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586F4C" w:rsidP="00D07B54">
      <w:pPr>
        <w:pStyle w:val="libCenter"/>
      </w:pPr>
      <w:r w:rsidRPr="00586F4C">
        <w:rPr>
          <w:rtl/>
        </w:rPr>
        <w:drawing>
          <wp:inline distT="0" distB="0" distL="0" distR="0">
            <wp:extent cx="5719685" cy="8090611"/>
            <wp:effectExtent l="0" t="0" r="0" b="0"/>
            <wp:docPr id="1" name="Picture 1" descr="L:\New_kar\1440\shaban_1440\qisas_alquran\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shaban_1440\qisas_alquran\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268" cy="8109824"/>
                    </a:xfrm>
                    <a:prstGeom prst="rect">
                      <a:avLst/>
                    </a:prstGeom>
                    <a:noFill/>
                    <a:ln>
                      <a:noFill/>
                    </a:ln>
                  </pic:spPr>
                </pic:pic>
              </a:graphicData>
            </a:graphic>
          </wp:inline>
        </w:drawing>
      </w:r>
    </w:p>
    <w:p w:rsidR="00FF6072" w:rsidRDefault="00FF6072" w:rsidP="00D07B54">
      <w:pPr>
        <w:pStyle w:val="libNormal"/>
        <w:rPr>
          <w:rtl/>
        </w:rPr>
      </w:pPr>
      <w:r>
        <w:rPr>
          <w:rtl/>
        </w:rPr>
        <w:br w:type="page"/>
      </w:r>
    </w:p>
    <w:p w:rsidR="00FF6072" w:rsidRDefault="00FF6072" w:rsidP="00D07B54">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7D6C9B">
        <w:rPr>
          <w:rtl/>
        </w:rPr>
        <w:t xml:space="preserve">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7D6C9B">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DE2D7F" w:rsidRDefault="00FF6072" w:rsidP="00D07B54">
      <w:pPr>
        <w:pStyle w:val="libCenterBold2"/>
        <w:rPr>
          <w:rtl/>
        </w:rPr>
      </w:pPr>
      <w:r>
        <w:rPr>
          <w:rtl/>
        </w:rPr>
        <w:br w:type="page"/>
      </w:r>
      <w:r w:rsidR="00DE2D7F">
        <w:rPr>
          <w:rtl/>
        </w:rPr>
        <w:lastRenderedPageBreak/>
        <w:t xml:space="preserve">قصص القرآن </w:t>
      </w:r>
    </w:p>
    <w:p w:rsidR="00DE2D7F" w:rsidRDefault="00DE2D7F" w:rsidP="00D07B54">
      <w:pPr>
        <w:pStyle w:val="libCenterBold2"/>
        <w:rPr>
          <w:rtl/>
        </w:rPr>
      </w:pPr>
      <w:r>
        <w:rPr>
          <w:rtl/>
        </w:rPr>
        <w:t>منتخب از تفسير نمونه</w:t>
      </w:r>
    </w:p>
    <w:p w:rsidR="00DE2D7F" w:rsidRDefault="00DE2D7F" w:rsidP="00D07B54">
      <w:pPr>
        <w:pStyle w:val="libCenterBold2"/>
        <w:rPr>
          <w:rtl/>
        </w:rPr>
      </w:pPr>
      <w:r>
        <w:rPr>
          <w:rtl/>
        </w:rPr>
        <w:t xml:space="preserve">ناصر مكارم شيرازي </w:t>
      </w:r>
    </w:p>
    <w:p w:rsidR="00586F4C" w:rsidRDefault="00586F4C" w:rsidP="00D07B54">
      <w:pPr>
        <w:pStyle w:val="libNormal"/>
        <w:rPr>
          <w:rtl/>
        </w:rPr>
      </w:pPr>
      <w:r>
        <w:rPr>
          <w:rtl/>
        </w:rPr>
        <w:br w:type="page"/>
      </w:r>
    </w:p>
    <w:p w:rsidR="00586F4C" w:rsidRDefault="00DE2D7F" w:rsidP="00D07B54">
      <w:pPr>
        <w:pStyle w:val="Heading2Center"/>
        <w:rPr>
          <w:rtl/>
        </w:rPr>
      </w:pPr>
      <w:bookmarkStart w:id="0" w:name="_Toc7268397"/>
      <w:r>
        <w:rPr>
          <w:rtl/>
        </w:rPr>
        <w:lastRenderedPageBreak/>
        <w:t>حرف اوّل</w:t>
      </w:r>
      <w:bookmarkEnd w:id="0"/>
    </w:p>
    <w:p w:rsidR="00DE2D7F" w:rsidRDefault="00DE2D7F" w:rsidP="00D07B54">
      <w:pPr>
        <w:pStyle w:val="libNormal"/>
        <w:rPr>
          <w:rtl/>
        </w:rPr>
      </w:pPr>
      <w:r>
        <w:rPr>
          <w:rtl/>
        </w:rPr>
        <w:t xml:space="preserve"> بسم اللہ الرحمن الرحيم </w:t>
      </w:r>
    </w:p>
    <w:p w:rsidR="00DE2D7F" w:rsidRDefault="00DE2D7F" w:rsidP="00D07B54">
      <w:pPr>
        <w:pStyle w:val="libNormal"/>
        <w:rPr>
          <w:rtl/>
        </w:rPr>
      </w:pPr>
      <w:r>
        <w:rPr>
          <w:rtl/>
        </w:rPr>
        <w:t>عصر حاضر مي</w:t>
      </w:r>
      <w:r w:rsidR="007D6C9B">
        <w:rPr>
          <w:rtl/>
        </w:rPr>
        <w:t xml:space="preserve">ں </w:t>
      </w:r>
      <w:r>
        <w:rPr>
          <w:rtl/>
        </w:rPr>
        <w:t>جوانو</w:t>
      </w:r>
      <w:r w:rsidR="007D6C9B">
        <w:rPr>
          <w:rtl/>
        </w:rPr>
        <w:t xml:space="preserve">ں </w:t>
      </w:r>
      <w:r>
        <w:rPr>
          <w:rtl/>
        </w:rPr>
        <w:t>اور نوجوانو</w:t>
      </w:r>
      <w:r w:rsidR="007D6C9B">
        <w:rPr>
          <w:rtl/>
        </w:rPr>
        <w:t xml:space="preserve">ں </w:t>
      </w:r>
      <w:r>
        <w:rPr>
          <w:rtl/>
        </w:rPr>
        <w:t>كو راہ ہدايت سےگمراہ كرنے كے لئے جس قدر پروپيگنڈے كئے جارہے ہي</w:t>
      </w:r>
      <w:r w:rsidR="007D6C9B">
        <w:rPr>
          <w:rtl/>
        </w:rPr>
        <w:t xml:space="preserve">ں </w:t>
      </w:r>
      <w:r>
        <w:rPr>
          <w:rtl/>
        </w:rPr>
        <w:t>،تاريخ مي</w:t>
      </w:r>
      <w:r w:rsidR="007D6C9B">
        <w:rPr>
          <w:rtl/>
        </w:rPr>
        <w:t xml:space="preserve">ں </w:t>
      </w:r>
      <w:r>
        <w:rPr>
          <w:rtl/>
        </w:rPr>
        <w:t>اس كى مثال نہي</w:t>
      </w:r>
      <w:r w:rsidR="007D6C9B">
        <w:rPr>
          <w:rtl/>
        </w:rPr>
        <w:t xml:space="preserve">ں </w:t>
      </w:r>
      <w:r>
        <w:rPr>
          <w:rtl/>
        </w:rPr>
        <w:t>ملتي،اخبار اور جرائد ايك طرف،توريڈيو، ٹى وى دوسرى طرف اور آج كل انٹرنيٹ جس نے پورى دنيا كى اچھائيا</w:t>
      </w:r>
      <w:r w:rsidR="007D6C9B">
        <w:rPr>
          <w:rtl/>
        </w:rPr>
        <w:t xml:space="preserve">ں </w:t>
      </w:r>
      <w:r>
        <w:rPr>
          <w:rtl/>
        </w:rPr>
        <w:t>كم اور برائيا</w:t>
      </w:r>
      <w:r w:rsidR="007D6C9B">
        <w:rPr>
          <w:rtl/>
        </w:rPr>
        <w:t xml:space="preserve">ں </w:t>
      </w:r>
      <w:r>
        <w:rPr>
          <w:rtl/>
        </w:rPr>
        <w:t>زيادہ ايك ميز پر لاكر ركھ دى ہي</w:t>
      </w:r>
      <w:r w:rsidR="007D6C9B">
        <w:rPr>
          <w:rtl/>
        </w:rPr>
        <w:t xml:space="preserve">ں </w:t>
      </w:r>
      <w:r>
        <w:rPr>
          <w:rtl/>
        </w:rPr>
        <w:t>،ہر طرف سے اسلام كے خلاف پروپيگنڈے كئے جارہے ہي</w:t>
      </w:r>
      <w:r w:rsidR="007D6C9B">
        <w:rPr>
          <w:rtl/>
        </w:rPr>
        <w:t xml:space="preserve">ں </w:t>
      </w:r>
      <w:r>
        <w:rPr>
          <w:rtl/>
        </w:rPr>
        <w:t>،اسلام كى ترقى ديكھ كر اسلام دشمن طاقتي</w:t>
      </w:r>
      <w:r w:rsidR="007D6C9B">
        <w:rPr>
          <w:rtl/>
        </w:rPr>
        <w:t xml:space="preserve">ں </w:t>
      </w:r>
      <w:r>
        <w:rPr>
          <w:rtl/>
        </w:rPr>
        <w:t>ايڑى چوٹى كے زور لگارہى ہي</w:t>
      </w:r>
      <w:r w:rsidR="007D6C9B">
        <w:rPr>
          <w:rtl/>
        </w:rPr>
        <w:t xml:space="preserve">ں </w:t>
      </w:r>
      <w:r>
        <w:rPr>
          <w:rtl/>
        </w:rPr>
        <w:t>، خصوصاً جبكہ دشمن سمجھ چكاہے كہ دين حقيقى كے ماننے والے يہى شيعہ اثنا عشرى ہي</w:t>
      </w:r>
      <w:r w:rsidR="007D6C9B">
        <w:rPr>
          <w:rtl/>
        </w:rPr>
        <w:t xml:space="preserve">ں </w:t>
      </w:r>
      <w:r>
        <w:rPr>
          <w:rtl/>
        </w:rPr>
        <w:t>، كہي</w:t>
      </w:r>
      <w:r w:rsidR="007D6C9B">
        <w:rPr>
          <w:rtl/>
        </w:rPr>
        <w:t xml:space="preserve">ں </w:t>
      </w:r>
      <w:r>
        <w:rPr>
          <w:rtl/>
        </w:rPr>
        <w:t>يورپ اور امريكہ سے اسلام كے خلاف اعتراضات بيان ہوتے ہي</w:t>
      </w:r>
      <w:r w:rsidR="007D6C9B">
        <w:rPr>
          <w:rtl/>
        </w:rPr>
        <w:t xml:space="preserve">ں </w:t>
      </w:r>
      <w:r>
        <w:rPr>
          <w:rtl/>
        </w:rPr>
        <w:t>تو كبھى فرقہ وہابيت كى طرف سے شيعيت پر بے جاشبہات وارد كئے جاتے ہي</w:t>
      </w:r>
      <w:r w:rsidR="007D6C9B">
        <w:rPr>
          <w:rtl/>
        </w:rPr>
        <w:t xml:space="preserve">ں </w:t>
      </w:r>
      <w:r>
        <w:rPr>
          <w:rtl/>
        </w:rPr>
        <w:t xml:space="preserve">_ </w:t>
      </w:r>
    </w:p>
    <w:p w:rsidR="00DE2D7F" w:rsidRDefault="00DE2D7F" w:rsidP="00D07B54">
      <w:pPr>
        <w:pStyle w:val="libNormal"/>
        <w:rPr>
          <w:rtl/>
        </w:rPr>
      </w:pPr>
      <w:r>
        <w:rPr>
          <w:rtl/>
        </w:rPr>
        <w:t>لہذا ايسے ماحول مي</w:t>
      </w:r>
      <w:r w:rsidR="007D6C9B">
        <w:rPr>
          <w:rtl/>
        </w:rPr>
        <w:t xml:space="preserve">ں </w:t>
      </w:r>
      <w:r>
        <w:rPr>
          <w:rtl/>
        </w:rPr>
        <w:t>اپنے جوانو</w:t>
      </w:r>
      <w:r w:rsidR="007D6C9B">
        <w:rPr>
          <w:rtl/>
        </w:rPr>
        <w:t xml:space="preserve">ں </w:t>
      </w:r>
      <w:r>
        <w:rPr>
          <w:rtl/>
        </w:rPr>
        <w:t>كو دينى راستے پر قائم ركھنا واقعاً ہم سب كى ذمہ دارى ہے، علمائے كرام، دينى رہبرو</w:t>
      </w:r>
      <w:r w:rsidR="007D6C9B">
        <w:rPr>
          <w:rtl/>
        </w:rPr>
        <w:t xml:space="preserve">ں </w:t>
      </w:r>
      <w:r>
        <w:rPr>
          <w:rtl/>
        </w:rPr>
        <w:t>اورقوم وملت كے صاحبان حيثيت افرادكافريضہ ہے كہ اس سلسلے مي</w:t>
      </w:r>
      <w:r w:rsidR="007D6C9B">
        <w:rPr>
          <w:rtl/>
        </w:rPr>
        <w:t xml:space="preserve">ں </w:t>
      </w:r>
      <w:r>
        <w:rPr>
          <w:rtl/>
        </w:rPr>
        <w:t>ہر ممكن كوشش كري</w:t>
      </w:r>
      <w:r w:rsidR="007D6C9B">
        <w:rPr>
          <w:rtl/>
        </w:rPr>
        <w:t xml:space="preserve">ں </w:t>
      </w:r>
      <w:r>
        <w:rPr>
          <w:rtl/>
        </w:rPr>
        <w:t>،ورنہ كل روز قيامت خدا كى بارگاہ مي</w:t>
      </w:r>
      <w:r w:rsidR="007D6C9B">
        <w:rPr>
          <w:rtl/>
        </w:rPr>
        <w:t xml:space="preserve">ں </w:t>
      </w:r>
      <w:r>
        <w:rPr>
          <w:rtl/>
        </w:rPr>
        <w:t>جواب دہ ہو</w:t>
      </w:r>
      <w:r w:rsidR="007D6C9B">
        <w:rPr>
          <w:rtl/>
        </w:rPr>
        <w:t xml:space="preserve">ں </w:t>
      </w:r>
      <w:r>
        <w:rPr>
          <w:rtl/>
        </w:rPr>
        <w:t xml:space="preserve">گے </w:t>
      </w:r>
    </w:p>
    <w:p w:rsidR="00DE2D7F" w:rsidRDefault="00DE2D7F" w:rsidP="00D07B54">
      <w:pPr>
        <w:pStyle w:val="libNormal"/>
        <w:rPr>
          <w:rtl/>
        </w:rPr>
      </w:pPr>
      <w:r>
        <w:rPr>
          <w:rtl/>
        </w:rPr>
        <w:t>اسى چيز كے پيش نظر الحاج جناب آقائے انصاريان صاحب كى فرمائش</w:t>
      </w:r>
      <w:r w:rsidR="001249EF">
        <w:rPr>
          <w:rFonts w:hint="cs"/>
          <w:rtl/>
        </w:rPr>
        <w:t xml:space="preserve"> </w:t>
      </w:r>
      <w:r>
        <w:rPr>
          <w:rtl/>
        </w:rPr>
        <w:t xml:space="preserve"> پر تفسير نمونہ(تاليف استاد </w:t>
      </w:r>
    </w:p>
    <w:p w:rsidR="00DE2D7F" w:rsidRDefault="00DE2D7F" w:rsidP="00D07B54">
      <w:pPr>
        <w:pStyle w:val="libNormal"/>
        <w:rPr>
          <w:rtl/>
        </w:rPr>
      </w:pPr>
    </w:p>
    <w:p w:rsidR="00E664BB" w:rsidRDefault="00E664BB" w:rsidP="00D07B54">
      <w:pPr>
        <w:pStyle w:val="libNormal"/>
        <w:rPr>
          <w:rtl/>
        </w:rPr>
      </w:pPr>
      <w:r>
        <w:rPr>
          <w:rtl/>
        </w:rPr>
        <w:br w:type="page"/>
      </w:r>
    </w:p>
    <w:p w:rsidR="00DE2D7F" w:rsidRDefault="00DE2D7F" w:rsidP="00D07B54">
      <w:pPr>
        <w:pStyle w:val="libNormal"/>
        <w:rPr>
          <w:rtl/>
        </w:rPr>
      </w:pPr>
      <w:r>
        <w:rPr>
          <w:rtl/>
        </w:rPr>
        <w:lastRenderedPageBreak/>
        <w:t>محترم آيت اللہ العظمى مكارم شيرازى دام ظلہ) سے منتخب شدہ قرآنى واقعات كو قارئين كرام كى خدمت مي</w:t>
      </w:r>
      <w:r w:rsidR="007D6C9B">
        <w:rPr>
          <w:rtl/>
        </w:rPr>
        <w:t xml:space="preserve">ں </w:t>
      </w:r>
      <w:r>
        <w:rPr>
          <w:rtl/>
        </w:rPr>
        <w:t>پيش كيا جارہا ،كيونكہ قرآنى واقعات ہمارى زندگى كے لئے بہترين نمونہ عمل بن سكتے ہي</w:t>
      </w:r>
      <w:r w:rsidR="007D6C9B">
        <w:rPr>
          <w:rtl/>
        </w:rPr>
        <w:t xml:space="preserve">ں </w:t>
      </w:r>
      <w:r>
        <w:rPr>
          <w:rtl/>
        </w:rPr>
        <w:t xml:space="preserve">_ </w:t>
      </w:r>
    </w:p>
    <w:p w:rsidR="00DE2D7F" w:rsidRDefault="00DE2D7F" w:rsidP="00D07B54">
      <w:pPr>
        <w:pStyle w:val="libNormal"/>
        <w:rPr>
          <w:rtl/>
        </w:rPr>
      </w:pPr>
      <w:r>
        <w:rPr>
          <w:rtl/>
        </w:rPr>
        <w:t>كتاب ''قصص قرآن'' ،تفسيرنمونہ(مترجم حجة الاسلام و المسلمين سيد صفدر حسين اعلى اللہ مقامہ) سے تلاش كرنا، نشانات لگانا، كمپوز كرنا پھر تصحيح اور مطابقت كرناواقعاً مشكل كام تھا، بسا اوقات ہم كو يہ فكر لاحق ہوتى تھى كہ شايد اس سےآسان تو ترجمہ ہى ہوجاتا ، الحمدللہ توفيق الہى اوربعض برادران كے تعاون سے ايك سال كى مدت مي</w:t>
      </w:r>
      <w:r w:rsidR="007D6C9B">
        <w:rPr>
          <w:rtl/>
        </w:rPr>
        <w:t xml:space="preserve">ں </w:t>
      </w:r>
      <w:r>
        <w:rPr>
          <w:rtl/>
        </w:rPr>
        <w:t>يہ كام پايہ تكميل تك پہونچ گياہے، ہم تہہ دل سے ان كے شكر گزار ہي</w:t>
      </w:r>
      <w:r w:rsidR="007D6C9B">
        <w:rPr>
          <w:rtl/>
        </w:rPr>
        <w:t xml:space="preserve">ں </w:t>
      </w:r>
      <w:r>
        <w:rPr>
          <w:rtl/>
        </w:rPr>
        <w:t xml:space="preserve">_ </w:t>
      </w:r>
    </w:p>
    <w:p w:rsidR="00DE2D7F" w:rsidRDefault="00DE2D7F" w:rsidP="00D07B54">
      <w:pPr>
        <w:pStyle w:val="libNormal"/>
        <w:rPr>
          <w:rtl/>
        </w:rPr>
      </w:pPr>
      <w:r>
        <w:rPr>
          <w:rtl/>
        </w:rPr>
        <w:t>خداوند عالم ہمارى توفيقات مي</w:t>
      </w:r>
      <w:r w:rsidR="007D6C9B">
        <w:rPr>
          <w:rtl/>
        </w:rPr>
        <w:t xml:space="preserve">ں </w:t>
      </w:r>
      <w:r>
        <w:rPr>
          <w:rtl/>
        </w:rPr>
        <w:t xml:space="preserve">مزيد اضافہ فرمائے_ </w:t>
      </w:r>
    </w:p>
    <w:p w:rsidR="00DE2D7F" w:rsidRDefault="00DE2D7F" w:rsidP="00D07B54">
      <w:pPr>
        <w:pStyle w:val="libNormal"/>
        <w:rPr>
          <w:rtl/>
        </w:rPr>
      </w:pPr>
      <w:r w:rsidRPr="00167815">
        <w:rPr>
          <w:rStyle w:val="libArabicChar"/>
          <w:rtl/>
        </w:rPr>
        <w:t>''ربّنا تقبل منا انك انت السميع العليم</w:t>
      </w:r>
      <w:r>
        <w:rPr>
          <w:rtl/>
        </w:rPr>
        <w:t xml:space="preserve">_'' </w:t>
      </w:r>
    </w:p>
    <w:p w:rsidR="00DE2D7F" w:rsidRDefault="00DE2D7F" w:rsidP="00D07B54">
      <w:pPr>
        <w:pStyle w:val="libNormal"/>
        <w:rPr>
          <w:rtl/>
        </w:rPr>
      </w:pPr>
      <w:r>
        <w:rPr>
          <w:rtl/>
        </w:rPr>
        <w:t xml:space="preserve">والسلام عليكم ورحمة اللہ وبركاتہ_ </w:t>
      </w:r>
    </w:p>
    <w:p w:rsidR="00DE2D7F" w:rsidRDefault="00DE2D7F" w:rsidP="00D07B54">
      <w:pPr>
        <w:pStyle w:val="libNormal"/>
        <w:rPr>
          <w:rtl/>
        </w:rPr>
      </w:pPr>
    </w:p>
    <w:p w:rsidR="00DE2D7F" w:rsidRDefault="00DE2D7F" w:rsidP="00D07B54">
      <w:pPr>
        <w:pStyle w:val="libNormal"/>
        <w:rPr>
          <w:rtl/>
        </w:rPr>
      </w:pPr>
      <w:r>
        <w:rPr>
          <w:rtl/>
        </w:rPr>
        <w:t xml:space="preserve">اقبال حيدر حيدري </w:t>
      </w:r>
    </w:p>
    <w:p w:rsidR="00DE2D7F" w:rsidRDefault="00E664BB" w:rsidP="00D07B54">
      <w:pPr>
        <w:pStyle w:val="libNormal"/>
        <w:rPr>
          <w:rtl/>
        </w:rPr>
      </w:pPr>
      <w:r>
        <w:rPr>
          <w:rtl/>
        </w:rPr>
        <w:t>15</w:t>
      </w:r>
      <w:r w:rsidR="00DE2D7F">
        <w:rPr>
          <w:rtl/>
        </w:rPr>
        <w:t xml:space="preserve"> /صفر المظفر </w:t>
      </w:r>
      <w:r>
        <w:rPr>
          <w:rtl/>
        </w:rPr>
        <w:t>1425</w:t>
      </w:r>
      <w:r w:rsidR="00DE2D7F">
        <w:rPr>
          <w:rtl/>
        </w:rPr>
        <w:t xml:space="preserve">ھ </w:t>
      </w:r>
    </w:p>
    <w:p w:rsidR="00DE2D7F" w:rsidRDefault="00DE2D7F" w:rsidP="00D07B54">
      <w:pPr>
        <w:pStyle w:val="libNormal"/>
        <w:rPr>
          <w:rtl/>
        </w:rPr>
      </w:pPr>
      <w:r>
        <w:rPr>
          <w:rtl/>
        </w:rPr>
        <w:t xml:space="preserve">حوزہ علميہ ، قم المقدسہ_ايران </w:t>
      </w:r>
    </w:p>
    <w:p w:rsidR="00DE2D7F" w:rsidRDefault="00DE2D7F" w:rsidP="00D07B54">
      <w:pPr>
        <w:pStyle w:val="libNormal"/>
      </w:pPr>
      <w:r>
        <w:t>Emial: ihh@yahoo.com</w:t>
      </w:r>
      <w:r>
        <w:rPr>
          <w:rtl/>
        </w:rPr>
        <w:t xml:space="preserve"> </w:t>
      </w:r>
    </w:p>
    <w:p w:rsidR="00E664BB" w:rsidRDefault="00E664BB" w:rsidP="00D07B54">
      <w:pPr>
        <w:pStyle w:val="libNormal"/>
        <w:rPr>
          <w:rtl/>
        </w:rPr>
      </w:pPr>
      <w:r>
        <w:rPr>
          <w:rtl/>
        </w:rPr>
        <w:br w:type="page"/>
      </w:r>
    </w:p>
    <w:p w:rsidR="00DE2D7F" w:rsidRDefault="00DE2D7F" w:rsidP="00D07B54">
      <w:pPr>
        <w:pStyle w:val="libNormal"/>
        <w:rPr>
          <w:rtl/>
        </w:rPr>
      </w:pPr>
    </w:p>
    <w:p w:rsidR="00C2634E" w:rsidRDefault="00DE2D7F" w:rsidP="00D07B54">
      <w:pPr>
        <w:pStyle w:val="Heading2Center"/>
      </w:pPr>
      <w:bookmarkStart w:id="1" w:name="_Toc7268398"/>
      <w:r>
        <w:rPr>
          <w:rtl/>
        </w:rPr>
        <w:t>تقريظ</w:t>
      </w:r>
      <w:bookmarkEnd w:id="1"/>
      <w:r>
        <w:rPr>
          <w:rtl/>
        </w:rPr>
        <w:t xml:space="preserve"> </w:t>
      </w:r>
    </w:p>
    <w:p w:rsidR="00C2634E" w:rsidRDefault="00DE2D7F" w:rsidP="00D07B54">
      <w:pPr>
        <w:pStyle w:val="Heading2Center"/>
      </w:pPr>
      <w:bookmarkStart w:id="2" w:name="_Toc7268399"/>
      <w:r>
        <w:rPr>
          <w:rtl/>
        </w:rPr>
        <w:t>حضرت آيت اللہ العظمى مكارم شيرازى مدظلہ العالي</w:t>
      </w:r>
      <w:bookmarkEnd w:id="2"/>
    </w:p>
    <w:p w:rsidR="00DE2D7F" w:rsidRDefault="00DE2D7F" w:rsidP="00D07B54">
      <w:pPr>
        <w:pStyle w:val="libNormal"/>
        <w:rPr>
          <w:rtl/>
        </w:rPr>
      </w:pPr>
      <w:r>
        <w:rPr>
          <w:rtl/>
        </w:rPr>
        <w:t xml:space="preserve"> بسم اللہ الرحمن الرحيم </w:t>
      </w:r>
    </w:p>
    <w:p w:rsidR="00DE2D7F" w:rsidRDefault="00DE2D7F" w:rsidP="00D07B54">
      <w:pPr>
        <w:pStyle w:val="libNormal"/>
        <w:rPr>
          <w:rtl/>
        </w:rPr>
      </w:pPr>
      <w:r>
        <w:rPr>
          <w:rtl/>
        </w:rPr>
        <w:t>قرآن مجيد ايك تاريخى كتاب ہے، نہ گزشتہ لوگو</w:t>
      </w:r>
      <w:r w:rsidR="007D6C9B">
        <w:rPr>
          <w:rtl/>
        </w:rPr>
        <w:t xml:space="preserve">ں </w:t>
      </w:r>
      <w:r>
        <w:rPr>
          <w:rtl/>
        </w:rPr>
        <w:t xml:space="preserve">كى سوانح حيات كا مجموعہ،يہ نہ علوم طبيعى نصاب ہے اور نہ زمين و آسمان كے اسرار و رموز كو بيان كرنے كى كتاب ہے بلكہ وہ ''كتاب ہدايت'' ہے_ </w:t>
      </w:r>
    </w:p>
    <w:p w:rsidR="00DE2D7F" w:rsidRDefault="00DE2D7F" w:rsidP="00D07B54">
      <w:pPr>
        <w:pStyle w:val="libNormal"/>
        <w:rPr>
          <w:rtl/>
        </w:rPr>
      </w:pPr>
      <w:r>
        <w:rPr>
          <w:rtl/>
        </w:rPr>
        <w:t>ہا</w:t>
      </w:r>
      <w:r w:rsidR="007D6C9B">
        <w:rPr>
          <w:rtl/>
        </w:rPr>
        <w:t xml:space="preserve">ں </w:t>
      </w:r>
      <w:r>
        <w:rPr>
          <w:rtl/>
        </w:rPr>
        <w:t>قرآن كريم مي</w:t>
      </w:r>
      <w:r w:rsidR="007D6C9B">
        <w:rPr>
          <w:rtl/>
        </w:rPr>
        <w:t xml:space="preserve">ں </w:t>
      </w:r>
      <w:r>
        <w:rPr>
          <w:rtl/>
        </w:rPr>
        <w:t>چونكہ گزشتہ لوگو</w:t>
      </w:r>
      <w:r w:rsidR="007D6C9B">
        <w:rPr>
          <w:rtl/>
        </w:rPr>
        <w:t xml:space="preserve">ں </w:t>
      </w:r>
      <w:r>
        <w:rPr>
          <w:rtl/>
        </w:rPr>
        <w:t>خصوصاً انبيائے كرام اور اقوام و ملل كے عبرت ناك واقعات بيان ہوئے ہي</w:t>
      </w:r>
      <w:r w:rsidR="007D6C9B">
        <w:rPr>
          <w:rtl/>
        </w:rPr>
        <w:t xml:space="preserve">ں </w:t>
      </w:r>
      <w:r>
        <w:rPr>
          <w:rtl/>
        </w:rPr>
        <w:t>جن مي</w:t>
      </w:r>
      <w:r w:rsidR="007D6C9B">
        <w:rPr>
          <w:rtl/>
        </w:rPr>
        <w:t xml:space="preserve">ں </w:t>
      </w:r>
      <w:r>
        <w:rPr>
          <w:rtl/>
        </w:rPr>
        <w:t>سے بہت سے لوگ زمين كے ايك عظيم حصہ پر حكومت كرتے تھے،اور اب ان كا نام و نشان تك نہي</w:t>
      </w:r>
      <w:r w:rsidR="007D6C9B">
        <w:rPr>
          <w:rtl/>
        </w:rPr>
        <w:t xml:space="preserve">ں </w:t>
      </w:r>
      <w:r>
        <w:rPr>
          <w:rtl/>
        </w:rPr>
        <w:t>رہا، اور كائنات كے پُر اسرار مخلوقات مي</w:t>
      </w:r>
      <w:r w:rsidR="007D6C9B">
        <w:rPr>
          <w:rtl/>
        </w:rPr>
        <w:t xml:space="preserve">ں </w:t>
      </w:r>
      <w:r>
        <w:rPr>
          <w:rtl/>
        </w:rPr>
        <w:t>''توحيد خدا'' اور'' معرفت اللہ''كے بہترين درس چھپے ہوئے ہي</w:t>
      </w:r>
      <w:r w:rsidR="007D6C9B">
        <w:rPr>
          <w:rtl/>
        </w:rPr>
        <w:t xml:space="preserve">ں </w:t>
      </w:r>
      <w:r>
        <w:rPr>
          <w:rtl/>
        </w:rPr>
        <w:t>لہذا قرآن كريم نے اپنے مخصوص انداز مي</w:t>
      </w:r>
      <w:r w:rsidR="007D6C9B">
        <w:rPr>
          <w:rtl/>
        </w:rPr>
        <w:t xml:space="preserve">ں </w:t>
      </w:r>
      <w:r>
        <w:rPr>
          <w:rtl/>
        </w:rPr>
        <w:t>انھي</w:t>
      </w:r>
      <w:r w:rsidR="007D6C9B">
        <w:rPr>
          <w:rtl/>
        </w:rPr>
        <w:t xml:space="preserve">ں </w:t>
      </w:r>
      <w:r>
        <w:rPr>
          <w:rtl/>
        </w:rPr>
        <w:t>بيان كيا ہے اور انسانى ہدايت كے لئے موثر اور كامياب نمونے بيان كئے ہي</w:t>
      </w:r>
      <w:r w:rsidR="007D6C9B">
        <w:rPr>
          <w:rtl/>
        </w:rPr>
        <w:t xml:space="preserve">ں </w:t>
      </w:r>
      <w:r>
        <w:rPr>
          <w:rtl/>
        </w:rPr>
        <w:t xml:space="preserve">_ </w:t>
      </w:r>
    </w:p>
    <w:p w:rsidR="00DE2D7F" w:rsidRDefault="00DE2D7F" w:rsidP="00D07B54">
      <w:pPr>
        <w:pStyle w:val="libNormal"/>
        <w:rPr>
          <w:rtl/>
        </w:rPr>
      </w:pPr>
      <w:r>
        <w:rPr>
          <w:rtl/>
        </w:rPr>
        <w:t>قابل توجہ بات يہ ہے كہ ان نكات كو بيان كرتے ہوئے قرآنى آيات كا لب و لہجہ اس انداز كا ہے جس سے نہ صرف يہ كہ ان واقعات كى تازگى ختم نہي</w:t>
      </w:r>
      <w:r w:rsidR="007D6C9B">
        <w:rPr>
          <w:rtl/>
        </w:rPr>
        <w:t xml:space="preserve">ں </w:t>
      </w:r>
      <w:r>
        <w:rPr>
          <w:rtl/>
        </w:rPr>
        <w:t>ہوتى بلكہ مرور زمان كے باوجود اس كے معنى و مفاہيم مي</w:t>
      </w:r>
      <w:r w:rsidR="007D6C9B">
        <w:rPr>
          <w:rtl/>
        </w:rPr>
        <w:t xml:space="preserve">ں </w:t>
      </w:r>
    </w:p>
    <w:p w:rsidR="00DE2D7F" w:rsidRDefault="00C2634E" w:rsidP="00D07B54">
      <w:pPr>
        <w:pStyle w:val="libNormal"/>
        <w:rPr>
          <w:rtl/>
        </w:rPr>
      </w:pPr>
      <w:r>
        <w:rPr>
          <w:rtl/>
        </w:rPr>
        <w:t xml:space="preserve"> </w:t>
      </w:r>
      <w:r>
        <w:rPr>
          <w:rtl/>
        </w:rPr>
        <w:br w:type="page"/>
      </w:r>
      <w:r>
        <w:rPr>
          <w:rtl/>
        </w:rPr>
        <w:lastRenderedPageBreak/>
        <w:t xml:space="preserve"> </w:t>
      </w:r>
      <w:r>
        <w:rPr>
          <w:rtl/>
        </w:rPr>
        <w:cr/>
      </w:r>
      <w:r w:rsidR="00DE2D7F">
        <w:rPr>
          <w:rtl/>
        </w:rPr>
        <w:t>ترو تازگى اور سبق آموزى پيدا ہوجاتى ہے، اس طرح ہر پيرو جوان اور عوام الناس و دانشور اپنے لحاظ سے اس نورہدايت سے فيضياب ہوتے ہي</w:t>
      </w:r>
      <w:r w:rsidR="007D6C9B">
        <w:rPr>
          <w:rtl/>
        </w:rPr>
        <w:t xml:space="preserve">ں </w:t>
      </w:r>
      <w:r w:rsidR="00DE2D7F">
        <w:rPr>
          <w:rtl/>
        </w:rPr>
        <w:t xml:space="preserve">_ </w:t>
      </w:r>
    </w:p>
    <w:p w:rsidR="00DE2D7F" w:rsidRDefault="00DE2D7F" w:rsidP="00D07B54">
      <w:pPr>
        <w:pStyle w:val="libNormal"/>
        <w:rPr>
          <w:rtl/>
        </w:rPr>
      </w:pPr>
      <w:r>
        <w:rPr>
          <w:rtl/>
        </w:rPr>
        <w:t>يہ صرف ايك دعوى ہى نہي</w:t>
      </w:r>
      <w:r w:rsidR="007D6C9B">
        <w:rPr>
          <w:rtl/>
        </w:rPr>
        <w:t xml:space="preserve">ں </w:t>
      </w:r>
      <w:r>
        <w:rPr>
          <w:rtl/>
        </w:rPr>
        <w:t>ہے بلكہ آپ حضرات بھى قرآن سے نزديك ہوسكتے ہي</w:t>
      </w:r>
      <w:r w:rsidR="007D6C9B">
        <w:rPr>
          <w:rtl/>
        </w:rPr>
        <w:t xml:space="preserve">ں </w:t>
      </w:r>
      <w:r>
        <w:rPr>
          <w:rtl/>
        </w:rPr>
        <w:t>، اور اس حقيقت كا تجربہ كرسكتے ہي</w:t>
      </w:r>
      <w:r w:rsidR="007D6C9B">
        <w:rPr>
          <w:rtl/>
        </w:rPr>
        <w:t xml:space="preserve">ں </w:t>
      </w:r>
      <w:r>
        <w:rPr>
          <w:rtl/>
        </w:rPr>
        <w:t>، اس كا ايك واضح نمونہ ''كتاب ہذا قصص قرآن'' ہے، جس مي</w:t>
      </w:r>
      <w:r w:rsidR="007D6C9B">
        <w:rPr>
          <w:rtl/>
        </w:rPr>
        <w:t xml:space="preserve">ں </w:t>
      </w:r>
      <w:r>
        <w:rPr>
          <w:rtl/>
        </w:rPr>
        <w:t>انبياء عليہم السلام كے واقعات، گزشتہ اقوام ملل كى داستاني</w:t>
      </w:r>
      <w:r w:rsidR="007D6C9B">
        <w:rPr>
          <w:rtl/>
        </w:rPr>
        <w:t xml:space="preserve">ں </w:t>
      </w:r>
      <w:r>
        <w:rPr>
          <w:rtl/>
        </w:rPr>
        <w:t>جو حجة الاسلام عالى جناب سيد حسين حسينى نے ''تفسير نمونہ'' سے انتخاب كى ہي</w:t>
      </w:r>
      <w:r w:rsidR="007D6C9B">
        <w:rPr>
          <w:rtl/>
        </w:rPr>
        <w:t xml:space="preserve">ں </w:t>
      </w:r>
      <w:r>
        <w:rPr>
          <w:rtl/>
        </w:rPr>
        <w:t>، اور كافى زحمت كركے اپنے بہترين سليقہ كو بروئے كار لائے ہي</w:t>
      </w:r>
      <w:r w:rsidR="007D6C9B">
        <w:rPr>
          <w:rtl/>
        </w:rPr>
        <w:t xml:space="preserve">ں </w:t>
      </w:r>
      <w:r>
        <w:rPr>
          <w:rtl/>
        </w:rPr>
        <w:t xml:space="preserve">،جس سے ہر پڑھنے والے كو ہدايت و روشنى ملتى ہے اور اس كى زندگى كو ''سعادت و فلاح و بہبودي'' كا راستہ دكھاتى ہے_ </w:t>
      </w:r>
    </w:p>
    <w:p w:rsidR="00DE2D7F" w:rsidRDefault="00DE2D7F" w:rsidP="00D07B54">
      <w:pPr>
        <w:pStyle w:val="libNormal"/>
        <w:rPr>
          <w:rtl/>
        </w:rPr>
      </w:pPr>
      <w:r>
        <w:rPr>
          <w:rtl/>
        </w:rPr>
        <w:t>آخر مي</w:t>
      </w:r>
      <w:r w:rsidR="007D6C9B">
        <w:rPr>
          <w:rtl/>
        </w:rPr>
        <w:t xml:space="preserve">ں </w:t>
      </w:r>
      <w:r>
        <w:rPr>
          <w:rtl/>
        </w:rPr>
        <w:t>ہم مولاناموصوف كى زحمتو</w:t>
      </w:r>
      <w:r w:rsidR="007D6C9B">
        <w:rPr>
          <w:rtl/>
        </w:rPr>
        <w:t xml:space="preserve">ں </w:t>
      </w:r>
      <w:r>
        <w:rPr>
          <w:rtl/>
        </w:rPr>
        <w:t>كى قدر دانى كرتے ہوئے ان كے شكر گزار ہي</w:t>
      </w:r>
      <w:r w:rsidR="007D6C9B">
        <w:rPr>
          <w:rtl/>
        </w:rPr>
        <w:t xml:space="preserve">ں </w:t>
      </w:r>
      <w:r>
        <w:rPr>
          <w:rtl/>
        </w:rPr>
        <w:t>اورسبھى كو كتاب ہذا كے مطالعہ كى سفارش كرتے ہي</w:t>
      </w:r>
      <w:r w:rsidR="007D6C9B">
        <w:rPr>
          <w:rtl/>
        </w:rPr>
        <w:t xml:space="preserve">ں </w:t>
      </w:r>
      <w:r>
        <w:rPr>
          <w:rtl/>
        </w:rPr>
        <w:t xml:space="preserve">خداوندعالم موصوف كى اس كاوش اور ہم سب كى جد و جہد كو قبول فرمائے_ </w:t>
      </w:r>
    </w:p>
    <w:p w:rsidR="00DE2D7F" w:rsidRDefault="00DE2D7F" w:rsidP="00D07B54">
      <w:pPr>
        <w:pStyle w:val="libNormal"/>
        <w:rPr>
          <w:rtl/>
        </w:rPr>
      </w:pPr>
    </w:p>
    <w:p w:rsidR="00DE2D7F" w:rsidRDefault="00DE2D7F" w:rsidP="00D07B54">
      <w:pPr>
        <w:pStyle w:val="libNormal"/>
        <w:rPr>
          <w:rtl/>
        </w:rPr>
      </w:pPr>
      <w:r>
        <w:rPr>
          <w:rtl/>
        </w:rPr>
        <w:t xml:space="preserve">ناصر مكارم شيرازي </w:t>
      </w:r>
    </w:p>
    <w:p w:rsidR="00DE2D7F" w:rsidRDefault="00DE2D7F" w:rsidP="00D07B54">
      <w:pPr>
        <w:pStyle w:val="libNormal"/>
        <w:rPr>
          <w:rtl/>
        </w:rPr>
      </w:pPr>
      <w:r>
        <w:rPr>
          <w:rtl/>
        </w:rPr>
        <w:t xml:space="preserve">حوزہ علميہ قم </w:t>
      </w:r>
    </w:p>
    <w:p w:rsidR="00DE2D7F" w:rsidRDefault="00DE2D7F" w:rsidP="00D07B54">
      <w:pPr>
        <w:pStyle w:val="libNormal"/>
        <w:rPr>
          <w:rtl/>
        </w:rPr>
      </w:pPr>
      <w:r>
        <w:rPr>
          <w:rtl/>
        </w:rPr>
        <w:t xml:space="preserve">ذى الحجہ </w:t>
      </w:r>
      <w:r w:rsidR="00E664BB">
        <w:rPr>
          <w:rtl/>
        </w:rPr>
        <w:t>1421</w:t>
      </w:r>
      <w:r>
        <w:rPr>
          <w:rtl/>
        </w:rPr>
        <w:t xml:space="preserve">ھ </w:t>
      </w:r>
    </w:p>
    <w:p w:rsidR="00DE2D7F" w:rsidRDefault="001648F9" w:rsidP="00D07B54">
      <w:pPr>
        <w:pStyle w:val="libNormal"/>
        <w:rPr>
          <w:rtl/>
        </w:rPr>
      </w:pPr>
      <w:r>
        <w:rPr>
          <w:rtl/>
        </w:rPr>
        <w:t xml:space="preserve"> </w:t>
      </w:r>
      <w:r>
        <w:rPr>
          <w:rtl/>
        </w:rPr>
        <w:br w:type="page"/>
      </w:r>
    </w:p>
    <w:p w:rsidR="00167815" w:rsidRDefault="00DE2D7F" w:rsidP="00D07B54">
      <w:pPr>
        <w:pStyle w:val="Heading2Center"/>
      </w:pPr>
      <w:bookmarkStart w:id="3" w:name="_Toc7268400"/>
      <w:r>
        <w:rPr>
          <w:rtl/>
        </w:rPr>
        <w:lastRenderedPageBreak/>
        <w:t>پيش گفتار</w:t>
      </w:r>
      <w:bookmarkEnd w:id="3"/>
      <w:r>
        <w:rPr>
          <w:rtl/>
        </w:rPr>
        <w:t xml:space="preserve"> </w:t>
      </w:r>
    </w:p>
    <w:p w:rsidR="00DE2D7F" w:rsidRDefault="00DE2D7F" w:rsidP="00D07B54">
      <w:pPr>
        <w:pStyle w:val="libNormal"/>
        <w:rPr>
          <w:rtl/>
        </w:rPr>
      </w:pPr>
      <w:r>
        <w:rPr>
          <w:rtl/>
        </w:rPr>
        <w:t>حالانكہ ہميشہ سے شيعہ علمائے كرام نے قرآن مجيد كى بہت سے تفاسير لكھى ہي</w:t>
      </w:r>
      <w:r w:rsidR="007D6C9B">
        <w:rPr>
          <w:rtl/>
        </w:rPr>
        <w:t xml:space="preserve">ں </w:t>
      </w:r>
      <w:r>
        <w:rPr>
          <w:rtl/>
        </w:rPr>
        <w:t>، جن سے بہت سے علمائے كرام اور حوزات علميہ فيض حاصل كرتے رہے ہي</w:t>
      </w:r>
      <w:r w:rsidR="007D6C9B">
        <w:rPr>
          <w:rtl/>
        </w:rPr>
        <w:t xml:space="preserve">ں </w:t>
      </w:r>
      <w:r>
        <w:rPr>
          <w:rtl/>
        </w:rPr>
        <w:t>، ليكن جن صفات كى حامل ''تفسير نمونہ'' ہے وہ بھى فارسى زبان مي</w:t>
      </w:r>
      <w:r w:rsidR="007D6C9B">
        <w:rPr>
          <w:rtl/>
        </w:rPr>
        <w:t xml:space="preserve">ں </w:t>
      </w:r>
      <w:r>
        <w:rPr>
          <w:rtl/>
        </w:rPr>
        <w:t>جس كى ضرورت محسوس كى جارہى تھي، خصوصاً دور حاضر مي</w:t>
      </w:r>
      <w:r w:rsidR="007D6C9B">
        <w:rPr>
          <w:rtl/>
        </w:rPr>
        <w:t xml:space="preserve">ں </w:t>
      </w:r>
      <w:r>
        <w:rPr>
          <w:rtl/>
        </w:rPr>
        <w:t>كہ جب قرآن فہمى كا جذبہ ہر طبقہ مي</w:t>
      </w:r>
      <w:r w:rsidR="007D6C9B">
        <w:rPr>
          <w:rtl/>
        </w:rPr>
        <w:t xml:space="preserve">ں </w:t>
      </w:r>
      <w:r>
        <w:rPr>
          <w:rtl/>
        </w:rPr>
        <w:t xml:space="preserve">پيدا ہوگيا ہے_ </w:t>
      </w:r>
    </w:p>
    <w:p w:rsidR="00DE2D7F" w:rsidRDefault="00DE2D7F" w:rsidP="00D07B54">
      <w:pPr>
        <w:pStyle w:val="libNormal"/>
        <w:rPr>
          <w:rtl/>
        </w:rPr>
      </w:pPr>
      <w:r>
        <w:rPr>
          <w:rtl/>
        </w:rPr>
        <w:t xml:space="preserve">حضرت آيت اللہ العظمى مكارم شيرازى نے چند علماء كے ساتھ مل كر اس ضرورت كو پورا كيا اور اس تفسير كے ذريعہ قرآن مجيد كى شايان شان خدمت انجام دي_ </w:t>
      </w:r>
    </w:p>
    <w:p w:rsidR="00DE2D7F" w:rsidRDefault="00DE2D7F" w:rsidP="00D07B54">
      <w:pPr>
        <w:pStyle w:val="libNormal"/>
        <w:rPr>
          <w:rtl/>
        </w:rPr>
      </w:pPr>
      <w:r>
        <w:rPr>
          <w:rtl/>
        </w:rPr>
        <w:t>اس تفسير كى خاص صفات جن كى وجہ سے يہ مقبول عام ہوئي ہے حسب ذيل ہي</w:t>
      </w:r>
      <w:r w:rsidR="007D6C9B">
        <w:rPr>
          <w:rtl/>
        </w:rPr>
        <w:t xml:space="preserve">ں </w:t>
      </w:r>
      <w:r>
        <w:rPr>
          <w:rtl/>
        </w:rPr>
        <w:t xml:space="preserve">: </w:t>
      </w:r>
    </w:p>
    <w:p w:rsidR="00DE2D7F" w:rsidRDefault="00E664BB" w:rsidP="00D07B54">
      <w:pPr>
        <w:pStyle w:val="libNormal"/>
        <w:rPr>
          <w:rtl/>
        </w:rPr>
      </w:pPr>
      <w:r>
        <w:rPr>
          <w:rtl/>
        </w:rPr>
        <w:t>1</w:t>
      </w:r>
      <w:r w:rsidR="00DE2D7F">
        <w:rPr>
          <w:rtl/>
        </w:rPr>
        <w:t>_ اگرچہ يہ تفسير فارسى زبان مي</w:t>
      </w:r>
      <w:r w:rsidR="007D6C9B">
        <w:rPr>
          <w:rtl/>
        </w:rPr>
        <w:t xml:space="preserve">ں </w:t>
      </w:r>
      <w:r w:rsidR="00DE2D7F">
        <w:rPr>
          <w:rtl/>
        </w:rPr>
        <w:t>ہے ليكن اس كے علمى اور تحقيقاتى نكات مي</w:t>
      </w:r>
      <w:r w:rsidR="007D6C9B">
        <w:rPr>
          <w:rtl/>
        </w:rPr>
        <w:t xml:space="preserve">ں </w:t>
      </w:r>
      <w:r w:rsidR="00DE2D7F">
        <w:rPr>
          <w:rtl/>
        </w:rPr>
        <w:t>كافى رعايت كى گئي ہے، تاكہ علمائے كرام اور طلاب بھى اس سے فيضاب ہوسكي</w:t>
      </w:r>
      <w:r w:rsidR="007D6C9B">
        <w:rPr>
          <w:rtl/>
        </w:rPr>
        <w:t xml:space="preserve">ں </w:t>
      </w:r>
      <w:r w:rsidR="00DE2D7F">
        <w:rPr>
          <w:rtl/>
        </w:rPr>
        <w:t xml:space="preserve">اور قرآن فہمى كا شوق ركھنے والے عوام الناس بھي_ </w:t>
      </w:r>
    </w:p>
    <w:p w:rsidR="00DE2D7F" w:rsidRDefault="00E664BB" w:rsidP="00D07B54">
      <w:pPr>
        <w:pStyle w:val="libNormal"/>
        <w:rPr>
          <w:rtl/>
        </w:rPr>
      </w:pPr>
      <w:r>
        <w:rPr>
          <w:rtl/>
        </w:rPr>
        <w:t>2</w:t>
      </w:r>
      <w:r w:rsidR="00DE2D7F">
        <w:rPr>
          <w:rtl/>
        </w:rPr>
        <w:t>_ تفسير آيات مي</w:t>
      </w:r>
      <w:r w:rsidR="007D6C9B">
        <w:rPr>
          <w:rtl/>
        </w:rPr>
        <w:t xml:space="preserve">ں </w:t>
      </w:r>
      <w:r w:rsidR="00DE2D7F">
        <w:rPr>
          <w:rtl/>
        </w:rPr>
        <w:t>بعض غير ضرورى مسائل مي</w:t>
      </w:r>
      <w:r w:rsidR="007D6C9B">
        <w:rPr>
          <w:rtl/>
        </w:rPr>
        <w:t xml:space="preserve">ں </w:t>
      </w:r>
      <w:r w:rsidR="00DE2D7F">
        <w:rPr>
          <w:rtl/>
        </w:rPr>
        <w:t>الجھنے كے بجائے ان مسائل سے خصوصى بحث كى گئي ہي</w:t>
      </w:r>
      <w:r w:rsidR="007D6C9B">
        <w:rPr>
          <w:rtl/>
        </w:rPr>
        <w:t xml:space="preserve">ں </w:t>
      </w:r>
      <w:r w:rsidR="00DE2D7F">
        <w:rPr>
          <w:rtl/>
        </w:rPr>
        <w:t>جو انسان كے لئے واقعاً زندگى ساز ہي</w:t>
      </w:r>
      <w:r w:rsidR="007D6C9B">
        <w:rPr>
          <w:rtl/>
        </w:rPr>
        <w:t xml:space="preserve">ں </w:t>
      </w:r>
      <w:r w:rsidR="00DE2D7F">
        <w:rPr>
          <w:rtl/>
        </w:rPr>
        <w:t>جن كے ذريعہ انسان كى فردى اور معاشرتى زندگى مي</w:t>
      </w:r>
      <w:r w:rsidR="007D6C9B">
        <w:rPr>
          <w:rtl/>
        </w:rPr>
        <w:t xml:space="preserve">ں </w:t>
      </w:r>
      <w:r w:rsidR="00DE2D7F">
        <w:rPr>
          <w:rtl/>
        </w:rPr>
        <w:t xml:space="preserve">كافى موثر </w:t>
      </w:r>
    </w:p>
    <w:p w:rsidR="00DE2D7F" w:rsidRDefault="001648F9" w:rsidP="00D07B54">
      <w:pPr>
        <w:pStyle w:val="libNormal"/>
        <w:rPr>
          <w:rtl/>
        </w:rPr>
      </w:pPr>
      <w:r>
        <w:rPr>
          <w:rtl/>
        </w:rPr>
        <w:t xml:space="preserve"> </w:t>
      </w:r>
      <w:r>
        <w:rPr>
          <w:rtl/>
        </w:rPr>
        <w:br w:type="page"/>
      </w:r>
      <w:r>
        <w:rPr>
          <w:rtl/>
        </w:rPr>
        <w:lastRenderedPageBreak/>
        <w:t xml:space="preserve"> </w:t>
      </w:r>
      <w:r>
        <w:rPr>
          <w:rtl/>
        </w:rPr>
        <w:cr/>
      </w:r>
      <w:r w:rsidR="00DE2D7F">
        <w:rPr>
          <w:rtl/>
        </w:rPr>
        <w:t xml:space="preserve">ہوتى ہے_ </w:t>
      </w:r>
    </w:p>
    <w:p w:rsidR="00DE2D7F" w:rsidRDefault="00E664BB" w:rsidP="00D07B54">
      <w:pPr>
        <w:pStyle w:val="libNormal"/>
        <w:rPr>
          <w:rtl/>
        </w:rPr>
      </w:pPr>
      <w:r>
        <w:rPr>
          <w:rtl/>
        </w:rPr>
        <w:t>3</w:t>
      </w:r>
      <w:r w:rsidR="00DE2D7F">
        <w:rPr>
          <w:rtl/>
        </w:rPr>
        <w:t>_آيات مي</w:t>
      </w:r>
      <w:r w:rsidR="007D6C9B">
        <w:rPr>
          <w:rtl/>
        </w:rPr>
        <w:t xml:space="preserve">ں </w:t>
      </w:r>
      <w:r w:rsidR="00DE2D7F">
        <w:rPr>
          <w:rtl/>
        </w:rPr>
        <w:t>بيان شدہ عناوين كے تحت ايك مختصر و مفيد عنوان سے الگ بحث كى گئي ہے جس كے مطالعہ كے بعد قارئين كرام كو دوسرى كتابو</w:t>
      </w:r>
      <w:r w:rsidR="007D6C9B">
        <w:rPr>
          <w:rtl/>
        </w:rPr>
        <w:t xml:space="preserve">ں </w:t>
      </w:r>
      <w:r w:rsidR="00DE2D7F">
        <w:rPr>
          <w:rtl/>
        </w:rPr>
        <w:t>كے مطالعہ كى ضرورت نہي</w:t>
      </w:r>
      <w:r w:rsidR="007D6C9B">
        <w:rPr>
          <w:rtl/>
        </w:rPr>
        <w:t xml:space="preserve">ں </w:t>
      </w:r>
      <w:r w:rsidR="00DE2D7F">
        <w:rPr>
          <w:rtl/>
        </w:rPr>
        <w:t xml:space="preserve">رہے گي_ </w:t>
      </w:r>
    </w:p>
    <w:p w:rsidR="00DE2D7F" w:rsidRDefault="00E664BB" w:rsidP="00D07B54">
      <w:pPr>
        <w:pStyle w:val="libNormal"/>
        <w:rPr>
          <w:rtl/>
        </w:rPr>
      </w:pPr>
      <w:r>
        <w:rPr>
          <w:rtl/>
        </w:rPr>
        <w:t>4</w:t>
      </w:r>
      <w:r w:rsidR="00DE2D7F">
        <w:rPr>
          <w:rtl/>
        </w:rPr>
        <w:t>_ تفسير مي</w:t>
      </w:r>
      <w:r w:rsidR="007D6C9B">
        <w:rPr>
          <w:rtl/>
        </w:rPr>
        <w:t xml:space="preserve">ں </w:t>
      </w:r>
      <w:r w:rsidR="00DE2D7F">
        <w:rPr>
          <w:rtl/>
        </w:rPr>
        <w:t>مشكل اور پيچيدہ اصطلاحات سے پرہيز كيا گيا ہے ليكن ضرورت كے وقت حاشيہ مي</w:t>
      </w:r>
      <w:r w:rsidR="007D6C9B">
        <w:rPr>
          <w:rtl/>
        </w:rPr>
        <w:t xml:space="preserve">ں </w:t>
      </w:r>
      <w:r w:rsidR="00DE2D7F">
        <w:rPr>
          <w:rtl/>
        </w:rPr>
        <w:t xml:space="preserve">ضرورى وضاحت بھى كى گئي ہے، تاكہ علمائے اور صاحبان نقدحضرات كے علاوہ عام قارئين كرام كے لئے بھى مفيد واقع ہوسكے_ </w:t>
      </w:r>
    </w:p>
    <w:p w:rsidR="00DE2D7F" w:rsidRDefault="00E664BB" w:rsidP="00D07B54">
      <w:pPr>
        <w:pStyle w:val="libNormal"/>
        <w:rPr>
          <w:rtl/>
        </w:rPr>
      </w:pPr>
      <w:r>
        <w:rPr>
          <w:rtl/>
        </w:rPr>
        <w:t>5</w:t>
      </w:r>
      <w:r w:rsidR="00DE2D7F">
        <w:rPr>
          <w:rtl/>
        </w:rPr>
        <w:t>_ اس تفسير كا ايك اہم امتياز يہ ہے كہ اس مي</w:t>
      </w:r>
      <w:r w:rsidR="007D6C9B">
        <w:rPr>
          <w:rtl/>
        </w:rPr>
        <w:t xml:space="preserve">ں </w:t>
      </w:r>
      <w:r w:rsidR="00DE2D7F">
        <w:rPr>
          <w:rtl/>
        </w:rPr>
        <w:t>قرآنى واقعات سليس زبان اورپُر كشش انداز مي</w:t>
      </w:r>
      <w:r w:rsidR="007D6C9B">
        <w:rPr>
          <w:rtl/>
        </w:rPr>
        <w:t xml:space="preserve">ں </w:t>
      </w:r>
      <w:r w:rsidR="00DE2D7F">
        <w:rPr>
          <w:rtl/>
        </w:rPr>
        <w:t xml:space="preserve">بيان كيا گيا ہے اور ہر طرح كے پيچيدہ مسائل سے اجتناب كيا گيا ہے_ </w:t>
      </w:r>
    </w:p>
    <w:p w:rsidR="00DE2D7F" w:rsidRDefault="00DE2D7F" w:rsidP="00D07B54">
      <w:pPr>
        <w:pStyle w:val="libNormal"/>
        <w:rPr>
          <w:rtl/>
        </w:rPr>
      </w:pPr>
      <w:r>
        <w:rPr>
          <w:rtl/>
        </w:rPr>
        <w:t>اسى لئے حقير نے استاد معظم سے اجازت طلب كى تاكہ قرآنى واقعات كو جمع كركے ايك الگ كتاب كى شكل ديدى جائے جو عام قارئين كرام كے لئے مفيد واقع ہوسكے، ہمارى خوش قسمتى ہے كہ استادبزرگوار نے اجازت مرحمت فرمادي، اور ہم نے تفسير نمونہ كا ايك دقيق دورہ كيا اور اس سے قرآنى واقعات كو جمع كيا، جن كو آپ حضرات كتاب ہذا كى شكل مي</w:t>
      </w:r>
      <w:r w:rsidR="007D6C9B">
        <w:rPr>
          <w:rtl/>
        </w:rPr>
        <w:t xml:space="preserve">ں </w:t>
      </w:r>
      <w:r>
        <w:rPr>
          <w:rtl/>
        </w:rPr>
        <w:t>ديكھ رہے ہي</w:t>
      </w:r>
      <w:r w:rsidR="007D6C9B">
        <w:rPr>
          <w:rtl/>
        </w:rPr>
        <w:t xml:space="preserve">ں </w:t>
      </w:r>
      <w:r>
        <w:rPr>
          <w:rtl/>
        </w:rPr>
        <w:t xml:space="preserve">_ </w:t>
      </w:r>
    </w:p>
    <w:p w:rsidR="00DE2D7F" w:rsidRDefault="00DE2D7F" w:rsidP="00D07B54">
      <w:pPr>
        <w:pStyle w:val="libNormal"/>
        <w:rPr>
          <w:rtl/>
        </w:rPr>
      </w:pPr>
    </w:p>
    <w:p w:rsidR="00BC7D29" w:rsidRDefault="00DE2D7F" w:rsidP="00D07B54">
      <w:pPr>
        <w:pStyle w:val="Heading2Center"/>
      </w:pPr>
      <w:bookmarkStart w:id="4" w:name="_Toc7268401"/>
      <w:r>
        <w:rPr>
          <w:rtl/>
        </w:rPr>
        <w:t>چند ضرورى نكات:</w:t>
      </w:r>
      <w:bookmarkEnd w:id="4"/>
    </w:p>
    <w:p w:rsidR="00DE2D7F" w:rsidRDefault="00DE2D7F" w:rsidP="00D07B54">
      <w:pPr>
        <w:pStyle w:val="libNormal"/>
        <w:rPr>
          <w:rtl/>
        </w:rPr>
      </w:pPr>
      <w:r>
        <w:rPr>
          <w:rtl/>
        </w:rPr>
        <w:t xml:space="preserve"> </w:t>
      </w:r>
      <w:r w:rsidR="00E664BB">
        <w:rPr>
          <w:rtl/>
        </w:rPr>
        <w:t>1</w:t>
      </w:r>
      <w:r>
        <w:rPr>
          <w:rtl/>
        </w:rPr>
        <w:t>_ كہي</w:t>
      </w:r>
      <w:r w:rsidR="007D6C9B">
        <w:rPr>
          <w:rtl/>
        </w:rPr>
        <w:t xml:space="preserve">ں </w:t>
      </w:r>
      <w:r>
        <w:rPr>
          <w:rtl/>
        </w:rPr>
        <w:t>كہي</w:t>
      </w:r>
      <w:r w:rsidR="007D6C9B">
        <w:rPr>
          <w:rtl/>
        </w:rPr>
        <w:t xml:space="preserve">ں </w:t>
      </w:r>
      <w:r>
        <w:rPr>
          <w:rtl/>
        </w:rPr>
        <w:t>ايسا ہوا ہے كہ ايك واقعہ تفسير كى مختلف جلدو</w:t>
      </w:r>
      <w:r w:rsidR="007D6C9B">
        <w:rPr>
          <w:rtl/>
        </w:rPr>
        <w:t xml:space="preserve">ں </w:t>
      </w:r>
      <w:r>
        <w:rPr>
          <w:rtl/>
        </w:rPr>
        <w:t>مي</w:t>
      </w:r>
      <w:r w:rsidR="007D6C9B">
        <w:rPr>
          <w:rtl/>
        </w:rPr>
        <w:t xml:space="preserve">ں </w:t>
      </w:r>
      <w:r>
        <w:rPr>
          <w:rtl/>
        </w:rPr>
        <w:t>بيان ہوا ہے مثال كے طور پر جناب موسى عليہ السلام كا واقعہ تيس سے زيادہ سورو</w:t>
      </w:r>
      <w:r w:rsidR="007D6C9B">
        <w:rPr>
          <w:rtl/>
        </w:rPr>
        <w:t xml:space="preserve">ں </w:t>
      </w:r>
      <w:r>
        <w:rPr>
          <w:rtl/>
        </w:rPr>
        <w:t>مي</w:t>
      </w:r>
      <w:r w:rsidR="007D6C9B">
        <w:rPr>
          <w:rtl/>
        </w:rPr>
        <w:t xml:space="preserve">ں </w:t>
      </w:r>
      <w:r w:rsidR="00E664BB">
        <w:rPr>
          <w:rtl/>
        </w:rPr>
        <w:t>130</w:t>
      </w:r>
      <w:r>
        <w:rPr>
          <w:rtl/>
        </w:rPr>
        <w:t>/ بار سے زيادہ بيان ہوا ہے، ہم نے ان كو ايك جگہ جمع كيا اور ان كو مقدم و موخر كيا تاكہ واقعہ كى كيفيت ختم نہ ہونے پائے، اسى وجہ سے اگرچہ ظاہراً اس كتاب كا مواد جمع كرنا آسان كام ہے ليكن اس كے مختلف مراحل طے كرنے پڑے ہے</w:t>
      </w:r>
      <w:r w:rsidR="007D6C9B">
        <w:rPr>
          <w:rtl/>
        </w:rPr>
        <w:t xml:space="preserve">ں </w:t>
      </w:r>
      <w:r>
        <w:rPr>
          <w:rtl/>
        </w:rPr>
        <w:t xml:space="preserve">، منجملہ تفسيرى دورہ، واقعات كى جمع آورى اور ان كو منظم و مرتب كرنا واقعاً ايك فرصت طلب كام تھا(جو الحمد للہ مكمل ہوگيا) </w:t>
      </w:r>
    </w:p>
    <w:p w:rsidR="00DE2D7F" w:rsidRDefault="00E664BB" w:rsidP="00D07B54">
      <w:pPr>
        <w:pStyle w:val="libNormal"/>
        <w:rPr>
          <w:rtl/>
        </w:rPr>
      </w:pPr>
      <w:r>
        <w:rPr>
          <w:rtl/>
        </w:rPr>
        <w:t>2</w:t>
      </w:r>
      <w:r w:rsidR="00DE2D7F">
        <w:rPr>
          <w:rtl/>
        </w:rPr>
        <w:t>_ چونكہ واقعات قران سے ہم آہنگ ہي</w:t>
      </w:r>
      <w:r w:rsidR="007D6C9B">
        <w:rPr>
          <w:rtl/>
        </w:rPr>
        <w:t xml:space="preserve">ں </w:t>
      </w:r>
      <w:r w:rsidR="00DE2D7F">
        <w:rPr>
          <w:rtl/>
        </w:rPr>
        <w:t>حاشہ مي</w:t>
      </w:r>
      <w:r w:rsidR="007D6C9B">
        <w:rPr>
          <w:rtl/>
        </w:rPr>
        <w:t xml:space="preserve">ں </w:t>
      </w:r>
      <w:r w:rsidR="00DE2D7F">
        <w:rPr>
          <w:rtl/>
        </w:rPr>
        <w:t xml:space="preserve">سورہ اور آيت كا حوالہ لكھ ديا گيا ہے جس سے اگر كوئي تفسير نمونہ پر رجوع كرنا چاہے تو اس كے لئے آسان ہوجائے، اسى وجہ سے ان واقعيات كے حوالے </w:t>
      </w:r>
    </w:p>
    <w:p w:rsidR="00DE2D7F" w:rsidRDefault="001648F9" w:rsidP="00D07B54">
      <w:pPr>
        <w:pStyle w:val="libNormal"/>
        <w:rPr>
          <w:rtl/>
        </w:rPr>
      </w:pPr>
      <w:r>
        <w:rPr>
          <w:rtl/>
        </w:rPr>
        <w:t xml:space="preserve"> </w:t>
      </w:r>
      <w:r>
        <w:rPr>
          <w:rtl/>
        </w:rPr>
        <w:br w:type="page"/>
      </w:r>
      <w:r>
        <w:rPr>
          <w:rtl/>
        </w:rPr>
        <w:lastRenderedPageBreak/>
        <w:t xml:space="preserve"> </w:t>
      </w:r>
      <w:r>
        <w:rPr>
          <w:rtl/>
        </w:rPr>
        <w:cr/>
      </w:r>
      <w:r w:rsidR="00C2634E">
        <w:rPr>
          <w:rtl/>
        </w:rPr>
        <w:t xml:space="preserve"> </w:t>
      </w:r>
      <w:r w:rsidR="00C2634E">
        <w:rPr>
          <w:rtl/>
        </w:rPr>
        <w:cr/>
      </w:r>
      <w:r w:rsidR="00DE2D7F">
        <w:rPr>
          <w:rtl/>
        </w:rPr>
        <w:t>نہي</w:t>
      </w:r>
      <w:r w:rsidR="007D6C9B">
        <w:rPr>
          <w:rtl/>
        </w:rPr>
        <w:t xml:space="preserve">ں </w:t>
      </w:r>
      <w:r w:rsidR="00DE2D7F">
        <w:rPr>
          <w:rtl/>
        </w:rPr>
        <w:t>لكھے گئے ہي</w:t>
      </w:r>
      <w:r w:rsidR="007D6C9B">
        <w:rPr>
          <w:rtl/>
        </w:rPr>
        <w:t xml:space="preserve">ں </w:t>
      </w:r>
      <w:r w:rsidR="00DE2D7F">
        <w:rPr>
          <w:rtl/>
        </w:rPr>
        <w:t xml:space="preserve">_ </w:t>
      </w:r>
    </w:p>
    <w:p w:rsidR="00DE2D7F" w:rsidRDefault="00E664BB" w:rsidP="00D07B54">
      <w:pPr>
        <w:pStyle w:val="libNormal"/>
        <w:rPr>
          <w:rtl/>
        </w:rPr>
      </w:pPr>
      <w:r>
        <w:rPr>
          <w:rtl/>
        </w:rPr>
        <w:t>3</w:t>
      </w:r>
      <w:r w:rsidR="00DE2D7F">
        <w:rPr>
          <w:rtl/>
        </w:rPr>
        <w:t>_ قرآن كريم مي</w:t>
      </w:r>
      <w:r w:rsidR="007D6C9B">
        <w:rPr>
          <w:rtl/>
        </w:rPr>
        <w:t xml:space="preserve">ں </w:t>
      </w:r>
      <w:r w:rsidR="00DE2D7F">
        <w:rPr>
          <w:rtl/>
        </w:rPr>
        <w:t xml:space="preserve">مختلف واقعات كے علاوہ </w:t>
      </w:r>
      <w:r>
        <w:rPr>
          <w:rtl/>
        </w:rPr>
        <w:t>26</w:t>
      </w:r>
      <w:r w:rsidR="00DE2D7F">
        <w:rPr>
          <w:rtl/>
        </w:rPr>
        <w:t>/ انبياء عليہم السلام كا نام مبارك وضاحت كے ساتھ لياگيا ہے، جو درج ذيل ہي</w:t>
      </w:r>
      <w:r w:rsidR="007D6C9B">
        <w:rPr>
          <w:rtl/>
        </w:rPr>
        <w:t xml:space="preserve">ں </w:t>
      </w:r>
      <w:r w:rsidR="00DE2D7F">
        <w:rPr>
          <w:rtl/>
        </w:rPr>
        <w:t xml:space="preserve">: </w:t>
      </w:r>
    </w:p>
    <w:p w:rsidR="00DE2D7F" w:rsidRDefault="00DE2D7F" w:rsidP="00D07B54">
      <w:pPr>
        <w:pStyle w:val="libNormal"/>
        <w:rPr>
          <w:rtl/>
        </w:rPr>
      </w:pPr>
      <w:r>
        <w:rPr>
          <w:rtl/>
        </w:rPr>
        <w:t xml:space="preserve">حضرت آدم، ادريس، نوح، ہود، صالح، ابراہيم،اسماعيل، اسحاق، لوط، يوسف، يعقوب، شعيب، موسي، ہارون، داو د، سليمان، ايوب، يونس، الياس، اليَسع، ذاالكفل، عزير، زكريا، يحيى ، عيسى عليہم السلام اور حضرت محمد (ص) _ </w:t>
      </w:r>
    </w:p>
    <w:p w:rsidR="00DE2D7F" w:rsidRDefault="00DE2D7F" w:rsidP="00D07B54">
      <w:pPr>
        <w:pStyle w:val="libNormal"/>
        <w:rPr>
          <w:rtl/>
        </w:rPr>
      </w:pPr>
      <w:r>
        <w:rPr>
          <w:rtl/>
        </w:rPr>
        <w:t>ضمناً عرض ہے كہ حضرت اشموئيل (ع) نبى جن كا نام صراحت كے ساتھ قرآن كريم مي</w:t>
      </w:r>
      <w:r w:rsidR="007D6C9B">
        <w:rPr>
          <w:rtl/>
        </w:rPr>
        <w:t xml:space="preserve">ں </w:t>
      </w:r>
      <w:r>
        <w:rPr>
          <w:rtl/>
        </w:rPr>
        <w:t>نہي</w:t>
      </w:r>
      <w:r w:rsidR="007D6C9B">
        <w:rPr>
          <w:rtl/>
        </w:rPr>
        <w:t xml:space="preserve">ں </w:t>
      </w:r>
      <w:r>
        <w:rPr>
          <w:rtl/>
        </w:rPr>
        <w:t xml:space="preserve">ہے، ان كا واقعہ بھى بيان كيا گيا ہے_ </w:t>
      </w:r>
    </w:p>
    <w:p w:rsidR="00DE2D7F" w:rsidRDefault="00DE2D7F" w:rsidP="00D07B54">
      <w:pPr>
        <w:pStyle w:val="libNormal"/>
        <w:rPr>
          <w:rtl/>
        </w:rPr>
      </w:pPr>
      <w:r>
        <w:rPr>
          <w:rtl/>
        </w:rPr>
        <w:t>اس كتاب كو تين حصو</w:t>
      </w:r>
      <w:r w:rsidR="007D6C9B">
        <w:rPr>
          <w:rtl/>
        </w:rPr>
        <w:t xml:space="preserve">ں </w:t>
      </w:r>
      <w:r>
        <w:rPr>
          <w:rtl/>
        </w:rPr>
        <w:t>مي</w:t>
      </w:r>
      <w:r w:rsidR="007D6C9B">
        <w:rPr>
          <w:rtl/>
        </w:rPr>
        <w:t xml:space="preserve">ں </w:t>
      </w:r>
      <w:r>
        <w:rPr>
          <w:rtl/>
        </w:rPr>
        <w:t xml:space="preserve">تقسيم كيا گيا ہے: </w:t>
      </w:r>
    </w:p>
    <w:p w:rsidR="00DE2D7F" w:rsidRDefault="00DE2D7F" w:rsidP="00D07B54">
      <w:pPr>
        <w:pStyle w:val="libNormal"/>
        <w:rPr>
          <w:rtl/>
        </w:rPr>
      </w:pPr>
      <w:r>
        <w:rPr>
          <w:rtl/>
        </w:rPr>
        <w:t>پہلا حصہ: قرآن مي</w:t>
      </w:r>
      <w:r w:rsidR="007D6C9B">
        <w:rPr>
          <w:rtl/>
        </w:rPr>
        <w:t xml:space="preserve">ں </w:t>
      </w:r>
      <w:r>
        <w:rPr>
          <w:rtl/>
        </w:rPr>
        <w:t xml:space="preserve">بيان شدہ انبياء عليہ السلام كے واقعات_ </w:t>
      </w:r>
    </w:p>
    <w:p w:rsidR="00DE2D7F" w:rsidRDefault="00DE2D7F" w:rsidP="00D07B54">
      <w:pPr>
        <w:pStyle w:val="libNormal"/>
        <w:rPr>
          <w:rtl/>
        </w:rPr>
      </w:pPr>
      <w:r>
        <w:rPr>
          <w:rtl/>
        </w:rPr>
        <w:t>دوسرا حصہ: قرآن مي</w:t>
      </w:r>
      <w:r w:rsidR="007D6C9B">
        <w:rPr>
          <w:rtl/>
        </w:rPr>
        <w:t xml:space="preserve">ں </w:t>
      </w:r>
      <w:r>
        <w:rPr>
          <w:rtl/>
        </w:rPr>
        <w:t xml:space="preserve">بيان شدہ دوسرے واقعات_ </w:t>
      </w:r>
    </w:p>
    <w:p w:rsidR="00DE2D7F" w:rsidRDefault="00DE2D7F" w:rsidP="00D07B54">
      <w:pPr>
        <w:pStyle w:val="libNormal"/>
        <w:rPr>
          <w:rtl/>
        </w:rPr>
      </w:pPr>
      <w:r>
        <w:rPr>
          <w:rtl/>
        </w:rPr>
        <w:t>تيسرا حصہ: قرآن مي</w:t>
      </w:r>
      <w:r w:rsidR="007D6C9B">
        <w:rPr>
          <w:rtl/>
        </w:rPr>
        <w:t xml:space="preserve">ں </w:t>
      </w:r>
      <w:r>
        <w:rPr>
          <w:rtl/>
        </w:rPr>
        <w:t xml:space="preserve">بيان شدہ پيغمبر اكرم (ص) كے واقعات_ </w:t>
      </w:r>
    </w:p>
    <w:p w:rsidR="00DE2D7F" w:rsidRDefault="00DE2D7F" w:rsidP="00D07B54">
      <w:pPr>
        <w:pStyle w:val="libNormal"/>
        <w:rPr>
          <w:rtl/>
        </w:rPr>
      </w:pPr>
      <w:r>
        <w:rPr>
          <w:rtl/>
        </w:rPr>
        <w:t>اميد ہے كہ يہ ناچيز كوشش حضرت بقية اللہ امام زمانہ عجل اللہ تعالى فرجہ الشريف كى بارگاہ مي</w:t>
      </w:r>
      <w:r w:rsidR="007D6C9B">
        <w:rPr>
          <w:rtl/>
        </w:rPr>
        <w:t xml:space="preserve">ں </w:t>
      </w:r>
      <w:r>
        <w:rPr>
          <w:rtl/>
        </w:rPr>
        <w:t xml:space="preserve">مقبول و منظور قرار پائے گي_ </w:t>
      </w:r>
    </w:p>
    <w:p w:rsidR="00DE2D7F" w:rsidRDefault="00DE2D7F" w:rsidP="00D07B54">
      <w:pPr>
        <w:pStyle w:val="libNormal"/>
        <w:rPr>
          <w:rtl/>
        </w:rPr>
      </w:pPr>
    </w:p>
    <w:p w:rsidR="00DE2D7F" w:rsidRDefault="00DE2D7F" w:rsidP="00D07B54">
      <w:pPr>
        <w:pStyle w:val="libNormal"/>
        <w:rPr>
          <w:rtl/>
        </w:rPr>
      </w:pPr>
      <w:r>
        <w:rPr>
          <w:rtl/>
        </w:rPr>
        <w:t xml:space="preserve">سيد حسين حسينى </w:t>
      </w:r>
    </w:p>
    <w:p w:rsidR="00DE2D7F" w:rsidRDefault="00DE2D7F" w:rsidP="00D07B54">
      <w:pPr>
        <w:pStyle w:val="libNormal"/>
        <w:rPr>
          <w:rtl/>
        </w:rPr>
      </w:pPr>
      <w:r>
        <w:rPr>
          <w:rtl/>
        </w:rPr>
        <w:t xml:space="preserve">قم المقدسہ </w:t>
      </w:r>
    </w:p>
    <w:p w:rsidR="00DE2D7F" w:rsidRDefault="001648F9" w:rsidP="00D07B54">
      <w:pPr>
        <w:pStyle w:val="libNormal"/>
        <w:rPr>
          <w:rtl/>
        </w:rPr>
      </w:pPr>
      <w:r>
        <w:rPr>
          <w:rtl/>
        </w:rPr>
        <w:t xml:space="preserve"> </w:t>
      </w:r>
      <w:r>
        <w:rPr>
          <w:rtl/>
        </w:rPr>
        <w:br w:type="page"/>
      </w:r>
      <w:r>
        <w:rPr>
          <w:rtl/>
        </w:rPr>
        <w:lastRenderedPageBreak/>
        <w:t xml:space="preserve"> </w:t>
      </w:r>
      <w:r>
        <w:rPr>
          <w:rtl/>
        </w:rPr>
        <w:cr/>
      </w:r>
    </w:p>
    <w:p w:rsidR="00BC7D29" w:rsidRDefault="00DE2D7F" w:rsidP="00D07B54">
      <w:pPr>
        <w:pStyle w:val="Heading2Center"/>
      </w:pPr>
      <w:bookmarkStart w:id="5" w:name="_Toc7268402"/>
      <w:r>
        <w:rPr>
          <w:rtl/>
        </w:rPr>
        <w:t>انسانى زندگى پر داستان كااثر</w:t>
      </w:r>
      <w:bookmarkEnd w:id="5"/>
    </w:p>
    <w:p w:rsidR="00DE2D7F" w:rsidRDefault="00DE2D7F" w:rsidP="00D07B54">
      <w:pPr>
        <w:pStyle w:val="libNormal"/>
        <w:rPr>
          <w:rtl/>
        </w:rPr>
      </w:pPr>
      <w:r>
        <w:rPr>
          <w:rtl/>
        </w:rPr>
        <w:t xml:space="preserve"> قران كريم كا بہت ساحصہ گزشتہ قومو</w:t>
      </w:r>
      <w:r w:rsidR="007D6C9B">
        <w:rPr>
          <w:rtl/>
        </w:rPr>
        <w:t xml:space="preserve">ں </w:t>
      </w:r>
      <w:r>
        <w:rPr>
          <w:rtl/>
        </w:rPr>
        <w:t>كى سرگذشت اور گزرنے ہوئے لوگو</w:t>
      </w:r>
      <w:r w:rsidR="007D6C9B">
        <w:rPr>
          <w:rtl/>
        </w:rPr>
        <w:t xml:space="preserve">ں </w:t>
      </w:r>
      <w:r>
        <w:rPr>
          <w:rtl/>
        </w:rPr>
        <w:t>كے واقعات زندگى كى صورت مي</w:t>
      </w:r>
      <w:r w:rsidR="007D6C9B">
        <w:rPr>
          <w:rtl/>
        </w:rPr>
        <w:t xml:space="preserve">ں </w:t>
      </w:r>
      <w:r>
        <w:rPr>
          <w:rtl/>
        </w:rPr>
        <w:t>ہے،اس پہلو پر نظر كرنے سے يہ سوال سامنے اتا ہے كہ ايك تربيت كنندہ اور انسان ساز كتاب مي</w:t>
      </w:r>
      <w:r w:rsidR="007D6C9B">
        <w:rPr>
          <w:rtl/>
        </w:rPr>
        <w:t xml:space="preserve">ں </w:t>
      </w:r>
      <w:r>
        <w:rPr>
          <w:rtl/>
        </w:rPr>
        <w:t>يہ سب تاريخ اور داستاني</w:t>
      </w:r>
      <w:r w:rsidR="007D6C9B">
        <w:rPr>
          <w:rtl/>
        </w:rPr>
        <w:t xml:space="preserve">ں </w:t>
      </w:r>
      <w:r>
        <w:rPr>
          <w:rtl/>
        </w:rPr>
        <w:t>كيو</w:t>
      </w:r>
      <w:r w:rsidR="007D6C9B">
        <w:rPr>
          <w:rtl/>
        </w:rPr>
        <w:t xml:space="preserve">ں </w:t>
      </w:r>
      <w:r>
        <w:rPr>
          <w:rtl/>
        </w:rPr>
        <w:t>ہي</w:t>
      </w:r>
      <w:r w:rsidR="007D6C9B">
        <w:rPr>
          <w:rtl/>
        </w:rPr>
        <w:t xml:space="preserve">ں </w:t>
      </w:r>
      <w:r>
        <w:rPr>
          <w:rtl/>
        </w:rPr>
        <w:t xml:space="preserve">_ </w:t>
      </w:r>
    </w:p>
    <w:p w:rsidR="00DE2D7F" w:rsidRDefault="00DE2D7F" w:rsidP="00D07B54">
      <w:pPr>
        <w:pStyle w:val="libNormal"/>
        <w:rPr>
          <w:rtl/>
        </w:rPr>
      </w:pPr>
      <w:r>
        <w:rPr>
          <w:rtl/>
        </w:rPr>
        <w:t xml:space="preserve">ليكن ذيل كے چند نكات كى طرف توجہ كرنے سے يہ مسئلہ واضح ہوجاتا ہے -: </w:t>
      </w:r>
    </w:p>
    <w:p w:rsidR="00DE2D7F" w:rsidRDefault="00E664BB" w:rsidP="00D07B54">
      <w:pPr>
        <w:pStyle w:val="libNormal"/>
        <w:rPr>
          <w:rtl/>
        </w:rPr>
      </w:pPr>
      <w:r>
        <w:rPr>
          <w:rtl/>
        </w:rPr>
        <w:t>1</w:t>
      </w:r>
      <w:r w:rsidR="00DE2D7F">
        <w:rPr>
          <w:rtl/>
        </w:rPr>
        <w:t>_تاريخ انسانى زندگى كے مختلف مسائل كى تجربہ گاہ ہے اور جو چيزي</w:t>
      </w:r>
      <w:r w:rsidR="007D6C9B">
        <w:rPr>
          <w:rtl/>
        </w:rPr>
        <w:t xml:space="preserve">ں </w:t>
      </w:r>
      <w:r w:rsidR="00DE2D7F">
        <w:rPr>
          <w:rtl/>
        </w:rPr>
        <w:t>انسان عقلى دلائل سے اپنى ذہن مي</w:t>
      </w:r>
      <w:r w:rsidR="007D6C9B">
        <w:rPr>
          <w:rtl/>
        </w:rPr>
        <w:t xml:space="preserve">ں </w:t>
      </w:r>
      <w:r w:rsidR="00DE2D7F">
        <w:rPr>
          <w:rtl/>
        </w:rPr>
        <w:t>منعكس كرتا ہے انھي</w:t>
      </w:r>
      <w:r w:rsidR="007D6C9B">
        <w:rPr>
          <w:rtl/>
        </w:rPr>
        <w:t xml:space="preserve">ں </w:t>
      </w:r>
      <w:r w:rsidR="00DE2D7F">
        <w:rPr>
          <w:rtl/>
        </w:rPr>
        <w:t>تاريخ كے صفحات مي</w:t>
      </w:r>
      <w:r w:rsidR="007D6C9B">
        <w:rPr>
          <w:rtl/>
        </w:rPr>
        <w:t xml:space="preserve">ں </w:t>
      </w:r>
      <w:r w:rsidR="00DE2D7F">
        <w:rPr>
          <w:rtl/>
        </w:rPr>
        <w:t>عينى صورت مي</w:t>
      </w:r>
      <w:r w:rsidR="007D6C9B">
        <w:rPr>
          <w:rtl/>
        </w:rPr>
        <w:t xml:space="preserve">ں </w:t>
      </w:r>
      <w:r w:rsidR="00DE2D7F">
        <w:rPr>
          <w:rtl/>
        </w:rPr>
        <w:t>كھلا ہوا پاتا ہے اور اس طرف توجہ كرتے ہوئے كہ معلومات مي</w:t>
      </w:r>
      <w:r w:rsidR="007D6C9B">
        <w:rPr>
          <w:rtl/>
        </w:rPr>
        <w:t xml:space="preserve">ں </w:t>
      </w:r>
      <w:r w:rsidR="00DE2D7F">
        <w:rPr>
          <w:rtl/>
        </w:rPr>
        <w:t>سے زيادہ قابل اعتماد وہ ہي</w:t>
      </w:r>
      <w:r w:rsidR="007D6C9B">
        <w:rPr>
          <w:rtl/>
        </w:rPr>
        <w:t xml:space="preserve">ں </w:t>
      </w:r>
      <w:r w:rsidR="00DE2D7F">
        <w:rPr>
          <w:rtl/>
        </w:rPr>
        <w:t>جو حسى پہلو ركھتى ہي</w:t>
      </w:r>
      <w:r w:rsidR="007D6C9B">
        <w:rPr>
          <w:rtl/>
        </w:rPr>
        <w:t xml:space="preserve">ں </w:t>
      </w:r>
      <w:r w:rsidR="00DE2D7F">
        <w:rPr>
          <w:rtl/>
        </w:rPr>
        <w:t>،واقعات زندگى مي</w:t>
      </w:r>
      <w:r w:rsidR="007D6C9B">
        <w:rPr>
          <w:rtl/>
        </w:rPr>
        <w:t xml:space="preserve">ں </w:t>
      </w:r>
      <w:r w:rsidR="00DE2D7F">
        <w:rPr>
          <w:rtl/>
        </w:rPr>
        <w:t>تاريخ كا اثر واضح طور پر ديكھا جا سكتا ہے ،انسان اپنى انكھو</w:t>
      </w:r>
      <w:r w:rsidR="007D6C9B">
        <w:rPr>
          <w:rtl/>
        </w:rPr>
        <w:t xml:space="preserve">ں </w:t>
      </w:r>
      <w:r w:rsidR="00DE2D7F">
        <w:rPr>
          <w:rtl/>
        </w:rPr>
        <w:t>سے صفحات تاريخ مي</w:t>
      </w:r>
      <w:r w:rsidR="007D6C9B">
        <w:rPr>
          <w:rtl/>
        </w:rPr>
        <w:t xml:space="preserve">ں </w:t>
      </w:r>
      <w:r w:rsidR="00DE2D7F">
        <w:rPr>
          <w:rtl/>
        </w:rPr>
        <w:t>اختلاف و انتشار كى وجہ سے كسى قوم كى مرگ بار شكست ديكھتا ہے اور اسى طرح اتحاد و ہم بستگى كے باعث كسى دوسرى قوم كى درخشا</w:t>
      </w:r>
      <w:r w:rsidR="007D6C9B">
        <w:rPr>
          <w:rtl/>
        </w:rPr>
        <w:t xml:space="preserve">ں </w:t>
      </w:r>
      <w:r w:rsidR="00DE2D7F">
        <w:rPr>
          <w:rtl/>
        </w:rPr>
        <w:t xml:space="preserve">كاميابى كا مشاہدہ كرتا ہے _ </w:t>
      </w:r>
    </w:p>
    <w:p w:rsidR="00DE2D7F" w:rsidRDefault="00DE2D7F" w:rsidP="00D07B54">
      <w:pPr>
        <w:pStyle w:val="libNormal"/>
        <w:rPr>
          <w:rtl/>
        </w:rPr>
      </w:pPr>
      <w:r>
        <w:rPr>
          <w:rtl/>
        </w:rPr>
        <w:t>گزشتہ لوگو</w:t>
      </w:r>
      <w:r w:rsidR="007D6C9B">
        <w:rPr>
          <w:rtl/>
        </w:rPr>
        <w:t xml:space="preserve">ں </w:t>
      </w:r>
      <w:r>
        <w:rPr>
          <w:rtl/>
        </w:rPr>
        <w:t>كے حالات ان كے نہايت قيمتى تجربات كا مجموعہ ہي</w:t>
      </w:r>
      <w:r w:rsidR="007D6C9B">
        <w:rPr>
          <w:rtl/>
        </w:rPr>
        <w:t xml:space="preserve">ں </w:t>
      </w:r>
      <w:r>
        <w:rPr>
          <w:rtl/>
        </w:rPr>
        <w:t>اور ہم جانتے ہي</w:t>
      </w:r>
      <w:r w:rsidR="007D6C9B">
        <w:rPr>
          <w:rtl/>
        </w:rPr>
        <w:t xml:space="preserve">ں </w:t>
      </w:r>
      <w:r>
        <w:rPr>
          <w:rtl/>
        </w:rPr>
        <w:t>كہ زندگى كا ماحصل تجربے كے علاوہ كچھ بھى نہي</w:t>
      </w:r>
      <w:r w:rsidR="007D6C9B">
        <w:rPr>
          <w:rtl/>
        </w:rPr>
        <w:t xml:space="preserve">ں </w:t>
      </w:r>
      <w:r>
        <w:rPr>
          <w:rtl/>
        </w:rPr>
        <w:t xml:space="preserve">_ </w:t>
      </w:r>
    </w:p>
    <w:p w:rsidR="00DE2D7F" w:rsidRDefault="00DE2D7F" w:rsidP="00D07B54">
      <w:pPr>
        <w:pStyle w:val="libNormal"/>
        <w:rPr>
          <w:rtl/>
        </w:rPr>
      </w:pPr>
      <w:r>
        <w:rPr>
          <w:rtl/>
        </w:rPr>
        <w:t>تاريخ ايك ائينہ ہے جو اپنے اندر تمام انسانى معاشرو</w:t>
      </w:r>
      <w:r w:rsidR="007D6C9B">
        <w:rPr>
          <w:rtl/>
        </w:rPr>
        <w:t xml:space="preserve">ں </w:t>
      </w:r>
      <w:r>
        <w:rPr>
          <w:rtl/>
        </w:rPr>
        <w:t xml:space="preserve">كا ڈھانچہ منعكس كرتا ہے ،يہ ائينہ ان كى </w:t>
      </w:r>
    </w:p>
    <w:p w:rsidR="00DE2D7F" w:rsidRDefault="001648F9" w:rsidP="00D07B54">
      <w:pPr>
        <w:pStyle w:val="libNormal"/>
        <w:rPr>
          <w:rtl/>
        </w:rPr>
      </w:pPr>
      <w:r>
        <w:rPr>
          <w:rtl/>
        </w:rPr>
        <w:t xml:space="preserve"> </w:t>
      </w:r>
      <w:r>
        <w:rPr>
          <w:rtl/>
        </w:rPr>
        <w:br w:type="page"/>
      </w:r>
      <w:r>
        <w:rPr>
          <w:rtl/>
        </w:rPr>
        <w:lastRenderedPageBreak/>
        <w:t xml:space="preserve"> </w:t>
      </w:r>
      <w:r>
        <w:rPr>
          <w:rtl/>
        </w:rPr>
        <w:cr/>
      </w:r>
      <w:r w:rsidR="00DE2D7F">
        <w:rPr>
          <w:rtl/>
        </w:rPr>
        <w:t>برائيا</w:t>
      </w:r>
      <w:r w:rsidR="007D6C9B">
        <w:rPr>
          <w:rtl/>
        </w:rPr>
        <w:t xml:space="preserve">ں </w:t>
      </w:r>
      <w:r w:rsidR="00DE2D7F">
        <w:rPr>
          <w:rtl/>
        </w:rPr>
        <w:t>اچھائيا</w:t>
      </w:r>
      <w:r w:rsidR="007D6C9B">
        <w:rPr>
          <w:rtl/>
        </w:rPr>
        <w:t xml:space="preserve">ں </w:t>
      </w:r>
      <w:r w:rsidR="00DE2D7F">
        <w:rPr>
          <w:rtl/>
        </w:rPr>
        <w:t>،كاميابيا</w:t>
      </w:r>
      <w:r w:rsidR="007D6C9B">
        <w:rPr>
          <w:rtl/>
        </w:rPr>
        <w:t xml:space="preserve">ں </w:t>
      </w:r>
      <w:r w:rsidR="00DE2D7F">
        <w:rPr>
          <w:rtl/>
        </w:rPr>
        <w:t>،ناكاميا</w:t>
      </w:r>
      <w:r w:rsidR="007D6C9B">
        <w:rPr>
          <w:rtl/>
        </w:rPr>
        <w:t xml:space="preserve">ں </w:t>
      </w:r>
      <w:r w:rsidR="00DE2D7F">
        <w:rPr>
          <w:rtl/>
        </w:rPr>
        <w:t>،فتوحات ،شكستي</w:t>
      </w:r>
      <w:r w:rsidR="007D6C9B">
        <w:rPr>
          <w:rtl/>
        </w:rPr>
        <w:t xml:space="preserve">ں </w:t>
      </w:r>
      <w:r w:rsidR="00DE2D7F">
        <w:rPr>
          <w:rtl/>
        </w:rPr>
        <w:t>اور ان سب امور كے عوامل و اسباب دكھاديتا ہے ،اسى بنا پر ان كى پورى عمر كے تجربات سميٹ ليتا ہے ،اسى بنا پر حضرت على (ع) اپنے ابرو مند فرزند كے نام اپنے تاريخى وصيت نامہ مي</w:t>
      </w:r>
      <w:r w:rsidR="007D6C9B">
        <w:rPr>
          <w:rtl/>
        </w:rPr>
        <w:t xml:space="preserve">ں </w:t>
      </w:r>
      <w:r w:rsidR="00DE2D7F">
        <w:rPr>
          <w:rtl/>
        </w:rPr>
        <w:t>فرماتے ہي</w:t>
      </w:r>
      <w:r w:rsidR="007D6C9B">
        <w:rPr>
          <w:rtl/>
        </w:rPr>
        <w:t xml:space="preserve">ں </w:t>
      </w:r>
      <w:r w:rsidR="00DE2D7F">
        <w:rPr>
          <w:rtl/>
        </w:rPr>
        <w:t xml:space="preserve">: </w:t>
      </w:r>
    </w:p>
    <w:p w:rsidR="00DE2D7F" w:rsidRDefault="00DE2D7F" w:rsidP="00D07B54">
      <w:pPr>
        <w:pStyle w:val="libNormal"/>
        <w:rPr>
          <w:rtl/>
        </w:rPr>
      </w:pPr>
      <w:r>
        <w:rPr>
          <w:rtl/>
        </w:rPr>
        <w:t>''اے ميرے بيٹےاگر گزشتہ لوگو</w:t>
      </w:r>
      <w:r w:rsidR="007D6C9B">
        <w:rPr>
          <w:rtl/>
        </w:rPr>
        <w:t xml:space="preserve">ں </w:t>
      </w:r>
      <w:r>
        <w:rPr>
          <w:rtl/>
        </w:rPr>
        <w:t>كى عمر يكجا مجھے حاصل نہي</w:t>
      </w:r>
      <w:r w:rsidR="007D6C9B">
        <w:rPr>
          <w:rtl/>
        </w:rPr>
        <w:t xml:space="preserve">ں </w:t>
      </w:r>
      <w:r>
        <w:rPr>
          <w:rtl/>
        </w:rPr>
        <w:t>تاہم مي</w:t>
      </w:r>
      <w:r w:rsidR="007D6C9B">
        <w:rPr>
          <w:rtl/>
        </w:rPr>
        <w:t xml:space="preserve">ں </w:t>
      </w:r>
      <w:r>
        <w:rPr>
          <w:rtl/>
        </w:rPr>
        <w:t>نے ان كے اعمال ديكھے ہي</w:t>
      </w:r>
      <w:r w:rsidR="007D6C9B">
        <w:rPr>
          <w:rtl/>
        </w:rPr>
        <w:t xml:space="preserve">ں </w:t>
      </w:r>
      <w:r>
        <w:rPr>
          <w:rtl/>
        </w:rPr>
        <w:t>،ان كے واقعات مي</w:t>
      </w:r>
      <w:r w:rsidR="007D6C9B">
        <w:rPr>
          <w:rtl/>
        </w:rPr>
        <w:t xml:space="preserve">ں </w:t>
      </w:r>
      <w:r>
        <w:rPr>
          <w:rtl/>
        </w:rPr>
        <w:t>غور و فكر كيا ہے اور ان كے اثار كى سير و سياحت كى ہے اس طرح سے گويا مي</w:t>
      </w:r>
      <w:r w:rsidR="007D6C9B">
        <w:rPr>
          <w:rtl/>
        </w:rPr>
        <w:t xml:space="preserve">ں </w:t>
      </w:r>
      <w:r>
        <w:rPr>
          <w:rtl/>
        </w:rPr>
        <w:t>ان مي</w:t>
      </w:r>
      <w:r w:rsidR="007D6C9B">
        <w:rPr>
          <w:rtl/>
        </w:rPr>
        <w:t xml:space="preserve">ں </w:t>
      </w:r>
      <w:r>
        <w:rPr>
          <w:rtl/>
        </w:rPr>
        <w:t>سے ايك ہوگيا ہو</w:t>
      </w:r>
      <w:r w:rsidR="007D6C9B">
        <w:rPr>
          <w:rtl/>
        </w:rPr>
        <w:t xml:space="preserve">ں </w:t>
      </w:r>
      <w:r>
        <w:rPr>
          <w:rtl/>
        </w:rPr>
        <w:t>،بلكہ اس بناپر كہ مي</w:t>
      </w:r>
      <w:r w:rsidR="007D6C9B">
        <w:rPr>
          <w:rtl/>
        </w:rPr>
        <w:t xml:space="preserve">ں </w:t>
      </w:r>
      <w:r>
        <w:rPr>
          <w:rtl/>
        </w:rPr>
        <w:t>نے ان كى تاريخ كے تجربات معلوم كئے ہي</w:t>
      </w:r>
      <w:r w:rsidR="007D6C9B">
        <w:rPr>
          <w:rtl/>
        </w:rPr>
        <w:t xml:space="preserve">ں </w:t>
      </w:r>
      <w:r>
        <w:rPr>
          <w:rtl/>
        </w:rPr>
        <w:t>تو گويا مي</w:t>
      </w:r>
      <w:r w:rsidR="007D6C9B">
        <w:rPr>
          <w:rtl/>
        </w:rPr>
        <w:t xml:space="preserve">ں </w:t>
      </w:r>
      <w:r>
        <w:rPr>
          <w:rtl/>
        </w:rPr>
        <w:t>نے ان كے اولين واخرين كے ساتھ زندگى گذارى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البتہ_يہا</w:t>
      </w:r>
      <w:r w:rsidR="007D6C9B">
        <w:rPr>
          <w:rtl/>
        </w:rPr>
        <w:t xml:space="preserve">ں </w:t>
      </w:r>
      <w:r>
        <w:rPr>
          <w:rtl/>
        </w:rPr>
        <w:t>تاريخ سے مراد وہ تاريخ ہے جو خرافات ،اتہامات ،دروغ گوئيو</w:t>
      </w:r>
      <w:r w:rsidR="007D6C9B">
        <w:rPr>
          <w:rtl/>
        </w:rPr>
        <w:t xml:space="preserve">ں </w:t>
      </w:r>
      <w:r>
        <w:rPr>
          <w:rtl/>
        </w:rPr>
        <w:t>،چاپلوسيو</w:t>
      </w:r>
      <w:r w:rsidR="007D6C9B">
        <w:rPr>
          <w:rtl/>
        </w:rPr>
        <w:t xml:space="preserve">ں </w:t>
      </w:r>
      <w:r>
        <w:rPr>
          <w:rtl/>
        </w:rPr>
        <w:t>،ثناخوانيو</w:t>
      </w:r>
      <w:r w:rsidR="007D6C9B">
        <w:rPr>
          <w:rtl/>
        </w:rPr>
        <w:t xml:space="preserve">ں </w:t>
      </w:r>
      <w:r>
        <w:rPr>
          <w:rtl/>
        </w:rPr>
        <w:t>،تحريفو</w:t>
      </w:r>
      <w:r w:rsidR="007D6C9B">
        <w:rPr>
          <w:rtl/>
        </w:rPr>
        <w:t xml:space="preserve">ں </w:t>
      </w:r>
      <w:r>
        <w:rPr>
          <w:rtl/>
        </w:rPr>
        <w:t xml:space="preserve">اور مسخ شدہ واقعات سے خالى ہو ليكن افسوس سے كہنا پڑتا ہے_ </w:t>
      </w:r>
    </w:p>
    <w:p w:rsidR="00DE2D7F" w:rsidRDefault="00DE2D7F" w:rsidP="00D07B54">
      <w:pPr>
        <w:pStyle w:val="libNormal"/>
        <w:rPr>
          <w:rtl/>
        </w:rPr>
      </w:pPr>
      <w:r>
        <w:rPr>
          <w:rtl/>
        </w:rPr>
        <w:t>كہ ايسى تاريخي</w:t>
      </w:r>
      <w:r w:rsidR="007D6C9B">
        <w:rPr>
          <w:rtl/>
        </w:rPr>
        <w:t xml:space="preserve">ں </w:t>
      </w:r>
      <w:r>
        <w:rPr>
          <w:rtl/>
        </w:rPr>
        <w:t>بہت كم ہي</w:t>
      </w:r>
      <w:r w:rsidR="007D6C9B">
        <w:rPr>
          <w:rtl/>
        </w:rPr>
        <w:t xml:space="preserve">ں </w:t>
      </w:r>
      <w:r>
        <w:rPr>
          <w:rtl/>
        </w:rPr>
        <w:t>،اس سلسلے مي</w:t>
      </w:r>
      <w:r w:rsidR="007D6C9B">
        <w:rPr>
          <w:rtl/>
        </w:rPr>
        <w:t xml:space="preserve">ں </w:t>
      </w:r>
      <w:r>
        <w:rPr>
          <w:rtl/>
        </w:rPr>
        <w:t>قران نے حقيقى تاريخ كے جو نمونے پيش كئے ہي</w:t>
      </w:r>
      <w:r w:rsidR="007D6C9B">
        <w:rPr>
          <w:rtl/>
        </w:rPr>
        <w:t xml:space="preserve">ں </w:t>
      </w:r>
      <w:r>
        <w:rPr>
          <w:rtl/>
        </w:rPr>
        <w:t>اس كے اثر كو نظر سے اوجھل نہي</w:t>
      </w:r>
      <w:r w:rsidR="007D6C9B">
        <w:rPr>
          <w:rtl/>
        </w:rPr>
        <w:t xml:space="preserve">ں </w:t>
      </w:r>
      <w:r>
        <w:rPr>
          <w:rtl/>
        </w:rPr>
        <w:t xml:space="preserve">رہنا چاہئے_ </w:t>
      </w:r>
    </w:p>
    <w:p w:rsidR="00DE2D7F" w:rsidRDefault="00DE2D7F" w:rsidP="00D07B54">
      <w:pPr>
        <w:pStyle w:val="libNormal"/>
        <w:rPr>
          <w:rtl/>
        </w:rPr>
      </w:pPr>
      <w:r>
        <w:rPr>
          <w:rtl/>
        </w:rPr>
        <w:t xml:space="preserve">ايسى تاريخ كى ضرورت ہے كہ جو ائينے كى طرح صاف ہو نہ كہ كثرنما ہو ،ايسى تاريخ كہ جو صرف واقعات ذكر نہ كرے بلكہ اس كى بنياد اور تنائج بھى تلاش كرے_ </w:t>
      </w:r>
    </w:p>
    <w:p w:rsidR="00DE2D7F" w:rsidRDefault="00DE2D7F" w:rsidP="00D07B54">
      <w:pPr>
        <w:pStyle w:val="libNormal"/>
        <w:rPr>
          <w:rtl/>
        </w:rPr>
      </w:pPr>
      <w:r>
        <w:rPr>
          <w:rtl/>
        </w:rPr>
        <w:t>ان حالات مي</w:t>
      </w:r>
      <w:r w:rsidR="007D6C9B">
        <w:rPr>
          <w:rtl/>
        </w:rPr>
        <w:t xml:space="preserve">ں </w:t>
      </w:r>
      <w:r>
        <w:rPr>
          <w:rtl/>
        </w:rPr>
        <w:t>قران كى جو تربيت كى ايك اعلى كتاب ہے تاريخ سے استفادہ كيو</w:t>
      </w:r>
      <w:r w:rsidR="007D6C9B">
        <w:rPr>
          <w:rtl/>
        </w:rPr>
        <w:t xml:space="preserve">ں </w:t>
      </w:r>
      <w:r>
        <w:rPr>
          <w:rtl/>
        </w:rPr>
        <w:t>نہ كرے اور گزشتہ لوگو</w:t>
      </w:r>
      <w:r w:rsidR="007D6C9B">
        <w:rPr>
          <w:rtl/>
        </w:rPr>
        <w:t xml:space="preserve">ں </w:t>
      </w:r>
      <w:r>
        <w:rPr>
          <w:rtl/>
        </w:rPr>
        <w:t>كے واقعات سے مثالي</w:t>
      </w:r>
      <w:r w:rsidR="007D6C9B">
        <w:rPr>
          <w:rtl/>
        </w:rPr>
        <w:t xml:space="preserve">ں </w:t>
      </w:r>
      <w:r>
        <w:rPr>
          <w:rtl/>
        </w:rPr>
        <w:t>اور شواہد كيو</w:t>
      </w:r>
      <w:r w:rsidR="007D6C9B">
        <w:rPr>
          <w:rtl/>
        </w:rPr>
        <w:t xml:space="preserve">ں </w:t>
      </w:r>
      <w:r>
        <w:rPr>
          <w:rtl/>
        </w:rPr>
        <w:t xml:space="preserve">پيش نہ كرے _ </w:t>
      </w:r>
    </w:p>
    <w:p w:rsidR="00DE2D7F" w:rsidRDefault="00E664BB" w:rsidP="00D07B54">
      <w:pPr>
        <w:pStyle w:val="libNormal"/>
        <w:rPr>
          <w:rtl/>
        </w:rPr>
      </w:pPr>
      <w:r>
        <w:rPr>
          <w:rtl/>
        </w:rPr>
        <w:t>2</w:t>
      </w:r>
      <w:r w:rsidR="00DE2D7F">
        <w:rPr>
          <w:rtl/>
        </w:rPr>
        <w:t>_علاوہ ازي</w:t>
      </w:r>
      <w:r w:rsidR="007D6C9B">
        <w:rPr>
          <w:rtl/>
        </w:rPr>
        <w:t xml:space="preserve">ں </w:t>
      </w:r>
      <w:r w:rsidR="00DE2D7F">
        <w:rPr>
          <w:rtl/>
        </w:rPr>
        <w:t>تاريخ ايك خاص قوت جاذبہ ركھتى ہے اور انسان بچپن سے لے كر بڑھاپے تك اپنى عمر كے تمام ادوار مي</w:t>
      </w:r>
      <w:r w:rsidR="007D6C9B">
        <w:rPr>
          <w:rtl/>
        </w:rPr>
        <w:t xml:space="preserve">ں </w:t>
      </w:r>
      <w:r w:rsidR="00DE2D7F">
        <w:rPr>
          <w:rtl/>
        </w:rPr>
        <w:t>اس زبر دست قوت جاذبہ كے زير اثر رہتا ہے ،اسى بنا پر دنيا كى ادبيات كا ايك اہم حصہ اور انشا پر دازو</w:t>
      </w:r>
      <w:r w:rsidR="007D6C9B">
        <w:rPr>
          <w:rtl/>
        </w:rPr>
        <w:t xml:space="preserve">ں </w:t>
      </w:r>
      <w:r w:rsidR="00DE2D7F">
        <w:rPr>
          <w:rtl/>
        </w:rPr>
        <w:t>كے عظيم اثار تاريخ اور واقعات پر مشتمل ہي</w:t>
      </w:r>
      <w:r w:rsidR="007D6C9B">
        <w:rPr>
          <w:rtl/>
        </w:rPr>
        <w:t xml:space="preserve">ں </w:t>
      </w:r>
      <w:r w:rsidR="00DE2D7F">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نہج البلاغہ ،مكتوب </w:t>
      </w:r>
      <w:r w:rsidR="00E664BB">
        <w:rPr>
          <w:rtl/>
        </w:rPr>
        <w:t>31</w:t>
      </w:r>
      <w:r>
        <w:rPr>
          <w:rtl/>
        </w:rPr>
        <w:t xml:space="preserve">،بنام امام حسن مجتبى عليہ السلام </w:t>
      </w:r>
    </w:p>
    <w:p w:rsidR="006C2900" w:rsidRDefault="001648F9" w:rsidP="00D07B54">
      <w:pPr>
        <w:pStyle w:val="libNormal"/>
      </w:pPr>
      <w:r>
        <w:rPr>
          <w:rtl/>
        </w:rPr>
        <w:t xml:space="preserve"> </w:t>
      </w:r>
      <w:r>
        <w:rPr>
          <w:rtl/>
        </w:rPr>
        <w:br w:type="page"/>
      </w:r>
    </w:p>
    <w:p w:rsidR="006C2900" w:rsidRDefault="006C2900" w:rsidP="00D07B54">
      <w:pPr>
        <w:pStyle w:val="libNormal"/>
      </w:pPr>
    </w:p>
    <w:p w:rsidR="00DE2D7F" w:rsidRDefault="00DE2D7F" w:rsidP="00D07B54">
      <w:pPr>
        <w:pStyle w:val="libNormal"/>
        <w:rPr>
          <w:rtl/>
        </w:rPr>
      </w:pPr>
      <w:r>
        <w:rPr>
          <w:rtl/>
        </w:rPr>
        <w:t>شعرا اور عظيم مصنفين كے بہترين اثار چاہے وہ فارسى مي</w:t>
      </w:r>
      <w:r w:rsidR="007D6C9B">
        <w:rPr>
          <w:rtl/>
        </w:rPr>
        <w:t xml:space="preserve">ں </w:t>
      </w:r>
      <w:r>
        <w:rPr>
          <w:rtl/>
        </w:rPr>
        <w:t>ہو</w:t>
      </w:r>
      <w:r w:rsidR="007D6C9B">
        <w:rPr>
          <w:rtl/>
        </w:rPr>
        <w:t xml:space="preserve">ں </w:t>
      </w:r>
      <w:r>
        <w:rPr>
          <w:rtl/>
        </w:rPr>
        <w:t>يا دوسرى زبانو</w:t>
      </w:r>
      <w:r w:rsidR="007D6C9B">
        <w:rPr>
          <w:rtl/>
        </w:rPr>
        <w:t xml:space="preserve">ں </w:t>
      </w:r>
      <w:r>
        <w:rPr>
          <w:rtl/>
        </w:rPr>
        <w:t>مي</w:t>
      </w:r>
      <w:r w:rsidR="007D6C9B">
        <w:rPr>
          <w:rtl/>
        </w:rPr>
        <w:t xml:space="preserve">ں </w:t>
      </w:r>
      <w:r>
        <w:rPr>
          <w:rtl/>
        </w:rPr>
        <w:t>يہى داستاني</w:t>
      </w:r>
      <w:r w:rsidR="007D6C9B">
        <w:rPr>
          <w:rtl/>
        </w:rPr>
        <w:t xml:space="preserve">ں </w:t>
      </w:r>
      <w:r>
        <w:rPr>
          <w:rtl/>
        </w:rPr>
        <w:t>اور واقعات ہي</w:t>
      </w:r>
      <w:r w:rsidR="007D6C9B">
        <w:rPr>
          <w:rtl/>
        </w:rPr>
        <w:t xml:space="preserve">ں </w:t>
      </w:r>
      <w:r>
        <w:rPr>
          <w:rtl/>
        </w:rPr>
        <w:t>گلستان سعدى ،شاہنامہ فردوسى ،خمسہ نظامى اور معاصر مصنفين كے دلكش اثار ،اسى طرح ہيجان افرين فرانسيسى مصنف ،ويكٹر ہوگو ،برطانيہ كے ،شكس پئير، اورجرمنى كے، گوئٹے، سب كى تصانيف داستان كى صورت مي</w:t>
      </w:r>
      <w:r w:rsidR="007D6C9B">
        <w:rPr>
          <w:rtl/>
        </w:rPr>
        <w:t xml:space="preserve">ں </w:t>
      </w:r>
      <w:r>
        <w:rPr>
          <w:rtl/>
        </w:rPr>
        <w:t>ہي</w:t>
      </w:r>
      <w:r w:rsidR="007D6C9B">
        <w:rPr>
          <w:rtl/>
        </w:rPr>
        <w:t xml:space="preserve">ں </w:t>
      </w:r>
      <w:r>
        <w:rPr>
          <w:rtl/>
        </w:rPr>
        <w:t xml:space="preserve">_ </w:t>
      </w:r>
    </w:p>
    <w:p w:rsidR="00DE2D7F" w:rsidRDefault="00DE2D7F" w:rsidP="00D07B54">
      <w:pPr>
        <w:pStyle w:val="libNormal"/>
        <w:rPr>
          <w:rtl/>
        </w:rPr>
      </w:pPr>
      <w:r>
        <w:rPr>
          <w:rtl/>
        </w:rPr>
        <w:t>داستان اور واقعہ چاہے نظم كى صورت مي</w:t>
      </w:r>
      <w:r w:rsidR="007D6C9B">
        <w:rPr>
          <w:rtl/>
        </w:rPr>
        <w:t xml:space="preserve">ں </w:t>
      </w:r>
      <w:r>
        <w:rPr>
          <w:rtl/>
        </w:rPr>
        <w:t>ہويا نثر كى ،نما</w:t>
      </w:r>
      <w:r w:rsidR="00091C36">
        <w:rPr>
          <w:rtl/>
        </w:rPr>
        <w:t xml:space="preserve">ئش </w:t>
      </w:r>
      <w:r>
        <w:rPr>
          <w:rtl/>
        </w:rPr>
        <w:t xml:space="preserve"> كے انداز مي</w:t>
      </w:r>
      <w:r w:rsidR="007D6C9B">
        <w:rPr>
          <w:rtl/>
        </w:rPr>
        <w:t xml:space="preserve">ں </w:t>
      </w:r>
      <w:r>
        <w:rPr>
          <w:rtl/>
        </w:rPr>
        <w:t>ہو يا فلم كى شكل مي</w:t>
      </w:r>
      <w:r w:rsidR="007D6C9B">
        <w:rPr>
          <w:rtl/>
        </w:rPr>
        <w:t xml:space="preserve">ں </w:t>
      </w:r>
      <w:r>
        <w:rPr>
          <w:rtl/>
        </w:rPr>
        <w:t>پڑھنے والے اور ديكھنے والے پر اثر انداز ہوتا ہے اور ايسى تاثير عقلى استدلالات كے بس كى بات نہي</w:t>
      </w:r>
      <w:r w:rsidR="007D6C9B">
        <w:rPr>
          <w:rtl/>
        </w:rPr>
        <w:t xml:space="preserve">ں </w:t>
      </w:r>
      <w:r>
        <w:rPr>
          <w:rtl/>
        </w:rPr>
        <w:t xml:space="preserve">ہے _ </w:t>
      </w:r>
    </w:p>
    <w:p w:rsidR="00DE2D7F" w:rsidRDefault="00DE2D7F" w:rsidP="00D07B54">
      <w:pPr>
        <w:pStyle w:val="libNormal"/>
        <w:rPr>
          <w:rtl/>
        </w:rPr>
      </w:pPr>
      <w:r>
        <w:rPr>
          <w:rtl/>
        </w:rPr>
        <w:t>اس كى وجہ شايد يہ ہے كہ انسان عقلى سے پہلے حسى ہے اور وہ جس قدر فكر ى مسائل مي</w:t>
      </w:r>
      <w:r w:rsidR="007D6C9B">
        <w:rPr>
          <w:rtl/>
        </w:rPr>
        <w:t xml:space="preserve">ں </w:t>
      </w:r>
      <w:r>
        <w:rPr>
          <w:rtl/>
        </w:rPr>
        <w:t>غور وفكر كرتا ہے اس سے زيادہ حتى مسائل مي</w:t>
      </w:r>
      <w:r w:rsidR="007D6C9B">
        <w:rPr>
          <w:rtl/>
        </w:rPr>
        <w:t xml:space="preserve">ں </w:t>
      </w:r>
      <w:r>
        <w:rPr>
          <w:rtl/>
        </w:rPr>
        <w:t>غوطہ زن ہوتا ہے ،زندگى كے مختلف مسائل مي</w:t>
      </w:r>
      <w:r w:rsidR="007D6C9B">
        <w:rPr>
          <w:rtl/>
        </w:rPr>
        <w:t xml:space="preserve">ں </w:t>
      </w:r>
      <w:r>
        <w:rPr>
          <w:rtl/>
        </w:rPr>
        <w:t>جس قدر ميدان حس سے دور ہوتے ہي</w:t>
      </w:r>
      <w:r w:rsidR="007D6C9B">
        <w:rPr>
          <w:rtl/>
        </w:rPr>
        <w:t xml:space="preserve">ں </w:t>
      </w:r>
      <w:r>
        <w:rPr>
          <w:rtl/>
        </w:rPr>
        <w:t>اور خالص عقلى حوالے سے ہوتے ہي</w:t>
      </w:r>
      <w:r w:rsidR="007D6C9B">
        <w:rPr>
          <w:rtl/>
        </w:rPr>
        <w:t xml:space="preserve">ں </w:t>
      </w:r>
      <w:r>
        <w:rPr>
          <w:rtl/>
        </w:rPr>
        <w:t>اسى قدر ثقيل اور سنگين ہوتے ہي</w:t>
      </w:r>
      <w:r w:rsidR="007D6C9B">
        <w:rPr>
          <w:rtl/>
        </w:rPr>
        <w:t xml:space="preserve">ں </w:t>
      </w:r>
      <w:r>
        <w:rPr>
          <w:rtl/>
        </w:rPr>
        <w:t>اور اتنى ہى دير سے ہمضم ہوتے ہي</w:t>
      </w:r>
      <w:r w:rsidR="007D6C9B">
        <w:rPr>
          <w:rtl/>
        </w:rPr>
        <w:t xml:space="preserve">ں </w:t>
      </w:r>
      <w:r>
        <w:rPr>
          <w:rtl/>
        </w:rPr>
        <w:t xml:space="preserve">_ </w:t>
      </w:r>
    </w:p>
    <w:p w:rsidR="00DE2D7F" w:rsidRDefault="00DE2D7F" w:rsidP="00D07B54">
      <w:pPr>
        <w:pStyle w:val="libNormal"/>
        <w:rPr>
          <w:rtl/>
        </w:rPr>
      </w:pPr>
      <w:r>
        <w:rPr>
          <w:rtl/>
        </w:rPr>
        <w:t>اسى طرح ہم ديكھتے ہي</w:t>
      </w:r>
      <w:r w:rsidR="007D6C9B">
        <w:rPr>
          <w:rtl/>
        </w:rPr>
        <w:t xml:space="preserve">ں </w:t>
      </w:r>
      <w:r>
        <w:rPr>
          <w:rtl/>
        </w:rPr>
        <w:t>كہ ہميشہ عقلى استدلالات كے مضبوط بنانے كے لئے حسى مثالو</w:t>
      </w:r>
      <w:r w:rsidR="007D6C9B">
        <w:rPr>
          <w:rtl/>
        </w:rPr>
        <w:t xml:space="preserve">ں </w:t>
      </w:r>
      <w:r>
        <w:rPr>
          <w:rtl/>
        </w:rPr>
        <w:t>سے مدد لى جاتى ہے ،بعض اوقات ايك مناسب اور برمحل مثال استدلال كا اثر كئي گنا زيادہ كر ديتى ہے ،اسى لئے كامياب علماء وہ ہي</w:t>
      </w:r>
      <w:r w:rsidR="007D6C9B">
        <w:rPr>
          <w:rtl/>
        </w:rPr>
        <w:t xml:space="preserve">ں </w:t>
      </w:r>
      <w:r>
        <w:rPr>
          <w:rtl/>
        </w:rPr>
        <w:t>جو بہترين مثالي</w:t>
      </w:r>
      <w:r w:rsidR="007D6C9B">
        <w:rPr>
          <w:rtl/>
        </w:rPr>
        <w:t xml:space="preserve">ں </w:t>
      </w:r>
      <w:r>
        <w:rPr>
          <w:rtl/>
        </w:rPr>
        <w:t>انتخاب كرنے پر زيادہ دسترس ركھتے ہي</w:t>
      </w:r>
      <w:r w:rsidR="007D6C9B">
        <w:rPr>
          <w:rtl/>
        </w:rPr>
        <w:t xml:space="preserve">ں </w:t>
      </w:r>
      <w:r>
        <w:rPr>
          <w:rtl/>
        </w:rPr>
        <w:t>اورا يساكيو</w:t>
      </w:r>
      <w:r w:rsidR="007D6C9B">
        <w:rPr>
          <w:rtl/>
        </w:rPr>
        <w:t xml:space="preserve">ں </w:t>
      </w:r>
      <w:r>
        <w:rPr>
          <w:rtl/>
        </w:rPr>
        <w:t>نہ ہو جب كہ عقلى استدلال حسى ،عينى اور تجرباتى مسائل كا ماحصل ہي</w:t>
      </w:r>
      <w:r w:rsidR="007D6C9B">
        <w:rPr>
          <w:rtl/>
        </w:rPr>
        <w:t xml:space="preserve">ں </w:t>
      </w:r>
      <w:r>
        <w:rPr>
          <w:rtl/>
        </w:rPr>
        <w:t xml:space="preserve">_ </w:t>
      </w:r>
    </w:p>
    <w:p w:rsidR="00DE2D7F" w:rsidRDefault="00E664BB" w:rsidP="00D07B54">
      <w:pPr>
        <w:pStyle w:val="libNormal"/>
        <w:rPr>
          <w:rtl/>
        </w:rPr>
      </w:pPr>
      <w:r>
        <w:rPr>
          <w:rtl/>
        </w:rPr>
        <w:t>3</w:t>
      </w:r>
      <w:r w:rsidR="00DE2D7F">
        <w:rPr>
          <w:rtl/>
        </w:rPr>
        <w:t>_داستان اور تاريخ ہر شخص كے لئے قابل فہم ہے جب كہ اس كے بر عكس عقلى استدلالات كى رسائي مي</w:t>
      </w:r>
      <w:r w:rsidR="007D6C9B">
        <w:rPr>
          <w:rtl/>
        </w:rPr>
        <w:t xml:space="preserve">ں </w:t>
      </w:r>
      <w:r w:rsidR="00DE2D7F">
        <w:rPr>
          <w:rtl/>
        </w:rPr>
        <w:t>سب لوگ برابر كے شريك نہي</w:t>
      </w:r>
      <w:r w:rsidR="007D6C9B">
        <w:rPr>
          <w:rtl/>
        </w:rPr>
        <w:t xml:space="preserve">ں </w:t>
      </w:r>
      <w:r w:rsidR="00DE2D7F">
        <w:rPr>
          <w:rtl/>
        </w:rPr>
        <w:t>ہي</w:t>
      </w:r>
      <w:r w:rsidR="007D6C9B">
        <w:rPr>
          <w:rtl/>
        </w:rPr>
        <w:t xml:space="preserve">ں </w:t>
      </w:r>
      <w:r w:rsidR="00DE2D7F">
        <w:rPr>
          <w:rtl/>
        </w:rPr>
        <w:t xml:space="preserve">_ </w:t>
      </w:r>
    </w:p>
    <w:p w:rsidR="00DE2D7F" w:rsidRDefault="00DE2D7F" w:rsidP="00D07B54">
      <w:pPr>
        <w:pStyle w:val="libNormal"/>
        <w:rPr>
          <w:rtl/>
        </w:rPr>
      </w:pPr>
      <w:r>
        <w:rPr>
          <w:rtl/>
        </w:rPr>
        <w:t>اسى لئے وہ كتاب كہ جو عموميت ركھتى ہے اور سب كے لئے ہے ،نيم وحشى ،ان پڑھ عرب كے بيابانى بدّو سے لے كر عظيم مفكر اور فلسفى تك كے استفادہ كے لئے ہے اسے حتمى طورپر تاريخ ،داستانو</w:t>
      </w:r>
      <w:r w:rsidR="007D6C9B">
        <w:rPr>
          <w:rtl/>
        </w:rPr>
        <w:t xml:space="preserve">ں </w:t>
      </w:r>
      <w:r>
        <w:rPr>
          <w:rtl/>
        </w:rPr>
        <w:t>اور مثالو</w:t>
      </w:r>
      <w:r w:rsidR="007D6C9B">
        <w:rPr>
          <w:rtl/>
        </w:rPr>
        <w:t xml:space="preserve">ں </w:t>
      </w:r>
      <w:r>
        <w:rPr>
          <w:rtl/>
        </w:rPr>
        <w:t xml:space="preserve">كا سہارا لينا چاہئے_ </w:t>
      </w:r>
    </w:p>
    <w:p w:rsidR="00DE2D7F" w:rsidRDefault="00DE2D7F" w:rsidP="00D07B54">
      <w:pPr>
        <w:pStyle w:val="libNormal"/>
        <w:rPr>
          <w:rtl/>
        </w:rPr>
      </w:pPr>
      <w:r>
        <w:rPr>
          <w:rtl/>
        </w:rPr>
        <w:t xml:space="preserve">ان تمام پہلوو </w:t>
      </w:r>
      <w:r w:rsidR="007D6C9B">
        <w:rPr>
          <w:rtl/>
        </w:rPr>
        <w:t xml:space="preserve">ں </w:t>
      </w:r>
      <w:r>
        <w:rPr>
          <w:rtl/>
        </w:rPr>
        <w:t>كو مجموعى طورپر ديكھا جائے تو يہ بات واضح ہوتى ہے كہ يہ تمام تاريخي</w:t>
      </w:r>
      <w:r w:rsidR="007D6C9B">
        <w:rPr>
          <w:rtl/>
        </w:rPr>
        <w:t xml:space="preserve">ں </w:t>
      </w:r>
      <w:r>
        <w:rPr>
          <w:rtl/>
        </w:rPr>
        <w:t>اور داستاني</w:t>
      </w:r>
      <w:r w:rsidR="007D6C9B">
        <w:rPr>
          <w:rtl/>
        </w:rPr>
        <w:t xml:space="preserve">ں </w:t>
      </w:r>
    </w:p>
    <w:p w:rsidR="00DE2D7F" w:rsidRDefault="001648F9" w:rsidP="00D07B54">
      <w:pPr>
        <w:pStyle w:val="libNormal"/>
        <w:rPr>
          <w:rtl/>
        </w:rPr>
      </w:pPr>
      <w:r>
        <w:rPr>
          <w:rtl/>
        </w:rPr>
        <w:t xml:space="preserve"> </w:t>
      </w:r>
      <w:r>
        <w:rPr>
          <w:rtl/>
        </w:rPr>
        <w:br w:type="page"/>
      </w:r>
      <w:r>
        <w:rPr>
          <w:rtl/>
        </w:rPr>
        <w:lastRenderedPageBreak/>
        <w:t xml:space="preserve"> </w:t>
      </w:r>
      <w:r>
        <w:rPr>
          <w:rtl/>
        </w:rPr>
        <w:cr/>
      </w:r>
      <w:r w:rsidR="00DE2D7F">
        <w:rPr>
          <w:rtl/>
        </w:rPr>
        <w:t xml:space="preserve">بيان كر كے قران نے تعليم و تربيت كے لحاظ سے بہترين راستہ اہنايا ہے_ </w:t>
      </w:r>
    </w:p>
    <w:p w:rsidR="00DE2D7F" w:rsidRDefault="00DE2D7F" w:rsidP="00D07B54">
      <w:pPr>
        <w:pStyle w:val="libNormal"/>
        <w:rPr>
          <w:rtl/>
        </w:rPr>
      </w:pPr>
      <w:r>
        <w:rPr>
          <w:rtl/>
        </w:rPr>
        <w:t>خصوصاًاس نكتے كى طرف توجہ كرتے ہوئے كہ قران نے كسى موقع پر بھى خالى تاريخى واقعات ہى بيان نہي</w:t>
      </w:r>
      <w:r w:rsidR="007D6C9B">
        <w:rPr>
          <w:rtl/>
        </w:rPr>
        <w:t xml:space="preserve">ں </w:t>
      </w:r>
      <w:r>
        <w:rPr>
          <w:rtl/>
        </w:rPr>
        <w:t>كرديئے بلكہ ہر قدم پر اس سے نتائج اخذ كئے ہي</w:t>
      </w:r>
      <w:r w:rsidR="007D6C9B">
        <w:rPr>
          <w:rtl/>
        </w:rPr>
        <w:t xml:space="preserve">ں </w:t>
      </w:r>
      <w:r>
        <w:rPr>
          <w:rtl/>
        </w:rPr>
        <w:t>اور اس سے تربيتى حوالے سے استفادہ كيا ہے چنانچہ اپ اسى سورت مي</w:t>
      </w:r>
      <w:r w:rsidR="007D6C9B">
        <w:rPr>
          <w:rtl/>
        </w:rPr>
        <w:t xml:space="preserve">ں </w:t>
      </w:r>
      <w:r>
        <w:rPr>
          <w:rtl/>
        </w:rPr>
        <w:t>اس كے كئي نمونے ديكھي</w:t>
      </w:r>
      <w:r w:rsidR="007D6C9B">
        <w:rPr>
          <w:rtl/>
        </w:rPr>
        <w:t xml:space="preserve">ں </w:t>
      </w:r>
      <w:r>
        <w:rPr>
          <w:rtl/>
        </w:rPr>
        <w:t xml:space="preserve">گے_ </w:t>
      </w:r>
    </w:p>
    <w:p w:rsidR="00FC2938" w:rsidRDefault="00DE2D7F" w:rsidP="00D07B54">
      <w:pPr>
        <w:pStyle w:val="libNormal"/>
        <w:rPr>
          <w:rtl/>
        </w:rPr>
      </w:pPr>
      <w:r>
        <w:rPr>
          <w:rtl/>
        </w:rPr>
        <w:t xml:space="preserve">* * * * * </w:t>
      </w:r>
    </w:p>
    <w:p w:rsidR="00FC2938" w:rsidRDefault="00FC2938" w:rsidP="00D07B54">
      <w:pPr>
        <w:pStyle w:val="libNormal"/>
        <w:rPr>
          <w:rtl/>
        </w:rPr>
      </w:pPr>
      <w:r>
        <w:rPr>
          <w:rtl/>
        </w:rPr>
        <w:br w:type="page"/>
      </w:r>
    </w:p>
    <w:p w:rsidR="00DE2D7F" w:rsidRDefault="00DE2D7F" w:rsidP="00D07B54">
      <w:pPr>
        <w:pStyle w:val="libNormal"/>
        <w:rPr>
          <w:rtl/>
        </w:rPr>
      </w:pPr>
    </w:p>
    <w:p w:rsidR="00BC7D29" w:rsidRDefault="00DE2D7F" w:rsidP="00D07B54">
      <w:pPr>
        <w:pStyle w:val="Heading2Center"/>
      </w:pPr>
      <w:bookmarkStart w:id="6" w:name="_Toc7268403"/>
      <w:r>
        <w:rPr>
          <w:rtl/>
          <w:lang w:bidi="fa-IR"/>
        </w:rPr>
        <w:t>۱</w:t>
      </w:r>
      <w:r>
        <w:rPr>
          <w:rtl/>
        </w:rPr>
        <w:t xml:space="preserve"> انبياء عليهم السلام کے واقعات</w:t>
      </w:r>
      <w:bookmarkEnd w:id="6"/>
      <w:r>
        <w:rPr>
          <w:rtl/>
        </w:rPr>
        <w:t xml:space="preserve"> </w:t>
      </w:r>
      <w:r w:rsidR="001648F9">
        <w:rPr>
          <w:rtl/>
        </w:rPr>
        <w:t xml:space="preserve"> </w:t>
      </w:r>
      <w:r w:rsidR="001648F9">
        <w:rPr>
          <w:rtl/>
        </w:rPr>
        <w:cr/>
      </w:r>
    </w:p>
    <w:p w:rsidR="00BC7D29" w:rsidRDefault="00BC7D29" w:rsidP="00D07B54">
      <w:pPr>
        <w:pStyle w:val="Heading2Center"/>
      </w:pPr>
      <w:r w:rsidRPr="00BC7D29">
        <w:rPr>
          <w:rtl/>
        </w:rPr>
        <w:t xml:space="preserve"> </w:t>
      </w:r>
      <w:bookmarkStart w:id="7" w:name="_Toc7268404"/>
      <w:r w:rsidR="00DE2D7F">
        <w:rPr>
          <w:rtl/>
        </w:rPr>
        <w:t>حضرت آدم عليہ السلام</w:t>
      </w:r>
      <w:bookmarkEnd w:id="7"/>
    </w:p>
    <w:p w:rsidR="00DE2D7F" w:rsidRDefault="00DE2D7F" w:rsidP="00D07B54">
      <w:pPr>
        <w:pStyle w:val="libNormal"/>
        <w:rPr>
          <w:rtl/>
        </w:rPr>
      </w:pPr>
      <w:r>
        <w:rPr>
          <w:rtl/>
        </w:rPr>
        <w:t xml:space="preserve"> خدا كى خواہش يہ تھى كہ روئے زمين پر ايك ايسا موجود خلق فرمائے جواس كا نمائندہ ہو ،اس كے صفات، صفات خداوندى كا پرتوہو</w:t>
      </w:r>
      <w:r w:rsidR="007D6C9B">
        <w:rPr>
          <w:rtl/>
        </w:rPr>
        <w:t xml:space="preserve">ں </w:t>
      </w:r>
      <w:r>
        <w:rPr>
          <w:rtl/>
        </w:rPr>
        <w:t>اور اس كا مرتبہ ومقام فرشتو</w:t>
      </w:r>
      <w:r w:rsidR="007D6C9B">
        <w:rPr>
          <w:rtl/>
        </w:rPr>
        <w:t xml:space="preserve">ں </w:t>
      </w:r>
      <w:r>
        <w:rPr>
          <w:rtl/>
        </w:rPr>
        <w:t>سے بالا ترہو، خدا كى خواہش اور ارادہ يہ تھا كہ سارى زمين اور اس كى نعمتي</w:t>
      </w:r>
      <w:r w:rsidR="007D6C9B">
        <w:rPr>
          <w:rtl/>
        </w:rPr>
        <w:t xml:space="preserve">ں </w:t>
      </w:r>
      <w:r>
        <w:rPr>
          <w:rtl/>
        </w:rPr>
        <w:t>،تمام قوتي</w:t>
      </w:r>
      <w:r w:rsidR="007D6C9B">
        <w:rPr>
          <w:rtl/>
        </w:rPr>
        <w:t xml:space="preserve">ں </w:t>
      </w:r>
      <w:r>
        <w:rPr>
          <w:rtl/>
        </w:rPr>
        <w:t>،سب خزانے ،تمام كاني</w:t>
      </w:r>
      <w:r w:rsidR="007D6C9B">
        <w:rPr>
          <w:rtl/>
        </w:rPr>
        <w:t xml:space="preserve">ں </w:t>
      </w:r>
      <w:r>
        <w:rPr>
          <w:rtl/>
        </w:rPr>
        <w:t>اور سارے وسائل بھى اس كے سپرد كردئےے جا ئي</w:t>
      </w:r>
      <w:r w:rsidR="007D6C9B">
        <w:rPr>
          <w:rtl/>
        </w:rPr>
        <w:t xml:space="preserve">ں </w:t>
      </w:r>
      <w:r>
        <w:rPr>
          <w:rtl/>
        </w:rPr>
        <w:t>، ضرورى ہے كہ سارى زمين اور اس كى نعمتي</w:t>
      </w:r>
      <w:r w:rsidR="007D6C9B">
        <w:rPr>
          <w:rtl/>
        </w:rPr>
        <w:t xml:space="preserve">ں </w:t>
      </w:r>
      <w:r>
        <w:rPr>
          <w:rtl/>
        </w:rPr>
        <w:t xml:space="preserve">عقل وشعور ،ادر اك كے و افرحصے اور خصوصى استعداد كاحامل ہو جس كى بناء پر موجودات ارضى كى رہبرى اور پيشوائي كا منصب سنبھال سكے _ </w:t>
      </w:r>
    </w:p>
    <w:p w:rsidR="00DE2D7F" w:rsidRDefault="00DE2D7F" w:rsidP="00D07B54">
      <w:pPr>
        <w:pStyle w:val="libNormal"/>
        <w:rPr>
          <w:rtl/>
        </w:rPr>
      </w:pPr>
      <w:r>
        <w:rPr>
          <w:rtl/>
        </w:rPr>
        <w:t>يہى وجہ ہے كہ قرآن كہتا ہے :''ياد كري</w:t>
      </w:r>
      <w:r w:rsidR="007D6C9B">
        <w:rPr>
          <w:rtl/>
        </w:rPr>
        <w:t xml:space="preserve">ں </w:t>
      </w:r>
      <w:r>
        <w:rPr>
          <w:rtl/>
        </w:rPr>
        <w:t>اس وقت كو جب آپ كے پروردگار نے فرشتو</w:t>
      </w:r>
      <w:r w:rsidR="007D6C9B">
        <w:rPr>
          <w:rtl/>
        </w:rPr>
        <w:t xml:space="preserve">ں </w:t>
      </w:r>
      <w:r>
        <w:rPr>
          <w:rtl/>
        </w:rPr>
        <w:t>سے كہا كہ مي</w:t>
      </w:r>
      <w:r w:rsidR="007D6C9B">
        <w:rPr>
          <w:rtl/>
        </w:rPr>
        <w:t xml:space="preserve">ں </w:t>
      </w:r>
      <w:r>
        <w:rPr>
          <w:rtl/>
        </w:rPr>
        <w:t>روئے زمين پر جانشين مقرركرنے والا ہو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بہر حال خدا چاہتا تھا كہ ايسے وجود كو پيدا كرے جو عالم وجود كا گلدستہ ہواور خلافت الہى كے مقام كى اہليت ركھتا ہو اور زمين پراللہ كا نمائندہ ہو مربوط آيات كى تفسير مي</w:t>
      </w:r>
      <w:r w:rsidR="007D6C9B">
        <w:rPr>
          <w:rtl/>
        </w:rPr>
        <w:t xml:space="preserve">ں </w:t>
      </w:r>
      <w:r>
        <w:rPr>
          <w:rtl/>
        </w:rPr>
        <w:t>ايك حديث جوامام صادق عليہ السلام سے مروى ہے وہ بھى اسى معنى كى طرف اشارہ كرتى ہے كہ فرشتے مقام آدم پہچاننے كے بعد سمجھ گئے كہ ادم اور ان كى اولا دزيادہ حقدار ہي</w:t>
      </w:r>
      <w:r w:rsidR="007D6C9B">
        <w:rPr>
          <w:rtl/>
        </w:rPr>
        <w:t xml:space="preserve">ں </w:t>
      </w:r>
      <w:r>
        <w:rPr>
          <w:rtl/>
        </w:rPr>
        <w:t>كہ وہ زمين مي</w:t>
      </w:r>
      <w:r w:rsidR="007D6C9B">
        <w:rPr>
          <w:rtl/>
        </w:rPr>
        <w:t xml:space="preserve">ں </w:t>
      </w:r>
      <w:r>
        <w:rPr>
          <w:rtl/>
        </w:rPr>
        <w:t>خلفاء الہى ہو</w:t>
      </w:r>
      <w:r w:rsidR="007D6C9B">
        <w:rPr>
          <w:rtl/>
        </w:rPr>
        <w:t xml:space="preserve">ں </w:t>
      </w:r>
      <w:r>
        <w:rPr>
          <w:rtl/>
        </w:rPr>
        <w:t>اور مخلوق پر اس كى حجت ہو</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بقرہ آيت</w:t>
      </w:r>
      <w:r w:rsidR="00E664BB">
        <w:rPr>
          <w:rtl/>
        </w:rPr>
        <w:t>30</w:t>
      </w:r>
      <w:r>
        <w:rPr>
          <w:rtl/>
        </w:rPr>
        <w:t xml:space="preserve"> </w:t>
      </w:r>
    </w:p>
    <w:p w:rsidR="00DE2D7F" w:rsidRDefault="001648F9" w:rsidP="00D07B54">
      <w:pPr>
        <w:pStyle w:val="libNormal"/>
        <w:rPr>
          <w:rtl/>
        </w:rPr>
      </w:pPr>
      <w:r>
        <w:rPr>
          <w:rtl/>
        </w:rPr>
        <w:t xml:space="preserve"> </w:t>
      </w:r>
      <w:r>
        <w:rPr>
          <w:rtl/>
        </w:rPr>
        <w:br w:type="page"/>
      </w:r>
    </w:p>
    <w:p w:rsidR="006C2900" w:rsidRDefault="006C2900" w:rsidP="00D07B54">
      <w:pPr>
        <w:pStyle w:val="libNormal"/>
      </w:pPr>
    </w:p>
    <w:p w:rsidR="00BC7D29" w:rsidRDefault="00DE2D7F" w:rsidP="00D07B54">
      <w:pPr>
        <w:pStyle w:val="Heading2Center"/>
      </w:pPr>
      <w:bookmarkStart w:id="8" w:name="_Toc7268405"/>
      <w:r>
        <w:rPr>
          <w:rtl/>
        </w:rPr>
        <w:t>فرشتو</w:t>
      </w:r>
      <w:r w:rsidR="007D6C9B">
        <w:rPr>
          <w:rtl/>
        </w:rPr>
        <w:t xml:space="preserve">ں </w:t>
      </w:r>
      <w:r>
        <w:rPr>
          <w:rtl/>
        </w:rPr>
        <w:t>كا سوال</w:t>
      </w:r>
      <w:bookmarkEnd w:id="8"/>
    </w:p>
    <w:p w:rsidR="00DE2D7F" w:rsidRDefault="00DE2D7F" w:rsidP="00D07B54">
      <w:pPr>
        <w:pStyle w:val="libNormal"/>
        <w:rPr>
          <w:rtl/>
        </w:rPr>
      </w:pPr>
      <w:r>
        <w:rPr>
          <w:rtl/>
        </w:rPr>
        <w:t xml:space="preserve"> فرشتو</w:t>
      </w:r>
      <w:r w:rsidR="007D6C9B">
        <w:rPr>
          <w:rtl/>
        </w:rPr>
        <w:t xml:space="preserve">ں </w:t>
      </w:r>
      <w:r>
        <w:rPr>
          <w:rtl/>
        </w:rPr>
        <w:t>نے حقيقت كا ادراك كرنے كے لئے نہ كہ اعتراض كى غرض سے عرض كيا :''كيا زمين مي</w:t>
      </w:r>
      <w:r w:rsidR="007D6C9B">
        <w:rPr>
          <w:rtl/>
        </w:rPr>
        <w:t xml:space="preserve">ں </w:t>
      </w:r>
      <w:r>
        <w:rPr>
          <w:rtl/>
        </w:rPr>
        <w:t>اسے جانشين قرار دے گا جو فساد كرے گا اور خون بہا ئے گا_ جب كہ ہم تيرى عبادت كرتے ہي</w:t>
      </w:r>
      <w:r w:rsidR="007D6C9B">
        <w:rPr>
          <w:rtl/>
        </w:rPr>
        <w:t xml:space="preserve">ں </w:t>
      </w:r>
      <w:r>
        <w:rPr>
          <w:rtl/>
        </w:rPr>
        <w:t>،تيرى تسبيح وحمد كرتے ہي</w:t>
      </w:r>
      <w:r w:rsidR="007D6C9B">
        <w:rPr>
          <w:rtl/>
        </w:rPr>
        <w:t xml:space="preserve">ں </w:t>
      </w:r>
      <w:r>
        <w:rPr>
          <w:rtl/>
        </w:rPr>
        <w:t>اور جس چيز كى تيرى ذات لائق نہي</w:t>
      </w:r>
      <w:r w:rsidR="007D6C9B">
        <w:rPr>
          <w:rtl/>
        </w:rPr>
        <w:t xml:space="preserve">ں </w:t>
      </w:r>
      <w:r>
        <w:rPr>
          <w:rtl/>
        </w:rPr>
        <w:t>اس سے تجھے پاك سمجھے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مگر يہا</w:t>
      </w:r>
      <w:r w:rsidR="007D6C9B">
        <w:rPr>
          <w:rtl/>
        </w:rPr>
        <w:t xml:space="preserve">ں </w:t>
      </w:r>
      <w:r>
        <w:rPr>
          <w:rtl/>
        </w:rPr>
        <w:t>پرخدانے انہي</w:t>
      </w:r>
      <w:r w:rsidR="007D6C9B">
        <w:rPr>
          <w:rtl/>
        </w:rPr>
        <w:t xml:space="preserve">ں </w:t>
      </w:r>
      <w:r>
        <w:rPr>
          <w:rtl/>
        </w:rPr>
        <w:t>سربستہ ومجمل جواب ديا جس كى وضاحت بعد كے مراحل مي</w:t>
      </w:r>
      <w:r w:rsidR="007D6C9B">
        <w:rPr>
          <w:rtl/>
        </w:rPr>
        <w:t xml:space="preserve">ں </w:t>
      </w:r>
      <w:r>
        <w:rPr>
          <w:rtl/>
        </w:rPr>
        <w:t>آشكار ہو فرمايا :''مي</w:t>
      </w:r>
      <w:r w:rsidR="007D6C9B">
        <w:rPr>
          <w:rtl/>
        </w:rPr>
        <w:t xml:space="preserve">ں </w:t>
      </w:r>
      <w:r>
        <w:rPr>
          <w:rtl/>
        </w:rPr>
        <w:t>ايسى چيزو</w:t>
      </w:r>
      <w:r w:rsidR="007D6C9B">
        <w:rPr>
          <w:rtl/>
        </w:rPr>
        <w:t xml:space="preserve">ں </w:t>
      </w:r>
      <w:r>
        <w:rPr>
          <w:rtl/>
        </w:rPr>
        <w:t>كو جانتا ہو</w:t>
      </w:r>
      <w:r w:rsidR="007D6C9B">
        <w:rPr>
          <w:rtl/>
        </w:rPr>
        <w:t xml:space="preserve">ں </w:t>
      </w:r>
      <w:r>
        <w:rPr>
          <w:rtl/>
        </w:rPr>
        <w:t>جنہي</w:t>
      </w:r>
      <w:r w:rsidR="007D6C9B">
        <w:rPr>
          <w:rtl/>
        </w:rPr>
        <w:t xml:space="preserve">ں </w:t>
      </w:r>
      <w:r>
        <w:rPr>
          <w:rtl/>
        </w:rPr>
        <w:t>تم نہي</w:t>
      </w:r>
      <w:r w:rsidR="007D6C9B">
        <w:rPr>
          <w:rtl/>
        </w:rPr>
        <w:t xml:space="preserve">ں </w:t>
      </w:r>
      <w:r>
        <w:rPr>
          <w:rtl/>
        </w:rPr>
        <w:t>جانتے''_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فرشتو</w:t>
      </w:r>
      <w:r w:rsidR="007D6C9B">
        <w:rPr>
          <w:rtl/>
        </w:rPr>
        <w:t xml:space="preserve">ں </w:t>
      </w:r>
      <w:r>
        <w:rPr>
          <w:rtl/>
        </w:rPr>
        <w:t>كى گفتگو سے معلوم ہو تا ہے كہ وہ سمجھ گئے تھے كہ يہ انسان سر براہى نہي</w:t>
      </w:r>
      <w:r w:rsidR="007D6C9B">
        <w:rPr>
          <w:rtl/>
        </w:rPr>
        <w:t xml:space="preserve">ں </w:t>
      </w:r>
      <w:r>
        <w:rPr>
          <w:rtl/>
        </w:rPr>
        <w:t>بلكہ فساد كرے گا، خون بہائے گا اور خرابيا</w:t>
      </w:r>
      <w:r w:rsidR="007D6C9B">
        <w:rPr>
          <w:rtl/>
        </w:rPr>
        <w:t xml:space="preserve">ں </w:t>
      </w:r>
      <w:r>
        <w:rPr>
          <w:rtl/>
        </w:rPr>
        <w:t xml:space="preserve">كرے گا ليكن ديكھنا يہ ہے كہ آخروہ كس طرح سمجھے تھے _ </w:t>
      </w:r>
    </w:p>
    <w:p w:rsidR="00DE2D7F" w:rsidRDefault="00DE2D7F" w:rsidP="00D07B54">
      <w:pPr>
        <w:pStyle w:val="libNormal"/>
        <w:rPr>
          <w:rtl/>
        </w:rPr>
      </w:pPr>
      <w:r>
        <w:rPr>
          <w:rtl/>
        </w:rPr>
        <w:t>بعض كہتے ہي</w:t>
      </w:r>
      <w:r w:rsidR="007D6C9B">
        <w:rPr>
          <w:rtl/>
        </w:rPr>
        <w:t xml:space="preserve">ں </w:t>
      </w:r>
      <w:r>
        <w:rPr>
          <w:rtl/>
        </w:rPr>
        <w:t>خدا نے انسان كے آئندہ حالات بطور اجمال انہي</w:t>
      </w:r>
      <w:r w:rsidR="007D6C9B">
        <w:rPr>
          <w:rtl/>
        </w:rPr>
        <w:t xml:space="preserve">ں </w:t>
      </w:r>
      <w:r>
        <w:rPr>
          <w:rtl/>
        </w:rPr>
        <w:t>بتا ئے تھے جب كہ بعض كا احتمال ہے كہ ملائكہ خود اس مطلب كو لفظ ''فى الارض''(زمين مي</w:t>
      </w:r>
      <w:r w:rsidR="007D6C9B">
        <w:rPr>
          <w:rtl/>
        </w:rPr>
        <w:t xml:space="preserve">ں </w:t>
      </w:r>
      <w:r>
        <w:rPr>
          <w:rtl/>
        </w:rPr>
        <w:t>) سے سمجھ گئے تھے كيونكہ وہ جانتے تھے انسان مٹى سے پيدا ہوگا اور مادہ اپنى محدوديت كى وجہ سے طبعاً مركز نزاع وتزاحم ہے كيونكہ محدود مادى زمانہ انسانو</w:t>
      </w:r>
      <w:r w:rsidR="007D6C9B">
        <w:rPr>
          <w:rtl/>
        </w:rPr>
        <w:t xml:space="preserve">ں </w:t>
      </w:r>
      <w:r>
        <w:rPr>
          <w:rtl/>
        </w:rPr>
        <w:t>كى اس طبيعت كو سيروسيراب نہي</w:t>
      </w:r>
      <w:r w:rsidR="007D6C9B">
        <w:rPr>
          <w:rtl/>
        </w:rPr>
        <w:t xml:space="preserve">ں </w:t>
      </w:r>
      <w:r>
        <w:rPr>
          <w:rtl/>
        </w:rPr>
        <w:t>كرسكتا جوزيادہ كى طلب ركھتى ہے يہا</w:t>
      </w:r>
      <w:r w:rsidR="007D6C9B">
        <w:rPr>
          <w:rtl/>
        </w:rPr>
        <w:t xml:space="preserve">ں </w:t>
      </w:r>
      <w:r>
        <w:rPr>
          <w:rtl/>
        </w:rPr>
        <w:t xml:space="preserve">تك كہ اگر سارى دنيا بھى ايك فرد كو دے دى جائے تو ممكن ہے وہ پھر بھى سير نہ ہو اگر كافى احساس ذمہ دارى نہ ہو تو يہ كيفيت فساد اور خونريزى كا سبب بنتى ہے _ </w:t>
      </w:r>
    </w:p>
    <w:p w:rsidR="00DE2D7F" w:rsidRDefault="00DE2D7F" w:rsidP="00D07B54">
      <w:pPr>
        <w:pStyle w:val="libNormal"/>
        <w:rPr>
          <w:rtl/>
        </w:rPr>
      </w:pPr>
      <w:r>
        <w:rPr>
          <w:rtl/>
        </w:rPr>
        <w:t>بعض دوسرے مفسرين معتقد ہي</w:t>
      </w:r>
      <w:r w:rsidR="007D6C9B">
        <w:rPr>
          <w:rtl/>
        </w:rPr>
        <w:t xml:space="preserve">ں </w:t>
      </w:r>
      <w:r>
        <w:rPr>
          <w:rtl/>
        </w:rPr>
        <w:t>كہ فرشتو</w:t>
      </w:r>
      <w:r w:rsidR="007D6C9B">
        <w:rPr>
          <w:rtl/>
        </w:rPr>
        <w:t xml:space="preserve">ں </w:t>
      </w:r>
      <w:r>
        <w:rPr>
          <w:rtl/>
        </w:rPr>
        <w:t>كى پيشين گوئي اس وجہ سے تھى كہ آدم روئے زمين كى پہلى مخلوق نہي</w:t>
      </w:r>
      <w:r w:rsidR="007D6C9B">
        <w:rPr>
          <w:rtl/>
        </w:rPr>
        <w:t xml:space="preserve">ں </w:t>
      </w:r>
      <w:r>
        <w:rPr>
          <w:rtl/>
        </w:rPr>
        <w:t>تھے بلكہ اس سے قبل بھى ديگر مخلوقات تھي</w:t>
      </w:r>
      <w:r w:rsidR="007D6C9B">
        <w:rPr>
          <w:rtl/>
        </w:rPr>
        <w:t xml:space="preserve">ں </w:t>
      </w:r>
      <w:r>
        <w:rPr>
          <w:rtl/>
        </w:rPr>
        <w:t>;جنہو</w:t>
      </w:r>
      <w:r w:rsidR="007D6C9B">
        <w:rPr>
          <w:rtl/>
        </w:rPr>
        <w:t xml:space="preserve">ں </w:t>
      </w:r>
      <w:r>
        <w:rPr>
          <w:rtl/>
        </w:rPr>
        <w:t>نے نزاع،جھگڑااور خونريزى كى تھي،ان سے پہلے مخلوقات كى برى فائل نسل آدم كے بارے مي</w:t>
      </w:r>
      <w:r w:rsidR="007D6C9B">
        <w:rPr>
          <w:rtl/>
        </w:rPr>
        <w:t xml:space="preserve">ں </w:t>
      </w:r>
      <w:r>
        <w:rPr>
          <w:rtl/>
        </w:rPr>
        <w:t>فرشتو</w:t>
      </w:r>
      <w:r w:rsidR="007D6C9B">
        <w:rPr>
          <w:rtl/>
        </w:rPr>
        <w:t xml:space="preserve">ں </w:t>
      </w:r>
      <w:r>
        <w:rPr>
          <w:rtl/>
        </w:rPr>
        <w:t xml:space="preserve">كى بد گمانى كا باعث بنى _ </w:t>
      </w:r>
    </w:p>
    <w:p w:rsidR="00DE2D7F" w:rsidRDefault="00DE2D7F" w:rsidP="00D07B54">
      <w:pPr>
        <w:pStyle w:val="libNormal"/>
        <w:rPr>
          <w:rtl/>
        </w:rPr>
      </w:pPr>
      <w:r>
        <w:rPr>
          <w:rtl/>
        </w:rPr>
        <w:t>يہ تين تفاسير ايك دوسرے سے كچھ زيادہ اختلاف نہي</w:t>
      </w:r>
      <w:r w:rsidR="007D6C9B">
        <w:rPr>
          <w:rtl/>
        </w:rPr>
        <w:t xml:space="preserve">ں </w:t>
      </w:r>
      <w:r>
        <w:rPr>
          <w:rtl/>
        </w:rPr>
        <w:t>ركھتي</w:t>
      </w:r>
      <w:r w:rsidR="007D6C9B">
        <w:rPr>
          <w:rtl/>
        </w:rPr>
        <w:t xml:space="preserve">ں </w:t>
      </w:r>
      <w:r>
        <w:rPr>
          <w:rtl/>
        </w:rPr>
        <w:t>يعنى ممكن ہے يہ تمام امور فرشتو</w:t>
      </w:r>
      <w:r w:rsidR="007D6C9B">
        <w:rPr>
          <w:rtl/>
        </w:rPr>
        <w:t xml:space="preserve">ں </w:t>
      </w:r>
      <w:r>
        <w:rPr>
          <w:rtl/>
        </w:rPr>
        <w:t xml:space="preserve">كي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بقرہ آيت</w:t>
      </w:r>
      <w:r w:rsidR="00E664BB">
        <w:rPr>
          <w:rtl/>
        </w:rPr>
        <w:t>30</w:t>
      </w:r>
      <w:r>
        <w:rPr>
          <w:rtl/>
        </w:rPr>
        <w:t xml:space="preserve"> </w:t>
      </w:r>
    </w:p>
    <w:p w:rsidR="00DE2D7F" w:rsidRDefault="00DE2D7F" w:rsidP="00D07B54">
      <w:pPr>
        <w:pStyle w:val="libFootnote"/>
        <w:rPr>
          <w:rtl/>
        </w:rPr>
      </w:pPr>
      <w:r>
        <w:rPr>
          <w:rtl/>
        </w:rPr>
        <w:t>(</w:t>
      </w:r>
      <w:r w:rsidR="00E664BB">
        <w:rPr>
          <w:rtl/>
        </w:rPr>
        <w:t>2</w:t>
      </w:r>
      <w:r>
        <w:rPr>
          <w:rtl/>
        </w:rPr>
        <w:t>)سورہ بقرہ آيت</w:t>
      </w:r>
      <w:r w:rsidR="00E664BB">
        <w:rPr>
          <w:rtl/>
        </w:rPr>
        <w:t>30</w:t>
      </w:r>
      <w:r>
        <w:rPr>
          <w:rtl/>
        </w:rPr>
        <w:t xml:space="preserve"> </w:t>
      </w:r>
    </w:p>
    <w:p w:rsidR="006C2900" w:rsidRDefault="001648F9" w:rsidP="00D07B54">
      <w:pPr>
        <w:pStyle w:val="libNormal"/>
      </w:pPr>
      <w:r>
        <w:rPr>
          <w:rtl/>
        </w:rPr>
        <w:t xml:space="preserve"> </w:t>
      </w:r>
      <w:r>
        <w:rPr>
          <w:rtl/>
        </w:rPr>
        <w:br w:type="page"/>
      </w:r>
    </w:p>
    <w:p w:rsidR="006C2900" w:rsidRDefault="006C2900" w:rsidP="00D07B54">
      <w:pPr>
        <w:pStyle w:val="libNormal"/>
      </w:pPr>
    </w:p>
    <w:p w:rsidR="00DE2D7F" w:rsidRDefault="00DE2D7F" w:rsidP="00D07B54">
      <w:pPr>
        <w:pStyle w:val="libNormal"/>
        <w:rPr>
          <w:rtl/>
        </w:rPr>
      </w:pPr>
      <w:r>
        <w:rPr>
          <w:rtl/>
        </w:rPr>
        <w:t>اس توجہ كا سبب بنا ہو اور دراصل يہ ايك حقيقت بھى تھى جسے انہو</w:t>
      </w:r>
      <w:r w:rsidR="007D6C9B">
        <w:rPr>
          <w:rtl/>
        </w:rPr>
        <w:t xml:space="preserve">ں </w:t>
      </w:r>
      <w:r>
        <w:rPr>
          <w:rtl/>
        </w:rPr>
        <w:t>نے بيان كيا تھا يہى وجہ ہے كہ خدا نے جواب مي</w:t>
      </w:r>
      <w:r w:rsidR="007D6C9B">
        <w:rPr>
          <w:rtl/>
        </w:rPr>
        <w:t xml:space="preserve">ں </w:t>
      </w:r>
      <w:r>
        <w:rPr>
          <w:rtl/>
        </w:rPr>
        <w:t>كہي</w:t>
      </w:r>
      <w:r w:rsidR="007D6C9B">
        <w:rPr>
          <w:rtl/>
        </w:rPr>
        <w:t xml:space="preserve">ں </w:t>
      </w:r>
      <w:r>
        <w:rPr>
          <w:rtl/>
        </w:rPr>
        <w:t>بھى اس كا انكار نہي</w:t>
      </w:r>
      <w:r w:rsidR="007D6C9B">
        <w:rPr>
          <w:rtl/>
        </w:rPr>
        <w:t xml:space="preserve">ں </w:t>
      </w:r>
      <w:r>
        <w:rPr>
          <w:rtl/>
        </w:rPr>
        <w:t>كيا بلكہ اس حقيقت كے ساتھ ساتھ ايسى مزيد حقيقتي</w:t>
      </w:r>
      <w:r w:rsidR="007D6C9B">
        <w:rPr>
          <w:rtl/>
        </w:rPr>
        <w:t xml:space="preserve">ں </w:t>
      </w:r>
      <w:r>
        <w:rPr>
          <w:rtl/>
        </w:rPr>
        <w:t>انسان اور اس كے مقام كے بارے مي</w:t>
      </w:r>
      <w:r w:rsidR="007D6C9B">
        <w:rPr>
          <w:rtl/>
        </w:rPr>
        <w:t xml:space="preserve">ں </w:t>
      </w:r>
      <w:r>
        <w:rPr>
          <w:rtl/>
        </w:rPr>
        <w:t>موجود ہي</w:t>
      </w:r>
      <w:r w:rsidR="007D6C9B">
        <w:rPr>
          <w:rtl/>
        </w:rPr>
        <w:t xml:space="preserve">ں </w:t>
      </w:r>
      <w:r>
        <w:rPr>
          <w:rtl/>
        </w:rPr>
        <w:t>جن سے فرشتے آگاہ نہي</w:t>
      </w:r>
      <w:r w:rsidR="007D6C9B">
        <w:rPr>
          <w:rtl/>
        </w:rPr>
        <w:t xml:space="preserve">ں </w:t>
      </w:r>
      <w:r>
        <w:rPr>
          <w:rtl/>
        </w:rPr>
        <w:t xml:space="preserve">تھے _ </w:t>
      </w:r>
    </w:p>
    <w:p w:rsidR="00DE2D7F" w:rsidRDefault="00DE2D7F" w:rsidP="00D07B54">
      <w:pPr>
        <w:pStyle w:val="libNormal"/>
        <w:rPr>
          <w:rtl/>
        </w:rPr>
      </w:pPr>
      <w:r>
        <w:rPr>
          <w:rtl/>
        </w:rPr>
        <w:t>فرشتے سمجھتے تھے اگر مقصد عبوديت اور بند گى ہے تو ہم اس كے مصداق كامل ہي</w:t>
      </w:r>
      <w:r w:rsidR="007D6C9B">
        <w:rPr>
          <w:rtl/>
        </w:rPr>
        <w:t xml:space="preserve">ں </w:t>
      </w:r>
      <w:r>
        <w:rPr>
          <w:rtl/>
        </w:rPr>
        <w:t>،ہميشہ عبادت مي</w:t>
      </w:r>
      <w:r w:rsidR="007D6C9B">
        <w:rPr>
          <w:rtl/>
        </w:rPr>
        <w:t xml:space="preserve">ں </w:t>
      </w:r>
      <w:r>
        <w:rPr>
          <w:rtl/>
        </w:rPr>
        <w:t>ڈوبے رہتے ہي</w:t>
      </w:r>
      <w:r w:rsidR="007D6C9B">
        <w:rPr>
          <w:rtl/>
        </w:rPr>
        <w:t xml:space="preserve">ں </w:t>
      </w:r>
      <w:r>
        <w:rPr>
          <w:rtl/>
        </w:rPr>
        <w:t>لہذا سب سے زيادہ ہم خلافت كے لائق ہي</w:t>
      </w:r>
      <w:r w:rsidR="007D6C9B">
        <w:rPr>
          <w:rtl/>
        </w:rPr>
        <w:t xml:space="preserve">ں </w:t>
      </w:r>
      <w:r>
        <w:rPr>
          <w:rtl/>
        </w:rPr>
        <w:t>ليكن وہ اس سے بے خبرتھے كہ ان كے وجود مي</w:t>
      </w:r>
      <w:r w:rsidR="007D6C9B">
        <w:rPr>
          <w:rtl/>
        </w:rPr>
        <w:t xml:space="preserve">ں </w:t>
      </w:r>
      <w:r>
        <w:rPr>
          <w:rtl/>
        </w:rPr>
        <w:t>شہوت وغضب اور قسم قسم كى خواہشات موجود نہي</w:t>
      </w:r>
      <w:r w:rsidR="007D6C9B">
        <w:rPr>
          <w:rtl/>
        </w:rPr>
        <w:t xml:space="preserve">ں </w:t>
      </w:r>
      <w:r>
        <w:rPr>
          <w:rtl/>
        </w:rPr>
        <w:t>جب كہ انسان كو ميلانات وشہوات نے گھير ركھا ہے اور شيطان ہر طرف سے اسے وسوسہ مي</w:t>
      </w:r>
      <w:r w:rsidR="007D6C9B">
        <w:rPr>
          <w:rtl/>
        </w:rPr>
        <w:t xml:space="preserve">ں </w:t>
      </w:r>
      <w:r>
        <w:rPr>
          <w:rtl/>
        </w:rPr>
        <w:t>ڈالتا رہتا ہے لہذا ان كى عبادت انسان كى عبادت سے بہت زيادہ فرق ركھتى ہے كہا</w:t>
      </w:r>
      <w:r w:rsidR="007D6C9B">
        <w:rPr>
          <w:rtl/>
        </w:rPr>
        <w:t xml:space="preserve">ں </w:t>
      </w:r>
      <w:r>
        <w:rPr>
          <w:rtl/>
        </w:rPr>
        <w:t>اطاعت اور فرمانبردارى ايك طوفان زدہ كى اور كہا</w:t>
      </w:r>
      <w:r w:rsidR="007D6C9B">
        <w:rPr>
          <w:rtl/>
        </w:rPr>
        <w:t xml:space="preserve">ں </w:t>
      </w:r>
      <w:r>
        <w:rPr>
          <w:rtl/>
        </w:rPr>
        <w:t>عبادت ان ساحل نشينو</w:t>
      </w:r>
      <w:r w:rsidR="007D6C9B">
        <w:rPr>
          <w:rtl/>
        </w:rPr>
        <w:t xml:space="preserve">ں </w:t>
      </w:r>
      <w:r>
        <w:rPr>
          <w:rtl/>
        </w:rPr>
        <w:t>كى جو مطمئن، خالى ہاتھ اور سبك بارہي</w:t>
      </w:r>
      <w:r w:rsidR="007D6C9B">
        <w:rPr>
          <w:rtl/>
        </w:rPr>
        <w:t xml:space="preserve">ں </w:t>
      </w:r>
      <w:r>
        <w:rPr>
          <w:rtl/>
        </w:rPr>
        <w:t xml:space="preserve">_ </w:t>
      </w:r>
    </w:p>
    <w:p w:rsidR="00DE2D7F" w:rsidRDefault="00DE2D7F" w:rsidP="00D07B54">
      <w:pPr>
        <w:pStyle w:val="libNormal"/>
        <w:rPr>
          <w:rtl/>
        </w:rPr>
      </w:pPr>
      <w:r>
        <w:rPr>
          <w:rtl/>
        </w:rPr>
        <w:t>انہي</w:t>
      </w:r>
      <w:r w:rsidR="007D6C9B">
        <w:rPr>
          <w:rtl/>
        </w:rPr>
        <w:t xml:space="preserve">ں </w:t>
      </w:r>
      <w:r>
        <w:rPr>
          <w:rtl/>
        </w:rPr>
        <w:t>كب معلوم تھا كہ اس آدم كى نسل سے محمد ،ابراہيم،نوح،موسي، عيسى عليہم السلام جيسے انبياء اور ائمہ اہل بيت (ع) جيسے معصوم اور ايسے صالح بندے اور جانباز شہيد مرد اور عورتي</w:t>
      </w:r>
      <w:r w:rsidR="007D6C9B">
        <w:rPr>
          <w:rtl/>
        </w:rPr>
        <w:t xml:space="preserve">ں </w:t>
      </w:r>
      <w:r>
        <w:rPr>
          <w:rtl/>
        </w:rPr>
        <w:t>عرصئہ وجود مي</w:t>
      </w:r>
      <w:r w:rsidR="007D6C9B">
        <w:rPr>
          <w:rtl/>
        </w:rPr>
        <w:t xml:space="preserve">ں </w:t>
      </w:r>
      <w:r>
        <w:rPr>
          <w:rtl/>
        </w:rPr>
        <w:t>قدم ركھي</w:t>
      </w:r>
      <w:r w:rsidR="007D6C9B">
        <w:rPr>
          <w:rtl/>
        </w:rPr>
        <w:t xml:space="preserve">ں </w:t>
      </w:r>
      <w:r>
        <w:rPr>
          <w:rtl/>
        </w:rPr>
        <w:t>گے جو پروانہ وار اپنے آپ كو راہ خدا مي</w:t>
      </w:r>
      <w:r w:rsidR="007D6C9B">
        <w:rPr>
          <w:rtl/>
        </w:rPr>
        <w:t xml:space="preserve">ں </w:t>
      </w:r>
      <w:r>
        <w:rPr>
          <w:rtl/>
        </w:rPr>
        <w:t>پيش كري</w:t>
      </w:r>
      <w:r w:rsidR="007D6C9B">
        <w:rPr>
          <w:rtl/>
        </w:rPr>
        <w:t xml:space="preserve">ں </w:t>
      </w:r>
      <w:r>
        <w:rPr>
          <w:rtl/>
        </w:rPr>
        <w:t>گے ايسے افراد جن كے غور وفكر كى ايك گھڑى فرشتو</w:t>
      </w:r>
      <w:r w:rsidR="007D6C9B">
        <w:rPr>
          <w:rtl/>
        </w:rPr>
        <w:t xml:space="preserve">ں </w:t>
      </w:r>
      <w:r>
        <w:rPr>
          <w:rtl/>
        </w:rPr>
        <w:t xml:space="preserve">كى سالہا سال كى عبادت كے بہتر ہے _ </w:t>
      </w:r>
    </w:p>
    <w:p w:rsidR="00DE2D7F" w:rsidRDefault="00DE2D7F" w:rsidP="00D07B54">
      <w:pPr>
        <w:pStyle w:val="libNormal"/>
        <w:rPr>
          <w:rtl/>
        </w:rPr>
      </w:pPr>
      <w:r>
        <w:rPr>
          <w:rtl/>
        </w:rPr>
        <w:t>يہ بات قابل توجہ ہے كہ فرشتو</w:t>
      </w:r>
      <w:r w:rsidR="007D6C9B">
        <w:rPr>
          <w:rtl/>
        </w:rPr>
        <w:t xml:space="preserve">ں </w:t>
      </w:r>
      <w:r>
        <w:rPr>
          <w:rtl/>
        </w:rPr>
        <w:t>نے اپنے صفات كے بارے مي</w:t>
      </w:r>
      <w:r w:rsidR="007D6C9B">
        <w:rPr>
          <w:rtl/>
        </w:rPr>
        <w:t xml:space="preserve">ں </w:t>
      </w:r>
      <w:r>
        <w:rPr>
          <w:rtl/>
        </w:rPr>
        <w:t>تين چيزو</w:t>
      </w:r>
      <w:r w:rsidR="007D6C9B">
        <w:rPr>
          <w:rtl/>
        </w:rPr>
        <w:t xml:space="preserve">ں </w:t>
      </w:r>
      <w:r>
        <w:rPr>
          <w:rtl/>
        </w:rPr>
        <w:t>كا سہارا ليا تسبيح، حمد اور تقديس ،در حقيقت وہ يہ كہنا چاہتے تھے كہ اگر ہدف اور غرض ،اطاعت اور بندگى ہے تو ہم فرمانبردار ہي</w:t>
      </w:r>
      <w:r w:rsidR="007D6C9B">
        <w:rPr>
          <w:rtl/>
        </w:rPr>
        <w:t xml:space="preserve">ں </w:t>
      </w:r>
      <w:r>
        <w:rPr>
          <w:rtl/>
        </w:rPr>
        <w:t>اور اگر عبادت ہے تو ہم ہر وقت اس مي</w:t>
      </w:r>
      <w:r w:rsidR="007D6C9B">
        <w:rPr>
          <w:rtl/>
        </w:rPr>
        <w:t xml:space="preserve">ں </w:t>
      </w:r>
      <w:r>
        <w:rPr>
          <w:rtl/>
        </w:rPr>
        <w:t>مشغول رہتے ہي</w:t>
      </w:r>
      <w:r w:rsidR="007D6C9B">
        <w:rPr>
          <w:rtl/>
        </w:rPr>
        <w:t xml:space="preserve">ں </w:t>
      </w:r>
      <w:r>
        <w:rPr>
          <w:rtl/>
        </w:rPr>
        <w:t>اور اگر اپنے آپ كو پاك ركھنا يا صفحہ ارضى كو پاك ركھنا ہے تو ہم ايسا كري</w:t>
      </w:r>
      <w:r w:rsidR="007D6C9B">
        <w:rPr>
          <w:rtl/>
        </w:rPr>
        <w:t xml:space="preserve">ں </w:t>
      </w:r>
      <w:r>
        <w:rPr>
          <w:rtl/>
        </w:rPr>
        <w:t xml:space="preserve">گے جب كہ يہ مادى انسان خود بھى فاسد ہے اور روئے زمين كو بھى فاسد كردے گا _ </w:t>
      </w:r>
    </w:p>
    <w:p w:rsidR="00DE2D7F" w:rsidRDefault="00DE2D7F" w:rsidP="00D07B54">
      <w:pPr>
        <w:pStyle w:val="libNormal"/>
        <w:rPr>
          <w:rtl/>
        </w:rPr>
      </w:pPr>
      <w:r>
        <w:rPr>
          <w:rtl/>
        </w:rPr>
        <w:t>حقائق كو تفصيل سے ان كے سامنے واضح كرنے كے لئے خداوندعالم نے ان كى آزما</w:t>
      </w:r>
      <w:r w:rsidR="00091C36">
        <w:rPr>
          <w:rtl/>
        </w:rPr>
        <w:t xml:space="preserve">ئش </w:t>
      </w:r>
      <w:r>
        <w:rPr>
          <w:rtl/>
        </w:rPr>
        <w:t xml:space="preserve"> كے لئے اقدام كيا تاكہ وہ خود اعتراف كري</w:t>
      </w:r>
      <w:r w:rsidR="007D6C9B">
        <w:rPr>
          <w:rtl/>
        </w:rPr>
        <w:t xml:space="preserve">ں </w:t>
      </w:r>
      <w:r>
        <w:rPr>
          <w:rtl/>
        </w:rPr>
        <w:t xml:space="preserve">كہ: </w:t>
      </w:r>
    </w:p>
    <w:p w:rsidR="00DE2D7F" w:rsidRDefault="00DE2D7F" w:rsidP="00D07B54">
      <w:pPr>
        <w:pStyle w:val="libNormal"/>
        <w:rPr>
          <w:rtl/>
        </w:rPr>
      </w:pPr>
      <w:r>
        <w:rPr>
          <w:rtl/>
        </w:rPr>
        <w:t xml:space="preserve">'' ان كے اور اولاد آدم كے درميان زمين وآسمان كا فرق ہے ''_ </w:t>
      </w:r>
    </w:p>
    <w:p w:rsidR="00DE2D7F" w:rsidRDefault="001648F9" w:rsidP="00D07B54">
      <w:pPr>
        <w:pStyle w:val="libNormal"/>
        <w:rPr>
          <w:rtl/>
        </w:rPr>
      </w:pPr>
      <w:r>
        <w:rPr>
          <w:rtl/>
        </w:rPr>
        <w:t xml:space="preserve"> </w:t>
      </w:r>
      <w:r>
        <w:rPr>
          <w:rtl/>
        </w:rPr>
        <w:br w:type="page"/>
      </w:r>
    </w:p>
    <w:p w:rsidR="00170C2E" w:rsidRDefault="00DE2D7F" w:rsidP="00D07B54">
      <w:pPr>
        <w:pStyle w:val="Heading2Center"/>
        <w:rPr>
          <w:rtl/>
        </w:rPr>
      </w:pPr>
      <w:bookmarkStart w:id="9" w:name="_Toc7268406"/>
      <w:r>
        <w:rPr>
          <w:rtl/>
        </w:rPr>
        <w:lastRenderedPageBreak/>
        <w:t>فرشتے امتحان كے سانچے مي</w:t>
      </w:r>
      <w:r w:rsidR="007D6C9B">
        <w:rPr>
          <w:rtl/>
        </w:rPr>
        <w:t>ں</w:t>
      </w:r>
      <w:bookmarkEnd w:id="9"/>
      <w:r w:rsidR="007D6C9B">
        <w:rPr>
          <w:rtl/>
        </w:rPr>
        <w:t xml:space="preserve"> </w:t>
      </w:r>
    </w:p>
    <w:p w:rsidR="00DE2D7F" w:rsidRDefault="00DE2D7F" w:rsidP="00D07B54">
      <w:pPr>
        <w:pStyle w:val="libNormal"/>
        <w:rPr>
          <w:rtl/>
        </w:rPr>
      </w:pPr>
      <w:r>
        <w:rPr>
          <w:rtl/>
        </w:rPr>
        <w:t xml:space="preserve"> پروردگار كے لطف وكرم سے آدم حقائق عالم كے ادراك كى كافى استعدادركھتے تھے خدا نے ان كى اس استعداد كو فعليت كے درجے تك پہنچا يا اور قرآن كے ارشاد كے مطابق آدم كو تمام اسما ء (عالم وجود كے حقائق واسرار )كى تعليم دى گئي_</w:t>
      </w:r>
      <w:r w:rsidRPr="00AD1EF3">
        <w:rPr>
          <w:rStyle w:val="libFootnotenumChar"/>
          <w:rtl/>
        </w:rPr>
        <w:t>(</w:t>
      </w:r>
      <w:r w:rsidR="00E664BB" w:rsidRPr="00AD1EF3">
        <w:rPr>
          <w:rStyle w:val="libFootnotenumChar"/>
          <w:rtl/>
        </w:rPr>
        <w:t>1</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Pr="00170C2E" w:rsidRDefault="00170C2E" w:rsidP="00D07B54">
      <w:pPr>
        <w:pStyle w:val="libLine"/>
        <w:rPr>
          <w:rtl/>
        </w:rPr>
      </w:pPr>
      <w:r>
        <w:rPr>
          <w:rFonts w:hint="cs"/>
          <w:rtl/>
        </w:rPr>
        <w:t>____________________</w:t>
      </w:r>
    </w:p>
    <w:p w:rsidR="00DE2D7F" w:rsidRDefault="00DE2D7F" w:rsidP="00D07B54">
      <w:pPr>
        <w:pStyle w:val="libFootnote"/>
        <w:rPr>
          <w:rtl/>
        </w:rPr>
      </w:pPr>
      <w:r>
        <w:rPr>
          <w:rtl/>
        </w:rPr>
        <w:t>(</w:t>
      </w:r>
      <w:r w:rsidR="00E664BB">
        <w:rPr>
          <w:rtl/>
        </w:rPr>
        <w:t>1</w:t>
      </w:r>
      <w:r>
        <w:rPr>
          <w:rtl/>
        </w:rPr>
        <w:t>)سورہ بقرہ آيت</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 مفسرين نے اگر چہ ''علم اسماء كى تفسير مي</w:t>
      </w:r>
      <w:r w:rsidR="007D6C9B">
        <w:rPr>
          <w:rtl/>
        </w:rPr>
        <w:t xml:space="preserve">ں </w:t>
      </w:r>
      <w:r>
        <w:rPr>
          <w:rtl/>
        </w:rPr>
        <w:t>قسم قسم كے بيانات ديئے ہي</w:t>
      </w:r>
      <w:r w:rsidR="007D6C9B">
        <w:rPr>
          <w:rtl/>
        </w:rPr>
        <w:t xml:space="preserve">ں </w:t>
      </w:r>
      <w:r>
        <w:rPr>
          <w:rtl/>
        </w:rPr>
        <w:t>ليكن مسلم ہے كہ آدم كو كلمات واسماء كى تعليم بغير معنى كے نہي</w:t>
      </w:r>
      <w:r w:rsidR="007D6C9B">
        <w:rPr>
          <w:rtl/>
        </w:rPr>
        <w:t xml:space="preserve">ں </w:t>
      </w:r>
      <w:r>
        <w:rPr>
          <w:rtl/>
        </w:rPr>
        <w:t>دى تھى كيونكہ يہ كو ئي قابل فخربات نہي</w:t>
      </w:r>
      <w:r w:rsidR="007D6C9B">
        <w:rPr>
          <w:rtl/>
        </w:rPr>
        <w:t xml:space="preserve">ں </w:t>
      </w:r>
      <w:r>
        <w:rPr>
          <w:rtl/>
        </w:rPr>
        <w:t>بلكہ مقصد يہ تھا كہ ان اسماء كے معانى ومفاہيم اورجن چيزو</w:t>
      </w:r>
      <w:r w:rsidR="007D6C9B">
        <w:rPr>
          <w:rtl/>
        </w:rPr>
        <w:t xml:space="preserve">ں </w:t>
      </w:r>
      <w:r>
        <w:rPr>
          <w:rtl/>
        </w:rPr>
        <w:t xml:space="preserve">كے وہ نام تھے ان سب كى تعليم ہے البتہ جہان خلقت اور عالم ہستى كے مختلف موجودات كے اسماء خواص سے مربوط علوم سے باخبر وآگاہ كيا جانا حضرت ادم كے لئے بہت بڑا اعزاز تھا _ </w:t>
      </w:r>
    </w:p>
    <w:p w:rsidR="00DE2D7F" w:rsidRDefault="00DE2D7F" w:rsidP="00D07B54">
      <w:pPr>
        <w:pStyle w:val="libFootnote"/>
        <w:rPr>
          <w:rtl/>
        </w:rPr>
      </w:pPr>
      <w:r>
        <w:rPr>
          <w:rtl/>
        </w:rPr>
        <w:t>ايك حديث مي</w:t>
      </w:r>
      <w:r w:rsidR="007D6C9B">
        <w:rPr>
          <w:rtl/>
        </w:rPr>
        <w:t xml:space="preserve">ں </w:t>
      </w:r>
      <w:r>
        <w:rPr>
          <w:rtl/>
        </w:rPr>
        <w:t xml:space="preserve">ہے كہ حضرت امام صادق عليہ السلام سے اس آيت (وعلم آدم الاسماء كلہا)كے متعلق سوال ہوا تو آپ نے فرمايا : (الارضين والجبال والشعاب والا وديہ ثمہ نظر الى بساط تحتہ فقال وہزا ابساط مما علمہ)_ </w:t>
      </w:r>
    </w:p>
    <w:p w:rsidR="00DE2D7F" w:rsidRDefault="00DE2D7F" w:rsidP="00D07B54">
      <w:pPr>
        <w:pStyle w:val="libFootnote"/>
        <w:rPr>
          <w:rtl/>
        </w:rPr>
      </w:pPr>
      <w:r>
        <w:rPr>
          <w:rtl/>
        </w:rPr>
        <w:t>اسماء سے مرادزميني</w:t>
      </w:r>
      <w:r w:rsidR="007D6C9B">
        <w:rPr>
          <w:rtl/>
        </w:rPr>
        <w:t xml:space="preserve">ں </w:t>
      </w:r>
      <w:r>
        <w:rPr>
          <w:rtl/>
        </w:rPr>
        <w:t>،پہاڑ،دريا،اورواديا</w:t>
      </w:r>
      <w:r w:rsidR="007D6C9B">
        <w:rPr>
          <w:rtl/>
        </w:rPr>
        <w:t xml:space="preserve">ں </w:t>
      </w:r>
      <w:r>
        <w:rPr>
          <w:rtl/>
        </w:rPr>
        <w:t>(غرض يہ كہ تمام موجودات ) تھے، اس كے بعد امام (ع) نے اس فرش كى طرف نگاہ كى جو آپ كے نيچے بچھا ہوا تھا اور فرمايا يہا</w:t>
      </w:r>
      <w:r w:rsidR="007D6C9B">
        <w:rPr>
          <w:rtl/>
        </w:rPr>
        <w:t xml:space="preserve">ں </w:t>
      </w:r>
      <w:r>
        <w:rPr>
          <w:rtl/>
        </w:rPr>
        <w:t>تك كہ يہ فرش بھى ان امور مي</w:t>
      </w:r>
      <w:r w:rsidR="007D6C9B">
        <w:rPr>
          <w:rtl/>
        </w:rPr>
        <w:t xml:space="preserve">ں </w:t>
      </w:r>
      <w:r>
        <w:rPr>
          <w:rtl/>
        </w:rPr>
        <w:t xml:space="preserve">سے ہے كہ خدا نے جن كى آدم كو تعليم دى _ </w:t>
      </w:r>
    </w:p>
    <w:p w:rsidR="00DE2D7F" w:rsidRDefault="00DE2D7F" w:rsidP="00D07B54">
      <w:pPr>
        <w:pStyle w:val="libFootnote"/>
        <w:rPr>
          <w:rtl/>
        </w:rPr>
      </w:pPr>
      <w:r>
        <w:rPr>
          <w:rtl/>
        </w:rPr>
        <w:t>لہذا معلوم يہ ہوا كہ علم لغت كے مشابہ نہ تھا بلكہ اس كا تعلق فلسفہ ،اور اسرار اور كيفيات وخواص كے ساتھ تھا، خداوندعالم نے آدم كو اس علم كى تعليم دى تاكہ وہ اپنى سيرتكامل مي</w:t>
      </w:r>
      <w:r w:rsidR="007D6C9B">
        <w:rPr>
          <w:rtl/>
        </w:rPr>
        <w:t xml:space="preserve">ں </w:t>
      </w:r>
      <w:r>
        <w:rPr>
          <w:rtl/>
        </w:rPr>
        <w:t>اس جہان كى مادى اور روحانى نعمتو</w:t>
      </w:r>
      <w:r w:rsidR="007D6C9B">
        <w:rPr>
          <w:rtl/>
        </w:rPr>
        <w:t xml:space="preserve">ں </w:t>
      </w:r>
      <w:r>
        <w:rPr>
          <w:rtl/>
        </w:rPr>
        <w:t>سے بہرہ ورہوسكي</w:t>
      </w:r>
      <w:r w:rsidR="007D6C9B">
        <w:rPr>
          <w:rtl/>
        </w:rPr>
        <w:t xml:space="preserve">ں </w:t>
      </w:r>
      <w:r>
        <w:rPr>
          <w:rtl/>
        </w:rPr>
        <w:t>اسى طرح مختلف چيزو</w:t>
      </w:r>
      <w:r w:rsidR="007D6C9B">
        <w:rPr>
          <w:rtl/>
        </w:rPr>
        <w:t xml:space="preserve">ں </w:t>
      </w:r>
      <w:r>
        <w:rPr>
          <w:rtl/>
        </w:rPr>
        <w:t>كے نام ركھنے كى استعداد بھى انہي</w:t>
      </w:r>
      <w:r w:rsidR="007D6C9B">
        <w:rPr>
          <w:rtl/>
        </w:rPr>
        <w:t xml:space="preserve">ں </w:t>
      </w:r>
      <w:r>
        <w:rPr>
          <w:rtl/>
        </w:rPr>
        <w:t>دى تاكہ وہ چيزو</w:t>
      </w:r>
      <w:r w:rsidR="007D6C9B">
        <w:rPr>
          <w:rtl/>
        </w:rPr>
        <w:t xml:space="preserve">ں </w:t>
      </w:r>
      <w:r>
        <w:rPr>
          <w:rtl/>
        </w:rPr>
        <w:t>كے نام ركھ سيكي</w:t>
      </w:r>
      <w:r w:rsidR="007D6C9B">
        <w:rPr>
          <w:rtl/>
        </w:rPr>
        <w:t xml:space="preserve">ں </w:t>
      </w:r>
      <w:r>
        <w:rPr>
          <w:rtl/>
        </w:rPr>
        <w:t>اور ضرورت كے وقت ان كا نام لے كر انہي</w:t>
      </w:r>
      <w:r w:rsidR="007D6C9B">
        <w:rPr>
          <w:rtl/>
        </w:rPr>
        <w:t xml:space="preserve">ں </w:t>
      </w:r>
      <w:r>
        <w:rPr>
          <w:rtl/>
        </w:rPr>
        <w:t>بلا سكي</w:t>
      </w:r>
      <w:r w:rsidR="007D6C9B">
        <w:rPr>
          <w:rtl/>
        </w:rPr>
        <w:t xml:space="preserve">ں </w:t>
      </w:r>
      <w:r>
        <w:rPr>
          <w:rtl/>
        </w:rPr>
        <w:t>يا منگواسكي</w:t>
      </w:r>
      <w:r w:rsidR="007D6C9B">
        <w:rPr>
          <w:rtl/>
        </w:rPr>
        <w:t xml:space="preserve">ں </w:t>
      </w:r>
      <w:r>
        <w:rPr>
          <w:rtl/>
        </w:rPr>
        <w:t>اور يہ ضرورى نہ ہو كہ اس كے لئے ويسى چيز دكھانى پڑے، يہ خود ايك بہت بڑى نعمت ہے اس موضوع كى اہميت ہم اس وقت سمجھتے ہي</w:t>
      </w:r>
      <w:r w:rsidR="007D6C9B">
        <w:rPr>
          <w:rtl/>
        </w:rPr>
        <w:t xml:space="preserve">ں </w:t>
      </w:r>
      <w:r>
        <w:rPr>
          <w:rtl/>
        </w:rPr>
        <w:t>جب ديكھتے ہي</w:t>
      </w:r>
      <w:r w:rsidR="007D6C9B">
        <w:rPr>
          <w:rtl/>
        </w:rPr>
        <w:t xml:space="preserve">ں </w:t>
      </w:r>
      <w:r>
        <w:rPr>
          <w:rtl/>
        </w:rPr>
        <w:t>كہ انسان كے پاس اس وقت جو كچھ ہے كتاب اور لكھنے كى وجہ سے ہے اور گزرے ہوئے لوگو</w:t>
      </w:r>
      <w:r w:rsidR="007D6C9B">
        <w:rPr>
          <w:rtl/>
        </w:rPr>
        <w:t xml:space="preserve">ں </w:t>
      </w:r>
      <w:r>
        <w:rPr>
          <w:rtl/>
        </w:rPr>
        <w:t>كے سب علمى ذخائران كى تحريرو</w:t>
      </w:r>
      <w:r w:rsidR="007D6C9B">
        <w:rPr>
          <w:rtl/>
        </w:rPr>
        <w:t xml:space="preserve">ں </w:t>
      </w:r>
      <w:r>
        <w:rPr>
          <w:rtl/>
        </w:rPr>
        <w:t>مي</w:t>
      </w:r>
      <w:r w:rsidR="007D6C9B">
        <w:rPr>
          <w:rtl/>
        </w:rPr>
        <w:t xml:space="preserve">ں </w:t>
      </w:r>
      <w:r>
        <w:rPr>
          <w:rtl/>
        </w:rPr>
        <w:t>جمع ہي</w:t>
      </w:r>
      <w:r w:rsidR="007D6C9B">
        <w:rPr>
          <w:rtl/>
        </w:rPr>
        <w:t xml:space="preserve">ں </w:t>
      </w:r>
      <w:r>
        <w:rPr>
          <w:rtl/>
        </w:rPr>
        <w:t>اور يہ سب كچھ چيزو</w:t>
      </w:r>
      <w:r w:rsidR="007D6C9B">
        <w:rPr>
          <w:rtl/>
        </w:rPr>
        <w:t xml:space="preserve">ں </w:t>
      </w:r>
      <w:r>
        <w:rPr>
          <w:rtl/>
        </w:rPr>
        <w:t>كے نام ركھنے اور ان كے خواص كى وجہ سے ہے ورنہ كبھى بھى ممكن نہ تھا كہ ہم گذشتہ لوگو</w:t>
      </w:r>
      <w:r w:rsidR="007D6C9B">
        <w:rPr>
          <w:rtl/>
        </w:rPr>
        <w:t xml:space="preserve">ں </w:t>
      </w:r>
      <w:r>
        <w:rPr>
          <w:rtl/>
        </w:rPr>
        <w:t>كے علوم آنے والو</w:t>
      </w:r>
      <w:r w:rsidR="007D6C9B">
        <w:rPr>
          <w:rtl/>
        </w:rPr>
        <w:t xml:space="preserve">ں </w:t>
      </w:r>
      <w:r>
        <w:rPr>
          <w:rtl/>
        </w:rPr>
        <w:t xml:space="preserve">تك منتقل كرسكتے _ </w:t>
      </w:r>
    </w:p>
    <w:p w:rsidR="00316476" w:rsidRDefault="00316476" w:rsidP="00D07B54">
      <w:pPr>
        <w:pStyle w:val="libNormal"/>
        <w:rPr>
          <w:rtl/>
        </w:rPr>
      </w:pPr>
      <w:r>
        <w:rPr>
          <w:rtl/>
        </w:rPr>
        <w:br w:type="page"/>
      </w:r>
    </w:p>
    <w:p w:rsidR="00402670" w:rsidRDefault="00402670" w:rsidP="00D07B54">
      <w:pPr>
        <w:pStyle w:val="libNormal"/>
      </w:pPr>
    </w:p>
    <w:p w:rsidR="00DE2D7F" w:rsidRDefault="00DE2D7F" w:rsidP="00D07B54">
      <w:pPr>
        <w:pStyle w:val="libNormal"/>
        <w:rPr>
          <w:rtl/>
        </w:rPr>
      </w:pPr>
      <w:r>
        <w:rPr>
          <w:rtl/>
        </w:rPr>
        <w:t>پھر خداوند عالم نے فرشتو</w:t>
      </w:r>
      <w:r w:rsidR="007D6C9B">
        <w:rPr>
          <w:rtl/>
        </w:rPr>
        <w:t xml:space="preserve">ں </w:t>
      </w:r>
      <w:r>
        <w:rPr>
          <w:rtl/>
        </w:rPr>
        <w:t>سے فرمايا :''اگر سچ كہتے ہوتو ان اشياء اور موجودات كے نام بتاو جنہي</w:t>
      </w:r>
      <w:r w:rsidR="007D6C9B">
        <w:rPr>
          <w:rtl/>
        </w:rPr>
        <w:t xml:space="preserve">ں </w:t>
      </w:r>
      <w:r>
        <w:rPr>
          <w:rtl/>
        </w:rPr>
        <w:t>ديكھ رہے ہو اور ان كے اسرارو كيفيات كو بيان كرو،ليكن فرشتے جو اتنا علم نہ ركھتے تھے اس امتحان مي</w:t>
      </w:r>
      <w:r w:rsidR="007D6C9B">
        <w:rPr>
          <w:rtl/>
        </w:rPr>
        <w:t xml:space="preserve">ں </w:t>
      </w:r>
      <w:r>
        <w:rPr>
          <w:rtl/>
        </w:rPr>
        <w:t>پيچھے رہ گئے لہذا جواب مي</w:t>
      </w:r>
      <w:r w:rsidR="007D6C9B">
        <w:rPr>
          <w:rtl/>
        </w:rPr>
        <w:t xml:space="preserve">ں </w:t>
      </w:r>
      <w:r>
        <w:rPr>
          <w:rtl/>
        </w:rPr>
        <w:t>كہنے لگے خدا وندا :''تومنزہ ہے ،تونے ہمي</w:t>
      </w:r>
      <w:r w:rsidR="007D6C9B">
        <w:rPr>
          <w:rtl/>
        </w:rPr>
        <w:t xml:space="preserve">ں </w:t>
      </w:r>
      <w:r>
        <w:rPr>
          <w:rtl/>
        </w:rPr>
        <w:t>جوتعليم دى ہے ہم اس كے علاوہ كچھ نہي</w:t>
      </w:r>
      <w:r w:rsidR="007D6C9B">
        <w:rPr>
          <w:rtl/>
        </w:rPr>
        <w:t xml:space="preserve">ں </w:t>
      </w:r>
      <w:r>
        <w:rPr>
          <w:rtl/>
        </w:rPr>
        <w:t>جانتے ہمي</w:t>
      </w:r>
      <w:r w:rsidR="007D6C9B">
        <w:rPr>
          <w:rtl/>
        </w:rPr>
        <w:t xml:space="preserve">ں </w:t>
      </w:r>
      <w:r>
        <w:rPr>
          <w:rtl/>
        </w:rPr>
        <w:t>نہي</w:t>
      </w:r>
      <w:r w:rsidR="007D6C9B">
        <w:rPr>
          <w:rtl/>
        </w:rPr>
        <w:t xml:space="preserve">ں </w:t>
      </w:r>
      <w:r>
        <w:rPr>
          <w:rtl/>
        </w:rPr>
        <w:t>معلوم تو خود ہى عليم وحكيم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اگر ہم نے اس سلسلے مي</w:t>
      </w:r>
      <w:r w:rsidR="007D6C9B">
        <w:rPr>
          <w:rtl/>
        </w:rPr>
        <w:t xml:space="preserve">ں </w:t>
      </w:r>
      <w:r>
        <w:rPr>
          <w:rtl/>
        </w:rPr>
        <w:t>سوال كيا ہے تو يہ ہمارى ناآگا ہى كى بناء پرتھا اور آدم كى اس عجيب استعداد اور قدرت سے بے خبر تھے جو ہمارے مقابلے مي</w:t>
      </w:r>
      <w:r w:rsidR="007D6C9B">
        <w:rPr>
          <w:rtl/>
        </w:rPr>
        <w:t xml:space="preserve">ں </w:t>
      </w:r>
      <w:r>
        <w:rPr>
          <w:rtl/>
        </w:rPr>
        <w:t xml:space="preserve">اس كا بہت بڑا امتياز ہے ،بے شك وہ تيرى خلافت وجانشينى كى اہليت ركھتا ہے جہان ہستى كى سرزمين اس كے وجود كے بغير نا قص تھي_ </w:t>
      </w:r>
    </w:p>
    <w:p w:rsidR="00DE2D7F" w:rsidRDefault="00DE2D7F" w:rsidP="00D07B54">
      <w:pPr>
        <w:pStyle w:val="libNormal"/>
        <w:rPr>
          <w:rtl/>
        </w:rPr>
      </w:pPr>
      <w:r>
        <w:rPr>
          <w:rtl/>
        </w:rPr>
        <w:t>اب آدم عليہ السلام كى بارى آئي كہ وہ ملائكہ كے سامنے موجود ات كا نام لي</w:t>
      </w:r>
      <w:r w:rsidR="007D6C9B">
        <w:rPr>
          <w:rtl/>
        </w:rPr>
        <w:t xml:space="preserve">ں </w:t>
      </w:r>
      <w:r>
        <w:rPr>
          <w:rtl/>
        </w:rPr>
        <w:t>اور ان كے اسرار بيان كري</w:t>
      </w:r>
      <w:r w:rsidR="007D6C9B">
        <w:rPr>
          <w:rtl/>
        </w:rPr>
        <w:t xml:space="preserve">ں </w:t>
      </w:r>
      <w:r>
        <w:rPr>
          <w:rtl/>
        </w:rPr>
        <w:t>خداوند عالم نے فرمايا :''اے آدم :فرشتو</w:t>
      </w:r>
      <w:r w:rsidR="007D6C9B">
        <w:rPr>
          <w:rtl/>
        </w:rPr>
        <w:t xml:space="preserve">ں </w:t>
      </w:r>
      <w:r>
        <w:rPr>
          <w:rtl/>
        </w:rPr>
        <w:t>كو ان موجود ات كے نامو</w:t>
      </w:r>
      <w:r w:rsidR="007D6C9B">
        <w:rPr>
          <w:rtl/>
        </w:rPr>
        <w:t xml:space="preserve">ں </w:t>
      </w:r>
      <w:r>
        <w:rPr>
          <w:rtl/>
        </w:rPr>
        <w:t>اور كامو</w:t>
      </w:r>
      <w:r w:rsidR="007D6C9B">
        <w:rPr>
          <w:rtl/>
        </w:rPr>
        <w:t xml:space="preserve">ں </w:t>
      </w:r>
      <w:r>
        <w:rPr>
          <w:rtl/>
        </w:rPr>
        <w:t>سے آگاہ كرو،جب آدم نے انہي</w:t>
      </w:r>
      <w:r w:rsidR="007D6C9B">
        <w:rPr>
          <w:rtl/>
        </w:rPr>
        <w:t xml:space="preserve">ں </w:t>
      </w:r>
      <w:r>
        <w:rPr>
          <w:rtl/>
        </w:rPr>
        <w:t>ان اسماء سے آگاہ كيا تو خداوند عالم نے فرمايا : كيامي</w:t>
      </w:r>
      <w:r w:rsidR="007D6C9B">
        <w:rPr>
          <w:rtl/>
        </w:rPr>
        <w:t xml:space="preserve">ں </w:t>
      </w:r>
      <w:r>
        <w:rPr>
          <w:rtl/>
        </w:rPr>
        <w:t>نے تمہي</w:t>
      </w:r>
      <w:r w:rsidR="007D6C9B">
        <w:rPr>
          <w:rtl/>
        </w:rPr>
        <w:t xml:space="preserve">ں </w:t>
      </w:r>
      <w:r>
        <w:rPr>
          <w:rtl/>
        </w:rPr>
        <w:t>بتايا نہي</w:t>
      </w:r>
      <w:r w:rsidR="007D6C9B">
        <w:rPr>
          <w:rtl/>
        </w:rPr>
        <w:t xml:space="preserve">ں </w:t>
      </w:r>
      <w:r>
        <w:rPr>
          <w:rtl/>
        </w:rPr>
        <w:t>تھا كہ مي</w:t>
      </w:r>
      <w:r w:rsidR="007D6C9B">
        <w:rPr>
          <w:rtl/>
        </w:rPr>
        <w:t xml:space="preserve">ں </w:t>
      </w:r>
      <w:r>
        <w:rPr>
          <w:rtl/>
        </w:rPr>
        <w:t>آسمان وزمين كے غيب سے واقف ہو</w:t>
      </w:r>
      <w:r w:rsidR="007D6C9B">
        <w:rPr>
          <w:rtl/>
        </w:rPr>
        <w:t xml:space="preserve">ں </w:t>
      </w:r>
      <w:r>
        <w:rPr>
          <w:rtl/>
        </w:rPr>
        <w:t>اور تم جو كچھ ظاہر كرتے اور چھپا تے ہوسب سے باخبر ہو</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مقام پر ملائكہ نے اس انسان كى وسيع معلومات اور فراوا</w:t>
      </w:r>
      <w:r w:rsidR="007D6C9B">
        <w:rPr>
          <w:rtl/>
        </w:rPr>
        <w:t xml:space="preserve">ں </w:t>
      </w:r>
      <w:r>
        <w:rPr>
          <w:rtl/>
        </w:rPr>
        <w:t xml:space="preserve">حكمت ودانائي كے سامنے سرتسليم خم كرديا اور ان پر واضح ہوگيا كہ صرف يہى زمين پر خلافت كى اہليت ركھتا ہے _ </w:t>
      </w:r>
    </w:p>
    <w:p w:rsidR="00170C2E" w:rsidRDefault="00DE2D7F" w:rsidP="00D07B54">
      <w:pPr>
        <w:pStyle w:val="Heading2Center"/>
        <w:rPr>
          <w:rtl/>
        </w:rPr>
      </w:pPr>
      <w:bookmarkStart w:id="10" w:name="_Toc7268407"/>
      <w:r>
        <w:rPr>
          <w:rtl/>
        </w:rPr>
        <w:t>آدم عليہ السلام جنت مي</w:t>
      </w:r>
      <w:r w:rsidR="007D6C9B">
        <w:rPr>
          <w:rtl/>
        </w:rPr>
        <w:t>ں</w:t>
      </w:r>
      <w:bookmarkEnd w:id="10"/>
      <w:r w:rsidR="007D6C9B">
        <w:rPr>
          <w:rtl/>
        </w:rPr>
        <w:t xml:space="preserve"> </w:t>
      </w:r>
    </w:p>
    <w:p w:rsidR="00DE2D7F" w:rsidRDefault="00DE2D7F" w:rsidP="00D07B54">
      <w:pPr>
        <w:pStyle w:val="libNormal"/>
        <w:rPr>
          <w:rtl/>
        </w:rPr>
      </w:pPr>
      <w:r>
        <w:rPr>
          <w:rtl/>
        </w:rPr>
        <w:t>گذشتہ بحثي</w:t>
      </w:r>
      <w:r w:rsidR="007D6C9B">
        <w:rPr>
          <w:rtl/>
        </w:rPr>
        <w:t xml:space="preserve">ں </w:t>
      </w:r>
      <w:r>
        <w:rPr>
          <w:rtl/>
        </w:rPr>
        <w:t>جوانسان كے مقام وعظمت كے بارے مي</w:t>
      </w:r>
      <w:r w:rsidR="007D6C9B">
        <w:rPr>
          <w:rtl/>
        </w:rPr>
        <w:t xml:space="preserve">ں </w:t>
      </w:r>
      <w:r>
        <w:rPr>
          <w:rtl/>
        </w:rPr>
        <w:t>تھي</w:t>
      </w:r>
      <w:r w:rsidR="007D6C9B">
        <w:rPr>
          <w:rtl/>
        </w:rPr>
        <w:t xml:space="preserve">ں </w:t>
      </w:r>
      <w:r>
        <w:rPr>
          <w:rtl/>
        </w:rPr>
        <w:t>ان كے ساتھ قرآن نے ايك اور فصل بيان كى ہے، پہلے كہتا ہے : ''يادكرووہ وقت جب ہم نے فرشتو</w:t>
      </w:r>
      <w:r w:rsidR="007D6C9B">
        <w:rPr>
          <w:rtl/>
        </w:rPr>
        <w:t xml:space="preserve">ں </w:t>
      </w:r>
      <w:r>
        <w:rPr>
          <w:rtl/>
        </w:rPr>
        <w:t>سے كہا آدم كے لئے سجدہ وخضوع كرو، ان سب نے سجدہ كيا سوائے ابليس كے، جس نے انكار كيا اور تكبر كيا اور اسى تكبر ونا فرمانى كى وجہ سے كافرو</w:t>
      </w:r>
      <w:r w:rsidR="007D6C9B">
        <w:rPr>
          <w:rtl/>
        </w:rPr>
        <w:t xml:space="preserve">ں </w:t>
      </w:r>
      <w:r>
        <w:rPr>
          <w:rtl/>
        </w:rPr>
        <w:t>مي</w:t>
      </w:r>
      <w:r w:rsidR="007D6C9B">
        <w:rPr>
          <w:rtl/>
        </w:rPr>
        <w:t xml:space="preserve">ں </w:t>
      </w:r>
      <w:r>
        <w:rPr>
          <w:rtl/>
        </w:rPr>
        <w:t>داخل ہوگيا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بقرہ آيت</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 سورہ بقرہ آيت</w:t>
      </w:r>
      <w:r w:rsidR="00E664BB">
        <w:rPr>
          <w:rtl/>
        </w:rPr>
        <w:t>33</w:t>
      </w:r>
      <w:r>
        <w:rPr>
          <w:rtl/>
        </w:rPr>
        <w:t xml:space="preserve"> </w:t>
      </w:r>
    </w:p>
    <w:p w:rsidR="00DE2D7F" w:rsidRDefault="00DE2D7F" w:rsidP="00D07B54">
      <w:pPr>
        <w:pStyle w:val="libFootnote"/>
        <w:rPr>
          <w:rtl/>
        </w:rPr>
      </w:pPr>
      <w:r>
        <w:rPr>
          <w:rtl/>
        </w:rPr>
        <w:t>(</w:t>
      </w:r>
      <w:r w:rsidR="00E664BB">
        <w:rPr>
          <w:rtl/>
        </w:rPr>
        <w:t>3</w:t>
      </w:r>
      <w:r>
        <w:rPr>
          <w:rtl/>
        </w:rPr>
        <w:t>) سورہ بقرہ آيت</w:t>
      </w:r>
      <w:r w:rsidR="00E664BB">
        <w:rPr>
          <w:rtl/>
        </w:rPr>
        <w:t>34</w:t>
      </w:r>
      <w:r>
        <w:rPr>
          <w:rtl/>
        </w:rPr>
        <w:t xml:space="preserve"> </w:t>
      </w:r>
    </w:p>
    <w:p w:rsidR="00402670" w:rsidRDefault="001648F9" w:rsidP="00D07B54">
      <w:pPr>
        <w:pStyle w:val="libNormal"/>
      </w:pPr>
      <w:r>
        <w:rPr>
          <w:rtl/>
        </w:rPr>
        <w:t xml:space="preserve"> </w:t>
      </w:r>
      <w:r>
        <w:rPr>
          <w:rtl/>
        </w:rPr>
        <w:br w:type="page"/>
      </w:r>
    </w:p>
    <w:p w:rsidR="00402670" w:rsidRDefault="00402670" w:rsidP="00D07B54">
      <w:pPr>
        <w:pStyle w:val="libNormal"/>
      </w:pPr>
    </w:p>
    <w:p w:rsidR="00DE2D7F" w:rsidRDefault="00DE2D7F" w:rsidP="00D07B54">
      <w:pPr>
        <w:pStyle w:val="libNormal"/>
        <w:rPr>
          <w:rtl/>
        </w:rPr>
      </w:pPr>
      <w:r>
        <w:rPr>
          <w:rtl/>
        </w:rPr>
        <w:t>بہر حال مربوط آيت انسانى شرافت اور اس كى عظمت ومقام كى زندہ اور واضح دليل ہے كہ اس كى تكميل خلقت كے بعد تمام ملائكہ كو حكم ملتا ہے كہ اس عظيم مخلوق كے سامنے سر تسليم خم كردو، واقعاوہ شخص جو مقام خلافت الہى اور زمين پر خدا كى نمائندگى كا منصب حاصل كرے ،تمام ترتكا مل وكمال پر فائز ہو اور بلند مرتبہ فرزندو</w:t>
      </w:r>
      <w:r w:rsidR="007D6C9B">
        <w:rPr>
          <w:rtl/>
        </w:rPr>
        <w:t xml:space="preserve">ں </w:t>
      </w:r>
      <w:r>
        <w:rPr>
          <w:rtl/>
        </w:rPr>
        <w:t>كى پرورش كا ذمہ دار ہو جن مي</w:t>
      </w:r>
      <w:r w:rsidR="007D6C9B">
        <w:rPr>
          <w:rtl/>
        </w:rPr>
        <w:t xml:space="preserve">ں </w:t>
      </w:r>
      <w:r>
        <w:rPr>
          <w:rtl/>
        </w:rPr>
        <w:t>انبيا ء اورخصوصا ًپيامبر اسلام (ص) اور ان كے جانشين شامل ہو</w:t>
      </w:r>
      <w:r w:rsidR="007D6C9B">
        <w:rPr>
          <w:rtl/>
        </w:rPr>
        <w:t xml:space="preserve">ں </w:t>
      </w:r>
      <w:r>
        <w:rPr>
          <w:rtl/>
        </w:rPr>
        <w:t xml:space="preserve">، ايسا انسان ہر قسم كے احترام كے لائق ہے _ </w:t>
      </w:r>
    </w:p>
    <w:p w:rsidR="00DE2D7F" w:rsidRDefault="00DE2D7F" w:rsidP="00D07B54">
      <w:pPr>
        <w:pStyle w:val="libNormal"/>
        <w:rPr>
          <w:rtl/>
        </w:rPr>
      </w:pPr>
    </w:p>
    <w:p w:rsidR="00170C2E" w:rsidRDefault="00DE2D7F" w:rsidP="00D07B54">
      <w:pPr>
        <w:pStyle w:val="Heading2Center"/>
        <w:rPr>
          <w:rtl/>
        </w:rPr>
      </w:pPr>
      <w:bookmarkStart w:id="11" w:name="_Toc7268408"/>
      <w:r>
        <w:rPr>
          <w:rtl/>
        </w:rPr>
        <w:t>ابليس نے مخالفت كيو</w:t>
      </w:r>
      <w:r w:rsidR="007D6C9B">
        <w:rPr>
          <w:rtl/>
        </w:rPr>
        <w:t xml:space="preserve">ں </w:t>
      </w:r>
      <w:r>
        <w:rPr>
          <w:rtl/>
        </w:rPr>
        <w:t>كي</w:t>
      </w:r>
      <w:bookmarkEnd w:id="11"/>
      <w:r>
        <w:rPr>
          <w:rtl/>
        </w:rPr>
        <w:t xml:space="preserve"> </w:t>
      </w:r>
    </w:p>
    <w:p w:rsidR="00DE2D7F" w:rsidRDefault="00DE2D7F" w:rsidP="00D07B54">
      <w:pPr>
        <w:pStyle w:val="libNormal"/>
        <w:rPr>
          <w:rtl/>
        </w:rPr>
      </w:pPr>
      <w:r>
        <w:rPr>
          <w:rtl/>
        </w:rPr>
        <w:t>ہم جانتے ہي</w:t>
      </w:r>
      <w:r w:rsidR="007D6C9B">
        <w:rPr>
          <w:rtl/>
        </w:rPr>
        <w:t xml:space="preserve">ں </w:t>
      </w:r>
      <w:r>
        <w:rPr>
          <w:rtl/>
        </w:rPr>
        <w:t>كہ لفظ ''شيطان ''اسم جنس ہے جس مي</w:t>
      </w:r>
      <w:r w:rsidR="007D6C9B">
        <w:rPr>
          <w:rtl/>
        </w:rPr>
        <w:t xml:space="preserve">ں </w:t>
      </w:r>
      <w:r>
        <w:rPr>
          <w:rtl/>
        </w:rPr>
        <w:t>پہلا شيطان اور ديگر تمام شيطان شامل ہي</w:t>
      </w:r>
      <w:r w:rsidR="007D6C9B">
        <w:rPr>
          <w:rtl/>
        </w:rPr>
        <w:t xml:space="preserve">ں </w:t>
      </w:r>
      <w:r>
        <w:rPr>
          <w:rtl/>
        </w:rPr>
        <w:t>ليكن ابليس مخصوص نام ہے، اور يہ اسى شيطان كى طرف اشارہ ہے جس نے حضرت آدم كو ورغلايا تھا وہ صريح آيات قرآن كے مطابق ملائكہ كى نوع سے نہي</w:t>
      </w:r>
      <w:r w:rsidR="007D6C9B">
        <w:rPr>
          <w:rtl/>
        </w:rPr>
        <w:t xml:space="preserve">ں </w:t>
      </w:r>
      <w:r>
        <w:rPr>
          <w:rtl/>
        </w:rPr>
        <w:t>تھا صرف ان كى صفو</w:t>
      </w:r>
      <w:r w:rsidR="007D6C9B">
        <w:rPr>
          <w:rtl/>
        </w:rPr>
        <w:t xml:space="preserve">ں </w:t>
      </w:r>
      <w:r>
        <w:rPr>
          <w:rtl/>
        </w:rPr>
        <w:t>مي</w:t>
      </w:r>
      <w:r w:rsidR="007D6C9B">
        <w:rPr>
          <w:rtl/>
        </w:rPr>
        <w:t xml:space="preserve">ں </w:t>
      </w:r>
      <w:r>
        <w:rPr>
          <w:rtl/>
        </w:rPr>
        <w:t>رہتا تھا وہ گروہ جن مي</w:t>
      </w:r>
      <w:r w:rsidR="007D6C9B">
        <w:rPr>
          <w:rtl/>
        </w:rPr>
        <w:t xml:space="preserve">ں </w:t>
      </w:r>
      <w:r>
        <w:rPr>
          <w:rtl/>
        </w:rPr>
        <w:t>سے تھا جو ايك مادى مخلوق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مخالفت كاسبب كبر و غرور اور خاص تعصب تھا جو اس كى فكر پر مسلط تھا_وہ سوچتا تھا كہ مي</w:t>
      </w:r>
      <w:r w:rsidR="007D6C9B">
        <w:rPr>
          <w:rtl/>
        </w:rPr>
        <w:t xml:space="preserve">ں </w:t>
      </w:r>
      <w:r>
        <w:rPr>
          <w:rtl/>
        </w:rPr>
        <w:t>آدم سے بہتر ہو</w:t>
      </w:r>
      <w:r w:rsidR="007D6C9B">
        <w:rPr>
          <w:rtl/>
        </w:rPr>
        <w:t xml:space="preserve">ں </w:t>
      </w:r>
      <w:r>
        <w:rPr>
          <w:rtl/>
        </w:rPr>
        <w:t>لہذا آدم كو سجدہ كرنے كا حكم نہي</w:t>
      </w:r>
      <w:r w:rsidR="007D6C9B">
        <w:rPr>
          <w:rtl/>
        </w:rPr>
        <w:t xml:space="preserve">ں </w:t>
      </w:r>
      <w:r>
        <w:rPr>
          <w:rtl/>
        </w:rPr>
        <w:t xml:space="preserve">ديا جانا چاہئے بلكہ آدم كو سجدہ كرنا چاہئے اور اسے مسجود ہونا چاہئے_ </w:t>
      </w:r>
    </w:p>
    <w:p w:rsidR="00DE2D7F" w:rsidRDefault="00DE2D7F" w:rsidP="00D07B54">
      <w:pPr>
        <w:pStyle w:val="libNormal"/>
        <w:rPr>
          <w:rtl/>
        </w:rPr>
      </w:pPr>
      <w:r>
        <w:rPr>
          <w:rtl/>
        </w:rPr>
        <w:t>خدانے ''ابليس''كى سركشى اور طغيانى كى وجہ اس كا مواخذہ كيا اور كہا:اس بات كا كيا سبب ہے كہ تو نے آدم كو سجدہ نہي</w:t>
      </w:r>
      <w:r w:rsidR="007D6C9B">
        <w:rPr>
          <w:rtl/>
        </w:rPr>
        <w:t xml:space="preserve">ں </w:t>
      </w:r>
      <w:r>
        <w:rPr>
          <w:rtl/>
        </w:rPr>
        <w:t>كيا اور ميرے فرمان كو نظر انداز كرديا ہے؟</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نے جواب مي</w:t>
      </w:r>
      <w:r w:rsidR="007D6C9B">
        <w:rPr>
          <w:rtl/>
        </w:rPr>
        <w:t xml:space="preserve">ں </w:t>
      </w:r>
      <w:r>
        <w:rPr>
          <w:rtl/>
        </w:rPr>
        <w:t>ايك نادرست بہانے كا سہارا ليا اور كہا:''مي</w:t>
      </w:r>
      <w:r w:rsidR="007D6C9B">
        <w:rPr>
          <w:rtl/>
        </w:rPr>
        <w:t xml:space="preserve">ں </w:t>
      </w:r>
      <w:r>
        <w:rPr>
          <w:rtl/>
        </w:rPr>
        <w:t>اس سے بہتر ہو</w:t>
      </w:r>
      <w:r w:rsidR="007D6C9B">
        <w:rPr>
          <w:rtl/>
        </w:rPr>
        <w:t xml:space="preserve">ں </w:t>
      </w:r>
      <w:r>
        <w:rPr>
          <w:rtl/>
        </w:rPr>
        <w:t>كيونكہ تو نے مجھے آگ سے پيدا كيا ہے اور آدم كو آب و گل سے_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كہف آيت </w:t>
      </w:r>
      <w:r w:rsidR="00E664BB">
        <w:rPr>
          <w:rtl/>
        </w:rPr>
        <w:t>50</w:t>
      </w:r>
      <w:r>
        <w:rPr>
          <w:rtl/>
        </w:rPr>
        <w:t xml:space="preserve"> مي</w:t>
      </w:r>
      <w:r w:rsidR="007D6C9B">
        <w:rPr>
          <w:rtl/>
        </w:rPr>
        <w:t xml:space="preserve">ں </w:t>
      </w:r>
      <w:r>
        <w:rPr>
          <w:rtl/>
        </w:rPr>
        <w:t>ہے :''سب نے سجدہ كيا سوائے ابليس كے جو جنو</w:t>
      </w:r>
      <w:r w:rsidR="007D6C9B">
        <w:rPr>
          <w:rtl/>
        </w:rPr>
        <w:t xml:space="preserve">ں </w:t>
      </w:r>
      <w:r>
        <w:rPr>
          <w:rtl/>
        </w:rPr>
        <w:t>مي</w:t>
      </w:r>
      <w:r w:rsidR="007D6C9B">
        <w:rPr>
          <w:rtl/>
        </w:rPr>
        <w:t xml:space="preserve">ں </w:t>
      </w:r>
      <w:r>
        <w:rPr>
          <w:rtl/>
        </w:rPr>
        <w:t xml:space="preserve">سے تھا'' </w:t>
      </w:r>
    </w:p>
    <w:p w:rsidR="00DE2D7F" w:rsidRDefault="00DE2D7F" w:rsidP="00D07B54">
      <w:pPr>
        <w:pStyle w:val="libFootnote"/>
        <w:rPr>
          <w:rtl/>
        </w:rPr>
      </w:pPr>
      <w:r>
        <w:rPr>
          <w:rtl/>
        </w:rPr>
        <w:t>(</w:t>
      </w:r>
      <w:r w:rsidR="00E664BB">
        <w:rPr>
          <w:rtl/>
        </w:rPr>
        <w:t>2</w:t>
      </w:r>
      <w:r>
        <w:rPr>
          <w:rtl/>
        </w:rPr>
        <w:t>)سورہ اعراف آيت</w:t>
      </w:r>
      <w:r w:rsidR="00E664BB">
        <w:rPr>
          <w:rtl/>
        </w:rPr>
        <w:t>12</w:t>
      </w:r>
      <w:r>
        <w:rPr>
          <w:rtl/>
        </w:rPr>
        <w:t xml:space="preserve"> </w:t>
      </w:r>
    </w:p>
    <w:p w:rsidR="00DE2D7F" w:rsidRDefault="00DE2D7F" w:rsidP="00D07B54">
      <w:pPr>
        <w:pStyle w:val="libFootnote"/>
        <w:rPr>
          <w:rtl/>
        </w:rPr>
      </w:pPr>
      <w:r>
        <w:rPr>
          <w:rtl/>
        </w:rPr>
        <w:t>(</w:t>
      </w:r>
      <w:r w:rsidR="00E664BB">
        <w:rPr>
          <w:rtl/>
        </w:rPr>
        <w:t>3</w:t>
      </w:r>
      <w:r>
        <w:rPr>
          <w:rtl/>
        </w:rPr>
        <w:t>)سورہ اعراف آيت</w:t>
      </w:r>
      <w:r w:rsidR="00E664BB">
        <w:rPr>
          <w:rtl/>
        </w:rPr>
        <w:t>12</w:t>
      </w:r>
      <w:r>
        <w:rPr>
          <w:rtl/>
        </w:rPr>
        <w:t xml:space="preserve"> </w:t>
      </w:r>
    </w:p>
    <w:p w:rsidR="00402670" w:rsidRDefault="001648F9" w:rsidP="00D07B54">
      <w:pPr>
        <w:pStyle w:val="libNormal"/>
      </w:pPr>
      <w:r>
        <w:rPr>
          <w:rtl/>
        </w:rPr>
        <w:t xml:space="preserve"> </w:t>
      </w:r>
      <w:r>
        <w:rPr>
          <w:rtl/>
        </w:rPr>
        <w:br w:type="page"/>
      </w:r>
    </w:p>
    <w:p w:rsidR="00402670" w:rsidRDefault="00402670" w:rsidP="00D07B54">
      <w:pPr>
        <w:pStyle w:val="libNormal"/>
      </w:pPr>
    </w:p>
    <w:p w:rsidR="00DE2D7F" w:rsidRDefault="00DE2D7F" w:rsidP="00D07B54">
      <w:pPr>
        <w:pStyle w:val="libNormal"/>
        <w:rPr>
          <w:rtl/>
        </w:rPr>
      </w:pPr>
      <w:r>
        <w:rPr>
          <w:rtl/>
        </w:rPr>
        <w:t xml:space="preserve">گويا اسے خيال تھا كہ آگ،خاك سے بہتر و افضل ہے،يہ ابليس كى ايك بڑى غلط فہمى تھي،شايد اسے غلط فہمى بھى نہ تھى بلكہ جان بوجھ كر جھوٹ بول رہا تھا_ </w:t>
      </w:r>
    </w:p>
    <w:p w:rsidR="00DE2D7F" w:rsidRDefault="00DE2D7F" w:rsidP="00D07B54">
      <w:pPr>
        <w:pStyle w:val="libNormal"/>
        <w:rPr>
          <w:rtl/>
        </w:rPr>
      </w:pPr>
      <w:r>
        <w:rPr>
          <w:rtl/>
        </w:rPr>
        <w:t>ليكن شيطان كى داستان اسى جگہ ختم نہي</w:t>
      </w:r>
      <w:r w:rsidR="007D6C9B">
        <w:rPr>
          <w:rtl/>
        </w:rPr>
        <w:t xml:space="preserve">ں </w:t>
      </w:r>
      <w:r>
        <w:rPr>
          <w:rtl/>
        </w:rPr>
        <w:t>ہوتي،بلكہ اس نے جب يہ ديكھا كہ وہ درگاہ خداوندى سے نكال ديا گيا ہے او اس كى سركشى اور ہٹ دھرمى مي</w:t>
      </w:r>
      <w:r w:rsidR="007D6C9B">
        <w:rPr>
          <w:rtl/>
        </w:rPr>
        <w:t xml:space="preserve">ں </w:t>
      </w:r>
      <w:r>
        <w:rPr>
          <w:rtl/>
        </w:rPr>
        <w:t>اور اضافہ ہوگيا_ چنانچہ اس نے بجائے شرمندگى اور توبہ كے اور بجائے اس كے كہ وہ خدا كى طرف پلٹے اور اپنى غلطى كا اعتراف كرے،اس نے خدا سے صرف اس بات كى درخواست كى كہ : ''خدايا مجھے رہتى دنيا تك كے لئے مہلت عطا فرمادے اور زندگى عطا كر''_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كى يہ درخواست قبول ہوگئي اور اللہ تعالى نے فرمايا:''تجھے مہلت دى جاتى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اگر چہ قران مي</w:t>
      </w:r>
      <w:r w:rsidR="007D6C9B">
        <w:rPr>
          <w:rtl/>
        </w:rPr>
        <w:t xml:space="preserve">ں </w:t>
      </w:r>
      <w:r>
        <w:rPr>
          <w:rtl/>
        </w:rPr>
        <w:t>اس بات كى صراحت نہي</w:t>
      </w:r>
      <w:r w:rsidR="007D6C9B">
        <w:rPr>
          <w:rtl/>
        </w:rPr>
        <w:t xml:space="preserve">ں </w:t>
      </w:r>
      <w:r>
        <w:rPr>
          <w:rtl/>
        </w:rPr>
        <w:t>كى گئي كہ ابليس كى درخواست كس حدتك منظور ہوئي_ارشادہوا: ''تجھ كو اس روز معين تك كے لئے مہلت دى گئي''_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يعنى اس كى پورى درخواست منظور نہي</w:t>
      </w:r>
      <w:r w:rsidR="007D6C9B">
        <w:rPr>
          <w:rtl/>
        </w:rPr>
        <w:t xml:space="preserve">ں </w:t>
      </w:r>
      <w:r>
        <w:rPr>
          <w:rtl/>
        </w:rPr>
        <w:t>ہوئي بلكہ جس مقدار مي</w:t>
      </w:r>
      <w:r w:rsidR="007D6C9B">
        <w:rPr>
          <w:rtl/>
        </w:rPr>
        <w:t xml:space="preserve">ں </w:t>
      </w:r>
      <w:r>
        <w:rPr>
          <w:rtl/>
        </w:rPr>
        <w:t xml:space="preserve">خدانے چاہا اتنى مہلت عطا كي_ </w:t>
      </w:r>
    </w:p>
    <w:p w:rsidR="00DE2D7F" w:rsidRDefault="00DE2D7F" w:rsidP="00D07B54">
      <w:pPr>
        <w:pStyle w:val="libNormal"/>
        <w:rPr>
          <w:rtl/>
        </w:rPr>
      </w:pPr>
      <w:r>
        <w:rPr>
          <w:rtl/>
        </w:rPr>
        <w:t>ليكن اس نے جو يہ مہلت حاصل كى وہ اس لئے نہي</w:t>
      </w:r>
      <w:r w:rsidR="007D6C9B">
        <w:rPr>
          <w:rtl/>
        </w:rPr>
        <w:t xml:space="preserve">ں </w:t>
      </w:r>
      <w:r>
        <w:rPr>
          <w:rtl/>
        </w:rPr>
        <w:t xml:space="preserve">تھى كہ اپنى غلطى كا تدارك كرے بلكہ اس نے اس طولانى عمر كے حاصل كرنے كا مقصد اس طرح بيان كيا: </w:t>
      </w:r>
    </w:p>
    <w:p w:rsidR="00DE2D7F" w:rsidRDefault="00DE2D7F" w:rsidP="00D07B54">
      <w:pPr>
        <w:pStyle w:val="libNormal"/>
        <w:rPr>
          <w:rtl/>
        </w:rPr>
      </w:pPr>
      <w:r>
        <w:rPr>
          <w:rtl/>
        </w:rPr>
        <w:t>''اب جبكہ تو نے مجھے گمراہ كرديا ہے،تو مي</w:t>
      </w:r>
      <w:r w:rsidR="007D6C9B">
        <w:rPr>
          <w:rtl/>
        </w:rPr>
        <w:t xml:space="preserve">ں </w:t>
      </w:r>
      <w:r>
        <w:rPr>
          <w:rtl/>
        </w:rPr>
        <w:t>بھى تيرے سيدھے راستے پر تاك لگا كر بيٹھو</w:t>
      </w:r>
      <w:r w:rsidR="007D6C9B">
        <w:rPr>
          <w:rtl/>
        </w:rPr>
        <w:t xml:space="preserve">ں </w:t>
      </w:r>
      <w:r>
        <w:rPr>
          <w:rtl/>
        </w:rPr>
        <w:t>گا(مورچہ بنائو</w:t>
      </w:r>
      <w:r w:rsidR="007D6C9B">
        <w:rPr>
          <w:rtl/>
        </w:rPr>
        <w:t xml:space="preserve">ں </w:t>
      </w:r>
      <w:r>
        <w:rPr>
          <w:rtl/>
        </w:rPr>
        <w:t>گا)اور ان(اولاد آدم)كو راستے سے ہٹادو</w:t>
      </w:r>
      <w:r w:rsidR="007D6C9B">
        <w:rPr>
          <w:rtl/>
        </w:rPr>
        <w:t xml:space="preserve">ں </w:t>
      </w:r>
      <w:r>
        <w:rPr>
          <w:rtl/>
        </w:rPr>
        <w:t>گا،تاكہ جس طرح مي</w:t>
      </w:r>
      <w:r w:rsidR="007D6C9B">
        <w:rPr>
          <w:rtl/>
        </w:rPr>
        <w:t xml:space="preserve">ں </w:t>
      </w:r>
      <w:r>
        <w:rPr>
          <w:rtl/>
        </w:rPr>
        <w:t>گمراہ ہوا ہو</w:t>
      </w:r>
      <w:r w:rsidR="007D6C9B">
        <w:rPr>
          <w:rtl/>
        </w:rPr>
        <w:t xml:space="preserve">ں </w:t>
      </w:r>
      <w:r>
        <w:rPr>
          <w:rtl/>
        </w:rPr>
        <w:t>اسى طرح وہ بھى گمراہ ہوجائي</w:t>
      </w:r>
      <w:r w:rsidR="007D6C9B">
        <w:rPr>
          <w:rtl/>
        </w:rPr>
        <w:t xml:space="preserve">ں </w:t>
      </w:r>
      <w:r>
        <w:rPr>
          <w:rtl/>
        </w:rPr>
        <w:t>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اس كے بعد شيطا ن نے اپنى بات كى مزيد تائيد و تاكيد كے لئے يو</w:t>
      </w:r>
      <w:r w:rsidR="007D6C9B">
        <w:rPr>
          <w:rtl/>
        </w:rPr>
        <w:t xml:space="preserve">ں </w:t>
      </w:r>
      <w:r>
        <w:rPr>
          <w:rtl/>
        </w:rPr>
        <w:t>كہا:''مي</w:t>
      </w:r>
      <w:r w:rsidR="007D6C9B">
        <w:rPr>
          <w:rtl/>
        </w:rPr>
        <w:t xml:space="preserve">ں </w:t>
      </w:r>
      <w:r>
        <w:rPr>
          <w:rtl/>
        </w:rPr>
        <w:t>نہ صرف يہ كہ ان كے راستہ پر اپنا مورچہ قائم كرو</w:t>
      </w:r>
      <w:r w:rsidR="007D6C9B">
        <w:rPr>
          <w:rtl/>
        </w:rPr>
        <w:t xml:space="preserve">ں </w:t>
      </w:r>
      <w:r>
        <w:rPr>
          <w:rtl/>
        </w:rPr>
        <w:t>گا بلكہ ان كے سامنے سے،پيچھے سے،دا ھنى جانب سے،بائي</w:t>
      </w:r>
      <w:r w:rsidR="007D6C9B">
        <w:rPr>
          <w:rtl/>
        </w:rPr>
        <w:t xml:space="preserve">ں </w:t>
      </w:r>
      <w:r>
        <w:rPr>
          <w:rtl/>
        </w:rPr>
        <w:t xml:space="preserve">جانب سے گويا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اعراف آيت</w:t>
      </w:r>
      <w:r w:rsidR="00E664BB">
        <w:rPr>
          <w:rtl/>
        </w:rPr>
        <w:t>14</w:t>
      </w:r>
      <w:r>
        <w:rPr>
          <w:rtl/>
        </w:rPr>
        <w:t xml:space="preserve"> </w:t>
      </w:r>
    </w:p>
    <w:p w:rsidR="00DE2D7F" w:rsidRDefault="00DE2D7F" w:rsidP="00D07B54">
      <w:pPr>
        <w:pStyle w:val="libFootnote"/>
        <w:rPr>
          <w:rtl/>
        </w:rPr>
      </w:pPr>
      <w:r>
        <w:rPr>
          <w:rtl/>
        </w:rPr>
        <w:t>(</w:t>
      </w:r>
      <w:r w:rsidR="00E664BB">
        <w:rPr>
          <w:rtl/>
        </w:rPr>
        <w:t>2</w:t>
      </w:r>
      <w:r>
        <w:rPr>
          <w:rtl/>
        </w:rPr>
        <w:t xml:space="preserve">) سورہ اعراف ايت </w:t>
      </w:r>
      <w:r w:rsidR="00E664BB">
        <w:rPr>
          <w:rtl/>
        </w:rPr>
        <w:t>15</w:t>
      </w:r>
      <w:r>
        <w:rPr>
          <w:rtl/>
        </w:rPr>
        <w:t xml:space="preserve"> </w:t>
      </w:r>
    </w:p>
    <w:p w:rsidR="00DE2D7F" w:rsidRDefault="00DE2D7F" w:rsidP="00D07B54">
      <w:pPr>
        <w:pStyle w:val="libFootnote"/>
        <w:rPr>
          <w:rtl/>
        </w:rPr>
      </w:pPr>
      <w:r>
        <w:rPr>
          <w:rtl/>
        </w:rPr>
        <w:t>(</w:t>
      </w:r>
      <w:r w:rsidR="00E664BB">
        <w:rPr>
          <w:rtl/>
        </w:rPr>
        <w:t>3</w:t>
      </w:r>
      <w:r>
        <w:rPr>
          <w:rtl/>
        </w:rPr>
        <w:t>) سورہ حجر آيت</w:t>
      </w:r>
      <w:r w:rsidR="00E664BB">
        <w:rPr>
          <w:rtl/>
        </w:rPr>
        <w:t>38</w:t>
      </w:r>
      <w:r>
        <w:rPr>
          <w:rtl/>
        </w:rPr>
        <w:t xml:space="preserve"> </w:t>
      </w:r>
    </w:p>
    <w:p w:rsidR="00DE2D7F" w:rsidRDefault="00DE2D7F" w:rsidP="00D07B54">
      <w:pPr>
        <w:pStyle w:val="libFootnote"/>
        <w:rPr>
          <w:rtl/>
        </w:rPr>
      </w:pPr>
      <w:r>
        <w:rPr>
          <w:rtl/>
        </w:rPr>
        <w:t>(</w:t>
      </w:r>
      <w:r w:rsidR="00E664BB">
        <w:rPr>
          <w:rtl/>
        </w:rPr>
        <w:t>4</w:t>
      </w:r>
      <w:r>
        <w:rPr>
          <w:rtl/>
        </w:rPr>
        <w:t>) سورہ اعراف آيت</w:t>
      </w:r>
      <w:r w:rsidR="00E664BB">
        <w:rPr>
          <w:rtl/>
        </w:rPr>
        <w:t>16</w:t>
      </w:r>
      <w:r>
        <w:rPr>
          <w:rtl/>
        </w:rPr>
        <w:t xml:space="preserve"> </w:t>
      </w:r>
    </w:p>
    <w:p w:rsidR="007D6C9B" w:rsidRDefault="001648F9" w:rsidP="00D07B54">
      <w:pPr>
        <w:pStyle w:val="libNormal"/>
        <w:rPr>
          <w:rtl/>
        </w:rPr>
      </w:pPr>
      <w:r>
        <w:rPr>
          <w:rtl/>
        </w:rPr>
        <w:t xml:space="preserve"> </w:t>
      </w:r>
      <w:r>
        <w:rPr>
          <w:rtl/>
        </w:rPr>
        <w:br w:type="page"/>
      </w:r>
    </w:p>
    <w:p w:rsidR="007D6C9B" w:rsidRDefault="007D6C9B" w:rsidP="00D07B54">
      <w:pPr>
        <w:pStyle w:val="libNormal"/>
        <w:rPr>
          <w:rtl/>
        </w:rPr>
      </w:pPr>
    </w:p>
    <w:p w:rsidR="00402670" w:rsidRDefault="00402670" w:rsidP="00D07B54">
      <w:pPr>
        <w:pStyle w:val="libNormal"/>
      </w:pPr>
    </w:p>
    <w:p w:rsidR="00DE2D7F" w:rsidRPr="00402670" w:rsidRDefault="00DE2D7F" w:rsidP="00D07B54">
      <w:pPr>
        <w:pStyle w:val="libNormal"/>
        <w:rPr>
          <w:rtl/>
        </w:rPr>
      </w:pPr>
      <w:r w:rsidRPr="00402670">
        <w:rPr>
          <w:rtl/>
        </w:rPr>
        <w:t>چارو</w:t>
      </w:r>
      <w:r w:rsidR="007D6C9B" w:rsidRPr="00402670">
        <w:rPr>
          <w:rtl/>
        </w:rPr>
        <w:t xml:space="preserve">ں </w:t>
      </w:r>
      <w:r w:rsidRPr="00402670">
        <w:rPr>
          <w:rtl/>
        </w:rPr>
        <w:t>طرف سے ان كے پاس آئو</w:t>
      </w:r>
      <w:r w:rsidR="007D6C9B" w:rsidRPr="00402670">
        <w:rPr>
          <w:rtl/>
        </w:rPr>
        <w:t xml:space="preserve">ں </w:t>
      </w:r>
      <w:r w:rsidRPr="00402670">
        <w:rPr>
          <w:rtl/>
        </w:rPr>
        <w:t>گا جس كے نتيجہ مي</w:t>
      </w:r>
      <w:r w:rsidR="007D6C9B" w:rsidRPr="00402670">
        <w:rPr>
          <w:rtl/>
        </w:rPr>
        <w:t xml:space="preserve">ں </w:t>
      </w:r>
      <w:r w:rsidRPr="00402670">
        <w:rPr>
          <w:rtl/>
        </w:rPr>
        <w:t>تو ان كى اكثريت كو شكر گزار نہ پائے گا_''</w:t>
      </w:r>
      <w:r w:rsidRPr="00AD1EF3">
        <w:rPr>
          <w:rStyle w:val="libFootnotenumChar"/>
          <w:rtl/>
        </w:rPr>
        <w:t>(</w:t>
      </w:r>
      <w:r w:rsidR="00E664BB" w:rsidRPr="00AD1EF3">
        <w:rPr>
          <w:rStyle w:val="libFootnotenumChar"/>
          <w:rtl/>
        </w:rPr>
        <w:t>1</w:t>
      </w:r>
      <w:r w:rsidRPr="00AD1EF3">
        <w:rPr>
          <w:rStyle w:val="libFootnotenumChar"/>
          <w:rtl/>
        </w:rPr>
        <w:t>)(</w:t>
      </w:r>
      <w:r w:rsidR="00E664BB" w:rsidRPr="00AD1EF3">
        <w:rPr>
          <w:rStyle w:val="libFootnotenumChar"/>
          <w:rtl/>
        </w:rPr>
        <w:t>2</w:t>
      </w:r>
      <w:r w:rsidRPr="00AD1EF3">
        <w:rPr>
          <w:rStyle w:val="libFootnotenumChar"/>
          <w:rtl/>
        </w:rPr>
        <w:t>)</w:t>
      </w:r>
      <w:r w:rsidRPr="00402670">
        <w:rPr>
          <w:rtl/>
        </w:rPr>
        <w:t xml:space="preserve"> </w:t>
      </w:r>
    </w:p>
    <w:p w:rsidR="00DE2D7F" w:rsidRPr="00402670" w:rsidRDefault="00DE2D7F" w:rsidP="00D07B54">
      <w:pPr>
        <w:pStyle w:val="libNormal"/>
        <w:rPr>
          <w:rtl/>
        </w:rPr>
      </w:pPr>
      <w:r w:rsidRPr="00402670">
        <w:rPr>
          <w:rtl/>
        </w:rPr>
        <w:t>شروع مي</w:t>
      </w:r>
      <w:r w:rsidR="007D6C9B" w:rsidRPr="00402670">
        <w:rPr>
          <w:rtl/>
        </w:rPr>
        <w:t xml:space="preserve">ں </w:t>
      </w:r>
      <w:r w:rsidRPr="00402670">
        <w:rPr>
          <w:rtl/>
        </w:rPr>
        <w:t xml:space="preserve">اس كا گناہ صرف يہ تھا كہ اس نے خدا كا حكم ماننے سے انكار كرديا تھا،اسى لئے اس كے خروج كا حكم صادر ہوا، اس كے بعد اس نے ايك اور بڑا گناہ يہ كيا كہ خدا كے سامنے بنى آدم كو بہكانے كا عہد كيا اور ايسى بات كہى گويا وہ خدا كو دھمكى دے رہا تھا،ظاہر ہے كہ اس سے بڑھ كر اور كونسا گناہ ہوسكتا ہے_ لہذا خدا نے اس سے فرمايا:اس مقام سے بد ترين ننگ و عار كے ساتھ نكل جا اور ذلت و خوارى كے ساتھ نيچے اتر جا_ </w:t>
      </w:r>
    </w:p>
    <w:p w:rsidR="00DE2D7F" w:rsidRPr="00402670" w:rsidRDefault="00DE2D7F" w:rsidP="00D07B54">
      <w:pPr>
        <w:pStyle w:val="libNormal"/>
        <w:rPr>
          <w:rtl/>
        </w:rPr>
      </w:pPr>
      <w:r w:rsidRPr="00402670">
        <w:rPr>
          <w:rtl/>
        </w:rPr>
        <w:t>اور فرمايا:''مي</w:t>
      </w:r>
      <w:r w:rsidR="007D6C9B" w:rsidRPr="00402670">
        <w:rPr>
          <w:rtl/>
        </w:rPr>
        <w:t xml:space="preserve">ں </w:t>
      </w:r>
      <w:r w:rsidRPr="00402670">
        <w:rPr>
          <w:rtl/>
        </w:rPr>
        <w:t>بھى قسم كھاتاہو</w:t>
      </w:r>
      <w:r w:rsidR="007D6C9B" w:rsidRPr="00402670">
        <w:rPr>
          <w:rtl/>
        </w:rPr>
        <w:t xml:space="preserve">ں </w:t>
      </w:r>
      <w:r w:rsidRPr="00402670">
        <w:rPr>
          <w:rtl/>
        </w:rPr>
        <w:t>كہ جو بھى تيرى پيروى كرے گا مي</w:t>
      </w:r>
      <w:r w:rsidR="007D6C9B" w:rsidRPr="00402670">
        <w:rPr>
          <w:rtl/>
        </w:rPr>
        <w:t xml:space="preserve">ں </w:t>
      </w:r>
      <w:r w:rsidRPr="00402670">
        <w:rPr>
          <w:rtl/>
        </w:rPr>
        <w:t>جہنم كو تجھ سے اور اس سے بھردو</w:t>
      </w:r>
      <w:r w:rsidR="007D6C9B" w:rsidRPr="00402670">
        <w:rPr>
          <w:rtl/>
        </w:rPr>
        <w:t xml:space="preserve">ں </w:t>
      </w:r>
      <w:r w:rsidRPr="00402670">
        <w:rPr>
          <w:rtl/>
        </w:rPr>
        <w:t>گا_''</w:t>
      </w:r>
      <w:r w:rsidRPr="00AD1EF3">
        <w:rPr>
          <w:rStyle w:val="libFootnotenumChar"/>
          <w:rtl/>
        </w:rPr>
        <w:t>(</w:t>
      </w:r>
      <w:r w:rsidR="00E664BB" w:rsidRPr="00AD1EF3">
        <w:rPr>
          <w:rStyle w:val="libFootnotenumChar"/>
          <w:rtl/>
        </w:rPr>
        <w:t>3</w:t>
      </w:r>
      <w:r w:rsidRPr="00AD1EF3">
        <w:rPr>
          <w:rStyle w:val="libFootnotenumChar"/>
          <w:rtl/>
        </w:rPr>
        <w:t>)(</w:t>
      </w:r>
      <w:r w:rsidR="00E664BB" w:rsidRPr="00AD1EF3">
        <w:rPr>
          <w:rStyle w:val="libFootnotenumChar"/>
          <w:rtl/>
        </w:rPr>
        <w:t>4</w:t>
      </w:r>
      <w:r w:rsidRPr="00AD1EF3">
        <w:rPr>
          <w:rStyle w:val="libFootnotenumChar"/>
          <w:rtl/>
        </w:rPr>
        <w:t>)</w:t>
      </w:r>
      <w:r w:rsidRPr="00402670">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)سوہ اعراف آيت</w:t>
      </w:r>
      <w:r w:rsidR="00E664BB">
        <w:rPr>
          <w:rtl/>
        </w:rPr>
        <w:t>16</w:t>
      </w:r>
      <w:r>
        <w:rPr>
          <w:rtl/>
        </w:rPr>
        <w:t xml:space="preserve"> </w:t>
      </w:r>
    </w:p>
    <w:p w:rsidR="00DE2D7F" w:rsidRDefault="00DE2D7F" w:rsidP="00D07B54">
      <w:pPr>
        <w:pStyle w:val="libFootnote"/>
        <w:rPr>
          <w:rtl/>
        </w:rPr>
      </w:pPr>
      <w:r>
        <w:rPr>
          <w:rtl/>
        </w:rPr>
        <w:t>(</w:t>
      </w:r>
      <w:r w:rsidR="00E664BB">
        <w:rPr>
          <w:rtl/>
        </w:rPr>
        <w:t>2</w:t>
      </w:r>
      <w:r>
        <w:rPr>
          <w:rtl/>
        </w:rPr>
        <w:t>)مذكورہ بالا تعبير سے مراد يہ ہو سكتى كہ شيطان ہر طرف سے انسان كا محاصرہ كرے گا اور اسے گمراہ كرنے كے لئے ہر وسيلہ اختيار كرے گا اور يہ تعبير ہمارى روز مرہ كى گفتگو مي</w:t>
      </w:r>
      <w:r w:rsidR="007D6C9B">
        <w:rPr>
          <w:rtl/>
        </w:rPr>
        <w:t xml:space="preserve">ں </w:t>
      </w:r>
      <w:r>
        <w:rPr>
          <w:rtl/>
        </w:rPr>
        <w:t>بھى ملتى ہے جيسا كہ ہم كہتے ہي</w:t>
      </w:r>
      <w:r w:rsidR="007D6C9B">
        <w:rPr>
          <w:rtl/>
        </w:rPr>
        <w:t xml:space="preserve">ں </w:t>
      </w:r>
      <w:r>
        <w:rPr>
          <w:rtl/>
        </w:rPr>
        <w:t>كہ''فلا</w:t>
      </w:r>
      <w:r w:rsidR="007D6C9B">
        <w:rPr>
          <w:rtl/>
        </w:rPr>
        <w:t xml:space="preserve">ں </w:t>
      </w:r>
      <w:r>
        <w:rPr>
          <w:rtl/>
        </w:rPr>
        <w:t>شخص چارو</w:t>
      </w:r>
      <w:r w:rsidR="007D6C9B">
        <w:rPr>
          <w:rtl/>
        </w:rPr>
        <w:t xml:space="preserve">ں </w:t>
      </w:r>
      <w:r>
        <w:rPr>
          <w:rtl/>
        </w:rPr>
        <w:t>طرف سے قرض مي</w:t>
      </w:r>
      <w:r w:rsidR="007D6C9B">
        <w:rPr>
          <w:rtl/>
        </w:rPr>
        <w:t xml:space="preserve">ں </w:t>
      </w:r>
      <w:r>
        <w:rPr>
          <w:rtl/>
        </w:rPr>
        <w:t>يا مرض مي</w:t>
      </w:r>
      <w:r w:rsidR="007D6C9B">
        <w:rPr>
          <w:rtl/>
        </w:rPr>
        <w:t xml:space="preserve">ں </w:t>
      </w:r>
      <w:r>
        <w:rPr>
          <w:rtl/>
        </w:rPr>
        <w:t xml:space="preserve">گھر گيا ہے_'' </w:t>
      </w:r>
    </w:p>
    <w:p w:rsidR="00DE2D7F" w:rsidRDefault="00DE2D7F" w:rsidP="00D07B54">
      <w:pPr>
        <w:pStyle w:val="libFootnote"/>
        <w:rPr>
          <w:rtl/>
        </w:rPr>
      </w:pPr>
      <w:r>
        <w:rPr>
          <w:rtl/>
        </w:rPr>
        <w:t>اوپر اور نيچے كا ذكر نہي</w:t>
      </w:r>
      <w:r w:rsidR="007D6C9B">
        <w:rPr>
          <w:rtl/>
        </w:rPr>
        <w:t xml:space="preserve">ں </w:t>
      </w:r>
      <w:r>
        <w:rPr>
          <w:rtl/>
        </w:rPr>
        <w:t xml:space="preserve">ہوا اس كى وجہ يہ ہے كہ انسان كى زيادہ تر اور عموماًفعاليت ان چار طرف ہوتى ہے_ </w:t>
      </w:r>
    </w:p>
    <w:p w:rsidR="00DE2D7F" w:rsidRDefault="00DE2D7F" w:rsidP="00D07B54">
      <w:pPr>
        <w:pStyle w:val="libFootnote"/>
        <w:rPr>
          <w:rtl/>
        </w:rPr>
      </w:pPr>
      <w:r>
        <w:rPr>
          <w:rtl/>
        </w:rPr>
        <w:t>ليكن ايك روايت جو امام محمد باقر عليہ السلام سے وارد ہوئي ہے،اس مي</w:t>
      </w:r>
      <w:r w:rsidR="007D6C9B">
        <w:rPr>
          <w:rtl/>
        </w:rPr>
        <w:t xml:space="preserve">ں </w:t>
      </w:r>
      <w:r>
        <w:rPr>
          <w:rtl/>
        </w:rPr>
        <w:t>ان''چارو</w:t>
      </w:r>
      <w:r w:rsidR="007D6C9B">
        <w:rPr>
          <w:rtl/>
        </w:rPr>
        <w:t xml:space="preserve">ں </w:t>
      </w:r>
      <w:r>
        <w:rPr>
          <w:rtl/>
        </w:rPr>
        <w:t>جہت''كى ايك گہرى تفسير ملتى ہے اسمي</w:t>
      </w:r>
      <w:r w:rsidR="007D6C9B">
        <w:rPr>
          <w:rtl/>
        </w:rPr>
        <w:t xml:space="preserve">ں </w:t>
      </w:r>
      <w:r>
        <w:rPr>
          <w:rtl/>
        </w:rPr>
        <w:t>ايك جگہ پر حضرت(ع) فرماتے ہي</w:t>
      </w:r>
      <w:r w:rsidR="007D6C9B">
        <w:rPr>
          <w:rtl/>
        </w:rPr>
        <w:t xml:space="preserve">ں </w:t>
      </w:r>
      <w:r>
        <w:rPr>
          <w:rtl/>
        </w:rPr>
        <w:t>: ''شيطان جو آگے سے آتا ہے اس سے مراد يہ ہے كہ وہ آخرت كو جو انسان كے آگے ہے اس كى نظر مي</w:t>
      </w:r>
      <w:r w:rsidR="007D6C9B">
        <w:rPr>
          <w:rtl/>
        </w:rPr>
        <w:t xml:space="preserve">ں </w:t>
      </w:r>
      <w:r>
        <w:rPr>
          <w:rtl/>
        </w:rPr>
        <w:t>سبك كرديتا ہے،اور پيچھے سے آنے كے معنى يہ ہي</w:t>
      </w:r>
      <w:r w:rsidR="007D6C9B">
        <w:rPr>
          <w:rtl/>
        </w:rPr>
        <w:t xml:space="preserve">ں </w:t>
      </w:r>
      <w:r>
        <w:rPr>
          <w:rtl/>
        </w:rPr>
        <w:t>كہ;شيطان انسان كو مال جمع كرنے اور اولاد كى خاطر بخل كرنے كے لئے ورغلاتا ہے،اور''داہنى طرف''سے آنے كا يہ مطلب ہے كہ وہ انسان كے دل مي</w:t>
      </w:r>
      <w:r w:rsidR="007D6C9B">
        <w:rPr>
          <w:rtl/>
        </w:rPr>
        <w:t xml:space="preserve">ں </w:t>
      </w:r>
      <w:r>
        <w:rPr>
          <w:rtl/>
        </w:rPr>
        <w:t>شك و شبہ ڈال كر اس كے امور معنوى كو ضائع كرديتا ہے اور بائي</w:t>
      </w:r>
      <w:r w:rsidR="007D6C9B">
        <w:rPr>
          <w:rtl/>
        </w:rPr>
        <w:t xml:space="preserve">ں </w:t>
      </w:r>
      <w:r>
        <w:rPr>
          <w:rtl/>
        </w:rPr>
        <w:t>طر ف سے آنے سے مراد يہ ہے ك شيطا ن انسان كى نگاہ مي</w:t>
      </w:r>
      <w:r w:rsidR="007D6C9B">
        <w:rPr>
          <w:rtl/>
        </w:rPr>
        <w:t xml:space="preserve">ں </w:t>
      </w:r>
      <w:r>
        <w:rPr>
          <w:rtl/>
        </w:rPr>
        <w:t xml:space="preserve">لذات مادى و شہوات دنيوى كو حسين بنا كر پيش كرتا ہے_ </w:t>
      </w:r>
    </w:p>
    <w:p w:rsidR="00DE2D7F" w:rsidRDefault="00DE2D7F" w:rsidP="00D07B54">
      <w:pPr>
        <w:pStyle w:val="libFootnote"/>
        <w:rPr>
          <w:rtl/>
        </w:rPr>
      </w:pPr>
      <w:r>
        <w:rPr>
          <w:rtl/>
        </w:rPr>
        <w:t>(</w:t>
      </w:r>
      <w:r w:rsidR="00E664BB">
        <w:rPr>
          <w:rtl/>
        </w:rPr>
        <w:t>3</w:t>
      </w:r>
      <w:r>
        <w:rPr>
          <w:rtl/>
        </w:rPr>
        <w:t xml:space="preserve">)سورہ اعراف ايت </w:t>
      </w:r>
      <w:r w:rsidR="00E664BB">
        <w:rPr>
          <w:rtl/>
        </w:rPr>
        <w:t>18</w:t>
      </w:r>
      <w:r>
        <w:rPr>
          <w:rtl/>
        </w:rPr>
        <w:t xml:space="preserve"> </w:t>
      </w:r>
    </w:p>
    <w:p w:rsidR="00DE2D7F" w:rsidRDefault="00DE2D7F" w:rsidP="00D07B54">
      <w:pPr>
        <w:pStyle w:val="libFootnote"/>
        <w:rPr>
          <w:rtl/>
        </w:rPr>
      </w:pPr>
      <w:r>
        <w:rPr>
          <w:rtl/>
        </w:rPr>
        <w:t>(</w:t>
      </w:r>
      <w:r w:rsidR="00E664BB">
        <w:rPr>
          <w:rtl/>
        </w:rPr>
        <w:t>4</w:t>
      </w:r>
      <w:r>
        <w:rPr>
          <w:rtl/>
        </w:rPr>
        <w:t>)سجدہ خدا كے لئے تھا ياآدم كے لئے ؟ اس مي</w:t>
      </w:r>
      <w:r w:rsidR="007D6C9B">
        <w:rPr>
          <w:rtl/>
        </w:rPr>
        <w:t xml:space="preserve">ں </w:t>
      </w:r>
      <w:r>
        <w:rPr>
          <w:rtl/>
        </w:rPr>
        <w:t>كوئي شك نہي</w:t>
      </w:r>
      <w:r w:rsidR="007D6C9B">
        <w:rPr>
          <w:rtl/>
        </w:rPr>
        <w:t xml:space="preserve">ں </w:t>
      </w:r>
      <w:r>
        <w:rPr>
          <w:rtl/>
        </w:rPr>
        <w:t>كہ ''سجدہ ''جس كا معنى عبادت وپرستش ہے صرف خدا كے لئے ہے كيونكہ عالم مي</w:t>
      </w:r>
      <w:r w:rsidR="007D6C9B">
        <w:rPr>
          <w:rtl/>
        </w:rPr>
        <w:t xml:space="preserve">ں </w:t>
      </w:r>
      <w:r>
        <w:rPr>
          <w:rtl/>
        </w:rPr>
        <w:t>خدا كے علاوہ كو ئي معبود نہي</w:t>
      </w:r>
      <w:r w:rsidR="007D6C9B">
        <w:rPr>
          <w:rtl/>
        </w:rPr>
        <w:t xml:space="preserve">ں </w:t>
      </w:r>
      <w:r>
        <w:rPr>
          <w:rtl/>
        </w:rPr>
        <w:t>اور توحيد عبادت كے معين يہى ہي</w:t>
      </w:r>
      <w:r w:rsidR="007D6C9B">
        <w:rPr>
          <w:rtl/>
        </w:rPr>
        <w:t xml:space="preserve">ں </w:t>
      </w:r>
      <w:r>
        <w:rPr>
          <w:rtl/>
        </w:rPr>
        <w:t xml:space="preserve">كہ خدا كے علاوہ كسى كى عبادت نہ </w:t>
      </w:r>
    </w:p>
    <w:p w:rsidR="00316476" w:rsidRDefault="00316476" w:rsidP="00D07B54">
      <w:pPr>
        <w:pStyle w:val="libNormal"/>
        <w:rPr>
          <w:rtl/>
        </w:rPr>
      </w:pPr>
      <w:r>
        <w:rPr>
          <w:rtl/>
        </w:rPr>
        <w:br w:type="page"/>
      </w:r>
    </w:p>
    <w:p w:rsidR="00DE2D7F" w:rsidRDefault="00DE2D7F" w:rsidP="00D07B54">
      <w:pPr>
        <w:pStyle w:val="libNormal"/>
        <w:rPr>
          <w:rtl/>
        </w:rPr>
      </w:pPr>
    </w:p>
    <w:p w:rsidR="007D6C9B" w:rsidRDefault="00DE2D7F" w:rsidP="00D07B54">
      <w:pPr>
        <w:pStyle w:val="Heading2Center"/>
        <w:rPr>
          <w:rtl/>
        </w:rPr>
      </w:pPr>
      <w:bookmarkStart w:id="12" w:name="_Toc7268409"/>
      <w:r>
        <w:rPr>
          <w:rtl/>
        </w:rPr>
        <w:t>بہشت مي</w:t>
      </w:r>
      <w:r w:rsidR="007D6C9B">
        <w:rPr>
          <w:rtl/>
        </w:rPr>
        <w:t xml:space="preserve">ں </w:t>
      </w:r>
      <w:r>
        <w:rPr>
          <w:rtl/>
        </w:rPr>
        <w:t>قيام</w:t>
      </w:r>
      <w:bookmarkEnd w:id="12"/>
    </w:p>
    <w:p w:rsidR="00DE2D7F" w:rsidRDefault="00DE2D7F" w:rsidP="00D07B54">
      <w:pPr>
        <w:pStyle w:val="libNormal"/>
        <w:rPr>
          <w:rtl/>
        </w:rPr>
      </w:pPr>
      <w:r>
        <w:rPr>
          <w:rtl/>
        </w:rPr>
        <w:t xml:space="preserve"> بہرحال اس واقعہ اور فرشتو</w:t>
      </w:r>
      <w:r w:rsidR="007D6C9B">
        <w:rPr>
          <w:rtl/>
        </w:rPr>
        <w:t xml:space="preserve">ں </w:t>
      </w:r>
      <w:r>
        <w:rPr>
          <w:rtl/>
        </w:rPr>
        <w:t>كے امتحان كے بعد آدم اور حوا كو حكم ديا گيا كہ وہ بہشت مي</w:t>
      </w:r>
      <w:r w:rsidR="007D6C9B">
        <w:rPr>
          <w:rtl/>
        </w:rPr>
        <w:t xml:space="preserve">ں </w:t>
      </w:r>
      <w:r>
        <w:rPr>
          <w:rtl/>
        </w:rPr>
        <w:t>سكونت اختيار كري</w:t>
      </w:r>
      <w:r w:rsidR="007D6C9B">
        <w:rPr>
          <w:rtl/>
        </w:rPr>
        <w:t xml:space="preserve">ں </w:t>
      </w:r>
      <w:r>
        <w:rPr>
          <w:rtl/>
        </w:rPr>
        <w:t>چنانچہ قرآن كہتا ہے :''ہم نے آدم سے كہا كہ تم اور تمہارى بيوى بہشت مي</w:t>
      </w:r>
      <w:r w:rsidR="007D6C9B">
        <w:rPr>
          <w:rtl/>
        </w:rPr>
        <w:t xml:space="preserve">ں </w:t>
      </w:r>
      <w:r>
        <w:rPr>
          <w:rtl/>
        </w:rPr>
        <w:t>رہو اوراس كى فراوان نعمتو</w:t>
      </w:r>
      <w:r w:rsidR="007D6C9B">
        <w:rPr>
          <w:rtl/>
        </w:rPr>
        <w:t xml:space="preserve">ں </w:t>
      </w:r>
      <w:r>
        <w:rPr>
          <w:rtl/>
        </w:rPr>
        <w:t>مي</w:t>
      </w:r>
      <w:r w:rsidR="007D6C9B">
        <w:rPr>
          <w:rtl/>
        </w:rPr>
        <w:t xml:space="preserve">ں </w:t>
      </w:r>
      <w:r>
        <w:rPr>
          <w:rtl/>
        </w:rPr>
        <w:t>سے جو چاہو كھا ئو ليكن اس مخصوص درخت كے نزديك نہ جانا ورنہ ظالمو</w:t>
      </w:r>
      <w:r w:rsidR="007D6C9B">
        <w:rPr>
          <w:rtl/>
        </w:rPr>
        <w:t xml:space="preserve">ں </w:t>
      </w:r>
      <w:r>
        <w:rPr>
          <w:rtl/>
        </w:rPr>
        <w:t>مي</w:t>
      </w:r>
      <w:r w:rsidR="007D6C9B">
        <w:rPr>
          <w:rtl/>
        </w:rPr>
        <w:t xml:space="preserve">ں </w:t>
      </w:r>
      <w:r>
        <w:rPr>
          <w:rtl/>
        </w:rPr>
        <w:t>سے ہوجائوگے_''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آيات قرآنى سے ظاہر ہو تا ہے كہ آدم زندگى گزار نے كے لئے اسى عام زمين پر پيدا ہوئے تھے ليكن ابتداء مي</w:t>
      </w:r>
      <w:r w:rsidR="007D6C9B">
        <w:rPr>
          <w:rtl/>
        </w:rPr>
        <w:t xml:space="preserve">ں </w:t>
      </w:r>
      <w:r>
        <w:rPr>
          <w:rtl/>
        </w:rPr>
        <w:t>خدا وند عالم نے انہي</w:t>
      </w:r>
      <w:r w:rsidR="007D6C9B">
        <w:rPr>
          <w:rtl/>
        </w:rPr>
        <w:t xml:space="preserve">ں </w:t>
      </w:r>
      <w:r>
        <w:rPr>
          <w:rtl/>
        </w:rPr>
        <w:t>بہشت مي</w:t>
      </w:r>
      <w:r w:rsidR="007D6C9B">
        <w:rPr>
          <w:rtl/>
        </w:rPr>
        <w:t xml:space="preserve">ں </w:t>
      </w:r>
      <w:r>
        <w:rPr>
          <w:rtl/>
        </w:rPr>
        <w:t>سكونت دى جو اسى جہان كا ايك سرسبز وشاداب اور نعمتو</w:t>
      </w:r>
      <w:r w:rsidR="007D6C9B">
        <w:rPr>
          <w:rtl/>
        </w:rPr>
        <w:t xml:space="preserve">ں </w:t>
      </w:r>
      <w:r>
        <w:rPr>
          <w:rtl/>
        </w:rPr>
        <w:t>سے مالامال باغ تھا وہ ايسى جگہ تھى جہا</w:t>
      </w:r>
      <w:r w:rsidR="007D6C9B">
        <w:rPr>
          <w:rtl/>
        </w:rPr>
        <w:t xml:space="preserve">ں </w:t>
      </w:r>
      <w:r>
        <w:rPr>
          <w:rtl/>
        </w:rPr>
        <w:t>آدم نے كسى قسم كى تكليف نہي</w:t>
      </w:r>
      <w:r w:rsidR="007D6C9B">
        <w:rPr>
          <w:rtl/>
        </w:rPr>
        <w:t xml:space="preserve">ں </w:t>
      </w:r>
      <w:r>
        <w:rPr>
          <w:rtl/>
        </w:rPr>
        <w:t>ديكھى شايد اس كا سبب يہ ہوكہ آدم زمين مي</w:t>
      </w:r>
      <w:r w:rsidR="007D6C9B">
        <w:rPr>
          <w:rtl/>
        </w:rPr>
        <w:t xml:space="preserve">ں </w:t>
      </w:r>
      <w:r>
        <w:rPr>
          <w:rtl/>
        </w:rPr>
        <w:t>پر زندگى گزارنے سے آشنائي نہ ركھتے تھے اوربغير كسى تمہيد كے زحمات وتكليف اٹھا نا ان كے لئے مشكل تھا اور زمين مي</w:t>
      </w:r>
      <w:r w:rsidR="007D6C9B">
        <w:rPr>
          <w:rtl/>
        </w:rPr>
        <w:t xml:space="preserve">ں </w:t>
      </w:r>
      <w:r>
        <w:rPr>
          <w:rtl/>
        </w:rPr>
        <w:t>زندگى گزارنے كے لئے يہا</w:t>
      </w:r>
      <w:r w:rsidR="007D6C9B">
        <w:rPr>
          <w:rtl/>
        </w:rPr>
        <w:t xml:space="preserve">ں </w:t>
      </w:r>
      <w:r>
        <w:rPr>
          <w:rtl/>
        </w:rPr>
        <w:t>كے كر دارورفتار كى كيفيت سے آگاہيت ضرورى تھى لہذا مختصر مدت كے لئے بہشت كے اندر ضرورى تعليمات حاصل كرلي</w:t>
      </w:r>
      <w:r w:rsidR="007D6C9B">
        <w:rPr>
          <w:rtl/>
        </w:rPr>
        <w:t xml:space="preserve">ں </w:t>
      </w:r>
      <w:r>
        <w:rPr>
          <w:rtl/>
        </w:rPr>
        <w:t>كيونكہ زمين كى زندگى پروگرامو</w:t>
      </w:r>
      <w:r w:rsidR="007D6C9B">
        <w:rPr>
          <w:rtl/>
        </w:rPr>
        <w:t xml:space="preserve">ں </w:t>
      </w:r>
      <w:r>
        <w:rPr>
          <w:rtl/>
        </w:rPr>
        <w:t>، تكليفو</w:t>
      </w:r>
      <w:r w:rsidR="007D6C9B">
        <w:rPr>
          <w:rtl/>
        </w:rPr>
        <w:t xml:space="preserve">ں </w:t>
      </w:r>
      <w:r>
        <w:rPr>
          <w:rtl/>
        </w:rPr>
        <w:t>اور ذمہ داريو</w:t>
      </w:r>
      <w:r w:rsidR="007D6C9B">
        <w:rPr>
          <w:rtl/>
        </w:rPr>
        <w:t xml:space="preserve">ں </w:t>
      </w:r>
      <w:r>
        <w:rPr>
          <w:rtl/>
        </w:rPr>
        <w:t xml:space="preserve">سے معمور ہے جس كا انجام صحيح سعادت ،تكامل اور بقائے نعمت كا سبب ہے اور ان سے روگردانى كرنا رنج ومصيبت كا باعث ہے _ </w:t>
      </w:r>
    </w:p>
    <w:p w:rsidR="00DE2D7F" w:rsidRDefault="00DE2D7F" w:rsidP="00D07B54">
      <w:pPr>
        <w:pStyle w:val="libNormal"/>
        <w:rPr>
          <w:rtl/>
        </w:rPr>
      </w:pPr>
      <w:r>
        <w:rPr>
          <w:rtl/>
        </w:rPr>
        <w:t>اور يہ بھى جان لي</w:t>
      </w:r>
      <w:r w:rsidR="007D6C9B">
        <w:rPr>
          <w:rtl/>
        </w:rPr>
        <w:t xml:space="preserve">ں </w:t>
      </w:r>
      <w:r>
        <w:rPr>
          <w:rtl/>
        </w:rPr>
        <w:t>كہ اگر چہ انہي</w:t>
      </w:r>
      <w:r w:rsidR="007D6C9B">
        <w:rPr>
          <w:rtl/>
        </w:rPr>
        <w:t xml:space="preserve">ں </w:t>
      </w:r>
      <w:r>
        <w:rPr>
          <w:rtl/>
        </w:rPr>
        <w:t>چاہئے كہ زمين كى كچھ چيزو</w:t>
      </w:r>
      <w:r w:rsidR="007D6C9B">
        <w:rPr>
          <w:rtl/>
        </w:rPr>
        <w:t xml:space="preserve">ں </w:t>
      </w:r>
      <w:r>
        <w:rPr>
          <w:rtl/>
        </w:rPr>
        <w:t>سے چشم پو شى كري</w:t>
      </w:r>
      <w:r w:rsidR="007D6C9B">
        <w:rPr>
          <w:rtl/>
        </w:rPr>
        <w:t xml:space="preserve">ں </w:t>
      </w:r>
      <w:r>
        <w:rPr>
          <w:rtl/>
        </w:rPr>
        <w:t xml:space="preserve">نيز يہ جان لينا </w:t>
      </w:r>
    </w:p>
    <w:p w:rsidR="00DE2D7F" w:rsidRDefault="00DE2D7F" w:rsidP="00D07B54">
      <w:pPr>
        <w:pStyle w:val="libNormal"/>
        <w:rPr>
          <w:rtl/>
        </w:rPr>
      </w:pPr>
      <w:r>
        <w:rPr>
          <w:rtl/>
        </w:rPr>
        <w:t>كري</w:t>
      </w:r>
      <w:r w:rsidR="007D6C9B">
        <w:rPr>
          <w:rtl/>
        </w:rPr>
        <w:t xml:space="preserve">ں </w:t>
      </w:r>
      <w:r>
        <w:rPr>
          <w:rtl/>
        </w:rPr>
        <w:t>،لہذا اس مي</w:t>
      </w:r>
      <w:r w:rsidR="007D6C9B">
        <w:rPr>
          <w:rtl/>
        </w:rPr>
        <w:t xml:space="preserve">ں </w:t>
      </w:r>
      <w:r>
        <w:rPr>
          <w:rtl/>
        </w:rPr>
        <w:t>شك و شبہ نہي</w:t>
      </w:r>
      <w:r w:rsidR="007D6C9B">
        <w:rPr>
          <w:rtl/>
        </w:rPr>
        <w:t xml:space="preserve">ں </w:t>
      </w:r>
      <w:r>
        <w:rPr>
          <w:rtl/>
        </w:rPr>
        <w:t>كہ ملائكہ نے آدم كے لئے سجدہ عبادت نہي</w:t>
      </w:r>
      <w:r w:rsidR="007D6C9B">
        <w:rPr>
          <w:rtl/>
        </w:rPr>
        <w:t xml:space="preserve">ں </w:t>
      </w:r>
      <w:r>
        <w:rPr>
          <w:rtl/>
        </w:rPr>
        <w:t xml:space="preserve">كيا بلكہ يہ سجدہ خدا كے لئے تھا،ليكن اس عجيب و غريب مخلوق كى وجہ سے يايہ كہ سجدہ آدم كے لئے تھا ليكن وہ خضوع وتعظيم كا سجدہ تھا نہ كہ عبادت وپرستش كا_ </w:t>
      </w:r>
    </w:p>
    <w:p w:rsidR="00DE2D7F" w:rsidRDefault="00DE2D7F" w:rsidP="00D07B54">
      <w:pPr>
        <w:pStyle w:val="libNormal"/>
        <w:rPr>
          <w:rtl/>
        </w:rPr>
      </w:pPr>
      <w:r>
        <w:rPr>
          <w:rtl/>
        </w:rPr>
        <w:t>كتاب عيون الاخبارمي</w:t>
      </w:r>
      <w:r w:rsidR="007D6C9B">
        <w:rPr>
          <w:rtl/>
        </w:rPr>
        <w:t xml:space="preserve">ں </w:t>
      </w:r>
      <w:r>
        <w:rPr>
          <w:rtl/>
        </w:rPr>
        <w:t>امام على بن موسى رضا عليہ السلام سے اسى طرح كى روايت ہے جس مي</w:t>
      </w:r>
      <w:r w:rsidR="007D6C9B">
        <w:rPr>
          <w:rtl/>
        </w:rPr>
        <w:t xml:space="preserve">ں </w:t>
      </w:r>
      <w:r>
        <w:rPr>
          <w:rtl/>
        </w:rPr>
        <w:t>اپ نے فرمايا: ''فرشتو</w:t>
      </w:r>
      <w:r w:rsidR="007D6C9B">
        <w:rPr>
          <w:rtl/>
        </w:rPr>
        <w:t xml:space="preserve">ں </w:t>
      </w:r>
      <w:r>
        <w:rPr>
          <w:rtl/>
        </w:rPr>
        <w:t>كا سجدہ ايك طرف سے خدا كى عبادت تھى اور دوسرى طرف آدم كا اكرام واحترام كيونكہ ہم صلب آدم مي</w:t>
      </w:r>
      <w:r w:rsidR="007D6C9B">
        <w:rPr>
          <w:rtl/>
        </w:rPr>
        <w:t xml:space="preserve">ں </w:t>
      </w:r>
      <w:r>
        <w:rPr>
          <w:rtl/>
        </w:rPr>
        <w:t xml:space="preserve">موجود تھے ''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بقرہ آيت</w:t>
      </w:r>
      <w:r w:rsidR="00E664BB">
        <w:rPr>
          <w:rtl/>
        </w:rPr>
        <w:t>35</w:t>
      </w:r>
      <w:r>
        <w:rPr>
          <w:rtl/>
        </w:rPr>
        <w:t xml:space="preserve"> </w:t>
      </w:r>
    </w:p>
    <w:p w:rsidR="00316476" w:rsidRDefault="00316476" w:rsidP="00D07B54">
      <w:pPr>
        <w:pStyle w:val="libNormal"/>
        <w:rPr>
          <w:rtl/>
        </w:rPr>
      </w:pPr>
      <w:r>
        <w:rPr>
          <w:rtl/>
        </w:rPr>
        <w:br w:type="page"/>
      </w:r>
    </w:p>
    <w:p w:rsidR="00DE2D7F" w:rsidRDefault="00DE2D7F" w:rsidP="00D07B54">
      <w:pPr>
        <w:pStyle w:val="libNormal"/>
        <w:rPr>
          <w:rtl/>
        </w:rPr>
      </w:pPr>
      <w:r>
        <w:rPr>
          <w:rtl/>
        </w:rPr>
        <w:lastRenderedPageBreak/>
        <w:t>بھى ضرورى تھاكہ اگر خطاولغزش دامن گير ہو توايسا نہي</w:t>
      </w:r>
      <w:r w:rsidR="007D6C9B">
        <w:rPr>
          <w:rtl/>
        </w:rPr>
        <w:t xml:space="preserve">ں </w:t>
      </w:r>
      <w:r>
        <w:rPr>
          <w:rtl/>
        </w:rPr>
        <w:t>كہ سعادت وخوش بختى كے دروازے ہميشہ كےلئے بند ہوجائي</w:t>
      </w:r>
      <w:r w:rsidR="007D6C9B">
        <w:rPr>
          <w:rtl/>
        </w:rPr>
        <w:t xml:space="preserve">ں </w:t>
      </w:r>
      <w:r>
        <w:rPr>
          <w:rtl/>
        </w:rPr>
        <w:t>گے بلكہ انہي</w:t>
      </w:r>
      <w:r w:rsidR="007D6C9B">
        <w:rPr>
          <w:rtl/>
        </w:rPr>
        <w:t xml:space="preserve">ں </w:t>
      </w:r>
      <w:r>
        <w:rPr>
          <w:rtl/>
        </w:rPr>
        <w:t>پلٹ كردوبارہ عہد وپيمان كرنا چاہيئے كہ وہ حكم خدا كے خلاف كوئي كام انجام نہي</w:t>
      </w:r>
      <w:r w:rsidR="007D6C9B">
        <w:rPr>
          <w:rtl/>
        </w:rPr>
        <w:t xml:space="preserve">ں </w:t>
      </w:r>
      <w:r>
        <w:rPr>
          <w:rtl/>
        </w:rPr>
        <w:t>دي</w:t>
      </w:r>
      <w:r w:rsidR="007D6C9B">
        <w:rPr>
          <w:rtl/>
        </w:rPr>
        <w:t xml:space="preserve">ں </w:t>
      </w:r>
      <w:r>
        <w:rPr>
          <w:rtl/>
        </w:rPr>
        <w:t>گے تاكہ دوبارہ نعمات الہى سے مستفيد ہوسكي</w:t>
      </w:r>
      <w:r w:rsidR="007D6C9B">
        <w:rPr>
          <w:rtl/>
        </w:rPr>
        <w:t xml:space="preserve">ں </w:t>
      </w:r>
      <w:r>
        <w:rPr>
          <w:rtl/>
        </w:rPr>
        <w:t>، يہ بھى تھا كہ وہ اس ماحول مي</w:t>
      </w:r>
      <w:r w:rsidR="007D6C9B">
        <w:rPr>
          <w:rtl/>
        </w:rPr>
        <w:t xml:space="preserve">ں </w:t>
      </w:r>
      <w:r>
        <w:rPr>
          <w:rtl/>
        </w:rPr>
        <w:t>رہ كر كچھ پختہ ہوجائي</w:t>
      </w:r>
      <w:r w:rsidR="007D6C9B">
        <w:rPr>
          <w:rtl/>
        </w:rPr>
        <w:t xml:space="preserve">ں </w:t>
      </w:r>
      <w:r>
        <w:rPr>
          <w:rtl/>
        </w:rPr>
        <w:t>اور اپنے دوست اور دشمن كو پہچان لي</w:t>
      </w:r>
      <w:r w:rsidR="007D6C9B">
        <w:rPr>
          <w:rtl/>
        </w:rPr>
        <w:t xml:space="preserve">ں </w:t>
      </w:r>
      <w:r>
        <w:rPr>
          <w:rtl/>
        </w:rPr>
        <w:t>اور زمين مي</w:t>
      </w:r>
      <w:r w:rsidR="007D6C9B">
        <w:rPr>
          <w:rtl/>
        </w:rPr>
        <w:t xml:space="preserve">ں </w:t>
      </w:r>
      <w:r>
        <w:rPr>
          <w:rtl/>
        </w:rPr>
        <w:t>زندگى گزارنے كى كيفيت سے آشنا ہوجائي</w:t>
      </w:r>
      <w:r w:rsidR="007D6C9B">
        <w:rPr>
          <w:rtl/>
        </w:rPr>
        <w:t xml:space="preserve">ں </w:t>
      </w:r>
      <w:r>
        <w:rPr>
          <w:rtl/>
        </w:rPr>
        <w:t>يقينا يہ سلسلہ تعليمات ضرورى تھا تاكہ وہ اسے يادركھي</w:t>
      </w:r>
      <w:r w:rsidR="007D6C9B">
        <w:rPr>
          <w:rtl/>
        </w:rPr>
        <w:t xml:space="preserve">ں </w:t>
      </w:r>
      <w:r>
        <w:rPr>
          <w:rtl/>
        </w:rPr>
        <w:t>اور اس تيارى كے ساتھ روئے زمين پر قدم ركھي</w:t>
      </w:r>
      <w:r w:rsidR="007D6C9B">
        <w:rPr>
          <w:rtl/>
        </w:rPr>
        <w:t xml:space="preserve">ں </w:t>
      </w:r>
      <w:r>
        <w:rPr>
          <w:rtl/>
        </w:rPr>
        <w:t xml:space="preserve">_ </w:t>
      </w:r>
    </w:p>
    <w:p w:rsidR="00DE2D7F" w:rsidRDefault="00DE2D7F" w:rsidP="00D07B54">
      <w:pPr>
        <w:pStyle w:val="libNormal"/>
        <w:rPr>
          <w:rtl/>
        </w:rPr>
      </w:pPr>
      <w:r>
        <w:rPr>
          <w:rtl/>
        </w:rPr>
        <w:t>يہ ايسے مطالب تھے كہ حضرت آدم اور ان كى اولاد آئندہ زندگى مي</w:t>
      </w:r>
      <w:r w:rsidR="007D6C9B">
        <w:rPr>
          <w:rtl/>
        </w:rPr>
        <w:t xml:space="preserve">ں </w:t>
      </w:r>
      <w:r>
        <w:rPr>
          <w:rtl/>
        </w:rPr>
        <w:t>ان كى محتاج تھى لہذا اس كے باوجود كہ آدم كو زمين كى خلافت كے لئے پيدا كيا گيا تھا ايك مدت تك بہشت مي</w:t>
      </w:r>
      <w:r w:rsidR="007D6C9B">
        <w:rPr>
          <w:rtl/>
        </w:rPr>
        <w:t xml:space="preserve">ں </w:t>
      </w:r>
      <w:r>
        <w:rPr>
          <w:rtl/>
        </w:rPr>
        <w:t>قيام كرتے ہي</w:t>
      </w:r>
      <w:r w:rsidR="007D6C9B">
        <w:rPr>
          <w:rtl/>
        </w:rPr>
        <w:t xml:space="preserve">ں </w:t>
      </w:r>
      <w:r>
        <w:rPr>
          <w:rtl/>
        </w:rPr>
        <w:t>اورانہي</w:t>
      </w:r>
      <w:r w:rsidR="007D6C9B">
        <w:rPr>
          <w:rtl/>
        </w:rPr>
        <w:t xml:space="preserve">ں </w:t>
      </w:r>
      <w:r>
        <w:rPr>
          <w:rtl/>
        </w:rPr>
        <w:t>كئي ايك حكم دئے جاتے ہي</w:t>
      </w:r>
      <w:r w:rsidR="007D6C9B">
        <w:rPr>
          <w:rtl/>
        </w:rPr>
        <w:t xml:space="preserve">ں </w:t>
      </w:r>
      <w:r>
        <w:rPr>
          <w:rtl/>
        </w:rPr>
        <w:t xml:space="preserve">جوشايد سب تمرين وتعليم كے پہلوسے تھا _ </w:t>
      </w:r>
    </w:p>
    <w:p w:rsidR="00DE2D7F" w:rsidRDefault="00DE2D7F" w:rsidP="00D07B54">
      <w:pPr>
        <w:pStyle w:val="libNormal"/>
        <w:rPr>
          <w:rtl/>
        </w:rPr>
      </w:pPr>
    </w:p>
    <w:p w:rsidR="00535F57" w:rsidRDefault="00DE2D7F" w:rsidP="00D07B54">
      <w:pPr>
        <w:pStyle w:val="Heading2Center"/>
        <w:rPr>
          <w:rtl/>
        </w:rPr>
      </w:pPr>
      <w:bookmarkStart w:id="13" w:name="_Toc7268410"/>
      <w:r>
        <w:rPr>
          <w:rtl/>
        </w:rPr>
        <w:t>شيطان كا وسوسہ</w:t>
      </w:r>
      <w:bookmarkEnd w:id="13"/>
    </w:p>
    <w:p w:rsidR="00DE2D7F" w:rsidRDefault="00DE2D7F" w:rsidP="00D07B54">
      <w:pPr>
        <w:pStyle w:val="libNormal"/>
        <w:rPr>
          <w:rtl/>
        </w:rPr>
      </w:pPr>
      <w:r>
        <w:rPr>
          <w:rtl/>
        </w:rPr>
        <w:t xml:space="preserve"> اس مقام پر آدم نے اس فرمان الہى كو ديكھا جس مي</w:t>
      </w:r>
      <w:r w:rsidR="007D6C9B">
        <w:rPr>
          <w:rtl/>
        </w:rPr>
        <w:t xml:space="preserve">ں </w:t>
      </w:r>
      <w:r>
        <w:rPr>
          <w:rtl/>
        </w:rPr>
        <w:t>آپ كو ايك درخت كے بارے مي</w:t>
      </w:r>
      <w:r w:rsidR="007D6C9B">
        <w:rPr>
          <w:rtl/>
        </w:rPr>
        <w:t xml:space="preserve">ں </w:t>
      </w:r>
      <w:r>
        <w:rPr>
          <w:rtl/>
        </w:rPr>
        <w:t>منع كيا گيا تھا ادھر شيطان نے بھى قسم كھا ركھى تھى كہ آدم اور اولاد آدم كو گمراہ كرنے سے باز نہ آئے گا وہ وسوسے پيدا كرنے مي</w:t>
      </w:r>
      <w:r w:rsidR="007D6C9B">
        <w:rPr>
          <w:rtl/>
        </w:rPr>
        <w:t xml:space="preserve">ں </w:t>
      </w:r>
      <w:r>
        <w:rPr>
          <w:rtl/>
        </w:rPr>
        <w:t>مشغول ہوگيا جيسا كہ باقى آيات قرآنى سے ظاہر ہوتا ہے اس نے آدم كو اطمينا ن دلايا كہ اگراس درخت سے كچھ لي</w:t>
      </w:r>
      <w:r w:rsidR="007D6C9B">
        <w:rPr>
          <w:rtl/>
        </w:rPr>
        <w:t xml:space="preserve">ں </w:t>
      </w:r>
      <w:r>
        <w:rPr>
          <w:rtl/>
        </w:rPr>
        <w:t>تو وہ اوران كى بيوى فرشتے بن جائي</w:t>
      </w:r>
      <w:r w:rsidR="007D6C9B">
        <w:rPr>
          <w:rtl/>
        </w:rPr>
        <w:t xml:space="preserve">ں </w:t>
      </w:r>
      <w:r>
        <w:rPr>
          <w:rtl/>
        </w:rPr>
        <w:t>گے اور ہميشہ ہميشہ كے لئے جنت مي</w:t>
      </w:r>
      <w:r w:rsidR="007D6C9B">
        <w:rPr>
          <w:rtl/>
        </w:rPr>
        <w:t xml:space="preserve">ں </w:t>
      </w:r>
      <w:r>
        <w:rPr>
          <w:rtl/>
        </w:rPr>
        <w:t>رہي</w:t>
      </w:r>
      <w:r w:rsidR="007D6C9B">
        <w:rPr>
          <w:rtl/>
        </w:rPr>
        <w:t xml:space="preserve">ں </w:t>
      </w:r>
      <w:r>
        <w:rPr>
          <w:rtl/>
        </w:rPr>
        <w:t>گے يہا</w:t>
      </w:r>
      <w:r w:rsidR="007D6C9B">
        <w:rPr>
          <w:rtl/>
        </w:rPr>
        <w:t xml:space="preserve">ں </w:t>
      </w:r>
      <w:r>
        <w:rPr>
          <w:rtl/>
        </w:rPr>
        <w:t>تك كہ اس نے قسم كھائي كہ مي</w:t>
      </w:r>
      <w:r w:rsidR="007D6C9B">
        <w:rPr>
          <w:rtl/>
        </w:rPr>
        <w:t xml:space="preserve">ں </w:t>
      </w:r>
      <w:r>
        <w:rPr>
          <w:rtl/>
        </w:rPr>
        <w:t>تمہارا خير خواہ ہو</w:t>
      </w:r>
      <w:r w:rsidR="007D6C9B">
        <w:rPr>
          <w:rtl/>
        </w:rPr>
        <w:t xml:space="preserve">ں </w:t>
      </w:r>
      <w:r>
        <w:rPr>
          <w:rtl/>
        </w:rPr>
        <w:t xml:space="preserve">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طرح اس نے فرمان خدا كو ان كى نظر مي</w:t>
      </w:r>
      <w:r w:rsidR="007D6C9B">
        <w:rPr>
          <w:rtl/>
        </w:rPr>
        <w:t xml:space="preserve">ں </w:t>
      </w:r>
      <w:r>
        <w:rPr>
          <w:rtl/>
        </w:rPr>
        <w:t>ايك دوسرے رنگ مي</w:t>
      </w:r>
      <w:r w:rsidR="007D6C9B">
        <w:rPr>
          <w:rtl/>
        </w:rPr>
        <w:t xml:space="preserve">ں </w:t>
      </w:r>
      <w:r>
        <w:rPr>
          <w:rtl/>
        </w:rPr>
        <w:t>پيش كيا اور انہي</w:t>
      </w:r>
      <w:r w:rsidR="007D6C9B">
        <w:rPr>
          <w:rtl/>
        </w:rPr>
        <w:t xml:space="preserve">ں </w:t>
      </w:r>
      <w:r>
        <w:rPr>
          <w:rtl/>
        </w:rPr>
        <w:t>يہ تصور دلانے كى كوشش كى كہ اس '' شجرہ ممنوعہ'' سے كھالينا نہ صرف يہ كہ ضرر رسا</w:t>
      </w:r>
      <w:r w:rsidR="007D6C9B">
        <w:rPr>
          <w:rtl/>
        </w:rPr>
        <w:t xml:space="preserve">ں </w:t>
      </w:r>
      <w:r>
        <w:rPr>
          <w:rtl/>
        </w:rPr>
        <w:t>نہي</w:t>
      </w:r>
      <w:r w:rsidR="007D6C9B">
        <w:rPr>
          <w:rtl/>
        </w:rPr>
        <w:t xml:space="preserve">ں </w:t>
      </w:r>
      <w:r>
        <w:rPr>
          <w:rtl/>
        </w:rPr>
        <w:t>بلكہ عمر جاودا</w:t>
      </w:r>
      <w:r w:rsidR="007D6C9B">
        <w:rPr>
          <w:rtl/>
        </w:rPr>
        <w:t xml:space="preserve">ں </w:t>
      </w:r>
      <w:r>
        <w:rPr>
          <w:rtl/>
        </w:rPr>
        <w:t>يا ملائكہ كا مقام ومرتبہ پالينے كا موجب ہے_ اس بات كى تائيد اس جملے سے بھى ہوتى ہے شيطان كى زبانى وارد ہوا ہے: اے آدم: ''كيا تم چاہتے ہوكہ مي</w:t>
      </w:r>
      <w:r w:rsidR="007D6C9B">
        <w:rPr>
          <w:rtl/>
        </w:rPr>
        <w:t xml:space="preserve">ں </w:t>
      </w:r>
      <w:r>
        <w:rPr>
          <w:rtl/>
        </w:rPr>
        <w:t>تمہي</w:t>
      </w:r>
      <w:r w:rsidR="007D6C9B">
        <w:rPr>
          <w:rtl/>
        </w:rPr>
        <w:t xml:space="preserve">ں </w:t>
      </w:r>
      <w:r>
        <w:rPr>
          <w:rtl/>
        </w:rPr>
        <w:t>زندگانى جاودانى اور ايسى سلطنت كى رہنمائي كرو</w:t>
      </w:r>
      <w:r w:rsidR="007D6C9B">
        <w:rPr>
          <w:rtl/>
        </w:rPr>
        <w:t xml:space="preserve">ں </w:t>
      </w:r>
      <w:r>
        <w:rPr>
          <w:rtl/>
        </w:rPr>
        <w:t>جو كہنہ نہ ہوگي؟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اعراف آيت</w:t>
      </w:r>
      <w:r w:rsidR="00E664BB">
        <w:rPr>
          <w:rtl/>
        </w:rPr>
        <w:t>20</w:t>
      </w:r>
      <w:r>
        <w:rPr>
          <w:rtl/>
        </w:rPr>
        <w:t xml:space="preserve"> </w:t>
      </w:r>
    </w:p>
    <w:p w:rsidR="00DE2D7F" w:rsidRDefault="00DE2D7F" w:rsidP="00D07B54">
      <w:pPr>
        <w:pStyle w:val="libFootnote"/>
        <w:rPr>
          <w:rtl/>
        </w:rPr>
      </w:pPr>
      <w:r>
        <w:rPr>
          <w:rtl/>
        </w:rPr>
        <w:t>(</w:t>
      </w:r>
      <w:r w:rsidR="00E664BB">
        <w:rPr>
          <w:rtl/>
        </w:rPr>
        <w:t>2</w:t>
      </w:r>
      <w:r>
        <w:rPr>
          <w:rtl/>
        </w:rPr>
        <w:t xml:space="preserve">)سورہ طہ آيت </w:t>
      </w:r>
      <w:r w:rsidR="00E664BB">
        <w:rPr>
          <w:rtl/>
        </w:rPr>
        <w:t>120</w:t>
      </w:r>
      <w:r>
        <w:rPr>
          <w:rtl/>
        </w:rPr>
        <w:t xml:space="preserve"> </w:t>
      </w:r>
    </w:p>
    <w:p w:rsidR="00316476" w:rsidRDefault="00316476" w:rsidP="00D07B54">
      <w:pPr>
        <w:pStyle w:val="libNormal"/>
        <w:rPr>
          <w:rtl/>
        </w:rPr>
      </w:pPr>
      <w:r>
        <w:rPr>
          <w:rtl/>
        </w:rPr>
        <w:br w:type="page"/>
      </w:r>
    </w:p>
    <w:p w:rsidR="00DE2D7F" w:rsidRDefault="00DE2D7F" w:rsidP="00D07B54">
      <w:pPr>
        <w:pStyle w:val="libNormal"/>
        <w:rPr>
          <w:rtl/>
        </w:rPr>
      </w:pPr>
      <w:r>
        <w:rPr>
          <w:rtl/>
        </w:rPr>
        <w:lastRenderedPageBreak/>
        <w:t>ايك روايت جو '' تفسير قمي'' مي</w:t>
      </w:r>
      <w:r w:rsidR="007D6C9B">
        <w:rPr>
          <w:rtl/>
        </w:rPr>
        <w:t xml:space="preserve">ں </w:t>
      </w:r>
      <w:r>
        <w:rPr>
          <w:rtl/>
        </w:rPr>
        <w:t>امام جعفرصادق عليہ السلام سے اور''عيون اخبار الرضا'' مي</w:t>
      </w:r>
      <w:r w:rsidR="007D6C9B">
        <w:rPr>
          <w:rtl/>
        </w:rPr>
        <w:t xml:space="preserve">ں </w:t>
      </w:r>
      <w:r>
        <w:rPr>
          <w:rtl/>
        </w:rPr>
        <w:t>امام على بن موسى رضا عليہ السلام سے مروى ہے;مي</w:t>
      </w:r>
      <w:r w:rsidR="007D6C9B">
        <w:rPr>
          <w:rtl/>
        </w:rPr>
        <w:t xml:space="preserve">ں </w:t>
      </w:r>
      <w:r>
        <w:rPr>
          <w:rtl/>
        </w:rPr>
        <w:t>وارد ہوا ہے : ''شيطان نے آدم سے كہا كہ اگر تم نے اس شجرہ ممنوعہ سے كھاليا تو تم دونو</w:t>
      </w:r>
      <w:r w:rsidR="007D6C9B">
        <w:rPr>
          <w:rtl/>
        </w:rPr>
        <w:t xml:space="preserve">ں </w:t>
      </w:r>
      <w:r>
        <w:rPr>
          <w:rtl/>
        </w:rPr>
        <w:t>فرشتے بن جائوگے ،اور پھر ہميشہ كے لئے بہشت مي</w:t>
      </w:r>
      <w:r w:rsidR="007D6C9B">
        <w:rPr>
          <w:rtl/>
        </w:rPr>
        <w:t xml:space="preserve">ں </w:t>
      </w:r>
      <w:r>
        <w:rPr>
          <w:rtl/>
        </w:rPr>
        <w:t>رہوگے، ورنہ تمہي</w:t>
      </w:r>
      <w:r w:rsidR="007D6C9B">
        <w:rPr>
          <w:rtl/>
        </w:rPr>
        <w:t xml:space="preserve">ں </w:t>
      </w:r>
      <w:r>
        <w:rPr>
          <w:rtl/>
        </w:rPr>
        <w:t xml:space="preserve">بہشت سے باہر نكال ديا جائے گا ''_ </w:t>
      </w:r>
    </w:p>
    <w:p w:rsidR="00DE2D7F" w:rsidRDefault="00DE2D7F" w:rsidP="00D07B54">
      <w:pPr>
        <w:pStyle w:val="libNormal"/>
        <w:rPr>
          <w:rtl/>
        </w:rPr>
      </w:pPr>
      <w:r>
        <w:rPr>
          <w:rtl/>
        </w:rPr>
        <w:t>آدم نے جب يہ سنا تو فكر مي</w:t>
      </w:r>
      <w:r w:rsidR="007D6C9B">
        <w:rPr>
          <w:rtl/>
        </w:rPr>
        <w:t xml:space="preserve">ں </w:t>
      </w:r>
      <w:r>
        <w:rPr>
          <w:rtl/>
        </w:rPr>
        <w:t>ڈوب گئے ليكن شيطان نے اپنا حربہ مزيد كار گر كرنے كے لئے سخت قسم كھائي كہ مي</w:t>
      </w:r>
      <w:r w:rsidR="007D6C9B">
        <w:rPr>
          <w:rtl/>
        </w:rPr>
        <w:t xml:space="preserve">ں </w:t>
      </w:r>
      <w:r>
        <w:rPr>
          <w:rtl/>
        </w:rPr>
        <w:t>تم دونو</w:t>
      </w:r>
      <w:r w:rsidR="007D6C9B">
        <w:rPr>
          <w:rtl/>
        </w:rPr>
        <w:t xml:space="preserve">ں </w:t>
      </w:r>
      <w:r>
        <w:rPr>
          <w:rtl/>
        </w:rPr>
        <w:t>كا خيرخواہ ہو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535F57" w:rsidRDefault="00DE2D7F" w:rsidP="00D07B54">
      <w:pPr>
        <w:pStyle w:val="Heading2Center"/>
        <w:rPr>
          <w:rtl/>
        </w:rPr>
      </w:pPr>
      <w:bookmarkStart w:id="14" w:name="_Toc7268411"/>
      <w:r>
        <w:rPr>
          <w:rtl/>
        </w:rPr>
        <w:t>حضرت آدم عليہ السلام كو آب حيات كى تمنا</w:t>
      </w:r>
      <w:bookmarkEnd w:id="14"/>
    </w:p>
    <w:p w:rsidR="00DE2D7F" w:rsidRDefault="00DE2D7F" w:rsidP="00D07B54">
      <w:pPr>
        <w:pStyle w:val="libNormal"/>
        <w:rPr>
          <w:rtl/>
        </w:rPr>
      </w:pPr>
      <w:r>
        <w:rPr>
          <w:rtl/>
        </w:rPr>
        <w:t xml:space="preserve"> آدم ، جنہي</w:t>
      </w:r>
      <w:r w:rsidR="007D6C9B">
        <w:rPr>
          <w:rtl/>
        </w:rPr>
        <w:t xml:space="preserve">ں </w:t>
      </w:r>
      <w:r>
        <w:rPr>
          <w:rtl/>
        </w:rPr>
        <w:t>زندگى كا ابھى كافى تجربہ نہ تھا ، نہ ہى وہ ابھى تك شيطان كے دھوكے، جھوٹ اور نيرنگ مي</w:t>
      </w:r>
      <w:r w:rsidR="007D6C9B">
        <w:rPr>
          <w:rtl/>
        </w:rPr>
        <w:t xml:space="preserve">ں </w:t>
      </w:r>
      <w:r>
        <w:rPr>
          <w:rtl/>
        </w:rPr>
        <w:t>گرفتار ہوئے تھے ،انہي</w:t>
      </w:r>
      <w:r w:rsidR="007D6C9B">
        <w:rPr>
          <w:rtl/>
        </w:rPr>
        <w:t xml:space="preserve">ں </w:t>
      </w:r>
      <w:r>
        <w:rPr>
          <w:rtl/>
        </w:rPr>
        <w:t>يہ يقين نہي</w:t>
      </w:r>
      <w:r w:rsidR="007D6C9B">
        <w:rPr>
          <w:rtl/>
        </w:rPr>
        <w:t xml:space="preserve">ں </w:t>
      </w:r>
      <w:r>
        <w:rPr>
          <w:rtl/>
        </w:rPr>
        <w:t>ہوسكتا تھا كہ كوئي اتنى بڑى جھوٹى قسم بھى كھا سكتا ہے اور اس طرح كے جال، دوسرے كو گرفتار كرنے كےلئے پھيلا سكتا ہے، آخركار وہ شيطان كے فريب مي</w:t>
      </w:r>
      <w:r w:rsidR="007D6C9B">
        <w:rPr>
          <w:rtl/>
        </w:rPr>
        <w:t xml:space="preserve">ں </w:t>
      </w:r>
      <w:r>
        <w:rPr>
          <w:rtl/>
        </w:rPr>
        <w:t>آگئے اور آب حيات وسلطنت جاودانى حاصل كرنے كے شوق مي</w:t>
      </w:r>
      <w:r w:rsidR="007D6C9B">
        <w:rPr>
          <w:rtl/>
        </w:rPr>
        <w:t xml:space="preserve">ں </w:t>
      </w:r>
      <w:r>
        <w:rPr>
          <w:rtl/>
        </w:rPr>
        <w:t>مكر ابليسى كى بوسيدہ رسى كو پكڑكے اس كے وسوسہ كے كنوي</w:t>
      </w:r>
      <w:r w:rsidR="007D6C9B">
        <w:rPr>
          <w:rtl/>
        </w:rPr>
        <w:t xml:space="preserve">ں </w:t>
      </w:r>
      <w:r>
        <w:rPr>
          <w:rtl/>
        </w:rPr>
        <w:t>مي</w:t>
      </w:r>
      <w:r w:rsidR="007D6C9B">
        <w:rPr>
          <w:rtl/>
        </w:rPr>
        <w:t xml:space="preserve">ں </w:t>
      </w:r>
      <w:r>
        <w:rPr>
          <w:rtl/>
        </w:rPr>
        <w:t>اتر گئے رسى ٹوٹ گئي اور انہي</w:t>
      </w:r>
      <w:r w:rsidR="007D6C9B">
        <w:rPr>
          <w:rtl/>
        </w:rPr>
        <w:t xml:space="preserve">ں </w:t>
      </w:r>
      <w:r>
        <w:rPr>
          <w:rtl/>
        </w:rPr>
        <w:t>نہ صرف آب حيات ہاتھ نہ آيا بلكہ خدا كى نافرمانى كے گرداب مي</w:t>
      </w:r>
      <w:r w:rsidR="007D6C9B">
        <w:rPr>
          <w:rtl/>
        </w:rPr>
        <w:t xml:space="preserve">ں </w:t>
      </w:r>
      <w:r>
        <w:rPr>
          <w:rtl/>
        </w:rPr>
        <w:t>گرفتار ہوگئے ان تمام مطالب كو قرآن كريم نے اپنے ايك جملے مي</w:t>
      </w:r>
      <w:r w:rsidR="007D6C9B">
        <w:rPr>
          <w:rtl/>
        </w:rPr>
        <w:t xml:space="preserve">ں </w:t>
      </w:r>
      <w:r>
        <w:rPr>
          <w:rtl/>
        </w:rPr>
        <w:t>خلاصہ كرديا ہے ارشاد ہوتا ہے:''اس طرح سے شيطان نے انہي</w:t>
      </w:r>
      <w:r w:rsidR="007D6C9B">
        <w:rPr>
          <w:rtl/>
        </w:rPr>
        <w:t xml:space="preserve">ں </w:t>
      </w:r>
      <w:r>
        <w:rPr>
          <w:rtl/>
        </w:rPr>
        <w:t>دھوكا ديا اور اس نے اپنى رسى سے انہي</w:t>
      </w:r>
      <w:r w:rsidR="007D6C9B">
        <w:rPr>
          <w:rtl/>
        </w:rPr>
        <w:t xml:space="preserve">ں </w:t>
      </w:r>
      <w:r>
        <w:rPr>
          <w:rtl/>
        </w:rPr>
        <w:t>كنوي</w:t>
      </w:r>
      <w:r w:rsidR="007D6C9B">
        <w:rPr>
          <w:rtl/>
        </w:rPr>
        <w:t xml:space="preserve">ں </w:t>
      </w:r>
      <w:r>
        <w:rPr>
          <w:rtl/>
        </w:rPr>
        <w:t>مي</w:t>
      </w:r>
      <w:r w:rsidR="007D6C9B">
        <w:rPr>
          <w:rtl/>
        </w:rPr>
        <w:t xml:space="preserve">ں </w:t>
      </w:r>
      <w:r>
        <w:rPr>
          <w:rtl/>
        </w:rPr>
        <w:t>اتار ديا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ادم كو چاہئے تھا كہ شيطان كے سابقہ دشمنى اور خدا كى وسيع حكمت ورحمت كے علم كى بناپر اس كے جال كو پارہ پارہ كرديتے اور اس كے كہنے مي</w:t>
      </w:r>
      <w:r w:rsidR="007D6C9B">
        <w:rPr>
          <w:rtl/>
        </w:rPr>
        <w:t xml:space="preserve">ں </w:t>
      </w:r>
      <w:r>
        <w:rPr>
          <w:rtl/>
        </w:rPr>
        <w:t xml:space="preserve">نہ آتے ليكن جو كچھ نہ ہونا چاہئے تھا وہ ہوگيا _ </w:t>
      </w:r>
    </w:p>
    <w:p w:rsidR="00DE2D7F" w:rsidRDefault="00DE2D7F" w:rsidP="00D07B54">
      <w:pPr>
        <w:pStyle w:val="libNormal"/>
        <w:rPr>
          <w:rtl/>
        </w:rPr>
      </w:pPr>
      <w:r>
        <w:rPr>
          <w:rtl/>
        </w:rPr>
        <w:t>''بس جيسے ہى آدم وحوانے اس ممنوعہ درخت سے چكھا، فوراً ہى ان كے كپڑے ان كے بدن سے نيچے گرگئے اور ان كے اندام ظاہرہوگئے''_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ايت </w:t>
      </w:r>
      <w:r w:rsidR="00E664BB">
        <w:rPr>
          <w:rtl/>
        </w:rPr>
        <w:t>21</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آيت </w:t>
      </w:r>
      <w:r w:rsidR="00E664BB">
        <w:rPr>
          <w:rtl/>
        </w:rPr>
        <w:t>22</w:t>
      </w:r>
      <w:r>
        <w:rPr>
          <w:rtl/>
        </w:rPr>
        <w:t xml:space="preserve"> </w:t>
      </w:r>
    </w:p>
    <w:p w:rsidR="00DE2D7F" w:rsidRDefault="00DE2D7F" w:rsidP="00D07B54">
      <w:pPr>
        <w:pStyle w:val="libFootnote"/>
        <w:rPr>
          <w:rtl/>
        </w:rPr>
      </w:pPr>
      <w:r>
        <w:rPr>
          <w:rtl/>
        </w:rPr>
        <w:t>(</w:t>
      </w:r>
      <w:r w:rsidR="00E664BB">
        <w:rPr>
          <w:rtl/>
        </w:rPr>
        <w:t>3</w:t>
      </w:r>
      <w:r>
        <w:rPr>
          <w:rtl/>
        </w:rPr>
        <w:t xml:space="preserve">)سورہ اعراف آيت </w:t>
      </w:r>
      <w:r w:rsidR="00E664BB">
        <w:rPr>
          <w:rtl/>
        </w:rPr>
        <w:t>22</w:t>
      </w:r>
      <w:r>
        <w:rPr>
          <w:rtl/>
        </w:rPr>
        <w:t xml:space="preserve"> </w:t>
      </w:r>
    </w:p>
    <w:p w:rsidR="00535F57" w:rsidRDefault="001648F9" w:rsidP="00D07B54">
      <w:pPr>
        <w:pStyle w:val="libNormal"/>
        <w:rPr>
          <w:rtl/>
        </w:rPr>
      </w:pPr>
      <w:r>
        <w:rPr>
          <w:rtl/>
        </w:rPr>
        <w:t xml:space="preserve"> </w:t>
      </w:r>
      <w:r>
        <w:rPr>
          <w:rtl/>
        </w:rPr>
        <w:br w:type="page"/>
      </w:r>
    </w:p>
    <w:p w:rsidR="00402670" w:rsidRPr="00402670" w:rsidRDefault="00402670" w:rsidP="00D07B54">
      <w:pPr>
        <w:pStyle w:val="libNormal"/>
        <w:rPr>
          <w:rtl/>
        </w:rPr>
      </w:pPr>
    </w:p>
    <w:p w:rsidR="00DE2D7F" w:rsidRDefault="00DE2D7F" w:rsidP="00D07B54">
      <w:pPr>
        <w:pStyle w:val="libNormal"/>
        <w:rPr>
          <w:rtl/>
        </w:rPr>
      </w:pPr>
      <w:r>
        <w:rPr>
          <w:rtl/>
        </w:rPr>
        <w:t xml:space="preserve">مذكورہ بالا جملے سے يہ بخوبى ظاہر ہوتا ہے كہ درخت ممنوع سے چكھنے كے ساتھ ہى فوراً اس كابرا اثر ظاہر ہوگيا اور وہ اپنے بہشتى لباس سے جوفى الحقيقت خدا كى كرامت واحترام كا لباس تھا، محروم ہو كر برہنہ ہوگئے _ </w:t>
      </w:r>
    </w:p>
    <w:p w:rsidR="00DE2D7F" w:rsidRDefault="00DE2D7F" w:rsidP="00D07B54">
      <w:pPr>
        <w:pStyle w:val="libNormal"/>
        <w:rPr>
          <w:rtl/>
        </w:rPr>
      </w:pPr>
      <w:r>
        <w:rPr>
          <w:rtl/>
        </w:rPr>
        <w:t>اس جملہ سے اچھى طرح ظاہر ہوتا ہے كہ آدم وحوايہ مخالفت كرنے سے پہلے برہنہ نہ تھے بلكہ كپڑے پہنے ہوئے تھے ، اگر چہ قرآن مي</w:t>
      </w:r>
      <w:r w:rsidR="007D6C9B">
        <w:rPr>
          <w:rtl/>
        </w:rPr>
        <w:t xml:space="preserve">ں </w:t>
      </w:r>
      <w:r>
        <w:rPr>
          <w:rtl/>
        </w:rPr>
        <w:t>ان كپڑو</w:t>
      </w:r>
      <w:r w:rsidR="007D6C9B">
        <w:rPr>
          <w:rtl/>
        </w:rPr>
        <w:t xml:space="preserve">ں </w:t>
      </w:r>
      <w:r>
        <w:rPr>
          <w:rtl/>
        </w:rPr>
        <w:t>كى كوئي تفصيل بيان نہي</w:t>
      </w:r>
      <w:r w:rsidR="007D6C9B">
        <w:rPr>
          <w:rtl/>
        </w:rPr>
        <w:t xml:space="preserve">ں </w:t>
      </w:r>
      <w:r>
        <w:rPr>
          <w:rtl/>
        </w:rPr>
        <w:t xml:space="preserve">كى گئي ليكن جو كچھ بھى تھا وہ آدم وحوا كے وقار كے مطابق اور ان كے احترام كے لئے تھا ،جو ان كى نافرانى كے باعث ان سے واپس لے ليا گيا _ </w:t>
      </w:r>
    </w:p>
    <w:p w:rsidR="00DE2D7F" w:rsidRDefault="00DE2D7F" w:rsidP="00D07B54">
      <w:pPr>
        <w:pStyle w:val="libNormal"/>
        <w:rPr>
          <w:rtl/>
        </w:rPr>
      </w:pPr>
      <w:r>
        <w:rPr>
          <w:rtl/>
        </w:rPr>
        <w:t>ليكن خود ساختہ توريت مي</w:t>
      </w:r>
      <w:r w:rsidR="007D6C9B">
        <w:rPr>
          <w:rtl/>
        </w:rPr>
        <w:t xml:space="preserve">ں </w:t>
      </w:r>
      <w:r>
        <w:rPr>
          <w:rtl/>
        </w:rPr>
        <w:t xml:space="preserve">اس طرح سے ہے : </w:t>
      </w:r>
    </w:p>
    <w:p w:rsidR="00DE2D7F" w:rsidRDefault="00DE2D7F" w:rsidP="00D07B54">
      <w:pPr>
        <w:pStyle w:val="libNormal"/>
        <w:rPr>
          <w:rtl/>
        </w:rPr>
      </w:pPr>
      <w:r>
        <w:rPr>
          <w:rtl/>
        </w:rPr>
        <w:t>آدم وحوا اس موقع پربالكل برہنہ تھے ليكن اس برہنگى كى زشتى كو نہي</w:t>
      </w:r>
      <w:r w:rsidR="007D6C9B">
        <w:rPr>
          <w:rtl/>
        </w:rPr>
        <w:t xml:space="preserve">ں </w:t>
      </w:r>
      <w:r>
        <w:rPr>
          <w:rtl/>
        </w:rPr>
        <w:t>سمجھتے تھے، ليكن جس وقت انہو</w:t>
      </w:r>
      <w:r w:rsidR="007D6C9B">
        <w:rPr>
          <w:rtl/>
        </w:rPr>
        <w:t xml:space="preserve">ں </w:t>
      </w:r>
      <w:r>
        <w:rPr>
          <w:rtl/>
        </w:rPr>
        <w:t>نے اس درخت سے كھايا جو درحقيقت '' علم ودانش'' كا درخت تھا تو ان كى عقل كى آنكھي</w:t>
      </w:r>
      <w:r w:rsidR="007D6C9B">
        <w:rPr>
          <w:rtl/>
        </w:rPr>
        <w:t xml:space="preserve">ں </w:t>
      </w:r>
      <w:r>
        <w:rPr>
          <w:rtl/>
        </w:rPr>
        <w:t>كھل گئي</w:t>
      </w:r>
      <w:r w:rsidR="007D6C9B">
        <w:rPr>
          <w:rtl/>
        </w:rPr>
        <w:t xml:space="preserve">ں </w:t>
      </w:r>
      <w:r>
        <w:rPr>
          <w:rtl/>
        </w:rPr>
        <w:t xml:space="preserve">اور اب وہ اپنے كو برہنہ محسوس كرنے لگے اور اس حالت كى زشتى سے آگاہ ہوگئے_ </w:t>
      </w:r>
    </w:p>
    <w:p w:rsidR="00DE2D7F" w:rsidRDefault="00DE2D7F" w:rsidP="00D07B54">
      <w:pPr>
        <w:pStyle w:val="libNormal"/>
        <w:rPr>
          <w:rtl/>
        </w:rPr>
      </w:pPr>
      <w:r>
        <w:rPr>
          <w:rtl/>
        </w:rPr>
        <w:t>جس '' آدم '' كا حال اس خود ساختہ توريت مي</w:t>
      </w:r>
      <w:r w:rsidR="007D6C9B">
        <w:rPr>
          <w:rtl/>
        </w:rPr>
        <w:t xml:space="preserve">ں </w:t>
      </w:r>
      <w:r>
        <w:rPr>
          <w:rtl/>
        </w:rPr>
        <w:t>بيان كيا گيا ہے، وہ فى الحقيقت آدم واقعى نہ تھا بلكہ وہ تو كوئي ايسا نادان شخص تھا جو علم ودانش سے اس قدر دور تھا كہ اسے اپنے ننگا ہونے كا بھى احساس نہ تھا ليكن جس '' آدم ''كا تعارف قرآن كراتا ہے وہ نہ صرف يہ كہ اپنى حالت سے باخبر تا بلكہ اسرار آفرينش (علم اسما) سے بھى آگاہ تھا اور اس كا شمار معلم ملكوت مي</w:t>
      </w:r>
      <w:r w:rsidR="007D6C9B">
        <w:rPr>
          <w:rtl/>
        </w:rPr>
        <w:t xml:space="preserve">ں </w:t>
      </w:r>
      <w:r>
        <w:rPr>
          <w:rtl/>
        </w:rPr>
        <w:t xml:space="preserve">ہوتا تھا، اگر شيطان اس پر اثرانداز بھى ہوا تويہ اس كى نادانى كى وجہ سے نہ تھا، بلكہ اس نے ان كى پاكى اور صفائے نيت سے سوئے استفادہ كيا _ </w:t>
      </w:r>
    </w:p>
    <w:p w:rsidR="00DE2D7F" w:rsidRDefault="00DE2D7F" w:rsidP="00D07B54">
      <w:pPr>
        <w:pStyle w:val="libNormal"/>
        <w:rPr>
          <w:rtl/>
        </w:rPr>
      </w:pPr>
      <w:r>
        <w:rPr>
          <w:rtl/>
        </w:rPr>
        <w:t xml:space="preserve">اس بات كى تائيد كلام الہى كے اس قول سے بھى ہوتى ہے: </w:t>
      </w:r>
    </w:p>
    <w:p w:rsidR="00DE2D7F" w:rsidRDefault="00DE2D7F" w:rsidP="00D07B54">
      <w:pPr>
        <w:pStyle w:val="libNormal"/>
        <w:rPr>
          <w:rtl/>
        </w:rPr>
      </w:pPr>
      <w:r>
        <w:rPr>
          <w:rtl/>
        </w:rPr>
        <w:t>''اے اولاد آدم : كہي</w:t>
      </w:r>
      <w:r w:rsidR="007D6C9B">
        <w:rPr>
          <w:rtl/>
        </w:rPr>
        <w:t xml:space="preserve">ں </w:t>
      </w:r>
      <w:r>
        <w:rPr>
          <w:rtl/>
        </w:rPr>
        <w:t>شيطان تمہي</w:t>
      </w:r>
      <w:r w:rsidR="007D6C9B">
        <w:rPr>
          <w:rtl/>
        </w:rPr>
        <w:t xml:space="preserve">ں </w:t>
      </w:r>
      <w:r>
        <w:rPr>
          <w:rtl/>
        </w:rPr>
        <w:t>اس طرح فريب نہ دے جس طرح تمہارے والدين (آدم وحوا) كو دھوكا دے كر بہشت سے باہر نكال ديا اور ان كا لباس ان سے جدا كرديا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27</w:t>
      </w:r>
      <w:r>
        <w:rPr>
          <w:rtl/>
        </w:rPr>
        <w:t xml:space="preserve"> </w:t>
      </w:r>
    </w:p>
    <w:p w:rsidR="00316476" w:rsidRDefault="00316476" w:rsidP="00D07B54">
      <w:pPr>
        <w:pStyle w:val="libNormal"/>
        <w:rPr>
          <w:rtl/>
        </w:rPr>
      </w:pPr>
      <w:r>
        <w:rPr>
          <w:rtl/>
        </w:rPr>
        <w:br w:type="page"/>
      </w:r>
    </w:p>
    <w:p w:rsidR="00535F57" w:rsidRDefault="00535F57" w:rsidP="00D07B54">
      <w:pPr>
        <w:pStyle w:val="libNormal"/>
        <w:rPr>
          <w:rtl/>
        </w:rPr>
      </w:pPr>
    </w:p>
    <w:p w:rsidR="00DE2D7F" w:rsidRDefault="00DE2D7F" w:rsidP="00D07B54">
      <w:pPr>
        <w:pStyle w:val="libNormal"/>
        <w:rPr>
          <w:rtl/>
        </w:rPr>
      </w:pPr>
      <w:r>
        <w:rPr>
          <w:rtl/>
        </w:rPr>
        <w:t>اگرچہ بعض مفسرين اسلام نے يہ لكھا ہے كہ آغاز مي</w:t>
      </w:r>
      <w:r w:rsidR="007D6C9B">
        <w:rPr>
          <w:rtl/>
        </w:rPr>
        <w:t xml:space="preserve">ں </w:t>
      </w:r>
      <w:r>
        <w:rPr>
          <w:rtl/>
        </w:rPr>
        <w:t xml:space="preserve">حضرت آدم برہنہ تھے تو واقعاً يہ ايك واضح اشتباہ ہے جو توريت كى تحريركى وجہ سے پيدا ہوا ہے_ </w:t>
      </w:r>
    </w:p>
    <w:p w:rsidR="00DE2D7F" w:rsidRDefault="00DE2D7F" w:rsidP="00D07B54">
      <w:pPr>
        <w:pStyle w:val="libNormal"/>
        <w:rPr>
          <w:rtl/>
        </w:rPr>
      </w:pPr>
      <w:r>
        <w:rPr>
          <w:rtl/>
        </w:rPr>
        <w:t>بہرحال اس كے بعد قرآن كہتا ہے : '' جس وقت آدم وحوا نے يہ ديكھاتو فوراًبہشت كے درختو</w:t>
      </w:r>
      <w:r w:rsidR="007D6C9B">
        <w:rPr>
          <w:rtl/>
        </w:rPr>
        <w:t xml:space="preserve">ں </w:t>
      </w:r>
      <w:r>
        <w:rPr>
          <w:rtl/>
        </w:rPr>
        <w:t>كے پتو</w:t>
      </w:r>
      <w:r w:rsidR="007D6C9B">
        <w:rPr>
          <w:rtl/>
        </w:rPr>
        <w:t xml:space="preserve">ں </w:t>
      </w:r>
      <w:r>
        <w:rPr>
          <w:rtl/>
        </w:rPr>
        <w:t xml:space="preserve">سے اپنى شرم گاہ چھپانے لگے _ </w:t>
      </w:r>
    </w:p>
    <w:p w:rsidR="00DE2D7F" w:rsidRDefault="00DE2D7F" w:rsidP="00D07B54">
      <w:pPr>
        <w:pStyle w:val="libNormal"/>
        <w:rPr>
          <w:rtl/>
        </w:rPr>
      </w:pPr>
      <w:r>
        <w:rPr>
          <w:rtl/>
        </w:rPr>
        <w:t>اس موقع پر خدا كى طرف سے يہ ندا آئي:'' كيا مي</w:t>
      </w:r>
      <w:r w:rsidR="007D6C9B">
        <w:rPr>
          <w:rtl/>
        </w:rPr>
        <w:t xml:space="preserve">ں </w:t>
      </w:r>
      <w:r>
        <w:rPr>
          <w:rtl/>
        </w:rPr>
        <w:t>نے تم دونو</w:t>
      </w:r>
      <w:r w:rsidR="007D6C9B">
        <w:rPr>
          <w:rtl/>
        </w:rPr>
        <w:t xml:space="preserve">ں </w:t>
      </w:r>
      <w:r>
        <w:rPr>
          <w:rtl/>
        </w:rPr>
        <w:t>كو اس درخت سے منع نہي</w:t>
      </w:r>
      <w:r w:rsidR="007D6C9B">
        <w:rPr>
          <w:rtl/>
        </w:rPr>
        <w:t xml:space="preserve">ں </w:t>
      </w:r>
      <w:r>
        <w:rPr>
          <w:rtl/>
        </w:rPr>
        <w:t>كيا تھا كيا مي</w:t>
      </w:r>
      <w:r w:rsidR="007D6C9B">
        <w:rPr>
          <w:rtl/>
        </w:rPr>
        <w:t xml:space="preserve">ں </w:t>
      </w:r>
      <w:r>
        <w:rPr>
          <w:rtl/>
        </w:rPr>
        <w:t>نے تم سے يہ نہي</w:t>
      </w:r>
      <w:r w:rsidR="007D6C9B">
        <w:rPr>
          <w:rtl/>
        </w:rPr>
        <w:t xml:space="preserve">ں </w:t>
      </w:r>
      <w:r>
        <w:rPr>
          <w:rtl/>
        </w:rPr>
        <w:t>كہا تھا كہ شيطان تمہارا كھلا دشمن ہے، تم نے كس لئے ميرے حكم كو بھلاديا اور اس پست گرداب مي</w:t>
      </w:r>
      <w:r w:rsidR="007D6C9B">
        <w:rPr>
          <w:rtl/>
        </w:rPr>
        <w:t xml:space="preserve">ں </w:t>
      </w:r>
      <w:r>
        <w:rPr>
          <w:rtl/>
        </w:rPr>
        <w:t>گھر گئے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535F57" w:rsidRDefault="00DE2D7F" w:rsidP="00D07B54">
      <w:pPr>
        <w:pStyle w:val="Heading2Center"/>
        <w:rPr>
          <w:rtl/>
        </w:rPr>
      </w:pPr>
      <w:bookmarkStart w:id="15" w:name="_Toc7268412"/>
      <w:r>
        <w:rPr>
          <w:rtl/>
        </w:rPr>
        <w:t>شجرہ ممنوعہ كونسادرخت تھا؟</w:t>
      </w:r>
      <w:bookmarkEnd w:id="15"/>
    </w:p>
    <w:p w:rsidR="00DE2D7F" w:rsidRDefault="00DE2D7F" w:rsidP="00D07B54">
      <w:pPr>
        <w:pStyle w:val="libNormal"/>
        <w:rPr>
          <w:rtl/>
        </w:rPr>
      </w:pPr>
      <w:r>
        <w:rPr>
          <w:rtl/>
        </w:rPr>
        <w:t xml:space="preserve"> قرآن كريم مي</w:t>
      </w:r>
      <w:r w:rsidR="007D6C9B">
        <w:rPr>
          <w:rtl/>
        </w:rPr>
        <w:t xml:space="preserve">ں </w:t>
      </w:r>
      <w:r>
        <w:rPr>
          <w:rtl/>
        </w:rPr>
        <w:t>بلا تفصيل اور بغير نام كے چھ مقام پر'' شجرہ ممنوعہ'' كا ذكر ہوا ہے ليكن كتب اسلامى مي</w:t>
      </w:r>
      <w:r w:rsidR="007D6C9B">
        <w:rPr>
          <w:rtl/>
        </w:rPr>
        <w:t xml:space="preserve">ں </w:t>
      </w:r>
      <w:r>
        <w:rPr>
          <w:rtl/>
        </w:rPr>
        <w:t xml:space="preserve">اس كى تفسير دوقسم كى ملتى ہے ايك تو اس كى تفسير مادى ہے جو حسب روايات '' گندم '' ہے _ </w:t>
      </w:r>
    </w:p>
    <w:p w:rsidR="00DE2D7F" w:rsidRDefault="00DE2D7F" w:rsidP="00D07B54">
      <w:pPr>
        <w:pStyle w:val="libNormal"/>
        <w:rPr>
          <w:rtl/>
        </w:rPr>
      </w:pPr>
      <w:r>
        <w:rPr>
          <w:rtl/>
        </w:rPr>
        <w:t>اس بات كى طرف توجہ رہنا چاہئے كہ عرب لفظ '' شجرہ ''كا اطلاق صرف درخت پر نہي</w:t>
      </w:r>
      <w:r w:rsidR="007D6C9B">
        <w:rPr>
          <w:rtl/>
        </w:rPr>
        <w:t xml:space="preserve">ں </w:t>
      </w:r>
      <w:r>
        <w:rPr>
          <w:rtl/>
        </w:rPr>
        <w:t>كرتے بلكہ مختلف نباتات كو بھى '' شجرہ '' كہتے ہي</w:t>
      </w:r>
      <w:r w:rsidR="007D6C9B">
        <w:rPr>
          <w:rtl/>
        </w:rPr>
        <w:t xml:space="preserve">ں </w:t>
      </w:r>
      <w:r>
        <w:rPr>
          <w:rtl/>
        </w:rPr>
        <w:t>چاہے وہ جھاڑى كى شكل مي</w:t>
      </w:r>
      <w:r w:rsidR="007D6C9B">
        <w:rPr>
          <w:rtl/>
        </w:rPr>
        <w:t xml:space="preserve">ں </w:t>
      </w:r>
      <w:r>
        <w:rPr>
          <w:rtl/>
        </w:rPr>
        <w:t>ہو</w:t>
      </w:r>
      <w:r w:rsidR="007D6C9B">
        <w:rPr>
          <w:rtl/>
        </w:rPr>
        <w:t xml:space="preserve">ں </w:t>
      </w:r>
      <w:r>
        <w:rPr>
          <w:rtl/>
        </w:rPr>
        <w:t>يابيل كى صورت مي</w:t>
      </w:r>
      <w:r w:rsidR="007D6C9B">
        <w:rPr>
          <w:rtl/>
        </w:rPr>
        <w:t xml:space="preserve">ں </w:t>
      </w:r>
      <w:r>
        <w:rPr>
          <w:rtl/>
        </w:rPr>
        <w:t xml:space="preserve">_ </w:t>
      </w:r>
    </w:p>
    <w:p w:rsidR="00DE2D7F" w:rsidRDefault="00DE2D7F" w:rsidP="00D07B54">
      <w:pPr>
        <w:pStyle w:val="libNormal"/>
        <w:rPr>
          <w:rtl/>
        </w:rPr>
      </w:pPr>
      <w:r>
        <w:rPr>
          <w:rtl/>
        </w:rPr>
        <w:t>دوسرى تفسير معنوى ہے جس كى تعبير روايات اہل بيت عليہم السلام مي</w:t>
      </w:r>
      <w:r w:rsidR="007D6C9B">
        <w:rPr>
          <w:rtl/>
        </w:rPr>
        <w:t xml:space="preserve">ں </w:t>
      </w:r>
      <w:r>
        <w:rPr>
          <w:rtl/>
        </w:rPr>
        <w:t>'' شجرہ حسد'' سے كى گئي ہے ان روايات كا مفہوم يہ ہے كہ آدم نے جب اپنا بلند ودرجہ رفيع ديكھا تو يہ تصور كيا كہ ان كا مقام بہت بلند ہے ان سے بلند كوئي مخلوق اللہ نے نہي</w:t>
      </w:r>
      <w:r w:rsidR="007D6C9B">
        <w:rPr>
          <w:rtl/>
        </w:rPr>
        <w:t xml:space="preserve">ں </w:t>
      </w:r>
      <w:r>
        <w:rPr>
          <w:rtl/>
        </w:rPr>
        <w:t>پيدا كى اس پر اللہ نے انہي</w:t>
      </w:r>
      <w:r w:rsidR="007D6C9B">
        <w:rPr>
          <w:rtl/>
        </w:rPr>
        <w:t xml:space="preserve">ں </w:t>
      </w:r>
      <w:r>
        <w:rPr>
          <w:rtl/>
        </w:rPr>
        <w:t>بتلا يا كہ ان كى اولاد مي</w:t>
      </w:r>
      <w:r w:rsidR="007D6C9B">
        <w:rPr>
          <w:rtl/>
        </w:rPr>
        <w:t xml:space="preserve">ں </w:t>
      </w:r>
      <w:r>
        <w:rPr>
          <w:rtl/>
        </w:rPr>
        <w:t>كچھ ايسے اولياء الہى (پيغمبر اسلام اور ان كے اہل بيت عليہم السلام ) بھى ہي</w:t>
      </w:r>
      <w:r w:rsidR="007D6C9B">
        <w:rPr>
          <w:rtl/>
        </w:rPr>
        <w:t xml:space="preserve">ں </w:t>
      </w:r>
      <w:r>
        <w:rPr>
          <w:rtl/>
        </w:rPr>
        <w:t>جن كا درجہ ان سے بھى بلند وبالا ہے اس وقت آدم مي</w:t>
      </w:r>
      <w:r w:rsidR="007D6C9B">
        <w:rPr>
          <w:rtl/>
        </w:rPr>
        <w:t xml:space="preserve">ں </w:t>
      </w:r>
      <w:r>
        <w:rPr>
          <w:rtl/>
        </w:rPr>
        <w:t xml:space="preserve">ايك حالت حسد سے مشابہ پيدا ہوئي اور يہى وہ '' شجرہ ممنوعہ'' تھا جس كے نزديك جانے سے آدم كو روكا گيا تھا_ </w:t>
      </w:r>
    </w:p>
    <w:p w:rsidR="00DE2D7F" w:rsidRDefault="00DE2D7F" w:rsidP="00D07B54">
      <w:pPr>
        <w:pStyle w:val="libNormal"/>
        <w:rPr>
          <w:rtl/>
        </w:rPr>
      </w:pPr>
      <w:r>
        <w:rPr>
          <w:rtl/>
        </w:rPr>
        <w:t>حقيقت امر يہ ہے كہ آدم نے (ان روايات كى بناپر)دو درختو</w:t>
      </w:r>
      <w:r w:rsidR="007D6C9B">
        <w:rPr>
          <w:rtl/>
        </w:rPr>
        <w:t xml:space="preserve">ں </w:t>
      </w:r>
      <w:r>
        <w:rPr>
          <w:rtl/>
        </w:rPr>
        <w:t xml:space="preserve">سے تناول كيا ايك درخت تو وہ تھا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22</w:t>
      </w:r>
      <w:r>
        <w:rPr>
          <w:rtl/>
        </w:rPr>
        <w:t xml:space="preserve"> </w:t>
      </w:r>
    </w:p>
    <w:p w:rsidR="00535F57"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جو ان كے مقام سے نيچے تھا، اور انہي</w:t>
      </w:r>
      <w:r w:rsidR="007D6C9B">
        <w:rPr>
          <w:rtl/>
        </w:rPr>
        <w:t xml:space="preserve">ں </w:t>
      </w:r>
      <w:r>
        <w:rPr>
          <w:rtl/>
        </w:rPr>
        <w:t>مادى دنيا مي</w:t>
      </w:r>
      <w:r w:rsidR="007D6C9B">
        <w:rPr>
          <w:rtl/>
        </w:rPr>
        <w:t xml:space="preserve">ں </w:t>
      </w:r>
      <w:r>
        <w:rPr>
          <w:rtl/>
        </w:rPr>
        <w:t>لے جاتا تھا اور وہ '' گندم'' كا پودا تھا دوسرا درخت معنوى تھا ،جو مخصوص اوليائے الہى كا درجہ تھا اور يہ آدم كے مقام ومرتبہ سے بالاتر تھا آدم نے دونو</w:t>
      </w:r>
      <w:r w:rsidR="007D6C9B">
        <w:rPr>
          <w:rtl/>
        </w:rPr>
        <w:t xml:space="preserve">ں </w:t>
      </w:r>
      <w:r>
        <w:rPr>
          <w:rtl/>
        </w:rPr>
        <w:t>پہلوئو</w:t>
      </w:r>
      <w:r w:rsidR="007D6C9B">
        <w:rPr>
          <w:rtl/>
        </w:rPr>
        <w:t xml:space="preserve">ں </w:t>
      </w:r>
      <w:r>
        <w:rPr>
          <w:rtl/>
        </w:rPr>
        <w:t>سے اپنى حد سے تجاوز كيا اس لئے انجام مي</w:t>
      </w:r>
      <w:r w:rsidR="007D6C9B">
        <w:rPr>
          <w:rtl/>
        </w:rPr>
        <w:t xml:space="preserve">ں </w:t>
      </w:r>
      <w:r>
        <w:rPr>
          <w:rtl/>
        </w:rPr>
        <w:t xml:space="preserve">گرفتار ہوئے_ </w:t>
      </w:r>
    </w:p>
    <w:p w:rsidR="00DE2D7F" w:rsidRDefault="00DE2D7F" w:rsidP="00D07B54">
      <w:pPr>
        <w:pStyle w:val="libNormal"/>
        <w:rPr>
          <w:rtl/>
        </w:rPr>
      </w:pPr>
      <w:r>
        <w:rPr>
          <w:rtl/>
        </w:rPr>
        <w:t>ليكن اس بات كى طرف توجہ رہے كہ يہ ''حسد'' حسد حرام كى قسم سے نہ تھا يہ صرف ايك نفسانى احساس تھا جبكہ انہو</w:t>
      </w:r>
      <w:r w:rsidR="007D6C9B">
        <w:rPr>
          <w:rtl/>
        </w:rPr>
        <w:t xml:space="preserve">ں </w:t>
      </w:r>
      <w:r>
        <w:rPr>
          <w:rtl/>
        </w:rPr>
        <w:t>نے اس طرف قطعاً كوئي اقدام نہي</w:t>
      </w:r>
      <w:r w:rsidR="007D6C9B">
        <w:rPr>
          <w:rtl/>
        </w:rPr>
        <w:t xml:space="preserve">ں </w:t>
      </w:r>
      <w:r>
        <w:rPr>
          <w:rtl/>
        </w:rPr>
        <w:t>كيا تھا جيسا كہ ہم نے بارہاكہا ہے كہ آيات قرانى چونكہ متعدد معانى ركھتى ہي</w:t>
      </w:r>
      <w:r w:rsidR="007D6C9B">
        <w:rPr>
          <w:rtl/>
        </w:rPr>
        <w:t xml:space="preserve">ں </w:t>
      </w:r>
      <w:r>
        <w:rPr>
          <w:rtl/>
        </w:rPr>
        <w:t>لہذا اس امر مي</w:t>
      </w:r>
      <w:r w:rsidR="007D6C9B">
        <w:rPr>
          <w:rtl/>
        </w:rPr>
        <w:t xml:space="preserve">ں </w:t>
      </w:r>
      <w:r>
        <w:rPr>
          <w:rtl/>
        </w:rPr>
        <w:t>كوئي مانع نہي</w:t>
      </w:r>
      <w:r w:rsidR="007D6C9B">
        <w:rPr>
          <w:rtl/>
        </w:rPr>
        <w:t xml:space="preserve">ں </w:t>
      </w:r>
      <w:r>
        <w:rPr>
          <w:rtl/>
        </w:rPr>
        <w:t>كہ '' شجرہ '' سے دونو</w:t>
      </w:r>
      <w:r w:rsidR="007D6C9B">
        <w:rPr>
          <w:rtl/>
        </w:rPr>
        <w:t xml:space="preserve">ں </w:t>
      </w:r>
      <w:r>
        <w:rPr>
          <w:rtl/>
        </w:rPr>
        <w:t>معنى مراد لے لئے جائي</w:t>
      </w:r>
      <w:r w:rsidR="007D6C9B">
        <w:rPr>
          <w:rtl/>
        </w:rPr>
        <w:t xml:space="preserve">ں </w:t>
      </w:r>
      <w:r>
        <w:rPr>
          <w:rtl/>
        </w:rPr>
        <w:t xml:space="preserve">_ </w:t>
      </w:r>
    </w:p>
    <w:p w:rsidR="00DE2D7F" w:rsidRDefault="00DE2D7F" w:rsidP="00D07B54">
      <w:pPr>
        <w:pStyle w:val="libNormal"/>
        <w:rPr>
          <w:rtl/>
        </w:rPr>
      </w:pPr>
      <w:r>
        <w:rPr>
          <w:rtl/>
        </w:rPr>
        <w:t>اتفاقاًكلمہ '' شجرہ '' قرآن مي</w:t>
      </w:r>
      <w:r w:rsidR="007D6C9B">
        <w:rPr>
          <w:rtl/>
        </w:rPr>
        <w:t xml:space="preserve">ں </w:t>
      </w:r>
      <w:r>
        <w:rPr>
          <w:rtl/>
        </w:rPr>
        <w:t>دونو</w:t>
      </w:r>
      <w:r w:rsidR="007D6C9B">
        <w:rPr>
          <w:rtl/>
        </w:rPr>
        <w:t xml:space="preserve">ں </w:t>
      </w:r>
      <w:r>
        <w:rPr>
          <w:rtl/>
        </w:rPr>
        <w:t>معنى مي</w:t>
      </w:r>
      <w:r w:rsidR="007D6C9B">
        <w:rPr>
          <w:rtl/>
        </w:rPr>
        <w:t xml:space="preserve">ں </w:t>
      </w:r>
      <w:r>
        <w:rPr>
          <w:rtl/>
        </w:rPr>
        <w:t>آياہے ، كبھى تو انہى عام درختو</w:t>
      </w:r>
      <w:r w:rsidR="007D6C9B">
        <w:rPr>
          <w:rtl/>
        </w:rPr>
        <w:t xml:space="preserve">ں </w:t>
      </w:r>
      <w:r w:rsidRPr="00AD1EF3">
        <w:rPr>
          <w:rStyle w:val="libFootnotenumChar"/>
          <w:rtl/>
        </w:rPr>
        <w:t>(</w:t>
      </w:r>
      <w:r w:rsidR="00E664BB" w:rsidRPr="00AD1EF3">
        <w:rPr>
          <w:rStyle w:val="libFootnotenumChar"/>
          <w:rtl/>
        </w:rPr>
        <w:t>1</w:t>
      </w:r>
      <w:r w:rsidRPr="00AD1EF3">
        <w:rPr>
          <w:rStyle w:val="libFootnotenumChar"/>
          <w:rtl/>
        </w:rPr>
        <w:t>)</w:t>
      </w:r>
      <w:r>
        <w:rPr>
          <w:rtl/>
        </w:rPr>
        <w:t>كے معنى مي</w:t>
      </w:r>
      <w:r w:rsidR="007D6C9B">
        <w:rPr>
          <w:rtl/>
        </w:rPr>
        <w:t xml:space="preserve">ں </w:t>
      </w:r>
      <w:r>
        <w:rPr>
          <w:rtl/>
        </w:rPr>
        <w:t>استعمال ہوتا ہے، اور كبھى شجرہ معنوى كے معنى مي</w:t>
      </w:r>
      <w:r w:rsidR="007D6C9B">
        <w:rPr>
          <w:rtl/>
        </w:rPr>
        <w:t xml:space="preserve">ں </w:t>
      </w:r>
      <w:r>
        <w:rPr>
          <w:rtl/>
        </w:rPr>
        <w:t>استعمال ہوا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ليكن يہا</w:t>
      </w:r>
      <w:r w:rsidR="007D6C9B">
        <w:rPr>
          <w:rtl/>
        </w:rPr>
        <w:t xml:space="preserve">ں </w:t>
      </w:r>
      <w:r>
        <w:rPr>
          <w:rtl/>
        </w:rPr>
        <w:t>پر ايك نكتہ ہے جس كى طرف توجہ دلانا مناسب ہے اور وہ يہ ہے كہ موجودہ خود ساختہ توريت مي</w:t>
      </w:r>
      <w:r w:rsidR="007D6C9B">
        <w:rPr>
          <w:rtl/>
        </w:rPr>
        <w:t xml:space="preserve">ں </w:t>
      </w:r>
      <w:r>
        <w:rPr>
          <w:rtl/>
        </w:rPr>
        <w:t xml:space="preserve">، جو اس وقت كے تمام يہود ونصارى كى قبول شدہ ہے اس شجرہ ممنوعہ كى تفسير '' شجرہ علم ودانش اور شجرہ حيات وزندگى '' كى گئي ہے توريت كہتى ہے: </w:t>
      </w:r>
    </w:p>
    <w:p w:rsidR="00DE2D7F" w:rsidRDefault="00DE2D7F" w:rsidP="00D07B54">
      <w:pPr>
        <w:pStyle w:val="libNormal"/>
        <w:rPr>
          <w:rtl/>
        </w:rPr>
      </w:pPr>
      <w:r>
        <w:rPr>
          <w:rtl/>
        </w:rPr>
        <w:t>''قبل اس كے آدم شجرہ علم ودانش سے تناول كري</w:t>
      </w:r>
      <w:r w:rsidR="007D6C9B">
        <w:rPr>
          <w:rtl/>
        </w:rPr>
        <w:t xml:space="preserve">ں </w:t>
      </w:r>
      <w:r>
        <w:rPr>
          <w:rtl/>
        </w:rPr>
        <w:t>،وہ علم ودانش سے بے بہرہ تھے حتى كہ انہي</w:t>
      </w:r>
      <w:r w:rsidR="007D6C9B">
        <w:rPr>
          <w:rtl/>
        </w:rPr>
        <w:t xml:space="preserve">ں </w:t>
      </w:r>
      <w:r>
        <w:rPr>
          <w:rtl/>
        </w:rPr>
        <w:t>اپنى برہنگى كا بھى احساس نہ تھا جب انہو</w:t>
      </w:r>
      <w:r w:rsidR="007D6C9B">
        <w:rPr>
          <w:rtl/>
        </w:rPr>
        <w:t xml:space="preserve">ں </w:t>
      </w:r>
      <w:r>
        <w:rPr>
          <w:rtl/>
        </w:rPr>
        <w:t>نے اس درخت سے كھايا اس وقت وہ واقعى آدم بنے اور بہشت سے نكال ديئے گئے كہ مبادا درخت حيات وزندگى سے بھى كھالي</w:t>
      </w:r>
      <w:r w:rsidR="007D6C9B">
        <w:rPr>
          <w:rtl/>
        </w:rPr>
        <w:t xml:space="preserve">ں </w:t>
      </w:r>
      <w:r>
        <w:rPr>
          <w:rtl/>
        </w:rPr>
        <w:t>اور خدائو</w:t>
      </w:r>
      <w:r w:rsidR="007D6C9B">
        <w:rPr>
          <w:rtl/>
        </w:rPr>
        <w:t xml:space="preserve">ں </w:t>
      </w:r>
      <w:r>
        <w:rPr>
          <w:rtl/>
        </w:rPr>
        <w:t>كى طرح حيات جاويدانى حاصل كرلي</w:t>
      </w:r>
      <w:r w:rsidR="007D6C9B">
        <w:rPr>
          <w:rtl/>
        </w:rPr>
        <w:t xml:space="preserve">ں </w:t>
      </w:r>
      <w:r>
        <w:rPr>
          <w:rtl/>
        </w:rPr>
        <w:t>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عبارت اس بات كى كھلى ہوئي دليل ہے كہ موجودہ توريت آسمانى كتاب نہي</w:t>
      </w:r>
      <w:r w:rsidR="007D6C9B">
        <w:rPr>
          <w:rtl/>
        </w:rPr>
        <w:t xml:space="preserve">ں </w:t>
      </w:r>
      <w:r>
        <w:rPr>
          <w:rtl/>
        </w:rPr>
        <w:t xml:space="preserve">ہے بلكہ كسى ايسے كم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جيسے ( </w:t>
      </w:r>
      <w:r w:rsidRPr="00535F57">
        <w:rPr>
          <w:rStyle w:val="libFootnoteAieChar"/>
          <w:rtl/>
        </w:rPr>
        <w:t>وَشَجَرَةً تَخرُجُ من طُور سَينَائَ تَنبُتُ بالدُّ</w:t>
      </w:r>
      <w:r w:rsidR="00421A14" w:rsidRPr="00421A14">
        <w:rPr>
          <w:rStyle w:val="libFootnoteAieChar"/>
          <w:rFonts w:hint="cs"/>
          <w:rtl/>
        </w:rPr>
        <w:t>ه</w:t>
      </w:r>
      <w:r w:rsidRPr="00421A14">
        <w:rPr>
          <w:rStyle w:val="libFootnoteAieChar"/>
          <w:rFonts w:hint="cs"/>
          <w:rtl/>
        </w:rPr>
        <w:t>ن</w:t>
      </w:r>
      <w:r>
        <w:rPr>
          <w:rtl/>
        </w:rPr>
        <w:t xml:space="preserve"> )جس سے مراد زيتون كادرخت ہے_ </w:t>
      </w:r>
    </w:p>
    <w:p w:rsidR="00DE2D7F" w:rsidRDefault="00DE2D7F" w:rsidP="00D07B54">
      <w:pPr>
        <w:pStyle w:val="libFootnote"/>
        <w:rPr>
          <w:rtl/>
        </w:rPr>
      </w:pPr>
      <w:r>
        <w:rPr>
          <w:rtl/>
        </w:rPr>
        <w:t>(</w:t>
      </w:r>
      <w:r w:rsidR="00E664BB">
        <w:rPr>
          <w:rtl/>
        </w:rPr>
        <w:t>2</w:t>
      </w:r>
      <w:r>
        <w:rPr>
          <w:rtl/>
        </w:rPr>
        <w:t xml:space="preserve">)جيسے :( </w:t>
      </w:r>
      <w:r w:rsidRPr="00535F57">
        <w:rPr>
          <w:rStyle w:val="libFootnoteAieChar"/>
          <w:rtl/>
        </w:rPr>
        <w:t>وَالشَّجَرَةَ المَلعُونَةَ فى القُرآن</w:t>
      </w:r>
      <w:r>
        <w:rPr>
          <w:rtl/>
        </w:rPr>
        <w:t xml:space="preserve"> ) جس سے مراد مشركين يا يہودى يا دوسرى باغى قومي</w:t>
      </w:r>
      <w:r w:rsidR="007D6C9B">
        <w:rPr>
          <w:rtl/>
        </w:rPr>
        <w:t xml:space="preserve">ں </w:t>
      </w:r>
      <w:r>
        <w:rPr>
          <w:rtl/>
        </w:rPr>
        <w:t>(جيسے بنى اميہ ) ہي</w:t>
      </w:r>
      <w:r w:rsidR="007D6C9B">
        <w:rPr>
          <w:rtl/>
        </w:rPr>
        <w:t xml:space="preserve">ں </w:t>
      </w:r>
    </w:p>
    <w:p w:rsidR="00DE2D7F" w:rsidRDefault="00DE2D7F" w:rsidP="00D07B54">
      <w:pPr>
        <w:pStyle w:val="libFootnote"/>
        <w:rPr>
          <w:rtl/>
        </w:rPr>
      </w:pPr>
      <w:r>
        <w:rPr>
          <w:rtl/>
        </w:rPr>
        <w:t>(</w:t>
      </w:r>
      <w:r w:rsidR="00E664BB">
        <w:rPr>
          <w:rtl/>
        </w:rPr>
        <w:t>3</w:t>
      </w:r>
      <w:r>
        <w:rPr>
          <w:rtl/>
        </w:rPr>
        <w:t xml:space="preserve">) سفر تكوين فصل دوم نمبر </w:t>
      </w:r>
      <w:r w:rsidR="00E664BB">
        <w:rPr>
          <w:rtl/>
        </w:rPr>
        <w:t>17</w:t>
      </w:r>
      <w:r>
        <w:rPr>
          <w:rtl/>
        </w:rPr>
        <w:t xml:space="preserve"> </w:t>
      </w:r>
    </w:p>
    <w:p w:rsidR="00535F57" w:rsidRDefault="001648F9" w:rsidP="00D07B54">
      <w:pPr>
        <w:pStyle w:val="libNormal"/>
        <w:rPr>
          <w:rtl/>
        </w:rPr>
      </w:pPr>
      <w:r>
        <w:rPr>
          <w:rtl/>
        </w:rPr>
        <w:t xml:space="preserve"> </w:t>
      </w:r>
      <w:r>
        <w:rPr>
          <w:rtl/>
        </w:rPr>
        <w:br w:type="page"/>
      </w:r>
    </w:p>
    <w:p w:rsidR="00535F57" w:rsidRDefault="00535F57" w:rsidP="00D07B54">
      <w:pPr>
        <w:pStyle w:val="libNormal"/>
      </w:pPr>
    </w:p>
    <w:p w:rsidR="00402670" w:rsidRPr="00402670" w:rsidRDefault="00402670" w:rsidP="00D07B54">
      <w:pPr>
        <w:pStyle w:val="libNormal"/>
        <w:rPr>
          <w:rtl/>
        </w:rPr>
      </w:pPr>
    </w:p>
    <w:p w:rsidR="00DE2D7F" w:rsidRDefault="00DE2D7F" w:rsidP="00D07B54">
      <w:pPr>
        <w:pStyle w:val="libNormal"/>
        <w:rPr>
          <w:rtl/>
        </w:rPr>
      </w:pPr>
      <w:r>
        <w:rPr>
          <w:rtl/>
        </w:rPr>
        <w:t>اطلاع انسان كى ساختہ ہے جو علم و دانش كو آدم كے لئے معيوب سمجھتا ہے، اور آدم كو علم ودانش حاصل كرنے كے جرم مي</w:t>
      </w:r>
      <w:r w:rsidR="007D6C9B">
        <w:rPr>
          <w:rtl/>
        </w:rPr>
        <w:t xml:space="preserve">ں </w:t>
      </w:r>
      <w:r>
        <w:rPr>
          <w:rtl/>
        </w:rPr>
        <w:t>خدا كى بہشت سے نكالے جانے كا مستحق سمجھتا تھا، گويا بہشت فہميدہ انسان كے لئے نہي</w:t>
      </w:r>
      <w:r w:rsidR="007D6C9B">
        <w:rPr>
          <w:rtl/>
        </w:rPr>
        <w:t xml:space="preserve">ں </w:t>
      </w:r>
      <w:r>
        <w:rPr>
          <w:rtl/>
        </w:rPr>
        <w:t>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535F57" w:rsidRDefault="00DE2D7F" w:rsidP="00D07B54">
      <w:pPr>
        <w:pStyle w:val="Heading2Center"/>
        <w:rPr>
          <w:rtl/>
        </w:rPr>
      </w:pPr>
      <w:bookmarkStart w:id="16" w:name="_Toc7268413"/>
      <w:r>
        <w:rPr>
          <w:rtl/>
        </w:rPr>
        <w:t>جنت سے اخراج</w:t>
      </w:r>
      <w:bookmarkEnd w:id="16"/>
      <w:r>
        <w:rPr>
          <w:rtl/>
        </w:rPr>
        <w:t xml:space="preserve"> </w:t>
      </w:r>
    </w:p>
    <w:p w:rsidR="00DE2D7F" w:rsidRDefault="00DE2D7F" w:rsidP="00D07B54">
      <w:pPr>
        <w:pStyle w:val="libNormal"/>
        <w:rPr>
          <w:rtl/>
        </w:rPr>
      </w:pPr>
      <w:r>
        <w:rPr>
          <w:rtl/>
        </w:rPr>
        <w:t>قران داستان حضرت ادم عليہ السلام كو اگے بڑھاتے ہوئے كہا ہے، بالآخر شيطان نے ان دونو</w:t>
      </w:r>
      <w:r w:rsidR="007D6C9B">
        <w:rPr>
          <w:rtl/>
        </w:rPr>
        <w:t xml:space="preserve">ں </w:t>
      </w:r>
      <w:r>
        <w:rPr>
          <w:rtl/>
        </w:rPr>
        <w:t>كو پھسلاديا اور جس بہشت مي</w:t>
      </w:r>
      <w:r w:rsidR="007D6C9B">
        <w:rPr>
          <w:rtl/>
        </w:rPr>
        <w:t xml:space="preserve">ں </w:t>
      </w:r>
      <w:r>
        <w:rPr>
          <w:rtl/>
        </w:rPr>
        <w:t>وہ رہتے تھے اس سے باہر نكال ديا_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بہشت سے جو اطمينان و آسا</w:t>
      </w:r>
      <w:r w:rsidR="00091C36">
        <w:rPr>
          <w:rtl/>
        </w:rPr>
        <w:t xml:space="preserve">ئش </w:t>
      </w:r>
      <w:r>
        <w:rPr>
          <w:rtl/>
        </w:rPr>
        <w:t xml:space="preserve"> كا مركز تھي، اور رنج و غم سے دور تھى شيطان كے دھوكے مي</w:t>
      </w:r>
      <w:r w:rsidR="007D6C9B">
        <w:rPr>
          <w:rtl/>
        </w:rPr>
        <w:t xml:space="preserve">ں </w:t>
      </w:r>
      <w:r>
        <w:rPr>
          <w:rtl/>
        </w:rPr>
        <w:t xml:space="preserve">آكر نكالے گئے، جيسا كہ قرآن كہتا ہے: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قابل توجہ بات يہ ہے كہ ڈاكٹر وليم ميلر (جسے عہدين خصوصاً انجيل كا ايك مقتدر مفسر مانا گيا ہے) اپنى كتاب ''مسيحيت چيست'' (مسيحيت كيا ہے) مي</w:t>
      </w:r>
      <w:r w:rsidR="007D6C9B">
        <w:rPr>
          <w:rtl/>
        </w:rPr>
        <w:t xml:space="preserve">ں </w:t>
      </w:r>
      <w:r>
        <w:rPr>
          <w:rtl/>
        </w:rPr>
        <w:t xml:space="preserve">رقمطراز ہے: </w:t>
      </w:r>
    </w:p>
    <w:p w:rsidR="00DE2D7F" w:rsidRDefault="00DE2D7F" w:rsidP="00D07B54">
      <w:pPr>
        <w:pStyle w:val="libFootnote"/>
        <w:rPr>
          <w:rtl/>
        </w:rPr>
      </w:pPr>
      <w:r>
        <w:rPr>
          <w:rtl/>
        </w:rPr>
        <w:t>''شيطان ايك سانپ كى شكل مي</w:t>
      </w:r>
      <w:r w:rsidR="007D6C9B">
        <w:rPr>
          <w:rtl/>
        </w:rPr>
        <w:t xml:space="preserve">ں </w:t>
      </w:r>
      <w:r>
        <w:rPr>
          <w:rtl/>
        </w:rPr>
        <w:t>باغ كے اندر داخل ہوا اور اس نے حوا كو اس بات پر آمادہ كرليا كہ اس درخت كے ميوہ مي</w:t>
      </w:r>
      <w:r w:rsidR="007D6C9B">
        <w:rPr>
          <w:rtl/>
        </w:rPr>
        <w:t xml:space="preserve">ں </w:t>
      </w:r>
      <w:r>
        <w:rPr>
          <w:rtl/>
        </w:rPr>
        <w:t>سے كھالي</w:t>
      </w:r>
      <w:r w:rsidR="007D6C9B">
        <w:rPr>
          <w:rtl/>
        </w:rPr>
        <w:t xml:space="preserve">ں </w:t>
      </w:r>
      <w:r>
        <w:rPr>
          <w:rtl/>
        </w:rPr>
        <w:t>چنانچہ حوّانے خود بھى كھايا اور آدم كو كھانے كو ديا اور انہو</w:t>
      </w:r>
      <w:r w:rsidR="007D6C9B">
        <w:rPr>
          <w:rtl/>
        </w:rPr>
        <w:t xml:space="preserve">ں </w:t>
      </w:r>
      <w:r>
        <w:rPr>
          <w:rtl/>
        </w:rPr>
        <w:t>نے بھى كھايا، ہمارے اولين والدين كا يہ عمل ايك معمولى اشتباہ پر مبنى نہ تھا يا ايك بے سوچى سمجھى خطا بھى نہ تھى بلكہ اپنے خالق كے بر خلاف ايك جانا بوجھا عصيان تھا دوسرے لفظو</w:t>
      </w:r>
      <w:r w:rsidR="007D6C9B">
        <w:rPr>
          <w:rtl/>
        </w:rPr>
        <w:t xml:space="preserve">ں </w:t>
      </w:r>
      <w:r>
        <w:rPr>
          <w:rtl/>
        </w:rPr>
        <w:t>مي</w:t>
      </w:r>
      <w:r w:rsidR="007D6C9B">
        <w:rPr>
          <w:rtl/>
        </w:rPr>
        <w:t xml:space="preserve">ں </w:t>
      </w:r>
      <w:r>
        <w:rPr>
          <w:rtl/>
        </w:rPr>
        <w:t>وہ يہ چاہتے تھے كہ وہ خود'' خدا'' بن جائي</w:t>
      </w:r>
      <w:r w:rsidR="007D6C9B">
        <w:rPr>
          <w:rtl/>
        </w:rPr>
        <w:t xml:space="preserve">ں </w:t>
      </w:r>
      <w:r>
        <w:rPr>
          <w:rtl/>
        </w:rPr>
        <w:t>وہ اس بات كےلئے آمادہ نہ تھے كہ خدا كے ارادہ كے مطيع بني</w:t>
      </w:r>
      <w:r w:rsidR="007D6C9B">
        <w:rPr>
          <w:rtl/>
        </w:rPr>
        <w:t xml:space="preserve">ں </w:t>
      </w:r>
      <w:r>
        <w:rPr>
          <w:rtl/>
        </w:rPr>
        <w:t>بلكہ يہ چاہتے تھے كہ اپنى خواہش كو پاي ہ تكميل تك پہنچائي</w:t>
      </w:r>
      <w:r w:rsidR="007D6C9B">
        <w:rPr>
          <w:rtl/>
        </w:rPr>
        <w:t xml:space="preserve">ں </w:t>
      </w:r>
      <w:r>
        <w:rPr>
          <w:rtl/>
        </w:rPr>
        <w:t>نتيجہ كيا ہوا؟ خدا نے ان كى شدت سے سرزنش كى اور باغ (فردوس ) سے باہر نكال دياتاكہ دردورنج سے بھرى دنيا مي</w:t>
      </w:r>
      <w:r w:rsidR="007D6C9B">
        <w:rPr>
          <w:rtl/>
        </w:rPr>
        <w:t xml:space="preserve">ں </w:t>
      </w:r>
      <w:r>
        <w:rPr>
          <w:rtl/>
        </w:rPr>
        <w:t>زندگى بسر كري</w:t>
      </w:r>
      <w:r w:rsidR="007D6C9B">
        <w:rPr>
          <w:rtl/>
        </w:rPr>
        <w:t xml:space="preserve">ں </w:t>
      </w:r>
      <w:r>
        <w:rPr>
          <w:rtl/>
        </w:rPr>
        <w:t xml:space="preserve">_ </w:t>
      </w:r>
    </w:p>
    <w:p w:rsidR="00DE2D7F" w:rsidRDefault="00DE2D7F" w:rsidP="00D07B54">
      <w:pPr>
        <w:pStyle w:val="libFootnote"/>
        <w:rPr>
          <w:rtl/>
        </w:rPr>
      </w:pPr>
      <w:r>
        <w:rPr>
          <w:rtl/>
        </w:rPr>
        <w:t>توريت وانجيل كے اس مفسرنے درحقيقت يہ چاہاہے كہ '' شجرہ ممنوعہ '' كى توجيہ كرے، ليكن اس كى بجائے عظيم ترين گناہ يعنى خدا سے جنگ كى نسبت آدم كى طرف دے دى كيا اچھا ہوتا كہ بجائے اس طرح كى كھوكھلى تفسيرو</w:t>
      </w:r>
      <w:r w:rsidR="007D6C9B">
        <w:rPr>
          <w:rtl/>
        </w:rPr>
        <w:t xml:space="preserve">ں </w:t>
      </w:r>
      <w:r>
        <w:rPr>
          <w:rtl/>
        </w:rPr>
        <w:t>كے كم از كم اپنى '' كتب مقدسہ'' مي</w:t>
      </w:r>
      <w:r w:rsidR="007D6C9B">
        <w:rPr>
          <w:rtl/>
        </w:rPr>
        <w:t xml:space="preserve">ں </w:t>
      </w:r>
      <w:r>
        <w:rPr>
          <w:rtl/>
        </w:rPr>
        <w:t xml:space="preserve">تحريف كے قائل ہوجاتے </w:t>
      </w:r>
    </w:p>
    <w:p w:rsidR="00DE2D7F" w:rsidRDefault="00DE2D7F" w:rsidP="00D07B54">
      <w:pPr>
        <w:pStyle w:val="libFootnote"/>
        <w:rPr>
          <w:rtl/>
        </w:rPr>
      </w:pPr>
      <w:r>
        <w:rPr>
          <w:rtl/>
        </w:rPr>
        <w:t>(</w:t>
      </w:r>
      <w:r w:rsidR="00E664BB">
        <w:rPr>
          <w:rtl/>
        </w:rPr>
        <w:t>2</w:t>
      </w:r>
      <w:r>
        <w:rPr>
          <w:rtl/>
        </w:rPr>
        <w:t xml:space="preserve">) سورہ اعراف آيت </w:t>
      </w:r>
      <w:r w:rsidR="00E664BB">
        <w:rPr>
          <w:rtl/>
        </w:rPr>
        <w:t>20</w:t>
      </w:r>
      <w:r>
        <w:rPr>
          <w:rtl/>
        </w:rPr>
        <w:t>،</w:t>
      </w:r>
      <w:r w:rsidR="00E664BB">
        <w:rPr>
          <w:rtl/>
        </w:rPr>
        <w:t>21</w:t>
      </w:r>
      <w:r>
        <w:rPr>
          <w:rtl/>
        </w:rPr>
        <w:t xml:space="preserve"> </w:t>
      </w:r>
    </w:p>
    <w:p w:rsidR="00402670" w:rsidRDefault="001648F9" w:rsidP="00D07B54">
      <w:pPr>
        <w:pStyle w:val="libNormal"/>
      </w:pPr>
      <w:r>
        <w:rPr>
          <w:rtl/>
        </w:rPr>
        <w:t xml:space="preserve"> </w:t>
      </w:r>
      <w:r>
        <w:rPr>
          <w:rtl/>
        </w:rPr>
        <w:br w:type="page"/>
      </w:r>
    </w:p>
    <w:p w:rsidR="00402670" w:rsidRDefault="00402670" w:rsidP="00D07B54">
      <w:pPr>
        <w:pStyle w:val="libNormal"/>
      </w:pPr>
    </w:p>
    <w:p w:rsidR="00DE2D7F" w:rsidRDefault="00DE2D7F" w:rsidP="00D07B54">
      <w:pPr>
        <w:pStyle w:val="libNormal"/>
        <w:rPr>
          <w:rtl/>
        </w:rPr>
      </w:pPr>
      <w:r>
        <w:rPr>
          <w:rtl/>
        </w:rPr>
        <w:t>''اور ہم نے انھي</w:t>
      </w:r>
      <w:r w:rsidR="007D6C9B">
        <w:rPr>
          <w:rtl/>
        </w:rPr>
        <w:t xml:space="preserve">ں </w:t>
      </w:r>
      <w:r>
        <w:rPr>
          <w:rtl/>
        </w:rPr>
        <w:t>حكم ديا كہ زمين پر اُترو ، جہا</w:t>
      </w:r>
      <w:r w:rsidR="007D6C9B">
        <w:rPr>
          <w:rtl/>
        </w:rPr>
        <w:t xml:space="preserve">ں </w:t>
      </w:r>
      <w:r>
        <w:rPr>
          <w:rtl/>
        </w:rPr>
        <w:t xml:space="preserve">تم ايك دوسرے كے دشمن ہوجائو گے ( آدم و حوا ايك طرف اور شيطان دوسرى طرف) </w:t>
      </w:r>
    </w:p>
    <w:p w:rsidR="00DE2D7F" w:rsidRDefault="00DE2D7F" w:rsidP="00D07B54">
      <w:pPr>
        <w:pStyle w:val="libNormal"/>
        <w:rPr>
          <w:rtl/>
        </w:rPr>
      </w:pPr>
      <w:r>
        <w:rPr>
          <w:rtl/>
        </w:rPr>
        <w:t>مزيد فرمايا گيا:'' تمہارے لئے ايك مدت معين تك زمين مي</w:t>
      </w:r>
      <w:r w:rsidR="007D6C9B">
        <w:rPr>
          <w:rtl/>
        </w:rPr>
        <w:t xml:space="preserve">ں </w:t>
      </w:r>
      <w:r>
        <w:rPr>
          <w:rtl/>
        </w:rPr>
        <w:t>قرار گاہ ہے، جہا</w:t>
      </w:r>
      <w:r w:rsidR="007D6C9B">
        <w:rPr>
          <w:rtl/>
        </w:rPr>
        <w:t xml:space="preserve">ں </w:t>
      </w:r>
      <w:r>
        <w:rPr>
          <w:rtl/>
        </w:rPr>
        <w:t>سے تم نفع اندوز ہوسكتے ہو''</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وہ مقام تھا كہ آدم متوجہ ہوئے كہ انہو</w:t>
      </w:r>
      <w:r w:rsidR="007D6C9B">
        <w:rPr>
          <w:rtl/>
        </w:rPr>
        <w:t xml:space="preserve">ں </w:t>
      </w:r>
      <w:r>
        <w:rPr>
          <w:rtl/>
        </w:rPr>
        <w:t>نے اپنے اوپر ظلم كيا ہے اور بہشت كے آرام دہ اور نعمتو</w:t>
      </w:r>
      <w:r w:rsidR="007D6C9B">
        <w:rPr>
          <w:rtl/>
        </w:rPr>
        <w:t xml:space="preserve">ں </w:t>
      </w:r>
      <w:r>
        <w:rPr>
          <w:rtl/>
        </w:rPr>
        <w:t>سے مالا مال ماحول سے شيطانى وسوسے كے سامنے سر جھكانے كے نتيجے مي</w:t>
      </w:r>
      <w:r w:rsidR="007D6C9B">
        <w:rPr>
          <w:rtl/>
        </w:rPr>
        <w:t xml:space="preserve">ں </w:t>
      </w:r>
      <w:r>
        <w:rPr>
          <w:rtl/>
        </w:rPr>
        <w:t>باہر نكا لے جارہے ہي</w:t>
      </w:r>
      <w:r w:rsidR="007D6C9B">
        <w:rPr>
          <w:rtl/>
        </w:rPr>
        <w:t xml:space="preserve">ں </w:t>
      </w:r>
      <w:r>
        <w:rPr>
          <w:rtl/>
        </w:rPr>
        <w:t>اور اب زحمت ومشقت كے ماحول مي</w:t>
      </w:r>
      <w:r w:rsidR="007D6C9B">
        <w:rPr>
          <w:rtl/>
        </w:rPr>
        <w:t xml:space="preserve">ں </w:t>
      </w:r>
      <w:r>
        <w:rPr>
          <w:rtl/>
        </w:rPr>
        <w:t>جاكر رہي</w:t>
      </w:r>
      <w:r w:rsidR="007D6C9B">
        <w:rPr>
          <w:rtl/>
        </w:rPr>
        <w:t xml:space="preserve">ں </w:t>
      </w:r>
      <w:r>
        <w:rPr>
          <w:rtl/>
        </w:rPr>
        <w:t>گے يہ صحيح ہے ،كہ آدم نبى تھے اور گناہ سے معصوم تھے ليكن جيسا كہ ہم آئندہ چل كربيان كري</w:t>
      </w:r>
      <w:r w:rsidR="007D6C9B">
        <w:rPr>
          <w:rtl/>
        </w:rPr>
        <w:t xml:space="preserve">ں </w:t>
      </w:r>
      <w:r>
        <w:rPr>
          <w:rtl/>
        </w:rPr>
        <w:t xml:space="preserve">گے كہ كسى پيغمبر سے جب ترك اولى سرزد ہوجاتا ہے تو خدا وند عالم اس سے اس طرح سخت گيرى كرتا ہے جيسے كسى عام انسان سے گناہ سرزد ہونے پر سختى كرتا ہے _ </w:t>
      </w:r>
    </w:p>
    <w:p w:rsidR="00DE2D7F" w:rsidRDefault="00DE2D7F" w:rsidP="00D07B54">
      <w:pPr>
        <w:pStyle w:val="libNormal"/>
        <w:rPr>
          <w:rtl/>
        </w:rPr>
      </w:pPr>
    </w:p>
    <w:p w:rsidR="008B12E5" w:rsidRDefault="00DE2D7F" w:rsidP="00D07B54">
      <w:pPr>
        <w:pStyle w:val="Heading2Center"/>
        <w:rPr>
          <w:rtl/>
        </w:rPr>
      </w:pPr>
      <w:bookmarkStart w:id="17" w:name="_Toc7268414"/>
      <w:r>
        <w:rPr>
          <w:rtl/>
        </w:rPr>
        <w:t>آدم عليہ السلام كونسى جنت مي</w:t>
      </w:r>
      <w:r w:rsidR="007D6C9B">
        <w:rPr>
          <w:rtl/>
        </w:rPr>
        <w:t xml:space="preserve">ں </w:t>
      </w:r>
      <w:r>
        <w:rPr>
          <w:rtl/>
        </w:rPr>
        <w:t>تھے</w:t>
      </w:r>
      <w:bookmarkEnd w:id="17"/>
    </w:p>
    <w:p w:rsidR="00DE2D7F" w:rsidRDefault="00DE2D7F" w:rsidP="00D07B54">
      <w:pPr>
        <w:pStyle w:val="libNormal"/>
        <w:rPr>
          <w:rtl/>
        </w:rPr>
      </w:pPr>
      <w:r>
        <w:rPr>
          <w:rtl/>
        </w:rPr>
        <w:t xml:space="preserve"> اس سوال كے جواب مي</w:t>
      </w:r>
      <w:r w:rsidR="007D6C9B">
        <w:rPr>
          <w:rtl/>
        </w:rPr>
        <w:t xml:space="preserve">ں </w:t>
      </w:r>
      <w:r>
        <w:rPr>
          <w:rtl/>
        </w:rPr>
        <w:t>اس نكتے كى طرف متوجہ رہنا چاہئے كہ اگر چہ بعض نے كہا ہے كہ يہ وہى جنت تھى جو نيك اور پاك لوگو</w:t>
      </w:r>
      <w:r w:rsidR="007D6C9B">
        <w:rPr>
          <w:rtl/>
        </w:rPr>
        <w:t xml:space="preserve">ں </w:t>
      </w:r>
      <w:r>
        <w:rPr>
          <w:rtl/>
        </w:rPr>
        <w:t>كى وعدہ گاہ ہے ليكن ظاہر يہ ہے كہ يہ وہ بہشت نہ تھى بلكہ زمين كے سرسبز علاقو</w:t>
      </w:r>
      <w:r w:rsidR="007D6C9B">
        <w:rPr>
          <w:rtl/>
        </w:rPr>
        <w:t xml:space="preserve">ں </w:t>
      </w:r>
      <w:r>
        <w:rPr>
          <w:rtl/>
        </w:rPr>
        <w:t>مي</w:t>
      </w:r>
      <w:r w:rsidR="007D6C9B">
        <w:rPr>
          <w:rtl/>
        </w:rPr>
        <w:t xml:space="preserve">ں </w:t>
      </w:r>
      <w:r>
        <w:rPr>
          <w:rtl/>
        </w:rPr>
        <w:t xml:space="preserve">نعمات سے مالا مال ايك روح پر ورمقام تھا كيونكہ_ </w:t>
      </w:r>
    </w:p>
    <w:p w:rsidR="00DE2D7F" w:rsidRDefault="00DE2D7F" w:rsidP="00D07B54">
      <w:pPr>
        <w:pStyle w:val="libNormal"/>
        <w:rPr>
          <w:rtl/>
        </w:rPr>
      </w:pPr>
      <w:r>
        <w:rPr>
          <w:rtl/>
        </w:rPr>
        <w:t>اوّل تو وہ بہشت جس كا وعدہ قيامت كے ساتھ ہے وہ ہميشگى اور جاودانى نعمت ہے جس كى نشاند ہى بہت سى آيات مي</w:t>
      </w:r>
      <w:r w:rsidR="007D6C9B">
        <w:rPr>
          <w:rtl/>
        </w:rPr>
        <w:t xml:space="preserve">ں </w:t>
      </w:r>
      <w:r>
        <w:rPr>
          <w:rtl/>
        </w:rPr>
        <w:t>كى گئي ہے اور اس سے باہر نكلنا ممكن نہي</w:t>
      </w:r>
      <w:r w:rsidR="007D6C9B">
        <w:rPr>
          <w:rtl/>
        </w:rPr>
        <w:t xml:space="preserve">ں </w:t>
      </w:r>
      <w:r>
        <w:rPr>
          <w:rtl/>
        </w:rPr>
        <w:t xml:space="preserve">_ </w:t>
      </w:r>
    </w:p>
    <w:p w:rsidR="00DE2D7F" w:rsidRDefault="00DE2D7F" w:rsidP="00D07B54">
      <w:pPr>
        <w:pStyle w:val="libNormal"/>
        <w:rPr>
          <w:rtl/>
        </w:rPr>
      </w:pPr>
      <w:r>
        <w:rPr>
          <w:rtl/>
        </w:rPr>
        <w:t>دوّم يہ كہ غليظ اور بے ايمان ابليس كے لئے اس بہشت مي</w:t>
      </w:r>
      <w:r w:rsidR="007D6C9B">
        <w:rPr>
          <w:rtl/>
        </w:rPr>
        <w:t xml:space="preserve">ں </w:t>
      </w:r>
      <w:r>
        <w:rPr>
          <w:rtl/>
        </w:rPr>
        <w:t>جانے كى كوئي راہ نہ تھى وہا</w:t>
      </w:r>
      <w:r w:rsidR="007D6C9B">
        <w:rPr>
          <w:rtl/>
        </w:rPr>
        <w:t xml:space="preserve">ں </w:t>
      </w:r>
      <w:r>
        <w:rPr>
          <w:rtl/>
        </w:rPr>
        <w:t xml:space="preserve">نہ وسوسہ شيطانى ہے اور نہ خدا كى نافرمانى _ </w:t>
      </w:r>
    </w:p>
    <w:p w:rsidR="00DE2D7F" w:rsidRDefault="00DE2D7F" w:rsidP="00D07B54">
      <w:pPr>
        <w:pStyle w:val="libNormal"/>
        <w:rPr>
          <w:rtl/>
        </w:rPr>
      </w:pPr>
      <w:r>
        <w:rPr>
          <w:rtl/>
        </w:rPr>
        <w:t>سوم يہ كہ اہل بيت سے منقول روايات مي</w:t>
      </w:r>
      <w:r w:rsidR="007D6C9B">
        <w:rPr>
          <w:rtl/>
        </w:rPr>
        <w:t xml:space="preserve">ں </w:t>
      </w:r>
      <w:r>
        <w:rPr>
          <w:rtl/>
        </w:rPr>
        <w:t xml:space="preserve">يہ موضوع صراحت سے نقل ہوا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بقرہ آيت </w:t>
      </w:r>
      <w:r w:rsidR="00E664BB">
        <w:rPr>
          <w:rtl/>
        </w:rPr>
        <w:t>36</w:t>
      </w:r>
      <w:r>
        <w:rPr>
          <w:rtl/>
        </w:rPr>
        <w:t xml:space="preserve"> </w:t>
      </w:r>
    </w:p>
    <w:p w:rsidR="008B12E5" w:rsidRDefault="00C2634E" w:rsidP="00D07B54">
      <w:pPr>
        <w:pStyle w:val="libNormal"/>
        <w:rPr>
          <w:rtl/>
        </w:rPr>
      </w:pPr>
      <w:r>
        <w:rPr>
          <w:rtl/>
        </w:rPr>
        <w:t xml:space="preserve"> </w:t>
      </w:r>
      <w:r>
        <w:rPr>
          <w:rtl/>
        </w:rPr>
        <w:br w:type="page"/>
      </w:r>
    </w:p>
    <w:p w:rsidR="008B12E5" w:rsidRDefault="008B12E5" w:rsidP="00D07B54">
      <w:pPr>
        <w:pStyle w:val="libNormal"/>
        <w:rPr>
          <w:rtl/>
        </w:rPr>
      </w:pPr>
    </w:p>
    <w:p w:rsidR="00DE2D7F" w:rsidRDefault="00DE2D7F" w:rsidP="00D07B54">
      <w:pPr>
        <w:pStyle w:val="libNormal"/>
        <w:rPr>
          <w:rtl/>
        </w:rPr>
      </w:pPr>
      <w:r>
        <w:rPr>
          <w:rtl/>
        </w:rPr>
        <w:t>ايك راوى كہتا ہے : مي</w:t>
      </w:r>
      <w:r w:rsidR="007D6C9B">
        <w:rPr>
          <w:rtl/>
        </w:rPr>
        <w:t xml:space="preserve">ں </w:t>
      </w:r>
      <w:r>
        <w:rPr>
          <w:rtl/>
        </w:rPr>
        <w:t>نے امام صادق عليہ السلام سے آدم كى بہشت كے متعلق سوال كيا امام نے جواب مي</w:t>
      </w:r>
      <w:r w:rsidR="007D6C9B">
        <w:rPr>
          <w:rtl/>
        </w:rPr>
        <w:t xml:space="preserve">ں </w:t>
      </w:r>
      <w:r>
        <w:rPr>
          <w:rtl/>
        </w:rPr>
        <w:t xml:space="preserve">فرمايا : </w:t>
      </w:r>
    </w:p>
    <w:p w:rsidR="00DE2D7F" w:rsidRDefault="00DE2D7F" w:rsidP="00D07B54">
      <w:pPr>
        <w:pStyle w:val="libNormal"/>
        <w:rPr>
          <w:rtl/>
        </w:rPr>
      </w:pPr>
      <w:r>
        <w:rPr>
          <w:rtl/>
        </w:rPr>
        <w:t>''دنيا كے باغو</w:t>
      </w:r>
      <w:r w:rsidR="007D6C9B">
        <w:rPr>
          <w:rtl/>
        </w:rPr>
        <w:t xml:space="preserve">ں </w:t>
      </w:r>
      <w:r>
        <w:rPr>
          <w:rtl/>
        </w:rPr>
        <w:t>مي</w:t>
      </w:r>
      <w:r w:rsidR="007D6C9B">
        <w:rPr>
          <w:rtl/>
        </w:rPr>
        <w:t xml:space="preserve">ں </w:t>
      </w:r>
      <w:r>
        <w:rPr>
          <w:rtl/>
        </w:rPr>
        <w:t>سے ايك باغ تھاجس پر آفتاب وماہتاب كى روشنى پڑتى تھى اگر آخرت كى جنتو</w:t>
      </w:r>
      <w:r w:rsidR="007D6C9B">
        <w:rPr>
          <w:rtl/>
        </w:rPr>
        <w:t xml:space="preserve">ں </w:t>
      </w:r>
      <w:r>
        <w:rPr>
          <w:rtl/>
        </w:rPr>
        <w:t>مي</w:t>
      </w:r>
      <w:r w:rsidR="007D6C9B">
        <w:rPr>
          <w:rtl/>
        </w:rPr>
        <w:t xml:space="preserve">ں </w:t>
      </w:r>
      <w:r>
        <w:rPr>
          <w:rtl/>
        </w:rPr>
        <w:t xml:space="preserve">سے ہو تى تو كبھى بھى اس سے باہر نہ نكالے جاتے''_ </w:t>
      </w:r>
    </w:p>
    <w:p w:rsidR="00DE2D7F" w:rsidRDefault="00DE2D7F" w:rsidP="00D07B54">
      <w:pPr>
        <w:pStyle w:val="libNormal"/>
        <w:rPr>
          <w:rtl/>
        </w:rPr>
      </w:pPr>
      <w:r>
        <w:rPr>
          <w:rtl/>
        </w:rPr>
        <w:t>يہا</w:t>
      </w:r>
      <w:r w:rsidR="007D6C9B">
        <w:rPr>
          <w:rtl/>
        </w:rPr>
        <w:t xml:space="preserve">ں </w:t>
      </w:r>
      <w:r>
        <w:rPr>
          <w:rtl/>
        </w:rPr>
        <w:t xml:space="preserve">سے يہ واضح ہو جاتا ہے كہ آدم كے ہبوط ونزول سے مراد نزول مقام ہے،نہ كہ نزول مكان يعنى اپنے اس بلند مقام اور سرسبز جنت سے نيچے آئے _ </w:t>
      </w:r>
    </w:p>
    <w:p w:rsidR="00DE2D7F" w:rsidRDefault="00DE2D7F" w:rsidP="00D07B54">
      <w:pPr>
        <w:pStyle w:val="libNormal"/>
        <w:rPr>
          <w:rtl/>
        </w:rPr>
      </w:pPr>
      <w:r>
        <w:rPr>
          <w:rtl/>
        </w:rPr>
        <w:t>بعض لوگو</w:t>
      </w:r>
      <w:r w:rsidR="007D6C9B">
        <w:rPr>
          <w:rtl/>
        </w:rPr>
        <w:t xml:space="preserve">ں </w:t>
      </w:r>
      <w:r>
        <w:rPr>
          <w:rtl/>
        </w:rPr>
        <w:t>كے نزديك يہ احتمال بھى ہے كہ يہ جنت كسى آسمانى كرہ مي</w:t>
      </w:r>
      <w:r w:rsidR="007D6C9B">
        <w:rPr>
          <w:rtl/>
        </w:rPr>
        <w:t xml:space="preserve">ں </w:t>
      </w:r>
      <w:r>
        <w:rPr>
          <w:rtl/>
        </w:rPr>
        <w:t>تھى اگر چہ وہ ابدى جنت نہ تھى ،بعض اسلامى روايات مي</w:t>
      </w:r>
      <w:r w:rsidR="007D6C9B">
        <w:rPr>
          <w:rtl/>
        </w:rPr>
        <w:t xml:space="preserve">ں </w:t>
      </w:r>
      <w:r>
        <w:rPr>
          <w:rtl/>
        </w:rPr>
        <w:t>بھى اس طرف اشارہ ہے كہ يہ جنت آسمان مي</w:t>
      </w:r>
      <w:r w:rsidR="007D6C9B">
        <w:rPr>
          <w:rtl/>
        </w:rPr>
        <w:t xml:space="preserve">ں </w:t>
      </w:r>
      <w:r>
        <w:rPr>
          <w:rtl/>
        </w:rPr>
        <w:t>تھى ليكن ممكن ہے لفظ ''سماء ً(آسمان ) ان روايات مي</w:t>
      </w:r>
      <w:r w:rsidR="007D6C9B">
        <w:rPr>
          <w:rtl/>
        </w:rPr>
        <w:t xml:space="preserve">ں </w:t>
      </w:r>
      <w:r>
        <w:rPr>
          <w:rtl/>
        </w:rPr>
        <w:t xml:space="preserve">مقام بلند كى طرف اشارہ ہو _ </w:t>
      </w:r>
    </w:p>
    <w:p w:rsidR="00DE2D7F" w:rsidRDefault="00DE2D7F" w:rsidP="00D07B54">
      <w:pPr>
        <w:pStyle w:val="libNormal"/>
        <w:rPr>
          <w:rtl/>
        </w:rPr>
      </w:pPr>
      <w:r>
        <w:rPr>
          <w:rtl/>
        </w:rPr>
        <w:t>تاہم بے شمار شواہد نشاندہى ہي</w:t>
      </w:r>
      <w:r w:rsidR="007D6C9B">
        <w:rPr>
          <w:rtl/>
        </w:rPr>
        <w:t xml:space="preserve">ں </w:t>
      </w:r>
      <w:r>
        <w:rPr>
          <w:rtl/>
        </w:rPr>
        <w:t>كرتے ہي</w:t>
      </w:r>
      <w:r w:rsidR="007D6C9B">
        <w:rPr>
          <w:rtl/>
        </w:rPr>
        <w:t xml:space="preserve">ں </w:t>
      </w:r>
      <w:r>
        <w:rPr>
          <w:rtl/>
        </w:rPr>
        <w:t>كہ يہ جنت آخرت والى جنت نہ تھى كيونكہ وہ تو انسان كى سير تكامل كى آخرى منزل ہے اور يہ اس كے سفر كى ابتداء تھى اور اس كے اعمال اور پروگرام كى ابتداء تھى اور وہ جنت اس كے اعمال و پروگرام كا نتيجہ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)آدم كا گناہ كيا تھا :واضح ہے كہ آدم اس مقام كے علاوہ جو خدا نے قران مجيد مي</w:t>
      </w:r>
      <w:r w:rsidR="007D6C9B">
        <w:rPr>
          <w:rtl/>
        </w:rPr>
        <w:t xml:space="preserve">ں </w:t>
      </w:r>
      <w:r>
        <w:rPr>
          <w:rtl/>
        </w:rPr>
        <w:t>ان كے لئے بيان كيا ہے معرفت وتقوى كے لحاظ سے بھى بلند مقام پر فائز تھے وہ زمين مي</w:t>
      </w:r>
      <w:r w:rsidR="007D6C9B">
        <w:rPr>
          <w:rtl/>
        </w:rPr>
        <w:t xml:space="preserve">ں </w:t>
      </w:r>
      <w:r>
        <w:rPr>
          <w:rtl/>
        </w:rPr>
        <w:t>خدا كے نمائند ے تھے وہ فرشتو</w:t>
      </w:r>
      <w:r w:rsidR="007D6C9B">
        <w:rPr>
          <w:rtl/>
        </w:rPr>
        <w:t xml:space="preserve">ں </w:t>
      </w:r>
      <w:r>
        <w:rPr>
          <w:rtl/>
        </w:rPr>
        <w:t>كے معلم تھے وہ عظيم ملائكہ الہى كے مسجود تھے اوريہ مسلم ہے كہ آدم امتيازات وخصوصيات كے ہو تے ہوئے گناہ نہي</w:t>
      </w:r>
      <w:r w:rsidR="007D6C9B">
        <w:rPr>
          <w:rtl/>
        </w:rPr>
        <w:t xml:space="preserve">ں </w:t>
      </w:r>
      <w:r>
        <w:rPr>
          <w:rtl/>
        </w:rPr>
        <w:t>كر سكتے تھے علاوہ ازي</w:t>
      </w:r>
      <w:r w:rsidR="007D6C9B">
        <w:rPr>
          <w:rtl/>
        </w:rPr>
        <w:t xml:space="preserve">ں </w:t>
      </w:r>
      <w:r>
        <w:rPr>
          <w:rtl/>
        </w:rPr>
        <w:t>ہمي</w:t>
      </w:r>
      <w:r w:rsidR="007D6C9B">
        <w:rPr>
          <w:rtl/>
        </w:rPr>
        <w:t xml:space="preserve">ں </w:t>
      </w:r>
      <w:r>
        <w:rPr>
          <w:rtl/>
        </w:rPr>
        <w:t>معلوم ہے كہ وہ پيغمبر تھے اور ہرپيغمبر معصوم ہو تا ہے لہذا يہ سوال پيدا ہوتا ہے كہ آدم سے جو كچھ سرزد ہوا وہ كيا تھا؟ اس سوا ل كے جواب مي</w:t>
      </w:r>
      <w:r w:rsidR="007D6C9B">
        <w:rPr>
          <w:rtl/>
        </w:rPr>
        <w:t xml:space="preserve">ں </w:t>
      </w:r>
      <w:r>
        <w:rPr>
          <w:rtl/>
        </w:rPr>
        <w:t>تين تفاسير موجود ہي</w:t>
      </w:r>
      <w:r w:rsidR="007D6C9B">
        <w:rPr>
          <w:rtl/>
        </w:rPr>
        <w:t xml:space="preserve">ں </w:t>
      </w:r>
      <w:r>
        <w:rPr>
          <w:rtl/>
        </w:rPr>
        <w:t xml:space="preserve">: </w:t>
      </w:r>
    </w:p>
    <w:p w:rsidR="00DE2D7F" w:rsidRDefault="00E664BB" w:rsidP="00D07B54">
      <w:pPr>
        <w:pStyle w:val="libFootnote"/>
        <w:rPr>
          <w:rtl/>
        </w:rPr>
      </w:pPr>
      <w:r>
        <w:rPr>
          <w:rtl/>
        </w:rPr>
        <w:t>1</w:t>
      </w:r>
      <w:r w:rsidR="00DE2D7F">
        <w:rPr>
          <w:rtl/>
        </w:rPr>
        <w:t>_ آدم سے جو كچھ سرزد ہوا وہ ترك اولى تھا دوسرے لفظو</w:t>
      </w:r>
      <w:r w:rsidR="007D6C9B">
        <w:rPr>
          <w:rtl/>
        </w:rPr>
        <w:t xml:space="preserve">ں </w:t>
      </w:r>
      <w:r w:rsidR="00DE2D7F">
        <w:rPr>
          <w:rtl/>
        </w:rPr>
        <w:t>مي</w:t>
      </w:r>
      <w:r w:rsidR="007D6C9B">
        <w:rPr>
          <w:rtl/>
        </w:rPr>
        <w:t xml:space="preserve">ں </w:t>
      </w:r>
      <w:r w:rsidR="00DE2D7F">
        <w:rPr>
          <w:rtl/>
        </w:rPr>
        <w:t>ان كى حيثيت اور نسبت سے وہ گناہ تھا ليكن گناہ مطلق نہ تھا، گناہ مطلق وہ گناہ ہوتا ہے جو كسى سے سرزد ہو اور اس كے لئے سزا معين ہو (مثلا شرك،كفر ،ظلم اور تجاوز وغير ہ)اور نسبت كے اعتبار سے گناہ كا مفہوم يہ ہے كہ بعض اوقات بعض مباح اعمال بلكہ مستحب بھى بڑے لوگو</w:t>
      </w:r>
      <w:r w:rsidR="007D6C9B">
        <w:rPr>
          <w:rtl/>
        </w:rPr>
        <w:t xml:space="preserve">ں </w:t>
      </w:r>
      <w:r w:rsidR="00DE2D7F">
        <w:rPr>
          <w:rtl/>
        </w:rPr>
        <w:t>كے مقام كے لحاظ سے مناسب نہي</w:t>
      </w:r>
      <w:r w:rsidR="007D6C9B">
        <w:rPr>
          <w:rtl/>
        </w:rPr>
        <w:t xml:space="preserve">ں </w:t>
      </w:r>
    </w:p>
    <w:p w:rsidR="008B12E5" w:rsidRDefault="001648F9" w:rsidP="00D07B54">
      <w:pPr>
        <w:pStyle w:val="libNormal"/>
        <w:rPr>
          <w:rtl/>
        </w:rPr>
      </w:pPr>
      <w:r>
        <w:rPr>
          <w:rtl/>
        </w:rPr>
        <w:t xml:space="preserve"> </w:t>
      </w:r>
      <w:r>
        <w:rPr>
          <w:rtl/>
        </w:rPr>
        <w:br w:type="page"/>
      </w:r>
    </w:p>
    <w:p w:rsidR="008B12E5" w:rsidRDefault="008B12E5" w:rsidP="00D07B54">
      <w:pPr>
        <w:pStyle w:val="Heading2Center"/>
        <w:rPr>
          <w:rtl/>
        </w:rPr>
      </w:pPr>
      <w:bookmarkStart w:id="18" w:name="_Toc7268415"/>
      <w:r>
        <w:rPr>
          <w:rtl/>
        </w:rPr>
        <w:lastRenderedPageBreak/>
        <w:t xml:space="preserve">خدا كى طرف </w:t>
      </w:r>
      <w:r w:rsidR="00DE2D7F">
        <w:rPr>
          <w:rtl/>
        </w:rPr>
        <w:t>آدم عليہ السلام كى باز گشت</w:t>
      </w:r>
      <w:bookmarkEnd w:id="18"/>
    </w:p>
    <w:p w:rsidR="00DE2D7F" w:rsidRDefault="00DE2D7F" w:rsidP="00D07B54">
      <w:pPr>
        <w:pStyle w:val="libNormal"/>
        <w:rPr>
          <w:rtl/>
        </w:rPr>
      </w:pPr>
      <w:r>
        <w:rPr>
          <w:rtl/>
        </w:rPr>
        <w:t xml:space="preserve"> وسوسئہ ابليس اور آدم كے جنت سے نكلنے كے حكم جيسے واقعات كے بعد آدم متوجہ ہوئے كہ واقعاً انہو</w:t>
      </w:r>
      <w:r w:rsidR="007D6C9B">
        <w:rPr>
          <w:rtl/>
        </w:rPr>
        <w:t xml:space="preserve">ں </w:t>
      </w:r>
      <w:r>
        <w:rPr>
          <w:rtl/>
        </w:rPr>
        <w:t>نے اپنے اوپر ظلم كيا ہے اور اس اطمينان بخش اور نعمتو</w:t>
      </w:r>
      <w:r w:rsidR="007D6C9B">
        <w:rPr>
          <w:rtl/>
        </w:rPr>
        <w:t xml:space="preserve">ں </w:t>
      </w:r>
      <w:r>
        <w:rPr>
          <w:rtl/>
        </w:rPr>
        <w:t>سے مالا مال جنت سے شيطانى فريب كى وجہ سے نكلنا پڑا اور اب زحمت مشقت سے بھرى ہوئي زمين مي</w:t>
      </w:r>
      <w:r w:rsidR="007D6C9B">
        <w:rPr>
          <w:rtl/>
        </w:rPr>
        <w:t xml:space="preserve">ں </w:t>
      </w:r>
      <w:r>
        <w:rPr>
          <w:rtl/>
        </w:rPr>
        <w:t>رہي</w:t>
      </w:r>
      <w:r w:rsidR="007D6C9B">
        <w:rPr>
          <w:rtl/>
        </w:rPr>
        <w:t xml:space="preserve">ں </w:t>
      </w:r>
      <w:r>
        <w:rPr>
          <w:rtl/>
        </w:rPr>
        <w:t>گے اس وقت آدم اپنى غلطى كى تلافى كى فكر مي</w:t>
      </w:r>
      <w:r w:rsidR="007D6C9B">
        <w:rPr>
          <w:rtl/>
        </w:rPr>
        <w:t xml:space="preserve">ں </w:t>
      </w:r>
      <w:r>
        <w:rPr>
          <w:rtl/>
        </w:rPr>
        <w:t>پڑے اور مكمل جان ودل سے پروردگار كى طرف متوجہ ہوئے ايسى توجہ جو ندامت وحسرت كا ايك پہاڑساتھ لئے ہوئے تھى اس وقت خداكا لطف وكرم بھى ان كى مدد كے لئے آگے بڑھا اورجيسا كہ قرآن مي</w:t>
      </w:r>
      <w:r w:rsidR="007D6C9B">
        <w:rPr>
          <w:rtl/>
        </w:rPr>
        <w:t xml:space="preserve">ں </w:t>
      </w:r>
      <w:r>
        <w:rPr>
          <w:rtl/>
        </w:rPr>
        <w:t xml:space="preserve">خدا وندعالم كہتا ہے: </w:t>
      </w:r>
    </w:p>
    <w:p w:rsidR="00DE2D7F" w:rsidRDefault="00DE2D7F" w:rsidP="00D07B54">
      <w:pPr>
        <w:pStyle w:val="libNormal"/>
        <w:rPr>
          <w:rtl/>
        </w:rPr>
      </w:pPr>
      <w:r>
        <w:rPr>
          <w:rtl/>
        </w:rPr>
        <w:t>'' آدم نے اپنے پروردگار سے كچھ كلمات حاصل كئے جو بہت مو ثر اور انقلاب خيز تھے ،ان كے ساتھ توبہ كى خدا نے بھى ان كى توبہ قبول كرلى كيونكہ وہ تواب والرّحيم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صحيح ہے كہ حضرت آدم نے حقيقت مي</w:t>
      </w:r>
      <w:r w:rsidR="007D6C9B">
        <w:rPr>
          <w:rtl/>
        </w:rPr>
        <w:t xml:space="preserve">ں </w:t>
      </w:r>
      <w:r>
        <w:rPr>
          <w:rtl/>
        </w:rPr>
        <w:t>كوئي فعل حرا م انجام نہي</w:t>
      </w:r>
      <w:r w:rsidR="007D6C9B">
        <w:rPr>
          <w:rtl/>
        </w:rPr>
        <w:t xml:space="preserve">ں </w:t>
      </w:r>
      <w:r>
        <w:rPr>
          <w:rtl/>
        </w:rPr>
        <w:t xml:space="preserve">ديا تھا ليكن يہى ترك اولى ان كے </w:t>
      </w:r>
    </w:p>
    <w:p w:rsidR="00DE2D7F" w:rsidRDefault="00DE2D7F" w:rsidP="00D07B54">
      <w:pPr>
        <w:pStyle w:val="libNormal"/>
        <w:rPr>
          <w:rtl/>
        </w:rPr>
      </w:pPr>
      <w:r>
        <w:rPr>
          <w:rtl/>
        </w:rPr>
        <w:t>انہي</w:t>
      </w:r>
      <w:r w:rsidR="007D6C9B">
        <w:rPr>
          <w:rtl/>
        </w:rPr>
        <w:t xml:space="preserve">ں </w:t>
      </w:r>
      <w:r>
        <w:rPr>
          <w:rtl/>
        </w:rPr>
        <w:t>چا ہئے كہ ان اعمال سے گريز كري</w:t>
      </w:r>
      <w:r w:rsidR="007D6C9B">
        <w:rPr>
          <w:rtl/>
        </w:rPr>
        <w:t xml:space="preserve">ں </w:t>
      </w:r>
      <w:r>
        <w:rPr>
          <w:rtl/>
        </w:rPr>
        <w:t>اور اہم كام بجالائي</w:t>
      </w:r>
      <w:r w:rsidR="007D6C9B">
        <w:rPr>
          <w:rtl/>
        </w:rPr>
        <w:t xml:space="preserve">ں </w:t>
      </w:r>
      <w:r>
        <w:rPr>
          <w:rtl/>
        </w:rPr>
        <w:t>ورنہ كہا جائے گا كہ انہو</w:t>
      </w:r>
      <w:r w:rsidR="007D6C9B">
        <w:rPr>
          <w:rtl/>
        </w:rPr>
        <w:t xml:space="preserve">ں </w:t>
      </w:r>
      <w:r>
        <w:rPr>
          <w:rtl/>
        </w:rPr>
        <w:t>نے ترك اولى كيا ہے ہم جو نماز پڑھتے ہي</w:t>
      </w:r>
      <w:r w:rsidR="007D6C9B">
        <w:rPr>
          <w:rtl/>
        </w:rPr>
        <w:t xml:space="preserve">ں </w:t>
      </w:r>
      <w:r>
        <w:rPr>
          <w:rtl/>
        </w:rPr>
        <w:t>اس كا كچھ حصہ حضور قلب سے ہوتا ہے كچھ بغير اس كے، يہ امر ہمارے مقام كے لئے تو مناسب ہے ليكن حضرت رسول اسلام(ص) اور حضرت على (ع) كے شايان شان نہي</w:t>
      </w:r>
      <w:r w:rsidR="007D6C9B">
        <w:rPr>
          <w:rtl/>
        </w:rPr>
        <w:t xml:space="preserve">ں </w:t>
      </w:r>
      <w:r>
        <w:rPr>
          <w:rtl/>
        </w:rPr>
        <w:t>ان كى سارى نماز خداكے حضور مي</w:t>
      </w:r>
      <w:r w:rsidR="007D6C9B">
        <w:rPr>
          <w:rtl/>
        </w:rPr>
        <w:t xml:space="preserve">ں </w:t>
      </w:r>
      <w:r>
        <w:rPr>
          <w:rtl/>
        </w:rPr>
        <w:t>ہو نى چاہئے اور اگر ايسا نہ ہو توكسى فعل حرام كا ارتكاب تو نہي</w:t>
      </w:r>
      <w:r w:rsidR="007D6C9B">
        <w:rPr>
          <w:rtl/>
        </w:rPr>
        <w:t xml:space="preserve">ں </w:t>
      </w:r>
      <w:r>
        <w:rPr>
          <w:rtl/>
        </w:rPr>
        <w:t xml:space="preserve">تاہم ترك اولى ہے _ </w:t>
      </w:r>
    </w:p>
    <w:p w:rsidR="00DE2D7F" w:rsidRDefault="00E664BB" w:rsidP="00D07B54">
      <w:pPr>
        <w:pStyle w:val="libNormal"/>
        <w:rPr>
          <w:rtl/>
        </w:rPr>
      </w:pPr>
      <w:r>
        <w:rPr>
          <w:rtl/>
        </w:rPr>
        <w:t>2</w:t>
      </w:r>
      <w:r w:rsidR="00DE2D7F">
        <w:rPr>
          <w:rtl/>
        </w:rPr>
        <w:t>_ خدا كى نہى يہا</w:t>
      </w:r>
      <w:r w:rsidR="007D6C9B">
        <w:rPr>
          <w:rtl/>
        </w:rPr>
        <w:t xml:space="preserve">ں </w:t>
      </w:r>
      <w:r w:rsidR="00DE2D7F">
        <w:rPr>
          <w:rtl/>
        </w:rPr>
        <w:t>''نہى ارشادي'' ہے جيسے ڈاكڑكہتا ہے فلا</w:t>
      </w:r>
      <w:r w:rsidR="007D6C9B">
        <w:rPr>
          <w:rtl/>
        </w:rPr>
        <w:t xml:space="preserve">ں </w:t>
      </w:r>
      <w:r w:rsidR="00DE2D7F">
        <w:rPr>
          <w:rtl/>
        </w:rPr>
        <w:t>غذا نہ كھائو ورنہ بيمار پڑجائو گے خدا نے بھى آدم سے فرمايا كہ اگر درخت ممنوعہ سے كچھ كھا ليا تو بہشت سے باہر جانا پڑے گااور رنج وتكليف مي</w:t>
      </w:r>
      <w:r w:rsidR="007D6C9B">
        <w:rPr>
          <w:rtl/>
        </w:rPr>
        <w:t xml:space="preserve">ں </w:t>
      </w:r>
      <w:r w:rsidR="00DE2D7F">
        <w:rPr>
          <w:rtl/>
        </w:rPr>
        <w:t>مبتلا ہونا پڑے گا ،لہذا ادم عليہ السلام نے حكم خدا كى مخالفت نہي</w:t>
      </w:r>
      <w:r w:rsidR="007D6C9B">
        <w:rPr>
          <w:rtl/>
        </w:rPr>
        <w:t xml:space="preserve">ں </w:t>
      </w:r>
      <w:r w:rsidR="00DE2D7F">
        <w:rPr>
          <w:rtl/>
        </w:rPr>
        <w:t xml:space="preserve">كى بلكہ ''نہى ارشادي''كى مخالفت كى ہے _ </w:t>
      </w:r>
    </w:p>
    <w:p w:rsidR="00DE2D7F" w:rsidRDefault="00E664BB" w:rsidP="00D07B54">
      <w:pPr>
        <w:pStyle w:val="libNormal"/>
        <w:rPr>
          <w:rtl/>
        </w:rPr>
      </w:pPr>
      <w:r>
        <w:rPr>
          <w:rtl/>
        </w:rPr>
        <w:t>3</w:t>
      </w:r>
      <w:r w:rsidR="00DE2D7F">
        <w:rPr>
          <w:rtl/>
        </w:rPr>
        <w:t>_جنت بنيادى طور پر جائے تكليف نہ تھى بلكہ وہ ادم عليہ السلام كے زمين پر انے كے لئے ايك ازما</w:t>
      </w:r>
      <w:r w:rsidR="00091C36">
        <w:rPr>
          <w:rtl/>
        </w:rPr>
        <w:t xml:space="preserve">ئش </w:t>
      </w:r>
      <w:r w:rsidR="00DE2D7F">
        <w:rPr>
          <w:rtl/>
        </w:rPr>
        <w:t xml:space="preserve"> اور تيارى كا زمانہ تھا،اور يہ نہي</w:t>
      </w:r>
      <w:r w:rsidR="007D6C9B">
        <w:rPr>
          <w:rtl/>
        </w:rPr>
        <w:t xml:space="preserve">ں </w:t>
      </w:r>
      <w:r w:rsidR="00DE2D7F">
        <w:rPr>
          <w:rtl/>
        </w:rPr>
        <w:t>صرف ازما</w:t>
      </w:r>
      <w:r w:rsidR="00091C36">
        <w:rPr>
          <w:rtl/>
        </w:rPr>
        <w:t xml:space="preserve">ئش </w:t>
      </w:r>
      <w:r w:rsidR="00DE2D7F">
        <w:rPr>
          <w:rtl/>
        </w:rPr>
        <w:t xml:space="preserve"> كا پہلو ركھتى تھي_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بقرہ ايت </w:t>
      </w:r>
      <w:r w:rsidR="00E664BB">
        <w:rPr>
          <w:rtl/>
        </w:rPr>
        <w:t>37</w:t>
      </w:r>
      <w:r>
        <w:rPr>
          <w:rtl/>
        </w:rPr>
        <w:t xml:space="preserve"> </w:t>
      </w:r>
    </w:p>
    <w:p w:rsidR="008B12E5" w:rsidRDefault="001648F9" w:rsidP="00D07B54">
      <w:pPr>
        <w:pStyle w:val="libNormal"/>
        <w:rPr>
          <w:rtl/>
        </w:rPr>
      </w:pPr>
      <w:r>
        <w:rPr>
          <w:rtl/>
        </w:rPr>
        <w:t xml:space="preserve"> </w:t>
      </w:r>
      <w:r>
        <w:rPr>
          <w:rtl/>
        </w:rPr>
        <w:br w:type="page"/>
      </w:r>
    </w:p>
    <w:p w:rsidR="008B12E5" w:rsidRDefault="008B12E5" w:rsidP="00D07B54">
      <w:pPr>
        <w:pStyle w:val="libNormal"/>
        <w:rPr>
          <w:rtl/>
        </w:rPr>
      </w:pPr>
    </w:p>
    <w:p w:rsidR="00DE2D7F" w:rsidRDefault="00DE2D7F" w:rsidP="00D07B54">
      <w:pPr>
        <w:pStyle w:val="libNormal"/>
        <w:rPr>
          <w:rtl/>
        </w:rPr>
      </w:pPr>
      <w:r>
        <w:rPr>
          <w:rtl/>
        </w:rPr>
        <w:t xml:space="preserve">لئے نافرمانى شمار ہوتا ہے، حضرت ادم فوراً اپنى كيفيت وحالت كى طرف متوجہ ہوئے اوراپنے پروردگار كى طرف پلٹے _ </w:t>
      </w:r>
    </w:p>
    <w:p w:rsidR="00DE2D7F" w:rsidRDefault="00DE2D7F" w:rsidP="00D07B54">
      <w:pPr>
        <w:pStyle w:val="libNormal"/>
        <w:rPr>
          <w:rtl/>
        </w:rPr>
      </w:pPr>
      <w:r>
        <w:rPr>
          <w:rtl/>
        </w:rPr>
        <w:t>بہرحال جو كچھ نہي</w:t>
      </w:r>
      <w:r w:rsidR="007D6C9B">
        <w:rPr>
          <w:rtl/>
        </w:rPr>
        <w:t xml:space="preserve">ں </w:t>
      </w:r>
      <w:r>
        <w:rPr>
          <w:rtl/>
        </w:rPr>
        <w:t xml:space="preserve">ہونا چاہئے تھايا ہونا چاہئے تھا وہ ہو اور باوجود يكہ آدم كى توبہ قبول ہوگئي ليكن اس كا اثروضعى يعنى زمين كى طرف اترنايہ متغير نہ ہوا _ </w:t>
      </w:r>
    </w:p>
    <w:p w:rsidR="00DE2D7F" w:rsidRDefault="00DE2D7F" w:rsidP="00D07B54">
      <w:pPr>
        <w:pStyle w:val="libNormal"/>
        <w:rPr>
          <w:rtl/>
        </w:rPr>
      </w:pPr>
    </w:p>
    <w:p w:rsidR="008B12E5" w:rsidRDefault="00DE2D7F" w:rsidP="00D07B54">
      <w:pPr>
        <w:pStyle w:val="Heading2Center"/>
        <w:rPr>
          <w:rtl/>
        </w:rPr>
      </w:pPr>
      <w:bookmarkStart w:id="19" w:name="_Toc7268416"/>
      <w:r>
        <w:rPr>
          <w:rtl/>
        </w:rPr>
        <w:t>خدا نے جو كلمات آدم عليہ السلام پر القاكئے وہ كيا تھے ؟</w:t>
      </w:r>
      <w:bookmarkEnd w:id="19"/>
      <w:r>
        <w:rPr>
          <w:rtl/>
        </w:rPr>
        <w:t xml:space="preserve"> </w:t>
      </w:r>
    </w:p>
    <w:p w:rsidR="00DE2D7F" w:rsidRDefault="00DE2D7F" w:rsidP="00D07B54">
      <w:pPr>
        <w:pStyle w:val="libNormal"/>
        <w:rPr>
          <w:rtl/>
        </w:rPr>
      </w:pPr>
      <w:r>
        <w:rPr>
          <w:rtl/>
        </w:rPr>
        <w:t>توبہ كے لئے جو كلمات خدا نے آدم عليہ السلام كو تعليم فرمائے تھے اس سلسلے مي</w:t>
      </w:r>
      <w:r w:rsidR="007D6C9B">
        <w:rPr>
          <w:rtl/>
        </w:rPr>
        <w:t xml:space="preserve">ں </w:t>
      </w:r>
      <w:r>
        <w:rPr>
          <w:rtl/>
        </w:rPr>
        <w:t xml:space="preserve">مفسرين كے درميان اختلاف ہے _ </w:t>
      </w:r>
    </w:p>
    <w:p w:rsidR="00DE2D7F" w:rsidRDefault="00DE2D7F" w:rsidP="00D07B54">
      <w:pPr>
        <w:pStyle w:val="libNormal"/>
        <w:rPr>
          <w:rtl/>
        </w:rPr>
      </w:pPr>
      <w:r>
        <w:rPr>
          <w:rtl/>
        </w:rPr>
        <w:t xml:space="preserve">مشہور ہے كہ وہ جملے يہ تھے: </w:t>
      </w:r>
    </w:p>
    <w:p w:rsidR="00DE2D7F" w:rsidRDefault="00DE2D7F" w:rsidP="00D07B54">
      <w:pPr>
        <w:pStyle w:val="libNormal"/>
        <w:rPr>
          <w:rtl/>
        </w:rPr>
      </w:pPr>
      <w:r w:rsidRPr="00820CA0">
        <w:rPr>
          <w:rStyle w:val="libAlaemChar"/>
          <w:rtl/>
        </w:rPr>
        <w:t>(</w:t>
      </w:r>
      <w:r w:rsidRPr="008B12E5">
        <w:rPr>
          <w:rStyle w:val="libAieChar"/>
          <w:rtl/>
        </w:rPr>
        <w:t>قالا ربنا ظلمنا انفسنا و ان لم تغفرلنا و ترحمنا لنكونن من الخاسرين</w:t>
      </w:r>
      <w:r w:rsidRPr="00820CA0">
        <w:rPr>
          <w:rStyle w:val="libAlaemChar"/>
          <w:rtl/>
        </w:rPr>
        <w:t xml:space="preserve">) </w:t>
      </w:r>
    </w:p>
    <w:p w:rsidR="00DE2D7F" w:rsidRDefault="00DE2D7F" w:rsidP="00D07B54">
      <w:pPr>
        <w:pStyle w:val="libNormal"/>
        <w:rPr>
          <w:rtl/>
        </w:rPr>
      </w:pPr>
      <w:r>
        <w:rPr>
          <w:rtl/>
        </w:rPr>
        <w:t>''ان دونو</w:t>
      </w:r>
      <w:r w:rsidR="007D6C9B">
        <w:rPr>
          <w:rtl/>
        </w:rPr>
        <w:t xml:space="preserve">ں </w:t>
      </w:r>
      <w:r>
        <w:rPr>
          <w:rtl/>
        </w:rPr>
        <w:t>نے كہا خدا يا ہم نے اپنے اوپر ظلم كيا ہے اگر تونے ہمي</w:t>
      </w:r>
      <w:r w:rsidR="007D6C9B">
        <w:rPr>
          <w:rtl/>
        </w:rPr>
        <w:t xml:space="preserve">ں </w:t>
      </w:r>
      <w:r>
        <w:rPr>
          <w:rtl/>
        </w:rPr>
        <w:t>نہ بخشا اور ہم پررحم نہ كيا تو ہم زيا</w:t>
      </w:r>
      <w:r w:rsidR="007D6C9B">
        <w:rPr>
          <w:rtl/>
        </w:rPr>
        <w:t xml:space="preserve">ں </w:t>
      </w:r>
      <w:r>
        <w:rPr>
          <w:rtl/>
        </w:rPr>
        <w:t>كارو</w:t>
      </w:r>
      <w:r w:rsidR="007D6C9B">
        <w:rPr>
          <w:rtl/>
        </w:rPr>
        <w:t xml:space="preserve">ں </w:t>
      </w:r>
      <w:r>
        <w:rPr>
          <w:rtl/>
        </w:rPr>
        <w:t>اور خسارے مي</w:t>
      </w:r>
      <w:r w:rsidR="007D6C9B">
        <w:rPr>
          <w:rtl/>
        </w:rPr>
        <w:t xml:space="preserve">ں </w:t>
      </w:r>
      <w:r>
        <w:rPr>
          <w:rtl/>
        </w:rPr>
        <w:t>رہنے والو</w:t>
      </w:r>
      <w:r w:rsidR="007D6C9B">
        <w:rPr>
          <w:rtl/>
        </w:rPr>
        <w:t xml:space="preserve">ں </w:t>
      </w:r>
      <w:r>
        <w:rPr>
          <w:rtl/>
        </w:rPr>
        <w:t>مي</w:t>
      </w:r>
      <w:r w:rsidR="007D6C9B">
        <w:rPr>
          <w:rtl/>
        </w:rPr>
        <w:t xml:space="preserve">ں </w:t>
      </w:r>
      <w:r>
        <w:rPr>
          <w:rtl/>
        </w:rPr>
        <w:t>سے ہوجائي</w:t>
      </w:r>
      <w:r w:rsidR="007D6C9B">
        <w:rPr>
          <w:rtl/>
        </w:rPr>
        <w:t xml:space="preserve">ں </w:t>
      </w:r>
      <w:r>
        <w:rPr>
          <w:rtl/>
        </w:rPr>
        <w:t>گے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كئي ايك روايات جو طرق اہل بيت عليہم السلام سے منقول ہي</w:t>
      </w:r>
      <w:r w:rsidR="007D6C9B">
        <w:rPr>
          <w:rtl/>
        </w:rPr>
        <w:t xml:space="preserve">ں </w:t>
      </w:r>
      <w:r>
        <w:rPr>
          <w:rtl/>
        </w:rPr>
        <w:t>،ان مي</w:t>
      </w:r>
      <w:r w:rsidR="007D6C9B">
        <w:rPr>
          <w:rtl/>
        </w:rPr>
        <w:t xml:space="preserve">ں </w:t>
      </w:r>
      <w:r>
        <w:rPr>
          <w:rtl/>
        </w:rPr>
        <w:t>ہے كہ كلمات سے مراد خدا كى بہترين مخلوق كے نامو</w:t>
      </w:r>
      <w:r w:rsidR="007D6C9B">
        <w:rPr>
          <w:rtl/>
        </w:rPr>
        <w:t xml:space="preserve">ں </w:t>
      </w:r>
      <w:r>
        <w:rPr>
          <w:rtl/>
        </w:rPr>
        <w:t>كى تعليم تھى يعنى محمد ،على ،فاطمہ ، حسن اور حسين عليہم السلام اور آدم نے ان كلمات كے وسيلے سے درگاہ الہى سے بخشش چاہى اور خدا نے انہي</w:t>
      </w:r>
      <w:r w:rsidR="007D6C9B">
        <w:rPr>
          <w:rtl/>
        </w:rPr>
        <w:t xml:space="preserve">ں </w:t>
      </w:r>
      <w:r>
        <w:rPr>
          <w:rtl/>
        </w:rPr>
        <w:t>بخش ديا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ا عراف آيت </w:t>
      </w:r>
      <w:r w:rsidR="00E664BB">
        <w:rPr>
          <w:rtl/>
        </w:rPr>
        <w:t>23</w:t>
      </w:r>
      <w:r>
        <w:rPr>
          <w:rtl/>
        </w:rPr>
        <w:t xml:space="preserve"> </w:t>
      </w:r>
    </w:p>
    <w:p w:rsidR="00DE2D7F" w:rsidRDefault="00DE2D7F" w:rsidP="00D07B54">
      <w:pPr>
        <w:pStyle w:val="libFootnote"/>
        <w:rPr>
          <w:rtl/>
        </w:rPr>
      </w:pPr>
      <w:r>
        <w:rPr>
          <w:rtl/>
        </w:rPr>
        <w:t>(</w:t>
      </w:r>
      <w:r w:rsidR="00E664BB">
        <w:rPr>
          <w:rtl/>
        </w:rPr>
        <w:t>2</w:t>
      </w:r>
      <w:r>
        <w:rPr>
          <w:rtl/>
        </w:rPr>
        <w:t>)يہ تين قسم كى تفاسير ايك دوسرے سے اختلاف نہي</w:t>
      </w:r>
      <w:r w:rsidR="007D6C9B">
        <w:rPr>
          <w:rtl/>
        </w:rPr>
        <w:t xml:space="preserve">ں </w:t>
      </w:r>
      <w:r>
        <w:rPr>
          <w:rtl/>
        </w:rPr>
        <w:t>ركھتي</w:t>
      </w:r>
      <w:r w:rsidR="007D6C9B">
        <w:rPr>
          <w:rtl/>
        </w:rPr>
        <w:t xml:space="preserve">ں </w:t>
      </w:r>
      <w:r>
        <w:rPr>
          <w:rtl/>
        </w:rPr>
        <w:t>كيونكہ ممكن ہے كہ حضرت آدم كو ان سب كلمات كى تعليم دى گئي ہو كہ ان كلمات كى حقيقت اور باطنى گہرائي پر غور كرنے سے آدم مي</w:t>
      </w:r>
      <w:r w:rsidR="007D6C9B">
        <w:rPr>
          <w:rtl/>
        </w:rPr>
        <w:t xml:space="preserve">ں </w:t>
      </w:r>
      <w:r>
        <w:rPr>
          <w:rtl/>
        </w:rPr>
        <w:t>مكمل طور پر انقلاب روحانى پيدا ہو اور خدا انہي</w:t>
      </w:r>
      <w:r w:rsidR="007D6C9B">
        <w:rPr>
          <w:rtl/>
        </w:rPr>
        <w:t xml:space="preserve">ں </w:t>
      </w:r>
      <w:r>
        <w:rPr>
          <w:rtl/>
        </w:rPr>
        <w:t xml:space="preserve">اپنے لطف وہدايت سے نوازے _ </w:t>
      </w:r>
    </w:p>
    <w:p w:rsidR="008B12E5" w:rsidRDefault="00C2634E" w:rsidP="00D07B54">
      <w:pPr>
        <w:pStyle w:val="libNormal"/>
        <w:rPr>
          <w:rtl/>
        </w:rPr>
      </w:pPr>
      <w:r>
        <w:rPr>
          <w:rtl/>
        </w:rPr>
        <w:t xml:space="preserve"> </w:t>
      </w:r>
      <w:r>
        <w:rPr>
          <w:rtl/>
        </w:rPr>
        <w:br w:type="page"/>
      </w:r>
    </w:p>
    <w:p w:rsidR="008B12E5" w:rsidRDefault="008B12E5" w:rsidP="00D07B54">
      <w:pPr>
        <w:pStyle w:val="libNormal"/>
        <w:rPr>
          <w:rtl/>
        </w:rPr>
      </w:pPr>
    </w:p>
    <w:p w:rsidR="008B12E5" w:rsidRDefault="00DE2D7F" w:rsidP="00D07B54">
      <w:pPr>
        <w:pStyle w:val="Heading2Center"/>
        <w:rPr>
          <w:rtl/>
        </w:rPr>
      </w:pPr>
      <w:bookmarkStart w:id="20" w:name="_Toc7268417"/>
      <w:r>
        <w:rPr>
          <w:rtl/>
        </w:rPr>
        <w:t>ادم عليہ السلام كا ماجرا اور اس جہان پر ايك طائرانہ نظر</w:t>
      </w:r>
      <w:bookmarkEnd w:id="20"/>
      <w:r>
        <w:rPr>
          <w:rtl/>
        </w:rPr>
        <w:t xml:space="preserve"> </w:t>
      </w:r>
    </w:p>
    <w:p w:rsidR="00DE2D7F" w:rsidRDefault="00DE2D7F" w:rsidP="00D07B54">
      <w:pPr>
        <w:pStyle w:val="libNormal"/>
        <w:rPr>
          <w:rtl/>
        </w:rPr>
      </w:pPr>
      <w:r>
        <w:rPr>
          <w:rtl/>
        </w:rPr>
        <w:t>اگر چہ بعض ايسے مفسرين نے جو افكار غرب سے بہت زيادہ متاثر ہي</w:t>
      </w:r>
      <w:r w:rsidR="007D6C9B">
        <w:rPr>
          <w:rtl/>
        </w:rPr>
        <w:t xml:space="preserve">ں </w:t>
      </w:r>
      <w:r>
        <w:rPr>
          <w:rtl/>
        </w:rPr>
        <w:t>،اس بات كى كوشش كى ہے كہ حضرت ادم عليہ السلام اور ان كى زوجہ كى داستان كو اول سے لے كر اخر تك تشبيہ ،مجاز اور كنايہ كا رنگ دي</w:t>
      </w:r>
      <w:r w:rsidR="007D6C9B">
        <w:rPr>
          <w:rtl/>
        </w:rPr>
        <w:t xml:space="preserve">ں </w:t>
      </w:r>
      <w:r>
        <w:rPr>
          <w:rtl/>
        </w:rPr>
        <w:t>اور اج كى اصطلاح مي</w:t>
      </w:r>
      <w:r w:rsidR="007D6C9B">
        <w:rPr>
          <w:rtl/>
        </w:rPr>
        <w:t xml:space="preserve">ں </w:t>
      </w:r>
      <w:r>
        <w:rPr>
          <w:rtl/>
        </w:rPr>
        <w:t>يو</w:t>
      </w:r>
      <w:r w:rsidR="007D6C9B">
        <w:rPr>
          <w:rtl/>
        </w:rPr>
        <w:t xml:space="preserve">ں </w:t>
      </w:r>
      <w:r>
        <w:rPr>
          <w:rtl/>
        </w:rPr>
        <w:t>كہي</w:t>
      </w:r>
      <w:r w:rsidR="007D6C9B">
        <w:rPr>
          <w:rtl/>
        </w:rPr>
        <w:t xml:space="preserve">ں </w:t>
      </w:r>
      <w:r>
        <w:rPr>
          <w:rtl/>
        </w:rPr>
        <w:t>كہ يہ ايك سمبولك (</w:t>
      </w:r>
      <w:r>
        <w:t>SIMBOLIC</w:t>
      </w:r>
      <w:r>
        <w:rPr>
          <w:rtl/>
        </w:rPr>
        <w:t>) تھا لہذاانھو</w:t>
      </w:r>
      <w:r w:rsidR="007D6C9B">
        <w:rPr>
          <w:rtl/>
        </w:rPr>
        <w:t xml:space="preserve">ں </w:t>
      </w:r>
      <w:r>
        <w:rPr>
          <w:rtl/>
        </w:rPr>
        <w:t xml:space="preserve">نے اس پورى بحث كو ظاہرى مفہوم كے خلاف ليتے ہوئے معنوى كنايہ مراد ليا ہے_ </w:t>
      </w:r>
    </w:p>
    <w:p w:rsidR="00DE2D7F" w:rsidRDefault="00DE2D7F" w:rsidP="00D07B54">
      <w:pPr>
        <w:pStyle w:val="libNormal"/>
        <w:rPr>
          <w:rtl/>
        </w:rPr>
      </w:pPr>
      <w:r>
        <w:rPr>
          <w:rtl/>
        </w:rPr>
        <w:t>ليكن اس بات مي</w:t>
      </w:r>
      <w:r w:rsidR="007D6C9B">
        <w:rPr>
          <w:rtl/>
        </w:rPr>
        <w:t xml:space="preserve">ں </w:t>
      </w:r>
      <w:r>
        <w:rPr>
          <w:rtl/>
        </w:rPr>
        <w:t>كوئي شك و شبہ نہي</w:t>
      </w:r>
      <w:r w:rsidR="007D6C9B">
        <w:rPr>
          <w:rtl/>
        </w:rPr>
        <w:t xml:space="preserve">ں </w:t>
      </w:r>
      <w:r>
        <w:rPr>
          <w:rtl/>
        </w:rPr>
        <w:t>كہ ان ايات كا ظاہر ايك ايسے واقعى اور حقيقى ''قصہ''پر مشتمل ہے جو ہمارے اولين ما</w:t>
      </w:r>
      <w:r w:rsidR="007D6C9B">
        <w:rPr>
          <w:rtl/>
        </w:rPr>
        <w:t xml:space="preserve">ں </w:t>
      </w:r>
      <w:r>
        <w:rPr>
          <w:rtl/>
        </w:rPr>
        <w:t>باپ كے لئے پيش ايا تھا چونكہ اس پورى داستان مي</w:t>
      </w:r>
      <w:r w:rsidR="007D6C9B">
        <w:rPr>
          <w:rtl/>
        </w:rPr>
        <w:t xml:space="preserve">ں </w:t>
      </w:r>
      <w:r>
        <w:rPr>
          <w:rtl/>
        </w:rPr>
        <w:t>ايك مقام بھى ايسانہي</w:t>
      </w:r>
      <w:r w:rsidR="007D6C9B">
        <w:rPr>
          <w:rtl/>
        </w:rPr>
        <w:t xml:space="preserve">ں </w:t>
      </w:r>
      <w:r>
        <w:rPr>
          <w:rtl/>
        </w:rPr>
        <w:t>ہے جو ظاہرى عبارت سے ميل نہ كھاتا ہو يا عقل كے خلاف ہو ،اس لئے اس بات كى كوئي ضروت نہي</w:t>
      </w:r>
      <w:r w:rsidR="007D6C9B">
        <w:rPr>
          <w:rtl/>
        </w:rPr>
        <w:t xml:space="preserve">ں </w:t>
      </w:r>
      <w:r>
        <w:rPr>
          <w:rtl/>
        </w:rPr>
        <w:t>كہ اس كے ظاہرى مفہوم پر يقين نہ كيا جائے يا جو اس كے حقيقى معنى ہي</w:t>
      </w:r>
      <w:r w:rsidR="007D6C9B">
        <w:rPr>
          <w:rtl/>
        </w:rPr>
        <w:t xml:space="preserve">ں </w:t>
      </w:r>
      <w:r>
        <w:rPr>
          <w:rtl/>
        </w:rPr>
        <w:t xml:space="preserve">ان سے پہلو تہى كيا جائے_ </w:t>
      </w:r>
    </w:p>
    <w:p w:rsidR="00DE2D7F" w:rsidRDefault="00DE2D7F" w:rsidP="00D07B54">
      <w:pPr>
        <w:pStyle w:val="libNormal"/>
        <w:rPr>
          <w:rtl/>
        </w:rPr>
      </w:pPr>
      <w:r>
        <w:rPr>
          <w:rtl/>
        </w:rPr>
        <w:t>ليكن دراين حال اس حسى و عينى واقعہ مي</w:t>
      </w:r>
      <w:r w:rsidR="007D6C9B">
        <w:rPr>
          <w:rtl/>
        </w:rPr>
        <w:t xml:space="preserve">ں </w:t>
      </w:r>
      <w:r>
        <w:rPr>
          <w:rtl/>
        </w:rPr>
        <w:t>انسان كى ائندہ زندگى كے متعلق بھى اشارے ہوسكتے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)يعني:انسان كى اس پر جنجال زندگى مي</w:t>
      </w:r>
      <w:r w:rsidR="007D6C9B">
        <w:rPr>
          <w:rtl/>
        </w:rPr>
        <w:t xml:space="preserve">ں </w:t>
      </w:r>
      <w:r>
        <w:rPr>
          <w:rtl/>
        </w:rPr>
        <w:t>بہت سے ايسے واقعات پيش اسكتے ہي</w:t>
      </w:r>
      <w:r w:rsidR="007D6C9B">
        <w:rPr>
          <w:rtl/>
        </w:rPr>
        <w:t xml:space="preserve">ں </w:t>
      </w:r>
      <w:r>
        <w:rPr>
          <w:rtl/>
        </w:rPr>
        <w:t>جو قصہ ادم عليہ السلام و حوا سلام اللہ عليہا سے مشابہت ركھتے ہي</w:t>
      </w:r>
      <w:r w:rsidR="007D6C9B">
        <w:rPr>
          <w:rtl/>
        </w:rPr>
        <w:t xml:space="preserve">ں </w:t>
      </w:r>
      <w:r>
        <w:rPr>
          <w:rtl/>
        </w:rPr>
        <w:t>،اس كى مثال يو</w:t>
      </w:r>
      <w:r w:rsidR="007D6C9B">
        <w:rPr>
          <w:rtl/>
        </w:rPr>
        <w:t xml:space="preserve">ں </w:t>
      </w:r>
      <w:r>
        <w:rPr>
          <w:rtl/>
        </w:rPr>
        <w:t>سمجھنا چاہئے كہ ايك طرف تو وہ انسان ہے جو قوت ،عقل اور ہوا و ہوس سے مركب ہے ، يہ دونو</w:t>
      </w:r>
      <w:r w:rsidR="007D6C9B">
        <w:rPr>
          <w:rtl/>
        </w:rPr>
        <w:t xml:space="preserve">ں </w:t>
      </w:r>
      <w:r>
        <w:rPr>
          <w:rtl/>
        </w:rPr>
        <w:t>طاقتي</w:t>
      </w:r>
      <w:r w:rsidR="007D6C9B">
        <w:rPr>
          <w:rtl/>
        </w:rPr>
        <w:t xml:space="preserve">ں </w:t>
      </w:r>
      <w:r>
        <w:rPr>
          <w:rtl/>
        </w:rPr>
        <w:t>اسے مختلف جتھو</w:t>
      </w:r>
      <w:r w:rsidR="007D6C9B">
        <w:rPr>
          <w:rtl/>
        </w:rPr>
        <w:t xml:space="preserve">ں </w:t>
      </w:r>
      <w:r>
        <w:rPr>
          <w:rtl/>
        </w:rPr>
        <w:t>مي</w:t>
      </w:r>
      <w:r w:rsidR="007D6C9B">
        <w:rPr>
          <w:rtl/>
        </w:rPr>
        <w:t xml:space="preserve">ں </w:t>
      </w:r>
      <w:r>
        <w:rPr>
          <w:rtl/>
        </w:rPr>
        <w:t>كھينچ رہى ہي</w:t>
      </w:r>
      <w:r w:rsidR="007D6C9B">
        <w:rPr>
          <w:rtl/>
        </w:rPr>
        <w:t xml:space="preserve">ں </w:t>
      </w:r>
      <w:r>
        <w:rPr>
          <w:rtl/>
        </w:rPr>
        <w:t>،دوسرى طرف كچھ ايسے جھوٹے رہبر ہي</w:t>
      </w:r>
      <w:r w:rsidR="007D6C9B">
        <w:rPr>
          <w:rtl/>
        </w:rPr>
        <w:t xml:space="preserve">ں </w:t>
      </w:r>
      <w:r>
        <w:rPr>
          <w:rtl/>
        </w:rPr>
        <w:t>جن كا ماضى شيطان كى طرح جانا پہچانا ہے اور وہ انسان كو اس بات پر اكسا رہے ہي</w:t>
      </w:r>
      <w:r w:rsidR="007D6C9B">
        <w:rPr>
          <w:rtl/>
        </w:rPr>
        <w:t xml:space="preserve">ں </w:t>
      </w:r>
      <w:r>
        <w:rPr>
          <w:rtl/>
        </w:rPr>
        <w:t>كہ عقل پر پردہ ڈال كر ہوا وہوس كو اختيار كر لو تاكہ يہ بے چارہ انسان پانى كى اميد مي</w:t>
      </w:r>
      <w:r w:rsidR="007D6C9B">
        <w:rPr>
          <w:rtl/>
        </w:rPr>
        <w:t xml:space="preserve">ں </w:t>
      </w:r>
      <w:r>
        <w:rPr>
          <w:rtl/>
        </w:rPr>
        <w:t>''سراب''كو اب سمجھ كر ريگستانو</w:t>
      </w:r>
      <w:r w:rsidR="007D6C9B">
        <w:rPr>
          <w:rtl/>
        </w:rPr>
        <w:t xml:space="preserve">ں </w:t>
      </w:r>
      <w:r>
        <w:rPr>
          <w:rtl/>
        </w:rPr>
        <w:t>مي</w:t>
      </w:r>
      <w:r w:rsidR="007D6C9B">
        <w:rPr>
          <w:rtl/>
        </w:rPr>
        <w:t xml:space="preserve">ں </w:t>
      </w:r>
      <w:r>
        <w:rPr>
          <w:rtl/>
        </w:rPr>
        <w:t xml:space="preserve">بھٹك كر اپنى جان گنوا بيٹھے_ </w:t>
      </w:r>
    </w:p>
    <w:p w:rsidR="00DE2D7F" w:rsidRDefault="00DE2D7F" w:rsidP="00D07B54">
      <w:pPr>
        <w:pStyle w:val="libFootnote"/>
        <w:rPr>
          <w:rtl/>
        </w:rPr>
      </w:pPr>
      <w:r>
        <w:rPr>
          <w:rtl/>
        </w:rPr>
        <w:t>ايسے شيطانو</w:t>
      </w:r>
      <w:r w:rsidR="007D6C9B">
        <w:rPr>
          <w:rtl/>
        </w:rPr>
        <w:t xml:space="preserve">ں </w:t>
      </w:r>
      <w:r>
        <w:rPr>
          <w:rtl/>
        </w:rPr>
        <w:t>كے بہكانے مي</w:t>
      </w:r>
      <w:r w:rsidR="007D6C9B">
        <w:rPr>
          <w:rtl/>
        </w:rPr>
        <w:t xml:space="preserve">ں </w:t>
      </w:r>
      <w:r>
        <w:rPr>
          <w:rtl/>
        </w:rPr>
        <w:t>اجانے كا پہلا نتيجہ يہ نكلتا ہے كہ انسان كے جسم سے''لباس تقوى ''گر جاتا ہے اور اس كے اندرونى عيوب ظاہر و اشكار اہوجاتے ہي</w:t>
      </w:r>
      <w:r w:rsidR="007D6C9B">
        <w:rPr>
          <w:rtl/>
        </w:rPr>
        <w:t xml:space="preserve">ں </w:t>
      </w:r>
      <w:r>
        <w:rPr>
          <w:rtl/>
        </w:rPr>
        <w:t>،دوسرا نتيجہ يہ نكلتا ہے كہ مقام قرب الہى سے دور ہو جاتا ہے اور انسان اپنے بلندمقام سے گر جاتا ہے اور سكون و اطمينان كى بہشت سے نكل كر حيات مادى كى مشكلات و افات كے جنگلو</w:t>
      </w:r>
      <w:r w:rsidR="007D6C9B">
        <w:rPr>
          <w:rtl/>
        </w:rPr>
        <w:t xml:space="preserve">ں </w:t>
      </w:r>
      <w:r>
        <w:rPr>
          <w:rtl/>
        </w:rPr>
        <w:t>مي</w:t>
      </w:r>
      <w:r w:rsidR="007D6C9B">
        <w:rPr>
          <w:rtl/>
        </w:rPr>
        <w:t xml:space="preserve">ں </w:t>
      </w:r>
      <w:r>
        <w:rPr>
          <w:rtl/>
        </w:rPr>
        <w:t>گھر جاتا ہے اس موقع پر بھى عقل كى طاقت اس كى مدد كر سكتى ہے اور اسے اس نقصان كى تلافى كا موقع فراہم كر سكتى ہے اور اسے خدا كى بارگاہ مي</w:t>
      </w:r>
      <w:r w:rsidR="007D6C9B">
        <w:rPr>
          <w:rtl/>
        </w:rPr>
        <w:t xml:space="preserve">ں </w:t>
      </w:r>
    </w:p>
    <w:p w:rsidR="008B12E5" w:rsidRDefault="001648F9" w:rsidP="00D07B54">
      <w:pPr>
        <w:pStyle w:val="libNormal"/>
        <w:rPr>
          <w:rtl/>
        </w:rPr>
      </w:pPr>
      <w:r>
        <w:rPr>
          <w:rtl/>
        </w:rPr>
        <w:t xml:space="preserve"> </w:t>
      </w:r>
      <w:r>
        <w:rPr>
          <w:rtl/>
        </w:rPr>
        <w:br w:type="page"/>
      </w:r>
    </w:p>
    <w:p w:rsidR="008B12E5" w:rsidRDefault="008B12E5" w:rsidP="00D07B54">
      <w:pPr>
        <w:pStyle w:val="libNormal"/>
        <w:rPr>
          <w:rtl/>
        </w:rPr>
      </w:pPr>
    </w:p>
    <w:p w:rsidR="00130D64" w:rsidRDefault="00DE2D7F" w:rsidP="00D07B54">
      <w:pPr>
        <w:pStyle w:val="Heading2Center"/>
        <w:rPr>
          <w:rtl/>
        </w:rPr>
      </w:pPr>
      <w:bookmarkStart w:id="21" w:name="_Toc7268418"/>
      <w:r>
        <w:rPr>
          <w:rtl/>
        </w:rPr>
        <w:t>زمين پرسب سے پہلا قتل</w:t>
      </w:r>
      <w:bookmarkEnd w:id="21"/>
      <w:r>
        <w:rPr>
          <w:rtl/>
        </w:rPr>
        <w:t xml:space="preserve"> </w:t>
      </w:r>
    </w:p>
    <w:p w:rsidR="00DE2D7F" w:rsidRDefault="00DE2D7F" w:rsidP="00D07B54">
      <w:pPr>
        <w:pStyle w:val="libNormal"/>
        <w:rPr>
          <w:rtl/>
        </w:rPr>
      </w:pPr>
      <w:r>
        <w:rPr>
          <w:rtl/>
        </w:rPr>
        <w:t>قرآن مجيد مي</w:t>
      </w:r>
      <w:r w:rsidR="007D6C9B">
        <w:rPr>
          <w:rtl/>
        </w:rPr>
        <w:t xml:space="preserve">ں </w:t>
      </w:r>
      <w:r>
        <w:rPr>
          <w:rtl/>
        </w:rPr>
        <w:t>حضرت آدم عليہ السلام كے بيٹو</w:t>
      </w:r>
      <w:r w:rsidR="007D6C9B">
        <w:rPr>
          <w:rtl/>
        </w:rPr>
        <w:t xml:space="preserve">ں </w:t>
      </w:r>
      <w:r>
        <w:rPr>
          <w:rtl/>
        </w:rPr>
        <w:t>كا نام نہي</w:t>
      </w:r>
      <w:r w:rsidR="007D6C9B">
        <w:rPr>
          <w:rtl/>
        </w:rPr>
        <w:t xml:space="preserve">ں </w:t>
      </w:r>
      <w:r>
        <w:rPr>
          <w:rtl/>
        </w:rPr>
        <w:t>ليا گيا ہے ،نہ اس جگہ اور نہ كسى اور مقام پر ،ليكن اسلامى روايات كے مطابق ايك كا نام ہابيل ہے اور دوسرے كا قابيل تھا،موجود ہ تو ريت كے سفر تكوين كے چوتھے باب مي</w:t>
      </w:r>
      <w:r w:rsidR="007D6C9B">
        <w:rPr>
          <w:rtl/>
        </w:rPr>
        <w:t xml:space="preserve">ں </w:t>
      </w:r>
      <w:r>
        <w:rPr>
          <w:rtl/>
        </w:rPr>
        <w:t>ايك كانام ''قائن'' اور دوسرے كا نام '' ہابيل''تھا جيسا كہ مفسر معروف ''ابولفتوح رازي'' كہتے ہي</w:t>
      </w:r>
      <w:r w:rsidR="007D6C9B">
        <w:rPr>
          <w:rtl/>
        </w:rPr>
        <w:t xml:space="preserve">ں </w:t>
      </w:r>
      <w:r>
        <w:rPr>
          <w:rtl/>
        </w:rPr>
        <w:t>كہ ان دونو</w:t>
      </w:r>
      <w:r w:rsidR="007D6C9B">
        <w:rPr>
          <w:rtl/>
        </w:rPr>
        <w:t xml:space="preserve">ں </w:t>
      </w:r>
      <w:r>
        <w:rPr>
          <w:rtl/>
        </w:rPr>
        <w:t>نامو</w:t>
      </w:r>
      <w:r w:rsidR="007D6C9B">
        <w:rPr>
          <w:rtl/>
        </w:rPr>
        <w:t xml:space="preserve">ں </w:t>
      </w:r>
      <w:r>
        <w:rPr>
          <w:rtl/>
        </w:rPr>
        <w:t>كى مختلف لغت ہي</w:t>
      </w:r>
      <w:r w:rsidR="007D6C9B">
        <w:rPr>
          <w:rtl/>
        </w:rPr>
        <w:t xml:space="preserve">ں </w:t>
      </w:r>
      <w:r>
        <w:rPr>
          <w:rtl/>
        </w:rPr>
        <w:t xml:space="preserve">پہلے كا نام ''ہابيل ''يا''ہابن''تھا_دوسرے كا نام ''قابيل ''يا ''قابين'' يا ''قابل'' يا''قابن''يا ''قبن'' تھا_ </w:t>
      </w:r>
    </w:p>
    <w:p w:rsidR="00DE2D7F" w:rsidRDefault="00DE2D7F" w:rsidP="00D07B54">
      <w:pPr>
        <w:pStyle w:val="libNormal"/>
        <w:rPr>
          <w:rtl/>
        </w:rPr>
      </w:pPr>
      <w:r>
        <w:rPr>
          <w:rtl/>
        </w:rPr>
        <w:t>بہرحال اسلامى روايات كے متن اور توريت مي</w:t>
      </w:r>
      <w:r w:rsidR="007D6C9B">
        <w:rPr>
          <w:rtl/>
        </w:rPr>
        <w:t xml:space="preserve">ں </w:t>
      </w:r>
      <w:r>
        <w:rPr>
          <w:rtl/>
        </w:rPr>
        <w:t>قابيل كے نام كے بارے مي</w:t>
      </w:r>
      <w:r w:rsidR="007D6C9B">
        <w:rPr>
          <w:rtl/>
        </w:rPr>
        <w:t xml:space="preserve">ں </w:t>
      </w:r>
      <w:r>
        <w:rPr>
          <w:rtl/>
        </w:rPr>
        <w:t>اختلاف لغت كى طرف بازگشت ہے اور يہ كوئي اہم بات نہي</w:t>
      </w:r>
      <w:r w:rsidR="007D6C9B">
        <w:rPr>
          <w:rtl/>
        </w:rPr>
        <w:t xml:space="preserve">ں </w:t>
      </w:r>
      <w:r>
        <w:rPr>
          <w:rtl/>
        </w:rPr>
        <w:t>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يہا</w:t>
      </w:r>
      <w:r w:rsidR="007D6C9B">
        <w:rPr>
          <w:rtl/>
        </w:rPr>
        <w:t xml:space="preserve">ں </w:t>
      </w:r>
      <w:r>
        <w:rPr>
          <w:rtl/>
        </w:rPr>
        <w:t>پرحضرت آدم عليہ السلام كے بيٹو</w:t>
      </w:r>
      <w:r w:rsidR="007D6C9B">
        <w:rPr>
          <w:rtl/>
        </w:rPr>
        <w:t xml:space="preserve">ں </w:t>
      </w:r>
      <w:r>
        <w:rPr>
          <w:rtl/>
        </w:rPr>
        <w:t>كا ذكر ہے ان مي</w:t>
      </w:r>
      <w:r w:rsidR="007D6C9B">
        <w:rPr>
          <w:rtl/>
        </w:rPr>
        <w:t xml:space="preserve">ں </w:t>
      </w:r>
      <w:r>
        <w:rPr>
          <w:rtl/>
        </w:rPr>
        <w:t>سے ايك كے ہاتھو</w:t>
      </w:r>
      <w:r w:rsidR="007D6C9B">
        <w:rPr>
          <w:rtl/>
        </w:rPr>
        <w:t xml:space="preserve">ں </w:t>
      </w:r>
      <w:r>
        <w:rPr>
          <w:rtl/>
        </w:rPr>
        <w:t>دوسرے كے قتل كے بارے مي</w:t>
      </w:r>
      <w:r w:rsidR="007D6C9B">
        <w:rPr>
          <w:rtl/>
        </w:rPr>
        <w:t xml:space="preserve">ں </w:t>
      </w:r>
      <w:r>
        <w:rPr>
          <w:rtl/>
        </w:rPr>
        <w:t>داستان بيان كى گئي ہے پہلے فرمايا: ''اے پيغمبر :انھي</w:t>
      </w:r>
      <w:r w:rsidR="007D6C9B">
        <w:rPr>
          <w:rtl/>
        </w:rPr>
        <w:t xml:space="preserve">ں </w:t>
      </w:r>
      <w:r>
        <w:rPr>
          <w:rtl/>
        </w:rPr>
        <w:t>آدم كے دوبيٹو</w:t>
      </w:r>
      <w:r w:rsidR="007D6C9B">
        <w:rPr>
          <w:rtl/>
        </w:rPr>
        <w:t xml:space="preserve">ں </w:t>
      </w:r>
      <w:r>
        <w:rPr>
          <w:rtl/>
        </w:rPr>
        <w:t>كا حقيقى قصہ سنا ديجئے''_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دوبارہ بھيج سكتى ہے تاكہ جرا ت و صراحت كے ساتھ اپنے گناہ كا اعتراف كرے ،ايسا اعتراف جو اس كى زندگى كى تعمير نو كا ضامن ہو اور اس كى زندگى كا ايك نيا موڑ بن جائے، يہى وہ موقع ہوتا ہے جب كہ دست رحمت الہى بار ديگر اس كى طرف دراز ہوتا ہے تاكہ اسے ہميشہ كے انحطاط اور تنزل سے نجات دے ،اگر چہ اپنے گذشتہ گناہ كا تلخ مزہ اس كے كام و دہن مي</w:t>
      </w:r>
      <w:r w:rsidR="007D6C9B">
        <w:rPr>
          <w:rtl/>
        </w:rPr>
        <w:t xml:space="preserve">ں </w:t>
      </w:r>
      <w:r>
        <w:rPr>
          <w:rtl/>
        </w:rPr>
        <w:t xml:space="preserve">باقى رہ جاتا ہے جو اس كا ثر وضعى ہے ،ليكن يہ ماجرا ،اس كے لئے درس عبرت بن جاتا ہے كيونكہ وہ اس كے شكست كے تجربہ سے اپنى حيات ثانيہ كى بنياد مستحكم كر سكتا ہے اور اس كے نقصان و زيان كے ذريعے سرورائندہ فراہم كر سكتا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)تعجب كى بات ہے كہ ايك عيسائي عالم نے اس لفظ كو قرآن پراعترض كى بنيادبناليا ہے كہ قرآن نے''قائن ''كو ''قابيل ''كيو</w:t>
      </w:r>
      <w:r w:rsidR="007D6C9B">
        <w:rPr>
          <w:rtl/>
        </w:rPr>
        <w:t xml:space="preserve">ں </w:t>
      </w:r>
      <w:r>
        <w:rPr>
          <w:rtl/>
        </w:rPr>
        <w:t>كہا ہے حا لانكہ اول تويہ اختلاف لغت ہے اور لغت مي</w:t>
      </w:r>
      <w:r w:rsidR="007D6C9B">
        <w:rPr>
          <w:rtl/>
        </w:rPr>
        <w:t xml:space="preserve">ں </w:t>
      </w:r>
      <w:r>
        <w:rPr>
          <w:rtl/>
        </w:rPr>
        <w:t>نامو</w:t>
      </w:r>
      <w:r w:rsidR="007D6C9B">
        <w:rPr>
          <w:rtl/>
        </w:rPr>
        <w:t xml:space="preserve">ں </w:t>
      </w:r>
      <w:r>
        <w:rPr>
          <w:rtl/>
        </w:rPr>
        <w:t>كے بارے مي</w:t>
      </w:r>
      <w:r w:rsidR="007D6C9B">
        <w:rPr>
          <w:rtl/>
        </w:rPr>
        <w:t xml:space="preserve">ں </w:t>
      </w:r>
      <w:r>
        <w:rPr>
          <w:rtl/>
        </w:rPr>
        <w:t>بہت زيادہ اختلاف ہے مثلا توريت ''ابراہيم ''كو ''ابراہام ''لكھتى ہے قرآن اسے ''ابراہيم ''لكھا ہے ثانياً بنيادى طور پر ''ہابيل ''كے نام قرآن مي</w:t>
      </w:r>
      <w:r w:rsidR="007D6C9B">
        <w:rPr>
          <w:rtl/>
        </w:rPr>
        <w:t xml:space="preserve">ں </w:t>
      </w:r>
      <w:r>
        <w:rPr>
          <w:rtl/>
        </w:rPr>
        <w:t>مذكور ہى نہي</w:t>
      </w:r>
      <w:r w:rsidR="007D6C9B">
        <w:rPr>
          <w:rtl/>
        </w:rPr>
        <w:t xml:space="preserve">ں </w:t>
      </w:r>
      <w:r>
        <w:rPr>
          <w:rtl/>
        </w:rPr>
        <w:t>يہ اسماء تو اسلامى روايات مي</w:t>
      </w:r>
      <w:r w:rsidR="007D6C9B">
        <w:rPr>
          <w:rtl/>
        </w:rPr>
        <w:t xml:space="preserve">ں </w:t>
      </w:r>
      <w:r>
        <w:rPr>
          <w:rtl/>
        </w:rPr>
        <w:t>آئے ہي</w:t>
      </w:r>
      <w:r w:rsidR="007D6C9B">
        <w:rPr>
          <w:rtl/>
        </w:rPr>
        <w:t xml:space="preserve">ں </w:t>
      </w:r>
      <w:r>
        <w:rPr>
          <w:rtl/>
        </w:rPr>
        <w:t xml:space="preserve">_ </w:t>
      </w:r>
    </w:p>
    <w:p w:rsidR="00DE2D7F" w:rsidRDefault="00DE2D7F" w:rsidP="00D07B54">
      <w:pPr>
        <w:pStyle w:val="libFootnote"/>
        <w:rPr>
          <w:rtl/>
        </w:rPr>
      </w:pPr>
      <w:r>
        <w:rPr>
          <w:rtl/>
        </w:rPr>
        <w:t>(</w:t>
      </w:r>
      <w:r w:rsidR="00E664BB">
        <w:rPr>
          <w:rtl/>
        </w:rPr>
        <w:t>2</w:t>
      </w:r>
      <w:r>
        <w:rPr>
          <w:rtl/>
        </w:rPr>
        <w:t xml:space="preserve">)سورہ مائدہ ايت </w:t>
      </w:r>
      <w:r w:rsidR="00E664BB">
        <w:rPr>
          <w:rtl/>
        </w:rPr>
        <w:t>27</w:t>
      </w:r>
      <w:r>
        <w:rPr>
          <w:rtl/>
        </w:rPr>
        <w:t xml:space="preserve"> </w:t>
      </w:r>
    </w:p>
    <w:p w:rsidR="00130D64" w:rsidRDefault="001648F9" w:rsidP="00D07B54">
      <w:pPr>
        <w:pStyle w:val="libNormal"/>
        <w:rPr>
          <w:rtl/>
        </w:rPr>
      </w:pPr>
      <w:r>
        <w:rPr>
          <w:rtl/>
        </w:rPr>
        <w:t xml:space="preserve"> </w:t>
      </w:r>
      <w:r>
        <w:rPr>
          <w:rtl/>
        </w:rPr>
        <w:br w:type="page"/>
      </w:r>
    </w:p>
    <w:p w:rsidR="00130D64" w:rsidRDefault="00130D64" w:rsidP="00D07B54">
      <w:pPr>
        <w:pStyle w:val="libNormal"/>
        <w:rPr>
          <w:rtl/>
        </w:rPr>
      </w:pPr>
    </w:p>
    <w:p w:rsidR="00DE2D7F" w:rsidRDefault="00DE2D7F" w:rsidP="00D07B54">
      <w:pPr>
        <w:pStyle w:val="libNormal"/>
        <w:rPr>
          <w:rtl/>
        </w:rPr>
      </w:pPr>
      <w:r>
        <w:rPr>
          <w:rtl/>
        </w:rPr>
        <w:t>اس كے بعد واقعہ بيان كرتے ہوئے فرمايا گيا ہے :''جب ہر ايك نے تقرب پروردگار كے لئے ايك كام انجام ديا تو ايك كا عمل توقبول كرليا ليكن دوسرے كا قبول نہ ہوا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مگرجو كام ان دونو</w:t>
      </w:r>
      <w:r w:rsidR="007D6C9B">
        <w:rPr>
          <w:rtl/>
        </w:rPr>
        <w:t xml:space="preserve">ں </w:t>
      </w:r>
      <w:r>
        <w:rPr>
          <w:rtl/>
        </w:rPr>
        <w:t>بھائيو</w:t>
      </w:r>
      <w:r w:rsidR="007D6C9B">
        <w:rPr>
          <w:rtl/>
        </w:rPr>
        <w:t xml:space="preserve">ں </w:t>
      </w:r>
      <w:r>
        <w:rPr>
          <w:rtl/>
        </w:rPr>
        <w:t>نے انجام ديا اس تذكرہ كا قرآن مي</w:t>
      </w:r>
      <w:r w:rsidR="007D6C9B">
        <w:rPr>
          <w:rtl/>
        </w:rPr>
        <w:t xml:space="preserve">ں </w:t>
      </w:r>
      <w:r>
        <w:rPr>
          <w:rtl/>
        </w:rPr>
        <w:t>وجود نہي</w:t>
      </w:r>
      <w:r w:rsidR="007D6C9B">
        <w:rPr>
          <w:rtl/>
        </w:rPr>
        <w:t xml:space="preserve">ں </w:t>
      </w:r>
      <w:r>
        <w:rPr>
          <w:rtl/>
        </w:rPr>
        <w:t>ہے بعض اسلامى روايات اور توريت كے سفر تكوين باب چہارم مي</w:t>
      </w:r>
      <w:r w:rsidR="007D6C9B">
        <w:rPr>
          <w:rtl/>
        </w:rPr>
        <w:t xml:space="preserve">ں </w:t>
      </w:r>
      <w:r>
        <w:rPr>
          <w:rtl/>
        </w:rPr>
        <w:t>جو كچھ مذكورہے ا س سے ظاہر ہوتا ہے كہ ہابيل كے پاس چونكہ پالتو جانور تھے اس نے ان مي</w:t>
      </w:r>
      <w:r w:rsidR="007D6C9B">
        <w:rPr>
          <w:rtl/>
        </w:rPr>
        <w:t xml:space="preserve">ں </w:t>
      </w:r>
      <w:r>
        <w:rPr>
          <w:rtl/>
        </w:rPr>
        <w:t xml:space="preserve">سے ايك بہترين پلاہوا مينڈھامنتخب كيا، قابيل كسان تھا اس نے گندم كا گھٹيا حصہ ياگھٹياآٹا اس كے لئے منتخب كيا _ </w:t>
      </w:r>
    </w:p>
    <w:p w:rsidR="00DE2D7F" w:rsidRDefault="00DE2D7F" w:rsidP="00D07B54">
      <w:pPr>
        <w:pStyle w:val="libNormal"/>
        <w:rPr>
          <w:rtl/>
        </w:rPr>
      </w:pPr>
      <w:r>
        <w:rPr>
          <w:rtl/>
        </w:rPr>
        <w:t>سوال يہ پيدا ہوتا ہے كہ فرزندان آدم كو كيسے پتہ چلاكہ ايك كا عمل بارگا ہ ايزدى مي</w:t>
      </w:r>
      <w:r w:rsidR="007D6C9B">
        <w:rPr>
          <w:rtl/>
        </w:rPr>
        <w:t xml:space="preserve">ں </w:t>
      </w:r>
      <w:r>
        <w:rPr>
          <w:rtl/>
        </w:rPr>
        <w:t>قبول ہوگيا ہے اور دوسرے كا عمل ردّكرديا گيا ہے قرآن مي</w:t>
      </w:r>
      <w:r w:rsidR="007D6C9B">
        <w:rPr>
          <w:rtl/>
        </w:rPr>
        <w:t xml:space="preserve">ں </w:t>
      </w:r>
      <w:r>
        <w:rPr>
          <w:rtl/>
        </w:rPr>
        <w:t>اسكى بھى وضاحت نہي</w:t>
      </w:r>
      <w:r w:rsidR="007D6C9B">
        <w:rPr>
          <w:rtl/>
        </w:rPr>
        <w:t xml:space="preserve">ں </w:t>
      </w:r>
      <w:r>
        <w:rPr>
          <w:rtl/>
        </w:rPr>
        <w:t>ہے البتہ بعض اسلامى روايات سے پتہ چلتاہے كہ وہ دونو</w:t>
      </w:r>
      <w:r w:rsidR="007D6C9B">
        <w:rPr>
          <w:rtl/>
        </w:rPr>
        <w:t xml:space="preserve">ں </w:t>
      </w:r>
      <w:r>
        <w:rPr>
          <w:rtl/>
        </w:rPr>
        <w:t>اپنى مہيا شدہ چيزي</w:t>
      </w:r>
      <w:r w:rsidR="007D6C9B">
        <w:rPr>
          <w:rtl/>
        </w:rPr>
        <w:t xml:space="preserve">ں </w:t>
      </w:r>
      <w:r>
        <w:rPr>
          <w:rtl/>
        </w:rPr>
        <w:t xml:space="preserve">پہاڑ كى چوٹى پر لے گئے قبوليت كے اظہار كے طور پر بجلى نے ہابيل كى قربانى كھاليا اور اسے جلا ديا ليكن دوسرى اپنى جگہ پر باقى ر ہى اور يہ نشانى پہلے سے رائج تھى _ </w:t>
      </w:r>
    </w:p>
    <w:p w:rsidR="00DE2D7F" w:rsidRDefault="00DE2D7F" w:rsidP="00D07B54">
      <w:pPr>
        <w:pStyle w:val="libNormal"/>
        <w:rPr>
          <w:rtl/>
        </w:rPr>
      </w:pPr>
      <w:r>
        <w:rPr>
          <w:rtl/>
        </w:rPr>
        <w:t>بعض مفسرين كا خيال ہے كہ ايك عمل كى قبوليت اوردوسرے كى ردّ حضرت آدم عليہ السلام كو وحى كے ذريعے بتايا گيا اور اس كى وجہ سوائے اس كے كچھ نہ تھى كہ ہابيل ايك باصفا ،باكرداراور راہ خدا مي</w:t>
      </w:r>
      <w:r w:rsidR="007D6C9B">
        <w:rPr>
          <w:rtl/>
        </w:rPr>
        <w:t xml:space="preserve">ں </w:t>
      </w:r>
      <w:r>
        <w:rPr>
          <w:rtl/>
        </w:rPr>
        <w:t>سب كچھ كرگذرنے والاشخص تھا جبكہ قابيل تا ريك دل ،حاسد اور ہٹ دھرم تھا، قرآن نے دونو</w:t>
      </w:r>
      <w:r w:rsidR="007D6C9B">
        <w:rPr>
          <w:rtl/>
        </w:rPr>
        <w:t xml:space="preserve">ں </w:t>
      </w:r>
      <w:r>
        <w:rPr>
          <w:rtl/>
        </w:rPr>
        <w:t>بھائيو</w:t>
      </w:r>
      <w:r w:rsidR="007D6C9B">
        <w:rPr>
          <w:rtl/>
        </w:rPr>
        <w:t xml:space="preserve">ں </w:t>
      </w:r>
      <w:r>
        <w:rPr>
          <w:rtl/>
        </w:rPr>
        <w:t>كى جوگفتگو بيان كى ہے اس سے ان كى روحانى كيفت اچھى طرح سے واضح ہوجاتى ہے اسى وجہ سے جس كا عمل قبول نہ ہوا تھا ''اس نے دوسرے بھائي كو قتل كى دہمكى دى اور قسم كھا كر كہا كہ مي</w:t>
      </w:r>
      <w:r w:rsidR="007D6C9B">
        <w:rPr>
          <w:rtl/>
        </w:rPr>
        <w:t xml:space="preserve">ں </w:t>
      </w:r>
      <w:r>
        <w:rPr>
          <w:rtl/>
        </w:rPr>
        <w:t>تجھے قتل كردو</w:t>
      </w:r>
      <w:r w:rsidR="007D6C9B">
        <w:rPr>
          <w:rtl/>
        </w:rPr>
        <w:t xml:space="preserve">ں </w:t>
      </w:r>
      <w:r>
        <w:rPr>
          <w:rtl/>
        </w:rPr>
        <w:t>گا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ليكن دوسرے بھائي نے اسے نصيحت كى اور كہا كہ اگر يہ واقعہ پيش آيا ہے تو اس مي</w:t>
      </w:r>
      <w:r w:rsidR="007D6C9B">
        <w:rPr>
          <w:rtl/>
        </w:rPr>
        <w:t xml:space="preserve">ں </w:t>
      </w:r>
      <w:r>
        <w:rPr>
          <w:rtl/>
        </w:rPr>
        <w:t>ميراكوئي گناہ نہي</w:t>
      </w:r>
      <w:r w:rsidR="007D6C9B">
        <w:rPr>
          <w:rtl/>
        </w:rPr>
        <w:t xml:space="preserve">ں </w:t>
      </w:r>
      <w:r>
        <w:rPr>
          <w:rtl/>
        </w:rPr>
        <w:t>ہے، بلكہ اعتراض توتجھ پرہونا چاہيے كيونكہ تيرے عمل مي</w:t>
      </w:r>
      <w:r w:rsidR="007D6C9B">
        <w:rPr>
          <w:rtl/>
        </w:rPr>
        <w:t xml:space="preserve">ں </w:t>
      </w:r>
      <w:r>
        <w:rPr>
          <w:rtl/>
        </w:rPr>
        <w:t>تقو ى شامل نہي</w:t>
      </w:r>
      <w:r w:rsidR="007D6C9B">
        <w:rPr>
          <w:rtl/>
        </w:rPr>
        <w:t xml:space="preserve">ں </w:t>
      </w:r>
      <w:r>
        <w:rPr>
          <w:rtl/>
        </w:rPr>
        <w:t>تھا اور خدا تو صرف پرہيزگارو</w:t>
      </w:r>
      <w:r w:rsidR="007D6C9B">
        <w:rPr>
          <w:rtl/>
        </w:rPr>
        <w:t xml:space="preserve">ں </w:t>
      </w:r>
      <w:r>
        <w:rPr>
          <w:rtl/>
        </w:rPr>
        <w:t>كا عمل قبول كرتا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مائدہ ايت </w:t>
      </w:r>
      <w:r w:rsidR="00E664BB">
        <w:rPr>
          <w:rtl/>
        </w:rPr>
        <w:t>27</w:t>
      </w:r>
      <w:r>
        <w:rPr>
          <w:rtl/>
        </w:rPr>
        <w:t xml:space="preserve"> </w:t>
      </w:r>
    </w:p>
    <w:p w:rsidR="00DE2D7F" w:rsidRDefault="00DE2D7F" w:rsidP="00D07B54">
      <w:pPr>
        <w:pStyle w:val="libFootnote"/>
        <w:rPr>
          <w:rtl/>
        </w:rPr>
      </w:pPr>
      <w:r>
        <w:rPr>
          <w:rtl/>
        </w:rPr>
        <w:t>(</w:t>
      </w:r>
      <w:r w:rsidR="00E664BB">
        <w:rPr>
          <w:rtl/>
        </w:rPr>
        <w:t>2</w:t>
      </w:r>
      <w:r>
        <w:rPr>
          <w:rtl/>
        </w:rPr>
        <w:t>)سورہ مائدہ ايت</w:t>
      </w:r>
      <w:r w:rsidR="00E664BB">
        <w:rPr>
          <w:rtl/>
        </w:rPr>
        <w:t>27</w:t>
      </w:r>
      <w:r>
        <w:rPr>
          <w:rtl/>
        </w:rPr>
        <w:t xml:space="preserve"> </w:t>
      </w:r>
    </w:p>
    <w:p w:rsidR="00DE2D7F" w:rsidRDefault="00DE2D7F" w:rsidP="00D07B54">
      <w:pPr>
        <w:pStyle w:val="libFootnote"/>
        <w:rPr>
          <w:rtl/>
        </w:rPr>
      </w:pPr>
      <w:r>
        <w:rPr>
          <w:rtl/>
        </w:rPr>
        <w:t>(</w:t>
      </w:r>
      <w:r w:rsidR="00E664BB">
        <w:rPr>
          <w:rtl/>
        </w:rPr>
        <w:t>3</w:t>
      </w:r>
      <w:r>
        <w:rPr>
          <w:rtl/>
        </w:rPr>
        <w:t xml:space="preserve">)سورہ مائدہ ايت </w:t>
      </w:r>
      <w:r w:rsidR="00E664BB">
        <w:rPr>
          <w:rtl/>
        </w:rPr>
        <w:t>27</w:t>
      </w:r>
      <w:r>
        <w:rPr>
          <w:rtl/>
        </w:rPr>
        <w:t xml:space="preserve"> </w:t>
      </w:r>
    </w:p>
    <w:p w:rsidR="00130D64" w:rsidRDefault="00C2634E" w:rsidP="00D07B54">
      <w:pPr>
        <w:pStyle w:val="libNormal"/>
        <w:rPr>
          <w:rtl/>
        </w:rPr>
      </w:pPr>
      <w:r>
        <w:rPr>
          <w:rtl/>
        </w:rPr>
        <w:t xml:space="preserve"> </w:t>
      </w:r>
      <w:r>
        <w:rPr>
          <w:rtl/>
        </w:rPr>
        <w:br w:type="page"/>
      </w:r>
    </w:p>
    <w:p w:rsidR="00130D64" w:rsidRDefault="00130D64" w:rsidP="00D07B54">
      <w:pPr>
        <w:pStyle w:val="libNormal"/>
        <w:rPr>
          <w:rtl/>
        </w:rPr>
      </w:pPr>
    </w:p>
    <w:p w:rsidR="00DE2D7F" w:rsidRDefault="00DE2D7F" w:rsidP="00D07B54">
      <w:pPr>
        <w:pStyle w:val="libNormal"/>
        <w:rPr>
          <w:rtl/>
        </w:rPr>
      </w:pPr>
      <w:r>
        <w:rPr>
          <w:rtl/>
        </w:rPr>
        <w:t>مزيد كہا كہ'' حتى اگر تم اپنى دھمكى كو عملى جامہ پہنائواور ميرے قتل كے لئے ہاتھ بڑھا ئو تو مي</w:t>
      </w:r>
      <w:r w:rsidR="007D6C9B">
        <w:rPr>
          <w:rtl/>
        </w:rPr>
        <w:t xml:space="preserve">ں </w:t>
      </w:r>
      <w:r>
        <w:rPr>
          <w:rtl/>
        </w:rPr>
        <w:t>ہرگز ايسا نہي</w:t>
      </w:r>
      <w:r w:rsidR="007D6C9B">
        <w:rPr>
          <w:rtl/>
        </w:rPr>
        <w:t xml:space="preserve">ں </w:t>
      </w:r>
      <w:r>
        <w:rPr>
          <w:rtl/>
        </w:rPr>
        <w:t>كرو</w:t>
      </w:r>
      <w:r w:rsidR="007D6C9B">
        <w:rPr>
          <w:rtl/>
        </w:rPr>
        <w:t xml:space="preserve">ں </w:t>
      </w:r>
      <w:r>
        <w:rPr>
          <w:rtl/>
        </w:rPr>
        <w:t>گا اور تمہارے قتل كے لئے ہاتھ نہي</w:t>
      </w:r>
      <w:r w:rsidR="007D6C9B">
        <w:rPr>
          <w:rtl/>
        </w:rPr>
        <w:t xml:space="preserve">ں </w:t>
      </w:r>
      <w:r>
        <w:rPr>
          <w:rtl/>
        </w:rPr>
        <w:t>بڑھائو</w:t>
      </w:r>
      <w:r w:rsidR="007D6C9B">
        <w:rPr>
          <w:rtl/>
        </w:rPr>
        <w:t xml:space="preserve">ں </w:t>
      </w:r>
      <w:r>
        <w:rPr>
          <w:rtl/>
        </w:rPr>
        <w:t>گا،كيونكہ مي</w:t>
      </w:r>
      <w:r w:rsidR="007D6C9B">
        <w:rPr>
          <w:rtl/>
        </w:rPr>
        <w:t xml:space="preserve">ں </w:t>
      </w:r>
      <w:r>
        <w:rPr>
          <w:rtl/>
        </w:rPr>
        <w:t>توخدا سے ڈرتا ہو</w:t>
      </w:r>
      <w:r w:rsidR="007D6C9B">
        <w:rPr>
          <w:rtl/>
        </w:rPr>
        <w:t xml:space="preserve">ں </w:t>
      </w:r>
      <w:r>
        <w:rPr>
          <w:rtl/>
        </w:rPr>
        <w:t>اور ايسے گناہ سے ہرگزاپنے ہاتھ آلودہ نہي</w:t>
      </w:r>
      <w:r w:rsidR="007D6C9B">
        <w:rPr>
          <w:rtl/>
        </w:rPr>
        <w:t xml:space="preserve">ں </w:t>
      </w:r>
      <w:r>
        <w:rPr>
          <w:rtl/>
        </w:rPr>
        <w:t>كرو</w:t>
      </w:r>
      <w:r w:rsidR="007D6C9B">
        <w:rPr>
          <w:rtl/>
        </w:rPr>
        <w:t xml:space="preserve">ں </w:t>
      </w:r>
      <w:r>
        <w:rPr>
          <w:rtl/>
        </w:rPr>
        <w:t>گا_''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قر ان مي</w:t>
      </w:r>
      <w:r w:rsidR="007D6C9B">
        <w:rPr>
          <w:rtl/>
        </w:rPr>
        <w:t xml:space="preserve">ں </w:t>
      </w:r>
      <w:r>
        <w:rPr>
          <w:rtl/>
        </w:rPr>
        <w:t>حضرت آدم كے بٹيو</w:t>
      </w:r>
      <w:r w:rsidR="007D6C9B">
        <w:rPr>
          <w:rtl/>
        </w:rPr>
        <w:t xml:space="preserve">ں </w:t>
      </w:r>
      <w:r>
        <w:rPr>
          <w:rtl/>
        </w:rPr>
        <w:t>كا واقعہ ،ايك بھائي كا دوسرے كے ہاتھو</w:t>
      </w:r>
      <w:r w:rsidR="007D6C9B">
        <w:rPr>
          <w:rtl/>
        </w:rPr>
        <w:t xml:space="preserve">ں </w:t>
      </w:r>
      <w:r>
        <w:rPr>
          <w:rtl/>
        </w:rPr>
        <w:t>قتل اور قتل كے بعد كے حالات بيان كيے گئے ہي</w:t>
      </w:r>
      <w:r w:rsidR="007D6C9B">
        <w:rPr>
          <w:rtl/>
        </w:rPr>
        <w:t xml:space="preserve">ں </w:t>
      </w:r>
      <w:r>
        <w:rPr>
          <w:rtl/>
        </w:rPr>
        <w:t>،پہلے فرمايا : ''سركش نفس نے بھائي كے قتل كے لئے اسے پختہ كرديا اور اس نے اسے قتل كرديا''_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جملے سے معلوم ہوتا ہے كہ ہابيل كا عمل قبول ہوجانے كے بعد قابيل كے دل مي</w:t>
      </w:r>
      <w:r w:rsidR="007D6C9B">
        <w:rPr>
          <w:rtl/>
        </w:rPr>
        <w:t xml:space="preserve">ں </w:t>
      </w:r>
      <w:r>
        <w:rPr>
          <w:rtl/>
        </w:rPr>
        <w:t>ايك طوفان پيدا ہوگيا ايك طرف دل مي</w:t>
      </w:r>
      <w:r w:rsidR="007D6C9B">
        <w:rPr>
          <w:rtl/>
        </w:rPr>
        <w:t xml:space="preserve">ں </w:t>
      </w:r>
      <w:r>
        <w:rPr>
          <w:rtl/>
        </w:rPr>
        <w:t>ہر وقت حسد كى آگ بھڑكتى رہتى اوراسے انتقام پر ابھارتى اور دوسرى طرف بھا ئي كا رشتہ، انسانى جذبہ گناہ ،ظلم ،بے انصافى اور قتل نفس سے ذاتى تنفراسے اس جرم سے بازركھنے كى كوشش كرتا ،ليكن آخركار سركش نفس آہستہ آہستہ روكنے والے عوامل پر غالب آگيا اور اس نے اس كے بيداروجدان كو مطمئن كرديا اور اسے جكڑديا اور بھائي كو قتل كرنے پر آمادہ كرديا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p>
    <w:p w:rsidR="00130D64" w:rsidRDefault="00DE2D7F" w:rsidP="00D07B54">
      <w:pPr>
        <w:pStyle w:val="Heading2Center"/>
        <w:rPr>
          <w:rtl/>
        </w:rPr>
      </w:pPr>
      <w:bookmarkStart w:id="22" w:name="_Toc7268419"/>
      <w:r>
        <w:rPr>
          <w:rtl/>
        </w:rPr>
        <w:t>ظلم كى پردہ پوشي</w:t>
      </w:r>
      <w:bookmarkEnd w:id="22"/>
      <w:r>
        <w:rPr>
          <w:rtl/>
        </w:rPr>
        <w:t xml:space="preserve"> </w:t>
      </w:r>
    </w:p>
    <w:p w:rsidR="00DE2D7F" w:rsidRDefault="00DE2D7F" w:rsidP="00D07B54">
      <w:pPr>
        <w:pStyle w:val="libNormal"/>
        <w:rPr>
          <w:rtl/>
        </w:rPr>
      </w:pPr>
      <w:r>
        <w:rPr>
          <w:rtl/>
        </w:rPr>
        <w:t>قابيل نے جب اپنے بھائي كو قتل كرديا تو اس كى لاش اس نے صحرا مي</w:t>
      </w:r>
      <w:r w:rsidR="007D6C9B">
        <w:rPr>
          <w:rtl/>
        </w:rPr>
        <w:t xml:space="preserve">ں </w:t>
      </w:r>
      <w:r>
        <w:rPr>
          <w:rtl/>
        </w:rPr>
        <w:t>ڈال ركھى تھى اور اسے نہي</w:t>
      </w:r>
      <w:r w:rsidR="007D6C9B">
        <w:rPr>
          <w:rtl/>
        </w:rPr>
        <w:t xml:space="preserve">ں </w:t>
      </w:r>
      <w:r>
        <w:rPr>
          <w:rtl/>
        </w:rPr>
        <w:t>معلوم تھا كہ اسے كيا كرنا چاہئے زيادہ دير نہ گذرى كہ درندے ہابيل كے جسم كى طرف آنے لگے قابيل ضمير كے شديد دبائو كاشكار تھا بھائي كے جسم كو بچانے كے لئے وہ لاش كو ايك مدت تك كندھے پرلئے پھرتا رہا كچھ پرندو</w:t>
      </w:r>
      <w:r w:rsidR="007D6C9B">
        <w:rPr>
          <w:rtl/>
        </w:rPr>
        <w:t xml:space="preserve">ں </w:t>
      </w:r>
      <w:r>
        <w:rPr>
          <w:rtl/>
        </w:rPr>
        <w:t>نے پھر بھى اسے گھيرركھا تھا اور وہ اس انتظار مي</w:t>
      </w:r>
      <w:r w:rsidR="007D6C9B">
        <w:rPr>
          <w:rtl/>
        </w:rPr>
        <w:t xml:space="preserve">ں </w:t>
      </w:r>
      <w:r>
        <w:rPr>
          <w:rtl/>
        </w:rPr>
        <w:t>تھے كہ وہ كب اسے زمين پر پھينكتا ہے تاكہ وہ لاش پر جھپٹ پڑي</w:t>
      </w:r>
      <w:r w:rsidR="007D6C9B">
        <w:rPr>
          <w:rtl/>
        </w:rPr>
        <w:t xml:space="preserve">ں </w:t>
      </w:r>
      <w:r>
        <w:rPr>
          <w:rtl/>
        </w:rPr>
        <w:t xml:space="preserve">_ </w:t>
      </w:r>
    </w:p>
    <w:p w:rsidR="00DE2D7F" w:rsidRDefault="00DE2D7F" w:rsidP="00D07B54">
      <w:pPr>
        <w:pStyle w:val="libNormal"/>
        <w:rPr>
          <w:rtl/>
        </w:rPr>
      </w:pPr>
      <w:r>
        <w:rPr>
          <w:rtl/>
        </w:rPr>
        <w:t xml:space="preserve">جيساكہ قرآن كہتا ہے اس موقع پر خدا تعالى نے ايك كواّبھيجا، مقصديہ تھا كہ وہ زمين كھودے اوراس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مائدہ ايت</w:t>
      </w:r>
      <w:r w:rsidR="00E664BB">
        <w:rPr>
          <w:rtl/>
        </w:rPr>
        <w:t>28</w:t>
      </w:r>
      <w:r>
        <w:rPr>
          <w:rtl/>
        </w:rPr>
        <w:t xml:space="preserve"> </w:t>
      </w:r>
    </w:p>
    <w:p w:rsidR="00DE2D7F" w:rsidRDefault="00DE2D7F" w:rsidP="00D07B54">
      <w:pPr>
        <w:pStyle w:val="libFootnote"/>
        <w:rPr>
          <w:rtl/>
        </w:rPr>
      </w:pPr>
      <w:r>
        <w:rPr>
          <w:rtl/>
        </w:rPr>
        <w:t>(</w:t>
      </w:r>
      <w:r w:rsidR="00E664BB">
        <w:rPr>
          <w:rtl/>
        </w:rPr>
        <w:t>2</w:t>
      </w:r>
      <w:r>
        <w:rPr>
          <w:rtl/>
        </w:rPr>
        <w:t xml:space="preserve">)سورہ مائدہ ايت </w:t>
      </w:r>
      <w:r w:rsidR="00E664BB">
        <w:rPr>
          <w:rtl/>
        </w:rPr>
        <w:t>30</w:t>
      </w:r>
      <w:r>
        <w:rPr>
          <w:rtl/>
        </w:rPr>
        <w:t xml:space="preserve"> </w:t>
      </w:r>
    </w:p>
    <w:p w:rsidR="00DE2D7F" w:rsidRDefault="00DE2D7F" w:rsidP="00D07B54">
      <w:pPr>
        <w:pStyle w:val="libFootnote"/>
        <w:rPr>
          <w:rtl/>
        </w:rPr>
      </w:pPr>
      <w:r>
        <w:rPr>
          <w:rtl/>
        </w:rPr>
        <w:t>(</w:t>
      </w:r>
      <w:r w:rsidR="00E664BB">
        <w:rPr>
          <w:rtl/>
        </w:rPr>
        <w:t>3</w:t>
      </w:r>
      <w:r>
        <w:rPr>
          <w:rtl/>
        </w:rPr>
        <w:t>)سورہ مائدہ ايت</w:t>
      </w:r>
      <w:r w:rsidR="00E664BB">
        <w:rPr>
          <w:rtl/>
        </w:rPr>
        <w:t>30</w:t>
      </w:r>
      <w:r>
        <w:rPr>
          <w:rtl/>
        </w:rPr>
        <w:t xml:space="preserve"> </w:t>
      </w:r>
    </w:p>
    <w:p w:rsidR="00130D64" w:rsidRDefault="001648F9" w:rsidP="00D07B54">
      <w:pPr>
        <w:pStyle w:val="libNormal"/>
        <w:rPr>
          <w:rtl/>
        </w:rPr>
      </w:pPr>
      <w:r>
        <w:rPr>
          <w:rtl/>
        </w:rPr>
        <w:t xml:space="preserve"> </w:t>
      </w:r>
      <w:r>
        <w:rPr>
          <w:rtl/>
        </w:rPr>
        <w:br w:type="page"/>
      </w:r>
    </w:p>
    <w:p w:rsidR="00130D64" w:rsidRDefault="00130D64" w:rsidP="00D07B54">
      <w:pPr>
        <w:pStyle w:val="libNormal"/>
        <w:rPr>
          <w:rtl/>
        </w:rPr>
      </w:pPr>
    </w:p>
    <w:p w:rsidR="00DE2D7F" w:rsidRDefault="00DE2D7F" w:rsidP="00D07B54">
      <w:pPr>
        <w:pStyle w:val="libNormal"/>
        <w:rPr>
          <w:rtl/>
        </w:rPr>
      </w:pPr>
      <w:r>
        <w:rPr>
          <w:rtl/>
        </w:rPr>
        <w:t>مي</w:t>
      </w:r>
      <w:r w:rsidR="007D6C9B">
        <w:rPr>
          <w:rtl/>
        </w:rPr>
        <w:t xml:space="preserve">ں </w:t>
      </w:r>
      <w:r>
        <w:rPr>
          <w:rtl/>
        </w:rPr>
        <w:t>دوسرے مردہ كوّے كا جسم چھپادے يا اپنے كھانے كى چيزو</w:t>
      </w:r>
      <w:r w:rsidR="007D6C9B">
        <w:rPr>
          <w:rtl/>
        </w:rPr>
        <w:t xml:space="preserve">ں </w:t>
      </w:r>
      <w:r>
        <w:rPr>
          <w:rtl/>
        </w:rPr>
        <w:t>كو زمين مي</w:t>
      </w:r>
      <w:r w:rsidR="007D6C9B">
        <w:rPr>
          <w:rtl/>
        </w:rPr>
        <w:t xml:space="preserve">ں </w:t>
      </w:r>
      <w:r>
        <w:rPr>
          <w:rtl/>
        </w:rPr>
        <w:t xml:space="preserve">چھپادے جيسا كہ كوے كى عادت ہے تاكہ قابيل سمجھ سكے كہ وہ اپنے بھائي كى لاش كس طرح سپر د خاك كرے _ </w:t>
      </w:r>
    </w:p>
    <w:p w:rsidR="00DE2D7F" w:rsidRDefault="00DE2D7F" w:rsidP="00D07B54">
      <w:pPr>
        <w:pStyle w:val="libNormal"/>
        <w:rPr>
          <w:rtl/>
        </w:rPr>
      </w:pPr>
      <w:r>
        <w:rPr>
          <w:rtl/>
        </w:rPr>
        <w:t>البتہ اس بات مي</w:t>
      </w:r>
      <w:r w:rsidR="007D6C9B">
        <w:rPr>
          <w:rtl/>
        </w:rPr>
        <w:t xml:space="preserve">ں </w:t>
      </w:r>
      <w:r>
        <w:rPr>
          <w:rtl/>
        </w:rPr>
        <w:t>كوئي تعجب نہي</w:t>
      </w:r>
      <w:r w:rsidR="007D6C9B">
        <w:rPr>
          <w:rtl/>
        </w:rPr>
        <w:t xml:space="preserve">ں </w:t>
      </w:r>
      <w:r>
        <w:rPr>
          <w:rtl/>
        </w:rPr>
        <w:t>كہ انسان كوئي چيز كسى پرندے سے سيكھے كيونكہ تاريخ اور تجربہ شاہد ہي</w:t>
      </w:r>
      <w:r w:rsidR="007D6C9B">
        <w:rPr>
          <w:rtl/>
        </w:rPr>
        <w:t xml:space="preserve">ں </w:t>
      </w:r>
      <w:r>
        <w:rPr>
          <w:rtl/>
        </w:rPr>
        <w:t>كہ بہت سے جانور طبعى طور پر بعض معلومات ركھتے ہي</w:t>
      </w:r>
      <w:r w:rsidR="007D6C9B">
        <w:rPr>
          <w:rtl/>
        </w:rPr>
        <w:t xml:space="preserve">ں </w:t>
      </w:r>
      <w:r>
        <w:rPr>
          <w:rtl/>
        </w:rPr>
        <w:t>اور انسان نے اپنى پورى تاريخ مي</w:t>
      </w:r>
      <w:r w:rsidR="007D6C9B">
        <w:rPr>
          <w:rtl/>
        </w:rPr>
        <w:t xml:space="preserve">ں </w:t>
      </w:r>
      <w:r>
        <w:rPr>
          <w:rtl/>
        </w:rPr>
        <w:t>جانورو</w:t>
      </w:r>
      <w:r w:rsidR="007D6C9B">
        <w:rPr>
          <w:rtl/>
        </w:rPr>
        <w:t xml:space="preserve">ں </w:t>
      </w:r>
      <w:r>
        <w:rPr>
          <w:rtl/>
        </w:rPr>
        <w:t>سے بہت كچھ سيكھا ہے يہا</w:t>
      </w:r>
      <w:r w:rsidR="007D6C9B">
        <w:rPr>
          <w:rtl/>
        </w:rPr>
        <w:t xml:space="preserve">ں </w:t>
      </w:r>
      <w:r>
        <w:rPr>
          <w:rtl/>
        </w:rPr>
        <w:t>تك كہ ميڈيكل كى بعض كتب مي</w:t>
      </w:r>
      <w:r w:rsidR="007D6C9B">
        <w:rPr>
          <w:rtl/>
        </w:rPr>
        <w:t xml:space="preserve">ں </w:t>
      </w:r>
      <w:r>
        <w:rPr>
          <w:rtl/>
        </w:rPr>
        <w:t>ہے كہ انسان اپنى بعض طبيّ معلومات مي</w:t>
      </w:r>
      <w:r w:rsidR="007D6C9B">
        <w:rPr>
          <w:rtl/>
        </w:rPr>
        <w:t xml:space="preserve">ں </w:t>
      </w:r>
      <w:r>
        <w:rPr>
          <w:rtl/>
        </w:rPr>
        <w:t xml:space="preserve">حيوانات كا مرہون منت ہے ، </w:t>
      </w:r>
    </w:p>
    <w:p w:rsidR="00DE2D7F" w:rsidRDefault="00DE2D7F" w:rsidP="00D07B54">
      <w:pPr>
        <w:pStyle w:val="libNormal"/>
        <w:rPr>
          <w:rtl/>
        </w:rPr>
      </w:pPr>
    </w:p>
    <w:p w:rsidR="00130D64" w:rsidRDefault="00DE2D7F" w:rsidP="00D07B54">
      <w:pPr>
        <w:pStyle w:val="Heading2Center"/>
        <w:rPr>
          <w:rtl/>
        </w:rPr>
      </w:pPr>
      <w:bookmarkStart w:id="23" w:name="_Toc7268420"/>
      <w:r>
        <w:rPr>
          <w:rtl/>
        </w:rPr>
        <w:t>افسوس اپنے اوپر</w:t>
      </w:r>
      <w:bookmarkEnd w:id="23"/>
    </w:p>
    <w:p w:rsidR="00DE2D7F" w:rsidRDefault="00DE2D7F" w:rsidP="00D07B54">
      <w:pPr>
        <w:pStyle w:val="libNormal"/>
        <w:rPr>
          <w:rtl/>
        </w:rPr>
      </w:pPr>
      <w:r>
        <w:rPr>
          <w:rtl/>
        </w:rPr>
        <w:t xml:space="preserve"> اس كے بعد قرآن مزيد كہتا ہے:'' اس وقت قابيل اپنى غفلت اور جہالت سے پريشان ہوگيا اور چيخ اٹھا كہ وائے ہومجھ پر ،كيا مي</w:t>
      </w:r>
      <w:r w:rsidR="007D6C9B">
        <w:rPr>
          <w:rtl/>
        </w:rPr>
        <w:t xml:space="preserve">ں </w:t>
      </w:r>
      <w:r>
        <w:rPr>
          <w:rtl/>
        </w:rPr>
        <w:t>اس كوے سے بھى زيادہ ناتوا</w:t>
      </w:r>
      <w:r w:rsidR="007D6C9B">
        <w:rPr>
          <w:rtl/>
        </w:rPr>
        <w:t xml:space="preserve">ں </w:t>
      </w:r>
      <w:r>
        <w:rPr>
          <w:rtl/>
        </w:rPr>
        <w:t>اور عاجز ہو</w:t>
      </w:r>
      <w:r w:rsidR="007D6C9B">
        <w:rPr>
          <w:rtl/>
        </w:rPr>
        <w:t xml:space="preserve">ں </w:t>
      </w:r>
      <w:r>
        <w:rPr>
          <w:rtl/>
        </w:rPr>
        <w:t>،مجھ سے اتنا بھى نہ ہوسكا كہ مي</w:t>
      </w:r>
      <w:r w:rsidR="007D6C9B">
        <w:rPr>
          <w:rtl/>
        </w:rPr>
        <w:t xml:space="preserve">ں </w:t>
      </w:r>
      <w:r>
        <w:rPr>
          <w:rtl/>
        </w:rPr>
        <w:t>اس كى طرح اپنے بھائي كا جسم دفن كردو</w:t>
      </w:r>
      <w:r w:rsidR="007D6C9B">
        <w:rPr>
          <w:rtl/>
        </w:rPr>
        <w:t xml:space="preserve">ں </w:t>
      </w:r>
      <w:r>
        <w:rPr>
          <w:rtl/>
        </w:rPr>
        <w:t>، بہرحال وہ اپنے كيے پرنادم وپشيمان ہوا''_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كيا اس كى پشيمانى اس بناپر تھى كہ اس كاگھٹيا اور براعمل آخركار اس كے ما</w:t>
      </w:r>
      <w:r w:rsidR="007D6C9B">
        <w:rPr>
          <w:rtl/>
        </w:rPr>
        <w:t xml:space="preserve">ں </w:t>
      </w:r>
      <w:r>
        <w:rPr>
          <w:rtl/>
        </w:rPr>
        <w:t>باپ پر اور احتمالى طورپر دوسرے بھائيو</w:t>
      </w:r>
      <w:r w:rsidR="007D6C9B">
        <w:rPr>
          <w:rtl/>
        </w:rPr>
        <w:t xml:space="preserve">ں </w:t>
      </w:r>
      <w:r>
        <w:rPr>
          <w:rtl/>
        </w:rPr>
        <w:t>پر آشكار ہوجائےگا اوروہ اسے بہت سرزنش كري</w:t>
      </w:r>
      <w:r w:rsidR="007D6C9B">
        <w:rPr>
          <w:rtl/>
        </w:rPr>
        <w:t xml:space="preserve">ں </w:t>
      </w:r>
      <w:r>
        <w:rPr>
          <w:rtl/>
        </w:rPr>
        <w:t>گے يا كيا يہ پشيمانى اس بناپر تھى كہ كيو</w:t>
      </w:r>
      <w:r w:rsidR="007D6C9B">
        <w:rPr>
          <w:rtl/>
        </w:rPr>
        <w:t xml:space="preserve">ں </w:t>
      </w:r>
      <w:r>
        <w:rPr>
          <w:rtl/>
        </w:rPr>
        <w:t>مي</w:t>
      </w:r>
      <w:r w:rsidR="007D6C9B">
        <w:rPr>
          <w:rtl/>
        </w:rPr>
        <w:t xml:space="preserve">ں </w:t>
      </w:r>
      <w:r>
        <w:rPr>
          <w:rtl/>
        </w:rPr>
        <w:t>ايك مدت تك بھائي كى لاش كندھے پر لئے پھرتا رہا اور اسے دفن نہ كيااور يا پھركيايہ ندامت اس وجہ سے تھى كہ اصولى طور پر انسان ہربراكام انجام دے لينے كے بعد اپنے دل مي</w:t>
      </w:r>
      <w:r w:rsidR="007D6C9B">
        <w:rPr>
          <w:rtl/>
        </w:rPr>
        <w:t xml:space="preserve">ں </w:t>
      </w:r>
      <w:r>
        <w:rPr>
          <w:rtl/>
        </w:rPr>
        <w:t>ہرطرح كى پريشانى اور ندامت محسوس كرتا ہے ليكن واضح ہے كہ اس كى ندامت كى جوبھى وجہ ہووہ اس كے گناہ سے توبہ كى دليل نہي</w:t>
      </w:r>
      <w:r w:rsidR="007D6C9B">
        <w:rPr>
          <w:rtl/>
        </w:rPr>
        <w:t xml:space="preserve">ں </w:t>
      </w:r>
      <w:r>
        <w:rPr>
          <w:rtl/>
        </w:rPr>
        <w:t>ہے كيونكہ توبہ يہ ہے كہ ندامت خوف خدا كے باعث اورعمل كے براہونے كے احساس كى بنا پر ہوا، اور يہ احساس اسے اس بات پر آمادہ كرے كہ وہ آيندہ ہرگز ايسا كام نہي</w:t>
      </w:r>
      <w:r w:rsidR="007D6C9B">
        <w:rPr>
          <w:rtl/>
        </w:rPr>
        <w:t xml:space="preserve">ں </w:t>
      </w:r>
      <w:r>
        <w:rPr>
          <w:rtl/>
        </w:rPr>
        <w:t>كرے گا ،قرآن مي</w:t>
      </w:r>
      <w:r w:rsidR="007D6C9B">
        <w:rPr>
          <w:rtl/>
        </w:rPr>
        <w:t xml:space="preserve">ں </w:t>
      </w:r>
      <w:r>
        <w:rPr>
          <w:rtl/>
        </w:rPr>
        <w:t>قابيل كى ايسى كسى توبہ كى نشاندہى نہي</w:t>
      </w:r>
      <w:r w:rsidR="007D6C9B">
        <w:rPr>
          <w:rtl/>
        </w:rPr>
        <w:t xml:space="preserve">ں </w:t>
      </w:r>
      <w:r>
        <w:rPr>
          <w:rtl/>
        </w:rPr>
        <w:t>كى گئي بلكہ شايد قران مي</w:t>
      </w:r>
      <w:r w:rsidR="007D6C9B">
        <w:rPr>
          <w:rtl/>
        </w:rPr>
        <w:t xml:space="preserve">ں </w:t>
      </w:r>
      <w:r>
        <w:rPr>
          <w:rtl/>
        </w:rPr>
        <w:t xml:space="preserve">ايسى توبہ كے نہ ہو نے كى طرف ہى اشارہ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مائدہ ايت </w:t>
      </w:r>
      <w:r w:rsidR="00E664BB">
        <w:rPr>
          <w:rtl/>
        </w:rPr>
        <w:t>31</w:t>
      </w:r>
      <w:r>
        <w:rPr>
          <w:rtl/>
        </w:rPr>
        <w:t xml:space="preserve"> </w:t>
      </w:r>
    </w:p>
    <w:p w:rsidR="00316476" w:rsidRDefault="00316476" w:rsidP="00D07B54">
      <w:pPr>
        <w:pStyle w:val="libNormal"/>
        <w:rPr>
          <w:rtl/>
        </w:rPr>
      </w:pPr>
      <w:r>
        <w:rPr>
          <w:rtl/>
        </w:rPr>
        <w:br w:type="page"/>
      </w:r>
    </w:p>
    <w:p w:rsidR="00DE2D7F" w:rsidRDefault="00DE2D7F" w:rsidP="00D07B54">
      <w:pPr>
        <w:pStyle w:val="libNormal"/>
        <w:rPr>
          <w:rtl/>
        </w:rPr>
      </w:pPr>
      <w:r>
        <w:rPr>
          <w:rtl/>
        </w:rPr>
        <w:lastRenderedPageBreak/>
        <w:t xml:space="preserve">پيغمبر اسلام (ص) سے ايك حديث منقول ہے ،آپ نے فرمايا : </w:t>
      </w:r>
    </w:p>
    <w:p w:rsidR="00DE2D7F" w:rsidRDefault="00DE2D7F" w:rsidP="00D07B54">
      <w:pPr>
        <w:pStyle w:val="libNormal"/>
        <w:rPr>
          <w:rtl/>
        </w:rPr>
      </w:pPr>
      <w:r>
        <w:rPr>
          <w:rtl/>
        </w:rPr>
        <w:t>''جس كسى انسان كا بھى خون بہايا جاتا ہے اس كى جوابدہى كا ايك حصہ قابيل كے ذمہ ہوتا ہے جس نے انسان كُشى كى اس برى سنت كى دنيامي</w:t>
      </w:r>
      <w:r w:rsidR="007D6C9B">
        <w:rPr>
          <w:rtl/>
        </w:rPr>
        <w:t xml:space="preserve">ں </w:t>
      </w:r>
      <w:r>
        <w:rPr>
          <w:rtl/>
        </w:rPr>
        <w:t xml:space="preserve">بنيادركھى تھي''_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حضرت آدم عليہ السلام كے بيٹو</w:t>
      </w:r>
      <w:r w:rsidR="007D6C9B">
        <w:rPr>
          <w:rtl/>
        </w:rPr>
        <w:t xml:space="preserve">ں </w:t>
      </w:r>
      <w:r>
        <w:rPr>
          <w:rtl/>
        </w:rPr>
        <w:t>كا يہ واقعہ ايك حقيقى واقعہ ہے اس كے علاوہ كہ آيات قرآن اور اسلامى روايت كا ظاہر ى مفہوم اس كى واقعيت كو ثابت كرتا ہے اس كے ''بالحق '' كى تعبير بھى جوقر آن مي</w:t>
      </w:r>
      <w:r w:rsidR="007D6C9B">
        <w:rPr>
          <w:rtl/>
        </w:rPr>
        <w:t xml:space="preserve">ں </w:t>
      </w:r>
      <w:r>
        <w:rPr>
          <w:rtl/>
        </w:rPr>
        <w:t>آئي ہے اس بات پر شاہدہے، لہذا جولوگ قران مي</w:t>
      </w:r>
      <w:r w:rsidR="007D6C9B">
        <w:rPr>
          <w:rtl/>
        </w:rPr>
        <w:t xml:space="preserve">ں </w:t>
      </w:r>
      <w:r>
        <w:rPr>
          <w:rtl/>
        </w:rPr>
        <w:t>بيان كئے گئے واقعہ كو تشبيہ ،كنايہ يا علامتى (</w:t>
      </w:r>
      <w:r>
        <w:t>SIMBOLIC</w:t>
      </w:r>
      <w:r>
        <w:rPr>
          <w:rtl/>
        </w:rPr>
        <w:t>)داستان سمجھتے ہي</w:t>
      </w:r>
      <w:r w:rsidR="007D6C9B">
        <w:rPr>
          <w:rtl/>
        </w:rPr>
        <w:t xml:space="preserve">ں </w:t>
      </w:r>
      <w:r>
        <w:rPr>
          <w:rtl/>
        </w:rPr>
        <w:t>،بغيردليل كے ايسا كرتے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)اس كے باوجود اس بات مي</w:t>
      </w:r>
      <w:r w:rsidR="007D6C9B">
        <w:rPr>
          <w:rtl/>
        </w:rPr>
        <w:t xml:space="preserve">ں </w:t>
      </w:r>
      <w:r>
        <w:rPr>
          <w:rtl/>
        </w:rPr>
        <w:t>كوئي مضائقہ نہي</w:t>
      </w:r>
      <w:r w:rsidR="007D6C9B">
        <w:rPr>
          <w:rtl/>
        </w:rPr>
        <w:t xml:space="preserve">ں </w:t>
      </w:r>
      <w:r>
        <w:rPr>
          <w:rtl/>
        </w:rPr>
        <w:t>كہ يہ حقيقى واقعہ اس جنگ كے لئے نمونہ كے طورپر بيان كيا گيا ہو جو ہميشہ سے مردان پاكباز ،صالح ومقبول بارگا ہ خدا انسانو</w:t>
      </w:r>
      <w:r w:rsidR="007D6C9B">
        <w:rPr>
          <w:rtl/>
        </w:rPr>
        <w:t xml:space="preserve">ں </w:t>
      </w:r>
      <w:r>
        <w:rPr>
          <w:rtl/>
        </w:rPr>
        <w:t>اور آلودہ ،منحرف ،كينہ پرور، حاسد اور ناجائزہٹ دھرمى كرنے والو</w:t>
      </w:r>
      <w:r w:rsidR="007D6C9B">
        <w:rPr>
          <w:rtl/>
        </w:rPr>
        <w:t xml:space="preserve">ں </w:t>
      </w:r>
      <w:r>
        <w:rPr>
          <w:rtl/>
        </w:rPr>
        <w:t>كے درميان جارى رہى ہے وہ لوگ كتنے پاكيزہ اور عظيم ہي</w:t>
      </w:r>
      <w:r w:rsidR="007D6C9B">
        <w:rPr>
          <w:rtl/>
        </w:rPr>
        <w:t xml:space="preserve">ں </w:t>
      </w:r>
      <w:r>
        <w:rPr>
          <w:rtl/>
        </w:rPr>
        <w:t>جنھو</w:t>
      </w:r>
      <w:r w:rsidR="007D6C9B">
        <w:rPr>
          <w:rtl/>
        </w:rPr>
        <w:t xml:space="preserve">ں </w:t>
      </w:r>
      <w:r>
        <w:rPr>
          <w:rtl/>
        </w:rPr>
        <w:t>نے ايسے برے لوگو</w:t>
      </w:r>
      <w:r w:rsidR="007D6C9B">
        <w:rPr>
          <w:rtl/>
        </w:rPr>
        <w:t xml:space="preserve">ں </w:t>
      </w:r>
      <w:r>
        <w:rPr>
          <w:rtl/>
        </w:rPr>
        <w:t>كے ہاتھو</w:t>
      </w:r>
      <w:r w:rsidR="007D6C9B">
        <w:rPr>
          <w:rtl/>
        </w:rPr>
        <w:t xml:space="preserve">ں </w:t>
      </w:r>
      <w:r>
        <w:rPr>
          <w:rtl/>
        </w:rPr>
        <w:t xml:space="preserve">جام شہادت نوش كيا _ </w:t>
      </w:r>
    </w:p>
    <w:p w:rsidR="00DE2D7F" w:rsidRDefault="00DE2D7F" w:rsidP="00D07B54">
      <w:pPr>
        <w:pStyle w:val="libFootnote"/>
        <w:rPr>
          <w:rtl/>
        </w:rPr>
      </w:pPr>
      <w:r>
        <w:rPr>
          <w:rtl/>
        </w:rPr>
        <w:t>آخركار يہ برے لوگ اپنے شرمناك اور برے اعمال كے انجام سے آگاہ ہو جاتے ہي</w:t>
      </w:r>
      <w:r w:rsidR="007D6C9B">
        <w:rPr>
          <w:rtl/>
        </w:rPr>
        <w:t xml:space="preserve">ں </w:t>
      </w:r>
      <w:r>
        <w:rPr>
          <w:rtl/>
        </w:rPr>
        <w:t>اور ان پر پردہ ڈالنے اور انھي</w:t>
      </w:r>
      <w:r w:rsidR="007D6C9B">
        <w:rPr>
          <w:rtl/>
        </w:rPr>
        <w:t xml:space="preserve">ں </w:t>
      </w:r>
      <w:r>
        <w:rPr>
          <w:rtl/>
        </w:rPr>
        <w:t>دفن كرنے كے درپے ہوجاتے ہي</w:t>
      </w:r>
      <w:r w:rsidR="007D6C9B">
        <w:rPr>
          <w:rtl/>
        </w:rPr>
        <w:t xml:space="preserve">ں </w:t>
      </w:r>
      <w:r>
        <w:rPr>
          <w:rtl/>
        </w:rPr>
        <w:t>اس مو قع پر ان كى آرزوئي</w:t>
      </w:r>
      <w:r w:rsidR="007D6C9B">
        <w:rPr>
          <w:rtl/>
        </w:rPr>
        <w:t xml:space="preserve">ں </w:t>
      </w:r>
      <w:r>
        <w:rPr>
          <w:rtl/>
        </w:rPr>
        <w:t>ان كى مدد كو لپكتى ہي</w:t>
      </w:r>
      <w:r w:rsidR="007D6C9B">
        <w:rPr>
          <w:rtl/>
        </w:rPr>
        <w:t xml:space="preserve">ں </w:t>
      </w:r>
      <w:r>
        <w:rPr>
          <w:rtl/>
        </w:rPr>
        <w:t>،كوّا ان آرزوئو</w:t>
      </w:r>
      <w:r w:rsidR="007D6C9B">
        <w:rPr>
          <w:rtl/>
        </w:rPr>
        <w:t xml:space="preserve">ں </w:t>
      </w:r>
      <w:r>
        <w:rPr>
          <w:rtl/>
        </w:rPr>
        <w:t>كا مظہر ہے جو جلدى سے پہنچتا ہے اور انھي</w:t>
      </w:r>
      <w:r w:rsidR="007D6C9B">
        <w:rPr>
          <w:rtl/>
        </w:rPr>
        <w:t xml:space="preserve">ں </w:t>
      </w:r>
      <w:r>
        <w:rPr>
          <w:rtl/>
        </w:rPr>
        <w:t>ان كے جرائم پرپر دہ پوشى كى دعوت ديتا ہے ليكن آخر كار انھي</w:t>
      </w:r>
      <w:r w:rsidR="007D6C9B">
        <w:rPr>
          <w:rtl/>
        </w:rPr>
        <w:t xml:space="preserve">ں </w:t>
      </w:r>
      <w:r>
        <w:rPr>
          <w:rtl/>
        </w:rPr>
        <w:t>خسارے ،نقصان اور حسرت كے سوا كچھ نصيب نہي</w:t>
      </w:r>
      <w:r w:rsidR="007D6C9B">
        <w:rPr>
          <w:rtl/>
        </w:rPr>
        <w:t xml:space="preserve">ں </w:t>
      </w:r>
      <w:r>
        <w:rPr>
          <w:rtl/>
        </w:rPr>
        <w:t xml:space="preserve">ہوتا _ </w:t>
      </w:r>
    </w:p>
    <w:p w:rsidR="00130D64" w:rsidRDefault="00C2634E" w:rsidP="00D07B54">
      <w:pPr>
        <w:pStyle w:val="libNormal"/>
        <w:rPr>
          <w:rtl/>
        </w:rPr>
      </w:pPr>
      <w:r>
        <w:rPr>
          <w:rtl/>
        </w:rPr>
        <w:t xml:space="preserve"> </w:t>
      </w:r>
      <w:r>
        <w:rPr>
          <w:rtl/>
        </w:rPr>
        <w:br w:type="page"/>
      </w:r>
    </w:p>
    <w:p w:rsidR="00130D64" w:rsidRDefault="00130D64" w:rsidP="00D07B54">
      <w:pPr>
        <w:pStyle w:val="libNormal"/>
        <w:rPr>
          <w:rtl/>
        </w:rPr>
      </w:pPr>
    </w:p>
    <w:p w:rsidR="00130D64" w:rsidRDefault="00DE2D7F" w:rsidP="00D07B54">
      <w:pPr>
        <w:pStyle w:val="Heading2Center"/>
        <w:rPr>
          <w:rtl/>
        </w:rPr>
      </w:pPr>
      <w:bookmarkStart w:id="24" w:name="_Toc7268421"/>
      <w:r>
        <w:rPr>
          <w:rtl/>
        </w:rPr>
        <w:t>حضرت ادريس عليہ السلام</w:t>
      </w:r>
      <w:bookmarkEnd w:id="24"/>
      <w:r>
        <w:rPr>
          <w:rtl/>
        </w:rPr>
        <w:t xml:space="preserve"> </w:t>
      </w:r>
    </w:p>
    <w:p w:rsidR="00DE2D7F" w:rsidRDefault="00DE2D7F" w:rsidP="00D07B54">
      <w:pPr>
        <w:pStyle w:val="libNormal"/>
        <w:rPr>
          <w:rtl/>
        </w:rPr>
      </w:pPr>
      <w:r>
        <w:rPr>
          <w:rtl/>
        </w:rPr>
        <w:t>بہت سے مفسرين كے قول كے مطابق ادريس عليہ السلام،نوح عليہ السلام كے دادا تھے ان كا نام توريت مي</w:t>
      </w:r>
      <w:r w:rsidR="007D6C9B">
        <w:rPr>
          <w:rtl/>
        </w:rPr>
        <w:t xml:space="preserve">ں </w:t>
      </w:r>
      <w:r>
        <w:rPr>
          <w:rtl/>
        </w:rPr>
        <w:t>''اخنوخ''اور عربى مي</w:t>
      </w:r>
      <w:r w:rsidR="007D6C9B">
        <w:rPr>
          <w:rtl/>
        </w:rPr>
        <w:t xml:space="preserve">ں </w:t>
      </w:r>
      <w:r>
        <w:rPr>
          <w:rtl/>
        </w:rPr>
        <w:t>ادريس(ع) ہے جسے بعض''درس''كے مادہ سے سمجھتے ہي</w:t>
      </w:r>
      <w:r w:rsidR="007D6C9B">
        <w:rPr>
          <w:rtl/>
        </w:rPr>
        <w:t xml:space="preserve">ں </w:t>
      </w:r>
      <w:r>
        <w:rPr>
          <w:rtl/>
        </w:rPr>
        <w:t>،كيونكہ وہ پہلے شخص تھے جنہو</w:t>
      </w:r>
      <w:r w:rsidR="007D6C9B">
        <w:rPr>
          <w:rtl/>
        </w:rPr>
        <w:t xml:space="preserve">ں </w:t>
      </w:r>
      <w:r>
        <w:rPr>
          <w:rtl/>
        </w:rPr>
        <w:t>نے قلم كے ساتھ خط لكھا،مقام نبوت كے علاوہ وہ علم نجوم علم ہئيت مي</w:t>
      </w:r>
      <w:r w:rsidR="007D6C9B">
        <w:rPr>
          <w:rtl/>
        </w:rPr>
        <w:t xml:space="preserve">ں </w:t>
      </w:r>
      <w:r>
        <w:rPr>
          <w:rtl/>
        </w:rPr>
        <w:t>بھى ماہر تھے وہ پہلے شخص تھے جنہو</w:t>
      </w:r>
      <w:r w:rsidR="007D6C9B">
        <w:rPr>
          <w:rtl/>
        </w:rPr>
        <w:t xml:space="preserve">ں </w:t>
      </w:r>
      <w:r>
        <w:rPr>
          <w:rtl/>
        </w:rPr>
        <w:t xml:space="preserve">نے انسان كو لباس سينے كاطريقہ سكھايا_ </w:t>
      </w:r>
    </w:p>
    <w:p w:rsidR="00DE2D7F" w:rsidRDefault="00DE2D7F" w:rsidP="00D07B54">
      <w:pPr>
        <w:pStyle w:val="libNormal"/>
        <w:rPr>
          <w:rtl/>
        </w:rPr>
      </w:pPr>
      <w:r>
        <w:rPr>
          <w:rtl/>
        </w:rPr>
        <w:t>اس عظيم پيغمبر كے بارے مي</w:t>
      </w:r>
      <w:r w:rsidR="007D6C9B">
        <w:rPr>
          <w:rtl/>
        </w:rPr>
        <w:t xml:space="preserve">ں </w:t>
      </w:r>
      <w:r>
        <w:rPr>
          <w:rtl/>
        </w:rPr>
        <w:t>قرآن مي</w:t>
      </w:r>
      <w:r w:rsidR="007D6C9B">
        <w:rPr>
          <w:rtl/>
        </w:rPr>
        <w:t xml:space="preserve">ں </w:t>
      </w:r>
      <w:r>
        <w:rPr>
          <w:rtl/>
        </w:rPr>
        <w:t>صرف دو مرتبہ،وہ بھى مختصر سے اشارو</w:t>
      </w:r>
      <w:r w:rsidR="007D6C9B">
        <w:rPr>
          <w:rtl/>
        </w:rPr>
        <w:t xml:space="preserve">ں </w:t>
      </w:r>
      <w:r>
        <w:rPr>
          <w:rtl/>
        </w:rPr>
        <w:t xml:space="preserve">كے ساتھ بيان آيا ہے،ايك تو يہى سورہ مريم ايت </w:t>
      </w:r>
      <w:r w:rsidR="00E664BB">
        <w:rPr>
          <w:rtl/>
        </w:rPr>
        <w:t>56</w:t>
      </w:r>
      <w:r>
        <w:rPr>
          <w:rtl/>
        </w:rPr>
        <w:t xml:space="preserve"> مي</w:t>
      </w:r>
      <w:r w:rsidR="007D6C9B">
        <w:rPr>
          <w:rtl/>
        </w:rPr>
        <w:t xml:space="preserve">ں </w:t>
      </w:r>
      <w:r>
        <w:rPr>
          <w:rtl/>
        </w:rPr>
        <w:t xml:space="preserve">اور دوسرا سورہ انبياء كى آيات </w:t>
      </w:r>
      <w:r w:rsidR="00E664BB">
        <w:rPr>
          <w:rtl/>
        </w:rPr>
        <w:t>85</w:t>
      </w:r>
      <w:r>
        <w:rPr>
          <w:rtl/>
        </w:rPr>
        <w:t>سے</w:t>
      </w:r>
      <w:r w:rsidR="00E664BB">
        <w:rPr>
          <w:rtl/>
        </w:rPr>
        <w:t>86</w:t>
      </w:r>
      <w:r>
        <w:rPr>
          <w:rtl/>
        </w:rPr>
        <w:t>/مي</w:t>
      </w:r>
      <w:r w:rsidR="007D6C9B">
        <w:rPr>
          <w:rtl/>
        </w:rPr>
        <w:t xml:space="preserve">ں </w:t>
      </w:r>
      <w:r>
        <w:rPr>
          <w:rtl/>
        </w:rPr>
        <w:t>، مختلف روايات مي</w:t>
      </w:r>
      <w:r w:rsidR="007D6C9B">
        <w:rPr>
          <w:rtl/>
        </w:rPr>
        <w:t xml:space="preserve">ں </w:t>
      </w:r>
      <w:r>
        <w:rPr>
          <w:rtl/>
        </w:rPr>
        <w:t>ان كى زندگى كے بارے مي</w:t>
      </w:r>
      <w:r w:rsidR="007D6C9B">
        <w:rPr>
          <w:rtl/>
        </w:rPr>
        <w:t xml:space="preserve">ں </w:t>
      </w:r>
      <w:r>
        <w:rPr>
          <w:rtl/>
        </w:rPr>
        <w:t>تفصيلى طور پر بيان كيا گيا ہے كہ جسے ہم پورے كا پورا معتبر نہي</w:t>
      </w:r>
      <w:r w:rsidR="007D6C9B">
        <w:rPr>
          <w:rtl/>
        </w:rPr>
        <w:t xml:space="preserve">ں </w:t>
      </w:r>
      <w:r>
        <w:rPr>
          <w:rtl/>
        </w:rPr>
        <w:t>سمجھ سكتے_اسى وجہ سے ہم مذكورہ اشارے پر قناعت كرتے ہوئے اس بحث كو ختم كرتے ہي</w:t>
      </w:r>
      <w:r w:rsidR="007D6C9B">
        <w:rPr>
          <w:rtl/>
        </w:rPr>
        <w:t xml:space="preserve">ں </w:t>
      </w:r>
      <w:r>
        <w:rPr>
          <w:rtl/>
        </w:rPr>
        <w:t xml:space="preserve">_ </w:t>
      </w:r>
    </w:p>
    <w:p w:rsidR="00130D64" w:rsidRDefault="001648F9" w:rsidP="00D07B54">
      <w:pPr>
        <w:pStyle w:val="libNormal"/>
        <w:rPr>
          <w:rtl/>
        </w:rPr>
      </w:pPr>
      <w:r>
        <w:rPr>
          <w:rtl/>
        </w:rPr>
        <w:t xml:space="preserve"> </w:t>
      </w:r>
      <w:r>
        <w:rPr>
          <w:rtl/>
        </w:rPr>
        <w:br w:type="page"/>
      </w:r>
    </w:p>
    <w:p w:rsidR="00130D64" w:rsidRDefault="00130D64" w:rsidP="00D07B54">
      <w:pPr>
        <w:pStyle w:val="libNormal"/>
        <w:rPr>
          <w:rtl/>
        </w:rPr>
      </w:pPr>
    </w:p>
    <w:p w:rsidR="00130D64" w:rsidRDefault="00DE2D7F" w:rsidP="00D07B54">
      <w:pPr>
        <w:pStyle w:val="Heading2Center"/>
        <w:rPr>
          <w:rtl/>
        </w:rPr>
      </w:pPr>
      <w:bookmarkStart w:id="25" w:name="_Toc7268422"/>
      <w:r>
        <w:rPr>
          <w:rtl/>
        </w:rPr>
        <w:t>حضرت نوح عليہ السلام</w:t>
      </w:r>
      <w:bookmarkEnd w:id="25"/>
      <w:r>
        <w:rPr>
          <w:rtl/>
        </w:rPr>
        <w:t xml:space="preserve"> </w:t>
      </w:r>
    </w:p>
    <w:p w:rsidR="00DE2D7F" w:rsidRDefault="00DE2D7F" w:rsidP="00D07B54">
      <w:pPr>
        <w:pStyle w:val="libNormal"/>
        <w:rPr>
          <w:rtl/>
        </w:rPr>
      </w:pPr>
      <w:r>
        <w:rPr>
          <w:rtl/>
        </w:rPr>
        <w:t>قرآن مجيد،بہت سى آيات مي</w:t>
      </w:r>
      <w:r w:rsidR="007D6C9B">
        <w:rPr>
          <w:rtl/>
        </w:rPr>
        <w:t xml:space="preserve">ں </w:t>
      </w:r>
      <w:r>
        <w:rPr>
          <w:rtl/>
        </w:rPr>
        <w:t>نوح كے بارے مي</w:t>
      </w:r>
      <w:r w:rsidR="007D6C9B">
        <w:rPr>
          <w:rtl/>
        </w:rPr>
        <w:t xml:space="preserve">ں </w:t>
      </w:r>
      <w:r>
        <w:rPr>
          <w:rtl/>
        </w:rPr>
        <w:t>گفتگو كرتا ہے اور مجمو عى طور پر قرآن كى انتيس سورتو</w:t>
      </w:r>
      <w:r w:rsidR="007D6C9B">
        <w:rPr>
          <w:rtl/>
        </w:rPr>
        <w:t xml:space="preserve">ں </w:t>
      </w:r>
      <w:r>
        <w:rPr>
          <w:rtl/>
        </w:rPr>
        <w:t>مي</w:t>
      </w:r>
      <w:r w:rsidR="007D6C9B">
        <w:rPr>
          <w:rtl/>
        </w:rPr>
        <w:t xml:space="preserve">ں </w:t>
      </w:r>
      <w:r>
        <w:rPr>
          <w:rtl/>
        </w:rPr>
        <w:t>اس عظيم پيغمبر كے بارے مي</w:t>
      </w:r>
      <w:r w:rsidR="007D6C9B">
        <w:rPr>
          <w:rtl/>
        </w:rPr>
        <w:t xml:space="preserve">ں </w:t>
      </w:r>
      <w:r>
        <w:rPr>
          <w:rtl/>
        </w:rPr>
        <w:t>گفتگو ہوئي ہے ،ان كانا م</w:t>
      </w:r>
      <w:r w:rsidR="00E664BB">
        <w:rPr>
          <w:rtl/>
        </w:rPr>
        <w:t>43</w:t>
      </w:r>
      <w:r>
        <w:rPr>
          <w:rtl/>
        </w:rPr>
        <w:t>/ مرتبہ قرآن مي</w:t>
      </w:r>
      <w:r w:rsidR="007D6C9B">
        <w:rPr>
          <w:rtl/>
        </w:rPr>
        <w:t xml:space="preserve">ں </w:t>
      </w:r>
      <w:r>
        <w:rPr>
          <w:rtl/>
        </w:rPr>
        <w:t xml:space="preserve">آيا ہے _ </w:t>
      </w:r>
    </w:p>
    <w:p w:rsidR="00DE2D7F" w:rsidRDefault="00DE2D7F" w:rsidP="00D07B54">
      <w:pPr>
        <w:pStyle w:val="libNormal"/>
        <w:rPr>
          <w:rtl/>
        </w:rPr>
      </w:pPr>
      <w:r>
        <w:rPr>
          <w:rtl/>
        </w:rPr>
        <w:t>قرآن مجيد نے ان كى زندگى كے مختلف حصو</w:t>
      </w:r>
      <w:r w:rsidR="007D6C9B">
        <w:rPr>
          <w:rtl/>
        </w:rPr>
        <w:t xml:space="preserve">ں </w:t>
      </w:r>
      <w:r>
        <w:rPr>
          <w:rtl/>
        </w:rPr>
        <w:t>كى باريك بينى كے ساتھ تفصيل بيان كى ہے ايسے جوزيادہ تر تعليم وتربيت اور پندو نصيحت كے پہلوئو</w:t>
      </w:r>
      <w:r w:rsidR="007D6C9B">
        <w:rPr>
          <w:rtl/>
        </w:rPr>
        <w:t xml:space="preserve">ں </w:t>
      </w:r>
      <w:r>
        <w:rPr>
          <w:rtl/>
        </w:rPr>
        <w:t>سے متعلق ہي</w:t>
      </w:r>
      <w:r w:rsidR="007D6C9B">
        <w:rPr>
          <w:rtl/>
        </w:rPr>
        <w:t xml:space="preserve">ں </w:t>
      </w:r>
      <w:r>
        <w:rPr>
          <w:rtl/>
        </w:rPr>
        <w:t xml:space="preserve">_ </w:t>
      </w:r>
    </w:p>
    <w:p w:rsidR="00DE2D7F" w:rsidRDefault="00DE2D7F" w:rsidP="00D07B54">
      <w:pPr>
        <w:pStyle w:val="libNormal"/>
        <w:rPr>
          <w:rtl/>
        </w:rPr>
      </w:pPr>
      <w:r>
        <w:rPr>
          <w:rtl/>
        </w:rPr>
        <w:t>مورخين ومفسرين نے لكھا ہے كہ نوح كا نام '' عبد الغفار ''يا عبد الملك''يا''عبدالاعلى '' تھااور ''نوح'' كا لقب انھي</w:t>
      </w:r>
      <w:r w:rsidR="007D6C9B">
        <w:rPr>
          <w:rtl/>
        </w:rPr>
        <w:t xml:space="preserve">ں </w:t>
      </w:r>
      <w:r>
        <w:rPr>
          <w:rtl/>
        </w:rPr>
        <w:t>اس لئے ديا گيا ہے ، كيونكہ وہ سالہا سال اپنے اوپر يا اپنى قوم پر نوحہ گريہ كرتے رہے _آپ كے والد كا نام ''لمك ''يا'' لامك ''تھا اور آپ كى عمر كى مدت مي</w:t>
      </w:r>
      <w:r w:rsidR="007D6C9B">
        <w:rPr>
          <w:rtl/>
        </w:rPr>
        <w:t xml:space="preserve">ں </w:t>
      </w:r>
      <w:r>
        <w:rPr>
          <w:rtl/>
        </w:rPr>
        <w:t>اختلاف ہے ،بعض روايات مي</w:t>
      </w:r>
      <w:r w:rsidR="007D6C9B">
        <w:rPr>
          <w:rtl/>
        </w:rPr>
        <w:t xml:space="preserve">ں </w:t>
      </w:r>
      <w:r w:rsidR="00E664BB">
        <w:rPr>
          <w:rtl/>
        </w:rPr>
        <w:t>14</w:t>
      </w:r>
      <w:r w:rsidR="00E44785">
        <w:rPr>
          <w:rtl/>
        </w:rPr>
        <w:t>9</w:t>
      </w:r>
      <w:r w:rsidR="00E664BB">
        <w:rPr>
          <w:rtl/>
        </w:rPr>
        <w:t>0</w:t>
      </w:r>
      <w:r>
        <w:rPr>
          <w:rtl/>
        </w:rPr>
        <w:t xml:space="preserve"> /اور بعض مي</w:t>
      </w:r>
      <w:r w:rsidR="007D6C9B">
        <w:rPr>
          <w:rtl/>
        </w:rPr>
        <w:t xml:space="preserve">ں </w:t>
      </w:r>
      <w:r w:rsidR="00E664BB">
        <w:rPr>
          <w:rtl/>
        </w:rPr>
        <w:t>2500</w:t>
      </w:r>
      <w:r>
        <w:rPr>
          <w:rtl/>
        </w:rPr>
        <w:t xml:space="preserve"> /سال بيان كى گئي ہے ، اور ان كى قوم كے بارے مي</w:t>
      </w:r>
      <w:r w:rsidR="007D6C9B">
        <w:rPr>
          <w:rtl/>
        </w:rPr>
        <w:t xml:space="preserve">ں </w:t>
      </w:r>
      <w:r>
        <w:rPr>
          <w:rtl/>
        </w:rPr>
        <w:t>بھى طولانى عمري</w:t>
      </w:r>
      <w:r w:rsidR="007D6C9B">
        <w:rPr>
          <w:rtl/>
        </w:rPr>
        <w:t xml:space="preserve">ں </w:t>
      </w:r>
      <w:r>
        <w:rPr>
          <w:rtl/>
        </w:rPr>
        <w:t>تقريبََا</w:t>
      </w:r>
      <w:r w:rsidR="00E664BB">
        <w:rPr>
          <w:rtl/>
        </w:rPr>
        <w:t>300</w:t>
      </w:r>
      <w:r>
        <w:rPr>
          <w:rtl/>
        </w:rPr>
        <w:t>/ سال تك لكھى گئي ہي</w:t>
      </w:r>
      <w:r w:rsidR="007D6C9B">
        <w:rPr>
          <w:rtl/>
        </w:rPr>
        <w:t xml:space="preserve">ں </w:t>
      </w:r>
      <w:r>
        <w:rPr>
          <w:rtl/>
        </w:rPr>
        <w:t>،جوبات مسلم ہے وہ يہ ہے كہ آپ نے بہت طولانى عمر پائي ہے، اورقرآن كى صراحت كے مطابق آپ</w:t>
      </w:r>
      <w:r w:rsidR="00E664BB">
        <w:rPr>
          <w:rtl/>
        </w:rPr>
        <w:t>50</w:t>
      </w:r>
      <w:r>
        <w:rPr>
          <w:rtl/>
        </w:rPr>
        <w:t xml:space="preserve"> </w:t>
      </w:r>
      <w:r w:rsidR="00E44785">
        <w:rPr>
          <w:rtl/>
        </w:rPr>
        <w:t>9</w:t>
      </w:r>
      <w:r>
        <w:rPr>
          <w:rtl/>
        </w:rPr>
        <w:t>/ سال اپنى قوم كے درميان رہے ( اور تبليغ مي</w:t>
      </w:r>
      <w:r w:rsidR="007D6C9B">
        <w:rPr>
          <w:rtl/>
        </w:rPr>
        <w:t xml:space="preserve">ں </w:t>
      </w:r>
      <w:r>
        <w:rPr>
          <w:rtl/>
        </w:rPr>
        <w:t xml:space="preserve">مشغول رہے)_ </w:t>
      </w:r>
    </w:p>
    <w:p w:rsidR="00DE2D7F" w:rsidRDefault="00DE2D7F" w:rsidP="00D07B54">
      <w:pPr>
        <w:pStyle w:val="libNormal"/>
        <w:rPr>
          <w:rtl/>
        </w:rPr>
      </w:pPr>
      <w:r>
        <w:rPr>
          <w:rtl/>
        </w:rPr>
        <w:t>نوح كے تين بيٹے تھے ''حام''''سام'' يافث ''اور مو رخين كا نظريہ يہ ہے كہ كرئہ زمين كى اس وقت كى تمام نسل انسانى كى بازگشت انھي</w:t>
      </w:r>
      <w:r w:rsidR="007D6C9B">
        <w:rPr>
          <w:rtl/>
        </w:rPr>
        <w:t xml:space="preserve">ں </w:t>
      </w:r>
      <w:r>
        <w:rPr>
          <w:rtl/>
        </w:rPr>
        <w:t>تينو</w:t>
      </w:r>
      <w:r w:rsidR="007D6C9B">
        <w:rPr>
          <w:rtl/>
        </w:rPr>
        <w:t xml:space="preserve">ں </w:t>
      </w:r>
      <w:r>
        <w:rPr>
          <w:rtl/>
        </w:rPr>
        <w:t>فرزندو</w:t>
      </w:r>
      <w:r w:rsidR="007D6C9B">
        <w:rPr>
          <w:rtl/>
        </w:rPr>
        <w:t xml:space="preserve">ں </w:t>
      </w:r>
      <w:r>
        <w:rPr>
          <w:rtl/>
        </w:rPr>
        <w:t>كى طرف ہے ايك گروہ ''حامي'' نسل ہے جو افريقہ كے علاقہ مي</w:t>
      </w:r>
      <w:r w:rsidR="007D6C9B">
        <w:rPr>
          <w:rtl/>
        </w:rPr>
        <w:t xml:space="preserve">ں </w:t>
      </w:r>
      <w:r>
        <w:rPr>
          <w:rtl/>
        </w:rPr>
        <w:t>رہتے ہي</w:t>
      </w:r>
      <w:r w:rsidR="007D6C9B">
        <w:rPr>
          <w:rtl/>
        </w:rPr>
        <w:t xml:space="preserve">ں </w:t>
      </w:r>
      <w:r>
        <w:rPr>
          <w:rtl/>
        </w:rPr>
        <w:t>دوسرا گروہ ''سامى ''نسل ہے جوشرق اوسط اور مشرق قريب كے علاقو</w:t>
      </w:r>
      <w:r w:rsidR="007D6C9B">
        <w:rPr>
          <w:rtl/>
        </w:rPr>
        <w:t xml:space="preserve">ں </w:t>
      </w:r>
      <w:r>
        <w:rPr>
          <w:rtl/>
        </w:rPr>
        <w:t>مي</w:t>
      </w:r>
      <w:r w:rsidR="007D6C9B">
        <w:rPr>
          <w:rtl/>
        </w:rPr>
        <w:t xml:space="preserve">ں </w:t>
      </w:r>
      <w:r>
        <w:rPr>
          <w:rtl/>
        </w:rPr>
        <w:t>رہتے ہي</w:t>
      </w:r>
      <w:r w:rsidR="007D6C9B">
        <w:rPr>
          <w:rtl/>
        </w:rPr>
        <w:t xml:space="preserve">ں </w:t>
      </w:r>
      <w:r>
        <w:rPr>
          <w:rtl/>
        </w:rPr>
        <w:t>اور ''يافث '' كى نسل كو چين كے ساكنين سمجھتے ہي</w:t>
      </w:r>
      <w:r w:rsidR="007D6C9B">
        <w:rPr>
          <w:rtl/>
        </w:rPr>
        <w:t xml:space="preserve">ں </w:t>
      </w:r>
      <w:r>
        <w:rPr>
          <w:rtl/>
        </w:rPr>
        <w:t xml:space="preserve">_ </w:t>
      </w:r>
    </w:p>
    <w:p w:rsidR="00130D64" w:rsidRDefault="001648F9" w:rsidP="00D07B54">
      <w:pPr>
        <w:pStyle w:val="libNormal"/>
        <w:rPr>
          <w:rtl/>
        </w:rPr>
      </w:pPr>
      <w:r>
        <w:rPr>
          <w:rtl/>
        </w:rPr>
        <w:t xml:space="preserve"> </w:t>
      </w:r>
      <w:r>
        <w:rPr>
          <w:rtl/>
        </w:rPr>
        <w:br w:type="page"/>
      </w:r>
    </w:p>
    <w:p w:rsidR="00845842" w:rsidRDefault="00E44785" w:rsidP="00D07B54">
      <w:pPr>
        <w:pStyle w:val="Heading2Center"/>
        <w:rPr>
          <w:rtl/>
        </w:rPr>
      </w:pPr>
      <w:bookmarkStart w:id="26" w:name="_Toc7268423"/>
      <w:r>
        <w:rPr>
          <w:rtl/>
        </w:rPr>
        <w:lastRenderedPageBreak/>
        <w:t>9</w:t>
      </w:r>
      <w:r w:rsidR="00E664BB">
        <w:rPr>
          <w:rtl/>
        </w:rPr>
        <w:t>50</w:t>
      </w:r>
      <w:r w:rsidR="00DE2D7F">
        <w:rPr>
          <w:rtl/>
        </w:rPr>
        <w:t xml:space="preserve">/سال تبليغ </w:t>
      </w:r>
      <w:r w:rsidR="00E664BB">
        <w:rPr>
          <w:rtl/>
        </w:rPr>
        <w:t>7</w:t>
      </w:r>
      <w:r w:rsidR="00DE2D7F">
        <w:rPr>
          <w:rtl/>
        </w:rPr>
        <w:t>/مومن</w:t>
      </w:r>
      <w:bookmarkEnd w:id="26"/>
    </w:p>
    <w:p w:rsidR="00DE2D7F" w:rsidRDefault="00DE2D7F" w:rsidP="00D07B54">
      <w:pPr>
        <w:pStyle w:val="libNormal"/>
        <w:rPr>
          <w:rtl/>
        </w:rPr>
      </w:pPr>
      <w:r>
        <w:rPr>
          <w:rtl/>
        </w:rPr>
        <w:t xml:space="preserve"> اس بارے مي</w:t>
      </w:r>
      <w:r w:rsidR="007D6C9B">
        <w:rPr>
          <w:rtl/>
        </w:rPr>
        <w:t xml:space="preserve">ں </w:t>
      </w:r>
      <w:r>
        <w:rPr>
          <w:rtl/>
        </w:rPr>
        <w:t xml:space="preserve">بھى ،كہ نوح (ع) طوفان كے بعد كتنے سال زندہ رہے ،اختلاف ہے بعض نے </w:t>
      </w:r>
      <w:r w:rsidR="00E664BB">
        <w:rPr>
          <w:rtl/>
        </w:rPr>
        <w:t>50</w:t>
      </w:r>
      <w:r>
        <w:rPr>
          <w:rtl/>
        </w:rPr>
        <w:t xml:space="preserve"> /سال لكھے ہي</w:t>
      </w:r>
      <w:r w:rsidR="007D6C9B">
        <w:rPr>
          <w:rtl/>
        </w:rPr>
        <w:t xml:space="preserve">ں </w:t>
      </w:r>
      <w:r>
        <w:rPr>
          <w:rtl/>
        </w:rPr>
        <w:t xml:space="preserve">اور بعض نے </w:t>
      </w:r>
      <w:r w:rsidR="00E664BB">
        <w:rPr>
          <w:rtl/>
        </w:rPr>
        <w:t>60</w:t>
      </w:r>
      <w:r>
        <w:rPr>
          <w:rtl/>
        </w:rPr>
        <w:t xml:space="preserve"> /سال _</w:t>
      </w:r>
      <w:r w:rsidRPr="00AD1EF3">
        <w:rPr>
          <w:rStyle w:val="libFootnotenumChar"/>
          <w:rtl/>
        </w:rPr>
        <w:t>(</w:t>
      </w:r>
      <w:r w:rsidR="00E664BB" w:rsidRPr="00AD1EF3">
        <w:rPr>
          <w:rStyle w:val="libFootnotenumChar"/>
          <w:rtl/>
        </w:rPr>
        <w:t>1</w:t>
      </w:r>
      <w:r w:rsidRPr="00AD1EF3">
        <w:rPr>
          <w:rStyle w:val="libFootnotenumChar"/>
          <w:rtl/>
        </w:rPr>
        <w:t>)</w:t>
      </w:r>
      <w:r>
        <w:rPr>
          <w:rtl/>
        </w:rPr>
        <w:t>نوح عليہ السلام كا ايك اور بيٹا بھى تھا جس كا نام ''كنعان ''تھا جس نے باپ سے اختلاف كيا، يہا</w:t>
      </w:r>
      <w:r w:rsidR="007D6C9B">
        <w:rPr>
          <w:rtl/>
        </w:rPr>
        <w:t xml:space="preserve">ں </w:t>
      </w:r>
      <w:r>
        <w:rPr>
          <w:rtl/>
        </w:rPr>
        <w:t>تك كہ كشتى نجات مي</w:t>
      </w:r>
      <w:r w:rsidR="007D6C9B">
        <w:rPr>
          <w:rtl/>
        </w:rPr>
        <w:t xml:space="preserve">ں </w:t>
      </w:r>
      <w:r>
        <w:rPr>
          <w:rtl/>
        </w:rPr>
        <w:t>ان كے ساتھ بيٹھنے كے لئے بھى تيار نہ ہوا اس نے برے لوگو</w:t>
      </w:r>
      <w:r w:rsidR="007D6C9B">
        <w:rPr>
          <w:rtl/>
        </w:rPr>
        <w:t xml:space="preserve">ں </w:t>
      </w:r>
      <w:r>
        <w:rPr>
          <w:rtl/>
        </w:rPr>
        <w:t>كے ساتھ صحبت ركھى اور خاندان نبوت كے ا قدار كو ضائع كرديا اور قرآن كى صراحت كے مطابق آخر كاروہ بھى باقى كفار كے مانند طوفان مي</w:t>
      </w:r>
      <w:r w:rsidR="007D6C9B">
        <w:rPr>
          <w:rtl/>
        </w:rPr>
        <w:t xml:space="preserve">ں </w:t>
      </w:r>
      <w:r>
        <w:rPr>
          <w:rtl/>
        </w:rPr>
        <w:t>غرق ہوگيا _اس بارے مي</w:t>
      </w:r>
      <w:r w:rsidR="007D6C9B">
        <w:rPr>
          <w:rtl/>
        </w:rPr>
        <w:t xml:space="preserve">ں </w:t>
      </w:r>
      <w:r>
        <w:rPr>
          <w:rtl/>
        </w:rPr>
        <w:t>كہ اس طويل مدت مي</w:t>
      </w:r>
      <w:r w:rsidR="007D6C9B">
        <w:rPr>
          <w:rtl/>
        </w:rPr>
        <w:t xml:space="preserve">ں </w:t>
      </w:r>
      <w:r>
        <w:rPr>
          <w:rtl/>
        </w:rPr>
        <w:t>كتنے افراد نوح(ع) پر ايمان لائے ،اور ان كے ساتھ كشتى مي</w:t>
      </w:r>
      <w:r w:rsidR="007D6C9B">
        <w:rPr>
          <w:rtl/>
        </w:rPr>
        <w:t xml:space="preserve">ں </w:t>
      </w:r>
      <w:r>
        <w:rPr>
          <w:rtl/>
        </w:rPr>
        <w:t>سوار ہوئے ،اس مي</w:t>
      </w:r>
      <w:r w:rsidR="007D6C9B">
        <w:rPr>
          <w:rtl/>
        </w:rPr>
        <w:t xml:space="preserve">ں </w:t>
      </w:r>
      <w:r>
        <w:rPr>
          <w:rtl/>
        </w:rPr>
        <w:t xml:space="preserve">بھى اختلاف ہے بعض نے </w:t>
      </w:r>
      <w:r w:rsidR="00E664BB">
        <w:rPr>
          <w:rtl/>
        </w:rPr>
        <w:t>80</w:t>
      </w:r>
      <w:r>
        <w:rPr>
          <w:rtl/>
        </w:rPr>
        <w:t xml:space="preserve">/اور بعض نے </w:t>
      </w:r>
      <w:r w:rsidR="00E664BB">
        <w:rPr>
          <w:rtl/>
        </w:rPr>
        <w:t>7</w:t>
      </w:r>
      <w:r>
        <w:rPr>
          <w:rtl/>
        </w:rPr>
        <w:t>/ افراد لكھے ہي</w:t>
      </w:r>
      <w:r w:rsidR="007D6C9B">
        <w:rPr>
          <w:rtl/>
        </w:rPr>
        <w:t xml:space="preserve">ں </w:t>
      </w:r>
      <w:r>
        <w:rPr>
          <w:rtl/>
        </w:rPr>
        <w:t xml:space="preserve">_ </w:t>
      </w:r>
    </w:p>
    <w:p w:rsidR="00DE2D7F" w:rsidRDefault="00DE2D7F" w:rsidP="00D07B54">
      <w:pPr>
        <w:pStyle w:val="libNormal"/>
        <w:rPr>
          <w:rtl/>
        </w:rPr>
      </w:pPr>
      <w:r>
        <w:rPr>
          <w:rtl/>
        </w:rPr>
        <w:t>نوح عليہ السلام كى داستان عربى اور فارسى ادبيات مي</w:t>
      </w:r>
      <w:r w:rsidR="007D6C9B">
        <w:rPr>
          <w:rtl/>
        </w:rPr>
        <w:t xml:space="preserve">ں </w:t>
      </w:r>
      <w:r>
        <w:rPr>
          <w:rtl/>
        </w:rPr>
        <w:t>بہت زيادہ بيان ہوئي ہے ، اور زيادہ تر طوفان اور آپ كى كشتى نجات پر تكيہ ہوا ہے _ نوح عليہ السلام صبر وشكر اور استقامت كى ايك داستان تھے ، اور محققين كا كہنا ہے كہ وہ پہلے شخص ہي</w:t>
      </w:r>
      <w:r w:rsidR="007D6C9B">
        <w:rPr>
          <w:rtl/>
        </w:rPr>
        <w:t xml:space="preserve">ں </w:t>
      </w:r>
      <w:r>
        <w:rPr>
          <w:rtl/>
        </w:rPr>
        <w:t>جنھو</w:t>
      </w:r>
      <w:r w:rsidR="007D6C9B">
        <w:rPr>
          <w:rtl/>
        </w:rPr>
        <w:t xml:space="preserve">ں </w:t>
      </w:r>
      <w:r>
        <w:rPr>
          <w:rtl/>
        </w:rPr>
        <w:t>نے انسانو</w:t>
      </w:r>
      <w:r w:rsidR="007D6C9B">
        <w:rPr>
          <w:rtl/>
        </w:rPr>
        <w:t xml:space="preserve">ں </w:t>
      </w:r>
      <w:r>
        <w:rPr>
          <w:rtl/>
        </w:rPr>
        <w:t>كى ہدايت كےلئے وحى كى منطق كے علاوہ عقل واستدلال كى منطق سے بھى مددلى (جيسا كہ سورہ نوح كى آيات سے اچھى طرح ظاہر ہے ) اور اسى بناء پر آپ اس جہان كے تمام خدا پرستو</w:t>
      </w:r>
      <w:r w:rsidR="007D6C9B">
        <w:rPr>
          <w:rtl/>
        </w:rPr>
        <w:t xml:space="preserve">ں </w:t>
      </w:r>
      <w:r>
        <w:rPr>
          <w:rtl/>
        </w:rPr>
        <w:t xml:space="preserve">پر ايك عظيم حق ركھتے تھے _ </w:t>
      </w:r>
    </w:p>
    <w:p w:rsidR="00DE2D7F" w:rsidRDefault="00DE2D7F" w:rsidP="00D07B54">
      <w:pPr>
        <w:pStyle w:val="libNormal"/>
        <w:rPr>
          <w:rtl/>
        </w:rPr>
      </w:pPr>
    </w:p>
    <w:p w:rsidR="00845842" w:rsidRDefault="00DE2D7F" w:rsidP="00D07B54">
      <w:pPr>
        <w:pStyle w:val="Heading2Center"/>
        <w:rPr>
          <w:rtl/>
        </w:rPr>
      </w:pPr>
      <w:bookmarkStart w:id="27" w:name="_Toc7268424"/>
      <w:r>
        <w:rPr>
          <w:rtl/>
        </w:rPr>
        <w:t>قوم نوح عليہ السلام كى ہلا دينے والى سرگزشت</w:t>
      </w:r>
      <w:bookmarkEnd w:id="27"/>
    </w:p>
    <w:p w:rsidR="00DE2D7F" w:rsidRDefault="00DE2D7F" w:rsidP="00D07B54">
      <w:pPr>
        <w:pStyle w:val="libNormal"/>
        <w:rPr>
          <w:rtl/>
        </w:rPr>
      </w:pPr>
      <w:r>
        <w:rPr>
          <w:rtl/>
        </w:rPr>
        <w:t xml:space="preserve"> اس مي</w:t>
      </w:r>
      <w:r w:rsidR="007D6C9B">
        <w:rPr>
          <w:rtl/>
        </w:rPr>
        <w:t xml:space="preserve">ں </w:t>
      </w:r>
      <w:r>
        <w:rPr>
          <w:rtl/>
        </w:rPr>
        <w:t>شك نہي</w:t>
      </w:r>
      <w:r w:rsidR="007D6C9B">
        <w:rPr>
          <w:rtl/>
        </w:rPr>
        <w:t xml:space="preserve">ں </w:t>
      </w:r>
      <w:r>
        <w:rPr>
          <w:rtl/>
        </w:rPr>
        <w:t>كہ حضرت نوح عليہ السلام كا قيام اور ان كے اپنے زمانے كے متكبرو</w:t>
      </w:r>
      <w:r w:rsidR="007D6C9B">
        <w:rPr>
          <w:rtl/>
        </w:rPr>
        <w:t xml:space="preserve">ں </w:t>
      </w:r>
      <w:r>
        <w:rPr>
          <w:rtl/>
        </w:rPr>
        <w:t>كے ساتھ شديد اور مسلسل جہاد اور ان كے برے انجام كى داستان تاريخ بشر كے فراز مي</w:t>
      </w:r>
      <w:r w:rsidR="007D6C9B">
        <w:rPr>
          <w:rtl/>
        </w:rPr>
        <w:t xml:space="preserve">ں </w:t>
      </w:r>
      <w:r>
        <w:rPr>
          <w:rtl/>
        </w:rPr>
        <w:t xml:space="preserve">ايك نہايت اہم اور بہت عبرت انگيز درس كى حامل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)يہود كے منابع (موجودہ توريت مي</w:t>
      </w:r>
      <w:r w:rsidR="007D6C9B">
        <w:rPr>
          <w:rtl/>
        </w:rPr>
        <w:t xml:space="preserve">ں </w:t>
      </w:r>
      <w:r>
        <w:rPr>
          <w:rtl/>
        </w:rPr>
        <w:t>بھى نوح كى زندگى كے بارے مي</w:t>
      </w:r>
      <w:r w:rsidR="007D6C9B">
        <w:rPr>
          <w:rtl/>
        </w:rPr>
        <w:t xml:space="preserve">ں </w:t>
      </w:r>
      <w:r>
        <w:rPr>
          <w:rtl/>
        </w:rPr>
        <w:t>تفصيلى بحث آئي ہے ،جو كئي لحاظ سے قرآن سے مختلف ہے اور توريت كى تحريف كى نشانيو</w:t>
      </w:r>
      <w:r w:rsidR="007D6C9B">
        <w:rPr>
          <w:rtl/>
        </w:rPr>
        <w:t xml:space="preserve">ں </w:t>
      </w:r>
      <w:r>
        <w:rPr>
          <w:rtl/>
        </w:rPr>
        <w:t>مي</w:t>
      </w:r>
      <w:r w:rsidR="007D6C9B">
        <w:rPr>
          <w:rtl/>
        </w:rPr>
        <w:t xml:space="preserve">ں </w:t>
      </w:r>
      <w:r>
        <w:rPr>
          <w:rtl/>
        </w:rPr>
        <w:t>سے ہے ، يہ مباحث توريت كے سفر''تكوين ''مي</w:t>
      </w:r>
      <w:r w:rsidR="007D6C9B">
        <w:rPr>
          <w:rtl/>
        </w:rPr>
        <w:t xml:space="preserve">ں </w:t>
      </w:r>
      <w:r>
        <w:rPr>
          <w:rtl/>
        </w:rPr>
        <w:t xml:space="preserve">فصل </w:t>
      </w:r>
      <w:r w:rsidR="00E664BB">
        <w:rPr>
          <w:rtl/>
        </w:rPr>
        <w:t>6</w:t>
      </w:r>
      <w:r>
        <w:rPr>
          <w:rtl/>
        </w:rPr>
        <w:t>،</w:t>
      </w:r>
      <w:r w:rsidR="00E664BB">
        <w:rPr>
          <w:rtl/>
        </w:rPr>
        <w:t>7</w:t>
      </w:r>
      <w:r>
        <w:rPr>
          <w:rtl/>
        </w:rPr>
        <w:t>،</w:t>
      </w:r>
      <w:r w:rsidR="00E664BB">
        <w:rPr>
          <w:rtl/>
        </w:rPr>
        <w:t>8</w:t>
      </w:r>
      <w:r>
        <w:rPr>
          <w:rtl/>
        </w:rPr>
        <w:t xml:space="preserve"> ،</w:t>
      </w:r>
      <w:r w:rsidR="00E44785">
        <w:rPr>
          <w:rtl/>
        </w:rPr>
        <w:t>9</w:t>
      </w:r>
      <w:r>
        <w:rPr>
          <w:rtl/>
        </w:rPr>
        <w:t xml:space="preserve"> اور </w:t>
      </w:r>
      <w:r w:rsidR="00E664BB">
        <w:rPr>
          <w:rtl/>
        </w:rPr>
        <w:t>10</w:t>
      </w:r>
      <w:r>
        <w:rPr>
          <w:rtl/>
        </w:rPr>
        <w:t xml:space="preserve"> مي</w:t>
      </w:r>
      <w:r w:rsidR="007D6C9B">
        <w:rPr>
          <w:rtl/>
        </w:rPr>
        <w:t xml:space="preserve">ں </w:t>
      </w:r>
      <w:r>
        <w:rPr>
          <w:rtl/>
        </w:rPr>
        <w:t>بيان ہوئے ہي</w:t>
      </w:r>
      <w:r w:rsidR="007D6C9B">
        <w:rPr>
          <w:rtl/>
        </w:rPr>
        <w:t xml:space="preserve">ں </w:t>
      </w:r>
      <w:r>
        <w:rPr>
          <w:rtl/>
        </w:rPr>
        <w:t xml:space="preserve">_ </w:t>
      </w:r>
    </w:p>
    <w:p w:rsidR="00316476" w:rsidRDefault="00316476" w:rsidP="00D07B54">
      <w:pPr>
        <w:pStyle w:val="libNormal"/>
        <w:rPr>
          <w:rtl/>
        </w:rPr>
      </w:pPr>
      <w:r>
        <w:rPr>
          <w:rtl/>
        </w:rPr>
        <w:br w:type="page"/>
      </w:r>
    </w:p>
    <w:p w:rsidR="00DE2D7F" w:rsidRDefault="00DE2D7F" w:rsidP="00D07B54">
      <w:pPr>
        <w:pStyle w:val="libNormal"/>
        <w:rPr>
          <w:rtl/>
        </w:rPr>
      </w:pPr>
      <w:r>
        <w:rPr>
          <w:rtl/>
        </w:rPr>
        <w:lastRenderedPageBreak/>
        <w:t>قرآن مجيد پہلے مرحلے مي</w:t>
      </w:r>
      <w:r w:rsidR="007D6C9B">
        <w:rPr>
          <w:rtl/>
        </w:rPr>
        <w:t xml:space="preserve">ں </w:t>
      </w:r>
      <w:r>
        <w:rPr>
          <w:rtl/>
        </w:rPr>
        <w:t>اس عظيم دعوت كو بيان كرتے ہوئے كہتا ہے ''ہم نے نوح كو ان كى قوم كى طرف بھيجا اور اس نے انھي</w:t>
      </w:r>
      <w:r w:rsidR="007D6C9B">
        <w:rPr>
          <w:rtl/>
        </w:rPr>
        <w:t xml:space="preserve">ں </w:t>
      </w:r>
      <w:r>
        <w:rPr>
          <w:rtl/>
        </w:rPr>
        <w:t>بتايا كہ مي</w:t>
      </w:r>
      <w:r w:rsidR="007D6C9B">
        <w:rPr>
          <w:rtl/>
        </w:rPr>
        <w:t xml:space="preserve">ں </w:t>
      </w:r>
      <w:r>
        <w:rPr>
          <w:rtl/>
        </w:rPr>
        <w:t>واضح ڈرانے والا ہو</w:t>
      </w:r>
      <w:r w:rsidR="007D6C9B">
        <w:rPr>
          <w:rtl/>
        </w:rPr>
        <w:t xml:space="preserve">ں </w:t>
      </w:r>
      <w:r>
        <w:rPr>
          <w:rtl/>
        </w:rPr>
        <w:t xml:space="preserve">''_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اپنى رسالت كے مضمون كو صرف ايك جملہ مي</w:t>
      </w:r>
      <w:r w:rsidR="007D6C9B">
        <w:rPr>
          <w:rtl/>
        </w:rPr>
        <w:t xml:space="preserve">ں </w:t>
      </w:r>
      <w:r>
        <w:rPr>
          <w:rtl/>
        </w:rPr>
        <w:t>بطور خلاصہ بيان كرتے ہوئے كہتا ہے ميرا پيغام يہ ہے كہ '' اللہ ''كے علاوہ كسى دوسرے كى پرستش نہ كرو</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پھر بلا فاصلہ اس كے پيچھے اسى مسئلہ انذاراور اعلام خطر كوتكرار كرتے ہوئے كہا :''مي</w:t>
      </w:r>
      <w:r w:rsidR="007D6C9B">
        <w:rPr>
          <w:rtl/>
        </w:rPr>
        <w:t xml:space="preserve">ں </w:t>
      </w:r>
      <w:r>
        <w:rPr>
          <w:rtl/>
        </w:rPr>
        <w:t>تم پر درد ناك دن سے ڈرتا ہو</w:t>
      </w:r>
      <w:r w:rsidR="007D6C9B">
        <w:rPr>
          <w:rtl/>
        </w:rPr>
        <w:t xml:space="preserve">ں </w:t>
      </w:r>
      <w:r>
        <w:rPr>
          <w:rtl/>
        </w:rPr>
        <w:t>''_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اصل مي</w:t>
      </w:r>
      <w:r w:rsidR="007D6C9B">
        <w:rPr>
          <w:rtl/>
        </w:rPr>
        <w:t xml:space="preserve">ں </w:t>
      </w:r>
      <w:r>
        <w:rPr>
          <w:rtl/>
        </w:rPr>
        <w:t xml:space="preserve">اللہ (خدا ئے يكتا ويگانہ ) كى توحيد اور عبادت ہى تمام انبياء كى دعوت كى بنياد ہے _ </w:t>
      </w:r>
    </w:p>
    <w:p w:rsidR="00DE2D7F" w:rsidRDefault="00DE2D7F" w:rsidP="00D07B54">
      <w:pPr>
        <w:pStyle w:val="libNormal"/>
        <w:rPr>
          <w:rtl/>
        </w:rPr>
      </w:pPr>
      <w:r>
        <w:rPr>
          <w:rtl/>
        </w:rPr>
        <w:t>اب ہم ديكھي</w:t>
      </w:r>
      <w:r w:rsidR="007D6C9B">
        <w:rPr>
          <w:rtl/>
        </w:rPr>
        <w:t xml:space="preserve">ں </w:t>
      </w:r>
      <w:r>
        <w:rPr>
          <w:rtl/>
        </w:rPr>
        <w:t>گے كہ پہلا ردّ عمل اس زمانے كے طاغوتو</w:t>
      </w:r>
      <w:r w:rsidR="007D6C9B">
        <w:rPr>
          <w:rtl/>
        </w:rPr>
        <w:t xml:space="preserve">ں </w:t>
      </w:r>
      <w:r>
        <w:rPr>
          <w:rtl/>
        </w:rPr>
        <w:t>،خود سرو</w:t>
      </w:r>
      <w:r w:rsidR="007D6C9B">
        <w:rPr>
          <w:rtl/>
        </w:rPr>
        <w:t xml:space="preserve">ں </w:t>
      </w:r>
      <w:r>
        <w:rPr>
          <w:rtl/>
        </w:rPr>
        <w:t>اور صاحبان زرو زوركا اس عظيم دعوت اور واضح اعلام خطركے مقابلے مي</w:t>
      </w:r>
      <w:r w:rsidR="007D6C9B">
        <w:rPr>
          <w:rtl/>
        </w:rPr>
        <w:t xml:space="preserve">ں </w:t>
      </w:r>
      <w:r>
        <w:rPr>
          <w:rtl/>
        </w:rPr>
        <w:t>كيا تھامسلماََسوائے كچھ بيہودہ اور جھوٹے عذر بہانو</w:t>
      </w:r>
      <w:r w:rsidR="007D6C9B">
        <w:rPr>
          <w:rtl/>
        </w:rPr>
        <w:t xml:space="preserve">ں </w:t>
      </w:r>
      <w:r>
        <w:rPr>
          <w:rtl/>
        </w:rPr>
        <w:t>اور بے بنياد استدلالو</w:t>
      </w:r>
      <w:r w:rsidR="007D6C9B">
        <w:rPr>
          <w:rtl/>
        </w:rPr>
        <w:t xml:space="preserve">ں </w:t>
      </w:r>
      <w:r>
        <w:rPr>
          <w:rtl/>
        </w:rPr>
        <w:t>كے علاوہ كہ ان كے پاس كچھ بھى نہي</w:t>
      </w:r>
      <w:r w:rsidR="007D6C9B">
        <w:rPr>
          <w:rtl/>
        </w:rPr>
        <w:t xml:space="preserve">ں </w:t>
      </w:r>
      <w:r>
        <w:rPr>
          <w:rtl/>
        </w:rPr>
        <w:t>تھا جيساكہ ہر زمانے كے جابرو</w:t>
      </w:r>
      <w:r w:rsidR="007D6C9B">
        <w:rPr>
          <w:rtl/>
        </w:rPr>
        <w:t xml:space="preserve">ں </w:t>
      </w:r>
      <w:r>
        <w:rPr>
          <w:rtl/>
        </w:rPr>
        <w:t xml:space="preserve">كے طريقہ ہے _ </w:t>
      </w:r>
    </w:p>
    <w:p w:rsidR="00DE2D7F" w:rsidRDefault="00DE2D7F" w:rsidP="00D07B54">
      <w:pPr>
        <w:pStyle w:val="libNormal"/>
        <w:rPr>
          <w:rtl/>
        </w:rPr>
      </w:pPr>
      <w:r>
        <w:rPr>
          <w:rtl/>
        </w:rPr>
        <w:t>انہو</w:t>
      </w:r>
      <w:r w:rsidR="007D6C9B">
        <w:rPr>
          <w:rtl/>
        </w:rPr>
        <w:t xml:space="preserve">ں </w:t>
      </w:r>
      <w:r>
        <w:rPr>
          <w:rtl/>
        </w:rPr>
        <w:t>نے حضرت نوح كى دعوت كے تين جواب دئے : ''قوم نوح(ع) كے سردار اور سرمايہ داركا فرتھے انہو</w:t>
      </w:r>
      <w:r w:rsidR="007D6C9B">
        <w:rPr>
          <w:rtl/>
        </w:rPr>
        <w:t xml:space="preserve">ں </w:t>
      </w:r>
      <w:r>
        <w:rPr>
          <w:rtl/>
        </w:rPr>
        <w:t>نے كہا: ہم تو تجھے صرف اپنے جيسا انسان ديكھتے ہي</w:t>
      </w:r>
      <w:r w:rsidR="007D6C9B">
        <w:rPr>
          <w:rtl/>
        </w:rPr>
        <w:t xml:space="preserve">ں </w:t>
      </w:r>
      <w:r>
        <w:rPr>
          <w:rtl/>
        </w:rPr>
        <w:t>''_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حالانكہ اللہ كى رسالت اور پيغام تو فرشتو</w:t>
      </w:r>
      <w:r w:rsidR="007D6C9B">
        <w:rPr>
          <w:rtl/>
        </w:rPr>
        <w:t xml:space="preserve">ں </w:t>
      </w:r>
      <w:r>
        <w:rPr>
          <w:rtl/>
        </w:rPr>
        <w:t>كو اپنے كندھو</w:t>
      </w:r>
      <w:r w:rsidR="007D6C9B">
        <w:rPr>
          <w:rtl/>
        </w:rPr>
        <w:t xml:space="preserve">ں </w:t>
      </w:r>
      <w:r>
        <w:rPr>
          <w:rtl/>
        </w:rPr>
        <w:t>پر لينا چاہيئے نہ كہ ہم جيسے انسانو</w:t>
      </w:r>
      <w:r w:rsidR="007D6C9B">
        <w:rPr>
          <w:rtl/>
        </w:rPr>
        <w:t xml:space="preserve">ں </w:t>
      </w:r>
      <w:r>
        <w:rPr>
          <w:rtl/>
        </w:rPr>
        <w:t>كو ،اس گمان كے ساتھ كہ انسان كا مقام فرشتو</w:t>
      </w:r>
      <w:r w:rsidR="007D6C9B">
        <w:rPr>
          <w:rtl/>
        </w:rPr>
        <w:t xml:space="preserve">ں </w:t>
      </w:r>
      <w:r>
        <w:rPr>
          <w:rtl/>
        </w:rPr>
        <w:t xml:space="preserve">سے نيچے ہے يا انسان كى ضرورت كو فرشتہ انسان سے بہتر جانتا ہے_ </w:t>
      </w:r>
    </w:p>
    <w:p w:rsidR="00845842" w:rsidRDefault="00DE2D7F" w:rsidP="00D07B54">
      <w:pPr>
        <w:pStyle w:val="Heading2Center"/>
        <w:rPr>
          <w:rtl/>
        </w:rPr>
      </w:pPr>
      <w:bookmarkStart w:id="28" w:name="_Toc7268425"/>
      <w:r>
        <w:rPr>
          <w:rtl/>
        </w:rPr>
        <w:t>امام زادو</w:t>
      </w:r>
      <w:r w:rsidR="007D6C9B">
        <w:rPr>
          <w:rtl/>
        </w:rPr>
        <w:t xml:space="preserve">ں </w:t>
      </w:r>
      <w:r>
        <w:rPr>
          <w:rtl/>
        </w:rPr>
        <w:t>كو زائرين كى تعداد سے پہچاناجاتا ہے</w:t>
      </w:r>
      <w:bookmarkEnd w:id="28"/>
    </w:p>
    <w:p w:rsidR="00DE2D7F" w:rsidRDefault="00DE2D7F" w:rsidP="00D07B54">
      <w:pPr>
        <w:pStyle w:val="libNormal"/>
        <w:rPr>
          <w:rtl/>
        </w:rPr>
      </w:pPr>
      <w:r>
        <w:rPr>
          <w:rtl/>
        </w:rPr>
        <w:t xml:space="preserve"> ان كى دوسرى دليل يہ تھى كہ : انہو</w:t>
      </w:r>
      <w:r w:rsidR="007D6C9B">
        <w:rPr>
          <w:rtl/>
        </w:rPr>
        <w:t xml:space="preserve">ں </w:t>
      </w:r>
      <w:r>
        <w:rPr>
          <w:rtl/>
        </w:rPr>
        <w:t>نے كہا : اے نوح(ع) :'' ہم تيرے گردوپيش اور ان كے درميان كہ جنہو</w:t>
      </w:r>
      <w:r w:rsidR="007D6C9B">
        <w:rPr>
          <w:rtl/>
        </w:rPr>
        <w:t xml:space="preserve">ں </w:t>
      </w:r>
      <w:r>
        <w:rPr>
          <w:rtl/>
        </w:rPr>
        <w:t>نے تيرى پيروى كى ہے سوائے چند پست ، ناآگاہ اور بے خبرتھوڑے سن وسال كے نوجوانو</w:t>
      </w:r>
      <w:r w:rsidR="007D6C9B">
        <w:rPr>
          <w:rtl/>
        </w:rPr>
        <w:t xml:space="preserve">ں </w:t>
      </w:r>
      <w:r>
        <w:rPr>
          <w:rtl/>
        </w:rPr>
        <w:t>كے كہ جنہو</w:t>
      </w:r>
      <w:r w:rsidR="007D6C9B">
        <w:rPr>
          <w:rtl/>
        </w:rPr>
        <w:t xml:space="preserve">ں </w:t>
      </w:r>
      <w:r>
        <w:rPr>
          <w:rtl/>
        </w:rPr>
        <w:t>نے مسائل كى ديكھ بھال نہي</w:t>
      </w:r>
      <w:r w:rsidR="007D6C9B">
        <w:rPr>
          <w:rtl/>
        </w:rPr>
        <w:t xml:space="preserve">ں </w:t>
      </w:r>
      <w:r>
        <w:rPr>
          <w:rtl/>
        </w:rPr>
        <w:t>كى كسى كو نہي</w:t>
      </w:r>
      <w:r w:rsidR="007D6C9B">
        <w:rPr>
          <w:rtl/>
        </w:rPr>
        <w:t xml:space="preserve">ں </w:t>
      </w:r>
      <w:r>
        <w:rPr>
          <w:rtl/>
        </w:rPr>
        <w:t xml:space="preserve">ديكھتے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ہود آيت </w:t>
      </w:r>
      <w:r w:rsidR="00E664BB">
        <w:rPr>
          <w:rtl/>
        </w:rPr>
        <w:t>25</w:t>
      </w:r>
      <w:r>
        <w:rPr>
          <w:rtl/>
        </w:rPr>
        <w:t xml:space="preserve"> </w:t>
      </w:r>
    </w:p>
    <w:p w:rsidR="00DE2D7F" w:rsidRDefault="00DE2D7F" w:rsidP="00D07B54">
      <w:pPr>
        <w:pStyle w:val="libFootnote"/>
        <w:rPr>
          <w:rtl/>
        </w:rPr>
      </w:pPr>
      <w:r>
        <w:rPr>
          <w:rtl/>
        </w:rPr>
        <w:t>(</w:t>
      </w:r>
      <w:r w:rsidR="00E664BB">
        <w:rPr>
          <w:rtl/>
        </w:rPr>
        <w:t>2</w:t>
      </w:r>
      <w:r>
        <w:rPr>
          <w:rtl/>
        </w:rPr>
        <w:t>)(</w:t>
      </w:r>
      <w:r w:rsidR="00E664BB">
        <w:rPr>
          <w:rtl/>
        </w:rPr>
        <w:t>3</w:t>
      </w:r>
      <w:r>
        <w:rPr>
          <w:rtl/>
        </w:rPr>
        <w:t xml:space="preserve">)سورہ ہود آيت </w:t>
      </w:r>
      <w:r w:rsidR="00E664BB">
        <w:rPr>
          <w:rtl/>
        </w:rPr>
        <w:t>26</w:t>
      </w:r>
      <w:r>
        <w:rPr>
          <w:rtl/>
        </w:rPr>
        <w:t xml:space="preserve"> </w:t>
      </w:r>
    </w:p>
    <w:p w:rsidR="00DE2D7F" w:rsidRDefault="00DE2D7F" w:rsidP="00D07B54">
      <w:pPr>
        <w:pStyle w:val="libFootnote"/>
        <w:rPr>
          <w:rtl/>
        </w:rPr>
      </w:pPr>
      <w:r>
        <w:rPr>
          <w:rtl/>
        </w:rPr>
        <w:t>(</w:t>
      </w:r>
      <w:r w:rsidR="00E664BB">
        <w:rPr>
          <w:rtl/>
        </w:rPr>
        <w:t>4</w:t>
      </w:r>
      <w:r>
        <w:rPr>
          <w:rtl/>
        </w:rPr>
        <w:t>)سورہ ہود آيت</w:t>
      </w:r>
      <w:r w:rsidR="00E664BB">
        <w:rPr>
          <w:rtl/>
        </w:rPr>
        <w:t>27</w:t>
      </w:r>
      <w:r>
        <w:rPr>
          <w:rtl/>
        </w:rPr>
        <w:t xml:space="preserve"> </w:t>
      </w:r>
    </w:p>
    <w:p w:rsidR="00845842" w:rsidRDefault="001648F9" w:rsidP="00D07B54">
      <w:pPr>
        <w:pStyle w:val="libNormal"/>
        <w:rPr>
          <w:rtl/>
        </w:rPr>
      </w:pPr>
      <w:r>
        <w:rPr>
          <w:rtl/>
        </w:rPr>
        <w:t xml:space="preserve"> </w:t>
      </w:r>
      <w:r>
        <w:rPr>
          <w:rtl/>
        </w:rPr>
        <w:br w:type="page"/>
      </w:r>
    </w:p>
    <w:p w:rsidR="00845842" w:rsidRDefault="00845842" w:rsidP="00D07B54">
      <w:pPr>
        <w:pStyle w:val="libNormal"/>
        <w:rPr>
          <w:rtl/>
        </w:rPr>
      </w:pPr>
    </w:p>
    <w:p w:rsidR="00DE2D7F" w:rsidRDefault="00DE2D7F" w:rsidP="00D07B54">
      <w:pPr>
        <w:pStyle w:val="libNormal"/>
        <w:rPr>
          <w:rtl/>
        </w:rPr>
      </w:pPr>
      <w:r>
        <w:rPr>
          <w:rtl/>
        </w:rPr>
        <w:t>كسى رہبر اور پيشوا كى حيثيت اور اس كى قدر ورقيمت اس كے پيروكارو</w:t>
      </w:r>
      <w:r w:rsidR="007D6C9B">
        <w:rPr>
          <w:rtl/>
        </w:rPr>
        <w:t xml:space="preserve">ں </w:t>
      </w:r>
      <w:r>
        <w:rPr>
          <w:rtl/>
        </w:rPr>
        <w:t>سے پہچانى جاتى ہے اور اصطلاح كے مطابق صاحب مزار كو اس كے زائرين سے پہچانا جاتا ہے جب ہم تمہارے پيروكارو</w:t>
      </w:r>
      <w:r w:rsidR="007D6C9B">
        <w:rPr>
          <w:rtl/>
        </w:rPr>
        <w:t xml:space="preserve">ں </w:t>
      </w:r>
      <w:r>
        <w:rPr>
          <w:rtl/>
        </w:rPr>
        <w:t>كو ديكھتے ہي</w:t>
      </w:r>
      <w:r w:rsidR="007D6C9B">
        <w:rPr>
          <w:rtl/>
        </w:rPr>
        <w:t xml:space="preserve">ں </w:t>
      </w:r>
      <w:r>
        <w:rPr>
          <w:rtl/>
        </w:rPr>
        <w:t>تو ہمي</w:t>
      </w:r>
      <w:r w:rsidR="007D6C9B">
        <w:rPr>
          <w:rtl/>
        </w:rPr>
        <w:t xml:space="preserve">ں </w:t>
      </w:r>
      <w:r>
        <w:rPr>
          <w:rtl/>
        </w:rPr>
        <w:t>چند ايك بے بضاعت،گمنام،فقير اور غريب لوگ ہى نظر آتے ہي</w:t>
      </w:r>
      <w:r w:rsidR="007D6C9B">
        <w:rPr>
          <w:rtl/>
        </w:rPr>
        <w:t xml:space="preserve">ں </w:t>
      </w:r>
      <w:r>
        <w:rPr>
          <w:rtl/>
        </w:rPr>
        <w:t>جن كا سلسلہ روز گار بھى نہايت ہى معمولى ہے تو پھر ايسى صورت مي</w:t>
      </w:r>
      <w:r w:rsidR="007D6C9B">
        <w:rPr>
          <w:rtl/>
        </w:rPr>
        <w:t xml:space="preserve">ں </w:t>
      </w:r>
      <w:r>
        <w:rPr>
          <w:rtl/>
        </w:rPr>
        <w:t>تم كس طرح اميد كر سكتے ہو كہ مشہور و معروف دولت مند اور نامى گرامى لوگ تمہارے سامنے سر تسليم خم كرلي</w:t>
      </w:r>
      <w:r w:rsidR="007D6C9B">
        <w:rPr>
          <w:rtl/>
        </w:rPr>
        <w:t xml:space="preserve">ں </w:t>
      </w:r>
      <w:r>
        <w:rPr>
          <w:rtl/>
        </w:rPr>
        <w:t xml:space="preserve">گے_؟ </w:t>
      </w:r>
    </w:p>
    <w:p w:rsidR="00DE2D7F" w:rsidRDefault="00DE2D7F" w:rsidP="00D07B54">
      <w:pPr>
        <w:pStyle w:val="libNormal"/>
        <w:rPr>
          <w:rtl/>
        </w:rPr>
      </w:pPr>
      <w:r>
        <w:rPr>
          <w:rtl/>
        </w:rPr>
        <w:t>ہم اور يہ لوگ كبھى بھى ايك ساتھ نہي</w:t>
      </w:r>
      <w:r w:rsidR="007D6C9B">
        <w:rPr>
          <w:rtl/>
        </w:rPr>
        <w:t xml:space="preserve">ں </w:t>
      </w:r>
      <w:r>
        <w:rPr>
          <w:rtl/>
        </w:rPr>
        <w:t>چل سكتے ہم نہ تو كبھى ايك دستر خوان پر بيٹھے ہي</w:t>
      </w:r>
      <w:r w:rsidR="007D6C9B">
        <w:rPr>
          <w:rtl/>
        </w:rPr>
        <w:t xml:space="preserve">ں </w:t>
      </w:r>
      <w:r>
        <w:rPr>
          <w:rtl/>
        </w:rPr>
        <w:t>اور نہ ہى ايك چھت كے نيچے اكھٹے ہوئے ہي</w:t>
      </w:r>
      <w:r w:rsidR="007D6C9B">
        <w:rPr>
          <w:rtl/>
        </w:rPr>
        <w:t xml:space="preserve">ں </w:t>
      </w:r>
      <w:r>
        <w:rPr>
          <w:rtl/>
        </w:rPr>
        <w:t>تمہي</w:t>
      </w:r>
      <w:r w:rsidR="007D6C9B">
        <w:rPr>
          <w:rtl/>
        </w:rPr>
        <w:t xml:space="preserve">ں </w:t>
      </w:r>
      <w:r>
        <w:rPr>
          <w:rtl/>
        </w:rPr>
        <w:t xml:space="preserve">ہم سے كيسى غير معقول توقع ہے_ </w:t>
      </w:r>
    </w:p>
    <w:p w:rsidR="00DE2D7F" w:rsidRDefault="00DE2D7F" w:rsidP="00D07B54">
      <w:pPr>
        <w:pStyle w:val="libNormal"/>
        <w:rPr>
          <w:rtl/>
        </w:rPr>
      </w:pPr>
      <w:r>
        <w:rPr>
          <w:rtl/>
        </w:rPr>
        <w:t>يہ ٹھيك ہے كہ وہ اپنى اس بات مي</w:t>
      </w:r>
      <w:r w:rsidR="007D6C9B">
        <w:rPr>
          <w:rtl/>
        </w:rPr>
        <w:t xml:space="preserve">ں </w:t>
      </w:r>
      <w:r>
        <w:rPr>
          <w:rtl/>
        </w:rPr>
        <w:t>سچے تھے كہ كسى پيشوا كو اس كے پيروكارو</w:t>
      </w:r>
      <w:r w:rsidR="007D6C9B">
        <w:rPr>
          <w:rtl/>
        </w:rPr>
        <w:t xml:space="preserve">ں </w:t>
      </w:r>
      <w:r>
        <w:rPr>
          <w:rtl/>
        </w:rPr>
        <w:t>سے پہچانا جاتا ہے ليكن ان كى سب سے بڑى غلطى يہ تھى كہ انھو</w:t>
      </w:r>
      <w:r w:rsidR="007D6C9B">
        <w:rPr>
          <w:rtl/>
        </w:rPr>
        <w:t xml:space="preserve">ں </w:t>
      </w:r>
      <w:r>
        <w:rPr>
          <w:rtl/>
        </w:rPr>
        <w:t>نے شخصيت كے مفہوم اور معيار كو اچھى طرح نہي</w:t>
      </w:r>
      <w:r w:rsidR="007D6C9B">
        <w:rPr>
          <w:rtl/>
        </w:rPr>
        <w:t xml:space="preserve">ں </w:t>
      </w:r>
      <w:r>
        <w:rPr>
          <w:rtl/>
        </w:rPr>
        <w:t>پہچانا تھا_ان كے نزديك شخصيت كا معيارمال و دولت لباس اور گھر اور خوبصورت اور قيمتى سوارى تھا ليكن طہارت،تقوى ،حق جوئي جيسے اعلى انسانى صفات سے غافل تھے جو غريبو</w:t>
      </w:r>
      <w:r w:rsidR="007D6C9B">
        <w:rPr>
          <w:rtl/>
        </w:rPr>
        <w:t xml:space="preserve">ں </w:t>
      </w:r>
      <w:r>
        <w:rPr>
          <w:rtl/>
        </w:rPr>
        <w:t>مي</w:t>
      </w:r>
      <w:r w:rsidR="007D6C9B">
        <w:rPr>
          <w:rtl/>
        </w:rPr>
        <w:t xml:space="preserve">ں </w:t>
      </w:r>
      <w:r>
        <w:rPr>
          <w:rtl/>
        </w:rPr>
        <w:t>زيادہ اور اميرو</w:t>
      </w:r>
      <w:r w:rsidR="007D6C9B">
        <w:rPr>
          <w:rtl/>
        </w:rPr>
        <w:t xml:space="preserve">ں </w:t>
      </w:r>
      <w:r>
        <w:rPr>
          <w:rtl/>
        </w:rPr>
        <w:t>مي</w:t>
      </w:r>
      <w:r w:rsidR="007D6C9B">
        <w:rPr>
          <w:rtl/>
        </w:rPr>
        <w:t xml:space="preserve">ں </w:t>
      </w:r>
      <w:r>
        <w:rPr>
          <w:rtl/>
        </w:rPr>
        <w:t>كم پائي جاتى ہي</w:t>
      </w:r>
      <w:r w:rsidR="007D6C9B">
        <w:rPr>
          <w:rtl/>
        </w:rPr>
        <w:t xml:space="preserve">ں </w:t>
      </w:r>
      <w:r>
        <w:rPr>
          <w:rtl/>
        </w:rPr>
        <w:t xml:space="preserve">_ </w:t>
      </w:r>
    </w:p>
    <w:p w:rsidR="00DE2D7F" w:rsidRDefault="00DE2D7F" w:rsidP="00D07B54">
      <w:pPr>
        <w:pStyle w:val="libNormal"/>
        <w:rPr>
          <w:rtl/>
        </w:rPr>
      </w:pPr>
      <w:r>
        <w:rPr>
          <w:rtl/>
        </w:rPr>
        <w:t>طبقاتى اونچ نيچ بدترين صورت مي</w:t>
      </w:r>
      <w:r w:rsidR="007D6C9B">
        <w:rPr>
          <w:rtl/>
        </w:rPr>
        <w:t xml:space="preserve">ں </w:t>
      </w:r>
      <w:r>
        <w:rPr>
          <w:rtl/>
        </w:rPr>
        <w:t>ان كى افكار پر حكم فرما تھي_ اسى لئے وہ غريب لوگو</w:t>
      </w:r>
      <w:r w:rsidR="007D6C9B">
        <w:rPr>
          <w:rtl/>
        </w:rPr>
        <w:t xml:space="preserve">ں </w:t>
      </w:r>
      <w:r>
        <w:rPr>
          <w:rtl/>
        </w:rPr>
        <w:t xml:space="preserve">كو''اراذل''، ذليلسمجھتے تھے_ </w:t>
      </w:r>
    </w:p>
    <w:p w:rsidR="00DE2D7F" w:rsidRDefault="00DE2D7F" w:rsidP="00D07B54">
      <w:pPr>
        <w:pStyle w:val="libNormal"/>
        <w:rPr>
          <w:rtl/>
        </w:rPr>
      </w:pPr>
      <w:r>
        <w:rPr>
          <w:rtl/>
        </w:rPr>
        <w:t>اور اگر وہ طبقاتى معاشرے كے قيد خانے سے باہر نكل كر سوچتے اور باہر كى دنيا كو اپنى آنكھو</w:t>
      </w:r>
      <w:r w:rsidR="007D6C9B">
        <w:rPr>
          <w:rtl/>
        </w:rPr>
        <w:t xml:space="preserve">ں </w:t>
      </w:r>
      <w:r>
        <w:rPr>
          <w:rtl/>
        </w:rPr>
        <w:t>سے ديكھتے تو انھي</w:t>
      </w:r>
      <w:r w:rsidR="007D6C9B">
        <w:rPr>
          <w:rtl/>
        </w:rPr>
        <w:t xml:space="preserve">ں </w:t>
      </w:r>
      <w:r>
        <w:rPr>
          <w:rtl/>
        </w:rPr>
        <w:t>معلوم ہوجاتا كہ ايسے لوگو</w:t>
      </w:r>
      <w:r w:rsidR="007D6C9B">
        <w:rPr>
          <w:rtl/>
        </w:rPr>
        <w:t xml:space="preserve">ں </w:t>
      </w:r>
      <w:r>
        <w:rPr>
          <w:rtl/>
        </w:rPr>
        <w:t xml:space="preserve">كا ايمان اس پيغمبر كى حقانيت اور اس كى دعوت كى سچائي پر بذات خود ايك دليل ہے_ </w:t>
      </w:r>
    </w:p>
    <w:p w:rsidR="00DE2D7F" w:rsidRDefault="00DE2D7F" w:rsidP="00D07B54">
      <w:pPr>
        <w:pStyle w:val="libNormal"/>
        <w:rPr>
          <w:rtl/>
        </w:rPr>
      </w:pPr>
      <w:r>
        <w:rPr>
          <w:rtl/>
        </w:rPr>
        <w:t>اور يہ جو انہي</w:t>
      </w:r>
      <w:r w:rsidR="007D6C9B">
        <w:rPr>
          <w:rtl/>
        </w:rPr>
        <w:t xml:space="preserve">ں </w:t>
      </w:r>
      <w:r>
        <w:rPr>
          <w:rtl/>
        </w:rPr>
        <w:t>''بادى الرا ى ''(ظاہر بين بے مطالعہ اور وہ شخص جو پہلى نظر مي</w:t>
      </w:r>
      <w:r w:rsidR="007D6C9B">
        <w:rPr>
          <w:rtl/>
        </w:rPr>
        <w:t xml:space="preserve">ں </w:t>
      </w:r>
      <w:r>
        <w:rPr>
          <w:rtl/>
        </w:rPr>
        <w:t>كسى چيز كا عاشق اور خواہا</w:t>
      </w:r>
      <w:r w:rsidR="007D6C9B">
        <w:rPr>
          <w:rtl/>
        </w:rPr>
        <w:t xml:space="preserve">ں </w:t>
      </w:r>
      <w:r>
        <w:rPr>
          <w:rtl/>
        </w:rPr>
        <w:t>ہوتا ہے ) ;كا نام ديا ہے حقيقت مي</w:t>
      </w:r>
      <w:r w:rsidR="007D6C9B">
        <w:rPr>
          <w:rtl/>
        </w:rPr>
        <w:t xml:space="preserve">ں </w:t>
      </w:r>
      <w:r>
        <w:rPr>
          <w:rtl/>
        </w:rPr>
        <w:t>اس بناء پر ہے كہ وہ ہٹ دھرمى اور غير مناسب تعصبات جو دوسرو</w:t>
      </w:r>
      <w:r w:rsidR="007D6C9B">
        <w:rPr>
          <w:rtl/>
        </w:rPr>
        <w:t xml:space="preserve">ں </w:t>
      </w:r>
      <w:r>
        <w:rPr>
          <w:rtl/>
        </w:rPr>
        <w:t>مي</w:t>
      </w:r>
      <w:r w:rsidR="007D6C9B">
        <w:rPr>
          <w:rtl/>
        </w:rPr>
        <w:t xml:space="preserve">ں </w:t>
      </w:r>
      <w:r>
        <w:rPr>
          <w:rtl/>
        </w:rPr>
        <w:t>تھے وہ نہي</w:t>
      </w:r>
      <w:r w:rsidR="007D6C9B">
        <w:rPr>
          <w:rtl/>
        </w:rPr>
        <w:t xml:space="preserve">ں </w:t>
      </w:r>
      <w:r>
        <w:rPr>
          <w:rtl/>
        </w:rPr>
        <w:t xml:space="preserve">ركھتے تھے بلكہ زيادہ تر پاك دل نوجوان تھے جوحقيقت كى پہلى كرن كو جوان كے دل پر پڑتى تھى جلدى محسوس كرليتے تھے وہ اس بيدارى كے ساتھ جو كہ حق كى تلاش سے حاصل ہوتى ہے ،صداقت كى </w:t>
      </w:r>
    </w:p>
    <w:p w:rsidR="00845842"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نشانيا</w:t>
      </w:r>
      <w:r w:rsidR="007D6C9B">
        <w:rPr>
          <w:rtl/>
        </w:rPr>
        <w:t xml:space="preserve">ں </w:t>
      </w:r>
      <w:r>
        <w:rPr>
          <w:rtl/>
        </w:rPr>
        <w:t>،انبياء كے اقوال وافعال كا ادراك كرليتے تھے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ان كاتيسرا اعتراض يہ تھا كہ قطع نظر اس سے كہ تو انسان ہے نہ كہ فرشتہ ، علاوہ ازي</w:t>
      </w:r>
      <w:r w:rsidR="007D6C9B">
        <w:rPr>
          <w:rtl/>
        </w:rPr>
        <w:t xml:space="preserve">ں </w:t>
      </w:r>
      <w:r>
        <w:rPr>
          <w:rtl/>
        </w:rPr>
        <w:t>تجھ پر ايمان لانے والے نشاندہى كرتے ہي</w:t>
      </w:r>
      <w:r w:rsidR="007D6C9B">
        <w:rPr>
          <w:rtl/>
        </w:rPr>
        <w:t xml:space="preserve">ں </w:t>
      </w:r>
      <w:r>
        <w:rPr>
          <w:rtl/>
        </w:rPr>
        <w:t>كہ تيرى دعوت كے مشتملات صحيح نہي</w:t>
      </w:r>
      <w:r w:rsidR="007D6C9B">
        <w:rPr>
          <w:rtl/>
        </w:rPr>
        <w:t xml:space="preserve">ں </w:t>
      </w:r>
      <w:r>
        <w:rPr>
          <w:rtl/>
        </w:rPr>
        <w:t>ہي</w:t>
      </w:r>
      <w:r w:rsidR="007D6C9B">
        <w:rPr>
          <w:rtl/>
        </w:rPr>
        <w:t xml:space="preserve">ں </w:t>
      </w:r>
      <w:r>
        <w:rPr>
          <w:rtl/>
        </w:rPr>
        <w:t>''اصولى طور پر تم ہم پر كسى قسم كى برترى نہي</w:t>
      </w:r>
      <w:r w:rsidR="007D6C9B">
        <w:rPr>
          <w:rtl/>
        </w:rPr>
        <w:t xml:space="preserve">ں </w:t>
      </w:r>
      <w:r>
        <w:rPr>
          <w:rtl/>
        </w:rPr>
        <w:t>ركھتے كہ جس كى بناء پر ہم تمہارى پيروى كري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''لہذا ہم گمان كرتے ہي</w:t>
      </w:r>
      <w:r w:rsidR="007D6C9B">
        <w:rPr>
          <w:rtl/>
        </w:rPr>
        <w:t xml:space="preserve">ں </w:t>
      </w:r>
      <w:r>
        <w:rPr>
          <w:rtl/>
        </w:rPr>
        <w:t>كہ تم جھوٹے ہو''_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845842" w:rsidRDefault="00DE2D7F" w:rsidP="00D07B54">
      <w:pPr>
        <w:pStyle w:val="Heading2Center"/>
        <w:rPr>
          <w:rtl/>
        </w:rPr>
      </w:pPr>
      <w:bookmarkStart w:id="29" w:name="_Toc7268426"/>
      <w:r>
        <w:rPr>
          <w:rtl/>
        </w:rPr>
        <w:t>حضرت نوح عليہ السلام كے جوابات</w:t>
      </w:r>
      <w:bookmarkEnd w:id="29"/>
    </w:p>
    <w:p w:rsidR="00DE2D7F" w:rsidRDefault="00DE2D7F" w:rsidP="00D07B54">
      <w:pPr>
        <w:pStyle w:val="libNormal"/>
        <w:rPr>
          <w:rtl/>
        </w:rPr>
      </w:pPr>
      <w:r>
        <w:rPr>
          <w:rtl/>
        </w:rPr>
        <w:t xml:space="preserve"> قرآن مي</w:t>
      </w:r>
      <w:r w:rsidR="007D6C9B">
        <w:rPr>
          <w:rtl/>
        </w:rPr>
        <w:t xml:space="preserve">ں </w:t>
      </w:r>
      <w:r>
        <w:rPr>
          <w:rtl/>
        </w:rPr>
        <w:t>ان بہانہ جو اورا فسانہ ساز افراد كو حضرت نوح(ع) كى طرف سے ديئے گئے جوابات ذكركيے گئے ہي</w:t>
      </w:r>
      <w:r w:rsidR="007D6C9B">
        <w:rPr>
          <w:rtl/>
        </w:rPr>
        <w:t xml:space="preserve">ں </w:t>
      </w:r>
      <w:r>
        <w:rPr>
          <w:rtl/>
        </w:rPr>
        <w:t xml:space="preserve">پہلے ارشاد ہوتا ہے: </w:t>
      </w:r>
    </w:p>
    <w:p w:rsidR="00DE2D7F" w:rsidRDefault="00DE2D7F" w:rsidP="00D07B54">
      <w:pPr>
        <w:pStyle w:val="libNormal"/>
        <w:rPr>
          <w:rtl/>
        </w:rPr>
      </w:pPr>
      <w:r>
        <w:rPr>
          <w:rtl/>
        </w:rPr>
        <w:t>اے قوم :'' مي</w:t>
      </w:r>
      <w:r w:rsidR="007D6C9B">
        <w:rPr>
          <w:rtl/>
        </w:rPr>
        <w:t xml:space="preserve">ں </w:t>
      </w:r>
      <w:r>
        <w:rPr>
          <w:rtl/>
        </w:rPr>
        <w:t>اپنے پرورد گار كى طرف سے واضح دليل اور معجزہ كا حامل ہو</w:t>
      </w:r>
      <w:r w:rsidR="007D6C9B">
        <w:rPr>
          <w:rtl/>
        </w:rPr>
        <w:t xml:space="preserve">ں </w:t>
      </w:r>
      <w:r>
        <w:rPr>
          <w:rtl/>
        </w:rPr>
        <w:t>اور اس نے اس رسالت وپيغام كى انجام دہى كى وجہ سے اپنى رحمت ميرے شامل حال كى ہے اور يہ امر اگر عدم توجہ كى وجہ سے تم سے مخفى ہوتو كيا پھر بھى تم ميرى رسالت كا انكار كرسكتے ہو اور ميرى پيروى سے دست بردار ہوسكتے ہو''_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يہ جواب قوم نوح(ع) كے مستكبرين كے تين سوالو</w:t>
      </w:r>
      <w:r w:rsidR="007D6C9B">
        <w:rPr>
          <w:rtl/>
        </w:rPr>
        <w:t xml:space="preserve">ں </w:t>
      </w:r>
      <w:r>
        <w:rPr>
          <w:rtl/>
        </w:rPr>
        <w:t>مي</w:t>
      </w:r>
      <w:r w:rsidR="007D6C9B">
        <w:rPr>
          <w:rtl/>
        </w:rPr>
        <w:t xml:space="preserve">ں </w:t>
      </w:r>
      <w:r>
        <w:rPr>
          <w:rtl/>
        </w:rPr>
        <w:t>سے كس كے ساتھ مربوط ہے؟ مفسرين كے درميان بہت اختلاف ہے ليكن غور وخوض سے واضح ہو جاتا ہے كہ يہ جامع جواب تينو</w:t>
      </w:r>
      <w:r w:rsidR="007D6C9B">
        <w:rPr>
          <w:rtl/>
        </w:rPr>
        <w:t xml:space="preserve">ں </w:t>
      </w:r>
      <w:r>
        <w:rPr>
          <w:rtl/>
        </w:rPr>
        <w:t>اعتراضات كا جواب بن سكتا ہے كيونكہ ان كا پہلا اعتراض يہ تھا كہ تم انسان ہو آپ نے فرمايا يہ بجاہے كہ مي</w:t>
      </w:r>
      <w:r w:rsidR="007D6C9B">
        <w:rPr>
          <w:rtl/>
        </w:rPr>
        <w:t xml:space="preserve">ں </w:t>
      </w:r>
      <w:r>
        <w:rPr>
          <w:rtl/>
        </w:rPr>
        <w:t>تمہارى طرح كا ہى انسان ہو</w:t>
      </w:r>
      <w:r w:rsidR="007D6C9B">
        <w:rPr>
          <w:rtl/>
        </w:rPr>
        <w:t xml:space="preserve">ں </w:t>
      </w:r>
      <w:r>
        <w:rPr>
          <w:rtl/>
        </w:rPr>
        <w:t>ليكن اللہ تعالى كى رحمت ميرے شامل حال ہوئي ہے اور اس نے مجھے كھلى اورواضح نشانيا</w:t>
      </w:r>
      <w:r w:rsidR="007D6C9B">
        <w:rPr>
          <w:rtl/>
        </w:rPr>
        <w:t xml:space="preserve">ں </w:t>
      </w:r>
      <w:r>
        <w:rPr>
          <w:rtl/>
        </w:rPr>
        <w:t>دى ہي</w:t>
      </w:r>
      <w:r w:rsidR="007D6C9B">
        <w:rPr>
          <w:rtl/>
        </w:rPr>
        <w:t xml:space="preserve">ں </w:t>
      </w:r>
      <w:r>
        <w:rPr>
          <w:rtl/>
        </w:rPr>
        <w:t>اس بناء پر ميرى انسانيت اس عظيم رسالت سے مانع نہي</w:t>
      </w:r>
      <w:r w:rsidR="007D6C9B">
        <w:rPr>
          <w:rtl/>
        </w:rPr>
        <w:t xml:space="preserve">ں </w:t>
      </w:r>
      <w:r>
        <w:rPr>
          <w:rtl/>
        </w:rPr>
        <w:t>ہوسكتى اور يہ ضرورى نہي</w:t>
      </w:r>
      <w:r w:rsidR="007D6C9B">
        <w:rPr>
          <w:rtl/>
        </w:rPr>
        <w:t xml:space="preserve">ں </w:t>
      </w:r>
      <w:r>
        <w:rPr>
          <w:rtl/>
        </w:rPr>
        <w:t>كہ مي</w:t>
      </w:r>
      <w:r w:rsidR="007D6C9B">
        <w:rPr>
          <w:rtl/>
        </w:rPr>
        <w:t xml:space="preserve">ں </w:t>
      </w:r>
      <w:r>
        <w:rPr>
          <w:rtl/>
        </w:rPr>
        <w:t xml:space="preserve">فرشتہ ہوتا _ </w:t>
      </w:r>
    </w:p>
    <w:p w:rsidR="00DE2D7F" w:rsidRDefault="00DE2D7F" w:rsidP="00D07B54">
      <w:pPr>
        <w:pStyle w:val="libNormal"/>
        <w:rPr>
          <w:rtl/>
        </w:rPr>
      </w:pPr>
      <w:r>
        <w:rPr>
          <w:rtl/>
        </w:rPr>
        <w:t>ان كا دوسرا اعتراض يہ تھا كہ تہارے پيروكار بے فكر اور ظاہر بين افراد ہي</w:t>
      </w:r>
      <w:r w:rsidR="007D6C9B">
        <w:rPr>
          <w:rtl/>
        </w:rPr>
        <w:t xml:space="preserve">ں </w:t>
      </w:r>
      <w:r>
        <w:rPr>
          <w:rtl/>
        </w:rPr>
        <w:t xml:space="preserve">_آپ نے فرمايا تم بے فكر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ہود آيت </w:t>
      </w:r>
      <w:r w:rsidR="00E664BB">
        <w:rPr>
          <w:rtl/>
        </w:rPr>
        <w:t>27</w:t>
      </w:r>
      <w:r>
        <w:rPr>
          <w:rtl/>
        </w:rPr>
        <w:t xml:space="preserve"> </w:t>
      </w:r>
    </w:p>
    <w:p w:rsidR="00DE2D7F" w:rsidRDefault="00DE2D7F" w:rsidP="00D07B54">
      <w:pPr>
        <w:pStyle w:val="libFootnote"/>
        <w:rPr>
          <w:rtl/>
        </w:rPr>
      </w:pPr>
      <w:r>
        <w:rPr>
          <w:rtl/>
        </w:rPr>
        <w:t>(</w:t>
      </w:r>
      <w:r w:rsidR="00E664BB">
        <w:rPr>
          <w:rtl/>
        </w:rPr>
        <w:t>2</w:t>
      </w:r>
      <w:r>
        <w:rPr>
          <w:rtl/>
        </w:rPr>
        <w:t xml:space="preserve">) سورہ ہود آيت </w:t>
      </w:r>
      <w:r w:rsidR="00E664BB">
        <w:rPr>
          <w:rtl/>
        </w:rPr>
        <w:t>27</w:t>
      </w:r>
      <w:r>
        <w:rPr>
          <w:rtl/>
        </w:rPr>
        <w:t xml:space="preserve"> </w:t>
      </w:r>
    </w:p>
    <w:p w:rsidR="00DE2D7F" w:rsidRDefault="00DE2D7F" w:rsidP="00D07B54">
      <w:pPr>
        <w:pStyle w:val="libFootnote"/>
        <w:rPr>
          <w:rtl/>
        </w:rPr>
      </w:pPr>
      <w:r>
        <w:rPr>
          <w:rtl/>
        </w:rPr>
        <w:t>(</w:t>
      </w:r>
      <w:r w:rsidR="00E664BB">
        <w:rPr>
          <w:rtl/>
        </w:rPr>
        <w:t>3</w:t>
      </w:r>
      <w:r>
        <w:rPr>
          <w:rtl/>
        </w:rPr>
        <w:t>) سورہ ہود</w:t>
      </w:r>
      <w:r w:rsidR="00E664BB">
        <w:rPr>
          <w:rtl/>
        </w:rPr>
        <w:t>27</w:t>
      </w:r>
      <w:r>
        <w:rPr>
          <w:rtl/>
        </w:rPr>
        <w:t xml:space="preserve"> </w:t>
      </w:r>
    </w:p>
    <w:p w:rsidR="00DE2D7F" w:rsidRDefault="00DE2D7F" w:rsidP="00D07B54">
      <w:pPr>
        <w:pStyle w:val="libFootnote"/>
        <w:rPr>
          <w:rtl/>
        </w:rPr>
      </w:pPr>
      <w:r>
        <w:rPr>
          <w:rtl/>
        </w:rPr>
        <w:t>(</w:t>
      </w:r>
      <w:r w:rsidR="00E664BB">
        <w:rPr>
          <w:rtl/>
        </w:rPr>
        <w:t>4</w:t>
      </w:r>
      <w:r>
        <w:rPr>
          <w:rtl/>
        </w:rPr>
        <w:t>) سورہ ہو دآيت</w:t>
      </w:r>
      <w:r w:rsidR="00E664BB">
        <w:rPr>
          <w:rtl/>
        </w:rPr>
        <w:t>28</w:t>
      </w:r>
      <w:r>
        <w:rPr>
          <w:rtl/>
        </w:rPr>
        <w:t xml:space="preserve"> </w:t>
      </w:r>
    </w:p>
    <w:p w:rsidR="00845842" w:rsidRDefault="00C2634E" w:rsidP="00D07B54">
      <w:pPr>
        <w:pStyle w:val="libNormal"/>
        <w:rPr>
          <w:rtl/>
        </w:rPr>
      </w:pPr>
      <w:r>
        <w:rPr>
          <w:rtl/>
        </w:rPr>
        <w:t xml:space="preserve"> </w:t>
      </w:r>
      <w:r>
        <w:rPr>
          <w:rtl/>
        </w:rPr>
        <w:br w:type="page"/>
      </w:r>
    </w:p>
    <w:p w:rsidR="00845842" w:rsidRDefault="00845842" w:rsidP="00D07B54">
      <w:pPr>
        <w:pStyle w:val="libNormal"/>
        <w:rPr>
          <w:rtl/>
        </w:rPr>
      </w:pPr>
    </w:p>
    <w:p w:rsidR="00DE2D7F" w:rsidRDefault="00DE2D7F" w:rsidP="00D07B54">
      <w:pPr>
        <w:pStyle w:val="libNormal"/>
        <w:rPr>
          <w:rtl/>
        </w:rPr>
      </w:pPr>
      <w:r>
        <w:rPr>
          <w:rtl/>
        </w:rPr>
        <w:t>اور بے سمجھ ہو جو اس واضح حقيقت كا انكار كرتے ہوحالانكہ ميرے پاس ايسے دلائل موجود ہي</w:t>
      </w:r>
      <w:r w:rsidR="007D6C9B">
        <w:rPr>
          <w:rtl/>
        </w:rPr>
        <w:t xml:space="preserve">ں </w:t>
      </w:r>
      <w:r>
        <w:rPr>
          <w:rtl/>
        </w:rPr>
        <w:t>جو ہر حقيقت كے متلاشى انسان كے لئے كافى ہي</w:t>
      </w:r>
      <w:r w:rsidR="007D6C9B">
        <w:rPr>
          <w:rtl/>
        </w:rPr>
        <w:t xml:space="preserve">ں </w:t>
      </w:r>
      <w:r>
        <w:rPr>
          <w:rtl/>
        </w:rPr>
        <w:t>اور اسے قائل كرسكتے ہي</w:t>
      </w:r>
      <w:r w:rsidR="007D6C9B">
        <w:rPr>
          <w:rtl/>
        </w:rPr>
        <w:t xml:space="preserve">ں </w:t>
      </w:r>
      <w:r>
        <w:rPr>
          <w:rtl/>
        </w:rPr>
        <w:t>مگر تم جيسے افراد جو غرور ،خود خواہى ،تكبر اور جاہ طلبى كا پردہ اوڑھے ہوئے ہي</w:t>
      </w:r>
      <w:r w:rsidR="007D6C9B">
        <w:rPr>
          <w:rtl/>
        </w:rPr>
        <w:t xml:space="preserve">ں </w:t>
      </w:r>
      <w:r>
        <w:rPr>
          <w:rtl/>
        </w:rPr>
        <w:t xml:space="preserve">ان كى حقيقت بين آنكھ بيكار ہوچكى ہے _ </w:t>
      </w:r>
    </w:p>
    <w:p w:rsidR="00DE2D7F" w:rsidRDefault="00DE2D7F" w:rsidP="00D07B54">
      <w:pPr>
        <w:pStyle w:val="libNormal"/>
        <w:rPr>
          <w:rtl/>
        </w:rPr>
      </w:pPr>
      <w:r>
        <w:rPr>
          <w:rtl/>
        </w:rPr>
        <w:t>ان كا تيسرا اعتراض يہ تھا كہ وہ كہتے تھے : ہم كوئي برترى اور فضيلت تمہارے لئے اپنى نسبت نہي</w:t>
      </w:r>
      <w:r w:rsidR="007D6C9B">
        <w:rPr>
          <w:rtl/>
        </w:rPr>
        <w:t xml:space="preserve">ں </w:t>
      </w:r>
      <w:r>
        <w:rPr>
          <w:rtl/>
        </w:rPr>
        <w:t>پاتے، آپ نے فرمايا: اس سے بالاتركون سى برترى ہوگى كہ خدانے اپنى رحمت ميرے شامل حال كى ہے اور واضح مدارك ودلائل ميرے اختيار مي</w:t>
      </w:r>
      <w:r w:rsidR="007D6C9B">
        <w:rPr>
          <w:rtl/>
        </w:rPr>
        <w:t xml:space="preserve">ں </w:t>
      </w:r>
      <w:r>
        <w:rPr>
          <w:rtl/>
        </w:rPr>
        <w:t>ديئے ہي</w:t>
      </w:r>
      <w:r w:rsidR="007D6C9B">
        <w:rPr>
          <w:rtl/>
        </w:rPr>
        <w:t xml:space="preserve">ں </w:t>
      </w:r>
      <w:r>
        <w:rPr>
          <w:rtl/>
        </w:rPr>
        <w:t>اس بناء پر ايسى كوئي وجہ نہي</w:t>
      </w:r>
      <w:r w:rsidR="007D6C9B">
        <w:rPr>
          <w:rtl/>
        </w:rPr>
        <w:t xml:space="preserve">ں </w:t>
      </w:r>
      <w:r>
        <w:rPr>
          <w:rtl/>
        </w:rPr>
        <w:t>كہ تم مجھے جھوٹا خيال كرو كيونكہ ميرى گفتگو كى نشانيا</w:t>
      </w:r>
      <w:r w:rsidR="007D6C9B">
        <w:rPr>
          <w:rtl/>
        </w:rPr>
        <w:t xml:space="preserve">ں </w:t>
      </w:r>
      <w:r>
        <w:rPr>
          <w:rtl/>
        </w:rPr>
        <w:t>ظاہر ہي</w:t>
      </w:r>
      <w:r w:rsidR="007D6C9B">
        <w:rPr>
          <w:rtl/>
        </w:rPr>
        <w:t xml:space="preserve">ں </w:t>
      </w:r>
      <w:r>
        <w:rPr>
          <w:rtl/>
        </w:rPr>
        <w:t xml:space="preserve">_ </w:t>
      </w:r>
    </w:p>
    <w:p w:rsidR="00DE2D7F" w:rsidRDefault="00DE2D7F" w:rsidP="00D07B54">
      <w:pPr>
        <w:pStyle w:val="libNormal"/>
        <w:rPr>
          <w:rtl/>
        </w:rPr>
      </w:pPr>
      <w:r>
        <w:rPr>
          <w:rtl/>
        </w:rPr>
        <w:t>''كيا مي</w:t>
      </w:r>
      <w:r w:rsidR="007D6C9B">
        <w:rPr>
          <w:rtl/>
        </w:rPr>
        <w:t xml:space="preserve">ں </w:t>
      </w:r>
      <w:r>
        <w:rPr>
          <w:rtl/>
        </w:rPr>
        <w:t>تمہي</w:t>
      </w:r>
      <w:r w:rsidR="007D6C9B">
        <w:rPr>
          <w:rtl/>
        </w:rPr>
        <w:t xml:space="preserve">ں </w:t>
      </w:r>
      <w:r>
        <w:rPr>
          <w:rtl/>
        </w:rPr>
        <w:t>اس ظاہر بظاہر بينہ كے قبول كرنے پر مجبور كرسكتا ہو</w:t>
      </w:r>
      <w:r w:rsidR="007D6C9B">
        <w:rPr>
          <w:rtl/>
        </w:rPr>
        <w:t xml:space="preserve">ں </w:t>
      </w:r>
      <w:r>
        <w:rPr>
          <w:rtl/>
        </w:rPr>
        <w:t>جبكہ تم خود اس پر آمادہ نہي</w:t>
      </w:r>
      <w:r w:rsidR="007D6C9B">
        <w:rPr>
          <w:rtl/>
        </w:rPr>
        <w:t xml:space="preserve">ں </w:t>
      </w:r>
      <w:r>
        <w:rPr>
          <w:rtl/>
        </w:rPr>
        <w:t>ہو اور اسے قبول كرنا بلكہ اس كے بارے مي</w:t>
      </w:r>
      <w:r w:rsidR="007D6C9B">
        <w:rPr>
          <w:rtl/>
        </w:rPr>
        <w:t xml:space="preserve">ں </w:t>
      </w:r>
      <w:r>
        <w:rPr>
          <w:rtl/>
        </w:rPr>
        <w:t>غوروفكر كرنا بھى پسند نہي</w:t>
      </w:r>
      <w:r w:rsidR="007D6C9B">
        <w:rPr>
          <w:rtl/>
        </w:rPr>
        <w:t xml:space="preserve">ں </w:t>
      </w:r>
      <w:r>
        <w:rPr>
          <w:rtl/>
        </w:rPr>
        <w:t>كرتے ہو''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FA0CEC" w:rsidRDefault="00DE2D7F" w:rsidP="00D07B54">
      <w:pPr>
        <w:pStyle w:val="Heading2Center"/>
        <w:rPr>
          <w:rtl/>
        </w:rPr>
      </w:pPr>
      <w:bookmarkStart w:id="30" w:name="_Toc7268427"/>
      <w:r>
        <w:rPr>
          <w:rtl/>
        </w:rPr>
        <w:t>مي</w:t>
      </w:r>
      <w:r w:rsidR="007D6C9B">
        <w:rPr>
          <w:rtl/>
        </w:rPr>
        <w:t xml:space="preserve">ں </w:t>
      </w:r>
      <w:r>
        <w:rPr>
          <w:rtl/>
        </w:rPr>
        <w:t>كسى صاحب ايمان كو نہي</w:t>
      </w:r>
      <w:r w:rsidR="007D6C9B">
        <w:rPr>
          <w:rtl/>
        </w:rPr>
        <w:t xml:space="preserve">ں </w:t>
      </w:r>
      <w:r>
        <w:rPr>
          <w:rtl/>
        </w:rPr>
        <w:t>دھتكارتا</w:t>
      </w:r>
      <w:bookmarkEnd w:id="30"/>
      <w:r>
        <w:rPr>
          <w:rtl/>
        </w:rPr>
        <w:t xml:space="preserve"> </w:t>
      </w:r>
    </w:p>
    <w:p w:rsidR="00DE2D7F" w:rsidRDefault="00DE2D7F" w:rsidP="00D07B54">
      <w:pPr>
        <w:pStyle w:val="libNormal"/>
        <w:rPr>
          <w:rtl/>
        </w:rPr>
      </w:pPr>
      <w:r>
        <w:rPr>
          <w:rtl/>
        </w:rPr>
        <w:t>''اے قوم :مي</w:t>
      </w:r>
      <w:r w:rsidR="007D6C9B">
        <w:rPr>
          <w:rtl/>
        </w:rPr>
        <w:t xml:space="preserve">ں </w:t>
      </w:r>
      <w:r>
        <w:rPr>
          <w:rtl/>
        </w:rPr>
        <w:t>اس دعوت كے بدلے تم سے مال وثروت اور اجرو جزا كا مطالبہ نہي</w:t>
      </w:r>
      <w:r w:rsidR="007D6C9B">
        <w:rPr>
          <w:rtl/>
        </w:rPr>
        <w:t xml:space="preserve">ں </w:t>
      </w:r>
      <w:r>
        <w:rPr>
          <w:rtl/>
        </w:rPr>
        <w:t xml:space="preserve">كرتا''_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امراچھى طرح سے نشاندہى كرتاہے كہ اس پروگرام سے ميرا كوئي مادى ہدف نہي</w:t>
      </w:r>
      <w:r w:rsidR="007D6C9B">
        <w:rPr>
          <w:rtl/>
        </w:rPr>
        <w:t xml:space="preserve">ں </w:t>
      </w:r>
      <w:r>
        <w:rPr>
          <w:rtl/>
        </w:rPr>
        <w:t>،مي</w:t>
      </w:r>
      <w:r w:rsidR="007D6C9B">
        <w:rPr>
          <w:rtl/>
        </w:rPr>
        <w:t xml:space="preserve">ں </w:t>
      </w:r>
      <w:r>
        <w:rPr>
          <w:rtl/>
        </w:rPr>
        <w:t>سوائے خدا كے معنوى وروحانى اجر كے سواكچھ بھى نہي</w:t>
      </w:r>
      <w:r w:rsidR="007D6C9B">
        <w:rPr>
          <w:rtl/>
        </w:rPr>
        <w:t xml:space="preserve">ں </w:t>
      </w:r>
      <w:r>
        <w:rPr>
          <w:rtl/>
        </w:rPr>
        <w:t>سوچتا اور كوئي جھوٹا مدعى ايسا نہي</w:t>
      </w:r>
      <w:r w:rsidR="007D6C9B">
        <w:rPr>
          <w:rtl/>
        </w:rPr>
        <w:t xml:space="preserve">ں </w:t>
      </w:r>
      <w:r>
        <w:rPr>
          <w:rtl/>
        </w:rPr>
        <w:t>ہوسكتا جو اس قسم كے سردرد ،ناراحتى اور بے آرامى كو يو</w:t>
      </w:r>
      <w:r w:rsidR="007D6C9B">
        <w:rPr>
          <w:rtl/>
        </w:rPr>
        <w:t xml:space="preserve">ں </w:t>
      </w:r>
      <w:r>
        <w:rPr>
          <w:rtl/>
        </w:rPr>
        <w:t>ہى اپنے لئے خريد لے اور يہ سچے رہبرو</w:t>
      </w:r>
      <w:r w:rsidR="007D6C9B">
        <w:rPr>
          <w:rtl/>
        </w:rPr>
        <w:t xml:space="preserve">ں </w:t>
      </w:r>
      <w:r>
        <w:rPr>
          <w:rtl/>
        </w:rPr>
        <w:t>كى پہچان كے لئے ايك ميزان ہے،ان جھوٹے موقع پرستو</w:t>
      </w:r>
      <w:r w:rsidR="007D6C9B">
        <w:rPr>
          <w:rtl/>
        </w:rPr>
        <w:t xml:space="preserve">ں </w:t>
      </w:r>
      <w:r>
        <w:rPr>
          <w:rtl/>
        </w:rPr>
        <w:t>كے مقابلے مي</w:t>
      </w:r>
      <w:r w:rsidR="007D6C9B">
        <w:rPr>
          <w:rtl/>
        </w:rPr>
        <w:t xml:space="preserve">ں </w:t>
      </w:r>
      <w:r>
        <w:rPr>
          <w:rtl/>
        </w:rPr>
        <w:t>، كہ وہ جب بھى كوئي قدم اٹھاتے ہي</w:t>
      </w:r>
      <w:r w:rsidR="007D6C9B">
        <w:rPr>
          <w:rtl/>
        </w:rPr>
        <w:t xml:space="preserve">ں </w:t>
      </w:r>
      <w:r>
        <w:rPr>
          <w:rtl/>
        </w:rPr>
        <w:t xml:space="preserve">بالواسطہ يابلا واسطہ طور پر اس سے ان كا كوئي نہ كوئي مادى ہدف اور مقصد ہوتا ہے _ </w:t>
      </w:r>
    </w:p>
    <w:p w:rsidR="00DE2D7F" w:rsidRDefault="00DE2D7F" w:rsidP="00D07B54">
      <w:pPr>
        <w:pStyle w:val="libNormal"/>
        <w:rPr>
          <w:rtl/>
        </w:rPr>
      </w:pPr>
      <w:r>
        <w:rPr>
          <w:rtl/>
        </w:rPr>
        <w:t>اس كے بعد ان كے جواب مي</w:t>
      </w:r>
      <w:r w:rsidR="007D6C9B">
        <w:rPr>
          <w:rtl/>
        </w:rPr>
        <w:t xml:space="preserve">ں </w:t>
      </w:r>
      <w:r>
        <w:rPr>
          <w:rtl/>
        </w:rPr>
        <w:t>جنہي</w:t>
      </w:r>
      <w:r w:rsidR="007D6C9B">
        <w:rPr>
          <w:rtl/>
        </w:rPr>
        <w:t xml:space="preserve">ں </w:t>
      </w:r>
      <w:r>
        <w:rPr>
          <w:rtl/>
        </w:rPr>
        <w:t>اصرار تھا كہ حضرت نوح عليہ السلام، اپنے اوپر ايمان لانے والے غريب حقير اور كم عمر افراد كو خود سے دور كردي</w:t>
      </w:r>
      <w:r w:rsidR="007D6C9B">
        <w:rPr>
          <w:rtl/>
        </w:rPr>
        <w:t xml:space="preserve">ں </w:t>
      </w:r>
      <w:r>
        <w:rPr>
          <w:rtl/>
        </w:rPr>
        <w:t>حضرت نوح(ع) ( حتمى طور پر فيصلہ سناتے ہوئے )كہتے ہي</w:t>
      </w:r>
      <w:r w:rsidR="007D6C9B">
        <w:rPr>
          <w:rtl/>
        </w:rPr>
        <w:t xml:space="preserve">ں </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ہو دآيت</w:t>
      </w:r>
      <w:r w:rsidR="00E664BB">
        <w:rPr>
          <w:rtl/>
        </w:rPr>
        <w:t>28</w:t>
      </w:r>
      <w:r>
        <w:rPr>
          <w:rtl/>
        </w:rPr>
        <w:t xml:space="preserve"> </w:t>
      </w:r>
    </w:p>
    <w:p w:rsidR="00DE2D7F" w:rsidRDefault="00DE2D7F" w:rsidP="00D07B54">
      <w:pPr>
        <w:pStyle w:val="libFootnote"/>
        <w:rPr>
          <w:rtl/>
        </w:rPr>
      </w:pPr>
      <w:r>
        <w:rPr>
          <w:rtl/>
        </w:rPr>
        <w:t>(</w:t>
      </w:r>
      <w:r w:rsidR="00E664BB">
        <w:rPr>
          <w:rtl/>
        </w:rPr>
        <w:t>2</w:t>
      </w:r>
      <w:r>
        <w:rPr>
          <w:rtl/>
        </w:rPr>
        <w:t>)سورہ ہودمي</w:t>
      </w:r>
      <w:r w:rsidR="007D6C9B">
        <w:rPr>
          <w:rtl/>
        </w:rPr>
        <w:t xml:space="preserve">ں </w:t>
      </w:r>
      <w:r w:rsidR="00E664BB">
        <w:rPr>
          <w:rtl/>
        </w:rPr>
        <w:t>2</w:t>
      </w:r>
      <w:r w:rsidR="00E44785">
        <w:rPr>
          <w:rtl/>
        </w:rPr>
        <w:t>9</w:t>
      </w:r>
      <w:r>
        <w:rPr>
          <w:rtl/>
        </w:rPr>
        <w:t xml:space="preserve"> </w:t>
      </w:r>
    </w:p>
    <w:p w:rsidR="00FA0CEC"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''كيونكہ وہ اپنے پروردگار سے ملاقات كري</w:t>
      </w:r>
      <w:r w:rsidR="007D6C9B">
        <w:rPr>
          <w:rtl/>
        </w:rPr>
        <w:t xml:space="preserve">ں </w:t>
      </w:r>
      <w:r>
        <w:rPr>
          <w:rtl/>
        </w:rPr>
        <w:t>گے اوردوسرے جہان مي</w:t>
      </w:r>
      <w:r w:rsidR="007D6C9B">
        <w:rPr>
          <w:rtl/>
        </w:rPr>
        <w:t xml:space="preserve">ں </w:t>
      </w:r>
      <w:r>
        <w:rPr>
          <w:rtl/>
        </w:rPr>
        <w:t>اس كے سامنے ميرے ساتھ ہو</w:t>
      </w:r>
      <w:r w:rsidR="007D6C9B">
        <w:rPr>
          <w:rtl/>
        </w:rPr>
        <w:t xml:space="preserve">ں </w:t>
      </w:r>
      <w:r>
        <w:rPr>
          <w:rtl/>
        </w:rPr>
        <w:t xml:space="preserve">گے''_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آخر مي</w:t>
      </w:r>
      <w:r w:rsidR="007D6C9B">
        <w:rPr>
          <w:rtl/>
        </w:rPr>
        <w:t xml:space="preserve">ں </w:t>
      </w:r>
      <w:r>
        <w:rPr>
          <w:rtl/>
        </w:rPr>
        <w:t>انہي</w:t>
      </w:r>
      <w:r w:rsidR="007D6C9B">
        <w:rPr>
          <w:rtl/>
        </w:rPr>
        <w:t xml:space="preserve">ں </w:t>
      </w:r>
      <w:r>
        <w:rPr>
          <w:rtl/>
        </w:rPr>
        <w:t>بتايا گيا ہے :'' مي</w:t>
      </w:r>
      <w:r w:rsidR="007D6C9B">
        <w:rPr>
          <w:rtl/>
        </w:rPr>
        <w:t xml:space="preserve">ں </w:t>
      </w:r>
      <w:r>
        <w:rPr>
          <w:rtl/>
        </w:rPr>
        <w:t xml:space="preserve">سمجھتا ہو </w:t>
      </w:r>
      <w:r w:rsidR="007D6C9B">
        <w:rPr>
          <w:rtl/>
        </w:rPr>
        <w:t xml:space="preserve">ں </w:t>
      </w:r>
      <w:r>
        <w:rPr>
          <w:rtl/>
        </w:rPr>
        <w:t>كہ تم جاہل لوگ ہو''_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''اے قوم اگر مي</w:t>
      </w:r>
      <w:r w:rsidR="007D6C9B">
        <w:rPr>
          <w:rtl/>
        </w:rPr>
        <w:t xml:space="preserve">ں </w:t>
      </w:r>
      <w:r>
        <w:rPr>
          <w:rtl/>
        </w:rPr>
        <w:t>ان باايمان لوگو</w:t>
      </w:r>
      <w:r w:rsidR="007D6C9B">
        <w:rPr>
          <w:rtl/>
        </w:rPr>
        <w:t xml:space="preserve">ں </w:t>
      </w:r>
      <w:r>
        <w:rPr>
          <w:rtl/>
        </w:rPr>
        <w:t>كو دھتكاردو</w:t>
      </w:r>
      <w:r w:rsidR="007D6C9B">
        <w:rPr>
          <w:rtl/>
        </w:rPr>
        <w:t xml:space="preserve">ں </w:t>
      </w:r>
      <w:r>
        <w:rPr>
          <w:rtl/>
        </w:rPr>
        <w:t>تو خدا كے سامنے (اس عظيم عدالت مي</w:t>
      </w:r>
      <w:r w:rsidR="007D6C9B">
        <w:rPr>
          <w:rtl/>
        </w:rPr>
        <w:t xml:space="preserve">ں </w:t>
      </w:r>
      <w:r>
        <w:rPr>
          <w:rtl/>
        </w:rPr>
        <w:t>بلكہ اس جہان مي</w:t>
      </w:r>
      <w:r w:rsidR="007D6C9B">
        <w:rPr>
          <w:rtl/>
        </w:rPr>
        <w:t xml:space="preserve">ں </w:t>
      </w:r>
      <w:r>
        <w:rPr>
          <w:rtl/>
        </w:rPr>
        <w:t>) كون ميرى مدد كرے گا ''_</w:t>
      </w:r>
      <w:r w:rsidRPr="00820CA0">
        <w:rPr>
          <w:rStyle w:val="libFootnotenumChar"/>
          <w:rtl/>
        </w:rPr>
        <w:t xml:space="preserve">( </w:t>
      </w:r>
      <w:r w:rsidR="00E664BB" w:rsidRPr="00820CA0">
        <w:rPr>
          <w:rStyle w:val="libFootnotenumChar"/>
          <w:rtl/>
        </w:rPr>
        <w:t>3</w:t>
      </w:r>
      <w:r w:rsidRPr="00820CA0">
        <w:rPr>
          <w:rStyle w:val="libFootnotenumChar"/>
          <w:rtl/>
        </w:rPr>
        <w:t xml:space="preserve">) </w:t>
      </w:r>
      <w:r>
        <w:rPr>
          <w:rtl/>
        </w:rPr>
        <w:t>''كيا تم كچھ سوچتے سمجھتے نہي</w:t>
      </w:r>
      <w:r w:rsidR="007D6C9B">
        <w:rPr>
          <w:rtl/>
        </w:rPr>
        <w:t xml:space="preserve">ں </w:t>
      </w:r>
      <w:r>
        <w:rPr>
          <w:rtl/>
        </w:rPr>
        <w:t>ہو''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جان لو كہ جو كچھ مي</w:t>
      </w:r>
      <w:r w:rsidR="007D6C9B">
        <w:rPr>
          <w:rtl/>
        </w:rPr>
        <w:t xml:space="preserve">ں </w:t>
      </w:r>
      <w:r>
        <w:rPr>
          <w:rtl/>
        </w:rPr>
        <w:t>كہتا ہو</w:t>
      </w:r>
      <w:r w:rsidR="007D6C9B">
        <w:rPr>
          <w:rtl/>
        </w:rPr>
        <w:t xml:space="preserve">ں </w:t>
      </w:r>
      <w:r>
        <w:rPr>
          <w:rtl/>
        </w:rPr>
        <w:t xml:space="preserve">عين حقيقت ہے_ </w:t>
      </w:r>
    </w:p>
    <w:p w:rsidR="00DE2D7F" w:rsidRDefault="00DE2D7F" w:rsidP="00D07B54">
      <w:pPr>
        <w:pStyle w:val="libNormal"/>
        <w:rPr>
          <w:rtl/>
        </w:rPr>
      </w:pPr>
    </w:p>
    <w:p w:rsidR="00FA0CEC" w:rsidRDefault="00DE2D7F" w:rsidP="00D07B54">
      <w:pPr>
        <w:pStyle w:val="Heading2Center"/>
        <w:rPr>
          <w:rtl/>
        </w:rPr>
      </w:pPr>
      <w:bookmarkStart w:id="31" w:name="_Toc7268428"/>
      <w:r>
        <w:rPr>
          <w:rtl/>
        </w:rPr>
        <w:t>خدائي خزانے ميرے قبضہ مي</w:t>
      </w:r>
      <w:r w:rsidR="007D6C9B">
        <w:rPr>
          <w:rtl/>
        </w:rPr>
        <w:t xml:space="preserve">ں </w:t>
      </w:r>
      <w:r>
        <w:rPr>
          <w:rtl/>
        </w:rPr>
        <w:t>نہي</w:t>
      </w:r>
      <w:r w:rsidR="007D6C9B">
        <w:rPr>
          <w:rtl/>
        </w:rPr>
        <w:t xml:space="preserve">ں </w:t>
      </w:r>
      <w:r>
        <w:rPr>
          <w:rtl/>
        </w:rPr>
        <w:t>ہي</w:t>
      </w:r>
      <w:r w:rsidR="007D6C9B">
        <w:rPr>
          <w:rtl/>
        </w:rPr>
        <w:t>ں</w:t>
      </w:r>
      <w:bookmarkEnd w:id="31"/>
    </w:p>
    <w:p w:rsidR="00DE2D7F" w:rsidRDefault="007D6C9B" w:rsidP="00D07B54">
      <w:pPr>
        <w:pStyle w:val="libNormal"/>
        <w:rPr>
          <w:rtl/>
        </w:rPr>
      </w:pPr>
      <w:r>
        <w:rPr>
          <w:rtl/>
        </w:rPr>
        <w:t xml:space="preserve"> </w:t>
      </w:r>
      <w:r w:rsidR="00DE2D7F">
        <w:rPr>
          <w:rtl/>
        </w:rPr>
        <w:t>اپنى قوم كے مہمل اعتراضات كے جواب مي</w:t>
      </w:r>
      <w:r>
        <w:rPr>
          <w:rtl/>
        </w:rPr>
        <w:t xml:space="preserve">ں </w:t>
      </w:r>
      <w:r w:rsidR="00DE2D7F">
        <w:rPr>
          <w:rtl/>
        </w:rPr>
        <w:t>حضرت نوح(ع) آخرى بات كہتے ہي</w:t>
      </w:r>
      <w:r>
        <w:rPr>
          <w:rtl/>
        </w:rPr>
        <w:t xml:space="preserve">ں </w:t>
      </w:r>
      <w:r w:rsidR="00DE2D7F">
        <w:rPr>
          <w:rtl/>
        </w:rPr>
        <w:t>كہ اگر تم خيال كرتے ہو اور توقع ركھتے ہوكہ وحى اور اعجاز كے سواء مي</w:t>
      </w:r>
      <w:r>
        <w:rPr>
          <w:rtl/>
        </w:rPr>
        <w:t xml:space="preserve">ں </w:t>
      </w:r>
      <w:r w:rsidR="00DE2D7F">
        <w:rPr>
          <w:rtl/>
        </w:rPr>
        <w:t>تم پر كوئي امتياز يا برترى ركھو</w:t>
      </w:r>
      <w:r>
        <w:rPr>
          <w:rtl/>
        </w:rPr>
        <w:t xml:space="preserve">ں </w:t>
      </w:r>
      <w:r w:rsidR="00DE2D7F">
        <w:rPr>
          <w:rtl/>
        </w:rPr>
        <w:t>،تو يہ غلط ہے مي</w:t>
      </w:r>
      <w:r>
        <w:rPr>
          <w:rtl/>
        </w:rPr>
        <w:t xml:space="preserve">ں </w:t>
      </w:r>
      <w:r w:rsidR="00DE2D7F">
        <w:rPr>
          <w:rtl/>
        </w:rPr>
        <w:t>صراحت سے كہنا چاہتا ہو</w:t>
      </w:r>
      <w:r>
        <w:rPr>
          <w:rtl/>
        </w:rPr>
        <w:t xml:space="preserve">ں </w:t>
      </w:r>
      <w:r w:rsidR="00DE2D7F">
        <w:rPr>
          <w:rtl/>
        </w:rPr>
        <w:t>''مي</w:t>
      </w:r>
      <w:r>
        <w:rPr>
          <w:rtl/>
        </w:rPr>
        <w:t xml:space="preserve">ں </w:t>
      </w:r>
      <w:r w:rsidR="00DE2D7F">
        <w:rPr>
          <w:rtl/>
        </w:rPr>
        <w:t>نہ تم سے كہتا ہو</w:t>
      </w:r>
      <w:r>
        <w:rPr>
          <w:rtl/>
        </w:rPr>
        <w:t xml:space="preserve">ں </w:t>
      </w:r>
      <w:r w:rsidR="00DE2D7F">
        <w:rPr>
          <w:rtl/>
        </w:rPr>
        <w:t>كہ خدا ئي خزانے ميرے قبضے مي</w:t>
      </w:r>
      <w:r>
        <w:rPr>
          <w:rtl/>
        </w:rPr>
        <w:t xml:space="preserve">ں </w:t>
      </w:r>
      <w:r w:rsidR="00DE2D7F">
        <w:rPr>
          <w:rtl/>
        </w:rPr>
        <w:t>ہي</w:t>
      </w:r>
      <w:r>
        <w:rPr>
          <w:rtl/>
        </w:rPr>
        <w:t xml:space="preserve">ں </w:t>
      </w:r>
      <w:r w:rsidR="00DE2D7F">
        <w:rPr>
          <w:rtl/>
        </w:rPr>
        <w:t>اور نہ ہر كام جب چاہو</w:t>
      </w:r>
      <w:r>
        <w:rPr>
          <w:rtl/>
        </w:rPr>
        <w:t xml:space="preserve">ں </w:t>
      </w:r>
      <w:r w:rsidR="00DE2D7F">
        <w:rPr>
          <w:rtl/>
        </w:rPr>
        <w:t>انجام دے سكتاہو</w:t>
      </w:r>
      <w:r>
        <w:rPr>
          <w:rtl/>
        </w:rPr>
        <w:t xml:space="preserve">ں </w:t>
      </w:r>
      <w:r w:rsidR="00DE2D7F">
        <w:rPr>
          <w:rtl/>
        </w:rPr>
        <w:t>'' نہ مي</w:t>
      </w:r>
      <w:r>
        <w:rPr>
          <w:rtl/>
        </w:rPr>
        <w:t xml:space="preserve">ں </w:t>
      </w:r>
      <w:r w:rsidR="00DE2D7F">
        <w:rPr>
          <w:rtl/>
        </w:rPr>
        <w:t>غيب سے آگاہى كا دعوى كرتا ہو</w:t>
      </w:r>
      <w:r>
        <w:rPr>
          <w:rtl/>
        </w:rPr>
        <w:t xml:space="preserve">ں </w:t>
      </w:r>
      <w:r w:rsidR="00DE2D7F">
        <w:rPr>
          <w:rtl/>
        </w:rPr>
        <w:t>''اور نہ مي</w:t>
      </w:r>
      <w:r>
        <w:rPr>
          <w:rtl/>
        </w:rPr>
        <w:t xml:space="preserve">ں </w:t>
      </w:r>
      <w:r w:rsidR="00DE2D7F">
        <w:rPr>
          <w:rtl/>
        </w:rPr>
        <w:t>كہتا ہو</w:t>
      </w:r>
      <w:r>
        <w:rPr>
          <w:rtl/>
        </w:rPr>
        <w:t xml:space="preserve">ں </w:t>
      </w:r>
      <w:r w:rsidR="00DE2D7F">
        <w:rPr>
          <w:rtl/>
        </w:rPr>
        <w:t>كہ مي</w:t>
      </w:r>
      <w:r>
        <w:rPr>
          <w:rtl/>
        </w:rPr>
        <w:t xml:space="preserve">ں </w:t>
      </w:r>
      <w:r w:rsidR="00DE2D7F">
        <w:rPr>
          <w:rtl/>
        </w:rPr>
        <w:t>فرشتہ ہو</w:t>
      </w:r>
      <w:r>
        <w:rPr>
          <w:rtl/>
        </w:rPr>
        <w:t xml:space="preserve">ں </w:t>
      </w:r>
      <w:r w:rsidR="00DE2D7F">
        <w:rPr>
          <w:rtl/>
        </w:rPr>
        <w:t>''_</w:t>
      </w:r>
      <w:r w:rsidR="00DE2D7F" w:rsidRPr="00AD1EF3">
        <w:rPr>
          <w:rStyle w:val="libFootnotenumChar"/>
          <w:rtl/>
        </w:rPr>
        <w:t>(</w:t>
      </w:r>
      <w:r w:rsidR="00E664BB" w:rsidRPr="00AD1EF3">
        <w:rPr>
          <w:rStyle w:val="libFootnotenumChar"/>
          <w:rtl/>
        </w:rPr>
        <w:t>5</w:t>
      </w:r>
      <w:r w:rsidR="00DE2D7F" w:rsidRPr="00AD1EF3">
        <w:rPr>
          <w:rStyle w:val="libFootnotenumChar"/>
          <w:rtl/>
        </w:rPr>
        <w:t>)</w:t>
      </w:r>
      <w:r w:rsidR="00DE2D7F">
        <w:rPr>
          <w:rtl/>
        </w:rPr>
        <w:t xml:space="preserve"> </w:t>
      </w:r>
    </w:p>
    <w:p w:rsidR="00DE2D7F" w:rsidRDefault="00DE2D7F" w:rsidP="00D07B54">
      <w:pPr>
        <w:pStyle w:val="libNormal"/>
        <w:rPr>
          <w:rtl/>
        </w:rPr>
      </w:pPr>
      <w:r>
        <w:rPr>
          <w:rtl/>
        </w:rPr>
        <w:t>ايسے بڑے اور جھوٹے دعوے جھوٹے مدعيو</w:t>
      </w:r>
      <w:r w:rsidR="007D6C9B">
        <w:rPr>
          <w:rtl/>
        </w:rPr>
        <w:t xml:space="preserve">ں </w:t>
      </w:r>
      <w:r>
        <w:rPr>
          <w:rtl/>
        </w:rPr>
        <w:t>كے ساتھ مخصوص ہي</w:t>
      </w:r>
      <w:r w:rsidR="007D6C9B">
        <w:rPr>
          <w:rtl/>
        </w:rPr>
        <w:t xml:space="preserve">ں </w:t>
      </w:r>
      <w:r>
        <w:rPr>
          <w:rtl/>
        </w:rPr>
        <w:t>اور ايك سچا پيغمبر كبھى ايسے دعوے نہي</w:t>
      </w:r>
      <w:r w:rsidR="007D6C9B">
        <w:rPr>
          <w:rtl/>
        </w:rPr>
        <w:t xml:space="preserve">ں </w:t>
      </w:r>
      <w:r>
        <w:rPr>
          <w:rtl/>
        </w:rPr>
        <w:t>كرے گا كيونكہ خدائي خزانے اورعلم غيب صرف خدا كى پاك ذات كے اختيار مي</w:t>
      </w:r>
      <w:r w:rsidR="007D6C9B">
        <w:rPr>
          <w:rtl/>
        </w:rPr>
        <w:t xml:space="preserve">ں </w:t>
      </w:r>
      <w:r>
        <w:rPr>
          <w:rtl/>
        </w:rPr>
        <w:t>ہي</w:t>
      </w:r>
      <w:r w:rsidR="007D6C9B">
        <w:rPr>
          <w:rtl/>
        </w:rPr>
        <w:t xml:space="preserve">ں </w:t>
      </w:r>
      <w:r>
        <w:rPr>
          <w:rtl/>
        </w:rPr>
        <w:t>اور فرشتہ ہونا بھى ان بشرى احساسات سے مناسبت نہي</w:t>
      </w:r>
      <w:r w:rsidR="007D6C9B">
        <w:rPr>
          <w:rtl/>
        </w:rPr>
        <w:t xml:space="preserve">ں </w:t>
      </w:r>
      <w:r>
        <w:rPr>
          <w:rtl/>
        </w:rPr>
        <w:t>ركھتا لہذا جو شخص ان تين مي</w:t>
      </w:r>
      <w:r w:rsidR="007D6C9B">
        <w:rPr>
          <w:rtl/>
        </w:rPr>
        <w:t xml:space="preserve">ں </w:t>
      </w:r>
      <w:r>
        <w:rPr>
          <w:rtl/>
        </w:rPr>
        <w:t xml:space="preserve">سے كوئي ايك دعوى كرے يا يہ سب دعوے كرے تو يہ اس كے جھوٹے ہونے كى دليل ہے _ </w:t>
      </w:r>
    </w:p>
    <w:p w:rsidR="00DE2D7F" w:rsidRDefault="00DE2D7F" w:rsidP="00D07B54">
      <w:pPr>
        <w:pStyle w:val="libNormal"/>
        <w:rPr>
          <w:rtl/>
        </w:rPr>
      </w:pPr>
      <w:r>
        <w:rPr>
          <w:rtl/>
        </w:rPr>
        <w:t>آخر مي</w:t>
      </w:r>
      <w:r w:rsidR="007D6C9B">
        <w:rPr>
          <w:rtl/>
        </w:rPr>
        <w:t xml:space="preserve">ں </w:t>
      </w:r>
      <w:r>
        <w:rPr>
          <w:rtl/>
        </w:rPr>
        <w:t>دوبارہ مستضعفين كا ذكر كرتے ہوئے تاكيد اََكہا گيا ہے ''مي</w:t>
      </w:r>
      <w:r w:rsidR="007D6C9B">
        <w:rPr>
          <w:rtl/>
        </w:rPr>
        <w:t xml:space="preserve">ں </w:t>
      </w:r>
      <w:r>
        <w:rPr>
          <w:rtl/>
        </w:rPr>
        <w:t xml:space="preserve">ہرگز ان افراد كے بارے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 دآيت</w:t>
      </w:r>
      <w:r w:rsidR="00E664BB">
        <w:rPr>
          <w:rtl/>
        </w:rPr>
        <w:t>2</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 سورہ ہود </w:t>
      </w:r>
      <w:r w:rsidR="00E664BB">
        <w:rPr>
          <w:rtl/>
        </w:rPr>
        <w:t>2</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 سورہ ہو دآيت</w:t>
      </w:r>
      <w:r w:rsidR="00E664BB">
        <w:rPr>
          <w:rtl/>
        </w:rPr>
        <w:t>30</w:t>
      </w:r>
      <w:r>
        <w:rPr>
          <w:rtl/>
        </w:rPr>
        <w:t xml:space="preserve"> </w:t>
      </w:r>
    </w:p>
    <w:p w:rsidR="00DE2D7F" w:rsidRDefault="00DE2D7F" w:rsidP="00D07B54">
      <w:pPr>
        <w:pStyle w:val="libFootnote"/>
        <w:rPr>
          <w:rtl/>
        </w:rPr>
      </w:pPr>
      <w:r>
        <w:rPr>
          <w:rtl/>
        </w:rPr>
        <w:t>(</w:t>
      </w:r>
      <w:r w:rsidR="00E664BB">
        <w:rPr>
          <w:rtl/>
        </w:rPr>
        <w:t>4</w:t>
      </w:r>
      <w:r>
        <w:rPr>
          <w:rtl/>
        </w:rPr>
        <w:t>)سورہ ہود</w:t>
      </w:r>
      <w:r w:rsidR="00E664BB">
        <w:rPr>
          <w:rtl/>
        </w:rPr>
        <w:t>30</w:t>
      </w:r>
      <w:r>
        <w:rPr>
          <w:rtl/>
        </w:rPr>
        <w:t xml:space="preserve"> </w:t>
      </w:r>
    </w:p>
    <w:p w:rsidR="00DE2D7F" w:rsidRDefault="00DE2D7F" w:rsidP="00D07B54">
      <w:pPr>
        <w:pStyle w:val="libFootnote"/>
        <w:rPr>
          <w:rtl/>
        </w:rPr>
      </w:pPr>
      <w:r>
        <w:rPr>
          <w:rtl/>
        </w:rPr>
        <w:t>(</w:t>
      </w:r>
      <w:r w:rsidR="00E664BB">
        <w:rPr>
          <w:rtl/>
        </w:rPr>
        <w:t>5</w:t>
      </w:r>
      <w:r>
        <w:rPr>
          <w:rtl/>
        </w:rPr>
        <w:t>)سورہ ہو دآيت</w:t>
      </w:r>
      <w:r w:rsidR="00E664BB">
        <w:rPr>
          <w:rtl/>
        </w:rPr>
        <w:t>31</w:t>
      </w:r>
      <w:r>
        <w:rPr>
          <w:rtl/>
        </w:rPr>
        <w:t xml:space="preserve"> </w:t>
      </w:r>
    </w:p>
    <w:p w:rsidR="00FA0CEC" w:rsidRDefault="001648F9" w:rsidP="00D07B54">
      <w:pPr>
        <w:pStyle w:val="libNormal"/>
        <w:rPr>
          <w:rtl/>
        </w:rPr>
      </w:pPr>
      <w:r>
        <w:rPr>
          <w:rtl/>
        </w:rPr>
        <w:t xml:space="preserve"> </w:t>
      </w:r>
      <w:r>
        <w:rPr>
          <w:rtl/>
        </w:rPr>
        <w:br w:type="page"/>
      </w:r>
    </w:p>
    <w:p w:rsidR="00FA0CEC" w:rsidRDefault="00FA0CEC" w:rsidP="00D07B54">
      <w:pPr>
        <w:pStyle w:val="libNormal"/>
        <w:rPr>
          <w:rtl/>
        </w:rPr>
      </w:pPr>
    </w:p>
    <w:p w:rsidR="00DE2D7F" w:rsidRDefault="00DE2D7F" w:rsidP="00D07B54">
      <w:pPr>
        <w:pStyle w:val="libNormal"/>
        <w:rPr>
          <w:rtl/>
        </w:rPr>
      </w:pPr>
      <w:r>
        <w:rPr>
          <w:rtl/>
        </w:rPr>
        <w:t>مي</w:t>
      </w:r>
      <w:r w:rsidR="007D6C9B">
        <w:rPr>
          <w:rtl/>
        </w:rPr>
        <w:t xml:space="preserve">ں </w:t>
      </w:r>
      <w:r>
        <w:rPr>
          <w:rtl/>
        </w:rPr>
        <w:t>جو تمہارى نگاہ مي</w:t>
      </w:r>
      <w:r w:rsidR="007D6C9B">
        <w:rPr>
          <w:rtl/>
        </w:rPr>
        <w:t xml:space="preserve">ں </w:t>
      </w:r>
      <w:r>
        <w:rPr>
          <w:rtl/>
        </w:rPr>
        <w:t>حقير ہي</w:t>
      </w:r>
      <w:r w:rsidR="007D6C9B">
        <w:rPr>
          <w:rtl/>
        </w:rPr>
        <w:t xml:space="preserve">ں </w:t>
      </w:r>
      <w:r>
        <w:rPr>
          <w:rtl/>
        </w:rPr>
        <w:t>،نہي</w:t>
      </w:r>
      <w:r w:rsidR="007D6C9B">
        <w:rPr>
          <w:rtl/>
        </w:rPr>
        <w:t xml:space="preserve">ں </w:t>
      </w:r>
      <w:r>
        <w:rPr>
          <w:rtl/>
        </w:rPr>
        <w:t>كہہ سكتا كہ خدا انہي</w:t>
      </w:r>
      <w:r w:rsidR="007D6C9B">
        <w:rPr>
          <w:rtl/>
        </w:rPr>
        <w:t xml:space="preserve">ں </w:t>
      </w:r>
      <w:r>
        <w:rPr>
          <w:rtl/>
        </w:rPr>
        <w:t>كو ئي جزائے خير نہي</w:t>
      </w:r>
      <w:r w:rsidR="007D6C9B">
        <w:rPr>
          <w:rtl/>
        </w:rPr>
        <w:t xml:space="preserve">ں </w:t>
      </w:r>
      <w:r>
        <w:rPr>
          <w:rtl/>
        </w:rPr>
        <w:t xml:space="preserve">دے گا''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بلكہ اس كے برعكس اس جہان اور اس جہان كى خير، انھي</w:t>
      </w:r>
      <w:r w:rsidR="007D6C9B">
        <w:rPr>
          <w:rtl/>
        </w:rPr>
        <w:t xml:space="preserve">ں </w:t>
      </w:r>
      <w:r>
        <w:rPr>
          <w:rtl/>
        </w:rPr>
        <w:t>كے لئے ہے اگر چہ ان كاہاتھ مال ودولت سے خالى ہے يہ تو تم ہو جنہو</w:t>
      </w:r>
      <w:r w:rsidR="007D6C9B">
        <w:rPr>
          <w:rtl/>
        </w:rPr>
        <w:t xml:space="preserve">ں </w:t>
      </w:r>
      <w:r>
        <w:rPr>
          <w:rtl/>
        </w:rPr>
        <w:t>نے خام خيالى كى وجہ سے خير كو مال ومقام يا سن وسال مي</w:t>
      </w:r>
      <w:r w:rsidR="007D6C9B">
        <w:rPr>
          <w:rtl/>
        </w:rPr>
        <w:t xml:space="preserve">ں </w:t>
      </w:r>
      <w:r>
        <w:rPr>
          <w:rtl/>
        </w:rPr>
        <w:t xml:space="preserve">منحصر سمجھ ليا ہے اور تم حقيقت سے بالكل بے خبر ہو _ </w:t>
      </w:r>
    </w:p>
    <w:p w:rsidR="00DE2D7F" w:rsidRDefault="00DE2D7F" w:rsidP="00D07B54">
      <w:pPr>
        <w:pStyle w:val="libNormal"/>
        <w:rPr>
          <w:rtl/>
        </w:rPr>
      </w:pPr>
      <w:r>
        <w:rPr>
          <w:rtl/>
        </w:rPr>
        <w:t>اور بالفرض اگر تمہارى بات سچى ہو اور وہ پست اور اوباش ہو</w:t>
      </w:r>
      <w:r w:rsidR="007D6C9B">
        <w:rPr>
          <w:rtl/>
        </w:rPr>
        <w:t xml:space="preserve">ں </w:t>
      </w:r>
      <w:r>
        <w:rPr>
          <w:rtl/>
        </w:rPr>
        <w:t xml:space="preserve">تو خدا ان كے باطن سے آگا ہ ہے _ </w:t>
      </w:r>
    </w:p>
    <w:p w:rsidR="00DE2D7F" w:rsidRDefault="00DE2D7F" w:rsidP="00D07B54">
      <w:pPr>
        <w:pStyle w:val="libNormal"/>
        <w:rPr>
          <w:rtl/>
        </w:rPr>
      </w:pPr>
      <w:r>
        <w:rPr>
          <w:rtl/>
        </w:rPr>
        <w:t>مي</w:t>
      </w:r>
      <w:r w:rsidR="007D6C9B">
        <w:rPr>
          <w:rtl/>
        </w:rPr>
        <w:t xml:space="preserve">ں </w:t>
      </w:r>
      <w:r>
        <w:rPr>
          <w:rtl/>
        </w:rPr>
        <w:t>تو ان مي</w:t>
      </w:r>
      <w:r w:rsidR="007D6C9B">
        <w:rPr>
          <w:rtl/>
        </w:rPr>
        <w:t xml:space="preserve">ں </w:t>
      </w:r>
      <w:r>
        <w:rPr>
          <w:rtl/>
        </w:rPr>
        <w:t>ايمان اور صداقت كے سوا كچھ نہي</w:t>
      </w:r>
      <w:r w:rsidR="007D6C9B">
        <w:rPr>
          <w:rtl/>
        </w:rPr>
        <w:t xml:space="preserve">ں </w:t>
      </w:r>
      <w:r>
        <w:rPr>
          <w:rtl/>
        </w:rPr>
        <w:t>پاتا ،لہذاميرى ذمہ دارى ہے كہ مي</w:t>
      </w:r>
      <w:r w:rsidR="007D6C9B">
        <w:rPr>
          <w:rtl/>
        </w:rPr>
        <w:t xml:space="preserve">ں </w:t>
      </w:r>
      <w:r>
        <w:rPr>
          <w:rtl/>
        </w:rPr>
        <w:t>انہي</w:t>
      </w:r>
      <w:r w:rsidR="007D6C9B">
        <w:rPr>
          <w:rtl/>
        </w:rPr>
        <w:t xml:space="preserve">ں </w:t>
      </w:r>
      <w:r>
        <w:rPr>
          <w:rtl/>
        </w:rPr>
        <w:t>قبول كرلو</w:t>
      </w:r>
      <w:r w:rsidR="007D6C9B">
        <w:rPr>
          <w:rtl/>
        </w:rPr>
        <w:t xml:space="preserve">ں </w:t>
      </w:r>
      <w:r>
        <w:rPr>
          <w:rtl/>
        </w:rPr>
        <w:t>، مي</w:t>
      </w:r>
      <w:r w:rsidR="007D6C9B">
        <w:rPr>
          <w:rtl/>
        </w:rPr>
        <w:t xml:space="preserve">ں </w:t>
      </w:r>
      <w:r>
        <w:rPr>
          <w:rtl/>
        </w:rPr>
        <w:t>توظاہر پر مامور ہو</w:t>
      </w:r>
      <w:r w:rsidR="007D6C9B">
        <w:rPr>
          <w:rtl/>
        </w:rPr>
        <w:t xml:space="preserve">ں </w:t>
      </w:r>
      <w:r>
        <w:rPr>
          <w:rtl/>
        </w:rPr>
        <w:t>اور بندہ شناس خدا ہے _''اور اگر مي</w:t>
      </w:r>
      <w:r w:rsidR="007D6C9B">
        <w:rPr>
          <w:rtl/>
        </w:rPr>
        <w:t xml:space="preserve">ں </w:t>
      </w:r>
      <w:r>
        <w:rPr>
          <w:rtl/>
        </w:rPr>
        <w:t>اس كے علاوہ كچھ كرو</w:t>
      </w:r>
      <w:r w:rsidR="007D6C9B">
        <w:rPr>
          <w:rtl/>
        </w:rPr>
        <w:t xml:space="preserve">ں </w:t>
      </w:r>
      <w:r>
        <w:rPr>
          <w:rtl/>
        </w:rPr>
        <w:t>تو يقينا ظالمو</w:t>
      </w:r>
      <w:r w:rsidR="007D6C9B">
        <w:rPr>
          <w:rtl/>
        </w:rPr>
        <w:t xml:space="preserve">ں </w:t>
      </w:r>
      <w:r>
        <w:rPr>
          <w:rtl/>
        </w:rPr>
        <w:t>مي</w:t>
      </w:r>
      <w:r w:rsidR="007D6C9B">
        <w:rPr>
          <w:rtl/>
        </w:rPr>
        <w:t xml:space="preserve">ں </w:t>
      </w:r>
      <w:r>
        <w:rPr>
          <w:rtl/>
        </w:rPr>
        <w:t>سے ہو جائو</w:t>
      </w:r>
      <w:r w:rsidR="007D6C9B">
        <w:rPr>
          <w:rtl/>
        </w:rPr>
        <w:t xml:space="preserve">ں </w:t>
      </w:r>
      <w:r>
        <w:rPr>
          <w:rtl/>
        </w:rPr>
        <w:t>گا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FA0CEC" w:rsidRDefault="00DE2D7F" w:rsidP="00D07B54">
      <w:pPr>
        <w:pStyle w:val="Heading2Center"/>
        <w:rPr>
          <w:rtl/>
        </w:rPr>
      </w:pPr>
      <w:bookmarkStart w:id="32" w:name="_Toc7268429"/>
      <w:r>
        <w:rPr>
          <w:rtl/>
        </w:rPr>
        <w:t>كہا</w:t>
      </w:r>
      <w:r w:rsidR="007D6C9B">
        <w:rPr>
          <w:rtl/>
        </w:rPr>
        <w:t xml:space="preserve">ں </w:t>
      </w:r>
      <w:r>
        <w:rPr>
          <w:rtl/>
        </w:rPr>
        <w:t>ہے عذاب ؟</w:t>
      </w:r>
      <w:bookmarkEnd w:id="32"/>
    </w:p>
    <w:p w:rsidR="00DE2D7F" w:rsidRDefault="00DE2D7F" w:rsidP="00D07B54">
      <w:pPr>
        <w:pStyle w:val="libNormal"/>
        <w:rPr>
          <w:rtl/>
        </w:rPr>
      </w:pPr>
      <w:r>
        <w:rPr>
          <w:rtl/>
        </w:rPr>
        <w:t xml:space="preserve"> قرآن مي</w:t>
      </w:r>
      <w:r w:rsidR="007D6C9B">
        <w:rPr>
          <w:rtl/>
        </w:rPr>
        <w:t xml:space="preserve">ں </w:t>
      </w:r>
      <w:r>
        <w:rPr>
          <w:rtl/>
        </w:rPr>
        <w:t>حضرت نوح عليہ السلام اور ان كى قوم كے درميا ن ہونے والى باقى گفتگو كى طرف اشارہ ہوا ہے قرآن مي</w:t>
      </w:r>
      <w:r w:rsidR="007D6C9B">
        <w:rPr>
          <w:rtl/>
        </w:rPr>
        <w:t xml:space="preserve">ں </w:t>
      </w:r>
      <w:r>
        <w:rPr>
          <w:rtl/>
        </w:rPr>
        <w:t>پہلے قوم نوح(ع) كى زبانى نقل ہے كہ انہو</w:t>
      </w:r>
      <w:r w:rsidR="007D6C9B">
        <w:rPr>
          <w:rtl/>
        </w:rPr>
        <w:t xml:space="preserve">ں </w:t>
      </w:r>
      <w:r>
        <w:rPr>
          <w:rtl/>
        </w:rPr>
        <w:t xml:space="preserve">نے كہا : </w:t>
      </w:r>
    </w:p>
    <w:p w:rsidR="00DE2D7F" w:rsidRDefault="00DE2D7F" w:rsidP="00D07B54">
      <w:pPr>
        <w:pStyle w:val="libNormal"/>
        <w:rPr>
          <w:rtl/>
        </w:rPr>
      </w:pPr>
      <w:r>
        <w:rPr>
          <w:rtl/>
        </w:rPr>
        <w:t>''اے نوح :تم نے يہ سب بحث وتكراراور مجادلہ كيا ہے اب بس كرو ،تم نے ہم سے بہت باتي</w:t>
      </w:r>
      <w:r w:rsidR="007D6C9B">
        <w:rPr>
          <w:rtl/>
        </w:rPr>
        <w:t xml:space="preserve">ں </w:t>
      </w:r>
      <w:r>
        <w:rPr>
          <w:rtl/>
        </w:rPr>
        <w:t>كى ہي</w:t>
      </w:r>
      <w:r w:rsidR="007D6C9B">
        <w:rPr>
          <w:rtl/>
        </w:rPr>
        <w:t xml:space="preserve">ں </w:t>
      </w:r>
      <w:r>
        <w:rPr>
          <w:rtl/>
        </w:rPr>
        <w:t>اب بحث مباحثے كى گنجا</w:t>
      </w:r>
      <w:r w:rsidR="00091C36">
        <w:rPr>
          <w:rtl/>
        </w:rPr>
        <w:t xml:space="preserve">ئش </w:t>
      </w:r>
      <w:r>
        <w:rPr>
          <w:rtl/>
        </w:rPr>
        <w:t xml:space="preserve"> نہي</w:t>
      </w:r>
      <w:r w:rsidR="007D6C9B">
        <w:rPr>
          <w:rtl/>
        </w:rPr>
        <w:t xml:space="preserve">ں </w:t>
      </w:r>
      <w:r>
        <w:rPr>
          <w:rtl/>
        </w:rPr>
        <w:t>رہي،''اگرسچے ہو تو خدائي عذابو</w:t>
      </w:r>
      <w:r w:rsidR="007D6C9B">
        <w:rPr>
          <w:rtl/>
        </w:rPr>
        <w:t xml:space="preserve">ں </w:t>
      </w:r>
      <w:r>
        <w:rPr>
          <w:rtl/>
        </w:rPr>
        <w:t>كے بارے مي</w:t>
      </w:r>
      <w:r w:rsidR="007D6C9B">
        <w:rPr>
          <w:rtl/>
        </w:rPr>
        <w:t xml:space="preserve">ں </w:t>
      </w:r>
      <w:r>
        <w:rPr>
          <w:rtl/>
        </w:rPr>
        <w:t>جو سخت وعدے تم نے ہم سے كئے ہي</w:t>
      </w:r>
      <w:r w:rsidR="007D6C9B">
        <w:rPr>
          <w:rtl/>
        </w:rPr>
        <w:t xml:space="preserve">ں </w:t>
      </w:r>
      <w:r>
        <w:rPr>
          <w:rtl/>
        </w:rPr>
        <w:t>انہي</w:t>
      </w:r>
      <w:r w:rsidR="007D6C9B">
        <w:rPr>
          <w:rtl/>
        </w:rPr>
        <w:t xml:space="preserve">ں </w:t>
      </w:r>
      <w:r>
        <w:rPr>
          <w:rtl/>
        </w:rPr>
        <w:t>پورا كردكھائو اور وہ عذاب لے آئو'_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بعينہ اس طرح سے ہے كہ ايك شخص ياكچھ اشخاص كسى مسئلے كہ بارے مي</w:t>
      </w:r>
      <w:r w:rsidR="007D6C9B">
        <w:rPr>
          <w:rtl/>
        </w:rPr>
        <w:t xml:space="preserve">ں </w:t>
      </w:r>
      <w:r>
        <w:rPr>
          <w:rtl/>
        </w:rPr>
        <w:t>ہم سے بات كري</w:t>
      </w:r>
      <w:r w:rsidR="007D6C9B">
        <w:rPr>
          <w:rtl/>
        </w:rPr>
        <w:t xml:space="preserve">ں </w:t>
      </w:r>
      <w:r>
        <w:rPr>
          <w:rtl/>
        </w:rPr>
        <w:t>اور ضمناََہمي</w:t>
      </w:r>
      <w:r w:rsidR="007D6C9B">
        <w:rPr>
          <w:rtl/>
        </w:rPr>
        <w:t xml:space="preserve">ں </w:t>
      </w:r>
      <w:r>
        <w:rPr>
          <w:rtl/>
        </w:rPr>
        <w:t>دھمكيا</w:t>
      </w:r>
      <w:r w:rsidR="007D6C9B">
        <w:rPr>
          <w:rtl/>
        </w:rPr>
        <w:t xml:space="preserve">ں </w:t>
      </w:r>
      <w:r>
        <w:rPr>
          <w:rtl/>
        </w:rPr>
        <w:t>بھى دي</w:t>
      </w:r>
      <w:r w:rsidR="007D6C9B">
        <w:rPr>
          <w:rtl/>
        </w:rPr>
        <w:t xml:space="preserve">ں </w:t>
      </w:r>
      <w:r>
        <w:rPr>
          <w:rtl/>
        </w:rPr>
        <w:t>اور كہي</w:t>
      </w:r>
      <w:r w:rsidR="007D6C9B">
        <w:rPr>
          <w:rtl/>
        </w:rPr>
        <w:t xml:space="preserve">ں </w:t>
      </w:r>
      <w:r>
        <w:rPr>
          <w:rtl/>
        </w:rPr>
        <w:t>كہ اب زيادہ باتي</w:t>
      </w:r>
      <w:r w:rsidR="007D6C9B">
        <w:rPr>
          <w:rtl/>
        </w:rPr>
        <w:t xml:space="preserve">ں </w:t>
      </w:r>
      <w:r>
        <w:rPr>
          <w:rtl/>
        </w:rPr>
        <w:t>بند كرو اور جو كچھ تم كرسكتے ہو كرلو اور دير نہ كرو ،اس طرف اشارہ كرتے ہوئے كہ ہم نہ تو تمہارے دلائل كو كچھ سمجھتے ہي</w:t>
      </w:r>
      <w:r w:rsidR="007D6C9B">
        <w:rPr>
          <w:rtl/>
        </w:rPr>
        <w:t xml:space="preserve">ں </w:t>
      </w:r>
      <w:r>
        <w:rPr>
          <w:rtl/>
        </w:rPr>
        <w:t>نہ تمہارى دھميكو</w:t>
      </w:r>
      <w:r w:rsidR="007D6C9B">
        <w:rPr>
          <w:rtl/>
        </w:rPr>
        <w:t xml:space="preserve">ں </w:t>
      </w:r>
      <w:r>
        <w:rPr>
          <w:rtl/>
        </w:rPr>
        <w:t>سے ڈرتے ہي</w:t>
      </w:r>
      <w:r w:rsidR="007D6C9B">
        <w:rPr>
          <w:rtl/>
        </w:rPr>
        <w:t xml:space="preserve">ں </w:t>
      </w:r>
      <w:r>
        <w:rPr>
          <w:rtl/>
        </w:rPr>
        <w:t>اور نہ اس سے زيادہ ہم تمہارى بات سن سكتے ہي</w:t>
      </w:r>
      <w:r w:rsidR="007D6C9B">
        <w:rPr>
          <w:rtl/>
        </w:rPr>
        <w:t xml:space="preserve">ں </w:t>
      </w:r>
      <w:r>
        <w:rPr>
          <w:rtl/>
        </w:rPr>
        <w:t xml:space="preserve">_ انبيا ء الہى كے لطف ومحبت اور ان كى وہ گفتگو جو صاف وشفاف اور خوشگوار پانى كى طرح ہو تى ہے اس طرزعمل كا انتخاب انتہائي ہٹ دھرمى تعصب اور جہالت كى ترجمانى كرتا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ہو دآيت</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)سورہ ہو دآيت</w:t>
      </w:r>
      <w:r w:rsidR="00E664BB">
        <w:rPr>
          <w:rtl/>
        </w:rPr>
        <w:t>31</w:t>
      </w:r>
      <w:r>
        <w:rPr>
          <w:rtl/>
        </w:rPr>
        <w:t xml:space="preserve"> </w:t>
      </w:r>
    </w:p>
    <w:p w:rsidR="00DE2D7F" w:rsidRDefault="00DE2D7F" w:rsidP="00D07B54">
      <w:pPr>
        <w:pStyle w:val="libFootnote"/>
        <w:rPr>
          <w:rtl/>
        </w:rPr>
      </w:pPr>
      <w:r>
        <w:rPr>
          <w:rtl/>
        </w:rPr>
        <w:t>(</w:t>
      </w:r>
      <w:r w:rsidR="00E664BB">
        <w:rPr>
          <w:rtl/>
        </w:rPr>
        <w:t>3</w:t>
      </w:r>
      <w:r>
        <w:rPr>
          <w:rtl/>
        </w:rPr>
        <w:t>)سورہ ہو دآيت</w:t>
      </w:r>
      <w:r w:rsidR="00E664BB">
        <w:rPr>
          <w:rtl/>
        </w:rPr>
        <w:t>32</w:t>
      </w:r>
      <w:r>
        <w:rPr>
          <w:rtl/>
        </w:rPr>
        <w:t xml:space="preserve"> </w:t>
      </w:r>
    </w:p>
    <w:p w:rsidR="00FA0CEC" w:rsidRDefault="00C2634E" w:rsidP="00D07B54">
      <w:pPr>
        <w:pStyle w:val="libNormal"/>
        <w:rPr>
          <w:rtl/>
        </w:rPr>
      </w:pPr>
      <w:r>
        <w:rPr>
          <w:rtl/>
        </w:rPr>
        <w:t xml:space="preserve"> </w:t>
      </w:r>
      <w:r>
        <w:rPr>
          <w:rtl/>
        </w:rPr>
        <w:br w:type="page"/>
      </w:r>
    </w:p>
    <w:p w:rsidR="00FA0CEC" w:rsidRDefault="00FA0CEC" w:rsidP="00D07B54">
      <w:pPr>
        <w:pStyle w:val="libNormal"/>
        <w:rPr>
          <w:rtl/>
        </w:rPr>
      </w:pPr>
    </w:p>
    <w:p w:rsidR="00DE2D7F" w:rsidRDefault="00DE2D7F" w:rsidP="00D07B54">
      <w:pPr>
        <w:pStyle w:val="libNormal"/>
        <w:rPr>
          <w:rtl/>
        </w:rPr>
      </w:pPr>
      <w:r>
        <w:rPr>
          <w:rtl/>
        </w:rPr>
        <w:t>قوم نوح عليہ السلام كى اس گفتگو سے ضمناً يہ بھى اچھى طرح سے واضح ہوتاہے كہ آپ نے ان كى ہدايت كے لئے بہت طويل مدت تك كوشش كى اور انہي</w:t>
      </w:r>
      <w:r w:rsidR="007D6C9B">
        <w:rPr>
          <w:rtl/>
        </w:rPr>
        <w:t xml:space="preserve">ں </w:t>
      </w:r>
      <w:r>
        <w:rPr>
          <w:rtl/>
        </w:rPr>
        <w:t xml:space="preserve">ارشاد وہدايت كے لئے آپ نے ہرموقع سے استفادہ كيا، آپ نے اس قدر كوشش كى كہ اس گمراہ قوم نے آپ كى گفتار اور ارشادات پر اكتاہٹ كا اظہار كيا_ </w:t>
      </w:r>
    </w:p>
    <w:p w:rsidR="00DE2D7F" w:rsidRDefault="00DE2D7F" w:rsidP="00D07B54">
      <w:pPr>
        <w:pStyle w:val="libNormal"/>
        <w:rPr>
          <w:rtl/>
        </w:rPr>
      </w:pPr>
      <w:r>
        <w:rPr>
          <w:rtl/>
        </w:rPr>
        <w:t>حضرت نوح عليہ السلام كے بارے مي</w:t>
      </w:r>
      <w:r w:rsidR="007D6C9B">
        <w:rPr>
          <w:rtl/>
        </w:rPr>
        <w:t xml:space="preserve">ں </w:t>
      </w:r>
      <w:r>
        <w:rPr>
          <w:rtl/>
        </w:rPr>
        <w:t>قرآن حكيم مي</w:t>
      </w:r>
      <w:r w:rsidR="007D6C9B">
        <w:rPr>
          <w:rtl/>
        </w:rPr>
        <w:t xml:space="preserve">ں </w:t>
      </w:r>
      <w:r>
        <w:rPr>
          <w:rtl/>
        </w:rPr>
        <w:t>جوديگر تفصيل آئي ہے اس سے بھى يہ حقيقت اچھى طرح سے واضح ہوتى ہے ، يہ مفہوم تفصيلى طور پر بيان ہوا ہے:'' پروردگارا : مي</w:t>
      </w:r>
      <w:r w:rsidR="007D6C9B">
        <w:rPr>
          <w:rtl/>
        </w:rPr>
        <w:t xml:space="preserve">ں </w:t>
      </w:r>
      <w:r>
        <w:rPr>
          <w:rtl/>
        </w:rPr>
        <w:t>نے اپنى قوم كو دن رات تيرى طرف بلايا ليكن ميرى اس دعوت پر ان مي</w:t>
      </w:r>
      <w:r w:rsidR="007D6C9B">
        <w:rPr>
          <w:rtl/>
        </w:rPr>
        <w:t xml:space="preserve">ں </w:t>
      </w:r>
      <w:r>
        <w:rPr>
          <w:rtl/>
        </w:rPr>
        <w:t>فرار كے علاوہ كسى چيزكا اضافہ نہي</w:t>
      </w:r>
      <w:r w:rsidR="007D6C9B">
        <w:rPr>
          <w:rtl/>
        </w:rPr>
        <w:t xml:space="preserve">ں </w:t>
      </w:r>
      <w:r>
        <w:rPr>
          <w:rtl/>
        </w:rPr>
        <w:t>ہوا مي</w:t>
      </w:r>
      <w:r w:rsidR="007D6C9B">
        <w:rPr>
          <w:rtl/>
        </w:rPr>
        <w:t xml:space="preserve">ں </w:t>
      </w:r>
      <w:r>
        <w:rPr>
          <w:rtl/>
        </w:rPr>
        <w:t>نے جب انہي</w:t>
      </w:r>
      <w:r w:rsidR="007D6C9B">
        <w:rPr>
          <w:rtl/>
        </w:rPr>
        <w:t xml:space="preserve">ں </w:t>
      </w:r>
      <w:r>
        <w:rPr>
          <w:rtl/>
        </w:rPr>
        <w:t>پكارا تاكہ تو انہي</w:t>
      </w:r>
      <w:r w:rsidR="007D6C9B">
        <w:rPr>
          <w:rtl/>
        </w:rPr>
        <w:t xml:space="preserve">ں </w:t>
      </w:r>
      <w:r>
        <w:rPr>
          <w:rtl/>
        </w:rPr>
        <w:t>بخش دے، توانہو</w:t>
      </w:r>
      <w:r w:rsidR="007D6C9B">
        <w:rPr>
          <w:rtl/>
        </w:rPr>
        <w:t xml:space="preserve">ں </w:t>
      </w:r>
      <w:r>
        <w:rPr>
          <w:rtl/>
        </w:rPr>
        <w:t>نے اپنى انگليا</w:t>
      </w:r>
      <w:r w:rsidR="007D6C9B">
        <w:rPr>
          <w:rtl/>
        </w:rPr>
        <w:t xml:space="preserve">ں </w:t>
      </w:r>
      <w:r>
        <w:rPr>
          <w:rtl/>
        </w:rPr>
        <w:t>اپنے كانو</w:t>
      </w:r>
      <w:r w:rsidR="007D6C9B">
        <w:rPr>
          <w:rtl/>
        </w:rPr>
        <w:t xml:space="preserve">ں </w:t>
      </w:r>
      <w:r>
        <w:rPr>
          <w:rtl/>
        </w:rPr>
        <w:t>مي</w:t>
      </w:r>
      <w:r w:rsidR="007D6C9B">
        <w:rPr>
          <w:rtl/>
        </w:rPr>
        <w:t xml:space="preserve">ں </w:t>
      </w:r>
      <w:r>
        <w:rPr>
          <w:rtl/>
        </w:rPr>
        <w:t>ٹھونس لي</w:t>
      </w:r>
      <w:r w:rsidR="007D6C9B">
        <w:rPr>
          <w:rtl/>
        </w:rPr>
        <w:t xml:space="preserve">ں </w:t>
      </w:r>
      <w:r>
        <w:rPr>
          <w:rtl/>
        </w:rPr>
        <w:t>اور اپنے لباس اپنے اوپر لپيٹ لئے انہو</w:t>
      </w:r>
      <w:r w:rsidR="007D6C9B">
        <w:rPr>
          <w:rtl/>
        </w:rPr>
        <w:t xml:space="preserve">ں </w:t>
      </w:r>
      <w:r>
        <w:rPr>
          <w:rtl/>
        </w:rPr>
        <w:t>نے مخالفت پر اصراركيا اورغرور تكبركا مظاہرہ كيا مي</w:t>
      </w:r>
      <w:r w:rsidR="007D6C9B">
        <w:rPr>
          <w:rtl/>
        </w:rPr>
        <w:t xml:space="preserve">ں </w:t>
      </w:r>
      <w:r>
        <w:rPr>
          <w:rtl/>
        </w:rPr>
        <w:t>نے پھر بھى انہي</w:t>
      </w:r>
      <w:r w:rsidR="007D6C9B">
        <w:rPr>
          <w:rtl/>
        </w:rPr>
        <w:t xml:space="preserve">ں </w:t>
      </w:r>
      <w:r>
        <w:rPr>
          <w:rtl/>
        </w:rPr>
        <w:t>دعوت دى ،مي</w:t>
      </w:r>
      <w:r w:rsidR="007D6C9B">
        <w:rPr>
          <w:rtl/>
        </w:rPr>
        <w:t xml:space="preserve">ں </w:t>
      </w:r>
      <w:r>
        <w:rPr>
          <w:rtl/>
        </w:rPr>
        <w:t>نے پيہم اصرار كيا مگر انہو</w:t>
      </w:r>
      <w:r w:rsidR="007D6C9B">
        <w:rPr>
          <w:rtl/>
        </w:rPr>
        <w:t xml:space="preserve">ں </w:t>
      </w:r>
      <w:r>
        <w:rPr>
          <w:rtl/>
        </w:rPr>
        <w:t>نے كسى طرح بھى ميرى باتو</w:t>
      </w:r>
      <w:r w:rsidR="007D6C9B">
        <w:rPr>
          <w:rtl/>
        </w:rPr>
        <w:t xml:space="preserve">ں </w:t>
      </w:r>
      <w:r>
        <w:rPr>
          <w:rtl/>
        </w:rPr>
        <w:t>كى طرف كان نہ دھرے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حضرت نوح عليہ السلام نے اس بے اعتنائي، ہٹ دھرمى اوربے ہودگى كا يہ مختصر جواب ديا : خدا ہى چاہے تو ان دھمكيو</w:t>
      </w:r>
      <w:r w:rsidR="007D6C9B">
        <w:rPr>
          <w:rtl/>
        </w:rPr>
        <w:t xml:space="preserve">ں </w:t>
      </w:r>
      <w:r>
        <w:rPr>
          <w:rtl/>
        </w:rPr>
        <w:t>اور عذاب كے وعدو</w:t>
      </w:r>
      <w:r w:rsidR="007D6C9B">
        <w:rPr>
          <w:rtl/>
        </w:rPr>
        <w:t xml:space="preserve">ں </w:t>
      </w:r>
      <w:r>
        <w:rPr>
          <w:rtl/>
        </w:rPr>
        <w:t>كو پورا كرسكتا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ليكن بہرحال يہ چيز ميرے اختيار سے باہر ہے اور ميرے قبضہ قدرت مي</w:t>
      </w:r>
      <w:r w:rsidR="007D6C9B">
        <w:rPr>
          <w:rtl/>
        </w:rPr>
        <w:t xml:space="preserve">ں </w:t>
      </w:r>
      <w:r>
        <w:rPr>
          <w:rtl/>
        </w:rPr>
        <w:t>نہي</w:t>
      </w:r>
      <w:r w:rsidR="007D6C9B">
        <w:rPr>
          <w:rtl/>
        </w:rPr>
        <w:t xml:space="preserve">ں </w:t>
      </w:r>
      <w:r>
        <w:rPr>
          <w:rtl/>
        </w:rPr>
        <w:t>ہے مي</w:t>
      </w:r>
      <w:r w:rsidR="007D6C9B">
        <w:rPr>
          <w:rtl/>
        </w:rPr>
        <w:t xml:space="preserve">ں </w:t>
      </w:r>
      <w:r>
        <w:rPr>
          <w:rtl/>
        </w:rPr>
        <w:t>تو اس كا رسول ہو</w:t>
      </w:r>
      <w:r w:rsidR="007D6C9B">
        <w:rPr>
          <w:rtl/>
        </w:rPr>
        <w:t xml:space="preserve">ں </w:t>
      </w:r>
      <w:r>
        <w:rPr>
          <w:rtl/>
        </w:rPr>
        <w:t>اور اس كے حكم كے سامنے تسليم ہو</w:t>
      </w:r>
      <w:r w:rsidR="007D6C9B">
        <w:rPr>
          <w:rtl/>
        </w:rPr>
        <w:t xml:space="preserve">ں </w:t>
      </w:r>
      <w:r>
        <w:rPr>
          <w:rtl/>
        </w:rPr>
        <w:t>، لہذا سزا اور عذاب كى خواہش مجھ سے نہ كر و، ليكن يہ جان لو كہ جب عذاب كا حكم آپہنچے گاتو پھر تم اس كے احاطہ قدرت سے نكل نہي</w:t>
      </w:r>
      <w:r w:rsidR="007D6C9B">
        <w:rPr>
          <w:rtl/>
        </w:rPr>
        <w:t xml:space="preserve">ں </w:t>
      </w:r>
      <w:r>
        <w:rPr>
          <w:rtl/>
        </w:rPr>
        <w:t>سكتے اور كسى پناہ گا ہ كى طرف فرار نہي</w:t>
      </w:r>
      <w:r w:rsidR="007D6C9B">
        <w:rPr>
          <w:rtl/>
        </w:rPr>
        <w:t xml:space="preserve">ں </w:t>
      </w:r>
      <w:r>
        <w:rPr>
          <w:rtl/>
        </w:rPr>
        <w:t>كر سكتے ''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FA0CEC" w:rsidRDefault="00DE2D7F" w:rsidP="00D07B54">
      <w:pPr>
        <w:pStyle w:val="Heading2Center"/>
        <w:rPr>
          <w:rtl/>
        </w:rPr>
      </w:pPr>
      <w:bookmarkStart w:id="33" w:name="_Toc7268430"/>
      <w:r>
        <w:rPr>
          <w:rtl/>
        </w:rPr>
        <w:t>معاشرے كو پاك كرنے كا مرحلہ</w:t>
      </w:r>
      <w:bookmarkEnd w:id="33"/>
      <w:r>
        <w:rPr>
          <w:rtl/>
        </w:rPr>
        <w:t xml:space="preserve"> </w:t>
      </w:r>
    </w:p>
    <w:p w:rsidR="00DE2D7F" w:rsidRDefault="00DE2D7F" w:rsidP="00D07B54">
      <w:pPr>
        <w:pStyle w:val="libNormal"/>
        <w:rPr>
          <w:rtl/>
        </w:rPr>
      </w:pPr>
      <w:r>
        <w:rPr>
          <w:rtl/>
        </w:rPr>
        <w:t>قرآن مجيد مي</w:t>
      </w:r>
      <w:r w:rsidR="007D6C9B">
        <w:rPr>
          <w:rtl/>
        </w:rPr>
        <w:t xml:space="preserve">ں </w:t>
      </w:r>
      <w:r>
        <w:rPr>
          <w:rtl/>
        </w:rPr>
        <w:t>حضرت نوح(ع) كى سرگذشت بيان ہوئي ہے اس كے در حقيقت مختلف مراحل ہي</w:t>
      </w:r>
      <w:r w:rsidR="007D6C9B">
        <w:rPr>
          <w:rtl/>
        </w:rPr>
        <w:t xml:space="preserve">ں </w:t>
      </w:r>
      <w:r>
        <w:rPr>
          <w:rtl/>
        </w:rPr>
        <w:t xml:space="preserve">ان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نوح آيات </w:t>
      </w:r>
      <w:r w:rsidR="00E664BB">
        <w:rPr>
          <w:rtl/>
        </w:rPr>
        <w:t>5</w:t>
      </w:r>
      <w:r>
        <w:rPr>
          <w:rtl/>
        </w:rPr>
        <w:t xml:space="preserve"> تا</w:t>
      </w:r>
      <w:r w:rsidR="00E664BB">
        <w:rPr>
          <w:rtl/>
        </w:rPr>
        <w:t>13</w:t>
      </w:r>
      <w:r>
        <w:rPr>
          <w:rtl/>
        </w:rPr>
        <w:t xml:space="preserve"> </w:t>
      </w:r>
    </w:p>
    <w:p w:rsidR="00DE2D7F" w:rsidRDefault="00DE2D7F" w:rsidP="00D07B54">
      <w:pPr>
        <w:pStyle w:val="libFootnote"/>
        <w:rPr>
          <w:rtl/>
        </w:rPr>
      </w:pPr>
      <w:r>
        <w:rPr>
          <w:rtl/>
        </w:rPr>
        <w:t>(</w:t>
      </w:r>
      <w:r w:rsidR="00E664BB">
        <w:rPr>
          <w:rtl/>
        </w:rPr>
        <w:t>2</w:t>
      </w:r>
      <w:r>
        <w:rPr>
          <w:rtl/>
        </w:rPr>
        <w:t>)سورہ ہو دآيت</w:t>
      </w:r>
      <w:r w:rsidR="00E664BB">
        <w:rPr>
          <w:rtl/>
        </w:rPr>
        <w:t>33</w:t>
      </w:r>
      <w:r>
        <w:rPr>
          <w:rtl/>
        </w:rPr>
        <w:t xml:space="preserve"> </w:t>
      </w:r>
    </w:p>
    <w:p w:rsidR="00DE2D7F" w:rsidRDefault="00DE2D7F" w:rsidP="00D07B54">
      <w:pPr>
        <w:pStyle w:val="libFootnote"/>
        <w:rPr>
          <w:rtl/>
        </w:rPr>
      </w:pPr>
      <w:r>
        <w:rPr>
          <w:rtl/>
        </w:rPr>
        <w:t>(</w:t>
      </w:r>
      <w:r w:rsidR="00E664BB">
        <w:rPr>
          <w:rtl/>
        </w:rPr>
        <w:t>3</w:t>
      </w:r>
      <w:r>
        <w:rPr>
          <w:rtl/>
        </w:rPr>
        <w:t>) سورہ ہو دآيت</w:t>
      </w:r>
      <w:r w:rsidR="00E664BB">
        <w:rPr>
          <w:rtl/>
        </w:rPr>
        <w:t>33</w:t>
      </w:r>
      <w:r>
        <w:rPr>
          <w:rtl/>
        </w:rPr>
        <w:t xml:space="preserve"> </w:t>
      </w:r>
    </w:p>
    <w:p w:rsidR="00FA0CEC" w:rsidRDefault="00C2634E" w:rsidP="00D07B54">
      <w:pPr>
        <w:pStyle w:val="libNormal"/>
        <w:rPr>
          <w:rtl/>
        </w:rPr>
      </w:pPr>
      <w:r>
        <w:rPr>
          <w:rtl/>
        </w:rPr>
        <w:t xml:space="preserve"> </w:t>
      </w:r>
      <w:r>
        <w:rPr>
          <w:rtl/>
        </w:rPr>
        <w:br w:type="page"/>
      </w:r>
    </w:p>
    <w:p w:rsidR="00FA0CEC" w:rsidRDefault="00FA0CEC" w:rsidP="00D07B54">
      <w:pPr>
        <w:pStyle w:val="libNormal"/>
        <w:rPr>
          <w:rtl/>
        </w:rPr>
      </w:pPr>
    </w:p>
    <w:p w:rsidR="00DE2D7F" w:rsidRDefault="00DE2D7F" w:rsidP="00D07B54">
      <w:pPr>
        <w:pStyle w:val="libNormal"/>
        <w:rPr>
          <w:rtl/>
        </w:rPr>
      </w:pPr>
      <w:r>
        <w:rPr>
          <w:rtl/>
        </w:rPr>
        <w:t>مي</w:t>
      </w:r>
      <w:r w:rsidR="007D6C9B">
        <w:rPr>
          <w:rtl/>
        </w:rPr>
        <w:t xml:space="preserve">ں </w:t>
      </w:r>
      <w:r>
        <w:rPr>
          <w:rtl/>
        </w:rPr>
        <w:t>سے ہرمرحلہ متكبرين كے خلاف حضرت نوح كے قيام كے ايك دور سے مربوط ہے پہلے حضرت نوح(ع) كى مسلسل اور پر عزم دعوت كے مرحلے كا تذكرہ تھا جس كے لئے انہو</w:t>
      </w:r>
      <w:r w:rsidR="007D6C9B">
        <w:rPr>
          <w:rtl/>
        </w:rPr>
        <w:t xml:space="preserve">ں </w:t>
      </w:r>
      <w:r>
        <w:rPr>
          <w:rtl/>
        </w:rPr>
        <w:t>نے تمام تروسائل سے استفادہ كيا يہ مرحلہ ايك طويل مدت پر مشتمل تھا اس مي</w:t>
      </w:r>
      <w:r w:rsidR="007D6C9B">
        <w:rPr>
          <w:rtl/>
        </w:rPr>
        <w:t xml:space="preserve">ں </w:t>
      </w:r>
      <w:r>
        <w:rPr>
          <w:rtl/>
        </w:rPr>
        <w:t xml:space="preserve">ايك چھوٹا ساگروہ آپ پر ايمان لايا، يہ گروہ ويسے تو مختصر ساتھا ليكن كيفيت اور استقامت كے لحاظ سے بہت عظيم تھا _ </w:t>
      </w:r>
    </w:p>
    <w:p w:rsidR="00DE2D7F" w:rsidRDefault="00DE2D7F" w:rsidP="00D07B54">
      <w:pPr>
        <w:pStyle w:val="libNormal"/>
        <w:rPr>
          <w:rtl/>
        </w:rPr>
      </w:pPr>
      <w:r>
        <w:rPr>
          <w:rtl/>
        </w:rPr>
        <w:t>قرآن مي</w:t>
      </w:r>
      <w:r w:rsidR="007D6C9B">
        <w:rPr>
          <w:rtl/>
        </w:rPr>
        <w:t xml:space="preserve">ں </w:t>
      </w:r>
      <w:r>
        <w:rPr>
          <w:rtl/>
        </w:rPr>
        <w:t>اس قيام كے دوسرے مرحلے كى طرف اشارہ كيا گيا ہے يہ مرحلہ دور تبليغ كے اختتام كا تھا جس مي</w:t>
      </w:r>
      <w:r w:rsidR="007D6C9B">
        <w:rPr>
          <w:rtl/>
        </w:rPr>
        <w:t xml:space="preserve">ں </w:t>
      </w:r>
      <w:r>
        <w:rPr>
          <w:rtl/>
        </w:rPr>
        <w:t>خدا كى طرف سے معاشرے كوبرے لوگو</w:t>
      </w:r>
      <w:r w:rsidR="007D6C9B">
        <w:rPr>
          <w:rtl/>
        </w:rPr>
        <w:t xml:space="preserve">ں </w:t>
      </w:r>
      <w:r>
        <w:rPr>
          <w:rtl/>
        </w:rPr>
        <w:t>سے پاك كرنے كى تيارى كى جانا تھى پہلے قرآن مي</w:t>
      </w:r>
      <w:r w:rsidR="007D6C9B">
        <w:rPr>
          <w:rtl/>
        </w:rPr>
        <w:t xml:space="preserve">ں </w:t>
      </w:r>
      <w:r>
        <w:rPr>
          <w:rtl/>
        </w:rPr>
        <w:t>ارشاد ہوتاہے_ ''نوح(ع) كو وحى ہوئي كہ جو افراد ايمان لاچكے ہي</w:t>
      </w:r>
      <w:r w:rsidR="007D6C9B">
        <w:rPr>
          <w:rtl/>
        </w:rPr>
        <w:t xml:space="preserve">ں </w:t>
      </w:r>
      <w:r>
        <w:rPr>
          <w:rtl/>
        </w:rPr>
        <w:t>ان كے علاوہ تيرى قوم مي</w:t>
      </w:r>
      <w:r w:rsidR="007D6C9B">
        <w:rPr>
          <w:rtl/>
        </w:rPr>
        <w:t xml:space="preserve">ں </w:t>
      </w:r>
      <w:r>
        <w:rPr>
          <w:rtl/>
        </w:rPr>
        <w:t>سے كوئي ايمان نہي</w:t>
      </w:r>
      <w:r w:rsidR="007D6C9B">
        <w:rPr>
          <w:rtl/>
        </w:rPr>
        <w:t xml:space="preserve">ں </w:t>
      </w:r>
      <w:r>
        <w:rPr>
          <w:rtl/>
        </w:rPr>
        <w:t>لائے گا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اس طرف اشارہ ہے كہ صفي</w:t>
      </w:r>
      <w:r w:rsidR="007D6C9B">
        <w:rPr>
          <w:rtl/>
        </w:rPr>
        <w:t xml:space="preserve">ں </w:t>
      </w:r>
      <w:r>
        <w:rPr>
          <w:rtl/>
        </w:rPr>
        <w:t>بالكل جدا ہو چكى ہي</w:t>
      </w:r>
      <w:r w:rsidR="007D6C9B">
        <w:rPr>
          <w:rtl/>
        </w:rPr>
        <w:t xml:space="preserve">ں </w:t>
      </w:r>
      <w:r>
        <w:rPr>
          <w:rtl/>
        </w:rPr>
        <w:t>، اب ايمان اوراصلاح كى دعوت كا كوئي فائدئہ نہي</w:t>
      </w:r>
      <w:r w:rsidR="007D6C9B">
        <w:rPr>
          <w:rtl/>
        </w:rPr>
        <w:t xml:space="preserve">ں </w:t>
      </w:r>
      <w:r>
        <w:rPr>
          <w:rtl/>
        </w:rPr>
        <w:t>اور اب معاشرے كى پاكيز گى اور آخرى انقلاب كے لئے تيار ہو جانا چاہئے اس گفتگو كے آخر مي</w:t>
      </w:r>
      <w:r w:rsidR="007D6C9B">
        <w:rPr>
          <w:rtl/>
        </w:rPr>
        <w:t xml:space="preserve">ں </w:t>
      </w:r>
      <w:r>
        <w:rPr>
          <w:rtl/>
        </w:rPr>
        <w:t>حضرت نوح كى تسلى اور دلجوئي كے لئے فرمايا گياہے :''اب جب معاملہ يو</w:t>
      </w:r>
      <w:r w:rsidR="007D6C9B">
        <w:rPr>
          <w:rtl/>
        </w:rPr>
        <w:t xml:space="preserve">ں </w:t>
      </w:r>
      <w:r>
        <w:rPr>
          <w:rtl/>
        </w:rPr>
        <w:t xml:space="preserve">ہے تو جو كام تم انجام دے رہے ہو اس پر كوئي حزن وملال نہ كرو''_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مربوطآيت سے ضمنى طور پر معلوم ہوتا ہے كہ اللہ اسرار غيب كا كچھ حصہ جہا</w:t>
      </w:r>
      <w:r w:rsidR="007D6C9B">
        <w:rPr>
          <w:rtl/>
        </w:rPr>
        <w:t xml:space="preserve">ں </w:t>
      </w:r>
      <w:r>
        <w:rPr>
          <w:rtl/>
        </w:rPr>
        <w:t>ضرورى ہوتا ہے اپنے پيغمبر كے اختيار مي</w:t>
      </w:r>
      <w:r w:rsidR="007D6C9B">
        <w:rPr>
          <w:rtl/>
        </w:rPr>
        <w:t xml:space="preserve">ں </w:t>
      </w:r>
      <w:r>
        <w:rPr>
          <w:rtl/>
        </w:rPr>
        <w:t>دے ديتا ہے جيسا كہ حضرت نوح عليہ السلام كو خبر دى گئي ہے كہ آئندہ ان مي</w:t>
      </w:r>
      <w:r w:rsidR="007D6C9B">
        <w:rPr>
          <w:rtl/>
        </w:rPr>
        <w:t xml:space="preserve">ں </w:t>
      </w:r>
      <w:r>
        <w:rPr>
          <w:rtl/>
        </w:rPr>
        <w:t>سے كوئي اور شخص ايمان نہي</w:t>
      </w:r>
      <w:r w:rsidR="007D6C9B">
        <w:rPr>
          <w:rtl/>
        </w:rPr>
        <w:t xml:space="preserve">ں </w:t>
      </w:r>
      <w:r>
        <w:rPr>
          <w:rtl/>
        </w:rPr>
        <w:t>لائے گا ،بہر حال ان گناہگار اور ہٹ دھرم لوگو</w:t>
      </w:r>
      <w:r w:rsidR="007D6C9B">
        <w:rPr>
          <w:rtl/>
        </w:rPr>
        <w:t xml:space="preserve">ں </w:t>
      </w:r>
      <w:r>
        <w:rPr>
          <w:rtl/>
        </w:rPr>
        <w:t>كو سزا ملنى چاہئے ، ايسى سزا جو عالم ہستى كو ان كے وجود كى گندگى سے پاك كردے اور مومنين كو ہميشہ كے لئے ان كے چنگل سے نجات دےدے، ان كے غرق ہونے كا حكم ہوچكا ہے ليكن ہر چيز كے لئے كچھ وسائل واسباب ہوتے ہي</w:t>
      </w:r>
      <w:r w:rsidR="007D6C9B">
        <w:rPr>
          <w:rtl/>
        </w:rPr>
        <w:t xml:space="preserve">ں </w:t>
      </w:r>
      <w:r>
        <w:rPr>
          <w:rtl/>
        </w:rPr>
        <w:t>لہذا نوح كو چاہئے كہ وہ سچے مومنين كے بچنے كے لئے ايك مناسب كشتى بنائي</w:t>
      </w:r>
      <w:r w:rsidR="007D6C9B">
        <w:rPr>
          <w:rtl/>
        </w:rPr>
        <w:t xml:space="preserve">ں </w:t>
      </w:r>
      <w:r>
        <w:rPr>
          <w:rtl/>
        </w:rPr>
        <w:t>تاكہ ايك تو مومنين كشتى بننے كى اس مدت مي</w:t>
      </w:r>
      <w:r w:rsidR="007D6C9B">
        <w:rPr>
          <w:rtl/>
        </w:rPr>
        <w:t xml:space="preserve">ں </w:t>
      </w:r>
      <w:r>
        <w:rPr>
          <w:rtl/>
        </w:rPr>
        <w:t>اپنے طريق كار مي</w:t>
      </w:r>
      <w:r w:rsidR="007D6C9B">
        <w:rPr>
          <w:rtl/>
        </w:rPr>
        <w:t xml:space="preserve">ں </w:t>
      </w:r>
      <w:r>
        <w:rPr>
          <w:rtl/>
        </w:rPr>
        <w:t>پختہ تر ہوجائي</w:t>
      </w:r>
      <w:r w:rsidR="007D6C9B">
        <w:rPr>
          <w:rtl/>
        </w:rPr>
        <w:t xml:space="preserve">ں </w:t>
      </w:r>
      <w:r>
        <w:rPr>
          <w:rtl/>
        </w:rPr>
        <w:t>اور دوسرو</w:t>
      </w:r>
      <w:r w:rsidR="007D6C9B">
        <w:rPr>
          <w:rtl/>
        </w:rPr>
        <w:t xml:space="preserve">ں </w:t>
      </w:r>
      <w:r>
        <w:rPr>
          <w:rtl/>
        </w:rPr>
        <w:t xml:space="preserve">كے لئے بھى كا فى اتمام حجت ہوجائے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 دآيت</w:t>
      </w:r>
      <w:r w:rsidR="00E664BB">
        <w:rPr>
          <w:rtl/>
        </w:rPr>
        <w:t>21</w:t>
      </w:r>
      <w:r>
        <w:rPr>
          <w:rtl/>
        </w:rPr>
        <w:t xml:space="preserve"> </w:t>
      </w:r>
    </w:p>
    <w:p w:rsidR="00DE2D7F" w:rsidRDefault="00DE2D7F" w:rsidP="00D07B54">
      <w:pPr>
        <w:pStyle w:val="libFootnote"/>
        <w:rPr>
          <w:rtl/>
        </w:rPr>
      </w:pPr>
      <w:r>
        <w:rPr>
          <w:rtl/>
        </w:rPr>
        <w:t>(</w:t>
      </w:r>
      <w:r w:rsidR="00E664BB">
        <w:rPr>
          <w:rtl/>
        </w:rPr>
        <w:t>2</w:t>
      </w:r>
      <w:r>
        <w:rPr>
          <w:rtl/>
        </w:rPr>
        <w:t>)سورہ ہو دآيت</w:t>
      </w:r>
      <w:r w:rsidR="00E664BB">
        <w:rPr>
          <w:rtl/>
        </w:rPr>
        <w:t>3</w:t>
      </w:r>
      <w:r>
        <w:rPr>
          <w:rtl/>
        </w:rPr>
        <w:t xml:space="preserve"> </w:t>
      </w:r>
    </w:p>
    <w:p w:rsidR="00FA0CEC" w:rsidRDefault="00C2634E" w:rsidP="00D07B54">
      <w:pPr>
        <w:pStyle w:val="libNormal"/>
        <w:rPr>
          <w:rtl/>
        </w:rPr>
      </w:pPr>
      <w:r>
        <w:rPr>
          <w:rtl/>
        </w:rPr>
        <w:t xml:space="preserve"> </w:t>
      </w:r>
      <w:r>
        <w:rPr>
          <w:rtl/>
        </w:rPr>
        <w:br w:type="page"/>
      </w:r>
    </w:p>
    <w:p w:rsidR="00FA0CEC" w:rsidRDefault="00DE2D7F" w:rsidP="00D07B54">
      <w:pPr>
        <w:pStyle w:val="Heading2Center"/>
        <w:rPr>
          <w:rtl/>
        </w:rPr>
      </w:pPr>
      <w:bookmarkStart w:id="34" w:name="_Toc7268431"/>
      <w:r>
        <w:rPr>
          <w:rtl/>
        </w:rPr>
        <w:lastRenderedPageBreak/>
        <w:t>كشتى نوح عليہ السلام</w:t>
      </w:r>
      <w:bookmarkEnd w:id="34"/>
      <w:r>
        <w:rPr>
          <w:rtl/>
        </w:rPr>
        <w:t xml:space="preserve"> </w:t>
      </w:r>
    </w:p>
    <w:p w:rsidR="00DE2D7F" w:rsidRDefault="00DE2D7F" w:rsidP="00D07B54">
      <w:pPr>
        <w:pStyle w:val="libNormal"/>
        <w:rPr>
          <w:rtl/>
        </w:rPr>
      </w:pPr>
      <w:r>
        <w:rPr>
          <w:rtl/>
        </w:rPr>
        <w:t>''ہم نے نوح عليہ السلام كو حكم ديا كہ وہ ہمارے حضور مي</w:t>
      </w:r>
      <w:r w:rsidR="007D6C9B">
        <w:rPr>
          <w:rtl/>
        </w:rPr>
        <w:t xml:space="preserve">ں </w:t>
      </w:r>
      <w:r>
        <w:rPr>
          <w:rtl/>
        </w:rPr>
        <w:t>اور ہمارے فرمان كے مطابق كشتى بنائي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لفظ (وحينا) سے يہ نتيجہ نكلتا ہے كہ حضرت نوح كشتى بنانے كى كيفيت اور اس كى شكل وصورت كى تشكيل بھى حكم خدا سے سيكھ رہے تھے اور ايساہى ہونا چاہئے تھا كيونكہ حضرت نوح آنے والے طوفان اور اس كى كيفيت ووسعت سے آگا ہ نہ تھے كہ وہ كشتى اس مناسبت سے بنا تے اور يہ وحى الہى ہى تھى جو بہترين كيفيتو</w:t>
      </w:r>
      <w:r w:rsidR="007D6C9B">
        <w:rPr>
          <w:rtl/>
        </w:rPr>
        <w:t xml:space="preserve">ں </w:t>
      </w:r>
      <w:r>
        <w:rPr>
          <w:rtl/>
        </w:rPr>
        <w:t>كے انتخاب مي</w:t>
      </w:r>
      <w:r w:rsidR="007D6C9B">
        <w:rPr>
          <w:rtl/>
        </w:rPr>
        <w:t xml:space="preserve">ں </w:t>
      </w:r>
      <w:r>
        <w:rPr>
          <w:rtl/>
        </w:rPr>
        <w:t xml:space="preserve">ان كى مدد گار تھى _ </w:t>
      </w:r>
    </w:p>
    <w:p w:rsidR="00DE2D7F" w:rsidRDefault="00DE2D7F" w:rsidP="00D07B54">
      <w:pPr>
        <w:pStyle w:val="libNormal"/>
        <w:rPr>
          <w:rtl/>
        </w:rPr>
      </w:pPr>
      <w:r>
        <w:rPr>
          <w:rtl/>
        </w:rPr>
        <w:t>آخر مي</w:t>
      </w:r>
      <w:r w:rsidR="007D6C9B">
        <w:rPr>
          <w:rtl/>
        </w:rPr>
        <w:t xml:space="preserve">ں </w:t>
      </w:r>
      <w:r>
        <w:rPr>
          <w:rtl/>
        </w:rPr>
        <w:t>حضرت نوح عليہ السلام كو خبردار كيا گيا ہے :'' آج كے بعد ظالم افراد كے لئے شفاعت اور معافى كا تقاضانہ كرنا كيونكہ انہي</w:t>
      </w:r>
      <w:r w:rsidR="007D6C9B">
        <w:rPr>
          <w:rtl/>
        </w:rPr>
        <w:t xml:space="preserve">ں </w:t>
      </w:r>
      <w:r>
        <w:rPr>
          <w:rtl/>
        </w:rPr>
        <w:t>عذاب دينے كا فيصلہ ہوچكا ہے اور وہ حتماَ غرق ہوجائي</w:t>
      </w:r>
      <w:r w:rsidR="007D6C9B">
        <w:rPr>
          <w:rtl/>
        </w:rPr>
        <w:t xml:space="preserve">ں </w:t>
      </w:r>
      <w:r>
        <w:rPr>
          <w:rtl/>
        </w:rPr>
        <w:t xml:space="preserve">گے''_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FA0CEC" w:rsidRDefault="00DE2D7F" w:rsidP="00D07B54">
      <w:pPr>
        <w:pStyle w:val="Heading2Center"/>
        <w:rPr>
          <w:rtl/>
        </w:rPr>
      </w:pPr>
      <w:bookmarkStart w:id="35" w:name="_Toc7268432"/>
      <w:r>
        <w:rPr>
          <w:rtl/>
        </w:rPr>
        <w:t>كشتى بنارہے ہو دريابھى بنائو</w:t>
      </w:r>
      <w:bookmarkEnd w:id="35"/>
    </w:p>
    <w:p w:rsidR="00DE2D7F" w:rsidRDefault="00DE2D7F" w:rsidP="00D07B54">
      <w:pPr>
        <w:pStyle w:val="libNormal"/>
        <w:rPr>
          <w:rtl/>
        </w:rPr>
      </w:pPr>
      <w:r>
        <w:rPr>
          <w:rtl/>
        </w:rPr>
        <w:t xml:space="preserve"> اب چندجملے قوم نوح عليہ السلام كے بارے مي</w:t>
      </w:r>
      <w:r w:rsidR="007D6C9B">
        <w:rPr>
          <w:rtl/>
        </w:rPr>
        <w:t xml:space="preserve">ں </w:t>
      </w:r>
      <w:r>
        <w:rPr>
          <w:rtl/>
        </w:rPr>
        <w:t>بھى سن لي</w:t>
      </w:r>
      <w:r w:rsidR="007D6C9B">
        <w:rPr>
          <w:rtl/>
        </w:rPr>
        <w:t xml:space="preserve">ں </w:t>
      </w:r>
      <w:r>
        <w:rPr>
          <w:rtl/>
        </w:rPr>
        <w:t>:وہ بجائے اس كے كہ ايك لمحہ كے لئے حضرت نوح(ع) كى دعوت كو غور سے سنتے ، اسے سنجيدگى سے ليتے اور كم ازكم انہي</w:t>
      </w:r>
      <w:r w:rsidR="007D6C9B">
        <w:rPr>
          <w:rtl/>
        </w:rPr>
        <w:t xml:space="preserve">ں </w:t>
      </w:r>
      <w:r>
        <w:rPr>
          <w:rtl/>
        </w:rPr>
        <w:t>يہ احتمال ہى ہوتا كہ ہو سكتا ہے كہ حضرت نوح كے بار باركے اصرار اور تكرار دعوت كا سر چشمہ وحى الہى ہى ہو اور ہو سكتا ہے طوفان اور عذاب كا معاملہ حتمى اور يقينى ہى ہو، الٹا انہو</w:t>
      </w:r>
      <w:r w:rsidR="007D6C9B">
        <w:rPr>
          <w:rtl/>
        </w:rPr>
        <w:t xml:space="preserve">ں </w:t>
      </w:r>
      <w:r>
        <w:rPr>
          <w:rtl/>
        </w:rPr>
        <w:t>نے تمام مستكبر اور مغرور افراد كى عادت كا مظاہرہ كيا اور تمسخرواستہزاء كا سلسلہ جارى ركھا _ ان كى قوم كا كوئي گروہ جب كبھى ان كے نزديك سے گزرتا اور حضر ت نوح اور ان كے اصحاب كو لكڑيا</w:t>
      </w:r>
      <w:r w:rsidR="007D6C9B">
        <w:rPr>
          <w:rtl/>
        </w:rPr>
        <w:t xml:space="preserve">ں </w:t>
      </w:r>
      <w:r>
        <w:rPr>
          <w:rtl/>
        </w:rPr>
        <w:t>اور ميخي</w:t>
      </w:r>
      <w:r w:rsidR="007D6C9B">
        <w:rPr>
          <w:rtl/>
        </w:rPr>
        <w:t xml:space="preserve">ں </w:t>
      </w:r>
      <w:r>
        <w:rPr>
          <w:rtl/>
        </w:rPr>
        <w:t>وغيرہ مہيا كرتے ديكھتا اور كشتى بنانے مي</w:t>
      </w:r>
      <w:r w:rsidR="007D6C9B">
        <w:rPr>
          <w:rtl/>
        </w:rPr>
        <w:t xml:space="preserve">ں </w:t>
      </w:r>
      <w:r>
        <w:rPr>
          <w:rtl/>
        </w:rPr>
        <w:t>سرگرم عمل پاتا تو مذاق اڑاتا اور پھبتيا</w:t>
      </w:r>
      <w:r w:rsidR="007D6C9B">
        <w:rPr>
          <w:rtl/>
        </w:rPr>
        <w:t xml:space="preserve">ں </w:t>
      </w:r>
      <w:r>
        <w:rPr>
          <w:rtl/>
        </w:rPr>
        <w:t>كستے ہوئے گزر جاتا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ہو دآيت</w:t>
      </w:r>
      <w:r w:rsidR="00E664BB">
        <w:rPr>
          <w:rtl/>
        </w:rPr>
        <w:t>37</w:t>
      </w:r>
      <w:r>
        <w:rPr>
          <w:rtl/>
        </w:rPr>
        <w:t xml:space="preserve"> </w:t>
      </w:r>
    </w:p>
    <w:p w:rsidR="00DE2D7F" w:rsidRDefault="00DE2D7F" w:rsidP="00D07B54">
      <w:pPr>
        <w:pStyle w:val="libFootnote"/>
        <w:rPr>
          <w:rtl/>
        </w:rPr>
      </w:pPr>
      <w:r>
        <w:rPr>
          <w:rtl/>
        </w:rPr>
        <w:t>(</w:t>
      </w:r>
      <w:r w:rsidR="00E664BB">
        <w:rPr>
          <w:rtl/>
        </w:rPr>
        <w:t>2</w:t>
      </w:r>
      <w:r>
        <w:rPr>
          <w:rtl/>
        </w:rPr>
        <w:t>) سورہ ہو دآيت</w:t>
      </w:r>
      <w:r w:rsidR="00E664BB">
        <w:rPr>
          <w:rtl/>
        </w:rPr>
        <w:t>37</w:t>
      </w:r>
      <w:r>
        <w:rPr>
          <w:rtl/>
        </w:rPr>
        <w:t xml:space="preserve"> </w:t>
      </w:r>
    </w:p>
    <w:p w:rsidR="00DE2D7F" w:rsidRDefault="00DE2D7F" w:rsidP="00D07B54">
      <w:pPr>
        <w:pStyle w:val="libFootnote"/>
        <w:rPr>
          <w:rtl/>
        </w:rPr>
      </w:pPr>
      <w:r>
        <w:rPr>
          <w:rtl/>
        </w:rPr>
        <w:t>(</w:t>
      </w:r>
      <w:r w:rsidR="00E664BB">
        <w:rPr>
          <w:rtl/>
        </w:rPr>
        <w:t>3</w:t>
      </w:r>
      <w:r>
        <w:rPr>
          <w:rtl/>
        </w:rPr>
        <w:t>)سورہ ہو دآيت</w:t>
      </w:r>
      <w:r w:rsidR="00E664BB">
        <w:rPr>
          <w:rtl/>
        </w:rPr>
        <w:t>38</w:t>
      </w:r>
      <w:r>
        <w:rPr>
          <w:rtl/>
        </w:rPr>
        <w:t xml:space="preserve"> </w:t>
      </w:r>
    </w:p>
    <w:p w:rsidR="00FA0CEC" w:rsidRDefault="001648F9" w:rsidP="00D07B54">
      <w:pPr>
        <w:pStyle w:val="libNormal"/>
        <w:rPr>
          <w:rtl/>
        </w:rPr>
      </w:pPr>
      <w:r>
        <w:rPr>
          <w:rtl/>
        </w:rPr>
        <w:t xml:space="preserve"> </w:t>
      </w:r>
      <w:r>
        <w:rPr>
          <w:rtl/>
        </w:rPr>
        <w:br w:type="page"/>
      </w:r>
    </w:p>
    <w:p w:rsidR="00FA0CEC" w:rsidRDefault="00FA0CEC" w:rsidP="00D07B54">
      <w:pPr>
        <w:pStyle w:val="libNormal"/>
        <w:rPr>
          <w:rtl/>
        </w:rPr>
      </w:pPr>
    </w:p>
    <w:p w:rsidR="00DE2D7F" w:rsidRDefault="00DE2D7F" w:rsidP="00D07B54">
      <w:pPr>
        <w:pStyle w:val="libNormal"/>
        <w:rPr>
          <w:rtl/>
        </w:rPr>
      </w:pPr>
      <w:r>
        <w:rPr>
          <w:rtl/>
        </w:rPr>
        <w:t>كہتے ہي</w:t>
      </w:r>
      <w:r w:rsidR="007D6C9B">
        <w:rPr>
          <w:rtl/>
        </w:rPr>
        <w:t xml:space="preserve">ں </w:t>
      </w:r>
      <w:r>
        <w:rPr>
          <w:rtl/>
        </w:rPr>
        <w:t>كہ قوم نوح عليہ السلام كے اشراف كے مختلف گروہو</w:t>
      </w:r>
      <w:r w:rsidR="007D6C9B">
        <w:rPr>
          <w:rtl/>
        </w:rPr>
        <w:t xml:space="preserve">ں </w:t>
      </w:r>
      <w:r>
        <w:rPr>
          <w:rtl/>
        </w:rPr>
        <w:t xml:space="preserve">كے ہردستے نے تمسخر اور تفريح وطبع كے لئے اپناہى ايك انداز اختيار كرركھا تھا _ </w:t>
      </w:r>
    </w:p>
    <w:p w:rsidR="00DE2D7F" w:rsidRDefault="00DE2D7F" w:rsidP="00D07B54">
      <w:pPr>
        <w:pStyle w:val="libNormal"/>
        <w:rPr>
          <w:rtl/>
        </w:rPr>
      </w:pPr>
      <w:r>
        <w:rPr>
          <w:rtl/>
        </w:rPr>
        <w:t>ايك كہتاتھا:''اے نوح(ع) دعوائے پيغمبرى كا كاروبار نہي</w:t>
      </w:r>
      <w:r w:rsidR="007D6C9B">
        <w:rPr>
          <w:rtl/>
        </w:rPr>
        <w:t xml:space="preserve">ں </w:t>
      </w:r>
      <w:r>
        <w:rPr>
          <w:rtl/>
        </w:rPr>
        <w:t>چل سكا تو بڑھئي بن گئے، دوسرا كہتا تھا :كشتى بنا رہے ہو؟ بڑا اچھا ہے البتہ كشتى كے لئے دريا بھى بنائو، كبھى كوئي عقلمندديكھا ہے جو خشكى كے بيچ مي</w:t>
      </w:r>
      <w:r w:rsidR="007D6C9B">
        <w:rPr>
          <w:rtl/>
        </w:rPr>
        <w:t xml:space="preserve">ں </w:t>
      </w:r>
      <w:r>
        <w:rPr>
          <w:rtl/>
        </w:rPr>
        <w:t xml:space="preserve">كشتى بنائے؟ </w:t>
      </w:r>
    </w:p>
    <w:p w:rsidR="00DE2D7F" w:rsidRDefault="00DE2D7F" w:rsidP="00D07B54">
      <w:pPr>
        <w:pStyle w:val="libNormal"/>
        <w:rPr>
          <w:rtl/>
        </w:rPr>
      </w:pPr>
      <w:r>
        <w:rPr>
          <w:rtl/>
        </w:rPr>
        <w:t>ان مي</w:t>
      </w:r>
      <w:r w:rsidR="007D6C9B">
        <w:rPr>
          <w:rtl/>
        </w:rPr>
        <w:t xml:space="preserve">ں </w:t>
      </w:r>
      <w:r>
        <w:rPr>
          <w:rtl/>
        </w:rPr>
        <w:t xml:space="preserve">سے كچھ كہتے تھے : اتنى بڑى كشتى كس لئے بنارہے ہو اگر كشتى بنانا ہى ہے تو ذرا چھوٹى بنالو جسے ضرورت پڑے تو دريا كى طرف لے جانا تو ممكن ہو _ </w:t>
      </w:r>
    </w:p>
    <w:p w:rsidR="00DE2D7F" w:rsidRDefault="00DE2D7F" w:rsidP="00D07B54">
      <w:pPr>
        <w:pStyle w:val="libNormal"/>
        <w:rPr>
          <w:rtl/>
        </w:rPr>
      </w:pPr>
      <w:r>
        <w:rPr>
          <w:rtl/>
        </w:rPr>
        <w:t>ايسى باتي</w:t>
      </w:r>
      <w:r w:rsidR="007D6C9B">
        <w:rPr>
          <w:rtl/>
        </w:rPr>
        <w:t xml:space="preserve">ں </w:t>
      </w:r>
      <w:r>
        <w:rPr>
          <w:rtl/>
        </w:rPr>
        <w:t>كرتے تھے اور قہقہے لگا كرہنستے ہوئے گزر جاتے تھے يہ باتي</w:t>
      </w:r>
      <w:r w:rsidR="007D6C9B">
        <w:rPr>
          <w:rtl/>
        </w:rPr>
        <w:t xml:space="preserve">ں </w:t>
      </w:r>
      <w:r>
        <w:rPr>
          <w:rtl/>
        </w:rPr>
        <w:t>گھرو</w:t>
      </w:r>
      <w:r w:rsidR="007D6C9B">
        <w:rPr>
          <w:rtl/>
        </w:rPr>
        <w:t xml:space="preserve">ں </w:t>
      </w:r>
      <w:r>
        <w:rPr>
          <w:rtl/>
        </w:rPr>
        <w:t>مي</w:t>
      </w:r>
      <w:r w:rsidR="007D6C9B">
        <w:rPr>
          <w:rtl/>
        </w:rPr>
        <w:t xml:space="preserve">ں </w:t>
      </w:r>
      <w:r>
        <w:rPr>
          <w:rtl/>
        </w:rPr>
        <w:t>ہوتي</w:t>
      </w:r>
      <w:r w:rsidR="007D6C9B">
        <w:rPr>
          <w:rtl/>
        </w:rPr>
        <w:t xml:space="preserve">ں </w:t>
      </w:r>
      <w:r>
        <w:rPr>
          <w:rtl/>
        </w:rPr>
        <w:t>_كام كاج كے مراكز مي</w:t>
      </w:r>
      <w:r w:rsidR="007D6C9B">
        <w:rPr>
          <w:rtl/>
        </w:rPr>
        <w:t xml:space="preserve">ں </w:t>
      </w:r>
      <w:r>
        <w:rPr>
          <w:rtl/>
        </w:rPr>
        <w:t>يہ گفتگو ہوتي</w:t>
      </w:r>
      <w:r w:rsidR="007D6C9B">
        <w:rPr>
          <w:rtl/>
        </w:rPr>
        <w:t xml:space="preserve">ں </w:t>
      </w:r>
      <w:r>
        <w:rPr>
          <w:rtl/>
        </w:rPr>
        <w:t>گويا اب بحثو</w:t>
      </w:r>
      <w:r w:rsidR="007D6C9B">
        <w:rPr>
          <w:rtl/>
        </w:rPr>
        <w:t xml:space="preserve">ں </w:t>
      </w:r>
      <w:r>
        <w:rPr>
          <w:rtl/>
        </w:rPr>
        <w:t>كا عنوان بن گئي وہ ايك دوسرے سے حضرت نوح اور ان كے پيروكارو</w:t>
      </w:r>
      <w:r w:rsidR="007D6C9B">
        <w:rPr>
          <w:rtl/>
        </w:rPr>
        <w:t xml:space="preserve">ں </w:t>
      </w:r>
      <w:r>
        <w:rPr>
          <w:rtl/>
        </w:rPr>
        <w:t>كى كوتاہ فكرى كے بارے مي</w:t>
      </w:r>
      <w:r w:rsidR="007D6C9B">
        <w:rPr>
          <w:rtl/>
        </w:rPr>
        <w:t xml:space="preserve">ں </w:t>
      </w:r>
      <w:r>
        <w:rPr>
          <w:rtl/>
        </w:rPr>
        <w:t>باتي</w:t>
      </w:r>
      <w:r w:rsidR="007D6C9B">
        <w:rPr>
          <w:rtl/>
        </w:rPr>
        <w:t xml:space="preserve">ں </w:t>
      </w:r>
      <w:r>
        <w:rPr>
          <w:rtl/>
        </w:rPr>
        <w:t>كرتے اور كہتے : اس بوڑھے كو ديكھو آخر عمر مي</w:t>
      </w:r>
      <w:r w:rsidR="007D6C9B">
        <w:rPr>
          <w:rtl/>
        </w:rPr>
        <w:t xml:space="preserve">ں </w:t>
      </w:r>
      <w:r>
        <w:rPr>
          <w:rtl/>
        </w:rPr>
        <w:t>كس حالت كو جاپہنچا ہے اب ہم سمجھے كہ اگر ہم اس كى باتو</w:t>
      </w:r>
      <w:r w:rsidR="007D6C9B">
        <w:rPr>
          <w:rtl/>
        </w:rPr>
        <w:t xml:space="preserve">ں </w:t>
      </w:r>
      <w:r>
        <w:rPr>
          <w:rtl/>
        </w:rPr>
        <w:t>پر ايمان نہي</w:t>
      </w:r>
      <w:r w:rsidR="007D6C9B">
        <w:rPr>
          <w:rtl/>
        </w:rPr>
        <w:t xml:space="preserve">ں </w:t>
      </w:r>
      <w:r>
        <w:rPr>
          <w:rtl/>
        </w:rPr>
        <w:t>لائے تو ہم نے ٹھيك ہى كيا اس كى عقل تو بالكل ٹھكانے نہي</w:t>
      </w:r>
      <w:r w:rsidR="007D6C9B">
        <w:rPr>
          <w:rtl/>
        </w:rPr>
        <w:t xml:space="preserve">ں </w:t>
      </w:r>
      <w:r>
        <w:rPr>
          <w:rtl/>
        </w:rPr>
        <w:t xml:space="preserve">ہے _ </w:t>
      </w:r>
    </w:p>
    <w:p w:rsidR="00DE2D7F" w:rsidRDefault="00DE2D7F" w:rsidP="00D07B54">
      <w:pPr>
        <w:pStyle w:val="libNormal"/>
        <w:rPr>
          <w:rtl/>
        </w:rPr>
      </w:pPr>
      <w:r>
        <w:rPr>
          <w:rtl/>
        </w:rPr>
        <w:t>دوسرى طرف حضرت نوح عليہ السلام بڑى ا ستقامت اور پامردى سے اپناكام بے پناہ عزم كے ساتھ جارى ركھے ہوئے تھے اور يہ ان كے ايمان كانتيجہ تھا وہ ان كو رباطن دل كے اندھو</w:t>
      </w:r>
      <w:r w:rsidR="007D6C9B">
        <w:rPr>
          <w:rtl/>
        </w:rPr>
        <w:t xml:space="preserve">ں </w:t>
      </w:r>
      <w:r>
        <w:rPr>
          <w:rtl/>
        </w:rPr>
        <w:t>كى بے بنياد باتو</w:t>
      </w:r>
      <w:r w:rsidR="007D6C9B">
        <w:rPr>
          <w:rtl/>
        </w:rPr>
        <w:t xml:space="preserve">ں </w:t>
      </w:r>
      <w:r>
        <w:rPr>
          <w:rtl/>
        </w:rPr>
        <w:t>سے بے نيازاپنى پسند كے مطابق تيزى سے پيشرفت كررہے تھے اور دن بدن كشتى كا ڈھانچہ مكمل ہو رہا تھا كبھى كبھى سراٹھا كران سے يہ پرمعنى بات كہتے: ''اگر آج تم ہمارا مذاق اڑاتے ہو توہم بھى جلدى ہى اسى طرح تمہارا مذاق اڑائي</w:t>
      </w:r>
      <w:r w:rsidR="007D6C9B">
        <w:rPr>
          <w:rtl/>
        </w:rPr>
        <w:t xml:space="preserve">ں </w:t>
      </w:r>
      <w:r>
        <w:rPr>
          <w:rtl/>
        </w:rPr>
        <w:t>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وہ دن كہ جب تم طوفان كے درميان سرگردا</w:t>
      </w:r>
      <w:r w:rsidR="007D6C9B">
        <w:rPr>
          <w:rtl/>
        </w:rPr>
        <w:t xml:space="preserve">ں </w:t>
      </w:r>
      <w:r>
        <w:rPr>
          <w:rtl/>
        </w:rPr>
        <w:t>ہوكر ،سراسيمہ ہوكر ادھر ادھر بھاگو گے اور تمہي</w:t>
      </w:r>
      <w:r w:rsidR="007D6C9B">
        <w:rPr>
          <w:rtl/>
        </w:rPr>
        <w:t xml:space="preserve">ں </w:t>
      </w:r>
      <w:r>
        <w:rPr>
          <w:rtl/>
        </w:rPr>
        <w:t>كوئي پناہ گاہ نہي</w:t>
      </w:r>
      <w:r w:rsidR="007D6C9B">
        <w:rPr>
          <w:rtl/>
        </w:rPr>
        <w:t xml:space="preserve">ں </w:t>
      </w:r>
      <w:r>
        <w:rPr>
          <w:rtl/>
        </w:rPr>
        <w:t>ملے گى موجو</w:t>
      </w:r>
      <w:r w:rsidR="007D6C9B">
        <w:rPr>
          <w:rtl/>
        </w:rPr>
        <w:t xml:space="preserve">ں </w:t>
      </w:r>
      <w:r>
        <w:rPr>
          <w:rtl/>
        </w:rPr>
        <w:t>مي</w:t>
      </w:r>
      <w:r w:rsidR="007D6C9B">
        <w:rPr>
          <w:rtl/>
        </w:rPr>
        <w:t xml:space="preserve">ں </w:t>
      </w:r>
      <w:r>
        <w:rPr>
          <w:rtl/>
        </w:rPr>
        <w:t>گھرے فرياد كرو گے كہ ہمي</w:t>
      </w:r>
      <w:r w:rsidR="007D6C9B">
        <w:rPr>
          <w:rtl/>
        </w:rPr>
        <w:t xml:space="preserve">ں </w:t>
      </w:r>
      <w:r>
        <w:rPr>
          <w:rtl/>
        </w:rPr>
        <w:t>بچالو جى ہا</w:t>
      </w:r>
      <w:r w:rsidR="007D6C9B">
        <w:rPr>
          <w:rtl/>
        </w:rPr>
        <w:t xml:space="preserve">ں </w:t>
      </w:r>
      <w:r>
        <w:rPr>
          <w:rtl/>
        </w:rPr>
        <w:t xml:space="preserve">اس روز مومنين تمہارى غفلت اور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ہود ايت</w:t>
      </w:r>
      <w:r w:rsidR="00E664BB">
        <w:rPr>
          <w:rtl/>
        </w:rPr>
        <w:t>38</w:t>
      </w:r>
      <w:r>
        <w:rPr>
          <w:rtl/>
        </w:rPr>
        <w:t xml:space="preserve"> </w:t>
      </w:r>
    </w:p>
    <w:p w:rsidR="00245054"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جہالت پر مذاق اڑائي</w:t>
      </w:r>
      <w:r w:rsidR="007D6C9B">
        <w:rPr>
          <w:rtl/>
        </w:rPr>
        <w:t xml:space="preserve">ں </w:t>
      </w:r>
      <w:r>
        <w:rPr>
          <w:rtl/>
        </w:rPr>
        <w:t>گے''اس روز ديكھنا كہ كس كے لئے ذليل اور رسوا كرنے والا عذاب آتا ہے اور كسے دائمى سزا دامن گير ہوتى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كشتى نوح كوئي عام كشتى نہ تھى كيونكہ اس مي</w:t>
      </w:r>
      <w:r w:rsidR="007D6C9B">
        <w:rPr>
          <w:rtl/>
        </w:rPr>
        <w:t xml:space="preserve">ں </w:t>
      </w:r>
      <w:r>
        <w:rPr>
          <w:rtl/>
        </w:rPr>
        <w:t>سچے مو منين كے علاوہ ہر نسل كے جانور كو بھى جگہ ملى تھى اور ايك مدت كے لئے ان انسانو</w:t>
      </w:r>
      <w:r w:rsidR="007D6C9B">
        <w:rPr>
          <w:rtl/>
        </w:rPr>
        <w:t xml:space="preserve">ں </w:t>
      </w:r>
      <w:r>
        <w:rPr>
          <w:rtl/>
        </w:rPr>
        <w:t>اور جانورو</w:t>
      </w:r>
      <w:r w:rsidR="007D6C9B">
        <w:rPr>
          <w:rtl/>
        </w:rPr>
        <w:t xml:space="preserve">ں </w:t>
      </w:r>
      <w:r>
        <w:rPr>
          <w:rtl/>
        </w:rPr>
        <w:t>كو جو خوراك دركار تھى وہ بھى اس مي</w:t>
      </w:r>
      <w:r w:rsidR="007D6C9B">
        <w:rPr>
          <w:rtl/>
        </w:rPr>
        <w:t xml:space="preserve">ں </w:t>
      </w:r>
      <w:r>
        <w:rPr>
          <w:rtl/>
        </w:rPr>
        <w:t>موجود تھى ايسى لمبى چوڑى كشتى يقينا اس زمانے مي</w:t>
      </w:r>
      <w:r w:rsidR="007D6C9B">
        <w:rPr>
          <w:rtl/>
        </w:rPr>
        <w:t xml:space="preserve">ں </w:t>
      </w:r>
      <w:r>
        <w:rPr>
          <w:rtl/>
        </w:rPr>
        <w:t>بے نظير تھى يہ ايسى كشتى تھى جو ايسے دريا كى كوہ پيكر موجود مي</w:t>
      </w:r>
      <w:r w:rsidR="007D6C9B">
        <w:rPr>
          <w:rtl/>
        </w:rPr>
        <w:t xml:space="preserve">ں </w:t>
      </w:r>
      <w:r>
        <w:rPr>
          <w:rtl/>
        </w:rPr>
        <w:t>صحيح وسالم رہ سكے اور نابود نہ ہو جس كى وسعت اس دنيا جتنى ہو، اسى لئے مفسرين كى بعض روايات مي</w:t>
      </w:r>
      <w:r w:rsidR="007D6C9B">
        <w:rPr>
          <w:rtl/>
        </w:rPr>
        <w:t xml:space="preserve">ں </w:t>
      </w:r>
      <w:r>
        <w:rPr>
          <w:rtl/>
        </w:rPr>
        <w:t xml:space="preserve">ہے كہ اس كشتى كا طول ايك ہزار دو سو ذراع تھااور عرض چھ سو ذراع تھا (ايك ذراع كى لمبائي تقريباََآدھے ميڑكے برابر ہے ) _ </w:t>
      </w:r>
    </w:p>
    <w:p w:rsidR="00DE2D7F" w:rsidRDefault="00DE2D7F" w:rsidP="00D07B54">
      <w:pPr>
        <w:pStyle w:val="libNormal"/>
        <w:rPr>
          <w:rtl/>
        </w:rPr>
      </w:pPr>
      <w:r>
        <w:rPr>
          <w:rtl/>
        </w:rPr>
        <w:t>بعض اسلامى روايات مي</w:t>
      </w:r>
      <w:r w:rsidR="007D6C9B">
        <w:rPr>
          <w:rtl/>
        </w:rPr>
        <w:t xml:space="preserve">ں </w:t>
      </w:r>
      <w:r>
        <w:rPr>
          <w:rtl/>
        </w:rPr>
        <w:t>ہے كہ ظہور طوفان سے چاليس سال پہلے قوم نوح(ع) كى عورتو</w:t>
      </w:r>
      <w:r w:rsidR="007D6C9B">
        <w:rPr>
          <w:rtl/>
        </w:rPr>
        <w:t xml:space="preserve">ں </w:t>
      </w:r>
      <w:r>
        <w:rPr>
          <w:rtl/>
        </w:rPr>
        <w:t>مي</w:t>
      </w:r>
      <w:r w:rsidR="007D6C9B">
        <w:rPr>
          <w:rtl/>
        </w:rPr>
        <w:t xml:space="preserve">ں </w:t>
      </w:r>
      <w:r>
        <w:rPr>
          <w:rtl/>
        </w:rPr>
        <w:t>ايك ايسى بيمارى پيدا ہو گئي تھى كہ ان كے يہا</w:t>
      </w:r>
      <w:r w:rsidR="007D6C9B">
        <w:rPr>
          <w:rtl/>
        </w:rPr>
        <w:t xml:space="preserve">ں </w:t>
      </w:r>
      <w:r>
        <w:rPr>
          <w:rtl/>
        </w:rPr>
        <w:t>كوئي بچہ پيدا نہي</w:t>
      </w:r>
      <w:r w:rsidR="007D6C9B">
        <w:rPr>
          <w:rtl/>
        </w:rPr>
        <w:t xml:space="preserve">ں </w:t>
      </w:r>
      <w:r>
        <w:rPr>
          <w:rtl/>
        </w:rPr>
        <w:t xml:space="preserve">ہوتا تھا يہ دراصل ان كے لئے سزا كى تمہيد تھى _ </w:t>
      </w:r>
    </w:p>
    <w:p w:rsidR="00DE2D7F" w:rsidRDefault="00DE2D7F" w:rsidP="00D07B54">
      <w:pPr>
        <w:pStyle w:val="libNormal"/>
        <w:rPr>
          <w:rtl/>
        </w:rPr>
      </w:pPr>
    </w:p>
    <w:p w:rsidR="00245054" w:rsidRDefault="00DE2D7F" w:rsidP="00D07B54">
      <w:pPr>
        <w:pStyle w:val="Heading2Center"/>
        <w:rPr>
          <w:rtl/>
        </w:rPr>
      </w:pPr>
      <w:bookmarkStart w:id="36" w:name="_Toc7268433"/>
      <w:r>
        <w:rPr>
          <w:rtl/>
        </w:rPr>
        <w:t>آغاز طوفان</w:t>
      </w:r>
      <w:bookmarkEnd w:id="36"/>
      <w:r>
        <w:rPr>
          <w:rtl/>
        </w:rPr>
        <w:t xml:space="preserve"> </w:t>
      </w:r>
    </w:p>
    <w:p w:rsidR="00DE2D7F" w:rsidRDefault="00DE2D7F" w:rsidP="00D07B54">
      <w:pPr>
        <w:pStyle w:val="libNormal"/>
        <w:rPr>
          <w:rtl/>
        </w:rPr>
      </w:pPr>
      <w:r>
        <w:rPr>
          <w:rtl/>
        </w:rPr>
        <w:t>گزشتہ صفحات مي</w:t>
      </w:r>
      <w:r w:rsidR="007D6C9B">
        <w:rPr>
          <w:rtl/>
        </w:rPr>
        <w:t xml:space="preserve">ں </w:t>
      </w:r>
      <w:r>
        <w:rPr>
          <w:rtl/>
        </w:rPr>
        <w:t>ہم نے ديكھا ہے كہ كس طرح حضرت نوح عليہ السلام اور سچے مومنين نے كشتى نجات بنانا شروع كى اور انہي</w:t>
      </w:r>
      <w:r w:rsidR="007D6C9B">
        <w:rPr>
          <w:rtl/>
        </w:rPr>
        <w:t xml:space="preserve">ں </w:t>
      </w:r>
      <w:r>
        <w:rPr>
          <w:rtl/>
        </w:rPr>
        <w:t>كيسى كيسى مشكلات آئي</w:t>
      </w:r>
      <w:r w:rsidR="007D6C9B">
        <w:rPr>
          <w:rtl/>
        </w:rPr>
        <w:t xml:space="preserve">ں </w:t>
      </w:r>
      <w:r>
        <w:rPr>
          <w:rtl/>
        </w:rPr>
        <w:t>اور بے ايمان مغرور اكثريت نے كس طرح ان كا تمسخراڑايا اس طرح تمسخر اڑانے والو</w:t>
      </w:r>
      <w:r w:rsidR="007D6C9B">
        <w:rPr>
          <w:rtl/>
        </w:rPr>
        <w:t xml:space="preserve">ں </w:t>
      </w:r>
      <w:r>
        <w:rPr>
          <w:rtl/>
        </w:rPr>
        <w:t xml:space="preserve">نے كس طرح اپنے آپ كو اس طوفان كے لئے تياركيا جو سطح زمين كو بے ايمان مستكبرين كے منحوس وجود سے پاك كرنے والا تھا _ </w:t>
      </w:r>
    </w:p>
    <w:p w:rsidR="00DE2D7F" w:rsidRDefault="00DE2D7F" w:rsidP="00D07B54">
      <w:pPr>
        <w:pStyle w:val="libNormal"/>
        <w:rPr>
          <w:rtl/>
        </w:rPr>
      </w:pPr>
      <w:r>
        <w:rPr>
          <w:rtl/>
        </w:rPr>
        <w:t>يہا</w:t>
      </w:r>
      <w:r w:rsidR="007D6C9B">
        <w:rPr>
          <w:rtl/>
        </w:rPr>
        <w:t xml:space="preserve">ں </w:t>
      </w:r>
      <w:r>
        <w:rPr>
          <w:rtl/>
        </w:rPr>
        <w:t>پر اس سرگزشت كے تيسرے مرحلے كے بارے مي</w:t>
      </w:r>
      <w:r w:rsidR="007D6C9B">
        <w:rPr>
          <w:rtl/>
        </w:rPr>
        <w:t xml:space="preserve">ں </w:t>
      </w:r>
      <w:r>
        <w:rPr>
          <w:rtl/>
        </w:rPr>
        <w:t>قرآن گويا اس ظالم قوم پر نزول عذاب كى بولتى ہوئي تصوير كو لوگو</w:t>
      </w:r>
      <w:r w:rsidR="007D6C9B">
        <w:rPr>
          <w:rtl/>
        </w:rPr>
        <w:t xml:space="preserve">ں </w:t>
      </w:r>
      <w:r>
        <w:rPr>
          <w:rtl/>
        </w:rPr>
        <w:t xml:space="preserve">كے سامنے پيش كررہا ہے _ </w:t>
      </w:r>
    </w:p>
    <w:p w:rsidR="00DE2D7F" w:rsidRDefault="00DE2D7F" w:rsidP="00D07B54">
      <w:pPr>
        <w:pStyle w:val="libNormal"/>
        <w:rPr>
          <w:rtl/>
        </w:rPr>
      </w:pPr>
      <w:r>
        <w:rPr>
          <w:rtl/>
        </w:rPr>
        <w:t>پہلے ارشاد ہوتا ہے :''يہ صورت حال يونہى تھى يہا</w:t>
      </w:r>
      <w:r w:rsidR="007D6C9B">
        <w:rPr>
          <w:rtl/>
        </w:rPr>
        <w:t xml:space="preserve">ں </w:t>
      </w:r>
      <w:r>
        <w:rPr>
          <w:rtl/>
        </w:rPr>
        <w:t xml:space="preserve">تك كہ ہماراحكم صا در ہوا اور عذاب كے آثار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ہو دآيت</w:t>
      </w:r>
      <w:r w:rsidR="00E664BB">
        <w:rPr>
          <w:rtl/>
        </w:rPr>
        <w:t>3</w:t>
      </w:r>
      <w:r w:rsidR="00E44785">
        <w:rPr>
          <w:rtl/>
        </w:rPr>
        <w:t>9</w:t>
      </w:r>
      <w:r>
        <w:rPr>
          <w:rtl/>
        </w:rPr>
        <w:t xml:space="preserve"> </w:t>
      </w:r>
    </w:p>
    <w:p w:rsidR="00245054" w:rsidRDefault="00C2634E" w:rsidP="00D07B54">
      <w:pPr>
        <w:pStyle w:val="libNormal"/>
        <w:rPr>
          <w:rtl/>
        </w:rPr>
      </w:pPr>
      <w:r>
        <w:rPr>
          <w:rtl/>
        </w:rPr>
        <w:t xml:space="preserve"> </w:t>
      </w:r>
      <w:r>
        <w:rPr>
          <w:rtl/>
        </w:rPr>
        <w:br w:type="page"/>
      </w:r>
    </w:p>
    <w:p w:rsidR="00245054" w:rsidRDefault="00245054" w:rsidP="00D07B54">
      <w:pPr>
        <w:pStyle w:val="libNormal"/>
        <w:rPr>
          <w:rtl/>
        </w:rPr>
      </w:pPr>
    </w:p>
    <w:p w:rsidR="00DE2D7F" w:rsidRDefault="00DE2D7F" w:rsidP="00D07B54">
      <w:pPr>
        <w:pStyle w:val="libNormal"/>
        <w:rPr>
          <w:rtl/>
        </w:rPr>
      </w:pPr>
      <w:r>
        <w:rPr>
          <w:rtl/>
        </w:rPr>
        <w:t>ظاہر ہونا شروع ہوگئے پانى تنور كے اندر سے جو ش ما رنے لگا''_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بار ے مي</w:t>
      </w:r>
      <w:r w:rsidR="007D6C9B">
        <w:rPr>
          <w:rtl/>
        </w:rPr>
        <w:t xml:space="preserve">ں </w:t>
      </w:r>
      <w:r>
        <w:rPr>
          <w:rtl/>
        </w:rPr>
        <w:t>كہ طوفان كے نزديك ہونے سے تنور سے پانى كا جوش مارنا كيامناسبت ركھتا ہے مفسرين كے درميان بہت اختلاف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موجودہ احتمالات مي</w:t>
      </w:r>
      <w:r w:rsidR="007D6C9B">
        <w:rPr>
          <w:rtl/>
        </w:rPr>
        <w:t xml:space="preserve">ں </w:t>
      </w:r>
      <w:r>
        <w:rPr>
          <w:rtl/>
        </w:rPr>
        <w:t>سے يہ احتمال زيادہ قوى معلوم ہوتا ہے كہ يہا</w:t>
      </w:r>
      <w:r w:rsidR="007D6C9B">
        <w:rPr>
          <w:rtl/>
        </w:rPr>
        <w:t xml:space="preserve">ں </w:t>
      </w:r>
      <w:r>
        <w:rPr>
          <w:rtl/>
        </w:rPr>
        <w:t>'' تنور'' اپنے حقيقى اور مشہور معنى مي</w:t>
      </w:r>
      <w:r w:rsidR="007D6C9B">
        <w:rPr>
          <w:rtl/>
        </w:rPr>
        <w:t xml:space="preserve">ں </w:t>
      </w:r>
      <w:r>
        <w:rPr>
          <w:rtl/>
        </w:rPr>
        <w:t>آيا ہے اور ہوسكتا ہے اس سے مراد كوئي خاص تنور بھى نہ ہو بلكہ ممكن ہے كہ اس سے يہ نكتہ بيان كرنا مقصود ہوكہ تنور جو عام طوپر آگ كا مركزہے جب اس مي</w:t>
      </w:r>
      <w:r w:rsidR="007D6C9B">
        <w:rPr>
          <w:rtl/>
        </w:rPr>
        <w:t xml:space="preserve">ں </w:t>
      </w:r>
      <w:r>
        <w:rPr>
          <w:rtl/>
        </w:rPr>
        <w:t>سے پانى جوش مارنے لگا تو حضرت نوح اور ان كے اصحاب متوجہ ہوئے كہ حالات تيزى سے بدل رہے ہي</w:t>
      </w:r>
      <w:r w:rsidR="007D6C9B">
        <w:rPr>
          <w:rtl/>
        </w:rPr>
        <w:t xml:space="preserve">ں </w:t>
      </w:r>
      <w:r>
        <w:rPr>
          <w:rtl/>
        </w:rPr>
        <w:t>اور انقلاب قريب تر ہے يعنى كہا</w:t>
      </w:r>
      <w:r w:rsidR="007D6C9B">
        <w:rPr>
          <w:rtl/>
        </w:rPr>
        <w:t xml:space="preserve">ں </w:t>
      </w:r>
      <w:r>
        <w:rPr>
          <w:rtl/>
        </w:rPr>
        <w:t>آگ اور كہا</w:t>
      </w:r>
      <w:r w:rsidR="007D6C9B">
        <w:rPr>
          <w:rtl/>
        </w:rPr>
        <w:t xml:space="preserve">ں </w:t>
      </w:r>
      <w:r>
        <w:rPr>
          <w:rtl/>
        </w:rPr>
        <w:t>پانى بالفاظ ديگر جب انہو</w:t>
      </w:r>
      <w:r w:rsidR="007D6C9B">
        <w:rPr>
          <w:rtl/>
        </w:rPr>
        <w:t xml:space="preserve">ں </w:t>
      </w:r>
      <w:r>
        <w:rPr>
          <w:rtl/>
        </w:rPr>
        <w:t>نے يہ ديكھا كہ زيرزمين پانى كى سطح اس قدراوپر آگئي ہے كہ وہ تنور كے اندر سے جو عام طور پر خشك ،محفوظ اور اونچى جگہ بنايا جاتا ہے ، جوش ماررہا ہے تو وہ سمجھ گئے كہ كوئي اہم امر درپيش ہے اور قدرت كى طرف سے كسى نئے حادثے كاظہور ہے _ اور يہى امر حضرت نوح اور ان كے اصحاب كے لئے خطرے كا الارم تھا كہ وہ اٹھ كر كھڑے ہو</w:t>
      </w:r>
      <w:r w:rsidR="007D6C9B">
        <w:rPr>
          <w:rtl/>
        </w:rPr>
        <w:t xml:space="preserve">ں </w:t>
      </w:r>
      <w:r>
        <w:rPr>
          <w:rtl/>
        </w:rPr>
        <w:t>اور تيار رہي</w:t>
      </w:r>
      <w:r w:rsidR="007D6C9B">
        <w:rPr>
          <w:rtl/>
        </w:rPr>
        <w:t xml:space="preserve">ں </w:t>
      </w:r>
      <w:r>
        <w:rPr>
          <w:rtl/>
        </w:rPr>
        <w:t xml:space="preserve">_ </w:t>
      </w:r>
    </w:p>
    <w:p w:rsidR="00DE2D7F" w:rsidRDefault="00DE2D7F" w:rsidP="00D07B54">
      <w:pPr>
        <w:pStyle w:val="libNormal"/>
        <w:rPr>
          <w:rtl/>
        </w:rPr>
      </w:pPr>
      <w:r>
        <w:rPr>
          <w:rtl/>
        </w:rPr>
        <w:t>شايد غافل اور جاہل قوم نے بھى اپنے گھر و</w:t>
      </w:r>
      <w:r w:rsidR="007D6C9B">
        <w:rPr>
          <w:rtl/>
        </w:rPr>
        <w:t xml:space="preserve">ں </w:t>
      </w:r>
      <w:r>
        <w:rPr>
          <w:rtl/>
        </w:rPr>
        <w:t>كے تنور مي</w:t>
      </w:r>
      <w:r w:rsidR="007D6C9B">
        <w:rPr>
          <w:rtl/>
        </w:rPr>
        <w:t xml:space="preserve">ں </w:t>
      </w:r>
      <w:r>
        <w:rPr>
          <w:rtl/>
        </w:rPr>
        <w:t>پانى كو جوش مارتے ديكھا ہو بہرحال وہ ہميشہ كى طرح خطرے كے ان پر معنى خدائي نشانات سے آنكھ كان بند كيے گزرگئے يہا</w:t>
      </w:r>
      <w:r w:rsidR="007D6C9B">
        <w:rPr>
          <w:rtl/>
        </w:rPr>
        <w:t xml:space="preserve">ں </w:t>
      </w:r>
      <w:r>
        <w:rPr>
          <w:rtl/>
        </w:rPr>
        <w:t>تك كہ انہو</w:t>
      </w:r>
      <w:r w:rsidR="007D6C9B">
        <w:rPr>
          <w:rtl/>
        </w:rPr>
        <w:t xml:space="preserve">ں </w:t>
      </w:r>
      <w:r>
        <w:rPr>
          <w:rtl/>
        </w:rPr>
        <w:t>نے اپنے آپ كو ايك لمحہ كے لئے بھى غور وفكر كى زحمت نہ دى كہ شايد شرف تكوين مي</w:t>
      </w:r>
      <w:r w:rsidR="007D6C9B">
        <w:rPr>
          <w:rtl/>
        </w:rPr>
        <w:t xml:space="preserve">ں </w:t>
      </w:r>
      <w:r>
        <w:rPr>
          <w:rtl/>
        </w:rPr>
        <w:t>كوئي حادثہ پوشيدہ ہواور شايد حضرت نوح(ع) جن واقعات كى خبر ديتے تھے ان مي</w:t>
      </w:r>
      <w:r w:rsidR="007D6C9B">
        <w:rPr>
          <w:rtl/>
        </w:rPr>
        <w:t xml:space="preserve">ں </w:t>
      </w:r>
      <w:r>
        <w:rPr>
          <w:rtl/>
        </w:rPr>
        <w:t xml:space="preserve">سچائي ہو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 دآيت</w:t>
      </w:r>
      <w:r w:rsidR="00E664BB">
        <w:rPr>
          <w:rtl/>
        </w:rPr>
        <w:t>30</w:t>
      </w:r>
      <w:r>
        <w:rPr>
          <w:rtl/>
        </w:rPr>
        <w:t xml:space="preserve"> </w:t>
      </w:r>
    </w:p>
    <w:p w:rsidR="00DE2D7F" w:rsidRDefault="00DE2D7F" w:rsidP="00D07B54">
      <w:pPr>
        <w:pStyle w:val="libFootnote"/>
        <w:rPr>
          <w:rtl/>
        </w:rPr>
      </w:pPr>
      <w:r>
        <w:rPr>
          <w:rtl/>
        </w:rPr>
        <w:t>(</w:t>
      </w:r>
      <w:r w:rsidR="00E664BB">
        <w:rPr>
          <w:rtl/>
        </w:rPr>
        <w:t>2</w:t>
      </w:r>
      <w:r>
        <w:rPr>
          <w:rtl/>
        </w:rPr>
        <w:t>) بعض نے كہا ہے كہ تنور سے پانى كا جوش مارنا خدا كى طرف سے حضرت نوح كے لئے ايك نشانى تھى تاكہ وہ اصل واقعہ كى طرف متوجہ ہو</w:t>
      </w:r>
      <w:r w:rsidR="007D6C9B">
        <w:rPr>
          <w:rtl/>
        </w:rPr>
        <w:t xml:space="preserve">ں </w:t>
      </w:r>
      <w:r>
        <w:rPr>
          <w:rtl/>
        </w:rPr>
        <w:t>اور اس موقع پروہ اور ان كے اصحاب ضرورى اسباب ووسائل لے كر كشتى مي</w:t>
      </w:r>
      <w:r w:rsidR="007D6C9B">
        <w:rPr>
          <w:rtl/>
        </w:rPr>
        <w:t xml:space="preserve">ں </w:t>
      </w:r>
      <w:r>
        <w:rPr>
          <w:rtl/>
        </w:rPr>
        <w:t>سوار ہوجائي</w:t>
      </w:r>
      <w:r w:rsidR="007D6C9B">
        <w:rPr>
          <w:rtl/>
        </w:rPr>
        <w:t xml:space="preserve">ں </w:t>
      </w:r>
      <w:r>
        <w:rPr>
          <w:rtl/>
        </w:rPr>
        <w:t>بعض نے كہا ہے كہ يہا</w:t>
      </w:r>
      <w:r w:rsidR="007D6C9B">
        <w:rPr>
          <w:rtl/>
        </w:rPr>
        <w:t xml:space="preserve">ں </w:t>
      </w:r>
      <w:r>
        <w:rPr>
          <w:rtl/>
        </w:rPr>
        <w:t>''تنور'' مجازى اور كنائي معنى مي</w:t>
      </w:r>
      <w:r w:rsidR="007D6C9B">
        <w:rPr>
          <w:rtl/>
        </w:rPr>
        <w:t xml:space="preserve">ں </w:t>
      </w:r>
      <w:r>
        <w:rPr>
          <w:rtl/>
        </w:rPr>
        <w:t>ہے جو اس طرف اشارہ ہے كہ غضب الہى كے تنورمي</w:t>
      </w:r>
      <w:r w:rsidR="007D6C9B">
        <w:rPr>
          <w:rtl/>
        </w:rPr>
        <w:t xml:space="preserve">ں </w:t>
      </w:r>
      <w:r>
        <w:rPr>
          <w:rtl/>
        </w:rPr>
        <w:t>جوش پيدا ہوا اوروہ شعلہ ورہوا اوريہ تباہ كن خدائي عذاب كے نزيك ہونے كے معنى مي</w:t>
      </w:r>
      <w:r w:rsidR="007D6C9B">
        <w:rPr>
          <w:rtl/>
        </w:rPr>
        <w:t xml:space="preserve">ں </w:t>
      </w:r>
      <w:r>
        <w:rPr>
          <w:rtl/>
        </w:rPr>
        <w:t>ہے ايسى تعبير فارسى اور عربى زبان مي</w:t>
      </w:r>
      <w:r w:rsidR="007D6C9B">
        <w:rPr>
          <w:rtl/>
        </w:rPr>
        <w:t xml:space="preserve">ں </w:t>
      </w:r>
      <w:r>
        <w:rPr>
          <w:rtl/>
        </w:rPr>
        <w:t>استعمال ہوتى ہي</w:t>
      </w:r>
      <w:r w:rsidR="007D6C9B">
        <w:rPr>
          <w:rtl/>
        </w:rPr>
        <w:t xml:space="preserve">ں </w:t>
      </w:r>
      <w:r>
        <w:rPr>
          <w:rtl/>
        </w:rPr>
        <w:t xml:space="preserve">كہ شدت غضب كو آگ كے جوش مارنے اور شعلہ ور ہونے سے تشبيہ دى جاتى ہے _ </w:t>
      </w:r>
    </w:p>
    <w:p w:rsidR="00245054" w:rsidRDefault="00C2634E" w:rsidP="00D07B54">
      <w:pPr>
        <w:pStyle w:val="libNormal"/>
        <w:rPr>
          <w:rtl/>
        </w:rPr>
      </w:pPr>
      <w:r>
        <w:rPr>
          <w:rtl/>
        </w:rPr>
        <w:t xml:space="preserve"> </w:t>
      </w:r>
      <w:r>
        <w:rPr>
          <w:rtl/>
        </w:rPr>
        <w:br w:type="page"/>
      </w:r>
    </w:p>
    <w:p w:rsidR="00245054" w:rsidRDefault="00245054" w:rsidP="00D07B54">
      <w:pPr>
        <w:pStyle w:val="libNormal"/>
        <w:rPr>
          <w:rtl/>
        </w:rPr>
      </w:pPr>
    </w:p>
    <w:p w:rsidR="00DE2D7F" w:rsidRDefault="00DE2D7F" w:rsidP="00D07B54">
      <w:pPr>
        <w:pStyle w:val="libNormal"/>
        <w:rPr>
          <w:rtl/>
        </w:rPr>
      </w:pPr>
      <w:r>
        <w:rPr>
          <w:rtl/>
        </w:rPr>
        <w:t>اس وقت نوح(ع) كو ''ہم نے حكم ديا كہ جانورو</w:t>
      </w:r>
      <w:r w:rsidR="007D6C9B">
        <w:rPr>
          <w:rtl/>
        </w:rPr>
        <w:t xml:space="preserve">ں </w:t>
      </w:r>
      <w:r>
        <w:rPr>
          <w:rtl/>
        </w:rPr>
        <w:t>كى ہرنوع مي</w:t>
      </w:r>
      <w:r w:rsidR="007D6C9B">
        <w:rPr>
          <w:rtl/>
        </w:rPr>
        <w:t xml:space="preserve">ں </w:t>
      </w:r>
      <w:r>
        <w:rPr>
          <w:rtl/>
        </w:rPr>
        <w:t>سے ايك جفت (نراور مادہ كا جوڑا) كشتى مي</w:t>
      </w:r>
      <w:r w:rsidR="007D6C9B">
        <w:rPr>
          <w:rtl/>
        </w:rPr>
        <w:t xml:space="preserve">ں </w:t>
      </w:r>
      <w:r>
        <w:rPr>
          <w:rtl/>
        </w:rPr>
        <w:t xml:space="preserve">سوار كرلو '' _تاكہ غرقاب ہو كر ان كى نسل منقطع نہ ہوجائے _ </w:t>
      </w:r>
    </w:p>
    <w:p w:rsidR="00DE2D7F" w:rsidRDefault="00DE2D7F" w:rsidP="00D07B54">
      <w:pPr>
        <w:pStyle w:val="libNormal"/>
        <w:rPr>
          <w:rtl/>
        </w:rPr>
      </w:pPr>
      <w:r>
        <w:rPr>
          <w:rtl/>
        </w:rPr>
        <w:t>اور اسى طرح اپنے خاندان مي</w:t>
      </w:r>
      <w:r w:rsidR="007D6C9B">
        <w:rPr>
          <w:rtl/>
        </w:rPr>
        <w:t xml:space="preserve">ں </w:t>
      </w:r>
      <w:r>
        <w:rPr>
          <w:rtl/>
        </w:rPr>
        <w:t>سے جن كى ہلاكت كا پہلے سے وعدہ كيا جاچكا ہے ان كے سواباقى افرادكو سوار كرلو نيز مومنين كو كشتى مي</w:t>
      </w:r>
      <w:r w:rsidR="007D6C9B">
        <w:rPr>
          <w:rtl/>
        </w:rPr>
        <w:t xml:space="preserve">ں </w:t>
      </w:r>
      <w:r>
        <w:rPr>
          <w:rtl/>
        </w:rPr>
        <w:t>سوار كرلو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245054" w:rsidRDefault="00DE2D7F" w:rsidP="00D07B54">
      <w:pPr>
        <w:pStyle w:val="Heading2Center"/>
        <w:rPr>
          <w:rtl/>
        </w:rPr>
      </w:pPr>
      <w:bookmarkStart w:id="37" w:name="_Toc7268434"/>
      <w:r>
        <w:rPr>
          <w:rtl/>
        </w:rPr>
        <w:t>نوح عليہ السلام كا بيٹابدكارو</w:t>
      </w:r>
      <w:r w:rsidR="007D6C9B">
        <w:rPr>
          <w:rtl/>
        </w:rPr>
        <w:t xml:space="preserve">ں </w:t>
      </w:r>
      <w:r>
        <w:rPr>
          <w:rtl/>
        </w:rPr>
        <w:t>كے ساتھ</w:t>
      </w:r>
      <w:bookmarkEnd w:id="37"/>
      <w:r>
        <w:rPr>
          <w:rtl/>
        </w:rPr>
        <w:t xml:space="preserve"> </w:t>
      </w:r>
    </w:p>
    <w:p w:rsidR="00DE2D7F" w:rsidRDefault="00DE2D7F" w:rsidP="00D07B54">
      <w:pPr>
        <w:pStyle w:val="libNormal"/>
        <w:rPr>
          <w:rtl/>
        </w:rPr>
      </w:pPr>
      <w:r>
        <w:rPr>
          <w:rtl/>
        </w:rPr>
        <w:t>رہا يہ قرآن ايك طرف حضرت نوح(ع) كى بے ايمان بيوى اور ان كے بيٹے كنعان كى طرف اشارہ كرتا ہے جن كى داستان آئندہ صفحات مي</w:t>
      </w:r>
      <w:r w:rsidR="007D6C9B">
        <w:rPr>
          <w:rtl/>
        </w:rPr>
        <w:t xml:space="preserve">ں </w:t>
      </w:r>
      <w:r>
        <w:rPr>
          <w:rtl/>
        </w:rPr>
        <w:t>آئے گى جنہو</w:t>
      </w:r>
      <w:r w:rsidR="007D6C9B">
        <w:rPr>
          <w:rtl/>
        </w:rPr>
        <w:t xml:space="preserve">ں </w:t>
      </w:r>
      <w:r>
        <w:rPr>
          <w:rtl/>
        </w:rPr>
        <w:t>نے راہ ايمان سے انحراف كيا اور گنہگارو</w:t>
      </w:r>
      <w:r w:rsidR="007D6C9B">
        <w:rPr>
          <w:rtl/>
        </w:rPr>
        <w:t xml:space="preserve">ں </w:t>
      </w:r>
      <w:r>
        <w:rPr>
          <w:rtl/>
        </w:rPr>
        <w:t>كا ساتھ دينے كى وجہ سے حضرت نوح سے اپنا رشتہ توڑليا وہ اس كشتى نجات مي</w:t>
      </w:r>
      <w:r w:rsidR="007D6C9B">
        <w:rPr>
          <w:rtl/>
        </w:rPr>
        <w:t xml:space="preserve">ں </w:t>
      </w:r>
      <w:r>
        <w:rPr>
          <w:rtl/>
        </w:rPr>
        <w:t>سوار ہونے كا حق نہي</w:t>
      </w:r>
      <w:r w:rsidR="007D6C9B">
        <w:rPr>
          <w:rtl/>
        </w:rPr>
        <w:t xml:space="preserve">ں </w:t>
      </w:r>
      <w:r>
        <w:rPr>
          <w:rtl/>
        </w:rPr>
        <w:t>ركھتے تھے كيونكہ اس مي</w:t>
      </w:r>
      <w:r w:rsidR="007D6C9B">
        <w:rPr>
          <w:rtl/>
        </w:rPr>
        <w:t xml:space="preserve">ں </w:t>
      </w:r>
      <w:r>
        <w:rPr>
          <w:rtl/>
        </w:rPr>
        <w:t xml:space="preserve">سوار ہونے كى پہلى شرط ايمان تھى _ </w:t>
      </w:r>
    </w:p>
    <w:p w:rsidR="00DE2D7F" w:rsidRDefault="00DE2D7F" w:rsidP="00D07B54">
      <w:pPr>
        <w:pStyle w:val="libNormal"/>
        <w:rPr>
          <w:rtl/>
        </w:rPr>
      </w:pPr>
      <w:r>
        <w:rPr>
          <w:rtl/>
        </w:rPr>
        <w:t>دوسرى طرف يہ قرآن اس جانب اشارہ كرتاہے كہ حضرت نوح نے جو اپنے دين وآئين كى تبليغ كے لئے سالہاسال بہت طويل اور مسلسل كوشش كى اس كا نتيجہ بہت تھوڑے سے افراد مومنين كے سوا كچھ نہ تھا بعض روايات كے مطابق ان كى تعداد صرف اسي(</w:t>
      </w:r>
      <w:r w:rsidR="00E664BB">
        <w:rPr>
          <w:rtl/>
        </w:rPr>
        <w:t>80</w:t>
      </w:r>
      <w:r>
        <w:rPr>
          <w:rtl/>
        </w:rPr>
        <w:t>) افرادتھى يہا</w:t>
      </w:r>
      <w:r w:rsidR="007D6C9B">
        <w:rPr>
          <w:rtl/>
        </w:rPr>
        <w:t xml:space="preserve">ں </w:t>
      </w:r>
      <w:r>
        <w:rPr>
          <w:rtl/>
        </w:rPr>
        <w:t>تك كہ بعض نے تو اس سے بھى كم تعداد لكھى ہے اس سے پتہ چلتا ہے كہ اس عظيم پيغمبر نے كس حد تك استقامت اور پامردى كا مظاہرہ كيا ہے كہ ان مي</w:t>
      </w:r>
      <w:r w:rsidR="007D6C9B">
        <w:rPr>
          <w:rtl/>
        </w:rPr>
        <w:t xml:space="preserve">ں </w:t>
      </w:r>
      <w:r>
        <w:rPr>
          <w:rtl/>
        </w:rPr>
        <w:t>سے ايك ايك فرد كے لئے اوسطاََ كم از كم د س سال زحمت اٹھائي اتنى زحمت تو عام لوگ اپنى اولاد تك كى ہدايت اورنجات كے لئے نہي</w:t>
      </w:r>
      <w:r w:rsidR="007D6C9B">
        <w:rPr>
          <w:rtl/>
        </w:rPr>
        <w:t xml:space="preserve">ں </w:t>
      </w:r>
      <w:r>
        <w:rPr>
          <w:rtl/>
        </w:rPr>
        <w:t xml:space="preserve">اٹھاتے _ </w:t>
      </w:r>
    </w:p>
    <w:p w:rsidR="00245054" w:rsidRDefault="00DE2D7F" w:rsidP="00D07B54">
      <w:pPr>
        <w:pStyle w:val="Heading2Center"/>
        <w:rPr>
          <w:rtl/>
        </w:rPr>
      </w:pPr>
      <w:bookmarkStart w:id="38" w:name="_Toc7268435"/>
      <w:r>
        <w:rPr>
          <w:rtl/>
        </w:rPr>
        <w:t>اللہ كا نام لے كركشتى پرسوارہوجائو</w:t>
      </w:r>
      <w:bookmarkEnd w:id="38"/>
    </w:p>
    <w:p w:rsidR="00DE2D7F" w:rsidRDefault="00DE2D7F" w:rsidP="00D07B54">
      <w:pPr>
        <w:pStyle w:val="libNormal"/>
        <w:rPr>
          <w:rtl/>
        </w:rPr>
      </w:pPr>
      <w:r>
        <w:rPr>
          <w:rtl/>
        </w:rPr>
        <w:t xml:space="preserve"> بہرحال حضرت نوح(ع) نے جلدى سے اپنے وابستہ صاحب ا يمان افراد اور اصحاب كوجمع كيا اورچونكہ طوفان اور تباہ كن خدائي عذابو</w:t>
      </w:r>
      <w:r w:rsidR="007D6C9B">
        <w:rPr>
          <w:rtl/>
        </w:rPr>
        <w:t xml:space="preserve">ں </w:t>
      </w:r>
      <w:r>
        <w:rPr>
          <w:rtl/>
        </w:rPr>
        <w:t>كا مرحلہ نزديك آرہا تھا ،''انہي</w:t>
      </w:r>
      <w:r w:rsidR="007D6C9B">
        <w:rPr>
          <w:rtl/>
        </w:rPr>
        <w:t xml:space="preserve">ں </w:t>
      </w:r>
      <w:r>
        <w:rPr>
          <w:rtl/>
        </w:rPr>
        <w:t xml:space="preserve">حكم دياكہ خدا كے نام سے كشتى پرسوار ہوجائو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ہو دآيت</w:t>
      </w:r>
      <w:r w:rsidR="00E664BB">
        <w:rPr>
          <w:rtl/>
        </w:rPr>
        <w:t>40</w:t>
      </w:r>
      <w:r>
        <w:rPr>
          <w:rtl/>
        </w:rPr>
        <w:t xml:space="preserve"> </w:t>
      </w:r>
    </w:p>
    <w:p w:rsidR="00245054"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اور كشتى كے چلتے اور ٹھہرتے وقت خدا كا نام زبان پر جارى كرو اور اس كى ياد مي</w:t>
      </w:r>
      <w:r w:rsidR="007D6C9B">
        <w:rPr>
          <w:rtl/>
        </w:rPr>
        <w:t xml:space="preserve">ں </w:t>
      </w:r>
      <w:r>
        <w:rPr>
          <w:rtl/>
        </w:rPr>
        <w:t>رہو''_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بالآخرآخرى مرحلہ آپہنچا اور اس سر كش قوم كے لئے عذاب اورسزا كافرمان صادرہوا تيرہ وتار بادل جو سياہ رات كے ٹكڑو</w:t>
      </w:r>
      <w:r w:rsidR="007D6C9B">
        <w:rPr>
          <w:rtl/>
        </w:rPr>
        <w:t xml:space="preserve">ں </w:t>
      </w:r>
      <w:r>
        <w:rPr>
          <w:rtl/>
        </w:rPr>
        <w:t>كى طرح تھے سارے آسمان پرچھا گئے اور اس طرح ايك دوسرے پرتہ بہ تہ ہوئے كہ جس كى نظيراس سے پہلے نہي</w:t>
      </w:r>
      <w:r w:rsidR="007D6C9B">
        <w:rPr>
          <w:rtl/>
        </w:rPr>
        <w:t xml:space="preserve">ں </w:t>
      </w:r>
      <w:r>
        <w:rPr>
          <w:rtl/>
        </w:rPr>
        <w:t>ديكھى گئي تھى پے درپے سخت بادل گرجتے خيرہ كن بجليا</w:t>
      </w:r>
      <w:r w:rsidR="007D6C9B">
        <w:rPr>
          <w:rtl/>
        </w:rPr>
        <w:t xml:space="preserve">ں </w:t>
      </w:r>
      <w:r>
        <w:rPr>
          <w:rtl/>
        </w:rPr>
        <w:t>پورے آسمان پر كوندتي</w:t>
      </w:r>
      <w:r w:rsidR="007D6C9B">
        <w:rPr>
          <w:rtl/>
        </w:rPr>
        <w:t xml:space="preserve">ں </w:t>
      </w:r>
      <w:r>
        <w:rPr>
          <w:rtl/>
        </w:rPr>
        <w:t xml:space="preserve">آسمانى فضاگويا ايك بہت بڑے وحشتناك حادثے كى خبردے رہى تھى _ </w:t>
      </w:r>
    </w:p>
    <w:p w:rsidR="00DE2D7F" w:rsidRDefault="00DE2D7F" w:rsidP="00D07B54">
      <w:pPr>
        <w:pStyle w:val="libNormal"/>
        <w:rPr>
          <w:rtl/>
        </w:rPr>
      </w:pPr>
      <w:r>
        <w:rPr>
          <w:rtl/>
        </w:rPr>
        <w:t xml:space="preserve">بارش شروع ہوگئي اور پھر تيزسے تيزترہوتى چلى گئي بارش كے قطرے موٹے سے موٹے ہوتے چلے گئے جيسا كہ قرآ ن كہتاہے : </w:t>
      </w:r>
    </w:p>
    <w:p w:rsidR="00DE2D7F" w:rsidRDefault="00DE2D7F" w:rsidP="00D07B54">
      <w:pPr>
        <w:pStyle w:val="libNormal"/>
        <w:rPr>
          <w:rtl/>
        </w:rPr>
      </w:pPr>
      <w:r>
        <w:rPr>
          <w:rtl/>
        </w:rPr>
        <w:t>''گويا آسمان كے تمام دروازے كھل گئے اورپانى كا ايك سمندر ان كے اندرسے نيچے گرنے لگا''_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دوسرى طرف زير زمين پانى كى سطح اس قدر بلند ہوگئي كہ ہر طرف سے پرجوش چشمے ابل پڑے، يو</w:t>
      </w:r>
      <w:r w:rsidR="007D6C9B">
        <w:rPr>
          <w:rtl/>
        </w:rPr>
        <w:t xml:space="preserve">ں </w:t>
      </w:r>
      <w:r>
        <w:rPr>
          <w:rtl/>
        </w:rPr>
        <w:t>زمين وآسمان كا پانى آپس مي</w:t>
      </w:r>
      <w:r w:rsidR="007D6C9B">
        <w:rPr>
          <w:rtl/>
        </w:rPr>
        <w:t xml:space="preserve">ں </w:t>
      </w:r>
      <w:r>
        <w:rPr>
          <w:rtl/>
        </w:rPr>
        <w:t>مل گيا اور زمين ،پہاڑ،دشت ،بيابان اور درہ غرض ہر جگہ پانى جارى ہوگيا بہت جلد زمين كى سطح ايك سمندر كى صورت اختيار كرگئي تيز ہوا ئي</w:t>
      </w:r>
      <w:r w:rsidR="007D6C9B">
        <w:rPr>
          <w:rtl/>
        </w:rPr>
        <w:t xml:space="preserve">ں </w:t>
      </w:r>
      <w:r>
        <w:rPr>
          <w:rtl/>
        </w:rPr>
        <w:t>چلنے لگي</w:t>
      </w:r>
      <w:r w:rsidR="007D6C9B">
        <w:rPr>
          <w:rtl/>
        </w:rPr>
        <w:t xml:space="preserve">ں </w:t>
      </w:r>
      <w:r>
        <w:rPr>
          <w:rtl/>
        </w:rPr>
        <w:t>جن كى وجہ سے پانى كى كوہ پيكر موجي</w:t>
      </w:r>
      <w:r w:rsidR="007D6C9B">
        <w:rPr>
          <w:rtl/>
        </w:rPr>
        <w:t xml:space="preserve">ں </w:t>
      </w:r>
      <w:r>
        <w:rPr>
          <w:rtl/>
        </w:rPr>
        <w:t>امنڈنے لگي</w:t>
      </w:r>
      <w:r w:rsidR="007D6C9B">
        <w:rPr>
          <w:rtl/>
        </w:rPr>
        <w:t xml:space="preserve">ں </w:t>
      </w:r>
      <w:r>
        <w:rPr>
          <w:rtl/>
        </w:rPr>
        <w:t>اس عالم مي</w:t>
      </w:r>
      <w:r w:rsidR="007D6C9B">
        <w:rPr>
          <w:rtl/>
        </w:rPr>
        <w:t xml:space="preserve">ں </w:t>
      </w:r>
      <w:r>
        <w:rPr>
          <w:rtl/>
        </w:rPr>
        <w:t>''كشتى نوح كوہ پيكر موجو</w:t>
      </w:r>
      <w:r w:rsidR="007D6C9B">
        <w:rPr>
          <w:rtl/>
        </w:rPr>
        <w:t xml:space="preserve">ں </w:t>
      </w:r>
      <w:r>
        <w:rPr>
          <w:rtl/>
        </w:rPr>
        <w:t>كا سينہ چيرتے ہوئے آگے بڑھ رہى تھى ''_</w:t>
      </w:r>
      <w:r w:rsidRPr="00820CA0">
        <w:rPr>
          <w:rStyle w:val="libFootnotenumChar"/>
          <w:rtl/>
        </w:rPr>
        <w:t>(</w:t>
      </w:r>
      <w:r w:rsidR="00820CA0" w:rsidRPr="00820CA0">
        <w:rPr>
          <w:rStyle w:val="libFootnotenumChar"/>
          <w:rFonts w:hint="cs"/>
          <w:rtl/>
        </w:rPr>
        <w:t>3</w:t>
      </w:r>
      <w:r w:rsidRPr="00820CA0">
        <w:rPr>
          <w:rStyle w:val="libFootnotenumChar"/>
          <w:rtl/>
        </w:rPr>
        <w:t xml:space="preserve">) </w:t>
      </w:r>
    </w:p>
    <w:p w:rsidR="00245054" w:rsidRDefault="00DE2D7F" w:rsidP="00D07B54">
      <w:pPr>
        <w:pStyle w:val="Heading2Center"/>
        <w:rPr>
          <w:rtl/>
        </w:rPr>
      </w:pPr>
      <w:bookmarkStart w:id="39" w:name="_Toc7268436"/>
      <w:r>
        <w:rPr>
          <w:rtl/>
        </w:rPr>
        <w:t>پسر نوح كا درد ناك انجام</w:t>
      </w:r>
      <w:bookmarkEnd w:id="39"/>
      <w:r>
        <w:rPr>
          <w:rtl/>
        </w:rPr>
        <w:t xml:space="preserve"> </w:t>
      </w:r>
    </w:p>
    <w:p w:rsidR="00DE2D7F" w:rsidRDefault="00DE2D7F" w:rsidP="00D07B54">
      <w:pPr>
        <w:pStyle w:val="libNormal"/>
        <w:rPr>
          <w:rtl/>
        </w:rPr>
      </w:pPr>
      <w:r>
        <w:rPr>
          <w:rtl/>
        </w:rPr>
        <w:t>پسر نوح(ع) ايك طرف اپنے باپ سے الگ كھڑا تھا نوح(ع) نے پكارا: ''ميرے بيٹے،ہمارے ساتھ سوارہوجائو اور كافرو</w:t>
      </w:r>
      <w:r w:rsidR="007D6C9B">
        <w:rPr>
          <w:rtl/>
        </w:rPr>
        <w:t xml:space="preserve">ں </w:t>
      </w:r>
      <w:r>
        <w:rPr>
          <w:rtl/>
        </w:rPr>
        <w:t>كے ساتھ نہ ہوورنہ فناہوجائوگے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 xml:space="preserve">پيغمبر بزر گوارحضرت نوح(ع) نے نہ صرف باپ كى حيثيت سے بلكہ ايك انتھك پر اميد مربى كے طور پر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 دآيت </w:t>
      </w:r>
      <w:r w:rsidR="00E664BB">
        <w:rPr>
          <w:rtl/>
        </w:rPr>
        <w:t>41</w:t>
      </w:r>
      <w:r>
        <w:rPr>
          <w:rtl/>
        </w:rPr>
        <w:t xml:space="preserve"> </w:t>
      </w:r>
    </w:p>
    <w:p w:rsidR="00DE2D7F" w:rsidRDefault="00DE2D7F" w:rsidP="00D07B54">
      <w:pPr>
        <w:pStyle w:val="libFootnote"/>
        <w:rPr>
          <w:rtl/>
        </w:rPr>
      </w:pPr>
      <w:r>
        <w:rPr>
          <w:rtl/>
        </w:rPr>
        <w:t>(</w:t>
      </w:r>
      <w:r w:rsidR="00E664BB">
        <w:rPr>
          <w:rtl/>
        </w:rPr>
        <w:t>2</w:t>
      </w:r>
      <w:r>
        <w:rPr>
          <w:rtl/>
        </w:rPr>
        <w:t>) سورہ قمر آيت</w:t>
      </w:r>
      <w:r w:rsidR="00E664BB">
        <w:rPr>
          <w:rtl/>
        </w:rPr>
        <w:t>11</w:t>
      </w:r>
      <w:r>
        <w:rPr>
          <w:rtl/>
        </w:rPr>
        <w:t xml:space="preserve"> </w:t>
      </w:r>
    </w:p>
    <w:p w:rsidR="00DE2D7F" w:rsidRDefault="00DE2D7F" w:rsidP="00D07B54">
      <w:pPr>
        <w:pStyle w:val="libFootnote"/>
        <w:rPr>
          <w:rtl/>
        </w:rPr>
      </w:pPr>
      <w:r>
        <w:rPr>
          <w:rtl/>
        </w:rPr>
        <w:t>(</w:t>
      </w:r>
      <w:r w:rsidR="00E664BB">
        <w:rPr>
          <w:rtl/>
        </w:rPr>
        <w:t>3</w:t>
      </w:r>
      <w:r>
        <w:rPr>
          <w:rtl/>
        </w:rPr>
        <w:t xml:space="preserve">) سورہ ہودآيت </w:t>
      </w:r>
      <w:r w:rsidR="00E664BB">
        <w:rPr>
          <w:rtl/>
        </w:rPr>
        <w:t>42</w:t>
      </w:r>
      <w:r>
        <w:rPr>
          <w:rtl/>
        </w:rPr>
        <w:t xml:space="preserve"> </w:t>
      </w:r>
    </w:p>
    <w:p w:rsidR="00DE2D7F" w:rsidRDefault="00DE2D7F" w:rsidP="00D07B54">
      <w:pPr>
        <w:pStyle w:val="libFootnote"/>
        <w:rPr>
          <w:rtl/>
        </w:rPr>
      </w:pPr>
      <w:r>
        <w:rPr>
          <w:rtl/>
        </w:rPr>
        <w:t>(</w:t>
      </w:r>
      <w:r w:rsidR="00E664BB">
        <w:rPr>
          <w:rtl/>
        </w:rPr>
        <w:t>4</w:t>
      </w:r>
      <w:r>
        <w:rPr>
          <w:rtl/>
        </w:rPr>
        <w:t>) سورہ ہو دآيت</w:t>
      </w:r>
      <w:r w:rsidR="00E664BB">
        <w:rPr>
          <w:rtl/>
        </w:rPr>
        <w:t>43</w:t>
      </w:r>
      <w:r>
        <w:rPr>
          <w:rtl/>
        </w:rPr>
        <w:t xml:space="preserve"> </w:t>
      </w:r>
    </w:p>
    <w:p w:rsidR="0024505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آخرى لمحے تك اپنى ذمہ دارى سے دست بردارى نہ كى ،اس اميدپر كہ شايد ان كى بات سنگدل بيٹے پر اثر كرجائے ليكن افسوس كہ برے ساتھى كى بات اس كے لئے زيادہ پرتاثير تھى لہذا دلسوز باپ كى گفتگو اپنا مطلوبہ اثر نہ كرسكي، وہ ہٹ دھرم اور كوتاہ فكر تھا اسے گمان تھا كہ غضب خداكا مقابلہ بھى كيا جاسكتا تھا اس لئے اس نے پكار كركہا :'' اباميرے لئے جوش مي</w:t>
      </w:r>
      <w:r w:rsidR="007D6C9B">
        <w:rPr>
          <w:rtl/>
        </w:rPr>
        <w:t xml:space="preserve">ں </w:t>
      </w:r>
      <w:r>
        <w:rPr>
          <w:rtl/>
        </w:rPr>
        <w:t>نہ آئو مي</w:t>
      </w:r>
      <w:r w:rsidR="007D6C9B">
        <w:rPr>
          <w:rtl/>
        </w:rPr>
        <w:t xml:space="preserve">ں </w:t>
      </w:r>
      <w:r>
        <w:rPr>
          <w:rtl/>
        </w:rPr>
        <w:t>عنقريب پہاڑپر پناہ لے لو</w:t>
      </w:r>
      <w:r w:rsidR="007D6C9B">
        <w:rPr>
          <w:rtl/>
        </w:rPr>
        <w:t xml:space="preserve">ں </w:t>
      </w:r>
      <w:r>
        <w:rPr>
          <w:rtl/>
        </w:rPr>
        <w:t>گا جس تك يہ سيلاب نہي</w:t>
      </w:r>
      <w:r w:rsidR="007D6C9B">
        <w:rPr>
          <w:rtl/>
        </w:rPr>
        <w:t xml:space="preserve">ں </w:t>
      </w:r>
      <w:r>
        <w:rPr>
          <w:rtl/>
        </w:rPr>
        <w:t>پہنچ سكتا''_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نوح(ع) پھربھى مايوس نہ ہوئے دوبارہ نصيحت كرنے لگے كہ شايد كوتاہ فكر بيٹا غرور اور خود سرى كے مركب سے اترآئے اور راہ حق پرچلنے لگے_انہو</w:t>
      </w:r>
      <w:r w:rsidR="007D6C9B">
        <w:rPr>
          <w:rtl/>
        </w:rPr>
        <w:t xml:space="preserve">ں </w:t>
      </w:r>
      <w:r>
        <w:rPr>
          <w:rtl/>
        </w:rPr>
        <w:t>نے كہا :''ميرے بيٹے آج حكم خدا كے مقابلے مي</w:t>
      </w:r>
      <w:r w:rsidR="007D6C9B">
        <w:rPr>
          <w:rtl/>
        </w:rPr>
        <w:t xml:space="preserve">ں </w:t>
      </w:r>
      <w:r>
        <w:rPr>
          <w:rtl/>
        </w:rPr>
        <w:t>كوئي طاقت پناہ نہي</w:t>
      </w:r>
      <w:r w:rsidR="007D6C9B">
        <w:rPr>
          <w:rtl/>
        </w:rPr>
        <w:t xml:space="preserve">ں </w:t>
      </w:r>
      <w:r>
        <w:rPr>
          <w:rtl/>
        </w:rPr>
        <w:t>دے سكتى ،نجات صرف اس شخص كے لئے ہے رحمت خدا جس كے شامل حال ہو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پہاڑتو معمولى سى چيزہے خود كرہ ارض بھى معمولى سى چيز ہے سورج اور تمام نظام شمسى اپنے خيرہ كن عظمت كے باوجود خدا كى قدرت لايزال كے سامنے ذرئہ بے مقدار سے زيادہ حيثيت نہي</w:t>
      </w:r>
      <w:r w:rsidR="007D6C9B">
        <w:rPr>
          <w:rtl/>
        </w:rPr>
        <w:t xml:space="preserve">ں </w:t>
      </w:r>
      <w:r>
        <w:rPr>
          <w:rtl/>
        </w:rPr>
        <w:t xml:space="preserve">ركھتا _ </w:t>
      </w:r>
    </w:p>
    <w:p w:rsidR="00DE2D7F" w:rsidRDefault="00DE2D7F" w:rsidP="00D07B54">
      <w:pPr>
        <w:pStyle w:val="libNormal"/>
        <w:rPr>
          <w:rtl/>
        </w:rPr>
      </w:pPr>
      <w:r>
        <w:rPr>
          <w:rtl/>
        </w:rPr>
        <w:t>اسى دوران ايك موج اٹھى اور آگے آئي،مزيد آگے بڑھى اور پسر نوح كو ايك تنكے كى طرح اس كى جگہ سے اٹھايا اوراپنے اندر درہم برہم كرديا،''اور باپ بيٹے كے درميان جدائي ڈال دى اور اسے غرق ہونے والو</w:t>
      </w:r>
      <w:r w:rsidR="007D6C9B">
        <w:rPr>
          <w:rtl/>
        </w:rPr>
        <w:t xml:space="preserve">ں </w:t>
      </w:r>
      <w:r>
        <w:rPr>
          <w:rtl/>
        </w:rPr>
        <w:t>مي</w:t>
      </w:r>
      <w:r w:rsidR="007D6C9B">
        <w:rPr>
          <w:rtl/>
        </w:rPr>
        <w:t xml:space="preserve">ں </w:t>
      </w:r>
      <w:r>
        <w:rPr>
          <w:rtl/>
        </w:rPr>
        <w:t>شامل كرديا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A055F8" w:rsidRDefault="00DE2D7F" w:rsidP="00D07B54">
      <w:pPr>
        <w:pStyle w:val="Heading2Center"/>
        <w:rPr>
          <w:rtl/>
        </w:rPr>
      </w:pPr>
      <w:bookmarkStart w:id="40" w:name="_Toc7268437"/>
      <w:r>
        <w:rPr>
          <w:rtl/>
        </w:rPr>
        <w:t>اے نوح عليہ السلام تمہارا بيٹا تمہارے اہل سے نہي</w:t>
      </w:r>
      <w:r w:rsidR="007D6C9B">
        <w:rPr>
          <w:rtl/>
        </w:rPr>
        <w:t xml:space="preserve">ں </w:t>
      </w:r>
      <w:r>
        <w:rPr>
          <w:rtl/>
        </w:rPr>
        <w:t>ہے</w:t>
      </w:r>
      <w:bookmarkEnd w:id="40"/>
      <w:r>
        <w:rPr>
          <w:rtl/>
        </w:rPr>
        <w:t xml:space="preserve"> </w:t>
      </w:r>
    </w:p>
    <w:p w:rsidR="00DE2D7F" w:rsidRDefault="00DE2D7F" w:rsidP="00D07B54">
      <w:pPr>
        <w:pStyle w:val="libNormal"/>
        <w:rPr>
          <w:rtl/>
        </w:rPr>
      </w:pPr>
      <w:r>
        <w:rPr>
          <w:rtl/>
        </w:rPr>
        <w:t>جب حضرت نوح(ع) نے اپنے بيٹے كو موجو</w:t>
      </w:r>
      <w:r w:rsidR="007D6C9B">
        <w:rPr>
          <w:rtl/>
        </w:rPr>
        <w:t xml:space="preserve">ں </w:t>
      </w:r>
      <w:r>
        <w:rPr>
          <w:rtl/>
        </w:rPr>
        <w:t>كے درميان ديكھا تو شفقت پدرى نے جوش مارا انہي</w:t>
      </w:r>
      <w:r w:rsidR="007D6C9B">
        <w:rPr>
          <w:rtl/>
        </w:rPr>
        <w:t xml:space="preserve">ں </w:t>
      </w:r>
      <w:r>
        <w:rPr>
          <w:rtl/>
        </w:rPr>
        <w:t>اپنے بيٹے كى نجات كے بارے مي</w:t>
      </w:r>
      <w:r w:rsidR="007D6C9B">
        <w:rPr>
          <w:rtl/>
        </w:rPr>
        <w:t xml:space="preserve">ں </w:t>
      </w:r>
      <w:r>
        <w:rPr>
          <w:rtl/>
        </w:rPr>
        <w:t>وعدہ الہى ياد آيا انہو</w:t>
      </w:r>
      <w:r w:rsidR="007D6C9B">
        <w:rPr>
          <w:rtl/>
        </w:rPr>
        <w:t xml:space="preserve">ں </w:t>
      </w:r>
      <w:r>
        <w:rPr>
          <w:rtl/>
        </w:rPr>
        <w:t>نے درگاہ الہى كا رخ كيا اور كہا :''پروردگار ا ميرا بيٹا ميرے اہل اور ميرے خاندان مي</w:t>
      </w:r>
      <w:r w:rsidR="007D6C9B">
        <w:rPr>
          <w:rtl/>
        </w:rPr>
        <w:t xml:space="preserve">ں </w:t>
      </w:r>
      <w:r>
        <w:rPr>
          <w:rtl/>
        </w:rPr>
        <w:t>سے ہے اور تو نے وعدہ فرماياتھا كہ ميرے خاندان كو طوفان اور ہلاكت سے نجات دے گا اور تو تمام حكم كرنے والو</w:t>
      </w:r>
      <w:r w:rsidR="007D6C9B">
        <w:rPr>
          <w:rtl/>
        </w:rPr>
        <w:t xml:space="preserve">ں </w:t>
      </w:r>
      <w:r>
        <w:rPr>
          <w:rtl/>
        </w:rPr>
        <w:t>سے برترہے اور تو ايفائے عہد كرنے مي</w:t>
      </w:r>
      <w:r w:rsidR="007D6C9B">
        <w:rPr>
          <w:rtl/>
        </w:rPr>
        <w:t xml:space="preserve">ں </w:t>
      </w:r>
      <w:r>
        <w:rPr>
          <w:rtl/>
        </w:rPr>
        <w:t>محكم ترہے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 دآيت</w:t>
      </w:r>
      <w:r w:rsidR="00E664BB">
        <w:rPr>
          <w:rtl/>
        </w:rPr>
        <w:t>43</w:t>
      </w:r>
      <w:r>
        <w:rPr>
          <w:rtl/>
        </w:rPr>
        <w:t xml:space="preserve"> </w:t>
      </w:r>
    </w:p>
    <w:p w:rsidR="00DE2D7F" w:rsidRDefault="00DE2D7F" w:rsidP="00D07B54">
      <w:pPr>
        <w:pStyle w:val="libFootnote"/>
        <w:rPr>
          <w:rtl/>
        </w:rPr>
      </w:pPr>
      <w:r>
        <w:rPr>
          <w:rtl/>
        </w:rPr>
        <w:t>(</w:t>
      </w:r>
      <w:r w:rsidR="00E664BB">
        <w:rPr>
          <w:rtl/>
        </w:rPr>
        <w:t>2</w:t>
      </w:r>
      <w:r>
        <w:rPr>
          <w:rtl/>
        </w:rPr>
        <w:t>) سورہ ہو دآيت</w:t>
      </w:r>
      <w:r w:rsidR="00E664BB">
        <w:rPr>
          <w:rtl/>
        </w:rPr>
        <w:t>43</w:t>
      </w:r>
      <w:r>
        <w:rPr>
          <w:rtl/>
        </w:rPr>
        <w:t xml:space="preserve"> </w:t>
      </w:r>
    </w:p>
    <w:p w:rsidR="00DE2D7F" w:rsidRDefault="00DE2D7F" w:rsidP="00D07B54">
      <w:pPr>
        <w:pStyle w:val="libFootnote"/>
        <w:rPr>
          <w:rtl/>
        </w:rPr>
      </w:pPr>
      <w:r>
        <w:rPr>
          <w:rtl/>
        </w:rPr>
        <w:t>(</w:t>
      </w:r>
      <w:r w:rsidR="00E664BB">
        <w:rPr>
          <w:rtl/>
        </w:rPr>
        <w:t>3</w:t>
      </w:r>
      <w:r>
        <w:rPr>
          <w:rtl/>
        </w:rPr>
        <w:t>) سورہ ہو دآيت</w:t>
      </w:r>
      <w:r w:rsidR="00E664BB">
        <w:rPr>
          <w:rtl/>
        </w:rPr>
        <w:t>43</w:t>
      </w:r>
      <w:r>
        <w:rPr>
          <w:rtl/>
        </w:rPr>
        <w:t xml:space="preserve"> </w:t>
      </w:r>
    </w:p>
    <w:p w:rsidR="00DE2D7F" w:rsidRDefault="00DE2D7F" w:rsidP="00D07B54">
      <w:pPr>
        <w:pStyle w:val="libFootnote"/>
        <w:rPr>
          <w:rtl/>
        </w:rPr>
      </w:pPr>
      <w:r>
        <w:rPr>
          <w:rtl/>
        </w:rPr>
        <w:t>(</w:t>
      </w:r>
      <w:r w:rsidR="00E664BB">
        <w:rPr>
          <w:rtl/>
        </w:rPr>
        <w:t>4</w:t>
      </w:r>
      <w:r>
        <w:rPr>
          <w:rtl/>
        </w:rPr>
        <w:t>) سورہ ہو دآيت</w:t>
      </w:r>
      <w:r w:rsidR="00E664BB">
        <w:rPr>
          <w:rtl/>
        </w:rPr>
        <w:t>45</w:t>
      </w:r>
      <w:r>
        <w:rPr>
          <w:rtl/>
        </w:rPr>
        <w:t xml:space="preserve"> </w:t>
      </w:r>
    </w:p>
    <w:p w:rsidR="00A055F8" w:rsidRDefault="00C2634E" w:rsidP="00D07B54">
      <w:pPr>
        <w:pStyle w:val="libNormal"/>
        <w:rPr>
          <w:rtl/>
        </w:rPr>
      </w:pPr>
      <w:r>
        <w:rPr>
          <w:rtl/>
        </w:rPr>
        <w:t xml:space="preserve"> </w:t>
      </w:r>
      <w:r>
        <w:rPr>
          <w:rtl/>
        </w:rPr>
        <w:br w:type="page"/>
      </w:r>
    </w:p>
    <w:p w:rsidR="00A055F8" w:rsidRDefault="00A055F8" w:rsidP="00D07B54">
      <w:pPr>
        <w:pStyle w:val="libNormal"/>
        <w:rPr>
          <w:rtl/>
        </w:rPr>
      </w:pPr>
    </w:p>
    <w:p w:rsidR="00DE2D7F" w:rsidRDefault="00DE2D7F" w:rsidP="00D07B54">
      <w:pPr>
        <w:pStyle w:val="libNormal"/>
        <w:rPr>
          <w:rtl/>
        </w:rPr>
      </w:pPr>
      <w:r>
        <w:rPr>
          <w:rtl/>
        </w:rPr>
        <w:t>يہ وعدہ اسى چيز كى طرف اشارہ ہے جو سورہ ہود مي</w:t>
      </w:r>
      <w:r w:rsidR="007D6C9B">
        <w:rPr>
          <w:rtl/>
        </w:rPr>
        <w:t xml:space="preserve">ں </w:t>
      </w:r>
      <w:r>
        <w:rPr>
          <w:rtl/>
        </w:rPr>
        <w:t>موجود ہے جہا</w:t>
      </w:r>
      <w:r w:rsidR="007D6C9B">
        <w:rPr>
          <w:rtl/>
        </w:rPr>
        <w:t xml:space="preserve">ں </w:t>
      </w:r>
      <w:r>
        <w:rPr>
          <w:rtl/>
        </w:rPr>
        <w:t xml:space="preserve">فرمايا گيا ہے : </w:t>
      </w:r>
    </w:p>
    <w:p w:rsidR="00DE2D7F" w:rsidRDefault="00DE2D7F" w:rsidP="00D07B54">
      <w:pPr>
        <w:pStyle w:val="libNormal"/>
        <w:rPr>
          <w:rtl/>
        </w:rPr>
      </w:pPr>
      <w:r>
        <w:rPr>
          <w:rtl/>
        </w:rPr>
        <w:t>''ہم نے نوح(ع) كو حكم ديا كہ جانورو</w:t>
      </w:r>
      <w:r w:rsidR="007D6C9B">
        <w:rPr>
          <w:rtl/>
        </w:rPr>
        <w:t xml:space="preserve">ں </w:t>
      </w:r>
      <w:r>
        <w:rPr>
          <w:rtl/>
        </w:rPr>
        <w:t>كى ہر نوع مي</w:t>
      </w:r>
      <w:r w:rsidR="007D6C9B">
        <w:rPr>
          <w:rtl/>
        </w:rPr>
        <w:t xml:space="preserve">ں </w:t>
      </w:r>
      <w:r>
        <w:rPr>
          <w:rtl/>
        </w:rPr>
        <w:t>سے ايك جوڑا كشتى مي</w:t>
      </w:r>
      <w:r w:rsidR="007D6C9B">
        <w:rPr>
          <w:rtl/>
        </w:rPr>
        <w:t xml:space="preserve">ں </w:t>
      </w:r>
      <w:r>
        <w:rPr>
          <w:rtl/>
        </w:rPr>
        <w:t>سوار كرلو اور اسى طرح اپنے خاندان كو سوائے اس شخص كے جس كى نابودى كے لئے فرمان خدا جارى ہوچكا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حضرت نوح(ع) نے خيال كيا كہ ''سوائے اس كے كہ جس كى نابود ى كے لئے فرمان خدا جارى ہوچكا ہے ،اس سے مرادصرف ان كى بے ايمان اور مشرك بيوى ہے اور ان كا بيٹا كنعان اس مي</w:t>
      </w:r>
      <w:r w:rsidR="007D6C9B">
        <w:rPr>
          <w:rtl/>
        </w:rPr>
        <w:t xml:space="preserve">ں </w:t>
      </w:r>
      <w:r>
        <w:rPr>
          <w:rtl/>
        </w:rPr>
        <w:t>شامل نہي</w:t>
      </w:r>
      <w:r w:rsidR="007D6C9B">
        <w:rPr>
          <w:rtl/>
        </w:rPr>
        <w:t xml:space="preserve">ں </w:t>
      </w:r>
      <w:r>
        <w:rPr>
          <w:rtl/>
        </w:rPr>
        <w:t>ہے لہذاانہو</w:t>
      </w:r>
      <w:r w:rsidR="007D6C9B">
        <w:rPr>
          <w:rtl/>
        </w:rPr>
        <w:t xml:space="preserve">ں </w:t>
      </w:r>
      <w:r>
        <w:rPr>
          <w:rtl/>
        </w:rPr>
        <w:t>نے بارگاہ خداوندى مي</w:t>
      </w:r>
      <w:r w:rsidR="007D6C9B">
        <w:rPr>
          <w:rtl/>
        </w:rPr>
        <w:t xml:space="preserve">ں </w:t>
      </w:r>
      <w:r>
        <w:rPr>
          <w:rtl/>
        </w:rPr>
        <w:t>ايسا تقاضاكيا ليكن فورا ًجواب ملا (ہلادينے والا جواب اور ايك عظيم حقيقت واضح كرنے والا جواب )''اے نوح وہ تيرے اہل اور خاندان مي</w:t>
      </w:r>
      <w:r w:rsidR="007D6C9B">
        <w:rPr>
          <w:rtl/>
        </w:rPr>
        <w:t xml:space="preserve">ں </w:t>
      </w:r>
      <w:r>
        <w:rPr>
          <w:rtl/>
        </w:rPr>
        <w:t>سے نہي</w:t>
      </w:r>
      <w:r w:rsidR="007D6C9B">
        <w:rPr>
          <w:rtl/>
        </w:rPr>
        <w:t xml:space="preserve">ں </w:t>
      </w:r>
      <w:r>
        <w:rPr>
          <w:rtl/>
        </w:rPr>
        <w:t>ہے ،بلكہ وہ غيرصالح عمل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وہ نالائق شخص ہے اور تجھ سے مكتبى اور مذہبى رشتہ ٹوٹنے كى وجہ سے خاندانى رشتے كى كوئي حيثيت نہي</w:t>
      </w:r>
      <w:r w:rsidR="007D6C9B">
        <w:rPr>
          <w:rtl/>
        </w:rPr>
        <w:t xml:space="preserve">ں </w:t>
      </w:r>
      <w:r>
        <w:rPr>
          <w:rtl/>
        </w:rPr>
        <w:t xml:space="preserve">رہي_ </w:t>
      </w:r>
    </w:p>
    <w:p w:rsidR="00DE2D7F" w:rsidRDefault="00DE2D7F" w:rsidP="00D07B54">
      <w:pPr>
        <w:pStyle w:val="libNormal"/>
        <w:rPr>
          <w:rtl/>
        </w:rPr>
      </w:pPr>
      <w:r>
        <w:rPr>
          <w:rtl/>
        </w:rPr>
        <w:t>''اب جبكہ ايسا ہے تو مجھ سے ايسى چيزكا تقاضانہ كر جس كے بارے مي</w:t>
      </w:r>
      <w:r w:rsidR="007D6C9B">
        <w:rPr>
          <w:rtl/>
        </w:rPr>
        <w:t xml:space="preserve">ں </w:t>
      </w:r>
      <w:r>
        <w:rPr>
          <w:rtl/>
        </w:rPr>
        <w:t>تجھے علم نہي</w:t>
      </w:r>
      <w:r w:rsidR="007D6C9B">
        <w:rPr>
          <w:rtl/>
        </w:rPr>
        <w:t xml:space="preserve">ں </w:t>
      </w:r>
      <w:r>
        <w:rPr>
          <w:rtl/>
        </w:rPr>
        <w:t>،مي</w:t>
      </w:r>
      <w:r w:rsidR="007D6C9B">
        <w:rPr>
          <w:rtl/>
        </w:rPr>
        <w:t xml:space="preserve">ں </w:t>
      </w:r>
      <w:r>
        <w:rPr>
          <w:rtl/>
        </w:rPr>
        <w:t>تجھے نصيحت كرتا ہو</w:t>
      </w:r>
      <w:r w:rsidR="007D6C9B">
        <w:rPr>
          <w:rtl/>
        </w:rPr>
        <w:t xml:space="preserve">ں </w:t>
      </w:r>
      <w:r>
        <w:rPr>
          <w:rtl/>
        </w:rPr>
        <w:t>كہ جاہلو</w:t>
      </w:r>
      <w:r w:rsidR="007D6C9B">
        <w:rPr>
          <w:rtl/>
        </w:rPr>
        <w:t xml:space="preserve">ں </w:t>
      </w:r>
      <w:r>
        <w:rPr>
          <w:rtl/>
        </w:rPr>
        <w:t>مي</w:t>
      </w:r>
      <w:r w:rsidR="007D6C9B">
        <w:rPr>
          <w:rtl/>
        </w:rPr>
        <w:t xml:space="preserve">ں </w:t>
      </w:r>
      <w:r>
        <w:rPr>
          <w:rtl/>
        </w:rPr>
        <w:t>سے نہ ہوجا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حضرت نوح(ع) سمجھ گئے كہ يہ تقاضا بارگاہ الہى مي</w:t>
      </w:r>
      <w:r w:rsidR="007D6C9B">
        <w:rPr>
          <w:rtl/>
        </w:rPr>
        <w:t xml:space="preserve">ں </w:t>
      </w:r>
      <w:r>
        <w:rPr>
          <w:rtl/>
        </w:rPr>
        <w:t>صحيح نہ تھا اور ايسے بيٹے كى نجات كو خاندان كى نجات كے بارے مي</w:t>
      </w:r>
      <w:r w:rsidR="007D6C9B">
        <w:rPr>
          <w:rtl/>
        </w:rPr>
        <w:t xml:space="preserve">ں </w:t>
      </w:r>
      <w:r>
        <w:rPr>
          <w:rtl/>
        </w:rPr>
        <w:t>خدا كے وعدے مي</w:t>
      </w:r>
      <w:r w:rsidR="007D6C9B">
        <w:rPr>
          <w:rtl/>
        </w:rPr>
        <w:t xml:space="preserve">ں </w:t>
      </w:r>
      <w:r>
        <w:rPr>
          <w:rtl/>
        </w:rPr>
        <w:t>شامل نہي</w:t>
      </w:r>
      <w:r w:rsidR="007D6C9B">
        <w:rPr>
          <w:rtl/>
        </w:rPr>
        <w:t xml:space="preserve">ں </w:t>
      </w:r>
      <w:r>
        <w:rPr>
          <w:rtl/>
        </w:rPr>
        <w:t xml:space="preserve">سمجھنا چاہئے تھا لہذا آپ نے پروردگار كا رخ كيا اور كہا : </w:t>
      </w:r>
    </w:p>
    <w:p w:rsidR="00DE2D7F" w:rsidRDefault="00DE2D7F" w:rsidP="00D07B54">
      <w:pPr>
        <w:pStyle w:val="libNormal"/>
        <w:rPr>
          <w:rtl/>
        </w:rPr>
      </w:pPr>
      <w:r>
        <w:rPr>
          <w:rtl/>
        </w:rPr>
        <w:t>''پروردگار ا : مي</w:t>
      </w:r>
      <w:r w:rsidR="007D6C9B">
        <w:rPr>
          <w:rtl/>
        </w:rPr>
        <w:t xml:space="preserve">ں </w:t>
      </w:r>
      <w:r>
        <w:rPr>
          <w:rtl/>
        </w:rPr>
        <w:t>تجھ سے پناہ مانگتا ہو</w:t>
      </w:r>
      <w:r w:rsidR="007D6C9B">
        <w:rPr>
          <w:rtl/>
        </w:rPr>
        <w:t xml:space="preserve">ں </w:t>
      </w:r>
      <w:r>
        <w:rPr>
          <w:rtl/>
        </w:rPr>
        <w:t>اس امر سے تجھ سے كسى ايسى چيز كى خواہش كرو</w:t>
      </w:r>
      <w:r w:rsidR="007D6C9B">
        <w:rPr>
          <w:rtl/>
        </w:rPr>
        <w:t xml:space="preserve">ں </w:t>
      </w:r>
      <w:r>
        <w:rPr>
          <w:rtl/>
        </w:rPr>
        <w:t>جس كا علم مجھے نہي</w:t>
      </w:r>
      <w:r w:rsidR="007D6C9B">
        <w:rPr>
          <w:rtl/>
        </w:rPr>
        <w:t xml:space="preserve">ں </w:t>
      </w:r>
      <w:r>
        <w:rPr>
          <w:rtl/>
        </w:rPr>
        <w:t>،اور اگر تو نے مجھے نہ بخشا اور اپنى رحمت ميرے شامل حال نہ كى تو مي</w:t>
      </w:r>
      <w:r w:rsidR="007D6C9B">
        <w:rPr>
          <w:rtl/>
        </w:rPr>
        <w:t xml:space="preserve">ں </w:t>
      </w:r>
      <w:r>
        <w:rPr>
          <w:rtl/>
        </w:rPr>
        <w:t>زيا</w:t>
      </w:r>
      <w:r w:rsidR="007D6C9B">
        <w:rPr>
          <w:rtl/>
        </w:rPr>
        <w:t xml:space="preserve">ں </w:t>
      </w:r>
      <w:r>
        <w:rPr>
          <w:rtl/>
        </w:rPr>
        <w:t>كارو</w:t>
      </w:r>
      <w:r w:rsidR="007D6C9B">
        <w:rPr>
          <w:rtl/>
        </w:rPr>
        <w:t xml:space="preserve">ں </w:t>
      </w:r>
      <w:r>
        <w:rPr>
          <w:rtl/>
        </w:rPr>
        <w:t>مي</w:t>
      </w:r>
      <w:r w:rsidR="007D6C9B">
        <w:rPr>
          <w:rtl/>
        </w:rPr>
        <w:t xml:space="preserve">ں </w:t>
      </w:r>
      <w:r>
        <w:rPr>
          <w:rtl/>
        </w:rPr>
        <w:t>سے ہوجائو</w:t>
      </w:r>
      <w:r w:rsidR="007D6C9B">
        <w:rPr>
          <w:rtl/>
        </w:rPr>
        <w:t xml:space="preserve">ں </w:t>
      </w:r>
      <w:r>
        <w:rPr>
          <w:rtl/>
        </w:rPr>
        <w:t>گا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ہو دآيت</w:t>
      </w:r>
      <w:r w:rsidR="00E664BB">
        <w:rPr>
          <w:rtl/>
        </w:rPr>
        <w:t>40</w:t>
      </w:r>
      <w:r>
        <w:rPr>
          <w:rtl/>
        </w:rPr>
        <w:t xml:space="preserve"> </w:t>
      </w:r>
    </w:p>
    <w:p w:rsidR="00DE2D7F" w:rsidRDefault="00DE2D7F" w:rsidP="00D07B54">
      <w:pPr>
        <w:pStyle w:val="libFootnote"/>
        <w:rPr>
          <w:rtl/>
        </w:rPr>
      </w:pPr>
      <w:r>
        <w:rPr>
          <w:rtl/>
        </w:rPr>
        <w:t>(</w:t>
      </w:r>
      <w:r w:rsidR="00E664BB">
        <w:rPr>
          <w:rtl/>
        </w:rPr>
        <w:t>2</w:t>
      </w:r>
      <w:r>
        <w:rPr>
          <w:rtl/>
        </w:rPr>
        <w:t>) سورہ ہو دآيت</w:t>
      </w:r>
      <w:r w:rsidR="00E664BB">
        <w:rPr>
          <w:rtl/>
        </w:rPr>
        <w:t>46</w:t>
      </w:r>
      <w:r>
        <w:rPr>
          <w:rtl/>
        </w:rPr>
        <w:t xml:space="preserve"> </w:t>
      </w:r>
    </w:p>
    <w:p w:rsidR="00DE2D7F" w:rsidRDefault="00DE2D7F" w:rsidP="00D07B54">
      <w:pPr>
        <w:pStyle w:val="libFootnote"/>
        <w:rPr>
          <w:rtl/>
        </w:rPr>
      </w:pPr>
      <w:r>
        <w:rPr>
          <w:rtl/>
        </w:rPr>
        <w:t>(</w:t>
      </w:r>
      <w:r w:rsidR="00E664BB">
        <w:rPr>
          <w:rtl/>
        </w:rPr>
        <w:t>3</w:t>
      </w:r>
      <w:r>
        <w:rPr>
          <w:rtl/>
        </w:rPr>
        <w:t>)سورہ ہو دآيت</w:t>
      </w:r>
      <w:r w:rsidR="00E664BB">
        <w:rPr>
          <w:rtl/>
        </w:rPr>
        <w:t>46</w:t>
      </w:r>
      <w:r>
        <w:rPr>
          <w:rtl/>
        </w:rPr>
        <w:t xml:space="preserve"> </w:t>
      </w:r>
    </w:p>
    <w:p w:rsidR="00DE2D7F" w:rsidRDefault="00DE2D7F" w:rsidP="00D07B54">
      <w:pPr>
        <w:pStyle w:val="libFootnote"/>
        <w:rPr>
          <w:rtl/>
        </w:rPr>
      </w:pPr>
      <w:r>
        <w:rPr>
          <w:rtl/>
        </w:rPr>
        <w:t>(</w:t>
      </w:r>
      <w:r w:rsidR="00E664BB">
        <w:rPr>
          <w:rtl/>
        </w:rPr>
        <w:t>4</w:t>
      </w:r>
      <w:r>
        <w:rPr>
          <w:rtl/>
        </w:rPr>
        <w:t>)سورہ ہو دآيت</w:t>
      </w:r>
      <w:r w:rsidR="00E664BB">
        <w:rPr>
          <w:rtl/>
        </w:rPr>
        <w:t>47</w:t>
      </w:r>
      <w:r>
        <w:rPr>
          <w:rtl/>
        </w:rPr>
        <w:t xml:space="preserve"> </w:t>
      </w:r>
    </w:p>
    <w:p w:rsidR="00A055F8" w:rsidRDefault="001648F9" w:rsidP="00D07B54">
      <w:pPr>
        <w:pStyle w:val="libNormal"/>
        <w:rPr>
          <w:rtl/>
        </w:rPr>
      </w:pPr>
      <w:r>
        <w:rPr>
          <w:rtl/>
        </w:rPr>
        <w:t xml:space="preserve"> </w:t>
      </w:r>
      <w:r>
        <w:rPr>
          <w:rtl/>
        </w:rPr>
        <w:br w:type="page"/>
      </w:r>
    </w:p>
    <w:p w:rsidR="00A055F8" w:rsidRDefault="00A055F8" w:rsidP="00D07B54">
      <w:pPr>
        <w:pStyle w:val="libNormal"/>
        <w:rPr>
          <w:rtl/>
        </w:rPr>
      </w:pPr>
    </w:p>
    <w:p w:rsidR="00A055F8" w:rsidRDefault="00DE2D7F" w:rsidP="00D07B54">
      <w:pPr>
        <w:pStyle w:val="Heading2Center"/>
        <w:rPr>
          <w:rtl/>
        </w:rPr>
      </w:pPr>
      <w:bookmarkStart w:id="41" w:name="_Toc7268438"/>
      <w:r>
        <w:rPr>
          <w:rtl/>
        </w:rPr>
        <w:t>اس داستان كا اختتام</w:t>
      </w:r>
      <w:bookmarkEnd w:id="41"/>
    </w:p>
    <w:p w:rsidR="00DE2D7F" w:rsidRDefault="00DE2D7F" w:rsidP="00D07B54">
      <w:pPr>
        <w:pStyle w:val="libNormal"/>
        <w:rPr>
          <w:rtl/>
        </w:rPr>
      </w:pPr>
      <w:r>
        <w:rPr>
          <w:rtl/>
        </w:rPr>
        <w:t xml:space="preserve"> آخركار پانى كى ٹھاٹھي</w:t>
      </w:r>
      <w:r w:rsidR="007D6C9B">
        <w:rPr>
          <w:rtl/>
        </w:rPr>
        <w:t xml:space="preserve">ں </w:t>
      </w:r>
      <w:r>
        <w:rPr>
          <w:rtl/>
        </w:rPr>
        <w:t>مارتى ہوئي لہرو</w:t>
      </w:r>
      <w:r w:rsidR="007D6C9B">
        <w:rPr>
          <w:rtl/>
        </w:rPr>
        <w:t xml:space="preserve">ں </w:t>
      </w:r>
      <w:r>
        <w:rPr>
          <w:rtl/>
        </w:rPr>
        <w:t>نے تمام جگہو</w:t>
      </w:r>
      <w:r w:rsidR="007D6C9B">
        <w:rPr>
          <w:rtl/>
        </w:rPr>
        <w:t xml:space="preserve">ں </w:t>
      </w:r>
      <w:r>
        <w:rPr>
          <w:rtl/>
        </w:rPr>
        <w:t>كو گھيرليا پانى كى سطح بلند سے بلند تر ہوتى چلى گئي جاہل گنہگارو</w:t>
      </w:r>
      <w:r w:rsidR="007D6C9B">
        <w:rPr>
          <w:rtl/>
        </w:rPr>
        <w:t xml:space="preserve">ں </w:t>
      </w:r>
      <w:r>
        <w:rPr>
          <w:rtl/>
        </w:rPr>
        <w:t>نے يہ گمان كيا كہ يہ ايك معمولى سا طوفان ہے وہ اونچى جگہو</w:t>
      </w:r>
      <w:r w:rsidR="007D6C9B">
        <w:rPr>
          <w:rtl/>
        </w:rPr>
        <w:t xml:space="preserve">ں </w:t>
      </w:r>
      <w:r>
        <w:rPr>
          <w:rtl/>
        </w:rPr>
        <w:t>اور پہاڑو</w:t>
      </w:r>
      <w:r w:rsidR="007D6C9B">
        <w:rPr>
          <w:rtl/>
        </w:rPr>
        <w:t xml:space="preserve">ں </w:t>
      </w:r>
      <w:r>
        <w:rPr>
          <w:rtl/>
        </w:rPr>
        <w:t>پر پناہ گزين ہو جائي</w:t>
      </w:r>
      <w:r w:rsidR="007D6C9B">
        <w:rPr>
          <w:rtl/>
        </w:rPr>
        <w:t xml:space="preserve">ں </w:t>
      </w:r>
      <w:r>
        <w:rPr>
          <w:rtl/>
        </w:rPr>
        <w:t>گے، ليكن پانى ان كے اوپر سے بھى گزر گيا اور تمام جگہي</w:t>
      </w:r>
      <w:r w:rsidR="007D6C9B">
        <w:rPr>
          <w:rtl/>
        </w:rPr>
        <w:t xml:space="preserve">ں </w:t>
      </w:r>
      <w:r>
        <w:rPr>
          <w:rtl/>
        </w:rPr>
        <w:t>پانى كے نيچے چھپ گئي</w:t>
      </w:r>
      <w:r w:rsidR="007D6C9B">
        <w:rPr>
          <w:rtl/>
        </w:rPr>
        <w:t xml:space="preserve">ں </w:t>
      </w:r>
      <w:r>
        <w:rPr>
          <w:rtl/>
        </w:rPr>
        <w:t>ان طغيان گرو</w:t>
      </w:r>
      <w:r w:rsidR="007D6C9B">
        <w:rPr>
          <w:rtl/>
        </w:rPr>
        <w:t xml:space="preserve">ں </w:t>
      </w:r>
      <w:r>
        <w:rPr>
          <w:rtl/>
        </w:rPr>
        <w:t>كے جسم ،ان كے بچے كچے، گھراور زندگى كا سازوسامان پانى كى جھاگ مي</w:t>
      </w:r>
      <w:r w:rsidR="007D6C9B">
        <w:rPr>
          <w:rtl/>
        </w:rPr>
        <w:t xml:space="preserve">ں </w:t>
      </w:r>
      <w:r>
        <w:rPr>
          <w:rtl/>
        </w:rPr>
        <w:t xml:space="preserve">نظر آرہا تھا _ </w:t>
      </w:r>
    </w:p>
    <w:p w:rsidR="00DE2D7F" w:rsidRDefault="00DE2D7F" w:rsidP="00D07B54">
      <w:pPr>
        <w:pStyle w:val="libNormal"/>
        <w:rPr>
          <w:rtl/>
        </w:rPr>
      </w:pPr>
      <w:r>
        <w:rPr>
          <w:rtl/>
        </w:rPr>
        <w:t>حضرت نوح(ع) نے زمام كشتى خدا كے ہاتھ مي</w:t>
      </w:r>
      <w:r w:rsidR="007D6C9B">
        <w:rPr>
          <w:rtl/>
        </w:rPr>
        <w:t xml:space="preserve">ں </w:t>
      </w:r>
      <w:r>
        <w:rPr>
          <w:rtl/>
        </w:rPr>
        <w:t>دى موجي</w:t>
      </w:r>
      <w:r w:rsidR="007D6C9B">
        <w:rPr>
          <w:rtl/>
        </w:rPr>
        <w:t xml:space="preserve">ں </w:t>
      </w:r>
      <w:r>
        <w:rPr>
          <w:rtl/>
        </w:rPr>
        <w:t>كشتى كوادھر سے ادھرلےجاتى تھي</w:t>
      </w:r>
      <w:r w:rsidR="007D6C9B">
        <w:rPr>
          <w:rtl/>
        </w:rPr>
        <w:t xml:space="preserve">ں </w:t>
      </w:r>
      <w:r>
        <w:rPr>
          <w:rtl/>
        </w:rPr>
        <w:t>روايات مي</w:t>
      </w:r>
      <w:r w:rsidR="007D6C9B">
        <w:rPr>
          <w:rtl/>
        </w:rPr>
        <w:t xml:space="preserve">ں </w:t>
      </w:r>
      <w:r>
        <w:rPr>
          <w:rtl/>
        </w:rPr>
        <w:t>آيا ہے كہ كشتى پورے چھ ماہ سرگردا</w:t>
      </w:r>
      <w:r w:rsidR="007D6C9B">
        <w:rPr>
          <w:rtl/>
        </w:rPr>
        <w:t xml:space="preserve">ں </w:t>
      </w:r>
      <w:r>
        <w:rPr>
          <w:rtl/>
        </w:rPr>
        <w:t>رہى يہ مدت ابتدائے ماہ رجب سے لے كر ذى الحجہ كے اختتام تك تھى ايك اورروايت كے مطابق دس رجب سے لے كر روزعاشورہ تك كشتى پانى كى موجو</w:t>
      </w:r>
      <w:r w:rsidR="007D6C9B">
        <w:rPr>
          <w:rtl/>
        </w:rPr>
        <w:t xml:space="preserve">ں </w:t>
      </w:r>
      <w:r>
        <w:rPr>
          <w:rtl/>
        </w:rPr>
        <w:t>مي</w:t>
      </w:r>
      <w:r w:rsidR="007D6C9B">
        <w:rPr>
          <w:rtl/>
        </w:rPr>
        <w:t xml:space="preserve">ں </w:t>
      </w:r>
      <w:r>
        <w:rPr>
          <w:rtl/>
        </w:rPr>
        <w:t>سرگردا</w:t>
      </w:r>
      <w:r w:rsidR="007D6C9B">
        <w:rPr>
          <w:rtl/>
        </w:rPr>
        <w:t xml:space="preserve">ں </w:t>
      </w:r>
      <w:r>
        <w:rPr>
          <w:rtl/>
        </w:rPr>
        <w:t xml:space="preserve">رہي_ </w:t>
      </w:r>
    </w:p>
    <w:p w:rsidR="00DE2D7F" w:rsidRDefault="00DE2D7F" w:rsidP="00D07B54">
      <w:pPr>
        <w:pStyle w:val="libNormal"/>
        <w:rPr>
          <w:rtl/>
        </w:rPr>
      </w:pPr>
      <w:r>
        <w:rPr>
          <w:rtl/>
        </w:rPr>
        <w:t>اس دوران كشتى نے مختلف علاقو</w:t>
      </w:r>
      <w:r w:rsidR="007D6C9B">
        <w:rPr>
          <w:rtl/>
        </w:rPr>
        <w:t xml:space="preserve">ں </w:t>
      </w:r>
      <w:r>
        <w:rPr>
          <w:rtl/>
        </w:rPr>
        <w:t>كى سيركى يہا</w:t>
      </w:r>
      <w:r w:rsidR="007D6C9B">
        <w:rPr>
          <w:rtl/>
        </w:rPr>
        <w:t xml:space="preserve">ں </w:t>
      </w:r>
      <w:r>
        <w:rPr>
          <w:rtl/>
        </w:rPr>
        <w:t>تك كہ بعض روايات كے مطابق سرزمين مكہ اور خانہ كعبہ كے اطراف كى بھى سيركي، آخر كارعذاب كے خاتمے كا اور زمين كے معمول كى حالت مي</w:t>
      </w:r>
      <w:r w:rsidR="007D6C9B">
        <w:rPr>
          <w:rtl/>
        </w:rPr>
        <w:t xml:space="preserve">ں </w:t>
      </w:r>
      <w:r>
        <w:rPr>
          <w:rtl/>
        </w:rPr>
        <w:t>لوٹ آنے كا حكم صادر ہوا ،قران مي</w:t>
      </w:r>
      <w:r w:rsidR="007D6C9B">
        <w:rPr>
          <w:rtl/>
        </w:rPr>
        <w:t xml:space="preserve">ں </w:t>
      </w:r>
      <w:r>
        <w:rPr>
          <w:rtl/>
        </w:rPr>
        <w:t>اس فرمان كى كيفيت ،جزئيات اور نتيجہ بہت مختصر مگرانتہائي عمدہ اور جاذب وخوبصورت عبارت مي</w:t>
      </w:r>
      <w:r w:rsidR="007D6C9B">
        <w:rPr>
          <w:rtl/>
        </w:rPr>
        <w:t xml:space="preserve">ں </w:t>
      </w:r>
      <w:r>
        <w:rPr>
          <w:rtl/>
        </w:rPr>
        <w:t>چھ جملو</w:t>
      </w:r>
      <w:r w:rsidR="007D6C9B">
        <w:rPr>
          <w:rtl/>
        </w:rPr>
        <w:t xml:space="preserve">ں </w:t>
      </w:r>
      <w:r>
        <w:rPr>
          <w:rtl/>
        </w:rPr>
        <w:t>مي</w:t>
      </w:r>
      <w:r w:rsidR="007D6C9B">
        <w:rPr>
          <w:rtl/>
        </w:rPr>
        <w:t xml:space="preserve">ں </w:t>
      </w:r>
      <w:r>
        <w:rPr>
          <w:rtl/>
        </w:rPr>
        <w:t xml:space="preserve">بيان كيا گيا ہے : پہلے ارشاد ہوتا ہے :''حكم دياگيا كہ اے زمين:اپنا: پانى نگل جا،اورآسمان كو حكم ہوا'اے آسمان ہاتھ روك لے،،_ </w:t>
      </w:r>
    </w:p>
    <w:p w:rsidR="00DE2D7F" w:rsidRDefault="00DE2D7F" w:rsidP="00D07B54">
      <w:pPr>
        <w:pStyle w:val="libNormal"/>
        <w:rPr>
          <w:rtl/>
        </w:rPr>
      </w:pPr>
      <w:r>
        <w:rPr>
          <w:rtl/>
        </w:rPr>
        <w:t xml:space="preserve">''پانى نيچے بيٹھ گيا '' </w:t>
      </w:r>
    </w:p>
    <w:p w:rsidR="00DE2D7F" w:rsidRDefault="00DE2D7F" w:rsidP="00D07B54">
      <w:pPr>
        <w:pStyle w:val="libNormal"/>
        <w:rPr>
          <w:rtl/>
        </w:rPr>
      </w:pPr>
      <w:r>
        <w:rPr>
          <w:rtl/>
        </w:rPr>
        <w:t xml:space="preserve">''اوركام ختم ہوگيا'' </w:t>
      </w:r>
    </w:p>
    <w:p w:rsidR="00DE2D7F" w:rsidRDefault="00DE2D7F" w:rsidP="00D07B54">
      <w:pPr>
        <w:pStyle w:val="libNormal"/>
        <w:rPr>
          <w:rtl/>
        </w:rPr>
      </w:pPr>
      <w:r>
        <w:rPr>
          <w:rtl/>
        </w:rPr>
        <w:t xml:space="preserve">''اوركشتى كو ہ جو دى كے دامن سے آلگي'' _ </w:t>
      </w:r>
    </w:p>
    <w:p w:rsidR="00DE2D7F" w:rsidRDefault="00DE2D7F" w:rsidP="00D07B54">
      <w:pPr>
        <w:pStyle w:val="libNormal"/>
        <w:rPr>
          <w:rtl/>
        </w:rPr>
      </w:pPr>
      <w:r>
        <w:rPr>
          <w:rtl/>
        </w:rPr>
        <w:t>''اس وقت كہا گيا : دور ہوظالم قوم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ہودايت </w:t>
      </w:r>
      <w:r w:rsidR="00E664BB">
        <w:rPr>
          <w:rtl/>
        </w:rPr>
        <w:t>44</w:t>
      </w:r>
      <w:r>
        <w:rPr>
          <w:rtl/>
        </w:rPr>
        <w:t xml:space="preserve"> </w:t>
      </w:r>
    </w:p>
    <w:p w:rsidR="00A055F8" w:rsidRDefault="00C2634E" w:rsidP="00D07B54">
      <w:pPr>
        <w:pStyle w:val="libNormal"/>
        <w:rPr>
          <w:rtl/>
        </w:rPr>
      </w:pPr>
      <w:r>
        <w:rPr>
          <w:rtl/>
        </w:rPr>
        <w:t xml:space="preserve"> </w:t>
      </w:r>
      <w:r>
        <w:rPr>
          <w:rtl/>
        </w:rPr>
        <w:br w:type="page"/>
      </w:r>
    </w:p>
    <w:p w:rsidR="00A055F8" w:rsidRDefault="00A055F8" w:rsidP="00D07B54">
      <w:pPr>
        <w:pStyle w:val="libNormal"/>
        <w:rPr>
          <w:rtl/>
        </w:rPr>
      </w:pPr>
    </w:p>
    <w:p w:rsidR="00DE2D7F" w:rsidRDefault="00DE2D7F" w:rsidP="00D07B54">
      <w:pPr>
        <w:pStyle w:val="libNormal"/>
        <w:rPr>
          <w:rtl/>
        </w:rPr>
      </w:pPr>
      <w:r>
        <w:rPr>
          <w:rtl/>
        </w:rPr>
        <w:t>مندر جہ بالا قرآنى تعبيرات مختصر ہوتے ہوئے بھى نہايت مو ثراوردلنشين ہي</w:t>
      </w:r>
      <w:r w:rsidR="007D6C9B">
        <w:rPr>
          <w:rtl/>
        </w:rPr>
        <w:t xml:space="preserve">ں </w:t>
      </w:r>
      <w:r>
        <w:rPr>
          <w:rtl/>
        </w:rPr>
        <w:t>،يہ بولتى ہوئي زندہ تعبيرات ہي</w:t>
      </w:r>
      <w:r w:rsidR="007D6C9B">
        <w:rPr>
          <w:rtl/>
        </w:rPr>
        <w:t xml:space="preserve">ں </w:t>
      </w:r>
      <w:r>
        <w:rPr>
          <w:rtl/>
        </w:rPr>
        <w:t>اورتمام ترزيبائي كے باوجود ہلا دينے والى ہي</w:t>
      </w:r>
      <w:r w:rsidR="007D6C9B">
        <w:rPr>
          <w:rtl/>
        </w:rPr>
        <w:t xml:space="preserve">ں </w:t>
      </w:r>
      <w:r>
        <w:rPr>
          <w:rtl/>
        </w:rPr>
        <w:t>بعض علماء عرب كے بقول مذكورہ آيت قرآن مي</w:t>
      </w:r>
      <w:r w:rsidR="007D6C9B">
        <w:rPr>
          <w:rtl/>
        </w:rPr>
        <w:t xml:space="preserve">ں </w:t>
      </w:r>
      <w:r>
        <w:rPr>
          <w:rtl/>
        </w:rPr>
        <w:t>سے فصيح ترين اوربليغ ترين آيت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A055F8" w:rsidRDefault="00DE2D7F" w:rsidP="00D07B54">
      <w:pPr>
        <w:pStyle w:val="Heading2Center"/>
        <w:rPr>
          <w:rtl/>
        </w:rPr>
      </w:pPr>
      <w:bookmarkStart w:id="42" w:name="_Toc7268439"/>
      <w:r>
        <w:rPr>
          <w:rtl/>
        </w:rPr>
        <w:t>كوہ جودى كہا</w:t>
      </w:r>
      <w:r w:rsidR="007D6C9B">
        <w:rPr>
          <w:rtl/>
        </w:rPr>
        <w:t xml:space="preserve">ں </w:t>
      </w:r>
      <w:r>
        <w:rPr>
          <w:rtl/>
        </w:rPr>
        <w:t>ہے ؟</w:t>
      </w:r>
      <w:bookmarkEnd w:id="42"/>
    </w:p>
    <w:p w:rsidR="00DE2D7F" w:rsidRDefault="00DE2D7F" w:rsidP="00D07B54">
      <w:pPr>
        <w:pStyle w:val="libNormal"/>
        <w:rPr>
          <w:rtl/>
        </w:rPr>
      </w:pPr>
      <w:r>
        <w:rPr>
          <w:rtl/>
        </w:rPr>
        <w:t xml:space="preserve"> بہت سے مفسرين نے كہا ہے كہ كو ہ جو دى جس كے كنارے كشتى نوح(ع) آكر لگى تھى اور جس كا ذكر قرآن مي</w:t>
      </w:r>
      <w:r w:rsidR="007D6C9B">
        <w:rPr>
          <w:rtl/>
        </w:rPr>
        <w:t xml:space="preserve">ں </w:t>
      </w:r>
      <w:r>
        <w:rPr>
          <w:rtl/>
        </w:rPr>
        <w:t>آيا ہے وہى مشہور پہاڑہے جو موصل كے قريب ہے ،بعض دوسرے مفسرين نے اسے حدود شام مي</w:t>
      </w:r>
      <w:r w:rsidR="007D6C9B">
        <w:rPr>
          <w:rtl/>
        </w:rPr>
        <w:t xml:space="preserve">ں </w:t>
      </w:r>
      <w:r>
        <w:rPr>
          <w:rtl/>
        </w:rPr>
        <w:t xml:space="preserve">يا '' آمد '' كے نزيك يا عراق كے شمالى پہاڑسمجھا ہے_ </w:t>
      </w:r>
    </w:p>
    <w:p w:rsidR="00DE2D7F" w:rsidRDefault="00DE2D7F" w:rsidP="00D07B54">
      <w:pPr>
        <w:pStyle w:val="libNormal"/>
        <w:rPr>
          <w:rtl/>
        </w:rPr>
      </w:pPr>
      <w:r>
        <w:rPr>
          <w:rtl/>
        </w:rPr>
        <w:t>كتاب مفردات راغب نے كہا ہے كہ يہ وہ پہاڑ ہے جو موصل اور الجزيرہ كے درميان ہے ''الجزيرہ'' شمالى عراق مي</w:t>
      </w:r>
      <w:r w:rsidR="007D6C9B">
        <w:rPr>
          <w:rtl/>
        </w:rPr>
        <w:t xml:space="preserve">ں </w:t>
      </w:r>
      <w:r>
        <w:rPr>
          <w:rtl/>
        </w:rPr>
        <w:t>ايك جگہ ہے اور يہ ''الجزائر''يا ''الجزيرہ ''نہي</w:t>
      </w:r>
      <w:r w:rsidR="007D6C9B">
        <w:rPr>
          <w:rtl/>
        </w:rPr>
        <w:t xml:space="preserve">ں </w:t>
      </w:r>
      <w:r>
        <w:rPr>
          <w:rtl/>
        </w:rPr>
        <w:t>جو آج كل مشہور ہے ،بعيد نہي</w:t>
      </w:r>
      <w:r w:rsidR="007D6C9B">
        <w:rPr>
          <w:rtl/>
        </w:rPr>
        <w:t xml:space="preserve">ں </w:t>
      </w:r>
      <w:r>
        <w:rPr>
          <w:rtl/>
        </w:rPr>
        <w:t>كہ ان سب كى بازگشت ايك ہى طرف ہو كيونكہ موصل ،آمد اور الجزيرہ سب عراق كے شمالى علاقو</w:t>
      </w:r>
      <w:r w:rsidR="007D6C9B">
        <w:rPr>
          <w:rtl/>
        </w:rPr>
        <w:t xml:space="preserve">ں </w:t>
      </w:r>
      <w:r>
        <w:rPr>
          <w:rtl/>
        </w:rPr>
        <w:t>مي</w:t>
      </w:r>
      <w:r w:rsidR="007D6C9B">
        <w:rPr>
          <w:rtl/>
        </w:rPr>
        <w:t xml:space="preserve">ں </w:t>
      </w:r>
      <w:r>
        <w:rPr>
          <w:rtl/>
        </w:rPr>
        <w:t>ہي</w:t>
      </w:r>
      <w:r w:rsidR="007D6C9B">
        <w:rPr>
          <w:rtl/>
        </w:rPr>
        <w:t xml:space="preserve">ں </w:t>
      </w:r>
      <w:r>
        <w:rPr>
          <w:rtl/>
        </w:rPr>
        <w:t>اور شام كے نزديك ہي</w:t>
      </w:r>
      <w:r w:rsidR="007D6C9B">
        <w:rPr>
          <w:rtl/>
        </w:rPr>
        <w:t xml:space="preserve">ں </w:t>
      </w:r>
      <w:r>
        <w:rPr>
          <w:rtl/>
        </w:rPr>
        <w:t>_بعض مفسرين نے يہ احتمال ظاہر كيا ہے كہ جودى سے مراد ہر مضبوط پہاڑ اور محكم زمين ہے، يعنى كشتى نوح ايك محكم زمين پر لنگر انداز ہوئي جو اس كى سواريو</w:t>
      </w:r>
      <w:r w:rsidR="007D6C9B">
        <w:rPr>
          <w:rtl/>
        </w:rPr>
        <w:t xml:space="preserve">ں </w:t>
      </w:r>
      <w:r>
        <w:rPr>
          <w:rtl/>
        </w:rPr>
        <w:t xml:space="preserve">كے اترنے كے لئے مناسب تھى ليكن مشہور معروف وہى پہلا معنى ہے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)روايات اور تو اريخ مي</w:t>
      </w:r>
      <w:r w:rsidR="007D6C9B">
        <w:rPr>
          <w:rtl/>
        </w:rPr>
        <w:t xml:space="preserve">ں </w:t>
      </w:r>
      <w:r>
        <w:rPr>
          <w:rtl/>
        </w:rPr>
        <w:t>اس كى شہادت موجود ہے، لكھا ہے : كچھ كفارقريش قرآن سے مقابلے كے لئے اٹھ كھڑے ہوئے انہو</w:t>
      </w:r>
      <w:r w:rsidR="007D6C9B">
        <w:rPr>
          <w:rtl/>
        </w:rPr>
        <w:t xml:space="preserve">ں </w:t>
      </w:r>
      <w:r>
        <w:rPr>
          <w:rtl/>
        </w:rPr>
        <w:t>نے مصمم ارادہ كرليا كہ قرآنى آيات جيسى كچھ آيات گھڑي</w:t>
      </w:r>
      <w:r w:rsidR="007D6C9B">
        <w:rPr>
          <w:rtl/>
        </w:rPr>
        <w:t xml:space="preserve">ں </w:t>
      </w:r>
      <w:r>
        <w:rPr>
          <w:rtl/>
        </w:rPr>
        <w:t>ان سے تعلق ركھنے والو</w:t>
      </w:r>
      <w:r w:rsidR="007D6C9B">
        <w:rPr>
          <w:rtl/>
        </w:rPr>
        <w:t xml:space="preserve">ں </w:t>
      </w:r>
      <w:r>
        <w:rPr>
          <w:rtl/>
        </w:rPr>
        <w:t>نے انہي</w:t>
      </w:r>
      <w:r w:rsidR="007D6C9B">
        <w:rPr>
          <w:rtl/>
        </w:rPr>
        <w:t xml:space="preserve">ں </w:t>
      </w:r>
      <w:r>
        <w:rPr>
          <w:rtl/>
        </w:rPr>
        <w:t>چاليس دن تك بہترين غذائي</w:t>
      </w:r>
      <w:r w:rsidR="007D6C9B">
        <w:rPr>
          <w:rtl/>
        </w:rPr>
        <w:t xml:space="preserve">ں </w:t>
      </w:r>
      <w:r>
        <w:rPr>
          <w:rtl/>
        </w:rPr>
        <w:t>مہيا كي</w:t>
      </w:r>
      <w:r w:rsidR="007D6C9B">
        <w:rPr>
          <w:rtl/>
        </w:rPr>
        <w:t xml:space="preserve">ں </w:t>
      </w:r>
      <w:r>
        <w:rPr>
          <w:rtl/>
        </w:rPr>
        <w:t>،مشروبات فراہم كيے اور ان كى ہر فرما</w:t>
      </w:r>
      <w:r w:rsidR="00091C36">
        <w:rPr>
          <w:rtl/>
        </w:rPr>
        <w:t xml:space="preserve">ئش </w:t>
      </w:r>
      <w:r>
        <w:rPr>
          <w:rtl/>
        </w:rPr>
        <w:t xml:space="preserve"> پورى كى خالص گندم كا ميدہ ،بكرے كا گوشت ،پرانى شراب غرض سب كچھ انہي</w:t>
      </w:r>
      <w:r w:rsidR="007D6C9B">
        <w:rPr>
          <w:rtl/>
        </w:rPr>
        <w:t xml:space="preserve">ں </w:t>
      </w:r>
      <w:r>
        <w:rPr>
          <w:rtl/>
        </w:rPr>
        <w:t>لاكر ديا تا كہ وہ آرام وراحت كے ساتھ قرآنى آيات جيسے جملو</w:t>
      </w:r>
      <w:r w:rsidR="007D6C9B">
        <w:rPr>
          <w:rtl/>
        </w:rPr>
        <w:t xml:space="preserve">ں </w:t>
      </w:r>
      <w:r>
        <w:rPr>
          <w:rtl/>
        </w:rPr>
        <w:t>كى تركيب بندى كري</w:t>
      </w:r>
      <w:r w:rsidR="007D6C9B">
        <w:rPr>
          <w:rtl/>
        </w:rPr>
        <w:t xml:space="preserve">ں </w:t>
      </w:r>
      <w:r>
        <w:rPr>
          <w:rtl/>
        </w:rPr>
        <w:t>ليكن جب وہ مذكورہ آيت تك پہنچے تو اس نے انہي</w:t>
      </w:r>
      <w:r w:rsidR="007D6C9B">
        <w:rPr>
          <w:rtl/>
        </w:rPr>
        <w:t xml:space="preserve">ں </w:t>
      </w:r>
      <w:r>
        <w:rPr>
          <w:rtl/>
        </w:rPr>
        <w:t>اس طرح سے ہلاكر ركھ ديا كہ انہو</w:t>
      </w:r>
      <w:r w:rsidR="007D6C9B">
        <w:rPr>
          <w:rtl/>
        </w:rPr>
        <w:t xml:space="preserve">ں </w:t>
      </w:r>
      <w:r>
        <w:rPr>
          <w:rtl/>
        </w:rPr>
        <w:t>نے ايك دوسرے كى طرف ديكھ كركہا كہ يہ ايسى گفتگو ہے كوئي كلام اس سے مشا بہت نہي</w:t>
      </w:r>
      <w:r w:rsidR="007D6C9B">
        <w:rPr>
          <w:rtl/>
        </w:rPr>
        <w:t xml:space="preserve">ں </w:t>
      </w:r>
      <w:r>
        <w:rPr>
          <w:rtl/>
        </w:rPr>
        <w:t>ركھتا ،يہ كہہ كر انہو</w:t>
      </w:r>
      <w:r w:rsidR="007D6C9B">
        <w:rPr>
          <w:rtl/>
        </w:rPr>
        <w:t xml:space="preserve">ں </w:t>
      </w:r>
      <w:r>
        <w:rPr>
          <w:rtl/>
        </w:rPr>
        <w:t xml:space="preserve">نے اپناہ ارادہ ترك كرديا اور مايوس ہوكر ادھر ادھرچلے گئے _ </w:t>
      </w:r>
    </w:p>
    <w:p w:rsidR="00DE2D7F" w:rsidRDefault="00DE2D7F" w:rsidP="00D07B54">
      <w:pPr>
        <w:pStyle w:val="libFootnote"/>
        <w:rPr>
          <w:rtl/>
        </w:rPr>
      </w:pPr>
      <w:r>
        <w:rPr>
          <w:rtl/>
        </w:rPr>
        <w:t>(</w:t>
      </w:r>
      <w:r w:rsidR="00E664BB">
        <w:rPr>
          <w:rtl/>
        </w:rPr>
        <w:t>2</w:t>
      </w:r>
      <w:r>
        <w:rPr>
          <w:rtl/>
        </w:rPr>
        <w:t>)مزيد نفصيلات كے لئے رجوع كري</w:t>
      </w:r>
      <w:r w:rsidR="007D6C9B">
        <w:rPr>
          <w:rtl/>
        </w:rPr>
        <w:t xml:space="preserve">ں </w:t>
      </w:r>
      <w:r>
        <w:rPr>
          <w:rtl/>
        </w:rPr>
        <w:t>تفسير نمونہ جلد</w:t>
      </w:r>
      <w:r w:rsidR="00E664BB">
        <w:rPr>
          <w:rtl/>
        </w:rPr>
        <w:t>5</w:t>
      </w:r>
      <w:r>
        <w:rPr>
          <w:rtl/>
        </w:rPr>
        <w:t xml:space="preserve"> </w:t>
      </w:r>
      <w:r w:rsidR="00E664BB">
        <w:rPr>
          <w:rtl/>
        </w:rPr>
        <w:t>26</w:t>
      </w:r>
      <w:r w:rsidR="00E44785">
        <w:rPr>
          <w:rtl/>
        </w:rPr>
        <w:t>9</w:t>
      </w:r>
      <w:r>
        <w:rPr>
          <w:rtl/>
        </w:rPr>
        <w:t xml:space="preserve"> </w:t>
      </w:r>
    </w:p>
    <w:p w:rsidR="00A055F8" w:rsidRDefault="001648F9" w:rsidP="00D07B54">
      <w:pPr>
        <w:pStyle w:val="libNormal"/>
        <w:rPr>
          <w:rtl/>
        </w:rPr>
      </w:pPr>
      <w:r>
        <w:rPr>
          <w:rtl/>
        </w:rPr>
        <w:t xml:space="preserve"> </w:t>
      </w:r>
      <w:r>
        <w:rPr>
          <w:rtl/>
        </w:rPr>
        <w:br w:type="page"/>
      </w:r>
    </w:p>
    <w:p w:rsidR="00A055F8" w:rsidRDefault="00A055F8" w:rsidP="00D07B54">
      <w:pPr>
        <w:pStyle w:val="libNormal"/>
        <w:rPr>
          <w:rtl/>
        </w:rPr>
      </w:pPr>
    </w:p>
    <w:p w:rsidR="00A055F8" w:rsidRDefault="00DE2D7F" w:rsidP="00D07B54">
      <w:pPr>
        <w:pStyle w:val="Heading2Center"/>
        <w:rPr>
          <w:rtl/>
        </w:rPr>
      </w:pPr>
      <w:bookmarkStart w:id="43" w:name="_Toc7268440"/>
      <w:r>
        <w:rPr>
          <w:rtl/>
        </w:rPr>
        <w:t>حضرت نوح(ع) باسلامت اترآئے</w:t>
      </w:r>
      <w:bookmarkEnd w:id="43"/>
      <w:r>
        <w:rPr>
          <w:rtl/>
        </w:rPr>
        <w:t xml:space="preserve"> </w:t>
      </w:r>
    </w:p>
    <w:p w:rsidR="00DE2D7F" w:rsidRDefault="00DE2D7F" w:rsidP="00D07B54">
      <w:pPr>
        <w:pStyle w:val="libNormal"/>
        <w:rPr>
          <w:rtl/>
        </w:rPr>
      </w:pPr>
      <w:r>
        <w:rPr>
          <w:rtl/>
        </w:rPr>
        <w:t>حضرت نوح(ع) اور ان كى سبق آموزسرگزشت كے بارے مي</w:t>
      </w:r>
      <w:r w:rsidR="007D6C9B">
        <w:rPr>
          <w:rtl/>
        </w:rPr>
        <w:t xml:space="preserve">ں </w:t>
      </w:r>
      <w:r>
        <w:rPr>
          <w:rtl/>
        </w:rPr>
        <w:t>يہ آخرى حصہ ہے ہي</w:t>
      </w:r>
      <w:r w:rsidR="007D6C9B">
        <w:rPr>
          <w:rtl/>
        </w:rPr>
        <w:t xml:space="preserve">ں </w:t>
      </w:r>
      <w:r>
        <w:rPr>
          <w:rtl/>
        </w:rPr>
        <w:t>ان مي</w:t>
      </w:r>
      <w:r w:rsidR="007D6C9B">
        <w:rPr>
          <w:rtl/>
        </w:rPr>
        <w:t xml:space="preserve">ں </w:t>
      </w:r>
      <w:r>
        <w:rPr>
          <w:rtl/>
        </w:rPr>
        <w:t xml:space="preserve">حضرت نوح(ع) كے كشتى سے اترنے اور نئے سرے سے روئے زمين پر معمول كى زندگى گزارنے كى طرف اشارہ كيا گيا ہے _ </w:t>
      </w:r>
    </w:p>
    <w:p w:rsidR="00DE2D7F" w:rsidRDefault="00DE2D7F" w:rsidP="00D07B54">
      <w:pPr>
        <w:pStyle w:val="libNormal"/>
        <w:rPr>
          <w:rtl/>
        </w:rPr>
      </w:pPr>
      <w:r>
        <w:rPr>
          <w:rtl/>
        </w:rPr>
        <w:t>قرآن مي</w:t>
      </w:r>
      <w:r w:rsidR="007D6C9B">
        <w:rPr>
          <w:rtl/>
        </w:rPr>
        <w:t xml:space="preserve">ں </w:t>
      </w:r>
      <w:r>
        <w:rPr>
          <w:rtl/>
        </w:rPr>
        <w:t>ارشاد ہوتا ہے :'' نوح(ع) سے كہا گيا كہ سلامتى اور بركت كے ساتھ جو ہمارى طرف سے تم پر اور تمہارے ساتھيو</w:t>
      </w:r>
      <w:r w:rsidR="007D6C9B">
        <w:rPr>
          <w:rtl/>
        </w:rPr>
        <w:t xml:space="preserve">ں </w:t>
      </w:r>
      <w:r>
        <w:rPr>
          <w:rtl/>
        </w:rPr>
        <w:t>پر ہے، اترآئو''_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''طوفان ''نے زندگى كے تمام آثار كو درہم برہم كردےا تھا فطرى طور پر آباد زميني</w:t>
      </w:r>
      <w:r w:rsidR="007D6C9B">
        <w:rPr>
          <w:rtl/>
        </w:rPr>
        <w:t xml:space="preserve">ں </w:t>
      </w:r>
      <w:r>
        <w:rPr>
          <w:rtl/>
        </w:rPr>
        <w:t>،لہلہاتى چراگا ہي</w:t>
      </w:r>
      <w:r w:rsidR="007D6C9B">
        <w:rPr>
          <w:rtl/>
        </w:rPr>
        <w:t xml:space="preserve">ں </w:t>
      </w:r>
      <w:r>
        <w:rPr>
          <w:rtl/>
        </w:rPr>
        <w:t>اور سرسبز باغ سب كے سب ويران ہوچكے تھے اس موقع پر شديد خطرہ تھا كہ حضرت نوح اور ان كے اصحاب اور ساتھى زندگى گزارنے اور غذا كے سلسلے مي</w:t>
      </w:r>
      <w:r w:rsidR="007D6C9B">
        <w:rPr>
          <w:rtl/>
        </w:rPr>
        <w:t xml:space="preserve">ں </w:t>
      </w:r>
      <w:r>
        <w:rPr>
          <w:rtl/>
        </w:rPr>
        <w:t>بہت تنگى كا شكار ہو</w:t>
      </w:r>
      <w:r w:rsidR="007D6C9B">
        <w:rPr>
          <w:rtl/>
        </w:rPr>
        <w:t xml:space="preserve">ں </w:t>
      </w:r>
      <w:r>
        <w:rPr>
          <w:rtl/>
        </w:rPr>
        <w:t>گے _ليكن خدا نے ان مومنين كو اطمينان دلايا كہ بركات الہى كے دروازے تم پر كھل جائي</w:t>
      </w:r>
      <w:r w:rsidR="007D6C9B">
        <w:rPr>
          <w:rtl/>
        </w:rPr>
        <w:t xml:space="preserve">ں </w:t>
      </w:r>
      <w:r>
        <w:rPr>
          <w:rtl/>
        </w:rPr>
        <w:t>گے اور زندگى اور معاش كے حوالے سے تمہي</w:t>
      </w:r>
      <w:r w:rsidR="007D6C9B">
        <w:rPr>
          <w:rtl/>
        </w:rPr>
        <w:t xml:space="preserve">ں </w:t>
      </w:r>
      <w:r>
        <w:rPr>
          <w:rtl/>
        </w:rPr>
        <w:t>كوئي پريشانى لاحق نہي</w:t>
      </w:r>
      <w:r w:rsidR="007D6C9B">
        <w:rPr>
          <w:rtl/>
        </w:rPr>
        <w:t xml:space="preserve">ں </w:t>
      </w:r>
      <w:r>
        <w:rPr>
          <w:rtl/>
        </w:rPr>
        <w:t xml:space="preserve">ہوگي_ </w:t>
      </w:r>
    </w:p>
    <w:p w:rsidR="00DE2D7F" w:rsidRDefault="00DE2D7F" w:rsidP="00D07B54">
      <w:pPr>
        <w:pStyle w:val="libNormal"/>
        <w:rPr>
          <w:rtl/>
        </w:rPr>
      </w:pPr>
      <w:r>
        <w:rPr>
          <w:rtl/>
        </w:rPr>
        <w:t>علاوہ ازي</w:t>
      </w:r>
      <w:r w:rsidR="007D6C9B">
        <w:rPr>
          <w:rtl/>
        </w:rPr>
        <w:t xml:space="preserve">ں </w:t>
      </w:r>
      <w:r>
        <w:rPr>
          <w:rtl/>
        </w:rPr>
        <w:t>ممكن تھا كہ حضرت نوح اور ان كے پيروكارو</w:t>
      </w:r>
      <w:r w:rsidR="007D6C9B">
        <w:rPr>
          <w:rtl/>
        </w:rPr>
        <w:t xml:space="preserve">ں </w:t>
      </w:r>
      <w:r>
        <w:rPr>
          <w:rtl/>
        </w:rPr>
        <w:t>كو اپنى سلامتى كے حوالے سے يہ پريشانى ہوتى كہ طوفان كے بعد باقى ماندہ ان گندے پانيو</w:t>
      </w:r>
      <w:r w:rsidR="007D6C9B">
        <w:rPr>
          <w:rtl/>
        </w:rPr>
        <w:t xml:space="preserve">ں </w:t>
      </w:r>
      <w:r>
        <w:rPr>
          <w:rtl/>
        </w:rPr>
        <w:t>،جو ہڑو</w:t>
      </w:r>
      <w:r w:rsidR="007D6C9B">
        <w:rPr>
          <w:rtl/>
        </w:rPr>
        <w:t xml:space="preserve">ں </w:t>
      </w:r>
      <w:r>
        <w:rPr>
          <w:rtl/>
        </w:rPr>
        <w:t>اور دلدلو</w:t>
      </w:r>
      <w:r w:rsidR="007D6C9B">
        <w:rPr>
          <w:rtl/>
        </w:rPr>
        <w:t xml:space="preserve">ں </w:t>
      </w:r>
      <w:r>
        <w:rPr>
          <w:rtl/>
        </w:rPr>
        <w:t>كے ہوتے ہوئے زندگى خطرے سے دوچار ہوگى لہذا خدا تعالى اس سلسلے مي</w:t>
      </w:r>
      <w:r w:rsidR="007D6C9B">
        <w:rPr>
          <w:rtl/>
        </w:rPr>
        <w:t xml:space="preserve">ں </w:t>
      </w:r>
      <w:r>
        <w:rPr>
          <w:rtl/>
        </w:rPr>
        <w:t>بھى انہي</w:t>
      </w:r>
      <w:r w:rsidR="007D6C9B">
        <w:rPr>
          <w:rtl/>
        </w:rPr>
        <w:t xml:space="preserve">ں </w:t>
      </w:r>
      <w:r>
        <w:rPr>
          <w:rtl/>
        </w:rPr>
        <w:t>اطمنان دلاتا ہے كہ تمہي</w:t>
      </w:r>
      <w:r w:rsidR="007D6C9B">
        <w:rPr>
          <w:rtl/>
        </w:rPr>
        <w:t xml:space="preserve">ں </w:t>
      </w:r>
      <w:r>
        <w:rPr>
          <w:rtl/>
        </w:rPr>
        <w:t>كسى قسم كا كوئي خطرہ لاحق نہي</w:t>
      </w:r>
      <w:r w:rsidR="007D6C9B">
        <w:rPr>
          <w:rtl/>
        </w:rPr>
        <w:t xml:space="preserve">ں </w:t>
      </w:r>
      <w:r>
        <w:rPr>
          <w:rtl/>
        </w:rPr>
        <w:t>ہوگا اور وہ ذات جس نے ظالمو</w:t>
      </w:r>
      <w:r w:rsidR="007D6C9B">
        <w:rPr>
          <w:rtl/>
        </w:rPr>
        <w:t xml:space="preserve">ں </w:t>
      </w:r>
      <w:r>
        <w:rPr>
          <w:rtl/>
        </w:rPr>
        <w:t xml:space="preserve">كى نابودى كے لئے طوفان بھيجا ہے اہل ايمان كى سلامتى اور بركت كے لئے بھى ماحول فراہم كرسكتى ہے _ </w:t>
      </w:r>
    </w:p>
    <w:p w:rsidR="00DE2D7F" w:rsidRDefault="00DE2D7F" w:rsidP="00D07B54">
      <w:pPr>
        <w:pStyle w:val="libNormal"/>
        <w:rPr>
          <w:rtl/>
        </w:rPr>
      </w:pPr>
      <w:r>
        <w:rPr>
          <w:rtl/>
        </w:rPr>
        <w:t>اس بناء پر جس طرح حضرت نوح اور ان كے ساتھى پروردگار كے لامتناہى لطف وكرم كے سائے مي</w:t>
      </w:r>
      <w:r w:rsidR="007D6C9B">
        <w:rPr>
          <w:rtl/>
        </w:rPr>
        <w:t xml:space="preserve">ں </w:t>
      </w:r>
      <w:r>
        <w:rPr>
          <w:rtl/>
        </w:rPr>
        <w:t xml:space="preserve">طوفان كے بعد ان تمام مشكلات كے باوجود سلامتى وبركت كے ساتھ جيتے رہے ،اسى طرح مختلف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ہو دآيت</w:t>
      </w:r>
      <w:r w:rsidR="00E664BB">
        <w:rPr>
          <w:rtl/>
        </w:rPr>
        <w:t>48</w:t>
      </w:r>
      <w:r>
        <w:rPr>
          <w:rtl/>
        </w:rPr>
        <w:t xml:space="preserve"> </w:t>
      </w:r>
    </w:p>
    <w:p w:rsidR="00A055F8"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قسم كے جانور جو حضرت نوح كے ساتھ كشتى سے اترے تھے خدا كى طرف سے سلامتى وحفا ظت كے ساتھ اور اس كے لطف وكرم كے سائے مي</w:t>
      </w:r>
      <w:r w:rsidR="007D6C9B">
        <w:rPr>
          <w:rtl/>
        </w:rPr>
        <w:t xml:space="preserve">ں </w:t>
      </w:r>
      <w:r>
        <w:rPr>
          <w:rtl/>
        </w:rPr>
        <w:t xml:space="preserve">زندگى بسر كرتے رہے _ </w:t>
      </w:r>
    </w:p>
    <w:p w:rsidR="00A055F8" w:rsidRDefault="00DE2D7F" w:rsidP="00D07B54">
      <w:pPr>
        <w:pStyle w:val="Heading2Center"/>
        <w:rPr>
          <w:rtl/>
        </w:rPr>
      </w:pPr>
      <w:bookmarkStart w:id="44" w:name="_Toc7268441"/>
      <w:r>
        <w:rPr>
          <w:rtl/>
        </w:rPr>
        <w:t>كيا طوفان نوح(ع) عالمگير تھا ؟</w:t>
      </w:r>
      <w:bookmarkEnd w:id="44"/>
    </w:p>
    <w:p w:rsidR="00DE2D7F" w:rsidRDefault="00DE2D7F" w:rsidP="00D07B54">
      <w:pPr>
        <w:pStyle w:val="libNormal"/>
        <w:rPr>
          <w:rtl/>
        </w:rPr>
      </w:pPr>
      <w:r>
        <w:rPr>
          <w:rtl/>
        </w:rPr>
        <w:t xml:space="preserve"> قرآنى بہت سى آيات كے ظاہر سے معلوم ہوتا ہے كہ طوفان نوح كسى خاص علاقے كے لئے نہ تھابلكہ پورى زمين پر رونما ہوا تھا كيونكہ لفظ ''ارض ''(زمين)مطلق طور پر آيا ہے : </w:t>
      </w:r>
    </w:p>
    <w:p w:rsidR="00DE2D7F" w:rsidRDefault="00DE2D7F" w:rsidP="00D07B54">
      <w:pPr>
        <w:pStyle w:val="libNormal"/>
        <w:rPr>
          <w:rtl/>
        </w:rPr>
      </w:pPr>
      <w:r>
        <w:rPr>
          <w:rtl/>
        </w:rPr>
        <w:t>''خداوندا روئے زمين پر ان كافرو</w:t>
      </w:r>
      <w:r w:rsidR="007D6C9B">
        <w:rPr>
          <w:rtl/>
        </w:rPr>
        <w:t xml:space="preserve">ں </w:t>
      </w:r>
      <w:r>
        <w:rPr>
          <w:rtl/>
        </w:rPr>
        <w:t>مي</w:t>
      </w:r>
      <w:r w:rsidR="007D6C9B">
        <w:rPr>
          <w:rtl/>
        </w:rPr>
        <w:t xml:space="preserve">ں </w:t>
      </w:r>
      <w:r>
        <w:rPr>
          <w:rtl/>
        </w:rPr>
        <w:t>سے كسى كو زندہ نہ رہنے دے كہ جن كے بارے مي</w:t>
      </w:r>
      <w:r w:rsidR="007D6C9B">
        <w:rPr>
          <w:rtl/>
        </w:rPr>
        <w:t xml:space="preserve">ں </w:t>
      </w:r>
      <w:r>
        <w:rPr>
          <w:rtl/>
        </w:rPr>
        <w:t>اصلاح كى كوئي اميد نہي</w:t>
      </w:r>
      <w:r w:rsidR="007D6C9B">
        <w:rPr>
          <w:rtl/>
        </w:rPr>
        <w:t xml:space="preserve">ں </w:t>
      </w:r>
      <w:r>
        <w:rPr>
          <w:rtl/>
        </w:rPr>
        <w:t>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اسى طرح سورہ ہود مي</w:t>
      </w:r>
      <w:r w:rsidR="007D6C9B">
        <w:rPr>
          <w:rtl/>
        </w:rPr>
        <w:t xml:space="preserve">ں </w:t>
      </w:r>
      <w:r>
        <w:rPr>
          <w:rtl/>
        </w:rPr>
        <w:t>ارشاد ہوتا ہے: ''اے زمين اپنا پانى نگل لے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بہت سى تواريخ سے بھى طوفان نوح(ع) كے عالمگير ہونے كى خبر ملتى ہے اسى لئے كہا جاتاہے كہ موجودہ تمام نسلي</w:t>
      </w:r>
      <w:r w:rsidR="007D6C9B">
        <w:rPr>
          <w:rtl/>
        </w:rPr>
        <w:t xml:space="preserve">ں </w:t>
      </w:r>
      <w:r>
        <w:rPr>
          <w:rtl/>
        </w:rPr>
        <w:t>حضرت نوح(ع) كے تين بيٹو</w:t>
      </w:r>
      <w:r w:rsidR="007D6C9B">
        <w:rPr>
          <w:rtl/>
        </w:rPr>
        <w:t xml:space="preserve">ں </w:t>
      </w:r>
      <w:r>
        <w:rPr>
          <w:rtl/>
        </w:rPr>
        <w:t>حام،سام اور يافث كى اولاد مي</w:t>
      </w:r>
      <w:r w:rsidR="007D6C9B">
        <w:rPr>
          <w:rtl/>
        </w:rPr>
        <w:t xml:space="preserve">ں </w:t>
      </w:r>
      <w:r>
        <w:rPr>
          <w:rtl/>
        </w:rPr>
        <w:t>سے ہي</w:t>
      </w:r>
      <w:r w:rsidR="007D6C9B">
        <w:rPr>
          <w:rtl/>
        </w:rPr>
        <w:t xml:space="preserve">ں </w:t>
      </w:r>
      <w:r>
        <w:rPr>
          <w:rtl/>
        </w:rPr>
        <w:t xml:space="preserve">جو كہ زندہ بچ گئے تھے _ </w:t>
      </w:r>
    </w:p>
    <w:p w:rsidR="00DE2D7F" w:rsidRDefault="00DE2D7F" w:rsidP="00D07B54">
      <w:pPr>
        <w:pStyle w:val="libNormal"/>
        <w:rPr>
          <w:rtl/>
        </w:rPr>
      </w:pPr>
      <w:r>
        <w:rPr>
          <w:rtl/>
        </w:rPr>
        <w:t>طبيعى تاريخ بھى سيلابى بارشو</w:t>
      </w:r>
      <w:r w:rsidR="007D6C9B">
        <w:rPr>
          <w:rtl/>
        </w:rPr>
        <w:t xml:space="preserve">ں </w:t>
      </w:r>
      <w:r>
        <w:rPr>
          <w:rtl/>
        </w:rPr>
        <w:t>كے نام سے ايك دور كا پتہ چلتاہے اس دور كو اگر لازمى طور پرجاندارو</w:t>
      </w:r>
      <w:r w:rsidR="007D6C9B">
        <w:rPr>
          <w:rtl/>
        </w:rPr>
        <w:t xml:space="preserve">ں </w:t>
      </w:r>
      <w:r>
        <w:rPr>
          <w:rtl/>
        </w:rPr>
        <w:t>كى</w:t>
      </w:r>
      <w:r w:rsidR="00E173E0">
        <w:rPr>
          <w:rtl/>
        </w:rPr>
        <w:t xml:space="preserve"> پيدائش </w:t>
      </w:r>
      <w:r>
        <w:rPr>
          <w:rtl/>
        </w:rPr>
        <w:t>سے قبل سے مربوط نہ سمجھي</w:t>
      </w:r>
      <w:r w:rsidR="007D6C9B">
        <w:rPr>
          <w:rtl/>
        </w:rPr>
        <w:t xml:space="preserve">ں </w:t>
      </w:r>
      <w:r>
        <w:rPr>
          <w:rtl/>
        </w:rPr>
        <w:t>تو وہ بھى طوفان نوح پر منطبق ہوسكتا ہے _</w:t>
      </w:r>
      <w:r w:rsidRPr="00AD1EF3">
        <w:rPr>
          <w:rStyle w:val="libFootnotenumChar"/>
          <w:rtl/>
        </w:rPr>
        <w:t>(</w:t>
      </w:r>
      <w:r w:rsidR="00E664BB" w:rsidRPr="00AD1EF3">
        <w:rPr>
          <w:rStyle w:val="libFootnotenumChar"/>
          <w:rtl/>
        </w:rPr>
        <w:t>3</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نوح ايت </w:t>
      </w:r>
      <w:r w:rsidR="00E664BB">
        <w:rPr>
          <w:rtl/>
        </w:rPr>
        <w:t>26</w:t>
      </w:r>
      <w:r>
        <w:rPr>
          <w:rtl/>
        </w:rPr>
        <w:t xml:space="preserve"> </w:t>
      </w:r>
    </w:p>
    <w:p w:rsidR="00DE2D7F" w:rsidRDefault="00DE2D7F" w:rsidP="00D07B54">
      <w:pPr>
        <w:pStyle w:val="libFootnote"/>
        <w:rPr>
          <w:rtl/>
        </w:rPr>
      </w:pPr>
      <w:r>
        <w:rPr>
          <w:rtl/>
        </w:rPr>
        <w:t>(</w:t>
      </w:r>
      <w:r w:rsidR="00E664BB">
        <w:rPr>
          <w:rtl/>
        </w:rPr>
        <w:t>2</w:t>
      </w:r>
      <w:r>
        <w:rPr>
          <w:rtl/>
        </w:rPr>
        <w:t>)سورہ ہود آيت</w:t>
      </w:r>
      <w:r w:rsidR="00E664BB">
        <w:rPr>
          <w:rtl/>
        </w:rPr>
        <w:t>44</w:t>
      </w:r>
      <w:r>
        <w:rPr>
          <w:rtl/>
        </w:rPr>
        <w:t xml:space="preserve"> </w:t>
      </w:r>
    </w:p>
    <w:p w:rsidR="00DE2D7F" w:rsidRDefault="00DE2D7F" w:rsidP="00D07B54">
      <w:pPr>
        <w:pStyle w:val="libFootnote"/>
        <w:rPr>
          <w:rtl/>
        </w:rPr>
      </w:pPr>
      <w:r>
        <w:rPr>
          <w:rtl/>
        </w:rPr>
        <w:t>(</w:t>
      </w:r>
      <w:r w:rsidR="00E664BB">
        <w:rPr>
          <w:rtl/>
        </w:rPr>
        <w:t>3</w:t>
      </w:r>
      <w:r>
        <w:rPr>
          <w:rtl/>
        </w:rPr>
        <w:t>)زمين كى طبيعى تاريخ مي</w:t>
      </w:r>
      <w:r w:rsidR="007D6C9B">
        <w:rPr>
          <w:rtl/>
        </w:rPr>
        <w:t xml:space="preserve">ں </w:t>
      </w:r>
      <w:r>
        <w:rPr>
          <w:rtl/>
        </w:rPr>
        <w:t>يہ نظر يہ بھى ہے كہ كرہ زمين كا محور تدريجى طور پر تغير پيدا كرتا ہے يعنى قطب شمالى اور قطب جنوبى خطّ استوا مي</w:t>
      </w:r>
      <w:r w:rsidR="007D6C9B">
        <w:rPr>
          <w:rtl/>
        </w:rPr>
        <w:t xml:space="preserve">ں </w:t>
      </w:r>
      <w:r>
        <w:rPr>
          <w:rtl/>
        </w:rPr>
        <w:t>تبديل ہوجاتے ہي</w:t>
      </w:r>
      <w:r w:rsidR="007D6C9B">
        <w:rPr>
          <w:rtl/>
        </w:rPr>
        <w:t xml:space="preserve">ں </w:t>
      </w:r>
      <w:r>
        <w:rPr>
          <w:rtl/>
        </w:rPr>
        <w:t>اور خط استوا قطب جنوبى كى جگہ لے ليتا ہے، واضح ہے كہ جب قطب شمالى وجنوبى مي</w:t>
      </w:r>
      <w:r w:rsidR="007D6C9B">
        <w:rPr>
          <w:rtl/>
        </w:rPr>
        <w:t xml:space="preserve">ں </w:t>
      </w:r>
      <w:r>
        <w:rPr>
          <w:rtl/>
        </w:rPr>
        <w:t>موجود بہت زيادہ برف پگھل پڑے تو دريائو</w:t>
      </w:r>
      <w:r w:rsidR="007D6C9B">
        <w:rPr>
          <w:rtl/>
        </w:rPr>
        <w:t xml:space="preserve">ں </w:t>
      </w:r>
      <w:r>
        <w:rPr>
          <w:rtl/>
        </w:rPr>
        <w:t>اور سمندرو</w:t>
      </w:r>
      <w:r w:rsidR="007D6C9B">
        <w:rPr>
          <w:rtl/>
        </w:rPr>
        <w:t xml:space="preserve">ں </w:t>
      </w:r>
      <w:r>
        <w:rPr>
          <w:rtl/>
        </w:rPr>
        <w:t>كے پانى كى سطح اس قدر اوپر آجائے گى كہ بہت سى خشكيو</w:t>
      </w:r>
      <w:r w:rsidR="007D6C9B">
        <w:rPr>
          <w:rtl/>
        </w:rPr>
        <w:t xml:space="preserve">ں </w:t>
      </w:r>
      <w:r>
        <w:rPr>
          <w:rtl/>
        </w:rPr>
        <w:t>كو اپنى لپيٹ مي</w:t>
      </w:r>
      <w:r w:rsidR="007D6C9B">
        <w:rPr>
          <w:rtl/>
        </w:rPr>
        <w:t xml:space="preserve">ں </w:t>
      </w:r>
      <w:r>
        <w:rPr>
          <w:rtl/>
        </w:rPr>
        <w:t>لے لے گى اور پانى زمين مي</w:t>
      </w:r>
      <w:r w:rsidR="007D6C9B">
        <w:rPr>
          <w:rtl/>
        </w:rPr>
        <w:t xml:space="preserve">ں </w:t>
      </w:r>
      <w:r>
        <w:rPr>
          <w:rtl/>
        </w:rPr>
        <w:t>جہا</w:t>
      </w:r>
      <w:r w:rsidR="007D6C9B">
        <w:rPr>
          <w:rtl/>
        </w:rPr>
        <w:t xml:space="preserve">ں </w:t>
      </w:r>
      <w:r>
        <w:rPr>
          <w:rtl/>
        </w:rPr>
        <w:t>جہا</w:t>
      </w:r>
      <w:r w:rsidR="007D6C9B">
        <w:rPr>
          <w:rtl/>
        </w:rPr>
        <w:t xml:space="preserve">ں </w:t>
      </w:r>
      <w:r>
        <w:rPr>
          <w:rtl/>
        </w:rPr>
        <w:t>اسے گنجا</w:t>
      </w:r>
      <w:r w:rsidR="00091C36">
        <w:rPr>
          <w:rtl/>
        </w:rPr>
        <w:t xml:space="preserve">ئش </w:t>
      </w:r>
      <w:r>
        <w:rPr>
          <w:rtl/>
        </w:rPr>
        <w:t xml:space="preserve"> ملے گى ابلتے ہوئے چشمو</w:t>
      </w:r>
      <w:r w:rsidR="007D6C9B">
        <w:rPr>
          <w:rtl/>
        </w:rPr>
        <w:t xml:space="preserve">ں </w:t>
      </w:r>
      <w:r>
        <w:rPr>
          <w:rtl/>
        </w:rPr>
        <w:t>كى صورت مي</w:t>
      </w:r>
      <w:r w:rsidR="007D6C9B">
        <w:rPr>
          <w:rtl/>
        </w:rPr>
        <w:t xml:space="preserve">ں </w:t>
      </w:r>
      <w:r>
        <w:rPr>
          <w:rtl/>
        </w:rPr>
        <w:t>نكلے گا، پانى كى يہى وسعت بادلو</w:t>
      </w:r>
      <w:r w:rsidR="007D6C9B">
        <w:rPr>
          <w:rtl/>
        </w:rPr>
        <w:t xml:space="preserve">ں </w:t>
      </w:r>
      <w:r>
        <w:rPr>
          <w:rtl/>
        </w:rPr>
        <w:t>كى تخليق كا سبب بنتى ہے اور پھر زيادہ سے زيادہ بارشي</w:t>
      </w:r>
      <w:r w:rsidR="007D6C9B">
        <w:rPr>
          <w:rtl/>
        </w:rPr>
        <w:t xml:space="preserve">ں </w:t>
      </w:r>
      <w:r>
        <w:rPr>
          <w:rtl/>
        </w:rPr>
        <w:t>انہى بادلو</w:t>
      </w:r>
      <w:r w:rsidR="007D6C9B">
        <w:rPr>
          <w:rtl/>
        </w:rPr>
        <w:t xml:space="preserve">ں </w:t>
      </w:r>
      <w:r>
        <w:rPr>
          <w:rtl/>
        </w:rPr>
        <w:t>سے ہوتى ہي</w:t>
      </w:r>
      <w:r w:rsidR="007D6C9B">
        <w:rPr>
          <w:rtl/>
        </w:rPr>
        <w:t xml:space="preserve">ں </w:t>
      </w:r>
    </w:p>
    <w:p w:rsidR="00DE2D7F" w:rsidRDefault="00DE2D7F" w:rsidP="00D07B54">
      <w:pPr>
        <w:pStyle w:val="libFootnote"/>
        <w:rPr>
          <w:rtl/>
        </w:rPr>
      </w:pPr>
      <w:r>
        <w:rPr>
          <w:rtl/>
        </w:rPr>
        <w:t>يہ امر كہ حضرت نوح نے زمين كے جانورو</w:t>
      </w:r>
      <w:r w:rsidR="007D6C9B">
        <w:rPr>
          <w:rtl/>
        </w:rPr>
        <w:t xml:space="preserve">ں </w:t>
      </w:r>
      <w:r>
        <w:rPr>
          <w:rtl/>
        </w:rPr>
        <w:t xml:space="preserve">كے چند نمونے بھى اپنے ساتھ لئے تھے طوفان كے عالمگير ہونے كا مو يد ہے _ </w:t>
      </w:r>
    </w:p>
    <w:p w:rsidR="00A055F8" w:rsidRDefault="00A055F8" w:rsidP="00D07B54">
      <w:pPr>
        <w:pStyle w:val="libFootnote"/>
        <w:rPr>
          <w:rtl/>
        </w:rPr>
      </w:pPr>
      <w:r>
        <w:rPr>
          <w:rtl/>
        </w:rPr>
        <w:t xml:space="preserve">(4) اس روئے زمين پرسبھى حضرت نوح كى اولاد سے ہيں ؟ رجوع كريں تفسير نمونہ ج10 ص503 سورہ صافات آيت 82 كى تفسير ميں </w:t>
      </w:r>
    </w:p>
    <w:p w:rsidR="00A055F8" w:rsidRDefault="00C2634E" w:rsidP="00D07B54">
      <w:pPr>
        <w:pStyle w:val="libNormal"/>
        <w:rPr>
          <w:rtl/>
        </w:rPr>
      </w:pPr>
      <w:r>
        <w:rPr>
          <w:rtl/>
        </w:rPr>
        <w:t xml:space="preserve"> </w:t>
      </w:r>
      <w:r>
        <w:rPr>
          <w:rtl/>
        </w:rPr>
        <w:br w:type="page"/>
      </w:r>
    </w:p>
    <w:p w:rsidR="00A055F8" w:rsidRDefault="00DE2D7F" w:rsidP="00D07B54">
      <w:pPr>
        <w:pStyle w:val="Heading2Center"/>
        <w:rPr>
          <w:rtl/>
        </w:rPr>
      </w:pPr>
      <w:bookmarkStart w:id="45" w:name="_Toc7268442"/>
      <w:r>
        <w:rPr>
          <w:rtl/>
        </w:rPr>
        <w:lastRenderedPageBreak/>
        <w:t>طوفان كے ذريعے سزا كيو</w:t>
      </w:r>
      <w:r w:rsidR="007D6C9B">
        <w:rPr>
          <w:rtl/>
        </w:rPr>
        <w:t xml:space="preserve">ں </w:t>
      </w:r>
      <w:r>
        <w:rPr>
          <w:rtl/>
        </w:rPr>
        <w:t>دى گئي ؟</w:t>
      </w:r>
      <w:bookmarkEnd w:id="45"/>
    </w:p>
    <w:p w:rsidR="00DE2D7F" w:rsidRDefault="00DE2D7F" w:rsidP="00D07B54">
      <w:pPr>
        <w:pStyle w:val="libNormal"/>
        <w:rPr>
          <w:rtl/>
        </w:rPr>
      </w:pPr>
      <w:r>
        <w:rPr>
          <w:rtl/>
        </w:rPr>
        <w:t xml:space="preserve"> يہ صحيح ہے كہ ايك فاسداور برى قوم كو نابود ہونا چاہئے ،چاہے وہ كسى ذريعے سے نابودہو، اس سے فرق نہي</w:t>
      </w:r>
      <w:r w:rsidR="007D6C9B">
        <w:rPr>
          <w:rtl/>
        </w:rPr>
        <w:t xml:space="preserve">ں </w:t>
      </w:r>
      <w:r>
        <w:rPr>
          <w:rtl/>
        </w:rPr>
        <w:t>پڑتا ليكن آيات قرآنى مي</w:t>
      </w:r>
      <w:r w:rsidR="007D6C9B">
        <w:rPr>
          <w:rtl/>
        </w:rPr>
        <w:t xml:space="preserve">ں </w:t>
      </w:r>
      <w:r>
        <w:rPr>
          <w:rtl/>
        </w:rPr>
        <w:t>غور كرنے سے پتہ چلتا ہے كہ عذاب و سزا اور قومو</w:t>
      </w:r>
      <w:r w:rsidR="007D6C9B">
        <w:rPr>
          <w:rtl/>
        </w:rPr>
        <w:t xml:space="preserve">ں </w:t>
      </w:r>
      <w:r>
        <w:rPr>
          <w:rtl/>
        </w:rPr>
        <w:t>كے گناہو</w:t>
      </w:r>
      <w:r w:rsidR="007D6C9B">
        <w:rPr>
          <w:rtl/>
        </w:rPr>
        <w:t xml:space="preserve">ں </w:t>
      </w:r>
      <w:r>
        <w:rPr>
          <w:rtl/>
        </w:rPr>
        <w:t>مي</w:t>
      </w:r>
      <w:r w:rsidR="007D6C9B">
        <w:rPr>
          <w:rtl/>
        </w:rPr>
        <w:t xml:space="preserve">ں </w:t>
      </w:r>
      <w:r>
        <w:rPr>
          <w:rtl/>
        </w:rPr>
        <w:t>ايك قسم كى مناسبت تھى اور ہے ،فرعون نے عظيم دريائے نيل اور اس كے پر بركت پانى كو اپنى قوت وطاقت كا ذريعہ بناركھا تھا يہ با ت جا ذب نظر ہے كہ وہى اس كى نابودى كا سبب بنا نمرود كو اپنے عظيم ظلم پر بھروسہ تھا اور ہم جانتے ہي</w:t>
      </w:r>
      <w:r w:rsidR="007D6C9B">
        <w:rPr>
          <w:rtl/>
        </w:rPr>
        <w:t xml:space="preserve">ں </w:t>
      </w:r>
      <w:r>
        <w:rPr>
          <w:rtl/>
        </w:rPr>
        <w:t>كہ حشرات الارض كے چھوٹے سے لشكر نے اسے اور اس كے ساتھيو</w:t>
      </w:r>
      <w:r w:rsidR="007D6C9B">
        <w:rPr>
          <w:rtl/>
        </w:rPr>
        <w:t xml:space="preserve">ں </w:t>
      </w:r>
      <w:r>
        <w:rPr>
          <w:rtl/>
        </w:rPr>
        <w:t>كو شكست دےدي_ قوم نوح زراعت پيشہ تھى ان كى كثير دولت كا دارومدار زراعت پر ہى تھا جيسا كہ بہت سى روايات سے معلوم ہوتا ہے كہ حضرت نوح كوفہ مي</w:t>
      </w:r>
      <w:r w:rsidR="007D6C9B">
        <w:rPr>
          <w:rtl/>
        </w:rPr>
        <w:t xml:space="preserve">ں </w:t>
      </w:r>
      <w:r>
        <w:rPr>
          <w:rtl/>
        </w:rPr>
        <w:t xml:space="preserve">رہتے تھے دوسرى طرف بعض روايات كے مطابق طوفان مكہ اور خانہ كعبہ تك پھيلا ہوا تھا تو يہ صورت بھى اس بات كى مو يد ہے كہ طوفان عالمگير تھا _ </w:t>
      </w:r>
    </w:p>
    <w:p w:rsidR="00DE2D7F" w:rsidRDefault="00DE2D7F" w:rsidP="00D07B54">
      <w:pPr>
        <w:pStyle w:val="libNormal"/>
        <w:rPr>
          <w:rtl/>
        </w:rPr>
      </w:pPr>
      <w:r>
        <w:rPr>
          <w:rtl/>
        </w:rPr>
        <w:t>ليكن ان تمام چيزو</w:t>
      </w:r>
      <w:r w:rsidR="007D6C9B">
        <w:rPr>
          <w:rtl/>
        </w:rPr>
        <w:t xml:space="preserve">ں </w:t>
      </w:r>
      <w:r>
        <w:rPr>
          <w:rtl/>
        </w:rPr>
        <w:t>كے باوجود اس امر كى بھى بالكل نفى نہي</w:t>
      </w:r>
      <w:r w:rsidR="007D6C9B">
        <w:rPr>
          <w:rtl/>
        </w:rPr>
        <w:t xml:space="preserve">ں </w:t>
      </w:r>
      <w:r>
        <w:rPr>
          <w:rtl/>
        </w:rPr>
        <w:t>كى جاسكتى كہ طوفان نوح ايك منطقہ كے ساتھ مخصوص تھا كيونكہ لفظ ''ارض ''(زمين ) كا اطلاق قرآن مي</w:t>
      </w:r>
      <w:r w:rsidR="007D6C9B">
        <w:rPr>
          <w:rtl/>
        </w:rPr>
        <w:t xml:space="preserve">ں </w:t>
      </w:r>
      <w:r>
        <w:rPr>
          <w:rtl/>
        </w:rPr>
        <w:t>كئي مرتبہ زمين كے ايك وسيع قطعے پر بھى ہوا ہے جيسا كہ بنى اسرائيل كى سرگزشت مي</w:t>
      </w:r>
      <w:r w:rsidR="007D6C9B">
        <w:rPr>
          <w:rtl/>
        </w:rPr>
        <w:t xml:space="preserve">ں </w:t>
      </w:r>
      <w:r>
        <w:rPr>
          <w:rtl/>
        </w:rPr>
        <w:t>ہے : ''ہم نے زمين كے مشارق اور مغارب بنى اسرائيل كے مستضعفين كے قبضے مي</w:t>
      </w:r>
      <w:r w:rsidR="007D6C9B">
        <w:rPr>
          <w:rtl/>
        </w:rPr>
        <w:t xml:space="preserve">ں </w:t>
      </w:r>
      <w:r>
        <w:rPr>
          <w:rtl/>
        </w:rPr>
        <w:t>ديئے''(سورہ اعراف آيت</w:t>
      </w:r>
      <w:r w:rsidR="00E664BB">
        <w:rPr>
          <w:rtl/>
        </w:rPr>
        <w:t>137</w:t>
      </w:r>
      <w:r>
        <w:rPr>
          <w:rtl/>
        </w:rPr>
        <w:t xml:space="preserve">) </w:t>
      </w:r>
    </w:p>
    <w:p w:rsidR="00DE2D7F" w:rsidRDefault="00DE2D7F" w:rsidP="00D07B54">
      <w:pPr>
        <w:pStyle w:val="libNormal"/>
        <w:rPr>
          <w:rtl/>
        </w:rPr>
      </w:pPr>
      <w:r>
        <w:rPr>
          <w:rtl/>
        </w:rPr>
        <w:t>كشتى مي</w:t>
      </w:r>
      <w:r w:rsidR="007D6C9B">
        <w:rPr>
          <w:rtl/>
        </w:rPr>
        <w:t xml:space="preserve">ں </w:t>
      </w:r>
      <w:r>
        <w:rPr>
          <w:rtl/>
        </w:rPr>
        <w:t>جانورو</w:t>
      </w:r>
      <w:r w:rsidR="007D6C9B">
        <w:rPr>
          <w:rtl/>
        </w:rPr>
        <w:t xml:space="preserve">ں </w:t>
      </w:r>
      <w:r>
        <w:rPr>
          <w:rtl/>
        </w:rPr>
        <w:t>كوشايد اس بناء پر ركھا گيا ہو كہ زمين كے اس حصے مي</w:t>
      </w:r>
      <w:r w:rsidR="007D6C9B">
        <w:rPr>
          <w:rtl/>
        </w:rPr>
        <w:t xml:space="preserve">ں </w:t>
      </w:r>
      <w:r>
        <w:rPr>
          <w:rtl/>
        </w:rPr>
        <w:t>جانورو</w:t>
      </w:r>
      <w:r w:rsidR="007D6C9B">
        <w:rPr>
          <w:rtl/>
        </w:rPr>
        <w:t xml:space="preserve">ں </w:t>
      </w:r>
      <w:r>
        <w:rPr>
          <w:rtl/>
        </w:rPr>
        <w:t>كى نسل منقطع نہ ہو خصوصاً اس زمانے مي</w:t>
      </w:r>
      <w:r w:rsidR="007D6C9B">
        <w:rPr>
          <w:rtl/>
        </w:rPr>
        <w:t xml:space="preserve">ں </w:t>
      </w:r>
      <w:r>
        <w:rPr>
          <w:rtl/>
        </w:rPr>
        <w:t>جانورو</w:t>
      </w:r>
      <w:r w:rsidR="007D6C9B">
        <w:rPr>
          <w:rtl/>
        </w:rPr>
        <w:t xml:space="preserve">ں </w:t>
      </w:r>
      <w:r>
        <w:rPr>
          <w:rtl/>
        </w:rPr>
        <w:t>كا دور دراز علاقو</w:t>
      </w:r>
      <w:r w:rsidR="007D6C9B">
        <w:rPr>
          <w:rtl/>
        </w:rPr>
        <w:t xml:space="preserve">ں </w:t>
      </w:r>
      <w:r>
        <w:rPr>
          <w:rtl/>
        </w:rPr>
        <w:t>سے منتقل ہونا كوئي آسان كام نہي</w:t>
      </w:r>
      <w:r w:rsidR="007D6C9B">
        <w:rPr>
          <w:rtl/>
        </w:rPr>
        <w:t xml:space="preserve">ں </w:t>
      </w:r>
      <w:r>
        <w:rPr>
          <w:rtl/>
        </w:rPr>
        <w:t>تھا_ اسى طرح ديگر مذكورہ قرائن اس بات پر منطبق ہوسكتے ہي</w:t>
      </w:r>
      <w:r w:rsidR="007D6C9B">
        <w:rPr>
          <w:rtl/>
        </w:rPr>
        <w:t xml:space="preserve">ں </w:t>
      </w:r>
      <w:r>
        <w:rPr>
          <w:rtl/>
        </w:rPr>
        <w:t>كہ طوفان نوح ايك خاص علاقہ مي</w:t>
      </w:r>
      <w:r w:rsidR="007D6C9B">
        <w:rPr>
          <w:rtl/>
        </w:rPr>
        <w:t xml:space="preserve">ں </w:t>
      </w:r>
      <w:r>
        <w:rPr>
          <w:rtl/>
        </w:rPr>
        <w:t>آيا تھا_ يہ نكتہ بھى قابل توجہ ہے كہ طوفان نوح تو اس سركش قوم كى سزا اور عذاب كے طورپر تھا اورہمارے پاس كوئي ايسى دليل نہي</w:t>
      </w:r>
      <w:r w:rsidR="007D6C9B">
        <w:rPr>
          <w:rtl/>
        </w:rPr>
        <w:t xml:space="preserve">ں </w:t>
      </w:r>
      <w:r>
        <w:rPr>
          <w:rtl/>
        </w:rPr>
        <w:t xml:space="preserve">ہے كہ جس كى بنا پر يہ كہا جاسكے كہ حضرت نوح كى دعوت تمام روئے زمين پر پہنچى تھى </w:t>
      </w:r>
    </w:p>
    <w:p w:rsidR="00DE2D7F" w:rsidRDefault="00DE2D7F" w:rsidP="00D07B54">
      <w:pPr>
        <w:pStyle w:val="libNormal"/>
        <w:rPr>
          <w:rtl/>
        </w:rPr>
      </w:pPr>
      <w:r>
        <w:rPr>
          <w:rtl/>
        </w:rPr>
        <w:t>اصولى طور پر اس زمانے كے وسائل وذرائع كے ساتھ ايك پيغمبر كى دعوت كا (اس كے اپنے زمانے مي</w:t>
      </w:r>
      <w:r w:rsidR="007D6C9B">
        <w:rPr>
          <w:rtl/>
        </w:rPr>
        <w:t xml:space="preserve">ں </w:t>
      </w:r>
      <w:r>
        <w:rPr>
          <w:rtl/>
        </w:rPr>
        <w:t>) زمين كے تمام خطو</w:t>
      </w:r>
      <w:r w:rsidR="007D6C9B">
        <w:rPr>
          <w:rtl/>
        </w:rPr>
        <w:t xml:space="preserve">ں </w:t>
      </w:r>
      <w:r>
        <w:rPr>
          <w:rtl/>
        </w:rPr>
        <w:t>اور علاقو</w:t>
      </w:r>
      <w:r w:rsidR="007D6C9B">
        <w:rPr>
          <w:rtl/>
        </w:rPr>
        <w:t xml:space="preserve">ں </w:t>
      </w:r>
      <w:r>
        <w:rPr>
          <w:rtl/>
        </w:rPr>
        <w:t>تك پہنچنا بعيد نظر آتا ہے بہرحال اس عبرت خيز واقعے كو بيان كرنے سے قرآ ن كا مقصد يہ ہے كہ اس مي</w:t>
      </w:r>
      <w:r w:rsidR="007D6C9B">
        <w:rPr>
          <w:rtl/>
        </w:rPr>
        <w:t xml:space="preserve">ں </w:t>
      </w:r>
      <w:r>
        <w:rPr>
          <w:rtl/>
        </w:rPr>
        <w:t>چھپے اہم تربيتى نكات بيان كيے جائي</w:t>
      </w:r>
      <w:r w:rsidR="007D6C9B">
        <w:rPr>
          <w:rtl/>
        </w:rPr>
        <w:t xml:space="preserve">ں </w:t>
      </w:r>
      <w:r>
        <w:rPr>
          <w:rtl/>
        </w:rPr>
        <w:t>، اس سے كوئي فرق نہي</w:t>
      </w:r>
      <w:r w:rsidR="007D6C9B">
        <w:rPr>
          <w:rtl/>
        </w:rPr>
        <w:t xml:space="preserve">ں </w:t>
      </w:r>
      <w:r>
        <w:rPr>
          <w:rtl/>
        </w:rPr>
        <w:t xml:space="preserve">پڑنا چاہيے كہ يہ واقعہ عالمى ہو يا كسى ايك علاقے سے تعلق ركھتا ہو _ </w:t>
      </w:r>
    </w:p>
    <w:p w:rsidR="00A055F8" w:rsidRDefault="001648F9" w:rsidP="00D07B54">
      <w:pPr>
        <w:pStyle w:val="libNormal"/>
        <w:rPr>
          <w:rtl/>
        </w:rPr>
      </w:pPr>
      <w:r>
        <w:rPr>
          <w:rtl/>
        </w:rPr>
        <w:br w:type="page"/>
      </w:r>
    </w:p>
    <w:p w:rsidR="00A055F8" w:rsidRDefault="00A055F8" w:rsidP="00D07B54">
      <w:pPr>
        <w:pStyle w:val="libNormal"/>
        <w:rPr>
          <w:rtl/>
        </w:rPr>
      </w:pPr>
    </w:p>
    <w:p w:rsidR="00DE2D7F" w:rsidRDefault="00DE2D7F" w:rsidP="00D07B54">
      <w:pPr>
        <w:pStyle w:val="libNormal"/>
        <w:rPr>
          <w:rtl/>
        </w:rPr>
      </w:pPr>
      <w:r>
        <w:rPr>
          <w:rtl/>
        </w:rPr>
        <w:t>ہم جانتے ہي</w:t>
      </w:r>
      <w:r w:rsidR="007D6C9B">
        <w:rPr>
          <w:rtl/>
        </w:rPr>
        <w:t xml:space="preserve">ں </w:t>
      </w:r>
      <w:r>
        <w:rPr>
          <w:rtl/>
        </w:rPr>
        <w:t>كہ ايسے لوگ اپنا سب كچھ بارش كے حيات بخش قطرو</w:t>
      </w:r>
      <w:r w:rsidR="007D6C9B">
        <w:rPr>
          <w:rtl/>
        </w:rPr>
        <w:t xml:space="preserve">ں </w:t>
      </w:r>
      <w:r>
        <w:rPr>
          <w:rtl/>
        </w:rPr>
        <w:t>كو سمجھتے ہي</w:t>
      </w:r>
      <w:r w:rsidR="007D6C9B">
        <w:rPr>
          <w:rtl/>
        </w:rPr>
        <w:t xml:space="preserve">ں </w:t>
      </w:r>
      <w:r>
        <w:rPr>
          <w:rtl/>
        </w:rPr>
        <w:t>ليكن آخر كار بارش ہى نے انہي</w:t>
      </w:r>
      <w:r w:rsidR="007D6C9B">
        <w:rPr>
          <w:rtl/>
        </w:rPr>
        <w:t xml:space="preserve">ں </w:t>
      </w:r>
      <w:r>
        <w:rPr>
          <w:rtl/>
        </w:rPr>
        <w:t xml:space="preserve">تباہ وبر باد كرڈالا _ </w:t>
      </w:r>
    </w:p>
    <w:p w:rsidR="002C4C79" w:rsidRDefault="00DE2D7F" w:rsidP="00D07B54">
      <w:pPr>
        <w:pStyle w:val="Heading2Center"/>
        <w:rPr>
          <w:rtl/>
        </w:rPr>
      </w:pPr>
      <w:bookmarkStart w:id="46" w:name="_Toc7268443"/>
      <w:r>
        <w:rPr>
          <w:rtl/>
        </w:rPr>
        <w:t>جناب نوح(ع) كى بيوي</w:t>
      </w:r>
      <w:bookmarkEnd w:id="46"/>
      <w:r>
        <w:rPr>
          <w:rtl/>
        </w:rPr>
        <w:t xml:space="preserve"> </w:t>
      </w:r>
    </w:p>
    <w:p w:rsidR="00DE2D7F" w:rsidRDefault="00DE2D7F" w:rsidP="00D07B54">
      <w:pPr>
        <w:pStyle w:val="libNormal"/>
        <w:rPr>
          <w:rtl/>
        </w:rPr>
      </w:pPr>
      <w:r>
        <w:rPr>
          <w:rtl/>
        </w:rPr>
        <w:t>قرآن مجيد دوبے تقوى عورتو</w:t>
      </w:r>
      <w:r w:rsidR="007D6C9B">
        <w:rPr>
          <w:rtl/>
        </w:rPr>
        <w:t xml:space="preserve">ں </w:t>
      </w:r>
      <w:r>
        <w:rPr>
          <w:rtl/>
        </w:rPr>
        <w:t>كى سرنوشت جو دو بزرگ پيغمبر و</w:t>
      </w:r>
      <w:r w:rsidR="007D6C9B">
        <w:rPr>
          <w:rtl/>
        </w:rPr>
        <w:t xml:space="preserve">ں </w:t>
      </w:r>
      <w:r>
        <w:rPr>
          <w:rtl/>
        </w:rPr>
        <w:t>كے گھر مي</w:t>
      </w:r>
      <w:r w:rsidR="007D6C9B">
        <w:rPr>
          <w:rtl/>
        </w:rPr>
        <w:t xml:space="preserve">ں </w:t>
      </w:r>
      <w:r>
        <w:rPr>
          <w:rtl/>
        </w:rPr>
        <w:t>تھي</w:t>
      </w:r>
      <w:r w:rsidR="007D6C9B">
        <w:rPr>
          <w:rtl/>
        </w:rPr>
        <w:t xml:space="preserve">ں </w:t>
      </w:r>
      <w:r>
        <w:rPr>
          <w:rtl/>
        </w:rPr>
        <w:t>،اور دومومن وايثارگر خواتين كى سرنوشت بيان كرتاہے جن مي</w:t>
      </w:r>
      <w:r w:rsidR="007D6C9B">
        <w:rPr>
          <w:rtl/>
        </w:rPr>
        <w:t xml:space="preserve">ں </w:t>
      </w:r>
      <w:r>
        <w:rPr>
          <w:rtl/>
        </w:rPr>
        <w:t>سے ايك تاريخ كے جابرترين شخص كے گھر مي</w:t>
      </w:r>
      <w:r w:rsidR="007D6C9B">
        <w:rPr>
          <w:rtl/>
        </w:rPr>
        <w:t xml:space="preserve">ں </w:t>
      </w:r>
      <w:r>
        <w:rPr>
          <w:rtl/>
        </w:rPr>
        <w:t xml:space="preserve">تھى _ </w:t>
      </w:r>
    </w:p>
    <w:p w:rsidR="00DE2D7F" w:rsidRDefault="00DE2D7F" w:rsidP="00D07B54">
      <w:pPr>
        <w:pStyle w:val="libNormal"/>
        <w:rPr>
          <w:rtl/>
        </w:rPr>
      </w:pPr>
      <w:r>
        <w:rPr>
          <w:rtl/>
        </w:rPr>
        <w:t>پہلے فرماتا ہے ''خدا نے كافرو</w:t>
      </w:r>
      <w:r w:rsidR="007D6C9B">
        <w:rPr>
          <w:rtl/>
        </w:rPr>
        <w:t xml:space="preserve">ں </w:t>
      </w:r>
      <w:r>
        <w:rPr>
          <w:rtl/>
        </w:rPr>
        <w:t>كے لئے ايك مثال بيان كى ہے نوح كى بيوى كى مثال اور لوط كى بيوى كى مثال '' وہ دونو</w:t>
      </w:r>
      <w:r w:rsidR="007D6C9B">
        <w:rPr>
          <w:rtl/>
        </w:rPr>
        <w:t xml:space="preserve">ں </w:t>
      </w:r>
      <w:r>
        <w:rPr>
          <w:rtl/>
        </w:rPr>
        <w:t>ہمارے دوصالح بندو</w:t>
      </w:r>
      <w:r w:rsidR="007D6C9B">
        <w:rPr>
          <w:rtl/>
        </w:rPr>
        <w:t xml:space="preserve">ں </w:t>
      </w:r>
      <w:r>
        <w:rPr>
          <w:rtl/>
        </w:rPr>
        <w:t>كے ما تحت تھي</w:t>
      </w:r>
      <w:r w:rsidR="007D6C9B">
        <w:rPr>
          <w:rtl/>
        </w:rPr>
        <w:t xml:space="preserve">ں </w:t>
      </w:r>
      <w:r>
        <w:rPr>
          <w:rtl/>
        </w:rPr>
        <w:t>ليكن انہو</w:t>
      </w:r>
      <w:r w:rsidR="007D6C9B">
        <w:rPr>
          <w:rtl/>
        </w:rPr>
        <w:t xml:space="preserve">ں </w:t>
      </w:r>
      <w:r>
        <w:rPr>
          <w:rtl/>
        </w:rPr>
        <w:t>نے ان سے خيانت كى ليكن ان دو عظيم پيغمبر و</w:t>
      </w:r>
      <w:r w:rsidR="007D6C9B">
        <w:rPr>
          <w:rtl/>
        </w:rPr>
        <w:t xml:space="preserve">ں </w:t>
      </w:r>
      <w:r>
        <w:rPr>
          <w:rtl/>
        </w:rPr>
        <w:t>سے ان كے ارتباط نے عذاب الہى كے مقابلہ مي</w:t>
      </w:r>
      <w:r w:rsidR="007D6C9B">
        <w:rPr>
          <w:rtl/>
        </w:rPr>
        <w:t xml:space="preserve">ں </w:t>
      </w:r>
      <w:r>
        <w:rPr>
          <w:rtl/>
        </w:rPr>
        <w:t>انھي</w:t>
      </w:r>
      <w:r w:rsidR="007D6C9B">
        <w:rPr>
          <w:rtl/>
        </w:rPr>
        <w:t xml:space="preserve">ں </w:t>
      </w:r>
      <w:r>
        <w:rPr>
          <w:rtl/>
        </w:rPr>
        <w:t>كوئي نفع نہي</w:t>
      </w:r>
      <w:r w:rsidR="007D6C9B">
        <w:rPr>
          <w:rtl/>
        </w:rPr>
        <w:t xml:space="preserve">ں </w:t>
      </w:r>
      <w:r>
        <w:rPr>
          <w:rtl/>
        </w:rPr>
        <w:t>ديا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حضرت نوح كى بيوى كا نام ''والھہ'' اور حضرت لوط كى بيوى كا نام ''والعة''تھا </w:t>
      </w:r>
      <w:r w:rsidR="00E664BB">
        <w:rPr>
          <w:rtl/>
        </w:rPr>
        <w:t>1</w:t>
      </w:r>
      <w:r>
        <w:rPr>
          <w:rtl/>
        </w:rPr>
        <w:t xml:space="preserve"> اور بعض نے اس كے برعكس لكھا ہے يعنى نوح كى بيوى كانام''والعة'' اورلوط كى بيوى كا نام ''والھہ'' يا ''واہلہ'' كہا ہے_ </w:t>
      </w:r>
    </w:p>
    <w:p w:rsidR="00DE2D7F" w:rsidRDefault="00DE2D7F" w:rsidP="00D07B54">
      <w:pPr>
        <w:pStyle w:val="libNormal"/>
        <w:rPr>
          <w:rtl/>
        </w:rPr>
      </w:pPr>
      <w:r>
        <w:rPr>
          <w:rtl/>
        </w:rPr>
        <w:t>بہرحال ان دونو</w:t>
      </w:r>
      <w:r w:rsidR="007D6C9B">
        <w:rPr>
          <w:rtl/>
        </w:rPr>
        <w:t xml:space="preserve">ں </w:t>
      </w:r>
      <w:r>
        <w:rPr>
          <w:rtl/>
        </w:rPr>
        <w:t>عورتو</w:t>
      </w:r>
      <w:r w:rsidR="007D6C9B">
        <w:rPr>
          <w:rtl/>
        </w:rPr>
        <w:t xml:space="preserve">ں </w:t>
      </w:r>
      <w:r>
        <w:rPr>
          <w:rtl/>
        </w:rPr>
        <w:t>نے ان دونو</w:t>
      </w:r>
      <w:r w:rsidR="007D6C9B">
        <w:rPr>
          <w:rtl/>
        </w:rPr>
        <w:t xml:space="preserve">ں </w:t>
      </w:r>
      <w:r>
        <w:rPr>
          <w:rtl/>
        </w:rPr>
        <w:t>عظيم پيغمبرو</w:t>
      </w:r>
      <w:r w:rsidR="007D6C9B">
        <w:rPr>
          <w:rtl/>
        </w:rPr>
        <w:t xml:space="preserve">ں </w:t>
      </w:r>
      <w:r>
        <w:rPr>
          <w:rtl/>
        </w:rPr>
        <w:t>كے ساتھ خيانت كى ،البتہ ان كى خيانت جائدہ عفت سے انحراف ہرگزنہي</w:t>
      </w:r>
      <w:r w:rsidR="007D6C9B">
        <w:rPr>
          <w:rtl/>
        </w:rPr>
        <w:t xml:space="preserve">ں </w:t>
      </w:r>
      <w:r>
        <w:rPr>
          <w:rtl/>
        </w:rPr>
        <w:t>تھا كيونكہ كسى پيغمبر كى بيوى ہرگز بے عفتى سے آلودہ نہي</w:t>
      </w:r>
      <w:r w:rsidR="007D6C9B">
        <w:rPr>
          <w:rtl/>
        </w:rPr>
        <w:t xml:space="preserve">ں </w:t>
      </w:r>
      <w:r>
        <w:rPr>
          <w:rtl/>
        </w:rPr>
        <w:t>ہوتى جيسا كہ پيغمبر اسلام سے ايك حديث مي</w:t>
      </w:r>
      <w:r w:rsidR="007D6C9B">
        <w:rPr>
          <w:rtl/>
        </w:rPr>
        <w:t xml:space="preserve">ں </w:t>
      </w:r>
      <w:r>
        <w:rPr>
          <w:rtl/>
        </w:rPr>
        <w:t>صراحت كے ساتھ بيان ہواہے : ''كسى بھى پيغمبر كى بيوى ہرگز منافى عفت عمل سے آلودہ نہي</w:t>
      </w:r>
      <w:r w:rsidR="007D6C9B">
        <w:rPr>
          <w:rtl/>
        </w:rPr>
        <w:t xml:space="preserve">ں </w:t>
      </w:r>
      <w:r>
        <w:rPr>
          <w:rtl/>
        </w:rPr>
        <w:t>ہوئي''_ حضرت لوط كى بيوى كى خيانت يہ تھى كہ وہ اس پيغمبر كے دشمنو</w:t>
      </w:r>
      <w:r w:rsidR="007D6C9B">
        <w:rPr>
          <w:rtl/>
        </w:rPr>
        <w:t xml:space="preserve">ں </w:t>
      </w:r>
      <w:r>
        <w:rPr>
          <w:rtl/>
        </w:rPr>
        <w:t>كے ساتھ تعاون كرتى تھى اور ان كے گھر كے راز انھي</w:t>
      </w:r>
      <w:r w:rsidR="007D6C9B">
        <w:rPr>
          <w:rtl/>
        </w:rPr>
        <w:t xml:space="preserve">ں </w:t>
      </w:r>
      <w:r>
        <w:rPr>
          <w:rtl/>
        </w:rPr>
        <w:t xml:space="preserve">بتاتى تھى اور حضرت نوح كى بيوى بھى ايسى ہى تھى _ </w:t>
      </w:r>
    </w:p>
    <w:p w:rsidR="00DE2D7F" w:rsidRDefault="00DE2D7F" w:rsidP="00D07B54">
      <w:pPr>
        <w:pStyle w:val="libNormal"/>
        <w:rPr>
          <w:rtl/>
        </w:rPr>
      </w:pPr>
      <w:r>
        <w:rPr>
          <w:rtl/>
        </w:rPr>
        <w:t>قرآن آخر مي</w:t>
      </w:r>
      <w:r w:rsidR="007D6C9B">
        <w:rPr>
          <w:rtl/>
        </w:rPr>
        <w:t xml:space="preserve">ں </w:t>
      </w:r>
      <w:r>
        <w:rPr>
          <w:rtl/>
        </w:rPr>
        <w:t>كہتا ہے: ''اور ان سے كہا گيا كہ تم بھى آگ مي</w:t>
      </w:r>
      <w:r w:rsidR="007D6C9B">
        <w:rPr>
          <w:rtl/>
        </w:rPr>
        <w:t xml:space="preserve">ں </w:t>
      </w:r>
      <w:r>
        <w:rPr>
          <w:rtl/>
        </w:rPr>
        <w:t>داخل ہونے والے لوگو</w:t>
      </w:r>
      <w:r w:rsidR="007D6C9B">
        <w:rPr>
          <w:rtl/>
        </w:rPr>
        <w:t xml:space="preserve">ں </w:t>
      </w:r>
      <w:r>
        <w:rPr>
          <w:rtl/>
        </w:rPr>
        <w:t>كے ساتھ آگ مي</w:t>
      </w:r>
      <w:r w:rsidR="007D6C9B">
        <w:rPr>
          <w:rtl/>
        </w:rPr>
        <w:t xml:space="preserve">ں </w:t>
      </w:r>
      <w:r>
        <w:rPr>
          <w:rtl/>
        </w:rPr>
        <w:t xml:space="preserve">داخل ہوجائو ''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تحريم آيت </w:t>
      </w:r>
      <w:r w:rsidR="00E664BB">
        <w:rPr>
          <w:rtl/>
        </w:rPr>
        <w:t>10</w:t>
      </w:r>
      <w:r>
        <w:rPr>
          <w:rtl/>
        </w:rPr>
        <w:t xml:space="preserve"> </w:t>
      </w:r>
    </w:p>
    <w:p w:rsidR="00DE2D7F" w:rsidRDefault="00DE2D7F" w:rsidP="00D07B54">
      <w:pPr>
        <w:pStyle w:val="libFootnote"/>
        <w:rPr>
          <w:rtl/>
        </w:rPr>
      </w:pPr>
      <w:r>
        <w:rPr>
          <w:rtl/>
        </w:rPr>
        <w:t>(</w:t>
      </w:r>
      <w:r w:rsidR="00E664BB">
        <w:rPr>
          <w:rtl/>
        </w:rPr>
        <w:t>2</w:t>
      </w:r>
      <w:r>
        <w:rPr>
          <w:rtl/>
        </w:rPr>
        <w:t xml:space="preserve">)سورہ تحريم آيت </w:t>
      </w:r>
      <w:r w:rsidR="00E664BB">
        <w:rPr>
          <w:rtl/>
        </w:rPr>
        <w:t>10</w:t>
      </w:r>
      <w:r>
        <w:rPr>
          <w:rtl/>
        </w:rPr>
        <w:t xml:space="preserve"> </w:t>
      </w:r>
    </w:p>
    <w:p w:rsidR="00316476" w:rsidRDefault="00316476" w:rsidP="00D07B54">
      <w:pPr>
        <w:pStyle w:val="libNormal"/>
        <w:rPr>
          <w:rtl/>
        </w:rPr>
      </w:pPr>
      <w:r>
        <w:rPr>
          <w:rtl/>
        </w:rPr>
        <w:br w:type="page"/>
      </w:r>
    </w:p>
    <w:p w:rsidR="00DE2D7F" w:rsidRDefault="00DE2D7F" w:rsidP="00D07B54">
      <w:pPr>
        <w:pStyle w:val="Heading2Center"/>
        <w:rPr>
          <w:rtl/>
        </w:rPr>
      </w:pPr>
      <w:bookmarkStart w:id="47" w:name="_Toc7268444"/>
      <w:r>
        <w:rPr>
          <w:rtl/>
          <w:lang w:bidi="fa-IR"/>
        </w:rPr>
        <w:lastRenderedPageBreak/>
        <w:t>۲</w:t>
      </w:r>
      <w:r>
        <w:rPr>
          <w:rtl/>
        </w:rPr>
        <w:t xml:space="preserve"> انبياء عليهم السلام کے واقعات</w:t>
      </w:r>
      <w:bookmarkEnd w:id="47"/>
      <w:r>
        <w:rPr>
          <w:rtl/>
        </w:rPr>
        <w:t xml:space="preserve"> </w:t>
      </w:r>
    </w:p>
    <w:p w:rsidR="002C4C79" w:rsidRDefault="00DE2D7F" w:rsidP="00D07B54">
      <w:pPr>
        <w:pStyle w:val="Heading2Center"/>
        <w:rPr>
          <w:rtl/>
        </w:rPr>
      </w:pPr>
      <w:bookmarkStart w:id="48" w:name="_Toc7268445"/>
      <w:r>
        <w:rPr>
          <w:rtl/>
        </w:rPr>
        <w:t>حضرت ہود عليہ السلام</w:t>
      </w:r>
      <w:bookmarkEnd w:id="48"/>
    </w:p>
    <w:p w:rsidR="00DE2D7F" w:rsidRDefault="00DE2D7F" w:rsidP="00D07B54">
      <w:pPr>
        <w:pStyle w:val="libNormal"/>
        <w:rPr>
          <w:rtl/>
        </w:rPr>
      </w:pPr>
      <w:r>
        <w:rPr>
          <w:rtl/>
        </w:rPr>
        <w:t xml:space="preserve"> قرآن مجيد مي</w:t>
      </w:r>
      <w:r w:rsidR="007D6C9B">
        <w:rPr>
          <w:rtl/>
        </w:rPr>
        <w:t xml:space="preserve">ں </w:t>
      </w:r>
      <w:r>
        <w:rPr>
          <w:rtl/>
        </w:rPr>
        <w:t>ذكر شدہ انبياء كے نامو</w:t>
      </w:r>
      <w:r w:rsidR="007D6C9B">
        <w:rPr>
          <w:rtl/>
        </w:rPr>
        <w:t xml:space="preserve">ں </w:t>
      </w:r>
      <w:r>
        <w:rPr>
          <w:rtl/>
        </w:rPr>
        <w:t>و مي</w:t>
      </w:r>
      <w:r w:rsidR="007D6C9B">
        <w:rPr>
          <w:rtl/>
        </w:rPr>
        <w:t xml:space="preserve">ں </w:t>
      </w:r>
      <w:r>
        <w:rPr>
          <w:rtl/>
        </w:rPr>
        <w:t>حضرت ہود بھى ہي</w:t>
      </w:r>
      <w:r w:rsidR="007D6C9B">
        <w:rPr>
          <w:rtl/>
        </w:rPr>
        <w:t xml:space="preserve">ں </w:t>
      </w:r>
      <w:r>
        <w:rPr>
          <w:rtl/>
        </w:rPr>
        <w:t>، جو قوم عاد كى طرف مبعوث ہوئے ،بعض مورخين كا نظريہ ہے كہ عاد كا اطلاق دو قبيلو</w:t>
      </w:r>
      <w:r w:rsidR="007D6C9B">
        <w:rPr>
          <w:rtl/>
        </w:rPr>
        <w:t xml:space="preserve">ں </w:t>
      </w:r>
      <w:r>
        <w:rPr>
          <w:rtl/>
        </w:rPr>
        <w:t>پر ہوتا ہے ايك وہ جو بہت پہلے تھا اور قرآن نے اسے عاد الاولى سے تعبير كيا،()وہ غالباً تاريخ سے پہلے موجود تھا، دوسرا قبيلہ جو تاريخ بشر كے دَور مي</w:t>
      </w:r>
      <w:r w:rsidR="007D6C9B">
        <w:rPr>
          <w:rtl/>
        </w:rPr>
        <w:t xml:space="preserve">ں </w:t>
      </w:r>
      <w:r>
        <w:rPr>
          <w:rtl/>
        </w:rPr>
        <w:t>اور تقريباً ولادت مسيح سے سات سو سال پہلے تھا اور وہ عاد كے نام سے مشہور تھا_ يہ احقاف يايمن مي</w:t>
      </w:r>
      <w:r w:rsidR="007D6C9B">
        <w:rPr>
          <w:rtl/>
        </w:rPr>
        <w:t>ں</w:t>
      </w:r>
      <w:r w:rsidR="002C4C79">
        <w:rPr>
          <w:rtl/>
        </w:rPr>
        <w:t xml:space="preserve"> رہائش </w:t>
      </w:r>
      <w:r>
        <w:rPr>
          <w:rtl/>
        </w:rPr>
        <w:t xml:space="preserve">پزير تھا_ </w:t>
      </w:r>
    </w:p>
    <w:p w:rsidR="00DE2D7F" w:rsidRDefault="00DE2D7F" w:rsidP="00D07B54">
      <w:pPr>
        <w:pStyle w:val="libNormal"/>
        <w:rPr>
          <w:rtl/>
        </w:rPr>
      </w:pPr>
      <w:r>
        <w:rPr>
          <w:rtl/>
        </w:rPr>
        <w:t>اس قبيلہ كے افراد بلند قامت اور قوى الجثہ تھے اور اسى بنا پر بہت نمايا</w:t>
      </w:r>
      <w:r w:rsidR="007D6C9B">
        <w:rPr>
          <w:rtl/>
        </w:rPr>
        <w:t xml:space="preserve">ں </w:t>
      </w:r>
      <w:r>
        <w:rPr>
          <w:rtl/>
        </w:rPr>
        <w:t xml:space="preserve">جنگجو شمار ہوتے تھے_ </w:t>
      </w:r>
    </w:p>
    <w:p w:rsidR="00DE2D7F" w:rsidRDefault="00DE2D7F" w:rsidP="00D07B54">
      <w:pPr>
        <w:pStyle w:val="libNormal"/>
        <w:rPr>
          <w:rtl/>
        </w:rPr>
      </w:pPr>
      <w:r>
        <w:rPr>
          <w:rtl/>
        </w:rPr>
        <w:t>اس كے علاوہ و ہ متمدن بھى تھے_ان كے شہر آباد اور زميني</w:t>
      </w:r>
      <w:r w:rsidR="007D6C9B">
        <w:rPr>
          <w:rtl/>
        </w:rPr>
        <w:t xml:space="preserve">ں </w:t>
      </w:r>
      <w:r>
        <w:rPr>
          <w:rtl/>
        </w:rPr>
        <w:t>سر سبز و شاداب تھي</w:t>
      </w:r>
      <w:r w:rsidR="007D6C9B">
        <w:rPr>
          <w:rtl/>
        </w:rPr>
        <w:t xml:space="preserve">ں </w:t>
      </w:r>
      <w:r>
        <w:rPr>
          <w:rtl/>
        </w:rPr>
        <w:t>_ان كے باغات پر بہار تھے اور انہو</w:t>
      </w:r>
      <w:r w:rsidR="007D6C9B">
        <w:rPr>
          <w:rtl/>
        </w:rPr>
        <w:t xml:space="preserve">ں </w:t>
      </w:r>
      <w:r>
        <w:rPr>
          <w:rtl/>
        </w:rPr>
        <w:t xml:space="preserve">نے بڑے بڑے محل تعمير كيے تھے_ </w:t>
      </w:r>
    </w:p>
    <w:p w:rsidR="00DE2D7F" w:rsidRDefault="00DE2D7F" w:rsidP="00D07B54">
      <w:pPr>
        <w:pStyle w:val="libNormal"/>
        <w:rPr>
          <w:rtl/>
        </w:rPr>
      </w:pPr>
      <w:r>
        <w:rPr>
          <w:rtl/>
        </w:rPr>
        <w:t xml:space="preserve">بعض مو رخين كا خيال ہے كہ عاد اس قبيلے كے جد اعلى كا نام تھا اور وہ قبيلے كو اپنے جدّ(دادا) كے نام سے موسوم كر كے پكارتے تھے_ </w:t>
      </w:r>
    </w:p>
    <w:p w:rsidR="00DE2D7F" w:rsidRDefault="00DE2D7F" w:rsidP="00D07B54">
      <w:pPr>
        <w:pStyle w:val="libNormal"/>
        <w:rPr>
          <w:rtl/>
        </w:rPr>
      </w:pPr>
    </w:p>
    <w:p w:rsidR="002C4C79" w:rsidRDefault="00DE2D7F" w:rsidP="00D07B54">
      <w:pPr>
        <w:pStyle w:val="Heading2Center"/>
        <w:rPr>
          <w:rtl/>
        </w:rPr>
      </w:pPr>
      <w:bookmarkStart w:id="49" w:name="_Toc7268446"/>
      <w:r>
        <w:rPr>
          <w:rtl/>
        </w:rPr>
        <w:t>شہر ارم اور شداد كى بہشت</w:t>
      </w:r>
      <w:bookmarkEnd w:id="49"/>
      <w:r>
        <w:rPr>
          <w:rtl/>
        </w:rPr>
        <w:t xml:space="preserve"> </w:t>
      </w:r>
    </w:p>
    <w:p w:rsidR="00DE2D7F" w:rsidRDefault="00DE2D7F" w:rsidP="00D07B54">
      <w:pPr>
        <w:pStyle w:val="libNormal"/>
        <w:rPr>
          <w:rtl/>
        </w:rPr>
      </w:pPr>
      <w:r>
        <w:rPr>
          <w:rtl/>
        </w:rPr>
        <w:t>بعض مفسرين نے جزيرة العرب كے بيابانو</w:t>
      </w:r>
      <w:r w:rsidR="007D6C9B">
        <w:rPr>
          <w:rtl/>
        </w:rPr>
        <w:t xml:space="preserve">ں </w:t>
      </w:r>
      <w:r>
        <w:rPr>
          <w:rtl/>
        </w:rPr>
        <w:t>اور عدن كے صحرائو</w:t>
      </w:r>
      <w:r w:rsidR="007D6C9B">
        <w:rPr>
          <w:rtl/>
        </w:rPr>
        <w:t xml:space="preserve">ں </w:t>
      </w:r>
      <w:r>
        <w:rPr>
          <w:rtl/>
        </w:rPr>
        <w:t>مي</w:t>
      </w:r>
      <w:r w:rsidR="007D6C9B">
        <w:rPr>
          <w:rtl/>
        </w:rPr>
        <w:t xml:space="preserve">ں </w:t>
      </w:r>
      <w:r>
        <w:rPr>
          <w:rtl/>
        </w:rPr>
        <w:t>شہر ارم كے بر آمد ہونے كى ايك دلچسپ داستان بيان كى ہے جس مي</w:t>
      </w:r>
      <w:r w:rsidR="007D6C9B">
        <w:rPr>
          <w:rtl/>
        </w:rPr>
        <w:t xml:space="preserve">ں </w:t>
      </w:r>
      <w:r>
        <w:rPr>
          <w:rtl/>
        </w:rPr>
        <w:t>وہ اس شہر كى بلند و بالا عمارات اور سامان زينت وغيرہ كى بات كرتے ہي</w:t>
      </w:r>
      <w:r w:rsidR="007D6C9B">
        <w:rPr>
          <w:rtl/>
        </w:rPr>
        <w:t xml:space="preserve">ں </w:t>
      </w:r>
      <w:r>
        <w:rPr>
          <w:rtl/>
        </w:rPr>
        <w:t xml:space="preserve">_ليكن مذكورہ داستان واقعيت كى نسبت خواب يا افسانے سے زيادہ تعلق ركھتى ہے_ </w:t>
      </w:r>
    </w:p>
    <w:p w:rsidR="002C4C79" w:rsidRDefault="00C2634E" w:rsidP="00D07B54">
      <w:pPr>
        <w:pStyle w:val="libNormal"/>
        <w:rPr>
          <w:rtl/>
        </w:rPr>
      </w:pPr>
      <w:r>
        <w:rPr>
          <w:rtl/>
        </w:rPr>
        <w:t xml:space="preserve"> </w:t>
      </w:r>
      <w:r>
        <w:rPr>
          <w:rtl/>
        </w:rPr>
        <w:br w:type="page"/>
      </w:r>
    </w:p>
    <w:p w:rsidR="002C4C79" w:rsidRDefault="002C4C79" w:rsidP="00D07B54">
      <w:pPr>
        <w:pStyle w:val="libNormal"/>
        <w:rPr>
          <w:rtl/>
        </w:rPr>
      </w:pPr>
    </w:p>
    <w:p w:rsidR="00DE2D7F" w:rsidRDefault="00DE2D7F" w:rsidP="00D07B54">
      <w:pPr>
        <w:pStyle w:val="libNormal"/>
        <w:rPr>
          <w:rtl/>
        </w:rPr>
      </w:pPr>
      <w:r>
        <w:rPr>
          <w:rtl/>
        </w:rPr>
        <w:t>ليكن اس مي</w:t>
      </w:r>
      <w:r w:rsidR="007D6C9B">
        <w:rPr>
          <w:rtl/>
        </w:rPr>
        <w:t xml:space="preserve">ں </w:t>
      </w:r>
      <w:r>
        <w:rPr>
          <w:rtl/>
        </w:rPr>
        <w:t>كوئي شك و شبہ نہي</w:t>
      </w:r>
      <w:r w:rsidR="007D6C9B">
        <w:rPr>
          <w:rtl/>
        </w:rPr>
        <w:t xml:space="preserve">ں </w:t>
      </w:r>
      <w:r>
        <w:rPr>
          <w:rtl/>
        </w:rPr>
        <w:t>كہ قوم عاد طاقتور قبائل پر مشتمل تھي،ان كے شہر ترقى يافتہ تھے اور جيسا كہ قرآن اشارہ كرتاہے،ان جيسے شہرپھر آباد نہي</w:t>
      </w:r>
      <w:r w:rsidR="007D6C9B">
        <w:rPr>
          <w:rtl/>
        </w:rPr>
        <w:t xml:space="preserve">ں </w:t>
      </w:r>
      <w:r>
        <w:rPr>
          <w:rtl/>
        </w:rPr>
        <w:t xml:space="preserve">ہوسكے_ </w:t>
      </w:r>
    </w:p>
    <w:p w:rsidR="00DE2D7F" w:rsidRDefault="00DE2D7F" w:rsidP="00D07B54">
      <w:pPr>
        <w:pStyle w:val="libNormal"/>
        <w:rPr>
          <w:rtl/>
        </w:rPr>
      </w:pPr>
      <w:r>
        <w:rPr>
          <w:rtl/>
        </w:rPr>
        <w:t>بہت سى داستاني</w:t>
      </w:r>
      <w:r w:rsidR="007D6C9B">
        <w:rPr>
          <w:rtl/>
        </w:rPr>
        <w:t xml:space="preserve">ں </w:t>
      </w:r>
      <w:r>
        <w:rPr>
          <w:rtl/>
        </w:rPr>
        <w:t>شداد كى جو عاد كا بيٹا تھا،زبان زد عام ہي</w:t>
      </w:r>
      <w:r w:rsidR="007D6C9B">
        <w:rPr>
          <w:rtl/>
        </w:rPr>
        <w:t xml:space="preserve">ں </w:t>
      </w:r>
      <w:r>
        <w:rPr>
          <w:rtl/>
        </w:rPr>
        <w:t>اور تاريخ مي</w:t>
      </w:r>
      <w:r w:rsidR="007D6C9B">
        <w:rPr>
          <w:rtl/>
        </w:rPr>
        <w:t xml:space="preserve">ں </w:t>
      </w:r>
      <w:r>
        <w:rPr>
          <w:rtl/>
        </w:rPr>
        <w:t>مرقوم ہي</w:t>
      </w:r>
      <w:r w:rsidR="007D6C9B">
        <w:rPr>
          <w:rtl/>
        </w:rPr>
        <w:t xml:space="preserve">ں </w:t>
      </w:r>
      <w:r>
        <w:rPr>
          <w:rtl/>
        </w:rPr>
        <w:t>_ يہا</w:t>
      </w:r>
      <w:r w:rsidR="007D6C9B">
        <w:rPr>
          <w:rtl/>
        </w:rPr>
        <w:t xml:space="preserve">ں </w:t>
      </w:r>
      <w:r>
        <w:rPr>
          <w:rtl/>
        </w:rPr>
        <w:t>تك كہ شداد كى بہشت اور اس كے باغات ضرب المثل كى شكل اختيار كر گئے ہي</w:t>
      </w:r>
      <w:r w:rsidR="007D6C9B">
        <w:rPr>
          <w:rtl/>
        </w:rPr>
        <w:t xml:space="preserve">ں </w:t>
      </w:r>
      <w:r>
        <w:rPr>
          <w:rtl/>
        </w:rPr>
        <w:t>_ليكن ان داستانو</w:t>
      </w:r>
      <w:r w:rsidR="007D6C9B">
        <w:rPr>
          <w:rtl/>
        </w:rPr>
        <w:t xml:space="preserve">ں </w:t>
      </w:r>
      <w:r>
        <w:rPr>
          <w:rtl/>
        </w:rPr>
        <w:t>كى حقيقت كچھ نہي</w:t>
      </w:r>
      <w:r w:rsidR="007D6C9B">
        <w:rPr>
          <w:rtl/>
        </w:rPr>
        <w:t xml:space="preserve">ں </w:t>
      </w:r>
      <w:r>
        <w:rPr>
          <w:rtl/>
        </w:rPr>
        <w:t>ہے،يہ محض افسانے ہي</w:t>
      </w:r>
      <w:r w:rsidR="007D6C9B">
        <w:rPr>
          <w:rtl/>
        </w:rPr>
        <w:t xml:space="preserve">ں </w:t>
      </w:r>
      <w:r>
        <w:rPr>
          <w:rtl/>
        </w:rPr>
        <w:t>_يہ ايسے افسانے ہي</w:t>
      </w:r>
      <w:r w:rsidR="007D6C9B">
        <w:rPr>
          <w:rtl/>
        </w:rPr>
        <w:t xml:space="preserve">ں </w:t>
      </w:r>
      <w:r>
        <w:rPr>
          <w:rtl/>
        </w:rPr>
        <w:t>كہ ان كى حقيقت پر بعد مي</w:t>
      </w:r>
      <w:r w:rsidR="007D6C9B">
        <w:rPr>
          <w:rtl/>
        </w:rPr>
        <w:t xml:space="preserve">ں </w:t>
      </w:r>
      <w:r>
        <w:rPr>
          <w:rtl/>
        </w:rPr>
        <w:t xml:space="preserve">حاشيہ آرائي كر لى گئي_ </w:t>
      </w:r>
    </w:p>
    <w:p w:rsidR="002C4C79" w:rsidRDefault="00DE2D7F" w:rsidP="00D07B54">
      <w:pPr>
        <w:pStyle w:val="Heading2Center"/>
        <w:rPr>
          <w:rtl/>
        </w:rPr>
      </w:pPr>
      <w:bookmarkStart w:id="50" w:name="_Toc7268447"/>
      <w:r>
        <w:rPr>
          <w:rtl/>
        </w:rPr>
        <w:t>حضرت ہود(ع) برادر قوم عاد</w:t>
      </w:r>
      <w:bookmarkEnd w:id="50"/>
    </w:p>
    <w:p w:rsidR="00DE2D7F" w:rsidRDefault="00DE2D7F" w:rsidP="00D07B54">
      <w:pPr>
        <w:pStyle w:val="libNormal"/>
        <w:rPr>
          <w:rtl/>
        </w:rPr>
      </w:pPr>
      <w:r>
        <w:rPr>
          <w:rtl/>
        </w:rPr>
        <w:t xml:space="preserve"> قرآن نبى اللہ كے سلسلہ مي</w:t>
      </w:r>
      <w:r w:rsidR="007D6C9B">
        <w:rPr>
          <w:rtl/>
        </w:rPr>
        <w:t xml:space="preserve">ں </w:t>
      </w:r>
      <w:r>
        <w:rPr>
          <w:rtl/>
        </w:rPr>
        <w:t xml:space="preserve">فرماتاہے :''ہم نے قوم عاد كى طرف ان كے بھائي ہود كو بھيجا''_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يہا</w:t>
      </w:r>
      <w:r w:rsidR="007D6C9B">
        <w:rPr>
          <w:rtl/>
        </w:rPr>
        <w:t xml:space="preserve">ں </w:t>
      </w:r>
      <w:r>
        <w:rPr>
          <w:rtl/>
        </w:rPr>
        <w:t>حضرت ہود كو بھائي كہا گيا تھا يہ تعبير ياتو اس بناء پر ہے كہ عرب اپنے تمام اہل قبيلہ كو بھائي كہتے ہي</w:t>
      </w:r>
      <w:r w:rsidR="007D6C9B">
        <w:rPr>
          <w:rtl/>
        </w:rPr>
        <w:t xml:space="preserve">ں </w:t>
      </w:r>
      <w:r>
        <w:rPr>
          <w:rtl/>
        </w:rPr>
        <w:t>كيونكہ نسب كى اصل مي</w:t>
      </w:r>
      <w:r w:rsidR="007D6C9B">
        <w:rPr>
          <w:rtl/>
        </w:rPr>
        <w:t xml:space="preserve">ں </w:t>
      </w:r>
      <w:r>
        <w:rPr>
          <w:rtl/>
        </w:rPr>
        <w:t>سب شريك ہوتے ہي</w:t>
      </w:r>
      <w:r w:rsidR="007D6C9B">
        <w:rPr>
          <w:rtl/>
        </w:rPr>
        <w:t xml:space="preserve">ں </w:t>
      </w:r>
      <w:r>
        <w:rPr>
          <w:rtl/>
        </w:rPr>
        <w:t>مثلا بنى اسد كے شخص كو ''اخواسدى '' كہتے ہي</w:t>
      </w:r>
      <w:r w:rsidR="007D6C9B">
        <w:rPr>
          <w:rtl/>
        </w:rPr>
        <w:t xml:space="preserve">ں </w:t>
      </w:r>
      <w:r>
        <w:rPr>
          <w:rtl/>
        </w:rPr>
        <w:t>اور مذحج قبيلہ كے شخص كو ''اخومذ حج ''كہتے ہي</w:t>
      </w:r>
      <w:r w:rsidR="007D6C9B">
        <w:rPr>
          <w:rtl/>
        </w:rPr>
        <w:t xml:space="preserve">ں </w:t>
      </w:r>
      <w:r>
        <w:rPr>
          <w:rtl/>
        </w:rPr>
        <w:t>،يا ہوسكتا ہے كہ يہ اس طرف اشارہ ہوكہ حضرت ہود كا سلوك اپنى قوم سے ديگر انبياء كى طرح بالكل برادرا نہ تھا نہ كہ ايك حاكم كا سابلكہ ايسا بھى نہي</w:t>
      </w:r>
      <w:r w:rsidR="007D6C9B">
        <w:rPr>
          <w:rtl/>
        </w:rPr>
        <w:t xml:space="preserve">ں </w:t>
      </w:r>
      <w:r>
        <w:rPr>
          <w:rtl/>
        </w:rPr>
        <w:t>جو باپ اپنى اولاد سے كرتا ہے بلكہ آپ كا سلوك ايسا تھا جو ايك بھائي دوسرے بھائيو</w:t>
      </w:r>
      <w:r w:rsidR="007D6C9B">
        <w:rPr>
          <w:rtl/>
        </w:rPr>
        <w:t xml:space="preserve">ں </w:t>
      </w:r>
      <w:r>
        <w:rPr>
          <w:rtl/>
        </w:rPr>
        <w:t>سے كرتا ہے كہ جس مي</w:t>
      </w:r>
      <w:r w:rsidR="007D6C9B">
        <w:rPr>
          <w:rtl/>
        </w:rPr>
        <w:t xml:space="preserve">ں </w:t>
      </w:r>
      <w:r>
        <w:rPr>
          <w:rtl/>
        </w:rPr>
        <w:t xml:space="preserve">كوئي امتياز اوربر ترى كا اظہار نہ ہو_ </w:t>
      </w:r>
    </w:p>
    <w:p w:rsidR="002C4C79" w:rsidRDefault="00DE2D7F" w:rsidP="00D07B54">
      <w:pPr>
        <w:pStyle w:val="Heading2Center"/>
        <w:rPr>
          <w:rtl/>
        </w:rPr>
      </w:pPr>
      <w:bookmarkStart w:id="51" w:name="_Toc7268448"/>
      <w:r>
        <w:rPr>
          <w:rtl/>
        </w:rPr>
        <w:t>حضرت ہود كى بہترين دليل</w:t>
      </w:r>
      <w:bookmarkEnd w:id="51"/>
      <w:r>
        <w:rPr>
          <w:rtl/>
        </w:rPr>
        <w:t xml:space="preserve"> </w:t>
      </w:r>
    </w:p>
    <w:p w:rsidR="00DE2D7F" w:rsidRDefault="00DE2D7F" w:rsidP="00D07B54">
      <w:pPr>
        <w:pStyle w:val="libNormal"/>
        <w:rPr>
          <w:rtl/>
        </w:rPr>
      </w:pPr>
      <w:r>
        <w:rPr>
          <w:rtl/>
        </w:rPr>
        <w:t>حضرت ہود نے بھى اپنى دعوت كا آغاز ديگر انبياء كى طرح كيا آپ كى پہلى دعوت توحيد اور ہر قسم كے شرك كى نفى كى دعوت تھي،''ہود نے ان سے كہا :''اے ميرى قوم خدا كى عبادت كرو ،كيونكہ اس كے علاوہ كوئي اللہ اور معبود لائق پرستش نہي</w:t>
      </w:r>
      <w:r w:rsidR="007D6C9B">
        <w:rPr>
          <w:rtl/>
        </w:rPr>
        <w:t xml:space="preserve">ں </w:t>
      </w:r>
      <w:r>
        <w:rPr>
          <w:rtl/>
        </w:rPr>
        <w:t>،بتو</w:t>
      </w:r>
      <w:r w:rsidR="007D6C9B">
        <w:rPr>
          <w:rtl/>
        </w:rPr>
        <w:t xml:space="preserve">ں </w:t>
      </w:r>
      <w:r>
        <w:rPr>
          <w:rtl/>
        </w:rPr>
        <w:t>كے بارے مي</w:t>
      </w:r>
      <w:r w:rsidR="007D6C9B">
        <w:rPr>
          <w:rtl/>
        </w:rPr>
        <w:t xml:space="preserve">ں </w:t>
      </w:r>
      <w:r>
        <w:rPr>
          <w:rtl/>
        </w:rPr>
        <w:t>تمہارا اعتقاد غلطى اور اشتباہ پرمبنى ہے اور اس مي</w:t>
      </w:r>
      <w:r w:rsidR="007D6C9B">
        <w:rPr>
          <w:rtl/>
        </w:rPr>
        <w:t xml:space="preserve">ں </w:t>
      </w:r>
      <w:r>
        <w:rPr>
          <w:rtl/>
        </w:rPr>
        <w:t>تم خدا پر افتراء باندھتے ہو''_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ہود آيت</w:t>
      </w:r>
      <w:r w:rsidR="00E664BB">
        <w:rPr>
          <w:rtl/>
        </w:rPr>
        <w:t>50</w:t>
      </w:r>
      <w:r>
        <w:rPr>
          <w:rtl/>
        </w:rPr>
        <w:t xml:space="preserve"> </w:t>
      </w:r>
    </w:p>
    <w:p w:rsidR="00DE2D7F" w:rsidRDefault="00DE2D7F" w:rsidP="00D07B54">
      <w:pPr>
        <w:pStyle w:val="libFootnote"/>
        <w:rPr>
          <w:rtl/>
        </w:rPr>
      </w:pPr>
      <w:r>
        <w:rPr>
          <w:rtl/>
        </w:rPr>
        <w:t>(</w:t>
      </w:r>
      <w:r w:rsidR="00E664BB">
        <w:rPr>
          <w:rtl/>
        </w:rPr>
        <w:t>2</w:t>
      </w:r>
      <w:r>
        <w:rPr>
          <w:rtl/>
        </w:rPr>
        <w:t xml:space="preserve">) سورہ ہود آيت </w:t>
      </w:r>
      <w:r w:rsidR="00E664BB">
        <w:rPr>
          <w:rtl/>
        </w:rPr>
        <w:t>50</w:t>
      </w:r>
      <w:r>
        <w:rPr>
          <w:rtl/>
        </w:rPr>
        <w:t xml:space="preserve"> </w:t>
      </w:r>
    </w:p>
    <w:p w:rsidR="00316476" w:rsidRDefault="00316476" w:rsidP="00D07B54">
      <w:pPr>
        <w:pStyle w:val="libNormal"/>
        <w:rPr>
          <w:rtl/>
        </w:rPr>
      </w:pPr>
      <w:r>
        <w:rPr>
          <w:rtl/>
        </w:rPr>
        <w:br w:type="page"/>
      </w:r>
    </w:p>
    <w:p w:rsidR="002C4C79" w:rsidRDefault="002C4C79" w:rsidP="00D07B54">
      <w:pPr>
        <w:pStyle w:val="libNormal"/>
        <w:rPr>
          <w:rtl/>
        </w:rPr>
      </w:pPr>
    </w:p>
    <w:p w:rsidR="00DE2D7F" w:rsidRDefault="00DE2D7F" w:rsidP="00D07B54">
      <w:pPr>
        <w:pStyle w:val="libNormal"/>
        <w:rPr>
          <w:rtl/>
        </w:rPr>
      </w:pPr>
      <w:r>
        <w:rPr>
          <w:rtl/>
        </w:rPr>
        <w:t>يہ بت خدا كے شريك نہي</w:t>
      </w:r>
      <w:r w:rsidR="007D6C9B">
        <w:rPr>
          <w:rtl/>
        </w:rPr>
        <w:t xml:space="preserve">ں </w:t>
      </w:r>
      <w:r>
        <w:rPr>
          <w:rtl/>
        </w:rPr>
        <w:t>ہي</w:t>
      </w:r>
      <w:r w:rsidR="007D6C9B">
        <w:rPr>
          <w:rtl/>
        </w:rPr>
        <w:t xml:space="preserve">ں </w:t>
      </w:r>
      <w:r>
        <w:rPr>
          <w:rtl/>
        </w:rPr>
        <w:t>، نہ خير وشر كے منشاء ومبدا ء ،ان سے كوئي كام بھى نہي</w:t>
      </w:r>
      <w:r w:rsidR="007D6C9B">
        <w:rPr>
          <w:rtl/>
        </w:rPr>
        <w:t xml:space="preserve">ں </w:t>
      </w:r>
      <w:r>
        <w:rPr>
          <w:rtl/>
        </w:rPr>
        <w:t xml:space="preserve">ہوسكتا اس سے بڑھ كر كيا افتراء اور تہمت ہوگى كہ اس قدر بے وقعت موجودا ت كے لئے تم اتنے بڑے مقام ومنزلت كا اعتقاد ركھتے ہو؟_ </w:t>
      </w:r>
    </w:p>
    <w:p w:rsidR="00DE2D7F" w:rsidRDefault="00DE2D7F" w:rsidP="00D07B54">
      <w:pPr>
        <w:pStyle w:val="libNormal"/>
        <w:rPr>
          <w:rtl/>
        </w:rPr>
      </w:pPr>
      <w:r>
        <w:rPr>
          <w:rtl/>
        </w:rPr>
        <w:t>اس كے بعد حضرت ہود نے مزيد كہا :''اے ميرى قوم مي</w:t>
      </w:r>
      <w:r w:rsidR="007D6C9B">
        <w:rPr>
          <w:rtl/>
        </w:rPr>
        <w:t xml:space="preserve">ں </w:t>
      </w:r>
      <w:r>
        <w:rPr>
          <w:rtl/>
        </w:rPr>
        <w:t>اپنى دعوت كے سلسلے مي</w:t>
      </w:r>
      <w:r w:rsidR="007D6C9B">
        <w:rPr>
          <w:rtl/>
        </w:rPr>
        <w:t xml:space="preserve">ں </w:t>
      </w:r>
      <w:r>
        <w:rPr>
          <w:rtl/>
        </w:rPr>
        <w:t>تم سے كوئي توقع نہي</w:t>
      </w:r>
      <w:r w:rsidR="007D6C9B">
        <w:rPr>
          <w:rtl/>
        </w:rPr>
        <w:t xml:space="preserve">ں </w:t>
      </w:r>
      <w:r>
        <w:rPr>
          <w:rtl/>
        </w:rPr>
        <w:t>ركھتا تم سے كسى قسم كى اجرت نہي</w:t>
      </w:r>
      <w:r w:rsidR="007D6C9B">
        <w:rPr>
          <w:rtl/>
        </w:rPr>
        <w:t xml:space="preserve">ں </w:t>
      </w:r>
      <w:r>
        <w:rPr>
          <w:rtl/>
        </w:rPr>
        <w:t>چاہتا''_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كہ تم يہ گمان كروكہ ميرى يہ داد وفرياد اور جوش وخروش مال ومقام كے حصول كے ليئے ہے يا تم خيال كرو كہ تمہي</w:t>
      </w:r>
      <w:r w:rsidR="007D6C9B">
        <w:rPr>
          <w:rtl/>
        </w:rPr>
        <w:t xml:space="preserve">ں </w:t>
      </w:r>
      <w:r>
        <w:rPr>
          <w:rtl/>
        </w:rPr>
        <w:t>مجھے كو ئي بھارى معاوضہ دينا پڑے گا جس كى وجہ سے تم تسليم كرنے كو تيار نہي</w:t>
      </w:r>
      <w:r w:rsidR="007D6C9B">
        <w:rPr>
          <w:rtl/>
        </w:rPr>
        <w:t xml:space="preserve">ں </w:t>
      </w:r>
      <w:r>
        <w:rPr>
          <w:rtl/>
        </w:rPr>
        <w:t>ہو، ميرى اجرت صرف اس ذات پر ہے جس نے مجھے پيدا كيا ہے ،جس نے مجھے روح وجسم بخشے ہي</w:t>
      </w:r>
      <w:r w:rsidR="007D6C9B">
        <w:rPr>
          <w:rtl/>
        </w:rPr>
        <w:t xml:space="preserve">ں </w:t>
      </w:r>
      <w:r>
        <w:rPr>
          <w:rtl/>
        </w:rPr>
        <w:t>اور تمام چيزي</w:t>
      </w:r>
      <w:r w:rsidR="007D6C9B">
        <w:rPr>
          <w:rtl/>
        </w:rPr>
        <w:t xml:space="preserve">ں </w:t>
      </w:r>
      <w:r>
        <w:rPr>
          <w:rtl/>
        </w:rPr>
        <w:t>جس نے مجھے عطا كى ہي</w:t>
      </w:r>
      <w:r w:rsidR="007D6C9B">
        <w:rPr>
          <w:rtl/>
        </w:rPr>
        <w:t xml:space="preserve">ں </w:t>
      </w:r>
      <w:r>
        <w:rPr>
          <w:rtl/>
        </w:rPr>
        <w:t>وہى جو ميرا خالق ورازق ہے مي</w:t>
      </w:r>
      <w:r w:rsidR="007D6C9B">
        <w:rPr>
          <w:rtl/>
        </w:rPr>
        <w:t xml:space="preserve">ں </w:t>
      </w:r>
      <w:r>
        <w:rPr>
          <w:rtl/>
        </w:rPr>
        <w:t>اگر تمہارى ہدايت وسعادت كے لئے كوئي قدم اٹھاتا ہو</w:t>
      </w:r>
      <w:r w:rsidR="007D6C9B">
        <w:rPr>
          <w:rtl/>
        </w:rPr>
        <w:t xml:space="preserve">ں </w:t>
      </w:r>
      <w:r>
        <w:rPr>
          <w:rtl/>
        </w:rPr>
        <w:t>تو وہ اصولاً اس كے حكم اطاعت مي</w:t>
      </w:r>
      <w:r w:rsidR="007D6C9B">
        <w:rPr>
          <w:rtl/>
        </w:rPr>
        <w:t xml:space="preserve">ں </w:t>
      </w:r>
      <w:r>
        <w:rPr>
          <w:rtl/>
        </w:rPr>
        <w:t>ہوتا ہے لہذا اجرو جزا بھى مي</w:t>
      </w:r>
      <w:r w:rsidR="007D6C9B">
        <w:rPr>
          <w:rtl/>
        </w:rPr>
        <w:t xml:space="preserve">ں </w:t>
      </w:r>
      <w:r>
        <w:rPr>
          <w:rtl/>
        </w:rPr>
        <w:t>اسى سے چاہتاہو</w:t>
      </w:r>
      <w:r w:rsidR="007D6C9B">
        <w:rPr>
          <w:rtl/>
        </w:rPr>
        <w:t xml:space="preserve">ں </w:t>
      </w:r>
      <w:r>
        <w:rPr>
          <w:rtl/>
        </w:rPr>
        <w:t>نہ كہ تم سے، علاوہ ازي</w:t>
      </w:r>
      <w:r w:rsidR="007D6C9B">
        <w:rPr>
          <w:rtl/>
        </w:rPr>
        <w:t xml:space="preserve">ں </w:t>
      </w:r>
      <w:r>
        <w:rPr>
          <w:rtl/>
        </w:rPr>
        <w:t>كيا تمہارے پاس اپنى طرف سے كچھ ہے جو تم مجھے دو، جو كچھ تمہارے پاس ہے اسى خدا كى طرف سے ہے، كيا تم سمجھتے نہي</w:t>
      </w:r>
      <w:r w:rsidR="007D6C9B">
        <w:rPr>
          <w:rtl/>
        </w:rPr>
        <w:t xml:space="preserve">ں </w:t>
      </w:r>
      <w:r>
        <w:rPr>
          <w:rtl/>
        </w:rPr>
        <w:t>ہو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آخر مي</w:t>
      </w:r>
      <w:r w:rsidR="007D6C9B">
        <w:rPr>
          <w:rtl/>
        </w:rPr>
        <w:t xml:space="preserve">ں </w:t>
      </w:r>
      <w:r>
        <w:rPr>
          <w:rtl/>
        </w:rPr>
        <w:t>انہي</w:t>
      </w:r>
      <w:r w:rsidR="007D6C9B">
        <w:rPr>
          <w:rtl/>
        </w:rPr>
        <w:t xml:space="preserve">ں </w:t>
      </w:r>
      <w:r>
        <w:rPr>
          <w:rtl/>
        </w:rPr>
        <w:t>شوق دلانے كے لئے اور اس گمراہ قوم مي</w:t>
      </w:r>
      <w:r w:rsidR="007D6C9B">
        <w:rPr>
          <w:rtl/>
        </w:rPr>
        <w:t xml:space="preserve">ں </w:t>
      </w:r>
      <w:r>
        <w:rPr>
          <w:rtl/>
        </w:rPr>
        <w:t>حق و حق طلبى كا جذبہ بيدار كرنے كے لئے تمام ممكن وسائل سے استفادہ كرتے ہوئے مشروط طور پر مادى جزائو</w:t>
      </w:r>
      <w:r w:rsidR="007D6C9B">
        <w:rPr>
          <w:rtl/>
        </w:rPr>
        <w:t xml:space="preserve">ں </w:t>
      </w:r>
      <w:r>
        <w:rPr>
          <w:rtl/>
        </w:rPr>
        <w:t>كا ذكر كيا گيا ہے كہ جو اس جہان مي</w:t>
      </w:r>
      <w:r w:rsidR="007D6C9B">
        <w:rPr>
          <w:rtl/>
        </w:rPr>
        <w:t xml:space="preserve">ں </w:t>
      </w:r>
      <w:r>
        <w:rPr>
          <w:rtl/>
        </w:rPr>
        <w:t xml:space="preserve">خدا مومنين كو عطافرماتا ہے ارشاد ہوتا ہے : </w:t>
      </w:r>
    </w:p>
    <w:p w:rsidR="00DE2D7F" w:rsidRDefault="00DE2D7F" w:rsidP="00D07B54">
      <w:pPr>
        <w:pStyle w:val="libNormal"/>
        <w:rPr>
          <w:rtl/>
        </w:rPr>
      </w:pPr>
      <w:r>
        <w:rPr>
          <w:rtl/>
        </w:rPr>
        <w:t>''اے ميرى قوم اپنے گناہو</w:t>
      </w:r>
      <w:r w:rsidR="007D6C9B">
        <w:rPr>
          <w:rtl/>
        </w:rPr>
        <w:t xml:space="preserve">ں </w:t>
      </w:r>
      <w:r>
        <w:rPr>
          <w:rtl/>
        </w:rPr>
        <w:t>پر خدا سے بخشش طلب كرو ،پھر توبہ كرو اور اس كى طرف لوٹ آئو اگر تم ايسا كرلو تو وہ اسمان كو حكم دے گا كہ وہ بارش كے حيات بخش قطرے پيہم تمہارى طرف بھيجے_''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تاكہ تمہارے كھيت اور باغات كم آبى يا بے آبى كا شكار نہ ہو</w:t>
      </w:r>
      <w:r w:rsidR="007D6C9B">
        <w:rPr>
          <w:rtl/>
        </w:rPr>
        <w:t xml:space="preserve">ں </w:t>
      </w:r>
      <w:r>
        <w:rPr>
          <w:rtl/>
        </w:rPr>
        <w:t>اور ہميشہ سرسبز وشاداب رہي</w:t>
      </w:r>
      <w:r w:rsidR="007D6C9B">
        <w:rPr>
          <w:rtl/>
        </w:rPr>
        <w:t xml:space="preserve">ں </w:t>
      </w:r>
      <w:r>
        <w:rPr>
          <w:rtl/>
        </w:rPr>
        <w:t xml:space="preserve">علاوہ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ہود آيت </w:t>
      </w:r>
      <w:r w:rsidR="00E664BB">
        <w:rPr>
          <w:rtl/>
        </w:rPr>
        <w:t>51</w:t>
      </w:r>
      <w:r>
        <w:rPr>
          <w:rtl/>
        </w:rPr>
        <w:t xml:space="preserve"> </w:t>
      </w:r>
    </w:p>
    <w:p w:rsidR="00DE2D7F" w:rsidRDefault="00DE2D7F" w:rsidP="00D07B54">
      <w:pPr>
        <w:pStyle w:val="libFootnote"/>
        <w:rPr>
          <w:rtl/>
        </w:rPr>
      </w:pPr>
      <w:r>
        <w:rPr>
          <w:rtl/>
        </w:rPr>
        <w:t>(</w:t>
      </w:r>
      <w:r w:rsidR="00E664BB">
        <w:rPr>
          <w:rtl/>
        </w:rPr>
        <w:t>2</w:t>
      </w:r>
      <w:r>
        <w:rPr>
          <w:rtl/>
        </w:rPr>
        <w:t xml:space="preserve">) سورہ ہود آيت </w:t>
      </w:r>
      <w:r w:rsidR="00E664BB">
        <w:rPr>
          <w:rtl/>
        </w:rPr>
        <w:t>51</w:t>
      </w:r>
      <w:r>
        <w:rPr>
          <w:rtl/>
        </w:rPr>
        <w:t xml:space="preserve"> </w:t>
      </w:r>
    </w:p>
    <w:p w:rsidR="00DE2D7F" w:rsidRDefault="00DE2D7F" w:rsidP="00D07B54">
      <w:pPr>
        <w:pStyle w:val="libFootnote"/>
        <w:rPr>
          <w:rtl/>
        </w:rPr>
      </w:pPr>
      <w:r>
        <w:rPr>
          <w:rtl/>
        </w:rPr>
        <w:t>(</w:t>
      </w:r>
      <w:r w:rsidR="00E664BB">
        <w:rPr>
          <w:rtl/>
        </w:rPr>
        <w:t>3</w:t>
      </w:r>
      <w:r>
        <w:rPr>
          <w:rtl/>
        </w:rPr>
        <w:t>)سورہ ہود آيت</w:t>
      </w:r>
      <w:r w:rsidR="00E664BB">
        <w:rPr>
          <w:rtl/>
        </w:rPr>
        <w:t>52</w:t>
      </w:r>
      <w:r>
        <w:rPr>
          <w:rtl/>
        </w:rPr>
        <w:t xml:space="preserve"> </w:t>
      </w:r>
    </w:p>
    <w:p w:rsidR="00316476" w:rsidRDefault="00316476" w:rsidP="00D07B54">
      <w:pPr>
        <w:pStyle w:val="libNormal"/>
        <w:rPr>
          <w:rtl/>
        </w:rPr>
      </w:pPr>
      <w:r>
        <w:rPr>
          <w:rtl/>
        </w:rPr>
        <w:br w:type="page"/>
      </w:r>
    </w:p>
    <w:p w:rsidR="00DE2D7F" w:rsidRDefault="00DE2D7F" w:rsidP="00D07B54">
      <w:pPr>
        <w:pStyle w:val="libNormal"/>
        <w:rPr>
          <w:rtl/>
        </w:rPr>
      </w:pPr>
      <w:r>
        <w:rPr>
          <w:rtl/>
        </w:rPr>
        <w:lastRenderedPageBreak/>
        <w:t>ازي</w:t>
      </w:r>
      <w:r w:rsidR="007D6C9B">
        <w:rPr>
          <w:rtl/>
        </w:rPr>
        <w:t xml:space="preserve">ں </w:t>
      </w:r>
      <w:r>
        <w:rPr>
          <w:rtl/>
        </w:rPr>
        <w:t>تمہارے ايمان و تقوى ، گناہ سے پرہيز اور خدا كى طرف رجوع اور توبہ كى وجہ سے'' تمہارى قوت مي</w:t>
      </w:r>
      <w:r w:rsidR="007D6C9B">
        <w:rPr>
          <w:rtl/>
        </w:rPr>
        <w:t xml:space="preserve">ں </w:t>
      </w:r>
      <w:r>
        <w:rPr>
          <w:rtl/>
        </w:rPr>
        <w:t>مزيد قوت كا اضافہ كرے گا_''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كبھى گمان نہ كرو كہ ايمان و تقوى سے تمہارى قوتمي</w:t>
      </w:r>
      <w:r w:rsidR="007D6C9B">
        <w:rPr>
          <w:rtl/>
        </w:rPr>
        <w:t xml:space="preserve">ں </w:t>
      </w:r>
      <w:r>
        <w:rPr>
          <w:rtl/>
        </w:rPr>
        <w:t>كمى واقع ہوگى ايسا ہر گز نہي</w:t>
      </w:r>
      <w:r w:rsidR="007D6C9B">
        <w:rPr>
          <w:rtl/>
        </w:rPr>
        <w:t xml:space="preserve">ں </w:t>
      </w:r>
      <w:r>
        <w:rPr>
          <w:rtl/>
        </w:rPr>
        <w:t>بلكہ تمہارى جسمانى وروحانى قوت مي</w:t>
      </w:r>
      <w:r w:rsidR="007D6C9B">
        <w:rPr>
          <w:rtl/>
        </w:rPr>
        <w:t xml:space="preserve">ں </w:t>
      </w:r>
      <w:r>
        <w:rPr>
          <w:rtl/>
        </w:rPr>
        <w:t xml:space="preserve">اضافہ ہوگا _ </w:t>
      </w:r>
    </w:p>
    <w:p w:rsidR="00DE2D7F" w:rsidRDefault="00DE2D7F" w:rsidP="00D07B54">
      <w:pPr>
        <w:pStyle w:val="libNormal"/>
        <w:rPr>
          <w:rtl/>
        </w:rPr>
      </w:pPr>
      <w:r>
        <w:rPr>
          <w:rtl/>
        </w:rPr>
        <w:t xml:space="preserve">اس كمك سے تمہارا معاشرہ آباد تر ہوگا ،جمعيت كثير ہوگى ،اقتصادى حالات بہتر ہونگے اور تم طاقتور، آزاداور خود مختار ملت بن جائو گے لہذا راہ حق سے روگردانى نہ كرو اور شاہراہ گناہ پر قدم نہ ركھو _ </w:t>
      </w:r>
    </w:p>
    <w:p w:rsidR="00DE2D7F" w:rsidRDefault="00DE2D7F" w:rsidP="00D07B54">
      <w:pPr>
        <w:pStyle w:val="libNormal"/>
        <w:rPr>
          <w:rtl/>
        </w:rPr>
      </w:pPr>
    </w:p>
    <w:p w:rsidR="002B702E" w:rsidRDefault="00DE2D7F" w:rsidP="00D07B54">
      <w:pPr>
        <w:pStyle w:val="Heading2Center"/>
        <w:rPr>
          <w:rtl/>
        </w:rPr>
      </w:pPr>
      <w:bookmarkStart w:id="52" w:name="_Toc7268449"/>
      <w:r>
        <w:rPr>
          <w:rtl/>
        </w:rPr>
        <w:t>اے ہود تم ہمارے خدائو</w:t>
      </w:r>
      <w:r w:rsidR="007D6C9B">
        <w:rPr>
          <w:rtl/>
        </w:rPr>
        <w:t xml:space="preserve">ں </w:t>
      </w:r>
      <w:r>
        <w:rPr>
          <w:rtl/>
        </w:rPr>
        <w:t>كے غضب سے ديوانہ ہوگئے ہو</w:t>
      </w:r>
      <w:bookmarkEnd w:id="52"/>
    </w:p>
    <w:p w:rsidR="00DE2D7F" w:rsidRDefault="00DE2D7F" w:rsidP="00D07B54">
      <w:pPr>
        <w:pStyle w:val="libNormal"/>
        <w:rPr>
          <w:rtl/>
        </w:rPr>
      </w:pPr>
      <w:r>
        <w:rPr>
          <w:rtl/>
        </w:rPr>
        <w:t xml:space="preserve"> اب ديكھتے ہي</w:t>
      </w:r>
      <w:r w:rsidR="007D6C9B">
        <w:rPr>
          <w:rtl/>
        </w:rPr>
        <w:t xml:space="preserve">ں </w:t>
      </w:r>
      <w:r>
        <w:rPr>
          <w:rtl/>
        </w:rPr>
        <w:t>كہ اس سركش اور مغرور قوم يعنى قوم عادنے اپنے بھائي ہود ،ان كے پندو نصائح اور ہدايت ورہنمائي كے مقابلے مي</w:t>
      </w:r>
      <w:r w:rsidR="007D6C9B">
        <w:rPr>
          <w:rtl/>
        </w:rPr>
        <w:t xml:space="preserve">ں </w:t>
      </w:r>
      <w:r>
        <w:rPr>
          <w:rtl/>
        </w:rPr>
        <w:t xml:space="preserve">كيا ردّعمل ظاہر كيا _ </w:t>
      </w:r>
    </w:p>
    <w:p w:rsidR="00DE2D7F" w:rsidRDefault="00DE2D7F" w:rsidP="00D07B54">
      <w:pPr>
        <w:pStyle w:val="libNormal"/>
        <w:rPr>
          <w:rtl/>
        </w:rPr>
      </w:pPr>
      <w:r>
        <w:rPr>
          <w:rtl/>
        </w:rPr>
        <w:t>انہو</w:t>
      </w:r>
      <w:r w:rsidR="007D6C9B">
        <w:rPr>
          <w:rtl/>
        </w:rPr>
        <w:t xml:space="preserve">ں </w:t>
      </w:r>
      <w:r>
        <w:rPr>
          <w:rtl/>
        </w:rPr>
        <w:t>نے كہا : ''اے ہود :تو ہمارے لئے كوئي واضح دليل نہي</w:t>
      </w:r>
      <w:r w:rsidR="007D6C9B">
        <w:rPr>
          <w:rtl/>
        </w:rPr>
        <w:t xml:space="preserve">ں </w:t>
      </w:r>
      <w:r>
        <w:rPr>
          <w:rtl/>
        </w:rPr>
        <w:t>لايا ، ہم ہرگز تيرى باتو</w:t>
      </w:r>
      <w:r w:rsidR="007D6C9B">
        <w:rPr>
          <w:rtl/>
        </w:rPr>
        <w:t xml:space="preserve">ں </w:t>
      </w:r>
      <w:r>
        <w:rPr>
          <w:rtl/>
        </w:rPr>
        <w:t>پر ايمان نہي</w:t>
      </w:r>
      <w:r w:rsidR="007D6C9B">
        <w:rPr>
          <w:rtl/>
        </w:rPr>
        <w:t xml:space="preserve">ں </w:t>
      </w:r>
      <w:r>
        <w:rPr>
          <w:rtl/>
        </w:rPr>
        <w:t>لائي</w:t>
      </w:r>
      <w:r w:rsidR="007D6C9B">
        <w:rPr>
          <w:rtl/>
        </w:rPr>
        <w:t xml:space="preserve">ں </w:t>
      </w:r>
      <w:r>
        <w:rPr>
          <w:rtl/>
        </w:rPr>
        <w:t>گے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ان تين غير منطقى جملو</w:t>
      </w:r>
      <w:r w:rsidR="007D6C9B">
        <w:rPr>
          <w:rtl/>
        </w:rPr>
        <w:t xml:space="preserve">ں </w:t>
      </w:r>
      <w:r>
        <w:rPr>
          <w:rtl/>
        </w:rPr>
        <w:t>كے بعد انہو</w:t>
      </w:r>
      <w:r w:rsidR="007D6C9B">
        <w:rPr>
          <w:rtl/>
        </w:rPr>
        <w:t xml:space="preserve">ں </w:t>
      </w:r>
      <w:r>
        <w:rPr>
          <w:rtl/>
        </w:rPr>
        <w:t>نے مزيد كہا :''ہمارا خيال ہے كہ تو ديوانہ ہوگيا ہے اور اس كا سبب يہ ہے كہ تو ہمارے خدائو</w:t>
      </w:r>
      <w:r w:rsidR="007D6C9B">
        <w:rPr>
          <w:rtl/>
        </w:rPr>
        <w:t xml:space="preserve">ں </w:t>
      </w:r>
      <w:r>
        <w:rPr>
          <w:rtl/>
        </w:rPr>
        <w:t>كے غضب كا شكار ہوا ہے اور انہو</w:t>
      </w:r>
      <w:r w:rsidR="007D6C9B">
        <w:rPr>
          <w:rtl/>
        </w:rPr>
        <w:t xml:space="preserve">ں </w:t>
      </w:r>
      <w:r>
        <w:rPr>
          <w:rtl/>
        </w:rPr>
        <w:t>نے تيرى عقل كو آسيب پہنچا ياہے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(جيسے تمام انبياء كا طريقہ كارہوتا ہے اور ان كى ذمہ دارى ہے) حضرت ہود عليہ السلام نے انہي</w:t>
      </w:r>
      <w:r w:rsidR="007D6C9B">
        <w:rPr>
          <w:rtl/>
        </w:rPr>
        <w:t xml:space="preserve">ں </w:t>
      </w:r>
      <w:r>
        <w:rPr>
          <w:rtl/>
        </w:rPr>
        <w:t>اپنى حقانيت ثابت كرنے كے لئے كئي ايك معجزے دكھائے ہو</w:t>
      </w:r>
      <w:r w:rsidR="007D6C9B">
        <w:rPr>
          <w:rtl/>
        </w:rPr>
        <w:t xml:space="preserve">ں </w:t>
      </w:r>
      <w:r>
        <w:rPr>
          <w:rtl/>
        </w:rPr>
        <w:t>گے ليكن انہو</w:t>
      </w:r>
      <w:r w:rsidR="007D6C9B">
        <w:rPr>
          <w:rtl/>
        </w:rPr>
        <w:t xml:space="preserve">ں </w:t>
      </w:r>
      <w:r>
        <w:rPr>
          <w:rtl/>
        </w:rPr>
        <w:t>نے اپنے كبروغرور كى وجہ سے ديگر ہٹ دھرم قومو</w:t>
      </w:r>
      <w:r w:rsidR="007D6C9B">
        <w:rPr>
          <w:rtl/>
        </w:rPr>
        <w:t xml:space="preserve">ں </w:t>
      </w:r>
      <w:r>
        <w:rPr>
          <w:rtl/>
        </w:rPr>
        <w:t>كى طرح معجزات كا انكار كيا اور انہي</w:t>
      </w:r>
      <w:r w:rsidR="007D6C9B">
        <w:rPr>
          <w:rtl/>
        </w:rPr>
        <w:t xml:space="preserve">ں </w:t>
      </w:r>
      <w:r>
        <w:rPr>
          <w:rtl/>
        </w:rPr>
        <w:t>جادو قرار ديا اور انہي</w:t>
      </w:r>
      <w:r w:rsidR="007D6C9B">
        <w:rPr>
          <w:rtl/>
        </w:rPr>
        <w:t xml:space="preserve">ں </w:t>
      </w:r>
      <w:r>
        <w:rPr>
          <w:rtl/>
        </w:rPr>
        <w:t>اتفاقى حوادث گردانا كہ جنہي</w:t>
      </w:r>
      <w:r w:rsidR="007D6C9B">
        <w:rPr>
          <w:rtl/>
        </w:rPr>
        <w:t xml:space="preserve">ں </w:t>
      </w:r>
      <w:r>
        <w:rPr>
          <w:rtl/>
        </w:rPr>
        <w:t>كسى معاملے مي</w:t>
      </w:r>
      <w:r w:rsidR="007D6C9B">
        <w:rPr>
          <w:rtl/>
        </w:rPr>
        <w:t xml:space="preserve">ں </w:t>
      </w:r>
      <w:r>
        <w:rPr>
          <w:rtl/>
        </w:rPr>
        <w:t>دليل قرار نہي</w:t>
      </w:r>
      <w:r w:rsidR="007D6C9B">
        <w:rPr>
          <w:rtl/>
        </w:rPr>
        <w:t xml:space="preserve">ں </w:t>
      </w:r>
      <w:r>
        <w:rPr>
          <w:rtl/>
        </w:rPr>
        <w:t xml:space="preserve">ديا جاسكتا _ </w:t>
      </w:r>
    </w:p>
    <w:p w:rsidR="00DE2D7F" w:rsidRDefault="00DE2D7F" w:rsidP="00D07B54">
      <w:pPr>
        <w:pStyle w:val="libNormal"/>
        <w:rPr>
          <w:rtl/>
        </w:rPr>
      </w:pPr>
      <w:r>
        <w:rPr>
          <w:rtl/>
        </w:rPr>
        <w:t>انہو</w:t>
      </w:r>
      <w:r w:rsidR="007D6C9B">
        <w:rPr>
          <w:rtl/>
        </w:rPr>
        <w:t xml:space="preserve">ں </w:t>
      </w:r>
      <w:r>
        <w:rPr>
          <w:rtl/>
        </w:rPr>
        <w:t>نے حضرت ہود پر ''جنون ''كى تہمت لگائي اور ''جنون ''بھى وہ جو ان كے زعم ناقص مي</w:t>
      </w:r>
      <w:r w:rsidR="007D6C9B">
        <w:rPr>
          <w:rtl/>
        </w:rPr>
        <w:t xml:space="preserve">ں </w:t>
      </w:r>
      <w:r>
        <w:rPr>
          <w:rtl/>
        </w:rPr>
        <w:t xml:space="preserve">ان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ہود آيت </w:t>
      </w:r>
      <w:r w:rsidR="00E664BB">
        <w:rPr>
          <w:rtl/>
        </w:rPr>
        <w:t>52</w:t>
      </w:r>
      <w:r>
        <w:rPr>
          <w:rtl/>
        </w:rPr>
        <w:t xml:space="preserve"> </w:t>
      </w:r>
    </w:p>
    <w:p w:rsidR="00DE2D7F" w:rsidRDefault="00DE2D7F" w:rsidP="00D07B54">
      <w:pPr>
        <w:pStyle w:val="libFootnote"/>
        <w:rPr>
          <w:rtl/>
        </w:rPr>
      </w:pPr>
      <w:r>
        <w:rPr>
          <w:rtl/>
        </w:rPr>
        <w:t>(</w:t>
      </w:r>
      <w:r w:rsidR="00E664BB">
        <w:rPr>
          <w:rtl/>
        </w:rPr>
        <w:t>2</w:t>
      </w:r>
      <w:r>
        <w:rPr>
          <w:rtl/>
        </w:rPr>
        <w:t xml:space="preserve">)سورہ ہود آيت </w:t>
      </w:r>
      <w:r w:rsidR="00E664BB">
        <w:rPr>
          <w:rtl/>
        </w:rPr>
        <w:t>53</w:t>
      </w:r>
      <w:r>
        <w:rPr>
          <w:rtl/>
        </w:rPr>
        <w:t xml:space="preserve"> </w:t>
      </w:r>
    </w:p>
    <w:p w:rsidR="00DE2D7F" w:rsidRDefault="00DE2D7F" w:rsidP="00D07B54">
      <w:pPr>
        <w:pStyle w:val="libFootnote"/>
        <w:rPr>
          <w:rtl/>
        </w:rPr>
      </w:pPr>
      <w:r>
        <w:rPr>
          <w:rtl/>
        </w:rPr>
        <w:t>(</w:t>
      </w:r>
      <w:r w:rsidR="00E664BB">
        <w:rPr>
          <w:rtl/>
        </w:rPr>
        <w:t>3</w:t>
      </w:r>
      <w:r>
        <w:rPr>
          <w:rtl/>
        </w:rPr>
        <w:t>)سورہ ہود آيت</w:t>
      </w:r>
      <w:r w:rsidR="00E664BB">
        <w:rPr>
          <w:rtl/>
        </w:rPr>
        <w:t>54</w:t>
      </w:r>
      <w:r>
        <w:rPr>
          <w:rtl/>
        </w:rPr>
        <w:t xml:space="preserve"> </w:t>
      </w:r>
    </w:p>
    <w:p w:rsidR="002B702E" w:rsidRDefault="00C2634E" w:rsidP="00D07B54">
      <w:pPr>
        <w:pStyle w:val="libNormal"/>
        <w:rPr>
          <w:rtl/>
        </w:rPr>
      </w:pPr>
      <w:r>
        <w:rPr>
          <w:rtl/>
        </w:rPr>
        <w:t xml:space="preserve"> </w:t>
      </w:r>
      <w:r>
        <w:rPr>
          <w:rtl/>
        </w:rPr>
        <w:br w:type="page"/>
      </w:r>
    </w:p>
    <w:p w:rsidR="002B702E" w:rsidRDefault="002B702E" w:rsidP="00D07B54">
      <w:pPr>
        <w:pStyle w:val="libNormal"/>
        <w:rPr>
          <w:rtl/>
        </w:rPr>
      </w:pPr>
    </w:p>
    <w:p w:rsidR="00DE2D7F" w:rsidRDefault="00DE2D7F" w:rsidP="00D07B54">
      <w:pPr>
        <w:pStyle w:val="libNormal"/>
        <w:rPr>
          <w:rtl/>
        </w:rPr>
      </w:pPr>
      <w:r>
        <w:rPr>
          <w:rtl/>
        </w:rPr>
        <w:t>كے خدائو</w:t>
      </w:r>
      <w:r w:rsidR="007D6C9B">
        <w:rPr>
          <w:rtl/>
        </w:rPr>
        <w:t xml:space="preserve">ں </w:t>
      </w:r>
      <w:r>
        <w:rPr>
          <w:rtl/>
        </w:rPr>
        <w:t xml:space="preserve">كے غضب كا نتيجہ تھا ،ان كے بےہودہ پن اور خرافات پرستى كى خود ايك بہترين دليل ہے_ </w:t>
      </w:r>
    </w:p>
    <w:p w:rsidR="00DE2D7F" w:rsidRDefault="00DE2D7F" w:rsidP="00D07B54">
      <w:pPr>
        <w:pStyle w:val="libNormal"/>
        <w:rPr>
          <w:rtl/>
        </w:rPr>
      </w:pPr>
      <w:r>
        <w:rPr>
          <w:rtl/>
        </w:rPr>
        <w:t>بے جان اور بے شعورپتھر اور لكڑيا</w:t>
      </w:r>
      <w:r w:rsidR="007D6C9B">
        <w:rPr>
          <w:rtl/>
        </w:rPr>
        <w:t xml:space="preserve">ں </w:t>
      </w:r>
      <w:r>
        <w:rPr>
          <w:rtl/>
        </w:rPr>
        <w:t>جو خود اپنے ''بندو</w:t>
      </w:r>
      <w:r w:rsidR="007D6C9B">
        <w:rPr>
          <w:rtl/>
        </w:rPr>
        <w:t xml:space="preserve">ں </w:t>
      </w:r>
      <w:r>
        <w:rPr>
          <w:rtl/>
        </w:rPr>
        <w:t>'' كى مدد كى محتاج ہي</w:t>
      </w:r>
      <w:r w:rsidR="007D6C9B">
        <w:rPr>
          <w:rtl/>
        </w:rPr>
        <w:t xml:space="preserve">ں </w:t>
      </w:r>
      <w:r>
        <w:rPr>
          <w:rtl/>
        </w:rPr>
        <w:t>وہ ايك عقلمند انسان سے كس طرح اس كا عقل وشعور چھين سكتى ہي</w:t>
      </w:r>
      <w:r w:rsidR="007D6C9B">
        <w:rPr>
          <w:rtl/>
        </w:rPr>
        <w:t xml:space="preserve">ں </w:t>
      </w:r>
      <w:r>
        <w:rPr>
          <w:rtl/>
        </w:rPr>
        <w:t>علاوہ ازي</w:t>
      </w:r>
      <w:r w:rsidR="007D6C9B">
        <w:rPr>
          <w:rtl/>
        </w:rPr>
        <w:t xml:space="preserve">ں </w:t>
      </w:r>
      <w:r>
        <w:rPr>
          <w:rtl/>
        </w:rPr>
        <w:t>ان كے پاس ہود كے ديوانہ ہونے كو نسى دليل تھى ،اگر يہ ديوانگى كى دليل ہے توپھر تمام مصلحين جہان اور انقلابى لوگ جو غلط روش اور طريقو</w:t>
      </w:r>
      <w:r w:rsidR="007D6C9B">
        <w:rPr>
          <w:rtl/>
        </w:rPr>
        <w:t xml:space="preserve">ں </w:t>
      </w:r>
      <w:r>
        <w:rPr>
          <w:rtl/>
        </w:rPr>
        <w:t>كے خلاف قيام كرتے ہي</w:t>
      </w:r>
      <w:r w:rsidR="007D6C9B">
        <w:rPr>
          <w:rtl/>
        </w:rPr>
        <w:t xml:space="preserve">ں </w:t>
      </w:r>
      <w:r>
        <w:rPr>
          <w:rtl/>
        </w:rPr>
        <w:t>سب ديوانے ہونے چاہئي</w:t>
      </w:r>
      <w:r w:rsidR="007D6C9B">
        <w:rPr>
          <w:rtl/>
        </w:rPr>
        <w:t xml:space="preserve">ں </w:t>
      </w:r>
      <w:r>
        <w:rPr>
          <w:rtl/>
        </w:rPr>
        <w:t xml:space="preserve">_ </w:t>
      </w:r>
    </w:p>
    <w:p w:rsidR="002B702E" w:rsidRDefault="00DE2D7F" w:rsidP="00D07B54">
      <w:pPr>
        <w:pStyle w:val="Heading2Center"/>
        <w:rPr>
          <w:rtl/>
        </w:rPr>
      </w:pPr>
      <w:bookmarkStart w:id="53" w:name="_Toc7268450"/>
      <w:r>
        <w:rPr>
          <w:rtl/>
        </w:rPr>
        <w:t>كيو</w:t>
      </w:r>
      <w:r w:rsidR="007D6C9B">
        <w:rPr>
          <w:rtl/>
        </w:rPr>
        <w:t xml:space="preserve">ں </w:t>
      </w:r>
      <w:r>
        <w:rPr>
          <w:rtl/>
        </w:rPr>
        <w:t>بت مجھے نابود نہي</w:t>
      </w:r>
      <w:r w:rsidR="007D6C9B">
        <w:rPr>
          <w:rtl/>
        </w:rPr>
        <w:t xml:space="preserve">ں </w:t>
      </w:r>
      <w:r>
        <w:rPr>
          <w:rtl/>
        </w:rPr>
        <w:t>كرتے</w:t>
      </w:r>
      <w:bookmarkEnd w:id="53"/>
      <w:r>
        <w:rPr>
          <w:rtl/>
        </w:rPr>
        <w:t xml:space="preserve"> </w:t>
      </w:r>
    </w:p>
    <w:p w:rsidR="00DE2D7F" w:rsidRDefault="00DE2D7F" w:rsidP="00D07B54">
      <w:pPr>
        <w:pStyle w:val="libNormal"/>
        <w:rPr>
          <w:rtl/>
        </w:rPr>
      </w:pPr>
      <w:r>
        <w:rPr>
          <w:rtl/>
        </w:rPr>
        <w:t>بہرحال حضرت ہود كى ذمہ دارى تھى كہ اس گمراہ اور ہٹ دھرم قوم كو دندان شكن جواب ديتے، ايسا جواب جو منطق كى بنياد پر بھى ہوتا اور طاقت سے بھى ادا ہوتا، قرآن كہتا ہے كہ انہو</w:t>
      </w:r>
      <w:r w:rsidR="007D6C9B">
        <w:rPr>
          <w:rtl/>
        </w:rPr>
        <w:t xml:space="preserve">ں </w:t>
      </w:r>
      <w:r>
        <w:rPr>
          <w:rtl/>
        </w:rPr>
        <w:t>نے ان كے جواب مي</w:t>
      </w:r>
      <w:r w:rsidR="007D6C9B">
        <w:rPr>
          <w:rtl/>
        </w:rPr>
        <w:t xml:space="preserve">ں </w:t>
      </w:r>
      <w:r>
        <w:rPr>
          <w:rtl/>
        </w:rPr>
        <w:t>چند جملے كہے</w:t>
      </w:r>
      <w:r w:rsidR="007D6C9B">
        <w:rPr>
          <w:rtl/>
        </w:rPr>
        <w:t xml:space="preserve">ں </w:t>
      </w:r>
      <w:r>
        <w:rPr>
          <w:rtl/>
        </w:rPr>
        <w:t>:''مي</w:t>
      </w:r>
      <w:r w:rsidR="007D6C9B">
        <w:rPr>
          <w:rtl/>
        </w:rPr>
        <w:t xml:space="preserve">ں </w:t>
      </w:r>
      <w:r>
        <w:rPr>
          <w:rtl/>
        </w:rPr>
        <w:t>خدا كو گواہى كے لئے بلاتا ہو</w:t>
      </w:r>
      <w:r w:rsidR="007D6C9B">
        <w:rPr>
          <w:rtl/>
        </w:rPr>
        <w:t xml:space="preserve">ں </w:t>
      </w:r>
      <w:r>
        <w:rPr>
          <w:rtl/>
        </w:rPr>
        <w:t>،اور تم سب بھى گواہ رہو كہ مي</w:t>
      </w:r>
      <w:r w:rsidR="007D6C9B">
        <w:rPr>
          <w:rtl/>
        </w:rPr>
        <w:t xml:space="preserve">ں </w:t>
      </w:r>
      <w:r>
        <w:rPr>
          <w:rtl/>
        </w:rPr>
        <w:t>ان بتو</w:t>
      </w:r>
      <w:r w:rsidR="007D6C9B">
        <w:rPr>
          <w:rtl/>
        </w:rPr>
        <w:t xml:space="preserve">ں </w:t>
      </w:r>
      <w:r>
        <w:rPr>
          <w:rtl/>
        </w:rPr>
        <w:t>اور تمہارے خدائو</w:t>
      </w:r>
      <w:r w:rsidR="007D6C9B">
        <w:rPr>
          <w:rtl/>
        </w:rPr>
        <w:t xml:space="preserve">ں </w:t>
      </w:r>
      <w:r>
        <w:rPr>
          <w:rtl/>
        </w:rPr>
        <w:t>سے بيزار ہو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اس طرف اشارہ تھا كہ اگر يہ بت طاقت ركھتے ہي</w:t>
      </w:r>
      <w:r w:rsidR="007D6C9B">
        <w:rPr>
          <w:rtl/>
        </w:rPr>
        <w:t xml:space="preserve">ں </w:t>
      </w:r>
      <w:r>
        <w:rPr>
          <w:rtl/>
        </w:rPr>
        <w:t>تو ان سے كہو كہ مجھے ختم كردي</w:t>
      </w:r>
      <w:r w:rsidR="007D6C9B">
        <w:rPr>
          <w:rtl/>
        </w:rPr>
        <w:t xml:space="preserve">ں </w:t>
      </w:r>
      <w:r>
        <w:rPr>
          <w:rtl/>
        </w:rPr>
        <w:t>،مي</w:t>
      </w:r>
      <w:r w:rsidR="007D6C9B">
        <w:rPr>
          <w:rtl/>
        </w:rPr>
        <w:t xml:space="preserve">ں </w:t>
      </w:r>
      <w:r>
        <w:rPr>
          <w:rtl/>
        </w:rPr>
        <w:t>جو على الاعلان ان كے خلاف جنگ كے لئے اٹھ كھڑہوا ہو</w:t>
      </w:r>
      <w:r w:rsidR="007D6C9B">
        <w:rPr>
          <w:rtl/>
        </w:rPr>
        <w:t xml:space="preserve">ں </w:t>
      </w:r>
      <w:r>
        <w:rPr>
          <w:rtl/>
        </w:rPr>
        <w:t>اور اعلانيہ ان سے بيزارى اورنفرت كا اعلان كررہا ہو</w:t>
      </w:r>
      <w:r w:rsidR="007D6C9B">
        <w:rPr>
          <w:rtl/>
        </w:rPr>
        <w:t xml:space="preserve">ں </w:t>
      </w:r>
      <w:r>
        <w:rPr>
          <w:rtl/>
        </w:rPr>
        <w:t>وہ كيو</w:t>
      </w:r>
      <w:r w:rsidR="007D6C9B">
        <w:rPr>
          <w:rtl/>
        </w:rPr>
        <w:t xml:space="preserve">ں </w:t>
      </w:r>
      <w:r>
        <w:rPr>
          <w:rtl/>
        </w:rPr>
        <w:t>خاموش اور معطل ہي</w:t>
      </w:r>
      <w:r w:rsidR="007D6C9B">
        <w:rPr>
          <w:rtl/>
        </w:rPr>
        <w:t xml:space="preserve">ں </w:t>
      </w:r>
      <w:r>
        <w:rPr>
          <w:rtl/>
        </w:rPr>
        <w:t>،كس چيز كے منتظر ہي</w:t>
      </w:r>
      <w:r w:rsidR="007D6C9B">
        <w:rPr>
          <w:rtl/>
        </w:rPr>
        <w:t xml:space="preserve">ں </w:t>
      </w:r>
      <w:r>
        <w:rPr>
          <w:rtl/>
        </w:rPr>
        <w:t>اور كيو</w:t>
      </w:r>
      <w:r w:rsidR="007D6C9B">
        <w:rPr>
          <w:rtl/>
        </w:rPr>
        <w:t xml:space="preserve">ں </w:t>
      </w:r>
      <w:r>
        <w:rPr>
          <w:rtl/>
        </w:rPr>
        <w:t>مجھے نابود اور ختم نہي</w:t>
      </w:r>
      <w:r w:rsidR="007D6C9B">
        <w:rPr>
          <w:rtl/>
        </w:rPr>
        <w:t xml:space="preserve">ں </w:t>
      </w:r>
      <w:r>
        <w:rPr>
          <w:rtl/>
        </w:rPr>
        <w:t xml:space="preserve">كرديتے _ </w:t>
      </w:r>
    </w:p>
    <w:p w:rsidR="00DE2D7F" w:rsidRDefault="00DE2D7F" w:rsidP="00D07B54">
      <w:pPr>
        <w:pStyle w:val="libNormal"/>
        <w:rPr>
          <w:rtl/>
        </w:rPr>
      </w:pPr>
      <w:r>
        <w:rPr>
          <w:rtl/>
        </w:rPr>
        <w:t>اس كے بعد مزيد فرمايا كہ نہ فقط يہ كہ ان سے كچھ نہي</w:t>
      </w:r>
      <w:r w:rsidR="007D6C9B">
        <w:rPr>
          <w:rtl/>
        </w:rPr>
        <w:t xml:space="preserve">ں </w:t>
      </w:r>
      <w:r>
        <w:rPr>
          <w:rtl/>
        </w:rPr>
        <w:t>ہو سكتا بلكہ تم بھى اتنى كثرت كے باوجود كسى چيز پر قدرت نہي</w:t>
      </w:r>
      <w:r w:rsidR="007D6C9B">
        <w:rPr>
          <w:rtl/>
        </w:rPr>
        <w:t xml:space="preserve">ں </w:t>
      </w:r>
      <w:r>
        <w:rPr>
          <w:rtl/>
        </w:rPr>
        <w:t>ركھتے ''اگر سچ كہتے ہو تو تم سب مل كر ميرے خلاف جوسازش كرسكتے ہو كرگز رو اور مجھے لمحہ بھر كى بھى مہلت نہ دو''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مي</w:t>
      </w:r>
      <w:r w:rsidR="007D6C9B">
        <w:rPr>
          <w:rtl/>
        </w:rPr>
        <w:t xml:space="preserve">ں </w:t>
      </w:r>
      <w:r>
        <w:rPr>
          <w:rtl/>
        </w:rPr>
        <w:t>تمہارى اتنى كثير تعداد كو كيو</w:t>
      </w:r>
      <w:r w:rsidR="007D6C9B">
        <w:rPr>
          <w:rtl/>
        </w:rPr>
        <w:t xml:space="preserve">ں </w:t>
      </w:r>
      <w:r>
        <w:rPr>
          <w:rtl/>
        </w:rPr>
        <w:t>كچھ نہي</w:t>
      </w:r>
      <w:r w:rsidR="007D6C9B">
        <w:rPr>
          <w:rtl/>
        </w:rPr>
        <w:t xml:space="preserve">ں </w:t>
      </w:r>
      <w:r>
        <w:rPr>
          <w:rtl/>
        </w:rPr>
        <w:t>سمجھتا اور كيو</w:t>
      </w:r>
      <w:r w:rsidR="007D6C9B">
        <w:rPr>
          <w:rtl/>
        </w:rPr>
        <w:t xml:space="preserve">ں </w:t>
      </w:r>
      <w:r>
        <w:rPr>
          <w:rtl/>
        </w:rPr>
        <w:t>تمہارى طاقت كى كوئي پرواہ نہي</w:t>
      </w:r>
      <w:r w:rsidR="007D6C9B">
        <w:rPr>
          <w:rtl/>
        </w:rPr>
        <w:t xml:space="preserve">ں </w:t>
      </w:r>
      <w:r>
        <w:rPr>
          <w:rtl/>
        </w:rPr>
        <w:t xml:space="preserve">كرتا ،تم جو كہ ميرے خون كے پياسے ہو اور ہر قسم كى طاقت ركھتے ہو، اس لئے كہ ميرا ركھ و الا اللہ ہے، وہ جس كى قدرت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ہود آيت</w:t>
      </w:r>
      <w:r w:rsidR="00E664BB">
        <w:rPr>
          <w:rtl/>
        </w:rPr>
        <w:t>54</w:t>
      </w:r>
      <w:r>
        <w:rPr>
          <w:rtl/>
        </w:rPr>
        <w:t xml:space="preserve"> </w:t>
      </w:r>
    </w:p>
    <w:p w:rsidR="00DE2D7F" w:rsidRDefault="00DE2D7F" w:rsidP="00D07B54">
      <w:pPr>
        <w:pStyle w:val="libFootnote"/>
        <w:rPr>
          <w:rtl/>
        </w:rPr>
      </w:pPr>
      <w:r>
        <w:rPr>
          <w:rtl/>
        </w:rPr>
        <w:t>(</w:t>
      </w:r>
      <w:r w:rsidR="00E664BB">
        <w:rPr>
          <w:rtl/>
        </w:rPr>
        <w:t>2</w:t>
      </w:r>
      <w:r>
        <w:rPr>
          <w:rtl/>
        </w:rPr>
        <w:t>)سورہ ہود آيت</w:t>
      </w:r>
      <w:r w:rsidR="00E664BB">
        <w:rPr>
          <w:rtl/>
        </w:rPr>
        <w:t>50</w:t>
      </w:r>
      <w:r>
        <w:rPr>
          <w:rtl/>
        </w:rPr>
        <w:t xml:space="preserve"> </w:t>
      </w:r>
    </w:p>
    <w:p w:rsidR="002B702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سب طاقتو</w:t>
      </w:r>
      <w:r w:rsidR="007D6C9B">
        <w:rPr>
          <w:rtl/>
        </w:rPr>
        <w:t xml:space="preserve">ں </w:t>
      </w:r>
      <w:r>
        <w:rPr>
          <w:rtl/>
        </w:rPr>
        <w:t>سے بالاتر ہے ''مي</w:t>
      </w:r>
      <w:r w:rsidR="007D6C9B">
        <w:rPr>
          <w:rtl/>
        </w:rPr>
        <w:t xml:space="preserve">ں </w:t>
      </w:r>
      <w:r>
        <w:rPr>
          <w:rtl/>
        </w:rPr>
        <w:t>نے خدا پر توكل كيا ہے جو ميرا اور تمہارا پروردگار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خود اس بات كى دليل ہے كہ مي</w:t>
      </w:r>
      <w:r w:rsidR="007D6C9B">
        <w:rPr>
          <w:rtl/>
        </w:rPr>
        <w:t xml:space="preserve">ں </w:t>
      </w:r>
      <w:r>
        <w:rPr>
          <w:rtl/>
        </w:rPr>
        <w:t>جھوٹ نہي</w:t>
      </w:r>
      <w:r w:rsidR="007D6C9B">
        <w:rPr>
          <w:rtl/>
        </w:rPr>
        <w:t xml:space="preserve">ں </w:t>
      </w:r>
      <w:r>
        <w:rPr>
          <w:rtl/>
        </w:rPr>
        <w:t>بول رہا ہو</w:t>
      </w:r>
      <w:r w:rsidR="007D6C9B">
        <w:rPr>
          <w:rtl/>
        </w:rPr>
        <w:t xml:space="preserve">ں </w:t>
      </w:r>
      <w:r>
        <w:rPr>
          <w:rtl/>
        </w:rPr>
        <w:t>،يہ اس امر كى نشانى ہے كہ مي</w:t>
      </w:r>
      <w:r w:rsidR="007D6C9B">
        <w:rPr>
          <w:rtl/>
        </w:rPr>
        <w:t xml:space="preserve">ں </w:t>
      </w:r>
      <w:r>
        <w:rPr>
          <w:rtl/>
        </w:rPr>
        <w:t>نے دل كسى اور جگہ نہي</w:t>
      </w:r>
      <w:r w:rsidR="007D6C9B">
        <w:rPr>
          <w:rtl/>
        </w:rPr>
        <w:t xml:space="preserve">ں </w:t>
      </w:r>
      <w:r>
        <w:rPr>
          <w:rtl/>
        </w:rPr>
        <w:t>باندھ ركھا اگر صحيح طور پر سوچو تو يہ خود ايك قسم كا معجزہ ہے كہ ايك انسان تن تنہابہت سے لوگو</w:t>
      </w:r>
      <w:r w:rsidR="007D6C9B">
        <w:rPr>
          <w:rtl/>
        </w:rPr>
        <w:t xml:space="preserve">ں </w:t>
      </w:r>
      <w:r>
        <w:rPr>
          <w:rtl/>
        </w:rPr>
        <w:t xml:space="preserve">كے بے ہو دہ عقائد كے خلاف اٹھ كھڑا ہو_ </w:t>
      </w:r>
    </w:p>
    <w:p w:rsidR="00DE2D7F" w:rsidRDefault="00DE2D7F" w:rsidP="00D07B54">
      <w:pPr>
        <w:pStyle w:val="libNormal"/>
        <w:rPr>
          <w:rtl/>
        </w:rPr>
      </w:pPr>
      <w:r>
        <w:rPr>
          <w:rtl/>
        </w:rPr>
        <w:t>جبكہ وہ طاقت ور اور متعصب بھى ہو</w:t>
      </w:r>
      <w:r w:rsidR="007D6C9B">
        <w:rPr>
          <w:rtl/>
        </w:rPr>
        <w:t xml:space="preserve">ں </w:t>
      </w:r>
      <w:r>
        <w:rPr>
          <w:rtl/>
        </w:rPr>
        <w:t>يہا</w:t>
      </w:r>
      <w:r w:rsidR="007D6C9B">
        <w:rPr>
          <w:rtl/>
        </w:rPr>
        <w:t xml:space="preserve">ں </w:t>
      </w:r>
      <w:r>
        <w:rPr>
          <w:rtl/>
        </w:rPr>
        <w:t>تك كہ انہي</w:t>
      </w:r>
      <w:r w:rsidR="007D6C9B">
        <w:rPr>
          <w:rtl/>
        </w:rPr>
        <w:t xml:space="preserve">ں </w:t>
      </w:r>
      <w:r>
        <w:rPr>
          <w:rtl/>
        </w:rPr>
        <w:t>اپنے خلاف قيام كى تحريك كرے اس كے باوجود اس مي</w:t>
      </w:r>
      <w:r w:rsidR="007D6C9B">
        <w:rPr>
          <w:rtl/>
        </w:rPr>
        <w:t xml:space="preserve">ں </w:t>
      </w:r>
      <w:r>
        <w:rPr>
          <w:rtl/>
        </w:rPr>
        <w:t>خوف وخطر كے كوئي آثار نظر نہ آئي</w:t>
      </w:r>
      <w:r w:rsidR="007D6C9B">
        <w:rPr>
          <w:rtl/>
        </w:rPr>
        <w:t xml:space="preserve">ں </w:t>
      </w:r>
      <w:r>
        <w:rPr>
          <w:rtl/>
        </w:rPr>
        <w:t>اور پھر نہ اس كے دشمن اس كے خلاف كچھ كرسكتے ہو</w:t>
      </w:r>
      <w:r w:rsidR="007D6C9B">
        <w:rPr>
          <w:rtl/>
        </w:rPr>
        <w:t xml:space="preserve">ں </w:t>
      </w:r>
      <w:r>
        <w:rPr>
          <w:rtl/>
        </w:rPr>
        <w:t xml:space="preserve">_ </w:t>
      </w:r>
    </w:p>
    <w:p w:rsidR="00DE2D7F" w:rsidRDefault="00DE2D7F" w:rsidP="00D07B54">
      <w:pPr>
        <w:pStyle w:val="libNormal"/>
        <w:rPr>
          <w:rtl/>
        </w:rPr>
      </w:pPr>
      <w:r>
        <w:rPr>
          <w:rtl/>
        </w:rPr>
        <w:t>آخر كار حضرت ہودعليہ السلام ان سے كہتے ہي</w:t>
      </w:r>
      <w:r w:rsidR="007D6C9B">
        <w:rPr>
          <w:rtl/>
        </w:rPr>
        <w:t xml:space="preserve">ں </w:t>
      </w:r>
      <w:r>
        <w:rPr>
          <w:rtl/>
        </w:rPr>
        <w:t xml:space="preserve">: </w:t>
      </w:r>
    </w:p>
    <w:p w:rsidR="00DE2D7F" w:rsidRDefault="00DE2D7F" w:rsidP="00D07B54">
      <w:pPr>
        <w:pStyle w:val="libNormal"/>
        <w:rPr>
          <w:rtl/>
        </w:rPr>
      </w:pPr>
      <w:r>
        <w:rPr>
          <w:rtl/>
        </w:rPr>
        <w:t>''اگر تم راہ حق سے روگرانى كروگے تو اس مي</w:t>
      </w:r>
      <w:r w:rsidR="007D6C9B">
        <w:rPr>
          <w:rtl/>
        </w:rPr>
        <w:t xml:space="preserve">ں </w:t>
      </w:r>
      <w:r>
        <w:rPr>
          <w:rtl/>
        </w:rPr>
        <w:t>ميرا كوئي نقصان نہي</w:t>
      </w:r>
      <w:r w:rsidR="007D6C9B">
        <w:rPr>
          <w:rtl/>
        </w:rPr>
        <w:t xml:space="preserve">ں </w:t>
      </w:r>
      <w:r>
        <w:rPr>
          <w:rtl/>
        </w:rPr>
        <w:t>ہوگا كيونكہ مي</w:t>
      </w:r>
      <w:r w:rsidR="007D6C9B">
        <w:rPr>
          <w:rtl/>
        </w:rPr>
        <w:t xml:space="preserve">ں </w:t>
      </w:r>
      <w:r>
        <w:rPr>
          <w:rtl/>
        </w:rPr>
        <w:t>نے اپنا پيغام تم تك پہنچا ديا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اس طرف اشارہ ہے كہ يہ گمان نہ كرو كہ اگر ميرى دعوت قبول نہ كى جائے تو ميرے لئے كوئي شكست ہے مي</w:t>
      </w:r>
      <w:r w:rsidR="007D6C9B">
        <w:rPr>
          <w:rtl/>
        </w:rPr>
        <w:t xml:space="preserve">ں </w:t>
      </w:r>
      <w:r>
        <w:rPr>
          <w:rtl/>
        </w:rPr>
        <w:t xml:space="preserve">نے اپنا فريضہ انجام دے ديا ہے اور فريضہ كى انجام دہى كاميابى ہے اگر چہ ميرى دعوت قبول نہ كى جائے _ </w:t>
      </w:r>
    </w:p>
    <w:p w:rsidR="00DE2D7F" w:rsidRDefault="00DE2D7F" w:rsidP="00D07B54">
      <w:pPr>
        <w:pStyle w:val="libNormal"/>
        <w:rPr>
          <w:rtl/>
        </w:rPr>
      </w:pPr>
      <w:r>
        <w:rPr>
          <w:rtl/>
        </w:rPr>
        <w:t>دراصل يہ سچے رہبرو</w:t>
      </w:r>
      <w:r w:rsidR="007D6C9B">
        <w:rPr>
          <w:rtl/>
        </w:rPr>
        <w:t xml:space="preserve">ں </w:t>
      </w:r>
      <w:r>
        <w:rPr>
          <w:rtl/>
        </w:rPr>
        <w:t>اور راہ حق كے پيشوائو</w:t>
      </w:r>
      <w:r w:rsidR="007D6C9B">
        <w:rPr>
          <w:rtl/>
        </w:rPr>
        <w:t xml:space="preserve">ں </w:t>
      </w:r>
      <w:r>
        <w:rPr>
          <w:rtl/>
        </w:rPr>
        <w:t>كے لئے ايك درس ہے كہ انہي</w:t>
      </w:r>
      <w:r w:rsidR="007D6C9B">
        <w:rPr>
          <w:rtl/>
        </w:rPr>
        <w:t xml:space="preserve">ں </w:t>
      </w:r>
      <w:r>
        <w:rPr>
          <w:rtl/>
        </w:rPr>
        <w:t>اپنے كام پر كبھى بھى خستگى وپريشانى كا احساس نہي</w:t>
      </w:r>
      <w:r w:rsidR="007D6C9B">
        <w:rPr>
          <w:rtl/>
        </w:rPr>
        <w:t xml:space="preserve">ں </w:t>
      </w:r>
      <w:r>
        <w:rPr>
          <w:rtl/>
        </w:rPr>
        <w:t>ہونا چاہئے چاہے لوگ ان كى دعوت كو قبول نہ بھى كري</w:t>
      </w:r>
      <w:r w:rsidR="007D6C9B">
        <w:rPr>
          <w:rtl/>
        </w:rPr>
        <w:t xml:space="preserve">ں </w:t>
      </w:r>
      <w:r>
        <w:rPr>
          <w:rtl/>
        </w:rPr>
        <w:t xml:space="preserve">_ </w:t>
      </w:r>
    </w:p>
    <w:p w:rsidR="00DE2D7F" w:rsidRDefault="00DE2D7F" w:rsidP="00D07B54">
      <w:pPr>
        <w:pStyle w:val="libNormal"/>
        <w:rPr>
          <w:rtl/>
        </w:rPr>
      </w:pPr>
      <w:r>
        <w:rPr>
          <w:rtl/>
        </w:rPr>
        <w:t>جيسا كہ بت پرستو</w:t>
      </w:r>
      <w:r w:rsidR="007D6C9B">
        <w:rPr>
          <w:rtl/>
        </w:rPr>
        <w:t xml:space="preserve">ں </w:t>
      </w:r>
      <w:r>
        <w:rPr>
          <w:rtl/>
        </w:rPr>
        <w:t>نے آپ كودھمكى دى تھى ،اس كے بعد آپ انہي</w:t>
      </w:r>
      <w:r w:rsidR="007D6C9B">
        <w:rPr>
          <w:rtl/>
        </w:rPr>
        <w:t xml:space="preserve">ں </w:t>
      </w:r>
      <w:r>
        <w:rPr>
          <w:rtl/>
        </w:rPr>
        <w:t>شديد طريقے پر عذاب الہى كى دھمكى ديتے ہوئے كہتے ہي</w:t>
      </w:r>
      <w:r w:rsidR="007D6C9B">
        <w:rPr>
          <w:rtl/>
        </w:rPr>
        <w:t xml:space="preserve">ں </w:t>
      </w:r>
      <w:r>
        <w:rPr>
          <w:rtl/>
        </w:rPr>
        <w:t xml:space="preserve">: </w:t>
      </w:r>
    </w:p>
    <w:p w:rsidR="00DE2D7F" w:rsidRDefault="00DE2D7F" w:rsidP="00D07B54">
      <w:pPr>
        <w:pStyle w:val="libNormal"/>
        <w:rPr>
          <w:rtl/>
        </w:rPr>
      </w:pPr>
      <w:r>
        <w:rPr>
          <w:rtl/>
        </w:rPr>
        <w:t>''اگر تم نے دعوت حق قبول نہ كى تو خدا عنقريب تمہي</w:t>
      </w:r>
      <w:r w:rsidR="007D6C9B">
        <w:rPr>
          <w:rtl/>
        </w:rPr>
        <w:t xml:space="preserve">ں </w:t>
      </w:r>
      <w:r>
        <w:rPr>
          <w:rtl/>
        </w:rPr>
        <w:t>نابود كردے گا اور كسى دوسرے گروہ كو تمہارا جانشين بنا دے گا اور تم اسے كسى قسم كا نقصان نہي</w:t>
      </w:r>
      <w:r w:rsidR="007D6C9B">
        <w:rPr>
          <w:rtl/>
        </w:rPr>
        <w:t xml:space="preserve">ں </w:t>
      </w:r>
      <w:r>
        <w:rPr>
          <w:rtl/>
        </w:rPr>
        <w:t xml:space="preserve">پہنچا سكتے_''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ہود آيت</w:t>
      </w:r>
      <w:r w:rsidR="00E664BB">
        <w:rPr>
          <w:rtl/>
        </w:rPr>
        <w:t>56</w:t>
      </w:r>
      <w:r>
        <w:rPr>
          <w:rtl/>
        </w:rPr>
        <w:t xml:space="preserve"> </w:t>
      </w:r>
    </w:p>
    <w:p w:rsidR="00DE2D7F" w:rsidRDefault="00DE2D7F" w:rsidP="00D07B54">
      <w:pPr>
        <w:pStyle w:val="libFootnote"/>
        <w:rPr>
          <w:rtl/>
        </w:rPr>
      </w:pPr>
      <w:r>
        <w:rPr>
          <w:rtl/>
        </w:rPr>
        <w:t>(</w:t>
      </w:r>
      <w:r w:rsidR="00E664BB">
        <w:rPr>
          <w:rtl/>
        </w:rPr>
        <w:t>2</w:t>
      </w:r>
      <w:r>
        <w:rPr>
          <w:rtl/>
        </w:rPr>
        <w:t xml:space="preserve">)سورہ ہود ايت </w:t>
      </w:r>
      <w:r w:rsidR="00E664BB">
        <w:rPr>
          <w:rtl/>
        </w:rPr>
        <w:t>57</w:t>
      </w:r>
      <w:r>
        <w:rPr>
          <w:rtl/>
        </w:rPr>
        <w:t xml:space="preserve"> </w:t>
      </w:r>
    </w:p>
    <w:p w:rsidR="00DE2D7F" w:rsidRDefault="00DE2D7F" w:rsidP="00D07B54">
      <w:pPr>
        <w:pStyle w:val="libFootnote"/>
        <w:rPr>
          <w:rtl/>
        </w:rPr>
      </w:pPr>
      <w:r>
        <w:rPr>
          <w:rtl/>
        </w:rPr>
        <w:t>(</w:t>
      </w:r>
      <w:r w:rsidR="00E664BB">
        <w:rPr>
          <w:rtl/>
        </w:rPr>
        <w:t>3</w:t>
      </w:r>
      <w:r>
        <w:rPr>
          <w:rtl/>
        </w:rPr>
        <w:t>)سورہ ہود آيت</w:t>
      </w:r>
      <w:r w:rsidR="00E664BB">
        <w:rPr>
          <w:rtl/>
        </w:rPr>
        <w:t>57</w:t>
      </w:r>
      <w:r>
        <w:rPr>
          <w:rtl/>
        </w:rPr>
        <w:t xml:space="preserve"> </w:t>
      </w:r>
    </w:p>
    <w:p w:rsidR="002B702E" w:rsidRDefault="00C2634E" w:rsidP="00D07B54">
      <w:pPr>
        <w:pStyle w:val="libNormal"/>
        <w:rPr>
          <w:rtl/>
        </w:rPr>
      </w:pPr>
      <w:r>
        <w:rPr>
          <w:rtl/>
        </w:rPr>
        <w:t xml:space="preserve"> </w:t>
      </w:r>
      <w:r>
        <w:rPr>
          <w:rtl/>
        </w:rPr>
        <w:br w:type="page"/>
      </w:r>
    </w:p>
    <w:p w:rsidR="002B702E" w:rsidRDefault="002B702E" w:rsidP="00D07B54">
      <w:pPr>
        <w:pStyle w:val="libNormal"/>
        <w:rPr>
          <w:rtl/>
        </w:rPr>
      </w:pPr>
    </w:p>
    <w:p w:rsidR="00DE2D7F" w:rsidRDefault="00DE2D7F" w:rsidP="00D07B54">
      <w:pPr>
        <w:pStyle w:val="libNormal"/>
        <w:rPr>
          <w:rtl/>
        </w:rPr>
      </w:pPr>
      <w:r>
        <w:rPr>
          <w:rtl/>
        </w:rPr>
        <w:t>''اور يہ بھى جان لو كہ ميرا پروردگار ہر چيز كا محافظ ہے اور ہر حساب وكتاب كى نگہدارى كرتا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نہ موقع اس كے ہاتھ سے جاتا ہے اورنہ وہ موقع كى مناسبت كو فراموش كرتا ہے نہ وہ اپنے انبياء اور دوستو</w:t>
      </w:r>
      <w:r w:rsidR="007D6C9B">
        <w:rPr>
          <w:rtl/>
        </w:rPr>
        <w:t xml:space="preserve">ں </w:t>
      </w:r>
      <w:r>
        <w:rPr>
          <w:rtl/>
        </w:rPr>
        <w:t>كو طاق نسيا</w:t>
      </w:r>
      <w:r w:rsidR="007D6C9B">
        <w:rPr>
          <w:rtl/>
        </w:rPr>
        <w:t xml:space="preserve">ں </w:t>
      </w:r>
      <w:r>
        <w:rPr>
          <w:rtl/>
        </w:rPr>
        <w:t xml:space="preserve">كرتا ہے اور نہ كسى شخص كا حساب وكتاب اس كے علم سے پوشيدہ ہوتا ہے بلكہ وہ ہر چيز كو جانتا ہے اور ہر چيز پر مسلط ہے_ </w:t>
      </w:r>
    </w:p>
    <w:p w:rsidR="002B702E" w:rsidRDefault="00DE2D7F" w:rsidP="00D07B54">
      <w:pPr>
        <w:pStyle w:val="Heading2Center"/>
        <w:rPr>
          <w:rtl/>
        </w:rPr>
      </w:pPr>
      <w:bookmarkStart w:id="54" w:name="_Toc7268451"/>
      <w:r>
        <w:rPr>
          <w:rtl/>
        </w:rPr>
        <w:t>اس ظالم قوم پر ابدى لعنت</w:t>
      </w:r>
      <w:bookmarkEnd w:id="54"/>
      <w:r>
        <w:rPr>
          <w:rtl/>
        </w:rPr>
        <w:t xml:space="preserve"> </w:t>
      </w:r>
    </w:p>
    <w:p w:rsidR="00DE2D7F" w:rsidRDefault="00DE2D7F" w:rsidP="00D07B54">
      <w:pPr>
        <w:pStyle w:val="libNormal"/>
        <w:rPr>
          <w:rtl/>
        </w:rPr>
      </w:pPr>
      <w:r>
        <w:rPr>
          <w:rtl/>
        </w:rPr>
        <w:t>قوم عاد اور ان كے پيغمبر حضرت ہود كى سرگذشت سے مربوط آيات كے آخرى حصے مي</w:t>
      </w:r>
      <w:r w:rsidR="007D6C9B">
        <w:rPr>
          <w:rtl/>
        </w:rPr>
        <w:t xml:space="preserve">ں </w:t>
      </w:r>
      <w:r>
        <w:rPr>
          <w:rtl/>
        </w:rPr>
        <w:t>ان سركشو</w:t>
      </w:r>
      <w:r w:rsidR="007D6C9B">
        <w:rPr>
          <w:rtl/>
        </w:rPr>
        <w:t xml:space="preserve">ں </w:t>
      </w:r>
      <w:r>
        <w:rPr>
          <w:rtl/>
        </w:rPr>
        <w:t xml:space="preserve">كى درد ناك سزا اور عذاب كى طرف اشارہ كرتے ہوئے قرآن پہلے كہتا ہے : </w:t>
      </w:r>
    </w:p>
    <w:p w:rsidR="00DE2D7F" w:rsidRDefault="00DE2D7F" w:rsidP="00D07B54">
      <w:pPr>
        <w:pStyle w:val="libNormal"/>
        <w:rPr>
          <w:rtl/>
        </w:rPr>
      </w:pPr>
      <w:r>
        <w:rPr>
          <w:rtl/>
        </w:rPr>
        <w:t>'' جب ان كے عذاب كے بارے مي</w:t>
      </w:r>
      <w:r w:rsidR="007D6C9B">
        <w:rPr>
          <w:rtl/>
        </w:rPr>
        <w:t xml:space="preserve">ں </w:t>
      </w:r>
      <w:r>
        <w:rPr>
          <w:rtl/>
        </w:rPr>
        <w:t>ہمارا حكم آپہنچا تو ہود اور جو لوگ اس كے ساتھ ايمان لاچكے تھے ہمارى ان پر رحمت اور لطف خاص نے انہي</w:t>
      </w:r>
      <w:r w:rsidR="007D6C9B">
        <w:rPr>
          <w:rtl/>
        </w:rPr>
        <w:t xml:space="preserve">ں </w:t>
      </w:r>
      <w:r>
        <w:rPr>
          <w:rtl/>
        </w:rPr>
        <w:t xml:space="preserve">نجات بخشي''_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پھر مزيد تاكيد كے لئے فرمايا:''ہم نے اس صاحب ايمان قوم كو شديد عذاب سے رہائي بخشي''_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امر جاذب نظر ہے كہ بے ايمان ،سركش اور ظالم افراد كے لئے عذاب وسزا معين كرنے سے پہلے صاحب ايمان قوم كى نجات كا ذكر كيا گيا ہے تاكہ يہ خيال پيدا نہ ہو جيسا كہ مشہور ضرب المثل ہے كہ عذاب الہى كے موقع پر خشك وترسب جل جاتے ہي</w:t>
      </w:r>
      <w:r w:rsidR="007D6C9B">
        <w:rPr>
          <w:rtl/>
        </w:rPr>
        <w:t xml:space="preserve">ں </w:t>
      </w:r>
      <w:r>
        <w:rPr>
          <w:rtl/>
        </w:rPr>
        <w:t>كيونكہ وہ حكيم اور عادل ہے اور محال ہے كہ وہ ايك بھى صاحب ايمان شخص كو بے ايمان اور گنہگار لوگو</w:t>
      </w:r>
      <w:r w:rsidR="007D6C9B">
        <w:rPr>
          <w:rtl/>
        </w:rPr>
        <w:t xml:space="preserve">ں </w:t>
      </w:r>
      <w:r>
        <w:rPr>
          <w:rtl/>
        </w:rPr>
        <w:t xml:space="preserve">كے درميان عذاب كرے، بلكہ رحمت الہى ايسے افراد كو عذاب وسزاكے نفاذ سے پہلے ہى امن وامان كى جگہ پر منتقل كرديتى ہے جيسا كہ ہم نے ديكھا ہے كہ اس سے پہلے كہ طوفان آئے،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ہود ايت </w:t>
      </w:r>
      <w:r w:rsidR="00E664BB">
        <w:rPr>
          <w:rtl/>
        </w:rPr>
        <w:t>57</w:t>
      </w:r>
      <w:r>
        <w:rPr>
          <w:rtl/>
        </w:rPr>
        <w:t xml:space="preserve"> </w:t>
      </w:r>
    </w:p>
    <w:p w:rsidR="00DE2D7F" w:rsidRDefault="00DE2D7F" w:rsidP="00D07B54">
      <w:pPr>
        <w:pStyle w:val="libFootnote"/>
        <w:rPr>
          <w:rtl/>
        </w:rPr>
      </w:pPr>
      <w:r>
        <w:rPr>
          <w:rtl/>
        </w:rPr>
        <w:t xml:space="preserve">( </w:t>
      </w:r>
      <w:r w:rsidR="00E664BB">
        <w:rPr>
          <w:rtl/>
        </w:rPr>
        <w:t>2</w:t>
      </w:r>
      <w:r>
        <w:rPr>
          <w:rtl/>
        </w:rPr>
        <w:t>،</w:t>
      </w:r>
      <w:r w:rsidR="00E664BB">
        <w:rPr>
          <w:rtl/>
        </w:rPr>
        <w:t>3</w:t>
      </w:r>
      <w:r>
        <w:rPr>
          <w:rtl/>
        </w:rPr>
        <w:t xml:space="preserve">)سورہ ہود آيت </w:t>
      </w:r>
      <w:r w:rsidR="00E664BB">
        <w:rPr>
          <w:rtl/>
        </w:rPr>
        <w:t>58</w:t>
      </w:r>
      <w:r>
        <w:rPr>
          <w:rtl/>
        </w:rPr>
        <w:t xml:space="preserve"> </w:t>
      </w:r>
    </w:p>
    <w:p w:rsidR="002B702E" w:rsidRDefault="001648F9" w:rsidP="00D07B54">
      <w:pPr>
        <w:pStyle w:val="libNormal"/>
        <w:rPr>
          <w:rtl/>
        </w:rPr>
      </w:pPr>
      <w:r>
        <w:rPr>
          <w:rtl/>
        </w:rPr>
        <w:t xml:space="preserve"> </w:t>
      </w:r>
      <w:r>
        <w:rPr>
          <w:rtl/>
        </w:rPr>
        <w:br w:type="page"/>
      </w:r>
    </w:p>
    <w:p w:rsidR="002B702E" w:rsidRDefault="002B702E" w:rsidP="00D07B54">
      <w:pPr>
        <w:pStyle w:val="libNormal"/>
        <w:rPr>
          <w:rtl/>
        </w:rPr>
      </w:pPr>
    </w:p>
    <w:p w:rsidR="00DE2D7F" w:rsidRDefault="00DE2D7F" w:rsidP="00D07B54">
      <w:pPr>
        <w:pStyle w:val="libNormal"/>
        <w:rPr>
          <w:rtl/>
        </w:rPr>
      </w:pPr>
      <w:r>
        <w:rPr>
          <w:rtl/>
        </w:rPr>
        <w:t>حضرت نوح كى كشتى نجات تيار تھي، اور اس سے پہلے كہ حضرت لوط كے شہر تباہ وبرباد ہو</w:t>
      </w:r>
      <w:r w:rsidR="007D6C9B">
        <w:rPr>
          <w:rtl/>
        </w:rPr>
        <w:t xml:space="preserve">ں </w:t>
      </w:r>
      <w:r>
        <w:rPr>
          <w:rtl/>
        </w:rPr>
        <w:t>حضرت لوط اور آپ كے انصار راتو</w:t>
      </w:r>
      <w:r w:rsidR="007D6C9B">
        <w:rPr>
          <w:rtl/>
        </w:rPr>
        <w:t xml:space="preserve">ں </w:t>
      </w:r>
      <w:r>
        <w:rPr>
          <w:rtl/>
        </w:rPr>
        <w:t>رات حكم الہى سے وہا</w:t>
      </w:r>
      <w:r w:rsidR="007D6C9B">
        <w:rPr>
          <w:rtl/>
        </w:rPr>
        <w:t xml:space="preserve">ں </w:t>
      </w:r>
      <w:r>
        <w:rPr>
          <w:rtl/>
        </w:rPr>
        <w:t xml:space="preserve">سے نكل آئے_ </w:t>
      </w:r>
    </w:p>
    <w:p w:rsidR="00DE2D7F" w:rsidRDefault="00DE2D7F" w:rsidP="00D07B54">
      <w:pPr>
        <w:pStyle w:val="libNormal"/>
        <w:rPr>
          <w:rtl/>
        </w:rPr>
      </w:pPr>
      <w:r>
        <w:rPr>
          <w:rtl/>
        </w:rPr>
        <w:t>يہ مناسبت بھى قابل ملا حظہ ہے كہ قوم عاد كے لوگ سخت اور بلند قامت تھے ان كے قدكو كھجور كے درختو</w:t>
      </w:r>
      <w:r w:rsidR="007D6C9B">
        <w:rPr>
          <w:rtl/>
        </w:rPr>
        <w:t xml:space="preserve">ں </w:t>
      </w:r>
      <w:r>
        <w:rPr>
          <w:rtl/>
        </w:rPr>
        <w:t>سے تشبيہ دى گئي ہے اسى مناسبت سے ان كى عمارتي</w:t>
      </w:r>
      <w:r w:rsidR="007D6C9B">
        <w:rPr>
          <w:rtl/>
        </w:rPr>
        <w:t xml:space="preserve">ں </w:t>
      </w:r>
      <w:r>
        <w:rPr>
          <w:rtl/>
        </w:rPr>
        <w:t>مضبوط ،بڑى اور اونچى تھي</w:t>
      </w:r>
      <w:r w:rsidR="007D6C9B">
        <w:rPr>
          <w:rtl/>
        </w:rPr>
        <w:t xml:space="preserve">ں </w:t>
      </w:r>
      <w:r>
        <w:rPr>
          <w:rtl/>
        </w:rPr>
        <w:t>يہا</w:t>
      </w:r>
      <w:r w:rsidR="007D6C9B">
        <w:rPr>
          <w:rtl/>
        </w:rPr>
        <w:t xml:space="preserve">ں </w:t>
      </w:r>
      <w:r>
        <w:rPr>
          <w:rtl/>
        </w:rPr>
        <w:t>تك كہ قبل اسلام كى تاريخ مي</w:t>
      </w:r>
      <w:r w:rsidR="007D6C9B">
        <w:rPr>
          <w:rtl/>
        </w:rPr>
        <w:t xml:space="preserve">ں </w:t>
      </w:r>
      <w:r>
        <w:rPr>
          <w:rtl/>
        </w:rPr>
        <w:t>ہے كہ عرب بلند اور مضبوط عمارتو</w:t>
      </w:r>
      <w:r w:rsidR="007D6C9B">
        <w:rPr>
          <w:rtl/>
        </w:rPr>
        <w:t xml:space="preserve">ں </w:t>
      </w:r>
      <w:r>
        <w:rPr>
          <w:rtl/>
        </w:rPr>
        <w:t>كى نسبت قوم عاد ہى كى طرف ديتے ہوئے انہي</w:t>
      </w:r>
      <w:r w:rsidR="007D6C9B">
        <w:rPr>
          <w:rtl/>
        </w:rPr>
        <w:t xml:space="preserve">ں </w:t>
      </w:r>
      <w:r>
        <w:rPr>
          <w:rtl/>
        </w:rPr>
        <w:t>''عدي'' كہتے تھے، اسى لئے ان پر آنے والا عذاب بھى انہى كى طرح غليظ اور سخت تھا ،نہ صرف اخرت كا عذاب،بلكہ اس دنيا مي</w:t>
      </w:r>
      <w:r w:rsidR="007D6C9B">
        <w:rPr>
          <w:rtl/>
        </w:rPr>
        <w:t xml:space="preserve">ں </w:t>
      </w:r>
      <w:r>
        <w:rPr>
          <w:rtl/>
        </w:rPr>
        <w:t xml:space="preserve">سخت سے سخت عذاب ديا گيا _ </w:t>
      </w:r>
    </w:p>
    <w:p w:rsidR="00DE2D7F" w:rsidRDefault="00DE2D7F" w:rsidP="00D07B54">
      <w:pPr>
        <w:pStyle w:val="libNormal"/>
        <w:rPr>
          <w:rtl/>
        </w:rPr>
      </w:pPr>
    </w:p>
    <w:p w:rsidR="002B702E" w:rsidRDefault="00DE2D7F" w:rsidP="00D07B54">
      <w:pPr>
        <w:pStyle w:val="Heading2Center"/>
        <w:rPr>
          <w:rtl/>
        </w:rPr>
      </w:pPr>
      <w:bookmarkStart w:id="55" w:name="_Toc7268452"/>
      <w:r>
        <w:rPr>
          <w:rtl/>
        </w:rPr>
        <w:t>عذاب الہى ايك نحس دن مي</w:t>
      </w:r>
      <w:r w:rsidR="007D6C9B">
        <w:rPr>
          <w:rtl/>
        </w:rPr>
        <w:t>ں</w:t>
      </w:r>
      <w:bookmarkEnd w:id="55"/>
    </w:p>
    <w:p w:rsidR="00DE2D7F" w:rsidRDefault="007D6C9B" w:rsidP="00D07B54">
      <w:pPr>
        <w:pStyle w:val="libNormal"/>
        <w:rPr>
          <w:rtl/>
        </w:rPr>
      </w:pPr>
      <w:r>
        <w:rPr>
          <w:rtl/>
        </w:rPr>
        <w:t xml:space="preserve"> </w:t>
      </w:r>
      <w:r w:rsidR="00DE2D7F">
        <w:rPr>
          <w:rtl/>
        </w:rPr>
        <w:t>قرآن مجيد قوم عا د پر عذاب الہى كے بارے مي</w:t>
      </w:r>
      <w:r>
        <w:rPr>
          <w:rtl/>
        </w:rPr>
        <w:t xml:space="preserve">ں </w:t>
      </w:r>
      <w:r w:rsidR="00DE2D7F">
        <w:rPr>
          <w:rtl/>
        </w:rPr>
        <w:t xml:space="preserve">فرماتا ہے : </w:t>
      </w:r>
    </w:p>
    <w:p w:rsidR="00DE2D7F" w:rsidRDefault="00DE2D7F" w:rsidP="00D07B54">
      <w:pPr>
        <w:pStyle w:val="libNormal"/>
        <w:rPr>
          <w:rtl/>
        </w:rPr>
      </w:pPr>
      <w:r>
        <w:rPr>
          <w:rtl/>
        </w:rPr>
        <w:t>''ہم نے ان پروحشت ناك ،سرداور تيز آندھى ، ايك ايسے منحوس دن مي</w:t>
      </w:r>
      <w:r w:rsidR="007D6C9B">
        <w:rPr>
          <w:rtl/>
        </w:rPr>
        <w:t xml:space="preserve">ں </w:t>
      </w:r>
      <w:r>
        <w:rPr>
          <w:rtl/>
        </w:rPr>
        <w:t xml:space="preserve">جو بہت طويل تھا،ان كى طرف بھيجى ''_ </w:t>
      </w:r>
    </w:p>
    <w:p w:rsidR="00DE2D7F" w:rsidRDefault="00DE2D7F" w:rsidP="00D07B54">
      <w:pPr>
        <w:pStyle w:val="libNormal"/>
        <w:rPr>
          <w:rtl/>
        </w:rPr>
      </w:pPr>
      <w:r>
        <w:rPr>
          <w:rtl/>
        </w:rPr>
        <w:t>اس كے بعد اس تيز آندھى كى كيفيت كے بارے مي</w:t>
      </w:r>
      <w:r w:rsidR="007D6C9B">
        <w:rPr>
          <w:rtl/>
        </w:rPr>
        <w:t xml:space="preserve">ں </w:t>
      </w:r>
      <w:r>
        <w:rPr>
          <w:rtl/>
        </w:rPr>
        <w:t>پروردگار عالم فرماتا ہے كہ ''لوگو</w:t>
      </w:r>
      <w:r w:rsidR="007D6C9B">
        <w:rPr>
          <w:rtl/>
        </w:rPr>
        <w:t xml:space="preserve">ں </w:t>
      </w:r>
      <w:r>
        <w:rPr>
          <w:rtl/>
        </w:rPr>
        <w:t>كو گھن كھائے ہوئے كھجوركے تنو</w:t>
      </w:r>
      <w:r w:rsidR="007D6C9B">
        <w:rPr>
          <w:rtl/>
        </w:rPr>
        <w:t xml:space="preserve">ں </w:t>
      </w:r>
      <w:r>
        <w:rPr>
          <w:rtl/>
        </w:rPr>
        <w:t xml:space="preserve">كى طرح اكھاڑديا اور وہ ان كو ہرطرف پھينكتى تھي_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قوم عاد كے لوگ قوى الجثہ تھے، انہو</w:t>
      </w:r>
      <w:r w:rsidR="007D6C9B">
        <w:rPr>
          <w:rtl/>
        </w:rPr>
        <w:t xml:space="preserve">ں </w:t>
      </w:r>
      <w:r>
        <w:rPr>
          <w:rtl/>
        </w:rPr>
        <w:t>نے تيز آندھى سے بچنے كے لئے زمين مي</w:t>
      </w:r>
      <w:r w:rsidR="007D6C9B">
        <w:rPr>
          <w:rtl/>
        </w:rPr>
        <w:t xml:space="preserve">ں </w:t>
      </w:r>
      <w:r>
        <w:rPr>
          <w:rtl/>
        </w:rPr>
        <w:t>گڑھے كھود ركھے تھے اور زير زمين پناہ گا ہي</w:t>
      </w:r>
      <w:r w:rsidR="007D6C9B">
        <w:rPr>
          <w:rtl/>
        </w:rPr>
        <w:t xml:space="preserve">ں </w:t>
      </w:r>
      <w:r>
        <w:rPr>
          <w:rtl/>
        </w:rPr>
        <w:t>بنا ركھى تھي</w:t>
      </w:r>
      <w:r w:rsidR="007D6C9B">
        <w:rPr>
          <w:rtl/>
        </w:rPr>
        <w:t xml:space="preserve">ں </w:t>
      </w:r>
      <w:r>
        <w:rPr>
          <w:rtl/>
        </w:rPr>
        <w:t>ليكن اس روز آنے والى آندھى اتنى زور دار اور طاقتور تھى كہ ان كو ان كى پناہ گا ہو</w:t>
      </w:r>
      <w:r w:rsidR="007D6C9B">
        <w:rPr>
          <w:rtl/>
        </w:rPr>
        <w:t xml:space="preserve">ں </w:t>
      </w:r>
      <w:r>
        <w:rPr>
          <w:rtl/>
        </w:rPr>
        <w:t>سے باہر نكالتى تھى اور ادھر اُدھر پھينكتى تھى وہ ان كو اس زور سے زمين پر پٹختى تھى كہ ان كے سرتن سے جدا ہوجا تے تھے _اندھى اس قدر تيز تھى كہ پہلے ان كے ہاتھ پيرو</w:t>
      </w:r>
      <w:r w:rsidR="007D6C9B">
        <w:rPr>
          <w:rtl/>
        </w:rPr>
        <w:t xml:space="preserve">ں </w:t>
      </w:r>
      <w:r>
        <w:rPr>
          <w:rtl/>
        </w:rPr>
        <w:t>اور سرو</w:t>
      </w:r>
      <w:r w:rsidR="007D6C9B">
        <w:rPr>
          <w:rtl/>
        </w:rPr>
        <w:t xml:space="preserve">ں </w:t>
      </w:r>
      <w:r>
        <w:rPr>
          <w:rtl/>
        </w:rPr>
        <w:t xml:space="preserve">كو جدا كرتى تھى ،اس كے بعد ان كے اجسام كو بے شاخ و برگ كھجور كى طرح زمين سے اكھاڑتى تھى اور ادھر ادھر لئے پھرتى تھي_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قمر آيت</w:t>
      </w:r>
      <w:r w:rsidR="00E664BB">
        <w:rPr>
          <w:rtl/>
        </w:rPr>
        <w:t>20</w:t>
      </w:r>
      <w:r>
        <w:rPr>
          <w:rtl/>
        </w:rPr>
        <w:t xml:space="preserve"> </w:t>
      </w:r>
    </w:p>
    <w:p w:rsidR="002B702E" w:rsidRDefault="00C2634E" w:rsidP="00D07B54">
      <w:pPr>
        <w:pStyle w:val="libNormal"/>
        <w:rPr>
          <w:rtl/>
        </w:rPr>
      </w:pPr>
      <w:r>
        <w:rPr>
          <w:rtl/>
        </w:rPr>
        <w:t xml:space="preserve"> </w:t>
      </w:r>
      <w:r>
        <w:rPr>
          <w:rtl/>
        </w:rPr>
        <w:br w:type="page"/>
      </w:r>
    </w:p>
    <w:p w:rsidR="002B702E" w:rsidRDefault="002B702E" w:rsidP="00D07B54">
      <w:pPr>
        <w:pStyle w:val="libNormal"/>
        <w:rPr>
          <w:rtl/>
        </w:rPr>
      </w:pPr>
    </w:p>
    <w:p w:rsidR="00DE2D7F" w:rsidRDefault="00DE2D7F" w:rsidP="00D07B54">
      <w:pPr>
        <w:pStyle w:val="libNormal"/>
        <w:rPr>
          <w:rtl/>
        </w:rPr>
      </w:pPr>
      <w:r>
        <w:rPr>
          <w:rtl/>
        </w:rPr>
        <w:t>قرآن كريم اس قوم كے عذاب كے بارے مي</w:t>
      </w:r>
      <w:r w:rsidR="007D6C9B">
        <w:rPr>
          <w:rtl/>
        </w:rPr>
        <w:t xml:space="preserve">ں </w:t>
      </w:r>
      <w:r>
        <w:rPr>
          <w:rtl/>
        </w:rPr>
        <w:t xml:space="preserve">دوسرى جگہ كہتا ہے: </w:t>
      </w:r>
    </w:p>
    <w:p w:rsidR="00DE2D7F" w:rsidRDefault="00DE2D7F" w:rsidP="00D07B54">
      <w:pPr>
        <w:pStyle w:val="libNormal"/>
        <w:rPr>
          <w:rtl/>
        </w:rPr>
      </w:pPr>
      <w:r>
        <w:rPr>
          <w:rtl/>
        </w:rPr>
        <w:t>''قوم عاد كى سرگذشت مي</w:t>
      </w:r>
      <w:r w:rsidR="007D6C9B">
        <w:rPr>
          <w:rtl/>
        </w:rPr>
        <w:t xml:space="preserve">ں </w:t>
      </w:r>
      <w:r>
        <w:rPr>
          <w:rtl/>
        </w:rPr>
        <w:t>بھى ايك آيت وعبرت ہے ،جبكہ ہم نے ان پر ايك عقيم اور بغير بارش كا طوفان بھيجا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ہوائو</w:t>
      </w:r>
      <w:r w:rsidR="007D6C9B">
        <w:rPr>
          <w:rtl/>
        </w:rPr>
        <w:t xml:space="preserve">ں </w:t>
      </w:r>
      <w:r>
        <w:rPr>
          <w:rtl/>
        </w:rPr>
        <w:t>كا عقيم اور بانجھ ہونااسوقت ہوتا ہے ،جب كہ وہ بارش برسانے والے بادل اپنے ساتھ لے كر نہ چلي</w:t>
      </w:r>
      <w:r w:rsidR="007D6C9B">
        <w:rPr>
          <w:rtl/>
        </w:rPr>
        <w:t xml:space="preserve">ں </w:t>
      </w:r>
      <w:r>
        <w:rPr>
          <w:rtl/>
        </w:rPr>
        <w:t>، گياہ ونباتات مي</w:t>
      </w:r>
      <w:r w:rsidR="007D6C9B">
        <w:rPr>
          <w:rtl/>
        </w:rPr>
        <w:t xml:space="preserve">ں </w:t>
      </w:r>
      <w:r>
        <w:rPr>
          <w:rtl/>
        </w:rPr>
        <w:t>اپنے عمدہ اثرات نہ چھوڑي</w:t>
      </w:r>
      <w:r w:rsidR="007D6C9B">
        <w:rPr>
          <w:rtl/>
        </w:rPr>
        <w:t xml:space="preserve">ں </w:t>
      </w:r>
      <w:r>
        <w:rPr>
          <w:rtl/>
        </w:rPr>
        <w:t>،ان مي</w:t>
      </w:r>
      <w:r w:rsidR="007D6C9B">
        <w:rPr>
          <w:rtl/>
        </w:rPr>
        <w:t xml:space="preserve">ں </w:t>
      </w:r>
      <w:r>
        <w:rPr>
          <w:rtl/>
        </w:rPr>
        <w:t>كوئي فائدہ اور بركت نہ ہو ،ااور ہلاكت ونابودى كے سوا كوئي چيز ہمراہ نہ لائي</w:t>
      </w:r>
      <w:r w:rsidR="007D6C9B">
        <w:rPr>
          <w:rtl/>
        </w:rPr>
        <w:t xml:space="preserve">ں </w:t>
      </w:r>
      <w:r>
        <w:rPr>
          <w:rtl/>
        </w:rPr>
        <w:t xml:space="preserve">_ </w:t>
      </w:r>
    </w:p>
    <w:p w:rsidR="00DE2D7F" w:rsidRDefault="00DE2D7F" w:rsidP="00D07B54">
      <w:pPr>
        <w:pStyle w:val="libNormal"/>
        <w:rPr>
          <w:rtl/>
        </w:rPr>
      </w:pPr>
      <w:r>
        <w:rPr>
          <w:rtl/>
        </w:rPr>
        <w:t>اس كے بعد اس سخت آندھى كى خصوصيت جو قوم عادپر مسلط ہوئي تھي، بيان كرتے ہوئے مزيد كہتا ہے: '' وہ جس چيز كے پاس سے گزرتى تھى اس كو نابود كئے بغير نہ چھوڑتى تھى ،اور خشك كٹى پھٹى گھاس يا بوسيدہ ہڈيو</w:t>
      </w:r>
      <w:r w:rsidR="007D6C9B">
        <w:rPr>
          <w:rtl/>
        </w:rPr>
        <w:t xml:space="preserve">ں </w:t>
      </w:r>
      <w:r>
        <w:rPr>
          <w:rtl/>
        </w:rPr>
        <w:t>كى صورت مي</w:t>
      </w:r>
      <w:r w:rsidR="007D6C9B">
        <w:rPr>
          <w:rtl/>
        </w:rPr>
        <w:t xml:space="preserve">ں </w:t>
      </w:r>
      <w:r>
        <w:rPr>
          <w:rtl/>
        </w:rPr>
        <w:t>بدل ديتى تھى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تعبير اس بات كى نشاندہى كرتى ہے كہ قوم عاد كى تيز آندھى ايك عام تيز آندھى نہي</w:t>
      </w:r>
      <w:r w:rsidR="007D6C9B">
        <w:rPr>
          <w:rtl/>
        </w:rPr>
        <w:t xml:space="preserve">ں </w:t>
      </w:r>
      <w:r>
        <w:rPr>
          <w:rtl/>
        </w:rPr>
        <w:t>تھى ،بلكہ انہي</w:t>
      </w:r>
      <w:r w:rsidR="007D6C9B">
        <w:rPr>
          <w:rtl/>
        </w:rPr>
        <w:t xml:space="preserve">ں </w:t>
      </w:r>
      <w:r>
        <w:rPr>
          <w:rtl/>
        </w:rPr>
        <w:t>تباہ كرنے اور كوٹنے چھٹنے يا پھر پيٹنے كے علاوہ اور اصطلاح كے مطابق فزيكل دبائو سے ،جلانے اور زہريلابنا نے كى خاصيت ركھتى تھى ،جو طرح طرح كى اشيائو</w:t>
      </w:r>
      <w:r w:rsidR="007D6C9B">
        <w:rPr>
          <w:rtl/>
        </w:rPr>
        <w:t xml:space="preserve">ں </w:t>
      </w:r>
      <w:r>
        <w:rPr>
          <w:rtl/>
        </w:rPr>
        <w:t>كو بوسيدہ اور كہنہ بناديتى تھى ،جى ہا</w:t>
      </w:r>
      <w:r w:rsidR="007D6C9B">
        <w:rPr>
          <w:rtl/>
        </w:rPr>
        <w:t xml:space="preserve">ں </w:t>
      </w:r>
      <w:r>
        <w:rPr>
          <w:rtl/>
        </w:rPr>
        <w:t>، اس طرح خدا كى قدرت ''نسيم سحر''كو ايك تيز اندھى مي</w:t>
      </w:r>
      <w:r w:rsidR="007D6C9B">
        <w:rPr>
          <w:rtl/>
        </w:rPr>
        <w:t xml:space="preserve">ں </w:t>
      </w:r>
      <w:r>
        <w:rPr>
          <w:rtl/>
        </w:rPr>
        <w:t>بدل كر بڑى بڑى طاقتور قومو</w:t>
      </w:r>
      <w:r w:rsidR="007D6C9B">
        <w:rPr>
          <w:rtl/>
        </w:rPr>
        <w:t xml:space="preserve">ں </w:t>
      </w:r>
      <w:r>
        <w:rPr>
          <w:rtl/>
        </w:rPr>
        <w:t>كو اس طرح درہم و برہم كر ديتى ہے كہ صرف ان كے بوسيدہ جسم باقى رہ جاتے ہي</w:t>
      </w:r>
      <w:r w:rsidR="007D6C9B">
        <w:rPr>
          <w:rtl/>
        </w:rPr>
        <w:t xml:space="preserve">ں </w:t>
      </w:r>
      <w:r>
        <w:rPr>
          <w:rtl/>
        </w:rPr>
        <w:t xml:space="preserve">_ </w:t>
      </w:r>
    </w:p>
    <w:p w:rsidR="00DE2D7F" w:rsidRDefault="00DE2D7F" w:rsidP="00D07B54">
      <w:pPr>
        <w:pStyle w:val="libNormal"/>
        <w:rPr>
          <w:rtl/>
        </w:rPr>
      </w:pPr>
    </w:p>
    <w:p w:rsidR="002B702E" w:rsidRDefault="00DE2D7F" w:rsidP="00D07B54">
      <w:pPr>
        <w:pStyle w:val="Heading2Center"/>
        <w:rPr>
          <w:rtl/>
        </w:rPr>
      </w:pPr>
      <w:bookmarkStart w:id="56" w:name="_Toc7268453"/>
      <w:r>
        <w:rPr>
          <w:rtl/>
        </w:rPr>
        <w:t>كيا ان مي</w:t>
      </w:r>
      <w:r w:rsidR="007D6C9B">
        <w:rPr>
          <w:rtl/>
        </w:rPr>
        <w:t xml:space="preserve">ں </w:t>
      </w:r>
      <w:r>
        <w:rPr>
          <w:rtl/>
        </w:rPr>
        <w:t>سے كسى كو ديكھتے ہو</w:t>
      </w:r>
      <w:bookmarkEnd w:id="56"/>
    </w:p>
    <w:p w:rsidR="00DE2D7F" w:rsidRDefault="00DE2D7F" w:rsidP="00D07B54">
      <w:pPr>
        <w:pStyle w:val="libNormal"/>
        <w:rPr>
          <w:rtl/>
        </w:rPr>
      </w:pPr>
      <w:r>
        <w:rPr>
          <w:rtl/>
        </w:rPr>
        <w:t xml:space="preserve"> قران اس كے بعد اس تيز اور سر كوب كرنے والى آندھى كى ايك دوسرى توصيف كو بيان كرتے ہوئے مزيد كہتا ہے :''خدا نے اس كو اس قوم پر مسلسل سات راتي</w:t>
      </w:r>
      <w:r w:rsidR="007D6C9B">
        <w:rPr>
          <w:rtl/>
        </w:rPr>
        <w:t xml:space="preserve">ں </w:t>
      </w:r>
      <w:r>
        <w:rPr>
          <w:rtl/>
        </w:rPr>
        <w:t>اور آٹھ دن ان كى بنيادي</w:t>
      </w:r>
      <w:r w:rsidR="007D6C9B">
        <w:rPr>
          <w:rtl/>
        </w:rPr>
        <w:t xml:space="preserve">ں </w:t>
      </w:r>
      <w:r>
        <w:rPr>
          <w:rtl/>
        </w:rPr>
        <w:t>اكھاڑنے كے لئے مسلط كئے ركھا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ذاريات ايت </w:t>
      </w:r>
      <w:r w:rsidR="00E664BB">
        <w:rPr>
          <w:rtl/>
        </w:rPr>
        <w:t>41</w:t>
      </w:r>
      <w:r>
        <w:rPr>
          <w:rtl/>
        </w:rPr>
        <w:t xml:space="preserve"> </w:t>
      </w:r>
    </w:p>
    <w:p w:rsidR="00DE2D7F" w:rsidRDefault="00DE2D7F" w:rsidP="00D07B54">
      <w:pPr>
        <w:pStyle w:val="libFootnote"/>
        <w:rPr>
          <w:rtl/>
        </w:rPr>
      </w:pPr>
      <w:r>
        <w:rPr>
          <w:rtl/>
        </w:rPr>
        <w:t>(</w:t>
      </w:r>
      <w:r w:rsidR="00E664BB">
        <w:rPr>
          <w:rtl/>
        </w:rPr>
        <w:t>2</w:t>
      </w:r>
      <w:r>
        <w:rPr>
          <w:rtl/>
        </w:rPr>
        <w:t xml:space="preserve">)سورہ ذاريات ايت </w:t>
      </w:r>
      <w:r w:rsidR="00E664BB">
        <w:rPr>
          <w:rtl/>
        </w:rPr>
        <w:t>32</w:t>
      </w:r>
      <w:r>
        <w:rPr>
          <w:rtl/>
        </w:rPr>
        <w:t xml:space="preserve"> </w:t>
      </w:r>
    </w:p>
    <w:p w:rsidR="00DE2D7F" w:rsidRDefault="00DE2D7F" w:rsidP="00D07B54">
      <w:pPr>
        <w:pStyle w:val="libFootnote"/>
        <w:rPr>
          <w:rtl/>
        </w:rPr>
      </w:pPr>
      <w:r>
        <w:rPr>
          <w:rtl/>
        </w:rPr>
        <w:t>(</w:t>
      </w:r>
      <w:r w:rsidR="00E664BB">
        <w:rPr>
          <w:rtl/>
        </w:rPr>
        <w:t>3</w:t>
      </w:r>
      <w:r>
        <w:rPr>
          <w:rtl/>
        </w:rPr>
        <w:t xml:space="preserve">)سورہ حاقہ آيت </w:t>
      </w:r>
      <w:r w:rsidR="00E664BB">
        <w:rPr>
          <w:rtl/>
        </w:rPr>
        <w:t>7</w:t>
      </w:r>
      <w:r>
        <w:rPr>
          <w:rtl/>
        </w:rPr>
        <w:t xml:space="preserve"> </w:t>
      </w:r>
    </w:p>
    <w:p w:rsidR="002B702E" w:rsidRDefault="001648F9" w:rsidP="00D07B54">
      <w:pPr>
        <w:pStyle w:val="libNormal"/>
        <w:rPr>
          <w:rtl/>
        </w:rPr>
      </w:pPr>
      <w:r>
        <w:rPr>
          <w:rtl/>
        </w:rPr>
        <w:t xml:space="preserve"> </w:t>
      </w:r>
      <w:r>
        <w:rPr>
          <w:rtl/>
        </w:rPr>
        <w:br w:type="page"/>
      </w:r>
    </w:p>
    <w:p w:rsidR="002B702E" w:rsidRDefault="002B702E" w:rsidP="00D07B54">
      <w:pPr>
        <w:pStyle w:val="libNormal"/>
        <w:rPr>
          <w:rtl/>
        </w:rPr>
      </w:pPr>
    </w:p>
    <w:p w:rsidR="00DE2D7F" w:rsidRDefault="00DE2D7F" w:rsidP="00D07B54">
      <w:pPr>
        <w:pStyle w:val="libNormal"/>
        <w:rPr>
          <w:rtl/>
        </w:rPr>
      </w:pPr>
      <w:r>
        <w:rPr>
          <w:rtl/>
        </w:rPr>
        <w:t>سات راتو</w:t>
      </w:r>
      <w:r w:rsidR="007D6C9B">
        <w:rPr>
          <w:rtl/>
        </w:rPr>
        <w:t xml:space="preserve">ں </w:t>
      </w:r>
      <w:r>
        <w:rPr>
          <w:rtl/>
        </w:rPr>
        <w:t>اور آٹھ دنو</w:t>
      </w:r>
      <w:r w:rsidR="007D6C9B">
        <w:rPr>
          <w:rtl/>
        </w:rPr>
        <w:t xml:space="preserve">ں </w:t>
      </w:r>
      <w:r>
        <w:rPr>
          <w:rtl/>
        </w:rPr>
        <w:t>مي</w:t>
      </w:r>
      <w:r w:rsidR="007D6C9B">
        <w:rPr>
          <w:rtl/>
        </w:rPr>
        <w:t xml:space="preserve">ں </w:t>
      </w:r>
      <w:r>
        <w:rPr>
          <w:rtl/>
        </w:rPr>
        <w:t xml:space="preserve">اس عظيم قوم كى وسيع اور بارونق زندگى كوبالكل تباہ وبرباد كيا اور ان كو جڑسے اكھاڑ كر پر اگندہ كرديا _ </w:t>
      </w:r>
    </w:p>
    <w:p w:rsidR="00DE2D7F" w:rsidRDefault="00DE2D7F" w:rsidP="00D07B54">
      <w:pPr>
        <w:pStyle w:val="libNormal"/>
        <w:rPr>
          <w:rtl/>
        </w:rPr>
      </w:pPr>
      <w:r>
        <w:rPr>
          <w:rtl/>
        </w:rPr>
        <w:t>نتيجہ يہ ہو ا كہ جيسا كہ قرآن كہتا ہے ''اگر تو وہا</w:t>
      </w:r>
      <w:r w:rsidR="007D6C9B">
        <w:rPr>
          <w:rtl/>
        </w:rPr>
        <w:t xml:space="preserve">ں </w:t>
      </w:r>
      <w:r>
        <w:rPr>
          <w:rtl/>
        </w:rPr>
        <w:t>ہوتا تو مشاہدہ كرتا كہ وہ سارى قوم منہ كے بل گرى پڑى ہے اور سوكھے اور كھوكھلے درختو</w:t>
      </w:r>
      <w:r w:rsidR="007D6C9B">
        <w:rPr>
          <w:rtl/>
        </w:rPr>
        <w:t xml:space="preserve">ں </w:t>
      </w:r>
      <w:r>
        <w:rPr>
          <w:rtl/>
        </w:rPr>
        <w:t>كى طرح ڈھير ہوگئے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كتنى عمدہ تشبيہہ ہے،جو ان كے طويل قدوقامت كو بھى مشخص كرتى ہے ،ان كے جڑسے اكھڑجانے كو بھى ظاہر كرتى ہے اور خدا كے عذاب كے مقابلہ مي</w:t>
      </w:r>
      <w:r w:rsidR="007D6C9B">
        <w:rPr>
          <w:rtl/>
        </w:rPr>
        <w:t xml:space="preserve">ں </w:t>
      </w:r>
      <w:r>
        <w:rPr>
          <w:rtl/>
        </w:rPr>
        <w:t>ان كے اندر سے خالى ہونے كو بھى بيان كرتى ہے اس طرح كہ وہ تيز آندھى جدھر چاہتى ہے انھي</w:t>
      </w:r>
      <w:r w:rsidR="007D6C9B">
        <w:rPr>
          <w:rtl/>
        </w:rPr>
        <w:t xml:space="preserve">ں </w:t>
      </w:r>
      <w:r>
        <w:rPr>
          <w:rtl/>
        </w:rPr>
        <w:t xml:space="preserve">آسانى كے ساتھ لے جاتى ہے _ </w:t>
      </w:r>
    </w:p>
    <w:p w:rsidR="00DE2D7F" w:rsidRDefault="00DE2D7F" w:rsidP="00D07B54">
      <w:pPr>
        <w:pStyle w:val="libNormal"/>
        <w:rPr>
          <w:rtl/>
        </w:rPr>
      </w:pPr>
      <w:r>
        <w:rPr>
          <w:rtl/>
        </w:rPr>
        <w:t>قرآن اس واقعہ كے آخر مي</w:t>
      </w:r>
      <w:r w:rsidR="007D6C9B">
        <w:rPr>
          <w:rtl/>
        </w:rPr>
        <w:t xml:space="preserve">ں </w:t>
      </w:r>
      <w:r>
        <w:rPr>
          <w:rtl/>
        </w:rPr>
        <w:t>مزيد كہتا ہے '' كيا تم ان سے كسى كو باقى ديكھتے ہو''؟_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ہا</w:t>
      </w:r>
      <w:r w:rsidR="007D6C9B">
        <w:rPr>
          <w:rtl/>
        </w:rPr>
        <w:t xml:space="preserve">ں </w:t>
      </w:r>
      <w:r>
        <w:rPr>
          <w:rtl/>
        </w:rPr>
        <w:t>:آج نہ صرف قوم عاد كا كوئي نام ونشان باقى نہي</w:t>
      </w:r>
      <w:r w:rsidR="007D6C9B">
        <w:rPr>
          <w:rtl/>
        </w:rPr>
        <w:t xml:space="preserve">ں </w:t>
      </w:r>
      <w:r>
        <w:rPr>
          <w:rtl/>
        </w:rPr>
        <w:t>بلكہ ان كے آباد شہرو</w:t>
      </w:r>
      <w:r w:rsidR="007D6C9B">
        <w:rPr>
          <w:rtl/>
        </w:rPr>
        <w:t xml:space="preserve">ں </w:t>
      </w:r>
      <w:r>
        <w:rPr>
          <w:rtl/>
        </w:rPr>
        <w:t>اور پر شكوہ عمارتو</w:t>
      </w:r>
      <w:r w:rsidR="007D6C9B">
        <w:rPr>
          <w:rtl/>
        </w:rPr>
        <w:t xml:space="preserve">ں </w:t>
      </w:r>
      <w:r>
        <w:rPr>
          <w:rtl/>
        </w:rPr>
        <w:t>كے كھنڈرات اور ان كے سبز كھيتو</w:t>
      </w:r>
      <w:r w:rsidR="007D6C9B">
        <w:rPr>
          <w:rtl/>
        </w:rPr>
        <w:t xml:space="preserve">ں </w:t>
      </w:r>
      <w:r>
        <w:rPr>
          <w:rtl/>
        </w:rPr>
        <w:t>مي</w:t>
      </w:r>
      <w:r w:rsidR="007D6C9B">
        <w:rPr>
          <w:rtl/>
        </w:rPr>
        <w:t xml:space="preserve">ں </w:t>
      </w:r>
      <w:r>
        <w:rPr>
          <w:rtl/>
        </w:rPr>
        <w:t>سے كوئي چيز باقى نہي</w:t>
      </w:r>
      <w:r w:rsidR="007D6C9B">
        <w:rPr>
          <w:rtl/>
        </w:rPr>
        <w:t xml:space="preserve">ں </w:t>
      </w:r>
      <w:r>
        <w:rPr>
          <w:rtl/>
        </w:rPr>
        <w:t xml:space="preserve">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حاقہ آيت </w:t>
      </w:r>
      <w:r w:rsidR="00E664BB">
        <w:rPr>
          <w:rtl/>
        </w:rPr>
        <w:t>7</w:t>
      </w:r>
      <w:r>
        <w:rPr>
          <w:rtl/>
        </w:rPr>
        <w:t xml:space="preserve"> </w:t>
      </w:r>
    </w:p>
    <w:p w:rsidR="00DE2D7F" w:rsidRDefault="00DE2D7F" w:rsidP="00D07B54">
      <w:pPr>
        <w:pStyle w:val="libFootnote"/>
        <w:rPr>
          <w:rtl/>
        </w:rPr>
      </w:pPr>
      <w:r>
        <w:rPr>
          <w:rtl/>
        </w:rPr>
        <w:t>(</w:t>
      </w:r>
      <w:r w:rsidR="00E664BB">
        <w:rPr>
          <w:rtl/>
        </w:rPr>
        <w:t>2</w:t>
      </w:r>
      <w:r>
        <w:rPr>
          <w:rtl/>
        </w:rPr>
        <w:t xml:space="preserve">)سورہ حاقہ آيت </w:t>
      </w:r>
      <w:r w:rsidR="00E664BB">
        <w:rPr>
          <w:rtl/>
        </w:rPr>
        <w:t>8</w:t>
      </w:r>
      <w:r>
        <w:rPr>
          <w:rtl/>
        </w:rPr>
        <w:t xml:space="preserve"> </w:t>
      </w:r>
    </w:p>
    <w:p w:rsidR="002B702E" w:rsidRDefault="00C2634E" w:rsidP="00D07B54">
      <w:pPr>
        <w:pStyle w:val="libNormal"/>
        <w:rPr>
          <w:rtl/>
        </w:rPr>
      </w:pPr>
      <w:r>
        <w:rPr>
          <w:rtl/>
        </w:rPr>
        <w:t xml:space="preserve"> </w:t>
      </w:r>
      <w:r>
        <w:rPr>
          <w:rtl/>
        </w:rPr>
        <w:br w:type="page"/>
      </w:r>
    </w:p>
    <w:p w:rsidR="002B702E" w:rsidRDefault="002B702E" w:rsidP="00D07B54">
      <w:pPr>
        <w:pStyle w:val="libNormal"/>
        <w:rPr>
          <w:rtl/>
        </w:rPr>
      </w:pPr>
    </w:p>
    <w:p w:rsidR="002B702E" w:rsidRDefault="00DE2D7F" w:rsidP="00D07B54">
      <w:pPr>
        <w:pStyle w:val="Heading2Center"/>
        <w:rPr>
          <w:rtl/>
        </w:rPr>
      </w:pPr>
      <w:bookmarkStart w:id="57" w:name="_Toc7268454"/>
      <w:r>
        <w:rPr>
          <w:rtl/>
        </w:rPr>
        <w:t>حضرت صالح عليہ السلام</w:t>
      </w:r>
      <w:bookmarkEnd w:id="57"/>
      <w:r>
        <w:rPr>
          <w:rtl/>
        </w:rPr>
        <w:t xml:space="preserve"> </w:t>
      </w:r>
    </w:p>
    <w:p w:rsidR="00DE2D7F" w:rsidRDefault="00DE2D7F" w:rsidP="00D07B54">
      <w:pPr>
        <w:pStyle w:val="libNormal"/>
        <w:rPr>
          <w:rtl/>
        </w:rPr>
      </w:pPr>
      <w:r>
        <w:rPr>
          <w:rtl/>
        </w:rPr>
        <w:t>قوم ثمود اور اس كے پيغمبر جناب صالح(ع) كى جو''وادى القرى '' مي</w:t>
      </w:r>
      <w:r w:rsidR="007D6C9B">
        <w:rPr>
          <w:rtl/>
        </w:rPr>
        <w:t xml:space="preserve">ں </w:t>
      </w:r>
      <w:r>
        <w:rPr>
          <w:rtl/>
        </w:rPr>
        <w:t>رہتے تھے جو''مدينہ '' اور'' شام'' كے درميان واقع ہے يہ قوم اس سرزمين مي</w:t>
      </w:r>
      <w:r w:rsidR="007D6C9B">
        <w:rPr>
          <w:rtl/>
        </w:rPr>
        <w:t xml:space="preserve">ں </w:t>
      </w:r>
      <w:r>
        <w:rPr>
          <w:rtl/>
        </w:rPr>
        <w:t>خوشحال زندگى بسر كررہى تھى ليكن اپنى سركشى كى بناء پرصفحہ ہستى سے يو</w:t>
      </w:r>
      <w:r w:rsidR="007D6C9B">
        <w:rPr>
          <w:rtl/>
        </w:rPr>
        <w:t xml:space="preserve">ں </w:t>
      </w:r>
      <w:r>
        <w:rPr>
          <w:rtl/>
        </w:rPr>
        <w:t>مٹ گئي كہ آج اس كا نام ونشان تك باقى نہي</w:t>
      </w:r>
      <w:r w:rsidR="007D6C9B">
        <w:rPr>
          <w:rtl/>
        </w:rPr>
        <w:t xml:space="preserve">ں </w:t>
      </w:r>
      <w:r>
        <w:rPr>
          <w:rtl/>
        </w:rPr>
        <w:t xml:space="preserve">رہا_ </w:t>
      </w:r>
    </w:p>
    <w:p w:rsidR="00DE2D7F" w:rsidRDefault="00DE2D7F" w:rsidP="00D07B54">
      <w:pPr>
        <w:pStyle w:val="libNormal"/>
        <w:rPr>
          <w:rtl/>
        </w:rPr>
      </w:pPr>
      <w:r>
        <w:rPr>
          <w:rtl/>
        </w:rPr>
        <w:t>قرآن اس سلسلے مي</w:t>
      </w:r>
      <w:r w:rsidR="007D6C9B">
        <w:rPr>
          <w:rtl/>
        </w:rPr>
        <w:t xml:space="preserve">ں </w:t>
      </w:r>
      <w:r>
        <w:rPr>
          <w:rtl/>
        </w:rPr>
        <w:t>فرماتا ہے : ''قوم ثمودنے (خدا كے )رسولو</w:t>
      </w:r>
      <w:r w:rsidR="007D6C9B">
        <w:rPr>
          <w:rtl/>
        </w:rPr>
        <w:t xml:space="preserve">ں </w:t>
      </w:r>
      <w:r>
        <w:rPr>
          <w:rtl/>
        </w:rPr>
        <w:t>كو جھٹلايا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كيونكہ تمام انبياء كى دعوت حق ايك جيسى تھى اور اس قوم كا اپنے پيغمبر جناب صالح كى تكذيب كرنا در حقيقت تمام رسولو</w:t>
      </w:r>
      <w:r w:rsidR="007D6C9B">
        <w:rPr>
          <w:rtl/>
        </w:rPr>
        <w:t xml:space="preserve">ں </w:t>
      </w:r>
      <w:r>
        <w:rPr>
          <w:rtl/>
        </w:rPr>
        <w:t xml:space="preserve">كى تكذيب كے مترادف تھا_ </w:t>
      </w:r>
    </w:p>
    <w:p w:rsidR="00DE2D7F" w:rsidRDefault="00DE2D7F" w:rsidP="00D07B54">
      <w:pPr>
        <w:pStyle w:val="libNormal"/>
        <w:rPr>
          <w:rtl/>
        </w:rPr>
      </w:pPr>
      <w:r>
        <w:rPr>
          <w:rtl/>
        </w:rPr>
        <w:t>''جبكہ ان كے ہمدرد پيغمبر صالح نے ان لوگو</w:t>
      </w:r>
      <w:r w:rsidR="007D6C9B">
        <w:rPr>
          <w:rtl/>
        </w:rPr>
        <w:t xml:space="preserve">ں </w:t>
      </w:r>
      <w:r>
        <w:rPr>
          <w:rtl/>
        </w:rPr>
        <w:t>سے كہاآيا تقوى اختيار نہي</w:t>
      </w:r>
      <w:r w:rsidR="007D6C9B">
        <w:rPr>
          <w:rtl/>
        </w:rPr>
        <w:t xml:space="preserve">ں </w:t>
      </w:r>
      <w:r>
        <w:rPr>
          <w:rtl/>
        </w:rPr>
        <w:t>كرتے ہو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وہ جو كہ تمہارے بھائي كى طرح تمہاراہادى اورراہبر تھا اس كى نظر مي</w:t>
      </w:r>
      <w:r w:rsidR="007D6C9B">
        <w:rPr>
          <w:rtl/>
        </w:rPr>
        <w:t xml:space="preserve">ں </w:t>
      </w:r>
      <w:r>
        <w:rPr>
          <w:rtl/>
        </w:rPr>
        <w:t xml:space="preserve">نہ برترى جتانا تھا اور نہ ہى مادى مفادات ، اسى لئے قرآن نے جناب صالح(ع) عليہ السلام كو '' اخوہم '' سے تعبير كيا ہے جناب صالح نے بھى دوسرے انبياء كى مانند اپنى دعوت كا آغاز تقوى اور فرض كے احساس سے كيا _ </w:t>
      </w:r>
    </w:p>
    <w:p w:rsidR="00DE2D7F" w:rsidRDefault="00DE2D7F" w:rsidP="00D07B54">
      <w:pPr>
        <w:pStyle w:val="libNormal"/>
        <w:rPr>
          <w:rtl/>
        </w:rPr>
      </w:pPr>
      <w:r>
        <w:rPr>
          <w:rtl/>
        </w:rPr>
        <w:t>پھر اپنا تعارف كرواتے ہوئے فرماتے ہي</w:t>
      </w:r>
      <w:r w:rsidR="007D6C9B">
        <w:rPr>
          <w:rtl/>
        </w:rPr>
        <w:t xml:space="preserve">ں </w:t>
      </w:r>
      <w:r>
        <w:rPr>
          <w:rtl/>
        </w:rPr>
        <w:t>:''مي</w:t>
      </w:r>
      <w:r w:rsidR="007D6C9B">
        <w:rPr>
          <w:rtl/>
        </w:rPr>
        <w:t xml:space="preserve">ں </w:t>
      </w:r>
      <w:r>
        <w:rPr>
          <w:rtl/>
        </w:rPr>
        <w:t>تمہارے لئے امين پيغمبر ہو</w:t>
      </w:r>
      <w:r w:rsidR="007D6C9B">
        <w:rPr>
          <w:rtl/>
        </w:rPr>
        <w:t xml:space="preserve">ں </w:t>
      </w:r>
      <w:r>
        <w:rPr>
          <w:rtl/>
        </w:rPr>
        <w:t>''</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 xml:space="preserve">ميرا ماضى ميرے اس دعوى كى بين دليل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141</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ايت </w:t>
      </w:r>
      <w:r w:rsidR="00E664BB">
        <w:rPr>
          <w:rtl/>
        </w:rPr>
        <w:t>142</w:t>
      </w:r>
      <w:r>
        <w:rPr>
          <w:rtl/>
        </w:rPr>
        <w:t xml:space="preserve"> </w:t>
      </w:r>
    </w:p>
    <w:p w:rsidR="00DE2D7F" w:rsidRDefault="00DE2D7F" w:rsidP="00D07B54">
      <w:pPr>
        <w:pStyle w:val="libFootnote"/>
        <w:rPr>
          <w:rtl/>
        </w:rPr>
      </w:pPr>
      <w:r>
        <w:rPr>
          <w:rtl/>
        </w:rPr>
        <w:t>(</w:t>
      </w:r>
      <w:r w:rsidR="00E664BB">
        <w:rPr>
          <w:rtl/>
        </w:rPr>
        <w:t>3</w:t>
      </w:r>
      <w:r>
        <w:rPr>
          <w:rtl/>
        </w:rPr>
        <w:t>) سورہ شعراء ايت</w:t>
      </w:r>
      <w:r w:rsidR="00E664BB">
        <w:rPr>
          <w:rtl/>
        </w:rPr>
        <w:t>143</w:t>
      </w:r>
      <w:r>
        <w:rPr>
          <w:rtl/>
        </w:rPr>
        <w:t xml:space="preserve"> </w:t>
      </w:r>
    </w:p>
    <w:p w:rsidR="002B702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 اسى لئے تم تقوى اختيار كرو ،خداسے ڈرو اور ميرى اطاعت كرو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كيونكہ ميرے مد نظر رضائے الہي، تمہارى خيرو خوبى اور سعادت كے سوا اور كچھ نہي</w:t>
      </w:r>
      <w:r w:rsidR="007D6C9B">
        <w:rPr>
          <w:rtl/>
        </w:rPr>
        <w:t xml:space="preserve">ں </w:t>
      </w:r>
      <w:r>
        <w:rPr>
          <w:rtl/>
        </w:rPr>
        <w:t xml:space="preserve">_ </w:t>
      </w:r>
    </w:p>
    <w:p w:rsidR="00DE2D7F" w:rsidRDefault="00DE2D7F" w:rsidP="00D07B54">
      <w:pPr>
        <w:pStyle w:val="libNormal"/>
        <w:rPr>
          <w:rtl/>
        </w:rPr>
      </w:pPr>
      <w:r>
        <w:rPr>
          <w:rtl/>
        </w:rPr>
        <w:t>بنابري</w:t>
      </w:r>
      <w:r w:rsidR="007D6C9B">
        <w:rPr>
          <w:rtl/>
        </w:rPr>
        <w:t xml:space="preserve">ں </w:t>
      </w:r>
      <w:r>
        <w:rPr>
          <w:rtl/>
        </w:rPr>
        <w:t>'' اس دعوت كے بدلے مي</w:t>
      </w:r>
      <w:r w:rsidR="007D6C9B">
        <w:rPr>
          <w:rtl/>
        </w:rPr>
        <w:t xml:space="preserve">ں </w:t>
      </w:r>
      <w:r>
        <w:rPr>
          <w:rtl/>
        </w:rPr>
        <w:t>تم سے كوئي اجرت نہي</w:t>
      </w:r>
      <w:r w:rsidR="007D6C9B">
        <w:rPr>
          <w:rtl/>
        </w:rPr>
        <w:t xml:space="preserve">ں </w:t>
      </w:r>
      <w:r>
        <w:rPr>
          <w:rtl/>
        </w:rPr>
        <w:t>مانگتا_''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مي</w:t>
      </w:r>
      <w:r w:rsidR="007D6C9B">
        <w:rPr>
          <w:rtl/>
        </w:rPr>
        <w:t xml:space="preserve">ں </w:t>
      </w:r>
      <w:r>
        <w:rPr>
          <w:rtl/>
        </w:rPr>
        <w:t>تو كسى اور كے لئے كام كرتاہو</w:t>
      </w:r>
      <w:r w:rsidR="007D6C9B">
        <w:rPr>
          <w:rtl/>
        </w:rPr>
        <w:t xml:space="preserve">ں </w:t>
      </w:r>
      <w:r>
        <w:rPr>
          <w:rtl/>
        </w:rPr>
        <w:t>اور ميرا اجر بھى اسى كے پاس ہے '' ہا</w:t>
      </w:r>
      <w:r w:rsidR="007D6C9B">
        <w:rPr>
          <w:rtl/>
        </w:rPr>
        <w:t xml:space="preserve">ں </w:t>
      </w:r>
      <w:r>
        <w:rPr>
          <w:rtl/>
        </w:rPr>
        <w:t xml:space="preserve">تو ميرا اجر صرف عالمين كے پروردگار كے پاس ہے ''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جناب صالح عليہ السلام كى داستان كا ابتدائي حصہ تھا جو دو جملو</w:t>
      </w:r>
      <w:r w:rsidR="007D6C9B">
        <w:rPr>
          <w:rtl/>
        </w:rPr>
        <w:t xml:space="preserve">ں </w:t>
      </w:r>
      <w:r>
        <w:rPr>
          <w:rtl/>
        </w:rPr>
        <w:t>مي</w:t>
      </w:r>
      <w:r w:rsidR="007D6C9B">
        <w:rPr>
          <w:rtl/>
        </w:rPr>
        <w:t xml:space="preserve">ں </w:t>
      </w:r>
      <w:r>
        <w:rPr>
          <w:rtl/>
        </w:rPr>
        <w:t xml:space="preserve">بيان كيا گيا ہے ايك دعوت كا پيش كرنا اوردوسرے رسالت كو بيان كرنا _ </w:t>
      </w:r>
    </w:p>
    <w:p w:rsidR="00DE2D7F" w:rsidRDefault="00DE2D7F" w:rsidP="00D07B54">
      <w:pPr>
        <w:pStyle w:val="libNormal"/>
        <w:rPr>
          <w:rtl/>
        </w:rPr>
      </w:pPr>
      <w:r>
        <w:rPr>
          <w:rtl/>
        </w:rPr>
        <w:t>پھر دوسرے حصے مي</w:t>
      </w:r>
      <w:r w:rsidR="007D6C9B">
        <w:rPr>
          <w:rtl/>
        </w:rPr>
        <w:t xml:space="preserve">ں </w:t>
      </w:r>
      <w:r>
        <w:rPr>
          <w:rtl/>
        </w:rPr>
        <w:t>افراد قوم كى زندگى كے قابل تنقيد اور حساس پہلوئو</w:t>
      </w:r>
      <w:r w:rsidR="007D6C9B">
        <w:rPr>
          <w:rtl/>
        </w:rPr>
        <w:t xml:space="preserve">ں </w:t>
      </w:r>
      <w:r>
        <w:rPr>
          <w:rtl/>
        </w:rPr>
        <w:t>كى نشاندہى كرتے ہوئے انھي</w:t>
      </w:r>
      <w:r w:rsidR="007D6C9B">
        <w:rPr>
          <w:rtl/>
        </w:rPr>
        <w:t xml:space="preserve">ں </w:t>
      </w:r>
      <w:r>
        <w:rPr>
          <w:rtl/>
        </w:rPr>
        <w:t>ضمير كى عدالت كے كٹہرے مي</w:t>
      </w:r>
      <w:r w:rsidR="007D6C9B">
        <w:rPr>
          <w:rtl/>
        </w:rPr>
        <w:t xml:space="preserve">ں </w:t>
      </w:r>
      <w:r>
        <w:rPr>
          <w:rtl/>
        </w:rPr>
        <w:t>لاكھڑاكيا جاتا ہے ارشاد ہوتا ہے: ''آيا تم يہ سمجھتے ہو كہ ہميشہ امن وسكون اور نازونعمت كى زندگى بسركرتے رہوگے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كيا تم يہ سمجھتے ہو كہ تمہارى يہ مادى اور غفلت كى زندگى ہميشہ كے لئے ہے اور موت ، انتقام اور سزا كا ہاتھ تمہارے گريبانو</w:t>
      </w:r>
      <w:r w:rsidR="007D6C9B">
        <w:rPr>
          <w:rtl/>
        </w:rPr>
        <w:t xml:space="preserve">ں </w:t>
      </w:r>
      <w:r>
        <w:rPr>
          <w:rtl/>
        </w:rPr>
        <w:t>تك نہي</w:t>
      </w:r>
      <w:r w:rsidR="007D6C9B">
        <w:rPr>
          <w:rtl/>
        </w:rPr>
        <w:t xml:space="preserve">ں </w:t>
      </w:r>
      <w:r>
        <w:rPr>
          <w:rtl/>
        </w:rPr>
        <w:t xml:space="preserve">پہنچے گا ؟ </w:t>
      </w:r>
    </w:p>
    <w:p w:rsidR="00DE2D7F" w:rsidRDefault="00DE2D7F" w:rsidP="00D07B54">
      <w:pPr>
        <w:pStyle w:val="libNormal"/>
        <w:rPr>
          <w:rtl/>
        </w:rPr>
      </w:pPr>
      <w:r>
        <w:rPr>
          <w:rtl/>
        </w:rPr>
        <w:t>''كياتم گمان كرتے ہو كہ يہ باغات اور چشمے مي</w:t>
      </w:r>
      <w:r w:rsidR="007D6C9B">
        <w:rPr>
          <w:rtl/>
        </w:rPr>
        <w:t xml:space="preserve">ں </w:t>
      </w:r>
      <w:r>
        <w:rPr>
          <w:rtl/>
        </w:rPr>
        <w:t>اور يہ كھيت اور كھجور كے درخت جن كے پھل شيري</w:t>
      </w:r>
      <w:r w:rsidR="007D6C9B">
        <w:rPr>
          <w:rtl/>
        </w:rPr>
        <w:t xml:space="preserve">ں </w:t>
      </w:r>
      <w:r>
        <w:rPr>
          <w:rtl/>
        </w:rPr>
        <w:t>وشاداب اور پكے ہوئے ہي</w:t>
      </w:r>
      <w:r w:rsidR="007D6C9B">
        <w:rPr>
          <w:rtl/>
        </w:rPr>
        <w:t xml:space="preserve">ں </w:t>
      </w:r>
      <w:r>
        <w:rPr>
          <w:rtl/>
        </w:rPr>
        <w:t>، ہميشہ ہميشہ كے لئے باقى ر ہي</w:t>
      </w:r>
      <w:r w:rsidR="007D6C9B">
        <w:rPr>
          <w:rtl/>
        </w:rPr>
        <w:t xml:space="preserve">ں </w:t>
      </w:r>
      <w:r>
        <w:rPr>
          <w:rtl/>
        </w:rPr>
        <w:t>گے 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DE2D7F" w:rsidP="00D07B54">
      <w:pPr>
        <w:pStyle w:val="libNormal"/>
        <w:rPr>
          <w:rtl/>
        </w:rPr>
      </w:pPr>
      <w:r>
        <w:rPr>
          <w:rtl/>
        </w:rPr>
        <w:t>پھر ان پختہ اور خوشحال گھرو</w:t>
      </w:r>
      <w:r w:rsidR="007D6C9B">
        <w:rPr>
          <w:rtl/>
        </w:rPr>
        <w:t xml:space="preserve">ں </w:t>
      </w:r>
      <w:r>
        <w:rPr>
          <w:rtl/>
        </w:rPr>
        <w:t>كو پيش نظر ركھتے ہوئے كہتے ہي</w:t>
      </w:r>
      <w:r w:rsidR="007D6C9B">
        <w:rPr>
          <w:rtl/>
        </w:rPr>
        <w:t xml:space="preserve">ں </w:t>
      </w:r>
      <w:r>
        <w:rPr>
          <w:rtl/>
        </w:rPr>
        <w:t>: ''تم پہاڑو</w:t>
      </w:r>
      <w:r w:rsidR="007D6C9B">
        <w:rPr>
          <w:rtl/>
        </w:rPr>
        <w:t xml:space="preserve">ں </w:t>
      </w:r>
      <w:r>
        <w:rPr>
          <w:rtl/>
        </w:rPr>
        <w:t>كو تراش كر گھر بناتے ہو اور اس مي</w:t>
      </w:r>
      <w:r w:rsidR="007D6C9B">
        <w:rPr>
          <w:rtl/>
        </w:rPr>
        <w:t xml:space="preserve">ں </w:t>
      </w:r>
      <w:r>
        <w:rPr>
          <w:rtl/>
        </w:rPr>
        <w:t>عياشى كرتے ہو _''</w:t>
      </w:r>
      <w:r w:rsidRPr="00AD1EF3">
        <w:rPr>
          <w:rStyle w:val="libFootnotenumChar"/>
          <w:rtl/>
        </w:rPr>
        <w:t>(</w:t>
      </w:r>
      <w:r w:rsidR="00E664BB" w:rsidRPr="00AD1EF3">
        <w:rPr>
          <w:rStyle w:val="libFootnotenumChar"/>
          <w:rtl/>
        </w:rPr>
        <w:t>6</w:t>
      </w:r>
      <w:r w:rsidRPr="00AD1EF3">
        <w:rPr>
          <w:rStyle w:val="libFootnotenumChar"/>
          <w:rtl/>
        </w:rPr>
        <w:t>)</w:t>
      </w:r>
      <w:r>
        <w:rPr>
          <w:rtl/>
        </w:rPr>
        <w:t xml:space="preserve"> </w:t>
      </w:r>
    </w:p>
    <w:p w:rsidR="00DE2D7F" w:rsidRDefault="00DE2D7F" w:rsidP="00D07B54">
      <w:pPr>
        <w:pStyle w:val="libNormal"/>
        <w:rPr>
          <w:rtl/>
        </w:rPr>
      </w:pPr>
      <w:r>
        <w:rPr>
          <w:rtl/>
        </w:rPr>
        <w:t xml:space="preserve">جبكہ قوم ثمودشكم كى اسيراور نازو نعمت بھرى خوشحال زندگى سے بہرہ مند تھى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ايت</w:t>
      </w:r>
      <w:r w:rsidR="00E664BB">
        <w:rPr>
          <w:rtl/>
        </w:rPr>
        <w:t>145</w:t>
      </w:r>
      <w:r>
        <w:rPr>
          <w:rtl/>
        </w:rPr>
        <w:t xml:space="preserve"> </w:t>
      </w:r>
      <w:r w:rsidR="00CA323B">
        <w:rPr>
          <w:rFonts w:hint="cs"/>
          <w:rtl/>
        </w:rPr>
        <w:t xml:space="preserve">   </w:t>
      </w:r>
      <w:r>
        <w:rPr>
          <w:rtl/>
        </w:rPr>
        <w:t>(</w:t>
      </w:r>
      <w:r w:rsidR="00E664BB">
        <w:rPr>
          <w:rtl/>
        </w:rPr>
        <w:t>2</w:t>
      </w:r>
      <w:r>
        <w:rPr>
          <w:rtl/>
        </w:rPr>
        <w:t>)سورہ شعراء آيت</w:t>
      </w:r>
      <w:r w:rsidR="00E664BB">
        <w:rPr>
          <w:rtl/>
        </w:rPr>
        <w:t>145</w:t>
      </w:r>
      <w:r>
        <w:rPr>
          <w:rtl/>
        </w:rPr>
        <w:t xml:space="preserve"> </w:t>
      </w:r>
      <w:r w:rsidR="00CA323B">
        <w:rPr>
          <w:rFonts w:hint="cs"/>
          <w:rtl/>
        </w:rPr>
        <w:t xml:space="preserve">      </w:t>
      </w:r>
      <w:r>
        <w:rPr>
          <w:rtl/>
        </w:rPr>
        <w:t>(</w:t>
      </w:r>
      <w:r w:rsidR="00E664BB">
        <w:rPr>
          <w:rtl/>
        </w:rPr>
        <w:t>3</w:t>
      </w:r>
      <w:r>
        <w:rPr>
          <w:rtl/>
        </w:rPr>
        <w:t>) سورہ شعراء آيت</w:t>
      </w:r>
      <w:r w:rsidR="00E664BB">
        <w:rPr>
          <w:rtl/>
        </w:rPr>
        <w:t>5</w:t>
      </w:r>
      <w:r>
        <w:rPr>
          <w:rtl/>
        </w:rPr>
        <w:t xml:space="preserve"> </w:t>
      </w:r>
      <w:r w:rsidR="00E664BB">
        <w:rPr>
          <w:rtl/>
        </w:rPr>
        <w:t>4</w:t>
      </w:r>
      <w:r>
        <w:rPr>
          <w:rtl/>
        </w:rPr>
        <w:t xml:space="preserve"> </w:t>
      </w:r>
      <w:r w:rsidR="00E664BB">
        <w:rPr>
          <w:rtl/>
        </w:rPr>
        <w:t>1</w:t>
      </w:r>
      <w:r>
        <w:rPr>
          <w:rtl/>
        </w:rPr>
        <w:t xml:space="preserve"> </w:t>
      </w:r>
    </w:p>
    <w:p w:rsidR="00DE2D7F" w:rsidRDefault="00DE2D7F" w:rsidP="00D07B54">
      <w:pPr>
        <w:pStyle w:val="libFootnote"/>
        <w:rPr>
          <w:rtl/>
        </w:rPr>
      </w:pPr>
      <w:r>
        <w:rPr>
          <w:rtl/>
        </w:rPr>
        <w:t>(</w:t>
      </w:r>
      <w:r w:rsidR="00E664BB">
        <w:rPr>
          <w:rtl/>
        </w:rPr>
        <w:t>4</w:t>
      </w:r>
      <w:r>
        <w:rPr>
          <w:rtl/>
        </w:rPr>
        <w:t xml:space="preserve">)سورہ شعراء آيت </w:t>
      </w:r>
      <w:r w:rsidR="00E664BB">
        <w:rPr>
          <w:rtl/>
        </w:rPr>
        <w:t>145</w:t>
      </w:r>
      <w:r>
        <w:rPr>
          <w:rtl/>
        </w:rPr>
        <w:t xml:space="preserve"> </w:t>
      </w:r>
      <w:r w:rsidR="00CA323B">
        <w:rPr>
          <w:rFonts w:hint="cs"/>
          <w:rtl/>
        </w:rPr>
        <w:t xml:space="preserve">    </w:t>
      </w:r>
      <w:r>
        <w:rPr>
          <w:rtl/>
        </w:rPr>
        <w:t>(</w:t>
      </w:r>
      <w:r w:rsidR="00E664BB">
        <w:rPr>
          <w:rtl/>
        </w:rPr>
        <w:t>5</w:t>
      </w:r>
      <w:r>
        <w:rPr>
          <w:rtl/>
        </w:rPr>
        <w:t>)سورہ شعراء آيت</w:t>
      </w:r>
      <w:r w:rsidR="00E664BB">
        <w:rPr>
          <w:rtl/>
        </w:rPr>
        <w:t>47</w:t>
      </w:r>
      <w:r>
        <w:rPr>
          <w:rtl/>
        </w:rPr>
        <w:t xml:space="preserve">اتا </w:t>
      </w:r>
      <w:r w:rsidR="00E664BB">
        <w:rPr>
          <w:rtl/>
        </w:rPr>
        <w:t>148</w:t>
      </w:r>
      <w:r>
        <w:rPr>
          <w:rtl/>
        </w:rPr>
        <w:t xml:space="preserve"> </w:t>
      </w:r>
    </w:p>
    <w:p w:rsidR="00DE2D7F" w:rsidRDefault="00DE2D7F" w:rsidP="00D07B54">
      <w:pPr>
        <w:pStyle w:val="libFootnote"/>
        <w:rPr>
          <w:rtl/>
        </w:rPr>
      </w:pPr>
      <w:r>
        <w:rPr>
          <w:rtl/>
        </w:rPr>
        <w:t>(</w:t>
      </w:r>
      <w:r w:rsidR="00E664BB">
        <w:rPr>
          <w:rtl/>
        </w:rPr>
        <w:t>6</w:t>
      </w:r>
      <w:r>
        <w:rPr>
          <w:rtl/>
        </w:rPr>
        <w:t xml:space="preserve">)سورہ شعراء آيت </w:t>
      </w:r>
      <w:r w:rsidR="00E664BB">
        <w:rPr>
          <w:rtl/>
        </w:rPr>
        <w:t>14</w:t>
      </w:r>
      <w:r w:rsidR="00E44785">
        <w:rPr>
          <w:rtl/>
        </w:rPr>
        <w:t>9</w:t>
      </w:r>
      <w:r>
        <w:rPr>
          <w:rtl/>
        </w:rPr>
        <w:t xml:space="preserve"> </w:t>
      </w:r>
    </w:p>
    <w:p w:rsidR="002B702E" w:rsidRDefault="001648F9" w:rsidP="00D07B54">
      <w:pPr>
        <w:pStyle w:val="libNormal"/>
        <w:rPr>
          <w:rtl/>
        </w:rPr>
      </w:pPr>
      <w:r>
        <w:rPr>
          <w:rtl/>
        </w:rPr>
        <w:t xml:space="preserve"> </w:t>
      </w:r>
      <w:r>
        <w:rPr>
          <w:rtl/>
        </w:rPr>
        <w:br w:type="page"/>
      </w:r>
    </w:p>
    <w:p w:rsidR="002B702E" w:rsidRDefault="002B702E" w:rsidP="00D07B54">
      <w:pPr>
        <w:pStyle w:val="libNormal"/>
        <w:rPr>
          <w:rtl/>
        </w:rPr>
      </w:pPr>
    </w:p>
    <w:p w:rsidR="002B702E" w:rsidRDefault="00DE2D7F" w:rsidP="00D07B54">
      <w:pPr>
        <w:pStyle w:val="Heading2Center"/>
        <w:rPr>
          <w:rtl/>
        </w:rPr>
      </w:pPr>
      <w:bookmarkStart w:id="58" w:name="_Toc7268455"/>
      <w:r>
        <w:rPr>
          <w:rtl/>
        </w:rPr>
        <w:t>فاسداوراسراف كرنے والو</w:t>
      </w:r>
      <w:r w:rsidR="007D6C9B">
        <w:rPr>
          <w:rtl/>
        </w:rPr>
        <w:t xml:space="preserve">ں </w:t>
      </w:r>
      <w:r>
        <w:rPr>
          <w:rtl/>
        </w:rPr>
        <w:t>كى اطاعت نہ كرو</w:t>
      </w:r>
      <w:bookmarkEnd w:id="58"/>
    </w:p>
    <w:p w:rsidR="00DE2D7F" w:rsidRDefault="00DE2D7F" w:rsidP="00D07B54">
      <w:pPr>
        <w:pStyle w:val="libNormal"/>
        <w:rPr>
          <w:rtl/>
        </w:rPr>
      </w:pPr>
      <w:r>
        <w:rPr>
          <w:rtl/>
        </w:rPr>
        <w:t xml:space="preserve"> حضرت صالح عليہ السلام اس تنقيد كے بعد انھي</w:t>
      </w:r>
      <w:r w:rsidR="007D6C9B">
        <w:rPr>
          <w:rtl/>
        </w:rPr>
        <w:t xml:space="preserve">ں </w:t>
      </w:r>
      <w:r>
        <w:rPr>
          <w:rtl/>
        </w:rPr>
        <w:t>متبنہ كرتے ہو ئے كہتے ہي</w:t>
      </w:r>
      <w:r w:rsidR="007D6C9B">
        <w:rPr>
          <w:rtl/>
        </w:rPr>
        <w:t xml:space="preserve">ں </w:t>
      </w:r>
      <w:r>
        <w:rPr>
          <w:rtl/>
        </w:rPr>
        <w:t>: '' حكم خدا كى مخالفت سے ڈرو اور ميرى اطاعت كرو ،اور مسرفين كا حكم نہ مانو، وہى جو زمين مي</w:t>
      </w:r>
      <w:r w:rsidR="007D6C9B">
        <w:rPr>
          <w:rtl/>
        </w:rPr>
        <w:t xml:space="preserve">ں </w:t>
      </w:r>
      <w:r>
        <w:rPr>
          <w:rtl/>
        </w:rPr>
        <w:t>فساد كرتے ہي</w:t>
      </w:r>
      <w:r w:rsidR="007D6C9B">
        <w:rPr>
          <w:rtl/>
        </w:rPr>
        <w:t xml:space="preserve">ں </w:t>
      </w:r>
      <w:r>
        <w:rPr>
          <w:rtl/>
        </w:rPr>
        <w:t>اور اصلاح نہي</w:t>
      </w:r>
      <w:r w:rsidR="007D6C9B">
        <w:rPr>
          <w:rtl/>
        </w:rPr>
        <w:t xml:space="preserve">ں </w:t>
      </w:r>
      <w:r>
        <w:rPr>
          <w:rtl/>
        </w:rPr>
        <w:t xml:space="preserve">كرتے_''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''يہ دھيان مي</w:t>
      </w:r>
      <w:r w:rsidR="007D6C9B">
        <w:rPr>
          <w:rtl/>
        </w:rPr>
        <w:t xml:space="preserve">ں </w:t>
      </w:r>
      <w:r>
        <w:rPr>
          <w:rtl/>
        </w:rPr>
        <w:t>رہے كہ خدانے قوم ''عاد'' كے بعد تمہي</w:t>
      </w:r>
      <w:r w:rsidR="007D6C9B">
        <w:rPr>
          <w:rtl/>
        </w:rPr>
        <w:t xml:space="preserve">ں </w:t>
      </w:r>
      <w:r>
        <w:rPr>
          <w:rtl/>
        </w:rPr>
        <w:t>ان كا جانشين اور خليفہ قرار ديا ہے اور زمين مي</w:t>
      </w:r>
      <w:r w:rsidR="007D6C9B">
        <w:rPr>
          <w:rtl/>
        </w:rPr>
        <w:t xml:space="preserve">ں </w:t>
      </w:r>
      <w:r>
        <w:rPr>
          <w:rtl/>
        </w:rPr>
        <w:t>تمہي</w:t>
      </w:r>
      <w:r w:rsidR="007D6C9B">
        <w:rPr>
          <w:rtl/>
        </w:rPr>
        <w:t xml:space="preserve">ں </w:t>
      </w:r>
      <w:r>
        <w:rPr>
          <w:rtl/>
        </w:rPr>
        <w:t xml:space="preserve">جگہ دى ہے ''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يعنى ايك طرف تو تم كواللہ كى نعمتو</w:t>
      </w:r>
      <w:r w:rsidR="007D6C9B">
        <w:rPr>
          <w:rtl/>
        </w:rPr>
        <w:t xml:space="preserve">ں </w:t>
      </w:r>
      <w:r>
        <w:rPr>
          <w:rtl/>
        </w:rPr>
        <w:t xml:space="preserve">كا خيال رہناچاہيئے، دوسرے يہ بھى ياد رہے كہ تم سے پہلے جو قوم تھى وہ اپنى سركشى اور طغيانى كے باعث عذاب الہى سے تباہ وبرباد ہوچكى ہے_ </w:t>
      </w:r>
    </w:p>
    <w:p w:rsidR="00DE2D7F" w:rsidRDefault="00DE2D7F" w:rsidP="00D07B54">
      <w:pPr>
        <w:pStyle w:val="libNormal"/>
        <w:rPr>
          <w:rtl/>
        </w:rPr>
      </w:pPr>
      <w:r>
        <w:rPr>
          <w:rtl/>
        </w:rPr>
        <w:t>پھر اس كے بعد انہي</w:t>
      </w:r>
      <w:r w:rsidR="007D6C9B">
        <w:rPr>
          <w:rtl/>
        </w:rPr>
        <w:t xml:space="preserve">ں </w:t>
      </w:r>
      <w:r>
        <w:rPr>
          <w:rtl/>
        </w:rPr>
        <w:t>عطا كى گئي كچھ نعمتو</w:t>
      </w:r>
      <w:r w:rsidR="007D6C9B">
        <w:rPr>
          <w:rtl/>
        </w:rPr>
        <w:t xml:space="preserve">ں </w:t>
      </w:r>
      <w:r>
        <w:rPr>
          <w:rtl/>
        </w:rPr>
        <w:t>كا ذكر كياگيا ہے ،ارشاد ہوتا ہے: '' تم ايك ايسى سرزمين مي</w:t>
      </w:r>
      <w:r w:rsidR="007D6C9B">
        <w:rPr>
          <w:rtl/>
        </w:rPr>
        <w:t xml:space="preserve">ں </w:t>
      </w:r>
      <w:r>
        <w:rPr>
          <w:rtl/>
        </w:rPr>
        <w:t>زندگى بسر كرتے ہو جس مي</w:t>
      </w:r>
      <w:r w:rsidR="007D6C9B">
        <w:rPr>
          <w:rtl/>
        </w:rPr>
        <w:t xml:space="preserve">ں </w:t>
      </w:r>
      <w:r>
        <w:rPr>
          <w:rtl/>
        </w:rPr>
        <w:t>ہموار ميدان بھى ہي</w:t>
      </w:r>
      <w:r w:rsidR="007D6C9B">
        <w:rPr>
          <w:rtl/>
        </w:rPr>
        <w:t xml:space="preserve">ں </w:t>
      </w:r>
      <w:r>
        <w:rPr>
          <w:rtl/>
        </w:rPr>
        <w:t>جن كے اوپر تم عاليشان قصر اور آرام دہ مكانات بناسكتے ہو ، نيز اس مي</w:t>
      </w:r>
      <w:r w:rsidR="007D6C9B">
        <w:rPr>
          <w:rtl/>
        </w:rPr>
        <w:t xml:space="preserve">ں </w:t>
      </w:r>
      <w:r>
        <w:rPr>
          <w:rtl/>
        </w:rPr>
        <w:t>پہاڑى علاقے بھى ہي</w:t>
      </w:r>
      <w:r w:rsidR="007D6C9B">
        <w:rPr>
          <w:rtl/>
        </w:rPr>
        <w:t xml:space="preserve">ں </w:t>
      </w:r>
      <w:r>
        <w:rPr>
          <w:rtl/>
        </w:rPr>
        <w:t>جن كے دامن مي</w:t>
      </w:r>
      <w:r w:rsidR="007D6C9B">
        <w:rPr>
          <w:rtl/>
        </w:rPr>
        <w:t xml:space="preserve">ں </w:t>
      </w:r>
      <w:r>
        <w:rPr>
          <w:rtl/>
        </w:rPr>
        <w:t>تم مضبوط مكانات تراش سكتے ہو (جو سخت موسم ، اورسرديو</w:t>
      </w:r>
      <w:r w:rsidR="007D6C9B">
        <w:rPr>
          <w:rtl/>
        </w:rPr>
        <w:t xml:space="preserve">ں </w:t>
      </w:r>
      <w:r>
        <w:rPr>
          <w:rtl/>
        </w:rPr>
        <w:t>كے زمانے مي</w:t>
      </w:r>
      <w:r w:rsidR="007D6C9B">
        <w:rPr>
          <w:rtl/>
        </w:rPr>
        <w:t xml:space="preserve">ں </w:t>
      </w:r>
      <w:r>
        <w:rPr>
          <w:rtl/>
        </w:rPr>
        <w:t>) تمہارے كام آسكتے ہي</w:t>
      </w:r>
      <w:r w:rsidR="007D6C9B">
        <w:rPr>
          <w:rtl/>
        </w:rPr>
        <w:t xml:space="preserve">ں </w:t>
      </w:r>
      <w:r>
        <w:rPr>
          <w:rtl/>
        </w:rPr>
        <w:t>''_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اس تعبير سے يہ پتہ چلتاہے كہ وہ لوگ (قوم عاد )سردى اور گرمى مي</w:t>
      </w:r>
      <w:r w:rsidR="007D6C9B">
        <w:rPr>
          <w:rtl/>
        </w:rPr>
        <w:t xml:space="preserve">ں </w:t>
      </w:r>
      <w:r>
        <w:rPr>
          <w:rtl/>
        </w:rPr>
        <w:t>اپنى سكونت كى جگہ بدل ديتے تھے فصل بہار اور گرميو</w:t>
      </w:r>
      <w:r w:rsidR="007D6C9B">
        <w:rPr>
          <w:rtl/>
        </w:rPr>
        <w:t xml:space="preserve">ں </w:t>
      </w:r>
      <w:r>
        <w:rPr>
          <w:rtl/>
        </w:rPr>
        <w:t>مي</w:t>
      </w:r>
      <w:r w:rsidR="007D6C9B">
        <w:rPr>
          <w:rtl/>
        </w:rPr>
        <w:t xml:space="preserve">ں </w:t>
      </w:r>
      <w:r>
        <w:rPr>
          <w:rtl/>
        </w:rPr>
        <w:t>وسيع اور پربركت ميدانو</w:t>
      </w:r>
      <w:r w:rsidR="007D6C9B">
        <w:rPr>
          <w:rtl/>
        </w:rPr>
        <w:t xml:space="preserve">ں </w:t>
      </w:r>
      <w:r>
        <w:rPr>
          <w:rtl/>
        </w:rPr>
        <w:t>مي</w:t>
      </w:r>
      <w:r w:rsidR="007D6C9B">
        <w:rPr>
          <w:rtl/>
        </w:rPr>
        <w:t xml:space="preserve">ں </w:t>
      </w:r>
      <w:r>
        <w:rPr>
          <w:rtl/>
        </w:rPr>
        <w:t>زراعت كرتے تھے اور پرندے اور چوپائے پالنے مي</w:t>
      </w:r>
      <w:r w:rsidR="007D6C9B">
        <w:rPr>
          <w:rtl/>
        </w:rPr>
        <w:t xml:space="preserve">ں </w:t>
      </w:r>
      <w:r>
        <w:rPr>
          <w:rtl/>
        </w:rPr>
        <w:t>مشغول رہا كرتے تھے اس وجہ سے وہ وہا</w:t>
      </w:r>
      <w:r w:rsidR="007D6C9B">
        <w:rPr>
          <w:rtl/>
        </w:rPr>
        <w:t xml:space="preserve">ں </w:t>
      </w:r>
      <w:r>
        <w:rPr>
          <w:rtl/>
        </w:rPr>
        <w:t>خوبصورت اور آرام دہ مكانات بناتے تھے جو انہو</w:t>
      </w:r>
      <w:r w:rsidR="007D6C9B">
        <w:rPr>
          <w:rtl/>
        </w:rPr>
        <w:t xml:space="preserve">ں </w:t>
      </w:r>
      <w:r>
        <w:rPr>
          <w:rtl/>
        </w:rPr>
        <w:t>نے پہاڑو</w:t>
      </w:r>
      <w:r w:rsidR="007D6C9B">
        <w:rPr>
          <w:rtl/>
        </w:rPr>
        <w:t xml:space="preserve">ں </w:t>
      </w:r>
      <w:r>
        <w:rPr>
          <w:rtl/>
        </w:rPr>
        <w:t>پر تراش كربنائے تھے اور يہ مكانات انہي</w:t>
      </w:r>
      <w:r w:rsidR="007D6C9B">
        <w:rPr>
          <w:rtl/>
        </w:rPr>
        <w:t xml:space="preserve">ں </w:t>
      </w:r>
      <w:r>
        <w:rPr>
          <w:rtl/>
        </w:rPr>
        <w:t>سيلابو</w:t>
      </w:r>
      <w:r w:rsidR="007D6C9B">
        <w:rPr>
          <w:rtl/>
        </w:rPr>
        <w:t xml:space="preserve">ں </w:t>
      </w:r>
      <w:r>
        <w:rPr>
          <w:rtl/>
        </w:rPr>
        <w:t>اور طوفانو</w:t>
      </w:r>
      <w:r w:rsidR="007D6C9B">
        <w:rPr>
          <w:rtl/>
        </w:rPr>
        <w:t xml:space="preserve">ں </w:t>
      </w:r>
      <w:r>
        <w:rPr>
          <w:rtl/>
        </w:rPr>
        <w:t>سے محفوظ ركھتے تھے يہا</w:t>
      </w:r>
      <w:r w:rsidR="007D6C9B">
        <w:rPr>
          <w:rtl/>
        </w:rPr>
        <w:t xml:space="preserve">ں </w:t>
      </w:r>
      <w:r>
        <w:rPr>
          <w:rtl/>
        </w:rPr>
        <w:t>وہ اطمينان سے سردى كے دن گزار ديتے تھے_ آخر مي</w:t>
      </w:r>
      <w:r w:rsidR="007D6C9B">
        <w:rPr>
          <w:rtl/>
        </w:rPr>
        <w:t xml:space="preserve">ں </w:t>
      </w:r>
      <w:r>
        <w:rPr>
          <w:rtl/>
        </w:rPr>
        <w:t xml:space="preserve">فرمايا گيا ہے : </w:t>
      </w:r>
    </w:p>
    <w:p w:rsidR="00DE2D7F" w:rsidRDefault="00DE2D7F" w:rsidP="00D07B54">
      <w:pPr>
        <w:pStyle w:val="libNormal"/>
        <w:rPr>
          <w:rtl/>
        </w:rPr>
      </w:pPr>
      <w:r>
        <w:rPr>
          <w:rtl/>
        </w:rPr>
        <w:t>'' خداوندكريم كى ان سب نعمتو</w:t>
      </w:r>
      <w:r w:rsidR="007D6C9B">
        <w:rPr>
          <w:rtl/>
        </w:rPr>
        <w:t xml:space="preserve">ں </w:t>
      </w:r>
      <w:r>
        <w:rPr>
          <w:rtl/>
        </w:rPr>
        <w:t>كو ياد كرو اور زمين مي</w:t>
      </w:r>
      <w:r w:rsidR="007D6C9B">
        <w:rPr>
          <w:rtl/>
        </w:rPr>
        <w:t xml:space="preserve">ں </w:t>
      </w:r>
      <w:r>
        <w:rPr>
          <w:rtl/>
        </w:rPr>
        <w:t xml:space="preserve">فسادنہ كرو اور كفران نعمت نہ كرو''_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شعراء آيات </w:t>
      </w:r>
      <w:r w:rsidR="00E664BB">
        <w:rPr>
          <w:rtl/>
        </w:rPr>
        <w:t>150</w:t>
      </w:r>
      <w:r>
        <w:rPr>
          <w:rtl/>
        </w:rPr>
        <w:t xml:space="preserve"> تا </w:t>
      </w:r>
      <w:r w:rsidR="00E664BB">
        <w:rPr>
          <w:rtl/>
        </w:rPr>
        <w:t>152</w:t>
      </w:r>
      <w:r>
        <w:rPr>
          <w:rtl/>
        </w:rPr>
        <w:t xml:space="preserve"> </w:t>
      </w:r>
    </w:p>
    <w:p w:rsidR="00DE2D7F" w:rsidRDefault="00DE2D7F" w:rsidP="00D07B54">
      <w:pPr>
        <w:pStyle w:val="libFootnote"/>
        <w:rPr>
          <w:rtl/>
        </w:rPr>
      </w:pPr>
      <w:r>
        <w:rPr>
          <w:rtl/>
        </w:rPr>
        <w:t>(</w:t>
      </w:r>
      <w:r w:rsidR="00E664BB">
        <w:rPr>
          <w:rtl/>
        </w:rPr>
        <w:t>2</w:t>
      </w:r>
      <w:r>
        <w:rPr>
          <w:rtl/>
        </w:rPr>
        <w:t xml:space="preserve">) سورہ اعراف آيت </w:t>
      </w:r>
      <w:r w:rsidR="00E664BB">
        <w:rPr>
          <w:rtl/>
        </w:rPr>
        <w:t>74</w:t>
      </w:r>
      <w:r>
        <w:rPr>
          <w:rtl/>
        </w:rPr>
        <w:t xml:space="preserve"> (</w:t>
      </w:r>
      <w:r w:rsidR="00E664BB">
        <w:rPr>
          <w:rtl/>
        </w:rPr>
        <w:t>3</w:t>
      </w:r>
      <w:r>
        <w:rPr>
          <w:rtl/>
        </w:rPr>
        <w:t xml:space="preserve">)سورہ اعراف آيت </w:t>
      </w:r>
      <w:r w:rsidR="00E664BB">
        <w:rPr>
          <w:rtl/>
        </w:rPr>
        <w:t>74</w:t>
      </w:r>
      <w:r>
        <w:rPr>
          <w:rtl/>
        </w:rPr>
        <w:t xml:space="preserve"> </w:t>
      </w:r>
    </w:p>
    <w:p w:rsidR="00DE2D7F" w:rsidRDefault="00DE2D7F" w:rsidP="00D07B54">
      <w:pPr>
        <w:pStyle w:val="libFootnote"/>
        <w:rPr>
          <w:rtl/>
        </w:rPr>
      </w:pPr>
      <w:r>
        <w:rPr>
          <w:rtl/>
        </w:rPr>
        <w:t>(</w:t>
      </w:r>
      <w:r w:rsidR="00E664BB">
        <w:rPr>
          <w:rtl/>
        </w:rPr>
        <w:t>4</w:t>
      </w:r>
      <w:r>
        <w:rPr>
          <w:rtl/>
        </w:rPr>
        <w:t>)سورہ اعراف آيت</w:t>
      </w:r>
      <w:r w:rsidR="00E664BB">
        <w:rPr>
          <w:rtl/>
        </w:rPr>
        <w:t>74</w:t>
      </w:r>
      <w:r>
        <w:rPr>
          <w:rtl/>
        </w:rPr>
        <w:t xml:space="preserve"> </w:t>
      </w:r>
    </w:p>
    <w:p w:rsidR="00B44E29" w:rsidRDefault="001648F9" w:rsidP="00D07B54">
      <w:pPr>
        <w:pStyle w:val="libNormal"/>
        <w:rPr>
          <w:rtl/>
        </w:rPr>
      </w:pPr>
      <w:r>
        <w:rPr>
          <w:rtl/>
        </w:rPr>
        <w:t xml:space="preserve"> </w:t>
      </w:r>
      <w:r>
        <w:rPr>
          <w:rtl/>
        </w:rPr>
        <w:br w:type="page"/>
      </w:r>
    </w:p>
    <w:p w:rsidR="00367B5B" w:rsidRDefault="00DE2D7F" w:rsidP="00D07B54">
      <w:pPr>
        <w:pStyle w:val="Heading2Center"/>
        <w:rPr>
          <w:rtl/>
        </w:rPr>
      </w:pPr>
      <w:bookmarkStart w:id="59" w:name="_Toc7268456"/>
      <w:r>
        <w:rPr>
          <w:rtl/>
        </w:rPr>
        <w:lastRenderedPageBreak/>
        <w:t>قوم صالح كى ہٹ دھرمي</w:t>
      </w:r>
      <w:bookmarkEnd w:id="59"/>
    </w:p>
    <w:p w:rsidR="00DE2D7F" w:rsidRDefault="00DE2D7F" w:rsidP="00D07B54">
      <w:pPr>
        <w:pStyle w:val="libNormal"/>
        <w:rPr>
          <w:rtl/>
        </w:rPr>
      </w:pPr>
      <w:r>
        <w:rPr>
          <w:rtl/>
        </w:rPr>
        <w:t xml:space="preserve"> آپ حضرات، گمراہ قوم كے سامنے حضرت صالح عليہ السلام كى منطقى اور خيرخواہى پر مبنى گفتگو ملاحظہ فرماچكے ہي</w:t>
      </w:r>
      <w:r w:rsidR="007D6C9B">
        <w:rPr>
          <w:rtl/>
        </w:rPr>
        <w:t xml:space="preserve">ں </w:t>
      </w:r>
      <w:r>
        <w:rPr>
          <w:rtl/>
        </w:rPr>
        <w:t>جناب صالح(ع) كے جواب مي</w:t>
      </w:r>
      <w:r w:rsidR="007D6C9B">
        <w:rPr>
          <w:rtl/>
        </w:rPr>
        <w:t xml:space="preserve">ں </w:t>
      </w:r>
      <w:r>
        <w:rPr>
          <w:rtl/>
        </w:rPr>
        <w:t xml:space="preserve">اس قوم كى گفتگو بھى سينے_ </w:t>
      </w:r>
    </w:p>
    <w:p w:rsidR="00DE2D7F" w:rsidRDefault="00DE2D7F" w:rsidP="00D07B54">
      <w:pPr>
        <w:pStyle w:val="libNormal"/>
        <w:rPr>
          <w:rtl/>
        </w:rPr>
      </w:pPr>
      <w:r>
        <w:rPr>
          <w:rtl/>
        </w:rPr>
        <w:t>انھو</w:t>
      </w:r>
      <w:r w:rsidR="007D6C9B">
        <w:rPr>
          <w:rtl/>
        </w:rPr>
        <w:t xml:space="preserve">ں </w:t>
      </w:r>
      <w:r>
        <w:rPr>
          <w:rtl/>
        </w:rPr>
        <w:t>نے كہا:''اے صالح : تم سحرزدہ ہوكر اپنى عقل كھوچكے ہو، لہذا غير معقول باتي</w:t>
      </w:r>
      <w:r w:rsidR="007D6C9B">
        <w:rPr>
          <w:rtl/>
        </w:rPr>
        <w:t xml:space="preserve">ں </w:t>
      </w:r>
      <w:r>
        <w:rPr>
          <w:rtl/>
        </w:rPr>
        <w:t xml:space="preserve">كرتے ہو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ان كا يہ عقيدہ تھا كہ بسا اوقات جادو گر لوگ جادو كے ذريعے انسان كى عقل و ہوش كو بيكار بناديتے ہي</w:t>
      </w:r>
      <w:r w:rsidR="007D6C9B">
        <w:rPr>
          <w:rtl/>
        </w:rPr>
        <w:t xml:space="preserve">ں </w:t>
      </w:r>
      <w:r>
        <w:rPr>
          <w:rtl/>
        </w:rPr>
        <w:t>صرف انھو</w:t>
      </w:r>
      <w:r w:rsidR="007D6C9B">
        <w:rPr>
          <w:rtl/>
        </w:rPr>
        <w:t xml:space="preserve">ں </w:t>
      </w:r>
      <w:r>
        <w:rPr>
          <w:rtl/>
        </w:rPr>
        <w:t>نے جناب صالح پر ہى يہ تہمت نہي</w:t>
      </w:r>
      <w:r w:rsidR="007D6C9B">
        <w:rPr>
          <w:rtl/>
        </w:rPr>
        <w:t xml:space="preserve">ں </w:t>
      </w:r>
      <w:r>
        <w:rPr>
          <w:rtl/>
        </w:rPr>
        <w:t>لگائي بلكہ اور لوگو</w:t>
      </w:r>
      <w:r w:rsidR="007D6C9B">
        <w:rPr>
          <w:rtl/>
        </w:rPr>
        <w:t xml:space="preserve">ں </w:t>
      </w:r>
      <w:r>
        <w:rPr>
          <w:rtl/>
        </w:rPr>
        <w:t>نے بھى دوسرے انبياء پر ايسى تہمتي</w:t>
      </w:r>
      <w:r w:rsidR="007D6C9B">
        <w:rPr>
          <w:rtl/>
        </w:rPr>
        <w:t xml:space="preserve">ں </w:t>
      </w:r>
      <w:r>
        <w:rPr>
          <w:rtl/>
        </w:rPr>
        <w:t>لگائي ہي</w:t>
      </w:r>
      <w:r w:rsidR="007D6C9B">
        <w:rPr>
          <w:rtl/>
        </w:rPr>
        <w:t xml:space="preserve">ں </w:t>
      </w:r>
      <w:r>
        <w:rPr>
          <w:rtl/>
        </w:rPr>
        <w:t xml:space="preserve">،حتى كہ خود پيغمبر اسلام (ص) كى ذات تك كو متہم كيا_ </w:t>
      </w:r>
    </w:p>
    <w:p w:rsidR="00DE2D7F" w:rsidRDefault="00DE2D7F" w:rsidP="00D07B54">
      <w:pPr>
        <w:pStyle w:val="libNormal"/>
        <w:rPr>
          <w:rtl/>
        </w:rPr>
      </w:pPr>
      <w:r>
        <w:rPr>
          <w:rtl/>
        </w:rPr>
        <w:t>جى ہا</w:t>
      </w:r>
      <w:r w:rsidR="007D6C9B">
        <w:rPr>
          <w:rtl/>
        </w:rPr>
        <w:t xml:space="preserve">ں </w:t>
      </w:r>
      <w:r>
        <w:rPr>
          <w:rtl/>
        </w:rPr>
        <w:t>ان كے نزديك عقل مند انسان وہ ہوتا ہے جو ماحول مي</w:t>
      </w:r>
      <w:r w:rsidR="007D6C9B">
        <w:rPr>
          <w:rtl/>
        </w:rPr>
        <w:t xml:space="preserve">ں </w:t>
      </w:r>
      <w:r>
        <w:rPr>
          <w:rtl/>
        </w:rPr>
        <w:t>ڈھل جائے ابن الوقت بن جائے اور خود تمام برائيو</w:t>
      </w:r>
      <w:r w:rsidR="007D6C9B">
        <w:rPr>
          <w:rtl/>
        </w:rPr>
        <w:t xml:space="preserve">ں </w:t>
      </w:r>
      <w:r>
        <w:rPr>
          <w:rtl/>
        </w:rPr>
        <w:t xml:space="preserve">پر منطبق ہو جائے اگر كوئي انقلابى مرد خدا فاسد عقائد اور غلط نظام كے بطلان كے لئے قيام كرتا تو وہ اپنى اس منطق كى رو سے اسے ديوانہ ،مجنون اور سحر زدہ كہتے_ </w:t>
      </w:r>
    </w:p>
    <w:p w:rsidR="00DE2D7F" w:rsidRDefault="00DE2D7F" w:rsidP="00D07B54">
      <w:pPr>
        <w:pStyle w:val="libNormal"/>
        <w:rPr>
          <w:rtl/>
        </w:rPr>
      </w:pPr>
      <w:r>
        <w:rPr>
          <w:rtl/>
        </w:rPr>
        <w:t>اسى طرح قرآن مجيد مي</w:t>
      </w:r>
      <w:r w:rsidR="007D6C9B">
        <w:rPr>
          <w:rtl/>
        </w:rPr>
        <w:t xml:space="preserve">ں </w:t>
      </w:r>
      <w:r>
        <w:rPr>
          <w:rtl/>
        </w:rPr>
        <w:t>ارشاد ہوتاہے'' اس خود پسند طبقے نے اللہ كى وحدانيت كا انكار كيا كہ آخرت كى ملاقات كو جھٹلايا،حالانكہ ہم نے انہي</w:t>
      </w:r>
      <w:r w:rsidR="007D6C9B">
        <w:rPr>
          <w:rtl/>
        </w:rPr>
        <w:t xml:space="preserve">ں </w:t>
      </w:r>
      <w:r>
        <w:rPr>
          <w:rtl/>
        </w:rPr>
        <w:t>دنيا كى بہت سى نعمتو</w:t>
      </w:r>
      <w:r w:rsidR="007D6C9B">
        <w:rPr>
          <w:rtl/>
        </w:rPr>
        <w:t xml:space="preserve">ں </w:t>
      </w:r>
      <w:r>
        <w:rPr>
          <w:rtl/>
        </w:rPr>
        <w:t xml:space="preserve">سے مالا مال كرركھا تھا وہ كہنے لگے كہ يہ تمہارى ہى طرح كا انسان ہے جو تم كھاتے ہو يہ بھى كھاتاہے_ اور جو تم پيتے ہو يہ بھى پيتا ہے''_( </w:t>
      </w:r>
      <w:r w:rsidR="00E664BB">
        <w:rPr>
          <w:rtl/>
        </w:rPr>
        <w:t>2</w:t>
      </w:r>
      <w:r>
        <w:rPr>
          <w:rtl/>
        </w:rPr>
        <w:t xml:space="preserve">) </w:t>
      </w:r>
    </w:p>
    <w:p w:rsidR="00DE2D7F" w:rsidRDefault="00DE2D7F" w:rsidP="00D07B54">
      <w:pPr>
        <w:pStyle w:val="libNormal"/>
        <w:rPr>
          <w:rtl/>
        </w:rPr>
      </w:pPr>
      <w:r>
        <w:rPr>
          <w:rtl/>
        </w:rPr>
        <w:t>بے شك وہ اشراف كا خوشحال طبقہ جو قرآن مجيد كى اصطلاح مي</w:t>
      </w:r>
      <w:r w:rsidR="007D6C9B">
        <w:rPr>
          <w:rtl/>
        </w:rPr>
        <w:t xml:space="preserve">ں </w:t>
      </w:r>
      <w:r>
        <w:rPr>
          <w:rtl/>
        </w:rPr>
        <w:t>صرف ظاہربين تھا اور كور باطن تھا وہ اس عظيم پيغمبر كے مشن كو اپنے مفاد كا مخالف ،ناجائز منافع خوارى ، استحصال اور بے جابالادستى سے متصادم ديكھ رہاتھا ،يہ طبقہ اپنى پر عيش زندگى كى وجہ سے اللہ سے كوسو</w:t>
      </w:r>
      <w:r w:rsidR="007D6C9B">
        <w:rPr>
          <w:rtl/>
        </w:rPr>
        <w:t xml:space="preserve">ں </w:t>
      </w:r>
      <w:r>
        <w:rPr>
          <w:rtl/>
        </w:rPr>
        <w:t xml:space="preserve">دور چلاگيا تھا اور آخرت كا منكرتھا _ </w:t>
      </w:r>
    </w:p>
    <w:p w:rsidR="00DE2D7F" w:rsidRDefault="00DE2D7F" w:rsidP="00D07B54">
      <w:pPr>
        <w:pStyle w:val="libNormal"/>
        <w:rPr>
          <w:rtl/>
        </w:rPr>
      </w:pPr>
      <w:r>
        <w:rPr>
          <w:rtl/>
        </w:rPr>
        <w:t>انہو</w:t>
      </w:r>
      <w:r w:rsidR="007D6C9B">
        <w:rPr>
          <w:rtl/>
        </w:rPr>
        <w:t xml:space="preserve">ں </w:t>
      </w:r>
      <w:r>
        <w:rPr>
          <w:rtl/>
        </w:rPr>
        <w:t>نے اللہ كے نمائندو</w:t>
      </w:r>
      <w:r w:rsidR="007D6C9B">
        <w:rPr>
          <w:rtl/>
        </w:rPr>
        <w:t xml:space="preserve">ں </w:t>
      </w:r>
      <w:r>
        <w:rPr>
          <w:rtl/>
        </w:rPr>
        <w:t>كے انسان ہونے اور ديگرانسانو</w:t>
      </w:r>
      <w:r w:rsidR="007D6C9B">
        <w:rPr>
          <w:rtl/>
        </w:rPr>
        <w:t xml:space="preserve">ں </w:t>
      </w:r>
      <w:r>
        <w:rPr>
          <w:rtl/>
        </w:rPr>
        <w:t>كى طرح كھانے پينے كو ان كى رسالت كى نفى كى دليل قرارديا حالانكہ يہ بات ان مايہ ناز شخصيتو</w:t>
      </w:r>
      <w:r w:rsidR="007D6C9B">
        <w:rPr>
          <w:rtl/>
        </w:rPr>
        <w:t xml:space="preserve">ں </w:t>
      </w:r>
      <w:r>
        <w:rPr>
          <w:rtl/>
        </w:rPr>
        <w:t xml:space="preserve">كى نبوت ورسالت كى پرزور تائيد تھى كہ وہ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53</w:t>
      </w:r>
      <w:r>
        <w:rPr>
          <w:rtl/>
        </w:rPr>
        <w:t xml:space="preserve"> </w:t>
      </w:r>
    </w:p>
    <w:p w:rsidR="00DE2D7F" w:rsidRDefault="00DE2D7F" w:rsidP="00D07B54">
      <w:pPr>
        <w:pStyle w:val="libFootnote"/>
        <w:rPr>
          <w:rtl/>
        </w:rPr>
      </w:pPr>
      <w:r>
        <w:rPr>
          <w:rtl/>
        </w:rPr>
        <w:t>(</w:t>
      </w:r>
      <w:r w:rsidR="00E664BB">
        <w:rPr>
          <w:rtl/>
        </w:rPr>
        <w:t>2</w:t>
      </w:r>
      <w:r>
        <w:rPr>
          <w:rtl/>
        </w:rPr>
        <w:t>)سورہ مومنون آيت</w:t>
      </w:r>
      <w:r w:rsidR="00E664BB">
        <w:rPr>
          <w:rtl/>
        </w:rPr>
        <w:t>33</w:t>
      </w:r>
      <w:r>
        <w:rPr>
          <w:rtl/>
        </w:rPr>
        <w:t xml:space="preserve"> </w:t>
      </w:r>
    </w:p>
    <w:p w:rsidR="00367B5B" w:rsidRDefault="00C2634E" w:rsidP="00D07B54">
      <w:pPr>
        <w:pStyle w:val="libNormal"/>
        <w:rPr>
          <w:rtl/>
        </w:rPr>
      </w:pPr>
      <w:r>
        <w:rPr>
          <w:rtl/>
        </w:rPr>
        <w:t xml:space="preserve"> </w:t>
      </w:r>
      <w:r>
        <w:rPr>
          <w:rtl/>
        </w:rPr>
        <w:br w:type="page"/>
      </w:r>
    </w:p>
    <w:p w:rsidR="00367B5B" w:rsidRDefault="00367B5B" w:rsidP="00D07B54">
      <w:pPr>
        <w:pStyle w:val="libNormal"/>
        <w:rPr>
          <w:rtl/>
        </w:rPr>
      </w:pPr>
    </w:p>
    <w:p w:rsidR="00DE2D7F" w:rsidRDefault="00DE2D7F" w:rsidP="00D07B54">
      <w:pPr>
        <w:pStyle w:val="libNormal"/>
        <w:rPr>
          <w:rtl/>
        </w:rPr>
      </w:pPr>
      <w:r>
        <w:rPr>
          <w:rtl/>
        </w:rPr>
        <w:t>عام لوگو</w:t>
      </w:r>
      <w:r w:rsidR="007D6C9B">
        <w:rPr>
          <w:rtl/>
        </w:rPr>
        <w:t xml:space="preserve">ں </w:t>
      </w:r>
      <w:r>
        <w:rPr>
          <w:rtl/>
        </w:rPr>
        <w:t>مي</w:t>
      </w:r>
      <w:r w:rsidR="007D6C9B">
        <w:rPr>
          <w:rtl/>
        </w:rPr>
        <w:t xml:space="preserve">ں </w:t>
      </w:r>
      <w:r>
        <w:rPr>
          <w:rtl/>
        </w:rPr>
        <w:t>سے ہو</w:t>
      </w:r>
      <w:r w:rsidR="007D6C9B">
        <w:rPr>
          <w:rtl/>
        </w:rPr>
        <w:t xml:space="preserve">ں </w:t>
      </w:r>
      <w:r>
        <w:rPr>
          <w:rtl/>
        </w:rPr>
        <w:t>تاكہ انسان كى ضروريات اور مسائل سے اچھى طرح آگاہ ہو</w:t>
      </w:r>
      <w:r w:rsidR="007D6C9B">
        <w:rPr>
          <w:rtl/>
        </w:rPr>
        <w:t xml:space="preserve">ں </w:t>
      </w:r>
      <w:r>
        <w:rPr>
          <w:rtl/>
        </w:rPr>
        <w:t>،مزيد برآ</w:t>
      </w:r>
      <w:r w:rsidR="007D6C9B">
        <w:rPr>
          <w:rtl/>
        </w:rPr>
        <w:t xml:space="preserve">ں </w:t>
      </w:r>
      <w:r>
        <w:rPr>
          <w:rtl/>
        </w:rPr>
        <w:t>وہ ايك دوسرے سے كہتے تھے:''اگر تم اپنے ہى جيسے آدمى كے مطيع بنوگے تويہ بڑى نقصان دہ بات ہوگى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كور باطن اتنا نہي</w:t>
      </w:r>
      <w:r w:rsidR="007D6C9B">
        <w:rPr>
          <w:rtl/>
        </w:rPr>
        <w:t xml:space="preserve">ں </w:t>
      </w:r>
      <w:r>
        <w:rPr>
          <w:rtl/>
        </w:rPr>
        <w:t>سمجھتے تھے كہ خود تويہ توقع كررہے ہي</w:t>
      </w:r>
      <w:r w:rsidR="007D6C9B">
        <w:rPr>
          <w:rtl/>
        </w:rPr>
        <w:t xml:space="preserve">ں </w:t>
      </w:r>
      <w:r>
        <w:rPr>
          <w:rtl/>
        </w:rPr>
        <w:t>كہ لوگ ان كے شيطانى عزائم كى تكميل اور پيغمبر سے مقابلے كے لئے ان كى پيروى كري</w:t>
      </w:r>
      <w:r w:rsidR="007D6C9B">
        <w:rPr>
          <w:rtl/>
        </w:rPr>
        <w:t xml:space="preserve">ں </w:t>
      </w:r>
      <w:r>
        <w:rPr>
          <w:rtl/>
        </w:rPr>
        <w:t xml:space="preserve">،مگر اس شخصيت كى اطاعت وپيروى كو جومركز وحى سے وابستہ ہے اور جس كا دل نور علم پروردگارعالمين سے منور ہے انسان كے لئے ذلت ،ننگ وعار اور حريت كے منافى بتارہے تھے _ </w:t>
      </w:r>
    </w:p>
    <w:p w:rsidR="00367B5B" w:rsidRDefault="00DE2D7F" w:rsidP="00D07B54">
      <w:pPr>
        <w:pStyle w:val="Heading2Center"/>
        <w:rPr>
          <w:rtl/>
        </w:rPr>
      </w:pPr>
      <w:bookmarkStart w:id="60" w:name="_Toc7268457"/>
      <w:r>
        <w:rPr>
          <w:rtl/>
        </w:rPr>
        <w:t>كيا ہم دوبارہ زندہ كئے جائي</w:t>
      </w:r>
      <w:r w:rsidR="007D6C9B">
        <w:rPr>
          <w:rtl/>
        </w:rPr>
        <w:t xml:space="preserve">ں </w:t>
      </w:r>
      <w:r>
        <w:rPr>
          <w:rtl/>
        </w:rPr>
        <w:t>گے</w:t>
      </w:r>
      <w:bookmarkEnd w:id="60"/>
    </w:p>
    <w:p w:rsidR="00DE2D7F" w:rsidRDefault="00DE2D7F" w:rsidP="00D07B54">
      <w:pPr>
        <w:pStyle w:val="libNormal"/>
        <w:rPr>
          <w:rtl/>
        </w:rPr>
      </w:pPr>
      <w:r>
        <w:rPr>
          <w:rtl/>
        </w:rPr>
        <w:t xml:space="preserve"> اس كے بعد انھو</w:t>
      </w:r>
      <w:r w:rsidR="007D6C9B">
        <w:rPr>
          <w:rtl/>
        </w:rPr>
        <w:t xml:space="preserve">ں </w:t>
      </w:r>
      <w:r>
        <w:rPr>
          <w:rtl/>
        </w:rPr>
        <w:t>نے معاد اور قيامت كا انكار كيا ، جس كو ماننا ہميشہ سے خود سراور ہواو ہوس كے رہبر و</w:t>
      </w:r>
      <w:r w:rsidR="007D6C9B">
        <w:rPr>
          <w:rtl/>
        </w:rPr>
        <w:t xml:space="preserve">ں </w:t>
      </w:r>
      <w:r>
        <w:rPr>
          <w:rtl/>
        </w:rPr>
        <w:t xml:space="preserve">كے لئے مشكل رہا ہے اور كہا : </w:t>
      </w:r>
    </w:p>
    <w:p w:rsidR="00DE2D7F" w:rsidRDefault="00DE2D7F" w:rsidP="00D07B54">
      <w:pPr>
        <w:pStyle w:val="libNormal"/>
        <w:rPr>
          <w:rtl/>
        </w:rPr>
      </w:pPr>
      <w:r>
        <w:rPr>
          <w:rtl/>
        </w:rPr>
        <w:t>''كيا يہ شخص تم سے يہ وعدہ كرتا ہے كہ مرنے كے بعد مٹى اور بوسيدہ ہڈى ہوجانے كے بعد تم ايك بار پھر قبرو</w:t>
      </w:r>
      <w:r w:rsidR="007D6C9B">
        <w:rPr>
          <w:rtl/>
        </w:rPr>
        <w:t xml:space="preserve">ں </w:t>
      </w:r>
      <w:r>
        <w:rPr>
          <w:rtl/>
        </w:rPr>
        <w:t>سے نكلوگے اور ايك نئي زندگى پائو گے _''(يہ بہت دور اور بہت دور كى بات ہے وہ و عدے جو تم سے كئے گئے ہي</w:t>
      </w:r>
      <w:r w:rsidR="007D6C9B">
        <w:rPr>
          <w:rtl/>
        </w:rPr>
        <w:t xml:space="preserve">ں </w:t>
      </w:r>
      <w:r>
        <w:rPr>
          <w:rtl/>
        </w:rPr>
        <w:t>وہ، بالكل بے بنياد اور كھوكھلے ہي</w:t>
      </w:r>
      <w:r w:rsidR="007D6C9B">
        <w:rPr>
          <w:rtl/>
        </w:rPr>
        <w:t xml:space="preserve">ں </w:t>
      </w:r>
      <w:r>
        <w:rPr>
          <w:rtl/>
        </w:rPr>
        <w:t>)</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مجموعى طورپر كيا يہ ممكن ہے كہ ايك آدمى جو مرگيا ہو ،مٹى كے ساتھ مٹى ہوگيا ہو ، اس كے اجزاء ادھر ادھر بكھرگئے ہو</w:t>
      </w:r>
      <w:r w:rsidR="007D6C9B">
        <w:rPr>
          <w:rtl/>
        </w:rPr>
        <w:t xml:space="preserve">ں </w:t>
      </w:r>
      <w:r>
        <w:rPr>
          <w:rtl/>
        </w:rPr>
        <w:t>، وہ دوبارہ زندہ ہوسكتا ہے ؟ نہي</w:t>
      </w:r>
      <w:r w:rsidR="007D6C9B">
        <w:rPr>
          <w:rtl/>
        </w:rPr>
        <w:t xml:space="preserve">ں </w:t>
      </w:r>
      <w:r>
        <w:rPr>
          <w:rtl/>
        </w:rPr>
        <w:t xml:space="preserve">يہ محال ہے ،يہ محال بات ہے _ </w:t>
      </w:r>
    </w:p>
    <w:p w:rsidR="00DE2D7F" w:rsidRDefault="00DE2D7F" w:rsidP="00D07B54">
      <w:pPr>
        <w:pStyle w:val="libNormal"/>
        <w:rPr>
          <w:rtl/>
        </w:rPr>
      </w:pPr>
      <w:r>
        <w:rPr>
          <w:rtl/>
        </w:rPr>
        <w:t>آخرمي</w:t>
      </w:r>
      <w:r w:rsidR="007D6C9B">
        <w:rPr>
          <w:rtl/>
        </w:rPr>
        <w:t xml:space="preserve">ں </w:t>
      </w:r>
      <w:r>
        <w:rPr>
          <w:rtl/>
        </w:rPr>
        <w:t>اپنے نبى پر ايك مجموعى الزام لگاتے ہوئے انہو</w:t>
      </w:r>
      <w:r w:rsidR="007D6C9B">
        <w:rPr>
          <w:rtl/>
        </w:rPr>
        <w:t xml:space="preserve">ں </w:t>
      </w:r>
      <w:r>
        <w:rPr>
          <w:rtl/>
        </w:rPr>
        <w:t>نے كہا يہ ايك جھوٹا شخص ہے ، جس نے اللہ پر بہتان باندھا ہے اور ہم اس پر ہرگز ايمان نہي</w:t>
      </w:r>
      <w:r w:rsidR="007D6C9B">
        <w:rPr>
          <w:rtl/>
        </w:rPr>
        <w:t xml:space="preserve">ں </w:t>
      </w:r>
      <w:r>
        <w:rPr>
          <w:rtl/>
        </w:rPr>
        <w:t>لائي</w:t>
      </w:r>
      <w:r w:rsidR="007D6C9B">
        <w:rPr>
          <w:rtl/>
        </w:rPr>
        <w:t xml:space="preserve">ں </w:t>
      </w:r>
      <w:r>
        <w:rPr>
          <w:rtl/>
        </w:rPr>
        <w:t>گے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نہ اس كى رسالت اللہ كى طرف سے ہے نہ قيامت سے متعلق اس كے وعدے سچے ہي</w:t>
      </w:r>
      <w:r w:rsidR="007D6C9B">
        <w:rPr>
          <w:rtl/>
        </w:rPr>
        <w:t xml:space="preserve">ں </w:t>
      </w:r>
      <w:r>
        <w:rPr>
          <w:rtl/>
        </w:rPr>
        <w:t>اور نہ ہى دوسرے احكام ايسے ہي</w:t>
      </w:r>
      <w:r w:rsidR="007D6C9B">
        <w:rPr>
          <w:rtl/>
        </w:rPr>
        <w:t xml:space="preserve">ں </w:t>
      </w:r>
      <w:r>
        <w:rPr>
          <w:rtl/>
        </w:rPr>
        <w:t xml:space="preserve">،كوئي عقلمند آدمى اس پر كيسے ايمان لاسكتا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مومنون آيت</w:t>
      </w:r>
      <w:r w:rsidR="00E664BB">
        <w:rPr>
          <w:rtl/>
        </w:rPr>
        <w:t>34</w:t>
      </w:r>
      <w:r>
        <w:rPr>
          <w:rtl/>
        </w:rPr>
        <w:t xml:space="preserve"> </w:t>
      </w:r>
    </w:p>
    <w:p w:rsidR="00DE2D7F" w:rsidRDefault="00DE2D7F" w:rsidP="00D07B54">
      <w:pPr>
        <w:pStyle w:val="libFootnote"/>
        <w:rPr>
          <w:rtl/>
        </w:rPr>
      </w:pPr>
      <w:r>
        <w:rPr>
          <w:rtl/>
        </w:rPr>
        <w:t>(</w:t>
      </w:r>
      <w:r w:rsidR="00E664BB">
        <w:rPr>
          <w:rtl/>
        </w:rPr>
        <w:t>2</w:t>
      </w:r>
      <w:r>
        <w:rPr>
          <w:rtl/>
        </w:rPr>
        <w:t xml:space="preserve">) سورہ مومنون </w:t>
      </w:r>
      <w:r w:rsidR="00E664BB">
        <w:rPr>
          <w:rtl/>
        </w:rPr>
        <w:t>35</w:t>
      </w:r>
      <w:r>
        <w:rPr>
          <w:rtl/>
        </w:rPr>
        <w:t xml:space="preserve"> تا</w:t>
      </w:r>
      <w:r w:rsidR="00E664BB">
        <w:rPr>
          <w:rtl/>
        </w:rPr>
        <w:t>36</w:t>
      </w:r>
      <w:r>
        <w:rPr>
          <w:rtl/>
        </w:rPr>
        <w:t xml:space="preserve"> </w:t>
      </w:r>
    </w:p>
    <w:p w:rsidR="00DE2D7F" w:rsidRDefault="00DE2D7F" w:rsidP="00D07B54">
      <w:pPr>
        <w:pStyle w:val="libFootnote"/>
        <w:rPr>
          <w:rtl/>
        </w:rPr>
      </w:pPr>
      <w:r>
        <w:rPr>
          <w:rtl/>
        </w:rPr>
        <w:t>(</w:t>
      </w:r>
      <w:r w:rsidR="00E664BB">
        <w:rPr>
          <w:rtl/>
        </w:rPr>
        <w:t>3</w:t>
      </w:r>
      <w:r>
        <w:rPr>
          <w:rtl/>
        </w:rPr>
        <w:t>) سورہ مومنون آيت</w:t>
      </w:r>
      <w:r w:rsidR="00E664BB">
        <w:rPr>
          <w:rtl/>
        </w:rPr>
        <w:t>37</w:t>
      </w:r>
      <w:r>
        <w:rPr>
          <w:rtl/>
        </w:rPr>
        <w:t xml:space="preserve"> </w:t>
      </w:r>
    </w:p>
    <w:p w:rsidR="00367B5B" w:rsidRDefault="00C2634E" w:rsidP="00D07B54">
      <w:pPr>
        <w:pStyle w:val="libNormal"/>
        <w:rPr>
          <w:rtl/>
        </w:rPr>
      </w:pPr>
      <w:r>
        <w:rPr>
          <w:rtl/>
        </w:rPr>
        <w:br w:type="page"/>
      </w:r>
    </w:p>
    <w:p w:rsidR="00367B5B" w:rsidRDefault="00DE2D7F" w:rsidP="00D07B54">
      <w:pPr>
        <w:pStyle w:val="Heading2Center"/>
        <w:rPr>
          <w:rtl/>
        </w:rPr>
      </w:pPr>
      <w:bookmarkStart w:id="61" w:name="_Toc7268458"/>
      <w:r>
        <w:rPr>
          <w:rtl/>
        </w:rPr>
        <w:lastRenderedPageBreak/>
        <w:t>اے صالح(ع) ہم تم پراميد ركھتے تھے</w:t>
      </w:r>
      <w:bookmarkEnd w:id="61"/>
      <w:r>
        <w:rPr>
          <w:rtl/>
        </w:rPr>
        <w:t xml:space="preserve"> </w:t>
      </w:r>
    </w:p>
    <w:p w:rsidR="00DE2D7F" w:rsidRDefault="00DE2D7F" w:rsidP="00D07B54">
      <w:pPr>
        <w:pStyle w:val="libNormal"/>
        <w:rPr>
          <w:rtl/>
        </w:rPr>
      </w:pPr>
      <w:r>
        <w:rPr>
          <w:rtl/>
        </w:rPr>
        <w:t>انہو</w:t>
      </w:r>
      <w:r w:rsidR="007D6C9B">
        <w:rPr>
          <w:rtl/>
        </w:rPr>
        <w:t xml:space="preserve">ں </w:t>
      </w:r>
      <w:r>
        <w:rPr>
          <w:rtl/>
        </w:rPr>
        <w:t>نے حضرت صالح كو غير موثر بنانے كے لئے يا كم از كم ان كى باتو</w:t>
      </w:r>
      <w:r w:rsidR="007D6C9B">
        <w:rPr>
          <w:rtl/>
        </w:rPr>
        <w:t xml:space="preserve">ں </w:t>
      </w:r>
      <w:r>
        <w:rPr>
          <w:rtl/>
        </w:rPr>
        <w:t>كو بے تاثير كرنے كے لئے ايك نفسياتى حربہ استعمال كيا وہ آپ كو دھوكا دينا چاہتے تھے ، كہنے لگے :''اے صالح اس سے پہلے تو ہمارى اميدو</w:t>
      </w:r>
      <w:r w:rsidR="007D6C9B">
        <w:rPr>
          <w:rtl/>
        </w:rPr>
        <w:t xml:space="preserve">ں </w:t>
      </w:r>
      <w:r>
        <w:rPr>
          <w:rtl/>
        </w:rPr>
        <w:t>كا سرمايہ تھا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مشكلات مي</w:t>
      </w:r>
      <w:r w:rsidR="007D6C9B">
        <w:rPr>
          <w:rtl/>
        </w:rPr>
        <w:t xml:space="preserve">ں </w:t>
      </w:r>
      <w:r>
        <w:rPr>
          <w:rtl/>
        </w:rPr>
        <w:t>ہم تيرى پناہ ليتے تھے، تجھ سے مشورہ كرتے تھے، تيرے عقل وشعور پر ايمان ركھتے تھے، اور تيرى خير خواہى اور ہمدردى مي</w:t>
      </w:r>
      <w:r w:rsidR="007D6C9B">
        <w:rPr>
          <w:rtl/>
        </w:rPr>
        <w:t xml:space="preserve">ں </w:t>
      </w:r>
      <w:r>
        <w:rPr>
          <w:rtl/>
        </w:rPr>
        <w:t>ہمي</w:t>
      </w:r>
      <w:r w:rsidR="007D6C9B">
        <w:rPr>
          <w:rtl/>
        </w:rPr>
        <w:t xml:space="preserve">ں </w:t>
      </w:r>
      <w:r>
        <w:rPr>
          <w:rtl/>
        </w:rPr>
        <w:t xml:space="preserve">ہرگز كوئي شك نہ تھا _ </w:t>
      </w:r>
    </w:p>
    <w:p w:rsidR="00DE2D7F" w:rsidRDefault="00DE2D7F" w:rsidP="00D07B54">
      <w:pPr>
        <w:pStyle w:val="libNormal"/>
        <w:rPr>
          <w:rtl/>
        </w:rPr>
      </w:pPr>
      <w:r>
        <w:rPr>
          <w:rtl/>
        </w:rPr>
        <w:t>ليكن افسوس كہ تم نے ہمارى اميدو</w:t>
      </w:r>
      <w:r w:rsidR="007D6C9B">
        <w:rPr>
          <w:rtl/>
        </w:rPr>
        <w:t xml:space="preserve">ں </w:t>
      </w:r>
      <w:r>
        <w:rPr>
          <w:rtl/>
        </w:rPr>
        <w:t>پر پانى پھيرديا ،دين بت پرستى كى اور ہمارے خدائو</w:t>
      </w:r>
      <w:r w:rsidR="007D6C9B">
        <w:rPr>
          <w:rtl/>
        </w:rPr>
        <w:t xml:space="preserve">ں </w:t>
      </w:r>
      <w:r>
        <w:rPr>
          <w:rtl/>
        </w:rPr>
        <w:t>كى مخالفت كركے كہ جو ہمارے بزرگو</w:t>
      </w:r>
      <w:r w:rsidR="007D6C9B">
        <w:rPr>
          <w:rtl/>
        </w:rPr>
        <w:t xml:space="preserve">ں </w:t>
      </w:r>
      <w:r>
        <w:rPr>
          <w:rtl/>
        </w:rPr>
        <w:t>كا رسم ورواج تھا اور ہمارى قوم كے افتخارات مي</w:t>
      </w:r>
      <w:r w:rsidR="007D6C9B">
        <w:rPr>
          <w:rtl/>
        </w:rPr>
        <w:t xml:space="preserve">ں </w:t>
      </w:r>
      <w:r>
        <w:rPr>
          <w:rtl/>
        </w:rPr>
        <w:t>سے تھا تونے ظاہر كرديا كہ تو بزرگو</w:t>
      </w:r>
      <w:r w:rsidR="007D6C9B">
        <w:rPr>
          <w:rtl/>
        </w:rPr>
        <w:t xml:space="preserve">ں </w:t>
      </w:r>
      <w:r>
        <w:rPr>
          <w:rtl/>
        </w:rPr>
        <w:t>كے احترام كا قائل نہي</w:t>
      </w:r>
      <w:r w:rsidR="007D6C9B">
        <w:rPr>
          <w:rtl/>
        </w:rPr>
        <w:t xml:space="preserve">ں </w:t>
      </w:r>
      <w:r>
        <w:rPr>
          <w:rtl/>
        </w:rPr>
        <w:t>ہے نہ ہمارى عقل پر تمہي</w:t>
      </w:r>
      <w:r w:rsidR="007D6C9B">
        <w:rPr>
          <w:rtl/>
        </w:rPr>
        <w:t xml:space="preserve">ں </w:t>
      </w:r>
      <w:r>
        <w:rPr>
          <w:rtl/>
        </w:rPr>
        <w:t>كوئي اعتماد ہے اور نہ ہى تو ہمارے طور طريقو</w:t>
      </w:r>
      <w:r w:rsidR="007D6C9B">
        <w:rPr>
          <w:rtl/>
        </w:rPr>
        <w:t xml:space="preserve">ں </w:t>
      </w:r>
      <w:r>
        <w:rPr>
          <w:rtl/>
        </w:rPr>
        <w:t>كا حامى ہے _''كيا سچ مچ تو ہمي</w:t>
      </w:r>
      <w:r w:rsidR="007D6C9B">
        <w:rPr>
          <w:rtl/>
        </w:rPr>
        <w:t xml:space="preserve">ں </w:t>
      </w:r>
      <w:r>
        <w:rPr>
          <w:rtl/>
        </w:rPr>
        <w:t>ان كى پرستش سے روك ديناچاہتا ہے جن كى عبادت ہمارے آبائو اجداكيا كرتے تھے_''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367B5B" w:rsidRDefault="00DE2D7F" w:rsidP="00D07B54">
      <w:pPr>
        <w:pStyle w:val="Heading2Center"/>
        <w:rPr>
          <w:rtl/>
        </w:rPr>
      </w:pPr>
      <w:bookmarkStart w:id="62" w:name="_Toc7268459"/>
      <w:r>
        <w:rPr>
          <w:rtl/>
        </w:rPr>
        <w:t>تم كتنے نحس قدم ہو</w:t>
      </w:r>
      <w:bookmarkEnd w:id="62"/>
      <w:r>
        <w:rPr>
          <w:rtl/>
        </w:rPr>
        <w:t xml:space="preserve"> </w:t>
      </w:r>
    </w:p>
    <w:p w:rsidR="00DE2D7F" w:rsidRDefault="00DE2D7F" w:rsidP="00D07B54">
      <w:pPr>
        <w:pStyle w:val="libNormal"/>
        <w:rPr>
          <w:rtl/>
        </w:rPr>
      </w:pPr>
      <w:r>
        <w:rPr>
          <w:rtl/>
        </w:rPr>
        <w:t>بہرحال اس سركش قوم نے اس عظيم پيغمبر كى ہمدردانہ نصيحتو</w:t>
      </w:r>
      <w:r w:rsidR="007D6C9B">
        <w:rPr>
          <w:rtl/>
        </w:rPr>
        <w:t xml:space="preserve">ں </w:t>
      </w:r>
      <w:r>
        <w:rPr>
          <w:rtl/>
        </w:rPr>
        <w:t>كو دل كے كانو</w:t>
      </w:r>
      <w:r w:rsidR="007D6C9B">
        <w:rPr>
          <w:rtl/>
        </w:rPr>
        <w:t xml:space="preserve">ں </w:t>
      </w:r>
      <w:r>
        <w:rPr>
          <w:rtl/>
        </w:rPr>
        <w:t>سے سننے اور ان پر عمل درآمد كرنے كى بجائے واہيات اور بے كار باتو</w:t>
      </w:r>
      <w:r w:rsidR="007D6C9B">
        <w:rPr>
          <w:rtl/>
        </w:rPr>
        <w:t xml:space="preserve">ں </w:t>
      </w:r>
      <w:r>
        <w:rPr>
          <w:rtl/>
        </w:rPr>
        <w:t>كے ذريعے ان كا مقابلہ كرنے كى ٹھان لي، منجملہ اور باتو</w:t>
      </w:r>
      <w:r w:rsidR="007D6C9B">
        <w:rPr>
          <w:rtl/>
        </w:rPr>
        <w:t xml:space="preserve">ں </w:t>
      </w:r>
      <w:r>
        <w:rPr>
          <w:rtl/>
        </w:rPr>
        <w:t>كے انھو</w:t>
      </w:r>
      <w:r w:rsidR="007D6C9B">
        <w:rPr>
          <w:rtl/>
        </w:rPr>
        <w:t xml:space="preserve">ں </w:t>
      </w:r>
      <w:r>
        <w:rPr>
          <w:rtl/>
        </w:rPr>
        <w:t>نے كہا:'' ہم تمھي</w:t>
      </w:r>
      <w:r w:rsidR="007D6C9B">
        <w:rPr>
          <w:rtl/>
        </w:rPr>
        <w:t xml:space="preserve">ں </w:t>
      </w:r>
      <w:r>
        <w:rPr>
          <w:rtl/>
        </w:rPr>
        <w:t>اور جو لوگ تمہارے ساتھ ہي</w:t>
      </w:r>
      <w:r w:rsidR="007D6C9B">
        <w:rPr>
          <w:rtl/>
        </w:rPr>
        <w:t xml:space="preserve">ں </w:t>
      </w:r>
      <w:r>
        <w:rPr>
          <w:rtl/>
        </w:rPr>
        <w:t>سب كو ايك برى فال سمجھتے ہي</w:t>
      </w:r>
      <w:r w:rsidR="007D6C9B">
        <w:rPr>
          <w:rtl/>
        </w:rPr>
        <w:t xml:space="preserve">ں </w:t>
      </w:r>
      <w:r>
        <w:rPr>
          <w:rtl/>
        </w:rPr>
        <w:t>''_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معلوم ايسا ہوتا ہے كہ وہ سال خشك سالى اور قحط سالى كا تھا اسى لئے وہ صالح عليہ السلام سے كہنے لگے: ''كہ يہ سب كچھ تمہارے اور تمہارے ساتھيو</w:t>
      </w:r>
      <w:r w:rsidR="007D6C9B">
        <w:rPr>
          <w:rtl/>
        </w:rPr>
        <w:t xml:space="preserve">ں </w:t>
      </w:r>
      <w:r>
        <w:rPr>
          <w:rtl/>
        </w:rPr>
        <w:t>كے نامبارك قدمو</w:t>
      </w:r>
      <w:r w:rsidR="007D6C9B">
        <w:rPr>
          <w:rtl/>
        </w:rPr>
        <w:t xml:space="preserve">ں </w:t>
      </w:r>
      <w:r>
        <w:rPr>
          <w:rtl/>
        </w:rPr>
        <w:t xml:space="preserve">كى بدولت ہوا ہے ''_تم منحوس لوگ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ہودآيت</w:t>
      </w:r>
      <w:r w:rsidR="00E664BB">
        <w:rPr>
          <w:rtl/>
        </w:rPr>
        <w:t>62</w:t>
      </w:r>
      <w:r>
        <w:rPr>
          <w:rtl/>
        </w:rPr>
        <w:t xml:space="preserve"> </w:t>
      </w:r>
    </w:p>
    <w:p w:rsidR="00DE2D7F" w:rsidRDefault="00DE2D7F" w:rsidP="00D07B54">
      <w:pPr>
        <w:pStyle w:val="libFootnote"/>
        <w:rPr>
          <w:rtl/>
        </w:rPr>
      </w:pPr>
      <w:r>
        <w:rPr>
          <w:rtl/>
        </w:rPr>
        <w:t>(</w:t>
      </w:r>
      <w:r w:rsidR="00E664BB">
        <w:rPr>
          <w:rtl/>
        </w:rPr>
        <w:t>2</w:t>
      </w:r>
      <w:r>
        <w:rPr>
          <w:rtl/>
        </w:rPr>
        <w:t xml:space="preserve">) سورہ ہودآيت </w:t>
      </w:r>
      <w:r w:rsidR="00E664BB">
        <w:rPr>
          <w:rtl/>
        </w:rPr>
        <w:t>62</w:t>
      </w:r>
      <w:r>
        <w:rPr>
          <w:rtl/>
        </w:rPr>
        <w:t xml:space="preserve"> </w:t>
      </w:r>
    </w:p>
    <w:p w:rsidR="00DE2D7F" w:rsidRDefault="00DE2D7F" w:rsidP="00D07B54">
      <w:pPr>
        <w:pStyle w:val="libFootnote"/>
        <w:rPr>
          <w:rtl/>
        </w:rPr>
      </w:pPr>
      <w:r>
        <w:rPr>
          <w:rtl/>
        </w:rPr>
        <w:t>(</w:t>
      </w:r>
      <w:r w:rsidR="00E664BB">
        <w:rPr>
          <w:rtl/>
        </w:rPr>
        <w:t>3</w:t>
      </w:r>
      <w:r>
        <w:rPr>
          <w:rtl/>
        </w:rPr>
        <w:t xml:space="preserve">) سورہ نمل آيت </w:t>
      </w:r>
      <w:r w:rsidR="00E664BB">
        <w:rPr>
          <w:rtl/>
        </w:rPr>
        <w:t>47</w:t>
      </w:r>
      <w:r>
        <w:rPr>
          <w:rtl/>
        </w:rPr>
        <w:t xml:space="preserve"> </w:t>
      </w:r>
    </w:p>
    <w:p w:rsidR="00367B5B" w:rsidRDefault="001648F9" w:rsidP="00D07B54">
      <w:pPr>
        <w:pStyle w:val="libNormal"/>
        <w:rPr>
          <w:rtl/>
        </w:rPr>
      </w:pPr>
      <w:r>
        <w:rPr>
          <w:rtl/>
        </w:rPr>
        <w:t xml:space="preserve"> </w:t>
      </w:r>
      <w:r>
        <w:rPr>
          <w:rtl/>
        </w:rPr>
        <w:br w:type="page"/>
      </w:r>
    </w:p>
    <w:p w:rsidR="00367B5B" w:rsidRDefault="00367B5B" w:rsidP="00D07B54">
      <w:pPr>
        <w:pStyle w:val="libNormal"/>
        <w:rPr>
          <w:rtl/>
        </w:rPr>
      </w:pPr>
    </w:p>
    <w:p w:rsidR="00DE2D7F" w:rsidRDefault="00DE2D7F" w:rsidP="00D07B54">
      <w:pPr>
        <w:pStyle w:val="libNormal"/>
        <w:rPr>
          <w:rtl/>
        </w:rPr>
      </w:pPr>
      <w:r>
        <w:rPr>
          <w:rtl/>
        </w:rPr>
        <w:t>ہو، ہمارے معاشرے مي</w:t>
      </w:r>
      <w:r w:rsidR="007D6C9B">
        <w:rPr>
          <w:rtl/>
        </w:rPr>
        <w:t xml:space="preserve">ں </w:t>
      </w:r>
      <w:r>
        <w:rPr>
          <w:rtl/>
        </w:rPr>
        <w:t>تم ہى بد بختى اور نحوست لائے ہو ،وہ برى فال كو اس بہانے سے جو درحقيقت بے كار اور شرير لوگو</w:t>
      </w:r>
      <w:r w:rsidR="007D6C9B">
        <w:rPr>
          <w:rtl/>
        </w:rPr>
        <w:t xml:space="preserve">ں </w:t>
      </w:r>
      <w:r>
        <w:rPr>
          <w:rtl/>
        </w:rPr>
        <w:t xml:space="preserve">كا بہانہ ہوتا ہے ،جناب صالح عليہ السلام كے بہترين دلائل كو كمزور كرنا چاہتے تھے _ </w:t>
      </w:r>
    </w:p>
    <w:p w:rsidR="00DE2D7F" w:rsidRDefault="00DE2D7F" w:rsidP="00D07B54">
      <w:pPr>
        <w:pStyle w:val="libNormal"/>
        <w:rPr>
          <w:rtl/>
        </w:rPr>
      </w:pPr>
      <w:r>
        <w:rPr>
          <w:rtl/>
        </w:rPr>
        <w:t>ليكن جناب صال(ع) ح نے جواب مي</w:t>
      </w:r>
      <w:r w:rsidR="007D6C9B">
        <w:rPr>
          <w:rtl/>
        </w:rPr>
        <w:t xml:space="preserve">ں </w:t>
      </w:r>
      <w:r>
        <w:rPr>
          <w:rtl/>
        </w:rPr>
        <w:t>كہا : ''برى فال ( اور تمہارا نصيب )تو خدا كے پاس ہى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اسى نے تمہارے اعمال كى وجہ سے تمہي</w:t>
      </w:r>
      <w:r w:rsidR="007D6C9B">
        <w:rPr>
          <w:rtl/>
        </w:rPr>
        <w:t xml:space="preserve">ں </w:t>
      </w:r>
      <w:r>
        <w:rPr>
          <w:rtl/>
        </w:rPr>
        <w:t>ان مصائب مي</w:t>
      </w:r>
      <w:r w:rsidR="007D6C9B">
        <w:rPr>
          <w:rtl/>
        </w:rPr>
        <w:t xml:space="preserve">ں </w:t>
      </w:r>
      <w:r>
        <w:rPr>
          <w:rtl/>
        </w:rPr>
        <w:t>ڈال ديا ہے اور تمہارے اعمال ہى تمہارى اس سزا كا سبب بنے ہي</w:t>
      </w:r>
      <w:r w:rsidR="007D6C9B">
        <w:rPr>
          <w:rtl/>
        </w:rPr>
        <w:t xml:space="preserve">ں </w:t>
      </w:r>
      <w:r>
        <w:rPr>
          <w:rtl/>
        </w:rPr>
        <w:t xml:space="preserve">_ </w:t>
      </w:r>
    </w:p>
    <w:p w:rsidR="00DE2D7F" w:rsidRDefault="00DE2D7F" w:rsidP="00D07B54">
      <w:pPr>
        <w:pStyle w:val="libNormal"/>
        <w:rPr>
          <w:rtl/>
        </w:rPr>
      </w:pPr>
      <w:r>
        <w:rPr>
          <w:rtl/>
        </w:rPr>
        <w:t>در حقيقت تمہارے لئے يہ خدا كى ايك عظيم آزما</w:t>
      </w:r>
      <w:r w:rsidR="00091C36">
        <w:rPr>
          <w:rtl/>
        </w:rPr>
        <w:t xml:space="preserve">ئش </w:t>
      </w:r>
      <w:r>
        <w:rPr>
          <w:rtl/>
        </w:rPr>
        <w:t xml:space="preserve"> ہے جى ہا</w:t>
      </w:r>
      <w:r w:rsidR="007D6C9B">
        <w:rPr>
          <w:rtl/>
        </w:rPr>
        <w:t xml:space="preserve">ں </w:t>
      </w:r>
      <w:r>
        <w:rPr>
          <w:rtl/>
        </w:rPr>
        <w:t>:'' تم ہى ايسے لوگ ہو جن كى آزما</w:t>
      </w:r>
      <w:r w:rsidR="00091C36">
        <w:rPr>
          <w:rtl/>
        </w:rPr>
        <w:t xml:space="preserve">ئش </w:t>
      </w:r>
      <w:r>
        <w:rPr>
          <w:rtl/>
        </w:rPr>
        <w:t xml:space="preserve"> كى جائے گى ''_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خدا كى آزما</w:t>
      </w:r>
      <w:r w:rsidR="00091C36">
        <w:rPr>
          <w:rtl/>
        </w:rPr>
        <w:t xml:space="preserve">ئش </w:t>
      </w:r>
      <w:r>
        <w:rPr>
          <w:rtl/>
        </w:rPr>
        <w:t xml:space="preserve"> ہوتى ہے اور خبردار كرنے والى چيزي</w:t>
      </w:r>
      <w:r w:rsidR="007D6C9B">
        <w:rPr>
          <w:rtl/>
        </w:rPr>
        <w:t xml:space="preserve">ں </w:t>
      </w:r>
      <w:r>
        <w:rPr>
          <w:rtl/>
        </w:rPr>
        <w:t>ہوتى ہي</w:t>
      </w:r>
      <w:r w:rsidR="007D6C9B">
        <w:rPr>
          <w:rtl/>
        </w:rPr>
        <w:t xml:space="preserve">ں </w:t>
      </w:r>
      <w:r>
        <w:rPr>
          <w:rtl/>
        </w:rPr>
        <w:t>تاكہ جو لوگ سنبھل جانے كى صلاحيت ركھتے ہي</w:t>
      </w:r>
      <w:r w:rsidR="007D6C9B">
        <w:rPr>
          <w:rtl/>
        </w:rPr>
        <w:t xml:space="preserve">ں </w:t>
      </w:r>
      <w:r>
        <w:rPr>
          <w:rtl/>
        </w:rPr>
        <w:t>وہ سنبھل جائي</w:t>
      </w:r>
      <w:r w:rsidR="007D6C9B">
        <w:rPr>
          <w:rtl/>
        </w:rPr>
        <w:t xml:space="preserve">ں </w:t>
      </w:r>
      <w:r>
        <w:rPr>
          <w:rtl/>
        </w:rPr>
        <w:t>، خواب غفلت سے بيدار ہوجائي</w:t>
      </w:r>
      <w:r w:rsidR="007D6C9B">
        <w:rPr>
          <w:rtl/>
        </w:rPr>
        <w:t xml:space="preserve">ں </w:t>
      </w:r>
      <w:r>
        <w:rPr>
          <w:rtl/>
        </w:rPr>
        <w:t>، غلط راستے كو چھوڑكر خدائي راستے كو اختيار كرلي</w:t>
      </w:r>
      <w:r w:rsidR="007D6C9B">
        <w:rPr>
          <w:rtl/>
        </w:rPr>
        <w:t xml:space="preserve">ں </w:t>
      </w:r>
      <w:r>
        <w:rPr>
          <w:rtl/>
        </w:rPr>
        <w:t xml:space="preserve">_ </w:t>
      </w:r>
    </w:p>
    <w:p w:rsidR="00DE2D7F" w:rsidRDefault="00DE2D7F" w:rsidP="00D07B54">
      <w:pPr>
        <w:pStyle w:val="libNormal"/>
        <w:rPr>
          <w:rtl/>
        </w:rPr>
      </w:pPr>
    </w:p>
    <w:p w:rsidR="00367B5B" w:rsidRDefault="00DE2D7F" w:rsidP="00D07B54">
      <w:pPr>
        <w:pStyle w:val="Heading2Center"/>
        <w:rPr>
          <w:rtl/>
        </w:rPr>
      </w:pPr>
      <w:bookmarkStart w:id="63" w:name="_Toc7268460"/>
      <w:r>
        <w:rPr>
          <w:rtl/>
        </w:rPr>
        <w:t>ناقہ صالح(ع)</w:t>
      </w:r>
      <w:bookmarkEnd w:id="63"/>
    </w:p>
    <w:p w:rsidR="00DE2D7F" w:rsidRDefault="00DE2D7F" w:rsidP="00D07B54">
      <w:pPr>
        <w:pStyle w:val="libNormal"/>
        <w:rPr>
          <w:rtl/>
        </w:rPr>
      </w:pPr>
      <w:r>
        <w:rPr>
          <w:rtl/>
        </w:rPr>
        <w:t xml:space="preserve"> اس كے بعد آپ نے اپنى دعوت كى حقانيت كے لئے معجزے اور نشانى كى نشاندہى كى ،ايسى نشانى جو انسانى قدرت سے ماورا ہے اور صرف قدرت الہى كے سہارے پيش كى گئي ہے ان سے كہا :''اے ميرى قوم : يہ ناقہ الہى تمہارے لئے آيت اور نشانى ہے ''اسے چھوڑدو كہ يہ بيابانو</w:t>
      </w:r>
      <w:r w:rsidR="007D6C9B">
        <w:rPr>
          <w:rtl/>
        </w:rPr>
        <w:t xml:space="preserve">ں </w:t>
      </w:r>
      <w:r>
        <w:rPr>
          <w:rtl/>
        </w:rPr>
        <w:t>چراگاہو</w:t>
      </w:r>
      <w:r w:rsidR="007D6C9B">
        <w:rPr>
          <w:rtl/>
        </w:rPr>
        <w:t xml:space="preserve">ں </w:t>
      </w:r>
      <w:r>
        <w:rPr>
          <w:rtl/>
        </w:rPr>
        <w:t>مي</w:t>
      </w:r>
      <w:r w:rsidR="007D6C9B">
        <w:rPr>
          <w:rtl/>
        </w:rPr>
        <w:t xml:space="preserve">ں </w:t>
      </w:r>
      <w:r>
        <w:rPr>
          <w:rtl/>
        </w:rPr>
        <w:t>گھاس پھوس كھائے''، ''اوراسے ہر گز كوئي تكليف نہ پہنچانا اگر ايسا كروگے تو فورا تمہي</w:t>
      </w:r>
      <w:r w:rsidR="007D6C9B">
        <w:rPr>
          <w:rtl/>
        </w:rPr>
        <w:t xml:space="preserve">ں </w:t>
      </w:r>
      <w:r>
        <w:rPr>
          <w:rtl/>
        </w:rPr>
        <w:t>درناك عذاب الہى گھيرلے گا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لغت مي</w:t>
      </w:r>
      <w:r w:rsidR="007D6C9B">
        <w:rPr>
          <w:rtl/>
        </w:rPr>
        <w:t xml:space="preserve">ں </w:t>
      </w:r>
      <w:r>
        <w:rPr>
          <w:rtl/>
        </w:rPr>
        <w:t>'' ناقة'' اونٹنى كے معنى مي</w:t>
      </w:r>
      <w:r w:rsidR="007D6C9B">
        <w:rPr>
          <w:rtl/>
        </w:rPr>
        <w:t xml:space="preserve">ں </w:t>
      </w:r>
      <w:r>
        <w:rPr>
          <w:rtl/>
        </w:rPr>
        <w:t>ہے _ يہا</w:t>
      </w:r>
      <w:r w:rsidR="007D6C9B">
        <w:rPr>
          <w:rtl/>
        </w:rPr>
        <w:t xml:space="preserve">ں </w:t>
      </w:r>
      <w:r>
        <w:rPr>
          <w:rtl/>
        </w:rPr>
        <w:t>قرآن اور مي</w:t>
      </w:r>
      <w:r w:rsidR="007D6C9B">
        <w:rPr>
          <w:rtl/>
        </w:rPr>
        <w:t xml:space="preserve">ں </w:t>
      </w:r>
      <w:r>
        <w:rPr>
          <w:rtl/>
        </w:rPr>
        <w:t>يہا</w:t>
      </w:r>
      <w:r w:rsidR="007D6C9B">
        <w:rPr>
          <w:rtl/>
        </w:rPr>
        <w:t xml:space="preserve">ں </w:t>
      </w:r>
      <w:r>
        <w:rPr>
          <w:rtl/>
        </w:rPr>
        <w:t>اور قران كى بعض ديگر آيات مي</w:t>
      </w:r>
      <w:r w:rsidR="007D6C9B">
        <w:rPr>
          <w:rtl/>
        </w:rPr>
        <w:t xml:space="preserve">ں </w:t>
      </w:r>
      <w:r>
        <w:rPr>
          <w:rtl/>
        </w:rPr>
        <w:t xml:space="preserve">اس كى اضافت خدا كى طرف سے كى گئي ہے يہ امر نشاندہى كرتاہے كہ يہ اونٹنى كچھ خصوصيات ركھتى تھي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نمل آيت </w:t>
      </w:r>
      <w:r w:rsidR="00E664BB">
        <w:rPr>
          <w:rtl/>
        </w:rPr>
        <w:t>47</w:t>
      </w:r>
      <w:r>
        <w:rPr>
          <w:rtl/>
        </w:rPr>
        <w:t xml:space="preserve"> </w:t>
      </w:r>
    </w:p>
    <w:p w:rsidR="00DE2D7F" w:rsidRDefault="00DE2D7F" w:rsidP="00D07B54">
      <w:pPr>
        <w:pStyle w:val="libFootnote"/>
        <w:rPr>
          <w:rtl/>
        </w:rPr>
      </w:pPr>
      <w:r>
        <w:rPr>
          <w:rtl/>
        </w:rPr>
        <w:t>(</w:t>
      </w:r>
      <w:r w:rsidR="00E664BB">
        <w:rPr>
          <w:rtl/>
        </w:rPr>
        <w:t>2</w:t>
      </w:r>
      <w:r>
        <w:rPr>
          <w:rtl/>
        </w:rPr>
        <w:t>) سورہ نمل آيت</w:t>
      </w:r>
      <w:r w:rsidR="00E664BB">
        <w:rPr>
          <w:rtl/>
        </w:rPr>
        <w:t>47</w:t>
      </w:r>
      <w:r>
        <w:rPr>
          <w:rtl/>
        </w:rPr>
        <w:t xml:space="preserve"> </w:t>
      </w:r>
    </w:p>
    <w:p w:rsidR="00DE2D7F" w:rsidRDefault="00DE2D7F" w:rsidP="00D07B54">
      <w:pPr>
        <w:pStyle w:val="libFootnote"/>
        <w:rPr>
          <w:rtl/>
        </w:rPr>
      </w:pPr>
      <w:r>
        <w:rPr>
          <w:rtl/>
        </w:rPr>
        <w:t>(</w:t>
      </w:r>
      <w:r w:rsidR="00E664BB">
        <w:rPr>
          <w:rtl/>
        </w:rPr>
        <w:t>3</w:t>
      </w:r>
      <w:r>
        <w:rPr>
          <w:rtl/>
        </w:rPr>
        <w:t xml:space="preserve">)سورہ ہود ايت </w:t>
      </w:r>
      <w:r w:rsidR="00E664BB">
        <w:rPr>
          <w:rtl/>
        </w:rPr>
        <w:t>64</w:t>
      </w:r>
      <w:r>
        <w:rPr>
          <w:rtl/>
        </w:rPr>
        <w:t xml:space="preserve"> </w:t>
      </w:r>
    </w:p>
    <w:p w:rsidR="00367B5B" w:rsidRDefault="001648F9" w:rsidP="00D07B54">
      <w:pPr>
        <w:pStyle w:val="libNormal"/>
        <w:rPr>
          <w:rtl/>
        </w:rPr>
      </w:pPr>
      <w:r>
        <w:rPr>
          <w:rtl/>
        </w:rPr>
        <w:t xml:space="preserve"> </w:t>
      </w:r>
      <w:r>
        <w:rPr>
          <w:rtl/>
        </w:rPr>
        <w:br w:type="page"/>
      </w:r>
    </w:p>
    <w:p w:rsidR="00367B5B" w:rsidRDefault="00367B5B" w:rsidP="00D07B54">
      <w:pPr>
        <w:pStyle w:val="libNormal"/>
        <w:rPr>
          <w:rtl/>
        </w:rPr>
      </w:pPr>
    </w:p>
    <w:p w:rsidR="00DE2D7F" w:rsidRDefault="00DE2D7F" w:rsidP="00D07B54">
      <w:pPr>
        <w:pStyle w:val="libNormal"/>
        <w:rPr>
          <w:rtl/>
        </w:rPr>
      </w:pPr>
      <w:r>
        <w:rPr>
          <w:rtl/>
        </w:rPr>
        <w:t>اس طرف توجہ كرتے ہوئے كہ يہا</w:t>
      </w:r>
      <w:r w:rsidR="007D6C9B">
        <w:rPr>
          <w:rtl/>
        </w:rPr>
        <w:t xml:space="preserve">ں </w:t>
      </w:r>
      <w:r>
        <w:rPr>
          <w:rtl/>
        </w:rPr>
        <w:t>پر اس كا ذكر آيت الہى اور دليل حقانيت كے طور پر آيا ہے، واضح ہوجاتاہے كہ يہ اونٹنى ايك عام اونٹنى نہ تھى اور ايك حوالے سے يا كئي حوالو</w:t>
      </w:r>
      <w:r w:rsidR="007D6C9B">
        <w:rPr>
          <w:rtl/>
        </w:rPr>
        <w:t xml:space="preserve">ں </w:t>
      </w:r>
      <w:r>
        <w:rPr>
          <w:rtl/>
        </w:rPr>
        <w:t>سے معجزہ كے طور پر تھى ليكن قرآن مي</w:t>
      </w:r>
      <w:r w:rsidR="007D6C9B">
        <w:rPr>
          <w:rtl/>
        </w:rPr>
        <w:t xml:space="preserve">ں </w:t>
      </w:r>
      <w:r>
        <w:rPr>
          <w:rtl/>
        </w:rPr>
        <w:t>يہ مسئلہ تفصيل كے ساتھ نہي</w:t>
      </w:r>
      <w:r w:rsidR="007D6C9B">
        <w:rPr>
          <w:rtl/>
        </w:rPr>
        <w:t xml:space="preserve">ں </w:t>
      </w:r>
      <w:r>
        <w:rPr>
          <w:rtl/>
        </w:rPr>
        <w:t>آيا كہ اس ناقہ كى خصوصيات كيا تھي</w:t>
      </w:r>
      <w:r w:rsidR="007D6C9B">
        <w:rPr>
          <w:rtl/>
        </w:rPr>
        <w:t xml:space="preserve">ں </w:t>
      </w:r>
      <w:r>
        <w:rPr>
          <w:rtl/>
        </w:rPr>
        <w:t>اس قدر معلوم ہوتا ہے كہ يہ كوئي عام اونٹنى نہ تھى _ بس يہى ايك چيز قرآن مي</w:t>
      </w:r>
      <w:r w:rsidR="007D6C9B">
        <w:rPr>
          <w:rtl/>
        </w:rPr>
        <w:t xml:space="preserve">ں </w:t>
      </w:r>
      <w:r>
        <w:rPr>
          <w:rtl/>
        </w:rPr>
        <w:t>دو مواقع پر موجود ہے كہ حضرت صالح(ع) نے اس ناقہ كے بارے مي</w:t>
      </w:r>
      <w:r w:rsidR="007D6C9B">
        <w:rPr>
          <w:rtl/>
        </w:rPr>
        <w:t xml:space="preserve">ں </w:t>
      </w:r>
      <w:r>
        <w:rPr>
          <w:rtl/>
        </w:rPr>
        <w:t>اپنى قوم كو بتايا كہ اس علاقے مي</w:t>
      </w:r>
      <w:r w:rsidR="007D6C9B">
        <w:rPr>
          <w:rtl/>
        </w:rPr>
        <w:t xml:space="preserve">ں </w:t>
      </w:r>
      <w:r>
        <w:rPr>
          <w:rtl/>
        </w:rPr>
        <w:t>پانى كى تقسيم ہونا چاہئے ايك دن پانى ناقہ كا حصہ ہے اور ايك دن لوگو</w:t>
      </w:r>
      <w:r w:rsidR="007D6C9B">
        <w:rPr>
          <w:rtl/>
        </w:rPr>
        <w:t xml:space="preserve">ں </w:t>
      </w:r>
      <w:r>
        <w:rPr>
          <w:rtl/>
        </w:rPr>
        <w:t>كا''_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ليكن يہ بات پورى طرح مشخص نہي</w:t>
      </w:r>
      <w:r w:rsidR="007D6C9B">
        <w:rPr>
          <w:rtl/>
        </w:rPr>
        <w:t xml:space="preserve">ں </w:t>
      </w:r>
      <w:r>
        <w:rPr>
          <w:rtl/>
        </w:rPr>
        <w:t xml:space="preserve">ہوسكى كہ پانى كى يہ تقسيم كس طرح خارق العادت تھى ايك احتمال يہ ہے كہ وہ اوٹنى بہت زيادہ پانى پيتى تھى اس طرح چشمہ كا تمام پانى اس كے لئے مخصوص ہوجاتا دوسرا احتمال يہ ہے كہ جس وقت وہ پانى پينے كے لئے آتى تو دوسر ے جانورپانى پينے كى جگہ پر آنے كى جرا ت نہ كرتے _ </w:t>
      </w:r>
    </w:p>
    <w:p w:rsidR="00DE2D7F" w:rsidRDefault="00DE2D7F" w:rsidP="00D07B54">
      <w:pPr>
        <w:pStyle w:val="libNormal"/>
        <w:rPr>
          <w:rtl/>
        </w:rPr>
      </w:pPr>
      <w:r>
        <w:rPr>
          <w:rtl/>
        </w:rPr>
        <w:t>ايك سوال يہ ہے كہ يہ جانور تمام پانى سے كس طرح استفادہ كرتا تھا اس سلسلے مي</w:t>
      </w:r>
      <w:r w:rsidR="007D6C9B">
        <w:rPr>
          <w:rtl/>
        </w:rPr>
        <w:t xml:space="preserve">ں </w:t>
      </w:r>
      <w:r>
        <w:rPr>
          <w:rtl/>
        </w:rPr>
        <w:t>يہ احتمال ہے كہ اس بستى كا پانى كم مقدار مي</w:t>
      </w:r>
      <w:r w:rsidR="007D6C9B">
        <w:rPr>
          <w:rtl/>
        </w:rPr>
        <w:t xml:space="preserve">ں </w:t>
      </w:r>
      <w:r>
        <w:rPr>
          <w:rtl/>
        </w:rPr>
        <w:t>ہو جيسے بعض بستيو</w:t>
      </w:r>
      <w:r w:rsidR="007D6C9B">
        <w:rPr>
          <w:rtl/>
        </w:rPr>
        <w:t xml:space="preserve">ں </w:t>
      </w:r>
      <w:r>
        <w:rPr>
          <w:rtl/>
        </w:rPr>
        <w:t>مي</w:t>
      </w:r>
      <w:r w:rsidR="007D6C9B">
        <w:rPr>
          <w:rtl/>
        </w:rPr>
        <w:t xml:space="preserve">ں </w:t>
      </w:r>
      <w:r>
        <w:rPr>
          <w:rtl/>
        </w:rPr>
        <w:t>ايك ہى چھوٹا سا چشمہ ہوتا ہے اور بستى والے مجبور ہوتے ہي</w:t>
      </w:r>
      <w:r w:rsidR="007D6C9B">
        <w:rPr>
          <w:rtl/>
        </w:rPr>
        <w:t xml:space="preserve">ں </w:t>
      </w:r>
      <w:r>
        <w:rPr>
          <w:rtl/>
        </w:rPr>
        <w:t>كہ دن بھر كا پانى ايك گڑھے مي</w:t>
      </w:r>
      <w:r w:rsidR="007D6C9B">
        <w:rPr>
          <w:rtl/>
        </w:rPr>
        <w:t xml:space="preserve">ں </w:t>
      </w:r>
      <w:r>
        <w:rPr>
          <w:rtl/>
        </w:rPr>
        <w:t>ا كٹھاكري</w:t>
      </w:r>
      <w:r w:rsidR="007D6C9B">
        <w:rPr>
          <w:rtl/>
        </w:rPr>
        <w:t xml:space="preserve">ں </w:t>
      </w:r>
      <w:r>
        <w:rPr>
          <w:rtl/>
        </w:rPr>
        <w:t xml:space="preserve">تاكہ كچھ مقدار جمع ہوجائے اور اسے استعمال كيا جاسكے _ </w:t>
      </w:r>
    </w:p>
    <w:p w:rsidR="00DE2D7F" w:rsidRDefault="00DE2D7F" w:rsidP="00D07B54">
      <w:pPr>
        <w:pStyle w:val="libNormal"/>
        <w:rPr>
          <w:rtl/>
        </w:rPr>
      </w:pPr>
      <w:r>
        <w:rPr>
          <w:rtl/>
        </w:rPr>
        <w:t>ليكن دوسرى طرف قران كى بعض آيات سے معلوم ہوتا ہے كہ'' قوم ثمود تھوڑے پانى والے علاقے مي</w:t>
      </w:r>
      <w:r w:rsidR="007D6C9B">
        <w:rPr>
          <w:rtl/>
        </w:rPr>
        <w:t xml:space="preserve">ں </w:t>
      </w:r>
      <w:r>
        <w:rPr>
          <w:rtl/>
        </w:rPr>
        <w:t>زندگى بسر نہي</w:t>
      </w:r>
      <w:r w:rsidR="007D6C9B">
        <w:rPr>
          <w:rtl/>
        </w:rPr>
        <w:t xml:space="preserve">ں </w:t>
      </w:r>
      <w:r>
        <w:rPr>
          <w:rtl/>
        </w:rPr>
        <w:t>كرتى تھى بلكہ وہ لوگ تو باغو</w:t>
      </w:r>
      <w:r w:rsidR="007D6C9B">
        <w:rPr>
          <w:rtl/>
        </w:rPr>
        <w:t xml:space="preserve">ں </w:t>
      </w:r>
      <w:r>
        <w:rPr>
          <w:rtl/>
        </w:rPr>
        <w:t>، چشمو</w:t>
      </w:r>
      <w:r w:rsidR="007D6C9B">
        <w:rPr>
          <w:rtl/>
        </w:rPr>
        <w:t xml:space="preserve">ں </w:t>
      </w:r>
      <w:r>
        <w:rPr>
          <w:rtl/>
        </w:rPr>
        <w:t>،كھيتو</w:t>
      </w:r>
      <w:r w:rsidR="007D6C9B">
        <w:rPr>
          <w:rtl/>
        </w:rPr>
        <w:t xml:space="preserve">ں </w:t>
      </w:r>
      <w:r>
        <w:rPr>
          <w:rtl/>
        </w:rPr>
        <w:t xml:space="preserve">اور نخلستان كے مالك تھے''_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بہرحال جيسا كہ ہم نے كہا ہے كہ ناقہ صالح كے بارے مي</w:t>
      </w:r>
      <w:r w:rsidR="007D6C9B">
        <w:rPr>
          <w:rtl/>
        </w:rPr>
        <w:t xml:space="preserve">ں </w:t>
      </w:r>
      <w:r>
        <w:rPr>
          <w:rtl/>
        </w:rPr>
        <w:t xml:space="preserve">اس مسئلہ پر قرآن نے اجمالا ذكر كيا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w:t>
      </w:r>
      <w:r w:rsidR="00421A14" w:rsidRPr="00421A14">
        <w:rPr>
          <w:rStyle w:val="libFootnoteAieChar"/>
          <w:rFonts w:hint="cs"/>
          <w:rtl/>
        </w:rPr>
        <w:t>ه</w:t>
      </w:r>
      <w:r w:rsidRPr="00421A14">
        <w:rPr>
          <w:rStyle w:val="libFootnoteAieChar"/>
          <w:rFonts w:hint="cs"/>
          <w:rtl/>
        </w:rPr>
        <w:t>ذ</w:t>
      </w:r>
      <w:r w:rsidR="00421A14" w:rsidRPr="00421A14">
        <w:rPr>
          <w:rStyle w:val="libFootnoteAieChar"/>
          <w:rFonts w:hint="cs"/>
          <w:rtl/>
        </w:rPr>
        <w:t>ه</w:t>
      </w:r>
      <w:r w:rsidRPr="00B44E29">
        <w:rPr>
          <w:rStyle w:val="libFootnoteAieChar"/>
          <w:rtl/>
        </w:rPr>
        <w:t xml:space="preserve"> </w:t>
      </w:r>
      <w:r w:rsidRPr="00421A14">
        <w:rPr>
          <w:rStyle w:val="libFootnoteAieChar"/>
          <w:rFonts w:hint="cs"/>
          <w:rtl/>
        </w:rPr>
        <w:t>ناقة</w:t>
      </w:r>
      <w:r w:rsidRPr="00B44E29">
        <w:rPr>
          <w:rStyle w:val="libFootnoteAieChar"/>
          <w:rtl/>
        </w:rPr>
        <w:t xml:space="preserve"> </w:t>
      </w:r>
      <w:r w:rsidRPr="00421A14">
        <w:rPr>
          <w:rStyle w:val="libFootnoteAieChar"/>
          <w:rFonts w:hint="cs"/>
          <w:rtl/>
        </w:rPr>
        <w:t>ل</w:t>
      </w:r>
      <w:r w:rsidR="00421A14" w:rsidRPr="00421A14">
        <w:rPr>
          <w:rStyle w:val="libFootnoteAieChar"/>
          <w:rFonts w:hint="cs"/>
          <w:rtl/>
        </w:rPr>
        <w:t>ه</w:t>
      </w:r>
      <w:r w:rsidRPr="00421A14">
        <w:rPr>
          <w:rStyle w:val="libFootnoteAieChar"/>
          <w:rFonts w:hint="cs"/>
          <w:rtl/>
        </w:rPr>
        <w:t>ا</w:t>
      </w:r>
      <w:r w:rsidRPr="00B44E29">
        <w:rPr>
          <w:rStyle w:val="libFootnoteAieChar"/>
          <w:rtl/>
        </w:rPr>
        <w:t xml:space="preserve"> </w:t>
      </w:r>
      <w:r w:rsidRPr="00421A14">
        <w:rPr>
          <w:rStyle w:val="libFootnoteAieChar"/>
          <w:rFonts w:hint="cs"/>
          <w:rtl/>
        </w:rPr>
        <w:t>شرب</w:t>
      </w:r>
      <w:r w:rsidRPr="00B44E29">
        <w:rPr>
          <w:rStyle w:val="libFootnoteAieChar"/>
          <w:rtl/>
        </w:rPr>
        <w:t xml:space="preserve"> </w:t>
      </w:r>
      <w:r w:rsidRPr="00421A14">
        <w:rPr>
          <w:rStyle w:val="libFootnoteAieChar"/>
          <w:rFonts w:hint="cs"/>
          <w:rtl/>
        </w:rPr>
        <w:t>ولكم</w:t>
      </w:r>
      <w:r w:rsidRPr="00B44E29">
        <w:rPr>
          <w:rStyle w:val="libFootnoteAieChar"/>
          <w:rtl/>
        </w:rPr>
        <w:t xml:space="preserve"> </w:t>
      </w:r>
      <w:r w:rsidRPr="00421A14">
        <w:rPr>
          <w:rStyle w:val="libFootnoteAieChar"/>
          <w:rFonts w:hint="cs"/>
          <w:rtl/>
        </w:rPr>
        <w:t>شرب</w:t>
      </w:r>
      <w:r w:rsidRPr="00B44E29">
        <w:rPr>
          <w:rStyle w:val="libFootnoteAieChar"/>
          <w:rtl/>
        </w:rPr>
        <w:t xml:space="preserve"> </w:t>
      </w:r>
      <w:r w:rsidRPr="00421A14">
        <w:rPr>
          <w:rStyle w:val="libFootnoteAieChar"/>
          <w:rFonts w:hint="cs"/>
          <w:rtl/>
        </w:rPr>
        <w:t>يوم</w:t>
      </w:r>
      <w:r w:rsidRPr="00B44E29">
        <w:rPr>
          <w:rStyle w:val="libFootnoteAieChar"/>
          <w:rtl/>
        </w:rPr>
        <w:t xml:space="preserve"> </w:t>
      </w:r>
      <w:r w:rsidRPr="00421A14">
        <w:rPr>
          <w:rStyle w:val="libFootnoteAieChar"/>
          <w:rFonts w:hint="cs"/>
          <w:rtl/>
        </w:rPr>
        <w:t>معلوم</w:t>
      </w:r>
      <w:r>
        <w:rPr>
          <w:rtl/>
        </w:rPr>
        <w:t xml:space="preserve"> ) (سورہء شعراء آيت</w:t>
      </w:r>
      <w:r w:rsidR="00E664BB">
        <w:rPr>
          <w:rtl/>
        </w:rPr>
        <w:t>155</w:t>
      </w:r>
      <w:r>
        <w:rPr>
          <w:rtl/>
        </w:rPr>
        <w:t xml:space="preserve">) نيز سورہ قمر كى آيت </w:t>
      </w:r>
      <w:r w:rsidR="00E664BB">
        <w:rPr>
          <w:rtl/>
        </w:rPr>
        <w:t>28</w:t>
      </w:r>
      <w:r>
        <w:rPr>
          <w:rtl/>
        </w:rPr>
        <w:t xml:space="preserve"> مي</w:t>
      </w:r>
      <w:r w:rsidR="007D6C9B">
        <w:rPr>
          <w:rtl/>
        </w:rPr>
        <w:t xml:space="preserve">ں </w:t>
      </w:r>
      <w:r>
        <w:rPr>
          <w:rtl/>
        </w:rPr>
        <w:t xml:space="preserve">ہے: ( </w:t>
      </w:r>
      <w:r w:rsidRPr="00B44E29">
        <w:rPr>
          <w:rStyle w:val="libFootnoteAieChar"/>
          <w:rtl/>
        </w:rPr>
        <w:t>ونبئ</w:t>
      </w:r>
      <w:r w:rsidR="00421A14" w:rsidRPr="00421A14">
        <w:rPr>
          <w:rStyle w:val="libFootnoteAieChar"/>
          <w:rFonts w:hint="cs"/>
          <w:rtl/>
        </w:rPr>
        <w:t>ه</w:t>
      </w:r>
      <w:r w:rsidRPr="00421A14">
        <w:rPr>
          <w:rStyle w:val="libFootnoteAieChar"/>
          <w:rFonts w:hint="cs"/>
          <w:rtl/>
        </w:rPr>
        <w:t>م</w:t>
      </w:r>
      <w:r w:rsidRPr="00B44E29">
        <w:rPr>
          <w:rStyle w:val="libFootnoteAieChar"/>
          <w:rtl/>
        </w:rPr>
        <w:t xml:space="preserve"> </w:t>
      </w:r>
      <w:r w:rsidRPr="00421A14">
        <w:rPr>
          <w:rStyle w:val="libFootnoteAieChar"/>
          <w:rFonts w:hint="cs"/>
          <w:rtl/>
        </w:rPr>
        <w:t>ان</w:t>
      </w:r>
      <w:r w:rsidRPr="00B44E29">
        <w:rPr>
          <w:rStyle w:val="libFootnoteAieChar"/>
          <w:rtl/>
        </w:rPr>
        <w:t xml:space="preserve"> </w:t>
      </w:r>
      <w:r w:rsidRPr="00421A14">
        <w:rPr>
          <w:rStyle w:val="libFootnoteAieChar"/>
          <w:rFonts w:hint="cs"/>
          <w:rtl/>
        </w:rPr>
        <w:t>الماء</w:t>
      </w:r>
      <w:r w:rsidRPr="00B44E29">
        <w:rPr>
          <w:rStyle w:val="libFootnoteAieChar"/>
          <w:rtl/>
        </w:rPr>
        <w:t xml:space="preserve"> </w:t>
      </w:r>
      <w:r w:rsidRPr="00421A14">
        <w:rPr>
          <w:rStyle w:val="libFootnoteAieChar"/>
          <w:rFonts w:hint="cs"/>
          <w:rtl/>
        </w:rPr>
        <w:t>قسمة</w:t>
      </w:r>
      <w:r w:rsidRPr="00B44E29">
        <w:rPr>
          <w:rStyle w:val="libFootnoteAieChar"/>
          <w:rtl/>
        </w:rPr>
        <w:t xml:space="preserve"> </w:t>
      </w:r>
      <w:r w:rsidRPr="00421A14">
        <w:rPr>
          <w:rStyle w:val="libFootnoteAieChar"/>
          <w:rFonts w:hint="cs"/>
          <w:rtl/>
        </w:rPr>
        <w:t>بين</w:t>
      </w:r>
      <w:r w:rsidR="00421A14" w:rsidRPr="00421A14">
        <w:rPr>
          <w:rStyle w:val="libFootnoteAieChar"/>
          <w:rFonts w:hint="cs"/>
          <w:rtl/>
        </w:rPr>
        <w:t>ه</w:t>
      </w:r>
      <w:r w:rsidRPr="00421A14">
        <w:rPr>
          <w:rStyle w:val="libFootnoteAieChar"/>
          <w:rFonts w:hint="cs"/>
          <w:rtl/>
        </w:rPr>
        <w:t>م</w:t>
      </w:r>
      <w:r w:rsidRPr="00B44E29">
        <w:rPr>
          <w:rStyle w:val="libFootnoteAieChar"/>
          <w:rtl/>
        </w:rPr>
        <w:t xml:space="preserve"> </w:t>
      </w:r>
      <w:r w:rsidRPr="00421A14">
        <w:rPr>
          <w:rStyle w:val="libFootnoteAieChar"/>
          <w:rFonts w:hint="cs"/>
          <w:rtl/>
        </w:rPr>
        <w:t>كل</w:t>
      </w:r>
      <w:r w:rsidRPr="00B44E29">
        <w:rPr>
          <w:rStyle w:val="libFootnoteAieChar"/>
          <w:rtl/>
        </w:rPr>
        <w:t xml:space="preserve"> </w:t>
      </w:r>
      <w:r w:rsidRPr="00421A14">
        <w:rPr>
          <w:rStyle w:val="libFootnoteAieChar"/>
          <w:rFonts w:hint="cs"/>
          <w:rtl/>
        </w:rPr>
        <w:t>شرب</w:t>
      </w:r>
      <w:r w:rsidRPr="00B44E29">
        <w:rPr>
          <w:rStyle w:val="libFootnoteAieChar"/>
          <w:rtl/>
        </w:rPr>
        <w:t xml:space="preserve"> </w:t>
      </w:r>
      <w:r w:rsidRPr="00421A14">
        <w:rPr>
          <w:rStyle w:val="libFootnoteAieChar"/>
          <w:rFonts w:hint="cs"/>
          <w:rtl/>
        </w:rPr>
        <w:t>محتضر</w:t>
      </w:r>
      <w:r>
        <w:rPr>
          <w:rtl/>
        </w:rPr>
        <w:t xml:space="preserve"> _) سورہ شمس مي</w:t>
      </w:r>
      <w:r w:rsidR="007D6C9B">
        <w:rPr>
          <w:rtl/>
        </w:rPr>
        <w:t xml:space="preserve">ں </w:t>
      </w:r>
      <w:r>
        <w:rPr>
          <w:rtl/>
        </w:rPr>
        <w:t>بھى اس امر كى طرف اشارہ موجود ہے : (</w:t>
      </w:r>
      <w:r w:rsidRPr="00B44E29">
        <w:rPr>
          <w:rStyle w:val="libFootnoteAieChar"/>
          <w:rtl/>
        </w:rPr>
        <w:t>فقال ل</w:t>
      </w:r>
      <w:r w:rsidR="00421A14" w:rsidRPr="00421A14">
        <w:rPr>
          <w:rStyle w:val="libFootnoteAieChar"/>
          <w:rFonts w:hint="cs"/>
          <w:rtl/>
        </w:rPr>
        <w:t>ه</w:t>
      </w:r>
      <w:r w:rsidRPr="00421A14">
        <w:rPr>
          <w:rStyle w:val="libFootnoteAieChar"/>
          <w:rFonts w:hint="cs"/>
          <w:rtl/>
        </w:rPr>
        <w:t>م</w:t>
      </w:r>
      <w:r w:rsidRPr="00B44E29">
        <w:rPr>
          <w:rStyle w:val="libFootnoteAieChar"/>
          <w:rtl/>
        </w:rPr>
        <w:t xml:space="preserve"> </w:t>
      </w:r>
      <w:r w:rsidRPr="00421A14">
        <w:rPr>
          <w:rStyle w:val="libFootnoteAieChar"/>
          <w:rFonts w:hint="cs"/>
          <w:rtl/>
        </w:rPr>
        <w:t>رسول</w:t>
      </w:r>
      <w:r w:rsidRPr="00B44E29">
        <w:rPr>
          <w:rStyle w:val="libFootnoteAieChar"/>
          <w:rtl/>
        </w:rPr>
        <w:t xml:space="preserve"> </w:t>
      </w:r>
      <w:r w:rsidRPr="00421A14">
        <w:rPr>
          <w:rStyle w:val="libFootnoteAieChar"/>
          <w:rFonts w:hint="cs"/>
          <w:rtl/>
        </w:rPr>
        <w:t>الله</w:t>
      </w:r>
      <w:r w:rsidRPr="00B44E29">
        <w:rPr>
          <w:rStyle w:val="libFootnoteAieChar"/>
          <w:rtl/>
        </w:rPr>
        <w:t xml:space="preserve"> </w:t>
      </w:r>
      <w:r w:rsidRPr="00421A14">
        <w:rPr>
          <w:rStyle w:val="libFootnoteAieChar"/>
          <w:rFonts w:hint="cs"/>
          <w:rtl/>
        </w:rPr>
        <w:t>ناقة</w:t>
      </w:r>
      <w:r w:rsidRPr="00B44E29">
        <w:rPr>
          <w:rStyle w:val="libFootnoteAieChar"/>
          <w:rtl/>
        </w:rPr>
        <w:t xml:space="preserve"> </w:t>
      </w:r>
      <w:r w:rsidRPr="00421A14">
        <w:rPr>
          <w:rStyle w:val="libFootnoteAieChar"/>
          <w:rFonts w:hint="cs"/>
          <w:rtl/>
        </w:rPr>
        <w:t>الل</w:t>
      </w:r>
      <w:r w:rsidR="00421A14" w:rsidRPr="00421A14">
        <w:rPr>
          <w:rStyle w:val="libFootnoteAieChar"/>
          <w:rFonts w:hint="cs"/>
          <w:rtl/>
        </w:rPr>
        <w:t>ه</w:t>
      </w:r>
      <w:r w:rsidRPr="00B44E29">
        <w:rPr>
          <w:rStyle w:val="libFootnoteAieChar"/>
          <w:rtl/>
        </w:rPr>
        <w:t xml:space="preserve"> </w:t>
      </w:r>
      <w:r w:rsidRPr="00421A14">
        <w:rPr>
          <w:rStyle w:val="libFootnoteAieChar"/>
          <w:rFonts w:hint="cs"/>
          <w:rtl/>
        </w:rPr>
        <w:t>وسقيا</w:t>
      </w:r>
      <w:r w:rsidR="00421A14" w:rsidRPr="00421A14">
        <w:rPr>
          <w:rStyle w:val="libFootnoteAieChar"/>
          <w:rFonts w:hint="cs"/>
          <w:rtl/>
        </w:rPr>
        <w:t>ه</w:t>
      </w:r>
      <w:r w:rsidRPr="00421A14">
        <w:rPr>
          <w:rStyle w:val="libFootnoteAieChar"/>
          <w:rFonts w:hint="cs"/>
          <w:rtl/>
        </w:rPr>
        <w:t>ا</w:t>
      </w:r>
      <w:r>
        <w:rPr>
          <w:rtl/>
        </w:rPr>
        <w:t xml:space="preserve">_) (سورہ شمس آيت </w:t>
      </w:r>
      <w:r w:rsidR="00E664BB">
        <w:rPr>
          <w:rtl/>
        </w:rPr>
        <w:t>13</w:t>
      </w:r>
      <w:r>
        <w:rPr>
          <w:rtl/>
        </w:rPr>
        <w:t xml:space="preserve">) </w:t>
      </w:r>
    </w:p>
    <w:p w:rsidR="00DE2D7F" w:rsidRDefault="00DE2D7F" w:rsidP="00D07B54">
      <w:pPr>
        <w:pStyle w:val="libFootnote"/>
        <w:rPr>
          <w:rtl/>
        </w:rPr>
      </w:pPr>
      <w:r>
        <w:rPr>
          <w:rtl/>
        </w:rPr>
        <w:t>(</w:t>
      </w:r>
      <w:r w:rsidR="00E664BB">
        <w:rPr>
          <w:rtl/>
        </w:rPr>
        <w:t>2</w:t>
      </w:r>
      <w:r>
        <w:rPr>
          <w:rtl/>
        </w:rPr>
        <w:t xml:space="preserve">) سورہ شعراء آيت </w:t>
      </w:r>
      <w:r w:rsidR="00E664BB">
        <w:rPr>
          <w:rtl/>
        </w:rPr>
        <w:t>146</w:t>
      </w:r>
      <w:r>
        <w:rPr>
          <w:rtl/>
        </w:rPr>
        <w:t xml:space="preserve"> تا </w:t>
      </w:r>
      <w:r w:rsidR="00E664BB">
        <w:rPr>
          <w:rtl/>
        </w:rPr>
        <w:t>148</w:t>
      </w:r>
      <w:r>
        <w:rPr>
          <w:rtl/>
        </w:rPr>
        <w:t xml:space="preserve"> </w:t>
      </w:r>
    </w:p>
    <w:p w:rsidR="00367B5B" w:rsidRDefault="001648F9" w:rsidP="00D07B54">
      <w:pPr>
        <w:pStyle w:val="libNormal"/>
        <w:rPr>
          <w:rtl/>
        </w:rPr>
      </w:pPr>
      <w:r>
        <w:rPr>
          <w:rtl/>
        </w:rPr>
        <w:t xml:space="preserve"> </w:t>
      </w:r>
      <w:r>
        <w:rPr>
          <w:rtl/>
        </w:rPr>
        <w:br w:type="page"/>
      </w:r>
    </w:p>
    <w:p w:rsidR="00367B5B" w:rsidRDefault="00367B5B" w:rsidP="00D07B54">
      <w:pPr>
        <w:pStyle w:val="libNormal"/>
        <w:rPr>
          <w:rtl/>
        </w:rPr>
      </w:pPr>
    </w:p>
    <w:p w:rsidR="00DE2D7F" w:rsidRDefault="00DE2D7F" w:rsidP="00D07B54">
      <w:pPr>
        <w:pStyle w:val="libNormal"/>
        <w:rPr>
          <w:rtl/>
        </w:rPr>
      </w:pPr>
      <w:r>
        <w:rPr>
          <w:rtl/>
        </w:rPr>
        <w:t>ہے ليكن بعض روايات جو شيعہ اور سنى دونو</w:t>
      </w:r>
      <w:r w:rsidR="007D6C9B">
        <w:rPr>
          <w:rtl/>
        </w:rPr>
        <w:t xml:space="preserve">ں </w:t>
      </w:r>
      <w:r>
        <w:rPr>
          <w:rtl/>
        </w:rPr>
        <w:t>فريقو</w:t>
      </w:r>
      <w:r w:rsidR="007D6C9B">
        <w:rPr>
          <w:rtl/>
        </w:rPr>
        <w:t xml:space="preserve">ں </w:t>
      </w:r>
      <w:r>
        <w:rPr>
          <w:rtl/>
        </w:rPr>
        <w:t>كے يہا</w:t>
      </w:r>
      <w:r w:rsidR="007D6C9B">
        <w:rPr>
          <w:rtl/>
        </w:rPr>
        <w:t xml:space="preserve">ں </w:t>
      </w:r>
      <w:r>
        <w:rPr>
          <w:rtl/>
        </w:rPr>
        <w:t>نقل ہوئي ہي</w:t>
      </w:r>
      <w:r w:rsidR="007D6C9B">
        <w:rPr>
          <w:rtl/>
        </w:rPr>
        <w:t xml:space="preserve">ں </w:t>
      </w:r>
      <w:r>
        <w:rPr>
          <w:rtl/>
        </w:rPr>
        <w:t>ان مي</w:t>
      </w:r>
      <w:r w:rsidR="007D6C9B">
        <w:rPr>
          <w:rtl/>
        </w:rPr>
        <w:t xml:space="preserve">ں </w:t>
      </w:r>
      <w:r>
        <w:rPr>
          <w:rtl/>
        </w:rPr>
        <w:t>بيان ہوا ہے كہ اس ناقہ كے عجائب خلقت مي</w:t>
      </w:r>
      <w:r w:rsidR="007D6C9B">
        <w:rPr>
          <w:rtl/>
        </w:rPr>
        <w:t xml:space="preserve">ں </w:t>
      </w:r>
      <w:r>
        <w:rPr>
          <w:rtl/>
        </w:rPr>
        <w:t>سے يہ تھا كہ وہ پہاڑكے اندر سے با ہر نكلي اس كے بارے مي</w:t>
      </w:r>
      <w:r w:rsidR="007D6C9B">
        <w:rPr>
          <w:rtl/>
        </w:rPr>
        <w:t xml:space="preserve">ں </w:t>
      </w:r>
      <w:r>
        <w:rPr>
          <w:rtl/>
        </w:rPr>
        <w:t>كچھ اور خصوصيات بھى منقول ہي</w:t>
      </w:r>
      <w:r w:rsidR="007D6C9B">
        <w:rPr>
          <w:rtl/>
        </w:rPr>
        <w:t xml:space="preserve">ں </w:t>
      </w:r>
      <w:r>
        <w:rPr>
          <w:rtl/>
        </w:rPr>
        <w:t xml:space="preserve">_ </w:t>
      </w:r>
    </w:p>
    <w:p w:rsidR="00DE2D7F" w:rsidRDefault="00DE2D7F" w:rsidP="00D07B54">
      <w:pPr>
        <w:pStyle w:val="libNormal"/>
        <w:rPr>
          <w:rtl/>
        </w:rPr>
      </w:pPr>
      <w:r>
        <w:rPr>
          <w:rtl/>
        </w:rPr>
        <w:t>بہر كيف حضرت صالح جيسے عظيم نبى نے اس ناقہ كے بارے مي</w:t>
      </w:r>
      <w:r w:rsidR="007D6C9B">
        <w:rPr>
          <w:rtl/>
        </w:rPr>
        <w:t xml:space="preserve">ں </w:t>
      </w:r>
      <w:r>
        <w:rPr>
          <w:rtl/>
        </w:rPr>
        <w:t>بہت سمجھايا بجھايا مگر انہو</w:t>
      </w:r>
      <w:r w:rsidR="007D6C9B">
        <w:rPr>
          <w:rtl/>
        </w:rPr>
        <w:t xml:space="preserve">ں </w:t>
      </w:r>
      <w:r>
        <w:rPr>
          <w:rtl/>
        </w:rPr>
        <w:t>نے آخركار ناقہ كو ختم كردينے كا مصمم ارادہ كرليا كيونكہ اس كى خارق عادت اور غير معمولى خصوصيات كى وجہ سے لوگو</w:t>
      </w:r>
      <w:r w:rsidR="007D6C9B">
        <w:rPr>
          <w:rtl/>
        </w:rPr>
        <w:t xml:space="preserve">ں </w:t>
      </w:r>
      <w:r>
        <w:rPr>
          <w:rtl/>
        </w:rPr>
        <w:t>مي</w:t>
      </w:r>
      <w:r w:rsidR="007D6C9B">
        <w:rPr>
          <w:rtl/>
        </w:rPr>
        <w:t xml:space="preserve">ں </w:t>
      </w:r>
      <w:r>
        <w:rPr>
          <w:rtl/>
        </w:rPr>
        <w:t>بيدارى پيدا ہورہى تھى اور وہ حضرت صالح كى طرف مائل ہورہے تھے لہذا قوم ثمود كے كچھ سركشو</w:t>
      </w:r>
      <w:r w:rsidR="007D6C9B">
        <w:rPr>
          <w:rtl/>
        </w:rPr>
        <w:t xml:space="preserve">ں </w:t>
      </w:r>
      <w:r>
        <w:rPr>
          <w:rtl/>
        </w:rPr>
        <w:t>نے جو حضرت صالح كى دعوت كے اثرات كو اپنے مفادات كے خلاف سمجھتے تھے اور وہ ہرگز لوگو</w:t>
      </w:r>
      <w:r w:rsidR="007D6C9B">
        <w:rPr>
          <w:rtl/>
        </w:rPr>
        <w:t xml:space="preserve">ں </w:t>
      </w:r>
      <w:r>
        <w:rPr>
          <w:rtl/>
        </w:rPr>
        <w:t>كى بيدارى نہي</w:t>
      </w:r>
      <w:r w:rsidR="007D6C9B">
        <w:rPr>
          <w:rtl/>
        </w:rPr>
        <w:t xml:space="preserve">ں </w:t>
      </w:r>
      <w:r>
        <w:rPr>
          <w:rtl/>
        </w:rPr>
        <w:t>چاہتے تھے كيونكہ خلق خدا كى بيدارى سے ان كے استعمارى مفادات كو نقصان پہنچتا،لہذا انھو</w:t>
      </w:r>
      <w:r w:rsidR="007D6C9B">
        <w:rPr>
          <w:rtl/>
        </w:rPr>
        <w:t xml:space="preserve">ں </w:t>
      </w:r>
      <w:r>
        <w:rPr>
          <w:rtl/>
        </w:rPr>
        <w:t>نے ناقہ كو ختم كرنے كى سازش تيار كى كچھ افراد كو اس كام پر مامور كيا گيا آخر كار ان مي</w:t>
      </w:r>
      <w:r w:rsidR="007D6C9B">
        <w:rPr>
          <w:rtl/>
        </w:rPr>
        <w:t xml:space="preserve">ں </w:t>
      </w:r>
      <w:r>
        <w:rPr>
          <w:rtl/>
        </w:rPr>
        <w:t xml:space="preserve">سے ايك نے ناقہ پر حملہ كيا اور اس پر ايك يا كئي وار كئے '' اور اسے مار ڈالا''_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367B5B" w:rsidRDefault="00DE2D7F" w:rsidP="00D07B54">
      <w:pPr>
        <w:pStyle w:val="Heading2Center"/>
        <w:rPr>
          <w:rtl/>
        </w:rPr>
      </w:pPr>
      <w:bookmarkStart w:id="64" w:name="_Toc7268461"/>
      <w:r>
        <w:rPr>
          <w:rtl/>
        </w:rPr>
        <w:t>اگر تم سچے ہو تو عذاب مي</w:t>
      </w:r>
      <w:r w:rsidR="007D6C9B">
        <w:rPr>
          <w:rtl/>
        </w:rPr>
        <w:t xml:space="preserve">ں </w:t>
      </w:r>
      <w:r>
        <w:rPr>
          <w:rtl/>
        </w:rPr>
        <w:t>جلدى كرو</w:t>
      </w:r>
      <w:bookmarkEnd w:id="64"/>
    </w:p>
    <w:p w:rsidR="00DE2D7F" w:rsidRDefault="00DE2D7F" w:rsidP="00D07B54">
      <w:pPr>
        <w:pStyle w:val="libNormal"/>
        <w:rPr>
          <w:rtl/>
        </w:rPr>
      </w:pPr>
      <w:r>
        <w:rPr>
          <w:rtl/>
        </w:rPr>
        <w:t xml:space="preserve"> انہو</w:t>
      </w:r>
      <w:r w:rsidR="007D6C9B">
        <w:rPr>
          <w:rtl/>
        </w:rPr>
        <w:t xml:space="preserve">ں </w:t>
      </w:r>
      <w:r>
        <w:rPr>
          <w:rtl/>
        </w:rPr>
        <w:t>نے صرف اسى پر اكتفانہ كى بلكہ اس كے بعد وہ حضرت '' صالح ''كے پاس آئے اور اعلانيہ ان سے كہنے لگے : ''اگر تم واقعاً خدا كے رسول ہوتو جتنى جلد ہوسكے عذاب الہى لے آئو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ليكن صالح عليہ السلام نے كہا : اے ميرى قوم : تم نيكيو</w:t>
      </w:r>
      <w:r w:rsidR="007D6C9B">
        <w:rPr>
          <w:rtl/>
        </w:rPr>
        <w:t xml:space="preserve">ں </w:t>
      </w:r>
      <w:r>
        <w:rPr>
          <w:rtl/>
        </w:rPr>
        <w:t>كى كوشش اور ان كى تلاش سے پہلے ہى عذاب اور برائيو</w:t>
      </w:r>
      <w:r w:rsidR="007D6C9B">
        <w:rPr>
          <w:rtl/>
        </w:rPr>
        <w:t xml:space="preserve">ں </w:t>
      </w:r>
      <w:r>
        <w:rPr>
          <w:rtl/>
        </w:rPr>
        <w:t>كے لئے جلدى كيو</w:t>
      </w:r>
      <w:r w:rsidR="007D6C9B">
        <w:rPr>
          <w:rtl/>
        </w:rPr>
        <w:t xml:space="preserve">ں </w:t>
      </w:r>
      <w:r>
        <w:rPr>
          <w:rtl/>
        </w:rPr>
        <w:t>كرتے ہو ؟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تم اپنى تمام ترفكر عذاب الہى كے نازل ہونے پر ہى كيو</w:t>
      </w:r>
      <w:r w:rsidR="007D6C9B">
        <w:rPr>
          <w:rtl/>
        </w:rPr>
        <w:t xml:space="preserve">ں </w:t>
      </w:r>
      <w:r>
        <w:rPr>
          <w:rtl/>
        </w:rPr>
        <w:t>مركوز كرتے ہو ؟ اگر تم پر عذاب نازل ہوگيا توپھر تمہارا خاتمہ ہوجائے گا اور ايمان لانے كا موقع بھى ہاتھ سے چلاجائے گا _ آئو اور خدا كى بركت اور اس كى رحمت كے ساتھ ايمان كے زيرسايہ ميرى سچائي كو آزمائو تم خدا كى بارگاہ سے اپنے گناہو</w:t>
      </w:r>
      <w:r w:rsidR="007D6C9B">
        <w:rPr>
          <w:rtl/>
        </w:rPr>
        <w:t xml:space="preserve">ں </w:t>
      </w:r>
      <w:r>
        <w:rPr>
          <w:rtl/>
        </w:rPr>
        <w:t xml:space="preserve">كى بخشش كا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اعراف آيت </w:t>
      </w:r>
      <w:r w:rsidR="00E664BB">
        <w:rPr>
          <w:rtl/>
        </w:rPr>
        <w:t>77</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آيت </w:t>
      </w:r>
      <w:r w:rsidR="00E664BB">
        <w:rPr>
          <w:rtl/>
        </w:rPr>
        <w:t>77</w:t>
      </w:r>
      <w:r>
        <w:rPr>
          <w:rtl/>
        </w:rPr>
        <w:t xml:space="preserve"> </w:t>
      </w:r>
    </w:p>
    <w:p w:rsidR="00DE2D7F" w:rsidRDefault="00DE2D7F" w:rsidP="00D07B54">
      <w:pPr>
        <w:pStyle w:val="libFootnote"/>
        <w:rPr>
          <w:rtl/>
        </w:rPr>
      </w:pPr>
      <w:r>
        <w:rPr>
          <w:rtl/>
        </w:rPr>
        <w:t>(</w:t>
      </w:r>
      <w:r w:rsidR="00E664BB">
        <w:rPr>
          <w:rtl/>
        </w:rPr>
        <w:t>3</w:t>
      </w:r>
      <w:r>
        <w:rPr>
          <w:rtl/>
        </w:rPr>
        <w:t>)سورہ نمل آيت</w:t>
      </w:r>
      <w:r w:rsidR="00E664BB">
        <w:rPr>
          <w:rtl/>
        </w:rPr>
        <w:t>46</w:t>
      </w:r>
      <w:r>
        <w:rPr>
          <w:rtl/>
        </w:rPr>
        <w:t xml:space="preserve"> </w:t>
      </w:r>
    </w:p>
    <w:p w:rsidR="00367B5B" w:rsidRDefault="00C2634E" w:rsidP="00D07B54">
      <w:pPr>
        <w:pStyle w:val="libNormal"/>
        <w:rPr>
          <w:rtl/>
        </w:rPr>
      </w:pPr>
      <w:r>
        <w:rPr>
          <w:rtl/>
        </w:rPr>
        <w:t xml:space="preserve"> </w:t>
      </w:r>
      <w:r>
        <w:rPr>
          <w:rtl/>
        </w:rPr>
        <w:br w:type="page"/>
      </w:r>
    </w:p>
    <w:p w:rsidR="00367B5B" w:rsidRDefault="00367B5B" w:rsidP="00D07B54">
      <w:pPr>
        <w:pStyle w:val="libNormal"/>
        <w:rPr>
          <w:rtl/>
        </w:rPr>
      </w:pPr>
    </w:p>
    <w:p w:rsidR="00DE2D7F" w:rsidRDefault="00DE2D7F" w:rsidP="00D07B54">
      <w:pPr>
        <w:pStyle w:val="libNormal"/>
        <w:rPr>
          <w:rtl/>
        </w:rPr>
      </w:pPr>
      <w:r>
        <w:rPr>
          <w:rtl/>
        </w:rPr>
        <w:t>سوال كيو</w:t>
      </w:r>
      <w:r w:rsidR="007D6C9B">
        <w:rPr>
          <w:rtl/>
        </w:rPr>
        <w:t xml:space="preserve">ں </w:t>
      </w:r>
      <w:r>
        <w:rPr>
          <w:rtl/>
        </w:rPr>
        <w:t>نہي</w:t>
      </w:r>
      <w:r w:rsidR="007D6C9B">
        <w:rPr>
          <w:rtl/>
        </w:rPr>
        <w:t xml:space="preserve">ں </w:t>
      </w:r>
      <w:r>
        <w:rPr>
          <w:rtl/>
        </w:rPr>
        <w:t>كرتے ہو؟ تاكہ اس كى رحمت مي</w:t>
      </w:r>
      <w:r w:rsidR="007D6C9B">
        <w:rPr>
          <w:rtl/>
        </w:rPr>
        <w:t xml:space="preserve">ں </w:t>
      </w:r>
      <w:r>
        <w:rPr>
          <w:rtl/>
        </w:rPr>
        <w:t>شامل ہوجائو صرف برائيو</w:t>
      </w:r>
      <w:r w:rsidR="007D6C9B">
        <w:rPr>
          <w:rtl/>
        </w:rPr>
        <w:t xml:space="preserve">ں </w:t>
      </w:r>
      <w:r>
        <w:rPr>
          <w:rtl/>
        </w:rPr>
        <w:t>اور عذاب نازل ہونے كا تقاضاكيو</w:t>
      </w:r>
      <w:r w:rsidR="007D6C9B">
        <w:rPr>
          <w:rtl/>
        </w:rPr>
        <w:t xml:space="preserve">ں </w:t>
      </w:r>
      <w:r>
        <w:rPr>
          <w:rtl/>
        </w:rPr>
        <w:t>كرتے ہو؟يہ ہٹ دھرمى اور پاگل پن كى باتي</w:t>
      </w:r>
      <w:r w:rsidR="007D6C9B">
        <w:rPr>
          <w:rtl/>
        </w:rPr>
        <w:t xml:space="preserve">ں </w:t>
      </w:r>
      <w:r>
        <w:rPr>
          <w:rtl/>
        </w:rPr>
        <w:t xml:space="preserve">آخر كس لئے ؟ يہ بات واقعاً عجيب ہے كہ انسان دعوائے محبت كى صداقت كو تباہ كن عذاب كے ذريعہ جانچ رہا ہے نہ كہ رحمت كا سوال كركے اور حقيقت يہ ہے كہ وہ قلبى طور پر انبياء كرام عليہم السلام كى صداقت كے معترف تھے ليكن زبان سے اس كا انكار كيا كرتے تھے _ </w:t>
      </w:r>
    </w:p>
    <w:p w:rsidR="00DE2D7F" w:rsidRDefault="00DE2D7F" w:rsidP="00D07B54">
      <w:pPr>
        <w:pStyle w:val="libNormal"/>
        <w:rPr>
          <w:rtl/>
        </w:rPr>
      </w:pPr>
      <w:r>
        <w:rPr>
          <w:rtl/>
        </w:rPr>
        <w:t>اس كى مثال يو</w:t>
      </w:r>
      <w:r w:rsidR="007D6C9B">
        <w:rPr>
          <w:rtl/>
        </w:rPr>
        <w:t xml:space="preserve">ں </w:t>
      </w:r>
      <w:r>
        <w:rPr>
          <w:rtl/>
        </w:rPr>
        <w:t>ہے كہ جيسے كوئي شخص علم طب كا مدعى ہو اور اسے معلوم ہو كہ فلا</w:t>
      </w:r>
      <w:r w:rsidR="007D6C9B">
        <w:rPr>
          <w:rtl/>
        </w:rPr>
        <w:t xml:space="preserve">ں </w:t>
      </w:r>
      <w:r>
        <w:rPr>
          <w:rtl/>
        </w:rPr>
        <w:t>دوا سے صحت اور شفا حاصل ہوتى ہے اور فلا</w:t>
      </w:r>
      <w:r w:rsidR="007D6C9B">
        <w:rPr>
          <w:rtl/>
        </w:rPr>
        <w:t xml:space="preserve">ں </w:t>
      </w:r>
      <w:r>
        <w:rPr>
          <w:rtl/>
        </w:rPr>
        <w:t xml:space="preserve">چيزسے انسان كى موت واقع ہوجاتى ہے ليكن وہ ايسى دوا حاصل كرنے كى كوشش كرے جو مہلك ہے نہ كہ جو مفيد اور شفاء بخش _ يہ تو واقعاً جہالت و نادانى كى حد ہے ،كيونكہ يہ سب جہالت ہى كا نتيجہ ہے_ </w:t>
      </w:r>
    </w:p>
    <w:p w:rsidR="00DE2D7F" w:rsidRDefault="00DE2D7F" w:rsidP="00D07B54">
      <w:pPr>
        <w:pStyle w:val="libNormal"/>
        <w:rPr>
          <w:rtl/>
        </w:rPr>
      </w:pPr>
      <w:r>
        <w:rPr>
          <w:rtl/>
        </w:rPr>
        <w:t>حضرت صالح(ع) نے قوم كى سركشي، نافرمانى اور اس كے ہاتھو</w:t>
      </w:r>
      <w:r w:rsidR="007D6C9B">
        <w:rPr>
          <w:rtl/>
        </w:rPr>
        <w:t xml:space="preserve">ں </w:t>
      </w:r>
      <w:r>
        <w:rPr>
          <w:rtl/>
        </w:rPr>
        <w:t xml:space="preserve">قتل ناقہ كے بعد اسے خطرے سے آگاہ كيا اور كہا: </w:t>
      </w:r>
    </w:p>
    <w:p w:rsidR="00DE2D7F" w:rsidRDefault="00DE2D7F" w:rsidP="00D07B54">
      <w:pPr>
        <w:pStyle w:val="libNormal"/>
        <w:rPr>
          <w:rtl/>
        </w:rPr>
      </w:pPr>
      <w:r>
        <w:rPr>
          <w:rtl/>
        </w:rPr>
        <w:t>'' پورے تين دن تك اپنے گھرو</w:t>
      </w:r>
      <w:r w:rsidR="007D6C9B">
        <w:rPr>
          <w:rtl/>
        </w:rPr>
        <w:t xml:space="preserve">ں </w:t>
      </w:r>
      <w:r>
        <w:rPr>
          <w:rtl/>
        </w:rPr>
        <w:t>مي</w:t>
      </w:r>
      <w:r w:rsidR="007D6C9B">
        <w:rPr>
          <w:rtl/>
        </w:rPr>
        <w:t xml:space="preserve">ں </w:t>
      </w:r>
      <w:r>
        <w:rPr>
          <w:rtl/>
        </w:rPr>
        <w:t>جس نعمت سے چاہواستفادہ كرو اور جان لوكہ ان تين دنو</w:t>
      </w:r>
      <w:r w:rsidR="007D6C9B">
        <w:rPr>
          <w:rtl/>
        </w:rPr>
        <w:t xml:space="preserve">ں </w:t>
      </w:r>
      <w:r>
        <w:rPr>
          <w:rtl/>
        </w:rPr>
        <w:t>كے بعد عذاب الہى آكے رہے گا ''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367B5B" w:rsidRDefault="00DE2D7F" w:rsidP="00D07B54">
      <w:pPr>
        <w:pStyle w:val="Heading2Center"/>
        <w:rPr>
          <w:rtl/>
        </w:rPr>
      </w:pPr>
      <w:bookmarkStart w:id="65" w:name="_Toc7268462"/>
      <w:r>
        <w:rPr>
          <w:rtl/>
        </w:rPr>
        <w:t>قوم ثمود كا انجام</w:t>
      </w:r>
      <w:bookmarkEnd w:id="65"/>
      <w:r>
        <w:rPr>
          <w:rtl/>
        </w:rPr>
        <w:t xml:space="preserve"> </w:t>
      </w:r>
    </w:p>
    <w:p w:rsidR="00DE2D7F" w:rsidRDefault="00DE2D7F" w:rsidP="00D07B54">
      <w:pPr>
        <w:pStyle w:val="libNormal"/>
        <w:rPr>
          <w:rtl/>
        </w:rPr>
      </w:pPr>
      <w:r>
        <w:rPr>
          <w:rtl/>
        </w:rPr>
        <w:t>قرآن كريم مي</w:t>
      </w:r>
      <w:r w:rsidR="007D6C9B">
        <w:rPr>
          <w:rtl/>
        </w:rPr>
        <w:t xml:space="preserve">ں </w:t>
      </w:r>
      <w:r>
        <w:rPr>
          <w:rtl/>
        </w:rPr>
        <w:t>اس سركش قوم (قوم ثمود ) پر تين دن كى مدت ختم ہونے پر نزول عذاب كى كيفيت بيان كى گئي ہے :''اس گروہ پر عذاب كے بارے مي</w:t>
      </w:r>
      <w:r w:rsidR="007D6C9B">
        <w:rPr>
          <w:rtl/>
        </w:rPr>
        <w:t xml:space="preserve">ں </w:t>
      </w:r>
      <w:r>
        <w:rPr>
          <w:rtl/>
        </w:rPr>
        <w:t>جب ہمارا حكم آپہنچا تو صالح اور اس پر ايمان لانے والو</w:t>
      </w:r>
      <w:r w:rsidR="007D6C9B">
        <w:rPr>
          <w:rtl/>
        </w:rPr>
        <w:t xml:space="preserve">ں </w:t>
      </w:r>
      <w:r>
        <w:rPr>
          <w:rtl/>
        </w:rPr>
        <w:t>كو ہم نے اپنى رحمت كے زير سايہ نجات بخشى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انہي</w:t>
      </w:r>
      <w:r w:rsidR="007D6C9B">
        <w:rPr>
          <w:rtl/>
        </w:rPr>
        <w:t xml:space="preserve">ں </w:t>
      </w:r>
      <w:r>
        <w:rPr>
          <w:rtl/>
        </w:rPr>
        <w:t>نہ صرف جسمانى ومادى عذاب سے نجات بخشى بلكہ ''رسوائي ،خوارى اور بے آبروئي سے بھى انہي</w:t>
      </w:r>
      <w:r w:rsidR="007D6C9B">
        <w:rPr>
          <w:rtl/>
        </w:rPr>
        <w:t xml:space="preserve">ں </w:t>
      </w:r>
      <w:r>
        <w:rPr>
          <w:rtl/>
        </w:rPr>
        <w:t>نجات عطا كى كہ جو اس روز اس سركش قوم كو دامنگير تھى ''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ہود آيت </w:t>
      </w:r>
      <w:r w:rsidR="00E664BB">
        <w:rPr>
          <w:rtl/>
        </w:rPr>
        <w:t>65</w:t>
      </w:r>
      <w:r>
        <w:rPr>
          <w:rtl/>
        </w:rPr>
        <w:t xml:space="preserve"> </w:t>
      </w:r>
    </w:p>
    <w:p w:rsidR="00DE2D7F" w:rsidRDefault="00DE2D7F" w:rsidP="00D07B54">
      <w:pPr>
        <w:pStyle w:val="libFootnote"/>
        <w:rPr>
          <w:rtl/>
        </w:rPr>
      </w:pPr>
      <w:r>
        <w:rPr>
          <w:rtl/>
        </w:rPr>
        <w:t>(</w:t>
      </w:r>
      <w:r w:rsidR="00E664BB">
        <w:rPr>
          <w:rtl/>
        </w:rPr>
        <w:t>2</w:t>
      </w:r>
      <w:r>
        <w:rPr>
          <w:rtl/>
        </w:rPr>
        <w:t xml:space="preserve">) سورہ ہود آيت </w:t>
      </w:r>
      <w:r w:rsidR="00E664BB">
        <w:rPr>
          <w:rtl/>
        </w:rPr>
        <w:t>66</w:t>
      </w:r>
      <w:r>
        <w:rPr>
          <w:rtl/>
        </w:rPr>
        <w:t xml:space="preserve"> </w:t>
      </w:r>
    </w:p>
    <w:p w:rsidR="00DE2D7F" w:rsidRDefault="00DE2D7F" w:rsidP="00D07B54">
      <w:pPr>
        <w:pStyle w:val="libFootnote"/>
        <w:rPr>
          <w:rtl/>
        </w:rPr>
      </w:pPr>
      <w:r>
        <w:rPr>
          <w:rtl/>
        </w:rPr>
        <w:t>(</w:t>
      </w:r>
      <w:r w:rsidR="00E664BB">
        <w:rPr>
          <w:rtl/>
        </w:rPr>
        <w:t>3</w:t>
      </w:r>
      <w:r>
        <w:rPr>
          <w:rtl/>
        </w:rPr>
        <w:t xml:space="preserve">)سورہ ہود آيت </w:t>
      </w:r>
      <w:r w:rsidR="00E664BB">
        <w:rPr>
          <w:rtl/>
        </w:rPr>
        <w:t>66</w:t>
      </w:r>
      <w:r>
        <w:rPr>
          <w:rtl/>
        </w:rPr>
        <w:t xml:space="preserve"> </w:t>
      </w:r>
    </w:p>
    <w:p w:rsidR="00367B5B"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كيونكہ تمہارا پروردگار ہر چيز پر قادر اور ہر كام پر تسلط ركھتا ہے اس كے لئے كچھ محال نہي</w:t>
      </w:r>
      <w:r w:rsidR="007D6C9B">
        <w:rPr>
          <w:rtl/>
        </w:rPr>
        <w:t xml:space="preserve">ں </w:t>
      </w:r>
      <w:r>
        <w:rPr>
          <w:rtl/>
        </w:rPr>
        <w:t>ہے اور اس كے ارادے كے سامنے كوئي طاقت كچھ بھى حيثيت نہي</w:t>
      </w:r>
      <w:r w:rsidR="007D6C9B">
        <w:rPr>
          <w:rtl/>
        </w:rPr>
        <w:t xml:space="preserve">ں </w:t>
      </w:r>
      <w:r>
        <w:rPr>
          <w:rtl/>
        </w:rPr>
        <w:t>ركھتي،''لہذا اكثرجمعيت كے عذاب الہى مي</w:t>
      </w:r>
      <w:r w:rsidR="007D6C9B">
        <w:rPr>
          <w:rtl/>
        </w:rPr>
        <w:t xml:space="preserve">ں </w:t>
      </w:r>
      <w:r>
        <w:rPr>
          <w:rtl/>
        </w:rPr>
        <w:t>مبتلا ہونے سے صاحب ايمان گروہ كو كسى قسم كى كوئي مشكل اور زحمت پيش نہي</w:t>
      </w:r>
      <w:r w:rsidR="007D6C9B">
        <w:rPr>
          <w:rtl/>
        </w:rPr>
        <w:t xml:space="preserve">ں </w:t>
      </w:r>
      <w:r>
        <w:rPr>
          <w:rtl/>
        </w:rPr>
        <w:t>ہوگى يہ رحمت الہى ہے جس كا تقاضا ہے كہ بے گناہ، گنہگارو</w:t>
      </w:r>
      <w:r w:rsidR="007D6C9B">
        <w:rPr>
          <w:rtl/>
        </w:rPr>
        <w:t xml:space="preserve">ں </w:t>
      </w:r>
      <w:r>
        <w:rPr>
          <w:rtl/>
        </w:rPr>
        <w:t>كى آگ مي</w:t>
      </w:r>
      <w:r w:rsidR="007D6C9B">
        <w:rPr>
          <w:rtl/>
        </w:rPr>
        <w:t xml:space="preserve">ں </w:t>
      </w:r>
      <w:r>
        <w:rPr>
          <w:rtl/>
        </w:rPr>
        <w:t>نہ جلي</w:t>
      </w:r>
      <w:r w:rsidR="007D6C9B">
        <w:rPr>
          <w:rtl/>
        </w:rPr>
        <w:t xml:space="preserve">ں </w:t>
      </w:r>
      <w:r>
        <w:rPr>
          <w:rtl/>
        </w:rPr>
        <w:t>اور بے ايمان افراد كى وجہ سے مومنين گرفتار بلانہ ہو</w:t>
      </w:r>
      <w:r w:rsidR="007D6C9B">
        <w:rPr>
          <w:rtl/>
        </w:rPr>
        <w:t xml:space="preserve">ں </w:t>
      </w:r>
      <w:r>
        <w:rPr>
          <w:rtl/>
        </w:rPr>
        <w:t>_ ''ليكن ظالمو</w:t>
      </w:r>
      <w:r w:rsidR="007D6C9B">
        <w:rPr>
          <w:rtl/>
        </w:rPr>
        <w:t xml:space="preserve">ں </w:t>
      </w:r>
      <w:r>
        <w:rPr>
          <w:rtl/>
        </w:rPr>
        <w:t>كو صيحہ آسمانى نے گھيرليا اس طرح سے كہ يہ چيخ نہايت سخت اور وحشت ناك تھى اس كے اثر سے وہ سب كے سب گھرو</w:t>
      </w:r>
      <w:r w:rsidR="007D6C9B">
        <w:rPr>
          <w:rtl/>
        </w:rPr>
        <w:t xml:space="preserve">ں </w:t>
      </w:r>
      <w:r>
        <w:rPr>
          <w:rtl/>
        </w:rPr>
        <w:t>ہى مي</w:t>
      </w:r>
      <w:r w:rsidR="007D6C9B">
        <w:rPr>
          <w:rtl/>
        </w:rPr>
        <w:t xml:space="preserve">ں </w:t>
      </w:r>
      <w:r>
        <w:rPr>
          <w:rtl/>
        </w:rPr>
        <w:t>زمين پر گركر مرگئے ،وہ اس طرح مرے اور نابود ہوئے اور ان كے آثار مٹ گئے كہ گويا وہ اس سرزمين مي</w:t>
      </w:r>
      <w:r w:rsidR="007D6C9B">
        <w:rPr>
          <w:rtl/>
        </w:rPr>
        <w:t xml:space="preserve">ں </w:t>
      </w:r>
      <w:r>
        <w:rPr>
          <w:rtl/>
        </w:rPr>
        <w:t>كبھى رہتے ہى نہ تھے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جان لوكہ قوم ثمود نے اپنے پروردگار سے كفر كيا تھا اور انہو</w:t>
      </w:r>
      <w:r w:rsidR="007D6C9B">
        <w:rPr>
          <w:rtl/>
        </w:rPr>
        <w:t xml:space="preserve">ں </w:t>
      </w:r>
      <w:r>
        <w:rPr>
          <w:rtl/>
        </w:rPr>
        <w:t>نے احكام الہى كو پس پشت ڈال ديا تھا_ ''دور ہو قوم ثمود، اللہ كے لطف ورحمت سے اور ان پر لعنت ہو''_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346C35" w:rsidRDefault="00DE2D7F" w:rsidP="00D07B54">
      <w:pPr>
        <w:pStyle w:val="Heading2Center"/>
        <w:rPr>
          <w:rtl/>
        </w:rPr>
      </w:pPr>
      <w:bookmarkStart w:id="66" w:name="_Toc7268463"/>
      <w:r>
        <w:rPr>
          <w:rtl/>
        </w:rPr>
        <w:t>''صيحة'' سے كيا مرادہے ؟</w:t>
      </w:r>
      <w:bookmarkEnd w:id="66"/>
      <w:r>
        <w:rPr>
          <w:rtl/>
        </w:rPr>
        <w:t xml:space="preserve"> </w:t>
      </w:r>
    </w:p>
    <w:p w:rsidR="00DE2D7F" w:rsidRDefault="00DE2D7F" w:rsidP="00D07B54">
      <w:pPr>
        <w:pStyle w:val="libNormal"/>
        <w:rPr>
          <w:rtl/>
        </w:rPr>
      </w:pPr>
      <w:r>
        <w:rPr>
          <w:rtl/>
        </w:rPr>
        <w:t>''صيحة''لغت مي</w:t>
      </w:r>
      <w:r w:rsidR="007D6C9B">
        <w:rPr>
          <w:rtl/>
        </w:rPr>
        <w:t xml:space="preserve">ں </w:t>
      </w:r>
      <w:r>
        <w:rPr>
          <w:rtl/>
        </w:rPr>
        <w:t>''بہت بلند آواز '' كو كہتے ہي</w:t>
      </w:r>
      <w:r w:rsidR="007D6C9B">
        <w:rPr>
          <w:rtl/>
        </w:rPr>
        <w:t xml:space="preserve">ں </w:t>
      </w:r>
      <w:r>
        <w:rPr>
          <w:rtl/>
        </w:rPr>
        <w:t>جو عام طور پر كسى انسان يا جانور كے منہ سے نكلتى ہے ليكن اس كا مفہوم اسى سے مخصوص نہي</w:t>
      </w:r>
      <w:r w:rsidR="007D6C9B">
        <w:rPr>
          <w:rtl/>
        </w:rPr>
        <w:t xml:space="preserve">ں </w:t>
      </w:r>
      <w:r>
        <w:rPr>
          <w:rtl/>
        </w:rPr>
        <w:t>ہے بلكہ ہر قسم كى '' نہايت بلند آواز ''اس كے مفہوم مي</w:t>
      </w:r>
      <w:r w:rsidR="007D6C9B">
        <w:rPr>
          <w:rtl/>
        </w:rPr>
        <w:t xml:space="preserve">ں </w:t>
      </w:r>
      <w:r>
        <w:rPr>
          <w:rtl/>
        </w:rPr>
        <w:t xml:space="preserve">شامل ہے _ </w:t>
      </w:r>
    </w:p>
    <w:p w:rsidR="00DE2D7F" w:rsidRDefault="00DE2D7F" w:rsidP="00D07B54">
      <w:pPr>
        <w:pStyle w:val="libNormal"/>
        <w:rPr>
          <w:rtl/>
        </w:rPr>
      </w:pPr>
      <w:r>
        <w:rPr>
          <w:rtl/>
        </w:rPr>
        <w:t>آيات قرآنى كے مطابق صيحہ آسمانى كے ذريعہ چند ايك گنہگارقومو</w:t>
      </w:r>
      <w:r w:rsidR="007D6C9B">
        <w:rPr>
          <w:rtl/>
        </w:rPr>
        <w:t xml:space="preserve">ں </w:t>
      </w:r>
      <w:r>
        <w:rPr>
          <w:rtl/>
        </w:rPr>
        <w:t>كوسزا دى گئي ہے ان مي</w:t>
      </w:r>
      <w:r w:rsidR="007D6C9B">
        <w:rPr>
          <w:rtl/>
        </w:rPr>
        <w:t xml:space="preserve">ں </w:t>
      </w:r>
      <w:r>
        <w:rPr>
          <w:rtl/>
        </w:rPr>
        <w:t>سے ايك يہى قوم ثمود تھي، دوسرى قوم لوط ،</w:t>
      </w:r>
      <w:r w:rsidRPr="00AD1EF3">
        <w:rPr>
          <w:rStyle w:val="libFootnotenumChar"/>
          <w:rtl/>
        </w:rPr>
        <w:t>(</w:t>
      </w:r>
      <w:r w:rsidR="00E664BB" w:rsidRPr="00AD1EF3">
        <w:rPr>
          <w:rStyle w:val="libFootnotenumChar"/>
          <w:rtl/>
        </w:rPr>
        <w:t>3</w:t>
      </w:r>
      <w:r w:rsidRPr="00AD1EF3">
        <w:rPr>
          <w:rStyle w:val="libFootnotenumChar"/>
          <w:rtl/>
        </w:rPr>
        <w:t>)</w:t>
      </w:r>
      <w:r>
        <w:rPr>
          <w:rtl/>
        </w:rPr>
        <w:t>اور تيسرى قوم شعيب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قرآن كى دوسرى آيات سے قوم ثمود كے بارے مي</w:t>
      </w:r>
      <w:r w:rsidR="007D6C9B">
        <w:rPr>
          <w:rtl/>
        </w:rPr>
        <w:t xml:space="preserve">ں </w:t>
      </w:r>
      <w:r>
        <w:rPr>
          <w:rtl/>
        </w:rPr>
        <w:t>معلوم ہوتا ہے كہ اسے صاعقہ كے ذريعہ سزا ہوئي ارشاد الہى ہے : ''اگر وہ منھ پھير لي</w:t>
      </w:r>
      <w:r w:rsidR="007D6C9B">
        <w:rPr>
          <w:rtl/>
        </w:rPr>
        <w:t xml:space="preserve">ں </w:t>
      </w:r>
      <w:r>
        <w:rPr>
          <w:rtl/>
        </w:rPr>
        <w:t>تو پھر كہہ دو كہ مي</w:t>
      </w:r>
      <w:r w:rsidR="007D6C9B">
        <w:rPr>
          <w:rtl/>
        </w:rPr>
        <w:t xml:space="preserve">ں </w:t>
      </w:r>
      <w:r>
        <w:rPr>
          <w:rtl/>
        </w:rPr>
        <w:t>ايسى بجلى سے ڈراتا ہو</w:t>
      </w:r>
      <w:r w:rsidR="007D6C9B">
        <w:rPr>
          <w:rtl/>
        </w:rPr>
        <w:t xml:space="preserve">ں </w:t>
      </w:r>
      <w:r>
        <w:rPr>
          <w:rtl/>
        </w:rPr>
        <w:t>جيسى عاد و ثمود پر گري''_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ہود ايت </w:t>
      </w:r>
      <w:r w:rsidR="00E664BB">
        <w:rPr>
          <w:rtl/>
        </w:rPr>
        <w:t>67</w:t>
      </w:r>
      <w:r>
        <w:rPr>
          <w:rtl/>
        </w:rPr>
        <w:t>_</w:t>
      </w:r>
      <w:r w:rsidR="00E664BB">
        <w:rPr>
          <w:rtl/>
        </w:rPr>
        <w:t>68</w:t>
      </w:r>
      <w:r>
        <w:rPr>
          <w:rtl/>
        </w:rPr>
        <w:t xml:space="preserve"> </w:t>
      </w:r>
    </w:p>
    <w:p w:rsidR="00DE2D7F" w:rsidRDefault="00DE2D7F" w:rsidP="00D07B54">
      <w:pPr>
        <w:pStyle w:val="libFootnote"/>
        <w:rPr>
          <w:rtl/>
        </w:rPr>
      </w:pPr>
      <w:r>
        <w:rPr>
          <w:rtl/>
        </w:rPr>
        <w:t>(</w:t>
      </w:r>
      <w:r w:rsidR="00E664BB">
        <w:rPr>
          <w:rtl/>
        </w:rPr>
        <w:t>2</w:t>
      </w:r>
      <w:r>
        <w:rPr>
          <w:rtl/>
        </w:rPr>
        <w:t xml:space="preserve">)سورہ ہود آيت </w:t>
      </w:r>
      <w:r w:rsidR="00E664BB">
        <w:rPr>
          <w:rtl/>
        </w:rPr>
        <w:t>86</w:t>
      </w:r>
      <w:r>
        <w:rPr>
          <w:rtl/>
        </w:rPr>
        <w:t xml:space="preserve"> </w:t>
      </w:r>
    </w:p>
    <w:p w:rsidR="00DE2D7F" w:rsidRDefault="00DE2D7F" w:rsidP="00D07B54">
      <w:pPr>
        <w:pStyle w:val="libFootnote"/>
        <w:rPr>
          <w:rtl/>
        </w:rPr>
      </w:pPr>
      <w:r>
        <w:rPr>
          <w:rtl/>
        </w:rPr>
        <w:t>(</w:t>
      </w:r>
      <w:r w:rsidR="00E664BB">
        <w:rPr>
          <w:rtl/>
        </w:rPr>
        <w:t>3</w:t>
      </w:r>
      <w:r>
        <w:rPr>
          <w:rtl/>
        </w:rPr>
        <w:t xml:space="preserve">)سورہ حجرآيت </w:t>
      </w:r>
      <w:r w:rsidR="00E664BB">
        <w:rPr>
          <w:rtl/>
        </w:rPr>
        <w:t>73</w:t>
      </w:r>
      <w:r>
        <w:rPr>
          <w:rtl/>
        </w:rPr>
        <w:t xml:space="preserve"> </w:t>
      </w:r>
    </w:p>
    <w:p w:rsidR="00DE2D7F" w:rsidRDefault="00DE2D7F" w:rsidP="00D07B54">
      <w:pPr>
        <w:pStyle w:val="libFootnote"/>
        <w:rPr>
          <w:rtl/>
        </w:rPr>
      </w:pPr>
      <w:r>
        <w:rPr>
          <w:rtl/>
        </w:rPr>
        <w:t>(</w:t>
      </w:r>
      <w:r w:rsidR="00E664BB">
        <w:rPr>
          <w:rtl/>
        </w:rPr>
        <w:t>4</w:t>
      </w:r>
      <w:r>
        <w:rPr>
          <w:rtl/>
        </w:rPr>
        <w:t xml:space="preserve">)سورہ ہودآيت </w:t>
      </w:r>
      <w:r w:rsidR="00E44785">
        <w:rPr>
          <w:rtl/>
        </w:rPr>
        <w:t>9</w:t>
      </w:r>
      <w:r w:rsidR="00E664BB">
        <w:rPr>
          <w:rtl/>
        </w:rPr>
        <w:t>4</w:t>
      </w:r>
      <w:r>
        <w:rPr>
          <w:rtl/>
        </w:rPr>
        <w:t xml:space="preserve"> </w:t>
      </w:r>
    </w:p>
    <w:p w:rsidR="00DE2D7F" w:rsidRDefault="00DE2D7F" w:rsidP="00D07B54">
      <w:pPr>
        <w:pStyle w:val="libFootnote"/>
        <w:rPr>
          <w:rtl/>
        </w:rPr>
      </w:pPr>
      <w:r>
        <w:rPr>
          <w:rtl/>
        </w:rPr>
        <w:t>(</w:t>
      </w:r>
      <w:r w:rsidR="00E664BB">
        <w:rPr>
          <w:rtl/>
        </w:rPr>
        <w:t>5</w:t>
      </w:r>
      <w:r>
        <w:rPr>
          <w:rtl/>
        </w:rPr>
        <w:t>)سورہ فصلت آيت</w:t>
      </w:r>
      <w:r w:rsidR="00E664BB">
        <w:rPr>
          <w:rtl/>
        </w:rPr>
        <w:t>13</w:t>
      </w:r>
      <w:r>
        <w:rPr>
          <w:rtl/>
        </w:rPr>
        <w:t xml:space="preserve"> </w:t>
      </w:r>
    </w:p>
    <w:p w:rsidR="00346C35" w:rsidRDefault="00C2634E" w:rsidP="00D07B54">
      <w:pPr>
        <w:pStyle w:val="libNormal"/>
        <w:rPr>
          <w:rtl/>
        </w:rPr>
      </w:pPr>
      <w:r>
        <w:rPr>
          <w:rtl/>
        </w:rPr>
        <w:t xml:space="preserve"> </w:t>
      </w:r>
      <w:r>
        <w:rPr>
          <w:rtl/>
        </w:rPr>
        <w:br w:type="page"/>
      </w:r>
    </w:p>
    <w:p w:rsidR="00346C35" w:rsidRDefault="00346C35" w:rsidP="00D07B54">
      <w:pPr>
        <w:pStyle w:val="libNormal"/>
        <w:rPr>
          <w:rtl/>
        </w:rPr>
      </w:pPr>
    </w:p>
    <w:p w:rsidR="00DE2D7F" w:rsidRDefault="00DE2D7F" w:rsidP="00D07B54">
      <w:pPr>
        <w:pStyle w:val="libNormal"/>
        <w:rPr>
          <w:rtl/>
        </w:rPr>
      </w:pPr>
      <w:r>
        <w:rPr>
          <w:rtl/>
        </w:rPr>
        <w:t>يہ چيز نشاندہى كرتى ہے كہ ''صيحہ'' سے مراد '' صاعقہ '' كى وحشتناك آوازہے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آيات قرآنى كے مطابق اس دنيا كا اختتام بھى ايك عمومى صيحہ كے ذريعے ہوگا _ </w:t>
      </w:r>
    </w:p>
    <w:p w:rsidR="00DE2D7F" w:rsidRDefault="00DE2D7F" w:rsidP="00D07B54">
      <w:pPr>
        <w:pStyle w:val="libNormal"/>
        <w:rPr>
          <w:rtl/>
        </w:rPr>
      </w:pPr>
    </w:p>
    <w:p w:rsidR="00346C35" w:rsidRDefault="00DE2D7F" w:rsidP="00D07B54">
      <w:pPr>
        <w:pStyle w:val="Heading2Center"/>
        <w:rPr>
          <w:rtl/>
        </w:rPr>
      </w:pPr>
      <w:bookmarkStart w:id="67" w:name="_Toc7268464"/>
      <w:r>
        <w:rPr>
          <w:rtl/>
        </w:rPr>
        <w:t>حضرت صالح(ع) كے ساتھ نجات پانے والے افراد</w:t>
      </w:r>
      <w:bookmarkEnd w:id="67"/>
    </w:p>
    <w:p w:rsidR="00DE2D7F" w:rsidRDefault="00DE2D7F" w:rsidP="00D07B54">
      <w:pPr>
        <w:pStyle w:val="libNormal"/>
        <w:rPr>
          <w:rtl/>
        </w:rPr>
      </w:pPr>
      <w:r>
        <w:rPr>
          <w:rtl/>
        </w:rPr>
        <w:t xml:space="preserve"> بعض مفسرين كہتے ہي</w:t>
      </w:r>
      <w:r w:rsidR="007D6C9B">
        <w:rPr>
          <w:rtl/>
        </w:rPr>
        <w:t xml:space="preserve">ں </w:t>
      </w:r>
      <w:r>
        <w:rPr>
          <w:rtl/>
        </w:rPr>
        <w:t>كہ حضرت صالح عليہ السلام كے دوستو</w:t>
      </w:r>
      <w:r w:rsidR="007D6C9B">
        <w:rPr>
          <w:rtl/>
        </w:rPr>
        <w:t xml:space="preserve">ں </w:t>
      </w:r>
      <w:r>
        <w:rPr>
          <w:rtl/>
        </w:rPr>
        <w:t xml:space="preserve">كى تعداد چار ہزار تھي_جوآپ كے ساتھ عذاب سے بچ گئے تھے اور حكم پرردگار كے مطابق فساد و گناہ سے لبريز اس علاقہ سے كوچ كركے ''حضر موت'' جاپہنچے تھے_ </w:t>
      </w:r>
    </w:p>
    <w:p w:rsidR="00DE2D7F" w:rsidRDefault="00DE2D7F" w:rsidP="00D07B54">
      <w:pPr>
        <w:pStyle w:val="libNormal"/>
        <w:rPr>
          <w:rtl/>
        </w:rPr>
      </w:pPr>
    </w:p>
    <w:p w:rsidR="00346C35" w:rsidRDefault="00DE2D7F" w:rsidP="00D07B54">
      <w:pPr>
        <w:pStyle w:val="Heading2Center"/>
        <w:rPr>
          <w:rtl/>
        </w:rPr>
      </w:pPr>
      <w:bookmarkStart w:id="68" w:name="_Toc7268465"/>
      <w:r>
        <w:rPr>
          <w:rtl/>
        </w:rPr>
        <w:t>وادى القرى مي</w:t>
      </w:r>
      <w:r w:rsidR="007D6C9B">
        <w:rPr>
          <w:rtl/>
        </w:rPr>
        <w:t xml:space="preserve">ں </w:t>
      </w:r>
      <w:r>
        <w:rPr>
          <w:rtl/>
        </w:rPr>
        <w:t>نو</w:t>
      </w:r>
      <w:r w:rsidR="00B44E29">
        <w:rPr>
          <w:rFonts w:hint="cs"/>
          <w:rtl/>
        </w:rPr>
        <w:t xml:space="preserve"> </w:t>
      </w:r>
      <w:r w:rsidR="00E44785">
        <w:rPr>
          <w:rtl/>
        </w:rPr>
        <w:t>9</w:t>
      </w:r>
      <w:r w:rsidR="00B44E29">
        <w:rPr>
          <w:rFonts w:hint="cs"/>
          <w:rtl/>
        </w:rPr>
        <w:t xml:space="preserve"> </w:t>
      </w:r>
      <w:r>
        <w:rPr>
          <w:rtl/>
        </w:rPr>
        <w:t>مفسدٹولو</w:t>
      </w:r>
      <w:r w:rsidR="007D6C9B">
        <w:rPr>
          <w:rtl/>
        </w:rPr>
        <w:t xml:space="preserve">ں </w:t>
      </w:r>
      <w:r>
        <w:rPr>
          <w:rtl/>
        </w:rPr>
        <w:t>كى سازش</w:t>
      </w:r>
      <w:bookmarkEnd w:id="68"/>
    </w:p>
    <w:p w:rsidR="00DE2D7F" w:rsidRDefault="00DE2D7F" w:rsidP="00D07B54">
      <w:pPr>
        <w:pStyle w:val="libNormal"/>
        <w:rPr>
          <w:rtl/>
        </w:rPr>
      </w:pPr>
      <w:r>
        <w:rPr>
          <w:rtl/>
        </w:rPr>
        <w:t xml:space="preserve"> يہا</w:t>
      </w:r>
      <w:r w:rsidR="007D6C9B">
        <w:rPr>
          <w:rtl/>
        </w:rPr>
        <w:t xml:space="preserve">ں </w:t>
      </w:r>
      <w:r>
        <w:rPr>
          <w:rtl/>
        </w:rPr>
        <w:t>پر حضرت صالح اور ان كى قوم كى داستان كا ايك اور حصہ بيان كيا گيا ہے جو درحقيقت گزشتہ حصے كا تتمہّ ہے اور اسى پر اس داستان كا اختتام ہوتا ہے _اس مي</w:t>
      </w:r>
      <w:r w:rsidR="007D6C9B">
        <w:rPr>
          <w:rtl/>
        </w:rPr>
        <w:t xml:space="preserve">ں </w:t>
      </w:r>
      <w:r>
        <w:rPr>
          <w:rtl/>
        </w:rPr>
        <w:t>حضرت صالح عليہ السلام كے قتل كے منصوبے كا ذكر ہے جو نوكا فراورمنافق لوگو</w:t>
      </w:r>
      <w:r w:rsidR="007D6C9B">
        <w:rPr>
          <w:rtl/>
        </w:rPr>
        <w:t xml:space="preserve">ں </w:t>
      </w:r>
      <w:r>
        <w:rPr>
          <w:rtl/>
        </w:rPr>
        <w:t xml:space="preserve">نے تيار كيا تھا اور خدا نے ان كے اس منصوبے كو ناكام بناديا_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)سوال پيدا ہوتا ہے كہ كيا صاعقہ كى وحشت ناك آواز كسى جمعيت كو نابود كرسكتى ہے ؟ اس كا جواب مسلما ًمثبت ہے_ كيونكہ ہم جانتے ہي</w:t>
      </w:r>
      <w:r w:rsidR="007D6C9B">
        <w:rPr>
          <w:rtl/>
        </w:rPr>
        <w:t xml:space="preserve">ں </w:t>
      </w:r>
      <w:r>
        <w:rPr>
          <w:rtl/>
        </w:rPr>
        <w:t>كہ آوازكى لہري</w:t>
      </w:r>
      <w:r w:rsidR="007D6C9B">
        <w:rPr>
          <w:rtl/>
        </w:rPr>
        <w:t xml:space="preserve">ں </w:t>
      </w:r>
      <w:r>
        <w:rPr>
          <w:rtl/>
        </w:rPr>
        <w:t>جب ايك معين حدسے گزرجائي</w:t>
      </w:r>
      <w:r w:rsidR="007D6C9B">
        <w:rPr>
          <w:rtl/>
        </w:rPr>
        <w:t xml:space="preserve">ں </w:t>
      </w:r>
      <w:r>
        <w:rPr>
          <w:rtl/>
        </w:rPr>
        <w:t>تو وہ شيشے كو توڑديتى ہي</w:t>
      </w:r>
      <w:r w:rsidR="007D6C9B">
        <w:rPr>
          <w:rtl/>
        </w:rPr>
        <w:t xml:space="preserve">ں </w:t>
      </w:r>
      <w:r>
        <w:rPr>
          <w:rtl/>
        </w:rPr>
        <w:t>يہا</w:t>
      </w:r>
      <w:r w:rsidR="007D6C9B">
        <w:rPr>
          <w:rtl/>
        </w:rPr>
        <w:t xml:space="preserve">ں </w:t>
      </w:r>
      <w:r>
        <w:rPr>
          <w:rtl/>
        </w:rPr>
        <w:t>تك كہ بعض عمارتو</w:t>
      </w:r>
      <w:r w:rsidR="007D6C9B">
        <w:rPr>
          <w:rtl/>
        </w:rPr>
        <w:t xml:space="preserve">ں </w:t>
      </w:r>
      <w:r>
        <w:rPr>
          <w:rtl/>
        </w:rPr>
        <w:t>كو تباہ كرديتى ہي</w:t>
      </w:r>
      <w:r w:rsidR="007D6C9B">
        <w:rPr>
          <w:rtl/>
        </w:rPr>
        <w:t xml:space="preserve">ں </w:t>
      </w:r>
      <w:r>
        <w:rPr>
          <w:rtl/>
        </w:rPr>
        <w:t>اورا نسانى بدن كے لئے اندر كے آرگا نزم كو بيكار كرديتى ہي</w:t>
      </w:r>
      <w:r w:rsidR="007D6C9B">
        <w:rPr>
          <w:rtl/>
        </w:rPr>
        <w:t xml:space="preserve">ں </w:t>
      </w:r>
      <w:r>
        <w:rPr>
          <w:rtl/>
        </w:rPr>
        <w:t xml:space="preserve">_ </w:t>
      </w:r>
    </w:p>
    <w:p w:rsidR="00DE2D7F" w:rsidRDefault="00DE2D7F" w:rsidP="00D07B54">
      <w:pPr>
        <w:pStyle w:val="libFootnote"/>
        <w:rPr>
          <w:rtl/>
        </w:rPr>
      </w:pPr>
      <w:r>
        <w:rPr>
          <w:rtl/>
        </w:rPr>
        <w:t>ہم نے سنا ہے كہ جب ہوائي جہازصوتى ديوارتوڑديتے ہي</w:t>
      </w:r>
      <w:r w:rsidR="007D6C9B">
        <w:rPr>
          <w:rtl/>
        </w:rPr>
        <w:t xml:space="preserve">ں </w:t>
      </w:r>
      <w:r>
        <w:rPr>
          <w:rtl/>
        </w:rPr>
        <w:t>(اور آواز كى لہرو</w:t>
      </w:r>
      <w:r w:rsidR="007D6C9B">
        <w:rPr>
          <w:rtl/>
        </w:rPr>
        <w:t xml:space="preserve">ں </w:t>
      </w:r>
      <w:r>
        <w:rPr>
          <w:rtl/>
        </w:rPr>
        <w:t>سے تيز رفتار سے چلتے ہي</w:t>
      </w:r>
      <w:r w:rsidR="007D6C9B">
        <w:rPr>
          <w:rtl/>
        </w:rPr>
        <w:t xml:space="preserve">ں </w:t>
      </w:r>
      <w:r>
        <w:rPr>
          <w:rtl/>
        </w:rPr>
        <w:t>)توكچھ لوگ بے ہوش ہوكر گرجاتے ہي</w:t>
      </w:r>
      <w:r w:rsidR="007D6C9B">
        <w:rPr>
          <w:rtl/>
        </w:rPr>
        <w:t xml:space="preserve">ں </w:t>
      </w:r>
      <w:r>
        <w:rPr>
          <w:rtl/>
        </w:rPr>
        <w:t>يا عورتو</w:t>
      </w:r>
      <w:r w:rsidR="007D6C9B">
        <w:rPr>
          <w:rtl/>
        </w:rPr>
        <w:t xml:space="preserve">ں </w:t>
      </w:r>
      <w:r>
        <w:rPr>
          <w:rtl/>
        </w:rPr>
        <w:t>كے حمل ساقط ہوجاتے ہي</w:t>
      </w:r>
      <w:r w:rsidR="007D6C9B">
        <w:rPr>
          <w:rtl/>
        </w:rPr>
        <w:t xml:space="preserve">ں </w:t>
      </w:r>
      <w:r>
        <w:rPr>
          <w:rtl/>
        </w:rPr>
        <w:t>يا ان علاقو</w:t>
      </w:r>
      <w:r w:rsidR="007D6C9B">
        <w:rPr>
          <w:rtl/>
        </w:rPr>
        <w:t xml:space="preserve">ں </w:t>
      </w:r>
      <w:r>
        <w:rPr>
          <w:rtl/>
        </w:rPr>
        <w:t>مي</w:t>
      </w:r>
      <w:r w:rsidR="007D6C9B">
        <w:rPr>
          <w:rtl/>
        </w:rPr>
        <w:t xml:space="preserve">ں </w:t>
      </w:r>
      <w:r>
        <w:rPr>
          <w:rtl/>
        </w:rPr>
        <w:t>موجود عمارتو</w:t>
      </w:r>
      <w:r w:rsidR="007D6C9B">
        <w:rPr>
          <w:rtl/>
        </w:rPr>
        <w:t xml:space="preserve">ں </w:t>
      </w:r>
      <w:r>
        <w:rPr>
          <w:rtl/>
        </w:rPr>
        <w:t>كے تمام شيشے ٹوٹ جاتے ہي</w:t>
      </w:r>
      <w:r w:rsidR="007D6C9B">
        <w:rPr>
          <w:rtl/>
        </w:rPr>
        <w:t xml:space="preserve">ں </w:t>
      </w:r>
      <w:r>
        <w:rPr>
          <w:rtl/>
        </w:rPr>
        <w:t xml:space="preserve">_ </w:t>
      </w:r>
    </w:p>
    <w:p w:rsidR="00DE2D7F" w:rsidRDefault="00DE2D7F" w:rsidP="00D07B54">
      <w:pPr>
        <w:pStyle w:val="libFootnote"/>
        <w:rPr>
          <w:rtl/>
        </w:rPr>
      </w:pPr>
      <w:r>
        <w:rPr>
          <w:rtl/>
        </w:rPr>
        <w:t>فطرى اور طبيعى ہے كہ اگر آواز كى لہرو</w:t>
      </w:r>
      <w:r w:rsidR="007D6C9B">
        <w:rPr>
          <w:rtl/>
        </w:rPr>
        <w:t xml:space="preserve">ں </w:t>
      </w:r>
      <w:r>
        <w:rPr>
          <w:rtl/>
        </w:rPr>
        <w:t>كى شدت اس سے بھى زيادہ ہوجائے تو آسانى سے ممكن ہے كہ اعصاب مي</w:t>
      </w:r>
      <w:r w:rsidR="007D6C9B">
        <w:rPr>
          <w:rtl/>
        </w:rPr>
        <w:t xml:space="preserve">ں </w:t>
      </w:r>
      <w:r>
        <w:rPr>
          <w:rtl/>
        </w:rPr>
        <w:t>،دماغ كى رگو</w:t>
      </w:r>
      <w:r w:rsidR="007D6C9B">
        <w:rPr>
          <w:rtl/>
        </w:rPr>
        <w:t xml:space="preserve">ں </w:t>
      </w:r>
      <w:r>
        <w:rPr>
          <w:rtl/>
        </w:rPr>
        <w:t>مي</w:t>
      </w:r>
      <w:r w:rsidR="007D6C9B">
        <w:rPr>
          <w:rtl/>
        </w:rPr>
        <w:t xml:space="preserve">ں </w:t>
      </w:r>
      <w:r>
        <w:rPr>
          <w:rtl/>
        </w:rPr>
        <w:t>اور دل كى دھڑكن مي</w:t>
      </w:r>
      <w:r w:rsidR="007D6C9B">
        <w:rPr>
          <w:rtl/>
        </w:rPr>
        <w:t xml:space="preserve">ں </w:t>
      </w:r>
      <w:r>
        <w:rPr>
          <w:rtl/>
        </w:rPr>
        <w:t>تباہ كن اختلال پيدا ہوجائے جو انسانو</w:t>
      </w:r>
      <w:r w:rsidR="007D6C9B">
        <w:rPr>
          <w:rtl/>
        </w:rPr>
        <w:t xml:space="preserve">ں </w:t>
      </w:r>
      <w:r>
        <w:rPr>
          <w:rtl/>
        </w:rPr>
        <w:t>كى موت كا سبب بن جائے _آيات قرآنى كے مطابق اس دنيا كا اختتام مي</w:t>
      </w:r>
      <w:r w:rsidR="007D6C9B">
        <w:rPr>
          <w:rtl/>
        </w:rPr>
        <w:t xml:space="preserve">ں </w:t>
      </w:r>
      <w:r>
        <w:rPr>
          <w:rtl/>
        </w:rPr>
        <w:t>تباہ كن اختلال پيدا ہوجائے جو انسانو</w:t>
      </w:r>
      <w:r w:rsidR="007D6C9B">
        <w:rPr>
          <w:rtl/>
        </w:rPr>
        <w:t xml:space="preserve">ں </w:t>
      </w:r>
      <w:r>
        <w:rPr>
          <w:rtl/>
        </w:rPr>
        <w:t xml:space="preserve">كى موت كا سبب بن جائے گا_ </w:t>
      </w:r>
    </w:p>
    <w:p w:rsidR="00346C35" w:rsidRDefault="00C2634E" w:rsidP="00D07B54">
      <w:pPr>
        <w:pStyle w:val="libNormal"/>
        <w:rPr>
          <w:rtl/>
        </w:rPr>
      </w:pPr>
      <w:r>
        <w:rPr>
          <w:rtl/>
        </w:rPr>
        <w:t xml:space="preserve"> </w:t>
      </w:r>
      <w:r>
        <w:rPr>
          <w:rtl/>
        </w:rPr>
        <w:br w:type="page"/>
      </w:r>
    </w:p>
    <w:p w:rsidR="00346C35" w:rsidRDefault="00346C35" w:rsidP="00D07B54">
      <w:pPr>
        <w:pStyle w:val="libNormal"/>
        <w:rPr>
          <w:rtl/>
        </w:rPr>
      </w:pPr>
    </w:p>
    <w:p w:rsidR="00DE2D7F" w:rsidRDefault="00DE2D7F" w:rsidP="00D07B54">
      <w:pPr>
        <w:pStyle w:val="libNormal"/>
        <w:rPr>
          <w:rtl/>
        </w:rPr>
      </w:pPr>
      <w:r>
        <w:rPr>
          <w:rtl/>
        </w:rPr>
        <w:t>فرمايا گيا ہے :''اس شہر ( وادى القرى ) مي</w:t>
      </w:r>
      <w:r w:rsidR="007D6C9B">
        <w:rPr>
          <w:rtl/>
        </w:rPr>
        <w:t xml:space="preserve">ں </w:t>
      </w:r>
      <w:r>
        <w:rPr>
          <w:rtl/>
        </w:rPr>
        <w:t>نوٹولے تھے جو زمين مي</w:t>
      </w:r>
      <w:r w:rsidR="007D6C9B">
        <w:rPr>
          <w:rtl/>
        </w:rPr>
        <w:t xml:space="preserve">ں </w:t>
      </w:r>
      <w:r>
        <w:rPr>
          <w:rtl/>
        </w:rPr>
        <w:t>فساد برپا كرتے تھے اور اصلاح نہي</w:t>
      </w:r>
      <w:r w:rsidR="007D6C9B">
        <w:rPr>
          <w:rtl/>
        </w:rPr>
        <w:t xml:space="preserve">ں </w:t>
      </w:r>
      <w:r>
        <w:rPr>
          <w:rtl/>
        </w:rPr>
        <w:t>كرتے تھے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ان نومي</w:t>
      </w:r>
      <w:r w:rsidR="007D6C9B">
        <w:rPr>
          <w:rtl/>
        </w:rPr>
        <w:t xml:space="preserve">ں </w:t>
      </w:r>
      <w:r>
        <w:rPr>
          <w:rtl/>
        </w:rPr>
        <w:t>سے ہرگروہ كا ايك ايك سربراہ بھى تھا اور شايدان مي</w:t>
      </w:r>
      <w:r w:rsidR="007D6C9B">
        <w:rPr>
          <w:rtl/>
        </w:rPr>
        <w:t xml:space="preserve">ں </w:t>
      </w:r>
      <w:r>
        <w:rPr>
          <w:rtl/>
        </w:rPr>
        <w:t>سے ہر ايك كسى نہ كسى قبيلے كى طرف منسوب بھى تھا _ ظاہر ہے كہ جب صالح عليہ السلام نے ظہور فرمايا اور اپنا مقدس اور اصلاحى آئين لوگو</w:t>
      </w:r>
      <w:r w:rsidR="007D6C9B">
        <w:rPr>
          <w:rtl/>
        </w:rPr>
        <w:t xml:space="preserve">ں </w:t>
      </w:r>
      <w:r>
        <w:rPr>
          <w:rtl/>
        </w:rPr>
        <w:t>كے سامنے پيش كيا تو ان ٹولو</w:t>
      </w:r>
      <w:r w:rsidR="007D6C9B">
        <w:rPr>
          <w:rtl/>
        </w:rPr>
        <w:t xml:space="preserve">ں </w:t>
      </w:r>
      <w:r>
        <w:rPr>
          <w:rtl/>
        </w:rPr>
        <w:t>پر عرصہ حيات تنگ ہونے لگا يہى وجہ ہے كہ قرآن كے مطابق انھو</w:t>
      </w:r>
      <w:r w:rsidR="007D6C9B">
        <w:rPr>
          <w:rtl/>
        </w:rPr>
        <w:t xml:space="preserve">ں </w:t>
      </w:r>
      <w:r>
        <w:rPr>
          <w:rtl/>
        </w:rPr>
        <w:t>نے كہا :'' آئو خدا كى قسم اٹھا كر عہد كري</w:t>
      </w:r>
      <w:r w:rsidR="007D6C9B">
        <w:rPr>
          <w:rtl/>
        </w:rPr>
        <w:t xml:space="preserve">ں </w:t>
      </w:r>
      <w:r>
        <w:rPr>
          <w:rtl/>
        </w:rPr>
        <w:t>كہ صالح(ع) اور ان كے خاندان پر شب خون ماركر انھي</w:t>
      </w:r>
      <w:r w:rsidR="007D6C9B">
        <w:rPr>
          <w:rtl/>
        </w:rPr>
        <w:t xml:space="preserve">ں </w:t>
      </w:r>
      <w:r>
        <w:rPr>
          <w:rtl/>
        </w:rPr>
        <w:t>قتل كردي</w:t>
      </w:r>
      <w:r w:rsidR="007D6C9B">
        <w:rPr>
          <w:rtl/>
        </w:rPr>
        <w:t xml:space="preserve">ں </w:t>
      </w:r>
      <w:r>
        <w:rPr>
          <w:rtl/>
        </w:rPr>
        <w:t>گے پھر ان كے خون كے وارث سے كہي</w:t>
      </w:r>
      <w:r w:rsidR="007D6C9B">
        <w:rPr>
          <w:rtl/>
        </w:rPr>
        <w:t xml:space="preserve">ں </w:t>
      </w:r>
      <w:r>
        <w:rPr>
          <w:rtl/>
        </w:rPr>
        <w:t>گے كہ ہمي</w:t>
      </w:r>
      <w:r w:rsidR="007D6C9B">
        <w:rPr>
          <w:rtl/>
        </w:rPr>
        <w:t xml:space="preserve">ں </w:t>
      </w:r>
      <w:r>
        <w:rPr>
          <w:rtl/>
        </w:rPr>
        <w:t>اس كے خاندان كے قتل كى كوئي خبر نہي</w:t>
      </w:r>
      <w:r w:rsidR="007D6C9B">
        <w:rPr>
          <w:rtl/>
        </w:rPr>
        <w:t xml:space="preserve">ں </w:t>
      </w:r>
      <w:r>
        <w:rPr>
          <w:rtl/>
        </w:rPr>
        <w:t>اور اپنى اس بات مي</w:t>
      </w:r>
      <w:r w:rsidR="007D6C9B">
        <w:rPr>
          <w:rtl/>
        </w:rPr>
        <w:t xml:space="preserve">ں </w:t>
      </w:r>
      <w:r>
        <w:rPr>
          <w:rtl/>
        </w:rPr>
        <w:t>ہم بالكل سچے ہي</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پھر لائق غور بات يہ ہے كہ انھو</w:t>
      </w:r>
      <w:r w:rsidR="007D6C9B">
        <w:rPr>
          <w:rtl/>
        </w:rPr>
        <w:t xml:space="preserve">ں </w:t>
      </w:r>
      <w:r>
        <w:rPr>
          <w:rtl/>
        </w:rPr>
        <w:t>نے قسم بھى ''اللہ '' كى كھائي تھى جس سے ظاہر ہوتا ہے كہ وہ بتو</w:t>
      </w:r>
      <w:r w:rsidR="007D6C9B">
        <w:rPr>
          <w:rtl/>
        </w:rPr>
        <w:t xml:space="preserve">ں </w:t>
      </w:r>
      <w:r>
        <w:rPr>
          <w:rtl/>
        </w:rPr>
        <w:t>كو پوجنے كے علاوہ زمين وآسمان كے خالق اللہ پر بھى عقيدہ ركھتے تھے اور اپنے اہم مسائل مي</w:t>
      </w:r>
      <w:r w:rsidR="007D6C9B">
        <w:rPr>
          <w:rtl/>
        </w:rPr>
        <w:t xml:space="preserve">ں </w:t>
      </w:r>
      <w:r>
        <w:rPr>
          <w:rtl/>
        </w:rPr>
        <w:t>اسى كے نام كى قسم كھاتے تھے يہ بھى واضح ہوتاہے كہ وہ اتنے مغرور اور بدمست ہوچكے تھے كہ اس قدر ہولناك جرم كے ارتكاب كے لئے بھى انھو</w:t>
      </w:r>
      <w:r w:rsidR="007D6C9B">
        <w:rPr>
          <w:rtl/>
        </w:rPr>
        <w:t xml:space="preserve">ں </w:t>
      </w:r>
      <w:r>
        <w:rPr>
          <w:rtl/>
        </w:rPr>
        <w:t>نے خدا ہى كا نام ليا گوياوہ كوئي اہم عبادت يا كوئي ايسا كام انجام دينے لگے ہو</w:t>
      </w:r>
      <w:r w:rsidR="007D6C9B">
        <w:rPr>
          <w:rtl/>
        </w:rPr>
        <w:t xml:space="preserve">ں </w:t>
      </w:r>
      <w:r>
        <w:rPr>
          <w:rtl/>
        </w:rPr>
        <w:t>جو اللہ كو بہت منظور ہے خدا سے بے خبر مغروراور گمراہ لوگو</w:t>
      </w:r>
      <w:r w:rsidR="007D6C9B">
        <w:rPr>
          <w:rtl/>
        </w:rPr>
        <w:t xml:space="preserve">ں </w:t>
      </w:r>
      <w:r>
        <w:rPr>
          <w:rtl/>
        </w:rPr>
        <w:t xml:space="preserve">كا وطيرہ ايساہى ہوا كرتا ہے _ </w:t>
      </w:r>
    </w:p>
    <w:p w:rsidR="00DE2D7F" w:rsidRDefault="00DE2D7F" w:rsidP="00D07B54">
      <w:pPr>
        <w:pStyle w:val="libNormal"/>
        <w:rPr>
          <w:rtl/>
        </w:rPr>
      </w:pPr>
      <w:r>
        <w:rPr>
          <w:rtl/>
        </w:rPr>
        <w:t>وہ صالح(ع) عليہ السلام كے ہمنوائو</w:t>
      </w:r>
      <w:r w:rsidR="007D6C9B">
        <w:rPr>
          <w:rtl/>
        </w:rPr>
        <w:t xml:space="preserve">ں </w:t>
      </w:r>
      <w:r>
        <w:rPr>
          <w:rtl/>
        </w:rPr>
        <w:t>اور ان كے قوم وقبيلہ سے خوف كھاتے تھے لہذا انھو</w:t>
      </w:r>
      <w:r w:rsidR="007D6C9B">
        <w:rPr>
          <w:rtl/>
        </w:rPr>
        <w:t xml:space="preserve">ں </w:t>
      </w:r>
      <w:r>
        <w:rPr>
          <w:rtl/>
        </w:rPr>
        <w:t>نے ايسا منصوبہ بنايا كہ جس سے وہ اپنے مقصد مي</w:t>
      </w:r>
      <w:r w:rsidR="007D6C9B">
        <w:rPr>
          <w:rtl/>
        </w:rPr>
        <w:t xml:space="preserve">ں </w:t>
      </w:r>
      <w:r>
        <w:rPr>
          <w:rtl/>
        </w:rPr>
        <w:t>بھى كامياب ہوجائي</w:t>
      </w:r>
      <w:r w:rsidR="007D6C9B">
        <w:rPr>
          <w:rtl/>
        </w:rPr>
        <w:t xml:space="preserve">ں </w:t>
      </w:r>
      <w:r>
        <w:rPr>
          <w:rtl/>
        </w:rPr>
        <w:t>اور صالح(ع) كے طرفدارو</w:t>
      </w:r>
      <w:r w:rsidR="007D6C9B">
        <w:rPr>
          <w:rtl/>
        </w:rPr>
        <w:t xml:space="preserve">ں </w:t>
      </w:r>
      <w:r>
        <w:rPr>
          <w:rtl/>
        </w:rPr>
        <w:t>كے غيظ وغضب كابھى شكار نہ ہو</w:t>
      </w:r>
      <w:r w:rsidR="007D6C9B">
        <w:rPr>
          <w:rtl/>
        </w:rPr>
        <w:t xml:space="preserve">ں </w:t>
      </w:r>
      <w:r>
        <w:rPr>
          <w:rtl/>
        </w:rPr>
        <w:t>_ گويا وہ ايك تير سے دو شكار كرنا چاہتے تھے بنابر اين انھو</w:t>
      </w:r>
      <w:r w:rsidR="007D6C9B">
        <w:rPr>
          <w:rtl/>
        </w:rPr>
        <w:t xml:space="preserve">ں </w:t>
      </w:r>
      <w:r>
        <w:rPr>
          <w:rtl/>
        </w:rPr>
        <w:t>نے رات كے وقت حملہ كى تركيب سوچى اور طے كرليا كہ جب بھى كوئي شخص ان سے پوچھ گچھ كرے گا تو سب متفق ہوكر قسم اٹھائي</w:t>
      </w:r>
      <w:r w:rsidR="007D6C9B">
        <w:rPr>
          <w:rtl/>
        </w:rPr>
        <w:t xml:space="preserve">ں </w:t>
      </w:r>
      <w:r>
        <w:rPr>
          <w:rtl/>
        </w:rPr>
        <w:t>گے كہ اس منصوبے مي</w:t>
      </w:r>
      <w:r w:rsidR="007D6C9B">
        <w:rPr>
          <w:rtl/>
        </w:rPr>
        <w:t xml:space="preserve">ں </w:t>
      </w:r>
      <w:r>
        <w:rPr>
          <w:rtl/>
        </w:rPr>
        <w:t>ان كا كوئي عمل دخل نہي</w:t>
      </w:r>
      <w:r w:rsidR="007D6C9B">
        <w:rPr>
          <w:rtl/>
        </w:rPr>
        <w:t xml:space="preserve">ں </w:t>
      </w:r>
      <w:r>
        <w:rPr>
          <w:rtl/>
        </w:rPr>
        <w:t>تھا يہا</w:t>
      </w:r>
      <w:r w:rsidR="007D6C9B">
        <w:rPr>
          <w:rtl/>
        </w:rPr>
        <w:t xml:space="preserve">ں </w:t>
      </w:r>
      <w:r>
        <w:rPr>
          <w:rtl/>
        </w:rPr>
        <w:t>تك كہ وہ اس وقت موجود بھى نہي</w:t>
      </w:r>
      <w:r w:rsidR="007D6C9B">
        <w:rPr>
          <w:rtl/>
        </w:rPr>
        <w:t xml:space="preserve">ں </w:t>
      </w:r>
      <w:r>
        <w:rPr>
          <w:rtl/>
        </w:rPr>
        <w:t xml:space="preserve">تھے _ (كيونكہ ان كي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نمل آيت </w:t>
      </w:r>
      <w:r w:rsidR="00E664BB">
        <w:rPr>
          <w:rtl/>
        </w:rPr>
        <w:t>48</w:t>
      </w:r>
      <w:r>
        <w:rPr>
          <w:rtl/>
        </w:rPr>
        <w:t xml:space="preserve"> </w:t>
      </w:r>
    </w:p>
    <w:p w:rsidR="00DE2D7F" w:rsidRDefault="00DE2D7F" w:rsidP="00D07B54">
      <w:pPr>
        <w:pStyle w:val="libFootnote"/>
        <w:rPr>
          <w:rtl/>
        </w:rPr>
      </w:pPr>
      <w:r>
        <w:rPr>
          <w:rtl/>
        </w:rPr>
        <w:t>(</w:t>
      </w:r>
      <w:r w:rsidR="00E664BB">
        <w:rPr>
          <w:rtl/>
        </w:rPr>
        <w:t>2</w:t>
      </w:r>
      <w:r>
        <w:rPr>
          <w:rtl/>
        </w:rPr>
        <w:t xml:space="preserve">)سورہ نمل آيت </w:t>
      </w:r>
      <w:r w:rsidR="00E664BB">
        <w:rPr>
          <w:rtl/>
        </w:rPr>
        <w:t>4</w:t>
      </w:r>
      <w:r w:rsidR="00E44785">
        <w:rPr>
          <w:rtl/>
        </w:rPr>
        <w:t>9</w:t>
      </w:r>
      <w:r>
        <w:rPr>
          <w:rtl/>
        </w:rPr>
        <w:t xml:space="preserve"> </w:t>
      </w:r>
    </w:p>
    <w:p w:rsidR="00346C35" w:rsidRDefault="001648F9" w:rsidP="00D07B54">
      <w:pPr>
        <w:pStyle w:val="libNormal"/>
        <w:rPr>
          <w:rtl/>
        </w:rPr>
      </w:pPr>
      <w:r>
        <w:rPr>
          <w:rtl/>
        </w:rPr>
        <w:t xml:space="preserve"> </w:t>
      </w:r>
      <w:r>
        <w:rPr>
          <w:rtl/>
        </w:rPr>
        <w:br w:type="page"/>
      </w:r>
    </w:p>
    <w:p w:rsidR="00346C35" w:rsidRDefault="00346C35" w:rsidP="00D07B54">
      <w:pPr>
        <w:pStyle w:val="libNormal"/>
        <w:rPr>
          <w:rtl/>
        </w:rPr>
      </w:pPr>
    </w:p>
    <w:p w:rsidR="00DE2D7F" w:rsidRDefault="00DE2D7F" w:rsidP="00D07B54">
      <w:pPr>
        <w:pStyle w:val="libNormal"/>
        <w:rPr>
          <w:rtl/>
        </w:rPr>
      </w:pPr>
      <w:r>
        <w:rPr>
          <w:rtl/>
        </w:rPr>
        <w:t xml:space="preserve">صالح(ع) كے ساتھ مخالفت پہلے سے دنيا كو معلوم تھى )_ </w:t>
      </w:r>
    </w:p>
    <w:p w:rsidR="00DE2D7F" w:rsidRDefault="00DE2D7F" w:rsidP="00D07B54">
      <w:pPr>
        <w:pStyle w:val="libNormal"/>
        <w:rPr>
          <w:rtl/>
        </w:rPr>
      </w:pPr>
      <w:r>
        <w:rPr>
          <w:rtl/>
        </w:rPr>
        <w:t>تاريخو</w:t>
      </w:r>
      <w:r w:rsidR="007D6C9B">
        <w:rPr>
          <w:rtl/>
        </w:rPr>
        <w:t xml:space="preserve">ں </w:t>
      </w:r>
      <w:r>
        <w:rPr>
          <w:rtl/>
        </w:rPr>
        <w:t>مي</w:t>
      </w:r>
      <w:r w:rsidR="007D6C9B">
        <w:rPr>
          <w:rtl/>
        </w:rPr>
        <w:t xml:space="preserve">ں </w:t>
      </w:r>
      <w:r>
        <w:rPr>
          <w:rtl/>
        </w:rPr>
        <w:t>ہے كہ ان كى سازش كچھ يو</w:t>
      </w:r>
      <w:r w:rsidR="007D6C9B">
        <w:rPr>
          <w:rtl/>
        </w:rPr>
        <w:t xml:space="preserve">ں </w:t>
      </w:r>
      <w:r>
        <w:rPr>
          <w:rtl/>
        </w:rPr>
        <w:t>تھى كہ شہر كے اطراف مي</w:t>
      </w:r>
      <w:r w:rsidR="007D6C9B">
        <w:rPr>
          <w:rtl/>
        </w:rPr>
        <w:t xml:space="preserve">ں </w:t>
      </w:r>
      <w:r>
        <w:rPr>
          <w:rtl/>
        </w:rPr>
        <w:t>ايك پہاڑ تھا اور پہاڑمي</w:t>
      </w:r>
      <w:r w:rsidR="007D6C9B">
        <w:rPr>
          <w:rtl/>
        </w:rPr>
        <w:t xml:space="preserve">ں </w:t>
      </w:r>
      <w:r>
        <w:rPr>
          <w:rtl/>
        </w:rPr>
        <w:t>ايك غار تھى جس مي</w:t>
      </w:r>
      <w:r w:rsidR="007D6C9B">
        <w:rPr>
          <w:rtl/>
        </w:rPr>
        <w:t xml:space="preserve">ں </w:t>
      </w:r>
      <w:r>
        <w:rPr>
          <w:rtl/>
        </w:rPr>
        <w:t>جناب صالح عليہ السلام عبادت كيا كرتے تھے اور كبھى كبھار وہ رات كو بھى اسى غار مي</w:t>
      </w:r>
      <w:r w:rsidR="007D6C9B">
        <w:rPr>
          <w:rtl/>
        </w:rPr>
        <w:t xml:space="preserve">ں </w:t>
      </w:r>
      <w:r>
        <w:rPr>
          <w:rtl/>
        </w:rPr>
        <w:t xml:space="preserve">جاكر اپنے پروردگار كى عبادت كرتے تھے اور اس سے رازونياز كيا كرتے تھے _ </w:t>
      </w:r>
    </w:p>
    <w:p w:rsidR="00DE2D7F" w:rsidRDefault="00DE2D7F" w:rsidP="00D07B54">
      <w:pPr>
        <w:pStyle w:val="libNormal"/>
        <w:rPr>
          <w:rtl/>
        </w:rPr>
      </w:pPr>
      <w:r>
        <w:rPr>
          <w:rtl/>
        </w:rPr>
        <w:t>انھو</w:t>
      </w:r>
      <w:r w:rsidR="007D6C9B">
        <w:rPr>
          <w:rtl/>
        </w:rPr>
        <w:t xml:space="preserve">ں </w:t>
      </w:r>
      <w:r>
        <w:rPr>
          <w:rtl/>
        </w:rPr>
        <w:t>نے طے كرليا كہ وہا</w:t>
      </w:r>
      <w:r w:rsidR="007D6C9B">
        <w:rPr>
          <w:rtl/>
        </w:rPr>
        <w:t xml:space="preserve">ں </w:t>
      </w:r>
      <w:r>
        <w:rPr>
          <w:rtl/>
        </w:rPr>
        <w:t>كمين لگا كر بيٹھ جائي</w:t>
      </w:r>
      <w:r w:rsidR="007D6C9B">
        <w:rPr>
          <w:rtl/>
        </w:rPr>
        <w:t xml:space="preserve">ں </w:t>
      </w:r>
      <w:r>
        <w:rPr>
          <w:rtl/>
        </w:rPr>
        <w:t>گے جب بھى صالح وہا</w:t>
      </w:r>
      <w:r w:rsidR="007D6C9B">
        <w:rPr>
          <w:rtl/>
        </w:rPr>
        <w:t xml:space="preserve">ں </w:t>
      </w:r>
      <w:r>
        <w:rPr>
          <w:rtl/>
        </w:rPr>
        <w:t>آئي</w:t>
      </w:r>
      <w:r w:rsidR="007D6C9B">
        <w:rPr>
          <w:rtl/>
        </w:rPr>
        <w:t xml:space="preserve">ں </w:t>
      </w:r>
      <w:r>
        <w:rPr>
          <w:rtl/>
        </w:rPr>
        <w:t>گے انھي</w:t>
      </w:r>
      <w:r w:rsidR="007D6C9B">
        <w:rPr>
          <w:rtl/>
        </w:rPr>
        <w:t xml:space="preserve">ں </w:t>
      </w:r>
      <w:r>
        <w:rPr>
          <w:rtl/>
        </w:rPr>
        <w:t>قتل كردي</w:t>
      </w:r>
      <w:r w:rsidR="007D6C9B">
        <w:rPr>
          <w:rtl/>
        </w:rPr>
        <w:t xml:space="preserve">ں </w:t>
      </w:r>
      <w:r>
        <w:rPr>
          <w:rtl/>
        </w:rPr>
        <w:t>گے _ان كى شہادت كے بعد ان كے اہل خانہ پر حملہ كركے انھي</w:t>
      </w:r>
      <w:r w:rsidR="007D6C9B">
        <w:rPr>
          <w:rtl/>
        </w:rPr>
        <w:t xml:space="preserve">ں </w:t>
      </w:r>
      <w:r>
        <w:rPr>
          <w:rtl/>
        </w:rPr>
        <w:t>بھى راتو</w:t>
      </w:r>
      <w:r w:rsidR="007D6C9B">
        <w:rPr>
          <w:rtl/>
        </w:rPr>
        <w:t xml:space="preserve">ں </w:t>
      </w:r>
      <w:r>
        <w:rPr>
          <w:rtl/>
        </w:rPr>
        <w:t>رات موت كے گھاٹ اتاردي</w:t>
      </w:r>
      <w:r w:rsidR="007D6C9B">
        <w:rPr>
          <w:rtl/>
        </w:rPr>
        <w:t xml:space="preserve">ں </w:t>
      </w:r>
      <w:r>
        <w:rPr>
          <w:rtl/>
        </w:rPr>
        <w:t>گے پھر اپنے اپنے گھرو</w:t>
      </w:r>
      <w:r w:rsidR="007D6C9B">
        <w:rPr>
          <w:rtl/>
        </w:rPr>
        <w:t xml:space="preserve">ں </w:t>
      </w:r>
      <w:r>
        <w:rPr>
          <w:rtl/>
        </w:rPr>
        <w:t>كو واپس چلے جائي</w:t>
      </w:r>
      <w:r w:rsidR="007D6C9B">
        <w:rPr>
          <w:rtl/>
        </w:rPr>
        <w:t xml:space="preserve">ں </w:t>
      </w:r>
      <w:r>
        <w:rPr>
          <w:rtl/>
        </w:rPr>
        <w:t>گے اگر ان سے اس بارے مي</w:t>
      </w:r>
      <w:r w:rsidR="007D6C9B">
        <w:rPr>
          <w:rtl/>
        </w:rPr>
        <w:t xml:space="preserve">ں </w:t>
      </w:r>
      <w:r>
        <w:rPr>
          <w:rtl/>
        </w:rPr>
        <w:t>كسى نے پوچھ بھى ليا تو اس سے لاعلمى كا اظہار كردي</w:t>
      </w:r>
      <w:r w:rsidR="007D6C9B">
        <w:rPr>
          <w:rtl/>
        </w:rPr>
        <w:t xml:space="preserve">ں </w:t>
      </w:r>
      <w:r>
        <w:rPr>
          <w:rtl/>
        </w:rPr>
        <w:t xml:space="preserve">گے _ </w:t>
      </w:r>
    </w:p>
    <w:p w:rsidR="00DE2D7F" w:rsidRDefault="00DE2D7F" w:rsidP="00D07B54">
      <w:pPr>
        <w:pStyle w:val="libNormal"/>
        <w:rPr>
          <w:rtl/>
        </w:rPr>
      </w:pPr>
    </w:p>
    <w:p w:rsidR="00346C35" w:rsidRDefault="00DE2D7F" w:rsidP="00D07B54">
      <w:pPr>
        <w:pStyle w:val="Heading2Center"/>
        <w:rPr>
          <w:rtl/>
        </w:rPr>
      </w:pPr>
      <w:bookmarkStart w:id="69" w:name="_Toc7268466"/>
      <w:r>
        <w:rPr>
          <w:rtl/>
        </w:rPr>
        <w:t>يہ خالى گھران كے ہي</w:t>
      </w:r>
      <w:r w:rsidR="007D6C9B">
        <w:rPr>
          <w:rtl/>
        </w:rPr>
        <w:t xml:space="preserve">ں </w:t>
      </w:r>
      <w:r>
        <w:rPr>
          <w:rtl/>
        </w:rPr>
        <w:t>؟</w:t>
      </w:r>
      <w:bookmarkEnd w:id="69"/>
    </w:p>
    <w:p w:rsidR="00DE2D7F" w:rsidRDefault="00DE2D7F" w:rsidP="00D07B54">
      <w:pPr>
        <w:pStyle w:val="libNormal"/>
        <w:rPr>
          <w:rtl/>
        </w:rPr>
      </w:pPr>
      <w:r>
        <w:rPr>
          <w:rtl/>
        </w:rPr>
        <w:t xml:space="preserve"> ليكن خداوندعالم نے ان كى اس سازش كو عجيب وغريب طريقے سے ناكام بناديا اور ان كے اس منصوبے كو نقش برآب كرديا _ </w:t>
      </w:r>
    </w:p>
    <w:p w:rsidR="00DE2D7F" w:rsidRDefault="00DE2D7F" w:rsidP="00D07B54">
      <w:pPr>
        <w:pStyle w:val="libNormal"/>
        <w:rPr>
          <w:rtl/>
        </w:rPr>
      </w:pPr>
      <w:r>
        <w:rPr>
          <w:rtl/>
        </w:rPr>
        <w:t>جب وہ ايك كونے مي</w:t>
      </w:r>
      <w:r w:rsidR="007D6C9B">
        <w:rPr>
          <w:rtl/>
        </w:rPr>
        <w:t xml:space="preserve">ں </w:t>
      </w:r>
      <w:r>
        <w:rPr>
          <w:rtl/>
        </w:rPr>
        <w:t>گھات لگائے بيٹھے تھے تو پہاڑسے پتھر گرنے لگے اور ايك بہت بڑا ٹكڑاپہاڑكى چوٹى سے گرا اور آن كى آن مي</w:t>
      </w:r>
      <w:r w:rsidR="007D6C9B">
        <w:rPr>
          <w:rtl/>
        </w:rPr>
        <w:t xml:space="preserve">ں </w:t>
      </w:r>
      <w:r>
        <w:rPr>
          <w:rtl/>
        </w:rPr>
        <w:t xml:space="preserve">اس نے ان سب كا صفايا كرديا _ </w:t>
      </w:r>
    </w:p>
    <w:p w:rsidR="00DE2D7F" w:rsidRDefault="00DE2D7F" w:rsidP="00D07B54">
      <w:pPr>
        <w:pStyle w:val="libNormal"/>
        <w:rPr>
          <w:rtl/>
        </w:rPr>
      </w:pPr>
      <w:r>
        <w:rPr>
          <w:rtl/>
        </w:rPr>
        <w:t>پھر قرآن پاك ان كى ہلاكت كى كيفيت اور ان كے انجام كو يو</w:t>
      </w:r>
      <w:r w:rsidR="007D6C9B">
        <w:rPr>
          <w:rtl/>
        </w:rPr>
        <w:t xml:space="preserve">ں </w:t>
      </w:r>
      <w:r>
        <w:rPr>
          <w:rtl/>
        </w:rPr>
        <w:t>بيان كرتاہے :''ديكھويہ ان لوگو</w:t>
      </w:r>
      <w:r w:rsidR="007D6C9B">
        <w:rPr>
          <w:rtl/>
        </w:rPr>
        <w:t xml:space="preserve">ں </w:t>
      </w:r>
      <w:r>
        <w:rPr>
          <w:rtl/>
        </w:rPr>
        <w:t>ہى كے گھر ہي</w:t>
      </w:r>
      <w:r w:rsidR="007D6C9B">
        <w:rPr>
          <w:rtl/>
        </w:rPr>
        <w:t xml:space="preserve">ں </w:t>
      </w:r>
      <w:r>
        <w:rPr>
          <w:rtl/>
        </w:rPr>
        <w:t>كہ جو اب ان كے ظلم وستم كى وجہ سے ويران پڑے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نہ وہا</w:t>
      </w:r>
      <w:r w:rsidR="007D6C9B">
        <w:rPr>
          <w:rtl/>
        </w:rPr>
        <w:t xml:space="preserve">ں </w:t>
      </w:r>
      <w:r>
        <w:rPr>
          <w:rtl/>
        </w:rPr>
        <w:t xml:space="preserve">سے كوئي آوازسنائي ديتى ہے _ </w:t>
      </w:r>
    </w:p>
    <w:p w:rsidR="00DE2D7F" w:rsidRDefault="00DE2D7F" w:rsidP="00D07B54">
      <w:pPr>
        <w:pStyle w:val="libNormal"/>
        <w:rPr>
          <w:rtl/>
        </w:rPr>
      </w:pPr>
      <w:r>
        <w:rPr>
          <w:rtl/>
        </w:rPr>
        <w:t>نہ كسى قسم كا شور شرابہ سننے مي</w:t>
      </w:r>
      <w:r w:rsidR="007D6C9B">
        <w:rPr>
          <w:rtl/>
        </w:rPr>
        <w:t xml:space="preserve">ں </w:t>
      </w:r>
      <w:r>
        <w:rPr>
          <w:rtl/>
        </w:rPr>
        <w:t xml:space="preserve">آتا ہے _ </w:t>
      </w:r>
    </w:p>
    <w:p w:rsidR="00DE2D7F" w:rsidRDefault="00DE2D7F" w:rsidP="00D07B54">
      <w:pPr>
        <w:pStyle w:val="libNormal"/>
        <w:rPr>
          <w:rtl/>
        </w:rPr>
      </w:pPr>
      <w:r>
        <w:rPr>
          <w:rtl/>
        </w:rPr>
        <w:t>اور نہ ہى وہ زرق برق گناہ بھرى محفلي</w:t>
      </w:r>
      <w:r w:rsidR="007D6C9B">
        <w:rPr>
          <w:rtl/>
        </w:rPr>
        <w:t xml:space="preserve">ں </w:t>
      </w:r>
      <w:r>
        <w:rPr>
          <w:rtl/>
        </w:rPr>
        <w:t>دكھائي ديتى ہي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نمل آيت </w:t>
      </w:r>
      <w:r w:rsidR="00E664BB">
        <w:rPr>
          <w:rtl/>
        </w:rPr>
        <w:t>52</w:t>
      </w:r>
      <w:r>
        <w:rPr>
          <w:rtl/>
        </w:rPr>
        <w:t xml:space="preserve"> </w:t>
      </w:r>
    </w:p>
    <w:p w:rsidR="00346C35" w:rsidRDefault="001648F9" w:rsidP="00D07B54">
      <w:pPr>
        <w:pStyle w:val="libNormal"/>
        <w:rPr>
          <w:rtl/>
        </w:rPr>
      </w:pPr>
      <w:r>
        <w:rPr>
          <w:rtl/>
        </w:rPr>
        <w:t xml:space="preserve"> </w:t>
      </w:r>
      <w:r>
        <w:rPr>
          <w:rtl/>
        </w:rPr>
        <w:br w:type="page"/>
      </w:r>
    </w:p>
    <w:p w:rsidR="00346C35" w:rsidRDefault="00346C35" w:rsidP="00D07B54">
      <w:pPr>
        <w:pStyle w:val="libNormal"/>
        <w:rPr>
          <w:rtl/>
        </w:rPr>
      </w:pPr>
    </w:p>
    <w:p w:rsidR="00DE2D7F" w:rsidRDefault="00DE2D7F" w:rsidP="00D07B54">
      <w:pPr>
        <w:pStyle w:val="libNormal"/>
        <w:rPr>
          <w:rtl/>
        </w:rPr>
      </w:pPr>
      <w:r>
        <w:rPr>
          <w:rtl/>
        </w:rPr>
        <w:t>جى ہا</w:t>
      </w:r>
      <w:r w:rsidR="007D6C9B">
        <w:rPr>
          <w:rtl/>
        </w:rPr>
        <w:t xml:space="preserve">ں </w:t>
      </w:r>
      <w:r>
        <w:rPr>
          <w:rtl/>
        </w:rPr>
        <w:t>: وہا</w:t>
      </w:r>
      <w:r w:rsidR="007D6C9B">
        <w:rPr>
          <w:rtl/>
        </w:rPr>
        <w:t xml:space="preserve">ں </w:t>
      </w:r>
      <w:r>
        <w:rPr>
          <w:rtl/>
        </w:rPr>
        <w:t xml:space="preserve">پر ظلم وستم كى آگ بھڑكى جس نے سب كو جلاكر راكھ كرديا _ </w:t>
      </w:r>
    </w:p>
    <w:p w:rsidR="00DE2D7F" w:rsidRDefault="00DE2D7F" w:rsidP="00D07B54">
      <w:pPr>
        <w:pStyle w:val="libNormal"/>
        <w:rPr>
          <w:rtl/>
        </w:rPr>
      </w:pPr>
      <w:r>
        <w:rPr>
          <w:rtl/>
        </w:rPr>
        <w:t>ظالمو</w:t>
      </w:r>
      <w:r w:rsidR="007D6C9B">
        <w:rPr>
          <w:rtl/>
        </w:rPr>
        <w:t xml:space="preserve">ں </w:t>
      </w:r>
      <w:r>
        <w:rPr>
          <w:rtl/>
        </w:rPr>
        <w:t>كے اس انجام مي</w:t>
      </w:r>
      <w:r w:rsidR="007D6C9B">
        <w:rPr>
          <w:rtl/>
        </w:rPr>
        <w:t xml:space="preserve">ں </w:t>
      </w:r>
      <w:r>
        <w:rPr>
          <w:rtl/>
        </w:rPr>
        <w:t>خداوندعالم كى قدرت كى واضح نشانى اور درس عبرت ہے ان لوگو</w:t>
      </w:r>
      <w:r w:rsidR="007D6C9B">
        <w:rPr>
          <w:rtl/>
        </w:rPr>
        <w:t xml:space="preserve">ں </w:t>
      </w:r>
      <w:r>
        <w:rPr>
          <w:rtl/>
        </w:rPr>
        <w:t>كے لئے جو علم وآگہى ركھتے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ليكن اس بھٹى مي</w:t>
      </w:r>
      <w:r w:rsidR="007D6C9B">
        <w:rPr>
          <w:rtl/>
        </w:rPr>
        <w:t xml:space="preserve">ں </w:t>
      </w:r>
      <w:r>
        <w:rPr>
          <w:rtl/>
        </w:rPr>
        <w:t>سب خشك وترنہي</w:t>
      </w:r>
      <w:r w:rsidR="007D6C9B">
        <w:rPr>
          <w:rtl/>
        </w:rPr>
        <w:t xml:space="preserve">ں </w:t>
      </w:r>
      <w:r>
        <w:rPr>
          <w:rtl/>
        </w:rPr>
        <w:t>جلے بلكہ بے گناہ افراد، گناہگارو</w:t>
      </w:r>
      <w:r w:rsidR="007D6C9B">
        <w:rPr>
          <w:rtl/>
        </w:rPr>
        <w:t xml:space="preserve">ں </w:t>
      </w:r>
      <w:r>
        <w:rPr>
          <w:rtl/>
        </w:rPr>
        <w:t>كى آگ مي</w:t>
      </w:r>
      <w:r w:rsidR="007D6C9B">
        <w:rPr>
          <w:rtl/>
        </w:rPr>
        <w:t xml:space="preserve">ں </w:t>
      </w:r>
      <w:r>
        <w:rPr>
          <w:rtl/>
        </w:rPr>
        <w:t>جلنے سے بچ گئے ہم نے ان لوگو</w:t>
      </w:r>
      <w:r w:rsidR="007D6C9B">
        <w:rPr>
          <w:rtl/>
        </w:rPr>
        <w:t xml:space="preserve">ں </w:t>
      </w:r>
      <w:r>
        <w:rPr>
          <w:rtl/>
        </w:rPr>
        <w:t xml:space="preserve">كو بچاليا جو ايمان لاچكے تھے اور تقوى اختيار كرچكے تھے_ </w:t>
      </w:r>
    </w:p>
    <w:p w:rsidR="00DE2D7F" w:rsidRDefault="00DE2D7F" w:rsidP="00D07B54">
      <w:pPr>
        <w:pStyle w:val="libNormal"/>
        <w:rPr>
          <w:rtl/>
        </w:rPr>
      </w:pPr>
      <w:r>
        <w:rPr>
          <w:rtl/>
        </w:rPr>
        <w:t>بنابري</w:t>
      </w:r>
      <w:r w:rsidR="007D6C9B">
        <w:rPr>
          <w:rtl/>
        </w:rPr>
        <w:t xml:space="preserve">ں </w:t>
      </w:r>
      <w:r>
        <w:rPr>
          <w:rtl/>
        </w:rPr>
        <w:t>حضرت صالح كے قتل كى سازش كے بعد ہى عذاب نازل نہي</w:t>
      </w:r>
      <w:r w:rsidR="007D6C9B">
        <w:rPr>
          <w:rtl/>
        </w:rPr>
        <w:t xml:space="preserve">ں </w:t>
      </w:r>
      <w:r>
        <w:rPr>
          <w:rtl/>
        </w:rPr>
        <w:t>ہوا بلكہ قوى احتمال يہ ہے كہ خدا كے اس پيغمبر كے قتل كى سازش كے واقعے مي</w:t>
      </w:r>
      <w:r w:rsidR="007D6C9B">
        <w:rPr>
          <w:rtl/>
        </w:rPr>
        <w:t xml:space="preserve">ں </w:t>
      </w:r>
      <w:r>
        <w:rPr>
          <w:rtl/>
        </w:rPr>
        <w:t>فقط سازشى ٹولے ہلاك ہوئے اور دوسرے ظالمو</w:t>
      </w:r>
      <w:r w:rsidR="007D6C9B">
        <w:rPr>
          <w:rtl/>
        </w:rPr>
        <w:t xml:space="preserve">ں </w:t>
      </w:r>
      <w:r>
        <w:rPr>
          <w:rtl/>
        </w:rPr>
        <w:t xml:space="preserve">كو سنبھل جانے كے لئے مہلت دى گئي ، ليكن ناقہ كے قتل كے بعد تمام ظالم اور بے ايمان گناہگار فناہوگئے جيسا كہ سورہ ہود اور سورہ اعراف كى آيات كے ملانے سے يہى نكلتاہے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نمل آيت </w:t>
      </w:r>
      <w:r w:rsidR="00E664BB">
        <w:rPr>
          <w:rtl/>
        </w:rPr>
        <w:t>52</w:t>
      </w:r>
      <w:r>
        <w:rPr>
          <w:rtl/>
        </w:rPr>
        <w:t xml:space="preserve"> </w:t>
      </w:r>
    </w:p>
    <w:p w:rsidR="00C2634E" w:rsidRDefault="00C2634E" w:rsidP="00D07B54">
      <w:pPr>
        <w:pStyle w:val="libNormal"/>
        <w:rPr>
          <w:rtl/>
        </w:rPr>
      </w:pPr>
      <w:r>
        <w:rPr>
          <w:rtl/>
        </w:rPr>
        <w:br w:type="page"/>
      </w:r>
    </w:p>
    <w:p w:rsidR="00346C35" w:rsidRDefault="00346C35" w:rsidP="00D07B54">
      <w:pPr>
        <w:pStyle w:val="libNormal"/>
        <w:rPr>
          <w:rtl/>
        </w:rPr>
      </w:pPr>
    </w:p>
    <w:p w:rsidR="00346C35" w:rsidRDefault="00DE2D7F" w:rsidP="00D07B54">
      <w:pPr>
        <w:pStyle w:val="Heading2Center"/>
        <w:rPr>
          <w:rtl/>
        </w:rPr>
      </w:pPr>
      <w:bookmarkStart w:id="70" w:name="_Toc7268467"/>
      <w:r>
        <w:rPr>
          <w:rtl/>
        </w:rPr>
        <w:t>حضرت ابراہيم ،حضرت اسماعيل اور حضرت اسحاق (عليہم السلام)</w:t>
      </w:r>
      <w:bookmarkEnd w:id="70"/>
      <w:r>
        <w:rPr>
          <w:rtl/>
        </w:rPr>
        <w:t xml:space="preserve"> </w:t>
      </w:r>
    </w:p>
    <w:p w:rsidR="00DE2D7F" w:rsidRDefault="00DE2D7F" w:rsidP="00D07B54">
      <w:pPr>
        <w:pStyle w:val="libNormal"/>
        <w:rPr>
          <w:rtl/>
        </w:rPr>
      </w:pPr>
      <w:r>
        <w:rPr>
          <w:rtl/>
        </w:rPr>
        <w:t>حضرت ابراہيم عليہ السلام كا نام قرآن مجيد مي</w:t>
      </w:r>
      <w:r w:rsidR="007D6C9B">
        <w:rPr>
          <w:rtl/>
        </w:rPr>
        <w:t xml:space="preserve">ں </w:t>
      </w:r>
      <w:r w:rsidR="00E664BB">
        <w:rPr>
          <w:rtl/>
        </w:rPr>
        <w:t>6</w:t>
      </w:r>
      <w:r w:rsidR="00E44785">
        <w:rPr>
          <w:rtl/>
        </w:rPr>
        <w:t>9</w:t>
      </w:r>
      <w:r>
        <w:rPr>
          <w:rtl/>
        </w:rPr>
        <w:t xml:space="preserve">/مقامات پر آياہے اور </w:t>
      </w:r>
      <w:r w:rsidR="00E664BB">
        <w:rPr>
          <w:rtl/>
        </w:rPr>
        <w:t>65</w:t>
      </w:r>
      <w:r>
        <w:rPr>
          <w:rtl/>
        </w:rPr>
        <w:t>/سورتو</w:t>
      </w:r>
      <w:r w:rsidR="007D6C9B">
        <w:rPr>
          <w:rtl/>
        </w:rPr>
        <w:t xml:space="preserve">ں </w:t>
      </w:r>
      <w:r>
        <w:rPr>
          <w:rtl/>
        </w:rPr>
        <w:t>مي</w:t>
      </w:r>
      <w:r w:rsidR="007D6C9B">
        <w:rPr>
          <w:rtl/>
        </w:rPr>
        <w:t xml:space="preserve">ں </w:t>
      </w:r>
      <w:r>
        <w:rPr>
          <w:rtl/>
        </w:rPr>
        <w:t>ان كے متعلق گفتگو ہوئي ہے، قرآن كريم مي</w:t>
      </w:r>
      <w:r w:rsidR="007D6C9B">
        <w:rPr>
          <w:rtl/>
        </w:rPr>
        <w:t xml:space="preserve">ں </w:t>
      </w:r>
      <w:r>
        <w:rPr>
          <w:rtl/>
        </w:rPr>
        <w:t xml:space="preserve">اس عظيم پيغمبر كى بہت مدح و ثناء كى گئي ہے_ اور ان كے بلند صفات كا تذكرہ كيا گيا ہے،ان كى ذات ہر لحاظ سے راہنما اور اسوہ ہے اور وہ ايك كامل انسان كا نمونہ تھے_ </w:t>
      </w:r>
    </w:p>
    <w:p w:rsidR="00DE2D7F" w:rsidRDefault="00DE2D7F" w:rsidP="00D07B54">
      <w:pPr>
        <w:pStyle w:val="libNormal"/>
        <w:rPr>
          <w:rtl/>
        </w:rPr>
      </w:pPr>
      <w:r>
        <w:rPr>
          <w:rtl/>
        </w:rPr>
        <w:t>خدا كے بارے مي</w:t>
      </w:r>
      <w:r w:rsidR="007D6C9B">
        <w:rPr>
          <w:rtl/>
        </w:rPr>
        <w:t xml:space="preserve">ں </w:t>
      </w:r>
      <w:r>
        <w:rPr>
          <w:rtl/>
        </w:rPr>
        <w:t>ان كى معرفت ،بت پرستو</w:t>
      </w:r>
      <w:r w:rsidR="007D6C9B">
        <w:rPr>
          <w:rtl/>
        </w:rPr>
        <w:t xml:space="preserve">ں </w:t>
      </w:r>
      <w:r>
        <w:rPr>
          <w:rtl/>
        </w:rPr>
        <w:t>كے بارے مي</w:t>
      </w:r>
      <w:r w:rsidR="007D6C9B">
        <w:rPr>
          <w:rtl/>
        </w:rPr>
        <w:t xml:space="preserve">ں </w:t>
      </w:r>
      <w:r>
        <w:rPr>
          <w:rtl/>
        </w:rPr>
        <w:t>ان كى منطق،جابر و قاہر بادشاہو</w:t>
      </w:r>
      <w:r w:rsidR="007D6C9B">
        <w:rPr>
          <w:rtl/>
        </w:rPr>
        <w:t xml:space="preserve">ں </w:t>
      </w:r>
      <w:r>
        <w:rPr>
          <w:rtl/>
        </w:rPr>
        <w:t>كے سامنے ان كا انتھك جہاد،حكم خدا كے سامنے ان كا ايثار اور قربانيا</w:t>
      </w:r>
      <w:r w:rsidR="007D6C9B">
        <w:rPr>
          <w:rtl/>
        </w:rPr>
        <w:t xml:space="preserve">ں </w:t>
      </w:r>
      <w:r>
        <w:rPr>
          <w:rtl/>
        </w:rPr>
        <w:t>،طوفان،حوادث اور سخت آزما</w:t>
      </w:r>
      <w:r w:rsidR="00091C36">
        <w:rPr>
          <w:rtl/>
        </w:rPr>
        <w:t xml:space="preserve">ئش </w:t>
      </w:r>
      <w:r>
        <w:rPr>
          <w:rtl/>
        </w:rPr>
        <w:t>و</w:t>
      </w:r>
      <w:r w:rsidR="007D6C9B">
        <w:rPr>
          <w:rtl/>
        </w:rPr>
        <w:t xml:space="preserve">ں </w:t>
      </w:r>
      <w:r>
        <w:rPr>
          <w:rtl/>
        </w:rPr>
        <w:t>مي</w:t>
      </w:r>
      <w:r w:rsidR="007D6C9B">
        <w:rPr>
          <w:rtl/>
        </w:rPr>
        <w:t xml:space="preserve">ں </w:t>
      </w:r>
      <w:r>
        <w:rPr>
          <w:rtl/>
        </w:rPr>
        <w:t>ان كى بے نظير استقامت،صبر اور حوصلے اور ان جيسے ديگر امور،ان مي</w:t>
      </w:r>
      <w:r w:rsidR="007D6C9B">
        <w:rPr>
          <w:rtl/>
        </w:rPr>
        <w:t xml:space="preserve">ں </w:t>
      </w:r>
      <w:r>
        <w:rPr>
          <w:rtl/>
        </w:rPr>
        <w:t>سے ہر ايك مفصل داستان ہے اور ان مي</w:t>
      </w:r>
      <w:r w:rsidR="007D6C9B">
        <w:rPr>
          <w:rtl/>
        </w:rPr>
        <w:t xml:space="preserve">ں </w:t>
      </w:r>
      <w:r>
        <w:rPr>
          <w:rtl/>
        </w:rPr>
        <w:t>مسلمانو</w:t>
      </w:r>
      <w:r w:rsidR="007D6C9B">
        <w:rPr>
          <w:rtl/>
        </w:rPr>
        <w:t xml:space="preserve">ں </w:t>
      </w:r>
      <w:r>
        <w:rPr>
          <w:rtl/>
        </w:rPr>
        <w:t>كے لئے نمونہ عمل ہے_قرآنى ارشادات كے مطابق وہ ايك نيك اور صالح،</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فروتنى كرنے والے، ( </w:t>
      </w:r>
      <w:r w:rsidR="00E664BB">
        <w:rPr>
          <w:rtl/>
        </w:rPr>
        <w:t>2</w:t>
      </w:r>
      <w:r>
        <w:rPr>
          <w:rtl/>
        </w:rPr>
        <w:t xml:space="preserve">) صديق، </w:t>
      </w:r>
      <w:r w:rsidRPr="00AD1EF3">
        <w:rPr>
          <w:rStyle w:val="libFootnotenumChar"/>
          <w:rtl/>
        </w:rPr>
        <w:t>(</w:t>
      </w:r>
      <w:r w:rsidR="00E664BB" w:rsidRPr="00AD1EF3">
        <w:rPr>
          <w:rStyle w:val="libFootnotenumChar"/>
          <w:rtl/>
        </w:rPr>
        <w:t>3</w:t>
      </w:r>
      <w:r w:rsidRPr="00AD1EF3">
        <w:rPr>
          <w:rStyle w:val="libFootnotenumChar"/>
          <w:rtl/>
        </w:rPr>
        <w:t>)</w:t>
      </w:r>
      <w:r>
        <w:rPr>
          <w:rtl/>
        </w:rPr>
        <w:t>بردبار،</w:t>
      </w:r>
      <w:r w:rsidRPr="00AD1EF3">
        <w:rPr>
          <w:rStyle w:val="libFootnotenumChar"/>
          <w:rtl/>
        </w:rPr>
        <w:t>(</w:t>
      </w:r>
      <w:r w:rsidR="00E664BB" w:rsidRPr="00AD1EF3">
        <w:rPr>
          <w:rStyle w:val="libFootnotenumChar"/>
          <w:rtl/>
        </w:rPr>
        <w:t>4</w:t>
      </w:r>
      <w:r w:rsidRPr="00AD1EF3">
        <w:rPr>
          <w:rStyle w:val="libFootnotenumChar"/>
          <w:rtl/>
        </w:rPr>
        <w:t>)</w:t>
      </w:r>
      <w:r>
        <w:rPr>
          <w:rtl/>
        </w:rPr>
        <w:t>اور ايفائے عہد كرنے والے تھے_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وہ ايك بے مثال شجاع اور بہادر تھے_ نيزبہت زيادہ سخى تھے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ص آيت</w:t>
      </w:r>
      <w:r w:rsidR="00E664BB">
        <w:rPr>
          <w:rtl/>
        </w:rPr>
        <w:t>44</w:t>
      </w:r>
      <w:r>
        <w:rPr>
          <w:rtl/>
        </w:rPr>
        <w:t xml:space="preserve"> </w:t>
      </w:r>
    </w:p>
    <w:p w:rsidR="00DE2D7F" w:rsidRDefault="00DE2D7F" w:rsidP="00D07B54">
      <w:pPr>
        <w:pStyle w:val="libFootnote"/>
        <w:rPr>
          <w:rtl/>
        </w:rPr>
      </w:pPr>
      <w:r>
        <w:rPr>
          <w:rtl/>
        </w:rPr>
        <w:t>(</w:t>
      </w:r>
      <w:r w:rsidR="00E664BB">
        <w:rPr>
          <w:rtl/>
        </w:rPr>
        <w:t>2</w:t>
      </w:r>
      <w:r>
        <w:rPr>
          <w:rtl/>
        </w:rPr>
        <w:t>)سورہ نحل آيت</w:t>
      </w:r>
      <w:r w:rsidR="00E664BB">
        <w:rPr>
          <w:rtl/>
        </w:rPr>
        <w:t>122</w:t>
      </w:r>
      <w:r>
        <w:rPr>
          <w:rtl/>
        </w:rPr>
        <w:t xml:space="preserve"> </w:t>
      </w:r>
    </w:p>
    <w:p w:rsidR="00DE2D7F" w:rsidRDefault="00DE2D7F" w:rsidP="00D07B54">
      <w:pPr>
        <w:pStyle w:val="libFootnote"/>
        <w:rPr>
          <w:rtl/>
        </w:rPr>
      </w:pPr>
      <w:r>
        <w:rPr>
          <w:rtl/>
        </w:rPr>
        <w:t>(</w:t>
      </w:r>
      <w:r w:rsidR="00E664BB">
        <w:rPr>
          <w:rtl/>
        </w:rPr>
        <w:t>3</w:t>
      </w:r>
      <w:r>
        <w:rPr>
          <w:rtl/>
        </w:rPr>
        <w:t>)سورہ نحل آيت</w:t>
      </w:r>
      <w:r w:rsidR="00E664BB">
        <w:rPr>
          <w:rtl/>
        </w:rPr>
        <w:t>120</w:t>
      </w:r>
      <w:r>
        <w:rPr>
          <w:rtl/>
        </w:rPr>
        <w:t xml:space="preserve"> </w:t>
      </w:r>
    </w:p>
    <w:p w:rsidR="00DE2D7F" w:rsidRDefault="00DE2D7F" w:rsidP="00D07B54">
      <w:pPr>
        <w:pStyle w:val="libFootnote"/>
        <w:rPr>
          <w:rtl/>
        </w:rPr>
      </w:pPr>
      <w:r>
        <w:rPr>
          <w:rtl/>
        </w:rPr>
        <w:t>(</w:t>
      </w:r>
      <w:r w:rsidR="00E664BB">
        <w:rPr>
          <w:rtl/>
        </w:rPr>
        <w:t>4</w:t>
      </w:r>
      <w:r>
        <w:rPr>
          <w:rtl/>
        </w:rPr>
        <w:t>)سورہ مريم آيت</w:t>
      </w:r>
      <w:r w:rsidR="00E664BB">
        <w:rPr>
          <w:rtl/>
        </w:rPr>
        <w:t>41</w:t>
      </w:r>
      <w:r>
        <w:rPr>
          <w:rtl/>
        </w:rPr>
        <w:t xml:space="preserve"> </w:t>
      </w:r>
    </w:p>
    <w:p w:rsidR="00DE2D7F" w:rsidRDefault="00DE2D7F" w:rsidP="00D07B54">
      <w:pPr>
        <w:pStyle w:val="libFootnote"/>
        <w:rPr>
          <w:rtl/>
        </w:rPr>
      </w:pPr>
      <w:r>
        <w:rPr>
          <w:rtl/>
        </w:rPr>
        <w:t>(</w:t>
      </w:r>
      <w:r w:rsidR="00E664BB">
        <w:rPr>
          <w:rtl/>
        </w:rPr>
        <w:t>5</w:t>
      </w:r>
      <w:r>
        <w:rPr>
          <w:rtl/>
        </w:rPr>
        <w:t xml:space="preserve">)سورہ توبہ آيت </w:t>
      </w:r>
      <w:r w:rsidR="00E664BB">
        <w:rPr>
          <w:rtl/>
        </w:rPr>
        <w:t>114</w:t>
      </w:r>
      <w:r>
        <w:rPr>
          <w:rtl/>
        </w:rPr>
        <w:t xml:space="preserve"> </w:t>
      </w:r>
    </w:p>
    <w:p w:rsidR="00346C35" w:rsidRDefault="00C2634E" w:rsidP="00D07B54">
      <w:pPr>
        <w:pStyle w:val="libNormal"/>
        <w:rPr>
          <w:rtl/>
        </w:rPr>
      </w:pPr>
      <w:r>
        <w:rPr>
          <w:rtl/>
        </w:rPr>
        <w:br w:type="page"/>
      </w:r>
    </w:p>
    <w:p w:rsidR="00346C35" w:rsidRDefault="00346C35" w:rsidP="00D07B54">
      <w:pPr>
        <w:pStyle w:val="libNormal"/>
        <w:rPr>
          <w:rtl/>
        </w:rPr>
      </w:pPr>
    </w:p>
    <w:p w:rsidR="00346C35" w:rsidRDefault="00DE2D7F" w:rsidP="00D07B54">
      <w:pPr>
        <w:pStyle w:val="Heading2Center"/>
        <w:rPr>
          <w:rtl/>
        </w:rPr>
      </w:pPr>
      <w:bookmarkStart w:id="71" w:name="_Toc7268468"/>
      <w:r>
        <w:rPr>
          <w:rtl/>
        </w:rPr>
        <w:t>حضرت ابراہيم عليہ السلام كى پر تلاطم زندگي</w:t>
      </w:r>
      <w:bookmarkEnd w:id="71"/>
      <w:r>
        <w:rPr>
          <w:rtl/>
        </w:rPr>
        <w:t xml:space="preserve"> </w:t>
      </w:r>
    </w:p>
    <w:p w:rsidR="00DE2D7F" w:rsidRDefault="00DE2D7F" w:rsidP="00D07B54">
      <w:pPr>
        <w:pStyle w:val="libNormal"/>
        <w:rPr>
          <w:rtl/>
        </w:rPr>
      </w:pPr>
      <w:r>
        <w:rPr>
          <w:rtl/>
        </w:rPr>
        <w:t>حضرت ابراہيم عليہ السلام كى زندگى كے تين دور مي</w:t>
      </w:r>
      <w:r w:rsidR="007D6C9B">
        <w:rPr>
          <w:rtl/>
        </w:rPr>
        <w:t xml:space="preserve">ں </w:t>
      </w:r>
      <w:r>
        <w:rPr>
          <w:rtl/>
        </w:rPr>
        <w:t xml:space="preserve">بيان كيا جاسكتا ہے: </w:t>
      </w:r>
    </w:p>
    <w:p w:rsidR="00DE2D7F" w:rsidRDefault="00E664BB" w:rsidP="00D07B54">
      <w:pPr>
        <w:pStyle w:val="libNormal"/>
        <w:rPr>
          <w:rtl/>
        </w:rPr>
      </w:pPr>
      <w:r>
        <w:rPr>
          <w:rtl/>
        </w:rPr>
        <w:t>1</w:t>
      </w:r>
      <w:r w:rsidR="00DE2D7F">
        <w:rPr>
          <w:rtl/>
        </w:rPr>
        <w:t xml:space="preserve">_قبل بعثت كا دور_ </w:t>
      </w:r>
    </w:p>
    <w:p w:rsidR="00DE2D7F" w:rsidRDefault="00E664BB" w:rsidP="00D07B54">
      <w:pPr>
        <w:pStyle w:val="libNormal"/>
        <w:rPr>
          <w:rtl/>
        </w:rPr>
      </w:pPr>
      <w:r>
        <w:rPr>
          <w:rtl/>
        </w:rPr>
        <w:t>2</w:t>
      </w:r>
      <w:r w:rsidR="00DE2D7F">
        <w:rPr>
          <w:rtl/>
        </w:rPr>
        <w:t>_دور نبوت اور بابل كے بت پرستو</w:t>
      </w:r>
      <w:r w:rsidR="007D6C9B">
        <w:rPr>
          <w:rtl/>
        </w:rPr>
        <w:t xml:space="preserve">ں </w:t>
      </w:r>
      <w:r w:rsidR="00DE2D7F">
        <w:rPr>
          <w:rtl/>
        </w:rPr>
        <w:t xml:space="preserve">سے مقابلہ_ </w:t>
      </w:r>
    </w:p>
    <w:p w:rsidR="00DE2D7F" w:rsidRDefault="00E664BB" w:rsidP="00D07B54">
      <w:pPr>
        <w:pStyle w:val="libNormal"/>
        <w:rPr>
          <w:rtl/>
        </w:rPr>
      </w:pPr>
      <w:r>
        <w:rPr>
          <w:rtl/>
        </w:rPr>
        <w:t>3</w:t>
      </w:r>
      <w:r w:rsidR="00DE2D7F">
        <w:rPr>
          <w:rtl/>
        </w:rPr>
        <w:t>_بابل سے ہجرت اور مصر،فلسطين اور مكہ مي</w:t>
      </w:r>
      <w:r w:rsidR="007D6C9B">
        <w:rPr>
          <w:rtl/>
        </w:rPr>
        <w:t xml:space="preserve">ں </w:t>
      </w:r>
      <w:r w:rsidR="00DE2D7F">
        <w:rPr>
          <w:rtl/>
        </w:rPr>
        <w:t xml:space="preserve">سعى و كوشش كا دور_ </w:t>
      </w:r>
    </w:p>
    <w:p w:rsidR="00DE2D7F" w:rsidRDefault="00DE2D7F" w:rsidP="00D07B54">
      <w:pPr>
        <w:pStyle w:val="libNormal"/>
        <w:rPr>
          <w:rtl/>
        </w:rPr>
      </w:pPr>
    </w:p>
    <w:p w:rsidR="00E173E0" w:rsidRDefault="00DE2D7F" w:rsidP="00D07B54">
      <w:pPr>
        <w:pStyle w:val="Heading2Center"/>
        <w:rPr>
          <w:rtl/>
        </w:rPr>
      </w:pPr>
      <w:bookmarkStart w:id="72" w:name="_Toc7268469"/>
      <w:r>
        <w:rPr>
          <w:rtl/>
        </w:rPr>
        <w:t>حضرت ابراہيم عليہ السلام كى جائے</w:t>
      </w:r>
      <w:r w:rsidR="00E173E0">
        <w:rPr>
          <w:rtl/>
        </w:rPr>
        <w:t xml:space="preserve"> پيدائش</w:t>
      </w:r>
      <w:bookmarkEnd w:id="72"/>
    </w:p>
    <w:p w:rsidR="00DE2D7F" w:rsidRDefault="00E173E0" w:rsidP="00D07B54">
      <w:pPr>
        <w:pStyle w:val="libNormal"/>
        <w:rPr>
          <w:rtl/>
        </w:rPr>
      </w:pPr>
      <w:r>
        <w:rPr>
          <w:rtl/>
        </w:rPr>
        <w:t xml:space="preserve"> </w:t>
      </w:r>
      <w:r w:rsidR="00DE2D7F">
        <w:rPr>
          <w:rtl/>
        </w:rPr>
        <w:t>حضرت ابراہيم عليہ السلام بابل مي</w:t>
      </w:r>
      <w:r w:rsidR="007D6C9B">
        <w:rPr>
          <w:rtl/>
        </w:rPr>
        <w:t xml:space="preserve">ں </w:t>
      </w:r>
      <w:r w:rsidR="00DE2D7F">
        <w:rPr>
          <w:rtl/>
        </w:rPr>
        <w:t>پيدا ہوئے_ يہ دنيا كا حيرت انگيز اور عمدہ خطہ تھا_ اس پر ايك ظالم و جابر اور طاقتور حكومت مسلط تھي_</w:t>
      </w:r>
      <w:r w:rsidR="00DE2D7F" w:rsidRPr="00AD1EF3">
        <w:rPr>
          <w:rStyle w:val="libFootnotenumChar"/>
          <w:rtl/>
        </w:rPr>
        <w:t>(</w:t>
      </w:r>
      <w:r w:rsidR="00E664BB" w:rsidRPr="00AD1EF3">
        <w:rPr>
          <w:rStyle w:val="libFootnotenumChar"/>
          <w:rtl/>
        </w:rPr>
        <w:t>1</w:t>
      </w:r>
      <w:r w:rsidR="00DE2D7F" w:rsidRPr="00AD1EF3">
        <w:rPr>
          <w:rStyle w:val="libFootnotenumChar"/>
          <w:rtl/>
        </w:rPr>
        <w:t>)</w:t>
      </w:r>
      <w:r w:rsidR="00DE2D7F">
        <w:rPr>
          <w:rtl/>
        </w:rPr>
        <w:t xml:space="preserve"> </w:t>
      </w:r>
    </w:p>
    <w:p w:rsidR="00DE2D7F" w:rsidRDefault="00DE2D7F" w:rsidP="00D07B54">
      <w:pPr>
        <w:pStyle w:val="libNormal"/>
        <w:rPr>
          <w:rtl/>
        </w:rPr>
      </w:pPr>
      <w:r>
        <w:rPr>
          <w:rtl/>
        </w:rPr>
        <w:t>حضرت ابراہيم عليہ السلام نے آنكھ كھولى تو بابل پر نمرود جيسا جابر و ظالم بادشاہ حكمرا</w:t>
      </w:r>
      <w:r w:rsidR="007D6C9B">
        <w:rPr>
          <w:rtl/>
        </w:rPr>
        <w:t xml:space="preserve">ں </w:t>
      </w:r>
      <w:r>
        <w:rPr>
          <w:rtl/>
        </w:rPr>
        <w:t>تھا_وہ اپنے آپ كو بابل كا بڑاخدا سمجھتا تھا_البتہ بابل كے لوگو</w:t>
      </w:r>
      <w:r w:rsidR="007D6C9B">
        <w:rPr>
          <w:rtl/>
        </w:rPr>
        <w:t xml:space="preserve">ں </w:t>
      </w:r>
      <w:r>
        <w:rPr>
          <w:rtl/>
        </w:rPr>
        <w:t>كے لئے يہى ايك بت نہ تھا بلكہ اس كے ساتھ ساتھ ان كے يہا</w:t>
      </w:r>
      <w:r w:rsidR="007D6C9B">
        <w:rPr>
          <w:rtl/>
        </w:rPr>
        <w:t xml:space="preserve">ں </w:t>
      </w:r>
      <w:r>
        <w:rPr>
          <w:rtl/>
        </w:rPr>
        <w:t>مختلف مواد كے بنے ہوئے مختلف شكلو</w:t>
      </w:r>
      <w:r w:rsidR="007D6C9B">
        <w:rPr>
          <w:rtl/>
        </w:rPr>
        <w:t xml:space="preserve">ں </w:t>
      </w:r>
      <w:r>
        <w:rPr>
          <w:rtl/>
        </w:rPr>
        <w:t xml:space="preserve">كے كئي ايك بت تھے_ وہ ان كے سامنے جھكتے اور ان كے عبادت كياكرتے تھے_ </w:t>
      </w:r>
    </w:p>
    <w:p w:rsidR="00DE2D7F" w:rsidRDefault="00DE2D7F" w:rsidP="00D07B54">
      <w:pPr>
        <w:pStyle w:val="libNormal"/>
        <w:rPr>
          <w:rtl/>
        </w:rPr>
      </w:pPr>
      <w:r>
        <w:rPr>
          <w:rtl/>
        </w:rPr>
        <w:t>حكومت وقت سادہ لوح افراد كو بيوقوف بنانے اور انہي</w:t>
      </w:r>
      <w:r w:rsidR="007D6C9B">
        <w:rPr>
          <w:rtl/>
        </w:rPr>
        <w:t xml:space="preserve">ں </w:t>
      </w:r>
      <w:r>
        <w:rPr>
          <w:rtl/>
        </w:rPr>
        <w:t xml:space="preserve">افيون زدہ ركھنے كے لئے بت پرستى كو ايك مو ثرذريعہ سمجھتى تھى لہذا وہ بت پرستى كى سخت حامى تھي_ وہ كسى بھى بت كى اہانت كو بہت بڑا نا قابل معافى جرم قرار ديتى تھي_ </w:t>
      </w:r>
    </w:p>
    <w:p w:rsidR="00DE2D7F" w:rsidRDefault="00DE2D7F" w:rsidP="00D07B54">
      <w:pPr>
        <w:pStyle w:val="libNormal"/>
        <w:rPr>
          <w:rtl/>
        </w:rPr>
      </w:pPr>
      <w:r>
        <w:rPr>
          <w:rtl/>
        </w:rPr>
        <w:t>حضرت ابراہيم عليہ السلام كى ولادت كے سلسلے مي</w:t>
      </w:r>
      <w:r w:rsidR="007D6C9B">
        <w:rPr>
          <w:rtl/>
        </w:rPr>
        <w:t xml:space="preserve">ں </w:t>
      </w:r>
      <w:r>
        <w:rPr>
          <w:rtl/>
        </w:rPr>
        <w:t>مو رخين نے عجيب و غريب داستان نقل كى ہے جس كا خلاصہ يو</w:t>
      </w:r>
      <w:r w:rsidR="007D6C9B">
        <w:rPr>
          <w:rtl/>
        </w:rPr>
        <w:t xml:space="preserve">ں </w:t>
      </w:r>
      <w:r>
        <w:rPr>
          <w:rtl/>
        </w:rPr>
        <w:t xml:space="preserve">پيش كيا جاتا ہے: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)بعض مو رخين نے لكھا ہے كہ آپ(ع) ملك بابل كے شہر آور مي</w:t>
      </w:r>
      <w:r w:rsidR="007D6C9B">
        <w:rPr>
          <w:rtl/>
        </w:rPr>
        <w:t xml:space="preserve">ں </w:t>
      </w:r>
      <w:r>
        <w:rPr>
          <w:rtl/>
        </w:rPr>
        <w:t xml:space="preserve">پيداہوئے </w:t>
      </w:r>
    </w:p>
    <w:p w:rsidR="00E173E0" w:rsidRDefault="001648F9" w:rsidP="00D07B54">
      <w:pPr>
        <w:pStyle w:val="libNormal"/>
        <w:rPr>
          <w:rtl/>
        </w:rPr>
      </w:pPr>
      <w:r>
        <w:rPr>
          <w:rtl/>
        </w:rPr>
        <w:t xml:space="preserve"> </w:t>
      </w:r>
      <w:r>
        <w:rPr>
          <w:rtl/>
        </w:rPr>
        <w:br w:type="page"/>
      </w:r>
    </w:p>
    <w:p w:rsidR="00E173E0" w:rsidRDefault="00E173E0" w:rsidP="00D07B54">
      <w:pPr>
        <w:pStyle w:val="libNormal"/>
        <w:rPr>
          <w:rtl/>
        </w:rPr>
      </w:pPr>
    </w:p>
    <w:p w:rsidR="00DE2D7F" w:rsidRDefault="00DE2D7F" w:rsidP="00D07B54">
      <w:pPr>
        <w:pStyle w:val="libNormal"/>
        <w:rPr>
          <w:rtl/>
        </w:rPr>
      </w:pPr>
      <w:r>
        <w:rPr>
          <w:rtl/>
        </w:rPr>
        <w:t>بابل كے نجوميو</w:t>
      </w:r>
      <w:r w:rsidR="007D6C9B">
        <w:rPr>
          <w:rtl/>
        </w:rPr>
        <w:t xml:space="preserve">ں </w:t>
      </w:r>
      <w:r>
        <w:rPr>
          <w:rtl/>
        </w:rPr>
        <w:t>نے پيشن گوئي كى تھى كہ ايك ايسا بچہ پيدا ہوگا جو نمرود كى غير متنازعہ طاقت سے مقابلہ كرے گا_ لہذا اس نے اپنى تمام قوتي</w:t>
      </w:r>
      <w:r w:rsidR="007D6C9B">
        <w:rPr>
          <w:rtl/>
        </w:rPr>
        <w:t xml:space="preserve">ں </w:t>
      </w:r>
      <w:r>
        <w:rPr>
          <w:rtl/>
        </w:rPr>
        <w:t>اس بات پر صرف كردي</w:t>
      </w:r>
      <w:r w:rsidR="007D6C9B">
        <w:rPr>
          <w:rtl/>
        </w:rPr>
        <w:t xml:space="preserve">ں </w:t>
      </w:r>
      <w:r>
        <w:rPr>
          <w:rtl/>
        </w:rPr>
        <w:t>كہ وہ بچہ پيدا نہ ہو_ اس كى كوشش تھى كہ ايسا بچہ پيدا ہو بھى جائے تو اسے قتل كرديا جائے_ ليكن اس كى كوئي تدبير كار گر نہ ہوئي اور يہ بچہ آخر كار پيدا ہوگيااس بچے كى جائے ولادت كے قريب ہى ايك غار تھى _ اس كى ما</w:t>
      </w:r>
      <w:r w:rsidR="007D6C9B">
        <w:rPr>
          <w:rtl/>
        </w:rPr>
        <w:t xml:space="preserve">ں </w:t>
      </w:r>
      <w:r>
        <w:rPr>
          <w:rtl/>
        </w:rPr>
        <w:t>اس كى حفاظت كے لئے اسے اس مي</w:t>
      </w:r>
      <w:r w:rsidR="007D6C9B">
        <w:rPr>
          <w:rtl/>
        </w:rPr>
        <w:t xml:space="preserve">ں </w:t>
      </w:r>
      <w:r>
        <w:rPr>
          <w:rtl/>
        </w:rPr>
        <w:t>لے گئي اور اسكى پرورش ہونے لگي_ يہا</w:t>
      </w:r>
      <w:r w:rsidR="007D6C9B">
        <w:rPr>
          <w:rtl/>
        </w:rPr>
        <w:t xml:space="preserve">ں </w:t>
      </w:r>
      <w:r>
        <w:rPr>
          <w:rtl/>
        </w:rPr>
        <w:t>تك كہ اس كى عمر كے تيرہ برس وہي</w:t>
      </w:r>
      <w:r w:rsidR="007D6C9B">
        <w:rPr>
          <w:rtl/>
        </w:rPr>
        <w:t xml:space="preserve">ں </w:t>
      </w:r>
      <w:r>
        <w:rPr>
          <w:rtl/>
        </w:rPr>
        <w:t xml:space="preserve">گزر گئے_ </w:t>
      </w:r>
    </w:p>
    <w:p w:rsidR="00DE2D7F" w:rsidRDefault="00DE2D7F" w:rsidP="00D07B54">
      <w:pPr>
        <w:pStyle w:val="libNormal"/>
        <w:rPr>
          <w:rtl/>
        </w:rPr>
      </w:pPr>
      <w:r>
        <w:rPr>
          <w:rtl/>
        </w:rPr>
        <w:t>اب بچہ نمرود كے جاسوسو</w:t>
      </w:r>
      <w:r w:rsidR="007D6C9B">
        <w:rPr>
          <w:rtl/>
        </w:rPr>
        <w:t xml:space="preserve">ں </w:t>
      </w:r>
      <w:r>
        <w:rPr>
          <w:rtl/>
        </w:rPr>
        <w:t>سے بچ بچ كر نوجوانى مي</w:t>
      </w:r>
      <w:r w:rsidR="007D6C9B">
        <w:rPr>
          <w:rtl/>
        </w:rPr>
        <w:t xml:space="preserve">ں </w:t>
      </w:r>
      <w:r>
        <w:rPr>
          <w:rtl/>
        </w:rPr>
        <w:t>قدم ركھ چكا تھا_ اس نے ارادہ كيا كہ اس عالم تنہائي كو چھوڑديا جائے اور لوگو</w:t>
      </w:r>
      <w:r w:rsidR="007D6C9B">
        <w:rPr>
          <w:rtl/>
        </w:rPr>
        <w:t xml:space="preserve">ں </w:t>
      </w:r>
      <w:r>
        <w:rPr>
          <w:rtl/>
        </w:rPr>
        <w:t xml:space="preserve">تك وہ درس توحيد پہنچائے جو اس نے باطنى الہام اور فكرى مطالعے سے حاصل كيا تھا_ </w:t>
      </w:r>
    </w:p>
    <w:p w:rsidR="00DE2D7F" w:rsidRDefault="00DE2D7F" w:rsidP="00D07B54">
      <w:pPr>
        <w:pStyle w:val="libNormal"/>
        <w:rPr>
          <w:rtl/>
        </w:rPr>
      </w:pPr>
    </w:p>
    <w:p w:rsidR="00193B18" w:rsidRDefault="00DE2D7F" w:rsidP="00D07B54">
      <w:pPr>
        <w:pStyle w:val="Heading2Center"/>
        <w:rPr>
          <w:rtl/>
        </w:rPr>
      </w:pPr>
      <w:bookmarkStart w:id="73" w:name="_Toc7268470"/>
      <w:r>
        <w:rPr>
          <w:rtl/>
        </w:rPr>
        <w:t>دور نبوت</w:t>
      </w:r>
      <w:bookmarkEnd w:id="73"/>
      <w:r>
        <w:rPr>
          <w:rtl/>
        </w:rPr>
        <w:t xml:space="preserve"> </w:t>
      </w:r>
    </w:p>
    <w:p w:rsidR="00DE2D7F" w:rsidRDefault="00DE2D7F" w:rsidP="00D07B54">
      <w:pPr>
        <w:pStyle w:val="libNormal"/>
        <w:rPr>
          <w:rtl/>
        </w:rPr>
      </w:pPr>
      <w:r>
        <w:rPr>
          <w:rtl/>
        </w:rPr>
        <w:t>حضرت ابراہيم عليہ السلام كب مبعوث نبوت ہوئے، اس سلسلے مي</w:t>
      </w:r>
      <w:r w:rsidR="007D6C9B">
        <w:rPr>
          <w:rtl/>
        </w:rPr>
        <w:t xml:space="preserve">ں </w:t>
      </w:r>
      <w:r>
        <w:rPr>
          <w:rtl/>
        </w:rPr>
        <w:t>ہمارے پاس كوئي واضح دليل موجود نہي</w:t>
      </w:r>
      <w:r w:rsidR="007D6C9B">
        <w:rPr>
          <w:rtl/>
        </w:rPr>
        <w:t xml:space="preserve">ں </w:t>
      </w:r>
      <w:r>
        <w:rPr>
          <w:rtl/>
        </w:rPr>
        <w:t>ہے_ البتہ سورہ مريم سے بس اتنا معلوم ہوتا ہے كہ جب آپ(ع) نے اپنے چچا آزر سے بحث چھيڑى تو آپ (ع) مقام نبوت پر فائز ہوچكے تھے_ آيت كہتى ہے كہ :''اس كتاب مي</w:t>
      </w:r>
      <w:r w:rsidR="007D6C9B">
        <w:rPr>
          <w:rtl/>
        </w:rPr>
        <w:t xml:space="preserve">ں </w:t>
      </w:r>
      <w:r>
        <w:rPr>
          <w:rtl/>
        </w:rPr>
        <w:t>ابراہيم عليہ السلام كو ياد كرو،وہ خداكا بہت ہى سچا نبى تھا_جب اس نے اپنے باپ(چچا) سے كہا:''اے بابا تو ايسى چيز كى كيو</w:t>
      </w:r>
      <w:r w:rsidR="007D6C9B">
        <w:rPr>
          <w:rtl/>
        </w:rPr>
        <w:t xml:space="preserve">ں </w:t>
      </w:r>
      <w:r>
        <w:rPr>
          <w:rtl/>
        </w:rPr>
        <w:t>عبادت كرتا ہے كہ جو نہ سنتى ہے اور نہ ہى ديكھتى ہے اور تيرى كوئي مشكل بھى حل نہي</w:t>
      </w:r>
      <w:r w:rsidR="007D6C9B">
        <w:rPr>
          <w:rtl/>
        </w:rPr>
        <w:t xml:space="preserve">ں </w:t>
      </w:r>
      <w:r>
        <w:rPr>
          <w:rtl/>
        </w:rPr>
        <w:t>كرتي''_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ہم جانتے ہي</w:t>
      </w:r>
      <w:r w:rsidR="007D6C9B">
        <w:rPr>
          <w:rtl/>
        </w:rPr>
        <w:t xml:space="preserve">ں </w:t>
      </w:r>
      <w:r>
        <w:rPr>
          <w:rtl/>
        </w:rPr>
        <w:t>كہ يہ واقعہ بت پرستو</w:t>
      </w:r>
      <w:r w:rsidR="007D6C9B">
        <w:rPr>
          <w:rtl/>
        </w:rPr>
        <w:t xml:space="preserve">ں </w:t>
      </w:r>
      <w:r>
        <w:rPr>
          <w:rtl/>
        </w:rPr>
        <w:t>كے ساتھ شديد معركہ آرائي اور آپ كو آگ مي</w:t>
      </w:r>
      <w:r w:rsidR="007D6C9B">
        <w:rPr>
          <w:rtl/>
        </w:rPr>
        <w:t xml:space="preserve">ں </w:t>
      </w:r>
      <w:r>
        <w:rPr>
          <w:rtl/>
        </w:rPr>
        <w:t>ڈالے جانے سے پہلے كا ہے_ بعض م ورخين نے لكھا ہے كہ آگ مي</w:t>
      </w:r>
      <w:r w:rsidR="007D6C9B">
        <w:rPr>
          <w:rtl/>
        </w:rPr>
        <w:t xml:space="preserve">ں </w:t>
      </w:r>
      <w:r>
        <w:rPr>
          <w:rtl/>
        </w:rPr>
        <w:t xml:space="preserve">ڈالے جانے كے وقت حضرت ابراہيم عليہ السلام كى عمر </w:t>
      </w:r>
      <w:r w:rsidR="00E664BB">
        <w:rPr>
          <w:rtl/>
        </w:rPr>
        <w:t>16</w:t>
      </w:r>
      <w:r>
        <w:rPr>
          <w:rtl/>
        </w:rPr>
        <w:t>/سال تھي_ ہم اس كے ساتھ يہ اضافہ كرتے ہي</w:t>
      </w:r>
      <w:r w:rsidR="007D6C9B">
        <w:rPr>
          <w:rtl/>
        </w:rPr>
        <w:t xml:space="preserve">ں </w:t>
      </w:r>
      <w:r>
        <w:rPr>
          <w:rtl/>
        </w:rPr>
        <w:t>كہ يہ عظيم كار رسالت آغاز نوجوانى مي</w:t>
      </w:r>
      <w:r w:rsidR="007D6C9B">
        <w:rPr>
          <w:rtl/>
        </w:rPr>
        <w:t xml:space="preserve">ں </w:t>
      </w:r>
      <w:r>
        <w:rPr>
          <w:rtl/>
        </w:rPr>
        <w:t xml:space="preserve">آپ(ع) كے دوش پر آن پڑا تھا_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مريم آيت </w:t>
      </w:r>
      <w:r w:rsidR="00E664BB">
        <w:rPr>
          <w:rtl/>
        </w:rPr>
        <w:t>41</w:t>
      </w:r>
      <w:r>
        <w:rPr>
          <w:rtl/>
        </w:rPr>
        <w:t>/</w:t>
      </w:r>
      <w:r w:rsidR="00E664BB">
        <w:rPr>
          <w:rtl/>
        </w:rPr>
        <w:t>42</w:t>
      </w:r>
      <w:r>
        <w:rPr>
          <w:rtl/>
        </w:rPr>
        <w:t xml:space="preserve"> </w:t>
      </w:r>
    </w:p>
    <w:p w:rsidR="00193B18" w:rsidRDefault="001648F9" w:rsidP="00D07B54">
      <w:pPr>
        <w:pStyle w:val="libNormal"/>
        <w:rPr>
          <w:rtl/>
        </w:rPr>
      </w:pPr>
      <w:r>
        <w:rPr>
          <w:rtl/>
        </w:rPr>
        <w:t xml:space="preserve"> </w:t>
      </w:r>
      <w:r>
        <w:rPr>
          <w:rtl/>
        </w:rPr>
        <w:br w:type="page"/>
      </w:r>
    </w:p>
    <w:p w:rsidR="00967244" w:rsidRDefault="00967244" w:rsidP="00D07B54">
      <w:pPr>
        <w:pStyle w:val="libNormal"/>
        <w:rPr>
          <w:rtl/>
        </w:rPr>
      </w:pPr>
    </w:p>
    <w:p w:rsidR="00193B18" w:rsidRDefault="00DE2D7F" w:rsidP="00D07B54">
      <w:pPr>
        <w:pStyle w:val="Heading2Center"/>
        <w:rPr>
          <w:rtl/>
        </w:rPr>
      </w:pPr>
      <w:bookmarkStart w:id="74" w:name="_Toc7268471"/>
      <w:r>
        <w:rPr>
          <w:rtl/>
        </w:rPr>
        <w:t>حضرت ابراہيم عليہ السلام كے پانچ برجستہ صفات</w:t>
      </w:r>
      <w:bookmarkEnd w:id="74"/>
      <w:r>
        <w:rPr>
          <w:rtl/>
        </w:rPr>
        <w:t xml:space="preserve"> </w:t>
      </w:r>
    </w:p>
    <w:p w:rsidR="00DE2D7F" w:rsidRDefault="00DE2D7F" w:rsidP="00D07B54">
      <w:pPr>
        <w:pStyle w:val="libNormal"/>
        <w:rPr>
          <w:rtl/>
        </w:rPr>
      </w:pPr>
      <w:r>
        <w:rPr>
          <w:rtl/>
        </w:rPr>
        <w:t>قرآن مجيد مي</w:t>
      </w:r>
      <w:r w:rsidR="007D6C9B">
        <w:rPr>
          <w:rtl/>
        </w:rPr>
        <w:t xml:space="preserve">ں </w:t>
      </w:r>
      <w:r>
        <w:rPr>
          <w:rtl/>
        </w:rPr>
        <w:t>خدا كى شكر گزارى ايك كامل مصداق يعنى مكتب توحيد كے مجاہد اور علمبردار حضرت ابراہيم عليہ السلام كا ذكر ہے ان كا ذكر اس لحاظ سے بھى خصوصيت كاحامل ہے كہ مسلمان با لعموم اور عرب بالخصوص حضرت ابراہيم كو اپنا پہلاپيشوا اور مقتداء سمجھتے ہي</w:t>
      </w:r>
      <w:r w:rsidR="007D6C9B">
        <w:rPr>
          <w:rtl/>
        </w:rPr>
        <w:t xml:space="preserve">ں </w:t>
      </w:r>
      <w:r>
        <w:rPr>
          <w:rtl/>
        </w:rPr>
        <w:t xml:space="preserve">_ </w:t>
      </w:r>
    </w:p>
    <w:p w:rsidR="00DE2D7F" w:rsidRDefault="00DE2D7F" w:rsidP="00D07B54">
      <w:pPr>
        <w:pStyle w:val="libNormal"/>
        <w:rPr>
          <w:rtl/>
        </w:rPr>
      </w:pPr>
      <w:r>
        <w:rPr>
          <w:rtl/>
        </w:rPr>
        <w:t>اس عظيم اور بہادر انسان كى صفات مي</w:t>
      </w:r>
      <w:r w:rsidR="007D6C9B">
        <w:rPr>
          <w:rtl/>
        </w:rPr>
        <w:t xml:space="preserve">ں </w:t>
      </w:r>
      <w:r>
        <w:rPr>
          <w:rtl/>
        </w:rPr>
        <w:t>سے يہا</w:t>
      </w:r>
      <w:r w:rsidR="007D6C9B">
        <w:rPr>
          <w:rtl/>
        </w:rPr>
        <w:t xml:space="preserve">ں </w:t>
      </w:r>
      <w:r>
        <w:rPr>
          <w:rtl/>
        </w:rPr>
        <w:t xml:space="preserve">صرف پانچ صفات كى طرف اشارہ كيا گيا ہے : </w:t>
      </w:r>
    </w:p>
    <w:p w:rsidR="00DE2D7F" w:rsidRDefault="00DE2D7F" w:rsidP="00D07B54">
      <w:pPr>
        <w:pStyle w:val="libNormal"/>
        <w:rPr>
          <w:rtl/>
        </w:rPr>
      </w:pPr>
      <w:r>
        <w:rPr>
          <w:rtl/>
        </w:rPr>
        <w:t>پہلے فرمايا گيا ہے :'' ابراہيم اپنى ذات مي</w:t>
      </w:r>
      <w:r w:rsidR="007D6C9B">
        <w:rPr>
          <w:rtl/>
        </w:rPr>
        <w:t xml:space="preserve">ں </w:t>
      </w:r>
      <w:r>
        <w:rPr>
          <w:rtl/>
        </w:rPr>
        <w:t>ايك امت تھے''_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سلسلے مي</w:t>
      </w:r>
      <w:r w:rsidR="007D6C9B">
        <w:rPr>
          <w:rtl/>
        </w:rPr>
        <w:t xml:space="preserve">ں </w:t>
      </w:r>
      <w:r>
        <w:rPr>
          <w:rtl/>
        </w:rPr>
        <w:t>حضرت ابراہيم عليہ السلام كو''امت '' كيو</w:t>
      </w:r>
      <w:r w:rsidR="007D6C9B">
        <w:rPr>
          <w:rtl/>
        </w:rPr>
        <w:t xml:space="preserve">ں </w:t>
      </w:r>
      <w:r>
        <w:rPr>
          <w:rtl/>
        </w:rPr>
        <w:t>قرار ديا گيا ، مفسرين نے مختلف نكات بيان كيے ہي</w:t>
      </w:r>
      <w:r w:rsidR="007D6C9B">
        <w:rPr>
          <w:rtl/>
        </w:rPr>
        <w:t xml:space="preserve">ں </w:t>
      </w:r>
      <w:r>
        <w:rPr>
          <w:rtl/>
        </w:rPr>
        <w:t>ان مي</w:t>
      </w:r>
      <w:r w:rsidR="007D6C9B">
        <w:rPr>
          <w:rtl/>
        </w:rPr>
        <w:t xml:space="preserve">ں </w:t>
      </w:r>
      <w:r>
        <w:rPr>
          <w:rtl/>
        </w:rPr>
        <w:t>سے چارقابل ملاحظہ ہي</w:t>
      </w:r>
      <w:r w:rsidR="007D6C9B">
        <w:rPr>
          <w:rtl/>
        </w:rPr>
        <w:t xml:space="preserve">ں </w:t>
      </w:r>
      <w:r>
        <w:rPr>
          <w:rtl/>
        </w:rPr>
        <w:t xml:space="preserve">: </w:t>
      </w:r>
    </w:p>
    <w:p w:rsidR="00DE2D7F" w:rsidRDefault="00E664BB" w:rsidP="00D07B54">
      <w:pPr>
        <w:pStyle w:val="libNormal"/>
        <w:rPr>
          <w:rtl/>
        </w:rPr>
      </w:pPr>
      <w:r>
        <w:rPr>
          <w:rtl/>
        </w:rPr>
        <w:t>1</w:t>
      </w:r>
      <w:r w:rsidR="00DE2D7F">
        <w:rPr>
          <w:rtl/>
        </w:rPr>
        <w:t>_ابراہيم عليہ السلام انسانيت كے عظيم رہبر، مقتداء اور معلم تھے اسى بناء پر انھي</w:t>
      </w:r>
      <w:r w:rsidR="007D6C9B">
        <w:rPr>
          <w:rtl/>
        </w:rPr>
        <w:t xml:space="preserve">ں </w:t>
      </w:r>
      <w:r w:rsidR="00DE2D7F">
        <w:rPr>
          <w:rtl/>
        </w:rPr>
        <w:t>امت كہا گيا ہے كيونكہ '' امت '' اسم مفعول كے معنى مي</w:t>
      </w:r>
      <w:r w:rsidR="007D6C9B">
        <w:rPr>
          <w:rtl/>
        </w:rPr>
        <w:t xml:space="preserve">ں </w:t>
      </w:r>
      <w:r w:rsidR="00DE2D7F">
        <w:rPr>
          <w:rtl/>
        </w:rPr>
        <w:t>اسے كہا جاتاہے جس كى لوگ اقتداء كري</w:t>
      </w:r>
      <w:r w:rsidR="007D6C9B">
        <w:rPr>
          <w:rtl/>
        </w:rPr>
        <w:t xml:space="preserve">ں </w:t>
      </w:r>
      <w:r w:rsidR="00DE2D7F">
        <w:rPr>
          <w:rtl/>
        </w:rPr>
        <w:t>اور جس كى رہبرى لوگ قبول كري</w:t>
      </w:r>
      <w:r w:rsidR="007D6C9B">
        <w:rPr>
          <w:rtl/>
        </w:rPr>
        <w:t xml:space="preserve">ں </w:t>
      </w:r>
      <w:r w:rsidR="00DE2D7F">
        <w:rPr>
          <w:rtl/>
        </w:rPr>
        <w:t xml:space="preserve">_ </w:t>
      </w:r>
    </w:p>
    <w:p w:rsidR="00DE2D7F" w:rsidRDefault="00E664BB" w:rsidP="00D07B54">
      <w:pPr>
        <w:pStyle w:val="libNormal"/>
        <w:rPr>
          <w:rtl/>
        </w:rPr>
      </w:pPr>
      <w:r>
        <w:rPr>
          <w:rtl/>
        </w:rPr>
        <w:t>2</w:t>
      </w:r>
      <w:r w:rsidR="00DE2D7F">
        <w:rPr>
          <w:rtl/>
        </w:rPr>
        <w:t>_ ابراہيم عليہ السلام ايسى شخصيت كے مالك تھے كہ اپنى ذات مي</w:t>
      </w:r>
      <w:r w:rsidR="007D6C9B">
        <w:rPr>
          <w:rtl/>
        </w:rPr>
        <w:t xml:space="preserve">ں </w:t>
      </w:r>
      <w:r w:rsidR="00DE2D7F">
        <w:rPr>
          <w:rtl/>
        </w:rPr>
        <w:t>ايك امت تھے _كيونكہ بعض اوقات كسى انسان كى شخصيت كا نور اتنى وسيع شعاعو</w:t>
      </w:r>
      <w:r w:rsidR="007D6C9B">
        <w:rPr>
          <w:rtl/>
        </w:rPr>
        <w:t xml:space="preserve">ں </w:t>
      </w:r>
      <w:r w:rsidR="00DE2D7F">
        <w:rPr>
          <w:rtl/>
        </w:rPr>
        <w:t xml:space="preserve">كا حامل ہوتا ہے كہ اس كى حيثيت ايك دويا بہت سے افراد سے زيادہ ہوجاتى ہے اور اس كى شخصيت ايك عظيم امت كے برابر ہوجاتى ہے _ </w:t>
      </w:r>
    </w:p>
    <w:p w:rsidR="00DE2D7F" w:rsidRDefault="00DE2D7F" w:rsidP="00D07B54">
      <w:pPr>
        <w:pStyle w:val="libNormal"/>
        <w:rPr>
          <w:rtl/>
        </w:rPr>
      </w:pPr>
      <w:r>
        <w:rPr>
          <w:rtl/>
        </w:rPr>
        <w:t>ان دونو</w:t>
      </w:r>
      <w:r w:rsidR="007D6C9B">
        <w:rPr>
          <w:rtl/>
        </w:rPr>
        <w:t xml:space="preserve">ں </w:t>
      </w:r>
      <w:r>
        <w:rPr>
          <w:rtl/>
        </w:rPr>
        <w:t>معانى مي</w:t>
      </w:r>
      <w:r w:rsidR="007D6C9B">
        <w:rPr>
          <w:rtl/>
        </w:rPr>
        <w:t xml:space="preserve">ں </w:t>
      </w:r>
      <w:r>
        <w:rPr>
          <w:rtl/>
        </w:rPr>
        <w:t>ايك خاص روحانى تعلق ہے كيونكہ جو شخص كسى ملت كاسچا پيشوا ہوتا ہے وہ ان سب كے اعمال مي</w:t>
      </w:r>
      <w:r w:rsidR="007D6C9B">
        <w:rPr>
          <w:rtl/>
        </w:rPr>
        <w:t xml:space="preserve">ں </w:t>
      </w:r>
      <w:r>
        <w:rPr>
          <w:rtl/>
        </w:rPr>
        <w:t xml:space="preserve">شريك اور حصہ دار ہوتا ہے اور گويا وہ خود امت ہوتا ہے _ </w:t>
      </w:r>
    </w:p>
    <w:p w:rsidR="00DE2D7F" w:rsidRDefault="00E664BB" w:rsidP="00D07B54">
      <w:pPr>
        <w:pStyle w:val="libNormal"/>
        <w:rPr>
          <w:rtl/>
        </w:rPr>
      </w:pPr>
      <w:r>
        <w:rPr>
          <w:rtl/>
        </w:rPr>
        <w:t>3</w:t>
      </w:r>
      <w:r w:rsidR="00DE2D7F">
        <w:rPr>
          <w:rtl/>
        </w:rPr>
        <w:t>_ وہ ماحول كہ جس مي</w:t>
      </w:r>
      <w:r w:rsidR="007D6C9B">
        <w:rPr>
          <w:rtl/>
        </w:rPr>
        <w:t xml:space="preserve">ں </w:t>
      </w:r>
      <w:r w:rsidR="00DE2D7F">
        <w:rPr>
          <w:rtl/>
        </w:rPr>
        <w:t>كوئي خدا پرست نہ تھا اور جس مي</w:t>
      </w:r>
      <w:r w:rsidR="007D6C9B">
        <w:rPr>
          <w:rtl/>
        </w:rPr>
        <w:t xml:space="preserve">ں </w:t>
      </w:r>
      <w:r w:rsidR="00DE2D7F">
        <w:rPr>
          <w:rtl/>
        </w:rPr>
        <w:t>سب لوگ شرك وبت پرستى كے جوہڑمي</w:t>
      </w:r>
      <w:r w:rsidR="007D6C9B">
        <w:rPr>
          <w:rtl/>
        </w:rPr>
        <w:t xml:space="preserve">ں </w:t>
      </w:r>
      <w:r w:rsidR="00DE2D7F">
        <w:rPr>
          <w:rtl/>
        </w:rPr>
        <w:t>غوطہ زن تھے _اس مي</w:t>
      </w:r>
      <w:r w:rsidR="007D6C9B">
        <w:rPr>
          <w:rtl/>
        </w:rPr>
        <w:t xml:space="preserve">ں </w:t>
      </w:r>
      <w:r w:rsidR="00DE2D7F">
        <w:rPr>
          <w:rtl/>
        </w:rPr>
        <w:t xml:space="preserve">ابراہيم عليہ السلام تن تنہاموحد اور توحيد پرست تھے پس آپ تنہا ايك امت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نمل آيت</w:t>
      </w:r>
      <w:r w:rsidR="00E664BB">
        <w:rPr>
          <w:rtl/>
        </w:rPr>
        <w:t>120</w:t>
      </w:r>
      <w:r>
        <w:rPr>
          <w:rtl/>
        </w:rPr>
        <w:t xml:space="preserve"> </w:t>
      </w:r>
    </w:p>
    <w:p w:rsidR="00193B18" w:rsidRDefault="00193B18" w:rsidP="00D07B54">
      <w:pPr>
        <w:pStyle w:val="libNormal"/>
        <w:rPr>
          <w:rtl/>
        </w:rPr>
      </w:pPr>
      <w:r>
        <w:rPr>
          <w:rtl/>
        </w:rPr>
        <w:br w:type="page"/>
      </w:r>
    </w:p>
    <w:p w:rsidR="00DE2D7F" w:rsidRDefault="00DE2D7F" w:rsidP="00D07B54">
      <w:pPr>
        <w:pStyle w:val="libNormal"/>
        <w:rPr>
          <w:rtl/>
        </w:rPr>
      </w:pPr>
      <w:r>
        <w:rPr>
          <w:rtl/>
        </w:rPr>
        <w:lastRenderedPageBreak/>
        <w:t xml:space="preserve">تھے اور اس دور كے مشركين ايك الگ امت تھے _ </w:t>
      </w:r>
    </w:p>
    <w:p w:rsidR="00DE2D7F" w:rsidRDefault="00E664BB" w:rsidP="00D07B54">
      <w:pPr>
        <w:pStyle w:val="libNormal"/>
        <w:rPr>
          <w:rtl/>
        </w:rPr>
      </w:pPr>
      <w:r>
        <w:rPr>
          <w:rtl/>
        </w:rPr>
        <w:t>4</w:t>
      </w:r>
      <w:r w:rsidR="00DE2D7F">
        <w:rPr>
          <w:rtl/>
        </w:rPr>
        <w:t>_ ابراہيم عليہ السلام ايك امت كے وجودكا سرچشمہ تھے اسى لئے آپ كو ''امت '' كہا گيا ہے _ اس مي</w:t>
      </w:r>
      <w:r w:rsidR="007D6C9B">
        <w:rPr>
          <w:rtl/>
        </w:rPr>
        <w:t xml:space="preserve">ں </w:t>
      </w:r>
      <w:r w:rsidR="00DE2D7F">
        <w:rPr>
          <w:rtl/>
        </w:rPr>
        <w:t>كوئي اشكال نہي</w:t>
      </w:r>
      <w:r w:rsidR="007D6C9B">
        <w:rPr>
          <w:rtl/>
        </w:rPr>
        <w:t xml:space="preserve">ں </w:t>
      </w:r>
      <w:r w:rsidR="00DE2D7F">
        <w:rPr>
          <w:rtl/>
        </w:rPr>
        <w:t>كہ يہ چھوٹا سالفظ اپنے دامن مي</w:t>
      </w:r>
      <w:r w:rsidR="007D6C9B">
        <w:rPr>
          <w:rtl/>
        </w:rPr>
        <w:t xml:space="preserve">ں </w:t>
      </w:r>
      <w:r w:rsidR="00DE2D7F">
        <w:rPr>
          <w:rtl/>
        </w:rPr>
        <w:t xml:space="preserve">يہ تمام وسيع معانى لئے ہوئے ہو _ </w:t>
      </w:r>
    </w:p>
    <w:p w:rsidR="00DE2D7F" w:rsidRDefault="00DE2D7F" w:rsidP="00D07B54">
      <w:pPr>
        <w:pStyle w:val="libNormal"/>
        <w:rPr>
          <w:rtl/>
        </w:rPr>
      </w:pPr>
      <w:r>
        <w:rPr>
          <w:rtl/>
        </w:rPr>
        <w:t>جى ہا</w:t>
      </w:r>
      <w:r w:rsidR="007D6C9B">
        <w:rPr>
          <w:rtl/>
        </w:rPr>
        <w:t xml:space="preserve">ں </w:t>
      </w:r>
      <w:r>
        <w:rPr>
          <w:rtl/>
        </w:rPr>
        <w:t xml:space="preserve">، ابراہيم ايك امت تھے_ </w:t>
      </w:r>
    </w:p>
    <w:p w:rsidR="00DE2D7F" w:rsidRDefault="00DE2D7F" w:rsidP="00D07B54">
      <w:pPr>
        <w:pStyle w:val="libNormal"/>
        <w:rPr>
          <w:rtl/>
        </w:rPr>
      </w:pPr>
      <w:r>
        <w:rPr>
          <w:rtl/>
        </w:rPr>
        <w:t xml:space="preserve">__وہ ايك عظيم پيشوا تھے _ </w:t>
      </w:r>
    </w:p>
    <w:p w:rsidR="00DE2D7F" w:rsidRDefault="00DE2D7F" w:rsidP="00D07B54">
      <w:pPr>
        <w:pStyle w:val="libNormal"/>
        <w:rPr>
          <w:rtl/>
        </w:rPr>
      </w:pPr>
      <w:r>
        <w:rPr>
          <w:rtl/>
        </w:rPr>
        <w:t xml:space="preserve">__وہ ايك امت سازجوانمرد تھے _ </w:t>
      </w:r>
    </w:p>
    <w:p w:rsidR="00DE2D7F" w:rsidRDefault="00DE2D7F" w:rsidP="00D07B54">
      <w:pPr>
        <w:pStyle w:val="libNormal"/>
        <w:rPr>
          <w:rtl/>
        </w:rPr>
      </w:pPr>
      <w:r>
        <w:rPr>
          <w:rtl/>
        </w:rPr>
        <w:t>__جس ماحول مي</w:t>
      </w:r>
      <w:r w:rsidR="007D6C9B">
        <w:rPr>
          <w:rtl/>
        </w:rPr>
        <w:t xml:space="preserve">ں </w:t>
      </w:r>
      <w:r>
        <w:rPr>
          <w:rtl/>
        </w:rPr>
        <w:t xml:space="preserve">كوئي توحيد كا دم بھر نے والا نہ تھا وہ توحيدكے عظيم علمبردار تھے_ </w:t>
      </w:r>
    </w:p>
    <w:p w:rsidR="00DE2D7F" w:rsidRDefault="00E664BB" w:rsidP="00D07B54">
      <w:pPr>
        <w:pStyle w:val="libNormal"/>
        <w:rPr>
          <w:rtl/>
        </w:rPr>
      </w:pPr>
      <w:r>
        <w:rPr>
          <w:rtl/>
        </w:rPr>
        <w:t>2</w:t>
      </w:r>
      <w:r w:rsidR="00DE2D7F">
        <w:rPr>
          <w:rtl/>
        </w:rPr>
        <w:t>_ ان كى دوسرى صفت يہ تھى كہ'' وہ اللہ كے مطيع بندے تھے ''_</w:t>
      </w:r>
      <w:r w:rsidR="00DE2D7F" w:rsidRPr="00AD1EF3">
        <w:rPr>
          <w:rStyle w:val="libFootnotenumChar"/>
          <w:rtl/>
        </w:rPr>
        <w:t>(</w:t>
      </w:r>
      <w:r w:rsidRPr="00AD1EF3">
        <w:rPr>
          <w:rStyle w:val="libFootnotenumChar"/>
          <w:rtl/>
        </w:rPr>
        <w:t>1</w:t>
      </w:r>
      <w:r w:rsidR="00DE2D7F" w:rsidRPr="00AD1EF3">
        <w:rPr>
          <w:rStyle w:val="libFootnotenumChar"/>
          <w:rtl/>
        </w:rPr>
        <w:t>)</w:t>
      </w:r>
      <w:r w:rsidR="00DE2D7F">
        <w:rPr>
          <w:rtl/>
        </w:rPr>
        <w:t xml:space="preserve"> </w:t>
      </w:r>
    </w:p>
    <w:p w:rsidR="00DE2D7F" w:rsidRDefault="00E664BB" w:rsidP="00D07B54">
      <w:pPr>
        <w:pStyle w:val="libNormal"/>
        <w:rPr>
          <w:rtl/>
        </w:rPr>
      </w:pPr>
      <w:r>
        <w:rPr>
          <w:rtl/>
        </w:rPr>
        <w:t>3</w:t>
      </w:r>
      <w:r w:rsidR="00DE2D7F">
        <w:rPr>
          <w:rtl/>
        </w:rPr>
        <w:t>_ ''وہ ہميشہ اللہ كے سيدھے راستے اور طريق حق پر چلتے تھے''_</w:t>
      </w:r>
      <w:r w:rsidR="00DE2D7F" w:rsidRPr="00AD1EF3">
        <w:rPr>
          <w:rStyle w:val="libFootnotenumChar"/>
          <w:rtl/>
        </w:rPr>
        <w:t>(</w:t>
      </w:r>
      <w:r w:rsidRPr="00AD1EF3">
        <w:rPr>
          <w:rStyle w:val="libFootnotenumChar"/>
          <w:rtl/>
        </w:rPr>
        <w:t>2</w:t>
      </w:r>
      <w:r w:rsidR="00DE2D7F" w:rsidRPr="00AD1EF3">
        <w:rPr>
          <w:rStyle w:val="libFootnotenumChar"/>
          <w:rtl/>
        </w:rPr>
        <w:t>)</w:t>
      </w:r>
      <w:r w:rsidR="00DE2D7F">
        <w:rPr>
          <w:rtl/>
        </w:rPr>
        <w:t xml:space="preserve"> </w:t>
      </w:r>
    </w:p>
    <w:p w:rsidR="00DE2D7F" w:rsidRDefault="00E664BB" w:rsidP="00D07B54">
      <w:pPr>
        <w:pStyle w:val="libNormal"/>
        <w:rPr>
          <w:rtl/>
        </w:rPr>
      </w:pPr>
      <w:r>
        <w:rPr>
          <w:rtl/>
        </w:rPr>
        <w:t>4</w:t>
      </w:r>
      <w:r w:rsidR="00DE2D7F">
        <w:rPr>
          <w:rtl/>
        </w:rPr>
        <w:t>_'' وہ كبھى بھى مشركين مي</w:t>
      </w:r>
      <w:r w:rsidR="007D6C9B">
        <w:rPr>
          <w:rtl/>
        </w:rPr>
        <w:t xml:space="preserve">ں </w:t>
      </w:r>
      <w:r w:rsidR="00DE2D7F">
        <w:rPr>
          <w:rtl/>
        </w:rPr>
        <w:t>سے نہ تھے ''_</w:t>
      </w:r>
      <w:r w:rsidR="00DE2D7F" w:rsidRPr="00AD1EF3">
        <w:rPr>
          <w:rStyle w:val="libFootnotenumChar"/>
          <w:rtl/>
        </w:rPr>
        <w:t>(</w:t>
      </w:r>
      <w:r w:rsidRPr="00AD1EF3">
        <w:rPr>
          <w:rStyle w:val="libFootnotenumChar"/>
          <w:rtl/>
        </w:rPr>
        <w:t>3</w:t>
      </w:r>
      <w:r w:rsidR="00DE2D7F" w:rsidRPr="00AD1EF3">
        <w:rPr>
          <w:rStyle w:val="libFootnotenumChar"/>
          <w:rtl/>
        </w:rPr>
        <w:t>)</w:t>
      </w:r>
      <w:r w:rsidR="00DE2D7F">
        <w:rPr>
          <w:rtl/>
        </w:rPr>
        <w:t xml:space="preserve"> </w:t>
      </w:r>
    </w:p>
    <w:p w:rsidR="00DE2D7F" w:rsidRDefault="00DE2D7F" w:rsidP="00D07B54">
      <w:pPr>
        <w:pStyle w:val="libNormal"/>
        <w:rPr>
          <w:rtl/>
        </w:rPr>
      </w:pPr>
      <w:r>
        <w:rPr>
          <w:rtl/>
        </w:rPr>
        <w:t>ان كے فكر كے ہر پہلو مي</w:t>
      </w:r>
      <w:r w:rsidR="007D6C9B">
        <w:rPr>
          <w:rtl/>
        </w:rPr>
        <w:t xml:space="preserve">ں </w:t>
      </w:r>
      <w:r>
        <w:rPr>
          <w:rtl/>
        </w:rPr>
        <w:t>، ان كے دل كے ہر گوشے مي</w:t>
      </w:r>
      <w:r w:rsidR="007D6C9B">
        <w:rPr>
          <w:rtl/>
        </w:rPr>
        <w:t xml:space="preserve">ں </w:t>
      </w:r>
      <w:r>
        <w:rPr>
          <w:rtl/>
        </w:rPr>
        <w:t xml:space="preserve">اور ان كى زندگى كے ہر طرف اللہ ہى كانور جلوہ گرتھا _ </w:t>
      </w:r>
    </w:p>
    <w:p w:rsidR="00DE2D7F" w:rsidRDefault="00E664BB" w:rsidP="00D07B54">
      <w:pPr>
        <w:pStyle w:val="libNormal"/>
        <w:rPr>
          <w:rtl/>
        </w:rPr>
      </w:pPr>
      <w:r>
        <w:rPr>
          <w:rtl/>
        </w:rPr>
        <w:t>5</w:t>
      </w:r>
      <w:r w:rsidR="00DE2D7F">
        <w:rPr>
          <w:rtl/>
        </w:rPr>
        <w:t>_ان تمام خصوصيات كے علاوہ ''وہ ايسے جوا</w:t>
      </w:r>
      <w:r w:rsidR="007D6C9B">
        <w:rPr>
          <w:rtl/>
        </w:rPr>
        <w:t xml:space="preserve">ں </w:t>
      </w:r>
      <w:r w:rsidR="00DE2D7F">
        <w:rPr>
          <w:rtl/>
        </w:rPr>
        <w:t>مرد تھے كہ اللہ كى سب نعمتو</w:t>
      </w:r>
      <w:r w:rsidR="007D6C9B">
        <w:rPr>
          <w:rtl/>
        </w:rPr>
        <w:t xml:space="preserve">ں </w:t>
      </w:r>
      <w:r w:rsidR="00DE2D7F">
        <w:rPr>
          <w:rtl/>
        </w:rPr>
        <w:t>پر شكر گزار تھے''_</w:t>
      </w:r>
      <w:r w:rsidR="00DE2D7F" w:rsidRPr="00AD1EF3">
        <w:rPr>
          <w:rStyle w:val="libFootnotenumChar"/>
          <w:rtl/>
        </w:rPr>
        <w:t>(</w:t>
      </w:r>
      <w:r w:rsidRPr="00AD1EF3">
        <w:rPr>
          <w:rStyle w:val="libFootnotenumChar"/>
          <w:rtl/>
        </w:rPr>
        <w:t>4</w:t>
      </w:r>
      <w:r w:rsidR="00DE2D7F" w:rsidRPr="00AD1EF3">
        <w:rPr>
          <w:rStyle w:val="libFootnotenumChar"/>
          <w:rtl/>
        </w:rPr>
        <w:t>)</w:t>
      </w:r>
      <w:r w:rsidR="00DE2D7F">
        <w:rPr>
          <w:rtl/>
        </w:rPr>
        <w:t xml:space="preserve"> </w:t>
      </w:r>
    </w:p>
    <w:p w:rsidR="00DE2D7F" w:rsidRDefault="00DE2D7F" w:rsidP="00D07B54">
      <w:pPr>
        <w:pStyle w:val="libNormal"/>
        <w:rPr>
          <w:rtl/>
        </w:rPr>
      </w:pPr>
      <w:r>
        <w:rPr>
          <w:rtl/>
        </w:rPr>
        <w:t>ان پانچ صفات كو بيان كرنے كے بعد ان كے اہم نتائج بيان كيے گئے ہي</w:t>
      </w:r>
      <w:r w:rsidR="007D6C9B">
        <w:rPr>
          <w:rtl/>
        </w:rPr>
        <w:t xml:space="preserve">ں </w:t>
      </w:r>
      <w:r>
        <w:rPr>
          <w:rtl/>
        </w:rPr>
        <w:t xml:space="preserve">: </w:t>
      </w:r>
    </w:p>
    <w:p w:rsidR="00DE2D7F" w:rsidRDefault="00E664BB" w:rsidP="00D07B54">
      <w:pPr>
        <w:pStyle w:val="libNormal"/>
        <w:rPr>
          <w:rtl/>
        </w:rPr>
      </w:pPr>
      <w:r>
        <w:rPr>
          <w:rtl/>
        </w:rPr>
        <w:t>1</w:t>
      </w:r>
      <w:r w:rsidR="00DE2D7F">
        <w:rPr>
          <w:rtl/>
        </w:rPr>
        <w:t>_'' اللہ نے ابراہيم كو نبوت اور دعوت كى تبلغ كے لئے منتخب كيا ''_</w:t>
      </w:r>
      <w:r w:rsidR="00DE2D7F" w:rsidRPr="00AD1EF3">
        <w:rPr>
          <w:rStyle w:val="libFootnotenumChar"/>
          <w:rtl/>
        </w:rPr>
        <w:t>(</w:t>
      </w:r>
      <w:r w:rsidRPr="00AD1EF3">
        <w:rPr>
          <w:rStyle w:val="libFootnotenumChar"/>
          <w:rtl/>
        </w:rPr>
        <w:t>5</w:t>
      </w:r>
      <w:r w:rsidR="00DE2D7F" w:rsidRPr="00AD1EF3">
        <w:rPr>
          <w:rStyle w:val="libFootnotenumChar"/>
          <w:rtl/>
        </w:rPr>
        <w:t>)</w:t>
      </w:r>
      <w:r w:rsidR="00DE2D7F">
        <w:rPr>
          <w:rtl/>
        </w:rPr>
        <w:t xml:space="preserve"> </w:t>
      </w:r>
    </w:p>
    <w:p w:rsidR="00DE2D7F" w:rsidRDefault="00E664BB" w:rsidP="00D07B54">
      <w:pPr>
        <w:pStyle w:val="libNormal"/>
        <w:rPr>
          <w:rtl/>
        </w:rPr>
      </w:pPr>
      <w:r>
        <w:rPr>
          <w:rtl/>
        </w:rPr>
        <w:t>2</w:t>
      </w:r>
      <w:r w:rsidR="00DE2D7F">
        <w:rPr>
          <w:rtl/>
        </w:rPr>
        <w:t>_'' اللہ نے انھي</w:t>
      </w:r>
      <w:r w:rsidR="007D6C9B">
        <w:rPr>
          <w:rtl/>
        </w:rPr>
        <w:t xml:space="preserve">ں </w:t>
      </w:r>
      <w:r w:rsidR="00DE2D7F">
        <w:rPr>
          <w:rtl/>
        </w:rPr>
        <w:t>راہ است كى ہدايت كي''_</w:t>
      </w:r>
      <w:r w:rsidR="00DE2D7F" w:rsidRPr="00AD1EF3">
        <w:rPr>
          <w:rStyle w:val="libFootnotenumChar"/>
          <w:rtl/>
        </w:rPr>
        <w:t>(</w:t>
      </w:r>
      <w:r w:rsidRPr="00AD1EF3">
        <w:rPr>
          <w:rStyle w:val="libFootnotenumChar"/>
          <w:rtl/>
        </w:rPr>
        <w:t>6</w:t>
      </w:r>
      <w:r w:rsidR="00DE2D7F" w:rsidRPr="00AD1EF3">
        <w:rPr>
          <w:rStyle w:val="libFootnotenumChar"/>
          <w:rtl/>
        </w:rPr>
        <w:t>)</w:t>
      </w:r>
      <w:r w:rsidR="00DE2D7F">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نمل آيت </w:t>
      </w:r>
      <w:r w:rsidR="00E664BB">
        <w:rPr>
          <w:rtl/>
        </w:rPr>
        <w:t>120</w:t>
      </w:r>
      <w:r>
        <w:rPr>
          <w:rtl/>
        </w:rPr>
        <w:t xml:space="preserve"> </w:t>
      </w:r>
    </w:p>
    <w:p w:rsidR="00DE2D7F" w:rsidRDefault="00DE2D7F" w:rsidP="00D07B54">
      <w:pPr>
        <w:pStyle w:val="libFootnote"/>
        <w:rPr>
          <w:rtl/>
        </w:rPr>
      </w:pPr>
      <w:r>
        <w:rPr>
          <w:rtl/>
        </w:rPr>
        <w:t>(</w:t>
      </w:r>
      <w:r w:rsidR="00E664BB">
        <w:rPr>
          <w:rtl/>
        </w:rPr>
        <w:t>2</w:t>
      </w:r>
      <w:r>
        <w:rPr>
          <w:rtl/>
        </w:rPr>
        <w:t xml:space="preserve">)سورہ نمل آيت </w:t>
      </w:r>
      <w:r w:rsidR="00E664BB">
        <w:rPr>
          <w:rtl/>
        </w:rPr>
        <w:t>120</w:t>
      </w:r>
      <w:r>
        <w:rPr>
          <w:rtl/>
        </w:rPr>
        <w:t xml:space="preserve"> </w:t>
      </w:r>
    </w:p>
    <w:p w:rsidR="00DE2D7F" w:rsidRDefault="00DE2D7F" w:rsidP="00D07B54">
      <w:pPr>
        <w:pStyle w:val="libFootnote"/>
        <w:rPr>
          <w:rtl/>
        </w:rPr>
      </w:pPr>
      <w:r>
        <w:rPr>
          <w:rtl/>
        </w:rPr>
        <w:t>(</w:t>
      </w:r>
      <w:r w:rsidR="00E664BB">
        <w:rPr>
          <w:rtl/>
        </w:rPr>
        <w:t>3</w:t>
      </w:r>
      <w:r>
        <w:rPr>
          <w:rtl/>
        </w:rPr>
        <w:t>)سورہ نمل آيت</w:t>
      </w:r>
      <w:r w:rsidR="00E664BB">
        <w:rPr>
          <w:rtl/>
        </w:rPr>
        <w:t>120</w:t>
      </w:r>
      <w:r>
        <w:rPr>
          <w:rtl/>
        </w:rPr>
        <w:t xml:space="preserve"> </w:t>
      </w:r>
    </w:p>
    <w:p w:rsidR="00DE2D7F" w:rsidRDefault="00DE2D7F" w:rsidP="00D07B54">
      <w:pPr>
        <w:pStyle w:val="libFootnote"/>
        <w:rPr>
          <w:rtl/>
        </w:rPr>
      </w:pPr>
      <w:r>
        <w:rPr>
          <w:rtl/>
        </w:rPr>
        <w:t>(</w:t>
      </w:r>
      <w:r w:rsidR="00E664BB">
        <w:rPr>
          <w:rtl/>
        </w:rPr>
        <w:t>4</w:t>
      </w:r>
      <w:r>
        <w:rPr>
          <w:rtl/>
        </w:rPr>
        <w:t xml:space="preserve">)سورہ نمل آيت </w:t>
      </w:r>
      <w:r w:rsidR="00E664BB">
        <w:rPr>
          <w:rtl/>
        </w:rPr>
        <w:t>121</w:t>
      </w:r>
      <w:r>
        <w:rPr>
          <w:rtl/>
        </w:rPr>
        <w:t xml:space="preserve"> </w:t>
      </w:r>
    </w:p>
    <w:p w:rsidR="00DE2D7F" w:rsidRDefault="00DE2D7F" w:rsidP="00D07B54">
      <w:pPr>
        <w:pStyle w:val="libFootnote"/>
        <w:rPr>
          <w:rtl/>
        </w:rPr>
      </w:pPr>
      <w:r>
        <w:rPr>
          <w:rtl/>
        </w:rPr>
        <w:t>(</w:t>
      </w:r>
      <w:r w:rsidR="00E664BB">
        <w:rPr>
          <w:rtl/>
        </w:rPr>
        <w:t>5</w:t>
      </w:r>
      <w:r>
        <w:rPr>
          <w:rtl/>
        </w:rPr>
        <w:t xml:space="preserve">)سورہ نمل آيت </w:t>
      </w:r>
      <w:r w:rsidR="00E664BB">
        <w:rPr>
          <w:rtl/>
        </w:rPr>
        <w:t>121</w:t>
      </w:r>
      <w:r>
        <w:rPr>
          <w:rtl/>
        </w:rPr>
        <w:t xml:space="preserve"> </w:t>
      </w:r>
    </w:p>
    <w:p w:rsidR="00DE2D7F" w:rsidRDefault="00DE2D7F" w:rsidP="00D07B54">
      <w:pPr>
        <w:pStyle w:val="libFootnote"/>
        <w:rPr>
          <w:rtl/>
        </w:rPr>
      </w:pPr>
      <w:r>
        <w:rPr>
          <w:rtl/>
        </w:rPr>
        <w:t>(</w:t>
      </w:r>
      <w:r w:rsidR="00E664BB">
        <w:rPr>
          <w:rtl/>
        </w:rPr>
        <w:t>6</w:t>
      </w:r>
      <w:r>
        <w:rPr>
          <w:rtl/>
        </w:rPr>
        <w:t xml:space="preserve">) سورہ آيت </w:t>
      </w:r>
      <w:r w:rsidR="00E664BB">
        <w:rPr>
          <w:rtl/>
        </w:rPr>
        <w:t>121</w:t>
      </w:r>
      <w:r>
        <w:rPr>
          <w:rtl/>
        </w:rPr>
        <w:t xml:space="preserve"> </w:t>
      </w:r>
    </w:p>
    <w:p w:rsidR="00193B18" w:rsidRDefault="001648F9" w:rsidP="00D07B54">
      <w:pPr>
        <w:pStyle w:val="libNormal"/>
        <w:rPr>
          <w:rtl/>
        </w:rPr>
      </w:pPr>
      <w:r>
        <w:rPr>
          <w:rtl/>
        </w:rPr>
        <w:t xml:space="preserve"> </w:t>
      </w:r>
      <w:r>
        <w:rPr>
          <w:rtl/>
        </w:rPr>
        <w:br w:type="page"/>
      </w:r>
    </w:p>
    <w:p w:rsidR="00193B18" w:rsidRDefault="00193B18" w:rsidP="00D07B54">
      <w:pPr>
        <w:pStyle w:val="libNormal"/>
        <w:rPr>
          <w:rtl/>
        </w:rPr>
      </w:pPr>
    </w:p>
    <w:p w:rsidR="00DE2D7F" w:rsidRDefault="00DE2D7F" w:rsidP="00D07B54">
      <w:pPr>
        <w:pStyle w:val="libNormal"/>
        <w:rPr>
          <w:rtl/>
        </w:rPr>
      </w:pPr>
      <w:r>
        <w:rPr>
          <w:rtl/>
        </w:rPr>
        <w:t>اور انھي</w:t>
      </w:r>
      <w:r w:rsidR="007D6C9B">
        <w:rPr>
          <w:rtl/>
        </w:rPr>
        <w:t xml:space="preserve">ں </w:t>
      </w:r>
      <w:r>
        <w:rPr>
          <w:rtl/>
        </w:rPr>
        <w:t xml:space="preserve">ہر قسم كى لغزش اور انحراف سے بچايا _ </w:t>
      </w:r>
    </w:p>
    <w:p w:rsidR="00DE2D7F" w:rsidRDefault="00DE2D7F" w:rsidP="00D07B54">
      <w:pPr>
        <w:pStyle w:val="libNormal"/>
        <w:rPr>
          <w:rtl/>
        </w:rPr>
      </w:pPr>
      <w:r>
        <w:rPr>
          <w:rtl/>
        </w:rPr>
        <w:t>ہم نے بارہا كہا ہے كہ خدائي ہدايت ہميشہ لياقت واہليت كى بنياد پر ہوتى ہے كہ جس كا مظاہرہ خود انسان كى طرف سے ہوتا ہے اس كى طرف سے كسى كو كوئي چيز استعداد اور كسى حساب كتاب كے بغيرنہي</w:t>
      </w:r>
      <w:r w:rsidR="007D6C9B">
        <w:rPr>
          <w:rtl/>
        </w:rPr>
        <w:t xml:space="preserve">ں </w:t>
      </w:r>
      <w:r>
        <w:rPr>
          <w:rtl/>
        </w:rPr>
        <w:t xml:space="preserve">دى جاتى حضرت ابراہيم كو بھى اسى بنياد پر يہ ہدايت نصيب ہوئي _ </w:t>
      </w:r>
    </w:p>
    <w:p w:rsidR="00DE2D7F" w:rsidRDefault="00E664BB" w:rsidP="00D07B54">
      <w:pPr>
        <w:pStyle w:val="libNormal"/>
        <w:rPr>
          <w:rtl/>
        </w:rPr>
      </w:pPr>
      <w:r>
        <w:rPr>
          <w:rtl/>
        </w:rPr>
        <w:t>3</w:t>
      </w:r>
      <w:r w:rsidR="00DE2D7F">
        <w:rPr>
          <w:rtl/>
        </w:rPr>
        <w:t>_ ''ہم نے دنيا مي</w:t>
      </w:r>
      <w:r w:rsidR="007D6C9B">
        <w:rPr>
          <w:rtl/>
        </w:rPr>
        <w:t xml:space="preserve">ں </w:t>
      </w:r>
      <w:r w:rsidR="00DE2D7F">
        <w:rPr>
          <w:rtl/>
        </w:rPr>
        <w:t>انھي</w:t>
      </w:r>
      <w:r w:rsidR="007D6C9B">
        <w:rPr>
          <w:rtl/>
        </w:rPr>
        <w:t xml:space="preserve">ں </w:t>
      </w:r>
      <w:r w:rsidR="00DE2D7F">
        <w:rPr>
          <w:rtl/>
        </w:rPr>
        <w:t>''حسنہ'' سے نوازا ''_ وسيع معنى كے اعتبار سے ''حسنہ '' مي</w:t>
      </w:r>
      <w:r w:rsidR="007D6C9B">
        <w:rPr>
          <w:rtl/>
        </w:rPr>
        <w:t xml:space="preserve">ں </w:t>
      </w:r>
      <w:r w:rsidR="00DE2D7F">
        <w:rPr>
          <w:rtl/>
        </w:rPr>
        <w:t>ہر قسم كى نيكى اور اچھائي كا مفہوم موجود ہے اس مي</w:t>
      </w:r>
      <w:r w:rsidR="007D6C9B">
        <w:rPr>
          <w:rtl/>
        </w:rPr>
        <w:t xml:space="preserve">ں </w:t>
      </w:r>
      <w:r w:rsidR="00DE2D7F">
        <w:rPr>
          <w:rtl/>
        </w:rPr>
        <w:t xml:space="preserve">مقام نبوت رسالت سے لے كر اچھى اولادوغيرہ تك كا مفہوم موجود ہے_ </w:t>
      </w:r>
    </w:p>
    <w:p w:rsidR="00DE2D7F" w:rsidRDefault="00E664BB" w:rsidP="00D07B54">
      <w:pPr>
        <w:pStyle w:val="libNormal"/>
        <w:rPr>
          <w:rtl/>
        </w:rPr>
      </w:pPr>
      <w:r>
        <w:rPr>
          <w:rtl/>
        </w:rPr>
        <w:t>4</w:t>
      </w:r>
      <w:r w:rsidR="00DE2D7F">
        <w:rPr>
          <w:rtl/>
        </w:rPr>
        <w:t>_ اور آخرت مي</w:t>
      </w:r>
      <w:r w:rsidR="007D6C9B">
        <w:rPr>
          <w:rtl/>
        </w:rPr>
        <w:t xml:space="preserve">ں </w:t>
      </w:r>
      <w:r w:rsidR="00DE2D7F">
        <w:rPr>
          <w:rtl/>
        </w:rPr>
        <w:t>وہ صالحين مي</w:t>
      </w:r>
      <w:r w:rsidR="007D6C9B">
        <w:rPr>
          <w:rtl/>
        </w:rPr>
        <w:t xml:space="preserve">ں </w:t>
      </w:r>
      <w:r w:rsidR="00DE2D7F">
        <w:rPr>
          <w:rtl/>
        </w:rPr>
        <w:t>سے ہو</w:t>
      </w:r>
      <w:r w:rsidR="007D6C9B">
        <w:rPr>
          <w:rtl/>
        </w:rPr>
        <w:t xml:space="preserve">ں </w:t>
      </w:r>
      <w:r w:rsidR="00DE2D7F">
        <w:rPr>
          <w:rtl/>
        </w:rPr>
        <w:t>گے ''_</w:t>
      </w:r>
      <w:r w:rsidR="00DE2D7F" w:rsidRPr="00AD1EF3">
        <w:rPr>
          <w:rStyle w:val="libFootnotenumChar"/>
          <w:rtl/>
        </w:rPr>
        <w:t>(</w:t>
      </w:r>
      <w:r w:rsidRPr="00AD1EF3">
        <w:rPr>
          <w:rStyle w:val="libFootnotenumChar"/>
          <w:rtl/>
        </w:rPr>
        <w:t>1</w:t>
      </w:r>
      <w:r w:rsidR="00DE2D7F" w:rsidRPr="00AD1EF3">
        <w:rPr>
          <w:rStyle w:val="libFootnotenumChar"/>
          <w:rtl/>
        </w:rPr>
        <w:t>)</w:t>
      </w:r>
      <w:r w:rsidR="00DE2D7F">
        <w:rPr>
          <w:rtl/>
        </w:rPr>
        <w:t xml:space="preserve"> </w:t>
      </w:r>
    </w:p>
    <w:p w:rsidR="00DE2D7F" w:rsidRDefault="00E664BB" w:rsidP="00D07B54">
      <w:pPr>
        <w:pStyle w:val="libNormal"/>
        <w:rPr>
          <w:rtl/>
        </w:rPr>
      </w:pPr>
      <w:r>
        <w:rPr>
          <w:rtl/>
        </w:rPr>
        <w:t>5</w:t>
      </w:r>
      <w:r w:rsidR="00DE2D7F">
        <w:rPr>
          <w:rtl/>
        </w:rPr>
        <w:t>_ ان صفات كے ساتھ ساتھ اللہ نے حضرت ابراہيم عليہ السلام كو ايك ايساا متياز عطا فرمايا ہے كہ ان كا مكتب و مذہب صرف ان كے اہل زمانہ كے لئے نہ تھا بلكہ ہميشہ كے لئے تھا خاص طور پر اسلامى امت كے لئے بھى يہ ايك الہام بخش مكتب قرارپايا ہے _جيساكہ قرآن كہتا ہے :''پھر ہم نے تجھے وحى كى دين ابراہيم كى اتباع كركہ جو خالص توحيد كا دين ہے '' _</w:t>
      </w:r>
      <w:r w:rsidR="00DE2D7F" w:rsidRPr="00AD1EF3">
        <w:rPr>
          <w:rStyle w:val="libFootnotenumChar"/>
          <w:rtl/>
        </w:rPr>
        <w:t>(</w:t>
      </w:r>
      <w:r w:rsidRPr="00AD1EF3">
        <w:rPr>
          <w:rStyle w:val="libFootnotenumChar"/>
          <w:rtl/>
        </w:rPr>
        <w:t>2</w:t>
      </w:r>
      <w:r w:rsidR="00DE2D7F" w:rsidRPr="00AD1EF3">
        <w:rPr>
          <w:rStyle w:val="libFootnotenumChar"/>
          <w:rtl/>
        </w:rPr>
        <w:t>)</w:t>
      </w:r>
      <w:r w:rsidR="00DE2D7F">
        <w:rPr>
          <w:rtl/>
        </w:rPr>
        <w:t xml:space="preserve"> </w:t>
      </w:r>
    </w:p>
    <w:p w:rsidR="00193B18" w:rsidRDefault="00DE2D7F" w:rsidP="00D07B54">
      <w:pPr>
        <w:pStyle w:val="Heading2Center"/>
        <w:rPr>
          <w:rtl/>
        </w:rPr>
      </w:pPr>
      <w:bookmarkStart w:id="75" w:name="_Toc7268472"/>
      <w:r>
        <w:rPr>
          <w:rtl/>
        </w:rPr>
        <w:t>ابراہيم عليہ السلام سب كے لئے نمونہ ہي</w:t>
      </w:r>
      <w:r w:rsidR="007D6C9B">
        <w:rPr>
          <w:rtl/>
        </w:rPr>
        <w:t>ں</w:t>
      </w:r>
      <w:bookmarkEnd w:id="75"/>
    </w:p>
    <w:p w:rsidR="00DE2D7F" w:rsidRDefault="007D6C9B" w:rsidP="00D07B54">
      <w:pPr>
        <w:pStyle w:val="libNormal"/>
        <w:rPr>
          <w:rtl/>
        </w:rPr>
      </w:pPr>
      <w:r>
        <w:rPr>
          <w:rtl/>
        </w:rPr>
        <w:t xml:space="preserve"> </w:t>
      </w:r>
      <w:r w:rsidR="00DE2D7F">
        <w:rPr>
          <w:rtl/>
        </w:rPr>
        <w:t>قرآن مجيد بہت سے موارد مي</w:t>
      </w:r>
      <w:r>
        <w:rPr>
          <w:rtl/>
        </w:rPr>
        <w:t xml:space="preserve">ں </w:t>
      </w:r>
      <w:r w:rsidR="00DE2D7F">
        <w:rPr>
          <w:rtl/>
        </w:rPr>
        <w:t>اپنى تعليمات كى تكميل كے لئے ايسے نمونے جو جہان انسانيت مي</w:t>
      </w:r>
      <w:r>
        <w:rPr>
          <w:rtl/>
        </w:rPr>
        <w:t xml:space="preserve">ں </w:t>
      </w:r>
      <w:r w:rsidR="00DE2D7F">
        <w:rPr>
          <w:rtl/>
        </w:rPr>
        <w:t>موجود ہي</w:t>
      </w:r>
      <w:r>
        <w:rPr>
          <w:rtl/>
        </w:rPr>
        <w:t xml:space="preserve">ں </w:t>
      </w:r>
      <w:r w:rsidR="00DE2D7F">
        <w:rPr>
          <w:rtl/>
        </w:rPr>
        <w:t>،گواہ كے طور پر پيش كرتا ہے_ اس لئے قرآن مي</w:t>
      </w:r>
      <w:r>
        <w:rPr>
          <w:rtl/>
        </w:rPr>
        <w:t xml:space="preserve">ں </w:t>
      </w:r>
      <w:r w:rsidR="00DE2D7F">
        <w:rPr>
          <w:rtl/>
        </w:rPr>
        <w:t>بھى دشمنان خدا سے دوستى كرنے سے سختى كے ساتھ منع كرنے كے بعد،ابراہيم عليہ السلام اور ان كے طريقہ كارمي</w:t>
      </w:r>
      <w:r>
        <w:rPr>
          <w:rtl/>
        </w:rPr>
        <w:t xml:space="preserve">ں </w:t>
      </w:r>
      <w:r w:rsidR="00DE2D7F">
        <w:rPr>
          <w:rtl/>
        </w:rPr>
        <w:t>ايك ايسے عظيم پيشوا كے عنوان سے جو تمام اقوام كے لئے اور خاص طور پر قوم عرب كے لئے احترام كى نظرو</w:t>
      </w:r>
      <w:r>
        <w:rPr>
          <w:rtl/>
        </w:rPr>
        <w:t xml:space="preserve">ں </w:t>
      </w:r>
      <w:r w:rsidR="00DE2D7F">
        <w:rPr>
          <w:rtl/>
        </w:rPr>
        <w:t>سے ديكھے جاتے تھے،گفتگو كرتے ہوئے فرماتا ہے:''تمھارے لئے ابراہيم عليہ السلام اور ان كے ساتھيو</w:t>
      </w:r>
      <w:r>
        <w:rPr>
          <w:rtl/>
        </w:rPr>
        <w:t xml:space="preserve">ں </w:t>
      </w:r>
      <w:r w:rsidR="00DE2D7F">
        <w:rPr>
          <w:rtl/>
        </w:rPr>
        <w:t>كى زندگى مي</w:t>
      </w:r>
      <w:r>
        <w:rPr>
          <w:rtl/>
        </w:rPr>
        <w:t xml:space="preserve">ں </w:t>
      </w:r>
      <w:r w:rsidR="00DE2D7F">
        <w:rPr>
          <w:rtl/>
        </w:rPr>
        <w:t>بہترين نمونہ ہے_''</w:t>
      </w:r>
      <w:r w:rsidR="00DE2D7F" w:rsidRPr="00AD1EF3">
        <w:rPr>
          <w:rStyle w:val="libFootnotenumChar"/>
          <w:rtl/>
        </w:rPr>
        <w:t>(</w:t>
      </w:r>
      <w:r w:rsidR="00E664BB" w:rsidRPr="00AD1EF3">
        <w:rPr>
          <w:rStyle w:val="libFootnotenumChar"/>
          <w:rtl/>
        </w:rPr>
        <w:t>3</w:t>
      </w:r>
      <w:r w:rsidR="00DE2D7F" w:rsidRPr="00AD1EF3">
        <w:rPr>
          <w:rStyle w:val="libFootnotenumChar"/>
          <w:rtl/>
        </w:rPr>
        <w:t>)</w:t>
      </w:r>
      <w:r w:rsidR="00DE2D7F">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نمل آيت</w:t>
      </w:r>
      <w:r w:rsidR="00E664BB">
        <w:rPr>
          <w:rtl/>
        </w:rPr>
        <w:t>122</w:t>
      </w:r>
      <w:r>
        <w:rPr>
          <w:rtl/>
        </w:rPr>
        <w:t xml:space="preserve"> </w:t>
      </w:r>
    </w:p>
    <w:p w:rsidR="00DE2D7F" w:rsidRDefault="00DE2D7F" w:rsidP="00D07B54">
      <w:pPr>
        <w:pStyle w:val="libFootnote"/>
        <w:rPr>
          <w:rtl/>
        </w:rPr>
      </w:pPr>
      <w:r>
        <w:rPr>
          <w:rtl/>
        </w:rPr>
        <w:t>(</w:t>
      </w:r>
      <w:r w:rsidR="00E664BB">
        <w:rPr>
          <w:rtl/>
        </w:rPr>
        <w:t>2</w:t>
      </w:r>
      <w:r>
        <w:rPr>
          <w:rtl/>
        </w:rPr>
        <w:t xml:space="preserve">) سورہ نمل آيت </w:t>
      </w:r>
      <w:r w:rsidR="00E664BB">
        <w:rPr>
          <w:rtl/>
        </w:rPr>
        <w:t>4</w:t>
      </w:r>
      <w:r>
        <w:rPr>
          <w:rtl/>
        </w:rPr>
        <w:t xml:space="preserve"> </w:t>
      </w:r>
    </w:p>
    <w:p w:rsidR="00DE2D7F" w:rsidRDefault="00DE2D7F" w:rsidP="00D07B54">
      <w:pPr>
        <w:pStyle w:val="libFootnote"/>
        <w:rPr>
          <w:rtl/>
        </w:rPr>
      </w:pPr>
      <w:r>
        <w:rPr>
          <w:rtl/>
        </w:rPr>
        <w:t>(</w:t>
      </w:r>
      <w:r w:rsidR="00E664BB">
        <w:rPr>
          <w:rtl/>
        </w:rPr>
        <w:t>3</w:t>
      </w:r>
      <w:r>
        <w:rPr>
          <w:rtl/>
        </w:rPr>
        <w:t xml:space="preserve">)سورہ ممتحنہ آيت </w:t>
      </w:r>
      <w:r w:rsidR="00E664BB">
        <w:rPr>
          <w:rtl/>
        </w:rPr>
        <w:t>4</w:t>
      </w:r>
      <w:r>
        <w:rPr>
          <w:rtl/>
        </w:rPr>
        <w:t xml:space="preserve"> </w:t>
      </w:r>
    </w:p>
    <w:p w:rsidR="00193B18"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ابراہيم عليہ السلام پيغمبرو</w:t>
      </w:r>
      <w:r w:rsidR="007D6C9B">
        <w:rPr>
          <w:rtl/>
        </w:rPr>
        <w:t xml:space="preserve">ں </w:t>
      </w:r>
      <w:r>
        <w:rPr>
          <w:rtl/>
        </w:rPr>
        <w:t>كے بزرگ تھے_ ان كى زندگى سرتا سر خدا كى عبوديت،جہاد فى سبيل اللہ اور اس كى پاك ذات كے عشق كے لئے ايك سبق تھي_وہ ابراہيم عليہ السلام كہ امت اسلامى ان كى بابركت دعا كا نتيجہ ہے اور ان كے ركھے ہوئے نام پر فخر كرتى ہے;وہ تمہارے لئے اس سلسلہ مي</w:t>
      </w:r>
      <w:r w:rsidR="007D6C9B">
        <w:rPr>
          <w:rtl/>
        </w:rPr>
        <w:t xml:space="preserve">ں </w:t>
      </w:r>
      <w:r>
        <w:rPr>
          <w:rtl/>
        </w:rPr>
        <w:t>ايك اچھا نمونہ بن سكتے ہي</w:t>
      </w:r>
      <w:r w:rsidR="007D6C9B">
        <w:rPr>
          <w:rtl/>
        </w:rPr>
        <w:t xml:space="preserve">ں </w:t>
      </w:r>
      <w:r>
        <w:rPr>
          <w:rtl/>
        </w:rPr>
        <w:t xml:space="preserve">_ </w:t>
      </w:r>
    </w:p>
    <w:p w:rsidR="00DE2D7F" w:rsidRDefault="00DE2D7F" w:rsidP="00D07B54">
      <w:pPr>
        <w:pStyle w:val="libNormal"/>
        <w:rPr>
          <w:rtl/>
        </w:rPr>
      </w:pPr>
      <w:r>
        <w:rPr>
          <w:rtl/>
        </w:rPr>
        <w:t>''والذين معہ''(جو لوگ ابراہيم عليہ السلام كے ساتھ تھے)كى تعبير سے مراد وہ مو منين ہي</w:t>
      </w:r>
      <w:r w:rsidR="007D6C9B">
        <w:rPr>
          <w:rtl/>
        </w:rPr>
        <w:t xml:space="preserve">ں </w:t>
      </w:r>
      <w:r>
        <w:rPr>
          <w:rtl/>
        </w:rPr>
        <w:t>جو اس راہ مي</w:t>
      </w:r>
      <w:r w:rsidR="007D6C9B">
        <w:rPr>
          <w:rtl/>
        </w:rPr>
        <w:t xml:space="preserve">ں </w:t>
      </w:r>
      <w:r>
        <w:rPr>
          <w:rtl/>
        </w:rPr>
        <w:t>ان كے پيرو اور ساتھى رہے_اگر چہ وہ قليل تعداد مي</w:t>
      </w:r>
      <w:r w:rsidR="007D6C9B">
        <w:rPr>
          <w:rtl/>
        </w:rPr>
        <w:t xml:space="preserve">ں </w:t>
      </w:r>
      <w:r>
        <w:rPr>
          <w:rtl/>
        </w:rPr>
        <w:t>تھے_ باقى رہا يہ احتمال كہ اس سے مراد وہ پيغمبر ہي</w:t>
      </w:r>
      <w:r w:rsidR="007D6C9B">
        <w:rPr>
          <w:rtl/>
        </w:rPr>
        <w:t xml:space="preserve">ں </w:t>
      </w:r>
      <w:r>
        <w:rPr>
          <w:rtl/>
        </w:rPr>
        <w:t>جو آپ كے ساتھ ہم آواز تھے يا ان كے زمانے كے پيغمبر،جيسا كہ بعض نے احتمال ديا ہے_تا ہم يہ بہت بعيد نظر آتا ہے_خصوصاًجبكہ مناسب يہ ہے كہ قرآن يہا</w:t>
      </w:r>
      <w:r w:rsidR="007D6C9B">
        <w:rPr>
          <w:rtl/>
        </w:rPr>
        <w:t xml:space="preserve">ں </w:t>
      </w:r>
      <w:r>
        <w:rPr>
          <w:rtl/>
        </w:rPr>
        <w:t>پيغمبر اسلام(ص) كو ابراہيم عليہ السلام كے ساتھ اور مسلمانو</w:t>
      </w:r>
      <w:r w:rsidR="007D6C9B">
        <w:rPr>
          <w:rtl/>
        </w:rPr>
        <w:t xml:space="preserve">ں </w:t>
      </w:r>
      <w:r>
        <w:rPr>
          <w:rtl/>
        </w:rPr>
        <w:t xml:space="preserve">كو ان كے اصحاب اور انصار سے تشبيہ دے_ </w:t>
      </w:r>
    </w:p>
    <w:p w:rsidR="00DE2D7F" w:rsidRDefault="00DE2D7F" w:rsidP="00D07B54">
      <w:pPr>
        <w:pStyle w:val="libNormal"/>
        <w:rPr>
          <w:rtl/>
        </w:rPr>
      </w:pPr>
      <w:r>
        <w:rPr>
          <w:rtl/>
        </w:rPr>
        <w:t>يہ تواريخ مي</w:t>
      </w:r>
      <w:r w:rsidR="007D6C9B">
        <w:rPr>
          <w:rtl/>
        </w:rPr>
        <w:t xml:space="preserve">ں </w:t>
      </w:r>
      <w:r>
        <w:rPr>
          <w:rtl/>
        </w:rPr>
        <w:t>بھى آيا ہے كہ بابل مي</w:t>
      </w:r>
      <w:r w:rsidR="007D6C9B">
        <w:rPr>
          <w:rtl/>
        </w:rPr>
        <w:t xml:space="preserve">ں </w:t>
      </w:r>
      <w:r>
        <w:rPr>
          <w:rtl/>
        </w:rPr>
        <w:t>ايك گروہ ايسا تھا،جو ابراہيم عليہ السلام كے معجزات ديكھنے كے بعدا ن پر ايمان لے آيا تھااور شام كى طرف ہجرت مي</w:t>
      </w:r>
      <w:r w:rsidR="007D6C9B">
        <w:rPr>
          <w:rtl/>
        </w:rPr>
        <w:t xml:space="preserve">ں </w:t>
      </w:r>
      <w:r>
        <w:rPr>
          <w:rtl/>
        </w:rPr>
        <w:t xml:space="preserve">وہ آپ كے ساتھ تھا،اس سے پتہ چلتا ہے كہ ابراہيم عليہ السلام كے كچھ وفادار ياروانصار بھى تھے_ </w:t>
      </w:r>
    </w:p>
    <w:p w:rsidR="00193B18" w:rsidRDefault="00DE2D7F" w:rsidP="00D07B54">
      <w:pPr>
        <w:pStyle w:val="Heading2Center"/>
        <w:rPr>
          <w:rtl/>
        </w:rPr>
      </w:pPr>
      <w:bookmarkStart w:id="76" w:name="_Toc7268473"/>
      <w:r>
        <w:rPr>
          <w:rtl/>
        </w:rPr>
        <w:t>شائستہ اولاد</w:t>
      </w:r>
      <w:bookmarkEnd w:id="76"/>
    </w:p>
    <w:p w:rsidR="00DE2D7F" w:rsidRDefault="00DE2D7F" w:rsidP="00D07B54">
      <w:pPr>
        <w:pStyle w:val="libNormal"/>
        <w:rPr>
          <w:rtl/>
        </w:rPr>
      </w:pPr>
      <w:r>
        <w:rPr>
          <w:rtl/>
        </w:rPr>
        <w:t xml:space="preserve"> قرآن كريم مي</w:t>
      </w:r>
      <w:r w:rsidR="007D6C9B">
        <w:rPr>
          <w:rtl/>
        </w:rPr>
        <w:t xml:space="preserve">ں </w:t>
      </w:r>
      <w:r>
        <w:rPr>
          <w:rtl/>
        </w:rPr>
        <w:t>بعض ان نعمات مي</w:t>
      </w:r>
      <w:r w:rsidR="007D6C9B">
        <w:rPr>
          <w:rtl/>
        </w:rPr>
        <w:t xml:space="preserve">ں </w:t>
      </w:r>
      <w:r>
        <w:rPr>
          <w:rtl/>
        </w:rPr>
        <w:t>سے ايك كى طرف اشارہ ہوا ہے كہ جو خدا وند تعالى نے حضرت ابراہيم كو عطا كى تھي</w:t>
      </w:r>
      <w:r w:rsidR="007D6C9B">
        <w:rPr>
          <w:rtl/>
        </w:rPr>
        <w:t xml:space="preserve">ں </w:t>
      </w:r>
      <w:r>
        <w:rPr>
          <w:rtl/>
        </w:rPr>
        <w:t>، اور وہ نعمت ہے صالح اور آبرومند اور لائق نسل جو نعمات الہى مي</w:t>
      </w:r>
      <w:r w:rsidR="007D6C9B">
        <w:rPr>
          <w:rtl/>
        </w:rPr>
        <w:t xml:space="preserve">ں </w:t>
      </w:r>
      <w:r>
        <w:rPr>
          <w:rtl/>
        </w:rPr>
        <w:t xml:space="preserve">سے ايك عظيم ترين نعمت ہے _ </w:t>
      </w:r>
    </w:p>
    <w:p w:rsidR="00DE2D7F" w:rsidRDefault="00DE2D7F" w:rsidP="00D07B54">
      <w:pPr>
        <w:pStyle w:val="libNormal"/>
        <w:rPr>
          <w:rtl/>
        </w:rPr>
      </w:pPr>
      <w:r>
        <w:rPr>
          <w:rtl/>
        </w:rPr>
        <w:t>پہلے ارشاد ہوتا ہے : ''ہم نے ابراہيم (ع) كو اسحاق اور يعقوب (فرزند اسحاق ) عطاكئے''_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اگر يہا</w:t>
      </w:r>
      <w:r w:rsidR="007D6C9B">
        <w:rPr>
          <w:rtl/>
        </w:rPr>
        <w:t xml:space="preserve">ں </w:t>
      </w:r>
      <w:r>
        <w:rPr>
          <w:rtl/>
        </w:rPr>
        <w:t>ابراہيم كے دوسرے فرزند اسماعيل كى طرف اشارہ نہي</w:t>
      </w:r>
      <w:r w:rsidR="007D6C9B">
        <w:rPr>
          <w:rtl/>
        </w:rPr>
        <w:t xml:space="preserve">ں </w:t>
      </w:r>
      <w:r>
        <w:rPr>
          <w:rtl/>
        </w:rPr>
        <w:t>ہوا بلكہ بحث كے دوران كہي</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انعام آيت </w:t>
      </w:r>
      <w:r w:rsidR="00E664BB">
        <w:rPr>
          <w:rtl/>
        </w:rPr>
        <w:t>84</w:t>
      </w:r>
      <w:r>
        <w:rPr>
          <w:rtl/>
        </w:rPr>
        <w:t xml:space="preserve"> </w:t>
      </w:r>
    </w:p>
    <w:p w:rsidR="00193B18"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ذكر آيا ہے شايد اس كا سبب يہ ہے كہ اسحاق كا سارہ جيسى بانجھ ما</w:t>
      </w:r>
      <w:r w:rsidR="007D6C9B">
        <w:rPr>
          <w:rtl/>
        </w:rPr>
        <w:t xml:space="preserve">ں </w:t>
      </w:r>
      <w:r>
        <w:rPr>
          <w:rtl/>
        </w:rPr>
        <w:t>سے پيدا ہونا ، وہ بھى بڑھا پے كى عمر مي</w:t>
      </w:r>
      <w:r w:rsidR="007D6C9B">
        <w:rPr>
          <w:rtl/>
        </w:rPr>
        <w:t xml:space="preserve">ں </w:t>
      </w:r>
      <w:r>
        <w:rPr>
          <w:rtl/>
        </w:rPr>
        <w:t xml:space="preserve">، بہت عجيب وغريب امراور ايك نعمت غيرمترقبہ تھى _ </w:t>
      </w:r>
    </w:p>
    <w:p w:rsidR="00DE2D7F" w:rsidRDefault="00DE2D7F" w:rsidP="00D07B54">
      <w:pPr>
        <w:pStyle w:val="libNormal"/>
        <w:rPr>
          <w:rtl/>
        </w:rPr>
      </w:pPr>
      <w:r>
        <w:rPr>
          <w:rtl/>
        </w:rPr>
        <w:t>اس كے بعد يہ بتانے كے لئے كہ كہي</w:t>
      </w:r>
      <w:r w:rsidR="007D6C9B">
        <w:rPr>
          <w:rtl/>
        </w:rPr>
        <w:t xml:space="preserve">ں </w:t>
      </w:r>
      <w:r>
        <w:rPr>
          <w:rtl/>
        </w:rPr>
        <w:t>يہ تصور نہ ہو كہ ابراہيم سے قبل كے دور مي</w:t>
      </w:r>
      <w:r w:rsidR="007D6C9B">
        <w:rPr>
          <w:rtl/>
        </w:rPr>
        <w:t xml:space="preserve">ں </w:t>
      </w:r>
      <w:r>
        <w:rPr>
          <w:rtl/>
        </w:rPr>
        <w:t>كوئي علم بردار توحيد نہي</w:t>
      </w:r>
      <w:r w:rsidR="007D6C9B">
        <w:rPr>
          <w:rtl/>
        </w:rPr>
        <w:t xml:space="preserve">ں </w:t>
      </w:r>
      <w:r>
        <w:rPr>
          <w:rtl/>
        </w:rPr>
        <w:t>تھا اور يہ كام بس انہى كے زمانے سے شروع ہوا ہے مزيد كہتاہے :''اس سے پہلے ہم نے نوح كى بھى ہدايت ورہبرى كى تھى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ہم جانتے ہي</w:t>
      </w:r>
      <w:r w:rsidR="007D6C9B">
        <w:rPr>
          <w:rtl/>
        </w:rPr>
        <w:t xml:space="preserve">ں </w:t>
      </w:r>
      <w:r>
        <w:rPr>
          <w:rtl/>
        </w:rPr>
        <w:t>كہ نوح پہلے اولوالعزم پيغمبر ہي</w:t>
      </w:r>
      <w:r w:rsidR="007D6C9B">
        <w:rPr>
          <w:rtl/>
        </w:rPr>
        <w:t xml:space="preserve">ں </w:t>
      </w:r>
      <w:r>
        <w:rPr>
          <w:rtl/>
        </w:rPr>
        <w:t xml:space="preserve">جو آئين وشريعت كے حامل تھے اور وہ پيغمبران اولوالعزم كے سلسلے كى پہلى كڑى تھے_ </w:t>
      </w:r>
    </w:p>
    <w:p w:rsidR="00DE2D7F" w:rsidRDefault="00DE2D7F" w:rsidP="00D07B54">
      <w:pPr>
        <w:pStyle w:val="libNormal"/>
        <w:rPr>
          <w:rtl/>
        </w:rPr>
      </w:pPr>
      <w:r>
        <w:rPr>
          <w:rtl/>
        </w:rPr>
        <w:t>حقيقت مي</w:t>
      </w:r>
      <w:r w:rsidR="007D6C9B">
        <w:rPr>
          <w:rtl/>
        </w:rPr>
        <w:t xml:space="preserve">ں </w:t>
      </w:r>
      <w:r>
        <w:rPr>
          <w:rtl/>
        </w:rPr>
        <w:t>حضرت نوح(ع) كى حيثيت اور ان كے مقام كى طرف اشارہ كركے كہ جو حضرت ابراہيم (ع) كے اجدادمي</w:t>
      </w:r>
      <w:r w:rsidR="007D6C9B">
        <w:rPr>
          <w:rtl/>
        </w:rPr>
        <w:t xml:space="preserve">ں </w:t>
      </w:r>
      <w:r>
        <w:rPr>
          <w:rtl/>
        </w:rPr>
        <w:t>سے ہي</w:t>
      </w:r>
      <w:r w:rsidR="007D6C9B">
        <w:rPr>
          <w:rtl/>
        </w:rPr>
        <w:t xml:space="preserve">ں </w:t>
      </w:r>
      <w:r>
        <w:rPr>
          <w:rtl/>
        </w:rPr>
        <w:t>، اور اسى طرح پيغمبرو</w:t>
      </w:r>
      <w:r w:rsidR="007D6C9B">
        <w:rPr>
          <w:rtl/>
        </w:rPr>
        <w:t xml:space="preserve">ں </w:t>
      </w:r>
      <w:r>
        <w:rPr>
          <w:rtl/>
        </w:rPr>
        <w:t>كے اس گروہ كے مقام كا تذكرہ كركے كہ جو ابراہيم عليہ السلام كى اولاد اور ذريت مي</w:t>
      </w:r>
      <w:r w:rsidR="007D6C9B">
        <w:rPr>
          <w:rtl/>
        </w:rPr>
        <w:t xml:space="preserve">ں </w:t>
      </w:r>
      <w:r>
        <w:rPr>
          <w:rtl/>
        </w:rPr>
        <w:t xml:space="preserve">سے تھے،حضرت ابراہيم عليہ السلام كى ممتاز حيثيت كو وراثت، اصل اور ثمرہ كے حوالے سے مشخص كيا گيا ہے _ </w:t>
      </w:r>
    </w:p>
    <w:p w:rsidR="00DE2D7F" w:rsidRDefault="00DE2D7F" w:rsidP="00D07B54">
      <w:pPr>
        <w:pStyle w:val="libNormal"/>
        <w:rPr>
          <w:rtl/>
        </w:rPr>
      </w:pPr>
      <w:r>
        <w:rPr>
          <w:rtl/>
        </w:rPr>
        <w:t>اوراس كے بعد بہت سے انبياء كے نام گنوائے ہي</w:t>
      </w:r>
      <w:r w:rsidR="007D6C9B">
        <w:rPr>
          <w:rtl/>
        </w:rPr>
        <w:t xml:space="preserve">ں </w:t>
      </w:r>
      <w:r>
        <w:rPr>
          <w:rtl/>
        </w:rPr>
        <w:t>جو ذريت ابراہيم (ع) مي</w:t>
      </w:r>
      <w:r w:rsidR="007D6C9B">
        <w:rPr>
          <w:rtl/>
        </w:rPr>
        <w:t xml:space="preserve">ں </w:t>
      </w:r>
      <w:r>
        <w:rPr>
          <w:rtl/>
        </w:rPr>
        <w:t>سے تھے پہلے ارشاد ہوتاہے : ''ابراہيم (ع) كى ذريت مي</w:t>
      </w:r>
      <w:r w:rsidR="007D6C9B">
        <w:rPr>
          <w:rtl/>
        </w:rPr>
        <w:t xml:space="preserve">ں </w:t>
      </w:r>
      <w:r>
        <w:rPr>
          <w:rtl/>
        </w:rPr>
        <w:t>سے دائود، سليمان ، ايوب ،يوسف ،موسى اور ہارون تھے''_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كے بعد:''زكر(ع) يا ،يحى (ع) ،عيسى (ع) اور الياس (ع) كانام ليا گيا ہے اور مزيد كہاگيا ہے كہ يہ سب صالحين مي</w:t>
      </w:r>
      <w:r w:rsidR="007D6C9B">
        <w:rPr>
          <w:rtl/>
        </w:rPr>
        <w:t xml:space="preserve">ں </w:t>
      </w:r>
      <w:r>
        <w:rPr>
          <w:rtl/>
        </w:rPr>
        <w:t>سے تھے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193B18" w:rsidRDefault="00DE2D7F" w:rsidP="00D07B54">
      <w:pPr>
        <w:pStyle w:val="Heading2Center"/>
        <w:rPr>
          <w:rtl/>
        </w:rPr>
      </w:pPr>
      <w:bookmarkStart w:id="77" w:name="_Toc7268474"/>
      <w:r>
        <w:rPr>
          <w:rtl/>
        </w:rPr>
        <w:t>آزرسے گفتگو</w:t>
      </w:r>
      <w:bookmarkEnd w:id="77"/>
      <w:r>
        <w:rPr>
          <w:rtl/>
        </w:rPr>
        <w:t xml:space="preserve"> </w:t>
      </w:r>
    </w:p>
    <w:p w:rsidR="00DE2D7F" w:rsidRDefault="00DE2D7F" w:rsidP="00D07B54">
      <w:pPr>
        <w:pStyle w:val="libNormal"/>
        <w:rPr>
          <w:rtl/>
        </w:rPr>
      </w:pPr>
      <w:r>
        <w:rPr>
          <w:rtl/>
        </w:rPr>
        <w:t>اس كے بعد ان كى اپنے باپ آزر كے ساتھ گفتگو بيان كى گئي ہے _(يہا</w:t>
      </w:r>
      <w:r w:rsidR="007D6C9B">
        <w:rPr>
          <w:rtl/>
        </w:rPr>
        <w:t xml:space="preserve">ں </w:t>
      </w:r>
      <w:r>
        <w:rPr>
          <w:rtl/>
        </w:rPr>
        <w:t>باپ سے مراد چچاہے اور لفظ '' ابا '' عربى لغت مي</w:t>
      </w:r>
      <w:r w:rsidR="007D6C9B">
        <w:rPr>
          <w:rtl/>
        </w:rPr>
        <w:t xml:space="preserve">ں </w:t>
      </w:r>
      <w:r>
        <w:rPr>
          <w:rtl/>
        </w:rPr>
        <w:t>كبھى باپ كے معنى مي</w:t>
      </w:r>
      <w:r w:rsidR="007D6C9B">
        <w:rPr>
          <w:rtl/>
        </w:rPr>
        <w:t xml:space="preserve">ں </w:t>
      </w:r>
      <w:r>
        <w:rPr>
          <w:rtl/>
        </w:rPr>
        <w:t>اور كبھى چچاكے معنى مي</w:t>
      </w:r>
      <w:r w:rsidR="007D6C9B">
        <w:rPr>
          <w:rtl/>
        </w:rPr>
        <w:t xml:space="preserve">ں </w:t>
      </w:r>
      <w:r>
        <w:rPr>
          <w:rtl/>
        </w:rPr>
        <w:t xml:space="preserve">آتا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انعام آيت </w:t>
      </w:r>
      <w:r w:rsidR="00E664BB">
        <w:rPr>
          <w:rtl/>
        </w:rPr>
        <w:t>84</w:t>
      </w:r>
      <w:r>
        <w:rPr>
          <w:rtl/>
        </w:rPr>
        <w:t xml:space="preserve"> </w:t>
      </w:r>
    </w:p>
    <w:p w:rsidR="00DE2D7F" w:rsidRDefault="00DE2D7F" w:rsidP="00D07B54">
      <w:pPr>
        <w:pStyle w:val="libFootnote"/>
        <w:rPr>
          <w:rtl/>
        </w:rPr>
      </w:pPr>
      <w:r>
        <w:rPr>
          <w:rtl/>
        </w:rPr>
        <w:t>(</w:t>
      </w:r>
      <w:r w:rsidR="00E664BB">
        <w:rPr>
          <w:rtl/>
        </w:rPr>
        <w:t>2</w:t>
      </w:r>
      <w:r>
        <w:rPr>
          <w:rtl/>
        </w:rPr>
        <w:t>) سورہ انعام آيت</w:t>
      </w:r>
      <w:r w:rsidR="00E664BB">
        <w:rPr>
          <w:rtl/>
        </w:rPr>
        <w:t>84</w:t>
      </w:r>
      <w:r>
        <w:rPr>
          <w:rtl/>
        </w:rPr>
        <w:t xml:space="preserve"> </w:t>
      </w:r>
    </w:p>
    <w:p w:rsidR="00DE2D7F" w:rsidRDefault="00DE2D7F" w:rsidP="00D07B54">
      <w:pPr>
        <w:pStyle w:val="libFootnote"/>
        <w:rPr>
          <w:rtl/>
        </w:rPr>
      </w:pPr>
      <w:r>
        <w:rPr>
          <w:rtl/>
        </w:rPr>
        <w:t>(</w:t>
      </w:r>
      <w:r w:rsidR="00E664BB">
        <w:rPr>
          <w:rtl/>
        </w:rPr>
        <w:t>3</w:t>
      </w:r>
      <w:r>
        <w:rPr>
          <w:rtl/>
        </w:rPr>
        <w:t xml:space="preserve">)سورہ انعام آيت </w:t>
      </w:r>
      <w:r w:rsidR="00E664BB">
        <w:rPr>
          <w:rtl/>
        </w:rPr>
        <w:t>85</w:t>
      </w:r>
      <w:r>
        <w:rPr>
          <w:rtl/>
        </w:rPr>
        <w:t xml:space="preserve"> </w:t>
      </w:r>
    </w:p>
    <w:p w:rsidR="00193B18"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قرآن كہتا ہے :اس وقت جبكہ اس نے اپنے باپ سے كہا : اے بابا : تو ايسى چيز كى عبادت كيو</w:t>
      </w:r>
      <w:r w:rsidR="007D6C9B">
        <w:rPr>
          <w:rtl/>
        </w:rPr>
        <w:t xml:space="preserve">ں </w:t>
      </w:r>
      <w:r>
        <w:rPr>
          <w:rtl/>
        </w:rPr>
        <w:t>كرتا ہے جو نہ تو سنتى ہے اور نہ ہى ديكھتى ہے اور نہ ہى تيرى كوئي مشكل حل كرسكتى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مختصر اور زور دار بيان شرك اور بت پرستى كى نفى ونقصان كا احتمال ہے اسے علمائے عقائد '' دفع ضرر محتمل '' سے تعبير كرتے ہي</w:t>
      </w:r>
      <w:r w:rsidR="007D6C9B">
        <w:rPr>
          <w:rtl/>
        </w:rPr>
        <w:t xml:space="preserve">ں </w:t>
      </w:r>
      <w:r>
        <w:rPr>
          <w:rtl/>
        </w:rPr>
        <w:t>_ابراہيم (ع) كہتے ہي</w:t>
      </w:r>
      <w:r w:rsidR="007D6C9B">
        <w:rPr>
          <w:rtl/>
        </w:rPr>
        <w:t xml:space="preserve">ں </w:t>
      </w:r>
      <w:r>
        <w:rPr>
          <w:rtl/>
        </w:rPr>
        <w:t>كہ تو ايسے معبود كى طرف كيو</w:t>
      </w:r>
      <w:r w:rsidR="007D6C9B">
        <w:rPr>
          <w:rtl/>
        </w:rPr>
        <w:t xml:space="preserve">ں </w:t>
      </w:r>
      <w:r>
        <w:rPr>
          <w:rtl/>
        </w:rPr>
        <w:t>جاتاہے كہ جو نہ صرف يہ كہ تيرى كسى مشكل كوحل نہي</w:t>
      </w:r>
      <w:r w:rsidR="007D6C9B">
        <w:rPr>
          <w:rtl/>
        </w:rPr>
        <w:t xml:space="preserve">ں </w:t>
      </w:r>
      <w:r>
        <w:rPr>
          <w:rtl/>
        </w:rPr>
        <w:t>كرسكتا ،بلكہ وہ تو اصلا ًسننے اور ديكھنے كى قدرت ہى نہي</w:t>
      </w:r>
      <w:r w:rsidR="007D6C9B">
        <w:rPr>
          <w:rtl/>
        </w:rPr>
        <w:t xml:space="preserve">ں </w:t>
      </w:r>
      <w:r>
        <w:rPr>
          <w:rtl/>
        </w:rPr>
        <w:t xml:space="preserve">ركھتا _ </w:t>
      </w:r>
    </w:p>
    <w:p w:rsidR="00DE2D7F" w:rsidRDefault="00DE2D7F" w:rsidP="00D07B54">
      <w:pPr>
        <w:pStyle w:val="libNormal"/>
        <w:rPr>
          <w:rtl/>
        </w:rPr>
      </w:pPr>
      <w:r>
        <w:rPr>
          <w:rtl/>
        </w:rPr>
        <w:t>دوسرے لفظو</w:t>
      </w:r>
      <w:r w:rsidR="007D6C9B">
        <w:rPr>
          <w:rtl/>
        </w:rPr>
        <w:t xml:space="preserve">ں </w:t>
      </w:r>
      <w:r>
        <w:rPr>
          <w:rtl/>
        </w:rPr>
        <w:t>مي</w:t>
      </w:r>
      <w:r w:rsidR="007D6C9B">
        <w:rPr>
          <w:rtl/>
        </w:rPr>
        <w:t xml:space="preserve">ں </w:t>
      </w:r>
      <w:r>
        <w:rPr>
          <w:rtl/>
        </w:rPr>
        <w:t>عبادت ايسى ہستى كى كرنى چاہئے كہ جو مشكلات حل كرنے كى قدرت ركھتى ہو، اپنى عبادت كرنے والے كى حاجات وضروريات كو جانتى ،ديكھتى اور سن سكتى ہو</w:t>
      </w:r>
      <w:r w:rsidR="007D6C9B">
        <w:rPr>
          <w:rtl/>
        </w:rPr>
        <w:t xml:space="preserve">ں </w:t>
      </w:r>
      <w:r>
        <w:rPr>
          <w:rtl/>
        </w:rPr>
        <w:t>ليكن ان بتو</w:t>
      </w:r>
      <w:r w:rsidR="007D6C9B">
        <w:rPr>
          <w:rtl/>
        </w:rPr>
        <w:t xml:space="preserve">ں </w:t>
      </w:r>
      <w:r>
        <w:rPr>
          <w:rtl/>
        </w:rPr>
        <w:t>مي</w:t>
      </w:r>
      <w:r w:rsidR="007D6C9B">
        <w:rPr>
          <w:rtl/>
        </w:rPr>
        <w:t xml:space="preserve">ں </w:t>
      </w:r>
      <w:r>
        <w:rPr>
          <w:rtl/>
        </w:rPr>
        <w:t>يہ تمام باتي</w:t>
      </w:r>
      <w:r w:rsidR="007D6C9B">
        <w:rPr>
          <w:rtl/>
        </w:rPr>
        <w:t xml:space="preserve">ں </w:t>
      </w:r>
      <w:r>
        <w:rPr>
          <w:rtl/>
        </w:rPr>
        <w:t>مفقود ہي</w:t>
      </w:r>
      <w:r w:rsidR="007D6C9B">
        <w:rPr>
          <w:rtl/>
        </w:rPr>
        <w:t xml:space="preserve">ں </w:t>
      </w:r>
      <w:r>
        <w:rPr>
          <w:rtl/>
        </w:rPr>
        <w:t xml:space="preserve">_ </w:t>
      </w:r>
    </w:p>
    <w:p w:rsidR="00DE2D7F" w:rsidRDefault="00DE2D7F" w:rsidP="00D07B54">
      <w:pPr>
        <w:pStyle w:val="libNormal"/>
        <w:rPr>
          <w:rtl/>
        </w:rPr>
      </w:pPr>
      <w:r>
        <w:rPr>
          <w:rtl/>
        </w:rPr>
        <w:t>درحقيقت ابراہيم عليہ السلام يہا</w:t>
      </w:r>
      <w:r w:rsidR="007D6C9B">
        <w:rPr>
          <w:rtl/>
        </w:rPr>
        <w:t xml:space="preserve">ں </w:t>
      </w:r>
      <w:r>
        <w:rPr>
          <w:rtl/>
        </w:rPr>
        <w:t>اپنى دعوت اپنے چچا سے شروع كرتے ہي</w:t>
      </w:r>
      <w:r w:rsidR="007D6C9B">
        <w:rPr>
          <w:rtl/>
        </w:rPr>
        <w:t xml:space="preserve">ں </w:t>
      </w:r>
      <w:r>
        <w:rPr>
          <w:rtl/>
        </w:rPr>
        <w:t>،كيونكہ قريبى رشتہ دارو</w:t>
      </w:r>
      <w:r w:rsidR="007D6C9B">
        <w:rPr>
          <w:rtl/>
        </w:rPr>
        <w:t xml:space="preserve">ں </w:t>
      </w:r>
      <w:r>
        <w:rPr>
          <w:rtl/>
        </w:rPr>
        <w:t>مي</w:t>
      </w:r>
      <w:r w:rsidR="007D6C9B">
        <w:rPr>
          <w:rtl/>
        </w:rPr>
        <w:t xml:space="preserve">ں </w:t>
      </w:r>
      <w:r>
        <w:rPr>
          <w:rtl/>
        </w:rPr>
        <w:t>اثرو نفوذ پيدا كرنا زيادہ ضرورى ہے پيغمبر اسلام صلى اللہ عليہ وآلہ وسلم بھى اس بات پر مامور ہوئے تھے كہ پہلے اپنے نزديكى رشتہ دارو</w:t>
      </w:r>
      <w:r w:rsidR="007D6C9B">
        <w:rPr>
          <w:rtl/>
        </w:rPr>
        <w:t xml:space="preserve">ں </w:t>
      </w:r>
      <w:r>
        <w:rPr>
          <w:rtl/>
        </w:rPr>
        <w:t>كو اسلام كى دعوت دي</w:t>
      </w:r>
      <w:r w:rsidR="007D6C9B">
        <w:rPr>
          <w:rtl/>
        </w:rPr>
        <w:t xml:space="preserve">ں </w:t>
      </w:r>
      <w:r>
        <w:rPr>
          <w:rtl/>
        </w:rPr>
        <w:t xml:space="preserve">_ </w:t>
      </w:r>
    </w:p>
    <w:p w:rsidR="00DE2D7F" w:rsidRDefault="00DE2D7F" w:rsidP="00D07B54">
      <w:pPr>
        <w:pStyle w:val="libNormal"/>
        <w:rPr>
          <w:rtl/>
        </w:rPr>
      </w:pPr>
      <w:r>
        <w:rPr>
          <w:rtl/>
        </w:rPr>
        <w:t>اس كے بعد ابراہيم (ع) واضح منطق كے ساتھ اسے دعوت ديتے ہي</w:t>
      </w:r>
      <w:r w:rsidR="007D6C9B">
        <w:rPr>
          <w:rtl/>
        </w:rPr>
        <w:t xml:space="preserve">ں </w:t>
      </w:r>
      <w:r>
        <w:rPr>
          <w:rtl/>
        </w:rPr>
        <w:t>كہ وہ اس امر مي</w:t>
      </w:r>
      <w:r w:rsidR="007D6C9B">
        <w:rPr>
          <w:rtl/>
        </w:rPr>
        <w:t xml:space="preserve">ں </w:t>
      </w:r>
      <w:r>
        <w:rPr>
          <w:rtl/>
        </w:rPr>
        <w:t>ان كى پيروى كرتے نظر آتے ہي</w:t>
      </w:r>
      <w:r w:rsidR="007D6C9B">
        <w:rPr>
          <w:rtl/>
        </w:rPr>
        <w:t xml:space="preserve">ں </w:t>
      </w:r>
      <w:r>
        <w:rPr>
          <w:rtl/>
        </w:rPr>
        <w:t>:''اے بابا ''مجھے وہ علم ودانش ملى ہے جو تجھے نصيب نہي</w:t>
      </w:r>
      <w:r w:rsidR="007D6C9B">
        <w:rPr>
          <w:rtl/>
        </w:rPr>
        <w:t xml:space="preserve">ں </w:t>
      </w:r>
      <w:r>
        <w:rPr>
          <w:rtl/>
        </w:rPr>
        <w:t>ہوئي اس بنا پر تو ميرى پيروى كراور ميرى بات سن ميرى پيروى كرتا كہ مي</w:t>
      </w:r>
      <w:r w:rsidR="007D6C9B">
        <w:rPr>
          <w:rtl/>
        </w:rPr>
        <w:t xml:space="preserve">ں </w:t>
      </w:r>
      <w:r>
        <w:rPr>
          <w:rtl/>
        </w:rPr>
        <w:t>تجھے سيدھى راہ كى طرف ہدايت كرو</w:t>
      </w:r>
      <w:r w:rsidR="007D6C9B">
        <w:rPr>
          <w:rtl/>
        </w:rPr>
        <w:t xml:space="preserve">ں </w:t>
      </w:r>
      <w:r>
        <w:rPr>
          <w:rtl/>
        </w:rPr>
        <w:t xml:space="preserve">''_ </w:t>
      </w:r>
    </w:p>
    <w:p w:rsidR="00DE2D7F" w:rsidRDefault="00DE2D7F" w:rsidP="00D07B54">
      <w:pPr>
        <w:pStyle w:val="libNormal"/>
        <w:rPr>
          <w:rtl/>
        </w:rPr>
      </w:pPr>
      <w:r>
        <w:rPr>
          <w:rtl/>
        </w:rPr>
        <w:t>مي</w:t>
      </w:r>
      <w:r w:rsidR="007D6C9B">
        <w:rPr>
          <w:rtl/>
        </w:rPr>
        <w:t xml:space="preserve">ں </w:t>
      </w:r>
      <w:r>
        <w:rPr>
          <w:rtl/>
        </w:rPr>
        <w:t>نے وحى الہى كے ذريعہ سے بہت علم وآگہى حاصل كى ہے اور مي</w:t>
      </w:r>
      <w:r w:rsidR="007D6C9B">
        <w:rPr>
          <w:rtl/>
        </w:rPr>
        <w:t xml:space="preserve">ں </w:t>
      </w:r>
      <w:r>
        <w:rPr>
          <w:rtl/>
        </w:rPr>
        <w:t>پورے اطمينان كے ساتھ يہ كہہ سكتا ہو</w:t>
      </w:r>
      <w:r w:rsidR="007D6C9B">
        <w:rPr>
          <w:rtl/>
        </w:rPr>
        <w:t xml:space="preserve">ں </w:t>
      </w:r>
      <w:r>
        <w:rPr>
          <w:rtl/>
        </w:rPr>
        <w:t>كہ مي</w:t>
      </w:r>
      <w:r w:rsidR="007D6C9B">
        <w:rPr>
          <w:rtl/>
        </w:rPr>
        <w:t xml:space="preserve">ں </w:t>
      </w:r>
      <w:r>
        <w:rPr>
          <w:rtl/>
        </w:rPr>
        <w:t>خطاكے راستے پر نہي</w:t>
      </w:r>
      <w:r w:rsidR="007D6C9B">
        <w:rPr>
          <w:rtl/>
        </w:rPr>
        <w:t xml:space="preserve">ں </w:t>
      </w:r>
      <w:r>
        <w:rPr>
          <w:rtl/>
        </w:rPr>
        <w:t>چلو</w:t>
      </w:r>
      <w:r w:rsidR="007D6C9B">
        <w:rPr>
          <w:rtl/>
        </w:rPr>
        <w:t xml:space="preserve">ں </w:t>
      </w:r>
      <w:r>
        <w:rPr>
          <w:rtl/>
        </w:rPr>
        <w:t>گا تجھے بھى ہرگز غلط راستے كى دعوت نہي</w:t>
      </w:r>
      <w:r w:rsidR="007D6C9B">
        <w:rPr>
          <w:rtl/>
        </w:rPr>
        <w:t xml:space="preserve">ں </w:t>
      </w:r>
      <w:r>
        <w:rPr>
          <w:rtl/>
        </w:rPr>
        <w:t>دو</w:t>
      </w:r>
      <w:r w:rsidR="007D6C9B">
        <w:rPr>
          <w:rtl/>
        </w:rPr>
        <w:t xml:space="preserve">ں </w:t>
      </w:r>
      <w:r>
        <w:rPr>
          <w:rtl/>
        </w:rPr>
        <w:t>گا مي</w:t>
      </w:r>
      <w:r w:rsidR="007D6C9B">
        <w:rPr>
          <w:rtl/>
        </w:rPr>
        <w:t xml:space="preserve">ں </w:t>
      </w:r>
      <w:r>
        <w:rPr>
          <w:rtl/>
        </w:rPr>
        <w:t>تيرى خوش بختى وسعادت كا خواہا</w:t>
      </w:r>
      <w:r w:rsidR="007D6C9B">
        <w:rPr>
          <w:rtl/>
        </w:rPr>
        <w:t xml:space="preserve">ں </w:t>
      </w:r>
      <w:r>
        <w:rPr>
          <w:rtl/>
        </w:rPr>
        <w:t>ہو</w:t>
      </w:r>
      <w:r w:rsidR="007D6C9B">
        <w:rPr>
          <w:rtl/>
        </w:rPr>
        <w:t xml:space="preserve">ں </w:t>
      </w:r>
      <w:r>
        <w:rPr>
          <w:rtl/>
        </w:rPr>
        <w:t xml:space="preserve">تو ميرى بات مان لے تاكہ فلاح ونجات حاصل كرسكے اور اس صراط مستقيم كو طے كركے منزل مقصود تك پہنچ جا_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مريم آيت</w:t>
      </w:r>
      <w:r w:rsidR="00E664BB">
        <w:rPr>
          <w:rtl/>
        </w:rPr>
        <w:t>42</w:t>
      </w:r>
      <w:r>
        <w:rPr>
          <w:rtl/>
        </w:rPr>
        <w:t xml:space="preserve"> </w:t>
      </w:r>
    </w:p>
    <w:p w:rsidR="00193B18"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كے بعد اس اثباتى پہلو كو منفى پہلو اور ان آثاركے ساتھ ملاتے ہوئے ، كہ جو اس دعوت پر مترتب ہوتے ہي</w:t>
      </w:r>
      <w:r w:rsidR="007D6C9B">
        <w:rPr>
          <w:rtl/>
        </w:rPr>
        <w:t xml:space="preserve">ں </w:t>
      </w:r>
      <w:r>
        <w:rPr>
          <w:rtl/>
        </w:rPr>
        <w:t>، كہتے ہي</w:t>
      </w:r>
      <w:r w:rsidR="007D6C9B">
        <w:rPr>
          <w:rtl/>
        </w:rPr>
        <w:t xml:space="preserve">ں </w:t>
      </w:r>
      <w:r>
        <w:rPr>
          <w:rtl/>
        </w:rPr>
        <w:t xml:space="preserve">: </w:t>
      </w:r>
    </w:p>
    <w:p w:rsidR="00DE2D7F" w:rsidRDefault="00DE2D7F" w:rsidP="00D07B54">
      <w:pPr>
        <w:pStyle w:val="libNormal"/>
        <w:rPr>
          <w:rtl/>
        </w:rPr>
      </w:pPr>
      <w:r>
        <w:rPr>
          <w:rtl/>
        </w:rPr>
        <w:t>''اے بابا : شيطان كى پرستش نہ كركيونكہ شيطان ہميشہ خدائے رحمن كا نافرمان رہاہے''_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البتہ ظاہرہے كہ يہا</w:t>
      </w:r>
      <w:r w:rsidR="007D6C9B">
        <w:rPr>
          <w:rtl/>
        </w:rPr>
        <w:t xml:space="preserve">ں </w:t>
      </w:r>
      <w:r>
        <w:rPr>
          <w:rtl/>
        </w:rPr>
        <w:t>عبادت سے مراد شيطان كے لئے سجدہ كرنے اور نمازروزہ بجالانے والى عبادت نہي</w:t>
      </w:r>
      <w:r w:rsidR="007D6C9B">
        <w:rPr>
          <w:rtl/>
        </w:rPr>
        <w:t xml:space="preserve">ں </w:t>
      </w:r>
      <w:r>
        <w:rPr>
          <w:rtl/>
        </w:rPr>
        <w:t>ہے بلكہ اطاعت اورا س كے علم كى پيروى كرنے كے معنى مي</w:t>
      </w:r>
      <w:r w:rsidR="007D6C9B">
        <w:rPr>
          <w:rtl/>
        </w:rPr>
        <w:t xml:space="preserve">ں </w:t>
      </w:r>
      <w:r>
        <w:rPr>
          <w:rtl/>
        </w:rPr>
        <w:t xml:space="preserve">ہے اور يہ بات خود ايك قسم كى عبادت شمار ہوتى ہے _ </w:t>
      </w:r>
    </w:p>
    <w:p w:rsidR="00DE2D7F" w:rsidRDefault="00DE2D7F" w:rsidP="00D07B54">
      <w:pPr>
        <w:pStyle w:val="libNormal"/>
        <w:rPr>
          <w:rtl/>
        </w:rPr>
      </w:pPr>
      <w:r>
        <w:rPr>
          <w:rtl/>
        </w:rPr>
        <w:t>ايك مرتبہ پھر اسے شرك اور بت پرستى كے برے نتائج كى طرف متوجہ كرتے ہوئے كہتے ہي</w:t>
      </w:r>
      <w:r w:rsidR="007D6C9B">
        <w:rPr>
          <w:rtl/>
        </w:rPr>
        <w:t xml:space="preserve">ں </w:t>
      </w:r>
      <w:r>
        <w:rPr>
          <w:rtl/>
        </w:rPr>
        <w:t>: ''اے بابا : مي</w:t>
      </w:r>
      <w:r w:rsidR="007D6C9B">
        <w:rPr>
          <w:rtl/>
        </w:rPr>
        <w:t xml:space="preserve">ں </w:t>
      </w:r>
      <w:r>
        <w:rPr>
          <w:rtl/>
        </w:rPr>
        <w:t>اس بات سے ڈرتاہو</w:t>
      </w:r>
      <w:r w:rsidR="007D6C9B">
        <w:rPr>
          <w:rtl/>
        </w:rPr>
        <w:t xml:space="preserve">ں </w:t>
      </w:r>
      <w:r>
        <w:rPr>
          <w:rtl/>
        </w:rPr>
        <w:t>كہ تيرے اختياركردہ شرك وبت پرستى كے سبب خدائے رحمن كى طرف سے تجھ پر عذاب آئے اور تو اوليائے شيطان مي</w:t>
      </w:r>
      <w:r w:rsidR="007D6C9B">
        <w:rPr>
          <w:rtl/>
        </w:rPr>
        <w:t xml:space="preserve">ں </w:t>
      </w:r>
      <w:r>
        <w:rPr>
          <w:rtl/>
        </w:rPr>
        <w:t>سے ہوجائے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p>
    <w:p w:rsidR="00193B18" w:rsidRDefault="00DE2D7F" w:rsidP="00D07B54">
      <w:pPr>
        <w:pStyle w:val="Heading2Center"/>
        <w:rPr>
          <w:rtl/>
        </w:rPr>
      </w:pPr>
      <w:bookmarkStart w:id="78" w:name="_Toc7268475"/>
      <w:r>
        <w:rPr>
          <w:rtl/>
        </w:rPr>
        <w:t>اے ابراہيم تم پر پتھر برسائو</w:t>
      </w:r>
      <w:r w:rsidR="007D6C9B">
        <w:rPr>
          <w:rtl/>
        </w:rPr>
        <w:t xml:space="preserve">ں </w:t>
      </w:r>
      <w:r>
        <w:rPr>
          <w:rtl/>
        </w:rPr>
        <w:t>گا</w:t>
      </w:r>
      <w:bookmarkEnd w:id="78"/>
      <w:r>
        <w:rPr>
          <w:rtl/>
        </w:rPr>
        <w:t xml:space="preserve"> </w:t>
      </w:r>
    </w:p>
    <w:p w:rsidR="00DE2D7F" w:rsidRDefault="00DE2D7F" w:rsidP="00D07B54">
      <w:pPr>
        <w:pStyle w:val="libNormal"/>
        <w:rPr>
          <w:rtl/>
        </w:rPr>
      </w:pPr>
      <w:r>
        <w:rPr>
          <w:rtl/>
        </w:rPr>
        <w:t>حضرت ابراہيم عليہ السلام كى ان كے چچا كى ہدايت كے سلسلے مي</w:t>
      </w:r>
      <w:r w:rsidR="007D6C9B">
        <w:rPr>
          <w:rtl/>
        </w:rPr>
        <w:t xml:space="preserve">ں </w:t>
      </w:r>
      <w:r>
        <w:rPr>
          <w:rtl/>
        </w:rPr>
        <w:t>منطقى باتي</w:t>
      </w:r>
      <w:r w:rsidR="007D6C9B">
        <w:rPr>
          <w:rtl/>
        </w:rPr>
        <w:t xml:space="preserve">ں </w:t>
      </w:r>
      <w:r>
        <w:rPr>
          <w:rtl/>
        </w:rPr>
        <w:t>جو خاص لطف ومحبت كى آميزش ركھتى تھي</w:t>
      </w:r>
      <w:r w:rsidR="007D6C9B">
        <w:rPr>
          <w:rtl/>
        </w:rPr>
        <w:t xml:space="preserve">ں </w:t>
      </w:r>
      <w:r>
        <w:rPr>
          <w:rtl/>
        </w:rPr>
        <w:t>گزرچكى ہي</w:t>
      </w:r>
      <w:r w:rsidR="007D6C9B">
        <w:rPr>
          <w:rtl/>
        </w:rPr>
        <w:t xml:space="preserve">ں </w:t>
      </w:r>
      <w:r>
        <w:rPr>
          <w:rtl/>
        </w:rPr>
        <w:t>اب آزركے جوابات بيان كرنے كى نوبت ہے تاكہ ان دونو</w:t>
      </w:r>
      <w:r w:rsidR="007D6C9B">
        <w:rPr>
          <w:rtl/>
        </w:rPr>
        <w:t xml:space="preserve">ں </w:t>
      </w:r>
      <w:r>
        <w:rPr>
          <w:rtl/>
        </w:rPr>
        <w:t>كا آپس مي</w:t>
      </w:r>
      <w:r w:rsidR="007D6C9B">
        <w:rPr>
          <w:rtl/>
        </w:rPr>
        <w:t xml:space="preserve">ں </w:t>
      </w:r>
      <w:r>
        <w:rPr>
          <w:rtl/>
        </w:rPr>
        <w:t>موازنہ كرنے سے حقيقت اور واقعيت ظاہر ہوجائے _قرآن كہتاہے كہ نہ صرف ابراہيم كى دل سوزيا</w:t>
      </w:r>
      <w:r w:rsidR="007D6C9B">
        <w:rPr>
          <w:rtl/>
        </w:rPr>
        <w:t xml:space="preserve">ں </w:t>
      </w:r>
      <w:r>
        <w:rPr>
          <w:rtl/>
        </w:rPr>
        <w:t>اور ان كا مدلل بيان آزر كے دل پر اثرانداز نہ ہوسكا بلكہ وہ ان باتو</w:t>
      </w:r>
      <w:r w:rsidR="007D6C9B">
        <w:rPr>
          <w:rtl/>
        </w:rPr>
        <w:t xml:space="preserve">ں </w:t>
      </w:r>
      <w:r>
        <w:rPr>
          <w:rtl/>
        </w:rPr>
        <w:t xml:space="preserve">كو سنكر سخت برہم ہوا ،اور اس نے كہا : </w:t>
      </w:r>
    </w:p>
    <w:p w:rsidR="00DE2D7F" w:rsidRDefault="00DE2D7F" w:rsidP="00D07B54">
      <w:pPr>
        <w:pStyle w:val="libNormal"/>
        <w:rPr>
          <w:rtl/>
        </w:rPr>
      </w:pPr>
      <w:r>
        <w:rPr>
          <w:rtl/>
        </w:rPr>
        <w:t>''اے ابراہيم(ع) كيا تو ميرے خدائو</w:t>
      </w:r>
      <w:r w:rsidR="007D6C9B">
        <w:rPr>
          <w:rtl/>
        </w:rPr>
        <w:t xml:space="preserve">ں </w:t>
      </w:r>
      <w:r>
        <w:rPr>
          <w:rtl/>
        </w:rPr>
        <w:t>سے روگردان ہے ،اگر تو اس كام سے باز نہي</w:t>
      </w:r>
      <w:r w:rsidR="007D6C9B">
        <w:rPr>
          <w:rtl/>
        </w:rPr>
        <w:t xml:space="preserve">ں </w:t>
      </w:r>
      <w:r>
        <w:rPr>
          <w:rtl/>
        </w:rPr>
        <w:t>آئے گاتو مي</w:t>
      </w:r>
      <w:r w:rsidR="007D6C9B">
        <w:rPr>
          <w:rtl/>
        </w:rPr>
        <w:t xml:space="preserve">ں </w:t>
      </w:r>
      <w:r>
        <w:rPr>
          <w:rtl/>
        </w:rPr>
        <w:t>ضرور ضرور تجھے سنگسار كرو</w:t>
      </w:r>
      <w:r w:rsidR="007D6C9B">
        <w:rPr>
          <w:rtl/>
        </w:rPr>
        <w:t xml:space="preserve">ں </w:t>
      </w:r>
      <w:r>
        <w:rPr>
          <w:rtl/>
        </w:rPr>
        <w:t>گا،اور تو اب مجھ سے دور ہوجامي</w:t>
      </w:r>
      <w:r w:rsidR="007D6C9B">
        <w:rPr>
          <w:rtl/>
        </w:rPr>
        <w:t xml:space="preserve">ں </w:t>
      </w:r>
      <w:r>
        <w:rPr>
          <w:rtl/>
        </w:rPr>
        <w:t>پھر تجھے نہ ديكھو</w:t>
      </w:r>
      <w:r w:rsidR="007D6C9B">
        <w:rPr>
          <w:rtl/>
        </w:rPr>
        <w:t xml:space="preserve">ں </w:t>
      </w:r>
      <w:r>
        <w:rPr>
          <w:rtl/>
        </w:rPr>
        <w:t xml:space="preserve">''_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قابل توجہ بات يہ ہے كہ اولاًآزر يہ تك كہنے كے لئے تيار نہي</w:t>
      </w:r>
      <w:r w:rsidR="007D6C9B">
        <w:rPr>
          <w:rtl/>
        </w:rPr>
        <w:t xml:space="preserve">ں </w:t>
      </w:r>
      <w:r>
        <w:rPr>
          <w:rtl/>
        </w:rPr>
        <w:t>تھا كہ بتو</w:t>
      </w:r>
      <w:r w:rsidR="007D6C9B">
        <w:rPr>
          <w:rtl/>
        </w:rPr>
        <w:t xml:space="preserve">ں </w:t>
      </w:r>
      <w:r>
        <w:rPr>
          <w:rtl/>
        </w:rPr>
        <w:t>كے انكار ،يا مخالفت اور ان كے بارے مي</w:t>
      </w:r>
      <w:r w:rsidR="007D6C9B">
        <w:rPr>
          <w:rtl/>
        </w:rPr>
        <w:t xml:space="preserve">ں </w:t>
      </w:r>
      <w:r>
        <w:rPr>
          <w:rtl/>
        </w:rPr>
        <w:t>بدگوئي كا ذكر زبان پر لائے،بلكہ بس اتنا كہا:كيا تو بتو</w:t>
      </w:r>
      <w:r w:rsidR="007D6C9B">
        <w:rPr>
          <w:rtl/>
        </w:rPr>
        <w:t xml:space="preserve">ں </w:t>
      </w:r>
      <w:r>
        <w:rPr>
          <w:rtl/>
        </w:rPr>
        <w:t>سے روگردان ہے ؟ تاكہ كہي</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مريم آيت </w:t>
      </w:r>
      <w:r w:rsidR="00E664BB">
        <w:rPr>
          <w:rtl/>
        </w:rPr>
        <w:t>44</w:t>
      </w:r>
      <w:r>
        <w:rPr>
          <w:rtl/>
        </w:rPr>
        <w:t xml:space="preserve"> </w:t>
      </w:r>
    </w:p>
    <w:p w:rsidR="00DE2D7F" w:rsidRDefault="00DE2D7F" w:rsidP="00D07B54">
      <w:pPr>
        <w:pStyle w:val="libFootnote"/>
        <w:rPr>
          <w:rtl/>
        </w:rPr>
      </w:pPr>
      <w:r>
        <w:rPr>
          <w:rtl/>
        </w:rPr>
        <w:t>(</w:t>
      </w:r>
      <w:r w:rsidR="00E664BB">
        <w:rPr>
          <w:rtl/>
        </w:rPr>
        <w:t>2</w:t>
      </w:r>
      <w:r>
        <w:rPr>
          <w:rtl/>
        </w:rPr>
        <w:t>)سورہ مريم آيت</w:t>
      </w:r>
      <w:r w:rsidR="00E664BB">
        <w:rPr>
          <w:rtl/>
        </w:rPr>
        <w:t>45</w:t>
      </w:r>
      <w:r>
        <w:rPr>
          <w:rtl/>
        </w:rPr>
        <w:t xml:space="preserve"> </w:t>
      </w:r>
    </w:p>
    <w:p w:rsidR="00DE2D7F" w:rsidRDefault="00DE2D7F" w:rsidP="00D07B54">
      <w:pPr>
        <w:pStyle w:val="libFootnote"/>
        <w:rPr>
          <w:rtl/>
        </w:rPr>
      </w:pPr>
      <w:r>
        <w:rPr>
          <w:rtl/>
        </w:rPr>
        <w:t>(</w:t>
      </w:r>
      <w:r w:rsidR="00E664BB">
        <w:rPr>
          <w:rtl/>
        </w:rPr>
        <w:t>3</w:t>
      </w:r>
      <w:r>
        <w:rPr>
          <w:rtl/>
        </w:rPr>
        <w:t xml:space="preserve">)سورہ مريم ايت </w:t>
      </w:r>
      <w:r w:rsidR="00E664BB">
        <w:rPr>
          <w:rtl/>
        </w:rPr>
        <w:t>46</w:t>
      </w:r>
      <w:r>
        <w:rPr>
          <w:rtl/>
        </w:rPr>
        <w:t xml:space="preserve"> </w:t>
      </w:r>
    </w:p>
    <w:p w:rsidR="00193B18" w:rsidRDefault="001648F9" w:rsidP="00D07B54">
      <w:pPr>
        <w:pStyle w:val="libNormal"/>
        <w:rPr>
          <w:rtl/>
        </w:rPr>
      </w:pPr>
      <w:r>
        <w:rPr>
          <w:rtl/>
        </w:rPr>
        <w:t xml:space="preserve"> </w:t>
      </w:r>
      <w:r>
        <w:rPr>
          <w:rtl/>
        </w:rPr>
        <w:br w:type="page"/>
      </w:r>
    </w:p>
    <w:p w:rsidR="00193B18" w:rsidRDefault="00193B18" w:rsidP="00D07B54">
      <w:pPr>
        <w:pStyle w:val="libNormal"/>
        <w:rPr>
          <w:rtl/>
        </w:rPr>
      </w:pPr>
    </w:p>
    <w:p w:rsidR="00DE2D7F" w:rsidRDefault="00DE2D7F" w:rsidP="00D07B54">
      <w:pPr>
        <w:pStyle w:val="libNormal"/>
        <w:rPr>
          <w:rtl/>
        </w:rPr>
      </w:pPr>
      <w:r>
        <w:rPr>
          <w:rtl/>
        </w:rPr>
        <w:t>ايسانہ ہو بتو</w:t>
      </w:r>
      <w:r w:rsidR="007D6C9B">
        <w:rPr>
          <w:rtl/>
        </w:rPr>
        <w:t xml:space="preserve">ں </w:t>
      </w:r>
      <w:r>
        <w:rPr>
          <w:rtl/>
        </w:rPr>
        <w:t>كے حق مي</w:t>
      </w:r>
      <w:r w:rsidR="007D6C9B">
        <w:rPr>
          <w:rtl/>
        </w:rPr>
        <w:t xml:space="preserve">ں </w:t>
      </w:r>
      <w:r>
        <w:rPr>
          <w:rtl/>
        </w:rPr>
        <w:t>جسارت ہوجائے ثانياًابراہيم (ع) كو تہديد كرتے وقت اسے سنگسار كرنے كى تہديد كى وہ بھى اس تاكيد كے ساتھ كہ جو ''لام'' اور '' نون '' تاكيد ثقيلہ سے جو ''لارجمنك'' مي</w:t>
      </w:r>
      <w:r w:rsidR="007D6C9B">
        <w:rPr>
          <w:rtl/>
        </w:rPr>
        <w:t xml:space="preserve">ں </w:t>
      </w:r>
      <w:r>
        <w:rPr>
          <w:rtl/>
        </w:rPr>
        <w:t>واردہے، اور ہم جانتے ہي</w:t>
      </w:r>
      <w:r w:rsidR="007D6C9B">
        <w:rPr>
          <w:rtl/>
        </w:rPr>
        <w:t xml:space="preserve">ں </w:t>
      </w:r>
      <w:r>
        <w:rPr>
          <w:rtl/>
        </w:rPr>
        <w:t>كہ سنگسار كرنا قتل كرنے كى ايك بدترين قسم ہے ثالثاً اس مشروط تہديد اور دھمكى پر ہى قناعت نہي</w:t>
      </w:r>
      <w:r w:rsidR="007D6C9B">
        <w:rPr>
          <w:rtl/>
        </w:rPr>
        <w:t xml:space="preserve">ں </w:t>
      </w:r>
      <w:r>
        <w:rPr>
          <w:rtl/>
        </w:rPr>
        <w:t>كى بلكہ اس حالت مي</w:t>
      </w:r>
      <w:r w:rsidR="007D6C9B">
        <w:rPr>
          <w:rtl/>
        </w:rPr>
        <w:t xml:space="preserve">ں </w:t>
      </w:r>
      <w:r>
        <w:rPr>
          <w:rtl/>
        </w:rPr>
        <w:t>جناب ابراہيم كو ايك ناقابل برداشت وجود شمار كرتے ہوئے ان سے كہا كہ تو ہميشہ كے لئے ميرى نظرو</w:t>
      </w:r>
      <w:r w:rsidR="007D6C9B">
        <w:rPr>
          <w:rtl/>
        </w:rPr>
        <w:t xml:space="preserve">ں </w:t>
      </w:r>
      <w:r>
        <w:rPr>
          <w:rtl/>
        </w:rPr>
        <w:t xml:space="preserve">سے دور ہوجا_ </w:t>
      </w:r>
    </w:p>
    <w:p w:rsidR="00DE2D7F" w:rsidRDefault="00DE2D7F" w:rsidP="00D07B54">
      <w:pPr>
        <w:pStyle w:val="libNormal"/>
        <w:rPr>
          <w:rtl/>
        </w:rPr>
      </w:pPr>
      <w:r>
        <w:rPr>
          <w:rtl/>
        </w:rPr>
        <w:t>يہ تعبير بہت ہى توہين آميزہے،جسے سخت مزاج افراد اپنے مخالفين كے لئے استعمال كرتے ہي</w:t>
      </w:r>
      <w:r w:rsidR="007D6C9B">
        <w:rPr>
          <w:rtl/>
        </w:rPr>
        <w:t xml:space="preserve">ں </w:t>
      </w:r>
      <w:r>
        <w:rPr>
          <w:rtl/>
        </w:rPr>
        <w:t>،اور فارسى زبان مي</w:t>
      </w:r>
      <w:r w:rsidR="007D6C9B">
        <w:rPr>
          <w:rtl/>
        </w:rPr>
        <w:t xml:space="preserve">ں </w:t>
      </w:r>
      <w:r>
        <w:rPr>
          <w:rtl/>
        </w:rPr>
        <w:t>اس كى جگہ ''گورت راگم كن''كہتے ہي</w:t>
      </w:r>
      <w:r w:rsidR="007D6C9B">
        <w:rPr>
          <w:rtl/>
        </w:rPr>
        <w:t xml:space="preserve">ں </w:t>
      </w:r>
      <w:r>
        <w:rPr>
          <w:rtl/>
        </w:rPr>
        <w:t>، يعنى نہ صرف اپنے آپ كو مجھ سے ہميشہ كے لئے چھپالے بلكہ كسى ايسى جگہ چلے جائو كہ مي</w:t>
      </w:r>
      <w:r w:rsidR="007D6C9B">
        <w:rPr>
          <w:rtl/>
        </w:rPr>
        <w:t xml:space="preserve">ں </w:t>
      </w:r>
      <w:r>
        <w:rPr>
          <w:rtl/>
        </w:rPr>
        <w:t>تمہارى قبرتك كو بھى نہ ديكھو</w:t>
      </w:r>
      <w:r w:rsidR="007D6C9B">
        <w:rPr>
          <w:rtl/>
        </w:rPr>
        <w:t xml:space="preserve">ں </w:t>
      </w:r>
      <w:r>
        <w:rPr>
          <w:rtl/>
        </w:rPr>
        <w:t>ليكن ان تمام باتو</w:t>
      </w:r>
      <w:r w:rsidR="007D6C9B">
        <w:rPr>
          <w:rtl/>
        </w:rPr>
        <w:t xml:space="preserve">ں </w:t>
      </w:r>
      <w:r>
        <w:rPr>
          <w:rtl/>
        </w:rPr>
        <w:t>كے باوجود حضرت ابراہيم نے تمام پيغمبرو</w:t>
      </w:r>
      <w:r w:rsidR="007D6C9B">
        <w:rPr>
          <w:rtl/>
        </w:rPr>
        <w:t xml:space="preserve">ں </w:t>
      </w:r>
      <w:r>
        <w:rPr>
          <w:rtl/>
        </w:rPr>
        <w:t>اور آسمانى رہبرو</w:t>
      </w:r>
      <w:r w:rsidR="007D6C9B">
        <w:rPr>
          <w:rtl/>
        </w:rPr>
        <w:t xml:space="preserve">ں </w:t>
      </w:r>
      <w:r>
        <w:rPr>
          <w:rtl/>
        </w:rPr>
        <w:t>كى مانند اپنے اعصاب پر كنڑول ركھا، اور تندى اور تيزى اور شديد خشونت وسختى كے مقابلے مي</w:t>
      </w:r>
      <w:r w:rsidR="007D6C9B">
        <w:rPr>
          <w:rtl/>
        </w:rPr>
        <w:t xml:space="preserve">ں </w:t>
      </w:r>
      <w:r>
        <w:rPr>
          <w:rtl/>
        </w:rPr>
        <w:t>انتہائي بزرگوارى كے ساتھ كہا:'' سلام ہو تجھ پر''_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ممكن ہے كہ يہ ايسا سلام الوداعى اورخدا حافظى كا سلام ہو، كيونكہ اس كے چند جملو</w:t>
      </w:r>
      <w:r w:rsidR="007D6C9B">
        <w:rPr>
          <w:rtl/>
        </w:rPr>
        <w:t xml:space="preserve">ں </w:t>
      </w:r>
      <w:r>
        <w:rPr>
          <w:rtl/>
        </w:rPr>
        <w:t>كے كہنے كے بعد حضرات ابرہيم عليہ السلام نے آزركو چھوڑديا يہ بھى ممكن ہے كہ يہ ايسا سلام ہوكہ جودعوى اور بحث كو ترك كرنے كے لئے كہاجاتاہے جيسا كہ سورہ قصص مي</w:t>
      </w:r>
      <w:r w:rsidR="007D6C9B">
        <w:rPr>
          <w:rtl/>
        </w:rPr>
        <w:t xml:space="preserve">ں </w:t>
      </w:r>
      <w:r>
        <w:rPr>
          <w:rtl/>
        </w:rPr>
        <w:t xml:space="preserve">ہے : </w:t>
      </w:r>
    </w:p>
    <w:p w:rsidR="00DE2D7F" w:rsidRDefault="00DE2D7F" w:rsidP="00D07B54">
      <w:pPr>
        <w:pStyle w:val="libNormal"/>
        <w:rPr>
          <w:rtl/>
        </w:rPr>
      </w:pPr>
      <w:r>
        <w:rPr>
          <w:rtl/>
        </w:rPr>
        <w:t>''اب جبكہ تم ہمارى بات قبول نہي</w:t>
      </w:r>
      <w:r w:rsidR="007D6C9B">
        <w:rPr>
          <w:rtl/>
        </w:rPr>
        <w:t xml:space="preserve">ں </w:t>
      </w:r>
      <w:r>
        <w:rPr>
          <w:rtl/>
        </w:rPr>
        <w:t>كرتے ہو، ہمارے اعمال ہمارے لئے ہي</w:t>
      </w:r>
      <w:r w:rsidR="007D6C9B">
        <w:rPr>
          <w:rtl/>
        </w:rPr>
        <w:t xml:space="preserve">ں </w:t>
      </w:r>
      <w:r>
        <w:rPr>
          <w:rtl/>
        </w:rPr>
        <w:t>اور تمہارے اعمال تمہارے ليے،تم پر سلام ہے ہم جاہلو</w:t>
      </w:r>
      <w:r w:rsidR="007D6C9B">
        <w:rPr>
          <w:rtl/>
        </w:rPr>
        <w:t xml:space="preserve">ں </w:t>
      </w:r>
      <w:r>
        <w:rPr>
          <w:rtl/>
        </w:rPr>
        <w:t>كے ہواخواہ نہي</w:t>
      </w:r>
      <w:r w:rsidR="007D6C9B">
        <w:rPr>
          <w:rtl/>
        </w:rPr>
        <w:t xml:space="preserve">ں </w:t>
      </w:r>
      <w:r>
        <w:rPr>
          <w:rtl/>
        </w:rPr>
        <w:t>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كے بعد مزيد كہا :'' مي</w:t>
      </w:r>
      <w:r w:rsidR="007D6C9B">
        <w:rPr>
          <w:rtl/>
        </w:rPr>
        <w:t xml:space="preserve">ں </w:t>
      </w:r>
      <w:r>
        <w:rPr>
          <w:rtl/>
        </w:rPr>
        <w:t>عنقريب تيرے لئے اپنے پروردگار سے بخشش كى درخواست كرو</w:t>
      </w:r>
      <w:r w:rsidR="007D6C9B">
        <w:rPr>
          <w:rtl/>
        </w:rPr>
        <w:t xml:space="preserve">ں </w:t>
      </w:r>
      <w:r>
        <w:rPr>
          <w:rtl/>
        </w:rPr>
        <w:t>گا، كيونكہ وہ ميرے لئے رحيم ولطيف اور مہربان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حقيقت مي</w:t>
      </w:r>
      <w:r w:rsidR="007D6C9B">
        <w:rPr>
          <w:rtl/>
        </w:rPr>
        <w:t xml:space="preserve">ں </w:t>
      </w:r>
      <w:r>
        <w:rPr>
          <w:rtl/>
        </w:rPr>
        <w:t>حضرت ابراہيم(ع) نے آزركى خشونت وسختى اور تہديدودھمكى كے مقابلے مي</w:t>
      </w:r>
      <w:r w:rsidR="007D6C9B">
        <w:rPr>
          <w:rtl/>
        </w:rPr>
        <w:t xml:space="preserve">ں </w:t>
      </w:r>
      <w:r>
        <w:rPr>
          <w:rtl/>
        </w:rPr>
        <w:t xml:space="preserve">اسى جيسا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مريم آيت </w:t>
      </w:r>
      <w:r w:rsidR="00E664BB">
        <w:rPr>
          <w:rtl/>
        </w:rPr>
        <w:t>47</w:t>
      </w:r>
      <w:r>
        <w:rPr>
          <w:rtl/>
        </w:rPr>
        <w:t xml:space="preserve"> </w:t>
      </w:r>
    </w:p>
    <w:p w:rsidR="00DE2D7F" w:rsidRDefault="00DE2D7F" w:rsidP="00D07B54">
      <w:pPr>
        <w:pStyle w:val="libFootnote"/>
        <w:rPr>
          <w:rtl/>
        </w:rPr>
      </w:pPr>
      <w:r>
        <w:rPr>
          <w:rtl/>
        </w:rPr>
        <w:t>(</w:t>
      </w:r>
      <w:r w:rsidR="00E664BB">
        <w:rPr>
          <w:rtl/>
        </w:rPr>
        <w:t>2</w:t>
      </w:r>
      <w:r>
        <w:rPr>
          <w:rtl/>
        </w:rPr>
        <w:t xml:space="preserve">)سورہ قصص ايت </w:t>
      </w:r>
      <w:r w:rsidR="00E664BB">
        <w:rPr>
          <w:rtl/>
        </w:rPr>
        <w:t>55</w:t>
      </w:r>
      <w:r>
        <w:rPr>
          <w:rtl/>
        </w:rPr>
        <w:t xml:space="preserve"> </w:t>
      </w:r>
    </w:p>
    <w:p w:rsidR="00DE2D7F" w:rsidRDefault="00DE2D7F" w:rsidP="00D07B54">
      <w:pPr>
        <w:pStyle w:val="libFootnote"/>
        <w:rPr>
          <w:rtl/>
        </w:rPr>
      </w:pPr>
      <w:r>
        <w:rPr>
          <w:rtl/>
        </w:rPr>
        <w:t>(</w:t>
      </w:r>
      <w:r w:rsidR="00E664BB">
        <w:rPr>
          <w:rtl/>
        </w:rPr>
        <w:t>3</w:t>
      </w:r>
      <w:r>
        <w:rPr>
          <w:rtl/>
        </w:rPr>
        <w:t xml:space="preserve">)سورہ مريم آيت </w:t>
      </w:r>
      <w:r w:rsidR="00E664BB">
        <w:rPr>
          <w:rtl/>
        </w:rPr>
        <w:t>47</w:t>
      </w:r>
      <w:r>
        <w:rPr>
          <w:rtl/>
        </w:rPr>
        <w:t xml:space="preserve"> </w:t>
      </w:r>
    </w:p>
    <w:p w:rsidR="00193B18"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 xml:space="preserve">جواب دينے كى بجائے اس كے برخلاف جواب ديا اور اس كے لئے پروردگار سے استغفار كرنے اور اس كے ليئے بخشش كى دعا كرنے كا وعدہ كيا _ </w:t>
      </w:r>
    </w:p>
    <w:p w:rsidR="00DE2D7F" w:rsidRDefault="00DE2D7F" w:rsidP="00D07B54">
      <w:pPr>
        <w:pStyle w:val="libNormal"/>
        <w:rPr>
          <w:rtl/>
        </w:rPr>
      </w:pPr>
      <w:r>
        <w:rPr>
          <w:rtl/>
        </w:rPr>
        <w:t>اس كے بعد يہ فرمايا كہ :''مي</w:t>
      </w:r>
      <w:r w:rsidR="007D6C9B">
        <w:rPr>
          <w:rtl/>
        </w:rPr>
        <w:t xml:space="preserve">ں </w:t>
      </w:r>
      <w:r>
        <w:rPr>
          <w:rtl/>
        </w:rPr>
        <w:t>تم سے (تجھ سے اوراس بت پرست قوم سے )كنارہ كشى كرتاہو</w:t>
      </w:r>
      <w:r w:rsidR="007D6C9B">
        <w:rPr>
          <w:rtl/>
        </w:rPr>
        <w:t xml:space="preserve">ں </w:t>
      </w:r>
      <w:r>
        <w:rPr>
          <w:rtl/>
        </w:rPr>
        <w:t>اور اسى طرح ان سے بھى كہ جنہي</w:t>
      </w:r>
      <w:r w:rsidR="007D6C9B">
        <w:rPr>
          <w:rtl/>
        </w:rPr>
        <w:t xml:space="preserve">ں </w:t>
      </w:r>
      <w:r>
        <w:rPr>
          <w:rtl/>
        </w:rPr>
        <w:t>تم خدا كے علاوہ پكارتے ہو، يعنى بتو</w:t>
      </w:r>
      <w:r w:rsidR="007D6C9B">
        <w:rPr>
          <w:rtl/>
        </w:rPr>
        <w:t xml:space="preserve">ں </w:t>
      </w:r>
      <w:r>
        <w:rPr>
          <w:rtl/>
        </w:rPr>
        <w:t>سے بھى (كنارہ كشى كرتاہو</w:t>
      </w:r>
      <w:r w:rsidR="007D6C9B">
        <w:rPr>
          <w:rtl/>
        </w:rPr>
        <w:t xml:space="preserve">ں </w:t>
      </w:r>
      <w:r>
        <w:rPr>
          <w:rtl/>
        </w:rPr>
        <w:t>)''اور مي</w:t>
      </w:r>
      <w:r w:rsidR="007D6C9B">
        <w:rPr>
          <w:rtl/>
        </w:rPr>
        <w:t xml:space="preserve">ں </w:t>
      </w:r>
      <w:r>
        <w:rPr>
          <w:rtl/>
        </w:rPr>
        <w:t>تو صرف اپنے پروردگار كو پكارتاہو</w:t>
      </w:r>
      <w:r w:rsidR="007D6C9B">
        <w:rPr>
          <w:rtl/>
        </w:rPr>
        <w:t xml:space="preserve">ں </w:t>
      </w:r>
      <w:r>
        <w:rPr>
          <w:rtl/>
        </w:rPr>
        <w:t>اورمجھے اميد ہے كہ ميرى دعا ميرے پروردگاركى بارگاہ مي</w:t>
      </w:r>
      <w:r w:rsidR="007D6C9B">
        <w:rPr>
          <w:rtl/>
        </w:rPr>
        <w:t xml:space="preserve">ں </w:t>
      </w:r>
      <w:r>
        <w:rPr>
          <w:rtl/>
        </w:rPr>
        <w:t>قبول ہوئے بغير نہي</w:t>
      </w:r>
      <w:r w:rsidR="007D6C9B">
        <w:rPr>
          <w:rtl/>
        </w:rPr>
        <w:t xml:space="preserve">ں </w:t>
      </w:r>
      <w:r>
        <w:rPr>
          <w:rtl/>
        </w:rPr>
        <w:t>رہے گا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قرآن ايك طرف حضرت ابراہيم (ع) كے آزر كے مقابلے مي</w:t>
      </w:r>
      <w:r w:rsidR="007D6C9B">
        <w:rPr>
          <w:rtl/>
        </w:rPr>
        <w:t xml:space="preserve">ں </w:t>
      </w:r>
      <w:r>
        <w:rPr>
          <w:rtl/>
        </w:rPr>
        <w:t>ادب كى نشاندہى كرتاہے _كہ اس نے كہا كہ مجھ سے دور ہوجا تو ابراہيم(ع) نے بھى اسے قبول كرليا اور دوسرى طرف ان كى اپنے عقيدہ مي</w:t>
      </w:r>
      <w:r w:rsidR="007D6C9B">
        <w:rPr>
          <w:rtl/>
        </w:rPr>
        <w:t xml:space="preserve">ں </w:t>
      </w:r>
      <w:r>
        <w:rPr>
          <w:rtl/>
        </w:rPr>
        <w:t>قاطعيت اوريقين كوواضح كرتى ہے يعنى وہ واضح كررہے ہي</w:t>
      </w:r>
      <w:r w:rsidR="007D6C9B">
        <w:rPr>
          <w:rtl/>
        </w:rPr>
        <w:t xml:space="preserve">ں </w:t>
      </w:r>
      <w:r>
        <w:rPr>
          <w:rtl/>
        </w:rPr>
        <w:t>كہ ميرى تم سے يہ دورى اس بناء پر نہي</w:t>
      </w:r>
      <w:r w:rsidR="007D6C9B">
        <w:rPr>
          <w:rtl/>
        </w:rPr>
        <w:t xml:space="preserve">ں </w:t>
      </w:r>
      <w:r>
        <w:rPr>
          <w:rtl/>
        </w:rPr>
        <w:t>ہے كہ مي</w:t>
      </w:r>
      <w:r w:rsidR="007D6C9B">
        <w:rPr>
          <w:rtl/>
        </w:rPr>
        <w:t xml:space="preserve">ں </w:t>
      </w:r>
      <w:r>
        <w:rPr>
          <w:rtl/>
        </w:rPr>
        <w:t>نے اپنے توحيد اعتقاد راسخ سے دستبردارى اختيار كرلى ہے بلكہ اس بناء پر ہے كہ مي</w:t>
      </w:r>
      <w:r w:rsidR="007D6C9B">
        <w:rPr>
          <w:rtl/>
        </w:rPr>
        <w:t xml:space="preserve">ں </w:t>
      </w:r>
      <w:r>
        <w:rPr>
          <w:rtl/>
        </w:rPr>
        <w:t>تمہارے نظريہ كو حق تسليم كرنے كے لئے تيار نہي</w:t>
      </w:r>
      <w:r w:rsidR="007D6C9B">
        <w:rPr>
          <w:rtl/>
        </w:rPr>
        <w:t xml:space="preserve">ں </w:t>
      </w:r>
      <w:r>
        <w:rPr>
          <w:rtl/>
        </w:rPr>
        <w:t>ہو</w:t>
      </w:r>
      <w:r w:rsidR="007D6C9B">
        <w:rPr>
          <w:rtl/>
        </w:rPr>
        <w:t xml:space="preserve">ں </w:t>
      </w:r>
      <w:r>
        <w:rPr>
          <w:rtl/>
        </w:rPr>
        <w:t>، لہذا مي</w:t>
      </w:r>
      <w:r w:rsidR="007D6C9B">
        <w:rPr>
          <w:rtl/>
        </w:rPr>
        <w:t xml:space="preserve">ں </w:t>
      </w:r>
      <w:r>
        <w:rPr>
          <w:rtl/>
        </w:rPr>
        <w:t>اپنے عقيد ے پر اسى طرح قائم ہو</w:t>
      </w:r>
      <w:r w:rsidR="007D6C9B">
        <w:rPr>
          <w:rtl/>
        </w:rPr>
        <w:t xml:space="preserve">ں </w:t>
      </w:r>
      <w:r>
        <w:rPr>
          <w:rtl/>
        </w:rPr>
        <w:t xml:space="preserve">_ </w:t>
      </w:r>
    </w:p>
    <w:p w:rsidR="00DE2D7F" w:rsidRDefault="00DE2D7F" w:rsidP="00D07B54">
      <w:pPr>
        <w:pStyle w:val="libNormal"/>
        <w:rPr>
          <w:rtl/>
        </w:rPr>
      </w:pPr>
      <w:r>
        <w:rPr>
          <w:rtl/>
        </w:rPr>
        <w:t>ضمنى طور پر يہ كہتے ہي</w:t>
      </w:r>
      <w:r w:rsidR="007D6C9B">
        <w:rPr>
          <w:rtl/>
        </w:rPr>
        <w:t xml:space="preserve">ں </w:t>
      </w:r>
      <w:r>
        <w:rPr>
          <w:rtl/>
        </w:rPr>
        <w:t>كہ اگر مي</w:t>
      </w:r>
      <w:r w:rsidR="007D6C9B">
        <w:rPr>
          <w:rtl/>
        </w:rPr>
        <w:t xml:space="preserve">ں </w:t>
      </w:r>
      <w:r>
        <w:rPr>
          <w:rtl/>
        </w:rPr>
        <w:t>اپنے خداسے دعا كرو</w:t>
      </w:r>
      <w:r w:rsidR="007D6C9B">
        <w:rPr>
          <w:rtl/>
        </w:rPr>
        <w:t xml:space="preserve">ں </w:t>
      </w:r>
      <w:r>
        <w:rPr>
          <w:rtl/>
        </w:rPr>
        <w:t>تو وہ ميرى دعا كو قبول كرتاہے ليكن تم بيچارے تو اپنے سے زيادہ بيچارو</w:t>
      </w:r>
      <w:r w:rsidR="007D6C9B">
        <w:rPr>
          <w:rtl/>
        </w:rPr>
        <w:t xml:space="preserve">ں </w:t>
      </w:r>
      <w:r>
        <w:rPr>
          <w:rtl/>
        </w:rPr>
        <w:t>كو پكارتے ہو اور تمہارى دعا ہرگز قبول نہي</w:t>
      </w:r>
      <w:r w:rsidR="007D6C9B">
        <w:rPr>
          <w:rtl/>
        </w:rPr>
        <w:t xml:space="preserve">ں </w:t>
      </w:r>
      <w:r>
        <w:rPr>
          <w:rtl/>
        </w:rPr>
        <w:t>ہوتى يہا</w:t>
      </w:r>
      <w:r w:rsidR="007D6C9B">
        <w:rPr>
          <w:rtl/>
        </w:rPr>
        <w:t xml:space="preserve">ں </w:t>
      </w:r>
      <w:r>
        <w:rPr>
          <w:rtl/>
        </w:rPr>
        <w:t>تك كہ وہ تو تمہارى باتو</w:t>
      </w:r>
      <w:r w:rsidR="007D6C9B">
        <w:rPr>
          <w:rtl/>
        </w:rPr>
        <w:t xml:space="preserve">ں </w:t>
      </w:r>
      <w:r>
        <w:rPr>
          <w:rtl/>
        </w:rPr>
        <w:t>كو سنتے تك نہي</w:t>
      </w:r>
      <w:r w:rsidR="007D6C9B">
        <w:rPr>
          <w:rtl/>
        </w:rPr>
        <w:t xml:space="preserve">ں </w:t>
      </w:r>
      <w:r>
        <w:rPr>
          <w:rtl/>
        </w:rPr>
        <w:t xml:space="preserve">_ </w:t>
      </w:r>
    </w:p>
    <w:p w:rsidR="00DE2D7F" w:rsidRDefault="00DE2D7F" w:rsidP="00D07B54">
      <w:pPr>
        <w:pStyle w:val="libNormal"/>
        <w:rPr>
          <w:rtl/>
        </w:rPr>
      </w:pPr>
      <w:r>
        <w:rPr>
          <w:rtl/>
        </w:rPr>
        <w:t>ابراہيم (ع) نے اپنے قول كى وفا كى اور اپنے عقيدہ پر جتنا زيادہ سے زيادہ استقامت كے ساتھ رہا جاسكتا ہے، باقى رہے ،ہميشہ توحيد كى منادى كرتے رہے اگرچہ اس وقت كے تمام فاسد اور برے معاشرے نے ان كے خلاف قيام كيا ليكن وہ جناب بالآخراكيلے نہ رہے اور تمام قرون واعصارمي</w:t>
      </w:r>
      <w:r w:rsidR="007D6C9B">
        <w:rPr>
          <w:rtl/>
        </w:rPr>
        <w:t xml:space="preserve">ں </w:t>
      </w:r>
      <w:r>
        <w:rPr>
          <w:rtl/>
        </w:rPr>
        <w:t>بہت سے پيروكار پيدا كرلئے اس طورپر كہ دنيا كے تمام خدا پرست لوگ ان كے وجود پر فخركرتے ہي</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مريم آيت </w:t>
      </w:r>
      <w:r w:rsidR="00E664BB">
        <w:rPr>
          <w:rtl/>
        </w:rPr>
        <w:t>48</w:t>
      </w:r>
      <w:r>
        <w:rPr>
          <w:rtl/>
        </w:rPr>
        <w:t xml:space="preserve"> </w:t>
      </w:r>
    </w:p>
    <w:p w:rsidR="00DE2D7F" w:rsidRDefault="00DE2D7F" w:rsidP="00D07B54">
      <w:pPr>
        <w:pStyle w:val="libFootnote"/>
        <w:rPr>
          <w:rtl/>
        </w:rPr>
      </w:pPr>
      <w:r>
        <w:rPr>
          <w:rtl/>
        </w:rPr>
        <w:t>(</w:t>
      </w:r>
      <w:r w:rsidR="00E664BB">
        <w:rPr>
          <w:rtl/>
        </w:rPr>
        <w:t>2</w:t>
      </w:r>
      <w:r>
        <w:rPr>
          <w:rtl/>
        </w:rPr>
        <w:t xml:space="preserve">)كيا آزر حضرت ابراہيم(ع) كا باپ تھا؟ </w:t>
      </w:r>
    </w:p>
    <w:p w:rsidR="008523EC" w:rsidRDefault="00DE2D7F" w:rsidP="00D07B54">
      <w:pPr>
        <w:pStyle w:val="libFootnote"/>
        <w:rPr>
          <w:rtl/>
        </w:rPr>
      </w:pPr>
      <w:r>
        <w:rPr>
          <w:rtl/>
        </w:rPr>
        <w:t>لفظ ''اب ''عربى زبان مي</w:t>
      </w:r>
      <w:r w:rsidR="007D6C9B">
        <w:rPr>
          <w:rtl/>
        </w:rPr>
        <w:t xml:space="preserve">ں </w:t>
      </w:r>
      <w:r>
        <w:rPr>
          <w:rtl/>
        </w:rPr>
        <w:t>عام طور پر باپ كے لئے بولا جاتا ہے،اور جيسا كہ ہم ديكھي</w:t>
      </w:r>
      <w:r w:rsidR="007D6C9B">
        <w:rPr>
          <w:rtl/>
        </w:rPr>
        <w:t xml:space="preserve">ں </w:t>
      </w:r>
      <w:r>
        <w:rPr>
          <w:rtl/>
        </w:rPr>
        <w:t>گے كہ بعض اوقات چچا،نانا،مربى و معلم اور اسى طرح وہ افراد كہ جو انسان كى تربيت مي</w:t>
      </w:r>
      <w:r w:rsidR="007D6C9B">
        <w:rPr>
          <w:rtl/>
        </w:rPr>
        <w:t xml:space="preserve">ں </w:t>
      </w:r>
      <w:r>
        <w:rPr>
          <w:rtl/>
        </w:rPr>
        <w:t>كچھ نہ كچھ زحمت و مشقت اٹھاتے ہي</w:t>
      </w:r>
      <w:r w:rsidR="007D6C9B">
        <w:rPr>
          <w:rtl/>
        </w:rPr>
        <w:t xml:space="preserve">ں </w:t>
      </w:r>
      <w:r>
        <w:rPr>
          <w:rtl/>
        </w:rPr>
        <w:t>ان پر بھى بولا جاتا ہے ليكن اس مي</w:t>
      </w:r>
      <w:r w:rsidR="007D6C9B">
        <w:rPr>
          <w:rtl/>
        </w:rPr>
        <w:t xml:space="preserve">ں </w:t>
      </w:r>
      <w:r>
        <w:rPr>
          <w:rtl/>
        </w:rPr>
        <w:t>شك نہي</w:t>
      </w:r>
      <w:r w:rsidR="007D6C9B">
        <w:rPr>
          <w:rtl/>
        </w:rPr>
        <w:t xml:space="preserve">ں </w:t>
      </w:r>
      <w:r>
        <w:rPr>
          <w:rtl/>
        </w:rPr>
        <w:t>كہ جب يہ لفظ بولا جائے اور كوئي قرينہ موجود نہ ہو تو پھر معنى كے لئے پہلے باپ ہى ذہن مي</w:t>
      </w:r>
      <w:r w:rsidR="007D6C9B">
        <w:rPr>
          <w:rtl/>
        </w:rPr>
        <w:t xml:space="preserve">ں </w:t>
      </w:r>
      <w:r>
        <w:rPr>
          <w:rtl/>
        </w:rPr>
        <w:t xml:space="preserve">آتا ہے_ </w:t>
      </w:r>
    </w:p>
    <w:p w:rsidR="008523EC" w:rsidRDefault="008523EC" w:rsidP="00D07B54">
      <w:pPr>
        <w:pStyle w:val="libNormal"/>
        <w:rPr>
          <w:rtl/>
        </w:rPr>
      </w:pPr>
      <w:r>
        <w:rPr>
          <w:rtl/>
        </w:rPr>
        <w:br w:type="page"/>
      </w:r>
    </w:p>
    <w:p w:rsidR="00DE2D7F" w:rsidRDefault="00DE2D7F" w:rsidP="00D07B54">
      <w:pPr>
        <w:pStyle w:val="libNormal"/>
        <w:rPr>
          <w:rtl/>
        </w:rPr>
      </w:pPr>
      <w:r>
        <w:rPr>
          <w:rtl/>
        </w:rPr>
        <w:lastRenderedPageBreak/>
        <w:t>اب سوال يہ پيدا ہوتا ہے كہ كيا سچ مچ قرآن كہتا ہے كہ وہ بت پرست شخص(آزر) حضرت ابراہيم عليہ السلام كاباپ تھا، تو كيا ايك بت پرست اور بت ساز شخص ايك اولوالعزم پيغمبر كا باپ ہوسكتا ہے،اس صورت مي</w:t>
      </w:r>
      <w:r w:rsidR="007D6C9B">
        <w:rPr>
          <w:rtl/>
        </w:rPr>
        <w:t xml:space="preserve">ں </w:t>
      </w:r>
      <w:r>
        <w:rPr>
          <w:rtl/>
        </w:rPr>
        <w:t>كيا انسان كى نفسيات و صفات كى وراثت اس كے بيٹے مي</w:t>
      </w:r>
      <w:r w:rsidR="007D6C9B">
        <w:rPr>
          <w:rtl/>
        </w:rPr>
        <w:t xml:space="preserve">ں </w:t>
      </w:r>
      <w:r>
        <w:rPr>
          <w:rtl/>
        </w:rPr>
        <w:t>غير مطلوب اثرات پيدا نہي</w:t>
      </w:r>
      <w:r w:rsidR="007D6C9B">
        <w:rPr>
          <w:rtl/>
        </w:rPr>
        <w:t xml:space="preserve">ں </w:t>
      </w:r>
      <w:r>
        <w:rPr>
          <w:rtl/>
        </w:rPr>
        <w:t xml:space="preserve">كردے گي_ </w:t>
      </w:r>
    </w:p>
    <w:p w:rsidR="00DE2D7F" w:rsidRDefault="00DE2D7F" w:rsidP="00D07B54">
      <w:pPr>
        <w:pStyle w:val="libNormal"/>
        <w:rPr>
          <w:rtl/>
        </w:rPr>
      </w:pPr>
      <w:r>
        <w:rPr>
          <w:rtl/>
        </w:rPr>
        <w:t>اہل سنت مفسرين كى ايك جماعت نے پہلے سوال كا مثبت جواب ديا ہے اور آزر كو حضرت ابراہيم عليہ السلام كا حقيقى باپ سمجھا ہے،جب كہ تمام مفسرين و علماء شيعہ كا عقيدہ يہ ہے كہ آزر حضرت ابراہيم عليہ السلام كا باپ نہي</w:t>
      </w:r>
      <w:r w:rsidR="007D6C9B">
        <w:rPr>
          <w:rtl/>
        </w:rPr>
        <w:t xml:space="preserve">ں </w:t>
      </w:r>
      <w:r>
        <w:rPr>
          <w:rtl/>
        </w:rPr>
        <w:t>تھا،بعض اسے آپ كا نانا اور بہت سے حضرت ابراہيم عليہ السلام كا چچا سمجھتے ہي</w:t>
      </w:r>
      <w:r w:rsidR="007D6C9B">
        <w:rPr>
          <w:rtl/>
        </w:rPr>
        <w:t xml:space="preserve">ں </w:t>
      </w:r>
      <w:r>
        <w:rPr>
          <w:rtl/>
        </w:rPr>
        <w:t xml:space="preserve">_ </w:t>
      </w:r>
    </w:p>
    <w:p w:rsidR="00DE2D7F" w:rsidRDefault="00DE2D7F" w:rsidP="00D07B54">
      <w:pPr>
        <w:pStyle w:val="libNormal"/>
        <w:rPr>
          <w:rtl/>
        </w:rPr>
      </w:pPr>
      <w:r>
        <w:rPr>
          <w:rtl/>
        </w:rPr>
        <w:t>وہ قرائن جو شيعہ علماء كے نقطہ نظر كى تائيد كرتے ہي</w:t>
      </w:r>
      <w:r w:rsidR="007D6C9B">
        <w:rPr>
          <w:rtl/>
        </w:rPr>
        <w:t xml:space="preserve">ں </w:t>
      </w:r>
      <w:r>
        <w:rPr>
          <w:rtl/>
        </w:rPr>
        <w:t>حسب ذيل ہي</w:t>
      </w:r>
      <w:r w:rsidR="007D6C9B">
        <w:rPr>
          <w:rtl/>
        </w:rPr>
        <w:t xml:space="preserve">ں </w:t>
      </w:r>
      <w:r>
        <w:rPr>
          <w:rtl/>
        </w:rPr>
        <w:t xml:space="preserve">: </w:t>
      </w:r>
    </w:p>
    <w:p w:rsidR="00DE2D7F" w:rsidRDefault="00E664BB" w:rsidP="00D07B54">
      <w:pPr>
        <w:pStyle w:val="libNormal"/>
        <w:rPr>
          <w:rtl/>
        </w:rPr>
      </w:pPr>
      <w:r>
        <w:rPr>
          <w:rtl/>
        </w:rPr>
        <w:t>1</w:t>
      </w:r>
      <w:r w:rsidR="00DE2D7F">
        <w:rPr>
          <w:rtl/>
        </w:rPr>
        <w:t>_كسى تاريخى منبع و مصدر اور كتاب مي</w:t>
      </w:r>
      <w:r w:rsidR="007D6C9B">
        <w:rPr>
          <w:rtl/>
        </w:rPr>
        <w:t xml:space="preserve">ں </w:t>
      </w:r>
      <w:r w:rsidR="00DE2D7F">
        <w:rPr>
          <w:rtl/>
        </w:rPr>
        <w:t>حضرت ابراہيم عليہ السلام كے والد كا نام آزر شمار نہي</w:t>
      </w:r>
      <w:r w:rsidR="007D6C9B">
        <w:rPr>
          <w:rtl/>
        </w:rPr>
        <w:t xml:space="preserve">ں </w:t>
      </w:r>
      <w:r w:rsidR="00DE2D7F">
        <w:rPr>
          <w:rtl/>
        </w:rPr>
        <w:t>كيا گيا بلكہ سب نے''تارخ''لكھا ہے_كتب عہدين مي</w:t>
      </w:r>
      <w:r w:rsidR="007D6C9B">
        <w:rPr>
          <w:rtl/>
        </w:rPr>
        <w:t xml:space="preserve">ں </w:t>
      </w:r>
      <w:r w:rsidR="00DE2D7F">
        <w:rPr>
          <w:rtl/>
        </w:rPr>
        <w:t>بھى يہى نام آيا ہے،قابل توجہ بات يہ ہے كہ جو لوگ اس بات پر اصرار كرتے ہي</w:t>
      </w:r>
      <w:r w:rsidR="007D6C9B">
        <w:rPr>
          <w:rtl/>
        </w:rPr>
        <w:t xml:space="preserve">ں </w:t>
      </w:r>
      <w:r w:rsidR="00DE2D7F">
        <w:rPr>
          <w:rtl/>
        </w:rPr>
        <w:t>كہ حضرت ابراہيم عليہ السلام كا باپ آزر تھا،يہا</w:t>
      </w:r>
      <w:r w:rsidR="007D6C9B">
        <w:rPr>
          <w:rtl/>
        </w:rPr>
        <w:t xml:space="preserve">ں </w:t>
      </w:r>
      <w:r w:rsidR="00DE2D7F">
        <w:rPr>
          <w:rtl/>
        </w:rPr>
        <w:t>انہو</w:t>
      </w:r>
      <w:r w:rsidR="007D6C9B">
        <w:rPr>
          <w:rtl/>
        </w:rPr>
        <w:t xml:space="preserve">ں </w:t>
      </w:r>
      <w:r w:rsidR="00DE2D7F">
        <w:rPr>
          <w:rtl/>
        </w:rPr>
        <w:t>نے ايسى توجيہات كى ہي</w:t>
      </w:r>
      <w:r w:rsidR="007D6C9B">
        <w:rPr>
          <w:rtl/>
        </w:rPr>
        <w:t xml:space="preserve">ں </w:t>
      </w:r>
      <w:r w:rsidR="00DE2D7F">
        <w:rPr>
          <w:rtl/>
        </w:rPr>
        <w:t>جو كسى طرح قابل قبول نہي</w:t>
      </w:r>
      <w:r w:rsidR="007D6C9B">
        <w:rPr>
          <w:rtl/>
        </w:rPr>
        <w:t xml:space="preserve">ں </w:t>
      </w:r>
      <w:r w:rsidR="00DE2D7F">
        <w:rPr>
          <w:rtl/>
        </w:rPr>
        <w:t>ہي</w:t>
      </w:r>
      <w:r w:rsidR="007D6C9B">
        <w:rPr>
          <w:rtl/>
        </w:rPr>
        <w:t xml:space="preserve">ں </w:t>
      </w:r>
      <w:r w:rsidR="00DE2D7F">
        <w:rPr>
          <w:rtl/>
        </w:rPr>
        <w:t>_منجملہ ان كے يہ ہے كہ ابراہيم عليہ السلام كے باپ كا نام تارخ اور اس كا لقب آزر تھا_حالانكہ يہ لقب بھى منابع تاريخ مي</w:t>
      </w:r>
      <w:r w:rsidR="007D6C9B">
        <w:rPr>
          <w:rtl/>
        </w:rPr>
        <w:t xml:space="preserve">ں </w:t>
      </w:r>
      <w:r w:rsidR="00DE2D7F">
        <w:rPr>
          <w:rtl/>
        </w:rPr>
        <w:t>ذكر نہي</w:t>
      </w:r>
      <w:r w:rsidR="007D6C9B">
        <w:rPr>
          <w:rtl/>
        </w:rPr>
        <w:t xml:space="preserve">ں </w:t>
      </w:r>
      <w:r w:rsidR="00DE2D7F">
        <w:rPr>
          <w:rtl/>
        </w:rPr>
        <w:t>ہوا_يا يہ كہ آزر ايك بت تھا كہ جس كى ابراہيم عليہ السلام كا باپ پوجا كرتا تھا،حالانكہ يہ احتمال قرانى آيت كے ظاہر كے ساتھ جو يہ كہتى ہے كہ آزر ان كا باپ تھا كسى طرح بھى مطابقت نہي</w:t>
      </w:r>
      <w:r w:rsidR="007D6C9B">
        <w:rPr>
          <w:rtl/>
        </w:rPr>
        <w:t xml:space="preserve">ں </w:t>
      </w:r>
      <w:r w:rsidR="00DE2D7F">
        <w:rPr>
          <w:rtl/>
        </w:rPr>
        <w:t>ركھتي،مگر يہ كہ كوئي جملہ يا لفظ مقدر ماني</w:t>
      </w:r>
      <w:r w:rsidR="007D6C9B">
        <w:rPr>
          <w:rtl/>
        </w:rPr>
        <w:t xml:space="preserve">ں </w:t>
      </w:r>
      <w:r w:rsidR="00DE2D7F">
        <w:rPr>
          <w:rtl/>
        </w:rPr>
        <w:t xml:space="preserve">جو كہ خلاف ظاہر ہو_ </w:t>
      </w:r>
    </w:p>
    <w:p w:rsidR="00DE2D7F" w:rsidRDefault="00E664BB" w:rsidP="00D07B54">
      <w:pPr>
        <w:pStyle w:val="libNormal"/>
        <w:rPr>
          <w:rtl/>
        </w:rPr>
      </w:pPr>
      <w:r>
        <w:rPr>
          <w:rtl/>
        </w:rPr>
        <w:t>2</w:t>
      </w:r>
      <w:r w:rsidR="00DE2D7F">
        <w:rPr>
          <w:rtl/>
        </w:rPr>
        <w:t>_قرآن مجيد كہتا ہے كہ مسلمان يہ حق نہي</w:t>
      </w:r>
      <w:r w:rsidR="007D6C9B">
        <w:rPr>
          <w:rtl/>
        </w:rPr>
        <w:t xml:space="preserve">ں </w:t>
      </w:r>
      <w:r w:rsidR="00DE2D7F">
        <w:rPr>
          <w:rtl/>
        </w:rPr>
        <w:t>ركھتے كہ مشركين كے لئے استغفار كري</w:t>
      </w:r>
      <w:r w:rsidR="007D6C9B">
        <w:rPr>
          <w:rtl/>
        </w:rPr>
        <w:t xml:space="preserve">ں </w:t>
      </w:r>
      <w:r w:rsidR="00DE2D7F">
        <w:rPr>
          <w:rtl/>
        </w:rPr>
        <w:t>اگر چہ وہ ان كے عزيز و قريب ہى كيو</w:t>
      </w:r>
      <w:r w:rsidR="007D6C9B">
        <w:rPr>
          <w:rtl/>
        </w:rPr>
        <w:t xml:space="preserve">ں </w:t>
      </w:r>
      <w:r w:rsidR="00DE2D7F">
        <w:rPr>
          <w:rtl/>
        </w:rPr>
        <w:t>نہ ہو</w:t>
      </w:r>
      <w:r w:rsidR="007D6C9B">
        <w:rPr>
          <w:rtl/>
        </w:rPr>
        <w:t xml:space="preserve">ں </w:t>
      </w:r>
      <w:r w:rsidR="00DE2D7F">
        <w:rPr>
          <w:rtl/>
        </w:rPr>
        <w:t>_اس كے بعد اس غرض سے كہ كوئي آزر كے بارے مي</w:t>
      </w:r>
      <w:r w:rsidR="007D6C9B">
        <w:rPr>
          <w:rtl/>
        </w:rPr>
        <w:t xml:space="preserve">ں </w:t>
      </w:r>
      <w:r w:rsidR="00DE2D7F">
        <w:rPr>
          <w:rtl/>
        </w:rPr>
        <w:t xml:space="preserve">ابراہيم عليہ السلام كے استغفار كو دستاويز قرار نہ دے اس طرح كہتا ہے: </w:t>
      </w:r>
    </w:p>
    <w:p w:rsidR="00DE2D7F" w:rsidRDefault="00DE2D7F" w:rsidP="00D07B54">
      <w:pPr>
        <w:pStyle w:val="libNormal"/>
        <w:rPr>
          <w:rtl/>
        </w:rPr>
      </w:pPr>
      <w:r>
        <w:rPr>
          <w:rtl/>
        </w:rPr>
        <w:t>''ابراہيم عليہ السلام كى اپنے باپ آزر كے لئے استغفار صرف اس وعدہ كى بنا پر تھى جو انہو</w:t>
      </w:r>
      <w:r w:rsidR="007D6C9B">
        <w:rPr>
          <w:rtl/>
        </w:rPr>
        <w:t xml:space="preserve">ں </w:t>
      </w:r>
      <w:r>
        <w:rPr>
          <w:rtl/>
        </w:rPr>
        <w:t>نے اس سے كيا تھا_(سورہ توبہ آيت</w:t>
      </w:r>
      <w:r w:rsidR="00E664BB">
        <w:rPr>
          <w:rtl/>
        </w:rPr>
        <w:t>114</w:t>
      </w:r>
      <w:r>
        <w:rPr>
          <w:rtl/>
        </w:rPr>
        <w:t xml:space="preserve">) </w:t>
      </w:r>
    </w:p>
    <w:p w:rsidR="00DE2D7F" w:rsidRDefault="00DE2D7F" w:rsidP="00D07B54">
      <w:pPr>
        <w:pStyle w:val="libNormal"/>
        <w:rPr>
          <w:rtl/>
        </w:rPr>
      </w:pPr>
      <w:r>
        <w:rPr>
          <w:rtl/>
        </w:rPr>
        <w:t>چونكہ آپ نے يہ كہا تھا كہ:''يعنى مي</w:t>
      </w:r>
      <w:r w:rsidR="007D6C9B">
        <w:rPr>
          <w:rtl/>
        </w:rPr>
        <w:t xml:space="preserve">ں </w:t>
      </w:r>
      <w:r>
        <w:rPr>
          <w:rtl/>
        </w:rPr>
        <w:t>عنقريب تيرے لئے استغفار كرو</w:t>
      </w:r>
      <w:r w:rsidR="007D6C9B">
        <w:rPr>
          <w:rtl/>
        </w:rPr>
        <w:t xml:space="preserve">ں </w:t>
      </w:r>
      <w:r>
        <w:rPr>
          <w:rtl/>
        </w:rPr>
        <w:t xml:space="preserve">گا_'' </w:t>
      </w:r>
    </w:p>
    <w:p w:rsidR="00DE2D7F" w:rsidRDefault="00DE2D7F" w:rsidP="00D07B54">
      <w:pPr>
        <w:pStyle w:val="libNormal"/>
        <w:rPr>
          <w:rtl/>
        </w:rPr>
      </w:pPr>
      <w:r>
        <w:rPr>
          <w:rtl/>
        </w:rPr>
        <w:t xml:space="preserve">يہ اس اميد پر تھا كہ شايد وہ اس وعدہ كى وجہ سے خوش ہوجائے اور بت پرستى سے باز آجائے ليكن جب اسے --&gt; </w:t>
      </w:r>
    </w:p>
    <w:p w:rsidR="00193B18"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بت پرستى كى راہ مي</w:t>
      </w:r>
      <w:r w:rsidR="007D6C9B">
        <w:rPr>
          <w:rtl/>
        </w:rPr>
        <w:t xml:space="preserve">ں </w:t>
      </w:r>
      <w:r>
        <w:rPr>
          <w:rtl/>
        </w:rPr>
        <w:t xml:space="preserve">پختہ اور ہٹ دھرم پايا تو اس كے لئے استغفار كرنے سے دستبردار ہوگئے_ </w:t>
      </w:r>
    </w:p>
    <w:p w:rsidR="00DE2D7F" w:rsidRDefault="00DE2D7F" w:rsidP="00D07B54">
      <w:pPr>
        <w:pStyle w:val="libNormal"/>
        <w:rPr>
          <w:rtl/>
        </w:rPr>
      </w:pPr>
      <w:r>
        <w:rPr>
          <w:rtl/>
        </w:rPr>
        <w:t>يہا</w:t>
      </w:r>
      <w:r w:rsidR="007D6C9B">
        <w:rPr>
          <w:rtl/>
        </w:rPr>
        <w:t xml:space="preserve">ں </w:t>
      </w:r>
      <w:r>
        <w:rPr>
          <w:rtl/>
        </w:rPr>
        <w:t>سے يہ بات اچھى طرح معلوم ہوجاتى ہے كہ ابراہيم عليہ السلام نے آزر سے مايوس ہوجانے كے بعد پھر كبھى اس كے لئے طلب مغفرت نہي</w:t>
      </w:r>
      <w:r w:rsidR="007D6C9B">
        <w:rPr>
          <w:rtl/>
        </w:rPr>
        <w:t xml:space="preserve">ں </w:t>
      </w:r>
      <w:r>
        <w:rPr>
          <w:rtl/>
        </w:rPr>
        <w:t>كي_اور ايسا كرنا مناسب بھى نہي</w:t>
      </w:r>
      <w:r w:rsidR="007D6C9B">
        <w:rPr>
          <w:rtl/>
        </w:rPr>
        <w:t xml:space="preserve">ں </w:t>
      </w:r>
      <w:r>
        <w:rPr>
          <w:rtl/>
        </w:rPr>
        <w:t>تھا_ تمام قرائن اس بات كى نشاندہى كرتے ہي</w:t>
      </w:r>
      <w:r w:rsidR="007D6C9B">
        <w:rPr>
          <w:rtl/>
        </w:rPr>
        <w:t xml:space="preserve">ں </w:t>
      </w:r>
      <w:r>
        <w:rPr>
          <w:rtl/>
        </w:rPr>
        <w:t>كہ يہ واقعہ حضرت ابراہيم عليہ السلام كى جوانى كے زمانے كا ہے جب كہ آپ شہر بابل مي</w:t>
      </w:r>
      <w:r w:rsidR="007D6C9B">
        <w:rPr>
          <w:rtl/>
        </w:rPr>
        <w:t>ں</w:t>
      </w:r>
      <w:r w:rsidR="002C4C79">
        <w:rPr>
          <w:rtl/>
        </w:rPr>
        <w:t xml:space="preserve"> رہائش </w:t>
      </w:r>
      <w:r>
        <w:rPr>
          <w:rtl/>
        </w:rPr>
        <w:t>پذير تھے اور بت پرستو</w:t>
      </w:r>
      <w:r w:rsidR="007D6C9B">
        <w:rPr>
          <w:rtl/>
        </w:rPr>
        <w:t xml:space="preserve">ں </w:t>
      </w:r>
      <w:r>
        <w:rPr>
          <w:rtl/>
        </w:rPr>
        <w:t>كے ساتھ مبارزہ اور مقابلہ كررہے تھے_ ليكن قرآن كى دوسرى آيات نشاندہى كرتى ہي</w:t>
      </w:r>
      <w:r w:rsidR="007D6C9B">
        <w:rPr>
          <w:rtl/>
        </w:rPr>
        <w:t xml:space="preserve">ں </w:t>
      </w:r>
      <w:r>
        <w:rPr>
          <w:rtl/>
        </w:rPr>
        <w:t>كہ ابراہيم عليہ السلام نے اپنى آخرى عمر مي</w:t>
      </w:r>
      <w:r w:rsidR="007D6C9B">
        <w:rPr>
          <w:rtl/>
        </w:rPr>
        <w:t xml:space="preserve">ں </w:t>
      </w:r>
      <w:r>
        <w:rPr>
          <w:rtl/>
        </w:rPr>
        <w:t>خانہ كعبہ كى تعمير كے بعد اپنے باپ كے لئے طلب مغفرت كى ہے(البتہ ان آيات مي</w:t>
      </w:r>
      <w:r w:rsidR="007D6C9B">
        <w:rPr>
          <w:rtl/>
        </w:rPr>
        <w:t xml:space="preserve">ں </w:t>
      </w:r>
      <w:r>
        <w:rPr>
          <w:rtl/>
        </w:rPr>
        <w:t>جيسا كہ آئندہ بيان ہوگا،باپ سے''اب''كو تعبير نہي</w:t>
      </w:r>
      <w:r w:rsidR="007D6C9B">
        <w:rPr>
          <w:rtl/>
        </w:rPr>
        <w:t xml:space="preserve">ں </w:t>
      </w:r>
      <w:r>
        <w:rPr>
          <w:rtl/>
        </w:rPr>
        <w:t xml:space="preserve">كيا بلكہ''والد''كے ساتھ تعبير كيا ہے جو صراحت كے ساتھ باپ كے مفہوم كو ادا كرتا ہے)_ </w:t>
      </w:r>
    </w:p>
    <w:p w:rsidR="00DE2D7F" w:rsidRDefault="00DE2D7F" w:rsidP="00D07B54">
      <w:pPr>
        <w:pStyle w:val="libNormal"/>
        <w:rPr>
          <w:rtl/>
        </w:rPr>
      </w:pPr>
      <w:r>
        <w:rPr>
          <w:rtl/>
        </w:rPr>
        <w:t>جيسا كہ قرآن مي</w:t>
      </w:r>
      <w:r w:rsidR="007D6C9B">
        <w:rPr>
          <w:rtl/>
        </w:rPr>
        <w:t xml:space="preserve">ں </w:t>
      </w:r>
      <w:r>
        <w:rPr>
          <w:rtl/>
        </w:rPr>
        <w:t xml:space="preserve">ہے: </w:t>
      </w:r>
    </w:p>
    <w:p w:rsidR="00DE2D7F" w:rsidRDefault="00DE2D7F" w:rsidP="00D07B54">
      <w:pPr>
        <w:pStyle w:val="libNormal"/>
        <w:rPr>
          <w:rtl/>
        </w:rPr>
      </w:pPr>
      <w:r>
        <w:rPr>
          <w:rtl/>
        </w:rPr>
        <w:t>''حمدوثنا اس خدا كے لئے ہے كہ جس نے مجھے بڑھاپے مي</w:t>
      </w:r>
      <w:r w:rsidR="007D6C9B">
        <w:rPr>
          <w:rtl/>
        </w:rPr>
        <w:t xml:space="preserve">ں </w:t>
      </w:r>
      <w:r>
        <w:rPr>
          <w:rtl/>
        </w:rPr>
        <w:t>اسماعيل اور اسحاق عطا كيے ،ميرا پروردگار دعائو</w:t>
      </w:r>
      <w:r w:rsidR="007D6C9B">
        <w:rPr>
          <w:rtl/>
        </w:rPr>
        <w:t xml:space="preserve">ں </w:t>
      </w:r>
      <w:r>
        <w:rPr>
          <w:rtl/>
        </w:rPr>
        <w:t>كا قبول كرنے والا ہے، اے پروردگار مجھے ،ميرے ما</w:t>
      </w:r>
      <w:r w:rsidR="007D6C9B">
        <w:rPr>
          <w:rtl/>
        </w:rPr>
        <w:t xml:space="preserve">ں </w:t>
      </w:r>
      <w:r>
        <w:rPr>
          <w:rtl/>
        </w:rPr>
        <w:t>باپ اور مومنين كو قيامت كے دن بخش دے ''_(سورہ ابراہيم آيت</w:t>
      </w:r>
      <w:r w:rsidR="00E664BB">
        <w:rPr>
          <w:rtl/>
        </w:rPr>
        <w:t>3</w:t>
      </w:r>
      <w:r w:rsidR="00E44785">
        <w:rPr>
          <w:rtl/>
        </w:rPr>
        <w:t>9</w:t>
      </w:r>
      <w:r>
        <w:rPr>
          <w:rtl/>
        </w:rPr>
        <w:t>و</w:t>
      </w:r>
      <w:r w:rsidR="00E664BB">
        <w:rPr>
          <w:rtl/>
        </w:rPr>
        <w:t>41</w:t>
      </w:r>
      <w:r>
        <w:rPr>
          <w:rtl/>
        </w:rPr>
        <w:t xml:space="preserve"> </w:t>
      </w:r>
    </w:p>
    <w:p w:rsidR="00DE2D7F" w:rsidRDefault="00DE2D7F" w:rsidP="00D07B54">
      <w:pPr>
        <w:pStyle w:val="libNormal"/>
        <w:rPr>
          <w:rtl/>
        </w:rPr>
      </w:pPr>
      <w:r>
        <w:rPr>
          <w:rtl/>
        </w:rPr>
        <w:t>سورہ ابراہيم كى اس آيت كو سورہ توبہ كى آيت كے ساتھ ملانے سے جو مسلمانو</w:t>
      </w:r>
      <w:r w:rsidR="007D6C9B">
        <w:rPr>
          <w:rtl/>
        </w:rPr>
        <w:t xml:space="preserve">ں </w:t>
      </w:r>
      <w:r>
        <w:rPr>
          <w:rtl/>
        </w:rPr>
        <w:t>كو مشركين كےلئے استغفار كرنے سے منع كرتى ہے اور ابراہيم كو بھى ايسے كام سے سوائے ايك مدت محدود كے وہ بھى صرف ايك مقدس مقصدوہدف كے لئے روكتى ہے، اچھى طرح معلوم ہوجاتاہے كہ زيربحث قرآنى آيت مي</w:t>
      </w:r>
      <w:r w:rsidR="007D6C9B">
        <w:rPr>
          <w:rtl/>
        </w:rPr>
        <w:t xml:space="preserve">ں </w:t>
      </w:r>
      <w:r>
        <w:rPr>
          <w:rtl/>
        </w:rPr>
        <w:t>''اب''سے مراد باپ نہي</w:t>
      </w:r>
      <w:r w:rsidR="007D6C9B">
        <w:rPr>
          <w:rtl/>
        </w:rPr>
        <w:t xml:space="preserve">ں </w:t>
      </w:r>
      <w:r>
        <w:rPr>
          <w:rtl/>
        </w:rPr>
        <w:t>ہے بلكہ چچايانانا يا كوئي اور اسى قسم كارشتہ ہے دوسرے لفظو</w:t>
      </w:r>
      <w:r w:rsidR="007D6C9B">
        <w:rPr>
          <w:rtl/>
        </w:rPr>
        <w:t xml:space="preserve">ں </w:t>
      </w:r>
      <w:r>
        <w:rPr>
          <w:rtl/>
        </w:rPr>
        <w:t>مي</w:t>
      </w:r>
      <w:r w:rsidR="007D6C9B">
        <w:rPr>
          <w:rtl/>
        </w:rPr>
        <w:t xml:space="preserve">ں </w:t>
      </w:r>
      <w:r>
        <w:rPr>
          <w:rtl/>
        </w:rPr>
        <w:t>'' والد'' باپ كے معنى مي</w:t>
      </w:r>
      <w:r w:rsidR="007D6C9B">
        <w:rPr>
          <w:rtl/>
        </w:rPr>
        <w:t xml:space="preserve">ں </w:t>
      </w:r>
      <w:r>
        <w:rPr>
          <w:rtl/>
        </w:rPr>
        <w:t>صريح ہے جب كہ'' اب'' مي</w:t>
      </w:r>
      <w:r w:rsidR="007D6C9B">
        <w:rPr>
          <w:rtl/>
        </w:rPr>
        <w:t xml:space="preserve">ں </w:t>
      </w:r>
      <w:r>
        <w:rPr>
          <w:rtl/>
        </w:rPr>
        <w:t>صراحت نہي</w:t>
      </w:r>
      <w:r w:rsidR="007D6C9B">
        <w:rPr>
          <w:rtl/>
        </w:rPr>
        <w:t xml:space="preserve">ں </w:t>
      </w:r>
      <w:r>
        <w:rPr>
          <w:rtl/>
        </w:rPr>
        <w:t>پائي جاتى _ قرآن كى آيات مي</w:t>
      </w:r>
      <w:r w:rsidR="007D6C9B">
        <w:rPr>
          <w:rtl/>
        </w:rPr>
        <w:t xml:space="preserve">ں </w:t>
      </w:r>
      <w:r>
        <w:rPr>
          <w:rtl/>
        </w:rPr>
        <w:t>لفظ'' اب'' ايك مقام پرچچا كے لئے بھى استعمال ہوا ہے مثلا سورہ بقرہ آيت</w:t>
      </w:r>
      <w:r w:rsidR="00E664BB">
        <w:rPr>
          <w:rtl/>
        </w:rPr>
        <w:t>133</w:t>
      </w:r>
      <w:r>
        <w:rPr>
          <w:rtl/>
        </w:rPr>
        <w:t xml:space="preserve">: </w:t>
      </w:r>
    </w:p>
    <w:p w:rsidR="00DE2D7F" w:rsidRDefault="00DE2D7F" w:rsidP="00D07B54">
      <w:pPr>
        <w:pStyle w:val="libNormal"/>
        <w:rPr>
          <w:rtl/>
        </w:rPr>
      </w:pPr>
      <w:r>
        <w:rPr>
          <w:rtl/>
        </w:rPr>
        <w:t>يعقوب (ع) كے بيٹو</w:t>
      </w:r>
      <w:r w:rsidR="007D6C9B">
        <w:rPr>
          <w:rtl/>
        </w:rPr>
        <w:t xml:space="preserve">ں </w:t>
      </w:r>
      <w:r>
        <w:rPr>
          <w:rtl/>
        </w:rPr>
        <w:t>نے اس سے كہا ہم تيرے خدا اور تيرے آباء ابراہيم واسماعيل واسحاق كے خدائے يكتا كى پرستش كرتے ہي</w:t>
      </w:r>
      <w:r w:rsidR="007D6C9B">
        <w:rPr>
          <w:rtl/>
        </w:rPr>
        <w:t xml:space="preserve">ں </w:t>
      </w:r>
      <w:r>
        <w:rPr>
          <w:rtl/>
        </w:rPr>
        <w:t>_ ہم يہ بات اچھى طرح سے جانتے ہي</w:t>
      </w:r>
      <w:r w:rsidR="007D6C9B">
        <w:rPr>
          <w:rtl/>
        </w:rPr>
        <w:t xml:space="preserve">ں </w:t>
      </w:r>
      <w:r>
        <w:rPr>
          <w:rtl/>
        </w:rPr>
        <w:t>كہ اسماعيل (ع) يعقوب (ع) كے چچا تھے باپ نہي</w:t>
      </w:r>
      <w:r w:rsidR="007D6C9B">
        <w:rPr>
          <w:rtl/>
        </w:rPr>
        <w:t xml:space="preserve">ں </w:t>
      </w:r>
      <w:r>
        <w:rPr>
          <w:rtl/>
        </w:rPr>
        <w:t xml:space="preserve">تھے _ </w:t>
      </w:r>
    </w:p>
    <w:p w:rsidR="00DE2D7F" w:rsidRDefault="00E664BB" w:rsidP="00D07B54">
      <w:pPr>
        <w:pStyle w:val="libNormal"/>
        <w:rPr>
          <w:rtl/>
        </w:rPr>
      </w:pPr>
      <w:r>
        <w:rPr>
          <w:rtl/>
        </w:rPr>
        <w:t>3</w:t>
      </w:r>
      <w:r w:rsidR="00DE2D7F">
        <w:rPr>
          <w:rtl/>
        </w:rPr>
        <w:t>_مختلف اسلامى روايات سے بھى يہ بات معلوم ہوتى ہے ،پيغمبر اكرم (ص) كى ايك مشہور حديث مي</w:t>
      </w:r>
      <w:r w:rsidR="007D6C9B">
        <w:rPr>
          <w:rtl/>
        </w:rPr>
        <w:t xml:space="preserve">ں </w:t>
      </w:r>
      <w:r w:rsidR="00DE2D7F">
        <w:rPr>
          <w:rtl/>
        </w:rPr>
        <w:t xml:space="preserve">آنحضرت(ص) سے منقول ہے: </w:t>
      </w:r>
    </w:p>
    <w:p w:rsidR="00DE2D7F" w:rsidRDefault="00DE2D7F" w:rsidP="00D07B54">
      <w:pPr>
        <w:pStyle w:val="libNormal"/>
        <w:rPr>
          <w:rtl/>
        </w:rPr>
      </w:pPr>
      <w:r>
        <w:rPr>
          <w:rtl/>
        </w:rPr>
        <w:t>''خداوند تعالى مجھے ہميشہ پاك آبائو اجداد كے صلب سے پاك مائو</w:t>
      </w:r>
      <w:r w:rsidR="007D6C9B">
        <w:rPr>
          <w:rtl/>
        </w:rPr>
        <w:t xml:space="preserve">ں </w:t>
      </w:r>
      <w:r>
        <w:rPr>
          <w:rtl/>
        </w:rPr>
        <w:t>كے رحم مي</w:t>
      </w:r>
      <w:r w:rsidR="007D6C9B">
        <w:rPr>
          <w:rtl/>
        </w:rPr>
        <w:t xml:space="preserve">ں </w:t>
      </w:r>
      <w:r>
        <w:rPr>
          <w:rtl/>
        </w:rPr>
        <w:t xml:space="preserve">منتقل كرتارہا اور اس نے </w:t>
      </w:r>
    </w:p>
    <w:p w:rsidR="00C9753D" w:rsidRDefault="001648F9" w:rsidP="00D07B54">
      <w:pPr>
        <w:pStyle w:val="libNormal"/>
        <w:rPr>
          <w:rtl/>
        </w:rPr>
      </w:pPr>
      <w:r>
        <w:rPr>
          <w:rtl/>
        </w:rPr>
        <w:t xml:space="preserve"> </w:t>
      </w:r>
      <w:r>
        <w:rPr>
          <w:rtl/>
        </w:rPr>
        <w:br w:type="page"/>
      </w:r>
    </w:p>
    <w:p w:rsidR="00C9753D" w:rsidRDefault="00DE2D7F" w:rsidP="00D07B54">
      <w:pPr>
        <w:pStyle w:val="Heading2Center"/>
        <w:rPr>
          <w:rtl/>
        </w:rPr>
      </w:pPr>
      <w:bookmarkStart w:id="79" w:name="_Toc7268476"/>
      <w:r>
        <w:rPr>
          <w:rtl/>
        </w:rPr>
        <w:lastRenderedPageBreak/>
        <w:t>اسمانو</w:t>
      </w:r>
      <w:r w:rsidR="007D6C9B">
        <w:rPr>
          <w:rtl/>
        </w:rPr>
        <w:t xml:space="preserve">ں </w:t>
      </w:r>
      <w:r>
        <w:rPr>
          <w:rtl/>
        </w:rPr>
        <w:t>مي</w:t>
      </w:r>
      <w:r w:rsidR="007D6C9B">
        <w:rPr>
          <w:rtl/>
        </w:rPr>
        <w:t xml:space="preserve">ں </w:t>
      </w:r>
      <w:r>
        <w:rPr>
          <w:rtl/>
        </w:rPr>
        <w:t>توحيد كے دلائل</w:t>
      </w:r>
      <w:bookmarkEnd w:id="79"/>
      <w:r>
        <w:rPr>
          <w:rtl/>
        </w:rPr>
        <w:t xml:space="preserve"> </w:t>
      </w:r>
    </w:p>
    <w:p w:rsidR="00DE2D7F" w:rsidRDefault="00DE2D7F" w:rsidP="00D07B54">
      <w:pPr>
        <w:pStyle w:val="libNormal"/>
        <w:rPr>
          <w:rtl/>
        </w:rPr>
      </w:pPr>
      <w:r>
        <w:rPr>
          <w:rtl/>
        </w:rPr>
        <w:t>اس سر زنش اور ملامت كے بعد جو ابراہيم عليہ السلام بتو</w:t>
      </w:r>
      <w:r w:rsidR="007D6C9B">
        <w:rPr>
          <w:rtl/>
        </w:rPr>
        <w:t xml:space="preserve">ں </w:t>
      </w:r>
      <w:r>
        <w:rPr>
          <w:rtl/>
        </w:rPr>
        <w:t>كى كرتے تھے ،اور اس دعوت كے بعد جو اپ نے ازر كو بت پرستى كو ترك كرنے كے لئے كى تھى يہا</w:t>
      </w:r>
      <w:r w:rsidR="007D6C9B">
        <w:rPr>
          <w:rtl/>
        </w:rPr>
        <w:t xml:space="preserve">ں </w:t>
      </w:r>
      <w:r>
        <w:rPr>
          <w:rtl/>
        </w:rPr>
        <w:t>خدا ابراہيم عليہ السلام كے بت پرستو</w:t>
      </w:r>
      <w:r w:rsidR="007D6C9B">
        <w:rPr>
          <w:rtl/>
        </w:rPr>
        <w:t xml:space="preserve">ں </w:t>
      </w:r>
      <w:r>
        <w:rPr>
          <w:rtl/>
        </w:rPr>
        <w:t>كے مختلف گروہو</w:t>
      </w:r>
      <w:r w:rsidR="007D6C9B">
        <w:rPr>
          <w:rtl/>
        </w:rPr>
        <w:t xml:space="preserve">ں </w:t>
      </w:r>
      <w:r>
        <w:rPr>
          <w:rtl/>
        </w:rPr>
        <w:t>كے ساتھ منطقى مقابلو</w:t>
      </w:r>
      <w:r w:rsidR="007D6C9B">
        <w:rPr>
          <w:rtl/>
        </w:rPr>
        <w:t xml:space="preserve">ں </w:t>
      </w:r>
      <w:r>
        <w:rPr>
          <w:rtl/>
        </w:rPr>
        <w:t>كى طرف اشارہ كرتے ہوئے ان كے واضح عقلى استدلالات كے مجھے كبھى زمانہ جاہليت كى آلود گيو</w:t>
      </w:r>
      <w:r w:rsidR="007D6C9B">
        <w:rPr>
          <w:rtl/>
        </w:rPr>
        <w:t xml:space="preserve">ں </w:t>
      </w:r>
      <w:r>
        <w:rPr>
          <w:rtl/>
        </w:rPr>
        <w:t>اور گندگيو</w:t>
      </w:r>
      <w:r w:rsidR="007D6C9B">
        <w:rPr>
          <w:rtl/>
        </w:rPr>
        <w:t xml:space="preserve">ں </w:t>
      </w:r>
      <w:r>
        <w:rPr>
          <w:rtl/>
        </w:rPr>
        <w:t>مي</w:t>
      </w:r>
      <w:r w:rsidR="007D6C9B">
        <w:rPr>
          <w:rtl/>
        </w:rPr>
        <w:t xml:space="preserve">ں </w:t>
      </w:r>
      <w:r>
        <w:rPr>
          <w:rtl/>
        </w:rPr>
        <w:t>آلودہ نہي</w:t>
      </w:r>
      <w:r w:rsidR="007D6C9B">
        <w:rPr>
          <w:rtl/>
        </w:rPr>
        <w:t xml:space="preserve">ں </w:t>
      </w:r>
      <w:r>
        <w:rPr>
          <w:rtl/>
        </w:rPr>
        <w:t xml:space="preserve">كيا ''_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ہے كہ زمانہ جاہليت كى واضح ترين آلودگى شرك وبت پرستى ہے اور جنہو</w:t>
      </w:r>
      <w:r w:rsidR="007D6C9B">
        <w:rPr>
          <w:rtl/>
        </w:rPr>
        <w:t xml:space="preserve">ں </w:t>
      </w:r>
      <w:r>
        <w:rPr>
          <w:rtl/>
        </w:rPr>
        <w:t>نے اسے آلودگى كوزنا مي</w:t>
      </w:r>
      <w:r w:rsidR="007D6C9B">
        <w:rPr>
          <w:rtl/>
        </w:rPr>
        <w:t xml:space="preserve">ں </w:t>
      </w:r>
      <w:r>
        <w:rPr>
          <w:rtl/>
        </w:rPr>
        <w:t>منحصر سمجھا ہے ان كے پاس اپنے قول پر كوئي دليل موجود نہي</w:t>
      </w:r>
      <w:r w:rsidR="007D6C9B">
        <w:rPr>
          <w:rtl/>
        </w:rPr>
        <w:t xml:space="preserve">ں </w:t>
      </w:r>
      <w:r>
        <w:rPr>
          <w:rtl/>
        </w:rPr>
        <w:t>ہے خصوصا جبكہ قرآن كہتا ہے: ''مشركين گندگى مي</w:t>
      </w:r>
      <w:r w:rsidR="007D6C9B">
        <w:rPr>
          <w:rtl/>
        </w:rPr>
        <w:t xml:space="preserve">ں </w:t>
      </w:r>
      <w:r>
        <w:rPr>
          <w:rtl/>
        </w:rPr>
        <w:t>آلودہ اور ناپاك ہي</w:t>
      </w:r>
      <w:r w:rsidR="007D6C9B">
        <w:rPr>
          <w:rtl/>
        </w:rPr>
        <w:t xml:space="preserve">ں </w:t>
      </w:r>
      <w:r>
        <w:rPr>
          <w:rtl/>
        </w:rPr>
        <w:t xml:space="preserve">''_(سورہ توبہ ايت </w:t>
      </w:r>
      <w:r w:rsidR="00E664BB">
        <w:rPr>
          <w:rtl/>
        </w:rPr>
        <w:t>28</w:t>
      </w:r>
      <w:r>
        <w:rPr>
          <w:rtl/>
        </w:rPr>
        <w:t xml:space="preserve">) </w:t>
      </w:r>
    </w:p>
    <w:p w:rsidR="00DE2D7F" w:rsidRDefault="00DE2D7F" w:rsidP="00D07B54">
      <w:pPr>
        <w:pStyle w:val="libNormal"/>
        <w:rPr>
          <w:rtl/>
        </w:rPr>
      </w:pPr>
      <w:r>
        <w:rPr>
          <w:rtl/>
        </w:rPr>
        <w:t>طبرى جوعلماے اہل سنت مي</w:t>
      </w:r>
      <w:r w:rsidR="007D6C9B">
        <w:rPr>
          <w:rtl/>
        </w:rPr>
        <w:t xml:space="preserve">ں </w:t>
      </w:r>
      <w:r>
        <w:rPr>
          <w:rtl/>
        </w:rPr>
        <w:t>سے ہے اپنى تفسير جامع البيان مي</w:t>
      </w:r>
      <w:r w:rsidR="007D6C9B">
        <w:rPr>
          <w:rtl/>
        </w:rPr>
        <w:t xml:space="preserve">ں </w:t>
      </w:r>
      <w:r>
        <w:rPr>
          <w:rtl/>
        </w:rPr>
        <w:t>مشہور مجاہد سے نقل كرتا ہے _وہ صراحت كے ساتھ يہ كہتا ہے كہ ازر ابراہيم عليہ السلام كا باپ نہي</w:t>
      </w:r>
      <w:r w:rsidR="007D6C9B">
        <w:rPr>
          <w:rtl/>
        </w:rPr>
        <w:t xml:space="preserve">ں </w:t>
      </w:r>
      <w:r>
        <w:rPr>
          <w:rtl/>
        </w:rPr>
        <w:t xml:space="preserve">تھا_ </w:t>
      </w:r>
    </w:p>
    <w:p w:rsidR="00DE2D7F" w:rsidRDefault="00DE2D7F" w:rsidP="00D07B54">
      <w:pPr>
        <w:pStyle w:val="libNormal"/>
        <w:rPr>
          <w:rtl/>
        </w:rPr>
      </w:pPr>
      <w:r>
        <w:rPr>
          <w:rtl/>
        </w:rPr>
        <w:t>اہل سنت كا ايك دوسرا مفسر الوسى اپنى تفسير روح المعانى مي</w:t>
      </w:r>
      <w:r w:rsidR="007D6C9B">
        <w:rPr>
          <w:rtl/>
        </w:rPr>
        <w:t xml:space="preserve">ں </w:t>
      </w:r>
      <w:r>
        <w:rPr>
          <w:rtl/>
        </w:rPr>
        <w:t>مندرجہ ذيل قرآنى گفتگو مي</w:t>
      </w:r>
      <w:r w:rsidR="007D6C9B">
        <w:rPr>
          <w:rtl/>
        </w:rPr>
        <w:t xml:space="preserve">ں </w:t>
      </w:r>
      <w:r>
        <w:rPr>
          <w:rtl/>
        </w:rPr>
        <w:t>كہتا ہے كہ جو لوگ يہ كہتے ہي</w:t>
      </w:r>
      <w:r w:rsidR="007D6C9B">
        <w:rPr>
          <w:rtl/>
        </w:rPr>
        <w:t xml:space="preserve">ں </w:t>
      </w:r>
      <w:r>
        <w:rPr>
          <w:rtl/>
        </w:rPr>
        <w:t>كہ يہ عقيدہ كہ ازر، ابراہيم عليہ السلام كا باپ نہي</w:t>
      </w:r>
      <w:r w:rsidR="007D6C9B">
        <w:rPr>
          <w:rtl/>
        </w:rPr>
        <w:t xml:space="preserve">ں </w:t>
      </w:r>
      <w:r>
        <w:rPr>
          <w:rtl/>
        </w:rPr>
        <w:t>تھا شيعو</w:t>
      </w:r>
      <w:r w:rsidR="007D6C9B">
        <w:rPr>
          <w:rtl/>
        </w:rPr>
        <w:t xml:space="preserve">ں </w:t>
      </w:r>
      <w:r>
        <w:rPr>
          <w:rtl/>
        </w:rPr>
        <w:t>سے مخصوص ہے ان كى كم اطلاعى كى وجہ سے ہے كيونكہ بہت سے علماء (اہل سنت) بھى اسى بات كا عقيدہ ركھتے ہي</w:t>
      </w:r>
      <w:r w:rsidR="007D6C9B">
        <w:rPr>
          <w:rtl/>
        </w:rPr>
        <w:t xml:space="preserve">ں </w:t>
      </w:r>
      <w:r>
        <w:rPr>
          <w:rtl/>
        </w:rPr>
        <w:t xml:space="preserve">كہ ازر ابراہيم عليہ السلام كا چچا تھا_ </w:t>
      </w:r>
    </w:p>
    <w:p w:rsidR="00DE2D7F" w:rsidRDefault="00DE2D7F" w:rsidP="00D07B54">
      <w:pPr>
        <w:pStyle w:val="libNormal"/>
        <w:rPr>
          <w:rtl/>
        </w:rPr>
      </w:pPr>
      <w:r>
        <w:rPr>
          <w:rtl/>
        </w:rPr>
        <w:t>''سيوطي''مشہور سنى عالم كتاب ''مسالك الحنفاء'' مي</w:t>
      </w:r>
      <w:r w:rsidR="007D6C9B">
        <w:rPr>
          <w:rtl/>
        </w:rPr>
        <w:t xml:space="preserve">ں </w:t>
      </w:r>
      <w:r>
        <w:rPr>
          <w:rtl/>
        </w:rPr>
        <w:t>فخر الدين رازى كى كتاب ''اسرارالتنزيل''سے نقل كرتا ہے كہ پيغمبر اسلام (ص) كے ما</w:t>
      </w:r>
      <w:r w:rsidR="007D6C9B">
        <w:rPr>
          <w:rtl/>
        </w:rPr>
        <w:t xml:space="preserve">ں </w:t>
      </w:r>
      <w:r>
        <w:rPr>
          <w:rtl/>
        </w:rPr>
        <w:t>باپ اور اجداد كبھى بھى مشرك نہي</w:t>
      </w:r>
      <w:r w:rsidR="007D6C9B">
        <w:rPr>
          <w:rtl/>
        </w:rPr>
        <w:t xml:space="preserve">ں </w:t>
      </w:r>
      <w:r>
        <w:rPr>
          <w:rtl/>
        </w:rPr>
        <w:t>تھے اور اس حديث سے جو ہم اوپر پيغمبر اكرم (ص) سے نقل كر چكے ہي</w:t>
      </w:r>
      <w:r w:rsidR="007D6C9B">
        <w:rPr>
          <w:rtl/>
        </w:rPr>
        <w:t xml:space="preserve">ں </w:t>
      </w:r>
      <w:r>
        <w:rPr>
          <w:rtl/>
        </w:rPr>
        <w:t>استدلال كيا ہے ،اس كے بعد سيوطى خود اضافہ كرتے ہوئے كہتا ہے : ہم اس حقيقت كو دوطرح كى اسلامى روايات سے ثابت كر سكتے ہي</w:t>
      </w:r>
      <w:r w:rsidR="007D6C9B">
        <w:rPr>
          <w:rtl/>
        </w:rPr>
        <w:t xml:space="preserve">ں </w:t>
      </w:r>
      <w:r>
        <w:rPr>
          <w:rtl/>
        </w:rPr>
        <w:t>: پہلى قسم كى روايات تو وہ ہي</w:t>
      </w:r>
      <w:r w:rsidR="007D6C9B">
        <w:rPr>
          <w:rtl/>
        </w:rPr>
        <w:t xml:space="preserve">ں </w:t>
      </w:r>
      <w:r>
        <w:rPr>
          <w:rtl/>
        </w:rPr>
        <w:t>كہ جو يہ كہتى ہي</w:t>
      </w:r>
      <w:r w:rsidR="007D6C9B">
        <w:rPr>
          <w:rtl/>
        </w:rPr>
        <w:t xml:space="preserve">ں </w:t>
      </w:r>
      <w:r>
        <w:rPr>
          <w:rtl/>
        </w:rPr>
        <w:t>كہ پيغمبر كے اباء واجداد حضرت ادم عليہ السلام تك ہر ايك اپنے زمانہ كا بہترين فرد تھا (ان احاديث كو''صحيح بخاري''اور ''دلائل النبوة''سے بيہقى وغيرہ نے نقل كيا ہے)_ اور دوسرى قسم كى روايات وہ ہي</w:t>
      </w:r>
      <w:r w:rsidR="007D6C9B">
        <w:rPr>
          <w:rtl/>
        </w:rPr>
        <w:t xml:space="preserve">ں </w:t>
      </w:r>
      <w:r>
        <w:rPr>
          <w:rtl/>
        </w:rPr>
        <w:t>جو يہ كہتى ہي</w:t>
      </w:r>
      <w:r w:rsidR="007D6C9B">
        <w:rPr>
          <w:rtl/>
        </w:rPr>
        <w:t xml:space="preserve">ں </w:t>
      </w:r>
      <w:r>
        <w:rPr>
          <w:rtl/>
        </w:rPr>
        <w:t>كہ ہر زمانے مي</w:t>
      </w:r>
      <w:r w:rsidR="007D6C9B">
        <w:rPr>
          <w:rtl/>
        </w:rPr>
        <w:t xml:space="preserve">ں </w:t>
      </w:r>
      <w:r>
        <w:rPr>
          <w:rtl/>
        </w:rPr>
        <w:t>موحد و خدا پرست افراد موجود رہے ہي</w:t>
      </w:r>
      <w:r w:rsidR="007D6C9B">
        <w:rPr>
          <w:rtl/>
        </w:rPr>
        <w:t xml:space="preserve">ں </w:t>
      </w:r>
      <w:r>
        <w:rPr>
          <w:rtl/>
        </w:rPr>
        <w:t>،ان دونو</w:t>
      </w:r>
      <w:r w:rsidR="007D6C9B">
        <w:rPr>
          <w:rtl/>
        </w:rPr>
        <w:t xml:space="preserve">ں </w:t>
      </w:r>
      <w:r>
        <w:rPr>
          <w:rtl/>
        </w:rPr>
        <w:t>قسم كى روايت كو باہم ملانے سے ثابت ہوجاتا ہے كہ اجداد پيغمبر (ص) كہ جن مي</w:t>
      </w:r>
      <w:r w:rsidR="007D6C9B">
        <w:rPr>
          <w:rtl/>
        </w:rPr>
        <w:t xml:space="preserve">ں </w:t>
      </w:r>
      <w:r>
        <w:rPr>
          <w:rtl/>
        </w:rPr>
        <w:t>سے ايك ابراہيم (ع) كے باپ بھى ہي</w:t>
      </w:r>
      <w:r w:rsidR="007D6C9B">
        <w:rPr>
          <w:rtl/>
        </w:rPr>
        <w:t xml:space="preserve">ں </w:t>
      </w:r>
      <w:r>
        <w:rPr>
          <w:rtl/>
        </w:rPr>
        <w:t xml:space="preserve">يقناً موحد تھے. </w:t>
      </w:r>
    </w:p>
    <w:p w:rsidR="00C9753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 xml:space="preserve">طريق سے اصل توحيد كو ثابت كر نے كى كيفيت بيان كرتا ہے _ </w:t>
      </w:r>
    </w:p>
    <w:p w:rsidR="00DE2D7F" w:rsidRDefault="00DE2D7F" w:rsidP="00D07B54">
      <w:pPr>
        <w:pStyle w:val="libNormal"/>
        <w:rPr>
          <w:rtl/>
        </w:rPr>
      </w:pPr>
      <w:r>
        <w:rPr>
          <w:rtl/>
        </w:rPr>
        <w:t>قرآن پہلے كہتا ہے :''جس طرح ہم نے ابراہيم عليہ السلام كو بت پرستى كے نقصانات سے اگاہ كيا اسى طرح ہم نے اس كے لئے تمام اسمانو</w:t>
      </w:r>
      <w:r w:rsidR="007D6C9B">
        <w:rPr>
          <w:rtl/>
        </w:rPr>
        <w:t xml:space="preserve">ں </w:t>
      </w:r>
      <w:r>
        <w:rPr>
          <w:rtl/>
        </w:rPr>
        <w:t>اور زمين پر پرودگار كى مالكيت مطلقہ اور تسلط كى نشاندہى كي''_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ہے كہ ابراہيم عليہ السلام خدا كى يگانگيت كا استدلال و فطرى يقين ركھتے تھے،ليكن اسرار آفرينش كے مطالعہ سے يہ يقين درجہ كمال كو پہنچ گيا ،جيسا كہ وہ قيامت اور معاد كا يقين ركھتے تھے ،ليكن سربريدہ پرندو</w:t>
      </w:r>
      <w:r w:rsidR="007D6C9B">
        <w:rPr>
          <w:rtl/>
        </w:rPr>
        <w:t xml:space="preserve">ں </w:t>
      </w:r>
      <w:r>
        <w:rPr>
          <w:rtl/>
        </w:rPr>
        <w:t xml:space="preserve">كے زندہ كرنے كے مشاہدہ سے ان كاايمان''عين اليقين''كے مرحلہ كو پہنچ گيا _ </w:t>
      </w:r>
    </w:p>
    <w:p w:rsidR="00DE2D7F" w:rsidRDefault="00DE2D7F" w:rsidP="00D07B54">
      <w:pPr>
        <w:pStyle w:val="libNormal"/>
        <w:rPr>
          <w:rtl/>
        </w:rPr>
      </w:pPr>
      <w:r>
        <w:rPr>
          <w:rtl/>
        </w:rPr>
        <w:t>اس كے بعد مي</w:t>
      </w:r>
      <w:r w:rsidR="007D6C9B">
        <w:rPr>
          <w:rtl/>
        </w:rPr>
        <w:t xml:space="preserve">ں </w:t>
      </w:r>
      <w:r>
        <w:rPr>
          <w:rtl/>
        </w:rPr>
        <w:t>اس موضوع كو تفصيلى طور پر بيان كيا ہے جو ستارو</w:t>
      </w:r>
      <w:r w:rsidR="007D6C9B">
        <w:rPr>
          <w:rtl/>
        </w:rPr>
        <w:t xml:space="preserve">ں </w:t>
      </w:r>
      <w:r>
        <w:rPr>
          <w:rtl/>
        </w:rPr>
        <w:t xml:space="preserve">اور افتاب كے طلوع و غروب سے ابراہيم عليہ السلام كے استدلال كو ان كے خدا نہ ہونے پر واضح كرتا ہے _ </w:t>
      </w:r>
    </w:p>
    <w:p w:rsidR="00DE2D7F" w:rsidRDefault="00DE2D7F" w:rsidP="00D07B54">
      <w:pPr>
        <w:pStyle w:val="libNormal"/>
        <w:rPr>
          <w:rtl/>
        </w:rPr>
      </w:pPr>
      <w:r>
        <w:rPr>
          <w:rtl/>
        </w:rPr>
        <w:t>پہلے ارشاد ہوتا ہے:''جب رات كے تاريك پردے نے سارے عالم كو چھپا ليا تو ان كى آنكھو</w:t>
      </w:r>
      <w:r w:rsidR="007D6C9B">
        <w:rPr>
          <w:rtl/>
        </w:rPr>
        <w:t xml:space="preserve">ں </w:t>
      </w:r>
      <w:r>
        <w:rPr>
          <w:rtl/>
        </w:rPr>
        <w:t>كے سامنے ايك ستارہ ظاہر ہوا ،ابراہيم عليہ السلام نے پكا ر كر كہا كہ كيا يہ ميرا خدا ہے ؟ليكن جب وہ غروب ہو گيا تو انھو</w:t>
      </w:r>
      <w:r w:rsidR="007D6C9B">
        <w:rPr>
          <w:rtl/>
        </w:rPr>
        <w:t xml:space="preserve">ں </w:t>
      </w:r>
      <w:r>
        <w:rPr>
          <w:rtl/>
        </w:rPr>
        <w:t>نے پورے يقين كے ساتھ كہا كہ مي</w:t>
      </w:r>
      <w:r w:rsidR="007D6C9B">
        <w:rPr>
          <w:rtl/>
        </w:rPr>
        <w:t xml:space="preserve">ں </w:t>
      </w:r>
      <w:r>
        <w:rPr>
          <w:rtl/>
        </w:rPr>
        <w:t>ہرگز ہرگز غروب ہوجانے والو</w:t>
      </w:r>
      <w:r w:rsidR="007D6C9B">
        <w:rPr>
          <w:rtl/>
        </w:rPr>
        <w:t xml:space="preserve">ں </w:t>
      </w:r>
      <w:r>
        <w:rPr>
          <w:rtl/>
        </w:rPr>
        <w:t>كو پسند نہي</w:t>
      </w:r>
      <w:r w:rsidR="007D6C9B">
        <w:rPr>
          <w:rtl/>
        </w:rPr>
        <w:t xml:space="preserve">ں </w:t>
      </w:r>
      <w:r>
        <w:rPr>
          <w:rtl/>
        </w:rPr>
        <w:t>كرتا اور انھي</w:t>
      </w:r>
      <w:r w:rsidR="007D6C9B">
        <w:rPr>
          <w:rtl/>
        </w:rPr>
        <w:t xml:space="preserve">ں </w:t>
      </w:r>
      <w:r>
        <w:rPr>
          <w:rtl/>
        </w:rPr>
        <w:t>عبوديت و ربوبيت كے لائق نہي</w:t>
      </w:r>
      <w:r w:rsidR="007D6C9B">
        <w:rPr>
          <w:rtl/>
        </w:rPr>
        <w:t xml:space="preserve">ں </w:t>
      </w:r>
      <w:r>
        <w:rPr>
          <w:rtl/>
        </w:rPr>
        <w:t>سمجھتا''_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انھو</w:t>
      </w:r>
      <w:r w:rsidR="007D6C9B">
        <w:rPr>
          <w:rtl/>
        </w:rPr>
        <w:t xml:space="preserve">ں </w:t>
      </w:r>
      <w:r>
        <w:rPr>
          <w:rtl/>
        </w:rPr>
        <w:t>نے دوبارہ اپنى انكھي</w:t>
      </w:r>
      <w:r w:rsidR="007D6C9B">
        <w:rPr>
          <w:rtl/>
        </w:rPr>
        <w:t xml:space="preserve">ں </w:t>
      </w:r>
      <w:r>
        <w:rPr>
          <w:rtl/>
        </w:rPr>
        <w:t>صفحہ اسمان پر گاڑدي</w:t>
      </w:r>
      <w:r w:rsidR="007D6C9B">
        <w:rPr>
          <w:rtl/>
        </w:rPr>
        <w:t xml:space="preserve">ں </w:t>
      </w:r>
      <w:r>
        <w:rPr>
          <w:rtl/>
        </w:rPr>
        <w:t>،اس دفعہ چاند كى چاندى جيسى ٹكيہ وسيع اور دل پذير روشنى كے ساتھ صفحہ اسمان پر ظاہر ہوئي،جب چاند كو ديكھا تو ابراہيم عليہ السلام نے پكار كر كہا كہ كيا يہ ہے ميرا پروردگار ؟ليكن اخر كار چاند كا انجام بھى اس ستارے جيسا ہى ہوااور اس نے بھى اپنا چہرہ پر دہ افق مي</w:t>
      </w:r>
      <w:r w:rsidR="007D6C9B">
        <w:rPr>
          <w:rtl/>
        </w:rPr>
        <w:t xml:space="preserve">ں </w:t>
      </w:r>
      <w:r>
        <w:rPr>
          <w:rtl/>
        </w:rPr>
        <w:t>چھپا ليا ،تو حقيقت كے متلاشى ابراہيم عليہ السلام نے كہا كہ اگر ميرا پروردگار مجھے اپنى طرف رہنمائي نہ كرے تو مي</w:t>
      </w:r>
      <w:r w:rsidR="007D6C9B">
        <w:rPr>
          <w:rtl/>
        </w:rPr>
        <w:t xml:space="preserve">ں </w:t>
      </w:r>
      <w:r>
        <w:rPr>
          <w:rtl/>
        </w:rPr>
        <w:t>گمراہو</w:t>
      </w:r>
      <w:r w:rsidR="007D6C9B">
        <w:rPr>
          <w:rtl/>
        </w:rPr>
        <w:t xml:space="preserve">ں </w:t>
      </w:r>
      <w:r>
        <w:rPr>
          <w:rtl/>
        </w:rPr>
        <w:t>كى صف مي</w:t>
      </w:r>
      <w:r w:rsidR="007D6C9B">
        <w:rPr>
          <w:rtl/>
        </w:rPr>
        <w:t xml:space="preserve">ں </w:t>
      </w:r>
      <w:r>
        <w:rPr>
          <w:rtl/>
        </w:rPr>
        <w:t xml:space="preserve">جا كھڑا ہو </w:t>
      </w:r>
      <w:r w:rsidR="007D6C9B">
        <w:rPr>
          <w:rtl/>
        </w:rPr>
        <w:t xml:space="preserve">ں </w:t>
      </w:r>
      <w:r>
        <w:rPr>
          <w:rtl/>
        </w:rPr>
        <w:t xml:space="preserve">گا_(:) </w:t>
      </w:r>
    </w:p>
    <w:p w:rsidR="00DE2D7F" w:rsidRDefault="00DE2D7F" w:rsidP="00D07B54">
      <w:pPr>
        <w:pStyle w:val="libNormal"/>
        <w:rPr>
          <w:rtl/>
        </w:rPr>
      </w:pPr>
      <w:r>
        <w:rPr>
          <w:rtl/>
        </w:rPr>
        <w:t>اس وقت رات اخر كو پہنچ چكى تھى اور اپنے تاريك پردو</w:t>
      </w:r>
      <w:r w:rsidR="007D6C9B">
        <w:rPr>
          <w:rtl/>
        </w:rPr>
        <w:t xml:space="preserve">ں </w:t>
      </w:r>
      <w:r>
        <w:rPr>
          <w:rtl/>
        </w:rPr>
        <w:t xml:space="preserve">كو سميٹ كر اسمان كے منظر سے بھاگ رہى تھى ،افتاب نے افق مشرق سے سر نكالا اور اپنى زيبا اور لطيف نور كو زر بفت كے ايك ٹكڑے كى طرح دشت و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انعام ايت </w:t>
      </w:r>
      <w:r w:rsidR="00E664BB">
        <w:rPr>
          <w:rtl/>
        </w:rPr>
        <w:t>76</w:t>
      </w:r>
      <w:r>
        <w:rPr>
          <w:rtl/>
        </w:rPr>
        <w:t xml:space="preserve"> </w:t>
      </w:r>
    </w:p>
    <w:p w:rsidR="00DE2D7F" w:rsidRDefault="00DE2D7F" w:rsidP="00D07B54">
      <w:pPr>
        <w:pStyle w:val="libFootnote"/>
        <w:rPr>
          <w:rtl/>
        </w:rPr>
      </w:pPr>
      <w:r>
        <w:rPr>
          <w:rtl/>
        </w:rPr>
        <w:t>(</w:t>
      </w:r>
      <w:r w:rsidR="00E664BB">
        <w:rPr>
          <w:rtl/>
        </w:rPr>
        <w:t>2</w:t>
      </w:r>
      <w:r>
        <w:rPr>
          <w:rtl/>
        </w:rPr>
        <w:t xml:space="preserve">)سورہ انعام ايت </w:t>
      </w:r>
      <w:r w:rsidR="00E664BB">
        <w:rPr>
          <w:rtl/>
        </w:rPr>
        <w:t>76</w:t>
      </w:r>
      <w:r>
        <w:rPr>
          <w:rtl/>
        </w:rPr>
        <w:t xml:space="preserve"> </w:t>
      </w:r>
    </w:p>
    <w:p w:rsidR="00DE2D7F" w:rsidRDefault="00DE2D7F" w:rsidP="00D07B54">
      <w:pPr>
        <w:pStyle w:val="libFootnote"/>
        <w:rPr>
          <w:rtl/>
        </w:rPr>
      </w:pPr>
      <w:r>
        <w:rPr>
          <w:rtl/>
        </w:rPr>
        <w:t>(</w:t>
      </w:r>
      <w:r w:rsidR="00E664BB">
        <w:rPr>
          <w:rtl/>
        </w:rPr>
        <w:t>3</w:t>
      </w:r>
      <w:r>
        <w:rPr>
          <w:rtl/>
        </w:rPr>
        <w:t xml:space="preserve">)سورہ انعام ايت </w:t>
      </w:r>
      <w:r w:rsidR="00E664BB">
        <w:rPr>
          <w:rtl/>
        </w:rPr>
        <w:t>77</w:t>
      </w:r>
      <w:r>
        <w:rPr>
          <w:rtl/>
        </w:rPr>
        <w:t xml:space="preserve"> </w:t>
      </w:r>
    </w:p>
    <w:p w:rsidR="00C9753D" w:rsidRDefault="001648F9" w:rsidP="00D07B54">
      <w:pPr>
        <w:pStyle w:val="libNormal"/>
        <w:rPr>
          <w:rtl/>
        </w:rPr>
      </w:pPr>
      <w:r>
        <w:rPr>
          <w:rtl/>
        </w:rPr>
        <w:t xml:space="preserve"> </w:t>
      </w:r>
      <w:r>
        <w:rPr>
          <w:rtl/>
        </w:rPr>
        <w:br w:type="page"/>
      </w:r>
    </w:p>
    <w:p w:rsidR="00C9753D" w:rsidRDefault="00C9753D" w:rsidP="00D07B54">
      <w:pPr>
        <w:pStyle w:val="libNormal"/>
        <w:rPr>
          <w:rtl/>
        </w:rPr>
      </w:pPr>
    </w:p>
    <w:p w:rsidR="00DE2D7F" w:rsidRDefault="00DE2D7F" w:rsidP="00D07B54">
      <w:pPr>
        <w:pStyle w:val="libNormal"/>
        <w:rPr>
          <w:rtl/>
        </w:rPr>
      </w:pPr>
      <w:r>
        <w:rPr>
          <w:rtl/>
        </w:rPr>
        <w:t>كوہ و بيابان پر پھيلا ديا،جس وقت ابراہيم عليہ السلام كى حقيقت بين نظر اس كے خيرہ كرنے والے نور پر پڑى تو پكار كر كہا :كيا ميرا خدا يہ ہے ؟جو سب سے بڑا ہے اور سب سے زيادہ روشن ہے ،ليكن سورج كے غروب ہوجانے اور افتاب كى ٹكيہ كے ہيولائے شب كے منہ مي</w:t>
      </w:r>
      <w:r w:rsidR="007D6C9B">
        <w:rPr>
          <w:rtl/>
        </w:rPr>
        <w:t xml:space="preserve">ں </w:t>
      </w:r>
      <w:r>
        <w:rPr>
          <w:rtl/>
        </w:rPr>
        <w:t>چلے جانے سے ابراہيم عليہ السلام نے اپنى اخرى بات ادا كى ،اور كہا:''اے گروہ(قوم)مي</w:t>
      </w:r>
      <w:r w:rsidR="007D6C9B">
        <w:rPr>
          <w:rtl/>
        </w:rPr>
        <w:t xml:space="preserve">ں </w:t>
      </w:r>
      <w:r>
        <w:rPr>
          <w:rtl/>
        </w:rPr>
        <w:t>ان تمام بناوٹى معبودو</w:t>
      </w:r>
      <w:r w:rsidR="007D6C9B">
        <w:rPr>
          <w:rtl/>
        </w:rPr>
        <w:t xml:space="preserve">ں </w:t>
      </w:r>
      <w:r>
        <w:rPr>
          <w:rtl/>
        </w:rPr>
        <w:t>سے جنھي</w:t>
      </w:r>
      <w:r w:rsidR="007D6C9B">
        <w:rPr>
          <w:rtl/>
        </w:rPr>
        <w:t xml:space="preserve">ں </w:t>
      </w:r>
      <w:r>
        <w:rPr>
          <w:rtl/>
        </w:rPr>
        <w:t>تم نے خدا كا شريك قرار دے ليا ہے برى و بيزار ہو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اب جبكہ مي</w:t>
      </w:r>
      <w:r w:rsidR="007D6C9B">
        <w:rPr>
          <w:rtl/>
        </w:rPr>
        <w:t xml:space="preserve">ں </w:t>
      </w:r>
      <w:r>
        <w:rPr>
          <w:rtl/>
        </w:rPr>
        <w:t>نے يہ سمجھ ليا ہے كہ اس متغير و محدود اور قوانين طبيعت كے چنگل مي</w:t>
      </w:r>
      <w:r w:rsidR="007D6C9B">
        <w:rPr>
          <w:rtl/>
        </w:rPr>
        <w:t xml:space="preserve">ں </w:t>
      </w:r>
      <w:r>
        <w:rPr>
          <w:rtl/>
        </w:rPr>
        <w:t>اسير مخلوقات كے ماوراء ايك ايسا خدا ہے كہ جو اس سارے نظام كائنات پر قادر و حاكم ہے،'' تو مي</w:t>
      </w:r>
      <w:r w:rsidR="007D6C9B">
        <w:rPr>
          <w:rtl/>
        </w:rPr>
        <w:t xml:space="preserve">ں </w:t>
      </w:r>
      <w:r>
        <w:rPr>
          <w:rtl/>
        </w:rPr>
        <w:t>تو اپنا رخ ايسى ذات كى طرف كرتا ہو</w:t>
      </w:r>
      <w:r w:rsidR="007D6C9B">
        <w:rPr>
          <w:rtl/>
        </w:rPr>
        <w:t xml:space="preserve">ں </w:t>
      </w:r>
      <w:r>
        <w:rPr>
          <w:rtl/>
        </w:rPr>
        <w:t>كہ جس نے آسمانو</w:t>
      </w:r>
      <w:r w:rsidR="007D6C9B">
        <w:rPr>
          <w:rtl/>
        </w:rPr>
        <w:t xml:space="preserve">ں </w:t>
      </w:r>
      <w:r>
        <w:rPr>
          <w:rtl/>
        </w:rPr>
        <w:t>اور زمين كو پيدا كيا ہے اور اس عقيدے مي</w:t>
      </w:r>
      <w:r w:rsidR="007D6C9B">
        <w:rPr>
          <w:rtl/>
        </w:rPr>
        <w:t xml:space="preserve">ں </w:t>
      </w:r>
      <w:r>
        <w:rPr>
          <w:rtl/>
        </w:rPr>
        <w:t>كم سے كم شرك كو بھى راہ نہي</w:t>
      </w:r>
      <w:r w:rsidR="007D6C9B">
        <w:rPr>
          <w:rtl/>
        </w:rPr>
        <w:t xml:space="preserve">ں </w:t>
      </w:r>
      <w:r>
        <w:rPr>
          <w:rtl/>
        </w:rPr>
        <w:t>ديتا،مي</w:t>
      </w:r>
      <w:r w:rsidR="007D6C9B">
        <w:rPr>
          <w:rtl/>
        </w:rPr>
        <w:t xml:space="preserve">ں </w:t>
      </w:r>
      <w:r>
        <w:rPr>
          <w:rtl/>
        </w:rPr>
        <w:t>تو موحد خالص ہو</w:t>
      </w:r>
      <w:r w:rsidR="007D6C9B">
        <w:rPr>
          <w:rtl/>
        </w:rPr>
        <w:t xml:space="preserve">ں </w:t>
      </w:r>
      <w:r>
        <w:rPr>
          <w:rtl/>
        </w:rPr>
        <w:t>اور مشركين مي</w:t>
      </w:r>
      <w:r w:rsidR="007D6C9B">
        <w:rPr>
          <w:rtl/>
        </w:rPr>
        <w:t xml:space="preserve">ں </w:t>
      </w:r>
      <w:r>
        <w:rPr>
          <w:rtl/>
        </w:rPr>
        <w:t>سے نہي</w:t>
      </w:r>
      <w:r w:rsidR="007D6C9B">
        <w:rPr>
          <w:rtl/>
        </w:rPr>
        <w:t xml:space="preserve">ں </w:t>
      </w:r>
      <w:r>
        <w:rPr>
          <w:rtl/>
        </w:rPr>
        <w:t>ہو</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انعام ايت </w:t>
      </w:r>
      <w:r w:rsidR="00E664BB">
        <w:rPr>
          <w:rtl/>
        </w:rPr>
        <w:t>78</w:t>
      </w:r>
      <w:r>
        <w:rPr>
          <w:rtl/>
        </w:rPr>
        <w:t xml:space="preserve"> </w:t>
      </w:r>
    </w:p>
    <w:p w:rsidR="00DE2D7F" w:rsidRDefault="00DE2D7F" w:rsidP="00D07B54">
      <w:pPr>
        <w:pStyle w:val="libFootnote"/>
        <w:rPr>
          <w:rtl/>
        </w:rPr>
      </w:pPr>
      <w:r>
        <w:rPr>
          <w:rtl/>
        </w:rPr>
        <w:t>(</w:t>
      </w:r>
      <w:r w:rsidR="00E664BB">
        <w:rPr>
          <w:rtl/>
        </w:rPr>
        <w:t>2</w:t>
      </w:r>
      <w:r>
        <w:rPr>
          <w:rtl/>
        </w:rPr>
        <w:t>)سورہ انعام آيت</w:t>
      </w:r>
      <w:r w:rsidR="00E664BB">
        <w:rPr>
          <w:rtl/>
        </w:rPr>
        <w:t>7</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)جناب ابراہيم عليہ السلام جيسے موحد و يكتا پرست نے كس طرح اسمان كے ستارے كى طرف اشارہ كيا اور يہ كہا كہ يہ ميرا خدا ہے مفسرين نے بہت بحث كى ہے ،ان تمام تفاسير مي</w:t>
      </w:r>
      <w:r w:rsidR="007D6C9B">
        <w:rPr>
          <w:rtl/>
        </w:rPr>
        <w:t xml:space="preserve">ں </w:t>
      </w:r>
      <w:r>
        <w:rPr>
          <w:rtl/>
        </w:rPr>
        <w:t>سے دو تفسير ي</w:t>
      </w:r>
      <w:r w:rsidR="007D6C9B">
        <w:rPr>
          <w:rtl/>
        </w:rPr>
        <w:t xml:space="preserve">ں </w:t>
      </w:r>
      <w:r>
        <w:rPr>
          <w:rtl/>
        </w:rPr>
        <w:t>زيادہ قابل ملاحظہ ہي</w:t>
      </w:r>
      <w:r w:rsidR="007D6C9B">
        <w:rPr>
          <w:rtl/>
        </w:rPr>
        <w:t xml:space="preserve">ں </w:t>
      </w:r>
      <w:r>
        <w:rPr>
          <w:rtl/>
        </w:rPr>
        <w:t>كہ جن مي</w:t>
      </w:r>
      <w:r w:rsidR="007D6C9B">
        <w:rPr>
          <w:rtl/>
        </w:rPr>
        <w:t xml:space="preserve">ں </w:t>
      </w:r>
      <w:r>
        <w:rPr>
          <w:rtl/>
        </w:rPr>
        <w:t>سے ہر ايك كو بعض بزرگ مفسرين نے اختيا ر كيا ہے ہم ان مي</w:t>
      </w:r>
      <w:r w:rsidR="007D6C9B">
        <w:rPr>
          <w:rtl/>
        </w:rPr>
        <w:t xml:space="preserve">ں </w:t>
      </w:r>
      <w:r>
        <w:rPr>
          <w:rtl/>
        </w:rPr>
        <w:t>سے ايك كو بيا ن كرتے ہي</w:t>
      </w:r>
      <w:r w:rsidR="007D6C9B">
        <w:rPr>
          <w:rtl/>
        </w:rPr>
        <w:t xml:space="preserve">ں </w:t>
      </w:r>
      <w:r>
        <w:rPr>
          <w:rtl/>
        </w:rPr>
        <w:t>كہ حضرت ابراہيم عليہ السلام نے يہ بات ستارہ پرستو</w:t>
      </w:r>
      <w:r w:rsidR="007D6C9B">
        <w:rPr>
          <w:rtl/>
        </w:rPr>
        <w:t xml:space="preserve">ں </w:t>
      </w:r>
      <w:r>
        <w:rPr>
          <w:rtl/>
        </w:rPr>
        <w:t>اور سور ج پرست لوگو</w:t>
      </w:r>
      <w:r w:rsidR="007D6C9B">
        <w:rPr>
          <w:rtl/>
        </w:rPr>
        <w:t xml:space="preserve">ں </w:t>
      </w:r>
      <w:r>
        <w:rPr>
          <w:rtl/>
        </w:rPr>
        <w:t>سے گفتگو كرتے ہوئے كى اور احتمال يہ ہے كہ بابل مي</w:t>
      </w:r>
      <w:r w:rsidR="007D6C9B">
        <w:rPr>
          <w:rtl/>
        </w:rPr>
        <w:t xml:space="preserve">ں </w:t>
      </w:r>
      <w:r>
        <w:rPr>
          <w:rtl/>
        </w:rPr>
        <w:t>بت پرستو</w:t>
      </w:r>
      <w:r w:rsidR="007D6C9B">
        <w:rPr>
          <w:rtl/>
        </w:rPr>
        <w:t xml:space="preserve">ں </w:t>
      </w:r>
      <w:r>
        <w:rPr>
          <w:rtl/>
        </w:rPr>
        <w:t>كے ساتھ سخت قسم كے مقابلے اور مبارزات كرنے اور اس زمين سے شام كى طرف نكلنے كے بعد جب ان اقوام سے ان كا سامنا ہوا تو اس وقت يہ گفتگو كى تھى ،حضرت ابراہيم عليہ السلام بابل مي</w:t>
      </w:r>
      <w:r w:rsidR="007D6C9B">
        <w:rPr>
          <w:rtl/>
        </w:rPr>
        <w:t xml:space="preserve">ں </w:t>
      </w:r>
      <w:r>
        <w:rPr>
          <w:rtl/>
        </w:rPr>
        <w:t>نادان قومو</w:t>
      </w:r>
      <w:r w:rsidR="007D6C9B">
        <w:rPr>
          <w:rtl/>
        </w:rPr>
        <w:t xml:space="preserve">ں </w:t>
      </w:r>
      <w:r>
        <w:rPr>
          <w:rtl/>
        </w:rPr>
        <w:t>كى ہٹ دھرمى كو ان كى غلط راہ ورسم مي</w:t>
      </w:r>
      <w:r w:rsidR="007D6C9B">
        <w:rPr>
          <w:rtl/>
        </w:rPr>
        <w:t xml:space="preserve">ں </w:t>
      </w:r>
      <w:r>
        <w:rPr>
          <w:rtl/>
        </w:rPr>
        <w:t>ازما چكے تھے لہذا اس بنا پر كہ افتاب و ماہتاب كے پجاريو</w:t>
      </w:r>
      <w:r w:rsidR="007D6C9B">
        <w:rPr>
          <w:rtl/>
        </w:rPr>
        <w:t xml:space="preserve">ں </w:t>
      </w:r>
      <w:r>
        <w:rPr>
          <w:rtl/>
        </w:rPr>
        <w:t>اور ستارہ پرستو</w:t>
      </w:r>
      <w:r w:rsidR="007D6C9B">
        <w:rPr>
          <w:rtl/>
        </w:rPr>
        <w:t xml:space="preserve">ں </w:t>
      </w:r>
      <w:r>
        <w:rPr>
          <w:rtl/>
        </w:rPr>
        <w:t>كو اپنى طرف متوجہ كري</w:t>
      </w:r>
      <w:r w:rsidR="007D6C9B">
        <w:rPr>
          <w:rtl/>
        </w:rPr>
        <w:t xml:space="preserve">ں </w:t>
      </w:r>
      <w:r>
        <w:rPr>
          <w:rtl/>
        </w:rPr>
        <w:t>،پہلے ان كے ہم صدا ہو گئے اور ستارہ پرستو</w:t>
      </w:r>
      <w:r w:rsidR="007D6C9B">
        <w:rPr>
          <w:rtl/>
        </w:rPr>
        <w:t xml:space="preserve">ں </w:t>
      </w:r>
      <w:r>
        <w:rPr>
          <w:rtl/>
        </w:rPr>
        <w:t>سے كہنے لگے كہ تم يہ كہتے ہو كہ يہ زہرہ ستارہ ميرا پروردگار ہے ،بہت اچھا چلو اسے ديكھتے ہي</w:t>
      </w:r>
      <w:r w:rsidR="007D6C9B">
        <w:rPr>
          <w:rtl/>
        </w:rPr>
        <w:t xml:space="preserve">ں </w:t>
      </w:r>
      <w:r>
        <w:rPr>
          <w:rtl/>
        </w:rPr>
        <w:t>يہا</w:t>
      </w:r>
      <w:r w:rsidR="007D6C9B">
        <w:rPr>
          <w:rtl/>
        </w:rPr>
        <w:t xml:space="preserve">ں </w:t>
      </w:r>
      <w:r>
        <w:rPr>
          <w:rtl/>
        </w:rPr>
        <w:t>تك كہ اس عقيدے كا انجام تمہارے سامنے پيش كرو</w:t>
      </w:r>
      <w:r w:rsidR="007D6C9B">
        <w:rPr>
          <w:rtl/>
        </w:rPr>
        <w:t xml:space="preserve">ں </w:t>
      </w:r>
      <w:r>
        <w:rPr>
          <w:rtl/>
        </w:rPr>
        <w:t>،تھوڑى ہى دير گزرى تھى كہ اس ستارے كا چمكدار چہرہ افق كے تاريك پردے كے پيچھے چھپ گيا،يہ وہ مقام تھا كہ ابراہيم عليہ السلام كے ہاتھ مي</w:t>
      </w:r>
      <w:r w:rsidR="007D6C9B">
        <w:rPr>
          <w:rtl/>
        </w:rPr>
        <w:t xml:space="preserve">ں </w:t>
      </w:r>
      <w:r>
        <w:rPr>
          <w:rtl/>
        </w:rPr>
        <w:t>ايك محكم ہتھيار اگيا اور وہ كہنے لگے مي</w:t>
      </w:r>
      <w:r w:rsidR="007D6C9B">
        <w:rPr>
          <w:rtl/>
        </w:rPr>
        <w:t xml:space="preserve">ں </w:t>
      </w:r>
      <w:r>
        <w:rPr>
          <w:rtl/>
        </w:rPr>
        <w:t>تو كبھى ايسے معبود كو قبول نہي</w:t>
      </w:r>
      <w:r w:rsidR="007D6C9B">
        <w:rPr>
          <w:rtl/>
        </w:rPr>
        <w:t xml:space="preserve">ں </w:t>
      </w:r>
      <w:r>
        <w:rPr>
          <w:rtl/>
        </w:rPr>
        <w:t xml:space="preserve">كر سكتا ،اس بنا پر''ھذاربي'' كا مفہوم يہ ہے كہ تمہارے عقيدے كے مطابق يہ ميرا خدا ہے ،يا يہ كہ اپ نے بطور استفہام فرمايا: ''كيا يہ ميرا خدا ہے ''؟ </w:t>
      </w:r>
    </w:p>
    <w:p w:rsidR="00C9753D" w:rsidRDefault="001648F9" w:rsidP="00D07B54">
      <w:pPr>
        <w:pStyle w:val="libNormal"/>
        <w:rPr>
          <w:rtl/>
        </w:rPr>
      </w:pPr>
      <w:r>
        <w:rPr>
          <w:rtl/>
        </w:rPr>
        <w:t xml:space="preserve"> </w:t>
      </w:r>
      <w:r>
        <w:rPr>
          <w:rtl/>
        </w:rPr>
        <w:br w:type="page"/>
      </w:r>
    </w:p>
    <w:p w:rsidR="00C9753D" w:rsidRDefault="00DE2D7F" w:rsidP="00D07B54">
      <w:pPr>
        <w:pStyle w:val="Heading2Center"/>
        <w:rPr>
          <w:rtl/>
        </w:rPr>
      </w:pPr>
      <w:bookmarkStart w:id="80" w:name="_Toc7268477"/>
      <w:r>
        <w:rPr>
          <w:rtl/>
        </w:rPr>
        <w:lastRenderedPageBreak/>
        <w:t>ستارہ سے كون سا ستارہ مراد ہے ؟</w:t>
      </w:r>
      <w:bookmarkEnd w:id="80"/>
    </w:p>
    <w:p w:rsidR="00DE2D7F" w:rsidRDefault="00DE2D7F" w:rsidP="00D07B54">
      <w:pPr>
        <w:pStyle w:val="libNormal"/>
        <w:rPr>
          <w:rtl/>
        </w:rPr>
      </w:pPr>
      <w:r>
        <w:rPr>
          <w:rtl/>
        </w:rPr>
        <w:t>اس بارے مي</w:t>
      </w:r>
      <w:r w:rsidR="007D6C9B">
        <w:rPr>
          <w:rtl/>
        </w:rPr>
        <w:t xml:space="preserve">ں </w:t>
      </w:r>
      <w:r>
        <w:rPr>
          <w:rtl/>
        </w:rPr>
        <w:t>مفسرين كے درميان اختلاف ہے ليكن زيادہ تر مفسرين نے زہرہ يا مشترى كا ذكر كيا ہے اور كچھ تواريخ سے معلوم ہوتا ہے كہ قديم زمانو</w:t>
      </w:r>
      <w:r w:rsidR="007D6C9B">
        <w:rPr>
          <w:rtl/>
        </w:rPr>
        <w:t xml:space="preserve">ں </w:t>
      </w:r>
      <w:r>
        <w:rPr>
          <w:rtl/>
        </w:rPr>
        <w:t>مي</w:t>
      </w:r>
      <w:r w:rsidR="007D6C9B">
        <w:rPr>
          <w:rtl/>
        </w:rPr>
        <w:t xml:space="preserve">ں </w:t>
      </w:r>
      <w:r>
        <w:rPr>
          <w:rtl/>
        </w:rPr>
        <w:t>ان دونو</w:t>
      </w:r>
      <w:r w:rsidR="007D6C9B">
        <w:rPr>
          <w:rtl/>
        </w:rPr>
        <w:t xml:space="preserve">ں </w:t>
      </w:r>
      <w:r>
        <w:rPr>
          <w:rtl/>
        </w:rPr>
        <w:t>ستارو</w:t>
      </w:r>
      <w:r w:rsidR="007D6C9B">
        <w:rPr>
          <w:rtl/>
        </w:rPr>
        <w:t xml:space="preserve">ں </w:t>
      </w:r>
      <w:r>
        <w:rPr>
          <w:rtl/>
        </w:rPr>
        <w:t xml:space="preserve">كى پرستش كى جايا كرتى تھى اورخداو </w:t>
      </w:r>
      <w:r w:rsidR="007D6C9B">
        <w:rPr>
          <w:rtl/>
        </w:rPr>
        <w:t xml:space="preserve">ں </w:t>
      </w:r>
      <w:r>
        <w:rPr>
          <w:rtl/>
        </w:rPr>
        <w:t>كے حصہ شمار ہوتے تھے ليكن اس حديث مي</w:t>
      </w:r>
      <w:r w:rsidR="007D6C9B">
        <w:rPr>
          <w:rtl/>
        </w:rPr>
        <w:t xml:space="preserve">ں </w:t>
      </w:r>
      <w:r>
        <w:rPr>
          <w:rtl/>
        </w:rPr>
        <w:t>جو امام على بن موسى رضا عليہ السلام سے عيون الااخبار مي</w:t>
      </w:r>
      <w:r w:rsidR="007D6C9B">
        <w:rPr>
          <w:rtl/>
        </w:rPr>
        <w:t xml:space="preserve">ں </w:t>
      </w:r>
      <w:r>
        <w:rPr>
          <w:rtl/>
        </w:rPr>
        <w:t>نقل ہوئي ہے يہ تصريح ہوئي ہے كہ يہ زہرہ ستارہ تھا ،تفسير على بن ابراہيم مي</w:t>
      </w:r>
      <w:r w:rsidR="007D6C9B">
        <w:rPr>
          <w:rtl/>
        </w:rPr>
        <w:t xml:space="preserve">ں </w:t>
      </w:r>
      <w:r>
        <w:rPr>
          <w:rtl/>
        </w:rPr>
        <w:t xml:space="preserve">بھى امام جعفر صادق عليہ السلام سے يہى بات مروى ہے _ </w:t>
      </w:r>
    </w:p>
    <w:p w:rsidR="00C9753D" w:rsidRDefault="00DE2D7F" w:rsidP="00D07B54">
      <w:pPr>
        <w:pStyle w:val="Heading2Center"/>
        <w:rPr>
          <w:rtl/>
        </w:rPr>
      </w:pPr>
      <w:bookmarkStart w:id="81" w:name="_Toc7268478"/>
      <w:r>
        <w:rPr>
          <w:rtl/>
        </w:rPr>
        <w:t>توحيد كى دعوت</w:t>
      </w:r>
      <w:bookmarkEnd w:id="81"/>
    </w:p>
    <w:p w:rsidR="00DE2D7F" w:rsidRDefault="00DE2D7F" w:rsidP="00D07B54">
      <w:pPr>
        <w:pStyle w:val="libNormal"/>
        <w:rPr>
          <w:rtl/>
        </w:rPr>
      </w:pPr>
      <w:r>
        <w:rPr>
          <w:rtl/>
        </w:rPr>
        <w:t xml:space="preserve"> قرآن دعوت حضرت ابراہيم عليہ السلام كو اس طرح بيان كرتاہے :''ہم نے ابراہيم (ع) كو بھيجا;اور جب اس نے اپنى قوم سے كہا كہ :خدائے واحد كى پرستش كرو اوراس كے لئے تقوى اختيار كروكيونكہ اگر تم جان لو تو يہ تمہارے لئے بہترہے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حضرت ابراہيم (ع) دلائل بت پرستى كا باطل ہونا ثابت كرتے ہي</w:t>
      </w:r>
      <w:r w:rsidR="007D6C9B">
        <w:rPr>
          <w:rtl/>
        </w:rPr>
        <w:t xml:space="preserve">ں </w:t>
      </w:r>
      <w:r>
        <w:rPr>
          <w:rtl/>
        </w:rPr>
        <w:t xml:space="preserve">آپ نے اس دعوى كو مختلف دلائل سے ثابت كيا ہے اور ان مشركين كے معتقدات اور روش حيات كو نا درست ثابت كيا ہے _ </w:t>
      </w:r>
    </w:p>
    <w:p w:rsidR="00DE2D7F" w:rsidRDefault="00DE2D7F" w:rsidP="00D07B54">
      <w:pPr>
        <w:pStyle w:val="libNormal"/>
        <w:rPr>
          <w:rtl/>
        </w:rPr>
      </w:pPr>
      <w:r>
        <w:rPr>
          <w:rtl/>
        </w:rPr>
        <w:t>پہلى بات انھو</w:t>
      </w:r>
      <w:r w:rsidR="007D6C9B">
        <w:rPr>
          <w:rtl/>
        </w:rPr>
        <w:t xml:space="preserve">ں ں </w:t>
      </w:r>
      <w:r>
        <w:rPr>
          <w:rtl/>
        </w:rPr>
        <w:t>نے يہ فرمائي كہ :''تم خدا سے منحرف ہوكے بتو</w:t>
      </w:r>
      <w:r w:rsidR="007D6C9B">
        <w:rPr>
          <w:rtl/>
        </w:rPr>
        <w:t xml:space="preserve">ں </w:t>
      </w:r>
      <w:r>
        <w:rPr>
          <w:rtl/>
        </w:rPr>
        <w:t>كى عبادت كرتے ہو''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حالانكہ يہ بت بے روح مجسمے ہي</w:t>
      </w:r>
      <w:r w:rsidR="007D6C9B">
        <w:rPr>
          <w:rtl/>
        </w:rPr>
        <w:t xml:space="preserve">ں </w:t>
      </w:r>
      <w:r>
        <w:rPr>
          <w:rtl/>
        </w:rPr>
        <w:t>نہ يہ صاحب ارادہ ہي</w:t>
      </w:r>
      <w:r w:rsidR="007D6C9B">
        <w:rPr>
          <w:rtl/>
        </w:rPr>
        <w:t xml:space="preserve">ں </w:t>
      </w:r>
      <w:r>
        <w:rPr>
          <w:rtl/>
        </w:rPr>
        <w:t>نہ صاحب عقل اور نہ صاحب شعور وہ ان تمام اوصاف سے محروم ہي</w:t>
      </w:r>
      <w:r w:rsidR="007D6C9B">
        <w:rPr>
          <w:rtl/>
        </w:rPr>
        <w:t xml:space="preserve">ں </w:t>
      </w:r>
      <w:r>
        <w:rPr>
          <w:rtl/>
        </w:rPr>
        <w:t xml:space="preserve">ان كى ہيت ہى بت پرستى كے عقيدے كوباطل ثابت كرنے كے لئے كافى ہے _ </w:t>
      </w:r>
    </w:p>
    <w:p w:rsidR="00DE2D7F" w:rsidRDefault="00DE2D7F" w:rsidP="00D07B54">
      <w:pPr>
        <w:pStyle w:val="libNormal"/>
        <w:rPr>
          <w:rtl/>
        </w:rPr>
      </w:pPr>
      <w:r>
        <w:rPr>
          <w:rtl/>
        </w:rPr>
        <w:t>اس كے بعد حضرت ابراہيم(ع) اور آگے بڑھتے ہي</w:t>
      </w:r>
      <w:r w:rsidR="007D6C9B">
        <w:rPr>
          <w:rtl/>
        </w:rPr>
        <w:t xml:space="preserve">ں </w:t>
      </w:r>
      <w:r>
        <w:rPr>
          <w:rtl/>
        </w:rPr>
        <w:t>اور فرماتے ہي</w:t>
      </w:r>
      <w:r w:rsidR="007D6C9B">
        <w:rPr>
          <w:rtl/>
        </w:rPr>
        <w:t xml:space="preserve">ں </w:t>
      </w:r>
      <w:r>
        <w:rPr>
          <w:rtl/>
        </w:rPr>
        <w:t>كہ :'' صرف ان بتو</w:t>
      </w:r>
      <w:r w:rsidR="007D6C9B">
        <w:rPr>
          <w:rtl/>
        </w:rPr>
        <w:t xml:space="preserve">ں </w:t>
      </w:r>
      <w:r>
        <w:rPr>
          <w:rtl/>
        </w:rPr>
        <w:t>كى وضع ہى يہ ثابت نہي</w:t>
      </w:r>
      <w:r w:rsidR="007D6C9B">
        <w:rPr>
          <w:rtl/>
        </w:rPr>
        <w:t xml:space="preserve">ں </w:t>
      </w:r>
      <w:r>
        <w:rPr>
          <w:rtl/>
        </w:rPr>
        <w:t>كرتى كہ يہ معبود نہي</w:t>
      </w:r>
      <w:r w:rsidR="007D6C9B">
        <w:rPr>
          <w:rtl/>
        </w:rPr>
        <w:t xml:space="preserve">ں </w:t>
      </w:r>
      <w:r>
        <w:rPr>
          <w:rtl/>
        </w:rPr>
        <w:t>ہي</w:t>
      </w:r>
      <w:r w:rsidR="007D6C9B">
        <w:rPr>
          <w:rtl/>
        </w:rPr>
        <w:t xml:space="preserve">ں </w:t>
      </w:r>
      <w:r>
        <w:rPr>
          <w:rtl/>
        </w:rPr>
        <w:t>''بلكہ تم بھى جانتے ہو كہ ''تم جھوٹى باتي</w:t>
      </w:r>
      <w:r w:rsidR="007D6C9B">
        <w:rPr>
          <w:rtl/>
        </w:rPr>
        <w:t xml:space="preserve">ں </w:t>
      </w:r>
      <w:r>
        <w:rPr>
          <w:rtl/>
        </w:rPr>
        <w:t>كرتے ہو اور ان بتو</w:t>
      </w:r>
      <w:r w:rsidR="007D6C9B">
        <w:rPr>
          <w:rtl/>
        </w:rPr>
        <w:t xml:space="preserve">ں </w:t>
      </w:r>
      <w:r>
        <w:rPr>
          <w:rtl/>
        </w:rPr>
        <w:t>كو معبود كہتے ہو ''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 xml:space="preserve">تمہارے پاس اس جھوٹ كو ثابت كرنے كى بجز چند اوہام وخرافات كے اور كيا دليل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عنكبوت آيت </w:t>
      </w:r>
      <w:r w:rsidR="00E664BB">
        <w:rPr>
          <w:rtl/>
        </w:rPr>
        <w:t>16</w:t>
      </w:r>
      <w:r>
        <w:rPr>
          <w:rtl/>
        </w:rPr>
        <w:t xml:space="preserve"> </w:t>
      </w:r>
    </w:p>
    <w:p w:rsidR="00DE2D7F" w:rsidRDefault="00DE2D7F" w:rsidP="00D07B54">
      <w:pPr>
        <w:pStyle w:val="libFootnote"/>
        <w:rPr>
          <w:rtl/>
        </w:rPr>
      </w:pPr>
      <w:r>
        <w:rPr>
          <w:rtl/>
        </w:rPr>
        <w:t>(</w:t>
      </w:r>
      <w:r w:rsidR="00E664BB">
        <w:rPr>
          <w:rtl/>
        </w:rPr>
        <w:t>2</w:t>
      </w:r>
      <w:r>
        <w:rPr>
          <w:rtl/>
        </w:rPr>
        <w:t xml:space="preserve">)سورہ عنكبوت آيت </w:t>
      </w:r>
      <w:r w:rsidR="00E664BB">
        <w:rPr>
          <w:rtl/>
        </w:rPr>
        <w:t>17</w:t>
      </w:r>
      <w:r>
        <w:rPr>
          <w:rtl/>
        </w:rPr>
        <w:t xml:space="preserve"> </w:t>
      </w:r>
    </w:p>
    <w:p w:rsidR="00DE2D7F" w:rsidRDefault="00DE2D7F" w:rsidP="00D07B54">
      <w:pPr>
        <w:pStyle w:val="libFootnote"/>
        <w:rPr>
          <w:rtl/>
        </w:rPr>
      </w:pPr>
      <w:r>
        <w:rPr>
          <w:rtl/>
        </w:rPr>
        <w:t>(</w:t>
      </w:r>
      <w:r w:rsidR="00E664BB">
        <w:rPr>
          <w:rtl/>
        </w:rPr>
        <w:t>3</w:t>
      </w:r>
      <w:r>
        <w:rPr>
          <w:rtl/>
        </w:rPr>
        <w:t xml:space="preserve">)سورہ عنكبوت آيت </w:t>
      </w:r>
      <w:r w:rsidR="00E664BB">
        <w:rPr>
          <w:rtl/>
        </w:rPr>
        <w:t>17</w:t>
      </w:r>
      <w:r>
        <w:rPr>
          <w:rtl/>
        </w:rPr>
        <w:t xml:space="preserve"> </w:t>
      </w:r>
    </w:p>
    <w:p w:rsidR="00C9753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كے بعد حضرت ابراہيم (ع) تيسرى دليل ديتے ہي</w:t>
      </w:r>
      <w:r w:rsidR="007D6C9B">
        <w:rPr>
          <w:rtl/>
        </w:rPr>
        <w:t xml:space="preserve">ں </w:t>
      </w:r>
      <w:r>
        <w:rPr>
          <w:rtl/>
        </w:rPr>
        <w:t>: اگر تم ان بتو</w:t>
      </w:r>
      <w:r w:rsidR="007D6C9B">
        <w:rPr>
          <w:rtl/>
        </w:rPr>
        <w:t xml:space="preserve">ں </w:t>
      </w:r>
      <w:r>
        <w:rPr>
          <w:rtl/>
        </w:rPr>
        <w:t>كو مادى منفعت كے لئے پوجتے ہو يا دوسرے جہان مي</w:t>
      </w:r>
      <w:r w:rsidR="007D6C9B">
        <w:rPr>
          <w:rtl/>
        </w:rPr>
        <w:t xml:space="preserve">ں </w:t>
      </w:r>
      <w:r>
        <w:rPr>
          <w:rtl/>
        </w:rPr>
        <w:t>فائدے كے لئے، دونو</w:t>
      </w:r>
      <w:r w:rsidR="007D6C9B">
        <w:rPr>
          <w:rtl/>
        </w:rPr>
        <w:t xml:space="preserve">ں </w:t>
      </w:r>
      <w:r>
        <w:rPr>
          <w:rtl/>
        </w:rPr>
        <w:t>صورتو</w:t>
      </w:r>
      <w:r w:rsidR="007D6C9B">
        <w:rPr>
          <w:rtl/>
        </w:rPr>
        <w:t xml:space="preserve">ں </w:t>
      </w:r>
      <w:r>
        <w:rPr>
          <w:rtl/>
        </w:rPr>
        <w:t>مي</w:t>
      </w:r>
      <w:r w:rsidR="007D6C9B">
        <w:rPr>
          <w:rtl/>
        </w:rPr>
        <w:t xml:space="preserve">ں </w:t>
      </w:r>
      <w:r>
        <w:rPr>
          <w:rtl/>
        </w:rPr>
        <w:t>تمہارا يہ خيال باطل ہے ''كيونكہ تم خدا كے علاوہ جن كى پرستش كرتے ہو وہ تمہي</w:t>
      </w:r>
      <w:r w:rsidR="007D6C9B">
        <w:rPr>
          <w:rtl/>
        </w:rPr>
        <w:t xml:space="preserve">ں </w:t>
      </w:r>
      <w:r>
        <w:rPr>
          <w:rtl/>
        </w:rPr>
        <w:t>رزق اور روزى نہي</w:t>
      </w:r>
      <w:r w:rsidR="007D6C9B">
        <w:rPr>
          <w:rtl/>
        </w:rPr>
        <w:t xml:space="preserve">ں </w:t>
      </w:r>
      <w:r>
        <w:rPr>
          <w:rtl/>
        </w:rPr>
        <w:t>دے سكتے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تم خود اقرار كرتے ہو كہ يہ بت خالق نہي</w:t>
      </w:r>
      <w:r w:rsidR="007D6C9B">
        <w:rPr>
          <w:rtl/>
        </w:rPr>
        <w:t xml:space="preserve">ں </w:t>
      </w:r>
      <w:r>
        <w:rPr>
          <w:rtl/>
        </w:rPr>
        <w:t>ہي</w:t>
      </w:r>
      <w:r w:rsidR="007D6C9B">
        <w:rPr>
          <w:rtl/>
        </w:rPr>
        <w:t xml:space="preserve">ں </w:t>
      </w:r>
      <w:r>
        <w:rPr>
          <w:rtl/>
        </w:rPr>
        <w:t>بلكہ خالق حقيقى خدا ہے اس بناء پرروزى دينے والا بھى وہى ہے ''لہذا تم روزى خدا سے طلب كرو''_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اور چونكہ روزى دينے والاو ہى ہے '' لہذا اسى كى عبادت كرو اور اس كا شكربجالائو''_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اس مفہوم كا ايك پہلو يہ بھى ہے منعم حقيقى كے حضور مي</w:t>
      </w:r>
      <w:r w:rsidR="007D6C9B">
        <w:rPr>
          <w:rtl/>
        </w:rPr>
        <w:t xml:space="preserve">ں </w:t>
      </w:r>
      <w:r>
        <w:rPr>
          <w:rtl/>
        </w:rPr>
        <w:t xml:space="preserve">''حس شگر گزاراى '' سے بھى عبادت كى تحريك ہوتى ہے _ تم جانتے ہو كہ منعم حقيقى خدا ہى ہے پس شكر اورعبادت بھى اسى كى ذات كے لئے مخصوص ہے _ </w:t>
      </w:r>
    </w:p>
    <w:p w:rsidR="00DE2D7F" w:rsidRDefault="00DE2D7F" w:rsidP="00D07B54">
      <w:pPr>
        <w:pStyle w:val="libNormal"/>
        <w:rPr>
          <w:rtl/>
        </w:rPr>
      </w:pPr>
      <w:r>
        <w:rPr>
          <w:rtl/>
        </w:rPr>
        <w:t>''نيز اگر تم آخرت كى زندگى كے خواستگار ہو تو سمجھ لو كہ ہم سب كى باز گشت اسى طرف ہے ''نہ كہ بتو</w:t>
      </w:r>
      <w:r w:rsidR="007D6C9B">
        <w:rPr>
          <w:rtl/>
        </w:rPr>
        <w:t xml:space="preserve">ں </w:t>
      </w:r>
      <w:r>
        <w:rPr>
          <w:rtl/>
        </w:rPr>
        <w:t>كى طرف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اس كے بعد حضرت ابراہيم (ع) تہديد كے طور پر ان مشركين كى سركشى سے بے اعتنائي كا اظہار كرتے ہوئے فرماتے ہي</w:t>
      </w:r>
      <w:r w:rsidR="007D6C9B">
        <w:rPr>
          <w:rtl/>
        </w:rPr>
        <w:t xml:space="preserve">ں </w:t>
      </w:r>
      <w:r>
        <w:rPr>
          <w:rtl/>
        </w:rPr>
        <w:t>:'' اگر تم ميرے پيام كى تكذيب كرتے ہو تويہ كوئي نئي بات نہي</w:t>
      </w:r>
      <w:r w:rsidR="007D6C9B">
        <w:rPr>
          <w:rtl/>
        </w:rPr>
        <w:t xml:space="preserve">ں </w:t>
      </w:r>
      <w:r>
        <w:rPr>
          <w:rtl/>
        </w:rPr>
        <w:t>ہے،تم سے پہلے جو امتي</w:t>
      </w:r>
      <w:r w:rsidR="007D6C9B">
        <w:rPr>
          <w:rtl/>
        </w:rPr>
        <w:t xml:space="preserve">ں </w:t>
      </w:r>
      <w:r>
        <w:rPr>
          <w:rtl/>
        </w:rPr>
        <w:t>گزر چكى ہي</w:t>
      </w:r>
      <w:r w:rsidR="007D6C9B">
        <w:rPr>
          <w:rtl/>
        </w:rPr>
        <w:t xml:space="preserve">ں </w:t>
      </w:r>
      <w:r>
        <w:rPr>
          <w:rtl/>
        </w:rPr>
        <w:t>انھو</w:t>
      </w:r>
      <w:r w:rsidR="007D6C9B">
        <w:rPr>
          <w:rtl/>
        </w:rPr>
        <w:t xml:space="preserve">ں </w:t>
      </w:r>
      <w:r>
        <w:rPr>
          <w:rtl/>
        </w:rPr>
        <w:t>نے بھى اس طرح اپنے پيغمبرو</w:t>
      </w:r>
      <w:r w:rsidR="007D6C9B">
        <w:rPr>
          <w:rtl/>
        </w:rPr>
        <w:t xml:space="preserve">ں </w:t>
      </w:r>
      <w:r>
        <w:rPr>
          <w:rtl/>
        </w:rPr>
        <w:t>كى تكذيب كى ہے اور آخركار ان كا انجام بڑا دردناك ہوا''_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DE2D7F" w:rsidP="00D07B54">
      <w:pPr>
        <w:pStyle w:val="libNormal"/>
        <w:rPr>
          <w:rtl/>
        </w:rPr>
      </w:pPr>
      <w:r>
        <w:rPr>
          <w:rtl/>
        </w:rPr>
        <w:t>''رسول اور فرستادئہ خدا كا فرض واضح ابلاغ كے علاوہ اور كچھ نہي</w:t>
      </w:r>
      <w:r w:rsidR="007D6C9B">
        <w:rPr>
          <w:rtl/>
        </w:rPr>
        <w:t xml:space="preserve">ں </w:t>
      </w:r>
      <w:r>
        <w:rPr>
          <w:rtl/>
        </w:rPr>
        <w:t>''_</w:t>
      </w:r>
      <w:r w:rsidRPr="00AD1EF3">
        <w:rPr>
          <w:rStyle w:val="libFootnotenumChar"/>
          <w:rtl/>
        </w:rPr>
        <w:t>(</w:t>
      </w:r>
      <w:r w:rsidR="00E664BB" w:rsidRPr="00AD1EF3">
        <w:rPr>
          <w:rStyle w:val="libFootnotenumChar"/>
          <w:rtl/>
        </w:rPr>
        <w:t>6</w:t>
      </w:r>
      <w:r w:rsidRPr="00AD1EF3">
        <w:rPr>
          <w:rStyle w:val="libFootnotenumChar"/>
          <w:rtl/>
        </w:rPr>
        <w:t>)</w:t>
      </w:r>
      <w:r>
        <w:rPr>
          <w:rtl/>
        </w:rPr>
        <w:t xml:space="preserve"> </w:t>
      </w:r>
    </w:p>
    <w:p w:rsidR="00DE2D7F" w:rsidRDefault="00DE2D7F" w:rsidP="00D07B54">
      <w:pPr>
        <w:pStyle w:val="libNormal"/>
        <w:rPr>
          <w:rtl/>
        </w:rPr>
      </w:pPr>
      <w:r>
        <w:rPr>
          <w:rtl/>
        </w:rPr>
        <w:t>خواہ لوگ اسے قبول كري</w:t>
      </w:r>
      <w:r w:rsidR="007D6C9B">
        <w:rPr>
          <w:rtl/>
        </w:rPr>
        <w:t xml:space="preserve">ں </w:t>
      </w:r>
      <w:r>
        <w:rPr>
          <w:rtl/>
        </w:rPr>
        <w:t>يا نہ كري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عنكبوت آيت</w:t>
      </w:r>
      <w:r w:rsidR="00E664BB">
        <w:rPr>
          <w:rtl/>
        </w:rPr>
        <w:t>17</w:t>
      </w:r>
      <w:r>
        <w:rPr>
          <w:rtl/>
        </w:rPr>
        <w:t xml:space="preserve"> </w:t>
      </w:r>
    </w:p>
    <w:p w:rsidR="00DE2D7F" w:rsidRDefault="00DE2D7F" w:rsidP="00D07B54">
      <w:pPr>
        <w:pStyle w:val="libFootnote"/>
        <w:rPr>
          <w:rtl/>
        </w:rPr>
      </w:pPr>
      <w:r>
        <w:rPr>
          <w:rtl/>
        </w:rPr>
        <w:t>(</w:t>
      </w:r>
      <w:r w:rsidR="00E664BB">
        <w:rPr>
          <w:rtl/>
        </w:rPr>
        <w:t>2</w:t>
      </w:r>
      <w:r>
        <w:rPr>
          <w:rtl/>
        </w:rPr>
        <w:t xml:space="preserve">) سورہ عنكبوت آيت </w:t>
      </w:r>
      <w:r w:rsidR="00E664BB">
        <w:rPr>
          <w:rtl/>
        </w:rPr>
        <w:t>17</w:t>
      </w:r>
      <w:r>
        <w:rPr>
          <w:rtl/>
        </w:rPr>
        <w:t xml:space="preserve"> </w:t>
      </w:r>
    </w:p>
    <w:p w:rsidR="00DE2D7F" w:rsidRDefault="00DE2D7F" w:rsidP="00D07B54">
      <w:pPr>
        <w:pStyle w:val="libFootnote"/>
        <w:rPr>
          <w:rtl/>
        </w:rPr>
      </w:pPr>
      <w:r>
        <w:rPr>
          <w:rtl/>
        </w:rPr>
        <w:t>(</w:t>
      </w:r>
      <w:r w:rsidR="00E664BB">
        <w:rPr>
          <w:rtl/>
        </w:rPr>
        <w:t>3</w:t>
      </w:r>
      <w:r>
        <w:rPr>
          <w:rtl/>
        </w:rPr>
        <w:t>)سورہ عنكبوت آيت</w:t>
      </w:r>
      <w:r w:rsidR="00E664BB">
        <w:rPr>
          <w:rtl/>
        </w:rPr>
        <w:t>17</w:t>
      </w:r>
      <w:r>
        <w:rPr>
          <w:rtl/>
        </w:rPr>
        <w:t xml:space="preserve"> </w:t>
      </w:r>
    </w:p>
    <w:p w:rsidR="00DE2D7F" w:rsidRDefault="00DE2D7F" w:rsidP="00D07B54">
      <w:pPr>
        <w:pStyle w:val="libFootnote"/>
        <w:rPr>
          <w:rtl/>
        </w:rPr>
      </w:pPr>
      <w:r>
        <w:rPr>
          <w:rtl/>
        </w:rPr>
        <w:t>(</w:t>
      </w:r>
      <w:r w:rsidR="00E664BB">
        <w:rPr>
          <w:rtl/>
        </w:rPr>
        <w:t>4</w:t>
      </w:r>
      <w:r>
        <w:rPr>
          <w:rtl/>
        </w:rPr>
        <w:t>)سورہ عنكبوت آيت</w:t>
      </w:r>
      <w:r w:rsidR="00E664BB">
        <w:rPr>
          <w:rtl/>
        </w:rPr>
        <w:t>17</w:t>
      </w:r>
      <w:r>
        <w:rPr>
          <w:rtl/>
        </w:rPr>
        <w:t xml:space="preserve"> </w:t>
      </w:r>
    </w:p>
    <w:p w:rsidR="00DE2D7F" w:rsidRDefault="00DE2D7F" w:rsidP="00D07B54">
      <w:pPr>
        <w:pStyle w:val="libFootnote"/>
        <w:rPr>
          <w:rtl/>
        </w:rPr>
      </w:pPr>
      <w:r>
        <w:rPr>
          <w:rtl/>
        </w:rPr>
        <w:t>(</w:t>
      </w:r>
      <w:r w:rsidR="00E664BB">
        <w:rPr>
          <w:rtl/>
        </w:rPr>
        <w:t>5</w:t>
      </w:r>
      <w:r>
        <w:rPr>
          <w:rtl/>
        </w:rPr>
        <w:t>) سورہ عنكبوت آيت</w:t>
      </w:r>
      <w:r w:rsidR="00E664BB">
        <w:rPr>
          <w:rtl/>
        </w:rPr>
        <w:t>17</w:t>
      </w:r>
      <w:r>
        <w:rPr>
          <w:rtl/>
        </w:rPr>
        <w:t xml:space="preserve"> </w:t>
      </w:r>
    </w:p>
    <w:p w:rsidR="00DE2D7F" w:rsidRDefault="00DE2D7F" w:rsidP="00D07B54">
      <w:pPr>
        <w:pStyle w:val="libFootnote"/>
        <w:rPr>
          <w:rtl/>
        </w:rPr>
      </w:pPr>
      <w:r>
        <w:rPr>
          <w:rtl/>
        </w:rPr>
        <w:t>(</w:t>
      </w:r>
      <w:r w:rsidR="00E664BB">
        <w:rPr>
          <w:rtl/>
        </w:rPr>
        <w:t>6</w:t>
      </w:r>
      <w:r>
        <w:rPr>
          <w:rtl/>
        </w:rPr>
        <w:t xml:space="preserve">)سورہ عنكبوت آيت </w:t>
      </w:r>
      <w:r w:rsidR="00E664BB">
        <w:rPr>
          <w:rtl/>
        </w:rPr>
        <w:t>18</w:t>
      </w:r>
      <w:r>
        <w:rPr>
          <w:rtl/>
        </w:rPr>
        <w:t xml:space="preserve"> </w:t>
      </w:r>
    </w:p>
    <w:p w:rsidR="00C9753D"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ہمارے بڑے بھى بتو</w:t>
      </w:r>
      <w:r w:rsidR="007D6C9B">
        <w:rPr>
          <w:rtl/>
        </w:rPr>
        <w:t xml:space="preserve">ں </w:t>
      </w:r>
      <w:r>
        <w:rPr>
          <w:rtl/>
        </w:rPr>
        <w:t>كى پوجا كرتے تھے ابراہيم عليہ السلام كے جواب مي</w:t>
      </w:r>
      <w:r w:rsidR="007D6C9B">
        <w:rPr>
          <w:rtl/>
        </w:rPr>
        <w:t xml:space="preserve">ں </w:t>
      </w:r>
      <w:r>
        <w:rPr>
          <w:rtl/>
        </w:rPr>
        <w:t>انھو</w:t>
      </w:r>
      <w:r w:rsidR="007D6C9B">
        <w:rPr>
          <w:rtl/>
        </w:rPr>
        <w:t xml:space="preserve">ں </w:t>
      </w:r>
      <w:r>
        <w:rPr>
          <w:rtl/>
        </w:rPr>
        <w:t>نے كہا : ''ہم بتو</w:t>
      </w:r>
      <w:r w:rsidR="007D6C9B">
        <w:rPr>
          <w:rtl/>
        </w:rPr>
        <w:t xml:space="preserve">ں </w:t>
      </w:r>
      <w:r>
        <w:rPr>
          <w:rtl/>
        </w:rPr>
        <w:t>كى عبادت كرتے ہي</w:t>
      </w:r>
      <w:r w:rsidR="007D6C9B">
        <w:rPr>
          <w:rtl/>
        </w:rPr>
        <w:t xml:space="preserve">ں </w:t>
      </w:r>
      <w:r>
        <w:rPr>
          <w:rtl/>
        </w:rPr>
        <w:t>اور سارادن ان پر توجہ ركھتے ہي</w:t>
      </w:r>
      <w:r w:rsidR="007D6C9B">
        <w:rPr>
          <w:rtl/>
        </w:rPr>
        <w:t xml:space="preserve">ں </w:t>
      </w:r>
      <w:r>
        <w:rPr>
          <w:rtl/>
        </w:rPr>
        <w:t>اور نہايت ہى ادب اور احترام كے ساتھ ان كى عبادت مي</w:t>
      </w:r>
      <w:r w:rsidR="007D6C9B">
        <w:rPr>
          <w:rtl/>
        </w:rPr>
        <w:t xml:space="preserve">ں </w:t>
      </w:r>
      <w:r>
        <w:rPr>
          <w:rtl/>
        </w:rPr>
        <w:t>لگے رہتے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تعبير سے ظاہر ہوتا ہے كہ وہ نہ فقط اپنے اس عمل پر شرمندہ نہي</w:t>
      </w:r>
      <w:r w:rsidR="007D6C9B">
        <w:rPr>
          <w:rtl/>
        </w:rPr>
        <w:t xml:space="preserve">ں </w:t>
      </w:r>
      <w:r>
        <w:rPr>
          <w:rtl/>
        </w:rPr>
        <w:t>تھے بلكہ اس پر فخرو مباہات بھى كيا كرتے تھے كيونكہ (''ہم بتو</w:t>
      </w:r>
      <w:r w:rsidR="007D6C9B">
        <w:rPr>
          <w:rtl/>
        </w:rPr>
        <w:t xml:space="preserve">ں </w:t>
      </w:r>
      <w:r>
        <w:rPr>
          <w:rtl/>
        </w:rPr>
        <w:t>كى عبادت وپرستش كرتے ہي</w:t>
      </w:r>
      <w:r w:rsidR="007D6C9B">
        <w:rPr>
          <w:rtl/>
        </w:rPr>
        <w:t xml:space="preserve">ں </w:t>
      </w:r>
      <w:r>
        <w:rPr>
          <w:rtl/>
        </w:rPr>
        <w:t>'' )كا جملہ ان كے مقصود اور مدعا كے بيان كے لئے كافى تھا،ساتھ ہى انھو</w:t>
      </w:r>
      <w:r w:rsidR="007D6C9B">
        <w:rPr>
          <w:rtl/>
        </w:rPr>
        <w:t xml:space="preserve">ں </w:t>
      </w:r>
      <w:r>
        <w:rPr>
          <w:rtl/>
        </w:rPr>
        <w:t>نے يہ بھى كہا''ہم سارا سارادن ان كے آستان پر جبہ سائي كرتے رہتے ہي</w:t>
      </w:r>
      <w:r w:rsidR="007D6C9B">
        <w:rPr>
          <w:rtl/>
        </w:rPr>
        <w:t xml:space="preserve">ں </w:t>
      </w:r>
      <w:r>
        <w:rPr>
          <w:rtl/>
        </w:rPr>
        <w:t xml:space="preserve">''_ </w:t>
      </w:r>
    </w:p>
    <w:p w:rsidR="00DE2D7F" w:rsidRDefault="00DE2D7F" w:rsidP="00D07B54">
      <w:pPr>
        <w:pStyle w:val="libNormal"/>
        <w:rPr>
          <w:rtl/>
        </w:rPr>
      </w:pPr>
      <w:r>
        <w:rPr>
          <w:rtl/>
        </w:rPr>
        <w:t>بہرحال ابراہيم (ع) عليہ السلام نے ان كى يہ باتي</w:t>
      </w:r>
      <w:r w:rsidR="007D6C9B">
        <w:rPr>
          <w:rtl/>
        </w:rPr>
        <w:t xml:space="preserve">ں </w:t>
      </w:r>
      <w:r>
        <w:rPr>
          <w:rtl/>
        </w:rPr>
        <w:t>سن كران پر اعتراضات كى بوچھاركردى اور دوزبردست منطقى اور معتدل جملو</w:t>
      </w:r>
      <w:r w:rsidR="007D6C9B">
        <w:rPr>
          <w:rtl/>
        </w:rPr>
        <w:t xml:space="preserve">ں </w:t>
      </w:r>
      <w:r>
        <w:rPr>
          <w:rtl/>
        </w:rPr>
        <w:t>كے ذريعہ انھي</w:t>
      </w:r>
      <w:r w:rsidR="007D6C9B">
        <w:rPr>
          <w:rtl/>
        </w:rPr>
        <w:t xml:space="preserve">ں </w:t>
      </w:r>
      <w:r>
        <w:rPr>
          <w:rtl/>
        </w:rPr>
        <w:t>ايسى جگہ لاكھڑا كيا جہا</w:t>
      </w:r>
      <w:r w:rsidR="007D6C9B">
        <w:rPr>
          <w:rtl/>
        </w:rPr>
        <w:t xml:space="preserve">ں </w:t>
      </w:r>
      <w:r>
        <w:rPr>
          <w:rtl/>
        </w:rPr>
        <w:t>'' نہ پائے رفتن نہ جائے ماندن ''كے مصداق ان سے كوئي جواب نہي</w:t>
      </w:r>
      <w:r w:rsidR="007D6C9B">
        <w:rPr>
          <w:rtl/>
        </w:rPr>
        <w:t xml:space="preserve">ں </w:t>
      </w:r>
      <w:r>
        <w:rPr>
          <w:rtl/>
        </w:rPr>
        <w:t>بن پڑتا تھا آپ نے ان سے فرمايا :''جب تم ان كو پكارتے ہوتو كيا وہ تمہارى فرياد سنتے بھى ہي</w:t>
      </w:r>
      <w:r w:rsidR="007D6C9B">
        <w:rPr>
          <w:rtl/>
        </w:rPr>
        <w:t xml:space="preserve">ں </w:t>
      </w:r>
      <w:r>
        <w:rPr>
          <w:rtl/>
        </w:rPr>
        <w:t>؟''،''ياكيا وہ تمہي</w:t>
      </w:r>
      <w:r w:rsidR="007D6C9B">
        <w:rPr>
          <w:rtl/>
        </w:rPr>
        <w:t xml:space="preserve">ں </w:t>
      </w:r>
      <w:r>
        <w:rPr>
          <w:rtl/>
        </w:rPr>
        <w:t>كوئي نفع يانقصان پہنچاسكتے ہي</w:t>
      </w:r>
      <w:r w:rsidR="007D6C9B">
        <w:rPr>
          <w:rtl/>
        </w:rPr>
        <w:t xml:space="preserve">ں </w:t>
      </w:r>
      <w:r>
        <w:rPr>
          <w:rtl/>
        </w:rPr>
        <w:t xml:space="preserve">''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ليكن متعصب لوگ بجائے اس كے كہ اس منطقى سوال كا كوئي ٹھوس جواب ديتے وہى پرانا اور بار بار كا دہرايا ہوا جواب پيش كرتے ہي</w:t>
      </w:r>
      <w:r w:rsidR="007D6C9B">
        <w:rPr>
          <w:rtl/>
        </w:rPr>
        <w:t xml:space="preserve">ں </w:t>
      </w:r>
      <w:r>
        <w:rPr>
          <w:rtl/>
        </w:rPr>
        <w:t>:''انھو</w:t>
      </w:r>
      <w:r w:rsidR="007D6C9B">
        <w:rPr>
          <w:rtl/>
        </w:rPr>
        <w:t xml:space="preserve">ں </w:t>
      </w:r>
      <w:r>
        <w:rPr>
          <w:rtl/>
        </w:rPr>
        <w:t>نے كہا ايسى كوئي بات نہي</w:t>
      </w:r>
      <w:r w:rsidR="007D6C9B">
        <w:rPr>
          <w:rtl/>
        </w:rPr>
        <w:t xml:space="preserve">ں </w:t>
      </w:r>
      <w:r>
        <w:rPr>
          <w:rtl/>
        </w:rPr>
        <w:t>سب سے اہم بات يہ ہے كہ ہم نے اپنے بزرگو</w:t>
      </w:r>
      <w:r w:rsidR="007D6C9B">
        <w:rPr>
          <w:rtl/>
        </w:rPr>
        <w:t xml:space="preserve">ں </w:t>
      </w:r>
      <w:r>
        <w:rPr>
          <w:rtl/>
        </w:rPr>
        <w:t>كو ايساكرتے ديكھا ہے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ان كا يہ جواب اپنے جاہل اور نادان بزرگو</w:t>
      </w:r>
      <w:r w:rsidR="007D6C9B">
        <w:rPr>
          <w:rtl/>
        </w:rPr>
        <w:t xml:space="preserve">ں </w:t>
      </w:r>
      <w:r>
        <w:rPr>
          <w:rtl/>
        </w:rPr>
        <w:t>كى اندھى تقليد كو بيان كررہا ہے وہ جوجواب ابراہيم(ع) كو دے سكتے تھے يہى تھا اور بس يہ ايسا جواب جس كے بطلان كى دليل خود اسى مي</w:t>
      </w:r>
      <w:r w:rsidR="007D6C9B">
        <w:rPr>
          <w:rtl/>
        </w:rPr>
        <w:t xml:space="preserve">ں </w:t>
      </w:r>
      <w:r>
        <w:rPr>
          <w:rtl/>
        </w:rPr>
        <w:t>موجود ہے اور كوئي بھى عقل مند انسان اپنے آپ كو اس بات كى اجازت نہي</w:t>
      </w:r>
      <w:r w:rsidR="007D6C9B">
        <w:rPr>
          <w:rtl/>
        </w:rPr>
        <w:t xml:space="preserve">ں </w:t>
      </w:r>
      <w:r>
        <w:rPr>
          <w:rtl/>
        </w:rPr>
        <w:t>دے سكتا كہ وہ آنكھي</w:t>
      </w:r>
      <w:r w:rsidR="007D6C9B">
        <w:rPr>
          <w:rtl/>
        </w:rPr>
        <w:t xml:space="preserve">ں </w:t>
      </w:r>
      <w:r>
        <w:rPr>
          <w:rtl/>
        </w:rPr>
        <w:t>بند كركے دوسرو</w:t>
      </w:r>
      <w:r w:rsidR="007D6C9B">
        <w:rPr>
          <w:rtl/>
        </w:rPr>
        <w:t xml:space="preserve">ں </w:t>
      </w:r>
      <w:r>
        <w:rPr>
          <w:rtl/>
        </w:rPr>
        <w:t>كے پيچھے لگ جائے، خاص كر جبكہ آنے والے لوگو</w:t>
      </w:r>
      <w:r w:rsidR="007D6C9B">
        <w:rPr>
          <w:rtl/>
        </w:rPr>
        <w:t xml:space="preserve">ں </w:t>
      </w:r>
      <w:r>
        <w:rPr>
          <w:rtl/>
        </w:rPr>
        <w:t>كے تجربے گزشتہ لوگو</w:t>
      </w:r>
      <w:r w:rsidR="007D6C9B">
        <w:rPr>
          <w:rtl/>
        </w:rPr>
        <w:t xml:space="preserve">ں </w:t>
      </w:r>
      <w:r>
        <w:rPr>
          <w:rtl/>
        </w:rPr>
        <w:t>سے كہي</w:t>
      </w:r>
      <w:r w:rsidR="007D6C9B">
        <w:rPr>
          <w:rtl/>
        </w:rPr>
        <w:t xml:space="preserve">ں </w:t>
      </w:r>
      <w:r>
        <w:rPr>
          <w:rtl/>
        </w:rPr>
        <w:t>زيادہ ہوتے ہي</w:t>
      </w:r>
      <w:r w:rsidR="007D6C9B">
        <w:rPr>
          <w:rtl/>
        </w:rPr>
        <w:t xml:space="preserve">ں </w:t>
      </w:r>
      <w:r>
        <w:rPr>
          <w:rtl/>
        </w:rPr>
        <w:t xml:space="preserve">اور ان كى اندھى تقليد كا نہ تو كوئي جوازرہتا ہے اور نہ ہى كوئي دليل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71</w:t>
      </w:r>
      <w:r>
        <w:rPr>
          <w:rtl/>
        </w:rPr>
        <w:t xml:space="preserve"> </w:t>
      </w:r>
    </w:p>
    <w:p w:rsidR="00DE2D7F" w:rsidRDefault="00DE2D7F" w:rsidP="00D07B54">
      <w:pPr>
        <w:pStyle w:val="libFootnote"/>
        <w:rPr>
          <w:rtl/>
        </w:rPr>
      </w:pPr>
      <w:r>
        <w:rPr>
          <w:rtl/>
        </w:rPr>
        <w:t>(</w:t>
      </w:r>
      <w:r w:rsidR="00E664BB">
        <w:rPr>
          <w:rtl/>
        </w:rPr>
        <w:t>2</w:t>
      </w:r>
      <w:r>
        <w:rPr>
          <w:rtl/>
        </w:rPr>
        <w:t xml:space="preserve">) سورہ شعراء آيات </w:t>
      </w:r>
      <w:r w:rsidR="00E664BB">
        <w:rPr>
          <w:rtl/>
        </w:rPr>
        <w:t>72073</w:t>
      </w:r>
      <w:r>
        <w:rPr>
          <w:rtl/>
        </w:rPr>
        <w:t xml:space="preserve"> </w:t>
      </w:r>
    </w:p>
    <w:p w:rsidR="00DE2D7F" w:rsidRDefault="00DE2D7F" w:rsidP="00D07B54">
      <w:pPr>
        <w:pStyle w:val="libFootnote"/>
        <w:rPr>
          <w:rtl/>
        </w:rPr>
      </w:pPr>
      <w:r>
        <w:rPr>
          <w:rtl/>
        </w:rPr>
        <w:t>(</w:t>
      </w:r>
      <w:r w:rsidR="00E664BB">
        <w:rPr>
          <w:rtl/>
        </w:rPr>
        <w:t>3</w:t>
      </w:r>
      <w:r>
        <w:rPr>
          <w:rtl/>
        </w:rPr>
        <w:t xml:space="preserve">) سورہ شعراء آيت </w:t>
      </w:r>
      <w:r w:rsidR="00E664BB">
        <w:rPr>
          <w:rtl/>
        </w:rPr>
        <w:t>74</w:t>
      </w:r>
      <w:r>
        <w:rPr>
          <w:rtl/>
        </w:rPr>
        <w:t xml:space="preserve"> </w:t>
      </w:r>
    </w:p>
    <w:p w:rsidR="00C9753D" w:rsidRDefault="001648F9" w:rsidP="00D07B54">
      <w:pPr>
        <w:pStyle w:val="libNormal"/>
        <w:rPr>
          <w:rtl/>
        </w:rPr>
      </w:pPr>
      <w:r>
        <w:rPr>
          <w:rtl/>
        </w:rPr>
        <w:t xml:space="preserve"> </w:t>
      </w:r>
      <w:r>
        <w:rPr>
          <w:rtl/>
        </w:rPr>
        <w:br w:type="page"/>
      </w:r>
    </w:p>
    <w:p w:rsidR="00C9753D" w:rsidRDefault="00C9753D" w:rsidP="00D07B54">
      <w:pPr>
        <w:pStyle w:val="libNormal"/>
        <w:rPr>
          <w:rtl/>
        </w:rPr>
      </w:pPr>
    </w:p>
    <w:p w:rsidR="00C9753D" w:rsidRDefault="00DE2D7F" w:rsidP="00D07B54">
      <w:pPr>
        <w:pStyle w:val="Heading2Center"/>
        <w:rPr>
          <w:rtl/>
        </w:rPr>
      </w:pPr>
      <w:bookmarkStart w:id="82" w:name="_Toc7268479"/>
      <w:r>
        <w:rPr>
          <w:rtl/>
        </w:rPr>
        <w:t>ابراہيم عليہ السلام كى بت شكنى كا زبردست منظر</w:t>
      </w:r>
      <w:bookmarkEnd w:id="82"/>
      <w:r>
        <w:rPr>
          <w:rtl/>
        </w:rPr>
        <w:t xml:space="preserve"> </w:t>
      </w:r>
    </w:p>
    <w:p w:rsidR="00DE2D7F" w:rsidRDefault="00DE2D7F" w:rsidP="00D07B54">
      <w:pPr>
        <w:pStyle w:val="libNormal"/>
        <w:rPr>
          <w:rtl/>
        </w:rPr>
      </w:pPr>
      <w:r>
        <w:rPr>
          <w:rtl/>
        </w:rPr>
        <w:t>يہا</w:t>
      </w:r>
      <w:r w:rsidR="007D6C9B">
        <w:rPr>
          <w:rtl/>
        </w:rPr>
        <w:t xml:space="preserve">ں </w:t>
      </w:r>
      <w:r>
        <w:rPr>
          <w:rtl/>
        </w:rPr>
        <w:t>پر پہلے حضرت ابراہيم (ع) كى بت شكنى كے واقعہ اور ان سے بت پرستو</w:t>
      </w:r>
      <w:r w:rsidR="007D6C9B">
        <w:rPr>
          <w:rtl/>
        </w:rPr>
        <w:t xml:space="preserve">ں </w:t>
      </w:r>
      <w:r>
        <w:rPr>
          <w:rtl/>
        </w:rPr>
        <w:t>كى شديد مڈھ بھيڑكے بارے مي</w:t>
      </w:r>
      <w:r w:rsidR="007D6C9B">
        <w:rPr>
          <w:rtl/>
        </w:rPr>
        <w:t xml:space="preserve">ں </w:t>
      </w:r>
      <w:r>
        <w:rPr>
          <w:rtl/>
        </w:rPr>
        <w:t>گفتگوكى گئي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حضرت ابراہيم عليہ السلام نے اس بات كو ثابت كرنے كے لئے كہ يہ بات سوفى صد صحيح اور محكم ہے اور وہ اس عقيدہ پر ہر مقام تك قائم ہي</w:t>
      </w:r>
      <w:r w:rsidR="007D6C9B">
        <w:rPr>
          <w:rtl/>
        </w:rPr>
        <w:t xml:space="preserve">ں </w:t>
      </w:r>
      <w:r>
        <w:rPr>
          <w:rtl/>
        </w:rPr>
        <w:t>اور اس كے نتائج و لوازم كو جو كچھ بھى ہو</w:t>
      </w:r>
      <w:r w:rsidR="007D6C9B">
        <w:rPr>
          <w:rtl/>
        </w:rPr>
        <w:t xml:space="preserve">ں </w:t>
      </w:r>
      <w:r>
        <w:rPr>
          <w:rtl/>
        </w:rPr>
        <w:t>انھي</w:t>
      </w:r>
      <w:r w:rsidR="007D6C9B">
        <w:rPr>
          <w:rtl/>
        </w:rPr>
        <w:t xml:space="preserve">ں </w:t>
      </w:r>
      <w:r>
        <w:rPr>
          <w:rtl/>
        </w:rPr>
        <w:t>جان و دل سے قبول كرنے كے لئے تيار ہي</w:t>
      </w:r>
      <w:r w:rsidR="007D6C9B">
        <w:rPr>
          <w:rtl/>
        </w:rPr>
        <w:t xml:space="preserve">ں </w:t>
      </w:r>
      <w:r>
        <w:rPr>
          <w:rtl/>
        </w:rPr>
        <w:t>، مزيد كہتے ہي</w:t>
      </w:r>
      <w:r w:rsidR="007D6C9B">
        <w:rPr>
          <w:rtl/>
        </w:rPr>
        <w:t xml:space="preserve">ں </w:t>
      </w:r>
      <w:r>
        <w:rPr>
          <w:rtl/>
        </w:rPr>
        <w:t>: مجھے خدا كى قسم جس وقت تم يہا</w:t>
      </w:r>
      <w:r w:rsidR="007D6C9B">
        <w:rPr>
          <w:rtl/>
        </w:rPr>
        <w:t xml:space="preserve">ں </w:t>
      </w:r>
      <w:r>
        <w:rPr>
          <w:rtl/>
        </w:rPr>
        <w:t>پر موجود نہي</w:t>
      </w:r>
      <w:r w:rsidR="007D6C9B">
        <w:rPr>
          <w:rtl/>
        </w:rPr>
        <w:t xml:space="preserve">ں </w:t>
      </w:r>
      <w:r>
        <w:rPr>
          <w:rtl/>
        </w:rPr>
        <w:t>ہو</w:t>
      </w:r>
      <w:r w:rsidR="007D6C9B">
        <w:rPr>
          <w:rtl/>
        </w:rPr>
        <w:t xml:space="preserve">ں </w:t>
      </w:r>
      <w:r>
        <w:rPr>
          <w:rtl/>
        </w:rPr>
        <w:t>گے اور يہا</w:t>
      </w:r>
      <w:r w:rsidR="007D6C9B">
        <w:rPr>
          <w:rtl/>
        </w:rPr>
        <w:t xml:space="preserve">ں </w:t>
      </w:r>
      <w:r>
        <w:rPr>
          <w:rtl/>
        </w:rPr>
        <w:t>سے كہي</w:t>
      </w:r>
      <w:r w:rsidR="007D6C9B">
        <w:rPr>
          <w:rtl/>
        </w:rPr>
        <w:t xml:space="preserve">ں </w:t>
      </w:r>
      <w:r>
        <w:rPr>
          <w:rtl/>
        </w:rPr>
        <w:t>باہر جائوگے تو مي</w:t>
      </w:r>
      <w:r w:rsidR="007D6C9B">
        <w:rPr>
          <w:rtl/>
        </w:rPr>
        <w:t xml:space="preserve">ں </w:t>
      </w:r>
      <w:r>
        <w:rPr>
          <w:rtl/>
        </w:rPr>
        <w:t>تمہارے بتو</w:t>
      </w:r>
      <w:r w:rsidR="007D6C9B">
        <w:rPr>
          <w:rtl/>
        </w:rPr>
        <w:t xml:space="preserve">ں </w:t>
      </w:r>
      <w:r>
        <w:rPr>
          <w:rtl/>
        </w:rPr>
        <w:t>كو نابود كرنے كا منصوبہ بنائو</w:t>
      </w:r>
      <w:r w:rsidR="007D6C9B">
        <w:rPr>
          <w:rtl/>
        </w:rPr>
        <w:t xml:space="preserve">ں </w:t>
      </w:r>
      <w:r>
        <w:rPr>
          <w:rtl/>
        </w:rPr>
        <w:t>گا''_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ان كى مراد يہ تھى كہ انھي</w:t>
      </w:r>
      <w:r w:rsidR="007D6C9B">
        <w:rPr>
          <w:rtl/>
        </w:rPr>
        <w:t xml:space="preserve">ں </w:t>
      </w:r>
      <w:r>
        <w:rPr>
          <w:rtl/>
        </w:rPr>
        <w:t>صراحت كے ساتھ سمجھادي</w:t>
      </w:r>
      <w:r w:rsidR="007D6C9B">
        <w:rPr>
          <w:rtl/>
        </w:rPr>
        <w:t xml:space="preserve">ں </w:t>
      </w:r>
      <w:r>
        <w:rPr>
          <w:rtl/>
        </w:rPr>
        <w:t>كہ آخر كار مي</w:t>
      </w:r>
      <w:r w:rsidR="007D6C9B">
        <w:rPr>
          <w:rtl/>
        </w:rPr>
        <w:t xml:space="preserve">ں </w:t>
      </w:r>
      <w:r>
        <w:rPr>
          <w:rtl/>
        </w:rPr>
        <w:t>اسى موقع سے فائدہ اٹھاتے ہوئے انھي</w:t>
      </w:r>
      <w:r w:rsidR="007D6C9B">
        <w:rPr>
          <w:rtl/>
        </w:rPr>
        <w:t xml:space="preserve">ں </w:t>
      </w:r>
      <w:r>
        <w:rPr>
          <w:rtl/>
        </w:rPr>
        <w:t>نابود اور درہم و برہم كردو</w:t>
      </w:r>
      <w:r w:rsidR="007D6C9B">
        <w:rPr>
          <w:rtl/>
        </w:rPr>
        <w:t xml:space="preserve">ں </w:t>
      </w:r>
      <w:r>
        <w:rPr>
          <w:rtl/>
        </w:rPr>
        <w:t xml:space="preserve">گا_ </w:t>
      </w:r>
    </w:p>
    <w:p w:rsidR="00DE2D7F" w:rsidRDefault="00DE2D7F" w:rsidP="00D07B54">
      <w:pPr>
        <w:pStyle w:val="libNormal"/>
        <w:rPr>
          <w:rtl/>
        </w:rPr>
      </w:pPr>
      <w:r>
        <w:rPr>
          <w:rtl/>
        </w:rPr>
        <w:t>ليكن شايد ان كى نظر مي</w:t>
      </w:r>
      <w:r w:rsidR="007D6C9B">
        <w:rPr>
          <w:rtl/>
        </w:rPr>
        <w:t xml:space="preserve">ں </w:t>
      </w:r>
      <w:r>
        <w:rPr>
          <w:rtl/>
        </w:rPr>
        <w:t>بتو</w:t>
      </w:r>
      <w:r w:rsidR="007D6C9B">
        <w:rPr>
          <w:rtl/>
        </w:rPr>
        <w:t xml:space="preserve">ں </w:t>
      </w:r>
      <w:r>
        <w:rPr>
          <w:rtl/>
        </w:rPr>
        <w:t>كى عظمت اور رعب اس قدر تھا كہ انھو</w:t>
      </w:r>
      <w:r w:rsidR="007D6C9B">
        <w:rPr>
          <w:rtl/>
        </w:rPr>
        <w:t xml:space="preserve">ں </w:t>
      </w:r>
      <w:r>
        <w:rPr>
          <w:rtl/>
        </w:rPr>
        <w:t>نے اس كو كوئي سنجيدہ بات نہ سمجھا او ركوئي ردّ عمل ظاہر نہ كيا شايد انھو</w:t>
      </w:r>
      <w:r w:rsidR="007D6C9B">
        <w:rPr>
          <w:rtl/>
        </w:rPr>
        <w:t xml:space="preserve">ں </w:t>
      </w:r>
      <w:r>
        <w:rPr>
          <w:rtl/>
        </w:rPr>
        <w:t xml:space="preserve">نے يہ سوچا كہ كيا يہ ممكن ہے كہ كوئي شخص كسى قوم و ملّت كے مقدسات كے ساتھ ايسا كھيل كھيلے ، جبكہ ان كى حكومت بھى سو فى صد ان كى حامى ہے وہ كس طاقت كے بل بوتے پر ايسا كام كرے گا_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)قرآن مجيد مي</w:t>
      </w:r>
      <w:r w:rsidR="007D6C9B">
        <w:rPr>
          <w:rtl/>
        </w:rPr>
        <w:t xml:space="preserve">ں </w:t>
      </w:r>
      <w:r>
        <w:rPr>
          <w:rtl/>
        </w:rPr>
        <w:t>واقعہ ابراہيم كو قصہ كے ساتھ اس طرح سے منسلك كيا گيا ہے :'' اور ابراہيم ،نوح كے پيروكارو</w:t>
      </w:r>
      <w:r w:rsidR="007D6C9B">
        <w:rPr>
          <w:rtl/>
        </w:rPr>
        <w:t xml:space="preserve">ں </w:t>
      </w:r>
      <w:r>
        <w:rPr>
          <w:rtl/>
        </w:rPr>
        <w:t>مي</w:t>
      </w:r>
      <w:r w:rsidR="007D6C9B">
        <w:rPr>
          <w:rtl/>
        </w:rPr>
        <w:t xml:space="preserve">ں </w:t>
      </w:r>
      <w:r>
        <w:rPr>
          <w:rtl/>
        </w:rPr>
        <w:t xml:space="preserve">سے تھے_''( سورہ صافات ايت </w:t>
      </w:r>
      <w:r w:rsidR="00E664BB">
        <w:rPr>
          <w:rtl/>
        </w:rPr>
        <w:t>83</w:t>
      </w:r>
      <w:r>
        <w:rPr>
          <w:rtl/>
        </w:rPr>
        <w:t xml:space="preserve">) </w:t>
      </w:r>
    </w:p>
    <w:p w:rsidR="00DE2D7F" w:rsidRDefault="00DE2D7F" w:rsidP="00D07B54">
      <w:pPr>
        <w:pStyle w:val="libFootnote"/>
        <w:rPr>
          <w:rtl/>
        </w:rPr>
      </w:pPr>
      <w:r>
        <w:rPr>
          <w:rtl/>
        </w:rPr>
        <w:t>وہ اسى راہ توحيد وعدل اورراسى راہ تقوى واخلاص پر گا مزن تھا جو نوح كى سنت تھي،كيونكہ انبياء سارے كے سارے ايك ہى مكتب كے مبلغ اور ايك ہى يونيورسٹى كے استاد ہي</w:t>
      </w:r>
      <w:r w:rsidR="007D6C9B">
        <w:rPr>
          <w:rtl/>
        </w:rPr>
        <w:t xml:space="preserve">ں </w:t>
      </w:r>
      <w:r>
        <w:rPr>
          <w:rtl/>
        </w:rPr>
        <w:t>اور ان مي</w:t>
      </w:r>
      <w:r w:rsidR="007D6C9B">
        <w:rPr>
          <w:rtl/>
        </w:rPr>
        <w:t xml:space="preserve">ں </w:t>
      </w:r>
      <w:r>
        <w:rPr>
          <w:rtl/>
        </w:rPr>
        <w:t>سے ہر ايك دوسرے كے پروگرام كو دوام بخشتا ، اسے آگے بڑھاتا اور اس كى تكميل كرتاہے ، كيسى عمدہ تعبير ہے كہ ابراہيم، (ع) نوح كے شيعو</w:t>
      </w:r>
      <w:r w:rsidR="007D6C9B">
        <w:rPr>
          <w:rtl/>
        </w:rPr>
        <w:t xml:space="preserve">ں </w:t>
      </w:r>
      <w:r>
        <w:rPr>
          <w:rtl/>
        </w:rPr>
        <w:t>مي</w:t>
      </w:r>
      <w:r w:rsidR="007D6C9B">
        <w:rPr>
          <w:rtl/>
        </w:rPr>
        <w:t xml:space="preserve">ں </w:t>
      </w:r>
      <w:r>
        <w:rPr>
          <w:rtl/>
        </w:rPr>
        <w:t>سے تھے حالانكہ ان دونو</w:t>
      </w:r>
      <w:r w:rsidR="007D6C9B">
        <w:rPr>
          <w:rtl/>
        </w:rPr>
        <w:t xml:space="preserve">ں </w:t>
      </w:r>
      <w:r>
        <w:rPr>
          <w:rtl/>
        </w:rPr>
        <w:t>كے زمانے مي</w:t>
      </w:r>
      <w:r w:rsidR="007D6C9B">
        <w:rPr>
          <w:rtl/>
        </w:rPr>
        <w:t xml:space="preserve">ں </w:t>
      </w:r>
      <w:r>
        <w:rPr>
          <w:rtl/>
        </w:rPr>
        <w:t>بہت فاصلہ تھا (بعض مفسرين كے قول كے مطابق تقريباً</w:t>
      </w:r>
      <w:r w:rsidR="00E664BB">
        <w:rPr>
          <w:rtl/>
        </w:rPr>
        <w:t>2600</w:t>
      </w:r>
      <w:r>
        <w:rPr>
          <w:rtl/>
        </w:rPr>
        <w:t>/ سال فاصلہ تھا، ليكن ہم جانتے ہي</w:t>
      </w:r>
      <w:r w:rsidR="007D6C9B">
        <w:rPr>
          <w:rtl/>
        </w:rPr>
        <w:t xml:space="preserve">ں </w:t>
      </w:r>
      <w:r>
        <w:rPr>
          <w:rtl/>
        </w:rPr>
        <w:t>كہ مكتبى رشتے مي</w:t>
      </w:r>
      <w:r w:rsidR="007D6C9B">
        <w:rPr>
          <w:rtl/>
        </w:rPr>
        <w:t xml:space="preserve">ں </w:t>
      </w:r>
      <w:r>
        <w:rPr>
          <w:rtl/>
        </w:rPr>
        <w:t>زمانے كى كوئي حيثيت نہي</w:t>
      </w:r>
      <w:r w:rsidR="007D6C9B">
        <w:rPr>
          <w:rtl/>
        </w:rPr>
        <w:t xml:space="preserve">ں </w:t>
      </w:r>
      <w:r>
        <w:rPr>
          <w:rtl/>
        </w:rPr>
        <w:t xml:space="preserve">ہے </w:t>
      </w:r>
    </w:p>
    <w:p w:rsidR="00DE2D7F" w:rsidRDefault="00DE2D7F" w:rsidP="00D07B54">
      <w:pPr>
        <w:pStyle w:val="libFootnote"/>
        <w:rPr>
          <w:rtl/>
        </w:rPr>
      </w:pPr>
      <w:r>
        <w:rPr>
          <w:rtl/>
        </w:rPr>
        <w:t>(</w:t>
      </w:r>
      <w:r w:rsidR="00E664BB">
        <w:rPr>
          <w:rtl/>
        </w:rPr>
        <w:t>2</w:t>
      </w:r>
      <w:r>
        <w:rPr>
          <w:rtl/>
        </w:rPr>
        <w:t xml:space="preserve">) سورہ انبياء آيت </w:t>
      </w:r>
      <w:r w:rsidR="00E664BB">
        <w:rPr>
          <w:rtl/>
        </w:rPr>
        <w:t>57</w:t>
      </w:r>
      <w:r>
        <w:rPr>
          <w:rtl/>
        </w:rPr>
        <w:t xml:space="preserve"> </w:t>
      </w:r>
    </w:p>
    <w:p w:rsidR="00D715CA"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سے يہ بات بھى واضح ہوجاتى ہے كہ يہ جو بعض نے كہا كہ حضرت ابراہيم(ع) نے يہ جملہ اپنے دل مي</w:t>
      </w:r>
      <w:r w:rsidR="007D6C9B">
        <w:rPr>
          <w:rtl/>
        </w:rPr>
        <w:t xml:space="preserve">ں </w:t>
      </w:r>
      <w:r>
        <w:rPr>
          <w:rtl/>
        </w:rPr>
        <w:t>كہا تھا يا بعض مخصوص افراد سے كہا تھا كسى لحاظ سے اس كى ضرورت نہي</w:t>
      </w:r>
      <w:r w:rsidR="007D6C9B">
        <w:rPr>
          <w:rtl/>
        </w:rPr>
        <w:t xml:space="preserve">ں </w:t>
      </w:r>
      <w:r>
        <w:rPr>
          <w:rtl/>
        </w:rPr>
        <w:t xml:space="preserve">ہے، خاص طور پر جبكہ يہ بات كامل طور سے قرآن كريم كے خلاف ہے_ </w:t>
      </w:r>
    </w:p>
    <w:p w:rsidR="00DE2D7F" w:rsidRDefault="00DE2D7F" w:rsidP="00D07B54">
      <w:pPr>
        <w:pStyle w:val="libNormal"/>
        <w:rPr>
          <w:rtl/>
        </w:rPr>
      </w:pPr>
      <w:r>
        <w:rPr>
          <w:rtl/>
        </w:rPr>
        <w:t>اس كے علاوہ قرآن مجيد مي</w:t>
      </w:r>
      <w:r w:rsidR="007D6C9B">
        <w:rPr>
          <w:rtl/>
        </w:rPr>
        <w:t xml:space="preserve">ں </w:t>
      </w:r>
      <w:r>
        <w:rPr>
          <w:rtl/>
        </w:rPr>
        <w:t>يہ بھى بيان ہوا ہے كہ بت پرستو</w:t>
      </w:r>
      <w:r w:rsidR="007D6C9B">
        <w:rPr>
          <w:rtl/>
        </w:rPr>
        <w:t xml:space="preserve">ں </w:t>
      </w:r>
      <w:r>
        <w:rPr>
          <w:rtl/>
        </w:rPr>
        <w:t>كو ابراہيم كى يہ بات ياد آگئي اور انھو</w:t>
      </w:r>
      <w:r w:rsidR="007D6C9B">
        <w:rPr>
          <w:rtl/>
        </w:rPr>
        <w:t xml:space="preserve">ں </w:t>
      </w:r>
      <w:r>
        <w:rPr>
          <w:rtl/>
        </w:rPr>
        <w:t>نے كہا كہ ہم نے سنا ہے كہ ايك جوان بتو</w:t>
      </w:r>
      <w:r w:rsidR="007D6C9B">
        <w:rPr>
          <w:rtl/>
        </w:rPr>
        <w:t xml:space="preserve">ں </w:t>
      </w:r>
      <w:r>
        <w:rPr>
          <w:rtl/>
        </w:rPr>
        <w:t xml:space="preserve">كے خلاف ايك سازش كى بات كرتا ہے_ </w:t>
      </w:r>
    </w:p>
    <w:p w:rsidR="00DE2D7F" w:rsidRDefault="00DE2D7F" w:rsidP="00D07B54">
      <w:pPr>
        <w:pStyle w:val="libNormal"/>
        <w:rPr>
          <w:rtl/>
        </w:rPr>
      </w:pPr>
      <w:r>
        <w:rPr>
          <w:rtl/>
        </w:rPr>
        <w:t>بہر حال حضرت ابراہيم نے ايك دن جبكہ بُت خانہ خالى پڑا تھا، اور بُت پرستو</w:t>
      </w:r>
      <w:r w:rsidR="007D6C9B">
        <w:rPr>
          <w:rtl/>
        </w:rPr>
        <w:t xml:space="preserve">ں </w:t>
      </w:r>
      <w:r>
        <w:rPr>
          <w:rtl/>
        </w:rPr>
        <w:t>مي</w:t>
      </w:r>
      <w:r w:rsidR="007D6C9B">
        <w:rPr>
          <w:rtl/>
        </w:rPr>
        <w:t xml:space="preserve">ں </w:t>
      </w:r>
      <w:r>
        <w:rPr>
          <w:rtl/>
        </w:rPr>
        <w:t>سے كوئي وہا</w:t>
      </w:r>
      <w:r w:rsidR="007D6C9B">
        <w:rPr>
          <w:rtl/>
        </w:rPr>
        <w:t xml:space="preserve">ں </w:t>
      </w:r>
      <w:r>
        <w:rPr>
          <w:rtl/>
        </w:rPr>
        <w:t>موجود نہي</w:t>
      </w:r>
      <w:r w:rsidR="007D6C9B">
        <w:rPr>
          <w:rtl/>
        </w:rPr>
        <w:t xml:space="preserve">ں </w:t>
      </w:r>
      <w:r>
        <w:rPr>
          <w:rtl/>
        </w:rPr>
        <w:t xml:space="preserve">تھا، اپنے منصوبہ كو عملى شكل دےدي_ </w:t>
      </w:r>
    </w:p>
    <w:p w:rsidR="00DE2D7F" w:rsidRDefault="00DE2D7F" w:rsidP="00D07B54">
      <w:pPr>
        <w:pStyle w:val="libNormal"/>
        <w:rPr>
          <w:rtl/>
        </w:rPr>
      </w:pPr>
      <w:r>
        <w:rPr>
          <w:rtl/>
        </w:rPr>
        <w:t>بابل كے بت پرست ہر سال ايك مخصوص عيد كے دن كچھ رسومات ادا كيا كرتے تھے بت خانہ مي</w:t>
      </w:r>
      <w:r w:rsidR="007D6C9B">
        <w:rPr>
          <w:rtl/>
        </w:rPr>
        <w:t xml:space="preserve">ں </w:t>
      </w:r>
      <w:r>
        <w:rPr>
          <w:rtl/>
        </w:rPr>
        <w:t>كھانے تيار كرتے ہي</w:t>
      </w:r>
      <w:r w:rsidR="007D6C9B">
        <w:rPr>
          <w:rtl/>
        </w:rPr>
        <w:t xml:space="preserve">ں </w:t>
      </w:r>
      <w:r>
        <w:rPr>
          <w:rtl/>
        </w:rPr>
        <w:t>اور وہي</w:t>
      </w:r>
      <w:r w:rsidR="007D6C9B">
        <w:rPr>
          <w:rtl/>
        </w:rPr>
        <w:t xml:space="preserve">ں </w:t>
      </w:r>
      <w:r>
        <w:rPr>
          <w:rtl/>
        </w:rPr>
        <w:t>انھي</w:t>
      </w:r>
      <w:r w:rsidR="007D6C9B">
        <w:rPr>
          <w:rtl/>
        </w:rPr>
        <w:t xml:space="preserve">ں </w:t>
      </w:r>
      <w:r>
        <w:rPr>
          <w:rtl/>
        </w:rPr>
        <w:t>دسترخوان پر چن ديتے تھے اس خيال سے كہ يہ كھانے متبرك ہوجائي</w:t>
      </w:r>
      <w:r w:rsidR="007D6C9B">
        <w:rPr>
          <w:rtl/>
        </w:rPr>
        <w:t xml:space="preserve">ں </w:t>
      </w:r>
      <w:r>
        <w:rPr>
          <w:rtl/>
        </w:rPr>
        <w:t>گے _اس كے بعد سب كے سب مل كر اكٹھے شہرسے باہر چلے جاتے تھے اور دن كے آخرمي</w:t>
      </w:r>
      <w:r w:rsidR="007D6C9B">
        <w:rPr>
          <w:rtl/>
        </w:rPr>
        <w:t xml:space="preserve">ں </w:t>
      </w:r>
      <w:r>
        <w:rPr>
          <w:rtl/>
        </w:rPr>
        <w:t>واپس لوٹتے تھے اور عبادت كرنے اور كھانا كھانے كے لئے بت خانہ مي</w:t>
      </w:r>
      <w:r w:rsidR="007D6C9B">
        <w:rPr>
          <w:rtl/>
        </w:rPr>
        <w:t xml:space="preserve">ں </w:t>
      </w:r>
      <w:r>
        <w:rPr>
          <w:rtl/>
        </w:rPr>
        <w:t>آجاتے تھے _ ايك روز اسى طرح جب شہر خالى ہوگيا اور بتو</w:t>
      </w:r>
      <w:r w:rsidR="007D6C9B">
        <w:rPr>
          <w:rtl/>
        </w:rPr>
        <w:t xml:space="preserve">ں </w:t>
      </w:r>
      <w:r>
        <w:rPr>
          <w:rtl/>
        </w:rPr>
        <w:t>كو توڑنے اور انھي</w:t>
      </w:r>
      <w:r w:rsidR="007D6C9B">
        <w:rPr>
          <w:rtl/>
        </w:rPr>
        <w:t xml:space="preserve">ں </w:t>
      </w:r>
      <w:r>
        <w:rPr>
          <w:rtl/>
        </w:rPr>
        <w:t>درہم برہم كرنے كے لئے ايك اچھا موقع حضرت ابراہيم (ع) كے ہاتھ آگيا _يہ ايسا موقع تھا جس كا ابراہيم عرصے سے انتظار كررہے تھے اور وہ نہي</w:t>
      </w:r>
      <w:r w:rsidR="007D6C9B">
        <w:rPr>
          <w:rtl/>
        </w:rPr>
        <w:t xml:space="preserve">ں </w:t>
      </w:r>
      <w:r>
        <w:rPr>
          <w:rtl/>
        </w:rPr>
        <w:t xml:space="preserve">چاہتے تھے كہ موقع ہاتھ سے نكل جائے _ </w:t>
      </w:r>
    </w:p>
    <w:p w:rsidR="00DE2D7F" w:rsidRDefault="00DE2D7F" w:rsidP="00D07B54">
      <w:pPr>
        <w:pStyle w:val="libNormal"/>
        <w:rPr>
          <w:rtl/>
        </w:rPr>
      </w:pPr>
      <w:r>
        <w:rPr>
          <w:rtl/>
        </w:rPr>
        <w:t>لہذا جب انھو</w:t>
      </w:r>
      <w:r w:rsidR="007D6C9B">
        <w:rPr>
          <w:rtl/>
        </w:rPr>
        <w:t xml:space="preserve">ں </w:t>
      </w:r>
      <w:r>
        <w:rPr>
          <w:rtl/>
        </w:rPr>
        <w:t>نے ابراہيم (ع) كو جشن مي</w:t>
      </w:r>
      <w:r w:rsidR="007D6C9B">
        <w:rPr>
          <w:rtl/>
        </w:rPr>
        <w:t xml:space="preserve">ں </w:t>
      </w:r>
      <w:r>
        <w:rPr>
          <w:rtl/>
        </w:rPr>
        <w:t>شركت كى دعوت دى تو '' اس نے ستارو</w:t>
      </w:r>
      <w:r w:rsidR="007D6C9B">
        <w:rPr>
          <w:rtl/>
        </w:rPr>
        <w:t xml:space="preserve">ں </w:t>
      </w:r>
      <w:r>
        <w:rPr>
          <w:rtl/>
        </w:rPr>
        <w:t>پر ايك نظر ڈالى ''اور كہا مي</w:t>
      </w:r>
      <w:r w:rsidR="007D6C9B">
        <w:rPr>
          <w:rtl/>
        </w:rPr>
        <w:t xml:space="preserve">ں </w:t>
      </w:r>
      <w:r>
        <w:rPr>
          <w:rtl/>
        </w:rPr>
        <w:t>تو بيمارہو</w:t>
      </w:r>
      <w:r w:rsidR="007D6C9B">
        <w:rPr>
          <w:rtl/>
        </w:rPr>
        <w:t xml:space="preserve">ں </w:t>
      </w:r>
      <w:r>
        <w:rPr>
          <w:rtl/>
        </w:rPr>
        <w:t>''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اور اس طرح سے اپنى طرف سے عذرخواہى كي_ </w:t>
      </w:r>
    </w:p>
    <w:p w:rsidR="00DE2D7F" w:rsidRDefault="00DE2D7F" w:rsidP="00D07B54">
      <w:pPr>
        <w:pStyle w:val="libNormal"/>
        <w:rPr>
          <w:rtl/>
        </w:rPr>
      </w:pPr>
      <w:r>
        <w:rPr>
          <w:rtl/>
        </w:rPr>
        <w:t>''انھو</w:t>
      </w:r>
      <w:r w:rsidR="007D6C9B">
        <w:rPr>
          <w:rtl/>
        </w:rPr>
        <w:t xml:space="preserve">ں </w:t>
      </w:r>
      <w:r>
        <w:rPr>
          <w:rtl/>
        </w:rPr>
        <w:t>نے رخ پھيرا اور جلدى سے اس سے دورہوگئے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اور اپنے رسم ورواج كى طرف روانہ ہوگئے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صافات </w:t>
      </w:r>
      <w:r w:rsidR="00E664BB">
        <w:rPr>
          <w:rtl/>
        </w:rPr>
        <w:t>88</w:t>
      </w:r>
      <w:r>
        <w:rPr>
          <w:rtl/>
        </w:rPr>
        <w:t>_</w:t>
      </w:r>
      <w:r w:rsidR="00E664BB">
        <w:rPr>
          <w:rtl/>
        </w:rPr>
        <w:t>8</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)سورہ صافات آيت</w:t>
      </w:r>
      <w:r w:rsidR="00E44785">
        <w:rPr>
          <w:rtl/>
        </w:rPr>
        <w:t>9</w:t>
      </w:r>
      <w:r w:rsidR="00E664BB">
        <w:rPr>
          <w:rtl/>
        </w:rPr>
        <w:t>0</w:t>
      </w:r>
      <w:r>
        <w:rPr>
          <w:rtl/>
        </w:rPr>
        <w:t xml:space="preserve"> </w:t>
      </w:r>
    </w:p>
    <w:p w:rsidR="00DE2D7F" w:rsidRDefault="00DE2D7F" w:rsidP="00D07B54">
      <w:pPr>
        <w:pStyle w:val="libFootnote"/>
        <w:rPr>
          <w:rtl/>
        </w:rPr>
      </w:pPr>
      <w:r>
        <w:rPr>
          <w:rtl/>
        </w:rPr>
        <w:t>(</w:t>
      </w:r>
      <w:r w:rsidR="00E664BB">
        <w:rPr>
          <w:rtl/>
        </w:rPr>
        <w:t>3</w:t>
      </w:r>
      <w:r>
        <w:rPr>
          <w:rtl/>
        </w:rPr>
        <w:t>)يہا</w:t>
      </w:r>
      <w:r w:rsidR="007D6C9B">
        <w:rPr>
          <w:rtl/>
        </w:rPr>
        <w:t xml:space="preserve">ں </w:t>
      </w:r>
      <w:r>
        <w:rPr>
          <w:rtl/>
        </w:rPr>
        <w:t>دوسوال پيدا ہوتے ہي</w:t>
      </w:r>
      <w:r w:rsidR="007D6C9B">
        <w:rPr>
          <w:rtl/>
        </w:rPr>
        <w:t xml:space="preserve">ں </w:t>
      </w:r>
      <w:r>
        <w:rPr>
          <w:rtl/>
        </w:rPr>
        <w:t xml:space="preserve">: </w:t>
      </w:r>
    </w:p>
    <w:p w:rsidR="00DE2D7F" w:rsidRDefault="00DE2D7F" w:rsidP="00D07B54">
      <w:pPr>
        <w:pStyle w:val="libFootnote"/>
        <w:rPr>
          <w:rtl/>
        </w:rPr>
      </w:pPr>
      <w:r>
        <w:rPr>
          <w:rtl/>
        </w:rPr>
        <w:t>پہلايہ كہ حضرت ابراہيم (ع) نے ستارو</w:t>
      </w:r>
      <w:r w:rsidR="007D6C9B">
        <w:rPr>
          <w:rtl/>
        </w:rPr>
        <w:t xml:space="preserve">ں </w:t>
      </w:r>
      <w:r>
        <w:rPr>
          <w:rtl/>
        </w:rPr>
        <w:t>كى طرف كيو</w:t>
      </w:r>
      <w:r w:rsidR="007D6C9B">
        <w:rPr>
          <w:rtl/>
        </w:rPr>
        <w:t xml:space="preserve">ں </w:t>
      </w:r>
      <w:r>
        <w:rPr>
          <w:rtl/>
        </w:rPr>
        <w:t xml:space="preserve">ديكھا ،اس ديكھنے سے ان كا مقصد كيا تھا ؟ - </w:t>
      </w:r>
    </w:p>
    <w:p w:rsidR="00D715CA" w:rsidRDefault="001648F9" w:rsidP="00D07B54">
      <w:pPr>
        <w:pStyle w:val="libNormal"/>
        <w:rPr>
          <w:rtl/>
        </w:rPr>
      </w:pPr>
      <w:r>
        <w:rPr>
          <w:rtl/>
        </w:rPr>
        <w:t xml:space="preserve"> </w:t>
      </w:r>
      <w:r>
        <w:rPr>
          <w:rtl/>
        </w:rPr>
        <w:br w:type="page"/>
      </w:r>
    </w:p>
    <w:p w:rsidR="00D715CA" w:rsidRDefault="00D715CA" w:rsidP="00D07B54">
      <w:pPr>
        <w:pStyle w:val="libNormal"/>
        <w:rPr>
          <w:rtl/>
        </w:rPr>
      </w:pPr>
    </w:p>
    <w:p w:rsidR="00E462F8" w:rsidRDefault="00E462F8" w:rsidP="00D07B54">
      <w:pPr>
        <w:pStyle w:val="libNormal"/>
        <w:rPr>
          <w:rtl/>
        </w:rPr>
      </w:pPr>
    </w:p>
    <w:p w:rsidR="00DE2D7F" w:rsidRDefault="00DE2D7F" w:rsidP="00D07B54">
      <w:pPr>
        <w:pStyle w:val="libFootnote"/>
        <w:rPr>
          <w:rtl/>
        </w:rPr>
      </w:pPr>
      <w:r>
        <w:rPr>
          <w:rtl/>
        </w:rPr>
        <w:t>دوسرايہ كہ كيا واقعا وہ بيمار تھے كہ انھو</w:t>
      </w:r>
      <w:r w:rsidR="007D6C9B">
        <w:rPr>
          <w:rtl/>
        </w:rPr>
        <w:t xml:space="preserve">ں </w:t>
      </w:r>
      <w:r>
        <w:rPr>
          <w:rtl/>
        </w:rPr>
        <w:t>نے كہا مي</w:t>
      </w:r>
      <w:r w:rsidR="007D6C9B">
        <w:rPr>
          <w:rtl/>
        </w:rPr>
        <w:t xml:space="preserve">ں </w:t>
      </w:r>
      <w:r>
        <w:rPr>
          <w:rtl/>
        </w:rPr>
        <w:t>بيمارہو</w:t>
      </w:r>
      <w:r w:rsidR="007D6C9B">
        <w:rPr>
          <w:rtl/>
        </w:rPr>
        <w:t xml:space="preserve">ں </w:t>
      </w:r>
      <w:r>
        <w:rPr>
          <w:rtl/>
        </w:rPr>
        <w:t>؟انھي</w:t>
      </w:r>
      <w:r w:rsidR="007D6C9B">
        <w:rPr>
          <w:rtl/>
        </w:rPr>
        <w:t xml:space="preserve">ں </w:t>
      </w:r>
      <w:r>
        <w:rPr>
          <w:rtl/>
        </w:rPr>
        <w:t xml:space="preserve">كيا بيمارى تھى ؟ </w:t>
      </w:r>
    </w:p>
    <w:p w:rsidR="00DE2D7F" w:rsidRDefault="00DE2D7F" w:rsidP="00D07B54">
      <w:pPr>
        <w:pStyle w:val="libFootnote"/>
        <w:rPr>
          <w:rtl/>
        </w:rPr>
      </w:pPr>
      <w:r>
        <w:rPr>
          <w:rtl/>
        </w:rPr>
        <w:t>پہلے سوال كا جواب بابل كے لوگو</w:t>
      </w:r>
      <w:r w:rsidR="007D6C9B">
        <w:rPr>
          <w:rtl/>
        </w:rPr>
        <w:t xml:space="preserve">ں </w:t>
      </w:r>
      <w:r>
        <w:rPr>
          <w:rtl/>
        </w:rPr>
        <w:t>كے اعتقادات اوررسوم وعادات كو ديكھتے ہوئے واضح وروشن ہے وہ علم بخوم مي</w:t>
      </w:r>
      <w:r w:rsidR="007D6C9B">
        <w:rPr>
          <w:rtl/>
        </w:rPr>
        <w:t xml:space="preserve">ں </w:t>
      </w:r>
      <w:r>
        <w:rPr>
          <w:rtl/>
        </w:rPr>
        <w:t>بہت ماہر تھے _يہا</w:t>
      </w:r>
      <w:r w:rsidR="007D6C9B">
        <w:rPr>
          <w:rtl/>
        </w:rPr>
        <w:t xml:space="preserve">ں </w:t>
      </w:r>
      <w:r>
        <w:rPr>
          <w:rtl/>
        </w:rPr>
        <w:t>تك كہ كہتے ہي</w:t>
      </w:r>
      <w:r w:rsidR="007D6C9B">
        <w:rPr>
          <w:rtl/>
        </w:rPr>
        <w:t xml:space="preserve">ں </w:t>
      </w:r>
      <w:r>
        <w:rPr>
          <w:rtl/>
        </w:rPr>
        <w:t>كہ ان كے بت بھى ستارو</w:t>
      </w:r>
      <w:r w:rsidR="007D6C9B">
        <w:rPr>
          <w:rtl/>
        </w:rPr>
        <w:t xml:space="preserve">ں </w:t>
      </w:r>
      <w:r>
        <w:rPr>
          <w:rtl/>
        </w:rPr>
        <w:t>كے ہيكلو</w:t>
      </w:r>
      <w:r w:rsidR="007D6C9B">
        <w:rPr>
          <w:rtl/>
        </w:rPr>
        <w:t xml:space="preserve">ں </w:t>
      </w:r>
      <w:r>
        <w:rPr>
          <w:rtl/>
        </w:rPr>
        <w:t>اور شكلو</w:t>
      </w:r>
      <w:r w:rsidR="007D6C9B">
        <w:rPr>
          <w:rtl/>
        </w:rPr>
        <w:t xml:space="preserve">ں </w:t>
      </w:r>
      <w:r>
        <w:rPr>
          <w:rtl/>
        </w:rPr>
        <w:t>مي</w:t>
      </w:r>
      <w:r w:rsidR="007D6C9B">
        <w:rPr>
          <w:rtl/>
        </w:rPr>
        <w:t xml:space="preserve">ں </w:t>
      </w:r>
      <w:r>
        <w:rPr>
          <w:rtl/>
        </w:rPr>
        <w:t>تھے اور اسى بناپر ان كا احترام كرتے تھے كہ وہ ستارو</w:t>
      </w:r>
      <w:r w:rsidR="007D6C9B">
        <w:rPr>
          <w:rtl/>
        </w:rPr>
        <w:t xml:space="preserve">ں </w:t>
      </w:r>
      <w:r>
        <w:rPr>
          <w:rtl/>
        </w:rPr>
        <w:t xml:space="preserve">كے سمبل تھے _ </w:t>
      </w:r>
    </w:p>
    <w:p w:rsidR="00DE2D7F" w:rsidRDefault="00DE2D7F" w:rsidP="00D07B54">
      <w:pPr>
        <w:pStyle w:val="libFootnote"/>
        <w:rPr>
          <w:rtl/>
        </w:rPr>
      </w:pPr>
      <w:r>
        <w:rPr>
          <w:rtl/>
        </w:rPr>
        <w:t>البتہ علم بخوم مي</w:t>
      </w:r>
      <w:r w:rsidR="007D6C9B">
        <w:rPr>
          <w:rtl/>
        </w:rPr>
        <w:t xml:space="preserve">ں </w:t>
      </w:r>
      <w:r>
        <w:rPr>
          <w:rtl/>
        </w:rPr>
        <w:t>مہارت كے ساتھ ساتھ بہت سى خرافات بھى ان كے يہا</w:t>
      </w:r>
      <w:r w:rsidR="007D6C9B">
        <w:rPr>
          <w:rtl/>
        </w:rPr>
        <w:t xml:space="preserve">ں </w:t>
      </w:r>
      <w:r>
        <w:rPr>
          <w:rtl/>
        </w:rPr>
        <w:t>پائي جاتى تھي</w:t>
      </w:r>
      <w:r w:rsidR="007D6C9B">
        <w:rPr>
          <w:rtl/>
        </w:rPr>
        <w:t xml:space="preserve">ں </w:t>
      </w:r>
      <w:r>
        <w:rPr>
          <w:rtl/>
        </w:rPr>
        <w:t>منجملہ يہ كہ وہ ستارو</w:t>
      </w:r>
      <w:r w:rsidR="007D6C9B">
        <w:rPr>
          <w:rtl/>
        </w:rPr>
        <w:t xml:space="preserve">ں </w:t>
      </w:r>
      <w:r>
        <w:rPr>
          <w:rtl/>
        </w:rPr>
        <w:t>كو اپنى تقدير مي</w:t>
      </w:r>
      <w:r w:rsidR="007D6C9B">
        <w:rPr>
          <w:rtl/>
        </w:rPr>
        <w:t xml:space="preserve">ں </w:t>
      </w:r>
      <w:r>
        <w:rPr>
          <w:rtl/>
        </w:rPr>
        <w:t>موثر جاتے تھے اور ان سے خيروبركت طلب كرتے تھے اور ان كى وضع وكيفيت سے آنے والے واقعات پر استدلال كرتے تھے ، ابراہيم نے اس غرض سے كہ انھي</w:t>
      </w:r>
      <w:r w:rsidR="007D6C9B">
        <w:rPr>
          <w:rtl/>
        </w:rPr>
        <w:t xml:space="preserve">ں </w:t>
      </w:r>
      <w:r>
        <w:rPr>
          <w:rtl/>
        </w:rPr>
        <w:t>مطمئن كردي</w:t>
      </w:r>
      <w:r w:rsidR="007D6C9B">
        <w:rPr>
          <w:rtl/>
        </w:rPr>
        <w:t xml:space="preserve">ں </w:t>
      </w:r>
      <w:r>
        <w:rPr>
          <w:rtl/>
        </w:rPr>
        <w:t>، ان كى رسوم كے مطابق آسمان كے ستارو</w:t>
      </w:r>
      <w:r w:rsidR="007D6C9B">
        <w:rPr>
          <w:rtl/>
        </w:rPr>
        <w:t xml:space="preserve">ں </w:t>
      </w:r>
      <w:r>
        <w:rPr>
          <w:rtl/>
        </w:rPr>
        <w:t>پر ايك نظر ڈالى تاكہ وہ يہ تصور كري</w:t>
      </w:r>
      <w:r w:rsidR="007D6C9B">
        <w:rPr>
          <w:rtl/>
        </w:rPr>
        <w:t xml:space="preserve">ں </w:t>
      </w:r>
      <w:r>
        <w:rPr>
          <w:rtl/>
        </w:rPr>
        <w:t>كہ انھو</w:t>
      </w:r>
      <w:r w:rsidR="007D6C9B">
        <w:rPr>
          <w:rtl/>
        </w:rPr>
        <w:t xml:space="preserve">ں </w:t>
      </w:r>
      <w:r>
        <w:rPr>
          <w:rtl/>
        </w:rPr>
        <w:t>نے اپنى بيمارى كى پيشن گوئي ستارو</w:t>
      </w:r>
      <w:r w:rsidR="007D6C9B">
        <w:rPr>
          <w:rtl/>
        </w:rPr>
        <w:t xml:space="preserve">ں </w:t>
      </w:r>
      <w:r>
        <w:rPr>
          <w:rtl/>
        </w:rPr>
        <w:t>كے اوضاع كے مطالعے سے كى ہے اور وہ مطمئن ہوجائي</w:t>
      </w:r>
      <w:r w:rsidR="007D6C9B">
        <w:rPr>
          <w:rtl/>
        </w:rPr>
        <w:t xml:space="preserve">ں </w:t>
      </w:r>
      <w:r>
        <w:rPr>
          <w:rtl/>
        </w:rPr>
        <w:t xml:space="preserve">_ </w:t>
      </w:r>
    </w:p>
    <w:p w:rsidR="00DE2D7F" w:rsidRDefault="00DE2D7F" w:rsidP="00D07B54">
      <w:pPr>
        <w:pStyle w:val="libFootnote"/>
        <w:rPr>
          <w:rtl/>
        </w:rPr>
      </w:pPr>
      <w:r>
        <w:rPr>
          <w:rtl/>
        </w:rPr>
        <w:t>بعض بزرگ مفسرين نے يہ احتمال بھى ذكر كيا ہے كہ وہ چاہتے تھے كہ ستارو</w:t>
      </w:r>
      <w:r w:rsidR="007D6C9B">
        <w:rPr>
          <w:rtl/>
        </w:rPr>
        <w:t xml:space="preserve">ں </w:t>
      </w:r>
      <w:r>
        <w:rPr>
          <w:rtl/>
        </w:rPr>
        <w:t>كى حركت سے اپنى بيمارى كا وقت ٹھيك طورسے معلوم كرلي</w:t>
      </w:r>
      <w:r w:rsidR="007D6C9B">
        <w:rPr>
          <w:rtl/>
        </w:rPr>
        <w:t xml:space="preserve">ں </w:t>
      </w:r>
      <w:r>
        <w:rPr>
          <w:rtl/>
        </w:rPr>
        <w:t>كيونكہ ايك قسم كى بيمارى انھي</w:t>
      </w:r>
      <w:r w:rsidR="007D6C9B">
        <w:rPr>
          <w:rtl/>
        </w:rPr>
        <w:t xml:space="preserve">ں </w:t>
      </w:r>
      <w:r>
        <w:rPr>
          <w:rtl/>
        </w:rPr>
        <w:t>تھى وہ يہ كہ بخار انھي</w:t>
      </w:r>
      <w:r w:rsidR="007D6C9B">
        <w:rPr>
          <w:rtl/>
        </w:rPr>
        <w:t xml:space="preserve">ں </w:t>
      </w:r>
      <w:r>
        <w:rPr>
          <w:rtl/>
        </w:rPr>
        <w:t>ايك خاص وقفہ كے ساتھ آتا تھا ليكن بابل كے لوگو</w:t>
      </w:r>
      <w:r w:rsidR="007D6C9B">
        <w:rPr>
          <w:rtl/>
        </w:rPr>
        <w:t xml:space="preserve">ں </w:t>
      </w:r>
      <w:r>
        <w:rPr>
          <w:rtl/>
        </w:rPr>
        <w:t xml:space="preserve">كے افكارونظريات كى طرف توجہ كرتے ہوئے پہلااحتمال زيادہ مناسب ہے _ </w:t>
      </w:r>
    </w:p>
    <w:p w:rsidR="00DE2D7F" w:rsidRDefault="00DE2D7F" w:rsidP="00D07B54">
      <w:pPr>
        <w:pStyle w:val="libFootnote"/>
        <w:rPr>
          <w:rtl/>
        </w:rPr>
      </w:pPr>
      <w:r>
        <w:rPr>
          <w:rtl/>
        </w:rPr>
        <w:t>بعض نے يہ احتمال بھى ذكركيا ہے كہ ان كا آسمان كى طرف ديكھنا درحقيقت اسرار آفرينش مي</w:t>
      </w:r>
      <w:r w:rsidR="007D6C9B">
        <w:rPr>
          <w:rtl/>
        </w:rPr>
        <w:t xml:space="preserve">ں </w:t>
      </w:r>
      <w:r>
        <w:rPr>
          <w:rtl/>
        </w:rPr>
        <w:t>مطالعہ كے لئے تھا اگر چہ وہ آپ كى نگاہ كو ايك منجم كى نگاہ سمجھ رہے تھے جو يہ چاہتا ہے كہ ستارو</w:t>
      </w:r>
      <w:r w:rsidR="007D6C9B">
        <w:rPr>
          <w:rtl/>
        </w:rPr>
        <w:t xml:space="preserve">ں </w:t>
      </w:r>
      <w:r>
        <w:rPr>
          <w:rtl/>
        </w:rPr>
        <w:t xml:space="preserve">كے اوضاع سے آئندہ كے واقعات كى پيش بينى كر ے_ </w:t>
      </w:r>
    </w:p>
    <w:p w:rsidR="00DE2D7F" w:rsidRDefault="00DE2D7F" w:rsidP="00D07B54">
      <w:pPr>
        <w:pStyle w:val="libFootnote"/>
        <w:rPr>
          <w:rtl/>
        </w:rPr>
      </w:pPr>
      <w:r>
        <w:rPr>
          <w:rtl/>
        </w:rPr>
        <w:t>دوسرے سوال كے مفسرين نے متعدد جواب ديئے ہي</w:t>
      </w:r>
      <w:r w:rsidR="007D6C9B">
        <w:rPr>
          <w:rtl/>
        </w:rPr>
        <w:t xml:space="preserve">ں </w:t>
      </w:r>
      <w:r>
        <w:rPr>
          <w:rtl/>
        </w:rPr>
        <w:t>، منجملہ ان كے يہ ہے كہ وہ واقعا ًبيمار تھے ،اگرچہ وہ صحيح وسالم بھى ہوتے تب بھى جشن كے پروگرام مي</w:t>
      </w:r>
      <w:r w:rsidR="007D6C9B">
        <w:rPr>
          <w:rtl/>
        </w:rPr>
        <w:t xml:space="preserve">ں </w:t>
      </w:r>
      <w:r>
        <w:rPr>
          <w:rtl/>
        </w:rPr>
        <w:t>ہرگز شركت نہ كرتے ، ليكن ان كى بيمارى ان مراسم مي</w:t>
      </w:r>
      <w:r w:rsidR="007D6C9B">
        <w:rPr>
          <w:rtl/>
        </w:rPr>
        <w:t xml:space="preserve">ں </w:t>
      </w:r>
      <w:r>
        <w:rPr>
          <w:rtl/>
        </w:rPr>
        <w:t>شركت نہ كرنے اور بتو</w:t>
      </w:r>
      <w:r w:rsidR="007D6C9B">
        <w:rPr>
          <w:rtl/>
        </w:rPr>
        <w:t xml:space="preserve">ں </w:t>
      </w:r>
      <w:r>
        <w:rPr>
          <w:rtl/>
        </w:rPr>
        <w:t>كو توڑنے كے لئے ايك سنہرى موقع اور اچھا بہانہ بھى تھا، اور اس بات پر كوئي دليل نہي</w:t>
      </w:r>
      <w:r w:rsidR="007D6C9B">
        <w:rPr>
          <w:rtl/>
        </w:rPr>
        <w:t xml:space="preserve">ں </w:t>
      </w:r>
      <w:r>
        <w:rPr>
          <w:rtl/>
        </w:rPr>
        <w:t>ہے كہ ہم يہ كہي</w:t>
      </w:r>
      <w:r w:rsidR="007D6C9B">
        <w:rPr>
          <w:rtl/>
        </w:rPr>
        <w:t xml:space="preserve">ں </w:t>
      </w:r>
      <w:r>
        <w:rPr>
          <w:rtl/>
        </w:rPr>
        <w:t>كہ انھو</w:t>
      </w:r>
      <w:r w:rsidR="007D6C9B">
        <w:rPr>
          <w:rtl/>
        </w:rPr>
        <w:t xml:space="preserve">ں </w:t>
      </w:r>
      <w:r>
        <w:rPr>
          <w:rtl/>
        </w:rPr>
        <w:t>نے يہا</w:t>
      </w:r>
      <w:r w:rsidR="007D6C9B">
        <w:rPr>
          <w:rtl/>
        </w:rPr>
        <w:t xml:space="preserve">ں </w:t>
      </w:r>
      <w:r>
        <w:rPr>
          <w:rtl/>
        </w:rPr>
        <w:t>''توريہ''كيا تھا ، كيونكہ انبياء كے لئے '' توريہ ''كرنا مناسب نہي</w:t>
      </w:r>
      <w:r w:rsidR="007D6C9B">
        <w:rPr>
          <w:rtl/>
        </w:rPr>
        <w:t xml:space="preserve">ں </w:t>
      </w:r>
      <w:r>
        <w:rPr>
          <w:rtl/>
        </w:rPr>
        <w:t xml:space="preserve">ہے . </w:t>
      </w:r>
    </w:p>
    <w:p w:rsidR="00D715CA" w:rsidRDefault="00C2634E" w:rsidP="00D07B54">
      <w:pPr>
        <w:pStyle w:val="libNormal"/>
        <w:rPr>
          <w:rtl/>
        </w:rPr>
      </w:pPr>
      <w:r>
        <w:rPr>
          <w:rtl/>
        </w:rPr>
        <w:t xml:space="preserve"> </w:t>
      </w:r>
      <w:r>
        <w:rPr>
          <w:rtl/>
        </w:rPr>
        <w:br w:type="page"/>
      </w:r>
    </w:p>
    <w:p w:rsidR="00E462F8" w:rsidRDefault="00E462F8" w:rsidP="00D07B54">
      <w:pPr>
        <w:pStyle w:val="Heading2Center"/>
        <w:rPr>
          <w:rtl/>
        </w:rPr>
      </w:pPr>
      <w:bookmarkStart w:id="83" w:name="_Toc7268480"/>
      <w:r>
        <w:rPr>
          <w:rtl/>
        </w:rPr>
        <w:lastRenderedPageBreak/>
        <w:t>تم يہ بہترين اور شيرين غذا كيوں نہيں كھاتے</w:t>
      </w:r>
      <w:bookmarkEnd w:id="83"/>
      <w:r>
        <w:rPr>
          <w:rtl/>
        </w:rPr>
        <w:t xml:space="preserve"> </w:t>
      </w:r>
    </w:p>
    <w:p w:rsidR="0056398C" w:rsidRDefault="00E462F8" w:rsidP="00D07B54">
      <w:pPr>
        <w:pStyle w:val="libNormal"/>
        <w:rPr>
          <w:rtl/>
        </w:rPr>
      </w:pPr>
      <w:r>
        <w:rPr>
          <w:rtl/>
        </w:rPr>
        <w:t xml:space="preserve">حضرت ابراہيم (ع) اكيلے شہرميں رہ گئے اوربت پرست شہرخالى كركے باہر چلے گئے حضرت ابراہيم نے اپنے ادھر ادھر ديكھا، شوق كى بجلى ان كى آنكھوں ميں چمكى ،وہ لمحات جن كا وہ ايك مدت سے انتظار كررہے تھے آن پہنچے ،انھوں نے اپنے آپ سے كہا، بتوں سے جنگ كے لئے اٹھ كھڑاہو اور ان كے پيكروں پر سخت </w:t>
      </w:r>
      <w:r w:rsidR="00DE2D7F">
        <w:rPr>
          <w:rtl/>
        </w:rPr>
        <w:t>ضرب لگا ايسى ضرب جو بت پرستو</w:t>
      </w:r>
      <w:r w:rsidR="007D6C9B">
        <w:rPr>
          <w:rtl/>
        </w:rPr>
        <w:t xml:space="preserve">ں </w:t>
      </w:r>
      <w:r w:rsidR="00DE2D7F">
        <w:rPr>
          <w:rtl/>
        </w:rPr>
        <w:t>كے سوئے دماغو</w:t>
      </w:r>
      <w:r w:rsidR="007D6C9B">
        <w:rPr>
          <w:rtl/>
        </w:rPr>
        <w:t xml:space="preserve">ں </w:t>
      </w:r>
      <w:r w:rsidR="00DE2D7F">
        <w:rPr>
          <w:rtl/>
        </w:rPr>
        <w:t>كو ہلاكر ركھ دے اور انھي</w:t>
      </w:r>
      <w:r w:rsidR="007D6C9B">
        <w:rPr>
          <w:rtl/>
        </w:rPr>
        <w:t xml:space="preserve">ں </w:t>
      </w:r>
      <w:r w:rsidR="00DE2D7F">
        <w:rPr>
          <w:rtl/>
        </w:rPr>
        <w:t xml:space="preserve">بيداركردے _ </w:t>
      </w:r>
    </w:p>
    <w:p w:rsidR="0056398C" w:rsidRDefault="0056398C" w:rsidP="00D07B54">
      <w:pPr>
        <w:pStyle w:val="libNormal"/>
        <w:rPr>
          <w:rtl/>
        </w:rPr>
      </w:pPr>
      <w:r>
        <w:rPr>
          <w:rtl/>
        </w:rPr>
        <w:br w:type="page"/>
      </w:r>
    </w:p>
    <w:p w:rsidR="00DE2D7F" w:rsidRDefault="00DE2D7F" w:rsidP="00D07B54">
      <w:pPr>
        <w:pStyle w:val="libNormal"/>
        <w:rPr>
          <w:rtl/>
        </w:rPr>
      </w:pPr>
      <w:r>
        <w:rPr>
          <w:rtl/>
        </w:rPr>
        <w:lastRenderedPageBreak/>
        <w:t>قرآن كہتاہے :''وہ ان كے خدائو</w:t>
      </w:r>
      <w:r w:rsidR="007D6C9B">
        <w:rPr>
          <w:rtl/>
        </w:rPr>
        <w:t xml:space="preserve">ں </w:t>
      </w:r>
      <w:r>
        <w:rPr>
          <w:rtl/>
        </w:rPr>
        <w:t>كے پاس آيا ،ايك نگاہ ان پر اور كھانے كے ان برتنو</w:t>
      </w:r>
      <w:r w:rsidR="007D6C9B">
        <w:rPr>
          <w:rtl/>
        </w:rPr>
        <w:t xml:space="preserve">ں </w:t>
      </w:r>
      <w:r>
        <w:rPr>
          <w:rtl/>
        </w:rPr>
        <w:t>پر جوان كے اطراف مي</w:t>
      </w:r>
      <w:r w:rsidR="007D6C9B">
        <w:rPr>
          <w:rtl/>
        </w:rPr>
        <w:t xml:space="preserve">ں </w:t>
      </w:r>
      <w:r>
        <w:rPr>
          <w:rtl/>
        </w:rPr>
        <w:t>موجودتھے ، ڈالى اور تمسخر كے طور پر كہا : تم يہ كھانے كھاتے كيو</w:t>
      </w:r>
      <w:r w:rsidR="007D6C9B">
        <w:rPr>
          <w:rtl/>
        </w:rPr>
        <w:t xml:space="preserve">ں </w:t>
      </w:r>
      <w:r>
        <w:rPr>
          <w:rtl/>
        </w:rPr>
        <w:t>نہي</w:t>
      </w:r>
      <w:r w:rsidR="007D6C9B">
        <w:rPr>
          <w:rtl/>
        </w:rPr>
        <w:t xml:space="preserve">ں </w:t>
      </w:r>
      <w:r>
        <w:rPr>
          <w:rtl/>
        </w:rPr>
        <w:t xml:space="preserve">''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كھانے تو تمہارى عبادت كرنے والو</w:t>
      </w:r>
      <w:r w:rsidR="007D6C9B">
        <w:rPr>
          <w:rtl/>
        </w:rPr>
        <w:t xml:space="preserve">ں </w:t>
      </w:r>
      <w:r>
        <w:rPr>
          <w:rtl/>
        </w:rPr>
        <w:t>نے فراہم كيے ہي</w:t>
      </w:r>
      <w:r w:rsidR="007D6C9B">
        <w:rPr>
          <w:rtl/>
        </w:rPr>
        <w:t xml:space="preserve">ں </w:t>
      </w:r>
      <w:r>
        <w:rPr>
          <w:rtl/>
        </w:rPr>
        <w:t>_مرغن وشيرين ، طرح طرح كى رنگين غذائي</w:t>
      </w:r>
      <w:r w:rsidR="007D6C9B">
        <w:rPr>
          <w:rtl/>
        </w:rPr>
        <w:t xml:space="preserve">ں </w:t>
      </w:r>
      <w:r>
        <w:rPr>
          <w:rtl/>
        </w:rPr>
        <w:t>ہي</w:t>
      </w:r>
      <w:r w:rsidR="007D6C9B">
        <w:rPr>
          <w:rtl/>
        </w:rPr>
        <w:t xml:space="preserve">ں </w:t>
      </w:r>
      <w:r>
        <w:rPr>
          <w:rtl/>
        </w:rPr>
        <w:t>، كھاتے كيو</w:t>
      </w:r>
      <w:r w:rsidR="007D6C9B">
        <w:rPr>
          <w:rtl/>
        </w:rPr>
        <w:t xml:space="preserve">ں </w:t>
      </w:r>
      <w:r>
        <w:rPr>
          <w:rtl/>
        </w:rPr>
        <w:t>نہي</w:t>
      </w:r>
      <w:r w:rsidR="007D6C9B">
        <w:rPr>
          <w:rtl/>
        </w:rPr>
        <w:t xml:space="preserve">ں </w:t>
      </w:r>
      <w:r>
        <w:rPr>
          <w:rtl/>
        </w:rPr>
        <w:t xml:space="preserve">ہو؟ </w:t>
      </w:r>
    </w:p>
    <w:p w:rsidR="00DE2D7F" w:rsidRDefault="00DE2D7F" w:rsidP="00D07B54">
      <w:pPr>
        <w:pStyle w:val="libNormal"/>
        <w:rPr>
          <w:rtl/>
        </w:rPr>
      </w:pPr>
      <w:r>
        <w:rPr>
          <w:rtl/>
        </w:rPr>
        <w:t>اس كے بعد مزيد كہتا ہے :'' تمہي</w:t>
      </w:r>
      <w:r w:rsidR="007D6C9B">
        <w:rPr>
          <w:rtl/>
        </w:rPr>
        <w:t xml:space="preserve">ں </w:t>
      </w:r>
      <w:r>
        <w:rPr>
          <w:rtl/>
        </w:rPr>
        <w:t>كيا ہوگيا ہے ؟ تم بات كيو</w:t>
      </w:r>
      <w:r w:rsidR="007D6C9B">
        <w:rPr>
          <w:rtl/>
        </w:rPr>
        <w:t xml:space="preserve">ں </w:t>
      </w:r>
      <w:r>
        <w:rPr>
          <w:rtl/>
        </w:rPr>
        <w:t>نہي</w:t>
      </w:r>
      <w:r w:rsidR="007D6C9B">
        <w:rPr>
          <w:rtl/>
        </w:rPr>
        <w:t xml:space="preserve">ں </w:t>
      </w:r>
      <w:r>
        <w:rPr>
          <w:rtl/>
        </w:rPr>
        <w:t>كرتے ؟ تم گونگے كيو</w:t>
      </w:r>
      <w:r w:rsidR="007D6C9B">
        <w:rPr>
          <w:rtl/>
        </w:rPr>
        <w:t xml:space="preserve">ں </w:t>
      </w:r>
      <w:r>
        <w:rPr>
          <w:rtl/>
        </w:rPr>
        <w:t>بن گئے ہو ؟تمہارامنہ كيو</w:t>
      </w:r>
      <w:r w:rsidR="007D6C9B">
        <w:rPr>
          <w:rtl/>
        </w:rPr>
        <w:t xml:space="preserve">ں </w:t>
      </w:r>
      <w:r>
        <w:rPr>
          <w:rtl/>
        </w:rPr>
        <w:t xml:space="preserve">بندہے_''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طرح كے تمام بيہودہ اور گمراہ عقائد كامذاق اڑايا بلاشك وہ اچھى طرح جانتے تھے كہ وہ نہ كھانا كھاتے ہي</w:t>
      </w:r>
      <w:r w:rsidR="007D6C9B">
        <w:rPr>
          <w:rtl/>
        </w:rPr>
        <w:t xml:space="preserve">ں </w:t>
      </w:r>
      <w:r>
        <w:rPr>
          <w:rtl/>
        </w:rPr>
        <w:t>اور نہ ہى بات كرتے ہي</w:t>
      </w:r>
      <w:r w:rsidR="007D6C9B">
        <w:rPr>
          <w:rtl/>
        </w:rPr>
        <w:t xml:space="preserve">ں </w:t>
      </w:r>
      <w:r>
        <w:rPr>
          <w:rtl/>
        </w:rPr>
        <w:t>اور بے جان موجودات سے زيادہ حيثيت نہي</w:t>
      </w:r>
      <w:r w:rsidR="007D6C9B">
        <w:rPr>
          <w:rtl/>
        </w:rPr>
        <w:t xml:space="preserve">ں </w:t>
      </w:r>
      <w:r>
        <w:rPr>
          <w:rtl/>
        </w:rPr>
        <w:t>ركھتے ،ليكن حقيقت مي</w:t>
      </w:r>
      <w:r w:rsidR="007D6C9B">
        <w:rPr>
          <w:rtl/>
        </w:rPr>
        <w:t xml:space="preserve">ں </w:t>
      </w:r>
      <w:r>
        <w:rPr>
          <w:rtl/>
        </w:rPr>
        <w:t>وہ يہ چاہتے تھے كہ اپنى بت شكنى كے اقدام كى دليل اس عمدہ اور خوبصورت طريقہ سے پيش كري</w:t>
      </w:r>
      <w:r w:rsidR="007D6C9B">
        <w:rPr>
          <w:rtl/>
        </w:rPr>
        <w:t xml:space="preserve">ں </w:t>
      </w:r>
      <w:r>
        <w:rPr>
          <w:rtl/>
        </w:rPr>
        <w:t xml:space="preserve">_ </w:t>
      </w:r>
    </w:p>
    <w:p w:rsidR="00DE2D7F" w:rsidRDefault="00DE2D7F" w:rsidP="00D07B54">
      <w:pPr>
        <w:pStyle w:val="libNormal"/>
        <w:rPr>
          <w:rtl/>
        </w:rPr>
      </w:pPr>
      <w:r>
        <w:rPr>
          <w:rtl/>
        </w:rPr>
        <w:t>پھر انھو</w:t>
      </w:r>
      <w:r w:rsidR="007D6C9B">
        <w:rPr>
          <w:rtl/>
        </w:rPr>
        <w:t xml:space="preserve">ں </w:t>
      </w:r>
      <w:r>
        <w:rPr>
          <w:rtl/>
        </w:rPr>
        <w:t>نے اپنى آستين چڑھالي، كلہاڑا ہاتھ مي</w:t>
      </w:r>
      <w:r w:rsidR="007D6C9B">
        <w:rPr>
          <w:rtl/>
        </w:rPr>
        <w:t xml:space="preserve">ں </w:t>
      </w:r>
      <w:r>
        <w:rPr>
          <w:rtl/>
        </w:rPr>
        <w:t xml:space="preserve">اٹھايا اور پورى طاقت كے ساتھ اسے گھمايا اور بھر پور ''توجہ كے ساتھ ايك زبردست ضرب ان كے پيكر پر لگائي ''_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بہرحال تھوڑى سى دير مي</w:t>
      </w:r>
      <w:r w:rsidR="007D6C9B">
        <w:rPr>
          <w:rtl/>
        </w:rPr>
        <w:t xml:space="preserve">ں </w:t>
      </w:r>
      <w:r>
        <w:rPr>
          <w:rtl/>
        </w:rPr>
        <w:t>وہ آباداور خوبصورت بت خانہ ايك وحشت ناك ويرانہ ہوگيا _تمام بت ٹوٹ پھوٹ گئے ہر ايك ہاتھ پائو</w:t>
      </w:r>
      <w:r w:rsidR="007D6C9B">
        <w:rPr>
          <w:rtl/>
        </w:rPr>
        <w:t xml:space="preserve">ں </w:t>
      </w:r>
      <w:r>
        <w:rPr>
          <w:rtl/>
        </w:rPr>
        <w:t>تڑوائے ہوئے ايك كونے مي</w:t>
      </w:r>
      <w:r w:rsidR="007D6C9B">
        <w:rPr>
          <w:rtl/>
        </w:rPr>
        <w:t xml:space="preserve">ں </w:t>
      </w:r>
      <w:r>
        <w:rPr>
          <w:rtl/>
        </w:rPr>
        <w:t>پڑاتھا اور سچ مچ بت پرستو</w:t>
      </w:r>
      <w:r w:rsidR="007D6C9B">
        <w:rPr>
          <w:rtl/>
        </w:rPr>
        <w:t xml:space="preserve">ں </w:t>
      </w:r>
      <w:r>
        <w:rPr>
          <w:rtl/>
        </w:rPr>
        <w:t xml:space="preserve">كے لئے ايك دلخراش ، افسوسناك اور غم انگيز منظر تھا _ ابراہيم اپنا كام كرچكے اور پورے اطمينان وسكون كے ساتھ بتكدہ سے باہر آئے اور اپنے گھر چلے گئے اب وہ اپنے آپ كو آئندہ كے حوادث كے لئے تيار كررہے تھے _ </w:t>
      </w:r>
    </w:p>
    <w:p w:rsidR="00DE2D7F" w:rsidRDefault="00DE2D7F" w:rsidP="00D07B54">
      <w:pPr>
        <w:pStyle w:val="libNormal"/>
        <w:rPr>
          <w:rtl/>
        </w:rPr>
      </w:pPr>
      <w:r>
        <w:rPr>
          <w:rtl/>
        </w:rPr>
        <w:t>وہ جانتے تھے كہ انھو</w:t>
      </w:r>
      <w:r w:rsidR="007D6C9B">
        <w:rPr>
          <w:rtl/>
        </w:rPr>
        <w:t xml:space="preserve">ں </w:t>
      </w:r>
      <w:r>
        <w:rPr>
          <w:rtl/>
        </w:rPr>
        <w:t>نے شہرمي</w:t>
      </w:r>
      <w:r w:rsidR="007D6C9B">
        <w:rPr>
          <w:rtl/>
        </w:rPr>
        <w:t xml:space="preserve">ں </w:t>
      </w:r>
      <w:r>
        <w:rPr>
          <w:rtl/>
        </w:rPr>
        <w:t>بلكہ پورے ملك بابل مي</w:t>
      </w:r>
      <w:r w:rsidR="007D6C9B">
        <w:rPr>
          <w:rtl/>
        </w:rPr>
        <w:t xml:space="preserve">ں </w:t>
      </w:r>
      <w:r>
        <w:rPr>
          <w:rtl/>
        </w:rPr>
        <w:t>ايك بہت بڑادھماكہ كيا ہے جس كى صدابعد مي</w:t>
      </w:r>
      <w:r w:rsidR="007D6C9B">
        <w:rPr>
          <w:rtl/>
        </w:rPr>
        <w:t xml:space="preserve">ں </w:t>
      </w:r>
      <w:r>
        <w:rPr>
          <w:rtl/>
        </w:rPr>
        <w:t>بلند ہوگى _غصہ اور غضب كا ايك ايسا طوفان اٹھے گا اور وہ اس طوفان مي</w:t>
      </w:r>
      <w:r w:rsidR="007D6C9B">
        <w:rPr>
          <w:rtl/>
        </w:rPr>
        <w:t xml:space="preserve">ں </w:t>
      </w:r>
      <w:r>
        <w:rPr>
          <w:rtl/>
        </w:rPr>
        <w:t>اكيلے ہو</w:t>
      </w:r>
      <w:r w:rsidR="007D6C9B">
        <w:rPr>
          <w:rtl/>
        </w:rPr>
        <w:t xml:space="preserve">ں </w:t>
      </w:r>
      <w:r>
        <w:rPr>
          <w:rtl/>
        </w:rPr>
        <w:t xml:space="preserve">گے _ليكن ان كا خدا موجود ہے اور وہى ان كے لئے كافى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صافات آيت</w:t>
      </w:r>
      <w:r w:rsidR="00E44785">
        <w:rPr>
          <w:rtl/>
        </w:rPr>
        <w:t>9</w:t>
      </w:r>
      <w:r w:rsidR="00E664BB">
        <w:rPr>
          <w:rtl/>
        </w:rPr>
        <w:t>1</w:t>
      </w:r>
      <w:r>
        <w:rPr>
          <w:rtl/>
        </w:rPr>
        <w:t xml:space="preserve"> </w:t>
      </w:r>
    </w:p>
    <w:p w:rsidR="00DE2D7F" w:rsidRDefault="00DE2D7F" w:rsidP="00D07B54">
      <w:pPr>
        <w:pStyle w:val="libFootnote"/>
        <w:rPr>
          <w:rtl/>
        </w:rPr>
      </w:pPr>
      <w:r>
        <w:rPr>
          <w:rtl/>
        </w:rPr>
        <w:t>(</w:t>
      </w:r>
      <w:r w:rsidR="00E664BB">
        <w:rPr>
          <w:rtl/>
        </w:rPr>
        <w:t>2</w:t>
      </w:r>
      <w:r>
        <w:rPr>
          <w:rtl/>
        </w:rPr>
        <w:t>)سورہ صافات آيت</w:t>
      </w:r>
      <w:r w:rsidR="00E44785">
        <w:rPr>
          <w:rtl/>
        </w:rPr>
        <w:t>9</w:t>
      </w:r>
      <w:r w:rsidR="00E664BB">
        <w:rPr>
          <w:rtl/>
        </w:rPr>
        <w:t>2</w:t>
      </w:r>
      <w:r>
        <w:rPr>
          <w:rtl/>
        </w:rPr>
        <w:t xml:space="preserve"> </w:t>
      </w:r>
    </w:p>
    <w:p w:rsidR="00DE2D7F" w:rsidRDefault="00DE2D7F" w:rsidP="00D07B54">
      <w:pPr>
        <w:pStyle w:val="libFootnote"/>
        <w:rPr>
          <w:rtl/>
        </w:rPr>
      </w:pPr>
      <w:r>
        <w:rPr>
          <w:rtl/>
        </w:rPr>
        <w:t>(</w:t>
      </w:r>
      <w:r w:rsidR="00E664BB">
        <w:rPr>
          <w:rtl/>
        </w:rPr>
        <w:t>3</w:t>
      </w:r>
      <w:r>
        <w:rPr>
          <w:rtl/>
        </w:rPr>
        <w:t xml:space="preserve">) سورہ صافات آيت </w:t>
      </w:r>
      <w:r w:rsidR="00E44785">
        <w:rPr>
          <w:rtl/>
        </w:rPr>
        <w:t>9</w:t>
      </w:r>
      <w:r w:rsidR="00E664BB">
        <w:rPr>
          <w:rtl/>
        </w:rPr>
        <w:t>3</w:t>
      </w:r>
      <w:r>
        <w:rPr>
          <w:rtl/>
        </w:rPr>
        <w:t xml:space="preserve"> </w:t>
      </w:r>
    </w:p>
    <w:p w:rsidR="003F44AD" w:rsidRDefault="001648F9" w:rsidP="00D07B54">
      <w:pPr>
        <w:pStyle w:val="libNormal"/>
        <w:rPr>
          <w:rtl/>
        </w:rPr>
      </w:pPr>
      <w:r>
        <w:rPr>
          <w:rtl/>
        </w:rPr>
        <w:t xml:space="preserve"> </w:t>
      </w:r>
      <w:r>
        <w:rPr>
          <w:rtl/>
        </w:rPr>
        <w:br w:type="page"/>
      </w:r>
    </w:p>
    <w:p w:rsidR="003F44AD" w:rsidRDefault="003F44AD" w:rsidP="00D07B54">
      <w:pPr>
        <w:pStyle w:val="libNormal"/>
        <w:rPr>
          <w:rtl/>
        </w:rPr>
      </w:pPr>
    </w:p>
    <w:p w:rsidR="003F44AD" w:rsidRDefault="00DE2D7F" w:rsidP="00D07B54">
      <w:pPr>
        <w:pStyle w:val="Heading2Center"/>
        <w:rPr>
          <w:rtl/>
        </w:rPr>
      </w:pPr>
      <w:bookmarkStart w:id="84" w:name="_Toc7268481"/>
      <w:r>
        <w:rPr>
          <w:rtl/>
        </w:rPr>
        <w:t>جناب ابراہيم (ع) نمروديو</w:t>
      </w:r>
      <w:r w:rsidR="007D6C9B">
        <w:rPr>
          <w:rtl/>
        </w:rPr>
        <w:t xml:space="preserve">ں </w:t>
      </w:r>
      <w:r>
        <w:rPr>
          <w:rtl/>
        </w:rPr>
        <w:t>كى عدالت مي</w:t>
      </w:r>
      <w:r w:rsidR="007D6C9B">
        <w:rPr>
          <w:rtl/>
        </w:rPr>
        <w:t>ں</w:t>
      </w:r>
      <w:bookmarkEnd w:id="84"/>
      <w:r w:rsidR="007D6C9B">
        <w:rPr>
          <w:rtl/>
        </w:rPr>
        <w:t xml:space="preserve"> </w:t>
      </w:r>
    </w:p>
    <w:p w:rsidR="00DE2D7F" w:rsidRDefault="00DE2D7F" w:rsidP="00D07B54">
      <w:pPr>
        <w:pStyle w:val="libNormal"/>
        <w:rPr>
          <w:rtl/>
        </w:rPr>
      </w:pPr>
      <w:r>
        <w:rPr>
          <w:rtl/>
        </w:rPr>
        <w:t>آخر وہ عيد كا دن ختم ہوگيا اور بت پرست خوشى مناتے ہوئے شہر كى طرف پلٹے اور سب بت خانے كى طرف گئے تاكہ بتو</w:t>
      </w:r>
      <w:r w:rsidR="007D6C9B">
        <w:rPr>
          <w:rtl/>
        </w:rPr>
        <w:t xml:space="preserve">ں </w:t>
      </w:r>
      <w:r>
        <w:rPr>
          <w:rtl/>
        </w:rPr>
        <w:t>سے اظہار عقيدت بھى كري</w:t>
      </w:r>
      <w:r w:rsidR="007D6C9B">
        <w:rPr>
          <w:rtl/>
        </w:rPr>
        <w:t xml:space="preserve">ں </w:t>
      </w:r>
      <w:r>
        <w:rPr>
          <w:rtl/>
        </w:rPr>
        <w:t>اور وہ كھانا بھى كھائي</w:t>
      </w:r>
      <w:r w:rsidR="007D6C9B">
        <w:rPr>
          <w:rtl/>
        </w:rPr>
        <w:t xml:space="preserve">ں </w:t>
      </w:r>
      <w:r>
        <w:rPr>
          <w:rtl/>
        </w:rPr>
        <w:t>كہ جو ان كے گمان كے مطابق بتو</w:t>
      </w:r>
      <w:r w:rsidR="007D6C9B">
        <w:rPr>
          <w:rtl/>
        </w:rPr>
        <w:t xml:space="preserve">ں </w:t>
      </w:r>
      <w:r>
        <w:rPr>
          <w:rtl/>
        </w:rPr>
        <w:t>كے پاس ركھے رہنے سے بابركت ہوگيا تھا جو نہى وہ بت خانے كے اندر پہنچے تو ايك ايسا منظر ديكھا كہ ان كہ ہوش اڑگئے آبادبت خانہ كے بجائے بتو</w:t>
      </w:r>
      <w:r w:rsidR="007D6C9B">
        <w:rPr>
          <w:rtl/>
        </w:rPr>
        <w:t xml:space="preserve">ں </w:t>
      </w:r>
      <w:r>
        <w:rPr>
          <w:rtl/>
        </w:rPr>
        <w:t>كا ايك ڈھيرتھا ان كے ہاتھ پائو</w:t>
      </w:r>
      <w:r w:rsidR="007D6C9B">
        <w:rPr>
          <w:rtl/>
        </w:rPr>
        <w:t xml:space="preserve">ں </w:t>
      </w:r>
      <w:r>
        <w:rPr>
          <w:rtl/>
        </w:rPr>
        <w:t>ٹوٹے ہوئے تھے اور وہ ايك دوسرے پر گرے ہوئے تھے _'' وہ تو چيخنے چلانے لگے :''يہ بلا اور مصيبت ہمارے خدائو</w:t>
      </w:r>
      <w:r w:rsidR="007D6C9B">
        <w:rPr>
          <w:rtl/>
        </w:rPr>
        <w:t xml:space="preserve">ں </w:t>
      </w:r>
      <w:r>
        <w:rPr>
          <w:rtl/>
        </w:rPr>
        <w:t>كے سر پر كون لايا ہے ''؟ ''يقينا جو كوئي بھى تھا ، ظالمو</w:t>
      </w:r>
      <w:r w:rsidR="007D6C9B">
        <w:rPr>
          <w:rtl/>
        </w:rPr>
        <w:t xml:space="preserve">ں </w:t>
      </w:r>
      <w:r>
        <w:rPr>
          <w:rtl/>
        </w:rPr>
        <w:t>مي</w:t>
      </w:r>
      <w:r w:rsidR="007D6C9B">
        <w:rPr>
          <w:rtl/>
        </w:rPr>
        <w:t xml:space="preserve">ں </w:t>
      </w:r>
      <w:r>
        <w:rPr>
          <w:rtl/>
        </w:rPr>
        <w:t>سے تھا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نے ہمارے خدائو</w:t>
      </w:r>
      <w:r w:rsidR="007D6C9B">
        <w:rPr>
          <w:rtl/>
        </w:rPr>
        <w:t xml:space="preserve">ں </w:t>
      </w:r>
      <w:r>
        <w:rPr>
          <w:rtl/>
        </w:rPr>
        <w:t>پر بھى ظلم كيا ہے ، ہمارى قوم اور معاشرے پر بھى ،اور خود اپنے اوپر بھى كيونكہ اس نے اپنے اس عمل سے اپنے آپ كو ہلاكت مي</w:t>
      </w:r>
      <w:r w:rsidR="007D6C9B">
        <w:rPr>
          <w:rtl/>
        </w:rPr>
        <w:t xml:space="preserve">ں </w:t>
      </w:r>
      <w:r>
        <w:rPr>
          <w:rtl/>
        </w:rPr>
        <w:t xml:space="preserve">ڈال ديا ہے _ </w:t>
      </w:r>
    </w:p>
    <w:p w:rsidR="00DE2D7F" w:rsidRDefault="00DE2D7F" w:rsidP="00D07B54">
      <w:pPr>
        <w:pStyle w:val="libNormal"/>
        <w:rPr>
          <w:rtl/>
        </w:rPr>
      </w:pPr>
      <w:r>
        <w:rPr>
          <w:rtl/>
        </w:rPr>
        <w:t>ليكن وہ لوگ جو بتو</w:t>
      </w:r>
      <w:r w:rsidR="007D6C9B">
        <w:rPr>
          <w:rtl/>
        </w:rPr>
        <w:t xml:space="preserve">ں </w:t>
      </w:r>
      <w:r>
        <w:rPr>
          <w:rtl/>
        </w:rPr>
        <w:t>كے بارے مي</w:t>
      </w:r>
      <w:r w:rsidR="007D6C9B">
        <w:rPr>
          <w:rtl/>
        </w:rPr>
        <w:t xml:space="preserve">ں </w:t>
      </w:r>
      <w:r>
        <w:rPr>
          <w:rtl/>
        </w:rPr>
        <w:t>ابراہيم كى دھمكيو</w:t>
      </w:r>
      <w:r w:rsidR="007D6C9B">
        <w:rPr>
          <w:rtl/>
        </w:rPr>
        <w:t xml:space="preserve">ں </w:t>
      </w:r>
      <w:r>
        <w:rPr>
          <w:rtl/>
        </w:rPr>
        <w:t>سے آگاہ تھے اور ان جعلى خدائو</w:t>
      </w:r>
      <w:r w:rsidR="007D6C9B">
        <w:rPr>
          <w:rtl/>
        </w:rPr>
        <w:t xml:space="preserve">ں </w:t>
      </w:r>
      <w:r>
        <w:rPr>
          <w:rtl/>
        </w:rPr>
        <w:t>كے بارے مي</w:t>
      </w:r>
      <w:r w:rsidR="007D6C9B">
        <w:rPr>
          <w:rtl/>
        </w:rPr>
        <w:t xml:space="preserve">ں </w:t>
      </w:r>
      <w:r>
        <w:rPr>
          <w:rtl/>
        </w:rPr>
        <w:t>ان كى اھانت آميز باتو</w:t>
      </w:r>
      <w:r w:rsidR="007D6C9B">
        <w:rPr>
          <w:rtl/>
        </w:rPr>
        <w:t xml:space="preserve">ں </w:t>
      </w:r>
      <w:r>
        <w:rPr>
          <w:rtl/>
        </w:rPr>
        <w:t>كو جانتے تھے ، كہنے لگے :''ہم نے سنا ہے ايك جوان بتو</w:t>
      </w:r>
      <w:r w:rsidR="007D6C9B">
        <w:rPr>
          <w:rtl/>
        </w:rPr>
        <w:t xml:space="preserve">ں </w:t>
      </w:r>
      <w:r>
        <w:rPr>
          <w:rtl/>
        </w:rPr>
        <w:t>كے بارے مي</w:t>
      </w:r>
      <w:r w:rsidR="007D6C9B">
        <w:rPr>
          <w:rtl/>
        </w:rPr>
        <w:t xml:space="preserve">ں </w:t>
      </w:r>
      <w:r>
        <w:rPr>
          <w:rtl/>
        </w:rPr>
        <w:t>باتي</w:t>
      </w:r>
      <w:r w:rsidR="007D6C9B">
        <w:rPr>
          <w:rtl/>
        </w:rPr>
        <w:t xml:space="preserve">ں </w:t>
      </w:r>
      <w:r>
        <w:rPr>
          <w:rtl/>
        </w:rPr>
        <w:t>كرتا تھا اور انہي</w:t>
      </w:r>
      <w:r w:rsidR="007D6C9B">
        <w:rPr>
          <w:rtl/>
        </w:rPr>
        <w:t xml:space="preserve">ں </w:t>
      </w:r>
      <w:r>
        <w:rPr>
          <w:rtl/>
        </w:rPr>
        <w:t>برابھلاكہتا تھا ، اس كا نام ابراہيم (ع)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ٹھيك ہے كہ بعض روايات كے مطابق حضرت ابرہيم (ع) اس وقت مكمل طور پر جوان تھے اور احتمال يہ ہے كہ ان كى عمر</w:t>
      </w:r>
      <w:r w:rsidR="00E664BB">
        <w:rPr>
          <w:rtl/>
        </w:rPr>
        <w:t>16</w:t>
      </w:r>
      <w:r>
        <w:rPr>
          <w:rtl/>
        </w:rPr>
        <w:t>/ سال سے زيادہ نہي</w:t>
      </w:r>
      <w:r w:rsidR="007D6C9B">
        <w:rPr>
          <w:rtl/>
        </w:rPr>
        <w:t xml:space="preserve">ں </w:t>
      </w:r>
      <w:r>
        <w:rPr>
          <w:rtl/>
        </w:rPr>
        <w:t>تھى اور يہ بھى درست ہے كہ جوانمردى كى تمام خصوصيات ، شجاعت ، شہامت ، صراحت اور قاطعيت ان كے وجود مي</w:t>
      </w:r>
      <w:r w:rsidR="007D6C9B">
        <w:rPr>
          <w:rtl/>
        </w:rPr>
        <w:t xml:space="preserve">ں </w:t>
      </w:r>
      <w:r>
        <w:rPr>
          <w:rtl/>
        </w:rPr>
        <w:t>جمع تھي</w:t>
      </w:r>
      <w:r w:rsidR="007D6C9B">
        <w:rPr>
          <w:rtl/>
        </w:rPr>
        <w:t xml:space="preserve">ں </w:t>
      </w:r>
      <w:r>
        <w:rPr>
          <w:rtl/>
        </w:rPr>
        <w:t>ليكن اس طرح سے بات كرنے سے بت پرستو</w:t>
      </w:r>
      <w:r w:rsidR="007D6C9B">
        <w:rPr>
          <w:rtl/>
        </w:rPr>
        <w:t xml:space="preserve">ں </w:t>
      </w:r>
      <w:r>
        <w:rPr>
          <w:rtl/>
        </w:rPr>
        <w:t>كى مراد يقينا تحقير كے علاوہ كچھ نہي</w:t>
      </w:r>
      <w:r w:rsidR="007D6C9B">
        <w:rPr>
          <w:rtl/>
        </w:rPr>
        <w:t xml:space="preserve">ں </w:t>
      </w:r>
      <w:r>
        <w:rPr>
          <w:rtl/>
        </w:rPr>
        <w:t>تھى ، بجائے اس كے كہ يہ كہتے كہ ابراہيم(ع) نے يہ كام كيا ہے ،كہتے ہي</w:t>
      </w:r>
      <w:r w:rsidR="007D6C9B">
        <w:rPr>
          <w:rtl/>
        </w:rPr>
        <w:t xml:space="preserve">ں </w:t>
      </w:r>
      <w:r>
        <w:rPr>
          <w:rtl/>
        </w:rPr>
        <w:t>كہ ايك جوان ہے كہ جسے ابراہيم(ع) كہتے ہي</w:t>
      </w:r>
      <w:r w:rsidR="007D6C9B">
        <w:rPr>
          <w:rtl/>
        </w:rPr>
        <w:t xml:space="preserve">ں </w:t>
      </w:r>
      <w:r>
        <w:rPr>
          <w:rtl/>
        </w:rPr>
        <w:t>، وہ اس طرح كہتا تھا يعنى ايك ايسا شخص كہ جو بالكل گمنام اور ان كى نظر مي</w:t>
      </w:r>
      <w:r w:rsidR="007D6C9B">
        <w:rPr>
          <w:rtl/>
        </w:rPr>
        <w:t xml:space="preserve">ں </w:t>
      </w:r>
      <w:r>
        <w:rPr>
          <w:rtl/>
        </w:rPr>
        <w:t xml:space="preserve">بے حيثيت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انبياء آيت</w:t>
      </w:r>
      <w:r w:rsidR="00E44785">
        <w:rPr>
          <w:rtl/>
        </w:rPr>
        <w:t>9</w:t>
      </w:r>
      <w:r>
        <w:rPr>
          <w:rtl/>
        </w:rPr>
        <w:t xml:space="preserve"> </w:t>
      </w:r>
      <w:r w:rsidR="00E664BB">
        <w:rPr>
          <w:rtl/>
        </w:rPr>
        <w:t>5</w:t>
      </w:r>
      <w:r>
        <w:rPr>
          <w:rtl/>
        </w:rPr>
        <w:t xml:space="preserve"> </w:t>
      </w:r>
    </w:p>
    <w:p w:rsidR="00DE2D7F" w:rsidRDefault="00DE2D7F" w:rsidP="00D07B54">
      <w:pPr>
        <w:pStyle w:val="libFootnote"/>
        <w:rPr>
          <w:rtl/>
        </w:rPr>
      </w:pPr>
      <w:r>
        <w:rPr>
          <w:rtl/>
        </w:rPr>
        <w:t>(</w:t>
      </w:r>
      <w:r w:rsidR="00E664BB">
        <w:rPr>
          <w:rtl/>
        </w:rPr>
        <w:t>2</w:t>
      </w:r>
      <w:r>
        <w:rPr>
          <w:rtl/>
        </w:rPr>
        <w:t xml:space="preserve">)سورہ انبياء آيت </w:t>
      </w:r>
      <w:r w:rsidR="00E664BB">
        <w:rPr>
          <w:rtl/>
        </w:rPr>
        <w:t>60</w:t>
      </w:r>
      <w:r>
        <w:rPr>
          <w:rtl/>
        </w:rPr>
        <w:t xml:space="preserve"> </w:t>
      </w:r>
    </w:p>
    <w:p w:rsidR="003F44A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اصولاً معمول يہ ہے كہ جب كسى جگہ كوئي جرم ہوجائے تو اس شخص كو تلاش كرنے كے لئے كہ جس سے وہ جرم سرزد ہوا ہو ان سے دشمنى ركھنے والو</w:t>
      </w:r>
      <w:r w:rsidR="007D6C9B">
        <w:rPr>
          <w:rtl/>
        </w:rPr>
        <w:t xml:space="preserve">ں </w:t>
      </w:r>
      <w:r>
        <w:rPr>
          <w:rtl/>
        </w:rPr>
        <w:t>كو تلاش كيا جاتاہے اور اس ماحول مي</w:t>
      </w:r>
      <w:r w:rsidR="007D6C9B">
        <w:rPr>
          <w:rtl/>
        </w:rPr>
        <w:t xml:space="preserve">ں </w:t>
      </w:r>
      <w:r>
        <w:rPr>
          <w:rtl/>
        </w:rPr>
        <w:t>ابراہيم (ع) كے سوا مسلماً كوئي شخص بتو</w:t>
      </w:r>
      <w:r w:rsidR="007D6C9B">
        <w:rPr>
          <w:rtl/>
        </w:rPr>
        <w:t xml:space="preserve">ں </w:t>
      </w:r>
      <w:r>
        <w:rPr>
          <w:rtl/>
        </w:rPr>
        <w:t>كے ساتھ دست وگريبان نہي</w:t>
      </w:r>
      <w:r w:rsidR="007D6C9B">
        <w:rPr>
          <w:rtl/>
        </w:rPr>
        <w:t xml:space="preserve">ں </w:t>
      </w:r>
      <w:r>
        <w:rPr>
          <w:rtl/>
        </w:rPr>
        <w:t>ہوسكتا تھا لہذا تمام افكار انہي</w:t>
      </w:r>
      <w:r w:rsidR="007D6C9B">
        <w:rPr>
          <w:rtl/>
        </w:rPr>
        <w:t xml:space="preserve">ں </w:t>
      </w:r>
      <w:r>
        <w:rPr>
          <w:rtl/>
        </w:rPr>
        <w:t>كى طرف متوجہ ہوگئے اور بعض نے كہا : '' اب جب كہ معاملہ اس طرح ہے تو جائو اور اس كو لوگو</w:t>
      </w:r>
      <w:r w:rsidR="007D6C9B">
        <w:rPr>
          <w:rtl/>
        </w:rPr>
        <w:t xml:space="preserve">ں </w:t>
      </w:r>
      <w:r>
        <w:rPr>
          <w:rtl/>
        </w:rPr>
        <w:t>كے سامنے پيش كرو تاكہ وہ لوگ كہ جو پہچانتے ہي</w:t>
      </w:r>
      <w:r w:rsidR="007D6C9B">
        <w:rPr>
          <w:rtl/>
        </w:rPr>
        <w:t xml:space="preserve">ں </w:t>
      </w:r>
      <w:r>
        <w:rPr>
          <w:rtl/>
        </w:rPr>
        <w:t>اور خبر ركھتے ہي</w:t>
      </w:r>
      <w:r w:rsidR="007D6C9B">
        <w:rPr>
          <w:rtl/>
        </w:rPr>
        <w:t xml:space="preserve">ں </w:t>
      </w:r>
      <w:r>
        <w:rPr>
          <w:rtl/>
        </w:rPr>
        <w:t>گواہى دي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منادى كرنے والو</w:t>
      </w:r>
      <w:r w:rsidR="007D6C9B">
        <w:rPr>
          <w:rtl/>
        </w:rPr>
        <w:t xml:space="preserve">ں </w:t>
      </w:r>
      <w:r>
        <w:rPr>
          <w:rtl/>
        </w:rPr>
        <w:t>نے شہر مي</w:t>
      </w:r>
      <w:r w:rsidR="007D6C9B">
        <w:rPr>
          <w:rtl/>
        </w:rPr>
        <w:t xml:space="preserve">ں </w:t>
      </w:r>
      <w:r>
        <w:rPr>
          <w:rtl/>
        </w:rPr>
        <w:t>ہر طرف يہ منادى كى كہ جو شخص بھى ابراہيم(ع) كى بتو</w:t>
      </w:r>
      <w:r w:rsidR="007D6C9B">
        <w:rPr>
          <w:rtl/>
        </w:rPr>
        <w:t xml:space="preserve">ں </w:t>
      </w:r>
      <w:r>
        <w:rPr>
          <w:rtl/>
        </w:rPr>
        <w:t>سے دشمنى اور ان كى بدگوئي كے بارے مي</w:t>
      </w:r>
      <w:r w:rsidR="007D6C9B">
        <w:rPr>
          <w:rtl/>
        </w:rPr>
        <w:t xml:space="preserve">ں </w:t>
      </w:r>
      <w:r>
        <w:rPr>
          <w:rtl/>
        </w:rPr>
        <w:t>آگاہ ہے ، حاضر ہوجائے، جلدہى جو آگاہ تھے وہ لوگ بھى اور تمام دوسرے لوگ بھى جمع ہوگئے تاكہ ديكھي</w:t>
      </w:r>
      <w:r w:rsidR="007D6C9B">
        <w:rPr>
          <w:rtl/>
        </w:rPr>
        <w:t xml:space="preserve">ں </w:t>
      </w:r>
      <w:r>
        <w:rPr>
          <w:rtl/>
        </w:rPr>
        <w:t xml:space="preserve">كہ اس ملزم كا انجام كيا ہوتا ہے _ </w:t>
      </w:r>
    </w:p>
    <w:p w:rsidR="00DE2D7F" w:rsidRDefault="00DE2D7F" w:rsidP="00D07B54">
      <w:pPr>
        <w:pStyle w:val="libNormal"/>
        <w:rPr>
          <w:rtl/>
        </w:rPr>
      </w:pPr>
      <w:r>
        <w:rPr>
          <w:rtl/>
        </w:rPr>
        <w:t>ايك عجيب وغريب شور وغل لوگو</w:t>
      </w:r>
      <w:r w:rsidR="007D6C9B">
        <w:rPr>
          <w:rtl/>
        </w:rPr>
        <w:t xml:space="preserve">ں </w:t>
      </w:r>
      <w:r>
        <w:rPr>
          <w:rtl/>
        </w:rPr>
        <w:t>مي</w:t>
      </w:r>
      <w:r w:rsidR="007D6C9B">
        <w:rPr>
          <w:rtl/>
        </w:rPr>
        <w:t xml:space="preserve">ں </w:t>
      </w:r>
      <w:r>
        <w:rPr>
          <w:rtl/>
        </w:rPr>
        <w:t>پڑا ہوا تھا ،چونكہ ان كے عقيدے كے مطابق ايك ايسا جرم جو پہلے كبھى نہ ہوا تھا جس نے ان كے دينى ماحول مي</w:t>
      </w:r>
      <w:r w:rsidR="007D6C9B">
        <w:rPr>
          <w:rtl/>
        </w:rPr>
        <w:t xml:space="preserve">ں </w:t>
      </w:r>
      <w:r>
        <w:rPr>
          <w:rtl/>
        </w:rPr>
        <w:t xml:space="preserve">ايك دھماكہ كر ديا تھا _ </w:t>
      </w:r>
    </w:p>
    <w:p w:rsidR="00DE2D7F" w:rsidRDefault="00DE2D7F" w:rsidP="00D07B54">
      <w:pPr>
        <w:pStyle w:val="libNormal"/>
        <w:rPr>
          <w:rtl/>
        </w:rPr>
      </w:pPr>
    </w:p>
    <w:p w:rsidR="003F44AD" w:rsidRDefault="00DE2D7F" w:rsidP="00D07B54">
      <w:pPr>
        <w:pStyle w:val="Heading2Center"/>
        <w:rPr>
          <w:rtl/>
        </w:rPr>
      </w:pPr>
      <w:bookmarkStart w:id="85" w:name="_Toc7268482"/>
      <w:r>
        <w:rPr>
          <w:rtl/>
        </w:rPr>
        <w:t>حضرت ابراہيم عليہ السلام كى دندان شكن دليل</w:t>
      </w:r>
      <w:bookmarkEnd w:id="85"/>
      <w:r>
        <w:rPr>
          <w:rtl/>
        </w:rPr>
        <w:t xml:space="preserve"> </w:t>
      </w:r>
    </w:p>
    <w:p w:rsidR="00DE2D7F" w:rsidRDefault="00DE2D7F" w:rsidP="00D07B54">
      <w:pPr>
        <w:pStyle w:val="libNormal"/>
        <w:rPr>
          <w:rtl/>
        </w:rPr>
      </w:pPr>
      <w:r>
        <w:rPr>
          <w:rtl/>
        </w:rPr>
        <w:t>آخركار عدالت لگى اور بازپرس ہوئي زعمائے قوم وہا</w:t>
      </w:r>
      <w:r w:rsidR="007D6C9B">
        <w:rPr>
          <w:rtl/>
        </w:rPr>
        <w:t xml:space="preserve">ں </w:t>
      </w:r>
      <w:r>
        <w:rPr>
          <w:rtl/>
        </w:rPr>
        <w:t>جمع ہوئے بعض كہتے ہي</w:t>
      </w:r>
      <w:r w:rsidR="007D6C9B">
        <w:rPr>
          <w:rtl/>
        </w:rPr>
        <w:t xml:space="preserve">ں </w:t>
      </w:r>
      <w:r>
        <w:rPr>
          <w:rtl/>
        </w:rPr>
        <w:t xml:space="preserve">كہ خود نمردو اس عمل كى نگرانى كررہاتھا _ </w:t>
      </w:r>
    </w:p>
    <w:p w:rsidR="00DE2D7F" w:rsidRDefault="00DE2D7F" w:rsidP="00D07B54">
      <w:pPr>
        <w:pStyle w:val="libNormal"/>
        <w:rPr>
          <w:rtl/>
        </w:rPr>
      </w:pPr>
      <w:r>
        <w:rPr>
          <w:rtl/>
        </w:rPr>
        <w:t>پہلا سوال جو انہو</w:t>
      </w:r>
      <w:r w:rsidR="007D6C9B">
        <w:rPr>
          <w:rtl/>
        </w:rPr>
        <w:t xml:space="preserve">ں </w:t>
      </w:r>
      <w:r>
        <w:rPr>
          <w:rtl/>
        </w:rPr>
        <w:t>نے ابراہيم سے كيا وہ يہ تھا :'' اے ابراہيم :كيا تونے ہى ہمارے خدائو</w:t>
      </w:r>
      <w:r w:rsidR="007D6C9B">
        <w:rPr>
          <w:rtl/>
        </w:rPr>
        <w:t xml:space="preserve">ں </w:t>
      </w:r>
      <w:r>
        <w:rPr>
          <w:rtl/>
        </w:rPr>
        <w:t>كے ساتھ يہ كام كيا ہے_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وہ اس بات تك كے لئے تيار نہي</w:t>
      </w:r>
      <w:r w:rsidR="007D6C9B">
        <w:rPr>
          <w:rtl/>
        </w:rPr>
        <w:t xml:space="preserve">ں </w:t>
      </w:r>
      <w:r>
        <w:rPr>
          <w:rtl/>
        </w:rPr>
        <w:t>تھے كہ يہ كہي</w:t>
      </w:r>
      <w:r w:rsidR="007D6C9B">
        <w:rPr>
          <w:rtl/>
        </w:rPr>
        <w:t xml:space="preserve">ں </w:t>
      </w:r>
      <w:r>
        <w:rPr>
          <w:rtl/>
        </w:rPr>
        <w:t>كہ تونے ہمارے خدائو</w:t>
      </w:r>
      <w:r w:rsidR="007D6C9B">
        <w:rPr>
          <w:rtl/>
        </w:rPr>
        <w:t xml:space="preserve">ں </w:t>
      </w:r>
      <w:r>
        <w:rPr>
          <w:rtl/>
        </w:rPr>
        <w:t>كو توڑا ہے اور ان كے ٹكڑے ٹكڑے كرديئے ہي</w:t>
      </w:r>
      <w:r w:rsidR="007D6C9B">
        <w:rPr>
          <w:rtl/>
        </w:rPr>
        <w:t xml:space="preserve">ں </w:t>
      </w:r>
      <w:r>
        <w:rPr>
          <w:rtl/>
        </w:rPr>
        <w:t>، بلكہ صرف يہ كہا كيا تونے ہمارے خدائو</w:t>
      </w:r>
      <w:r w:rsidR="007D6C9B">
        <w:rPr>
          <w:rtl/>
        </w:rPr>
        <w:t xml:space="preserve">ں </w:t>
      </w:r>
      <w:r>
        <w:rPr>
          <w:rtl/>
        </w:rPr>
        <w:t xml:space="preserve">كے ساتھ يہ كام كيا ہے ؟ </w:t>
      </w:r>
    </w:p>
    <w:p w:rsidR="00DE2D7F" w:rsidRDefault="00DE2D7F" w:rsidP="00D07B54">
      <w:pPr>
        <w:pStyle w:val="libNormal"/>
        <w:rPr>
          <w:rtl/>
        </w:rPr>
      </w:pPr>
      <w:r>
        <w:rPr>
          <w:rtl/>
        </w:rPr>
        <w:t>ابراہيم(ع) نے ايسا جواب ديا كہ وہ خود گھرگئے اور ايسے گھرے كہ نكلنا ان كے بس مي</w:t>
      </w:r>
      <w:r w:rsidR="007D6C9B">
        <w:rPr>
          <w:rtl/>
        </w:rPr>
        <w:t xml:space="preserve">ں </w:t>
      </w:r>
      <w:r>
        <w:rPr>
          <w:rtl/>
        </w:rPr>
        <w:t>نہ تھا '' ابراہيم(ع) نے كہا : يہ كام اس بڑے بت نے كيا ہے ،ان سے پوچھو اگر يہ بات كرتے ہو</w:t>
      </w:r>
      <w:r w:rsidR="007D6C9B">
        <w:rPr>
          <w:rtl/>
        </w:rPr>
        <w:t xml:space="preserve">ں </w:t>
      </w:r>
      <w:r>
        <w:rPr>
          <w:rtl/>
        </w:rPr>
        <w:t xml:space="preserve">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انبياء آيت </w:t>
      </w:r>
      <w:r w:rsidR="00E664BB">
        <w:rPr>
          <w:rtl/>
        </w:rPr>
        <w:t>61</w:t>
      </w:r>
      <w:r>
        <w:rPr>
          <w:rtl/>
        </w:rPr>
        <w:t xml:space="preserve"> </w:t>
      </w:r>
    </w:p>
    <w:p w:rsidR="00DE2D7F" w:rsidRDefault="00DE2D7F" w:rsidP="00D07B54">
      <w:pPr>
        <w:pStyle w:val="libFootnote"/>
        <w:rPr>
          <w:rtl/>
        </w:rPr>
      </w:pPr>
      <w:r>
        <w:rPr>
          <w:rtl/>
        </w:rPr>
        <w:t>(</w:t>
      </w:r>
      <w:r w:rsidR="00E664BB">
        <w:rPr>
          <w:rtl/>
        </w:rPr>
        <w:t>2</w:t>
      </w:r>
      <w:r>
        <w:rPr>
          <w:rtl/>
        </w:rPr>
        <w:t xml:space="preserve">)سورہ انبيائ(ع) آيت </w:t>
      </w:r>
      <w:r w:rsidR="00E664BB">
        <w:rPr>
          <w:rtl/>
        </w:rPr>
        <w:t>62</w:t>
      </w:r>
      <w:r>
        <w:rPr>
          <w:rtl/>
        </w:rPr>
        <w:t xml:space="preserve"> </w:t>
      </w:r>
    </w:p>
    <w:p w:rsidR="00DE2D7F" w:rsidRDefault="00DE2D7F" w:rsidP="00D07B54">
      <w:pPr>
        <w:pStyle w:val="libFootnote"/>
        <w:rPr>
          <w:rtl/>
        </w:rPr>
      </w:pPr>
      <w:r>
        <w:rPr>
          <w:rtl/>
        </w:rPr>
        <w:t>(</w:t>
      </w:r>
      <w:r w:rsidR="00E664BB">
        <w:rPr>
          <w:rtl/>
        </w:rPr>
        <w:t>3</w:t>
      </w:r>
      <w:r>
        <w:rPr>
          <w:rtl/>
        </w:rPr>
        <w:t xml:space="preserve">) سورہ انبياء آيت </w:t>
      </w:r>
      <w:r w:rsidR="00E664BB">
        <w:rPr>
          <w:rtl/>
        </w:rPr>
        <w:t>63</w:t>
      </w:r>
      <w:r>
        <w:rPr>
          <w:rtl/>
        </w:rPr>
        <w:t xml:space="preserve"> </w:t>
      </w:r>
    </w:p>
    <w:p w:rsidR="003F44AD" w:rsidRDefault="001648F9" w:rsidP="00D07B54">
      <w:pPr>
        <w:pStyle w:val="libNormal"/>
        <w:rPr>
          <w:rtl/>
        </w:rPr>
      </w:pPr>
      <w:r>
        <w:rPr>
          <w:rtl/>
        </w:rPr>
        <w:t xml:space="preserve"> </w:t>
      </w:r>
      <w:r>
        <w:rPr>
          <w:rtl/>
        </w:rPr>
        <w:br w:type="page"/>
      </w:r>
    </w:p>
    <w:p w:rsidR="003F44AD" w:rsidRDefault="003F44AD" w:rsidP="00D07B54">
      <w:pPr>
        <w:pStyle w:val="libNormal"/>
        <w:rPr>
          <w:rtl/>
        </w:rPr>
      </w:pPr>
    </w:p>
    <w:p w:rsidR="00DE2D7F" w:rsidRDefault="00DE2D7F" w:rsidP="00D07B54">
      <w:pPr>
        <w:pStyle w:val="libNormal"/>
        <w:rPr>
          <w:rtl/>
        </w:rPr>
      </w:pPr>
      <w:r>
        <w:rPr>
          <w:rtl/>
        </w:rPr>
        <w:t>جرائم كى تفتيش كے اصول يہ ہي</w:t>
      </w:r>
      <w:r w:rsidR="007D6C9B">
        <w:rPr>
          <w:rtl/>
        </w:rPr>
        <w:t xml:space="preserve">ں </w:t>
      </w:r>
      <w:r>
        <w:rPr>
          <w:rtl/>
        </w:rPr>
        <w:t>، كہ جس كے پاس آثار جرم ملے، وہ ملزم ہے (مشہور روايت كے مطابق حضرت ابراہيم(ع) نے وہ كلہاڑا بڑے بت كى گردن مي</w:t>
      </w:r>
      <w:r w:rsidR="007D6C9B">
        <w:rPr>
          <w:rtl/>
        </w:rPr>
        <w:t xml:space="preserve">ں </w:t>
      </w:r>
      <w:r>
        <w:rPr>
          <w:rtl/>
        </w:rPr>
        <w:t xml:space="preserve">ڈال ديا تھا )_ </w:t>
      </w:r>
    </w:p>
    <w:p w:rsidR="00DE2D7F" w:rsidRDefault="00DE2D7F" w:rsidP="00D07B54">
      <w:pPr>
        <w:pStyle w:val="libNormal"/>
        <w:rPr>
          <w:rtl/>
        </w:rPr>
      </w:pPr>
      <w:r>
        <w:rPr>
          <w:rtl/>
        </w:rPr>
        <w:t>اصلاً ،تم ميرے پيچھے كيو</w:t>
      </w:r>
      <w:r w:rsidR="007D6C9B">
        <w:rPr>
          <w:rtl/>
        </w:rPr>
        <w:t xml:space="preserve">ں </w:t>
      </w:r>
      <w:r>
        <w:rPr>
          <w:rtl/>
        </w:rPr>
        <w:t>پڑگئے ہو؟ تم اپنے بڑے خدا كو ملزم قرار كيو</w:t>
      </w:r>
      <w:r w:rsidR="007D6C9B">
        <w:rPr>
          <w:rtl/>
        </w:rPr>
        <w:t xml:space="preserve">ں </w:t>
      </w:r>
      <w:r>
        <w:rPr>
          <w:rtl/>
        </w:rPr>
        <w:t>نہي</w:t>
      </w:r>
      <w:r w:rsidR="007D6C9B">
        <w:rPr>
          <w:rtl/>
        </w:rPr>
        <w:t xml:space="preserve">ں </w:t>
      </w:r>
      <w:r>
        <w:rPr>
          <w:rtl/>
        </w:rPr>
        <w:t>ديتے ؟ كيا يہ احتمال نہي</w:t>
      </w:r>
      <w:r w:rsidR="007D6C9B">
        <w:rPr>
          <w:rtl/>
        </w:rPr>
        <w:t xml:space="preserve">ں </w:t>
      </w:r>
      <w:r>
        <w:rPr>
          <w:rtl/>
        </w:rPr>
        <w:t>ہے كہ وہ چھوٹے خدائو</w:t>
      </w:r>
      <w:r w:rsidR="007D6C9B">
        <w:rPr>
          <w:rtl/>
        </w:rPr>
        <w:t xml:space="preserve">ں </w:t>
      </w:r>
      <w:r>
        <w:rPr>
          <w:rtl/>
        </w:rPr>
        <w:t>پر غضبناك ہوگيا ہو يا اس نے انہي</w:t>
      </w:r>
      <w:r w:rsidR="007D6C9B">
        <w:rPr>
          <w:rtl/>
        </w:rPr>
        <w:t xml:space="preserve">ں </w:t>
      </w:r>
      <w:r>
        <w:rPr>
          <w:rtl/>
        </w:rPr>
        <w:t xml:space="preserve">اپنا آيندہ كا رقيب فرض كرتے ہوئے ان سب كا حساب ايك ہى ساتھ پاك كرديا ہو؟ </w:t>
      </w:r>
    </w:p>
    <w:p w:rsidR="00DE2D7F" w:rsidRDefault="00DE2D7F" w:rsidP="00D07B54">
      <w:pPr>
        <w:pStyle w:val="libNormal"/>
        <w:rPr>
          <w:rtl/>
        </w:rPr>
      </w:pPr>
      <w:r>
        <w:rPr>
          <w:rtl/>
        </w:rPr>
        <w:t>ابراہيم (ع) نے قطعى طورپر اس عمل كو بڑے بت كى طرف منسوب كيا ، ليكن تمام قرائن اس بات كى گواہى دے رہے تھے كہ وہ اس بات سے كوئي پختہ اور مستقل قصد نہي</w:t>
      </w:r>
      <w:r w:rsidR="007D6C9B">
        <w:rPr>
          <w:rtl/>
        </w:rPr>
        <w:t xml:space="preserve">ں </w:t>
      </w:r>
      <w:r>
        <w:rPr>
          <w:rtl/>
        </w:rPr>
        <w:t>ركھتے تھے،بلكہ وہ اس سے يہ چاہتے تھے كہ بت پرستو</w:t>
      </w:r>
      <w:r w:rsidR="007D6C9B">
        <w:rPr>
          <w:rtl/>
        </w:rPr>
        <w:t xml:space="preserve">ں </w:t>
      </w:r>
      <w:r>
        <w:rPr>
          <w:rtl/>
        </w:rPr>
        <w:t>كے مسلمہ عقائد كو، جو كہ خرافاتى اور بے بنيادتھے، ان كے منہ پر دے ماري</w:t>
      </w:r>
      <w:r w:rsidR="007D6C9B">
        <w:rPr>
          <w:rtl/>
        </w:rPr>
        <w:t xml:space="preserve">ں </w:t>
      </w:r>
      <w:r>
        <w:rPr>
          <w:rtl/>
        </w:rPr>
        <w:t>اور ان كا مذاق اڑائي</w:t>
      </w:r>
      <w:r w:rsidR="007D6C9B">
        <w:rPr>
          <w:rtl/>
        </w:rPr>
        <w:t xml:space="preserve">ں </w:t>
      </w:r>
      <w:r>
        <w:rPr>
          <w:rtl/>
        </w:rPr>
        <w:t>اور انہي</w:t>
      </w:r>
      <w:r w:rsidR="007D6C9B">
        <w:rPr>
          <w:rtl/>
        </w:rPr>
        <w:t xml:space="preserve">ں </w:t>
      </w:r>
      <w:r>
        <w:rPr>
          <w:rtl/>
        </w:rPr>
        <w:t>يہ سمجھائي</w:t>
      </w:r>
      <w:r w:rsidR="007D6C9B">
        <w:rPr>
          <w:rtl/>
        </w:rPr>
        <w:t xml:space="preserve">ں </w:t>
      </w:r>
      <w:r>
        <w:rPr>
          <w:rtl/>
        </w:rPr>
        <w:t>كہ يہ بے جان پتھراور لكڑيا</w:t>
      </w:r>
      <w:r w:rsidR="007D6C9B">
        <w:rPr>
          <w:rtl/>
        </w:rPr>
        <w:t xml:space="preserve">ں </w:t>
      </w:r>
      <w:r>
        <w:rPr>
          <w:rtl/>
        </w:rPr>
        <w:t>اس قدر حقير ہي</w:t>
      </w:r>
      <w:r w:rsidR="007D6C9B">
        <w:rPr>
          <w:rtl/>
        </w:rPr>
        <w:t xml:space="preserve">ں </w:t>
      </w:r>
      <w:r>
        <w:rPr>
          <w:rtl/>
        </w:rPr>
        <w:t>كہ ايك جملہ تك بھى منہ سے نہي</w:t>
      </w:r>
      <w:r w:rsidR="007D6C9B">
        <w:rPr>
          <w:rtl/>
        </w:rPr>
        <w:t xml:space="preserve">ں </w:t>
      </w:r>
      <w:r>
        <w:rPr>
          <w:rtl/>
        </w:rPr>
        <w:t>نكال سكتي</w:t>
      </w:r>
      <w:r w:rsidR="007D6C9B">
        <w:rPr>
          <w:rtl/>
        </w:rPr>
        <w:t xml:space="preserve">ں </w:t>
      </w:r>
      <w:r>
        <w:rPr>
          <w:rtl/>
        </w:rPr>
        <w:t>، كہ اپنى عبادت كرنے والو</w:t>
      </w:r>
      <w:r w:rsidR="007D6C9B">
        <w:rPr>
          <w:rtl/>
        </w:rPr>
        <w:t xml:space="preserve">ں </w:t>
      </w:r>
      <w:r>
        <w:rPr>
          <w:rtl/>
        </w:rPr>
        <w:t>سے مدد طلب كرلي</w:t>
      </w:r>
      <w:r w:rsidR="007D6C9B">
        <w:rPr>
          <w:rtl/>
        </w:rPr>
        <w:t xml:space="preserve">ں </w:t>
      </w:r>
      <w:r>
        <w:rPr>
          <w:rtl/>
        </w:rPr>
        <w:t>،چہ جائيكہ وہ يہ چاہي</w:t>
      </w:r>
      <w:r w:rsidR="007D6C9B">
        <w:rPr>
          <w:rtl/>
        </w:rPr>
        <w:t xml:space="preserve">ں </w:t>
      </w:r>
      <w:r>
        <w:rPr>
          <w:rtl/>
        </w:rPr>
        <w:t>كہ ان كى مشكلات كوحل كردي</w:t>
      </w:r>
      <w:r w:rsidR="007D6C9B">
        <w:rPr>
          <w:rtl/>
        </w:rPr>
        <w:t xml:space="preserve">ں </w:t>
      </w:r>
      <w:r>
        <w:rPr>
          <w:rtl/>
        </w:rPr>
        <w:t xml:space="preserve">_ </w:t>
      </w:r>
    </w:p>
    <w:p w:rsidR="00DE2D7F" w:rsidRDefault="00DE2D7F" w:rsidP="00D07B54">
      <w:pPr>
        <w:pStyle w:val="libNormal"/>
        <w:rPr>
          <w:rtl/>
        </w:rPr>
      </w:pPr>
      <w:r>
        <w:rPr>
          <w:rtl/>
        </w:rPr>
        <w:t>اس تعبير كے نظير ہمارے روز مرہ كے محاورات مي</w:t>
      </w:r>
      <w:r w:rsidR="007D6C9B">
        <w:rPr>
          <w:rtl/>
        </w:rPr>
        <w:t xml:space="preserve">ں </w:t>
      </w:r>
      <w:r>
        <w:rPr>
          <w:rtl/>
        </w:rPr>
        <w:t>بہت زيادہ ہے كہ مد مقابل كى بات كو باطل كرنے كے لئے اس كے مسلمات كوامر يا خبريا استفہام كى صورت مي</w:t>
      </w:r>
      <w:r w:rsidR="007D6C9B">
        <w:rPr>
          <w:rtl/>
        </w:rPr>
        <w:t xml:space="preserve">ں </w:t>
      </w:r>
      <w:r>
        <w:rPr>
          <w:rtl/>
        </w:rPr>
        <w:t>اس كے سامنے ركھتے ہي</w:t>
      </w:r>
      <w:r w:rsidR="007D6C9B">
        <w:rPr>
          <w:rtl/>
        </w:rPr>
        <w:t xml:space="preserve">ں </w:t>
      </w:r>
      <w:r>
        <w:rPr>
          <w:rtl/>
        </w:rPr>
        <w:t>تاكہ وہ مغلوب ہوجائے اور يہ بات كسى طرح بھى جھوٹ نہي</w:t>
      </w:r>
      <w:r w:rsidR="007D6C9B">
        <w:rPr>
          <w:rtl/>
        </w:rPr>
        <w:t xml:space="preserve">ں </w:t>
      </w:r>
      <w:r>
        <w:rPr>
          <w:rtl/>
        </w:rPr>
        <w:t xml:space="preserve">ہوتي'' جھوٹ وہ ہوتا ہے كہ جس كے ساتھ كوئي قرينہ نہ ہو ''_ </w:t>
      </w:r>
    </w:p>
    <w:p w:rsidR="00DE2D7F" w:rsidRDefault="00DE2D7F" w:rsidP="00D07B54">
      <w:pPr>
        <w:pStyle w:val="libNormal"/>
        <w:rPr>
          <w:rtl/>
        </w:rPr>
      </w:pPr>
      <w:r>
        <w:rPr>
          <w:rtl/>
        </w:rPr>
        <w:t>اس روايت مي</w:t>
      </w:r>
      <w:r w:rsidR="007D6C9B">
        <w:rPr>
          <w:rtl/>
        </w:rPr>
        <w:t xml:space="preserve">ں </w:t>
      </w:r>
      <w:r>
        <w:rPr>
          <w:rtl/>
        </w:rPr>
        <w:t>كہ جو كتاب كافى مي</w:t>
      </w:r>
      <w:r w:rsidR="007D6C9B">
        <w:rPr>
          <w:rtl/>
        </w:rPr>
        <w:t xml:space="preserve">ں </w:t>
      </w:r>
      <w:r>
        <w:rPr>
          <w:rtl/>
        </w:rPr>
        <w:t>امام صادق عليہ ا لسلام سے نقل ہوئي ہے ،يہ بيان ہوا ہے كہ : ''ابراہيم عليہ السلام نے يہ بات اس لئے كہى كہ وہ ان كے افكار كى اصلاح كرنا چاہتے تھے_اور انہي</w:t>
      </w:r>
      <w:r w:rsidR="007D6C9B">
        <w:rPr>
          <w:rtl/>
        </w:rPr>
        <w:t xml:space="preserve">ں </w:t>
      </w:r>
      <w:r>
        <w:rPr>
          <w:rtl/>
        </w:rPr>
        <w:t>سمجھانا چاہتے تھے كہ ايسے كام بتو</w:t>
      </w:r>
      <w:r w:rsidR="007D6C9B">
        <w:rPr>
          <w:rtl/>
        </w:rPr>
        <w:t xml:space="preserve">ں </w:t>
      </w:r>
      <w:r>
        <w:rPr>
          <w:rtl/>
        </w:rPr>
        <w:t>سے نہي</w:t>
      </w:r>
      <w:r w:rsidR="007D6C9B">
        <w:rPr>
          <w:rtl/>
        </w:rPr>
        <w:t xml:space="preserve">ں </w:t>
      </w:r>
      <w:r>
        <w:rPr>
          <w:rtl/>
        </w:rPr>
        <w:t xml:space="preserve">ہو سكتے_'' </w:t>
      </w:r>
    </w:p>
    <w:p w:rsidR="00DE2D7F" w:rsidRDefault="00DE2D7F" w:rsidP="00D07B54">
      <w:pPr>
        <w:pStyle w:val="libNormal"/>
        <w:rPr>
          <w:rtl/>
        </w:rPr>
      </w:pPr>
      <w:r>
        <w:rPr>
          <w:rtl/>
        </w:rPr>
        <w:t xml:space="preserve">اس كے بعد امام عليہ السلام نے مزيد فرمايا: </w:t>
      </w:r>
    </w:p>
    <w:p w:rsidR="00DE2D7F" w:rsidRDefault="00DE2D7F" w:rsidP="00D07B54">
      <w:pPr>
        <w:pStyle w:val="libNormal"/>
        <w:rPr>
          <w:rtl/>
        </w:rPr>
      </w:pPr>
      <w:r>
        <w:rPr>
          <w:rtl/>
        </w:rPr>
        <w:t>''خدا كى قسم يہ كام بتو</w:t>
      </w:r>
      <w:r w:rsidR="007D6C9B">
        <w:rPr>
          <w:rtl/>
        </w:rPr>
        <w:t xml:space="preserve">ں </w:t>
      </w:r>
      <w:r>
        <w:rPr>
          <w:rtl/>
        </w:rPr>
        <w:t>نے نہي</w:t>
      </w:r>
      <w:r w:rsidR="007D6C9B">
        <w:rPr>
          <w:rtl/>
        </w:rPr>
        <w:t xml:space="preserve">ں </w:t>
      </w:r>
      <w:r>
        <w:rPr>
          <w:rtl/>
        </w:rPr>
        <w:t>كيا تھا اور ابراہيم عليہ السلام نے جھوٹ بھى نہي</w:t>
      </w:r>
      <w:r w:rsidR="007D6C9B">
        <w:rPr>
          <w:rtl/>
        </w:rPr>
        <w:t xml:space="preserve">ں </w:t>
      </w:r>
      <w:r>
        <w:rPr>
          <w:rtl/>
        </w:rPr>
        <w:t xml:space="preserve">بولا_'' </w:t>
      </w:r>
    </w:p>
    <w:p w:rsidR="003F44AD" w:rsidRDefault="001648F9" w:rsidP="00D07B54">
      <w:pPr>
        <w:pStyle w:val="libNormal"/>
        <w:rPr>
          <w:rtl/>
        </w:rPr>
      </w:pPr>
      <w:r>
        <w:rPr>
          <w:rtl/>
        </w:rPr>
        <w:t xml:space="preserve"> </w:t>
      </w:r>
      <w:r>
        <w:rPr>
          <w:rtl/>
        </w:rPr>
        <w:br w:type="page"/>
      </w:r>
    </w:p>
    <w:p w:rsidR="003F44AD" w:rsidRDefault="003F44AD" w:rsidP="00D07B54">
      <w:pPr>
        <w:pStyle w:val="libNormal"/>
        <w:rPr>
          <w:rtl/>
        </w:rPr>
      </w:pPr>
    </w:p>
    <w:p w:rsidR="003F44AD" w:rsidRDefault="00DE2D7F" w:rsidP="00D07B54">
      <w:pPr>
        <w:pStyle w:val="Heading2Center"/>
        <w:rPr>
          <w:rtl/>
        </w:rPr>
      </w:pPr>
      <w:bookmarkStart w:id="86" w:name="_Toc7268483"/>
      <w:r>
        <w:rPr>
          <w:rtl/>
        </w:rPr>
        <w:t>زودگذربيداري</w:t>
      </w:r>
      <w:bookmarkEnd w:id="86"/>
      <w:r>
        <w:rPr>
          <w:rtl/>
        </w:rPr>
        <w:t xml:space="preserve"> </w:t>
      </w:r>
    </w:p>
    <w:p w:rsidR="00DE2D7F" w:rsidRDefault="00DE2D7F" w:rsidP="00D07B54">
      <w:pPr>
        <w:pStyle w:val="libNormal"/>
        <w:rPr>
          <w:rtl/>
        </w:rPr>
      </w:pPr>
      <w:r>
        <w:rPr>
          <w:rtl/>
        </w:rPr>
        <w:t>ابراہيم (ع) كى باتو</w:t>
      </w:r>
      <w:r w:rsidR="007D6C9B">
        <w:rPr>
          <w:rtl/>
        </w:rPr>
        <w:t xml:space="preserve">ں </w:t>
      </w:r>
      <w:r>
        <w:rPr>
          <w:rtl/>
        </w:rPr>
        <w:t>نے بت پرستو</w:t>
      </w:r>
      <w:r w:rsidR="007D6C9B">
        <w:rPr>
          <w:rtl/>
        </w:rPr>
        <w:t xml:space="preserve">ں </w:t>
      </w:r>
      <w:r>
        <w:rPr>
          <w:rtl/>
        </w:rPr>
        <w:t>كو ہلاكرركھ ديا ، ان كے سوئے ہوئے وجدان كو بيداركيا اور اس طوفان كى مانند كہ جو آگ كى چنگاريو</w:t>
      </w:r>
      <w:r w:rsidR="007D6C9B">
        <w:rPr>
          <w:rtl/>
        </w:rPr>
        <w:t xml:space="preserve">ں </w:t>
      </w:r>
      <w:r>
        <w:rPr>
          <w:rtl/>
        </w:rPr>
        <w:t>كے اوپر پڑى ہوئي بہت سى راكھ كو ہٹا ديتاہے اور اس كى چمك كو آشكار كرديتا ہے ،ان كى فطرت توحيدى كو تعصب ،جہالت اور غرور كے پردو</w:t>
      </w:r>
      <w:r w:rsidR="007D6C9B">
        <w:rPr>
          <w:rtl/>
        </w:rPr>
        <w:t xml:space="preserve">ں </w:t>
      </w:r>
      <w:r>
        <w:rPr>
          <w:rtl/>
        </w:rPr>
        <w:t>كے پيچھے سے آشكار وظاہر كرديا_ زود گزرلمحے مي</w:t>
      </w:r>
      <w:r w:rsidR="007D6C9B">
        <w:rPr>
          <w:rtl/>
        </w:rPr>
        <w:t xml:space="preserve">ں </w:t>
      </w:r>
      <w:r>
        <w:rPr>
          <w:rtl/>
        </w:rPr>
        <w:t>وہ موت كى سى ايك گہرى نيند سے بيدار ہوگئے جيسا كہ قرآن كہتا ہے : '' وہ اپنے وجدان اور فطرت كى طرف پلٹے اور خود اپنے آپ سے كہنے لگے كہ حق بات يہ ہے كہ ظالم تو تم خود ہى ہو_''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تم نے تو خود اپنے اوپر بھى ظلم وستم كيا ہے اور اس معاشرے كے اوپر بھى كہ جس كے ساتھ تمہارا تعلق ہے اور نعمتو</w:t>
      </w:r>
      <w:r w:rsidR="007D6C9B">
        <w:rPr>
          <w:rtl/>
        </w:rPr>
        <w:t xml:space="preserve">ں </w:t>
      </w:r>
      <w:r>
        <w:rPr>
          <w:rtl/>
        </w:rPr>
        <w:t>كے بخشنے والے پروردگار كى ساحت مقدس مي</w:t>
      </w:r>
      <w:r w:rsidR="007D6C9B">
        <w:rPr>
          <w:rtl/>
        </w:rPr>
        <w:t xml:space="preserve">ں </w:t>
      </w:r>
      <w:r>
        <w:rPr>
          <w:rtl/>
        </w:rPr>
        <w:t>بھى _يہ بات قابل توجہ ہے كہ گزشتہ صفحات مي</w:t>
      </w:r>
      <w:r w:rsidR="007D6C9B">
        <w:rPr>
          <w:rtl/>
        </w:rPr>
        <w:t xml:space="preserve">ں </w:t>
      </w:r>
      <w:r>
        <w:rPr>
          <w:rtl/>
        </w:rPr>
        <w:t>يہ بيان ہوا ہے كہ انہو</w:t>
      </w:r>
      <w:r w:rsidR="007D6C9B">
        <w:rPr>
          <w:rtl/>
        </w:rPr>
        <w:t xml:space="preserve">ں </w:t>
      </w:r>
      <w:r>
        <w:rPr>
          <w:rtl/>
        </w:rPr>
        <w:t>نے ابراہيم پر ظالم ہونے كا اتہام لگايا تھا ليكن اب انہي</w:t>
      </w:r>
      <w:r w:rsidR="007D6C9B">
        <w:rPr>
          <w:rtl/>
        </w:rPr>
        <w:t xml:space="preserve">ں </w:t>
      </w:r>
      <w:r>
        <w:rPr>
          <w:rtl/>
        </w:rPr>
        <w:t>يہا</w:t>
      </w:r>
      <w:r w:rsidR="007D6C9B">
        <w:rPr>
          <w:rtl/>
        </w:rPr>
        <w:t xml:space="preserve">ں </w:t>
      </w:r>
      <w:r>
        <w:rPr>
          <w:rtl/>
        </w:rPr>
        <w:t>معلوم ہوگيا كہ اصلى اورحقيقى ظالم تو وہ خود ہي</w:t>
      </w:r>
      <w:r w:rsidR="007D6C9B">
        <w:rPr>
          <w:rtl/>
        </w:rPr>
        <w:t xml:space="preserve">ں </w:t>
      </w:r>
      <w:r>
        <w:rPr>
          <w:rtl/>
        </w:rPr>
        <w:t xml:space="preserve">_ </w:t>
      </w:r>
    </w:p>
    <w:p w:rsidR="00DE2D7F" w:rsidRDefault="00DE2D7F" w:rsidP="00D07B54">
      <w:pPr>
        <w:pStyle w:val="libNormal"/>
        <w:rPr>
          <w:rtl/>
        </w:rPr>
      </w:pPr>
      <w:r>
        <w:rPr>
          <w:rtl/>
        </w:rPr>
        <w:t>اور واقعا ًابراہيم(ع) كا اصل مقصد بتو</w:t>
      </w:r>
      <w:r w:rsidR="007D6C9B">
        <w:rPr>
          <w:rtl/>
        </w:rPr>
        <w:t xml:space="preserve">ں </w:t>
      </w:r>
      <w:r>
        <w:rPr>
          <w:rtl/>
        </w:rPr>
        <w:t>كے توڑنے سے يہى تھا _ مقصد تو بت پرستى كى فكر اور بت پرستى كى روح كو توڑنا تھا ورنہ بتو</w:t>
      </w:r>
      <w:r w:rsidR="007D6C9B">
        <w:rPr>
          <w:rtl/>
        </w:rPr>
        <w:t xml:space="preserve">ں </w:t>
      </w:r>
      <w:r>
        <w:rPr>
          <w:rtl/>
        </w:rPr>
        <w:t>كے توڑنے كا تو كوئي فائدہ نہي</w:t>
      </w:r>
      <w:r w:rsidR="007D6C9B">
        <w:rPr>
          <w:rtl/>
        </w:rPr>
        <w:t xml:space="preserve">ں </w:t>
      </w:r>
      <w:r>
        <w:rPr>
          <w:rtl/>
        </w:rPr>
        <w:t>ہے، ہٹ دھرم بت پرست ان سے زيادہ اور ان سے بھى بڑے اور بناليتے اور ان كى جگہ پر ركھديتے جيسا كہ نادان ،جاہل اور متعصب اقوام كى تاريخ مي</w:t>
      </w:r>
      <w:r w:rsidR="007D6C9B">
        <w:rPr>
          <w:rtl/>
        </w:rPr>
        <w:t xml:space="preserve">ں </w:t>
      </w:r>
      <w:r>
        <w:rPr>
          <w:rtl/>
        </w:rPr>
        <w:t>اس مسئلے كے بے شمار نمونے موجودہي</w:t>
      </w:r>
      <w:r w:rsidR="007D6C9B">
        <w:rPr>
          <w:rtl/>
        </w:rPr>
        <w:t xml:space="preserve">ں </w:t>
      </w:r>
      <w:r>
        <w:rPr>
          <w:rtl/>
        </w:rPr>
        <w:t>_ابراہيم(ع) اس حدتك كامياب ہوئے كہ انہو</w:t>
      </w:r>
      <w:r w:rsidR="007D6C9B">
        <w:rPr>
          <w:rtl/>
        </w:rPr>
        <w:t xml:space="preserve">ں </w:t>
      </w:r>
      <w:r>
        <w:rPr>
          <w:rtl/>
        </w:rPr>
        <w:t>نے اپنى تبليغ كے ايك بہت ہى حساس اور ظريف مرحلہ كو ايك نفسياتى طوفان پيدا كركے طے كرليا اور وہ تھا سوئے ہوئے وجدانو</w:t>
      </w:r>
      <w:r w:rsidR="007D6C9B">
        <w:rPr>
          <w:rtl/>
        </w:rPr>
        <w:t xml:space="preserve">ں </w:t>
      </w:r>
      <w:r>
        <w:rPr>
          <w:rtl/>
        </w:rPr>
        <w:t xml:space="preserve">كو بيداركرنا _ </w:t>
      </w:r>
    </w:p>
    <w:p w:rsidR="00DE2D7F" w:rsidRDefault="00DE2D7F" w:rsidP="00D07B54">
      <w:pPr>
        <w:pStyle w:val="libNormal"/>
        <w:rPr>
          <w:rtl/>
        </w:rPr>
      </w:pPr>
    </w:p>
    <w:p w:rsidR="003F44AD" w:rsidRDefault="00DE2D7F" w:rsidP="00D07B54">
      <w:pPr>
        <w:pStyle w:val="Heading2Center"/>
        <w:rPr>
          <w:rtl/>
        </w:rPr>
      </w:pPr>
      <w:bookmarkStart w:id="87" w:name="_Toc7268484"/>
      <w:r>
        <w:rPr>
          <w:rtl/>
        </w:rPr>
        <w:t>بت تو بولتے ہى نہي</w:t>
      </w:r>
      <w:r w:rsidR="007D6C9B">
        <w:rPr>
          <w:rtl/>
        </w:rPr>
        <w:t>ں</w:t>
      </w:r>
      <w:bookmarkEnd w:id="87"/>
      <w:r w:rsidR="007D6C9B">
        <w:rPr>
          <w:rtl/>
        </w:rPr>
        <w:t xml:space="preserve"> </w:t>
      </w:r>
    </w:p>
    <w:p w:rsidR="00DE2D7F" w:rsidRDefault="00DE2D7F" w:rsidP="00D07B54">
      <w:pPr>
        <w:pStyle w:val="libNormal"/>
        <w:rPr>
          <w:rtl/>
        </w:rPr>
      </w:pPr>
      <w:r>
        <w:rPr>
          <w:rtl/>
        </w:rPr>
        <w:t>ليكن افسوس : كہ جہالت وتعصب اور اندھى تقليد كا زنگ اس سے كہي</w:t>
      </w:r>
      <w:r w:rsidR="007D6C9B">
        <w:rPr>
          <w:rtl/>
        </w:rPr>
        <w:t xml:space="preserve">ں </w:t>
      </w:r>
      <w:r>
        <w:rPr>
          <w:rtl/>
        </w:rPr>
        <w:t xml:space="preserve">زيادہ تھا كہ وہ توحيدكے اس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انبياء آيت </w:t>
      </w:r>
      <w:r w:rsidR="00E664BB">
        <w:rPr>
          <w:rtl/>
        </w:rPr>
        <w:t>64</w:t>
      </w:r>
      <w:r>
        <w:rPr>
          <w:rtl/>
        </w:rPr>
        <w:t xml:space="preserve"> </w:t>
      </w:r>
    </w:p>
    <w:p w:rsidR="003F44AD" w:rsidRDefault="00C2634E" w:rsidP="00D07B54">
      <w:pPr>
        <w:pStyle w:val="libNormal"/>
        <w:rPr>
          <w:rtl/>
        </w:rPr>
      </w:pPr>
      <w:r>
        <w:rPr>
          <w:rtl/>
        </w:rPr>
        <w:t xml:space="preserve"> </w:t>
      </w:r>
      <w:r>
        <w:rPr>
          <w:rtl/>
        </w:rPr>
        <w:br w:type="page"/>
      </w:r>
    </w:p>
    <w:p w:rsidR="003F44AD" w:rsidRDefault="003F44AD" w:rsidP="00D07B54">
      <w:pPr>
        <w:pStyle w:val="libNormal"/>
        <w:rPr>
          <w:rtl/>
        </w:rPr>
      </w:pPr>
    </w:p>
    <w:p w:rsidR="00DE2D7F" w:rsidRDefault="00DE2D7F" w:rsidP="00D07B54">
      <w:pPr>
        <w:pStyle w:val="libNormal"/>
        <w:rPr>
          <w:rtl/>
        </w:rPr>
      </w:pPr>
      <w:r>
        <w:rPr>
          <w:rtl/>
        </w:rPr>
        <w:t xml:space="preserve">علمبرداركى صيقل بخش پكار سے كلى طورپر دور ہوجاتاہے _ </w:t>
      </w:r>
    </w:p>
    <w:p w:rsidR="00DE2D7F" w:rsidRDefault="00DE2D7F" w:rsidP="00D07B54">
      <w:pPr>
        <w:pStyle w:val="libNormal"/>
        <w:rPr>
          <w:rtl/>
        </w:rPr>
      </w:pPr>
      <w:r>
        <w:rPr>
          <w:rtl/>
        </w:rPr>
        <w:t>افسوس كہ يہ روحانى اور مقدس بيدارى زيادہ دير تك نہ رہ سكى اور ان كے آلودہ اور تاريك ضمير مي</w:t>
      </w:r>
      <w:r w:rsidR="007D6C9B">
        <w:rPr>
          <w:rtl/>
        </w:rPr>
        <w:t xml:space="preserve">ں </w:t>
      </w:r>
      <w:r>
        <w:rPr>
          <w:rtl/>
        </w:rPr>
        <w:t>، جہالت اور شيطانى قوتو</w:t>
      </w:r>
      <w:r w:rsidR="007D6C9B">
        <w:rPr>
          <w:rtl/>
        </w:rPr>
        <w:t xml:space="preserve">ں </w:t>
      </w:r>
      <w:r>
        <w:rPr>
          <w:rtl/>
        </w:rPr>
        <w:t>كى طرف سے اس نور توحيد كے خلاف قيام عمل مي</w:t>
      </w:r>
      <w:r w:rsidR="007D6C9B">
        <w:rPr>
          <w:rtl/>
        </w:rPr>
        <w:t xml:space="preserve">ں </w:t>
      </w:r>
      <w:r>
        <w:rPr>
          <w:rtl/>
        </w:rPr>
        <w:t>آگيا اور ہر چيز اپنى پہلى جگہ پر پلٹ آئي قرآن كتنى لطيف تعبير پيش كررہا ہے : '' اس كے بعد وہ اپنے سركے بل الٹے ہوگئے_''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اس غرض سے كہ اپنے گونگے اور بے زبان خدائو</w:t>
      </w:r>
      <w:r w:rsidR="007D6C9B">
        <w:rPr>
          <w:rtl/>
        </w:rPr>
        <w:t xml:space="preserve">ں </w:t>
      </w:r>
      <w:r>
        <w:rPr>
          <w:rtl/>
        </w:rPr>
        <w:t>كى طرف سے كوئي عذرپيش كري</w:t>
      </w:r>
      <w:r w:rsidR="007D6C9B">
        <w:rPr>
          <w:rtl/>
        </w:rPr>
        <w:t xml:space="preserve">ں </w:t>
      </w:r>
      <w:r>
        <w:rPr>
          <w:rtl/>
        </w:rPr>
        <w:t>، انہو</w:t>
      </w:r>
      <w:r w:rsidR="007D6C9B">
        <w:rPr>
          <w:rtl/>
        </w:rPr>
        <w:t xml:space="preserve">ں </w:t>
      </w:r>
      <w:r>
        <w:rPr>
          <w:rtl/>
        </w:rPr>
        <w:t>نے كہا : '' تو تو جانتاہے كہ يہ باتي</w:t>
      </w:r>
      <w:r w:rsidR="007D6C9B">
        <w:rPr>
          <w:rtl/>
        </w:rPr>
        <w:t xml:space="preserve">ں </w:t>
      </w:r>
      <w:r>
        <w:rPr>
          <w:rtl/>
        </w:rPr>
        <w:t>نہي</w:t>
      </w:r>
      <w:r w:rsidR="007D6C9B">
        <w:rPr>
          <w:rtl/>
        </w:rPr>
        <w:t xml:space="preserve">ں </w:t>
      </w:r>
      <w:r>
        <w:rPr>
          <w:rtl/>
        </w:rPr>
        <w:t>كرتے_''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توہميشہ چپ رہتے ہي</w:t>
      </w:r>
      <w:r w:rsidR="007D6C9B">
        <w:rPr>
          <w:rtl/>
        </w:rPr>
        <w:t xml:space="preserve">ں </w:t>
      </w:r>
      <w:r>
        <w:rPr>
          <w:rtl/>
        </w:rPr>
        <w:t>اور خاموشى كے رعب كو نہي</w:t>
      </w:r>
      <w:r w:rsidR="007D6C9B">
        <w:rPr>
          <w:rtl/>
        </w:rPr>
        <w:t xml:space="preserve">ں </w:t>
      </w:r>
      <w:r>
        <w:rPr>
          <w:rtl/>
        </w:rPr>
        <w:t xml:space="preserve">توڑتے _ </w:t>
      </w:r>
    </w:p>
    <w:p w:rsidR="00DE2D7F" w:rsidRDefault="00DE2D7F" w:rsidP="00D07B54">
      <w:pPr>
        <w:pStyle w:val="libNormal"/>
        <w:rPr>
          <w:rtl/>
        </w:rPr>
      </w:pPr>
      <w:r>
        <w:rPr>
          <w:rtl/>
        </w:rPr>
        <w:t>اور اس تراشے ہوئے عذر كے ساتھ انہو</w:t>
      </w:r>
      <w:r w:rsidR="007D6C9B">
        <w:rPr>
          <w:rtl/>
        </w:rPr>
        <w:t xml:space="preserve">ں </w:t>
      </w:r>
      <w:r>
        <w:rPr>
          <w:rtl/>
        </w:rPr>
        <w:t>نے يہ چاہا كہ بتو</w:t>
      </w:r>
      <w:r w:rsidR="007D6C9B">
        <w:rPr>
          <w:rtl/>
        </w:rPr>
        <w:t xml:space="preserve">ں </w:t>
      </w:r>
      <w:r>
        <w:rPr>
          <w:rtl/>
        </w:rPr>
        <w:t>كى كمزورى ، بدحالى اور ذلت كو چھپائي</w:t>
      </w:r>
      <w:r w:rsidR="007D6C9B">
        <w:rPr>
          <w:rtl/>
        </w:rPr>
        <w:t xml:space="preserve">ں </w:t>
      </w:r>
      <w:r>
        <w:rPr>
          <w:rtl/>
        </w:rPr>
        <w:t xml:space="preserve">_ </w:t>
      </w:r>
    </w:p>
    <w:p w:rsidR="00DE2D7F" w:rsidRDefault="00DE2D7F" w:rsidP="00D07B54">
      <w:pPr>
        <w:pStyle w:val="libNormal"/>
        <w:rPr>
          <w:rtl/>
        </w:rPr>
      </w:pPr>
      <w:r>
        <w:rPr>
          <w:rtl/>
        </w:rPr>
        <w:t>يہ وہ مقام تھا كہ جہا</w:t>
      </w:r>
      <w:r w:rsidR="007D6C9B">
        <w:rPr>
          <w:rtl/>
        </w:rPr>
        <w:t xml:space="preserve">ں </w:t>
      </w:r>
      <w:r>
        <w:rPr>
          <w:rtl/>
        </w:rPr>
        <w:t>ابراہيم جيسے ہيرو كے سامنے منطقى استدلال كے لئے ميدان كھل گيا تاكہ ان پر بھر پورحملے كري</w:t>
      </w:r>
      <w:r w:rsidR="007D6C9B">
        <w:rPr>
          <w:rtl/>
        </w:rPr>
        <w:t xml:space="preserve">ں </w:t>
      </w:r>
      <w:r>
        <w:rPr>
          <w:rtl/>
        </w:rPr>
        <w:t>اور ان كے ذہنو</w:t>
      </w:r>
      <w:r w:rsidR="007D6C9B">
        <w:rPr>
          <w:rtl/>
        </w:rPr>
        <w:t xml:space="preserve">ں </w:t>
      </w:r>
      <w:r>
        <w:rPr>
          <w:rtl/>
        </w:rPr>
        <w:t>كو ايسى سرزنش اور ملامت كري</w:t>
      </w:r>
      <w:r w:rsidR="007D6C9B">
        <w:rPr>
          <w:rtl/>
        </w:rPr>
        <w:t xml:space="preserve">ں </w:t>
      </w:r>
      <w:r>
        <w:rPr>
          <w:rtl/>
        </w:rPr>
        <w:t>كہ جو منطقى اور بيدار كرنے والى ہو '' (ابراہيم نے ) پكار كركہا: كيا تم خداكو چھوڑكر دوسرے معبودو</w:t>
      </w:r>
      <w:r w:rsidR="007D6C9B">
        <w:rPr>
          <w:rtl/>
        </w:rPr>
        <w:t xml:space="preserve">ں </w:t>
      </w:r>
      <w:r>
        <w:rPr>
          <w:rtl/>
        </w:rPr>
        <w:t>كى پرستش كرتے ہو كہ جونہ تمہي</w:t>
      </w:r>
      <w:r w:rsidR="007D6C9B">
        <w:rPr>
          <w:rtl/>
        </w:rPr>
        <w:t xml:space="preserve">ں </w:t>
      </w:r>
      <w:r>
        <w:rPr>
          <w:rtl/>
        </w:rPr>
        <w:t>كچھ فائدہ پہنچاتے ہي</w:t>
      </w:r>
      <w:r w:rsidR="007D6C9B">
        <w:rPr>
          <w:rtl/>
        </w:rPr>
        <w:t xml:space="preserve">ں </w:t>
      </w:r>
      <w:r>
        <w:rPr>
          <w:rtl/>
        </w:rPr>
        <w:t xml:space="preserve">اور نہ ضرر ''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خيالى خدا كہ جو نہ بات كرنے كى قدرت ركھتے ہي</w:t>
      </w:r>
      <w:r w:rsidR="007D6C9B">
        <w:rPr>
          <w:rtl/>
        </w:rPr>
        <w:t xml:space="preserve">ں </w:t>
      </w:r>
      <w:r>
        <w:rPr>
          <w:rtl/>
        </w:rPr>
        <w:t>،نہ شعورو ادراك ركھتے ہي</w:t>
      </w:r>
      <w:r w:rsidR="007D6C9B">
        <w:rPr>
          <w:rtl/>
        </w:rPr>
        <w:t xml:space="preserve">ں </w:t>
      </w:r>
      <w:r>
        <w:rPr>
          <w:rtl/>
        </w:rPr>
        <w:t>،نہ خود اپنا دفاع كرسكتے ہي</w:t>
      </w:r>
      <w:r w:rsidR="007D6C9B">
        <w:rPr>
          <w:rtl/>
        </w:rPr>
        <w:t xml:space="preserve">ں </w:t>
      </w:r>
      <w:r>
        <w:rPr>
          <w:rtl/>
        </w:rPr>
        <w:t>، نہ بندو</w:t>
      </w:r>
      <w:r w:rsidR="007D6C9B">
        <w:rPr>
          <w:rtl/>
        </w:rPr>
        <w:t xml:space="preserve">ں </w:t>
      </w:r>
      <w:r>
        <w:rPr>
          <w:rtl/>
        </w:rPr>
        <w:t>كو اپنى حمايت كے لئے بلاسكتے ہي</w:t>
      </w:r>
      <w:r w:rsidR="007D6C9B">
        <w:rPr>
          <w:rtl/>
        </w:rPr>
        <w:t xml:space="preserve">ں </w:t>
      </w:r>
      <w:r>
        <w:rPr>
          <w:rtl/>
        </w:rPr>
        <w:t>،اصلا ًان سے كو نساكام ہوسكتا ہے اور يہ كس درد كى دوا ہي</w:t>
      </w:r>
      <w:r w:rsidR="007D6C9B">
        <w:rPr>
          <w:rtl/>
        </w:rPr>
        <w:t xml:space="preserve">ں </w:t>
      </w:r>
      <w:r>
        <w:rPr>
          <w:rtl/>
        </w:rPr>
        <w:t>؟ ايك معبود كى پرستش يا تو اس بناء پرہوتى ہے كہ وہ عبوديت كے لائق ہے تو يہ بات بتو</w:t>
      </w:r>
      <w:r w:rsidR="007D6C9B">
        <w:rPr>
          <w:rtl/>
        </w:rPr>
        <w:t xml:space="preserve">ں </w:t>
      </w:r>
      <w:r>
        <w:rPr>
          <w:rtl/>
        </w:rPr>
        <w:t>كے بارے مي</w:t>
      </w:r>
      <w:r w:rsidR="007D6C9B">
        <w:rPr>
          <w:rtl/>
        </w:rPr>
        <w:t xml:space="preserve">ں </w:t>
      </w:r>
      <w:r>
        <w:rPr>
          <w:rtl/>
        </w:rPr>
        <w:t>كوئي مفہوم نہي</w:t>
      </w:r>
      <w:r w:rsidR="007D6C9B">
        <w:rPr>
          <w:rtl/>
        </w:rPr>
        <w:t xml:space="preserve">ں </w:t>
      </w:r>
      <w:r>
        <w:rPr>
          <w:rtl/>
        </w:rPr>
        <w:t>ركھتى ،يا كسى فائدہ كى اميدمي</w:t>
      </w:r>
      <w:r w:rsidR="007D6C9B">
        <w:rPr>
          <w:rtl/>
        </w:rPr>
        <w:t xml:space="preserve">ں </w:t>
      </w:r>
      <w:r>
        <w:rPr>
          <w:rtl/>
        </w:rPr>
        <w:t>ہوتى ہے اور يا ان سے كسى نقصان كے خوف سے ، ليكن بتو</w:t>
      </w:r>
      <w:r w:rsidR="007D6C9B">
        <w:rPr>
          <w:rtl/>
        </w:rPr>
        <w:t xml:space="preserve">ں </w:t>
      </w:r>
      <w:r>
        <w:rPr>
          <w:rtl/>
        </w:rPr>
        <w:t>كے توڑنے كے ميرے اقدام نے بتاديا كہ يہ كچھ بھى نہي</w:t>
      </w:r>
      <w:r w:rsidR="007D6C9B">
        <w:rPr>
          <w:rtl/>
        </w:rPr>
        <w:t xml:space="preserve">ں </w:t>
      </w:r>
      <w:r>
        <w:rPr>
          <w:rtl/>
        </w:rPr>
        <w:t>كرسكتے تو كيا اس حال مي</w:t>
      </w:r>
      <w:r w:rsidR="007D6C9B">
        <w:rPr>
          <w:rtl/>
        </w:rPr>
        <w:t xml:space="preserve">ں </w:t>
      </w:r>
      <w:r>
        <w:rPr>
          <w:rtl/>
        </w:rPr>
        <w:t>تمہارا يہ كام احمقانہ نہي</w:t>
      </w:r>
      <w:r w:rsidR="007D6C9B">
        <w:rPr>
          <w:rtl/>
        </w:rPr>
        <w:t xml:space="preserve">ں </w:t>
      </w:r>
      <w:r>
        <w:rPr>
          <w:rtl/>
        </w:rPr>
        <w:t xml:space="preserve">ہے ؟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انبياء آيت </w:t>
      </w:r>
      <w:r w:rsidR="00E664BB">
        <w:rPr>
          <w:rtl/>
        </w:rPr>
        <w:t>65</w:t>
      </w:r>
      <w:r>
        <w:rPr>
          <w:rtl/>
        </w:rPr>
        <w:t xml:space="preserve"> </w:t>
      </w:r>
    </w:p>
    <w:p w:rsidR="00DE2D7F" w:rsidRDefault="00DE2D7F" w:rsidP="00D07B54">
      <w:pPr>
        <w:pStyle w:val="libFootnote"/>
        <w:rPr>
          <w:rtl/>
        </w:rPr>
      </w:pPr>
      <w:r>
        <w:rPr>
          <w:rtl/>
        </w:rPr>
        <w:t>(</w:t>
      </w:r>
      <w:r w:rsidR="00E664BB">
        <w:rPr>
          <w:rtl/>
        </w:rPr>
        <w:t>2</w:t>
      </w:r>
      <w:r>
        <w:rPr>
          <w:rtl/>
        </w:rPr>
        <w:t xml:space="preserve">) سورہ انبياء آيت </w:t>
      </w:r>
      <w:r w:rsidR="00E664BB">
        <w:rPr>
          <w:rtl/>
        </w:rPr>
        <w:t>65</w:t>
      </w:r>
      <w:r>
        <w:rPr>
          <w:rtl/>
        </w:rPr>
        <w:t xml:space="preserve"> </w:t>
      </w:r>
    </w:p>
    <w:p w:rsidR="00DE2D7F" w:rsidRDefault="00DE2D7F" w:rsidP="00D07B54">
      <w:pPr>
        <w:pStyle w:val="libFootnote"/>
        <w:rPr>
          <w:rtl/>
        </w:rPr>
      </w:pPr>
      <w:r>
        <w:rPr>
          <w:rtl/>
        </w:rPr>
        <w:t>(</w:t>
      </w:r>
      <w:r w:rsidR="00E664BB">
        <w:rPr>
          <w:rtl/>
        </w:rPr>
        <w:t>3</w:t>
      </w:r>
      <w:r>
        <w:rPr>
          <w:rtl/>
        </w:rPr>
        <w:t>)سورہ انبياء آيت</w:t>
      </w:r>
      <w:r w:rsidR="00E664BB">
        <w:rPr>
          <w:rtl/>
        </w:rPr>
        <w:t>66</w:t>
      </w:r>
      <w:r>
        <w:rPr>
          <w:rtl/>
        </w:rPr>
        <w:t xml:space="preserve"> </w:t>
      </w:r>
    </w:p>
    <w:p w:rsidR="003F44A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پھر يہ معلم توحيدبات كو اس سے بھى بالاترلے گيااور سرزنش كے تازيانے ان كى بے درد روح پر لگائے اور كہا : تف ہے تم پر بھى اور تمہارے ان خدائو</w:t>
      </w:r>
      <w:r w:rsidR="007D6C9B">
        <w:rPr>
          <w:rtl/>
        </w:rPr>
        <w:t xml:space="preserve">ں </w:t>
      </w:r>
      <w:r>
        <w:rPr>
          <w:rtl/>
        </w:rPr>
        <w:t>پر بھى كہ جنہي</w:t>
      </w:r>
      <w:r w:rsidR="007D6C9B">
        <w:rPr>
          <w:rtl/>
        </w:rPr>
        <w:t xml:space="preserve">ں </w:t>
      </w:r>
      <w:r>
        <w:rPr>
          <w:rtl/>
        </w:rPr>
        <w:t xml:space="preserve">تم نے خدا كوچھوڑكر اپنا ركھاہے _'' </w:t>
      </w:r>
    </w:p>
    <w:p w:rsidR="00DE2D7F" w:rsidRDefault="00DE2D7F" w:rsidP="00D07B54">
      <w:pPr>
        <w:pStyle w:val="libNormal"/>
        <w:rPr>
          <w:rtl/>
        </w:rPr>
      </w:pPr>
      <w:r>
        <w:rPr>
          <w:rtl/>
        </w:rPr>
        <w:t>''كيا تم كچھ سوچتے نہي</w:t>
      </w:r>
      <w:r w:rsidR="007D6C9B">
        <w:rPr>
          <w:rtl/>
        </w:rPr>
        <w:t xml:space="preserve">ں </w:t>
      </w:r>
      <w:r>
        <w:rPr>
          <w:rtl/>
        </w:rPr>
        <w:t>ہو اور تمہارے سرمي</w:t>
      </w:r>
      <w:r w:rsidR="007D6C9B">
        <w:rPr>
          <w:rtl/>
        </w:rPr>
        <w:t xml:space="preserve">ں </w:t>
      </w:r>
      <w:r>
        <w:rPr>
          <w:rtl/>
        </w:rPr>
        <w:t>عقل نہي</w:t>
      </w:r>
      <w:r w:rsidR="007D6C9B">
        <w:rPr>
          <w:rtl/>
        </w:rPr>
        <w:t xml:space="preserve">ں </w:t>
      </w:r>
      <w:r>
        <w:rPr>
          <w:rtl/>
        </w:rPr>
        <w:t>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ليكن انہي</w:t>
      </w:r>
      <w:r w:rsidR="007D6C9B">
        <w:rPr>
          <w:rtl/>
        </w:rPr>
        <w:t xml:space="preserve">ں </w:t>
      </w:r>
      <w:r>
        <w:rPr>
          <w:rtl/>
        </w:rPr>
        <w:t>برابھلاكہنے اور اور سرزنش كرنے مي</w:t>
      </w:r>
      <w:r w:rsidR="007D6C9B">
        <w:rPr>
          <w:rtl/>
        </w:rPr>
        <w:t xml:space="preserve">ں </w:t>
      </w:r>
      <w:r>
        <w:rPr>
          <w:rtl/>
        </w:rPr>
        <w:t>نرمى اور ملاء مت كو بھى نہي</w:t>
      </w:r>
      <w:r w:rsidR="007D6C9B">
        <w:rPr>
          <w:rtl/>
        </w:rPr>
        <w:t xml:space="preserve">ں </w:t>
      </w:r>
      <w:r>
        <w:rPr>
          <w:rtl/>
        </w:rPr>
        <w:t>چھوڑا كہ كہي</w:t>
      </w:r>
      <w:r w:rsidR="007D6C9B">
        <w:rPr>
          <w:rtl/>
        </w:rPr>
        <w:t xml:space="preserve">ں </w:t>
      </w:r>
      <w:r>
        <w:rPr>
          <w:rtl/>
        </w:rPr>
        <w:t>اور زيادہ ہٹ دھرمى نہ كرنے لگي</w:t>
      </w:r>
      <w:r w:rsidR="007D6C9B">
        <w:rPr>
          <w:rtl/>
        </w:rPr>
        <w:t xml:space="preserve">ں </w:t>
      </w:r>
      <w:r>
        <w:rPr>
          <w:rtl/>
        </w:rPr>
        <w:t>درحقيقت ابراہيم نے بہت ہى جچے تلے انداز مي</w:t>
      </w:r>
      <w:r w:rsidR="007D6C9B">
        <w:rPr>
          <w:rtl/>
        </w:rPr>
        <w:t xml:space="preserve">ں </w:t>
      </w:r>
      <w:r>
        <w:rPr>
          <w:rtl/>
        </w:rPr>
        <w:t>اپنا منصوبہ آگے بڑھايا پہلى مرتبہ انہي</w:t>
      </w:r>
      <w:r w:rsidR="007D6C9B">
        <w:rPr>
          <w:rtl/>
        </w:rPr>
        <w:t xml:space="preserve">ں </w:t>
      </w:r>
      <w:r>
        <w:rPr>
          <w:rtl/>
        </w:rPr>
        <w:t>توحيد كى طرف دعوت ديتے ہوئے انہي</w:t>
      </w:r>
      <w:r w:rsidR="007D6C9B">
        <w:rPr>
          <w:rtl/>
        </w:rPr>
        <w:t xml:space="preserve">ں </w:t>
      </w:r>
      <w:r>
        <w:rPr>
          <w:rtl/>
        </w:rPr>
        <w:t>پكار كركہا : يہ بے روح مجسمے كيا ہي</w:t>
      </w:r>
      <w:r w:rsidR="007D6C9B">
        <w:rPr>
          <w:rtl/>
        </w:rPr>
        <w:t xml:space="preserve">ں </w:t>
      </w:r>
      <w:r>
        <w:rPr>
          <w:rtl/>
        </w:rPr>
        <w:t>؟ كہ جن كى تم پرستش كرتے ہو؟ اگر تم يہ كہتے ہو كہ يہ تمہارے بڑو</w:t>
      </w:r>
      <w:r w:rsidR="007D6C9B">
        <w:rPr>
          <w:rtl/>
        </w:rPr>
        <w:t xml:space="preserve">ں </w:t>
      </w:r>
      <w:r>
        <w:rPr>
          <w:rtl/>
        </w:rPr>
        <w:t xml:space="preserve">كى سنت ہے تو تم بھى گمراہ ہو اور وہ بھى گمراہ تھے _ </w:t>
      </w:r>
    </w:p>
    <w:p w:rsidR="00DE2D7F" w:rsidRDefault="00DE2D7F" w:rsidP="00D07B54">
      <w:pPr>
        <w:pStyle w:val="libNormal"/>
        <w:rPr>
          <w:rtl/>
        </w:rPr>
      </w:pPr>
      <w:r>
        <w:rPr>
          <w:rtl/>
        </w:rPr>
        <w:t>دوسرے مرحلے مي</w:t>
      </w:r>
      <w:r w:rsidR="007D6C9B">
        <w:rPr>
          <w:rtl/>
        </w:rPr>
        <w:t xml:space="preserve">ں </w:t>
      </w:r>
      <w:r>
        <w:rPr>
          <w:rtl/>
        </w:rPr>
        <w:t>ايك عملى اقدام كيا تاكہ يہ بات واضح كردي</w:t>
      </w:r>
      <w:r w:rsidR="007D6C9B">
        <w:rPr>
          <w:rtl/>
        </w:rPr>
        <w:t xml:space="preserve">ں </w:t>
      </w:r>
      <w:r>
        <w:rPr>
          <w:rtl/>
        </w:rPr>
        <w:t>كہ يہ بت اس قسم كى كوئي قدرت نہي</w:t>
      </w:r>
      <w:r w:rsidR="007D6C9B">
        <w:rPr>
          <w:rtl/>
        </w:rPr>
        <w:t xml:space="preserve">ں </w:t>
      </w:r>
      <w:r>
        <w:rPr>
          <w:rtl/>
        </w:rPr>
        <w:t>ركھتے كہ جو شخص ان كى طرف ٹيڑھى نگاہ سے ديكھے تو اس كو نابود كردي</w:t>
      </w:r>
      <w:r w:rsidR="007D6C9B">
        <w:rPr>
          <w:rtl/>
        </w:rPr>
        <w:t xml:space="preserve">ں </w:t>
      </w:r>
      <w:r>
        <w:rPr>
          <w:rtl/>
        </w:rPr>
        <w:t>، خصوصيت كے ساتھ پہلے سے خبردار كركے بتو</w:t>
      </w:r>
      <w:r w:rsidR="007D6C9B">
        <w:rPr>
          <w:rtl/>
        </w:rPr>
        <w:t xml:space="preserve">ں </w:t>
      </w:r>
      <w:r>
        <w:rPr>
          <w:rtl/>
        </w:rPr>
        <w:t>كى طرف گئے اور انہي</w:t>
      </w:r>
      <w:r w:rsidR="007D6C9B">
        <w:rPr>
          <w:rtl/>
        </w:rPr>
        <w:t xml:space="preserve">ں </w:t>
      </w:r>
      <w:r>
        <w:rPr>
          <w:rtl/>
        </w:rPr>
        <w:t>بالكل درہم وبرہم كرديا تاكہ يہ بات واضح كري</w:t>
      </w:r>
      <w:r w:rsidR="007D6C9B">
        <w:rPr>
          <w:rtl/>
        </w:rPr>
        <w:t xml:space="preserve">ں </w:t>
      </w:r>
      <w:r>
        <w:rPr>
          <w:rtl/>
        </w:rPr>
        <w:t>كہ وہ خيالات وتصورات جو انہو</w:t>
      </w:r>
      <w:r w:rsidR="007D6C9B">
        <w:rPr>
          <w:rtl/>
        </w:rPr>
        <w:t xml:space="preserve">ں </w:t>
      </w:r>
      <w:r>
        <w:rPr>
          <w:rtl/>
        </w:rPr>
        <w:t>نے باندھے ہوئے ہي</w:t>
      </w:r>
      <w:r w:rsidR="007D6C9B">
        <w:rPr>
          <w:rtl/>
        </w:rPr>
        <w:t xml:space="preserve">ں </w:t>
      </w:r>
      <w:r>
        <w:rPr>
          <w:rtl/>
        </w:rPr>
        <w:t>سب كے سب فضول اور بے ہودہ ہي</w:t>
      </w:r>
      <w:r w:rsidR="007D6C9B">
        <w:rPr>
          <w:rtl/>
        </w:rPr>
        <w:t xml:space="preserve">ں </w:t>
      </w:r>
      <w:r>
        <w:rPr>
          <w:rtl/>
        </w:rPr>
        <w:t xml:space="preserve">_ </w:t>
      </w:r>
    </w:p>
    <w:p w:rsidR="00DE2D7F" w:rsidRDefault="00DE2D7F" w:rsidP="00D07B54">
      <w:pPr>
        <w:pStyle w:val="libNormal"/>
        <w:rPr>
          <w:rtl/>
        </w:rPr>
      </w:pPr>
      <w:r>
        <w:rPr>
          <w:rtl/>
        </w:rPr>
        <w:t>تيسرے مرحلے مي</w:t>
      </w:r>
      <w:r w:rsidR="007D6C9B">
        <w:rPr>
          <w:rtl/>
        </w:rPr>
        <w:t xml:space="preserve">ں </w:t>
      </w:r>
      <w:r>
        <w:rPr>
          <w:rtl/>
        </w:rPr>
        <w:t>اس تاريخى عدالت مي</w:t>
      </w:r>
      <w:r w:rsidR="007D6C9B">
        <w:rPr>
          <w:rtl/>
        </w:rPr>
        <w:t xml:space="preserve">ں </w:t>
      </w:r>
      <w:r>
        <w:rPr>
          <w:rtl/>
        </w:rPr>
        <w:t>انہي</w:t>
      </w:r>
      <w:r w:rsidR="007D6C9B">
        <w:rPr>
          <w:rtl/>
        </w:rPr>
        <w:t xml:space="preserve">ں </w:t>
      </w:r>
      <w:r>
        <w:rPr>
          <w:rtl/>
        </w:rPr>
        <w:t xml:space="preserve">برى طرح پھنسا كے ركھ ديا كبھى ان كى فطرت كو ابھارا، كبھى ان كى عقل كو جھنجھوڑا، كبھى پندو نصيحت كى اور كبھى سرزنش وملامت _ </w:t>
      </w:r>
    </w:p>
    <w:p w:rsidR="00DE2D7F" w:rsidRDefault="00DE2D7F" w:rsidP="00D07B54">
      <w:pPr>
        <w:pStyle w:val="libNormal"/>
        <w:rPr>
          <w:rtl/>
        </w:rPr>
      </w:pPr>
      <w:r>
        <w:rPr>
          <w:rtl/>
        </w:rPr>
        <w:t>خلاصہ يہ كہ اس عظيم خدائي معلم نے ہر ممكن راستہ اختيار كيا اور جو كچھ اس كے بس مي</w:t>
      </w:r>
      <w:r w:rsidR="007D6C9B">
        <w:rPr>
          <w:rtl/>
        </w:rPr>
        <w:t xml:space="preserve">ں </w:t>
      </w:r>
      <w:r>
        <w:rPr>
          <w:rtl/>
        </w:rPr>
        <w:t>تھا اسے بروئے كار لايا ليكن تاثيركے لئے ظرف مي</w:t>
      </w:r>
      <w:r w:rsidR="007D6C9B">
        <w:rPr>
          <w:rtl/>
        </w:rPr>
        <w:t xml:space="preserve">ں </w:t>
      </w:r>
      <w:r>
        <w:rPr>
          <w:rtl/>
        </w:rPr>
        <w:t>قابليت كا ہونا بھى مسلمہ شرط ہے _ افسوس يہ اس قوم مي</w:t>
      </w:r>
      <w:r w:rsidR="007D6C9B">
        <w:rPr>
          <w:rtl/>
        </w:rPr>
        <w:t xml:space="preserve">ں </w:t>
      </w:r>
      <w:r>
        <w:rPr>
          <w:rtl/>
        </w:rPr>
        <w:t>موجود نہي</w:t>
      </w:r>
      <w:r w:rsidR="007D6C9B">
        <w:rPr>
          <w:rtl/>
        </w:rPr>
        <w:t xml:space="preserve">ں </w:t>
      </w:r>
      <w:r>
        <w:rPr>
          <w:rtl/>
        </w:rPr>
        <w:t xml:space="preserve">تھي_ </w:t>
      </w:r>
    </w:p>
    <w:p w:rsidR="00DE2D7F" w:rsidRDefault="00DE2D7F" w:rsidP="00D07B54">
      <w:pPr>
        <w:pStyle w:val="libNormal"/>
        <w:rPr>
          <w:rtl/>
        </w:rPr>
      </w:pPr>
      <w:r>
        <w:rPr>
          <w:rtl/>
        </w:rPr>
        <w:t>ليكن بلاشبہ ابراہيم كى باتي</w:t>
      </w:r>
      <w:r w:rsidR="007D6C9B">
        <w:rPr>
          <w:rtl/>
        </w:rPr>
        <w:t xml:space="preserve">ں </w:t>
      </w:r>
      <w:r>
        <w:rPr>
          <w:rtl/>
        </w:rPr>
        <w:t>اور كام ، توحيدكے بارے مي</w:t>
      </w:r>
      <w:r w:rsidR="007D6C9B">
        <w:rPr>
          <w:rtl/>
        </w:rPr>
        <w:t xml:space="preserve">ں </w:t>
      </w:r>
      <w:r>
        <w:rPr>
          <w:rtl/>
        </w:rPr>
        <w:t>كم از كم استفہامى علامات كى صورت مي</w:t>
      </w:r>
      <w:r w:rsidR="007D6C9B">
        <w:rPr>
          <w:rtl/>
        </w:rPr>
        <w:t xml:space="preserve">ں </w:t>
      </w:r>
      <w:r>
        <w:rPr>
          <w:rtl/>
        </w:rPr>
        <w:t>ان كے ذہنو</w:t>
      </w:r>
      <w:r w:rsidR="007D6C9B">
        <w:rPr>
          <w:rtl/>
        </w:rPr>
        <w:t xml:space="preserve">ں </w:t>
      </w:r>
      <w:r>
        <w:rPr>
          <w:rtl/>
        </w:rPr>
        <w:t>مي</w:t>
      </w:r>
      <w:r w:rsidR="007D6C9B">
        <w:rPr>
          <w:rtl/>
        </w:rPr>
        <w:t xml:space="preserve">ں </w:t>
      </w:r>
      <w:r>
        <w:rPr>
          <w:rtl/>
        </w:rPr>
        <w:t xml:space="preserve">باقى رہ گئے اور يہ آيندہ كى وسيع بيدارى اور آگاہى كے لئے ايك مقدمہ اور تمہيد بن گئے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انبياء آيت </w:t>
      </w:r>
      <w:r w:rsidR="00E664BB">
        <w:rPr>
          <w:rtl/>
        </w:rPr>
        <w:t>67</w:t>
      </w:r>
      <w:r>
        <w:rPr>
          <w:rtl/>
        </w:rPr>
        <w:t xml:space="preserve"> </w:t>
      </w:r>
    </w:p>
    <w:p w:rsidR="003F44A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تاريخ كے مطالعہ سے معلوم ہوتا ہے كہ ان مي</w:t>
      </w:r>
      <w:r w:rsidR="007D6C9B">
        <w:rPr>
          <w:rtl/>
        </w:rPr>
        <w:t xml:space="preserve">ں </w:t>
      </w:r>
      <w:r>
        <w:rPr>
          <w:rtl/>
        </w:rPr>
        <w:t>سے كچھ افراد اگرچہ وہ تعداد مي</w:t>
      </w:r>
      <w:r w:rsidR="007D6C9B">
        <w:rPr>
          <w:rtl/>
        </w:rPr>
        <w:t xml:space="preserve">ں </w:t>
      </w:r>
      <w:r>
        <w:rPr>
          <w:rtl/>
        </w:rPr>
        <w:t>بہت كم تھے ، ليكن قدر وقيمت كے لحاظ سے بہت تھے ،ان پر ايمان لے آئے تھے اور نسبتاًكچھ آمادگى كا سامان دوسرو</w:t>
      </w:r>
      <w:r w:rsidR="007D6C9B">
        <w:rPr>
          <w:rtl/>
        </w:rPr>
        <w:t xml:space="preserve">ں </w:t>
      </w:r>
      <w:r>
        <w:rPr>
          <w:rtl/>
        </w:rPr>
        <w:t xml:space="preserve">كے لئے بھى پيدا ہوگيا تھا _ </w:t>
      </w:r>
    </w:p>
    <w:p w:rsidR="00DE2D7F" w:rsidRDefault="00DE2D7F" w:rsidP="00D07B54">
      <w:pPr>
        <w:pStyle w:val="libNormal"/>
        <w:rPr>
          <w:rtl/>
        </w:rPr>
      </w:pPr>
    </w:p>
    <w:p w:rsidR="003F44AD" w:rsidRDefault="00DE2D7F" w:rsidP="00D07B54">
      <w:pPr>
        <w:pStyle w:val="Heading2Center"/>
        <w:rPr>
          <w:rtl/>
        </w:rPr>
      </w:pPr>
      <w:bookmarkStart w:id="88" w:name="_Toc7268485"/>
      <w:r>
        <w:rPr>
          <w:rtl/>
        </w:rPr>
        <w:t>ابراہيم (ع) كو جلا ديا جائے</w:t>
      </w:r>
      <w:bookmarkEnd w:id="88"/>
    </w:p>
    <w:p w:rsidR="00DE2D7F" w:rsidRDefault="00DE2D7F" w:rsidP="00D07B54">
      <w:pPr>
        <w:pStyle w:val="libNormal"/>
        <w:rPr>
          <w:rtl/>
        </w:rPr>
      </w:pPr>
      <w:r>
        <w:rPr>
          <w:rtl/>
        </w:rPr>
        <w:t xml:space="preserve"> اگرچہ ابراہيم(ع) كے عملى ومنطقى استدلالات كے ذريعے سب كے سب بت پرست مغلوب ہوگئے تھے اور انہو</w:t>
      </w:r>
      <w:r w:rsidR="007D6C9B">
        <w:rPr>
          <w:rtl/>
        </w:rPr>
        <w:t xml:space="preserve">ں </w:t>
      </w:r>
      <w:r>
        <w:rPr>
          <w:rtl/>
        </w:rPr>
        <w:t>نے اپنے دل مي</w:t>
      </w:r>
      <w:r w:rsidR="007D6C9B">
        <w:rPr>
          <w:rtl/>
        </w:rPr>
        <w:t xml:space="preserve">ں </w:t>
      </w:r>
      <w:r>
        <w:rPr>
          <w:rtl/>
        </w:rPr>
        <w:t xml:space="preserve">اس شكست كا اعتراف بھى كرليا تھا _ </w:t>
      </w:r>
    </w:p>
    <w:p w:rsidR="00DE2D7F" w:rsidRDefault="00DE2D7F" w:rsidP="00D07B54">
      <w:pPr>
        <w:pStyle w:val="libNormal"/>
        <w:rPr>
          <w:rtl/>
        </w:rPr>
      </w:pPr>
      <w:r>
        <w:rPr>
          <w:rtl/>
        </w:rPr>
        <w:t>ليكن تعصب اور شديد ہٹ دھرمى حق كو قبول كرنے مي</w:t>
      </w:r>
      <w:r w:rsidR="007D6C9B">
        <w:rPr>
          <w:rtl/>
        </w:rPr>
        <w:t xml:space="preserve">ں </w:t>
      </w:r>
      <w:r>
        <w:rPr>
          <w:rtl/>
        </w:rPr>
        <w:t>ركاوٹ بن گئي لہذا اس مي</w:t>
      </w:r>
      <w:r w:rsidR="007D6C9B">
        <w:rPr>
          <w:rtl/>
        </w:rPr>
        <w:t xml:space="preserve">ں </w:t>
      </w:r>
      <w:r>
        <w:rPr>
          <w:rtl/>
        </w:rPr>
        <w:t>كوئي تعجب كى بات نہي</w:t>
      </w:r>
      <w:r w:rsidR="007D6C9B">
        <w:rPr>
          <w:rtl/>
        </w:rPr>
        <w:t xml:space="preserve">ں </w:t>
      </w:r>
      <w:r>
        <w:rPr>
          <w:rtl/>
        </w:rPr>
        <w:t>ہے كہ انہو</w:t>
      </w:r>
      <w:r w:rsidR="007D6C9B">
        <w:rPr>
          <w:rtl/>
        </w:rPr>
        <w:t xml:space="preserve">ں </w:t>
      </w:r>
      <w:r>
        <w:rPr>
          <w:rtl/>
        </w:rPr>
        <w:t>نے ابراہيم كے بارے مي</w:t>
      </w:r>
      <w:r w:rsidR="007D6C9B">
        <w:rPr>
          <w:rtl/>
        </w:rPr>
        <w:t xml:space="preserve">ں </w:t>
      </w:r>
      <w:r>
        <w:rPr>
          <w:rtl/>
        </w:rPr>
        <w:t>بہت ہى سخت اور خطرناك قسم كا ارادہ كرليا اور وہ لوگ ابراہيم(ع) كو بدترين صورت مي</w:t>
      </w:r>
      <w:r w:rsidR="007D6C9B">
        <w:rPr>
          <w:rtl/>
        </w:rPr>
        <w:t xml:space="preserve">ں </w:t>
      </w:r>
      <w:r>
        <w:rPr>
          <w:rtl/>
        </w:rPr>
        <w:t>قتل كرنا چاہتے تھے انہو</w:t>
      </w:r>
      <w:r w:rsidR="007D6C9B">
        <w:rPr>
          <w:rtl/>
        </w:rPr>
        <w:t xml:space="preserve">ں </w:t>
      </w:r>
      <w:r>
        <w:rPr>
          <w:rtl/>
        </w:rPr>
        <w:t>نے پروگرام بنايا كہ انہي</w:t>
      </w:r>
      <w:r w:rsidR="007D6C9B">
        <w:rPr>
          <w:rtl/>
        </w:rPr>
        <w:t xml:space="preserve">ں </w:t>
      </w:r>
      <w:r>
        <w:rPr>
          <w:rtl/>
        </w:rPr>
        <w:t xml:space="preserve">جلاكر راكھ كرديا جائے _ </w:t>
      </w:r>
    </w:p>
    <w:p w:rsidR="00DE2D7F" w:rsidRDefault="00DE2D7F" w:rsidP="00D07B54">
      <w:pPr>
        <w:pStyle w:val="libNormal"/>
        <w:rPr>
          <w:rtl/>
        </w:rPr>
      </w:pPr>
      <w:r>
        <w:rPr>
          <w:rtl/>
        </w:rPr>
        <w:t>عام طور پر طاقت اور منطق كے درميا ن معكوسى رابطہ ہوتا ہے ، جس قدر انسان مي</w:t>
      </w:r>
      <w:r w:rsidR="007D6C9B">
        <w:rPr>
          <w:rtl/>
        </w:rPr>
        <w:t xml:space="preserve">ں </w:t>
      </w:r>
      <w:r>
        <w:rPr>
          <w:rtl/>
        </w:rPr>
        <w:t>طاقت اور قدرت زيادہ ہوتى جاتى ہے ، اتنى ہى اس كى منطق كمزور ہوتى جاتى ہے سوائے مردان حق كے كہ وہ جتنا زيادہ قوى اور طاقتور ہوتے ہي</w:t>
      </w:r>
      <w:r w:rsidR="007D6C9B">
        <w:rPr>
          <w:rtl/>
        </w:rPr>
        <w:t xml:space="preserve">ں </w:t>
      </w:r>
      <w:r>
        <w:rPr>
          <w:rtl/>
        </w:rPr>
        <w:t>، اتناہى زيادہ متواضع اور منطقى ہوجاتے ہي</w:t>
      </w:r>
      <w:r w:rsidR="007D6C9B">
        <w:rPr>
          <w:rtl/>
        </w:rPr>
        <w:t xml:space="preserve">ں </w:t>
      </w:r>
      <w:r>
        <w:rPr>
          <w:rtl/>
        </w:rPr>
        <w:t xml:space="preserve">_ </w:t>
      </w:r>
    </w:p>
    <w:p w:rsidR="00DE2D7F" w:rsidRDefault="00DE2D7F" w:rsidP="00D07B54">
      <w:pPr>
        <w:pStyle w:val="libNormal"/>
        <w:rPr>
          <w:rtl/>
        </w:rPr>
      </w:pPr>
      <w:r>
        <w:rPr>
          <w:rtl/>
        </w:rPr>
        <w:t>جو لوگ طاقت كى زبان سے بات كرتے ہي</w:t>
      </w:r>
      <w:r w:rsidR="007D6C9B">
        <w:rPr>
          <w:rtl/>
        </w:rPr>
        <w:t xml:space="preserve">ں </w:t>
      </w:r>
      <w:r>
        <w:rPr>
          <w:rtl/>
        </w:rPr>
        <w:t>جب وہ منطق كے ذريعے كسى نتيجے پر نہ پہنچ سكي</w:t>
      </w:r>
      <w:r w:rsidR="007D6C9B">
        <w:rPr>
          <w:rtl/>
        </w:rPr>
        <w:t xml:space="preserve">ں </w:t>
      </w:r>
      <w:r>
        <w:rPr>
          <w:rtl/>
        </w:rPr>
        <w:t>تو فورا ًاپنى طاقت وقدرت كا سہارالے ليتے ہي</w:t>
      </w:r>
      <w:r w:rsidR="007D6C9B">
        <w:rPr>
          <w:rtl/>
        </w:rPr>
        <w:t xml:space="preserve">ں </w:t>
      </w:r>
      <w:r>
        <w:rPr>
          <w:rtl/>
        </w:rPr>
        <w:t>حضرت ابراہيم كے بارے مي</w:t>
      </w:r>
      <w:r w:rsidR="007D6C9B">
        <w:rPr>
          <w:rtl/>
        </w:rPr>
        <w:t xml:space="preserve">ں </w:t>
      </w:r>
      <w:r>
        <w:rPr>
          <w:rtl/>
        </w:rPr>
        <w:t xml:space="preserve">ٹھيك يہى طرز عمل اختيار كيا گيا جيسا كہ قرآن كہتا ہے : </w:t>
      </w:r>
    </w:p>
    <w:p w:rsidR="00DE2D7F" w:rsidRDefault="00DE2D7F" w:rsidP="00D07B54">
      <w:pPr>
        <w:pStyle w:val="libNormal"/>
        <w:rPr>
          <w:rtl/>
        </w:rPr>
      </w:pPr>
      <w:r>
        <w:rPr>
          <w:rtl/>
        </w:rPr>
        <w:t>'' ان لوگو</w:t>
      </w:r>
      <w:r w:rsidR="007D6C9B">
        <w:rPr>
          <w:rtl/>
        </w:rPr>
        <w:t xml:space="preserve">ں </w:t>
      </w:r>
      <w:r>
        <w:rPr>
          <w:rtl/>
        </w:rPr>
        <w:t>نے (چيخ كر)كہا: اسے جلادواور اپنے خدائو</w:t>
      </w:r>
      <w:r w:rsidR="007D6C9B">
        <w:rPr>
          <w:rtl/>
        </w:rPr>
        <w:t xml:space="preserve">ں </w:t>
      </w:r>
      <w:r>
        <w:rPr>
          <w:rtl/>
        </w:rPr>
        <w:t>كى مدد كرو ، اگر تم سے كوئي كام ہوسكتا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طاقتور صاحبان اقتداربے خبر عوام كو مشتعل كرنے كے لئے عام طور پر ان كى نفسياتى كمزوريو</w:t>
      </w:r>
      <w:r w:rsidR="007D6C9B">
        <w:rPr>
          <w:rtl/>
        </w:rPr>
        <w:t xml:space="preserve">ں </w:t>
      </w:r>
      <w:r>
        <w:rPr>
          <w:rtl/>
        </w:rPr>
        <w:t xml:space="preserve">سے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انبياء آيت </w:t>
      </w:r>
      <w:r w:rsidR="00E664BB">
        <w:rPr>
          <w:rtl/>
        </w:rPr>
        <w:t>68</w:t>
      </w:r>
      <w:r>
        <w:rPr>
          <w:rtl/>
        </w:rPr>
        <w:t xml:space="preserve"> </w:t>
      </w:r>
    </w:p>
    <w:p w:rsidR="003F44A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فائدہ اٹھاتے ہي</w:t>
      </w:r>
      <w:r w:rsidR="007D6C9B">
        <w:rPr>
          <w:rtl/>
        </w:rPr>
        <w:t xml:space="preserve">ں </w:t>
      </w:r>
      <w:r>
        <w:rPr>
          <w:rtl/>
        </w:rPr>
        <w:t>كيونكہ وہ نفسيات كو پہچانتے ہي</w:t>
      </w:r>
      <w:r w:rsidR="007D6C9B">
        <w:rPr>
          <w:rtl/>
        </w:rPr>
        <w:t xml:space="preserve">ں </w:t>
      </w:r>
      <w:r>
        <w:rPr>
          <w:rtl/>
        </w:rPr>
        <w:t>اور اپنا كام كرنا خوب جانتے ہي</w:t>
      </w:r>
      <w:r w:rsidR="007D6C9B">
        <w:rPr>
          <w:rtl/>
        </w:rPr>
        <w:t xml:space="preserve">ں </w:t>
      </w:r>
      <w:r>
        <w:rPr>
          <w:rtl/>
        </w:rPr>
        <w:t xml:space="preserve">_ </w:t>
      </w:r>
    </w:p>
    <w:p w:rsidR="00DE2D7F" w:rsidRDefault="00DE2D7F" w:rsidP="00D07B54">
      <w:pPr>
        <w:pStyle w:val="libNormal"/>
        <w:rPr>
          <w:rtl/>
        </w:rPr>
      </w:pPr>
      <w:r>
        <w:rPr>
          <w:rtl/>
        </w:rPr>
        <w:t>جيساكہ انہو</w:t>
      </w:r>
      <w:r w:rsidR="007D6C9B">
        <w:rPr>
          <w:rtl/>
        </w:rPr>
        <w:t xml:space="preserve">ں </w:t>
      </w:r>
      <w:r>
        <w:rPr>
          <w:rtl/>
        </w:rPr>
        <w:t>نے اس قصہ مي</w:t>
      </w:r>
      <w:r w:rsidR="007D6C9B">
        <w:rPr>
          <w:rtl/>
        </w:rPr>
        <w:t xml:space="preserve">ں </w:t>
      </w:r>
      <w:r>
        <w:rPr>
          <w:rtl/>
        </w:rPr>
        <w:t>كيا اور ايسے نعرے لگائے اور ان كى غيرت كو للكارا: يہ تمہارے خدا ہي</w:t>
      </w:r>
      <w:r w:rsidR="007D6C9B">
        <w:rPr>
          <w:rtl/>
        </w:rPr>
        <w:t xml:space="preserve">ں </w:t>
      </w:r>
      <w:r>
        <w:rPr>
          <w:rtl/>
        </w:rPr>
        <w:t>، تمہارے مقدسات خطرے مي</w:t>
      </w:r>
      <w:r w:rsidR="007D6C9B">
        <w:rPr>
          <w:rtl/>
        </w:rPr>
        <w:t xml:space="preserve">ں </w:t>
      </w:r>
      <w:r>
        <w:rPr>
          <w:rtl/>
        </w:rPr>
        <w:t>پڑگئے ہي</w:t>
      </w:r>
      <w:r w:rsidR="007D6C9B">
        <w:rPr>
          <w:rtl/>
        </w:rPr>
        <w:t xml:space="preserve">ں </w:t>
      </w:r>
      <w:r>
        <w:rPr>
          <w:rtl/>
        </w:rPr>
        <w:t>، تمہارے بزرگو</w:t>
      </w:r>
      <w:r w:rsidR="007D6C9B">
        <w:rPr>
          <w:rtl/>
        </w:rPr>
        <w:t xml:space="preserve">ں </w:t>
      </w:r>
      <w:r>
        <w:rPr>
          <w:rtl/>
        </w:rPr>
        <w:t>كى سنت كو پائو</w:t>
      </w:r>
      <w:r w:rsidR="007D6C9B">
        <w:rPr>
          <w:rtl/>
        </w:rPr>
        <w:t xml:space="preserve">ں </w:t>
      </w:r>
      <w:r>
        <w:rPr>
          <w:rtl/>
        </w:rPr>
        <w:t>تلے روند ڈالاگيا ہے ، تمہارى غيرت وحميت كہا</w:t>
      </w:r>
      <w:r w:rsidR="007D6C9B">
        <w:rPr>
          <w:rtl/>
        </w:rPr>
        <w:t xml:space="preserve">ں </w:t>
      </w:r>
      <w:r>
        <w:rPr>
          <w:rtl/>
        </w:rPr>
        <w:t>چلى گئي ؟ تم اس قدرضعيف حال كيو</w:t>
      </w:r>
      <w:r w:rsidR="007D6C9B">
        <w:rPr>
          <w:rtl/>
        </w:rPr>
        <w:t xml:space="preserve">ں </w:t>
      </w:r>
      <w:r>
        <w:rPr>
          <w:rtl/>
        </w:rPr>
        <w:t>ہوگئے ہو؟ اپنے خدائو</w:t>
      </w:r>
      <w:r w:rsidR="007D6C9B">
        <w:rPr>
          <w:rtl/>
        </w:rPr>
        <w:t xml:space="preserve">ں </w:t>
      </w:r>
      <w:r>
        <w:rPr>
          <w:rtl/>
        </w:rPr>
        <w:t>كى مدد كيو</w:t>
      </w:r>
      <w:r w:rsidR="007D6C9B">
        <w:rPr>
          <w:rtl/>
        </w:rPr>
        <w:t xml:space="preserve">ں </w:t>
      </w:r>
      <w:r>
        <w:rPr>
          <w:rtl/>
        </w:rPr>
        <w:t>نہي</w:t>
      </w:r>
      <w:r w:rsidR="007D6C9B">
        <w:rPr>
          <w:rtl/>
        </w:rPr>
        <w:t xml:space="preserve">ں </w:t>
      </w:r>
      <w:r>
        <w:rPr>
          <w:rtl/>
        </w:rPr>
        <w:t>كرتے ؟ابراہيم كو جلادو اور اپنے خدائو</w:t>
      </w:r>
      <w:r w:rsidR="007D6C9B">
        <w:rPr>
          <w:rtl/>
        </w:rPr>
        <w:t xml:space="preserve">ں </w:t>
      </w:r>
      <w:r>
        <w:rPr>
          <w:rtl/>
        </w:rPr>
        <w:t>كى مدد كرو، اگر كچھ كام تم سے ہوسكتا ہے اور بدن مي</w:t>
      </w:r>
      <w:r w:rsidR="007D6C9B">
        <w:rPr>
          <w:rtl/>
        </w:rPr>
        <w:t xml:space="preserve">ں </w:t>
      </w:r>
      <w:r>
        <w:rPr>
          <w:rtl/>
        </w:rPr>
        <w:t>توانائي اورجان ہے ،ديكھو: سب لوگ اپنے مقدسات كا دفاع كرتے ہي</w:t>
      </w:r>
      <w:r w:rsidR="007D6C9B">
        <w:rPr>
          <w:rtl/>
        </w:rPr>
        <w:t xml:space="preserve">ں </w:t>
      </w:r>
      <w:r>
        <w:rPr>
          <w:rtl/>
        </w:rPr>
        <w:t>، تمہارا تو سب كچھ خطرے مي</w:t>
      </w:r>
      <w:r w:rsidR="007D6C9B">
        <w:rPr>
          <w:rtl/>
        </w:rPr>
        <w:t xml:space="preserve">ں </w:t>
      </w:r>
      <w:r>
        <w:rPr>
          <w:rtl/>
        </w:rPr>
        <w:t xml:space="preserve">پڑگيا ہے_ </w:t>
      </w:r>
    </w:p>
    <w:p w:rsidR="00DE2D7F" w:rsidRDefault="00DE2D7F" w:rsidP="00D07B54">
      <w:pPr>
        <w:pStyle w:val="libNormal"/>
        <w:rPr>
          <w:rtl/>
        </w:rPr>
      </w:pPr>
      <w:r>
        <w:rPr>
          <w:rtl/>
        </w:rPr>
        <w:t>خلاصہ يہ كہ انہو</w:t>
      </w:r>
      <w:r w:rsidR="007D6C9B">
        <w:rPr>
          <w:rtl/>
        </w:rPr>
        <w:t xml:space="preserve">ں </w:t>
      </w:r>
      <w:r>
        <w:rPr>
          <w:rtl/>
        </w:rPr>
        <w:t>نے اس قسم كى بہت سى فضول اور مہمل باتي</w:t>
      </w:r>
      <w:r w:rsidR="007D6C9B">
        <w:rPr>
          <w:rtl/>
        </w:rPr>
        <w:t xml:space="preserve">ں </w:t>
      </w:r>
      <w:r>
        <w:rPr>
          <w:rtl/>
        </w:rPr>
        <w:t>كي</w:t>
      </w:r>
      <w:r w:rsidR="007D6C9B">
        <w:rPr>
          <w:rtl/>
        </w:rPr>
        <w:t xml:space="preserve">ں </w:t>
      </w:r>
      <w:r>
        <w:rPr>
          <w:rtl/>
        </w:rPr>
        <w:t>اور لوگو</w:t>
      </w:r>
      <w:r w:rsidR="007D6C9B">
        <w:rPr>
          <w:rtl/>
        </w:rPr>
        <w:t xml:space="preserve">ں </w:t>
      </w:r>
      <w:r>
        <w:rPr>
          <w:rtl/>
        </w:rPr>
        <w:t>كو ابراہيم كے خلاف بھڑكايا اس طرح سے كہ لكڑيو</w:t>
      </w:r>
      <w:r w:rsidR="007D6C9B">
        <w:rPr>
          <w:rtl/>
        </w:rPr>
        <w:t xml:space="preserve">ں </w:t>
      </w:r>
      <w:r>
        <w:rPr>
          <w:rtl/>
        </w:rPr>
        <w:t>كے چند گٹھو</w:t>
      </w:r>
      <w:r w:rsidR="007D6C9B">
        <w:rPr>
          <w:rtl/>
        </w:rPr>
        <w:t xml:space="preserve">ں </w:t>
      </w:r>
      <w:r>
        <w:rPr>
          <w:rtl/>
        </w:rPr>
        <w:t>كى بجائے كہ جو كئي افرادكے جلانے كے لئے كافى ہوتے ہي</w:t>
      </w:r>
      <w:r w:rsidR="007D6C9B">
        <w:rPr>
          <w:rtl/>
        </w:rPr>
        <w:t xml:space="preserve">ں </w:t>
      </w:r>
      <w:r>
        <w:rPr>
          <w:rtl/>
        </w:rPr>
        <w:t>، لكڑيو</w:t>
      </w:r>
      <w:r w:rsidR="007D6C9B">
        <w:rPr>
          <w:rtl/>
        </w:rPr>
        <w:t xml:space="preserve">ں </w:t>
      </w:r>
      <w:r>
        <w:rPr>
          <w:rtl/>
        </w:rPr>
        <w:t>كے ہزارہا گٹھے ايك دوسرے پر ركھ كر لكڑيو</w:t>
      </w:r>
      <w:r w:rsidR="007D6C9B">
        <w:rPr>
          <w:rtl/>
        </w:rPr>
        <w:t xml:space="preserve">ں </w:t>
      </w:r>
      <w:r>
        <w:rPr>
          <w:rtl/>
        </w:rPr>
        <w:t>كا ايك پہاڑ بناديا اور اس كے بعد آگ كا ايك طوفان اٹھ كھڑاہوا تاكہ اس عمل كے ذريعہ سے اپنا انتقام بھى اچھى طرح سے لے سكي</w:t>
      </w:r>
      <w:r w:rsidR="007D6C9B">
        <w:rPr>
          <w:rtl/>
        </w:rPr>
        <w:t xml:space="preserve">ں </w:t>
      </w:r>
      <w:r>
        <w:rPr>
          <w:rtl/>
        </w:rPr>
        <w:t>اور بتو</w:t>
      </w:r>
      <w:r w:rsidR="007D6C9B">
        <w:rPr>
          <w:rtl/>
        </w:rPr>
        <w:t xml:space="preserve">ں </w:t>
      </w:r>
      <w:r>
        <w:rPr>
          <w:rtl/>
        </w:rPr>
        <w:t xml:space="preserve">كا وہ خيالى رعب ودبدبہ اور عظمت بھي، جس كو ابراہيم (ع) كے طرز عمل سے سخت نقصان پہنچاتھا، كسى حدتك بحال ہوسكے _ </w:t>
      </w:r>
    </w:p>
    <w:p w:rsidR="00DE2D7F" w:rsidRDefault="00DE2D7F" w:rsidP="00D07B54">
      <w:pPr>
        <w:pStyle w:val="libNormal"/>
        <w:rPr>
          <w:rtl/>
        </w:rPr>
      </w:pPr>
      <w:r>
        <w:rPr>
          <w:rtl/>
        </w:rPr>
        <w:t>تاريخ دانو</w:t>
      </w:r>
      <w:r w:rsidR="007D6C9B">
        <w:rPr>
          <w:rtl/>
        </w:rPr>
        <w:t xml:space="preserve">ں </w:t>
      </w:r>
      <w:r>
        <w:rPr>
          <w:rtl/>
        </w:rPr>
        <w:t>نے اس مقام پر بہت سے مطالب تحرير كيے ہي</w:t>
      </w:r>
      <w:r w:rsidR="007D6C9B">
        <w:rPr>
          <w:rtl/>
        </w:rPr>
        <w:t xml:space="preserve">ں </w:t>
      </w:r>
      <w:r>
        <w:rPr>
          <w:rtl/>
        </w:rPr>
        <w:t>كہ جن مي</w:t>
      </w:r>
      <w:r w:rsidR="007D6C9B">
        <w:rPr>
          <w:rtl/>
        </w:rPr>
        <w:t xml:space="preserve">ں </w:t>
      </w:r>
      <w:r>
        <w:rPr>
          <w:rtl/>
        </w:rPr>
        <w:t>سے كوئي بھى بعيدنظر نہي</w:t>
      </w:r>
      <w:r w:rsidR="007D6C9B">
        <w:rPr>
          <w:rtl/>
        </w:rPr>
        <w:t xml:space="preserve">ں </w:t>
      </w:r>
      <w:r>
        <w:rPr>
          <w:rtl/>
        </w:rPr>
        <w:t xml:space="preserve">آتا _ </w:t>
      </w:r>
    </w:p>
    <w:p w:rsidR="00DE2D7F" w:rsidRDefault="00DE2D7F" w:rsidP="00D07B54">
      <w:pPr>
        <w:pStyle w:val="libNormal"/>
        <w:rPr>
          <w:rtl/>
        </w:rPr>
      </w:pPr>
    </w:p>
    <w:p w:rsidR="003F44AD" w:rsidRDefault="00DE2D7F" w:rsidP="00D07B54">
      <w:pPr>
        <w:pStyle w:val="Heading2Center"/>
        <w:rPr>
          <w:rtl/>
        </w:rPr>
      </w:pPr>
      <w:bookmarkStart w:id="89" w:name="_Toc7268486"/>
      <w:r>
        <w:rPr>
          <w:rtl/>
        </w:rPr>
        <w:t>فرشتو</w:t>
      </w:r>
      <w:r w:rsidR="007D6C9B">
        <w:rPr>
          <w:rtl/>
        </w:rPr>
        <w:t xml:space="preserve">ں </w:t>
      </w:r>
      <w:r>
        <w:rPr>
          <w:rtl/>
        </w:rPr>
        <w:t>كى فرياد</w:t>
      </w:r>
      <w:bookmarkEnd w:id="89"/>
      <w:r>
        <w:rPr>
          <w:rtl/>
        </w:rPr>
        <w:t xml:space="preserve"> </w:t>
      </w:r>
    </w:p>
    <w:p w:rsidR="00DE2D7F" w:rsidRDefault="00DE2D7F" w:rsidP="00D07B54">
      <w:pPr>
        <w:pStyle w:val="libNormal"/>
        <w:rPr>
          <w:rtl/>
        </w:rPr>
      </w:pPr>
      <w:r>
        <w:rPr>
          <w:rtl/>
        </w:rPr>
        <w:t>سب لوگ چاليس دن تك لكڑيا</w:t>
      </w:r>
      <w:r w:rsidR="007D6C9B">
        <w:rPr>
          <w:rtl/>
        </w:rPr>
        <w:t xml:space="preserve">ں </w:t>
      </w:r>
      <w:r>
        <w:rPr>
          <w:rtl/>
        </w:rPr>
        <w:t>جمع كرنے مي</w:t>
      </w:r>
      <w:r w:rsidR="007D6C9B">
        <w:rPr>
          <w:rtl/>
        </w:rPr>
        <w:t xml:space="preserve">ں </w:t>
      </w:r>
      <w:r>
        <w:rPr>
          <w:rtl/>
        </w:rPr>
        <w:t>لگے رہے اور ہر طرف سے بہت سى خشك لكڑيا</w:t>
      </w:r>
      <w:r w:rsidR="007D6C9B">
        <w:rPr>
          <w:rtl/>
        </w:rPr>
        <w:t xml:space="preserve">ں </w:t>
      </w:r>
      <w:r>
        <w:rPr>
          <w:rtl/>
        </w:rPr>
        <w:t>لالا كر جمع كرتے رہے اور نوبت يہا</w:t>
      </w:r>
      <w:r w:rsidR="007D6C9B">
        <w:rPr>
          <w:rtl/>
        </w:rPr>
        <w:t xml:space="preserve">ں </w:t>
      </w:r>
      <w:r>
        <w:rPr>
          <w:rtl/>
        </w:rPr>
        <w:t>تك پہنچ گئي تھى كہ وہ عورتي</w:t>
      </w:r>
      <w:r w:rsidR="007D6C9B">
        <w:rPr>
          <w:rtl/>
        </w:rPr>
        <w:t xml:space="preserve">ں </w:t>
      </w:r>
      <w:r>
        <w:rPr>
          <w:rtl/>
        </w:rPr>
        <w:t>تك بھى كہ جن كاكام گھر مي</w:t>
      </w:r>
      <w:r w:rsidR="007D6C9B">
        <w:rPr>
          <w:rtl/>
        </w:rPr>
        <w:t xml:space="preserve">ں </w:t>
      </w:r>
      <w:r>
        <w:rPr>
          <w:rtl/>
        </w:rPr>
        <w:t>بيٹھ كر چرخا كاتنا تھا، وہ اس كى آمدنى سے لكڑيو</w:t>
      </w:r>
      <w:r w:rsidR="007D6C9B">
        <w:rPr>
          <w:rtl/>
        </w:rPr>
        <w:t xml:space="preserve">ں </w:t>
      </w:r>
      <w:r>
        <w:rPr>
          <w:rtl/>
        </w:rPr>
        <w:t>كا گٹھالے كر اس مي</w:t>
      </w:r>
      <w:r w:rsidR="007D6C9B">
        <w:rPr>
          <w:rtl/>
        </w:rPr>
        <w:t xml:space="preserve">ں </w:t>
      </w:r>
      <w:r>
        <w:rPr>
          <w:rtl/>
        </w:rPr>
        <w:t>ڈلواتى تھي</w:t>
      </w:r>
      <w:r w:rsidR="007D6C9B">
        <w:rPr>
          <w:rtl/>
        </w:rPr>
        <w:t xml:space="preserve">ں </w:t>
      </w:r>
      <w:r>
        <w:rPr>
          <w:rtl/>
        </w:rPr>
        <w:t>اور وہ لوگ كہ جو قريب مرگ ہوتے تھے ، اپنے مال مي</w:t>
      </w:r>
      <w:r w:rsidR="007D6C9B">
        <w:rPr>
          <w:rtl/>
        </w:rPr>
        <w:t xml:space="preserve">ں </w:t>
      </w:r>
      <w:r>
        <w:rPr>
          <w:rtl/>
        </w:rPr>
        <w:t>سے لكڑيا</w:t>
      </w:r>
      <w:r w:rsidR="007D6C9B">
        <w:rPr>
          <w:rtl/>
        </w:rPr>
        <w:t xml:space="preserve">ں </w:t>
      </w:r>
      <w:r>
        <w:rPr>
          <w:rtl/>
        </w:rPr>
        <w:t>خريد نے كى وصيت كرتے تھے اور حاجت منداپنى حاجتو</w:t>
      </w:r>
      <w:r w:rsidR="007D6C9B">
        <w:rPr>
          <w:rtl/>
        </w:rPr>
        <w:t xml:space="preserve">ں </w:t>
      </w:r>
      <w:r>
        <w:rPr>
          <w:rtl/>
        </w:rPr>
        <w:t>كے پورے ہونے كے لئے يہ منت مانتے تھے كہ اگران كى حاجت پورى ہوگئي ، تو اتنى مقدار لكڑيو</w:t>
      </w:r>
      <w:r w:rsidR="007D6C9B">
        <w:rPr>
          <w:rtl/>
        </w:rPr>
        <w:t xml:space="preserve">ں </w:t>
      </w:r>
      <w:r>
        <w:rPr>
          <w:rtl/>
        </w:rPr>
        <w:t>كا اضافہ كري</w:t>
      </w:r>
      <w:r w:rsidR="007D6C9B">
        <w:rPr>
          <w:rtl/>
        </w:rPr>
        <w:t xml:space="preserve">ں </w:t>
      </w:r>
      <w:r>
        <w:rPr>
          <w:rtl/>
        </w:rPr>
        <w:t xml:space="preserve">گے _ </w:t>
      </w:r>
    </w:p>
    <w:p w:rsidR="00DE2D7F" w:rsidRDefault="00DE2D7F" w:rsidP="00D07B54">
      <w:pPr>
        <w:pStyle w:val="libNormal"/>
        <w:rPr>
          <w:rtl/>
        </w:rPr>
      </w:pPr>
      <w:r>
        <w:rPr>
          <w:rtl/>
        </w:rPr>
        <w:t>يہى وجہ تھى كہ جب ان لكڑيو</w:t>
      </w:r>
      <w:r w:rsidR="007D6C9B">
        <w:rPr>
          <w:rtl/>
        </w:rPr>
        <w:t xml:space="preserve">ں </w:t>
      </w:r>
      <w:r>
        <w:rPr>
          <w:rtl/>
        </w:rPr>
        <w:t>مي</w:t>
      </w:r>
      <w:r w:rsidR="007D6C9B">
        <w:rPr>
          <w:rtl/>
        </w:rPr>
        <w:t xml:space="preserve">ں </w:t>
      </w:r>
      <w:r>
        <w:rPr>
          <w:rtl/>
        </w:rPr>
        <w:t xml:space="preserve">مختلف اطراف سے آگ لگائي گئي تو اس كے شعلے اتنے بلند </w:t>
      </w:r>
    </w:p>
    <w:p w:rsidR="003F44A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ہوگئے تھے كہ پرندے اس علاقے سے نہي</w:t>
      </w:r>
      <w:r w:rsidR="007D6C9B">
        <w:rPr>
          <w:rtl/>
        </w:rPr>
        <w:t xml:space="preserve">ں </w:t>
      </w:r>
      <w:r>
        <w:rPr>
          <w:rtl/>
        </w:rPr>
        <w:t xml:space="preserve">گزر سكتے تھے _ </w:t>
      </w:r>
    </w:p>
    <w:p w:rsidR="00DE2D7F" w:rsidRDefault="00DE2D7F" w:rsidP="00D07B54">
      <w:pPr>
        <w:pStyle w:val="libNormal"/>
        <w:rPr>
          <w:rtl/>
        </w:rPr>
      </w:pPr>
      <w:r>
        <w:rPr>
          <w:rtl/>
        </w:rPr>
        <w:t>يہ بات واضح ہے كہ اس قسم كى آگ كے تو قريب بھى نہي</w:t>
      </w:r>
      <w:r w:rsidR="007D6C9B">
        <w:rPr>
          <w:rtl/>
        </w:rPr>
        <w:t xml:space="preserve">ں </w:t>
      </w:r>
      <w:r>
        <w:rPr>
          <w:rtl/>
        </w:rPr>
        <w:t>جايا جاسكتا چہ جائيكہ ابراہيم عليہ السلام كو لے جاكر اس مي</w:t>
      </w:r>
      <w:r w:rsidR="007D6C9B">
        <w:rPr>
          <w:rtl/>
        </w:rPr>
        <w:t xml:space="preserve">ں </w:t>
      </w:r>
      <w:r>
        <w:rPr>
          <w:rtl/>
        </w:rPr>
        <w:t>پھينكي</w:t>
      </w:r>
      <w:r w:rsidR="007D6C9B">
        <w:rPr>
          <w:rtl/>
        </w:rPr>
        <w:t xml:space="preserve">ں </w:t>
      </w:r>
      <w:r>
        <w:rPr>
          <w:rtl/>
        </w:rPr>
        <w:t>مجبوراً منجنيق سے كام ليا گيا حضرت ابراہيم كو اس كے اندار بٹھاكر بڑى تيزى كے ساتھ آگ كے اس دريا مي</w:t>
      </w:r>
      <w:r w:rsidR="007D6C9B">
        <w:rPr>
          <w:rtl/>
        </w:rPr>
        <w:t xml:space="preserve">ں </w:t>
      </w:r>
      <w:r>
        <w:rPr>
          <w:rtl/>
        </w:rPr>
        <w:t xml:space="preserve">پھينك ديا گيا _ </w:t>
      </w:r>
    </w:p>
    <w:p w:rsidR="00DE2D7F" w:rsidRDefault="00DE2D7F" w:rsidP="00D07B54">
      <w:pPr>
        <w:pStyle w:val="libNormal"/>
        <w:rPr>
          <w:rtl/>
        </w:rPr>
      </w:pPr>
      <w:r>
        <w:rPr>
          <w:rtl/>
        </w:rPr>
        <w:t>ان روايات مي</w:t>
      </w:r>
      <w:r w:rsidR="007D6C9B">
        <w:rPr>
          <w:rtl/>
        </w:rPr>
        <w:t xml:space="preserve">ں </w:t>
      </w:r>
      <w:r>
        <w:rPr>
          <w:rtl/>
        </w:rPr>
        <w:t>كہ جو شيعہ اور سنى فرقو</w:t>
      </w:r>
      <w:r w:rsidR="007D6C9B">
        <w:rPr>
          <w:rtl/>
        </w:rPr>
        <w:t xml:space="preserve">ں </w:t>
      </w:r>
      <w:r>
        <w:rPr>
          <w:rtl/>
        </w:rPr>
        <w:t>كى طرف سے نقل ہوئي ہي</w:t>
      </w:r>
      <w:r w:rsidR="007D6C9B">
        <w:rPr>
          <w:rtl/>
        </w:rPr>
        <w:t xml:space="preserve">ں </w:t>
      </w:r>
      <w:r>
        <w:rPr>
          <w:rtl/>
        </w:rPr>
        <w:t xml:space="preserve">، يہ بيان ہواہے كہ: </w:t>
      </w:r>
    </w:p>
    <w:p w:rsidR="00DE2D7F" w:rsidRDefault="00DE2D7F" w:rsidP="00D07B54">
      <w:pPr>
        <w:pStyle w:val="libNormal"/>
        <w:rPr>
          <w:rtl/>
        </w:rPr>
      </w:pPr>
      <w:r>
        <w:rPr>
          <w:rtl/>
        </w:rPr>
        <w:t>''جس وقت حضرت ابراہيم(ع) كو منجنيق كے اوپر بٹھايا گيا اور انہي</w:t>
      </w:r>
      <w:r w:rsidR="007D6C9B">
        <w:rPr>
          <w:rtl/>
        </w:rPr>
        <w:t xml:space="preserve">ں </w:t>
      </w:r>
      <w:r>
        <w:rPr>
          <w:rtl/>
        </w:rPr>
        <w:t>آگ مي</w:t>
      </w:r>
      <w:r w:rsidR="007D6C9B">
        <w:rPr>
          <w:rtl/>
        </w:rPr>
        <w:t xml:space="preserve">ں </w:t>
      </w:r>
      <w:r>
        <w:rPr>
          <w:rtl/>
        </w:rPr>
        <w:t>پھينكاجانے لگا تو آسمان، زمين اور فرشتو</w:t>
      </w:r>
      <w:r w:rsidR="007D6C9B">
        <w:rPr>
          <w:rtl/>
        </w:rPr>
        <w:t xml:space="preserve">ں </w:t>
      </w:r>
      <w:r>
        <w:rPr>
          <w:rtl/>
        </w:rPr>
        <w:t>نے فرياد بلند كى اور بارگاہ خداوندى مي</w:t>
      </w:r>
      <w:r w:rsidR="007D6C9B">
        <w:rPr>
          <w:rtl/>
        </w:rPr>
        <w:t xml:space="preserve">ں </w:t>
      </w:r>
      <w:r>
        <w:rPr>
          <w:rtl/>
        </w:rPr>
        <w:t>درخواست كى كہ توحيد كے اس علمبرداراور حريت پسندو</w:t>
      </w:r>
      <w:r w:rsidR="007D6C9B">
        <w:rPr>
          <w:rtl/>
        </w:rPr>
        <w:t xml:space="preserve">ں </w:t>
      </w:r>
      <w:r>
        <w:rPr>
          <w:rtl/>
        </w:rPr>
        <w:t xml:space="preserve">كے ليڈركوبچالے _'' </w:t>
      </w:r>
    </w:p>
    <w:p w:rsidR="00DE2D7F" w:rsidRDefault="00DE2D7F" w:rsidP="00D07B54">
      <w:pPr>
        <w:pStyle w:val="libNormal"/>
        <w:rPr>
          <w:rtl/>
        </w:rPr>
      </w:pPr>
      <w:r>
        <w:rPr>
          <w:rtl/>
        </w:rPr>
        <w:t xml:space="preserve">اس وقت جبرئيل، حضرت ابراہيم كے پاس آئے اور ان سے كہا : </w:t>
      </w:r>
    </w:p>
    <w:p w:rsidR="00DE2D7F" w:rsidRDefault="00DE2D7F" w:rsidP="00D07B54">
      <w:pPr>
        <w:pStyle w:val="libNormal"/>
        <w:rPr>
          <w:rtl/>
        </w:rPr>
      </w:pPr>
      <w:r>
        <w:rPr>
          <w:rtl/>
        </w:rPr>
        <w:t>كيا تمہارى كوئي حاجت ہے كہ مي</w:t>
      </w:r>
      <w:r w:rsidR="007D6C9B">
        <w:rPr>
          <w:rtl/>
        </w:rPr>
        <w:t xml:space="preserve">ں </w:t>
      </w:r>
      <w:r>
        <w:rPr>
          <w:rtl/>
        </w:rPr>
        <w:t>تمہارى مدد كرو</w:t>
      </w:r>
      <w:r w:rsidR="007D6C9B">
        <w:rPr>
          <w:rtl/>
        </w:rPr>
        <w:t xml:space="preserve">ں </w:t>
      </w:r>
      <w:r>
        <w:rPr>
          <w:rtl/>
        </w:rPr>
        <w:t xml:space="preserve">؟ </w:t>
      </w:r>
    </w:p>
    <w:p w:rsidR="00DE2D7F" w:rsidRDefault="00DE2D7F" w:rsidP="00D07B54">
      <w:pPr>
        <w:pStyle w:val="libNormal"/>
        <w:rPr>
          <w:rtl/>
        </w:rPr>
      </w:pPr>
      <w:r>
        <w:rPr>
          <w:rtl/>
        </w:rPr>
        <w:t>ابراہيم عليہ السلام نے مختصر سا جواب ديا : تجھ سے حاجت ؟نہي</w:t>
      </w:r>
      <w:r w:rsidR="007D6C9B">
        <w:rPr>
          <w:rtl/>
        </w:rPr>
        <w:t xml:space="preserve">ں </w:t>
      </w:r>
      <w:r>
        <w:rPr>
          <w:rtl/>
        </w:rPr>
        <w:t>، نہي</w:t>
      </w:r>
      <w:r w:rsidR="007D6C9B">
        <w:rPr>
          <w:rtl/>
        </w:rPr>
        <w:t xml:space="preserve">ں </w:t>
      </w:r>
      <w:r>
        <w:rPr>
          <w:rtl/>
        </w:rPr>
        <w:t>،(مي</w:t>
      </w:r>
      <w:r w:rsidR="007D6C9B">
        <w:rPr>
          <w:rtl/>
        </w:rPr>
        <w:t xml:space="preserve">ں </w:t>
      </w:r>
      <w:r>
        <w:rPr>
          <w:rtl/>
        </w:rPr>
        <w:t>تو اسى ذات سے حاجت ركھتا ہو</w:t>
      </w:r>
      <w:r w:rsidR="007D6C9B">
        <w:rPr>
          <w:rtl/>
        </w:rPr>
        <w:t xml:space="preserve">ں </w:t>
      </w:r>
      <w:r>
        <w:rPr>
          <w:rtl/>
        </w:rPr>
        <w:t xml:space="preserve">كہ جو سب سے بے نياز اور سب پر مہربان ہے ) </w:t>
      </w:r>
    </w:p>
    <w:p w:rsidR="00DE2D7F" w:rsidRDefault="00DE2D7F" w:rsidP="00D07B54">
      <w:pPr>
        <w:pStyle w:val="libNormal"/>
        <w:rPr>
          <w:rtl/>
        </w:rPr>
      </w:pPr>
      <w:r>
        <w:rPr>
          <w:rtl/>
        </w:rPr>
        <w:t xml:space="preserve">تواس موقع پر جبرئيل نے كہا : تو پھر تم اپنى حاجت خداسے طلب كرو _ </w:t>
      </w:r>
    </w:p>
    <w:p w:rsidR="00DE2D7F" w:rsidRDefault="00DE2D7F" w:rsidP="00D07B54">
      <w:pPr>
        <w:pStyle w:val="libNormal"/>
        <w:rPr>
          <w:rtl/>
        </w:rPr>
      </w:pPr>
      <w:r>
        <w:rPr>
          <w:rtl/>
        </w:rPr>
        <w:t>انہو</w:t>
      </w:r>
      <w:r w:rsidR="007D6C9B">
        <w:rPr>
          <w:rtl/>
        </w:rPr>
        <w:t xml:space="preserve">ں </w:t>
      </w:r>
      <w:r>
        <w:rPr>
          <w:rtl/>
        </w:rPr>
        <w:t>نے جواب مي</w:t>
      </w:r>
      <w:r w:rsidR="007D6C9B">
        <w:rPr>
          <w:rtl/>
        </w:rPr>
        <w:t xml:space="preserve">ں </w:t>
      </w:r>
      <w:r>
        <w:rPr>
          <w:rtl/>
        </w:rPr>
        <w:t xml:space="preserve">كہا : ''ميرے لئے يہى كافى ہے كہ وہ ميرى حالت سے آگاہ ہے ''_ </w:t>
      </w:r>
    </w:p>
    <w:p w:rsidR="00DE2D7F" w:rsidRDefault="00DE2D7F" w:rsidP="00D07B54">
      <w:pPr>
        <w:pStyle w:val="libNormal"/>
        <w:rPr>
          <w:rtl/>
        </w:rPr>
      </w:pPr>
      <w:r>
        <w:rPr>
          <w:rtl/>
        </w:rPr>
        <w:t>ايك حديث مي</w:t>
      </w:r>
      <w:r w:rsidR="007D6C9B">
        <w:rPr>
          <w:rtl/>
        </w:rPr>
        <w:t xml:space="preserve">ں </w:t>
      </w:r>
      <w:r>
        <w:rPr>
          <w:rtl/>
        </w:rPr>
        <w:t xml:space="preserve">امام باقر عليہ السلام سے نقل ہوا ہے كہ اس موقع پر حضرت ابراہيم نے خداسے اس طرح رازونياز كيا: </w:t>
      </w:r>
    </w:p>
    <w:p w:rsidR="00DE2D7F" w:rsidRDefault="00DE2D7F" w:rsidP="00D07B54">
      <w:pPr>
        <w:pStyle w:val="libNormal"/>
        <w:rPr>
          <w:rtl/>
        </w:rPr>
      </w:pPr>
      <w:r>
        <w:rPr>
          <w:rtl/>
        </w:rPr>
        <w:t>''</w:t>
      </w:r>
      <w:r w:rsidRPr="0056398C">
        <w:rPr>
          <w:rStyle w:val="libArabicChar"/>
          <w:rtl/>
        </w:rPr>
        <w:t>يااحد يا احد ياصمد يا صمد يا من لم يلد ولم يولد ولم يكن ل</w:t>
      </w:r>
      <w:r w:rsidR="007F58D3" w:rsidRPr="007F58D3">
        <w:rPr>
          <w:rStyle w:val="libArabicChar"/>
          <w:rFonts w:hint="cs"/>
          <w:rtl/>
        </w:rPr>
        <w:t>ه</w:t>
      </w:r>
      <w:r w:rsidRPr="0056398C">
        <w:rPr>
          <w:rStyle w:val="libArabicChar"/>
          <w:rtl/>
        </w:rPr>
        <w:t xml:space="preserve"> </w:t>
      </w:r>
      <w:r w:rsidRPr="0056398C">
        <w:rPr>
          <w:rStyle w:val="libArabicChar"/>
          <w:rFonts w:hint="cs"/>
          <w:rtl/>
        </w:rPr>
        <w:t>كفواًاحد</w:t>
      </w:r>
      <w:r w:rsidRPr="0056398C">
        <w:rPr>
          <w:rStyle w:val="libArabicChar"/>
          <w:rtl/>
        </w:rPr>
        <w:t xml:space="preserve"> </w:t>
      </w:r>
      <w:r w:rsidRPr="0056398C">
        <w:rPr>
          <w:rStyle w:val="libArabicChar"/>
          <w:rFonts w:hint="cs"/>
          <w:rtl/>
        </w:rPr>
        <w:t>توكلت</w:t>
      </w:r>
      <w:r w:rsidRPr="0056398C">
        <w:rPr>
          <w:rStyle w:val="libArabicChar"/>
          <w:rtl/>
        </w:rPr>
        <w:t xml:space="preserve"> </w:t>
      </w:r>
      <w:r w:rsidRPr="0056398C">
        <w:rPr>
          <w:rStyle w:val="libArabicChar"/>
          <w:rFonts w:hint="cs"/>
          <w:rtl/>
        </w:rPr>
        <w:t>على</w:t>
      </w:r>
      <w:r w:rsidRPr="0056398C">
        <w:rPr>
          <w:rStyle w:val="libArabicChar"/>
          <w:rtl/>
        </w:rPr>
        <w:t xml:space="preserve"> </w:t>
      </w:r>
      <w:r w:rsidRPr="0056398C">
        <w:rPr>
          <w:rStyle w:val="libArabicChar"/>
          <w:rFonts w:hint="cs"/>
          <w:rtl/>
        </w:rPr>
        <w:t>اللّ</w:t>
      </w:r>
      <w:r w:rsidR="007F58D3" w:rsidRPr="007F58D3">
        <w:rPr>
          <w:rStyle w:val="libArabicChar"/>
          <w:rFonts w:hint="cs"/>
          <w:rtl/>
        </w:rPr>
        <w:t>ه</w:t>
      </w:r>
      <w:r w:rsidRPr="0056398C">
        <w:rPr>
          <w:rStyle w:val="libArabicChar"/>
          <w:rtl/>
        </w:rPr>
        <w:t xml:space="preserve"> </w:t>
      </w:r>
      <w:r>
        <w:rPr>
          <w:rtl/>
        </w:rPr>
        <w:t xml:space="preserve">_'' </w:t>
      </w:r>
    </w:p>
    <w:p w:rsidR="00DE2D7F" w:rsidRDefault="00DE2D7F" w:rsidP="00D07B54">
      <w:pPr>
        <w:pStyle w:val="libNormal"/>
        <w:rPr>
          <w:rtl/>
        </w:rPr>
      </w:pPr>
      <w:r>
        <w:rPr>
          <w:rtl/>
        </w:rPr>
        <w:t>اے اكيلے: اے اكيلے اے بے نياز اے بے نياز اے وہ كہ جس نے كسى كو نہي</w:t>
      </w:r>
      <w:r w:rsidR="007D6C9B">
        <w:rPr>
          <w:rtl/>
        </w:rPr>
        <w:t xml:space="preserve">ں </w:t>
      </w:r>
      <w:r>
        <w:rPr>
          <w:rtl/>
        </w:rPr>
        <w:t>جنا اور نہ جو جنا گيا اور جس كا كوئي ہم پلہ نہي</w:t>
      </w:r>
      <w:r w:rsidR="007D6C9B">
        <w:rPr>
          <w:rtl/>
        </w:rPr>
        <w:t xml:space="preserve">ں </w:t>
      </w:r>
      <w:r>
        <w:rPr>
          <w:rtl/>
        </w:rPr>
        <w:t>: مي</w:t>
      </w:r>
      <w:r w:rsidR="007D6C9B">
        <w:rPr>
          <w:rtl/>
        </w:rPr>
        <w:t xml:space="preserve">ں </w:t>
      </w:r>
      <w:r>
        <w:rPr>
          <w:rtl/>
        </w:rPr>
        <w:t>اللہ پر ہى بھرسہ ركھتا ہو</w:t>
      </w:r>
      <w:r w:rsidR="007D6C9B">
        <w:rPr>
          <w:rtl/>
        </w:rPr>
        <w:t xml:space="preserve">ں </w:t>
      </w:r>
      <w:r>
        <w:rPr>
          <w:rtl/>
        </w:rPr>
        <w:t xml:space="preserve">_ </w:t>
      </w:r>
    </w:p>
    <w:p w:rsidR="00031810" w:rsidRDefault="001648F9" w:rsidP="00D07B54">
      <w:pPr>
        <w:pStyle w:val="libNormal"/>
        <w:rPr>
          <w:rtl/>
        </w:rPr>
      </w:pPr>
      <w:r>
        <w:rPr>
          <w:rtl/>
        </w:rPr>
        <w:t xml:space="preserve"> </w:t>
      </w:r>
      <w:r>
        <w:rPr>
          <w:rtl/>
        </w:rPr>
        <w:br w:type="page"/>
      </w:r>
    </w:p>
    <w:p w:rsidR="00031810" w:rsidRDefault="00031810" w:rsidP="00D07B54">
      <w:pPr>
        <w:pStyle w:val="libNormal"/>
        <w:rPr>
          <w:rtl/>
        </w:rPr>
      </w:pPr>
    </w:p>
    <w:p w:rsidR="00031810" w:rsidRDefault="00DE2D7F" w:rsidP="00D07B54">
      <w:pPr>
        <w:pStyle w:val="Heading2Center"/>
        <w:rPr>
          <w:rtl/>
        </w:rPr>
      </w:pPr>
      <w:bookmarkStart w:id="90" w:name="_Toc7268487"/>
      <w:r>
        <w:rPr>
          <w:rtl/>
        </w:rPr>
        <w:t>آگ گلزار ہوگئي</w:t>
      </w:r>
      <w:bookmarkEnd w:id="90"/>
      <w:r>
        <w:rPr>
          <w:rtl/>
        </w:rPr>
        <w:t xml:space="preserve"> </w:t>
      </w:r>
    </w:p>
    <w:p w:rsidR="00DE2D7F" w:rsidRDefault="00DE2D7F" w:rsidP="00D07B54">
      <w:pPr>
        <w:pStyle w:val="libNormal"/>
        <w:rPr>
          <w:rtl/>
        </w:rPr>
      </w:pPr>
      <w:r>
        <w:rPr>
          <w:rtl/>
        </w:rPr>
        <w:t>بہرحال لوگو</w:t>
      </w:r>
      <w:r w:rsidR="007D6C9B">
        <w:rPr>
          <w:rtl/>
        </w:rPr>
        <w:t xml:space="preserve">ں </w:t>
      </w:r>
      <w:r>
        <w:rPr>
          <w:rtl/>
        </w:rPr>
        <w:t>كے شوروغل ہو اور جوش وخروش كے اس عالم مي</w:t>
      </w:r>
      <w:r w:rsidR="007D6C9B">
        <w:rPr>
          <w:rtl/>
        </w:rPr>
        <w:t xml:space="preserve">ں </w:t>
      </w:r>
      <w:r>
        <w:rPr>
          <w:rtl/>
        </w:rPr>
        <w:t>حضرت ابراہيم(ع) آگ كے شعلو</w:t>
      </w:r>
      <w:r w:rsidR="007D6C9B">
        <w:rPr>
          <w:rtl/>
        </w:rPr>
        <w:t xml:space="preserve">ں </w:t>
      </w:r>
      <w:r>
        <w:rPr>
          <w:rtl/>
        </w:rPr>
        <w:t>كے اندر پھينك ديئے گئے لوگو</w:t>
      </w:r>
      <w:r w:rsidR="007D6C9B">
        <w:rPr>
          <w:rtl/>
        </w:rPr>
        <w:t xml:space="preserve">ں </w:t>
      </w:r>
      <w:r>
        <w:rPr>
          <w:rtl/>
        </w:rPr>
        <w:t>نے خوشى سے اس طرح لغرے لگائے گويا بتو</w:t>
      </w:r>
      <w:r w:rsidR="007D6C9B">
        <w:rPr>
          <w:rtl/>
        </w:rPr>
        <w:t xml:space="preserve">ں </w:t>
      </w:r>
      <w:r>
        <w:rPr>
          <w:rtl/>
        </w:rPr>
        <w:t xml:space="preserve">كو توڑنے والا ہميشہ كے لئے نابود اور خاكستر ہوگيا _ </w:t>
      </w:r>
    </w:p>
    <w:p w:rsidR="00DE2D7F" w:rsidRDefault="00DE2D7F" w:rsidP="00D07B54">
      <w:pPr>
        <w:pStyle w:val="libNormal"/>
        <w:rPr>
          <w:rtl/>
        </w:rPr>
      </w:pPr>
      <w:r>
        <w:rPr>
          <w:rtl/>
        </w:rPr>
        <w:t>ليكن وہ خدا كہ جس كے فرمان كے سامنے تمام چيزي</w:t>
      </w:r>
      <w:r w:rsidR="007D6C9B">
        <w:rPr>
          <w:rtl/>
        </w:rPr>
        <w:t xml:space="preserve">ں </w:t>
      </w:r>
      <w:r>
        <w:rPr>
          <w:rtl/>
        </w:rPr>
        <w:t>سرخم كيے ہوئے ہي</w:t>
      </w:r>
      <w:r w:rsidR="007D6C9B">
        <w:rPr>
          <w:rtl/>
        </w:rPr>
        <w:t xml:space="preserve">ں </w:t>
      </w:r>
      <w:r>
        <w:rPr>
          <w:rtl/>
        </w:rPr>
        <w:t>_ جلانے كى صلاحيت اسى نے آگ مي</w:t>
      </w:r>
      <w:r w:rsidR="007D6C9B">
        <w:rPr>
          <w:rtl/>
        </w:rPr>
        <w:t xml:space="preserve">ں </w:t>
      </w:r>
      <w:r>
        <w:rPr>
          <w:rtl/>
        </w:rPr>
        <w:t>ركھى ہے اور مائو</w:t>
      </w:r>
      <w:r w:rsidR="007D6C9B">
        <w:rPr>
          <w:rtl/>
        </w:rPr>
        <w:t xml:space="preserve">ں </w:t>
      </w:r>
      <w:r>
        <w:rPr>
          <w:rtl/>
        </w:rPr>
        <w:t>كے دل مي</w:t>
      </w:r>
      <w:r w:rsidR="007D6C9B">
        <w:rPr>
          <w:rtl/>
        </w:rPr>
        <w:t xml:space="preserve">ں </w:t>
      </w:r>
      <w:r>
        <w:rPr>
          <w:rtl/>
        </w:rPr>
        <w:t>محبت بھى اسى نے ڈالى ہے اس نے ارادہ كرليا كہ يہ خالص بندئہ مومن آگ كے اس دريا مي</w:t>
      </w:r>
      <w:r w:rsidR="007D6C9B">
        <w:rPr>
          <w:rtl/>
        </w:rPr>
        <w:t xml:space="preserve">ں </w:t>
      </w:r>
      <w:r>
        <w:rPr>
          <w:rtl/>
        </w:rPr>
        <w:t>صحيح وسالم رہے تاكہ اس كے افتخاراور اعزاز كى سندو</w:t>
      </w:r>
      <w:r w:rsidR="007D6C9B">
        <w:rPr>
          <w:rtl/>
        </w:rPr>
        <w:t xml:space="preserve">ں </w:t>
      </w:r>
      <w:r>
        <w:rPr>
          <w:rtl/>
        </w:rPr>
        <w:t>مي</w:t>
      </w:r>
      <w:r w:rsidR="007D6C9B">
        <w:rPr>
          <w:rtl/>
        </w:rPr>
        <w:t xml:space="preserve">ں </w:t>
      </w:r>
      <w:r>
        <w:rPr>
          <w:rtl/>
        </w:rPr>
        <w:t xml:space="preserve">ايك اور سند كا اضافہ ہوجائے _ </w:t>
      </w:r>
    </w:p>
    <w:p w:rsidR="00DE2D7F" w:rsidRDefault="00DE2D7F" w:rsidP="00D07B54">
      <w:pPr>
        <w:pStyle w:val="libNormal"/>
        <w:rPr>
          <w:rtl/>
        </w:rPr>
      </w:pPr>
      <w:r>
        <w:rPr>
          <w:rtl/>
        </w:rPr>
        <w:t>جيسا كہ قرآن اس مقام پر كہتا ہے :''ہم نے آگ سے كہا :اے آگ : ابراہيم پر سلامتى كے ساتھ ٹھنڈى ہوجا_''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مشہور يہ كہ آگ اس قدر ٹھنڈى ہوگئي كہ ابراہيم كے دانت ٹھنڈك كى شدت سے بجنے لگے اور بعض مفسرين كے قول كے مطابق تو اگر''سلاماً'' كى تعبير ساتھ نہ ہوتى تو آگ اس قدر سرد ہوجاتى كہ ابراہيم كى جان سردى سے خطرے مي</w:t>
      </w:r>
      <w:r w:rsidR="007D6C9B">
        <w:rPr>
          <w:rtl/>
        </w:rPr>
        <w:t xml:space="preserve">ں </w:t>
      </w:r>
      <w:r>
        <w:rPr>
          <w:rtl/>
        </w:rPr>
        <w:t>پڑجاتى _ مشہور روايت مي</w:t>
      </w:r>
      <w:r w:rsidR="007D6C9B">
        <w:rPr>
          <w:rtl/>
        </w:rPr>
        <w:t xml:space="preserve">ں </w:t>
      </w:r>
      <w:r>
        <w:rPr>
          <w:rtl/>
        </w:rPr>
        <w:t>يہ بھى بيان ہوا ہے كہ نمرود كى آگ خوبصورت گلستان مي</w:t>
      </w:r>
      <w:r w:rsidR="007D6C9B">
        <w:rPr>
          <w:rtl/>
        </w:rPr>
        <w:t xml:space="preserve">ں </w:t>
      </w:r>
      <w:r>
        <w:rPr>
          <w:rtl/>
        </w:rPr>
        <w:t>تبديل ہوگئي _يہا</w:t>
      </w:r>
      <w:r w:rsidR="007D6C9B">
        <w:rPr>
          <w:rtl/>
        </w:rPr>
        <w:t xml:space="preserve">ں </w:t>
      </w:r>
      <w:r>
        <w:rPr>
          <w:rtl/>
        </w:rPr>
        <w:t>تك كہ بعض نے تو كہا ہے كہ جس دن ابراہيم آگ مي</w:t>
      </w:r>
      <w:r w:rsidR="007D6C9B">
        <w:rPr>
          <w:rtl/>
        </w:rPr>
        <w:t xml:space="preserve">ں </w:t>
      </w:r>
      <w:r>
        <w:rPr>
          <w:rtl/>
        </w:rPr>
        <w:t>رہے ، ان كى زندگى كے دنو</w:t>
      </w:r>
      <w:r w:rsidR="007D6C9B">
        <w:rPr>
          <w:rtl/>
        </w:rPr>
        <w:t xml:space="preserve">ں </w:t>
      </w:r>
      <w:r>
        <w:rPr>
          <w:rtl/>
        </w:rPr>
        <w:t>مي</w:t>
      </w:r>
      <w:r w:rsidR="007D6C9B">
        <w:rPr>
          <w:rtl/>
        </w:rPr>
        <w:t xml:space="preserve">ں </w:t>
      </w:r>
      <w:r>
        <w:rPr>
          <w:rtl/>
        </w:rPr>
        <w:t xml:space="preserve">سب سے بہترين راحت وآرام كا دن تھا ؟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انبياء آيت </w:t>
      </w:r>
      <w:r w:rsidR="00E664BB">
        <w:rPr>
          <w:rtl/>
        </w:rPr>
        <w:t>6</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آگ نے حضرت ابراہيم كو كيو</w:t>
      </w:r>
      <w:r w:rsidR="007D6C9B">
        <w:rPr>
          <w:rtl/>
        </w:rPr>
        <w:t xml:space="preserve">ں </w:t>
      </w:r>
      <w:r>
        <w:rPr>
          <w:rtl/>
        </w:rPr>
        <w:t>نہ جلايا ؟، مفسيرين كے درميان بہت اختلاف ہے ليكن اجمالاً بات يہ ہے كہ بينش توحيد ى كو مد نظر ركھتے ہوئے كسى سبب سے بھى خدا كے حكم كے بغير كوئي كام نہي</w:t>
      </w:r>
      <w:r w:rsidR="007D6C9B">
        <w:rPr>
          <w:rtl/>
        </w:rPr>
        <w:t xml:space="preserve">ں </w:t>
      </w:r>
      <w:r>
        <w:rPr>
          <w:rtl/>
        </w:rPr>
        <w:t>ہوسكتا ايك دن وہ ابراہيم كے ہاتھ مي</w:t>
      </w:r>
      <w:r w:rsidR="007D6C9B">
        <w:rPr>
          <w:rtl/>
        </w:rPr>
        <w:t xml:space="preserve">ں </w:t>
      </w:r>
      <w:r>
        <w:rPr>
          <w:rtl/>
        </w:rPr>
        <w:t>موجود چھرى سے كہتا ہے: نہ كاٹ اور دوسرے دن آگ سے كہتا : نہ جلا اور ايك دن پانى كوجو سبب حيات ہے حكم ديتا ہے كہ فرعون اور فرعونيو</w:t>
      </w:r>
      <w:r w:rsidR="007D6C9B">
        <w:rPr>
          <w:rtl/>
        </w:rPr>
        <w:t xml:space="preserve">ں </w:t>
      </w:r>
      <w:r>
        <w:rPr>
          <w:rtl/>
        </w:rPr>
        <w:t xml:space="preserve">كو غرق كردے </w:t>
      </w:r>
    </w:p>
    <w:p w:rsidR="00031810"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يہ بات كہنے كى ضرورت نہي</w:t>
      </w:r>
      <w:r w:rsidR="007D6C9B">
        <w:rPr>
          <w:rtl/>
        </w:rPr>
        <w:t xml:space="preserve">ں </w:t>
      </w:r>
      <w:r>
        <w:rPr>
          <w:rtl/>
        </w:rPr>
        <w:t>ہے كہ ابراہيم كے آگ مي</w:t>
      </w:r>
      <w:r w:rsidR="007D6C9B">
        <w:rPr>
          <w:rtl/>
        </w:rPr>
        <w:t xml:space="preserve">ں </w:t>
      </w:r>
      <w:r>
        <w:rPr>
          <w:rtl/>
        </w:rPr>
        <w:t>صحيح وسالم رہ جانے سے صورت حال بالكل بدل گئي خوشى اورمسرت كا شور وغل ختم ہوگيا، تعجب سے منہ كھلے كے كھلے رہ گئے كچھ لوگ ايك دوسرے كے كان مي</w:t>
      </w:r>
      <w:r w:rsidR="007D6C9B">
        <w:rPr>
          <w:rtl/>
        </w:rPr>
        <w:t xml:space="preserve">ں </w:t>
      </w:r>
      <w:r>
        <w:rPr>
          <w:rtl/>
        </w:rPr>
        <w:t>رونماہونے والى اس عجيب چيزكے بارے مي</w:t>
      </w:r>
      <w:r w:rsidR="007D6C9B">
        <w:rPr>
          <w:rtl/>
        </w:rPr>
        <w:t xml:space="preserve">ں </w:t>
      </w:r>
      <w:r>
        <w:rPr>
          <w:rtl/>
        </w:rPr>
        <w:t>باتي</w:t>
      </w:r>
      <w:r w:rsidR="007D6C9B">
        <w:rPr>
          <w:rtl/>
        </w:rPr>
        <w:t xml:space="preserve">ں </w:t>
      </w:r>
      <w:r>
        <w:rPr>
          <w:rtl/>
        </w:rPr>
        <w:t>كررہے تھے ابراہيم (ع) اور اس كے خدا كى عظمت كا ورد زبانو</w:t>
      </w:r>
      <w:r w:rsidR="007D6C9B">
        <w:rPr>
          <w:rtl/>
        </w:rPr>
        <w:t xml:space="preserve">ں </w:t>
      </w:r>
      <w:r>
        <w:rPr>
          <w:rtl/>
        </w:rPr>
        <w:t>پر جارى ہوگيا نمرود كا اقتدار خطرے مي</w:t>
      </w:r>
      <w:r w:rsidR="007D6C9B">
        <w:rPr>
          <w:rtl/>
        </w:rPr>
        <w:t xml:space="preserve">ں </w:t>
      </w:r>
      <w:r>
        <w:rPr>
          <w:rtl/>
        </w:rPr>
        <w:t>پڑگيا ليكن پھر بھى تعصب اور ہٹ دھرمى حق كو قبول كرنے مي</w:t>
      </w:r>
      <w:r w:rsidR="007D6C9B">
        <w:rPr>
          <w:rtl/>
        </w:rPr>
        <w:t xml:space="preserve">ں </w:t>
      </w:r>
      <w:r>
        <w:rPr>
          <w:rtl/>
        </w:rPr>
        <w:t>پورى طرح حائل ہوگئي اگرچہ كچھ بيداردل اس واقعہ سے بہرہ ور بھى ہوئے اور ابراہيم كے خدا كے بارے مي</w:t>
      </w:r>
      <w:r w:rsidR="007D6C9B">
        <w:rPr>
          <w:rtl/>
        </w:rPr>
        <w:t xml:space="preserve">ں </w:t>
      </w:r>
      <w:r>
        <w:rPr>
          <w:rtl/>
        </w:rPr>
        <w:t>ان كے ايمان مي</w:t>
      </w:r>
      <w:r w:rsidR="007D6C9B">
        <w:rPr>
          <w:rtl/>
        </w:rPr>
        <w:t xml:space="preserve">ں </w:t>
      </w:r>
      <w:r>
        <w:rPr>
          <w:rtl/>
        </w:rPr>
        <w:t>زيادتى اور اضافہ ہوا ، مگريہ لوگ اقليت مي</w:t>
      </w:r>
      <w:r w:rsidR="007D6C9B">
        <w:rPr>
          <w:rtl/>
        </w:rPr>
        <w:t xml:space="preserve">ں </w:t>
      </w:r>
      <w:r>
        <w:rPr>
          <w:rtl/>
        </w:rPr>
        <w:t xml:space="preserve">تھے _ </w:t>
      </w:r>
    </w:p>
    <w:p w:rsidR="00031810" w:rsidRDefault="00DE2D7F" w:rsidP="00D07B54">
      <w:pPr>
        <w:pStyle w:val="Heading2Center"/>
        <w:rPr>
          <w:rtl/>
        </w:rPr>
      </w:pPr>
      <w:bookmarkStart w:id="91" w:name="_Toc7268488"/>
      <w:r>
        <w:rPr>
          <w:rtl/>
        </w:rPr>
        <w:t>بہادرنوجوان</w:t>
      </w:r>
      <w:bookmarkEnd w:id="91"/>
    </w:p>
    <w:p w:rsidR="00DE2D7F" w:rsidRDefault="00DE2D7F" w:rsidP="00D07B54">
      <w:pPr>
        <w:pStyle w:val="libNormal"/>
        <w:rPr>
          <w:rtl/>
        </w:rPr>
      </w:pPr>
      <w:r>
        <w:rPr>
          <w:rtl/>
        </w:rPr>
        <w:t xml:space="preserve"> حضرت ابراہيم كو جب آگ مي</w:t>
      </w:r>
      <w:r w:rsidR="007D6C9B">
        <w:rPr>
          <w:rtl/>
        </w:rPr>
        <w:t xml:space="preserve">ں </w:t>
      </w:r>
      <w:r>
        <w:rPr>
          <w:rtl/>
        </w:rPr>
        <w:t>ڈالاگيا تو ان كى عمر سولہ سال سے زيادہ نہي</w:t>
      </w:r>
      <w:r w:rsidR="007D6C9B">
        <w:rPr>
          <w:rtl/>
        </w:rPr>
        <w:t xml:space="preserve">ں </w:t>
      </w:r>
      <w:r>
        <w:rPr>
          <w:rtl/>
        </w:rPr>
        <w:t xml:space="preserve">تھى اوربعض نے اس وقت ان كا سن </w:t>
      </w:r>
      <w:r w:rsidR="00E664BB">
        <w:rPr>
          <w:rtl/>
        </w:rPr>
        <w:t>26</w:t>
      </w:r>
      <w:r>
        <w:rPr>
          <w:rtl/>
        </w:rPr>
        <w:t xml:space="preserve"> سال كا ذكر كيا ہے _ </w:t>
      </w:r>
    </w:p>
    <w:p w:rsidR="00DE2D7F" w:rsidRDefault="00DE2D7F" w:rsidP="00D07B54">
      <w:pPr>
        <w:pStyle w:val="libNormal"/>
        <w:rPr>
          <w:rtl/>
        </w:rPr>
      </w:pPr>
      <w:r>
        <w:rPr>
          <w:rtl/>
        </w:rPr>
        <w:t>بہرحال وہ جوانى كى عمر مي</w:t>
      </w:r>
      <w:r w:rsidR="007D6C9B">
        <w:rPr>
          <w:rtl/>
        </w:rPr>
        <w:t xml:space="preserve">ں </w:t>
      </w:r>
      <w:r>
        <w:rPr>
          <w:rtl/>
        </w:rPr>
        <w:t>تھے اور باوجود اس كے كہ ظاہرى طور پر ان كا كوئي ياردمددگار نہي</w:t>
      </w:r>
      <w:r w:rsidR="007D6C9B">
        <w:rPr>
          <w:rtl/>
        </w:rPr>
        <w:t xml:space="preserve">ں </w:t>
      </w:r>
      <w:r>
        <w:rPr>
          <w:rtl/>
        </w:rPr>
        <w:t>تھا، اپنے زمانے كے اس عظيم طاغوت كے ساتھ پنجہ آزمائي كى كہ جو دوسرے طاغوتو</w:t>
      </w:r>
      <w:r w:rsidR="007D6C9B">
        <w:rPr>
          <w:rtl/>
        </w:rPr>
        <w:t xml:space="preserve">ں </w:t>
      </w:r>
      <w:r>
        <w:rPr>
          <w:rtl/>
        </w:rPr>
        <w:t>كا سرپرست تھا، آپ تن تنہا جہالت ، خرافات اور شرك كے خلاف جنگ كرنے كے لئے نكل كھڑے ہوئے اور ماحول كے تمام خيالى مقدسات كا مذاق اڑايا اور لوگو</w:t>
      </w:r>
      <w:r w:rsidR="007D6C9B">
        <w:rPr>
          <w:rtl/>
        </w:rPr>
        <w:t xml:space="preserve">ں </w:t>
      </w:r>
      <w:r>
        <w:rPr>
          <w:rtl/>
        </w:rPr>
        <w:t xml:space="preserve">كے غصے اور انتقام سے ذرا بھى نہ گھبرائے كيونكہ ان كا دل عشق خدا سے معمور تھا اور ان كا اس پاك ذات پر ہى توكل اور بھروسہ تھا _ </w:t>
      </w:r>
    </w:p>
    <w:p w:rsidR="00DE2D7F" w:rsidRDefault="00DE2D7F" w:rsidP="00D07B54">
      <w:pPr>
        <w:pStyle w:val="libNormal"/>
        <w:rPr>
          <w:rtl/>
        </w:rPr>
      </w:pPr>
      <w:r>
        <w:rPr>
          <w:rtl/>
        </w:rPr>
        <w:t>ہا</w:t>
      </w:r>
      <w:r w:rsidR="007D6C9B">
        <w:rPr>
          <w:rtl/>
        </w:rPr>
        <w:t xml:space="preserve">ں </w:t>
      </w:r>
      <w:r>
        <w:rPr>
          <w:rtl/>
        </w:rPr>
        <w:t>: ايمان ايسى ہى چيز ہے كہ يہ جہا</w:t>
      </w:r>
      <w:r w:rsidR="007D6C9B">
        <w:rPr>
          <w:rtl/>
        </w:rPr>
        <w:t xml:space="preserve">ں </w:t>
      </w:r>
      <w:r>
        <w:rPr>
          <w:rtl/>
        </w:rPr>
        <w:t>پيدا ہوجاتاہے وہا</w:t>
      </w:r>
      <w:r w:rsidR="007D6C9B">
        <w:rPr>
          <w:rtl/>
        </w:rPr>
        <w:t xml:space="preserve">ں </w:t>
      </w:r>
      <w:r>
        <w:rPr>
          <w:rtl/>
        </w:rPr>
        <w:t>جرا ت وشجاعت پيدا كرديتا ہے اور جس مي</w:t>
      </w:r>
      <w:r w:rsidR="007D6C9B">
        <w:rPr>
          <w:rtl/>
        </w:rPr>
        <w:t xml:space="preserve">ں </w:t>
      </w:r>
      <w:r>
        <w:rPr>
          <w:rtl/>
        </w:rPr>
        <w:t>يہ موجود ہو، اسے شكت نہي</w:t>
      </w:r>
      <w:r w:rsidR="007D6C9B">
        <w:rPr>
          <w:rtl/>
        </w:rPr>
        <w:t xml:space="preserve">ں </w:t>
      </w:r>
      <w:r>
        <w:rPr>
          <w:rtl/>
        </w:rPr>
        <w:t xml:space="preserve">ہوسكتى _ </w:t>
      </w:r>
    </w:p>
    <w:p w:rsidR="00DE2D7F" w:rsidRDefault="00DE2D7F" w:rsidP="00D07B54">
      <w:pPr>
        <w:pStyle w:val="libNormal"/>
        <w:rPr>
          <w:rtl/>
        </w:rPr>
      </w:pPr>
    </w:p>
    <w:p w:rsidR="00031810" w:rsidRDefault="00DE2D7F" w:rsidP="00D07B54">
      <w:pPr>
        <w:pStyle w:val="Heading2Center"/>
        <w:rPr>
          <w:rtl/>
        </w:rPr>
      </w:pPr>
      <w:bookmarkStart w:id="92" w:name="_Toc7268489"/>
      <w:r>
        <w:rPr>
          <w:rtl/>
        </w:rPr>
        <w:t>ابراہيم عليہ السلام اور نمرود</w:t>
      </w:r>
      <w:bookmarkEnd w:id="92"/>
      <w:r>
        <w:rPr>
          <w:rtl/>
        </w:rPr>
        <w:t xml:space="preserve"> </w:t>
      </w:r>
    </w:p>
    <w:p w:rsidR="00DE2D7F" w:rsidRDefault="00DE2D7F" w:rsidP="00D07B54">
      <w:pPr>
        <w:pStyle w:val="libNormal"/>
        <w:rPr>
          <w:rtl/>
        </w:rPr>
      </w:pPr>
      <w:r>
        <w:rPr>
          <w:rtl/>
        </w:rPr>
        <w:t>حضرت ابراہيم(ع) كو جب آگ مي</w:t>
      </w:r>
      <w:r w:rsidR="007D6C9B">
        <w:rPr>
          <w:rtl/>
        </w:rPr>
        <w:t xml:space="preserve">ں </w:t>
      </w:r>
      <w:r>
        <w:rPr>
          <w:rtl/>
        </w:rPr>
        <w:t>ڈالا گيا، نمرود كو يقين ہوگياتھا كہ ابراہيم مٹى بھر خاك مي</w:t>
      </w:r>
      <w:r w:rsidR="007D6C9B">
        <w:rPr>
          <w:rtl/>
        </w:rPr>
        <w:t xml:space="preserve">ں </w:t>
      </w:r>
      <w:r>
        <w:rPr>
          <w:rtl/>
        </w:rPr>
        <w:t>تبديل ہوگئے ہي</w:t>
      </w:r>
      <w:r w:rsidR="007D6C9B">
        <w:rPr>
          <w:rtl/>
        </w:rPr>
        <w:t xml:space="preserve">ں </w:t>
      </w:r>
      <w:r>
        <w:rPr>
          <w:rtl/>
        </w:rPr>
        <w:t>ليكن جب اس نے غور سے ديكھا تو معلوم ہوا كہ وہ زندہ ہي</w:t>
      </w:r>
      <w:r w:rsidR="007D6C9B">
        <w:rPr>
          <w:rtl/>
        </w:rPr>
        <w:t xml:space="preserve">ں </w:t>
      </w:r>
      <w:r>
        <w:rPr>
          <w:rtl/>
        </w:rPr>
        <w:t>تو اپنے ارد گرد بيٹھے ہوئے لوگو</w:t>
      </w:r>
      <w:r w:rsidR="007D6C9B">
        <w:rPr>
          <w:rtl/>
        </w:rPr>
        <w:t xml:space="preserve">ں </w:t>
      </w:r>
      <w:r>
        <w:rPr>
          <w:rtl/>
        </w:rPr>
        <w:t xml:space="preserve">سے </w:t>
      </w:r>
    </w:p>
    <w:p w:rsidR="00031810" w:rsidRDefault="001648F9" w:rsidP="00D07B54">
      <w:pPr>
        <w:pStyle w:val="libNormal"/>
        <w:rPr>
          <w:rtl/>
        </w:rPr>
      </w:pPr>
      <w:r>
        <w:rPr>
          <w:rtl/>
        </w:rPr>
        <w:t xml:space="preserve"> </w:t>
      </w:r>
      <w:r>
        <w:rPr>
          <w:rtl/>
        </w:rPr>
        <w:br w:type="page"/>
      </w:r>
    </w:p>
    <w:p w:rsidR="00031810" w:rsidRDefault="00031810" w:rsidP="00D07B54">
      <w:pPr>
        <w:pStyle w:val="libNormal"/>
        <w:rPr>
          <w:rtl/>
        </w:rPr>
      </w:pPr>
    </w:p>
    <w:p w:rsidR="00DE2D7F" w:rsidRDefault="00DE2D7F" w:rsidP="00D07B54">
      <w:pPr>
        <w:pStyle w:val="libNormal"/>
        <w:rPr>
          <w:rtl/>
        </w:rPr>
      </w:pPr>
      <w:r>
        <w:rPr>
          <w:rtl/>
        </w:rPr>
        <w:t xml:space="preserve">كہنے لگا مجھے تو ابراہيم زندہ دكھائي دے رہا ہے شايد مجھے اشتباہ ہورہا ہے وہ ايك بلند مقام پر چڑھ گيا اور خوب غور سے ديكھا تو اسے معلوم ہوا كہ معاملہ تو اسى طرح ہے _ </w:t>
      </w:r>
    </w:p>
    <w:p w:rsidR="00DE2D7F" w:rsidRDefault="00DE2D7F" w:rsidP="00D07B54">
      <w:pPr>
        <w:pStyle w:val="libNormal"/>
        <w:rPr>
          <w:rtl/>
        </w:rPr>
      </w:pPr>
      <w:r>
        <w:rPr>
          <w:rtl/>
        </w:rPr>
        <w:t>نمرودنے پكار كركہا : اے ابراہيم(ع) : واقعاً تيرا خدا عظيم ہے اور اس قدر قدرت ركھتا ہے كہ اس نے تيرے اور آگ كے درميان ايك ركاوٹ پيدا كردى اب جبكہ يہ بات ہے تو مي</w:t>
      </w:r>
      <w:r w:rsidR="007D6C9B">
        <w:rPr>
          <w:rtl/>
        </w:rPr>
        <w:t xml:space="preserve">ں </w:t>
      </w:r>
      <w:r>
        <w:rPr>
          <w:rtl/>
        </w:rPr>
        <w:t>چاہتاہو</w:t>
      </w:r>
      <w:r w:rsidR="007D6C9B">
        <w:rPr>
          <w:rtl/>
        </w:rPr>
        <w:t xml:space="preserve">ں </w:t>
      </w:r>
      <w:r>
        <w:rPr>
          <w:rtl/>
        </w:rPr>
        <w:t>كہ اس كى قدرت اور عظمت كى وجہ سے اس كے لئے قربانى كرو</w:t>
      </w:r>
      <w:r w:rsidR="007D6C9B">
        <w:rPr>
          <w:rtl/>
        </w:rPr>
        <w:t xml:space="preserve">ں </w:t>
      </w:r>
      <w:r>
        <w:rPr>
          <w:rtl/>
        </w:rPr>
        <w:t>(اور اس نے چار ہزار قربانيا</w:t>
      </w:r>
      <w:r w:rsidR="007D6C9B">
        <w:rPr>
          <w:rtl/>
        </w:rPr>
        <w:t xml:space="preserve">ں </w:t>
      </w:r>
      <w:r>
        <w:rPr>
          <w:rtl/>
        </w:rPr>
        <w:t>اس مقصد كے لئے تياركي</w:t>
      </w:r>
      <w:r w:rsidR="007D6C9B">
        <w:rPr>
          <w:rtl/>
        </w:rPr>
        <w:t xml:space="preserve">ں </w:t>
      </w:r>
      <w:r>
        <w:rPr>
          <w:rtl/>
        </w:rPr>
        <w:t>) ليكن ابراہيم نے اس سے كہا : تجھ سے كسى قسم كى قربانى او ر كارخير قبول نہي</w:t>
      </w:r>
      <w:r w:rsidR="007D6C9B">
        <w:rPr>
          <w:rtl/>
        </w:rPr>
        <w:t xml:space="preserve">ں </w:t>
      </w:r>
      <w:r>
        <w:rPr>
          <w:rtl/>
        </w:rPr>
        <w:t xml:space="preserve">كيا جائے گا مگر يہ كہ توپہلے ايمان لے آئے _ </w:t>
      </w:r>
    </w:p>
    <w:p w:rsidR="00DE2D7F" w:rsidRDefault="00DE2D7F" w:rsidP="00D07B54">
      <w:pPr>
        <w:pStyle w:val="libNormal"/>
        <w:rPr>
          <w:rtl/>
        </w:rPr>
      </w:pPr>
      <w:r>
        <w:rPr>
          <w:rtl/>
        </w:rPr>
        <w:t>نمرودنے جواب مي</w:t>
      </w:r>
      <w:r w:rsidR="007D6C9B">
        <w:rPr>
          <w:rtl/>
        </w:rPr>
        <w:t xml:space="preserve">ں </w:t>
      </w:r>
      <w:r>
        <w:rPr>
          <w:rtl/>
        </w:rPr>
        <w:t>كہا :'' اس صورت مي</w:t>
      </w:r>
      <w:r w:rsidR="007D6C9B">
        <w:rPr>
          <w:rtl/>
        </w:rPr>
        <w:t xml:space="preserve">ں </w:t>
      </w:r>
      <w:r>
        <w:rPr>
          <w:rtl/>
        </w:rPr>
        <w:t>تو ميرى حكومت ختم ہوجائے گى اور مي</w:t>
      </w:r>
      <w:r w:rsidR="007D6C9B">
        <w:rPr>
          <w:rtl/>
        </w:rPr>
        <w:t xml:space="preserve">ں </w:t>
      </w:r>
      <w:r>
        <w:rPr>
          <w:rtl/>
        </w:rPr>
        <w:t>يہ بات گوارا نہي</w:t>
      </w:r>
      <w:r w:rsidR="007D6C9B">
        <w:rPr>
          <w:rtl/>
        </w:rPr>
        <w:t xml:space="preserve">ں </w:t>
      </w:r>
      <w:r>
        <w:rPr>
          <w:rtl/>
        </w:rPr>
        <w:t xml:space="preserve">كرسكتا _'' </w:t>
      </w:r>
    </w:p>
    <w:p w:rsidR="00DE2D7F" w:rsidRDefault="00DE2D7F" w:rsidP="00D07B54">
      <w:pPr>
        <w:pStyle w:val="libNormal"/>
        <w:rPr>
          <w:rtl/>
        </w:rPr>
      </w:pPr>
      <w:r>
        <w:rPr>
          <w:rtl/>
        </w:rPr>
        <w:t>بہرحال يہى حادثات اس بات كا سبب بن گئے كہ كچھ آگاہ اور بيدار دل لوگ ابراہيم كے خدا پر ايمان لے آئے يا ان كے ايمان مي</w:t>
      </w:r>
      <w:r w:rsidR="007D6C9B">
        <w:rPr>
          <w:rtl/>
        </w:rPr>
        <w:t xml:space="preserve">ں </w:t>
      </w:r>
      <w:r>
        <w:rPr>
          <w:rtl/>
        </w:rPr>
        <w:t>اضافہ ہوگيا (اور شايد يہى واقعہ اس بات كا سبب بناكہ نمرود ابراہيم كے مقابلہ مي</w:t>
      </w:r>
      <w:r w:rsidR="007D6C9B">
        <w:rPr>
          <w:rtl/>
        </w:rPr>
        <w:t xml:space="preserve">ں </w:t>
      </w:r>
      <w:r>
        <w:rPr>
          <w:rtl/>
        </w:rPr>
        <w:t xml:space="preserve">كسى سخت رد عمل كا اظہار نہ كرے اور صرف ان كو سرزمين بابل سے جلاوطن كرنے پر قناعت كرے _) </w:t>
      </w:r>
    </w:p>
    <w:p w:rsidR="00031810" w:rsidRDefault="00DE2D7F" w:rsidP="00D07B54">
      <w:pPr>
        <w:pStyle w:val="Heading2Center"/>
        <w:rPr>
          <w:rtl/>
        </w:rPr>
      </w:pPr>
      <w:bookmarkStart w:id="93" w:name="_Toc7268490"/>
      <w:r>
        <w:rPr>
          <w:rtl/>
        </w:rPr>
        <w:t>نمرود سے گفتگو</w:t>
      </w:r>
      <w:bookmarkEnd w:id="93"/>
      <w:r>
        <w:rPr>
          <w:rtl/>
        </w:rPr>
        <w:t xml:space="preserve"> </w:t>
      </w:r>
    </w:p>
    <w:p w:rsidR="00DE2D7F" w:rsidRDefault="00DE2D7F" w:rsidP="00D07B54">
      <w:pPr>
        <w:pStyle w:val="libNormal"/>
        <w:rPr>
          <w:rtl/>
        </w:rPr>
      </w:pPr>
      <w:r>
        <w:rPr>
          <w:rtl/>
        </w:rPr>
        <w:t>سوال يہ پيدا ہوتا ہے كہ حضرت ابراہيم(ع) كے مد مقابل اس اجتماع مي</w:t>
      </w:r>
      <w:r w:rsidR="007D6C9B">
        <w:rPr>
          <w:rtl/>
        </w:rPr>
        <w:t xml:space="preserve">ں </w:t>
      </w:r>
      <w:r>
        <w:rPr>
          <w:rtl/>
        </w:rPr>
        <w:t xml:space="preserve">كون تھا اور كون آپ(ع) سے حجت بازى كررہا تھا؟ </w:t>
      </w:r>
    </w:p>
    <w:p w:rsidR="00DE2D7F" w:rsidRDefault="00DE2D7F" w:rsidP="00D07B54">
      <w:pPr>
        <w:pStyle w:val="libNormal"/>
        <w:rPr>
          <w:rtl/>
        </w:rPr>
      </w:pPr>
      <w:r>
        <w:rPr>
          <w:rtl/>
        </w:rPr>
        <w:t>اس كا جواب يہ ہے كہ قرآن مي</w:t>
      </w:r>
      <w:r w:rsidR="007D6C9B">
        <w:rPr>
          <w:rtl/>
        </w:rPr>
        <w:t xml:space="preserve">ں </w:t>
      </w:r>
      <w:r>
        <w:rPr>
          <w:rtl/>
        </w:rPr>
        <w:t>اس كے نام كى صراحت نہي</w:t>
      </w:r>
      <w:r w:rsidR="007D6C9B">
        <w:rPr>
          <w:rtl/>
        </w:rPr>
        <w:t xml:space="preserve">ں </w:t>
      </w:r>
      <w:r>
        <w:rPr>
          <w:rtl/>
        </w:rPr>
        <w:t xml:space="preserve">ہے ليكن فرمايا گيا ہے: </w:t>
      </w:r>
    </w:p>
    <w:p w:rsidR="00DE2D7F" w:rsidRDefault="00DE2D7F" w:rsidP="00D07B54">
      <w:pPr>
        <w:pStyle w:val="libNormal"/>
        <w:rPr>
          <w:rtl/>
        </w:rPr>
      </w:pPr>
      <w:r>
        <w:rPr>
          <w:rtl/>
        </w:rPr>
        <w:t>اس غرور و تكبر كے باعث جو اس مي</w:t>
      </w:r>
      <w:r w:rsidR="007D6C9B">
        <w:rPr>
          <w:rtl/>
        </w:rPr>
        <w:t xml:space="preserve">ں </w:t>
      </w:r>
      <w:r>
        <w:rPr>
          <w:rtl/>
        </w:rPr>
        <w:t xml:space="preserve">نشہ حكومت كى وجہ سے پيدا ہوچكا تھا وہ ابراہيم(ع) سے حجت بازى كرنے لگا_ </w:t>
      </w:r>
    </w:p>
    <w:p w:rsidR="00DE2D7F" w:rsidRDefault="00DE2D7F" w:rsidP="00D07B54">
      <w:pPr>
        <w:pStyle w:val="libNormal"/>
        <w:rPr>
          <w:rtl/>
        </w:rPr>
      </w:pPr>
      <w:r>
        <w:rPr>
          <w:rtl/>
        </w:rPr>
        <w:t>ليكن حضرت على عليہ السلام سے منقول درمنثور كى ايك حديث مي</w:t>
      </w:r>
      <w:r w:rsidR="007D6C9B">
        <w:rPr>
          <w:rtl/>
        </w:rPr>
        <w:t xml:space="preserve">ں </w:t>
      </w:r>
      <w:r>
        <w:rPr>
          <w:rtl/>
        </w:rPr>
        <w:t>اور اسى طرح تواريخ مي</w:t>
      </w:r>
      <w:r w:rsidR="007D6C9B">
        <w:rPr>
          <w:rtl/>
        </w:rPr>
        <w:t xml:space="preserve">ں </w:t>
      </w:r>
      <w:r>
        <w:rPr>
          <w:rtl/>
        </w:rPr>
        <w:t xml:space="preserve">اس كا نام ''نمرود بن كنعان''بيان كيا گيا ہے_ </w:t>
      </w:r>
    </w:p>
    <w:p w:rsidR="00031810"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يہا</w:t>
      </w:r>
      <w:r w:rsidR="007D6C9B">
        <w:rPr>
          <w:rtl/>
        </w:rPr>
        <w:t xml:space="preserve">ں </w:t>
      </w:r>
      <w:r>
        <w:rPr>
          <w:rtl/>
        </w:rPr>
        <w:t>پر اس مباحثے كا وقت نہي</w:t>
      </w:r>
      <w:r w:rsidR="007D6C9B">
        <w:rPr>
          <w:rtl/>
        </w:rPr>
        <w:t xml:space="preserve">ں </w:t>
      </w:r>
      <w:r>
        <w:rPr>
          <w:rtl/>
        </w:rPr>
        <w:t>بتايا گيا_ليكن قرائن سے اندازا ہوتا ہے كہ يہ واقعہ حضرت ابراہيم(ع) كى بت شكنى اور آگ كى بھٹى سے نجات كے بعد كا ہے كيونكہ يہ مسلم ہے كہ آگ مي</w:t>
      </w:r>
      <w:r w:rsidR="007D6C9B">
        <w:rPr>
          <w:rtl/>
        </w:rPr>
        <w:t xml:space="preserve">ں </w:t>
      </w:r>
      <w:r>
        <w:rPr>
          <w:rtl/>
        </w:rPr>
        <w:t>ڈالے جانے سے قبل اس گفتگو كا سوال ہى پيدا نہي</w:t>
      </w:r>
      <w:r w:rsidR="007D6C9B">
        <w:rPr>
          <w:rtl/>
        </w:rPr>
        <w:t xml:space="preserve">ں </w:t>
      </w:r>
      <w:r>
        <w:rPr>
          <w:rtl/>
        </w:rPr>
        <w:t>ہوتا تھا،اور اصولى طور پر بت پرست آپ كو ايسے مباحثے كا حق نہ دے سكتے تھے وہ حضرت ابراہيم(ع) كو ايك ايسا مجرم اور گنہ گار سمجھتے تھے جسے ضرورى تھا كہ جتنى جلدى ہوسكے اپنے اعمال اور خدايان مقدس كے خلاف قيام كى سزا ملے_وہ تو انہو</w:t>
      </w:r>
      <w:r w:rsidR="007D6C9B">
        <w:rPr>
          <w:rtl/>
        </w:rPr>
        <w:t xml:space="preserve">ں </w:t>
      </w:r>
      <w:r>
        <w:rPr>
          <w:rtl/>
        </w:rPr>
        <w:t>نے بت شكنى كے اقدام كا صرف سبب پوچھا تھا اور اس كے بعد انتہائي غصے اور سختى سے انہي</w:t>
      </w:r>
      <w:r w:rsidR="007D6C9B">
        <w:rPr>
          <w:rtl/>
        </w:rPr>
        <w:t xml:space="preserve">ں </w:t>
      </w:r>
      <w:r>
        <w:rPr>
          <w:rtl/>
        </w:rPr>
        <w:t>آگ مي</w:t>
      </w:r>
      <w:r w:rsidR="007D6C9B">
        <w:rPr>
          <w:rtl/>
        </w:rPr>
        <w:t xml:space="preserve">ں </w:t>
      </w:r>
      <w:r>
        <w:rPr>
          <w:rtl/>
        </w:rPr>
        <w:t>جلانے كا حكم صادر ہوا تھا ليكن جب آپ(ع) حيرت انگيز طريقے سے آگ سے نجات پاگئے تو پھر اصطلاحى الفاظ مي</w:t>
      </w:r>
      <w:r w:rsidR="007D6C9B">
        <w:rPr>
          <w:rtl/>
        </w:rPr>
        <w:t xml:space="preserve">ں </w:t>
      </w:r>
      <w:r>
        <w:rPr>
          <w:rtl/>
        </w:rPr>
        <w:t xml:space="preserve">''نمرود كے حضور رسائي ہوئي''اور پھر بحث و مباحثے كے ليے بيٹھ سكے_ </w:t>
      </w:r>
    </w:p>
    <w:p w:rsidR="00DE2D7F" w:rsidRDefault="00DE2D7F" w:rsidP="00D07B54">
      <w:pPr>
        <w:pStyle w:val="libNormal"/>
        <w:rPr>
          <w:rtl/>
        </w:rPr>
      </w:pPr>
      <w:r>
        <w:rPr>
          <w:rtl/>
        </w:rPr>
        <w:t>بہر حال نمرود اپنى حكومت كى وجہ سے بادہ غرور سے سرمست تھا لہذا حضرت ابراہيم(ع) سے پوچھنے لگا تيرا خدا كون ہے_ حضرت ابراہيم(ع) نے كہا: ''وہى جو زندہ كرتا اور مارتا ہے''،حقيقت مي</w:t>
      </w:r>
      <w:r w:rsidR="007D6C9B">
        <w:rPr>
          <w:rtl/>
        </w:rPr>
        <w:t xml:space="preserve">ں </w:t>
      </w:r>
      <w:r>
        <w:rPr>
          <w:rtl/>
        </w:rPr>
        <w:t>آپ(ع) نے عظيم ترين شاہكار قدرت كو دليل كے طور پر پيش كيا_ مبداء جہان ہستى كے علم و قدرت كى واضح نشانى يہى قانون موت وحيات ہے ليكن اس نے مكر و فريب كى راہ اختيار كى اور مغالطہ پيدا كرنے كى كوشش كرنے لگا_ لوگو</w:t>
      </w:r>
      <w:r w:rsidR="007D6C9B">
        <w:rPr>
          <w:rtl/>
        </w:rPr>
        <w:t xml:space="preserve">ں </w:t>
      </w:r>
      <w:r>
        <w:rPr>
          <w:rtl/>
        </w:rPr>
        <w:t>اور اپنے حمايتيو</w:t>
      </w:r>
      <w:r w:rsidR="007D6C9B">
        <w:rPr>
          <w:rtl/>
        </w:rPr>
        <w:t xml:space="preserve">ں </w:t>
      </w:r>
      <w:r>
        <w:rPr>
          <w:rtl/>
        </w:rPr>
        <w:t>كو غافل ركھنے لے لئے كہا وہ تو مي</w:t>
      </w:r>
      <w:r w:rsidR="007D6C9B">
        <w:rPr>
          <w:rtl/>
        </w:rPr>
        <w:t xml:space="preserve">ں </w:t>
      </w:r>
      <w:r>
        <w:rPr>
          <w:rtl/>
        </w:rPr>
        <w:t>زندہ كرتا اور مارتا ہو</w:t>
      </w:r>
      <w:r w:rsidR="007D6C9B">
        <w:rPr>
          <w:rtl/>
        </w:rPr>
        <w:t xml:space="preserve">ں </w:t>
      </w:r>
      <w:r>
        <w:rPr>
          <w:rtl/>
        </w:rPr>
        <w:t>اور موت و حيات كا قانون ميرے ہاتھ مي</w:t>
      </w:r>
      <w:r w:rsidR="007D6C9B">
        <w:rPr>
          <w:rtl/>
        </w:rPr>
        <w:t xml:space="preserve">ں </w:t>
      </w:r>
      <w:r>
        <w:rPr>
          <w:rtl/>
        </w:rPr>
        <w:t xml:space="preserve">ہے_ </w:t>
      </w:r>
    </w:p>
    <w:p w:rsidR="00DE2D7F" w:rsidRDefault="00DE2D7F" w:rsidP="00D07B54">
      <w:pPr>
        <w:pStyle w:val="libNormal"/>
        <w:rPr>
          <w:rtl/>
        </w:rPr>
      </w:pPr>
      <w:r>
        <w:rPr>
          <w:rtl/>
        </w:rPr>
        <w:t>قرآن مي</w:t>
      </w:r>
      <w:r w:rsidR="007D6C9B">
        <w:rPr>
          <w:rtl/>
        </w:rPr>
        <w:t xml:space="preserve">ں </w:t>
      </w:r>
      <w:r>
        <w:rPr>
          <w:rtl/>
        </w:rPr>
        <w:t>اس كے جملے كے بعد واضح نہي</w:t>
      </w:r>
      <w:r w:rsidR="007D6C9B">
        <w:rPr>
          <w:rtl/>
        </w:rPr>
        <w:t xml:space="preserve">ں </w:t>
      </w:r>
      <w:r>
        <w:rPr>
          <w:rtl/>
        </w:rPr>
        <w:t>ہے كہ اس نے اپنے پيدا كئے گئے مغالطے كى تائيد كے لئے كس طرح عملى اقدام كيا ليكن احاديث و تواريخ مي</w:t>
      </w:r>
      <w:r w:rsidR="007D6C9B">
        <w:rPr>
          <w:rtl/>
        </w:rPr>
        <w:t xml:space="preserve">ں </w:t>
      </w:r>
      <w:r>
        <w:rPr>
          <w:rtl/>
        </w:rPr>
        <w:t>آيا ہے كہ اس نے فوراًدو قيديو</w:t>
      </w:r>
      <w:r w:rsidR="007D6C9B">
        <w:rPr>
          <w:rtl/>
        </w:rPr>
        <w:t xml:space="preserve">ں </w:t>
      </w:r>
      <w:r>
        <w:rPr>
          <w:rtl/>
        </w:rPr>
        <w:t>كو حاضر كرنے كا حكم ديا_قيدى لائے گئے تو اس نے فرمان جارى كيا كہ ايك كو آزاد كردو اور دوسرے كو قتل كردو_ پھر كہنے لگا:تم نے ديكھا كہ موت و حيات كس طرح ميرے قبضے مي</w:t>
      </w:r>
      <w:r w:rsidR="007D6C9B">
        <w:rPr>
          <w:rtl/>
        </w:rPr>
        <w:t xml:space="preserve">ں </w:t>
      </w:r>
      <w:r>
        <w:rPr>
          <w:rtl/>
        </w:rPr>
        <w:t xml:space="preserve">ہے_ </w:t>
      </w:r>
    </w:p>
    <w:p w:rsidR="00DE2D7F" w:rsidRDefault="00DE2D7F" w:rsidP="00D07B54">
      <w:pPr>
        <w:pStyle w:val="libNormal"/>
        <w:rPr>
          <w:rtl/>
        </w:rPr>
      </w:pPr>
      <w:r>
        <w:rPr>
          <w:rtl/>
        </w:rPr>
        <w:t>يہ امر قابل توجہ ہے كہ حضرت ابراہيم(ع) كى موت و حيات سے متعلق دليل ہر لحاظ سے قوى تھى ليكن دشمن شادہ لوح لوگو</w:t>
      </w:r>
      <w:r w:rsidR="007D6C9B">
        <w:rPr>
          <w:rtl/>
        </w:rPr>
        <w:t xml:space="preserve">ں </w:t>
      </w:r>
      <w:r>
        <w:rPr>
          <w:rtl/>
        </w:rPr>
        <w:t xml:space="preserve">كو جھل دے سكتا تھا لہذا حضرت ابراہيم عليہ السلام نے دوسرا استدلال پيش فرمايا كہ خدا </w:t>
      </w:r>
    </w:p>
    <w:p w:rsidR="00031810" w:rsidRDefault="001648F9" w:rsidP="00D07B54">
      <w:pPr>
        <w:pStyle w:val="libNormal"/>
        <w:rPr>
          <w:rtl/>
        </w:rPr>
      </w:pPr>
      <w:r>
        <w:rPr>
          <w:rtl/>
        </w:rPr>
        <w:t xml:space="preserve"> </w:t>
      </w:r>
      <w:r>
        <w:rPr>
          <w:rtl/>
        </w:rPr>
        <w:br w:type="page"/>
      </w:r>
    </w:p>
    <w:p w:rsidR="00031810" w:rsidRDefault="00031810" w:rsidP="00D07B54">
      <w:pPr>
        <w:pStyle w:val="libNormal"/>
        <w:rPr>
          <w:rtl/>
        </w:rPr>
      </w:pPr>
    </w:p>
    <w:p w:rsidR="00DE2D7F" w:rsidRDefault="00DE2D7F" w:rsidP="00D07B54">
      <w:pPr>
        <w:pStyle w:val="libNormal"/>
        <w:rPr>
          <w:rtl/>
        </w:rPr>
      </w:pPr>
      <w:r>
        <w:rPr>
          <w:rtl/>
        </w:rPr>
        <w:t>آفتاب كو افق مشرق سے نكالتا ہے اگر جہا</w:t>
      </w:r>
      <w:r w:rsidR="007D6C9B">
        <w:rPr>
          <w:rtl/>
        </w:rPr>
        <w:t xml:space="preserve">ں </w:t>
      </w:r>
      <w:r>
        <w:rPr>
          <w:rtl/>
        </w:rPr>
        <w:t>ہستى كى حكومت تيرے ہاتھ مي</w:t>
      </w:r>
      <w:r w:rsidR="007D6C9B">
        <w:rPr>
          <w:rtl/>
        </w:rPr>
        <w:t xml:space="preserve">ں </w:t>
      </w:r>
      <w:r>
        <w:rPr>
          <w:rtl/>
        </w:rPr>
        <w:t xml:space="preserve">ہے تو تو اسے مغرب سے نكال كر دكھا_ </w:t>
      </w:r>
    </w:p>
    <w:p w:rsidR="00DE2D7F" w:rsidRDefault="00DE2D7F" w:rsidP="00D07B54">
      <w:pPr>
        <w:pStyle w:val="libNormal"/>
        <w:rPr>
          <w:rtl/>
        </w:rPr>
      </w:pPr>
      <w:r>
        <w:rPr>
          <w:rtl/>
        </w:rPr>
        <w:t>يہا</w:t>
      </w:r>
      <w:r w:rsidR="007D6C9B">
        <w:rPr>
          <w:rtl/>
        </w:rPr>
        <w:t xml:space="preserve">ں </w:t>
      </w:r>
      <w:r>
        <w:rPr>
          <w:rtl/>
        </w:rPr>
        <w:t>دشمن خاموش،مبہوت اور عاجز ہوگيا_ اس مي</w:t>
      </w:r>
      <w:r w:rsidR="007D6C9B">
        <w:rPr>
          <w:rtl/>
        </w:rPr>
        <w:t xml:space="preserve">ں </w:t>
      </w:r>
      <w:r>
        <w:rPr>
          <w:rtl/>
        </w:rPr>
        <w:t>سكت نہ رہى كہ اس زندہ منطق كے بارے مي</w:t>
      </w:r>
      <w:r w:rsidR="007D6C9B">
        <w:rPr>
          <w:rtl/>
        </w:rPr>
        <w:t xml:space="preserve">ں </w:t>
      </w:r>
      <w:r>
        <w:rPr>
          <w:rtl/>
        </w:rPr>
        <w:t>كوئي بات كرسكے_ ايسے ہٹ دھرم دشمنو</w:t>
      </w:r>
      <w:r w:rsidR="007D6C9B">
        <w:rPr>
          <w:rtl/>
        </w:rPr>
        <w:t xml:space="preserve">ں </w:t>
      </w:r>
      <w:r>
        <w:rPr>
          <w:rtl/>
        </w:rPr>
        <w:t xml:space="preserve">كو لاجواب كرنے كايہ بہترين طريقہ ہے_ </w:t>
      </w:r>
    </w:p>
    <w:p w:rsidR="00DE2D7F" w:rsidRDefault="00DE2D7F" w:rsidP="00D07B54">
      <w:pPr>
        <w:pStyle w:val="libNormal"/>
        <w:rPr>
          <w:rtl/>
        </w:rPr>
      </w:pPr>
      <w:r>
        <w:rPr>
          <w:rtl/>
        </w:rPr>
        <w:t>يہ مسلم ہے كہ موت و حيات كا مسئلہ كئي جہات سے آسمان اور گردش شمس و قمرى كى نسبت پروردگار عالم كے علم و قدرت پر زيادہ گواہى ديتاہے_ اسى بنا_ پر حضرت ابراہيم(ع) نے پہلے وہى مسئلہ پيش كيا اور يہ فطرى امر ہے كہ اگر صاحب فكر اور روشن ضمير افراد اس مجلس مي</w:t>
      </w:r>
      <w:r w:rsidR="007D6C9B">
        <w:rPr>
          <w:rtl/>
        </w:rPr>
        <w:t xml:space="preserve">ں </w:t>
      </w:r>
      <w:r>
        <w:rPr>
          <w:rtl/>
        </w:rPr>
        <w:t>ہو</w:t>
      </w:r>
      <w:r w:rsidR="007D6C9B">
        <w:rPr>
          <w:rtl/>
        </w:rPr>
        <w:t xml:space="preserve">ں </w:t>
      </w:r>
      <w:r>
        <w:rPr>
          <w:rtl/>
        </w:rPr>
        <w:t>گے تو وہ اسى دليل سے مطمئن ہوگئے ہو</w:t>
      </w:r>
      <w:r w:rsidR="007D6C9B">
        <w:rPr>
          <w:rtl/>
        </w:rPr>
        <w:t xml:space="preserve">ں </w:t>
      </w:r>
      <w:r>
        <w:rPr>
          <w:rtl/>
        </w:rPr>
        <w:t>گے كيونكہ ہر شخص اچھى طرح جانتا ہے كہ ايك قيدى كو آزاد كرنا اور دوسرے كو قتل كردينا يہ طبيعى اور حقيقى موت و حيات سے بالكل ربط نہي</w:t>
      </w:r>
      <w:r w:rsidR="007D6C9B">
        <w:rPr>
          <w:rtl/>
        </w:rPr>
        <w:t xml:space="preserve">ں </w:t>
      </w:r>
      <w:r>
        <w:rPr>
          <w:rtl/>
        </w:rPr>
        <w:t xml:space="preserve">ركھتا، ليكن جو لوگ كم عقل تھے اور اس دور كے ظالم حكمران كے پيدا كردہ مغالطے سے متا ثر ہوسكتے تھے ان كى فكر راہ حق سے منحرف ہوسكتى تھى لہذا آپ(ع) نے دوسرا استدلال پيش كيا اور سورج كے طلوع و غروب كا مسئلہ پيش كيا تا كہ حق ہر دو طرح كے افراد كے سامنے واضح ہوجائے_ </w:t>
      </w:r>
    </w:p>
    <w:p w:rsidR="00DE2D7F" w:rsidRDefault="00DE2D7F" w:rsidP="00D07B54">
      <w:pPr>
        <w:pStyle w:val="libNormal"/>
        <w:rPr>
          <w:rtl/>
        </w:rPr>
      </w:pPr>
      <w:r>
        <w:rPr>
          <w:rtl/>
        </w:rPr>
        <w:t>اس بات كى توجہ كرنا مناسب ہے كہ قرآنى گفتگو سے يہ بات اچھى واضح ہوتى ہے كہ وہ ظالم اپنے بارے مي</w:t>
      </w:r>
      <w:r w:rsidR="007D6C9B">
        <w:rPr>
          <w:rtl/>
        </w:rPr>
        <w:t xml:space="preserve">ں </w:t>
      </w:r>
      <w:r>
        <w:rPr>
          <w:rtl/>
        </w:rPr>
        <w:t>الوہيت كا مدعى تھا، يہى نہي</w:t>
      </w:r>
      <w:r w:rsidR="007D6C9B">
        <w:rPr>
          <w:rtl/>
        </w:rPr>
        <w:t xml:space="preserve">ں </w:t>
      </w:r>
      <w:r>
        <w:rPr>
          <w:rtl/>
        </w:rPr>
        <w:t xml:space="preserve">كہ وہ اپنى پرستش كرواتا تھابلكہ اپنے آپ كو عالم ہستى كا پيدا كرنے والابھى بتاتا تھا، يعنى اپنے آپ كو ''معبود'' بھى سمجھتا تھا اور ''خالق'' بھي_ </w:t>
      </w:r>
    </w:p>
    <w:p w:rsidR="00DE2D7F" w:rsidRDefault="00DE2D7F" w:rsidP="00D07B54">
      <w:pPr>
        <w:pStyle w:val="libNormal"/>
        <w:rPr>
          <w:rtl/>
        </w:rPr>
      </w:pPr>
    </w:p>
    <w:p w:rsidR="00031810" w:rsidRDefault="00DE2D7F" w:rsidP="00D07B54">
      <w:pPr>
        <w:pStyle w:val="Heading2Center"/>
        <w:rPr>
          <w:rtl/>
        </w:rPr>
      </w:pPr>
      <w:bookmarkStart w:id="94" w:name="_Toc7268491"/>
      <w:r>
        <w:rPr>
          <w:rtl/>
        </w:rPr>
        <w:t>بت پرستو</w:t>
      </w:r>
      <w:r w:rsidR="007D6C9B">
        <w:rPr>
          <w:rtl/>
        </w:rPr>
        <w:t xml:space="preserve">ں </w:t>
      </w:r>
      <w:r>
        <w:rPr>
          <w:rtl/>
        </w:rPr>
        <w:t>كى سرزمين سے ابراہيم كى ہجرت</w:t>
      </w:r>
      <w:bookmarkEnd w:id="94"/>
    </w:p>
    <w:p w:rsidR="00DE2D7F" w:rsidRDefault="00DE2D7F" w:rsidP="00D07B54">
      <w:pPr>
        <w:pStyle w:val="libNormal"/>
        <w:rPr>
          <w:rtl/>
        </w:rPr>
      </w:pPr>
      <w:r>
        <w:rPr>
          <w:rtl/>
        </w:rPr>
        <w:t xml:space="preserve"> ابراہيم(ع) كے آگ مي</w:t>
      </w:r>
      <w:r w:rsidR="007D6C9B">
        <w:rPr>
          <w:rtl/>
        </w:rPr>
        <w:t xml:space="preserve">ں </w:t>
      </w:r>
      <w:r>
        <w:rPr>
          <w:rtl/>
        </w:rPr>
        <w:t>ڈالے جانے كے واقعہ اور اس خطرناك مرحلہ سے ان كى معجزانہ نجات نے نمرودكے اركان حكومت كو لرزہ براندام كرديا،نمرود تو بالكل حواس باختہ ہوگيا كيونكہ اب وہ ابراہيم كو ايك فتنہ كھڑا كرنے والا اور نفاق ڈالنے والا جوان نہي</w:t>
      </w:r>
      <w:r w:rsidR="007D6C9B">
        <w:rPr>
          <w:rtl/>
        </w:rPr>
        <w:t xml:space="preserve">ں </w:t>
      </w:r>
      <w:r>
        <w:rPr>
          <w:rtl/>
        </w:rPr>
        <w:t>كہہ سكتا تھا كيونكہ ابراہيم اب ايك خدائي رہبر اور بہادر رہبر كى حيثيت سے پہچانا جاتاتھا اس نے ديكھاكہ ابراہيم اس كے تمام ترطاقت ووسائل كے باوجود اس كے خلاف جنگ كى ہمت ركھتا ہے اس نے سوچا كہ اگر ابراہيم ان حالات مي</w:t>
      </w:r>
      <w:r w:rsidR="007D6C9B">
        <w:rPr>
          <w:rtl/>
        </w:rPr>
        <w:t xml:space="preserve">ں </w:t>
      </w:r>
      <w:r>
        <w:rPr>
          <w:rtl/>
        </w:rPr>
        <w:t>اس شہراور اس ملك مي</w:t>
      </w:r>
      <w:r w:rsidR="007D6C9B">
        <w:rPr>
          <w:rtl/>
        </w:rPr>
        <w:t xml:space="preserve">ں </w:t>
      </w:r>
      <w:r>
        <w:rPr>
          <w:rtl/>
        </w:rPr>
        <w:t>رہا تو اپنى باتو</w:t>
      </w:r>
      <w:r w:rsidR="007D6C9B">
        <w:rPr>
          <w:rtl/>
        </w:rPr>
        <w:t xml:space="preserve">ں </w:t>
      </w:r>
    </w:p>
    <w:p w:rsidR="00885EE9"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،قوى منطق اور بے نظير شجاعت كے ساتھ ،مسلمہ طور پر اس جابر، خود سراور خود غرض حكومت كےلئے ايك خطرے كا مركز بن سكتا ہے لہذا اس نے فيصلہ كيا كہ ابراہيم كو ہر حالت مي</w:t>
      </w:r>
      <w:r w:rsidR="007D6C9B">
        <w:rPr>
          <w:rtl/>
        </w:rPr>
        <w:t xml:space="preserve">ں </w:t>
      </w:r>
      <w:r>
        <w:rPr>
          <w:rtl/>
        </w:rPr>
        <w:t xml:space="preserve">اس سرزمين سے چلا جانا چاہئے_ </w:t>
      </w:r>
    </w:p>
    <w:p w:rsidR="00DE2D7F" w:rsidRDefault="00DE2D7F" w:rsidP="00D07B54">
      <w:pPr>
        <w:pStyle w:val="libNormal"/>
        <w:rPr>
          <w:rtl/>
        </w:rPr>
      </w:pPr>
      <w:r>
        <w:rPr>
          <w:rtl/>
        </w:rPr>
        <w:t>دوسرى طرف ابرہيم حقيقت مي</w:t>
      </w:r>
      <w:r w:rsidR="007D6C9B">
        <w:rPr>
          <w:rtl/>
        </w:rPr>
        <w:t xml:space="preserve">ں </w:t>
      </w:r>
      <w:r>
        <w:rPr>
          <w:rtl/>
        </w:rPr>
        <w:t>اپنى رسالت كا كام اس سرزمين مي</w:t>
      </w:r>
      <w:r w:rsidR="007D6C9B">
        <w:rPr>
          <w:rtl/>
        </w:rPr>
        <w:t xml:space="preserve">ں </w:t>
      </w:r>
      <w:r>
        <w:rPr>
          <w:rtl/>
        </w:rPr>
        <w:t>انجام دے چكے تھے وہ حكومت كى بنيادو</w:t>
      </w:r>
      <w:r w:rsidR="007D6C9B">
        <w:rPr>
          <w:rtl/>
        </w:rPr>
        <w:t xml:space="preserve">ں </w:t>
      </w:r>
      <w:r>
        <w:rPr>
          <w:rtl/>
        </w:rPr>
        <w:t>پر يكے بعد ديگرے چكنا چوركرنے والى ضربي</w:t>
      </w:r>
      <w:r w:rsidR="007D6C9B">
        <w:rPr>
          <w:rtl/>
        </w:rPr>
        <w:t xml:space="preserve">ں </w:t>
      </w:r>
      <w:r>
        <w:rPr>
          <w:rtl/>
        </w:rPr>
        <w:t>لگا چكے تھے اس سرزمين مي</w:t>
      </w:r>
      <w:r w:rsidR="007D6C9B">
        <w:rPr>
          <w:rtl/>
        </w:rPr>
        <w:t xml:space="preserve">ں </w:t>
      </w:r>
      <w:r>
        <w:rPr>
          <w:rtl/>
        </w:rPr>
        <w:t xml:space="preserve">ايمان وآگاہى كا بيج بوچكے تھے اب صرف ايك مدت كى ضرورت تھى كہ جس سے يہ بيج آہستہ آہستہ بار آور ہواور بت پرستى كى بساط الٹ جائے _ </w:t>
      </w:r>
    </w:p>
    <w:p w:rsidR="00DE2D7F" w:rsidRDefault="00DE2D7F" w:rsidP="00D07B54">
      <w:pPr>
        <w:pStyle w:val="libNormal"/>
        <w:rPr>
          <w:rtl/>
        </w:rPr>
      </w:pPr>
      <w:r>
        <w:rPr>
          <w:rtl/>
        </w:rPr>
        <w:t>اب ان كے لئے بھى مفيد يہى تھا كہ يہا</w:t>
      </w:r>
      <w:r w:rsidR="007D6C9B">
        <w:rPr>
          <w:rtl/>
        </w:rPr>
        <w:t xml:space="preserve">ں </w:t>
      </w:r>
      <w:r>
        <w:rPr>
          <w:rtl/>
        </w:rPr>
        <w:t>سے كسى دوسرى سرزمين كى طرف چلے جائي</w:t>
      </w:r>
      <w:r w:rsidR="007D6C9B">
        <w:rPr>
          <w:rtl/>
        </w:rPr>
        <w:t xml:space="preserve">ں </w:t>
      </w:r>
      <w:r>
        <w:rPr>
          <w:rtl/>
        </w:rPr>
        <w:t>اور اپنى رسالت كے كام كو وہا</w:t>
      </w:r>
      <w:r w:rsidR="007D6C9B">
        <w:rPr>
          <w:rtl/>
        </w:rPr>
        <w:t xml:space="preserve">ں </w:t>
      </w:r>
      <w:r>
        <w:rPr>
          <w:rtl/>
        </w:rPr>
        <w:t>بھى عملى شكل دي</w:t>
      </w:r>
      <w:r w:rsidR="007D6C9B">
        <w:rPr>
          <w:rtl/>
        </w:rPr>
        <w:t xml:space="preserve">ں </w:t>
      </w:r>
      <w:r>
        <w:rPr>
          <w:rtl/>
        </w:rPr>
        <w:t>لہذا انہو</w:t>
      </w:r>
      <w:r w:rsidR="007D6C9B">
        <w:rPr>
          <w:rtl/>
        </w:rPr>
        <w:t xml:space="preserve">ں </w:t>
      </w:r>
      <w:r>
        <w:rPr>
          <w:rtl/>
        </w:rPr>
        <w:t>نے يہ ارادہ كرليا كہ لوط (جو آپ كے بھتيجے تھے )اور اپنى بيوى سارہ اور احتمالاً مومنين كے ايك چھوٹے سے گروہ كو ساتھ لے كر اس سرزمين سے شام كى طرف ہجرت كرجائي</w:t>
      </w:r>
      <w:r w:rsidR="007D6C9B">
        <w:rPr>
          <w:rtl/>
        </w:rPr>
        <w:t xml:space="preserve">ں </w:t>
      </w:r>
      <w:r>
        <w:rPr>
          <w:rtl/>
        </w:rPr>
        <w:t xml:space="preserve">_ </w:t>
      </w:r>
    </w:p>
    <w:p w:rsidR="00DE2D7F" w:rsidRDefault="00DE2D7F" w:rsidP="00D07B54">
      <w:pPr>
        <w:pStyle w:val="libNormal"/>
        <w:rPr>
          <w:rtl/>
        </w:rPr>
      </w:pPr>
      <w:r>
        <w:rPr>
          <w:rtl/>
        </w:rPr>
        <w:t>جيسا كہ قرآن كہتا ہے : ہم نے ابراہيم اور لوط كو ايسى سرزمين كى طرف نجات دى كہ جسے ہم نے سارے جہان والو</w:t>
      </w:r>
      <w:r w:rsidR="007D6C9B">
        <w:rPr>
          <w:rtl/>
        </w:rPr>
        <w:t xml:space="preserve">ں </w:t>
      </w:r>
      <w:r>
        <w:rPr>
          <w:rtl/>
        </w:rPr>
        <w:t>كے لئے بركتو</w:t>
      </w:r>
      <w:r w:rsidR="007D6C9B">
        <w:rPr>
          <w:rtl/>
        </w:rPr>
        <w:t xml:space="preserve">ں </w:t>
      </w:r>
      <w:r>
        <w:rPr>
          <w:rtl/>
        </w:rPr>
        <w:t>والا بنايا تھا_''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اگرچہ قرآن مي</w:t>
      </w:r>
      <w:r w:rsidR="007D6C9B">
        <w:rPr>
          <w:rtl/>
        </w:rPr>
        <w:t xml:space="preserve">ں </w:t>
      </w:r>
      <w:r>
        <w:rPr>
          <w:rtl/>
        </w:rPr>
        <w:t>اس سرزمين كانام صراحت كے ساتھ بيان نہي</w:t>
      </w:r>
      <w:r w:rsidR="007D6C9B">
        <w:rPr>
          <w:rtl/>
        </w:rPr>
        <w:t xml:space="preserve">ں </w:t>
      </w:r>
      <w:r>
        <w:rPr>
          <w:rtl/>
        </w:rPr>
        <w:t>ہوا ہے ليكن سورہ بنى اسرائيل كى پہلى آيت</w:t>
      </w:r>
      <w:r w:rsidRPr="00BB5F85">
        <w:rPr>
          <w:rStyle w:val="libAlaemChar"/>
          <w:rtl/>
        </w:rPr>
        <w:t>(</w:t>
      </w:r>
      <w:r w:rsidRPr="00442C0D">
        <w:rPr>
          <w:rStyle w:val="libAieChar"/>
          <w:rtl/>
        </w:rPr>
        <w:t>سبحان الذي_____باركناحول</w:t>
      </w:r>
      <w:r w:rsidR="007F58D3" w:rsidRPr="007F58D3">
        <w:rPr>
          <w:rStyle w:val="libAieChar"/>
          <w:rFonts w:hint="cs"/>
          <w:rtl/>
        </w:rPr>
        <w:t>ه</w:t>
      </w:r>
      <w:r>
        <w:rPr>
          <w:rtl/>
        </w:rPr>
        <w:t>_</w:t>
      </w:r>
      <w:r w:rsidRPr="00BB5F85">
        <w:rPr>
          <w:rStyle w:val="libAlaemChar"/>
          <w:rtl/>
        </w:rPr>
        <w:t>)</w:t>
      </w:r>
      <w:r>
        <w:rPr>
          <w:rtl/>
        </w:rPr>
        <w:t xml:space="preserve"> پر توجہ كرنے سے معلوم ہوتا ہے كہ اس سے مراد ہى شام كى سرزمين ہے جوظاہرى اعتبار سے بھى پر بركت ، زرخيز اور سرسبز وشاداب ہے اور معنوى لحاظ سے بھى ،كيونكہ وہ انبيا كى پرور ش كا مركز تھى _ </w:t>
      </w:r>
    </w:p>
    <w:p w:rsidR="00DE2D7F" w:rsidRDefault="00DE2D7F" w:rsidP="00D07B54">
      <w:pPr>
        <w:pStyle w:val="libNormal"/>
        <w:rPr>
          <w:rtl/>
        </w:rPr>
      </w:pPr>
      <w:r>
        <w:rPr>
          <w:rtl/>
        </w:rPr>
        <w:t>ابراہيم (ع) نے يہ ہجرت خود اپنے آپ كى تھى يا نمرود كى حكومت نے انہي</w:t>
      </w:r>
      <w:r w:rsidR="007D6C9B">
        <w:rPr>
          <w:rtl/>
        </w:rPr>
        <w:t xml:space="preserve">ں </w:t>
      </w:r>
      <w:r>
        <w:rPr>
          <w:rtl/>
        </w:rPr>
        <w:t>جلاوطن كيا يا يہ دونو</w:t>
      </w:r>
      <w:r w:rsidR="007D6C9B">
        <w:rPr>
          <w:rtl/>
        </w:rPr>
        <w:t xml:space="preserve">ں </w:t>
      </w:r>
      <w:r>
        <w:rPr>
          <w:rtl/>
        </w:rPr>
        <w:t>ہى صورتي</w:t>
      </w:r>
      <w:r w:rsidR="007D6C9B">
        <w:rPr>
          <w:rtl/>
        </w:rPr>
        <w:t xml:space="preserve">ں </w:t>
      </w:r>
      <w:r>
        <w:rPr>
          <w:rtl/>
        </w:rPr>
        <w:t>واقع ہوئي</w:t>
      </w:r>
      <w:r w:rsidR="007D6C9B">
        <w:rPr>
          <w:rtl/>
        </w:rPr>
        <w:t xml:space="preserve">ں </w:t>
      </w:r>
      <w:r>
        <w:rPr>
          <w:rtl/>
        </w:rPr>
        <w:t>، اس بارے مي</w:t>
      </w:r>
      <w:r w:rsidR="007D6C9B">
        <w:rPr>
          <w:rtl/>
        </w:rPr>
        <w:t xml:space="preserve">ں </w:t>
      </w:r>
      <w:r>
        <w:rPr>
          <w:rtl/>
        </w:rPr>
        <w:t>تفاسيروروايات مي</w:t>
      </w:r>
      <w:r w:rsidR="007D6C9B">
        <w:rPr>
          <w:rtl/>
        </w:rPr>
        <w:t xml:space="preserve">ں </w:t>
      </w:r>
      <w:r>
        <w:rPr>
          <w:rtl/>
        </w:rPr>
        <w:t>مختلف باتي</w:t>
      </w:r>
      <w:r w:rsidR="007D6C9B">
        <w:rPr>
          <w:rtl/>
        </w:rPr>
        <w:t xml:space="preserve">ں </w:t>
      </w:r>
      <w:r>
        <w:rPr>
          <w:rtl/>
        </w:rPr>
        <w:t>بيان كى گئي ہي</w:t>
      </w:r>
      <w:r w:rsidR="007D6C9B">
        <w:rPr>
          <w:rtl/>
        </w:rPr>
        <w:t xml:space="preserve">ں </w:t>
      </w:r>
      <w:r>
        <w:rPr>
          <w:rtl/>
        </w:rPr>
        <w:t xml:space="preserve">ان كا مجموعى مفہوم يہي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انبياء آيت </w:t>
      </w:r>
      <w:r w:rsidR="00E664BB">
        <w:rPr>
          <w:rtl/>
        </w:rPr>
        <w:t>71</w:t>
      </w:r>
      <w:r>
        <w:rPr>
          <w:rtl/>
        </w:rPr>
        <w:t xml:space="preserve"> </w:t>
      </w:r>
    </w:p>
    <w:p w:rsidR="004D371B" w:rsidRDefault="001648F9" w:rsidP="00D07B54">
      <w:pPr>
        <w:pStyle w:val="libNormal"/>
        <w:rPr>
          <w:rtl/>
        </w:rPr>
      </w:pPr>
      <w:r>
        <w:rPr>
          <w:rtl/>
        </w:rPr>
        <w:t xml:space="preserve"> </w:t>
      </w:r>
      <w:r>
        <w:rPr>
          <w:rtl/>
        </w:rPr>
        <w:br w:type="page"/>
      </w:r>
    </w:p>
    <w:p w:rsidR="004D371B" w:rsidRDefault="004D371B" w:rsidP="00D07B54">
      <w:pPr>
        <w:pStyle w:val="libNormal"/>
        <w:rPr>
          <w:rtl/>
        </w:rPr>
      </w:pPr>
    </w:p>
    <w:p w:rsidR="00DE2D7F" w:rsidRDefault="00DE2D7F" w:rsidP="00D07B54">
      <w:pPr>
        <w:pStyle w:val="libNormal"/>
        <w:rPr>
          <w:rtl/>
        </w:rPr>
      </w:pPr>
      <w:r>
        <w:rPr>
          <w:rtl/>
        </w:rPr>
        <w:t>ہے كہ ايك طرف تو نمرود اور اس كے اركان حكومت ابراہيم(ع) كو اپنے لئے بہت بڑا خطرہ سمجھتے تھے،لہذا انھو</w:t>
      </w:r>
      <w:r w:rsidR="007D6C9B">
        <w:rPr>
          <w:rtl/>
        </w:rPr>
        <w:t xml:space="preserve">ں </w:t>
      </w:r>
      <w:r>
        <w:rPr>
          <w:rtl/>
        </w:rPr>
        <w:t>نے انھي</w:t>
      </w:r>
      <w:r w:rsidR="007D6C9B">
        <w:rPr>
          <w:rtl/>
        </w:rPr>
        <w:t xml:space="preserve">ں </w:t>
      </w:r>
      <w:r>
        <w:rPr>
          <w:rtl/>
        </w:rPr>
        <w:t>اس سرزمين سے نكلنے پر مجبور كرديا اور دوسرى طرف ابرہيم(ع) بھى اس سرزمين مي</w:t>
      </w:r>
      <w:r w:rsidR="007D6C9B">
        <w:rPr>
          <w:rtl/>
        </w:rPr>
        <w:t xml:space="preserve">ں </w:t>
      </w:r>
      <w:r>
        <w:rPr>
          <w:rtl/>
        </w:rPr>
        <w:t>اپنى رسالت كے كام تقريباً مكمل كرچكے تھے اور اب كسى دوسرے علاقے مي</w:t>
      </w:r>
      <w:r w:rsidR="007D6C9B">
        <w:rPr>
          <w:rtl/>
        </w:rPr>
        <w:t xml:space="preserve">ں </w:t>
      </w:r>
      <w:r>
        <w:rPr>
          <w:rtl/>
        </w:rPr>
        <w:t>جانے كے خواہا</w:t>
      </w:r>
      <w:r w:rsidR="007D6C9B">
        <w:rPr>
          <w:rtl/>
        </w:rPr>
        <w:t xml:space="preserve">ں </w:t>
      </w:r>
      <w:r>
        <w:rPr>
          <w:rtl/>
        </w:rPr>
        <w:t>تھے كہ دعوت توحيد كو وہا</w:t>
      </w:r>
      <w:r w:rsidR="007D6C9B">
        <w:rPr>
          <w:rtl/>
        </w:rPr>
        <w:t xml:space="preserve">ں </w:t>
      </w:r>
      <w:r>
        <w:rPr>
          <w:rtl/>
        </w:rPr>
        <w:t>بھى پھيلائي</w:t>
      </w:r>
      <w:r w:rsidR="007D6C9B">
        <w:rPr>
          <w:rtl/>
        </w:rPr>
        <w:t xml:space="preserve">ں </w:t>
      </w:r>
      <w:r>
        <w:rPr>
          <w:rtl/>
        </w:rPr>
        <w:t>خصوصاً بابل مي</w:t>
      </w:r>
      <w:r w:rsidR="007D6C9B">
        <w:rPr>
          <w:rtl/>
        </w:rPr>
        <w:t xml:space="preserve">ں </w:t>
      </w:r>
      <w:r>
        <w:rPr>
          <w:rtl/>
        </w:rPr>
        <w:t xml:space="preserve">باقى رہنے سے ممكن تھا كہ آپ كى جان چلى جاتى اور آپ كى عالمى دعوت نامكمل رہ جاتى _ </w:t>
      </w:r>
    </w:p>
    <w:p w:rsidR="00DE2D7F" w:rsidRDefault="00DE2D7F" w:rsidP="00D07B54">
      <w:pPr>
        <w:pStyle w:val="libNormal"/>
        <w:rPr>
          <w:rtl/>
        </w:rPr>
      </w:pPr>
      <w:r>
        <w:rPr>
          <w:rtl/>
        </w:rPr>
        <w:t>يہ بات قابل توجہ ہے كہ امام صادق عليہ السلام سے ايك روايت مي</w:t>
      </w:r>
      <w:r w:rsidR="007D6C9B">
        <w:rPr>
          <w:rtl/>
        </w:rPr>
        <w:t xml:space="preserve">ں </w:t>
      </w:r>
      <w:r>
        <w:rPr>
          <w:rtl/>
        </w:rPr>
        <w:t>يہ بيان ہوا كہ جس وقت نمرود نے يہ ارادہ كيا كہ ابراہيم كو اس سرزمين سے جلاوطن كردے تو اس نے يہ حكم ديا كہ ابراہيم كى بھيڑي</w:t>
      </w:r>
      <w:r w:rsidR="007D6C9B">
        <w:rPr>
          <w:rtl/>
        </w:rPr>
        <w:t xml:space="preserve">ں </w:t>
      </w:r>
      <w:r>
        <w:rPr>
          <w:rtl/>
        </w:rPr>
        <w:t>اور ان كا سارا مال ضبط كرليا جائے اور وہ اكيلاہى يہا</w:t>
      </w:r>
      <w:r w:rsidR="007D6C9B">
        <w:rPr>
          <w:rtl/>
        </w:rPr>
        <w:t xml:space="preserve">ں </w:t>
      </w:r>
      <w:r>
        <w:rPr>
          <w:rtl/>
        </w:rPr>
        <w:t>سے باہر جائے حضرت ابراہيم نے ان سے كہا يہ ميرى عمربھر كى كمائي ہے اگر تم ميرا مال لينا چاہتے ہو تو ميرى اس عمر كو جو مي</w:t>
      </w:r>
      <w:r w:rsidR="007D6C9B">
        <w:rPr>
          <w:rtl/>
        </w:rPr>
        <w:t xml:space="preserve">ں </w:t>
      </w:r>
      <w:r>
        <w:rPr>
          <w:rtl/>
        </w:rPr>
        <w:t>نے اس سرزمين مي</w:t>
      </w:r>
      <w:r w:rsidR="007D6C9B">
        <w:rPr>
          <w:rtl/>
        </w:rPr>
        <w:t xml:space="preserve">ں </w:t>
      </w:r>
      <w:r>
        <w:rPr>
          <w:rtl/>
        </w:rPr>
        <w:t>گزارى ہے مجھے واپس دے دو لہذا طے يہ پايا كہ حكومت كے قاضيو</w:t>
      </w:r>
      <w:r w:rsidR="007D6C9B">
        <w:rPr>
          <w:rtl/>
        </w:rPr>
        <w:t xml:space="preserve">ں </w:t>
      </w:r>
      <w:r>
        <w:rPr>
          <w:rtl/>
        </w:rPr>
        <w:t>مي</w:t>
      </w:r>
      <w:r w:rsidR="007D6C9B">
        <w:rPr>
          <w:rtl/>
        </w:rPr>
        <w:t xml:space="preserve">ں </w:t>
      </w:r>
      <w:r>
        <w:rPr>
          <w:rtl/>
        </w:rPr>
        <w:t>سے ايك اس بارے مي</w:t>
      </w:r>
      <w:r w:rsidR="007D6C9B">
        <w:rPr>
          <w:rtl/>
        </w:rPr>
        <w:t xml:space="preserve">ں </w:t>
      </w:r>
      <w:r>
        <w:rPr>
          <w:rtl/>
        </w:rPr>
        <w:t>فيصلہ دے ،قاضى نے حكم ديا كہ ابراہيم (ع) كا مال لے ليا جائے اور جو عمر انہو</w:t>
      </w:r>
      <w:r w:rsidR="007D6C9B">
        <w:rPr>
          <w:rtl/>
        </w:rPr>
        <w:t xml:space="preserve">ں </w:t>
      </w:r>
      <w:r>
        <w:rPr>
          <w:rtl/>
        </w:rPr>
        <w:t>نے اس سرزمين مي</w:t>
      </w:r>
      <w:r w:rsidR="007D6C9B">
        <w:rPr>
          <w:rtl/>
        </w:rPr>
        <w:t xml:space="preserve">ں </w:t>
      </w:r>
      <w:r>
        <w:rPr>
          <w:rtl/>
        </w:rPr>
        <w:t>خرچ كى ہے وہ انہي</w:t>
      </w:r>
      <w:r w:rsidR="007D6C9B">
        <w:rPr>
          <w:rtl/>
        </w:rPr>
        <w:t xml:space="preserve">ں </w:t>
      </w:r>
      <w:r>
        <w:rPr>
          <w:rtl/>
        </w:rPr>
        <w:t xml:space="preserve">واپس كردى جائے _ </w:t>
      </w:r>
    </w:p>
    <w:p w:rsidR="00DE2D7F" w:rsidRDefault="00DE2D7F" w:rsidP="00D07B54">
      <w:pPr>
        <w:pStyle w:val="libNormal"/>
        <w:rPr>
          <w:rtl/>
        </w:rPr>
      </w:pPr>
      <w:r>
        <w:rPr>
          <w:rtl/>
        </w:rPr>
        <w:t>جس وقت نمرود اس واقعے سے آگاہ ہوا تو اس نے بہادر قاضى كے حقيقى مفہوم كو سمجھ ليا اور حكم ديا كہ ابراہيم كا مال اور اس كى بھيڑي</w:t>
      </w:r>
      <w:r w:rsidR="007D6C9B">
        <w:rPr>
          <w:rtl/>
        </w:rPr>
        <w:t xml:space="preserve">ں </w:t>
      </w:r>
      <w:r>
        <w:rPr>
          <w:rtl/>
        </w:rPr>
        <w:t>اسے واپس كردى جائي</w:t>
      </w:r>
      <w:r w:rsidR="007D6C9B">
        <w:rPr>
          <w:rtl/>
        </w:rPr>
        <w:t xml:space="preserve">ں </w:t>
      </w:r>
      <w:r>
        <w:rPr>
          <w:rtl/>
        </w:rPr>
        <w:t>تاكہ وہ انہي</w:t>
      </w:r>
      <w:r w:rsidR="007D6C9B">
        <w:rPr>
          <w:rtl/>
        </w:rPr>
        <w:t xml:space="preserve">ں </w:t>
      </w:r>
      <w:r>
        <w:rPr>
          <w:rtl/>
        </w:rPr>
        <w:t>ساتھ لے جائے اور كہا: مجھے ڈر ہے كہ اگر وہ يہا</w:t>
      </w:r>
      <w:r w:rsidR="007D6C9B">
        <w:rPr>
          <w:rtl/>
        </w:rPr>
        <w:t xml:space="preserve">ں </w:t>
      </w:r>
      <w:r>
        <w:rPr>
          <w:rtl/>
        </w:rPr>
        <w:t>رہ گيا تو وہ تمہارے دين وآئين كو خراب كردے گا اور تمہارے خدائو</w:t>
      </w:r>
      <w:r w:rsidR="007D6C9B">
        <w:rPr>
          <w:rtl/>
        </w:rPr>
        <w:t xml:space="preserve">ں </w:t>
      </w:r>
      <w:r>
        <w:rPr>
          <w:rtl/>
        </w:rPr>
        <w:t xml:space="preserve">كو نقصان پہنچائے گا ''_ </w:t>
      </w:r>
    </w:p>
    <w:p w:rsidR="00DE2D7F" w:rsidRDefault="00DE2D7F" w:rsidP="00D07B54">
      <w:pPr>
        <w:pStyle w:val="libNormal"/>
        <w:rPr>
          <w:rtl/>
        </w:rPr>
      </w:pPr>
    </w:p>
    <w:p w:rsidR="004D371B" w:rsidRDefault="00DE2D7F" w:rsidP="00D07B54">
      <w:pPr>
        <w:pStyle w:val="Heading2Center"/>
        <w:rPr>
          <w:rtl/>
        </w:rPr>
      </w:pPr>
      <w:bookmarkStart w:id="95" w:name="_Toc7268492"/>
      <w:r>
        <w:rPr>
          <w:rtl/>
        </w:rPr>
        <w:t>كس طرح مردو</w:t>
      </w:r>
      <w:r w:rsidR="007D6C9B">
        <w:rPr>
          <w:rtl/>
        </w:rPr>
        <w:t xml:space="preserve">ں </w:t>
      </w:r>
      <w:r>
        <w:rPr>
          <w:rtl/>
        </w:rPr>
        <w:t>كو زندہ كرے گا ؟</w:t>
      </w:r>
      <w:bookmarkEnd w:id="95"/>
      <w:r>
        <w:rPr>
          <w:rtl/>
        </w:rPr>
        <w:t xml:space="preserve"> </w:t>
      </w:r>
    </w:p>
    <w:p w:rsidR="00DE2D7F" w:rsidRDefault="00DE2D7F" w:rsidP="00D07B54">
      <w:pPr>
        <w:pStyle w:val="libNormal"/>
        <w:rPr>
          <w:rtl/>
        </w:rPr>
      </w:pPr>
      <w:r>
        <w:rPr>
          <w:rtl/>
        </w:rPr>
        <w:t>ايك دن حضرت ابراہيم(ع) دريا كے كنارے سے گزررہے تھے _ آپ نے دريا كے كنارے ايك مردار پڑاہوا ديكھا، اس كا كچھ حصہ دريا كے انداراور كچھ باہر تھا دريا اور خشكى كے جانور دونو</w:t>
      </w:r>
      <w:r w:rsidR="007D6C9B">
        <w:rPr>
          <w:rtl/>
        </w:rPr>
        <w:t xml:space="preserve">ں </w:t>
      </w:r>
      <w:r>
        <w:rPr>
          <w:rtl/>
        </w:rPr>
        <w:t>طرف سے اسے كھارہے تھے بلكہ كھاتے كھاتے ايك دوسرے سے لڑنے لگتے تھے ،اس منظر نے حضرت ابراہيم(ع) كو ايك ايسے مسئلہ كى فكر مي</w:t>
      </w:r>
      <w:r w:rsidR="007D6C9B">
        <w:rPr>
          <w:rtl/>
        </w:rPr>
        <w:t xml:space="preserve">ں </w:t>
      </w:r>
      <w:r>
        <w:rPr>
          <w:rtl/>
        </w:rPr>
        <w:t>ڈال ديا جس كى كيفيت سب تفصيل سے جاننا چاہتے ہي</w:t>
      </w:r>
      <w:r w:rsidR="007D6C9B">
        <w:rPr>
          <w:rtl/>
        </w:rPr>
        <w:t xml:space="preserve">ں </w:t>
      </w:r>
      <w:r>
        <w:rPr>
          <w:rtl/>
        </w:rPr>
        <w:t>اور وہ ہے موت كے بعد مردو</w:t>
      </w:r>
      <w:r w:rsidR="007D6C9B">
        <w:rPr>
          <w:rtl/>
        </w:rPr>
        <w:t xml:space="preserve">ں </w:t>
      </w:r>
      <w:r>
        <w:rPr>
          <w:rtl/>
        </w:rPr>
        <w:t>كے زندہ ہونے كى كيفيت ابراہيم(ع) سوچنے لگے كہ اگر ايسا ہى انسانى جسم كے ساتھ ہو اور انسان كا بدن جانورو</w:t>
      </w:r>
      <w:r w:rsidR="007D6C9B">
        <w:rPr>
          <w:rtl/>
        </w:rPr>
        <w:t xml:space="preserve">ں </w:t>
      </w:r>
      <w:r>
        <w:rPr>
          <w:rtl/>
        </w:rPr>
        <w:t xml:space="preserve">كے </w:t>
      </w:r>
    </w:p>
    <w:p w:rsidR="004D371B" w:rsidRDefault="001648F9" w:rsidP="00D07B54">
      <w:pPr>
        <w:pStyle w:val="libNormal"/>
        <w:rPr>
          <w:rtl/>
        </w:rPr>
      </w:pPr>
      <w:r>
        <w:rPr>
          <w:rtl/>
        </w:rPr>
        <w:t xml:space="preserve"> </w:t>
      </w:r>
      <w:r>
        <w:rPr>
          <w:rtl/>
        </w:rPr>
        <w:br w:type="page"/>
      </w:r>
    </w:p>
    <w:p w:rsidR="004D371B" w:rsidRDefault="004D371B" w:rsidP="00D07B54">
      <w:pPr>
        <w:pStyle w:val="libNormal"/>
        <w:rPr>
          <w:rtl/>
        </w:rPr>
      </w:pPr>
    </w:p>
    <w:p w:rsidR="00DE2D7F" w:rsidRDefault="00DE2D7F" w:rsidP="00D07B54">
      <w:pPr>
        <w:pStyle w:val="libNormal"/>
        <w:rPr>
          <w:rtl/>
        </w:rPr>
      </w:pPr>
      <w:r>
        <w:rPr>
          <w:rtl/>
        </w:rPr>
        <w:t>بدن كا جزء بن جائے تو قيامت مي</w:t>
      </w:r>
      <w:r w:rsidR="007D6C9B">
        <w:rPr>
          <w:rtl/>
        </w:rPr>
        <w:t xml:space="preserve">ں </w:t>
      </w:r>
      <w:r>
        <w:rPr>
          <w:rtl/>
        </w:rPr>
        <w:t>اٹھنے كا معاملہ كيسے عمل مي</w:t>
      </w:r>
      <w:r w:rsidR="007D6C9B">
        <w:rPr>
          <w:rtl/>
        </w:rPr>
        <w:t xml:space="preserve">ں </w:t>
      </w:r>
      <w:r>
        <w:rPr>
          <w:rtl/>
        </w:rPr>
        <w:t>آئے گا جب كہ وہا</w:t>
      </w:r>
      <w:r w:rsidR="007D6C9B">
        <w:rPr>
          <w:rtl/>
        </w:rPr>
        <w:t xml:space="preserve">ں </w:t>
      </w:r>
      <w:r>
        <w:rPr>
          <w:rtl/>
        </w:rPr>
        <w:t xml:space="preserve">انسان كو اسى بدن كے ساتھ اٹھنا ہے _ </w:t>
      </w:r>
    </w:p>
    <w:p w:rsidR="00DE2D7F" w:rsidRDefault="00DE2D7F" w:rsidP="00D07B54">
      <w:pPr>
        <w:pStyle w:val="libNormal"/>
        <w:rPr>
          <w:rtl/>
        </w:rPr>
      </w:pPr>
      <w:r>
        <w:rPr>
          <w:rtl/>
        </w:rPr>
        <w:t>حضرت ابراہيم(ع) نے كہا : خدايا مجھے دكھا كہ تو مردو</w:t>
      </w:r>
      <w:r w:rsidR="007D6C9B">
        <w:rPr>
          <w:rtl/>
        </w:rPr>
        <w:t xml:space="preserve">ں </w:t>
      </w:r>
      <w:r>
        <w:rPr>
          <w:rtl/>
        </w:rPr>
        <w:t>كو كيسے زندہ كرے گا؟اللہ تعالى نے فرمايا : كيا تم اس بات پر ايمان نہي</w:t>
      </w:r>
      <w:r w:rsidR="007D6C9B">
        <w:rPr>
          <w:rtl/>
        </w:rPr>
        <w:t xml:space="preserve">ں </w:t>
      </w:r>
      <w:r>
        <w:rPr>
          <w:rtl/>
        </w:rPr>
        <w:t>ركھتے؟ انہو</w:t>
      </w:r>
      <w:r w:rsidR="007D6C9B">
        <w:rPr>
          <w:rtl/>
        </w:rPr>
        <w:t xml:space="preserve">ں </w:t>
      </w:r>
      <w:r>
        <w:rPr>
          <w:rtl/>
        </w:rPr>
        <w:t>نے كہا: ايمان تو ركھتا ہو</w:t>
      </w:r>
      <w:r w:rsidR="007D6C9B">
        <w:rPr>
          <w:rtl/>
        </w:rPr>
        <w:t xml:space="preserve">ں </w:t>
      </w:r>
      <w:r>
        <w:rPr>
          <w:rtl/>
        </w:rPr>
        <w:t>ليكن چاہتاہو</w:t>
      </w:r>
      <w:r w:rsidR="007D6C9B">
        <w:rPr>
          <w:rtl/>
        </w:rPr>
        <w:t xml:space="preserve">ں </w:t>
      </w:r>
      <w:r>
        <w:rPr>
          <w:rtl/>
        </w:rPr>
        <w:t xml:space="preserve">دل كو تسلى ہوجائے _ </w:t>
      </w:r>
    </w:p>
    <w:p w:rsidR="00DE2D7F" w:rsidRDefault="00DE2D7F" w:rsidP="00D07B54">
      <w:pPr>
        <w:pStyle w:val="libNormal"/>
        <w:rPr>
          <w:rtl/>
        </w:rPr>
      </w:pPr>
      <w:r>
        <w:rPr>
          <w:rtl/>
        </w:rPr>
        <w:t>خدا متعال نے حكم ديا : چار پرندے لے لو اور ان كا گوشت ايك دوسرے سے ملادو پھر اس سارے گوشت كے كئي حصے كردو اور ہر حصہ كو ايك پہاڑپر ركھ دو اس كے بعد ان پرندو</w:t>
      </w:r>
      <w:r w:rsidR="007D6C9B">
        <w:rPr>
          <w:rtl/>
        </w:rPr>
        <w:t xml:space="preserve">ں </w:t>
      </w:r>
      <w:r>
        <w:rPr>
          <w:rtl/>
        </w:rPr>
        <w:t>كو پكار و تاكہ ميدان حشر كا منظر ديكھ سكو _ انہو</w:t>
      </w:r>
      <w:r w:rsidR="007D6C9B">
        <w:rPr>
          <w:rtl/>
        </w:rPr>
        <w:t xml:space="preserve">ں </w:t>
      </w:r>
      <w:r>
        <w:rPr>
          <w:rtl/>
        </w:rPr>
        <w:t>نے ايسا ہى كيا تو انتہائي حيرت كے ساتھ ديكھا كہ پرندو</w:t>
      </w:r>
      <w:r w:rsidR="007D6C9B">
        <w:rPr>
          <w:rtl/>
        </w:rPr>
        <w:t xml:space="preserve">ں </w:t>
      </w:r>
      <w:r>
        <w:rPr>
          <w:rtl/>
        </w:rPr>
        <w:t>كے اجزاء مختلف مقامات سے جمع ہوكر ان كے پاس آگئے ہي</w:t>
      </w:r>
      <w:r w:rsidR="007D6C9B">
        <w:rPr>
          <w:rtl/>
        </w:rPr>
        <w:t xml:space="preserve">ں </w:t>
      </w:r>
      <w:r>
        <w:rPr>
          <w:rtl/>
        </w:rPr>
        <w:t xml:space="preserve">اور ان كى ايك نئي زندگى كا آغاز ہوگيا ہے _ </w:t>
      </w:r>
    </w:p>
    <w:p w:rsidR="00DE2D7F" w:rsidRDefault="00DE2D7F" w:rsidP="00D07B54">
      <w:pPr>
        <w:pStyle w:val="libNormal"/>
        <w:rPr>
          <w:rtl/>
        </w:rPr>
      </w:pPr>
      <w:r>
        <w:rPr>
          <w:rtl/>
        </w:rPr>
        <w:t>اس سلسلہ مي</w:t>
      </w:r>
      <w:r w:rsidR="007D6C9B">
        <w:rPr>
          <w:rtl/>
        </w:rPr>
        <w:t xml:space="preserve">ں </w:t>
      </w:r>
      <w:r>
        <w:rPr>
          <w:rtl/>
        </w:rPr>
        <w:t xml:space="preserve">قرآن كہتا ہے : </w:t>
      </w:r>
    </w:p>
    <w:p w:rsidR="00DE2D7F" w:rsidRDefault="00DE2D7F" w:rsidP="00D07B54">
      <w:pPr>
        <w:pStyle w:val="libNormal"/>
        <w:rPr>
          <w:rtl/>
        </w:rPr>
      </w:pPr>
      <w:r>
        <w:rPr>
          <w:rtl/>
        </w:rPr>
        <w:t>''اس وقت (كو ياد كرو)جب ابراہيم نے كہا : خدايا : مجھے دكھا دے تو كيسے مردو</w:t>
      </w:r>
      <w:r w:rsidR="007D6C9B">
        <w:rPr>
          <w:rtl/>
        </w:rPr>
        <w:t xml:space="preserve">ں </w:t>
      </w:r>
      <w:r>
        <w:rPr>
          <w:rtl/>
        </w:rPr>
        <w:t>كو زندہ كرتا ہے ،فرمايا : كيا تم ايمان نہي</w:t>
      </w:r>
      <w:r w:rsidR="007D6C9B">
        <w:rPr>
          <w:rtl/>
        </w:rPr>
        <w:t xml:space="preserve">ں </w:t>
      </w:r>
      <w:r>
        <w:rPr>
          <w:rtl/>
        </w:rPr>
        <w:t>لائے _ كہنے لگے : كيو</w:t>
      </w:r>
      <w:r w:rsidR="007D6C9B">
        <w:rPr>
          <w:rtl/>
        </w:rPr>
        <w:t xml:space="preserve">ں </w:t>
      </w:r>
      <w:r>
        <w:rPr>
          <w:rtl/>
        </w:rPr>
        <w:t>نہي</w:t>
      </w:r>
      <w:r w:rsidR="007D6C9B">
        <w:rPr>
          <w:rtl/>
        </w:rPr>
        <w:t xml:space="preserve">ں </w:t>
      </w:r>
      <w:r>
        <w:rPr>
          <w:rtl/>
        </w:rPr>
        <w:t>، مي</w:t>
      </w:r>
      <w:r w:rsidR="007D6C9B">
        <w:rPr>
          <w:rtl/>
        </w:rPr>
        <w:t xml:space="preserve">ں </w:t>
      </w:r>
      <w:r>
        <w:rPr>
          <w:rtl/>
        </w:rPr>
        <w:t>چاہتاہو</w:t>
      </w:r>
      <w:r w:rsidR="007D6C9B">
        <w:rPr>
          <w:rtl/>
        </w:rPr>
        <w:t xml:space="preserve">ں </w:t>
      </w:r>
      <w:r>
        <w:rPr>
          <w:rtl/>
        </w:rPr>
        <w:t>ميرے دل كو اطمينان ہوجائے فرمايا : يہ بات ہے تو چار پرندے انتخاب كرلو (ذبح كرنے كے بعد ) انہي</w:t>
      </w:r>
      <w:r w:rsidR="007D6C9B">
        <w:rPr>
          <w:rtl/>
        </w:rPr>
        <w:t xml:space="preserve">ں </w:t>
      </w:r>
      <w:r>
        <w:rPr>
          <w:rtl/>
        </w:rPr>
        <w:t>ٹكڑے ٹكڑے كرلو (پھر ان كے گوشت كو آپس مي</w:t>
      </w:r>
      <w:r w:rsidR="007D6C9B">
        <w:rPr>
          <w:rtl/>
        </w:rPr>
        <w:t xml:space="preserve">ں </w:t>
      </w:r>
      <w:r>
        <w:rPr>
          <w:rtl/>
        </w:rPr>
        <w:t>ملادو ) پھر ہر پہاڑپر ايك حصہ ركھ دو ، پھر انہي</w:t>
      </w:r>
      <w:r w:rsidR="007D6C9B">
        <w:rPr>
          <w:rtl/>
        </w:rPr>
        <w:t xml:space="preserve">ں </w:t>
      </w:r>
      <w:r>
        <w:rPr>
          <w:rtl/>
        </w:rPr>
        <w:t>پكارو ، وہ تيزى سے تمہارے پاس آئے</w:t>
      </w:r>
      <w:r w:rsidR="007D6C9B">
        <w:rPr>
          <w:rtl/>
        </w:rPr>
        <w:t xml:space="preserve">ں </w:t>
      </w:r>
      <w:r>
        <w:rPr>
          <w:rtl/>
        </w:rPr>
        <w:t>گے، اور جان لوكہ خدا غالب اور حكيم ہے ''_</w:t>
      </w:r>
      <w:r w:rsidRPr="00AD1EF3">
        <w:rPr>
          <w:rStyle w:val="libFootnotenumChar"/>
          <w:rtl/>
        </w:rPr>
        <w:t>(</w:t>
      </w:r>
      <w:r w:rsidR="00E664BB" w:rsidRPr="00AD1EF3">
        <w:rPr>
          <w:rStyle w:val="libFootnotenumChar"/>
          <w:rtl/>
        </w:rPr>
        <w:t>1</w:t>
      </w:r>
      <w:r w:rsidRPr="00AD1EF3">
        <w:rPr>
          <w:rStyle w:val="libFootnotenumChar"/>
          <w:rtl/>
        </w:rPr>
        <w:t>)</w:t>
      </w:r>
      <w:r>
        <w:rPr>
          <w:rtl/>
        </w:rPr>
        <w:t>(وہ مردو</w:t>
      </w:r>
      <w:r w:rsidR="007D6C9B">
        <w:rPr>
          <w:rtl/>
        </w:rPr>
        <w:t xml:space="preserve">ں </w:t>
      </w:r>
      <w:r>
        <w:rPr>
          <w:rtl/>
        </w:rPr>
        <w:t>كے اجزائے بدن كو بھى جانتا ہے اور انہي</w:t>
      </w:r>
      <w:r w:rsidR="007D6C9B">
        <w:rPr>
          <w:rtl/>
        </w:rPr>
        <w:t xml:space="preserve">ں </w:t>
      </w:r>
      <w:r>
        <w:rPr>
          <w:rtl/>
        </w:rPr>
        <w:t xml:space="preserve">جمع كرنے كى طاقت بھى ركھتا ہے _) </w:t>
      </w:r>
    </w:p>
    <w:p w:rsidR="00DE2D7F" w:rsidRDefault="00DE2D7F" w:rsidP="00D07B54">
      <w:pPr>
        <w:pStyle w:val="libNormal"/>
        <w:rPr>
          <w:rtl/>
        </w:rPr>
      </w:pPr>
    </w:p>
    <w:p w:rsidR="004D371B" w:rsidRDefault="00DE2D7F" w:rsidP="00D07B54">
      <w:pPr>
        <w:pStyle w:val="Heading2Center"/>
        <w:rPr>
          <w:rtl/>
        </w:rPr>
      </w:pPr>
      <w:bookmarkStart w:id="96" w:name="_Toc7268493"/>
      <w:r>
        <w:rPr>
          <w:rtl/>
        </w:rPr>
        <w:t>چندا ہم نكات</w:t>
      </w:r>
      <w:bookmarkEnd w:id="96"/>
    </w:p>
    <w:p w:rsidR="00DE2D7F" w:rsidRDefault="00DE2D7F" w:rsidP="00D07B54">
      <w:pPr>
        <w:pStyle w:val="libNormal"/>
        <w:rPr>
          <w:rtl/>
        </w:rPr>
      </w:pPr>
      <w:r>
        <w:rPr>
          <w:rtl/>
        </w:rPr>
        <w:t xml:space="preserve"> </w:t>
      </w:r>
      <w:r w:rsidR="00E664BB">
        <w:rPr>
          <w:rtl/>
        </w:rPr>
        <w:t>1</w:t>
      </w:r>
      <w:r>
        <w:rPr>
          <w:rtl/>
        </w:rPr>
        <w:t>_ چار پرندے : اس مي</w:t>
      </w:r>
      <w:r w:rsidR="007D6C9B">
        <w:rPr>
          <w:rtl/>
        </w:rPr>
        <w:t xml:space="preserve">ں </w:t>
      </w:r>
      <w:r>
        <w:rPr>
          <w:rtl/>
        </w:rPr>
        <w:t>شك نہي</w:t>
      </w:r>
      <w:r w:rsidR="007D6C9B">
        <w:rPr>
          <w:rtl/>
        </w:rPr>
        <w:t xml:space="preserve">ں </w:t>
      </w:r>
      <w:r>
        <w:rPr>
          <w:rtl/>
        </w:rPr>
        <w:t>كہ مذكورہ چار پرندے مختلف قسم كے پرندو</w:t>
      </w:r>
      <w:r w:rsidR="007D6C9B">
        <w:rPr>
          <w:rtl/>
        </w:rPr>
        <w:t xml:space="preserve">ں </w:t>
      </w:r>
      <w:r>
        <w:rPr>
          <w:rtl/>
        </w:rPr>
        <w:t>مي</w:t>
      </w:r>
      <w:r w:rsidR="007D6C9B">
        <w:rPr>
          <w:rtl/>
        </w:rPr>
        <w:t xml:space="preserve">ں </w:t>
      </w:r>
      <w:r>
        <w:rPr>
          <w:rtl/>
        </w:rPr>
        <w:t>سے تھے كيونكہ اس كے بغير حضرت ابراہيم كا مقصد پورا نہي</w:t>
      </w:r>
      <w:r w:rsidR="007D6C9B">
        <w:rPr>
          <w:rtl/>
        </w:rPr>
        <w:t xml:space="preserve">ں </w:t>
      </w:r>
      <w:r>
        <w:rPr>
          <w:rtl/>
        </w:rPr>
        <w:t xml:space="preserve">ہوسكتاہے _ اس كے لئے ضرورى تھا كہ ہرايك كے اجزاء اس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بقرہ آيت </w:t>
      </w:r>
      <w:r w:rsidR="00E664BB">
        <w:rPr>
          <w:rtl/>
        </w:rPr>
        <w:t>25</w:t>
      </w:r>
      <w:r w:rsidR="00E44785">
        <w:rPr>
          <w:rtl/>
        </w:rPr>
        <w:t>9</w:t>
      </w:r>
      <w:r>
        <w:rPr>
          <w:rtl/>
        </w:rPr>
        <w:t xml:space="preserve"> </w:t>
      </w:r>
    </w:p>
    <w:p w:rsidR="004D371B" w:rsidRDefault="001648F9" w:rsidP="00D07B54">
      <w:pPr>
        <w:pStyle w:val="libNormal"/>
        <w:rPr>
          <w:rtl/>
        </w:rPr>
      </w:pPr>
      <w:r>
        <w:rPr>
          <w:rtl/>
        </w:rPr>
        <w:t xml:space="preserve"> </w:t>
      </w:r>
      <w:r>
        <w:rPr>
          <w:rtl/>
        </w:rPr>
        <w:br w:type="page"/>
      </w:r>
    </w:p>
    <w:p w:rsidR="004D371B" w:rsidRDefault="004D371B" w:rsidP="00D07B54">
      <w:pPr>
        <w:pStyle w:val="libNormal"/>
        <w:rPr>
          <w:rtl/>
        </w:rPr>
      </w:pPr>
    </w:p>
    <w:p w:rsidR="00DE2D7F" w:rsidRDefault="00DE2D7F" w:rsidP="00D07B54">
      <w:pPr>
        <w:pStyle w:val="libNormal"/>
        <w:rPr>
          <w:rtl/>
        </w:rPr>
      </w:pPr>
      <w:r>
        <w:rPr>
          <w:rtl/>
        </w:rPr>
        <w:t>كے اصلى بدن مي</w:t>
      </w:r>
      <w:r w:rsidR="007D6C9B">
        <w:rPr>
          <w:rtl/>
        </w:rPr>
        <w:t xml:space="preserve">ں </w:t>
      </w:r>
      <w:r>
        <w:rPr>
          <w:rtl/>
        </w:rPr>
        <w:t>واپس آئي</w:t>
      </w:r>
      <w:r w:rsidR="007D6C9B">
        <w:rPr>
          <w:rtl/>
        </w:rPr>
        <w:t xml:space="preserve">ں </w:t>
      </w:r>
      <w:r>
        <w:rPr>
          <w:rtl/>
        </w:rPr>
        <w:t>اوريہ مختلف قسم كے ہونے كى صورت مي</w:t>
      </w:r>
      <w:r w:rsidR="007D6C9B">
        <w:rPr>
          <w:rtl/>
        </w:rPr>
        <w:t xml:space="preserve">ں </w:t>
      </w:r>
      <w:r>
        <w:rPr>
          <w:rtl/>
        </w:rPr>
        <w:t>ہى ظاہر ہوسكتا تھا _ مشہور روايت كے مطابق وہ چار پرندے اس طرح تھے مور، مرغ ،كبوتر اور كوا جو كہ كئي پہلوئو</w:t>
      </w:r>
      <w:r w:rsidR="007D6C9B">
        <w:rPr>
          <w:rtl/>
        </w:rPr>
        <w:t xml:space="preserve">ں </w:t>
      </w:r>
      <w:r>
        <w:rPr>
          <w:rtl/>
        </w:rPr>
        <w:t>سے ايك دوسرے سے بہت مختلف ہي</w:t>
      </w:r>
      <w:r w:rsidR="007D6C9B">
        <w:rPr>
          <w:rtl/>
        </w:rPr>
        <w:t xml:space="preserve">ں </w:t>
      </w:r>
      <w:r>
        <w:rPr>
          <w:rtl/>
        </w:rPr>
        <w:t xml:space="preserve">_ </w:t>
      </w:r>
    </w:p>
    <w:p w:rsidR="00DE2D7F" w:rsidRDefault="00DE2D7F" w:rsidP="00D07B54">
      <w:pPr>
        <w:pStyle w:val="libNormal"/>
        <w:rPr>
          <w:rtl/>
        </w:rPr>
      </w:pPr>
      <w:r>
        <w:rPr>
          <w:rtl/>
        </w:rPr>
        <w:t>بعض ان پرندو</w:t>
      </w:r>
      <w:r w:rsidR="007D6C9B">
        <w:rPr>
          <w:rtl/>
        </w:rPr>
        <w:t xml:space="preserve">ں </w:t>
      </w:r>
      <w:r>
        <w:rPr>
          <w:rtl/>
        </w:rPr>
        <w:t>كو انسانو</w:t>
      </w:r>
      <w:r w:rsidR="007D6C9B">
        <w:rPr>
          <w:rtl/>
        </w:rPr>
        <w:t xml:space="preserve">ں </w:t>
      </w:r>
      <w:r>
        <w:rPr>
          <w:rtl/>
        </w:rPr>
        <w:t>كى مختلف صفات اور جذبات كا مظہر سمجھتے ہي</w:t>
      </w:r>
      <w:r w:rsidR="007D6C9B">
        <w:rPr>
          <w:rtl/>
        </w:rPr>
        <w:t xml:space="preserve">ں </w:t>
      </w:r>
      <w:r>
        <w:rPr>
          <w:rtl/>
        </w:rPr>
        <w:t xml:space="preserve">_ </w:t>
      </w:r>
    </w:p>
    <w:p w:rsidR="00DE2D7F" w:rsidRDefault="00DE2D7F" w:rsidP="00D07B54">
      <w:pPr>
        <w:pStyle w:val="libNormal"/>
        <w:rPr>
          <w:rtl/>
        </w:rPr>
      </w:pPr>
      <w:r>
        <w:rPr>
          <w:rtl/>
        </w:rPr>
        <w:t>مور: خود نمائي، زيبا</w:t>
      </w:r>
      <w:r w:rsidR="00091C36">
        <w:rPr>
          <w:rtl/>
        </w:rPr>
        <w:t xml:space="preserve">ئش </w:t>
      </w:r>
      <w:r>
        <w:rPr>
          <w:rtl/>
        </w:rPr>
        <w:t xml:space="preserve"> اور تكبركا مظہر ہے _ </w:t>
      </w:r>
    </w:p>
    <w:p w:rsidR="00DE2D7F" w:rsidRDefault="00DE2D7F" w:rsidP="00D07B54">
      <w:pPr>
        <w:pStyle w:val="libNormal"/>
        <w:rPr>
          <w:rtl/>
        </w:rPr>
      </w:pPr>
      <w:r>
        <w:rPr>
          <w:rtl/>
        </w:rPr>
        <w:t xml:space="preserve">مرغ : شديد جنسى ميلانات كا مظہرہے_ </w:t>
      </w:r>
    </w:p>
    <w:p w:rsidR="00DE2D7F" w:rsidRDefault="00DE2D7F" w:rsidP="00D07B54">
      <w:pPr>
        <w:pStyle w:val="libNormal"/>
        <w:rPr>
          <w:rtl/>
        </w:rPr>
      </w:pPr>
      <w:r>
        <w:rPr>
          <w:rtl/>
        </w:rPr>
        <w:t xml:space="preserve">كبوتر : لہوولعب اور كھيل كود كا مظہر ہے _ </w:t>
      </w:r>
    </w:p>
    <w:p w:rsidR="00DE2D7F" w:rsidRDefault="00DE2D7F" w:rsidP="00D07B54">
      <w:pPr>
        <w:pStyle w:val="libNormal"/>
        <w:rPr>
          <w:rtl/>
        </w:rPr>
      </w:pPr>
      <w:r>
        <w:rPr>
          <w:rtl/>
        </w:rPr>
        <w:t>كوا: لمبى چوڑى آرزئو</w:t>
      </w:r>
      <w:r w:rsidR="007D6C9B">
        <w:rPr>
          <w:rtl/>
        </w:rPr>
        <w:t xml:space="preserve">ں </w:t>
      </w:r>
      <w:r>
        <w:rPr>
          <w:rtl/>
        </w:rPr>
        <w:t>اور تمنائو</w:t>
      </w:r>
      <w:r w:rsidR="007D6C9B">
        <w:rPr>
          <w:rtl/>
        </w:rPr>
        <w:t xml:space="preserve">ں </w:t>
      </w:r>
      <w:r>
        <w:rPr>
          <w:rtl/>
        </w:rPr>
        <w:t xml:space="preserve">كا مظہر ہے _ </w:t>
      </w:r>
    </w:p>
    <w:p w:rsidR="00DE2D7F" w:rsidRDefault="00E664BB" w:rsidP="00D07B54">
      <w:pPr>
        <w:pStyle w:val="libNormal"/>
        <w:rPr>
          <w:rtl/>
        </w:rPr>
      </w:pPr>
      <w:r>
        <w:rPr>
          <w:rtl/>
        </w:rPr>
        <w:t>2</w:t>
      </w:r>
      <w:r w:rsidR="00DE2D7F">
        <w:rPr>
          <w:rtl/>
        </w:rPr>
        <w:t>_ پہاڑو</w:t>
      </w:r>
      <w:r w:rsidR="007D6C9B">
        <w:rPr>
          <w:rtl/>
        </w:rPr>
        <w:t xml:space="preserve">ں </w:t>
      </w:r>
      <w:r w:rsidR="00DE2D7F">
        <w:rPr>
          <w:rtl/>
        </w:rPr>
        <w:t>كى تعداد : جن پہاڑو</w:t>
      </w:r>
      <w:r w:rsidR="007D6C9B">
        <w:rPr>
          <w:rtl/>
        </w:rPr>
        <w:t xml:space="preserve">ں </w:t>
      </w:r>
      <w:r w:rsidR="00DE2D7F">
        <w:rPr>
          <w:rtl/>
        </w:rPr>
        <w:t>پر حضرت ابراہيم عليہ السلام نے پرندو</w:t>
      </w:r>
      <w:r w:rsidR="007D6C9B">
        <w:rPr>
          <w:rtl/>
        </w:rPr>
        <w:t xml:space="preserve">ں </w:t>
      </w:r>
      <w:r w:rsidR="00DE2D7F">
        <w:rPr>
          <w:rtl/>
        </w:rPr>
        <w:t>كے اجزاركھے تھے ان كى تعدا كى صراحت قرآن حكيم مي</w:t>
      </w:r>
      <w:r w:rsidR="007D6C9B">
        <w:rPr>
          <w:rtl/>
        </w:rPr>
        <w:t xml:space="preserve">ں </w:t>
      </w:r>
      <w:r w:rsidR="00DE2D7F">
        <w:rPr>
          <w:rtl/>
        </w:rPr>
        <w:t>نہي</w:t>
      </w:r>
      <w:r w:rsidR="007D6C9B">
        <w:rPr>
          <w:rtl/>
        </w:rPr>
        <w:t xml:space="preserve">ں </w:t>
      </w:r>
      <w:r w:rsidR="00DE2D7F">
        <w:rPr>
          <w:rtl/>
        </w:rPr>
        <w:t>ہے ليكن روايات اہل بيت مي</w:t>
      </w:r>
      <w:r w:rsidR="007D6C9B">
        <w:rPr>
          <w:rtl/>
        </w:rPr>
        <w:t xml:space="preserve">ں </w:t>
      </w:r>
      <w:r w:rsidR="00DE2D7F">
        <w:rPr>
          <w:rtl/>
        </w:rPr>
        <w:t>يہ تعداد دس بتائي گئي ہے _</w:t>
      </w:r>
      <w:r w:rsidR="00DE2D7F" w:rsidRPr="00AD1EF3">
        <w:rPr>
          <w:rStyle w:val="libFootnotenumChar"/>
          <w:rtl/>
        </w:rPr>
        <w:t>(</w:t>
      </w:r>
      <w:r w:rsidRPr="00AD1EF3">
        <w:rPr>
          <w:rStyle w:val="libFootnotenumChar"/>
          <w:rtl/>
        </w:rPr>
        <w:t>1</w:t>
      </w:r>
      <w:r w:rsidR="00DE2D7F" w:rsidRPr="00AD1EF3">
        <w:rPr>
          <w:rStyle w:val="libFootnotenumChar"/>
          <w:rtl/>
        </w:rPr>
        <w:t>)</w:t>
      </w:r>
      <w:r w:rsidR="00DE2D7F">
        <w:rPr>
          <w:rtl/>
        </w:rPr>
        <w:t xml:space="preserve"> </w:t>
      </w:r>
    </w:p>
    <w:p w:rsidR="00DE2D7F" w:rsidRDefault="00E664BB" w:rsidP="00D07B54">
      <w:pPr>
        <w:pStyle w:val="libNormal"/>
        <w:rPr>
          <w:rtl/>
        </w:rPr>
      </w:pPr>
      <w:r>
        <w:rPr>
          <w:rtl/>
        </w:rPr>
        <w:t>3</w:t>
      </w:r>
      <w:r w:rsidR="00DE2D7F">
        <w:rPr>
          <w:rtl/>
        </w:rPr>
        <w:t>_ واقعہ كب رونماہوا : جب حضرت ابراہيم بابل مي</w:t>
      </w:r>
      <w:r w:rsidR="007D6C9B">
        <w:rPr>
          <w:rtl/>
        </w:rPr>
        <w:t xml:space="preserve">ں </w:t>
      </w:r>
      <w:r w:rsidR="00DE2D7F">
        <w:rPr>
          <w:rtl/>
        </w:rPr>
        <w:t>تھے يا جب شام چلے آئے تھے ،يو</w:t>
      </w:r>
      <w:r w:rsidR="007D6C9B">
        <w:rPr>
          <w:rtl/>
        </w:rPr>
        <w:t xml:space="preserve">ں </w:t>
      </w:r>
      <w:r w:rsidR="00DE2D7F">
        <w:rPr>
          <w:rtl/>
        </w:rPr>
        <w:t>لگتا ہے ،يہ شام مي</w:t>
      </w:r>
      <w:r w:rsidR="007D6C9B">
        <w:rPr>
          <w:rtl/>
        </w:rPr>
        <w:t xml:space="preserve">ں </w:t>
      </w:r>
      <w:r w:rsidR="00DE2D7F">
        <w:rPr>
          <w:rtl/>
        </w:rPr>
        <w:t>آنے كے بعد كا واقعہ ہے كيونكہ سرزمين بابل مي</w:t>
      </w:r>
      <w:r w:rsidR="007D6C9B">
        <w:rPr>
          <w:rtl/>
        </w:rPr>
        <w:t xml:space="preserve">ں </w:t>
      </w:r>
      <w:r w:rsidR="00DE2D7F">
        <w:rPr>
          <w:rtl/>
        </w:rPr>
        <w:t>پہاڑنہي</w:t>
      </w:r>
      <w:r w:rsidR="007D6C9B">
        <w:rPr>
          <w:rtl/>
        </w:rPr>
        <w:t xml:space="preserve">ں </w:t>
      </w:r>
      <w:r w:rsidR="00DE2D7F">
        <w:rPr>
          <w:rtl/>
        </w:rPr>
        <w:t>ہي</w:t>
      </w:r>
      <w:r w:rsidR="007D6C9B">
        <w:rPr>
          <w:rtl/>
        </w:rPr>
        <w:t xml:space="preserve">ں </w:t>
      </w:r>
      <w:r w:rsidR="00DE2D7F">
        <w:rPr>
          <w:rtl/>
        </w:rPr>
        <w:t xml:space="preserve">_ </w:t>
      </w:r>
    </w:p>
    <w:p w:rsidR="00DE2D7F" w:rsidRDefault="00DE2D7F" w:rsidP="00D07B54">
      <w:pPr>
        <w:pStyle w:val="libNormal"/>
        <w:rPr>
          <w:rtl/>
        </w:rPr>
      </w:pPr>
    </w:p>
    <w:p w:rsidR="004D371B" w:rsidRDefault="00DE2D7F" w:rsidP="00D07B54">
      <w:pPr>
        <w:pStyle w:val="Heading2Center"/>
        <w:rPr>
          <w:rtl/>
        </w:rPr>
      </w:pPr>
      <w:bookmarkStart w:id="97" w:name="_Toc7268494"/>
      <w:r>
        <w:rPr>
          <w:rtl/>
        </w:rPr>
        <w:t>اسماعيل (ع) اور ہاجرہ(ع) كو منتقل كرنے كا حكم</w:t>
      </w:r>
      <w:bookmarkEnd w:id="97"/>
      <w:r>
        <w:rPr>
          <w:rtl/>
        </w:rPr>
        <w:t xml:space="preserve"> </w:t>
      </w:r>
    </w:p>
    <w:p w:rsidR="00DE2D7F" w:rsidRDefault="00DE2D7F" w:rsidP="00D07B54">
      <w:pPr>
        <w:pStyle w:val="libNormal"/>
        <w:rPr>
          <w:rtl/>
        </w:rPr>
      </w:pPr>
      <w:r>
        <w:rPr>
          <w:rtl/>
        </w:rPr>
        <w:t>سالہا گذرگئے كہ جناب ابراہيم(ع) نے اس صالح فرزند كے انتظار اور خواہش مي</w:t>
      </w:r>
      <w:r w:rsidR="007D6C9B">
        <w:rPr>
          <w:rtl/>
        </w:rPr>
        <w:t xml:space="preserve">ں </w:t>
      </w:r>
      <w:r>
        <w:rPr>
          <w:rtl/>
        </w:rPr>
        <w:t>زندگى بسركرتے رہے، انھو</w:t>
      </w:r>
      <w:r w:rsidR="007D6C9B">
        <w:rPr>
          <w:rtl/>
        </w:rPr>
        <w:t xml:space="preserve">ں </w:t>
      </w:r>
      <w:r>
        <w:rPr>
          <w:rtl/>
        </w:rPr>
        <w:t>نے عرض كيا:'' پروردگارا: مجھے ايك فرزند صالح عطا فرما_''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آخر كار خدا نے ان كى دعا قبول كرلي، پہلے انھي</w:t>
      </w:r>
      <w:r w:rsidR="007D6C9B">
        <w:rPr>
          <w:rtl/>
        </w:rPr>
        <w:t xml:space="preserve">ں </w:t>
      </w:r>
      <w:r>
        <w:rPr>
          <w:rtl/>
        </w:rPr>
        <w:t>اسماعيل(ع) اور پھر اسحاق(ع) مرحمت فرمايا كہ جن مي</w:t>
      </w:r>
      <w:r w:rsidR="007D6C9B">
        <w:rPr>
          <w:rtl/>
        </w:rPr>
        <w:t xml:space="preserve">ں </w:t>
      </w:r>
      <w:r>
        <w:rPr>
          <w:rtl/>
        </w:rPr>
        <w:t xml:space="preserve">سے ہر ايك بزرگ پيغمبر اور صاحب منزلت تھے_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)اسى لئے بعض روايات مي</w:t>
      </w:r>
      <w:r w:rsidR="007D6C9B">
        <w:rPr>
          <w:rtl/>
        </w:rPr>
        <w:t xml:space="preserve">ں </w:t>
      </w:r>
      <w:r>
        <w:rPr>
          <w:rtl/>
        </w:rPr>
        <w:t>آيا ہے كہ اگر كوئي شخص وصيت كرجائے كہ اس كے مال كا ايك جزء فلا</w:t>
      </w:r>
      <w:r w:rsidR="007D6C9B">
        <w:rPr>
          <w:rtl/>
        </w:rPr>
        <w:t xml:space="preserve">ں </w:t>
      </w:r>
      <w:r>
        <w:rPr>
          <w:rtl/>
        </w:rPr>
        <w:t>سلسلے مي</w:t>
      </w:r>
      <w:r w:rsidR="007D6C9B">
        <w:rPr>
          <w:rtl/>
        </w:rPr>
        <w:t xml:space="preserve">ں </w:t>
      </w:r>
      <w:r>
        <w:rPr>
          <w:rtl/>
        </w:rPr>
        <w:t>صرف كرنا اور اس كى مقدار معين نہ كرجائے تو مال كا دسوا</w:t>
      </w:r>
      <w:r w:rsidR="007D6C9B">
        <w:rPr>
          <w:rtl/>
        </w:rPr>
        <w:t xml:space="preserve">ں </w:t>
      </w:r>
      <w:r>
        <w:rPr>
          <w:rtl/>
        </w:rPr>
        <w:t xml:space="preserve">حصہ دينا كافى ہے _ </w:t>
      </w:r>
    </w:p>
    <w:p w:rsidR="00DE2D7F" w:rsidRDefault="00DE2D7F" w:rsidP="00D07B54">
      <w:pPr>
        <w:pStyle w:val="libFootnote"/>
        <w:rPr>
          <w:rtl/>
        </w:rPr>
      </w:pPr>
      <w:r>
        <w:rPr>
          <w:rtl/>
        </w:rPr>
        <w:t>(</w:t>
      </w:r>
      <w:r w:rsidR="00E664BB">
        <w:rPr>
          <w:rtl/>
        </w:rPr>
        <w:t>2</w:t>
      </w:r>
      <w:r>
        <w:rPr>
          <w:rtl/>
        </w:rPr>
        <w:t xml:space="preserve">)سورہ صافات آيت </w:t>
      </w:r>
      <w:r w:rsidR="00E664BB">
        <w:rPr>
          <w:rtl/>
        </w:rPr>
        <w:t>100</w:t>
      </w:r>
      <w:r>
        <w:rPr>
          <w:rtl/>
        </w:rPr>
        <w:t xml:space="preserve"> </w:t>
      </w:r>
    </w:p>
    <w:p w:rsidR="004D371B" w:rsidRDefault="001648F9" w:rsidP="00D07B54">
      <w:pPr>
        <w:pStyle w:val="libNormal"/>
        <w:rPr>
          <w:rtl/>
        </w:rPr>
      </w:pPr>
      <w:r>
        <w:rPr>
          <w:rtl/>
        </w:rPr>
        <w:t xml:space="preserve"> </w:t>
      </w:r>
      <w:r>
        <w:rPr>
          <w:rtl/>
        </w:rPr>
        <w:br w:type="page"/>
      </w:r>
    </w:p>
    <w:p w:rsidR="004D371B" w:rsidRDefault="004D371B" w:rsidP="00D07B54">
      <w:pPr>
        <w:pStyle w:val="libNormal"/>
        <w:rPr>
          <w:rtl/>
        </w:rPr>
      </w:pPr>
    </w:p>
    <w:p w:rsidR="00DE2D7F" w:rsidRDefault="00DE2D7F" w:rsidP="00D07B54">
      <w:pPr>
        <w:pStyle w:val="libNormal"/>
        <w:rPr>
          <w:rtl/>
        </w:rPr>
      </w:pPr>
      <w:r>
        <w:rPr>
          <w:rtl/>
        </w:rPr>
        <w:t>آپ نے اپنى كنيزہاجرہ كو اپنى بيوى بناليا تھا _ اس سے انہي</w:t>
      </w:r>
      <w:r w:rsidR="007D6C9B">
        <w:rPr>
          <w:rtl/>
        </w:rPr>
        <w:t xml:space="preserve">ں </w:t>
      </w:r>
      <w:r>
        <w:rPr>
          <w:rtl/>
        </w:rPr>
        <w:t>اسماعيل جيسا بيٹا نصيب ہوا آپ كى پہلى بيوى سارہ نے ان سے حسد كيا يہى حسد سبب بنا كہ آپ ہاجرہ اور اپنے شيرخوار بچے كو حكم خدا سے فلسطين سے لے كر مكہ كى جلتى ہوئي سنگلاخ پہاڑو</w:t>
      </w:r>
      <w:r w:rsidR="007D6C9B">
        <w:rPr>
          <w:rtl/>
        </w:rPr>
        <w:t xml:space="preserve">ں </w:t>
      </w:r>
      <w:r>
        <w:rPr>
          <w:rtl/>
        </w:rPr>
        <w:t>كى سرزمين مي</w:t>
      </w:r>
      <w:r w:rsidR="007D6C9B">
        <w:rPr>
          <w:rtl/>
        </w:rPr>
        <w:t xml:space="preserve">ں </w:t>
      </w:r>
      <w:r>
        <w:rPr>
          <w:rtl/>
        </w:rPr>
        <w:t>لے گئے يہ وہ علاقہ تھا جہا</w:t>
      </w:r>
      <w:r w:rsidR="007D6C9B">
        <w:rPr>
          <w:rtl/>
        </w:rPr>
        <w:t xml:space="preserve">ں </w:t>
      </w:r>
      <w:r>
        <w:rPr>
          <w:rtl/>
        </w:rPr>
        <w:t>پانى كى ايك بوند بھى دستياب نہ تھى آپ(ع) حكم خدا سے ايك عظيم امتحان سے گزرتے ہوئے انہي</w:t>
      </w:r>
      <w:r w:rsidR="007D6C9B">
        <w:rPr>
          <w:rtl/>
        </w:rPr>
        <w:t xml:space="preserve">ں </w:t>
      </w:r>
      <w:r>
        <w:rPr>
          <w:rtl/>
        </w:rPr>
        <w:t>وہا</w:t>
      </w:r>
      <w:r w:rsidR="007D6C9B">
        <w:rPr>
          <w:rtl/>
        </w:rPr>
        <w:t xml:space="preserve">ں </w:t>
      </w:r>
      <w:r>
        <w:rPr>
          <w:rtl/>
        </w:rPr>
        <w:t xml:space="preserve">چھوڑ كر واپس فلسطين آگئے _ </w:t>
      </w:r>
    </w:p>
    <w:p w:rsidR="00DE2D7F" w:rsidRDefault="00DE2D7F" w:rsidP="00D07B54">
      <w:pPr>
        <w:pStyle w:val="libNormal"/>
        <w:rPr>
          <w:rtl/>
        </w:rPr>
      </w:pPr>
      <w:r>
        <w:rPr>
          <w:rtl/>
        </w:rPr>
        <w:t>وہا</w:t>
      </w:r>
      <w:r w:rsidR="007D6C9B">
        <w:rPr>
          <w:rtl/>
        </w:rPr>
        <w:t xml:space="preserve">ں </w:t>
      </w:r>
      <w:r>
        <w:rPr>
          <w:rtl/>
        </w:rPr>
        <w:t>چشمہ زمزم پيدا ہوا اس اثنا مي</w:t>
      </w:r>
      <w:r w:rsidR="007D6C9B">
        <w:rPr>
          <w:rtl/>
        </w:rPr>
        <w:t xml:space="preserve">ں </w:t>
      </w:r>
      <w:r>
        <w:rPr>
          <w:rtl/>
        </w:rPr>
        <w:t>جرہم قبيلہ ادھر سے گزرا اس نے جناب ہاجرہ سے وہا</w:t>
      </w:r>
      <w:r w:rsidR="007D6C9B">
        <w:rPr>
          <w:rtl/>
        </w:rPr>
        <w:t xml:space="preserve">ں </w:t>
      </w:r>
      <w:r>
        <w:rPr>
          <w:rtl/>
        </w:rPr>
        <w:t xml:space="preserve">قيام كى اجازت چاہى __گويا واقعات كا ايك طولانى سلسلہ ہے كہ جو اس علاقے كى آبادى كا باعث بنا_ </w:t>
      </w:r>
    </w:p>
    <w:p w:rsidR="00DE2D7F" w:rsidRDefault="00DE2D7F" w:rsidP="00D07B54">
      <w:pPr>
        <w:pStyle w:val="libNormal"/>
        <w:rPr>
          <w:rtl/>
        </w:rPr>
      </w:pPr>
      <w:r>
        <w:rPr>
          <w:rtl/>
        </w:rPr>
        <w:t>حضرت ابراہيم (ع) نے خدا سے دعا كى تھى كہ اس جگہ كو آباد اور پر بركت شہر بنادے اور لوگو</w:t>
      </w:r>
      <w:r w:rsidR="007D6C9B">
        <w:rPr>
          <w:rtl/>
        </w:rPr>
        <w:t xml:space="preserve">ں </w:t>
      </w:r>
      <w:r>
        <w:rPr>
          <w:rtl/>
        </w:rPr>
        <w:t>كے دل ميرى اولاد كى طرف مائل كردے ان كى اولاد وہا</w:t>
      </w:r>
      <w:r w:rsidR="007D6C9B">
        <w:rPr>
          <w:rtl/>
        </w:rPr>
        <w:t xml:space="preserve">ں </w:t>
      </w:r>
      <w:r>
        <w:rPr>
          <w:rtl/>
        </w:rPr>
        <w:t>پھلنے پھولنے لگى تھى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بات جاذب نظر ہے كہ بعض مو رخين نے نقل كيا ہے كہ جب حضرت ابراہيم ہاجرہ اور شير خوار اسماعيل كو مكہ مي</w:t>
      </w:r>
      <w:r w:rsidR="007D6C9B">
        <w:rPr>
          <w:rtl/>
        </w:rPr>
        <w:t xml:space="preserve">ں </w:t>
      </w:r>
      <w:r>
        <w:rPr>
          <w:rtl/>
        </w:rPr>
        <w:t>چھوڑ كر واپس جانا چاہتے تھے تو جناب ہاجرہ نے فرياد كي: اے ابراہيم(ع) آپ كو كس نے حكم ديا ہے كہ ہمي</w:t>
      </w:r>
      <w:r w:rsidR="007D6C9B">
        <w:rPr>
          <w:rtl/>
        </w:rPr>
        <w:t xml:space="preserve">ں </w:t>
      </w:r>
      <w:r>
        <w:rPr>
          <w:rtl/>
        </w:rPr>
        <w:t>ايسى جگہ پر چھوڑ جائي</w:t>
      </w:r>
      <w:r w:rsidR="007D6C9B">
        <w:rPr>
          <w:rtl/>
        </w:rPr>
        <w:t xml:space="preserve">ں </w:t>
      </w:r>
      <w:r>
        <w:rPr>
          <w:rtl/>
        </w:rPr>
        <w:t>كہ جہا</w:t>
      </w:r>
      <w:r w:rsidR="007D6C9B">
        <w:rPr>
          <w:rtl/>
        </w:rPr>
        <w:t xml:space="preserve">ں </w:t>
      </w:r>
      <w:r>
        <w:rPr>
          <w:rtl/>
        </w:rPr>
        <w:t>نہ كوئي سبزہ ہے ، نہ دودھ دينے والا كوئي جانور،يہا</w:t>
      </w:r>
      <w:r w:rsidR="007D6C9B">
        <w:rPr>
          <w:rtl/>
        </w:rPr>
        <w:t xml:space="preserve">ں </w:t>
      </w:r>
      <w:r>
        <w:rPr>
          <w:rtl/>
        </w:rPr>
        <w:t>تك كہ يہا</w:t>
      </w:r>
      <w:r w:rsidR="007D6C9B">
        <w:rPr>
          <w:rtl/>
        </w:rPr>
        <w:t xml:space="preserve">ں </w:t>
      </w:r>
      <w:r>
        <w:rPr>
          <w:rtl/>
        </w:rPr>
        <w:t>پانى كا ايك گھونٹ بھى نہي</w:t>
      </w:r>
      <w:r w:rsidR="007D6C9B">
        <w:rPr>
          <w:rtl/>
        </w:rPr>
        <w:t xml:space="preserve">ں </w:t>
      </w:r>
      <w:r>
        <w:rPr>
          <w:rtl/>
        </w:rPr>
        <w:t>ہے آپ پھر بھى ہمي</w:t>
      </w:r>
      <w:r w:rsidR="007D6C9B">
        <w:rPr>
          <w:rtl/>
        </w:rPr>
        <w:t xml:space="preserve">ں </w:t>
      </w:r>
      <w:r>
        <w:rPr>
          <w:rtl/>
        </w:rPr>
        <w:t>بغير زادو توشہ اور مونس ومدد گار كے چھوڑے جارہے ہي</w:t>
      </w:r>
      <w:r w:rsidR="007D6C9B">
        <w:rPr>
          <w:rtl/>
        </w:rPr>
        <w:t xml:space="preserve">ں </w:t>
      </w:r>
      <w:r>
        <w:rPr>
          <w:rtl/>
        </w:rPr>
        <w:t xml:space="preserve">_ </w:t>
      </w:r>
    </w:p>
    <w:p w:rsidR="00DE2D7F" w:rsidRDefault="00DE2D7F" w:rsidP="00D07B54">
      <w:pPr>
        <w:pStyle w:val="libNormal"/>
        <w:rPr>
          <w:rtl/>
        </w:rPr>
      </w:pPr>
      <w:r>
        <w:rPr>
          <w:rtl/>
        </w:rPr>
        <w:t xml:space="preserve">حضرت ابراہيم(ع) نے مختصر سا جواب ديا : ميرے پروردگار نے مجھے يہى حكم ديا ہے _ </w:t>
      </w:r>
    </w:p>
    <w:p w:rsidR="00DE2D7F" w:rsidRDefault="00DE2D7F" w:rsidP="00D07B54">
      <w:pPr>
        <w:pStyle w:val="libNormal"/>
        <w:rPr>
          <w:rtl/>
        </w:rPr>
      </w:pPr>
      <w:r>
        <w:rPr>
          <w:rtl/>
        </w:rPr>
        <w:t>ہاجرہ نے يہ سنا تو كہنے لگي</w:t>
      </w:r>
      <w:r w:rsidR="007D6C9B">
        <w:rPr>
          <w:rtl/>
        </w:rPr>
        <w:t xml:space="preserve">ں </w:t>
      </w:r>
      <w:r>
        <w:rPr>
          <w:rtl/>
        </w:rPr>
        <w:t>: اگر ايسا ہے تو پھر خدا ہرگز ہمي</w:t>
      </w:r>
      <w:r w:rsidR="007D6C9B">
        <w:rPr>
          <w:rtl/>
        </w:rPr>
        <w:t xml:space="preserve">ں </w:t>
      </w:r>
      <w:r>
        <w:rPr>
          <w:rtl/>
        </w:rPr>
        <w:t>يونہى نہي</w:t>
      </w:r>
      <w:r w:rsidR="007D6C9B">
        <w:rPr>
          <w:rtl/>
        </w:rPr>
        <w:t xml:space="preserve">ں </w:t>
      </w:r>
      <w:r>
        <w:rPr>
          <w:rtl/>
        </w:rPr>
        <w:t xml:space="preserve">چھوڑے گا _ </w:t>
      </w:r>
    </w:p>
    <w:p w:rsidR="00DE2D7F" w:rsidRDefault="00DE2D7F" w:rsidP="00D07B54">
      <w:pPr>
        <w:pStyle w:val="libNormal"/>
        <w:rPr>
          <w:rtl/>
        </w:rPr>
      </w:pPr>
      <w:r>
        <w:rPr>
          <w:rtl/>
        </w:rPr>
        <w:t>ابراہيم(ع) نے حكم خدا كى اطاعت كى اور انہي</w:t>
      </w:r>
      <w:r w:rsidR="007D6C9B">
        <w:rPr>
          <w:rtl/>
        </w:rPr>
        <w:t xml:space="preserve">ں </w:t>
      </w:r>
      <w:r>
        <w:rPr>
          <w:rtl/>
        </w:rPr>
        <w:t>سرزمين مكہ مي</w:t>
      </w:r>
      <w:r w:rsidR="007D6C9B">
        <w:rPr>
          <w:rtl/>
        </w:rPr>
        <w:t xml:space="preserve">ں </w:t>
      </w:r>
      <w:r>
        <w:rPr>
          <w:rtl/>
        </w:rPr>
        <w:t>لے گئے جو ايسى خشك اور بے آب وگياہ تھى كہ وہا</w:t>
      </w:r>
      <w:r w:rsidR="007D6C9B">
        <w:rPr>
          <w:rtl/>
        </w:rPr>
        <w:t xml:space="preserve">ں </w:t>
      </w:r>
      <w:r>
        <w:rPr>
          <w:rtl/>
        </w:rPr>
        <w:t>كسى پرندے كا بھى نام ونشان نہ تھا جب ابراہيم انہي</w:t>
      </w:r>
      <w:r w:rsidR="007D6C9B">
        <w:rPr>
          <w:rtl/>
        </w:rPr>
        <w:t xml:space="preserve">ں </w:t>
      </w:r>
      <w:r>
        <w:rPr>
          <w:rtl/>
        </w:rPr>
        <w:t>چھوڑ كر تنہا واپس ہولئے تو ان كى اہليہ رونے لگي</w:t>
      </w:r>
      <w:r w:rsidR="007D6C9B">
        <w:rPr>
          <w:rtl/>
        </w:rPr>
        <w:t xml:space="preserve">ں </w:t>
      </w:r>
      <w:r>
        <w:rPr>
          <w:rtl/>
        </w:rPr>
        <w:t>كہ ايك عورت اور ايك شيرخوار بچہ اس بے آب وگياہ بيابان مي</w:t>
      </w:r>
      <w:r w:rsidR="007D6C9B">
        <w:rPr>
          <w:rtl/>
        </w:rPr>
        <w:t xml:space="preserve">ں </w:t>
      </w:r>
      <w:r>
        <w:rPr>
          <w:rtl/>
        </w:rPr>
        <w:t>كيا كري</w:t>
      </w:r>
      <w:r w:rsidR="007D6C9B">
        <w:rPr>
          <w:rtl/>
        </w:rPr>
        <w:t xml:space="preserve">ں </w:t>
      </w:r>
      <w:r>
        <w:rPr>
          <w:rtl/>
        </w:rPr>
        <w:t xml:space="preserve">گے_ </w:t>
      </w:r>
    </w:p>
    <w:p w:rsidR="00DE2D7F" w:rsidRDefault="00DE2D7F" w:rsidP="00D07B54">
      <w:pPr>
        <w:pStyle w:val="libNormal"/>
        <w:rPr>
          <w:rtl/>
        </w:rPr>
      </w:pPr>
      <w:r>
        <w:rPr>
          <w:rtl/>
        </w:rPr>
        <w:t xml:space="preserve">اس خاتون كے گرم آنسو اور ادھر بچے كا نالہ ودزارى اس منظرنے ابراہيم(ع) كا دل ہلاكے ركھ ديا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ابراہيم ايت </w:t>
      </w:r>
      <w:r w:rsidR="00E664BB">
        <w:rPr>
          <w:rtl/>
        </w:rPr>
        <w:t>37</w:t>
      </w:r>
      <w:r>
        <w:rPr>
          <w:rtl/>
        </w:rPr>
        <w:t xml:space="preserve"> تا </w:t>
      </w:r>
      <w:r w:rsidR="00E664BB">
        <w:rPr>
          <w:rtl/>
        </w:rPr>
        <w:t>41</w:t>
      </w:r>
      <w:r>
        <w:rPr>
          <w:rtl/>
        </w:rPr>
        <w:t xml:space="preserve"> </w:t>
      </w:r>
    </w:p>
    <w:p w:rsidR="004D371B" w:rsidRDefault="001648F9" w:rsidP="00D07B54">
      <w:pPr>
        <w:pStyle w:val="libNormal"/>
        <w:rPr>
          <w:rtl/>
        </w:rPr>
      </w:pPr>
      <w:r>
        <w:rPr>
          <w:rtl/>
        </w:rPr>
        <w:t xml:space="preserve"> </w:t>
      </w:r>
      <w:r>
        <w:rPr>
          <w:rtl/>
        </w:rPr>
        <w:br w:type="page"/>
      </w:r>
    </w:p>
    <w:p w:rsidR="004D371B" w:rsidRDefault="004D371B" w:rsidP="00D07B54">
      <w:pPr>
        <w:pStyle w:val="libNormal"/>
        <w:rPr>
          <w:rtl/>
        </w:rPr>
      </w:pPr>
    </w:p>
    <w:p w:rsidR="00DE2D7F" w:rsidRDefault="00DE2D7F" w:rsidP="00D07B54">
      <w:pPr>
        <w:pStyle w:val="libNormal"/>
        <w:rPr>
          <w:rtl/>
        </w:rPr>
      </w:pPr>
      <w:r>
        <w:rPr>
          <w:rtl/>
        </w:rPr>
        <w:t>انہو</w:t>
      </w:r>
      <w:r w:rsidR="007D6C9B">
        <w:rPr>
          <w:rtl/>
        </w:rPr>
        <w:t xml:space="preserve">ں </w:t>
      </w:r>
      <w:r>
        <w:rPr>
          <w:rtl/>
        </w:rPr>
        <w:t>نے بارگاہ الہى مي</w:t>
      </w:r>
      <w:r w:rsidR="007D6C9B">
        <w:rPr>
          <w:rtl/>
        </w:rPr>
        <w:t xml:space="preserve">ں </w:t>
      </w:r>
      <w:r>
        <w:rPr>
          <w:rtl/>
        </w:rPr>
        <w:t xml:space="preserve">ہاتھ اٹھائے اور عرض كيا: </w:t>
      </w:r>
    </w:p>
    <w:p w:rsidR="00DE2D7F" w:rsidRDefault="00DE2D7F" w:rsidP="00D07B54">
      <w:pPr>
        <w:pStyle w:val="libNormal"/>
        <w:rPr>
          <w:rtl/>
        </w:rPr>
      </w:pPr>
      <w:r>
        <w:rPr>
          <w:rtl/>
        </w:rPr>
        <w:t>خدا وندا: مي</w:t>
      </w:r>
      <w:r w:rsidR="007D6C9B">
        <w:rPr>
          <w:rtl/>
        </w:rPr>
        <w:t xml:space="preserve">ں </w:t>
      </w:r>
      <w:r>
        <w:rPr>
          <w:rtl/>
        </w:rPr>
        <w:t>تيرے حكم پر اپنى بيوى اور بچے كو اس جلادينے والے بے آب وگياہ بيابان مي</w:t>
      </w:r>
      <w:r w:rsidR="007D6C9B">
        <w:rPr>
          <w:rtl/>
        </w:rPr>
        <w:t xml:space="preserve">ں </w:t>
      </w:r>
      <w:r>
        <w:rPr>
          <w:rtl/>
        </w:rPr>
        <w:t>تنہا چھوڑ رہا ہو</w:t>
      </w:r>
      <w:r w:rsidR="007D6C9B">
        <w:rPr>
          <w:rtl/>
        </w:rPr>
        <w:t xml:space="preserve">ں </w:t>
      </w:r>
      <w:r>
        <w:rPr>
          <w:rtl/>
        </w:rPr>
        <w:t xml:space="preserve">، تاكہ تيرا نام بلند اور تيرا گھر آباد ہو_ </w:t>
      </w:r>
    </w:p>
    <w:p w:rsidR="00DE2D7F" w:rsidRDefault="00DE2D7F" w:rsidP="00D07B54">
      <w:pPr>
        <w:pStyle w:val="libNormal"/>
        <w:rPr>
          <w:rtl/>
        </w:rPr>
      </w:pPr>
      <w:r>
        <w:rPr>
          <w:rtl/>
        </w:rPr>
        <w:t>يہ كہہ كر غم واندوہ اور شديد محبت كے عالم مي</w:t>
      </w:r>
      <w:r w:rsidR="007D6C9B">
        <w:rPr>
          <w:rtl/>
        </w:rPr>
        <w:t xml:space="preserve">ں </w:t>
      </w:r>
      <w:r>
        <w:rPr>
          <w:rtl/>
        </w:rPr>
        <w:t xml:space="preserve">الوداع ہوئے _ </w:t>
      </w:r>
    </w:p>
    <w:p w:rsidR="00DE2D7F" w:rsidRDefault="00DE2D7F" w:rsidP="00D07B54">
      <w:pPr>
        <w:pStyle w:val="libNormal"/>
        <w:rPr>
          <w:rtl/>
        </w:rPr>
      </w:pPr>
      <w:r>
        <w:rPr>
          <w:rtl/>
        </w:rPr>
        <w:t>زيادہ وقت نہي</w:t>
      </w:r>
      <w:r w:rsidR="007D6C9B">
        <w:rPr>
          <w:rtl/>
        </w:rPr>
        <w:t xml:space="preserve">ں </w:t>
      </w:r>
      <w:r>
        <w:rPr>
          <w:rtl/>
        </w:rPr>
        <w:t>گزرا تھا كہ ما</w:t>
      </w:r>
      <w:r w:rsidR="007D6C9B">
        <w:rPr>
          <w:rtl/>
        </w:rPr>
        <w:t xml:space="preserve">ں </w:t>
      </w:r>
      <w:r>
        <w:rPr>
          <w:rtl/>
        </w:rPr>
        <w:t>كے پاس آب وغذا كا جو توشہ تھا ختم ہوگيا اور اس كى چھاتى كا دودھ بھى خشك ہوگيا شير خوار بچے كى بے تابى اور تضرع وزارى نے ما</w:t>
      </w:r>
      <w:r w:rsidR="007D6C9B">
        <w:rPr>
          <w:rtl/>
        </w:rPr>
        <w:t xml:space="preserve">ں </w:t>
      </w:r>
      <w:r>
        <w:rPr>
          <w:rtl/>
        </w:rPr>
        <w:t>كو ايسا مضطرب كرديا كہ وہ اپنى پياس بھول گئي وہ پانى كى تلاش مي</w:t>
      </w:r>
      <w:r w:rsidR="007D6C9B">
        <w:rPr>
          <w:rtl/>
        </w:rPr>
        <w:t xml:space="preserve">ں </w:t>
      </w:r>
      <w:r>
        <w:rPr>
          <w:rtl/>
        </w:rPr>
        <w:t>اٹھ كھڑى ہوئي، پہلے كوہ صفا كے قريب گئي تو پانى كا كوئي نام ونشان نظر نہ آيا، سراب كى چمك نے اسے كوہ مروہ كى طرف كھينچا تو وہ اس كى طرف دوڑى ليكن وہا</w:t>
      </w:r>
      <w:r w:rsidR="007D6C9B">
        <w:rPr>
          <w:rtl/>
        </w:rPr>
        <w:t xml:space="preserve">ں </w:t>
      </w:r>
      <w:r>
        <w:rPr>
          <w:rtl/>
        </w:rPr>
        <w:t>بھى پانى نہ ملا، وہا</w:t>
      </w:r>
      <w:r w:rsidR="007D6C9B">
        <w:rPr>
          <w:rtl/>
        </w:rPr>
        <w:t xml:space="preserve">ں </w:t>
      </w:r>
      <w:r>
        <w:rPr>
          <w:rtl/>
        </w:rPr>
        <w:t>ويسى چمك صفاپر دكھائي دى تو پلٹ كر آئي، زندگى كى بقاء اور موت سے مقابلہ كے لئے اس نے سات چكر لگائے، آخر شيرخوار بچہ زندگى كى آخرى سانسي</w:t>
      </w:r>
      <w:r w:rsidR="007D6C9B">
        <w:rPr>
          <w:rtl/>
        </w:rPr>
        <w:t xml:space="preserve">ں </w:t>
      </w:r>
      <w:r>
        <w:rPr>
          <w:rtl/>
        </w:rPr>
        <w:t>لينے لگا كہ اچانك اس كے پائو</w:t>
      </w:r>
      <w:r w:rsidR="007D6C9B">
        <w:rPr>
          <w:rtl/>
        </w:rPr>
        <w:t xml:space="preserve">ں </w:t>
      </w:r>
      <w:r>
        <w:rPr>
          <w:rtl/>
        </w:rPr>
        <w:t>كے پاس انتہائي تعجب خيز طريقہ سے زمزم كا چشمہ ابلنے لگا، ما</w:t>
      </w:r>
      <w:r w:rsidR="007D6C9B">
        <w:rPr>
          <w:rtl/>
        </w:rPr>
        <w:t xml:space="preserve">ں </w:t>
      </w:r>
      <w:r>
        <w:rPr>
          <w:rtl/>
        </w:rPr>
        <w:t xml:space="preserve">اور بچے نے پانى پيا اور موت جو يقينى ہوگئي تھى اس سے بچ نكلے_ </w:t>
      </w:r>
    </w:p>
    <w:p w:rsidR="00DE2D7F" w:rsidRDefault="00DE2D7F" w:rsidP="00D07B54">
      <w:pPr>
        <w:pStyle w:val="libNormal"/>
        <w:rPr>
          <w:rtl/>
        </w:rPr>
      </w:pPr>
      <w:r>
        <w:rPr>
          <w:rtl/>
        </w:rPr>
        <w:t>زمزم كا پانى گويا آب حيات تھا، ہر طرف سے پرندے اس چشمہ كى طرف آنے لگے، قافلو</w:t>
      </w:r>
      <w:r w:rsidR="007D6C9B">
        <w:rPr>
          <w:rtl/>
        </w:rPr>
        <w:t xml:space="preserve">ں </w:t>
      </w:r>
      <w:r>
        <w:rPr>
          <w:rtl/>
        </w:rPr>
        <w:t>نے پرندو</w:t>
      </w:r>
      <w:r w:rsidR="007D6C9B">
        <w:rPr>
          <w:rtl/>
        </w:rPr>
        <w:t xml:space="preserve">ں </w:t>
      </w:r>
      <w:r>
        <w:rPr>
          <w:rtl/>
        </w:rPr>
        <w:t>كى پروازديكھى تو اپنے رُخ كو اس طرف موڑديا اور ظاہراً ايك چھوٹے سے خاندان كى فداكارى كے صلے مي</w:t>
      </w:r>
      <w:r w:rsidR="007D6C9B">
        <w:rPr>
          <w:rtl/>
        </w:rPr>
        <w:t xml:space="preserve">ں </w:t>
      </w:r>
      <w:r>
        <w:rPr>
          <w:rtl/>
        </w:rPr>
        <w:t>ايك عظيم مركز وجود مي</w:t>
      </w:r>
      <w:r w:rsidR="007D6C9B">
        <w:rPr>
          <w:rtl/>
        </w:rPr>
        <w:t xml:space="preserve">ں </w:t>
      </w:r>
      <w:r>
        <w:rPr>
          <w:rtl/>
        </w:rPr>
        <w:t xml:space="preserve">آگيا_ </w:t>
      </w:r>
    </w:p>
    <w:p w:rsidR="00DE2D7F" w:rsidRDefault="00DE2D7F" w:rsidP="00D07B54">
      <w:pPr>
        <w:pStyle w:val="libNormal"/>
        <w:rPr>
          <w:rtl/>
        </w:rPr>
      </w:pPr>
      <w:r>
        <w:rPr>
          <w:rtl/>
        </w:rPr>
        <w:t xml:space="preserve">آج خانہ خدا كے پاس اس خاتون اور اس كے فرزند اسماعيل (ع) كا مسكن ہے، ہر سال تقريباً </w:t>
      </w:r>
      <w:r w:rsidR="00E664BB">
        <w:rPr>
          <w:rtl/>
        </w:rPr>
        <w:t>20</w:t>
      </w:r>
      <w:r>
        <w:rPr>
          <w:rtl/>
        </w:rPr>
        <w:t xml:space="preserve"> / لاكھ افراد اطراف عالم سے آتے ہي</w:t>
      </w:r>
      <w:r w:rsidR="007D6C9B">
        <w:rPr>
          <w:rtl/>
        </w:rPr>
        <w:t xml:space="preserve">ں </w:t>
      </w:r>
      <w:r>
        <w:rPr>
          <w:rtl/>
        </w:rPr>
        <w:t>ان كى ذمہ دارى ہے كہ اس مسكن كو جسے مقام اسماعيل كہتے ہي</w:t>
      </w:r>
      <w:r w:rsidR="007D6C9B">
        <w:rPr>
          <w:rtl/>
        </w:rPr>
        <w:t xml:space="preserve">ں </w:t>
      </w:r>
      <w:r>
        <w:rPr>
          <w:rtl/>
        </w:rPr>
        <w:t>اپنے طواف مي</w:t>
      </w:r>
      <w:r w:rsidR="007D6C9B">
        <w:rPr>
          <w:rtl/>
        </w:rPr>
        <w:t xml:space="preserve">ں </w:t>
      </w:r>
      <w:r>
        <w:rPr>
          <w:rtl/>
        </w:rPr>
        <w:t>شامل كري</w:t>
      </w:r>
      <w:r w:rsidR="007D6C9B">
        <w:rPr>
          <w:rtl/>
        </w:rPr>
        <w:t xml:space="preserve">ں </w:t>
      </w:r>
      <w:r>
        <w:rPr>
          <w:rtl/>
        </w:rPr>
        <w:t>گويا اس خاتون اور اس كے بيٹے كے مدفن كو كعبہ كا جز ء سمجھي</w:t>
      </w:r>
      <w:r w:rsidR="007D6C9B">
        <w:rPr>
          <w:rtl/>
        </w:rPr>
        <w:t xml:space="preserve">ں </w:t>
      </w:r>
      <w:r>
        <w:rPr>
          <w:rtl/>
        </w:rPr>
        <w:t xml:space="preserve">_ </w:t>
      </w:r>
    </w:p>
    <w:p w:rsidR="00DE2D7F" w:rsidRDefault="00DE2D7F" w:rsidP="00D07B54">
      <w:pPr>
        <w:pStyle w:val="libNormal"/>
        <w:rPr>
          <w:rtl/>
        </w:rPr>
      </w:pPr>
    </w:p>
    <w:p w:rsidR="004D371B" w:rsidRDefault="00DE2D7F" w:rsidP="00D07B54">
      <w:pPr>
        <w:pStyle w:val="Heading2Center"/>
        <w:rPr>
          <w:rtl/>
        </w:rPr>
      </w:pPr>
      <w:bookmarkStart w:id="98" w:name="_Toc7268495"/>
      <w:r>
        <w:rPr>
          <w:rtl/>
        </w:rPr>
        <w:t>اسماعيل (ع) قربان گاہ مي</w:t>
      </w:r>
      <w:r w:rsidR="007D6C9B">
        <w:rPr>
          <w:rtl/>
        </w:rPr>
        <w:t>ں</w:t>
      </w:r>
      <w:bookmarkEnd w:id="98"/>
      <w:r w:rsidR="007D6C9B">
        <w:rPr>
          <w:rtl/>
        </w:rPr>
        <w:t xml:space="preserve"> </w:t>
      </w:r>
    </w:p>
    <w:p w:rsidR="00DE2D7F" w:rsidRDefault="00DE2D7F" w:rsidP="00D07B54">
      <w:pPr>
        <w:pStyle w:val="libNormal"/>
        <w:rPr>
          <w:rtl/>
        </w:rPr>
      </w:pPr>
      <w:r>
        <w:rPr>
          <w:rtl/>
        </w:rPr>
        <w:t xml:space="preserve">اسماعيل كا سن </w:t>
      </w:r>
      <w:r w:rsidR="00E664BB">
        <w:rPr>
          <w:rtl/>
        </w:rPr>
        <w:t>13</w:t>
      </w:r>
      <w:r>
        <w:rPr>
          <w:rtl/>
        </w:rPr>
        <w:t xml:space="preserve"> /سال كا تھا كہ حضرت ابراہيم نے ايك عجيب اور حيرت انگيز خواب ديكھا ،يہ خواب اس عظيم الشان پيغمبر كے لئے ايك اور آزما</w:t>
      </w:r>
      <w:r w:rsidR="00091C36">
        <w:rPr>
          <w:rtl/>
        </w:rPr>
        <w:t xml:space="preserve">ئش </w:t>
      </w:r>
      <w:r>
        <w:rPr>
          <w:rtl/>
        </w:rPr>
        <w:t xml:space="preserve"> كو بيان كرتا تھا _ انھو</w:t>
      </w:r>
      <w:r w:rsidR="007D6C9B">
        <w:rPr>
          <w:rtl/>
        </w:rPr>
        <w:t xml:space="preserve">ں </w:t>
      </w:r>
      <w:r>
        <w:rPr>
          <w:rtl/>
        </w:rPr>
        <w:t>نے خواب ديكھا كہ انھي</w:t>
      </w:r>
      <w:r w:rsidR="007D6C9B">
        <w:rPr>
          <w:rtl/>
        </w:rPr>
        <w:t xml:space="preserve">ں </w:t>
      </w:r>
      <w:r>
        <w:rPr>
          <w:rtl/>
        </w:rPr>
        <w:t xml:space="preserve">خدا كى طرف </w:t>
      </w:r>
    </w:p>
    <w:p w:rsidR="004D371B" w:rsidRDefault="001648F9" w:rsidP="00D07B54">
      <w:pPr>
        <w:pStyle w:val="libNormal"/>
        <w:rPr>
          <w:rtl/>
        </w:rPr>
      </w:pPr>
      <w:r>
        <w:rPr>
          <w:rtl/>
        </w:rPr>
        <w:t xml:space="preserve"> </w:t>
      </w:r>
      <w:r>
        <w:rPr>
          <w:rtl/>
        </w:rPr>
        <w:br w:type="page"/>
      </w:r>
    </w:p>
    <w:p w:rsidR="004D371B" w:rsidRDefault="004D371B" w:rsidP="00D07B54">
      <w:pPr>
        <w:pStyle w:val="libNormal"/>
        <w:rPr>
          <w:rtl/>
        </w:rPr>
      </w:pPr>
    </w:p>
    <w:p w:rsidR="00DE2D7F" w:rsidRDefault="00DE2D7F" w:rsidP="00D07B54">
      <w:pPr>
        <w:pStyle w:val="libNormal"/>
        <w:rPr>
          <w:rtl/>
        </w:rPr>
      </w:pPr>
      <w:r>
        <w:rPr>
          <w:rtl/>
        </w:rPr>
        <w:t>سے يہ حكم ديا گيا ہے كہ وہ اپنے اكلوتے بيٹے كو اپنے ہاتھ سے قربانى كري</w:t>
      </w:r>
      <w:r w:rsidR="007D6C9B">
        <w:rPr>
          <w:rtl/>
        </w:rPr>
        <w:t xml:space="preserve">ں </w:t>
      </w:r>
      <w:r>
        <w:rPr>
          <w:rtl/>
        </w:rPr>
        <w:t>اور اسے ذبح كردي</w:t>
      </w:r>
      <w:r w:rsidR="007D6C9B">
        <w:rPr>
          <w:rtl/>
        </w:rPr>
        <w:t xml:space="preserve">ں </w:t>
      </w:r>
      <w:r>
        <w:rPr>
          <w:rtl/>
        </w:rPr>
        <w:t xml:space="preserve">_ </w:t>
      </w:r>
    </w:p>
    <w:p w:rsidR="00DE2D7F" w:rsidRDefault="00DE2D7F" w:rsidP="00D07B54">
      <w:pPr>
        <w:pStyle w:val="libNormal"/>
        <w:rPr>
          <w:rtl/>
        </w:rPr>
      </w:pPr>
      <w:r>
        <w:rPr>
          <w:rtl/>
        </w:rPr>
        <w:t>ابراہيم(ع) وحشت زدہ خواب سے بيدار ہوئے ،وہ جانتے تھے كہ پيغمبرو</w:t>
      </w:r>
      <w:r w:rsidR="007D6C9B">
        <w:rPr>
          <w:rtl/>
        </w:rPr>
        <w:t xml:space="preserve">ں </w:t>
      </w:r>
      <w:r>
        <w:rPr>
          <w:rtl/>
        </w:rPr>
        <w:t>كے خواب حقيقت اور شيطانى وسو سو</w:t>
      </w:r>
      <w:r w:rsidR="007D6C9B">
        <w:rPr>
          <w:rtl/>
        </w:rPr>
        <w:t xml:space="preserve">ں </w:t>
      </w:r>
      <w:r>
        <w:rPr>
          <w:rtl/>
        </w:rPr>
        <w:t>سے دور ہوتے ہي</w:t>
      </w:r>
      <w:r w:rsidR="007D6C9B">
        <w:rPr>
          <w:rtl/>
        </w:rPr>
        <w:t xml:space="preserve">ں </w:t>
      </w:r>
      <w:r>
        <w:rPr>
          <w:rtl/>
        </w:rPr>
        <w:t>ليكن اس كے باوجود دو راتو</w:t>
      </w:r>
      <w:r w:rsidR="007D6C9B">
        <w:rPr>
          <w:rtl/>
        </w:rPr>
        <w:t xml:space="preserve">ں </w:t>
      </w:r>
      <w:r>
        <w:rPr>
          <w:rtl/>
        </w:rPr>
        <w:t>مي</w:t>
      </w:r>
      <w:r w:rsidR="007D6C9B">
        <w:rPr>
          <w:rtl/>
        </w:rPr>
        <w:t xml:space="preserve">ں </w:t>
      </w:r>
      <w:r>
        <w:rPr>
          <w:rtl/>
        </w:rPr>
        <w:t xml:space="preserve">بھى يہى خواب ديكھا جو اس امر كے لازم ہونے اور اسے جلد انجام دينے كے لئے تاكيد تھى _ </w:t>
      </w:r>
    </w:p>
    <w:p w:rsidR="00DE2D7F" w:rsidRDefault="00DE2D7F" w:rsidP="00D07B54">
      <w:pPr>
        <w:pStyle w:val="libNormal"/>
        <w:rPr>
          <w:rtl/>
        </w:rPr>
      </w:pPr>
      <w:r>
        <w:rPr>
          <w:rtl/>
        </w:rPr>
        <w:t>كہتے ہي</w:t>
      </w:r>
      <w:r w:rsidR="007D6C9B">
        <w:rPr>
          <w:rtl/>
        </w:rPr>
        <w:t xml:space="preserve">ں </w:t>
      </w:r>
      <w:r>
        <w:rPr>
          <w:rtl/>
        </w:rPr>
        <w:t>كہ پہلى مرتبہ '' شب ترويہ'' (آٹھ ذى الحجہ كى رات ) يہ خواب ديكھا اور '' عرفہ '' اور '' عيد قربان '' (نوي</w:t>
      </w:r>
      <w:r w:rsidR="007D6C9B">
        <w:rPr>
          <w:rtl/>
        </w:rPr>
        <w:t xml:space="preserve">ں </w:t>
      </w:r>
      <w:r>
        <w:rPr>
          <w:rtl/>
        </w:rPr>
        <w:t>اور دسوي</w:t>
      </w:r>
      <w:r w:rsidR="007D6C9B">
        <w:rPr>
          <w:rtl/>
        </w:rPr>
        <w:t xml:space="preserve">ں </w:t>
      </w:r>
      <w:r>
        <w:rPr>
          <w:rtl/>
        </w:rPr>
        <w:t>ذى الحجہ ) كى راتو</w:t>
      </w:r>
      <w:r w:rsidR="007D6C9B">
        <w:rPr>
          <w:rtl/>
        </w:rPr>
        <w:t xml:space="preserve">ں </w:t>
      </w:r>
      <w:r>
        <w:rPr>
          <w:rtl/>
        </w:rPr>
        <w:t>مي</w:t>
      </w:r>
      <w:r w:rsidR="007D6C9B">
        <w:rPr>
          <w:rtl/>
        </w:rPr>
        <w:t xml:space="preserve">ں </w:t>
      </w:r>
      <w:r>
        <w:rPr>
          <w:rtl/>
        </w:rPr>
        <w:t xml:space="preserve">خواب كا تكرار ہوا _ لہذا اب ان كے لئے ذراسا بھى شك باقى نہ رہا كہ يہ خدا كا قطعى فرمان ہے _ </w:t>
      </w:r>
    </w:p>
    <w:p w:rsidR="00DE2D7F" w:rsidRDefault="00DE2D7F" w:rsidP="00D07B54">
      <w:pPr>
        <w:pStyle w:val="libNormal"/>
        <w:rPr>
          <w:rtl/>
        </w:rPr>
      </w:pPr>
      <w:r>
        <w:rPr>
          <w:rtl/>
        </w:rPr>
        <w:t>ابراہيم(ع) جو بار ہا امتحان خداوندى كى گرم بھٹى سے سرفراز ہو كر باہر آچكے تھے،اس دفعہ بھى چاہئے كہ بحر عشق مي</w:t>
      </w:r>
      <w:r w:rsidR="007D6C9B">
        <w:rPr>
          <w:rtl/>
        </w:rPr>
        <w:t xml:space="preserve">ں </w:t>
      </w:r>
      <w:r>
        <w:rPr>
          <w:rtl/>
        </w:rPr>
        <w:t>كود پڑي</w:t>
      </w:r>
      <w:r w:rsidR="007D6C9B">
        <w:rPr>
          <w:rtl/>
        </w:rPr>
        <w:t xml:space="preserve">ں </w:t>
      </w:r>
      <w:r>
        <w:rPr>
          <w:rtl/>
        </w:rPr>
        <w:t>اور خداوند عالم كے فرمان كے سامنے سرجھكادي</w:t>
      </w:r>
      <w:r w:rsidR="007D6C9B">
        <w:rPr>
          <w:rtl/>
        </w:rPr>
        <w:t xml:space="preserve">ں </w:t>
      </w:r>
      <w:r>
        <w:rPr>
          <w:rtl/>
        </w:rPr>
        <w:t>،اور اس فرزند كو جس كے انتظار مي</w:t>
      </w:r>
      <w:r w:rsidR="007D6C9B">
        <w:rPr>
          <w:rtl/>
        </w:rPr>
        <w:t xml:space="preserve">ں </w:t>
      </w:r>
      <w:r>
        <w:rPr>
          <w:rtl/>
        </w:rPr>
        <w:t>عمر كا ايك حصہ گذارديا تھا اور اب وہ ايك آبرومند نوجوان تھا، اسے اپنے ہاتھ سے ذبح كردي</w:t>
      </w:r>
      <w:r w:rsidR="007D6C9B">
        <w:rPr>
          <w:rtl/>
        </w:rPr>
        <w:t xml:space="preserve">ں </w:t>
      </w:r>
      <w:r>
        <w:rPr>
          <w:rtl/>
        </w:rPr>
        <w:t xml:space="preserve">_ </w:t>
      </w:r>
    </w:p>
    <w:p w:rsidR="00DE2D7F" w:rsidRDefault="00DE2D7F" w:rsidP="00D07B54">
      <w:pPr>
        <w:pStyle w:val="libNormal"/>
        <w:rPr>
          <w:rtl/>
        </w:rPr>
      </w:pPr>
      <w:r>
        <w:rPr>
          <w:rtl/>
        </w:rPr>
        <w:t>ليكن ضرورى ہے كہ ہر چيز سے پہلے اپنے فرزند كو اس كام كے لئے آمادہ كري</w:t>
      </w:r>
      <w:r w:rsidR="007D6C9B">
        <w:rPr>
          <w:rtl/>
        </w:rPr>
        <w:t xml:space="preserve">ں </w:t>
      </w:r>
      <w:r>
        <w:rPr>
          <w:rtl/>
        </w:rPr>
        <w:t>، لہذا اس كى طرف رخ كركے فرمايا :'' ميرے بيٹے : مي</w:t>
      </w:r>
      <w:r w:rsidR="007D6C9B">
        <w:rPr>
          <w:rtl/>
        </w:rPr>
        <w:t xml:space="preserve">ں </w:t>
      </w:r>
      <w:r>
        <w:rPr>
          <w:rtl/>
        </w:rPr>
        <w:t>نے خواب ديكھا ہے كہ مي</w:t>
      </w:r>
      <w:r w:rsidR="007D6C9B">
        <w:rPr>
          <w:rtl/>
        </w:rPr>
        <w:t xml:space="preserve">ں </w:t>
      </w:r>
      <w:r>
        <w:rPr>
          <w:rtl/>
        </w:rPr>
        <w:t>تجھے ذبح كررہاہو</w:t>
      </w:r>
      <w:r w:rsidR="007D6C9B">
        <w:rPr>
          <w:rtl/>
        </w:rPr>
        <w:t xml:space="preserve">ں </w:t>
      </w:r>
      <w:r>
        <w:rPr>
          <w:rtl/>
        </w:rPr>
        <w:t>، اب تم ديكھو: تمہارى اس بارے مي</w:t>
      </w:r>
      <w:r w:rsidR="007D6C9B">
        <w:rPr>
          <w:rtl/>
        </w:rPr>
        <w:t xml:space="preserve">ں </w:t>
      </w:r>
      <w:r>
        <w:rPr>
          <w:rtl/>
        </w:rPr>
        <w:t xml:space="preserve">كيا رائے ہے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بيٹا بھى تو ايثار پيشہ باپ كے وجود كا ايك حصہ تھا اور جس نے صبرو استقامت اور ايمان كا درس اپنى چھوٹى سى عمر مي</w:t>
      </w:r>
      <w:r w:rsidR="007D6C9B">
        <w:rPr>
          <w:rtl/>
        </w:rPr>
        <w:t xml:space="preserve">ں </w:t>
      </w:r>
      <w:r>
        <w:rPr>
          <w:rtl/>
        </w:rPr>
        <w:t>اسى كے مكتب مي</w:t>
      </w:r>
      <w:r w:rsidR="007D6C9B">
        <w:rPr>
          <w:rtl/>
        </w:rPr>
        <w:t xml:space="preserve">ں </w:t>
      </w:r>
      <w:r>
        <w:rPr>
          <w:rtl/>
        </w:rPr>
        <w:t xml:space="preserve">پڑھا تھا ، اس نے خوشى خوشى خلوص دل كے ساتھ اس فرمان الہى كا استقبال كيا اور صراحت اور قاطيعت كے ساتھ كہا: </w:t>
      </w:r>
    </w:p>
    <w:p w:rsidR="00DE2D7F" w:rsidRDefault="00DE2D7F" w:rsidP="00D07B54">
      <w:pPr>
        <w:pStyle w:val="libNormal"/>
        <w:rPr>
          <w:rtl/>
        </w:rPr>
      </w:pPr>
      <w:r>
        <w:rPr>
          <w:rtl/>
        </w:rPr>
        <w:t>''اباجان : جو حكم آپ كو ديا گيا ہے اس كى تعميل كيجئے''_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ميرى طرف سے بالكل مطمئن رہئے_ '' انشاء اللہ آپ مجھے صابرين مي</w:t>
      </w:r>
      <w:r w:rsidR="007D6C9B">
        <w:rPr>
          <w:rtl/>
        </w:rPr>
        <w:t xml:space="preserve">ں </w:t>
      </w:r>
      <w:r>
        <w:rPr>
          <w:rtl/>
        </w:rPr>
        <w:t>سے پائي</w:t>
      </w:r>
      <w:r w:rsidR="007D6C9B">
        <w:rPr>
          <w:rtl/>
        </w:rPr>
        <w:t xml:space="preserve">ں </w:t>
      </w:r>
      <w:r>
        <w:rPr>
          <w:rtl/>
        </w:rPr>
        <w:t>گے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صافات آيت</w:t>
      </w:r>
      <w:r w:rsidR="00E664BB">
        <w:rPr>
          <w:rtl/>
        </w:rPr>
        <w:t>102</w:t>
      </w:r>
      <w:r>
        <w:rPr>
          <w:rtl/>
        </w:rPr>
        <w:t xml:space="preserve"> </w:t>
      </w:r>
    </w:p>
    <w:p w:rsidR="00DE2D7F" w:rsidRDefault="00DE2D7F" w:rsidP="00D07B54">
      <w:pPr>
        <w:pStyle w:val="libFootnote"/>
        <w:rPr>
          <w:rtl/>
        </w:rPr>
      </w:pPr>
      <w:r>
        <w:rPr>
          <w:rtl/>
        </w:rPr>
        <w:t>(</w:t>
      </w:r>
      <w:r w:rsidR="00E664BB">
        <w:rPr>
          <w:rtl/>
        </w:rPr>
        <w:t>2</w:t>
      </w:r>
      <w:r>
        <w:rPr>
          <w:rtl/>
        </w:rPr>
        <w:t xml:space="preserve">) سورہ صافات آيت </w:t>
      </w:r>
      <w:r w:rsidR="00E664BB">
        <w:rPr>
          <w:rtl/>
        </w:rPr>
        <w:t>102</w:t>
      </w:r>
      <w:r>
        <w:rPr>
          <w:rtl/>
        </w:rPr>
        <w:t xml:space="preserve"> </w:t>
      </w:r>
    </w:p>
    <w:p w:rsidR="00DE2D7F" w:rsidRDefault="00DE2D7F" w:rsidP="00D07B54">
      <w:pPr>
        <w:pStyle w:val="libFootnote"/>
        <w:rPr>
          <w:rtl/>
        </w:rPr>
      </w:pPr>
      <w:r>
        <w:rPr>
          <w:rtl/>
        </w:rPr>
        <w:t>(</w:t>
      </w:r>
      <w:r w:rsidR="00E664BB">
        <w:rPr>
          <w:rtl/>
        </w:rPr>
        <w:t>3</w:t>
      </w:r>
      <w:r>
        <w:rPr>
          <w:rtl/>
        </w:rPr>
        <w:t>)سورہ صافات آيت</w:t>
      </w:r>
      <w:r w:rsidR="00E664BB">
        <w:rPr>
          <w:rtl/>
        </w:rPr>
        <w:t>102</w:t>
      </w:r>
      <w:r>
        <w:rPr>
          <w:rtl/>
        </w:rPr>
        <w:t xml:space="preserve"> </w:t>
      </w:r>
    </w:p>
    <w:p w:rsidR="004D371B" w:rsidRDefault="001648F9" w:rsidP="00D07B54">
      <w:pPr>
        <w:pStyle w:val="libNormal"/>
        <w:rPr>
          <w:rtl/>
        </w:rPr>
      </w:pPr>
      <w:r>
        <w:rPr>
          <w:rtl/>
        </w:rPr>
        <w:t xml:space="preserve"> </w:t>
      </w:r>
      <w:r>
        <w:rPr>
          <w:rtl/>
        </w:rPr>
        <w:br w:type="page"/>
      </w:r>
    </w:p>
    <w:p w:rsidR="00D16837" w:rsidRDefault="00D16837" w:rsidP="00D07B54">
      <w:pPr>
        <w:pStyle w:val="libNormal"/>
        <w:rPr>
          <w:rtl/>
        </w:rPr>
      </w:pPr>
    </w:p>
    <w:p w:rsidR="00DE2D7F" w:rsidRDefault="00DE2D7F" w:rsidP="00D07B54">
      <w:pPr>
        <w:pStyle w:val="libNormal"/>
        <w:rPr>
          <w:rtl/>
        </w:rPr>
      </w:pPr>
      <w:r>
        <w:rPr>
          <w:rtl/>
        </w:rPr>
        <w:t>باپ اور بيٹے كى يہ باتي</w:t>
      </w:r>
      <w:r w:rsidR="007D6C9B">
        <w:rPr>
          <w:rtl/>
        </w:rPr>
        <w:t xml:space="preserve">ں </w:t>
      </w:r>
      <w:r>
        <w:rPr>
          <w:rtl/>
        </w:rPr>
        <w:t>كس قدر معنى خيز ہي</w:t>
      </w:r>
      <w:r w:rsidR="007D6C9B">
        <w:rPr>
          <w:rtl/>
        </w:rPr>
        <w:t xml:space="preserve">ں </w:t>
      </w:r>
      <w:r>
        <w:rPr>
          <w:rtl/>
        </w:rPr>
        <w:t>اور كتنى باريكيا</w:t>
      </w:r>
      <w:r w:rsidR="007D6C9B">
        <w:rPr>
          <w:rtl/>
        </w:rPr>
        <w:t xml:space="preserve">ں </w:t>
      </w:r>
      <w:r>
        <w:rPr>
          <w:rtl/>
        </w:rPr>
        <w:t>ان مي</w:t>
      </w:r>
      <w:r w:rsidR="007D6C9B">
        <w:rPr>
          <w:rtl/>
        </w:rPr>
        <w:t xml:space="preserve">ں </w:t>
      </w:r>
      <w:r>
        <w:rPr>
          <w:rtl/>
        </w:rPr>
        <w:t>چھپى ہوئي ہي</w:t>
      </w:r>
      <w:r w:rsidR="007D6C9B">
        <w:rPr>
          <w:rtl/>
        </w:rPr>
        <w:t xml:space="preserve">ں </w:t>
      </w:r>
      <w:r>
        <w:rPr>
          <w:rtl/>
        </w:rPr>
        <w:t xml:space="preserve">_ </w:t>
      </w:r>
    </w:p>
    <w:p w:rsidR="00DE2D7F" w:rsidRDefault="00DE2D7F" w:rsidP="00D07B54">
      <w:pPr>
        <w:pStyle w:val="libNormal"/>
        <w:rPr>
          <w:rtl/>
        </w:rPr>
      </w:pPr>
      <w:r>
        <w:rPr>
          <w:rtl/>
        </w:rPr>
        <w:t xml:space="preserve">ايك طرف تو باپ، </w:t>
      </w:r>
      <w:r w:rsidR="00E664BB">
        <w:rPr>
          <w:rtl/>
        </w:rPr>
        <w:t>13</w:t>
      </w:r>
      <w:r>
        <w:rPr>
          <w:rtl/>
        </w:rPr>
        <w:t>/ سالہ بيٹے كے سامنے اسے ذبح كرنے كى بات بڑى صراحت كے ساتھ كرتا ہے اور اس سے اس كى رائے معلوم كرتا ہے اس كے لئے مستقل شخصيت اور ارادے كى آزادى كا قائل ہوتا ہے ، وہ ہرگز اپنے بيٹے كو دھوكے مي</w:t>
      </w:r>
      <w:r w:rsidR="007D6C9B">
        <w:rPr>
          <w:rtl/>
        </w:rPr>
        <w:t xml:space="preserve">ں </w:t>
      </w:r>
      <w:r>
        <w:rPr>
          <w:rtl/>
        </w:rPr>
        <w:t>ركھنا نہي</w:t>
      </w:r>
      <w:r w:rsidR="007D6C9B">
        <w:rPr>
          <w:rtl/>
        </w:rPr>
        <w:t xml:space="preserve">ں </w:t>
      </w:r>
      <w:r>
        <w:rPr>
          <w:rtl/>
        </w:rPr>
        <w:t>چاہتا اور اسے اندھيرے مي</w:t>
      </w:r>
      <w:r w:rsidR="007D6C9B">
        <w:rPr>
          <w:rtl/>
        </w:rPr>
        <w:t xml:space="preserve">ں </w:t>
      </w:r>
      <w:r>
        <w:rPr>
          <w:rtl/>
        </w:rPr>
        <w:t>ركھتے ہوئے امتحان كے اس عظيم ميدان مي</w:t>
      </w:r>
      <w:r w:rsidR="007D6C9B">
        <w:rPr>
          <w:rtl/>
        </w:rPr>
        <w:t xml:space="preserve">ں </w:t>
      </w:r>
      <w:r>
        <w:rPr>
          <w:rtl/>
        </w:rPr>
        <w:t>آنے كى دعوت نہي</w:t>
      </w:r>
      <w:r w:rsidR="007D6C9B">
        <w:rPr>
          <w:rtl/>
        </w:rPr>
        <w:t xml:space="preserve">ں </w:t>
      </w:r>
      <w:r>
        <w:rPr>
          <w:rtl/>
        </w:rPr>
        <w:t>ديتا وہ چاہتا ہے كہ بيٹا بھى اس عظيم امتحان مي</w:t>
      </w:r>
      <w:r w:rsidR="007D6C9B">
        <w:rPr>
          <w:rtl/>
        </w:rPr>
        <w:t xml:space="preserve">ں </w:t>
      </w:r>
      <w:r>
        <w:rPr>
          <w:rtl/>
        </w:rPr>
        <w:t xml:space="preserve">پورے دل كے ساتھ شركت كرے اور باپ كى طرح تسليم ورضا كا مزہ چكھے _ </w:t>
      </w:r>
    </w:p>
    <w:p w:rsidR="00DE2D7F" w:rsidRDefault="00DE2D7F" w:rsidP="00D07B54">
      <w:pPr>
        <w:pStyle w:val="libNormal"/>
        <w:rPr>
          <w:rtl/>
        </w:rPr>
      </w:pPr>
      <w:r>
        <w:rPr>
          <w:rtl/>
        </w:rPr>
        <w:t>دوسرى طرف بيٹا بھى يہ چاہتا ہے كہ باپ اپنے عزم وارادہ مي</w:t>
      </w:r>
      <w:r w:rsidR="007D6C9B">
        <w:rPr>
          <w:rtl/>
        </w:rPr>
        <w:t xml:space="preserve">ں </w:t>
      </w:r>
      <w:r>
        <w:rPr>
          <w:rtl/>
        </w:rPr>
        <w:t>پكااور مضبوط رہے، يہ نہي</w:t>
      </w:r>
      <w:r w:rsidR="007D6C9B">
        <w:rPr>
          <w:rtl/>
        </w:rPr>
        <w:t xml:space="preserve">ں </w:t>
      </w:r>
      <w:r>
        <w:rPr>
          <w:rtl/>
        </w:rPr>
        <w:t>كہتا كہ مجھے ذبح كري</w:t>
      </w:r>
      <w:r w:rsidR="007D6C9B">
        <w:rPr>
          <w:rtl/>
        </w:rPr>
        <w:t xml:space="preserve">ں </w:t>
      </w:r>
      <w:r>
        <w:rPr>
          <w:rtl/>
        </w:rPr>
        <w:t>بلكہ كہتا ہے : جوآپ كو حكم ديا گيا ہے اسے بجالائي</w:t>
      </w:r>
      <w:r w:rsidR="007D6C9B">
        <w:rPr>
          <w:rtl/>
        </w:rPr>
        <w:t xml:space="preserve">ں </w:t>
      </w:r>
      <w:r>
        <w:rPr>
          <w:rtl/>
        </w:rPr>
        <w:t>مي</w:t>
      </w:r>
      <w:r w:rsidR="007D6C9B">
        <w:rPr>
          <w:rtl/>
        </w:rPr>
        <w:t xml:space="preserve">ں </w:t>
      </w:r>
      <w:r>
        <w:rPr>
          <w:rtl/>
        </w:rPr>
        <w:t>اس كے امرو فرمان كے سامنے سر تسليم خم ہو</w:t>
      </w:r>
      <w:r w:rsidR="007D6C9B">
        <w:rPr>
          <w:rtl/>
        </w:rPr>
        <w:t xml:space="preserve">ں </w:t>
      </w:r>
      <w:r>
        <w:rPr>
          <w:rtl/>
        </w:rPr>
        <w:t>،خصوصاً باپ كو '' يا ابت '' (ابا جان :) كہہ كر مخاطب كرتا ہے ،تاكہ اس بات كى نشاندہى كردے كہ اس مسئلے پر جذبات فرزندو پدر كاسوئي كى نوك كے برابر بھى اثر نہي</w:t>
      </w:r>
      <w:r w:rsidR="007D6C9B">
        <w:rPr>
          <w:rtl/>
        </w:rPr>
        <w:t xml:space="preserve">ں </w:t>
      </w:r>
      <w:r>
        <w:rPr>
          <w:rtl/>
        </w:rPr>
        <w:t xml:space="preserve">، كيونكہ فرمان خدا ہر چيز پر حاكم ہے _ </w:t>
      </w:r>
    </w:p>
    <w:p w:rsidR="00DE2D7F" w:rsidRDefault="00DE2D7F" w:rsidP="00D07B54">
      <w:pPr>
        <w:pStyle w:val="libNormal"/>
        <w:rPr>
          <w:rtl/>
        </w:rPr>
      </w:pPr>
      <w:r>
        <w:rPr>
          <w:rtl/>
        </w:rPr>
        <w:t>اور تيسرى طرف سے پروردگار كى بارگاہ مي</w:t>
      </w:r>
      <w:r w:rsidR="007D6C9B">
        <w:rPr>
          <w:rtl/>
        </w:rPr>
        <w:t xml:space="preserve">ں </w:t>
      </w:r>
      <w:r>
        <w:rPr>
          <w:rtl/>
        </w:rPr>
        <w:t>مراتب اداب كى اعلى ترين طريقے سے پاسدارى كرتا ہے ،ہرگز اپنے ايمان اور عزم وارادہ كى قوت پر بھروسہ نہي</w:t>
      </w:r>
      <w:r w:rsidR="007D6C9B">
        <w:rPr>
          <w:rtl/>
        </w:rPr>
        <w:t xml:space="preserve">ں </w:t>
      </w:r>
      <w:r>
        <w:rPr>
          <w:rtl/>
        </w:rPr>
        <w:t xml:space="preserve">كرتا ، بلكہ خدا كى مشيت اور اس كے ارادہ پر تكيہ كرتاہے اور اس عبادت كے ساتھ اس سے پامردى اور استقامت كى توفيق چاہتاہے _ </w:t>
      </w:r>
    </w:p>
    <w:p w:rsidR="00DE2D7F" w:rsidRDefault="00DE2D7F" w:rsidP="00D07B54">
      <w:pPr>
        <w:pStyle w:val="libNormal"/>
        <w:rPr>
          <w:rtl/>
        </w:rPr>
      </w:pPr>
      <w:r>
        <w:rPr>
          <w:rtl/>
        </w:rPr>
        <w:t>اس طرح سے باپ بھى اور بيٹا بھى اس عظيم آزما</w:t>
      </w:r>
      <w:r w:rsidR="00091C36">
        <w:rPr>
          <w:rtl/>
        </w:rPr>
        <w:t xml:space="preserve">ئش </w:t>
      </w:r>
      <w:r>
        <w:rPr>
          <w:rtl/>
        </w:rPr>
        <w:t xml:space="preserve"> كے پہلے مرحلے كو مكمل كاميابى كے ساتھ گزارديتے ہي</w:t>
      </w:r>
      <w:r w:rsidR="007D6C9B">
        <w:rPr>
          <w:rtl/>
        </w:rPr>
        <w:t xml:space="preserve">ں </w:t>
      </w:r>
      <w:r>
        <w:rPr>
          <w:rtl/>
        </w:rPr>
        <w:t xml:space="preserve">_ </w:t>
      </w:r>
    </w:p>
    <w:p w:rsidR="00DE2D7F" w:rsidRDefault="00DE2D7F" w:rsidP="00D07B54">
      <w:pPr>
        <w:pStyle w:val="libNormal"/>
        <w:rPr>
          <w:rtl/>
        </w:rPr>
      </w:pPr>
    </w:p>
    <w:p w:rsidR="00D16837" w:rsidRDefault="00DE2D7F" w:rsidP="00D07B54">
      <w:pPr>
        <w:pStyle w:val="Heading2Center"/>
        <w:rPr>
          <w:rtl/>
        </w:rPr>
      </w:pPr>
      <w:bookmarkStart w:id="99" w:name="_Toc7268496"/>
      <w:r>
        <w:rPr>
          <w:rtl/>
        </w:rPr>
        <w:t>شيطانى وسوسہ</w:t>
      </w:r>
      <w:bookmarkEnd w:id="99"/>
      <w:r>
        <w:rPr>
          <w:rtl/>
        </w:rPr>
        <w:t xml:space="preserve"> </w:t>
      </w:r>
    </w:p>
    <w:p w:rsidR="00DE2D7F" w:rsidRDefault="00DE2D7F" w:rsidP="00D07B54">
      <w:pPr>
        <w:pStyle w:val="libNormal"/>
        <w:rPr>
          <w:rtl/>
        </w:rPr>
      </w:pPr>
      <w:r>
        <w:rPr>
          <w:rtl/>
        </w:rPr>
        <w:t>شيطان نے بہت ہاتھ پائو</w:t>
      </w:r>
      <w:r w:rsidR="007D6C9B">
        <w:rPr>
          <w:rtl/>
        </w:rPr>
        <w:t xml:space="preserve">ں </w:t>
      </w:r>
      <w:r>
        <w:rPr>
          <w:rtl/>
        </w:rPr>
        <w:t>مارے كہ كوئي ايسا كام كرے كہ حضرت ابراہيم(ع) اس ميدان سے كامياب ہوكر نہ نكلي</w:t>
      </w:r>
      <w:r w:rsidR="007D6C9B">
        <w:rPr>
          <w:rtl/>
        </w:rPr>
        <w:t xml:space="preserve">ں </w:t>
      </w:r>
      <w:r>
        <w:rPr>
          <w:rtl/>
        </w:rPr>
        <w:t>، كبھى وہ (اسمعيل كي) ما</w:t>
      </w:r>
      <w:r w:rsidR="007D6C9B">
        <w:rPr>
          <w:rtl/>
        </w:rPr>
        <w:t xml:space="preserve">ں </w:t>
      </w:r>
      <w:r>
        <w:rPr>
          <w:rtl/>
        </w:rPr>
        <w:t>ہاجرہ كے پاس آيا اور ان سے كہا:كيا تمھي</w:t>
      </w:r>
      <w:r w:rsidR="007D6C9B">
        <w:rPr>
          <w:rtl/>
        </w:rPr>
        <w:t xml:space="preserve">ں </w:t>
      </w:r>
      <w:r>
        <w:rPr>
          <w:rtl/>
        </w:rPr>
        <w:t xml:space="preserve">معلوم ہے كہ ابراہيم نے كيا ارادہ كيا ہے ؟ وہ چاہتاہے كہ آج اپنے بيٹے كو ذبح كردے_ </w:t>
      </w:r>
    </w:p>
    <w:p w:rsidR="00DE2D7F" w:rsidRDefault="00DE2D7F" w:rsidP="00D07B54">
      <w:pPr>
        <w:pStyle w:val="libNormal"/>
        <w:rPr>
          <w:rtl/>
        </w:rPr>
      </w:pPr>
      <w:r>
        <w:rPr>
          <w:rtl/>
        </w:rPr>
        <w:t xml:space="preserve">ہاجرہ نے كہا: دورہوجا ، محال اور نہ ہونے والى بات نہ كر، كيونكہ وہ تو بہت مہربان ہے اپنے بيٹے كو </w:t>
      </w:r>
    </w:p>
    <w:p w:rsidR="00D16837"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كيسے ذبح كرسكتا ہے ؟ اصولاً كيا دنيا مي</w:t>
      </w:r>
      <w:r w:rsidR="007D6C9B">
        <w:rPr>
          <w:rtl/>
        </w:rPr>
        <w:t xml:space="preserve">ں </w:t>
      </w:r>
      <w:r>
        <w:rPr>
          <w:rtl/>
        </w:rPr>
        <w:t xml:space="preserve">كوئي ايسا انسان پيدا ہوسكتا ہے جو اپنے بيٹے كو اپنے ہاتھ سے ذبح كردے ؟ </w:t>
      </w:r>
    </w:p>
    <w:p w:rsidR="00DE2D7F" w:rsidRDefault="00DE2D7F" w:rsidP="00D07B54">
      <w:pPr>
        <w:pStyle w:val="libNormal"/>
        <w:rPr>
          <w:rtl/>
        </w:rPr>
      </w:pPr>
      <w:r>
        <w:rPr>
          <w:rtl/>
        </w:rPr>
        <w:t>شيطان نے اپنے وسوسہ كو جارى ركھتے ہوئے كہا: اس كا دعوى ہے كہ خدانے اسے حكم ديا ہے _ ہاجرہ نے كہا : اگر خدا نے اسے حكم ديا ہے تو پھر اسے اطاعت كرنا چاہيے، اور سوائے رضاو تسليم كے كوئي دوسرى راہ نہي</w:t>
      </w:r>
      <w:r w:rsidR="007D6C9B">
        <w:rPr>
          <w:rtl/>
        </w:rPr>
        <w:t xml:space="preserve">ں </w:t>
      </w:r>
      <w:r>
        <w:rPr>
          <w:rtl/>
        </w:rPr>
        <w:t xml:space="preserve">ہے _ </w:t>
      </w:r>
    </w:p>
    <w:p w:rsidR="00DE2D7F" w:rsidRDefault="00DE2D7F" w:rsidP="00D07B54">
      <w:pPr>
        <w:pStyle w:val="libNormal"/>
        <w:rPr>
          <w:rtl/>
        </w:rPr>
      </w:pPr>
      <w:r>
        <w:rPr>
          <w:rtl/>
        </w:rPr>
        <w:t>پھر شيطان ان كے بيٹے اسماعيل(ع) كے پاس آيا،اور انھي</w:t>
      </w:r>
      <w:r w:rsidR="007D6C9B">
        <w:rPr>
          <w:rtl/>
        </w:rPr>
        <w:t xml:space="preserve">ں </w:t>
      </w:r>
      <w:r>
        <w:rPr>
          <w:rtl/>
        </w:rPr>
        <w:t xml:space="preserve">ورغلانے لگا ،ان سے بھى اسے كچھ حاصل نہ ہوسكا، كيونكہ اس نے اسماعيل (ع) كو تسليم ورضا كا پيكر پايا _ </w:t>
      </w:r>
    </w:p>
    <w:p w:rsidR="00DE2D7F" w:rsidRDefault="00DE2D7F" w:rsidP="00D07B54">
      <w:pPr>
        <w:pStyle w:val="libNormal"/>
        <w:rPr>
          <w:rtl/>
        </w:rPr>
      </w:pPr>
      <w:r>
        <w:rPr>
          <w:rtl/>
        </w:rPr>
        <w:t>آخرمي</w:t>
      </w:r>
      <w:r w:rsidR="007D6C9B">
        <w:rPr>
          <w:rtl/>
        </w:rPr>
        <w:t xml:space="preserve">ں </w:t>
      </w:r>
      <w:r>
        <w:rPr>
          <w:rtl/>
        </w:rPr>
        <w:t xml:space="preserve">حضرت ابراہيم (ع) كے پاس آيا اور ان سے كہا: ابراہيم(ع) : جو خواب تم نے ديكھا ہے وہ شيطانى خواب ہے، تم شيطان كى اطاعت نہ كرو _ </w:t>
      </w:r>
    </w:p>
    <w:p w:rsidR="00DE2D7F" w:rsidRDefault="00DE2D7F" w:rsidP="00D07B54">
      <w:pPr>
        <w:pStyle w:val="libNormal"/>
        <w:rPr>
          <w:rtl/>
        </w:rPr>
      </w:pPr>
      <w:r>
        <w:rPr>
          <w:rtl/>
        </w:rPr>
        <w:t>ابراہيم (ع) نے نور ايمان اور نبوت كے پر تو مي</w:t>
      </w:r>
      <w:r w:rsidR="007D6C9B">
        <w:rPr>
          <w:rtl/>
        </w:rPr>
        <w:t xml:space="preserve">ں </w:t>
      </w:r>
      <w:r>
        <w:rPr>
          <w:rtl/>
        </w:rPr>
        <w:t xml:space="preserve">اسے پہچان ليا : چلاكر كہا: ''دورہوجااے دشمن خدا _'' </w:t>
      </w:r>
    </w:p>
    <w:p w:rsidR="00DE2D7F" w:rsidRDefault="00DE2D7F" w:rsidP="00D07B54">
      <w:pPr>
        <w:pStyle w:val="libNormal"/>
        <w:rPr>
          <w:rtl/>
        </w:rPr>
      </w:pPr>
      <w:r>
        <w:rPr>
          <w:rtl/>
        </w:rPr>
        <w:t>ايك حديث مي</w:t>
      </w:r>
      <w:r w:rsidR="007D6C9B">
        <w:rPr>
          <w:rtl/>
        </w:rPr>
        <w:t xml:space="preserve">ں </w:t>
      </w:r>
      <w:r>
        <w:rPr>
          <w:rtl/>
        </w:rPr>
        <w:t>منقول ہے كہ حضرت ابراہيم (ع) پہلے'' مشعرالحرام'' مي</w:t>
      </w:r>
      <w:r w:rsidR="007D6C9B">
        <w:rPr>
          <w:rtl/>
        </w:rPr>
        <w:t xml:space="preserve">ں </w:t>
      </w:r>
      <w:r>
        <w:rPr>
          <w:rtl/>
        </w:rPr>
        <w:t>آئے تاكہ بيٹے كى قربانى دي</w:t>
      </w:r>
      <w:r w:rsidR="007D6C9B">
        <w:rPr>
          <w:rtl/>
        </w:rPr>
        <w:t xml:space="preserve">ں </w:t>
      </w:r>
      <w:r>
        <w:rPr>
          <w:rtl/>
        </w:rPr>
        <w:t>، تو شيطان ان كے پيچھے دوڑا _ وہ'' جمرہ اولى '' كے پاس آئے شيطان كو ديكھا ، اس كو سات پتھر مارے، اس كے بعد وہا</w:t>
      </w:r>
      <w:r w:rsidR="007D6C9B">
        <w:rPr>
          <w:rtl/>
        </w:rPr>
        <w:t xml:space="preserve">ں </w:t>
      </w:r>
      <w:r>
        <w:rPr>
          <w:rtl/>
        </w:rPr>
        <w:t>سے جمرہ دوم پر ائے وہا</w:t>
      </w:r>
      <w:r w:rsidR="007D6C9B">
        <w:rPr>
          <w:rtl/>
        </w:rPr>
        <w:t xml:space="preserve">ں </w:t>
      </w:r>
      <w:r>
        <w:rPr>
          <w:rtl/>
        </w:rPr>
        <w:t>شيطان كو ديكھا تو دوبارہ سات پتھراسے مارے يہا</w:t>
      </w:r>
      <w:r w:rsidR="007D6C9B">
        <w:rPr>
          <w:rtl/>
        </w:rPr>
        <w:t xml:space="preserve">ں </w:t>
      </w:r>
      <w:r>
        <w:rPr>
          <w:rtl/>
        </w:rPr>
        <w:t>تك كہ '' جمرہ عقبہ '' مي</w:t>
      </w:r>
      <w:r w:rsidR="007D6C9B">
        <w:rPr>
          <w:rtl/>
        </w:rPr>
        <w:t xml:space="preserve">ں </w:t>
      </w:r>
      <w:r>
        <w:rPr>
          <w:rtl/>
        </w:rPr>
        <w:t xml:space="preserve">آئے تو سات اور پتھراسے مارے _(اور اسے ہميشہ ہميشہ كے لئے اپنے سے مايوس كرديا)_ </w:t>
      </w:r>
    </w:p>
    <w:p w:rsidR="00DE2D7F" w:rsidRDefault="00DE2D7F" w:rsidP="00D07B54">
      <w:pPr>
        <w:pStyle w:val="libNormal"/>
        <w:rPr>
          <w:rtl/>
        </w:rPr>
      </w:pPr>
    </w:p>
    <w:p w:rsidR="00D16837" w:rsidRDefault="00DE2D7F" w:rsidP="00D07B54">
      <w:pPr>
        <w:pStyle w:val="Heading2Center"/>
        <w:rPr>
          <w:rtl/>
        </w:rPr>
      </w:pPr>
      <w:bookmarkStart w:id="100" w:name="_Toc7268497"/>
      <w:r>
        <w:rPr>
          <w:rtl/>
        </w:rPr>
        <w:t>ميرى والدہ كو سلام كہنا</w:t>
      </w:r>
      <w:bookmarkEnd w:id="100"/>
      <w:r>
        <w:rPr>
          <w:rtl/>
        </w:rPr>
        <w:t xml:space="preserve"> </w:t>
      </w:r>
    </w:p>
    <w:p w:rsidR="00DE2D7F" w:rsidRDefault="00DE2D7F" w:rsidP="00D07B54">
      <w:pPr>
        <w:pStyle w:val="libNormal"/>
        <w:rPr>
          <w:rtl/>
        </w:rPr>
      </w:pPr>
      <w:r>
        <w:rPr>
          <w:rtl/>
        </w:rPr>
        <w:t>اس دوران كيا كيا حالات پيش آئے، قرآن نے انھي</w:t>
      </w:r>
      <w:r w:rsidR="007D6C9B">
        <w:rPr>
          <w:rtl/>
        </w:rPr>
        <w:t xml:space="preserve">ں </w:t>
      </w:r>
      <w:r>
        <w:rPr>
          <w:rtl/>
        </w:rPr>
        <w:t>تشريح كے ساتھ بيان نہي</w:t>
      </w:r>
      <w:r w:rsidR="007D6C9B">
        <w:rPr>
          <w:rtl/>
        </w:rPr>
        <w:t xml:space="preserve">ں </w:t>
      </w:r>
      <w:r>
        <w:rPr>
          <w:rtl/>
        </w:rPr>
        <w:t>كيا اور صرف اس عجيب ماجرے كے نہايت حساس پہلو ذكركئے ہي</w:t>
      </w:r>
      <w:r w:rsidR="007D6C9B">
        <w:rPr>
          <w:rtl/>
        </w:rPr>
        <w:t xml:space="preserve">ں </w:t>
      </w:r>
      <w:r>
        <w:rPr>
          <w:rtl/>
        </w:rPr>
        <w:t xml:space="preserve">_ </w:t>
      </w:r>
    </w:p>
    <w:p w:rsidR="00DE2D7F" w:rsidRDefault="00DE2D7F" w:rsidP="00D07B54">
      <w:pPr>
        <w:pStyle w:val="libNormal"/>
        <w:rPr>
          <w:rtl/>
        </w:rPr>
      </w:pPr>
      <w:r>
        <w:rPr>
          <w:rtl/>
        </w:rPr>
        <w:t>بعض نے لكھا ہے كہ فدا كار بيٹے نے اس بنا پر كہ باپ كى اس ماموريت كى انجام دہى مي</w:t>
      </w:r>
      <w:r w:rsidR="007D6C9B">
        <w:rPr>
          <w:rtl/>
        </w:rPr>
        <w:t xml:space="preserve">ں </w:t>
      </w:r>
      <w:r>
        <w:rPr>
          <w:rtl/>
        </w:rPr>
        <w:t>مدد كرے اور ما</w:t>
      </w:r>
      <w:r w:rsidR="007D6C9B">
        <w:rPr>
          <w:rtl/>
        </w:rPr>
        <w:t xml:space="preserve">ں </w:t>
      </w:r>
      <w:r>
        <w:rPr>
          <w:rtl/>
        </w:rPr>
        <w:t>كے رنج واندوہ مي</w:t>
      </w:r>
      <w:r w:rsidR="007D6C9B">
        <w:rPr>
          <w:rtl/>
        </w:rPr>
        <w:t xml:space="preserve">ں </w:t>
      </w:r>
      <w:r>
        <w:rPr>
          <w:rtl/>
        </w:rPr>
        <w:t xml:space="preserve">كمى كرے جس وقت وہ اسے سرزمين '' منى ''كے خشك اور جلاڈالنے والے گرم </w:t>
      </w:r>
    </w:p>
    <w:p w:rsidR="00DE2D7F" w:rsidRDefault="001648F9" w:rsidP="00D07B54">
      <w:pPr>
        <w:pStyle w:val="libNormal"/>
        <w:rPr>
          <w:rtl/>
        </w:rPr>
      </w:pPr>
      <w:r>
        <w:rPr>
          <w:rtl/>
        </w:rPr>
        <w:t xml:space="preserve"> </w:t>
      </w:r>
      <w:r>
        <w:rPr>
          <w:rtl/>
        </w:rPr>
        <w:br w:type="page"/>
      </w:r>
      <w:r>
        <w:rPr>
          <w:rtl/>
        </w:rPr>
        <w:lastRenderedPageBreak/>
        <w:t xml:space="preserve"> </w:t>
      </w:r>
      <w:r w:rsidR="00DE2D7F">
        <w:rPr>
          <w:rtl/>
        </w:rPr>
        <w:t>پہاڑو</w:t>
      </w:r>
      <w:r w:rsidR="007D6C9B">
        <w:rPr>
          <w:rtl/>
        </w:rPr>
        <w:t xml:space="preserve">ں </w:t>
      </w:r>
      <w:r w:rsidR="00DE2D7F">
        <w:rPr>
          <w:rtl/>
        </w:rPr>
        <w:t>كے درميان ، قربان گاہ مي</w:t>
      </w:r>
      <w:r w:rsidR="007D6C9B">
        <w:rPr>
          <w:rtl/>
        </w:rPr>
        <w:t xml:space="preserve">ں </w:t>
      </w:r>
      <w:r w:rsidR="00DE2D7F">
        <w:rPr>
          <w:rtl/>
        </w:rPr>
        <w:t>لائے توباپ سے كہا: اباجان :رسى كو مضبوطى كے ساتھ باندھ ديجئے، تاكہ مي</w:t>
      </w:r>
      <w:r w:rsidR="007D6C9B">
        <w:rPr>
          <w:rtl/>
        </w:rPr>
        <w:t xml:space="preserve">ں </w:t>
      </w:r>
      <w:r w:rsidR="00DE2D7F">
        <w:rPr>
          <w:rtl/>
        </w:rPr>
        <w:t>فرمان خداوندى كے اجراء كے وقت ہاتھ پائو</w:t>
      </w:r>
      <w:r w:rsidR="007D6C9B">
        <w:rPr>
          <w:rtl/>
        </w:rPr>
        <w:t xml:space="preserve">ں </w:t>
      </w:r>
      <w:r w:rsidR="00DE2D7F">
        <w:rPr>
          <w:rtl/>
        </w:rPr>
        <w:t>نہ ہلا سكو</w:t>
      </w:r>
      <w:r w:rsidR="007D6C9B">
        <w:rPr>
          <w:rtl/>
        </w:rPr>
        <w:t xml:space="preserve">ں </w:t>
      </w:r>
      <w:r w:rsidR="00DE2D7F">
        <w:rPr>
          <w:rtl/>
        </w:rPr>
        <w:t>،مجھے ڈرہے كہ كہي</w:t>
      </w:r>
      <w:r w:rsidR="007D6C9B">
        <w:rPr>
          <w:rtl/>
        </w:rPr>
        <w:t xml:space="preserve">ں </w:t>
      </w:r>
      <w:r w:rsidR="00DE2D7F">
        <w:rPr>
          <w:rtl/>
        </w:rPr>
        <w:t>اس سے ميرے اجر مي</w:t>
      </w:r>
      <w:r w:rsidR="007D6C9B">
        <w:rPr>
          <w:rtl/>
        </w:rPr>
        <w:t xml:space="preserve">ں </w:t>
      </w:r>
      <w:r w:rsidR="00DE2D7F">
        <w:rPr>
          <w:rtl/>
        </w:rPr>
        <w:t xml:space="preserve">كمى واقع نہ ہوجائے _ </w:t>
      </w:r>
    </w:p>
    <w:p w:rsidR="00DE2D7F" w:rsidRDefault="00DE2D7F" w:rsidP="00D07B54">
      <w:pPr>
        <w:pStyle w:val="libNormal"/>
        <w:rPr>
          <w:rtl/>
        </w:rPr>
      </w:pPr>
      <w:r>
        <w:rPr>
          <w:rtl/>
        </w:rPr>
        <w:t xml:space="preserve">اباجان :چھرى تيزكر ليجيے اور تيزى كے ساتھ ميرے گلے پر چلايئےاكہ اسے برداشت كرنا مجھ پر بھى (اور آپ پر بھى ) زيادہ آسان ہوجائے_ </w:t>
      </w:r>
    </w:p>
    <w:p w:rsidR="00DE2D7F" w:rsidRDefault="00DE2D7F" w:rsidP="00D07B54">
      <w:pPr>
        <w:pStyle w:val="libNormal"/>
        <w:rPr>
          <w:rtl/>
        </w:rPr>
      </w:pPr>
      <w:r>
        <w:rPr>
          <w:rtl/>
        </w:rPr>
        <w:t>اباجان : ميرا كرتا پہلے ہى ميرے بدن سے اتار ليجئے تاكہ وہ خون آلودنہ ہو، كيونكہ مجھے خوف ہے كہ كہي</w:t>
      </w:r>
      <w:r w:rsidR="007D6C9B">
        <w:rPr>
          <w:rtl/>
        </w:rPr>
        <w:t xml:space="preserve">ں </w:t>
      </w:r>
      <w:r>
        <w:rPr>
          <w:rtl/>
        </w:rPr>
        <w:t>ميرى ما</w:t>
      </w:r>
      <w:r w:rsidR="007D6C9B">
        <w:rPr>
          <w:rtl/>
        </w:rPr>
        <w:t xml:space="preserve">ں </w:t>
      </w:r>
      <w:r>
        <w:rPr>
          <w:rtl/>
        </w:rPr>
        <w:t xml:space="preserve">اسے ديكھے تو دامن صبر اس كے ہاتھ سے نہ چھوٹ جائے_ </w:t>
      </w:r>
    </w:p>
    <w:p w:rsidR="00DE2D7F" w:rsidRDefault="00DE2D7F" w:rsidP="00D07B54">
      <w:pPr>
        <w:pStyle w:val="libNormal"/>
        <w:rPr>
          <w:rtl/>
        </w:rPr>
      </w:pPr>
      <w:r>
        <w:rPr>
          <w:rtl/>
        </w:rPr>
        <w:t>پھر مزيد كہا: ميرا سلام ميرى ما</w:t>
      </w:r>
      <w:r w:rsidR="007D6C9B">
        <w:rPr>
          <w:rtl/>
        </w:rPr>
        <w:t xml:space="preserve">ں </w:t>
      </w:r>
      <w:r>
        <w:rPr>
          <w:rtl/>
        </w:rPr>
        <w:t>كو پہنچاديجئے گا اور اگر كوئي امر مانع نہ ہو تو ميرا كرتا اس كے لئے لے جايئےا جو اسكى تسلى خاطر اور تسكين كا باعث بنے گا كيونكہ وہ اس سے بيٹے كى خوشبوسونگھے گى اور جس وقت دل بے قرار ہوگا تو اسے اپنى آغوش مي</w:t>
      </w:r>
      <w:r w:rsidR="007D6C9B">
        <w:rPr>
          <w:rtl/>
        </w:rPr>
        <w:t xml:space="preserve">ں </w:t>
      </w:r>
      <w:r>
        <w:rPr>
          <w:rtl/>
        </w:rPr>
        <w:t>لے لے گى اس طرح يہ اس كے درددل مي</w:t>
      </w:r>
      <w:r w:rsidR="007D6C9B">
        <w:rPr>
          <w:rtl/>
        </w:rPr>
        <w:t xml:space="preserve">ں </w:t>
      </w:r>
      <w:r>
        <w:rPr>
          <w:rtl/>
        </w:rPr>
        <w:t xml:space="preserve">تخفيف كا باعث ہوگا _ </w:t>
      </w:r>
    </w:p>
    <w:p w:rsidR="00DE2D7F" w:rsidRDefault="00DE2D7F" w:rsidP="00D07B54">
      <w:pPr>
        <w:pStyle w:val="libNormal"/>
        <w:rPr>
          <w:rtl/>
        </w:rPr>
      </w:pPr>
    </w:p>
    <w:p w:rsidR="00D16837" w:rsidRDefault="00DE2D7F" w:rsidP="00D07B54">
      <w:pPr>
        <w:pStyle w:val="Heading2Center"/>
        <w:rPr>
          <w:rtl/>
        </w:rPr>
      </w:pPr>
      <w:bookmarkStart w:id="101" w:name="_Toc7268498"/>
      <w:r>
        <w:rPr>
          <w:rtl/>
        </w:rPr>
        <w:t>باپ بيٹے ايك دوسرے سے مل كررونے لگے</w:t>
      </w:r>
      <w:bookmarkEnd w:id="101"/>
      <w:r>
        <w:rPr>
          <w:rtl/>
        </w:rPr>
        <w:t xml:space="preserve"> </w:t>
      </w:r>
    </w:p>
    <w:p w:rsidR="00DE2D7F" w:rsidRDefault="00DE2D7F" w:rsidP="00D07B54">
      <w:pPr>
        <w:pStyle w:val="libNormal"/>
        <w:rPr>
          <w:rtl/>
        </w:rPr>
      </w:pPr>
      <w:r>
        <w:rPr>
          <w:rtl/>
        </w:rPr>
        <w:t>آخروہ حساس لمحے آن پہنچے جب فرمان الہى كى تعميل ہونا تھى حضرت ابراہيم(ع) نے جب بيٹے كے مقام تسليم كو ديكھا، اسے اپنى آغوش مي</w:t>
      </w:r>
      <w:r w:rsidR="007D6C9B">
        <w:rPr>
          <w:rtl/>
        </w:rPr>
        <w:t xml:space="preserve">ں </w:t>
      </w:r>
      <w:r>
        <w:rPr>
          <w:rtl/>
        </w:rPr>
        <w:t>لے ليا، اس كے ر خسارو</w:t>
      </w:r>
      <w:r w:rsidR="007D6C9B">
        <w:rPr>
          <w:rtl/>
        </w:rPr>
        <w:t xml:space="preserve">ں </w:t>
      </w:r>
      <w:r>
        <w:rPr>
          <w:rtl/>
        </w:rPr>
        <w:t>كے بوسے لئے اوراس گھڑى دونو</w:t>
      </w:r>
      <w:r w:rsidR="007D6C9B">
        <w:rPr>
          <w:rtl/>
        </w:rPr>
        <w:t xml:space="preserve">ں </w:t>
      </w:r>
      <w:r>
        <w:rPr>
          <w:rtl/>
        </w:rPr>
        <w:t xml:space="preserve">رونے لگے _ ايسا گريہ تھا كہ ان كے جذبات اور لقائے خدا كےلئے ان كا شوق ظاہر ہوتا تھا _ </w:t>
      </w:r>
    </w:p>
    <w:p w:rsidR="00DE2D7F" w:rsidRDefault="00DE2D7F" w:rsidP="00D07B54">
      <w:pPr>
        <w:pStyle w:val="libNormal"/>
        <w:rPr>
          <w:rtl/>
        </w:rPr>
      </w:pPr>
      <w:r>
        <w:rPr>
          <w:rtl/>
        </w:rPr>
        <w:t>قرآن مختصر اور معنى خيز عبارت مي</w:t>
      </w:r>
      <w:r w:rsidR="007D6C9B">
        <w:rPr>
          <w:rtl/>
        </w:rPr>
        <w:t xml:space="preserve">ں </w:t>
      </w:r>
      <w:r>
        <w:rPr>
          <w:rtl/>
        </w:rPr>
        <w:t>صرف اتنى سى بات كہتا ہے : ''جب دونو</w:t>
      </w:r>
      <w:r w:rsidR="007D6C9B">
        <w:rPr>
          <w:rtl/>
        </w:rPr>
        <w:t xml:space="preserve">ں </w:t>
      </w:r>
      <w:r>
        <w:rPr>
          <w:rtl/>
        </w:rPr>
        <w:t>آمادہ وتيار ہوگئے اور (باپ ) ابراہيم (ع) نے بيٹے كو ماتھے كے بل لٹايا''</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قرآن يہا</w:t>
      </w:r>
      <w:r w:rsidR="007D6C9B">
        <w:rPr>
          <w:rtl/>
        </w:rPr>
        <w:t xml:space="preserve">ں </w:t>
      </w:r>
      <w:r>
        <w:rPr>
          <w:rtl/>
        </w:rPr>
        <w:t>پھر اختصار كے ساتھ گزرگيا ہے اور سننے والے كو اجازت ديتا ہے كہ وہ اپنے احساسات كى موجو</w:t>
      </w:r>
      <w:r w:rsidR="007D6C9B">
        <w:rPr>
          <w:rtl/>
        </w:rPr>
        <w:t xml:space="preserve">ں </w:t>
      </w:r>
      <w:r>
        <w:rPr>
          <w:rtl/>
        </w:rPr>
        <w:t xml:space="preserve">كى ساتھ قصے كو سمجھے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صافات آيت </w:t>
      </w:r>
      <w:r w:rsidR="00E664BB">
        <w:rPr>
          <w:rtl/>
        </w:rPr>
        <w:t>103</w:t>
      </w:r>
      <w:r>
        <w:rPr>
          <w:rtl/>
        </w:rPr>
        <w:t xml:space="preserve"> </w:t>
      </w:r>
    </w:p>
    <w:p w:rsidR="00DE2D7F" w:rsidRDefault="001648F9" w:rsidP="00D07B54">
      <w:pPr>
        <w:pStyle w:val="libNormal"/>
        <w:rPr>
          <w:rtl/>
        </w:rPr>
      </w:pPr>
      <w:r>
        <w:rPr>
          <w:rtl/>
        </w:rPr>
        <w:t xml:space="preserve"> </w:t>
      </w:r>
      <w:r>
        <w:rPr>
          <w:rtl/>
        </w:rPr>
        <w:br w:type="page"/>
      </w:r>
      <w:r w:rsidR="00DE2D7F">
        <w:rPr>
          <w:rtl/>
        </w:rPr>
        <w:lastRenderedPageBreak/>
        <w:t>بعض نے كہا ہے كہ '' تلہ للجبين ''_سے مراد يہ تھى كہ پيشانى خود اس كى فرما</w:t>
      </w:r>
      <w:r w:rsidR="00091C36">
        <w:rPr>
          <w:rtl/>
        </w:rPr>
        <w:t xml:space="preserve">ئش </w:t>
      </w:r>
      <w:r w:rsidR="00DE2D7F">
        <w:rPr>
          <w:rtl/>
        </w:rPr>
        <w:t xml:space="preserve"> پر زمين پر ركھى كہ مبادان كى نگاہ بيٹے كے چہرے پر پڑے اور پدرى جذبات جوش مي</w:t>
      </w:r>
      <w:r w:rsidR="007D6C9B">
        <w:rPr>
          <w:rtl/>
        </w:rPr>
        <w:t xml:space="preserve">ں </w:t>
      </w:r>
      <w:r w:rsidR="00DE2D7F">
        <w:rPr>
          <w:rtl/>
        </w:rPr>
        <w:t>آجائي</w:t>
      </w:r>
      <w:r w:rsidR="007D6C9B">
        <w:rPr>
          <w:rtl/>
        </w:rPr>
        <w:t xml:space="preserve">ں </w:t>
      </w:r>
      <w:r w:rsidR="00DE2D7F">
        <w:rPr>
          <w:rtl/>
        </w:rPr>
        <w:t>اور فرمان خدا كے اجراء مي</w:t>
      </w:r>
      <w:r w:rsidR="007D6C9B">
        <w:rPr>
          <w:rtl/>
        </w:rPr>
        <w:t xml:space="preserve">ں </w:t>
      </w:r>
      <w:r w:rsidR="00DE2D7F">
        <w:rPr>
          <w:rtl/>
        </w:rPr>
        <w:t>مانع ہوجائي</w:t>
      </w:r>
      <w:r w:rsidR="007D6C9B">
        <w:rPr>
          <w:rtl/>
        </w:rPr>
        <w:t xml:space="preserve">ں </w:t>
      </w:r>
      <w:r w:rsidR="00DE2D7F">
        <w:rPr>
          <w:rtl/>
        </w:rPr>
        <w:t xml:space="preserve">_ </w:t>
      </w:r>
    </w:p>
    <w:p w:rsidR="00DE2D7F" w:rsidRDefault="00DE2D7F" w:rsidP="00D07B54">
      <w:pPr>
        <w:pStyle w:val="libNormal"/>
        <w:rPr>
          <w:rtl/>
        </w:rPr>
      </w:pPr>
      <w:r>
        <w:rPr>
          <w:rtl/>
        </w:rPr>
        <w:t>بہرحال حضرت ابراہيم نے بيٹے كے چہرے كو خاك پر ركھا اور چھرى كو حركت دى اور تيزى اور طاقت كے ساتھ اسے بيٹے كے گلے پر پھير ديا جب كہ ان كى روح ہيجان مي</w:t>
      </w:r>
      <w:r w:rsidR="007D6C9B">
        <w:rPr>
          <w:rtl/>
        </w:rPr>
        <w:t xml:space="preserve">ں </w:t>
      </w:r>
      <w:r>
        <w:rPr>
          <w:rtl/>
        </w:rPr>
        <w:t>تھى اور صرف عشق خداہى انھي</w:t>
      </w:r>
      <w:r w:rsidR="007D6C9B">
        <w:rPr>
          <w:rtl/>
        </w:rPr>
        <w:t xml:space="preserve">ں </w:t>
      </w:r>
      <w:r>
        <w:rPr>
          <w:rtl/>
        </w:rPr>
        <w:t>اپنى راہ مي</w:t>
      </w:r>
      <w:r w:rsidR="007D6C9B">
        <w:rPr>
          <w:rtl/>
        </w:rPr>
        <w:t xml:space="preserve">ں </w:t>
      </w:r>
      <w:r>
        <w:rPr>
          <w:rtl/>
        </w:rPr>
        <w:t xml:space="preserve">كسى شك كے بغير آگے بڑھا رہاتھا _ </w:t>
      </w:r>
    </w:p>
    <w:p w:rsidR="00DE2D7F" w:rsidRDefault="00DE2D7F" w:rsidP="00D07B54">
      <w:pPr>
        <w:pStyle w:val="libNormal"/>
        <w:rPr>
          <w:rtl/>
        </w:rPr>
      </w:pPr>
      <w:r>
        <w:rPr>
          <w:rtl/>
        </w:rPr>
        <w:t xml:space="preserve">ليكن تيزدھار چھرى نے بيٹے كے لطيف ونازك گلے پر معمولى سا بھى اثر نہ كيا _ </w:t>
      </w:r>
    </w:p>
    <w:p w:rsidR="00DE2D7F" w:rsidRDefault="00DE2D7F" w:rsidP="00D07B54">
      <w:pPr>
        <w:pStyle w:val="libNormal"/>
        <w:rPr>
          <w:rtl/>
        </w:rPr>
      </w:pPr>
      <w:r>
        <w:rPr>
          <w:rtl/>
        </w:rPr>
        <w:t>حضرت ابراہيم(ع) حيرت مي</w:t>
      </w:r>
      <w:r w:rsidR="007D6C9B">
        <w:rPr>
          <w:rtl/>
        </w:rPr>
        <w:t xml:space="preserve">ں </w:t>
      </w:r>
      <w:r>
        <w:rPr>
          <w:rtl/>
        </w:rPr>
        <w:t>ڈوب گئے ،دوبارہ چھرى كو چلايا ، ليكن پھر بھى وہ كار گر ثابت نہ ہوئي ، ہا</w:t>
      </w:r>
      <w:r w:rsidR="007D6C9B">
        <w:rPr>
          <w:rtl/>
        </w:rPr>
        <w:t xml:space="preserve">ں </w:t>
      </w:r>
      <w:r>
        <w:rPr>
          <w:rtl/>
        </w:rPr>
        <w:t>: خليل تو كہتے ہي</w:t>
      </w:r>
      <w:r w:rsidR="007D6C9B">
        <w:rPr>
          <w:rtl/>
        </w:rPr>
        <w:t xml:space="preserve">ں </w:t>
      </w:r>
      <w:r>
        <w:rPr>
          <w:rtl/>
        </w:rPr>
        <w:t xml:space="preserve">كہ ''كاٹ'' ليكن خدا وند جليل يہ حكم دے رہا ہے كہ ''نہ كاٹ '' اور چھرى تو صرف اسى كى فرمانبردارہے _ </w:t>
      </w:r>
    </w:p>
    <w:p w:rsidR="00DE2D7F" w:rsidRDefault="00DE2D7F" w:rsidP="00D07B54">
      <w:pPr>
        <w:pStyle w:val="libNormal"/>
        <w:rPr>
          <w:rtl/>
        </w:rPr>
      </w:pPr>
      <w:r>
        <w:rPr>
          <w:rtl/>
        </w:rPr>
        <w:t>يہ وہ منزل ہے كہ جہا</w:t>
      </w:r>
      <w:r w:rsidR="007D6C9B">
        <w:rPr>
          <w:rtl/>
        </w:rPr>
        <w:t xml:space="preserve">ں </w:t>
      </w:r>
      <w:r>
        <w:rPr>
          <w:rtl/>
        </w:rPr>
        <w:t>قرآن ايك مختصر اور معنى خيز جملے كے ساتھ انتظار كو ختم كرتے ہوئے كہتا ہے:'' اس وقت ہم نے ندادى (اور پكار كر كہا ) كہ اے ابراہيم : خواب مي</w:t>
      </w:r>
      <w:r w:rsidR="007D6C9B">
        <w:rPr>
          <w:rtl/>
        </w:rPr>
        <w:t xml:space="preserve">ں </w:t>
      </w:r>
      <w:r>
        <w:rPr>
          <w:rtl/>
        </w:rPr>
        <w:t>جو حكم تمھي</w:t>
      </w:r>
      <w:r w:rsidR="007D6C9B">
        <w:rPr>
          <w:rtl/>
        </w:rPr>
        <w:t xml:space="preserve">ں </w:t>
      </w:r>
      <w:r>
        <w:rPr>
          <w:rtl/>
        </w:rPr>
        <w:t>ديا گيا تھا وہ تم نے پورا كرديا ،ہم نيكو كارو</w:t>
      </w:r>
      <w:r w:rsidR="007D6C9B">
        <w:rPr>
          <w:rtl/>
        </w:rPr>
        <w:t xml:space="preserve">ں </w:t>
      </w:r>
      <w:r>
        <w:rPr>
          <w:rtl/>
        </w:rPr>
        <w:t>كو اسى طرح جزا ديا كرتے ہي</w:t>
      </w:r>
      <w:r w:rsidR="007D6C9B">
        <w:rPr>
          <w:rtl/>
        </w:rPr>
        <w:t xml:space="preserve">ں </w:t>
      </w:r>
      <w:r>
        <w:rPr>
          <w:rtl/>
        </w:rPr>
        <w:t xml:space="preserve">_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ہم ہى انھي</w:t>
      </w:r>
      <w:r w:rsidR="007D6C9B">
        <w:rPr>
          <w:rtl/>
        </w:rPr>
        <w:t xml:space="preserve">ں </w:t>
      </w:r>
      <w:r>
        <w:rPr>
          <w:rtl/>
        </w:rPr>
        <w:t>امتحان مي</w:t>
      </w:r>
      <w:r w:rsidR="007D6C9B">
        <w:rPr>
          <w:rtl/>
        </w:rPr>
        <w:t xml:space="preserve">ں </w:t>
      </w:r>
      <w:r>
        <w:rPr>
          <w:rtl/>
        </w:rPr>
        <w:t>كاميابى كى توفيق ديتے ہي</w:t>
      </w:r>
      <w:r w:rsidR="007D6C9B">
        <w:rPr>
          <w:rtl/>
        </w:rPr>
        <w:t xml:space="preserve">ں </w:t>
      </w:r>
      <w:r>
        <w:rPr>
          <w:rtl/>
        </w:rPr>
        <w:t>اور ہم ايسا بھى نہي</w:t>
      </w:r>
      <w:r w:rsidR="007D6C9B">
        <w:rPr>
          <w:rtl/>
        </w:rPr>
        <w:t xml:space="preserve">ں </w:t>
      </w:r>
      <w:r>
        <w:rPr>
          <w:rtl/>
        </w:rPr>
        <w:t>ہونے دي</w:t>
      </w:r>
      <w:r w:rsidR="007D6C9B">
        <w:rPr>
          <w:rtl/>
        </w:rPr>
        <w:t xml:space="preserve">ں </w:t>
      </w:r>
      <w:r>
        <w:rPr>
          <w:rtl/>
        </w:rPr>
        <w:t>گے كہ ان كا فرزند دل بندان كے ہاتھ ہى سے چلاجائے ہا</w:t>
      </w:r>
      <w:r w:rsidR="007D6C9B">
        <w:rPr>
          <w:rtl/>
        </w:rPr>
        <w:t xml:space="preserve">ں </w:t>
      </w:r>
      <w:r>
        <w:rPr>
          <w:rtl/>
        </w:rPr>
        <w:t>: جو شخص سرتاپا ہمارے حكم كے سامنے سر تسليم خم كئے ہوئے ہے اوراس نے نيكى كو اعلى حد تك پہنچا ديا ہے ، اس كى اس كے سوااور كوئي جزا نہي</w:t>
      </w:r>
      <w:r w:rsidR="007D6C9B">
        <w:rPr>
          <w:rtl/>
        </w:rPr>
        <w:t xml:space="preserve">ں </w:t>
      </w:r>
      <w:r>
        <w:rPr>
          <w:rtl/>
        </w:rPr>
        <w:t xml:space="preserve">ہوگى _ </w:t>
      </w:r>
    </w:p>
    <w:p w:rsidR="00DE2D7F" w:rsidRDefault="00DE2D7F" w:rsidP="00D07B54">
      <w:pPr>
        <w:pStyle w:val="libNormal"/>
        <w:rPr>
          <w:rtl/>
        </w:rPr>
      </w:pPr>
      <w:r>
        <w:rPr>
          <w:rtl/>
        </w:rPr>
        <w:t xml:space="preserve">اس كے بعد مزيد كہتا ہے :'' بے شك يہ اہم اور آشكار امتحان ہے 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بيٹے كو اپنے ہاتھ سے ذبح كرنا ، وہ بھى نيك اور لائق بيٹا ،اس باپ كے لئے جس نے ايك عمر ايسے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صافات آيات </w:t>
      </w:r>
      <w:r w:rsidR="00E664BB">
        <w:rPr>
          <w:rtl/>
        </w:rPr>
        <w:t>104</w:t>
      </w:r>
      <w:r>
        <w:rPr>
          <w:rtl/>
        </w:rPr>
        <w:t xml:space="preserve"> </w:t>
      </w:r>
    </w:p>
    <w:p w:rsidR="00DE2D7F" w:rsidRDefault="00DE2D7F" w:rsidP="00D07B54">
      <w:pPr>
        <w:pStyle w:val="libFootnote"/>
        <w:rPr>
          <w:rtl/>
        </w:rPr>
      </w:pPr>
      <w:r>
        <w:rPr>
          <w:rtl/>
        </w:rPr>
        <w:t>(</w:t>
      </w:r>
      <w:r w:rsidR="00E664BB">
        <w:rPr>
          <w:rtl/>
        </w:rPr>
        <w:t>2</w:t>
      </w:r>
      <w:r>
        <w:rPr>
          <w:rtl/>
        </w:rPr>
        <w:t xml:space="preserve">) سورہ صافات آيات </w:t>
      </w:r>
      <w:r w:rsidR="00E664BB">
        <w:rPr>
          <w:rtl/>
        </w:rPr>
        <w:t>106</w:t>
      </w:r>
      <w:r>
        <w:rPr>
          <w:rtl/>
        </w:rPr>
        <w:t xml:space="preserve"> </w:t>
      </w:r>
    </w:p>
    <w:p w:rsidR="00091C36" w:rsidRDefault="001648F9" w:rsidP="00D07B54">
      <w:pPr>
        <w:pStyle w:val="libNormal"/>
        <w:rPr>
          <w:rtl/>
        </w:rPr>
      </w:pPr>
      <w:r>
        <w:rPr>
          <w:rtl/>
        </w:rPr>
        <w:t xml:space="preserve"> </w:t>
      </w:r>
      <w:r>
        <w:rPr>
          <w:rtl/>
        </w:rPr>
        <w:br w:type="page"/>
      </w:r>
    </w:p>
    <w:p w:rsidR="00091C36" w:rsidRDefault="00091C36" w:rsidP="00D07B54">
      <w:pPr>
        <w:pStyle w:val="libNormal"/>
        <w:rPr>
          <w:rtl/>
        </w:rPr>
      </w:pPr>
    </w:p>
    <w:p w:rsidR="00DE2D7F" w:rsidRDefault="00DE2D7F" w:rsidP="00D07B54">
      <w:pPr>
        <w:pStyle w:val="libNormal"/>
        <w:rPr>
          <w:rtl/>
        </w:rPr>
      </w:pPr>
      <w:r>
        <w:rPr>
          <w:rtl/>
        </w:rPr>
        <w:t>فرزند كے انتظار مي</w:t>
      </w:r>
      <w:r w:rsidR="007D6C9B">
        <w:rPr>
          <w:rtl/>
        </w:rPr>
        <w:t xml:space="preserve">ں </w:t>
      </w:r>
      <w:r>
        <w:rPr>
          <w:rtl/>
        </w:rPr>
        <w:t>گذارى ہو، آسان كام نہي</w:t>
      </w:r>
      <w:r w:rsidR="007D6C9B">
        <w:rPr>
          <w:rtl/>
        </w:rPr>
        <w:t xml:space="preserve">ں </w:t>
      </w:r>
      <w:r>
        <w:rPr>
          <w:rtl/>
        </w:rPr>
        <w:t xml:space="preserve">ہے _ ايسے فرزندكى ياد كس طرح دل سے نكال سكتا تھا ؟اس سے بھى بالا تر يہ كہ وہ انتہائي تسليم ورضا كے ساتھ ماتھے پرشكن لائے بغير ايسے فرمان كى تعميل كے لئے آگے بڑھے اور اس كے تمام مقدمات كو آخرى مرحلے تك انجام دے ، اس طور پر كہ روحانى اور عملى آمادگى كے لحاظ سے كوئي كسرباقى نہ چھوڑے _ </w:t>
      </w:r>
    </w:p>
    <w:p w:rsidR="00DE2D7F" w:rsidRDefault="00DE2D7F" w:rsidP="00D07B54">
      <w:pPr>
        <w:pStyle w:val="libNormal"/>
        <w:rPr>
          <w:rtl/>
        </w:rPr>
      </w:pPr>
      <w:r>
        <w:rPr>
          <w:rtl/>
        </w:rPr>
        <w:t xml:space="preserve">اس سے بھى بڑھ كر عجيب، اس فرمان كے آگے اس نوجوان كى اطاعت شعارى كى انتہا ،وہ خوشى خوشى ، اطمينان قلب كے ساتھ پروردگار كے لطف سے ، اس كے ارادے كے سامنے ، سرتسليم خم كرتے ہوئے ، ذبح كے استقبال كےلئے آگے بڑھا _ </w:t>
      </w:r>
    </w:p>
    <w:p w:rsidR="00DE2D7F" w:rsidRDefault="00DE2D7F" w:rsidP="00D07B54">
      <w:pPr>
        <w:pStyle w:val="libNormal"/>
        <w:rPr>
          <w:rtl/>
        </w:rPr>
      </w:pPr>
    </w:p>
    <w:p w:rsidR="00091C36" w:rsidRDefault="00DE2D7F" w:rsidP="00D07B54">
      <w:pPr>
        <w:pStyle w:val="Heading2Center"/>
        <w:rPr>
          <w:rtl/>
        </w:rPr>
      </w:pPr>
      <w:bookmarkStart w:id="102" w:name="_Toc7268499"/>
      <w:r>
        <w:rPr>
          <w:rtl/>
        </w:rPr>
        <w:t>جبرئيل (ع) كى فرياد تكبير</w:t>
      </w:r>
      <w:bookmarkEnd w:id="102"/>
      <w:r>
        <w:rPr>
          <w:rtl/>
        </w:rPr>
        <w:t xml:space="preserve"> </w:t>
      </w:r>
    </w:p>
    <w:p w:rsidR="00DE2D7F" w:rsidRDefault="00DE2D7F" w:rsidP="00D07B54">
      <w:pPr>
        <w:pStyle w:val="libNormal"/>
        <w:rPr>
          <w:rtl/>
        </w:rPr>
      </w:pPr>
      <w:r>
        <w:rPr>
          <w:rtl/>
        </w:rPr>
        <w:t xml:space="preserve">جس وقت يہ كام انجام پاچكا تو جبرئيل نے (تعجب كرتے ہوئے )پكاركر كہا '' اللّہ اكبر'''' اللّہ اكبر'' ابراہيم(ع) كے فرزندنے كہا : '' </w:t>
      </w:r>
      <w:r w:rsidRPr="00442C0D">
        <w:rPr>
          <w:rStyle w:val="libArabicChar"/>
          <w:rtl/>
        </w:rPr>
        <w:t>لاال</w:t>
      </w:r>
      <w:r w:rsidR="007F58D3" w:rsidRPr="007F58D3">
        <w:rPr>
          <w:rStyle w:val="libArabicChar"/>
          <w:rFonts w:hint="cs"/>
          <w:rtl/>
        </w:rPr>
        <w:t>ه</w:t>
      </w:r>
      <w:r w:rsidRPr="00442C0D">
        <w:rPr>
          <w:rStyle w:val="libArabicChar"/>
          <w:rtl/>
        </w:rPr>
        <w:t xml:space="preserve"> </w:t>
      </w:r>
      <w:r w:rsidRPr="00442C0D">
        <w:rPr>
          <w:rStyle w:val="libArabicChar"/>
          <w:rFonts w:hint="cs"/>
          <w:rtl/>
        </w:rPr>
        <w:t>الااللّ</w:t>
      </w:r>
      <w:r w:rsidR="007F58D3" w:rsidRPr="007F58D3">
        <w:rPr>
          <w:rStyle w:val="libArabicChar"/>
          <w:rFonts w:hint="cs"/>
          <w:rtl/>
        </w:rPr>
        <w:t>ه</w:t>
      </w:r>
      <w:r w:rsidRPr="00442C0D">
        <w:rPr>
          <w:rStyle w:val="libArabicChar"/>
          <w:rtl/>
        </w:rPr>
        <w:t xml:space="preserve"> </w:t>
      </w:r>
      <w:r w:rsidRPr="00442C0D">
        <w:rPr>
          <w:rStyle w:val="libArabicChar"/>
          <w:rFonts w:hint="cs"/>
          <w:rtl/>
        </w:rPr>
        <w:t>و</w:t>
      </w:r>
      <w:r w:rsidRPr="00442C0D">
        <w:rPr>
          <w:rStyle w:val="libArabicChar"/>
          <w:rtl/>
        </w:rPr>
        <w:t xml:space="preserve"> </w:t>
      </w:r>
      <w:r w:rsidRPr="00442C0D">
        <w:rPr>
          <w:rStyle w:val="libArabicChar"/>
          <w:rFonts w:hint="cs"/>
          <w:rtl/>
        </w:rPr>
        <w:t>اللّ</w:t>
      </w:r>
      <w:r w:rsidR="007F58D3" w:rsidRPr="007F58D3">
        <w:rPr>
          <w:rStyle w:val="libArabicChar"/>
          <w:rFonts w:hint="cs"/>
          <w:rtl/>
        </w:rPr>
        <w:t>ه</w:t>
      </w:r>
      <w:r w:rsidRPr="00442C0D">
        <w:rPr>
          <w:rStyle w:val="libArabicChar"/>
          <w:rtl/>
        </w:rPr>
        <w:t xml:space="preserve"> </w:t>
      </w:r>
      <w:r w:rsidRPr="00442C0D">
        <w:rPr>
          <w:rStyle w:val="libArabicChar"/>
          <w:rFonts w:hint="cs"/>
          <w:rtl/>
        </w:rPr>
        <w:t>اكبر</w:t>
      </w:r>
      <w:r>
        <w:rPr>
          <w:rtl/>
        </w:rPr>
        <w:t xml:space="preserve"> ''_اور عظيم فداكار باپ نے بھى كہا '' اللّہ اكبر واللّہ الحمد '' _ </w:t>
      </w:r>
    </w:p>
    <w:p w:rsidR="00DE2D7F" w:rsidRDefault="00DE2D7F" w:rsidP="00D07B54">
      <w:pPr>
        <w:pStyle w:val="libNormal"/>
        <w:rPr>
          <w:rtl/>
        </w:rPr>
      </w:pPr>
      <w:r>
        <w:rPr>
          <w:rtl/>
        </w:rPr>
        <w:t>اور يہ ان تكبيرو</w:t>
      </w:r>
      <w:r w:rsidR="007D6C9B">
        <w:rPr>
          <w:rtl/>
        </w:rPr>
        <w:t xml:space="preserve">ں </w:t>
      </w:r>
      <w:r>
        <w:rPr>
          <w:rtl/>
        </w:rPr>
        <w:t>كے مشابہ ہے جو ہم عيد قربان كے دن پڑھتے ہي</w:t>
      </w:r>
      <w:r w:rsidR="007D6C9B">
        <w:rPr>
          <w:rtl/>
        </w:rPr>
        <w:t xml:space="preserve">ں </w:t>
      </w:r>
      <w:r>
        <w:rPr>
          <w:rtl/>
        </w:rPr>
        <w:t xml:space="preserve">_ </w:t>
      </w:r>
    </w:p>
    <w:p w:rsidR="00DE2D7F" w:rsidRDefault="00DE2D7F" w:rsidP="00D07B54">
      <w:pPr>
        <w:pStyle w:val="libNormal"/>
        <w:rPr>
          <w:rtl/>
        </w:rPr>
      </w:pPr>
      <w:r>
        <w:rPr>
          <w:rtl/>
        </w:rPr>
        <w:t>ہم جانتے ہي</w:t>
      </w:r>
      <w:r w:rsidR="007D6C9B">
        <w:rPr>
          <w:rtl/>
        </w:rPr>
        <w:t xml:space="preserve">ں </w:t>
      </w:r>
      <w:r>
        <w:rPr>
          <w:rtl/>
        </w:rPr>
        <w:t>كہ اسلامى روايات مي</w:t>
      </w:r>
      <w:r w:rsidR="007D6C9B">
        <w:rPr>
          <w:rtl/>
        </w:rPr>
        <w:t xml:space="preserve">ں </w:t>
      </w:r>
      <w:r>
        <w:rPr>
          <w:rtl/>
        </w:rPr>
        <w:t>عيد الاضحى كے بارے مي</w:t>
      </w:r>
      <w:r w:rsidR="007D6C9B">
        <w:rPr>
          <w:rtl/>
        </w:rPr>
        <w:t xml:space="preserve">ں </w:t>
      </w:r>
      <w:r>
        <w:rPr>
          <w:rtl/>
        </w:rPr>
        <w:t>جو احكام آئے ہي</w:t>
      </w:r>
      <w:r w:rsidR="007D6C9B">
        <w:rPr>
          <w:rtl/>
        </w:rPr>
        <w:t xml:space="preserve">ں </w:t>
      </w:r>
      <w:r>
        <w:rPr>
          <w:rtl/>
        </w:rPr>
        <w:t>ان مي</w:t>
      </w:r>
      <w:r w:rsidR="007D6C9B">
        <w:rPr>
          <w:rtl/>
        </w:rPr>
        <w:t xml:space="preserve">ں </w:t>
      </w:r>
      <w:r>
        <w:rPr>
          <w:rtl/>
        </w:rPr>
        <w:t>كچھ مخصوص تكبيري</w:t>
      </w:r>
      <w:r w:rsidR="007D6C9B">
        <w:rPr>
          <w:rtl/>
        </w:rPr>
        <w:t xml:space="preserve">ں </w:t>
      </w:r>
      <w:r>
        <w:rPr>
          <w:rtl/>
        </w:rPr>
        <w:t>ہي</w:t>
      </w:r>
      <w:r w:rsidR="007D6C9B">
        <w:rPr>
          <w:rtl/>
        </w:rPr>
        <w:t xml:space="preserve">ں </w:t>
      </w:r>
      <w:r>
        <w:rPr>
          <w:rtl/>
        </w:rPr>
        <w:t>جو تمام مسلمان پڑھتے ہي</w:t>
      </w:r>
      <w:r w:rsidR="007D6C9B">
        <w:rPr>
          <w:rtl/>
        </w:rPr>
        <w:t xml:space="preserve">ں </w:t>
      </w:r>
      <w:r>
        <w:rPr>
          <w:rtl/>
        </w:rPr>
        <w:t>چاہے وہ مراسم حج مي</w:t>
      </w:r>
      <w:r w:rsidR="007D6C9B">
        <w:rPr>
          <w:rtl/>
        </w:rPr>
        <w:t xml:space="preserve">ں </w:t>
      </w:r>
      <w:r>
        <w:rPr>
          <w:rtl/>
        </w:rPr>
        <w:t>شريك ہو</w:t>
      </w:r>
      <w:r w:rsidR="007D6C9B">
        <w:rPr>
          <w:rtl/>
        </w:rPr>
        <w:t xml:space="preserve">ں </w:t>
      </w:r>
      <w:r>
        <w:rPr>
          <w:rtl/>
        </w:rPr>
        <w:t>اوريا منى مي</w:t>
      </w:r>
      <w:r w:rsidR="007D6C9B">
        <w:rPr>
          <w:rtl/>
        </w:rPr>
        <w:t xml:space="preserve">ں </w:t>
      </w:r>
      <w:r>
        <w:rPr>
          <w:rtl/>
        </w:rPr>
        <w:t>موجود ہو</w:t>
      </w:r>
      <w:r w:rsidR="007D6C9B">
        <w:rPr>
          <w:rtl/>
        </w:rPr>
        <w:t xml:space="preserve">ں </w:t>
      </w:r>
      <w:r>
        <w:rPr>
          <w:rtl/>
        </w:rPr>
        <w:t>اور چاہے دوسرے مقامات پر ہو</w:t>
      </w:r>
      <w:r w:rsidR="007D6C9B">
        <w:rPr>
          <w:rtl/>
        </w:rPr>
        <w:t xml:space="preserve">ں </w:t>
      </w:r>
      <w:r>
        <w:rPr>
          <w:rtl/>
        </w:rPr>
        <w:t>_ فرق اتنا ہے كہ جو منى مي</w:t>
      </w:r>
      <w:r w:rsidR="007D6C9B">
        <w:rPr>
          <w:rtl/>
        </w:rPr>
        <w:t xml:space="preserve">ں </w:t>
      </w:r>
      <w:r>
        <w:rPr>
          <w:rtl/>
        </w:rPr>
        <w:t>ہي</w:t>
      </w:r>
      <w:r w:rsidR="007D6C9B">
        <w:rPr>
          <w:rtl/>
        </w:rPr>
        <w:t xml:space="preserve">ں </w:t>
      </w:r>
      <w:r>
        <w:rPr>
          <w:rtl/>
        </w:rPr>
        <w:t>وہ ان نمازو</w:t>
      </w:r>
      <w:r w:rsidR="007D6C9B">
        <w:rPr>
          <w:rtl/>
        </w:rPr>
        <w:t xml:space="preserve">ں </w:t>
      </w:r>
      <w:r>
        <w:rPr>
          <w:rtl/>
        </w:rPr>
        <w:t>كے بعد پڑھتے ہي</w:t>
      </w:r>
      <w:r w:rsidR="007D6C9B">
        <w:rPr>
          <w:rtl/>
        </w:rPr>
        <w:t xml:space="preserve">ں </w:t>
      </w:r>
      <w:r>
        <w:rPr>
          <w:rtl/>
        </w:rPr>
        <w:t>جن سے پہلى عيد كے دن كى نماز ظہر ہے اور جو منى مي</w:t>
      </w:r>
      <w:r w:rsidR="007D6C9B">
        <w:rPr>
          <w:rtl/>
        </w:rPr>
        <w:t xml:space="preserve">ں </w:t>
      </w:r>
      <w:r>
        <w:rPr>
          <w:rtl/>
        </w:rPr>
        <w:t>نہي</w:t>
      </w:r>
      <w:r w:rsidR="007D6C9B">
        <w:rPr>
          <w:rtl/>
        </w:rPr>
        <w:t xml:space="preserve">ں </w:t>
      </w:r>
      <w:r>
        <w:rPr>
          <w:rtl/>
        </w:rPr>
        <w:t>ہوتے وہ ان نمازو</w:t>
      </w:r>
      <w:r w:rsidR="007D6C9B">
        <w:rPr>
          <w:rtl/>
        </w:rPr>
        <w:t xml:space="preserve">ں </w:t>
      </w:r>
      <w:r>
        <w:rPr>
          <w:rtl/>
        </w:rPr>
        <w:t>كے بعد تكرار كرتے ہي</w:t>
      </w:r>
      <w:r w:rsidR="007D6C9B">
        <w:rPr>
          <w:rtl/>
        </w:rPr>
        <w:t xml:space="preserve">ں </w:t>
      </w:r>
      <w:r>
        <w:rPr>
          <w:rtl/>
        </w:rPr>
        <w:t xml:space="preserve">اور ان تكبيرات كى صورت اس طرح ہے : </w:t>
      </w:r>
    </w:p>
    <w:p w:rsidR="00DE2D7F" w:rsidRDefault="00DE2D7F" w:rsidP="00D07B54">
      <w:pPr>
        <w:pStyle w:val="libNormal"/>
        <w:rPr>
          <w:rtl/>
        </w:rPr>
      </w:pPr>
      <w:r>
        <w:rPr>
          <w:rtl/>
        </w:rPr>
        <w:t xml:space="preserve">'' </w:t>
      </w:r>
      <w:r w:rsidRPr="00442C0D">
        <w:rPr>
          <w:rStyle w:val="libArabicChar"/>
          <w:rtl/>
        </w:rPr>
        <w:t>اللّ</w:t>
      </w:r>
      <w:r w:rsidR="007F58D3" w:rsidRPr="007F58D3">
        <w:rPr>
          <w:rStyle w:val="libArabicChar"/>
          <w:rFonts w:hint="cs"/>
          <w:rtl/>
        </w:rPr>
        <w:t>ه</w:t>
      </w:r>
      <w:r w:rsidRPr="00442C0D">
        <w:rPr>
          <w:rStyle w:val="libArabicChar"/>
          <w:rtl/>
        </w:rPr>
        <w:t xml:space="preserve"> </w:t>
      </w:r>
      <w:r w:rsidRPr="00442C0D">
        <w:rPr>
          <w:rStyle w:val="libArabicChar"/>
          <w:rFonts w:hint="cs"/>
          <w:rtl/>
        </w:rPr>
        <w:t>اكبر،</w:t>
      </w:r>
      <w:r w:rsidRPr="00442C0D">
        <w:rPr>
          <w:rStyle w:val="libArabicChar"/>
          <w:rtl/>
        </w:rPr>
        <w:t xml:space="preserve"> </w:t>
      </w:r>
      <w:r w:rsidRPr="00442C0D">
        <w:rPr>
          <w:rStyle w:val="libArabicChar"/>
          <w:rFonts w:hint="cs"/>
          <w:rtl/>
        </w:rPr>
        <w:t>اللّ</w:t>
      </w:r>
      <w:r w:rsidR="007F58D3" w:rsidRPr="007F58D3">
        <w:rPr>
          <w:rStyle w:val="libArabicChar"/>
          <w:rFonts w:hint="cs"/>
          <w:rtl/>
        </w:rPr>
        <w:t>ه</w:t>
      </w:r>
      <w:r w:rsidRPr="00442C0D">
        <w:rPr>
          <w:rStyle w:val="libArabicChar"/>
          <w:rtl/>
        </w:rPr>
        <w:t xml:space="preserve"> </w:t>
      </w:r>
      <w:r w:rsidRPr="00442C0D">
        <w:rPr>
          <w:rStyle w:val="libArabicChar"/>
          <w:rFonts w:hint="cs"/>
          <w:rtl/>
        </w:rPr>
        <w:t>اكبر،</w:t>
      </w:r>
      <w:r w:rsidRPr="00442C0D">
        <w:rPr>
          <w:rStyle w:val="libArabicChar"/>
          <w:rtl/>
        </w:rPr>
        <w:t xml:space="preserve"> </w:t>
      </w:r>
      <w:r w:rsidRPr="00442C0D">
        <w:rPr>
          <w:rStyle w:val="libArabicChar"/>
          <w:rFonts w:hint="cs"/>
          <w:rtl/>
        </w:rPr>
        <w:t>لاال</w:t>
      </w:r>
      <w:r w:rsidR="007F58D3" w:rsidRPr="007F58D3">
        <w:rPr>
          <w:rStyle w:val="libArabicChar"/>
          <w:rFonts w:hint="cs"/>
          <w:rtl/>
        </w:rPr>
        <w:t>ه</w:t>
      </w:r>
      <w:r w:rsidRPr="00442C0D">
        <w:rPr>
          <w:rStyle w:val="libArabicChar"/>
          <w:rtl/>
        </w:rPr>
        <w:t xml:space="preserve"> </w:t>
      </w:r>
      <w:r w:rsidRPr="00442C0D">
        <w:rPr>
          <w:rStyle w:val="libArabicChar"/>
          <w:rFonts w:hint="cs"/>
          <w:rtl/>
        </w:rPr>
        <w:t>الاللّ</w:t>
      </w:r>
      <w:r w:rsidR="007F58D3" w:rsidRPr="007F58D3">
        <w:rPr>
          <w:rStyle w:val="libArabicChar"/>
          <w:rFonts w:hint="cs"/>
          <w:rtl/>
        </w:rPr>
        <w:t>ه</w:t>
      </w:r>
      <w:r w:rsidRPr="00442C0D">
        <w:rPr>
          <w:rStyle w:val="libArabicChar"/>
          <w:rtl/>
        </w:rPr>
        <w:t xml:space="preserve"> </w:t>
      </w:r>
      <w:r w:rsidRPr="00442C0D">
        <w:rPr>
          <w:rStyle w:val="libArabicChar"/>
          <w:rFonts w:hint="cs"/>
          <w:rtl/>
        </w:rPr>
        <w:t>،</w:t>
      </w:r>
      <w:r w:rsidRPr="00442C0D">
        <w:rPr>
          <w:rStyle w:val="libArabicChar"/>
          <w:rtl/>
        </w:rPr>
        <w:t xml:space="preserve"> </w:t>
      </w:r>
      <w:r w:rsidRPr="00442C0D">
        <w:rPr>
          <w:rStyle w:val="libArabicChar"/>
          <w:rFonts w:hint="cs"/>
          <w:rtl/>
        </w:rPr>
        <w:t>اللّ</w:t>
      </w:r>
      <w:r w:rsidR="007F58D3" w:rsidRPr="007F58D3">
        <w:rPr>
          <w:rStyle w:val="libArabicChar"/>
          <w:rFonts w:hint="cs"/>
          <w:rtl/>
        </w:rPr>
        <w:t>ه</w:t>
      </w:r>
      <w:r w:rsidRPr="00442C0D">
        <w:rPr>
          <w:rStyle w:val="libArabicChar"/>
          <w:rtl/>
        </w:rPr>
        <w:t xml:space="preserve"> </w:t>
      </w:r>
      <w:r w:rsidRPr="00442C0D">
        <w:rPr>
          <w:rStyle w:val="libArabicChar"/>
          <w:rFonts w:hint="cs"/>
          <w:rtl/>
        </w:rPr>
        <w:t>اكبر</w:t>
      </w:r>
      <w:r w:rsidRPr="00442C0D">
        <w:rPr>
          <w:rStyle w:val="libArabicChar"/>
          <w:rtl/>
        </w:rPr>
        <w:t xml:space="preserve"> </w:t>
      </w:r>
      <w:r w:rsidRPr="00442C0D">
        <w:rPr>
          <w:rStyle w:val="libArabicChar"/>
          <w:rFonts w:hint="cs"/>
          <w:rtl/>
        </w:rPr>
        <w:t>،</w:t>
      </w:r>
      <w:r w:rsidRPr="00442C0D">
        <w:rPr>
          <w:rStyle w:val="libArabicChar"/>
          <w:rtl/>
        </w:rPr>
        <w:t xml:space="preserve"> </w:t>
      </w:r>
      <w:r w:rsidRPr="00442C0D">
        <w:rPr>
          <w:rStyle w:val="libArabicChar"/>
          <w:rFonts w:hint="cs"/>
          <w:rtl/>
        </w:rPr>
        <w:t>اللّ</w:t>
      </w:r>
      <w:r w:rsidR="007F58D3" w:rsidRPr="007F58D3">
        <w:rPr>
          <w:rStyle w:val="libArabicChar"/>
          <w:rFonts w:hint="cs"/>
          <w:rtl/>
        </w:rPr>
        <w:t>ه</w:t>
      </w:r>
      <w:r w:rsidRPr="00442C0D">
        <w:rPr>
          <w:rStyle w:val="libArabicChar"/>
          <w:rtl/>
        </w:rPr>
        <w:t xml:space="preserve"> </w:t>
      </w:r>
      <w:r w:rsidRPr="00442C0D">
        <w:rPr>
          <w:rStyle w:val="libArabicChar"/>
          <w:rFonts w:hint="cs"/>
          <w:rtl/>
        </w:rPr>
        <w:t>اكبر،</w:t>
      </w:r>
      <w:r w:rsidRPr="00442C0D">
        <w:rPr>
          <w:rStyle w:val="libArabicChar"/>
          <w:rtl/>
        </w:rPr>
        <w:t xml:space="preserve"> </w:t>
      </w:r>
      <w:r w:rsidRPr="00442C0D">
        <w:rPr>
          <w:rStyle w:val="libArabicChar"/>
          <w:rFonts w:hint="cs"/>
          <w:rtl/>
        </w:rPr>
        <w:t>وللّ</w:t>
      </w:r>
      <w:r w:rsidR="007F58D3" w:rsidRPr="007F58D3">
        <w:rPr>
          <w:rStyle w:val="libArabicChar"/>
          <w:rFonts w:hint="cs"/>
          <w:rtl/>
        </w:rPr>
        <w:t>ه</w:t>
      </w:r>
      <w:r w:rsidRPr="00442C0D">
        <w:rPr>
          <w:rStyle w:val="libArabicChar"/>
          <w:rtl/>
        </w:rPr>
        <w:t xml:space="preserve"> </w:t>
      </w:r>
      <w:r w:rsidRPr="00442C0D">
        <w:rPr>
          <w:rStyle w:val="libArabicChar"/>
          <w:rFonts w:hint="cs"/>
          <w:rtl/>
        </w:rPr>
        <w:t>الحمد،</w:t>
      </w:r>
      <w:r w:rsidRPr="00442C0D">
        <w:rPr>
          <w:rStyle w:val="libArabicChar"/>
          <w:rtl/>
        </w:rPr>
        <w:t xml:space="preserve"> </w:t>
      </w:r>
      <w:r w:rsidRPr="00442C0D">
        <w:rPr>
          <w:rStyle w:val="libArabicChar"/>
          <w:rFonts w:hint="cs"/>
          <w:rtl/>
        </w:rPr>
        <w:t>اللّ</w:t>
      </w:r>
      <w:r w:rsidR="007F58D3" w:rsidRPr="007F58D3">
        <w:rPr>
          <w:rStyle w:val="libArabicChar"/>
          <w:rFonts w:hint="cs"/>
          <w:rtl/>
        </w:rPr>
        <w:t>ه</w:t>
      </w:r>
      <w:r w:rsidRPr="00442C0D">
        <w:rPr>
          <w:rStyle w:val="libArabicChar"/>
          <w:rtl/>
        </w:rPr>
        <w:t xml:space="preserve"> </w:t>
      </w:r>
      <w:r w:rsidRPr="007F58D3">
        <w:rPr>
          <w:rStyle w:val="libArabicChar"/>
          <w:rFonts w:hint="cs"/>
          <w:rtl/>
        </w:rPr>
        <w:t>اكبر</w:t>
      </w:r>
      <w:r w:rsidRPr="007F58D3">
        <w:rPr>
          <w:rStyle w:val="libArabicChar"/>
          <w:rtl/>
        </w:rPr>
        <w:t xml:space="preserve"> </w:t>
      </w:r>
      <w:r w:rsidRPr="007F58D3">
        <w:rPr>
          <w:rStyle w:val="libArabicChar"/>
          <w:rFonts w:hint="cs"/>
          <w:rtl/>
        </w:rPr>
        <w:t>على</w:t>
      </w:r>
      <w:r w:rsidRPr="007F58D3">
        <w:rPr>
          <w:rStyle w:val="libArabicChar"/>
          <w:rtl/>
        </w:rPr>
        <w:t xml:space="preserve"> </w:t>
      </w:r>
      <w:r w:rsidRPr="007F58D3">
        <w:rPr>
          <w:rStyle w:val="libArabicChar"/>
          <w:rFonts w:hint="cs"/>
          <w:rtl/>
        </w:rPr>
        <w:t>ما</w:t>
      </w:r>
      <w:r w:rsidR="007F58D3" w:rsidRPr="007F58D3">
        <w:rPr>
          <w:rStyle w:val="libArabicChar"/>
          <w:rFonts w:hint="cs"/>
          <w:rtl/>
        </w:rPr>
        <w:t>ه</w:t>
      </w:r>
      <w:r w:rsidRPr="007F58D3">
        <w:rPr>
          <w:rStyle w:val="libArabicChar"/>
          <w:rFonts w:hint="cs"/>
          <w:rtl/>
        </w:rPr>
        <w:t>دانا</w:t>
      </w:r>
      <w:r>
        <w:rPr>
          <w:rtl/>
        </w:rPr>
        <w:t xml:space="preserve"> ''_ </w:t>
      </w:r>
    </w:p>
    <w:p w:rsidR="00DE2D7F" w:rsidRDefault="00DE2D7F" w:rsidP="00D07B54">
      <w:pPr>
        <w:pStyle w:val="libNormal"/>
        <w:rPr>
          <w:rtl/>
        </w:rPr>
      </w:pPr>
      <w:r>
        <w:rPr>
          <w:rtl/>
        </w:rPr>
        <w:t>جس وقت ہم اس حكم كا اس حديث كے ساتھ موازنہ كركے ديكھتے ہي</w:t>
      </w:r>
      <w:r w:rsidR="007D6C9B">
        <w:rPr>
          <w:rtl/>
        </w:rPr>
        <w:t xml:space="preserve">ں </w:t>
      </w:r>
      <w:r>
        <w:rPr>
          <w:rtl/>
        </w:rPr>
        <w:t xml:space="preserve">، جسے ہم پہلے نقل كرچكے </w:t>
      </w:r>
    </w:p>
    <w:p w:rsidR="00091C36" w:rsidRDefault="001648F9" w:rsidP="00D07B54">
      <w:pPr>
        <w:pStyle w:val="libNormal"/>
        <w:rPr>
          <w:rtl/>
        </w:rPr>
      </w:pPr>
      <w:r>
        <w:rPr>
          <w:rtl/>
        </w:rPr>
        <w:t xml:space="preserve"> </w:t>
      </w:r>
      <w:r>
        <w:rPr>
          <w:rtl/>
        </w:rPr>
        <w:br w:type="page"/>
      </w:r>
    </w:p>
    <w:p w:rsidR="00091C36" w:rsidRDefault="00091C36" w:rsidP="00D07B54">
      <w:pPr>
        <w:pStyle w:val="libNormal"/>
        <w:rPr>
          <w:rtl/>
        </w:rPr>
      </w:pPr>
    </w:p>
    <w:p w:rsidR="00DE2D7F" w:rsidRDefault="00DE2D7F" w:rsidP="00D07B54">
      <w:pPr>
        <w:pStyle w:val="libNormal"/>
        <w:rPr>
          <w:rtl/>
        </w:rPr>
      </w:pPr>
      <w:r>
        <w:rPr>
          <w:rtl/>
        </w:rPr>
        <w:t>ہي</w:t>
      </w:r>
      <w:r w:rsidR="007D6C9B">
        <w:rPr>
          <w:rtl/>
        </w:rPr>
        <w:t xml:space="preserve">ں </w:t>
      </w:r>
      <w:r>
        <w:rPr>
          <w:rtl/>
        </w:rPr>
        <w:t>_ تو معلوم ہوتا ہے كہ يہ تكبيري</w:t>
      </w:r>
      <w:r w:rsidR="007D6C9B">
        <w:rPr>
          <w:rtl/>
        </w:rPr>
        <w:t xml:space="preserve">ں </w:t>
      </w:r>
      <w:r>
        <w:rPr>
          <w:rtl/>
        </w:rPr>
        <w:t>حقيقت مي</w:t>
      </w:r>
      <w:r w:rsidR="007D6C9B">
        <w:rPr>
          <w:rtl/>
        </w:rPr>
        <w:t xml:space="preserve">ں </w:t>
      </w:r>
      <w:r>
        <w:rPr>
          <w:rtl/>
        </w:rPr>
        <w:t>جبرئيل(ع) اور اسماعيل (ع) اور ان كے باپ ابراہيم كى تكبيرو</w:t>
      </w:r>
      <w:r w:rsidR="007D6C9B">
        <w:rPr>
          <w:rtl/>
        </w:rPr>
        <w:t xml:space="preserve">ں </w:t>
      </w:r>
      <w:r>
        <w:rPr>
          <w:rtl/>
        </w:rPr>
        <w:t>كا مجموعہ ہي</w:t>
      </w:r>
      <w:r w:rsidR="007D6C9B">
        <w:rPr>
          <w:rtl/>
        </w:rPr>
        <w:t xml:space="preserve">ں </w:t>
      </w:r>
      <w:r>
        <w:rPr>
          <w:rtl/>
        </w:rPr>
        <w:t>، اور كچھ اس پراضافہ ہے _دوسرے لفظو</w:t>
      </w:r>
      <w:r w:rsidR="007D6C9B">
        <w:rPr>
          <w:rtl/>
        </w:rPr>
        <w:t xml:space="preserve">ں </w:t>
      </w:r>
      <w:r>
        <w:rPr>
          <w:rtl/>
        </w:rPr>
        <w:t>مي</w:t>
      </w:r>
      <w:r w:rsidR="007D6C9B">
        <w:rPr>
          <w:rtl/>
        </w:rPr>
        <w:t xml:space="preserve">ں </w:t>
      </w:r>
      <w:r>
        <w:rPr>
          <w:rtl/>
        </w:rPr>
        <w:t>يہ الفاظ حضرت ابراہيم(ع) اور حضرت اسماعيل كى اس عظيم آزما</w:t>
      </w:r>
      <w:r w:rsidR="00091C36">
        <w:rPr>
          <w:rtl/>
        </w:rPr>
        <w:t xml:space="preserve">ئش </w:t>
      </w:r>
      <w:r>
        <w:rPr>
          <w:rtl/>
        </w:rPr>
        <w:t xml:space="preserve"> مي</w:t>
      </w:r>
      <w:r w:rsidR="007D6C9B">
        <w:rPr>
          <w:rtl/>
        </w:rPr>
        <w:t xml:space="preserve">ں </w:t>
      </w:r>
      <w:r>
        <w:rPr>
          <w:rtl/>
        </w:rPr>
        <w:t>كاميابى كى ياد لوگو</w:t>
      </w:r>
      <w:r w:rsidR="007D6C9B">
        <w:rPr>
          <w:rtl/>
        </w:rPr>
        <w:t xml:space="preserve">ں </w:t>
      </w:r>
      <w:r>
        <w:rPr>
          <w:rtl/>
        </w:rPr>
        <w:t>كى نظرو</w:t>
      </w:r>
      <w:r w:rsidR="007D6C9B">
        <w:rPr>
          <w:rtl/>
        </w:rPr>
        <w:t xml:space="preserve">ں </w:t>
      </w:r>
      <w:r>
        <w:rPr>
          <w:rtl/>
        </w:rPr>
        <w:t>مي</w:t>
      </w:r>
      <w:r w:rsidR="007D6C9B">
        <w:rPr>
          <w:rtl/>
        </w:rPr>
        <w:t xml:space="preserve">ں </w:t>
      </w:r>
      <w:r>
        <w:rPr>
          <w:rtl/>
        </w:rPr>
        <w:t>زندہ كرتے ہي</w:t>
      </w:r>
      <w:r w:rsidR="007D6C9B">
        <w:rPr>
          <w:rtl/>
        </w:rPr>
        <w:t xml:space="preserve">ں </w:t>
      </w:r>
      <w:r>
        <w:rPr>
          <w:rtl/>
        </w:rPr>
        <w:t>، اور تمام مسلمانو</w:t>
      </w:r>
      <w:r w:rsidR="007D6C9B">
        <w:rPr>
          <w:rtl/>
        </w:rPr>
        <w:t xml:space="preserve">ں </w:t>
      </w:r>
      <w:r>
        <w:rPr>
          <w:rtl/>
        </w:rPr>
        <w:t>كو ايك پيغام الہى ديتے ہي</w:t>
      </w:r>
      <w:r w:rsidR="007D6C9B">
        <w:rPr>
          <w:rtl/>
        </w:rPr>
        <w:t xml:space="preserve">ں </w:t>
      </w:r>
      <w:r>
        <w:rPr>
          <w:rtl/>
        </w:rPr>
        <w:t>چاہے وہ منى مي</w:t>
      </w:r>
      <w:r w:rsidR="007D6C9B">
        <w:rPr>
          <w:rtl/>
        </w:rPr>
        <w:t xml:space="preserve">ں </w:t>
      </w:r>
      <w:r>
        <w:rPr>
          <w:rtl/>
        </w:rPr>
        <w:t>ہو</w:t>
      </w:r>
      <w:r w:rsidR="007D6C9B">
        <w:rPr>
          <w:rtl/>
        </w:rPr>
        <w:t xml:space="preserve">ں </w:t>
      </w:r>
      <w:r>
        <w:rPr>
          <w:rtl/>
        </w:rPr>
        <w:t>يا منى كے علاوہ دوسرے مقامات پر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091C36" w:rsidRDefault="00DE2D7F" w:rsidP="00D07B54">
      <w:pPr>
        <w:pStyle w:val="Heading2Center"/>
        <w:rPr>
          <w:rtl/>
        </w:rPr>
      </w:pPr>
      <w:bookmarkStart w:id="103" w:name="_Toc7268500"/>
      <w:r>
        <w:rPr>
          <w:rtl/>
        </w:rPr>
        <w:t>ذبح عظيم</w:t>
      </w:r>
      <w:bookmarkEnd w:id="103"/>
      <w:r>
        <w:rPr>
          <w:rtl/>
        </w:rPr>
        <w:t xml:space="preserve"> </w:t>
      </w:r>
    </w:p>
    <w:p w:rsidR="00DE2D7F" w:rsidRDefault="00DE2D7F" w:rsidP="00D07B54">
      <w:pPr>
        <w:pStyle w:val="libNormal"/>
        <w:rPr>
          <w:rtl/>
        </w:rPr>
      </w:pPr>
      <w:r>
        <w:rPr>
          <w:rtl/>
        </w:rPr>
        <w:t>ليكن اس غرض سے كہ ابراہيم(ع) كا پروگرام بھى نامكممل نہ رہ جائے اور خدا كى بارگاہ مي</w:t>
      </w:r>
      <w:r w:rsidR="007D6C9B">
        <w:rPr>
          <w:rtl/>
        </w:rPr>
        <w:t xml:space="preserve">ں </w:t>
      </w:r>
      <w:r>
        <w:rPr>
          <w:rtl/>
        </w:rPr>
        <w:t>ان كى طرف سے قربانى بھى ہوجائے اور ابرہيم كى آرزو پورى ہوجائے ، خدا نے ايك بہت بڑا مينڈھا بھيج ديا تاكہ بيٹے كى جگہ اس كى قربانى كري</w:t>
      </w:r>
      <w:r w:rsidR="007D6C9B">
        <w:rPr>
          <w:rtl/>
        </w:rPr>
        <w:t xml:space="preserve">ں </w:t>
      </w:r>
      <w:r>
        <w:rPr>
          <w:rtl/>
        </w:rPr>
        <w:t>اور مراسم '' حج'' اور سرزمين '' منى '' مي</w:t>
      </w:r>
      <w:r w:rsidR="007D6C9B">
        <w:rPr>
          <w:rtl/>
        </w:rPr>
        <w:t xml:space="preserve">ں </w:t>
      </w:r>
      <w:r>
        <w:rPr>
          <w:rtl/>
        </w:rPr>
        <w:t>آنے والو</w:t>
      </w:r>
      <w:r w:rsidR="007D6C9B">
        <w:rPr>
          <w:rtl/>
        </w:rPr>
        <w:t xml:space="preserve">ں </w:t>
      </w:r>
      <w:r>
        <w:rPr>
          <w:rtl/>
        </w:rPr>
        <w:t>كے لئے اپنى سنت چھوڑجائي</w:t>
      </w:r>
      <w:r w:rsidR="007D6C9B">
        <w:rPr>
          <w:rtl/>
        </w:rPr>
        <w:t xml:space="preserve">ں </w:t>
      </w:r>
      <w:r>
        <w:rPr>
          <w:rtl/>
        </w:rPr>
        <w:t>چنانچہ قرآن كہتا ہے :'' ہم نے ذبح عظيم كو اس كا فديہ قرارديا _''</w:t>
      </w:r>
      <w:r w:rsidRPr="00AD1EF3">
        <w:rPr>
          <w:rStyle w:val="libFootnotenumChar"/>
          <w:rtl/>
        </w:rPr>
        <w:t>(</w:t>
      </w:r>
      <w:r w:rsidR="00E664BB" w:rsidRPr="00AD1EF3">
        <w:rPr>
          <w:rStyle w:val="libFootnotenumChar"/>
          <w:rtl/>
        </w:rPr>
        <w:t>2</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اس ذبح كى عظمت كى ايك نشانى يہ ہے كہ زمانہ گذرنے كے ساتھ ساتھ ہر سال زيادہ وسعت پارہى ہے _ </w:t>
      </w:r>
    </w:p>
    <w:p w:rsidR="00DE2D7F" w:rsidRDefault="00DE2D7F" w:rsidP="00D07B54">
      <w:pPr>
        <w:pStyle w:val="libNormal"/>
        <w:rPr>
          <w:rtl/>
        </w:rPr>
      </w:pPr>
      <w:r>
        <w:rPr>
          <w:rtl/>
        </w:rPr>
        <w:t>اس وقت ہر سال اس ذبح عظيم كى ياد مي</w:t>
      </w:r>
      <w:r w:rsidR="007D6C9B">
        <w:rPr>
          <w:rtl/>
        </w:rPr>
        <w:t xml:space="preserve">ں </w:t>
      </w:r>
      <w:r>
        <w:rPr>
          <w:rtl/>
        </w:rPr>
        <w:t>بيس لاكھ سے زيادہ'' منى ''مي</w:t>
      </w:r>
      <w:r w:rsidR="007D6C9B">
        <w:rPr>
          <w:rtl/>
        </w:rPr>
        <w:t xml:space="preserve">ں </w:t>
      </w:r>
      <w:r>
        <w:rPr>
          <w:rtl/>
        </w:rPr>
        <w:t>جانورذبح كيے جاتے ہي</w:t>
      </w:r>
      <w:r w:rsidR="007D6C9B">
        <w:rPr>
          <w:rtl/>
        </w:rPr>
        <w:t xml:space="preserve">ں </w:t>
      </w:r>
      <w:r>
        <w:rPr>
          <w:rtl/>
        </w:rPr>
        <w:t xml:space="preserve">اوراس ياد كو زندہ كيا جاتاہے_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حجر آيت </w:t>
      </w:r>
      <w:r w:rsidR="00E664BB">
        <w:rPr>
          <w:rtl/>
        </w:rPr>
        <w:t>51</w:t>
      </w:r>
      <w:r>
        <w:rPr>
          <w:rtl/>
        </w:rPr>
        <w:t xml:space="preserve"> </w:t>
      </w:r>
    </w:p>
    <w:p w:rsidR="00DE2D7F" w:rsidRDefault="00DE2D7F" w:rsidP="00D07B54">
      <w:pPr>
        <w:pStyle w:val="libFootnote"/>
        <w:rPr>
          <w:rtl/>
        </w:rPr>
      </w:pPr>
      <w:r>
        <w:rPr>
          <w:rtl/>
        </w:rPr>
        <w:t>(</w:t>
      </w:r>
      <w:r w:rsidR="00E664BB">
        <w:rPr>
          <w:rtl/>
        </w:rPr>
        <w:t>2</w:t>
      </w:r>
      <w:r>
        <w:rPr>
          <w:rtl/>
        </w:rPr>
        <w:t xml:space="preserve">)سورہ صافات آيات </w:t>
      </w:r>
      <w:r w:rsidR="00E664BB">
        <w:rPr>
          <w:rtl/>
        </w:rPr>
        <w:t>107</w:t>
      </w:r>
      <w:r>
        <w:rPr>
          <w:rtl/>
        </w:rPr>
        <w:t xml:space="preserve"> </w:t>
      </w:r>
    </w:p>
    <w:p w:rsidR="00DE2D7F" w:rsidRDefault="00DE2D7F" w:rsidP="00D07B54">
      <w:pPr>
        <w:pStyle w:val="libFootnote"/>
        <w:rPr>
          <w:rtl/>
        </w:rPr>
      </w:pPr>
      <w:r>
        <w:rPr>
          <w:rtl/>
        </w:rPr>
        <w:t>(</w:t>
      </w:r>
      <w:r w:rsidR="00E664BB">
        <w:rPr>
          <w:rtl/>
        </w:rPr>
        <w:t>3</w:t>
      </w:r>
      <w:r>
        <w:rPr>
          <w:rtl/>
        </w:rPr>
        <w:t>) اس بارے مي</w:t>
      </w:r>
      <w:r w:rsidR="007D6C9B">
        <w:rPr>
          <w:rtl/>
        </w:rPr>
        <w:t xml:space="preserve">ں </w:t>
      </w:r>
      <w:r>
        <w:rPr>
          <w:rtl/>
        </w:rPr>
        <w:t>كہ اس ذبح كى عظمت كس لحاظ سے تھى ، جسمانى اور ظاہرى لحاظ سے يااس جہت سے كہ فرزند ابراہيم كا فديہ تھى يا اس لحاظ سے كہ خدا كى راہ مي</w:t>
      </w:r>
      <w:r w:rsidR="007D6C9B">
        <w:rPr>
          <w:rtl/>
        </w:rPr>
        <w:t xml:space="preserve">ں </w:t>
      </w:r>
      <w:r>
        <w:rPr>
          <w:rtl/>
        </w:rPr>
        <w:t xml:space="preserve">اور خداكے لئے تھى يا اس لحاظ سے كہ قربانى خدا كى طرف سے ابراہيم كے لئے بھيجى گئي تھى _ </w:t>
      </w:r>
    </w:p>
    <w:p w:rsidR="00DE2D7F" w:rsidRDefault="00DE2D7F" w:rsidP="00D07B54">
      <w:pPr>
        <w:pStyle w:val="libFootnote"/>
        <w:rPr>
          <w:rtl/>
        </w:rPr>
      </w:pPr>
      <w:r>
        <w:rPr>
          <w:rtl/>
        </w:rPr>
        <w:t>مفسرين نے اس سلسلے مي</w:t>
      </w:r>
      <w:r w:rsidR="007D6C9B">
        <w:rPr>
          <w:rtl/>
        </w:rPr>
        <w:t xml:space="preserve">ں </w:t>
      </w:r>
      <w:r>
        <w:rPr>
          <w:rtl/>
        </w:rPr>
        <w:t>بہت كچھ كہا، ليكن كوئي مانع نہي</w:t>
      </w:r>
      <w:r w:rsidR="007D6C9B">
        <w:rPr>
          <w:rtl/>
        </w:rPr>
        <w:t xml:space="preserve">ں </w:t>
      </w:r>
      <w:r>
        <w:rPr>
          <w:rtl/>
        </w:rPr>
        <w:t>كہ يہ تمام جہات ذبح عظيم مي</w:t>
      </w:r>
      <w:r w:rsidR="007D6C9B">
        <w:rPr>
          <w:rtl/>
        </w:rPr>
        <w:t xml:space="preserve">ں </w:t>
      </w:r>
      <w:r>
        <w:rPr>
          <w:rtl/>
        </w:rPr>
        <w:t>جمع ہو</w:t>
      </w:r>
      <w:r w:rsidR="007D6C9B">
        <w:rPr>
          <w:rtl/>
        </w:rPr>
        <w:t xml:space="preserve">ں </w:t>
      </w:r>
      <w:r>
        <w:rPr>
          <w:rtl/>
        </w:rPr>
        <w:t xml:space="preserve">اور وہ مختلف جہات سے عظمت كى حامل ہو_ </w:t>
      </w:r>
    </w:p>
    <w:p w:rsidR="00DE2D7F" w:rsidRDefault="001648F9" w:rsidP="00D07B54">
      <w:pPr>
        <w:pStyle w:val="libNormal"/>
        <w:rPr>
          <w:rtl/>
        </w:rPr>
      </w:pPr>
      <w:r>
        <w:rPr>
          <w:rtl/>
        </w:rPr>
        <w:t xml:space="preserve"> </w:t>
      </w:r>
      <w:r>
        <w:rPr>
          <w:rtl/>
        </w:rPr>
        <w:br w:type="page"/>
      </w:r>
      <w:r w:rsidR="00DE2D7F">
        <w:rPr>
          <w:rtl/>
        </w:rPr>
        <w:lastRenderedPageBreak/>
        <w:t>وہ بہت بڑامينڈھا ابراہيم كو كس طرح ديا گيا اس بارے مي</w:t>
      </w:r>
      <w:r w:rsidR="007D6C9B">
        <w:rPr>
          <w:rtl/>
        </w:rPr>
        <w:t xml:space="preserve">ں </w:t>
      </w:r>
      <w:r w:rsidR="00DE2D7F">
        <w:rPr>
          <w:rtl/>
        </w:rPr>
        <w:t>زيادہ تر اس بات كے معتقد ہي</w:t>
      </w:r>
      <w:r w:rsidR="007D6C9B">
        <w:rPr>
          <w:rtl/>
        </w:rPr>
        <w:t xml:space="preserve">ں </w:t>
      </w:r>
      <w:r w:rsidR="00DE2D7F">
        <w:rPr>
          <w:rtl/>
        </w:rPr>
        <w:t>كہ اسے جبرئيل لائے تھے ، بعض يہ بھى كہتے ہي</w:t>
      </w:r>
      <w:r w:rsidR="007D6C9B">
        <w:rPr>
          <w:rtl/>
        </w:rPr>
        <w:t xml:space="preserve">ں </w:t>
      </w:r>
      <w:r w:rsidR="00DE2D7F">
        <w:rPr>
          <w:rtl/>
        </w:rPr>
        <w:t>كہ وہ ''مني'' كے پہاڑو</w:t>
      </w:r>
      <w:r w:rsidR="007D6C9B">
        <w:rPr>
          <w:rtl/>
        </w:rPr>
        <w:t xml:space="preserve">ں </w:t>
      </w:r>
      <w:r w:rsidR="00DE2D7F">
        <w:rPr>
          <w:rtl/>
        </w:rPr>
        <w:t>كے دامن سے نيچے اتراتھا _ بہرحال جو كچھ بھى تھا خدا كے حكم اور اس كے ارادے سے تھا ،خدانے نہ صرف اس دن كے عظيم امتحان مي</w:t>
      </w:r>
      <w:r w:rsidR="007D6C9B">
        <w:rPr>
          <w:rtl/>
        </w:rPr>
        <w:t xml:space="preserve">ں </w:t>
      </w:r>
      <w:r w:rsidR="00DE2D7F">
        <w:rPr>
          <w:rtl/>
        </w:rPr>
        <w:t xml:space="preserve">حضرت ابراہيم كى كاميابى كى تعريف وتوصيف كى بلكہ اس كى ياد كو جاويدانى بناديا _ </w:t>
      </w:r>
    </w:p>
    <w:p w:rsidR="00DE2D7F" w:rsidRDefault="00DE2D7F" w:rsidP="00D07B54">
      <w:pPr>
        <w:pStyle w:val="libNormal"/>
        <w:rPr>
          <w:rtl/>
        </w:rPr>
      </w:pPr>
      <w:r>
        <w:rPr>
          <w:rtl/>
        </w:rPr>
        <w:t>جيسا كہ قرآن مي</w:t>
      </w:r>
      <w:r w:rsidR="007D6C9B">
        <w:rPr>
          <w:rtl/>
        </w:rPr>
        <w:t xml:space="preserve">ں </w:t>
      </w:r>
      <w:r>
        <w:rPr>
          <w:rtl/>
        </w:rPr>
        <w:t>فرمايا گيا ہے :''ہم نے ابراہيم كے نيك نام كوبعد كى امتو</w:t>
      </w:r>
      <w:r w:rsidR="007D6C9B">
        <w:rPr>
          <w:rtl/>
        </w:rPr>
        <w:t xml:space="preserve">ں </w:t>
      </w:r>
      <w:r>
        <w:rPr>
          <w:rtl/>
        </w:rPr>
        <w:t>مي</w:t>
      </w:r>
      <w:r w:rsidR="007D6C9B">
        <w:rPr>
          <w:rtl/>
        </w:rPr>
        <w:t xml:space="preserve">ں </w:t>
      </w:r>
      <w:r>
        <w:rPr>
          <w:rtl/>
        </w:rPr>
        <w:t xml:space="preserve">باقى رہنے والا بنايا 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وہ آنے والى سب نسلو</w:t>
      </w:r>
      <w:r w:rsidR="007D6C9B">
        <w:rPr>
          <w:rtl/>
        </w:rPr>
        <w:t xml:space="preserve">ں </w:t>
      </w:r>
      <w:r>
        <w:rPr>
          <w:rtl/>
        </w:rPr>
        <w:t>اور لوگو</w:t>
      </w:r>
      <w:r w:rsidR="007D6C9B">
        <w:rPr>
          <w:rtl/>
        </w:rPr>
        <w:t xml:space="preserve">ں </w:t>
      </w:r>
      <w:r>
        <w:rPr>
          <w:rtl/>
        </w:rPr>
        <w:t>كے لئے نمونہ اور تمام پاكباز اور كوئے دوست كے دلدادہ عاشقو</w:t>
      </w:r>
      <w:r w:rsidR="007D6C9B">
        <w:rPr>
          <w:rtl/>
        </w:rPr>
        <w:t xml:space="preserve">ں </w:t>
      </w:r>
      <w:r>
        <w:rPr>
          <w:rtl/>
        </w:rPr>
        <w:t>كے لئے راہنمابن گئے اور ہم نے ان كے طرز عمل كو رہتى دنيا تك كے لئے حج كى سنت كے طور پر جاويدانى بناديا وہ عظيم پيغمبرو</w:t>
      </w:r>
      <w:r w:rsidR="007D6C9B">
        <w:rPr>
          <w:rtl/>
        </w:rPr>
        <w:t xml:space="preserve">ں </w:t>
      </w:r>
      <w:r>
        <w:rPr>
          <w:rtl/>
        </w:rPr>
        <w:t xml:space="preserve">كے باپ تھے وہ امت اسلامى اور پيغمبر اسلام كے باپ تھے _ </w:t>
      </w:r>
    </w:p>
    <w:p w:rsidR="00DE2D7F" w:rsidRDefault="00DE2D7F" w:rsidP="00D07B54">
      <w:pPr>
        <w:pStyle w:val="libNormal"/>
        <w:rPr>
          <w:rtl/>
        </w:rPr>
      </w:pPr>
      <w:r>
        <w:rPr>
          <w:rtl/>
        </w:rPr>
        <w:t xml:space="preserve">'' ابراہيم پر سلام (جو مخلص اور پاكباز تھے) _'' </w:t>
      </w:r>
      <w:r w:rsidRPr="00AD1EF3">
        <w:rPr>
          <w:rStyle w:val="libFootnotenumChar"/>
          <w:rtl/>
        </w:rPr>
        <w:t>(</w:t>
      </w:r>
      <w:r w:rsidR="00E664BB" w:rsidRPr="00AD1EF3">
        <w:rPr>
          <w:rStyle w:val="libFootnotenumChar"/>
          <w:rtl/>
        </w:rPr>
        <w:t>2</w:t>
      </w:r>
      <w:r w:rsidRPr="00AD1EF3">
        <w:rPr>
          <w:rStyle w:val="libFootnotenumChar"/>
          <w:rtl/>
        </w:rPr>
        <w:t>)</w:t>
      </w:r>
      <w:r>
        <w:rPr>
          <w:rtl/>
        </w:rPr>
        <w:t>ہا</w:t>
      </w:r>
      <w:r w:rsidR="007D6C9B">
        <w:rPr>
          <w:rtl/>
        </w:rPr>
        <w:t xml:space="preserve">ں </w:t>
      </w:r>
      <w:r>
        <w:rPr>
          <w:rtl/>
        </w:rPr>
        <w:t>'' ہم اسى طرح سے نيكو كارو</w:t>
      </w:r>
      <w:r w:rsidR="007D6C9B">
        <w:rPr>
          <w:rtl/>
        </w:rPr>
        <w:t xml:space="preserve">ں </w:t>
      </w:r>
      <w:r>
        <w:rPr>
          <w:rtl/>
        </w:rPr>
        <w:t>كو بدلہ ديا كرتے ہي</w:t>
      </w:r>
      <w:r w:rsidR="007D6C9B">
        <w:rPr>
          <w:rtl/>
        </w:rPr>
        <w:t xml:space="preserve">ں </w:t>
      </w:r>
      <w:r>
        <w:rPr>
          <w:rtl/>
        </w:rPr>
        <w:t>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عظمت دنيا كاصلہ، تمام زمانو</w:t>
      </w:r>
      <w:r w:rsidR="007D6C9B">
        <w:rPr>
          <w:rtl/>
        </w:rPr>
        <w:t xml:space="preserve">ں </w:t>
      </w:r>
      <w:r>
        <w:rPr>
          <w:rtl/>
        </w:rPr>
        <w:t>مي</w:t>
      </w:r>
      <w:r w:rsidR="007D6C9B">
        <w:rPr>
          <w:rtl/>
        </w:rPr>
        <w:t xml:space="preserve">ں </w:t>
      </w:r>
      <w:r>
        <w:rPr>
          <w:rtl/>
        </w:rPr>
        <w:t xml:space="preserve">باقى رہنے والا كاصلہ ،خدائے برزگ كے لائق درودوسلام كاصلہ _ </w:t>
      </w:r>
    </w:p>
    <w:p w:rsidR="00DE2D7F" w:rsidRDefault="00DE2D7F" w:rsidP="00D07B54">
      <w:pPr>
        <w:pStyle w:val="libNormal"/>
        <w:rPr>
          <w:rtl/>
        </w:rPr>
      </w:pPr>
    </w:p>
    <w:p w:rsidR="006D697B" w:rsidRDefault="00DE2D7F" w:rsidP="00D07B54">
      <w:pPr>
        <w:pStyle w:val="Heading2Center"/>
        <w:rPr>
          <w:rtl/>
        </w:rPr>
      </w:pPr>
      <w:bookmarkStart w:id="104" w:name="_Toc7268501"/>
      <w:r>
        <w:rPr>
          <w:rtl/>
        </w:rPr>
        <w:t>ذبيح اللہ كون ہے ؟</w:t>
      </w:r>
      <w:bookmarkEnd w:id="104"/>
      <w:r>
        <w:rPr>
          <w:rtl/>
        </w:rPr>
        <w:t xml:space="preserve"> </w:t>
      </w:r>
    </w:p>
    <w:p w:rsidR="00DE2D7F" w:rsidRDefault="00DE2D7F" w:rsidP="00D07B54">
      <w:pPr>
        <w:pStyle w:val="libNormal"/>
        <w:rPr>
          <w:rtl/>
        </w:rPr>
      </w:pPr>
      <w:r>
        <w:rPr>
          <w:rtl/>
        </w:rPr>
        <w:t>اس بارے مي</w:t>
      </w:r>
      <w:r w:rsidR="007D6C9B">
        <w:rPr>
          <w:rtl/>
        </w:rPr>
        <w:t xml:space="preserve">ں </w:t>
      </w:r>
      <w:r>
        <w:rPr>
          <w:rtl/>
        </w:rPr>
        <w:t>كہ حضرات ابراہيم كے دونو</w:t>
      </w:r>
      <w:r w:rsidR="007D6C9B">
        <w:rPr>
          <w:rtl/>
        </w:rPr>
        <w:t xml:space="preserve">ں </w:t>
      </w:r>
      <w:r>
        <w:rPr>
          <w:rtl/>
        </w:rPr>
        <w:t>فرزندو</w:t>
      </w:r>
      <w:r w:rsidR="007D6C9B">
        <w:rPr>
          <w:rtl/>
        </w:rPr>
        <w:t xml:space="preserve">ں </w:t>
      </w:r>
      <w:r>
        <w:rPr>
          <w:rtl/>
        </w:rPr>
        <w:t>(اسماعيل (ع) اور اسحاق (ع) ) مي</w:t>
      </w:r>
      <w:r w:rsidR="007D6C9B">
        <w:rPr>
          <w:rtl/>
        </w:rPr>
        <w:t xml:space="preserve">ں </w:t>
      </w:r>
      <w:r>
        <w:rPr>
          <w:rtl/>
        </w:rPr>
        <w:t>سے كون قربان گاہ مي</w:t>
      </w:r>
      <w:r w:rsidR="007D6C9B">
        <w:rPr>
          <w:rtl/>
        </w:rPr>
        <w:t xml:space="preserve">ں </w:t>
      </w:r>
      <w:r>
        <w:rPr>
          <w:rtl/>
        </w:rPr>
        <w:t xml:space="preserve">لايا گيا اور كس نے ذبيح اللہ كا لقب پايا؟ مفسرين كے درميان شديد بحث ہے ايك گروہ حضرت اسحاق (ع) كو '' ذبيح'' جانتا ہے اور ايك جماعت حضرت اسماعيل (ع) ،كو پہلے نظريہ كو بہت سے مفسرين اہل سنت اور دوسرے نظريہ كو مفسرين شيعہ نے اختيار كيا ہے ،ليكن جو كچھ قرآن كى مختلف آيات كے ظاہر سے ہم آہنگ ہے وہ يہى ہے كہ '' ذبيح'' '' اسماعيل (ع) '' تھے_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صافات آيت </w:t>
      </w:r>
      <w:r w:rsidR="00E664BB">
        <w:rPr>
          <w:rtl/>
        </w:rPr>
        <w:t>108</w:t>
      </w:r>
      <w:r>
        <w:rPr>
          <w:rtl/>
        </w:rPr>
        <w:t xml:space="preserve"> </w:t>
      </w:r>
    </w:p>
    <w:p w:rsidR="00DE2D7F" w:rsidRDefault="00DE2D7F" w:rsidP="00D07B54">
      <w:pPr>
        <w:pStyle w:val="libFootnote"/>
        <w:rPr>
          <w:rtl/>
        </w:rPr>
      </w:pPr>
      <w:r>
        <w:rPr>
          <w:rtl/>
        </w:rPr>
        <w:t>(</w:t>
      </w:r>
      <w:r w:rsidR="00E664BB">
        <w:rPr>
          <w:rtl/>
        </w:rPr>
        <w:t>2</w:t>
      </w:r>
      <w:r>
        <w:rPr>
          <w:rtl/>
        </w:rPr>
        <w:t xml:space="preserve">)سورہ صافات آيت </w:t>
      </w:r>
      <w:r w:rsidR="00E664BB">
        <w:rPr>
          <w:rtl/>
        </w:rPr>
        <w:t>10</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 سورہ صافات آيت</w:t>
      </w:r>
      <w:r w:rsidR="00E664BB">
        <w:rPr>
          <w:rtl/>
        </w:rPr>
        <w:t>110</w:t>
      </w:r>
      <w:r>
        <w:rPr>
          <w:rtl/>
        </w:rPr>
        <w:t xml:space="preserve"> </w:t>
      </w:r>
    </w:p>
    <w:p w:rsidR="006D697B" w:rsidRDefault="001648F9" w:rsidP="00D07B54">
      <w:pPr>
        <w:pStyle w:val="libNormal"/>
        <w:rPr>
          <w:rtl/>
        </w:rPr>
      </w:pPr>
      <w:r>
        <w:rPr>
          <w:rtl/>
        </w:rPr>
        <w:t xml:space="preserve"> </w:t>
      </w:r>
      <w:r>
        <w:rPr>
          <w:rtl/>
        </w:rPr>
        <w:br w:type="page"/>
      </w:r>
    </w:p>
    <w:p w:rsidR="00956D74" w:rsidRDefault="00DE2D7F" w:rsidP="00D07B54">
      <w:pPr>
        <w:pStyle w:val="Heading2Center"/>
        <w:rPr>
          <w:rtl/>
        </w:rPr>
      </w:pPr>
      <w:bookmarkStart w:id="105" w:name="_Toc7268502"/>
      <w:r>
        <w:rPr>
          <w:rtl/>
        </w:rPr>
        <w:lastRenderedPageBreak/>
        <w:t>جناب اسحاق كى بشارت</w:t>
      </w:r>
      <w:bookmarkEnd w:id="105"/>
      <w:r>
        <w:rPr>
          <w:rtl/>
        </w:rPr>
        <w:t xml:space="preserve"> </w:t>
      </w:r>
    </w:p>
    <w:p w:rsidR="00DE2D7F" w:rsidRDefault="00DE2D7F" w:rsidP="00D07B54">
      <w:pPr>
        <w:pStyle w:val="libNormal"/>
        <w:rPr>
          <w:rtl/>
        </w:rPr>
      </w:pPr>
      <w:r>
        <w:rPr>
          <w:rtl/>
        </w:rPr>
        <w:t>يہ امر جاذب نظر ہے كہ بات حضرت ابراہيم عليہ السلام كے مہمانو</w:t>
      </w:r>
      <w:r w:rsidR="007D6C9B">
        <w:rPr>
          <w:rtl/>
        </w:rPr>
        <w:t xml:space="preserve">ں </w:t>
      </w:r>
      <w:r>
        <w:rPr>
          <w:rtl/>
        </w:rPr>
        <w:t>كے واقعہ سے شروع كى گئي ہے (وہى فرشتے كہ جو آپ كے پاس انسانى لباس مي</w:t>
      </w:r>
      <w:r w:rsidR="007D6C9B">
        <w:rPr>
          <w:rtl/>
        </w:rPr>
        <w:t xml:space="preserve">ں </w:t>
      </w:r>
      <w:r>
        <w:rPr>
          <w:rtl/>
        </w:rPr>
        <w:t>آئے تھے پہلے انھو</w:t>
      </w:r>
      <w:r w:rsidR="007D6C9B">
        <w:rPr>
          <w:rtl/>
        </w:rPr>
        <w:t xml:space="preserve">ں </w:t>
      </w:r>
      <w:r>
        <w:rPr>
          <w:rtl/>
        </w:rPr>
        <w:t>نے آپ كو ايك ذى وقاربيٹے كى</w:t>
      </w:r>
      <w:r w:rsidR="00E173E0">
        <w:rPr>
          <w:rtl/>
        </w:rPr>
        <w:t xml:space="preserve"> پيدائش </w:t>
      </w:r>
      <w:r>
        <w:rPr>
          <w:rtl/>
        </w:rPr>
        <w:t xml:space="preserve">كى بشارت دى اور پھر قوم لوط كے دردناك انجام كى خبردى )_ </w:t>
      </w:r>
    </w:p>
    <w:p w:rsidR="00DE2D7F" w:rsidRDefault="00DE2D7F" w:rsidP="00D07B54">
      <w:pPr>
        <w:pStyle w:val="libNormal"/>
        <w:rPr>
          <w:rtl/>
        </w:rPr>
      </w:pPr>
      <w:r>
        <w:rPr>
          <w:rtl/>
        </w:rPr>
        <w:t>ارشادفرمايا : ميرے بندو</w:t>
      </w:r>
      <w:r w:rsidR="007D6C9B">
        <w:rPr>
          <w:rtl/>
        </w:rPr>
        <w:t xml:space="preserve">ں </w:t>
      </w:r>
      <w:r>
        <w:rPr>
          <w:rtl/>
        </w:rPr>
        <w:t>كو ابراہيم كے مہمانو</w:t>
      </w:r>
      <w:r w:rsidR="007D6C9B">
        <w:rPr>
          <w:rtl/>
        </w:rPr>
        <w:t xml:space="preserve">ں </w:t>
      </w:r>
      <w:r>
        <w:rPr>
          <w:rtl/>
        </w:rPr>
        <w:t>كے بارے مي</w:t>
      </w:r>
      <w:r w:rsidR="007D6C9B">
        <w:rPr>
          <w:rtl/>
        </w:rPr>
        <w:t xml:space="preserve">ں </w:t>
      </w:r>
      <w:r>
        <w:rPr>
          <w:rtl/>
        </w:rPr>
        <w:t xml:space="preserve">خبردو 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بن بلائے مہمان وہى فرشتے تھے جنہو</w:t>
      </w:r>
      <w:r w:rsidR="007D6C9B">
        <w:rPr>
          <w:rtl/>
        </w:rPr>
        <w:t xml:space="preserve">ں </w:t>
      </w:r>
      <w:r>
        <w:rPr>
          <w:rtl/>
        </w:rPr>
        <w:t xml:space="preserve">نے '' ابراہيم (ع) كے پاس پہنچ كر پہلے انجانے طور پر اسے سلام كيا 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جيسا كہ ايك بزرگوار ميزبان كا فريضہ ہے، ابراہيم(ع) نے ان كى پذيرائي كا اہتمام كيا فورا ًان كےلئے مناسب غذافراہم كى ليكن جب دسترخوان بچھايا گيا تو انجانے مہمانو</w:t>
      </w:r>
      <w:r w:rsidR="007D6C9B">
        <w:rPr>
          <w:rtl/>
        </w:rPr>
        <w:t xml:space="preserve">ں </w:t>
      </w:r>
      <w:r>
        <w:rPr>
          <w:rtl/>
        </w:rPr>
        <w:t>نے غذا كى طرف ہاتھ نہ بڑھايا تو حضرت ابراہيم(ع) كو اس پر وحشت ہوئي ،انھو</w:t>
      </w:r>
      <w:r w:rsidR="007D6C9B">
        <w:rPr>
          <w:rtl/>
        </w:rPr>
        <w:t xml:space="preserve">ں </w:t>
      </w:r>
      <w:r>
        <w:rPr>
          <w:rtl/>
        </w:rPr>
        <w:t>نے اپنى پريشانى چھپائي نہي</w:t>
      </w:r>
      <w:r w:rsidR="007D6C9B">
        <w:rPr>
          <w:rtl/>
        </w:rPr>
        <w:t xml:space="preserve">ں </w:t>
      </w:r>
      <w:r>
        <w:rPr>
          <w:rtl/>
        </w:rPr>
        <w:t>صراحت سے ان سے كہا: ''ہم تم سے خوفزدہ ہي</w:t>
      </w:r>
      <w:r w:rsidR="007D6C9B">
        <w:rPr>
          <w:rtl/>
        </w:rPr>
        <w:t xml:space="preserve">ں </w:t>
      </w:r>
      <w:r>
        <w:rPr>
          <w:rtl/>
        </w:rPr>
        <w:t xml:space="preserve">_ ''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خوف اس رواج كى بناء پر تھا كہ اس زمانے مي</w:t>
      </w:r>
      <w:r w:rsidR="007D6C9B">
        <w:rPr>
          <w:rtl/>
        </w:rPr>
        <w:t xml:space="preserve">ں </w:t>
      </w:r>
      <w:r>
        <w:rPr>
          <w:rtl/>
        </w:rPr>
        <w:t>اور بعد مي</w:t>
      </w:r>
      <w:r w:rsidR="007D6C9B">
        <w:rPr>
          <w:rtl/>
        </w:rPr>
        <w:t xml:space="preserve">ں </w:t>
      </w:r>
      <w:r>
        <w:rPr>
          <w:rtl/>
        </w:rPr>
        <w:t>بھى بلكہ ہمارے زمانے تك بعض قومو</w:t>
      </w:r>
      <w:r w:rsidR="007D6C9B">
        <w:rPr>
          <w:rtl/>
        </w:rPr>
        <w:t xml:space="preserve">ں </w:t>
      </w:r>
      <w:r>
        <w:rPr>
          <w:rtl/>
        </w:rPr>
        <w:t>كا معمول ہے كہ جب كوئي شخص كسى كا نان نمك كھاليتا ہے تو اسے ضرر نہي</w:t>
      </w:r>
      <w:r w:rsidR="007D6C9B">
        <w:rPr>
          <w:rtl/>
        </w:rPr>
        <w:t xml:space="preserve">ں </w:t>
      </w:r>
      <w:r>
        <w:rPr>
          <w:rtl/>
        </w:rPr>
        <w:t xml:space="preserve">پہنچاتااور اپنے آپ كو اس كا ممنون احسان سمجھتا ہے لہذا كھانے كى طرف ہاتھ نہ بڑھانے كو برا سمجھتا ہے اور اسے كينہ وعداوت كى دليل شمار كيا جاتاہے _ </w:t>
      </w:r>
    </w:p>
    <w:p w:rsidR="00DE2D7F" w:rsidRDefault="00DE2D7F" w:rsidP="00D07B54">
      <w:pPr>
        <w:pStyle w:val="libNormal"/>
        <w:rPr>
          <w:rtl/>
        </w:rPr>
      </w:pPr>
      <w:r>
        <w:rPr>
          <w:rtl/>
        </w:rPr>
        <w:t>ليكن زيادہ ديرنہ گذرى تھى كہ فرشتو</w:t>
      </w:r>
      <w:r w:rsidR="007D6C9B">
        <w:rPr>
          <w:rtl/>
        </w:rPr>
        <w:t xml:space="preserve">ں </w:t>
      </w:r>
      <w:r>
        <w:rPr>
          <w:rtl/>
        </w:rPr>
        <w:t>نے حضرت ابراہيم عليہ السلام كو پريشانى سے نكال ديا اور ''ان سے كہا :'' ڈرو نہي</w:t>
      </w:r>
      <w:r w:rsidR="007D6C9B">
        <w:rPr>
          <w:rtl/>
        </w:rPr>
        <w:t xml:space="preserve">ں </w:t>
      </w:r>
      <w:r>
        <w:rPr>
          <w:rtl/>
        </w:rPr>
        <w:t>ہم تجھے ايك عالم ودانا بيٹے كى بشارت ديتے ہي</w:t>
      </w:r>
      <w:r w:rsidR="007D6C9B">
        <w:rPr>
          <w:rtl/>
        </w:rPr>
        <w:t xml:space="preserve">ں </w:t>
      </w:r>
      <w:r>
        <w:rPr>
          <w:rtl/>
        </w:rPr>
        <w:t xml:space="preserve">_''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حجر آيت </w:t>
      </w:r>
      <w:r w:rsidR="00E664BB">
        <w:rPr>
          <w:rtl/>
        </w:rPr>
        <w:t>51</w:t>
      </w:r>
      <w:r>
        <w:rPr>
          <w:rtl/>
        </w:rPr>
        <w:t xml:space="preserve"> </w:t>
      </w:r>
    </w:p>
    <w:p w:rsidR="00DE2D7F" w:rsidRDefault="00DE2D7F" w:rsidP="00D07B54">
      <w:pPr>
        <w:pStyle w:val="libFootnote"/>
        <w:rPr>
          <w:rtl/>
        </w:rPr>
      </w:pPr>
      <w:r>
        <w:rPr>
          <w:rtl/>
        </w:rPr>
        <w:t>(</w:t>
      </w:r>
      <w:r w:rsidR="00E664BB">
        <w:rPr>
          <w:rtl/>
        </w:rPr>
        <w:t>2</w:t>
      </w:r>
      <w:r>
        <w:rPr>
          <w:rtl/>
        </w:rPr>
        <w:t xml:space="preserve">) سورہ حجر آيت </w:t>
      </w:r>
      <w:r w:rsidR="00E664BB">
        <w:rPr>
          <w:rtl/>
        </w:rPr>
        <w:t>52</w:t>
      </w:r>
      <w:r>
        <w:rPr>
          <w:rtl/>
        </w:rPr>
        <w:t xml:space="preserve"> </w:t>
      </w:r>
    </w:p>
    <w:p w:rsidR="00DE2D7F" w:rsidRDefault="00DE2D7F" w:rsidP="00D07B54">
      <w:pPr>
        <w:pStyle w:val="libFootnote"/>
        <w:rPr>
          <w:rtl/>
        </w:rPr>
      </w:pPr>
      <w:r>
        <w:rPr>
          <w:rtl/>
        </w:rPr>
        <w:t>(</w:t>
      </w:r>
      <w:r w:rsidR="00E664BB">
        <w:rPr>
          <w:rtl/>
        </w:rPr>
        <w:t>3</w:t>
      </w:r>
      <w:r>
        <w:rPr>
          <w:rtl/>
        </w:rPr>
        <w:t>) سورہ حجر آيت</w:t>
      </w:r>
      <w:r w:rsidR="00E664BB">
        <w:rPr>
          <w:rtl/>
        </w:rPr>
        <w:t>52</w:t>
      </w:r>
      <w:r>
        <w:rPr>
          <w:rtl/>
        </w:rPr>
        <w:t xml:space="preserve"> </w:t>
      </w:r>
    </w:p>
    <w:p w:rsidR="00DE2D7F" w:rsidRDefault="00DE2D7F" w:rsidP="00D07B54">
      <w:pPr>
        <w:pStyle w:val="libFootnote"/>
        <w:rPr>
          <w:rtl/>
        </w:rPr>
      </w:pPr>
      <w:r>
        <w:rPr>
          <w:rtl/>
        </w:rPr>
        <w:t>(</w:t>
      </w:r>
      <w:r w:rsidR="00E664BB">
        <w:rPr>
          <w:rtl/>
        </w:rPr>
        <w:t>4</w:t>
      </w:r>
      <w:r>
        <w:rPr>
          <w:rtl/>
        </w:rPr>
        <w:t xml:space="preserve">)سورہ فجر آيت </w:t>
      </w:r>
      <w:r w:rsidR="00E664BB">
        <w:rPr>
          <w:rtl/>
        </w:rPr>
        <w:t>53</w:t>
      </w:r>
      <w:r>
        <w:rPr>
          <w:rtl/>
        </w:rPr>
        <w:t xml:space="preserve"> </w:t>
      </w:r>
    </w:p>
    <w:p w:rsidR="00956D74" w:rsidRDefault="001648F9" w:rsidP="00D07B54">
      <w:pPr>
        <w:pStyle w:val="libNormal"/>
        <w:rPr>
          <w:rtl/>
        </w:rPr>
      </w:pPr>
      <w:r>
        <w:rPr>
          <w:rtl/>
        </w:rPr>
        <w:t xml:space="preserve"> </w:t>
      </w:r>
      <w:r>
        <w:rPr>
          <w:rtl/>
        </w:rPr>
        <w:br w:type="page"/>
      </w:r>
    </w:p>
    <w:p w:rsidR="00956D74" w:rsidRDefault="00956D74" w:rsidP="00D07B54">
      <w:pPr>
        <w:pStyle w:val="libNormal"/>
        <w:rPr>
          <w:rtl/>
        </w:rPr>
      </w:pPr>
    </w:p>
    <w:p w:rsidR="00956D74" w:rsidRDefault="00DE2D7F" w:rsidP="00D07B54">
      <w:pPr>
        <w:pStyle w:val="Heading2Center"/>
        <w:rPr>
          <w:rtl/>
        </w:rPr>
      </w:pPr>
      <w:bookmarkStart w:id="106" w:name="_Toc7268503"/>
      <w:r>
        <w:rPr>
          <w:rtl/>
        </w:rPr>
        <w:t>يہ كہ غلام عليم(صاحب علم لڑكے ) سے كون مراد ہے؟</w:t>
      </w:r>
      <w:bookmarkEnd w:id="106"/>
    </w:p>
    <w:p w:rsidR="00DE2D7F" w:rsidRDefault="00DE2D7F" w:rsidP="00D07B54">
      <w:pPr>
        <w:pStyle w:val="libNormal"/>
        <w:rPr>
          <w:rtl/>
        </w:rPr>
      </w:pPr>
      <w:r>
        <w:rPr>
          <w:rtl/>
        </w:rPr>
        <w:t xml:space="preserve"> قرآن كى ديگر آيات كو سامنے ركھتے ہوئے واضح ہوجاتاہے كہ اس سے مراداسحاق ہي</w:t>
      </w:r>
      <w:r w:rsidR="007D6C9B">
        <w:rPr>
          <w:rtl/>
        </w:rPr>
        <w:t xml:space="preserve">ں </w:t>
      </w:r>
      <w:r>
        <w:rPr>
          <w:rtl/>
        </w:rPr>
        <w:t>كيونكہ فرشتو</w:t>
      </w:r>
      <w:r w:rsidR="007D6C9B">
        <w:rPr>
          <w:rtl/>
        </w:rPr>
        <w:t xml:space="preserve">ں </w:t>
      </w:r>
      <w:r>
        <w:rPr>
          <w:rtl/>
        </w:rPr>
        <w:t>نے جب حضرت ابراہيم كو يہ بشارت دى تو ان كى بيوى سارہ جوظاہراً ايك بانجھ عورت تھى وہ بھى موجود تھى انھو</w:t>
      </w:r>
      <w:r w:rsidR="007D6C9B">
        <w:rPr>
          <w:rtl/>
        </w:rPr>
        <w:t xml:space="preserve">ں </w:t>
      </w:r>
      <w:r>
        <w:rPr>
          <w:rtl/>
        </w:rPr>
        <w:t>نے اسے بھى يہ بشارت دي_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ہم يہ بھى جانتے ہي</w:t>
      </w:r>
      <w:r w:rsidR="007D6C9B">
        <w:rPr>
          <w:rtl/>
        </w:rPr>
        <w:t xml:space="preserve">ں </w:t>
      </w:r>
      <w:r>
        <w:rPr>
          <w:rtl/>
        </w:rPr>
        <w:t>كہ سار ہ حضرت اسحاق عليہ السلام كى والدہ تھي</w:t>
      </w:r>
      <w:r w:rsidR="007D6C9B">
        <w:rPr>
          <w:rtl/>
        </w:rPr>
        <w:t xml:space="preserve">ں </w:t>
      </w:r>
      <w:r>
        <w:rPr>
          <w:rtl/>
        </w:rPr>
        <w:t>اس سے پہلے حضرت ابراہيم عليہ السلام حضرت ہاجرہ سلام اللہ عليہا سے صاحب اولاد تھے حضرت اسماعيل عليہ السلام ان كے فرزند تھے ( حضرت ہاجرہ وہ كنيزتھي</w:t>
      </w:r>
      <w:r w:rsidR="007D6C9B">
        <w:rPr>
          <w:rtl/>
        </w:rPr>
        <w:t xml:space="preserve">ں </w:t>
      </w:r>
      <w:r>
        <w:rPr>
          <w:rtl/>
        </w:rPr>
        <w:t>جنھي</w:t>
      </w:r>
      <w:r w:rsidR="007D6C9B">
        <w:rPr>
          <w:rtl/>
        </w:rPr>
        <w:t xml:space="preserve">ں </w:t>
      </w:r>
      <w:r>
        <w:rPr>
          <w:rtl/>
        </w:rPr>
        <w:t>حضرت ابراہيم نے زوجيت كے لئے انتخاب كيا تھا ) ليكن حضرت ابراہيم(ع) اچھى طرح جانتے تھے كہ طبيعى اصولو</w:t>
      </w:r>
      <w:r w:rsidR="007D6C9B">
        <w:rPr>
          <w:rtl/>
        </w:rPr>
        <w:t xml:space="preserve">ں </w:t>
      </w:r>
      <w:r>
        <w:rPr>
          <w:rtl/>
        </w:rPr>
        <w:t>كے لحاظ سے ان سے ايسے بيٹے كى</w:t>
      </w:r>
      <w:r w:rsidR="00E173E0">
        <w:rPr>
          <w:rtl/>
        </w:rPr>
        <w:t xml:space="preserve"> پيدائش </w:t>
      </w:r>
      <w:r>
        <w:rPr>
          <w:rtl/>
        </w:rPr>
        <w:t>بہت بعيد ہے اگرچہ خدا كى قدرت كاملہ كے لئے كوئي چيز محال نہي</w:t>
      </w:r>
      <w:r w:rsidR="007D6C9B">
        <w:rPr>
          <w:rtl/>
        </w:rPr>
        <w:t xml:space="preserve">ں </w:t>
      </w:r>
      <w:r>
        <w:rPr>
          <w:rtl/>
        </w:rPr>
        <w:t>ہے، مگر انھو</w:t>
      </w:r>
      <w:r w:rsidR="007D6C9B">
        <w:rPr>
          <w:rtl/>
        </w:rPr>
        <w:t xml:space="preserve">ں </w:t>
      </w:r>
      <w:r>
        <w:rPr>
          <w:rtl/>
        </w:rPr>
        <w:t>نے معمول كے طبيعى قوانين كى طرف توجہ كى جس نے ان كے تعجب كو ابھارا لہذا انھو</w:t>
      </w:r>
      <w:r w:rsidR="007D6C9B">
        <w:rPr>
          <w:rtl/>
        </w:rPr>
        <w:t xml:space="preserve">ں </w:t>
      </w:r>
      <w:r>
        <w:rPr>
          <w:rtl/>
        </w:rPr>
        <w:t>نے كہا مجھے ايسى بشارت ديتے ہو حالانكہ مي</w:t>
      </w:r>
      <w:r w:rsidR="007D6C9B">
        <w:rPr>
          <w:rtl/>
        </w:rPr>
        <w:t xml:space="preserve">ں </w:t>
      </w:r>
      <w:r>
        <w:rPr>
          <w:rtl/>
        </w:rPr>
        <w:t>بڑھاپے كى عمر كو پہنچ گيا ہو</w:t>
      </w:r>
      <w:r w:rsidR="007D6C9B">
        <w:rPr>
          <w:rtl/>
        </w:rPr>
        <w:t xml:space="preserve">ں </w:t>
      </w:r>
      <w:r>
        <w:rPr>
          <w:rtl/>
        </w:rPr>
        <w:t>،واقعاً مجھے كس چيز كى بشارت دے رہے ہو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''كيا تمہارى يہ بشارت حكم الہى سے ہے يا خود تمہارى طرف سے ہے صراحت سے كہو تاكہ مجھے زيادہ اطمينان ہو''_ </w:t>
      </w:r>
    </w:p>
    <w:p w:rsidR="00DE2D7F" w:rsidRDefault="00DE2D7F" w:rsidP="00D07B54">
      <w:pPr>
        <w:pStyle w:val="libNormal"/>
        <w:rPr>
          <w:rtl/>
        </w:rPr>
      </w:pPr>
      <w:r>
        <w:rPr>
          <w:rtl/>
        </w:rPr>
        <w:t>''ممكن ہے كہا جائے كہ اس لحاظ سے ابراہيم ايك اچھے تجربے سے گذرے تھے كہ بڑھاپے مي</w:t>
      </w:r>
      <w:r w:rsidR="007D6C9B">
        <w:rPr>
          <w:rtl/>
        </w:rPr>
        <w:t xml:space="preserve">ں </w:t>
      </w:r>
      <w:r>
        <w:rPr>
          <w:rtl/>
        </w:rPr>
        <w:t>ہى ان كے بيٹے اسماعيل پيدا ہوئے تھے لہذا نئے بيٹے يعنى حضرت اسحاق كى</w:t>
      </w:r>
      <w:r w:rsidR="00E173E0">
        <w:rPr>
          <w:rtl/>
        </w:rPr>
        <w:t xml:space="preserve"> پيدائش </w:t>
      </w:r>
      <w:r>
        <w:rPr>
          <w:rtl/>
        </w:rPr>
        <w:t>كے بارے مي</w:t>
      </w:r>
      <w:r w:rsidR="007D6C9B">
        <w:rPr>
          <w:rtl/>
        </w:rPr>
        <w:t xml:space="preserve">ں </w:t>
      </w:r>
      <w:r>
        <w:rPr>
          <w:rtl/>
        </w:rPr>
        <w:t>انھي</w:t>
      </w:r>
      <w:r w:rsidR="007D6C9B">
        <w:rPr>
          <w:rtl/>
        </w:rPr>
        <w:t xml:space="preserve">ں </w:t>
      </w:r>
      <w:r>
        <w:rPr>
          <w:rtl/>
        </w:rPr>
        <w:t>تعجب نہي</w:t>
      </w:r>
      <w:r w:rsidR="007D6C9B">
        <w:rPr>
          <w:rtl/>
        </w:rPr>
        <w:t xml:space="preserve">ں </w:t>
      </w:r>
      <w:r>
        <w:rPr>
          <w:rtl/>
        </w:rPr>
        <w:t>كرنا چاہئے تھا ليكن معلوم ہونا چاہئے ،كہ بعض مفسرين كے بقول حضرت اسماعيل اور حضرت اسحاق كى</w:t>
      </w:r>
      <w:r w:rsidR="00E173E0">
        <w:rPr>
          <w:rtl/>
        </w:rPr>
        <w:t xml:space="preserve"> پيدائش </w:t>
      </w:r>
      <w:r>
        <w:rPr>
          <w:rtl/>
        </w:rPr>
        <w:t>مي</w:t>
      </w:r>
      <w:r w:rsidR="007D6C9B">
        <w:rPr>
          <w:rtl/>
        </w:rPr>
        <w:t xml:space="preserve">ں </w:t>
      </w:r>
      <w:r>
        <w:rPr>
          <w:rtl/>
        </w:rPr>
        <w:t>دس سال سے زيادہ كا فاصلہ تھا لہذابڑھاپے مي</w:t>
      </w:r>
      <w:r w:rsidR="007D6C9B">
        <w:rPr>
          <w:rtl/>
        </w:rPr>
        <w:t xml:space="preserve">ں </w:t>
      </w:r>
      <w:r>
        <w:rPr>
          <w:rtl/>
        </w:rPr>
        <w:t>دس سال گذر جائي</w:t>
      </w:r>
      <w:r w:rsidR="007D6C9B">
        <w:rPr>
          <w:rtl/>
        </w:rPr>
        <w:t xml:space="preserve">ں </w:t>
      </w:r>
      <w:r>
        <w:rPr>
          <w:rtl/>
        </w:rPr>
        <w:t>تو بچے كى</w:t>
      </w:r>
      <w:r w:rsidR="00E173E0">
        <w:rPr>
          <w:rtl/>
        </w:rPr>
        <w:t xml:space="preserve"> پيدائش </w:t>
      </w:r>
      <w:r>
        <w:rPr>
          <w:rtl/>
        </w:rPr>
        <w:t xml:space="preserve">كا احتمال بہت ہى كم ہوتا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ہودكى آيہ </w:t>
      </w:r>
      <w:r w:rsidR="00E664BB">
        <w:rPr>
          <w:rtl/>
        </w:rPr>
        <w:t>71</w:t>
      </w:r>
      <w:r>
        <w:rPr>
          <w:rtl/>
        </w:rPr>
        <w:t>مي</w:t>
      </w:r>
      <w:r w:rsidR="007D6C9B">
        <w:rPr>
          <w:rtl/>
        </w:rPr>
        <w:t xml:space="preserve">ں </w:t>
      </w:r>
      <w:r>
        <w:rPr>
          <w:rtl/>
        </w:rPr>
        <w:t xml:space="preserve">ہے''اس كى بيوى كھڑى تھى ،وہ ہنسى اور ہم نے اسے اسحاق كى بشارت دي'' </w:t>
      </w:r>
    </w:p>
    <w:p w:rsidR="00DE2D7F" w:rsidRDefault="00DE2D7F" w:rsidP="00D07B54">
      <w:pPr>
        <w:pStyle w:val="libFootnote"/>
        <w:rPr>
          <w:rtl/>
        </w:rPr>
      </w:pPr>
      <w:r>
        <w:rPr>
          <w:rtl/>
        </w:rPr>
        <w:t>(</w:t>
      </w:r>
      <w:r w:rsidR="00E664BB">
        <w:rPr>
          <w:rtl/>
        </w:rPr>
        <w:t>2</w:t>
      </w:r>
      <w:r>
        <w:rPr>
          <w:rtl/>
        </w:rPr>
        <w:t xml:space="preserve">)سورہ حجر ايت </w:t>
      </w:r>
      <w:r w:rsidR="00E664BB">
        <w:rPr>
          <w:rtl/>
        </w:rPr>
        <w:t>54</w:t>
      </w:r>
      <w:r>
        <w:rPr>
          <w:rtl/>
        </w:rPr>
        <w:t xml:space="preserve"> </w:t>
      </w:r>
    </w:p>
    <w:p w:rsidR="00956D74" w:rsidRDefault="001648F9" w:rsidP="00D07B54">
      <w:pPr>
        <w:pStyle w:val="libNormal"/>
        <w:rPr>
          <w:rtl/>
        </w:rPr>
      </w:pPr>
      <w:r>
        <w:rPr>
          <w:rtl/>
        </w:rPr>
        <w:t xml:space="preserve"> </w:t>
      </w:r>
      <w:r>
        <w:rPr>
          <w:rtl/>
        </w:rPr>
        <w:br w:type="page"/>
      </w:r>
    </w:p>
    <w:p w:rsidR="00956D74" w:rsidRDefault="00956D74" w:rsidP="00D07B54">
      <w:pPr>
        <w:pStyle w:val="libNormal"/>
        <w:rPr>
          <w:rtl/>
        </w:rPr>
      </w:pPr>
    </w:p>
    <w:p w:rsidR="00DE2D7F" w:rsidRDefault="00DE2D7F" w:rsidP="00D07B54">
      <w:pPr>
        <w:pStyle w:val="libNormal"/>
        <w:rPr>
          <w:rtl/>
        </w:rPr>
      </w:pPr>
      <w:r>
        <w:rPr>
          <w:rtl/>
        </w:rPr>
        <w:t>ثانياً اگر كوئي واقعہ خلاف معمول ہو اگر چہ استثنائي طورپر ہو،اس سے مشابہ مواقع پر تعجب كرنے سے مانع نہي</w:t>
      </w:r>
      <w:r w:rsidR="007D6C9B">
        <w:rPr>
          <w:rtl/>
        </w:rPr>
        <w:t xml:space="preserve">ں </w:t>
      </w:r>
      <w:r>
        <w:rPr>
          <w:rtl/>
        </w:rPr>
        <w:t xml:space="preserve">ہے''_ </w:t>
      </w:r>
    </w:p>
    <w:p w:rsidR="00DE2D7F" w:rsidRDefault="00DE2D7F" w:rsidP="00D07B54">
      <w:pPr>
        <w:pStyle w:val="libNormal"/>
        <w:rPr>
          <w:rtl/>
        </w:rPr>
      </w:pPr>
      <w:r>
        <w:rPr>
          <w:rtl/>
        </w:rPr>
        <w:t>كيونكہ ايسے سن وسال مي</w:t>
      </w:r>
      <w:r w:rsidR="007D6C9B">
        <w:rPr>
          <w:rtl/>
        </w:rPr>
        <w:t xml:space="preserve">ں </w:t>
      </w:r>
      <w:r>
        <w:rPr>
          <w:rtl/>
        </w:rPr>
        <w:t>بچے كى</w:t>
      </w:r>
      <w:r w:rsidR="00E173E0">
        <w:rPr>
          <w:rtl/>
        </w:rPr>
        <w:t xml:space="preserve"> پيدائش </w:t>
      </w:r>
      <w:r>
        <w:rPr>
          <w:rtl/>
        </w:rPr>
        <w:t>بہرحال ايك امر عجيب ہے ،كہتے ہي</w:t>
      </w:r>
      <w:r w:rsidR="007D6C9B">
        <w:rPr>
          <w:rtl/>
        </w:rPr>
        <w:t xml:space="preserve">ں </w:t>
      </w:r>
      <w:r>
        <w:rPr>
          <w:rtl/>
        </w:rPr>
        <w:t>كہ جناب اسماعيل كى</w:t>
      </w:r>
      <w:r w:rsidR="00E173E0">
        <w:rPr>
          <w:rtl/>
        </w:rPr>
        <w:t xml:space="preserve"> پيدائش </w:t>
      </w:r>
      <w:r>
        <w:rPr>
          <w:rtl/>
        </w:rPr>
        <w:t xml:space="preserve">كے وقت جناب ابرہيم (ع) كى </w:t>
      </w:r>
      <w:r w:rsidR="00E44785">
        <w:rPr>
          <w:rtl/>
        </w:rPr>
        <w:t>99</w:t>
      </w:r>
      <w:r>
        <w:rPr>
          <w:rtl/>
        </w:rPr>
        <w:t xml:space="preserve">/ سال كى عمر تھى اور جناب اسماعيل كى ولادت كے وقت </w:t>
      </w:r>
      <w:r w:rsidR="00E664BB">
        <w:rPr>
          <w:rtl/>
        </w:rPr>
        <w:t>112</w:t>
      </w:r>
      <w:r>
        <w:rPr>
          <w:rtl/>
        </w:rPr>
        <w:t>/كى عمر ہوچكى تھي_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بہرحال فرشتو</w:t>
      </w:r>
      <w:r w:rsidR="007D6C9B">
        <w:rPr>
          <w:rtl/>
        </w:rPr>
        <w:t xml:space="preserve">ں </w:t>
      </w:r>
      <w:r>
        <w:rPr>
          <w:rtl/>
        </w:rPr>
        <w:t>نے حضرت ابراہيم عليہ السلام كو ترد د يازيادہ تعجب كا موقع نہ ديا ، اور ان سے صراحت وقاطعيت سے كہا ہم تجھے حق كے ساتھ بشارت دے رہے ہي</w:t>
      </w:r>
      <w:r w:rsidR="007D6C9B">
        <w:rPr>
          <w:rtl/>
        </w:rPr>
        <w:t xml:space="preserve">ں </w:t>
      </w:r>
      <w:r>
        <w:rPr>
          <w:rtl/>
        </w:rPr>
        <w:t>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وہ بشارت كہ جوخدا كى طرف سے ہے اور اس كے حكم سے ہے اسى بناء پر يہ حق ہے مسلم ہے _ </w:t>
      </w:r>
    </w:p>
    <w:p w:rsidR="00DE2D7F" w:rsidRDefault="00DE2D7F" w:rsidP="00D07B54">
      <w:pPr>
        <w:pStyle w:val="libNormal"/>
        <w:rPr>
          <w:rtl/>
        </w:rPr>
      </w:pPr>
      <w:r>
        <w:rPr>
          <w:rtl/>
        </w:rPr>
        <w:t>اس كے بعد اس لئے كہ مبادا ابراہيم مايوس ونااميد ہو</w:t>
      </w:r>
      <w:r w:rsidR="007D6C9B">
        <w:rPr>
          <w:rtl/>
        </w:rPr>
        <w:t xml:space="preserve">ں </w:t>
      </w:r>
      <w:r>
        <w:rPr>
          <w:rtl/>
        </w:rPr>
        <w:t>تاكيد كے طور پر كہنے لگے : ''اب جبكہ ايسا ہے تو مايوس ہونے والو</w:t>
      </w:r>
      <w:r w:rsidR="007D6C9B">
        <w:rPr>
          <w:rtl/>
        </w:rPr>
        <w:t xml:space="preserve">ں </w:t>
      </w:r>
      <w:r>
        <w:rPr>
          <w:rtl/>
        </w:rPr>
        <w:t>مي</w:t>
      </w:r>
      <w:r w:rsidR="007D6C9B">
        <w:rPr>
          <w:rtl/>
        </w:rPr>
        <w:t xml:space="preserve">ں </w:t>
      </w:r>
      <w:r>
        <w:rPr>
          <w:rtl/>
        </w:rPr>
        <w:t xml:space="preserve">سے نہ ہو ''_ </w:t>
      </w:r>
    </w:p>
    <w:p w:rsidR="00DE2D7F" w:rsidRDefault="00DE2D7F" w:rsidP="00D07B54">
      <w:pPr>
        <w:pStyle w:val="libNormal"/>
        <w:rPr>
          <w:rtl/>
        </w:rPr>
      </w:pPr>
      <w:r>
        <w:rPr>
          <w:rtl/>
        </w:rPr>
        <w:t>ليكن ابراہيم عليہ السلام نے فوراً ان كے اس خيال كودور كرديا كہ يہا</w:t>
      </w:r>
      <w:r w:rsidR="007D6C9B">
        <w:rPr>
          <w:rtl/>
        </w:rPr>
        <w:t xml:space="preserve">ں </w:t>
      </w:r>
      <w:r>
        <w:rPr>
          <w:rtl/>
        </w:rPr>
        <w:t>پر مايوسى اوررحمت خدا سے نااميدى كا غلبہ نہي</w:t>
      </w:r>
      <w:r w:rsidR="007D6C9B">
        <w:rPr>
          <w:rtl/>
        </w:rPr>
        <w:t xml:space="preserve">ں </w:t>
      </w:r>
      <w:r>
        <w:rPr>
          <w:rtl/>
        </w:rPr>
        <w:t>ہے اور واضح كيا كہ يہ تو صرف طبيعى معمولات كے حوالے سے تعجب ہے، لہذا صراحت سے كہا: گمراہو</w:t>
      </w:r>
      <w:r w:rsidR="007D6C9B">
        <w:rPr>
          <w:rtl/>
        </w:rPr>
        <w:t xml:space="preserve">ں </w:t>
      </w:r>
      <w:r>
        <w:rPr>
          <w:rtl/>
        </w:rPr>
        <w:t>كے سوا اپنے پروردگار كى رحمت سے كون مايوس ہوگا_''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وہى گمراہ كہ جنھو</w:t>
      </w:r>
      <w:r w:rsidR="007D6C9B">
        <w:rPr>
          <w:rtl/>
        </w:rPr>
        <w:t xml:space="preserve">ں </w:t>
      </w:r>
      <w:r>
        <w:rPr>
          <w:rtl/>
        </w:rPr>
        <w:t>نے خدا كواچھى طرح نہي</w:t>
      </w:r>
      <w:r w:rsidR="007D6C9B">
        <w:rPr>
          <w:rtl/>
        </w:rPr>
        <w:t xml:space="preserve">ں </w:t>
      </w:r>
      <w:r>
        <w:rPr>
          <w:rtl/>
        </w:rPr>
        <w:t>پہچانا اور اس كى بے پايا</w:t>
      </w:r>
      <w:r w:rsidR="007D6C9B">
        <w:rPr>
          <w:rtl/>
        </w:rPr>
        <w:t xml:space="preserve">ں </w:t>
      </w:r>
      <w:r>
        <w:rPr>
          <w:rtl/>
        </w:rPr>
        <w:t>قدرت پر ان كى نگاہ نہي</w:t>
      </w:r>
      <w:r w:rsidR="007D6C9B">
        <w:rPr>
          <w:rtl/>
        </w:rPr>
        <w:t xml:space="preserve">ں </w:t>
      </w:r>
      <w:r>
        <w:rPr>
          <w:rtl/>
        </w:rPr>
        <w:t>_ وہ خدا كہ جو مشت خاك سے ايسا عجيب وغريب انسان پيدا كرتا ہے اور ناچيز نطفہ سے ايك مكمل بچہ وجود مي</w:t>
      </w:r>
      <w:r w:rsidR="007D6C9B">
        <w:rPr>
          <w:rtl/>
        </w:rPr>
        <w:t xml:space="preserve">ں </w:t>
      </w:r>
      <w:r>
        <w:rPr>
          <w:rtl/>
        </w:rPr>
        <w:t>لاتاہے خرمے كا خشك درخت جس كے حكم سے پھل سے لدجاتاہے اور جلانے والى آگ جس كے حكم سے گلزار ہوجاتى ہے، كون شخص ايسے پروردگار كى قدرت مي</w:t>
      </w:r>
      <w:r w:rsidR="007D6C9B">
        <w:rPr>
          <w:rtl/>
        </w:rPr>
        <w:t xml:space="preserve">ں </w:t>
      </w:r>
      <w:r>
        <w:rPr>
          <w:rtl/>
        </w:rPr>
        <w:t xml:space="preserve">شك كرے يا اس كى رحمت سے مايوس ہو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حجر ايت </w:t>
      </w:r>
      <w:r w:rsidR="00E664BB">
        <w:rPr>
          <w:rtl/>
        </w:rPr>
        <w:t>55</w:t>
      </w:r>
      <w:r>
        <w:rPr>
          <w:rtl/>
        </w:rPr>
        <w:t xml:space="preserve"> </w:t>
      </w:r>
    </w:p>
    <w:p w:rsidR="00DE2D7F" w:rsidRDefault="00DE2D7F" w:rsidP="00D07B54">
      <w:pPr>
        <w:pStyle w:val="libFootnote"/>
        <w:rPr>
          <w:rtl/>
        </w:rPr>
      </w:pPr>
      <w:r>
        <w:rPr>
          <w:rtl/>
        </w:rPr>
        <w:t>(</w:t>
      </w:r>
      <w:r w:rsidR="00E664BB">
        <w:rPr>
          <w:rtl/>
        </w:rPr>
        <w:t>2</w:t>
      </w:r>
      <w:r>
        <w:rPr>
          <w:rtl/>
        </w:rPr>
        <w:t>) سورہ حجر آيت</w:t>
      </w:r>
      <w:r w:rsidR="00E664BB">
        <w:rPr>
          <w:rtl/>
        </w:rPr>
        <w:t>53</w:t>
      </w:r>
      <w:r>
        <w:rPr>
          <w:rtl/>
        </w:rPr>
        <w:t xml:space="preserve"> </w:t>
      </w:r>
    </w:p>
    <w:p w:rsidR="00DE2D7F" w:rsidRDefault="00DE2D7F" w:rsidP="00D07B54">
      <w:pPr>
        <w:pStyle w:val="libFootnote"/>
        <w:rPr>
          <w:rtl/>
        </w:rPr>
      </w:pPr>
      <w:r>
        <w:rPr>
          <w:rtl/>
        </w:rPr>
        <w:t>(</w:t>
      </w:r>
      <w:r w:rsidR="00E664BB">
        <w:rPr>
          <w:rtl/>
        </w:rPr>
        <w:t>3</w:t>
      </w:r>
      <w:r>
        <w:rPr>
          <w:rtl/>
        </w:rPr>
        <w:t xml:space="preserve">)سورہ حجر آيت </w:t>
      </w:r>
      <w:r w:rsidR="00E664BB">
        <w:rPr>
          <w:rtl/>
        </w:rPr>
        <w:t>55</w:t>
      </w:r>
      <w:r>
        <w:rPr>
          <w:rtl/>
        </w:rPr>
        <w:t xml:space="preserve"> </w:t>
      </w:r>
    </w:p>
    <w:p w:rsidR="00956D74" w:rsidRDefault="00C2634E" w:rsidP="00D07B54">
      <w:pPr>
        <w:pStyle w:val="libNormal"/>
        <w:rPr>
          <w:rtl/>
        </w:rPr>
      </w:pPr>
      <w:r>
        <w:rPr>
          <w:rtl/>
        </w:rPr>
        <w:t xml:space="preserve"> </w:t>
      </w:r>
      <w:r>
        <w:rPr>
          <w:rtl/>
        </w:rPr>
        <w:br w:type="page"/>
      </w:r>
    </w:p>
    <w:p w:rsidR="00956D74" w:rsidRDefault="00956D74" w:rsidP="00D07B54">
      <w:pPr>
        <w:pStyle w:val="libNormal"/>
        <w:rPr>
          <w:rtl/>
        </w:rPr>
      </w:pPr>
    </w:p>
    <w:p w:rsidR="00956D74" w:rsidRDefault="00DE2D7F" w:rsidP="00D07B54">
      <w:pPr>
        <w:pStyle w:val="libNormal"/>
        <w:rPr>
          <w:rtl/>
        </w:rPr>
      </w:pPr>
      <w:r>
        <w:rPr>
          <w:rtl/>
        </w:rPr>
        <w:t>حضرت ابراہيم (ع) كے ہاتھو</w:t>
      </w:r>
      <w:r w:rsidR="007D6C9B">
        <w:rPr>
          <w:rtl/>
        </w:rPr>
        <w:t xml:space="preserve">ں </w:t>
      </w:r>
      <w:r>
        <w:rPr>
          <w:rtl/>
        </w:rPr>
        <w:t>خانہ كعبہ كى تعمير نو</w:t>
      </w:r>
    </w:p>
    <w:p w:rsidR="00DE2D7F" w:rsidRDefault="00DE2D7F" w:rsidP="00D07B54">
      <w:pPr>
        <w:pStyle w:val="libNormal"/>
        <w:rPr>
          <w:rtl/>
        </w:rPr>
      </w:pPr>
      <w:r>
        <w:rPr>
          <w:rtl/>
        </w:rPr>
        <w:t xml:space="preserve"> قرآن كى مختلف آيات،احاديث اور تو اريخ اسلامى سے واضح ہوتا ہے خانہ كعبہ حضرت ابراہيم سے پہلے ،بلكہ حضرت آدم (ع) كے زمانے مي</w:t>
      </w:r>
      <w:r w:rsidR="007D6C9B">
        <w:rPr>
          <w:rtl/>
        </w:rPr>
        <w:t xml:space="preserve">ں </w:t>
      </w:r>
      <w:r>
        <w:rPr>
          <w:rtl/>
        </w:rPr>
        <w:t>موجود تھا كيونكہ سورہ ابراہيم مي</w:t>
      </w:r>
      <w:r w:rsidR="007D6C9B">
        <w:rPr>
          <w:rtl/>
        </w:rPr>
        <w:t xml:space="preserve">ں </w:t>
      </w:r>
      <w:r>
        <w:rPr>
          <w:rtl/>
        </w:rPr>
        <w:t>حضرت ابراہيم (ع) جيسے عظيم پيغمبر كى زبانى يو</w:t>
      </w:r>
      <w:r w:rsidR="007D6C9B">
        <w:rPr>
          <w:rtl/>
        </w:rPr>
        <w:t xml:space="preserve">ں </w:t>
      </w:r>
      <w:r>
        <w:rPr>
          <w:rtl/>
        </w:rPr>
        <w:t xml:space="preserve">آياہے : </w:t>
      </w:r>
    </w:p>
    <w:p w:rsidR="00DE2D7F" w:rsidRDefault="00DE2D7F" w:rsidP="00D07B54">
      <w:pPr>
        <w:pStyle w:val="libNormal"/>
        <w:rPr>
          <w:rtl/>
        </w:rPr>
      </w:pPr>
      <w:r>
        <w:rPr>
          <w:rtl/>
        </w:rPr>
        <w:t>پروردگار :مي</w:t>
      </w:r>
      <w:r w:rsidR="007D6C9B">
        <w:rPr>
          <w:rtl/>
        </w:rPr>
        <w:t xml:space="preserve">ں </w:t>
      </w:r>
      <w:r>
        <w:rPr>
          <w:rtl/>
        </w:rPr>
        <w:t>اپنى ذريت مي</w:t>
      </w:r>
      <w:r w:rsidR="007D6C9B">
        <w:rPr>
          <w:rtl/>
        </w:rPr>
        <w:t xml:space="preserve">ں </w:t>
      </w:r>
      <w:r>
        <w:rPr>
          <w:rtl/>
        </w:rPr>
        <w:t>سے (بعض كو ) اس بے آب وگياہ وادى مي</w:t>
      </w:r>
      <w:r w:rsidR="007D6C9B">
        <w:rPr>
          <w:rtl/>
        </w:rPr>
        <w:t xml:space="preserve">ں </w:t>
      </w:r>
      <w:r>
        <w:rPr>
          <w:rtl/>
        </w:rPr>
        <w:t>تيرے محترم گھر كے پاس بسارہاہو</w:t>
      </w:r>
      <w:r w:rsidR="007D6C9B">
        <w:rPr>
          <w:rtl/>
        </w:rPr>
        <w:t xml:space="preserve">ں </w:t>
      </w:r>
      <w:r>
        <w:rPr>
          <w:rtl/>
        </w:rPr>
        <w:t>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آيت واضح طور پر گواہى ديتى ہے كہ جب حضرت ابراہيم اپنے شير خوار بيٹے اسماعيل اور اپنى زوجہ كے ساتھ سرزمين مكہ مي</w:t>
      </w:r>
      <w:r w:rsidR="007D6C9B">
        <w:rPr>
          <w:rtl/>
        </w:rPr>
        <w:t xml:space="preserve">ں </w:t>
      </w:r>
      <w:r>
        <w:rPr>
          <w:rtl/>
        </w:rPr>
        <w:t xml:space="preserve">آئے تو خانہ كعبہ كے آثار موجود تھے _ </w:t>
      </w:r>
    </w:p>
    <w:p w:rsidR="00DE2D7F" w:rsidRDefault="00DE2D7F" w:rsidP="00D07B54">
      <w:pPr>
        <w:pStyle w:val="libNormal"/>
        <w:rPr>
          <w:rtl/>
        </w:rPr>
      </w:pPr>
      <w:r>
        <w:rPr>
          <w:rtl/>
        </w:rPr>
        <w:t>اسى طرح سورہ آل عمران مي</w:t>
      </w:r>
      <w:r w:rsidR="007D6C9B">
        <w:rPr>
          <w:rtl/>
        </w:rPr>
        <w:t xml:space="preserve">ں </w:t>
      </w:r>
      <w:r>
        <w:rPr>
          <w:rtl/>
        </w:rPr>
        <w:t xml:space="preserve">بھى ہے : </w:t>
      </w:r>
    </w:p>
    <w:p w:rsidR="00DE2D7F" w:rsidRDefault="00DE2D7F" w:rsidP="00D07B54">
      <w:pPr>
        <w:pStyle w:val="libNormal"/>
        <w:rPr>
          <w:rtl/>
        </w:rPr>
      </w:pPr>
      <w:r>
        <w:rPr>
          <w:rtl/>
        </w:rPr>
        <w:t>''پہلا گھر جو عبادت خدا كى خاطر انسانو</w:t>
      </w:r>
      <w:r w:rsidR="007D6C9B">
        <w:rPr>
          <w:rtl/>
        </w:rPr>
        <w:t xml:space="preserve">ں </w:t>
      </w:r>
      <w:r>
        <w:rPr>
          <w:rtl/>
        </w:rPr>
        <w:t>كے لئے بنايا گيا وہ سرزمين مكہ مي</w:t>
      </w:r>
      <w:r w:rsidR="007D6C9B">
        <w:rPr>
          <w:rtl/>
        </w:rPr>
        <w:t xml:space="preserve">ں </w:t>
      </w:r>
      <w:r>
        <w:rPr>
          <w:rtl/>
        </w:rPr>
        <w:t>تھا''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مسلم ہے كہ عبادت خدا اور مركز عبادت كى بنياد حضرت ابراہيم عليہ السلام كے زمانہ سے نہي</w:t>
      </w:r>
      <w:r w:rsidR="007D6C9B">
        <w:rPr>
          <w:rtl/>
        </w:rPr>
        <w:t xml:space="preserve">ں </w:t>
      </w:r>
      <w:r>
        <w:rPr>
          <w:rtl/>
        </w:rPr>
        <w:t xml:space="preserve">پڑى بلكہ حضرت آدم عليہ السلام كے زمانے سے يہ سلسلہ جارى تھا _ </w:t>
      </w:r>
    </w:p>
    <w:p w:rsidR="00DE2D7F" w:rsidRDefault="00DE2D7F" w:rsidP="00D07B54">
      <w:pPr>
        <w:pStyle w:val="libNormal"/>
        <w:rPr>
          <w:rtl/>
        </w:rPr>
      </w:pPr>
      <w:r>
        <w:rPr>
          <w:rtl/>
        </w:rPr>
        <w:t>اتفاقاً قرآنى كى تعبير بھى اس معنى كو تقويت ديتى ہے كہ فرماياگيا ہے : ياد كرو اس وقت كو جب ابراہيم اور اسماعيل عليہما السلام (جب اسماعيل عليہ السلام كچھ بڑے ہوگئے تو ) خانہ كعبہ كى بنيادو</w:t>
      </w:r>
      <w:r w:rsidR="007D6C9B">
        <w:rPr>
          <w:rtl/>
        </w:rPr>
        <w:t xml:space="preserve">ں </w:t>
      </w:r>
      <w:r>
        <w:rPr>
          <w:rtl/>
        </w:rPr>
        <w:t>كو اونچا كررہے تھے اور كہتے تھے:''پروردگاراہم سے قبول فرما،تو سننے والا اور جاننے والا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آيت كا يہ انداز بتاتا ہے كہ خانہ كعبہ كى بنيادي</w:t>
      </w:r>
      <w:r w:rsidR="007D6C9B">
        <w:rPr>
          <w:rtl/>
        </w:rPr>
        <w:t xml:space="preserve">ں </w:t>
      </w:r>
      <w:r>
        <w:rPr>
          <w:rtl/>
        </w:rPr>
        <w:t>موجود تھي</w:t>
      </w:r>
      <w:r w:rsidR="007D6C9B">
        <w:rPr>
          <w:rtl/>
        </w:rPr>
        <w:t xml:space="preserve">ں </w:t>
      </w:r>
      <w:r>
        <w:rPr>
          <w:rtl/>
        </w:rPr>
        <w:t xml:space="preserve">اور ابراہيم(ع) اور اسماعيل(ع) اس كے ستون بلند كررہے تھے _ </w:t>
      </w:r>
    </w:p>
    <w:p w:rsidR="00DE2D7F" w:rsidRDefault="00DE2D7F" w:rsidP="00D07B54">
      <w:pPr>
        <w:pStyle w:val="libNormal"/>
        <w:rPr>
          <w:rtl/>
        </w:rPr>
      </w:pPr>
      <w:r>
        <w:rPr>
          <w:rtl/>
        </w:rPr>
        <w:t>نہج البلاغہ كے مشہور خطبہ قاصعہ مي</w:t>
      </w:r>
      <w:r w:rsidR="007D6C9B">
        <w:rPr>
          <w:rtl/>
        </w:rPr>
        <w:t xml:space="preserve">ں </w:t>
      </w:r>
      <w:r>
        <w:rPr>
          <w:rtl/>
        </w:rPr>
        <w:t xml:space="preserve">بھى ہے :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ابراہيم آيت </w:t>
      </w:r>
      <w:r w:rsidR="00E664BB">
        <w:rPr>
          <w:rtl/>
        </w:rPr>
        <w:t>37</w:t>
      </w:r>
      <w:r>
        <w:rPr>
          <w:rtl/>
        </w:rPr>
        <w:t xml:space="preserve"> </w:t>
      </w:r>
    </w:p>
    <w:p w:rsidR="00DE2D7F" w:rsidRDefault="00DE2D7F" w:rsidP="00D07B54">
      <w:pPr>
        <w:pStyle w:val="libFootnote"/>
        <w:rPr>
          <w:rtl/>
        </w:rPr>
      </w:pPr>
      <w:r>
        <w:rPr>
          <w:rtl/>
        </w:rPr>
        <w:t>(</w:t>
      </w:r>
      <w:r w:rsidR="00E664BB">
        <w:rPr>
          <w:rtl/>
        </w:rPr>
        <w:t>2</w:t>
      </w:r>
      <w:r>
        <w:rPr>
          <w:rtl/>
        </w:rPr>
        <w:t xml:space="preserve">)سورہ ال عمران ايت </w:t>
      </w:r>
      <w:r w:rsidR="00E44785">
        <w:rPr>
          <w:rtl/>
        </w:rPr>
        <w:t>9</w:t>
      </w:r>
      <w:r w:rsidR="00E664BB">
        <w:rPr>
          <w:rtl/>
        </w:rPr>
        <w:t>6</w:t>
      </w:r>
      <w:r>
        <w:rPr>
          <w:rtl/>
        </w:rPr>
        <w:t xml:space="preserve"> </w:t>
      </w:r>
    </w:p>
    <w:p w:rsidR="00DE2D7F" w:rsidRDefault="00DE2D7F" w:rsidP="00D07B54">
      <w:pPr>
        <w:pStyle w:val="libFootnote"/>
        <w:rPr>
          <w:rtl/>
        </w:rPr>
      </w:pPr>
      <w:r>
        <w:rPr>
          <w:rtl/>
        </w:rPr>
        <w:t>(</w:t>
      </w:r>
      <w:r w:rsidR="00E664BB">
        <w:rPr>
          <w:rtl/>
        </w:rPr>
        <w:t>3</w:t>
      </w:r>
      <w:r>
        <w:rPr>
          <w:rtl/>
        </w:rPr>
        <w:t xml:space="preserve">)سورہ بقرہ آيت </w:t>
      </w:r>
      <w:r w:rsidR="00E664BB">
        <w:rPr>
          <w:rtl/>
        </w:rPr>
        <w:t>127</w:t>
      </w:r>
      <w:r>
        <w:rPr>
          <w:rtl/>
        </w:rPr>
        <w:t xml:space="preserve"> </w:t>
      </w:r>
    </w:p>
    <w:p w:rsidR="00956D7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''كيا ديكھتے نہي</w:t>
      </w:r>
      <w:r w:rsidR="007D6C9B">
        <w:rPr>
          <w:rtl/>
        </w:rPr>
        <w:t xml:space="preserve">ں </w:t>
      </w:r>
      <w:r>
        <w:rPr>
          <w:rtl/>
        </w:rPr>
        <w:t>كہ ہو كہ خدا نے آدم سے لے كر آج تك كچھ پتھرو</w:t>
      </w:r>
      <w:r w:rsidR="007D6C9B">
        <w:rPr>
          <w:rtl/>
        </w:rPr>
        <w:t xml:space="preserve">ں </w:t>
      </w:r>
      <w:r>
        <w:rPr>
          <w:rtl/>
        </w:rPr>
        <w:t>كے ذريعہ ذريعہ امتحان ليا(وہ پتھر كہ) جنھي</w:t>
      </w:r>
      <w:r w:rsidR="007D6C9B">
        <w:rPr>
          <w:rtl/>
        </w:rPr>
        <w:t xml:space="preserve">ں </w:t>
      </w:r>
      <w:r>
        <w:rPr>
          <w:rtl/>
        </w:rPr>
        <w:t>اپنا محترم گھر قرار ديا، پھر آدم اور اولاد آدم كو حكم ديا كہ اس كے گرد طواف كري</w:t>
      </w:r>
      <w:r w:rsidR="007D6C9B">
        <w:rPr>
          <w:rtl/>
        </w:rPr>
        <w:t xml:space="preserve">ں </w:t>
      </w:r>
      <w:r>
        <w:rPr>
          <w:rtl/>
        </w:rPr>
        <w:t xml:space="preserve">''_ </w:t>
      </w:r>
    </w:p>
    <w:p w:rsidR="00DE2D7F" w:rsidRDefault="00DE2D7F" w:rsidP="00D07B54">
      <w:pPr>
        <w:pStyle w:val="libNormal"/>
        <w:rPr>
          <w:rtl/>
        </w:rPr>
      </w:pPr>
      <w:r>
        <w:rPr>
          <w:rtl/>
        </w:rPr>
        <w:t>مختصر يہ كہ آيات قرآن اور روايات ،تاريخ كى اس مشہور بات كى تائيد كرتى ہي</w:t>
      </w:r>
      <w:r w:rsidR="007D6C9B">
        <w:rPr>
          <w:rtl/>
        </w:rPr>
        <w:t xml:space="preserve">ں </w:t>
      </w:r>
      <w:r>
        <w:rPr>
          <w:rtl/>
        </w:rPr>
        <w:t>كہ خدا كعبہ پہلے پہل حضرت آدم عليہ السلام كے ہاتھو</w:t>
      </w:r>
      <w:r w:rsidR="007D6C9B">
        <w:rPr>
          <w:rtl/>
        </w:rPr>
        <w:t xml:space="preserve">ں </w:t>
      </w:r>
      <w:r>
        <w:rPr>
          <w:rtl/>
        </w:rPr>
        <w:t>بنا_ پھر طوفان نوح(ع) مي</w:t>
      </w:r>
      <w:r w:rsidR="007D6C9B">
        <w:rPr>
          <w:rtl/>
        </w:rPr>
        <w:t xml:space="preserve">ں </w:t>
      </w:r>
      <w:r>
        <w:rPr>
          <w:rtl/>
        </w:rPr>
        <w:t>گرگيا _ اس كے بعد حضرت ابراہيم عليہ السلام اوران كے فرزند حضرت اسماعيل عليہ السلام كے ہاتھو</w:t>
      </w:r>
      <w:r w:rsidR="007D6C9B">
        <w:rPr>
          <w:rtl/>
        </w:rPr>
        <w:t xml:space="preserve">ں </w:t>
      </w:r>
      <w:r>
        <w:rPr>
          <w:rtl/>
        </w:rPr>
        <w:t xml:space="preserve">اس كى تعمير نو ہوئي _ </w:t>
      </w:r>
    </w:p>
    <w:p w:rsidR="00956D74" w:rsidRDefault="00DE2D7F" w:rsidP="00D07B54">
      <w:pPr>
        <w:pStyle w:val="Heading2Center"/>
        <w:rPr>
          <w:rtl/>
        </w:rPr>
      </w:pPr>
      <w:bookmarkStart w:id="107" w:name="_Toc7268504"/>
      <w:r>
        <w:rPr>
          <w:rtl/>
        </w:rPr>
        <w:t>حضرت ابراہيم عليہ السلام كو انعام مي</w:t>
      </w:r>
      <w:r w:rsidR="007D6C9B">
        <w:rPr>
          <w:rtl/>
        </w:rPr>
        <w:t xml:space="preserve">ں </w:t>
      </w:r>
      <w:r>
        <w:rPr>
          <w:rtl/>
        </w:rPr>
        <w:t>امامت ملي</w:t>
      </w:r>
      <w:bookmarkEnd w:id="107"/>
    </w:p>
    <w:p w:rsidR="00DE2D7F" w:rsidRDefault="00DE2D7F" w:rsidP="00D07B54">
      <w:pPr>
        <w:pStyle w:val="libNormal"/>
        <w:rPr>
          <w:rtl/>
        </w:rPr>
      </w:pPr>
      <w:r>
        <w:rPr>
          <w:rtl/>
        </w:rPr>
        <w:t xml:space="preserve"> قرآن كريم حضرت ابراہيم عليہ السلام كى زندگى كے اہم ترين موڑ يعنى ان كى بڑى بڑى آزما</w:t>
      </w:r>
      <w:r w:rsidR="00091C36">
        <w:rPr>
          <w:rtl/>
        </w:rPr>
        <w:t xml:space="preserve">ئش </w:t>
      </w:r>
      <w:r>
        <w:rPr>
          <w:rtl/>
        </w:rPr>
        <w:t>و</w:t>
      </w:r>
      <w:r w:rsidR="007D6C9B">
        <w:rPr>
          <w:rtl/>
        </w:rPr>
        <w:t xml:space="preserve">ں </w:t>
      </w:r>
      <w:r>
        <w:rPr>
          <w:rtl/>
        </w:rPr>
        <w:t>اور ان مي</w:t>
      </w:r>
      <w:r w:rsidR="007D6C9B">
        <w:rPr>
          <w:rtl/>
        </w:rPr>
        <w:t xml:space="preserve">ں </w:t>
      </w:r>
      <w:r>
        <w:rPr>
          <w:rtl/>
        </w:rPr>
        <w:t>ان كى كاميابى كے متعلق گفتگو كرتا ہے وہ آزما</w:t>
      </w:r>
      <w:r w:rsidR="00091C36">
        <w:rPr>
          <w:rtl/>
        </w:rPr>
        <w:t xml:space="preserve">ئش </w:t>
      </w:r>
      <w:r>
        <w:rPr>
          <w:rtl/>
        </w:rPr>
        <w:t>ي</w:t>
      </w:r>
      <w:r w:rsidR="007D6C9B">
        <w:rPr>
          <w:rtl/>
        </w:rPr>
        <w:t xml:space="preserve">ں </w:t>
      </w:r>
      <w:r>
        <w:rPr>
          <w:rtl/>
        </w:rPr>
        <w:t>جنھو</w:t>
      </w:r>
      <w:r w:rsidR="007D6C9B">
        <w:rPr>
          <w:rtl/>
        </w:rPr>
        <w:t xml:space="preserve">ں </w:t>
      </w:r>
      <w:r>
        <w:rPr>
          <w:rtl/>
        </w:rPr>
        <w:t xml:space="preserve">نے ابراہيم عليہ السلام كى عظمت، مقام اور شخصيت كو مكمل طور پر نكھار ديا اور ان كى شخصيت كى بلندى كو روشن كرديا، ارشاد ہوتا ہے: </w:t>
      </w:r>
    </w:p>
    <w:p w:rsidR="00DE2D7F" w:rsidRDefault="00DE2D7F" w:rsidP="00D07B54">
      <w:pPr>
        <w:pStyle w:val="libNormal"/>
        <w:rPr>
          <w:rtl/>
        </w:rPr>
      </w:pPr>
      <w:r>
        <w:rPr>
          <w:rtl/>
        </w:rPr>
        <w:t>''اس وقت كو ياد كرو جب خدا نے ابراہيم كو مختلف طريقو</w:t>
      </w:r>
      <w:r w:rsidR="007D6C9B">
        <w:rPr>
          <w:rtl/>
        </w:rPr>
        <w:t xml:space="preserve">ں </w:t>
      </w:r>
      <w:r>
        <w:rPr>
          <w:rtl/>
        </w:rPr>
        <w:t>سے آزمايا اور وہ ان آزما</w:t>
      </w:r>
      <w:r w:rsidR="00091C36">
        <w:rPr>
          <w:rtl/>
        </w:rPr>
        <w:t xml:space="preserve">ئش </w:t>
      </w:r>
      <w:r>
        <w:rPr>
          <w:rtl/>
        </w:rPr>
        <w:t>و</w:t>
      </w:r>
      <w:r w:rsidR="007D6C9B">
        <w:rPr>
          <w:rtl/>
        </w:rPr>
        <w:t xml:space="preserve">ں </w:t>
      </w:r>
      <w:r>
        <w:rPr>
          <w:rtl/>
        </w:rPr>
        <w:t>مي</w:t>
      </w:r>
      <w:r w:rsidR="007D6C9B">
        <w:rPr>
          <w:rtl/>
        </w:rPr>
        <w:t xml:space="preserve">ں </w:t>
      </w:r>
      <w:r>
        <w:rPr>
          <w:rtl/>
        </w:rPr>
        <w:t>اچھى طرح سے كامياب ہوئے_''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جب ابراہيم عليہ السلام ان امتحانات مي</w:t>
      </w:r>
      <w:r w:rsidR="007D6C9B">
        <w:rPr>
          <w:rtl/>
        </w:rPr>
        <w:t xml:space="preserve">ں </w:t>
      </w:r>
      <w:r>
        <w:rPr>
          <w:rtl/>
        </w:rPr>
        <w:t>كامياب ہوگئے تو وہ منزل آئي كہ خدا انھي</w:t>
      </w:r>
      <w:r w:rsidR="007D6C9B">
        <w:rPr>
          <w:rtl/>
        </w:rPr>
        <w:t xml:space="preserve">ں </w:t>
      </w:r>
      <w:r>
        <w:rPr>
          <w:rtl/>
        </w:rPr>
        <w:t>انعام دے ،تو فرمايا: ''مي</w:t>
      </w:r>
      <w:r w:rsidR="007D6C9B">
        <w:rPr>
          <w:rtl/>
        </w:rPr>
        <w:t xml:space="preserve">ں </w:t>
      </w:r>
      <w:r>
        <w:rPr>
          <w:rtl/>
        </w:rPr>
        <w:t>تمہي</w:t>
      </w:r>
      <w:r w:rsidR="007D6C9B">
        <w:rPr>
          <w:rtl/>
        </w:rPr>
        <w:t xml:space="preserve">ں </w:t>
      </w:r>
      <w:r>
        <w:rPr>
          <w:rtl/>
        </w:rPr>
        <w:t>لوگو</w:t>
      </w:r>
      <w:r w:rsidR="007D6C9B">
        <w:rPr>
          <w:rtl/>
        </w:rPr>
        <w:t xml:space="preserve">ں </w:t>
      </w:r>
      <w:r>
        <w:rPr>
          <w:rtl/>
        </w:rPr>
        <w:t>كا امام، رہبر اورپيشوا قرار ديتا ہو</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ابراہيم عليہ السلام نے درخواست كى كہ ميرى ذريت اور خاندان سے بھى آئمہ قرار دے ''تاكہ يہ رشتہ نبوت وامامت منقطع نہ ہو، اور صرف مجھ سے قائم نہ رہے_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خدا نے اس كے جواب مي</w:t>
      </w:r>
      <w:r w:rsidR="007D6C9B">
        <w:rPr>
          <w:rtl/>
        </w:rPr>
        <w:t xml:space="preserve">ں </w:t>
      </w:r>
      <w:r>
        <w:rPr>
          <w:rtl/>
        </w:rPr>
        <w:t>فرمايا:''ميرا عہدہ يعنى مقام امامت ظالمو</w:t>
      </w:r>
      <w:r w:rsidR="007D6C9B">
        <w:rPr>
          <w:rtl/>
        </w:rPr>
        <w:t xml:space="preserve">ں </w:t>
      </w:r>
      <w:r>
        <w:rPr>
          <w:rtl/>
        </w:rPr>
        <w:t>تك ہرگز نہي</w:t>
      </w:r>
      <w:r w:rsidR="007D6C9B">
        <w:rPr>
          <w:rtl/>
        </w:rPr>
        <w:t xml:space="preserve">ں </w:t>
      </w:r>
      <w:r>
        <w:rPr>
          <w:rtl/>
        </w:rPr>
        <w:t>پہنچے گا_''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بقرہ آيت </w:t>
      </w:r>
      <w:r w:rsidR="00E664BB">
        <w:rPr>
          <w:rtl/>
        </w:rPr>
        <w:t>124</w:t>
      </w:r>
      <w:r>
        <w:rPr>
          <w:rtl/>
        </w:rPr>
        <w:t xml:space="preserve"> </w:t>
      </w:r>
    </w:p>
    <w:p w:rsidR="00DE2D7F" w:rsidRDefault="00DE2D7F" w:rsidP="00D07B54">
      <w:pPr>
        <w:pStyle w:val="libFootnote"/>
        <w:rPr>
          <w:rtl/>
        </w:rPr>
      </w:pPr>
      <w:r>
        <w:rPr>
          <w:rtl/>
        </w:rPr>
        <w:t>(</w:t>
      </w:r>
      <w:r w:rsidR="00E664BB">
        <w:rPr>
          <w:rtl/>
        </w:rPr>
        <w:t>2</w:t>
      </w:r>
      <w:r>
        <w:rPr>
          <w:rtl/>
        </w:rPr>
        <w:t xml:space="preserve">) سورہ بقرہ آيت </w:t>
      </w:r>
      <w:r w:rsidR="00E664BB">
        <w:rPr>
          <w:rtl/>
        </w:rPr>
        <w:t>124</w:t>
      </w:r>
      <w:r>
        <w:rPr>
          <w:rtl/>
        </w:rPr>
        <w:t xml:space="preserve"> </w:t>
      </w:r>
    </w:p>
    <w:p w:rsidR="00DE2D7F" w:rsidRDefault="00DE2D7F" w:rsidP="00D07B54">
      <w:pPr>
        <w:pStyle w:val="libFootnote"/>
        <w:rPr>
          <w:rtl/>
        </w:rPr>
      </w:pPr>
      <w:r>
        <w:rPr>
          <w:rtl/>
        </w:rPr>
        <w:t>(</w:t>
      </w:r>
      <w:r w:rsidR="00E664BB">
        <w:rPr>
          <w:rtl/>
        </w:rPr>
        <w:t>3</w:t>
      </w:r>
      <w:r>
        <w:rPr>
          <w:rtl/>
        </w:rPr>
        <w:t xml:space="preserve">) سورہ بقرہ آيت </w:t>
      </w:r>
      <w:r w:rsidR="00E664BB">
        <w:rPr>
          <w:rtl/>
        </w:rPr>
        <w:t>124</w:t>
      </w:r>
      <w:r>
        <w:rPr>
          <w:rtl/>
        </w:rPr>
        <w:t xml:space="preserve"> </w:t>
      </w:r>
    </w:p>
    <w:p w:rsidR="00DE2D7F" w:rsidRDefault="00DE2D7F" w:rsidP="00D07B54">
      <w:pPr>
        <w:pStyle w:val="libFootnote"/>
        <w:rPr>
          <w:rtl/>
        </w:rPr>
      </w:pPr>
      <w:r>
        <w:rPr>
          <w:rtl/>
        </w:rPr>
        <w:t>(</w:t>
      </w:r>
      <w:r w:rsidR="00E664BB">
        <w:rPr>
          <w:rtl/>
        </w:rPr>
        <w:t>4</w:t>
      </w:r>
      <w:r>
        <w:rPr>
          <w:rtl/>
        </w:rPr>
        <w:t xml:space="preserve">) سورہ بقرہ آيت </w:t>
      </w:r>
      <w:r w:rsidR="00E664BB">
        <w:rPr>
          <w:rtl/>
        </w:rPr>
        <w:t>124</w:t>
      </w:r>
      <w:r>
        <w:rPr>
          <w:rtl/>
        </w:rPr>
        <w:t xml:space="preserve"> </w:t>
      </w:r>
    </w:p>
    <w:p w:rsidR="00956D74" w:rsidRDefault="001648F9" w:rsidP="00D07B54">
      <w:pPr>
        <w:pStyle w:val="libNormal"/>
        <w:rPr>
          <w:rtl/>
        </w:rPr>
      </w:pPr>
      <w:r>
        <w:rPr>
          <w:rtl/>
        </w:rPr>
        <w:t xml:space="preserve"> </w:t>
      </w:r>
      <w:r>
        <w:rPr>
          <w:rtl/>
        </w:rPr>
        <w:br w:type="page"/>
      </w:r>
    </w:p>
    <w:p w:rsidR="00956D74" w:rsidRDefault="00956D74" w:rsidP="00D07B54">
      <w:pPr>
        <w:pStyle w:val="libNormal"/>
        <w:rPr>
          <w:rtl/>
        </w:rPr>
      </w:pPr>
    </w:p>
    <w:p w:rsidR="00DE2D7F" w:rsidRDefault="00DE2D7F" w:rsidP="00D07B54">
      <w:pPr>
        <w:pStyle w:val="libNormal"/>
        <w:rPr>
          <w:rtl/>
        </w:rPr>
      </w:pPr>
      <w:r>
        <w:rPr>
          <w:rtl/>
        </w:rPr>
        <w:t>يعنى ہم نے تمہارى درخواست قبول كرلى ہے ليكن تمہارى ذريت مي</w:t>
      </w:r>
      <w:r w:rsidR="007D6C9B">
        <w:rPr>
          <w:rtl/>
        </w:rPr>
        <w:t xml:space="preserve">ں </w:t>
      </w:r>
      <w:r>
        <w:rPr>
          <w:rtl/>
        </w:rPr>
        <w:t>سے صرف وہ لوگ اس مقام كے لائق ہي</w:t>
      </w:r>
      <w:r w:rsidR="007D6C9B">
        <w:rPr>
          <w:rtl/>
        </w:rPr>
        <w:t xml:space="preserve">ں </w:t>
      </w:r>
      <w:r>
        <w:rPr>
          <w:rtl/>
        </w:rPr>
        <w:t>جو پاك اور معصوم ہي</w:t>
      </w:r>
      <w:r w:rsidR="007D6C9B">
        <w:rPr>
          <w:rtl/>
        </w:rPr>
        <w:t xml:space="preserve">ں </w:t>
      </w:r>
      <w:r>
        <w:rPr>
          <w:rtl/>
        </w:rPr>
        <w:t xml:space="preserve">_ </w:t>
      </w:r>
    </w:p>
    <w:p w:rsidR="00956D74" w:rsidRDefault="00DE2D7F" w:rsidP="00D07B54">
      <w:pPr>
        <w:pStyle w:val="Heading2Center"/>
        <w:rPr>
          <w:rtl/>
        </w:rPr>
      </w:pPr>
      <w:bookmarkStart w:id="108" w:name="_Toc7268505"/>
      <w:r>
        <w:rPr>
          <w:rtl/>
        </w:rPr>
        <w:t>ابراہيم عليہ السلام كا كن چيزو</w:t>
      </w:r>
      <w:r w:rsidR="007D6C9B">
        <w:rPr>
          <w:rtl/>
        </w:rPr>
        <w:t xml:space="preserve">ں </w:t>
      </w:r>
      <w:r>
        <w:rPr>
          <w:rtl/>
        </w:rPr>
        <w:t>كے ذريعہ امتحان ليا گيا</w:t>
      </w:r>
      <w:bookmarkEnd w:id="108"/>
    </w:p>
    <w:p w:rsidR="00DE2D7F" w:rsidRDefault="00DE2D7F" w:rsidP="00D07B54">
      <w:pPr>
        <w:pStyle w:val="libNormal"/>
        <w:rPr>
          <w:rtl/>
        </w:rPr>
      </w:pPr>
      <w:r>
        <w:rPr>
          <w:rtl/>
        </w:rPr>
        <w:t xml:space="preserve"> آيات قرآن سے اور ابراہيم عليہ السلام كے وہ نظر نوازاعمال جن كى خدانے تعريف كى ہے،ان كے مطالعہ سے ظاہر ہوتا ہے كہ كلمات (وہ جملے جو خدانے ابراہيم عليہ السلام كو سكھائے ) در اصل ذمہ داريو</w:t>
      </w:r>
      <w:r w:rsidR="007D6C9B">
        <w:rPr>
          <w:rtl/>
        </w:rPr>
        <w:t xml:space="preserve">ں </w:t>
      </w:r>
      <w:r>
        <w:rPr>
          <w:rtl/>
        </w:rPr>
        <w:t>كا ايك گرا</w:t>
      </w:r>
      <w:r w:rsidR="007D6C9B">
        <w:rPr>
          <w:rtl/>
        </w:rPr>
        <w:t xml:space="preserve">ں </w:t>
      </w:r>
      <w:r>
        <w:rPr>
          <w:rtl/>
        </w:rPr>
        <w:t>اور مشكل سلسلہ تھا جو خدانے ابراہيم عليہ السلام كے ذمہ كيا اور اس مخلص پيغمبر نے انہي</w:t>
      </w:r>
      <w:r w:rsidR="007D6C9B">
        <w:rPr>
          <w:rtl/>
        </w:rPr>
        <w:t xml:space="preserve">ں </w:t>
      </w:r>
      <w:r>
        <w:rPr>
          <w:rtl/>
        </w:rPr>
        <w:t xml:space="preserve">بہترين طريقے سے انجام ديا _ </w:t>
      </w:r>
    </w:p>
    <w:p w:rsidR="00DE2D7F" w:rsidRDefault="00DE2D7F" w:rsidP="00D07B54">
      <w:pPr>
        <w:pStyle w:val="libNormal"/>
        <w:rPr>
          <w:rtl/>
        </w:rPr>
      </w:pPr>
      <w:r>
        <w:rPr>
          <w:rtl/>
        </w:rPr>
        <w:t>حضرت ابراہيم عليہ السلام كے امتحانات مي</w:t>
      </w:r>
      <w:r w:rsidR="007D6C9B">
        <w:rPr>
          <w:rtl/>
        </w:rPr>
        <w:t xml:space="preserve">ں </w:t>
      </w:r>
      <w:r>
        <w:rPr>
          <w:rtl/>
        </w:rPr>
        <w:t xml:space="preserve">يہ امور شامل تھے : </w:t>
      </w:r>
    </w:p>
    <w:p w:rsidR="00DE2D7F" w:rsidRPr="00BB5F85" w:rsidRDefault="00DE2D7F" w:rsidP="00D07B54">
      <w:pPr>
        <w:pStyle w:val="libNormal"/>
        <w:rPr>
          <w:rtl/>
        </w:rPr>
      </w:pPr>
      <w:r w:rsidRPr="007F58D3">
        <w:rPr>
          <w:rtl/>
        </w:rPr>
        <w:t>(</w:t>
      </w:r>
      <w:r w:rsidR="00E664BB" w:rsidRPr="007F58D3">
        <w:rPr>
          <w:rtl/>
        </w:rPr>
        <w:t>1</w:t>
      </w:r>
      <w:r w:rsidRPr="007F58D3">
        <w:rPr>
          <w:rtl/>
        </w:rPr>
        <w:t>)</w:t>
      </w:r>
      <w:r w:rsidRPr="00BB5F85">
        <w:rPr>
          <w:rtl/>
        </w:rPr>
        <w:t>بيٹے كو قربان گاہ مي</w:t>
      </w:r>
      <w:r w:rsidR="007D6C9B" w:rsidRPr="00BB5F85">
        <w:rPr>
          <w:rtl/>
        </w:rPr>
        <w:t xml:space="preserve">ں </w:t>
      </w:r>
      <w:r w:rsidRPr="00BB5F85">
        <w:rPr>
          <w:rtl/>
        </w:rPr>
        <w:t xml:space="preserve">لے جانا اور فرمان خدا سے اسے قربان كرنے كے لئے پر عزم آمادگى كا مظاہرہ كرنا _ </w:t>
      </w:r>
    </w:p>
    <w:p w:rsidR="00DE2D7F" w:rsidRPr="00BB5F85" w:rsidRDefault="00DE2D7F" w:rsidP="00D07B54">
      <w:pPr>
        <w:pStyle w:val="libNormal"/>
        <w:rPr>
          <w:rtl/>
        </w:rPr>
      </w:pPr>
      <w:r w:rsidRPr="007F58D3">
        <w:rPr>
          <w:rtl/>
        </w:rPr>
        <w:t>(</w:t>
      </w:r>
      <w:r w:rsidR="00E664BB" w:rsidRPr="007F58D3">
        <w:rPr>
          <w:rtl/>
        </w:rPr>
        <w:t>2</w:t>
      </w:r>
      <w:r w:rsidRPr="007F58D3">
        <w:rPr>
          <w:rtl/>
        </w:rPr>
        <w:t>)</w:t>
      </w:r>
      <w:r w:rsidRPr="00BB5F85">
        <w:rPr>
          <w:rtl/>
        </w:rPr>
        <w:t xml:space="preserve"> اپنى بيويا</w:t>
      </w:r>
      <w:r w:rsidR="007D6C9B" w:rsidRPr="00BB5F85">
        <w:rPr>
          <w:rtl/>
        </w:rPr>
        <w:t xml:space="preserve">ں </w:t>
      </w:r>
      <w:r w:rsidRPr="00BB5F85">
        <w:rPr>
          <w:rtl/>
        </w:rPr>
        <w:t>اور بيٹے كو مكہ كى خشك اور بے آب وگياہ سرزمين مي</w:t>
      </w:r>
      <w:r w:rsidR="007D6C9B" w:rsidRPr="00BB5F85">
        <w:rPr>
          <w:rtl/>
        </w:rPr>
        <w:t xml:space="preserve">ں </w:t>
      </w:r>
      <w:r w:rsidRPr="00BB5F85">
        <w:rPr>
          <w:rtl/>
        </w:rPr>
        <w:t>لے جانا جہا</w:t>
      </w:r>
      <w:r w:rsidR="007D6C9B" w:rsidRPr="00BB5F85">
        <w:rPr>
          <w:rtl/>
        </w:rPr>
        <w:t xml:space="preserve">ں </w:t>
      </w:r>
      <w:r w:rsidRPr="00BB5F85">
        <w:rPr>
          <w:rtl/>
        </w:rPr>
        <w:t xml:space="preserve">كوئي انسان نہ بستا تھا _ </w:t>
      </w:r>
    </w:p>
    <w:p w:rsidR="00DE2D7F" w:rsidRPr="00BB5F85" w:rsidRDefault="00DE2D7F" w:rsidP="00D07B54">
      <w:pPr>
        <w:pStyle w:val="libNormal"/>
        <w:rPr>
          <w:rtl/>
        </w:rPr>
      </w:pPr>
      <w:r w:rsidRPr="007F58D3">
        <w:rPr>
          <w:rtl/>
        </w:rPr>
        <w:t>(</w:t>
      </w:r>
      <w:r w:rsidR="00E664BB" w:rsidRPr="007F58D3">
        <w:rPr>
          <w:rtl/>
        </w:rPr>
        <w:t>3</w:t>
      </w:r>
      <w:r w:rsidRPr="007F58D3">
        <w:rPr>
          <w:rtl/>
        </w:rPr>
        <w:t>)</w:t>
      </w:r>
      <w:r w:rsidRPr="00BB5F85">
        <w:rPr>
          <w:rtl/>
        </w:rPr>
        <w:t xml:space="preserve"> بابل كے بت پر ستو</w:t>
      </w:r>
      <w:r w:rsidR="007D6C9B" w:rsidRPr="00BB5F85">
        <w:rPr>
          <w:rtl/>
        </w:rPr>
        <w:t xml:space="preserve">ں </w:t>
      </w:r>
      <w:r w:rsidRPr="00BB5F85">
        <w:rPr>
          <w:rtl/>
        </w:rPr>
        <w:t>كے مقابلے مي</w:t>
      </w:r>
      <w:r w:rsidR="007D6C9B" w:rsidRPr="00BB5F85">
        <w:rPr>
          <w:rtl/>
        </w:rPr>
        <w:t xml:space="preserve">ں </w:t>
      </w:r>
      <w:r w:rsidRPr="00BB5F85">
        <w:rPr>
          <w:rtl/>
        </w:rPr>
        <w:t>قيام كرنا ،بتو</w:t>
      </w:r>
      <w:r w:rsidR="007D6C9B" w:rsidRPr="00BB5F85">
        <w:rPr>
          <w:rtl/>
        </w:rPr>
        <w:t xml:space="preserve">ں </w:t>
      </w:r>
      <w:r w:rsidRPr="00BB5F85">
        <w:rPr>
          <w:rtl/>
        </w:rPr>
        <w:t xml:space="preserve">كو توڑنا اور اس تاريخى مقدمو </w:t>
      </w:r>
      <w:r w:rsidR="007D6C9B" w:rsidRPr="00BB5F85">
        <w:rPr>
          <w:rtl/>
        </w:rPr>
        <w:t xml:space="preserve">ں </w:t>
      </w:r>
      <w:r w:rsidRPr="00BB5F85">
        <w:rPr>
          <w:rtl/>
        </w:rPr>
        <w:t>مي</w:t>
      </w:r>
      <w:r w:rsidR="007D6C9B" w:rsidRPr="00BB5F85">
        <w:rPr>
          <w:rtl/>
        </w:rPr>
        <w:t xml:space="preserve">ں </w:t>
      </w:r>
      <w:r w:rsidRPr="00BB5F85">
        <w:rPr>
          <w:rtl/>
        </w:rPr>
        <w:t>پيش ہونا اور نتيجتاًآگ مي</w:t>
      </w:r>
      <w:r w:rsidR="007D6C9B" w:rsidRPr="00BB5F85">
        <w:rPr>
          <w:rtl/>
        </w:rPr>
        <w:t xml:space="preserve">ں </w:t>
      </w:r>
      <w:r w:rsidRPr="00BB5F85">
        <w:rPr>
          <w:rtl/>
        </w:rPr>
        <w:t>پھينكا جانا اور ان تمام مراحل مي</w:t>
      </w:r>
      <w:r w:rsidR="007D6C9B" w:rsidRPr="00BB5F85">
        <w:rPr>
          <w:rtl/>
        </w:rPr>
        <w:t xml:space="preserve">ں </w:t>
      </w:r>
      <w:r w:rsidRPr="00BB5F85">
        <w:rPr>
          <w:rtl/>
        </w:rPr>
        <w:t xml:space="preserve">اطمينان وايمان كا ثبوت دينا _ </w:t>
      </w:r>
    </w:p>
    <w:p w:rsidR="00DE2D7F" w:rsidRDefault="00DE2D7F" w:rsidP="00D07B54">
      <w:pPr>
        <w:pStyle w:val="libNormal"/>
        <w:rPr>
          <w:rtl/>
        </w:rPr>
      </w:pPr>
      <w:r w:rsidRPr="007F58D3">
        <w:rPr>
          <w:rtl/>
        </w:rPr>
        <w:t>(</w:t>
      </w:r>
      <w:r w:rsidR="00E664BB" w:rsidRPr="007F58D3">
        <w:rPr>
          <w:rtl/>
        </w:rPr>
        <w:t>4</w:t>
      </w:r>
      <w:r w:rsidRPr="007F58D3">
        <w:rPr>
          <w:rtl/>
        </w:rPr>
        <w:t>)</w:t>
      </w:r>
      <w:r w:rsidRPr="00BB5F85">
        <w:rPr>
          <w:rtl/>
        </w:rPr>
        <w:t xml:space="preserve"> ب</w:t>
      </w:r>
      <w:r>
        <w:rPr>
          <w:rtl/>
        </w:rPr>
        <w:t>ت پرستو</w:t>
      </w:r>
      <w:r w:rsidR="007D6C9B">
        <w:rPr>
          <w:rtl/>
        </w:rPr>
        <w:t xml:space="preserve">ں </w:t>
      </w:r>
      <w:r>
        <w:rPr>
          <w:rtl/>
        </w:rPr>
        <w:t>كى سرزمين سے ہجرت كرنا اور اپنى زندگى كے سرمائے كو ٹھوكرمارنا اور ديگر علاقو</w:t>
      </w:r>
      <w:r w:rsidR="007D6C9B">
        <w:rPr>
          <w:rtl/>
        </w:rPr>
        <w:t xml:space="preserve">ں </w:t>
      </w:r>
      <w:r>
        <w:rPr>
          <w:rtl/>
        </w:rPr>
        <w:t>مي</w:t>
      </w:r>
      <w:r w:rsidR="007D6C9B">
        <w:rPr>
          <w:rtl/>
        </w:rPr>
        <w:t xml:space="preserve">ں </w:t>
      </w:r>
      <w:r>
        <w:rPr>
          <w:rtl/>
        </w:rPr>
        <w:t>جاكر پيغام حق سنانا ،ايسے اور بھى بہت سے امور ہي</w:t>
      </w:r>
      <w:r w:rsidR="007D6C9B">
        <w:rPr>
          <w:rtl/>
        </w:rPr>
        <w:t xml:space="preserve">ں </w:t>
      </w:r>
      <w:r>
        <w:rPr>
          <w:rtl/>
        </w:rPr>
        <w:t xml:space="preserve">_ </w:t>
      </w:r>
    </w:p>
    <w:p w:rsidR="00DE2D7F" w:rsidRDefault="00DE2D7F" w:rsidP="00D07B54">
      <w:pPr>
        <w:pStyle w:val="libNormal"/>
        <w:rPr>
          <w:rtl/>
        </w:rPr>
      </w:pPr>
      <w:r>
        <w:rPr>
          <w:rtl/>
        </w:rPr>
        <w:t>حقيقت يہ ہے كہ ان مي</w:t>
      </w:r>
      <w:r w:rsidR="007D6C9B">
        <w:rPr>
          <w:rtl/>
        </w:rPr>
        <w:t xml:space="preserve">ں </w:t>
      </w:r>
      <w:r>
        <w:rPr>
          <w:rtl/>
        </w:rPr>
        <w:t>سے ہر ايك بہت سخت اور مشكل آزما</w:t>
      </w:r>
      <w:r w:rsidR="00091C36">
        <w:rPr>
          <w:rtl/>
        </w:rPr>
        <w:t xml:space="preserve">ئش </w:t>
      </w:r>
      <w:r>
        <w:rPr>
          <w:rtl/>
        </w:rPr>
        <w:t xml:space="preserve"> تھى ليكن ابراہيم عليہ السلام ايمانى قوت كے ذريعہ ان تمام امتحانات مي</w:t>
      </w:r>
      <w:r w:rsidR="007D6C9B">
        <w:rPr>
          <w:rtl/>
        </w:rPr>
        <w:t xml:space="preserve">ں </w:t>
      </w:r>
      <w:r>
        <w:rPr>
          <w:rtl/>
        </w:rPr>
        <w:t xml:space="preserve">پورا اترے اور ثابت كيا كہ وہ مقام'' امامت ''كى اہليت ركھتے تھے _ </w:t>
      </w:r>
    </w:p>
    <w:p w:rsidR="00956D74" w:rsidRDefault="001648F9" w:rsidP="00D07B54">
      <w:pPr>
        <w:pStyle w:val="libNormal"/>
        <w:rPr>
          <w:rtl/>
        </w:rPr>
      </w:pPr>
      <w:r>
        <w:rPr>
          <w:rtl/>
        </w:rPr>
        <w:t xml:space="preserve"> </w:t>
      </w:r>
      <w:r>
        <w:rPr>
          <w:rtl/>
        </w:rPr>
        <w:br w:type="page"/>
      </w:r>
    </w:p>
    <w:p w:rsidR="00956D74" w:rsidRDefault="00DE2D7F" w:rsidP="00D07B54">
      <w:pPr>
        <w:pStyle w:val="Heading2Center"/>
        <w:rPr>
          <w:rtl/>
        </w:rPr>
      </w:pPr>
      <w:bookmarkStart w:id="109" w:name="_Toc7268506"/>
      <w:r>
        <w:rPr>
          <w:rtl/>
        </w:rPr>
        <w:lastRenderedPageBreak/>
        <w:t>امام كسے كہتے ہي</w:t>
      </w:r>
      <w:r w:rsidR="007D6C9B">
        <w:rPr>
          <w:rtl/>
        </w:rPr>
        <w:t xml:space="preserve">ں </w:t>
      </w:r>
      <w:r>
        <w:rPr>
          <w:rtl/>
        </w:rPr>
        <w:t>؟</w:t>
      </w:r>
      <w:bookmarkEnd w:id="109"/>
    </w:p>
    <w:p w:rsidR="00DE2D7F" w:rsidRDefault="00DE2D7F" w:rsidP="00D07B54">
      <w:pPr>
        <w:pStyle w:val="libNormal"/>
        <w:rPr>
          <w:rtl/>
        </w:rPr>
      </w:pPr>
      <w:r>
        <w:rPr>
          <w:rtl/>
        </w:rPr>
        <w:t xml:space="preserve"> قرآن كريم سے اجمالاً يہ ظاہر ہوتا ہے كہ حضرت ابراہيم كو جو مقام امامت بخشا گيا وہ مقام نبوت ورسالت سے بالاتر تھا_ '' </w:t>
      </w:r>
    </w:p>
    <w:p w:rsidR="00DE2D7F" w:rsidRDefault="00DE2D7F" w:rsidP="00D07B54">
      <w:pPr>
        <w:pStyle w:val="libNormal"/>
        <w:rPr>
          <w:rtl/>
        </w:rPr>
      </w:pPr>
      <w:r>
        <w:rPr>
          <w:rtl/>
        </w:rPr>
        <w:t>امام صادق عليہ السلام فرماتے ہي</w:t>
      </w:r>
      <w:r w:rsidR="007D6C9B">
        <w:rPr>
          <w:rtl/>
        </w:rPr>
        <w:t xml:space="preserve">ں </w:t>
      </w:r>
      <w:r>
        <w:rPr>
          <w:rtl/>
        </w:rPr>
        <w:t xml:space="preserve">: </w:t>
      </w:r>
    </w:p>
    <w:p w:rsidR="00956D74" w:rsidRDefault="00DE2D7F" w:rsidP="00D07B54">
      <w:pPr>
        <w:pStyle w:val="libNormal"/>
        <w:rPr>
          <w:rtl/>
        </w:rPr>
      </w:pPr>
      <w:r>
        <w:rPr>
          <w:rtl/>
        </w:rPr>
        <w:t>''خداوندعالم نے نبى بنانے سے قبل ابراہيم عليہ السلام كو عبد قرار ديا،اور اللہ نے انہي</w:t>
      </w:r>
      <w:r w:rsidR="007D6C9B">
        <w:rPr>
          <w:rtl/>
        </w:rPr>
        <w:t xml:space="preserve">ں </w:t>
      </w:r>
      <w:r>
        <w:rPr>
          <w:rtl/>
        </w:rPr>
        <w:t>رسول بنانے سے قبل نبى قرار ديا،اور انہي</w:t>
      </w:r>
      <w:r w:rsidR="007D6C9B">
        <w:rPr>
          <w:rtl/>
        </w:rPr>
        <w:t xml:space="preserve">ں </w:t>
      </w:r>
      <w:r>
        <w:rPr>
          <w:rtl/>
        </w:rPr>
        <w:t>خليل بنانے سے پہلے اپنى رسالت كے لئے منتخب كيا اور اس سے پہلے كہ امام بناتا انھي</w:t>
      </w:r>
      <w:r w:rsidR="007D6C9B">
        <w:rPr>
          <w:rtl/>
        </w:rPr>
        <w:t xml:space="preserve">ں </w:t>
      </w:r>
      <w:r>
        <w:rPr>
          <w:rtl/>
        </w:rPr>
        <w:t>اپنا كليل بناياجب يہ تمام مقامات و مناصب انہي</w:t>
      </w:r>
      <w:r w:rsidR="007D6C9B">
        <w:rPr>
          <w:rtl/>
        </w:rPr>
        <w:t xml:space="preserve">ں </w:t>
      </w:r>
      <w:r>
        <w:rPr>
          <w:rtl/>
        </w:rPr>
        <w:t>حاصل ہوچكے تو اللہ نے فرمايا مي</w:t>
      </w:r>
      <w:r w:rsidR="007D6C9B">
        <w:rPr>
          <w:rtl/>
        </w:rPr>
        <w:t xml:space="preserve">ں </w:t>
      </w:r>
      <w:r>
        <w:rPr>
          <w:rtl/>
        </w:rPr>
        <w:t>تمہي</w:t>
      </w:r>
      <w:r w:rsidR="007D6C9B">
        <w:rPr>
          <w:rtl/>
        </w:rPr>
        <w:t xml:space="preserve">ں </w:t>
      </w:r>
      <w:r>
        <w:rPr>
          <w:rtl/>
        </w:rPr>
        <w:t>انسانو</w:t>
      </w:r>
      <w:r w:rsidR="007D6C9B">
        <w:rPr>
          <w:rtl/>
        </w:rPr>
        <w:t xml:space="preserve">ں </w:t>
      </w:r>
      <w:r>
        <w:rPr>
          <w:rtl/>
        </w:rPr>
        <w:t xml:space="preserve">كے لئے امام بناتا ہو </w:t>
      </w:r>
      <w:r w:rsidR="007D6C9B">
        <w:rPr>
          <w:rtl/>
        </w:rPr>
        <w:t xml:space="preserve">ں </w:t>
      </w:r>
      <w:r>
        <w:rPr>
          <w:rtl/>
        </w:rPr>
        <w:t>حضرت ابراہيم كو يہ مقام عظيم ديا تو انہو</w:t>
      </w:r>
      <w:r w:rsidR="007D6C9B">
        <w:rPr>
          <w:rtl/>
        </w:rPr>
        <w:t xml:space="preserve">ں </w:t>
      </w:r>
      <w:r>
        <w:rPr>
          <w:rtl/>
        </w:rPr>
        <w:t>نے عرض كيا : خدايا ميرى ذريت مي</w:t>
      </w:r>
      <w:r w:rsidR="007D6C9B">
        <w:rPr>
          <w:rtl/>
        </w:rPr>
        <w:t xml:space="preserve">ں </w:t>
      </w:r>
      <w:r>
        <w:rPr>
          <w:rtl/>
        </w:rPr>
        <w:t>سے بھى امام قرار دے _ ارشاد ہوا: ميرا عہدہ ظالمو</w:t>
      </w:r>
      <w:r w:rsidR="007D6C9B">
        <w:rPr>
          <w:rtl/>
        </w:rPr>
        <w:t xml:space="preserve">ں </w:t>
      </w:r>
      <w:r>
        <w:rPr>
          <w:rtl/>
        </w:rPr>
        <w:t>تك نہي</w:t>
      </w:r>
      <w:r w:rsidR="007D6C9B">
        <w:rPr>
          <w:rtl/>
        </w:rPr>
        <w:t xml:space="preserve">ں </w:t>
      </w:r>
      <w:r>
        <w:rPr>
          <w:rtl/>
        </w:rPr>
        <w:t>پہنچے گا، بے وقوف شخص متقى لوگو</w:t>
      </w:r>
      <w:r w:rsidR="007D6C9B">
        <w:rPr>
          <w:rtl/>
        </w:rPr>
        <w:t xml:space="preserve">ں </w:t>
      </w:r>
      <w:r>
        <w:rPr>
          <w:rtl/>
        </w:rPr>
        <w:t>كا امام نہي</w:t>
      </w:r>
      <w:r w:rsidR="007D6C9B">
        <w:rPr>
          <w:rtl/>
        </w:rPr>
        <w:t xml:space="preserve">ں </w:t>
      </w:r>
      <w:r>
        <w:rPr>
          <w:rtl/>
        </w:rPr>
        <w:t xml:space="preserve">ہوسكتا _ </w:t>
      </w:r>
    </w:p>
    <w:p w:rsidR="00956D74" w:rsidRDefault="00956D74" w:rsidP="00D07B54">
      <w:pPr>
        <w:pStyle w:val="libNormal"/>
        <w:rPr>
          <w:rtl/>
        </w:rPr>
      </w:pPr>
      <w:r>
        <w:rPr>
          <w:rtl/>
        </w:rPr>
        <w:br w:type="page"/>
      </w:r>
    </w:p>
    <w:p w:rsidR="00DE2D7F" w:rsidRDefault="00DE2D7F" w:rsidP="00D07B54">
      <w:pPr>
        <w:pStyle w:val="libNormal"/>
        <w:rPr>
          <w:rtl/>
        </w:rPr>
      </w:pPr>
    </w:p>
    <w:p w:rsidR="00DE2D7F" w:rsidRDefault="00DE2D7F" w:rsidP="00D07B54">
      <w:pPr>
        <w:pStyle w:val="Heading2Center"/>
        <w:rPr>
          <w:rtl/>
        </w:rPr>
      </w:pPr>
      <w:bookmarkStart w:id="110" w:name="_Toc7268507"/>
      <w:r>
        <w:rPr>
          <w:rtl/>
          <w:lang w:bidi="fa-IR"/>
        </w:rPr>
        <w:t>۳</w:t>
      </w:r>
      <w:r>
        <w:rPr>
          <w:rtl/>
        </w:rPr>
        <w:t xml:space="preserve"> انبياء عليهم السلام کے واقعات</w:t>
      </w:r>
      <w:bookmarkEnd w:id="110"/>
      <w:r>
        <w:rPr>
          <w:rtl/>
        </w:rPr>
        <w:t xml:space="preserve"> </w:t>
      </w:r>
    </w:p>
    <w:p w:rsidR="00956D74" w:rsidRDefault="00DE2D7F" w:rsidP="00D07B54">
      <w:pPr>
        <w:pStyle w:val="Heading2Center"/>
        <w:rPr>
          <w:rtl/>
        </w:rPr>
      </w:pPr>
      <w:bookmarkStart w:id="111" w:name="_Toc7268508"/>
      <w:r>
        <w:rPr>
          <w:rtl/>
        </w:rPr>
        <w:t>حضرت لوط عليہ السلام</w:t>
      </w:r>
      <w:bookmarkEnd w:id="111"/>
      <w:r>
        <w:rPr>
          <w:rtl/>
        </w:rPr>
        <w:t xml:space="preserve"> </w:t>
      </w:r>
    </w:p>
    <w:p w:rsidR="00DE2D7F" w:rsidRDefault="00DE2D7F" w:rsidP="00D07B54">
      <w:pPr>
        <w:pStyle w:val="libNormal"/>
        <w:rPr>
          <w:rtl/>
        </w:rPr>
      </w:pPr>
      <w:r>
        <w:rPr>
          <w:rtl/>
        </w:rPr>
        <w:t xml:space="preserve">جناب لوط عليہ السلام خدا كے عظيم پيغمبر تھے اور حضرت ابراہيم (ع) كے ہم عصر تھے اور جناب ابراہيم(ع) سے قريبى رشتہ دارى تھى (كہا جاتاہے كہ آپ جناب ابراہيم(ع) كے خا لہ زاد بھائي تھے )_ </w:t>
      </w:r>
    </w:p>
    <w:p w:rsidR="00DE2D7F" w:rsidRDefault="00DE2D7F" w:rsidP="00D07B54">
      <w:pPr>
        <w:pStyle w:val="libNormal"/>
        <w:rPr>
          <w:rtl/>
        </w:rPr>
      </w:pPr>
      <w:r>
        <w:rPr>
          <w:rtl/>
        </w:rPr>
        <w:t>يہ بات مسلمہ ہے كہ ابراہيم(ع) عراق اور سرزمين بابل سے ہجرت كرنے كے بعد شامات كى طرف گئے، كہتے ہي</w:t>
      </w:r>
      <w:r w:rsidR="007D6C9B">
        <w:rPr>
          <w:rtl/>
        </w:rPr>
        <w:t xml:space="preserve">ں </w:t>
      </w:r>
      <w:r>
        <w:rPr>
          <w:rtl/>
        </w:rPr>
        <w:t xml:space="preserve">كہ لوط بھى ان كے ساتھ تھے ليكن كچھ مدت كے بعد (توحيد كى طرف دعوت دينے اور فتنہ وفساد سے مبارزہ كے لئے ) شہر'' سدوم'' كى طرف گئے _ </w:t>
      </w:r>
    </w:p>
    <w:p w:rsidR="00DE2D7F" w:rsidRDefault="00DE2D7F" w:rsidP="00D07B54">
      <w:pPr>
        <w:pStyle w:val="libNormal"/>
        <w:rPr>
          <w:rtl/>
        </w:rPr>
      </w:pPr>
      <w:r>
        <w:rPr>
          <w:rtl/>
        </w:rPr>
        <w:t>'' سدوم '' قوم لوط كے ايك شہر اور آبادى كا نام تھا جو شامات( ملك اردن مي</w:t>
      </w:r>
      <w:r w:rsidR="007D6C9B">
        <w:rPr>
          <w:rtl/>
        </w:rPr>
        <w:t xml:space="preserve">ں </w:t>
      </w:r>
      <w:r>
        <w:rPr>
          <w:rtl/>
        </w:rPr>
        <w:t>)'' بحر الميت'' كے قريب واقع تھا جو آباد اور درختو</w:t>
      </w:r>
      <w:r w:rsidR="007D6C9B">
        <w:rPr>
          <w:rtl/>
        </w:rPr>
        <w:t xml:space="preserve">ں </w:t>
      </w:r>
      <w:r>
        <w:rPr>
          <w:rtl/>
        </w:rPr>
        <w:t>اور سبزہ زار سے بھرا تھا، ليكن اس بدكاروبے غيرت قوم پر عذاب الہى كے نازل ہونے كے بعد، ان كے شہر مسمار اور تہ وبالا ہوگئے ، چنانچہ انہي</w:t>
      </w:r>
      <w:r w:rsidR="007D6C9B">
        <w:rPr>
          <w:rtl/>
        </w:rPr>
        <w:t xml:space="preserve">ں </w:t>
      </w:r>
      <w:r>
        <w:rPr>
          <w:rtl/>
        </w:rPr>
        <w:t>'' مدائن مو تفكات''_ (تہ وبالاہونے والے شہر) كہتے ہي</w:t>
      </w:r>
      <w:r w:rsidR="007D6C9B">
        <w:rPr>
          <w:rtl/>
        </w:rPr>
        <w:t xml:space="preserve">ں </w:t>
      </w:r>
      <w:r>
        <w:rPr>
          <w:rtl/>
        </w:rPr>
        <w:t xml:space="preserve">_ </w:t>
      </w:r>
    </w:p>
    <w:p w:rsidR="00DE2D7F" w:rsidRDefault="00DE2D7F" w:rsidP="00D07B54">
      <w:pPr>
        <w:pStyle w:val="libNormal"/>
        <w:rPr>
          <w:rtl/>
        </w:rPr>
      </w:pPr>
      <w:r>
        <w:rPr>
          <w:rtl/>
        </w:rPr>
        <w:t>بعض كا نظر يہ، يہ ہے كہ ان شہرو</w:t>
      </w:r>
      <w:r w:rsidR="007D6C9B">
        <w:rPr>
          <w:rtl/>
        </w:rPr>
        <w:t xml:space="preserve">ں </w:t>
      </w:r>
      <w:r>
        <w:rPr>
          <w:rtl/>
        </w:rPr>
        <w:t>كے ويرانے زير آب آگئے ہي</w:t>
      </w:r>
      <w:r w:rsidR="007D6C9B">
        <w:rPr>
          <w:rtl/>
        </w:rPr>
        <w:t xml:space="preserve">ں </w:t>
      </w:r>
      <w:r>
        <w:rPr>
          <w:rtl/>
        </w:rPr>
        <w:t>، اور ان كا دعوى ہے كہ انہو</w:t>
      </w:r>
      <w:r w:rsidR="007D6C9B">
        <w:rPr>
          <w:rtl/>
        </w:rPr>
        <w:t xml:space="preserve">ں </w:t>
      </w:r>
      <w:r>
        <w:rPr>
          <w:rtl/>
        </w:rPr>
        <w:t>نے '' بحر الميت''كے ايك گوشہ مي</w:t>
      </w:r>
      <w:r w:rsidR="007D6C9B">
        <w:rPr>
          <w:rtl/>
        </w:rPr>
        <w:t xml:space="preserve">ں </w:t>
      </w:r>
      <w:r>
        <w:rPr>
          <w:rtl/>
        </w:rPr>
        <w:t>كچھ ستون اور دوسرے آثار جوان شہرو</w:t>
      </w:r>
      <w:r w:rsidR="007D6C9B">
        <w:rPr>
          <w:rtl/>
        </w:rPr>
        <w:t xml:space="preserve">ں </w:t>
      </w:r>
      <w:r>
        <w:rPr>
          <w:rtl/>
        </w:rPr>
        <w:t>كے خرابو</w:t>
      </w:r>
      <w:r w:rsidR="007D6C9B">
        <w:rPr>
          <w:rtl/>
        </w:rPr>
        <w:t xml:space="preserve">ں </w:t>
      </w:r>
      <w:r>
        <w:rPr>
          <w:rtl/>
        </w:rPr>
        <w:t>پر دلالت كرتے ہي</w:t>
      </w:r>
      <w:r w:rsidR="007D6C9B">
        <w:rPr>
          <w:rtl/>
        </w:rPr>
        <w:t xml:space="preserve">ں </w:t>
      </w:r>
      <w:r>
        <w:rPr>
          <w:rtl/>
        </w:rPr>
        <w:t>ديكھے ہي</w:t>
      </w:r>
      <w:r w:rsidR="007D6C9B">
        <w:rPr>
          <w:rtl/>
        </w:rPr>
        <w:t xml:space="preserve">ں </w:t>
      </w:r>
      <w:r>
        <w:rPr>
          <w:rtl/>
        </w:rPr>
        <w:t xml:space="preserve">_ </w:t>
      </w:r>
    </w:p>
    <w:p w:rsidR="00DE2D7F" w:rsidRDefault="00DE2D7F" w:rsidP="00D07B54">
      <w:pPr>
        <w:pStyle w:val="libNormal"/>
        <w:rPr>
          <w:rtl/>
        </w:rPr>
      </w:pPr>
      <w:r>
        <w:rPr>
          <w:rtl/>
        </w:rPr>
        <w:t>جب كہ بعض لوگو</w:t>
      </w:r>
      <w:r w:rsidR="007D6C9B">
        <w:rPr>
          <w:rtl/>
        </w:rPr>
        <w:t xml:space="preserve">ں </w:t>
      </w:r>
      <w:r>
        <w:rPr>
          <w:rtl/>
        </w:rPr>
        <w:t>كا نظريہ ہے كہ قوم لوط كے شہر زير اب نہي</w:t>
      </w:r>
      <w:r w:rsidR="007D6C9B">
        <w:rPr>
          <w:rtl/>
        </w:rPr>
        <w:t xml:space="preserve">ں </w:t>
      </w:r>
      <w:r>
        <w:rPr>
          <w:rtl/>
        </w:rPr>
        <w:t>ائے ،اور اب بھى ''بحر الميت''كے قريب ايك علاقہ ہے جو سياہ پتھرو</w:t>
      </w:r>
      <w:r w:rsidR="007D6C9B">
        <w:rPr>
          <w:rtl/>
        </w:rPr>
        <w:t xml:space="preserve">ں </w:t>
      </w:r>
      <w:r>
        <w:rPr>
          <w:rtl/>
        </w:rPr>
        <w:t>كے نيچے ڈھكا ہوا ہے، احتمال ہے كہ قوم لوط كے شہرو</w:t>
      </w:r>
      <w:r w:rsidR="007D6C9B">
        <w:rPr>
          <w:rtl/>
        </w:rPr>
        <w:t xml:space="preserve">ں </w:t>
      </w:r>
      <w:r>
        <w:rPr>
          <w:rtl/>
        </w:rPr>
        <w:t>كى جگہ يہي</w:t>
      </w:r>
      <w:r w:rsidR="007D6C9B">
        <w:rPr>
          <w:rtl/>
        </w:rPr>
        <w:t xml:space="preserve">ں </w:t>
      </w:r>
      <w:r>
        <w:rPr>
          <w:rtl/>
        </w:rPr>
        <w:t xml:space="preserve">ہو _ </w:t>
      </w:r>
    </w:p>
    <w:p w:rsidR="00DE59D5" w:rsidRDefault="00DE59D5" w:rsidP="00D07B54">
      <w:pPr>
        <w:pStyle w:val="libNormal"/>
        <w:rPr>
          <w:rtl/>
        </w:rPr>
      </w:pPr>
      <w:r>
        <w:rPr>
          <w:rtl/>
        </w:rPr>
        <w:br w:type="page"/>
      </w:r>
    </w:p>
    <w:p w:rsidR="00DE2D7F" w:rsidRDefault="00DE2D7F" w:rsidP="00D07B54">
      <w:pPr>
        <w:pStyle w:val="libNormal"/>
        <w:rPr>
          <w:rtl/>
        </w:rPr>
      </w:pPr>
      <w:r>
        <w:rPr>
          <w:rtl/>
        </w:rPr>
        <w:lastRenderedPageBreak/>
        <w:t>اور يہ بھى كہا ہے كہ ابراہيم(ع) كا مركز شہر'' حبرون'' مي</w:t>
      </w:r>
      <w:r w:rsidR="007D6C9B">
        <w:rPr>
          <w:rtl/>
        </w:rPr>
        <w:t xml:space="preserve">ں </w:t>
      </w:r>
      <w:r>
        <w:rPr>
          <w:rtl/>
        </w:rPr>
        <w:t>تھا ، جو شہر'' سدوم '' سے چندا</w:t>
      </w:r>
      <w:r w:rsidR="007D6C9B">
        <w:rPr>
          <w:rtl/>
        </w:rPr>
        <w:t xml:space="preserve">ں </w:t>
      </w:r>
      <w:r>
        <w:rPr>
          <w:rtl/>
        </w:rPr>
        <w:t>دور فاصلہ پر نہي</w:t>
      </w:r>
      <w:r w:rsidR="007D6C9B">
        <w:rPr>
          <w:rtl/>
        </w:rPr>
        <w:t xml:space="preserve">ں </w:t>
      </w:r>
      <w:r>
        <w:rPr>
          <w:rtl/>
        </w:rPr>
        <w:t>تھا، اور جس وقت زلزلہ يا صاعقہ كے زيراثران كے شہرو</w:t>
      </w:r>
      <w:r w:rsidR="007D6C9B">
        <w:rPr>
          <w:rtl/>
        </w:rPr>
        <w:t xml:space="preserve">ں </w:t>
      </w:r>
      <w:r>
        <w:rPr>
          <w:rtl/>
        </w:rPr>
        <w:t>كو آگ لگى تو اس وقت ابراہيم حبرون كے قريب كھڑے ہوئے تھے، اور شہر سے جو دھنوا</w:t>
      </w:r>
      <w:r w:rsidR="007D6C9B">
        <w:rPr>
          <w:rtl/>
        </w:rPr>
        <w:t xml:space="preserve">ں </w:t>
      </w:r>
      <w:r>
        <w:rPr>
          <w:rtl/>
        </w:rPr>
        <w:t xml:space="preserve">اٹھ رہا تھا اسے اپنى آنكھ سے ديكھ رہے تھے _ </w:t>
      </w:r>
    </w:p>
    <w:p w:rsidR="00DE2D7F" w:rsidRDefault="00DE2D7F" w:rsidP="00D07B54">
      <w:pPr>
        <w:pStyle w:val="libNormal"/>
        <w:rPr>
          <w:rtl/>
        </w:rPr>
      </w:pPr>
      <w:r>
        <w:rPr>
          <w:rtl/>
        </w:rPr>
        <w:t>اس گفتگو كے مجموعہ سے ان شہرو</w:t>
      </w:r>
      <w:r w:rsidR="007D6C9B">
        <w:rPr>
          <w:rtl/>
        </w:rPr>
        <w:t xml:space="preserve">ں </w:t>
      </w:r>
      <w:r>
        <w:rPr>
          <w:rtl/>
        </w:rPr>
        <w:t>كے قريباً حدودواضح ہوگئے، اگرچہ ان كے جزئيات كے ابھى تك پردہ ابہام مي</w:t>
      </w:r>
      <w:r w:rsidR="007D6C9B">
        <w:rPr>
          <w:rtl/>
        </w:rPr>
        <w:t xml:space="preserve">ں </w:t>
      </w:r>
      <w:r>
        <w:rPr>
          <w:rtl/>
        </w:rPr>
        <w:t>ہي</w:t>
      </w:r>
      <w:r w:rsidR="007D6C9B">
        <w:rPr>
          <w:rtl/>
        </w:rPr>
        <w:t xml:space="preserve">ں </w:t>
      </w:r>
      <w:r>
        <w:rPr>
          <w:rtl/>
        </w:rPr>
        <w:t xml:space="preserve">_ </w:t>
      </w:r>
    </w:p>
    <w:p w:rsidR="00FE159B" w:rsidRDefault="00DE2D7F" w:rsidP="00D07B54">
      <w:pPr>
        <w:pStyle w:val="Heading2Center"/>
        <w:rPr>
          <w:rtl/>
        </w:rPr>
      </w:pPr>
      <w:bookmarkStart w:id="112" w:name="_Toc7268509"/>
      <w:r>
        <w:rPr>
          <w:rtl/>
        </w:rPr>
        <w:t>قوم لوط كا سب سے بڑا اخلاقى انحراف</w:t>
      </w:r>
      <w:bookmarkEnd w:id="112"/>
      <w:r>
        <w:rPr>
          <w:rtl/>
        </w:rPr>
        <w:t xml:space="preserve"> </w:t>
      </w:r>
    </w:p>
    <w:p w:rsidR="00DE2D7F" w:rsidRDefault="00DE2D7F" w:rsidP="00D07B54">
      <w:pPr>
        <w:pStyle w:val="libNormal"/>
        <w:rPr>
          <w:rtl/>
        </w:rPr>
      </w:pPr>
      <w:r>
        <w:rPr>
          <w:rtl/>
        </w:rPr>
        <w:t>قرآن كريم اس عظيم پيغمبر اور ان كى قوم كے واقعہ كو اس طرح شروع كرتا ہے كہ ''لوط كى قوم نے خدا كے بھيجے ہوئے رسولو</w:t>
      </w:r>
      <w:r w:rsidR="007D6C9B">
        <w:rPr>
          <w:rtl/>
        </w:rPr>
        <w:t xml:space="preserve">ں </w:t>
      </w:r>
      <w:r>
        <w:rPr>
          <w:rtl/>
        </w:rPr>
        <w:t>كى تكذيب كي_''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مرسلين ''رسولو</w:t>
      </w:r>
      <w:r w:rsidR="007D6C9B">
        <w:rPr>
          <w:rtl/>
        </w:rPr>
        <w:t xml:space="preserve">ں </w:t>
      </w:r>
      <w:r>
        <w:rPr>
          <w:rtl/>
        </w:rPr>
        <w:t>كو جمع كى صورت مي</w:t>
      </w:r>
      <w:r w:rsidR="007D6C9B">
        <w:rPr>
          <w:rtl/>
        </w:rPr>
        <w:t xml:space="preserve">ں </w:t>
      </w:r>
      <w:r>
        <w:rPr>
          <w:rtl/>
        </w:rPr>
        <w:t>بيان كرنے كى وجہ يا تويہ ہے كہ انبياء عليہم السلام كى دعوت ايك ہوتى ہے لہذا كسى بھى پيغمبر كى تكذيب سب كى تكذيب شمار كى جاتى ہے يا پھر اس لئے ہے كہ وہ گزشتہ كسى بھى پيغمبر پر ايمان نہي</w:t>
      </w:r>
      <w:r w:rsidR="007D6C9B">
        <w:rPr>
          <w:rtl/>
        </w:rPr>
        <w:t xml:space="preserve">ں </w:t>
      </w:r>
      <w:r>
        <w:rPr>
          <w:rtl/>
        </w:rPr>
        <w:t>ركھتے تھے_پھر فرمايا گيا ہے : مي</w:t>
      </w:r>
      <w:r w:rsidR="007D6C9B">
        <w:rPr>
          <w:rtl/>
        </w:rPr>
        <w:t xml:space="preserve">ں </w:t>
      </w:r>
      <w:r>
        <w:rPr>
          <w:rtl/>
        </w:rPr>
        <w:t>تمہارے لئے امين رسول ہو</w:t>
      </w:r>
      <w:r w:rsidR="007D6C9B">
        <w:rPr>
          <w:rtl/>
        </w:rPr>
        <w:t xml:space="preserve">ں </w:t>
      </w:r>
      <w:r>
        <w:rPr>
          <w:rtl/>
        </w:rPr>
        <w:t xml:space="preserve">_ </w:t>
      </w:r>
    </w:p>
    <w:p w:rsidR="00DE2D7F" w:rsidRDefault="00DE2D7F" w:rsidP="00D07B54">
      <w:pPr>
        <w:pStyle w:val="libNormal"/>
        <w:rPr>
          <w:rtl/>
        </w:rPr>
      </w:pPr>
      <w:r>
        <w:rPr>
          <w:rtl/>
        </w:rPr>
        <w:t>اب جبكہ صورت حال يہ ہے تو پرہيزگارى اختياركرو ، خدا سے ڈرو اور ميرى اطاعت كرو ،كيونكہ مي</w:t>
      </w:r>
      <w:r w:rsidR="007D6C9B">
        <w:rPr>
          <w:rtl/>
        </w:rPr>
        <w:t xml:space="preserve">ں </w:t>
      </w:r>
      <w:r>
        <w:rPr>
          <w:rtl/>
        </w:rPr>
        <w:t>راہ سعادت كا رہبر ہو</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كيا اب تك تم نے مجھ سے كوئي خيانت ديكھى ہے ؟اس كے بعد وحى الہى اور تمہارے رب كا پيغام پہنچانے مي</w:t>
      </w:r>
      <w:r w:rsidR="007D6C9B">
        <w:rPr>
          <w:rtl/>
        </w:rPr>
        <w:t xml:space="preserve">ں </w:t>
      </w:r>
      <w:r>
        <w:rPr>
          <w:rtl/>
        </w:rPr>
        <w:t>بھى يقينا امانت كو مدنظر ركھو</w:t>
      </w:r>
      <w:r w:rsidR="007D6C9B">
        <w:rPr>
          <w:rtl/>
        </w:rPr>
        <w:t xml:space="preserve">ں </w:t>
      </w:r>
      <w:r>
        <w:rPr>
          <w:rtl/>
        </w:rPr>
        <w:t xml:space="preserve">گا _ </w:t>
      </w:r>
    </w:p>
    <w:p w:rsidR="00DE2D7F" w:rsidRDefault="00DE2D7F" w:rsidP="00D07B54">
      <w:pPr>
        <w:pStyle w:val="libNormal"/>
        <w:rPr>
          <w:rtl/>
        </w:rPr>
      </w:pPr>
      <w:r>
        <w:rPr>
          <w:rtl/>
        </w:rPr>
        <w:t>يہ نہ سمجھوكہ يہ دعوت الہى ميرے گزراوقات كا ايك ذريعہ ہے يا كسى مادى مقصد كو پيش نظر ركھ كر ايسا كام كررہاہو</w:t>
      </w:r>
      <w:r w:rsidR="007D6C9B">
        <w:rPr>
          <w:rtl/>
        </w:rPr>
        <w:t xml:space="preserve">ں </w:t>
      </w:r>
      <w:r>
        <w:rPr>
          <w:rtl/>
        </w:rPr>
        <w:t>، نہ، مي</w:t>
      </w:r>
      <w:r w:rsidR="007D6C9B">
        <w:rPr>
          <w:rtl/>
        </w:rPr>
        <w:t xml:space="preserve">ں </w:t>
      </w:r>
      <w:r>
        <w:rPr>
          <w:rtl/>
        </w:rPr>
        <w:t>تو ذرہ بھر بھى تم سے اجرت نہي</w:t>
      </w:r>
      <w:r w:rsidR="007D6C9B">
        <w:rPr>
          <w:rtl/>
        </w:rPr>
        <w:t xml:space="preserve">ں </w:t>
      </w:r>
      <w:r>
        <w:rPr>
          <w:rtl/>
        </w:rPr>
        <w:t>مانگتا، ميرا اجر تو صرف عالمين كے رب كے پاس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161</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آيت </w:t>
      </w:r>
      <w:r w:rsidR="00E664BB">
        <w:rPr>
          <w:rtl/>
        </w:rPr>
        <w:t>162</w:t>
      </w:r>
      <w:r>
        <w:rPr>
          <w:rtl/>
        </w:rPr>
        <w:t xml:space="preserve"> </w:t>
      </w:r>
    </w:p>
    <w:p w:rsidR="00DE2D7F" w:rsidRDefault="00DE2D7F" w:rsidP="00D07B54">
      <w:pPr>
        <w:pStyle w:val="libFootnote"/>
        <w:rPr>
          <w:rtl/>
        </w:rPr>
      </w:pPr>
      <w:r>
        <w:rPr>
          <w:rtl/>
        </w:rPr>
        <w:t>(</w:t>
      </w:r>
      <w:r w:rsidR="00E664BB">
        <w:rPr>
          <w:rtl/>
        </w:rPr>
        <w:t>3</w:t>
      </w:r>
      <w:r>
        <w:rPr>
          <w:rtl/>
        </w:rPr>
        <w:t xml:space="preserve">)سورہ شعراء آيت </w:t>
      </w:r>
      <w:r w:rsidR="00E664BB">
        <w:rPr>
          <w:rtl/>
        </w:rPr>
        <w:t>163</w:t>
      </w:r>
      <w:r>
        <w:rPr>
          <w:rtl/>
        </w:rPr>
        <w:t xml:space="preserve"> </w:t>
      </w:r>
    </w:p>
    <w:p w:rsidR="00FE159B" w:rsidRDefault="001648F9"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پھروہ ان كے ناشائستہ اعمال اورا ن كى كچھ اخلاقى بے راہروى كى باتو</w:t>
      </w:r>
      <w:r w:rsidR="007D6C9B">
        <w:rPr>
          <w:rtl/>
        </w:rPr>
        <w:t xml:space="preserve">ں </w:t>
      </w:r>
      <w:r>
        <w:rPr>
          <w:rtl/>
        </w:rPr>
        <w:t>كو بيان كرتے ہي</w:t>
      </w:r>
      <w:r w:rsidR="007D6C9B">
        <w:rPr>
          <w:rtl/>
        </w:rPr>
        <w:t xml:space="preserve">ں </w:t>
      </w:r>
      <w:r>
        <w:rPr>
          <w:rtl/>
        </w:rPr>
        <w:t>اور چونكہ ان كا بڑا انحراف اور ہم جنس بازى تھا لہذا اسى بات پرزيادہ زوردے كر كہتے ہي</w:t>
      </w:r>
      <w:r w:rsidR="007D6C9B">
        <w:rPr>
          <w:rtl/>
        </w:rPr>
        <w:t xml:space="preserve">ں </w:t>
      </w:r>
      <w:r>
        <w:rPr>
          <w:rtl/>
        </w:rPr>
        <w:t>: آيا تم سارى دنيا مي</w:t>
      </w:r>
      <w:r w:rsidR="007D6C9B">
        <w:rPr>
          <w:rtl/>
        </w:rPr>
        <w:t xml:space="preserve">ں </w:t>
      </w:r>
      <w:r>
        <w:rPr>
          <w:rtl/>
        </w:rPr>
        <w:t>صرف مردو</w:t>
      </w:r>
      <w:r w:rsidR="007D6C9B">
        <w:rPr>
          <w:rtl/>
        </w:rPr>
        <w:t xml:space="preserve">ں </w:t>
      </w:r>
      <w:r>
        <w:rPr>
          <w:rtl/>
        </w:rPr>
        <w:t>كے پاس ہى جاتے ہو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يعنى باوجود يكہ خداوندعالم نے اس قدر جنس مخالف تمہارے لئے خلق فرمائي ہے جن سے صحيح طريقے سے شادى كركے پاك وپاكيزہ اور اطمينان بخش زندگى بسركرسكتے ہو </w:t>
      </w:r>
      <w:r w:rsidR="007D6C9B">
        <w:rPr>
          <w:rtl/>
        </w:rPr>
        <w:t xml:space="preserve">ں </w:t>
      </w:r>
    </w:p>
    <w:p w:rsidR="00DE2D7F" w:rsidRDefault="00DE2D7F" w:rsidP="00D07B54">
      <w:pPr>
        <w:pStyle w:val="libNormal"/>
        <w:rPr>
          <w:rtl/>
        </w:rPr>
      </w:pPr>
      <w:r>
        <w:rPr>
          <w:rtl/>
        </w:rPr>
        <w:t xml:space="preserve">خدا كى اس پاك اور فطرى نعمت كو چھوڑكر تم نے خود كو اس طرح كے پست اور حيا سوزكام سے آلودہ كرليا ہے _ </w:t>
      </w:r>
    </w:p>
    <w:p w:rsidR="00DE2D7F" w:rsidRDefault="00DE2D7F" w:rsidP="00D07B54">
      <w:pPr>
        <w:pStyle w:val="libNormal"/>
        <w:rPr>
          <w:rtl/>
        </w:rPr>
      </w:pPr>
      <w:r>
        <w:rPr>
          <w:rtl/>
        </w:rPr>
        <w:t>''اپنى ازواج كو ترك كرديتے ہو جنھي</w:t>
      </w:r>
      <w:r w:rsidR="007D6C9B">
        <w:rPr>
          <w:rtl/>
        </w:rPr>
        <w:t xml:space="preserve">ں </w:t>
      </w:r>
      <w:r>
        <w:rPr>
          <w:rtl/>
        </w:rPr>
        <w:t>خدانے تمہارے لئے خلق فرمايا ہے تم تو تجاوز كرنے والى قوم ہو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يقينا كسى روحانى يا جسمانى فطرى ضرورت نے تمہي</w:t>
      </w:r>
      <w:r w:rsidR="007D6C9B">
        <w:rPr>
          <w:rtl/>
        </w:rPr>
        <w:t xml:space="preserve">ں </w:t>
      </w:r>
      <w:r>
        <w:rPr>
          <w:rtl/>
        </w:rPr>
        <w:t>اس بے راہروى پر آماوہ نہي</w:t>
      </w:r>
      <w:r w:rsidR="007D6C9B">
        <w:rPr>
          <w:rtl/>
        </w:rPr>
        <w:t xml:space="preserve">ں </w:t>
      </w:r>
      <w:r>
        <w:rPr>
          <w:rtl/>
        </w:rPr>
        <w:t xml:space="preserve">كيا بلكہ يہ تمہارى سركشى ہے جس نے تمہارے دامن كو اس شرمناك فعل كى گندگى سے آلودہ كرديا ہے _ </w:t>
      </w:r>
    </w:p>
    <w:p w:rsidR="00DE2D7F" w:rsidRDefault="00DE2D7F" w:rsidP="00D07B54">
      <w:pPr>
        <w:pStyle w:val="libNormal"/>
        <w:rPr>
          <w:rtl/>
        </w:rPr>
      </w:pPr>
      <w:r>
        <w:rPr>
          <w:rtl/>
        </w:rPr>
        <w:t>تمہارے كام كى مثال ايسے ہے جيسے كوئي شخص خوشبودار ميوے ،مقوى اور صحيح سالم غذائي</w:t>
      </w:r>
      <w:r w:rsidR="007D6C9B">
        <w:rPr>
          <w:rtl/>
        </w:rPr>
        <w:t xml:space="preserve">ں </w:t>
      </w:r>
      <w:r>
        <w:rPr>
          <w:rtl/>
        </w:rPr>
        <w:t>چھوڑكرزہر آلوداور مارڈالنے والى غذائو</w:t>
      </w:r>
      <w:r w:rsidR="007D6C9B">
        <w:rPr>
          <w:rtl/>
        </w:rPr>
        <w:t xml:space="preserve">ں </w:t>
      </w:r>
      <w:r>
        <w:rPr>
          <w:rtl/>
        </w:rPr>
        <w:t>كو استعمال كرے يہ فطرى خواہش نہي</w:t>
      </w:r>
      <w:r w:rsidR="007D6C9B">
        <w:rPr>
          <w:rtl/>
        </w:rPr>
        <w:t xml:space="preserve">ں </w:t>
      </w:r>
      <w:r>
        <w:rPr>
          <w:rtl/>
        </w:rPr>
        <w:t xml:space="preserve">بلكہ سركشى ہے _ </w:t>
      </w:r>
    </w:p>
    <w:p w:rsidR="00FE159B" w:rsidRDefault="00DE2D7F" w:rsidP="00D07B54">
      <w:pPr>
        <w:pStyle w:val="Heading2Center"/>
        <w:rPr>
          <w:rtl/>
        </w:rPr>
      </w:pPr>
      <w:bookmarkStart w:id="113" w:name="_Toc7268510"/>
      <w:r>
        <w:rPr>
          <w:rtl/>
        </w:rPr>
        <w:t>جہا</w:t>
      </w:r>
      <w:r w:rsidR="007D6C9B">
        <w:rPr>
          <w:rtl/>
        </w:rPr>
        <w:t xml:space="preserve">ں </w:t>
      </w:r>
      <w:r>
        <w:rPr>
          <w:rtl/>
        </w:rPr>
        <w:t>پر عفت ايك عيب ہو</w:t>
      </w:r>
      <w:bookmarkEnd w:id="113"/>
    </w:p>
    <w:p w:rsidR="00DE2D7F" w:rsidRDefault="00DE2D7F" w:rsidP="00D07B54">
      <w:pPr>
        <w:pStyle w:val="libNormal"/>
        <w:rPr>
          <w:rtl/>
        </w:rPr>
      </w:pPr>
      <w:r>
        <w:rPr>
          <w:rtl/>
        </w:rPr>
        <w:t xml:space="preserve"> قوم لوط كے افراد جو بادہ شہوت وغرور سے مست ہوچكے تھے، اس رہبر الہى كى نصيحتو</w:t>
      </w:r>
      <w:r w:rsidR="007D6C9B">
        <w:rPr>
          <w:rtl/>
        </w:rPr>
        <w:t xml:space="preserve">ں </w:t>
      </w:r>
      <w:r>
        <w:rPr>
          <w:rtl/>
        </w:rPr>
        <w:t>كو جان ودل سے قبول كرنے اور خود كو اس دلدل سے باہر نكالنے كى بجائے اس كے مقابلے پر تل گئے اور ان سے كہا :اے لوط(ع) كافى ہوچكا ہے ،اب خاموش رہو اگر ان باتو</w:t>
      </w:r>
      <w:r w:rsidR="007D6C9B">
        <w:rPr>
          <w:rtl/>
        </w:rPr>
        <w:t xml:space="preserve">ں </w:t>
      </w:r>
      <w:r>
        <w:rPr>
          <w:rtl/>
        </w:rPr>
        <w:t>سے بازنہ آئے تو تمہارا شمار بھى اس شہر سے نكال ديئےانے والو</w:t>
      </w:r>
      <w:r w:rsidR="007D6C9B">
        <w:rPr>
          <w:rtl/>
        </w:rPr>
        <w:t xml:space="preserve">ں </w:t>
      </w:r>
      <w:r>
        <w:rPr>
          <w:rtl/>
        </w:rPr>
        <w:t>مي</w:t>
      </w:r>
      <w:r w:rsidR="007D6C9B">
        <w:rPr>
          <w:rtl/>
        </w:rPr>
        <w:t xml:space="preserve">ں </w:t>
      </w:r>
      <w:r>
        <w:rPr>
          <w:rtl/>
        </w:rPr>
        <w:t>سے ہوگا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165</w:t>
      </w:r>
      <w:r>
        <w:rPr>
          <w:rtl/>
        </w:rPr>
        <w:t xml:space="preserve"> </w:t>
      </w:r>
    </w:p>
    <w:p w:rsidR="00DE2D7F" w:rsidRDefault="00DE2D7F" w:rsidP="00D07B54">
      <w:pPr>
        <w:pStyle w:val="libFootnote"/>
        <w:rPr>
          <w:rtl/>
        </w:rPr>
      </w:pPr>
      <w:r>
        <w:rPr>
          <w:rtl/>
        </w:rPr>
        <w:t>(</w:t>
      </w:r>
      <w:r w:rsidR="00E664BB">
        <w:rPr>
          <w:rtl/>
        </w:rPr>
        <w:t>2</w:t>
      </w:r>
      <w:r>
        <w:rPr>
          <w:rtl/>
        </w:rPr>
        <w:t xml:space="preserve">) سورہ شعراء آيت </w:t>
      </w:r>
      <w:r w:rsidR="00E664BB">
        <w:rPr>
          <w:rtl/>
        </w:rPr>
        <w:t>166</w:t>
      </w:r>
      <w:r>
        <w:rPr>
          <w:rtl/>
        </w:rPr>
        <w:t xml:space="preserve"> </w:t>
      </w:r>
    </w:p>
    <w:p w:rsidR="00DE2D7F" w:rsidRDefault="00DE2D7F" w:rsidP="00D07B54">
      <w:pPr>
        <w:pStyle w:val="libFootnote"/>
        <w:rPr>
          <w:rtl/>
        </w:rPr>
      </w:pPr>
      <w:r>
        <w:rPr>
          <w:rtl/>
        </w:rPr>
        <w:t>(</w:t>
      </w:r>
      <w:r w:rsidR="00E664BB">
        <w:rPr>
          <w:rtl/>
        </w:rPr>
        <w:t>3</w:t>
      </w:r>
      <w:r>
        <w:rPr>
          <w:rtl/>
        </w:rPr>
        <w:t xml:space="preserve">)سورہ شعرا آيت </w:t>
      </w:r>
      <w:r w:rsidR="00E664BB">
        <w:rPr>
          <w:rtl/>
        </w:rPr>
        <w:t>167</w:t>
      </w:r>
      <w:r>
        <w:rPr>
          <w:rtl/>
        </w:rPr>
        <w:t xml:space="preserve"> </w:t>
      </w:r>
    </w:p>
    <w:p w:rsidR="00FE159B" w:rsidRDefault="001648F9"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تمہارى باتي</w:t>
      </w:r>
      <w:r w:rsidR="007D6C9B">
        <w:rPr>
          <w:rtl/>
        </w:rPr>
        <w:t xml:space="preserve">ں </w:t>
      </w:r>
      <w:r>
        <w:rPr>
          <w:rtl/>
        </w:rPr>
        <w:t>ہمارى فكر اور آرام مي</w:t>
      </w:r>
      <w:r w:rsidR="007D6C9B">
        <w:rPr>
          <w:rtl/>
        </w:rPr>
        <w:t xml:space="preserve">ں </w:t>
      </w:r>
      <w:r>
        <w:rPr>
          <w:rtl/>
        </w:rPr>
        <w:t>خلل ڈال رہى ہي</w:t>
      </w:r>
      <w:r w:rsidR="007D6C9B">
        <w:rPr>
          <w:rtl/>
        </w:rPr>
        <w:t xml:space="preserve">ں </w:t>
      </w:r>
      <w:r>
        <w:rPr>
          <w:rtl/>
        </w:rPr>
        <w:t>ہم ان باتو</w:t>
      </w:r>
      <w:r w:rsidR="007D6C9B">
        <w:rPr>
          <w:rtl/>
        </w:rPr>
        <w:t xml:space="preserve">ں </w:t>
      </w:r>
      <w:r>
        <w:rPr>
          <w:rtl/>
        </w:rPr>
        <w:t>كے سننے كے ہرگز روادار نہي</w:t>
      </w:r>
      <w:r w:rsidR="007D6C9B">
        <w:rPr>
          <w:rtl/>
        </w:rPr>
        <w:t xml:space="preserve">ں </w:t>
      </w:r>
      <w:r>
        <w:rPr>
          <w:rtl/>
        </w:rPr>
        <w:t>، اگر تمہارى يہى حالت رہى تو ہم تمہي</w:t>
      </w:r>
      <w:r w:rsidR="007D6C9B">
        <w:rPr>
          <w:rtl/>
        </w:rPr>
        <w:t xml:space="preserve">ں </w:t>
      </w:r>
      <w:r>
        <w:rPr>
          <w:rtl/>
        </w:rPr>
        <w:t>سزادي</w:t>
      </w:r>
      <w:r w:rsidR="007D6C9B">
        <w:rPr>
          <w:rtl/>
        </w:rPr>
        <w:t xml:space="preserve">ں </w:t>
      </w:r>
      <w:r>
        <w:rPr>
          <w:rtl/>
        </w:rPr>
        <w:t>گے جو كم از كم جلاوطنى كى صورت مي</w:t>
      </w:r>
      <w:r w:rsidR="007D6C9B">
        <w:rPr>
          <w:rtl/>
        </w:rPr>
        <w:t xml:space="preserve">ں </w:t>
      </w:r>
      <w:r>
        <w:rPr>
          <w:rtl/>
        </w:rPr>
        <w:t>ہوگى ہے _قرآن مجيدمي</w:t>
      </w:r>
      <w:r w:rsidR="007D6C9B">
        <w:rPr>
          <w:rtl/>
        </w:rPr>
        <w:t xml:space="preserve">ں </w:t>
      </w:r>
      <w:r>
        <w:rPr>
          <w:rtl/>
        </w:rPr>
        <w:t>ايك اور مقام پر ہے كہ انھو</w:t>
      </w:r>
      <w:r w:rsidR="007D6C9B">
        <w:rPr>
          <w:rtl/>
        </w:rPr>
        <w:t xml:space="preserve">ں </w:t>
      </w:r>
      <w:r>
        <w:rPr>
          <w:rtl/>
        </w:rPr>
        <w:t>نے اپنى اس دھكى كو عملى جامہ بھى پہنايا اور حكم ديا كہ لوط(ع) كے خاندان كو شہرسے باہر نكال دو كيونكہ وہ پاك لوگ ہي</w:t>
      </w:r>
      <w:r w:rsidR="007D6C9B">
        <w:rPr>
          <w:rtl/>
        </w:rPr>
        <w:t xml:space="preserve">ں </w:t>
      </w:r>
      <w:r>
        <w:rPr>
          <w:rtl/>
        </w:rPr>
        <w:t>اور گناہ نہي</w:t>
      </w:r>
      <w:r w:rsidR="007D6C9B">
        <w:rPr>
          <w:rtl/>
        </w:rPr>
        <w:t xml:space="preserve">ں </w:t>
      </w:r>
      <w:r>
        <w:rPr>
          <w:rtl/>
        </w:rPr>
        <w:t xml:space="preserve">كرتے _ </w:t>
      </w:r>
    </w:p>
    <w:p w:rsidR="00DE2D7F" w:rsidRDefault="00DE2D7F" w:rsidP="00D07B54">
      <w:pPr>
        <w:pStyle w:val="libNormal"/>
        <w:rPr>
          <w:rtl/>
        </w:rPr>
      </w:pPr>
      <w:r>
        <w:rPr>
          <w:rtl/>
        </w:rPr>
        <w:t>ان گمراہ اور گناہ سے آلود لوگو</w:t>
      </w:r>
      <w:r w:rsidR="007D6C9B">
        <w:rPr>
          <w:rtl/>
        </w:rPr>
        <w:t xml:space="preserve">ں </w:t>
      </w:r>
      <w:r>
        <w:rPr>
          <w:rtl/>
        </w:rPr>
        <w:t>كى جسارت اس حدتك جاپہنچى كہ تقوى اور طہارت ان كے درميان بہت بڑا عيب سمجھا جانے لگا اور ناپا كى اور گناہ سے آلود گى سرمايہ افتخار اور يہ كسى معاشرے كى تباہى كى علامت ہوتى ہے جو تيزى كے ساتھ برائيو</w:t>
      </w:r>
      <w:r w:rsidR="007D6C9B">
        <w:rPr>
          <w:rtl/>
        </w:rPr>
        <w:t xml:space="preserve">ں </w:t>
      </w:r>
      <w:r>
        <w:rPr>
          <w:rtl/>
        </w:rPr>
        <w:t>كى طرف بڑھ رہا ہوتا ہے _اس سے معلوم ہوتا ہے كہ اس فاسق وفاجر گروہ نے ايسے پاك وپاكيزہ لوگو</w:t>
      </w:r>
      <w:r w:rsidR="007D6C9B">
        <w:rPr>
          <w:rtl/>
        </w:rPr>
        <w:t xml:space="preserve">ں </w:t>
      </w:r>
      <w:r>
        <w:rPr>
          <w:rtl/>
        </w:rPr>
        <w:t>كوپہلے باہرنكال ديا جوان كوان كے بے ہودہ اعمال سے روكا كرتے تھے لہذا انھو</w:t>
      </w:r>
      <w:r w:rsidR="007D6C9B">
        <w:rPr>
          <w:rtl/>
        </w:rPr>
        <w:t xml:space="preserve">ں </w:t>
      </w:r>
      <w:r>
        <w:rPr>
          <w:rtl/>
        </w:rPr>
        <w:t>نے حضرت لوط عليہ السلام كو بھى يہى دھمكى دى كہ اگر تم نے اپنے اس تبليغى سلسلے كو جارى ركھا تو تمہارا بھى وہى انجام ہوگا _بعض تفسيرو</w:t>
      </w:r>
      <w:r w:rsidR="007D6C9B">
        <w:rPr>
          <w:rtl/>
        </w:rPr>
        <w:t xml:space="preserve">ں </w:t>
      </w:r>
      <w:r>
        <w:rPr>
          <w:rtl/>
        </w:rPr>
        <w:t>مي</w:t>
      </w:r>
      <w:r w:rsidR="007D6C9B">
        <w:rPr>
          <w:rtl/>
        </w:rPr>
        <w:t xml:space="preserve">ں </w:t>
      </w:r>
      <w:r>
        <w:rPr>
          <w:rtl/>
        </w:rPr>
        <w:t>صراحت كے ساتھ تحرير ہے كہ وہ پاك دامن لوگو</w:t>
      </w:r>
      <w:r w:rsidR="007D6C9B">
        <w:rPr>
          <w:rtl/>
        </w:rPr>
        <w:t xml:space="preserve">ں </w:t>
      </w:r>
      <w:r>
        <w:rPr>
          <w:rtl/>
        </w:rPr>
        <w:t xml:space="preserve">كو بدترين طريقے سے جلاوطن كرديا كرتے تھے _ </w:t>
      </w:r>
    </w:p>
    <w:p w:rsidR="00DE2D7F" w:rsidRDefault="00DE2D7F" w:rsidP="00D07B54">
      <w:pPr>
        <w:pStyle w:val="libNormal"/>
        <w:rPr>
          <w:rtl/>
        </w:rPr>
      </w:pPr>
      <w:r>
        <w:rPr>
          <w:rtl/>
        </w:rPr>
        <w:t>قرآن كہتا ہے ان كے پاس اس كے سوا اور كوئي جواب نہي</w:t>
      </w:r>
      <w:r w:rsidR="007D6C9B">
        <w:rPr>
          <w:rtl/>
        </w:rPr>
        <w:t xml:space="preserve">ں </w:t>
      </w:r>
      <w:r>
        <w:rPr>
          <w:rtl/>
        </w:rPr>
        <w:t>تھا كہ ايك دوسرے سے كہا: ''لوط كے خاندان كو اپنے شہر اور علاقے سے نكال باہر كرو كيونكہ يہ برے پاكباز لوگ ہي</w:t>
      </w:r>
      <w:r w:rsidR="007D6C9B">
        <w:rPr>
          <w:rtl/>
        </w:rPr>
        <w:t xml:space="preserve">ں </w:t>
      </w:r>
      <w:r>
        <w:rPr>
          <w:rtl/>
        </w:rPr>
        <w:t>اور يہ اپنے تئي</w:t>
      </w:r>
      <w:r w:rsidR="007D6C9B">
        <w:rPr>
          <w:rtl/>
        </w:rPr>
        <w:t xml:space="preserve">ں </w:t>
      </w:r>
      <w:r>
        <w:rPr>
          <w:rtl/>
        </w:rPr>
        <w:t>ہم سے ہم آہنگ نہي</w:t>
      </w:r>
      <w:r w:rsidR="007D6C9B">
        <w:rPr>
          <w:rtl/>
        </w:rPr>
        <w:t xml:space="preserve">ں </w:t>
      </w:r>
      <w:r>
        <w:rPr>
          <w:rtl/>
        </w:rPr>
        <w:t>كرسكتے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يہ ايك ايسا جواب ہے جو ان كى فكرى پستى اور انتہائي اخلاقى تنزل كا آئينہ دار ہے _ </w:t>
      </w:r>
    </w:p>
    <w:p w:rsidR="00DE2D7F" w:rsidRDefault="00DE2D7F" w:rsidP="00D07B54">
      <w:pPr>
        <w:pStyle w:val="libNormal"/>
        <w:rPr>
          <w:rtl/>
        </w:rPr>
      </w:pPr>
      <w:r>
        <w:rPr>
          <w:rtl/>
        </w:rPr>
        <w:t>جى ہا</w:t>
      </w:r>
      <w:r w:rsidR="007D6C9B">
        <w:rPr>
          <w:rtl/>
        </w:rPr>
        <w:t xml:space="preserve">ں </w:t>
      </w:r>
      <w:r>
        <w:rPr>
          <w:rtl/>
        </w:rPr>
        <w:t>: مجرم اور گناہ سے آلودہ ماحول مي</w:t>
      </w:r>
      <w:r w:rsidR="007D6C9B">
        <w:rPr>
          <w:rtl/>
        </w:rPr>
        <w:t xml:space="preserve">ں </w:t>
      </w:r>
      <w:r>
        <w:rPr>
          <w:rtl/>
        </w:rPr>
        <w:t>پاكيزگى ايك جرم وعيب ہوا كرتى ہے يوسف جيسے پاكدامن كو عفت وپارسائي كے جرم مي</w:t>
      </w:r>
      <w:r w:rsidR="007D6C9B">
        <w:rPr>
          <w:rtl/>
        </w:rPr>
        <w:t xml:space="preserve">ں </w:t>
      </w:r>
      <w:r>
        <w:rPr>
          <w:rtl/>
        </w:rPr>
        <w:t>زندانو</w:t>
      </w:r>
      <w:r w:rsidR="007D6C9B">
        <w:rPr>
          <w:rtl/>
        </w:rPr>
        <w:t xml:space="preserve">ں </w:t>
      </w:r>
      <w:r>
        <w:rPr>
          <w:rtl/>
        </w:rPr>
        <w:t>مي</w:t>
      </w:r>
      <w:r w:rsidR="007D6C9B">
        <w:rPr>
          <w:rtl/>
        </w:rPr>
        <w:t xml:space="preserve">ں </w:t>
      </w:r>
      <w:r>
        <w:rPr>
          <w:rtl/>
        </w:rPr>
        <w:t>ڈالا جاتا ہے جبكہ زليخائي</w:t>
      </w:r>
      <w:r w:rsidR="007D6C9B">
        <w:rPr>
          <w:rtl/>
        </w:rPr>
        <w:t xml:space="preserve">ں </w:t>
      </w:r>
      <w:r>
        <w:rPr>
          <w:rtl/>
        </w:rPr>
        <w:t>اس ماحول مي</w:t>
      </w:r>
      <w:r w:rsidR="007D6C9B">
        <w:rPr>
          <w:rtl/>
        </w:rPr>
        <w:t xml:space="preserve">ں </w:t>
      </w:r>
      <w:r>
        <w:rPr>
          <w:rtl/>
        </w:rPr>
        <w:t>آزاد اور صاحب جاہ ومقام ،ہوا كرتى ہي</w:t>
      </w:r>
      <w:r w:rsidR="007D6C9B">
        <w:rPr>
          <w:rtl/>
        </w:rPr>
        <w:t xml:space="preserve">ں </w:t>
      </w:r>
      <w:r>
        <w:rPr>
          <w:rtl/>
        </w:rPr>
        <w:t>اور قوم لوط(ع) اپنے اپنے گھرو</w:t>
      </w:r>
      <w:r w:rsidR="007D6C9B">
        <w:rPr>
          <w:rtl/>
        </w:rPr>
        <w:t xml:space="preserve">ں </w:t>
      </w:r>
      <w:r>
        <w:rPr>
          <w:rtl/>
        </w:rPr>
        <w:t>مي</w:t>
      </w:r>
      <w:r w:rsidR="007D6C9B">
        <w:rPr>
          <w:rtl/>
        </w:rPr>
        <w:t xml:space="preserve">ں </w:t>
      </w:r>
      <w:r>
        <w:rPr>
          <w:rtl/>
        </w:rPr>
        <w:t xml:space="preserve">آرام وآساآش كے ساتھ رہتى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شعراء آيت </w:t>
      </w:r>
      <w:r w:rsidR="00E664BB">
        <w:rPr>
          <w:rtl/>
        </w:rPr>
        <w:t>167</w:t>
      </w:r>
      <w:r>
        <w:rPr>
          <w:rtl/>
        </w:rPr>
        <w:t xml:space="preserve"> </w:t>
      </w:r>
    </w:p>
    <w:p w:rsidR="00FE159B" w:rsidRDefault="001648F9"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يہي</w:t>
      </w:r>
      <w:r w:rsidR="007D6C9B">
        <w:rPr>
          <w:rtl/>
        </w:rPr>
        <w:t xml:space="preserve">ں </w:t>
      </w:r>
      <w:r>
        <w:rPr>
          <w:rtl/>
        </w:rPr>
        <w:t>پر قرآن مجيد كا مصداق واضح ہوجاتاہے جووہ گمراہ لوگو</w:t>
      </w:r>
      <w:r w:rsidR="007D6C9B">
        <w:rPr>
          <w:rtl/>
        </w:rPr>
        <w:t xml:space="preserve">ں </w:t>
      </w:r>
      <w:r>
        <w:rPr>
          <w:rtl/>
        </w:rPr>
        <w:t>كے بارے مي</w:t>
      </w:r>
      <w:r w:rsidR="007D6C9B">
        <w:rPr>
          <w:rtl/>
        </w:rPr>
        <w:t xml:space="preserve">ں </w:t>
      </w:r>
      <w:r>
        <w:rPr>
          <w:rtl/>
        </w:rPr>
        <w:t xml:space="preserve">كہتا ہے كہ: </w:t>
      </w:r>
    </w:p>
    <w:p w:rsidR="00DE2D7F" w:rsidRDefault="00DE2D7F" w:rsidP="00D07B54">
      <w:pPr>
        <w:pStyle w:val="libNormal"/>
        <w:rPr>
          <w:rtl/>
        </w:rPr>
      </w:pPr>
      <w:r>
        <w:rPr>
          <w:rtl/>
        </w:rPr>
        <w:t>ہم (ان كے اپنے اعمال كى بناپر) ان كے دلو</w:t>
      </w:r>
      <w:r w:rsidR="007D6C9B">
        <w:rPr>
          <w:rtl/>
        </w:rPr>
        <w:t xml:space="preserve">ں </w:t>
      </w:r>
      <w:r>
        <w:rPr>
          <w:rtl/>
        </w:rPr>
        <w:t>پر مہرلگاديتے ہي</w:t>
      </w:r>
      <w:r w:rsidR="007D6C9B">
        <w:rPr>
          <w:rtl/>
        </w:rPr>
        <w:t xml:space="preserve">ں </w:t>
      </w:r>
      <w:r>
        <w:rPr>
          <w:rtl/>
        </w:rPr>
        <w:t>اور ان كى آنكھو</w:t>
      </w:r>
      <w:r w:rsidR="007D6C9B">
        <w:rPr>
          <w:rtl/>
        </w:rPr>
        <w:t xml:space="preserve">ں </w:t>
      </w:r>
      <w:r>
        <w:rPr>
          <w:rtl/>
        </w:rPr>
        <w:t xml:space="preserve">پر پردے ڈال ديتے اور ان كے كان بہرے ہوجائے _ </w:t>
      </w:r>
    </w:p>
    <w:p w:rsidR="00DE2D7F" w:rsidRDefault="00DE2D7F" w:rsidP="00D07B54">
      <w:pPr>
        <w:pStyle w:val="libNormal"/>
        <w:rPr>
          <w:rtl/>
        </w:rPr>
      </w:pPr>
      <w:r>
        <w:rPr>
          <w:rtl/>
        </w:rPr>
        <w:t>ايك احتمال يہ بھى ہے كہ وہ گناہو</w:t>
      </w:r>
      <w:r w:rsidR="007D6C9B">
        <w:rPr>
          <w:rtl/>
        </w:rPr>
        <w:t xml:space="preserve">ں </w:t>
      </w:r>
      <w:r>
        <w:rPr>
          <w:rtl/>
        </w:rPr>
        <w:t>كى دلدل مي</w:t>
      </w:r>
      <w:r w:rsidR="007D6C9B">
        <w:rPr>
          <w:rtl/>
        </w:rPr>
        <w:t xml:space="preserve">ں </w:t>
      </w:r>
      <w:r>
        <w:rPr>
          <w:rtl/>
        </w:rPr>
        <w:t>اس حدتك پھنس چكے تھے كہ لوط كے خاندان كا تمسخراڑا كر كہتے تھے كہ وہ ہمي</w:t>
      </w:r>
      <w:r w:rsidR="007D6C9B">
        <w:rPr>
          <w:rtl/>
        </w:rPr>
        <w:t xml:space="preserve">ں </w:t>
      </w:r>
      <w:r>
        <w:rPr>
          <w:rtl/>
        </w:rPr>
        <w:t>ناپاك سمجھتے ہي</w:t>
      </w:r>
      <w:r w:rsidR="007D6C9B">
        <w:rPr>
          <w:rtl/>
        </w:rPr>
        <w:t xml:space="preserve">ں </w:t>
      </w:r>
      <w:r>
        <w:rPr>
          <w:rtl/>
        </w:rPr>
        <w:t>اور خود بڑے پاكباز بنتے ہي</w:t>
      </w:r>
      <w:r w:rsidR="007D6C9B">
        <w:rPr>
          <w:rtl/>
        </w:rPr>
        <w:t xml:space="preserve">ں </w:t>
      </w:r>
      <w:r>
        <w:rPr>
          <w:rtl/>
        </w:rPr>
        <w:t xml:space="preserve">، يہ كيسا مذاق ہے؟ </w:t>
      </w:r>
    </w:p>
    <w:p w:rsidR="00DE2D7F" w:rsidRDefault="00DE2D7F" w:rsidP="00D07B54">
      <w:pPr>
        <w:pStyle w:val="libNormal"/>
        <w:rPr>
          <w:rtl/>
        </w:rPr>
      </w:pPr>
      <w:r>
        <w:rPr>
          <w:rtl/>
        </w:rPr>
        <w:t>يہ عجيب بات نہي</w:t>
      </w:r>
      <w:r w:rsidR="007D6C9B">
        <w:rPr>
          <w:rtl/>
        </w:rPr>
        <w:t xml:space="preserve">ں </w:t>
      </w:r>
      <w:r>
        <w:rPr>
          <w:rtl/>
        </w:rPr>
        <w:t>تو اور كيا ہے كہ بے حيائي اور بے شرمى كے فعل سے مانوس ہوجانے كى وجہ سے انسان كى حس شناخت ہى يكسر بدل جائے يہ بالكل اس چمڑارنگنے والے كى مثال ہے جوبدبوسے مانوس ہوچكا تھا اور جب ايك مرتبہ وہ عطارو</w:t>
      </w:r>
      <w:r w:rsidR="007D6C9B">
        <w:rPr>
          <w:rtl/>
        </w:rPr>
        <w:t xml:space="preserve">ں </w:t>
      </w:r>
      <w:r>
        <w:rPr>
          <w:rtl/>
        </w:rPr>
        <w:t>كے بازارسے گزررہا تھا تو عطر كى نامانوس بوكى وجہ سے بے ہوش ہوگيا، جب اسے حكيم كے پاس لے گئے تو اس نے حكم ديا كہ اسے دوبارہ چمڑار نگنے والو</w:t>
      </w:r>
      <w:r w:rsidR="007D6C9B">
        <w:rPr>
          <w:rtl/>
        </w:rPr>
        <w:t xml:space="preserve">ں </w:t>
      </w:r>
      <w:r>
        <w:rPr>
          <w:rtl/>
        </w:rPr>
        <w:t>كے بازار مي</w:t>
      </w:r>
      <w:r w:rsidR="007D6C9B">
        <w:rPr>
          <w:rtl/>
        </w:rPr>
        <w:t xml:space="preserve">ں </w:t>
      </w:r>
      <w:r>
        <w:rPr>
          <w:rtl/>
        </w:rPr>
        <w:t>لے جاياجائے چنانچہ ايسا ہى كيا گيا اور وہ ہوش مي</w:t>
      </w:r>
      <w:r w:rsidR="007D6C9B">
        <w:rPr>
          <w:rtl/>
        </w:rPr>
        <w:t xml:space="preserve">ں </w:t>
      </w:r>
      <w:r>
        <w:rPr>
          <w:rtl/>
        </w:rPr>
        <w:t>آگيا اور مرنے سے بچ گيايہ واقعاًاس بارے مي</w:t>
      </w:r>
      <w:r w:rsidR="007D6C9B">
        <w:rPr>
          <w:rtl/>
        </w:rPr>
        <w:t xml:space="preserve">ں </w:t>
      </w:r>
      <w:r>
        <w:rPr>
          <w:rtl/>
        </w:rPr>
        <w:t xml:space="preserve">ايك دلچسپ حسى مثال ہے _ </w:t>
      </w:r>
    </w:p>
    <w:p w:rsidR="00DE2D7F" w:rsidRDefault="00DE2D7F" w:rsidP="00D07B54">
      <w:pPr>
        <w:pStyle w:val="libNormal"/>
        <w:rPr>
          <w:rtl/>
        </w:rPr>
      </w:pPr>
    </w:p>
    <w:p w:rsidR="00FE159B" w:rsidRDefault="00E664BB" w:rsidP="00D07B54">
      <w:pPr>
        <w:pStyle w:val="Heading2Center"/>
        <w:rPr>
          <w:rtl/>
        </w:rPr>
      </w:pPr>
      <w:bookmarkStart w:id="114" w:name="_Toc7268511"/>
      <w:r>
        <w:rPr>
          <w:rtl/>
        </w:rPr>
        <w:t>30</w:t>
      </w:r>
      <w:r w:rsidR="00DE2D7F">
        <w:rPr>
          <w:rtl/>
        </w:rPr>
        <w:t xml:space="preserve"> /سال سعى و كوشش</w:t>
      </w:r>
      <w:bookmarkEnd w:id="114"/>
    </w:p>
    <w:p w:rsidR="00DE2D7F" w:rsidRDefault="00DE2D7F" w:rsidP="00D07B54">
      <w:pPr>
        <w:pStyle w:val="libNormal"/>
        <w:rPr>
          <w:rtl/>
        </w:rPr>
      </w:pPr>
      <w:r>
        <w:rPr>
          <w:rtl/>
        </w:rPr>
        <w:t xml:space="preserve"> جناب لوط عليہ السلام نے اس قوم كو تيس سال تك تبليغ كي، ليكن اپنے خاندان كے سوا(اور وہ بھى بيوى كو مستثنى كر كے كيونكہ وہ مشركين كے ساتھ ہم عقيدہ ہوگئي تھي)، اور كوئي آپ پر ايمان نہي</w:t>
      </w:r>
      <w:r w:rsidR="007D6C9B">
        <w:rPr>
          <w:rtl/>
        </w:rPr>
        <w:t xml:space="preserve">ں </w:t>
      </w:r>
      <w:r>
        <w:rPr>
          <w:rtl/>
        </w:rPr>
        <w:t xml:space="preserve">لايا_ </w:t>
      </w:r>
    </w:p>
    <w:p w:rsidR="00DE2D7F" w:rsidRDefault="00DE2D7F" w:rsidP="00D07B54">
      <w:pPr>
        <w:pStyle w:val="libNormal"/>
        <w:rPr>
          <w:rtl/>
        </w:rPr>
      </w:pPr>
      <w:r>
        <w:rPr>
          <w:rtl/>
        </w:rPr>
        <w:t>ليكن حضرت لوط عليہ السلام نے ان دھمكيو</w:t>
      </w:r>
      <w:r w:rsidR="007D6C9B">
        <w:rPr>
          <w:rtl/>
        </w:rPr>
        <w:t xml:space="preserve">ں </w:t>
      </w:r>
      <w:r>
        <w:rPr>
          <w:rtl/>
        </w:rPr>
        <w:t>كى كوئي پرواہ نہ كى اور اپنا كام جارى ركھا اور كہا :'' مي</w:t>
      </w:r>
      <w:r w:rsidR="007D6C9B">
        <w:rPr>
          <w:rtl/>
        </w:rPr>
        <w:t xml:space="preserve">ں </w:t>
      </w:r>
      <w:r>
        <w:rPr>
          <w:rtl/>
        </w:rPr>
        <w:t>تمہارے ان كامو</w:t>
      </w:r>
      <w:r w:rsidR="007D6C9B">
        <w:rPr>
          <w:rtl/>
        </w:rPr>
        <w:t xml:space="preserve">ں </w:t>
      </w:r>
      <w:r>
        <w:rPr>
          <w:rtl/>
        </w:rPr>
        <w:t>كا دشمن ہو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يعنى مي</w:t>
      </w:r>
      <w:r w:rsidR="007D6C9B">
        <w:rPr>
          <w:rtl/>
        </w:rPr>
        <w:t xml:space="preserve">ں </w:t>
      </w:r>
      <w:r>
        <w:rPr>
          <w:rtl/>
        </w:rPr>
        <w:t>اپنا احتجاج برابر جارى ركھو</w:t>
      </w:r>
      <w:r w:rsidR="007D6C9B">
        <w:rPr>
          <w:rtl/>
        </w:rPr>
        <w:t xml:space="preserve">ں </w:t>
      </w:r>
      <w:r>
        <w:rPr>
          <w:rtl/>
        </w:rPr>
        <w:t>گا ،تم جو كچھ ميرا بگاڑنا چاہتے ہو بگاڑلو ،مجھے راہ خدا اور برائيو</w:t>
      </w:r>
      <w:r w:rsidR="007D6C9B">
        <w:rPr>
          <w:rtl/>
        </w:rPr>
        <w:t xml:space="preserve">ں </w:t>
      </w:r>
      <w:r>
        <w:rPr>
          <w:rtl/>
        </w:rPr>
        <w:t>كے خلاف جہاد كے سلسلے مي</w:t>
      </w:r>
      <w:r w:rsidR="007D6C9B">
        <w:rPr>
          <w:rtl/>
        </w:rPr>
        <w:t xml:space="preserve">ں </w:t>
      </w:r>
      <w:r>
        <w:rPr>
          <w:rtl/>
        </w:rPr>
        <w:t>ان دھمكيو</w:t>
      </w:r>
      <w:r w:rsidR="007D6C9B">
        <w:rPr>
          <w:rtl/>
        </w:rPr>
        <w:t xml:space="preserve">ں </w:t>
      </w:r>
      <w:r>
        <w:rPr>
          <w:rtl/>
        </w:rPr>
        <w:t>كى قطعا ًكوئي پرواہ نہي</w:t>
      </w:r>
      <w:r w:rsidR="007D6C9B">
        <w:rPr>
          <w:rtl/>
        </w:rPr>
        <w:t xml:space="preserve">ں </w:t>
      </w:r>
      <w:r>
        <w:rPr>
          <w:rtl/>
        </w:rPr>
        <w:t xml:space="preserve">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167</w:t>
      </w:r>
      <w:r>
        <w:rPr>
          <w:rtl/>
        </w:rPr>
        <w:t xml:space="preserve"> </w:t>
      </w:r>
    </w:p>
    <w:p w:rsidR="00FE159B" w:rsidRDefault="00C2634E"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اس احتجاج مي</w:t>
      </w:r>
      <w:r w:rsidR="007D6C9B">
        <w:rPr>
          <w:rtl/>
        </w:rPr>
        <w:t xml:space="preserve">ں </w:t>
      </w:r>
      <w:r>
        <w:rPr>
          <w:rtl/>
        </w:rPr>
        <w:t>اور بھى بہت سے لوگ جناب لوط عليہ السلام كے ہمنوا ہوچكے تھے، يہ اوربات ہے كہ سركش قوم نے آخركارانھي</w:t>
      </w:r>
      <w:r w:rsidR="007D6C9B">
        <w:rPr>
          <w:rtl/>
        </w:rPr>
        <w:t xml:space="preserve">ں </w:t>
      </w:r>
      <w:r>
        <w:rPr>
          <w:rtl/>
        </w:rPr>
        <w:t xml:space="preserve">جلاوطن كرديا _ </w:t>
      </w:r>
    </w:p>
    <w:p w:rsidR="00DE2D7F" w:rsidRDefault="00DE2D7F" w:rsidP="00D07B54">
      <w:pPr>
        <w:pStyle w:val="libNormal"/>
        <w:rPr>
          <w:rtl/>
        </w:rPr>
      </w:pPr>
      <w:r>
        <w:rPr>
          <w:rtl/>
        </w:rPr>
        <w:t>لائق توجہ بات يہ كہ حضرت لوط عليہ السلام فرماتے ہي</w:t>
      </w:r>
      <w:r w:rsidR="007D6C9B">
        <w:rPr>
          <w:rtl/>
        </w:rPr>
        <w:t xml:space="preserve">ں </w:t>
      </w:r>
      <w:r>
        <w:rPr>
          <w:rtl/>
        </w:rPr>
        <w:t>كہ '' تمہارے اعمال كا دشمن ہو</w:t>
      </w:r>
      <w:r w:rsidR="007D6C9B">
        <w:rPr>
          <w:rtl/>
        </w:rPr>
        <w:t xml:space="preserve">ں </w:t>
      </w:r>
      <w:r>
        <w:rPr>
          <w:rtl/>
        </w:rPr>
        <w:t>'' يعنى مجھے تمہارى ذات سے دشمنى نہي</w:t>
      </w:r>
      <w:r w:rsidR="007D6C9B">
        <w:rPr>
          <w:rtl/>
        </w:rPr>
        <w:t xml:space="preserve">ں </w:t>
      </w:r>
      <w:r>
        <w:rPr>
          <w:rtl/>
        </w:rPr>
        <w:t xml:space="preserve">بلكہ تمہارے شرمناك اعمال سے نفرت ہے اگر ان اعمال كو اپنے سے دور كردو تو پھر تم ميرے پكے دوست بن جاو گے _ </w:t>
      </w:r>
    </w:p>
    <w:p w:rsidR="00DE2D7F" w:rsidRDefault="00DE2D7F" w:rsidP="00D07B54">
      <w:pPr>
        <w:pStyle w:val="libNormal"/>
        <w:rPr>
          <w:rtl/>
        </w:rPr>
      </w:pPr>
      <w:r>
        <w:rPr>
          <w:rtl/>
        </w:rPr>
        <w:t>بہرحال جناب لوط عليہ السلام كى ذمہ دارى كا آخرى مرحلہ آن پہنچا لہذا وقت آپہنچا كہ جناب لوط عليہ السلام خود كو بھى اور جو لوگ ان پر ايمان لاچكے ہي</w:t>
      </w:r>
      <w:r w:rsidR="007D6C9B">
        <w:rPr>
          <w:rtl/>
        </w:rPr>
        <w:t xml:space="preserve">ں </w:t>
      </w:r>
      <w:r>
        <w:rPr>
          <w:rtl/>
        </w:rPr>
        <w:t>انھي</w:t>
      </w:r>
      <w:r w:rsidR="007D6C9B">
        <w:rPr>
          <w:rtl/>
        </w:rPr>
        <w:t xml:space="preserve">ں </w:t>
      </w:r>
      <w:r>
        <w:rPr>
          <w:rtl/>
        </w:rPr>
        <w:t>بھى اس گناہ آلود علاقے سے باہر نكال كرلے جائي</w:t>
      </w:r>
      <w:r w:rsidR="007D6C9B">
        <w:rPr>
          <w:rtl/>
        </w:rPr>
        <w:t xml:space="preserve">ں </w:t>
      </w:r>
      <w:r>
        <w:rPr>
          <w:rtl/>
        </w:rPr>
        <w:t>تاكہ ہولناك عذاب اس بے حياقوم كو اپنى لپيٹ مي</w:t>
      </w:r>
      <w:r w:rsidR="007D6C9B">
        <w:rPr>
          <w:rtl/>
        </w:rPr>
        <w:t xml:space="preserve">ں </w:t>
      </w:r>
      <w:r>
        <w:rPr>
          <w:rtl/>
        </w:rPr>
        <w:t xml:space="preserve">لے لے _ </w:t>
      </w:r>
    </w:p>
    <w:p w:rsidR="00DE2D7F" w:rsidRDefault="00DE2D7F" w:rsidP="00D07B54">
      <w:pPr>
        <w:pStyle w:val="libNormal"/>
        <w:rPr>
          <w:rtl/>
        </w:rPr>
      </w:pPr>
      <w:r>
        <w:rPr>
          <w:rtl/>
        </w:rPr>
        <w:t>حضرت لوط عليہ السلام نے اللہ كى بارگاہ مي</w:t>
      </w:r>
      <w:r w:rsidR="007D6C9B">
        <w:rPr>
          <w:rtl/>
        </w:rPr>
        <w:t xml:space="preserve">ں </w:t>
      </w:r>
      <w:r>
        <w:rPr>
          <w:rtl/>
        </w:rPr>
        <w:t xml:space="preserve">دست دعا بلند كركے كہا: </w:t>
      </w:r>
    </w:p>
    <w:p w:rsidR="00DE2D7F" w:rsidRDefault="00DE2D7F" w:rsidP="00D07B54">
      <w:pPr>
        <w:pStyle w:val="libNormal"/>
        <w:rPr>
          <w:rtl/>
        </w:rPr>
      </w:pPr>
      <w:r>
        <w:rPr>
          <w:rtl/>
        </w:rPr>
        <w:t>''پروردگار : جو كچھ يہ لوگ كہہ رہے ہي</w:t>
      </w:r>
      <w:r w:rsidR="007D6C9B">
        <w:rPr>
          <w:rtl/>
        </w:rPr>
        <w:t xml:space="preserve">ں </w:t>
      </w:r>
      <w:r>
        <w:rPr>
          <w:rtl/>
        </w:rPr>
        <w:t>مجھے اور ميرے خاندان كو اس سے نجات دے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FE159B" w:rsidRDefault="00DE2D7F" w:rsidP="00D07B54">
      <w:pPr>
        <w:pStyle w:val="Heading2Center"/>
        <w:rPr>
          <w:rtl/>
        </w:rPr>
      </w:pPr>
      <w:bookmarkStart w:id="115" w:name="_Toc7268512"/>
      <w:r>
        <w:rPr>
          <w:rtl/>
        </w:rPr>
        <w:t>يہ ہے گناہ گارو</w:t>
      </w:r>
      <w:r w:rsidR="007D6C9B">
        <w:rPr>
          <w:rtl/>
        </w:rPr>
        <w:t xml:space="preserve">ں </w:t>
      </w:r>
      <w:r>
        <w:rPr>
          <w:rtl/>
        </w:rPr>
        <w:t>كا انجام</w:t>
      </w:r>
      <w:bookmarkEnd w:id="115"/>
      <w:r>
        <w:rPr>
          <w:rtl/>
        </w:rPr>
        <w:t xml:space="preserve"> </w:t>
      </w:r>
    </w:p>
    <w:p w:rsidR="00DE2D7F" w:rsidRDefault="00DE2D7F" w:rsidP="00D07B54">
      <w:pPr>
        <w:pStyle w:val="libNormal"/>
        <w:rPr>
          <w:rtl/>
        </w:rPr>
      </w:pPr>
      <w:r>
        <w:rPr>
          <w:rtl/>
        </w:rPr>
        <w:t>آخركار حضرت لوط عليہ السلام كى دعا مستجاب ہوئي اور خدا كى طرف سے اس قوم تباہ كار كے خلاف سخت سزا كا حكم صادر ہوا ،وہ فرشتے جو عذاب نازل كرنے پر مامور تھے قبل اس كے كہ سرزمين لوط پر اپنا فرض ادا كرنے كے لئے جاتے، حضرت ابراہيم (ع) كے پاس ايك اور پيغام لے كر گئے اور وہ پيغام تھا، حضرت ابراہيم (ع) كو فرزند كى</w:t>
      </w:r>
      <w:r w:rsidR="00E173E0">
        <w:rPr>
          <w:rtl/>
        </w:rPr>
        <w:t xml:space="preserve"> پيدائش </w:t>
      </w:r>
      <w:r>
        <w:rPr>
          <w:rtl/>
        </w:rPr>
        <w:t xml:space="preserve">كى خوشخبرى تھى _ </w:t>
      </w:r>
    </w:p>
    <w:p w:rsidR="00DE2D7F" w:rsidRDefault="00DE2D7F" w:rsidP="00D07B54">
      <w:pPr>
        <w:pStyle w:val="libNormal"/>
        <w:rPr>
          <w:rtl/>
        </w:rPr>
      </w:pPr>
      <w:r>
        <w:rPr>
          <w:rtl/>
        </w:rPr>
        <w:t>'' اس كى وضاحت يہ ہے كہ:ابراہيم شام كى طرف جلا وطن ہونے كے بعد لوگو</w:t>
      </w:r>
      <w:r w:rsidR="007D6C9B">
        <w:rPr>
          <w:rtl/>
        </w:rPr>
        <w:t xml:space="preserve">ں </w:t>
      </w:r>
      <w:r>
        <w:rPr>
          <w:rtl/>
        </w:rPr>
        <w:t>كو خدا كى طرف دعوت دينے اور ہر قسم كے شرك و بت پرستى كے خلاف مبارزہ كرنے مي</w:t>
      </w:r>
      <w:r w:rsidR="007D6C9B">
        <w:rPr>
          <w:rtl/>
        </w:rPr>
        <w:t xml:space="preserve">ں </w:t>
      </w:r>
      <w:r>
        <w:rPr>
          <w:rtl/>
        </w:rPr>
        <w:t>مصروف تھے،حضرت ''لوط''جو ايك عطيم پيغمبر تھے ،ان ہى كے زمانہ مي</w:t>
      </w:r>
      <w:r w:rsidR="007D6C9B">
        <w:rPr>
          <w:rtl/>
        </w:rPr>
        <w:t xml:space="preserve">ں </w:t>
      </w:r>
      <w:r>
        <w:rPr>
          <w:rtl/>
        </w:rPr>
        <w:t>ہوئے ہي</w:t>
      </w:r>
      <w:r w:rsidR="007D6C9B">
        <w:rPr>
          <w:rtl/>
        </w:rPr>
        <w:t xml:space="preserve">ں </w:t>
      </w:r>
      <w:r>
        <w:rPr>
          <w:rtl/>
        </w:rPr>
        <w:t xml:space="preserve">اور احتمال يہ ہے كہ اپ ہى كى طرف سے مامور ہوئے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16</w:t>
      </w:r>
      <w:r w:rsidR="00E44785">
        <w:rPr>
          <w:rtl/>
        </w:rPr>
        <w:t>9</w:t>
      </w:r>
      <w:r>
        <w:rPr>
          <w:rtl/>
        </w:rPr>
        <w:t xml:space="preserve"> </w:t>
      </w:r>
    </w:p>
    <w:p w:rsidR="00FE159B" w:rsidRDefault="001648F9"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تھے،كہ گمراہو</w:t>
      </w:r>
      <w:r w:rsidR="007D6C9B">
        <w:rPr>
          <w:rtl/>
        </w:rPr>
        <w:t xml:space="preserve">ں </w:t>
      </w:r>
      <w:r>
        <w:rPr>
          <w:rtl/>
        </w:rPr>
        <w:t>كو تبليغ و ہدايت كرنے كے لئے شام كے ايك علاقہ (يعنى سدوم كے شہرو</w:t>
      </w:r>
      <w:r w:rsidR="007D6C9B">
        <w:rPr>
          <w:rtl/>
        </w:rPr>
        <w:t xml:space="preserve">ں </w:t>
      </w:r>
      <w:r>
        <w:rPr>
          <w:rtl/>
        </w:rPr>
        <w:t>كى طرف) سفر كري</w:t>
      </w:r>
      <w:r w:rsidR="007D6C9B">
        <w:rPr>
          <w:rtl/>
        </w:rPr>
        <w:t xml:space="preserve">ں </w:t>
      </w:r>
      <w:r>
        <w:rPr>
          <w:rtl/>
        </w:rPr>
        <w:t>،وہ ايك ايسى گناہگار قوم كے درميان ائے جو شرك اور بہت سے گناہو</w:t>
      </w:r>
      <w:r w:rsidR="007D6C9B">
        <w:rPr>
          <w:rtl/>
        </w:rPr>
        <w:t xml:space="preserve">ں </w:t>
      </w:r>
      <w:r>
        <w:rPr>
          <w:rtl/>
        </w:rPr>
        <w:t>مي</w:t>
      </w:r>
      <w:r w:rsidR="007D6C9B">
        <w:rPr>
          <w:rtl/>
        </w:rPr>
        <w:t xml:space="preserve">ں </w:t>
      </w:r>
      <w:r>
        <w:rPr>
          <w:rtl/>
        </w:rPr>
        <w:t>الودہ تھى ،اور سب سے قبيح گناہ اغلام اور لواطت تھى ،اخر كار فرشتو</w:t>
      </w:r>
      <w:r w:rsidR="007D6C9B">
        <w:rPr>
          <w:rtl/>
        </w:rPr>
        <w:t xml:space="preserve">ں </w:t>
      </w:r>
      <w:r>
        <w:rPr>
          <w:rtl/>
        </w:rPr>
        <w:t xml:space="preserve">كا ايك گروہ،اس قوم كى ہلاكت پر ما مور ہوا ليكن وہ پہلے ابراہيم (ع) كے پاس ائے_ </w:t>
      </w:r>
    </w:p>
    <w:p w:rsidR="00DE2D7F" w:rsidRDefault="00DE2D7F" w:rsidP="00D07B54">
      <w:pPr>
        <w:pStyle w:val="libNormal"/>
        <w:rPr>
          <w:rtl/>
        </w:rPr>
      </w:pPr>
      <w:r>
        <w:rPr>
          <w:rtl/>
        </w:rPr>
        <w:t>ابراہيم (ع) مہمانو</w:t>
      </w:r>
      <w:r w:rsidR="007D6C9B">
        <w:rPr>
          <w:rtl/>
        </w:rPr>
        <w:t xml:space="preserve">ں </w:t>
      </w:r>
      <w:r>
        <w:rPr>
          <w:rtl/>
        </w:rPr>
        <w:t>كى وضع و قطع سے سمجھ گئے كہ يہ كسى اہم كام كے لئے جارہے ہي</w:t>
      </w:r>
      <w:r w:rsidR="007D6C9B">
        <w:rPr>
          <w:rtl/>
        </w:rPr>
        <w:t xml:space="preserve">ں </w:t>
      </w:r>
      <w:r>
        <w:rPr>
          <w:rtl/>
        </w:rPr>
        <w:t>،اور صرف بيٹے كى ولادت كى بشارت كے لئے نہي</w:t>
      </w:r>
      <w:r w:rsidR="007D6C9B">
        <w:rPr>
          <w:rtl/>
        </w:rPr>
        <w:t xml:space="preserve">ں </w:t>
      </w:r>
      <w:r>
        <w:rPr>
          <w:rtl/>
        </w:rPr>
        <w:t>ائے، كيونكہ اس قسم كى بشارت كے لئے تو ايك ہى شخص كا فى تھا ،يا اس عجلت كى وجہ ہے جو وہ چلنے كے لئے كر رہے تھے ،اس سے محسوس كيا كہ كوئي اہم ڈيوٹى ركھتے ہي</w:t>
      </w:r>
      <w:r w:rsidR="007D6C9B">
        <w:rPr>
          <w:rtl/>
        </w:rPr>
        <w:t xml:space="preserve">ں </w:t>
      </w:r>
      <w:r>
        <w:rPr>
          <w:rtl/>
        </w:rPr>
        <w:t>''_ قران مي</w:t>
      </w:r>
      <w:r w:rsidR="007D6C9B">
        <w:rPr>
          <w:rtl/>
        </w:rPr>
        <w:t xml:space="preserve">ں </w:t>
      </w:r>
      <w:r>
        <w:rPr>
          <w:rtl/>
        </w:rPr>
        <w:t>حضرت ابراہيم عليہ السلام سے ملاقات كا ذكر ہے چنانچہ كہا گيا ہے : جس وقت ہمارے ايلچى حضرت ابراہيم عليہ السلام كے پاس بشارت لے كرگئے _انھي</w:t>
      </w:r>
      <w:r w:rsidR="007D6C9B">
        <w:rPr>
          <w:rtl/>
        </w:rPr>
        <w:t xml:space="preserve">ں </w:t>
      </w:r>
      <w:r>
        <w:rPr>
          <w:rtl/>
        </w:rPr>
        <w:t>اسحاق اور يعقوب كے پيدا ہونے كى خوش خبرى سنائي اور پھر (قوم لوط كى بستى كى طرف اشارہ كرتے ہوئے )كہا كہ ہم اس شہر اور اس مي</w:t>
      </w:r>
      <w:r w:rsidR="007D6C9B">
        <w:rPr>
          <w:rtl/>
        </w:rPr>
        <w:t xml:space="preserve">ں </w:t>
      </w:r>
      <w:r>
        <w:rPr>
          <w:rtl/>
        </w:rPr>
        <w:t>رہنے والو</w:t>
      </w:r>
      <w:r w:rsidR="007D6C9B">
        <w:rPr>
          <w:rtl/>
        </w:rPr>
        <w:t xml:space="preserve">ں </w:t>
      </w:r>
      <w:r>
        <w:rPr>
          <w:rtl/>
        </w:rPr>
        <w:t>كو ہلاك كردي</w:t>
      </w:r>
      <w:r w:rsidR="007D6C9B">
        <w:rPr>
          <w:rtl/>
        </w:rPr>
        <w:t xml:space="preserve">ں </w:t>
      </w:r>
      <w:r>
        <w:rPr>
          <w:rtl/>
        </w:rPr>
        <w:t>گے كيونكہ يہ لوگ ظالم ہي</w:t>
      </w:r>
      <w:r w:rsidR="007D6C9B">
        <w:rPr>
          <w:rtl/>
        </w:rPr>
        <w:t xml:space="preserve">ں </w:t>
      </w:r>
      <w:r>
        <w:rPr>
          <w:rtl/>
        </w:rPr>
        <w:t>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چونكہ فرشتو</w:t>
      </w:r>
      <w:r w:rsidR="007D6C9B">
        <w:rPr>
          <w:rtl/>
        </w:rPr>
        <w:t xml:space="preserve">ں </w:t>
      </w:r>
      <w:r>
        <w:rPr>
          <w:rtl/>
        </w:rPr>
        <w:t>نے ''ھذہ القرية''_ كہا اس سے ثابت ہوتا ہے كہ قوم لوط اسى مقام كے قرب جوار مي</w:t>
      </w:r>
      <w:r w:rsidR="007D6C9B">
        <w:rPr>
          <w:rtl/>
        </w:rPr>
        <w:t xml:space="preserve">ں </w:t>
      </w:r>
      <w:r>
        <w:rPr>
          <w:rtl/>
        </w:rPr>
        <w:t>رہتى تھى جہا</w:t>
      </w:r>
      <w:r w:rsidR="007D6C9B">
        <w:rPr>
          <w:rtl/>
        </w:rPr>
        <w:t xml:space="preserve">ں </w:t>
      </w:r>
      <w:r>
        <w:rPr>
          <w:rtl/>
        </w:rPr>
        <w:t>حضرت ابراہيم (ع) رہتے تھے_،اور اس قوم كو لفظ ''ظالم''سے ياد كرنا اس وجہ سے تھا كہ وہ اپنے نفوس پر ظلم كرتے تھے يہا</w:t>
      </w:r>
      <w:r w:rsidR="007D6C9B">
        <w:rPr>
          <w:rtl/>
        </w:rPr>
        <w:t xml:space="preserve">ں </w:t>
      </w:r>
      <w:r>
        <w:rPr>
          <w:rtl/>
        </w:rPr>
        <w:t>تك كہ اس طرف سے گزرنے والے مسافرو</w:t>
      </w:r>
      <w:r w:rsidR="007D6C9B">
        <w:rPr>
          <w:rtl/>
        </w:rPr>
        <w:t xml:space="preserve">ں </w:t>
      </w:r>
      <w:r>
        <w:rPr>
          <w:rtl/>
        </w:rPr>
        <w:t>اور قافلو</w:t>
      </w:r>
      <w:r w:rsidR="007D6C9B">
        <w:rPr>
          <w:rtl/>
        </w:rPr>
        <w:t xml:space="preserve">ں </w:t>
      </w:r>
      <w:r>
        <w:rPr>
          <w:rtl/>
        </w:rPr>
        <w:t xml:space="preserve">پر بھى ستم كرتے تھے _ </w:t>
      </w:r>
    </w:p>
    <w:p w:rsidR="00DE2D7F" w:rsidRDefault="00DE2D7F" w:rsidP="00D07B54">
      <w:pPr>
        <w:pStyle w:val="libNormal"/>
        <w:rPr>
          <w:rtl/>
        </w:rPr>
      </w:pPr>
      <w:r>
        <w:rPr>
          <w:rtl/>
        </w:rPr>
        <w:t>جب حضرت ابراہيم عليہ السلام نے يہ بات سنى تو انھي</w:t>
      </w:r>
      <w:r w:rsidR="007D6C9B">
        <w:rPr>
          <w:rtl/>
        </w:rPr>
        <w:t xml:space="preserve">ں </w:t>
      </w:r>
      <w:r>
        <w:rPr>
          <w:rtl/>
        </w:rPr>
        <w:t>حضرت لوط پيغمبر خدا كى فكر ہوئي اور كہا :'' اس آبادى مي</w:t>
      </w:r>
      <w:r w:rsidR="007D6C9B">
        <w:rPr>
          <w:rtl/>
        </w:rPr>
        <w:t xml:space="preserve">ں </w:t>
      </w:r>
      <w:r>
        <w:rPr>
          <w:rtl/>
        </w:rPr>
        <w:t>تو لوط بھى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اس پر كيا گزرے گى ؟ </w:t>
      </w:r>
    </w:p>
    <w:p w:rsidR="00DE2D7F" w:rsidRDefault="00DE2D7F" w:rsidP="00D07B54">
      <w:pPr>
        <w:pStyle w:val="libNormal"/>
        <w:rPr>
          <w:rtl/>
        </w:rPr>
      </w:pPr>
      <w:r>
        <w:rPr>
          <w:rtl/>
        </w:rPr>
        <w:t>مگر فرشتو</w:t>
      </w:r>
      <w:r w:rsidR="007D6C9B">
        <w:rPr>
          <w:rtl/>
        </w:rPr>
        <w:t xml:space="preserve">ں </w:t>
      </w:r>
      <w:r>
        <w:rPr>
          <w:rtl/>
        </w:rPr>
        <w:t>نے فورا ًجواب ديا :'' آپ فكر نہ كري</w:t>
      </w:r>
      <w:r w:rsidR="007D6C9B">
        <w:rPr>
          <w:rtl/>
        </w:rPr>
        <w:t xml:space="preserve">ں </w:t>
      </w:r>
      <w:r>
        <w:rPr>
          <w:rtl/>
        </w:rPr>
        <w:t>ہم ان سب لوگو</w:t>
      </w:r>
      <w:r w:rsidR="007D6C9B">
        <w:rPr>
          <w:rtl/>
        </w:rPr>
        <w:t xml:space="preserve">ں </w:t>
      </w:r>
      <w:r>
        <w:rPr>
          <w:rtl/>
        </w:rPr>
        <w:t>سے خوب واقف ہي</w:t>
      </w:r>
      <w:r w:rsidR="007D6C9B">
        <w:rPr>
          <w:rtl/>
        </w:rPr>
        <w:t xml:space="preserve">ں </w:t>
      </w:r>
      <w:r>
        <w:rPr>
          <w:rtl/>
        </w:rPr>
        <w:t xml:space="preserve">جو اس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عنكبوت آيت </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 xml:space="preserve">)سورہ عنكبوت آيت </w:t>
      </w:r>
      <w:r w:rsidR="00E664BB">
        <w:rPr>
          <w:rtl/>
        </w:rPr>
        <w:t>32</w:t>
      </w:r>
      <w:r>
        <w:rPr>
          <w:rtl/>
        </w:rPr>
        <w:t xml:space="preserve"> </w:t>
      </w:r>
    </w:p>
    <w:p w:rsidR="00FE159B" w:rsidRDefault="001648F9"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بستى مي</w:t>
      </w:r>
      <w:r w:rsidR="007D6C9B">
        <w:rPr>
          <w:rtl/>
        </w:rPr>
        <w:t xml:space="preserve">ں </w:t>
      </w:r>
      <w:r>
        <w:rPr>
          <w:rtl/>
        </w:rPr>
        <w:t>رہتے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ہم اندھا دھند عذاب نازل نہي</w:t>
      </w:r>
      <w:r w:rsidR="007D6C9B">
        <w:rPr>
          <w:rtl/>
        </w:rPr>
        <w:t xml:space="preserve">ں </w:t>
      </w:r>
      <w:r>
        <w:rPr>
          <w:rtl/>
        </w:rPr>
        <w:t>كري</w:t>
      </w:r>
      <w:r w:rsidR="007D6C9B">
        <w:rPr>
          <w:rtl/>
        </w:rPr>
        <w:t xml:space="preserve">ں </w:t>
      </w:r>
      <w:r>
        <w:rPr>
          <w:rtl/>
        </w:rPr>
        <w:t xml:space="preserve">گے ہمارا پروگرام نہايت سنجيدہ اور نپاتلاہے _ </w:t>
      </w:r>
    </w:p>
    <w:p w:rsidR="00DE2D7F" w:rsidRDefault="00DE2D7F" w:rsidP="00D07B54">
      <w:pPr>
        <w:pStyle w:val="libNormal"/>
        <w:rPr>
          <w:rtl/>
        </w:rPr>
      </w:pPr>
      <w:r>
        <w:rPr>
          <w:rtl/>
        </w:rPr>
        <w:t>فرشتو</w:t>
      </w:r>
      <w:r w:rsidR="007D6C9B">
        <w:rPr>
          <w:rtl/>
        </w:rPr>
        <w:t xml:space="preserve">ں </w:t>
      </w:r>
      <w:r>
        <w:rPr>
          <w:rtl/>
        </w:rPr>
        <w:t>نے يہ بھى كہا كہ'' ہم لوط(ع) اور اس كے خاندان كو نجات دي</w:t>
      </w:r>
      <w:r w:rsidR="007D6C9B">
        <w:rPr>
          <w:rtl/>
        </w:rPr>
        <w:t xml:space="preserve">ں </w:t>
      </w:r>
      <w:r>
        <w:rPr>
          <w:rtl/>
        </w:rPr>
        <w:t>گے بجز اس كى بيوى كے كہ جو اس قوم كے ساتھ ہى مبتلائے عذاب ہوگى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p>
    <w:p w:rsidR="00FE159B" w:rsidRDefault="00DE2D7F" w:rsidP="00D07B54">
      <w:pPr>
        <w:pStyle w:val="Heading2Center"/>
        <w:rPr>
          <w:rtl/>
        </w:rPr>
      </w:pPr>
      <w:bookmarkStart w:id="116" w:name="_Toc7268513"/>
      <w:r>
        <w:rPr>
          <w:rtl/>
        </w:rPr>
        <w:t>صرف ايك خاندان مومن اور پاك</w:t>
      </w:r>
      <w:bookmarkEnd w:id="116"/>
      <w:r>
        <w:rPr>
          <w:rtl/>
        </w:rPr>
        <w:t xml:space="preserve"> </w:t>
      </w:r>
    </w:p>
    <w:p w:rsidR="00DE2D7F" w:rsidRDefault="00DE2D7F" w:rsidP="00D07B54">
      <w:pPr>
        <w:pStyle w:val="libNormal"/>
        <w:rPr>
          <w:rtl/>
        </w:rPr>
      </w:pPr>
      <w:r>
        <w:rPr>
          <w:rtl/>
        </w:rPr>
        <w:t>فرآن سے بخوبى ثابت ہوتاہے كہ اس علاقے كى تمام آباديو</w:t>
      </w:r>
      <w:r w:rsidR="007D6C9B">
        <w:rPr>
          <w:rtl/>
        </w:rPr>
        <w:t xml:space="preserve">ں </w:t>
      </w:r>
      <w:r>
        <w:rPr>
          <w:rtl/>
        </w:rPr>
        <w:t>اور بستيو</w:t>
      </w:r>
      <w:r w:rsidR="007D6C9B">
        <w:rPr>
          <w:rtl/>
        </w:rPr>
        <w:t xml:space="preserve">ں </w:t>
      </w:r>
      <w:r>
        <w:rPr>
          <w:rtl/>
        </w:rPr>
        <w:t>مي</w:t>
      </w:r>
      <w:r w:rsidR="007D6C9B">
        <w:rPr>
          <w:rtl/>
        </w:rPr>
        <w:t xml:space="preserve">ں </w:t>
      </w:r>
      <w:r>
        <w:rPr>
          <w:rtl/>
        </w:rPr>
        <w:t>صرف ايك ہى خاندان مومن اور پاك نفس تھا اور خدانے بھى اسے عذاب سے نجات دى جيسا كہ قرآن مي</w:t>
      </w:r>
      <w:r w:rsidR="007D6C9B">
        <w:rPr>
          <w:rtl/>
        </w:rPr>
        <w:t xml:space="preserve">ں </w:t>
      </w:r>
      <w:r>
        <w:rPr>
          <w:rtl/>
        </w:rPr>
        <w:t xml:space="preserve">مذكورہے : </w:t>
      </w:r>
    </w:p>
    <w:p w:rsidR="00DE2D7F" w:rsidRDefault="00DE2D7F" w:rsidP="00D07B54">
      <w:pPr>
        <w:pStyle w:val="libNormal"/>
        <w:rPr>
          <w:rtl/>
        </w:rPr>
      </w:pPr>
      <w:r>
        <w:rPr>
          <w:rtl/>
        </w:rPr>
        <w:t>''ہم نے وہا</w:t>
      </w:r>
      <w:r w:rsidR="007D6C9B">
        <w:rPr>
          <w:rtl/>
        </w:rPr>
        <w:t xml:space="preserve">ں </w:t>
      </w:r>
      <w:r>
        <w:rPr>
          <w:rtl/>
        </w:rPr>
        <w:t>ايك خاندان كے سوائے كوئي بھى مسلمان نہ پايا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يہا</w:t>
      </w:r>
      <w:r w:rsidR="007D6C9B">
        <w:rPr>
          <w:rtl/>
        </w:rPr>
        <w:t xml:space="preserve">ں </w:t>
      </w:r>
      <w:r>
        <w:rPr>
          <w:rtl/>
        </w:rPr>
        <w:t>تك كہ حضرت لوط كى زوجہ بھى مومنين كى صف سے خارج تھى اس لئے وہ بھى عذاب مي</w:t>
      </w:r>
      <w:r w:rsidR="007D6C9B">
        <w:rPr>
          <w:rtl/>
        </w:rPr>
        <w:t xml:space="preserve">ں </w:t>
      </w:r>
      <w:r>
        <w:rPr>
          <w:rtl/>
        </w:rPr>
        <w:t xml:space="preserve">گرفتار ہوئي _ </w:t>
      </w:r>
    </w:p>
    <w:p w:rsidR="00DE2D7F" w:rsidRDefault="00DE2D7F" w:rsidP="00D07B54">
      <w:pPr>
        <w:pStyle w:val="libNormal"/>
        <w:rPr>
          <w:rtl/>
        </w:rPr>
      </w:pPr>
      <w:r>
        <w:rPr>
          <w:rtl/>
        </w:rPr>
        <w:t>وہ عورت جو خانوادہ نبوت مي</w:t>
      </w:r>
      <w:r w:rsidR="007D6C9B">
        <w:rPr>
          <w:rtl/>
        </w:rPr>
        <w:t xml:space="preserve">ں </w:t>
      </w:r>
      <w:r>
        <w:rPr>
          <w:rtl/>
        </w:rPr>
        <w:t>شامل تھى اسے تو ''مو منين اور مسلمين '' سے جدا نہي</w:t>
      </w:r>
      <w:r w:rsidR="007D6C9B">
        <w:rPr>
          <w:rtl/>
        </w:rPr>
        <w:t xml:space="preserve">ں </w:t>
      </w:r>
      <w:r>
        <w:rPr>
          <w:rtl/>
        </w:rPr>
        <w:t xml:space="preserve">ہونا چاہئے تھا مگر وہ اپنے كفرو شرك اور بت پرستى كى وجہ سے اس صنف سے جدا ہوگئي _ </w:t>
      </w:r>
    </w:p>
    <w:p w:rsidR="00DE2D7F" w:rsidRDefault="00DE2D7F" w:rsidP="00D07B54">
      <w:pPr>
        <w:pStyle w:val="libNormal"/>
        <w:rPr>
          <w:rtl/>
        </w:rPr>
      </w:pPr>
      <w:r>
        <w:rPr>
          <w:rtl/>
        </w:rPr>
        <w:t>اس طرح كلام سے واضح ہوتاہے كہ وہ عورت منحرف العقيدہ تھى كچھ بعيد نہي</w:t>
      </w:r>
      <w:r w:rsidR="007D6C9B">
        <w:rPr>
          <w:rtl/>
        </w:rPr>
        <w:t xml:space="preserve">ں </w:t>
      </w:r>
      <w:r>
        <w:rPr>
          <w:rtl/>
        </w:rPr>
        <w:t>كہ اس مي</w:t>
      </w:r>
      <w:r w:rsidR="007D6C9B">
        <w:rPr>
          <w:rtl/>
        </w:rPr>
        <w:t xml:space="preserve">ں </w:t>
      </w:r>
      <w:r>
        <w:rPr>
          <w:rtl/>
        </w:rPr>
        <w:t>يہ بد عقيدگى اس مشرك معاشرے كے اثر سے پيداہوگئي ہو ا،ور ابتدا مي</w:t>
      </w:r>
      <w:r w:rsidR="007D6C9B">
        <w:rPr>
          <w:rtl/>
        </w:rPr>
        <w:t xml:space="preserve">ں </w:t>
      </w:r>
      <w:r>
        <w:rPr>
          <w:rtl/>
        </w:rPr>
        <w:t>مومن وموحد ہو اس صورت مي</w:t>
      </w:r>
      <w:r w:rsidR="007D6C9B">
        <w:rPr>
          <w:rtl/>
        </w:rPr>
        <w:t xml:space="preserve">ں </w:t>
      </w:r>
      <w:r>
        <w:rPr>
          <w:rtl/>
        </w:rPr>
        <w:t>حضرت لوط پر يہ اعتراض نہي</w:t>
      </w:r>
      <w:r w:rsidR="007D6C9B">
        <w:rPr>
          <w:rtl/>
        </w:rPr>
        <w:t xml:space="preserve">ں </w:t>
      </w:r>
      <w:r>
        <w:rPr>
          <w:rtl/>
        </w:rPr>
        <w:t>ہوتا كہ انھو</w:t>
      </w:r>
      <w:r w:rsidR="007D6C9B">
        <w:rPr>
          <w:rtl/>
        </w:rPr>
        <w:t xml:space="preserve">ں </w:t>
      </w:r>
      <w:r>
        <w:rPr>
          <w:rtl/>
        </w:rPr>
        <w:t>نے ايسى مشركہ سے نكاح ہى كيو</w:t>
      </w:r>
      <w:r w:rsidR="007D6C9B">
        <w:rPr>
          <w:rtl/>
        </w:rPr>
        <w:t xml:space="preserve">ں </w:t>
      </w:r>
      <w:r>
        <w:rPr>
          <w:rtl/>
        </w:rPr>
        <w:t xml:space="preserve">كيا تھا ؟ </w:t>
      </w:r>
    </w:p>
    <w:p w:rsidR="00DE2D7F" w:rsidRDefault="00DE2D7F" w:rsidP="00D07B54">
      <w:pPr>
        <w:pStyle w:val="libNormal"/>
        <w:rPr>
          <w:rtl/>
        </w:rPr>
      </w:pPr>
      <w:r>
        <w:rPr>
          <w:rtl/>
        </w:rPr>
        <w:t>يہ خيال بھى ہوتاہے كہ اگر كچھ اور لوگ حضرت لوط عليہ السلام پر ايمان لائے ہو</w:t>
      </w:r>
      <w:r w:rsidR="007D6C9B">
        <w:rPr>
          <w:rtl/>
        </w:rPr>
        <w:t xml:space="preserve">ں </w:t>
      </w:r>
      <w:r>
        <w:rPr>
          <w:rtl/>
        </w:rPr>
        <w:t>گے تو وہ حتما ًنزول عذاب سے پہلے اس گناہ آلود زمين سے ہجرت كرگئے ہو</w:t>
      </w:r>
      <w:r w:rsidR="007D6C9B">
        <w:rPr>
          <w:rtl/>
        </w:rPr>
        <w:t xml:space="preserve">ں </w:t>
      </w:r>
      <w:r>
        <w:rPr>
          <w:rtl/>
        </w:rPr>
        <w:t xml:space="preserve">گے ،تنہا حضرت لوط عليہ السلام اور ان كے اہل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عنكبوت آيت</w:t>
      </w:r>
      <w:r w:rsidR="00E664BB">
        <w:rPr>
          <w:rtl/>
        </w:rPr>
        <w:t>32</w:t>
      </w:r>
      <w:r>
        <w:rPr>
          <w:rtl/>
        </w:rPr>
        <w:t xml:space="preserve"> </w:t>
      </w:r>
    </w:p>
    <w:p w:rsidR="00DE2D7F" w:rsidRDefault="00DE2D7F" w:rsidP="00D07B54">
      <w:pPr>
        <w:pStyle w:val="libFootnote"/>
        <w:rPr>
          <w:rtl/>
        </w:rPr>
      </w:pPr>
      <w:r>
        <w:rPr>
          <w:rtl/>
        </w:rPr>
        <w:t>(</w:t>
      </w:r>
      <w:r w:rsidR="00E664BB">
        <w:rPr>
          <w:rtl/>
        </w:rPr>
        <w:t>2</w:t>
      </w:r>
      <w:r>
        <w:rPr>
          <w:rtl/>
        </w:rPr>
        <w:t>)سورہ عنكبوت آيت</w:t>
      </w:r>
      <w:r w:rsidR="00E664BB">
        <w:rPr>
          <w:rtl/>
        </w:rPr>
        <w:t>32</w:t>
      </w:r>
      <w:r>
        <w:rPr>
          <w:rtl/>
        </w:rPr>
        <w:t xml:space="preserve"> </w:t>
      </w:r>
    </w:p>
    <w:p w:rsidR="00DE2D7F" w:rsidRDefault="00DE2D7F" w:rsidP="00D07B54">
      <w:pPr>
        <w:pStyle w:val="libFootnote"/>
        <w:rPr>
          <w:rtl/>
        </w:rPr>
      </w:pPr>
      <w:r>
        <w:rPr>
          <w:rtl/>
        </w:rPr>
        <w:t>(</w:t>
      </w:r>
      <w:r w:rsidR="00E664BB">
        <w:rPr>
          <w:rtl/>
        </w:rPr>
        <w:t>3</w:t>
      </w:r>
      <w:r>
        <w:rPr>
          <w:rtl/>
        </w:rPr>
        <w:t>)سورہ ذاريات آيت</w:t>
      </w:r>
      <w:r w:rsidR="00E664BB">
        <w:rPr>
          <w:rtl/>
        </w:rPr>
        <w:t>36</w:t>
      </w:r>
      <w:r>
        <w:rPr>
          <w:rtl/>
        </w:rPr>
        <w:t xml:space="preserve"> </w:t>
      </w:r>
    </w:p>
    <w:p w:rsidR="00FE159B" w:rsidRDefault="00C2634E"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وعيال اس مقام پر اس توقع سے آخرى وقت تك ٹھہرے ہو</w:t>
      </w:r>
      <w:r w:rsidR="007D6C9B">
        <w:rPr>
          <w:rtl/>
        </w:rPr>
        <w:t xml:space="preserve">ں </w:t>
      </w:r>
      <w:r>
        <w:rPr>
          <w:rtl/>
        </w:rPr>
        <w:t>گے كہ ممكن ہے ان كى تبليغ اور ڈرانے كا لوگو</w:t>
      </w:r>
      <w:r w:rsidR="007D6C9B">
        <w:rPr>
          <w:rtl/>
        </w:rPr>
        <w:t xml:space="preserve">ں </w:t>
      </w:r>
      <w:r>
        <w:rPr>
          <w:rtl/>
        </w:rPr>
        <w:t xml:space="preserve">پر اثرہو_ </w:t>
      </w:r>
    </w:p>
    <w:p w:rsidR="00DE2D7F" w:rsidRDefault="00DE2D7F" w:rsidP="00D07B54">
      <w:pPr>
        <w:pStyle w:val="libNormal"/>
        <w:rPr>
          <w:rtl/>
        </w:rPr>
      </w:pPr>
      <w:r>
        <w:rPr>
          <w:rtl/>
        </w:rPr>
        <w:t>يہا</w:t>
      </w:r>
      <w:r w:rsidR="007D6C9B">
        <w:rPr>
          <w:rtl/>
        </w:rPr>
        <w:t xml:space="preserve">ں </w:t>
      </w:r>
      <w:r>
        <w:rPr>
          <w:rtl/>
        </w:rPr>
        <w:t>تك كہ حضرت ابراہيم عليہ السلام سے فرشتو</w:t>
      </w:r>
      <w:r w:rsidR="007D6C9B">
        <w:rPr>
          <w:rtl/>
        </w:rPr>
        <w:t xml:space="preserve">ں </w:t>
      </w:r>
      <w:r>
        <w:rPr>
          <w:rtl/>
        </w:rPr>
        <w:t xml:space="preserve">كى گفتگو ختم ہوگئي اور وہ حضرت لوط عليہ السلام كے علاقے كى طرف روانہ ہوگئے _ </w:t>
      </w:r>
    </w:p>
    <w:p w:rsidR="00DE2D7F" w:rsidRDefault="00DE2D7F" w:rsidP="00D07B54">
      <w:pPr>
        <w:pStyle w:val="libNormal"/>
        <w:rPr>
          <w:rtl/>
        </w:rPr>
      </w:pPr>
    </w:p>
    <w:p w:rsidR="00FE159B" w:rsidRDefault="00DE2D7F" w:rsidP="00D07B54">
      <w:pPr>
        <w:pStyle w:val="Heading2Center"/>
        <w:rPr>
          <w:rtl/>
        </w:rPr>
      </w:pPr>
      <w:bookmarkStart w:id="117" w:name="_Toc7268514"/>
      <w:r>
        <w:rPr>
          <w:rtl/>
        </w:rPr>
        <w:t>حضرت لوط عليہ السلام مہمانو</w:t>
      </w:r>
      <w:r w:rsidR="007D6C9B">
        <w:rPr>
          <w:rtl/>
        </w:rPr>
        <w:t xml:space="preserve">ں </w:t>
      </w:r>
      <w:r>
        <w:rPr>
          <w:rtl/>
        </w:rPr>
        <w:t>كو ديكھ كر پريشان ہوگئے</w:t>
      </w:r>
      <w:bookmarkEnd w:id="117"/>
    </w:p>
    <w:p w:rsidR="00DE2D7F" w:rsidRDefault="00DE2D7F" w:rsidP="00D07B54">
      <w:pPr>
        <w:pStyle w:val="libNormal"/>
        <w:rPr>
          <w:rtl/>
        </w:rPr>
      </w:pPr>
      <w:r>
        <w:rPr>
          <w:rtl/>
        </w:rPr>
        <w:t xml:space="preserve"> قرآن مي</w:t>
      </w:r>
      <w:r w:rsidR="007D6C9B">
        <w:rPr>
          <w:rtl/>
        </w:rPr>
        <w:t xml:space="preserve">ں </w:t>
      </w:r>
      <w:r>
        <w:rPr>
          <w:rtl/>
        </w:rPr>
        <w:t xml:space="preserve">ارشاد ہوتاہے: </w:t>
      </w:r>
    </w:p>
    <w:p w:rsidR="00DE2D7F" w:rsidRDefault="00DE2D7F" w:rsidP="00D07B54">
      <w:pPr>
        <w:pStyle w:val="libNormal"/>
        <w:rPr>
          <w:rtl/>
        </w:rPr>
      </w:pPr>
      <w:r>
        <w:rPr>
          <w:rtl/>
        </w:rPr>
        <w:t>''جب ہمارے رسول،لوط(ع) كے پاس آئے تو وہ ان كے آنے پر بہت ہى ناراحت اور پريشان ہوئے ، ان كى فكر اورروح مضطرب ہوئي اور غم واندوہ نے انہي</w:t>
      </w:r>
      <w:r w:rsidR="007D6C9B">
        <w:rPr>
          <w:rtl/>
        </w:rPr>
        <w:t xml:space="preserve">ں </w:t>
      </w:r>
      <w:r>
        <w:rPr>
          <w:rtl/>
        </w:rPr>
        <w:t>گھيرليا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اسلامى روايات اور تفاسير مي</w:t>
      </w:r>
      <w:r w:rsidR="007D6C9B">
        <w:rPr>
          <w:rtl/>
        </w:rPr>
        <w:t xml:space="preserve">ں </w:t>
      </w:r>
      <w:r>
        <w:rPr>
          <w:rtl/>
        </w:rPr>
        <w:t>آيا ہے كہ حضرت لوط اس وقت اپنے كھيت مي</w:t>
      </w:r>
      <w:r w:rsidR="007D6C9B">
        <w:rPr>
          <w:rtl/>
        </w:rPr>
        <w:t xml:space="preserve">ں </w:t>
      </w:r>
      <w:r>
        <w:rPr>
          <w:rtl/>
        </w:rPr>
        <w:t>كام كررہے تھے، اچانك انہو</w:t>
      </w:r>
      <w:r w:rsidR="007D6C9B">
        <w:rPr>
          <w:rtl/>
        </w:rPr>
        <w:t xml:space="preserve">ں </w:t>
      </w:r>
      <w:r>
        <w:rPr>
          <w:rtl/>
        </w:rPr>
        <w:t>نے خوبصورت نوجوانو</w:t>
      </w:r>
      <w:r w:rsidR="007D6C9B">
        <w:rPr>
          <w:rtl/>
        </w:rPr>
        <w:t xml:space="preserve">ں </w:t>
      </w:r>
      <w:r>
        <w:rPr>
          <w:rtl/>
        </w:rPr>
        <w:t>كو ديكھا جو ان كى طرف آرہے تھے وہ ان كے يہا</w:t>
      </w:r>
      <w:r w:rsidR="007D6C9B">
        <w:rPr>
          <w:rtl/>
        </w:rPr>
        <w:t xml:space="preserve">ں </w:t>
      </w:r>
      <w:r>
        <w:rPr>
          <w:rtl/>
        </w:rPr>
        <w:t>مہمان ہونا چاہتے تھے ،اب حضرت لوط(ع) مہمانو</w:t>
      </w:r>
      <w:r w:rsidR="007D6C9B">
        <w:rPr>
          <w:rtl/>
        </w:rPr>
        <w:t xml:space="preserve">ں </w:t>
      </w:r>
      <w:r>
        <w:rPr>
          <w:rtl/>
        </w:rPr>
        <w:t>كى پذيرائي بھى چاہتے تھے ليكن اس حقيقت كى طرف بھى ان كى توجہ تھى كہ ايسے شہر مي</w:t>
      </w:r>
      <w:r w:rsidR="007D6C9B">
        <w:rPr>
          <w:rtl/>
        </w:rPr>
        <w:t xml:space="preserve">ں </w:t>
      </w:r>
      <w:r>
        <w:rPr>
          <w:rtl/>
        </w:rPr>
        <w:t>جو انحراف جنسى كى آلود گى مي</w:t>
      </w:r>
      <w:r w:rsidR="007D6C9B">
        <w:rPr>
          <w:rtl/>
        </w:rPr>
        <w:t xml:space="preserve">ں </w:t>
      </w:r>
      <w:r>
        <w:rPr>
          <w:rtl/>
        </w:rPr>
        <w:t xml:space="preserve">غرق ہے_ </w:t>
      </w:r>
    </w:p>
    <w:p w:rsidR="00DE2D7F" w:rsidRDefault="00DE2D7F" w:rsidP="00D07B54">
      <w:pPr>
        <w:pStyle w:val="libNormal"/>
        <w:rPr>
          <w:rtl/>
        </w:rPr>
      </w:pPr>
      <w:r>
        <w:rPr>
          <w:rtl/>
        </w:rPr>
        <w:t>ان خوبصورت نوجوانو</w:t>
      </w:r>
      <w:r w:rsidR="007D6C9B">
        <w:rPr>
          <w:rtl/>
        </w:rPr>
        <w:t xml:space="preserve">ں </w:t>
      </w:r>
      <w:r>
        <w:rPr>
          <w:rtl/>
        </w:rPr>
        <w:t>كا آنا طرح طرح كے مسائل كا موجب ہے اور ان كى آبروريزى كا بھى احتمال ہے، اس وجہ سے حضرت لوط سخت مشكل سے دوچار ہوگئے يہ مسائل ،روح فرسا افكار كى صورت مي</w:t>
      </w:r>
      <w:r w:rsidR="007D6C9B">
        <w:rPr>
          <w:rtl/>
        </w:rPr>
        <w:t xml:space="preserve">ں </w:t>
      </w:r>
      <w:r>
        <w:rPr>
          <w:rtl/>
        </w:rPr>
        <w:t>ان كے دماغ مي</w:t>
      </w:r>
      <w:r w:rsidR="007D6C9B">
        <w:rPr>
          <w:rtl/>
        </w:rPr>
        <w:t xml:space="preserve">ں </w:t>
      </w:r>
      <w:r>
        <w:rPr>
          <w:rtl/>
        </w:rPr>
        <w:t>ابھرے اور انہو</w:t>
      </w:r>
      <w:r w:rsidR="007D6C9B">
        <w:rPr>
          <w:rtl/>
        </w:rPr>
        <w:t xml:space="preserve">ں </w:t>
      </w:r>
      <w:r>
        <w:rPr>
          <w:rtl/>
        </w:rPr>
        <w:t>نے آہستہ آہستہ اپنے آپ سے كہنا شروع كيا آج بہت سخت اورو حشتناك دن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بہرحال حضرت لوط عليہ السلام كے پاس اس كے علاوہ كوئي چارہ كار نہ تھا كہ وہ اپنے نووارد مہمانو</w:t>
      </w:r>
      <w:r w:rsidR="007D6C9B">
        <w:rPr>
          <w:rtl/>
        </w:rPr>
        <w:t xml:space="preserve">ں </w:t>
      </w:r>
      <w:r>
        <w:rPr>
          <w:rtl/>
        </w:rPr>
        <w:t>كو اپنے گھرلے جاتے، ليكن اس بناء پر كہ وہ غفلت مي</w:t>
      </w:r>
      <w:r w:rsidR="007D6C9B">
        <w:rPr>
          <w:rtl/>
        </w:rPr>
        <w:t xml:space="preserve">ں </w:t>
      </w:r>
      <w:r>
        <w:rPr>
          <w:rtl/>
        </w:rPr>
        <w:t>نہ رہي</w:t>
      </w:r>
      <w:r w:rsidR="007D6C9B">
        <w:rPr>
          <w:rtl/>
        </w:rPr>
        <w:t xml:space="preserve">ں </w:t>
      </w:r>
      <w:r>
        <w:rPr>
          <w:rtl/>
        </w:rPr>
        <w:t>راستے مي</w:t>
      </w:r>
      <w:r w:rsidR="007D6C9B">
        <w:rPr>
          <w:rtl/>
        </w:rPr>
        <w:t xml:space="preserve">ں </w:t>
      </w:r>
      <w:r>
        <w:rPr>
          <w:rtl/>
        </w:rPr>
        <w:t xml:space="preserve">چند مرتبہ ان كے گوش گزار كرديا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ہودآيت </w:t>
      </w:r>
      <w:r w:rsidR="00E664BB">
        <w:rPr>
          <w:rtl/>
        </w:rPr>
        <w:t>77</w:t>
      </w:r>
      <w:r>
        <w:rPr>
          <w:rtl/>
        </w:rPr>
        <w:t xml:space="preserve"> </w:t>
      </w:r>
    </w:p>
    <w:p w:rsidR="00DE2D7F" w:rsidRDefault="00DE2D7F" w:rsidP="00D07B54">
      <w:pPr>
        <w:pStyle w:val="libFootnote"/>
        <w:rPr>
          <w:rtl/>
        </w:rPr>
      </w:pPr>
      <w:r>
        <w:rPr>
          <w:rtl/>
        </w:rPr>
        <w:t>(</w:t>
      </w:r>
      <w:r w:rsidR="00E664BB">
        <w:rPr>
          <w:rtl/>
        </w:rPr>
        <w:t>2</w:t>
      </w:r>
      <w:r>
        <w:rPr>
          <w:rtl/>
        </w:rPr>
        <w:t xml:space="preserve">) سورہ ہودآيت </w:t>
      </w:r>
      <w:r w:rsidR="00E664BB">
        <w:rPr>
          <w:rtl/>
        </w:rPr>
        <w:t>77</w:t>
      </w:r>
      <w:r>
        <w:rPr>
          <w:rtl/>
        </w:rPr>
        <w:t xml:space="preserve"> </w:t>
      </w:r>
    </w:p>
    <w:p w:rsidR="00FE159B" w:rsidRDefault="00C2634E"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كہ اس شہر مي</w:t>
      </w:r>
      <w:r w:rsidR="007D6C9B">
        <w:rPr>
          <w:rtl/>
        </w:rPr>
        <w:t xml:space="preserve">ں </w:t>
      </w:r>
      <w:r>
        <w:rPr>
          <w:rtl/>
        </w:rPr>
        <w:t>شرير اور منحرف لوگ رہتے ہي</w:t>
      </w:r>
      <w:r w:rsidR="007D6C9B">
        <w:rPr>
          <w:rtl/>
        </w:rPr>
        <w:t xml:space="preserve">ں </w:t>
      </w:r>
      <w:r>
        <w:rPr>
          <w:rtl/>
        </w:rPr>
        <w:t>تاكہ اگر مہمان ان كا مقابلہ نہي</w:t>
      </w:r>
      <w:r w:rsidR="007D6C9B">
        <w:rPr>
          <w:rtl/>
        </w:rPr>
        <w:t xml:space="preserve">ں </w:t>
      </w:r>
      <w:r>
        <w:rPr>
          <w:rtl/>
        </w:rPr>
        <w:t>كرسكتے تو صورت حال كا اندازہ كرلي</w:t>
      </w:r>
      <w:r w:rsidR="007D6C9B">
        <w:rPr>
          <w:rtl/>
        </w:rPr>
        <w:t xml:space="preserve">ں </w:t>
      </w:r>
      <w:r>
        <w:rPr>
          <w:rtl/>
        </w:rPr>
        <w:t xml:space="preserve">_ </w:t>
      </w:r>
    </w:p>
    <w:p w:rsidR="00DE2D7F" w:rsidRDefault="00DE2D7F" w:rsidP="00D07B54">
      <w:pPr>
        <w:pStyle w:val="libNormal"/>
        <w:rPr>
          <w:rtl/>
        </w:rPr>
      </w:pPr>
      <w:r>
        <w:rPr>
          <w:rtl/>
        </w:rPr>
        <w:t>خداوند عالم نے فرشتو</w:t>
      </w:r>
      <w:r w:rsidR="007D6C9B">
        <w:rPr>
          <w:rtl/>
        </w:rPr>
        <w:t xml:space="preserve">ں </w:t>
      </w:r>
      <w:r>
        <w:rPr>
          <w:rtl/>
        </w:rPr>
        <w:t>كو حكم ديا تھا كہ جب تك يہ پيغمبر تين مرتبہ اس قوم كى برائي اور انحراف كى گواہى نہ دے انہي</w:t>
      </w:r>
      <w:r w:rsidR="007D6C9B">
        <w:rPr>
          <w:rtl/>
        </w:rPr>
        <w:t xml:space="preserve">ں </w:t>
      </w:r>
      <w:r>
        <w:rPr>
          <w:rtl/>
        </w:rPr>
        <w:t>عذاب نہ ديا جائے ( يعنى يہا</w:t>
      </w:r>
      <w:r w:rsidR="007D6C9B">
        <w:rPr>
          <w:rtl/>
        </w:rPr>
        <w:t xml:space="preserve">ں </w:t>
      </w:r>
      <w:r>
        <w:rPr>
          <w:rtl/>
        </w:rPr>
        <w:t>تك كہ ايك گنہگار قوم سے متعلق بھى حكم خدا عدالت كے ايك عادلانہ فيصلے كى روشنى مي</w:t>
      </w:r>
      <w:r w:rsidR="007D6C9B">
        <w:rPr>
          <w:rtl/>
        </w:rPr>
        <w:t xml:space="preserve">ں </w:t>
      </w:r>
      <w:r>
        <w:rPr>
          <w:rtl/>
        </w:rPr>
        <w:t>انجام پائے)اور ان رسولو</w:t>
      </w:r>
      <w:r w:rsidR="007D6C9B">
        <w:rPr>
          <w:rtl/>
        </w:rPr>
        <w:t xml:space="preserve">ں </w:t>
      </w:r>
      <w:r>
        <w:rPr>
          <w:rtl/>
        </w:rPr>
        <w:t>نے راستے مي</w:t>
      </w:r>
      <w:r w:rsidR="007D6C9B">
        <w:rPr>
          <w:rtl/>
        </w:rPr>
        <w:t xml:space="preserve">ں </w:t>
      </w:r>
      <w:r>
        <w:rPr>
          <w:rtl/>
        </w:rPr>
        <w:t xml:space="preserve">تين مرتبہ لوط عليہ السلام كى گواہى سن لى _ </w:t>
      </w:r>
    </w:p>
    <w:p w:rsidR="00DE2D7F" w:rsidRDefault="00DE2D7F" w:rsidP="00D07B54">
      <w:pPr>
        <w:pStyle w:val="libNormal"/>
        <w:rPr>
          <w:rtl/>
        </w:rPr>
      </w:pPr>
      <w:r>
        <w:rPr>
          <w:rtl/>
        </w:rPr>
        <w:t>حضرت لوط عليہ السلام نے مہمانو</w:t>
      </w:r>
      <w:r w:rsidR="007D6C9B">
        <w:rPr>
          <w:rtl/>
        </w:rPr>
        <w:t xml:space="preserve">ں </w:t>
      </w:r>
      <w:r>
        <w:rPr>
          <w:rtl/>
        </w:rPr>
        <w:t>كو اتنى دير تك (كھيت مي</w:t>
      </w:r>
      <w:r w:rsidR="007D6C9B">
        <w:rPr>
          <w:rtl/>
        </w:rPr>
        <w:t xml:space="preserve">ں </w:t>
      </w:r>
      <w:r>
        <w:rPr>
          <w:rtl/>
        </w:rPr>
        <w:t>) ٹھہرائے ركھا كہ رات ہوگئي تاكہ شايد اس طرح اس شرير اور آلودہ قوم كى آنكھ سے بچ كر حفظ آبرو كے ساتھ ان كى پذيرائي كر سكي</w:t>
      </w:r>
      <w:r w:rsidR="007D6C9B">
        <w:rPr>
          <w:rtl/>
        </w:rPr>
        <w:t xml:space="preserve">ں </w:t>
      </w:r>
      <w:r>
        <w:rPr>
          <w:rtl/>
        </w:rPr>
        <w:t>ليكن جب انسان كا دشمن خود اس كے گھر كے اندر موجود ہوتو پھر كيا كيا جاسكتا ہے حضرت لوط عليہ السلام كى بيوى كو جوايك بے ايمان عورت تھى اور اس گنہگار قوم كى مدد كرتى تھى جب اسے ان نوجوانو</w:t>
      </w:r>
      <w:r w:rsidR="007D6C9B">
        <w:rPr>
          <w:rtl/>
        </w:rPr>
        <w:t xml:space="preserve">ں </w:t>
      </w:r>
      <w:r>
        <w:rPr>
          <w:rtl/>
        </w:rPr>
        <w:t>اور خوبصورت مہمانو</w:t>
      </w:r>
      <w:r w:rsidR="007D6C9B">
        <w:rPr>
          <w:rtl/>
        </w:rPr>
        <w:t xml:space="preserve">ں </w:t>
      </w:r>
      <w:r>
        <w:rPr>
          <w:rtl/>
        </w:rPr>
        <w:t>كے آنے كى خبر ہوئي تو چھت پر چڑھ گئي پہلے اس نے تالى بجائي پھر آگ روشن كركے اس كے دھوئي</w:t>
      </w:r>
      <w:r w:rsidR="007D6C9B">
        <w:rPr>
          <w:rtl/>
        </w:rPr>
        <w:t xml:space="preserve">ں </w:t>
      </w:r>
      <w:r>
        <w:rPr>
          <w:rtl/>
        </w:rPr>
        <w:t>كے ذريعے اس نے منحرف قوم كے بعض لوگو</w:t>
      </w:r>
      <w:r w:rsidR="007D6C9B">
        <w:rPr>
          <w:rtl/>
        </w:rPr>
        <w:t xml:space="preserve">ں </w:t>
      </w:r>
      <w:r>
        <w:rPr>
          <w:rtl/>
        </w:rPr>
        <w:t>كو آگاہ كيا كہ لقمہ تر جال مي</w:t>
      </w:r>
      <w:r w:rsidR="007D6C9B">
        <w:rPr>
          <w:rtl/>
        </w:rPr>
        <w:t xml:space="preserve">ں </w:t>
      </w:r>
      <w:r>
        <w:rPr>
          <w:rtl/>
        </w:rPr>
        <w:t xml:space="preserve">پھنس چكا ہے _ </w:t>
      </w:r>
    </w:p>
    <w:p w:rsidR="00DE2D7F" w:rsidRDefault="00DE2D7F" w:rsidP="00D07B54">
      <w:pPr>
        <w:pStyle w:val="libNormal"/>
        <w:rPr>
          <w:rtl/>
        </w:rPr>
      </w:pPr>
    </w:p>
    <w:p w:rsidR="00FE159B" w:rsidRDefault="00DE2D7F" w:rsidP="00D07B54">
      <w:pPr>
        <w:pStyle w:val="Heading2Center"/>
        <w:rPr>
          <w:rtl/>
        </w:rPr>
      </w:pPr>
      <w:bookmarkStart w:id="118" w:name="_Toc7268515"/>
      <w:r>
        <w:rPr>
          <w:rtl/>
        </w:rPr>
        <w:t>قوم لوط(ع) آپ كے گھر مي</w:t>
      </w:r>
      <w:r w:rsidR="007D6C9B">
        <w:rPr>
          <w:rtl/>
        </w:rPr>
        <w:t xml:space="preserve">ں </w:t>
      </w:r>
      <w:r>
        <w:rPr>
          <w:rtl/>
        </w:rPr>
        <w:t>داخل ہوگئي</w:t>
      </w:r>
      <w:bookmarkEnd w:id="118"/>
      <w:r>
        <w:rPr>
          <w:rtl/>
        </w:rPr>
        <w:t xml:space="preserve"> </w:t>
      </w:r>
    </w:p>
    <w:p w:rsidR="00DE2D7F" w:rsidRDefault="00DE2D7F" w:rsidP="00D07B54">
      <w:pPr>
        <w:pStyle w:val="libNormal"/>
        <w:rPr>
          <w:rtl/>
        </w:rPr>
      </w:pPr>
      <w:r>
        <w:rPr>
          <w:rtl/>
        </w:rPr>
        <w:t>شہروالو</w:t>
      </w:r>
      <w:r w:rsidR="007D6C9B">
        <w:rPr>
          <w:rtl/>
        </w:rPr>
        <w:t xml:space="preserve">ں </w:t>
      </w:r>
      <w:r>
        <w:rPr>
          <w:rtl/>
        </w:rPr>
        <w:t>كو جب لوط عليہ السلام كے پاس آنے والے نئے مہمانو</w:t>
      </w:r>
      <w:r w:rsidR="007D6C9B">
        <w:rPr>
          <w:rtl/>
        </w:rPr>
        <w:t xml:space="preserve">ں </w:t>
      </w:r>
      <w:r>
        <w:rPr>
          <w:rtl/>
        </w:rPr>
        <w:t>كا پتہ چلاتو وہ ان كے گھر كى طرف چل پڑے، راستے مي</w:t>
      </w:r>
      <w:r w:rsidR="007D6C9B">
        <w:rPr>
          <w:rtl/>
        </w:rPr>
        <w:t xml:space="preserve">ں </w:t>
      </w:r>
      <w:r>
        <w:rPr>
          <w:rtl/>
        </w:rPr>
        <w:t>وہ ايك دوسرے كو خوشخبرى ديتے تھے_ گمراہى كى شرمناك وادى مي</w:t>
      </w:r>
      <w:r w:rsidR="007D6C9B">
        <w:rPr>
          <w:rtl/>
        </w:rPr>
        <w:t xml:space="preserve">ں </w:t>
      </w:r>
      <w:r>
        <w:rPr>
          <w:rtl/>
        </w:rPr>
        <w:t>بھٹكنے والے ان افراد كا خيال تھا كہ گويا نرمال ان كے ہاتھ آگيا ہے خوبصورت اور خوش رنگ نوجوان اور وہ بھى لوط كے گھر مي</w:t>
      </w:r>
      <w:r w:rsidR="007D6C9B">
        <w:rPr>
          <w:rtl/>
        </w:rPr>
        <w:t xml:space="preserve">ں </w:t>
      </w:r>
      <w:r>
        <w:rPr>
          <w:rtl/>
        </w:rPr>
        <w:t xml:space="preserve">_ </w:t>
      </w:r>
    </w:p>
    <w:p w:rsidR="00DE2D7F" w:rsidRDefault="00DE2D7F" w:rsidP="00D07B54">
      <w:pPr>
        <w:pStyle w:val="libNormal"/>
        <w:rPr>
          <w:rtl/>
        </w:rPr>
      </w:pPr>
      <w:r>
        <w:rPr>
          <w:rtl/>
        </w:rPr>
        <w:t>قرآن مي</w:t>
      </w:r>
      <w:r w:rsidR="007D6C9B">
        <w:rPr>
          <w:rtl/>
        </w:rPr>
        <w:t xml:space="preserve">ں </w:t>
      </w:r>
      <w:r>
        <w:rPr>
          <w:rtl/>
        </w:rPr>
        <w:t>اس جگہ اہل مدينہ استعمال ہوا ہے اوريہ كى تعبير نشاندہى كرتى ہے كہ كم از كم شہر كے بہت سے لوگ ٹوليو</w:t>
      </w:r>
      <w:r w:rsidR="007D6C9B">
        <w:rPr>
          <w:rtl/>
        </w:rPr>
        <w:t xml:space="preserve">ں </w:t>
      </w:r>
      <w:r>
        <w:rPr>
          <w:rtl/>
        </w:rPr>
        <w:t>مي</w:t>
      </w:r>
      <w:r w:rsidR="007D6C9B">
        <w:rPr>
          <w:rtl/>
        </w:rPr>
        <w:t xml:space="preserve">ں </w:t>
      </w:r>
      <w:r>
        <w:rPr>
          <w:rtl/>
        </w:rPr>
        <w:t xml:space="preserve">حضرت لوط عليہ السلام كے گھر كى طرف چل پڑے ،اس سے يہ امر واضح ہوتا ہے كہ وہ كس حدتك بے شرم ، ذليل اور جسور تھے خصوصا لفظ ''يستبشرون ''(ايك دوسرے كو بشارت ديتے تھے )ان كى </w:t>
      </w:r>
    </w:p>
    <w:p w:rsidR="00FE159B" w:rsidRDefault="001648F9"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آلودگى كى گہرائي كى حكايت كرتا ہے كيونكہ يہ ايك ايسا شرمناك عمل ہے كہ شايد كسى نے اس كى نظيرجانورو</w:t>
      </w:r>
      <w:r w:rsidR="007D6C9B">
        <w:rPr>
          <w:rtl/>
        </w:rPr>
        <w:t xml:space="preserve">ں </w:t>
      </w:r>
      <w:r>
        <w:rPr>
          <w:rtl/>
        </w:rPr>
        <w:t>مي</w:t>
      </w:r>
      <w:r w:rsidR="007D6C9B">
        <w:rPr>
          <w:rtl/>
        </w:rPr>
        <w:t xml:space="preserve">ں </w:t>
      </w:r>
      <w:r>
        <w:rPr>
          <w:rtl/>
        </w:rPr>
        <w:t xml:space="preserve">بھى بہت ہى كم ديكھى ہوگى اور يہ عمل اگر كوئي انجام ديتا بھى ہے تو كم از كم چھپ چھپا كراور احساس شرمندگى كے ساتھ ايسا كرتا ہے ليكن يہ بدكاراور كمينہ صفت قوم كھلم كھلا ايك دوسرے كو مباركباد ديتى تھي_ </w:t>
      </w:r>
    </w:p>
    <w:p w:rsidR="00DE2D7F" w:rsidRDefault="00DE2D7F" w:rsidP="00D07B54">
      <w:pPr>
        <w:pStyle w:val="libNormal"/>
        <w:rPr>
          <w:rtl/>
        </w:rPr>
      </w:pPr>
      <w:r>
        <w:rPr>
          <w:rtl/>
        </w:rPr>
        <w:t>حضرت لوط عليہ السلام نے جب ان كا شوروغل سنا تو بہت گھبرائے اورمضطرب ہوئے انھي</w:t>
      </w:r>
      <w:r w:rsidR="007D6C9B">
        <w:rPr>
          <w:rtl/>
        </w:rPr>
        <w:t xml:space="preserve">ں </w:t>
      </w:r>
      <w:r>
        <w:rPr>
          <w:rtl/>
        </w:rPr>
        <w:t>اپنے مہمانو</w:t>
      </w:r>
      <w:r w:rsidR="007D6C9B">
        <w:rPr>
          <w:rtl/>
        </w:rPr>
        <w:t xml:space="preserve">ں </w:t>
      </w:r>
      <w:r>
        <w:rPr>
          <w:rtl/>
        </w:rPr>
        <w:t>كے بارے مي</w:t>
      </w:r>
      <w:r w:rsidR="007D6C9B">
        <w:rPr>
          <w:rtl/>
        </w:rPr>
        <w:t xml:space="preserve">ں </w:t>
      </w:r>
      <w:r>
        <w:rPr>
          <w:rtl/>
        </w:rPr>
        <w:t>بہت خوف ہوا كيونكہ ابھى تك وہ نہي</w:t>
      </w:r>
      <w:r w:rsidR="007D6C9B">
        <w:rPr>
          <w:rtl/>
        </w:rPr>
        <w:t xml:space="preserve">ں </w:t>
      </w:r>
      <w:r>
        <w:rPr>
          <w:rtl/>
        </w:rPr>
        <w:t>جانتے تھے كہ يہ مہمان مامورين عذاب ہي</w:t>
      </w:r>
      <w:r w:rsidR="007D6C9B">
        <w:rPr>
          <w:rtl/>
        </w:rPr>
        <w:t xml:space="preserve">ں </w:t>
      </w:r>
      <w:r>
        <w:rPr>
          <w:rtl/>
        </w:rPr>
        <w:t>اور قادر وقاہر خدا كے فرشتے ہي</w:t>
      </w:r>
      <w:r w:rsidR="007D6C9B">
        <w:rPr>
          <w:rtl/>
        </w:rPr>
        <w:t xml:space="preserve">ں </w:t>
      </w:r>
      <w:r>
        <w:rPr>
          <w:rtl/>
        </w:rPr>
        <w:t>لہذا وہ ان كے سامنے كھڑے ہوگئے اور كہنے لگے :يہ ميرے مہمان ہي</w:t>
      </w:r>
      <w:r w:rsidR="007D6C9B">
        <w:rPr>
          <w:rtl/>
        </w:rPr>
        <w:t xml:space="preserve">ں </w:t>
      </w:r>
      <w:r>
        <w:rPr>
          <w:rtl/>
        </w:rPr>
        <w:t>، ميرى آبرونہ گنوائو_''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يعنى اگر تم خدا ، پيغمبر اور جزاء وسزا كے مسئلہ سے صرف نظر كرلو تو بھى كم از كم يہ انسانى مسئلہ ہے اور يہ بات تو سب انسانو</w:t>
      </w:r>
      <w:r w:rsidR="007D6C9B">
        <w:rPr>
          <w:rtl/>
        </w:rPr>
        <w:t xml:space="preserve">ں </w:t>
      </w:r>
      <w:r>
        <w:rPr>
          <w:rtl/>
        </w:rPr>
        <w:t>مي</w:t>
      </w:r>
      <w:r w:rsidR="007D6C9B">
        <w:rPr>
          <w:rtl/>
        </w:rPr>
        <w:t xml:space="preserve">ں </w:t>
      </w:r>
      <w:r>
        <w:rPr>
          <w:rtl/>
        </w:rPr>
        <w:t>چاہے مومن ہو</w:t>
      </w:r>
      <w:r w:rsidR="007D6C9B">
        <w:rPr>
          <w:rtl/>
        </w:rPr>
        <w:t xml:space="preserve">ں </w:t>
      </w:r>
      <w:r>
        <w:rPr>
          <w:rtl/>
        </w:rPr>
        <w:t>يا كافر ، موجود ہے كہ وہ مہمانو</w:t>
      </w:r>
      <w:r w:rsidR="007D6C9B">
        <w:rPr>
          <w:rtl/>
        </w:rPr>
        <w:t xml:space="preserve">ں </w:t>
      </w:r>
      <w:r>
        <w:rPr>
          <w:rtl/>
        </w:rPr>
        <w:t>كا احترام كرتے ہي</w:t>
      </w:r>
      <w:r w:rsidR="007D6C9B">
        <w:rPr>
          <w:rtl/>
        </w:rPr>
        <w:t xml:space="preserve">ں </w:t>
      </w:r>
      <w:r>
        <w:rPr>
          <w:rtl/>
        </w:rPr>
        <w:t>تم كيسے انسان ہو كہ اتنى سى بات بھى نہي</w:t>
      </w:r>
      <w:r w:rsidR="007D6C9B">
        <w:rPr>
          <w:rtl/>
        </w:rPr>
        <w:t xml:space="preserve">ں </w:t>
      </w:r>
      <w:r>
        <w:rPr>
          <w:rtl/>
        </w:rPr>
        <w:t>مانتے ہو اگر تمہارا كوئي دين نہي</w:t>
      </w:r>
      <w:r w:rsidR="007D6C9B">
        <w:rPr>
          <w:rtl/>
        </w:rPr>
        <w:t xml:space="preserve">ں </w:t>
      </w:r>
      <w:r>
        <w:rPr>
          <w:rtl/>
        </w:rPr>
        <w:t>تو كم ازكم آزاد انسان تو بنو _اس كے بعد آپ نے مزيد كہا : آئو خدا سے ڈرو اور مجھے ميرے مہمانو</w:t>
      </w:r>
      <w:r w:rsidR="007D6C9B">
        <w:rPr>
          <w:rtl/>
        </w:rPr>
        <w:t xml:space="preserve">ں </w:t>
      </w:r>
      <w:r>
        <w:rPr>
          <w:rtl/>
        </w:rPr>
        <w:t>كے سامنے شرمسار نہ كرو_''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ليكن ،وہ بہت جسوراورمنہ پھٹ تھے بجائے اس كے كہ و ہ شرمندہ ہوتے كہ انہو</w:t>
      </w:r>
      <w:r w:rsidR="007D6C9B">
        <w:rPr>
          <w:rtl/>
        </w:rPr>
        <w:t xml:space="preserve">ں </w:t>
      </w:r>
      <w:r>
        <w:rPr>
          <w:rtl/>
        </w:rPr>
        <w:t>نے اللہ كے پيغمبر حضرت لوط عليہ السلام سے كے سا مطالبہ كيا ہے الٹا اس طرح سے پيش آئے جيسے لوط عليہ السلام سے كوئي جرم سرزد ہوا ہے انھو</w:t>
      </w:r>
      <w:r w:rsidR="007D6C9B">
        <w:rPr>
          <w:rtl/>
        </w:rPr>
        <w:t xml:space="preserve">ں </w:t>
      </w:r>
      <w:r>
        <w:rPr>
          <w:rtl/>
        </w:rPr>
        <w:t>نے زبان اعتراض دراز كى اور كہنے لگے : '' كيا ہم نے تجھ سے نہ كہا تھا كہ دنيا والو</w:t>
      </w:r>
      <w:r w:rsidR="007D6C9B">
        <w:rPr>
          <w:rtl/>
        </w:rPr>
        <w:t xml:space="preserve">ں </w:t>
      </w:r>
      <w:r>
        <w:rPr>
          <w:rtl/>
        </w:rPr>
        <w:t>كو اپنے يہا</w:t>
      </w:r>
      <w:r w:rsidR="007D6C9B">
        <w:rPr>
          <w:rtl/>
        </w:rPr>
        <w:t xml:space="preserve">ں </w:t>
      </w:r>
      <w:r>
        <w:rPr>
          <w:rtl/>
        </w:rPr>
        <w:t>مہمان نہ ٹھہرانا اور كسى كو اپنے يہا</w:t>
      </w:r>
      <w:r w:rsidR="007D6C9B">
        <w:rPr>
          <w:rtl/>
        </w:rPr>
        <w:t xml:space="preserve">ں </w:t>
      </w:r>
      <w:r>
        <w:rPr>
          <w:rtl/>
        </w:rPr>
        <w:t>نہ آئے دينا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تم نے اس كى خلاف ورزى كيو</w:t>
      </w:r>
      <w:r w:rsidR="007D6C9B">
        <w:rPr>
          <w:rtl/>
        </w:rPr>
        <w:t xml:space="preserve">ں </w:t>
      </w:r>
      <w:r>
        <w:rPr>
          <w:rtl/>
        </w:rPr>
        <w:t>كى اور ہمارے كہنے پر عمل كيو</w:t>
      </w:r>
      <w:r w:rsidR="007D6C9B">
        <w:rPr>
          <w:rtl/>
        </w:rPr>
        <w:t xml:space="preserve">ں </w:t>
      </w:r>
      <w:r>
        <w:rPr>
          <w:rtl/>
        </w:rPr>
        <w:t xml:space="preserve">نہ كيا _ </w:t>
      </w:r>
    </w:p>
    <w:p w:rsidR="00DE2D7F" w:rsidRDefault="00DE2D7F" w:rsidP="00D07B54">
      <w:pPr>
        <w:pStyle w:val="libNormal"/>
        <w:rPr>
          <w:rtl/>
        </w:rPr>
      </w:pPr>
      <w:r>
        <w:rPr>
          <w:rtl/>
        </w:rPr>
        <w:t>يہ اس بناء پر تھا كہ يہ قوم انتہائي كم ظرف اور كنجوس تھى يہ لوگ ہرگز كسى كو اپنے يہا</w:t>
      </w:r>
      <w:r w:rsidR="007D6C9B">
        <w:rPr>
          <w:rtl/>
        </w:rPr>
        <w:t xml:space="preserve">ں </w:t>
      </w:r>
      <w:r>
        <w:rPr>
          <w:rtl/>
        </w:rPr>
        <w:t>مہمان نہي</w:t>
      </w:r>
      <w:r w:rsidR="007D6C9B">
        <w:rPr>
          <w:rtl/>
        </w:rPr>
        <w:t xml:space="preserve">ں </w:t>
      </w:r>
      <w:r>
        <w:rPr>
          <w:rtl/>
        </w:rPr>
        <w:t>ٹھہراتے تھے اور اتفاق سے ان كے شہرقافلو</w:t>
      </w:r>
      <w:r w:rsidR="007D6C9B">
        <w:rPr>
          <w:rtl/>
        </w:rPr>
        <w:t xml:space="preserve">ں </w:t>
      </w:r>
      <w:r>
        <w:rPr>
          <w:rtl/>
        </w:rPr>
        <w:t>كے راستے مي</w:t>
      </w:r>
      <w:r w:rsidR="007D6C9B">
        <w:rPr>
          <w:rtl/>
        </w:rPr>
        <w:t xml:space="preserve">ں </w:t>
      </w:r>
      <w:r>
        <w:rPr>
          <w:rtl/>
        </w:rPr>
        <w:t>پڑتے تھے كہتے ہي</w:t>
      </w:r>
      <w:r w:rsidR="007D6C9B">
        <w:rPr>
          <w:rtl/>
        </w:rPr>
        <w:t xml:space="preserve">ں </w:t>
      </w:r>
      <w:r>
        <w:rPr>
          <w:rtl/>
        </w:rPr>
        <w:t>كہ انھو</w:t>
      </w:r>
      <w:r w:rsidR="007D6C9B">
        <w:rPr>
          <w:rtl/>
        </w:rPr>
        <w:t xml:space="preserve">ں </w:t>
      </w:r>
      <w:r>
        <w:rPr>
          <w:rtl/>
        </w:rPr>
        <w:t xml:space="preserve">نے يہ كام بعض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حجر آيت </w:t>
      </w:r>
      <w:r w:rsidR="00E664BB">
        <w:rPr>
          <w:rtl/>
        </w:rPr>
        <w:t>68</w:t>
      </w:r>
      <w:r>
        <w:rPr>
          <w:rtl/>
        </w:rPr>
        <w:t xml:space="preserve"> </w:t>
      </w:r>
    </w:p>
    <w:p w:rsidR="00DE2D7F" w:rsidRDefault="00DE2D7F" w:rsidP="00D07B54">
      <w:pPr>
        <w:pStyle w:val="libFootnote"/>
        <w:rPr>
          <w:rtl/>
        </w:rPr>
      </w:pPr>
      <w:r>
        <w:rPr>
          <w:rtl/>
        </w:rPr>
        <w:t>(</w:t>
      </w:r>
      <w:r w:rsidR="00E664BB">
        <w:rPr>
          <w:rtl/>
        </w:rPr>
        <w:t>2</w:t>
      </w:r>
      <w:r>
        <w:rPr>
          <w:rtl/>
        </w:rPr>
        <w:t xml:space="preserve">)سورہ حجرآيت </w:t>
      </w:r>
      <w:r w:rsidR="00E664BB">
        <w:rPr>
          <w:rtl/>
        </w:rPr>
        <w:t>6</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 xml:space="preserve">)سورہ حجر آيت </w:t>
      </w:r>
      <w:r w:rsidR="00E664BB">
        <w:rPr>
          <w:rtl/>
        </w:rPr>
        <w:t>70</w:t>
      </w:r>
      <w:r>
        <w:rPr>
          <w:rtl/>
        </w:rPr>
        <w:t xml:space="preserve"> </w:t>
      </w:r>
    </w:p>
    <w:p w:rsidR="00FE159B" w:rsidRDefault="001648F9" w:rsidP="00D07B54">
      <w:pPr>
        <w:pStyle w:val="libNormal"/>
        <w:rPr>
          <w:rtl/>
        </w:rPr>
      </w:pPr>
      <w:r>
        <w:rPr>
          <w:rtl/>
        </w:rPr>
        <w:t xml:space="preserve"> </w:t>
      </w:r>
      <w:r>
        <w:rPr>
          <w:rtl/>
        </w:rPr>
        <w:br w:type="page"/>
      </w:r>
    </w:p>
    <w:p w:rsidR="00FE159B" w:rsidRDefault="00FE159B" w:rsidP="00D07B54">
      <w:pPr>
        <w:pStyle w:val="libNormal"/>
        <w:rPr>
          <w:rtl/>
        </w:rPr>
      </w:pPr>
    </w:p>
    <w:p w:rsidR="00DE2D7F" w:rsidRDefault="00DE2D7F" w:rsidP="00D07B54">
      <w:pPr>
        <w:pStyle w:val="libNormal"/>
        <w:rPr>
          <w:rtl/>
        </w:rPr>
      </w:pPr>
      <w:r>
        <w:rPr>
          <w:rtl/>
        </w:rPr>
        <w:t>آنے والو</w:t>
      </w:r>
      <w:r w:rsidR="007D6C9B">
        <w:rPr>
          <w:rtl/>
        </w:rPr>
        <w:t xml:space="preserve">ں </w:t>
      </w:r>
      <w:r>
        <w:rPr>
          <w:rtl/>
        </w:rPr>
        <w:t>كے ساتھ اس لئے كيا كوئي ان كے يہا</w:t>
      </w:r>
      <w:r w:rsidR="007D6C9B">
        <w:rPr>
          <w:rtl/>
        </w:rPr>
        <w:t xml:space="preserve">ں </w:t>
      </w:r>
      <w:r>
        <w:rPr>
          <w:rtl/>
        </w:rPr>
        <w:t>ٹھہرے نہ ،آہستہ آہستہ ان كى عادت بن گئي لہذا جب حضرت لوط عليہ السلام كو شہر مي</w:t>
      </w:r>
      <w:r w:rsidR="007D6C9B">
        <w:rPr>
          <w:rtl/>
        </w:rPr>
        <w:t xml:space="preserve">ں </w:t>
      </w:r>
      <w:r>
        <w:rPr>
          <w:rtl/>
        </w:rPr>
        <w:t>كسى مسافر كے آنے كى خبر ہوتى تو اسے اپنے گھر مي</w:t>
      </w:r>
      <w:r w:rsidR="007D6C9B">
        <w:rPr>
          <w:rtl/>
        </w:rPr>
        <w:t xml:space="preserve">ں </w:t>
      </w:r>
      <w:r>
        <w:rPr>
          <w:rtl/>
        </w:rPr>
        <w:t>دعوت ديتے تاكہ وہ كہي</w:t>
      </w:r>
      <w:r w:rsidR="007D6C9B">
        <w:rPr>
          <w:rtl/>
        </w:rPr>
        <w:t xml:space="preserve">ں </w:t>
      </w:r>
      <w:r>
        <w:rPr>
          <w:rtl/>
        </w:rPr>
        <w:t>ان كے چنگل مي</w:t>
      </w:r>
      <w:r w:rsidR="007D6C9B">
        <w:rPr>
          <w:rtl/>
        </w:rPr>
        <w:t xml:space="preserve">ں </w:t>
      </w:r>
      <w:r>
        <w:rPr>
          <w:rtl/>
        </w:rPr>
        <w:t>نہ پھنس جائے ان لوگو</w:t>
      </w:r>
      <w:r w:rsidR="007D6C9B">
        <w:rPr>
          <w:rtl/>
        </w:rPr>
        <w:t xml:space="preserve">ں </w:t>
      </w:r>
      <w:r>
        <w:rPr>
          <w:rtl/>
        </w:rPr>
        <w:t>كو جب اس كا پتہ چلاتو بہت سيخ پاہوئے اور حضرت لوط عليہ السلام سے كھل كر كہنے لگے كہ تمھي</w:t>
      </w:r>
      <w:r w:rsidR="007D6C9B">
        <w:rPr>
          <w:rtl/>
        </w:rPr>
        <w:t xml:space="preserve">ں </w:t>
      </w:r>
      <w:r>
        <w:rPr>
          <w:rtl/>
        </w:rPr>
        <w:t>كوئي حق نہي</w:t>
      </w:r>
      <w:r w:rsidR="007D6C9B">
        <w:rPr>
          <w:rtl/>
        </w:rPr>
        <w:t xml:space="preserve">ں </w:t>
      </w:r>
      <w:r>
        <w:rPr>
          <w:rtl/>
        </w:rPr>
        <w:t xml:space="preserve">پہنچتا كہ اب تم كسى مہمان كو اپنے گھرلے جائو _ </w:t>
      </w:r>
    </w:p>
    <w:p w:rsidR="00DE2D7F" w:rsidRDefault="00DE2D7F" w:rsidP="00D07B54">
      <w:pPr>
        <w:pStyle w:val="libNormal"/>
        <w:rPr>
          <w:rtl/>
        </w:rPr>
      </w:pPr>
    </w:p>
    <w:p w:rsidR="00FE159B" w:rsidRDefault="00DE2D7F" w:rsidP="00D07B54">
      <w:pPr>
        <w:pStyle w:val="Heading2Center"/>
        <w:rPr>
          <w:rtl/>
        </w:rPr>
      </w:pPr>
      <w:bookmarkStart w:id="119" w:name="_Toc7268516"/>
      <w:r>
        <w:rPr>
          <w:rtl/>
        </w:rPr>
        <w:t>اے كاش مي</w:t>
      </w:r>
      <w:r w:rsidR="007D6C9B">
        <w:rPr>
          <w:rtl/>
        </w:rPr>
        <w:t xml:space="preserve">ں </w:t>
      </w:r>
      <w:r>
        <w:rPr>
          <w:rtl/>
        </w:rPr>
        <w:t>تم سے مقابلہ كرسكتا</w:t>
      </w:r>
      <w:bookmarkEnd w:id="119"/>
      <w:r>
        <w:rPr>
          <w:rtl/>
        </w:rPr>
        <w:t xml:space="preserve"> </w:t>
      </w:r>
    </w:p>
    <w:p w:rsidR="00DE2D7F" w:rsidRDefault="00DE2D7F" w:rsidP="00D07B54">
      <w:pPr>
        <w:pStyle w:val="libNormal"/>
        <w:rPr>
          <w:rtl/>
        </w:rPr>
      </w:pPr>
      <w:r>
        <w:rPr>
          <w:rtl/>
        </w:rPr>
        <w:t>بہر حال جب حضرت لوط عليہ السلام نے ان كى يہ جسارت اور كمينہ پن ديكھى تو انھو</w:t>
      </w:r>
      <w:r w:rsidR="007D6C9B">
        <w:rPr>
          <w:rtl/>
        </w:rPr>
        <w:t xml:space="preserve">ں </w:t>
      </w:r>
      <w:r>
        <w:rPr>
          <w:rtl/>
        </w:rPr>
        <w:t>نے ايك طريقہ اختيار كيا تاكہ انھي</w:t>
      </w:r>
      <w:r w:rsidR="007D6C9B">
        <w:rPr>
          <w:rtl/>
        </w:rPr>
        <w:t xml:space="preserve">ں </w:t>
      </w:r>
      <w:r>
        <w:rPr>
          <w:rtl/>
        </w:rPr>
        <w:t>خواب غفلت اور انحراف وبے حيائي كى مستى سے بيدار كرسكي</w:t>
      </w:r>
      <w:r w:rsidR="007D6C9B">
        <w:rPr>
          <w:rtl/>
        </w:rPr>
        <w:t xml:space="preserve">ں </w:t>
      </w:r>
      <w:r>
        <w:rPr>
          <w:rtl/>
        </w:rPr>
        <w:t>_ آپ نے كہا : تم كيو</w:t>
      </w:r>
      <w:r w:rsidR="007D6C9B">
        <w:rPr>
          <w:rtl/>
        </w:rPr>
        <w:t xml:space="preserve">ں </w:t>
      </w:r>
      <w:r>
        <w:rPr>
          <w:rtl/>
        </w:rPr>
        <w:t>انحراف كے راستے پر چلتے ہو اگر تمہارا مقصد جنسى تقاضو</w:t>
      </w:r>
      <w:r w:rsidR="007D6C9B">
        <w:rPr>
          <w:rtl/>
        </w:rPr>
        <w:t xml:space="preserve">ں </w:t>
      </w:r>
      <w:r>
        <w:rPr>
          <w:rtl/>
        </w:rPr>
        <w:t>كو پورا كرنا ہے تو جائز اور صحيح طريقے سے شادى كركے انھي</w:t>
      </w:r>
      <w:r w:rsidR="007D6C9B">
        <w:rPr>
          <w:rtl/>
        </w:rPr>
        <w:t xml:space="preserve">ں </w:t>
      </w:r>
      <w:r>
        <w:rPr>
          <w:rtl/>
        </w:rPr>
        <w:t>پورا كيو</w:t>
      </w:r>
      <w:r w:rsidR="007D6C9B">
        <w:rPr>
          <w:rtl/>
        </w:rPr>
        <w:t xml:space="preserve">ں </w:t>
      </w:r>
      <w:r>
        <w:rPr>
          <w:rtl/>
        </w:rPr>
        <w:t>نہي</w:t>
      </w:r>
      <w:r w:rsidR="007D6C9B">
        <w:rPr>
          <w:rtl/>
        </w:rPr>
        <w:t xml:space="preserve">ں </w:t>
      </w:r>
      <w:r>
        <w:rPr>
          <w:rtl/>
        </w:rPr>
        <w:t>كرتے ، ،يہ ميرى بيٹيا</w:t>
      </w:r>
      <w:r w:rsidR="007D6C9B">
        <w:rPr>
          <w:rtl/>
        </w:rPr>
        <w:t xml:space="preserve">ں </w:t>
      </w:r>
      <w:r>
        <w:rPr>
          <w:rtl/>
        </w:rPr>
        <w:t>ہي</w:t>
      </w:r>
      <w:r w:rsidR="007D6C9B">
        <w:rPr>
          <w:rtl/>
        </w:rPr>
        <w:t xml:space="preserve">ں </w:t>
      </w:r>
      <w:r>
        <w:rPr>
          <w:rtl/>
        </w:rPr>
        <w:t>(تيار ہو</w:t>
      </w:r>
      <w:r w:rsidR="007D6C9B">
        <w:rPr>
          <w:rtl/>
        </w:rPr>
        <w:t xml:space="preserve">ں </w:t>
      </w:r>
      <w:r>
        <w:rPr>
          <w:rtl/>
        </w:rPr>
        <w:t>كہ انھي</w:t>
      </w:r>
      <w:r w:rsidR="007D6C9B">
        <w:rPr>
          <w:rtl/>
        </w:rPr>
        <w:t xml:space="preserve">ں </w:t>
      </w:r>
      <w:r>
        <w:rPr>
          <w:rtl/>
        </w:rPr>
        <w:t>تمہارى زوجيت مي</w:t>
      </w:r>
      <w:r w:rsidR="007D6C9B">
        <w:rPr>
          <w:rtl/>
        </w:rPr>
        <w:t xml:space="preserve">ں </w:t>
      </w:r>
      <w:r>
        <w:rPr>
          <w:rtl/>
        </w:rPr>
        <w:t>دے دو</w:t>
      </w:r>
      <w:r w:rsidR="007D6C9B">
        <w:rPr>
          <w:rtl/>
        </w:rPr>
        <w:t xml:space="preserve">ں </w:t>
      </w:r>
      <w:r>
        <w:rPr>
          <w:rtl/>
        </w:rPr>
        <w:t>) اگر تم صحيح كام انجام دينا چاہتے ہو تو اس كا راستہ يہ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حضرت لوط عليہ السلام كى تو چند بيٹيا</w:t>
      </w:r>
      <w:r w:rsidR="007D6C9B">
        <w:rPr>
          <w:rtl/>
        </w:rPr>
        <w:t xml:space="preserve">ں </w:t>
      </w:r>
      <w:r>
        <w:rPr>
          <w:rtl/>
        </w:rPr>
        <w:t>تھي</w:t>
      </w:r>
      <w:r w:rsidR="007D6C9B">
        <w:rPr>
          <w:rtl/>
        </w:rPr>
        <w:t xml:space="preserve">ں </w:t>
      </w:r>
      <w:r>
        <w:rPr>
          <w:rtl/>
        </w:rPr>
        <w:t>اور ان افراد كى تعداد زيادہ تھى ليكن مقصديہ تھا كہ ان پر اتمام حجت كيا جائے اور كہا جائے كہ مي</w:t>
      </w:r>
      <w:r w:rsidR="007D6C9B">
        <w:rPr>
          <w:rtl/>
        </w:rPr>
        <w:t xml:space="preserve">ں </w:t>
      </w:r>
      <w:r>
        <w:rPr>
          <w:rtl/>
        </w:rPr>
        <w:t>اپنے مہمانو</w:t>
      </w:r>
      <w:r w:rsidR="007D6C9B">
        <w:rPr>
          <w:rtl/>
        </w:rPr>
        <w:t xml:space="preserve">ں </w:t>
      </w:r>
      <w:r>
        <w:rPr>
          <w:rtl/>
        </w:rPr>
        <w:t>كے احترام اور حفاظت اور تمہي</w:t>
      </w:r>
      <w:r w:rsidR="007D6C9B">
        <w:rPr>
          <w:rtl/>
        </w:rPr>
        <w:t xml:space="preserve">ں </w:t>
      </w:r>
      <w:r>
        <w:rPr>
          <w:rtl/>
        </w:rPr>
        <w:t>برائي كى دلدل سے نكالنے كے لئے اس حد تك ايثار كے لئے تيار ہو</w:t>
      </w:r>
      <w:r w:rsidR="007D6C9B">
        <w:rPr>
          <w:rtl/>
        </w:rPr>
        <w:t xml:space="preserve">ں </w:t>
      </w:r>
      <w:r>
        <w:rPr>
          <w:rtl/>
        </w:rPr>
        <w:t>_يہ بات واضح ہے كہ جناب لوط يونہى اپنى لڑكيو</w:t>
      </w:r>
      <w:r w:rsidR="007D6C9B">
        <w:rPr>
          <w:rtl/>
        </w:rPr>
        <w:t xml:space="preserve">ں </w:t>
      </w:r>
      <w:r>
        <w:rPr>
          <w:rtl/>
        </w:rPr>
        <w:t>كا عقد ان مشركو</w:t>
      </w:r>
      <w:r w:rsidR="007D6C9B">
        <w:rPr>
          <w:rtl/>
        </w:rPr>
        <w:t xml:space="preserve">ں </w:t>
      </w:r>
      <w:r>
        <w:rPr>
          <w:rtl/>
        </w:rPr>
        <w:t>اور گمراہو</w:t>
      </w:r>
      <w:r w:rsidR="007D6C9B">
        <w:rPr>
          <w:rtl/>
        </w:rPr>
        <w:t xml:space="preserve">ں </w:t>
      </w:r>
      <w:r>
        <w:rPr>
          <w:rtl/>
        </w:rPr>
        <w:t>سے نہي</w:t>
      </w:r>
      <w:r w:rsidR="007D6C9B">
        <w:rPr>
          <w:rtl/>
        </w:rPr>
        <w:t xml:space="preserve">ں </w:t>
      </w:r>
      <w:r>
        <w:rPr>
          <w:rtl/>
        </w:rPr>
        <w:t>كرنا چاہتے تھے بلكہ مقصد يہ تھا كہ پہلے ايمان لے او تاكہ بعد مي</w:t>
      </w:r>
      <w:r w:rsidR="007D6C9B">
        <w:rPr>
          <w:rtl/>
        </w:rPr>
        <w:t xml:space="preserve">ں </w:t>
      </w:r>
      <w:r>
        <w:rPr>
          <w:rtl/>
        </w:rPr>
        <w:t>اپنے لڑكيو</w:t>
      </w:r>
      <w:r w:rsidR="007D6C9B">
        <w:rPr>
          <w:rtl/>
        </w:rPr>
        <w:t xml:space="preserve">ں </w:t>
      </w:r>
      <w:r>
        <w:rPr>
          <w:rtl/>
        </w:rPr>
        <w:t>كى شادى تم سے كردو</w:t>
      </w:r>
      <w:r w:rsidR="007D6C9B">
        <w:rPr>
          <w:rtl/>
        </w:rPr>
        <w:t xml:space="preserve">ں </w:t>
      </w:r>
      <w:r>
        <w:rPr>
          <w:rtl/>
        </w:rPr>
        <w:t xml:space="preserve">_ </w:t>
      </w:r>
    </w:p>
    <w:p w:rsidR="00DE2D7F" w:rsidRDefault="00DE2D7F" w:rsidP="00D07B54">
      <w:pPr>
        <w:pStyle w:val="libNormal"/>
        <w:rPr>
          <w:rtl/>
        </w:rPr>
      </w:pPr>
      <w:r>
        <w:rPr>
          <w:rtl/>
        </w:rPr>
        <w:t>ليكن افسوس شہوت، انحراف اور ہٹ دھرمى كے اس عالم مي</w:t>
      </w:r>
      <w:r w:rsidR="007D6C9B">
        <w:rPr>
          <w:rtl/>
        </w:rPr>
        <w:t xml:space="preserve">ں </w:t>
      </w:r>
      <w:r>
        <w:rPr>
          <w:rtl/>
        </w:rPr>
        <w:t>ان مي</w:t>
      </w:r>
      <w:r w:rsidR="007D6C9B">
        <w:rPr>
          <w:rtl/>
        </w:rPr>
        <w:t xml:space="preserve">ں </w:t>
      </w:r>
      <w:r>
        <w:rPr>
          <w:rtl/>
        </w:rPr>
        <w:t>ذرہ بھر بھى انسانى اخلاق اور جذبہ باقى ہوتا تو كم از كم اس امر كے لئے كافى تھا كہ وہ شرمندہ ہوتے اور پلٹ جاتے، مگرنہ صرف يہ كہ وہ شرمندہ نہ ہوئے بلكہ اپنى جسارت مي</w:t>
      </w:r>
      <w:r w:rsidR="007D6C9B">
        <w:rPr>
          <w:rtl/>
        </w:rPr>
        <w:t xml:space="preserve">ں </w:t>
      </w:r>
      <w:r>
        <w:rPr>
          <w:rtl/>
        </w:rPr>
        <w:t>اور بڑھ گئے اور چاہا كہ حضرت لوط كے مہمانو</w:t>
      </w:r>
      <w:r w:rsidR="007D6C9B">
        <w:rPr>
          <w:rtl/>
        </w:rPr>
        <w:t xml:space="preserve">ں </w:t>
      </w:r>
      <w:r>
        <w:rPr>
          <w:rtl/>
        </w:rPr>
        <w:t>كى طر ف ہاتھ بڑھائي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حجر آيت </w:t>
      </w:r>
      <w:r w:rsidR="00E664BB">
        <w:rPr>
          <w:rtl/>
        </w:rPr>
        <w:t>71</w:t>
      </w:r>
      <w:r>
        <w:rPr>
          <w:rtl/>
        </w:rPr>
        <w:t xml:space="preserve"> </w:t>
      </w:r>
    </w:p>
    <w:p w:rsidR="00FE159B"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وہ قوم حرص اور شوق كے عالم مي</w:t>
      </w:r>
      <w:r w:rsidR="007D6C9B">
        <w:rPr>
          <w:rtl/>
        </w:rPr>
        <w:t xml:space="preserve">ں </w:t>
      </w:r>
      <w:r>
        <w:rPr>
          <w:rtl/>
        </w:rPr>
        <w:t xml:space="preserve">اپنے مقصد تك پہنچنے كے لئے بڑى تيزى سے لوط كى طرف آئي_ </w:t>
      </w:r>
    </w:p>
    <w:p w:rsidR="00DE2D7F" w:rsidRDefault="00DE2D7F" w:rsidP="00D07B54">
      <w:pPr>
        <w:pStyle w:val="libNormal"/>
        <w:rPr>
          <w:rtl/>
        </w:rPr>
      </w:pPr>
      <w:r>
        <w:rPr>
          <w:rtl/>
        </w:rPr>
        <w:t xml:space="preserve">مگر اس تباہ كار قوم نے نبى خدا حضرت لوط(ع) كو بڑى بے شرمى سے جواب ديا : </w:t>
      </w:r>
    </w:p>
    <w:p w:rsidR="00DE2D7F" w:rsidRDefault="00DE2D7F" w:rsidP="00D07B54">
      <w:pPr>
        <w:pStyle w:val="libNormal"/>
        <w:rPr>
          <w:rtl/>
        </w:rPr>
      </w:pPr>
      <w:r>
        <w:rPr>
          <w:rtl/>
        </w:rPr>
        <w:t>''تو خود اچھى طرح سے جانتا ہے كہ ہماراتيرى بيٹيو</w:t>
      </w:r>
      <w:r w:rsidR="007D6C9B">
        <w:rPr>
          <w:rtl/>
        </w:rPr>
        <w:t xml:space="preserve">ں </w:t>
      </w:r>
      <w:r>
        <w:rPr>
          <w:rtl/>
        </w:rPr>
        <w:t>مي</w:t>
      </w:r>
      <w:r w:rsidR="007D6C9B">
        <w:rPr>
          <w:rtl/>
        </w:rPr>
        <w:t xml:space="preserve">ں </w:t>
      </w:r>
      <w:r>
        <w:rPr>
          <w:rtl/>
        </w:rPr>
        <w:t>كوئي حق نہي</w:t>
      </w:r>
      <w:r w:rsidR="007D6C9B">
        <w:rPr>
          <w:rtl/>
        </w:rPr>
        <w:t xml:space="preserve">ں </w:t>
      </w:r>
      <w:r>
        <w:rPr>
          <w:rtl/>
        </w:rPr>
        <w:t>، اور يقينا تو جانتا ہے كہ ہم كيا چاہتے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وہ مقام تھا كہ اس بزر گوار پيغمبر نے اپنے آپ كو ايك محاصرے مي</w:t>
      </w:r>
      <w:r w:rsidR="007D6C9B">
        <w:rPr>
          <w:rtl/>
        </w:rPr>
        <w:t xml:space="preserve">ں </w:t>
      </w:r>
      <w:r>
        <w:rPr>
          <w:rtl/>
        </w:rPr>
        <w:t>گھراہوا پايا اور انہو</w:t>
      </w:r>
      <w:r w:rsidR="007D6C9B">
        <w:rPr>
          <w:rtl/>
        </w:rPr>
        <w:t xml:space="preserve">ں </w:t>
      </w:r>
      <w:r>
        <w:rPr>
          <w:rtl/>
        </w:rPr>
        <w:t>نے ناراحتى وپريشانى كے عالم مي</w:t>
      </w:r>
      <w:r w:rsidR="007D6C9B">
        <w:rPr>
          <w:rtl/>
        </w:rPr>
        <w:t xml:space="preserve">ں </w:t>
      </w:r>
      <w:r>
        <w:rPr>
          <w:rtl/>
        </w:rPr>
        <w:t>فرياد كى :اے كاش : مجھ مي</w:t>
      </w:r>
      <w:r w:rsidR="007D6C9B">
        <w:rPr>
          <w:rtl/>
        </w:rPr>
        <w:t xml:space="preserve">ں </w:t>
      </w:r>
      <w:r>
        <w:rPr>
          <w:rtl/>
        </w:rPr>
        <w:t>اتنى طاقت ہوتى كہ مي</w:t>
      </w:r>
      <w:r w:rsidR="007D6C9B">
        <w:rPr>
          <w:rtl/>
        </w:rPr>
        <w:t xml:space="preserve">ں </w:t>
      </w:r>
      <w:r>
        <w:rPr>
          <w:rtl/>
        </w:rPr>
        <w:t>اپنے مہمانو</w:t>
      </w:r>
      <w:r w:rsidR="007D6C9B">
        <w:rPr>
          <w:rtl/>
        </w:rPr>
        <w:t xml:space="preserve">ں </w:t>
      </w:r>
      <w:r>
        <w:rPr>
          <w:rtl/>
        </w:rPr>
        <w:t>كا دفاع كر سكتا اورتم جيسے سر پھرو</w:t>
      </w:r>
      <w:r w:rsidR="007D6C9B">
        <w:rPr>
          <w:rtl/>
        </w:rPr>
        <w:t xml:space="preserve">ں </w:t>
      </w:r>
      <w:r>
        <w:rPr>
          <w:rtl/>
        </w:rPr>
        <w:t>كى سركوبى كرسكتا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يا كوئي مستحكم سہارا ہوتا ، كوئي قوم و قبيلہ ميرے پيروكار</w:t>
      </w:r>
      <w:r w:rsidR="007D6C9B">
        <w:rPr>
          <w:rtl/>
        </w:rPr>
        <w:t xml:space="preserve">ں </w:t>
      </w:r>
      <w:r>
        <w:rPr>
          <w:rtl/>
        </w:rPr>
        <w:t>مي</w:t>
      </w:r>
      <w:r w:rsidR="007D6C9B">
        <w:rPr>
          <w:rtl/>
        </w:rPr>
        <w:t xml:space="preserve">ں </w:t>
      </w:r>
      <w:r>
        <w:rPr>
          <w:rtl/>
        </w:rPr>
        <w:t>سے ہوتا اور ميرے كوئي طاقتور ہم پيمان ہوتے كہ جن كى مدد سے تم منحرف لوگو</w:t>
      </w:r>
      <w:r w:rsidR="007D6C9B">
        <w:rPr>
          <w:rtl/>
        </w:rPr>
        <w:t xml:space="preserve">ں </w:t>
      </w:r>
      <w:r>
        <w:rPr>
          <w:rtl/>
        </w:rPr>
        <w:t xml:space="preserve">كا مقابلہ كرتا_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853E0" w:rsidRDefault="00DE2D7F" w:rsidP="00D07B54">
      <w:pPr>
        <w:pStyle w:val="Heading2Center"/>
        <w:rPr>
          <w:rtl/>
        </w:rPr>
      </w:pPr>
      <w:bookmarkStart w:id="120" w:name="_Toc7268517"/>
      <w:r>
        <w:rPr>
          <w:rtl/>
        </w:rPr>
        <w:t>اے لوط(ع) آپ پريشان نہ ہويئے</w:t>
      </w:r>
      <w:bookmarkEnd w:id="120"/>
      <w:r>
        <w:rPr>
          <w:rtl/>
        </w:rPr>
        <w:t xml:space="preserve"> </w:t>
      </w:r>
    </w:p>
    <w:p w:rsidR="00DE2D7F" w:rsidRDefault="00DE2D7F" w:rsidP="00D07B54">
      <w:pPr>
        <w:pStyle w:val="libNormal"/>
        <w:rPr>
          <w:rtl/>
        </w:rPr>
      </w:pPr>
      <w:r>
        <w:rPr>
          <w:rtl/>
        </w:rPr>
        <w:t>آخر كار پروردگار كے رسولو</w:t>
      </w:r>
      <w:r w:rsidR="007D6C9B">
        <w:rPr>
          <w:rtl/>
        </w:rPr>
        <w:t xml:space="preserve">ں </w:t>
      </w:r>
      <w:r>
        <w:rPr>
          <w:rtl/>
        </w:rPr>
        <w:t>نے حضرت لوط كى شديد پريشانى ديكھى اور ديكھا كہ وہ روحانى طور پر كس اضطراب كا شكار ہي</w:t>
      </w:r>
      <w:r w:rsidR="007D6C9B">
        <w:rPr>
          <w:rtl/>
        </w:rPr>
        <w:t xml:space="preserve">ں </w:t>
      </w:r>
      <w:r>
        <w:rPr>
          <w:rtl/>
        </w:rPr>
        <w:t>تو انہو</w:t>
      </w:r>
      <w:r w:rsidR="007D6C9B">
        <w:rPr>
          <w:rtl/>
        </w:rPr>
        <w:t xml:space="preserve">ں </w:t>
      </w:r>
      <w:r>
        <w:rPr>
          <w:rtl/>
        </w:rPr>
        <w:t>نے اپنے اسرار كار سے پردہ اٹھايا اور ان سے كہا :'' اے لوط(ع) : ہم تيرے پروردگار كے بھيجے ہوئے ہي</w:t>
      </w:r>
      <w:r w:rsidR="007D6C9B">
        <w:rPr>
          <w:rtl/>
        </w:rPr>
        <w:t xml:space="preserve">ں </w:t>
      </w:r>
      <w:r>
        <w:rPr>
          <w:rtl/>
        </w:rPr>
        <w:t>، پريشان نہ ہومطم ن رہو كہ وہ ہرگز تجھ پر دسترس حاصل نہي</w:t>
      </w:r>
      <w:r w:rsidR="007D6C9B">
        <w:rPr>
          <w:rtl/>
        </w:rPr>
        <w:t xml:space="preserve">ں </w:t>
      </w:r>
      <w:r>
        <w:rPr>
          <w:rtl/>
        </w:rPr>
        <w:t>كرسكي</w:t>
      </w:r>
      <w:r w:rsidR="007D6C9B">
        <w:rPr>
          <w:rtl/>
        </w:rPr>
        <w:t xml:space="preserve">ں </w:t>
      </w:r>
      <w:r>
        <w:rPr>
          <w:rtl/>
        </w:rPr>
        <w:t>گے''_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قران مي</w:t>
      </w:r>
      <w:r w:rsidR="007D6C9B">
        <w:rPr>
          <w:rtl/>
        </w:rPr>
        <w:t xml:space="preserve">ں </w:t>
      </w:r>
      <w:r>
        <w:rPr>
          <w:rtl/>
        </w:rPr>
        <w:t>دوسرى جگہ پر ہے :</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DE2D7F" w:rsidP="00D07B54">
      <w:pPr>
        <w:pStyle w:val="libNormal"/>
        <w:rPr>
          <w:rtl/>
        </w:rPr>
      </w:pPr>
      <w:r>
        <w:rPr>
          <w:rtl/>
        </w:rPr>
        <w:t xml:space="preserve">يہ آيت نشاندہى كرتى ہے كہ اس وقت حملہ آورقوم پروردگار كے ارادے سے اپنى بينائي كھوبيٹھى تھي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ہودآيت </w:t>
      </w:r>
      <w:r w:rsidR="00E664BB">
        <w:rPr>
          <w:rtl/>
        </w:rPr>
        <w:t>7</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)سورہ ہود آيت </w:t>
      </w:r>
      <w:r w:rsidR="00E664BB">
        <w:rPr>
          <w:rtl/>
        </w:rPr>
        <w:t>80</w:t>
      </w:r>
      <w:r>
        <w:rPr>
          <w:rtl/>
        </w:rPr>
        <w:t xml:space="preserve"> </w:t>
      </w:r>
    </w:p>
    <w:p w:rsidR="00DE2D7F" w:rsidRDefault="00DE2D7F" w:rsidP="00D07B54">
      <w:pPr>
        <w:pStyle w:val="libFootnote"/>
        <w:rPr>
          <w:rtl/>
        </w:rPr>
      </w:pPr>
      <w:r>
        <w:rPr>
          <w:rtl/>
        </w:rPr>
        <w:t>(</w:t>
      </w:r>
      <w:r w:rsidR="00E664BB">
        <w:rPr>
          <w:rtl/>
        </w:rPr>
        <w:t>3</w:t>
      </w:r>
      <w:r>
        <w:rPr>
          <w:rtl/>
        </w:rPr>
        <w:t>)سورہ ہود آيت</w:t>
      </w:r>
      <w:r w:rsidR="00E664BB">
        <w:rPr>
          <w:rtl/>
        </w:rPr>
        <w:t>80</w:t>
      </w:r>
      <w:r>
        <w:rPr>
          <w:rtl/>
        </w:rPr>
        <w:t xml:space="preserve"> </w:t>
      </w:r>
    </w:p>
    <w:p w:rsidR="00DE2D7F" w:rsidRDefault="00DE2D7F" w:rsidP="00D07B54">
      <w:pPr>
        <w:pStyle w:val="libFootnote"/>
        <w:rPr>
          <w:rtl/>
        </w:rPr>
      </w:pPr>
      <w:r>
        <w:rPr>
          <w:rtl/>
        </w:rPr>
        <w:t>(</w:t>
      </w:r>
      <w:r w:rsidR="00E664BB">
        <w:rPr>
          <w:rtl/>
        </w:rPr>
        <w:t>4</w:t>
      </w:r>
      <w:r>
        <w:rPr>
          <w:rtl/>
        </w:rPr>
        <w:t xml:space="preserve">)سورہ ہود آيت </w:t>
      </w:r>
      <w:r w:rsidR="00E664BB">
        <w:rPr>
          <w:rtl/>
        </w:rPr>
        <w:t>81</w:t>
      </w:r>
      <w:r>
        <w:rPr>
          <w:rtl/>
        </w:rPr>
        <w:t xml:space="preserve"> </w:t>
      </w:r>
    </w:p>
    <w:p w:rsidR="00DE2D7F" w:rsidRDefault="00DE2D7F" w:rsidP="00D07B54">
      <w:pPr>
        <w:pStyle w:val="libFootnote"/>
        <w:rPr>
          <w:rtl/>
        </w:rPr>
      </w:pPr>
      <w:r>
        <w:rPr>
          <w:rtl/>
        </w:rPr>
        <w:t>(</w:t>
      </w:r>
      <w:r w:rsidR="00E664BB">
        <w:rPr>
          <w:rtl/>
        </w:rPr>
        <w:t>5</w:t>
      </w:r>
      <w:r>
        <w:rPr>
          <w:rtl/>
        </w:rPr>
        <w:t>)وہ لوط عليہ السلام كے مہمانو</w:t>
      </w:r>
      <w:r w:rsidR="007D6C9B">
        <w:rPr>
          <w:rtl/>
        </w:rPr>
        <w:t xml:space="preserve">ں </w:t>
      </w:r>
      <w:r>
        <w:rPr>
          <w:rtl/>
        </w:rPr>
        <w:t>كے بارے مي</w:t>
      </w:r>
      <w:r w:rsidR="007D6C9B">
        <w:rPr>
          <w:rtl/>
        </w:rPr>
        <w:t xml:space="preserve">ں </w:t>
      </w:r>
      <w:r>
        <w:rPr>
          <w:rtl/>
        </w:rPr>
        <w:t>تجاوز كا ارادہ ركھتے تھے ليكن ہم نے ان كى آنكھي</w:t>
      </w:r>
      <w:r w:rsidR="007D6C9B">
        <w:rPr>
          <w:rtl/>
        </w:rPr>
        <w:t xml:space="preserve">ں </w:t>
      </w:r>
      <w:r>
        <w:rPr>
          <w:rtl/>
        </w:rPr>
        <w:t>اندھى كردي</w:t>
      </w:r>
      <w:r w:rsidR="007D6C9B">
        <w:rPr>
          <w:rtl/>
        </w:rPr>
        <w:t xml:space="preserve">ں </w:t>
      </w:r>
      <w:r>
        <w:rPr>
          <w:rtl/>
        </w:rPr>
        <w:t xml:space="preserve">_ </w:t>
      </w:r>
    </w:p>
    <w:p w:rsidR="00D853E0" w:rsidRDefault="001648F9" w:rsidP="00D07B54">
      <w:pPr>
        <w:pStyle w:val="libNormal"/>
        <w:rPr>
          <w:rtl/>
        </w:rPr>
      </w:pPr>
      <w:r>
        <w:rPr>
          <w:rtl/>
        </w:rPr>
        <w:t xml:space="preserve"> </w:t>
      </w:r>
      <w:r>
        <w:rPr>
          <w:rtl/>
        </w:rPr>
        <w:br w:type="page"/>
      </w:r>
    </w:p>
    <w:p w:rsidR="00D853E0" w:rsidRDefault="00D853E0" w:rsidP="00D07B54">
      <w:pPr>
        <w:pStyle w:val="libNormal"/>
        <w:rPr>
          <w:rtl/>
        </w:rPr>
      </w:pPr>
    </w:p>
    <w:p w:rsidR="00DE2D7F" w:rsidRDefault="00DE2D7F" w:rsidP="00D07B54">
      <w:pPr>
        <w:pStyle w:val="libNormal"/>
        <w:rPr>
          <w:rtl/>
        </w:rPr>
      </w:pPr>
      <w:r>
        <w:rPr>
          <w:rtl/>
        </w:rPr>
        <w:t>اور حملے كى طاقت نہي</w:t>
      </w:r>
      <w:r w:rsidR="007D6C9B">
        <w:rPr>
          <w:rtl/>
        </w:rPr>
        <w:t xml:space="preserve">ں </w:t>
      </w:r>
      <w:r>
        <w:rPr>
          <w:rtl/>
        </w:rPr>
        <w:t>ركھتى تھى بعض روايات مي</w:t>
      </w:r>
      <w:r w:rsidR="007D6C9B">
        <w:rPr>
          <w:rtl/>
        </w:rPr>
        <w:t xml:space="preserve">ں </w:t>
      </w:r>
      <w:r>
        <w:rPr>
          <w:rtl/>
        </w:rPr>
        <w:t>بھى ہے كہ ايك فرشتے نے مٹھى بھر خاك ان كے چہرو</w:t>
      </w:r>
      <w:r w:rsidR="007D6C9B">
        <w:rPr>
          <w:rtl/>
        </w:rPr>
        <w:t xml:space="preserve">ں </w:t>
      </w:r>
      <w:r>
        <w:rPr>
          <w:rtl/>
        </w:rPr>
        <w:t xml:space="preserve">پر پھينكى جس سے وہ نابينا ہوگئے _ </w:t>
      </w:r>
    </w:p>
    <w:p w:rsidR="00DE2D7F" w:rsidRDefault="00DE2D7F" w:rsidP="00D07B54">
      <w:pPr>
        <w:pStyle w:val="libNormal"/>
        <w:rPr>
          <w:rtl/>
        </w:rPr>
      </w:pPr>
      <w:r>
        <w:rPr>
          <w:rtl/>
        </w:rPr>
        <w:t>بہرحال جب لوط اپنے مہمانو</w:t>
      </w:r>
      <w:r w:rsidR="007D6C9B">
        <w:rPr>
          <w:rtl/>
        </w:rPr>
        <w:t xml:space="preserve">ں </w:t>
      </w:r>
      <w:r>
        <w:rPr>
          <w:rtl/>
        </w:rPr>
        <w:t>كے بارے مي</w:t>
      </w:r>
      <w:r w:rsidR="007D6C9B">
        <w:rPr>
          <w:rtl/>
        </w:rPr>
        <w:t xml:space="preserve">ں </w:t>
      </w:r>
      <w:r>
        <w:rPr>
          <w:rtl/>
        </w:rPr>
        <w:t>ان كى ماموريت كے بارے مي</w:t>
      </w:r>
      <w:r w:rsidR="007D6C9B">
        <w:rPr>
          <w:rtl/>
        </w:rPr>
        <w:t xml:space="preserve">ں </w:t>
      </w:r>
      <w:r>
        <w:rPr>
          <w:rtl/>
        </w:rPr>
        <w:t>آگاہ ہوئے تو يہ بات اس عظيم پيغمبر كے جلتے ہوئے دل كے لئے ٹھنڈك كى مانند تھي، ايك دم انہو</w:t>
      </w:r>
      <w:r w:rsidR="007D6C9B">
        <w:rPr>
          <w:rtl/>
        </w:rPr>
        <w:t xml:space="preserve">ں </w:t>
      </w:r>
      <w:r>
        <w:rPr>
          <w:rtl/>
        </w:rPr>
        <w:t>نے محسوس كيا كہ ان كے دل سے غم كا بار گرا</w:t>
      </w:r>
      <w:r w:rsidR="007D6C9B">
        <w:rPr>
          <w:rtl/>
        </w:rPr>
        <w:t xml:space="preserve">ں </w:t>
      </w:r>
      <w:r>
        <w:rPr>
          <w:rtl/>
        </w:rPr>
        <w:t>ختم ہوگيا ہے اور ان كى آنكھي</w:t>
      </w:r>
      <w:r w:rsidR="007D6C9B">
        <w:rPr>
          <w:rtl/>
        </w:rPr>
        <w:t xml:space="preserve">ں </w:t>
      </w:r>
      <w:r>
        <w:rPr>
          <w:rtl/>
        </w:rPr>
        <w:t>خوشى سے چمك اٹھي</w:t>
      </w:r>
      <w:r w:rsidR="007D6C9B">
        <w:rPr>
          <w:rtl/>
        </w:rPr>
        <w:t xml:space="preserve">ں </w:t>
      </w:r>
      <w:r>
        <w:rPr>
          <w:rtl/>
        </w:rPr>
        <w:t>، ايسا ہوا جيسے ايك شديد بيمارى كى نظر مسيحاپر جاپڑے، انہو</w:t>
      </w:r>
      <w:r w:rsidR="007D6C9B">
        <w:rPr>
          <w:rtl/>
        </w:rPr>
        <w:t xml:space="preserve">ں </w:t>
      </w:r>
      <w:r>
        <w:rPr>
          <w:rtl/>
        </w:rPr>
        <w:t xml:space="preserve">نے سكھ كا سانس ليا اور سمجھ گئے كہ غم واندوہ كا زمانہ ختم ہورہاہے اور اس بے شرم حيوان صفت قوم كے چنگل سے نجات پانے كا اور خوشى كا وقت آپہنچا ہے _ </w:t>
      </w:r>
    </w:p>
    <w:p w:rsidR="00DE2D7F" w:rsidRDefault="00DE2D7F" w:rsidP="00D07B54">
      <w:pPr>
        <w:pStyle w:val="libNormal"/>
        <w:rPr>
          <w:rtl/>
        </w:rPr>
      </w:pPr>
      <w:r>
        <w:rPr>
          <w:rtl/>
        </w:rPr>
        <w:t>مہمانو</w:t>
      </w:r>
      <w:r w:rsidR="007D6C9B">
        <w:rPr>
          <w:rtl/>
        </w:rPr>
        <w:t xml:space="preserve">ں </w:t>
      </w:r>
      <w:r>
        <w:rPr>
          <w:rtl/>
        </w:rPr>
        <w:t>نے فوراً لوط عليہ السلام كو حكم ديا : تم تاريكى شب مي</w:t>
      </w:r>
      <w:r w:rsidR="007D6C9B">
        <w:rPr>
          <w:rtl/>
        </w:rPr>
        <w:t xml:space="preserve">ں </w:t>
      </w:r>
      <w:r>
        <w:rPr>
          <w:rtl/>
        </w:rPr>
        <w:t>اپنے خاندان كو اپنے ساتھ لے لو اور اس سرزمين سے نكل جائو ليكن يہ پابندى ہے كہ '' تم مي</w:t>
      </w:r>
      <w:r w:rsidR="007D6C9B">
        <w:rPr>
          <w:rtl/>
        </w:rPr>
        <w:t xml:space="preserve">ں </w:t>
      </w:r>
      <w:r>
        <w:rPr>
          <w:rtl/>
        </w:rPr>
        <w:t xml:space="preserve">سے كوئي شخص پس پشت نہ ديكھے_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حكم كى خلاف ورزى فقط تمہارى معصيت كار بيوى كرے گى كہ جو تمہارى گنہگار قوم كو پہنچنے والى مصيبت مي</w:t>
      </w:r>
      <w:r w:rsidR="007D6C9B">
        <w:rPr>
          <w:rtl/>
        </w:rPr>
        <w:t xml:space="preserve">ں </w:t>
      </w:r>
      <w:r>
        <w:rPr>
          <w:rtl/>
        </w:rPr>
        <w:t>گرفتار ہوگى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)''ولا يلتفت منكم احد''_ كى تفسير مي</w:t>
      </w:r>
      <w:r w:rsidR="007D6C9B">
        <w:rPr>
          <w:rtl/>
        </w:rPr>
        <w:t xml:space="preserve">ں </w:t>
      </w:r>
      <w:r>
        <w:rPr>
          <w:rtl/>
        </w:rPr>
        <w:t>مفسيرين نے چند احتمال ذكر كيے ہي</w:t>
      </w:r>
      <w:r w:rsidR="007D6C9B">
        <w:rPr>
          <w:rtl/>
        </w:rPr>
        <w:t xml:space="preserve">ں </w:t>
      </w:r>
      <w:r>
        <w:rPr>
          <w:rtl/>
        </w:rPr>
        <w:t xml:space="preserve">: </w:t>
      </w:r>
    </w:p>
    <w:p w:rsidR="00DE2D7F" w:rsidRDefault="00DE2D7F" w:rsidP="00D07B54">
      <w:pPr>
        <w:pStyle w:val="libFootnote"/>
        <w:rPr>
          <w:rtl/>
        </w:rPr>
      </w:pPr>
      <w:r>
        <w:rPr>
          <w:rtl/>
        </w:rPr>
        <w:t xml:space="preserve">پہلا يہ كوئي شخص اپنى پس پشت نہ ديكھے _ </w:t>
      </w:r>
    </w:p>
    <w:p w:rsidR="00DE2D7F" w:rsidRDefault="00DE2D7F" w:rsidP="00D07B54">
      <w:pPr>
        <w:pStyle w:val="libFootnote"/>
        <w:rPr>
          <w:rtl/>
        </w:rPr>
      </w:pPr>
      <w:r>
        <w:rPr>
          <w:rtl/>
        </w:rPr>
        <w:t>دوسرا يہ كہ شہر مي</w:t>
      </w:r>
      <w:r w:rsidR="007D6C9B">
        <w:rPr>
          <w:rtl/>
        </w:rPr>
        <w:t xml:space="preserve">ں </w:t>
      </w:r>
      <w:r>
        <w:rPr>
          <w:rtl/>
        </w:rPr>
        <w:t xml:space="preserve">سے مال اور وسائل لے جانے كى فكر نہ كرے بلكہ صرف اپنے آپ كو اس ہلاكت سے نكال لے جائے _ </w:t>
      </w:r>
    </w:p>
    <w:p w:rsidR="00DE2D7F" w:rsidRDefault="00DE2D7F" w:rsidP="00D07B54">
      <w:pPr>
        <w:pStyle w:val="libFootnote"/>
        <w:rPr>
          <w:rtl/>
        </w:rPr>
      </w:pPr>
      <w:r>
        <w:rPr>
          <w:rtl/>
        </w:rPr>
        <w:t>تيسرايہ كہ اس خاندان كے اس چھوٹے سے قافلہ مي</w:t>
      </w:r>
      <w:r w:rsidR="007D6C9B">
        <w:rPr>
          <w:rtl/>
        </w:rPr>
        <w:t xml:space="preserve">ں </w:t>
      </w:r>
      <w:r>
        <w:rPr>
          <w:rtl/>
        </w:rPr>
        <w:t xml:space="preserve">سے كوئي شخص پيچھے نہ رہ جائے_ </w:t>
      </w:r>
    </w:p>
    <w:p w:rsidR="00DE2D7F" w:rsidRDefault="00DE2D7F" w:rsidP="00D07B54">
      <w:pPr>
        <w:pStyle w:val="libFootnote"/>
        <w:rPr>
          <w:rtl/>
        </w:rPr>
      </w:pPr>
      <w:r>
        <w:rPr>
          <w:rtl/>
        </w:rPr>
        <w:t>چوتھا يہ كہ تمہارے نكلنے كے وقت زمين ہلنے لگے كى اور عذاب كے آثار نمايا</w:t>
      </w:r>
      <w:r w:rsidR="007D6C9B">
        <w:rPr>
          <w:rtl/>
        </w:rPr>
        <w:t xml:space="preserve">ں </w:t>
      </w:r>
      <w:r>
        <w:rPr>
          <w:rtl/>
        </w:rPr>
        <w:t>ہوجائي</w:t>
      </w:r>
      <w:r w:rsidR="007D6C9B">
        <w:rPr>
          <w:rtl/>
        </w:rPr>
        <w:t xml:space="preserve">ں </w:t>
      </w:r>
      <w:r>
        <w:rPr>
          <w:rtl/>
        </w:rPr>
        <w:t xml:space="preserve">گے لہذا اپنے پس پشت نگاہ نہ كرنا اور جلدى سے دور نكل جانا_ </w:t>
      </w:r>
    </w:p>
    <w:p w:rsidR="00DE2D7F" w:rsidRDefault="00DE2D7F" w:rsidP="00D07B54">
      <w:pPr>
        <w:pStyle w:val="libFootnote"/>
        <w:rPr>
          <w:rtl/>
        </w:rPr>
      </w:pPr>
      <w:r>
        <w:rPr>
          <w:rtl/>
        </w:rPr>
        <w:t>البتہ كوئي مانع نہي</w:t>
      </w:r>
      <w:r w:rsidR="007D6C9B">
        <w:rPr>
          <w:rtl/>
        </w:rPr>
        <w:t xml:space="preserve">ں </w:t>
      </w:r>
      <w:r>
        <w:rPr>
          <w:rtl/>
        </w:rPr>
        <w:t>ہے كہ يہ سب احتمالات اس آيت كے مفہوم مي</w:t>
      </w:r>
      <w:r w:rsidR="007D6C9B">
        <w:rPr>
          <w:rtl/>
        </w:rPr>
        <w:t xml:space="preserve">ں </w:t>
      </w:r>
      <w:r>
        <w:rPr>
          <w:rtl/>
        </w:rPr>
        <w:t>جمع ہو</w:t>
      </w:r>
      <w:r w:rsidR="007D6C9B">
        <w:rPr>
          <w:rtl/>
        </w:rPr>
        <w:t xml:space="preserve">ں </w:t>
      </w:r>
    </w:p>
    <w:p w:rsidR="00DE2D7F" w:rsidRDefault="00DE2D7F" w:rsidP="00D07B54">
      <w:pPr>
        <w:pStyle w:val="libFootnote"/>
        <w:rPr>
          <w:rtl/>
        </w:rPr>
      </w:pPr>
      <w:r>
        <w:rPr>
          <w:rtl/>
        </w:rPr>
        <w:t>(</w:t>
      </w:r>
      <w:r w:rsidR="00E664BB">
        <w:rPr>
          <w:rtl/>
        </w:rPr>
        <w:t>2</w:t>
      </w:r>
      <w:r>
        <w:rPr>
          <w:rtl/>
        </w:rPr>
        <w:t xml:space="preserve">)سورہ ہود آيت </w:t>
      </w:r>
      <w:r w:rsidR="00E664BB">
        <w:rPr>
          <w:rtl/>
        </w:rPr>
        <w:t>81</w:t>
      </w:r>
      <w:r>
        <w:rPr>
          <w:rtl/>
        </w:rPr>
        <w:t xml:space="preserve"> </w:t>
      </w:r>
    </w:p>
    <w:p w:rsidR="00D853E0" w:rsidRDefault="001648F9" w:rsidP="00D07B54">
      <w:pPr>
        <w:pStyle w:val="libNormal"/>
        <w:rPr>
          <w:rtl/>
        </w:rPr>
      </w:pPr>
      <w:r>
        <w:rPr>
          <w:rtl/>
        </w:rPr>
        <w:t xml:space="preserve"> </w:t>
      </w:r>
      <w:r>
        <w:rPr>
          <w:rtl/>
        </w:rPr>
        <w:br w:type="page"/>
      </w:r>
    </w:p>
    <w:p w:rsidR="00D853E0" w:rsidRDefault="00DE2D7F" w:rsidP="00D07B54">
      <w:pPr>
        <w:pStyle w:val="Heading2Center"/>
        <w:rPr>
          <w:rtl/>
        </w:rPr>
      </w:pPr>
      <w:bookmarkStart w:id="121" w:name="_Toc7268518"/>
      <w:r>
        <w:rPr>
          <w:rtl/>
        </w:rPr>
        <w:lastRenderedPageBreak/>
        <w:t>كيا صبح قريب نہي</w:t>
      </w:r>
      <w:r w:rsidR="007D6C9B">
        <w:rPr>
          <w:rtl/>
        </w:rPr>
        <w:t xml:space="preserve">ں </w:t>
      </w:r>
      <w:r>
        <w:rPr>
          <w:rtl/>
        </w:rPr>
        <w:t>ہے؟</w:t>
      </w:r>
      <w:bookmarkEnd w:id="121"/>
      <w:r>
        <w:rPr>
          <w:rtl/>
        </w:rPr>
        <w:t xml:space="preserve"> </w:t>
      </w:r>
    </w:p>
    <w:p w:rsidR="00DE2D7F" w:rsidRDefault="00DE2D7F" w:rsidP="00D07B54">
      <w:pPr>
        <w:pStyle w:val="libNormal"/>
        <w:rPr>
          <w:rtl/>
        </w:rPr>
      </w:pPr>
      <w:r>
        <w:rPr>
          <w:rtl/>
        </w:rPr>
        <w:t>بالآخر انھو</w:t>
      </w:r>
      <w:r w:rsidR="007D6C9B">
        <w:rPr>
          <w:rtl/>
        </w:rPr>
        <w:t xml:space="preserve">ں </w:t>
      </w:r>
      <w:r>
        <w:rPr>
          <w:rtl/>
        </w:rPr>
        <w:t>نے لوط سے آخرى بات كہي: ''نزول عذا ب كا لمحہ اور وعدہ كى تكميل كا موقع صبح ہے اور صبح كى پہلى شعاع كے ساتھ ہى اس قوم كى زندگى غروب ہوجائے گى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ابھى اٹھ كھڑے ہو اور جتنا جلدى ممكن ہو شہر سے نكل جائو''كيا صبح نزديك نہي</w:t>
      </w:r>
      <w:r w:rsidR="007D6C9B">
        <w:rPr>
          <w:rtl/>
        </w:rPr>
        <w:t xml:space="preserve">ں </w:t>
      </w:r>
      <w:r>
        <w:rPr>
          <w:rtl/>
        </w:rPr>
        <w:t>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بعض روايات مي</w:t>
      </w:r>
      <w:r w:rsidR="007D6C9B">
        <w:rPr>
          <w:rtl/>
        </w:rPr>
        <w:t xml:space="preserve">ں </w:t>
      </w:r>
      <w:r>
        <w:rPr>
          <w:rtl/>
        </w:rPr>
        <w:t>ہے كہ جب ملائكہ نے كہا كہ عذاب كے وعدہ پر عمل درآمدصبح كے وقت ہوگا توحضرت لوط عليہ السلام كو جو اس آلودہ قوم سے سخت ناراحت اور پريشان تھے، وہى قوم كہ جس نے اپنے شرمناك اعمال سے ان كا دل مجروح كرركھا تھا اور ان كى روح كو غم واندوہ سے بھرديا تھا، فرشتو</w:t>
      </w:r>
      <w:r w:rsidR="007D6C9B">
        <w:rPr>
          <w:rtl/>
        </w:rPr>
        <w:t xml:space="preserve">ں </w:t>
      </w:r>
      <w:r>
        <w:rPr>
          <w:rtl/>
        </w:rPr>
        <w:t>سے خواہش كى كہ اب جب كہ ان كو نابودہى ہونا ہے تو كيا ہى اچھا ہو كہ جلدى ايسا ہو ليكن انہو</w:t>
      </w:r>
      <w:r w:rsidR="007D6C9B">
        <w:rPr>
          <w:rtl/>
        </w:rPr>
        <w:t xml:space="preserve">ں </w:t>
      </w:r>
      <w:r>
        <w:rPr>
          <w:rtl/>
        </w:rPr>
        <w:t>نے حضرت لوط كى دلجوئي اور تسلى كے لئے كہا : كياصبح نزديك نہي</w:t>
      </w:r>
      <w:r w:rsidR="007D6C9B">
        <w:rPr>
          <w:rtl/>
        </w:rPr>
        <w:t xml:space="preserve">ں </w:t>
      </w:r>
      <w:r>
        <w:rPr>
          <w:rtl/>
        </w:rPr>
        <w:t xml:space="preserve">ہے ؟ </w:t>
      </w:r>
    </w:p>
    <w:p w:rsidR="00DE2D7F" w:rsidRDefault="00DE2D7F" w:rsidP="00D07B54">
      <w:pPr>
        <w:pStyle w:val="libNormal"/>
        <w:rPr>
          <w:rtl/>
        </w:rPr>
      </w:pPr>
      <w:r>
        <w:rPr>
          <w:rtl/>
        </w:rPr>
        <w:t xml:space="preserve">آخركار عذاب كا لمحہ آن پہنچا اور لوط پيغمبر عليہ السلام كے انتظاركے لمحے ختم ہوئے ، جيسا كہ قرآن كہتا ہے : </w:t>
      </w:r>
    </w:p>
    <w:p w:rsidR="00DE2D7F" w:rsidRDefault="00DE2D7F" w:rsidP="00D07B54">
      <w:pPr>
        <w:pStyle w:val="libNormal"/>
        <w:rPr>
          <w:rtl/>
        </w:rPr>
      </w:pPr>
      <w:r>
        <w:rPr>
          <w:rtl/>
        </w:rPr>
        <w:t>''جس وقت ہمارا فرمان آن پہنچا تو ہم نے اس زمين كو زيروزبر كرديا اور ان كے سرو</w:t>
      </w:r>
      <w:r w:rsidR="007D6C9B">
        <w:rPr>
          <w:rtl/>
        </w:rPr>
        <w:t xml:space="preserve">ں </w:t>
      </w:r>
      <w:r>
        <w:rPr>
          <w:rtl/>
        </w:rPr>
        <w:t>پر مٹيلے پتھرو</w:t>
      </w:r>
      <w:r w:rsidR="007D6C9B">
        <w:rPr>
          <w:rtl/>
        </w:rPr>
        <w:t xml:space="preserve">ں </w:t>
      </w:r>
      <w:r>
        <w:rPr>
          <w:rtl/>
        </w:rPr>
        <w:t>كى پيہم بارش برسائي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پتھرو</w:t>
      </w:r>
      <w:r w:rsidR="007D6C9B">
        <w:rPr>
          <w:rtl/>
        </w:rPr>
        <w:t xml:space="preserve">ں </w:t>
      </w:r>
      <w:r>
        <w:rPr>
          <w:rtl/>
        </w:rPr>
        <w:t>كى يہ بارش اس قدر تيز اور پے درپے تھى كہ گويا پتھرايك دوسرے پر سوار تھے _ليكن يہ معمولى پتھرنہ تھے بلكہ تيرے پروردگار كے يہا</w:t>
      </w:r>
      <w:r w:rsidR="007D6C9B">
        <w:rPr>
          <w:rtl/>
        </w:rPr>
        <w:t xml:space="preserve">ں </w:t>
      </w:r>
      <w:r>
        <w:rPr>
          <w:rtl/>
        </w:rPr>
        <w:t>معين اور مخصوص تھے ''مسومة عند ربك ''_ البتہ يہ تصور نہ كري</w:t>
      </w:r>
      <w:r w:rsidR="007D6C9B">
        <w:rPr>
          <w:rtl/>
        </w:rPr>
        <w:t xml:space="preserve">ں </w:t>
      </w:r>
      <w:r>
        <w:rPr>
          <w:rtl/>
        </w:rPr>
        <w:t>كہ يہ پتھر قوم لوط كے ساتھ ہى مخصوص تھے بلكہ'' يہ كسى ظالم قوم اور جمعيت سے دور نہي</w:t>
      </w:r>
      <w:r w:rsidR="007D6C9B">
        <w:rPr>
          <w:rtl/>
        </w:rPr>
        <w:t xml:space="preserve">ں </w:t>
      </w:r>
      <w:r>
        <w:rPr>
          <w:rtl/>
        </w:rPr>
        <w:t>ہي</w:t>
      </w:r>
      <w:r w:rsidR="007D6C9B">
        <w:rPr>
          <w:rtl/>
        </w:rPr>
        <w:t xml:space="preserve">ں </w:t>
      </w:r>
      <w:r>
        <w:rPr>
          <w:rtl/>
        </w:rPr>
        <w:t xml:space="preserve">_ ''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 xml:space="preserve">اس بے راہ روااور منحرف قوم نے اپنے اوپر بھى ظلم كيا اور اپنے معاشرے پر بھى وہ اپنى قوم كى تقدير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ہود آيت </w:t>
      </w:r>
      <w:r w:rsidR="00E664BB">
        <w:rPr>
          <w:rtl/>
        </w:rPr>
        <w:t>81</w:t>
      </w:r>
      <w:r>
        <w:rPr>
          <w:rtl/>
        </w:rPr>
        <w:t xml:space="preserve"> </w:t>
      </w:r>
    </w:p>
    <w:p w:rsidR="00DE2D7F" w:rsidRDefault="00DE2D7F" w:rsidP="00D07B54">
      <w:pPr>
        <w:pStyle w:val="libFootnote"/>
        <w:rPr>
          <w:rtl/>
        </w:rPr>
      </w:pPr>
      <w:r>
        <w:rPr>
          <w:rtl/>
        </w:rPr>
        <w:t>(</w:t>
      </w:r>
      <w:r w:rsidR="00E664BB">
        <w:rPr>
          <w:rtl/>
        </w:rPr>
        <w:t>2</w:t>
      </w:r>
      <w:r>
        <w:rPr>
          <w:rtl/>
        </w:rPr>
        <w:t xml:space="preserve">)سورہ ہود آيت </w:t>
      </w:r>
      <w:r w:rsidR="00E664BB">
        <w:rPr>
          <w:rtl/>
        </w:rPr>
        <w:t>81</w:t>
      </w:r>
      <w:r>
        <w:rPr>
          <w:rtl/>
        </w:rPr>
        <w:t xml:space="preserve"> </w:t>
      </w:r>
    </w:p>
    <w:p w:rsidR="00DE2D7F" w:rsidRDefault="00DE2D7F" w:rsidP="00D07B54">
      <w:pPr>
        <w:pStyle w:val="libFootnote"/>
        <w:rPr>
          <w:rtl/>
        </w:rPr>
      </w:pPr>
      <w:r>
        <w:rPr>
          <w:rtl/>
        </w:rPr>
        <w:t>(</w:t>
      </w:r>
      <w:r w:rsidR="00E664BB">
        <w:rPr>
          <w:rtl/>
        </w:rPr>
        <w:t>3</w:t>
      </w:r>
      <w:r>
        <w:rPr>
          <w:rtl/>
        </w:rPr>
        <w:t xml:space="preserve">)سورہ ہود آيت </w:t>
      </w:r>
      <w:r w:rsidR="00E664BB">
        <w:rPr>
          <w:rtl/>
        </w:rPr>
        <w:t>82</w:t>
      </w:r>
      <w:r>
        <w:rPr>
          <w:rtl/>
        </w:rPr>
        <w:t xml:space="preserve"> </w:t>
      </w:r>
    </w:p>
    <w:p w:rsidR="00DE2D7F" w:rsidRDefault="00DE2D7F" w:rsidP="00D07B54">
      <w:pPr>
        <w:pStyle w:val="libFootnote"/>
        <w:rPr>
          <w:rtl/>
        </w:rPr>
      </w:pPr>
      <w:r>
        <w:rPr>
          <w:rtl/>
        </w:rPr>
        <w:t>(</w:t>
      </w:r>
      <w:r w:rsidR="00E664BB">
        <w:rPr>
          <w:rtl/>
        </w:rPr>
        <w:t>4</w:t>
      </w:r>
      <w:r>
        <w:rPr>
          <w:rtl/>
        </w:rPr>
        <w:t xml:space="preserve">)سورہ ہود آيت </w:t>
      </w:r>
      <w:r w:rsidR="00E664BB">
        <w:rPr>
          <w:rtl/>
        </w:rPr>
        <w:t>83</w:t>
      </w:r>
      <w:r>
        <w:rPr>
          <w:rtl/>
        </w:rPr>
        <w:t xml:space="preserve"> </w:t>
      </w:r>
    </w:p>
    <w:p w:rsidR="00633B6B" w:rsidRDefault="001648F9" w:rsidP="00D07B54">
      <w:pPr>
        <w:pStyle w:val="libNormal"/>
        <w:rPr>
          <w:rtl/>
        </w:rPr>
      </w:pPr>
      <w:r>
        <w:rPr>
          <w:rtl/>
        </w:rPr>
        <w:t xml:space="preserve"> </w:t>
      </w:r>
      <w:r>
        <w:rPr>
          <w:rtl/>
        </w:rPr>
        <w:br w:type="page"/>
      </w:r>
    </w:p>
    <w:p w:rsidR="00633B6B" w:rsidRDefault="00633B6B" w:rsidP="00D07B54">
      <w:pPr>
        <w:pStyle w:val="libNormal"/>
        <w:rPr>
          <w:rtl/>
        </w:rPr>
      </w:pPr>
    </w:p>
    <w:p w:rsidR="00DE2D7F" w:rsidRDefault="00DE2D7F" w:rsidP="00D07B54">
      <w:pPr>
        <w:pStyle w:val="libNormal"/>
        <w:rPr>
          <w:rtl/>
        </w:rPr>
      </w:pPr>
      <w:r>
        <w:rPr>
          <w:rtl/>
        </w:rPr>
        <w:t>سے بھى كھيلے اور انسانى ايمان واخلاق كا بھى مذاق اڑايا ،جب ان كے ہمدرد رہبر نے داد وفرياد كى تو انہو</w:t>
      </w:r>
      <w:r w:rsidR="007D6C9B">
        <w:rPr>
          <w:rtl/>
        </w:rPr>
        <w:t xml:space="preserve">ں </w:t>
      </w:r>
      <w:r>
        <w:rPr>
          <w:rtl/>
        </w:rPr>
        <w:t>نے كان نہ دھرے اور تمسخركيا اعلى ڈھٹائي ، بے شرمى اور بے حيائي يہا</w:t>
      </w:r>
      <w:r w:rsidR="007D6C9B">
        <w:rPr>
          <w:rtl/>
        </w:rPr>
        <w:t xml:space="preserve">ں </w:t>
      </w:r>
      <w:r>
        <w:rPr>
          <w:rtl/>
        </w:rPr>
        <w:t>تك آپہنچى كہ وہ اپنے رہبر كے مہمانو</w:t>
      </w:r>
      <w:r w:rsidR="007D6C9B">
        <w:rPr>
          <w:rtl/>
        </w:rPr>
        <w:t xml:space="preserve">ں </w:t>
      </w:r>
      <w:r>
        <w:rPr>
          <w:rtl/>
        </w:rPr>
        <w:t xml:space="preserve">كى حرمت وعزت پر تجاوز كے لئے بھى اٹھ كھڑے ہوئے _ </w:t>
      </w:r>
    </w:p>
    <w:p w:rsidR="00DE2D7F" w:rsidRDefault="00DE2D7F" w:rsidP="00D07B54">
      <w:pPr>
        <w:pStyle w:val="libNormal"/>
        <w:rPr>
          <w:rtl/>
        </w:rPr>
      </w:pPr>
      <w:r>
        <w:rPr>
          <w:rtl/>
        </w:rPr>
        <w:t>يہ وہ لوگ تھے كہ جنہو</w:t>
      </w:r>
      <w:r w:rsidR="007D6C9B">
        <w:rPr>
          <w:rtl/>
        </w:rPr>
        <w:t xml:space="preserve">ں </w:t>
      </w:r>
      <w:r>
        <w:rPr>
          <w:rtl/>
        </w:rPr>
        <w:t>نے ہر چيز كو الٹ كر ركھ ديا ان كے شہرو</w:t>
      </w:r>
      <w:r w:rsidR="007D6C9B">
        <w:rPr>
          <w:rtl/>
        </w:rPr>
        <w:t xml:space="preserve">ں </w:t>
      </w:r>
      <w:r>
        <w:rPr>
          <w:rtl/>
        </w:rPr>
        <w:t>كو بھى الٹ جانا چاہئے تھا فقط يہى نہي</w:t>
      </w:r>
      <w:r w:rsidR="007D6C9B">
        <w:rPr>
          <w:rtl/>
        </w:rPr>
        <w:t xml:space="preserve">ں </w:t>
      </w:r>
      <w:r>
        <w:rPr>
          <w:rtl/>
        </w:rPr>
        <w:t>كہ ان كے شہرتباہ وبرباد ہوجاتے بلكہ ان پر پتھرو</w:t>
      </w:r>
      <w:r w:rsidR="007D6C9B">
        <w:rPr>
          <w:rtl/>
        </w:rPr>
        <w:t xml:space="preserve">ں </w:t>
      </w:r>
      <w:r>
        <w:rPr>
          <w:rtl/>
        </w:rPr>
        <w:t>كى بارش بھى ہونا چاہئے تھى تاكہ ان كے آخرى آثار حيات بھى درہم وبرہم ہوجائي</w:t>
      </w:r>
      <w:r w:rsidR="007D6C9B">
        <w:rPr>
          <w:rtl/>
        </w:rPr>
        <w:t xml:space="preserve">ں </w:t>
      </w:r>
      <w:r>
        <w:rPr>
          <w:rtl/>
        </w:rPr>
        <w:t>اور وہ ان پتھرو</w:t>
      </w:r>
      <w:r w:rsidR="007D6C9B">
        <w:rPr>
          <w:rtl/>
        </w:rPr>
        <w:t xml:space="preserve">ں </w:t>
      </w:r>
      <w:r>
        <w:rPr>
          <w:rtl/>
        </w:rPr>
        <w:t>مي</w:t>
      </w:r>
      <w:r w:rsidR="007D6C9B">
        <w:rPr>
          <w:rtl/>
        </w:rPr>
        <w:t xml:space="preserve">ں </w:t>
      </w:r>
      <w:r>
        <w:rPr>
          <w:rtl/>
        </w:rPr>
        <w:t>دفن ہوجائي</w:t>
      </w:r>
      <w:r w:rsidR="007D6C9B">
        <w:rPr>
          <w:rtl/>
        </w:rPr>
        <w:t xml:space="preserve">ں </w:t>
      </w:r>
      <w:r>
        <w:rPr>
          <w:rtl/>
        </w:rPr>
        <w:t>اس سے كہ ان كا نام ونشان اس سرزمين مي</w:t>
      </w:r>
      <w:r w:rsidR="007D6C9B">
        <w:rPr>
          <w:rtl/>
        </w:rPr>
        <w:t xml:space="preserve">ں </w:t>
      </w:r>
      <w:r>
        <w:rPr>
          <w:rtl/>
        </w:rPr>
        <w:t>نظر نہ آئے، صرف وحشت ناك ، تباہ وبرباد بيابان ، خاموش قبرستان اور پتھرو</w:t>
      </w:r>
      <w:r w:rsidR="007D6C9B">
        <w:rPr>
          <w:rtl/>
        </w:rPr>
        <w:t xml:space="preserve">ں </w:t>
      </w:r>
      <w:r>
        <w:rPr>
          <w:rtl/>
        </w:rPr>
        <w:t>مي</w:t>
      </w:r>
      <w:r w:rsidR="007D6C9B">
        <w:rPr>
          <w:rtl/>
        </w:rPr>
        <w:t xml:space="preserve">ں </w:t>
      </w:r>
      <w:r>
        <w:rPr>
          <w:rtl/>
        </w:rPr>
        <w:t>دبے ہو ئے مردو</w:t>
      </w:r>
      <w:r w:rsidR="007D6C9B">
        <w:rPr>
          <w:rtl/>
        </w:rPr>
        <w:t xml:space="preserve">ں </w:t>
      </w:r>
      <w:r>
        <w:rPr>
          <w:rtl/>
        </w:rPr>
        <w:t>كے علاوہ ان مي</w:t>
      </w:r>
      <w:r w:rsidR="007D6C9B">
        <w:rPr>
          <w:rtl/>
        </w:rPr>
        <w:t xml:space="preserve">ں </w:t>
      </w:r>
      <w:r>
        <w:rPr>
          <w:rtl/>
        </w:rPr>
        <w:t xml:space="preserve">كچھ باقى نہ رہے _ </w:t>
      </w:r>
    </w:p>
    <w:p w:rsidR="00DE2D7F" w:rsidRDefault="00DE2D7F" w:rsidP="00D07B54">
      <w:pPr>
        <w:pStyle w:val="libNormal"/>
        <w:rPr>
          <w:rtl/>
        </w:rPr>
      </w:pPr>
      <w:r>
        <w:rPr>
          <w:rtl/>
        </w:rPr>
        <w:t>كيا صرف قوم لوط(ع) كو يہ سزا ملنى چاہئے نہي</w:t>
      </w:r>
      <w:r w:rsidR="007D6C9B">
        <w:rPr>
          <w:rtl/>
        </w:rPr>
        <w:t xml:space="preserve">ں </w:t>
      </w:r>
      <w:r>
        <w:rPr>
          <w:rtl/>
        </w:rPr>
        <w:t>، يقينا ہر گز نہي</w:t>
      </w:r>
      <w:r w:rsidR="007D6C9B">
        <w:rPr>
          <w:rtl/>
        </w:rPr>
        <w:t xml:space="preserve">ں </w:t>
      </w:r>
      <w:r>
        <w:rPr>
          <w:rtl/>
        </w:rPr>
        <w:t>بلكہ ہر منحرف گروہ اور ستم پيشہ قوم كے لئے ايسا ہى انجام انتظار مي</w:t>
      </w:r>
      <w:r w:rsidR="007D6C9B">
        <w:rPr>
          <w:rtl/>
        </w:rPr>
        <w:t xml:space="preserve">ں </w:t>
      </w:r>
      <w:r>
        <w:rPr>
          <w:rtl/>
        </w:rPr>
        <w:t>ہے كبھى سنگريزو</w:t>
      </w:r>
      <w:r w:rsidR="007D6C9B">
        <w:rPr>
          <w:rtl/>
        </w:rPr>
        <w:t xml:space="preserve">ں </w:t>
      </w:r>
      <w:r>
        <w:rPr>
          <w:rtl/>
        </w:rPr>
        <w:t>كى بارش كے نيچے ، كبھى آگ اگلتے بمو</w:t>
      </w:r>
      <w:r w:rsidR="007D6C9B">
        <w:rPr>
          <w:rtl/>
        </w:rPr>
        <w:t xml:space="preserve">ں </w:t>
      </w:r>
      <w:r>
        <w:rPr>
          <w:rtl/>
        </w:rPr>
        <w:t>كے نيچے اور كبھى معاشرے كے لئے تباہ كن اختلافات كے تحت خلاصہ يہ كہ ہر ستمگر كو كسى نہ كسى صورت مي</w:t>
      </w:r>
      <w:r w:rsidR="007D6C9B">
        <w:rPr>
          <w:rtl/>
        </w:rPr>
        <w:t xml:space="preserve">ں </w:t>
      </w:r>
      <w:r>
        <w:rPr>
          <w:rtl/>
        </w:rPr>
        <w:t xml:space="preserve">ايسے عذاب سے دوچار ہونا پڑے گا _ </w:t>
      </w:r>
    </w:p>
    <w:p w:rsidR="00633B6B" w:rsidRDefault="00DE2D7F" w:rsidP="00D07B54">
      <w:pPr>
        <w:pStyle w:val="Heading2Center"/>
        <w:rPr>
          <w:rtl/>
        </w:rPr>
      </w:pPr>
      <w:bookmarkStart w:id="122" w:name="_Toc7268519"/>
      <w:r>
        <w:rPr>
          <w:rtl/>
        </w:rPr>
        <w:t>صبح كے وقت نزول عذاب كيو</w:t>
      </w:r>
      <w:r w:rsidR="007D6C9B">
        <w:rPr>
          <w:rtl/>
        </w:rPr>
        <w:t xml:space="preserve">ں </w:t>
      </w:r>
      <w:r>
        <w:rPr>
          <w:rtl/>
        </w:rPr>
        <w:t>؟</w:t>
      </w:r>
      <w:bookmarkEnd w:id="122"/>
    </w:p>
    <w:p w:rsidR="00DE2D7F" w:rsidRDefault="00DE2D7F" w:rsidP="00D07B54">
      <w:pPr>
        <w:pStyle w:val="libNormal"/>
        <w:rPr>
          <w:rtl/>
        </w:rPr>
      </w:pPr>
      <w:r>
        <w:rPr>
          <w:rtl/>
        </w:rPr>
        <w:t xml:space="preserve"> يہا</w:t>
      </w:r>
      <w:r w:rsidR="007D6C9B">
        <w:rPr>
          <w:rtl/>
        </w:rPr>
        <w:t xml:space="preserve">ں </w:t>
      </w:r>
      <w:r>
        <w:rPr>
          <w:rtl/>
        </w:rPr>
        <w:t>پر ذہن مي</w:t>
      </w:r>
      <w:r w:rsidR="007D6C9B">
        <w:rPr>
          <w:rtl/>
        </w:rPr>
        <w:t xml:space="preserve">ں </w:t>
      </w:r>
      <w:r>
        <w:rPr>
          <w:rtl/>
        </w:rPr>
        <w:t>يہ سوال پيدا ہوتاہے كہ نزول عذاب كےلئے صبح كا وقت كيو</w:t>
      </w:r>
      <w:r w:rsidR="007D6C9B">
        <w:rPr>
          <w:rtl/>
        </w:rPr>
        <w:t xml:space="preserve">ں </w:t>
      </w:r>
      <w:r>
        <w:rPr>
          <w:rtl/>
        </w:rPr>
        <w:t>منتخب كيا گيا رات كے وقت ہى عذاب كيو</w:t>
      </w:r>
      <w:r w:rsidR="007D6C9B">
        <w:rPr>
          <w:rtl/>
        </w:rPr>
        <w:t xml:space="preserve">ں </w:t>
      </w:r>
      <w:r>
        <w:rPr>
          <w:rtl/>
        </w:rPr>
        <w:t>نازل نہي</w:t>
      </w:r>
      <w:r w:rsidR="007D6C9B">
        <w:rPr>
          <w:rtl/>
        </w:rPr>
        <w:t xml:space="preserve">ں </w:t>
      </w:r>
      <w:r>
        <w:rPr>
          <w:rtl/>
        </w:rPr>
        <w:t xml:space="preserve">ہوا ؟ </w:t>
      </w:r>
    </w:p>
    <w:p w:rsidR="00DE2D7F" w:rsidRDefault="00DE2D7F" w:rsidP="00D07B54">
      <w:pPr>
        <w:pStyle w:val="libNormal"/>
        <w:rPr>
          <w:rtl/>
        </w:rPr>
      </w:pPr>
      <w:r>
        <w:rPr>
          <w:rtl/>
        </w:rPr>
        <w:t>ايسا اس لئے تھا كہ جب حضرت لوط(ع) كے گھر پر چڑھ آنے والے افراد اندھے ہوگئے اور قوم كے پاس لوٹ كر گئے اور واقعہ بيان كيا تو وہ كچھ غور وفكر كرنے لگے، معاملہ كيا ہے خدانے صبح تك انہي</w:t>
      </w:r>
      <w:r w:rsidR="007D6C9B">
        <w:rPr>
          <w:rtl/>
        </w:rPr>
        <w:t xml:space="preserve">ں </w:t>
      </w:r>
      <w:r>
        <w:rPr>
          <w:rtl/>
        </w:rPr>
        <w:t>مہلت دى كہ شايد بيدار ہوجائي</w:t>
      </w:r>
      <w:r w:rsidR="007D6C9B">
        <w:rPr>
          <w:rtl/>
        </w:rPr>
        <w:t xml:space="preserve">ں </w:t>
      </w:r>
      <w:r>
        <w:rPr>
          <w:rtl/>
        </w:rPr>
        <w:t>اور اس كى بارگاہ كى طرف رجوع كري</w:t>
      </w:r>
      <w:r w:rsidR="007D6C9B">
        <w:rPr>
          <w:rtl/>
        </w:rPr>
        <w:t xml:space="preserve">ں </w:t>
      </w:r>
      <w:r>
        <w:rPr>
          <w:rtl/>
        </w:rPr>
        <w:t>اور توبہ كري</w:t>
      </w:r>
      <w:r w:rsidR="007D6C9B">
        <w:rPr>
          <w:rtl/>
        </w:rPr>
        <w:t xml:space="preserve">ں </w:t>
      </w:r>
      <w:r>
        <w:rPr>
          <w:rtl/>
        </w:rPr>
        <w:t>يا يہ كہ خدا نہي</w:t>
      </w:r>
      <w:r w:rsidR="007D6C9B">
        <w:rPr>
          <w:rtl/>
        </w:rPr>
        <w:t xml:space="preserve">ں </w:t>
      </w:r>
      <w:r>
        <w:rPr>
          <w:rtl/>
        </w:rPr>
        <w:t>چاہتا تھا كہ رات كى تاريكى مي</w:t>
      </w:r>
      <w:r w:rsidR="007D6C9B">
        <w:rPr>
          <w:rtl/>
        </w:rPr>
        <w:t xml:space="preserve">ں </w:t>
      </w:r>
      <w:r>
        <w:rPr>
          <w:rtl/>
        </w:rPr>
        <w:t>ان پر شب خون مارا جائے اسى بناء پر حكم ديا كہ صبح تك مامور عذاب سے ہاتھ روكے ركھي</w:t>
      </w:r>
      <w:r w:rsidR="007D6C9B">
        <w:rPr>
          <w:rtl/>
        </w:rPr>
        <w:t xml:space="preserve">ں </w:t>
      </w:r>
      <w:r>
        <w:rPr>
          <w:rtl/>
        </w:rPr>
        <w:t>_تفاسير مي</w:t>
      </w:r>
      <w:r w:rsidR="007D6C9B">
        <w:rPr>
          <w:rtl/>
        </w:rPr>
        <w:t xml:space="preserve">ں </w:t>
      </w:r>
      <w:r>
        <w:rPr>
          <w:rtl/>
        </w:rPr>
        <w:t>اس كے بارے مي</w:t>
      </w:r>
      <w:r w:rsidR="007D6C9B">
        <w:rPr>
          <w:rtl/>
        </w:rPr>
        <w:t xml:space="preserve">ں </w:t>
      </w:r>
      <w:r>
        <w:rPr>
          <w:rtl/>
        </w:rPr>
        <w:t>تقريباً كچھ نہي</w:t>
      </w:r>
      <w:r w:rsidR="007D6C9B">
        <w:rPr>
          <w:rtl/>
        </w:rPr>
        <w:t xml:space="preserve">ں </w:t>
      </w:r>
      <w:r>
        <w:rPr>
          <w:rtl/>
        </w:rPr>
        <w:t xml:space="preserve">لكھا گيا ليكن جو كچھ ہم نے اوپر ذكر كيا ہے وہ اس سلسلے </w:t>
      </w:r>
    </w:p>
    <w:p w:rsidR="00633B6B"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مي</w:t>
      </w:r>
      <w:r w:rsidR="007D6C9B">
        <w:rPr>
          <w:rtl/>
        </w:rPr>
        <w:t xml:space="preserve">ں </w:t>
      </w:r>
      <w:r>
        <w:rPr>
          <w:rtl/>
        </w:rPr>
        <w:t>پند قابل مطالعہ احتمالات ہي</w:t>
      </w:r>
      <w:r w:rsidR="007D6C9B">
        <w:rPr>
          <w:rtl/>
        </w:rPr>
        <w:t xml:space="preserve">ں </w:t>
      </w:r>
      <w:r>
        <w:rPr>
          <w:rtl/>
        </w:rPr>
        <w:t xml:space="preserve">_ </w:t>
      </w:r>
    </w:p>
    <w:p w:rsidR="00DE2D7F" w:rsidRDefault="00DE2D7F" w:rsidP="00D07B54">
      <w:pPr>
        <w:pStyle w:val="libNormal"/>
        <w:rPr>
          <w:rtl/>
        </w:rPr>
      </w:pPr>
    </w:p>
    <w:p w:rsidR="00633B6B" w:rsidRDefault="00DE2D7F" w:rsidP="00D07B54">
      <w:pPr>
        <w:pStyle w:val="Heading2Center"/>
        <w:rPr>
          <w:rtl/>
        </w:rPr>
      </w:pPr>
      <w:bookmarkStart w:id="123" w:name="_Toc7268520"/>
      <w:r>
        <w:rPr>
          <w:rtl/>
        </w:rPr>
        <w:t>زيرو زبركيو</w:t>
      </w:r>
      <w:r w:rsidR="007D6C9B">
        <w:rPr>
          <w:rtl/>
        </w:rPr>
        <w:t xml:space="preserve">ں </w:t>
      </w:r>
      <w:r>
        <w:rPr>
          <w:rtl/>
        </w:rPr>
        <w:t>كيا گيا</w:t>
      </w:r>
      <w:bookmarkEnd w:id="123"/>
      <w:r>
        <w:rPr>
          <w:rtl/>
        </w:rPr>
        <w:t xml:space="preserve"> </w:t>
      </w:r>
    </w:p>
    <w:p w:rsidR="00DE2D7F" w:rsidRDefault="00DE2D7F" w:rsidP="00D07B54">
      <w:pPr>
        <w:pStyle w:val="libNormal"/>
        <w:rPr>
          <w:rtl/>
        </w:rPr>
      </w:pPr>
      <w:r>
        <w:rPr>
          <w:rtl/>
        </w:rPr>
        <w:t>ہم كہہ چكے ہي</w:t>
      </w:r>
      <w:r w:rsidR="007D6C9B">
        <w:rPr>
          <w:rtl/>
        </w:rPr>
        <w:t xml:space="preserve">ں </w:t>
      </w:r>
      <w:r>
        <w:rPr>
          <w:rtl/>
        </w:rPr>
        <w:t>كہ چكے ہي</w:t>
      </w:r>
      <w:r w:rsidR="007D6C9B">
        <w:rPr>
          <w:rtl/>
        </w:rPr>
        <w:t xml:space="preserve">ں </w:t>
      </w:r>
      <w:r>
        <w:rPr>
          <w:rtl/>
        </w:rPr>
        <w:t>كہ عذاب كى گناہ سے كچھ نہ كچھ مناسبت ہونا چاہئے، اس قوم نے انحراف جنسى كے ذريعہ چونكہ ہر چيز كوالٹ پلٹ كرديا تھا لہذا خدا نے بھى ان شہرو</w:t>
      </w:r>
      <w:r w:rsidR="007D6C9B">
        <w:rPr>
          <w:rtl/>
        </w:rPr>
        <w:t xml:space="preserve">ں </w:t>
      </w:r>
      <w:r>
        <w:rPr>
          <w:rtl/>
        </w:rPr>
        <w:t>كو زيرو زبر كرديا اور چونكہ روايات كے مطابق ان كے منہ سے ہميشہ ركيك اور گندى گندگى كى بارش ہوتى تھى لہذا خدانے بھى ان پر پتھرو</w:t>
      </w:r>
      <w:r w:rsidR="007D6C9B">
        <w:rPr>
          <w:rtl/>
        </w:rPr>
        <w:t xml:space="preserve">ں </w:t>
      </w:r>
      <w:r>
        <w:rPr>
          <w:rtl/>
        </w:rPr>
        <w:t xml:space="preserve">كى بارش برسائي _ </w:t>
      </w:r>
    </w:p>
    <w:p w:rsidR="00DE2D7F" w:rsidRDefault="00DE2D7F" w:rsidP="00D07B54">
      <w:pPr>
        <w:pStyle w:val="libNormal"/>
        <w:rPr>
          <w:rtl/>
        </w:rPr>
      </w:pPr>
      <w:r>
        <w:rPr>
          <w:rtl/>
        </w:rPr>
        <w:t>جس نكتے كا ہم آخر مي</w:t>
      </w:r>
      <w:r w:rsidR="007D6C9B">
        <w:rPr>
          <w:rtl/>
        </w:rPr>
        <w:t xml:space="preserve">ں </w:t>
      </w:r>
      <w:r>
        <w:rPr>
          <w:rtl/>
        </w:rPr>
        <w:t>ذكر ضرورى سمجھتے ہي</w:t>
      </w:r>
      <w:r w:rsidR="007D6C9B">
        <w:rPr>
          <w:rtl/>
        </w:rPr>
        <w:t xml:space="preserve">ں </w:t>
      </w:r>
      <w:r>
        <w:rPr>
          <w:rtl/>
        </w:rPr>
        <w:t>وہ يہ ہے كہ جنسى انحراف كى طرف افراد كے ميلان كے بہت سے علل واسباب ہي</w:t>
      </w:r>
      <w:r w:rsidR="007D6C9B">
        <w:rPr>
          <w:rtl/>
        </w:rPr>
        <w:t xml:space="preserve">ں </w:t>
      </w:r>
      <w:r>
        <w:rPr>
          <w:rtl/>
        </w:rPr>
        <w:t>يہا</w:t>
      </w:r>
      <w:r w:rsidR="007D6C9B">
        <w:rPr>
          <w:rtl/>
        </w:rPr>
        <w:t xml:space="preserve">ں </w:t>
      </w:r>
      <w:r>
        <w:rPr>
          <w:rtl/>
        </w:rPr>
        <w:t>تك كہ بعض اوقات ما</w:t>
      </w:r>
      <w:r w:rsidR="007D6C9B">
        <w:rPr>
          <w:rtl/>
        </w:rPr>
        <w:t xml:space="preserve">ں </w:t>
      </w:r>
      <w:r>
        <w:rPr>
          <w:rtl/>
        </w:rPr>
        <w:t xml:space="preserve">باپ كا اپنى اولاد سے سلوك يا ہم جنس اولاد كى نگرانى نہ كرنا ، ان كے طرز معاشرت اور ايك ہى جگہ پر سونا وغيرہ بھى ہوسكتا ہے اس آلودگى كا ايك عامل بن جائے _ </w:t>
      </w:r>
    </w:p>
    <w:p w:rsidR="00DE2D7F" w:rsidRDefault="00DE2D7F" w:rsidP="00D07B54">
      <w:pPr>
        <w:pStyle w:val="libNormal"/>
        <w:rPr>
          <w:rtl/>
        </w:rPr>
      </w:pPr>
      <w:r>
        <w:rPr>
          <w:rtl/>
        </w:rPr>
        <w:t>بعض اوقات ممكن ہے كہ اس انحراف سے ايك اور اخلاقى انحراف جنم لے لے، يہ امر قابل توجہ ہے كہ قوم لوط كے حالات مي</w:t>
      </w:r>
      <w:r w:rsidR="007D6C9B">
        <w:rPr>
          <w:rtl/>
        </w:rPr>
        <w:t xml:space="preserve">ں </w:t>
      </w:r>
      <w:r>
        <w:rPr>
          <w:rtl/>
        </w:rPr>
        <w:t>ہے كہ ان كے اس گناہ مي</w:t>
      </w:r>
      <w:r w:rsidR="007D6C9B">
        <w:rPr>
          <w:rtl/>
        </w:rPr>
        <w:t xml:space="preserve">ں </w:t>
      </w:r>
      <w:r>
        <w:rPr>
          <w:rtl/>
        </w:rPr>
        <w:t>آلودہ ہونے كا ايك سبب يہ تھا كہ وہ بخيل اور كنجوس لوگ تھے اور چونكہ ان كے شہر شام جانے والے قافلو</w:t>
      </w:r>
      <w:r w:rsidR="007D6C9B">
        <w:rPr>
          <w:rtl/>
        </w:rPr>
        <w:t xml:space="preserve">ں </w:t>
      </w:r>
      <w:r>
        <w:rPr>
          <w:rtl/>
        </w:rPr>
        <w:t>كے راستے مي</w:t>
      </w:r>
      <w:r w:rsidR="007D6C9B">
        <w:rPr>
          <w:rtl/>
        </w:rPr>
        <w:t xml:space="preserve">ں </w:t>
      </w:r>
      <w:r>
        <w:rPr>
          <w:rtl/>
        </w:rPr>
        <w:t>پڑتے تھے اور وہ نہي</w:t>
      </w:r>
      <w:r w:rsidR="007D6C9B">
        <w:rPr>
          <w:rtl/>
        </w:rPr>
        <w:t xml:space="preserve">ں </w:t>
      </w:r>
      <w:r>
        <w:rPr>
          <w:rtl/>
        </w:rPr>
        <w:t>چاہتے تھے كہ مہمانو</w:t>
      </w:r>
      <w:r w:rsidR="007D6C9B">
        <w:rPr>
          <w:rtl/>
        </w:rPr>
        <w:t xml:space="preserve">ں </w:t>
      </w:r>
      <w:r>
        <w:rPr>
          <w:rtl/>
        </w:rPr>
        <w:t>اور مسافرو</w:t>
      </w:r>
      <w:r w:rsidR="007D6C9B">
        <w:rPr>
          <w:rtl/>
        </w:rPr>
        <w:t xml:space="preserve">ں </w:t>
      </w:r>
      <w:r>
        <w:rPr>
          <w:rtl/>
        </w:rPr>
        <w:t>كى پذيرائي كري</w:t>
      </w:r>
      <w:r w:rsidR="007D6C9B">
        <w:rPr>
          <w:rtl/>
        </w:rPr>
        <w:t xml:space="preserve">ں </w:t>
      </w:r>
      <w:r>
        <w:rPr>
          <w:rtl/>
        </w:rPr>
        <w:t>لہذا ابتداء مي</w:t>
      </w:r>
      <w:r w:rsidR="007D6C9B">
        <w:rPr>
          <w:rtl/>
        </w:rPr>
        <w:t xml:space="preserve">ں </w:t>
      </w:r>
      <w:r>
        <w:rPr>
          <w:rtl/>
        </w:rPr>
        <w:t>وہ اس طرح ظاہر كرتے تھے كہ وہ چاہتے تھے كہ مہمانو</w:t>
      </w:r>
      <w:r w:rsidR="007D6C9B">
        <w:rPr>
          <w:rtl/>
        </w:rPr>
        <w:t xml:space="preserve">ں </w:t>
      </w:r>
      <w:r>
        <w:rPr>
          <w:rtl/>
        </w:rPr>
        <w:t>اور مسافرو</w:t>
      </w:r>
      <w:r w:rsidR="007D6C9B">
        <w:rPr>
          <w:rtl/>
        </w:rPr>
        <w:t xml:space="preserve">ں </w:t>
      </w:r>
      <w:r>
        <w:rPr>
          <w:rtl/>
        </w:rPr>
        <w:t>كو اپنے سے دور بھگائي</w:t>
      </w:r>
      <w:r w:rsidR="007D6C9B">
        <w:rPr>
          <w:rtl/>
        </w:rPr>
        <w:t xml:space="preserve">ں </w:t>
      </w:r>
      <w:r>
        <w:rPr>
          <w:rtl/>
        </w:rPr>
        <w:t>ليكن تدريجاًيہ عمل ان كى عادت بن گيا اور انحراف جنسى كے ميلانات آہستہ آہستہ ان كے وجود مي</w:t>
      </w:r>
      <w:r w:rsidR="007D6C9B">
        <w:rPr>
          <w:rtl/>
        </w:rPr>
        <w:t xml:space="preserve">ں </w:t>
      </w:r>
      <w:r>
        <w:rPr>
          <w:rtl/>
        </w:rPr>
        <w:t>بيدار ہوگئے اور معاملہ يہا</w:t>
      </w:r>
      <w:r w:rsidR="007D6C9B">
        <w:rPr>
          <w:rtl/>
        </w:rPr>
        <w:t xml:space="preserve">ں </w:t>
      </w:r>
      <w:r>
        <w:rPr>
          <w:rtl/>
        </w:rPr>
        <w:t>تك جاپہنچا كہ وہ سرسے لے كر پائو</w:t>
      </w:r>
      <w:r w:rsidR="007D6C9B">
        <w:rPr>
          <w:rtl/>
        </w:rPr>
        <w:t xml:space="preserve">ں </w:t>
      </w:r>
      <w:r>
        <w:rPr>
          <w:rtl/>
        </w:rPr>
        <w:t>تك اس مي</w:t>
      </w:r>
      <w:r w:rsidR="007D6C9B">
        <w:rPr>
          <w:rtl/>
        </w:rPr>
        <w:t xml:space="preserve">ں </w:t>
      </w:r>
      <w:r>
        <w:rPr>
          <w:rtl/>
        </w:rPr>
        <w:t>آلودہ ہوگئے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يہا</w:t>
      </w:r>
      <w:r w:rsidR="007D6C9B">
        <w:rPr>
          <w:rtl/>
        </w:rPr>
        <w:t xml:space="preserve">ں </w:t>
      </w:r>
      <w:r>
        <w:rPr>
          <w:rtl/>
        </w:rPr>
        <w:t>تك كے فضول قسم كا مذاق جو كبھى كبھى لڑكو</w:t>
      </w:r>
      <w:r w:rsidR="007D6C9B">
        <w:rPr>
          <w:rtl/>
        </w:rPr>
        <w:t xml:space="preserve">ں </w:t>
      </w:r>
      <w:r>
        <w:rPr>
          <w:rtl/>
        </w:rPr>
        <w:t>كے درميان اپنے ہم جنسو</w:t>
      </w:r>
      <w:r w:rsidR="007D6C9B">
        <w:rPr>
          <w:rtl/>
        </w:rPr>
        <w:t xml:space="preserve">ں </w:t>
      </w:r>
      <w:r>
        <w:rPr>
          <w:rtl/>
        </w:rPr>
        <w:t>كے بارے مي</w:t>
      </w:r>
      <w:r w:rsidR="007D6C9B">
        <w:rPr>
          <w:rtl/>
        </w:rPr>
        <w:t xml:space="preserve">ں </w:t>
      </w:r>
      <w:r>
        <w:rPr>
          <w:rtl/>
        </w:rPr>
        <w:t xml:space="preserve">ہوتا ہے بعض اوقات ان انحرافات كى طرف كھينچ لے جانے كا سبب بن جاتاہے _ </w:t>
      </w:r>
    </w:p>
    <w:p w:rsidR="00633B6B" w:rsidRDefault="001648F9" w:rsidP="00D07B54">
      <w:pPr>
        <w:pStyle w:val="libNormal"/>
        <w:rPr>
          <w:rtl/>
        </w:rPr>
      </w:pPr>
      <w:r>
        <w:rPr>
          <w:rtl/>
        </w:rPr>
        <w:t xml:space="preserve"> </w:t>
      </w:r>
      <w:r>
        <w:rPr>
          <w:rtl/>
        </w:rPr>
        <w:br w:type="page"/>
      </w:r>
    </w:p>
    <w:p w:rsidR="00633B6B" w:rsidRDefault="00633B6B" w:rsidP="00D07B54">
      <w:pPr>
        <w:pStyle w:val="libNormal"/>
        <w:rPr>
          <w:rtl/>
        </w:rPr>
      </w:pPr>
    </w:p>
    <w:p w:rsidR="00633B6B" w:rsidRDefault="00DE2D7F" w:rsidP="00D07B54">
      <w:pPr>
        <w:pStyle w:val="Heading2Center"/>
        <w:rPr>
          <w:rtl/>
        </w:rPr>
      </w:pPr>
      <w:bookmarkStart w:id="124" w:name="_Toc7268521"/>
      <w:r>
        <w:rPr>
          <w:rtl/>
        </w:rPr>
        <w:t>قوم لوط(ع) كا اخلاق</w:t>
      </w:r>
      <w:bookmarkEnd w:id="124"/>
      <w:r>
        <w:rPr>
          <w:rtl/>
        </w:rPr>
        <w:t xml:space="preserve"> </w:t>
      </w:r>
    </w:p>
    <w:p w:rsidR="00DE2D7F" w:rsidRDefault="00DE2D7F" w:rsidP="00D07B54">
      <w:pPr>
        <w:pStyle w:val="libNormal"/>
        <w:rPr>
          <w:rtl/>
        </w:rPr>
      </w:pPr>
      <w:r>
        <w:rPr>
          <w:rtl/>
        </w:rPr>
        <w:t>اسلامى روايات وتواريخ مي</w:t>
      </w:r>
      <w:r w:rsidR="007D6C9B">
        <w:rPr>
          <w:rtl/>
        </w:rPr>
        <w:t xml:space="preserve">ں </w:t>
      </w:r>
      <w:r>
        <w:rPr>
          <w:rtl/>
        </w:rPr>
        <w:t xml:space="preserve">جنسى انحراف كے ساتھ ساتھ قوم لوط(ع) كے برے اور شرمناك اعمال اور گھٹيا كردار بھى بيان ہواہے _ </w:t>
      </w:r>
    </w:p>
    <w:p w:rsidR="00DE2D7F" w:rsidRDefault="00DE2D7F" w:rsidP="00D07B54">
      <w:pPr>
        <w:pStyle w:val="libNormal"/>
        <w:rPr>
          <w:rtl/>
        </w:rPr>
      </w:pPr>
      <w:r>
        <w:rPr>
          <w:rtl/>
        </w:rPr>
        <w:t>كہا گيا ہے كہ ان كى مجالس اور بيٹھكي</w:t>
      </w:r>
      <w:r w:rsidR="007D6C9B">
        <w:rPr>
          <w:rtl/>
        </w:rPr>
        <w:t xml:space="preserve">ں </w:t>
      </w:r>
      <w:r>
        <w:rPr>
          <w:rtl/>
        </w:rPr>
        <w:t>طرح طرح كے منكرات اور برے اعمال سے آلودہ تھي</w:t>
      </w:r>
      <w:r w:rsidR="007D6C9B">
        <w:rPr>
          <w:rtl/>
        </w:rPr>
        <w:t xml:space="preserve">ں </w:t>
      </w:r>
      <w:r>
        <w:rPr>
          <w:rtl/>
        </w:rPr>
        <w:t>وہ آپس مي</w:t>
      </w:r>
      <w:r w:rsidR="007D6C9B">
        <w:rPr>
          <w:rtl/>
        </w:rPr>
        <w:t xml:space="preserve">ں </w:t>
      </w:r>
      <w:r>
        <w:rPr>
          <w:rtl/>
        </w:rPr>
        <w:t>ركيك جملو</w:t>
      </w:r>
      <w:r w:rsidR="007D6C9B">
        <w:rPr>
          <w:rtl/>
        </w:rPr>
        <w:t xml:space="preserve">ں </w:t>
      </w:r>
      <w:r>
        <w:rPr>
          <w:rtl/>
        </w:rPr>
        <w:t>، فحش كلامى اور پھبتيو</w:t>
      </w:r>
      <w:r w:rsidR="007D6C9B">
        <w:rPr>
          <w:rtl/>
        </w:rPr>
        <w:t xml:space="preserve">ں </w:t>
      </w:r>
      <w:r>
        <w:rPr>
          <w:rtl/>
        </w:rPr>
        <w:t>كا تبادلہ كرتے تھے ايك دوسرے كى پشت پر مكے مارتے تھے قمار بازى كرتے تھے بچو</w:t>
      </w:r>
      <w:r w:rsidR="007D6C9B">
        <w:rPr>
          <w:rtl/>
        </w:rPr>
        <w:t xml:space="preserve">ں </w:t>
      </w:r>
      <w:r>
        <w:rPr>
          <w:rtl/>
        </w:rPr>
        <w:t>والے كھيل كھيلتے تھے گزرنے والو</w:t>
      </w:r>
      <w:r w:rsidR="007D6C9B">
        <w:rPr>
          <w:rtl/>
        </w:rPr>
        <w:t xml:space="preserve">ں </w:t>
      </w:r>
      <w:r>
        <w:rPr>
          <w:rtl/>
        </w:rPr>
        <w:t>كو كنكريا</w:t>
      </w:r>
      <w:r w:rsidR="007D6C9B">
        <w:rPr>
          <w:rtl/>
        </w:rPr>
        <w:t xml:space="preserve">ں </w:t>
      </w:r>
      <w:r>
        <w:rPr>
          <w:rtl/>
        </w:rPr>
        <w:t>مارتے تھے طرح طرح كے آلات موسيقى استعمال كرتے تھے او رلوگو</w:t>
      </w:r>
      <w:r w:rsidR="007D6C9B">
        <w:rPr>
          <w:rtl/>
        </w:rPr>
        <w:t xml:space="preserve">ں </w:t>
      </w:r>
      <w:r>
        <w:rPr>
          <w:rtl/>
        </w:rPr>
        <w:t>كے سامنے برہنہ ہو جاتے تھے اور اپنى شرمگاہو</w:t>
      </w:r>
      <w:r w:rsidR="007D6C9B">
        <w:rPr>
          <w:rtl/>
        </w:rPr>
        <w:t xml:space="preserve">ں </w:t>
      </w:r>
      <w:r>
        <w:rPr>
          <w:rtl/>
        </w:rPr>
        <w:t xml:space="preserve">كو ننگاكرديتے تھے _ </w:t>
      </w:r>
    </w:p>
    <w:p w:rsidR="00DE2D7F" w:rsidRDefault="00DE2D7F" w:rsidP="00D07B54">
      <w:pPr>
        <w:pStyle w:val="libNormal"/>
        <w:rPr>
          <w:rtl/>
        </w:rPr>
      </w:pPr>
      <w:r>
        <w:rPr>
          <w:rtl/>
        </w:rPr>
        <w:t>واضح ہے كہ اس قسم كے گندے ماحول مي</w:t>
      </w:r>
      <w:r w:rsidR="007D6C9B">
        <w:rPr>
          <w:rtl/>
        </w:rPr>
        <w:t xml:space="preserve">ں </w:t>
      </w:r>
      <w:r>
        <w:rPr>
          <w:rtl/>
        </w:rPr>
        <w:t>ہر روز انحراف اور بدى نئي شكل مي</w:t>
      </w:r>
      <w:r w:rsidR="007D6C9B">
        <w:rPr>
          <w:rtl/>
        </w:rPr>
        <w:t xml:space="preserve">ں </w:t>
      </w:r>
      <w:r>
        <w:rPr>
          <w:rtl/>
        </w:rPr>
        <w:t>رونما ہوتى ہے اور وسيع سے وسيع تر ہوتى چلى جاتى ہے ايسے ماحول مي</w:t>
      </w:r>
      <w:r w:rsidR="007D6C9B">
        <w:rPr>
          <w:rtl/>
        </w:rPr>
        <w:t xml:space="preserve">ں </w:t>
      </w:r>
      <w:r>
        <w:rPr>
          <w:rtl/>
        </w:rPr>
        <w:t>اصولى طور پر برائي كا تصور ختم ہوجاتاہے اور لوگ اس طرح سے اس راہ پر چلتے ہي</w:t>
      </w:r>
      <w:r w:rsidR="007D6C9B">
        <w:rPr>
          <w:rtl/>
        </w:rPr>
        <w:t xml:space="preserve">ں </w:t>
      </w:r>
      <w:r>
        <w:rPr>
          <w:rtl/>
        </w:rPr>
        <w:t>كہ كوئي كام ان كى نظر مي</w:t>
      </w:r>
      <w:r w:rsidR="007D6C9B">
        <w:rPr>
          <w:rtl/>
        </w:rPr>
        <w:t xml:space="preserve">ں </w:t>
      </w:r>
      <w:r>
        <w:rPr>
          <w:rtl/>
        </w:rPr>
        <w:t>برا اور قبيح نہي</w:t>
      </w:r>
      <w:r w:rsidR="007D6C9B">
        <w:rPr>
          <w:rtl/>
        </w:rPr>
        <w:t xml:space="preserve">ں </w:t>
      </w:r>
      <w:r>
        <w:rPr>
          <w:rtl/>
        </w:rPr>
        <w:t>رہتا ان سے زيادہ بد بخت وہ قومي</w:t>
      </w:r>
      <w:r w:rsidR="007D6C9B">
        <w:rPr>
          <w:rtl/>
        </w:rPr>
        <w:t xml:space="preserve">ں </w:t>
      </w:r>
      <w:r>
        <w:rPr>
          <w:rtl/>
        </w:rPr>
        <w:t>ہي</w:t>
      </w:r>
      <w:r w:rsidR="007D6C9B">
        <w:rPr>
          <w:rtl/>
        </w:rPr>
        <w:t xml:space="preserve">ں </w:t>
      </w:r>
      <w:r>
        <w:rPr>
          <w:rtl/>
        </w:rPr>
        <w:t>جو علم كى پيش رفت كے زمانے مي</w:t>
      </w:r>
      <w:r w:rsidR="007D6C9B">
        <w:rPr>
          <w:rtl/>
        </w:rPr>
        <w:t xml:space="preserve">ں </w:t>
      </w:r>
      <w:r>
        <w:rPr>
          <w:rtl/>
        </w:rPr>
        <w:t>انہى راہو</w:t>
      </w:r>
      <w:r w:rsidR="007D6C9B">
        <w:rPr>
          <w:rtl/>
        </w:rPr>
        <w:t xml:space="preserve">ں </w:t>
      </w:r>
      <w:r>
        <w:rPr>
          <w:rtl/>
        </w:rPr>
        <w:t>پر گا مزن ہي</w:t>
      </w:r>
      <w:r w:rsidR="007D6C9B">
        <w:rPr>
          <w:rtl/>
        </w:rPr>
        <w:t xml:space="preserve">ں </w:t>
      </w:r>
      <w:r>
        <w:rPr>
          <w:rtl/>
        </w:rPr>
        <w:t>،بعض اوقات تو ان كے اعمال اس قدر شرمناك اور رسوا كن ہوتے ہي</w:t>
      </w:r>
      <w:r w:rsidR="007D6C9B">
        <w:rPr>
          <w:rtl/>
        </w:rPr>
        <w:t xml:space="preserve">ں </w:t>
      </w:r>
      <w:r>
        <w:rPr>
          <w:rtl/>
        </w:rPr>
        <w:t>كہ قوم لوط كے اعمال بھول جاتے ہي</w:t>
      </w:r>
      <w:r w:rsidR="007D6C9B">
        <w:rPr>
          <w:rtl/>
        </w:rPr>
        <w:t xml:space="preserve">ں </w:t>
      </w:r>
      <w:r>
        <w:rPr>
          <w:rtl/>
        </w:rPr>
        <w:t xml:space="preserve">_ </w:t>
      </w:r>
    </w:p>
    <w:p w:rsidR="00DE2D7F" w:rsidRDefault="00DE2D7F" w:rsidP="00D07B54">
      <w:pPr>
        <w:pStyle w:val="libNormal"/>
        <w:rPr>
          <w:rtl/>
        </w:rPr>
      </w:pPr>
    </w:p>
    <w:p w:rsidR="00633B6B" w:rsidRDefault="00DE2D7F" w:rsidP="00D07B54">
      <w:pPr>
        <w:pStyle w:val="Heading2Center"/>
        <w:rPr>
          <w:rtl/>
        </w:rPr>
      </w:pPr>
      <w:bookmarkStart w:id="125" w:name="_Toc7268522"/>
      <w:r>
        <w:rPr>
          <w:rtl/>
        </w:rPr>
        <w:t>حضرت لوط (ع) كى بيوى كافرو</w:t>
      </w:r>
      <w:r w:rsidR="007D6C9B">
        <w:rPr>
          <w:rtl/>
        </w:rPr>
        <w:t xml:space="preserve">ں </w:t>
      </w:r>
      <w:r>
        <w:rPr>
          <w:rtl/>
        </w:rPr>
        <w:t>كے لئے مثال</w:t>
      </w:r>
      <w:bookmarkEnd w:id="125"/>
      <w:r>
        <w:rPr>
          <w:rtl/>
        </w:rPr>
        <w:t xml:space="preserve"> </w:t>
      </w:r>
    </w:p>
    <w:p w:rsidR="00DE2D7F" w:rsidRDefault="00DE2D7F" w:rsidP="00D07B54">
      <w:pPr>
        <w:pStyle w:val="libNormal"/>
        <w:rPr>
          <w:rtl/>
        </w:rPr>
      </w:pPr>
      <w:r>
        <w:rPr>
          <w:rtl/>
        </w:rPr>
        <w:t>قرآن مجيد مي</w:t>
      </w:r>
      <w:r w:rsidR="007D6C9B">
        <w:rPr>
          <w:rtl/>
        </w:rPr>
        <w:t xml:space="preserve">ں </w:t>
      </w:r>
      <w:r>
        <w:rPr>
          <w:rtl/>
        </w:rPr>
        <w:t>ارشاد ہوتا ہے ''خدا نے كافرو</w:t>
      </w:r>
      <w:r w:rsidR="007D6C9B">
        <w:rPr>
          <w:rtl/>
        </w:rPr>
        <w:t xml:space="preserve">ں </w:t>
      </w:r>
      <w:r>
        <w:rPr>
          <w:rtl/>
        </w:rPr>
        <w:t>كے لئے ايك مثال بيان كى ہے'' نوح عليہ السلام كى بيوى كى مثال اور لوط عليہ السلام كى بيوى كى مثال ''وہ دونو</w:t>
      </w:r>
      <w:r w:rsidR="007D6C9B">
        <w:rPr>
          <w:rtl/>
        </w:rPr>
        <w:t xml:space="preserve">ں </w:t>
      </w:r>
      <w:r>
        <w:rPr>
          <w:rtl/>
        </w:rPr>
        <w:t>ہمارے دوصالح بندو</w:t>
      </w:r>
      <w:r w:rsidR="007D6C9B">
        <w:rPr>
          <w:rtl/>
        </w:rPr>
        <w:t xml:space="preserve">ں </w:t>
      </w:r>
      <w:r>
        <w:rPr>
          <w:rtl/>
        </w:rPr>
        <w:t>كے ما تحت تھي</w:t>
      </w:r>
      <w:r w:rsidR="007D6C9B">
        <w:rPr>
          <w:rtl/>
        </w:rPr>
        <w:t xml:space="preserve">ں </w:t>
      </w:r>
      <w:r>
        <w:rPr>
          <w:rtl/>
        </w:rPr>
        <w:t>ليكن انہو</w:t>
      </w:r>
      <w:r w:rsidR="007D6C9B">
        <w:rPr>
          <w:rtl/>
        </w:rPr>
        <w:t xml:space="preserve">ں </w:t>
      </w:r>
      <w:r>
        <w:rPr>
          <w:rtl/>
        </w:rPr>
        <w:t>نے ان سے خيانت كي، ليكن ان دو عظيم پيغمبر و</w:t>
      </w:r>
      <w:r w:rsidR="007D6C9B">
        <w:rPr>
          <w:rtl/>
        </w:rPr>
        <w:t xml:space="preserve">ں </w:t>
      </w:r>
      <w:r>
        <w:rPr>
          <w:rtl/>
        </w:rPr>
        <w:t>سے ان كے ارتباط نے عذاب الہى كے مقابلہ مي</w:t>
      </w:r>
      <w:r w:rsidR="007D6C9B">
        <w:rPr>
          <w:rtl/>
        </w:rPr>
        <w:t xml:space="preserve">ں </w:t>
      </w:r>
      <w:r>
        <w:rPr>
          <w:rtl/>
        </w:rPr>
        <w:t>انھي</w:t>
      </w:r>
      <w:r w:rsidR="007D6C9B">
        <w:rPr>
          <w:rtl/>
        </w:rPr>
        <w:t xml:space="preserve">ں </w:t>
      </w:r>
      <w:r>
        <w:rPr>
          <w:rtl/>
        </w:rPr>
        <w:t>كوئي نفع نہي</w:t>
      </w:r>
      <w:r w:rsidR="007D6C9B">
        <w:rPr>
          <w:rtl/>
        </w:rPr>
        <w:t xml:space="preserve">ں </w:t>
      </w:r>
      <w:r>
        <w:rPr>
          <w:rtl/>
        </w:rPr>
        <w:t>ديا اور ان سے كہا گيا كہ تم بھى آگ مي</w:t>
      </w:r>
      <w:r w:rsidR="007D6C9B">
        <w:rPr>
          <w:rtl/>
        </w:rPr>
        <w:t xml:space="preserve">ں </w:t>
      </w:r>
      <w:r>
        <w:rPr>
          <w:rtl/>
        </w:rPr>
        <w:t>داخل ہونے والے لوگو</w:t>
      </w:r>
      <w:r w:rsidR="007D6C9B">
        <w:rPr>
          <w:rtl/>
        </w:rPr>
        <w:t xml:space="preserve">ں </w:t>
      </w:r>
      <w:r>
        <w:rPr>
          <w:rtl/>
        </w:rPr>
        <w:t>كے ساتھ آگ مي</w:t>
      </w:r>
      <w:r w:rsidR="007D6C9B">
        <w:rPr>
          <w:rtl/>
        </w:rPr>
        <w:t xml:space="preserve">ں </w:t>
      </w:r>
      <w:r>
        <w:rPr>
          <w:rtl/>
        </w:rPr>
        <w:t xml:space="preserve">داخل ہوجائو_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تحريم آيت </w:t>
      </w:r>
      <w:r w:rsidR="00E664BB">
        <w:rPr>
          <w:rtl/>
        </w:rPr>
        <w:t>10</w:t>
      </w:r>
      <w:r>
        <w:rPr>
          <w:rtl/>
        </w:rPr>
        <w:t xml:space="preserve"> </w:t>
      </w:r>
    </w:p>
    <w:p w:rsidR="00633B6B" w:rsidRDefault="001648F9" w:rsidP="00D07B54">
      <w:pPr>
        <w:pStyle w:val="libNormal"/>
        <w:rPr>
          <w:rtl/>
        </w:rPr>
      </w:pPr>
      <w:r>
        <w:rPr>
          <w:rtl/>
        </w:rPr>
        <w:t xml:space="preserve"> </w:t>
      </w:r>
      <w:r>
        <w:rPr>
          <w:rtl/>
        </w:rPr>
        <w:br w:type="page"/>
      </w:r>
    </w:p>
    <w:p w:rsidR="00633B6B" w:rsidRDefault="00633B6B" w:rsidP="00D07B54">
      <w:pPr>
        <w:pStyle w:val="libNormal"/>
        <w:rPr>
          <w:rtl/>
        </w:rPr>
      </w:pPr>
    </w:p>
    <w:p w:rsidR="00DE2D7F" w:rsidRDefault="00DE2D7F" w:rsidP="00D07B54">
      <w:pPr>
        <w:pStyle w:val="libNormal"/>
        <w:rPr>
          <w:rtl/>
        </w:rPr>
      </w:pPr>
      <w:r>
        <w:rPr>
          <w:rtl/>
        </w:rPr>
        <w:t xml:space="preserve">حضرت نوح كى بيوى كا نام ''والھہ'' اور حضرت لوط كى بيوى كا نام ''والعة''تھا </w:t>
      </w:r>
      <w:r w:rsidR="00E664BB">
        <w:rPr>
          <w:rtl/>
        </w:rPr>
        <w:t>1</w:t>
      </w:r>
      <w:r>
        <w:rPr>
          <w:rtl/>
        </w:rPr>
        <w:t xml:space="preserve"> اور بعض نے اس كے برعكس لكھا ہے يعنى نوح كى بيوى كانام''والعة'' اورلوط كى بيوى كا نام ''والھہ'' يا ''واہلہ'' كہا ہے_ </w:t>
      </w:r>
    </w:p>
    <w:p w:rsidR="00DE2D7F" w:rsidRDefault="00DE2D7F" w:rsidP="00D07B54">
      <w:pPr>
        <w:pStyle w:val="libNormal"/>
        <w:rPr>
          <w:rtl/>
        </w:rPr>
      </w:pPr>
      <w:r>
        <w:rPr>
          <w:rtl/>
        </w:rPr>
        <w:t>بہرحال ان دونو</w:t>
      </w:r>
      <w:r w:rsidR="007D6C9B">
        <w:rPr>
          <w:rtl/>
        </w:rPr>
        <w:t xml:space="preserve">ں </w:t>
      </w:r>
      <w:r>
        <w:rPr>
          <w:rtl/>
        </w:rPr>
        <w:t>عورتو</w:t>
      </w:r>
      <w:r w:rsidR="007D6C9B">
        <w:rPr>
          <w:rtl/>
        </w:rPr>
        <w:t xml:space="preserve">ں </w:t>
      </w:r>
      <w:r>
        <w:rPr>
          <w:rtl/>
        </w:rPr>
        <w:t>نے ان دونو</w:t>
      </w:r>
      <w:r w:rsidR="007D6C9B">
        <w:rPr>
          <w:rtl/>
        </w:rPr>
        <w:t xml:space="preserve">ں </w:t>
      </w:r>
      <w:r>
        <w:rPr>
          <w:rtl/>
        </w:rPr>
        <w:t>عظيم پيغمبرو</w:t>
      </w:r>
      <w:r w:rsidR="007D6C9B">
        <w:rPr>
          <w:rtl/>
        </w:rPr>
        <w:t xml:space="preserve">ں </w:t>
      </w:r>
      <w:r>
        <w:rPr>
          <w:rtl/>
        </w:rPr>
        <w:t>كے ساتھ خيانت كى ،البتہ ان كى خيانت جائدہ عفت سے انحراف ہرگزنہي</w:t>
      </w:r>
      <w:r w:rsidR="007D6C9B">
        <w:rPr>
          <w:rtl/>
        </w:rPr>
        <w:t xml:space="preserve">ں </w:t>
      </w:r>
      <w:r>
        <w:rPr>
          <w:rtl/>
        </w:rPr>
        <w:t>تھا كيونكہ كسى پيغمبر كى بيوى ہرگز بے عفتى سے آلودہ نہي</w:t>
      </w:r>
      <w:r w:rsidR="007D6C9B">
        <w:rPr>
          <w:rtl/>
        </w:rPr>
        <w:t xml:space="preserve">ں </w:t>
      </w:r>
      <w:r>
        <w:rPr>
          <w:rtl/>
        </w:rPr>
        <w:t>ہوتى جيسا كہ پيغمبر اسلام سے ايك حديث مي</w:t>
      </w:r>
      <w:r w:rsidR="007D6C9B">
        <w:rPr>
          <w:rtl/>
        </w:rPr>
        <w:t xml:space="preserve">ں </w:t>
      </w:r>
      <w:r>
        <w:rPr>
          <w:rtl/>
        </w:rPr>
        <w:t xml:space="preserve">صراحت كے ساتھ بيان ہواہے : </w:t>
      </w:r>
    </w:p>
    <w:p w:rsidR="00DE2D7F" w:rsidRDefault="00DE2D7F" w:rsidP="00D07B54">
      <w:pPr>
        <w:pStyle w:val="libNormal"/>
        <w:rPr>
          <w:rtl/>
        </w:rPr>
      </w:pPr>
      <w:r>
        <w:rPr>
          <w:rtl/>
        </w:rPr>
        <w:t>''كسى بھى پيغمبر كى بيوى ہرگز منافى عفت عمل سے آلودہ نہي</w:t>
      </w:r>
      <w:r w:rsidR="007D6C9B">
        <w:rPr>
          <w:rtl/>
        </w:rPr>
        <w:t xml:space="preserve">ں </w:t>
      </w:r>
      <w:r>
        <w:rPr>
          <w:rtl/>
        </w:rPr>
        <w:t xml:space="preserve">ہوئي''_ </w:t>
      </w:r>
    </w:p>
    <w:p w:rsidR="00DE2D7F" w:rsidRDefault="00DE2D7F" w:rsidP="00D07B54">
      <w:pPr>
        <w:pStyle w:val="libNormal"/>
        <w:rPr>
          <w:rtl/>
        </w:rPr>
      </w:pPr>
      <w:r>
        <w:rPr>
          <w:rtl/>
        </w:rPr>
        <w:t>حضرت لوط كى بيوى كى خيانت يہ تھى كہ وہ اس پيغمبر كے دشمنو</w:t>
      </w:r>
      <w:r w:rsidR="007D6C9B">
        <w:rPr>
          <w:rtl/>
        </w:rPr>
        <w:t xml:space="preserve">ں </w:t>
      </w:r>
      <w:r>
        <w:rPr>
          <w:rtl/>
        </w:rPr>
        <w:t>كے ساتھ تعاون كرتى تھى اور ان كے گھر كے راز انھي</w:t>
      </w:r>
      <w:r w:rsidR="007D6C9B">
        <w:rPr>
          <w:rtl/>
        </w:rPr>
        <w:t xml:space="preserve">ں </w:t>
      </w:r>
      <w:r>
        <w:rPr>
          <w:rtl/>
        </w:rPr>
        <w:t xml:space="preserve">بتاتى تھى اور حضرت نوح (ع) كى بيوى بھى ايسى ہى تھى _ </w:t>
      </w:r>
    </w:p>
    <w:p w:rsidR="00633B6B" w:rsidRDefault="001648F9" w:rsidP="00D07B54">
      <w:pPr>
        <w:pStyle w:val="libNormal"/>
        <w:rPr>
          <w:rtl/>
        </w:rPr>
      </w:pPr>
      <w:r>
        <w:rPr>
          <w:rtl/>
        </w:rPr>
        <w:t xml:space="preserve"> </w:t>
      </w:r>
      <w:r>
        <w:rPr>
          <w:rtl/>
        </w:rPr>
        <w:br w:type="page"/>
      </w:r>
    </w:p>
    <w:p w:rsidR="00633B6B" w:rsidRDefault="00633B6B" w:rsidP="00D07B54">
      <w:pPr>
        <w:pStyle w:val="libNormal"/>
        <w:rPr>
          <w:rtl/>
        </w:rPr>
      </w:pPr>
    </w:p>
    <w:p w:rsidR="00633B6B" w:rsidRDefault="00DE2D7F" w:rsidP="00D07B54">
      <w:pPr>
        <w:pStyle w:val="Heading2Center"/>
        <w:rPr>
          <w:rtl/>
        </w:rPr>
      </w:pPr>
      <w:bookmarkStart w:id="126" w:name="_Toc7268523"/>
      <w:r>
        <w:rPr>
          <w:rtl/>
        </w:rPr>
        <w:t>حضرت يوسف اور يعقوب (عليہماالسلام)</w:t>
      </w:r>
      <w:bookmarkEnd w:id="126"/>
      <w:r>
        <w:rPr>
          <w:rtl/>
        </w:rPr>
        <w:t xml:space="preserve"> </w:t>
      </w:r>
    </w:p>
    <w:p w:rsidR="00633B6B" w:rsidRDefault="00DE2D7F" w:rsidP="00D07B54">
      <w:pPr>
        <w:pStyle w:val="Heading2Center"/>
        <w:rPr>
          <w:rtl/>
        </w:rPr>
      </w:pPr>
      <w:bookmarkStart w:id="127" w:name="_Toc7268524"/>
      <w:r>
        <w:rPr>
          <w:rtl/>
        </w:rPr>
        <w:t>داستان عشق يا پاكيزگى كا بہترين سبق</w:t>
      </w:r>
      <w:bookmarkEnd w:id="127"/>
      <w:r>
        <w:rPr>
          <w:rtl/>
        </w:rPr>
        <w:t xml:space="preserve"> </w:t>
      </w:r>
    </w:p>
    <w:p w:rsidR="00DE2D7F" w:rsidRDefault="00DE2D7F" w:rsidP="00D07B54">
      <w:pPr>
        <w:pStyle w:val="libNormal"/>
        <w:rPr>
          <w:rtl/>
        </w:rPr>
      </w:pPr>
      <w:r>
        <w:rPr>
          <w:rtl/>
        </w:rPr>
        <w:t>حضرت يوسف (ع) كے واقعہ كو بيان كرنے سے پہلے چند چيزو</w:t>
      </w:r>
      <w:r w:rsidR="007D6C9B">
        <w:rPr>
          <w:rtl/>
        </w:rPr>
        <w:t xml:space="preserve">ں </w:t>
      </w:r>
      <w:r>
        <w:rPr>
          <w:rtl/>
        </w:rPr>
        <w:t xml:space="preserve">كا بيان كرنا ضرورى ہے: </w:t>
      </w:r>
    </w:p>
    <w:p w:rsidR="00DE2D7F" w:rsidRDefault="00E664BB" w:rsidP="00D07B54">
      <w:pPr>
        <w:pStyle w:val="libNormal"/>
        <w:rPr>
          <w:rtl/>
        </w:rPr>
      </w:pPr>
      <w:r>
        <w:rPr>
          <w:rtl/>
        </w:rPr>
        <w:t>1</w:t>
      </w:r>
      <w:r w:rsidR="00DE2D7F">
        <w:rPr>
          <w:rtl/>
        </w:rPr>
        <w:t>_ بے ہدف داستان پردازو</w:t>
      </w:r>
      <w:r w:rsidR="007D6C9B">
        <w:rPr>
          <w:rtl/>
        </w:rPr>
        <w:t xml:space="preserve">ں </w:t>
      </w:r>
      <w:r w:rsidR="00DE2D7F">
        <w:rPr>
          <w:rtl/>
        </w:rPr>
        <w:t>يا پست اور غليظ مقاصد ركھنے والو</w:t>
      </w:r>
      <w:r w:rsidR="007D6C9B">
        <w:rPr>
          <w:rtl/>
        </w:rPr>
        <w:t xml:space="preserve">ں </w:t>
      </w:r>
      <w:r w:rsidR="00DE2D7F">
        <w:rPr>
          <w:rtl/>
        </w:rPr>
        <w:t>نے اس اصلاح كنندہ واقعہ كو ہوس بازو</w:t>
      </w:r>
      <w:r w:rsidR="007D6C9B">
        <w:rPr>
          <w:rtl/>
        </w:rPr>
        <w:t xml:space="preserve">ں </w:t>
      </w:r>
      <w:r w:rsidR="00DE2D7F">
        <w:rPr>
          <w:rtl/>
        </w:rPr>
        <w:t>كے لئے ايك عاشقانہ داستان بنانے اور حضرت يوسف عليہ السلام او ران كے واقعات كے حقيقى چہرے كو مسخ كرنے كى كوشش كى ہے،يہا</w:t>
      </w:r>
      <w:r w:rsidR="007D6C9B">
        <w:rPr>
          <w:rtl/>
        </w:rPr>
        <w:t xml:space="preserve">ں </w:t>
      </w:r>
      <w:r w:rsidR="00DE2D7F">
        <w:rPr>
          <w:rtl/>
        </w:rPr>
        <w:t>تك كہ انھو</w:t>
      </w:r>
      <w:r w:rsidR="007D6C9B">
        <w:rPr>
          <w:rtl/>
        </w:rPr>
        <w:t xml:space="preserve">ں </w:t>
      </w:r>
      <w:r w:rsidR="00DE2D7F">
        <w:rPr>
          <w:rtl/>
        </w:rPr>
        <w:t>نے اسے ايك رومانى فلم بناكر پردہ سيمي</w:t>
      </w:r>
      <w:r w:rsidR="007D6C9B">
        <w:rPr>
          <w:rtl/>
        </w:rPr>
        <w:t xml:space="preserve">ں </w:t>
      </w:r>
      <w:r w:rsidR="00DE2D7F">
        <w:rPr>
          <w:rtl/>
        </w:rPr>
        <w:t>پر پيش كرنا چاہا ہے ،ليكن قرآن مجيد نے كہ جس كى ہر چيز نمونہ اور اسوہ ہے اس واقعے كے مختلف مناظرسے پيش كرتے ہوئے اعلى ترين عفت وپاكدامني، خوداري، تقوى ،ايمان اور ضبط نفس كے درس دئے ہي</w:t>
      </w:r>
      <w:r w:rsidR="007D6C9B">
        <w:rPr>
          <w:rtl/>
        </w:rPr>
        <w:t xml:space="preserve">ں </w:t>
      </w:r>
      <w:r w:rsidR="00DE2D7F">
        <w:rPr>
          <w:rtl/>
        </w:rPr>
        <w:t>اس طرح سے كہ ايك شخص اسے جتنى مرتبہ بھى پڑھے ان قوى جذبو</w:t>
      </w:r>
      <w:r w:rsidR="007D6C9B">
        <w:rPr>
          <w:rtl/>
        </w:rPr>
        <w:t xml:space="preserve">ں </w:t>
      </w:r>
      <w:r w:rsidR="00DE2D7F">
        <w:rPr>
          <w:rtl/>
        </w:rPr>
        <w:t>سے متاثر ہوئے بغير نہي</w:t>
      </w:r>
      <w:r w:rsidR="007D6C9B">
        <w:rPr>
          <w:rtl/>
        </w:rPr>
        <w:t xml:space="preserve">ں </w:t>
      </w:r>
      <w:r w:rsidR="00DE2D7F">
        <w:rPr>
          <w:rtl/>
        </w:rPr>
        <w:t xml:space="preserve">رہ سكتا_ </w:t>
      </w:r>
    </w:p>
    <w:p w:rsidR="00DE2D7F" w:rsidRDefault="00DE2D7F" w:rsidP="00D07B54">
      <w:pPr>
        <w:pStyle w:val="libNormal"/>
        <w:rPr>
          <w:rtl/>
        </w:rPr>
      </w:pPr>
      <w:r>
        <w:rPr>
          <w:rtl/>
        </w:rPr>
        <w:t>اسى بنا پر قرآن نے اسے ''احسن القصص'' (بہترين داستان) جيسا خوبصورت نام ديا ہے اور اس مي</w:t>
      </w:r>
      <w:r w:rsidR="007D6C9B">
        <w:rPr>
          <w:rtl/>
        </w:rPr>
        <w:t xml:space="preserve">ں </w:t>
      </w:r>
      <w:r>
        <w:rPr>
          <w:rtl/>
        </w:rPr>
        <w:t>صاحبان فكرونظر كے لئے متعدد عبرتي</w:t>
      </w:r>
      <w:r w:rsidR="007D6C9B">
        <w:rPr>
          <w:rtl/>
        </w:rPr>
        <w:t xml:space="preserve">ں </w:t>
      </w:r>
      <w:r>
        <w:rPr>
          <w:rtl/>
        </w:rPr>
        <w:t>بيان كى ہي</w:t>
      </w:r>
      <w:r w:rsidR="007D6C9B">
        <w:rPr>
          <w:rtl/>
        </w:rPr>
        <w:t xml:space="preserve">ں </w:t>
      </w:r>
      <w:r>
        <w:rPr>
          <w:rtl/>
        </w:rPr>
        <w:t xml:space="preserve">_ </w:t>
      </w:r>
    </w:p>
    <w:p w:rsidR="00DE2D7F" w:rsidRDefault="00DE2D7F" w:rsidP="00D07B54">
      <w:pPr>
        <w:pStyle w:val="libNormal"/>
        <w:rPr>
          <w:rtl/>
        </w:rPr>
      </w:pPr>
    </w:p>
    <w:p w:rsidR="00633B6B" w:rsidRDefault="00DE2D7F" w:rsidP="00D07B54">
      <w:pPr>
        <w:pStyle w:val="Heading2Center"/>
        <w:rPr>
          <w:rtl/>
        </w:rPr>
      </w:pPr>
      <w:bookmarkStart w:id="128" w:name="_Toc7268525"/>
      <w:r>
        <w:rPr>
          <w:rtl/>
        </w:rPr>
        <w:t>قہرمان پاكيزگي</w:t>
      </w:r>
      <w:bookmarkEnd w:id="128"/>
    </w:p>
    <w:p w:rsidR="00DE2D7F" w:rsidRDefault="00DE2D7F" w:rsidP="00D07B54">
      <w:pPr>
        <w:pStyle w:val="libNormal"/>
        <w:rPr>
          <w:rtl/>
        </w:rPr>
      </w:pPr>
      <w:r>
        <w:rPr>
          <w:rtl/>
        </w:rPr>
        <w:t xml:space="preserve"> </w:t>
      </w:r>
      <w:r w:rsidR="00E664BB">
        <w:rPr>
          <w:rtl/>
        </w:rPr>
        <w:t>2</w:t>
      </w:r>
      <w:r>
        <w:rPr>
          <w:rtl/>
        </w:rPr>
        <w:t>_اس واقعہ مي</w:t>
      </w:r>
      <w:r w:rsidR="007D6C9B">
        <w:rPr>
          <w:rtl/>
        </w:rPr>
        <w:t xml:space="preserve">ں </w:t>
      </w:r>
      <w:r>
        <w:rPr>
          <w:rtl/>
        </w:rPr>
        <w:t>غوروفكر سے يہ حقيقت واضح ہو تى ہے كہ قرآن تمام پہلو ئو</w:t>
      </w:r>
      <w:r w:rsidR="007D6C9B">
        <w:rPr>
          <w:rtl/>
        </w:rPr>
        <w:t xml:space="preserve">ں </w:t>
      </w:r>
      <w:r>
        <w:rPr>
          <w:rtl/>
        </w:rPr>
        <w:t>سے معجزہ ہے اور اپنے واقعات مي</w:t>
      </w:r>
      <w:r w:rsidR="007D6C9B">
        <w:rPr>
          <w:rtl/>
        </w:rPr>
        <w:t xml:space="preserve">ں </w:t>
      </w:r>
      <w:r>
        <w:rPr>
          <w:rtl/>
        </w:rPr>
        <w:t>جو ہيرو پيش كرتا ہے وہ حقيقى ہيرو ہو تے ہي</w:t>
      </w:r>
      <w:r w:rsidR="007D6C9B">
        <w:rPr>
          <w:rtl/>
        </w:rPr>
        <w:t xml:space="preserve">ں </w:t>
      </w:r>
      <w:r>
        <w:rPr>
          <w:rtl/>
        </w:rPr>
        <w:t>نہ كہ خيا لى _كہ جن مي</w:t>
      </w:r>
      <w:r w:rsidR="007D6C9B">
        <w:rPr>
          <w:rtl/>
        </w:rPr>
        <w:t xml:space="preserve">ں </w:t>
      </w:r>
      <w:r>
        <w:rPr>
          <w:rtl/>
        </w:rPr>
        <w:t xml:space="preserve">سے ہر ايك اپنى نو عيت كے </w:t>
      </w:r>
    </w:p>
    <w:p w:rsidR="00633B6B" w:rsidRDefault="001648F9" w:rsidP="00D07B54">
      <w:pPr>
        <w:pStyle w:val="libNormal"/>
        <w:rPr>
          <w:rtl/>
        </w:rPr>
      </w:pPr>
      <w:r>
        <w:rPr>
          <w:rtl/>
        </w:rPr>
        <w:t xml:space="preserve"> </w:t>
      </w:r>
      <w:r>
        <w:rPr>
          <w:rtl/>
        </w:rPr>
        <w:br w:type="page"/>
      </w:r>
    </w:p>
    <w:p w:rsidR="00633B6B" w:rsidRDefault="00633B6B" w:rsidP="00D07B54">
      <w:pPr>
        <w:pStyle w:val="libNormal"/>
        <w:rPr>
          <w:rtl/>
        </w:rPr>
      </w:pPr>
    </w:p>
    <w:p w:rsidR="00DE2D7F" w:rsidRDefault="00DE2D7F" w:rsidP="00D07B54">
      <w:pPr>
        <w:pStyle w:val="libNormal"/>
        <w:rPr>
          <w:rtl/>
        </w:rPr>
      </w:pPr>
      <w:r>
        <w:rPr>
          <w:rtl/>
        </w:rPr>
        <w:t xml:space="preserve">اعتبار سے بے نظير ہو تا ہے _ </w:t>
      </w:r>
    </w:p>
    <w:p w:rsidR="00DE2D7F" w:rsidRDefault="00DE2D7F" w:rsidP="00D07B54">
      <w:pPr>
        <w:pStyle w:val="libNormal"/>
        <w:rPr>
          <w:rtl/>
        </w:rPr>
      </w:pPr>
      <w:r>
        <w:rPr>
          <w:rtl/>
        </w:rPr>
        <w:t>حضرت ابراہيم ،وہ بت شكن ہيرو ،جن كى روح بلند تھى اور جو طاغوتيو</w:t>
      </w:r>
      <w:r w:rsidR="007D6C9B">
        <w:rPr>
          <w:rtl/>
        </w:rPr>
        <w:t xml:space="preserve">ں </w:t>
      </w:r>
      <w:r>
        <w:rPr>
          <w:rtl/>
        </w:rPr>
        <w:t>كى كسى سازش مي</w:t>
      </w:r>
      <w:r w:rsidR="007D6C9B">
        <w:rPr>
          <w:rtl/>
        </w:rPr>
        <w:t xml:space="preserve">ں </w:t>
      </w:r>
      <w:r>
        <w:rPr>
          <w:rtl/>
        </w:rPr>
        <w:t xml:space="preserve">نہ آئے _ </w:t>
      </w:r>
    </w:p>
    <w:p w:rsidR="00DE2D7F" w:rsidRDefault="00DE2D7F" w:rsidP="00D07B54">
      <w:pPr>
        <w:pStyle w:val="libNormal"/>
        <w:rPr>
          <w:rtl/>
        </w:rPr>
      </w:pPr>
      <w:r>
        <w:rPr>
          <w:rtl/>
        </w:rPr>
        <w:t>حضرت نو ح،طويل اور پر بر كت عمرمي</w:t>
      </w:r>
      <w:r w:rsidR="007D6C9B">
        <w:rPr>
          <w:rtl/>
        </w:rPr>
        <w:t xml:space="preserve">ں </w:t>
      </w:r>
      <w:r>
        <w:rPr>
          <w:rtl/>
        </w:rPr>
        <w:t xml:space="preserve">_صبر واستقا مت،پا مردى اور دلسوزى كے ہيرو بنے_ </w:t>
      </w:r>
    </w:p>
    <w:p w:rsidR="00DE2D7F" w:rsidRDefault="00DE2D7F" w:rsidP="00D07B54">
      <w:pPr>
        <w:pStyle w:val="libNormal"/>
        <w:rPr>
          <w:rtl/>
        </w:rPr>
      </w:pPr>
      <w:r>
        <w:rPr>
          <w:rtl/>
        </w:rPr>
        <w:t>حضرت مو سى وہ ہير و كہ جنہو</w:t>
      </w:r>
      <w:r w:rsidR="007D6C9B">
        <w:rPr>
          <w:rtl/>
        </w:rPr>
        <w:t xml:space="preserve">ں </w:t>
      </w:r>
      <w:r>
        <w:rPr>
          <w:rtl/>
        </w:rPr>
        <w:t xml:space="preserve">نے ايك سركش اور عصيان گر طاغوت كے مقابلے كے لئے ايك ہٹ دھرم قوم كو تيار كرليا _ </w:t>
      </w:r>
    </w:p>
    <w:p w:rsidR="00DE2D7F" w:rsidRDefault="00DE2D7F" w:rsidP="00D07B54">
      <w:pPr>
        <w:pStyle w:val="libNormal"/>
        <w:rPr>
          <w:rtl/>
        </w:rPr>
      </w:pPr>
      <w:r>
        <w:rPr>
          <w:rtl/>
        </w:rPr>
        <w:t>حضرت يوسف ;ايك خوبصورت ،ہو س باز اور حيلہ گر عورت كے مقابلے مي</w:t>
      </w:r>
      <w:r w:rsidR="007D6C9B">
        <w:rPr>
          <w:rtl/>
        </w:rPr>
        <w:t xml:space="preserve">ں </w:t>
      </w:r>
      <w:r>
        <w:rPr>
          <w:rtl/>
        </w:rPr>
        <w:t xml:space="preserve">پاكيز گى ، پارسائي اور تقوى كے ہيرو بنے_ </w:t>
      </w:r>
    </w:p>
    <w:p w:rsidR="00DE2D7F" w:rsidRDefault="00DE2D7F" w:rsidP="00D07B54">
      <w:pPr>
        <w:pStyle w:val="libNormal"/>
        <w:rPr>
          <w:rtl/>
        </w:rPr>
      </w:pPr>
      <w:r>
        <w:rPr>
          <w:rtl/>
        </w:rPr>
        <w:t>علاوہ ازي</w:t>
      </w:r>
      <w:r w:rsidR="007D6C9B">
        <w:rPr>
          <w:rtl/>
        </w:rPr>
        <w:t xml:space="preserve">ں </w:t>
      </w:r>
      <w:r>
        <w:rPr>
          <w:rtl/>
        </w:rPr>
        <w:t>اس واقعے مي</w:t>
      </w:r>
      <w:r w:rsidR="007D6C9B">
        <w:rPr>
          <w:rtl/>
        </w:rPr>
        <w:t xml:space="preserve">ں </w:t>
      </w:r>
      <w:r>
        <w:rPr>
          <w:rtl/>
        </w:rPr>
        <w:t>قرآنى وحى كى قدرت بيان اس طرح جھلكتى ہے كہ انسان حيرت زدہ ہو جاتا ہے كيونكہ جيسا كہ ہم جانتے ہي</w:t>
      </w:r>
      <w:r w:rsidR="007D6C9B">
        <w:rPr>
          <w:rtl/>
        </w:rPr>
        <w:t xml:space="preserve">ں </w:t>
      </w:r>
      <w:r>
        <w:rPr>
          <w:rtl/>
        </w:rPr>
        <w:t>كئي مواقع پر يہ واقعہ عشق كے بہت ہى باريك مسائل تك جا پہنچتاہے اور قرآن انہي</w:t>
      </w:r>
      <w:r w:rsidR="007D6C9B">
        <w:rPr>
          <w:rtl/>
        </w:rPr>
        <w:t xml:space="preserve">ں </w:t>
      </w:r>
      <w:r>
        <w:rPr>
          <w:rtl/>
        </w:rPr>
        <w:t>چھوڑ كر ايك طرف سے گزر ے بغير ان تمام مناظر كو ان كى بار يكيو</w:t>
      </w:r>
      <w:r w:rsidR="007D6C9B">
        <w:rPr>
          <w:rtl/>
        </w:rPr>
        <w:t xml:space="preserve">ں </w:t>
      </w:r>
      <w:r>
        <w:rPr>
          <w:rtl/>
        </w:rPr>
        <w:t>كے سا تھ اس طرح سے بيان كرتا ہے كہ سا مع مي</w:t>
      </w:r>
      <w:r w:rsidR="007D6C9B">
        <w:rPr>
          <w:rtl/>
        </w:rPr>
        <w:t xml:space="preserve">ں </w:t>
      </w:r>
      <w:r>
        <w:rPr>
          <w:rtl/>
        </w:rPr>
        <w:t>ذرہ بھر منفى اور غير مطلوب احساس پيدا نہي</w:t>
      </w:r>
      <w:r w:rsidR="007D6C9B">
        <w:rPr>
          <w:rtl/>
        </w:rPr>
        <w:t xml:space="preserve">ں </w:t>
      </w:r>
      <w:r>
        <w:rPr>
          <w:rtl/>
        </w:rPr>
        <w:t>ہوتا _قرآن تمام واقعات كے تن سے گزر تا ہے ليكن تمام مقامات پر تقوى وپاكيزگى كى قوى شعاعو</w:t>
      </w:r>
      <w:r w:rsidR="007D6C9B">
        <w:rPr>
          <w:rtl/>
        </w:rPr>
        <w:t xml:space="preserve">ں </w:t>
      </w:r>
      <w:r>
        <w:rPr>
          <w:rtl/>
        </w:rPr>
        <w:t xml:space="preserve">نے مباحث كا احا طہ كيا ہوا ہے _ </w:t>
      </w:r>
    </w:p>
    <w:p w:rsidR="00DE2D7F" w:rsidRDefault="00DE2D7F" w:rsidP="00D07B54">
      <w:pPr>
        <w:pStyle w:val="libNormal"/>
        <w:rPr>
          <w:rtl/>
        </w:rPr>
      </w:pPr>
    </w:p>
    <w:p w:rsidR="007D6ADE" w:rsidRDefault="00DE2D7F" w:rsidP="00D07B54">
      <w:pPr>
        <w:pStyle w:val="Heading2Center"/>
        <w:rPr>
          <w:rtl/>
        </w:rPr>
      </w:pPr>
      <w:bookmarkStart w:id="129" w:name="_Toc7268526"/>
      <w:r>
        <w:rPr>
          <w:rtl/>
        </w:rPr>
        <w:t>حضرت يوسف(ع) كا واقعہ اسلام سے پہلے اور اسلام كے بعد</w:t>
      </w:r>
      <w:bookmarkEnd w:id="129"/>
    </w:p>
    <w:p w:rsidR="00DE2D7F" w:rsidRDefault="00DE2D7F" w:rsidP="00D07B54">
      <w:pPr>
        <w:pStyle w:val="libNormal"/>
        <w:rPr>
          <w:rtl/>
        </w:rPr>
      </w:pPr>
      <w:r>
        <w:rPr>
          <w:rtl/>
        </w:rPr>
        <w:t xml:space="preserve"> </w:t>
      </w:r>
      <w:r w:rsidR="00E664BB">
        <w:rPr>
          <w:rtl/>
        </w:rPr>
        <w:t>3</w:t>
      </w:r>
      <w:r>
        <w:rPr>
          <w:rtl/>
        </w:rPr>
        <w:t>_ اس مي</w:t>
      </w:r>
      <w:r w:rsidR="007D6C9B">
        <w:rPr>
          <w:rtl/>
        </w:rPr>
        <w:t xml:space="preserve">ں </w:t>
      </w:r>
      <w:r>
        <w:rPr>
          <w:rtl/>
        </w:rPr>
        <w:t>شك نہي</w:t>
      </w:r>
      <w:r w:rsidR="007D6C9B">
        <w:rPr>
          <w:rtl/>
        </w:rPr>
        <w:t xml:space="preserve">ں </w:t>
      </w:r>
      <w:r>
        <w:rPr>
          <w:rtl/>
        </w:rPr>
        <w:t>كہ قبل از اسلام بھى داستان يوسف لوگو</w:t>
      </w:r>
      <w:r w:rsidR="007D6C9B">
        <w:rPr>
          <w:rtl/>
        </w:rPr>
        <w:t xml:space="preserve">ں </w:t>
      </w:r>
      <w:r>
        <w:rPr>
          <w:rtl/>
        </w:rPr>
        <w:t>مي</w:t>
      </w:r>
      <w:r w:rsidR="007D6C9B">
        <w:rPr>
          <w:rtl/>
        </w:rPr>
        <w:t xml:space="preserve">ں </w:t>
      </w:r>
      <w:r>
        <w:rPr>
          <w:rtl/>
        </w:rPr>
        <w:t>مشہور تھى كيو نكہ تو ريت مي</w:t>
      </w:r>
      <w:r w:rsidR="007D6C9B">
        <w:rPr>
          <w:rtl/>
        </w:rPr>
        <w:t xml:space="preserve">ں </w:t>
      </w:r>
      <w:r>
        <w:rPr>
          <w:rtl/>
        </w:rPr>
        <w:t>سفر پيد ا</w:t>
      </w:r>
      <w:r w:rsidR="00091C36">
        <w:rPr>
          <w:rtl/>
        </w:rPr>
        <w:t xml:space="preserve">ئش </w:t>
      </w:r>
      <w:r>
        <w:rPr>
          <w:rtl/>
        </w:rPr>
        <w:t xml:space="preserve"> كى چو دہ فصلو</w:t>
      </w:r>
      <w:r w:rsidR="007D6C9B">
        <w:rPr>
          <w:rtl/>
        </w:rPr>
        <w:t xml:space="preserve">ں </w:t>
      </w:r>
      <w:r>
        <w:rPr>
          <w:rtl/>
        </w:rPr>
        <w:t xml:space="preserve">(فصل </w:t>
      </w:r>
      <w:r w:rsidR="00E664BB">
        <w:rPr>
          <w:rtl/>
        </w:rPr>
        <w:t>37</w:t>
      </w:r>
      <w:r>
        <w:rPr>
          <w:rtl/>
        </w:rPr>
        <w:t xml:space="preserve">تا </w:t>
      </w:r>
      <w:r w:rsidR="00E664BB">
        <w:rPr>
          <w:rtl/>
        </w:rPr>
        <w:t>50</w:t>
      </w:r>
      <w:r>
        <w:rPr>
          <w:rtl/>
        </w:rPr>
        <w:t>) مي</w:t>
      </w:r>
      <w:r w:rsidR="007D6C9B">
        <w:rPr>
          <w:rtl/>
        </w:rPr>
        <w:t xml:space="preserve">ں </w:t>
      </w:r>
      <w:r>
        <w:rPr>
          <w:rtl/>
        </w:rPr>
        <w:t>يہ واقعہ تفصيل سے مذكورہے _البتہ ان چودہ فصلو</w:t>
      </w:r>
      <w:r w:rsidR="007D6C9B">
        <w:rPr>
          <w:rtl/>
        </w:rPr>
        <w:t xml:space="preserve">ں </w:t>
      </w:r>
      <w:r>
        <w:rPr>
          <w:rtl/>
        </w:rPr>
        <w:t>كا غور سے مطا لعہ كيا جا ئے تو يہ بات ظاہر ہو تى ہے كہ توريت مي</w:t>
      </w:r>
      <w:r w:rsidR="007D6C9B">
        <w:rPr>
          <w:rtl/>
        </w:rPr>
        <w:t xml:space="preserve">ں </w:t>
      </w:r>
      <w:r>
        <w:rPr>
          <w:rtl/>
        </w:rPr>
        <w:t>جو كچھ ہے وہ قرآن سے بہت ہى مختلف ہے _ان اختلافات كے موازنے سے معلوم ہو تا ہے كہ جو كچھ قرآن مي</w:t>
      </w:r>
      <w:r w:rsidR="007D6C9B">
        <w:rPr>
          <w:rtl/>
        </w:rPr>
        <w:t xml:space="preserve">ں </w:t>
      </w:r>
      <w:r>
        <w:rPr>
          <w:rtl/>
        </w:rPr>
        <w:t>آيا ہے وہ كس حد تك پيراستہ اور ہر قسم كے خرافات سے پاك ہے_ يہ جو قرآن پيغمبر سے كہتا ہے :''اس سے پہلے آپ كو علم نہي</w:t>
      </w:r>
      <w:r w:rsidR="007D6C9B">
        <w:rPr>
          <w:rtl/>
        </w:rPr>
        <w:t xml:space="preserve">ں </w:t>
      </w:r>
      <w:r>
        <w:rPr>
          <w:rtl/>
        </w:rPr>
        <w:t xml:space="preserve">تھا ،،اس عبرت انگيز داستا ن كى خالص واقعيت سے ان كى عدم آگہى كى طرف اشارہ ہے_ (اگر احسن القصص سے مراد واقعہ يوسف ہو ) _ </w:t>
      </w:r>
    </w:p>
    <w:p w:rsidR="007D6ADE" w:rsidRDefault="001648F9" w:rsidP="00D07B54">
      <w:pPr>
        <w:pStyle w:val="libNormal"/>
        <w:rPr>
          <w:rtl/>
        </w:rPr>
      </w:pPr>
      <w:r>
        <w:rPr>
          <w:rtl/>
        </w:rPr>
        <w:t xml:space="preserve"> </w:t>
      </w:r>
      <w:r>
        <w:rPr>
          <w:rtl/>
        </w:rPr>
        <w:br w:type="page"/>
      </w:r>
    </w:p>
    <w:p w:rsidR="007D6ADE" w:rsidRDefault="007D6ADE" w:rsidP="00D07B54">
      <w:pPr>
        <w:pStyle w:val="libNormal"/>
        <w:rPr>
          <w:rtl/>
        </w:rPr>
      </w:pPr>
    </w:p>
    <w:p w:rsidR="00DE2D7F" w:rsidRDefault="00DE2D7F" w:rsidP="00D07B54">
      <w:pPr>
        <w:pStyle w:val="libNormal"/>
        <w:rPr>
          <w:rtl/>
        </w:rPr>
      </w:pPr>
      <w:r>
        <w:rPr>
          <w:rtl/>
        </w:rPr>
        <w:t xml:space="preserve">موجود ہ توريت سے ايسا معلوم ہوتا ہے كہ حضرت يعقوب نے جب حضرت يوسف كى خون آلود قميص ديكھى تو كہا :''يہ ميرے بيٹے كى قبا ہے جسے جانور نے كھا ليا ہے يقينا يوسف چير پھاڑڈالا گيا ہے _'' </w:t>
      </w:r>
    </w:p>
    <w:p w:rsidR="00DE2D7F" w:rsidRDefault="00DE2D7F" w:rsidP="00D07B54">
      <w:pPr>
        <w:pStyle w:val="libNormal"/>
        <w:rPr>
          <w:rtl/>
        </w:rPr>
      </w:pPr>
      <w:r>
        <w:rPr>
          <w:rtl/>
        </w:rPr>
        <w:t>پھر يعقوب نے اپنا گريبان چا ك كيا ٹاٹ اپنى كمر سے باند ھا اور مدت دراز تك اپنے بيٹے كے لئے گريہ كرتے رہے، تمام بيٹو</w:t>
      </w:r>
      <w:r w:rsidR="007D6C9B">
        <w:rPr>
          <w:rtl/>
        </w:rPr>
        <w:t xml:space="preserve">ں </w:t>
      </w:r>
      <w:r>
        <w:rPr>
          <w:rtl/>
        </w:rPr>
        <w:t>اور بيٹيو</w:t>
      </w:r>
      <w:r w:rsidR="007D6C9B">
        <w:rPr>
          <w:rtl/>
        </w:rPr>
        <w:t xml:space="preserve">ں </w:t>
      </w:r>
      <w:r>
        <w:rPr>
          <w:rtl/>
        </w:rPr>
        <w:t>نے انہي</w:t>
      </w:r>
      <w:r w:rsidR="007D6C9B">
        <w:rPr>
          <w:rtl/>
        </w:rPr>
        <w:t xml:space="preserve">ں </w:t>
      </w:r>
      <w:r>
        <w:rPr>
          <w:rtl/>
        </w:rPr>
        <w:t>تسلى دينے مي</w:t>
      </w:r>
      <w:r w:rsidR="007D6C9B">
        <w:rPr>
          <w:rtl/>
        </w:rPr>
        <w:t xml:space="preserve">ں </w:t>
      </w:r>
      <w:r>
        <w:rPr>
          <w:rtl/>
        </w:rPr>
        <w:t>كسراٹھا نہ ركھى ليكن انہي</w:t>
      </w:r>
      <w:r w:rsidR="007D6C9B">
        <w:rPr>
          <w:rtl/>
        </w:rPr>
        <w:t xml:space="preserve">ں </w:t>
      </w:r>
      <w:r>
        <w:rPr>
          <w:rtl/>
        </w:rPr>
        <w:t>قرار نہ آيا اور كہا كہ مي</w:t>
      </w:r>
      <w:r w:rsidR="007D6C9B">
        <w:rPr>
          <w:rtl/>
        </w:rPr>
        <w:t xml:space="preserve">ں </w:t>
      </w:r>
      <w:r>
        <w:rPr>
          <w:rtl/>
        </w:rPr>
        <w:t>اپنے بيٹے كے ساتھ اسى طرح غمزدہ قبر مي</w:t>
      </w:r>
      <w:r w:rsidR="007D6C9B">
        <w:rPr>
          <w:rtl/>
        </w:rPr>
        <w:t xml:space="preserve">ں </w:t>
      </w:r>
      <w:r>
        <w:rPr>
          <w:rtl/>
        </w:rPr>
        <w:t>جائو</w:t>
      </w:r>
      <w:r w:rsidR="007D6C9B">
        <w:rPr>
          <w:rtl/>
        </w:rPr>
        <w:t xml:space="preserve">ں </w:t>
      </w:r>
      <w:r>
        <w:rPr>
          <w:rtl/>
        </w:rPr>
        <w:t xml:space="preserve">گا _ </w:t>
      </w:r>
    </w:p>
    <w:p w:rsidR="00DE2D7F" w:rsidRDefault="00DE2D7F" w:rsidP="00D07B54">
      <w:pPr>
        <w:pStyle w:val="libNormal"/>
        <w:rPr>
          <w:rtl/>
        </w:rPr>
      </w:pPr>
      <w:r>
        <w:rPr>
          <w:rtl/>
        </w:rPr>
        <w:t>جبكہ قرآن كہتا ہے كہ حضرت يعقوب عليہ السلام اپنى فراست سے بيٹو</w:t>
      </w:r>
      <w:r w:rsidR="007D6C9B">
        <w:rPr>
          <w:rtl/>
        </w:rPr>
        <w:t xml:space="preserve">ں </w:t>
      </w:r>
      <w:r>
        <w:rPr>
          <w:rtl/>
        </w:rPr>
        <w:t>كے جھوٹ كو بھانپ گئے اور انہو</w:t>
      </w:r>
      <w:r w:rsidR="007D6C9B">
        <w:rPr>
          <w:rtl/>
        </w:rPr>
        <w:t xml:space="preserve">ں </w:t>
      </w:r>
      <w:r>
        <w:rPr>
          <w:rtl/>
        </w:rPr>
        <w:t>نے اس مصيبت مي</w:t>
      </w:r>
      <w:r w:rsidR="007D6C9B">
        <w:rPr>
          <w:rtl/>
        </w:rPr>
        <w:t xml:space="preserve">ں </w:t>
      </w:r>
      <w:r>
        <w:rPr>
          <w:rtl/>
        </w:rPr>
        <w:t>داد وفرياد نہي</w:t>
      </w:r>
      <w:r w:rsidR="007D6C9B">
        <w:rPr>
          <w:rtl/>
        </w:rPr>
        <w:t xml:space="preserve">ں </w:t>
      </w:r>
      <w:r>
        <w:rPr>
          <w:rtl/>
        </w:rPr>
        <w:t>كى اور نہ اضطراب دكھا يا بلكہ جيسا كہ انبياء عليہم السلام كى سنت ہے اس مصيبت كا بڑے صبر سے سا منا كيا اگر چہ ان كا دل جل رہا تھا، آنكھي</w:t>
      </w:r>
      <w:r w:rsidR="007D6C9B">
        <w:rPr>
          <w:rtl/>
        </w:rPr>
        <w:t xml:space="preserve">ں </w:t>
      </w:r>
      <w:r>
        <w:rPr>
          <w:rtl/>
        </w:rPr>
        <w:t>اشكبار تھي</w:t>
      </w:r>
      <w:r w:rsidR="007D6C9B">
        <w:rPr>
          <w:rtl/>
        </w:rPr>
        <w:t xml:space="preserve">ں </w:t>
      </w:r>
      <w:r>
        <w:rPr>
          <w:rtl/>
        </w:rPr>
        <w:t>، فطر ى طور پر كثرت گريہ سے ان كى بينا ئي جاتى رہى _ليكن قرآن كى تعبير كے مطابق انہو</w:t>
      </w:r>
      <w:r w:rsidR="007D6C9B">
        <w:rPr>
          <w:rtl/>
        </w:rPr>
        <w:t xml:space="preserve">ں </w:t>
      </w:r>
      <w:r>
        <w:rPr>
          <w:rtl/>
        </w:rPr>
        <w:t>نے صبر جميل كا مظاہرہ كيا اور اپنے اوپر قابو ركھا (كظيمہ) انہو</w:t>
      </w:r>
      <w:r w:rsidR="007D6C9B">
        <w:rPr>
          <w:rtl/>
        </w:rPr>
        <w:t xml:space="preserve">ں </w:t>
      </w:r>
      <w:r>
        <w:rPr>
          <w:rtl/>
        </w:rPr>
        <w:t>نے گريبان چاك كر نے ، دادو فرياد كرنے اور پھٹے پرا نے كپڑے پہنے سے گريز كيا جو كہ عزادارى كى مخصوص علامات تھي</w:t>
      </w:r>
      <w:r w:rsidR="007D6C9B">
        <w:rPr>
          <w:rtl/>
        </w:rPr>
        <w:t xml:space="preserve">ں </w:t>
      </w:r>
      <w:r>
        <w:rPr>
          <w:rtl/>
        </w:rPr>
        <w:t xml:space="preserve">_ </w:t>
      </w:r>
    </w:p>
    <w:p w:rsidR="00DE2D7F" w:rsidRDefault="00DE2D7F" w:rsidP="00D07B54">
      <w:pPr>
        <w:pStyle w:val="libNormal"/>
        <w:rPr>
          <w:rtl/>
        </w:rPr>
      </w:pPr>
      <w:r>
        <w:rPr>
          <w:rtl/>
        </w:rPr>
        <w:t>بہر حال اسلام كے بعد بھى يہ واقعہ مشرق مغرب كے مو رخين كى تحريرو</w:t>
      </w:r>
      <w:r w:rsidR="007D6C9B">
        <w:rPr>
          <w:rtl/>
        </w:rPr>
        <w:t xml:space="preserve">ں </w:t>
      </w:r>
      <w:r>
        <w:rPr>
          <w:rtl/>
        </w:rPr>
        <w:t>مي</w:t>
      </w:r>
      <w:r w:rsidR="007D6C9B">
        <w:rPr>
          <w:rtl/>
        </w:rPr>
        <w:t xml:space="preserve">ں </w:t>
      </w:r>
      <w:r>
        <w:rPr>
          <w:rtl/>
        </w:rPr>
        <w:t>بعض اوقات حاشيہ آرائي كے ساتھ آيا ہے فارسى اشعار مي</w:t>
      </w:r>
      <w:r w:rsidR="007D6C9B">
        <w:rPr>
          <w:rtl/>
        </w:rPr>
        <w:t xml:space="preserve">ں </w:t>
      </w:r>
      <w:r>
        <w:rPr>
          <w:rtl/>
        </w:rPr>
        <w:t>سب سے پہلے ''يوسف زليخا ،،كے قصے كى نسبت فردوسى كى طرف دى جاتى ہے اس كے بعد شہاب الدين عمق اور مسعودى قمى كى ''يوسف زليخا''ہے اور ان كے بعد نوي</w:t>
      </w:r>
      <w:r w:rsidR="007D6C9B">
        <w:rPr>
          <w:rtl/>
        </w:rPr>
        <w:t xml:space="preserve">ں </w:t>
      </w:r>
      <w:r>
        <w:rPr>
          <w:rtl/>
        </w:rPr>
        <w:t xml:space="preserve">صدى كے مشہور شاعر عبدالرحمن جامى كي'' يوسف زليخا ''ہے _ </w:t>
      </w:r>
    </w:p>
    <w:p w:rsidR="00DE2D7F" w:rsidRDefault="00DE2D7F" w:rsidP="00D07B54">
      <w:pPr>
        <w:pStyle w:val="libNormal"/>
        <w:rPr>
          <w:rtl/>
        </w:rPr>
      </w:pPr>
    </w:p>
    <w:p w:rsidR="007D6ADE" w:rsidRDefault="00DE2D7F" w:rsidP="00D07B54">
      <w:pPr>
        <w:pStyle w:val="Heading2Center"/>
        <w:rPr>
          <w:rtl/>
        </w:rPr>
      </w:pPr>
      <w:bookmarkStart w:id="130" w:name="_Toc7268527"/>
      <w:r>
        <w:rPr>
          <w:rtl/>
        </w:rPr>
        <w:t>احسن القصص</w:t>
      </w:r>
      <w:bookmarkEnd w:id="130"/>
      <w:r>
        <w:rPr>
          <w:rtl/>
        </w:rPr>
        <w:t xml:space="preserve"> </w:t>
      </w:r>
    </w:p>
    <w:p w:rsidR="00DE2D7F" w:rsidRDefault="00E664BB" w:rsidP="00D07B54">
      <w:pPr>
        <w:pStyle w:val="libNormal"/>
        <w:rPr>
          <w:rtl/>
        </w:rPr>
      </w:pPr>
      <w:r>
        <w:rPr>
          <w:rtl/>
        </w:rPr>
        <w:t>4</w:t>
      </w:r>
      <w:r w:rsidR="00DE2D7F">
        <w:rPr>
          <w:rtl/>
        </w:rPr>
        <w:t>_قران مي</w:t>
      </w:r>
      <w:r w:rsidR="007D6C9B">
        <w:rPr>
          <w:rtl/>
        </w:rPr>
        <w:t xml:space="preserve">ں </w:t>
      </w:r>
      <w:r w:rsidR="00DE2D7F">
        <w:rPr>
          <w:rtl/>
        </w:rPr>
        <w:t>داستان يوسف كو شروع كرتے ہوئے خدافرماتا ہے:''ہم اس قران كے ذريعہ (جو اپ پر وحى ہوتى ہے )،كے ذريعہ ''احسن القصص ''بيان كرتے ہي</w:t>
      </w:r>
      <w:r w:rsidR="007D6C9B">
        <w:rPr>
          <w:rtl/>
        </w:rPr>
        <w:t xml:space="preserve">ں </w:t>
      </w:r>
      <w:r w:rsidR="00DE2D7F">
        <w:rPr>
          <w:rtl/>
        </w:rPr>
        <w:t>''_</w:t>
      </w:r>
      <w:r w:rsidR="00DE2D7F" w:rsidRPr="00AD1EF3">
        <w:rPr>
          <w:rStyle w:val="libFootnotenumChar"/>
          <w:rtl/>
        </w:rPr>
        <w:t>(</w:t>
      </w:r>
      <w:r w:rsidRPr="00AD1EF3">
        <w:rPr>
          <w:rStyle w:val="libFootnotenumChar"/>
          <w:rtl/>
        </w:rPr>
        <w:t>1</w:t>
      </w:r>
      <w:r w:rsidR="00DE2D7F" w:rsidRPr="00AD1EF3">
        <w:rPr>
          <w:rStyle w:val="libFootnotenumChar"/>
          <w:rtl/>
        </w:rPr>
        <w:t>)</w:t>
      </w:r>
      <w:r w:rsidR="00DE2D7F">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يوسف آيت</w:t>
      </w:r>
      <w:r w:rsidR="00E664BB">
        <w:rPr>
          <w:rtl/>
        </w:rPr>
        <w:t>3</w:t>
      </w:r>
      <w:r>
        <w:rPr>
          <w:rtl/>
        </w:rPr>
        <w:t xml:space="preserve"> </w:t>
      </w:r>
    </w:p>
    <w:p w:rsidR="007D6ADE" w:rsidRDefault="001648F9" w:rsidP="00D07B54">
      <w:pPr>
        <w:pStyle w:val="libNormal"/>
        <w:rPr>
          <w:rtl/>
        </w:rPr>
      </w:pPr>
      <w:r>
        <w:rPr>
          <w:rtl/>
        </w:rPr>
        <w:t xml:space="preserve"> </w:t>
      </w:r>
      <w:r>
        <w:rPr>
          <w:rtl/>
        </w:rPr>
        <w:br w:type="page"/>
      </w:r>
    </w:p>
    <w:p w:rsidR="007D6ADE" w:rsidRDefault="007D6ADE" w:rsidP="00D07B54">
      <w:pPr>
        <w:pStyle w:val="libNormal"/>
        <w:rPr>
          <w:rtl/>
        </w:rPr>
      </w:pPr>
    </w:p>
    <w:p w:rsidR="00DE2D7F" w:rsidRDefault="00DE2D7F" w:rsidP="00D07B54">
      <w:pPr>
        <w:pStyle w:val="libNormal"/>
        <w:rPr>
          <w:rtl/>
        </w:rPr>
      </w:pPr>
      <w:r>
        <w:rPr>
          <w:rtl/>
        </w:rPr>
        <w:t>يہ واقعہ كيسے بہترين نہ ہو جب كہ اس كے ہيجان انگيز پيچ وخم مي</w:t>
      </w:r>
      <w:r w:rsidR="007D6C9B">
        <w:rPr>
          <w:rtl/>
        </w:rPr>
        <w:t xml:space="preserve">ں </w:t>
      </w:r>
      <w:r>
        <w:rPr>
          <w:rtl/>
        </w:rPr>
        <w:t>زندگى كے اعلى تر ين دروس كى تصوير كشى كى گئي ہے _اس واقعے مي</w:t>
      </w:r>
      <w:r w:rsidR="007D6C9B">
        <w:rPr>
          <w:rtl/>
        </w:rPr>
        <w:t xml:space="preserve">ں </w:t>
      </w:r>
      <w:r>
        <w:rPr>
          <w:rtl/>
        </w:rPr>
        <w:t>ہر چيز پر خدا كے اراد ے كى حاكميت كا ہم اچھى طرح مشاہدہ كرتے ہي</w:t>
      </w:r>
      <w:r w:rsidR="007D6C9B">
        <w:rPr>
          <w:rtl/>
        </w:rPr>
        <w:t xml:space="preserve">ں </w:t>
      </w:r>
      <w:r>
        <w:rPr>
          <w:rtl/>
        </w:rPr>
        <w:t xml:space="preserve">_ </w:t>
      </w:r>
    </w:p>
    <w:p w:rsidR="00DE2D7F" w:rsidRDefault="00DE2D7F" w:rsidP="00D07B54">
      <w:pPr>
        <w:pStyle w:val="libNormal"/>
        <w:rPr>
          <w:rtl/>
        </w:rPr>
      </w:pPr>
      <w:r>
        <w:rPr>
          <w:rtl/>
        </w:rPr>
        <w:t>حسد كرنے والو</w:t>
      </w:r>
      <w:r w:rsidR="007D6C9B">
        <w:rPr>
          <w:rtl/>
        </w:rPr>
        <w:t xml:space="preserve">ں </w:t>
      </w:r>
      <w:r>
        <w:rPr>
          <w:rtl/>
        </w:rPr>
        <w:t>كا منحوس انجام ہم اپنى آنكھو</w:t>
      </w:r>
      <w:r w:rsidR="007D6C9B">
        <w:rPr>
          <w:rtl/>
        </w:rPr>
        <w:t xml:space="preserve">ں </w:t>
      </w:r>
      <w:r>
        <w:rPr>
          <w:rtl/>
        </w:rPr>
        <w:t>سے ديكھتے ہي</w:t>
      </w:r>
      <w:r w:rsidR="007D6C9B">
        <w:rPr>
          <w:rtl/>
        </w:rPr>
        <w:t xml:space="preserve">ں </w:t>
      </w:r>
      <w:r>
        <w:rPr>
          <w:rtl/>
        </w:rPr>
        <w:t>اوران كى سازشو</w:t>
      </w:r>
      <w:r w:rsidR="007D6C9B">
        <w:rPr>
          <w:rtl/>
        </w:rPr>
        <w:t xml:space="preserve">ں </w:t>
      </w:r>
      <w:r>
        <w:rPr>
          <w:rtl/>
        </w:rPr>
        <w:t>كونقش بر آب ہو تے ہو ئے ديكھتے ہي</w:t>
      </w:r>
      <w:r w:rsidR="007D6C9B">
        <w:rPr>
          <w:rtl/>
        </w:rPr>
        <w:t xml:space="preserve">ں </w:t>
      </w:r>
      <w:r>
        <w:rPr>
          <w:rtl/>
        </w:rPr>
        <w:t xml:space="preserve">_ </w:t>
      </w:r>
    </w:p>
    <w:p w:rsidR="00DE2D7F" w:rsidRDefault="00DE2D7F" w:rsidP="00D07B54">
      <w:pPr>
        <w:pStyle w:val="libNormal"/>
        <w:rPr>
          <w:rtl/>
        </w:rPr>
      </w:pPr>
      <w:r>
        <w:rPr>
          <w:rtl/>
        </w:rPr>
        <w:t>بے عفتى كى عارو ننگ اور پارسا ئي وتقوى كى عظمت وشكوہ اس كى سطور مي</w:t>
      </w:r>
      <w:r w:rsidR="007D6C9B">
        <w:rPr>
          <w:rtl/>
        </w:rPr>
        <w:t xml:space="preserve">ں </w:t>
      </w:r>
      <w:r>
        <w:rPr>
          <w:rtl/>
        </w:rPr>
        <w:t>ہم مجسم پاتے ہي</w:t>
      </w:r>
      <w:r w:rsidR="007D6C9B">
        <w:rPr>
          <w:rtl/>
        </w:rPr>
        <w:t xml:space="preserve">ں </w:t>
      </w:r>
      <w:r>
        <w:rPr>
          <w:rtl/>
        </w:rPr>
        <w:t>كنوي</w:t>
      </w:r>
      <w:r w:rsidR="007D6C9B">
        <w:rPr>
          <w:rtl/>
        </w:rPr>
        <w:t xml:space="preserve">ں </w:t>
      </w:r>
      <w:r>
        <w:rPr>
          <w:rtl/>
        </w:rPr>
        <w:t>كى گہرائي مي</w:t>
      </w:r>
      <w:r w:rsidR="007D6C9B">
        <w:rPr>
          <w:rtl/>
        </w:rPr>
        <w:t xml:space="preserve">ں </w:t>
      </w:r>
      <w:r>
        <w:rPr>
          <w:rtl/>
        </w:rPr>
        <w:t>ايك ننھے بچے كى تنہائي، زندان كى تاريك كو ٹھرى مي</w:t>
      </w:r>
      <w:r w:rsidR="007D6C9B">
        <w:rPr>
          <w:rtl/>
        </w:rPr>
        <w:t xml:space="preserve">ں </w:t>
      </w:r>
      <w:r>
        <w:rPr>
          <w:rtl/>
        </w:rPr>
        <w:t>ايك بے گناہ قيدى كے شب وروز ، ياس ونا اميدى كے سياہ پردو</w:t>
      </w:r>
      <w:r w:rsidR="007D6C9B">
        <w:rPr>
          <w:rtl/>
        </w:rPr>
        <w:t xml:space="preserve">ں </w:t>
      </w:r>
      <w:r>
        <w:rPr>
          <w:rtl/>
        </w:rPr>
        <w:t>كے پيچھے نو ر اميد كى تجلى اور آخر كار ايك وسيع حكو مت كى عظمت وشكوہ كہ جو آگاہ ہى وامانت كا نتيجہ ہے يہ تمام چيز ي</w:t>
      </w:r>
      <w:r w:rsidR="007D6C9B">
        <w:rPr>
          <w:rtl/>
        </w:rPr>
        <w:t xml:space="preserve">ں </w:t>
      </w:r>
      <w:r>
        <w:rPr>
          <w:rtl/>
        </w:rPr>
        <w:t>اس داستان مي</w:t>
      </w:r>
      <w:r w:rsidR="007D6C9B">
        <w:rPr>
          <w:rtl/>
        </w:rPr>
        <w:t xml:space="preserve">ں </w:t>
      </w:r>
      <w:r>
        <w:rPr>
          <w:rtl/>
        </w:rPr>
        <w:t>انسان كى آنكھو</w:t>
      </w:r>
      <w:r w:rsidR="007D6C9B">
        <w:rPr>
          <w:rtl/>
        </w:rPr>
        <w:t xml:space="preserve">ں </w:t>
      </w:r>
      <w:r>
        <w:rPr>
          <w:rtl/>
        </w:rPr>
        <w:t>كے سامنے سا تھ سا تھ گزر تى ہي</w:t>
      </w:r>
      <w:r w:rsidR="007D6C9B">
        <w:rPr>
          <w:rtl/>
        </w:rPr>
        <w:t xml:space="preserve">ں </w:t>
      </w:r>
      <w:r>
        <w:rPr>
          <w:rtl/>
        </w:rPr>
        <w:t xml:space="preserve">_ </w:t>
      </w:r>
    </w:p>
    <w:p w:rsidR="00DE2D7F" w:rsidRDefault="00DE2D7F" w:rsidP="00D07B54">
      <w:pPr>
        <w:pStyle w:val="libNormal"/>
        <w:rPr>
          <w:rtl/>
        </w:rPr>
      </w:pPr>
      <w:r>
        <w:rPr>
          <w:rtl/>
        </w:rPr>
        <w:t xml:space="preserve">وہ لمحے كہ جب ايك معنى خيز خواب سے ايك قوم كى سر نوشت بدل جاتى ہے _ </w:t>
      </w:r>
    </w:p>
    <w:p w:rsidR="00DE2D7F" w:rsidRDefault="00DE2D7F" w:rsidP="00D07B54">
      <w:pPr>
        <w:pStyle w:val="libNormal"/>
        <w:rPr>
          <w:rtl/>
        </w:rPr>
      </w:pPr>
      <w:r>
        <w:rPr>
          <w:rtl/>
        </w:rPr>
        <w:t xml:space="preserve">وہ وقت كہ جب ايك قوم كى زندگى ايك بيدا ر خدا ئي زمام دار كے علم وآگہى كے زير سا يہ نابودى سے نجات پاليتى ہے _ </w:t>
      </w:r>
    </w:p>
    <w:p w:rsidR="00DE2D7F" w:rsidRDefault="00DE2D7F" w:rsidP="00D07B54">
      <w:pPr>
        <w:pStyle w:val="libNormal"/>
        <w:rPr>
          <w:rtl/>
        </w:rPr>
      </w:pPr>
      <w:r>
        <w:rPr>
          <w:rtl/>
        </w:rPr>
        <w:t>اور ايسے ہى دسيو</w:t>
      </w:r>
      <w:r w:rsidR="007D6C9B">
        <w:rPr>
          <w:rtl/>
        </w:rPr>
        <w:t xml:space="preserve">ں </w:t>
      </w:r>
      <w:r>
        <w:rPr>
          <w:rtl/>
        </w:rPr>
        <w:t>درس ، جس داستا ن مي</w:t>
      </w:r>
      <w:r w:rsidR="007D6C9B">
        <w:rPr>
          <w:rtl/>
        </w:rPr>
        <w:t xml:space="preserve">ں </w:t>
      </w:r>
      <w:r>
        <w:rPr>
          <w:rtl/>
        </w:rPr>
        <w:t>مو جود ہو</w:t>
      </w:r>
      <w:r w:rsidR="007D6C9B">
        <w:rPr>
          <w:rtl/>
        </w:rPr>
        <w:t xml:space="preserve">ں </w:t>
      </w:r>
      <w:r>
        <w:rPr>
          <w:rtl/>
        </w:rPr>
        <w:t>وہ كيو</w:t>
      </w:r>
      <w:r w:rsidR="007D6C9B">
        <w:rPr>
          <w:rtl/>
        </w:rPr>
        <w:t xml:space="preserve">ں </w:t>
      </w:r>
      <w:r>
        <w:rPr>
          <w:rtl/>
        </w:rPr>
        <w:t xml:space="preserve">نہ ''احسن القصص''ہو _ </w:t>
      </w:r>
    </w:p>
    <w:p w:rsidR="00DE2D7F" w:rsidRDefault="00DE2D7F" w:rsidP="00D07B54">
      <w:pPr>
        <w:pStyle w:val="libNormal"/>
        <w:rPr>
          <w:rtl/>
        </w:rPr>
      </w:pPr>
      <w:r>
        <w:rPr>
          <w:rtl/>
        </w:rPr>
        <w:t>البتہ يہى كافى نہي</w:t>
      </w:r>
      <w:r w:rsidR="007D6C9B">
        <w:rPr>
          <w:rtl/>
        </w:rPr>
        <w:t xml:space="preserve">ں </w:t>
      </w:r>
      <w:r>
        <w:rPr>
          <w:rtl/>
        </w:rPr>
        <w:t>كہ حضرت يوسف عليہ السلام كى داستان ''احسن القصص'' ہے اہم بات يہ ہے كہ ہم مي</w:t>
      </w:r>
      <w:r w:rsidR="007D6C9B">
        <w:rPr>
          <w:rtl/>
        </w:rPr>
        <w:t xml:space="preserve">ں </w:t>
      </w:r>
      <w:r>
        <w:rPr>
          <w:rtl/>
        </w:rPr>
        <w:t>يہ لياقت ہو كہ يہ عظيم درس ہمارى روح مي</w:t>
      </w:r>
      <w:r w:rsidR="007D6C9B">
        <w:rPr>
          <w:rtl/>
        </w:rPr>
        <w:t xml:space="preserve">ں </w:t>
      </w:r>
      <w:r>
        <w:rPr>
          <w:rtl/>
        </w:rPr>
        <w:t xml:space="preserve">اتر جائے_ </w:t>
      </w:r>
    </w:p>
    <w:p w:rsidR="00DE2D7F" w:rsidRDefault="00DE2D7F" w:rsidP="00D07B54">
      <w:pPr>
        <w:pStyle w:val="libNormal"/>
        <w:rPr>
          <w:rtl/>
        </w:rPr>
      </w:pPr>
      <w:r>
        <w:rPr>
          <w:rtl/>
        </w:rPr>
        <w:t>بہت سے ايسے لوگ ہي</w:t>
      </w:r>
      <w:r w:rsidR="007D6C9B">
        <w:rPr>
          <w:rtl/>
        </w:rPr>
        <w:t xml:space="preserve">ں </w:t>
      </w:r>
      <w:r>
        <w:rPr>
          <w:rtl/>
        </w:rPr>
        <w:t>جو حضرت يوسف (ع) كے واقعہ كو ايك اچھے رومانوى واقعہ كے عنوان سے ديكھتے ہي</w:t>
      </w:r>
      <w:r w:rsidR="007D6C9B">
        <w:rPr>
          <w:rtl/>
        </w:rPr>
        <w:t xml:space="preserve">ں </w:t>
      </w:r>
      <w:r>
        <w:rPr>
          <w:rtl/>
        </w:rPr>
        <w:t>، ان جا نو رو</w:t>
      </w:r>
      <w:r w:rsidR="007D6C9B">
        <w:rPr>
          <w:rtl/>
        </w:rPr>
        <w:t xml:space="preserve">ں </w:t>
      </w:r>
      <w:r>
        <w:rPr>
          <w:rtl/>
        </w:rPr>
        <w:t>كى طرح جنھي</w:t>
      </w:r>
      <w:r w:rsidR="007D6C9B">
        <w:rPr>
          <w:rtl/>
        </w:rPr>
        <w:t xml:space="preserve">ں </w:t>
      </w:r>
      <w:r>
        <w:rPr>
          <w:rtl/>
        </w:rPr>
        <w:t>ايك سر سبز وشاداب اور پھل پھو ل سے لدے ہوئے باغ مي</w:t>
      </w:r>
      <w:r w:rsidR="007D6C9B">
        <w:rPr>
          <w:rtl/>
        </w:rPr>
        <w:t xml:space="preserve">ں </w:t>
      </w:r>
      <w:r>
        <w:rPr>
          <w:rtl/>
        </w:rPr>
        <w:t xml:space="preserve">صرف كچھ گھا س نظر پڑتى ہے كہ جو ان كى بھو ك كو زائل كردے _ </w:t>
      </w:r>
    </w:p>
    <w:p w:rsidR="00DE2D7F" w:rsidRDefault="00DE2D7F" w:rsidP="00D07B54">
      <w:pPr>
        <w:pStyle w:val="libNormal"/>
        <w:rPr>
          <w:rtl/>
        </w:rPr>
      </w:pPr>
      <w:r>
        <w:rPr>
          <w:rtl/>
        </w:rPr>
        <w:t>ابھى تك بہت سے ايسے لوگ ہي</w:t>
      </w:r>
      <w:r w:rsidR="007D6C9B">
        <w:rPr>
          <w:rtl/>
        </w:rPr>
        <w:t xml:space="preserve">ں </w:t>
      </w:r>
      <w:r>
        <w:rPr>
          <w:rtl/>
        </w:rPr>
        <w:t>كہ جو اس داستا ن كو جھو ٹے پر وبال دے كر كوشش كرتے ہي</w:t>
      </w:r>
      <w:r w:rsidR="007D6C9B">
        <w:rPr>
          <w:rtl/>
        </w:rPr>
        <w:t xml:space="preserve">ں </w:t>
      </w:r>
      <w:r>
        <w:rPr>
          <w:rtl/>
        </w:rPr>
        <w:t>كہ اس سے ايك سيكسى (</w:t>
      </w:r>
      <w:r>
        <w:t>sexsi</w:t>
      </w:r>
      <w:r>
        <w:rPr>
          <w:rtl/>
        </w:rPr>
        <w:t>)داستان بنا لي</w:t>
      </w:r>
      <w:r w:rsidR="007D6C9B">
        <w:rPr>
          <w:rtl/>
        </w:rPr>
        <w:t xml:space="preserve">ں </w:t>
      </w:r>
      <w:r>
        <w:rPr>
          <w:rtl/>
        </w:rPr>
        <w:t>جب كہ اس واقعہ كے لئے يہ بات نا شائستہ ہے اور اصل داستان مي</w:t>
      </w:r>
      <w:r w:rsidR="007D6C9B">
        <w:rPr>
          <w:rtl/>
        </w:rPr>
        <w:t xml:space="preserve">ں </w:t>
      </w:r>
      <w:r>
        <w:rPr>
          <w:rtl/>
        </w:rPr>
        <w:t>تمام اعلى انسا نى قدر ي</w:t>
      </w:r>
      <w:r w:rsidR="007D6C9B">
        <w:rPr>
          <w:rtl/>
        </w:rPr>
        <w:t xml:space="preserve">ں </w:t>
      </w:r>
      <w:r>
        <w:rPr>
          <w:rtl/>
        </w:rPr>
        <w:t>جمع ہي</w:t>
      </w:r>
      <w:r w:rsidR="007D6C9B">
        <w:rPr>
          <w:rtl/>
        </w:rPr>
        <w:t xml:space="preserve">ں </w:t>
      </w:r>
      <w:r>
        <w:rPr>
          <w:rtl/>
        </w:rPr>
        <w:t>آئند ہ صفحات مي</w:t>
      </w:r>
      <w:r w:rsidR="007D6C9B">
        <w:rPr>
          <w:rtl/>
        </w:rPr>
        <w:t xml:space="preserve">ں </w:t>
      </w:r>
      <w:r>
        <w:rPr>
          <w:rtl/>
        </w:rPr>
        <w:t>ہم ديكھي</w:t>
      </w:r>
      <w:r w:rsidR="007D6C9B">
        <w:rPr>
          <w:rtl/>
        </w:rPr>
        <w:t xml:space="preserve">ں </w:t>
      </w:r>
      <w:r>
        <w:rPr>
          <w:rtl/>
        </w:rPr>
        <w:t xml:space="preserve">گے كہ اس واقعہ كے جامع خو </w:t>
      </w:r>
    </w:p>
    <w:p w:rsidR="007D6ADE" w:rsidRDefault="001648F9" w:rsidP="00D07B54">
      <w:pPr>
        <w:pStyle w:val="libNormal"/>
        <w:rPr>
          <w:rtl/>
        </w:rPr>
      </w:pPr>
      <w:r>
        <w:rPr>
          <w:rtl/>
        </w:rPr>
        <w:t xml:space="preserve"> </w:t>
      </w:r>
      <w:r>
        <w:rPr>
          <w:rtl/>
        </w:rPr>
        <w:br w:type="page"/>
      </w:r>
    </w:p>
    <w:p w:rsidR="007D6ADE" w:rsidRDefault="007D6ADE" w:rsidP="00D07B54">
      <w:pPr>
        <w:pStyle w:val="libNormal"/>
        <w:rPr>
          <w:rtl/>
        </w:rPr>
      </w:pPr>
    </w:p>
    <w:p w:rsidR="00DE2D7F" w:rsidRDefault="00DE2D7F" w:rsidP="00D07B54">
      <w:pPr>
        <w:pStyle w:val="libNormal"/>
        <w:rPr>
          <w:rtl/>
        </w:rPr>
      </w:pPr>
      <w:r>
        <w:rPr>
          <w:rtl/>
        </w:rPr>
        <w:t>بصورت پيچ وخم كو نظر انداز كر كے نہي</w:t>
      </w:r>
      <w:r w:rsidR="007D6C9B">
        <w:rPr>
          <w:rtl/>
        </w:rPr>
        <w:t xml:space="preserve">ں </w:t>
      </w:r>
      <w:r>
        <w:rPr>
          <w:rtl/>
        </w:rPr>
        <w:t>گزرا جاسكتا ايك شاعر شيري</w:t>
      </w:r>
      <w:r w:rsidR="007D6C9B">
        <w:rPr>
          <w:rtl/>
        </w:rPr>
        <w:t xml:space="preserve">ں </w:t>
      </w:r>
      <w:r>
        <w:rPr>
          <w:rtl/>
        </w:rPr>
        <w:t xml:space="preserve">سخن كے بقول : </w:t>
      </w:r>
    </w:p>
    <w:p w:rsidR="00DE2D7F" w:rsidRDefault="00DE2D7F" w:rsidP="00D07B54">
      <w:pPr>
        <w:pStyle w:val="libNormal"/>
        <w:rPr>
          <w:rtl/>
        </w:rPr>
      </w:pPr>
      <w:r>
        <w:rPr>
          <w:rtl/>
        </w:rPr>
        <w:t>''كبھى كبھى اس داستان كے پر كشش پہلوئو</w:t>
      </w:r>
      <w:r w:rsidR="007D6C9B">
        <w:rPr>
          <w:rtl/>
        </w:rPr>
        <w:t xml:space="preserve">ں </w:t>
      </w:r>
      <w:r>
        <w:rPr>
          <w:rtl/>
        </w:rPr>
        <w:t xml:space="preserve">كى مہك انسا ن كو اس طرح سر مست كر ديتى ہے كہ وہ بے خود ہو جاتا ہے_'' </w:t>
      </w:r>
    </w:p>
    <w:p w:rsidR="00DE2D7F" w:rsidRDefault="00DE2D7F" w:rsidP="00D07B54">
      <w:pPr>
        <w:pStyle w:val="libNormal"/>
        <w:rPr>
          <w:rtl/>
        </w:rPr>
      </w:pPr>
    </w:p>
    <w:p w:rsidR="007D6ADE" w:rsidRDefault="00DE2D7F" w:rsidP="00D07B54">
      <w:pPr>
        <w:pStyle w:val="Heading2Center"/>
        <w:rPr>
          <w:rtl/>
        </w:rPr>
      </w:pPr>
      <w:bookmarkStart w:id="131" w:name="_Toc7268528"/>
      <w:r>
        <w:rPr>
          <w:rtl/>
        </w:rPr>
        <w:t>اميد كى كرن او ر مشكلات كى ابتدا ء</w:t>
      </w:r>
      <w:bookmarkEnd w:id="131"/>
    </w:p>
    <w:p w:rsidR="00DE2D7F" w:rsidRDefault="00DE2D7F" w:rsidP="00D07B54">
      <w:pPr>
        <w:pStyle w:val="libNormal"/>
        <w:rPr>
          <w:rtl/>
        </w:rPr>
      </w:pPr>
      <w:r>
        <w:rPr>
          <w:rtl/>
        </w:rPr>
        <w:t xml:space="preserve"> حضرت يوسف عليہ السلام كے واقعے كا آغاز قرآن ان كے عجيب اور معنى خيز خواب سے كرتا ہے كيونكہ يہ خواب دراصل حضرت يوسف كى تلا طم خيز زندگى كا پہلاموڑ شمار ہو تا ہے _ </w:t>
      </w:r>
    </w:p>
    <w:p w:rsidR="00DE2D7F" w:rsidRDefault="00DE2D7F" w:rsidP="00D07B54">
      <w:pPr>
        <w:pStyle w:val="libNormal"/>
        <w:rPr>
          <w:rtl/>
        </w:rPr>
      </w:pPr>
      <w:r>
        <w:rPr>
          <w:rtl/>
        </w:rPr>
        <w:t>ايك دن صبح سوير ے آپ بڑے شوق اور وار فتگى سے باپ كے پاس آئے اور انہي</w:t>
      </w:r>
      <w:r w:rsidR="007D6C9B">
        <w:rPr>
          <w:rtl/>
        </w:rPr>
        <w:t xml:space="preserve">ں </w:t>
      </w:r>
      <w:r>
        <w:rPr>
          <w:rtl/>
        </w:rPr>
        <w:t>ايك نيا واقعہ سنا يا جو ظا ہر اً كو ئي زيادہ اہم نہ تھا ليكن درحقيقت ان كى زندگى مي</w:t>
      </w:r>
      <w:r w:rsidR="007D6C9B">
        <w:rPr>
          <w:rtl/>
        </w:rPr>
        <w:t xml:space="preserve">ں </w:t>
      </w:r>
      <w:r>
        <w:rPr>
          <w:rtl/>
        </w:rPr>
        <w:t xml:space="preserve">ايك تازہ با ب كھلنے كا پتہ دے رہا تھا _ </w:t>
      </w:r>
    </w:p>
    <w:p w:rsidR="00DE2D7F" w:rsidRDefault="00DE2D7F" w:rsidP="00D07B54">
      <w:pPr>
        <w:pStyle w:val="libNormal"/>
        <w:rPr>
          <w:rtl/>
        </w:rPr>
      </w:pPr>
      <w:r>
        <w:rPr>
          <w:rtl/>
        </w:rPr>
        <w:t xml:space="preserve">''يو سف نے كہا :ابا جان : </w:t>
      </w:r>
    </w:p>
    <w:p w:rsidR="00DE2D7F" w:rsidRDefault="00DE2D7F" w:rsidP="00D07B54">
      <w:pPr>
        <w:pStyle w:val="libNormal"/>
        <w:rPr>
          <w:rtl/>
        </w:rPr>
      </w:pPr>
      <w:r>
        <w:rPr>
          <w:rtl/>
        </w:rPr>
        <w:t>''مي</w:t>
      </w:r>
      <w:r w:rsidR="007D6C9B">
        <w:rPr>
          <w:rtl/>
        </w:rPr>
        <w:t xml:space="preserve">ں </w:t>
      </w:r>
      <w:r>
        <w:rPr>
          <w:rtl/>
        </w:rPr>
        <w:t>نے كل رات گيا رہ ستارو</w:t>
      </w:r>
      <w:r w:rsidR="007D6C9B">
        <w:rPr>
          <w:rtl/>
        </w:rPr>
        <w:t xml:space="preserve">ں </w:t>
      </w:r>
      <w:r>
        <w:rPr>
          <w:rtl/>
        </w:rPr>
        <w:t>كو ديكھا كہ وہ آسمان سے نيچے اتر ئے سورج اور چاندان كے ہمراہ تھے ' سب كے سب ميرے پاس آئے اور مير ے سامنے سجدہ كيا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حضرت يوسف (ع) نے يہ خواب شب جمعہ ديكھا تھا كہ جو شب قدر بھى تھى (وہ رات جو مقدرات كے تعين كى رات ہے ) _ </w:t>
      </w:r>
    </w:p>
    <w:p w:rsidR="00DE2D7F" w:rsidRDefault="00DE2D7F" w:rsidP="00D07B54">
      <w:pPr>
        <w:pStyle w:val="libNormal"/>
        <w:rPr>
          <w:rtl/>
        </w:rPr>
      </w:pPr>
      <w:r>
        <w:rPr>
          <w:rtl/>
        </w:rPr>
        <w:t>يہا</w:t>
      </w:r>
      <w:r w:rsidR="007D6C9B">
        <w:rPr>
          <w:rtl/>
        </w:rPr>
        <w:t xml:space="preserve">ں </w:t>
      </w:r>
      <w:r>
        <w:rPr>
          <w:rtl/>
        </w:rPr>
        <w:t>پر سوال يہ پيد ا ہوتا ہے كہ حضرت يوسف نے جب يہ خواب ديكھا اس وقت آپ كى عمر كتنے سال تھى 'اس سلسلے مي</w:t>
      </w:r>
      <w:r w:rsidR="007D6C9B">
        <w:rPr>
          <w:rtl/>
        </w:rPr>
        <w:t xml:space="preserve">ں </w:t>
      </w:r>
      <w:r>
        <w:rPr>
          <w:rtl/>
        </w:rPr>
        <w:t xml:space="preserve">بعض نے نو سال' بعض نے بارہ سال اور بعض نے سات سال عمر لكھى ہے جو بات مسلم ہے وہ يہ ہے كہ اس وقت آپ بہت كم سن تھے _ </w:t>
      </w:r>
    </w:p>
    <w:p w:rsidR="00DE2D7F" w:rsidRDefault="00DE2D7F" w:rsidP="00D07B54">
      <w:pPr>
        <w:pStyle w:val="libNormal"/>
        <w:rPr>
          <w:rtl/>
        </w:rPr>
      </w:pPr>
      <w:r>
        <w:rPr>
          <w:rtl/>
        </w:rPr>
        <w:t>اس ہيجان انگيز اور معنى خيز خواب پر خدا كے پيغمبر يعقوب فكر مي</w:t>
      </w:r>
      <w:r w:rsidR="007D6C9B">
        <w:rPr>
          <w:rtl/>
        </w:rPr>
        <w:t xml:space="preserve">ں </w:t>
      </w:r>
      <w:r>
        <w:rPr>
          <w:rtl/>
        </w:rPr>
        <w:t xml:space="preserve">ڈوب گئے كہ سورج ،چاند اور آسمان كے گيارہ ستارے ،وہ گيا رہ ستارہ نيچے اترے اور ميرے بيٹے يوسف كے سامنے سجدہ ريز ہو گئے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4</w:t>
      </w:r>
      <w:r>
        <w:rPr>
          <w:rtl/>
        </w:rPr>
        <w:t xml:space="preserve"> </w:t>
      </w:r>
    </w:p>
    <w:p w:rsidR="007D6AD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يہ كس قدر معنى آفر ي</w:t>
      </w:r>
      <w:r w:rsidR="007D6C9B">
        <w:rPr>
          <w:rtl/>
        </w:rPr>
        <w:t xml:space="preserve">ں </w:t>
      </w:r>
      <w:r>
        <w:rPr>
          <w:rtl/>
        </w:rPr>
        <w:t>ہے يقينا سورج اور چاند مي</w:t>
      </w:r>
      <w:r w:rsidR="007D6C9B">
        <w:rPr>
          <w:rtl/>
        </w:rPr>
        <w:t xml:space="preserve">ں </w:t>
      </w:r>
      <w:r>
        <w:rPr>
          <w:rtl/>
        </w:rPr>
        <w:t>اور اس كى ما</w:t>
      </w:r>
      <w:r w:rsidR="007D6C9B">
        <w:rPr>
          <w:rtl/>
        </w:rPr>
        <w:t xml:space="preserve">ں </w:t>
      </w:r>
      <w:r>
        <w:rPr>
          <w:rtl/>
        </w:rPr>
        <w:t>(يامَي</w:t>
      </w:r>
      <w:r w:rsidR="007D6C9B">
        <w:rPr>
          <w:rtl/>
        </w:rPr>
        <w:t xml:space="preserve">ں </w:t>
      </w:r>
      <w:r>
        <w:rPr>
          <w:rtl/>
        </w:rPr>
        <w:t>اور اس كى خالہ ) ہي</w:t>
      </w:r>
      <w:r w:rsidR="007D6C9B">
        <w:rPr>
          <w:rtl/>
        </w:rPr>
        <w:t xml:space="preserve">ں </w:t>
      </w:r>
      <w:r>
        <w:rPr>
          <w:rtl/>
        </w:rPr>
        <w:t>اور گيارہ ستارے اس كے بھائي ہي</w:t>
      </w:r>
      <w:r w:rsidR="007D6C9B">
        <w:rPr>
          <w:rtl/>
        </w:rPr>
        <w:t xml:space="preserve">ں </w:t>
      </w:r>
      <w:r>
        <w:rPr>
          <w:rtl/>
        </w:rPr>
        <w:t>ميرے بيٹے كى قدر ومنزلت اور مقام اس قدر بلند ہو گا كہ آسمان كے ستارے ، سورج اور چاند اس كے آستا نہ پر جبي</w:t>
      </w:r>
      <w:r w:rsidR="007D6C9B">
        <w:rPr>
          <w:rtl/>
        </w:rPr>
        <w:t xml:space="preserve">ں </w:t>
      </w:r>
      <w:r>
        <w:rPr>
          <w:rtl/>
        </w:rPr>
        <w:t>سائي كري</w:t>
      </w:r>
      <w:r w:rsidR="007D6C9B">
        <w:rPr>
          <w:rtl/>
        </w:rPr>
        <w:t xml:space="preserve">ں </w:t>
      </w:r>
      <w:r>
        <w:rPr>
          <w:rtl/>
        </w:rPr>
        <w:t>گے يہ بار گاہ الہى مي</w:t>
      </w:r>
      <w:r w:rsidR="007D6C9B">
        <w:rPr>
          <w:rtl/>
        </w:rPr>
        <w:t xml:space="preserve">ں </w:t>
      </w:r>
      <w:r>
        <w:rPr>
          <w:rtl/>
        </w:rPr>
        <w:t>اس قدر عزيز اور باوقار ہو گا كہ آسمان والے بھى اس كے سامنے خضوع كري</w:t>
      </w:r>
      <w:r w:rsidR="007D6C9B">
        <w:rPr>
          <w:rtl/>
        </w:rPr>
        <w:t xml:space="preserve">ں </w:t>
      </w:r>
      <w:r>
        <w:rPr>
          <w:rtl/>
        </w:rPr>
        <w:t>گے كتنا پر شكوہ اور پر كشش خواب ہے _ لہذا پريشانى اور اضطراب كے انداز مي</w:t>
      </w:r>
      <w:r w:rsidR="007D6C9B">
        <w:rPr>
          <w:rtl/>
        </w:rPr>
        <w:t xml:space="preserve">ں </w:t>
      </w:r>
      <w:r>
        <w:rPr>
          <w:rtl/>
        </w:rPr>
        <w:t>كہ جس مي</w:t>
      </w:r>
      <w:r w:rsidR="007D6C9B">
        <w:rPr>
          <w:rtl/>
        </w:rPr>
        <w:t xml:space="preserve">ں </w:t>
      </w:r>
      <w:r>
        <w:rPr>
          <w:rtl/>
        </w:rPr>
        <w:t>ايك مسرت بھى تھى ،اپنے بيٹے سے كہنے لگے ''ميرے بيٹے :اپنا يہ خواب بھائيو</w:t>
      </w:r>
      <w:r w:rsidR="007D6C9B">
        <w:rPr>
          <w:rtl/>
        </w:rPr>
        <w:t xml:space="preserve">ں </w:t>
      </w:r>
      <w:r>
        <w:rPr>
          <w:rtl/>
        </w:rPr>
        <w:t>كو نہ بتانا،كيو نكہ وہ تيرے خلا ف خطر ناك سازش كري</w:t>
      </w:r>
      <w:r w:rsidR="007D6C9B">
        <w:rPr>
          <w:rtl/>
        </w:rPr>
        <w:t xml:space="preserve">ں </w:t>
      </w:r>
      <w:r>
        <w:rPr>
          <w:rtl/>
        </w:rPr>
        <w:t>گے ،مي</w:t>
      </w:r>
      <w:r w:rsidR="007D6C9B">
        <w:rPr>
          <w:rtl/>
        </w:rPr>
        <w:t xml:space="preserve">ں </w:t>
      </w:r>
      <w:r>
        <w:rPr>
          <w:rtl/>
        </w:rPr>
        <w:t>جانتا ہو</w:t>
      </w:r>
      <w:r w:rsidR="007D6C9B">
        <w:rPr>
          <w:rtl/>
        </w:rPr>
        <w:t xml:space="preserve">ں </w:t>
      </w:r>
      <w:r>
        <w:rPr>
          <w:rtl/>
        </w:rPr>
        <w:t xml:space="preserve">كہ شيطان انسا ن كا كھلا دشمن ہے _( </w:t>
      </w:r>
      <w:r w:rsidR="00E664BB">
        <w:rPr>
          <w:rtl/>
        </w:rPr>
        <w:t>2</w:t>
      </w:r>
      <w:r>
        <w:rPr>
          <w:rtl/>
        </w:rPr>
        <w:t>) وہ مو قع كى تاڑمي</w:t>
      </w:r>
      <w:r w:rsidR="007D6C9B">
        <w:rPr>
          <w:rtl/>
        </w:rPr>
        <w:t xml:space="preserve">ں </w:t>
      </w:r>
      <w:r>
        <w:rPr>
          <w:rtl/>
        </w:rPr>
        <w:t xml:space="preserve">ہے تا كہ اپنے وسوسو </w:t>
      </w:r>
      <w:r w:rsidR="007D6C9B">
        <w:rPr>
          <w:rtl/>
        </w:rPr>
        <w:t xml:space="preserve">ں </w:t>
      </w:r>
      <w:r>
        <w:rPr>
          <w:rtl/>
        </w:rPr>
        <w:t xml:space="preserve">كا آغاز كرے ، كينہ وحسد كى آگ بھڑ كا ئے يہا </w:t>
      </w:r>
      <w:r w:rsidR="007D6C9B">
        <w:rPr>
          <w:rtl/>
        </w:rPr>
        <w:t xml:space="preserve">ں </w:t>
      </w:r>
      <w:r>
        <w:rPr>
          <w:rtl/>
        </w:rPr>
        <w:t>تك كہ بھا ئيو</w:t>
      </w:r>
      <w:r w:rsidR="007D6C9B">
        <w:rPr>
          <w:rtl/>
        </w:rPr>
        <w:t xml:space="preserve">ں </w:t>
      </w:r>
      <w:r>
        <w:rPr>
          <w:rtl/>
        </w:rPr>
        <w:t>كو ايك دوسرے كا دشمن بنادے_ ليكن يہ خواب صرف مستقبل مي</w:t>
      </w:r>
      <w:r w:rsidR="007D6C9B">
        <w:rPr>
          <w:rtl/>
        </w:rPr>
        <w:t xml:space="preserve">ں </w:t>
      </w:r>
      <w:r>
        <w:rPr>
          <w:rtl/>
        </w:rPr>
        <w:t>يو سف كے مقام كى ظاہرى ومادى عظمت بيان نہي</w:t>
      </w:r>
      <w:r w:rsidR="007D6C9B">
        <w:rPr>
          <w:rtl/>
        </w:rPr>
        <w:t xml:space="preserve">ں </w:t>
      </w:r>
      <w:r>
        <w:rPr>
          <w:rtl/>
        </w:rPr>
        <w:t>كرتا تھا بلكہ نشا ندہى كرتا تھا كہ وہ مقام نبوت تك بھى پہچني</w:t>
      </w:r>
      <w:r w:rsidR="007D6C9B">
        <w:rPr>
          <w:rtl/>
        </w:rPr>
        <w:t xml:space="preserve">ں </w:t>
      </w:r>
      <w:r>
        <w:rPr>
          <w:rtl/>
        </w:rPr>
        <w:t xml:space="preserve">گے كيونكہ آسمان والو </w:t>
      </w:r>
      <w:r w:rsidR="007D6C9B">
        <w:rPr>
          <w:rtl/>
        </w:rPr>
        <w:t xml:space="preserve">ں </w:t>
      </w:r>
      <w:r>
        <w:rPr>
          <w:rtl/>
        </w:rPr>
        <w:t>كا سجدہ كرنا آسمانى مقام كے بلند ى پر پہنچنے كى دليل ہے اسى لئے تو ان كے پدر بزر گوار حضرت يعقوب نے مزيد كہا : اور اس طر ح تير ا پرور دگار تجھے منتخب كرے گا _'' اور تجھے تعبير خواب كا علم دے گا اور اپنى نعمت تجھ پر اور آل يعقوب(ع) پر تمام كرے گا ،جيسے اس نے قبل از يان تيرے باپ ابراہيم عليہ السلام اور اسحاق(ع) پر تمام كى ہا</w:t>
      </w:r>
      <w:r w:rsidR="007D6C9B">
        <w:rPr>
          <w:rtl/>
        </w:rPr>
        <w:t xml:space="preserve">ں </w:t>
      </w:r>
      <w:r>
        <w:rPr>
          <w:rtl/>
        </w:rPr>
        <w:t>تيرا پروردگار عالم ہے اور حكمت كےمطابق كام كرتاہے_''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7D6ADE" w:rsidRDefault="00DE2D7F" w:rsidP="00D07B54">
      <w:pPr>
        <w:pStyle w:val="Heading2Center"/>
        <w:rPr>
          <w:rtl/>
        </w:rPr>
      </w:pPr>
      <w:bookmarkStart w:id="132" w:name="_Toc7268529"/>
      <w:r>
        <w:rPr>
          <w:rtl/>
        </w:rPr>
        <w:t>بھائيو</w:t>
      </w:r>
      <w:r w:rsidR="007D6C9B">
        <w:rPr>
          <w:rtl/>
        </w:rPr>
        <w:t xml:space="preserve">ں </w:t>
      </w:r>
      <w:r>
        <w:rPr>
          <w:rtl/>
        </w:rPr>
        <w:t>كى سازش</w:t>
      </w:r>
      <w:bookmarkEnd w:id="132"/>
      <w:r>
        <w:rPr>
          <w:rtl/>
        </w:rPr>
        <w:t xml:space="preserve"> </w:t>
      </w:r>
    </w:p>
    <w:p w:rsidR="00DE2D7F" w:rsidRDefault="00DE2D7F" w:rsidP="00D07B54">
      <w:pPr>
        <w:pStyle w:val="libNormal"/>
        <w:rPr>
          <w:rtl/>
        </w:rPr>
      </w:pPr>
      <w:r>
        <w:rPr>
          <w:rtl/>
        </w:rPr>
        <w:t>يہا</w:t>
      </w:r>
      <w:r w:rsidR="007D6C9B">
        <w:rPr>
          <w:rtl/>
        </w:rPr>
        <w:t xml:space="preserve">ں </w:t>
      </w:r>
      <w:r>
        <w:rPr>
          <w:rtl/>
        </w:rPr>
        <w:t>سے يوسف(ع) كے بھائيو</w:t>
      </w:r>
      <w:r w:rsidR="007D6C9B">
        <w:rPr>
          <w:rtl/>
        </w:rPr>
        <w:t xml:space="preserve">ں </w:t>
      </w:r>
      <w:r>
        <w:rPr>
          <w:rtl/>
        </w:rPr>
        <w:t>كى يوسف(ع) كے خلاف سازش شروع ہو تى ہے ،قران مي</w:t>
      </w:r>
      <w:r w:rsidR="007D6C9B">
        <w:rPr>
          <w:rtl/>
        </w:rPr>
        <w:t xml:space="preserve">ں </w:t>
      </w:r>
      <w:r>
        <w:rPr>
          <w:rtl/>
        </w:rPr>
        <w:t>ان بہت سے اصلا حى دروس كى طرح اشارہ كيا گيا ہے جو اس داستا ن مي</w:t>
      </w:r>
      <w:r w:rsidR="007D6C9B">
        <w:rPr>
          <w:rtl/>
        </w:rPr>
        <w:t xml:space="preserve">ں </w:t>
      </w:r>
      <w:r>
        <w:rPr>
          <w:rtl/>
        </w:rPr>
        <w:t>موجود ہي</w:t>
      </w:r>
      <w:r w:rsidR="007D6C9B">
        <w:rPr>
          <w:rtl/>
        </w:rPr>
        <w:t xml:space="preserve">ں </w:t>
      </w:r>
      <w:r>
        <w:rPr>
          <w:rtl/>
        </w:rPr>
        <w:t>،ارشاد ہوتا ہے :''يقينا يوسف اور اس كے بھائيو</w:t>
      </w:r>
      <w:r w:rsidR="007D6C9B">
        <w:rPr>
          <w:rtl/>
        </w:rPr>
        <w:t xml:space="preserve">ں </w:t>
      </w:r>
      <w:r>
        <w:rPr>
          <w:rtl/>
        </w:rPr>
        <w:t>كى داستا ن مي</w:t>
      </w:r>
      <w:r w:rsidR="007D6C9B">
        <w:rPr>
          <w:rtl/>
        </w:rPr>
        <w:t xml:space="preserve">ں </w:t>
      </w:r>
      <w:r>
        <w:rPr>
          <w:rtl/>
        </w:rPr>
        <w:t>سوال كرنے والو</w:t>
      </w:r>
      <w:r w:rsidR="007D6C9B">
        <w:rPr>
          <w:rtl/>
        </w:rPr>
        <w:t xml:space="preserve">ں </w:t>
      </w:r>
      <w:r>
        <w:rPr>
          <w:rtl/>
        </w:rPr>
        <w:t>كے لئے نشانيا</w:t>
      </w:r>
      <w:r w:rsidR="007D6C9B">
        <w:rPr>
          <w:rtl/>
        </w:rPr>
        <w:t xml:space="preserve">ں </w:t>
      </w:r>
      <w:r>
        <w:rPr>
          <w:rtl/>
        </w:rPr>
        <w:t>تھي</w:t>
      </w:r>
      <w:r w:rsidR="007D6C9B">
        <w:rPr>
          <w:rtl/>
        </w:rPr>
        <w:t xml:space="preserve">ں </w:t>
      </w:r>
      <w:r>
        <w:rPr>
          <w:rtl/>
        </w:rPr>
        <w:t>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5</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5</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6</w:t>
      </w:r>
      <w:r>
        <w:rPr>
          <w:rtl/>
        </w:rPr>
        <w:t xml:space="preserve"> </w:t>
      </w:r>
    </w:p>
    <w:p w:rsidR="00DE2D7F" w:rsidRDefault="00DE2D7F" w:rsidP="00D07B54">
      <w:pPr>
        <w:pStyle w:val="libFootnote"/>
        <w:rPr>
          <w:rtl/>
        </w:rPr>
      </w:pPr>
      <w:r>
        <w:rPr>
          <w:rtl/>
        </w:rPr>
        <w:t>(</w:t>
      </w:r>
      <w:r w:rsidR="00E664BB">
        <w:rPr>
          <w:rtl/>
        </w:rPr>
        <w:t>4</w:t>
      </w:r>
      <w:r>
        <w:rPr>
          <w:rtl/>
        </w:rPr>
        <w:t xml:space="preserve">)سورہ يوسف آيت </w:t>
      </w:r>
      <w:r w:rsidR="00E664BB">
        <w:rPr>
          <w:rtl/>
        </w:rPr>
        <w:t>7</w:t>
      </w:r>
      <w:r>
        <w:rPr>
          <w:rtl/>
        </w:rPr>
        <w:t xml:space="preserve"> </w:t>
      </w:r>
    </w:p>
    <w:p w:rsidR="007D6AD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سے بڑھ كر اوركيا درس ہوگا كہ چند طاقتور افراد ايك سو چے سمجھے منصوبے كے تحت كہ جس كا سر چشمہ حسد تھا'ظاہراً ايك كمزور اور تنہا شخص كو نابود كرنے كے لئے اپنى تمام تر كو شش صرف كرتے ہي</w:t>
      </w:r>
      <w:r w:rsidR="007D6C9B">
        <w:rPr>
          <w:rtl/>
        </w:rPr>
        <w:t xml:space="preserve">ں </w:t>
      </w:r>
      <w:r>
        <w:rPr>
          <w:rtl/>
        </w:rPr>
        <w:t>مگر اس كام سے انہي</w:t>
      </w:r>
      <w:r w:rsidR="007D6C9B">
        <w:rPr>
          <w:rtl/>
        </w:rPr>
        <w:t xml:space="preserve">ں </w:t>
      </w:r>
      <w:r>
        <w:rPr>
          <w:rtl/>
        </w:rPr>
        <w:t>خبر نہي</w:t>
      </w:r>
      <w:r w:rsidR="007D6C9B">
        <w:rPr>
          <w:rtl/>
        </w:rPr>
        <w:t xml:space="preserve">ں </w:t>
      </w:r>
      <w:r>
        <w:rPr>
          <w:rtl/>
        </w:rPr>
        <w:t>ہو تى كہ وہ اسے ايك حكومت كے تخت پر بٹھا رہے ہي</w:t>
      </w:r>
      <w:r w:rsidR="007D6C9B">
        <w:rPr>
          <w:rtl/>
        </w:rPr>
        <w:t xml:space="preserve">ں </w:t>
      </w:r>
      <w:r>
        <w:rPr>
          <w:rtl/>
        </w:rPr>
        <w:t>اور ايك وسيع مملكت كا فرما</w:t>
      </w:r>
      <w:r w:rsidR="007D6C9B">
        <w:rPr>
          <w:rtl/>
        </w:rPr>
        <w:t xml:space="preserve">ں </w:t>
      </w:r>
      <w:r>
        <w:rPr>
          <w:rtl/>
        </w:rPr>
        <w:t>روا بنا رہے ہي</w:t>
      </w:r>
      <w:r w:rsidR="007D6C9B">
        <w:rPr>
          <w:rtl/>
        </w:rPr>
        <w:t xml:space="preserve">ں </w:t>
      </w:r>
      <w:r>
        <w:rPr>
          <w:rtl/>
        </w:rPr>
        <w:t>اور آخر كا وہ سب اس كے سامنے سر تعظيم وتسليم خم كرتے ہي</w:t>
      </w:r>
      <w:r w:rsidR="007D6C9B">
        <w:rPr>
          <w:rtl/>
        </w:rPr>
        <w:t xml:space="preserve">ں </w:t>
      </w:r>
      <w:r>
        <w:rPr>
          <w:rtl/>
        </w:rPr>
        <w:t>يہ امر نشاند ہى كرتا ہے كہ جب خدا كسى كام كا ارادہ كرتا ہے تو وہ اتنى طاقت ركھتا ہے كہ اس كا م كو اس كے مخالفين كے ہا تھو</w:t>
      </w:r>
      <w:r w:rsidR="007D6C9B">
        <w:rPr>
          <w:rtl/>
        </w:rPr>
        <w:t xml:space="preserve">ں </w:t>
      </w:r>
      <w:r>
        <w:rPr>
          <w:rtl/>
        </w:rPr>
        <w:t>پايہ تكميل تك پہنچا دے تا كہ يہ واضح ہوجائے گا كہ ايك پاك اور صاحب ايمان انسان اكيلا نہي</w:t>
      </w:r>
      <w:r w:rsidR="007D6C9B">
        <w:rPr>
          <w:rtl/>
        </w:rPr>
        <w:t xml:space="preserve">ں </w:t>
      </w:r>
      <w:r>
        <w:rPr>
          <w:rtl/>
        </w:rPr>
        <w:t>ہے اور اگر سارا جہان اس كى نا بودى پر كمر باند ھ لے ليكن خدا نہ چاہے تو كوئي اس كا بال بھى بيكا نہي</w:t>
      </w:r>
      <w:r w:rsidR="007D6C9B">
        <w:rPr>
          <w:rtl/>
        </w:rPr>
        <w:t xml:space="preserve">ں </w:t>
      </w:r>
      <w:r>
        <w:rPr>
          <w:rtl/>
        </w:rPr>
        <w:t xml:space="preserve">كرسكتا _ </w:t>
      </w:r>
    </w:p>
    <w:p w:rsidR="00DE2D7F" w:rsidRDefault="00DE2D7F" w:rsidP="00D07B54">
      <w:pPr>
        <w:pStyle w:val="libNormal"/>
        <w:rPr>
          <w:rtl/>
        </w:rPr>
      </w:pPr>
      <w:r>
        <w:rPr>
          <w:rtl/>
        </w:rPr>
        <w:t>حضرت يعقوب(ع) كے بارہ بيٹے تھے ان مي</w:t>
      </w:r>
      <w:r w:rsidR="007D6C9B">
        <w:rPr>
          <w:rtl/>
        </w:rPr>
        <w:t xml:space="preserve">ں </w:t>
      </w:r>
      <w:r>
        <w:rPr>
          <w:rtl/>
        </w:rPr>
        <w:t>يو سف اور بنيا مين ايك ما</w:t>
      </w:r>
      <w:r w:rsidR="007D6C9B">
        <w:rPr>
          <w:rtl/>
        </w:rPr>
        <w:t xml:space="preserve">ں </w:t>
      </w:r>
      <w:r>
        <w:rPr>
          <w:rtl/>
        </w:rPr>
        <w:t>سے تھے ان كى والدہ كا نام ''راحيل'' تھا يعقوب (ع) ان دونو</w:t>
      </w:r>
      <w:r w:rsidR="007D6C9B">
        <w:rPr>
          <w:rtl/>
        </w:rPr>
        <w:t xml:space="preserve">ں </w:t>
      </w:r>
      <w:r>
        <w:rPr>
          <w:rtl/>
        </w:rPr>
        <w:t>بيٹو</w:t>
      </w:r>
      <w:r w:rsidR="007D6C9B">
        <w:rPr>
          <w:rtl/>
        </w:rPr>
        <w:t xml:space="preserve">ں </w:t>
      </w:r>
      <w:r>
        <w:rPr>
          <w:rtl/>
        </w:rPr>
        <w:t>سے خصوصاًيو سف سے زيا دہ محبت كرتے تھے كيونكہ ايك تو يہ ان كے چھوٹے بيٹے تھے لہذا فطرتاً زيادہ تو جہ اور محبت كے محتاج تھے اور دوسرا ان كى والدہ ''راحيل''فوت ہو چكى تھي</w:t>
      </w:r>
      <w:r w:rsidR="007D6C9B">
        <w:rPr>
          <w:rtl/>
        </w:rPr>
        <w:t xml:space="preserve">ں </w:t>
      </w:r>
      <w:r>
        <w:rPr>
          <w:rtl/>
        </w:rPr>
        <w:t>اس بنا ء پر بھى انہي</w:t>
      </w:r>
      <w:r w:rsidR="007D6C9B">
        <w:rPr>
          <w:rtl/>
        </w:rPr>
        <w:t xml:space="preserve">ں </w:t>
      </w:r>
      <w:r>
        <w:rPr>
          <w:rtl/>
        </w:rPr>
        <w:t>زيادہ تو جہ اور محبت كى ضرورت تھى علاوہ ازي</w:t>
      </w:r>
      <w:r w:rsidR="007D6C9B">
        <w:rPr>
          <w:rtl/>
        </w:rPr>
        <w:t xml:space="preserve">ں </w:t>
      </w:r>
      <w:r>
        <w:rPr>
          <w:rtl/>
        </w:rPr>
        <w:t>خصوصيت كے سا تھ حضرت يوسف مي</w:t>
      </w:r>
      <w:r w:rsidR="007D6C9B">
        <w:rPr>
          <w:rtl/>
        </w:rPr>
        <w:t xml:space="preserve">ں </w:t>
      </w:r>
      <w:r>
        <w:rPr>
          <w:rtl/>
        </w:rPr>
        <w:t xml:space="preserve">نا بغہ اور غير معمولى شخصيت ہونے كے آثار نمايا </w:t>
      </w:r>
      <w:r w:rsidR="007D6C9B">
        <w:rPr>
          <w:rtl/>
        </w:rPr>
        <w:t xml:space="preserve">ں </w:t>
      </w:r>
      <w:r>
        <w:rPr>
          <w:rtl/>
        </w:rPr>
        <w:t xml:space="preserve">تھے؟ مجمو عى طور پر ان سب باتو </w:t>
      </w:r>
      <w:r w:rsidR="007D6C9B">
        <w:rPr>
          <w:rtl/>
        </w:rPr>
        <w:t xml:space="preserve">ں </w:t>
      </w:r>
      <w:r>
        <w:rPr>
          <w:rtl/>
        </w:rPr>
        <w:t xml:space="preserve">كى بنا ء پر حضرت يعقوب واضح طور پر ان سے زيادہ پيار محبت كا برتائو كرتے تھے _ </w:t>
      </w:r>
    </w:p>
    <w:p w:rsidR="00DE2D7F" w:rsidRDefault="00DE2D7F" w:rsidP="00D07B54">
      <w:pPr>
        <w:pStyle w:val="libNormal"/>
        <w:rPr>
          <w:rtl/>
        </w:rPr>
      </w:pPr>
      <w:r>
        <w:rPr>
          <w:rtl/>
        </w:rPr>
        <w:t>حاسد بھا ئيو</w:t>
      </w:r>
      <w:r w:rsidR="007D6C9B">
        <w:rPr>
          <w:rtl/>
        </w:rPr>
        <w:t xml:space="preserve">ں </w:t>
      </w:r>
      <w:r>
        <w:rPr>
          <w:rtl/>
        </w:rPr>
        <w:t>كى تو جہ ان پہلوئو</w:t>
      </w:r>
      <w:r w:rsidR="007D6C9B">
        <w:rPr>
          <w:rtl/>
        </w:rPr>
        <w:t xml:space="preserve">ں </w:t>
      </w:r>
      <w:r>
        <w:rPr>
          <w:rtl/>
        </w:rPr>
        <w:t>كى طرف نہي</w:t>
      </w:r>
      <w:r w:rsidR="007D6C9B">
        <w:rPr>
          <w:rtl/>
        </w:rPr>
        <w:t xml:space="preserve">ں </w:t>
      </w:r>
      <w:r>
        <w:rPr>
          <w:rtl/>
        </w:rPr>
        <w:t>تھى اور وہ اس پر بہت نا راحت اور ناراض تھے_ خصوصاًشايد مائو</w:t>
      </w:r>
      <w:r w:rsidR="007D6C9B">
        <w:rPr>
          <w:rtl/>
        </w:rPr>
        <w:t xml:space="preserve">ں </w:t>
      </w:r>
      <w:r>
        <w:rPr>
          <w:rtl/>
        </w:rPr>
        <w:t>كے الگ الگ ہونے كى وجہ سے بھى فطر تاً ان مي</w:t>
      </w:r>
      <w:r w:rsidR="007D6C9B">
        <w:rPr>
          <w:rtl/>
        </w:rPr>
        <w:t xml:space="preserve">ں </w:t>
      </w:r>
      <w:r>
        <w:rPr>
          <w:rtl/>
        </w:rPr>
        <w:t>رقابت مو جود تھى لہذا وہ اكٹھے ہو ئے اور كہنے لگے : يو سف اور اس كے بھا ئي كو باپ ہم سے زيادہ پيار كرتا ہے حالانكہ ہم طاقتور اور مفيد لوگ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باپ كے امور كو بہتر طور پر چلا سكتے ہي</w:t>
      </w:r>
      <w:r w:rsidR="007D6C9B">
        <w:rPr>
          <w:rtl/>
        </w:rPr>
        <w:t xml:space="preserve">ں </w:t>
      </w:r>
      <w:r>
        <w:rPr>
          <w:rtl/>
        </w:rPr>
        <w:t>اس لئے اسے ان چھوٹے بچو</w:t>
      </w:r>
      <w:r w:rsidR="007D6C9B">
        <w:rPr>
          <w:rtl/>
        </w:rPr>
        <w:t xml:space="preserve">ں </w:t>
      </w:r>
      <w:r>
        <w:rPr>
          <w:rtl/>
        </w:rPr>
        <w:t>كى نسبت ہم سے زيادہ محبت كرنا چاہئے جب كہ ان سے تو كچھ بھى نہي</w:t>
      </w:r>
      <w:r w:rsidR="007D6C9B">
        <w:rPr>
          <w:rtl/>
        </w:rPr>
        <w:t xml:space="preserve">ں </w:t>
      </w:r>
      <w:r>
        <w:rPr>
          <w:rtl/>
        </w:rPr>
        <w:t>ہو سكتا ،اس طرح يك طرفہ فيصلہ كرتے ہو ئے انہو</w:t>
      </w:r>
      <w:r w:rsidR="007D6C9B">
        <w:rPr>
          <w:rtl/>
        </w:rPr>
        <w:t xml:space="preserve">ں </w:t>
      </w:r>
      <w:r>
        <w:rPr>
          <w:rtl/>
        </w:rPr>
        <w:t>نے اپنے باپ كے خلاف كہا كہ'' ہمارا باپ واضح گمراہى مي</w:t>
      </w:r>
      <w:r w:rsidR="007D6C9B">
        <w:rPr>
          <w:rtl/>
        </w:rPr>
        <w:t xml:space="preserve">ں </w:t>
      </w:r>
      <w:r>
        <w:rPr>
          <w:rtl/>
        </w:rPr>
        <w:t xml:space="preserve">ہے_'' </w:t>
      </w:r>
      <w:r w:rsidRPr="00BB5F85">
        <w:rPr>
          <w:rStyle w:val="libFootnotenumChar"/>
          <w:rtl/>
        </w:rPr>
        <w:t xml:space="preserve">( </w:t>
      </w:r>
      <w:r w:rsidR="00E664BB" w:rsidRPr="00BB5F85">
        <w:rPr>
          <w:rStyle w:val="libFootnotenumChar"/>
          <w:rtl/>
        </w:rPr>
        <w:t>2</w:t>
      </w:r>
      <w:r w:rsidRPr="00BB5F85">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8</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8</w:t>
      </w:r>
      <w:r>
        <w:rPr>
          <w:rtl/>
        </w:rPr>
        <w:t xml:space="preserve"> </w:t>
      </w:r>
    </w:p>
    <w:p w:rsidR="007D6AD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حسد اور كينے كى آگ نے انہي</w:t>
      </w:r>
      <w:r w:rsidR="007D6C9B">
        <w:rPr>
          <w:rtl/>
        </w:rPr>
        <w:t xml:space="preserve">ں </w:t>
      </w:r>
      <w:r>
        <w:rPr>
          <w:rtl/>
        </w:rPr>
        <w:t>اجازت نہ دى كہ وہ معا ملے كے تمام اطراف پر غور وفكر كرتے اور ان دو بچو</w:t>
      </w:r>
      <w:r w:rsidR="007D6C9B">
        <w:rPr>
          <w:rtl/>
        </w:rPr>
        <w:t xml:space="preserve">ں </w:t>
      </w:r>
      <w:r>
        <w:rPr>
          <w:rtl/>
        </w:rPr>
        <w:t>سے اظہار محبت پر باپ كے دلائل معلوم كرتے كيو نكہ ہميشہ ذاتى مفادات ہر شخص كى فكر پر پر دہ ڈال ديتے ہي</w:t>
      </w:r>
      <w:r w:rsidR="007D6C9B">
        <w:rPr>
          <w:rtl/>
        </w:rPr>
        <w:t xml:space="preserve">ں </w:t>
      </w:r>
      <w:r>
        <w:rPr>
          <w:rtl/>
        </w:rPr>
        <w:t>اور اسے يك طرفہ فيصلو</w:t>
      </w:r>
      <w:r w:rsidR="007D6C9B">
        <w:rPr>
          <w:rtl/>
        </w:rPr>
        <w:t xml:space="preserve">ں </w:t>
      </w:r>
      <w:r>
        <w:rPr>
          <w:rtl/>
        </w:rPr>
        <w:t>پر آمادہ كرديتے ہي</w:t>
      </w:r>
      <w:r w:rsidR="007D6C9B">
        <w:rPr>
          <w:rtl/>
        </w:rPr>
        <w:t xml:space="preserve">ں </w:t>
      </w:r>
      <w:r>
        <w:rPr>
          <w:rtl/>
        </w:rPr>
        <w:t>كہ جن كا نتيجہ حق وعدا لت كے راستے سے گمراہى ہے_البتہ ان كى مراد دين ومذہب كے اعتبار سے گمراہى نہ تھى كيو نكہ بعد مي</w:t>
      </w:r>
      <w:r w:rsidR="007D6C9B">
        <w:rPr>
          <w:rtl/>
        </w:rPr>
        <w:t xml:space="preserve">ں </w:t>
      </w:r>
      <w:r>
        <w:rPr>
          <w:rtl/>
        </w:rPr>
        <w:t>آنے والى گفتگو نشاندہى كرتى ہي</w:t>
      </w:r>
      <w:r w:rsidR="007D6C9B">
        <w:rPr>
          <w:rtl/>
        </w:rPr>
        <w:t xml:space="preserve">ں </w:t>
      </w:r>
      <w:r>
        <w:rPr>
          <w:rtl/>
        </w:rPr>
        <w:t>كہ اپنے باپ كى عظمت او رنبوت پر ان كا عقيدہ تھا اور انہي</w:t>
      </w:r>
      <w:r w:rsidR="007D6C9B">
        <w:rPr>
          <w:rtl/>
        </w:rPr>
        <w:t xml:space="preserve">ں </w:t>
      </w:r>
      <w:r>
        <w:rPr>
          <w:rtl/>
        </w:rPr>
        <w:t xml:space="preserve">صرف ان كے طرز معا شر ت پر اعتراض تھا _ </w:t>
      </w:r>
    </w:p>
    <w:p w:rsidR="007D6ADE" w:rsidRDefault="00DE2D7F" w:rsidP="00D07B54">
      <w:pPr>
        <w:pStyle w:val="Heading2Center"/>
        <w:rPr>
          <w:rtl/>
        </w:rPr>
      </w:pPr>
      <w:bookmarkStart w:id="133" w:name="_Toc7268530"/>
      <w:r>
        <w:rPr>
          <w:rtl/>
        </w:rPr>
        <w:t>يوسف (ع) كو قتل كر ديا جائے</w:t>
      </w:r>
      <w:bookmarkEnd w:id="133"/>
      <w:r>
        <w:rPr>
          <w:rtl/>
        </w:rPr>
        <w:t xml:space="preserve"> </w:t>
      </w:r>
    </w:p>
    <w:p w:rsidR="00DE2D7F" w:rsidRDefault="00DE2D7F" w:rsidP="00D07B54">
      <w:pPr>
        <w:pStyle w:val="libNormal"/>
        <w:rPr>
          <w:rtl/>
        </w:rPr>
      </w:pPr>
      <w:r>
        <w:rPr>
          <w:rtl/>
        </w:rPr>
        <w:t>بغض ،حسد اور كينے كے جذبات نے آخر كار بھا ئيو</w:t>
      </w:r>
      <w:r w:rsidR="007D6C9B">
        <w:rPr>
          <w:rtl/>
        </w:rPr>
        <w:t xml:space="preserve">ں </w:t>
      </w:r>
      <w:r>
        <w:rPr>
          <w:rtl/>
        </w:rPr>
        <w:t>كو ايك منصوبہ بنا نے پر آمادہ كيا وہ ايك جگہ جمع ہو ئے اور دو تجاو يزاان كے سامنے تھي</w:t>
      </w:r>
      <w:r w:rsidR="007D6C9B">
        <w:rPr>
          <w:rtl/>
        </w:rPr>
        <w:t xml:space="preserve">ں </w:t>
      </w:r>
      <w:r>
        <w:rPr>
          <w:rtl/>
        </w:rPr>
        <w:t>كہنے لگے :''يا يوسف كو قتل كردو يا اسے دور دراز كے كسى علاقے مي</w:t>
      </w:r>
      <w:r w:rsidR="007D6C9B">
        <w:rPr>
          <w:rtl/>
        </w:rPr>
        <w:t xml:space="preserve">ں </w:t>
      </w:r>
      <w:r>
        <w:rPr>
          <w:rtl/>
        </w:rPr>
        <w:t>پھينك آئو تا كہ باپ كى محبت كا پورا رخ ہما رى طرف ہو جائے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ٹھيك ہے كہ اس كا م پر تمہي</w:t>
      </w:r>
      <w:r w:rsidR="007D6C9B">
        <w:rPr>
          <w:rtl/>
        </w:rPr>
        <w:t xml:space="preserve">ں </w:t>
      </w:r>
      <w:r>
        <w:rPr>
          <w:rtl/>
        </w:rPr>
        <w:t>احساس گناہ ہو گا اور وجدان كى ندامت ہو گى كيو نكہ اپنے چھو ٹے بھا ئے پر يہ ظلم كرو گے ليكن اس گناہ كى تلافى ممكن ہے ،تو بہ كر لينا'' اور اس كے بعد صالح جمعيت بن جانا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ليكن بھائيو</w:t>
      </w:r>
      <w:r w:rsidR="007D6C9B">
        <w:rPr>
          <w:rtl/>
        </w:rPr>
        <w:t xml:space="preserve">ں </w:t>
      </w:r>
      <w:r>
        <w:rPr>
          <w:rtl/>
        </w:rPr>
        <w:t>مي</w:t>
      </w:r>
      <w:r w:rsidR="007D6C9B">
        <w:rPr>
          <w:rtl/>
        </w:rPr>
        <w:t xml:space="preserve">ں </w:t>
      </w:r>
      <w:r>
        <w:rPr>
          <w:rtl/>
        </w:rPr>
        <w:t>سے ايك بہت سمجھدار تھا يا اس كا ضمير نسبتاًزيادہ بيدارتھا اسى لئے اس نے يوسف(ع) كو قتل كرنے كے منصوبے كى مخالفت كى اور اسى طرح كسى دور دراز علاقے مي</w:t>
      </w:r>
      <w:r w:rsidR="007D6C9B">
        <w:rPr>
          <w:rtl/>
        </w:rPr>
        <w:t xml:space="preserve">ں </w:t>
      </w:r>
      <w:r>
        <w:rPr>
          <w:rtl/>
        </w:rPr>
        <w:t>پھينك آنے كى تجويز پيش كي،كيونكہ اس منصوبے مي</w:t>
      </w:r>
      <w:r w:rsidR="007D6C9B">
        <w:rPr>
          <w:rtl/>
        </w:rPr>
        <w:t xml:space="preserve">ں </w:t>
      </w:r>
      <w:r>
        <w:rPr>
          <w:rtl/>
        </w:rPr>
        <w:t>يوسف(ع) كى ہلاكت كا خطرہ تھا_ اس نے ايك تيسرا منصبوبہ پيش كيا،وہ كہنے لگا:''اگر تمہي</w:t>
      </w:r>
      <w:r w:rsidR="007D6C9B">
        <w:rPr>
          <w:rtl/>
        </w:rPr>
        <w:t xml:space="preserve">ں </w:t>
      </w:r>
      <w:r>
        <w:rPr>
          <w:rtl/>
        </w:rPr>
        <w:t>ايسا كا م كرنے پر اصرار ہى ہے تو يوسف(ع) كو قتل نہ كرو بلكہ اسے كسى كنوي</w:t>
      </w:r>
      <w:r w:rsidR="007D6C9B">
        <w:rPr>
          <w:rtl/>
        </w:rPr>
        <w:t xml:space="preserve">ں </w:t>
      </w:r>
      <w:r>
        <w:rPr>
          <w:rtl/>
        </w:rPr>
        <w:t>مي</w:t>
      </w:r>
      <w:r w:rsidR="007D6C9B">
        <w:rPr>
          <w:rtl/>
        </w:rPr>
        <w:t xml:space="preserve">ں </w:t>
      </w:r>
      <w:r>
        <w:rPr>
          <w:rtl/>
        </w:rPr>
        <w:t>پھينك دو(اس طرح سے كہ وہ زندہ رہے)تا كہ راہ گزارو</w:t>
      </w:r>
      <w:r w:rsidR="007D6C9B">
        <w:rPr>
          <w:rtl/>
        </w:rPr>
        <w:t xml:space="preserve">ں </w:t>
      </w:r>
      <w:r>
        <w:rPr>
          <w:rtl/>
        </w:rPr>
        <w:t>كے كسى قافلے كے ہاتھ لگ جائے اور وہ اسے اپنے ساتھ لے جائي</w:t>
      </w:r>
      <w:r w:rsidR="007D6C9B">
        <w:rPr>
          <w:rtl/>
        </w:rPr>
        <w:t xml:space="preserve">ں </w:t>
      </w:r>
      <w:r>
        <w:rPr>
          <w:rtl/>
        </w:rPr>
        <w:t>اور اس طرح يہ ہمارى اور باپ كى آنكھو</w:t>
      </w:r>
      <w:r w:rsidR="007D6C9B">
        <w:rPr>
          <w:rtl/>
        </w:rPr>
        <w:t xml:space="preserve">ں </w:t>
      </w:r>
      <w:r>
        <w:rPr>
          <w:rtl/>
        </w:rPr>
        <w:t>سے دور ہو جائے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)سورہ يوسف آيت</w:t>
      </w:r>
      <w:r w:rsidR="00E664BB">
        <w:rPr>
          <w:rtl/>
        </w:rPr>
        <w:t>10</w:t>
      </w:r>
      <w:r>
        <w:rPr>
          <w:rtl/>
        </w:rPr>
        <w:t xml:space="preserve"> </w:t>
      </w:r>
    </w:p>
    <w:p w:rsidR="007D6ADE" w:rsidRDefault="001648F9" w:rsidP="00D07B54">
      <w:pPr>
        <w:pStyle w:val="libNormal"/>
        <w:rPr>
          <w:rtl/>
        </w:rPr>
      </w:pPr>
      <w:r>
        <w:rPr>
          <w:rtl/>
        </w:rPr>
        <w:t xml:space="preserve"> </w:t>
      </w:r>
      <w:r>
        <w:rPr>
          <w:rtl/>
        </w:rPr>
        <w:br w:type="page"/>
      </w:r>
    </w:p>
    <w:p w:rsidR="007D6ADE" w:rsidRDefault="007D6ADE" w:rsidP="00D07B54">
      <w:pPr>
        <w:pStyle w:val="libNormal"/>
        <w:rPr>
          <w:rtl/>
        </w:rPr>
      </w:pPr>
    </w:p>
    <w:p w:rsidR="007D6ADE" w:rsidRDefault="00DE2D7F" w:rsidP="00D07B54">
      <w:pPr>
        <w:pStyle w:val="Heading2Center"/>
        <w:rPr>
          <w:rtl/>
        </w:rPr>
      </w:pPr>
      <w:bookmarkStart w:id="134" w:name="_Toc7268531"/>
      <w:r>
        <w:rPr>
          <w:rtl/>
        </w:rPr>
        <w:t>منحوس سازش</w:t>
      </w:r>
      <w:bookmarkEnd w:id="134"/>
    </w:p>
    <w:p w:rsidR="00DE2D7F" w:rsidRDefault="00DE2D7F" w:rsidP="00D07B54">
      <w:pPr>
        <w:pStyle w:val="libNormal"/>
        <w:rPr>
          <w:rtl/>
        </w:rPr>
      </w:pPr>
      <w:r>
        <w:rPr>
          <w:rtl/>
        </w:rPr>
        <w:t xml:space="preserve"> يوسف (ع) كے بھائيو</w:t>
      </w:r>
      <w:r w:rsidR="007D6C9B">
        <w:rPr>
          <w:rtl/>
        </w:rPr>
        <w:t xml:space="preserve">ں </w:t>
      </w:r>
      <w:r>
        <w:rPr>
          <w:rtl/>
        </w:rPr>
        <w:t>نے جب يوسف كو كنوي</w:t>
      </w:r>
      <w:r w:rsidR="007D6C9B">
        <w:rPr>
          <w:rtl/>
        </w:rPr>
        <w:t xml:space="preserve">ں </w:t>
      </w:r>
      <w:r>
        <w:rPr>
          <w:rtl/>
        </w:rPr>
        <w:t>مي</w:t>
      </w:r>
      <w:r w:rsidR="007D6C9B">
        <w:rPr>
          <w:rtl/>
        </w:rPr>
        <w:t xml:space="preserve">ں </w:t>
      </w:r>
      <w:r>
        <w:rPr>
          <w:rtl/>
        </w:rPr>
        <w:t>ڈالنے كى آخرى سازش پر اتفاق كرليا تو يہ سوچنے لگے كہ يوسف كو كس طرح لے كر جائي</w:t>
      </w:r>
      <w:r w:rsidR="007D6C9B">
        <w:rPr>
          <w:rtl/>
        </w:rPr>
        <w:t xml:space="preserve">ں </w:t>
      </w:r>
      <w:r>
        <w:rPr>
          <w:rtl/>
        </w:rPr>
        <w:t>لہذا اس مقصد كے لئے انہو</w:t>
      </w:r>
      <w:r w:rsidR="007D6C9B">
        <w:rPr>
          <w:rtl/>
        </w:rPr>
        <w:t xml:space="preserve">ں </w:t>
      </w:r>
      <w:r>
        <w:rPr>
          <w:rtl/>
        </w:rPr>
        <w:t>نے ايك اور منصوبہ تيار كيا اس كے لئے وہ باپ كے پاس آئے اور اپنے حق جتا نے كے انداز مي</w:t>
      </w:r>
      <w:r w:rsidR="007D6C9B">
        <w:rPr>
          <w:rtl/>
        </w:rPr>
        <w:t xml:space="preserve">ں </w:t>
      </w:r>
      <w:r>
        <w:rPr>
          <w:rtl/>
        </w:rPr>
        <w:t>، نرم ونازك لہجے مي</w:t>
      </w:r>
      <w:r w:rsidR="007D6C9B">
        <w:rPr>
          <w:rtl/>
        </w:rPr>
        <w:t xml:space="preserve">ں </w:t>
      </w:r>
      <w:r>
        <w:rPr>
          <w:rtl/>
        </w:rPr>
        <w:t>محبت بھرے شكو ے كى صورت مي</w:t>
      </w:r>
      <w:r w:rsidR="007D6C9B">
        <w:rPr>
          <w:rtl/>
        </w:rPr>
        <w:t xml:space="preserve">ں </w:t>
      </w:r>
      <w:r>
        <w:rPr>
          <w:rtl/>
        </w:rPr>
        <w:t>كہنے لگے :''ابا جان :آپ يو سف كو كيو</w:t>
      </w:r>
      <w:r w:rsidR="007D6C9B">
        <w:rPr>
          <w:rtl/>
        </w:rPr>
        <w:t xml:space="preserve">ں </w:t>
      </w:r>
      <w:r>
        <w:rPr>
          <w:rtl/>
        </w:rPr>
        <w:t>كبھى اپنے سے جدا نہي</w:t>
      </w:r>
      <w:r w:rsidR="007D6C9B">
        <w:rPr>
          <w:rtl/>
        </w:rPr>
        <w:t xml:space="preserve">ں </w:t>
      </w:r>
      <w:r>
        <w:rPr>
          <w:rtl/>
        </w:rPr>
        <w:t>كرتے اور ہما رے سپر د نہي</w:t>
      </w:r>
      <w:r w:rsidR="007D6C9B">
        <w:rPr>
          <w:rtl/>
        </w:rPr>
        <w:t xml:space="preserve">ں </w:t>
      </w:r>
      <w:r>
        <w:rPr>
          <w:rtl/>
        </w:rPr>
        <w:t>كر تے آپ ہمي</w:t>
      </w:r>
      <w:r w:rsidR="007D6C9B">
        <w:rPr>
          <w:rtl/>
        </w:rPr>
        <w:t xml:space="preserve">ں </w:t>
      </w:r>
      <w:r>
        <w:rPr>
          <w:rtl/>
        </w:rPr>
        <w:t>بھائي كے بارے مي</w:t>
      </w:r>
      <w:r w:rsidR="007D6C9B">
        <w:rPr>
          <w:rtl/>
        </w:rPr>
        <w:t xml:space="preserve">ں </w:t>
      </w:r>
      <w:r>
        <w:rPr>
          <w:rtl/>
        </w:rPr>
        <w:t>امين كيو</w:t>
      </w:r>
      <w:r w:rsidR="007D6C9B">
        <w:rPr>
          <w:rtl/>
        </w:rPr>
        <w:t xml:space="preserve">ں </w:t>
      </w:r>
      <w:r>
        <w:rPr>
          <w:rtl/>
        </w:rPr>
        <w:t>نہي</w:t>
      </w:r>
      <w:r w:rsidR="007D6C9B">
        <w:rPr>
          <w:rtl/>
        </w:rPr>
        <w:t xml:space="preserve">ں </w:t>
      </w:r>
      <w:r>
        <w:rPr>
          <w:rtl/>
        </w:rPr>
        <w:t>سمجھتے حالا نكہ ہم يقينا اس كے خير خوا ہ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آيئے :جس كا آپ ہمي</w:t>
      </w:r>
      <w:r w:rsidR="007D6C9B">
        <w:rPr>
          <w:rtl/>
        </w:rPr>
        <w:t xml:space="preserve">ں </w:t>
      </w:r>
      <w:r>
        <w:rPr>
          <w:rtl/>
        </w:rPr>
        <w:t>متہم سمجھتے ہي</w:t>
      </w:r>
      <w:r w:rsidR="007D6C9B">
        <w:rPr>
          <w:rtl/>
        </w:rPr>
        <w:t xml:space="preserve">ں </w:t>
      </w:r>
      <w:r>
        <w:rPr>
          <w:rtl/>
        </w:rPr>
        <w:t>اسے جانے ديجئے ،علا وہ ازي</w:t>
      </w:r>
      <w:r w:rsidR="007D6C9B">
        <w:rPr>
          <w:rtl/>
        </w:rPr>
        <w:t xml:space="preserve">ں </w:t>
      </w:r>
      <w:r>
        <w:rPr>
          <w:rtl/>
        </w:rPr>
        <w:t>ہمارا بھائي نو عمر ہے، اس كا بھى حق ہے 'اسے بھى شہر سے باہر كى آزاد فضا مي</w:t>
      </w:r>
      <w:r w:rsidR="007D6C9B">
        <w:rPr>
          <w:rtl/>
        </w:rPr>
        <w:t xml:space="preserve">ں </w:t>
      </w:r>
      <w:r>
        <w:rPr>
          <w:rtl/>
        </w:rPr>
        <w:t>گھو منے پھر نے كى ضرورت ہے 'اسے گھر كے اندر قيد كردينا درست نہي</w:t>
      </w:r>
      <w:r w:rsidR="007D6C9B">
        <w:rPr>
          <w:rtl/>
        </w:rPr>
        <w:t xml:space="preserve">ں </w:t>
      </w:r>
      <w:r>
        <w:rPr>
          <w:rtl/>
        </w:rPr>
        <w:t>،كل اسے ہمارے سا تھ بھيجئے تا كہ يہ شہر سے باہر نكلے ،چلے پھر ے، درختو</w:t>
      </w:r>
      <w:r w:rsidR="007D6C9B">
        <w:rPr>
          <w:rtl/>
        </w:rPr>
        <w:t xml:space="preserve">ں </w:t>
      </w:r>
      <w:r>
        <w:rPr>
          <w:rtl/>
        </w:rPr>
        <w:t>كے پھل كھا ئے ،كھيلے كو دے اور سير و تفريح كرے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اور اگر آپ كو اس كى سلامتى كا خيال ہے اور پريشانى ہے ''تو ہم سب اپنے بھائي كے محا فظ ونگہبان ہو</w:t>
      </w:r>
      <w:r w:rsidR="007D6C9B">
        <w:rPr>
          <w:rtl/>
        </w:rPr>
        <w:t xml:space="preserve">ں </w:t>
      </w:r>
      <w:r>
        <w:rPr>
          <w:rtl/>
        </w:rPr>
        <w:t>گے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 xml:space="preserve">كيو نكہ آخر يہ ہمارا بھائي ہے اور ہمارى جان كے برابر ہے _اس طرح انہو </w:t>
      </w:r>
      <w:r w:rsidR="007D6C9B">
        <w:rPr>
          <w:rtl/>
        </w:rPr>
        <w:t xml:space="preserve">ں </w:t>
      </w:r>
      <w:r>
        <w:rPr>
          <w:rtl/>
        </w:rPr>
        <w:t>نے بھائي كو باپ سے جدا كرنے كا بڑاماہر انہ منصوبہ تيار كيا ،ہو سكتا ہے انہو</w:t>
      </w:r>
      <w:r w:rsidR="007D6C9B">
        <w:rPr>
          <w:rtl/>
        </w:rPr>
        <w:t xml:space="preserve">ں </w:t>
      </w:r>
      <w:r>
        <w:rPr>
          <w:rtl/>
        </w:rPr>
        <w:t>نے يہ باتي</w:t>
      </w:r>
      <w:r w:rsidR="007D6C9B">
        <w:rPr>
          <w:rtl/>
        </w:rPr>
        <w:t xml:space="preserve">ں </w:t>
      </w:r>
      <w:r>
        <w:rPr>
          <w:rtl/>
        </w:rPr>
        <w:t>يوسف كے سا منے كى ہو</w:t>
      </w:r>
      <w:r w:rsidR="007D6C9B">
        <w:rPr>
          <w:rtl/>
        </w:rPr>
        <w:t xml:space="preserve">ں </w:t>
      </w:r>
      <w:r>
        <w:rPr>
          <w:rtl/>
        </w:rPr>
        <w:t>تا كہ وہ بھى باپ سے تقاضا كري</w:t>
      </w:r>
      <w:r w:rsidR="007D6C9B">
        <w:rPr>
          <w:rtl/>
        </w:rPr>
        <w:t xml:space="preserve">ں </w:t>
      </w:r>
      <w:r>
        <w:rPr>
          <w:rtl/>
        </w:rPr>
        <w:t>اور ان سے صحرا كى طرف جا نے كى اجازت لے لي</w:t>
      </w:r>
      <w:r w:rsidR="007D6C9B">
        <w:rPr>
          <w:rtl/>
        </w:rPr>
        <w:t xml:space="preserve">ں </w:t>
      </w:r>
      <w:r>
        <w:rPr>
          <w:rtl/>
        </w:rPr>
        <w:t xml:space="preserve">_ </w:t>
      </w:r>
    </w:p>
    <w:p w:rsidR="00DE2D7F" w:rsidRDefault="00DE2D7F" w:rsidP="00D07B54">
      <w:pPr>
        <w:pStyle w:val="libNormal"/>
        <w:rPr>
          <w:rtl/>
        </w:rPr>
      </w:pPr>
      <w:r>
        <w:rPr>
          <w:rtl/>
        </w:rPr>
        <w:t>اس منصوبہ مي</w:t>
      </w:r>
      <w:r w:rsidR="007D6C9B">
        <w:rPr>
          <w:rtl/>
        </w:rPr>
        <w:t xml:space="preserve">ں </w:t>
      </w:r>
      <w:r>
        <w:rPr>
          <w:rtl/>
        </w:rPr>
        <w:t>ايك طرف باپ كے لئے انہو</w:t>
      </w:r>
      <w:r w:rsidR="007D6C9B">
        <w:rPr>
          <w:rtl/>
        </w:rPr>
        <w:t xml:space="preserve">ں </w:t>
      </w:r>
      <w:r>
        <w:rPr>
          <w:rtl/>
        </w:rPr>
        <w:t>نے يہ مشكل پيدا كر دى تھى كہ اگر وہ يوسف كو ہمارے سپر د نہي</w:t>
      </w:r>
      <w:r w:rsidR="007D6C9B">
        <w:rPr>
          <w:rtl/>
        </w:rPr>
        <w:t xml:space="preserve">ں </w:t>
      </w:r>
      <w:r>
        <w:rPr>
          <w:rtl/>
        </w:rPr>
        <w:t>كرتے تو يہ اس امر كى دليل ہے كہ ہمي</w:t>
      </w:r>
      <w:r w:rsidR="007D6C9B">
        <w:rPr>
          <w:rtl/>
        </w:rPr>
        <w:t xml:space="preserve">ں </w:t>
      </w:r>
      <w:r>
        <w:rPr>
          <w:rtl/>
        </w:rPr>
        <w:t>متہم سمجھتے ہي</w:t>
      </w:r>
      <w:r w:rsidR="007D6C9B">
        <w:rPr>
          <w:rtl/>
        </w:rPr>
        <w:t xml:space="preserve">ں </w:t>
      </w:r>
      <w:r>
        <w:rPr>
          <w:rtl/>
        </w:rPr>
        <w:t xml:space="preserve">اور دوسرى طرف كھيل كو د اور سير وتفريح كے لئے شہر سے باہر جانے كى يوسف كے لئے تحريك تھى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11</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12</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12</w:t>
      </w:r>
      <w:r>
        <w:rPr>
          <w:rtl/>
        </w:rPr>
        <w:t xml:space="preserve"> </w:t>
      </w:r>
    </w:p>
    <w:p w:rsidR="007D6ADE" w:rsidRDefault="001648F9" w:rsidP="00D07B54">
      <w:pPr>
        <w:pStyle w:val="libNormal"/>
        <w:rPr>
          <w:rtl/>
        </w:rPr>
      </w:pPr>
      <w:r>
        <w:rPr>
          <w:rtl/>
        </w:rPr>
        <w:t xml:space="preserve"> </w:t>
      </w:r>
      <w:r>
        <w:rPr>
          <w:rtl/>
        </w:rPr>
        <w:br w:type="page"/>
      </w:r>
    </w:p>
    <w:p w:rsidR="007D6ADE" w:rsidRDefault="00DE2D7F" w:rsidP="00D07B54">
      <w:pPr>
        <w:pStyle w:val="Heading2Center"/>
        <w:rPr>
          <w:rtl/>
        </w:rPr>
      </w:pPr>
      <w:bookmarkStart w:id="135" w:name="_Toc7268532"/>
      <w:r>
        <w:rPr>
          <w:rtl/>
        </w:rPr>
        <w:lastRenderedPageBreak/>
        <w:t>كنعان كے بھيڑئے</w:t>
      </w:r>
      <w:bookmarkEnd w:id="135"/>
      <w:r>
        <w:rPr>
          <w:rtl/>
        </w:rPr>
        <w:t xml:space="preserve"> </w:t>
      </w:r>
    </w:p>
    <w:p w:rsidR="00DE2D7F" w:rsidRDefault="00DE2D7F" w:rsidP="00D07B54">
      <w:pPr>
        <w:pStyle w:val="libNormal"/>
        <w:rPr>
          <w:rtl/>
        </w:rPr>
      </w:pPr>
      <w:r>
        <w:rPr>
          <w:rtl/>
        </w:rPr>
        <w:t>حضرت يعقوب عليہ السلام نے برادران يو سف كى باتو</w:t>
      </w:r>
      <w:r w:rsidR="007D6C9B">
        <w:rPr>
          <w:rtl/>
        </w:rPr>
        <w:t xml:space="preserve">ں </w:t>
      </w:r>
      <w:r>
        <w:rPr>
          <w:rtl/>
        </w:rPr>
        <w:t>كے جواب مي</w:t>
      </w:r>
      <w:r w:rsidR="007D6C9B">
        <w:rPr>
          <w:rtl/>
        </w:rPr>
        <w:t xml:space="preserve">ں </w:t>
      </w:r>
      <w:r>
        <w:rPr>
          <w:rtl/>
        </w:rPr>
        <w:t>بجائے اس كے كہ انہي</w:t>
      </w:r>
      <w:r w:rsidR="007D6C9B">
        <w:rPr>
          <w:rtl/>
        </w:rPr>
        <w:t xml:space="preserve">ں </w:t>
      </w:r>
      <w:r>
        <w:rPr>
          <w:rtl/>
        </w:rPr>
        <w:t>برے ارادے كا الزام ديتے، كہنے لگے كہ مي</w:t>
      </w:r>
      <w:r w:rsidR="007D6C9B">
        <w:rPr>
          <w:rtl/>
        </w:rPr>
        <w:t xml:space="preserve">ں </w:t>
      </w:r>
      <w:r>
        <w:rPr>
          <w:rtl/>
        </w:rPr>
        <w:t>جو تمہارے ساتھ يوسف كو بھيجنے پر تيار نہي</w:t>
      </w:r>
      <w:r w:rsidR="007D6C9B">
        <w:rPr>
          <w:rtl/>
        </w:rPr>
        <w:t xml:space="preserve">ں </w:t>
      </w:r>
      <w:r>
        <w:rPr>
          <w:rtl/>
        </w:rPr>
        <w:t>ہو</w:t>
      </w:r>
      <w:r w:rsidR="007D6C9B">
        <w:rPr>
          <w:rtl/>
        </w:rPr>
        <w:t xml:space="preserve">ں </w:t>
      </w:r>
      <w:r>
        <w:rPr>
          <w:rtl/>
        </w:rPr>
        <w:t>تو اس كى دو وجوہ ہي</w:t>
      </w:r>
      <w:r w:rsidR="007D6C9B">
        <w:rPr>
          <w:rtl/>
        </w:rPr>
        <w:t xml:space="preserve">ں </w:t>
      </w:r>
      <w:r>
        <w:rPr>
          <w:rtl/>
        </w:rPr>
        <w:t>:''پہلى يہ كہ يوسف كى جدا ئي مير ے لئے غم انگيز ہے ''_</w:t>
      </w:r>
      <w:r w:rsidRPr="00AD1EF3">
        <w:rPr>
          <w:rStyle w:val="libFootnotenumChar"/>
          <w:rtl/>
        </w:rPr>
        <w:t>(</w:t>
      </w:r>
      <w:r w:rsidR="00E664BB" w:rsidRPr="00AD1EF3">
        <w:rPr>
          <w:rStyle w:val="libFootnotenumChar"/>
          <w:rtl/>
        </w:rPr>
        <w:t>1</w:t>
      </w:r>
      <w:r w:rsidRPr="00AD1EF3">
        <w:rPr>
          <w:rStyle w:val="libFootnotenumChar"/>
          <w:rtl/>
        </w:rPr>
        <w:t>)</w:t>
      </w:r>
      <w:r>
        <w:rPr>
          <w:rtl/>
        </w:rPr>
        <w:t>اور دوسرى يہ كہ ہو سكتا ہے كہ ان كے ارد گرد كے بيابانو</w:t>
      </w:r>
      <w:r w:rsidR="007D6C9B">
        <w:rPr>
          <w:rtl/>
        </w:rPr>
        <w:t xml:space="preserve">ں </w:t>
      </w:r>
      <w:r>
        <w:rPr>
          <w:rtl/>
        </w:rPr>
        <w:t>مي</w:t>
      </w:r>
      <w:r w:rsidR="007D6C9B">
        <w:rPr>
          <w:rtl/>
        </w:rPr>
        <w:t xml:space="preserve">ں </w:t>
      </w:r>
      <w:r>
        <w:rPr>
          <w:rtl/>
        </w:rPr>
        <w:t>خو نخوار بھيڑئے ہو</w:t>
      </w:r>
      <w:r w:rsidR="007D6C9B">
        <w:rPr>
          <w:rtl/>
        </w:rPr>
        <w:t xml:space="preserve">ں </w:t>
      </w:r>
      <w:r>
        <w:rPr>
          <w:rtl/>
        </w:rPr>
        <w:t xml:space="preserve">''اور مجھے ڈر ہے كہ مبادا كوئي بھيڑيا ميرے فرزند دلبند كو كھا جائے اور تم اپنے كھيل كود ،سير و تفريح اور دوسرے كامو </w:t>
      </w:r>
      <w:r w:rsidR="007D6C9B">
        <w:rPr>
          <w:rtl/>
        </w:rPr>
        <w:t xml:space="preserve">ں </w:t>
      </w:r>
      <w:r>
        <w:rPr>
          <w:rtl/>
        </w:rPr>
        <w:t>مي</w:t>
      </w:r>
      <w:r w:rsidR="007D6C9B">
        <w:rPr>
          <w:rtl/>
        </w:rPr>
        <w:t xml:space="preserve">ں </w:t>
      </w:r>
      <w:r>
        <w:rPr>
          <w:rtl/>
        </w:rPr>
        <w:t>مشغول رہو''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بالكل فطرى امر تھا كہ اس سفر مي</w:t>
      </w:r>
      <w:r w:rsidR="007D6C9B">
        <w:rPr>
          <w:rtl/>
        </w:rPr>
        <w:t xml:space="preserve">ں </w:t>
      </w:r>
      <w:r>
        <w:rPr>
          <w:rtl/>
        </w:rPr>
        <w:t>بھائي اپنے آپ مي</w:t>
      </w:r>
      <w:r w:rsidR="007D6C9B">
        <w:rPr>
          <w:rtl/>
        </w:rPr>
        <w:t xml:space="preserve">ں </w:t>
      </w:r>
      <w:r>
        <w:rPr>
          <w:rtl/>
        </w:rPr>
        <w:t>مشغول ہو</w:t>
      </w:r>
      <w:r w:rsidR="007D6C9B">
        <w:rPr>
          <w:rtl/>
        </w:rPr>
        <w:t xml:space="preserve">ں </w:t>
      </w:r>
      <w:r>
        <w:rPr>
          <w:rtl/>
        </w:rPr>
        <w:t>اور اپنے چھو ٹے بھا ئي سے غافل ہو</w:t>
      </w:r>
      <w:r w:rsidR="007D6C9B">
        <w:rPr>
          <w:rtl/>
        </w:rPr>
        <w:t xml:space="preserve">ں </w:t>
      </w:r>
      <w:r>
        <w:rPr>
          <w:rtl/>
        </w:rPr>
        <w:t>اور بھيڑ يو</w:t>
      </w:r>
      <w:r w:rsidR="007D6C9B">
        <w:rPr>
          <w:rtl/>
        </w:rPr>
        <w:t xml:space="preserve">ں </w:t>
      </w:r>
      <w:r>
        <w:rPr>
          <w:rtl/>
        </w:rPr>
        <w:t>سے بھرے اس بيابان مي</w:t>
      </w:r>
      <w:r w:rsidR="007D6C9B">
        <w:rPr>
          <w:rtl/>
        </w:rPr>
        <w:t xml:space="preserve">ں </w:t>
      </w:r>
      <w:r>
        <w:rPr>
          <w:rtl/>
        </w:rPr>
        <w:t>كوئي بھيڑيا يوسف كو اٹھائے البتہ بھائيو</w:t>
      </w:r>
      <w:r w:rsidR="007D6C9B">
        <w:rPr>
          <w:rtl/>
        </w:rPr>
        <w:t xml:space="preserve">ں </w:t>
      </w:r>
      <w:r>
        <w:rPr>
          <w:rtl/>
        </w:rPr>
        <w:t>كے پا س باپ كى پہلى دليل كا كوئي جواب نہ تھا كيو نكہ يو سف كى جدا ئي كا غم ايسى چيز نہ تھى كہ جس كى وہ تلافى كر سكتے بلكہ شايد اس بات نے بھا ئيو</w:t>
      </w:r>
      <w:r w:rsidR="007D6C9B">
        <w:rPr>
          <w:rtl/>
        </w:rPr>
        <w:t xml:space="preserve">ں </w:t>
      </w:r>
      <w:r>
        <w:rPr>
          <w:rtl/>
        </w:rPr>
        <w:t>كے دل مي</w:t>
      </w:r>
      <w:r w:rsidR="007D6C9B">
        <w:rPr>
          <w:rtl/>
        </w:rPr>
        <w:t xml:space="preserve">ں </w:t>
      </w:r>
      <w:r>
        <w:rPr>
          <w:rtl/>
        </w:rPr>
        <w:t xml:space="preserve">حسد كى آگ كو اور بھڑكا ديا ہو _ </w:t>
      </w:r>
    </w:p>
    <w:p w:rsidR="00DE2D7F" w:rsidRDefault="00DE2D7F" w:rsidP="00D07B54">
      <w:pPr>
        <w:pStyle w:val="libNormal"/>
        <w:rPr>
          <w:rtl/>
        </w:rPr>
      </w:pPr>
      <w:r>
        <w:rPr>
          <w:rtl/>
        </w:rPr>
        <w:t>دوسرى طرف بيٹے كو باہر لے جانے كے بارے مي</w:t>
      </w:r>
      <w:r w:rsidR="007D6C9B">
        <w:rPr>
          <w:rtl/>
        </w:rPr>
        <w:t xml:space="preserve">ں </w:t>
      </w:r>
      <w:r>
        <w:rPr>
          <w:rtl/>
        </w:rPr>
        <w:t xml:space="preserve">باپ كى دليل كا جواب تھا كہ جس كے ذكر كى چندا </w:t>
      </w:r>
      <w:r w:rsidR="007D6C9B">
        <w:rPr>
          <w:rtl/>
        </w:rPr>
        <w:t xml:space="preserve">ں </w:t>
      </w:r>
      <w:r>
        <w:rPr>
          <w:rtl/>
        </w:rPr>
        <w:t>ضرورت نہ تھى اور وہ يہ كہ آخر كار بيٹے كو نشوو نما اور تر بيت كے لئے چاہتے يا نہ چاہتے ہوئے باپ سے جدا ہو نا ہے اور اگر وہ ''نورستہ ''كے پودے كى طرح ہميشہ باپ كے زير سايہ رہے تو نشوو نما نہي</w:t>
      </w:r>
      <w:r w:rsidR="007D6C9B">
        <w:rPr>
          <w:rtl/>
        </w:rPr>
        <w:t xml:space="preserve">ں </w:t>
      </w:r>
      <w:r>
        <w:rPr>
          <w:rtl/>
        </w:rPr>
        <w:t>پاسكے گا اور بيٹے كے تكا مل وار تقا ء كے لئے باپ مجبور ہے كہ يہ جدا ئي بردا شت كرے آج كھيل كو د ہے كل تحصيل علم و دانش ہے پر سو</w:t>
      </w:r>
      <w:r w:rsidR="007D6C9B">
        <w:rPr>
          <w:rtl/>
        </w:rPr>
        <w:t xml:space="preserve">ں </w:t>
      </w:r>
      <w:r>
        <w:rPr>
          <w:rtl/>
        </w:rPr>
        <w:t xml:space="preserve">زندگى كے لئے كسب وكار اور سعى وكو شش ہے اخر كا ر جدا ئي ضرورى ہے _ </w:t>
      </w:r>
    </w:p>
    <w:p w:rsidR="00DE2D7F" w:rsidRDefault="00DE2D7F" w:rsidP="00D07B54">
      <w:pPr>
        <w:pStyle w:val="libNormal"/>
        <w:rPr>
          <w:rtl/>
        </w:rPr>
      </w:pPr>
      <w:r>
        <w:rPr>
          <w:rtl/>
        </w:rPr>
        <w:t>لہذا اصلاً انہو</w:t>
      </w:r>
      <w:r w:rsidR="007D6C9B">
        <w:rPr>
          <w:rtl/>
        </w:rPr>
        <w:t xml:space="preserve">ں </w:t>
      </w:r>
      <w:r>
        <w:rPr>
          <w:rtl/>
        </w:rPr>
        <w:t>نے اس كا جواب نہي</w:t>
      </w:r>
      <w:r w:rsidR="007D6C9B">
        <w:rPr>
          <w:rtl/>
        </w:rPr>
        <w:t xml:space="preserve">ں </w:t>
      </w:r>
      <w:r>
        <w:rPr>
          <w:rtl/>
        </w:rPr>
        <w:t>ديا بلكہ دوسرى دليل كا جواب شروع كيا كہ جو ان كى نگاہ مي</w:t>
      </w:r>
      <w:r w:rsidR="007D6C9B">
        <w:rPr>
          <w:rtl/>
        </w:rPr>
        <w:t xml:space="preserve">ں </w:t>
      </w:r>
      <w:r>
        <w:rPr>
          <w:rtl/>
        </w:rPr>
        <w:t>اہم اور بنيا دى تھى اور كہنے لگے : ''كيسے ممكن ہے كہ ہمارے بھائي كو بھيڑ يا كھاجائے حالانكہ ہم طا قتور لوگ ہي</w:t>
      </w:r>
      <w:r w:rsidR="007D6C9B">
        <w:rPr>
          <w:rtl/>
        </w:rPr>
        <w:t xml:space="preserve">ں </w:t>
      </w:r>
      <w:r>
        <w:rPr>
          <w:rtl/>
        </w:rPr>
        <w:t>اگر ايسا ہو جائے تو ہم زيا</w:t>
      </w:r>
      <w:r w:rsidR="007D6C9B">
        <w:rPr>
          <w:rtl/>
        </w:rPr>
        <w:t xml:space="preserve">ں </w:t>
      </w:r>
      <w:r>
        <w:rPr>
          <w:rtl/>
        </w:rPr>
        <w:t>كا روبد بخت ہو</w:t>
      </w:r>
      <w:r w:rsidR="007D6C9B">
        <w:rPr>
          <w:rtl/>
        </w:rPr>
        <w:t xml:space="preserve">ں </w:t>
      </w:r>
      <w:r>
        <w:rPr>
          <w:rtl/>
        </w:rPr>
        <w:t>گے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13</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13</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14</w:t>
      </w:r>
      <w:r>
        <w:rPr>
          <w:rtl/>
        </w:rPr>
        <w:t xml:space="preserve"> </w:t>
      </w:r>
    </w:p>
    <w:p w:rsidR="007D6AD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يعنى كيا ہم مردہ ہي</w:t>
      </w:r>
      <w:r w:rsidR="007D6C9B">
        <w:rPr>
          <w:rtl/>
        </w:rPr>
        <w:t xml:space="preserve">ں </w:t>
      </w:r>
      <w:r>
        <w:rPr>
          <w:rtl/>
        </w:rPr>
        <w:t>كہ بيٹھ جائي</w:t>
      </w:r>
      <w:r w:rsidR="007D6C9B">
        <w:rPr>
          <w:rtl/>
        </w:rPr>
        <w:t xml:space="preserve">ں </w:t>
      </w:r>
      <w:r>
        <w:rPr>
          <w:rtl/>
        </w:rPr>
        <w:t>اور ديكھتے رہي</w:t>
      </w:r>
      <w:r w:rsidR="007D6C9B">
        <w:rPr>
          <w:rtl/>
        </w:rPr>
        <w:t xml:space="preserve">ں </w:t>
      </w:r>
      <w:r>
        <w:rPr>
          <w:rtl/>
        </w:rPr>
        <w:t>گے اور بھيڑ يا ہمارے بھائي كو كھا جائےگا ،بھا ئي كو بھائي سے جو تعلق ہو تا ہے اس كے علاوہ جو بات اس كى حفاظت پر ہمي</w:t>
      </w:r>
      <w:r w:rsidR="007D6C9B">
        <w:rPr>
          <w:rtl/>
        </w:rPr>
        <w:t xml:space="preserve">ں </w:t>
      </w:r>
      <w:r>
        <w:rPr>
          <w:rtl/>
        </w:rPr>
        <w:t>ابھارتى ہے يہ ہے كہ ہمارى لوگو</w:t>
      </w:r>
      <w:r w:rsidR="007D6C9B">
        <w:rPr>
          <w:rtl/>
        </w:rPr>
        <w:t xml:space="preserve">ں </w:t>
      </w:r>
      <w:r>
        <w:rPr>
          <w:rtl/>
        </w:rPr>
        <w:t>مي</w:t>
      </w:r>
      <w:r w:rsidR="007D6C9B">
        <w:rPr>
          <w:rtl/>
        </w:rPr>
        <w:t xml:space="preserve">ں </w:t>
      </w:r>
      <w:r>
        <w:rPr>
          <w:rtl/>
        </w:rPr>
        <w:t>عزت وآبرو ہے ،لوگ ہمارے متعلق كيا كہي</w:t>
      </w:r>
      <w:r w:rsidR="007D6C9B">
        <w:rPr>
          <w:rtl/>
        </w:rPr>
        <w:t xml:space="preserve">ں </w:t>
      </w:r>
      <w:r>
        <w:rPr>
          <w:rtl/>
        </w:rPr>
        <w:t>گے ،يہى نا كہ طاقتور مو ٹى گر دنو</w:t>
      </w:r>
      <w:r w:rsidR="007D6C9B">
        <w:rPr>
          <w:rtl/>
        </w:rPr>
        <w:t xml:space="preserve">ں </w:t>
      </w:r>
      <w:r>
        <w:rPr>
          <w:rtl/>
        </w:rPr>
        <w:t>والے بيٹھے رہے اور اپنے بھائي پر بھيڑئے كو حملہ كرتے ديكھتے رہے كيا پھر ہم لوگو</w:t>
      </w:r>
      <w:r w:rsidR="007D6C9B">
        <w:rPr>
          <w:rtl/>
        </w:rPr>
        <w:t xml:space="preserve">ں </w:t>
      </w:r>
      <w:r>
        <w:rPr>
          <w:rtl/>
        </w:rPr>
        <w:t>مي</w:t>
      </w:r>
      <w:r w:rsidR="007D6C9B">
        <w:rPr>
          <w:rtl/>
        </w:rPr>
        <w:t xml:space="preserve">ں </w:t>
      </w:r>
      <w:r>
        <w:rPr>
          <w:rtl/>
        </w:rPr>
        <w:t>جينے كے قابل رہي</w:t>
      </w:r>
      <w:r w:rsidR="007D6C9B">
        <w:rPr>
          <w:rtl/>
        </w:rPr>
        <w:t xml:space="preserve">ں </w:t>
      </w:r>
      <w:r>
        <w:rPr>
          <w:rtl/>
        </w:rPr>
        <w:t>گے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انہو</w:t>
      </w:r>
      <w:r w:rsidR="007D6C9B">
        <w:rPr>
          <w:rtl/>
        </w:rPr>
        <w:t xml:space="preserve">ں </w:t>
      </w:r>
      <w:r>
        <w:rPr>
          <w:rtl/>
        </w:rPr>
        <w:t>نے ضمناً باپ كى اس بات كا بھى جواب ديا كہ ہو سكتا ہے تم كھيل كود مي</w:t>
      </w:r>
      <w:r w:rsidR="007D6C9B">
        <w:rPr>
          <w:rtl/>
        </w:rPr>
        <w:t xml:space="preserve">ں </w:t>
      </w:r>
      <w:r>
        <w:rPr>
          <w:rtl/>
        </w:rPr>
        <w:t>لگ جائو اور يوسف سے غافل ہو جائواور وہ يہ كہ يہ مسئلہ گو يا سارى دولت اور عزت وآبرو كے ضا ئع ہو نے كا ہے ايسا مسئلہ نہي</w:t>
      </w:r>
      <w:r w:rsidR="007D6C9B">
        <w:rPr>
          <w:rtl/>
        </w:rPr>
        <w:t xml:space="preserve">ں </w:t>
      </w:r>
      <w:r>
        <w:rPr>
          <w:rtl/>
        </w:rPr>
        <w:t>ہے كہ كھيل كود ہمي</w:t>
      </w:r>
      <w:r w:rsidR="007D6C9B">
        <w:rPr>
          <w:rtl/>
        </w:rPr>
        <w:t xml:space="preserve">ں </w:t>
      </w:r>
      <w:r>
        <w:rPr>
          <w:rtl/>
        </w:rPr>
        <w:t>غافل كردے كيو نكہ اس صورت مي</w:t>
      </w:r>
      <w:r w:rsidR="007D6C9B">
        <w:rPr>
          <w:rtl/>
        </w:rPr>
        <w:t xml:space="preserve">ں </w:t>
      </w:r>
      <w:r>
        <w:rPr>
          <w:rtl/>
        </w:rPr>
        <w:t>ہم لوگ بے وقعت ہوجائي</w:t>
      </w:r>
      <w:r w:rsidR="007D6C9B">
        <w:rPr>
          <w:rtl/>
        </w:rPr>
        <w:t xml:space="preserve">ں </w:t>
      </w:r>
      <w:r>
        <w:rPr>
          <w:rtl/>
        </w:rPr>
        <w:t>گے اور ہمارى كوئي قدر وقيمت نہي</w:t>
      </w:r>
      <w:r w:rsidR="007D6C9B">
        <w:rPr>
          <w:rtl/>
        </w:rPr>
        <w:t xml:space="preserve">ں </w:t>
      </w:r>
      <w:r>
        <w:rPr>
          <w:rtl/>
        </w:rPr>
        <w:t xml:space="preserve">ہو گى _ </w:t>
      </w:r>
    </w:p>
    <w:p w:rsidR="00DE2D7F" w:rsidRDefault="00DE2D7F" w:rsidP="00D07B54">
      <w:pPr>
        <w:pStyle w:val="libNormal"/>
        <w:rPr>
          <w:rtl/>
        </w:rPr>
      </w:pPr>
      <w:r>
        <w:rPr>
          <w:rtl/>
        </w:rPr>
        <w:t>بہر حال انہو</w:t>
      </w:r>
      <w:r w:rsidR="007D6C9B">
        <w:rPr>
          <w:rtl/>
        </w:rPr>
        <w:t xml:space="preserve">ں </w:t>
      </w:r>
      <w:r>
        <w:rPr>
          <w:rtl/>
        </w:rPr>
        <w:t>نے بہت حيلے كئے خصو صا ًحضر ت يو سف كے معصوم جذ بات كو تحريك كيااور انہي</w:t>
      </w:r>
      <w:r w:rsidR="007D6C9B">
        <w:rPr>
          <w:rtl/>
        </w:rPr>
        <w:t xml:space="preserve">ں </w:t>
      </w:r>
      <w:r>
        <w:rPr>
          <w:rtl/>
        </w:rPr>
        <w:t>شوق دلا يا كہ وہ شہر سے باہر تفر يح كے لئے جائي</w:t>
      </w:r>
      <w:r w:rsidR="007D6C9B">
        <w:rPr>
          <w:rtl/>
        </w:rPr>
        <w:t xml:space="preserve">ں </w:t>
      </w:r>
      <w:r>
        <w:rPr>
          <w:rtl/>
        </w:rPr>
        <w:t>اور شايد يہ ان كے لئے پہلا مو قع تھا كہ وہ باپ كو اس كے لئے راضى كري</w:t>
      </w:r>
      <w:r w:rsidR="007D6C9B">
        <w:rPr>
          <w:rtl/>
        </w:rPr>
        <w:t xml:space="preserve">ں </w:t>
      </w:r>
      <w:r>
        <w:rPr>
          <w:rtl/>
        </w:rPr>
        <w:t>اور بہر صورت اس كام كے لئے ان كى رضا مندى حاصل كري</w:t>
      </w:r>
      <w:r w:rsidR="007D6C9B">
        <w:rPr>
          <w:rtl/>
        </w:rPr>
        <w:t xml:space="preserve">ں </w:t>
      </w:r>
      <w:r>
        <w:rPr>
          <w:rtl/>
        </w:rPr>
        <w:t xml:space="preserve">_ </w:t>
      </w:r>
    </w:p>
    <w:p w:rsidR="00DE2D7F" w:rsidRDefault="00DE2D7F" w:rsidP="00D07B54">
      <w:pPr>
        <w:pStyle w:val="libNormal"/>
        <w:rPr>
          <w:rtl/>
        </w:rPr>
      </w:pPr>
      <w:r>
        <w:rPr>
          <w:rtl/>
        </w:rPr>
        <w:t>يہ احتمال بھى ذكر كيا گيا ہے كہ حضرت يعقوب (ع) نے كنائے كى زبان مي</w:t>
      </w:r>
      <w:r w:rsidR="007D6C9B">
        <w:rPr>
          <w:rtl/>
        </w:rPr>
        <w:t xml:space="preserve">ں </w:t>
      </w:r>
      <w:r>
        <w:rPr>
          <w:rtl/>
        </w:rPr>
        <w:t>بات كى تھى اور ان كى نظر بھيڑيا صفت انسانو</w:t>
      </w:r>
      <w:r w:rsidR="007D6C9B">
        <w:rPr>
          <w:rtl/>
        </w:rPr>
        <w:t xml:space="preserve">ں </w:t>
      </w:r>
      <w:r>
        <w:rPr>
          <w:rtl/>
        </w:rPr>
        <w:t xml:space="preserve">كى طرف تھى ،جيسے يوسف كے بعض بھائي تھے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7D6ADE" w:rsidRPr="00782B29">
        <w:rPr>
          <w:rFonts w:hint="cs"/>
          <w:rtl/>
        </w:rPr>
        <w:t>1</w:t>
      </w:r>
      <w:r>
        <w:rPr>
          <w:rtl/>
        </w:rPr>
        <w:t>)يہا</w:t>
      </w:r>
      <w:r w:rsidR="007D6C9B">
        <w:rPr>
          <w:rtl/>
        </w:rPr>
        <w:t xml:space="preserve">ں </w:t>
      </w:r>
      <w:r>
        <w:rPr>
          <w:rtl/>
        </w:rPr>
        <w:t>يہ سوال سامنے اتا ہے كہ تمام خطرات مي</w:t>
      </w:r>
      <w:r w:rsidR="007D6C9B">
        <w:rPr>
          <w:rtl/>
        </w:rPr>
        <w:t xml:space="preserve">ں </w:t>
      </w:r>
      <w:r>
        <w:rPr>
          <w:rtl/>
        </w:rPr>
        <w:t>سے حضرت يعقو ب (ع) نے صرف بھيڑئے كے حملے كے خطرے كى نشاندہى كيو</w:t>
      </w:r>
      <w:r w:rsidR="007D6C9B">
        <w:rPr>
          <w:rtl/>
        </w:rPr>
        <w:t xml:space="preserve">ں </w:t>
      </w:r>
      <w:r>
        <w:rPr>
          <w:rtl/>
        </w:rPr>
        <w:t xml:space="preserve">كى تھى _ </w:t>
      </w:r>
    </w:p>
    <w:p w:rsidR="00DE2D7F" w:rsidRDefault="00DE2D7F" w:rsidP="00D07B54">
      <w:pPr>
        <w:pStyle w:val="libFootnote"/>
        <w:rPr>
          <w:rtl/>
        </w:rPr>
      </w:pPr>
      <w:r>
        <w:rPr>
          <w:rtl/>
        </w:rPr>
        <w:t>بعض كہتے ہي</w:t>
      </w:r>
      <w:r w:rsidR="007D6C9B">
        <w:rPr>
          <w:rtl/>
        </w:rPr>
        <w:t xml:space="preserve">ں </w:t>
      </w:r>
      <w:r>
        <w:rPr>
          <w:rtl/>
        </w:rPr>
        <w:t>كہ كنعان كا بيابان بھيڑيو</w:t>
      </w:r>
      <w:r w:rsidR="007D6C9B">
        <w:rPr>
          <w:rtl/>
        </w:rPr>
        <w:t xml:space="preserve">ں </w:t>
      </w:r>
      <w:r>
        <w:rPr>
          <w:rtl/>
        </w:rPr>
        <w:t xml:space="preserve">كا مركز تھا ،اس لئے زيادہ خطرہ اسى طرف سے محسوس ہوتا تھا _ </w:t>
      </w:r>
    </w:p>
    <w:p w:rsidR="00DE2D7F" w:rsidRDefault="00DE2D7F" w:rsidP="00D07B54">
      <w:pPr>
        <w:pStyle w:val="libFootnote"/>
        <w:rPr>
          <w:rtl/>
        </w:rPr>
      </w:pPr>
      <w:r>
        <w:rPr>
          <w:rtl/>
        </w:rPr>
        <w:t>بعض ديگر كہتے ہي</w:t>
      </w:r>
      <w:r w:rsidR="007D6C9B">
        <w:rPr>
          <w:rtl/>
        </w:rPr>
        <w:t xml:space="preserve">ں </w:t>
      </w:r>
      <w:r>
        <w:rPr>
          <w:rtl/>
        </w:rPr>
        <w:t>كہ يہ ايك خواب كى وجہ سے تھا كہ جو حضرت يعقوب عليہ السلام نے پہلے ديكھاتھا كہ بھيڑيو</w:t>
      </w:r>
      <w:r w:rsidR="007D6C9B">
        <w:rPr>
          <w:rtl/>
        </w:rPr>
        <w:t xml:space="preserve">ں </w:t>
      </w:r>
      <w:r>
        <w:rPr>
          <w:rtl/>
        </w:rPr>
        <w:t xml:space="preserve">نے ان كے بيٹے يوسف پر حملہ كر ديا ہے _ </w:t>
      </w:r>
    </w:p>
    <w:p w:rsidR="007D6ADE" w:rsidRDefault="001648F9" w:rsidP="00D07B54">
      <w:pPr>
        <w:pStyle w:val="libNormal"/>
        <w:rPr>
          <w:rtl/>
        </w:rPr>
      </w:pPr>
      <w:r>
        <w:rPr>
          <w:rtl/>
        </w:rPr>
        <w:t xml:space="preserve"> </w:t>
      </w:r>
      <w:r>
        <w:rPr>
          <w:rtl/>
        </w:rPr>
        <w:br w:type="page"/>
      </w:r>
    </w:p>
    <w:p w:rsidR="007D6ADE" w:rsidRDefault="007D6ADE" w:rsidP="00D07B54">
      <w:pPr>
        <w:pStyle w:val="libNormal"/>
        <w:rPr>
          <w:rtl/>
        </w:rPr>
      </w:pPr>
    </w:p>
    <w:p w:rsidR="007D6ADE" w:rsidRDefault="00DE2D7F" w:rsidP="00D07B54">
      <w:pPr>
        <w:pStyle w:val="libNormal"/>
        <w:rPr>
          <w:rtl/>
        </w:rPr>
      </w:pPr>
      <w:r>
        <w:rPr>
          <w:rtl/>
        </w:rPr>
        <w:t>روتے ہوئے جناب يوسف(ع) كو وداع كيا</w:t>
      </w:r>
    </w:p>
    <w:p w:rsidR="00DE2D7F" w:rsidRDefault="00DE2D7F" w:rsidP="00D07B54">
      <w:pPr>
        <w:pStyle w:val="libNormal"/>
        <w:rPr>
          <w:rtl/>
        </w:rPr>
      </w:pPr>
      <w:r>
        <w:rPr>
          <w:rtl/>
        </w:rPr>
        <w:t xml:space="preserve"> آخركا ربھائي كامياب ہوگئے_انہو</w:t>
      </w:r>
      <w:r w:rsidR="007D6C9B">
        <w:rPr>
          <w:rtl/>
        </w:rPr>
        <w:t xml:space="preserve">ں </w:t>
      </w:r>
      <w:r>
        <w:rPr>
          <w:rtl/>
        </w:rPr>
        <w:t>نے باپ كو راضى كرليا كہ وہ يوسف(ع) كو ان كے ساتھ بھيج دے_ وہ رات انہو</w:t>
      </w:r>
      <w:r w:rsidR="007D6C9B">
        <w:rPr>
          <w:rtl/>
        </w:rPr>
        <w:t xml:space="preserve">ں </w:t>
      </w:r>
      <w:r>
        <w:rPr>
          <w:rtl/>
        </w:rPr>
        <w:t>نے اس خوش خيالى كے ساتھ گزارى كہ كل يوسف(ع) كے بارے مي</w:t>
      </w:r>
      <w:r w:rsidR="007D6C9B">
        <w:rPr>
          <w:rtl/>
        </w:rPr>
        <w:t xml:space="preserve">ں </w:t>
      </w:r>
      <w:r>
        <w:rPr>
          <w:rtl/>
        </w:rPr>
        <w:t>ان كا منصوبہ عملى شكل اختيار كرے گا اور راستے كى ركاوٹ اس بھائي كو ہميشہ كے لئے راستے سے ہٹادي</w:t>
      </w:r>
      <w:r w:rsidR="007D6C9B">
        <w:rPr>
          <w:rtl/>
        </w:rPr>
        <w:t xml:space="preserve">ں </w:t>
      </w:r>
      <w:r>
        <w:rPr>
          <w:rtl/>
        </w:rPr>
        <w:t>گے_پريشانى انہي</w:t>
      </w:r>
      <w:r w:rsidR="007D6C9B">
        <w:rPr>
          <w:rtl/>
        </w:rPr>
        <w:t xml:space="preserve">ں </w:t>
      </w:r>
      <w:r>
        <w:rPr>
          <w:rtl/>
        </w:rPr>
        <w:t xml:space="preserve">صرف يہ تھى كہ باپ پشيمان نہ ہور اور اپنى بات واپس نہ لے لے_ </w:t>
      </w:r>
    </w:p>
    <w:p w:rsidR="00DE2D7F" w:rsidRDefault="00DE2D7F" w:rsidP="00D07B54">
      <w:pPr>
        <w:pStyle w:val="libNormal"/>
        <w:rPr>
          <w:rtl/>
        </w:rPr>
      </w:pPr>
      <w:r>
        <w:rPr>
          <w:rtl/>
        </w:rPr>
        <w:t>صبح سويرے وہ باپ كے پاس گئے اور يوسف(ع) كى حفاظت كے بارے مي</w:t>
      </w:r>
      <w:r w:rsidR="007D6C9B">
        <w:rPr>
          <w:rtl/>
        </w:rPr>
        <w:t xml:space="preserve">ں </w:t>
      </w:r>
      <w:r>
        <w:rPr>
          <w:rtl/>
        </w:rPr>
        <w:t>باپ نے ہدايات دہرائي</w:t>
      </w:r>
      <w:r w:rsidR="007D6C9B">
        <w:rPr>
          <w:rtl/>
        </w:rPr>
        <w:t xml:space="preserve">ں </w:t>
      </w:r>
      <w:r>
        <w:rPr>
          <w:rtl/>
        </w:rPr>
        <w:t>_ انہو</w:t>
      </w:r>
      <w:r w:rsidR="007D6C9B">
        <w:rPr>
          <w:rtl/>
        </w:rPr>
        <w:t xml:space="preserve">ں </w:t>
      </w:r>
      <w:r>
        <w:rPr>
          <w:rtl/>
        </w:rPr>
        <w:t xml:space="preserve">نے بھى اظہار اطاعت كيا_ باپ كے سامنے اسے بڑى محبت و احترام سے اٹھايا اور چل پڑے_ </w:t>
      </w:r>
    </w:p>
    <w:p w:rsidR="00DE2D7F" w:rsidRDefault="00DE2D7F" w:rsidP="00D07B54">
      <w:pPr>
        <w:pStyle w:val="libNormal"/>
        <w:rPr>
          <w:rtl/>
        </w:rPr>
      </w:pPr>
      <w:r>
        <w:rPr>
          <w:rtl/>
        </w:rPr>
        <w:t>كہتے ہي</w:t>
      </w:r>
      <w:r w:rsidR="007D6C9B">
        <w:rPr>
          <w:rtl/>
        </w:rPr>
        <w:t xml:space="preserve">ں </w:t>
      </w:r>
      <w:r>
        <w:rPr>
          <w:rtl/>
        </w:rPr>
        <w:t>شہر كے دروازے تك باپ ان كے ساتھ آئے اور آخرى دفعہ يوسف(ع) كو ان سے لے كر اپنے سينے سے لگايا_ آنسو ان كى آنكھو</w:t>
      </w:r>
      <w:r w:rsidR="007D6C9B">
        <w:rPr>
          <w:rtl/>
        </w:rPr>
        <w:t xml:space="preserve">ں </w:t>
      </w:r>
      <w:r>
        <w:rPr>
          <w:rtl/>
        </w:rPr>
        <w:t>سے برس رہے تھے_ پھر يوسف(ع) كو ان كے سپرد كركے ان سے جدا ہوگئے ليكن حضرت يعقوب(ع) كى آنكھي</w:t>
      </w:r>
      <w:r w:rsidR="007D6C9B">
        <w:rPr>
          <w:rtl/>
        </w:rPr>
        <w:t xml:space="preserve">ں </w:t>
      </w:r>
      <w:r>
        <w:rPr>
          <w:rtl/>
        </w:rPr>
        <w:t>اسى طرح بيٹو</w:t>
      </w:r>
      <w:r w:rsidR="007D6C9B">
        <w:rPr>
          <w:rtl/>
        </w:rPr>
        <w:t xml:space="preserve">ں </w:t>
      </w:r>
      <w:r>
        <w:rPr>
          <w:rtl/>
        </w:rPr>
        <w:t>كے پيچھے تھي</w:t>
      </w:r>
      <w:r w:rsidR="007D6C9B">
        <w:rPr>
          <w:rtl/>
        </w:rPr>
        <w:t xml:space="preserve">ں </w:t>
      </w:r>
      <w:r>
        <w:rPr>
          <w:rtl/>
        </w:rPr>
        <w:t>_ جہا</w:t>
      </w:r>
      <w:r w:rsidR="007D6C9B">
        <w:rPr>
          <w:rtl/>
        </w:rPr>
        <w:t xml:space="preserve">ں </w:t>
      </w:r>
      <w:r>
        <w:rPr>
          <w:rtl/>
        </w:rPr>
        <w:t>تك باپ كى آنكھي</w:t>
      </w:r>
      <w:r w:rsidR="007D6C9B">
        <w:rPr>
          <w:rtl/>
        </w:rPr>
        <w:t xml:space="preserve">ں </w:t>
      </w:r>
      <w:r>
        <w:rPr>
          <w:rtl/>
        </w:rPr>
        <w:t>كام كرتى تھي</w:t>
      </w:r>
      <w:r w:rsidR="007D6C9B">
        <w:rPr>
          <w:rtl/>
        </w:rPr>
        <w:t xml:space="preserve">ں </w:t>
      </w:r>
      <w:r>
        <w:rPr>
          <w:rtl/>
        </w:rPr>
        <w:t>وہ بھى يوسف(ع) پر نوازش اور محبت كرتے رہے ليكن جب انہي</w:t>
      </w:r>
      <w:r w:rsidR="007D6C9B">
        <w:rPr>
          <w:rtl/>
        </w:rPr>
        <w:t xml:space="preserve">ں </w:t>
      </w:r>
      <w:r>
        <w:rPr>
          <w:rtl/>
        </w:rPr>
        <w:t>اطمينان ہوگيا كہ اب باپ انہي</w:t>
      </w:r>
      <w:r w:rsidR="007D6C9B">
        <w:rPr>
          <w:rtl/>
        </w:rPr>
        <w:t xml:space="preserve">ں </w:t>
      </w:r>
      <w:r>
        <w:rPr>
          <w:rtl/>
        </w:rPr>
        <w:t>نہي</w:t>
      </w:r>
      <w:r w:rsidR="007D6C9B">
        <w:rPr>
          <w:rtl/>
        </w:rPr>
        <w:t xml:space="preserve">ں </w:t>
      </w:r>
      <w:r>
        <w:rPr>
          <w:rtl/>
        </w:rPr>
        <w:t>ديكھ سكتا تو اچانك انہو</w:t>
      </w:r>
      <w:r w:rsidR="007D6C9B">
        <w:rPr>
          <w:rtl/>
        </w:rPr>
        <w:t xml:space="preserve">ں </w:t>
      </w:r>
      <w:r>
        <w:rPr>
          <w:rtl/>
        </w:rPr>
        <w:t>نے آنكھي</w:t>
      </w:r>
      <w:r w:rsidR="007D6C9B">
        <w:rPr>
          <w:rtl/>
        </w:rPr>
        <w:t xml:space="preserve">ں </w:t>
      </w:r>
      <w:r>
        <w:rPr>
          <w:rtl/>
        </w:rPr>
        <w:t>پھير لي</w:t>
      </w:r>
      <w:r w:rsidR="007D6C9B">
        <w:rPr>
          <w:rtl/>
        </w:rPr>
        <w:t xml:space="preserve">ں </w:t>
      </w:r>
      <w:r>
        <w:rPr>
          <w:rtl/>
        </w:rPr>
        <w:t>_ سالہاسال سے حسد كى وجہ سے جو ان كے اندرتہ بہ تہ بغض و كينہ موجود تھا وہ حضرت يوسف(ع) پر نكلنے لگا_ ہر طرف سے اسے مارنے لگے وہ ايك سے بچ كر دوسرے كى پناہ ليتے ليكن كوئي انہي</w:t>
      </w:r>
      <w:r w:rsidR="007D6C9B">
        <w:rPr>
          <w:rtl/>
        </w:rPr>
        <w:t xml:space="preserve">ں </w:t>
      </w:r>
      <w:r>
        <w:rPr>
          <w:rtl/>
        </w:rPr>
        <w:t xml:space="preserve">پناہ نہ ديتا_ </w:t>
      </w:r>
    </w:p>
    <w:p w:rsidR="00DE2D7F" w:rsidRDefault="00DE2D7F" w:rsidP="00D07B54">
      <w:pPr>
        <w:pStyle w:val="libNormal"/>
        <w:rPr>
          <w:rtl/>
        </w:rPr>
      </w:pPr>
    </w:p>
    <w:p w:rsidR="007D6ADE" w:rsidRDefault="00DE2D7F" w:rsidP="00D07B54">
      <w:pPr>
        <w:pStyle w:val="Heading2Center"/>
        <w:rPr>
          <w:rtl/>
        </w:rPr>
      </w:pPr>
      <w:bookmarkStart w:id="136" w:name="_Toc7268533"/>
      <w:r>
        <w:rPr>
          <w:rtl/>
        </w:rPr>
        <w:t>يوسف كى ہنسى اور ان كا رونا</w:t>
      </w:r>
      <w:bookmarkEnd w:id="136"/>
      <w:r>
        <w:rPr>
          <w:rtl/>
        </w:rPr>
        <w:t xml:space="preserve"> </w:t>
      </w:r>
    </w:p>
    <w:p w:rsidR="00DE2D7F" w:rsidRDefault="00DE2D7F" w:rsidP="00D07B54">
      <w:pPr>
        <w:pStyle w:val="libNormal"/>
        <w:rPr>
          <w:rtl/>
        </w:rPr>
      </w:pPr>
      <w:r>
        <w:rPr>
          <w:rtl/>
        </w:rPr>
        <w:t>ايك روايت مي</w:t>
      </w:r>
      <w:r w:rsidR="007D6C9B">
        <w:rPr>
          <w:rtl/>
        </w:rPr>
        <w:t xml:space="preserve">ں </w:t>
      </w:r>
      <w:r>
        <w:rPr>
          <w:rtl/>
        </w:rPr>
        <w:t>ہے كہ اس طوفان بلاء مي</w:t>
      </w:r>
      <w:r w:rsidR="007D6C9B">
        <w:rPr>
          <w:rtl/>
        </w:rPr>
        <w:t xml:space="preserve">ں </w:t>
      </w:r>
      <w:r>
        <w:rPr>
          <w:rtl/>
        </w:rPr>
        <w:t>حضرت يوسف آنسوبہار ہے تھے اور جب وہ انہي</w:t>
      </w:r>
      <w:r w:rsidR="007D6C9B">
        <w:rPr>
          <w:rtl/>
        </w:rPr>
        <w:t xml:space="preserve">ں </w:t>
      </w:r>
      <w:r>
        <w:rPr>
          <w:rtl/>
        </w:rPr>
        <w:t>كنوي</w:t>
      </w:r>
      <w:r w:rsidR="007D6C9B">
        <w:rPr>
          <w:rtl/>
        </w:rPr>
        <w:t xml:space="preserve">ں </w:t>
      </w:r>
      <w:r>
        <w:rPr>
          <w:rtl/>
        </w:rPr>
        <w:t>مي</w:t>
      </w:r>
      <w:r w:rsidR="007D6C9B">
        <w:rPr>
          <w:rtl/>
        </w:rPr>
        <w:t xml:space="preserve">ں </w:t>
      </w:r>
      <w:r>
        <w:rPr>
          <w:rtl/>
        </w:rPr>
        <w:t>پھينكنے لگے تواچانك حضرت يوسف ہنسنے لگے ،بھا ئيو</w:t>
      </w:r>
      <w:r w:rsidR="007D6C9B">
        <w:rPr>
          <w:rtl/>
        </w:rPr>
        <w:t xml:space="preserve">ں </w:t>
      </w:r>
      <w:r>
        <w:rPr>
          <w:rtl/>
        </w:rPr>
        <w:t>كو بہت تعجب ہوا يہ ہنسنے كا كو نسا مقام ہے گو يا يوسف نے اس مسئلے كو مذاق سمجھا ہے اور بات سے بے خبر ہے كہ سياہ وقت اور بدبختى اس كے انتظار مي</w:t>
      </w:r>
      <w:r w:rsidR="007D6C9B">
        <w:rPr>
          <w:rtl/>
        </w:rPr>
        <w:t xml:space="preserve">ں </w:t>
      </w:r>
      <w:r>
        <w:rPr>
          <w:rtl/>
        </w:rPr>
        <w:t xml:space="preserve">ہے </w:t>
      </w:r>
    </w:p>
    <w:p w:rsidR="007D6ADE" w:rsidRDefault="001648F9" w:rsidP="00D07B54">
      <w:pPr>
        <w:pStyle w:val="libNormal"/>
        <w:rPr>
          <w:rtl/>
        </w:rPr>
      </w:pPr>
      <w:r>
        <w:rPr>
          <w:rtl/>
        </w:rPr>
        <w:t xml:space="preserve"> </w:t>
      </w:r>
      <w:r>
        <w:rPr>
          <w:rtl/>
        </w:rPr>
        <w:br w:type="page"/>
      </w:r>
    </w:p>
    <w:p w:rsidR="007D6ADE" w:rsidRDefault="007D6ADE" w:rsidP="00D07B54">
      <w:pPr>
        <w:pStyle w:val="libNormal"/>
        <w:rPr>
          <w:rtl/>
        </w:rPr>
      </w:pPr>
    </w:p>
    <w:p w:rsidR="00DE2D7F" w:rsidRDefault="00DE2D7F" w:rsidP="00D07B54">
      <w:pPr>
        <w:pStyle w:val="libNormal"/>
        <w:rPr>
          <w:rtl/>
        </w:rPr>
      </w:pPr>
      <w:r>
        <w:rPr>
          <w:rtl/>
        </w:rPr>
        <w:t xml:space="preserve">ليكن يوسف (ع) نے اس ہنسنے كے مقصد سے پردہ اٹھا يا اور سب كو عظيم در س ديا ،وہ كہنے لگے : </w:t>
      </w:r>
    </w:p>
    <w:p w:rsidR="00DE2D7F" w:rsidRDefault="00DE2D7F" w:rsidP="00D07B54">
      <w:pPr>
        <w:pStyle w:val="libNormal"/>
        <w:rPr>
          <w:rtl/>
        </w:rPr>
      </w:pPr>
      <w:r>
        <w:rPr>
          <w:rtl/>
        </w:rPr>
        <w:t>''مي</w:t>
      </w:r>
      <w:r w:rsidR="007D6C9B">
        <w:rPr>
          <w:rtl/>
        </w:rPr>
        <w:t xml:space="preserve">ں </w:t>
      </w:r>
      <w:r>
        <w:rPr>
          <w:rtl/>
        </w:rPr>
        <w:t>نہي</w:t>
      </w:r>
      <w:r w:rsidR="007D6C9B">
        <w:rPr>
          <w:rtl/>
        </w:rPr>
        <w:t xml:space="preserve">ں </w:t>
      </w:r>
      <w:r>
        <w:rPr>
          <w:rtl/>
        </w:rPr>
        <w:t>بھو لتا كہ ايك دن تم طاقتور بھا ئيو</w:t>
      </w:r>
      <w:r w:rsidR="007D6C9B">
        <w:rPr>
          <w:rtl/>
        </w:rPr>
        <w:t xml:space="preserve">ں </w:t>
      </w:r>
      <w:r>
        <w:rPr>
          <w:rtl/>
        </w:rPr>
        <w:t>،تمہارے قوى بازوو</w:t>
      </w:r>
      <w:r w:rsidR="007D6C9B">
        <w:rPr>
          <w:rtl/>
        </w:rPr>
        <w:t xml:space="preserve">ں </w:t>
      </w:r>
      <w:r>
        <w:rPr>
          <w:rtl/>
        </w:rPr>
        <w:t>اور بہت زيادہ جسمانى طاقت پر مي</w:t>
      </w:r>
      <w:r w:rsidR="007D6C9B">
        <w:rPr>
          <w:rtl/>
        </w:rPr>
        <w:t xml:space="preserve">ں </w:t>
      </w:r>
      <w:r>
        <w:rPr>
          <w:rtl/>
        </w:rPr>
        <w:t>نے نظر ڈالى تو مي</w:t>
      </w:r>
      <w:r w:rsidR="007D6C9B">
        <w:rPr>
          <w:rtl/>
        </w:rPr>
        <w:t xml:space="preserve">ں </w:t>
      </w:r>
      <w:r>
        <w:rPr>
          <w:rtl/>
        </w:rPr>
        <w:t>بہت خو ش ہوا اور مي</w:t>
      </w:r>
      <w:r w:rsidR="007D6C9B">
        <w:rPr>
          <w:rtl/>
        </w:rPr>
        <w:t xml:space="preserve">ں </w:t>
      </w:r>
      <w:r>
        <w:rPr>
          <w:rtl/>
        </w:rPr>
        <w:t>نے اپنے آپ سے كہا كہ جس كے اتنے دوست اور مدد گار ہو</w:t>
      </w:r>
      <w:r w:rsidR="007D6C9B">
        <w:rPr>
          <w:rtl/>
        </w:rPr>
        <w:t xml:space="preserve">ں </w:t>
      </w:r>
      <w:r>
        <w:rPr>
          <w:rtl/>
        </w:rPr>
        <w:t>اسے سخت حوادث كا كيا غم ہے اس دن مي</w:t>
      </w:r>
      <w:r w:rsidR="007D6C9B">
        <w:rPr>
          <w:rtl/>
        </w:rPr>
        <w:t xml:space="preserve">ں </w:t>
      </w:r>
      <w:r>
        <w:rPr>
          <w:rtl/>
        </w:rPr>
        <w:t>نے تم پر بھر وسہ كيا اور پناہ ليتا ہو</w:t>
      </w:r>
      <w:r w:rsidR="007D6C9B">
        <w:rPr>
          <w:rtl/>
        </w:rPr>
        <w:t xml:space="preserve">ں </w:t>
      </w:r>
      <w:r>
        <w:rPr>
          <w:rtl/>
        </w:rPr>
        <w:t>اور تم مجھے پناہ نہي</w:t>
      </w:r>
      <w:r w:rsidR="007D6C9B">
        <w:rPr>
          <w:rtl/>
        </w:rPr>
        <w:t xml:space="preserve">ں </w:t>
      </w:r>
      <w:r>
        <w:rPr>
          <w:rtl/>
        </w:rPr>
        <w:t>ديتے خدا نے تمہي</w:t>
      </w:r>
      <w:r w:rsidR="007D6C9B">
        <w:rPr>
          <w:rtl/>
        </w:rPr>
        <w:t xml:space="preserve">ں </w:t>
      </w:r>
      <w:r>
        <w:rPr>
          <w:rtl/>
        </w:rPr>
        <w:t>مجھ پر مسلط كيا ہے تا كہ مي</w:t>
      </w:r>
      <w:r w:rsidR="007D6C9B">
        <w:rPr>
          <w:rtl/>
        </w:rPr>
        <w:t xml:space="preserve">ں </w:t>
      </w:r>
      <w:r>
        <w:rPr>
          <w:rtl/>
        </w:rPr>
        <w:t>يہ درس سيكھ لو</w:t>
      </w:r>
      <w:r w:rsidR="007D6C9B">
        <w:rPr>
          <w:rtl/>
        </w:rPr>
        <w:t xml:space="preserve">ں </w:t>
      </w:r>
      <w:r>
        <w:rPr>
          <w:rtl/>
        </w:rPr>
        <w:t>كہ اس كے غير پر يہا</w:t>
      </w:r>
      <w:r w:rsidR="007D6C9B">
        <w:rPr>
          <w:rtl/>
        </w:rPr>
        <w:t xml:space="preserve">ں </w:t>
      </w:r>
      <w:r>
        <w:rPr>
          <w:rtl/>
        </w:rPr>
        <w:t>تك كہ بھائيو</w:t>
      </w:r>
      <w:r w:rsidR="007D6C9B">
        <w:rPr>
          <w:rtl/>
        </w:rPr>
        <w:t xml:space="preserve">ں </w:t>
      </w:r>
      <w:r>
        <w:rPr>
          <w:rtl/>
        </w:rPr>
        <w:t>پر بھى بھروسہ نہ كرو</w:t>
      </w:r>
      <w:r w:rsidR="007D6C9B">
        <w:rPr>
          <w:rtl/>
        </w:rPr>
        <w:t xml:space="preserve">ں </w:t>
      </w:r>
      <w:r>
        <w:rPr>
          <w:rtl/>
        </w:rPr>
        <w:t xml:space="preserve">''؟ </w:t>
      </w:r>
    </w:p>
    <w:p w:rsidR="00DE2D7F" w:rsidRDefault="00DE2D7F" w:rsidP="00D07B54">
      <w:pPr>
        <w:pStyle w:val="libNormal"/>
        <w:rPr>
          <w:rtl/>
        </w:rPr>
      </w:pPr>
      <w:r>
        <w:rPr>
          <w:rtl/>
        </w:rPr>
        <w:t>اس كے آگے قران مزيدكہتا ہے:''اس وقت ہم نے يوسف (ع) كى طرف وحى بھيجى ،اسے تسلى دى اور اس كى دلجوئي كى اور اس سے كہا كہ غم نہ كھاو ''ايك دن ايسا ائے گا كہ تم انھي</w:t>
      </w:r>
      <w:r w:rsidR="007D6C9B">
        <w:rPr>
          <w:rtl/>
        </w:rPr>
        <w:t xml:space="preserve">ں </w:t>
      </w:r>
      <w:r>
        <w:rPr>
          <w:rtl/>
        </w:rPr>
        <w:t>ان تمام منحوس سازشو</w:t>
      </w:r>
      <w:r w:rsidR="007D6C9B">
        <w:rPr>
          <w:rtl/>
        </w:rPr>
        <w:t xml:space="preserve">ں </w:t>
      </w:r>
      <w:r>
        <w:rPr>
          <w:rtl/>
        </w:rPr>
        <w:t>اور منصوبو</w:t>
      </w:r>
      <w:r w:rsidR="007D6C9B">
        <w:rPr>
          <w:rtl/>
        </w:rPr>
        <w:t xml:space="preserve">ں </w:t>
      </w:r>
      <w:r>
        <w:rPr>
          <w:rtl/>
        </w:rPr>
        <w:t>سے اگاہ كروگے اور وہ تمہي</w:t>
      </w:r>
      <w:r w:rsidR="007D6C9B">
        <w:rPr>
          <w:rtl/>
        </w:rPr>
        <w:t xml:space="preserve">ں </w:t>
      </w:r>
      <w:r>
        <w:rPr>
          <w:rtl/>
        </w:rPr>
        <w:t>پہچان نہي</w:t>
      </w:r>
      <w:r w:rsidR="007D6C9B">
        <w:rPr>
          <w:rtl/>
        </w:rPr>
        <w:t xml:space="preserve">ں </w:t>
      </w:r>
      <w:r>
        <w:rPr>
          <w:rtl/>
        </w:rPr>
        <w:t>سكي</w:t>
      </w:r>
      <w:r w:rsidR="007D6C9B">
        <w:rPr>
          <w:rtl/>
        </w:rPr>
        <w:t xml:space="preserve">ں </w:t>
      </w:r>
      <w:r>
        <w:rPr>
          <w:rtl/>
        </w:rPr>
        <w:t>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وہ دن كہ جب تم تخت حكو مت پر تكيہ لگا ئے ہو گے اور تمہارے يہ بھائي تمہارى طرف دست نياز پھيلا ئي</w:t>
      </w:r>
      <w:r w:rsidR="007D6C9B">
        <w:rPr>
          <w:rtl/>
        </w:rPr>
        <w:t xml:space="preserve">ں </w:t>
      </w:r>
      <w:r>
        <w:rPr>
          <w:rtl/>
        </w:rPr>
        <w:t xml:space="preserve">گے اور ايسے تشنہ كامو </w:t>
      </w:r>
      <w:r w:rsidR="007D6C9B">
        <w:rPr>
          <w:rtl/>
        </w:rPr>
        <w:t xml:space="preserve">ں </w:t>
      </w:r>
      <w:r>
        <w:rPr>
          <w:rtl/>
        </w:rPr>
        <w:t>كى طرح كہ جو چشمئہ خوش گواركى تلاش مي</w:t>
      </w:r>
      <w:r w:rsidR="007D6C9B">
        <w:rPr>
          <w:rtl/>
        </w:rPr>
        <w:t xml:space="preserve">ں </w:t>
      </w:r>
      <w:r>
        <w:rPr>
          <w:rtl/>
        </w:rPr>
        <w:t>تپتے ہوئے بيابان مي</w:t>
      </w:r>
      <w:r w:rsidR="007D6C9B">
        <w:rPr>
          <w:rtl/>
        </w:rPr>
        <w:t xml:space="preserve">ں </w:t>
      </w:r>
      <w:r>
        <w:rPr>
          <w:rtl/>
        </w:rPr>
        <w:t>سرگر دا</w:t>
      </w:r>
      <w:r w:rsidR="007D6C9B">
        <w:rPr>
          <w:rtl/>
        </w:rPr>
        <w:t xml:space="preserve">ں </w:t>
      </w:r>
      <w:r>
        <w:rPr>
          <w:rtl/>
        </w:rPr>
        <w:t>ہوتے ہي</w:t>
      </w:r>
      <w:r w:rsidR="007D6C9B">
        <w:rPr>
          <w:rtl/>
        </w:rPr>
        <w:t xml:space="preserve">ں </w:t>
      </w:r>
      <w:r>
        <w:rPr>
          <w:rtl/>
        </w:rPr>
        <w:t>تمہارے پاس بڑے انكسار اور فروتنى سے آئي</w:t>
      </w:r>
      <w:r w:rsidR="007D6C9B">
        <w:rPr>
          <w:rtl/>
        </w:rPr>
        <w:t xml:space="preserve">ں </w:t>
      </w:r>
      <w:r>
        <w:rPr>
          <w:rtl/>
        </w:rPr>
        <w:t>گے ليكن تم اتنے بلند مقام پر پہنچے ہو</w:t>
      </w:r>
      <w:r w:rsidR="007D6C9B">
        <w:rPr>
          <w:rtl/>
        </w:rPr>
        <w:t xml:space="preserve">ں </w:t>
      </w:r>
      <w:r>
        <w:rPr>
          <w:rtl/>
        </w:rPr>
        <w:t>گے كہ انہي</w:t>
      </w:r>
      <w:r w:rsidR="007D6C9B">
        <w:rPr>
          <w:rtl/>
        </w:rPr>
        <w:t xml:space="preserve">ں </w:t>
      </w:r>
      <w:r>
        <w:rPr>
          <w:rtl/>
        </w:rPr>
        <w:t>خيال بھى نہ ہو گا كہ تم ان كے بھائي ہو اس روز تم ان سے كہو گے كہ كيا تم ہى تھے جنہو</w:t>
      </w:r>
      <w:r w:rsidR="007D6C9B">
        <w:rPr>
          <w:rtl/>
        </w:rPr>
        <w:t xml:space="preserve">ں </w:t>
      </w:r>
      <w:r>
        <w:rPr>
          <w:rtl/>
        </w:rPr>
        <w:t>نے اپنے چھو ٹے بھائي يو سف كے سا تھ يہ سلو ك كيا اور اس دن يہ كس قدر شرمسار اور پشيمان ہو</w:t>
      </w:r>
      <w:r w:rsidR="007D6C9B">
        <w:rPr>
          <w:rtl/>
        </w:rPr>
        <w:t xml:space="preserve">ں </w:t>
      </w:r>
      <w:r>
        <w:rPr>
          <w:rtl/>
        </w:rPr>
        <w:t>گے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نكتہ كى طرف توجہ ضرورى ہے كہ انھو</w:t>
      </w:r>
      <w:r w:rsidR="007D6C9B">
        <w:rPr>
          <w:rtl/>
        </w:rPr>
        <w:t xml:space="preserve">ں </w:t>
      </w:r>
      <w:r>
        <w:rPr>
          <w:rtl/>
        </w:rPr>
        <w:t>نے اتفاق كيا كہ اسے كنوي</w:t>
      </w:r>
      <w:r w:rsidR="007D6C9B">
        <w:rPr>
          <w:rtl/>
        </w:rPr>
        <w:t xml:space="preserve">ں </w:t>
      </w:r>
      <w:r>
        <w:rPr>
          <w:rtl/>
        </w:rPr>
        <w:t>كى مخفى جگہ پر ڈال دي</w:t>
      </w:r>
      <w:r w:rsidR="007D6C9B">
        <w:rPr>
          <w:rtl/>
        </w:rPr>
        <w:t xml:space="preserve">ں </w:t>
      </w:r>
      <w:r>
        <w:rPr>
          <w:rtl/>
        </w:rPr>
        <w:t>يہ جملہ اس بات كى دليل ہے كہ انھو</w:t>
      </w:r>
      <w:r w:rsidR="007D6C9B">
        <w:rPr>
          <w:rtl/>
        </w:rPr>
        <w:t xml:space="preserve">ں </w:t>
      </w:r>
      <w:r>
        <w:rPr>
          <w:rtl/>
        </w:rPr>
        <w:t>نے حضرت يوسف (ع) كو كنوي</w:t>
      </w:r>
      <w:r w:rsidR="007D6C9B">
        <w:rPr>
          <w:rtl/>
        </w:rPr>
        <w:t xml:space="preserve">ں </w:t>
      </w:r>
      <w:r>
        <w:rPr>
          <w:rtl/>
        </w:rPr>
        <w:t>مي</w:t>
      </w:r>
      <w:r w:rsidR="007D6C9B">
        <w:rPr>
          <w:rtl/>
        </w:rPr>
        <w:t xml:space="preserve">ں </w:t>
      </w:r>
      <w:r>
        <w:rPr>
          <w:rtl/>
        </w:rPr>
        <w:t>پھينكا نہي</w:t>
      </w:r>
      <w:r w:rsidR="007D6C9B">
        <w:rPr>
          <w:rtl/>
        </w:rPr>
        <w:t xml:space="preserve">ں </w:t>
      </w:r>
      <w:r>
        <w:rPr>
          <w:rtl/>
        </w:rPr>
        <w:t>تھا بلكہ نيچے لے گئے تھے ،كنوي</w:t>
      </w:r>
      <w:r w:rsidR="007D6C9B">
        <w:rPr>
          <w:rtl/>
        </w:rPr>
        <w:t xml:space="preserve">ں </w:t>
      </w:r>
      <w:r>
        <w:rPr>
          <w:rtl/>
        </w:rPr>
        <w:t xml:space="preserve">كي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يوسف آيت</w:t>
      </w:r>
      <w:r w:rsidR="00E664BB">
        <w:rPr>
          <w:rtl/>
        </w:rPr>
        <w:t>15</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كى آيت </w:t>
      </w:r>
      <w:r w:rsidR="00E664BB">
        <w:rPr>
          <w:rtl/>
        </w:rPr>
        <w:t>22</w:t>
      </w:r>
      <w:r>
        <w:rPr>
          <w:rtl/>
        </w:rPr>
        <w:t xml:space="preserve"> كے قرينے سے معلوم ہو تا ہے كہ يہ وحى الہى وحى نبوت نہ تھى بلكہ يو سف كے دل پر الہام تھا تا كہ وہ جان لے كہ وہ تنہا نہي</w:t>
      </w:r>
      <w:r w:rsidR="007D6C9B">
        <w:rPr>
          <w:rtl/>
        </w:rPr>
        <w:t xml:space="preserve">ں </w:t>
      </w:r>
      <w:r>
        <w:rPr>
          <w:rtl/>
        </w:rPr>
        <w:t xml:space="preserve">ہے اور اس كا ايك حافظ ونگہبان ہے، اس وحى نے قلب يو سف پر اميد كى ضيا پا شى كى اور يا س ونا اميد كى تاريكيو </w:t>
      </w:r>
      <w:r w:rsidR="007D6C9B">
        <w:rPr>
          <w:rtl/>
        </w:rPr>
        <w:t xml:space="preserve">ں </w:t>
      </w:r>
      <w:r>
        <w:rPr>
          <w:rtl/>
        </w:rPr>
        <w:t xml:space="preserve">كو اس كى روح سے نكال ديا _ </w:t>
      </w:r>
    </w:p>
    <w:p w:rsidR="00870EA8" w:rsidRDefault="001648F9" w:rsidP="00D07B54">
      <w:pPr>
        <w:pStyle w:val="libNormal"/>
        <w:rPr>
          <w:rtl/>
        </w:rPr>
      </w:pPr>
      <w:r>
        <w:rPr>
          <w:rtl/>
        </w:rPr>
        <w:t xml:space="preserve"> </w:t>
      </w:r>
      <w:r>
        <w:rPr>
          <w:rtl/>
        </w:rPr>
        <w:br w:type="page"/>
      </w:r>
    </w:p>
    <w:p w:rsidR="00870EA8" w:rsidRDefault="00870EA8" w:rsidP="00D07B54">
      <w:pPr>
        <w:pStyle w:val="libNormal"/>
        <w:rPr>
          <w:rtl/>
        </w:rPr>
      </w:pPr>
    </w:p>
    <w:p w:rsidR="00DE2D7F" w:rsidRDefault="00DE2D7F" w:rsidP="00D07B54">
      <w:pPr>
        <w:pStyle w:val="libNormal"/>
        <w:rPr>
          <w:rtl/>
        </w:rPr>
      </w:pPr>
      <w:r>
        <w:rPr>
          <w:rtl/>
        </w:rPr>
        <w:t>تہ مي</w:t>
      </w:r>
      <w:r w:rsidR="007D6C9B">
        <w:rPr>
          <w:rtl/>
        </w:rPr>
        <w:t xml:space="preserve">ں </w:t>
      </w:r>
      <w:r>
        <w:rPr>
          <w:rtl/>
        </w:rPr>
        <w:t>ايك چبوترا سا نيچے جانے والو</w:t>
      </w:r>
      <w:r w:rsidR="007D6C9B">
        <w:rPr>
          <w:rtl/>
        </w:rPr>
        <w:t xml:space="preserve">ں </w:t>
      </w:r>
      <w:r>
        <w:rPr>
          <w:rtl/>
        </w:rPr>
        <w:t>كے لئے بنايا جاتا ہے اور سطح اب كے قريب ہوتا ہے انھو</w:t>
      </w:r>
      <w:r w:rsidR="007D6C9B">
        <w:rPr>
          <w:rtl/>
        </w:rPr>
        <w:t xml:space="preserve">ں </w:t>
      </w:r>
      <w:r>
        <w:rPr>
          <w:rtl/>
        </w:rPr>
        <w:t>نے حضرت يوسف (ع) كى كمر مي</w:t>
      </w:r>
      <w:r w:rsidR="007D6C9B">
        <w:rPr>
          <w:rtl/>
        </w:rPr>
        <w:t xml:space="preserve">ں </w:t>
      </w:r>
      <w:r>
        <w:rPr>
          <w:rtl/>
        </w:rPr>
        <w:t>طناب ڈال كر وہا</w:t>
      </w:r>
      <w:r w:rsidR="007D6C9B">
        <w:rPr>
          <w:rtl/>
        </w:rPr>
        <w:t xml:space="preserve">ں </w:t>
      </w:r>
      <w:r>
        <w:rPr>
          <w:rtl/>
        </w:rPr>
        <w:t>تك پہنچا يا اور وہا</w:t>
      </w:r>
      <w:r w:rsidR="007D6C9B">
        <w:rPr>
          <w:rtl/>
        </w:rPr>
        <w:t xml:space="preserve">ں </w:t>
      </w:r>
      <w:r>
        <w:rPr>
          <w:rtl/>
        </w:rPr>
        <w:t xml:space="preserve">چھوڑديا_ </w:t>
      </w:r>
    </w:p>
    <w:p w:rsidR="00DE2D7F" w:rsidRDefault="00DE2D7F" w:rsidP="00D07B54">
      <w:pPr>
        <w:pStyle w:val="libNormal"/>
        <w:rPr>
          <w:rtl/>
        </w:rPr>
      </w:pPr>
    </w:p>
    <w:p w:rsidR="00870EA8" w:rsidRDefault="00DE2D7F" w:rsidP="00D07B54">
      <w:pPr>
        <w:pStyle w:val="Heading2Center"/>
        <w:rPr>
          <w:rtl/>
        </w:rPr>
      </w:pPr>
      <w:bookmarkStart w:id="137" w:name="_Toc7268534"/>
      <w:r>
        <w:rPr>
          <w:rtl/>
        </w:rPr>
        <w:t>جناب يوسف(ع) بر ہنہ كنوي</w:t>
      </w:r>
      <w:r w:rsidR="007D6C9B">
        <w:rPr>
          <w:rtl/>
        </w:rPr>
        <w:t>ں</w:t>
      </w:r>
      <w:bookmarkEnd w:id="137"/>
      <w:r w:rsidR="007D6C9B">
        <w:rPr>
          <w:rtl/>
        </w:rPr>
        <w:t xml:space="preserve"> </w:t>
      </w:r>
    </w:p>
    <w:p w:rsidR="00DE2D7F" w:rsidRDefault="00DE2D7F" w:rsidP="00D07B54">
      <w:pPr>
        <w:pStyle w:val="libNormal"/>
        <w:rPr>
          <w:rtl/>
        </w:rPr>
      </w:pPr>
      <w:r>
        <w:rPr>
          <w:rtl/>
        </w:rPr>
        <w:t>مي</w:t>
      </w:r>
      <w:r w:rsidR="007D6C9B">
        <w:rPr>
          <w:rtl/>
        </w:rPr>
        <w:t xml:space="preserve">ں </w:t>
      </w:r>
      <w:r>
        <w:rPr>
          <w:rtl/>
        </w:rPr>
        <w:t xml:space="preserve">يہ نكتہ بھى قا بل تو جہ ہے كہ جس وقت حضرت يو سف كے بھا ئيو </w:t>
      </w:r>
      <w:r w:rsidR="007D6C9B">
        <w:rPr>
          <w:rtl/>
        </w:rPr>
        <w:t xml:space="preserve">ں </w:t>
      </w:r>
      <w:r>
        <w:rPr>
          <w:rtl/>
        </w:rPr>
        <w:t>نے انہي</w:t>
      </w:r>
      <w:r w:rsidR="007D6C9B">
        <w:rPr>
          <w:rtl/>
        </w:rPr>
        <w:t xml:space="preserve">ں </w:t>
      </w:r>
      <w:r>
        <w:rPr>
          <w:rtl/>
        </w:rPr>
        <w:t>كنوي</w:t>
      </w:r>
      <w:r w:rsidR="007D6C9B">
        <w:rPr>
          <w:rtl/>
        </w:rPr>
        <w:t xml:space="preserve">ں </w:t>
      </w:r>
      <w:r>
        <w:rPr>
          <w:rtl/>
        </w:rPr>
        <w:t>مي</w:t>
      </w:r>
      <w:r w:rsidR="007D6C9B">
        <w:rPr>
          <w:rtl/>
        </w:rPr>
        <w:t xml:space="preserve">ں </w:t>
      </w:r>
      <w:r>
        <w:rPr>
          <w:rtl/>
        </w:rPr>
        <w:t>پھينكا تو ان كا كرتہ اتار ليا اور ان كا بدن برہنہ ہو گيا تو يوسف(ع) نے بہت دادو فرياد كى كہ كم از كم مير ا كرتہ تو مجھے دے دو تا كہ اگر مي</w:t>
      </w:r>
      <w:r w:rsidR="007D6C9B">
        <w:rPr>
          <w:rtl/>
        </w:rPr>
        <w:t xml:space="preserve">ں </w:t>
      </w:r>
      <w:r>
        <w:rPr>
          <w:rtl/>
        </w:rPr>
        <w:t xml:space="preserve">زندہ رہو </w:t>
      </w:r>
      <w:r w:rsidR="007D6C9B">
        <w:rPr>
          <w:rtl/>
        </w:rPr>
        <w:t xml:space="preserve">ں </w:t>
      </w:r>
      <w:r>
        <w:rPr>
          <w:rtl/>
        </w:rPr>
        <w:t>تو ميرا بدن ڈھا پنے اور اگر مر جائو</w:t>
      </w:r>
      <w:r w:rsidR="007D6C9B">
        <w:rPr>
          <w:rtl/>
        </w:rPr>
        <w:t xml:space="preserve">ں </w:t>
      </w:r>
      <w:r>
        <w:rPr>
          <w:rtl/>
        </w:rPr>
        <w:t>تو ميرا كفن بن جائے_ بھائي كہنے لگے :اسى سورج ،چاند اور ستارو</w:t>
      </w:r>
      <w:r w:rsidR="007D6C9B">
        <w:rPr>
          <w:rtl/>
        </w:rPr>
        <w:t xml:space="preserve">ں </w:t>
      </w:r>
      <w:r>
        <w:rPr>
          <w:rtl/>
        </w:rPr>
        <w:t>سے كہہ جنہي</w:t>
      </w:r>
      <w:r w:rsidR="007D6C9B">
        <w:rPr>
          <w:rtl/>
        </w:rPr>
        <w:t xml:space="preserve">ں </w:t>
      </w:r>
      <w:r>
        <w:rPr>
          <w:rtl/>
        </w:rPr>
        <w:t>خواب مي</w:t>
      </w:r>
      <w:r w:rsidR="007D6C9B">
        <w:rPr>
          <w:rtl/>
        </w:rPr>
        <w:t xml:space="preserve">ں </w:t>
      </w:r>
      <w:r>
        <w:rPr>
          <w:rtl/>
        </w:rPr>
        <w:t>ديكھا تھا، تقاضا كرو كہ اس كنوي</w:t>
      </w:r>
      <w:r w:rsidR="007D6C9B">
        <w:rPr>
          <w:rtl/>
        </w:rPr>
        <w:t xml:space="preserve">ں </w:t>
      </w:r>
      <w:r>
        <w:rPr>
          <w:rtl/>
        </w:rPr>
        <w:t>مي</w:t>
      </w:r>
      <w:r w:rsidR="007D6C9B">
        <w:rPr>
          <w:rtl/>
        </w:rPr>
        <w:t xml:space="preserve">ں </w:t>
      </w:r>
      <w:r>
        <w:rPr>
          <w:rtl/>
        </w:rPr>
        <w:t xml:space="preserve">تيرے مونس وغمخوار ہو </w:t>
      </w:r>
      <w:r w:rsidR="007D6C9B">
        <w:rPr>
          <w:rtl/>
        </w:rPr>
        <w:t xml:space="preserve">ں </w:t>
      </w:r>
      <w:r>
        <w:rPr>
          <w:rtl/>
        </w:rPr>
        <w:t>اور تجھے لباس پہنائي</w:t>
      </w:r>
      <w:r w:rsidR="007D6C9B">
        <w:rPr>
          <w:rtl/>
        </w:rPr>
        <w:t xml:space="preserve">ں </w:t>
      </w:r>
      <w:r>
        <w:rPr>
          <w:rtl/>
        </w:rPr>
        <w:t xml:space="preserve">_ </w:t>
      </w:r>
    </w:p>
    <w:p w:rsidR="00DE2D7F" w:rsidRDefault="00DE2D7F" w:rsidP="00D07B54">
      <w:pPr>
        <w:pStyle w:val="libNormal"/>
        <w:rPr>
          <w:rtl/>
        </w:rPr>
      </w:pPr>
      <w:r>
        <w:rPr>
          <w:rtl/>
        </w:rPr>
        <w:t>يو سف(ع) كے بھا ئيو</w:t>
      </w:r>
      <w:r w:rsidR="007D6C9B">
        <w:rPr>
          <w:rtl/>
        </w:rPr>
        <w:t xml:space="preserve">ں </w:t>
      </w:r>
      <w:r>
        <w:rPr>
          <w:rtl/>
        </w:rPr>
        <w:t>نے جو منصوبہ بناركھا تھا اس پر انہو</w:t>
      </w:r>
      <w:r w:rsidR="007D6C9B">
        <w:rPr>
          <w:rtl/>
        </w:rPr>
        <w:t xml:space="preserve">ں </w:t>
      </w:r>
      <w:r>
        <w:rPr>
          <w:rtl/>
        </w:rPr>
        <w:t>نے اپنى خواہش كے مطا بق عمل كر ليا_ ليكن آخر كار انہي</w:t>
      </w:r>
      <w:r w:rsidR="007D6C9B">
        <w:rPr>
          <w:rtl/>
        </w:rPr>
        <w:t xml:space="preserve">ں </w:t>
      </w:r>
      <w:r>
        <w:rPr>
          <w:rtl/>
        </w:rPr>
        <w:t>واپس لوٹنے كے بارے مي</w:t>
      </w:r>
      <w:r w:rsidR="007D6C9B">
        <w:rPr>
          <w:rtl/>
        </w:rPr>
        <w:t xml:space="preserve">ں </w:t>
      </w:r>
      <w:r>
        <w:rPr>
          <w:rtl/>
        </w:rPr>
        <w:t>سوچنا تھا كہ جا كر كوئي ايسى بات كري</w:t>
      </w:r>
      <w:r w:rsidR="007D6C9B">
        <w:rPr>
          <w:rtl/>
        </w:rPr>
        <w:t xml:space="preserve">ں </w:t>
      </w:r>
      <w:r>
        <w:rPr>
          <w:rtl/>
        </w:rPr>
        <w:t>كہ باپ كو يقين آجائے كہ يو سف كسى سازش كے تحت نہي</w:t>
      </w:r>
      <w:r w:rsidR="007D6C9B">
        <w:rPr>
          <w:rtl/>
        </w:rPr>
        <w:t xml:space="preserve">ں </w:t>
      </w:r>
      <w:r>
        <w:rPr>
          <w:rtl/>
        </w:rPr>
        <w:t>بلكہ طبيعى طور پر وادى عدم مي</w:t>
      </w:r>
      <w:r w:rsidR="007D6C9B">
        <w:rPr>
          <w:rtl/>
        </w:rPr>
        <w:t xml:space="preserve">ں </w:t>
      </w:r>
      <w:r>
        <w:rPr>
          <w:rtl/>
        </w:rPr>
        <w:t>چلا گيا ہے اور اس طرح وہ باپ كى نوازشات كو اپنى جانب مو ڑسكي</w:t>
      </w:r>
      <w:r w:rsidR="007D6C9B">
        <w:rPr>
          <w:rtl/>
        </w:rPr>
        <w:t xml:space="preserve">ں </w:t>
      </w:r>
      <w:r>
        <w:rPr>
          <w:rtl/>
        </w:rPr>
        <w:t xml:space="preserve">_ </w:t>
      </w:r>
    </w:p>
    <w:p w:rsidR="00870EA8" w:rsidRDefault="00DE2D7F" w:rsidP="00D07B54">
      <w:pPr>
        <w:pStyle w:val="Heading2Center"/>
        <w:rPr>
          <w:rtl/>
        </w:rPr>
      </w:pPr>
      <w:bookmarkStart w:id="138" w:name="_Toc7268535"/>
      <w:r>
        <w:rPr>
          <w:rtl/>
        </w:rPr>
        <w:t>ذليل كنندہ جھوٹ</w:t>
      </w:r>
      <w:bookmarkEnd w:id="138"/>
    </w:p>
    <w:p w:rsidR="00DE2D7F" w:rsidRDefault="00DE2D7F" w:rsidP="00D07B54">
      <w:pPr>
        <w:pStyle w:val="libNormal"/>
        <w:rPr>
          <w:rtl/>
        </w:rPr>
      </w:pPr>
      <w:r>
        <w:rPr>
          <w:rtl/>
        </w:rPr>
        <w:t xml:space="preserve"> قرآن كہتا ہے :''رات كے وقت بھائي روتے ہوئے ائے''_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ان كے جھوٹے آنسوئو</w:t>
      </w:r>
      <w:r w:rsidR="007D6C9B">
        <w:rPr>
          <w:rtl/>
        </w:rPr>
        <w:t xml:space="preserve">ں </w:t>
      </w:r>
      <w:r>
        <w:rPr>
          <w:rtl/>
        </w:rPr>
        <w:t>اور ٹسوے بہانے سے ظاہر ہو تا ہے كہ جھو ٹا رونا بھى ممكن ہے اور صرف روتى ہوئي آنكھ سے دھو كا نہي</w:t>
      </w:r>
      <w:r w:rsidR="007D6C9B">
        <w:rPr>
          <w:rtl/>
        </w:rPr>
        <w:t xml:space="preserve">ں </w:t>
      </w:r>
      <w:r>
        <w:rPr>
          <w:rtl/>
        </w:rPr>
        <w:t xml:space="preserve">كھانا چاہئے_ </w:t>
      </w:r>
    </w:p>
    <w:p w:rsidR="00DE2D7F" w:rsidRDefault="00DE2D7F" w:rsidP="00D07B54">
      <w:pPr>
        <w:pStyle w:val="libNormal"/>
        <w:rPr>
          <w:rtl/>
        </w:rPr>
      </w:pPr>
      <w:r>
        <w:rPr>
          <w:rtl/>
        </w:rPr>
        <w:t>باپ جو بڑى بے تا بى اور بے قرارى سے اپنے فرزند دلبند يو سف كى واپسى كے انتظار مي</w:t>
      </w:r>
      <w:r w:rsidR="007D6C9B">
        <w:rPr>
          <w:rtl/>
        </w:rPr>
        <w:t xml:space="preserve">ں </w:t>
      </w:r>
      <w:r>
        <w:rPr>
          <w:rtl/>
        </w:rPr>
        <w:t>تھا اس نے جب انہي</w:t>
      </w:r>
      <w:r w:rsidR="007D6C9B">
        <w:rPr>
          <w:rtl/>
        </w:rPr>
        <w:t xml:space="preserve">ں </w:t>
      </w:r>
      <w:r>
        <w:rPr>
          <w:rtl/>
        </w:rPr>
        <w:t>واپس آتے ديكھا اور يوسف ان مي</w:t>
      </w:r>
      <w:r w:rsidR="007D6C9B">
        <w:rPr>
          <w:rtl/>
        </w:rPr>
        <w:t xml:space="preserve">ں </w:t>
      </w:r>
      <w:r>
        <w:rPr>
          <w:rtl/>
        </w:rPr>
        <w:t xml:space="preserve">دكھائي نہ ديا تو وہ لرز گئے اور كا نپ اٹھے _حالات پوچھے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16</w:t>
      </w:r>
      <w:r>
        <w:rPr>
          <w:rtl/>
        </w:rPr>
        <w:t xml:space="preserve"> </w:t>
      </w:r>
    </w:p>
    <w:p w:rsidR="00870EA8"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تو انہو</w:t>
      </w:r>
      <w:r w:rsidR="007D6C9B">
        <w:rPr>
          <w:rtl/>
        </w:rPr>
        <w:t xml:space="preserve">ں </w:t>
      </w:r>
      <w:r>
        <w:rPr>
          <w:rtl/>
        </w:rPr>
        <w:t>نے كہا :''ابا جانہم گئے اور ہم (سوارى اورتير اندازى كے) مقابلو</w:t>
      </w:r>
      <w:r w:rsidR="007D6C9B">
        <w:rPr>
          <w:rtl/>
        </w:rPr>
        <w:t xml:space="preserve">ں </w:t>
      </w:r>
      <w:r>
        <w:rPr>
          <w:rtl/>
        </w:rPr>
        <w:t>مي</w:t>
      </w:r>
      <w:r w:rsidR="007D6C9B">
        <w:rPr>
          <w:rtl/>
        </w:rPr>
        <w:t xml:space="preserve">ں </w:t>
      </w:r>
      <w:r>
        <w:rPr>
          <w:rtl/>
        </w:rPr>
        <w:t>مشغول ہوگئے اور يوسف كہ چھوٹا تھا اور ہم سے مقا بلہ نہي</w:t>
      </w:r>
      <w:r w:rsidR="007D6C9B">
        <w:rPr>
          <w:rtl/>
        </w:rPr>
        <w:t xml:space="preserve">ں </w:t>
      </w:r>
      <w:r>
        <w:rPr>
          <w:rtl/>
        </w:rPr>
        <w:t>كر سكتا تھا ہم اسے اپنے سامان كے پاس چھوڑگئے ،اس كا م مي</w:t>
      </w:r>
      <w:r w:rsidR="007D6C9B">
        <w:rPr>
          <w:rtl/>
        </w:rPr>
        <w:t xml:space="preserve">ں </w:t>
      </w:r>
      <w:r>
        <w:rPr>
          <w:rtl/>
        </w:rPr>
        <w:t xml:space="preserve">ہم اتنے محو ہو گئے كہ ہر چيز يہا </w:t>
      </w:r>
      <w:r w:rsidR="007D6C9B">
        <w:rPr>
          <w:rtl/>
        </w:rPr>
        <w:t xml:space="preserve">ں </w:t>
      </w:r>
      <w:r>
        <w:rPr>
          <w:rtl/>
        </w:rPr>
        <w:t>تك كہ بھا ئي كو بھى بھول گئے ،اس اثنا مي</w:t>
      </w:r>
      <w:r w:rsidR="007D6C9B">
        <w:rPr>
          <w:rtl/>
        </w:rPr>
        <w:t xml:space="preserve">ں </w:t>
      </w:r>
      <w:r>
        <w:rPr>
          <w:rtl/>
        </w:rPr>
        <w:t>ايك بے رحم بھيڑيا اس طرف آپہنچا اور اس نے اسے چير پھا ڑ كھا يا ''_</w:t>
      </w:r>
      <w:r w:rsidRPr="00AD1EF3">
        <w:rPr>
          <w:rStyle w:val="libFootnotenumChar"/>
          <w:rtl/>
        </w:rPr>
        <w:t>(</w:t>
      </w:r>
      <w:r w:rsidR="00E664BB" w:rsidRPr="00AD1EF3">
        <w:rPr>
          <w:rStyle w:val="libFootnotenumChar"/>
          <w:rtl/>
        </w:rPr>
        <w:t>1</w:t>
      </w:r>
      <w:r w:rsidRPr="00AD1EF3">
        <w:rPr>
          <w:rStyle w:val="libFootnotenumChar"/>
          <w:rtl/>
        </w:rPr>
        <w:t>)</w:t>
      </w:r>
      <w:r>
        <w:rPr>
          <w:rtl/>
        </w:rPr>
        <w:t>''ليكن ہم جانتے ہي</w:t>
      </w:r>
      <w:r w:rsidR="007D6C9B">
        <w:rPr>
          <w:rtl/>
        </w:rPr>
        <w:t xml:space="preserve">ں </w:t>
      </w:r>
      <w:r>
        <w:rPr>
          <w:rtl/>
        </w:rPr>
        <w:t>كہ تم ہر گز ہمارى باتو</w:t>
      </w:r>
      <w:r w:rsidR="007D6C9B">
        <w:rPr>
          <w:rtl/>
        </w:rPr>
        <w:t xml:space="preserve">ں </w:t>
      </w:r>
      <w:r>
        <w:rPr>
          <w:rtl/>
        </w:rPr>
        <w:t>كا يقين نہي</w:t>
      </w:r>
      <w:r w:rsidR="007D6C9B">
        <w:rPr>
          <w:rtl/>
        </w:rPr>
        <w:t xml:space="preserve">ں </w:t>
      </w:r>
      <w:r>
        <w:rPr>
          <w:rtl/>
        </w:rPr>
        <w:t>كرو گے اگر چہ ہم سچے ہو</w:t>
      </w:r>
      <w:r w:rsidR="007D6C9B">
        <w:rPr>
          <w:rtl/>
        </w:rPr>
        <w:t xml:space="preserve">ں </w:t>
      </w:r>
      <w:r>
        <w:rPr>
          <w:rtl/>
        </w:rPr>
        <w:t>كيو نكہ تم نے پہلے ہى اس قسم كى پيش بينى كى تھى لہذ ا اسے بہانہ سمجھو گے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بھائيو</w:t>
      </w:r>
      <w:r w:rsidR="007D6C9B">
        <w:rPr>
          <w:rtl/>
        </w:rPr>
        <w:t xml:space="preserve">ں </w:t>
      </w:r>
      <w:r>
        <w:rPr>
          <w:rtl/>
        </w:rPr>
        <w:t>كى با تي</w:t>
      </w:r>
      <w:r w:rsidR="007D6C9B">
        <w:rPr>
          <w:rtl/>
        </w:rPr>
        <w:t xml:space="preserve">ں </w:t>
      </w:r>
      <w:r>
        <w:rPr>
          <w:rtl/>
        </w:rPr>
        <w:t>بڑى سو چى سمجھى تھي</w:t>
      </w:r>
      <w:r w:rsidR="007D6C9B">
        <w:rPr>
          <w:rtl/>
        </w:rPr>
        <w:t xml:space="preserve">ں </w:t>
      </w:r>
      <w:r>
        <w:rPr>
          <w:rtl/>
        </w:rPr>
        <w:t>پہلى با ت يہ كہ انہو</w:t>
      </w:r>
      <w:r w:rsidR="007D6C9B">
        <w:rPr>
          <w:rtl/>
        </w:rPr>
        <w:t xml:space="preserve">ں </w:t>
      </w:r>
      <w:r>
        <w:rPr>
          <w:rtl/>
        </w:rPr>
        <w:t>نے باپ كو يا''اے ہمارے والد ''كے لفظ سے مخاطب كيا كہ جس مي</w:t>
      </w:r>
      <w:r w:rsidR="007D6C9B">
        <w:rPr>
          <w:rtl/>
        </w:rPr>
        <w:t xml:space="preserve">ں </w:t>
      </w:r>
      <w:r>
        <w:rPr>
          <w:rtl/>
        </w:rPr>
        <w:t>ايك جذباتى پہلو تھا _دو سرى بات يہ ہے كہ فطرى طورپر ايسى تفريح گاہ مي</w:t>
      </w:r>
      <w:r w:rsidR="007D6C9B">
        <w:rPr>
          <w:rtl/>
        </w:rPr>
        <w:t xml:space="preserve">ں </w:t>
      </w:r>
      <w:r>
        <w:rPr>
          <w:rtl/>
        </w:rPr>
        <w:t>طاقتور بھائي بھا گ دوڑ مي</w:t>
      </w:r>
      <w:r w:rsidR="007D6C9B">
        <w:rPr>
          <w:rtl/>
        </w:rPr>
        <w:t xml:space="preserve">ں </w:t>
      </w:r>
      <w:r>
        <w:rPr>
          <w:rtl/>
        </w:rPr>
        <w:t>مشغول ہو</w:t>
      </w:r>
      <w:r w:rsidR="007D6C9B">
        <w:rPr>
          <w:rtl/>
        </w:rPr>
        <w:t xml:space="preserve">ں </w:t>
      </w:r>
      <w:r>
        <w:rPr>
          <w:rtl/>
        </w:rPr>
        <w:t>گے اور چھو ٹے كو سامان كى نگہداشت پر مقرر كري</w:t>
      </w:r>
      <w:r w:rsidR="007D6C9B">
        <w:rPr>
          <w:rtl/>
        </w:rPr>
        <w:t xml:space="preserve">ں </w:t>
      </w:r>
      <w:r>
        <w:rPr>
          <w:rtl/>
        </w:rPr>
        <w:t>گے اور اس كے علاوہ انہو</w:t>
      </w:r>
      <w:r w:rsidR="007D6C9B">
        <w:rPr>
          <w:rtl/>
        </w:rPr>
        <w:t xml:space="preserve">ں </w:t>
      </w:r>
      <w:r>
        <w:rPr>
          <w:rtl/>
        </w:rPr>
        <w:t>نے باپ كو غفلت مي</w:t>
      </w:r>
      <w:r w:rsidR="007D6C9B">
        <w:rPr>
          <w:rtl/>
        </w:rPr>
        <w:t xml:space="preserve">ں </w:t>
      </w:r>
      <w:r>
        <w:rPr>
          <w:rtl/>
        </w:rPr>
        <w:t>ركھنے كے لئے ايك قدم اور آگے بڑ ھا يا اور روتى ہوئي آنكھو</w:t>
      </w:r>
      <w:r w:rsidR="007D6C9B">
        <w:rPr>
          <w:rtl/>
        </w:rPr>
        <w:t xml:space="preserve">ں </w:t>
      </w:r>
      <w:r>
        <w:rPr>
          <w:rtl/>
        </w:rPr>
        <w:t>سے كہا كہ تم ہر گز يقين نہي</w:t>
      </w:r>
      <w:r w:rsidR="007D6C9B">
        <w:rPr>
          <w:rtl/>
        </w:rPr>
        <w:t xml:space="preserve">ں </w:t>
      </w:r>
      <w:r>
        <w:rPr>
          <w:rtl/>
        </w:rPr>
        <w:t>كرو گے اگر چہ ہم سچ بول رہے ہو</w:t>
      </w:r>
      <w:r w:rsidR="007D6C9B">
        <w:rPr>
          <w:rtl/>
        </w:rPr>
        <w:t xml:space="preserve">ں </w:t>
      </w:r>
      <w:r>
        <w:rPr>
          <w:rtl/>
        </w:rPr>
        <w:t>نيز اس بنا ء پر كہ باپ كو ايك زند ہ نشا نى بھى پيش كري</w:t>
      </w:r>
      <w:r w:rsidR="007D6C9B">
        <w:rPr>
          <w:rtl/>
        </w:rPr>
        <w:t xml:space="preserve">ں </w:t>
      </w:r>
      <w:r>
        <w:rPr>
          <w:rtl/>
        </w:rPr>
        <w:t>''وہ يو سف كى قميض كو جھوٹے خون مي</w:t>
      </w:r>
      <w:r w:rsidR="007D6C9B">
        <w:rPr>
          <w:rtl/>
        </w:rPr>
        <w:t xml:space="preserve">ں </w:t>
      </w:r>
      <w:r>
        <w:rPr>
          <w:rtl/>
        </w:rPr>
        <w:t>تر كئے ہو ئے تھے ''_</w:t>
      </w:r>
      <w:r w:rsidRPr="00AD1EF3">
        <w:rPr>
          <w:rStyle w:val="libFootnotenumChar"/>
          <w:rtl/>
        </w:rPr>
        <w:t>(</w:t>
      </w:r>
      <w:r w:rsidR="00E664BB" w:rsidRPr="00AD1EF3">
        <w:rPr>
          <w:rStyle w:val="libFootnotenumChar"/>
          <w:rtl/>
        </w:rPr>
        <w:t>3</w:t>
      </w:r>
      <w:r w:rsidRPr="00AD1EF3">
        <w:rPr>
          <w:rStyle w:val="libFootnotenumChar"/>
          <w:rtl/>
        </w:rPr>
        <w:t>)</w:t>
      </w:r>
      <w:r>
        <w:rPr>
          <w:rtl/>
        </w:rPr>
        <w:t>(وہ خون انہو</w:t>
      </w:r>
      <w:r w:rsidR="007D6C9B">
        <w:rPr>
          <w:rtl/>
        </w:rPr>
        <w:t xml:space="preserve">ں </w:t>
      </w:r>
      <w:r>
        <w:rPr>
          <w:rtl/>
        </w:rPr>
        <w:t xml:space="preserve">نے بكرى يا بھيڑكے بچے يا ہرن كا لگا ركھا تھا )_'' </w:t>
      </w:r>
    </w:p>
    <w:p w:rsidR="00DE2D7F" w:rsidRDefault="00DE2D7F" w:rsidP="00D07B54">
      <w:pPr>
        <w:pStyle w:val="libNormal"/>
        <w:rPr>
          <w:rtl/>
        </w:rPr>
      </w:pPr>
      <w:r>
        <w:rPr>
          <w:rtl/>
        </w:rPr>
        <w:t>ليكن ''درد غ گو حافظہ ندارد''اورايك حقيقى واقعہ كے مختلف پہلو ہو تے ہي</w:t>
      </w:r>
      <w:r w:rsidR="007D6C9B">
        <w:rPr>
          <w:rtl/>
        </w:rPr>
        <w:t xml:space="preserve">ں </w:t>
      </w:r>
      <w:r>
        <w:rPr>
          <w:rtl/>
        </w:rPr>
        <w:t>اور اس كے مختلف كو ائف اور مسائل ہوتے ہي</w:t>
      </w:r>
      <w:r w:rsidR="007D6C9B">
        <w:rPr>
          <w:rtl/>
        </w:rPr>
        <w:t xml:space="preserve">ں </w:t>
      </w:r>
      <w:r>
        <w:rPr>
          <w:rtl/>
        </w:rPr>
        <w:t>،ايسا بہت كم ہو تا ہے كہ ان سب كو ايك فرضى كہانى مي</w:t>
      </w:r>
      <w:r w:rsidR="007D6C9B">
        <w:rPr>
          <w:rtl/>
        </w:rPr>
        <w:t xml:space="preserve">ں </w:t>
      </w:r>
      <w:r>
        <w:rPr>
          <w:rtl/>
        </w:rPr>
        <w:t>سمو يا جاسكے لہذا برادران يو سف بھى اس نكتے سے غا فل رہے كہ كم از كم يو سف كے كر تے كو چند جگہ سے پھاڑ ليتے تاكہ وہ بھيڑ ئے كے حملے كى دليل بن سكے وہ بھا ئي كى قميص كو اس كے بدن سے صحيح سالم اتار كر خون آلود كر كے با پ كے پاس لے آئے، سمجھدا ر اور تجربہ كا ر باپ كى جب اس كر تے پر نگاہ پڑى تو وہ سب كچھ سمجھ گئے اور كہنے لگے كہ تم جھوٹ بو لتے ہو ''بلكہ نفسا نى ہو او ر ہوس نے تمہا ر ے لئے يہ كا م پسند يد ہ بنادياہے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اور يہ شيطا نى سا زشي</w:t>
      </w:r>
      <w:r w:rsidR="007D6C9B">
        <w:rPr>
          <w:rtl/>
        </w:rPr>
        <w:t xml:space="preserve">ں </w:t>
      </w:r>
      <w:r>
        <w:rPr>
          <w:rtl/>
        </w:rPr>
        <w:t>ہي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17</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17</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18</w:t>
      </w:r>
      <w:r>
        <w:rPr>
          <w:rtl/>
        </w:rPr>
        <w:t xml:space="preserve"> </w:t>
      </w:r>
    </w:p>
    <w:p w:rsidR="00DE2D7F" w:rsidRDefault="00DE2D7F" w:rsidP="00D07B54">
      <w:pPr>
        <w:pStyle w:val="libFootnote"/>
        <w:rPr>
          <w:rtl/>
        </w:rPr>
      </w:pPr>
      <w:r>
        <w:rPr>
          <w:rtl/>
        </w:rPr>
        <w:t>(</w:t>
      </w:r>
      <w:r w:rsidR="00E664BB">
        <w:rPr>
          <w:rtl/>
        </w:rPr>
        <w:t>4</w:t>
      </w:r>
      <w:r>
        <w:rPr>
          <w:rtl/>
        </w:rPr>
        <w:t xml:space="preserve">)سورہ يوسف آيت </w:t>
      </w:r>
      <w:r w:rsidR="00E664BB">
        <w:rPr>
          <w:rtl/>
        </w:rPr>
        <w:t>18</w:t>
      </w:r>
      <w:r>
        <w:rPr>
          <w:rtl/>
        </w:rPr>
        <w:t xml:space="preserve"> </w:t>
      </w:r>
    </w:p>
    <w:p w:rsidR="00870EA8" w:rsidRDefault="001648F9" w:rsidP="00D07B54">
      <w:pPr>
        <w:pStyle w:val="libNormal"/>
        <w:rPr>
          <w:rtl/>
        </w:rPr>
      </w:pPr>
      <w:r>
        <w:rPr>
          <w:rtl/>
        </w:rPr>
        <w:t xml:space="preserve"> </w:t>
      </w:r>
      <w:r>
        <w:rPr>
          <w:rtl/>
        </w:rPr>
        <w:br w:type="page"/>
      </w:r>
    </w:p>
    <w:p w:rsidR="00870EA8" w:rsidRDefault="00870EA8" w:rsidP="00D07B54">
      <w:pPr>
        <w:pStyle w:val="libNormal"/>
        <w:rPr>
          <w:rtl/>
        </w:rPr>
      </w:pPr>
    </w:p>
    <w:p w:rsidR="00870EA8" w:rsidRDefault="00DE2D7F" w:rsidP="00D07B54">
      <w:pPr>
        <w:pStyle w:val="Heading2Center"/>
        <w:rPr>
          <w:rtl/>
        </w:rPr>
      </w:pPr>
      <w:bookmarkStart w:id="139" w:name="_Toc7268536"/>
      <w:r>
        <w:rPr>
          <w:rtl/>
        </w:rPr>
        <w:t>مہربان بھيڑيا</w:t>
      </w:r>
      <w:bookmarkEnd w:id="139"/>
    </w:p>
    <w:p w:rsidR="00DE2D7F" w:rsidRDefault="00DE2D7F" w:rsidP="00D07B54">
      <w:pPr>
        <w:pStyle w:val="libNormal"/>
        <w:rPr>
          <w:rtl/>
        </w:rPr>
      </w:pPr>
      <w:r>
        <w:rPr>
          <w:rtl/>
        </w:rPr>
        <w:t xml:space="preserve"> جناب يعقوب نے كرتہ اٹھايا اور اس كو الٹ پلٹ كر ديكھا اور كہا تو پھر اسمي</w:t>
      </w:r>
      <w:r w:rsidR="007D6C9B">
        <w:rPr>
          <w:rtl/>
        </w:rPr>
        <w:t xml:space="preserve">ں </w:t>
      </w:r>
      <w:r>
        <w:rPr>
          <w:rtl/>
        </w:rPr>
        <w:t>بھيڑيئےے پنجو</w:t>
      </w:r>
      <w:r w:rsidR="007D6C9B">
        <w:rPr>
          <w:rtl/>
        </w:rPr>
        <w:t xml:space="preserve">ں </w:t>
      </w:r>
      <w:r>
        <w:rPr>
          <w:rtl/>
        </w:rPr>
        <w:t>اور دانتو</w:t>
      </w:r>
      <w:r w:rsidR="007D6C9B">
        <w:rPr>
          <w:rtl/>
        </w:rPr>
        <w:t xml:space="preserve">ں </w:t>
      </w:r>
      <w:r>
        <w:rPr>
          <w:rtl/>
        </w:rPr>
        <w:t>كے نشان كيو</w:t>
      </w:r>
      <w:r w:rsidR="007D6C9B">
        <w:rPr>
          <w:rtl/>
        </w:rPr>
        <w:t xml:space="preserve">ں </w:t>
      </w:r>
      <w:r>
        <w:rPr>
          <w:rtl/>
        </w:rPr>
        <w:t>نہي</w:t>
      </w:r>
      <w:r w:rsidR="007D6C9B">
        <w:rPr>
          <w:rtl/>
        </w:rPr>
        <w:t xml:space="preserve">ں </w:t>
      </w:r>
      <w:r>
        <w:rPr>
          <w:rtl/>
        </w:rPr>
        <w:t>ہي</w:t>
      </w:r>
      <w:r w:rsidR="007D6C9B">
        <w:rPr>
          <w:rtl/>
        </w:rPr>
        <w:t xml:space="preserve">ں </w:t>
      </w:r>
      <w:r>
        <w:rPr>
          <w:rtl/>
        </w:rPr>
        <w:t xml:space="preserve">_؟ </w:t>
      </w:r>
    </w:p>
    <w:p w:rsidR="00DE2D7F" w:rsidRDefault="00DE2D7F" w:rsidP="00D07B54">
      <w:pPr>
        <w:pStyle w:val="libNormal"/>
        <w:rPr>
          <w:rtl/>
        </w:rPr>
      </w:pPr>
      <w:r>
        <w:rPr>
          <w:rtl/>
        </w:rPr>
        <w:t>ايك اور روايت كے مطابق :حضرت يقوب(ع) نے كر تہ اپنے منہ پر ڈال ليا ،فر يا د كرنے لگے اور آنسو بہا نے لگے ،اور كہہ رہے تھے :يہ كيسا مہربان بھيڑيا تھا جس نے ميرے بيٹے كو تو كھا ليا ليكن اس كے كر تے كو تو ذر ہ بھر نقصان نہ پہنچا يا؟ اس كے بعد وہ بے ہو ش ہو كر خشك لكڑى كى طرح زمين پر گر پڑے بعض بھائيو</w:t>
      </w:r>
      <w:r w:rsidR="007D6C9B">
        <w:rPr>
          <w:rtl/>
        </w:rPr>
        <w:t xml:space="preserve">ں </w:t>
      </w:r>
      <w:r>
        <w:rPr>
          <w:rtl/>
        </w:rPr>
        <w:t>نے فر ياد كى : اے وائے ہو ہم پر روز قيامت عد ل الہى كى عدالت مي</w:t>
      </w:r>
      <w:r w:rsidR="007D6C9B">
        <w:rPr>
          <w:rtl/>
        </w:rPr>
        <w:t xml:space="preserve">ں </w:t>
      </w:r>
      <w:r>
        <w:rPr>
          <w:rtl/>
        </w:rPr>
        <w:t>ہم بھا ئي بھى ہا تھ سے دے بيٹھے ہي</w:t>
      </w:r>
      <w:r w:rsidR="007D6C9B">
        <w:rPr>
          <w:rtl/>
        </w:rPr>
        <w:t xml:space="preserve">ں </w:t>
      </w:r>
      <w:r>
        <w:rPr>
          <w:rtl/>
        </w:rPr>
        <w:t>اور با پ كو بھى ہم نے قتل كرديا ہے ،ادھرباپ اسى طرح سحرى تك بے ہو ش رہے ليكن سحر گا ہى كى نسيم سرد كے جھونكے ان كے چہر ے پر پڑے تو وہ ہو ش مي</w:t>
      </w:r>
      <w:r w:rsidR="007D6C9B">
        <w:rPr>
          <w:rtl/>
        </w:rPr>
        <w:t xml:space="preserve">ں </w:t>
      </w:r>
      <w:r>
        <w:rPr>
          <w:rtl/>
        </w:rPr>
        <w:t xml:space="preserve">آگئے_ </w:t>
      </w:r>
    </w:p>
    <w:p w:rsidR="00DE2D7F" w:rsidRDefault="00DE2D7F" w:rsidP="00D07B54">
      <w:pPr>
        <w:pStyle w:val="libNormal"/>
        <w:rPr>
          <w:rtl/>
        </w:rPr>
      </w:pPr>
      <w:r>
        <w:rPr>
          <w:rtl/>
        </w:rPr>
        <w:t>با وجود يكہ يعقوب كے دل مي</w:t>
      </w:r>
      <w:r w:rsidR="007D6C9B">
        <w:rPr>
          <w:rtl/>
        </w:rPr>
        <w:t xml:space="preserve">ں </w:t>
      </w:r>
      <w:r>
        <w:rPr>
          <w:rtl/>
        </w:rPr>
        <w:t>آگ لگى ہو ئي تھى ،ان كى روح جل رہى تھى ليكن زبان سے ہر گز ايسى بات نہ كہتے تھے جو نا شكرى ، ياس و نااميدى اور جزع وفزع كى نشانى ہو بلكہ كہا :مي</w:t>
      </w:r>
      <w:r w:rsidR="007D6C9B">
        <w:rPr>
          <w:rtl/>
        </w:rPr>
        <w:t xml:space="preserve">ں </w:t>
      </w:r>
      <w:r>
        <w:rPr>
          <w:rtl/>
        </w:rPr>
        <w:t>صبر كرو</w:t>
      </w:r>
      <w:r w:rsidR="007D6C9B">
        <w:rPr>
          <w:rtl/>
        </w:rPr>
        <w:t xml:space="preserve">ں </w:t>
      </w:r>
      <w:r>
        <w:rPr>
          <w:rtl/>
        </w:rPr>
        <w:t>گا ،صبرجميل، ايسى شكيبا ئي جو شكر گزارى اور حمد خدا كے ساتھ ہو'' _</w:t>
      </w:r>
      <w:r w:rsidRPr="00AD1EF3">
        <w:rPr>
          <w:rStyle w:val="libFootnotenumChar"/>
          <w:rtl/>
        </w:rPr>
        <w:t>(</w:t>
      </w:r>
      <w:r w:rsidR="00E664BB" w:rsidRPr="00AD1EF3">
        <w:rPr>
          <w:rStyle w:val="libFootnotenumChar"/>
          <w:rtl/>
        </w:rPr>
        <w:t>1</w:t>
      </w:r>
      <w:r w:rsidRPr="00AD1EF3">
        <w:rPr>
          <w:rStyle w:val="libFootnotenumChar"/>
          <w:rtl/>
        </w:rPr>
        <w:t>)</w:t>
      </w:r>
      <w:r>
        <w:rPr>
          <w:rtl/>
        </w:rPr>
        <w:t>اس كے بعدجناب يعقوب كہنے لگے ''جو كچھ تم كہتے ہو اس كے مقابلے مي</w:t>
      </w:r>
      <w:r w:rsidR="007D6C9B">
        <w:rPr>
          <w:rtl/>
        </w:rPr>
        <w:t xml:space="preserve">ں </w:t>
      </w:r>
      <w:r>
        <w:rPr>
          <w:rtl/>
        </w:rPr>
        <w:t>خدا سے مدد طلب كرتا ہو</w:t>
      </w:r>
      <w:r w:rsidR="007D6C9B">
        <w:rPr>
          <w:rtl/>
        </w:rPr>
        <w:t xml:space="preserve">ں </w:t>
      </w:r>
      <w:r>
        <w:rPr>
          <w:rtl/>
        </w:rPr>
        <w:t>''</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مي</w:t>
      </w:r>
      <w:r w:rsidR="007D6C9B">
        <w:rPr>
          <w:rtl/>
        </w:rPr>
        <w:t xml:space="preserve">ں </w:t>
      </w:r>
      <w:r>
        <w:rPr>
          <w:rtl/>
        </w:rPr>
        <w:t>اس سے چا ہتا ہو</w:t>
      </w:r>
      <w:r w:rsidR="007D6C9B">
        <w:rPr>
          <w:rtl/>
        </w:rPr>
        <w:t xml:space="preserve">ں </w:t>
      </w:r>
      <w:r>
        <w:rPr>
          <w:rtl/>
        </w:rPr>
        <w:t>كہ جام صبر كى تلخى ميرے حلق مي</w:t>
      </w:r>
      <w:r w:rsidR="007D6C9B">
        <w:rPr>
          <w:rtl/>
        </w:rPr>
        <w:t xml:space="preserve">ں </w:t>
      </w:r>
      <w:r>
        <w:rPr>
          <w:rtl/>
        </w:rPr>
        <w:t>شير ي</w:t>
      </w:r>
      <w:r w:rsidR="007D6C9B">
        <w:rPr>
          <w:rtl/>
        </w:rPr>
        <w:t xml:space="preserve">ں </w:t>
      </w:r>
      <w:r>
        <w:rPr>
          <w:rtl/>
        </w:rPr>
        <w:t xml:space="preserve">زبان; نا درست اور غلط بات سے آلودہ نہ ہو _ </w:t>
      </w:r>
    </w:p>
    <w:p w:rsidR="00DE2D7F" w:rsidRDefault="00DE2D7F" w:rsidP="00D07B54">
      <w:pPr>
        <w:pStyle w:val="libNormal"/>
        <w:rPr>
          <w:rtl/>
        </w:rPr>
      </w:pPr>
      <w:r>
        <w:rPr>
          <w:rtl/>
        </w:rPr>
        <w:t>انہو</w:t>
      </w:r>
      <w:r w:rsidR="007D6C9B">
        <w:rPr>
          <w:rtl/>
        </w:rPr>
        <w:t xml:space="preserve">ں </w:t>
      </w:r>
      <w:r>
        <w:rPr>
          <w:rtl/>
        </w:rPr>
        <w:t>نے يہ نہي</w:t>
      </w:r>
      <w:r w:rsidR="007D6C9B">
        <w:rPr>
          <w:rtl/>
        </w:rPr>
        <w:t xml:space="preserve">ں </w:t>
      </w:r>
      <w:r>
        <w:rPr>
          <w:rtl/>
        </w:rPr>
        <w:t>كہا كہ يوسف كى مو ت كى مصيبت پر مجھے شكيبائي دے كيو نكہ وہ جانتے تھے كہ يوسف قتل نہي</w:t>
      </w:r>
      <w:r w:rsidR="007D6C9B">
        <w:rPr>
          <w:rtl/>
        </w:rPr>
        <w:t xml:space="preserve">ں </w:t>
      </w:r>
      <w:r>
        <w:rPr>
          <w:rtl/>
        </w:rPr>
        <w:t>ہو ئے بلكہ كہا كہ جو كچھ تم كہتے ہو كہ جس كا نتيجہ بہر حال اپنے بيٹے سے ميرى جدا ئي ہے ،مي</w:t>
      </w:r>
      <w:r w:rsidR="007D6C9B">
        <w:rPr>
          <w:rtl/>
        </w:rPr>
        <w:t xml:space="preserve">ں </w:t>
      </w:r>
      <w:r>
        <w:rPr>
          <w:rtl/>
        </w:rPr>
        <w:t>صبر طلب كرتا ہو</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18</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18</w:t>
      </w:r>
      <w:r>
        <w:rPr>
          <w:rtl/>
        </w:rPr>
        <w:t xml:space="preserve"> </w:t>
      </w:r>
    </w:p>
    <w:p w:rsidR="00870EA8" w:rsidRDefault="001648F9" w:rsidP="00D07B54">
      <w:pPr>
        <w:pStyle w:val="libNormal"/>
        <w:rPr>
          <w:rtl/>
        </w:rPr>
      </w:pPr>
      <w:r>
        <w:rPr>
          <w:rtl/>
        </w:rPr>
        <w:t xml:space="preserve"> </w:t>
      </w:r>
      <w:r>
        <w:rPr>
          <w:rtl/>
        </w:rPr>
        <w:br w:type="page"/>
      </w:r>
    </w:p>
    <w:p w:rsidR="002B00E1" w:rsidRDefault="002B00E1" w:rsidP="00D07B54">
      <w:pPr>
        <w:pStyle w:val="libNormal"/>
        <w:rPr>
          <w:rtl/>
        </w:rPr>
      </w:pPr>
    </w:p>
    <w:p w:rsidR="00870EA8" w:rsidRDefault="00DE2D7F" w:rsidP="00D07B54">
      <w:pPr>
        <w:pStyle w:val="Heading2Center"/>
        <w:rPr>
          <w:rtl/>
        </w:rPr>
      </w:pPr>
      <w:bookmarkStart w:id="140" w:name="_Toc7268537"/>
      <w:r>
        <w:rPr>
          <w:rtl/>
        </w:rPr>
        <w:t>ايك ترك اولى كے بدلے</w:t>
      </w:r>
      <w:bookmarkEnd w:id="140"/>
    </w:p>
    <w:p w:rsidR="00DE2D7F" w:rsidRDefault="00DE2D7F" w:rsidP="00D07B54">
      <w:pPr>
        <w:pStyle w:val="libNormal"/>
        <w:rPr>
          <w:rtl/>
        </w:rPr>
      </w:pPr>
      <w:r>
        <w:rPr>
          <w:rtl/>
        </w:rPr>
        <w:t xml:space="preserve"> ابو حمزہ ثمالى نے ايك روايت امام سجاد عليہ السلام سے نقل كى ہے ابو حمزہ كہتے ہي</w:t>
      </w:r>
      <w:r w:rsidR="007D6C9B">
        <w:rPr>
          <w:rtl/>
        </w:rPr>
        <w:t xml:space="preserve">ں </w:t>
      </w:r>
      <w:r>
        <w:rPr>
          <w:rtl/>
        </w:rPr>
        <w:t xml:space="preserve">: </w:t>
      </w:r>
    </w:p>
    <w:p w:rsidR="00DE2D7F" w:rsidRDefault="00DE2D7F" w:rsidP="00D07B54">
      <w:pPr>
        <w:pStyle w:val="libNormal"/>
        <w:rPr>
          <w:rtl/>
        </w:rPr>
      </w:pPr>
      <w:r>
        <w:rPr>
          <w:rtl/>
        </w:rPr>
        <w:t>جمعہ كے دن مي</w:t>
      </w:r>
      <w:r w:rsidR="007D6C9B">
        <w:rPr>
          <w:rtl/>
        </w:rPr>
        <w:t xml:space="preserve">ں </w:t>
      </w:r>
      <w:r>
        <w:rPr>
          <w:rtl/>
        </w:rPr>
        <w:t>مدينہ منورہ مي</w:t>
      </w:r>
      <w:r w:rsidR="007D6C9B">
        <w:rPr>
          <w:rtl/>
        </w:rPr>
        <w:t xml:space="preserve">ں </w:t>
      </w:r>
      <w:r>
        <w:rPr>
          <w:rtl/>
        </w:rPr>
        <w:t>تھا نماز صبح مي</w:t>
      </w:r>
      <w:r w:rsidR="007D6C9B">
        <w:rPr>
          <w:rtl/>
        </w:rPr>
        <w:t xml:space="preserve">ں </w:t>
      </w:r>
      <w:r>
        <w:rPr>
          <w:rtl/>
        </w:rPr>
        <w:t>نے امام سجادعليہ السلام كے ساتھ پڑھى جس وقت امام نماز اور تسبيح سے فارغ ہوئے تو گھر كى طرف چل پڑے مي</w:t>
      </w:r>
      <w:r w:rsidR="007D6C9B">
        <w:rPr>
          <w:rtl/>
        </w:rPr>
        <w:t xml:space="preserve">ں </w:t>
      </w:r>
      <w:r>
        <w:rPr>
          <w:rtl/>
        </w:rPr>
        <w:t xml:space="preserve">آپ كے سا تھ تھا _ </w:t>
      </w:r>
    </w:p>
    <w:p w:rsidR="00DE2D7F" w:rsidRDefault="00DE2D7F" w:rsidP="00D07B54">
      <w:pPr>
        <w:pStyle w:val="libNormal"/>
        <w:rPr>
          <w:rtl/>
        </w:rPr>
      </w:pPr>
      <w:r>
        <w:rPr>
          <w:rtl/>
        </w:rPr>
        <w:t xml:space="preserve">آپ نے خادمہ كو آوازدى اور كہا : </w:t>
      </w:r>
    </w:p>
    <w:p w:rsidR="00DE2D7F" w:rsidRDefault="00DE2D7F" w:rsidP="00D07B54">
      <w:pPr>
        <w:pStyle w:val="libNormal"/>
        <w:rPr>
          <w:rtl/>
        </w:rPr>
      </w:pPr>
      <w:r>
        <w:rPr>
          <w:rtl/>
        </w:rPr>
        <w:t xml:space="preserve">خيال ركھنا ، جو سائل اور ضرورت مند گھر كے دووازے سے گزرے اسے كھانا دينا كيو نكہ آج جمعہ كا دن ہے _ </w:t>
      </w:r>
    </w:p>
    <w:p w:rsidR="00DE2D7F" w:rsidRDefault="00DE2D7F" w:rsidP="00D07B54">
      <w:pPr>
        <w:pStyle w:val="libNormal"/>
        <w:rPr>
          <w:rtl/>
        </w:rPr>
      </w:pPr>
      <w:r>
        <w:rPr>
          <w:rtl/>
        </w:rPr>
        <w:t>ابو حمزہ كہتے ہي</w:t>
      </w:r>
      <w:r w:rsidR="007D6C9B">
        <w:rPr>
          <w:rtl/>
        </w:rPr>
        <w:t xml:space="preserve">ں </w:t>
      </w:r>
      <w:r>
        <w:rPr>
          <w:rtl/>
        </w:rPr>
        <w:t xml:space="preserve">: </w:t>
      </w:r>
    </w:p>
    <w:p w:rsidR="00DE2D7F" w:rsidRDefault="00DE2D7F" w:rsidP="00D07B54">
      <w:pPr>
        <w:pStyle w:val="libNormal"/>
        <w:rPr>
          <w:rtl/>
        </w:rPr>
      </w:pPr>
      <w:r>
        <w:rPr>
          <w:rtl/>
        </w:rPr>
        <w:t>مي</w:t>
      </w:r>
      <w:r w:rsidR="007D6C9B">
        <w:rPr>
          <w:rtl/>
        </w:rPr>
        <w:t xml:space="preserve">ں </w:t>
      </w:r>
      <w:r>
        <w:rPr>
          <w:rtl/>
        </w:rPr>
        <w:t>نے كہا : ہر وہ شخص جو مدد كا تقاضا كرتا ہے مستحق نہي</w:t>
      </w:r>
      <w:r w:rsidR="007D6C9B">
        <w:rPr>
          <w:rtl/>
        </w:rPr>
        <w:t xml:space="preserve">ں </w:t>
      </w:r>
      <w:r>
        <w:rPr>
          <w:rtl/>
        </w:rPr>
        <w:t xml:space="preserve">ہو تا ، تو امام نے فرمايا : </w:t>
      </w:r>
    </w:p>
    <w:p w:rsidR="00DE2D7F" w:rsidRDefault="00DE2D7F" w:rsidP="00D07B54">
      <w:pPr>
        <w:pStyle w:val="libNormal"/>
        <w:rPr>
          <w:rtl/>
        </w:rPr>
      </w:pPr>
      <w:r>
        <w:rPr>
          <w:rtl/>
        </w:rPr>
        <w:t>ٹھيك ہے ، ليكن مي</w:t>
      </w:r>
      <w:r w:rsidR="007D6C9B">
        <w:rPr>
          <w:rtl/>
        </w:rPr>
        <w:t xml:space="preserve">ں </w:t>
      </w:r>
      <w:r>
        <w:rPr>
          <w:rtl/>
        </w:rPr>
        <w:t>اس سے ڈر تا ہو</w:t>
      </w:r>
      <w:r w:rsidR="007D6C9B">
        <w:rPr>
          <w:rtl/>
        </w:rPr>
        <w:t xml:space="preserve">ں </w:t>
      </w:r>
      <w:r>
        <w:rPr>
          <w:rtl/>
        </w:rPr>
        <w:t>كہ ان مي</w:t>
      </w:r>
      <w:r w:rsidR="007D6C9B">
        <w:rPr>
          <w:rtl/>
        </w:rPr>
        <w:t xml:space="preserve">ں </w:t>
      </w:r>
      <w:r>
        <w:rPr>
          <w:rtl/>
        </w:rPr>
        <w:t>مستحق افراد ہو</w:t>
      </w:r>
      <w:r w:rsidR="007D6C9B">
        <w:rPr>
          <w:rtl/>
        </w:rPr>
        <w:t xml:space="preserve">ں </w:t>
      </w:r>
      <w:r>
        <w:rPr>
          <w:rtl/>
        </w:rPr>
        <w:t>اور انہي</w:t>
      </w:r>
      <w:r w:rsidR="007D6C9B">
        <w:rPr>
          <w:rtl/>
        </w:rPr>
        <w:t xml:space="preserve">ں </w:t>
      </w:r>
      <w:r>
        <w:rPr>
          <w:rtl/>
        </w:rPr>
        <w:t>غذا نہ دي</w:t>
      </w:r>
      <w:r w:rsidR="007D6C9B">
        <w:rPr>
          <w:rtl/>
        </w:rPr>
        <w:t xml:space="preserve">ں </w:t>
      </w:r>
      <w:r>
        <w:rPr>
          <w:rtl/>
        </w:rPr>
        <w:t>اور اپنے گھر كے در واز ے سے دھتكار دي</w:t>
      </w:r>
      <w:r w:rsidR="007D6C9B">
        <w:rPr>
          <w:rtl/>
        </w:rPr>
        <w:t xml:space="preserve">ں </w:t>
      </w:r>
      <w:r>
        <w:rPr>
          <w:rtl/>
        </w:rPr>
        <w:t>تو كہي</w:t>
      </w:r>
      <w:r w:rsidR="007D6C9B">
        <w:rPr>
          <w:rtl/>
        </w:rPr>
        <w:t xml:space="preserve">ں </w:t>
      </w:r>
      <w:r>
        <w:rPr>
          <w:rtl/>
        </w:rPr>
        <w:t>ہمارے گھر والو</w:t>
      </w:r>
      <w:r w:rsidR="007D6C9B">
        <w:rPr>
          <w:rtl/>
        </w:rPr>
        <w:t xml:space="preserve">ں </w:t>
      </w:r>
      <w:r>
        <w:rPr>
          <w:rtl/>
        </w:rPr>
        <w:t xml:space="preserve">پر وہى مصيبت نہ آن پڑے جو يعقوب اور آل يعقوب پر آن پڑى تھى _ </w:t>
      </w:r>
    </w:p>
    <w:p w:rsidR="00DE2D7F" w:rsidRDefault="00DE2D7F" w:rsidP="00D07B54">
      <w:pPr>
        <w:pStyle w:val="libNormal"/>
        <w:rPr>
          <w:rtl/>
        </w:rPr>
      </w:pPr>
      <w:r>
        <w:rPr>
          <w:rtl/>
        </w:rPr>
        <w:t xml:space="preserve">اس كے بعد اپ نے فرمايا : </w:t>
      </w:r>
    </w:p>
    <w:p w:rsidR="00DE2D7F" w:rsidRDefault="00DE2D7F" w:rsidP="00D07B54">
      <w:pPr>
        <w:pStyle w:val="libNormal"/>
        <w:rPr>
          <w:rtl/>
        </w:rPr>
      </w:pPr>
      <w:r>
        <w:rPr>
          <w:rtl/>
        </w:rPr>
        <w:t>ان سب كو كھا نا دو كہ ( كيا تم نے سنانہي</w:t>
      </w:r>
      <w:r w:rsidR="007D6C9B">
        <w:rPr>
          <w:rtl/>
        </w:rPr>
        <w:t xml:space="preserve">ں </w:t>
      </w:r>
      <w:r>
        <w:rPr>
          <w:rtl/>
        </w:rPr>
        <w:t>ہے كہ ) يعقوب كے لئے ہر روز ايك گو سفند ذبح كى جا تى تھى اس كا ايك حصہ مستحقين كو ديا جاتا تھا ايك حصہ وہ خود اور ان كى اولاد كھا تے تھے ايك دن ايك سائل آيا وہ مو من اور روزہ دار تھا خدا كے نزديك اس كى بڑى قدر ومنزلت تھى وہ شہر ( كنعا ن ) سے گزر ا شب جمعہ تھى افطار كے وقت وہ دروازہ يعقوب پر آيا اور كہنے لگا بچى كچى غذا سے مدد كے طالب غريب ومسافر بھو كے مہمان كى مدد كرو ،اس نے يہ بات كئي مر تبہ دہرائي انہو</w:t>
      </w:r>
      <w:r w:rsidR="007D6C9B">
        <w:rPr>
          <w:rtl/>
        </w:rPr>
        <w:t xml:space="preserve">ں </w:t>
      </w:r>
      <w:r>
        <w:rPr>
          <w:rtl/>
        </w:rPr>
        <w:t>نے سنا تو سہى ليكن اس كى بات كو باور نہ كيا جب وہ مايوس ہوگيا اور رات كى تاريكى ہر طرف چھا گئي تو وہ لوٹ گيا، جاتے ہو ئے اس كى آنكھو</w:t>
      </w:r>
      <w:r w:rsidR="007D6C9B">
        <w:rPr>
          <w:rtl/>
        </w:rPr>
        <w:t xml:space="preserve">ں </w:t>
      </w:r>
      <w:r>
        <w:rPr>
          <w:rtl/>
        </w:rPr>
        <w:t>مي</w:t>
      </w:r>
      <w:r w:rsidR="007D6C9B">
        <w:rPr>
          <w:rtl/>
        </w:rPr>
        <w:t xml:space="preserve">ں </w:t>
      </w:r>
      <w:r>
        <w:rPr>
          <w:rtl/>
        </w:rPr>
        <w:t xml:space="preserve">آنسو تھے اس نے </w:t>
      </w:r>
    </w:p>
    <w:p w:rsidR="00870EA8" w:rsidRDefault="001648F9" w:rsidP="00D07B54">
      <w:pPr>
        <w:pStyle w:val="libNormal"/>
        <w:rPr>
          <w:rtl/>
        </w:rPr>
      </w:pPr>
      <w:r>
        <w:rPr>
          <w:rtl/>
        </w:rPr>
        <w:t xml:space="preserve"> </w:t>
      </w:r>
      <w:r>
        <w:rPr>
          <w:rtl/>
        </w:rPr>
        <w:br w:type="page"/>
      </w:r>
    </w:p>
    <w:p w:rsidR="00870EA8" w:rsidRDefault="00870EA8" w:rsidP="00D07B54">
      <w:pPr>
        <w:pStyle w:val="libNormal"/>
        <w:rPr>
          <w:rtl/>
        </w:rPr>
      </w:pPr>
    </w:p>
    <w:p w:rsidR="00DE2D7F" w:rsidRDefault="00DE2D7F" w:rsidP="00D07B54">
      <w:pPr>
        <w:pStyle w:val="libNormal"/>
        <w:rPr>
          <w:rtl/>
        </w:rPr>
      </w:pPr>
      <w:r>
        <w:rPr>
          <w:rtl/>
        </w:rPr>
        <w:t>بارگا ہ الہى مي</w:t>
      </w:r>
      <w:r w:rsidR="007D6C9B">
        <w:rPr>
          <w:rtl/>
        </w:rPr>
        <w:t xml:space="preserve">ں </w:t>
      </w:r>
      <w:r>
        <w:rPr>
          <w:rtl/>
        </w:rPr>
        <w:t>بھوك كى شكا يت كى رات اس نے بھوك ہى مي</w:t>
      </w:r>
      <w:r w:rsidR="007D6C9B">
        <w:rPr>
          <w:rtl/>
        </w:rPr>
        <w:t xml:space="preserve">ں </w:t>
      </w:r>
      <w:r>
        <w:rPr>
          <w:rtl/>
        </w:rPr>
        <w:t xml:space="preserve">گزارى اور صبح اسى طرح روزہ ركھا جب كہ وہ صبر كئے ہو ئے تھا اور خدا كى حمدد ثنا كر تا تھا ليكن حضرت يعقوب (ع) اور ان كے گھر والے مكمل طور پر سير تھے اور صبح كے وقت ان كا كچھ كھا نا بچا بھى رہ گيا تھا _ </w:t>
      </w:r>
    </w:p>
    <w:p w:rsidR="00DE2D7F" w:rsidRDefault="00DE2D7F" w:rsidP="00D07B54">
      <w:pPr>
        <w:pStyle w:val="libNormal"/>
        <w:rPr>
          <w:rtl/>
        </w:rPr>
      </w:pPr>
      <w:r>
        <w:rPr>
          <w:rtl/>
        </w:rPr>
        <w:t>امام نے اس كے بعد مزيد فرمايا :خدا نے اسى صبح يعقوب كى طرف وحى بھيجى : اے يعقوب :تو نے ميرے بند ے كو خوار كيا ہے اور ميرے غضب كو بھڑكا يا ہے اور تو اور تيرى اولاد نزول سزا كى مستحق ہو گئي ہے اے يعقوب : مي</w:t>
      </w:r>
      <w:r w:rsidR="007D6C9B">
        <w:rPr>
          <w:rtl/>
        </w:rPr>
        <w:t xml:space="preserve">ں </w:t>
      </w:r>
      <w:r>
        <w:rPr>
          <w:rtl/>
        </w:rPr>
        <w:t>اپنے دوستو</w:t>
      </w:r>
      <w:r w:rsidR="007D6C9B">
        <w:rPr>
          <w:rtl/>
        </w:rPr>
        <w:t xml:space="preserve">ں </w:t>
      </w:r>
      <w:r>
        <w:rPr>
          <w:rtl/>
        </w:rPr>
        <w:t>كو زيادہ جلدى سر زنش كرتا اور سزا ديتا ہو</w:t>
      </w:r>
      <w:r w:rsidR="007D6C9B">
        <w:rPr>
          <w:rtl/>
        </w:rPr>
        <w:t xml:space="preserve">ں </w:t>
      </w:r>
      <w:r>
        <w:rPr>
          <w:rtl/>
        </w:rPr>
        <w:t>اور يہ اس لئے كہ مي</w:t>
      </w:r>
      <w:r w:rsidR="007D6C9B">
        <w:rPr>
          <w:rtl/>
        </w:rPr>
        <w:t xml:space="preserve">ں </w:t>
      </w:r>
      <w:r>
        <w:rPr>
          <w:rtl/>
        </w:rPr>
        <w:t>ان سے محبت كرتا ہو</w:t>
      </w:r>
      <w:r w:rsidR="007D6C9B">
        <w:rPr>
          <w:rtl/>
        </w:rPr>
        <w:t xml:space="preserve">ں </w:t>
      </w:r>
      <w:r>
        <w:rPr>
          <w:rtl/>
        </w:rPr>
        <w:t xml:space="preserve">_ </w:t>
      </w:r>
    </w:p>
    <w:p w:rsidR="00DE2D7F" w:rsidRDefault="00DE2D7F" w:rsidP="00D07B54">
      <w:pPr>
        <w:pStyle w:val="libNormal"/>
        <w:rPr>
          <w:rtl/>
        </w:rPr>
      </w:pPr>
      <w:r>
        <w:rPr>
          <w:rtl/>
        </w:rPr>
        <w:t>يہ امر قابل توجہ ہے كہ اس حديث كے بعد ہے كہ ابو حمزہ ثما لى كہتے ہي</w:t>
      </w:r>
      <w:r w:rsidR="007D6C9B">
        <w:rPr>
          <w:rtl/>
        </w:rPr>
        <w:t xml:space="preserve">ں </w:t>
      </w:r>
      <w:r>
        <w:rPr>
          <w:rtl/>
        </w:rPr>
        <w:t xml:space="preserve">: </w:t>
      </w:r>
    </w:p>
    <w:p w:rsidR="00DE2D7F" w:rsidRDefault="00DE2D7F" w:rsidP="00D07B54">
      <w:pPr>
        <w:pStyle w:val="libNormal"/>
        <w:rPr>
          <w:rtl/>
        </w:rPr>
      </w:pPr>
      <w:r>
        <w:rPr>
          <w:rtl/>
        </w:rPr>
        <w:t>مي</w:t>
      </w:r>
      <w:r w:rsidR="007D6C9B">
        <w:rPr>
          <w:rtl/>
        </w:rPr>
        <w:t xml:space="preserve">ں </w:t>
      </w:r>
      <w:r>
        <w:rPr>
          <w:rtl/>
        </w:rPr>
        <w:t xml:space="preserve">نے امام سجاد سے پوچھا :كہ يو سف نے وہ خواب كس مو قع پر ديكھا تھا ؟ </w:t>
      </w:r>
    </w:p>
    <w:p w:rsidR="00DE2D7F" w:rsidRDefault="00DE2D7F" w:rsidP="00D07B54">
      <w:pPr>
        <w:pStyle w:val="libNormal"/>
        <w:rPr>
          <w:rtl/>
        </w:rPr>
      </w:pPr>
      <w:r>
        <w:rPr>
          <w:rtl/>
        </w:rPr>
        <w:t xml:space="preserve">امام نے فرمايا :اسى رات _ </w:t>
      </w:r>
    </w:p>
    <w:p w:rsidR="00DE2D7F" w:rsidRDefault="00DE2D7F" w:rsidP="00D07B54">
      <w:pPr>
        <w:pStyle w:val="libNormal"/>
        <w:rPr>
          <w:rtl/>
        </w:rPr>
      </w:pPr>
      <w:r>
        <w:rPr>
          <w:rtl/>
        </w:rPr>
        <w:t>اس حديث سے اچھى طرح معلوم ہو تا ہے كہ انبياء واولياء كے حق سے ايك چھو ٹى سى لغزش يا زيادہ صريح الفاظ مي</w:t>
      </w:r>
      <w:r w:rsidR="007D6C9B">
        <w:rPr>
          <w:rtl/>
        </w:rPr>
        <w:t xml:space="preserve">ں </w:t>
      </w:r>
      <w:r>
        <w:rPr>
          <w:rtl/>
        </w:rPr>
        <w:t>ايك ''ترك اولى '' كہ جو گنا ہ اور معصيت بھى شمار نہي</w:t>
      </w:r>
      <w:r w:rsidR="007D6C9B">
        <w:rPr>
          <w:rtl/>
        </w:rPr>
        <w:t xml:space="preserve">ں </w:t>
      </w:r>
      <w:r>
        <w:rPr>
          <w:rtl/>
        </w:rPr>
        <w:t>ہو تا تھا ( كيو نكہ اس سائل كى حالت حضرت يعقوب عليہ السلام پر واضح نہي</w:t>
      </w:r>
      <w:r w:rsidR="007D6C9B">
        <w:rPr>
          <w:rtl/>
        </w:rPr>
        <w:t xml:space="preserve">ں </w:t>
      </w:r>
      <w:r>
        <w:rPr>
          <w:rtl/>
        </w:rPr>
        <w:t>تھى ) بعض او قات خدا كى طرف سے ان كى تنبيہ كا سبب بنتا ہے اور يہ صرف اس لئے ہے كہ ان كا بلند وبا لا مقام تقاضا كرتا ہے كہ وہ ہميشہ اپنى چھوٹى سے چھوٹى بات اور عمل كى طرف متوجہ رہي</w:t>
      </w:r>
      <w:r w:rsidR="007D6C9B">
        <w:rPr>
          <w:rtl/>
        </w:rPr>
        <w:t xml:space="preserve">ں </w:t>
      </w:r>
      <w:r>
        <w:rPr>
          <w:rtl/>
        </w:rPr>
        <w:t>كيونكہ:''</w:t>
      </w:r>
      <w:r w:rsidRPr="002B00E1">
        <w:rPr>
          <w:rStyle w:val="libArabicChar"/>
          <w:rtl/>
        </w:rPr>
        <w:t xml:space="preserve">حسنات الا برار سيئا ت المقربين </w:t>
      </w:r>
      <w:r>
        <w:rPr>
          <w:rtl/>
        </w:rPr>
        <w:t>''</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وہ كام جو نيك لوگو</w:t>
      </w:r>
      <w:r w:rsidR="007D6C9B">
        <w:rPr>
          <w:rtl/>
        </w:rPr>
        <w:t xml:space="preserve">ں </w:t>
      </w:r>
      <w:r>
        <w:rPr>
          <w:rtl/>
        </w:rPr>
        <w:t>كے لئے نيكى شمار ہو تے ہي</w:t>
      </w:r>
      <w:r w:rsidR="007D6C9B">
        <w:rPr>
          <w:rtl/>
        </w:rPr>
        <w:t xml:space="preserve">ں </w:t>
      </w:r>
      <w:r>
        <w:rPr>
          <w:rtl/>
        </w:rPr>
        <w:t>مقر بين بارگا ہ الہى كے لئے برائي ہي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870EA8" w:rsidP="00D07B54">
      <w:pPr>
        <w:pStyle w:val="libFootnote"/>
        <w:rPr>
          <w:rtl/>
        </w:rPr>
      </w:pPr>
      <w:r>
        <w:rPr>
          <w:rtl/>
        </w:rPr>
        <w:t xml:space="preserve"> </w:t>
      </w:r>
      <w:r w:rsidR="00DE2D7F">
        <w:rPr>
          <w:rtl/>
        </w:rPr>
        <w:t>(</w:t>
      </w:r>
      <w:r w:rsidR="00E664BB">
        <w:rPr>
          <w:rtl/>
        </w:rPr>
        <w:t>1</w:t>
      </w:r>
      <w:r w:rsidR="00DE2D7F">
        <w:rPr>
          <w:rtl/>
        </w:rPr>
        <w:t>) حضرت يوسف(ع) كى دلكش دعا روايات اہل بيت اور طرق اہل سنت مي</w:t>
      </w:r>
      <w:r w:rsidR="007D6C9B">
        <w:rPr>
          <w:rtl/>
        </w:rPr>
        <w:t xml:space="preserve">ں </w:t>
      </w:r>
      <w:r w:rsidR="00DE2D7F">
        <w:rPr>
          <w:rtl/>
        </w:rPr>
        <w:t>ہے كہ جس وقت حضرت يوسف عليہ السلام كنوي</w:t>
      </w:r>
      <w:r w:rsidR="007D6C9B">
        <w:rPr>
          <w:rtl/>
        </w:rPr>
        <w:t xml:space="preserve">ں </w:t>
      </w:r>
      <w:r w:rsidR="00DE2D7F">
        <w:rPr>
          <w:rtl/>
        </w:rPr>
        <w:t>كى تہ مي</w:t>
      </w:r>
      <w:r w:rsidR="007D6C9B">
        <w:rPr>
          <w:rtl/>
        </w:rPr>
        <w:t xml:space="preserve">ں </w:t>
      </w:r>
      <w:r w:rsidR="00DE2D7F">
        <w:rPr>
          <w:rtl/>
        </w:rPr>
        <w:t>پہنچ گئے تو ان كى اميد ہر طرف سے منقطع ہو گئي اور ان كى تمام تر تو جہ ذات خدا كى طرف ہو گئي انہو</w:t>
      </w:r>
      <w:r w:rsidR="007D6C9B">
        <w:rPr>
          <w:rtl/>
        </w:rPr>
        <w:t xml:space="preserve">ں </w:t>
      </w:r>
      <w:r w:rsidR="00DE2D7F">
        <w:rPr>
          <w:rtl/>
        </w:rPr>
        <w:t>نے اپنے خدا سے مناجات كى اور جبرئيل كى تعليم سے رازونياز كرنے لگے كہ جو روايا ت مي</w:t>
      </w:r>
      <w:r w:rsidR="007D6C9B">
        <w:rPr>
          <w:rtl/>
        </w:rPr>
        <w:t xml:space="preserve">ں </w:t>
      </w:r>
      <w:r w:rsidR="00DE2D7F">
        <w:rPr>
          <w:rtl/>
        </w:rPr>
        <w:t>مختلف عبارتو</w:t>
      </w:r>
      <w:r w:rsidR="007D6C9B">
        <w:rPr>
          <w:rtl/>
        </w:rPr>
        <w:t xml:space="preserve">ں </w:t>
      </w:r>
      <w:r w:rsidR="00DE2D7F">
        <w:rPr>
          <w:rtl/>
        </w:rPr>
        <w:t>مي</w:t>
      </w:r>
      <w:r w:rsidR="007D6C9B">
        <w:rPr>
          <w:rtl/>
        </w:rPr>
        <w:t xml:space="preserve">ں </w:t>
      </w:r>
      <w:r w:rsidR="00DE2D7F">
        <w:rPr>
          <w:rtl/>
        </w:rPr>
        <w:t xml:space="preserve">منقول ہے _ </w:t>
      </w:r>
    </w:p>
    <w:p w:rsidR="008B2926" w:rsidRDefault="001648F9" w:rsidP="00D07B54">
      <w:pPr>
        <w:pStyle w:val="libNormal"/>
        <w:rPr>
          <w:rtl/>
        </w:rPr>
      </w:pPr>
      <w:r>
        <w:rPr>
          <w:rtl/>
        </w:rPr>
        <w:t xml:space="preserve"> </w:t>
      </w:r>
      <w:r>
        <w:rPr>
          <w:rtl/>
        </w:rPr>
        <w:br w:type="page"/>
      </w:r>
    </w:p>
    <w:p w:rsidR="00870EA8" w:rsidRDefault="00DE2D7F" w:rsidP="00D07B54">
      <w:pPr>
        <w:pStyle w:val="Heading2Center"/>
        <w:rPr>
          <w:rtl/>
        </w:rPr>
      </w:pPr>
      <w:bookmarkStart w:id="141" w:name="_Toc7268538"/>
      <w:r>
        <w:rPr>
          <w:rtl/>
        </w:rPr>
        <w:lastRenderedPageBreak/>
        <w:t>سر زمين مصر كى جانب</w:t>
      </w:r>
      <w:bookmarkEnd w:id="141"/>
    </w:p>
    <w:p w:rsidR="00DE2D7F" w:rsidRDefault="00DE2D7F" w:rsidP="00D07B54">
      <w:pPr>
        <w:pStyle w:val="libNormal"/>
        <w:rPr>
          <w:rtl/>
        </w:rPr>
      </w:pPr>
      <w:r>
        <w:rPr>
          <w:rtl/>
        </w:rPr>
        <w:t xml:space="preserve"> يوسف(ع) نے كنوي</w:t>
      </w:r>
      <w:r w:rsidR="007D6C9B">
        <w:rPr>
          <w:rtl/>
        </w:rPr>
        <w:t xml:space="preserve">ں </w:t>
      </w:r>
      <w:r>
        <w:rPr>
          <w:rtl/>
        </w:rPr>
        <w:t>كى وحشت ناك تاريكى اور ہو لناك تنہائي مي</w:t>
      </w:r>
      <w:r w:rsidR="007D6C9B">
        <w:rPr>
          <w:rtl/>
        </w:rPr>
        <w:t xml:space="preserve">ں </w:t>
      </w:r>
      <w:r>
        <w:rPr>
          <w:rtl/>
        </w:rPr>
        <w:t>بہت تلخ گھڑ يا</w:t>
      </w:r>
      <w:r w:rsidR="007D6C9B">
        <w:rPr>
          <w:rtl/>
        </w:rPr>
        <w:t xml:space="preserve">ں </w:t>
      </w:r>
      <w:r>
        <w:rPr>
          <w:rtl/>
        </w:rPr>
        <w:t>گزاري</w:t>
      </w:r>
      <w:r w:rsidR="007D6C9B">
        <w:rPr>
          <w:rtl/>
        </w:rPr>
        <w:t xml:space="preserve">ں </w:t>
      </w:r>
      <w:r>
        <w:rPr>
          <w:rtl/>
        </w:rPr>
        <w:t>ليكن خداپر ايمان اور ايمان كے زير سايہ ايك اطمينان نے ان كے دل مي</w:t>
      </w:r>
      <w:r w:rsidR="007D6C9B">
        <w:rPr>
          <w:rtl/>
        </w:rPr>
        <w:t xml:space="preserve">ں </w:t>
      </w:r>
      <w:r>
        <w:rPr>
          <w:rtl/>
        </w:rPr>
        <w:t>نوراميد كى كرني</w:t>
      </w:r>
      <w:r w:rsidR="007D6C9B">
        <w:rPr>
          <w:rtl/>
        </w:rPr>
        <w:t xml:space="preserve">ں </w:t>
      </w:r>
      <w:r>
        <w:rPr>
          <w:rtl/>
        </w:rPr>
        <w:t>روشن كردي</w:t>
      </w:r>
      <w:r w:rsidR="007D6C9B">
        <w:rPr>
          <w:rtl/>
        </w:rPr>
        <w:t xml:space="preserve">ں </w:t>
      </w:r>
      <w:r>
        <w:rPr>
          <w:rtl/>
        </w:rPr>
        <w:t>تھي</w:t>
      </w:r>
      <w:r w:rsidR="007D6C9B">
        <w:rPr>
          <w:rtl/>
        </w:rPr>
        <w:t xml:space="preserve">ں </w:t>
      </w:r>
      <w:r>
        <w:rPr>
          <w:rtl/>
        </w:rPr>
        <w:t>اور انہي</w:t>
      </w:r>
      <w:r w:rsidR="007D6C9B">
        <w:rPr>
          <w:rtl/>
        </w:rPr>
        <w:t xml:space="preserve">ں </w:t>
      </w:r>
      <w:r>
        <w:rPr>
          <w:rtl/>
        </w:rPr>
        <w:t>ايك توانائي بخشى تا كہ وہ اس ہو لناك تنہا ئي كو برداشت كري</w:t>
      </w:r>
      <w:r w:rsidR="007D6C9B">
        <w:rPr>
          <w:rtl/>
        </w:rPr>
        <w:t xml:space="preserve">ں </w:t>
      </w:r>
      <w:r>
        <w:rPr>
          <w:rtl/>
        </w:rPr>
        <w:t>اور آزما</w:t>
      </w:r>
      <w:r w:rsidR="00091C36">
        <w:rPr>
          <w:rtl/>
        </w:rPr>
        <w:t xml:space="preserve">ئش </w:t>
      </w:r>
      <w:r>
        <w:rPr>
          <w:rtl/>
        </w:rPr>
        <w:t xml:space="preserve"> كى اس بھٹى سے كا ميابى كے ساتھ نكل آئي</w:t>
      </w:r>
      <w:r w:rsidR="007D6C9B">
        <w:rPr>
          <w:rtl/>
        </w:rPr>
        <w:t xml:space="preserve">ں </w:t>
      </w:r>
      <w:r>
        <w:rPr>
          <w:rtl/>
        </w:rPr>
        <w:t>،اس حالت مي</w:t>
      </w:r>
      <w:r w:rsidR="007D6C9B">
        <w:rPr>
          <w:rtl/>
        </w:rPr>
        <w:t xml:space="preserve">ں </w:t>
      </w:r>
      <w:r>
        <w:rPr>
          <w:rtl/>
        </w:rPr>
        <w:t>وہ كتنے دن رہے ،يہ خدا جانتا ہے بعض مفسرين نے تين دن لكھے ہي</w:t>
      </w:r>
      <w:r w:rsidR="007D6C9B">
        <w:rPr>
          <w:rtl/>
        </w:rPr>
        <w:t xml:space="preserve">ں </w:t>
      </w:r>
      <w:r>
        <w:rPr>
          <w:rtl/>
        </w:rPr>
        <w:t>اور بعض نے دو دن ،بہر حال ''ايك قافلہ آپہنچا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اس قافلے نے وہي</w:t>
      </w:r>
      <w:r w:rsidR="007D6C9B">
        <w:rPr>
          <w:rtl/>
        </w:rPr>
        <w:t xml:space="preserve">ں </w:t>
      </w:r>
      <w:r>
        <w:rPr>
          <w:rtl/>
        </w:rPr>
        <w:t xml:space="preserve">نزديك ہى پڑا ئوڈالا ،واضح ہے كہ قافلے كى پہلى ضرورت يہى ہو تى ہے كہ </w:t>
      </w:r>
    </w:p>
    <w:p w:rsidR="00DE2D7F" w:rsidRDefault="00DE2D7F" w:rsidP="00D07B54">
      <w:pPr>
        <w:pStyle w:val="libNormal"/>
        <w:rPr>
          <w:rtl/>
        </w:rPr>
      </w:pPr>
      <w:r>
        <w:rPr>
          <w:rtl/>
        </w:rPr>
        <w:t>ايك روايت مي</w:t>
      </w:r>
      <w:r w:rsidR="007D6C9B">
        <w:rPr>
          <w:rtl/>
        </w:rPr>
        <w:t xml:space="preserve">ں </w:t>
      </w:r>
      <w:r>
        <w:rPr>
          <w:rtl/>
        </w:rPr>
        <w:t>ہے كہ آپ نے خدا سے يو</w:t>
      </w:r>
      <w:r w:rsidR="007D6C9B">
        <w:rPr>
          <w:rtl/>
        </w:rPr>
        <w:t xml:space="preserve">ں </w:t>
      </w:r>
      <w:r>
        <w:rPr>
          <w:rtl/>
        </w:rPr>
        <w:t xml:space="preserve">مناجات كى : </w:t>
      </w:r>
    </w:p>
    <w:p w:rsidR="00DE2D7F" w:rsidRDefault="00DE2D7F" w:rsidP="00D07B54">
      <w:pPr>
        <w:pStyle w:val="libNormal"/>
        <w:rPr>
          <w:rtl/>
        </w:rPr>
      </w:pPr>
      <w:r>
        <w:rPr>
          <w:rtl/>
        </w:rPr>
        <w:t>بارالہا : اے وہ جو غريب ومسافركا مو نس ہے اور تنہا ئي كا ساتھى ہے اے وہ جو ہر خائف كى پناہ گا ہ ہے ہر غم كو بر طرف كرنے والا ہے ، ہر فرياد سے آگاہ ہے ، ہر شكا يت كر نے والے كى آخرى اميد ہے اور ہر مجمع مي</w:t>
      </w:r>
      <w:r w:rsidR="007D6C9B">
        <w:rPr>
          <w:rtl/>
        </w:rPr>
        <w:t xml:space="preserve">ں </w:t>
      </w:r>
      <w:r>
        <w:rPr>
          <w:rtl/>
        </w:rPr>
        <w:t>مو جود ہے اے حى : اے قيوم : اے زندہ : اے سارى كا ئنا ت كے حافظ و نگہبان مي</w:t>
      </w:r>
      <w:r w:rsidR="007D6C9B">
        <w:rPr>
          <w:rtl/>
        </w:rPr>
        <w:t xml:space="preserve">ں </w:t>
      </w:r>
      <w:r>
        <w:rPr>
          <w:rtl/>
        </w:rPr>
        <w:t>تجھ سے چا ہتا ہو</w:t>
      </w:r>
      <w:r w:rsidR="007D6C9B">
        <w:rPr>
          <w:rtl/>
        </w:rPr>
        <w:t xml:space="preserve">ں </w:t>
      </w:r>
      <w:r>
        <w:rPr>
          <w:rtl/>
        </w:rPr>
        <w:t>كہ اپنى اميد ميرے دل مي</w:t>
      </w:r>
      <w:r w:rsidR="007D6C9B">
        <w:rPr>
          <w:rtl/>
        </w:rPr>
        <w:t xml:space="preserve">ں </w:t>
      </w:r>
      <w:r>
        <w:rPr>
          <w:rtl/>
        </w:rPr>
        <w:t>ڈ ال دے تا كہ تيرے علاوہ كو ئي فكر نہ ركھو</w:t>
      </w:r>
      <w:r w:rsidR="007D6C9B">
        <w:rPr>
          <w:rtl/>
        </w:rPr>
        <w:t xml:space="preserve">ں </w:t>
      </w:r>
      <w:r>
        <w:rPr>
          <w:rtl/>
        </w:rPr>
        <w:t>اور تجھ سے چاہتا ہو</w:t>
      </w:r>
      <w:r w:rsidR="007D6C9B">
        <w:rPr>
          <w:rtl/>
        </w:rPr>
        <w:t xml:space="preserve">ں </w:t>
      </w:r>
      <w:r>
        <w:rPr>
          <w:rtl/>
        </w:rPr>
        <w:t xml:space="preserve">كہ ميرے لئے اس عظيم مشكل سے راہ نجات پيدا كردے كہ تو ہر چيز پر قادر ہے </w:t>
      </w:r>
    </w:p>
    <w:p w:rsidR="00DE2D7F" w:rsidRDefault="00DE2D7F" w:rsidP="00D07B54">
      <w:pPr>
        <w:pStyle w:val="libNormal"/>
        <w:rPr>
          <w:rtl/>
        </w:rPr>
      </w:pPr>
      <w:r>
        <w:rPr>
          <w:rtl/>
        </w:rPr>
        <w:t>يہ امر جاذب نظر ہے كہ اس حديث كے ذيل مي</w:t>
      </w:r>
      <w:r w:rsidR="007D6C9B">
        <w:rPr>
          <w:rtl/>
        </w:rPr>
        <w:t xml:space="preserve">ں </w:t>
      </w:r>
      <w:r>
        <w:rPr>
          <w:rtl/>
        </w:rPr>
        <w:t>ہے كہ فرشتو</w:t>
      </w:r>
      <w:r w:rsidR="007D6C9B">
        <w:rPr>
          <w:rtl/>
        </w:rPr>
        <w:t xml:space="preserve">ں </w:t>
      </w:r>
      <w:r>
        <w:rPr>
          <w:rtl/>
        </w:rPr>
        <w:t xml:space="preserve">نے حضرت يو سف كى آواز سنى تو عر ض كيا : </w:t>
      </w:r>
    </w:p>
    <w:p w:rsidR="00DE2D7F" w:rsidRDefault="00DE2D7F" w:rsidP="00D07B54">
      <w:pPr>
        <w:pStyle w:val="libNormal"/>
        <w:rPr>
          <w:rtl/>
        </w:rPr>
      </w:pPr>
      <w:r>
        <w:rPr>
          <w:rtl/>
        </w:rPr>
        <w:t>''</w:t>
      </w:r>
      <w:r w:rsidRPr="002B00E1">
        <w:rPr>
          <w:rStyle w:val="libArabicChar"/>
          <w:rtl/>
        </w:rPr>
        <w:t>ال</w:t>
      </w:r>
      <w:r w:rsidR="007F58D3" w:rsidRPr="007F58D3">
        <w:rPr>
          <w:rStyle w:val="libArabicChar"/>
          <w:rFonts w:hint="cs"/>
          <w:rtl/>
        </w:rPr>
        <w:t>ه</w:t>
      </w:r>
      <w:r w:rsidRPr="002B00E1">
        <w:rPr>
          <w:rStyle w:val="libArabicChar"/>
          <w:rFonts w:hint="cs"/>
          <w:rtl/>
        </w:rPr>
        <w:t>نا</w:t>
      </w:r>
      <w:r w:rsidRPr="002B00E1">
        <w:rPr>
          <w:rStyle w:val="libArabicChar"/>
          <w:rtl/>
        </w:rPr>
        <w:t xml:space="preserve"> </w:t>
      </w:r>
      <w:r w:rsidRPr="002B00E1">
        <w:rPr>
          <w:rStyle w:val="libArabicChar"/>
          <w:rFonts w:hint="cs"/>
          <w:rtl/>
        </w:rPr>
        <w:t>نسمع</w:t>
      </w:r>
      <w:r w:rsidRPr="002B00E1">
        <w:rPr>
          <w:rStyle w:val="libArabicChar"/>
          <w:rtl/>
        </w:rPr>
        <w:t xml:space="preserve"> </w:t>
      </w:r>
      <w:r w:rsidRPr="002B00E1">
        <w:rPr>
          <w:rStyle w:val="libArabicChar"/>
          <w:rFonts w:hint="cs"/>
          <w:rtl/>
        </w:rPr>
        <w:t>صوتا</w:t>
      </w:r>
      <w:r w:rsidRPr="002B00E1">
        <w:rPr>
          <w:rStyle w:val="libArabicChar"/>
          <w:rtl/>
        </w:rPr>
        <w:t xml:space="preserve"> </w:t>
      </w:r>
      <w:r w:rsidRPr="002B00E1">
        <w:rPr>
          <w:rStyle w:val="libArabicChar"/>
          <w:rFonts w:hint="cs"/>
          <w:rtl/>
        </w:rPr>
        <w:t>ودعا</w:t>
      </w:r>
      <w:r w:rsidRPr="002B00E1">
        <w:rPr>
          <w:rStyle w:val="libArabicChar"/>
          <w:rtl/>
        </w:rPr>
        <w:t xml:space="preserve"> </w:t>
      </w:r>
      <w:r w:rsidRPr="002B00E1">
        <w:rPr>
          <w:rStyle w:val="libArabicChar"/>
          <w:rFonts w:hint="cs"/>
          <w:rtl/>
        </w:rPr>
        <w:t>ء</w:t>
      </w:r>
      <w:r w:rsidRPr="002B00E1">
        <w:rPr>
          <w:rStyle w:val="libArabicChar"/>
          <w:rtl/>
        </w:rPr>
        <w:t xml:space="preserve"> </w:t>
      </w:r>
      <w:r w:rsidRPr="002B00E1">
        <w:rPr>
          <w:rStyle w:val="libArabicChar"/>
          <w:rFonts w:hint="cs"/>
          <w:rtl/>
        </w:rPr>
        <w:t>،</w:t>
      </w:r>
      <w:r w:rsidRPr="002B00E1">
        <w:rPr>
          <w:rStyle w:val="libArabicChar"/>
          <w:rtl/>
        </w:rPr>
        <w:t xml:space="preserve"> </w:t>
      </w:r>
      <w:r w:rsidRPr="002B00E1">
        <w:rPr>
          <w:rStyle w:val="libArabicChar"/>
          <w:rFonts w:hint="cs"/>
          <w:rtl/>
        </w:rPr>
        <w:t>الصوت</w:t>
      </w:r>
      <w:r w:rsidRPr="002B00E1">
        <w:rPr>
          <w:rStyle w:val="libArabicChar"/>
          <w:rtl/>
        </w:rPr>
        <w:t xml:space="preserve"> </w:t>
      </w:r>
      <w:r w:rsidRPr="002B00E1">
        <w:rPr>
          <w:rStyle w:val="libArabicChar"/>
          <w:rFonts w:hint="cs"/>
          <w:rtl/>
        </w:rPr>
        <w:t>صوت</w:t>
      </w:r>
      <w:r w:rsidRPr="002B00E1">
        <w:rPr>
          <w:rStyle w:val="libArabicChar"/>
          <w:rtl/>
        </w:rPr>
        <w:t xml:space="preserve"> </w:t>
      </w:r>
      <w:r w:rsidRPr="002B00E1">
        <w:rPr>
          <w:rStyle w:val="libArabicChar"/>
          <w:rFonts w:hint="cs"/>
          <w:rtl/>
        </w:rPr>
        <w:t>صبى</w:t>
      </w:r>
      <w:r w:rsidRPr="002B00E1">
        <w:rPr>
          <w:rStyle w:val="libArabicChar"/>
          <w:rtl/>
        </w:rPr>
        <w:t xml:space="preserve"> </w:t>
      </w:r>
      <w:r w:rsidRPr="002B00E1">
        <w:rPr>
          <w:rStyle w:val="libArabicChar"/>
          <w:rFonts w:hint="cs"/>
          <w:rtl/>
        </w:rPr>
        <w:t>والد</w:t>
      </w:r>
      <w:r w:rsidRPr="002B00E1">
        <w:rPr>
          <w:rStyle w:val="libArabicChar"/>
          <w:rtl/>
        </w:rPr>
        <w:t xml:space="preserve"> </w:t>
      </w:r>
      <w:r w:rsidRPr="002B00E1">
        <w:rPr>
          <w:rStyle w:val="libArabicChar"/>
          <w:rFonts w:hint="cs"/>
          <w:rtl/>
        </w:rPr>
        <w:t>عا</w:t>
      </w:r>
      <w:r w:rsidRPr="002B00E1">
        <w:rPr>
          <w:rStyle w:val="libArabicChar"/>
          <w:rtl/>
        </w:rPr>
        <w:t xml:space="preserve"> </w:t>
      </w:r>
      <w:r w:rsidRPr="002B00E1">
        <w:rPr>
          <w:rStyle w:val="libArabicChar"/>
          <w:rFonts w:hint="cs"/>
          <w:rtl/>
        </w:rPr>
        <w:t>ء</w:t>
      </w:r>
      <w:r w:rsidRPr="002B00E1">
        <w:rPr>
          <w:rStyle w:val="libArabicChar"/>
          <w:rtl/>
        </w:rPr>
        <w:t xml:space="preserve"> </w:t>
      </w:r>
      <w:r w:rsidRPr="002B00E1">
        <w:rPr>
          <w:rStyle w:val="libArabicChar"/>
          <w:rFonts w:hint="cs"/>
          <w:rtl/>
        </w:rPr>
        <w:t>دعا</w:t>
      </w:r>
      <w:r w:rsidRPr="002B00E1">
        <w:rPr>
          <w:rStyle w:val="libArabicChar"/>
          <w:rtl/>
        </w:rPr>
        <w:t xml:space="preserve"> </w:t>
      </w:r>
      <w:r w:rsidRPr="002B00E1">
        <w:rPr>
          <w:rStyle w:val="libArabicChar"/>
          <w:rFonts w:hint="cs"/>
          <w:rtl/>
        </w:rPr>
        <w:t>ء</w:t>
      </w:r>
      <w:r w:rsidRPr="002B00E1">
        <w:rPr>
          <w:rStyle w:val="libArabicChar"/>
          <w:rtl/>
        </w:rPr>
        <w:t xml:space="preserve"> </w:t>
      </w:r>
      <w:r w:rsidRPr="002B00E1">
        <w:rPr>
          <w:rStyle w:val="libArabicChar"/>
          <w:rFonts w:hint="cs"/>
          <w:rtl/>
        </w:rPr>
        <w:t>البتى</w:t>
      </w:r>
      <w:r w:rsidRPr="002B00E1">
        <w:rPr>
          <w:rStyle w:val="libArabicChar"/>
          <w:rtl/>
        </w:rPr>
        <w:t xml:space="preserve"> </w:t>
      </w:r>
      <w:r>
        <w:rPr>
          <w:rtl/>
        </w:rPr>
        <w:t xml:space="preserve">'' </w:t>
      </w:r>
    </w:p>
    <w:p w:rsidR="00DE2D7F" w:rsidRDefault="00DE2D7F" w:rsidP="00D07B54">
      <w:pPr>
        <w:pStyle w:val="libNormal"/>
        <w:rPr>
          <w:rtl/>
        </w:rPr>
      </w:pPr>
      <w:r>
        <w:rPr>
          <w:rtl/>
        </w:rPr>
        <w:t>(پر وردگار : ہم آواز اور دعا سن رہے ہي</w:t>
      </w:r>
      <w:r w:rsidR="007D6C9B">
        <w:rPr>
          <w:rtl/>
        </w:rPr>
        <w:t xml:space="preserve">ں </w:t>
      </w:r>
      <w:r>
        <w:rPr>
          <w:rtl/>
        </w:rPr>
        <w:t xml:space="preserve">آواز تو بچے كى ہے ليكن دعا نبى كى ہے _) </w:t>
      </w:r>
    </w:p>
    <w:p w:rsidR="00DE2D7F" w:rsidRDefault="00DE2D7F" w:rsidP="00D07B54">
      <w:pPr>
        <w:pStyle w:val="libNormal"/>
        <w:rPr>
          <w:rtl/>
        </w:rPr>
      </w:pPr>
      <w:r>
        <w:rPr>
          <w:rtl/>
        </w:rPr>
        <w:t>ايك روايت مي</w:t>
      </w:r>
      <w:r w:rsidR="007D6C9B">
        <w:rPr>
          <w:rtl/>
        </w:rPr>
        <w:t xml:space="preserve">ں </w:t>
      </w:r>
      <w:r>
        <w:rPr>
          <w:rtl/>
        </w:rPr>
        <w:t xml:space="preserve">امام صادق عليہ السلام سے منقول ہے كہ جناب جبرائيل (ع) نے حضرت يوسف كو يہ دعا تعليم كي: </w:t>
      </w:r>
    </w:p>
    <w:p w:rsidR="00DE2D7F" w:rsidRDefault="00DE2D7F" w:rsidP="00D07B54">
      <w:pPr>
        <w:pStyle w:val="libNormal"/>
        <w:rPr>
          <w:rtl/>
        </w:rPr>
      </w:pPr>
      <w:r>
        <w:rPr>
          <w:rtl/>
        </w:rPr>
        <w:t>پروردگارا : مي</w:t>
      </w:r>
      <w:r w:rsidR="007D6C9B">
        <w:rPr>
          <w:rtl/>
        </w:rPr>
        <w:t xml:space="preserve">ں </w:t>
      </w:r>
      <w:r>
        <w:rPr>
          <w:rtl/>
        </w:rPr>
        <w:t>تجھ سے دعا كرتا ہو</w:t>
      </w:r>
      <w:r w:rsidR="007D6C9B">
        <w:rPr>
          <w:rtl/>
        </w:rPr>
        <w:t xml:space="preserve">ں </w:t>
      </w:r>
      <w:r>
        <w:rPr>
          <w:rtl/>
        </w:rPr>
        <w:t>،اے وہ كہ حمد و تعريف تير ے لئے ہے ، تيرے علاوہ كوئي معبود نہي</w:t>
      </w:r>
      <w:r w:rsidR="007D6C9B">
        <w:rPr>
          <w:rtl/>
        </w:rPr>
        <w:t xml:space="preserve">ں </w:t>
      </w:r>
      <w:r>
        <w:rPr>
          <w:rtl/>
        </w:rPr>
        <w:t>، تو ہے جو بندو</w:t>
      </w:r>
      <w:r w:rsidR="007D6C9B">
        <w:rPr>
          <w:rtl/>
        </w:rPr>
        <w:t xml:space="preserve">ں </w:t>
      </w:r>
      <w:r>
        <w:rPr>
          <w:rtl/>
        </w:rPr>
        <w:t>كو نعمت بخشتا ہے ، آسمانو</w:t>
      </w:r>
      <w:r w:rsidR="007D6C9B">
        <w:rPr>
          <w:rtl/>
        </w:rPr>
        <w:t xml:space="preserve">ں </w:t>
      </w:r>
      <w:r>
        <w:rPr>
          <w:rtl/>
        </w:rPr>
        <w:t>اور زمين كا پيدا كرنے والا ہے صاحب جلا ل واكرام ہے ، مي</w:t>
      </w:r>
      <w:r w:rsidR="007D6C9B">
        <w:rPr>
          <w:rtl/>
        </w:rPr>
        <w:t xml:space="preserve">ں </w:t>
      </w:r>
      <w:r>
        <w:rPr>
          <w:rtl/>
        </w:rPr>
        <w:t>درخواست كرتا ہو</w:t>
      </w:r>
      <w:r w:rsidR="007D6C9B">
        <w:rPr>
          <w:rtl/>
        </w:rPr>
        <w:t xml:space="preserve">ں </w:t>
      </w:r>
      <w:r>
        <w:rPr>
          <w:rtl/>
        </w:rPr>
        <w:t>كہ محمد وآل محمد (ص) پر در ود بھيج اور جس مي</w:t>
      </w:r>
      <w:r w:rsidR="007D6C9B">
        <w:rPr>
          <w:rtl/>
        </w:rPr>
        <w:t xml:space="preserve">ں </w:t>
      </w:r>
      <w:r>
        <w:rPr>
          <w:rtl/>
        </w:rPr>
        <w:t>مي</w:t>
      </w:r>
      <w:r w:rsidR="007D6C9B">
        <w:rPr>
          <w:rtl/>
        </w:rPr>
        <w:t xml:space="preserve">ں </w:t>
      </w:r>
      <w:r>
        <w:rPr>
          <w:rtl/>
        </w:rPr>
        <w:t>ہو</w:t>
      </w:r>
      <w:r w:rsidR="007D6C9B">
        <w:rPr>
          <w:rtl/>
        </w:rPr>
        <w:t xml:space="preserve">ں </w:t>
      </w:r>
      <w:r>
        <w:rPr>
          <w:rtl/>
        </w:rPr>
        <w:t xml:space="preserve">اس سے مجھے كشا </w:t>
      </w:r>
      <w:r w:rsidR="00091C36">
        <w:rPr>
          <w:rtl/>
        </w:rPr>
        <w:t xml:space="preserve">ئش </w:t>
      </w:r>
      <w:r>
        <w:rPr>
          <w:rtl/>
        </w:rPr>
        <w:t xml:space="preserve"> و نجات عطا فرما </w:t>
      </w:r>
    </w:p>
    <w:p w:rsidR="00DE2D7F" w:rsidRDefault="00DE2D7F" w:rsidP="00D07B54">
      <w:pPr>
        <w:pStyle w:val="libNormal"/>
        <w:rPr>
          <w:rtl/>
        </w:rPr>
      </w:pPr>
      <w:r>
        <w:rPr>
          <w:rtl/>
        </w:rPr>
        <w:t>ليكن كو ئي مانع نہي</w:t>
      </w:r>
      <w:r w:rsidR="007D6C9B">
        <w:rPr>
          <w:rtl/>
        </w:rPr>
        <w:t xml:space="preserve">ں </w:t>
      </w:r>
      <w:r>
        <w:rPr>
          <w:rtl/>
        </w:rPr>
        <w:t>كہ حضرت يوسف عليہ السلام نے يہ دونو</w:t>
      </w:r>
      <w:r w:rsidR="007D6C9B">
        <w:rPr>
          <w:rtl/>
        </w:rPr>
        <w:t xml:space="preserve">ں </w:t>
      </w:r>
      <w:r>
        <w:rPr>
          <w:rtl/>
        </w:rPr>
        <w:t>دعائي</w:t>
      </w:r>
      <w:r w:rsidR="007D6C9B">
        <w:rPr>
          <w:rtl/>
        </w:rPr>
        <w:t xml:space="preserve">ں </w:t>
      </w:r>
      <w:r>
        <w:rPr>
          <w:rtl/>
        </w:rPr>
        <w:t>كى ہو</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1</w:t>
      </w:r>
      <w:r w:rsidR="00E44785">
        <w:rPr>
          <w:rtl/>
        </w:rPr>
        <w:t>9</w:t>
      </w:r>
      <w:r>
        <w:rPr>
          <w:rtl/>
        </w:rPr>
        <w:t xml:space="preserve"> </w:t>
      </w:r>
    </w:p>
    <w:p w:rsidR="00870EA8"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وہ پا نى حاصل كر ے اس لئے انہو</w:t>
      </w:r>
      <w:r w:rsidR="007D6C9B">
        <w:rPr>
          <w:rtl/>
        </w:rPr>
        <w:t xml:space="preserve">ں </w:t>
      </w:r>
      <w:r>
        <w:rPr>
          <w:rtl/>
        </w:rPr>
        <w:t>نے پانى پر مامور شخص كو پانى كى تلاش مي</w:t>
      </w:r>
      <w:r w:rsidR="007D6C9B">
        <w:rPr>
          <w:rtl/>
        </w:rPr>
        <w:t xml:space="preserve">ں </w:t>
      </w:r>
      <w:r>
        <w:rPr>
          <w:rtl/>
        </w:rPr>
        <w:t>بھيجا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نے اپنا ڈول كنوي</w:t>
      </w:r>
      <w:r w:rsidR="007D6C9B">
        <w:rPr>
          <w:rtl/>
        </w:rPr>
        <w:t xml:space="preserve">ں </w:t>
      </w:r>
      <w:r>
        <w:rPr>
          <w:rtl/>
        </w:rPr>
        <w:t>كى تہ مي</w:t>
      </w:r>
      <w:r w:rsidR="007D6C9B">
        <w:rPr>
          <w:rtl/>
        </w:rPr>
        <w:t xml:space="preserve">ں </w:t>
      </w:r>
      <w:r>
        <w:rPr>
          <w:rtl/>
        </w:rPr>
        <w:t>ڈالاجس سے جناب يوسف(ع) كنوي</w:t>
      </w:r>
      <w:r w:rsidR="007D6C9B">
        <w:rPr>
          <w:rtl/>
        </w:rPr>
        <w:t xml:space="preserve">ں </w:t>
      </w:r>
      <w:r>
        <w:rPr>
          <w:rtl/>
        </w:rPr>
        <w:t>كے اندرمتوجہ ہو ئے كہ كنو ي</w:t>
      </w:r>
      <w:r w:rsidR="007D6C9B">
        <w:rPr>
          <w:rtl/>
        </w:rPr>
        <w:t xml:space="preserve">ں </w:t>
      </w:r>
      <w:r>
        <w:rPr>
          <w:rtl/>
        </w:rPr>
        <w:t>كے اوپر سے كو ئي آواز آرہى ہے سا تھ ہى ديكھا كہ ڈول اور رسى تيزى سے نيچے آرہى ہے انہو</w:t>
      </w:r>
      <w:r w:rsidR="007D6C9B">
        <w:rPr>
          <w:rtl/>
        </w:rPr>
        <w:t xml:space="preserve">ں </w:t>
      </w:r>
      <w:r>
        <w:rPr>
          <w:rtl/>
        </w:rPr>
        <w:t xml:space="preserve">نے مو قع غنيمت جا نا اور اس عطيئہ الہى سے فائدہ اٹھا يا اور فور اً اس سے لپٹ گئے بہشتى نے محسوس كيا كہ اس كاڈول اندازے سے زيادہ بھا رى ہے جب اس نے زور لگا كر اسے اوپر كھينچا تو اچا نك اس كى نظر ايك چاند سے بچے پر پڑى وہ چلايا : خو شخبرى ہو :'' يہ تو پانى كے بجا ئے بچہ ہے''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آہستہ آہستہ قافلے مي</w:t>
      </w:r>
      <w:r w:rsidR="007D6C9B">
        <w:rPr>
          <w:rtl/>
        </w:rPr>
        <w:t xml:space="preserve">ں </w:t>
      </w:r>
      <w:r>
        <w:rPr>
          <w:rtl/>
        </w:rPr>
        <w:t>سے چند لوگو</w:t>
      </w:r>
      <w:r w:rsidR="007D6C9B">
        <w:rPr>
          <w:rtl/>
        </w:rPr>
        <w:t xml:space="preserve">ں </w:t>
      </w:r>
      <w:r>
        <w:rPr>
          <w:rtl/>
        </w:rPr>
        <w:t>كو اس بات كا پتہ چل گيا ليكن اس بنا ء پر كہ دوسرو</w:t>
      </w:r>
      <w:r w:rsidR="007D6C9B">
        <w:rPr>
          <w:rtl/>
        </w:rPr>
        <w:t xml:space="preserve">ں </w:t>
      </w:r>
      <w:r>
        <w:rPr>
          <w:rtl/>
        </w:rPr>
        <w:t>كو پتہ نہ چلے اور يہ خود ہى مصر مي</w:t>
      </w:r>
      <w:r w:rsidR="007D6C9B">
        <w:rPr>
          <w:rtl/>
        </w:rPr>
        <w:t xml:space="preserve">ں </w:t>
      </w:r>
      <w:r>
        <w:rPr>
          <w:rtl/>
        </w:rPr>
        <w:t>اس خوبصورت بچے كو ايك غلام كے طور پر بيچ دي</w:t>
      </w:r>
      <w:r w:rsidR="007D6C9B">
        <w:rPr>
          <w:rtl/>
        </w:rPr>
        <w:t xml:space="preserve">ں </w:t>
      </w:r>
      <w:r>
        <w:rPr>
          <w:rtl/>
        </w:rPr>
        <w:t>''اسے انہو</w:t>
      </w:r>
      <w:r w:rsidR="007D6C9B">
        <w:rPr>
          <w:rtl/>
        </w:rPr>
        <w:t xml:space="preserve">ں </w:t>
      </w:r>
      <w:r>
        <w:rPr>
          <w:rtl/>
        </w:rPr>
        <w:t>نے ايك اچھا سرمايہ سمجھتے ہو ئے دوسرو</w:t>
      </w:r>
      <w:r w:rsidR="007D6C9B">
        <w:rPr>
          <w:rtl/>
        </w:rPr>
        <w:t xml:space="preserve">ں </w:t>
      </w:r>
      <w:r>
        <w:rPr>
          <w:rtl/>
        </w:rPr>
        <w:t xml:space="preserve">سے مخفى ركھا ''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870EA8" w:rsidRDefault="00DE2D7F" w:rsidP="00D07B54">
      <w:pPr>
        <w:pStyle w:val="Heading2Center"/>
        <w:rPr>
          <w:rtl/>
        </w:rPr>
      </w:pPr>
      <w:bookmarkStart w:id="142" w:name="_Toc7268539"/>
      <w:r>
        <w:rPr>
          <w:rtl/>
        </w:rPr>
        <w:t>جناب يوسف(ع) كو كم دامو</w:t>
      </w:r>
      <w:r w:rsidR="007D6C9B">
        <w:rPr>
          <w:rtl/>
        </w:rPr>
        <w:t xml:space="preserve">ں </w:t>
      </w:r>
      <w:r>
        <w:rPr>
          <w:rtl/>
        </w:rPr>
        <w:t>مي</w:t>
      </w:r>
      <w:r w:rsidR="007D6C9B">
        <w:rPr>
          <w:rtl/>
        </w:rPr>
        <w:t xml:space="preserve">ں </w:t>
      </w:r>
      <w:r>
        <w:rPr>
          <w:rtl/>
        </w:rPr>
        <w:t>بيچنا</w:t>
      </w:r>
      <w:bookmarkEnd w:id="142"/>
      <w:r>
        <w:rPr>
          <w:rtl/>
        </w:rPr>
        <w:t xml:space="preserve"> </w:t>
      </w:r>
    </w:p>
    <w:p w:rsidR="00DE2D7F" w:rsidRDefault="00DE2D7F" w:rsidP="00D07B54">
      <w:pPr>
        <w:pStyle w:val="libNormal"/>
        <w:rPr>
          <w:rtl/>
        </w:rPr>
      </w:pPr>
      <w:r>
        <w:rPr>
          <w:rtl/>
        </w:rPr>
        <w:t>''آخر كار انہو</w:t>
      </w:r>
      <w:r w:rsidR="007D6C9B">
        <w:rPr>
          <w:rtl/>
        </w:rPr>
        <w:t xml:space="preserve">ں </w:t>
      </w:r>
      <w:r>
        <w:rPr>
          <w:rtl/>
        </w:rPr>
        <w:t>نے يو سف كو تھوڑى سى قيمت پر بيچ ديا ،اور وہ اس كے بيچنے كے سلسلے مي</w:t>
      </w:r>
      <w:r w:rsidR="007D6C9B">
        <w:rPr>
          <w:rtl/>
        </w:rPr>
        <w:t xml:space="preserve">ں </w:t>
      </w:r>
      <w:r>
        <w:rPr>
          <w:rtl/>
        </w:rPr>
        <w:t>بے رغبت تھے (تا كہ ان كا راز فاش نہ ہو</w:t>
      </w:r>
      <w:r w:rsidR="007D6C9B">
        <w:rPr>
          <w:rtl/>
        </w:rPr>
        <w:t xml:space="preserve">ں </w:t>
      </w:r>
      <w:r>
        <w:rPr>
          <w:rtl/>
        </w:rPr>
        <w:t xml:space="preserve">)''_ </w:t>
      </w:r>
    </w:p>
    <w:p w:rsidR="00DE2D7F" w:rsidRDefault="00DE2D7F" w:rsidP="00D07B54">
      <w:pPr>
        <w:pStyle w:val="libNormal"/>
        <w:rPr>
          <w:rtl/>
        </w:rPr>
      </w:pPr>
      <w:r w:rsidRPr="00AD1EF3">
        <w:rPr>
          <w:rStyle w:val="libFootnotenumChar"/>
          <w:rtl/>
        </w:rPr>
        <w:t>(</w:t>
      </w:r>
      <w:r w:rsidR="00E664BB" w:rsidRPr="00AD1EF3">
        <w:rPr>
          <w:rStyle w:val="libFootnotenumChar"/>
          <w:rtl/>
        </w:rPr>
        <w:t>4</w:t>
      </w:r>
      <w:r w:rsidRPr="00AD1EF3">
        <w:rPr>
          <w:rStyle w:val="libFootnotenumChar"/>
          <w:rtl/>
        </w:rPr>
        <w:t>)</w:t>
      </w:r>
      <w:r>
        <w:rPr>
          <w:rtl/>
        </w:rPr>
        <w:t>اگر چہ يوسف(ع) كو بيچنے والے كون لوگ تھے ،بعض لوگو</w:t>
      </w:r>
      <w:r w:rsidR="007D6C9B">
        <w:rPr>
          <w:rtl/>
        </w:rPr>
        <w:t xml:space="preserve">ں </w:t>
      </w:r>
      <w:r>
        <w:rPr>
          <w:rtl/>
        </w:rPr>
        <w:t>نے ان كو برادران يوسف(ع) بتايا ہے، ليكن قران سے ايساظاہر ہوتا ہے كہ قافلہ والو</w:t>
      </w:r>
      <w:r w:rsidR="007D6C9B">
        <w:rPr>
          <w:rtl/>
        </w:rPr>
        <w:t xml:space="preserve">ں </w:t>
      </w:r>
      <w:r>
        <w:rPr>
          <w:rtl/>
        </w:rPr>
        <w:t>نے يوسف (ع) كو بيچا تھا 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1</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1</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1</w:t>
      </w:r>
      <w:r w:rsidR="00E44785">
        <w:rPr>
          <w:rtl/>
        </w:rPr>
        <w:t>9</w:t>
      </w:r>
      <w:r>
        <w:rPr>
          <w:rtl/>
        </w:rPr>
        <w:t xml:space="preserve"> </w:t>
      </w:r>
    </w:p>
    <w:p w:rsidR="00DE2D7F" w:rsidRDefault="00DE2D7F" w:rsidP="00D07B54">
      <w:pPr>
        <w:pStyle w:val="libFootnote"/>
        <w:rPr>
          <w:rtl/>
        </w:rPr>
      </w:pPr>
      <w:r>
        <w:rPr>
          <w:rtl/>
        </w:rPr>
        <w:t>(</w:t>
      </w:r>
      <w:r w:rsidR="00E664BB">
        <w:rPr>
          <w:rtl/>
        </w:rPr>
        <w:t>4</w:t>
      </w:r>
      <w:r>
        <w:rPr>
          <w:rtl/>
        </w:rPr>
        <w:t xml:space="preserve">)سورہ يوسف آيت </w:t>
      </w:r>
      <w:r w:rsidR="00E664BB">
        <w:rPr>
          <w:rtl/>
        </w:rPr>
        <w:t>20</w:t>
      </w:r>
      <w:r>
        <w:rPr>
          <w:rtl/>
        </w:rPr>
        <w:t xml:space="preserve"> </w:t>
      </w:r>
    </w:p>
    <w:p w:rsidR="00DE2D7F" w:rsidRDefault="00DE2D7F" w:rsidP="00D07B54">
      <w:pPr>
        <w:pStyle w:val="libFootnote"/>
        <w:rPr>
          <w:rtl/>
        </w:rPr>
      </w:pPr>
      <w:r>
        <w:rPr>
          <w:rtl/>
        </w:rPr>
        <w:t>(</w:t>
      </w:r>
      <w:r w:rsidR="00E664BB">
        <w:rPr>
          <w:rtl/>
        </w:rPr>
        <w:t>5</w:t>
      </w:r>
      <w:r>
        <w:rPr>
          <w:rtl/>
        </w:rPr>
        <w:t>)يہا</w:t>
      </w:r>
      <w:r w:rsidR="007D6C9B">
        <w:rPr>
          <w:rtl/>
        </w:rPr>
        <w:t xml:space="preserve">ں </w:t>
      </w:r>
      <w:r>
        <w:rPr>
          <w:rtl/>
        </w:rPr>
        <w:t>يہ سوال سامنے اتا ہے كہ انھو</w:t>
      </w:r>
      <w:r w:rsidR="007D6C9B">
        <w:rPr>
          <w:rtl/>
        </w:rPr>
        <w:t xml:space="preserve">ں </w:t>
      </w:r>
      <w:r>
        <w:rPr>
          <w:rtl/>
        </w:rPr>
        <w:t>نے حضرت يوسف (ع) كو تھوڑى سى قيمت پر كيو</w:t>
      </w:r>
      <w:r w:rsidR="007D6C9B">
        <w:rPr>
          <w:rtl/>
        </w:rPr>
        <w:t xml:space="preserve">ں </w:t>
      </w:r>
      <w:r>
        <w:rPr>
          <w:rtl/>
        </w:rPr>
        <w:t xml:space="preserve">بيچ ديا،قران نے اے ''ثمن بخس''سے تعبير كيا ہے كيونكہ حضرت يوسف (ع) كم از كم ايك قيمتى غلام سمجھے جاسكتے تھے </w:t>
      </w:r>
    </w:p>
    <w:p w:rsidR="00DE2D7F" w:rsidRDefault="00DE2D7F" w:rsidP="00D07B54">
      <w:pPr>
        <w:pStyle w:val="libFootnote"/>
        <w:rPr>
          <w:rtl/>
        </w:rPr>
      </w:pPr>
      <w:r>
        <w:rPr>
          <w:rtl/>
        </w:rPr>
        <w:t>ليكن يہ معمول كى بات ہے كہ ہميشہ چوريا ايسے افرا دجن كے ہاتھ كوئي اہم سرمايہ بغير كسى زحمت كے اجائے تو وہ اس خوف سے كہ كہي</w:t>
      </w:r>
      <w:r w:rsidR="007D6C9B">
        <w:rPr>
          <w:rtl/>
        </w:rPr>
        <w:t xml:space="preserve">ں </w:t>
      </w:r>
      <w:r>
        <w:rPr>
          <w:rtl/>
        </w:rPr>
        <w:t>دوسرو</w:t>
      </w:r>
      <w:r w:rsidR="007D6C9B">
        <w:rPr>
          <w:rtl/>
        </w:rPr>
        <w:t xml:space="preserve">ں </w:t>
      </w:r>
      <w:r>
        <w:rPr>
          <w:rtl/>
        </w:rPr>
        <w:t>كو معلوم نہ ہو جائے اسے فوراً بيچ ديتے ہي</w:t>
      </w:r>
      <w:r w:rsidR="007D6C9B">
        <w:rPr>
          <w:rtl/>
        </w:rPr>
        <w:t xml:space="preserve">ں </w:t>
      </w:r>
      <w:r>
        <w:rPr>
          <w:rtl/>
        </w:rPr>
        <w:t>اور يہ فطرى بات ہے كہ اس جلد بازى مي</w:t>
      </w:r>
      <w:r w:rsidR="007D6C9B">
        <w:rPr>
          <w:rtl/>
        </w:rPr>
        <w:t xml:space="preserve">ں </w:t>
      </w:r>
      <w:r>
        <w:rPr>
          <w:rtl/>
        </w:rPr>
        <w:t>وہ زيادہ قيمت حاصل نہي</w:t>
      </w:r>
      <w:r w:rsidR="007D6C9B">
        <w:rPr>
          <w:rtl/>
        </w:rPr>
        <w:t xml:space="preserve">ں </w:t>
      </w:r>
      <w:r>
        <w:rPr>
          <w:rtl/>
        </w:rPr>
        <w:t xml:space="preserve">كر سكتے </w:t>
      </w:r>
    </w:p>
    <w:p w:rsidR="00641444" w:rsidRDefault="001648F9" w:rsidP="00D07B54">
      <w:pPr>
        <w:pStyle w:val="libNormal"/>
        <w:rPr>
          <w:rtl/>
        </w:rPr>
      </w:pPr>
      <w:r>
        <w:rPr>
          <w:rtl/>
        </w:rPr>
        <w:t xml:space="preserve"> </w:t>
      </w:r>
      <w:r>
        <w:rPr>
          <w:rtl/>
        </w:rPr>
        <w:br w:type="page"/>
      </w:r>
    </w:p>
    <w:p w:rsidR="00641444" w:rsidRDefault="00641444" w:rsidP="00D07B54">
      <w:pPr>
        <w:pStyle w:val="libNormal"/>
        <w:rPr>
          <w:rtl/>
        </w:rPr>
      </w:pPr>
    </w:p>
    <w:p w:rsidR="00DE2D7F" w:rsidRDefault="00DE2D7F" w:rsidP="00D07B54">
      <w:pPr>
        <w:pStyle w:val="libNormal"/>
        <w:rPr>
          <w:rtl/>
        </w:rPr>
      </w:pPr>
      <w:r>
        <w:rPr>
          <w:rtl/>
        </w:rPr>
        <w:t>اس بارے مي</w:t>
      </w:r>
      <w:r w:rsidR="007D6C9B">
        <w:rPr>
          <w:rtl/>
        </w:rPr>
        <w:t xml:space="preserve">ں </w:t>
      </w:r>
      <w:r>
        <w:rPr>
          <w:rtl/>
        </w:rPr>
        <w:t>كہ انہو</w:t>
      </w:r>
      <w:r w:rsidR="007D6C9B">
        <w:rPr>
          <w:rtl/>
        </w:rPr>
        <w:t xml:space="preserve">ں </w:t>
      </w:r>
      <w:r>
        <w:rPr>
          <w:rtl/>
        </w:rPr>
        <w:t>نے حضرت يوسف كو كتنے دامو</w:t>
      </w:r>
      <w:r w:rsidR="007D6C9B">
        <w:rPr>
          <w:rtl/>
        </w:rPr>
        <w:t xml:space="preserve">ں </w:t>
      </w:r>
      <w:r>
        <w:rPr>
          <w:rtl/>
        </w:rPr>
        <w:t>مي</w:t>
      </w:r>
      <w:r w:rsidR="007D6C9B">
        <w:rPr>
          <w:rtl/>
        </w:rPr>
        <w:t xml:space="preserve">ں </w:t>
      </w:r>
      <w:r>
        <w:rPr>
          <w:rtl/>
        </w:rPr>
        <w:t>بيچا اور پھر يہ رقم آپس مي</w:t>
      </w:r>
      <w:r w:rsidR="007D6C9B">
        <w:rPr>
          <w:rtl/>
        </w:rPr>
        <w:t xml:space="preserve">ں </w:t>
      </w:r>
      <w:r>
        <w:rPr>
          <w:rtl/>
        </w:rPr>
        <w:t>كس طرح تقسيم كى ، اس سلسلے مي</w:t>
      </w:r>
      <w:r w:rsidR="007D6C9B">
        <w:rPr>
          <w:rtl/>
        </w:rPr>
        <w:t xml:space="preserve">ں </w:t>
      </w:r>
      <w:r>
        <w:rPr>
          <w:rtl/>
        </w:rPr>
        <w:t>بھى مفسرين مي</w:t>
      </w:r>
      <w:r w:rsidR="007D6C9B">
        <w:rPr>
          <w:rtl/>
        </w:rPr>
        <w:t xml:space="preserve">ں </w:t>
      </w:r>
      <w:r>
        <w:rPr>
          <w:rtl/>
        </w:rPr>
        <w:t xml:space="preserve">اختلاف ہے بعض نے يہ رقم </w:t>
      </w:r>
      <w:r w:rsidR="00E664BB">
        <w:rPr>
          <w:rtl/>
        </w:rPr>
        <w:t>20</w:t>
      </w:r>
      <w:r>
        <w:rPr>
          <w:rtl/>
        </w:rPr>
        <w:t xml:space="preserve"> /درہم ، بعض نے </w:t>
      </w:r>
      <w:r w:rsidR="00E664BB">
        <w:rPr>
          <w:rtl/>
        </w:rPr>
        <w:t>22</w:t>
      </w:r>
      <w:r>
        <w:rPr>
          <w:rtl/>
        </w:rPr>
        <w:t xml:space="preserve"> /درہم ، بعض نے </w:t>
      </w:r>
      <w:r w:rsidR="00E664BB">
        <w:rPr>
          <w:rtl/>
        </w:rPr>
        <w:t>40</w:t>
      </w:r>
      <w:r>
        <w:rPr>
          <w:rtl/>
        </w:rPr>
        <w:t xml:space="preserve">/ درہم اور بعض نے </w:t>
      </w:r>
      <w:r w:rsidR="00E664BB">
        <w:rPr>
          <w:rtl/>
        </w:rPr>
        <w:t>18</w:t>
      </w:r>
      <w:r>
        <w:rPr>
          <w:rtl/>
        </w:rPr>
        <w:t>/ درہم لكھى ہے اور اس طرف تو جہ كرتے ہوئے كہ بيچنے والو</w:t>
      </w:r>
      <w:r w:rsidR="007D6C9B">
        <w:rPr>
          <w:rtl/>
        </w:rPr>
        <w:t xml:space="preserve">ں </w:t>
      </w:r>
      <w:r>
        <w:rPr>
          <w:rtl/>
        </w:rPr>
        <w:t>كى تعداد دس بيان كى جاتى ہے ، اس نا چيز رقم مي</w:t>
      </w:r>
      <w:r w:rsidR="007D6C9B">
        <w:rPr>
          <w:rtl/>
        </w:rPr>
        <w:t xml:space="preserve">ں </w:t>
      </w:r>
      <w:r>
        <w:rPr>
          <w:rtl/>
        </w:rPr>
        <w:t xml:space="preserve">سے ہر ايك كا حصہ واضح ہو جا تا ہے _ </w:t>
      </w:r>
    </w:p>
    <w:p w:rsidR="00DE2D7F" w:rsidRDefault="00DE2D7F" w:rsidP="00D07B54">
      <w:pPr>
        <w:pStyle w:val="libNormal"/>
        <w:rPr>
          <w:rtl/>
        </w:rPr>
      </w:pPr>
    </w:p>
    <w:p w:rsidR="00641444" w:rsidRDefault="00DE2D7F" w:rsidP="00D07B54">
      <w:pPr>
        <w:pStyle w:val="Heading2Center"/>
        <w:rPr>
          <w:rtl/>
        </w:rPr>
      </w:pPr>
      <w:bookmarkStart w:id="143" w:name="_Toc7268540"/>
      <w:r>
        <w:rPr>
          <w:rtl/>
        </w:rPr>
        <w:t>عزيز مصر كے محل مي</w:t>
      </w:r>
      <w:r w:rsidR="007D6C9B">
        <w:rPr>
          <w:rtl/>
        </w:rPr>
        <w:t>ں</w:t>
      </w:r>
      <w:bookmarkEnd w:id="143"/>
    </w:p>
    <w:p w:rsidR="00DE2D7F" w:rsidRDefault="007D6C9B" w:rsidP="00D07B54">
      <w:pPr>
        <w:pStyle w:val="libNormal"/>
        <w:rPr>
          <w:rtl/>
        </w:rPr>
      </w:pPr>
      <w:r>
        <w:rPr>
          <w:rtl/>
        </w:rPr>
        <w:t xml:space="preserve"> </w:t>
      </w:r>
      <w:r w:rsidR="00DE2D7F">
        <w:rPr>
          <w:rtl/>
        </w:rPr>
        <w:t>حضرت يوسف (ع) كى داستان جب يہا</w:t>
      </w:r>
      <w:r>
        <w:rPr>
          <w:rtl/>
        </w:rPr>
        <w:t xml:space="preserve">ں </w:t>
      </w:r>
      <w:r w:rsidR="00DE2D7F">
        <w:rPr>
          <w:rtl/>
        </w:rPr>
        <w:t>تك پہنچى كہ بھا ئي انہي</w:t>
      </w:r>
      <w:r>
        <w:rPr>
          <w:rtl/>
        </w:rPr>
        <w:t xml:space="preserve">ں </w:t>
      </w:r>
      <w:r w:rsidR="00DE2D7F">
        <w:rPr>
          <w:rtl/>
        </w:rPr>
        <w:t>كنوي</w:t>
      </w:r>
      <w:r>
        <w:rPr>
          <w:rtl/>
        </w:rPr>
        <w:t xml:space="preserve">ں </w:t>
      </w:r>
      <w:r w:rsidR="00DE2D7F">
        <w:rPr>
          <w:rtl/>
        </w:rPr>
        <w:t>مي</w:t>
      </w:r>
      <w:r>
        <w:rPr>
          <w:rtl/>
        </w:rPr>
        <w:t xml:space="preserve">ں </w:t>
      </w:r>
      <w:r w:rsidR="00DE2D7F">
        <w:rPr>
          <w:rtl/>
        </w:rPr>
        <w:t>پھينك چكے تو بہر صورت بھا ئيو</w:t>
      </w:r>
      <w:r>
        <w:rPr>
          <w:rtl/>
        </w:rPr>
        <w:t xml:space="preserve">ں </w:t>
      </w:r>
      <w:r w:rsidR="00DE2D7F">
        <w:rPr>
          <w:rtl/>
        </w:rPr>
        <w:t>كے سا تھ والا مسئلہ ختم ہو گيا اب اس ننھے بچے كى زندگى كا ايك نيا مر حلہ مصر مي</w:t>
      </w:r>
      <w:r>
        <w:rPr>
          <w:rtl/>
        </w:rPr>
        <w:t xml:space="preserve">ں </w:t>
      </w:r>
      <w:r w:rsidR="00DE2D7F">
        <w:rPr>
          <w:rtl/>
        </w:rPr>
        <w:t>شروع ہوا اس طرح سے كہ آخر كار يو سف مصر لائے گئے وہا</w:t>
      </w:r>
      <w:r>
        <w:rPr>
          <w:rtl/>
        </w:rPr>
        <w:t xml:space="preserve">ں </w:t>
      </w:r>
      <w:r w:rsidR="00DE2D7F">
        <w:rPr>
          <w:rtl/>
        </w:rPr>
        <w:t>انہي</w:t>
      </w:r>
      <w:r>
        <w:rPr>
          <w:rtl/>
        </w:rPr>
        <w:t xml:space="preserve">ں </w:t>
      </w:r>
      <w:r w:rsidR="00DE2D7F">
        <w:rPr>
          <w:rtl/>
        </w:rPr>
        <w:t>فروخت كے لئے پيش كيا گيا چو نكہ يہ ايك نفيس تحفہ تھا لہذا معمول كے مطابق ''عزيز مصر '' كو نصيب ہوا كہ جو درحقيقت فرعونو</w:t>
      </w:r>
      <w:r>
        <w:rPr>
          <w:rtl/>
        </w:rPr>
        <w:t xml:space="preserve">ں </w:t>
      </w:r>
      <w:r w:rsidR="00DE2D7F">
        <w:rPr>
          <w:rtl/>
        </w:rPr>
        <w:t>كى طرف سے وزير اعظم تھا اور ايسے ہى لوگ ''تمام پہلوئو</w:t>
      </w:r>
      <w:r>
        <w:rPr>
          <w:rtl/>
        </w:rPr>
        <w:t xml:space="preserve">ں </w:t>
      </w:r>
      <w:r w:rsidR="00DE2D7F">
        <w:rPr>
          <w:rtl/>
        </w:rPr>
        <w:t>سے ممتا ز اس غلام '' كى زيادہ قيمت دے سكتے تھے، اب ديكھتے ہي</w:t>
      </w:r>
      <w:r>
        <w:rPr>
          <w:rtl/>
        </w:rPr>
        <w:t xml:space="preserve">ں </w:t>
      </w:r>
      <w:r w:rsidR="00DE2D7F">
        <w:rPr>
          <w:rtl/>
        </w:rPr>
        <w:t xml:space="preserve">كہ عزيز مصر كے گھر يوسف پر كيا گزر تى ہے _ </w:t>
      </w:r>
    </w:p>
    <w:p w:rsidR="00DE2D7F" w:rsidRDefault="00DE2D7F" w:rsidP="00D07B54">
      <w:pPr>
        <w:pStyle w:val="libNormal"/>
        <w:rPr>
          <w:rtl/>
        </w:rPr>
      </w:pPr>
      <w:r>
        <w:rPr>
          <w:rtl/>
        </w:rPr>
        <w:t>قرآن كہتا ہے :'' جس نے مصر مي</w:t>
      </w:r>
      <w:r w:rsidR="007D6C9B">
        <w:rPr>
          <w:rtl/>
        </w:rPr>
        <w:t xml:space="preserve">ں </w:t>
      </w:r>
      <w:r>
        <w:rPr>
          <w:rtl/>
        </w:rPr>
        <w:t>يو سف كو خريدا اس نے اپنى بيوى سے اس كى سفارش كى اور كہا كہ اس غلام كى منزلت كا احترام كرنا اور اسے غلامو</w:t>
      </w:r>
      <w:r w:rsidR="007D6C9B">
        <w:rPr>
          <w:rtl/>
        </w:rPr>
        <w:t xml:space="preserve">ں </w:t>
      </w:r>
      <w:r>
        <w:rPr>
          <w:rtl/>
        </w:rPr>
        <w:t>والى نگاہ سے نہ ديكھنا كيو نكہ ہمي</w:t>
      </w:r>
      <w:r w:rsidR="007D6C9B">
        <w:rPr>
          <w:rtl/>
        </w:rPr>
        <w:t xml:space="preserve">ں </w:t>
      </w:r>
      <w:r>
        <w:rPr>
          <w:rtl/>
        </w:rPr>
        <w:t>اميد ہے كہ مستقبل مي</w:t>
      </w:r>
      <w:r w:rsidR="007D6C9B">
        <w:rPr>
          <w:rtl/>
        </w:rPr>
        <w:t xml:space="preserve">ں </w:t>
      </w:r>
      <w:r>
        <w:rPr>
          <w:rtl/>
        </w:rPr>
        <w:t>ہم اس غلام سے بہت فائدہ اٹھا ئي</w:t>
      </w:r>
      <w:r w:rsidR="007D6C9B">
        <w:rPr>
          <w:rtl/>
        </w:rPr>
        <w:t xml:space="preserve">ں </w:t>
      </w:r>
      <w:r>
        <w:rPr>
          <w:rtl/>
        </w:rPr>
        <w:t>گے يا اسے فرزند كے طور پر اپنا لي</w:t>
      </w:r>
      <w:r w:rsidR="007D6C9B">
        <w:rPr>
          <w:rtl/>
        </w:rPr>
        <w:t xml:space="preserve">ں </w:t>
      </w:r>
      <w:r>
        <w:rPr>
          <w:rtl/>
        </w:rPr>
        <w:t>گے_''</w:t>
      </w:r>
      <w:r w:rsidRPr="006B0714">
        <w:rPr>
          <w:rStyle w:val="libFootnotenumChar"/>
          <w:rtl/>
        </w:rPr>
        <w:t xml:space="preserve">( </w:t>
      </w:r>
      <w:r w:rsidR="00E664BB" w:rsidRPr="006B0714">
        <w:rPr>
          <w:rStyle w:val="libFootnotenumChar"/>
          <w:rtl/>
        </w:rPr>
        <w:t>1</w:t>
      </w:r>
      <w:r w:rsidRPr="006B0714">
        <w:rPr>
          <w:rStyle w:val="libFootnotenumChar"/>
          <w:rtl/>
        </w:rPr>
        <w:t xml:space="preserve">) </w:t>
      </w:r>
    </w:p>
    <w:p w:rsidR="00DE2D7F" w:rsidRDefault="00DE2D7F" w:rsidP="00D07B54">
      <w:pPr>
        <w:pStyle w:val="libNormal"/>
        <w:rPr>
          <w:rtl/>
        </w:rPr>
      </w:pPr>
      <w:r>
        <w:rPr>
          <w:rtl/>
        </w:rPr>
        <w:t>اس جملے سے معلوم ہو تا ہے كہ عزيز مصر كى كو ئي اولاد نہ تھى اور وہ بيٹے كے شوق مي</w:t>
      </w:r>
      <w:r w:rsidR="007D6C9B">
        <w:rPr>
          <w:rtl/>
        </w:rPr>
        <w:t xml:space="preserve">ں </w:t>
      </w:r>
      <w:r>
        <w:rPr>
          <w:rtl/>
        </w:rPr>
        <w:t>زند گى بسر كر رہا تھا جب اس كى آنكھ اس خوبصورت اور آبرومند بچے پر پڑى تو اس كے دل مي</w:t>
      </w:r>
      <w:r w:rsidR="007D6C9B">
        <w:rPr>
          <w:rtl/>
        </w:rPr>
        <w:t xml:space="preserve">ں </w:t>
      </w:r>
      <w:r>
        <w:rPr>
          <w:rtl/>
        </w:rPr>
        <w:t xml:space="preserve">آيا كہ يہ اس كے بيٹے كے طور پر ہو _ </w:t>
      </w:r>
    </w:p>
    <w:p w:rsidR="00DE2D7F" w:rsidRDefault="00DE2D7F" w:rsidP="00D07B54">
      <w:pPr>
        <w:pStyle w:val="libNormal"/>
        <w:rPr>
          <w:rtl/>
        </w:rPr>
      </w:pPr>
      <w:r>
        <w:rPr>
          <w:rtl/>
        </w:rPr>
        <w:t>اس كے بعد قرآن مجيد كہتا ہے :''اس طرح اس سر زمين مي</w:t>
      </w:r>
      <w:r w:rsidR="007D6C9B">
        <w:rPr>
          <w:rtl/>
        </w:rPr>
        <w:t xml:space="preserve">ں </w:t>
      </w:r>
      <w:r>
        <w:rPr>
          <w:rtl/>
        </w:rPr>
        <w:t xml:space="preserve">ہم نے يوسف كو متمكن اور صا حب نعمت و اختيار كيا،ہم نے يہ كام كيا تا كہ ان كو تعبير خواب كا علم عطا ہو_''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21</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21</w:t>
      </w:r>
      <w:r>
        <w:rPr>
          <w:rtl/>
        </w:rPr>
        <w:t xml:space="preserve"> </w:t>
      </w:r>
    </w:p>
    <w:p w:rsidR="00641444" w:rsidRDefault="001648F9" w:rsidP="00D07B54">
      <w:pPr>
        <w:pStyle w:val="libNormal"/>
        <w:rPr>
          <w:rtl/>
        </w:rPr>
      </w:pPr>
      <w:r>
        <w:rPr>
          <w:rtl/>
        </w:rPr>
        <w:t xml:space="preserve"> </w:t>
      </w:r>
      <w:r>
        <w:rPr>
          <w:rtl/>
        </w:rPr>
        <w:br w:type="page"/>
      </w:r>
    </w:p>
    <w:p w:rsidR="00641444" w:rsidRDefault="00641444" w:rsidP="00D07B54">
      <w:pPr>
        <w:pStyle w:val="libNormal"/>
        <w:rPr>
          <w:rtl/>
        </w:rPr>
      </w:pPr>
    </w:p>
    <w:p w:rsidR="00641444" w:rsidRDefault="00DE2D7F" w:rsidP="00D07B54">
      <w:pPr>
        <w:pStyle w:val="Heading2Center"/>
        <w:rPr>
          <w:rtl/>
        </w:rPr>
      </w:pPr>
      <w:bookmarkStart w:id="144" w:name="_Toc7268541"/>
      <w:r>
        <w:rPr>
          <w:rtl/>
        </w:rPr>
        <w:t>جناب يوسف (ع) كى پاكيز گى كا انعام</w:t>
      </w:r>
      <w:bookmarkEnd w:id="144"/>
      <w:r>
        <w:rPr>
          <w:rtl/>
        </w:rPr>
        <w:t xml:space="preserve"> </w:t>
      </w:r>
    </w:p>
    <w:p w:rsidR="00DE2D7F" w:rsidRDefault="00DE2D7F" w:rsidP="00D07B54">
      <w:pPr>
        <w:pStyle w:val="libNormal"/>
        <w:rPr>
          <w:rtl/>
        </w:rPr>
      </w:pPr>
      <w:r>
        <w:rPr>
          <w:rtl/>
        </w:rPr>
        <w:t>يہا</w:t>
      </w:r>
      <w:r w:rsidR="007D6C9B">
        <w:rPr>
          <w:rtl/>
        </w:rPr>
        <w:t xml:space="preserve">ں </w:t>
      </w:r>
      <w:r>
        <w:rPr>
          <w:rtl/>
        </w:rPr>
        <w:t>پرايك سوال يہ پيدا ہو تا ہے كہ علم تعبير خواب اور عز يز مصر كے محل مي</w:t>
      </w:r>
      <w:r w:rsidR="007D6C9B">
        <w:rPr>
          <w:rtl/>
        </w:rPr>
        <w:t xml:space="preserve">ں </w:t>
      </w:r>
      <w:r>
        <w:rPr>
          <w:rtl/>
        </w:rPr>
        <w:t xml:space="preserve">حضرت يو سف كى مو جود گى كا كيا ربط ہے كہ اسے كس طرف ''لنعلمہ'' كى ''لام ''كہ جو لام غايت ہے كہ ذريعے اشارہ كيا گيا ہے _ </w:t>
      </w:r>
    </w:p>
    <w:p w:rsidR="00DE2D7F" w:rsidRDefault="00DE2D7F" w:rsidP="00D07B54">
      <w:pPr>
        <w:pStyle w:val="libNormal"/>
        <w:rPr>
          <w:rtl/>
        </w:rPr>
      </w:pPr>
      <w:r>
        <w:rPr>
          <w:rtl/>
        </w:rPr>
        <w:t>ليكن اگر ہم اس نكتے كى طرف تو جہ دي</w:t>
      </w:r>
      <w:r w:rsidR="007D6C9B">
        <w:rPr>
          <w:rtl/>
        </w:rPr>
        <w:t xml:space="preserve">ں </w:t>
      </w:r>
      <w:r>
        <w:rPr>
          <w:rtl/>
        </w:rPr>
        <w:t>تو ہو سكتا ہے مذكورہ سوال كا جواب واضح ہو جا ئے كہ خداوندعالم بہت سى علمى نعمتي</w:t>
      </w:r>
      <w:r w:rsidR="007D6C9B">
        <w:rPr>
          <w:rtl/>
        </w:rPr>
        <w:t xml:space="preserve">ں </w:t>
      </w:r>
      <w:r>
        <w:rPr>
          <w:rtl/>
        </w:rPr>
        <w:t>اورعنا يا ت; گناہ سے پر ہيز اور سر كش ہوا وہوس كے مقابلے مي</w:t>
      </w:r>
      <w:r w:rsidR="007D6C9B">
        <w:rPr>
          <w:rtl/>
        </w:rPr>
        <w:t xml:space="preserve">ں </w:t>
      </w:r>
      <w:r>
        <w:rPr>
          <w:rtl/>
        </w:rPr>
        <w:t>استقامت كى وجہ سے بخشتا ہے دوسرے لفظو</w:t>
      </w:r>
      <w:r w:rsidR="007D6C9B">
        <w:rPr>
          <w:rtl/>
        </w:rPr>
        <w:t xml:space="preserve">ں </w:t>
      </w:r>
      <w:r>
        <w:rPr>
          <w:rtl/>
        </w:rPr>
        <w:t>مي</w:t>
      </w:r>
      <w:r w:rsidR="007D6C9B">
        <w:rPr>
          <w:rtl/>
        </w:rPr>
        <w:t xml:space="preserve">ں </w:t>
      </w:r>
      <w:r>
        <w:rPr>
          <w:rtl/>
        </w:rPr>
        <w:t>يہ نعمات كہ جو دل كى نورا نيت كا ثمر ہ ہي</w:t>
      </w:r>
      <w:r w:rsidR="007D6C9B">
        <w:rPr>
          <w:rtl/>
        </w:rPr>
        <w:t xml:space="preserve">ں </w:t>
      </w:r>
      <w:r>
        <w:rPr>
          <w:rtl/>
        </w:rPr>
        <w:t>، ايك انعام ہي</w:t>
      </w:r>
      <w:r w:rsidR="007D6C9B">
        <w:rPr>
          <w:rtl/>
        </w:rPr>
        <w:t xml:space="preserve">ں </w:t>
      </w:r>
      <w:r>
        <w:rPr>
          <w:rtl/>
        </w:rPr>
        <w:t xml:space="preserve">كہ جو خدا اس قسم كے اشخاص كو بخشتا ہے _ </w:t>
      </w:r>
    </w:p>
    <w:p w:rsidR="00DE2D7F" w:rsidRDefault="00DE2D7F" w:rsidP="00D07B54">
      <w:pPr>
        <w:pStyle w:val="libNormal"/>
        <w:rPr>
          <w:rtl/>
        </w:rPr>
      </w:pPr>
      <w:r>
        <w:rPr>
          <w:rtl/>
        </w:rPr>
        <w:t>''ابن سيرين'' تعبير خواب جاننے مي</w:t>
      </w:r>
      <w:r w:rsidR="007D6C9B">
        <w:rPr>
          <w:rtl/>
        </w:rPr>
        <w:t xml:space="preserve">ں </w:t>
      </w:r>
      <w:r>
        <w:rPr>
          <w:rtl/>
        </w:rPr>
        <w:t>بڑے مشہور ہي</w:t>
      </w:r>
      <w:r w:rsidR="007D6C9B">
        <w:rPr>
          <w:rtl/>
        </w:rPr>
        <w:t xml:space="preserve">ں </w:t>
      </w:r>
      <w:r>
        <w:rPr>
          <w:rtl/>
        </w:rPr>
        <w:t>انكے حالات مي</w:t>
      </w:r>
      <w:r w:rsidR="007D6C9B">
        <w:rPr>
          <w:rtl/>
        </w:rPr>
        <w:t xml:space="preserve">ں </w:t>
      </w:r>
      <w:r>
        <w:rPr>
          <w:rtl/>
        </w:rPr>
        <w:t>لكھا ہے كہ وہ كپڑا بيچا كرتے تھے اور بہت ہى خوبصورت تھے ايك عورت انہي</w:t>
      </w:r>
      <w:r w:rsidR="007D6C9B">
        <w:rPr>
          <w:rtl/>
        </w:rPr>
        <w:t xml:space="preserve">ں </w:t>
      </w:r>
      <w:r>
        <w:rPr>
          <w:rtl/>
        </w:rPr>
        <w:t>اپنا دل دے بيٹھى بڑے حيلے بہانے كر كے انہي</w:t>
      </w:r>
      <w:r w:rsidR="007D6C9B">
        <w:rPr>
          <w:rtl/>
        </w:rPr>
        <w:t xml:space="preserve">ں </w:t>
      </w:r>
      <w:r>
        <w:rPr>
          <w:rtl/>
        </w:rPr>
        <w:t>اپنے گھر مي</w:t>
      </w:r>
      <w:r w:rsidR="007D6C9B">
        <w:rPr>
          <w:rtl/>
        </w:rPr>
        <w:t xml:space="preserve">ں </w:t>
      </w:r>
      <w:r>
        <w:rPr>
          <w:rtl/>
        </w:rPr>
        <w:t>لے گئي اور دروازے بند كر لئے ، ليكن انہو</w:t>
      </w:r>
      <w:r w:rsidR="007D6C9B">
        <w:rPr>
          <w:rtl/>
        </w:rPr>
        <w:t xml:space="preserve">ں </w:t>
      </w:r>
      <w:r>
        <w:rPr>
          <w:rtl/>
        </w:rPr>
        <w:t>نے عورت كى ہوس كے سامنے سر تسليم خم نہ كيا اور مسلسل اس عظيم گناہ كے مفا سد اس كے سا منے بيان كرتے رہے ليكن اس عورت كى ہو س كى آگ اس قدر سر كش تھى كہ وعظ و نصيحت كا پانى اسے نہي</w:t>
      </w:r>
      <w:r w:rsidR="007D6C9B">
        <w:rPr>
          <w:rtl/>
        </w:rPr>
        <w:t xml:space="preserve">ں </w:t>
      </w:r>
      <w:r>
        <w:rPr>
          <w:rtl/>
        </w:rPr>
        <w:t xml:space="preserve">بجھا سكتا تھا _ </w:t>
      </w:r>
    </w:p>
    <w:p w:rsidR="00DE2D7F" w:rsidRDefault="00DE2D7F" w:rsidP="00D07B54">
      <w:pPr>
        <w:pStyle w:val="libNormal"/>
        <w:rPr>
          <w:rtl/>
        </w:rPr>
      </w:pPr>
      <w:r>
        <w:rPr>
          <w:rtl/>
        </w:rPr>
        <w:t>''ابن سيرين'' كو اس چنگل سے نجات پانے كے لئے ايك تد بير سو جھى وہ اٹھے اور اپنے بدن كو اس گھر مي</w:t>
      </w:r>
      <w:r w:rsidR="007D6C9B">
        <w:rPr>
          <w:rtl/>
        </w:rPr>
        <w:t xml:space="preserve">ں </w:t>
      </w:r>
      <w:r>
        <w:rPr>
          <w:rtl/>
        </w:rPr>
        <w:t>مو جود گند ى چيزو</w:t>
      </w:r>
      <w:r w:rsidR="007D6C9B">
        <w:rPr>
          <w:rtl/>
        </w:rPr>
        <w:t xml:space="preserve">ں </w:t>
      </w:r>
      <w:r>
        <w:rPr>
          <w:rtl/>
        </w:rPr>
        <w:t>سے اس طرح كثيف ،آلودہ اور نفرت انگيز كر ليا كہ جب عورت نے يہ منظر ديكھا توان سے متنفر ہو گئي اور انہي</w:t>
      </w:r>
      <w:r w:rsidR="007D6C9B">
        <w:rPr>
          <w:rtl/>
        </w:rPr>
        <w:t xml:space="preserve">ں </w:t>
      </w:r>
      <w:r>
        <w:rPr>
          <w:rtl/>
        </w:rPr>
        <w:t xml:space="preserve">گھر سے باہر نكال ديا _ </w:t>
      </w:r>
    </w:p>
    <w:p w:rsidR="00DE2D7F" w:rsidRDefault="00DE2D7F" w:rsidP="00D07B54">
      <w:pPr>
        <w:pStyle w:val="libNormal"/>
        <w:rPr>
          <w:rtl/>
        </w:rPr>
      </w:pPr>
      <w:r>
        <w:rPr>
          <w:rtl/>
        </w:rPr>
        <w:t>كہتے ہي</w:t>
      </w:r>
      <w:r w:rsidR="007D6C9B">
        <w:rPr>
          <w:rtl/>
        </w:rPr>
        <w:t xml:space="preserve">ں </w:t>
      </w:r>
      <w:r>
        <w:rPr>
          <w:rtl/>
        </w:rPr>
        <w:t>اس واقعے كے بعد ابن سير ين كو تعبير خواب كے بارے مي</w:t>
      </w:r>
      <w:r w:rsidR="007D6C9B">
        <w:rPr>
          <w:rtl/>
        </w:rPr>
        <w:t xml:space="preserve">ں </w:t>
      </w:r>
      <w:r>
        <w:rPr>
          <w:rtl/>
        </w:rPr>
        <w:t>بہت فراست نصيب ہو ئي اور ان كى تعبير سے متعلق كتابو</w:t>
      </w:r>
      <w:r w:rsidR="007D6C9B">
        <w:rPr>
          <w:rtl/>
        </w:rPr>
        <w:t xml:space="preserve">ں </w:t>
      </w:r>
      <w:r>
        <w:rPr>
          <w:rtl/>
        </w:rPr>
        <w:t>مي</w:t>
      </w:r>
      <w:r w:rsidR="007D6C9B">
        <w:rPr>
          <w:rtl/>
        </w:rPr>
        <w:t xml:space="preserve">ں </w:t>
      </w:r>
      <w:r>
        <w:rPr>
          <w:rtl/>
        </w:rPr>
        <w:t>عجيب وغريب واقعات لكھے ہو ئے ہي</w:t>
      </w:r>
      <w:r w:rsidR="007D6C9B">
        <w:rPr>
          <w:rtl/>
        </w:rPr>
        <w:t xml:space="preserve">ں </w:t>
      </w:r>
      <w:r>
        <w:rPr>
          <w:rtl/>
        </w:rPr>
        <w:t>كہ جو اس سلسلے مي</w:t>
      </w:r>
      <w:r w:rsidR="007D6C9B">
        <w:rPr>
          <w:rtl/>
        </w:rPr>
        <w:t xml:space="preserve">ں </w:t>
      </w:r>
      <w:r>
        <w:rPr>
          <w:rtl/>
        </w:rPr>
        <w:t>ان كى گہرى معلومات كى خبر ديتے ہي</w:t>
      </w:r>
      <w:r w:rsidR="007D6C9B">
        <w:rPr>
          <w:rtl/>
        </w:rPr>
        <w:t xml:space="preserve">ں </w:t>
      </w:r>
      <w:r>
        <w:rPr>
          <w:rtl/>
        </w:rPr>
        <w:t>_اس بنا ء پر ممكن ہے كہ يہ خا ص علم وآگاہى حضرت يو سف كو عزيز مصر كى بيوى كى انتہائي قوت جزب كے مقا بلے مي</w:t>
      </w:r>
      <w:r w:rsidR="007D6C9B">
        <w:rPr>
          <w:rtl/>
        </w:rPr>
        <w:t xml:space="preserve">ں </w:t>
      </w:r>
      <w:r>
        <w:rPr>
          <w:rtl/>
        </w:rPr>
        <w:t xml:space="preserve">نفس پر كنڑول ركھنے كى بنا ء پر حاصل ہو ئي ہو _ </w:t>
      </w:r>
    </w:p>
    <w:p w:rsidR="00DE2D7F" w:rsidRDefault="00DE2D7F" w:rsidP="00D07B54">
      <w:pPr>
        <w:pStyle w:val="libNormal"/>
        <w:rPr>
          <w:rtl/>
        </w:rPr>
      </w:pPr>
      <w:r>
        <w:rPr>
          <w:rtl/>
        </w:rPr>
        <w:t>جى ہا</w:t>
      </w:r>
      <w:r w:rsidR="007D6C9B">
        <w:rPr>
          <w:rtl/>
        </w:rPr>
        <w:t xml:space="preserve">ں </w:t>
      </w:r>
      <w:r>
        <w:rPr>
          <w:rtl/>
        </w:rPr>
        <w:t>: انہو</w:t>
      </w:r>
      <w:r w:rsidR="007D6C9B">
        <w:rPr>
          <w:rtl/>
        </w:rPr>
        <w:t xml:space="preserve">ں </w:t>
      </w:r>
      <w:r>
        <w:rPr>
          <w:rtl/>
        </w:rPr>
        <w:t>نے بہت سى چيزي</w:t>
      </w:r>
      <w:r w:rsidR="007D6C9B">
        <w:rPr>
          <w:rtl/>
        </w:rPr>
        <w:t xml:space="preserve">ں </w:t>
      </w:r>
      <w:r>
        <w:rPr>
          <w:rtl/>
        </w:rPr>
        <w:t>اس شور وغل كے ماحول مي</w:t>
      </w:r>
      <w:r w:rsidR="007D6C9B">
        <w:rPr>
          <w:rtl/>
        </w:rPr>
        <w:t xml:space="preserve">ں </w:t>
      </w:r>
      <w:r>
        <w:rPr>
          <w:rtl/>
        </w:rPr>
        <w:t>سيكھي</w:t>
      </w:r>
      <w:r w:rsidR="007D6C9B">
        <w:rPr>
          <w:rtl/>
        </w:rPr>
        <w:t xml:space="preserve">ں </w:t>
      </w:r>
      <w:r>
        <w:rPr>
          <w:rtl/>
        </w:rPr>
        <w:t>ان كے دل مي</w:t>
      </w:r>
      <w:r w:rsidR="007D6C9B">
        <w:rPr>
          <w:rtl/>
        </w:rPr>
        <w:t xml:space="preserve">ں </w:t>
      </w:r>
      <w:r>
        <w:rPr>
          <w:rtl/>
        </w:rPr>
        <w:t xml:space="preserve">ہميشہ غم </w:t>
      </w:r>
    </w:p>
    <w:p w:rsidR="0064144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واندوہ كا ايك طوفان مو جز ن ہو تا تھا كيو نكہ ان حالات مي</w:t>
      </w:r>
      <w:r w:rsidR="007D6C9B">
        <w:rPr>
          <w:rtl/>
        </w:rPr>
        <w:t xml:space="preserve">ں </w:t>
      </w:r>
      <w:r>
        <w:rPr>
          <w:rtl/>
        </w:rPr>
        <w:t>وہ كچھ نہي</w:t>
      </w:r>
      <w:r w:rsidR="007D6C9B">
        <w:rPr>
          <w:rtl/>
        </w:rPr>
        <w:t xml:space="preserve">ں </w:t>
      </w:r>
      <w:r>
        <w:rPr>
          <w:rtl/>
        </w:rPr>
        <w:t>كر سكتے تھے ،اس دور مي</w:t>
      </w:r>
      <w:r w:rsidR="007D6C9B">
        <w:rPr>
          <w:rtl/>
        </w:rPr>
        <w:t xml:space="preserve">ں </w:t>
      </w:r>
      <w:r>
        <w:rPr>
          <w:rtl/>
        </w:rPr>
        <w:t>وہ مسلسل خود سازى اور تہذيب نفس مي</w:t>
      </w:r>
      <w:r w:rsidR="007D6C9B">
        <w:rPr>
          <w:rtl/>
        </w:rPr>
        <w:t xml:space="preserve">ں </w:t>
      </w:r>
      <w:r>
        <w:rPr>
          <w:rtl/>
        </w:rPr>
        <w:t xml:space="preserve">مشغول تھے _ </w:t>
      </w:r>
    </w:p>
    <w:p w:rsidR="00DE2D7F" w:rsidRDefault="00DE2D7F" w:rsidP="00D07B54">
      <w:pPr>
        <w:pStyle w:val="libNormal"/>
        <w:rPr>
          <w:rtl/>
        </w:rPr>
      </w:pPr>
      <w:r>
        <w:rPr>
          <w:rtl/>
        </w:rPr>
        <w:t>قرآن كہتا ہے :'' جب وہ بلوغ اور جسم وروح كے تكامل كے مرحلے مي</w:t>
      </w:r>
      <w:r w:rsidR="007D6C9B">
        <w:rPr>
          <w:rtl/>
        </w:rPr>
        <w:t xml:space="preserve">ں </w:t>
      </w:r>
      <w:r>
        <w:rPr>
          <w:rtl/>
        </w:rPr>
        <w:t xml:space="preserve">پہنچا اور انوار وحى قبول كرنے كے قابل ہو گيا ، تو ہم نے اسے حكم (نبوت)اور علم ديا_'' </w:t>
      </w:r>
      <w:r w:rsidRPr="006B0714">
        <w:rPr>
          <w:rStyle w:val="libFootnotenumChar"/>
          <w:rtl/>
        </w:rPr>
        <w:t xml:space="preserve">( </w:t>
      </w:r>
      <w:r w:rsidR="00E664BB" w:rsidRPr="006B0714">
        <w:rPr>
          <w:rStyle w:val="libFootnotenumChar"/>
          <w:rtl/>
        </w:rPr>
        <w:t>1</w:t>
      </w:r>
      <w:r w:rsidRPr="006B0714">
        <w:rPr>
          <w:rStyle w:val="libFootnotenumChar"/>
          <w:rtl/>
        </w:rPr>
        <w:t>)</w:t>
      </w:r>
      <w:r>
        <w:rPr>
          <w:rtl/>
        </w:rPr>
        <w:t xml:space="preserve"> </w:t>
      </w:r>
    </w:p>
    <w:p w:rsidR="00641444" w:rsidRDefault="00DE2D7F" w:rsidP="00D07B54">
      <w:pPr>
        <w:pStyle w:val="Heading2Center"/>
        <w:rPr>
          <w:rtl/>
        </w:rPr>
      </w:pPr>
      <w:bookmarkStart w:id="145" w:name="_Toc7268542"/>
      <w:r>
        <w:rPr>
          <w:rtl/>
        </w:rPr>
        <w:t>عزيز مصر كى بيوى كا عشق سوزا</w:t>
      </w:r>
      <w:r w:rsidR="007D6C9B">
        <w:rPr>
          <w:rtl/>
        </w:rPr>
        <w:t>ں</w:t>
      </w:r>
      <w:bookmarkEnd w:id="145"/>
      <w:r w:rsidR="007D6C9B">
        <w:rPr>
          <w:rtl/>
        </w:rPr>
        <w:t xml:space="preserve"> </w:t>
      </w:r>
    </w:p>
    <w:p w:rsidR="00DE2D7F" w:rsidRDefault="00DE2D7F" w:rsidP="00D07B54">
      <w:pPr>
        <w:pStyle w:val="libNormal"/>
        <w:rPr>
          <w:rtl/>
        </w:rPr>
      </w:pPr>
      <w:r>
        <w:rPr>
          <w:rtl/>
        </w:rPr>
        <w:t>حضرت يوسف(ع) نے اپنے خو بصورت ، پر كشش اور ملكو تى چہرے سے نہ صرف عزيز مصر كو اپنى طرف جذب كرليا بلكہ عزيز كى بيوى بھى بہت جلد آپ كى گرويدہ ہو گئي آ پ كا عشق اس كى روح كى گہرائيو</w:t>
      </w:r>
      <w:r w:rsidR="007D6C9B">
        <w:rPr>
          <w:rtl/>
        </w:rPr>
        <w:t xml:space="preserve">ں </w:t>
      </w:r>
      <w:r>
        <w:rPr>
          <w:rtl/>
        </w:rPr>
        <w:t>مي</w:t>
      </w:r>
      <w:r w:rsidR="007D6C9B">
        <w:rPr>
          <w:rtl/>
        </w:rPr>
        <w:t xml:space="preserve">ں </w:t>
      </w:r>
      <w:r>
        <w:rPr>
          <w:rtl/>
        </w:rPr>
        <w:t xml:space="preserve">اتر گيا جو </w:t>
      </w:r>
      <w:r w:rsidR="007D6C9B">
        <w:rPr>
          <w:rtl/>
        </w:rPr>
        <w:t xml:space="preserve">ں </w:t>
      </w:r>
      <w:r>
        <w:rPr>
          <w:rtl/>
        </w:rPr>
        <w:t>جو</w:t>
      </w:r>
      <w:r w:rsidR="007D6C9B">
        <w:rPr>
          <w:rtl/>
        </w:rPr>
        <w:t xml:space="preserve">ں </w:t>
      </w:r>
      <w:r>
        <w:rPr>
          <w:rtl/>
        </w:rPr>
        <w:t>وقت گزر تا گيا اس كے عشق كى حدت مي</w:t>
      </w:r>
      <w:r w:rsidR="007D6C9B">
        <w:rPr>
          <w:rtl/>
        </w:rPr>
        <w:t xml:space="preserve">ں </w:t>
      </w:r>
      <w:r>
        <w:rPr>
          <w:rtl/>
        </w:rPr>
        <w:t>اضافہ ہو تا چلا گيا ليكن يو سف كہ جو پاكيز ہ اور پرہيزگا ر انسا ن تھے انہي</w:t>
      </w:r>
      <w:r w:rsidR="007D6C9B">
        <w:rPr>
          <w:rtl/>
        </w:rPr>
        <w:t xml:space="preserve">ں </w:t>
      </w:r>
      <w:r>
        <w:rPr>
          <w:rtl/>
        </w:rPr>
        <w:t>خدا كے علاوہ كسى كى كو ئي فكر اور سو چ نہ تھى ان كے دل نے عشق سو زا</w:t>
      </w:r>
      <w:r w:rsidR="007D6C9B">
        <w:rPr>
          <w:rtl/>
        </w:rPr>
        <w:t xml:space="preserve">ں </w:t>
      </w:r>
      <w:r>
        <w:rPr>
          <w:rtl/>
        </w:rPr>
        <w:t xml:space="preserve">كو اور بھڑكا ديا </w:t>
      </w:r>
    </w:p>
    <w:p w:rsidR="00DE2D7F" w:rsidRDefault="00DE2D7F" w:rsidP="00D07B54">
      <w:pPr>
        <w:pStyle w:val="libNormal"/>
        <w:rPr>
          <w:rtl/>
        </w:rPr>
      </w:pPr>
      <w:r>
        <w:rPr>
          <w:rtl/>
        </w:rPr>
        <w:t>ايك تو اسے اولاد ہو نے كا ارمان تھا ،دوسرا اس كى رنگينيو</w:t>
      </w:r>
      <w:r w:rsidR="007D6C9B">
        <w:rPr>
          <w:rtl/>
        </w:rPr>
        <w:t xml:space="preserve">ں </w:t>
      </w:r>
      <w:r>
        <w:rPr>
          <w:rtl/>
        </w:rPr>
        <w:t>سے بھر پور اشراف كى زند گى تھى ، تيسرا داخلى زندگى مي</w:t>
      </w:r>
      <w:r w:rsidR="007D6C9B">
        <w:rPr>
          <w:rtl/>
        </w:rPr>
        <w:t xml:space="preserve">ں </w:t>
      </w:r>
      <w:r>
        <w:rPr>
          <w:rtl/>
        </w:rPr>
        <w:t>اسے كو ئي پريشانى اور مسئلہ نہ تھا جيسا كہ اشراف اور نا زو نعمت مي</w:t>
      </w:r>
      <w:r w:rsidR="007D6C9B">
        <w:rPr>
          <w:rtl/>
        </w:rPr>
        <w:t xml:space="preserve">ں </w:t>
      </w:r>
      <w:r>
        <w:rPr>
          <w:rtl/>
        </w:rPr>
        <w:t>پلنے والو</w:t>
      </w:r>
      <w:r w:rsidR="007D6C9B">
        <w:rPr>
          <w:rtl/>
        </w:rPr>
        <w:t xml:space="preserve">ں </w:t>
      </w:r>
      <w:r>
        <w:rPr>
          <w:rtl/>
        </w:rPr>
        <w:t>كى زندگى ہو تى ہے اور چوتھا در بار مصر مي</w:t>
      </w:r>
      <w:r w:rsidR="007D6C9B">
        <w:rPr>
          <w:rtl/>
        </w:rPr>
        <w:t xml:space="preserve">ں </w:t>
      </w:r>
      <w:r>
        <w:rPr>
          <w:rtl/>
        </w:rPr>
        <w:t>كسى قسم كى كو ئي پا بندى اور قدغن نہ تھى ان حالات مي</w:t>
      </w:r>
      <w:r w:rsidR="007D6C9B">
        <w:rPr>
          <w:rtl/>
        </w:rPr>
        <w:t xml:space="preserve">ں </w:t>
      </w:r>
      <w:r>
        <w:rPr>
          <w:rtl/>
        </w:rPr>
        <w:t>وہ عورت كہ جوايمان و تقوى سے بھى بے بہر ہ تھى شيطا نى وسوسو</w:t>
      </w:r>
      <w:r w:rsidR="007D6C9B">
        <w:rPr>
          <w:rtl/>
        </w:rPr>
        <w:t xml:space="preserve">ں </w:t>
      </w:r>
      <w:r>
        <w:rPr>
          <w:rtl/>
        </w:rPr>
        <w:t>كى مو جو</w:t>
      </w:r>
      <w:r w:rsidR="007D6C9B">
        <w:rPr>
          <w:rtl/>
        </w:rPr>
        <w:t xml:space="preserve">ں </w:t>
      </w:r>
      <w:r>
        <w:rPr>
          <w:rtl/>
        </w:rPr>
        <w:t>مي</w:t>
      </w:r>
      <w:r w:rsidR="007D6C9B">
        <w:rPr>
          <w:rtl/>
        </w:rPr>
        <w:t xml:space="preserve">ں </w:t>
      </w:r>
      <w:r>
        <w:rPr>
          <w:rtl/>
        </w:rPr>
        <w:t xml:space="preserve">غوطہ زن ہو گئي يہا </w:t>
      </w:r>
      <w:r w:rsidR="007D6C9B">
        <w:rPr>
          <w:rtl/>
        </w:rPr>
        <w:t xml:space="preserve">ں </w:t>
      </w:r>
      <w:r>
        <w:rPr>
          <w:rtl/>
        </w:rPr>
        <w:t xml:space="preserve">تك كہ اس نے ارادہ كر ليا كہ اپنے دل كا راز يوسف سے بيان كرے اور اپنے دل كى تمنا ان سے پورا كر نے كا تقاضا كرے _ </w:t>
      </w:r>
    </w:p>
    <w:p w:rsidR="00DE2D7F" w:rsidRDefault="00DE2D7F" w:rsidP="00D07B54">
      <w:pPr>
        <w:pStyle w:val="libNormal"/>
        <w:rPr>
          <w:rtl/>
        </w:rPr>
      </w:pPr>
      <w:r>
        <w:rPr>
          <w:rtl/>
        </w:rPr>
        <w:t>اپنے مقصد كے حصول كى خاطر اس نے ہر ذر يعہ اور ہر طورطريقہ اختيار كيا اور بڑى خواہش كے ساتھ كو شش كى كہ ان كے دل كو متا ثر كرے جيسا كہ قرآن كہتا ہے :''جس عورت كے گھر يو سف تھے اس نے اپنى آرزو پو رى كرنے كے لئے پيہم ان سے تقاضا كيا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آخر كار جو آخرى راستہ اسے نظر آيايہ تھا كہ ايك دن انھي</w:t>
      </w:r>
      <w:r w:rsidR="007D6C9B">
        <w:rPr>
          <w:rtl/>
        </w:rPr>
        <w:t xml:space="preserve">ں </w:t>
      </w:r>
      <w:r>
        <w:rPr>
          <w:rtl/>
        </w:rPr>
        <w:t>تنہا اپنى خلوت گاہ مي</w:t>
      </w:r>
      <w:r w:rsidR="007D6C9B">
        <w:rPr>
          <w:rtl/>
        </w:rPr>
        <w:t xml:space="preserve">ں </w:t>
      </w:r>
      <w:r>
        <w:rPr>
          <w:rtl/>
        </w:rPr>
        <w:t xml:space="preserve">پھنسالے اور ان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22</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23</w:t>
      </w:r>
      <w:r>
        <w:rPr>
          <w:rtl/>
        </w:rPr>
        <w:t xml:space="preserve"> </w:t>
      </w:r>
    </w:p>
    <w:p w:rsidR="0064144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كے جذبات ابھارنے كے لئے تمام وسائل سے كام لے جاذب تر ين لباس پہنے ، بہتر ين بنائوسنگھار كرے بہت مہك دارعطر لگا ئے اور اس طرح سے آرا</w:t>
      </w:r>
      <w:r w:rsidR="00091C36">
        <w:rPr>
          <w:rtl/>
        </w:rPr>
        <w:t xml:space="preserve">ئش </w:t>
      </w:r>
      <w:r>
        <w:rPr>
          <w:rtl/>
        </w:rPr>
        <w:t xml:space="preserve"> وزيبا</w:t>
      </w:r>
      <w:r w:rsidR="00091C36">
        <w:rPr>
          <w:rtl/>
        </w:rPr>
        <w:t xml:space="preserve">ئش </w:t>
      </w:r>
      <w:r>
        <w:rPr>
          <w:rtl/>
        </w:rPr>
        <w:t xml:space="preserve"> كرے كہ يو سف جيسے قوى انسان كو گھٹنے ٹيكنے پر مجبور كردے _ </w:t>
      </w:r>
    </w:p>
    <w:p w:rsidR="00DE2D7F" w:rsidRDefault="00DE2D7F" w:rsidP="00D07B54">
      <w:pPr>
        <w:pStyle w:val="libNormal"/>
        <w:rPr>
          <w:rtl/>
        </w:rPr>
      </w:pPr>
      <w:r>
        <w:rPr>
          <w:rtl/>
        </w:rPr>
        <w:t>قرآن كہتا ہے :'' اس نے سارے دروازو</w:t>
      </w:r>
      <w:r w:rsidR="007D6C9B">
        <w:rPr>
          <w:rtl/>
        </w:rPr>
        <w:t xml:space="preserve">ں </w:t>
      </w:r>
      <w:r>
        <w:rPr>
          <w:rtl/>
        </w:rPr>
        <w:t>كو اچھى طرح بند كر ليا اور كہا آئو مي</w:t>
      </w:r>
      <w:r w:rsidR="007D6C9B">
        <w:rPr>
          <w:rtl/>
        </w:rPr>
        <w:t xml:space="preserve">ں </w:t>
      </w:r>
      <w:r>
        <w:rPr>
          <w:rtl/>
        </w:rPr>
        <w:t>تمہارے لئے حاضر ہو</w:t>
      </w:r>
      <w:r w:rsidR="007D6C9B">
        <w:rPr>
          <w:rtl/>
        </w:rPr>
        <w:t xml:space="preserve">ں </w:t>
      </w:r>
      <w:r>
        <w:rPr>
          <w:rtl/>
        </w:rPr>
        <w:t xml:space="preserve">''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5D0437" w:rsidRDefault="00DE2D7F" w:rsidP="00D07B54">
      <w:pPr>
        <w:pStyle w:val="Heading2Center"/>
        <w:rPr>
          <w:rtl/>
        </w:rPr>
      </w:pPr>
      <w:bookmarkStart w:id="146" w:name="_Toc7268543"/>
      <w:r>
        <w:rPr>
          <w:rtl/>
        </w:rPr>
        <w:t>زليخا نے ساتو</w:t>
      </w:r>
      <w:r w:rsidR="007D6C9B">
        <w:rPr>
          <w:rtl/>
        </w:rPr>
        <w:t xml:space="preserve">ں </w:t>
      </w:r>
      <w:r>
        <w:rPr>
          <w:rtl/>
        </w:rPr>
        <w:t>دروازے بند كر دئے</w:t>
      </w:r>
      <w:bookmarkEnd w:id="146"/>
      <w:r>
        <w:rPr>
          <w:rtl/>
        </w:rPr>
        <w:t xml:space="preserve"> </w:t>
      </w:r>
    </w:p>
    <w:p w:rsidR="00DE2D7F" w:rsidRDefault="00DE2D7F" w:rsidP="00D07B54">
      <w:pPr>
        <w:pStyle w:val="libNormal"/>
        <w:rPr>
          <w:rtl/>
        </w:rPr>
      </w:pPr>
      <w:r>
        <w:rPr>
          <w:rtl/>
        </w:rPr>
        <w:t>اس نے تمام دروازے مضبوطى سے بند كئے اس سے ظاہر ہو تا ہے كہ وہ يو سف كو محل كى ايسى جگہ پرلے گئي كہ جہا</w:t>
      </w:r>
      <w:r w:rsidR="007D6C9B">
        <w:rPr>
          <w:rtl/>
        </w:rPr>
        <w:t xml:space="preserve">ں </w:t>
      </w:r>
      <w:r>
        <w:rPr>
          <w:rtl/>
        </w:rPr>
        <w:t>كمرے بنے ہوئے تھے اور جيسا كہ بعض روايات مي</w:t>
      </w:r>
      <w:r w:rsidR="007D6C9B">
        <w:rPr>
          <w:rtl/>
        </w:rPr>
        <w:t xml:space="preserve">ں </w:t>
      </w:r>
      <w:r>
        <w:rPr>
          <w:rtl/>
        </w:rPr>
        <w:t xml:space="preserve">آيا ہے اس نے سات درواز ے بند كئے تا كہ يو سف كے لئے فرار كى كو ئي راہ باقى نہ رہے _ </w:t>
      </w:r>
    </w:p>
    <w:p w:rsidR="00DE2D7F" w:rsidRDefault="00DE2D7F" w:rsidP="00D07B54">
      <w:pPr>
        <w:pStyle w:val="libNormal"/>
        <w:rPr>
          <w:rtl/>
        </w:rPr>
      </w:pPr>
      <w:r>
        <w:rPr>
          <w:rtl/>
        </w:rPr>
        <w:t>علاوہ ازي</w:t>
      </w:r>
      <w:r w:rsidR="007D6C9B">
        <w:rPr>
          <w:rtl/>
        </w:rPr>
        <w:t xml:space="preserve">ں </w:t>
      </w:r>
      <w:r>
        <w:rPr>
          <w:rtl/>
        </w:rPr>
        <w:t>شايد وہ اس طرح حضرت يو سف كو سمجھا نا چاہتى تھى كہ وہ راز فاش ہو نے سے پريشان نہ ہو</w:t>
      </w:r>
      <w:r w:rsidR="007D6C9B">
        <w:rPr>
          <w:rtl/>
        </w:rPr>
        <w:t xml:space="preserve">ں </w:t>
      </w:r>
      <w:r>
        <w:rPr>
          <w:rtl/>
        </w:rPr>
        <w:t>كيو نكہ ان بنددروازو</w:t>
      </w:r>
      <w:r w:rsidR="007D6C9B">
        <w:rPr>
          <w:rtl/>
        </w:rPr>
        <w:t xml:space="preserve">ں </w:t>
      </w:r>
      <w:r>
        <w:rPr>
          <w:rtl/>
        </w:rPr>
        <w:t>كے ہو تے ہوئے كسى شخص كے بس مي</w:t>
      </w:r>
      <w:r w:rsidR="007D6C9B">
        <w:rPr>
          <w:rtl/>
        </w:rPr>
        <w:t xml:space="preserve">ں </w:t>
      </w:r>
      <w:r>
        <w:rPr>
          <w:rtl/>
        </w:rPr>
        <w:t>نہي</w:t>
      </w:r>
      <w:r w:rsidR="007D6C9B">
        <w:rPr>
          <w:rtl/>
        </w:rPr>
        <w:t xml:space="preserve">ں </w:t>
      </w:r>
      <w:r>
        <w:rPr>
          <w:rtl/>
        </w:rPr>
        <w:t xml:space="preserve">كہ وہ اندرآسكے _ </w:t>
      </w:r>
    </w:p>
    <w:p w:rsidR="00DE2D7F" w:rsidRDefault="00DE2D7F" w:rsidP="00D07B54">
      <w:pPr>
        <w:pStyle w:val="libNormal"/>
        <w:rPr>
          <w:rtl/>
        </w:rPr>
      </w:pPr>
      <w:r>
        <w:rPr>
          <w:rtl/>
        </w:rPr>
        <w:t>جب حضرت يو سف (ع) نے ديكھا كہ تمام حالات لغزش وگناہ كى حما يت مي</w:t>
      </w:r>
      <w:r w:rsidR="007D6C9B">
        <w:rPr>
          <w:rtl/>
        </w:rPr>
        <w:t xml:space="preserve">ں </w:t>
      </w:r>
      <w:r>
        <w:rPr>
          <w:rtl/>
        </w:rPr>
        <w:t>ہي</w:t>
      </w:r>
      <w:r w:rsidR="007D6C9B">
        <w:rPr>
          <w:rtl/>
        </w:rPr>
        <w:t xml:space="preserve">ں </w:t>
      </w:r>
      <w:r>
        <w:rPr>
          <w:rtl/>
        </w:rPr>
        <w:t>اور ان كے لئے كوئي راستہ باقى نہي</w:t>
      </w:r>
      <w:r w:rsidR="007D6C9B">
        <w:rPr>
          <w:rtl/>
        </w:rPr>
        <w:t xml:space="preserve">ں </w:t>
      </w:r>
      <w:r>
        <w:rPr>
          <w:rtl/>
        </w:rPr>
        <w:t>رہ گيا تو انہو</w:t>
      </w:r>
      <w:r w:rsidR="007D6C9B">
        <w:rPr>
          <w:rtl/>
        </w:rPr>
        <w:t xml:space="preserve">ں </w:t>
      </w:r>
      <w:r>
        <w:rPr>
          <w:rtl/>
        </w:rPr>
        <w:t>نے زليخا كو بس يہ جواب ديا :''مي</w:t>
      </w:r>
      <w:r w:rsidR="007D6C9B">
        <w:rPr>
          <w:rtl/>
        </w:rPr>
        <w:t xml:space="preserve">ں </w:t>
      </w:r>
      <w:r>
        <w:rPr>
          <w:rtl/>
        </w:rPr>
        <w:t>خداسے پناہ ما نگتا ہو</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طرح حضرت يو سف نے زوجہء عزيز كى خواہش كو قطعى وحتمى طور پر رد ّكرديا اور اسے سمجھاياكہ وہ ہر گز اس كے سامنے سر تسليم خم نہي</w:t>
      </w:r>
      <w:r w:rsidR="007D6C9B">
        <w:rPr>
          <w:rtl/>
        </w:rPr>
        <w:t xml:space="preserve">ں </w:t>
      </w:r>
      <w:r>
        <w:rPr>
          <w:rtl/>
        </w:rPr>
        <w:t>كر ي</w:t>
      </w:r>
      <w:r w:rsidR="007D6C9B">
        <w:rPr>
          <w:rtl/>
        </w:rPr>
        <w:t xml:space="preserve">ں </w:t>
      </w:r>
      <w:r>
        <w:rPr>
          <w:rtl/>
        </w:rPr>
        <w:t>گے آپ نے ضمناً اسے اور تمام افراد كو يہ حقيقت سمجھا دى كہ ايسے سخت اور بحرانى حالات مي</w:t>
      </w:r>
      <w:r w:rsidR="007D6C9B">
        <w:rPr>
          <w:rtl/>
        </w:rPr>
        <w:t xml:space="preserve">ں </w:t>
      </w:r>
      <w:r>
        <w:rPr>
          <w:rtl/>
        </w:rPr>
        <w:t xml:space="preserve">شيطا نى وسو سو </w:t>
      </w:r>
      <w:r w:rsidR="007D6C9B">
        <w:rPr>
          <w:rtl/>
        </w:rPr>
        <w:t xml:space="preserve">ں </w:t>
      </w:r>
      <w:r>
        <w:rPr>
          <w:rtl/>
        </w:rPr>
        <w:t>اور ان سے كہ جو شيطانى اخلاق وعادات ركھتے ہي</w:t>
      </w:r>
      <w:r w:rsidR="007D6C9B">
        <w:rPr>
          <w:rtl/>
        </w:rPr>
        <w:t xml:space="preserve">ں </w:t>
      </w:r>
      <w:r>
        <w:rPr>
          <w:rtl/>
        </w:rPr>
        <w:t>نجات كيلئے ايك ہى راستہ ہے اور وہ يہ كہ خدا كى طرف پناہ لى جائے ،وہ خدا جس كے لئے خلوت اور بزم ايك سى ہے اور جس كے ارادے كے سامنے كوئي چيز نہي</w:t>
      </w:r>
      <w:r w:rsidR="007D6C9B">
        <w:rPr>
          <w:rtl/>
        </w:rPr>
        <w:t xml:space="preserve">ں </w:t>
      </w:r>
      <w:r>
        <w:rPr>
          <w:rtl/>
        </w:rPr>
        <w:t xml:space="preserve">ٹھہر سكتى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يوسف آيت</w:t>
      </w:r>
      <w:r w:rsidR="00E664BB">
        <w:rPr>
          <w:rtl/>
        </w:rPr>
        <w:t>23</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23</w:t>
      </w:r>
      <w:r>
        <w:rPr>
          <w:rtl/>
        </w:rPr>
        <w:t xml:space="preserve"> </w:t>
      </w:r>
    </w:p>
    <w:p w:rsidR="005D0437" w:rsidRDefault="001648F9" w:rsidP="00D07B54">
      <w:pPr>
        <w:pStyle w:val="libNormal"/>
        <w:rPr>
          <w:rtl/>
        </w:rPr>
      </w:pPr>
      <w:r>
        <w:rPr>
          <w:rtl/>
        </w:rPr>
        <w:t xml:space="preserve"> </w:t>
      </w:r>
      <w:r>
        <w:rPr>
          <w:rtl/>
        </w:rPr>
        <w:br w:type="page"/>
      </w:r>
    </w:p>
    <w:p w:rsidR="005D0437" w:rsidRDefault="005D0437" w:rsidP="00D07B54">
      <w:pPr>
        <w:pStyle w:val="libNormal"/>
        <w:rPr>
          <w:rtl/>
        </w:rPr>
      </w:pPr>
    </w:p>
    <w:p w:rsidR="00DE2D7F" w:rsidRDefault="00DE2D7F" w:rsidP="00D07B54">
      <w:pPr>
        <w:pStyle w:val="libNormal"/>
        <w:rPr>
          <w:rtl/>
        </w:rPr>
      </w:pPr>
      <w:r>
        <w:rPr>
          <w:rtl/>
        </w:rPr>
        <w:t>اس مختصر سے جملے سے انہو</w:t>
      </w:r>
      <w:r w:rsidR="007D6C9B">
        <w:rPr>
          <w:rtl/>
        </w:rPr>
        <w:t xml:space="preserve">ں </w:t>
      </w:r>
      <w:r>
        <w:rPr>
          <w:rtl/>
        </w:rPr>
        <w:t>نے عقيدے اور عمل كے لحاظ سے خدا كى وحدا نيت كا اعتراف كيا اس كے بعد مزيد كہا كہ ''تمام چيزو</w:t>
      </w:r>
      <w:r w:rsidR="007D6C9B">
        <w:rPr>
          <w:rtl/>
        </w:rPr>
        <w:t xml:space="preserve">ں </w:t>
      </w:r>
      <w:r>
        <w:rPr>
          <w:rtl/>
        </w:rPr>
        <w:t>سے قطع نظر مي</w:t>
      </w:r>
      <w:r w:rsidR="007D6C9B">
        <w:rPr>
          <w:rtl/>
        </w:rPr>
        <w:t xml:space="preserve">ں </w:t>
      </w:r>
      <w:r>
        <w:rPr>
          <w:rtl/>
        </w:rPr>
        <w:t>اس خواہش كے سامنے كس طرح سے سرتسليم خم كرلو</w:t>
      </w:r>
      <w:r w:rsidR="007D6C9B">
        <w:rPr>
          <w:rtl/>
        </w:rPr>
        <w:t xml:space="preserve">ں </w:t>
      </w:r>
      <w:r>
        <w:rPr>
          <w:rtl/>
        </w:rPr>
        <w:t>جبكہ مي</w:t>
      </w:r>
      <w:r w:rsidR="007D6C9B">
        <w:rPr>
          <w:rtl/>
        </w:rPr>
        <w:t xml:space="preserve">ں </w:t>
      </w:r>
      <w:r>
        <w:rPr>
          <w:rtl/>
        </w:rPr>
        <w:t>عزيز مصر كے گھرمي</w:t>
      </w:r>
      <w:r w:rsidR="007D6C9B">
        <w:rPr>
          <w:rtl/>
        </w:rPr>
        <w:t xml:space="preserve">ں </w:t>
      </w:r>
      <w:r>
        <w:rPr>
          <w:rtl/>
        </w:rPr>
        <w:t>رہتا ہو</w:t>
      </w:r>
      <w:r w:rsidR="007D6C9B">
        <w:rPr>
          <w:rtl/>
        </w:rPr>
        <w:t xml:space="preserve">ں </w:t>
      </w:r>
      <w:r>
        <w:rPr>
          <w:rtl/>
        </w:rPr>
        <w:t>اس كے دستر خوان پر ہو</w:t>
      </w:r>
      <w:r w:rsidR="007D6C9B">
        <w:rPr>
          <w:rtl/>
        </w:rPr>
        <w:t xml:space="preserve">ں </w:t>
      </w:r>
      <w:r>
        <w:rPr>
          <w:rtl/>
        </w:rPr>
        <w:t>او ر اس نے مجھے بہت احترام سے ركھا ہوا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''كيا يہ واضح ظلم اور خيانت نہ ہوگى يقيناستمگار فلاح نہي</w:t>
      </w:r>
      <w:r w:rsidR="007D6C9B">
        <w:rPr>
          <w:rtl/>
        </w:rPr>
        <w:t xml:space="preserve">ں </w:t>
      </w:r>
      <w:r>
        <w:rPr>
          <w:rtl/>
        </w:rPr>
        <w:t>پائي</w:t>
      </w:r>
      <w:r w:rsidR="007D6C9B">
        <w:rPr>
          <w:rtl/>
        </w:rPr>
        <w:t xml:space="preserve">ں </w:t>
      </w:r>
      <w:r>
        <w:rPr>
          <w:rtl/>
        </w:rPr>
        <w:t xml:space="preserve">گے_''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5D0437" w:rsidRDefault="00DE2D7F" w:rsidP="00D07B54">
      <w:pPr>
        <w:pStyle w:val="Heading2Center"/>
        <w:rPr>
          <w:rtl/>
        </w:rPr>
      </w:pPr>
      <w:bookmarkStart w:id="147" w:name="_Toc7268544"/>
      <w:r>
        <w:rPr>
          <w:rtl/>
        </w:rPr>
        <w:t>حضرت يوسف(ع) كے دل مي</w:t>
      </w:r>
      <w:r w:rsidR="007D6C9B">
        <w:rPr>
          <w:rtl/>
        </w:rPr>
        <w:t xml:space="preserve">ں </w:t>
      </w:r>
      <w:r>
        <w:rPr>
          <w:rtl/>
        </w:rPr>
        <w:t>ايك طوفان</w:t>
      </w:r>
      <w:bookmarkEnd w:id="147"/>
    </w:p>
    <w:p w:rsidR="00DE2D7F" w:rsidRDefault="00DE2D7F" w:rsidP="00D07B54">
      <w:pPr>
        <w:pStyle w:val="libNormal"/>
        <w:rPr>
          <w:rtl/>
        </w:rPr>
      </w:pPr>
      <w:r>
        <w:rPr>
          <w:rtl/>
        </w:rPr>
        <w:t xml:space="preserve"> يہا</w:t>
      </w:r>
      <w:r w:rsidR="007D6C9B">
        <w:rPr>
          <w:rtl/>
        </w:rPr>
        <w:t xml:space="preserve">ں </w:t>
      </w:r>
      <w:r>
        <w:rPr>
          <w:rtl/>
        </w:rPr>
        <w:t>يو سف اور زوجہ عزيز كا معا ملہ نہايت باريك مر حلے اور انتہائي حساس كيفيت تك پہنچ جاتا ہے جس كے متعلق قرآن بہت معنى خيز انداز مي</w:t>
      </w:r>
      <w:r w:rsidR="007D6C9B">
        <w:rPr>
          <w:rtl/>
        </w:rPr>
        <w:t xml:space="preserve">ں </w:t>
      </w:r>
      <w:r>
        <w:rPr>
          <w:rtl/>
        </w:rPr>
        <w:t>گفتگو كرتا ہے :'' عزيز مصر كى بيوى نے اس كا قصد كيا اور اگر يوسف بھى بر ہان پر ور دگار نہ ديكھتا تو ايسا ارادہ كرليتا _''</w:t>
      </w:r>
      <w:r w:rsidRPr="00AD1EF3">
        <w:rPr>
          <w:rStyle w:val="libFootnotenumChar"/>
          <w:rtl/>
        </w:rPr>
        <w:t>(</w:t>
      </w:r>
      <w:r w:rsidR="00E664BB" w:rsidRPr="00AD1EF3">
        <w:rPr>
          <w:rStyle w:val="libFootnotenumChar"/>
          <w:rtl/>
        </w:rPr>
        <w:t>3</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اس جگہ ايك بت تھا كہ جو زوجہ عزيز كا معبود شما ر ہو تا تھا اچا نك اس عورت كى نگاہ اس بت پر پڑى اسے يو</w:t>
      </w:r>
      <w:r w:rsidR="007D6C9B">
        <w:rPr>
          <w:rtl/>
        </w:rPr>
        <w:t xml:space="preserve">ں </w:t>
      </w:r>
      <w:r>
        <w:rPr>
          <w:rtl/>
        </w:rPr>
        <w:t>محسوس ہوا جيسے وہ اسے گھور رہا ہے اور اس كى خيانت آميز حركات كو غيض وغضب كى نگاہ سے ديكھ رہا ہے وہ اٹھى اور اس بت پر كپڑا ڈال ديا يو سف نے يہ منظر ديكھا تو ان كے دل مي</w:t>
      </w:r>
      <w:r w:rsidR="007D6C9B">
        <w:rPr>
          <w:rtl/>
        </w:rPr>
        <w:t xml:space="preserve">ں </w:t>
      </w:r>
      <w:r>
        <w:rPr>
          <w:rtl/>
        </w:rPr>
        <w:t xml:space="preserve">ايك طوفان اٹھ كھڑا ہو،ا وروہ لرز گئے اور كہنے لگے: </w:t>
      </w:r>
    </w:p>
    <w:p w:rsidR="00DE2D7F" w:rsidRDefault="00DE2D7F" w:rsidP="00D07B54">
      <w:pPr>
        <w:pStyle w:val="libNormal"/>
        <w:rPr>
          <w:rtl/>
        </w:rPr>
      </w:pPr>
      <w:r>
        <w:rPr>
          <w:rtl/>
        </w:rPr>
        <w:t>تو تو ايك بے عقل ،بے شعور ،بے حس ، وبے تشخيص عارى بت سے شرم كر تى ہے ،كيسے ممكن ہے كہ مي</w:t>
      </w:r>
      <w:r w:rsidR="007D6C9B">
        <w:rPr>
          <w:rtl/>
        </w:rPr>
        <w:t xml:space="preserve">ں </w:t>
      </w:r>
      <w:r>
        <w:rPr>
          <w:rtl/>
        </w:rPr>
        <w:t>اپنے پروردگار سے شرم نہ كرو</w:t>
      </w:r>
      <w:r w:rsidR="007D6C9B">
        <w:rPr>
          <w:rtl/>
        </w:rPr>
        <w:t xml:space="preserve">ں </w:t>
      </w:r>
      <w:r>
        <w:rPr>
          <w:rtl/>
        </w:rPr>
        <w:t>جو تمام چيزو</w:t>
      </w:r>
      <w:r w:rsidR="007D6C9B">
        <w:rPr>
          <w:rtl/>
        </w:rPr>
        <w:t xml:space="preserve">ں </w:t>
      </w:r>
      <w:r>
        <w:rPr>
          <w:rtl/>
        </w:rPr>
        <w:t>كو جا نتا ہے اور تمام مخفى امور اور خلوت گا ہو</w:t>
      </w:r>
      <w:r w:rsidR="007D6C9B">
        <w:rPr>
          <w:rtl/>
        </w:rPr>
        <w:t xml:space="preserve">ں </w:t>
      </w:r>
      <w:r>
        <w:rPr>
          <w:rtl/>
        </w:rPr>
        <w:t xml:space="preserve">سے با خبر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w:t>
      </w:r>
      <w:r w:rsidR="00E664BB">
        <w:rPr>
          <w:rtl/>
        </w:rPr>
        <w:t>2</w:t>
      </w:r>
      <w:r>
        <w:rPr>
          <w:rtl/>
        </w:rPr>
        <w:t xml:space="preserve">)سورہ يوسف آيت </w:t>
      </w:r>
      <w:r w:rsidR="00E664BB">
        <w:rPr>
          <w:rtl/>
        </w:rPr>
        <w:t>23</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24</w:t>
      </w:r>
      <w:r>
        <w:rPr>
          <w:rtl/>
        </w:rPr>
        <w:t xml:space="preserve"> </w:t>
      </w:r>
    </w:p>
    <w:p w:rsidR="00DE2D7F" w:rsidRDefault="00DE2D7F" w:rsidP="00D07B54">
      <w:pPr>
        <w:pStyle w:val="libFootnote"/>
        <w:rPr>
          <w:rtl/>
        </w:rPr>
      </w:pPr>
      <w:r>
        <w:rPr>
          <w:rtl/>
        </w:rPr>
        <w:t>(</w:t>
      </w:r>
      <w:r w:rsidR="00E664BB">
        <w:rPr>
          <w:rtl/>
        </w:rPr>
        <w:t>4</w:t>
      </w:r>
      <w:r>
        <w:rPr>
          <w:rtl/>
        </w:rPr>
        <w:t>)اس جملہ كے بارے مي</w:t>
      </w:r>
      <w:r w:rsidR="007D6C9B">
        <w:rPr>
          <w:rtl/>
        </w:rPr>
        <w:t xml:space="preserve">ں </w:t>
      </w:r>
      <w:r>
        <w:rPr>
          <w:rtl/>
        </w:rPr>
        <w:t>بہت زيادہ اختلاف ہے ،اسى طرح وہ برہان پروردگار جس كے ذريعہ سے جناب يوسف بچ گئے ،كے بارے مي</w:t>
      </w:r>
      <w:r w:rsidR="007D6C9B">
        <w:rPr>
          <w:rtl/>
        </w:rPr>
        <w:t xml:space="preserve">ں </w:t>
      </w:r>
      <w:r>
        <w:rPr>
          <w:rtl/>
        </w:rPr>
        <w:t>اختلاف ہےرجوع كري</w:t>
      </w:r>
      <w:r w:rsidR="007D6C9B">
        <w:rPr>
          <w:rtl/>
        </w:rPr>
        <w:t xml:space="preserve">ں </w:t>
      </w:r>
      <w:r>
        <w:rPr>
          <w:rtl/>
        </w:rPr>
        <w:t>تفسير نمونہ ج</w:t>
      </w:r>
      <w:r w:rsidR="00E664BB">
        <w:rPr>
          <w:rtl/>
        </w:rPr>
        <w:t>5</w:t>
      </w:r>
      <w:r>
        <w:rPr>
          <w:rtl/>
        </w:rPr>
        <w:t>/</w:t>
      </w:r>
      <w:r w:rsidR="00E664BB">
        <w:rPr>
          <w:rtl/>
        </w:rPr>
        <w:t>413</w:t>
      </w:r>
      <w:r>
        <w:rPr>
          <w:rtl/>
        </w:rPr>
        <w:t xml:space="preserve"> </w:t>
      </w:r>
    </w:p>
    <w:p w:rsidR="005D0437"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احساس نے يو سف كو ايك نئي توانائي اور قوت بخشى اور شديد جنگ كہ جوان كى روح كى گہرائيو</w:t>
      </w:r>
      <w:r w:rsidR="007D6C9B">
        <w:rPr>
          <w:rtl/>
        </w:rPr>
        <w:t xml:space="preserve">ں </w:t>
      </w:r>
      <w:r>
        <w:rPr>
          <w:rtl/>
        </w:rPr>
        <w:t>مي</w:t>
      </w:r>
      <w:r w:rsidR="007D6C9B">
        <w:rPr>
          <w:rtl/>
        </w:rPr>
        <w:t xml:space="preserve">ں </w:t>
      </w:r>
      <w:r>
        <w:rPr>
          <w:rtl/>
        </w:rPr>
        <w:t>جذ بات اور عقل كے درميان جارى تھى اس مي</w:t>
      </w:r>
      <w:r w:rsidR="007D6C9B">
        <w:rPr>
          <w:rtl/>
        </w:rPr>
        <w:t xml:space="preserve">ں </w:t>
      </w:r>
      <w:r>
        <w:rPr>
          <w:rtl/>
        </w:rPr>
        <w:t>ان كى مدد كى تاكہ وہ جذ بات كى سر كش موجو</w:t>
      </w:r>
      <w:r w:rsidR="007D6C9B">
        <w:rPr>
          <w:rtl/>
        </w:rPr>
        <w:t xml:space="preserve">ں </w:t>
      </w:r>
      <w:r>
        <w:rPr>
          <w:rtl/>
        </w:rPr>
        <w:t>كو پيچھے ڈھكيل سكي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قران مجيد كہتا ہے :ہم نے يوسف (ع) كو اپنى ايسى برہان پيش كى تاكہ بدى اور فحشاء كو اس سے دور كري</w:t>
      </w:r>
      <w:r w:rsidR="007D6C9B">
        <w:rPr>
          <w:rtl/>
        </w:rPr>
        <w:t xml:space="preserve">ں </w:t>
      </w:r>
      <w:r>
        <w:rPr>
          <w:rtl/>
        </w:rPr>
        <w:t>،كيونكہ وہ ہمارے بر گزيدہ اور مخلص بندو</w:t>
      </w:r>
      <w:r w:rsidR="007D6C9B">
        <w:rPr>
          <w:rtl/>
        </w:rPr>
        <w:t xml:space="preserve">ں </w:t>
      </w:r>
      <w:r>
        <w:rPr>
          <w:rtl/>
        </w:rPr>
        <w:t>مي</w:t>
      </w:r>
      <w:r w:rsidR="007D6C9B">
        <w:rPr>
          <w:rtl/>
        </w:rPr>
        <w:t xml:space="preserve">ں </w:t>
      </w:r>
      <w:r>
        <w:rPr>
          <w:rtl/>
        </w:rPr>
        <w:t>سے تھا_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يہ اس طرف اشارہ ہے كہ ہم نے جو اس كے لئے غيبى اور روحا نى مدد بھيجى تا كہ وہ بدى اور گناہ سے رہائي پا ئے ،تو يہ بے دليل نہي</w:t>
      </w:r>
      <w:r w:rsidR="007D6C9B">
        <w:rPr>
          <w:rtl/>
        </w:rPr>
        <w:t xml:space="preserve">ں </w:t>
      </w:r>
      <w:r>
        <w:rPr>
          <w:rtl/>
        </w:rPr>
        <w:t>تھا وہ ايك ايسا بند ہ تھا جس نے اپنے آپ كومعرفت، ايمان پرہيز گارى اور پاكيز ہ عمل سے آراستہ كيا ہوا تھا اور اس كا قلب وروح شرك كى تاريكيو</w:t>
      </w:r>
      <w:r w:rsidR="007D6C9B">
        <w:rPr>
          <w:rtl/>
        </w:rPr>
        <w:t xml:space="preserve">ں </w:t>
      </w:r>
      <w:r>
        <w:rPr>
          <w:rtl/>
        </w:rPr>
        <w:t>سے پاك اور خالص تھا اسى لئے وہ ايسى خدائي امدا د كى اہليت وليا قت ركھتا تھا_ اس دليل كا ذكر نشاندہى كرتا ہے كہ ايسى خدائي امداد جو طغيانى وبحرانى لمحات مي</w:t>
      </w:r>
      <w:r w:rsidR="007D6C9B">
        <w:rPr>
          <w:rtl/>
        </w:rPr>
        <w:t xml:space="preserve">ں </w:t>
      </w:r>
      <w:r>
        <w:rPr>
          <w:rtl/>
        </w:rPr>
        <w:t>يوسف جيسے نبى كو ميسر آئي تھى ان سے مخصوص نہ تھى بلكہ جو شخص بھى خدا كے خالص بندو</w:t>
      </w:r>
      <w:r w:rsidR="007D6C9B">
        <w:rPr>
          <w:rtl/>
        </w:rPr>
        <w:t xml:space="preserve">ں </w:t>
      </w:r>
      <w:r>
        <w:rPr>
          <w:rtl/>
        </w:rPr>
        <w:t>اور ''عباد اللہ المخلصين'' كے زمرے مي</w:t>
      </w:r>
      <w:r w:rsidR="007D6C9B">
        <w:rPr>
          <w:rtl/>
        </w:rPr>
        <w:t xml:space="preserve">ں </w:t>
      </w:r>
      <w:r>
        <w:rPr>
          <w:rtl/>
        </w:rPr>
        <w:t>آتا ہو ايسى نعمات كے لائق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)وہ بے بنيا د روايات جو مفسرين نے نقل كى ہے كہ جن كے مطابق حضرت يوسف نے گناہ كا ارادہ كر ليا تھا اچانك حالت مكاشفہ مي</w:t>
      </w:r>
      <w:r w:rsidR="007D6C9B">
        <w:rPr>
          <w:rtl/>
        </w:rPr>
        <w:t xml:space="preserve">ں </w:t>
      </w:r>
      <w:r>
        <w:rPr>
          <w:rtl/>
        </w:rPr>
        <w:t>جبرئيل يا حضرت يعقوب (ع) كو ديكھا جو اپنى انگلى دانتو</w:t>
      </w:r>
      <w:r w:rsidR="007D6C9B">
        <w:rPr>
          <w:rtl/>
        </w:rPr>
        <w:t xml:space="preserve">ں </w:t>
      </w:r>
      <w:r>
        <w:rPr>
          <w:rtl/>
        </w:rPr>
        <w:t>سے كاٹ رہے تھے انھي</w:t>
      </w:r>
      <w:r w:rsidR="007D6C9B">
        <w:rPr>
          <w:rtl/>
        </w:rPr>
        <w:t xml:space="preserve">ں </w:t>
      </w:r>
      <w:r>
        <w:rPr>
          <w:rtl/>
        </w:rPr>
        <w:t>ديكھا تو يوسف پيچھے ہٹ گئے، ايسى روايات كى كوئي معتبر سند نہي</w:t>
      </w:r>
      <w:r w:rsidR="007D6C9B">
        <w:rPr>
          <w:rtl/>
        </w:rPr>
        <w:t xml:space="preserve">ں </w:t>
      </w:r>
      <w:r>
        <w:rPr>
          <w:rtl/>
        </w:rPr>
        <w:t>ہے،يہ اسرائيليات كى طرح ہي</w:t>
      </w:r>
      <w:r w:rsidR="007D6C9B">
        <w:rPr>
          <w:rtl/>
        </w:rPr>
        <w:t xml:space="preserve">ں </w:t>
      </w:r>
      <w:r>
        <w:rPr>
          <w:rtl/>
        </w:rPr>
        <w:t>اور كوتاہ فكر انسانو</w:t>
      </w:r>
      <w:r w:rsidR="007D6C9B">
        <w:rPr>
          <w:rtl/>
        </w:rPr>
        <w:t xml:space="preserve">ں </w:t>
      </w:r>
      <w:r>
        <w:rPr>
          <w:rtl/>
        </w:rPr>
        <w:t>كے دماغو</w:t>
      </w:r>
      <w:r w:rsidR="007D6C9B">
        <w:rPr>
          <w:rtl/>
        </w:rPr>
        <w:t xml:space="preserve">ں </w:t>
      </w:r>
      <w:r>
        <w:rPr>
          <w:rtl/>
        </w:rPr>
        <w:t>كى پيدا وار ہي</w:t>
      </w:r>
      <w:r w:rsidR="007D6C9B">
        <w:rPr>
          <w:rtl/>
        </w:rPr>
        <w:t xml:space="preserve">ں </w:t>
      </w:r>
      <w:r>
        <w:rPr>
          <w:rtl/>
        </w:rPr>
        <w:t>جنھو</w:t>
      </w:r>
      <w:r w:rsidR="007D6C9B">
        <w:rPr>
          <w:rtl/>
        </w:rPr>
        <w:t xml:space="preserve">ں </w:t>
      </w:r>
      <w:r>
        <w:rPr>
          <w:rtl/>
        </w:rPr>
        <w:t>نے مقام انبياء كو بالكل نہي</w:t>
      </w:r>
      <w:r w:rsidR="007D6C9B">
        <w:rPr>
          <w:rtl/>
        </w:rPr>
        <w:t xml:space="preserve">ں </w:t>
      </w:r>
      <w:r>
        <w:rPr>
          <w:rtl/>
        </w:rPr>
        <w:t xml:space="preserve">سمجھا_ </w:t>
      </w:r>
    </w:p>
    <w:p w:rsidR="00DE2D7F" w:rsidRDefault="00DE2D7F" w:rsidP="00D07B54">
      <w:pPr>
        <w:pStyle w:val="libFootnote"/>
        <w:rPr>
          <w:rtl/>
        </w:rPr>
      </w:pPr>
      <w:r>
        <w:rPr>
          <w:rtl/>
        </w:rPr>
        <w:t>(</w:t>
      </w:r>
      <w:r w:rsidR="00E664BB">
        <w:rPr>
          <w:rtl/>
        </w:rPr>
        <w:t>2</w:t>
      </w:r>
      <w:r>
        <w:rPr>
          <w:rtl/>
        </w:rPr>
        <w:t xml:space="preserve">)سورہ يوسف ايت </w:t>
      </w:r>
      <w:r w:rsidR="00E664BB">
        <w:rPr>
          <w:rtl/>
        </w:rPr>
        <w:t>24</w:t>
      </w:r>
      <w:r>
        <w:rPr>
          <w:rtl/>
        </w:rPr>
        <w:t xml:space="preserve"> </w:t>
      </w:r>
    </w:p>
    <w:p w:rsidR="009F4E7D" w:rsidRDefault="00DE2D7F" w:rsidP="00D07B54">
      <w:pPr>
        <w:pStyle w:val="libFootnote"/>
        <w:rPr>
          <w:rtl/>
        </w:rPr>
      </w:pPr>
      <w:r>
        <w:rPr>
          <w:rtl/>
        </w:rPr>
        <w:t>(</w:t>
      </w:r>
      <w:r w:rsidR="00E664BB">
        <w:rPr>
          <w:rtl/>
        </w:rPr>
        <w:t>3</w:t>
      </w:r>
      <w:r>
        <w:rPr>
          <w:rtl/>
        </w:rPr>
        <w:t xml:space="preserve">)متين و پاكيزہ كلام :قران كے عجيب و غريب پہلوو </w:t>
      </w:r>
      <w:r w:rsidR="007D6C9B">
        <w:rPr>
          <w:rtl/>
        </w:rPr>
        <w:t xml:space="preserve">ں </w:t>
      </w:r>
      <w:r>
        <w:rPr>
          <w:rtl/>
        </w:rPr>
        <w:t>مي</w:t>
      </w:r>
      <w:r w:rsidR="007D6C9B">
        <w:rPr>
          <w:rtl/>
        </w:rPr>
        <w:t xml:space="preserve">ں </w:t>
      </w:r>
      <w:r>
        <w:rPr>
          <w:rtl/>
        </w:rPr>
        <w:t>سے ايك يہ بھى ہے كہ جو اعجاز كى ايك نشانى ہے بھى ہے،يہ ہے كہ اس مي</w:t>
      </w:r>
      <w:r w:rsidR="007D6C9B">
        <w:rPr>
          <w:rtl/>
        </w:rPr>
        <w:t xml:space="preserve">ں </w:t>
      </w:r>
      <w:r>
        <w:rPr>
          <w:rtl/>
        </w:rPr>
        <w:t>كوئي چھپنے والى ،ركيك،ناموزو</w:t>
      </w:r>
      <w:r w:rsidR="007D6C9B">
        <w:rPr>
          <w:rtl/>
        </w:rPr>
        <w:t xml:space="preserve">ں </w:t>
      </w:r>
      <w:r>
        <w:rPr>
          <w:rtl/>
        </w:rPr>
        <w:t>،متبذل اور عفت و پاكيزگى سے عارى تعبير نہي</w:t>
      </w:r>
      <w:r w:rsidR="007D6C9B">
        <w:rPr>
          <w:rtl/>
        </w:rPr>
        <w:t xml:space="preserve">ں </w:t>
      </w:r>
      <w:r>
        <w:rPr>
          <w:rtl/>
        </w:rPr>
        <w:t>ہے اور كسى عام ،ان پڑھ جہالت كے ماحول مي</w:t>
      </w:r>
      <w:r w:rsidR="007D6C9B">
        <w:rPr>
          <w:rtl/>
        </w:rPr>
        <w:t xml:space="preserve">ں </w:t>
      </w:r>
      <w:r>
        <w:rPr>
          <w:rtl/>
        </w:rPr>
        <w:t>پرورش پانے والے كا كلام طرز كا نہي</w:t>
      </w:r>
      <w:r w:rsidR="007D6C9B">
        <w:rPr>
          <w:rtl/>
        </w:rPr>
        <w:t xml:space="preserve">ں </w:t>
      </w:r>
      <w:r>
        <w:rPr>
          <w:rtl/>
        </w:rPr>
        <w:t>ہو سكتا كيونكہ ہر شخص كى باتي</w:t>
      </w:r>
      <w:r w:rsidR="007D6C9B">
        <w:rPr>
          <w:rtl/>
        </w:rPr>
        <w:t xml:space="preserve">ں </w:t>
      </w:r>
      <w:r>
        <w:rPr>
          <w:rtl/>
        </w:rPr>
        <w:t>اس كے افكار اور ماحول سے ہم اہنگ ہوتى ہي</w:t>
      </w:r>
      <w:r w:rsidR="007D6C9B">
        <w:rPr>
          <w:rtl/>
        </w:rPr>
        <w:t xml:space="preserve">ں </w:t>
      </w:r>
      <w:r w:rsidR="009F4E7D">
        <w:rPr>
          <w:rtl/>
        </w:rPr>
        <w:t xml:space="preserve">قران كى بيان كردہ تمام داستانوں ميں ايك حقيقى عشقيہ داستان موجود ہے اور يہ حضرت يوسف اور عزيز مصر كى بيوى كى داستان ہے _ ايك خوبصورت اور ہوس الود عورت كے ايك زيرك اور پاك دل نوجوان سے شعلہ ور عشق كى داستان ہے _ كہنے والے اور لكھنے والے جب ايسے مناظر تك پہنچتے ہيں تو وہ مجبور ہو جاتے ہيں كہ يا تو ہيرو اور اس واقعے كے اصلى مناظر كى تصوير كشى كے لئے قلم كھلا چھوڑ ديں اور بزبان اصطلاح حق سخن ادا كرديں اگر چہ اس ميں ہزار ہا تحريك اميز چبھنے والے اور غير اخلاقى لفظ اجائيں _ يا وہ مجبور ہو جاتے ہيں كہ زبان و قلم كى نزاكت و عفت كى حفاظت كے لئے كچھ مناظر كو پردہ ابہام ميں لپيٹ ديں اور سامعين و قارئين كو سر بستہ طورپر بات بتائيں _ كہنے والا اور لكھنے والا كتنى بھى مہارت ركھتا ہو اكثر اوقات ان ميں سے كسى ايك مشكل سے دوچار ہو جاتاہے _ كيا يہ باور كيا سكتا ہے كہ ايك ان پڑھ شخص ايسے شور ا نگيز عشق كے نہايت حساس لمحات كى دقيق اور مكمل تصورى كشى بھى كرے ليكن بغير اس كے كہ اس ميں معمولى سى تحريك اميز اور عفت سے عارى تعبير استعمال ہو _ ليكن قراان اس داستان كے حسا س ترين مناظر كى تصوير كشى شگفتہ انداز ميں متانت و عفت كے ساتھ كرتا ہے ،بغير اس كے كہ اس ميں كوئي واقعہ چھوٹ جائے اور اظہار عجز ہو جب كہ تمام اصول اخلاق و پاكيزگى بيان بھى ہے _ ہم جانتے ہيں كہ اس داستان كے تمام مناظر ميں سے زيادہ حساس ''خلوت گاہ عشق''كا ماجرا ہے جسے زوجہ عزيز مصر كى بيقرارى اور ہوا و ہوس نے وجود بخشا _ قران اس واقعے كى وضاحت ميں تمام كہنے كى باتيں بھى كہہ گيا ہے ليكن پاكيزہ اور عفت كے اصول سے ہٹ كر اس نے تھوڑى سے بات بھى نہيں كي. </w:t>
      </w:r>
    </w:p>
    <w:p w:rsidR="005D0437" w:rsidRDefault="00C2634E" w:rsidP="00D07B54">
      <w:pPr>
        <w:pStyle w:val="libNormal"/>
        <w:rPr>
          <w:rtl/>
        </w:rPr>
      </w:pPr>
      <w:r>
        <w:rPr>
          <w:rtl/>
        </w:rPr>
        <w:t xml:space="preserve"> </w:t>
      </w:r>
      <w:r>
        <w:rPr>
          <w:rtl/>
        </w:rPr>
        <w:br w:type="page"/>
      </w:r>
    </w:p>
    <w:p w:rsidR="005D0437" w:rsidRDefault="00DE2D7F" w:rsidP="00D07B54">
      <w:pPr>
        <w:pStyle w:val="Heading2Center"/>
        <w:rPr>
          <w:rtl/>
        </w:rPr>
      </w:pPr>
      <w:bookmarkStart w:id="148" w:name="_Toc7268545"/>
      <w:r>
        <w:rPr>
          <w:rtl/>
        </w:rPr>
        <w:lastRenderedPageBreak/>
        <w:t>زوجہ عزيز مصر كى رسوائي</w:t>
      </w:r>
      <w:bookmarkEnd w:id="148"/>
    </w:p>
    <w:p w:rsidR="00DE2D7F" w:rsidRDefault="00DE2D7F" w:rsidP="00D07B54">
      <w:pPr>
        <w:pStyle w:val="libNormal"/>
        <w:rPr>
          <w:rtl/>
        </w:rPr>
      </w:pPr>
      <w:r>
        <w:rPr>
          <w:rtl/>
        </w:rPr>
        <w:t xml:space="preserve"> يوسف كى انہتا ئي استقامت نے زوجہء عزيز كوتقريبا'' مايوس كرديا يوسف اس معر كہ مي</w:t>
      </w:r>
      <w:r w:rsidR="007D6C9B">
        <w:rPr>
          <w:rtl/>
        </w:rPr>
        <w:t xml:space="preserve">ں </w:t>
      </w:r>
      <w:r>
        <w:rPr>
          <w:rtl/>
        </w:rPr>
        <w:t>اس نا زوا دا والى اور سر كش ہوا وہو س والى عورت كے مقابلے مي</w:t>
      </w:r>
      <w:r w:rsidR="007D6C9B">
        <w:rPr>
          <w:rtl/>
        </w:rPr>
        <w:t xml:space="preserve">ں </w:t>
      </w:r>
      <w:r>
        <w:rPr>
          <w:rtl/>
        </w:rPr>
        <w:t>كا مياب ہو گئے تھے انہو</w:t>
      </w:r>
      <w:r w:rsidR="007D6C9B">
        <w:rPr>
          <w:rtl/>
        </w:rPr>
        <w:t xml:space="preserve">ں </w:t>
      </w:r>
      <w:r>
        <w:rPr>
          <w:rtl/>
        </w:rPr>
        <w:t>نے محسوس كيا كہ اس لغزش گا ہ مي</w:t>
      </w:r>
      <w:r w:rsidR="007D6C9B">
        <w:rPr>
          <w:rtl/>
        </w:rPr>
        <w:t xml:space="preserve">ں </w:t>
      </w:r>
      <w:r>
        <w:rPr>
          <w:rtl/>
        </w:rPr>
        <w:t>مزيد ٹھہر نا خطر ناك ہے انہو</w:t>
      </w:r>
      <w:r w:rsidR="007D6C9B">
        <w:rPr>
          <w:rtl/>
        </w:rPr>
        <w:t xml:space="preserve">ں </w:t>
      </w:r>
      <w:r>
        <w:rPr>
          <w:rtl/>
        </w:rPr>
        <w:t>نے اس محل سے نكل جانے كا ارادہ كيا لہذا وہ تيزى سے قصر كے دروازے كى طرف بھا گے تاكہ دروازہ كھول كر نكل جائي</w:t>
      </w:r>
      <w:r w:rsidR="007D6C9B">
        <w:rPr>
          <w:rtl/>
        </w:rPr>
        <w:t xml:space="preserve">ں </w:t>
      </w:r>
      <w:r>
        <w:rPr>
          <w:rtl/>
        </w:rPr>
        <w:t>زوجہ ء عزيزبھى بے اعتنا نہ رہى وہ بھى يوسف كے پيچھے دروازے كى طرف بھاگى تا كہ يوسف كو باہر نكلنے سے روكے اس نے اس مقصد كے لئے يوسف كى قميص پيچھے سے پكڑلى اور اسے اپنى طرف كھينچا اس طرح سے كہ قميص پيچھے سے لمبائي كے رخ پھٹ گئي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ليكن جس طرح بھى ہوا يوسف درواز ے تك پہنچ گئے اور در وازہ كھول ليا اچانك عزيز مصر كو دروازے كے پيچھے ديكھاجيسا كہ قرآن كہتا ہے:''ان دونو</w:t>
      </w:r>
      <w:r w:rsidR="007D6C9B">
        <w:rPr>
          <w:rtl/>
        </w:rPr>
        <w:t xml:space="preserve">ں </w:t>
      </w:r>
      <w:r>
        <w:rPr>
          <w:rtl/>
        </w:rPr>
        <w:t>نے اس عورت كے آقا كو دروازے پر پايا_''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اب جبكہ زوجہ عزيز نے ايك طرف اپنے كورسوائي كے آستا نے پر ديكھا اور دوسرى طر ف انتقام كى آگ اس كى روح مي</w:t>
      </w:r>
      <w:r w:rsidR="007D6C9B">
        <w:rPr>
          <w:rtl/>
        </w:rPr>
        <w:t xml:space="preserve">ں </w:t>
      </w:r>
      <w:r>
        <w:rPr>
          <w:rtl/>
        </w:rPr>
        <w:t>بھڑك اٹھى تو پہلى بات جو اسے سو جھى يہ تھى كہ اس نے اپنے آپ كو حق بجا نب ظاہر كرتے ہو ئے اپنے شو ہر كى طرف رخ كيا اور يوسف پر تہمت لگائي:اس نے پكا ر كر كہا : ''جو شخض تيرى اہليہ سے خيا نت كا ارادہ كرے اس كى سزا زندان يا در د نا ك عذاب كے سوا اوركيا ہو سكتى ہے_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امر قابل توجہ ہے كہ اس خيانت كار عورت نے جب تك اپنے آپ كو رسوائي كے آستا نے پر نہي</w:t>
      </w:r>
      <w:r w:rsidR="007D6C9B">
        <w:rPr>
          <w:rtl/>
        </w:rPr>
        <w:t xml:space="preserve">ں </w:t>
      </w:r>
      <w:r>
        <w:rPr>
          <w:rtl/>
        </w:rPr>
        <w:t>ديكھا تھا ، بھول چكى تھى كہ وہ عزيز مصر كى بيوى ہے ليكن اس مو قع پر اس نے ''اہلك ''(تيرى گھر والى ) كا لفظ استعمال كركے عزيز كى غيرت كو ابھارا كہ مي</w:t>
      </w:r>
      <w:r w:rsidR="007D6C9B">
        <w:rPr>
          <w:rtl/>
        </w:rPr>
        <w:t xml:space="preserve">ں </w:t>
      </w:r>
      <w:r>
        <w:rPr>
          <w:rtl/>
        </w:rPr>
        <w:t xml:space="preserve">تيرے سا تھ مخصوص ہو </w:t>
      </w:r>
      <w:r w:rsidR="007D6C9B">
        <w:rPr>
          <w:rtl/>
        </w:rPr>
        <w:t xml:space="preserve">ں </w:t>
      </w:r>
      <w:r>
        <w:rPr>
          <w:rtl/>
        </w:rPr>
        <w:t>لہذا كسى دوسرے كو ميرى طرف حرص كى آنكھ سے نہي</w:t>
      </w:r>
      <w:r w:rsidR="007D6C9B">
        <w:rPr>
          <w:rtl/>
        </w:rPr>
        <w:t xml:space="preserve">ں </w:t>
      </w:r>
      <w:r>
        <w:rPr>
          <w:rtl/>
        </w:rPr>
        <w:t xml:space="preserve">ديكھنا چاہئے_ </w:t>
      </w:r>
    </w:p>
    <w:p w:rsidR="00DE2D7F" w:rsidRDefault="00DE2D7F" w:rsidP="00D07B54">
      <w:pPr>
        <w:pStyle w:val="libNormal"/>
        <w:rPr>
          <w:rtl/>
        </w:rPr>
      </w:pPr>
      <w:r>
        <w:rPr>
          <w:rtl/>
        </w:rPr>
        <w:t>دوسرا قابل توجہ نكتہ يہ ہے كہ عزيز مصر كى بيوى نے يہ ہر گز نہي</w:t>
      </w:r>
      <w:r w:rsidR="007D6C9B">
        <w:rPr>
          <w:rtl/>
        </w:rPr>
        <w:t xml:space="preserve">ں </w:t>
      </w:r>
      <w:r>
        <w:rPr>
          <w:rtl/>
        </w:rPr>
        <w:t>كہا كہ يوسف ميرے بارے مي</w:t>
      </w:r>
      <w:r w:rsidR="007D6C9B">
        <w:rPr>
          <w:rtl/>
        </w:rPr>
        <w:t xml:space="preserve">ں </w:t>
      </w:r>
      <w:r>
        <w:rPr>
          <w:rtl/>
        </w:rPr>
        <w:t>برا ارادہ ركھتا تھا بلكہ عزيز مصر سے اس كى سزا كے بارے مي</w:t>
      </w:r>
      <w:r w:rsidR="007D6C9B">
        <w:rPr>
          <w:rtl/>
        </w:rPr>
        <w:t xml:space="preserve">ں </w:t>
      </w:r>
      <w:r>
        <w:rPr>
          <w:rtl/>
        </w:rPr>
        <w:t>بات كى اس طرح سے كہ اصل مسئلہ مسلم ہے اور بات صرف اس كى سزا كے بارے مي</w:t>
      </w:r>
      <w:r w:rsidR="007D6C9B">
        <w:rPr>
          <w:rtl/>
        </w:rPr>
        <w:t xml:space="preserve">ں </w:t>
      </w:r>
      <w:r>
        <w:rPr>
          <w:rtl/>
        </w:rPr>
        <w:t>ہے ايسے لمحے مي</w:t>
      </w:r>
      <w:r w:rsidR="007D6C9B">
        <w:rPr>
          <w:rtl/>
        </w:rPr>
        <w:t xml:space="preserve">ں </w:t>
      </w:r>
      <w:r>
        <w:rPr>
          <w:rtl/>
        </w:rPr>
        <w:t xml:space="preserve">جب وہ عورت اپنے آپ كو بھول چكى تھى اس كى يہ جچى تلى گفتگو اس كى انتہائي حيلہ گرى كى نشانى ہے _ </w:t>
      </w:r>
    </w:p>
    <w:p w:rsidR="00DE2D7F" w:rsidRPr="00403EFF" w:rsidRDefault="00403EFF" w:rsidP="00D07B54">
      <w:pPr>
        <w:pStyle w:val="libLine"/>
        <w:rPr>
          <w:rtl/>
        </w:rPr>
      </w:pPr>
      <w:r w:rsidRPr="00403EFF">
        <w:rPr>
          <w:rtl/>
        </w:rPr>
        <w:t>____________________</w:t>
      </w:r>
      <w:r w:rsidR="00DE2D7F" w:rsidRPr="00403EF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25</w:t>
      </w:r>
      <w:r>
        <w:rPr>
          <w:rtl/>
        </w:rPr>
        <w:t xml:space="preserve"> (</w:t>
      </w:r>
      <w:r w:rsidR="00E664BB">
        <w:rPr>
          <w:rtl/>
        </w:rPr>
        <w:t>2</w:t>
      </w:r>
      <w:r>
        <w:rPr>
          <w:rtl/>
        </w:rPr>
        <w:t xml:space="preserve">)سورہ يوسف آيت </w:t>
      </w:r>
      <w:r w:rsidR="00E664BB">
        <w:rPr>
          <w:rtl/>
        </w:rPr>
        <w:t>25</w:t>
      </w:r>
      <w:r>
        <w:rPr>
          <w:rtl/>
        </w:rPr>
        <w:t xml:space="preserve"> (</w:t>
      </w:r>
      <w:r w:rsidR="00E664BB">
        <w:rPr>
          <w:rtl/>
        </w:rPr>
        <w:t>3</w:t>
      </w:r>
      <w:r>
        <w:rPr>
          <w:rtl/>
        </w:rPr>
        <w:t xml:space="preserve">) سورہ يوسف آيت </w:t>
      </w:r>
      <w:r w:rsidR="00E664BB">
        <w:rPr>
          <w:rtl/>
        </w:rPr>
        <w:t>25</w:t>
      </w:r>
      <w:r>
        <w:rPr>
          <w:rtl/>
        </w:rPr>
        <w:t xml:space="preserve"> </w:t>
      </w:r>
    </w:p>
    <w:p w:rsidR="005D0437" w:rsidRDefault="001648F9" w:rsidP="00D07B54">
      <w:pPr>
        <w:pStyle w:val="libNormal"/>
        <w:rPr>
          <w:rtl/>
        </w:rPr>
      </w:pPr>
      <w:r>
        <w:rPr>
          <w:rtl/>
        </w:rPr>
        <w:t xml:space="preserve"> </w:t>
      </w:r>
      <w:r>
        <w:rPr>
          <w:rtl/>
        </w:rPr>
        <w:br w:type="page"/>
      </w:r>
    </w:p>
    <w:p w:rsidR="005D0437" w:rsidRDefault="005D0437" w:rsidP="00D07B54">
      <w:pPr>
        <w:pStyle w:val="libNormal"/>
        <w:rPr>
          <w:rtl/>
        </w:rPr>
      </w:pPr>
    </w:p>
    <w:p w:rsidR="00DE2D7F" w:rsidRDefault="00DE2D7F" w:rsidP="00D07B54">
      <w:pPr>
        <w:pStyle w:val="libNormal"/>
        <w:rPr>
          <w:rtl/>
        </w:rPr>
      </w:pPr>
      <w:r>
        <w:rPr>
          <w:rtl/>
        </w:rPr>
        <w:t>پھر يہ كہ پہلے وہ قيد خانے كے بارے مي</w:t>
      </w:r>
      <w:r w:rsidR="007D6C9B">
        <w:rPr>
          <w:rtl/>
        </w:rPr>
        <w:t xml:space="preserve">ں </w:t>
      </w:r>
      <w:r>
        <w:rPr>
          <w:rtl/>
        </w:rPr>
        <w:t>بات كرتى ہے اور بعد مي</w:t>
      </w:r>
      <w:r w:rsidR="007D6C9B">
        <w:rPr>
          <w:rtl/>
        </w:rPr>
        <w:t xml:space="preserve">ں </w:t>
      </w:r>
      <w:r>
        <w:rPr>
          <w:rtl/>
        </w:rPr>
        <w:t>گو يا وہ قيد پر بھى مطمئن نہي</w:t>
      </w:r>
      <w:r w:rsidR="007D6C9B">
        <w:rPr>
          <w:rtl/>
        </w:rPr>
        <w:t xml:space="preserve">ں </w:t>
      </w:r>
      <w:r>
        <w:rPr>
          <w:rtl/>
        </w:rPr>
        <w:t xml:space="preserve">ہے ايك قدم اور آگے بڑھا تى ہے اور ''عذاب اليم ''كا ذكر كر تى ہے كہ جو سخت جسما نى سزا اور قتل تك بھى ہو سكتى ہے _ </w:t>
      </w:r>
    </w:p>
    <w:p w:rsidR="00DE2D7F" w:rsidRDefault="00DE2D7F" w:rsidP="00D07B54">
      <w:pPr>
        <w:pStyle w:val="libNormal"/>
        <w:rPr>
          <w:rtl/>
        </w:rPr>
      </w:pPr>
      <w:r>
        <w:rPr>
          <w:rtl/>
        </w:rPr>
        <w:t>اس مقام پر حضرت يوسف نے خا مو شى كو كسى طور پر جائز نہ سمجھا اور صرا حت سے زوجہ عزيز مصر كے عشق سے پر دہ اٹھا يا انہو</w:t>
      </w:r>
      <w:r w:rsidR="007D6C9B">
        <w:rPr>
          <w:rtl/>
        </w:rPr>
        <w:t xml:space="preserve">ں </w:t>
      </w:r>
      <w:r>
        <w:rPr>
          <w:rtl/>
        </w:rPr>
        <w:t xml:space="preserve">نے كہا : ''اس نے مجھے اصرار اور التما س سے اپنى طرف دعوت دى تھي_''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واضح ہے اس قسم كے موقع پر ہر شخص ابتدا ء مي</w:t>
      </w:r>
      <w:r w:rsidR="007D6C9B">
        <w:rPr>
          <w:rtl/>
        </w:rPr>
        <w:t xml:space="preserve">ں </w:t>
      </w:r>
      <w:r>
        <w:rPr>
          <w:rtl/>
        </w:rPr>
        <w:t>بڑى مشكل سے يہ باور كر سكتا ہے كہ ايك نو خيز جوان غلام كہ جو شادى شدہ نہي</w:t>
      </w:r>
      <w:r w:rsidR="007D6C9B">
        <w:rPr>
          <w:rtl/>
        </w:rPr>
        <w:t xml:space="preserve">ں </w:t>
      </w:r>
      <w:r>
        <w:rPr>
          <w:rtl/>
        </w:rPr>
        <w:t xml:space="preserve">،بے گنا ہ ہو اور ايك شوہر دارعو رت كہ جو ظاہر ا ًباوقار ہے گنہگار ہو ،اس بنا ء پرزيادہ الزام زوجہ عزيز كى نسبت يوسف كے دامن پر لگتا تھا _ </w:t>
      </w:r>
    </w:p>
    <w:p w:rsidR="00DE2D7F" w:rsidRDefault="00DE2D7F" w:rsidP="00D07B54">
      <w:pPr>
        <w:pStyle w:val="libNormal"/>
        <w:rPr>
          <w:rtl/>
        </w:rPr>
      </w:pPr>
    </w:p>
    <w:p w:rsidR="005D0437" w:rsidRDefault="00DE2D7F" w:rsidP="00D07B54">
      <w:pPr>
        <w:pStyle w:val="Heading2Center"/>
        <w:rPr>
          <w:rtl/>
        </w:rPr>
      </w:pPr>
      <w:bookmarkStart w:id="149" w:name="_Toc7268546"/>
      <w:r>
        <w:rPr>
          <w:rtl/>
        </w:rPr>
        <w:t>شاہد گواہى ديتا ہے</w:t>
      </w:r>
      <w:bookmarkEnd w:id="149"/>
      <w:r>
        <w:rPr>
          <w:rtl/>
        </w:rPr>
        <w:t xml:space="preserve"> </w:t>
      </w:r>
    </w:p>
    <w:p w:rsidR="00DE2D7F" w:rsidRDefault="00DE2D7F" w:rsidP="00D07B54">
      <w:pPr>
        <w:pStyle w:val="libNormal"/>
        <w:rPr>
          <w:rtl/>
        </w:rPr>
      </w:pPr>
      <w:r>
        <w:rPr>
          <w:rtl/>
        </w:rPr>
        <w:t>ليكن چو نكہ خدا نيك اور پاك افراد كا حامى ومدد گار ہے وہ اجا زت نہي</w:t>
      </w:r>
      <w:r w:rsidR="007D6C9B">
        <w:rPr>
          <w:rtl/>
        </w:rPr>
        <w:t xml:space="preserve">ں </w:t>
      </w:r>
      <w:r>
        <w:rPr>
          <w:rtl/>
        </w:rPr>
        <w:t xml:space="preserve">ديتا كہ يہ نيك اور پار سا مجا ہد نو جوان تہمت كے شعلو </w:t>
      </w:r>
      <w:r w:rsidR="007D6C9B">
        <w:rPr>
          <w:rtl/>
        </w:rPr>
        <w:t xml:space="preserve">ں </w:t>
      </w:r>
      <w:r>
        <w:rPr>
          <w:rtl/>
        </w:rPr>
        <w:t>كى لپيٹ مي</w:t>
      </w:r>
      <w:r w:rsidR="007D6C9B">
        <w:rPr>
          <w:rtl/>
        </w:rPr>
        <w:t xml:space="preserve">ں </w:t>
      </w:r>
      <w:r>
        <w:rPr>
          <w:rtl/>
        </w:rPr>
        <w:t>آئے، لہذا قرآن كہتا ہے: اس مو قع اس عورت كے اہل خاندان مي</w:t>
      </w:r>
      <w:r w:rsidR="007D6C9B">
        <w:rPr>
          <w:rtl/>
        </w:rPr>
        <w:t xml:space="preserve">ں </w:t>
      </w:r>
      <w:r>
        <w:rPr>
          <w:rtl/>
        </w:rPr>
        <w:t>سے ايك گواہ نے گواہى دى كہ اصلى مجرم كى پہچان كے لئے اس واضح دليل سے استفادہ كيا جا ئے كہ اگر يوسف كا كر تہ آگے كى طرف سے پھٹا ہے تو وہ عورت سچ كہتى ہے اور يوسف جھو ٹا ہے '' اور اگر اس كا كرتہ پيچھے سے پھٹا ہے تو وہ عورت جھوٹى اور يوسف سچا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اس سے زيا دہ مضبوط دليل اور كيا ہو گى ،كيو نكہ زوجہ عزيز كى طرف سے تقا ضا تھا تو وہ يوسف كے پيچھے دو ڑى ہے اور يوسف اس سے بھا گ رہے تھے كہ وہ ان كے كر تے سے لپٹى ہے ، تو يقينا وہ پيچھے سے پھٹا ہے اور اگر يوسف نے عزيز كى بيوى پر حملہ كيا ہے اور وہ بھا گى ہے يا سا منے سے اپنا دفاع كيا ہے تو يقينا يوسف كا كر تہ آگے سے پھٹا ہے ،يہ امر كس قدر جاذب نظر ہے كہ كر تہ پھٹنے كا سا دہ سا مسئلہ بے گناہى كا تعين كرديتا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26</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27</w:t>
      </w:r>
      <w:r>
        <w:rPr>
          <w:rtl/>
        </w:rPr>
        <w:t xml:space="preserve"> </w:t>
      </w:r>
    </w:p>
    <w:p w:rsidR="00184DA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 xml:space="preserve">ہے ،يہى چھوٹى سى چيز ان كى پاكيز گى كى سند اور مجرم كى رسوائي كا سبب ہو گئي _ </w:t>
      </w:r>
    </w:p>
    <w:p w:rsidR="00DE2D7F" w:rsidRDefault="00DE2D7F" w:rsidP="00D07B54">
      <w:pPr>
        <w:pStyle w:val="libNormal"/>
        <w:rPr>
          <w:rtl/>
        </w:rPr>
      </w:pPr>
      <w:r>
        <w:rPr>
          <w:rtl/>
        </w:rPr>
        <w:t>عزيز مصر نے يہ فيصلہ كہ جو بہت ہى جچا تلا تھا بہت پسند كيا يوسف كى قميص كو غور سے ديكھا ''اور جب اس نے ديكھا كہ ان كى قميص پيچھے سے پھٹى ہے ( خصوصا اس طرف تو جہ كر تے ہو ئے كہ اس دن تك اس نے كبھى يوسف سے كو ئي جھو ٹ نہي</w:t>
      </w:r>
      <w:r w:rsidR="007D6C9B">
        <w:rPr>
          <w:rtl/>
        </w:rPr>
        <w:t xml:space="preserve">ں </w:t>
      </w:r>
      <w:r>
        <w:rPr>
          <w:rtl/>
        </w:rPr>
        <w:t xml:space="preserve">سنا تھا ) </w:t>
      </w:r>
    </w:p>
    <w:p w:rsidR="00DE2D7F" w:rsidRDefault="00DE2D7F" w:rsidP="00D07B54">
      <w:pPr>
        <w:pStyle w:val="libNormal"/>
        <w:rPr>
          <w:rtl/>
        </w:rPr>
      </w:pPr>
      <w:r>
        <w:rPr>
          <w:rtl/>
        </w:rPr>
        <w:t xml:space="preserve">اس نے اپنى بيوى كى طرف رخ كيا اور كہا : </w:t>
      </w:r>
    </w:p>
    <w:p w:rsidR="00DE2D7F" w:rsidRDefault="00DE2D7F" w:rsidP="00D07B54">
      <w:pPr>
        <w:pStyle w:val="libNormal"/>
        <w:rPr>
          <w:rtl/>
        </w:rPr>
      </w:pPr>
      <w:r>
        <w:rPr>
          <w:rtl/>
        </w:rPr>
        <w:t>''يہ كام تم عو ر تو</w:t>
      </w:r>
      <w:r w:rsidR="007D6C9B">
        <w:rPr>
          <w:rtl/>
        </w:rPr>
        <w:t xml:space="preserve">ں </w:t>
      </w:r>
      <w:r>
        <w:rPr>
          <w:rtl/>
        </w:rPr>
        <w:t>كے مكر و فريب مي</w:t>
      </w:r>
      <w:r w:rsidR="007D6C9B">
        <w:rPr>
          <w:rtl/>
        </w:rPr>
        <w:t xml:space="preserve">ں </w:t>
      </w:r>
      <w:r>
        <w:rPr>
          <w:rtl/>
        </w:rPr>
        <w:t>سے ہے ، بے شك تم عورتو</w:t>
      </w:r>
      <w:r w:rsidR="007D6C9B">
        <w:rPr>
          <w:rtl/>
        </w:rPr>
        <w:t xml:space="preserve">ں </w:t>
      </w:r>
      <w:r>
        <w:rPr>
          <w:rtl/>
        </w:rPr>
        <w:t>كا مكر وفريب عظيم ہے_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وقت عزيز كو خو ف ہوا كہ يہ رسو اكن واقعہ ظاہر نہ ہو جا ئے اور مصر مي</w:t>
      </w:r>
      <w:r w:rsidR="007D6C9B">
        <w:rPr>
          <w:rtl/>
        </w:rPr>
        <w:t xml:space="preserve">ں </w:t>
      </w:r>
      <w:r>
        <w:rPr>
          <w:rtl/>
        </w:rPr>
        <w:t xml:space="preserve">اس كى آبرو نہ جا تى رہے اس نے بہتر سمجھا كہ معا ملے كو سميٹ كر دبا ديا جا ئے اس نے يوسف كى طرف رخ كيا اور كہا : </w:t>
      </w:r>
    </w:p>
    <w:p w:rsidR="00DE2D7F" w:rsidRDefault="00DE2D7F" w:rsidP="00D07B54">
      <w:pPr>
        <w:pStyle w:val="libNormal"/>
        <w:rPr>
          <w:rtl/>
        </w:rPr>
      </w:pPr>
      <w:r>
        <w:rPr>
          <w:rtl/>
        </w:rPr>
        <w:t>'' اے يوسف تم صر ف نظر كر و اور اس واقعے كے بارے مي</w:t>
      </w:r>
      <w:r w:rsidR="007D6C9B">
        <w:rPr>
          <w:rtl/>
        </w:rPr>
        <w:t xml:space="preserve">ں </w:t>
      </w:r>
      <w:r>
        <w:rPr>
          <w:rtl/>
        </w:rPr>
        <w:t xml:space="preserve">كو ئي با ت نہ كہو'' </w:t>
      </w:r>
      <w:r w:rsidRPr="006B0714">
        <w:rPr>
          <w:rStyle w:val="libFootnotenumChar"/>
          <w:rtl/>
        </w:rPr>
        <w:t xml:space="preserve">( </w:t>
      </w:r>
      <w:r w:rsidR="00E664BB" w:rsidRPr="006B0714">
        <w:rPr>
          <w:rStyle w:val="libFootnotenumChar"/>
          <w:rtl/>
        </w:rPr>
        <w:t>2</w:t>
      </w:r>
      <w:r w:rsidRPr="006B0714">
        <w:rPr>
          <w:rStyle w:val="libFootnotenumChar"/>
          <w:rtl/>
        </w:rPr>
        <w:t>)</w:t>
      </w:r>
      <w:r>
        <w:rPr>
          <w:rtl/>
        </w:rPr>
        <w:t xml:space="preserve"> </w:t>
      </w:r>
    </w:p>
    <w:p w:rsidR="00DE2D7F" w:rsidRDefault="00DE2D7F" w:rsidP="00D07B54">
      <w:pPr>
        <w:pStyle w:val="libNormal"/>
        <w:rPr>
          <w:rtl/>
        </w:rPr>
      </w:pPr>
      <w:r>
        <w:rPr>
          <w:rtl/>
        </w:rPr>
        <w:t>پھر اس نے بيوى كى جا نب رخ كيا اور كہا :''تم بھى اپنے گناہ سے استغفار كرو كہ تم خطا كا رو</w:t>
      </w:r>
      <w:r w:rsidR="007D6C9B">
        <w:rPr>
          <w:rtl/>
        </w:rPr>
        <w:t xml:space="preserve">ں </w:t>
      </w:r>
      <w:r>
        <w:rPr>
          <w:rtl/>
        </w:rPr>
        <w:t>مي</w:t>
      </w:r>
      <w:r w:rsidR="007D6C9B">
        <w:rPr>
          <w:rtl/>
        </w:rPr>
        <w:t xml:space="preserve">ں </w:t>
      </w:r>
      <w:r>
        <w:rPr>
          <w:rtl/>
        </w:rPr>
        <w:t xml:space="preserve">سے تھي''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8D6B41" w:rsidRDefault="00DE2D7F" w:rsidP="00D07B54">
      <w:pPr>
        <w:pStyle w:val="Heading2Center"/>
        <w:rPr>
          <w:rtl/>
        </w:rPr>
      </w:pPr>
      <w:bookmarkStart w:id="150" w:name="_Toc7268547"/>
      <w:r>
        <w:rPr>
          <w:rtl/>
        </w:rPr>
        <w:t>شاہد كون تھا ؟</w:t>
      </w:r>
      <w:bookmarkEnd w:id="150"/>
    </w:p>
    <w:p w:rsidR="00DE2D7F" w:rsidRDefault="00DE2D7F" w:rsidP="00D07B54">
      <w:pPr>
        <w:pStyle w:val="libNormal"/>
        <w:rPr>
          <w:rtl/>
        </w:rPr>
      </w:pPr>
      <w:r>
        <w:rPr>
          <w:rtl/>
        </w:rPr>
        <w:t xml:space="preserve"> شاہد كون تھا كہ جس نے يوسف اور عزيز مصر كى فائل اتنى جلد ى درست كر دى اور مہرلگادى اور بے گناہ كو، گہنگار سے الگ كر دكھا يا،اس بارے مي</w:t>
      </w:r>
      <w:r w:rsidR="007D6C9B">
        <w:rPr>
          <w:rtl/>
        </w:rPr>
        <w:t xml:space="preserve">ں </w:t>
      </w:r>
      <w:r>
        <w:rPr>
          <w:rtl/>
        </w:rPr>
        <w:t xml:space="preserve">مفسر ين كے درميان اختلاف ہے _ </w:t>
      </w:r>
    </w:p>
    <w:p w:rsidR="00DE2D7F" w:rsidRDefault="00DE2D7F" w:rsidP="00D07B54">
      <w:pPr>
        <w:pStyle w:val="libNormal"/>
        <w:rPr>
          <w:rtl/>
        </w:rPr>
      </w:pPr>
      <w:r>
        <w:rPr>
          <w:rtl/>
        </w:rPr>
        <w:t>بعض نے كہا ہے كہ وہ عزيز مصر كى بيوى كے رشتہ دارو</w:t>
      </w:r>
      <w:r w:rsidR="007D6C9B">
        <w:rPr>
          <w:rtl/>
        </w:rPr>
        <w:t xml:space="preserve">ں </w:t>
      </w:r>
      <w:r>
        <w:rPr>
          <w:rtl/>
        </w:rPr>
        <w:t>مي</w:t>
      </w:r>
      <w:r w:rsidR="007D6C9B">
        <w:rPr>
          <w:rtl/>
        </w:rPr>
        <w:t xml:space="preserve">ں </w:t>
      </w:r>
      <w:r>
        <w:rPr>
          <w:rtl/>
        </w:rPr>
        <w:t>سے تھا اور قاعد تاً ايك حكيم ، دانش مند اور سمجھدار شخص تھا ، اس واقعے مي</w:t>
      </w:r>
      <w:r w:rsidR="007D6C9B">
        <w:rPr>
          <w:rtl/>
        </w:rPr>
        <w:t xml:space="preserve">ں </w:t>
      </w:r>
      <w:r>
        <w:rPr>
          <w:rtl/>
        </w:rPr>
        <w:t>كہ جس كا كو ئي عينى شا ہد نہ تھا اس نے شگا ف پيرا ہن سے حقيقت معلو م كرلي، كہتے ہي</w:t>
      </w:r>
      <w:r w:rsidR="007D6C9B">
        <w:rPr>
          <w:rtl/>
        </w:rPr>
        <w:t xml:space="preserve">ں </w:t>
      </w:r>
      <w:r>
        <w:rPr>
          <w:rtl/>
        </w:rPr>
        <w:t>كہ يہ شخص عزيز مصر كے مشيرو</w:t>
      </w:r>
      <w:r w:rsidR="007D6C9B">
        <w:rPr>
          <w:rtl/>
        </w:rPr>
        <w:t xml:space="preserve">ں </w:t>
      </w:r>
      <w:r>
        <w:rPr>
          <w:rtl/>
        </w:rPr>
        <w:t>مي</w:t>
      </w:r>
      <w:r w:rsidR="007D6C9B">
        <w:rPr>
          <w:rtl/>
        </w:rPr>
        <w:t xml:space="preserve">ں </w:t>
      </w:r>
      <w:r>
        <w:rPr>
          <w:rtl/>
        </w:rPr>
        <w:t xml:space="preserve">سے تھا اور اس وقت اس كے ساتھ تھا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28</w:t>
      </w:r>
      <w:r>
        <w:rPr>
          <w:rtl/>
        </w:rPr>
        <w:t xml:space="preserve"> </w:t>
      </w:r>
    </w:p>
    <w:p w:rsidR="00DE2D7F" w:rsidRDefault="00DE2D7F" w:rsidP="00D07B54">
      <w:pPr>
        <w:pStyle w:val="libFootnote"/>
        <w:rPr>
          <w:rtl/>
        </w:rPr>
      </w:pPr>
      <w:r>
        <w:rPr>
          <w:rtl/>
        </w:rPr>
        <w:t>(</w:t>
      </w:r>
      <w:r w:rsidR="00E664BB">
        <w:rPr>
          <w:rtl/>
        </w:rPr>
        <w:t>2</w:t>
      </w:r>
      <w:r>
        <w:rPr>
          <w:rtl/>
        </w:rPr>
        <w:t>) سورہ يوسف آيت</w:t>
      </w:r>
      <w:r w:rsidR="00E664BB">
        <w:rPr>
          <w:rtl/>
        </w:rPr>
        <w:t>2</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)سورہ يوسف آيت</w:t>
      </w:r>
      <w:r w:rsidR="00E664BB">
        <w:rPr>
          <w:rtl/>
        </w:rPr>
        <w:t>2</w:t>
      </w:r>
      <w:r w:rsidR="00E44785">
        <w:rPr>
          <w:rtl/>
        </w:rPr>
        <w:t>9</w:t>
      </w:r>
      <w:r>
        <w:rPr>
          <w:rtl/>
        </w:rPr>
        <w:t xml:space="preserve"> </w:t>
      </w:r>
    </w:p>
    <w:p w:rsidR="00DE2D7F" w:rsidRDefault="00DE2D7F" w:rsidP="00D07B54">
      <w:pPr>
        <w:pStyle w:val="libFootnote"/>
        <w:rPr>
          <w:rtl/>
        </w:rPr>
      </w:pPr>
      <w:r>
        <w:rPr>
          <w:rtl/>
        </w:rPr>
        <w:t>(</w:t>
      </w:r>
      <w:r w:rsidR="00E664BB">
        <w:rPr>
          <w:rtl/>
        </w:rPr>
        <w:t>4</w:t>
      </w:r>
      <w:r>
        <w:rPr>
          <w:rtl/>
        </w:rPr>
        <w:t xml:space="preserve">) لفظ ( </w:t>
      </w:r>
      <w:r w:rsidRPr="009F4E7D">
        <w:rPr>
          <w:rStyle w:val="libFootnoteAieChar"/>
          <w:rtl/>
        </w:rPr>
        <w:t>من ا</w:t>
      </w:r>
      <w:r w:rsidR="00421A14" w:rsidRPr="00421A14">
        <w:rPr>
          <w:rStyle w:val="libFootnoteAieChar"/>
          <w:rFonts w:hint="cs"/>
          <w:rtl/>
        </w:rPr>
        <w:t>ه</w:t>
      </w:r>
      <w:r w:rsidRPr="00421A14">
        <w:rPr>
          <w:rStyle w:val="libFootnoteAieChar"/>
          <w:rFonts w:hint="cs"/>
          <w:rtl/>
        </w:rPr>
        <w:t>ل</w:t>
      </w:r>
      <w:r w:rsidR="00421A14" w:rsidRPr="00421A14">
        <w:rPr>
          <w:rStyle w:val="libFootnoteAieChar"/>
          <w:rFonts w:hint="cs"/>
          <w:rtl/>
        </w:rPr>
        <w:t>ه</w:t>
      </w:r>
      <w:r w:rsidRPr="00421A14">
        <w:rPr>
          <w:rStyle w:val="libFootnoteAieChar"/>
          <w:rFonts w:hint="cs"/>
          <w:rtl/>
        </w:rPr>
        <w:t>ا</w:t>
      </w:r>
      <w:r>
        <w:rPr>
          <w:rtl/>
        </w:rPr>
        <w:t xml:space="preserve"> ) اس پر گواہ ہے _سورہ يوسف ايت </w:t>
      </w:r>
      <w:r w:rsidR="00E664BB">
        <w:rPr>
          <w:rtl/>
        </w:rPr>
        <w:t>26</w:t>
      </w:r>
      <w:r>
        <w:rPr>
          <w:rtl/>
        </w:rPr>
        <w:t xml:space="preserve"> </w:t>
      </w:r>
    </w:p>
    <w:p w:rsidR="008D6B41"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دوسرى تفسير يہ ہے كہ وہ شير خوار بچہ تھا يہ بچہ عزيز مصر كى بيوى كے رشتہ دارو</w:t>
      </w:r>
      <w:r w:rsidR="007D6C9B">
        <w:rPr>
          <w:rtl/>
        </w:rPr>
        <w:t xml:space="preserve">ں </w:t>
      </w:r>
      <w:r>
        <w:rPr>
          <w:rtl/>
        </w:rPr>
        <w:t>مي</w:t>
      </w:r>
      <w:r w:rsidR="007D6C9B">
        <w:rPr>
          <w:rtl/>
        </w:rPr>
        <w:t xml:space="preserve">ں </w:t>
      </w:r>
      <w:r>
        <w:rPr>
          <w:rtl/>
        </w:rPr>
        <w:t>سے تھا اس وقت يہ بچہ وہي</w:t>
      </w:r>
      <w:r w:rsidR="007D6C9B">
        <w:rPr>
          <w:rtl/>
        </w:rPr>
        <w:t xml:space="preserve">ں </w:t>
      </w:r>
      <w:r>
        <w:rPr>
          <w:rtl/>
        </w:rPr>
        <w:t>قريب تھا يوسف نے عزيز سے خواہش كى اس سے فيصلہ كروا لو، عزيزكو پہلے تو بہت تعجب ہوا كہ كيا ايسا ہو سكتا ہے ليكن جب وہ شير خوار حضرت عيسى كى طرح گہوارے مي</w:t>
      </w:r>
      <w:r w:rsidR="007D6C9B">
        <w:rPr>
          <w:rtl/>
        </w:rPr>
        <w:t xml:space="preserve">ں </w:t>
      </w:r>
      <w:r>
        <w:rPr>
          <w:rtl/>
        </w:rPr>
        <w:t>بول اٹھا اور اس نے گنہگا ر كو بے گنا ہ سے الگ كر كے معيار بتا يا تو وہ متوجہ ہوا كہ يوسف ايك غلام نہي</w:t>
      </w:r>
      <w:r w:rsidR="007D6C9B">
        <w:rPr>
          <w:rtl/>
        </w:rPr>
        <w:t xml:space="preserve">ں </w:t>
      </w:r>
      <w:r>
        <w:rPr>
          <w:rtl/>
        </w:rPr>
        <w:t>بلكہ نبى ہے يا نبى جيسا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8D6B41" w:rsidRDefault="00DE2D7F" w:rsidP="00D07B54">
      <w:pPr>
        <w:pStyle w:val="Heading2Center"/>
        <w:rPr>
          <w:rtl/>
        </w:rPr>
      </w:pPr>
      <w:bookmarkStart w:id="151" w:name="_Toc7268548"/>
      <w:r>
        <w:rPr>
          <w:rtl/>
        </w:rPr>
        <w:t>زوجہ عزيز مصر كى ايك اور سازش</w:t>
      </w:r>
      <w:bookmarkEnd w:id="151"/>
    </w:p>
    <w:p w:rsidR="00DE2D7F" w:rsidRDefault="00DE2D7F" w:rsidP="00D07B54">
      <w:pPr>
        <w:pStyle w:val="libNormal"/>
        <w:rPr>
          <w:rtl/>
        </w:rPr>
      </w:pPr>
      <w:r>
        <w:rPr>
          <w:rtl/>
        </w:rPr>
        <w:t xml:space="preserve"> زوجہ عزيز كے اظہا ر عشق كا معاملہ مذ كورہ داستان مي</w:t>
      </w:r>
      <w:r w:rsidR="007D6C9B">
        <w:rPr>
          <w:rtl/>
        </w:rPr>
        <w:t xml:space="preserve">ں </w:t>
      </w:r>
      <w:r>
        <w:rPr>
          <w:rtl/>
        </w:rPr>
        <w:t>اگر چہ خاص لوگو</w:t>
      </w:r>
      <w:r w:rsidR="007D6C9B">
        <w:rPr>
          <w:rtl/>
        </w:rPr>
        <w:t xml:space="preserve">ں </w:t>
      </w:r>
      <w:r>
        <w:rPr>
          <w:rtl/>
        </w:rPr>
        <w:t>تك تھا اور خود عزيز نے بھى اسے چھپا نے كى تاكيد كى تھى تاہم ايسى باتي</w:t>
      </w:r>
      <w:r w:rsidR="007D6C9B">
        <w:rPr>
          <w:rtl/>
        </w:rPr>
        <w:t xml:space="preserve">ں </w:t>
      </w:r>
      <w:r>
        <w:rPr>
          <w:rtl/>
        </w:rPr>
        <w:t>چھپا ئے نہي</w:t>
      </w:r>
      <w:r w:rsidR="007D6C9B">
        <w:rPr>
          <w:rtl/>
        </w:rPr>
        <w:t xml:space="preserve">ں </w:t>
      </w:r>
      <w:r>
        <w:rPr>
          <w:rtl/>
        </w:rPr>
        <w:t>چھپتي</w:t>
      </w:r>
      <w:r w:rsidR="007D6C9B">
        <w:rPr>
          <w:rtl/>
        </w:rPr>
        <w:t xml:space="preserve">ں </w:t>
      </w:r>
      <w:r>
        <w:rPr>
          <w:rtl/>
        </w:rPr>
        <w:t>خصوصاً بادشا ہو</w:t>
      </w:r>
      <w:r w:rsidR="007D6C9B">
        <w:rPr>
          <w:rtl/>
        </w:rPr>
        <w:t xml:space="preserve">ں </w:t>
      </w:r>
      <w:r>
        <w:rPr>
          <w:rtl/>
        </w:rPr>
        <w:t>اور اہل دولت واقتدار كے تو محلو</w:t>
      </w:r>
      <w:r w:rsidR="007D6C9B">
        <w:rPr>
          <w:rtl/>
        </w:rPr>
        <w:t xml:space="preserve">ں </w:t>
      </w:r>
      <w:r>
        <w:rPr>
          <w:rtl/>
        </w:rPr>
        <w:t>كى ديوار ي</w:t>
      </w:r>
      <w:r w:rsidR="007D6C9B">
        <w:rPr>
          <w:rtl/>
        </w:rPr>
        <w:t xml:space="preserve">ں </w:t>
      </w:r>
      <w:r>
        <w:rPr>
          <w:rtl/>
        </w:rPr>
        <w:t>بھى سنتى ہي</w:t>
      </w:r>
      <w:r w:rsidR="007D6C9B">
        <w:rPr>
          <w:rtl/>
        </w:rPr>
        <w:t xml:space="preserve">ں </w:t>
      </w:r>
      <w:r>
        <w:rPr>
          <w:rtl/>
        </w:rPr>
        <w:t>بہر حال آخر كا ر يہ راز قصر سے باہر نكل گيا اور جيسا كہ قرآن كہتا ہے شہر كى كچھ عور تي</w:t>
      </w:r>
      <w:r w:rsidR="007D6C9B">
        <w:rPr>
          <w:rtl/>
        </w:rPr>
        <w:t xml:space="preserve">ں </w:t>
      </w:r>
      <w:r>
        <w:rPr>
          <w:rtl/>
        </w:rPr>
        <w:t>اس بارے مي</w:t>
      </w:r>
      <w:r w:rsidR="007D6C9B">
        <w:rPr>
          <w:rtl/>
        </w:rPr>
        <w:t xml:space="preserve">ں </w:t>
      </w:r>
      <w:r>
        <w:rPr>
          <w:rtl/>
        </w:rPr>
        <w:t>ايك دوسرے سے باتي</w:t>
      </w:r>
      <w:r w:rsidR="007D6C9B">
        <w:rPr>
          <w:rtl/>
        </w:rPr>
        <w:t xml:space="preserve">ں </w:t>
      </w:r>
      <w:r>
        <w:rPr>
          <w:rtl/>
        </w:rPr>
        <w:t>كرتى تھي</w:t>
      </w:r>
      <w:r w:rsidR="007D6C9B">
        <w:rPr>
          <w:rtl/>
        </w:rPr>
        <w:t xml:space="preserve">ں </w:t>
      </w:r>
      <w:r>
        <w:rPr>
          <w:rtl/>
        </w:rPr>
        <w:t>اور اس بات كا چر چا كر تى تھي</w:t>
      </w:r>
      <w:r w:rsidR="007D6C9B">
        <w:rPr>
          <w:rtl/>
        </w:rPr>
        <w:t xml:space="preserve">ں </w:t>
      </w:r>
      <w:r>
        <w:rPr>
          <w:rtl/>
        </w:rPr>
        <w:t xml:space="preserve">'' كہ عزيز كى بيوى نے اپنے غلام سے راہ ورسم پيدا كر لى ہے اور اسے اپنى طرف دعوت ديتى ہے''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''اور غلام كا عشق تو اس كے دل كى گہرائيو</w:t>
      </w:r>
      <w:r w:rsidR="007D6C9B">
        <w:rPr>
          <w:rtl/>
        </w:rPr>
        <w:t xml:space="preserve">ں </w:t>
      </w:r>
      <w:r>
        <w:rPr>
          <w:rtl/>
        </w:rPr>
        <w:t>مي</w:t>
      </w:r>
      <w:r w:rsidR="007D6C9B">
        <w:rPr>
          <w:rtl/>
        </w:rPr>
        <w:t xml:space="preserve">ں </w:t>
      </w:r>
      <w:r>
        <w:rPr>
          <w:rtl/>
        </w:rPr>
        <w:t xml:space="preserve">اتر گيا ہے''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پھر وہ يہ كہہ كر اس پر تنقيد كر تي</w:t>
      </w:r>
      <w:r w:rsidR="007D6C9B">
        <w:rPr>
          <w:rtl/>
        </w:rPr>
        <w:t xml:space="preserve">ں </w:t>
      </w:r>
      <w:r>
        <w:rPr>
          <w:rtl/>
        </w:rPr>
        <w:t>كہ ''ہمارى نظر مي</w:t>
      </w:r>
      <w:r w:rsidR="007D6C9B">
        <w:rPr>
          <w:rtl/>
        </w:rPr>
        <w:t xml:space="preserve">ں </w:t>
      </w:r>
      <w:r>
        <w:rPr>
          <w:rtl/>
        </w:rPr>
        <w:t>تو وہ واضح گمراہى مي</w:t>
      </w:r>
      <w:r w:rsidR="007D6C9B">
        <w:rPr>
          <w:rtl/>
        </w:rPr>
        <w:t xml:space="preserve">ں </w:t>
      </w:r>
      <w:r>
        <w:rPr>
          <w:rtl/>
        </w:rPr>
        <w:t>ہے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واضح ہے كہ ايسى باتي</w:t>
      </w:r>
      <w:r w:rsidR="007D6C9B">
        <w:rPr>
          <w:rtl/>
        </w:rPr>
        <w:t xml:space="preserve">ں </w:t>
      </w:r>
      <w:r>
        <w:rPr>
          <w:rtl/>
        </w:rPr>
        <w:t>كرنے والى مصر كے طبق ہ امر ا ء كى عور تي</w:t>
      </w:r>
      <w:r w:rsidR="007D6C9B">
        <w:rPr>
          <w:rtl/>
        </w:rPr>
        <w:t xml:space="preserve">ں </w:t>
      </w:r>
      <w:r>
        <w:rPr>
          <w:rtl/>
        </w:rPr>
        <w:t>تھي</w:t>
      </w:r>
      <w:r w:rsidR="007D6C9B">
        <w:rPr>
          <w:rtl/>
        </w:rPr>
        <w:t xml:space="preserve">ں </w:t>
      </w:r>
      <w:r>
        <w:rPr>
          <w:rtl/>
        </w:rPr>
        <w:t>جن كے لئے فرعونيو</w:t>
      </w:r>
      <w:r w:rsidR="007D6C9B">
        <w:rPr>
          <w:rtl/>
        </w:rPr>
        <w:t xml:space="preserve">ں </w:t>
      </w:r>
      <w:r>
        <w:rPr>
          <w:rtl/>
        </w:rPr>
        <w:t>اورمستكبرين كے محلات كى گھٹيا كہا نيا</w:t>
      </w:r>
      <w:r w:rsidR="007D6C9B">
        <w:rPr>
          <w:rtl/>
        </w:rPr>
        <w:t xml:space="preserve">ں </w:t>
      </w:r>
      <w:r>
        <w:rPr>
          <w:rtl/>
        </w:rPr>
        <w:t>بہت دلچسپ ہو تى تھي</w:t>
      </w:r>
      <w:r w:rsidR="007D6C9B">
        <w:rPr>
          <w:rtl/>
        </w:rPr>
        <w:t xml:space="preserve">ں </w:t>
      </w:r>
      <w:r>
        <w:rPr>
          <w:rtl/>
        </w:rPr>
        <w:t>اور وہ ہميشہ ان كى ٹوہ مي</w:t>
      </w:r>
      <w:r w:rsidR="007D6C9B">
        <w:rPr>
          <w:rtl/>
        </w:rPr>
        <w:t xml:space="preserve">ں </w:t>
      </w:r>
      <w:r>
        <w:rPr>
          <w:rtl/>
        </w:rPr>
        <w:t>لگى رہتى تھي</w:t>
      </w:r>
      <w:r w:rsidR="007D6C9B">
        <w:rPr>
          <w:rtl/>
        </w:rPr>
        <w:t xml:space="preserve">ں </w:t>
      </w:r>
      <w:r>
        <w:rPr>
          <w:rtl/>
        </w:rPr>
        <w:t xml:space="preserve">_ </w:t>
      </w:r>
    </w:p>
    <w:p w:rsidR="00DE2D7F" w:rsidRDefault="00DE2D7F" w:rsidP="00D07B54">
      <w:pPr>
        <w:pStyle w:val="libNormal"/>
        <w:rPr>
          <w:rtl/>
        </w:rPr>
      </w:pPr>
      <w:r>
        <w:rPr>
          <w:rtl/>
        </w:rPr>
        <w:t>اشراف كى يہ عور تي</w:t>
      </w:r>
      <w:r w:rsidR="007D6C9B">
        <w:rPr>
          <w:rtl/>
        </w:rPr>
        <w:t xml:space="preserve">ں </w:t>
      </w:r>
      <w:r>
        <w:rPr>
          <w:rtl/>
        </w:rPr>
        <w:t>كہ جو خود بھى زوجہ عزيز كى نسبت ہو س رانى مي</w:t>
      </w:r>
      <w:r w:rsidR="007D6C9B">
        <w:rPr>
          <w:rtl/>
        </w:rPr>
        <w:t xml:space="preserve">ں </w:t>
      </w:r>
      <w:r>
        <w:rPr>
          <w:rtl/>
        </w:rPr>
        <w:t>كسى طرح كم نہ تھي</w:t>
      </w:r>
      <w:r w:rsidR="007D6C9B">
        <w:rPr>
          <w:rtl/>
        </w:rPr>
        <w:t xml:space="preserve">ں </w:t>
      </w:r>
      <w:r>
        <w:rPr>
          <w:rtl/>
        </w:rPr>
        <w:t>ان كى چو نكہ يوسف تك رسائي نہي</w:t>
      </w:r>
      <w:r w:rsidR="007D6C9B">
        <w:rPr>
          <w:rtl/>
        </w:rPr>
        <w:t xml:space="preserve">ں </w:t>
      </w:r>
      <w:r>
        <w:rPr>
          <w:rtl/>
        </w:rPr>
        <w:t>تھى لہذا بقو لے ''جانماز آب مى كشيد ند ''مكر وفريب مي</w:t>
      </w:r>
      <w:r w:rsidR="007D6C9B">
        <w:rPr>
          <w:rtl/>
        </w:rPr>
        <w:t xml:space="preserve">ں </w:t>
      </w:r>
      <w:r>
        <w:rPr>
          <w:rtl/>
        </w:rPr>
        <w:t>لگى ہو ئي تھي</w:t>
      </w:r>
      <w:r w:rsidR="007D6C9B">
        <w:rPr>
          <w:rtl/>
        </w:rPr>
        <w:t xml:space="preserve">ں </w:t>
      </w:r>
      <w:r>
        <w:rPr>
          <w:rtl/>
        </w:rPr>
        <w:t xml:space="preserve">اور زوجہ ء عزيز كو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)حضرت امام صاد ق عليہ السلام سے ايك روايت منقول ہے : </w:t>
      </w:r>
    </w:p>
    <w:p w:rsidR="00DE2D7F" w:rsidRDefault="00DE2D7F" w:rsidP="00D07B54">
      <w:pPr>
        <w:pStyle w:val="libFootnote"/>
        <w:rPr>
          <w:rtl/>
        </w:rPr>
      </w:pPr>
      <w:r>
        <w:rPr>
          <w:rtl/>
        </w:rPr>
        <w:t>''شہادت دينے والا گہوارہ مي</w:t>
      </w:r>
      <w:r w:rsidR="007D6C9B">
        <w:rPr>
          <w:rtl/>
        </w:rPr>
        <w:t xml:space="preserve">ں </w:t>
      </w:r>
      <w:r>
        <w:rPr>
          <w:rtl/>
        </w:rPr>
        <w:t>ايك چھوٹا بچہ تھا''ليكن توجہ رہے كہ اس حديث كى كوئي محكم سند نہي</w:t>
      </w:r>
      <w:r w:rsidR="007D6C9B">
        <w:rPr>
          <w:rtl/>
        </w:rPr>
        <w:t xml:space="preserve">ں </w:t>
      </w:r>
      <w:r>
        <w:rPr>
          <w:rtl/>
        </w:rPr>
        <w:t xml:space="preserve">ہے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30</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w:t>
      </w:r>
      <w:r w:rsidR="00E664BB">
        <w:rPr>
          <w:rtl/>
        </w:rPr>
        <w:t>30</w:t>
      </w:r>
      <w:r>
        <w:rPr>
          <w:rtl/>
        </w:rPr>
        <w:t xml:space="preserve"> </w:t>
      </w:r>
    </w:p>
    <w:p w:rsidR="00DE2D7F" w:rsidRDefault="00DE2D7F" w:rsidP="00D07B54">
      <w:pPr>
        <w:pStyle w:val="libFootnote"/>
        <w:rPr>
          <w:rtl/>
        </w:rPr>
      </w:pPr>
      <w:r>
        <w:rPr>
          <w:rtl/>
        </w:rPr>
        <w:t>(</w:t>
      </w:r>
      <w:r w:rsidR="00E664BB">
        <w:rPr>
          <w:rtl/>
        </w:rPr>
        <w:t>4</w:t>
      </w:r>
      <w:r>
        <w:rPr>
          <w:rtl/>
        </w:rPr>
        <w:t xml:space="preserve">)سورہ يوسف </w:t>
      </w:r>
      <w:r w:rsidR="00E664BB">
        <w:rPr>
          <w:rtl/>
        </w:rPr>
        <w:t>30</w:t>
      </w:r>
      <w:r>
        <w:rPr>
          <w:rtl/>
        </w:rPr>
        <w:t xml:space="preserve"> </w:t>
      </w:r>
    </w:p>
    <w:p w:rsidR="008D6B41" w:rsidRDefault="001648F9" w:rsidP="00D07B54">
      <w:pPr>
        <w:pStyle w:val="libNormal"/>
        <w:rPr>
          <w:rtl/>
        </w:rPr>
      </w:pPr>
      <w:r>
        <w:rPr>
          <w:rtl/>
        </w:rPr>
        <w:t xml:space="preserve"> </w:t>
      </w:r>
      <w:r>
        <w:rPr>
          <w:rtl/>
        </w:rPr>
        <w:br w:type="page"/>
      </w:r>
    </w:p>
    <w:p w:rsidR="008D6B41" w:rsidRDefault="008D6B41" w:rsidP="00D07B54">
      <w:pPr>
        <w:pStyle w:val="libNormal"/>
        <w:rPr>
          <w:rtl/>
        </w:rPr>
      </w:pPr>
    </w:p>
    <w:p w:rsidR="00DE2D7F" w:rsidRDefault="00DE2D7F" w:rsidP="00D07B54">
      <w:pPr>
        <w:pStyle w:val="libNormal"/>
        <w:rPr>
          <w:rtl/>
        </w:rPr>
      </w:pPr>
      <w:r>
        <w:rPr>
          <w:rtl/>
        </w:rPr>
        <w:t>اس كے عشق پر واضح گمراہى مي</w:t>
      </w:r>
      <w:r w:rsidR="007D6C9B">
        <w:rPr>
          <w:rtl/>
        </w:rPr>
        <w:t xml:space="preserve">ں </w:t>
      </w:r>
      <w:r>
        <w:rPr>
          <w:rtl/>
        </w:rPr>
        <w:t>قرار ديتى تھي</w:t>
      </w:r>
      <w:r w:rsidR="007D6C9B">
        <w:rPr>
          <w:rtl/>
        </w:rPr>
        <w:t xml:space="preserve">ں </w:t>
      </w:r>
      <w:r>
        <w:rPr>
          <w:rtl/>
        </w:rPr>
        <w:t>، يہا</w:t>
      </w:r>
      <w:r w:rsidR="007D6C9B">
        <w:rPr>
          <w:rtl/>
        </w:rPr>
        <w:t xml:space="preserve">ں </w:t>
      </w:r>
      <w:r>
        <w:rPr>
          <w:rtl/>
        </w:rPr>
        <w:t>تك كہ بعض مفسرين نے يہ احتمال بھى ذكر كيا ہے كہ يہ رازبعض زنان مصر نے ايك سا زش كے تحت پھيلا يا وہ چا ہتى تھي</w:t>
      </w:r>
      <w:r w:rsidR="007D6C9B">
        <w:rPr>
          <w:rtl/>
        </w:rPr>
        <w:t xml:space="preserve">ں </w:t>
      </w:r>
      <w:r>
        <w:rPr>
          <w:rtl/>
        </w:rPr>
        <w:t>كہ زوجہ ء عزيز مصر اپنى بے گنا ہى ثابت كرنے كے لئے انہي</w:t>
      </w:r>
      <w:r w:rsidR="007D6C9B">
        <w:rPr>
          <w:rtl/>
        </w:rPr>
        <w:t xml:space="preserve">ں </w:t>
      </w:r>
      <w:r>
        <w:rPr>
          <w:rtl/>
        </w:rPr>
        <w:t>اپنے محل مي</w:t>
      </w:r>
      <w:r w:rsidR="007D6C9B">
        <w:rPr>
          <w:rtl/>
        </w:rPr>
        <w:t xml:space="preserve">ں </w:t>
      </w:r>
      <w:r>
        <w:rPr>
          <w:rtl/>
        </w:rPr>
        <w:t>دعوت دے تاكہ وہ خود وہا</w:t>
      </w:r>
      <w:r w:rsidR="007D6C9B">
        <w:rPr>
          <w:rtl/>
        </w:rPr>
        <w:t xml:space="preserve">ں </w:t>
      </w:r>
      <w:r>
        <w:rPr>
          <w:rtl/>
        </w:rPr>
        <w:t>يوسف كو ديكھ سكي</w:t>
      </w:r>
      <w:r w:rsidR="007D6C9B">
        <w:rPr>
          <w:rtl/>
        </w:rPr>
        <w:t xml:space="preserve">ں </w:t>
      </w:r>
      <w:r>
        <w:rPr>
          <w:rtl/>
        </w:rPr>
        <w:t>ان كا خيا ل تھا كہ وہ يوسف كے سامنے ہو</w:t>
      </w:r>
      <w:r w:rsidR="007D6C9B">
        <w:rPr>
          <w:rtl/>
        </w:rPr>
        <w:t xml:space="preserve">ں </w:t>
      </w:r>
      <w:r>
        <w:rPr>
          <w:rtl/>
        </w:rPr>
        <w:t>تو ہو سكتا ہے اس كى نظر ان كى طرف مائل ہو جا ئے كہ جو شايد زوجہ عزيز مصر سے بھى بڑھ كر حسين تھي</w:t>
      </w:r>
      <w:r w:rsidR="007D6C9B">
        <w:rPr>
          <w:rtl/>
        </w:rPr>
        <w:t xml:space="preserve">ں </w:t>
      </w:r>
      <w:r>
        <w:rPr>
          <w:rtl/>
        </w:rPr>
        <w:t xml:space="preserve">اور پھر يوسف كے لئے ان كا جمال بھى نيا تھا اور پھر يوسف كے لئے عزيز كى بيوى ما </w:t>
      </w:r>
      <w:r w:rsidR="007D6C9B">
        <w:rPr>
          <w:rtl/>
        </w:rPr>
        <w:t xml:space="preserve">ں </w:t>
      </w:r>
      <w:r>
        <w:rPr>
          <w:rtl/>
        </w:rPr>
        <w:t>يا مولى يا ولى نعمت كا مقام ركھتى تھى اور ايسى كو ئي صورت ان كے لئے نہ تھى لہذا وہ سمجھتى تھي</w:t>
      </w:r>
      <w:r w:rsidR="007D6C9B">
        <w:rPr>
          <w:rtl/>
        </w:rPr>
        <w:t xml:space="preserve">ں </w:t>
      </w:r>
      <w:r>
        <w:rPr>
          <w:rtl/>
        </w:rPr>
        <w:t xml:space="preserve">كہ زوجہ عزيز كى نسبت ان كے اثر كا احتمال زيادہ ہے _ </w:t>
      </w:r>
    </w:p>
    <w:p w:rsidR="00DE2D7F" w:rsidRDefault="00DE2D7F" w:rsidP="00D07B54">
      <w:pPr>
        <w:pStyle w:val="libNormal"/>
        <w:rPr>
          <w:rtl/>
        </w:rPr>
      </w:pPr>
      <w:r>
        <w:rPr>
          <w:rtl/>
        </w:rPr>
        <w:t>يہ نكتہ بھى قابل تو جہ ہے كہ كس شخص نے يہ راز فاش كيا تھا ، زوجہ ء عزيز تو يہ رسوا ئي ہر گز گوارا نہ كر تى تھى اور عزيز نے تو خود اسے چھپا نے كى تاكيد كى تھى رہ گيا وہ حكيم ودانا كہ جس نے اس كا فيصلہ كيا تھا ، اس سے تو ويسے ہى يہ كا م بعيدنظر آتا ہے بہر حال جيسا كہ ہم نے كہا كہ خرابيو</w:t>
      </w:r>
      <w:r w:rsidR="007D6C9B">
        <w:rPr>
          <w:rtl/>
        </w:rPr>
        <w:t xml:space="preserve">ں </w:t>
      </w:r>
      <w:r>
        <w:rPr>
          <w:rtl/>
        </w:rPr>
        <w:t>سے پُران محلات مي</w:t>
      </w:r>
      <w:r w:rsidR="007D6C9B">
        <w:rPr>
          <w:rtl/>
        </w:rPr>
        <w:t xml:space="preserve">ں </w:t>
      </w:r>
      <w:r>
        <w:rPr>
          <w:rtl/>
        </w:rPr>
        <w:t>ايسى كوئي چيز نہي</w:t>
      </w:r>
      <w:r w:rsidR="007D6C9B">
        <w:rPr>
          <w:rtl/>
        </w:rPr>
        <w:t xml:space="preserve">ں </w:t>
      </w:r>
      <w:r>
        <w:rPr>
          <w:rtl/>
        </w:rPr>
        <w:t>كہ جسے مخفى ركھا جا سكے اور آخر كا ر ہر بات نا معلوم افراد كى زبانو</w:t>
      </w:r>
      <w:r w:rsidR="007D6C9B">
        <w:rPr>
          <w:rtl/>
        </w:rPr>
        <w:t xml:space="preserve">ں </w:t>
      </w:r>
      <w:r>
        <w:rPr>
          <w:rtl/>
        </w:rPr>
        <w:t>سے درباريو</w:t>
      </w:r>
      <w:r w:rsidR="007D6C9B">
        <w:rPr>
          <w:rtl/>
        </w:rPr>
        <w:t xml:space="preserve">ں </w:t>
      </w:r>
      <w:r>
        <w:rPr>
          <w:rtl/>
        </w:rPr>
        <w:t>تك اور ان سے باہر كى طرف پہنچ جاتى ہے اور يہ فطرى امر ہے كہ لو گ اسے زيب داستان كے لئے اور بڑھا چڑھا كر دوسرو</w:t>
      </w:r>
      <w:r w:rsidR="007D6C9B">
        <w:rPr>
          <w:rtl/>
        </w:rPr>
        <w:t xml:space="preserve">ں </w:t>
      </w:r>
      <w:r>
        <w:rPr>
          <w:rtl/>
        </w:rPr>
        <w:t>تك پہنچا تے ہي</w:t>
      </w:r>
      <w:r w:rsidR="007D6C9B">
        <w:rPr>
          <w:rtl/>
        </w:rPr>
        <w:t xml:space="preserve">ں </w:t>
      </w:r>
      <w:r>
        <w:rPr>
          <w:rtl/>
        </w:rPr>
        <w:t xml:space="preserve">_ </w:t>
      </w:r>
    </w:p>
    <w:p w:rsidR="00DE2D7F" w:rsidRDefault="00DE2D7F" w:rsidP="00D07B54">
      <w:pPr>
        <w:pStyle w:val="libNormal"/>
        <w:rPr>
          <w:rtl/>
        </w:rPr>
      </w:pPr>
    </w:p>
    <w:p w:rsidR="008D6B41" w:rsidRDefault="00DE2D7F" w:rsidP="00D07B54">
      <w:pPr>
        <w:pStyle w:val="Heading2Center"/>
        <w:rPr>
          <w:rtl/>
        </w:rPr>
      </w:pPr>
      <w:bookmarkStart w:id="152" w:name="_Toc7268549"/>
      <w:r>
        <w:rPr>
          <w:rtl/>
        </w:rPr>
        <w:t>جنا ب يوسف(ع) كے پاس مصر ك</w:t>
      </w:r>
      <w:r w:rsidR="008D6B41">
        <w:rPr>
          <w:rFonts w:hint="cs"/>
          <w:rtl/>
        </w:rPr>
        <w:t>ی</w:t>
      </w:r>
      <w:r>
        <w:rPr>
          <w:rtl/>
        </w:rPr>
        <w:t xml:space="preserve"> عور تي</w:t>
      </w:r>
      <w:r w:rsidR="007D6C9B">
        <w:rPr>
          <w:rtl/>
        </w:rPr>
        <w:t>ں</w:t>
      </w:r>
      <w:bookmarkEnd w:id="152"/>
    </w:p>
    <w:p w:rsidR="00DE2D7F" w:rsidRDefault="007D6C9B" w:rsidP="00D07B54">
      <w:pPr>
        <w:pStyle w:val="libNormal"/>
        <w:rPr>
          <w:rtl/>
        </w:rPr>
      </w:pPr>
      <w:r>
        <w:rPr>
          <w:rtl/>
        </w:rPr>
        <w:t xml:space="preserve"> </w:t>
      </w:r>
      <w:r w:rsidR="00DE2D7F">
        <w:rPr>
          <w:rtl/>
        </w:rPr>
        <w:t>''زوجہ عزيز كومصر كى حيلہ گر عورتو</w:t>
      </w:r>
      <w:r>
        <w:rPr>
          <w:rtl/>
        </w:rPr>
        <w:t xml:space="preserve">ں </w:t>
      </w:r>
      <w:r w:rsidR="00DE2D7F">
        <w:rPr>
          <w:rtl/>
        </w:rPr>
        <w:t>كے بارے مي</w:t>
      </w:r>
      <w:r>
        <w:rPr>
          <w:rtl/>
        </w:rPr>
        <w:t xml:space="preserve">ں </w:t>
      </w:r>
      <w:r w:rsidR="00DE2D7F">
        <w:rPr>
          <w:rtl/>
        </w:rPr>
        <w:t>پتہ چلا تو پہلے وہ پريشان ہو ئي پھر اسے ايك تدبير سو جھى اس نے انہي</w:t>
      </w:r>
      <w:r>
        <w:rPr>
          <w:rtl/>
        </w:rPr>
        <w:t xml:space="preserve">ں </w:t>
      </w:r>
      <w:r w:rsidR="00DE2D7F">
        <w:rPr>
          <w:rtl/>
        </w:rPr>
        <w:t>ايك دعوت پر مد عو كيا فر ش سجايا اور قيمتى گا ئو تكئے لگا ديئے وہ آبيٹھي</w:t>
      </w:r>
      <w:r>
        <w:rPr>
          <w:rtl/>
        </w:rPr>
        <w:t xml:space="preserve">ں </w:t>
      </w:r>
      <w:r w:rsidR="00DE2D7F">
        <w:rPr>
          <w:rtl/>
        </w:rPr>
        <w:t>تو ہر ايك كے ہاتھ مي</w:t>
      </w:r>
      <w:r>
        <w:rPr>
          <w:rtl/>
        </w:rPr>
        <w:t xml:space="preserve">ں </w:t>
      </w:r>
      <w:r w:rsidR="00DE2D7F">
        <w:rPr>
          <w:rtl/>
        </w:rPr>
        <w:t>پھل كا ٹنے كے لئے چھرى تھمادي''_</w:t>
      </w:r>
      <w:r w:rsidR="00DE2D7F" w:rsidRPr="00AD1EF3">
        <w:rPr>
          <w:rStyle w:val="libFootnotenumChar"/>
          <w:rtl/>
        </w:rPr>
        <w:t>(</w:t>
      </w:r>
      <w:r w:rsidR="00E664BB" w:rsidRPr="00AD1EF3">
        <w:rPr>
          <w:rStyle w:val="libFootnotenumChar"/>
          <w:rtl/>
        </w:rPr>
        <w:t>1</w:t>
      </w:r>
      <w:r w:rsidR="00DE2D7F" w:rsidRPr="00AD1EF3">
        <w:rPr>
          <w:rStyle w:val="libFootnotenumChar"/>
          <w:rtl/>
        </w:rPr>
        <w:t>)</w:t>
      </w:r>
      <w:r w:rsidR="00DE2D7F">
        <w:rPr>
          <w:rtl/>
        </w:rPr>
        <w:t xml:space="preserve">(يہ چھر يا </w:t>
      </w:r>
      <w:r>
        <w:rPr>
          <w:rtl/>
        </w:rPr>
        <w:t xml:space="preserve">ں </w:t>
      </w:r>
      <w:r w:rsidR="00DE2D7F">
        <w:rPr>
          <w:rtl/>
        </w:rPr>
        <w:t>پھل كا ٹنے كى ضرورت سے زيادہ تيز تھي</w:t>
      </w:r>
      <w:r>
        <w:rPr>
          <w:rtl/>
        </w:rPr>
        <w:t xml:space="preserve">ں </w:t>
      </w:r>
      <w:r w:rsidR="00DE2D7F">
        <w:rPr>
          <w:rtl/>
        </w:rPr>
        <w:t xml:space="preserve">) </w:t>
      </w:r>
    </w:p>
    <w:p w:rsidR="00DE2D7F" w:rsidRDefault="00DE2D7F" w:rsidP="00D07B54">
      <w:pPr>
        <w:pStyle w:val="libNormal"/>
        <w:rPr>
          <w:rtl/>
        </w:rPr>
      </w:pPr>
      <w:r>
        <w:rPr>
          <w:rtl/>
        </w:rPr>
        <w:t xml:space="preserve">يہ كا م خود اس امر كى دليل ہے كہ وہ اپنے شوہر كى پرواہ نہ كر تى تھى اور گزشتہ رسوائي سے اس نے كوئي سبق نہ سيكھا تھا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w:t>
      </w:r>
      <w:r w:rsidR="00E664BB">
        <w:rPr>
          <w:rtl/>
        </w:rPr>
        <w:t>31</w:t>
      </w:r>
      <w:r>
        <w:rPr>
          <w:rtl/>
        </w:rPr>
        <w:t xml:space="preserve"> </w:t>
      </w:r>
    </w:p>
    <w:p w:rsidR="008D6B41" w:rsidRDefault="001648F9" w:rsidP="00D07B54">
      <w:pPr>
        <w:pStyle w:val="libNormal"/>
        <w:rPr>
          <w:rtl/>
        </w:rPr>
      </w:pPr>
      <w:r>
        <w:rPr>
          <w:rtl/>
        </w:rPr>
        <w:t xml:space="preserve"> </w:t>
      </w:r>
      <w:r>
        <w:rPr>
          <w:rtl/>
        </w:rPr>
        <w:br w:type="page"/>
      </w:r>
    </w:p>
    <w:p w:rsidR="008D6B41" w:rsidRDefault="008D6B41" w:rsidP="00D07B54">
      <w:pPr>
        <w:pStyle w:val="libNormal"/>
        <w:rPr>
          <w:rtl/>
        </w:rPr>
      </w:pPr>
    </w:p>
    <w:p w:rsidR="00DE2D7F" w:rsidRDefault="00DE2D7F" w:rsidP="00D07B54">
      <w:pPr>
        <w:pStyle w:val="libNormal"/>
        <w:rPr>
          <w:rtl/>
        </w:rPr>
      </w:pPr>
      <w:r>
        <w:rPr>
          <w:rtl/>
        </w:rPr>
        <w:t>اس كے بعد اس نے يوسف كو حكم ديا كہ'' اس مجلس مي</w:t>
      </w:r>
      <w:r w:rsidR="007D6C9B">
        <w:rPr>
          <w:rtl/>
        </w:rPr>
        <w:t xml:space="preserve">ں </w:t>
      </w:r>
      <w:r>
        <w:rPr>
          <w:rtl/>
        </w:rPr>
        <w:t>داخل ہو تا''_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كہ تنقيد كرنے والى عورتي</w:t>
      </w:r>
      <w:r w:rsidR="007D6C9B">
        <w:rPr>
          <w:rtl/>
        </w:rPr>
        <w:t xml:space="preserve">ں </w:t>
      </w:r>
      <w:r>
        <w:rPr>
          <w:rtl/>
        </w:rPr>
        <w:t>اس كے حسن وجمال كو ديكھ كر اسے اس كے عشق پر ملامت نہ كري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زوجہ عزيز نے حضرت يوسف كو كہي</w:t>
      </w:r>
      <w:r w:rsidR="007D6C9B">
        <w:rPr>
          <w:rtl/>
        </w:rPr>
        <w:t xml:space="preserve">ں </w:t>
      </w:r>
      <w:r>
        <w:rPr>
          <w:rtl/>
        </w:rPr>
        <w:t>باہر نہي</w:t>
      </w:r>
      <w:r w:rsidR="007D6C9B">
        <w:rPr>
          <w:rtl/>
        </w:rPr>
        <w:t xml:space="preserve">ں </w:t>
      </w:r>
      <w:r>
        <w:rPr>
          <w:rtl/>
        </w:rPr>
        <w:t>بٹھا ركھا تھا بلكہ اندر كے كسى كمرے مي</w:t>
      </w:r>
      <w:r w:rsidR="007D6C9B">
        <w:rPr>
          <w:rtl/>
        </w:rPr>
        <w:t xml:space="preserve">ں </w:t>
      </w:r>
      <w:r>
        <w:rPr>
          <w:rtl/>
        </w:rPr>
        <w:t>كہ غالبا جہا</w:t>
      </w:r>
      <w:r w:rsidR="007D6C9B">
        <w:rPr>
          <w:rtl/>
        </w:rPr>
        <w:t xml:space="preserve">ں </w:t>
      </w:r>
      <w:r>
        <w:rPr>
          <w:rtl/>
        </w:rPr>
        <w:t>غذا اور پھل ركھا گيا تھا مشغول ركھا تھا تا كہ وہ محفل مي</w:t>
      </w:r>
      <w:r w:rsidR="007D6C9B">
        <w:rPr>
          <w:rtl/>
        </w:rPr>
        <w:t xml:space="preserve">ں </w:t>
      </w:r>
      <w:r>
        <w:rPr>
          <w:rtl/>
        </w:rPr>
        <w:t>داخل ہو نے والے درواز ے سے نہ آئي</w:t>
      </w:r>
      <w:r w:rsidR="007D6C9B">
        <w:rPr>
          <w:rtl/>
        </w:rPr>
        <w:t xml:space="preserve">ں </w:t>
      </w:r>
      <w:r>
        <w:rPr>
          <w:rtl/>
        </w:rPr>
        <w:t>بلكہ با لكل غير متو قع طور پر اور اچا نك آئي</w:t>
      </w:r>
      <w:r w:rsidR="007D6C9B">
        <w:rPr>
          <w:rtl/>
        </w:rPr>
        <w:t xml:space="preserve">ں </w:t>
      </w:r>
      <w:r>
        <w:rPr>
          <w:rtl/>
        </w:rPr>
        <w:t xml:space="preserve">_ </w:t>
      </w:r>
    </w:p>
    <w:p w:rsidR="00DE2D7F" w:rsidRDefault="00DE2D7F" w:rsidP="00D07B54">
      <w:pPr>
        <w:pStyle w:val="libNormal"/>
        <w:rPr>
          <w:rtl/>
        </w:rPr>
      </w:pPr>
    </w:p>
    <w:p w:rsidR="008D6B41" w:rsidRDefault="00DE2D7F" w:rsidP="00D07B54">
      <w:pPr>
        <w:pStyle w:val="Heading2Center"/>
        <w:rPr>
          <w:rtl/>
        </w:rPr>
      </w:pPr>
      <w:bookmarkStart w:id="153" w:name="_Toc7268550"/>
      <w:r>
        <w:rPr>
          <w:rtl/>
        </w:rPr>
        <w:t>مصر كى عورتو</w:t>
      </w:r>
      <w:r w:rsidR="007D6C9B">
        <w:rPr>
          <w:rtl/>
        </w:rPr>
        <w:t xml:space="preserve">ں </w:t>
      </w:r>
      <w:r>
        <w:rPr>
          <w:rtl/>
        </w:rPr>
        <w:t>نے اپنے ہاتھ كا ٹ لئے</w:t>
      </w:r>
      <w:bookmarkEnd w:id="153"/>
    </w:p>
    <w:p w:rsidR="00DE2D7F" w:rsidRDefault="00DE2D7F" w:rsidP="00D07B54">
      <w:pPr>
        <w:pStyle w:val="libNormal"/>
        <w:rPr>
          <w:rtl/>
        </w:rPr>
      </w:pPr>
      <w:r>
        <w:rPr>
          <w:rtl/>
        </w:rPr>
        <w:t xml:space="preserve"> زنان مصر جو بعض روايات كے مطا بق دس يا اس سے زيادہ تھي</w:t>
      </w:r>
      <w:r w:rsidR="007D6C9B">
        <w:rPr>
          <w:rtl/>
        </w:rPr>
        <w:t xml:space="preserve">ں </w:t>
      </w:r>
      <w:r>
        <w:rPr>
          <w:rtl/>
        </w:rPr>
        <w:t>جب انہو</w:t>
      </w:r>
      <w:r w:rsidR="007D6C9B">
        <w:rPr>
          <w:rtl/>
        </w:rPr>
        <w:t xml:space="preserve">ں </w:t>
      </w:r>
      <w:r>
        <w:rPr>
          <w:rtl/>
        </w:rPr>
        <w:t>نے زيبا قا مت اور نورانى چہرہ ديكھا اور ان كى نظر يوسف كے دلربا چہر ے پر پڑى تو انہي</w:t>
      </w:r>
      <w:r w:rsidR="007D6C9B">
        <w:rPr>
          <w:rtl/>
        </w:rPr>
        <w:t xml:space="preserve">ں </w:t>
      </w:r>
      <w:r>
        <w:rPr>
          <w:rtl/>
        </w:rPr>
        <w:t>يو</w:t>
      </w:r>
      <w:r w:rsidR="007D6C9B">
        <w:rPr>
          <w:rtl/>
        </w:rPr>
        <w:t xml:space="preserve">ں </w:t>
      </w:r>
      <w:r>
        <w:rPr>
          <w:rtl/>
        </w:rPr>
        <w:t>لگا جيسے اس محل مي</w:t>
      </w:r>
      <w:r w:rsidR="007D6C9B">
        <w:rPr>
          <w:rtl/>
        </w:rPr>
        <w:t xml:space="preserve">ں </w:t>
      </w:r>
      <w:r>
        <w:rPr>
          <w:rtl/>
        </w:rPr>
        <w:t>آفتاب اچا نك بادلو</w:t>
      </w:r>
      <w:r w:rsidR="007D6C9B">
        <w:rPr>
          <w:rtl/>
        </w:rPr>
        <w:t xml:space="preserve">ں </w:t>
      </w:r>
      <w:r>
        <w:rPr>
          <w:rtl/>
        </w:rPr>
        <w:t xml:space="preserve">كى اوٹ سے نكل آيا ہے اور آنكھو </w:t>
      </w:r>
      <w:r w:rsidR="007D6C9B">
        <w:rPr>
          <w:rtl/>
        </w:rPr>
        <w:t xml:space="preserve">ں </w:t>
      </w:r>
      <w:r>
        <w:rPr>
          <w:rtl/>
        </w:rPr>
        <w:t xml:space="preserve">كو خير ہ كر رہا ہے_ </w:t>
      </w:r>
    </w:p>
    <w:p w:rsidR="00DE2D7F" w:rsidRDefault="00DE2D7F" w:rsidP="00D07B54">
      <w:pPr>
        <w:pStyle w:val="libNormal"/>
        <w:rPr>
          <w:rtl/>
        </w:rPr>
      </w:pPr>
      <w:r>
        <w:rPr>
          <w:rtl/>
        </w:rPr>
        <w:t>وہ اس قدر حيران اور دم بخود ہوئي</w:t>
      </w:r>
      <w:r w:rsidR="007D6C9B">
        <w:rPr>
          <w:rtl/>
        </w:rPr>
        <w:t xml:space="preserve">ں </w:t>
      </w:r>
      <w:r>
        <w:rPr>
          <w:rtl/>
        </w:rPr>
        <w:t>كہ انھي</w:t>
      </w:r>
      <w:r w:rsidR="007D6C9B">
        <w:rPr>
          <w:rtl/>
        </w:rPr>
        <w:t xml:space="preserve">ں </w:t>
      </w:r>
      <w:r>
        <w:rPr>
          <w:rtl/>
        </w:rPr>
        <w:t xml:space="preserve">ہاتھ اور پائو </w:t>
      </w:r>
      <w:r w:rsidR="007D6C9B">
        <w:rPr>
          <w:rtl/>
        </w:rPr>
        <w:t xml:space="preserve">ں </w:t>
      </w:r>
      <w:r>
        <w:rPr>
          <w:rtl/>
        </w:rPr>
        <w:t>مي</w:t>
      </w:r>
      <w:r w:rsidR="007D6C9B">
        <w:rPr>
          <w:rtl/>
        </w:rPr>
        <w:t xml:space="preserve">ں </w:t>
      </w:r>
      <w:r>
        <w:rPr>
          <w:rtl/>
        </w:rPr>
        <w:t>اور ہاتھ اور تر نج بين مي</w:t>
      </w:r>
      <w:r w:rsidR="007D6C9B">
        <w:rPr>
          <w:rtl/>
        </w:rPr>
        <w:t xml:space="preserve">ں </w:t>
      </w:r>
      <w:r>
        <w:rPr>
          <w:rtl/>
        </w:rPr>
        <w:t>فرق بھول گئي</w:t>
      </w:r>
      <w:r w:rsidR="007D6C9B">
        <w:rPr>
          <w:rtl/>
        </w:rPr>
        <w:t xml:space="preserve">ں </w:t>
      </w:r>
      <w:r>
        <w:rPr>
          <w:rtl/>
        </w:rPr>
        <w:t>انہو</w:t>
      </w:r>
      <w:r w:rsidR="007D6C9B">
        <w:rPr>
          <w:rtl/>
        </w:rPr>
        <w:t xml:space="preserve">ں </w:t>
      </w:r>
      <w:r>
        <w:rPr>
          <w:rtl/>
        </w:rPr>
        <w:t>نے يوسف كو ديكھتے ہى كہا يہ تو غير معمولى ہے، وہ خود سے قدر بے خود ہوئي</w:t>
      </w:r>
      <w:r w:rsidR="007D6C9B">
        <w:rPr>
          <w:rtl/>
        </w:rPr>
        <w:t xml:space="preserve">ں </w:t>
      </w:r>
      <w:r>
        <w:rPr>
          <w:rtl/>
        </w:rPr>
        <w:t>كہ ( ترنج بين كى بجائے ) اپنے ہاتھ كا ٹ لئے اور جب انہو</w:t>
      </w:r>
      <w:r w:rsidR="007D6C9B">
        <w:rPr>
          <w:rtl/>
        </w:rPr>
        <w:t xml:space="preserve">ں </w:t>
      </w:r>
      <w:r>
        <w:rPr>
          <w:rtl/>
        </w:rPr>
        <w:t>نے ديكھا كہ ان كى دلكش آنكھو</w:t>
      </w:r>
      <w:r w:rsidR="007D6C9B">
        <w:rPr>
          <w:rtl/>
        </w:rPr>
        <w:t xml:space="preserve">ں </w:t>
      </w:r>
      <w:r>
        <w:rPr>
          <w:rtl/>
        </w:rPr>
        <w:t>مي</w:t>
      </w:r>
      <w:r w:rsidR="007D6C9B">
        <w:rPr>
          <w:rtl/>
        </w:rPr>
        <w:t xml:space="preserve">ں </w:t>
      </w:r>
      <w:r>
        <w:rPr>
          <w:rtl/>
        </w:rPr>
        <w:t>تو عفت وحيا كا نورضو فشا</w:t>
      </w:r>
      <w:r w:rsidR="007D6C9B">
        <w:rPr>
          <w:rtl/>
        </w:rPr>
        <w:t xml:space="preserve">ں </w:t>
      </w:r>
      <w:r>
        <w:rPr>
          <w:rtl/>
        </w:rPr>
        <w:t>ہے اور ان كے معصوم رخسار شر م وحيا سے گلگو</w:t>
      </w:r>
      <w:r w:rsidR="007D6C9B">
        <w:rPr>
          <w:rtl/>
        </w:rPr>
        <w:t xml:space="preserve">ں </w:t>
      </w:r>
      <w:r>
        <w:rPr>
          <w:rtl/>
        </w:rPr>
        <w:t>ہي</w:t>
      </w:r>
      <w:r w:rsidR="007D6C9B">
        <w:rPr>
          <w:rtl/>
        </w:rPr>
        <w:t xml:space="preserve">ں </w:t>
      </w:r>
      <w:r>
        <w:rPr>
          <w:rtl/>
        </w:rPr>
        <w:t>تو ''سب پكار اٹھي</w:t>
      </w:r>
      <w:r w:rsidR="007D6C9B">
        <w:rPr>
          <w:rtl/>
        </w:rPr>
        <w:t xml:space="preserve">ں </w:t>
      </w:r>
      <w:r>
        <w:rPr>
          <w:rtl/>
        </w:rPr>
        <w:t>كہ نہي</w:t>
      </w:r>
      <w:r w:rsidR="007D6C9B">
        <w:rPr>
          <w:rtl/>
        </w:rPr>
        <w:t xml:space="preserve">ں </w:t>
      </w:r>
      <w:r>
        <w:rPr>
          <w:rtl/>
        </w:rPr>
        <w:t>يہ جوان ہر گز گناہ سے آلودہ نہي</w:t>
      </w:r>
      <w:r w:rsidR="007D6C9B">
        <w:rPr>
          <w:rtl/>
        </w:rPr>
        <w:t xml:space="preserve">ں </w:t>
      </w:r>
      <w:r>
        <w:rPr>
          <w:rtl/>
        </w:rPr>
        <w:t xml:space="preserve">ہے يہ تو كوئي بزرگوارآسمانى فرشتہ ہے'' </w:t>
      </w:r>
      <w:r w:rsidRPr="00AD1EF3">
        <w:rPr>
          <w:rStyle w:val="libFootnotenumChar"/>
          <w:rtl/>
        </w:rPr>
        <w:t>(</w:t>
      </w:r>
      <w:r w:rsidR="00E664BB" w:rsidRPr="00AD1EF3">
        <w:rPr>
          <w:rStyle w:val="libFootnotenumChar"/>
          <w:rtl/>
        </w:rPr>
        <w:t>3</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w:t>
      </w:r>
      <w:r w:rsidR="00E664BB">
        <w:rPr>
          <w:rtl/>
        </w:rPr>
        <w:t>31</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31</w:t>
      </w:r>
      <w:r>
        <w:rPr>
          <w:rtl/>
        </w:rPr>
        <w:t xml:space="preserve"> </w:t>
      </w:r>
    </w:p>
    <w:p w:rsidR="00DE2D7F" w:rsidRDefault="00DE2D7F" w:rsidP="00D07B54">
      <w:pPr>
        <w:pStyle w:val="libFootnote"/>
        <w:rPr>
          <w:rtl/>
        </w:rPr>
      </w:pPr>
      <w:r>
        <w:rPr>
          <w:rtl/>
        </w:rPr>
        <w:t>(</w:t>
      </w:r>
      <w:r w:rsidR="00E664BB">
        <w:rPr>
          <w:rtl/>
        </w:rPr>
        <w:t>4</w:t>
      </w:r>
      <w:r>
        <w:rPr>
          <w:rtl/>
        </w:rPr>
        <w:t>)اس بارے مي</w:t>
      </w:r>
      <w:r w:rsidR="007D6C9B">
        <w:rPr>
          <w:rtl/>
        </w:rPr>
        <w:t xml:space="preserve">ں </w:t>
      </w:r>
      <w:r>
        <w:rPr>
          <w:rtl/>
        </w:rPr>
        <w:t>كہ زنان مصر نے اس وقت اپنے ہاتھو</w:t>
      </w:r>
      <w:r w:rsidR="007D6C9B">
        <w:rPr>
          <w:rtl/>
        </w:rPr>
        <w:t xml:space="preserve">ں </w:t>
      </w:r>
      <w:r>
        <w:rPr>
          <w:rtl/>
        </w:rPr>
        <w:t>كى كتنى مقدار كاٹى تھى ،مفسرين كے درميان اختلاف ہے بعض نے يہ بات مبالغہ اميز طورپر نقل كى ہے ليكن قران سے اجمالاً يہى معلوم ہوتا ہے كہ انھو</w:t>
      </w:r>
      <w:r w:rsidR="007D6C9B">
        <w:rPr>
          <w:rtl/>
        </w:rPr>
        <w:t xml:space="preserve">ں </w:t>
      </w:r>
      <w:r>
        <w:rPr>
          <w:rtl/>
        </w:rPr>
        <w:t xml:space="preserve">نے ہاتھ كاٹ لئے تھے </w:t>
      </w:r>
    </w:p>
    <w:p w:rsidR="008D6B41" w:rsidRDefault="001648F9" w:rsidP="00D07B54">
      <w:pPr>
        <w:pStyle w:val="libNormal"/>
        <w:rPr>
          <w:rtl/>
        </w:rPr>
      </w:pPr>
      <w:r>
        <w:rPr>
          <w:rtl/>
        </w:rPr>
        <w:t xml:space="preserve"> </w:t>
      </w:r>
      <w:r>
        <w:rPr>
          <w:rtl/>
        </w:rPr>
        <w:br w:type="page"/>
      </w:r>
    </w:p>
    <w:p w:rsidR="008D6B41" w:rsidRDefault="008D6B41" w:rsidP="00D07B54">
      <w:pPr>
        <w:pStyle w:val="libNormal"/>
        <w:rPr>
          <w:rtl/>
        </w:rPr>
      </w:pPr>
    </w:p>
    <w:p w:rsidR="008D6B41" w:rsidRDefault="00DE2D7F" w:rsidP="00D07B54">
      <w:pPr>
        <w:pStyle w:val="Heading2Center"/>
        <w:rPr>
          <w:rtl/>
        </w:rPr>
      </w:pPr>
      <w:bookmarkStart w:id="154" w:name="_Toc7268551"/>
      <w:r>
        <w:rPr>
          <w:rtl/>
        </w:rPr>
        <w:t>تو پھر يوسف سے عشق مي</w:t>
      </w:r>
      <w:r w:rsidR="007D6C9B">
        <w:rPr>
          <w:rtl/>
        </w:rPr>
        <w:t xml:space="preserve">ں </w:t>
      </w:r>
      <w:r>
        <w:rPr>
          <w:rtl/>
        </w:rPr>
        <w:t>مجھے كيو</w:t>
      </w:r>
      <w:r w:rsidR="007D6C9B">
        <w:rPr>
          <w:rtl/>
        </w:rPr>
        <w:t xml:space="preserve">ں </w:t>
      </w:r>
      <w:r>
        <w:rPr>
          <w:rtl/>
        </w:rPr>
        <w:t>ملامت كرتى ہو ؟</w:t>
      </w:r>
      <w:bookmarkEnd w:id="154"/>
    </w:p>
    <w:p w:rsidR="00DE2D7F" w:rsidRDefault="00DE2D7F" w:rsidP="00D07B54">
      <w:pPr>
        <w:pStyle w:val="libNormal"/>
        <w:rPr>
          <w:rtl/>
        </w:rPr>
      </w:pPr>
      <w:r>
        <w:rPr>
          <w:rtl/>
        </w:rPr>
        <w:t xml:space="preserve"> اس وقت مصر كى عورتي</w:t>
      </w:r>
      <w:r w:rsidR="007D6C9B">
        <w:rPr>
          <w:rtl/>
        </w:rPr>
        <w:t xml:space="preserve">ں </w:t>
      </w:r>
      <w:r>
        <w:rPr>
          <w:rtl/>
        </w:rPr>
        <w:t>پورى بازى ہار چكى تھي</w:t>
      </w:r>
      <w:r w:rsidR="007D6C9B">
        <w:rPr>
          <w:rtl/>
        </w:rPr>
        <w:t xml:space="preserve">ں </w:t>
      </w:r>
      <w:r>
        <w:rPr>
          <w:rtl/>
        </w:rPr>
        <w:t>ان كے زخمى ہا تھو</w:t>
      </w:r>
      <w:r w:rsidR="007D6C9B">
        <w:rPr>
          <w:rtl/>
        </w:rPr>
        <w:t xml:space="preserve">ں </w:t>
      </w:r>
      <w:r>
        <w:rPr>
          <w:rtl/>
        </w:rPr>
        <w:t>سے خون بہہ رہا تھا پر يشا نى كے عالم مي</w:t>
      </w:r>
      <w:r w:rsidR="007D6C9B">
        <w:rPr>
          <w:rtl/>
        </w:rPr>
        <w:t xml:space="preserve">ں </w:t>
      </w:r>
      <w:r>
        <w:rPr>
          <w:rtl/>
        </w:rPr>
        <w:t>وہ بے روح مجسمے كى طرح اپنى جگہ چپكى سى بيٹھى تھي</w:t>
      </w:r>
      <w:r w:rsidR="007D6C9B">
        <w:rPr>
          <w:rtl/>
        </w:rPr>
        <w:t xml:space="preserve">ں </w:t>
      </w:r>
      <w:r>
        <w:rPr>
          <w:rtl/>
        </w:rPr>
        <w:t>ان كى حالت كہہ رہى تھى كہ وہ بھى نے زوجہ عزيزسے كچھ كم نہي</w:t>
      </w:r>
      <w:r w:rsidR="007D6C9B">
        <w:rPr>
          <w:rtl/>
        </w:rPr>
        <w:t xml:space="preserve">ں </w:t>
      </w:r>
      <w:r>
        <w:rPr>
          <w:rtl/>
        </w:rPr>
        <w:t>ہي</w:t>
      </w:r>
      <w:r w:rsidR="007D6C9B">
        <w:rPr>
          <w:rtl/>
        </w:rPr>
        <w:t xml:space="preserve">ں </w:t>
      </w:r>
      <w:r>
        <w:rPr>
          <w:rtl/>
        </w:rPr>
        <w:t>، كيا اس نے اس مو قع كو غنيمت سمجھا اور كہا :'' يہ ہے وہ شخص جس كے عشق پر تم مجھے طعنے ديتى تھي</w:t>
      </w:r>
      <w:r w:rsidR="007D6C9B">
        <w:rPr>
          <w:rtl/>
        </w:rPr>
        <w:t xml:space="preserve">ں </w:t>
      </w:r>
      <w:r>
        <w:rPr>
          <w:rtl/>
        </w:rPr>
        <w:t xml:space="preserve">''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گو يا زوجہ عزيز چاہتى تھى كہ ان سے كہے كہ تم نے تو يوسف كو ايك مر تبہ ديكھا ہے اور يو</w:t>
      </w:r>
      <w:r w:rsidR="007D6C9B">
        <w:rPr>
          <w:rtl/>
        </w:rPr>
        <w:t xml:space="preserve">ں </w:t>
      </w:r>
      <w:r>
        <w:rPr>
          <w:rtl/>
        </w:rPr>
        <w:t>اپنے ہوش وحواس گنوا بيٹھى ہو تو پھر مجھے كيو نكر ملا مت كرتى ہو جبكہ مي</w:t>
      </w:r>
      <w:r w:rsidR="007D6C9B">
        <w:rPr>
          <w:rtl/>
        </w:rPr>
        <w:t xml:space="preserve">ں </w:t>
      </w:r>
      <w:r>
        <w:rPr>
          <w:rtl/>
        </w:rPr>
        <w:t>صبح وشام اس كے سا تھ اٹھتى بيٹھى ہو</w:t>
      </w:r>
      <w:r w:rsidR="007D6C9B">
        <w:rPr>
          <w:rtl/>
        </w:rPr>
        <w:t xml:space="preserve">ں </w:t>
      </w:r>
      <w:r>
        <w:rPr>
          <w:rtl/>
        </w:rPr>
        <w:t>،زوجہ عزيز نے جو منصو بہ بنايا تھا اس مي</w:t>
      </w:r>
      <w:r w:rsidR="007D6C9B">
        <w:rPr>
          <w:rtl/>
        </w:rPr>
        <w:t xml:space="preserve">ں </w:t>
      </w:r>
      <w:r>
        <w:rPr>
          <w:rtl/>
        </w:rPr>
        <w:t>اپنى كا ميابى پر وہ بہت مغرور اور پورى صراحت كے سا تھ اپنے گناہ كا اعترف كيا اور كہا : جى ہا</w:t>
      </w:r>
      <w:r w:rsidR="007D6C9B">
        <w:rPr>
          <w:rtl/>
        </w:rPr>
        <w:t xml:space="preserve">ں </w:t>
      </w:r>
      <w:r>
        <w:rPr>
          <w:rtl/>
        </w:rPr>
        <w:t>: ''مي</w:t>
      </w:r>
      <w:r w:rsidR="007D6C9B">
        <w:rPr>
          <w:rtl/>
        </w:rPr>
        <w:t xml:space="preserve">ں </w:t>
      </w:r>
      <w:r>
        <w:rPr>
          <w:rtl/>
        </w:rPr>
        <w:t xml:space="preserve">نے اسے اپنى آرزو پورا كرنے كے لئے دعوت دى تھى ليكن يہ بچا رہا_''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اس كے بعد بجائے اس كے كہ اپنے گناہ پر اظہا ر ندامت كر تى يا كم از كم مہمانو </w:t>
      </w:r>
      <w:r w:rsidR="007D6C9B">
        <w:rPr>
          <w:rtl/>
        </w:rPr>
        <w:t xml:space="preserve">ں </w:t>
      </w:r>
      <w:r>
        <w:rPr>
          <w:rtl/>
        </w:rPr>
        <w:t>كے سا منے كچھ پردہ پڑا رہنے ديتى اس نے بڑى بے اعتنائي اور سخت انداز مي</w:t>
      </w:r>
      <w:r w:rsidR="007D6C9B">
        <w:rPr>
          <w:rtl/>
        </w:rPr>
        <w:t xml:space="preserve">ں </w:t>
      </w:r>
      <w:r>
        <w:rPr>
          <w:rtl/>
        </w:rPr>
        <w:t>كہ جس سے اس كا قطعى ارا دہ ظاہر ہو تا تھا ، صراحت كے سا تھ اعلان كيا :'' اگر اس (يوسف ) نے ميرا حكم نہ ما نا اور ميرے عشق سوزا</w:t>
      </w:r>
      <w:r w:rsidR="007D6C9B">
        <w:rPr>
          <w:rtl/>
        </w:rPr>
        <w:t xml:space="preserve">ں </w:t>
      </w:r>
      <w:r>
        <w:rPr>
          <w:rtl/>
        </w:rPr>
        <w:t>كے سامنے سر نہ جھكا يا تو يقينا اسے قيد مي</w:t>
      </w:r>
      <w:r w:rsidR="007D6C9B">
        <w:rPr>
          <w:rtl/>
        </w:rPr>
        <w:t xml:space="preserve">ں </w:t>
      </w:r>
      <w:r>
        <w:rPr>
          <w:rtl/>
        </w:rPr>
        <w:t>جانا پڑے گا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''نہ صر ف يہ كہ مي</w:t>
      </w:r>
      <w:r w:rsidR="007D6C9B">
        <w:rPr>
          <w:rtl/>
        </w:rPr>
        <w:t xml:space="preserve">ں </w:t>
      </w:r>
      <w:r>
        <w:rPr>
          <w:rtl/>
        </w:rPr>
        <w:t>اسے زندان مي</w:t>
      </w:r>
      <w:r w:rsidR="007D6C9B">
        <w:rPr>
          <w:rtl/>
        </w:rPr>
        <w:t xml:space="preserve">ں </w:t>
      </w:r>
      <w:r>
        <w:rPr>
          <w:rtl/>
        </w:rPr>
        <w:t>ڈال دو</w:t>
      </w:r>
      <w:r w:rsidR="007D6C9B">
        <w:rPr>
          <w:rtl/>
        </w:rPr>
        <w:t xml:space="preserve">ں </w:t>
      </w:r>
      <w:r>
        <w:rPr>
          <w:rtl/>
        </w:rPr>
        <w:t>گى بلكہ قيد خا نے كے اندر بھى ذليل و خوار ہو گا_''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فطرى امر ہے كہ جب عزيز مصر نے اس واضح خيانت پر اپنى زوجہ سے فقط يہى كہنے پر قنا عت كى كہ'' اپنے گناہ پر استغفار كر'' تو اس كى بيوى رسوائي كى اس منزل تك آپہنچى اصولى طور پر جيسا كہ ہم نے كہا ہے مصر كے فرعون اور عزيزو</w:t>
      </w:r>
      <w:r w:rsidR="007D6C9B">
        <w:rPr>
          <w:rtl/>
        </w:rPr>
        <w:t xml:space="preserve">ں </w:t>
      </w:r>
      <w:r>
        <w:rPr>
          <w:rtl/>
        </w:rPr>
        <w:t>كے در بار مي</w:t>
      </w:r>
      <w:r w:rsidR="007D6C9B">
        <w:rPr>
          <w:rtl/>
        </w:rPr>
        <w:t xml:space="preserve">ں </w:t>
      </w:r>
      <w:r>
        <w:rPr>
          <w:rtl/>
        </w:rPr>
        <w:t xml:space="preserve">ايسے مسائل كو ئي نئي بات نہ تھى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32</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w:t>
      </w:r>
      <w:r w:rsidR="00E664BB">
        <w:rPr>
          <w:rtl/>
        </w:rPr>
        <w:t>32</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ايت </w:t>
      </w:r>
      <w:r w:rsidR="00E664BB">
        <w:rPr>
          <w:rtl/>
        </w:rPr>
        <w:t>32</w:t>
      </w:r>
      <w:r>
        <w:rPr>
          <w:rtl/>
        </w:rPr>
        <w:t xml:space="preserve"> </w:t>
      </w:r>
    </w:p>
    <w:p w:rsidR="00DE2D7F" w:rsidRDefault="00DE2D7F" w:rsidP="00D07B54">
      <w:pPr>
        <w:pStyle w:val="libFootnote"/>
        <w:rPr>
          <w:rtl/>
        </w:rPr>
      </w:pPr>
      <w:r>
        <w:rPr>
          <w:rtl/>
        </w:rPr>
        <w:t>(</w:t>
      </w:r>
      <w:r w:rsidR="00E664BB">
        <w:rPr>
          <w:rtl/>
        </w:rPr>
        <w:t>4</w:t>
      </w:r>
      <w:r>
        <w:rPr>
          <w:rtl/>
        </w:rPr>
        <w:t>)سورہ يوسف آيت</w:t>
      </w:r>
      <w:r w:rsidR="00E664BB">
        <w:rPr>
          <w:rtl/>
        </w:rPr>
        <w:t>32</w:t>
      </w:r>
      <w:r>
        <w:rPr>
          <w:rtl/>
        </w:rPr>
        <w:t xml:space="preserve"> </w:t>
      </w:r>
    </w:p>
    <w:p w:rsidR="008D6B41" w:rsidRDefault="001648F9" w:rsidP="00D07B54">
      <w:pPr>
        <w:pStyle w:val="libNormal"/>
        <w:rPr>
          <w:rtl/>
        </w:rPr>
      </w:pPr>
      <w:r>
        <w:rPr>
          <w:rtl/>
        </w:rPr>
        <w:t xml:space="preserve"> </w:t>
      </w:r>
      <w:r>
        <w:rPr>
          <w:rtl/>
        </w:rPr>
        <w:br w:type="page"/>
      </w:r>
    </w:p>
    <w:p w:rsidR="009C7621" w:rsidRDefault="009C7621" w:rsidP="00D07B54">
      <w:pPr>
        <w:pStyle w:val="libNormal"/>
        <w:rPr>
          <w:rtl/>
        </w:rPr>
      </w:pPr>
    </w:p>
    <w:p w:rsidR="008D6B41" w:rsidRDefault="00DE2D7F" w:rsidP="00D07B54">
      <w:pPr>
        <w:pStyle w:val="Heading2Center"/>
        <w:rPr>
          <w:rtl/>
        </w:rPr>
      </w:pPr>
      <w:bookmarkStart w:id="155" w:name="_Toc7268552"/>
      <w:r>
        <w:rPr>
          <w:rtl/>
        </w:rPr>
        <w:t>اے يوسف(ع) قبول كر لو</w:t>
      </w:r>
      <w:bookmarkEnd w:id="155"/>
      <w:r>
        <w:rPr>
          <w:rtl/>
        </w:rPr>
        <w:t xml:space="preserve"> </w:t>
      </w:r>
    </w:p>
    <w:p w:rsidR="00DE2D7F" w:rsidRDefault="00DE2D7F" w:rsidP="00D07B54">
      <w:pPr>
        <w:pStyle w:val="libNormal"/>
        <w:rPr>
          <w:rtl/>
        </w:rPr>
      </w:pPr>
      <w:r>
        <w:rPr>
          <w:rtl/>
        </w:rPr>
        <w:t>بعض نے تو اس مو قع پر ايك تعجب انگيز روايت نقل كى ہے وہ يہ كہ چند زنان مصر جو اس دعوت مي</w:t>
      </w:r>
      <w:r w:rsidR="007D6C9B">
        <w:rPr>
          <w:rtl/>
        </w:rPr>
        <w:t xml:space="preserve">ں </w:t>
      </w:r>
      <w:r>
        <w:rPr>
          <w:rtl/>
        </w:rPr>
        <w:t>مو جود تھي</w:t>
      </w:r>
      <w:r w:rsidR="007D6C9B">
        <w:rPr>
          <w:rtl/>
        </w:rPr>
        <w:t xml:space="preserve">ں </w:t>
      </w:r>
      <w:r>
        <w:rPr>
          <w:rtl/>
        </w:rPr>
        <w:t>وہ زوجہ عزيز كى حمايت مي</w:t>
      </w:r>
      <w:r w:rsidR="007D6C9B">
        <w:rPr>
          <w:rtl/>
        </w:rPr>
        <w:t xml:space="preserve">ں </w:t>
      </w:r>
      <w:r>
        <w:rPr>
          <w:rtl/>
        </w:rPr>
        <w:t>اٹھ كھڑى ہو ئي</w:t>
      </w:r>
      <w:r w:rsidR="007D6C9B">
        <w:rPr>
          <w:rtl/>
        </w:rPr>
        <w:t xml:space="preserve">ں </w:t>
      </w:r>
      <w:r>
        <w:rPr>
          <w:rtl/>
        </w:rPr>
        <w:t>اور اسے حق بجا نب قرارديا وہ يوسف كے گرد جمع ہو گئي</w:t>
      </w:r>
      <w:r w:rsidR="007D6C9B">
        <w:rPr>
          <w:rtl/>
        </w:rPr>
        <w:t xml:space="preserve">ں </w:t>
      </w:r>
      <w:r>
        <w:rPr>
          <w:rtl/>
        </w:rPr>
        <w:t xml:space="preserve">اور ہر ايك نے يوسف كو رغبت دلانے كے لئے مختلف بات كى _ </w:t>
      </w:r>
    </w:p>
    <w:p w:rsidR="00DE2D7F" w:rsidRDefault="00DE2D7F" w:rsidP="00D07B54">
      <w:pPr>
        <w:pStyle w:val="libNormal"/>
        <w:rPr>
          <w:rtl/>
        </w:rPr>
      </w:pPr>
      <w:r>
        <w:rPr>
          <w:rtl/>
        </w:rPr>
        <w:t>ايك نے كہا : اے جوان : يہ اپنے آپ كو بچا نا ، يہ نا زو نخرے آخر كس لئے ؟ كيو</w:t>
      </w:r>
      <w:r w:rsidR="007D6C9B">
        <w:rPr>
          <w:rtl/>
        </w:rPr>
        <w:t xml:space="preserve">ں </w:t>
      </w:r>
      <w:r>
        <w:rPr>
          <w:rtl/>
        </w:rPr>
        <w:t>اس عاشق دلدادہ پر رحم نہي</w:t>
      </w:r>
      <w:r w:rsidR="007D6C9B">
        <w:rPr>
          <w:rtl/>
        </w:rPr>
        <w:t xml:space="preserve">ں </w:t>
      </w:r>
      <w:r>
        <w:rPr>
          <w:rtl/>
        </w:rPr>
        <w:t>كرتے ؟ اس خيرہ كن جمال دل آرا كو نہي</w:t>
      </w:r>
      <w:r w:rsidR="007D6C9B">
        <w:rPr>
          <w:rtl/>
        </w:rPr>
        <w:t xml:space="preserve">ں </w:t>
      </w:r>
      <w:r>
        <w:rPr>
          <w:rtl/>
        </w:rPr>
        <w:t>ديكھتے ؟ كيا تمہارے سينے مي</w:t>
      </w:r>
      <w:r w:rsidR="007D6C9B">
        <w:rPr>
          <w:rtl/>
        </w:rPr>
        <w:t xml:space="preserve">ں </w:t>
      </w:r>
      <w:r>
        <w:rPr>
          <w:rtl/>
        </w:rPr>
        <w:t>دل نہي</w:t>
      </w:r>
      <w:r w:rsidR="007D6C9B">
        <w:rPr>
          <w:rtl/>
        </w:rPr>
        <w:t xml:space="preserve">ں </w:t>
      </w:r>
      <w:r>
        <w:rPr>
          <w:rtl/>
        </w:rPr>
        <w:t>ہے ؟ كيا تم جوان نہي</w:t>
      </w:r>
      <w:r w:rsidR="007D6C9B">
        <w:rPr>
          <w:rtl/>
        </w:rPr>
        <w:t xml:space="preserve">ں </w:t>
      </w:r>
      <w:r>
        <w:rPr>
          <w:rtl/>
        </w:rPr>
        <w:t>ہو ؟ كيا تمہي</w:t>
      </w:r>
      <w:r w:rsidR="007D6C9B">
        <w:rPr>
          <w:rtl/>
        </w:rPr>
        <w:t xml:space="preserve">ں </w:t>
      </w:r>
      <w:r>
        <w:rPr>
          <w:rtl/>
        </w:rPr>
        <w:t>عشق وزيبا ئي سے كو ئي رغيبت نہي</w:t>
      </w:r>
      <w:r w:rsidR="007D6C9B">
        <w:rPr>
          <w:rtl/>
        </w:rPr>
        <w:t xml:space="preserve">ں </w:t>
      </w:r>
      <w:r>
        <w:rPr>
          <w:rtl/>
        </w:rPr>
        <w:t xml:space="preserve">اور كيا تم پتھر اور لكڑى كے بنے ہوئے ہو _ </w:t>
      </w:r>
    </w:p>
    <w:p w:rsidR="00DE2D7F" w:rsidRDefault="00DE2D7F" w:rsidP="00D07B54">
      <w:pPr>
        <w:pStyle w:val="libNormal"/>
        <w:rPr>
          <w:rtl/>
        </w:rPr>
      </w:pPr>
      <w:r>
        <w:rPr>
          <w:rtl/>
        </w:rPr>
        <w:t>دوسرى نے كہا : مي</w:t>
      </w:r>
      <w:r w:rsidR="007D6C9B">
        <w:rPr>
          <w:rtl/>
        </w:rPr>
        <w:t xml:space="preserve">ں </w:t>
      </w:r>
      <w:r>
        <w:rPr>
          <w:rtl/>
        </w:rPr>
        <w:t>حيران ہو</w:t>
      </w:r>
      <w:r w:rsidR="007D6C9B">
        <w:rPr>
          <w:rtl/>
        </w:rPr>
        <w:t xml:space="preserve">ں </w:t>
      </w:r>
      <w:r>
        <w:rPr>
          <w:rtl/>
        </w:rPr>
        <w:t>چونكہ حسن وعشق كى وجہ سے ميرى سمجھ مي</w:t>
      </w:r>
      <w:r w:rsidR="007D6C9B">
        <w:rPr>
          <w:rtl/>
        </w:rPr>
        <w:t xml:space="preserve">ں </w:t>
      </w:r>
      <w:r>
        <w:rPr>
          <w:rtl/>
        </w:rPr>
        <w:t>كچھ نہي</w:t>
      </w:r>
      <w:r w:rsidR="007D6C9B">
        <w:rPr>
          <w:rtl/>
        </w:rPr>
        <w:t xml:space="preserve">ں </w:t>
      </w:r>
      <w:r>
        <w:rPr>
          <w:rtl/>
        </w:rPr>
        <w:t>آتا ليكن كيا تم سمجھتے نہي</w:t>
      </w:r>
      <w:r w:rsidR="007D6C9B">
        <w:rPr>
          <w:rtl/>
        </w:rPr>
        <w:t xml:space="preserve">ں </w:t>
      </w:r>
      <w:r>
        <w:rPr>
          <w:rtl/>
        </w:rPr>
        <w:t>ہو كہ وہ عزيز مصر اور اس ملك كے صاحب اقتدا ر كى بيوى ہے ؟ كيا تم يہ نہي</w:t>
      </w:r>
      <w:r w:rsidR="007D6C9B">
        <w:rPr>
          <w:rtl/>
        </w:rPr>
        <w:t xml:space="preserve">ں </w:t>
      </w:r>
      <w:r>
        <w:rPr>
          <w:rtl/>
        </w:rPr>
        <w:t>سو چتے كہ اس كا دل تمہارے ہا تھ مي</w:t>
      </w:r>
      <w:r w:rsidR="007D6C9B">
        <w:rPr>
          <w:rtl/>
        </w:rPr>
        <w:t xml:space="preserve">ں </w:t>
      </w:r>
      <w:r>
        <w:rPr>
          <w:rtl/>
        </w:rPr>
        <w:t>ہو تو يہ سارى حكومت تمہارے قبضے مي</w:t>
      </w:r>
      <w:r w:rsidR="007D6C9B">
        <w:rPr>
          <w:rtl/>
        </w:rPr>
        <w:t xml:space="preserve">ں </w:t>
      </w:r>
      <w:r>
        <w:rPr>
          <w:rtl/>
        </w:rPr>
        <w:t>ہو گى اور تم جو مقام چا ہو تمہي</w:t>
      </w:r>
      <w:r w:rsidR="007D6C9B">
        <w:rPr>
          <w:rtl/>
        </w:rPr>
        <w:t xml:space="preserve">ں </w:t>
      </w:r>
      <w:r>
        <w:rPr>
          <w:rtl/>
        </w:rPr>
        <w:t xml:space="preserve">مل جائے گا ؟ </w:t>
      </w:r>
    </w:p>
    <w:p w:rsidR="00DE2D7F" w:rsidRDefault="00DE2D7F" w:rsidP="00D07B54">
      <w:pPr>
        <w:pStyle w:val="libNormal"/>
        <w:rPr>
          <w:rtl/>
        </w:rPr>
      </w:pPr>
      <w:r>
        <w:rPr>
          <w:rtl/>
        </w:rPr>
        <w:t>تيسرى نے كہا : مي</w:t>
      </w:r>
      <w:r w:rsidR="007D6C9B">
        <w:rPr>
          <w:rtl/>
        </w:rPr>
        <w:t xml:space="preserve">ں </w:t>
      </w:r>
      <w:r>
        <w:rPr>
          <w:rtl/>
        </w:rPr>
        <w:t>حير ان ہو</w:t>
      </w:r>
      <w:r w:rsidR="007D6C9B">
        <w:rPr>
          <w:rtl/>
        </w:rPr>
        <w:t xml:space="preserve">ں </w:t>
      </w:r>
      <w:r>
        <w:rPr>
          <w:rtl/>
        </w:rPr>
        <w:t>كہ نہ تم اس كے جمال زيبا كى طرف مائل ہو اور نہ اس كے مقام ومال كى طرف ليكن كيا تم يہ بھى نہي</w:t>
      </w:r>
      <w:r w:rsidR="007D6C9B">
        <w:rPr>
          <w:rtl/>
        </w:rPr>
        <w:t xml:space="preserve">ں </w:t>
      </w:r>
      <w:r>
        <w:rPr>
          <w:rtl/>
        </w:rPr>
        <w:t>جا نتے كہ وہ ايك خطر ناك انتقام جو عورت ہے اور انتقام لينے كى طاقت بھى پورى طرح اس كے ہاتھ مي</w:t>
      </w:r>
      <w:r w:rsidR="007D6C9B">
        <w:rPr>
          <w:rtl/>
        </w:rPr>
        <w:t xml:space="preserve">ں </w:t>
      </w:r>
      <w:r>
        <w:rPr>
          <w:rtl/>
        </w:rPr>
        <w:t>ہے ؟ كيا تمہي</w:t>
      </w:r>
      <w:r w:rsidR="007D6C9B">
        <w:rPr>
          <w:rtl/>
        </w:rPr>
        <w:t xml:space="preserve">ں </w:t>
      </w:r>
      <w:r>
        <w:rPr>
          <w:rtl/>
        </w:rPr>
        <w:t>اس كے وحشتنا ك اور تاريك زندان كا كو ئي خوف نہي</w:t>
      </w:r>
      <w:r w:rsidR="007D6C9B">
        <w:rPr>
          <w:rtl/>
        </w:rPr>
        <w:t xml:space="preserve">ں </w:t>
      </w:r>
      <w:r>
        <w:rPr>
          <w:rtl/>
        </w:rPr>
        <w:t>؟ كيا تم اس قيد تنہا ئي كے عالم غربت وبيچا ر گى كے بارے مي</w:t>
      </w:r>
      <w:r w:rsidR="007D6C9B">
        <w:rPr>
          <w:rtl/>
        </w:rPr>
        <w:t xml:space="preserve">ں </w:t>
      </w:r>
      <w:r>
        <w:rPr>
          <w:rtl/>
        </w:rPr>
        <w:t>غور وفكر نہي</w:t>
      </w:r>
      <w:r w:rsidR="007D6C9B">
        <w:rPr>
          <w:rtl/>
        </w:rPr>
        <w:t xml:space="preserve">ں </w:t>
      </w:r>
      <w:r>
        <w:rPr>
          <w:rtl/>
        </w:rPr>
        <w:t xml:space="preserve">كرتے ؟ </w:t>
      </w:r>
    </w:p>
    <w:p w:rsidR="008D6B41" w:rsidRDefault="00DE2D7F" w:rsidP="00D07B54">
      <w:pPr>
        <w:pStyle w:val="Heading2Center"/>
        <w:rPr>
          <w:rtl/>
        </w:rPr>
      </w:pPr>
      <w:bookmarkStart w:id="156" w:name="_Toc7268553"/>
      <w:r>
        <w:rPr>
          <w:rtl/>
        </w:rPr>
        <w:t>زندان كى تمنا</w:t>
      </w:r>
      <w:bookmarkEnd w:id="156"/>
    </w:p>
    <w:p w:rsidR="00DE2D7F" w:rsidRDefault="00DE2D7F" w:rsidP="00D07B54">
      <w:pPr>
        <w:pStyle w:val="libNormal"/>
        <w:rPr>
          <w:rtl/>
        </w:rPr>
      </w:pPr>
      <w:r>
        <w:rPr>
          <w:rtl/>
        </w:rPr>
        <w:t xml:space="preserve"> ايك طرف عزيز كى دھمكى اور ان آلودہ گناہ عور تو</w:t>
      </w:r>
      <w:r w:rsidR="007D6C9B">
        <w:rPr>
          <w:rtl/>
        </w:rPr>
        <w:t xml:space="preserve">ں </w:t>
      </w:r>
      <w:r>
        <w:rPr>
          <w:rtl/>
        </w:rPr>
        <w:t>كا وسوسہ تھا كہ جو اس وقت دلالى كا كھيل كھيل رہي</w:t>
      </w:r>
      <w:r w:rsidR="007D6C9B">
        <w:rPr>
          <w:rtl/>
        </w:rPr>
        <w:t xml:space="preserve">ں </w:t>
      </w:r>
      <w:r>
        <w:rPr>
          <w:rtl/>
        </w:rPr>
        <w:t>تھي</w:t>
      </w:r>
      <w:r w:rsidR="007D6C9B">
        <w:rPr>
          <w:rtl/>
        </w:rPr>
        <w:t xml:space="preserve">ں </w:t>
      </w:r>
      <w:r>
        <w:rPr>
          <w:rtl/>
        </w:rPr>
        <w:t>اور دوسرى طرف يوسف كے لئے ايك شديد بحرانى لمحہ تھا ،ہر طرف سے مشكلات كے طوفان نے انہي</w:t>
      </w:r>
      <w:r w:rsidR="007D6C9B">
        <w:rPr>
          <w:rtl/>
        </w:rPr>
        <w:t xml:space="preserve">ں </w:t>
      </w:r>
      <w:r>
        <w:rPr>
          <w:rtl/>
        </w:rPr>
        <w:t>گھير ركھا تھا ليكن وہ تو پہلے سے اپنے آپ كو اسلحہ سے آراستہ كئے ہو ئے تھے نور ايمان ' پاكيز گى اور تقوى نے ان كى روح مي</w:t>
      </w:r>
      <w:r w:rsidR="007D6C9B">
        <w:rPr>
          <w:rtl/>
        </w:rPr>
        <w:t xml:space="preserve">ں </w:t>
      </w:r>
      <w:r>
        <w:rPr>
          <w:rtl/>
        </w:rPr>
        <w:t xml:space="preserve">ايك خاص اطمينان پيدا كر ركھا تھا وہ بڑى شجاعت اور عزم سے اپنے موقف پر اڑے </w:t>
      </w:r>
    </w:p>
    <w:p w:rsidR="008D6B41"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رہے بغير اس كے كہ وہ ان ہوس باز اور ہو س ران عورتو</w:t>
      </w:r>
      <w:r w:rsidR="007D6C9B">
        <w:rPr>
          <w:rtl/>
        </w:rPr>
        <w:t xml:space="preserve">ں </w:t>
      </w:r>
      <w:r>
        <w:rPr>
          <w:rtl/>
        </w:rPr>
        <w:t>سے باتو</w:t>
      </w:r>
      <w:r w:rsidR="007D6C9B">
        <w:rPr>
          <w:rtl/>
        </w:rPr>
        <w:t xml:space="preserve">ں </w:t>
      </w:r>
      <w:r>
        <w:rPr>
          <w:rtl/>
        </w:rPr>
        <w:t>مي</w:t>
      </w:r>
      <w:r w:rsidR="007D6C9B">
        <w:rPr>
          <w:rtl/>
        </w:rPr>
        <w:t xml:space="preserve">ں </w:t>
      </w:r>
      <w:r>
        <w:rPr>
          <w:rtl/>
        </w:rPr>
        <w:t>الجھتے ،انہو</w:t>
      </w:r>
      <w:r w:rsidR="007D6C9B">
        <w:rPr>
          <w:rtl/>
        </w:rPr>
        <w:t xml:space="preserve">ں </w:t>
      </w:r>
      <w:r>
        <w:rPr>
          <w:rtl/>
        </w:rPr>
        <w:t>نے پرور گار كى بارگاہ كا رخ كيا اور اس طرح سے ان دعا كرنے لگے : بارالہا پر ور دگار : ''جس كى طرف يہ عورتي</w:t>
      </w:r>
      <w:r w:rsidR="007D6C9B">
        <w:rPr>
          <w:rtl/>
        </w:rPr>
        <w:t xml:space="preserve">ں </w:t>
      </w:r>
      <w:r>
        <w:rPr>
          <w:rtl/>
        </w:rPr>
        <w:t>مجھے دعوت ديتى ہي</w:t>
      </w:r>
      <w:r w:rsidR="007D6C9B">
        <w:rPr>
          <w:rtl/>
        </w:rPr>
        <w:t xml:space="preserve">ں </w:t>
      </w:r>
      <w:r>
        <w:rPr>
          <w:rtl/>
        </w:rPr>
        <w:t>اس كى نسبت قيد خانہ اپنى تمام تر سختيو</w:t>
      </w:r>
      <w:r w:rsidR="007D6C9B">
        <w:rPr>
          <w:rtl/>
        </w:rPr>
        <w:t xml:space="preserve">ں </w:t>
      </w:r>
      <w:r>
        <w:rPr>
          <w:rtl/>
        </w:rPr>
        <w:t>كے باوجود مجھے زيادہ محب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چو نكہ وہ جانتے تھے كہ تمام حالات مي</w:t>
      </w:r>
      <w:r w:rsidR="007D6C9B">
        <w:rPr>
          <w:rtl/>
        </w:rPr>
        <w:t xml:space="preserve">ں </w:t>
      </w:r>
      <w:r>
        <w:rPr>
          <w:rtl/>
        </w:rPr>
        <w:t>خصوصاً مشكلات مي</w:t>
      </w:r>
      <w:r w:rsidR="007D6C9B">
        <w:rPr>
          <w:rtl/>
        </w:rPr>
        <w:t xml:space="preserve">ں </w:t>
      </w:r>
      <w:r>
        <w:rPr>
          <w:rtl/>
        </w:rPr>
        <w:t>لطف الہى كے سوا كو ئي راہ نجات نہي</w:t>
      </w:r>
      <w:r w:rsidR="007D6C9B">
        <w:rPr>
          <w:rtl/>
        </w:rPr>
        <w:t xml:space="preserve">ں </w:t>
      </w:r>
      <w:r>
        <w:rPr>
          <w:rtl/>
        </w:rPr>
        <w:t>كہ جس پر بھر وسہ كيا جائے ، انہو</w:t>
      </w:r>
      <w:r w:rsidR="007D6C9B">
        <w:rPr>
          <w:rtl/>
        </w:rPr>
        <w:t xml:space="preserve">ں </w:t>
      </w:r>
      <w:r>
        <w:rPr>
          <w:rtl/>
        </w:rPr>
        <w:t>نے اپنے آپ كو خدا كے سپر د كيا اور اس سے مدد ما نگى اور پكارے: پر ور دگارا :''اگر تو مجھے ان عور تو</w:t>
      </w:r>
      <w:r w:rsidR="007D6C9B">
        <w:rPr>
          <w:rtl/>
        </w:rPr>
        <w:t xml:space="preserve">ں </w:t>
      </w:r>
      <w:r>
        <w:rPr>
          <w:rtl/>
        </w:rPr>
        <w:t>كے مكر اور خطر ناك منصوبو</w:t>
      </w:r>
      <w:r w:rsidR="007D6C9B">
        <w:rPr>
          <w:rtl/>
        </w:rPr>
        <w:t xml:space="preserve">ں </w:t>
      </w:r>
      <w:r>
        <w:rPr>
          <w:rtl/>
        </w:rPr>
        <w:t>سے نہ بچا ئے تو ميرا دل ان كى طرف مائل ہو جائے گا اور مي</w:t>
      </w:r>
      <w:r w:rsidR="007D6C9B">
        <w:rPr>
          <w:rtl/>
        </w:rPr>
        <w:t xml:space="preserve">ں </w:t>
      </w:r>
      <w:r>
        <w:rPr>
          <w:rtl/>
        </w:rPr>
        <w:t>جاہلو</w:t>
      </w:r>
      <w:r w:rsidR="007D6C9B">
        <w:rPr>
          <w:rtl/>
        </w:rPr>
        <w:t xml:space="preserve">ں </w:t>
      </w:r>
      <w:r>
        <w:rPr>
          <w:rtl/>
        </w:rPr>
        <w:t>مي</w:t>
      </w:r>
      <w:r w:rsidR="007D6C9B">
        <w:rPr>
          <w:rtl/>
        </w:rPr>
        <w:t xml:space="preserve">ں </w:t>
      </w:r>
      <w:r>
        <w:rPr>
          <w:rtl/>
        </w:rPr>
        <w:t>سے ہو جائو</w:t>
      </w:r>
      <w:r w:rsidR="007D6C9B">
        <w:rPr>
          <w:rtl/>
        </w:rPr>
        <w:t xml:space="preserve">ں </w:t>
      </w:r>
      <w:r>
        <w:rPr>
          <w:rtl/>
        </w:rPr>
        <w:t xml:space="preserve">''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خدا وندا : مي</w:t>
      </w:r>
      <w:r w:rsidR="007D6C9B">
        <w:rPr>
          <w:rtl/>
        </w:rPr>
        <w:t xml:space="preserve">ں </w:t>
      </w:r>
      <w:r>
        <w:rPr>
          <w:rtl/>
        </w:rPr>
        <w:t>تيرے فرمان كا احترام كرتے ہوئے اور اپنى پاكدامنى كى حفاظت كرتے ہو ئے اس وحشت ناك قيد خا نے كا استقبال كرتا ہو</w:t>
      </w:r>
      <w:r w:rsidR="007D6C9B">
        <w:rPr>
          <w:rtl/>
        </w:rPr>
        <w:t xml:space="preserve">ں </w:t>
      </w:r>
      <w:r>
        <w:rPr>
          <w:rtl/>
        </w:rPr>
        <w:t>وہ قيد خانہ كہ جس مي</w:t>
      </w:r>
      <w:r w:rsidR="007D6C9B">
        <w:rPr>
          <w:rtl/>
        </w:rPr>
        <w:t xml:space="preserve">ں </w:t>
      </w:r>
      <w:r>
        <w:rPr>
          <w:rtl/>
        </w:rPr>
        <w:t>ميرى روح آزاد ہے اور ميرا دامن پاك ہے اس كے بدلے مي</w:t>
      </w:r>
      <w:r w:rsidR="007D6C9B">
        <w:rPr>
          <w:rtl/>
        </w:rPr>
        <w:t xml:space="preserve">ں </w:t>
      </w:r>
      <w:r>
        <w:rPr>
          <w:rtl/>
        </w:rPr>
        <w:t>اس ظاہر ى آزادى كوٹھوكر مارتا ہو</w:t>
      </w:r>
      <w:r w:rsidR="007D6C9B">
        <w:rPr>
          <w:rtl/>
        </w:rPr>
        <w:t xml:space="preserve">ں </w:t>
      </w:r>
      <w:r>
        <w:rPr>
          <w:rtl/>
        </w:rPr>
        <w:t>كہ جس مي</w:t>
      </w:r>
      <w:r w:rsidR="007D6C9B">
        <w:rPr>
          <w:rtl/>
        </w:rPr>
        <w:t xml:space="preserve">ں </w:t>
      </w:r>
      <w:r>
        <w:rPr>
          <w:rtl/>
        </w:rPr>
        <w:t>ميرى روح كو زندا ن ہو س نے قيد كرركھا ہو اور جو ميرے دامن كو آلودہ كرسكتى ہے _ خدا يا : ميرى مدد فرما ، مجھے قوت بخش ،اور ميرى عقل ،ايمان اور تقوى كى طاقت مي</w:t>
      </w:r>
      <w:r w:rsidR="007D6C9B">
        <w:rPr>
          <w:rtl/>
        </w:rPr>
        <w:t xml:space="preserve">ں </w:t>
      </w:r>
      <w:r>
        <w:rPr>
          <w:rtl/>
        </w:rPr>
        <w:t>اضافہ فر ماتا كہ مي</w:t>
      </w:r>
      <w:r w:rsidR="007D6C9B">
        <w:rPr>
          <w:rtl/>
        </w:rPr>
        <w:t xml:space="preserve">ں </w:t>
      </w:r>
      <w:r>
        <w:rPr>
          <w:rtl/>
        </w:rPr>
        <w:t>ان شيطانى وسو سو</w:t>
      </w:r>
      <w:r w:rsidR="007D6C9B">
        <w:rPr>
          <w:rtl/>
        </w:rPr>
        <w:t xml:space="preserve">ں </w:t>
      </w:r>
      <w:r>
        <w:rPr>
          <w:rtl/>
        </w:rPr>
        <w:t>پر كا ميا بى حاصل كرو</w:t>
      </w:r>
      <w:r w:rsidR="007D6C9B">
        <w:rPr>
          <w:rtl/>
        </w:rPr>
        <w:t xml:space="preserve">ں </w:t>
      </w:r>
      <w:r>
        <w:rPr>
          <w:rtl/>
        </w:rPr>
        <w:t xml:space="preserve">_ </w:t>
      </w:r>
    </w:p>
    <w:p w:rsidR="00DE2D7F" w:rsidRDefault="00DE2D7F" w:rsidP="00D07B54">
      <w:pPr>
        <w:pStyle w:val="libNormal"/>
        <w:rPr>
          <w:rtl/>
        </w:rPr>
      </w:pPr>
      <w:r>
        <w:rPr>
          <w:rtl/>
        </w:rPr>
        <w:t>اور چو نكہ خداوندعالم كا ہميشہ سے وعدہ ہے كہ وہ مخلص مجاہد ين كى ( چاہے وہ نفس كے خلاف برسر پيكا ر ہو</w:t>
      </w:r>
      <w:r w:rsidR="007D6C9B">
        <w:rPr>
          <w:rtl/>
        </w:rPr>
        <w:t xml:space="preserve">ں </w:t>
      </w:r>
      <w:r>
        <w:rPr>
          <w:rtl/>
        </w:rPr>
        <w:t>يا ظاہرى دشمن كے خلاف ) مدد كرے گا ، اس نے يوسف كو اس عالم مي</w:t>
      </w:r>
      <w:r w:rsidR="007D6C9B">
        <w:rPr>
          <w:rtl/>
        </w:rPr>
        <w:t xml:space="preserve">ں </w:t>
      </w:r>
      <w:r>
        <w:rPr>
          <w:rtl/>
        </w:rPr>
        <w:t>تنہا نہ چھوڑا حق تعالى كا لطف وكرم اس كى مدد كو آگے بڑھا، جيسا كہ قرآن كہتا ہے:'' اس كے پروردگا ر نے اس كى اس مخلصا نہ دعا كو قبول كيا، ان كے مكر اور سازشو</w:t>
      </w:r>
      <w:r w:rsidR="007D6C9B">
        <w:rPr>
          <w:rtl/>
        </w:rPr>
        <w:t xml:space="preserve">ں </w:t>
      </w:r>
      <w:r>
        <w:rPr>
          <w:rtl/>
        </w:rPr>
        <w:t xml:space="preserve">كو پلٹا ديا،كيو نكہ وہ سننے اور جاننے والا ہے_'' </w:t>
      </w:r>
      <w:r w:rsidRPr="006B0714">
        <w:rPr>
          <w:rStyle w:val="libFootnotenumChar"/>
          <w:rtl/>
        </w:rPr>
        <w:t xml:space="preserve">( </w:t>
      </w:r>
      <w:r w:rsidR="00E664BB" w:rsidRPr="006B0714">
        <w:rPr>
          <w:rStyle w:val="libFootnotenumChar"/>
          <w:rtl/>
        </w:rPr>
        <w:t>3</w:t>
      </w:r>
      <w:r w:rsidRPr="006B0714">
        <w:rPr>
          <w:rStyle w:val="libFootnotenumChar"/>
          <w:rtl/>
        </w:rPr>
        <w:t xml:space="preserve">) </w:t>
      </w:r>
    </w:p>
    <w:p w:rsidR="00DE2D7F" w:rsidRDefault="00DE2D7F" w:rsidP="00D07B54">
      <w:pPr>
        <w:pStyle w:val="libNormal"/>
        <w:rPr>
          <w:rtl/>
        </w:rPr>
      </w:pPr>
      <w:r>
        <w:rPr>
          <w:rtl/>
        </w:rPr>
        <w:t>وہ بندو</w:t>
      </w:r>
      <w:r w:rsidR="007D6C9B">
        <w:rPr>
          <w:rtl/>
        </w:rPr>
        <w:t xml:space="preserve">ں </w:t>
      </w:r>
      <w:r>
        <w:rPr>
          <w:rtl/>
        </w:rPr>
        <w:t>كى دعا بھى سنتا ہے اور ان كے اندر ونى اسرار سے بھى آگاہ ہے اور انہي</w:t>
      </w:r>
      <w:r w:rsidR="007D6C9B">
        <w:rPr>
          <w:rtl/>
        </w:rPr>
        <w:t xml:space="preserve">ں </w:t>
      </w:r>
      <w:r>
        <w:rPr>
          <w:rtl/>
        </w:rPr>
        <w:t xml:space="preserve">مشكلات سے بچا نے كى راہ سے بھى واقف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33</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w:t>
      </w:r>
      <w:r w:rsidR="00E664BB">
        <w:rPr>
          <w:rtl/>
        </w:rPr>
        <w:t>33</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w:t>
      </w:r>
      <w:r w:rsidR="00E664BB">
        <w:rPr>
          <w:rtl/>
        </w:rPr>
        <w:t>34</w:t>
      </w:r>
      <w:r>
        <w:rPr>
          <w:rtl/>
        </w:rPr>
        <w:t xml:space="preserve"> </w:t>
      </w:r>
    </w:p>
    <w:p w:rsidR="008D6B41" w:rsidRDefault="001648F9" w:rsidP="00D07B54">
      <w:pPr>
        <w:pStyle w:val="libNormal"/>
        <w:rPr>
          <w:rtl/>
        </w:rPr>
      </w:pPr>
      <w:r>
        <w:rPr>
          <w:rtl/>
        </w:rPr>
        <w:t xml:space="preserve"> </w:t>
      </w:r>
      <w:r>
        <w:rPr>
          <w:rtl/>
        </w:rPr>
        <w:br w:type="page"/>
      </w:r>
    </w:p>
    <w:p w:rsidR="008D6B41" w:rsidRDefault="008D6B41" w:rsidP="00D07B54">
      <w:pPr>
        <w:pStyle w:val="libNormal"/>
        <w:rPr>
          <w:rtl/>
        </w:rPr>
      </w:pPr>
    </w:p>
    <w:p w:rsidR="008D6B41" w:rsidRDefault="00DE2D7F" w:rsidP="00D07B54">
      <w:pPr>
        <w:pStyle w:val="Heading2Center"/>
        <w:rPr>
          <w:rtl/>
        </w:rPr>
      </w:pPr>
      <w:bookmarkStart w:id="157" w:name="_Toc7268554"/>
      <w:r>
        <w:rPr>
          <w:rtl/>
        </w:rPr>
        <w:t>بے گنا ہى كے پاداش مي</w:t>
      </w:r>
      <w:r w:rsidR="007D6C9B">
        <w:rPr>
          <w:rtl/>
        </w:rPr>
        <w:t xml:space="preserve">ں </w:t>
      </w:r>
      <w:r>
        <w:rPr>
          <w:rtl/>
        </w:rPr>
        <w:t>قيد</w:t>
      </w:r>
      <w:bookmarkEnd w:id="157"/>
      <w:r>
        <w:rPr>
          <w:rtl/>
        </w:rPr>
        <w:t xml:space="preserve"> </w:t>
      </w:r>
    </w:p>
    <w:p w:rsidR="00DE2D7F" w:rsidRDefault="00DE2D7F" w:rsidP="00D07B54">
      <w:pPr>
        <w:pStyle w:val="libNormal"/>
        <w:rPr>
          <w:rtl/>
        </w:rPr>
      </w:pPr>
      <w:r>
        <w:rPr>
          <w:rtl/>
        </w:rPr>
        <w:t>قصر عزيز مي</w:t>
      </w:r>
      <w:r w:rsidR="007D6C9B">
        <w:rPr>
          <w:rtl/>
        </w:rPr>
        <w:t xml:space="preserve">ں </w:t>
      </w:r>
      <w:r>
        <w:rPr>
          <w:rtl/>
        </w:rPr>
        <w:t>يوسف كى موجود گى مي</w:t>
      </w:r>
      <w:r w:rsidR="007D6C9B">
        <w:rPr>
          <w:rtl/>
        </w:rPr>
        <w:t xml:space="preserve">ں </w:t>
      </w:r>
      <w:r>
        <w:rPr>
          <w:rtl/>
        </w:rPr>
        <w:t>زنان مصر كى حيران كن محفل اس شور وغو غا كے عالم مي</w:t>
      </w:r>
      <w:r w:rsidR="007D6C9B">
        <w:rPr>
          <w:rtl/>
        </w:rPr>
        <w:t xml:space="preserve">ں </w:t>
      </w:r>
      <w:r>
        <w:rPr>
          <w:rtl/>
        </w:rPr>
        <w:t>تمام ہوئي ،فطرى بات تھى كہ يہ خبر عزيز كے كان تك پہنچ گئي ان تمام واقعات سے واضح ہو گيا كہ يوسف كوئي معمولى انسان نہي</w:t>
      </w:r>
      <w:r w:rsidR="007D6C9B">
        <w:rPr>
          <w:rtl/>
        </w:rPr>
        <w:t xml:space="preserve">ں </w:t>
      </w:r>
      <w:r>
        <w:rPr>
          <w:rtl/>
        </w:rPr>
        <w:t>ہے اور اس قدر پاكيزہ ہے كہ كوئي طاقت اسے گنا ہ پر ابھار نہي</w:t>
      </w:r>
      <w:r w:rsidR="007D6C9B">
        <w:rPr>
          <w:rtl/>
        </w:rPr>
        <w:t xml:space="preserve">ں </w:t>
      </w:r>
      <w:r>
        <w:rPr>
          <w:rtl/>
        </w:rPr>
        <w:t>سكتى مختلف حوالو</w:t>
      </w:r>
      <w:r w:rsidR="007D6C9B">
        <w:rPr>
          <w:rtl/>
        </w:rPr>
        <w:t xml:space="preserve">ں </w:t>
      </w:r>
      <w:r>
        <w:rPr>
          <w:rtl/>
        </w:rPr>
        <w:t xml:space="preserve">سے اس كى پاكيزگى كى نشا نيا </w:t>
      </w:r>
      <w:r w:rsidR="007D6C9B">
        <w:rPr>
          <w:rtl/>
        </w:rPr>
        <w:t xml:space="preserve">ں </w:t>
      </w:r>
      <w:r>
        <w:rPr>
          <w:rtl/>
        </w:rPr>
        <w:t>واضح ہوگئي</w:t>
      </w:r>
      <w:r w:rsidR="007D6C9B">
        <w:rPr>
          <w:rtl/>
        </w:rPr>
        <w:t xml:space="preserve">ں </w:t>
      </w:r>
      <w:r>
        <w:rPr>
          <w:rtl/>
        </w:rPr>
        <w:t xml:space="preserve">_ </w:t>
      </w:r>
    </w:p>
    <w:p w:rsidR="00DE2D7F" w:rsidRDefault="00DE2D7F" w:rsidP="00D07B54">
      <w:pPr>
        <w:pStyle w:val="libNormal"/>
        <w:rPr>
          <w:rtl/>
        </w:rPr>
      </w:pPr>
      <w:r>
        <w:rPr>
          <w:rtl/>
        </w:rPr>
        <w:t>يوسف(ع) كى قميص كا پيچھے سے پھٹا ہو نا ، زنان مصر كے وسوسے كے مقابلے مي</w:t>
      </w:r>
      <w:r w:rsidR="007D6C9B">
        <w:rPr>
          <w:rtl/>
        </w:rPr>
        <w:t xml:space="preserve">ں </w:t>
      </w:r>
      <w:r>
        <w:rPr>
          <w:rtl/>
        </w:rPr>
        <w:t>استقامت كا مظاہرہ كرنا ، قيد خانے مي</w:t>
      </w:r>
      <w:r w:rsidR="007D6C9B">
        <w:rPr>
          <w:rtl/>
        </w:rPr>
        <w:t xml:space="preserve">ں </w:t>
      </w:r>
      <w:r>
        <w:rPr>
          <w:rtl/>
        </w:rPr>
        <w:t>جانے كے لئے آمادہ ہونااور زوجہ عزيز كى طرف سے قيد اور دردناك عذاب كى دھمكيو</w:t>
      </w:r>
      <w:r w:rsidR="007D6C9B">
        <w:rPr>
          <w:rtl/>
        </w:rPr>
        <w:t xml:space="preserve">ں </w:t>
      </w:r>
      <w:r>
        <w:rPr>
          <w:rtl/>
        </w:rPr>
        <w:t>كے سامنے سر نہ جھكا نا يہ سب اس كى پاكيز گى كى دليلي</w:t>
      </w:r>
      <w:r w:rsidR="007D6C9B">
        <w:rPr>
          <w:rtl/>
        </w:rPr>
        <w:t xml:space="preserve">ں </w:t>
      </w:r>
      <w:r>
        <w:rPr>
          <w:rtl/>
        </w:rPr>
        <w:t>تھي</w:t>
      </w:r>
      <w:r w:rsidR="007D6C9B">
        <w:rPr>
          <w:rtl/>
        </w:rPr>
        <w:t xml:space="preserve">ں </w:t>
      </w:r>
      <w:r>
        <w:rPr>
          <w:rtl/>
        </w:rPr>
        <w:t>يہ ايسے دلائل تھے كہ كوئي شخص نہ اسے چھپاسكتا تھا نہ ان كا انكار كر سكتا تھا ان كا لازمى نتيجہ زوجہ عزيز مصر كى نا پا كى اور جرم تھا يہ جرم ثابت ہو نے كے بعد عوام مي</w:t>
      </w:r>
      <w:r w:rsidR="007D6C9B">
        <w:rPr>
          <w:rtl/>
        </w:rPr>
        <w:t xml:space="preserve">ں </w:t>
      </w:r>
      <w:r>
        <w:rPr>
          <w:rtl/>
        </w:rPr>
        <w:t>خاندان عزيز كى جنسى حوالے سے رسوائي كا خوف بڑھ رہا تھا عزيز مصر اور اس كے مشيرو</w:t>
      </w:r>
      <w:r w:rsidR="007D6C9B">
        <w:rPr>
          <w:rtl/>
        </w:rPr>
        <w:t xml:space="preserve">ں </w:t>
      </w:r>
      <w:r>
        <w:rPr>
          <w:rtl/>
        </w:rPr>
        <w:t>كو اس كے لئے صرف يہى چارہ دكھا ئي ديا كہ يوسف كو منظر سے ہٹا ديا جا ئے ، اس طرح سے كہ لوگ اسے اور اس كے نام كوبھول جائي</w:t>
      </w:r>
      <w:r w:rsidR="007D6C9B">
        <w:rPr>
          <w:rtl/>
        </w:rPr>
        <w:t xml:space="preserve">ں </w:t>
      </w:r>
      <w:r>
        <w:rPr>
          <w:rtl/>
        </w:rPr>
        <w:t>اس كے لئے ان كى نظر مي</w:t>
      </w:r>
      <w:r w:rsidR="007D6C9B">
        <w:rPr>
          <w:rtl/>
        </w:rPr>
        <w:t xml:space="preserve">ں </w:t>
      </w:r>
      <w:r>
        <w:rPr>
          <w:rtl/>
        </w:rPr>
        <w:t>بہتر ين راستہ اسے تاريك قيد خانے مي</w:t>
      </w:r>
      <w:r w:rsidR="007D6C9B">
        <w:rPr>
          <w:rtl/>
        </w:rPr>
        <w:t xml:space="preserve">ں </w:t>
      </w:r>
      <w:r>
        <w:rPr>
          <w:rtl/>
        </w:rPr>
        <w:t>بھيجنا تھا كہ جسے يوسف كو بھلا بھى ديا جائے گا اور وہ يہ بھى سمجھي</w:t>
      </w:r>
      <w:r w:rsidR="007D6C9B">
        <w:rPr>
          <w:rtl/>
        </w:rPr>
        <w:t xml:space="preserve">ں </w:t>
      </w:r>
      <w:r>
        <w:rPr>
          <w:rtl/>
        </w:rPr>
        <w:t xml:space="preserve">گے كہ اصلى مجرم يوسف تھا اسى لئے قرآن كہتا ہے : </w:t>
      </w:r>
    </w:p>
    <w:p w:rsidR="00DE2D7F" w:rsidRDefault="00DE2D7F" w:rsidP="00D07B54">
      <w:pPr>
        <w:pStyle w:val="libNormal"/>
        <w:rPr>
          <w:rtl/>
        </w:rPr>
      </w:pPr>
      <w:r>
        <w:rPr>
          <w:rtl/>
        </w:rPr>
        <w:t>''جب انہو</w:t>
      </w:r>
      <w:r w:rsidR="007D6C9B">
        <w:rPr>
          <w:rtl/>
        </w:rPr>
        <w:t xml:space="preserve">ں </w:t>
      </w:r>
      <w:r>
        <w:rPr>
          <w:rtl/>
        </w:rPr>
        <w:t xml:space="preserve">نے ( يوسف كى پا كيز گى كى ) نشا نيا </w:t>
      </w:r>
      <w:r w:rsidR="007D6C9B">
        <w:rPr>
          <w:rtl/>
        </w:rPr>
        <w:t xml:space="preserve">ں </w:t>
      </w:r>
      <w:r>
        <w:rPr>
          <w:rtl/>
        </w:rPr>
        <w:t>ديكھ لي</w:t>
      </w:r>
      <w:r w:rsidR="007D6C9B">
        <w:rPr>
          <w:rtl/>
        </w:rPr>
        <w:t xml:space="preserve">ں </w:t>
      </w:r>
      <w:r>
        <w:rPr>
          <w:rtl/>
        </w:rPr>
        <w:t>تو پختہ ارادہ كرليا كہ اسے ايك مدت تك قيد مي</w:t>
      </w:r>
      <w:r w:rsidR="007D6C9B">
        <w:rPr>
          <w:rtl/>
        </w:rPr>
        <w:t xml:space="preserve">ں </w:t>
      </w:r>
      <w:r>
        <w:rPr>
          <w:rtl/>
        </w:rPr>
        <w:t>ڈال دياجائے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پہلے اس كے بارے مي</w:t>
      </w:r>
      <w:r w:rsidR="007D6C9B">
        <w:rPr>
          <w:rtl/>
        </w:rPr>
        <w:t xml:space="preserve">ں </w:t>
      </w:r>
      <w:r>
        <w:rPr>
          <w:rtl/>
        </w:rPr>
        <w:t>ان كا كو ئي ارادہ نہ تھا اور پہلى مر تبہ زوجہ عزيز نے يہ بات احتمال كے طور پر پيش كى تھى ، بہر حال اس طرح يوسف پاكدامنى كے گناہ مي</w:t>
      </w:r>
      <w:r w:rsidR="007D6C9B">
        <w:rPr>
          <w:rtl/>
        </w:rPr>
        <w:t xml:space="preserve">ں </w:t>
      </w:r>
      <w:r>
        <w:rPr>
          <w:rtl/>
        </w:rPr>
        <w:t>قيد خانے مي</w:t>
      </w:r>
      <w:r w:rsidR="007D6C9B">
        <w:rPr>
          <w:rtl/>
        </w:rPr>
        <w:t xml:space="preserve">ں </w:t>
      </w:r>
      <w:r>
        <w:rPr>
          <w:rtl/>
        </w:rPr>
        <w:t>پہنچ گئے اور يہ پہلى مر تبہ نہ تھا كہ ايك قابل اور لائق انسان پاكيز گى كے جرم مي</w:t>
      </w:r>
      <w:r w:rsidR="007D6C9B">
        <w:rPr>
          <w:rtl/>
        </w:rPr>
        <w:t xml:space="preserve">ں </w:t>
      </w:r>
      <w:r>
        <w:rPr>
          <w:rtl/>
        </w:rPr>
        <w:t>زندان مي</w:t>
      </w:r>
      <w:r w:rsidR="007D6C9B">
        <w:rPr>
          <w:rtl/>
        </w:rPr>
        <w:t xml:space="preserve">ں </w:t>
      </w:r>
      <w:r>
        <w:rPr>
          <w:rtl/>
        </w:rPr>
        <w:t xml:space="preserve">گيا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w:t>
      </w:r>
      <w:r w:rsidR="00E664BB">
        <w:rPr>
          <w:rtl/>
        </w:rPr>
        <w:t>35</w:t>
      </w:r>
      <w:r>
        <w:rPr>
          <w:rtl/>
        </w:rPr>
        <w:t xml:space="preserve"> </w:t>
      </w:r>
    </w:p>
    <w:p w:rsidR="008D6B41" w:rsidRDefault="00C2634E" w:rsidP="00D07B54">
      <w:pPr>
        <w:pStyle w:val="libNormal"/>
        <w:rPr>
          <w:rtl/>
        </w:rPr>
      </w:pPr>
      <w:r>
        <w:rPr>
          <w:rtl/>
        </w:rPr>
        <w:t xml:space="preserve"> </w:t>
      </w:r>
      <w:r>
        <w:rPr>
          <w:rtl/>
        </w:rPr>
        <w:br w:type="page"/>
      </w:r>
    </w:p>
    <w:p w:rsidR="008D6B41" w:rsidRDefault="00DE2D7F" w:rsidP="00D07B54">
      <w:pPr>
        <w:pStyle w:val="Heading2Center"/>
        <w:rPr>
          <w:rtl/>
        </w:rPr>
      </w:pPr>
      <w:bookmarkStart w:id="158" w:name="_Toc7268555"/>
      <w:r>
        <w:rPr>
          <w:rtl/>
        </w:rPr>
        <w:lastRenderedPageBreak/>
        <w:t>زندان كے واقعات</w:t>
      </w:r>
      <w:bookmarkEnd w:id="158"/>
      <w:r>
        <w:rPr>
          <w:rtl/>
        </w:rPr>
        <w:t xml:space="preserve"> </w:t>
      </w:r>
    </w:p>
    <w:p w:rsidR="00DE2D7F" w:rsidRDefault="00DE2D7F" w:rsidP="00D07B54">
      <w:pPr>
        <w:pStyle w:val="libNormal"/>
        <w:rPr>
          <w:rtl/>
        </w:rPr>
      </w:pPr>
      <w:r>
        <w:rPr>
          <w:rtl/>
        </w:rPr>
        <w:t>''يوسف كے ساتھ زندان مي</w:t>
      </w:r>
      <w:r w:rsidR="007D6C9B">
        <w:rPr>
          <w:rtl/>
        </w:rPr>
        <w:t xml:space="preserve">ں </w:t>
      </w:r>
      <w:r>
        <w:rPr>
          <w:rtl/>
        </w:rPr>
        <w:t>داخل ہو نے والو</w:t>
      </w:r>
      <w:r w:rsidR="007D6C9B">
        <w:rPr>
          <w:rtl/>
        </w:rPr>
        <w:t xml:space="preserve">ں </w:t>
      </w:r>
      <w:r>
        <w:rPr>
          <w:rtl/>
        </w:rPr>
        <w:t>مي</w:t>
      </w:r>
      <w:r w:rsidR="007D6C9B">
        <w:rPr>
          <w:rtl/>
        </w:rPr>
        <w:t xml:space="preserve">ں </w:t>
      </w:r>
      <w:r>
        <w:rPr>
          <w:rtl/>
        </w:rPr>
        <w:t>دو جوان بھى تھے''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جب انسان كسى معمول كے طريقے سے خبر و</w:t>
      </w:r>
      <w:r w:rsidR="007D6C9B">
        <w:rPr>
          <w:rtl/>
        </w:rPr>
        <w:t xml:space="preserve">ں </w:t>
      </w:r>
      <w:r>
        <w:rPr>
          <w:rtl/>
        </w:rPr>
        <w:t xml:space="preserve">تك رسائي حاصل نہ كر سكے تو اس كے لئے دوسرے احساسات كو استعمال كرتا ہے تاكہ حوادث كا اندازہ لگا سكے، خواب بھى اس مقصد كے لئے كا ر آمد ہو سكتا ہے _ </w:t>
      </w:r>
    </w:p>
    <w:p w:rsidR="00DE2D7F" w:rsidRDefault="00DE2D7F" w:rsidP="00D07B54">
      <w:pPr>
        <w:pStyle w:val="libNormal"/>
        <w:rPr>
          <w:rtl/>
        </w:rPr>
      </w:pPr>
      <w:r>
        <w:rPr>
          <w:rtl/>
        </w:rPr>
        <w:t>اسى بنا ء پر دونو</w:t>
      </w:r>
      <w:r w:rsidR="007D6C9B">
        <w:rPr>
          <w:rtl/>
        </w:rPr>
        <w:t xml:space="preserve">ں </w:t>
      </w:r>
      <w:r>
        <w:rPr>
          <w:rtl/>
        </w:rPr>
        <w:t>جوان كہ جن كے بارے مي</w:t>
      </w:r>
      <w:r w:rsidR="007D6C9B">
        <w:rPr>
          <w:rtl/>
        </w:rPr>
        <w:t xml:space="preserve">ں </w:t>
      </w:r>
      <w:r>
        <w:rPr>
          <w:rtl/>
        </w:rPr>
        <w:t>كہا جاتا ہے كہ ايك بادشا ہ كے گھر مشروبات پر ما مور تھا اور دوسرا باورچى خا نے كا كنٹرولر دشمنو</w:t>
      </w:r>
      <w:r w:rsidR="007D6C9B">
        <w:rPr>
          <w:rtl/>
        </w:rPr>
        <w:t xml:space="preserve">ں </w:t>
      </w:r>
      <w:r>
        <w:rPr>
          <w:rtl/>
        </w:rPr>
        <w:t>كى چغلخورى اور بادشاہ كو زہر دينے كے الزام مي</w:t>
      </w:r>
      <w:r w:rsidR="007D6C9B">
        <w:rPr>
          <w:rtl/>
        </w:rPr>
        <w:t xml:space="preserve">ں </w:t>
      </w:r>
      <w:r>
        <w:rPr>
          <w:rtl/>
        </w:rPr>
        <w:t>قيد تھا ، ايك روز يوسف كے پاس آئے دونو</w:t>
      </w:r>
      <w:r w:rsidR="007D6C9B">
        <w:rPr>
          <w:rtl/>
        </w:rPr>
        <w:t xml:space="preserve">ں </w:t>
      </w:r>
      <w:r>
        <w:rPr>
          <w:rtl/>
        </w:rPr>
        <w:t xml:space="preserve">نے اپنا گزشتہ شب كا خواب سنا يا جو كہ ان كے لئے عجيب تھا ايك نے كہا : </w:t>
      </w:r>
    </w:p>
    <w:p w:rsidR="00DE2D7F" w:rsidRDefault="00DE2D7F" w:rsidP="00D07B54">
      <w:pPr>
        <w:pStyle w:val="libNormal"/>
        <w:rPr>
          <w:rtl/>
        </w:rPr>
      </w:pPr>
      <w:r>
        <w:rPr>
          <w:rtl/>
        </w:rPr>
        <w:t>'' مي</w:t>
      </w:r>
      <w:r w:rsidR="007D6C9B">
        <w:rPr>
          <w:rtl/>
        </w:rPr>
        <w:t xml:space="preserve">ں </w:t>
      </w:r>
      <w:r>
        <w:rPr>
          <w:rtl/>
        </w:rPr>
        <w:t>نے خواب مي</w:t>
      </w:r>
      <w:r w:rsidR="007D6C9B">
        <w:rPr>
          <w:rtl/>
        </w:rPr>
        <w:t xml:space="preserve">ں </w:t>
      </w:r>
      <w:r>
        <w:rPr>
          <w:rtl/>
        </w:rPr>
        <w:t>ديكھا ہے كہ شراب بنا نے كے لئے انگور نچوڑ رہا ہو</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''دوسرے نے كہا كہ مي</w:t>
      </w:r>
      <w:r w:rsidR="007D6C9B">
        <w:rPr>
          <w:rtl/>
        </w:rPr>
        <w:t xml:space="preserve">ں </w:t>
      </w:r>
      <w:r>
        <w:rPr>
          <w:rtl/>
        </w:rPr>
        <w:t>نے خواب مي</w:t>
      </w:r>
      <w:r w:rsidR="007D6C9B">
        <w:rPr>
          <w:rtl/>
        </w:rPr>
        <w:t xml:space="preserve">ں </w:t>
      </w:r>
      <w:r>
        <w:rPr>
          <w:rtl/>
        </w:rPr>
        <w:t>ديكھا ہے كہ مي</w:t>
      </w:r>
      <w:r w:rsidR="007D6C9B">
        <w:rPr>
          <w:rtl/>
        </w:rPr>
        <w:t xml:space="preserve">ں </w:t>
      </w:r>
      <w:r>
        <w:rPr>
          <w:rtl/>
        </w:rPr>
        <w:t xml:space="preserve">نے كچھ روٹيا </w:t>
      </w:r>
      <w:r w:rsidR="007D6C9B">
        <w:rPr>
          <w:rtl/>
        </w:rPr>
        <w:t xml:space="preserve">ں </w:t>
      </w:r>
      <w:r>
        <w:rPr>
          <w:rtl/>
        </w:rPr>
        <w:t>سر پر اٹھا ركھى ہي</w:t>
      </w:r>
      <w:r w:rsidR="007D6C9B">
        <w:rPr>
          <w:rtl/>
        </w:rPr>
        <w:t xml:space="preserve">ں </w:t>
      </w:r>
      <w:r>
        <w:rPr>
          <w:rtl/>
        </w:rPr>
        <w:t>اور آسمان كے پرندے آتے ہي</w:t>
      </w:r>
      <w:r w:rsidR="007D6C9B">
        <w:rPr>
          <w:rtl/>
        </w:rPr>
        <w:t xml:space="preserve">ں </w:t>
      </w:r>
      <w:r>
        <w:rPr>
          <w:rtl/>
        </w:rPr>
        <w:t>اور ان مي</w:t>
      </w:r>
      <w:r w:rsidR="007D6C9B">
        <w:rPr>
          <w:rtl/>
        </w:rPr>
        <w:t xml:space="preserve">ں </w:t>
      </w:r>
      <w:r>
        <w:rPr>
          <w:rtl/>
        </w:rPr>
        <w:t>سے كھا تے ہي</w:t>
      </w:r>
      <w:r w:rsidR="007D6C9B">
        <w:rPr>
          <w:rtl/>
        </w:rPr>
        <w:t xml:space="preserve">ں </w:t>
      </w:r>
      <w:r>
        <w:rPr>
          <w:rtl/>
        </w:rPr>
        <w:t xml:space="preserve">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اس كے بعد انہو</w:t>
      </w:r>
      <w:r w:rsidR="007D6C9B">
        <w:rPr>
          <w:rtl/>
        </w:rPr>
        <w:t xml:space="preserve">ں </w:t>
      </w:r>
      <w:r>
        <w:rPr>
          <w:rtl/>
        </w:rPr>
        <w:t xml:space="preserve">نے مزيد كہا : </w:t>
      </w:r>
    </w:p>
    <w:p w:rsidR="00DE2D7F" w:rsidRDefault="00DE2D7F" w:rsidP="00D07B54">
      <w:pPr>
        <w:pStyle w:val="libNormal"/>
        <w:rPr>
          <w:rtl/>
        </w:rPr>
      </w:pPr>
      <w:r>
        <w:rPr>
          <w:rtl/>
        </w:rPr>
        <w:t>'' ہمي</w:t>
      </w:r>
      <w:r w:rsidR="007D6C9B">
        <w:rPr>
          <w:rtl/>
        </w:rPr>
        <w:t xml:space="preserve">ں </w:t>
      </w:r>
      <w:r>
        <w:rPr>
          <w:rtl/>
        </w:rPr>
        <w:t>ہمارے خواب كى تعبير بتائو ، كيو نكہ ہم ديكھ رہے ہي</w:t>
      </w:r>
      <w:r w:rsidR="007D6C9B">
        <w:rPr>
          <w:rtl/>
        </w:rPr>
        <w:t xml:space="preserve">ں </w:t>
      </w:r>
      <w:r>
        <w:rPr>
          <w:rtl/>
        </w:rPr>
        <w:t>كہ تم نيكو كارو</w:t>
      </w:r>
      <w:r w:rsidR="007D6C9B">
        <w:rPr>
          <w:rtl/>
        </w:rPr>
        <w:t xml:space="preserve">ں </w:t>
      </w:r>
      <w:r>
        <w:rPr>
          <w:rtl/>
        </w:rPr>
        <w:t>مي</w:t>
      </w:r>
      <w:r w:rsidR="007D6C9B">
        <w:rPr>
          <w:rtl/>
        </w:rPr>
        <w:t xml:space="preserve">ں </w:t>
      </w:r>
      <w:r>
        <w:rPr>
          <w:rtl/>
        </w:rPr>
        <w:t xml:space="preserve">سے ہو_''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8D6B41" w:rsidRDefault="00DE2D7F" w:rsidP="00D07B54">
      <w:pPr>
        <w:pStyle w:val="Heading2Center"/>
        <w:rPr>
          <w:rtl/>
        </w:rPr>
      </w:pPr>
      <w:bookmarkStart w:id="159" w:name="_Toc7268556"/>
      <w:r>
        <w:rPr>
          <w:rtl/>
        </w:rPr>
        <w:t>قيد خانہ يا مر كز تربيت</w:t>
      </w:r>
      <w:bookmarkEnd w:id="159"/>
      <w:r>
        <w:rPr>
          <w:rtl/>
        </w:rPr>
        <w:t xml:space="preserve"> </w:t>
      </w:r>
    </w:p>
    <w:p w:rsidR="00DE2D7F" w:rsidRDefault="00DE2D7F" w:rsidP="00D07B54">
      <w:pPr>
        <w:pStyle w:val="libNormal"/>
        <w:rPr>
          <w:rtl/>
        </w:rPr>
      </w:pPr>
      <w:r>
        <w:rPr>
          <w:rtl/>
        </w:rPr>
        <w:t>حضرت يوسف نے قيد خانے مي</w:t>
      </w:r>
      <w:r w:rsidR="007D6C9B">
        <w:rPr>
          <w:rtl/>
        </w:rPr>
        <w:t xml:space="preserve">ں </w:t>
      </w:r>
      <w:r>
        <w:rPr>
          <w:rtl/>
        </w:rPr>
        <w:t>آتے ہى اپنے نيك اطوار ، حسن اخلاق اور قيديو</w:t>
      </w:r>
      <w:r w:rsidR="007D6C9B">
        <w:rPr>
          <w:rtl/>
        </w:rPr>
        <w:t xml:space="preserve">ں </w:t>
      </w:r>
      <w:r>
        <w:rPr>
          <w:rtl/>
        </w:rPr>
        <w:t>كى دلجوئي ، خدمت اور بيمار و</w:t>
      </w:r>
      <w:r w:rsidR="007D6C9B">
        <w:rPr>
          <w:rtl/>
        </w:rPr>
        <w:t xml:space="preserve">ں </w:t>
      </w:r>
      <w:r>
        <w:rPr>
          <w:rtl/>
        </w:rPr>
        <w:t>كى عيادت سے يہ ظاہر كر ديا تھا كہ وہ ايك نيك اور گرہ كشا انسان ہي</w:t>
      </w:r>
      <w:r w:rsidR="007D6C9B">
        <w:rPr>
          <w:rtl/>
        </w:rPr>
        <w:t xml:space="preserve">ں </w:t>
      </w:r>
      <w:r>
        <w:rPr>
          <w:rtl/>
        </w:rPr>
        <w:t>اسى لئے قيدى مشكلات مي</w:t>
      </w:r>
      <w:r w:rsidR="007D6C9B">
        <w:rPr>
          <w:rtl/>
        </w:rPr>
        <w:t xml:space="preserve">ں </w:t>
      </w:r>
      <w:r>
        <w:rPr>
          <w:rtl/>
        </w:rPr>
        <w:t xml:space="preserve">انہى كى پنا ہ لينے تھے اور ان سے مدد ما نگتے تھے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w:t>
      </w:r>
      <w:r w:rsidR="00E664BB">
        <w:rPr>
          <w:rtl/>
        </w:rPr>
        <w:t>36</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w:t>
      </w:r>
      <w:r w:rsidR="00E664BB">
        <w:rPr>
          <w:rtl/>
        </w:rPr>
        <w:t>36</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36</w:t>
      </w:r>
      <w:r>
        <w:rPr>
          <w:rtl/>
        </w:rPr>
        <w:t xml:space="preserve"> </w:t>
      </w:r>
    </w:p>
    <w:p w:rsidR="00DE2D7F" w:rsidRDefault="00DE2D7F" w:rsidP="00D07B54">
      <w:pPr>
        <w:pStyle w:val="libFootnote"/>
        <w:rPr>
          <w:rtl/>
        </w:rPr>
      </w:pPr>
      <w:r>
        <w:rPr>
          <w:rtl/>
        </w:rPr>
        <w:t>(</w:t>
      </w:r>
      <w:r w:rsidR="00E664BB">
        <w:rPr>
          <w:rtl/>
        </w:rPr>
        <w:t>4</w:t>
      </w:r>
      <w:r>
        <w:rPr>
          <w:rtl/>
        </w:rPr>
        <w:t xml:space="preserve">)سورہ يوسف آيت </w:t>
      </w:r>
      <w:r w:rsidR="00E664BB">
        <w:rPr>
          <w:rtl/>
        </w:rPr>
        <w:t>36</w:t>
      </w:r>
      <w:r>
        <w:rPr>
          <w:rtl/>
        </w:rPr>
        <w:t xml:space="preserve"> </w:t>
      </w:r>
    </w:p>
    <w:p w:rsidR="008D6B41" w:rsidRDefault="001648F9" w:rsidP="00D07B54">
      <w:pPr>
        <w:pStyle w:val="libNormal"/>
        <w:rPr>
          <w:rtl/>
        </w:rPr>
      </w:pPr>
      <w:r>
        <w:rPr>
          <w:rtl/>
        </w:rPr>
        <w:t xml:space="preserve"> </w:t>
      </w:r>
      <w:r>
        <w:rPr>
          <w:rtl/>
        </w:rPr>
        <w:br w:type="page"/>
      </w:r>
    </w:p>
    <w:p w:rsidR="008D6B41" w:rsidRDefault="008D6B41" w:rsidP="00D07B54">
      <w:pPr>
        <w:pStyle w:val="libNormal"/>
        <w:rPr>
          <w:rtl/>
        </w:rPr>
      </w:pPr>
    </w:p>
    <w:p w:rsidR="00DE2D7F" w:rsidRDefault="00DE2D7F" w:rsidP="00D07B54">
      <w:pPr>
        <w:pStyle w:val="libNormal"/>
        <w:rPr>
          <w:rtl/>
        </w:rPr>
      </w:pPr>
      <w:r>
        <w:rPr>
          <w:rtl/>
        </w:rPr>
        <w:t>بہر حال وہ يوسف كہ جو قيديو</w:t>
      </w:r>
      <w:r w:rsidR="007D6C9B">
        <w:rPr>
          <w:rtl/>
        </w:rPr>
        <w:t xml:space="preserve">ں </w:t>
      </w:r>
      <w:r>
        <w:rPr>
          <w:rtl/>
        </w:rPr>
        <w:t>كى ہدايت اور راہنما ئي كا كو ئي مو قع ہاتھ سے نہ جانے ديتے تھے انہو</w:t>
      </w:r>
      <w:r w:rsidR="007D6C9B">
        <w:rPr>
          <w:rtl/>
        </w:rPr>
        <w:t xml:space="preserve">ں </w:t>
      </w:r>
      <w:r>
        <w:rPr>
          <w:rtl/>
        </w:rPr>
        <w:t>نے ان دو قيد يو</w:t>
      </w:r>
      <w:r w:rsidR="007D6C9B">
        <w:rPr>
          <w:rtl/>
        </w:rPr>
        <w:t xml:space="preserve">ں </w:t>
      </w:r>
      <w:r>
        <w:rPr>
          <w:rtl/>
        </w:rPr>
        <w:t>كى طرف سے تعبير خواب كے لئے رجو ع كر نے كو غنيمت جا نا اور اس بہانے سے ايسے اہم حقا ئق بيا ن كئے جو ان كے تعبير خواب سے متعلق اپنى آگاہى كے بارے مي</w:t>
      </w:r>
      <w:r w:rsidR="007D6C9B">
        <w:rPr>
          <w:rtl/>
        </w:rPr>
        <w:t xml:space="preserve">ں </w:t>
      </w:r>
      <w:r>
        <w:rPr>
          <w:rtl/>
        </w:rPr>
        <w:t>كہ جوان دو قيديو</w:t>
      </w:r>
      <w:r w:rsidR="007D6C9B">
        <w:rPr>
          <w:rtl/>
        </w:rPr>
        <w:t xml:space="preserve">ں </w:t>
      </w:r>
      <w:r>
        <w:rPr>
          <w:rtl/>
        </w:rPr>
        <w:t>كے لئے بہت اہميت ركھتے تھے ، اور تمام انسانو</w:t>
      </w:r>
      <w:r w:rsidR="007D6C9B">
        <w:rPr>
          <w:rtl/>
        </w:rPr>
        <w:t xml:space="preserve">ں </w:t>
      </w:r>
      <w:r>
        <w:rPr>
          <w:rtl/>
        </w:rPr>
        <w:t>كے لئے راستہ كھو لنے والے تھے آپ نے پہلے تو ان كا اعتماد حاصل كرنے كے لئے ان سے كہا : تمہارے كھا نے كا را شن آنے سے پہلے وہ ان كے خواب كى تعبير بتادي</w:t>
      </w:r>
      <w:r w:rsidR="007D6C9B">
        <w:rPr>
          <w:rtl/>
        </w:rPr>
        <w:t xml:space="preserve">ں </w:t>
      </w:r>
      <w:r>
        <w:rPr>
          <w:rtl/>
        </w:rPr>
        <w:t>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با ايمان اور خدا پر ست يوسف كہ جن كے وجود كى گہرائيو</w:t>
      </w:r>
      <w:r w:rsidR="007D6C9B">
        <w:rPr>
          <w:rtl/>
        </w:rPr>
        <w:t xml:space="preserve">ں </w:t>
      </w:r>
      <w:r>
        <w:rPr>
          <w:rtl/>
        </w:rPr>
        <w:t>مي</w:t>
      </w:r>
      <w:r w:rsidR="007D6C9B">
        <w:rPr>
          <w:rtl/>
        </w:rPr>
        <w:t xml:space="preserve">ں </w:t>
      </w:r>
      <w:r>
        <w:rPr>
          <w:rtl/>
        </w:rPr>
        <w:t>تو حيد پورى وسعت سے جڑپكڑ چكى تھى ، نے يہ واضح كرنے كے لئے كہ امر الہى كے بغير كو ئي چيز حقيقت كا روپ اختيار نہي</w:t>
      </w:r>
      <w:r w:rsidR="007D6C9B">
        <w:rPr>
          <w:rtl/>
        </w:rPr>
        <w:t xml:space="preserve">ں </w:t>
      </w:r>
      <w:r>
        <w:rPr>
          <w:rtl/>
        </w:rPr>
        <w:t>كر تى ، اپنى بات كو اسى طرح سے جارى ركھا :''تعبير خواب كے متعلق ميرا يہ علم ودا نش ان امور مي</w:t>
      </w:r>
      <w:r w:rsidR="007D6C9B">
        <w:rPr>
          <w:rtl/>
        </w:rPr>
        <w:t xml:space="preserve">ں </w:t>
      </w:r>
      <w:r>
        <w:rPr>
          <w:rtl/>
        </w:rPr>
        <w:t xml:space="preserve">سے ہے كہ جن كى تعليم مجھے مير ے پر وردگا نے دى ہے''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نيز اس بناء پر كہ وہ يہ خيال نہ كري</w:t>
      </w:r>
      <w:r w:rsidR="007D6C9B">
        <w:rPr>
          <w:rtl/>
        </w:rPr>
        <w:t xml:space="preserve">ں </w:t>
      </w:r>
      <w:r>
        <w:rPr>
          <w:rtl/>
        </w:rPr>
        <w:t>كہ خدا كو ئي چيز بغير كسى بنياد كے بخش ديتا ہے ، آپ نے مزيد فرمايا: ''مي</w:t>
      </w:r>
      <w:r w:rsidR="007D6C9B">
        <w:rPr>
          <w:rtl/>
        </w:rPr>
        <w:t xml:space="preserve">ں </w:t>
      </w:r>
      <w:r>
        <w:rPr>
          <w:rtl/>
        </w:rPr>
        <w:t>نے ان لوگو</w:t>
      </w:r>
      <w:r w:rsidR="007D6C9B">
        <w:rPr>
          <w:rtl/>
        </w:rPr>
        <w:t xml:space="preserve">ں </w:t>
      </w:r>
      <w:r>
        <w:rPr>
          <w:rtl/>
        </w:rPr>
        <w:t>كا دين ومذہب ترك كرركھا ہے كہ جو خدا پر ايمان نہي</w:t>
      </w:r>
      <w:r w:rsidR="007D6C9B">
        <w:rPr>
          <w:rtl/>
        </w:rPr>
        <w:t xml:space="preserve">ں </w:t>
      </w:r>
      <w:r>
        <w:rPr>
          <w:rtl/>
        </w:rPr>
        <w:t>ركھتے اور آخرت كے منكر ہي</w:t>
      </w:r>
      <w:r w:rsidR="007D6C9B">
        <w:rPr>
          <w:rtl/>
        </w:rPr>
        <w:t xml:space="preserve">ں </w:t>
      </w:r>
      <w:r>
        <w:rPr>
          <w:rtl/>
        </w:rPr>
        <w:t xml:space="preserve">اور اس نور ايمان اور تقوى نے مجھے اس نعمت كے لائق بنايا ہے''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اس قوم وملت سے مصر كے بت پر ست لو گ يا كنعا ن كے بت پرست مراد ہي</w:t>
      </w:r>
      <w:r w:rsidR="007D6C9B">
        <w:rPr>
          <w:rtl/>
        </w:rPr>
        <w:t xml:space="preserve">ں </w:t>
      </w:r>
      <w:r>
        <w:rPr>
          <w:rtl/>
        </w:rPr>
        <w:t>مجھے ايسے عقائد سے الگ ہى ہو نا چا ہيئےيو نكہ يہ انسان كى پاك فطرت كے خلاف ہي</w:t>
      </w:r>
      <w:r w:rsidR="007D6C9B">
        <w:rPr>
          <w:rtl/>
        </w:rPr>
        <w:t xml:space="preserve">ں </w:t>
      </w:r>
      <w:r>
        <w:rPr>
          <w:rtl/>
        </w:rPr>
        <w:t>،علاوہ ازي</w:t>
      </w:r>
      <w:r w:rsidR="007D6C9B">
        <w:rPr>
          <w:rtl/>
        </w:rPr>
        <w:t xml:space="preserve">ں </w:t>
      </w:r>
      <w:r>
        <w:rPr>
          <w:rtl/>
        </w:rPr>
        <w:t>مي</w:t>
      </w:r>
      <w:r w:rsidR="007D6C9B">
        <w:rPr>
          <w:rtl/>
        </w:rPr>
        <w:t xml:space="preserve">ں </w:t>
      </w:r>
      <w:r>
        <w:rPr>
          <w:rtl/>
        </w:rPr>
        <w:t>نے ايسے خاندان مي</w:t>
      </w:r>
      <w:r w:rsidR="007D6C9B">
        <w:rPr>
          <w:rtl/>
        </w:rPr>
        <w:t xml:space="preserve">ں </w:t>
      </w:r>
      <w:r>
        <w:rPr>
          <w:rtl/>
        </w:rPr>
        <w:t>پر ورش پائي ہے كہ جو وحى ونبوت كا خاندان ہے _'' مي</w:t>
      </w:r>
      <w:r w:rsidR="007D6C9B">
        <w:rPr>
          <w:rtl/>
        </w:rPr>
        <w:t xml:space="preserve">ں </w:t>
      </w:r>
      <w:r>
        <w:rPr>
          <w:rtl/>
        </w:rPr>
        <w:t>نے اپنے آبا ء واجداد اور بزرگو</w:t>
      </w:r>
      <w:r w:rsidR="007D6C9B">
        <w:rPr>
          <w:rtl/>
        </w:rPr>
        <w:t xml:space="preserve">ں </w:t>
      </w:r>
      <w:r>
        <w:rPr>
          <w:rtl/>
        </w:rPr>
        <w:t xml:space="preserve">ابراہيم (ع) ، اسحاق (ع) اور يعقوب (ع) كے دين كى پيروى كى ہے_''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يوسف آيت</w:t>
      </w:r>
      <w:r w:rsidR="00E664BB">
        <w:rPr>
          <w:rtl/>
        </w:rPr>
        <w:t>37</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37</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37</w:t>
      </w:r>
      <w:r>
        <w:rPr>
          <w:rtl/>
        </w:rPr>
        <w:t xml:space="preserve"> </w:t>
      </w:r>
    </w:p>
    <w:p w:rsidR="00DE2D7F" w:rsidRDefault="00DE2D7F" w:rsidP="00D07B54">
      <w:pPr>
        <w:pStyle w:val="libFootnote"/>
        <w:rPr>
          <w:rtl/>
        </w:rPr>
      </w:pPr>
      <w:r>
        <w:rPr>
          <w:rtl/>
        </w:rPr>
        <w:t>(</w:t>
      </w:r>
      <w:r w:rsidR="00E664BB">
        <w:rPr>
          <w:rtl/>
        </w:rPr>
        <w:t>4</w:t>
      </w:r>
      <w:r>
        <w:rPr>
          <w:rtl/>
        </w:rPr>
        <w:t xml:space="preserve">)سورہ يوسف آيت </w:t>
      </w:r>
      <w:r w:rsidR="00E664BB">
        <w:rPr>
          <w:rtl/>
        </w:rPr>
        <w:t>38</w:t>
      </w:r>
      <w:r>
        <w:rPr>
          <w:rtl/>
        </w:rPr>
        <w:t xml:space="preserve"> </w:t>
      </w:r>
    </w:p>
    <w:p w:rsidR="008D6B41" w:rsidRDefault="001648F9" w:rsidP="00D07B54">
      <w:pPr>
        <w:pStyle w:val="libNormal"/>
        <w:rPr>
          <w:rtl/>
        </w:rPr>
      </w:pPr>
      <w:r>
        <w:rPr>
          <w:rtl/>
        </w:rPr>
        <w:t xml:space="preserve"> </w:t>
      </w:r>
      <w:r>
        <w:rPr>
          <w:rtl/>
        </w:rPr>
        <w:br w:type="page"/>
      </w:r>
    </w:p>
    <w:p w:rsidR="008D6B41" w:rsidRDefault="008D6B41" w:rsidP="00D07B54">
      <w:pPr>
        <w:pStyle w:val="libNormal"/>
        <w:rPr>
          <w:rtl/>
        </w:rPr>
      </w:pPr>
    </w:p>
    <w:p w:rsidR="00DE2D7F" w:rsidRDefault="00DE2D7F" w:rsidP="00D07B54">
      <w:pPr>
        <w:pStyle w:val="libNormal"/>
        <w:rPr>
          <w:rtl/>
        </w:rPr>
      </w:pPr>
      <w:r>
        <w:rPr>
          <w:rtl/>
        </w:rPr>
        <w:t>شايد يہ پہلا مو قعہ تھا كہ حضرت يوسف نے قيد يو</w:t>
      </w:r>
      <w:r w:rsidR="007D6C9B">
        <w:rPr>
          <w:rtl/>
        </w:rPr>
        <w:t xml:space="preserve">ں </w:t>
      </w:r>
      <w:r>
        <w:rPr>
          <w:rtl/>
        </w:rPr>
        <w:t>سے اپنا تعارف كروايا تا كہ انہي</w:t>
      </w:r>
      <w:r w:rsidR="007D6C9B">
        <w:rPr>
          <w:rtl/>
        </w:rPr>
        <w:t xml:space="preserve">ں </w:t>
      </w:r>
      <w:r>
        <w:rPr>
          <w:rtl/>
        </w:rPr>
        <w:t>معلوم ہو جا ئے كہ وہ وحى ونبوت كے گھر انے سے ہي</w:t>
      </w:r>
      <w:r w:rsidR="007D6C9B">
        <w:rPr>
          <w:rtl/>
        </w:rPr>
        <w:t xml:space="preserve">ں </w:t>
      </w:r>
      <w:r>
        <w:rPr>
          <w:rtl/>
        </w:rPr>
        <w:t>اور ديگر بہت سے قيديو</w:t>
      </w:r>
      <w:r w:rsidR="007D6C9B">
        <w:rPr>
          <w:rtl/>
        </w:rPr>
        <w:t xml:space="preserve">ں </w:t>
      </w:r>
      <w:r>
        <w:rPr>
          <w:rtl/>
        </w:rPr>
        <w:t>كى طرح كہ جو طا غوتى نظا مو</w:t>
      </w:r>
      <w:r w:rsidR="007D6C9B">
        <w:rPr>
          <w:rtl/>
        </w:rPr>
        <w:t xml:space="preserve">ں </w:t>
      </w:r>
      <w:r>
        <w:rPr>
          <w:rtl/>
        </w:rPr>
        <w:t>مي</w:t>
      </w:r>
      <w:r w:rsidR="007D6C9B">
        <w:rPr>
          <w:rtl/>
        </w:rPr>
        <w:t xml:space="preserve">ں </w:t>
      </w:r>
      <w:r>
        <w:rPr>
          <w:rtl/>
        </w:rPr>
        <w:t>قيد ہوتے ہي</w:t>
      </w:r>
      <w:r w:rsidR="007D6C9B">
        <w:rPr>
          <w:rtl/>
        </w:rPr>
        <w:t xml:space="preserve">ں </w:t>
      </w:r>
      <w:r>
        <w:rPr>
          <w:rtl/>
        </w:rPr>
        <w:t>، بے گناہ زندان مي</w:t>
      </w:r>
      <w:r w:rsidR="007D6C9B">
        <w:rPr>
          <w:rtl/>
        </w:rPr>
        <w:t xml:space="preserve">ں </w:t>
      </w:r>
      <w:r>
        <w:rPr>
          <w:rtl/>
        </w:rPr>
        <w:t>ڈالے گئے ہي</w:t>
      </w:r>
      <w:r w:rsidR="007D6C9B">
        <w:rPr>
          <w:rtl/>
        </w:rPr>
        <w:t xml:space="preserve">ں </w:t>
      </w:r>
      <w:r>
        <w:rPr>
          <w:rtl/>
        </w:rPr>
        <w:t xml:space="preserve">_ </w:t>
      </w:r>
    </w:p>
    <w:p w:rsidR="00DE2D7F" w:rsidRDefault="00DE2D7F" w:rsidP="00D07B54">
      <w:pPr>
        <w:pStyle w:val="libNormal"/>
        <w:rPr>
          <w:rtl/>
        </w:rPr>
      </w:pPr>
    </w:p>
    <w:p w:rsidR="00DD6031" w:rsidRDefault="00DE2D7F" w:rsidP="00D07B54">
      <w:pPr>
        <w:pStyle w:val="Heading2Center"/>
        <w:rPr>
          <w:rtl/>
        </w:rPr>
      </w:pPr>
      <w:bookmarkStart w:id="160" w:name="_Toc7268557"/>
      <w:r>
        <w:rPr>
          <w:rtl/>
        </w:rPr>
        <w:t>قيديو</w:t>
      </w:r>
      <w:r w:rsidR="007D6C9B">
        <w:rPr>
          <w:rtl/>
        </w:rPr>
        <w:t xml:space="preserve">ں </w:t>
      </w:r>
      <w:r>
        <w:rPr>
          <w:rtl/>
        </w:rPr>
        <w:t>كى تعبير خواب</w:t>
      </w:r>
      <w:bookmarkEnd w:id="160"/>
    </w:p>
    <w:p w:rsidR="00DE2D7F" w:rsidRDefault="00DE2D7F" w:rsidP="00D07B54">
      <w:pPr>
        <w:pStyle w:val="libNormal"/>
        <w:rPr>
          <w:rtl/>
        </w:rPr>
      </w:pPr>
      <w:r>
        <w:rPr>
          <w:rtl/>
        </w:rPr>
        <w:t xml:space="preserve"> جس وقت حضرت يوسف نے گذ شتہ گفتگو كے بعد ان قيد يو </w:t>
      </w:r>
      <w:r w:rsidR="007D6C9B">
        <w:rPr>
          <w:rtl/>
        </w:rPr>
        <w:t xml:space="preserve">ں </w:t>
      </w:r>
      <w:r>
        <w:rPr>
          <w:rtl/>
        </w:rPr>
        <w:t>كے دلو</w:t>
      </w:r>
      <w:r w:rsidR="007D6C9B">
        <w:rPr>
          <w:rtl/>
        </w:rPr>
        <w:t xml:space="preserve">ں </w:t>
      </w:r>
      <w:r>
        <w:rPr>
          <w:rtl/>
        </w:rPr>
        <w:t>كو حقيقت تو حيد قبول كرنے كے لئے آمادہ كرليا تو ان كى طرف روئے سخن كرتے ہوئے كہا :'' اے ميرے قيدى سا تھيو : كيا منتشر خدا اور متفرق معبود بہتر ہي</w:t>
      </w:r>
      <w:r w:rsidR="007D6C9B">
        <w:rPr>
          <w:rtl/>
        </w:rPr>
        <w:t xml:space="preserve">ں </w:t>
      </w:r>
      <w:r>
        <w:rPr>
          <w:rtl/>
        </w:rPr>
        <w:t>يا يگا نہ ويكتا اور قہار اور ہر چيز پر قدر ت ركھنے والا خدا''</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گو يا يوسف انہي</w:t>
      </w:r>
      <w:r w:rsidR="007D6C9B">
        <w:rPr>
          <w:rtl/>
        </w:rPr>
        <w:t xml:space="preserve">ں </w:t>
      </w:r>
      <w:r>
        <w:rPr>
          <w:rtl/>
        </w:rPr>
        <w:t>سمجھا نا چا ہتے تھے كہ كيو</w:t>
      </w:r>
      <w:r w:rsidR="007D6C9B">
        <w:rPr>
          <w:rtl/>
        </w:rPr>
        <w:t xml:space="preserve">ں </w:t>
      </w:r>
      <w:r>
        <w:rPr>
          <w:rtl/>
        </w:rPr>
        <w:t>تم فقط عالم خواب مي</w:t>
      </w:r>
      <w:r w:rsidR="007D6C9B">
        <w:rPr>
          <w:rtl/>
        </w:rPr>
        <w:t xml:space="preserve">ں </w:t>
      </w:r>
      <w:r>
        <w:rPr>
          <w:rtl/>
        </w:rPr>
        <w:t>آزادى كو ديكھتے ہو بيدارى مي</w:t>
      </w:r>
      <w:r w:rsidR="007D6C9B">
        <w:rPr>
          <w:rtl/>
        </w:rPr>
        <w:t xml:space="preserve">ں </w:t>
      </w:r>
      <w:r>
        <w:rPr>
          <w:rtl/>
        </w:rPr>
        <w:t>كيو</w:t>
      </w:r>
      <w:r w:rsidR="007D6C9B">
        <w:rPr>
          <w:rtl/>
        </w:rPr>
        <w:t xml:space="preserve">ں </w:t>
      </w:r>
      <w:r>
        <w:rPr>
          <w:rtl/>
        </w:rPr>
        <w:t>نہي</w:t>
      </w:r>
      <w:r w:rsidR="007D6C9B">
        <w:rPr>
          <w:rtl/>
        </w:rPr>
        <w:t xml:space="preserve">ں </w:t>
      </w:r>
      <w:r>
        <w:rPr>
          <w:rtl/>
        </w:rPr>
        <w:t>ديكھتے ، آخر ايسا كيو</w:t>
      </w:r>
      <w:r w:rsidR="007D6C9B">
        <w:rPr>
          <w:rtl/>
        </w:rPr>
        <w:t xml:space="preserve">ں </w:t>
      </w:r>
      <w:r>
        <w:rPr>
          <w:rtl/>
        </w:rPr>
        <w:t>ہے ؟ كيا اس كا سبب تمہارا انتشار ، تفر قہ بازى اور نفاق نہي</w:t>
      </w:r>
      <w:r w:rsidR="007D6C9B">
        <w:rPr>
          <w:rtl/>
        </w:rPr>
        <w:t xml:space="preserve">ں </w:t>
      </w:r>
      <w:r>
        <w:rPr>
          <w:rtl/>
        </w:rPr>
        <w:t>كہ جس كا سر چشمہ شرك ، بت پرستى اور ارباب متفر ق ہي</w:t>
      </w:r>
      <w:r w:rsidR="007D6C9B">
        <w:rPr>
          <w:rtl/>
        </w:rPr>
        <w:t xml:space="preserve">ں </w:t>
      </w:r>
      <w:r>
        <w:rPr>
          <w:rtl/>
        </w:rPr>
        <w:t>جن كى وجہ سے ظالم طاغوت تم پر غالب آگئے ہي</w:t>
      </w:r>
      <w:r w:rsidR="007D6C9B">
        <w:rPr>
          <w:rtl/>
        </w:rPr>
        <w:t xml:space="preserve">ں </w:t>
      </w:r>
      <w:r>
        <w:rPr>
          <w:rtl/>
        </w:rPr>
        <w:t>تم لوگ پر چم توحيد كے تلے كيو</w:t>
      </w:r>
      <w:r w:rsidR="007D6C9B">
        <w:rPr>
          <w:rtl/>
        </w:rPr>
        <w:t xml:space="preserve">ں </w:t>
      </w:r>
      <w:r>
        <w:rPr>
          <w:rtl/>
        </w:rPr>
        <w:t>جمع نہي</w:t>
      </w:r>
      <w:r w:rsidR="007D6C9B">
        <w:rPr>
          <w:rtl/>
        </w:rPr>
        <w:t xml:space="preserve">ں </w:t>
      </w:r>
      <w:r>
        <w:rPr>
          <w:rtl/>
        </w:rPr>
        <w:t>ہو تے اور ''الله واحد قھار ،، كا دامن پر ستش كيو</w:t>
      </w:r>
      <w:r w:rsidR="007D6C9B">
        <w:rPr>
          <w:rtl/>
        </w:rPr>
        <w:t xml:space="preserve">ں </w:t>
      </w:r>
      <w:r>
        <w:rPr>
          <w:rtl/>
        </w:rPr>
        <w:t>نہي</w:t>
      </w:r>
      <w:r w:rsidR="007D6C9B">
        <w:rPr>
          <w:rtl/>
        </w:rPr>
        <w:t xml:space="preserve">ں </w:t>
      </w:r>
      <w:r>
        <w:rPr>
          <w:rtl/>
        </w:rPr>
        <w:t>تھا متے تا كہ ان خودغرض ستمگرو</w:t>
      </w:r>
      <w:r w:rsidR="007D6C9B">
        <w:rPr>
          <w:rtl/>
        </w:rPr>
        <w:t xml:space="preserve">ں </w:t>
      </w:r>
      <w:r>
        <w:rPr>
          <w:rtl/>
        </w:rPr>
        <w:t>كو اپنے معاشرے سے نكال باہر كرو كہ جو تمہي</w:t>
      </w:r>
      <w:r w:rsidR="007D6C9B">
        <w:rPr>
          <w:rtl/>
        </w:rPr>
        <w:t xml:space="preserve">ں </w:t>
      </w:r>
      <w:r>
        <w:rPr>
          <w:rtl/>
        </w:rPr>
        <w:t>بے گناہ اور صرف الزام كى بنيا د پر قيد مي</w:t>
      </w:r>
      <w:r w:rsidR="007D6C9B">
        <w:rPr>
          <w:rtl/>
        </w:rPr>
        <w:t xml:space="preserve">ں </w:t>
      </w:r>
      <w:r>
        <w:rPr>
          <w:rtl/>
        </w:rPr>
        <w:t>ڈال ديتے ہي</w:t>
      </w:r>
      <w:r w:rsidR="007D6C9B">
        <w:rPr>
          <w:rtl/>
        </w:rPr>
        <w:t xml:space="preserve">ں </w:t>
      </w:r>
      <w:r>
        <w:rPr>
          <w:rtl/>
        </w:rPr>
        <w:t xml:space="preserve">_ </w:t>
      </w:r>
    </w:p>
    <w:p w:rsidR="00DE2D7F" w:rsidRDefault="00DE2D7F" w:rsidP="00D07B54">
      <w:pPr>
        <w:pStyle w:val="libNormal"/>
        <w:rPr>
          <w:rtl/>
        </w:rPr>
      </w:pPr>
      <w:r>
        <w:rPr>
          <w:rtl/>
        </w:rPr>
        <w:t>اپنے دو قيدى سا تھيو</w:t>
      </w:r>
      <w:r w:rsidR="007D6C9B">
        <w:rPr>
          <w:rtl/>
        </w:rPr>
        <w:t xml:space="preserve">ں </w:t>
      </w:r>
      <w:r>
        <w:rPr>
          <w:rtl/>
        </w:rPr>
        <w:t>كو رہبر ى وارشاد اور انہي</w:t>
      </w:r>
      <w:r w:rsidR="007D6C9B">
        <w:rPr>
          <w:rtl/>
        </w:rPr>
        <w:t xml:space="preserve">ں </w:t>
      </w:r>
      <w:r>
        <w:rPr>
          <w:rtl/>
        </w:rPr>
        <w:t>حقيقت تو حيد كى طرف مختلف پہلوئو</w:t>
      </w:r>
      <w:r w:rsidR="007D6C9B">
        <w:rPr>
          <w:rtl/>
        </w:rPr>
        <w:t xml:space="preserve">ں </w:t>
      </w:r>
      <w:r>
        <w:rPr>
          <w:rtl/>
        </w:rPr>
        <w:t>كے حوالے سے دعوت دينے كے بعد حضرت يوسف عليہ السلام نے ان كے خواب كى تعبير بيان كى كيو نكہ وہ دونو</w:t>
      </w:r>
      <w:r w:rsidR="007D6C9B">
        <w:rPr>
          <w:rtl/>
        </w:rPr>
        <w:t xml:space="preserve">ں </w:t>
      </w:r>
      <w:r>
        <w:rPr>
          <w:rtl/>
        </w:rPr>
        <w:t>اسى مقصد كے لئے آپ كے پاس آئے تھے اور آپ نے بھى انہي</w:t>
      </w:r>
      <w:r w:rsidR="007D6C9B">
        <w:rPr>
          <w:rtl/>
        </w:rPr>
        <w:t xml:space="preserve">ں </w:t>
      </w:r>
      <w:r>
        <w:rPr>
          <w:rtl/>
        </w:rPr>
        <w:t>وعدہ ديا تھا كہ انہي</w:t>
      </w:r>
      <w:r w:rsidR="007D6C9B">
        <w:rPr>
          <w:rtl/>
        </w:rPr>
        <w:t xml:space="preserve">ں </w:t>
      </w:r>
      <w:r>
        <w:rPr>
          <w:rtl/>
        </w:rPr>
        <w:t>ان كے خوابو</w:t>
      </w:r>
      <w:r w:rsidR="007D6C9B">
        <w:rPr>
          <w:rtl/>
        </w:rPr>
        <w:t xml:space="preserve">ں </w:t>
      </w:r>
      <w:r>
        <w:rPr>
          <w:rtl/>
        </w:rPr>
        <w:t>كى تعبير بتائي</w:t>
      </w:r>
      <w:r w:rsidR="007D6C9B">
        <w:rPr>
          <w:rtl/>
        </w:rPr>
        <w:t xml:space="preserve">ں </w:t>
      </w:r>
      <w:r>
        <w:rPr>
          <w:rtl/>
        </w:rPr>
        <w:t>گے ليكن آپ نے مو قع غنيمت جا نا اور تو حيد كے بارے مي</w:t>
      </w:r>
      <w:r w:rsidR="007D6C9B">
        <w:rPr>
          <w:rtl/>
        </w:rPr>
        <w:t xml:space="preserve">ں </w:t>
      </w:r>
      <w:r>
        <w:rPr>
          <w:rtl/>
        </w:rPr>
        <w:t xml:space="preserve">اور شرك كے خلا ف واضح اور زنداہ دلا ئل كے سا تھ گفتگو كي_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3</w:t>
      </w:r>
      <w:r w:rsidR="00E44785">
        <w:rPr>
          <w:rtl/>
        </w:rPr>
        <w:t>9</w:t>
      </w:r>
      <w:r>
        <w:rPr>
          <w:rtl/>
        </w:rPr>
        <w:t xml:space="preserve"> </w:t>
      </w:r>
    </w:p>
    <w:p w:rsidR="00DD6031" w:rsidRDefault="001648F9" w:rsidP="00D07B54">
      <w:pPr>
        <w:pStyle w:val="libNormal"/>
        <w:rPr>
          <w:rtl/>
        </w:rPr>
      </w:pPr>
      <w:r>
        <w:rPr>
          <w:rtl/>
        </w:rPr>
        <w:t xml:space="preserve"> </w:t>
      </w:r>
      <w:r>
        <w:rPr>
          <w:rtl/>
        </w:rPr>
        <w:br w:type="page"/>
      </w:r>
    </w:p>
    <w:p w:rsidR="00DD6031" w:rsidRDefault="00DD6031" w:rsidP="00D07B54">
      <w:pPr>
        <w:pStyle w:val="libNormal"/>
        <w:rPr>
          <w:rtl/>
        </w:rPr>
      </w:pPr>
    </w:p>
    <w:p w:rsidR="00DE2D7F" w:rsidRDefault="00DE2D7F" w:rsidP="00D07B54">
      <w:pPr>
        <w:pStyle w:val="libNormal"/>
        <w:rPr>
          <w:rtl/>
        </w:rPr>
      </w:pPr>
      <w:r>
        <w:rPr>
          <w:rtl/>
        </w:rPr>
        <w:t>اس كے بعد آپ نے ان دو قيدى سا تھيو</w:t>
      </w:r>
      <w:r w:rsidR="007D6C9B">
        <w:rPr>
          <w:rtl/>
        </w:rPr>
        <w:t xml:space="preserve">ں </w:t>
      </w:r>
      <w:r>
        <w:rPr>
          <w:rtl/>
        </w:rPr>
        <w:t>كى طرف رخ كر كے كہا :'' اے ميرے قيدى سا تھيو</w:t>
      </w:r>
      <w:r w:rsidR="007D6C9B">
        <w:rPr>
          <w:rtl/>
        </w:rPr>
        <w:t xml:space="preserve">ں </w:t>
      </w:r>
      <w:r>
        <w:rPr>
          <w:rtl/>
        </w:rPr>
        <w:t>: تم مي</w:t>
      </w:r>
      <w:r w:rsidR="007D6C9B">
        <w:rPr>
          <w:rtl/>
        </w:rPr>
        <w:t xml:space="preserve">ں </w:t>
      </w:r>
      <w:r>
        <w:rPr>
          <w:rtl/>
        </w:rPr>
        <w:t xml:space="preserve">سے ايك آزاد ہو جائے گا اور اپنے ''ارباب '' كو شراب پلانے پر ما مور ہوگا_''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ليكن دوسرا سولى پر لٹكا يا جا ئے گا اور اتنى دير تك اس كى لاش لٹكائي جائے گى كہ آسمانى پر ند ے اس كے سر كو نوچ نوچ كر كھا ئي</w:t>
      </w:r>
      <w:r w:rsidR="007D6C9B">
        <w:rPr>
          <w:rtl/>
        </w:rPr>
        <w:t xml:space="preserve">ں </w:t>
      </w:r>
      <w:r>
        <w:rPr>
          <w:rtl/>
        </w:rPr>
        <w:t>گے_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ان دونو</w:t>
      </w:r>
      <w:r w:rsidR="007D6C9B">
        <w:rPr>
          <w:rtl/>
        </w:rPr>
        <w:t xml:space="preserve">ں </w:t>
      </w:r>
      <w:r>
        <w:rPr>
          <w:rtl/>
        </w:rPr>
        <w:t>مي</w:t>
      </w:r>
      <w:r w:rsidR="007D6C9B">
        <w:rPr>
          <w:rtl/>
        </w:rPr>
        <w:t xml:space="preserve">ں </w:t>
      </w:r>
      <w:r>
        <w:rPr>
          <w:rtl/>
        </w:rPr>
        <w:t>سے ايك لٹكا يا جا ئے گا ليكن حضرت يوسف نے نہ چا ہا كہ يہ نا گوار خبر اس سے زيادہ صراحت سے بيان كري</w:t>
      </w:r>
      <w:r w:rsidR="007D6C9B">
        <w:rPr>
          <w:rtl/>
        </w:rPr>
        <w:t xml:space="preserve">ں </w:t>
      </w:r>
      <w:r>
        <w:rPr>
          <w:rtl/>
        </w:rPr>
        <w:t>لہذا آپ نے 'تم مي</w:t>
      </w:r>
      <w:r w:rsidR="007D6C9B">
        <w:rPr>
          <w:rtl/>
        </w:rPr>
        <w:t xml:space="preserve">ں </w:t>
      </w:r>
      <w:r>
        <w:rPr>
          <w:rtl/>
        </w:rPr>
        <w:t>سے ايك '' كہہ كر گفتگو كى اس كے بعد اپنى بات كى تا ئيد كے لئے مزيد كہا: ''يہ معاملہ جس كے بارے مي</w:t>
      </w:r>
      <w:r w:rsidR="007D6C9B">
        <w:rPr>
          <w:rtl/>
        </w:rPr>
        <w:t xml:space="preserve">ں </w:t>
      </w:r>
      <w:r>
        <w:rPr>
          <w:rtl/>
        </w:rPr>
        <w:t>تم نے مجھ سے سوال كيا ہے اور مسئلہ پو چھا ہے حتمى اور قطعى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اس طرف اشارہ تھا كہ يہ خواب كى كو ئي معمولى سى تعبير نہي</w:t>
      </w:r>
      <w:r w:rsidR="007D6C9B">
        <w:rPr>
          <w:rtl/>
        </w:rPr>
        <w:t xml:space="preserve">ں </w:t>
      </w:r>
      <w:r>
        <w:rPr>
          <w:rtl/>
        </w:rPr>
        <w:t>ہے بلكہ ايك غيبى خبر ہے جسے مي</w:t>
      </w:r>
      <w:r w:rsidR="007D6C9B">
        <w:rPr>
          <w:rtl/>
        </w:rPr>
        <w:t xml:space="preserve">ں </w:t>
      </w:r>
      <w:r>
        <w:rPr>
          <w:rtl/>
        </w:rPr>
        <w:t>نے الہى تعليم سے حاصل كيا ہے لہذا اس مقام پر تردد وشك اور چون وچر ا كى كو ئي گنجا</w:t>
      </w:r>
      <w:r w:rsidR="00091C36">
        <w:rPr>
          <w:rtl/>
        </w:rPr>
        <w:t xml:space="preserve">ئش </w:t>
      </w:r>
      <w:r>
        <w:rPr>
          <w:rtl/>
        </w:rPr>
        <w:t xml:space="preserve"> نہي</w:t>
      </w:r>
      <w:r w:rsidR="007D6C9B">
        <w:rPr>
          <w:rtl/>
        </w:rPr>
        <w:t xml:space="preserve">ں </w:t>
      </w:r>
      <w:r>
        <w:rPr>
          <w:rtl/>
        </w:rPr>
        <w:t xml:space="preserve">_ </w:t>
      </w:r>
    </w:p>
    <w:p w:rsidR="00DE2D7F" w:rsidRDefault="00DE2D7F" w:rsidP="00D07B54">
      <w:pPr>
        <w:pStyle w:val="libNormal"/>
        <w:rPr>
          <w:rtl/>
        </w:rPr>
      </w:pPr>
      <w:r>
        <w:rPr>
          <w:rtl/>
        </w:rPr>
        <w:t>جب دوسرے شخص نے يہ نا گوار خبر سنى تو وہ اپنى بات كى تكذيب كرنے لگا اور كہنے لگا : مي</w:t>
      </w:r>
      <w:r w:rsidR="007D6C9B">
        <w:rPr>
          <w:rtl/>
        </w:rPr>
        <w:t xml:space="preserve">ں </w:t>
      </w:r>
      <w:r>
        <w:rPr>
          <w:rtl/>
        </w:rPr>
        <w:t>نے جھوٹ بولا تھا ' مي</w:t>
      </w:r>
      <w:r w:rsidR="007D6C9B">
        <w:rPr>
          <w:rtl/>
        </w:rPr>
        <w:t xml:space="preserve">ں </w:t>
      </w:r>
      <w:r>
        <w:rPr>
          <w:rtl/>
        </w:rPr>
        <w:t>نے ايسا كو ئي خواب نہي</w:t>
      </w:r>
      <w:r w:rsidR="007D6C9B">
        <w:rPr>
          <w:rtl/>
        </w:rPr>
        <w:t xml:space="preserve">ں </w:t>
      </w:r>
      <w:r>
        <w:rPr>
          <w:rtl/>
        </w:rPr>
        <w:t>ديكھا تھا ' مي</w:t>
      </w:r>
      <w:r w:rsidR="007D6C9B">
        <w:rPr>
          <w:rtl/>
        </w:rPr>
        <w:t xml:space="preserve">ں </w:t>
      </w:r>
      <w:r>
        <w:rPr>
          <w:rtl/>
        </w:rPr>
        <w:t>نے مذاق كيا تھا اس كا خيا ل تھا كہ اگر وہ اپنے خواب كى ترديد كر دے گا تو اس كى سر نوشت تبديل ہو جائے گى لہذا حضر ت يوسف نے سا تھ ہى يہ بات كہہ دى كہ جس چيز كے بارے مي</w:t>
      </w:r>
      <w:r w:rsidR="007D6C9B">
        <w:rPr>
          <w:rtl/>
        </w:rPr>
        <w:t xml:space="preserve">ں </w:t>
      </w:r>
      <w:r>
        <w:rPr>
          <w:rtl/>
        </w:rPr>
        <w:t xml:space="preserve">تم نے دريا فت كيا وہ نا قابل تغير ہے _ </w:t>
      </w:r>
    </w:p>
    <w:p w:rsidR="00DE2D7F" w:rsidRDefault="00DE2D7F" w:rsidP="00D07B54">
      <w:pPr>
        <w:pStyle w:val="libNormal"/>
        <w:rPr>
          <w:rtl/>
        </w:rPr>
      </w:pPr>
      <w:r>
        <w:rPr>
          <w:rtl/>
        </w:rPr>
        <w:t>يہ احتمال بھى ہے كہ حضرت يوسف كو اپنى تعبير خواب پر اس قدر يقين تھا كہ انہو</w:t>
      </w:r>
      <w:r w:rsidR="007D6C9B">
        <w:rPr>
          <w:rtl/>
        </w:rPr>
        <w:t xml:space="preserve">ں </w:t>
      </w:r>
      <w:r>
        <w:rPr>
          <w:rtl/>
        </w:rPr>
        <w:t xml:space="preserve">نے يہ جملہ تا كيد كے طور پر كہا _ </w:t>
      </w:r>
    </w:p>
    <w:p w:rsidR="00DE2D7F" w:rsidRDefault="00DE2D7F" w:rsidP="00D07B54">
      <w:pPr>
        <w:pStyle w:val="libNormal"/>
        <w:rPr>
          <w:rtl/>
        </w:rPr>
      </w:pPr>
    </w:p>
    <w:p w:rsidR="00DD6031" w:rsidRDefault="00DE2D7F" w:rsidP="00D07B54">
      <w:pPr>
        <w:pStyle w:val="Heading2Center"/>
        <w:rPr>
          <w:rtl/>
        </w:rPr>
      </w:pPr>
      <w:bookmarkStart w:id="161" w:name="_Toc7268558"/>
      <w:r>
        <w:rPr>
          <w:rtl/>
        </w:rPr>
        <w:t>بادشاہ كے سا منے مجھے ياد كرنا</w:t>
      </w:r>
      <w:bookmarkEnd w:id="161"/>
    </w:p>
    <w:p w:rsidR="00DE2D7F" w:rsidRDefault="00DE2D7F" w:rsidP="00D07B54">
      <w:pPr>
        <w:pStyle w:val="libNormal"/>
        <w:rPr>
          <w:rtl/>
        </w:rPr>
      </w:pPr>
      <w:r>
        <w:rPr>
          <w:rtl/>
        </w:rPr>
        <w:t xml:space="preserve"> ليكن جس وقت آپ نے محسوس كيا كہ يہ دونو</w:t>
      </w:r>
      <w:r w:rsidR="007D6C9B">
        <w:rPr>
          <w:rtl/>
        </w:rPr>
        <w:t xml:space="preserve">ں </w:t>
      </w:r>
      <w:r>
        <w:rPr>
          <w:rtl/>
        </w:rPr>
        <w:t>عنقريب ان سے جدا ہو جائي</w:t>
      </w:r>
      <w:r w:rsidR="007D6C9B">
        <w:rPr>
          <w:rtl/>
        </w:rPr>
        <w:t xml:space="preserve">ں </w:t>
      </w:r>
      <w:r>
        <w:rPr>
          <w:rtl/>
        </w:rPr>
        <w:t xml:space="preserve">گے لہذا ہو سكتا ہے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41</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41</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41</w:t>
      </w:r>
      <w:r>
        <w:rPr>
          <w:rtl/>
        </w:rPr>
        <w:t xml:space="preserve"> </w:t>
      </w:r>
    </w:p>
    <w:p w:rsidR="00DD6031" w:rsidRDefault="001648F9" w:rsidP="00D07B54">
      <w:pPr>
        <w:pStyle w:val="libNormal"/>
        <w:rPr>
          <w:rtl/>
        </w:rPr>
      </w:pPr>
      <w:r>
        <w:rPr>
          <w:rtl/>
        </w:rPr>
        <w:t xml:space="preserve"> </w:t>
      </w:r>
      <w:r>
        <w:rPr>
          <w:rtl/>
        </w:rPr>
        <w:br w:type="page"/>
      </w:r>
    </w:p>
    <w:p w:rsidR="00DD6031" w:rsidRDefault="00DD6031" w:rsidP="00D07B54">
      <w:pPr>
        <w:pStyle w:val="libNormal"/>
        <w:rPr>
          <w:rtl/>
        </w:rPr>
      </w:pPr>
    </w:p>
    <w:p w:rsidR="00DE2D7F" w:rsidRDefault="00DE2D7F" w:rsidP="00D07B54">
      <w:pPr>
        <w:pStyle w:val="libNormal"/>
        <w:rPr>
          <w:rtl/>
        </w:rPr>
      </w:pPr>
      <w:r>
        <w:rPr>
          <w:rtl/>
        </w:rPr>
        <w:t>كہ ان كے ذريعے آزادى كا كو ئي در يچہ كھل جائے اور روشنى كى كوئي كرن پھو ٹے اور جس گناہ كى آپ كى طرف نسبت دى گئي تھى اس سے اپنے آپ كو بے گناہ ثا بت كري</w:t>
      </w:r>
      <w:r w:rsidR="007D6C9B">
        <w:rPr>
          <w:rtl/>
        </w:rPr>
        <w:t xml:space="preserve">ں </w:t>
      </w:r>
      <w:r>
        <w:rPr>
          <w:rtl/>
        </w:rPr>
        <w:t>''آپ نے ان دو قيدى ساتھيو</w:t>
      </w:r>
      <w:r w:rsidR="007D6C9B">
        <w:rPr>
          <w:rtl/>
        </w:rPr>
        <w:t xml:space="preserve">ں </w:t>
      </w:r>
      <w:r>
        <w:rPr>
          <w:rtl/>
        </w:rPr>
        <w:t>مي</w:t>
      </w:r>
      <w:r w:rsidR="007D6C9B">
        <w:rPr>
          <w:rtl/>
        </w:rPr>
        <w:t xml:space="preserve">ں </w:t>
      </w:r>
      <w:r>
        <w:rPr>
          <w:rtl/>
        </w:rPr>
        <w:t>سے جس كے بارے مي</w:t>
      </w:r>
      <w:r w:rsidR="007D6C9B">
        <w:rPr>
          <w:rtl/>
        </w:rPr>
        <w:t xml:space="preserve">ں </w:t>
      </w:r>
      <w:r>
        <w:rPr>
          <w:rtl/>
        </w:rPr>
        <w:t>جانتے تھے كہ وہ آزاد ہو</w:t>
      </w:r>
      <w:r w:rsidR="007D6C9B">
        <w:rPr>
          <w:rtl/>
        </w:rPr>
        <w:t xml:space="preserve">ں </w:t>
      </w:r>
      <w:r>
        <w:rPr>
          <w:rtl/>
        </w:rPr>
        <w:t>گے، اس سے فرما</w:t>
      </w:r>
      <w:r w:rsidR="00091C36">
        <w:rPr>
          <w:rtl/>
        </w:rPr>
        <w:t xml:space="preserve">ئش </w:t>
      </w:r>
      <w:r>
        <w:rPr>
          <w:rtl/>
        </w:rPr>
        <w:t xml:space="preserve"> كى كہ اپنے مالك وصاحب اختيار ( بادشاہ ) كے پاس ميرے متعلق بات كرنا_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تاكہ وہ تحقيق كرے اور ميرى بے گناہى ثابت ہو جائے'' _ </w:t>
      </w:r>
    </w:p>
    <w:p w:rsidR="00DE2D7F" w:rsidRDefault="00DE2D7F" w:rsidP="00D07B54">
      <w:pPr>
        <w:pStyle w:val="libNormal"/>
        <w:rPr>
          <w:rtl/>
        </w:rPr>
      </w:pPr>
      <w:r>
        <w:rPr>
          <w:rtl/>
        </w:rPr>
        <w:t>ليكن اس فرامو ش كا رغلام نے يوسف كا مسئلہ با لكل بھلا ديا جيسا كہ كم ظرف لوگو</w:t>
      </w:r>
      <w:r w:rsidR="007D6C9B">
        <w:rPr>
          <w:rtl/>
        </w:rPr>
        <w:t xml:space="preserve">ں </w:t>
      </w:r>
      <w:r>
        <w:rPr>
          <w:rtl/>
        </w:rPr>
        <w:t>كا طريقہ ہے كہ جب نعمت حاصل كر ليتے ہي</w:t>
      </w:r>
      <w:r w:rsidR="007D6C9B">
        <w:rPr>
          <w:rtl/>
        </w:rPr>
        <w:t xml:space="preserve">ں </w:t>
      </w:r>
      <w:r>
        <w:rPr>
          <w:rtl/>
        </w:rPr>
        <w:t>تو صاحب نعمت كو فراموش كر ديتے ہي</w:t>
      </w:r>
      <w:r w:rsidR="007D6C9B">
        <w:rPr>
          <w:rtl/>
        </w:rPr>
        <w:t xml:space="preserve">ں </w:t>
      </w:r>
      <w:r>
        <w:rPr>
          <w:rtl/>
        </w:rPr>
        <w:t>البتہ قرآن نے بات يو</w:t>
      </w:r>
      <w:r w:rsidR="007D6C9B">
        <w:rPr>
          <w:rtl/>
        </w:rPr>
        <w:t xml:space="preserve">ں </w:t>
      </w:r>
      <w:r>
        <w:rPr>
          <w:rtl/>
        </w:rPr>
        <w:t xml:space="preserve">بيان كى ہے : ''جب وہ اپنے مالك كے پاس پہنچا تو شيطان نے اس كے دل سے يوسف كى ياد بھلا دي_''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اور اس طرح يوسف فراموش كرديئے گئے ''اور چند سال مزيد قيد خانے مي</w:t>
      </w:r>
      <w:r w:rsidR="007D6C9B">
        <w:rPr>
          <w:rtl/>
        </w:rPr>
        <w:t xml:space="preserve">ں </w:t>
      </w:r>
      <w:r>
        <w:rPr>
          <w:rtl/>
        </w:rPr>
        <w:t xml:space="preserve">رہے _'' ( </w:t>
      </w:r>
      <w:r w:rsidR="00E664BB">
        <w:rPr>
          <w:rtl/>
        </w:rPr>
        <w:t>3</w:t>
      </w:r>
      <w:r>
        <w:rPr>
          <w:rtl/>
        </w:rPr>
        <w:t>)</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پيغمبر اكرم صلى اللہ عليہ وآلہ وسلم سے ايك روايت مي</w:t>
      </w:r>
      <w:r w:rsidR="007D6C9B">
        <w:rPr>
          <w:rtl/>
        </w:rPr>
        <w:t xml:space="preserve">ں </w:t>
      </w:r>
      <w:r>
        <w:rPr>
          <w:rtl/>
        </w:rPr>
        <w:t>ہے كہ آپ نے فرمايا :مجھے اپنے بھائي يوسف پر تعجب ہو تا ہے كہ انہو</w:t>
      </w:r>
      <w:r w:rsidR="007D6C9B">
        <w:rPr>
          <w:rtl/>
        </w:rPr>
        <w:t xml:space="preserve">ں </w:t>
      </w:r>
      <w:r>
        <w:rPr>
          <w:rtl/>
        </w:rPr>
        <w:t xml:space="preserve">نے كيونكر خالق كے بجائے مخلوق كى پناہ لى اور اس سے مدد طلب كى _ </w:t>
      </w:r>
    </w:p>
    <w:p w:rsidR="00DE2D7F" w:rsidRDefault="00DE2D7F" w:rsidP="00D07B54">
      <w:pPr>
        <w:pStyle w:val="libNormal"/>
        <w:rPr>
          <w:rtl/>
        </w:rPr>
      </w:pPr>
      <w:r>
        <w:rPr>
          <w:rtl/>
        </w:rPr>
        <w:t>ايك اور روايت مي</w:t>
      </w:r>
      <w:r w:rsidR="007D6C9B">
        <w:rPr>
          <w:rtl/>
        </w:rPr>
        <w:t xml:space="preserve">ں </w:t>
      </w:r>
      <w:r>
        <w:rPr>
          <w:rtl/>
        </w:rPr>
        <w:t xml:space="preserve">امام صادق عليہ السلام سے منقول ہے : </w:t>
      </w:r>
    </w:p>
    <w:p w:rsidR="00DE2D7F" w:rsidRDefault="00DE2D7F" w:rsidP="00D07B54">
      <w:pPr>
        <w:pStyle w:val="libNormal"/>
        <w:rPr>
          <w:rtl/>
        </w:rPr>
      </w:pPr>
      <w:r>
        <w:rPr>
          <w:rtl/>
        </w:rPr>
        <w:t>اس واقعے كے بعد جبرئيل يوسف (ع) كے پاس آئے اور كہا : كس نے تمہي</w:t>
      </w:r>
      <w:r w:rsidR="007D6C9B">
        <w:rPr>
          <w:rtl/>
        </w:rPr>
        <w:t xml:space="preserve">ں </w:t>
      </w:r>
      <w:r>
        <w:rPr>
          <w:rtl/>
        </w:rPr>
        <w:t>سب لو گو</w:t>
      </w:r>
      <w:r w:rsidR="007D6C9B">
        <w:rPr>
          <w:rtl/>
        </w:rPr>
        <w:t xml:space="preserve">ں </w:t>
      </w:r>
      <w:r>
        <w:rPr>
          <w:rtl/>
        </w:rPr>
        <w:t>سے زيا دہ حسين بنا يا ؟ كہنے لگے : ميرے پرور دگار نے _كہا : كس نے قافلے كو تمہارى طرف بھيجا تا كہ وہ تمہي</w:t>
      </w:r>
      <w:r w:rsidR="007D6C9B">
        <w:rPr>
          <w:rtl/>
        </w:rPr>
        <w:t xml:space="preserve">ں </w:t>
      </w:r>
      <w:r>
        <w:rPr>
          <w:rtl/>
        </w:rPr>
        <w:t>كنوي</w:t>
      </w:r>
      <w:r w:rsidR="007D6C9B">
        <w:rPr>
          <w:rtl/>
        </w:rPr>
        <w:t xml:space="preserve">ں </w:t>
      </w:r>
      <w:r>
        <w:rPr>
          <w:rtl/>
        </w:rPr>
        <w:t xml:space="preserve">سے نجات دے ؟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42</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42</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42</w:t>
      </w:r>
      <w:r>
        <w:rPr>
          <w:rtl/>
        </w:rPr>
        <w:t xml:space="preserve"> </w:t>
      </w:r>
    </w:p>
    <w:p w:rsidR="00DE2D7F" w:rsidRDefault="00DE2D7F" w:rsidP="00D07B54">
      <w:pPr>
        <w:pStyle w:val="libFootnote"/>
        <w:rPr>
          <w:rtl/>
        </w:rPr>
      </w:pPr>
      <w:r>
        <w:rPr>
          <w:rtl/>
        </w:rPr>
        <w:t>(</w:t>
      </w:r>
      <w:r w:rsidR="00E664BB">
        <w:rPr>
          <w:rtl/>
        </w:rPr>
        <w:t>4</w:t>
      </w:r>
      <w:r>
        <w:rPr>
          <w:rtl/>
        </w:rPr>
        <w:t>)البتہ زندان يا ديگر مشكلات سے نجات كے لئے ايسى كوشش عام افراد كے لئے كوئي اہم مسئلہ نہي</w:t>
      </w:r>
      <w:r w:rsidR="007D6C9B">
        <w:rPr>
          <w:rtl/>
        </w:rPr>
        <w:t xml:space="preserve">ں </w:t>
      </w:r>
      <w:r>
        <w:rPr>
          <w:rtl/>
        </w:rPr>
        <w:t>ہے اور طبيعى اسباب سے كام لينے كے ضمن مي</w:t>
      </w:r>
      <w:r w:rsidR="007D6C9B">
        <w:rPr>
          <w:rtl/>
        </w:rPr>
        <w:t xml:space="preserve">ں </w:t>
      </w:r>
      <w:r>
        <w:rPr>
          <w:rtl/>
        </w:rPr>
        <w:t>ہے ليكن ايسے افراد كے لئے جو نمونہ ہو</w:t>
      </w:r>
      <w:r w:rsidR="007D6C9B">
        <w:rPr>
          <w:rtl/>
        </w:rPr>
        <w:t xml:space="preserve">ں </w:t>
      </w:r>
      <w:r>
        <w:rPr>
          <w:rtl/>
        </w:rPr>
        <w:t>اور ايمان و توحيد كى بلند سطح پر فائز ہو</w:t>
      </w:r>
      <w:r w:rsidR="007D6C9B">
        <w:rPr>
          <w:rtl/>
        </w:rPr>
        <w:t xml:space="preserve">ں </w:t>
      </w:r>
      <w:r>
        <w:rPr>
          <w:rtl/>
        </w:rPr>
        <w:t>ان كے لئے اشكال سے خالى نہي</w:t>
      </w:r>
      <w:r w:rsidR="007D6C9B">
        <w:rPr>
          <w:rtl/>
        </w:rPr>
        <w:t xml:space="preserve">ں </w:t>
      </w:r>
      <w:r>
        <w:rPr>
          <w:rtl/>
        </w:rPr>
        <w:t>ہو سكتى ،شايد اسى بناء پر خدا نے يوسف كے اس ''ترك اولى ''كو نظر انداز نہي</w:t>
      </w:r>
      <w:r w:rsidR="007D6C9B">
        <w:rPr>
          <w:rtl/>
        </w:rPr>
        <w:t xml:space="preserve">ں </w:t>
      </w:r>
      <w:r>
        <w:rPr>
          <w:rtl/>
        </w:rPr>
        <w:t xml:space="preserve">كيا اور اس كى وجہ سے ان كى قيد چند سال مزيد جارى رہي </w:t>
      </w:r>
    </w:p>
    <w:p w:rsidR="00DD6031"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 xml:space="preserve">بولے : ميرے پرور دگار نے _ </w:t>
      </w:r>
    </w:p>
    <w:p w:rsidR="00DE2D7F" w:rsidRDefault="00DE2D7F" w:rsidP="00D07B54">
      <w:pPr>
        <w:pStyle w:val="libNormal"/>
        <w:rPr>
          <w:rtl/>
        </w:rPr>
      </w:pPr>
      <w:r>
        <w:rPr>
          <w:rtl/>
        </w:rPr>
        <w:t>كہا : كس نے مصر كى عور تو</w:t>
      </w:r>
      <w:r w:rsidR="007D6C9B">
        <w:rPr>
          <w:rtl/>
        </w:rPr>
        <w:t xml:space="preserve">ں </w:t>
      </w:r>
      <w:r>
        <w:rPr>
          <w:rtl/>
        </w:rPr>
        <w:t>كے مكر وفريب سے تمہي</w:t>
      </w:r>
      <w:r w:rsidR="007D6C9B">
        <w:rPr>
          <w:rtl/>
        </w:rPr>
        <w:t xml:space="preserve">ں </w:t>
      </w:r>
      <w:r>
        <w:rPr>
          <w:rtl/>
        </w:rPr>
        <w:t xml:space="preserve">دور ركھا ؟ </w:t>
      </w:r>
    </w:p>
    <w:p w:rsidR="00DE2D7F" w:rsidRDefault="00DE2D7F" w:rsidP="00D07B54">
      <w:pPr>
        <w:pStyle w:val="libNormal"/>
        <w:rPr>
          <w:rtl/>
        </w:rPr>
      </w:pPr>
      <w:r>
        <w:rPr>
          <w:rtl/>
        </w:rPr>
        <w:t xml:space="preserve">كہنے لگے : ميرے پر ور د گار نے _ </w:t>
      </w:r>
    </w:p>
    <w:p w:rsidR="00DE2D7F" w:rsidRDefault="00DE2D7F" w:rsidP="00D07B54">
      <w:pPr>
        <w:pStyle w:val="libNormal"/>
        <w:rPr>
          <w:rtl/>
        </w:rPr>
      </w:pPr>
      <w:r>
        <w:rPr>
          <w:rtl/>
        </w:rPr>
        <w:t>اس پر جبرئيل نے كہا : تمہارا پرور دگار كہہ رہا ہے كس چيز كے سبب تم اپنى حاجت مخلوق كے پاس لے گئے ہو اور ميرے پاس نہي</w:t>
      </w:r>
      <w:r w:rsidR="007D6C9B">
        <w:rPr>
          <w:rtl/>
        </w:rPr>
        <w:t xml:space="preserve">ں </w:t>
      </w:r>
      <w:r>
        <w:rPr>
          <w:rtl/>
        </w:rPr>
        <w:t>لائے ہو لہذاتمہي</w:t>
      </w:r>
      <w:r w:rsidR="007D6C9B">
        <w:rPr>
          <w:rtl/>
        </w:rPr>
        <w:t xml:space="preserve">ں </w:t>
      </w:r>
      <w:r>
        <w:rPr>
          <w:rtl/>
        </w:rPr>
        <w:t>چند سال اورزندان مي</w:t>
      </w:r>
      <w:r w:rsidR="007D6C9B">
        <w:rPr>
          <w:rtl/>
        </w:rPr>
        <w:t xml:space="preserve">ں </w:t>
      </w:r>
      <w:r>
        <w:rPr>
          <w:rtl/>
        </w:rPr>
        <w:t xml:space="preserve">رہنا چاہئے _ </w:t>
      </w:r>
    </w:p>
    <w:p w:rsidR="00DD6031" w:rsidRDefault="00DE2D7F" w:rsidP="00D07B54">
      <w:pPr>
        <w:pStyle w:val="Heading2Center"/>
        <w:rPr>
          <w:rtl/>
        </w:rPr>
      </w:pPr>
      <w:bookmarkStart w:id="162" w:name="_Toc7268559"/>
      <w:r>
        <w:rPr>
          <w:rtl/>
        </w:rPr>
        <w:t>باد شاہ مصر كا خواب</w:t>
      </w:r>
      <w:bookmarkEnd w:id="162"/>
    </w:p>
    <w:p w:rsidR="00DE2D7F" w:rsidRDefault="00DE2D7F" w:rsidP="00D07B54">
      <w:pPr>
        <w:pStyle w:val="libNormal"/>
        <w:rPr>
          <w:rtl/>
        </w:rPr>
      </w:pPr>
      <w:r>
        <w:rPr>
          <w:rtl/>
        </w:rPr>
        <w:t xml:space="preserve"> حضرت يوسف عليہ السلام سات برس تك قيد خانے مي</w:t>
      </w:r>
      <w:r w:rsidR="007D6C9B">
        <w:rPr>
          <w:rtl/>
        </w:rPr>
        <w:t xml:space="preserve">ں </w:t>
      </w:r>
      <w:r>
        <w:rPr>
          <w:rtl/>
        </w:rPr>
        <w:t>تنگى وسختى مي</w:t>
      </w:r>
      <w:r w:rsidR="007D6C9B">
        <w:rPr>
          <w:rtl/>
        </w:rPr>
        <w:t xml:space="preserve">ں </w:t>
      </w:r>
      <w:r>
        <w:rPr>
          <w:rtl/>
        </w:rPr>
        <w:t>ايك فراموش شدہ انسان كى طرح رہے وہ خود سازى ' قيديو</w:t>
      </w:r>
      <w:r w:rsidR="007D6C9B">
        <w:rPr>
          <w:rtl/>
        </w:rPr>
        <w:t xml:space="preserve">ں </w:t>
      </w:r>
      <w:r>
        <w:rPr>
          <w:rtl/>
        </w:rPr>
        <w:t>كو ارشاد وہدايت ' بيمارو</w:t>
      </w:r>
      <w:r w:rsidR="007D6C9B">
        <w:rPr>
          <w:rtl/>
        </w:rPr>
        <w:t xml:space="preserve">ں </w:t>
      </w:r>
      <w:r>
        <w:rPr>
          <w:rtl/>
        </w:rPr>
        <w:t>كى عيادت اور در د مند و</w:t>
      </w:r>
      <w:r w:rsidR="007D6C9B">
        <w:rPr>
          <w:rtl/>
        </w:rPr>
        <w:t xml:space="preserve">ں </w:t>
      </w:r>
      <w:r>
        <w:rPr>
          <w:rtl/>
        </w:rPr>
        <w:t>كى دلجو ئي مي</w:t>
      </w:r>
      <w:r w:rsidR="007D6C9B">
        <w:rPr>
          <w:rtl/>
        </w:rPr>
        <w:t xml:space="preserve">ں </w:t>
      </w:r>
      <w:r>
        <w:rPr>
          <w:rtl/>
        </w:rPr>
        <w:t xml:space="preserve">مصر وف رہے يہا </w:t>
      </w:r>
      <w:r w:rsidR="007D6C9B">
        <w:rPr>
          <w:rtl/>
        </w:rPr>
        <w:t xml:space="preserve">ں </w:t>
      </w:r>
      <w:r>
        <w:rPr>
          <w:rtl/>
        </w:rPr>
        <w:t>تك كہ ايك ظاہر اً چھوٹا سا واقعہ رونما ہوا جس نے نہ صرف ان كى بلكہ مصر اور اس كے اطراف مي</w:t>
      </w:r>
      <w:r w:rsidR="007D6C9B">
        <w:rPr>
          <w:rtl/>
        </w:rPr>
        <w:t xml:space="preserve">ں </w:t>
      </w:r>
      <w:r>
        <w:rPr>
          <w:rtl/>
        </w:rPr>
        <w:t>رہنے والو</w:t>
      </w:r>
      <w:r w:rsidR="007D6C9B">
        <w:rPr>
          <w:rtl/>
        </w:rPr>
        <w:t xml:space="preserve">ں </w:t>
      </w:r>
      <w:r>
        <w:rPr>
          <w:rtl/>
        </w:rPr>
        <w:t xml:space="preserve">كى سر نوشت كو بدل كے ركھ ديا _ </w:t>
      </w:r>
    </w:p>
    <w:p w:rsidR="00DE2D7F" w:rsidRDefault="00DE2D7F" w:rsidP="00D07B54">
      <w:pPr>
        <w:pStyle w:val="libNormal"/>
        <w:rPr>
          <w:rtl/>
        </w:rPr>
      </w:pPr>
      <w:r>
        <w:rPr>
          <w:rtl/>
        </w:rPr>
        <w:t>بادشاہ مصر كہ جس كا نام كہا جاتا ہے كہ وليدبن ريان تھا ( اور عزيز مصر اس كا وزير تھا ) اس نے ايك خواب ديكھا يہ ظاہر ا ًايك پريشا ن كن خواب تھا،دن چڑھا تو اس نے خواب كى تعبير بتانے والو</w:t>
      </w:r>
      <w:r w:rsidR="007D6C9B">
        <w:rPr>
          <w:rtl/>
        </w:rPr>
        <w:t xml:space="preserve">ں </w:t>
      </w:r>
      <w:r>
        <w:rPr>
          <w:rtl/>
        </w:rPr>
        <w:t>اور اپنے ساتھيو</w:t>
      </w:r>
      <w:r w:rsidR="007D6C9B">
        <w:rPr>
          <w:rtl/>
        </w:rPr>
        <w:t xml:space="preserve">ں </w:t>
      </w:r>
      <w:r>
        <w:rPr>
          <w:rtl/>
        </w:rPr>
        <w:t>كو جمع كيا اور كہنے لگا مي</w:t>
      </w:r>
      <w:r w:rsidR="007D6C9B">
        <w:rPr>
          <w:rtl/>
        </w:rPr>
        <w:t xml:space="preserve">ں </w:t>
      </w:r>
      <w:r>
        <w:rPr>
          <w:rtl/>
        </w:rPr>
        <w:t>نے خوب مي</w:t>
      </w:r>
      <w:r w:rsidR="007D6C9B">
        <w:rPr>
          <w:rtl/>
        </w:rPr>
        <w:t xml:space="preserve">ں </w:t>
      </w:r>
      <w:r>
        <w:rPr>
          <w:rtl/>
        </w:rPr>
        <w:t>ديكھا ہے كہ'' سات كمزورسى اور سات مو ٹى تازى گائي</w:t>
      </w:r>
      <w:r w:rsidR="007D6C9B">
        <w:rPr>
          <w:rtl/>
        </w:rPr>
        <w:t xml:space="preserve">ں </w:t>
      </w:r>
      <w:r>
        <w:rPr>
          <w:rtl/>
        </w:rPr>
        <w:t>ہي</w:t>
      </w:r>
      <w:r w:rsidR="007D6C9B">
        <w:rPr>
          <w:rtl/>
        </w:rPr>
        <w:t xml:space="preserve">ں </w:t>
      </w:r>
      <w:r>
        <w:rPr>
          <w:rtl/>
        </w:rPr>
        <w:t>اور دبلى پتلى گا ئي</w:t>
      </w:r>
      <w:r w:rsidR="007D6C9B">
        <w:rPr>
          <w:rtl/>
        </w:rPr>
        <w:t xml:space="preserve">ں </w:t>
      </w:r>
      <w:r>
        <w:rPr>
          <w:rtl/>
        </w:rPr>
        <w:t>ان پر حملہ آور ہو ئي ہي</w:t>
      </w:r>
      <w:r w:rsidR="007D6C9B">
        <w:rPr>
          <w:rtl/>
        </w:rPr>
        <w:t xml:space="preserve">ں </w:t>
      </w:r>
      <w:r>
        <w:rPr>
          <w:rtl/>
        </w:rPr>
        <w:t>اور انہي</w:t>
      </w:r>
      <w:r w:rsidR="007D6C9B">
        <w:rPr>
          <w:rtl/>
        </w:rPr>
        <w:t xml:space="preserve">ں </w:t>
      </w:r>
      <w:r>
        <w:rPr>
          <w:rtl/>
        </w:rPr>
        <w:t>كھا رہى ہي</w:t>
      </w:r>
      <w:r w:rsidR="007D6C9B">
        <w:rPr>
          <w:rtl/>
        </w:rPr>
        <w:t xml:space="preserve">ں </w:t>
      </w:r>
      <w:r>
        <w:rPr>
          <w:rtl/>
        </w:rPr>
        <w:t>نيز سات ہرے بھرے اور سات خشك شدہ گچھے ہي</w:t>
      </w:r>
      <w:r w:rsidR="007D6C9B">
        <w:rPr>
          <w:rtl/>
        </w:rPr>
        <w:t xml:space="preserve">ں </w:t>
      </w:r>
      <w:r>
        <w:rPr>
          <w:rtl/>
        </w:rPr>
        <w:t>اور خشك شدہ گچھے سبزگچھو</w:t>
      </w:r>
      <w:r w:rsidR="007D6C9B">
        <w:rPr>
          <w:rtl/>
        </w:rPr>
        <w:t xml:space="preserve">ں </w:t>
      </w:r>
      <w:r>
        <w:rPr>
          <w:rtl/>
        </w:rPr>
        <w:t>پر لپٹ گئے ہي</w:t>
      </w:r>
      <w:r w:rsidR="007D6C9B">
        <w:rPr>
          <w:rtl/>
        </w:rPr>
        <w:t xml:space="preserve">ں </w:t>
      </w:r>
      <w:r>
        <w:rPr>
          <w:rtl/>
        </w:rPr>
        <w:t>اور انہي</w:t>
      </w:r>
      <w:r w:rsidR="007D6C9B">
        <w:rPr>
          <w:rtl/>
        </w:rPr>
        <w:t xml:space="preserve">ں </w:t>
      </w:r>
      <w:r>
        <w:rPr>
          <w:rtl/>
        </w:rPr>
        <w:t xml:space="preserve">ختم كرديا ہے'' </w:t>
      </w:r>
      <w:r w:rsidRPr="006B0714">
        <w:rPr>
          <w:rStyle w:val="libFootnotenumChar"/>
          <w:rtl/>
        </w:rPr>
        <w:t xml:space="preserve">( </w:t>
      </w:r>
      <w:r w:rsidR="00E664BB" w:rsidRPr="006B0714">
        <w:rPr>
          <w:rStyle w:val="libFootnotenumChar"/>
          <w:rtl/>
        </w:rPr>
        <w:t>1</w:t>
      </w:r>
      <w:r w:rsidRPr="006B0714">
        <w:rPr>
          <w:rStyle w:val="libFootnotenumChar"/>
          <w:rtl/>
        </w:rPr>
        <w:t>)</w:t>
      </w:r>
      <w:r>
        <w:rPr>
          <w:rtl/>
        </w:rPr>
        <w:t xml:space="preserve"> </w:t>
      </w:r>
    </w:p>
    <w:p w:rsidR="00DE2D7F" w:rsidRDefault="00DE2D7F" w:rsidP="00D07B54">
      <w:pPr>
        <w:pStyle w:val="libNormal"/>
        <w:rPr>
          <w:rtl/>
        </w:rPr>
      </w:pPr>
      <w:r>
        <w:rPr>
          <w:rtl/>
        </w:rPr>
        <w:t>اس كے بعد اس نے ان كى طرف روئے سخن كيا اور كہنے لگا : ''اے قوم كے سردارو : ميرے خواب كے بارے مي</w:t>
      </w:r>
      <w:r w:rsidR="007D6C9B">
        <w:rPr>
          <w:rtl/>
        </w:rPr>
        <w:t xml:space="preserve">ں </w:t>
      </w:r>
      <w:r>
        <w:rPr>
          <w:rtl/>
        </w:rPr>
        <w:t>اپنا نقطئہ نظر بيان كرو اگر تم خواب كى تعبير بتا سكتے ہو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ليكن سلطان كے حواريو</w:t>
      </w:r>
      <w:r w:rsidR="007D6C9B">
        <w:rPr>
          <w:rtl/>
        </w:rPr>
        <w:t xml:space="preserve">ں </w:t>
      </w:r>
      <w:r>
        <w:rPr>
          <w:rtl/>
        </w:rPr>
        <w:t>نے فورا ًكہا كہ :يہ خواب پريشان ہي</w:t>
      </w:r>
      <w:r w:rsidR="007D6C9B">
        <w:rPr>
          <w:rtl/>
        </w:rPr>
        <w:t xml:space="preserve">ں </w:t>
      </w:r>
      <w:r>
        <w:rPr>
          <w:rtl/>
        </w:rPr>
        <w:t>اور ہم لوگ ايسے خوابو</w:t>
      </w:r>
      <w:r w:rsidR="007D6C9B">
        <w:rPr>
          <w:rtl/>
        </w:rPr>
        <w:t xml:space="preserve">ں </w:t>
      </w:r>
      <w:r>
        <w:rPr>
          <w:rtl/>
        </w:rPr>
        <w:t>كى تعبير نہي</w:t>
      </w:r>
      <w:r w:rsidR="007D6C9B">
        <w:rPr>
          <w:rtl/>
        </w:rPr>
        <w:t xml:space="preserve">ں </w:t>
      </w:r>
      <w:r>
        <w:rPr>
          <w:rtl/>
        </w:rPr>
        <w:t>جانتے ''</w:t>
      </w:r>
      <w:r w:rsidRPr="006B0714">
        <w:rPr>
          <w:rStyle w:val="libFootnotenumChar"/>
          <w:rtl/>
        </w:rPr>
        <w:t xml:space="preserve">( </w:t>
      </w:r>
      <w:r w:rsidR="00E664BB" w:rsidRPr="006B0714">
        <w:rPr>
          <w:rStyle w:val="libFootnotenumChar"/>
          <w:rtl/>
        </w:rPr>
        <w:t>3</w:t>
      </w:r>
      <w:r w:rsidRPr="006B0714">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43</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44</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44</w:t>
      </w:r>
      <w:r>
        <w:rPr>
          <w:rtl/>
        </w:rPr>
        <w:t xml:space="preserve"> </w:t>
      </w:r>
    </w:p>
    <w:p w:rsidR="00DD6031" w:rsidRDefault="001648F9" w:rsidP="00D07B54">
      <w:pPr>
        <w:pStyle w:val="libNormal"/>
        <w:rPr>
          <w:rtl/>
        </w:rPr>
      </w:pPr>
      <w:r>
        <w:rPr>
          <w:rtl/>
        </w:rPr>
        <w:t xml:space="preserve"> </w:t>
      </w:r>
      <w:r>
        <w:rPr>
          <w:rtl/>
        </w:rPr>
        <w:br w:type="page"/>
      </w:r>
    </w:p>
    <w:p w:rsidR="00DD6031" w:rsidRDefault="00DD6031" w:rsidP="00D07B54">
      <w:pPr>
        <w:pStyle w:val="libNormal"/>
        <w:rPr>
          <w:rtl/>
        </w:rPr>
      </w:pPr>
    </w:p>
    <w:p w:rsidR="00DE2D7F" w:rsidRDefault="00DE2D7F" w:rsidP="00D07B54">
      <w:pPr>
        <w:pStyle w:val="libNormal"/>
        <w:rPr>
          <w:rtl/>
        </w:rPr>
      </w:pPr>
      <w:r>
        <w:rPr>
          <w:rtl/>
        </w:rPr>
        <w:t>يہا</w:t>
      </w:r>
      <w:r w:rsidR="007D6C9B">
        <w:rPr>
          <w:rtl/>
        </w:rPr>
        <w:t xml:space="preserve">ں </w:t>
      </w:r>
      <w:r>
        <w:rPr>
          <w:rtl/>
        </w:rPr>
        <w:t>يہ سوال پيش آتا ہے كہ انہو</w:t>
      </w:r>
      <w:r w:rsidR="007D6C9B">
        <w:rPr>
          <w:rtl/>
        </w:rPr>
        <w:t xml:space="preserve">ں </w:t>
      </w:r>
      <w:r>
        <w:rPr>
          <w:rtl/>
        </w:rPr>
        <w:t>نے كس طرح جرا ت كى 'شاہ مصر كے سا منے اس رائے كا اظہار كري</w:t>
      </w:r>
      <w:r w:rsidR="007D6C9B">
        <w:rPr>
          <w:rtl/>
        </w:rPr>
        <w:t xml:space="preserve">ں </w:t>
      </w:r>
      <w:r>
        <w:rPr>
          <w:rtl/>
        </w:rPr>
        <w:t>كہ وہ اسے پريشان خواب ديكھنے كا الزام دي</w:t>
      </w:r>
      <w:r w:rsidR="007D6C9B">
        <w:rPr>
          <w:rtl/>
        </w:rPr>
        <w:t xml:space="preserve">ں </w:t>
      </w:r>
      <w:r>
        <w:rPr>
          <w:rtl/>
        </w:rPr>
        <w:t>،جبكہ ان حاشيہ نشينو</w:t>
      </w:r>
      <w:r w:rsidR="007D6C9B">
        <w:rPr>
          <w:rtl/>
        </w:rPr>
        <w:t xml:space="preserve">ں </w:t>
      </w:r>
      <w:r>
        <w:rPr>
          <w:rtl/>
        </w:rPr>
        <w:t>كا معمول يہ ہے كہ وہ ان كى ہر چھو ٹى بڑى اور بے معنى حركت كے لئے كو ئي فلسفہ گھڑتے ہي</w:t>
      </w:r>
      <w:r w:rsidR="007D6C9B">
        <w:rPr>
          <w:rtl/>
        </w:rPr>
        <w:t xml:space="preserve">ں </w:t>
      </w:r>
      <w:r>
        <w:rPr>
          <w:rtl/>
        </w:rPr>
        <w:t>اور بڑى معنى خيز تفسير ي</w:t>
      </w:r>
      <w:r w:rsidR="007D6C9B">
        <w:rPr>
          <w:rtl/>
        </w:rPr>
        <w:t xml:space="preserve">ں </w:t>
      </w:r>
      <w:r>
        <w:rPr>
          <w:rtl/>
        </w:rPr>
        <w:t>كرتے ہي</w:t>
      </w:r>
      <w:r w:rsidR="007D6C9B">
        <w:rPr>
          <w:rtl/>
        </w:rPr>
        <w:t xml:space="preserve">ں </w:t>
      </w:r>
      <w:r>
        <w:rPr>
          <w:rtl/>
        </w:rPr>
        <w:t>،يہ ہو سكتا ہے كہ يہ اس لئے ہو كہ انہو</w:t>
      </w:r>
      <w:r w:rsidR="007D6C9B">
        <w:rPr>
          <w:rtl/>
        </w:rPr>
        <w:t xml:space="preserve">ں </w:t>
      </w:r>
      <w:r>
        <w:rPr>
          <w:rtl/>
        </w:rPr>
        <w:t>نے ديكھا تھا كہ بادشاہ يہ خواب ديكھ كر پريشان ومضطرب ہے اور وہ پريشانى مي</w:t>
      </w:r>
      <w:r w:rsidR="007D6C9B">
        <w:rPr>
          <w:rtl/>
        </w:rPr>
        <w:t xml:space="preserve">ں </w:t>
      </w:r>
      <w:r>
        <w:rPr>
          <w:rtl/>
        </w:rPr>
        <w:t>حق بجانب بھى تھا كيو نكہ اس نے خواب مي</w:t>
      </w:r>
      <w:r w:rsidR="007D6C9B">
        <w:rPr>
          <w:rtl/>
        </w:rPr>
        <w:t xml:space="preserve">ں </w:t>
      </w:r>
      <w:r>
        <w:rPr>
          <w:rtl/>
        </w:rPr>
        <w:t>ديكھا تھا كہ كمزور اور لاغر گائي</w:t>
      </w:r>
      <w:r w:rsidR="007D6C9B">
        <w:rPr>
          <w:rtl/>
        </w:rPr>
        <w:t xml:space="preserve">ں </w:t>
      </w:r>
      <w:r>
        <w:rPr>
          <w:rtl/>
        </w:rPr>
        <w:t>تو انا اور موٹى تازى گائو</w:t>
      </w:r>
      <w:r w:rsidR="007D6C9B">
        <w:rPr>
          <w:rtl/>
        </w:rPr>
        <w:t xml:space="preserve">ں </w:t>
      </w:r>
      <w:r>
        <w:rPr>
          <w:rtl/>
        </w:rPr>
        <w:t>پر حملہ آور ہوتى ہي</w:t>
      </w:r>
      <w:r w:rsidR="007D6C9B">
        <w:rPr>
          <w:rtl/>
        </w:rPr>
        <w:t xml:space="preserve">ں </w:t>
      </w:r>
      <w:r>
        <w:rPr>
          <w:rtl/>
        </w:rPr>
        <w:t>اور انہي</w:t>
      </w:r>
      <w:r w:rsidR="007D6C9B">
        <w:rPr>
          <w:rtl/>
        </w:rPr>
        <w:t xml:space="preserve">ں </w:t>
      </w:r>
      <w:r>
        <w:rPr>
          <w:rtl/>
        </w:rPr>
        <w:t>كھا رہى ہي</w:t>
      </w:r>
      <w:r w:rsidR="007D6C9B">
        <w:rPr>
          <w:rtl/>
        </w:rPr>
        <w:t xml:space="preserve">ں </w:t>
      </w:r>
      <w:r>
        <w:rPr>
          <w:rtl/>
        </w:rPr>
        <w:t>اور يہى صورت خشك گچھو</w:t>
      </w:r>
      <w:r w:rsidR="007D6C9B">
        <w:rPr>
          <w:rtl/>
        </w:rPr>
        <w:t xml:space="preserve">ں </w:t>
      </w:r>
      <w:r>
        <w:rPr>
          <w:rtl/>
        </w:rPr>
        <w:t>كى تھى ،كيا يہ اس بات كى دليل ہے كہ كمزور لوگ اچانك اس كے ہاتھ سے حكو مت چھين لي</w:t>
      </w:r>
      <w:r w:rsidR="007D6C9B">
        <w:rPr>
          <w:rtl/>
        </w:rPr>
        <w:t xml:space="preserve">ں </w:t>
      </w:r>
      <w:r>
        <w:rPr>
          <w:rtl/>
        </w:rPr>
        <w:t>گے لہذا انہو</w:t>
      </w:r>
      <w:r w:rsidR="007D6C9B">
        <w:rPr>
          <w:rtl/>
        </w:rPr>
        <w:t xml:space="preserve">ں </w:t>
      </w:r>
      <w:r>
        <w:rPr>
          <w:rtl/>
        </w:rPr>
        <w:t>نے بادشاہ كے دل كا اضطراب دور كرنے كے لئے اس سے كہا كہ خواب كسى چيز كى دليل نہي</w:t>
      </w:r>
      <w:r w:rsidR="007D6C9B">
        <w:rPr>
          <w:rtl/>
        </w:rPr>
        <w:t xml:space="preserve">ں </w:t>
      </w:r>
      <w:r>
        <w:rPr>
          <w:rtl/>
        </w:rPr>
        <w:t xml:space="preserve">ہو تے _ </w:t>
      </w:r>
    </w:p>
    <w:p w:rsidR="00DE2D7F" w:rsidRDefault="00DE2D7F" w:rsidP="00D07B54">
      <w:pPr>
        <w:pStyle w:val="libNormal"/>
        <w:rPr>
          <w:rtl/>
        </w:rPr>
      </w:pPr>
    </w:p>
    <w:p w:rsidR="00DD6031" w:rsidRDefault="00DE2D7F" w:rsidP="00D07B54">
      <w:pPr>
        <w:pStyle w:val="Heading2Center"/>
        <w:rPr>
          <w:rtl/>
        </w:rPr>
      </w:pPr>
      <w:bookmarkStart w:id="163" w:name="_Toc7268560"/>
      <w:r>
        <w:rPr>
          <w:rtl/>
        </w:rPr>
        <w:t>بادشاہ كے ساقى نے جناب يوسف كو ياد كيا</w:t>
      </w:r>
      <w:bookmarkEnd w:id="163"/>
      <w:r>
        <w:rPr>
          <w:rtl/>
        </w:rPr>
        <w:t xml:space="preserve"> </w:t>
      </w:r>
    </w:p>
    <w:p w:rsidR="00DE2D7F" w:rsidRDefault="00DE2D7F" w:rsidP="00D07B54">
      <w:pPr>
        <w:pStyle w:val="libNormal"/>
        <w:rPr>
          <w:rtl/>
        </w:rPr>
      </w:pPr>
      <w:r>
        <w:rPr>
          <w:rtl/>
        </w:rPr>
        <w:t>اس مو قع پر بادشاہ كا سا قى كہ جو چند سال قبل قيد خانے سے آزاد ہو ا تھا ' اسے قيد خانے كا خيال آيا اسے ياد آيا كہ يوسف اس خواب كى تعبير بيان كر سكتے ہي</w:t>
      </w:r>
      <w:r w:rsidR="007D6C9B">
        <w:rPr>
          <w:rtl/>
        </w:rPr>
        <w:t xml:space="preserve">ں </w:t>
      </w:r>
      <w:r>
        <w:rPr>
          <w:rtl/>
        </w:rPr>
        <w:t>اس نے بادشاہ كے حاشيہ نشينو</w:t>
      </w:r>
      <w:r w:rsidR="007D6C9B">
        <w:rPr>
          <w:rtl/>
        </w:rPr>
        <w:t xml:space="preserve">ں </w:t>
      </w:r>
      <w:r>
        <w:rPr>
          <w:rtl/>
        </w:rPr>
        <w:t>كى طرف رخ كر كے كہا:'' مي</w:t>
      </w:r>
      <w:r w:rsidR="007D6C9B">
        <w:rPr>
          <w:rtl/>
        </w:rPr>
        <w:t xml:space="preserve">ں </w:t>
      </w:r>
      <w:r>
        <w:rPr>
          <w:rtl/>
        </w:rPr>
        <w:t>تمہي</w:t>
      </w:r>
      <w:r w:rsidR="007D6C9B">
        <w:rPr>
          <w:rtl/>
        </w:rPr>
        <w:t xml:space="preserve">ں </w:t>
      </w:r>
      <w:r>
        <w:rPr>
          <w:rtl/>
        </w:rPr>
        <w:t xml:space="preserve">اس خواب كى تعبير بتا سكتا ہو </w:t>
      </w:r>
      <w:r w:rsidR="007D6C9B">
        <w:rPr>
          <w:rtl/>
        </w:rPr>
        <w:t xml:space="preserve">ں </w:t>
      </w:r>
      <w:r>
        <w:rPr>
          <w:rtl/>
        </w:rPr>
        <w:t>مجھے اس كا م كے ماہر استاد كے پاس بھيجو كہ جو زندان مي</w:t>
      </w:r>
      <w:r w:rsidR="007D6C9B">
        <w:rPr>
          <w:rtl/>
        </w:rPr>
        <w:t xml:space="preserve">ں </w:t>
      </w:r>
      <w:r>
        <w:rPr>
          <w:rtl/>
        </w:rPr>
        <w:t>پڑا ہے تاكہ تمہي</w:t>
      </w:r>
      <w:r w:rsidR="007D6C9B">
        <w:rPr>
          <w:rtl/>
        </w:rPr>
        <w:t xml:space="preserve">ں </w:t>
      </w:r>
      <w:r>
        <w:rPr>
          <w:rtl/>
        </w:rPr>
        <w:t>بالكل سچ خبر لاكر دو</w:t>
      </w:r>
      <w:r w:rsidR="007D6C9B">
        <w:rPr>
          <w:rtl/>
        </w:rPr>
        <w:t xml:space="preserve">ں </w:t>
      </w:r>
      <w:r>
        <w:rPr>
          <w:rtl/>
        </w:rPr>
        <w:t>''</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جى ہا</w:t>
      </w:r>
      <w:r w:rsidR="007D6C9B">
        <w:rPr>
          <w:rtl/>
        </w:rPr>
        <w:t xml:space="preserve">ں </w:t>
      </w:r>
      <w:r>
        <w:rPr>
          <w:rtl/>
        </w:rPr>
        <w:t>اس گوشئہ زندا</w:t>
      </w:r>
      <w:r w:rsidR="007D6C9B">
        <w:rPr>
          <w:rtl/>
        </w:rPr>
        <w:t xml:space="preserve">ں </w:t>
      </w:r>
      <w:r>
        <w:rPr>
          <w:rtl/>
        </w:rPr>
        <w:t>مي</w:t>
      </w:r>
      <w:r w:rsidR="007D6C9B">
        <w:rPr>
          <w:rtl/>
        </w:rPr>
        <w:t xml:space="preserve">ں </w:t>
      </w:r>
      <w:r>
        <w:rPr>
          <w:rtl/>
        </w:rPr>
        <w:t xml:space="preserve">ايك روشن ضمير ' صاحب ايمان اور پاك دل انسان زند گى كے دن گزار ہا ہے كہ جس كا دل، حوادث آئندہ كا آئينہ ہے ، وہ ہے كہ جو اس راز سے پردہ اٹھا سكتا ہے اور اس خواب كى تعبير بيان كر سكتا ہے _ </w:t>
      </w:r>
    </w:p>
    <w:p w:rsidR="00DE2D7F" w:rsidRDefault="00DE2D7F" w:rsidP="00D07B54">
      <w:pPr>
        <w:pStyle w:val="libNormal"/>
        <w:rPr>
          <w:rtl/>
        </w:rPr>
      </w:pPr>
      <w:r>
        <w:rPr>
          <w:rtl/>
        </w:rPr>
        <w:t>اس كى اس بات نے محفل كى كيفيت ہى بدل دى ،سب كى آنكھي</w:t>
      </w:r>
      <w:r w:rsidR="007D6C9B">
        <w:rPr>
          <w:rtl/>
        </w:rPr>
        <w:t xml:space="preserve">ں </w:t>
      </w:r>
      <w:r>
        <w:rPr>
          <w:rtl/>
        </w:rPr>
        <w:t>سا قى پر لگ گئي</w:t>
      </w:r>
      <w:r w:rsidR="007D6C9B">
        <w:rPr>
          <w:rtl/>
        </w:rPr>
        <w:t xml:space="preserve">ں </w:t>
      </w:r>
      <w:r>
        <w:rPr>
          <w:rtl/>
        </w:rPr>
        <w:t>آخر كار اسے اجازت ملى اور حكم ملا كہ جتنى جلدى ہو سكے اس كام كے لئے نكل كھڑا ہوا اور جلد نتيجہ پيش كر ے ساقى زندان مي</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w:t>
      </w:r>
      <w:r w:rsidR="00E664BB">
        <w:rPr>
          <w:rtl/>
        </w:rPr>
        <w:t>45</w:t>
      </w:r>
      <w:r>
        <w:rPr>
          <w:rtl/>
        </w:rPr>
        <w:t xml:space="preserve"> </w:t>
      </w:r>
    </w:p>
    <w:p w:rsidR="00DD6031"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آيا اور اپنے پرانے دوست يوسف(ع) كے پاس پہنچا، وہى دوست جس نے بڑى بے وفائي كى تھى ليكن اس كى عظمت سے تو قع نہي</w:t>
      </w:r>
      <w:r w:rsidR="007D6C9B">
        <w:rPr>
          <w:rtl/>
        </w:rPr>
        <w:t xml:space="preserve">ں </w:t>
      </w:r>
      <w:r>
        <w:rPr>
          <w:rtl/>
        </w:rPr>
        <w:t>كہ وہ د فتر شكا يت كھول بيٹھے _اس نے حضرت يوسف سے مخاطب ہو تے ہو ئے كہا : ''يوسف اے سرا پا صداقتاس خواب كے بارے مي</w:t>
      </w:r>
      <w:r w:rsidR="007D6C9B">
        <w:rPr>
          <w:rtl/>
        </w:rPr>
        <w:t xml:space="preserve">ں </w:t>
      </w:r>
      <w:r>
        <w:rPr>
          <w:rtl/>
        </w:rPr>
        <w:t>تم كيا كہتے ہو كہ كسى نے ديكھا ہے كہ سات لا غر گا ئي</w:t>
      </w:r>
      <w:r w:rsidR="007D6C9B">
        <w:rPr>
          <w:rtl/>
        </w:rPr>
        <w:t xml:space="preserve">ں </w:t>
      </w:r>
      <w:r>
        <w:rPr>
          <w:rtl/>
        </w:rPr>
        <w:t>مو ٹى تازى كو كھا رہى ہي</w:t>
      </w:r>
      <w:r w:rsidR="007D6C9B">
        <w:rPr>
          <w:rtl/>
        </w:rPr>
        <w:t xml:space="preserve">ں </w:t>
      </w:r>
      <w:r>
        <w:rPr>
          <w:rtl/>
        </w:rPr>
        <w:t>نيز سات ہر ے گچھے ہي</w:t>
      </w:r>
      <w:r w:rsidR="007D6C9B">
        <w:rPr>
          <w:rtl/>
        </w:rPr>
        <w:t xml:space="preserve">ں </w:t>
      </w:r>
      <w:r>
        <w:rPr>
          <w:rtl/>
        </w:rPr>
        <w:t>اور سات خشك شدہ ہي</w:t>
      </w:r>
      <w:r w:rsidR="007D6C9B">
        <w:rPr>
          <w:rtl/>
        </w:rPr>
        <w:t xml:space="preserve">ں </w:t>
      </w:r>
      <w:r>
        <w:rPr>
          <w:rtl/>
        </w:rPr>
        <w:t>( كہ جن مي</w:t>
      </w:r>
      <w:r w:rsidR="007D6C9B">
        <w:rPr>
          <w:rtl/>
        </w:rPr>
        <w:t xml:space="preserve">ں </w:t>
      </w:r>
      <w:r>
        <w:rPr>
          <w:rtl/>
        </w:rPr>
        <w:t>سے دوسرا پہلے سے لپٹ گيا ہے اور اسے نابود كر ديا ہے '')'' شايد مي</w:t>
      </w:r>
      <w:r w:rsidR="007D6C9B">
        <w:rPr>
          <w:rtl/>
        </w:rPr>
        <w:t xml:space="preserve">ں </w:t>
      </w:r>
      <w:r>
        <w:rPr>
          <w:rtl/>
        </w:rPr>
        <w:t>اس طرح ان لوگو</w:t>
      </w:r>
      <w:r w:rsidR="007D6C9B">
        <w:rPr>
          <w:rtl/>
        </w:rPr>
        <w:t xml:space="preserve">ں </w:t>
      </w:r>
      <w:r>
        <w:rPr>
          <w:rtl/>
        </w:rPr>
        <w:t>كے پاس لو ٹ كے جائو</w:t>
      </w:r>
      <w:r w:rsidR="007D6C9B">
        <w:rPr>
          <w:rtl/>
        </w:rPr>
        <w:t xml:space="preserve">ں </w:t>
      </w:r>
      <w:r>
        <w:rPr>
          <w:rtl/>
        </w:rPr>
        <w:t>تو وہ اس خواب كے اسرار سے آگاہ ہو سكي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بہر حال حضرت يوسف عليہ السلام نے بغير كسى شرط كے اور بغير كسى صلہ كے تقاضے كے فوراً خواب كى واضح اور نہا يت اعلى تعبير بيان كى اس مي</w:t>
      </w:r>
      <w:r w:rsidR="007D6C9B">
        <w:rPr>
          <w:rtl/>
        </w:rPr>
        <w:t xml:space="preserve">ں </w:t>
      </w:r>
      <w:r>
        <w:rPr>
          <w:rtl/>
        </w:rPr>
        <w:t>آپ نے كچھ چھپا ئے بغير در پيش تاريك مستقبل كے بارے مي</w:t>
      </w:r>
      <w:r w:rsidR="007D6C9B">
        <w:rPr>
          <w:rtl/>
        </w:rPr>
        <w:t xml:space="preserve">ں </w:t>
      </w:r>
      <w:r>
        <w:rPr>
          <w:rtl/>
        </w:rPr>
        <w:t>بتايا ساتھ ہى اس كے لئے راہنما ئي كردى اور ايك مر تب پروگرام بتا ديا آپ نے كہا:''سات سال پيہم محنت سے كا شت كا رى كرو كيونكہ ان سات برسو</w:t>
      </w:r>
      <w:r w:rsidR="007D6C9B">
        <w:rPr>
          <w:rtl/>
        </w:rPr>
        <w:t xml:space="preserve">ں </w:t>
      </w:r>
      <w:r>
        <w:rPr>
          <w:rtl/>
        </w:rPr>
        <w:t>مي</w:t>
      </w:r>
      <w:r w:rsidR="007D6C9B">
        <w:rPr>
          <w:rtl/>
        </w:rPr>
        <w:t xml:space="preserve">ں </w:t>
      </w:r>
      <w:r>
        <w:rPr>
          <w:rtl/>
        </w:rPr>
        <w:t>بارش خو ب ہو گى ليكن جو فصل كا ٹو اسے خوشو</w:t>
      </w:r>
      <w:r w:rsidR="007D6C9B">
        <w:rPr>
          <w:rtl/>
        </w:rPr>
        <w:t xml:space="preserve">ں </w:t>
      </w:r>
      <w:r>
        <w:rPr>
          <w:rtl/>
        </w:rPr>
        <w:t>سميت انبارو</w:t>
      </w:r>
      <w:r w:rsidR="007D6C9B">
        <w:rPr>
          <w:rtl/>
        </w:rPr>
        <w:t xml:space="preserve">ں </w:t>
      </w:r>
      <w:r>
        <w:rPr>
          <w:rtl/>
        </w:rPr>
        <w:t>كى صورت مي</w:t>
      </w:r>
      <w:r w:rsidR="007D6C9B">
        <w:rPr>
          <w:rtl/>
        </w:rPr>
        <w:t xml:space="preserve">ں </w:t>
      </w:r>
      <w:r>
        <w:rPr>
          <w:rtl/>
        </w:rPr>
        <w:t>جمع كر لو سوائے كھا نے كے لئے جو تھوڑ ى سى مقدار ضرورى ہو''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ليكن جان لوكہ ان سات برسو</w:t>
      </w:r>
      <w:r w:rsidR="007D6C9B">
        <w:rPr>
          <w:rtl/>
        </w:rPr>
        <w:t xml:space="preserve">ں </w:t>
      </w:r>
      <w:r>
        <w:rPr>
          <w:rtl/>
        </w:rPr>
        <w:t>كے بعد سات برس خشك سالى ، بارش كى كمى اور سختى كے آئي</w:t>
      </w:r>
      <w:r w:rsidR="007D6C9B">
        <w:rPr>
          <w:rtl/>
        </w:rPr>
        <w:t xml:space="preserve">ں </w:t>
      </w:r>
      <w:r>
        <w:rPr>
          <w:rtl/>
        </w:rPr>
        <w:t>گے كہ جن مي</w:t>
      </w:r>
      <w:r w:rsidR="007D6C9B">
        <w:rPr>
          <w:rtl/>
        </w:rPr>
        <w:t xml:space="preserve">ں </w:t>
      </w:r>
      <w:r>
        <w:rPr>
          <w:rtl/>
        </w:rPr>
        <w:t>صرف اس ذخيرے سے استفا دہ كرنا ہو گا جو گزشتہ سالو</w:t>
      </w:r>
      <w:r w:rsidR="007D6C9B">
        <w:rPr>
          <w:rtl/>
        </w:rPr>
        <w:t xml:space="preserve">ں </w:t>
      </w:r>
      <w:r>
        <w:rPr>
          <w:rtl/>
        </w:rPr>
        <w:t>مي</w:t>
      </w:r>
      <w:r w:rsidR="007D6C9B">
        <w:rPr>
          <w:rtl/>
        </w:rPr>
        <w:t xml:space="preserve">ں </w:t>
      </w:r>
      <w:r>
        <w:rPr>
          <w:rtl/>
        </w:rPr>
        <w:t xml:space="preserve">تمام ذخير،كيا ہوگا ورنہ ہلاك ہوجائوگے البتہ خيال رہے كہ خشكى اور قحط كے ان سات سالو </w:t>
      </w:r>
      <w:r w:rsidR="007D6C9B">
        <w:rPr>
          <w:rtl/>
        </w:rPr>
        <w:t xml:space="preserve">ں </w:t>
      </w:r>
      <w:r>
        <w:rPr>
          <w:rtl/>
        </w:rPr>
        <w:t>مي</w:t>
      </w:r>
      <w:r w:rsidR="007D6C9B">
        <w:rPr>
          <w:rtl/>
        </w:rPr>
        <w:t xml:space="preserve">ں </w:t>
      </w:r>
      <w:r>
        <w:rPr>
          <w:rtl/>
        </w:rPr>
        <w:t>تمام ذخيرہ شدہ گندم نہ كھا جا نا ''بلكہ كچھ مقدار بيج كے طور پر آئندہ كا شت كيلئے ركھ چھوڑنا كيونكہ بعد كا سال اچھا ہو گا''</w:t>
      </w:r>
      <w:r w:rsidRPr="006B0714">
        <w:rPr>
          <w:rStyle w:val="libFootnotenumChar"/>
          <w:rtl/>
        </w:rPr>
        <w:t xml:space="preserve">( </w:t>
      </w:r>
      <w:r w:rsidR="00E664BB" w:rsidRPr="006B0714">
        <w:rPr>
          <w:rStyle w:val="libFootnotenumChar"/>
          <w:rtl/>
        </w:rPr>
        <w:t>3</w:t>
      </w:r>
      <w:r w:rsidRPr="006B0714">
        <w:rPr>
          <w:rStyle w:val="libFootnotenumChar"/>
          <w:rtl/>
        </w:rPr>
        <w:t>)</w:t>
      </w:r>
      <w:r>
        <w:rPr>
          <w:rtl/>
        </w:rPr>
        <w:t xml:space="preserve"> </w:t>
      </w:r>
    </w:p>
    <w:p w:rsidR="00DE2D7F" w:rsidRDefault="00DE2D7F" w:rsidP="00D07B54">
      <w:pPr>
        <w:pStyle w:val="libNormal"/>
        <w:rPr>
          <w:rtl/>
        </w:rPr>
      </w:pPr>
      <w:r>
        <w:rPr>
          <w:rtl/>
        </w:rPr>
        <w:t>اگر خشك سالى اور سختى كے يہ سال تم سو چے سمجھے پر گرام اور پلان كے تحت ايك ايك كركے گزار لو تو پھر تمہي</w:t>
      </w:r>
      <w:r w:rsidR="007D6C9B">
        <w:rPr>
          <w:rtl/>
        </w:rPr>
        <w:t xml:space="preserve">ں </w:t>
      </w:r>
      <w:r>
        <w:rPr>
          <w:rtl/>
        </w:rPr>
        <w:t>كوئي خطرہ نہي</w:t>
      </w:r>
      <w:r w:rsidR="007D6C9B">
        <w:rPr>
          <w:rtl/>
        </w:rPr>
        <w:t xml:space="preserve">ں </w:t>
      </w:r>
      <w:r>
        <w:rPr>
          <w:rtl/>
        </w:rPr>
        <w:t>''اس كے بعد ايك ايسا سال آئے گا كہ خوب باران رحمت ہو گى اور لوگ اس آسمانى نعمت سے خوب بہرہ مند ہو</w:t>
      </w:r>
      <w:r w:rsidR="007D6C9B">
        <w:rPr>
          <w:rtl/>
        </w:rPr>
        <w:t xml:space="preserve">ں </w:t>
      </w:r>
      <w:r>
        <w:rPr>
          <w:rtl/>
        </w:rPr>
        <w:t>گے ''</w:t>
      </w:r>
      <w:r w:rsidRPr="006B0714">
        <w:rPr>
          <w:rStyle w:val="libFootnotenumChar"/>
          <w:rtl/>
        </w:rPr>
        <w:t xml:space="preserve">( </w:t>
      </w:r>
      <w:r w:rsidR="00E664BB" w:rsidRPr="006B0714">
        <w:rPr>
          <w:rStyle w:val="libFootnotenumChar"/>
          <w:rtl/>
        </w:rPr>
        <w:t>4</w:t>
      </w:r>
      <w:r w:rsidRPr="006B0714">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46</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w:t>
      </w:r>
      <w:r w:rsidR="00E664BB">
        <w:rPr>
          <w:rtl/>
        </w:rPr>
        <w:t>47</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48</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48</w:t>
      </w:r>
      <w:r>
        <w:rPr>
          <w:rtl/>
        </w:rPr>
        <w:t xml:space="preserve"> </w:t>
      </w:r>
    </w:p>
    <w:p w:rsidR="00DD6031"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سے نہ صرف زراعت اور اناج كا مسئلہ حل ہو جا ئے گا بلكہ رس دار پھل اور روغن داردا نے بھى فراوا</w:t>
      </w:r>
      <w:r w:rsidR="007D6C9B">
        <w:rPr>
          <w:rtl/>
        </w:rPr>
        <w:t xml:space="preserve">ں </w:t>
      </w:r>
      <w:r>
        <w:rPr>
          <w:rtl/>
        </w:rPr>
        <w:t xml:space="preserve">ہو </w:t>
      </w:r>
      <w:r w:rsidR="007D6C9B">
        <w:rPr>
          <w:rtl/>
        </w:rPr>
        <w:t xml:space="preserve">ں </w:t>
      </w:r>
      <w:r>
        <w:rPr>
          <w:rtl/>
        </w:rPr>
        <w:t>گے ''كہ لوگ جن سے رس اور روغن حاصل كري</w:t>
      </w:r>
      <w:r w:rsidR="007D6C9B">
        <w:rPr>
          <w:rtl/>
        </w:rPr>
        <w:t xml:space="preserve">ں </w:t>
      </w:r>
      <w:r>
        <w:rPr>
          <w:rtl/>
        </w:rPr>
        <w:t>گے ''</w:t>
      </w:r>
      <w:r w:rsidRPr="006B0714">
        <w:rPr>
          <w:rStyle w:val="libFootnotenumChar"/>
          <w:rtl/>
        </w:rPr>
        <w:t xml:space="preserve">( </w:t>
      </w:r>
      <w:r w:rsidR="00E664BB" w:rsidRPr="006B0714">
        <w:rPr>
          <w:rStyle w:val="libFootnotenumChar"/>
          <w:rtl/>
        </w:rPr>
        <w:t>1</w:t>
      </w:r>
      <w:r w:rsidRPr="006B0714">
        <w:rPr>
          <w:rStyle w:val="libFootnotenumChar"/>
          <w:rtl/>
        </w:rPr>
        <w:t xml:space="preserve">) </w:t>
      </w:r>
    </w:p>
    <w:p w:rsidR="00DD6031" w:rsidRDefault="00DE2D7F" w:rsidP="00D07B54">
      <w:pPr>
        <w:pStyle w:val="Heading2Center"/>
        <w:rPr>
          <w:rtl/>
        </w:rPr>
      </w:pPr>
      <w:bookmarkStart w:id="164" w:name="_Toc7268561"/>
      <w:r>
        <w:rPr>
          <w:rtl/>
        </w:rPr>
        <w:t>مصر كا قيدى يا بہترين رہبر</w:t>
      </w:r>
      <w:bookmarkEnd w:id="164"/>
    </w:p>
    <w:p w:rsidR="00DE2D7F" w:rsidRDefault="00DE2D7F" w:rsidP="00D07B54">
      <w:pPr>
        <w:pStyle w:val="libNormal"/>
        <w:rPr>
          <w:rtl/>
        </w:rPr>
      </w:pPr>
      <w:r>
        <w:rPr>
          <w:rtl/>
        </w:rPr>
        <w:t xml:space="preserve"> حضرت يوسف عليہ السلام نے خواب كى جو تعبير بيان كى وہ كس قدر جچى تلى تھى قديمى كہا نيو</w:t>
      </w:r>
      <w:r w:rsidR="007D6C9B">
        <w:rPr>
          <w:rtl/>
        </w:rPr>
        <w:t xml:space="preserve">ں </w:t>
      </w:r>
      <w:r>
        <w:rPr>
          <w:rtl/>
        </w:rPr>
        <w:t>مي</w:t>
      </w:r>
      <w:r w:rsidR="007D6C9B">
        <w:rPr>
          <w:rtl/>
        </w:rPr>
        <w:t xml:space="preserve">ں </w:t>
      </w:r>
      <w:r>
        <w:rPr>
          <w:rtl/>
        </w:rPr>
        <w:t>گائے سال كا سنبل سمجھى جا تى تھى اور اس كا توانا ہو نا فراوا</w:t>
      </w:r>
      <w:r w:rsidR="007D6C9B">
        <w:rPr>
          <w:rtl/>
        </w:rPr>
        <w:t xml:space="preserve">ں </w:t>
      </w:r>
      <w:r>
        <w:rPr>
          <w:rtl/>
        </w:rPr>
        <w:t>نعمت كى دليل ہے جبكہ لاغر ہو نا مشكلات اور سختى كى دليل ہے سات لاغر گا ئي</w:t>
      </w:r>
      <w:r w:rsidR="007D6C9B">
        <w:rPr>
          <w:rtl/>
        </w:rPr>
        <w:t xml:space="preserve">ں </w:t>
      </w:r>
      <w:r>
        <w:rPr>
          <w:rtl/>
        </w:rPr>
        <w:t xml:space="preserve">سات تو انا گا ئو </w:t>
      </w:r>
      <w:r w:rsidR="007D6C9B">
        <w:rPr>
          <w:rtl/>
        </w:rPr>
        <w:t xml:space="preserve">ں </w:t>
      </w:r>
      <w:r>
        <w:rPr>
          <w:rtl/>
        </w:rPr>
        <w:t>پر حملہ آور ہو ئي</w:t>
      </w:r>
      <w:r w:rsidR="007D6C9B">
        <w:rPr>
          <w:rtl/>
        </w:rPr>
        <w:t xml:space="preserve">ں </w:t>
      </w:r>
      <w:r>
        <w:rPr>
          <w:rtl/>
        </w:rPr>
        <w:t>تو يہ اس بات كى دليل ہے كہ سختى كے سات سالو</w:t>
      </w:r>
      <w:r w:rsidR="007D6C9B">
        <w:rPr>
          <w:rtl/>
        </w:rPr>
        <w:t xml:space="preserve">ں </w:t>
      </w:r>
      <w:r>
        <w:rPr>
          <w:rtl/>
        </w:rPr>
        <w:t>مي</w:t>
      </w:r>
      <w:r w:rsidR="007D6C9B">
        <w:rPr>
          <w:rtl/>
        </w:rPr>
        <w:t xml:space="preserve">ں </w:t>
      </w:r>
      <w:r>
        <w:rPr>
          <w:rtl/>
        </w:rPr>
        <w:t>قبل كے سالو</w:t>
      </w:r>
      <w:r w:rsidR="007D6C9B">
        <w:rPr>
          <w:rtl/>
        </w:rPr>
        <w:t xml:space="preserve">ں </w:t>
      </w:r>
      <w:r>
        <w:rPr>
          <w:rtl/>
        </w:rPr>
        <w:t>كے ذخائر سے فائدہ اٹھا نا چاہئے اور سات خشك شدہ خوشہ يا گچھے جو سات سبز خوشو</w:t>
      </w:r>
      <w:r w:rsidR="007D6C9B">
        <w:rPr>
          <w:rtl/>
        </w:rPr>
        <w:t xml:space="preserve">ں </w:t>
      </w:r>
      <w:r>
        <w:rPr>
          <w:rtl/>
        </w:rPr>
        <w:t>سے لپٹ گئے تو يہ فراوانى نعمت اور خشك سالى كے دو مختلف ادوار كے لئے ايك اور دليل تھى اس مي</w:t>
      </w:r>
      <w:r w:rsidR="007D6C9B">
        <w:rPr>
          <w:rtl/>
        </w:rPr>
        <w:t xml:space="preserve">ں </w:t>
      </w:r>
      <w:r>
        <w:rPr>
          <w:rtl/>
        </w:rPr>
        <w:t>اس نكتہ كا اضا فہ تھا كہ اناج كو خو شو</w:t>
      </w:r>
      <w:r w:rsidR="007D6C9B">
        <w:rPr>
          <w:rtl/>
        </w:rPr>
        <w:t xml:space="preserve">ں </w:t>
      </w:r>
      <w:r>
        <w:rPr>
          <w:rtl/>
        </w:rPr>
        <w:t>كى شكل مي</w:t>
      </w:r>
      <w:r w:rsidR="007D6C9B">
        <w:rPr>
          <w:rtl/>
        </w:rPr>
        <w:t xml:space="preserve">ں </w:t>
      </w:r>
      <w:r>
        <w:rPr>
          <w:rtl/>
        </w:rPr>
        <w:t>ذخيرہ كيا جانا چا ہئے تاكہ جلد خراب نہ ہو اور سات برس تك چل سكے _ نيز يہ كہ لاغر گا ئي</w:t>
      </w:r>
      <w:r w:rsidR="007D6C9B">
        <w:rPr>
          <w:rtl/>
        </w:rPr>
        <w:t xml:space="preserve">ں </w:t>
      </w:r>
      <w:r>
        <w:rPr>
          <w:rtl/>
        </w:rPr>
        <w:t>اور خشك شدہ خو شو</w:t>
      </w:r>
      <w:r w:rsidR="007D6C9B">
        <w:rPr>
          <w:rtl/>
        </w:rPr>
        <w:t xml:space="preserve">ں </w:t>
      </w:r>
      <w:r>
        <w:rPr>
          <w:rtl/>
        </w:rPr>
        <w:t>كے سات سے زيادہ نہ تھے يہ امر اس بات كى نشاندہى كر تا ہے كہ ان سخت سات سالو</w:t>
      </w:r>
      <w:r w:rsidR="007D6C9B">
        <w:rPr>
          <w:rtl/>
        </w:rPr>
        <w:t xml:space="preserve">ں </w:t>
      </w:r>
      <w:r>
        <w:rPr>
          <w:rtl/>
        </w:rPr>
        <w:t xml:space="preserve">كے بعد يہ كيفيت ختم ہو جا ئے گى اور فطرى طور پر بيج كى فكربھى كر نا چاہئے اور ذخيرے كا كچھ حصہ اس كے لئے محفوظ ركھنا چا ہئے_ </w:t>
      </w:r>
    </w:p>
    <w:p w:rsidR="00DE2D7F" w:rsidRDefault="00DE2D7F" w:rsidP="00D07B54">
      <w:pPr>
        <w:pStyle w:val="libNormal"/>
        <w:rPr>
          <w:rtl/>
        </w:rPr>
      </w:pPr>
      <w:r>
        <w:rPr>
          <w:rtl/>
        </w:rPr>
        <w:t>حضرت يوسف(ع) درحقيقت كہ عام تعبير خواب بيان كرنے والے شخص نہ تھے بلكہ ايك رہبر تھے كہ جو گوشئہ زندان مي</w:t>
      </w:r>
      <w:r w:rsidR="007D6C9B">
        <w:rPr>
          <w:rtl/>
        </w:rPr>
        <w:t xml:space="preserve">ں </w:t>
      </w:r>
      <w:r>
        <w:rPr>
          <w:rtl/>
        </w:rPr>
        <w:t>بيٹھے ايك ملك كے مستقبل كے لئے منصوبہ بندى كر رہے تھے اور انہي</w:t>
      </w:r>
      <w:r w:rsidR="007D6C9B">
        <w:rPr>
          <w:rtl/>
        </w:rPr>
        <w:t xml:space="preserve">ں </w:t>
      </w:r>
      <w:r>
        <w:rPr>
          <w:rtl/>
        </w:rPr>
        <w:t>كم از كم پند رہ برس كے لئے مختلف مراحل پر مشتمل ايك پلان دے رہے تھے اور جيسا كہ ہم ديكھي</w:t>
      </w:r>
      <w:r w:rsidR="007D6C9B">
        <w:rPr>
          <w:rtl/>
        </w:rPr>
        <w:t xml:space="preserve">ں </w:t>
      </w:r>
      <w:r>
        <w:rPr>
          <w:rtl/>
        </w:rPr>
        <w:t>گے كہ يہ تعبير جو ائندہ كے لئے منصوبہ بندى اور راہنمائي پر مشتمل تھي;نے جابر بادشاہ اور اس كے حواريو</w:t>
      </w:r>
      <w:r w:rsidR="007D6C9B">
        <w:rPr>
          <w:rtl/>
        </w:rPr>
        <w:t xml:space="preserve">ں </w:t>
      </w:r>
      <w:r>
        <w:rPr>
          <w:rtl/>
        </w:rPr>
        <w:t>كو ہلا كے ركھ ديا اور اہل مصر كے ہلاكت خيز قحط سے نجات كا سبب بنى اور اسى كے سبب حضرت يوسف كو زندا ن سے اور حكومت كو بھى خود غرض اور خود سر لوگو</w:t>
      </w:r>
      <w:r w:rsidR="007D6C9B">
        <w:rPr>
          <w:rtl/>
        </w:rPr>
        <w:t xml:space="preserve">ں </w:t>
      </w:r>
      <w:r>
        <w:rPr>
          <w:rtl/>
        </w:rPr>
        <w:t xml:space="preserve">سے نجات مل گئي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4</w:t>
      </w:r>
      <w:r w:rsidR="00E44785">
        <w:rPr>
          <w:rtl/>
        </w:rPr>
        <w:t>9</w:t>
      </w:r>
      <w:r>
        <w:rPr>
          <w:rtl/>
        </w:rPr>
        <w:t xml:space="preserve"> </w:t>
      </w:r>
    </w:p>
    <w:p w:rsidR="005B1484" w:rsidRDefault="001648F9" w:rsidP="00D07B54">
      <w:pPr>
        <w:pStyle w:val="libNormal"/>
        <w:rPr>
          <w:rtl/>
        </w:rPr>
      </w:pPr>
      <w:r>
        <w:rPr>
          <w:rtl/>
        </w:rPr>
        <w:t xml:space="preserve"> </w:t>
      </w:r>
      <w:r>
        <w:rPr>
          <w:rtl/>
        </w:rPr>
        <w:br w:type="page"/>
      </w:r>
    </w:p>
    <w:p w:rsidR="005B1484" w:rsidRDefault="005B1484" w:rsidP="00D07B54">
      <w:pPr>
        <w:pStyle w:val="libNormal"/>
        <w:rPr>
          <w:rtl/>
        </w:rPr>
      </w:pPr>
    </w:p>
    <w:p w:rsidR="005B1484" w:rsidRDefault="00DE2D7F" w:rsidP="00D07B54">
      <w:pPr>
        <w:pStyle w:val="Heading2Center"/>
        <w:rPr>
          <w:rtl/>
        </w:rPr>
      </w:pPr>
      <w:bookmarkStart w:id="165" w:name="_Toc7268562"/>
      <w:r>
        <w:rPr>
          <w:rtl/>
        </w:rPr>
        <w:t>يوسف ہر الزام سے برى ہو گئے</w:t>
      </w:r>
      <w:bookmarkEnd w:id="165"/>
    </w:p>
    <w:p w:rsidR="00DE2D7F" w:rsidRDefault="00DE2D7F" w:rsidP="00D07B54">
      <w:pPr>
        <w:pStyle w:val="libNormal"/>
        <w:rPr>
          <w:rtl/>
        </w:rPr>
      </w:pPr>
      <w:r>
        <w:rPr>
          <w:rtl/>
        </w:rPr>
        <w:t xml:space="preserve"> جيسا كہ ہم كہہ چكے ہي</w:t>
      </w:r>
      <w:r w:rsidR="007D6C9B">
        <w:rPr>
          <w:rtl/>
        </w:rPr>
        <w:t xml:space="preserve">ں </w:t>
      </w:r>
      <w:r>
        <w:rPr>
          <w:rtl/>
        </w:rPr>
        <w:t>كہ حضرت يوسف عليہ السلام نے شا ہ مصر كے خواب كى جو تعبير بيان كى وہ اس قدر جچى تلى اور منطقى تھى كہ اس نے بادشاہ اور اس كے حاشيہ نشينو</w:t>
      </w:r>
      <w:r w:rsidR="007D6C9B">
        <w:rPr>
          <w:rtl/>
        </w:rPr>
        <w:t xml:space="preserve">ں </w:t>
      </w:r>
      <w:r>
        <w:rPr>
          <w:rtl/>
        </w:rPr>
        <w:t>كو جذب كرليا بادشاہ نے ديكھا كہ ايك غير معروف سے قيدى نے كسى مفاد كى تو قع كے بغير اس خواب كى مشكل تعبير كس بہتر ين طريقہ سے بيان كر دى ہے اور ساتھ ہى آئندہ كے لئے نہايت جچا تلا پر وگرام بھى پيش كر ديا ہے _ اجمالا ًاس نے سمجھ ليا كہ يہ كو ئي غلام قيدى نہي</w:t>
      </w:r>
      <w:r w:rsidR="007D6C9B">
        <w:rPr>
          <w:rtl/>
        </w:rPr>
        <w:t xml:space="preserve">ں </w:t>
      </w:r>
      <w:r>
        <w:rPr>
          <w:rtl/>
        </w:rPr>
        <w:t>ہے بلكہ غير معمولى شخصيت ہے كہ جو كسى پر اسرار ماجر ے كے باعث قيد مي</w:t>
      </w:r>
      <w:r w:rsidR="007D6C9B">
        <w:rPr>
          <w:rtl/>
        </w:rPr>
        <w:t xml:space="preserve">ں </w:t>
      </w:r>
      <w:r>
        <w:rPr>
          <w:rtl/>
        </w:rPr>
        <w:t>ڈالا گيا ہے لہذا اسے اس كے ديدار كا اشتياق پيدا ہوا ليكن ايسا نہي</w:t>
      </w:r>
      <w:r w:rsidR="007D6C9B">
        <w:rPr>
          <w:rtl/>
        </w:rPr>
        <w:t xml:space="preserve">ں </w:t>
      </w:r>
      <w:r>
        <w:rPr>
          <w:rtl/>
        </w:rPr>
        <w:t xml:space="preserve">كہ سلطنت كا غرور ايك طرف ركھ كر وہ ديد ار يوسف كے لئے چل پڑے بلكہ'' اس نے حكم ديا كہ اسے ميرے پاس لے آئو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ليكن جب اس كا فرستا دہ يوسف كے پاس آيا تو بجا ئے اس كے كہ يوسف اس خوشى مي</w:t>
      </w:r>
      <w:r w:rsidR="007D6C9B">
        <w:rPr>
          <w:rtl/>
        </w:rPr>
        <w:t xml:space="preserve">ں </w:t>
      </w:r>
      <w:r>
        <w:rPr>
          <w:rtl/>
        </w:rPr>
        <w:t>پھولے نہ سماتے كہ سالہا سال قيدخانے كے گڑھے مي</w:t>
      </w:r>
      <w:r w:rsidR="007D6C9B">
        <w:rPr>
          <w:rtl/>
        </w:rPr>
        <w:t xml:space="preserve">ں </w:t>
      </w:r>
      <w:r>
        <w:rPr>
          <w:rtl/>
        </w:rPr>
        <w:t>رہنے كے بعد اب نسيم آزادى چل رہى ہے 'آپ نے بادشاہ كے نمائندہ كو منفى جواب ديا اور كہا كہ مي</w:t>
      </w:r>
      <w:r w:rsidR="007D6C9B">
        <w:rPr>
          <w:rtl/>
        </w:rPr>
        <w:t xml:space="preserve">ں </w:t>
      </w:r>
      <w:r>
        <w:rPr>
          <w:rtl/>
        </w:rPr>
        <w:t>اس وقت تك زندان سے باہر نہي</w:t>
      </w:r>
      <w:r w:rsidR="007D6C9B">
        <w:rPr>
          <w:rtl/>
        </w:rPr>
        <w:t xml:space="preserve">ں </w:t>
      </w:r>
      <w:r>
        <w:rPr>
          <w:rtl/>
        </w:rPr>
        <w:t>آئو</w:t>
      </w:r>
      <w:r w:rsidR="007D6C9B">
        <w:rPr>
          <w:rtl/>
        </w:rPr>
        <w:t xml:space="preserve">ں </w:t>
      </w:r>
      <w:r>
        <w:rPr>
          <w:rtl/>
        </w:rPr>
        <w:t>گا،''جب تك كہ تو اپنے مالك كے پاس جاكر اس سے يہ نہ پوچھے كہ وہ عورتي</w:t>
      </w:r>
      <w:r w:rsidR="007D6C9B">
        <w:rPr>
          <w:rtl/>
        </w:rPr>
        <w:t xml:space="preserve">ں </w:t>
      </w:r>
      <w:r>
        <w:rPr>
          <w:rtl/>
        </w:rPr>
        <w:t>جنھو</w:t>
      </w:r>
      <w:r w:rsidR="007D6C9B">
        <w:rPr>
          <w:rtl/>
        </w:rPr>
        <w:t xml:space="preserve">ں </w:t>
      </w:r>
      <w:r>
        <w:rPr>
          <w:rtl/>
        </w:rPr>
        <w:t>نے تيرے وزير( عزيز مصر كے محل مي</w:t>
      </w:r>
      <w:r w:rsidR="007D6C9B">
        <w:rPr>
          <w:rtl/>
        </w:rPr>
        <w:t xml:space="preserve">ں </w:t>
      </w:r>
      <w:r>
        <w:rPr>
          <w:rtl/>
        </w:rPr>
        <w:t>اپنے ہاتھ كا ٹ لئے تھے ان كاما جرا كيا تھا''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وہ نہي</w:t>
      </w:r>
      <w:r w:rsidR="007D6C9B">
        <w:rPr>
          <w:rtl/>
        </w:rPr>
        <w:t xml:space="preserve">ں </w:t>
      </w:r>
      <w:r>
        <w:rPr>
          <w:rtl/>
        </w:rPr>
        <w:t>چاہتے تھے كہ ايسے ہى جيل سے رہا ہو جا ئي</w:t>
      </w:r>
      <w:r w:rsidR="007D6C9B">
        <w:rPr>
          <w:rtl/>
        </w:rPr>
        <w:t xml:space="preserve">ں </w:t>
      </w:r>
      <w:r>
        <w:rPr>
          <w:rtl/>
        </w:rPr>
        <w:t>اور شاہ كى طرف سے معين كئے گئے ايك مجرم يا كم از كم ايك ملزم كى صورت مي</w:t>
      </w:r>
      <w:r w:rsidR="007D6C9B">
        <w:rPr>
          <w:rtl/>
        </w:rPr>
        <w:t xml:space="preserve">ں </w:t>
      </w:r>
      <w:r>
        <w:rPr>
          <w:rtl/>
        </w:rPr>
        <w:t>زندگى بسر كري</w:t>
      </w:r>
      <w:r w:rsidR="007D6C9B">
        <w:rPr>
          <w:rtl/>
        </w:rPr>
        <w:t xml:space="preserve">ں </w:t>
      </w:r>
      <w:r>
        <w:rPr>
          <w:rtl/>
        </w:rPr>
        <w:t>وہ چاہتے تھے كہ سب سے پہلے ان كى قيد كے سبب كے بارے مي</w:t>
      </w:r>
      <w:r w:rsidR="007D6C9B">
        <w:rPr>
          <w:rtl/>
        </w:rPr>
        <w:t xml:space="preserve">ں </w:t>
      </w:r>
      <w:r>
        <w:rPr>
          <w:rtl/>
        </w:rPr>
        <w:t>تحقيق ہو اور ان كى بے گناہى اور پاكدامنى پورى طرح درجہء ثبوت كو پہنچ جائے اور برائت كے بعد وہ سر بلندى سے آزاد ہو</w:t>
      </w:r>
      <w:r w:rsidR="007D6C9B">
        <w:rPr>
          <w:rtl/>
        </w:rPr>
        <w:t xml:space="preserve">ں </w:t>
      </w:r>
      <w:r>
        <w:rPr>
          <w:rtl/>
        </w:rPr>
        <w:t>اور ضمناً حكومت مصر كى مشينرى كى آلود گى بھى ثابت ہو جا ئے اور يہ ظاہر ہو جا ئے كہ اس كے وزير كے در بار مي</w:t>
      </w:r>
      <w:r w:rsidR="007D6C9B">
        <w:rPr>
          <w:rtl/>
        </w:rPr>
        <w:t xml:space="preserve">ں </w:t>
      </w:r>
      <w:r>
        <w:rPr>
          <w:rtl/>
        </w:rPr>
        <w:t xml:space="preserve">كيا گزرتى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50</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50</w:t>
      </w:r>
      <w:r>
        <w:rPr>
          <w:rtl/>
        </w:rPr>
        <w:t xml:space="preserve"> </w:t>
      </w:r>
    </w:p>
    <w:p w:rsidR="005B1484" w:rsidRDefault="001648F9" w:rsidP="00D07B54">
      <w:pPr>
        <w:pStyle w:val="libNormal"/>
        <w:rPr>
          <w:rtl/>
        </w:rPr>
      </w:pPr>
      <w:r>
        <w:rPr>
          <w:rtl/>
        </w:rPr>
        <w:t xml:space="preserve"> </w:t>
      </w:r>
      <w:r>
        <w:rPr>
          <w:rtl/>
        </w:rPr>
        <w:br w:type="page"/>
      </w:r>
    </w:p>
    <w:p w:rsidR="005B1484" w:rsidRDefault="005B1484" w:rsidP="00D07B54">
      <w:pPr>
        <w:pStyle w:val="libNormal"/>
        <w:rPr>
          <w:rtl/>
        </w:rPr>
      </w:pPr>
    </w:p>
    <w:p w:rsidR="00DE2D7F" w:rsidRDefault="00DE2D7F" w:rsidP="00D07B54">
      <w:pPr>
        <w:pStyle w:val="libNormal"/>
        <w:rPr>
          <w:rtl/>
        </w:rPr>
      </w:pPr>
      <w:r>
        <w:rPr>
          <w:rtl/>
        </w:rPr>
        <w:t>جى ہا</w:t>
      </w:r>
      <w:r w:rsidR="007D6C9B">
        <w:rPr>
          <w:rtl/>
        </w:rPr>
        <w:t xml:space="preserve">ں </w:t>
      </w:r>
      <w:r>
        <w:rPr>
          <w:rtl/>
        </w:rPr>
        <w:t>: وہ اپنے عزو شرف كو آزادى سے زيادہ اہميت ديتے تھے اور يہى ہے حر يت پسند و</w:t>
      </w:r>
      <w:r w:rsidR="007D6C9B">
        <w:rPr>
          <w:rtl/>
        </w:rPr>
        <w:t xml:space="preserve">ں </w:t>
      </w:r>
      <w:r>
        <w:rPr>
          <w:rtl/>
        </w:rPr>
        <w:t xml:space="preserve">كا راستہ ہے_ </w:t>
      </w:r>
    </w:p>
    <w:p w:rsidR="00DE2D7F" w:rsidRDefault="00DE2D7F" w:rsidP="00D07B54">
      <w:pPr>
        <w:pStyle w:val="libNormal"/>
        <w:rPr>
          <w:rtl/>
        </w:rPr>
      </w:pPr>
      <w:r>
        <w:rPr>
          <w:rtl/>
        </w:rPr>
        <w:t>يہ امر جاذب تو جہ ہے كہ حضرت يوسف نے اپنى گفتگو مي</w:t>
      </w:r>
      <w:r w:rsidR="007D6C9B">
        <w:rPr>
          <w:rtl/>
        </w:rPr>
        <w:t xml:space="preserve">ں </w:t>
      </w:r>
      <w:r>
        <w:rPr>
          <w:rtl/>
        </w:rPr>
        <w:t>اس قدر عظمت كا مظاہر ہ كيا كہ يہا</w:t>
      </w:r>
      <w:r w:rsidR="007D6C9B">
        <w:rPr>
          <w:rtl/>
        </w:rPr>
        <w:t xml:space="preserve">ں </w:t>
      </w:r>
      <w:r>
        <w:rPr>
          <w:rtl/>
        </w:rPr>
        <w:t>تك تيار نہ ہو ئے كہ عزيز مصر كى بيوى كا نام لي</w:t>
      </w:r>
      <w:r w:rsidR="007D6C9B">
        <w:rPr>
          <w:rtl/>
        </w:rPr>
        <w:t xml:space="preserve">ں </w:t>
      </w:r>
      <w:r>
        <w:rPr>
          <w:rtl/>
        </w:rPr>
        <w:t>كہ جو ان پر الزام لگا نے اور جيل بھجنے كا اصلى عامل تھى بلكہ مجمو عى طور پر زنان مصر كے ايك گروہ كى طرف اشارہ كيا كہ جو اس ما جرا مي</w:t>
      </w:r>
      <w:r w:rsidR="007D6C9B">
        <w:rPr>
          <w:rtl/>
        </w:rPr>
        <w:t xml:space="preserve">ں </w:t>
      </w:r>
      <w:r>
        <w:rPr>
          <w:rtl/>
        </w:rPr>
        <w:t>دخيل تھي</w:t>
      </w:r>
      <w:r w:rsidR="007D6C9B">
        <w:rPr>
          <w:rtl/>
        </w:rPr>
        <w:t xml:space="preserve">ں </w:t>
      </w:r>
      <w:r>
        <w:rPr>
          <w:rtl/>
        </w:rPr>
        <w:t xml:space="preserve">_ </w:t>
      </w:r>
    </w:p>
    <w:p w:rsidR="00DE2D7F" w:rsidRDefault="00DE2D7F" w:rsidP="00D07B54">
      <w:pPr>
        <w:pStyle w:val="libNormal"/>
        <w:rPr>
          <w:rtl/>
        </w:rPr>
      </w:pPr>
      <w:r>
        <w:rPr>
          <w:rtl/>
        </w:rPr>
        <w:t>اس كے بعد آپ نے مزيد كہا : اگر چہ اہل مصر نہ جاني</w:t>
      </w:r>
      <w:r w:rsidR="007D6C9B">
        <w:rPr>
          <w:rtl/>
        </w:rPr>
        <w:t xml:space="preserve">ں </w:t>
      </w:r>
      <w:r>
        <w:rPr>
          <w:rtl/>
        </w:rPr>
        <w:t xml:space="preserve">اور يہا </w:t>
      </w:r>
      <w:r w:rsidR="007D6C9B">
        <w:rPr>
          <w:rtl/>
        </w:rPr>
        <w:t xml:space="preserve">ں </w:t>
      </w:r>
      <w:r>
        <w:rPr>
          <w:rtl/>
        </w:rPr>
        <w:t>تك در بار سلطنت بھى بے خبر ہو كہ مجھے قيد كئے جا نے كا منصوبہ كيا تھا اور كن افراد كى وجہ سے پيش آيا ليكن '' ميرا پر وردگار ان كے مكر وفريب اور منصوبہ سے آگاہ ہے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شاہ كا خاص نما ئندہ اس كے پاس لوٹ آيا اور يوسف كى تجويز كہ جس سے اعلى ظرفى اور بلند نظرى جھلكتى تھى ، بادشاہ نے سنى تو وہ يوسف كى بزرگوارى سے بہت زيا دہ متا ثر ہوا لہذا اس نے فوراً اس ما جر ے مي</w:t>
      </w:r>
      <w:r w:rsidR="007D6C9B">
        <w:rPr>
          <w:rtl/>
        </w:rPr>
        <w:t xml:space="preserve">ں </w:t>
      </w:r>
      <w:r>
        <w:rPr>
          <w:rtl/>
        </w:rPr>
        <w:t>شريك عورتو</w:t>
      </w:r>
      <w:r w:rsidR="007D6C9B">
        <w:rPr>
          <w:rtl/>
        </w:rPr>
        <w:t xml:space="preserve">ں </w:t>
      </w:r>
      <w:r>
        <w:rPr>
          <w:rtl/>
        </w:rPr>
        <w:t>كو بلا بھيجا وہ حاضر ہو ئي</w:t>
      </w:r>
      <w:r w:rsidR="007D6C9B">
        <w:rPr>
          <w:rtl/>
        </w:rPr>
        <w:t xml:space="preserve">ں </w:t>
      </w:r>
      <w:r>
        <w:rPr>
          <w:rtl/>
        </w:rPr>
        <w:t>تو ان سے مخا طب ہو كر كہنے لگا : ''بتائو مي</w:t>
      </w:r>
      <w:r w:rsidR="007D6C9B">
        <w:rPr>
          <w:rtl/>
        </w:rPr>
        <w:t xml:space="preserve">ں </w:t>
      </w:r>
      <w:r>
        <w:rPr>
          <w:rtl/>
        </w:rPr>
        <w:t>ديكھو</w:t>
      </w:r>
      <w:r w:rsidR="007D6C9B">
        <w:rPr>
          <w:rtl/>
        </w:rPr>
        <w:t xml:space="preserve">ں </w:t>
      </w:r>
      <w:r>
        <w:rPr>
          <w:rtl/>
        </w:rPr>
        <w:t>كہ جب تم نے يوسف سے اپنى خواہش پورا كرنے كا تقاضا كيا تو اصل معا ملہ كيا تھا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سچ كہنا ، حقيقت بيان كرنا كہ كيا تم نے اس مي</w:t>
      </w:r>
      <w:r w:rsidR="007D6C9B">
        <w:rPr>
          <w:rtl/>
        </w:rPr>
        <w:t xml:space="preserve">ں </w:t>
      </w:r>
      <w:r>
        <w:rPr>
          <w:rtl/>
        </w:rPr>
        <w:t xml:space="preserve">كو ئي عيب تقصير اور گنا ہ ديكھا ہے ؟ </w:t>
      </w:r>
    </w:p>
    <w:p w:rsidR="00DE2D7F" w:rsidRDefault="00DE2D7F" w:rsidP="00D07B54">
      <w:pPr>
        <w:pStyle w:val="libNormal"/>
        <w:rPr>
          <w:rtl/>
        </w:rPr>
      </w:pPr>
      <w:r>
        <w:rPr>
          <w:rtl/>
        </w:rPr>
        <w:t>ان كے خوابيدہ ضمير اس سوال پر اچا نك بيدار ہو گئے'' اور سب نے متفقہ طورپر يوسف كى پاكدا منى كى گواہى دى اور كہا : منزہ ہے خدا ' ہم نے يوسف مي</w:t>
      </w:r>
      <w:r w:rsidR="007D6C9B">
        <w:rPr>
          <w:rtl/>
        </w:rPr>
        <w:t xml:space="preserve">ں </w:t>
      </w:r>
      <w:r>
        <w:rPr>
          <w:rtl/>
        </w:rPr>
        <w:t>كو ئي گنا ہ نہي</w:t>
      </w:r>
      <w:r w:rsidR="007D6C9B">
        <w:rPr>
          <w:rtl/>
        </w:rPr>
        <w:t xml:space="preserve">ں </w:t>
      </w:r>
      <w:r>
        <w:rPr>
          <w:rtl/>
        </w:rPr>
        <w:t>ديكھا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p>
    <w:p w:rsidR="005B1484" w:rsidRDefault="00DE2D7F" w:rsidP="00D07B54">
      <w:pPr>
        <w:pStyle w:val="Heading2Center"/>
        <w:rPr>
          <w:rtl/>
        </w:rPr>
      </w:pPr>
      <w:bookmarkStart w:id="166" w:name="_Toc7268563"/>
      <w:r>
        <w:rPr>
          <w:rtl/>
        </w:rPr>
        <w:t>زليخا كا اعتراف</w:t>
      </w:r>
      <w:bookmarkEnd w:id="166"/>
    </w:p>
    <w:p w:rsidR="00DE2D7F" w:rsidRDefault="00DE2D7F" w:rsidP="00D07B54">
      <w:pPr>
        <w:pStyle w:val="libNormal"/>
        <w:rPr>
          <w:rtl/>
        </w:rPr>
      </w:pPr>
      <w:r>
        <w:rPr>
          <w:rtl/>
        </w:rPr>
        <w:t xml:space="preserve"> عزيز مصر كى بيوى وہا</w:t>
      </w:r>
      <w:r w:rsidR="007D6C9B">
        <w:rPr>
          <w:rtl/>
        </w:rPr>
        <w:t xml:space="preserve">ں </w:t>
      </w:r>
      <w:r>
        <w:rPr>
          <w:rtl/>
        </w:rPr>
        <w:t>مو جو د تھى بادشاہ اور زنان مصر كى باتي</w:t>
      </w:r>
      <w:r w:rsidR="007D6C9B">
        <w:rPr>
          <w:rtl/>
        </w:rPr>
        <w:t xml:space="preserve">ں </w:t>
      </w:r>
      <w:r>
        <w:rPr>
          <w:rtl/>
        </w:rPr>
        <w:t xml:space="preserve">سن رہى تھى بغير اس كے كہ كوئي اس سے سوال كر ے، ضبط نہ كر سكى ' اس نے محسوس كيا كہ اب وہ مو قعہ آگيا ہے كہ ضمير كى سالہا سال كى شرمند گى كي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50</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51</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51</w:t>
      </w:r>
      <w:r>
        <w:rPr>
          <w:rtl/>
        </w:rPr>
        <w:t xml:space="preserve"> </w:t>
      </w:r>
    </w:p>
    <w:p w:rsidR="005B148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يوسف كى پاكيز گى اور اپنى گنہگارى كے ذريعہ تلافى كرے ،خصوصاًجب كہ اس نے يوسف(ع) كى بے نظير عظمت كو اس پيغام مي</w:t>
      </w:r>
      <w:r w:rsidR="007D6C9B">
        <w:rPr>
          <w:rtl/>
        </w:rPr>
        <w:t xml:space="preserve">ں </w:t>
      </w:r>
      <w:r>
        <w:rPr>
          <w:rtl/>
        </w:rPr>
        <w:t>ديكھ ليا تھا جوانہو</w:t>
      </w:r>
      <w:r w:rsidR="007D6C9B">
        <w:rPr>
          <w:rtl/>
        </w:rPr>
        <w:t xml:space="preserve">ں </w:t>
      </w:r>
      <w:r>
        <w:rPr>
          <w:rtl/>
        </w:rPr>
        <w:t>نے بادشا ہ كو بھيجا تھا ديكھ ليا كہ اپنے پيغام مي</w:t>
      </w:r>
      <w:r w:rsidR="007D6C9B">
        <w:rPr>
          <w:rtl/>
        </w:rPr>
        <w:t xml:space="preserve">ں </w:t>
      </w:r>
      <w:r>
        <w:rPr>
          <w:rtl/>
        </w:rPr>
        <w:t>انہو</w:t>
      </w:r>
      <w:r w:rsidR="007D6C9B">
        <w:rPr>
          <w:rtl/>
        </w:rPr>
        <w:t xml:space="preserve">ں </w:t>
      </w:r>
      <w:r>
        <w:rPr>
          <w:rtl/>
        </w:rPr>
        <w:t>نے اس كے بارے مي</w:t>
      </w:r>
      <w:r w:rsidR="007D6C9B">
        <w:rPr>
          <w:rtl/>
        </w:rPr>
        <w:t xml:space="preserve">ں </w:t>
      </w:r>
      <w:r>
        <w:rPr>
          <w:rtl/>
        </w:rPr>
        <w:t>تھوڑى سى بات بھى نہي</w:t>
      </w:r>
      <w:r w:rsidR="007D6C9B">
        <w:rPr>
          <w:rtl/>
        </w:rPr>
        <w:t xml:space="preserve">ں </w:t>
      </w:r>
      <w:r>
        <w:rPr>
          <w:rtl/>
        </w:rPr>
        <w:t>كى اور اشارتا ًصرف زنان مصر كے بارے مي</w:t>
      </w:r>
      <w:r w:rsidR="007D6C9B">
        <w:rPr>
          <w:rtl/>
        </w:rPr>
        <w:t xml:space="preserve">ں </w:t>
      </w:r>
      <w:r>
        <w:rPr>
          <w:rtl/>
        </w:rPr>
        <w:t>بات كى ہے اس كے اندار گويا ايك ہلچل مچ گئي ''وہ چيخ اٹھى : اب حق آشكارہو گيا ہے مي</w:t>
      </w:r>
      <w:r w:rsidR="007D6C9B">
        <w:rPr>
          <w:rtl/>
        </w:rPr>
        <w:t xml:space="preserve">ں </w:t>
      </w:r>
      <w:r>
        <w:rPr>
          <w:rtl/>
        </w:rPr>
        <w:t>نے اس سے خواہش پورى كرنے كا تقا ضا كيا تھا وہ سچا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اور مي</w:t>
      </w:r>
      <w:r w:rsidR="007D6C9B">
        <w:rPr>
          <w:rtl/>
        </w:rPr>
        <w:t xml:space="preserve">ں </w:t>
      </w:r>
      <w:r>
        <w:rPr>
          <w:rtl/>
        </w:rPr>
        <w:t>نے اس كے بارے مي</w:t>
      </w:r>
      <w:r w:rsidR="007D6C9B">
        <w:rPr>
          <w:rtl/>
        </w:rPr>
        <w:t xml:space="preserve">ں </w:t>
      </w:r>
      <w:r>
        <w:rPr>
          <w:rtl/>
        </w:rPr>
        <w:t xml:space="preserve">اگر كوئي بات كى ہے تو وہ جھوٹ تھى ، بالكل جھوٹ تھي''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زوجہ عزيز نے اپنى بات جارى ركھتے ہو ئے كہا : مي</w:t>
      </w:r>
      <w:r w:rsidR="007D6C9B">
        <w:rPr>
          <w:rtl/>
        </w:rPr>
        <w:t xml:space="preserve">ں </w:t>
      </w:r>
      <w:r>
        <w:rPr>
          <w:rtl/>
        </w:rPr>
        <w:t>نے يہ صريح اعتراف اس بناء پر كيا ہے ''تا كہ يوسف كو معلوم ہو جائے كہ مي</w:t>
      </w:r>
      <w:r w:rsidR="007D6C9B">
        <w:rPr>
          <w:rtl/>
        </w:rPr>
        <w:t xml:space="preserve">ں </w:t>
      </w:r>
      <w:r>
        <w:rPr>
          <w:rtl/>
        </w:rPr>
        <w:t>نے اس كى غيبت مي</w:t>
      </w:r>
      <w:r w:rsidR="007D6C9B">
        <w:rPr>
          <w:rtl/>
        </w:rPr>
        <w:t xml:space="preserve">ں </w:t>
      </w:r>
      <w:r>
        <w:rPr>
          <w:rtl/>
        </w:rPr>
        <w:t>اس كے بارے مي</w:t>
      </w:r>
      <w:r w:rsidR="007D6C9B">
        <w:rPr>
          <w:rtl/>
        </w:rPr>
        <w:t xml:space="preserve">ں </w:t>
      </w:r>
      <w:r>
        <w:rPr>
          <w:rtl/>
        </w:rPr>
        <w:t>خيانت نہي</w:t>
      </w:r>
      <w:r w:rsidR="007D6C9B">
        <w:rPr>
          <w:rtl/>
        </w:rPr>
        <w:t xml:space="preserve">ں </w:t>
      </w:r>
      <w:r>
        <w:rPr>
          <w:rtl/>
        </w:rPr>
        <w:t>كى ''</w:t>
      </w:r>
      <w:r w:rsidRPr="006B0714">
        <w:rPr>
          <w:rStyle w:val="libFootnotenumChar"/>
          <w:rtl/>
        </w:rPr>
        <w:t xml:space="preserve">( </w:t>
      </w:r>
      <w:r w:rsidR="00E664BB" w:rsidRPr="006B0714">
        <w:rPr>
          <w:rStyle w:val="libFootnotenumChar"/>
          <w:rtl/>
        </w:rPr>
        <w:t>3</w:t>
      </w:r>
      <w:r w:rsidRPr="006B0714">
        <w:rPr>
          <w:rStyle w:val="libFootnotenumChar"/>
          <w:rtl/>
        </w:rPr>
        <w:t xml:space="preserve">) </w:t>
      </w:r>
    </w:p>
    <w:p w:rsidR="00DE2D7F" w:rsidRDefault="00DE2D7F" w:rsidP="00D07B54">
      <w:pPr>
        <w:pStyle w:val="libNormal"/>
        <w:rPr>
          <w:rtl/>
        </w:rPr>
      </w:pPr>
      <w:r>
        <w:rPr>
          <w:rtl/>
        </w:rPr>
        <w:t>كيونكہ اتنى مدت مي</w:t>
      </w:r>
      <w:r w:rsidR="007D6C9B">
        <w:rPr>
          <w:rtl/>
        </w:rPr>
        <w:t xml:space="preserve">ں </w:t>
      </w:r>
      <w:r>
        <w:rPr>
          <w:rtl/>
        </w:rPr>
        <w:t>اور اس سے حاصل ہو نے والے تجربات كے بعد مي</w:t>
      </w:r>
      <w:r w:rsidR="007D6C9B">
        <w:rPr>
          <w:rtl/>
        </w:rPr>
        <w:t xml:space="preserve">ں </w:t>
      </w:r>
      <w:r>
        <w:rPr>
          <w:rtl/>
        </w:rPr>
        <w:t>نے سمجھ ليا ہے'' كہ خدا خيانت كر نے والو</w:t>
      </w:r>
      <w:r w:rsidR="007D6C9B">
        <w:rPr>
          <w:rtl/>
        </w:rPr>
        <w:t xml:space="preserve">ں </w:t>
      </w:r>
      <w:r>
        <w:rPr>
          <w:rtl/>
        </w:rPr>
        <w:t>كے مكر و فريب كوچلنے نہي</w:t>
      </w:r>
      <w:r w:rsidR="007D6C9B">
        <w:rPr>
          <w:rtl/>
        </w:rPr>
        <w:t xml:space="preserve">ں </w:t>
      </w:r>
      <w:r>
        <w:rPr>
          <w:rtl/>
        </w:rPr>
        <w:t>ديتا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 xml:space="preserve">در حقيقت </w:t>
      </w:r>
      <w:r w:rsidRPr="00AD1EF3">
        <w:rPr>
          <w:rStyle w:val="libFootnotenumChar"/>
          <w:rtl/>
        </w:rPr>
        <w:t>(</w:t>
      </w:r>
      <w:r w:rsidR="00E664BB" w:rsidRPr="00AD1EF3">
        <w:rPr>
          <w:rStyle w:val="libFootnotenumChar"/>
          <w:rtl/>
        </w:rPr>
        <w:t>5</w:t>
      </w:r>
      <w:r w:rsidRPr="00AD1EF3">
        <w:rPr>
          <w:rStyle w:val="libFootnotenumChar"/>
          <w:rtl/>
        </w:rPr>
        <w:t>)</w:t>
      </w:r>
      <w:r>
        <w:rPr>
          <w:rtl/>
        </w:rPr>
        <w:t>اس نے يوسف كى پاكيز گى اور اپنى گنہگار ى كے صر يح اعتراف كے لئے دو دليلي</w:t>
      </w:r>
      <w:r w:rsidR="007D6C9B">
        <w:rPr>
          <w:rtl/>
        </w:rPr>
        <w:t xml:space="preserve">ں </w:t>
      </w:r>
      <w:r>
        <w:rPr>
          <w:rtl/>
        </w:rPr>
        <w:t>قائم كي</w:t>
      </w:r>
      <w:r w:rsidR="007D6C9B">
        <w:rPr>
          <w:rtl/>
        </w:rPr>
        <w:t xml:space="preserve">ں </w:t>
      </w:r>
      <w:r>
        <w:rPr>
          <w:rtl/>
        </w:rPr>
        <w:t>: پہلى يہ كہ اس كا ضميراور احتما لا يوسف سے اس باقى ما ندہ لگا ئو اسے اجا زت نہي</w:t>
      </w:r>
      <w:r w:rsidR="007D6C9B">
        <w:rPr>
          <w:rtl/>
        </w:rPr>
        <w:t xml:space="preserve">ں </w:t>
      </w:r>
      <w:r>
        <w:rPr>
          <w:rtl/>
        </w:rPr>
        <w:t>ديتا اور اسى لئے محلو</w:t>
      </w:r>
      <w:r w:rsidR="007D6C9B">
        <w:rPr>
          <w:rtl/>
        </w:rPr>
        <w:t xml:space="preserve">ں </w:t>
      </w:r>
      <w:r>
        <w:rPr>
          <w:rtl/>
        </w:rPr>
        <w:t>كى پر خواب زندگى كے پر دے آہستہ آہستہ اس كى آنكھو</w:t>
      </w:r>
      <w:r w:rsidR="007D6C9B">
        <w:rPr>
          <w:rtl/>
        </w:rPr>
        <w:t xml:space="preserve">ں </w:t>
      </w:r>
      <w:r>
        <w:rPr>
          <w:rtl/>
        </w:rPr>
        <w:t>كے سا منے سے ہٹ گئے اور وہ زندگى كى حقيقتو</w:t>
      </w:r>
      <w:r w:rsidR="007D6C9B">
        <w:rPr>
          <w:rtl/>
        </w:rPr>
        <w:t xml:space="preserve">ں </w:t>
      </w:r>
      <w:r>
        <w:rPr>
          <w:rtl/>
        </w:rPr>
        <w:t>كو سمجھنے لگى كے خصو صا عشق مي</w:t>
      </w:r>
      <w:r w:rsidR="007D6C9B">
        <w:rPr>
          <w:rtl/>
        </w:rPr>
        <w:t xml:space="preserve">ں </w:t>
      </w:r>
      <w:r>
        <w:rPr>
          <w:rtl/>
        </w:rPr>
        <w:t xml:space="preserve">شكست نے اس كے افسانوى غرور پر جو ضرب لگا ئي اس سے اس كى نگاہ حقيقت اور كھل گئي _ </w:t>
      </w:r>
    </w:p>
    <w:p w:rsidR="00DE2D7F" w:rsidRDefault="00DE2D7F" w:rsidP="00D07B54">
      <w:pPr>
        <w:pStyle w:val="libNormal"/>
        <w:rPr>
          <w:rtl/>
        </w:rPr>
      </w:pPr>
      <w:r>
        <w:rPr>
          <w:rtl/>
        </w:rPr>
        <w:t>اس حالت مي</w:t>
      </w:r>
      <w:r w:rsidR="007D6C9B">
        <w:rPr>
          <w:rtl/>
        </w:rPr>
        <w:t xml:space="preserve">ں </w:t>
      </w:r>
      <w:r>
        <w:rPr>
          <w:rtl/>
        </w:rPr>
        <w:t>تعجب كى بات نہي</w:t>
      </w:r>
      <w:r w:rsidR="007D6C9B">
        <w:rPr>
          <w:rtl/>
        </w:rPr>
        <w:t xml:space="preserve">ں </w:t>
      </w:r>
      <w:r>
        <w:rPr>
          <w:rtl/>
        </w:rPr>
        <w:t>كہ وہ اس طرح كا صريح اعتراف كر ے_ اس نے اپنى بات جارى ركھتے ہوئے مزيد كہا : ''مي</w:t>
      </w:r>
      <w:r w:rsidR="007D6C9B">
        <w:rPr>
          <w:rtl/>
        </w:rPr>
        <w:t xml:space="preserve">ں </w:t>
      </w:r>
      <w:r>
        <w:rPr>
          <w:rtl/>
        </w:rPr>
        <w:t>ہر گز اپنے نفس كى برائت كا اعلان نہي</w:t>
      </w:r>
      <w:r w:rsidR="007D6C9B">
        <w:rPr>
          <w:rtl/>
        </w:rPr>
        <w:t xml:space="preserve">ں </w:t>
      </w:r>
      <w:r>
        <w:rPr>
          <w:rtl/>
        </w:rPr>
        <w:t>كر تى كيو نكہ مي</w:t>
      </w:r>
      <w:r w:rsidR="007D6C9B">
        <w:rPr>
          <w:rtl/>
        </w:rPr>
        <w:t xml:space="preserve">ں </w:t>
      </w:r>
      <w:r>
        <w:rPr>
          <w:rtl/>
        </w:rPr>
        <w:t>جانتى ہو</w:t>
      </w:r>
      <w:r w:rsidR="007D6C9B">
        <w:rPr>
          <w:rtl/>
        </w:rPr>
        <w:t xml:space="preserve">ں </w:t>
      </w:r>
      <w:r>
        <w:rPr>
          <w:rtl/>
        </w:rPr>
        <w:t>كہ يہ نفس امارہ مجھے برائيو</w:t>
      </w:r>
      <w:r w:rsidR="007D6C9B">
        <w:rPr>
          <w:rtl/>
        </w:rPr>
        <w:t xml:space="preserve">ں </w:t>
      </w:r>
      <w:r>
        <w:rPr>
          <w:rtl/>
        </w:rPr>
        <w:t>كا حكم ديتا ہے،مگر يہ كہ ميرا پروردگار رحم كرے ''_</w:t>
      </w:r>
      <w:r w:rsidRPr="00AD1EF3">
        <w:rPr>
          <w:rStyle w:val="libFootnotenumChar"/>
          <w:rtl/>
        </w:rPr>
        <w:t>(</w:t>
      </w:r>
      <w:r w:rsidR="00E664BB" w:rsidRPr="00AD1EF3">
        <w:rPr>
          <w:rStyle w:val="libFootnotenumChar"/>
          <w:rtl/>
        </w:rPr>
        <w:t>6</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w:t>
      </w:r>
      <w:r w:rsidR="00E664BB">
        <w:rPr>
          <w:rtl/>
        </w:rPr>
        <w:t>2</w:t>
      </w:r>
      <w:r>
        <w:rPr>
          <w:rtl/>
        </w:rPr>
        <w:t xml:space="preserve">)سورہ يوسف آيت </w:t>
      </w:r>
      <w:r w:rsidR="00E664BB">
        <w:rPr>
          <w:rtl/>
        </w:rPr>
        <w:t>51</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52</w:t>
      </w:r>
      <w:r>
        <w:rPr>
          <w:rtl/>
        </w:rPr>
        <w:t xml:space="preserve"> </w:t>
      </w:r>
    </w:p>
    <w:p w:rsidR="00DE2D7F" w:rsidRDefault="00DE2D7F" w:rsidP="00D07B54">
      <w:pPr>
        <w:pStyle w:val="libFootnote"/>
        <w:rPr>
          <w:rtl/>
        </w:rPr>
      </w:pPr>
      <w:r>
        <w:rPr>
          <w:rtl/>
        </w:rPr>
        <w:t>(</w:t>
      </w:r>
      <w:r w:rsidR="00E664BB">
        <w:rPr>
          <w:rtl/>
        </w:rPr>
        <w:t>4</w:t>
      </w:r>
      <w:r>
        <w:rPr>
          <w:rtl/>
        </w:rPr>
        <w:t xml:space="preserve">)سورہ يوسف آيت </w:t>
      </w:r>
      <w:r w:rsidR="00E664BB">
        <w:rPr>
          <w:rtl/>
        </w:rPr>
        <w:t>52</w:t>
      </w:r>
      <w:r>
        <w:rPr>
          <w:rtl/>
        </w:rPr>
        <w:t xml:space="preserve"> </w:t>
      </w:r>
    </w:p>
    <w:p w:rsidR="00DE2D7F" w:rsidRDefault="00DE2D7F" w:rsidP="00D07B54">
      <w:pPr>
        <w:pStyle w:val="libFootnote"/>
        <w:rPr>
          <w:rtl/>
        </w:rPr>
      </w:pPr>
      <w:r>
        <w:rPr>
          <w:rtl/>
        </w:rPr>
        <w:t>(</w:t>
      </w:r>
      <w:r w:rsidR="00E664BB">
        <w:rPr>
          <w:rtl/>
        </w:rPr>
        <w:t>5</w:t>
      </w:r>
      <w:r>
        <w:rPr>
          <w:rtl/>
        </w:rPr>
        <w:t xml:space="preserve">)اگر چہ يہ جملہ عزيز مصر كى بيوى كا ہے ' جيسا كہ ظاہر عبارت كا تقاضا ہے </w:t>
      </w:r>
    </w:p>
    <w:p w:rsidR="00DE2D7F" w:rsidRDefault="00DE2D7F" w:rsidP="00D07B54">
      <w:pPr>
        <w:pStyle w:val="libFootnote"/>
        <w:rPr>
          <w:rtl/>
        </w:rPr>
      </w:pPr>
      <w:r>
        <w:rPr>
          <w:rtl/>
        </w:rPr>
        <w:t>(</w:t>
      </w:r>
      <w:r w:rsidR="00E664BB">
        <w:rPr>
          <w:rtl/>
        </w:rPr>
        <w:t>6</w:t>
      </w:r>
      <w:r>
        <w:rPr>
          <w:rtl/>
        </w:rPr>
        <w:t xml:space="preserve">)سورہ يوسف آيت </w:t>
      </w:r>
      <w:r w:rsidR="00E664BB">
        <w:rPr>
          <w:rtl/>
        </w:rPr>
        <w:t>35</w:t>
      </w:r>
      <w:r>
        <w:rPr>
          <w:rtl/>
        </w:rPr>
        <w:t xml:space="preserve"> </w:t>
      </w:r>
    </w:p>
    <w:p w:rsidR="005B148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اور اس كى حفاظت اور نصرت ومدد كے باعث بچ جائو</w:t>
      </w:r>
      <w:r w:rsidR="007D6C9B">
        <w:rPr>
          <w:rtl/>
        </w:rPr>
        <w:t xml:space="preserve">ں </w:t>
      </w:r>
      <w:r>
        <w:rPr>
          <w:rtl/>
        </w:rPr>
        <w:t>(</w:t>
      </w:r>
      <w:r w:rsidR="00E664BB">
        <w:rPr>
          <w:rtl/>
        </w:rPr>
        <w:t>1</w:t>
      </w:r>
      <w:r>
        <w:rPr>
          <w:rtl/>
        </w:rPr>
        <w:t xml:space="preserve"> ) بہر حال اس گنا ہ پر مي</w:t>
      </w:r>
      <w:r w:rsidR="007D6C9B">
        <w:rPr>
          <w:rtl/>
        </w:rPr>
        <w:t xml:space="preserve">ں </w:t>
      </w:r>
      <w:r>
        <w:rPr>
          <w:rtl/>
        </w:rPr>
        <w:t>اس سے عفو وبخشش كى اميد ركھتى ہو</w:t>
      </w:r>
      <w:r w:rsidR="007D6C9B">
        <w:rPr>
          <w:rtl/>
        </w:rPr>
        <w:t xml:space="preserve">ں </w:t>
      </w:r>
      <w:r>
        <w:rPr>
          <w:rtl/>
        </w:rPr>
        <w:t xml:space="preserve">''كيو نكہ ميرا پر ور د گا ر غفور ورحيم ہے ''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5B1484" w:rsidRDefault="00DE2D7F" w:rsidP="00D07B54">
      <w:pPr>
        <w:pStyle w:val="Heading2Center"/>
        <w:rPr>
          <w:rtl/>
        </w:rPr>
      </w:pPr>
      <w:bookmarkStart w:id="167" w:name="_Toc7268564"/>
      <w:r>
        <w:rPr>
          <w:rtl/>
        </w:rPr>
        <w:t>يوسف (ع) ،مصر كے خزانہ دار كى حيثيت سے</w:t>
      </w:r>
      <w:bookmarkEnd w:id="167"/>
      <w:r>
        <w:rPr>
          <w:rtl/>
        </w:rPr>
        <w:t xml:space="preserve"> </w:t>
      </w:r>
    </w:p>
    <w:p w:rsidR="00DE2D7F" w:rsidRDefault="00DE2D7F" w:rsidP="00D07B54">
      <w:pPr>
        <w:pStyle w:val="libNormal"/>
        <w:rPr>
          <w:rtl/>
        </w:rPr>
      </w:pPr>
      <w:r>
        <w:rPr>
          <w:rtl/>
        </w:rPr>
        <w:t>''بادشا ہ نے حكم ديا كہ اسے ميرے پاس لے آئوتاكہ مي</w:t>
      </w:r>
      <w:r w:rsidR="007D6C9B">
        <w:rPr>
          <w:rtl/>
        </w:rPr>
        <w:t xml:space="preserve">ں </w:t>
      </w:r>
      <w:r>
        <w:rPr>
          <w:rtl/>
        </w:rPr>
        <w:t>اسے اپنا مشير اور نما ئندہ خاص بنائو</w:t>
      </w:r>
      <w:r w:rsidR="007D6C9B">
        <w:rPr>
          <w:rtl/>
        </w:rPr>
        <w:t xml:space="preserve">ں </w:t>
      </w:r>
      <w:r>
        <w:rPr>
          <w:rtl/>
        </w:rPr>
        <w:t>''_</w:t>
      </w:r>
      <w:r w:rsidRPr="00AD1EF3">
        <w:rPr>
          <w:rStyle w:val="libFootnotenumChar"/>
          <w:rtl/>
        </w:rPr>
        <w:t>(</w:t>
      </w:r>
      <w:r w:rsidR="00E664BB" w:rsidRPr="00AD1EF3">
        <w:rPr>
          <w:rStyle w:val="libFootnotenumChar"/>
          <w:rtl/>
        </w:rPr>
        <w:t>3</w:t>
      </w:r>
      <w:r w:rsidRPr="00AD1EF3">
        <w:rPr>
          <w:rStyle w:val="libFootnotenumChar"/>
          <w:rtl/>
        </w:rPr>
        <w:t>)</w:t>
      </w:r>
      <w:r>
        <w:rPr>
          <w:rtl/>
        </w:rPr>
        <w:t>اور اپنى مشكلا ت حل كر نے كے لئے اس كے علم ودا نش اور انتظامى صلا حيت سے مدد لو</w:t>
      </w:r>
      <w:r w:rsidR="007D6C9B">
        <w:rPr>
          <w:rtl/>
        </w:rPr>
        <w:t xml:space="preserve">ں </w:t>
      </w:r>
      <w:r>
        <w:rPr>
          <w:rtl/>
        </w:rPr>
        <w:t xml:space="preserve">_ </w:t>
      </w:r>
    </w:p>
    <w:p w:rsidR="00DE2D7F" w:rsidRDefault="00DE2D7F" w:rsidP="00D07B54">
      <w:pPr>
        <w:pStyle w:val="libNormal"/>
        <w:rPr>
          <w:rtl/>
        </w:rPr>
      </w:pPr>
      <w:r>
        <w:rPr>
          <w:rtl/>
        </w:rPr>
        <w:t>با د شا ہ كا پر جوش پيام لے كر اس كا خاص نما ئند ہ قيد خا نے مي</w:t>
      </w:r>
      <w:r w:rsidR="007D6C9B">
        <w:rPr>
          <w:rtl/>
        </w:rPr>
        <w:t xml:space="preserve">ں </w:t>
      </w:r>
      <w:r>
        <w:rPr>
          <w:rtl/>
        </w:rPr>
        <w:t>يوسف كے پا س پہنچا _اس نے بادشا ہ كى طرف سے سلام ودعاپہنچا يا اور بتايا كہ اسے آپ سے شديد لگا و ہو گيا ہے _اس نے مصر كى عورتو</w:t>
      </w:r>
      <w:r w:rsidR="007D6C9B">
        <w:rPr>
          <w:rtl/>
        </w:rPr>
        <w:t xml:space="preserve">ں </w:t>
      </w:r>
      <w:r>
        <w:rPr>
          <w:rtl/>
        </w:rPr>
        <w:t>كے بارے مي</w:t>
      </w:r>
      <w:r w:rsidR="007D6C9B">
        <w:rPr>
          <w:rtl/>
        </w:rPr>
        <w:t xml:space="preserve">ں </w:t>
      </w:r>
      <w:r>
        <w:rPr>
          <w:rtl/>
        </w:rPr>
        <w:t xml:space="preserve">تحقيق سے متعلق آپ كى در خواست كو عملى جا مہ پہنا يا ہے اور سب نے كھل كر آپ كى پاكدا منى اور بے گنا ہى كى گواہى دى ہے لہذا اب تا خير كر نے كى گنجا </w:t>
      </w:r>
      <w:r w:rsidR="00091C36">
        <w:rPr>
          <w:rtl/>
        </w:rPr>
        <w:t xml:space="preserve">ئش </w:t>
      </w:r>
      <w:r>
        <w:rPr>
          <w:rtl/>
        </w:rPr>
        <w:t xml:space="preserve"> نہي</w:t>
      </w:r>
      <w:r w:rsidR="007D6C9B">
        <w:rPr>
          <w:rtl/>
        </w:rPr>
        <w:t xml:space="preserve">ں </w:t>
      </w:r>
      <w:r>
        <w:rPr>
          <w:rtl/>
        </w:rPr>
        <w:t>رہى اٹھيے تا كہ ہم اس كے پا س چلي</w:t>
      </w:r>
      <w:r w:rsidR="007D6C9B">
        <w:rPr>
          <w:rtl/>
        </w:rPr>
        <w:t xml:space="preserve">ں </w:t>
      </w:r>
      <w:r>
        <w:rPr>
          <w:rtl/>
        </w:rPr>
        <w:t>حضرت يوسف باد شا ہ كے پاس تشريف لائے ''ان كى آپس مي</w:t>
      </w:r>
      <w:r w:rsidR="007D6C9B">
        <w:rPr>
          <w:rtl/>
        </w:rPr>
        <w:t xml:space="preserve">ں </w:t>
      </w:r>
      <w:r>
        <w:rPr>
          <w:rtl/>
        </w:rPr>
        <w:t>بات چيت ہو ئي بادشا ہ نے ان كى گفتگو سنى اور آپ كى پر مغزاور نہا يت اعلى باتي</w:t>
      </w:r>
      <w:r w:rsidR="007D6C9B">
        <w:rPr>
          <w:rtl/>
        </w:rPr>
        <w:t xml:space="preserve">ں </w:t>
      </w:r>
      <w:r>
        <w:rPr>
          <w:rtl/>
        </w:rPr>
        <w:t>سني</w:t>
      </w:r>
      <w:r w:rsidR="007D6C9B">
        <w:rPr>
          <w:rtl/>
        </w:rPr>
        <w:t xml:space="preserve">ں </w:t>
      </w:r>
      <w:r>
        <w:rPr>
          <w:rtl/>
        </w:rPr>
        <w:t>اس نے ديكھا كہ آپ كى باتي</w:t>
      </w:r>
      <w:r w:rsidR="007D6C9B">
        <w:rPr>
          <w:rtl/>
        </w:rPr>
        <w:t xml:space="preserve">ں </w:t>
      </w:r>
      <w:r>
        <w:rPr>
          <w:rtl/>
        </w:rPr>
        <w:t>انتہائي علم ودانش اور دانا ئي سے معمو ر ہي</w:t>
      </w:r>
      <w:r w:rsidR="007D6C9B">
        <w:rPr>
          <w:rtl/>
        </w:rPr>
        <w:t xml:space="preserve">ں </w:t>
      </w:r>
      <w:r>
        <w:rPr>
          <w:rtl/>
        </w:rPr>
        <w:t>اور ہما رے نزديك قابل اعتما د رہي</w:t>
      </w:r>
      <w:r w:rsidR="007D6C9B">
        <w:rPr>
          <w:rtl/>
        </w:rPr>
        <w:t xml:space="preserve">ں </w:t>
      </w:r>
      <w:r>
        <w:rPr>
          <w:rtl/>
        </w:rPr>
        <w:t>گے ''</w:t>
      </w:r>
      <w:r w:rsidRPr="006B0714">
        <w:rPr>
          <w:rStyle w:val="libFootnotenumChar"/>
          <w:rtl/>
        </w:rPr>
        <w:t xml:space="preserve">( </w:t>
      </w:r>
      <w:r w:rsidR="00E664BB" w:rsidRPr="006B0714">
        <w:rPr>
          <w:rStyle w:val="libFootnotenumChar"/>
          <w:rtl/>
        </w:rPr>
        <w:t>4</w:t>
      </w:r>
      <w:r w:rsidRPr="006B0714">
        <w:rPr>
          <w:rStyle w:val="libFootnotenumChar"/>
          <w:rtl/>
        </w:rPr>
        <w:t>)</w:t>
      </w:r>
      <w:r>
        <w:rPr>
          <w:rtl/>
        </w:rPr>
        <w:t xml:space="preserve"> </w:t>
      </w:r>
    </w:p>
    <w:p w:rsidR="00DE2D7F" w:rsidRDefault="00DE2D7F" w:rsidP="00D07B54">
      <w:pPr>
        <w:pStyle w:val="libNormal"/>
        <w:rPr>
          <w:rtl/>
        </w:rPr>
      </w:pPr>
      <w:r>
        <w:rPr>
          <w:rtl/>
        </w:rPr>
        <w:t>آج سے اس ملك كے اہم كا م آپ كے سپر د ہي</w:t>
      </w:r>
      <w:r w:rsidR="007D6C9B">
        <w:rPr>
          <w:rtl/>
        </w:rPr>
        <w:t xml:space="preserve">ں </w:t>
      </w:r>
      <w:r>
        <w:rPr>
          <w:rtl/>
        </w:rPr>
        <w:t>اور آپ كو امور كى اصلاح كے لئے كمر ہمت باندھ لينا چا ہئے كيو نكہ ميرے خواب كى جو تعبير آپ نے بيان كى ہے اس كے مطا بق اس ملك كو شديد اقتصادى بحر ان در پيش ہے اور مي</w:t>
      </w:r>
      <w:r w:rsidR="007D6C9B">
        <w:rPr>
          <w:rtl/>
        </w:rPr>
        <w:t xml:space="preserve">ں </w:t>
      </w:r>
      <w:r>
        <w:rPr>
          <w:rtl/>
        </w:rPr>
        <w:t>سمجھتا ہو</w:t>
      </w:r>
      <w:r w:rsidR="007D6C9B">
        <w:rPr>
          <w:rtl/>
        </w:rPr>
        <w:t xml:space="preserve">ں </w:t>
      </w:r>
      <w:r>
        <w:rPr>
          <w:rtl/>
        </w:rPr>
        <w:t>كہ اس بحران پر صرف آ پ ہى قابو پاسكتے ہي</w:t>
      </w:r>
      <w:r w:rsidR="007D6C9B">
        <w:rPr>
          <w:rtl/>
        </w:rPr>
        <w:t xml:space="preserve">ں </w:t>
      </w:r>
      <w:r>
        <w:rPr>
          <w:rtl/>
        </w:rPr>
        <w:t>_ ''حضرت يوسف نے تجويز پيش كى مجھے اس علاقے كے خزا نو</w:t>
      </w:r>
      <w:r w:rsidR="007D6C9B">
        <w:rPr>
          <w:rtl/>
        </w:rPr>
        <w:t xml:space="preserve">ں </w:t>
      </w:r>
      <w:r>
        <w:rPr>
          <w:rtl/>
        </w:rPr>
        <w:t>كى ذمہ دارى سونپ دى جائے كيونكہ مي</w:t>
      </w:r>
      <w:r w:rsidR="007D6C9B">
        <w:rPr>
          <w:rtl/>
        </w:rPr>
        <w:t xml:space="preserve">ں </w:t>
      </w:r>
      <w:r>
        <w:rPr>
          <w:rtl/>
        </w:rPr>
        <w:t>خواب كے اسرار سے بھى واقف ہو</w:t>
      </w:r>
      <w:r w:rsidR="007D6C9B">
        <w:rPr>
          <w:rtl/>
        </w:rPr>
        <w:t xml:space="preserve">ں </w:t>
      </w:r>
      <w:r>
        <w:rPr>
          <w:rtl/>
        </w:rPr>
        <w:t>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53</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53</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54</w:t>
      </w:r>
      <w:r>
        <w:rPr>
          <w:rtl/>
        </w:rPr>
        <w:t xml:space="preserve"> </w:t>
      </w:r>
    </w:p>
    <w:p w:rsidR="00DE2D7F" w:rsidRDefault="00DE2D7F" w:rsidP="00D07B54">
      <w:pPr>
        <w:pStyle w:val="libFootnote"/>
        <w:rPr>
          <w:rtl/>
        </w:rPr>
      </w:pPr>
      <w:r>
        <w:rPr>
          <w:rtl/>
        </w:rPr>
        <w:t>(</w:t>
      </w:r>
      <w:r w:rsidR="00E664BB">
        <w:rPr>
          <w:rtl/>
        </w:rPr>
        <w:t>4</w:t>
      </w:r>
      <w:r>
        <w:rPr>
          <w:rtl/>
        </w:rPr>
        <w:t xml:space="preserve">) سورہ يوسف آيت </w:t>
      </w:r>
      <w:r w:rsidR="00E664BB">
        <w:rPr>
          <w:rtl/>
        </w:rPr>
        <w:t>54</w:t>
      </w:r>
      <w:r>
        <w:rPr>
          <w:rtl/>
        </w:rPr>
        <w:t xml:space="preserve"> </w:t>
      </w:r>
    </w:p>
    <w:p w:rsidR="00DE2D7F" w:rsidRDefault="00DE2D7F" w:rsidP="00D07B54">
      <w:pPr>
        <w:pStyle w:val="libFootnote"/>
        <w:rPr>
          <w:rtl/>
        </w:rPr>
      </w:pPr>
      <w:r>
        <w:rPr>
          <w:rtl/>
        </w:rPr>
        <w:t>(</w:t>
      </w:r>
      <w:r w:rsidR="00E664BB">
        <w:rPr>
          <w:rtl/>
        </w:rPr>
        <w:t>5</w:t>
      </w:r>
      <w:r>
        <w:rPr>
          <w:rtl/>
        </w:rPr>
        <w:t xml:space="preserve">) سورہ يوسف آيت </w:t>
      </w:r>
      <w:r w:rsidR="00E664BB">
        <w:rPr>
          <w:rtl/>
        </w:rPr>
        <w:t>55</w:t>
      </w:r>
      <w:r>
        <w:rPr>
          <w:rtl/>
        </w:rPr>
        <w:t xml:space="preserve"> </w:t>
      </w:r>
    </w:p>
    <w:p w:rsidR="00DE2D7F" w:rsidRDefault="001648F9" w:rsidP="00D07B54">
      <w:pPr>
        <w:pStyle w:val="libNormal"/>
        <w:rPr>
          <w:rtl/>
        </w:rPr>
      </w:pPr>
      <w:r>
        <w:rPr>
          <w:rtl/>
        </w:rPr>
        <w:t xml:space="preserve"> </w:t>
      </w:r>
      <w:r>
        <w:rPr>
          <w:rtl/>
        </w:rPr>
        <w:br w:type="page"/>
      </w:r>
      <w:r>
        <w:rPr>
          <w:rtl/>
        </w:rPr>
        <w:lastRenderedPageBreak/>
        <w:t xml:space="preserve"> </w:t>
      </w:r>
      <w:r w:rsidR="00DE2D7F">
        <w:rPr>
          <w:rtl/>
        </w:rPr>
        <w:t>حضرت يوسف اچھى طرح جانتے تھے كہ ظلم سے بھر ے اس معا شر ے كى پر يشانيو</w:t>
      </w:r>
      <w:r w:rsidR="007D6C9B">
        <w:rPr>
          <w:rtl/>
        </w:rPr>
        <w:t xml:space="preserve">ں </w:t>
      </w:r>
      <w:r w:rsidR="00DE2D7F">
        <w:rPr>
          <w:rtl/>
        </w:rPr>
        <w:t>كى ايك اہم بنياد اس كے اقتصا دى مسائل ہي</w:t>
      </w:r>
      <w:r w:rsidR="007D6C9B">
        <w:rPr>
          <w:rtl/>
        </w:rPr>
        <w:t xml:space="preserve">ں </w:t>
      </w:r>
      <w:r w:rsidR="00DE2D7F">
        <w:rPr>
          <w:rtl/>
        </w:rPr>
        <w:t>لہذا انہو</w:t>
      </w:r>
      <w:r w:rsidR="007D6C9B">
        <w:rPr>
          <w:rtl/>
        </w:rPr>
        <w:t xml:space="preserve">ں </w:t>
      </w:r>
      <w:r w:rsidR="00DE2D7F">
        <w:rPr>
          <w:rtl/>
        </w:rPr>
        <w:t>نے سو چا كہ اب جب كہ انہي</w:t>
      </w:r>
      <w:r w:rsidR="007D6C9B">
        <w:rPr>
          <w:rtl/>
        </w:rPr>
        <w:t xml:space="preserve">ں </w:t>
      </w:r>
      <w:r w:rsidR="00DE2D7F">
        <w:rPr>
          <w:rtl/>
        </w:rPr>
        <w:t>مجبور اً آپ كى طرف آنا پڑا ہے تو كيا ہى اچھا ہے كہ مصر كى اقتصا ديات كو اپنے ہاتھ مي</w:t>
      </w:r>
      <w:r w:rsidR="007D6C9B">
        <w:rPr>
          <w:rtl/>
        </w:rPr>
        <w:t xml:space="preserve">ں </w:t>
      </w:r>
      <w:r w:rsidR="00DE2D7F">
        <w:rPr>
          <w:rtl/>
        </w:rPr>
        <w:t>لے لي</w:t>
      </w:r>
      <w:r w:rsidR="007D6C9B">
        <w:rPr>
          <w:rtl/>
        </w:rPr>
        <w:t xml:space="preserve">ں </w:t>
      </w:r>
      <w:r w:rsidR="00DE2D7F">
        <w:rPr>
          <w:rtl/>
        </w:rPr>
        <w:t>اور محروم و مستضعف عوام كى مدد كے لئے آگے بڑ ھي</w:t>
      </w:r>
      <w:r w:rsidR="007D6C9B">
        <w:rPr>
          <w:rtl/>
        </w:rPr>
        <w:t xml:space="preserve">ں </w:t>
      </w:r>
      <w:r w:rsidR="00DE2D7F">
        <w:rPr>
          <w:rtl/>
        </w:rPr>
        <w:t>اور جتنا ہو سكے طبقاتى تفاوت اور او نچ نيچ كو كم كري</w:t>
      </w:r>
      <w:r w:rsidR="007D6C9B">
        <w:rPr>
          <w:rtl/>
        </w:rPr>
        <w:t xml:space="preserve">ں </w:t>
      </w:r>
      <w:r w:rsidR="00DE2D7F">
        <w:rPr>
          <w:rtl/>
        </w:rPr>
        <w:t>مظلومو</w:t>
      </w:r>
      <w:r w:rsidR="007D6C9B">
        <w:rPr>
          <w:rtl/>
        </w:rPr>
        <w:t xml:space="preserve">ں </w:t>
      </w:r>
      <w:r w:rsidR="00DE2D7F">
        <w:rPr>
          <w:rtl/>
        </w:rPr>
        <w:t>كا حق ظالمو</w:t>
      </w:r>
      <w:r w:rsidR="007D6C9B">
        <w:rPr>
          <w:rtl/>
        </w:rPr>
        <w:t xml:space="preserve">ں </w:t>
      </w:r>
      <w:r w:rsidR="00DE2D7F">
        <w:rPr>
          <w:rtl/>
        </w:rPr>
        <w:t>سے لي</w:t>
      </w:r>
      <w:r w:rsidR="007D6C9B">
        <w:rPr>
          <w:rtl/>
        </w:rPr>
        <w:t xml:space="preserve">ں </w:t>
      </w:r>
      <w:r w:rsidR="00DE2D7F">
        <w:rPr>
          <w:rtl/>
        </w:rPr>
        <w:t>اور اس وسيع ملك كى بد حالى كو دور كري</w:t>
      </w:r>
      <w:r w:rsidR="007D6C9B">
        <w:rPr>
          <w:rtl/>
        </w:rPr>
        <w:t xml:space="preserve">ں </w:t>
      </w:r>
      <w:r w:rsidR="00DE2D7F">
        <w:rPr>
          <w:rtl/>
        </w:rPr>
        <w:t xml:space="preserve">_ </w:t>
      </w:r>
    </w:p>
    <w:p w:rsidR="00DE2D7F" w:rsidRDefault="00DE2D7F" w:rsidP="00D07B54">
      <w:pPr>
        <w:pStyle w:val="libNormal"/>
        <w:rPr>
          <w:rtl/>
        </w:rPr>
      </w:pPr>
      <w:r>
        <w:rPr>
          <w:rtl/>
        </w:rPr>
        <w:t>آپ كى نظر مي</w:t>
      </w:r>
      <w:r w:rsidR="007D6C9B">
        <w:rPr>
          <w:rtl/>
        </w:rPr>
        <w:t xml:space="preserve">ں </w:t>
      </w:r>
      <w:r>
        <w:rPr>
          <w:rtl/>
        </w:rPr>
        <w:t>تھا كہ خاص طور پر زرعى مسائل اس ملك مي</w:t>
      </w:r>
      <w:r w:rsidR="007D6C9B">
        <w:rPr>
          <w:rtl/>
        </w:rPr>
        <w:t xml:space="preserve">ں </w:t>
      </w:r>
      <w:r>
        <w:rPr>
          <w:rtl/>
        </w:rPr>
        <w:t>زيادہ اہم ہي</w:t>
      </w:r>
      <w:r w:rsidR="007D6C9B">
        <w:rPr>
          <w:rtl/>
        </w:rPr>
        <w:t xml:space="preserve">ں </w:t>
      </w:r>
      <w:r>
        <w:rPr>
          <w:rtl/>
        </w:rPr>
        <w:t>اس بات پر بھى توجہ ركھنا ہو گى كہ چند سا ل فراوانى كے ہو</w:t>
      </w:r>
      <w:r w:rsidR="007D6C9B">
        <w:rPr>
          <w:rtl/>
        </w:rPr>
        <w:t xml:space="preserve">ں </w:t>
      </w:r>
      <w:r>
        <w:rPr>
          <w:rtl/>
        </w:rPr>
        <w:t>گے اور پھر خشكى كے سال در پيش ہو</w:t>
      </w:r>
      <w:r w:rsidR="007D6C9B">
        <w:rPr>
          <w:rtl/>
        </w:rPr>
        <w:t xml:space="preserve">ں </w:t>
      </w:r>
      <w:r>
        <w:rPr>
          <w:rtl/>
        </w:rPr>
        <w:t>گے لہذا لوگو</w:t>
      </w:r>
      <w:r w:rsidR="007D6C9B">
        <w:rPr>
          <w:rtl/>
        </w:rPr>
        <w:t xml:space="preserve">ں </w:t>
      </w:r>
      <w:r>
        <w:rPr>
          <w:rtl/>
        </w:rPr>
        <w:t>كو زيادہ سے زيادہ غلہ پيدا كر نے اور پھر انہي</w:t>
      </w:r>
      <w:r w:rsidR="007D6C9B">
        <w:rPr>
          <w:rtl/>
        </w:rPr>
        <w:t xml:space="preserve">ں </w:t>
      </w:r>
      <w:r>
        <w:rPr>
          <w:rtl/>
        </w:rPr>
        <w:t>احتياط سے محفوظ ركھنے اور نہا يت كم خر چ كرنے پر آمادہ كرنا ہوگا تا كہ قحط سالى كے لئے غلہ ذخيرہ كيا جاسكے،لہذا اس مقصد كے لئے آپ كو يہى بہتر معلوم ہوا كہ آپ مصر كے خزانو</w:t>
      </w:r>
      <w:r w:rsidR="007D6C9B">
        <w:rPr>
          <w:rtl/>
        </w:rPr>
        <w:t xml:space="preserve">ں </w:t>
      </w:r>
      <w:r>
        <w:rPr>
          <w:rtl/>
        </w:rPr>
        <w:t>كواپنى سر پرستى مي</w:t>
      </w:r>
      <w:r w:rsidR="007D6C9B">
        <w:rPr>
          <w:rtl/>
        </w:rPr>
        <w:t xml:space="preserve">ں </w:t>
      </w:r>
      <w:r>
        <w:rPr>
          <w:rtl/>
        </w:rPr>
        <w:t>لينے كى تجويز پيش كري</w:t>
      </w:r>
      <w:r w:rsidR="007D6C9B">
        <w:rPr>
          <w:rtl/>
        </w:rPr>
        <w:t xml:space="preserve">ں </w:t>
      </w:r>
      <w:r>
        <w:rPr>
          <w:rtl/>
        </w:rPr>
        <w:t>_ بعض نے لكھا ہے كہ اس سال بادشاہ سخت مشكلا ت مي</w:t>
      </w:r>
      <w:r w:rsidR="007D6C9B">
        <w:rPr>
          <w:rtl/>
        </w:rPr>
        <w:t xml:space="preserve">ں </w:t>
      </w:r>
      <w:r>
        <w:rPr>
          <w:rtl/>
        </w:rPr>
        <w:t>گھراہو ا تھا اور كسى طرح ان سے نجات چاہتا تھا لہذا اس نے تمام امور كى باگ ڈور حضرت يوسف كے ہاتھ مي</w:t>
      </w:r>
      <w:r w:rsidR="007D6C9B">
        <w:rPr>
          <w:rtl/>
        </w:rPr>
        <w:t xml:space="preserve">ں </w:t>
      </w:r>
      <w:r>
        <w:rPr>
          <w:rtl/>
        </w:rPr>
        <w:t xml:space="preserve">دے دى اور خود كنار ہ كشى اختيار كرلى _ </w:t>
      </w:r>
    </w:p>
    <w:p w:rsidR="00DE2D7F" w:rsidRDefault="00DE2D7F" w:rsidP="00D07B54">
      <w:pPr>
        <w:pStyle w:val="libNormal"/>
        <w:rPr>
          <w:rtl/>
        </w:rPr>
      </w:pPr>
      <w:r>
        <w:rPr>
          <w:rtl/>
        </w:rPr>
        <w:t>بعض دوسرو</w:t>
      </w:r>
      <w:r w:rsidR="007D6C9B">
        <w:rPr>
          <w:rtl/>
        </w:rPr>
        <w:t xml:space="preserve">ں </w:t>
      </w:r>
      <w:r>
        <w:rPr>
          <w:rtl/>
        </w:rPr>
        <w:t>كا كہنا ہے كہ اس نے عزيز مصر كى جگہ حضرت يوسف كو اپنا وزير اعظم بناليا _يہ احتمال بھى ہے كہ</w:t>
      </w:r>
      <w:r w:rsidRPr="00AD1EF3">
        <w:rPr>
          <w:rStyle w:val="libFootnotenumChar"/>
          <w:rtl/>
        </w:rPr>
        <w:t>(</w:t>
      </w:r>
      <w:r w:rsidR="00E664BB" w:rsidRPr="00AD1EF3">
        <w:rPr>
          <w:rStyle w:val="libFootnotenumChar"/>
          <w:rtl/>
        </w:rPr>
        <w:t>1</w:t>
      </w:r>
      <w:r w:rsidRPr="00AD1EF3">
        <w:rPr>
          <w:rStyle w:val="libFootnotenumChar"/>
          <w:rtl/>
        </w:rPr>
        <w:t>)</w:t>
      </w:r>
      <w:r>
        <w:rPr>
          <w:rtl/>
        </w:rPr>
        <w:t>وہ صر ف مصر كے خزا نہ دار بنے ہو</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بہر حال اس مقام پر خدا كہتا ہے: ''اور اس طرح ہم نے يوسف كو سرزمين مصر پر قدرت عطا كى كہ وہ جيسے چاہتا تھا اس مي</w:t>
      </w:r>
      <w:r w:rsidR="007D6C9B">
        <w:rPr>
          <w:rtl/>
        </w:rPr>
        <w:t xml:space="preserve">ں </w:t>
      </w:r>
      <w:r>
        <w:rPr>
          <w:rtl/>
        </w:rPr>
        <w:t>تصرف كرتا تھا''</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ايت </w:t>
      </w:r>
      <w:r w:rsidR="00E664BB">
        <w:rPr>
          <w:rtl/>
        </w:rPr>
        <w:t>55</w:t>
      </w:r>
      <w:r>
        <w:rPr>
          <w:rtl/>
        </w:rPr>
        <w:t xml:space="preserve">كے ظاہر ى مفہوم كے مطابق </w:t>
      </w:r>
    </w:p>
    <w:p w:rsidR="00DE2D7F" w:rsidRDefault="00DE2D7F" w:rsidP="00D07B54">
      <w:pPr>
        <w:pStyle w:val="libFootnote"/>
        <w:rPr>
          <w:rtl/>
        </w:rPr>
      </w:pPr>
      <w:r>
        <w:rPr>
          <w:rtl/>
        </w:rPr>
        <w:t xml:space="preserve">ليكن سورہ يوسف آيت </w:t>
      </w:r>
      <w:r w:rsidR="00E664BB">
        <w:rPr>
          <w:rtl/>
        </w:rPr>
        <w:t>100</w:t>
      </w:r>
      <w:r>
        <w:rPr>
          <w:rtl/>
        </w:rPr>
        <w:t xml:space="preserve"> ،اور </w:t>
      </w:r>
      <w:r w:rsidR="00E664BB">
        <w:rPr>
          <w:rtl/>
        </w:rPr>
        <w:t>101</w:t>
      </w:r>
      <w:r>
        <w:rPr>
          <w:rtl/>
        </w:rPr>
        <w:t>، اس امر كى دليل ہي</w:t>
      </w:r>
      <w:r w:rsidR="007D6C9B">
        <w:rPr>
          <w:rtl/>
        </w:rPr>
        <w:t xml:space="preserve">ں </w:t>
      </w:r>
      <w:r>
        <w:rPr>
          <w:rtl/>
        </w:rPr>
        <w:t xml:space="preserve">كہ آخر كار آپ بادشاہ ہوگے اور تمام امور مملكت كى باگ ڈور آپ كے ہاتھ آگئي اگر چہ آيت </w:t>
      </w:r>
      <w:r w:rsidR="00E664BB">
        <w:rPr>
          <w:rtl/>
        </w:rPr>
        <w:t>88</w:t>
      </w:r>
      <w:r>
        <w:rPr>
          <w:rtl/>
        </w:rPr>
        <w:t>، مي</w:t>
      </w:r>
      <w:r w:rsidR="007D6C9B">
        <w:rPr>
          <w:rtl/>
        </w:rPr>
        <w:t xml:space="preserve">ں </w:t>
      </w:r>
      <w:r>
        <w:rPr>
          <w:rtl/>
        </w:rPr>
        <w:t>ہے كہ يوسف كے بھا ئيو</w:t>
      </w:r>
      <w:r w:rsidR="007D6C9B">
        <w:rPr>
          <w:rtl/>
        </w:rPr>
        <w:t xml:space="preserve">ں </w:t>
      </w:r>
      <w:r>
        <w:rPr>
          <w:rtl/>
        </w:rPr>
        <w:t xml:space="preserve">نے ان سے كہا : (يا ايھا العزيز )_ </w:t>
      </w:r>
    </w:p>
    <w:p w:rsidR="00DE2D7F" w:rsidRDefault="00DE2D7F" w:rsidP="00D07B54">
      <w:pPr>
        <w:pStyle w:val="libFootnote"/>
        <w:rPr>
          <w:rtl/>
        </w:rPr>
      </w:pPr>
      <w:r>
        <w:rPr>
          <w:rtl/>
        </w:rPr>
        <w:t>يہ اس امر كى دليل ہے كہ آپ نے عزيز مصر كا منصب سنبھا لا مگر اس مي</w:t>
      </w:r>
      <w:r w:rsidR="007D6C9B">
        <w:rPr>
          <w:rtl/>
        </w:rPr>
        <w:t xml:space="preserve">ں </w:t>
      </w:r>
      <w:r>
        <w:rPr>
          <w:rtl/>
        </w:rPr>
        <w:t>كوئي مانع نہي</w:t>
      </w:r>
      <w:r w:rsidR="007D6C9B">
        <w:rPr>
          <w:rtl/>
        </w:rPr>
        <w:t xml:space="preserve">ں </w:t>
      </w:r>
      <w:r>
        <w:rPr>
          <w:rtl/>
        </w:rPr>
        <w:t>كہ آپ نے يہ منصب تدريجا ًحاصل كئے ہو</w:t>
      </w:r>
      <w:r w:rsidR="007D6C9B">
        <w:rPr>
          <w:rtl/>
        </w:rPr>
        <w:t xml:space="preserve">ں </w:t>
      </w:r>
      <w:r>
        <w:rPr>
          <w:rtl/>
        </w:rPr>
        <w:t>پہلے وزير خزانہ ہو ئے ہو</w:t>
      </w:r>
      <w:r w:rsidR="007D6C9B">
        <w:rPr>
          <w:rtl/>
        </w:rPr>
        <w:t xml:space="preserve">ں </w:t>
      </w:r>
      <w:r>
        <w:rPr>
          <w:rtl/>
        </w:rPr>
        <w:t xml:space="preserve">، پھر وزير اعظم اور پھر بادشا ہ _ </w:t>
      </w:r>
    </w:p>
    <w:p w:rsidR="00DE2D7F" w:rsidRDefault="00DE2D7F" w:rsidP="00D07B54">
      <w:pPr>
        <w:pStyle w:val="libFootnote"/>
        <w:rPr>
          <w:rtl/>
        </w:rPr>
      </w:pPr>
      <w:r>
        <w:rPr>
          <w:rtl/>
        </w:rPr>
        <w:t>(</w:t>
      </w:r>
      <w:r w:rsidR="00E664BB">
        <w:rPr>
          <w:rtl/>
        </w:rPr>
        <w:t>2</w:t>
      </w:r>
      <w:r>
        <w:rPr>
          <w:rtl/>
        </w:rPr>
        <w:t>)(</w:t>
      </w:r>
      <w:r w:rsidR="00E664BB">
        <w:rPr>
          <w:rtl/>
        </w:rPr>
        <w:t>3</w:t>
      </w:r>
      <w:r>
        <w:rPr>
          <w:rtl/>
        </w:rPr>
        <w:t xml:space="preserve">)سورہ يوسف آيت </w:t>
      </w:r>
      <w:r w:rsidR="00E664BB">
        <w:rPr>
          <w:rtl/>
        </w:rPr>
        <w:t>56</w:t>
      </w:r>
      <w:r>
        <w:rPr>
          <w:rtl/>
        </w:rPr>
        <w:t xml:space="preserve"> </w:t>
      </w:r>
    </w:p>
    <w:p w:rsidR="005B1484" w:rsidRDefault="00C2634E" w:rsidP="00D07B54">
      <w:pPr>
        <w:pStyle w:val="libNormal"/>
        <w:rPr>
          <w:rtl/>
        </w:rPr>
      </w:pPr>
      <w:r>
        <w:rPr>
          <w:rtl/>
        </w:rPr>
        <w:t xml:space="preserve"> </w:t>
      </w:r>
      <w:r>
        <w:rPr>
          <w:rtl/>
        </w:rPr>
        <w:br w:type="page"/>
      </w:r>
    </w:p>
    <w:p w:rsidR="005B1484" w:rsidRDefault="005B1484" w:rsidP="00D07B54">
      <w:pPr>
        <w:pStyle w:val="libNormal"/>
        <w:rPr>
          <w:rtl/>
        </w:rPr>
      </w:pPr>
    </w:p>
    <w:p w:rsidR="00DE2D7F" w:rsidRDefault="00DE2D7F" w:rsidP="00D07B54">
      <w:pPr>
        <w:pStyle w:val="libNormal"/>
        <w:rPr>
          <w:rtl/>
        </w:rPr>
      </w:pPr>
      <w:r>
        <w:rPr>
          <w:rtl/>
        </w:rPr>
        <w:t>جى ہا</w:t>
      </w:r>
      <w:r w:rsidR="007D6C9B">
        <w:rPr>
          <w:rtl/>
        </w:rPr>
        <w:t xml:space="preserve">ں </w:t>
      </w:r>
      <w:r>
        <w:rPr>
          <w:rtl/>
        </w:rPr>
        <w:t>:''ہم اپنى رحمت اور ما دى ورو حا نى نعمتي</w:t>
      </w:r>
      <w:r w:rsidR="007D6C9B">
        <w:rPr>
          <w:rtl/>
        </w:rPr>
        <w:t xml:space="preserve">ں </w:t>
      </w:r>
      <w:r>
        <w:rPr>
          <w:rtl/>
        </w:rPr>
        <w:t>جسے چا ہتے ہي</w:t>
      </w:r>
      <w:r w:rsidR="007D6C9B">
        <w:rPr>
          <w:rtl/>
        </w:rPr>
        <w:t xml:space="preserve">ں </w:t>
      </w:r>
      <w:r>
        <w:rPr>
          <w:rtl/>
        </w:rPr>
        <w:t>اور اہل پاتے ہي</w:t>
      </w:r>
      <w:r w:rsidR="007D6C9B">
        <w:rPr>
          <w:rtl/>
        </w:rPr>
        <w:t xml:space="preserve">ں </w:t>
      </w:r>
      <w:r>
        <w:rPr>
          <w:rtl/>
        </w:rPr>
        <w:t>عطا كر تے ہي</w:t>
      </w:r>
      <w:r w:rsidR="007D6C9B">
        <w:rPr>
          <w:rtl/>
        </w:rPr>
        <w:t xml:space="preserve">ں </w:t>
      </w:r>
      <w:r>
        <w:rPr>
          <w:rtl/>
        </w:rPr>
        <w:t xml:space="preserve">''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اور ہم نيكو</w:t>
      </w:r>
      <w:r w:rsidR="007D6C9B">
        <w:rPr>
          <w:rtl/>
        </w:rPr>
        <w:t xml:space="preserve">ں </w:t>
      </w:r>
      <w:r>
        <w:rPr>
          <w:rtl/>
        </w:rPr>
        <w:t>كا اجر ہر گز ضا ئع نہي</w:t>
      </w:r>
      <w:r w:rsidR="007D6C9B">
        <w:rPr>
          <w:rtl/>
        </w:rPr>
        <w:t xml:space="preserve">ں </w:t>
      </w:r>
      <w:r>
        <w:rPr>
          <w:rtl/>
        </w:rPr>
        <w:t>كري</w:t>
      </w:r>
      <w:r w:rsidR="007D6C9B">
        <w:rPr>
          <w:rtl/>
        </w:rPr>
        <w:t xml:space="preserve">ں </w:t>
      </w:r>
      <w:r>
        <w:rPr>
          <w:rtl/>
        </w:rPr>
        <w:t>گے ''_اگر چہ اس مي</w:t>
      </w:r>
      <w:r w:rsidR="007D6C9B">
        <w:rPr>
          <w:rtl/>
        </w:rPr>
        <w:t xml:space="preserve">ں </w:t>
      </w:r>
      <w:r>
        <w:rPr>
          <w:rtl/>
        </w:rPr>
        <w:t>تا خير ہو جا ئے تا ہم آخر كار جوكچھ ان كہ لائق ہوانھي</w:t>
      </w:r>
      <w:r w:rsidR="007D6C9B">
        <w:rPr>
          <w:rtl/>
        </w:rPr>
        <w:t xml:space="preserve">ں </w:t>
      </w:r>
      <w:r>
        <w:rPr>
          <w:rtl/>
        </w:rPr>
        <w:t>دي</w:t>
      </w:r>
      <w:r w:rsidR="007D6C9B">
        <w:rPr>
          <w:rtl/>
        </w:rPr>
        <w:t xml:space="preserve">ں </w:t>
      </w:r>
      <w:r>
        <w:rPr>
          <w:rtl/>
        </w:rPr>
        <w:t>گے_'' كيو نكہ ہم كسى نيك كام كو فراموش نہي</w:t>
      </w:r>
      <w:r w:rsidR="007D6C9B">
        <w:rPr>
          <w:rtl/>
        </w:rPr>
        <w:t xml:space="preserve">ں </w:t>
      </w:r>
      <w:r>
        <w:rPr>
          <w:rtl/>
        </w:rPr>
        <w:t>كرتے ''</w:t>
      </w:r>
      <w:r w:rsidRPr="006B0714">
        <w:rPr>
          <w:rStyle w:val="libFootnotenumChar"/>
          <w:rtl/>
        </w:rPr>
        <w:t xml:space="preserve">( </w:t>
      </w:r>
      <w:r w:rsidR="00E664BB" w:rsidRPr="006B0714">
        <w:rPr>
          <w:rStyle w:val="libFootnotenumChar"/>
          <w:rtl/>
        </w:rPr>
        <w:t>2</w:t>
      </w:r>
      <w:r w:rsidRPr="006B0714">
        <w:rPr>
          <w:rStyle w:val="libFootnotenumChar"/>
          <w:rtl/>
        </w:rPr>
        <w:t>)</w:t>
      </w:r>
      <w:r>
        <w:rPr>
          <w:rtl/>
        </w:rPr>
        <w:t xml:space="preserve"> </w:t>
      </w:r>
    </w:p>
    <w:p w:rsidR="00DE2D7F" w:rsidRDefault="00DE2D7F" w:rsidP="00D07B54">
      <w:pPr>
        <w:pStyle w:val="libNormal"/>
        <w:rPr>
          <w:rtl/>
        </w:rPr>
      </w:pPr>
      <w:r>
        <w:rPr>
          <w:rtl/>
        </w:rPr>
        <w:t>ليكن اہم بات يہ ہے كہ ہم صر ف دنيادى اجرہى نہي</w:t>
      </w:r>
      <w:r w:rsidR="007D6C9B">
        <w:rPr>
          <w:rtl/>
        </w:rPr>
        <w:t xml:space="preserve">ں </w:t>
      </w:r>
      <w:r>
        <w:rPr>
          <w:rtl/>
        </w:rPr>
        <w:t>دي</w:t>
      </w:r>
      <w:r w:rsidR="007D6C9B">
        <w:rPr>
          <w:rtl/>
        </w:rPr>
        <w:t xml:space="preserve">ں </w:t>
      </w:r>
      <w:r>
        <w:rPr>
          <w:rtl/>
        </w:rPr>
        <w:t>گے بلكہ ''جو اجر انہي</w:t>
      </w:r>
      <w:r w:rsidR="007D6C9B">
        <w:rPr>
          <w:rtl/>
        </w:rPr>
        <w:t xml:space="preserve">ں </w:t>
      </w:r>
      <w:r>
        <w:rPr>
          <w:rtl/>
        </w:rPr>
        <w:t>آخرت مي</w:t>
      </w:r>
      <w:r w:rsidR="007D6C9B">
        <w:rPr>
          <w:rtl/>
        </w:rPr>
        <w:t xml:space="preserve">ں </w:t>
      </w:r>
      <w:r>
        <w:rPr>
          <w:rtl/>
        </w:rPr>
        <w:t xml:space="preserve">ملے گا وہ اہل ايمان اور صاحبان تقوى كے لے زيادہ اچھا ہے '' </w:t>
      </w:r>
      <w:r w:rsidRPr="006B0714">
        <w:rPr>
          <w:rStyle w:val="libFootnotenumChar"/>
          <w:rtl/>
        </w:rPr>
        <w:t xml:space="preserve">( </w:t>
      </w:r>
      <w:r w:rsidR="00E664BB" w:rsidRPr="006B0714">
        <w:rPr>
          <w:rStyle w:val="libFootnotenumChar"/>
          <w:rtl/>
        </w:rPr>
        <w:t>3</w:t>
      </w:r>
      <w:r w:rsidRPr="006B0714">
        <w:rPr>
          <w:rStyle w:val="libFootnotenumChar"/>
          <w:rtl/>
        </w:rPr>
        <w:t>)</w:t>
      </w:r>
      <w:r>
        <w:rPr>
          <w:rtl/>
        </w:rPr>
        <w:t xml:space="preserve"> </w:t>
      </w:r>
    </w:p>
    <w:p w:rsidR="005B1484" w:rsidRDefault="00DE2D7F" w:rsidP="00D07B54">
      <w:pPr>
        <w:pStyle w:val="Heading2Center"/>
        <w:rPr>
          <w:rtl/>
        </w:rPr>
      </w:pPr>
      <w:bookmarkStart w:id="168" w:name="_Toc7268565"/>
      <w:r>
        <w:rPr>
          <w:rtl/>
        </w:rPr>
        <w:t>سات سال بر كت اورسات سال قحط</w:t>
      </w:r>
      <w:bookmarkEnd w:id="168"/>
    </w:p>
    <w:p w:rsidR="00DE2D7F" w:rsidRDefault="00DE2D7F" w:rsidP="00D07B54">
      <w:pPr>
        <w:pStyle w:val="libNormal"/>
        <w:rPr>
          <w:rtl/>
        </w:rPr>
      </w:pPr>
      <w:r>
        <w:rPr>
          <w:rtl/>
        </w:rPr>
        <w:t xml:space="preserve"> آخر كار جيسا كہ پيشين گوئي ہوئي تھى سات سال پے در پے بارش ہو نے كے سبب اور دريا ئے نيل كے پانى مي</w:t>
      </w:r>
      <w:r w:rsidR="007D6C9B">
        <w:rPr>
          <w:rtl/>
        </w:rPr>
        <w:t xml:space="preserve">ں </w:t>
      </w:r>
      <w:r>
        <w:rPr>
          <w:rtl/>
        </w:rPr>
        <w:t>اضافہ كے باعث مصر كى زرعى پيدا وار خوب تسلى بخش ہو گئي مصر كا خزانہ اور اقتصادى امور حضرت يوسف كے زير نظر تھے آپ نے حكم ديا كہ غذا ئي اجنا س كو خراب ہو نے سے بچانے كے لئے چھو ٹے بڑے گودام بنائے جائي</w:t>
      </w:r>
      <w:r w:rsidR="007D6C9B">
        <w:rPr>
          <w:rtl/>
        </w:rPr>
        <w:t xml:space="preserve">ں </w:t>
      </w:r>
      <w:r>
        <w:rPr>
          <w:rtl/>
        </w:rPr>
        <w:t>آپ نے عوام كو حكم ديا كہ پيدا وار سے اپنى ضرورت كے مطا بق ركھ لي</w:t>
      </w:r>
      <w:r w:rsidR="007D6C9B">
        <w:rPr>
          <w:rtl/>
        </w:rPr>
        <w:t xml:space="preserve">ں </w:t>
      </w:r>
      <w:r>
        <w:rPr>
          <w:rtl/>
        </w:rPr>
        <w:t>اور باقى حكمومت كو بيچ دي</w:t>
      </w:r>
      <w:r w:rsidR="007D6C9B">
        <w:rPr>
          <w:rtl/>
        </w:rPr>
        <w:t xml:space="preserve">ں </w:t>
      </w:r>
      <w:r>
        <w:rPr>
          <w:rtl/>
        </w:rPr>
        <w:t xml:space="preserve">اس طرح گودام غلے سے بھر گئے _ </w:t>
      </w:r>
    </w:p>
    <w:p w:rsidR="00DE2D7F" w:rsidRDefault="00DE2D7F" w:rsidP="00D07B54">
      <w:pPr>
        <w:pStyle w:val="libNormal"/>
        <w:rPr>
          <w:rtl/>
        </w:rPr>
      </w:pPr>
      <w:r>
        <w:rPr>
          <w:rtl/>
        </w:rPr>
        <w:t>نعمت وبر كت كى فرا وانى كے يہ سات سال گزر گئے اور خشك سالى كا منحوس دور شروع ہوا يو</w:t>
      </w:r>
      <w:r w:rsidR="007D6C9B">
        <w:rPr>
          <w:rtl/>
        </w:rPr>
        <w:t xml:space="preserve">ں </w:t>
      </w:r>
      <w:r>
        <w:rPr>
          <w:rtl/>
        </w:rPr>
        <w:t>لگتا تھا جيسے آسمان زمين كے لئے بخيل ہو گيا ہے كھيتيا</w:t>
      </w:r>
      <w:r w:rsidR="007D6C9B">
        <w:rPr>
          <w:rtl/>
        </w:rPr>
        <w:t xml:space="preserve">ں </w:t>
      </w:r>
      <w:r>
        <w:rPr>
          <w:rtl/>
        </w:rPr>
        <w:t>اور نخلستان خشك ہو گئے عوام كو غلے كى كمى كا سامنا كر نا پڑا ليكن وہ جانتے تھے كہ حكومت نے غلے كے ذخائر جمع كر ركھے ہي</w:t>
      </w:r>
      <w:r w:rsidR="007D6C9B">
        <w:rPr>
          <w:rtl/>
        </w:rPr>
        <w:t xml:space="preserve">ں </w:t>
      </w:r>
      <w:r>
        <w:rPr>
          <w:rtl/>
        </w:rPr>
        <w:t xml:space="preserve">لہذا وہ اپنى مشكلات حكومت ہى كے ذر يعے دور كرتے تھے حضر ت يوسف بھى پورى منصوبہ بندى اور پرو گرام كے تحت غلہ فروخت كر تے تھے اور عاد لا نہ طور پر ان كى ضرورت پورى كر تے _ </w:t>
      </w:r>
    </w:p>
    <w:p w:rsidR="00DE2D7F" w:rsidRDefault="00DE2D7F" w:rsidP="00D07B54">
      <w:pPr>
        <w:pStyle w:val="libNormal"/>
        <w:rPr>
          <w:rtl/>
        </w:rPr>
      </w:pPr>
      <w:r>
        <w:rPr>
          <w:rtl/>
        </w:rPr>
        <w:t>يہ بات جاذب نظر ہے كہ حضرت يوسف (ع) نے مصر كے لوگو</w:t>
      </w:r>
      <w:r w:rsidR="007D6C9B">
        <w:rPr>
          <w:rtl/>
        </w:rPr>
        <w:t xml:space="preserve">ں </w:t>
      </w:r>
      <w:r>
        <w:rPr>
          <w:rtl/>
        </w:rPr>
        <w:t>مي</w:t>
      </w:r>
      <w:r w:rsidR="007D6C9B">
        <w:rPr>
          <w:rtl/>
        </w:rPr>
        <w:t xml:space="preserve">ں </w:t>
      </w:r>
      <w:r>
        <w:rPr>
          <w:rtl/>
        </w:rPr>
        <w:t>طبقاتى تفاوت اور لوٹ گھسوٹ كو ختم كرنے كے لئے قحط كے سالو</w:t>
      </w:r>
      <w:r w:rsidR="007D6C9B">
        <w:rPr>
          <w:rtl/>
        </w:rPr>
        <w:t xml:space="preserve">ں </w:t>
      </w:r>
      <w:r>
        <w:rPr>
          <w:rtl/>
        </w:rPr>
        <w:t>سے استفادہ كيا ،اپ نے زيادہ پيدا وار كے عرصے مي</w:t>
      </w:r>
      <w:r w:rsidR="007D6C9B">
        <w:rPr>
          <w:rtl/>
        </w:rPr>
        <w:t xml:space="preserve">ں </w:t>
      </w:r>
      <w:r>
        <w:rPr>
          <w:rtl/>
        </w:rPr>
        <w:t>لوگو</w:t>
      </w:r>
      <w:r w:rsidR="007D6C9B">
        <w:rPr>
          <w:rtl/>
        </w:rPr>
        <w:t xml:space="preserve">ں </w:t>
      </w:r>
      <w:r>
        <w:rPr>
          <w:rtl/>
        </w:rPr>
        <w:t xml:space="preserve">سے غذائي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56</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56</w:t>
      </w:r>
      <w:r>
        <w:rPr>
          <w:rtl/>
        </w:rPr>
        <w:t xml:space="preserve"> </w:t>
      </w:r>
    </w:p>
    <w:p w:rsidR="00DE2D7F" w:rsidRDefault="00DE2D7F" w:rsidP="00D07B54">
      <w:pPr>
        <w:pStyle w:val="libFootnote"/>
        <w:rPr>
          <w:rtl/>
        </w:rPr>
      </w:pPr>
      <w:r>
        <w:rPr>
          <w:rtl/>
        </w:rPr>
        <w:t>(</w:t>
      </w:r>
      <w:r w:rsidR="00E664BB">
        <w:rPr>
          <w:rtl/>
        </w:rPr>
        <w:t>3</w:t>
      </w:r>
      <w:r>
        <w:rPr>
          <w:rtl/>
        </w:rPr>
        <w:t>)سورہ يوسف</w:t>
      </w:r>
      <w:r w:rsidR="00E664BB">
        <w:rPr>
          <w:rtl/>
        </w:rPr>
        <w:t>57</w:t>
      </w:r>
      <w:r>
        <w:rPr>
          <w:rtl/>
        </w:rPr>
        <w:t xml:space="preserve"> </w:t>
      </w:r>
    </w:p>
    <w:p w:rsidR="005B1484" w:rsidRDefault="001648F9" w:rsidP="00D07B54">
      <w:pPr>
        <w:pStyle w:val="libNormal"/>
        <w:rPr>
          <w:rtl/>
        </w:rPr>
      </w:pPr>
      <w:r>
        <w:rPr>
          <w:rtl/>
        </w:rPr>
        <w:t xml:space="preserve"> </w:t>
      </w:r>
      <w:r>
        <w:rPr>
          <w:rtl/>
        </w:rPr>
        <w:br w:type="page"/>
      </w:r>
    </w:p>
    <w:p w:rsidR="005B1484" w:rsidRDefault="005B1484" w:rsidP="00D07B54">
      <w:pPr>
        <w:pStyle w:val="libNormal"/>
        <w:rPr>
          <w:rtl/>
        </w:rPr>
      </w:pPr>
    </w:p>
    <w:p w:rsidR="00DE2D7F" w:rsidRDefault="00DE2D7F" w:rsidP="00D07B54">
      <w:pPr>
        <w:pStyle w:val="libNormal"/>
        <w:rPr>
          <w:rtl/>
        </w:rPr>
      </w:pPr>
      <w:r>
        <w:rPr>
          <w:rtl/>
        </w:rPr>
        <w:t>مواد خريد ليا اورا س كے لئے تيار كئے گئے بڑے بڑے گودامو</w:t>
      </w:r>
      <w:r w:rsidR="007D6C9B">
        <w:rPr>
          <w:rtl/>
        </w:rPr>
        <w:t xml:space="preserve">ں </w:t>
      </w:r>
      <w:r>
        <w:rPr>
          <w:rtl/>
        </w:rPr>
        <w:t>مي</w:t>
      </w:r>
      <w:r w:rsidR="007D6C9B">
        <w:rPr>
          <w:rtl/>
        </w:rPr>
        <w:t xml:space="preserve">ں </w:t>
      </w:r>
      <w:r>
        <w:rPr>
          <w:rtl/>
        </w:rPr>
        <w:t>اسے ذخيرہ كر ليا ،جب يہ سال گزر گئے اور قحط كے سال شروع ہوئے تو پہلے سال اجناس كو درہم و دينا ر كے بدلے بيچا ،اس طرح كرنسى كا ايك بڑا حصہ جمع كر ليا ،دوسرے سال اسباب زينت اور جواہرات كے بدلے اجناس كو بيچا ،البتہ جن كے پاس يہ چيزي</w:t>
      </w:r>
      <w:r w:rsidR="007D6C9B">
        <w:rPr>
          <w:rtl/>
        </w:rPr>
        <w:t xml:space="preserve">ں </w:t>
      </w:r>
      <w:r>
        <w:rPr>
          <w:rtl/>
        </w:rPr>
        <w:t>نہ تھي</w:t>
      </w:r>
      <w:r w:rsidR="007D6C9B">
        <w:rPr>
          <w:rtl/>
        </w:rPr>
        <w:t xml:space="preserve">ں </w:t>
      </w:r>
      <w:r>
        <w:rPr>
          <w:rtl/>
        </w:rPr>
        <w:t>انھي</w:t>
      </w:r>
      <w:r w:rsidR="007D6C9B">
        <w:rPr>
          <w:rtl/>
        </w:rPr>
        <w:t xml:space="preserve">ں </w:t>
      </w:r>
      <w:r>
        <w:rPr>
          <w:rtl/>
        </w:rPr>
        <w:t>مستثنى ركھا تيسرے برس چوپايو</w:t>
      </w:r>
      <w:r w:rsidR="007D6C9B">
        <w:rPr>
          <w:rtl/>
        </w:rPr>
        <w:t xml:space="preserve">ں </w:t>
      </w:r>
      <w:r>
        <w:rPr>
          <w:rtl/>
        </w:rPr>
        <w:t>كے بدلے ،چوتھے برس غلامو</w:t>
      </w:r>
      <w:r w:rsidR="007D6C9B">
        <w:rPr>
          <w:rtl/>
        </w:rPr>
        <w:t xml:space="preserve">ں </w:t>
      </w:r>
      <w:r>
        <w:rPr>
          <w:rtl/>
        </w:rPr>
        <w:t>اور كنيزو</w:t>
      </w:r>
      <w:r w:rsidR="007D6C9B">
        <w:rPr>
          <w:rtl/>
        </w:rPr>
        <w:t xml:space="preserve">ں </w:t>
      </w:r>
      <w:r>
        <w:rPr>
          <w:rtl/>
        </w:rPr>
        <w:t>كے عوض، پانچوي</w:t>
      </w:r>
      <w:r w:rsidR="007D6C9B">
        <w:rPr>
          <w:rtl/>
        </w:rPr>
        <w:t xml:space="preserve">ں </w:t>
      </w:r>
      <w:r>
        <w:rPr>
          <w:rtl/>
        </w:rPr>
        <w:t>برس عمارت كے بدلے ،چھٹے برس زرعى زمينو</w:t>
      </w:r>
      <w:r w:rsidR="007D6C9B">
        <w:rPr>
          <w:rtl/>
        </w:rPr>
        <w:t xml:space="preserve">ں </w:t>
      </w:r>
      <w:r>
        <w:rPr>
          <w:rtl/>
        </w:rPr>
        <w:t>اور پانى كے عوض اور ساتوي</w:t>
      </w:r>
      <w:r w:rsidR="007D6C9B">
        <w:rPr>
          <w:rtl/>
        </w:rPr>
        <w:t xml:space="preserve">ں </w:t>
      </w:r>
      <w:r>
        <w:rPr>
          <w:rtl/>
        </w:rPr>
        <w:t>سال خود مصر كے لوگو</w:t>
      </w:r>
      <w:r w:rsidR="007D6C9B">
        <w:rPr>
          <w:rtl/>
        </w:rPr>
        <w:t xml:space="preserve">ں </w:t>
      </w:r>
      <w:r>
        <w:rPr>
          <w:rtl/>
        </w:rPr>
        <w:t>كے بدلے اجناس دي</w:t>
      </w:r>
      <w:r w:rsidR="007D6C9B">
        <w:rPr>
          <w:rtl/>
        </w:rPr>
        <w:t xml:space="preserve">ں </w:t>
      </w:r>
      <w:r>
        <w:rPr>
          <w:rtl/>
        </w:rPr>
        <w:t>،پھر يہ سب چيز ي</w:t>
      </w:r>
      <w:r w:rsidR="007D6C9B">
        <w:rPr>
          <w:rtl/>
        </w:rPr>
        <w:t xml:space="preserve">ں </w:t>
      </w:r>
      <w:r>
        <w:rPr>
          <w:rtl/>
        </w:rPr>
        <w:t>انھي</w:t>
      </w:r>
      <w:r w:rsidR="007D6C9B">
        <w:rPr>
          <w:rtl/>
        </w:rPr>
        <w:t xml:space="preserve">ں </w:t>
      </w:r>
      <w:r>
        <w:rPr>
          <w:rtl/>
        </w:rPr>
        <w:t>(عادلانہ طورپر)واپس كر دي</w:t>
      </w:r>
      <w:r w:rsidR="007D6C9B">
        <w:rPr>
          <w:rtl/>
        </w:rPr>
        <w:t xml:space="preserve">ں </w:t>
      </w:r>
      <w:r>
        <w:rPr>
          <w:rtl/>
        </w:rPr>
        <w:t xml:space="preserve">اور كہا كہ ميرا مقصد يہ تھا كہ عوام كو بلا و مصيبت اور بے سروسامانى سے نجات دلاو </w:t>
      </w:r>
      <w:r w:rsidR="007D6C9B">
        <w:rPr>
          <w:rtl/>
        </w:rPr>
        <w:t xml:space="preserve">ں </w:t>
      </w:r>
      <w:r>
        <w:rPr>
          <w:rtl/>
        </w:rPr>
        <w:t xml:space="preserve">_ </w:t>
      </w:r>
    </w:p>
    <w:p w:rsidR="005B1484" w:rsidRDefault="00DE2D7F" w:rsidP="00D07B54">
      <w:pPr>
        <w:pStyle w:val="Heading2Center"/>
        <w:rPr>
          <w:rtl/>
        </w:rPr>
      </w:pPr>
      <w:bookmarkStart w:id="169" w:name="_Toc7268566"/>
      <w:r>
        <w:rPr>
          <w:rtl/>
        </w:rPr>
        <w:t>برادران يوسف (ع) مصر پہونچے</w:t>
      </w:r>
      <w:bookmarkEnd w:id="169"/>
      <w:r>
        <w:rPr>
          <w:rtl/>
        </w:rPr>
        <w:t xml:space="preserve"> </w:t>
      </w:r>
    </w:p>
    <w:p w:rsidR="00DE2D7F" w:rsidRDefault="00DE2D7F" w:rsidP="00D07B54">
      <w:pPr>
        <w:pStyle w:val="libNormal"/>
        <w:rPr>
          <w:rtl/>
        </w:rPr>
      </w:pPr>
      <w:r>
        <w:rPr>
          <w:rtl/>
        </w:rPr>
        <w:t>يہ خشك سالى صرف مصر ہى مي</w:t>
      </w:r>
      <w:r w:rsidR="007D6C9B">
        <w:rPr>
          <w:rtl/>
        </w:rPr>
        <w:t xml:space="preserve">ں </w:t>
      </w:r>
      <w:r>
        <w:rPr>
          <w:rtl/>
        </w:rPr>
        <w:t>نہ تھى ،بلكہ اطراف كے ملكو</w:t>
      </w:r>
      <w:r w:rsidR="007D6C9B">
        <w:rPr>
          <w:rtl/>
        </w:rPr>
        <w:t xml:space="preserve">ں </w:t>
      </w:r>
      <w:r>
        <w:rPr>
          <w:rtl/>
        </w:rPr>
        <w:t>كا بھى يہى حال تھا فلسطين اور كنعا ن مصر كے شمال مشر ق مي</w:t>
      </w:r>
      <w:r w:rsidR="007D6C9B">
        <w:rPr>
          <w:rtl/>
        </w:rPr>
        <w:t xml:space="preserve">ں </w:t>
      </w:r>
      <w:r>
        <w:rPr>
          <w:rtl/>
        </w:rPr>
        <w:t>تھے وہا</w:t>
      </w:r>
      <w:r w:rsidR="007D6C9B">
        <w:rPr>
          <w:rtl/>
        </w:rPr>
        <w:t xml:space="preserve">ں </w:t>
      </w:r>
      <w:r>
        <w:rPr>
          <w:rtl/>
        </w:rPr>
        <w:t>كے لو گ بھى انہى مشكلات سے دوچارتھے حضر ت يعقوب كا خاندان بھى اسى علاقے مي</w:t>
      </w:r>
      <w:r w:rsidR="007D6C9B">
        <w:rPr>
          <w:rtl/>
        </w:rPr>
        <w:t xml:space="preserve">ں </w:t>
      </w:r>
      <w:r>
        <w:rPr>
          <w:rtl/>
        </w:rPr>
        <w:t>سكو نت پذ ير تھا وہ بھى غلہ كى كمى سے دوچار ہو گيا حضر ت يعقوب (ع) نے ان حالات مي</w:t>
      </w:r>
      <w:r w:rsidR="007D6C9B">
        <w:rPr>
          <w:rtl/>
        </w:rPr>
        <w:t xml:space="preserve">ں </w:t>
      </w:r>
      <w:r>
        <w:rPr>
          <w:rtl/>
        </w:rPr>
        <w:t>مصمم ارادہ كيا كہ بنيا مين كے علاوہ باقى بيٹو</w:t>
      </w:r>
      <w:r w:rsidR="007D6C9B">
        <w:rPr>
          <w:rtl/>
        </w:rPr>
        <w:t xml:space="preserve">ں </w:t>
      </w:r>
      <w:r>
        <w:rPr>
          <w:rtl/>
        </w:rPr>
        <w:t>كو مصر كى طرف بھيجي</w:t>
      </w:r>
      <w:r w:rsidR="007D6C9B">
        <w:rPr>
          <w:rtl/>
        </w:rPr>
        <w:t xml:space="preserve">ں </w:t>
      </w:r>
      <w:r>
        <w:rPr>
          <w:rtl/>
        </w:rPr>
        <w:t xml:space="preserve">يوسف كى جگہ اب بنيا مين ہى ان كے پاس تھا بہر حال وہ لوگ مصر كى طرف جانے والے قافلے كے ہمر اہ ہولئے اور بعض مفسرين كے بقول اٹھا رہ دن كى مسافت كے بعدمصر پہنچے _ </w:t>
      </w:r>
    </w:p>
    <w:p w:rsidR="00DE2D7F" w:rsidRDefault="00DE2D7F" w:rsidP="00D07B54">
      <w:pPr>
        <w:pStyle w:val="libNormal"/>
        <w:rPr>
          <w:rtl/>
        </w:rPr>
      </w:pPr>
      <w:r>
        <w:rPr>
          <w:rtl/>
        </w:rPr>
        <w:t>جيسا كہ تو اريخ مي</w:t>
      </w:r>
      <w:r w:rsidR="007D6C9B">
        <w:rPr>
          <w:rtl/>
        </w:rPr>
        <w:t xml:space="preserve">ں </w:t>
      </w:r>
      <w:r>
        <w:rPr>
          <w:rtl/>
        </w:rPr>
        <w:t>ہے ، ضرورى تھا كہ ملك كے باہر سے انے والے افراد مصر مي</w:t>
      </w:r>
      <w:r w:rsidR="007D6C9B">
        <w:rPr>
          <w:rtl/>
        </w:rPr>
        <w:t xml:space="preserve">ں </w:t>
      </w:r>
      <w:r>
        <w:rPr>
          <w:rtl/>
        </w:rPr>
        <w:t>داخل ہو تے وقت اپنى شناخت كروائي</w:t>
      </w:r>
      <w:r w:rsidR="007D6C9B">
        <w:rPr>
          <w:rtl/>
        </w:rPr>
        <w:t xml:space="preserve">ں </w:t>
      </w:r>
      <w:r>
        <w:rPr>
          <w:rtl/>
        </w:rPr>
        <w:t>تاكہ مامور ين حضرت يوسف كو مطلع كري</w:t>
      </w:r>
      <w:r w:rsidR="007D6C9B">
        <w:rPr>
          <w:rtl/>
        </w:rPr>
        <w:t xml:space="preserve">ں </w:t>
      </w:r>
      <w:r>
        <w:rPr>
          <w:rtl/>
        </w:rPr>
        <w:t>جب مامورين نے فلسطين كے قافلے كى خبر دى تو حضرت يوسف نے ديكھا كہ غلے كى درخواست كر نے والو</w:t>
      </w:r>
      <w:r w:rsidR="007D6C9B">
        <w:rPr>
          <w:rtl/>
        </w:rPr>
        <w:t xml:space="preserve">ں </w:t>
      </w:r>
      <w:r>
        <w:rPr>
          <w:rtl/>
        </w:rPr>
        <w:t>مي</w:t>
      </w:r>
      <w:r w:rsidR="007D6C9B">
        <w:rPr>
          <w:rtl/>
        </w:rPr>
        <w:t xml:space="preserve">ں </w:t>
      </w:r>
      <w:r>
        <w:rPr>
          <w:rtl/>
        </w:rPr>
        <w:t>ان كے بھائيو</w:t>
      </w:r>
      <w:r w:rsidR="007D6C9B">
        <w:rPr>
          <w:rtl/>
        </w:rPr>
        <w:t xml:space="preserve">ں </w:t>
      </w:r>
      <w:r>
        <w:rPr>
          <w:rtl/>
        </w:rPr>
        <w:t>كے نام بھى ہي</w:t>
      </w:r>
      <w:r w:rsidR="007D6C9B">
        <w:rPr>
          <w:rtl/>
        </w:rPr>
        <w:t xml:space="preserve">ں </w:t>
      </w:r>
      <w:r>
        <w:rPr>
          <w:rtl/>
        </w:rPr>
        <w:t>آپ انھي</w:t>
      </w:r>
      <w:r w:rsidR="007D6C9B">
        <w:rPr>
          <w:rtl/>
        </w:rPr>
        <w:t xml:space="preserve">ں </w:t>
      </w:r>
      <w:r>
        <w:rPr>
          <w:rtl/>
        </w:rPr>
        <w:t>پہچان گئے اور يہ ظاہر كئے بغير كہ وہ اپ كے بھا ئي ہي</w:t>
      </w:r>
      <w:r w:rsidR="007D6C9B">
        <w:rPr>
          <w:rtl/>
        </w:rPr>
        <w:t xml:space="preserve">ں </w:t>
      </w:r>
      <w:r>
        <w:rPr>
          <w:rtl/>
        </w:rPr>
        <w:t>، اپ نے حكم ديا كہ انہي</w:t>
      </w:r>
      <w:r w:rsidR="007D6C9B">
        <w:rPr>
          <w:rtl/>
        </w:rPr>
        <w:t xml:space="preserve">ں </w:t>
      </w:r>
      <w:r>
        <w:rPr>
          <w:rtl/>
        </w:rPr>
        <w:t>حاضر كيا جا ئے اور جيسا كہ قران كہتا ہے : ''يوسف كے بھائي ائے اور ان كے پاس پہنچے يوسف نے انہي</w:t>
      </w:r>
      <w:r w:rsidR="007D6C9B">
        <w:rPr>
          <w:rtl/>
        </w:rPr>
        <w:t xml:space="preserve">ں </w:t>
      </w:r>
      <w:r>
        <w:rPr>
          <w:rtl/>
        </w:rPr>
        <w:t xml:space="preserve">پہچا ن ليا ليكن </w:t>
      </w:r>
    </w:p>
    <w:p w:rsidR="005B148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انہو</w:t>
      </w:r>
      <w:r w:rsidR="007D6C9B">
        <w:rPr>
          <w:rtl/>
        </w:rPr>
        <w:t xml:space="preserve">ں </w:t>
      </w:r>
      <w:r>
        <w:rPr>
          <w:rtl/>
        </w:rPr>
        <w:t>نے يوسف كو نہي</w:t>
      </w:r>
      <w:r w:rsidR="007D6C9B">
        <w:rPr>
          <w:rtl/>
        </w:rPr>
        <w:t xml:space="preserve">ں </w:t>
      </w:r>
      <w:r>
        <w:rPr>
          <w:rtl/>
        </w:rPr>
        <w:t>پہچانا ''</w:t>
      </w:r>
      <w:r w:rsidRPr="006B0714">
        <w:rPr>
          <w:rStyle w:val="libFootnotenumChar"/>
          <w:rtl/>
        </w:rPr>
        <w:t xml:space="preserve">( </w:t>
      </w:r>
      <w:r w:rsidR="00E664BB" w:rsidRPr="006B0714">
        <w:rPr>
          <w:rStyle w:val="libFootnotenumChar"/>
          <w:rtl/>
        </w:rPr>
        <w:t>1</w:t>
      </w:r>
      <w:r w:rsidRPr="006B0714">
        <w:rPr>
          <w:rStyle w:val="libFootnotenumChar"/>
          <w:rtl/>
        </w:rPr>
        <w:t xml:space="preserve">) </w:t>
      </w:r>
    </w:p>
    <w:p w:rsidR="00DE2D7F" w:rsidRDefault="00DE2D7F" w:rsidP="00D07B54">
      <w:pPr>
        <w:pStyle w:val="libNormal"/>
        <w:rPr>
          <w:rtl/>
        </w:rPr>
      </w:pPr>
      <w:r>
        <w:rPr>
          <w:rtl/>
        </w:rPr>
        <w:t>وہ يوسف كو نہ پہچا ننے مي</w:t>
      </w:r>
      <w:r w:rsidR="007D6C9B">
        <w:rPr>
          <w:rtl/>
        </w:rPr>
        <w:t xml:space="preserve">ں </w:t>
      </w:r>
      <w:r>
        <w:rPr>
          <w:rtl/>
        </w:rPr>
        <w:t>حق بجا نب تھے كيو نكہ ايك طرف تو تيس سے چا ليس سال تك كا عر صہ بيت چكا تھا ( اس دن سے لے كر جب انہو</w:t>
      </w:r>
      <w:r w:rsidR="007D6C9B">
        <w:rPr>
          <w:rtl/>
        </w:rPr>
        <w:t xml:space="preserve">ں </w:t>
      </w:r>
      <w:r>
        <w:rPr>
          <w:rtl/>
        </w:rPr>
        <w:t>نے حضرت يوسف كو كنوي</w:t>
      </w:r>
      <w:r w:rsidR="007D6C9B">
        <w:rPr>
          <w:rtl/>
        </w:rPr>
        <w:t xml:space="preserve">ں </w:t>
      </w:r>
      <w:r>
        <w:rPr>
          <w:rtl/>
        </w:rPr>
        <w:t>مي</w:t>
      </w:r>
      <w:r w:rsidR="007D6C9B">
        <w:rPr>
          <w:rtl/>
        </w:rPr>
        <w:t xml:space="preserve">ں </w:t>
      </w:r>
      <w:r>
        <w:rPr>
          <w:rtl/>
        </w:rPr>
        <w:t>پھينكا تھا ان كے مصر مي</w:t>
      </w:r>
      <w:r w:rsidR="007D6C9B">
        <w:rPr>
          <w:rtl/>
        </w:rPr>
        <w:t xml:space="preserve">ں </w:t>
      </w:r>
      <w:r>
        <w:rPr>
          <w:rtl/>
        </w:rPr>
        <w:t xml:space="preserve">انے تك ) اور دوسرى طرف وہ سوچ بھى نہ سكتے تھے كہ ان كا بھا ئي عزيز مصر ہو گيا ہے يہا </w:t>
      </w:r>
      <w:r w:rsidR="007D6C9B">
        <w:rPr>
          <w:rtl/>
        </w:rPr>
        <w:t xml:space="preserve">ں </w:t>
      </w:r>
      <w:r>
        <w:rPr>
          <w:rtl/>
        </w:rPr>
        <w:t>تك كہ اگر وہ اسے اپنے بھا ئي سے مشا بہ بھى پا تے تو اسے ايك اتفاق ہى سمجھتے ان تمام امور سے قطع نظر حضر ت يوسف كے لباس كا اندازبھى بالكل بدل چكا تھا انہي</w:t>
      </w:r>
      <w:r w:rsidR="007D6C9B">
        <w:rPr>
          <w:rtl/>
        </w:rPr>
        <w:t xml:space="preserve">ں </w:t>
      </w:r>
      <w:r>
        <w:rPr>
          <w:rtl/>
        </w:rPr>
        <w:t>مصر يو</w:t>
      </w:r>
      <w:r w:rsidR="007D6C9B">
        <w:rPr>
          <w:rtl/>
        </w:rPr>
        <w:t xml:space="preserve">ں </w:t>
      </w:r>
      <w:r>
        <w:rPr>
          <w:rtl/>
        </w:rPr>
        <w:t>كے نئے لباس مي</w:t>
      </w:r>
      <w:r w:rsidR="007D6C9B">
        <w:rPr>
          <w:rtl/>
        </w:rPr>
        <w:t xml:space="preserve">ں </w:t>
      </w:r>
      <w:r>
        <w:rPr>
          <w:rtl/>
        </w:rPr>
        <w:t>پہچا ننا كو ئي اسان نہي</w:t>
      </w:r>
      <w:r w:rsidR="007D6C9B">
        <w:rPr>
          <w:rtl/>
        </w:rPr>
        <w:t xml:space="preserve">ں </w:t>
      </w:r>
      <w:r>
        <w:rPr>
          <w:rtl/>
        </w:rPr>
        <w:t xml:space="preserve">تھا بلكہ يوسف كے ساتھ جو كچھ ہو گزرا تھا اس كے بعد ان كى زندگى كا احتمال بھى ان كے لئے بہت بعيد تھا _ </w:t>
      </w:r>
    </w:p>
    <w:p w:rsidR="00DE2D7F" w:rsidRDefault="00DE2D7F" w:rsidP="00D07B54">
      <w:pPr>
        <w:pStyle w:val="libNormal"/>
        <w:rPr>
          <w:rtl/>
        </w:rPr>
      </w:pPr>
      <w:r>
        <w:rPr>
          <w:rtl/>
        </w:rPr>
        <w:t>بہر حال انہو</w:t>
      </w:r>
      <w:r w:rsidR="007D6C9B">
        <w:rPr>
          <w:rtl/>
        </w:rPr>
        <w:t xml:space="preserve">ں </w:t>
      </w:r>
      <w:r>
        <w:rPr>
          <w:rtl/>
        </w:rPr>
        <w:t>نے اپنى ضرورت كا غلہ خريد ا اور اس كى قيمت نقدى كى صورت مي</w:t>
      </w:r>
      <w:r w:rsidR="007D6C9B">
        <w:rPr>
          <w:rtl/>
        </w:rPr>
        <w:t xml:space="preserve">ں </w:t>
      </w:r>
      <w:r>
        <w:rPr>
          <w:rtl/>
        </w:rPr>
        <w:t>اور يا مو زے ، جوتے يا كچھ اور اجناس كى صورت مي</w:t>
      </w:r>
      <w:r w:rsidR="007D6C9B">
        <w:rPr>
          <w:rtl/>
        </w:rPr>
        <w:t xml:space="preserve">ں </w:t>
      </w:r>
      <w:r>
        <w:rPr>
          <w:rtl/>
        </w:rPr>
        <w:t xml:space="preserve">ادا كى كہ جو وہ كنعان سے مصر لا ئے تھے _ </w:t>
      </w:r>
    </w:p>
    <w:p w:rsidR="005B1484" w:rsidRDefault="00DE2D7F" w:rsidP="00D07B54">
      <w:pPr>
        <w:pStyle w:val="Heading2Center"/>
        <w:rPr>
          <w:rtl/>
        </w:rPr>
      </w:pPr>
      <w:bookmarkStart w:id="170" w:name="_Toc7268567"/>
      <w:r>
        <w:rPr>
          <w:rtl/>
        </w:rPr>
        <w:t>جناب يوسف (ع) نے اپنے بھا ئيو</w:t>
      </w:r>
      <w:r w:rsidR="007D6C9B">
        <w:rPr>
          <w:rtl/>
        </w:rPr>
        <w:t xml:space="preserve">ں </w:t>
      </w:r>
      <w:r>
        <w:rPr>
          <w:rtl/>
        </w:rPr>
        <w:t>سے ايك پيشكش كي</w:t>
      </w:r>
      <w:bookmarkEnd w:id="170"/>
      <w:r>
        <w:rPr>
          <w:rtl/>
        </w:rPr>
        <w:t xml:space="preserve"> </w:t>
      </w:r>
    </w:p>
    <w:p w:rsidR="00DE2D7F" w:rsidRDefault="00DE2D7F" w:rsidP="00D07B54">
      <w:pPr>
        <w:pStyle w:val="libNormal"/>
        <w:rPr>
          <w:rtl/>
        </w:rPr>
      </w:pPr>
      <w:r>
        <w:rPr>
          <w:rtl/>
        </w:rPr>
        <w:t>حضرت يوسف (ع) نے اپنے بھا ئيو</w:t>
      </w:r>
      <w:r w:rsidR="007D6C9B">
        <w:rPr>
          <w:rtl/>
        </w:rPr>
        <w:t xml:space="preserve">ں </w:t>
      </w:r>
      <w:r>
        <w:rPr>
          <w:rtl/>
        </w:rPr>
        <w:t>سے بہت محبت كا برتائو كيا اور ان سے بات چيت كرنے لگے بھائيو</w:t>
      </w:r>
      <w:r w:rsidR="007D6C9B">
        <w:rPr>
          <w:rtl/>
        </w:rPr>
        <w:t xml:space="preserve">ں </w:t>
      </w:r>
      <w:r>
        <w:rPr>
          <w:rtl/>
        </w:rPr>
        <w:t>نے كہا :ہم دس بھائي ہي</w:t>
      </w:r>
      <w:r w:rsidR="007D6C9B">
        <w:rPr>
          <w:rtl/>
        </w:rPr>
        <w:t xml:space="preserve">ں </w:t>
      </w:r>
      <w:r>
        <w:rPr>
          <w:rtl/>
        </w:rPr>
        <w:t>اور حضرت يعقوب كے بيٹے ہي</w:t>
      </w:r>
      <w:r w:rsidR="007D6C9B">
        <w:rPr>
          <w:rtl/>
        </w:rPr>
        <w:t xml:space="preserve">ں </w:t>
      </w:r>
      <w:r>
        <w:rPr>
          <w:rtl/>
        </w:rPr>
        <w:t>ہمارے والد خدا كے عظيم پيغمبر ابراہيم خليل كے پوتے ہي</w:t>
      </w:r>
      <w:r w:rsidR="007D6C9B">
        <w:rPr>
          <w:rtl/>
        </w:rPr>
        <w:t xml:space="preserve">ں </w:t>
      </w:r>
      <w:r>
        <w:rPr>
          <w:rtl/>
        </w:rPr>
        <w:t>اگر اپ ہمارے باپ كو پہچا نتے ہو تے تو ہمارا بہت احترام كرتے ہمارا بوڑھا باپ انبياء الہى مي</w:t>
      </w:r>
      <w:r w:rsidR="007D6C9B">
        <w:rPr>
          <w:rtl/>
        </w:rPr>
        <w:t xml:space="preserve">ں </w:t>
      </w:r>
      <w:r>
        <w:rPr>
          <w:rtl/>
        </w:rPr>
        <w:t xml:space="preserve">سے ہے ليكن ايك نہا يت گہرے غم نے اس كے پورے وجود كو گھير ركھا ہے _ </w:t>
      </w:r>
    </w:p>
    <w:p w:rsidR="00DE2D7F" w:rsidRDefault="00DE2D7F" w:rsidP="00D07B54">
      <w:pPr>
        <w:pStyle w:val="libNormal"/>
        <w:rPr>
          <w:rtl/>
        </w:rPr>
      </w:pPr>
      <w:r>
        <w:rPr>
          <w:rtl/>
        </w:rPr>
        <w:t>حضرت يوسف نے پوچھا :يہ غم كس بناء پر ہے _انہو</w:t>
      </w:r>
      <w:r w:rsidR="007D6C9B">
        <w:rPr>
          <w:rtl/>
        </w:rPr>
        <w:t xml:space="preserve">ں </w:t>
      </w:r>
      <w:r>
        <w:rPr>
          <w:rtl/>
        </w:rPr>
        <w:t xml:space="preserve">نے كہا : </w:t>
      </w:r>
    </w:p>
    <w:p w:rsidR="00DE2D7F" w:rsidRDefault="00DE2D7F" w:rsidP="00D07B54">
      <w:pPr>
        <w:pStyle w:val="libNormal"/>
        <w:rPr>
          <w:rtl/>
        </w:rPr>
      </w:pPr>
      <w:r>
        <w:rPr>
          <w:rtl/>
        </w:rPr>
        <w:t>ان كا ايك بيٹا تھا جس سے وہ بہت محبت كر تے تھے ،عمر مي</w:t>
      </w:r>
      <w:r w:rsidR="007D6C9B">
        <w:rPr>
          <w:rtl/>
        </w:rPr>
        <w:t xml:space="preserve">ں </w:t>
      </w:r>
      <w:r>
        <w:rPr>
          <w:rtl/>
        </w:rPr>
        <w:t>وہ ہم سے بہت چھوٹا تھا ايك دن وہ ہمارے سا تھ شكار اور تفريح كے لئے صحرا مي</w:t>
      </w:r>
      <w:r w:rsidR="007D6C9B">
        <w:rPr>
          <w:rtl/>
        </w:rPr>
        <w:t xml:space="preserve">ں </w:t>
      </w:r>
      <w:r>
        <w:rPr>
          <w:rtl/>
        </w:rPr>
        <w:t>گيا ہم اس سے غافل ہو گئے تو ايك بھيڑيا اسے چير پھاڑ ا گيا اس دن سے لے كر اج تك باپ اس كے لئے گريا</w:t>
      </w:r>
      <w:r w:rsidR="007D6C9B">
        <w:rPr>
          <w:rtl/>
        </w:rPr>
        <w:t xml:space="preserve">ں </w:t>
      </w:r>
      <w:r>
        <w:rPr>
          <w:rtl/>
        </w:rPr>
        <w:t>اورغمگين ہي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58</w:t>
      </w:r>
      <w:r>
        <w:rPr>
          <w:rtl/>
        </w:rPr>
        <w:t xml:space="preserve"> </w:t>
      </w:r>
    </w:p>
    <w:p w:rsidR="005B148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حضرت يوسف (ع) كى عادت تھى كہ ايك شخص كو ايك اونٹ كے بارسے زيادہ غلہ نہي</w:t>
      </w:r>
      <w:r w:rsidR="007D6C9B">
        <w:rPr>
          <w:rtl/>
        </w:rPr>
        <w:t xml:space="preserve">ں </w:t>
      </w:r>
      <w:r>
        <w:rPr>
          <w:rtl/>
        </w:rPr>
        <w:t>بيچتے تھے حضرت يوسف كے يہ بھا ئي چو نكہ دس تھے لہذا انہي</w:t>
      </w:r>
      <w:r w:rsidR="007D6C9B">
        <w:rPr>
          <w:rtl/>
        </w:rPr>
        <w:t xml:space="preserve">ں </w:t>
      </w:r>
      <w:r>
        <w:rPr>
          <w:rtl/>
        </w:rPr>
        <w:t xml:space="preserve">غلے كے دس بار ديئے گئے _ </w:t>
      </w:r>
    </w:p>
    <w:p w:rsidR="00DE2D7F" w:rsidRDefault="00DE2D7F" w:rsidP="00D07B54">
      <w:pPr>
        <w:pStyle w:val="libNormal"/>
        <w:rPr>
          <w:rtl/>
        </w:rPr>
      </w:pPr>
      <w:r>
        <w:rPr>
          <w:rtl/>
        </w:rPr>
        <w:t>انہو</w:t>
      </w:r>
      <w:r w:rsidR="007D6C9B">
        <w:rPr>
          <w:rtl/>
        </w:rPr>
        <w:t xml:space="preserve">ں </w:t>
      </w:r>
      <w:r>
        <w:rPr>
          <w:rtl/>
        </w:rPr>
        <w:t>نے كہا : ہمارا بوڑ ھا باپ ہے اور ايك چھو ٹا بھا ئي ہے جو وطن مي</w:t>
      </w:r>
      <w:r w:rsidR="007D6C9B">
        <w:rPr>
          <w:rtl/>
        </w:rPr>
        <w:t xml:space="preserve">ں </w:t>
      </w:r>
      <w:r>
        <w:rPr>
          <w:rtl/>
        </w:rPr>
        <w:t>رہ گيا ہے باپ غم واندوہ كى شدت كى وجہ سے سفر نہي</w:t>
      </w:r>
      <w:r w:rsidR="007D6C9B">
        <w:rPr>
          <w:rtl/>
        </w:rPr>
        <w:t xml:space="preserve">ں </w:t>
      </w:r>
      <w:r>
        <w:rPr>
          <w:rtl/>
        </w:rPr>
        <w:t>كر سكتا اور چھوٹا بھائي خدمت كے لئے اور مانوسيت كى وجہ سے اس كے پاس رہ گيا ہے لہذا ان دونو</w:t>
      </w:r>
      <w:r w:rsidR="007D6C9B">
        <w:rPr>
          <w:rtl/>
        </w:rPr>
        <w:t xml:space="preserve">ں </w:t>
      </w:r>
      <w:r>
        <w:rPr>
          <w:rtl/>
        </w:rPr>
        <w:t>كا حصہ بھى ہمي</w:t>
      </w:r>
      <w:r w:rsidR="007D6C9B">
        <w:rPr>
          <w:rtl/>
        </w:rPr>
        <w:t xml:space="preserve">ں </w:t>
      </w:r>
      <w:r>
        <w:rPr>
          <w:rtl/>
        </w:rPr>
        <w:t xml:space="preserve">دے ديجئے _ </w:t>
      </w:r>
    </w:p>
    <w:p w:rsidR="00DE2D7F" w:rsidRDefault="00DE2D7F" w:rsidP="00D07B54">
      <w:pPr>
        <w:pStyle w:val="libNormal"/>
        <w:rPr>
          <w:rtl/>
        </w:rPr>
      </w:pPr>
      <w:r>
        <w:rPr>
          <w:rtl/>
        </w:rPr>
        <w:t>حضرت يوسف (ع) نے حكم ديا كہ دو او نٹو</w:t>
      </w:r>
      <w:r w:rsidR="007D6C9B">
        <w:rPr>
          <w:rtl/>
        </w:rPr>
        <w:t xml:space="preserve">ں </w:t>
      </w:r>
      <w:r>
        <w:rPr>
          <w:rtl/>
        </w:rPr>
        <w:t>كے باركا اضا فہ كيا جائے پھر حضرت يوسف ان كى طرف متوجہ ہو ئے اور كہا : مي</w:t>
      </w:r>
      <w:r w:rsidR="007D6C9B">
        <w:rPr>
          <w:rtl/>
        </w:rPr>
        <w:t xml:space="preserve">ں </w:t>
      </w:r>
      <w:r>
        <w:rPr>
          <w:rtl/>
        </w:rPr>
        <w:t>ديكھ رہا ہو</w:t>
      </w:r>
      <w:r w:rsidR="007D6C9B">
        <w:rPr>
          <w:rtl/>
        </w:rPr>
        <w:t xml:space="preserve">ں </w:t>
      </w:r>
      <w:r>
        <w:rPr>
          <w:rtl/>
        </w:rPr>
        <w:t>كہ تم ہوشمند اور مو دب افراد ہوا ور يہ جو تم كہتے ہو كہ تمہارے باپ كو تمہارے سب سے چھوٹے بھا ئي سے لگا ئو ہے اس سے معلوم ہوتا ہے كہ وہ غير معمولى اور عام بچو</w:t>
      </w:r>
      <w:r w:rsidR="007D6C9B">
        <w:rPr>
          <w:rtl/>
        </w:rPr>
        <w:t xml:space="preserve">ں </w:t>
      </w:r>
      <w:r>
        <w:rPr>
          <w:rtl/>
        </w:rPr>
        <w:t>سے ہٹ كر ہے ميرى خواہش ہے كہ تمہارے ايندہ سفر مي</w:t>
      </w:r>
      <w:r w:rsidR="007D6C9B">
        <w:rPr>
          <w:rtl/>
        </w:rPr>
        <w:t xml:space="preserve">ں </w:t>
      </w:r>
      <w:r>
        <w:rPr>
          <w:rtl/>
        </w:rPr>
        <w:t>مي</w:t>
      </w:r>
      <w:r w:rsidR="007D6C9B">
        <w:rPr>
          <w:rtl/>
        </w:rPr>
        <w:t xml:space="preserve">ں </w:t>
      </w:r>
      <w:r>
        <w:rPr>
          <w:rtl/>
        </w:rPr>
        <w:t>اسے ضرور ديكھو</w:t>
      </w:r>
      <w:r w:rsidR="007D6C9B">
        <w:rPr>
          <w:rtl/>
        </w:rPr>
        <w:t xml:space="preserve">ں </w:t>
      </w:r>
      <w:r>
        <w:rPr>
          <w:rtl/>
        </w:rPr>
        <w:t>اس كے علاوہ يہا</w:t>
      </w:r>
      <w:r w:rsidR="007D6C9B">
        <w:rPr>
          <w:rtl/>
        </w:rPr>
        <w:t xml:space="preserve">ں </w:t>
      </w:r>
      <w:r>
        <w:rPr>
          <w:rtl/>
        </w:rPr>
        <w:t>كے لوگو</w:t>
      </w:r>
      <w:r w:rsidR="007D6C9B">
        <w:rPr>
          <w:rtl/>
        </w:rPr>
        <w:t xml:space="preserve">ں </w:t>
      </w:r>
      <w:r>
        <w:rPr>
          <w:rtl/>
        </w:rPr>
        <w:t>كو تمہارے بارے مي</w:t>
      </w:r>
      <w:r w:rsidR="007D6C9B">
        <w:rPr>
          <w:rtl/>
        </w:rPr>
        <w:t xml:space="preserve">ں </w:t>
      </w:r>
      <w:r>
        <w:rPr>
          <w:rtl/>
        </w:rPr>
        <w:t xml:space="preserve">كئي بدگمانيا </w:t>
      </w:r>
      <w:r w:rsidR="007D6C9B">
        <w:rPr>
          <w:rtl/>
        </w:rPr>
        <w:t xml:space="preserve">ں </w:t>
      </w:r>
      <w:r>
        <w:rPr>
          <w:rtl/>
        </w:rPr>
        <w:t>ہي</w:t>
      </w:r>
      <w:r w:rsidR="007D6C9B">
        <w:rPr>
          <w:rtl/>
        </w:rPr>
        <w:t xml:space="preserve">ں </w:t>
      </w:r>
      <w:r>
        <w:rPr>
          <w:rtl/>
        </w:rPr>
        <w:t>كيو نكہ تم ايك دوسرے ملك سے تعلق ركھتے ہو لہذا بدگمانى كى اس فضا ء كو دور كرنے كے لئے ايندہ سفر مي</w:t>
      </w:r>
      <w:r w:rsidR="007D6C9B">
        <w:rPr>
          <w:rtl/>
        </w:rPr>
        <w:t xml:space="preserve">ں </w:t>
      </w:r>
      <w:r>
        <w:rPr>
          <w:rtl/>
        </w:rPr>
        <w:t xml:space="preserve">چھو ٹے بھائي كو نشانى كے طور پر ساتھ لے انا _ </w:t>
      </w:r>
    </w:p>
    <w:p w:rsidR="00DE2D7F" w:rsidRDefault="00DE2D7F" w:rsidP="00D07B54">
      <w:pPr>
        <w:pStyle w:val="libNormal"/>
        <w:rPr>
          <w:rtl/>
        </w:rPr>
      </w:pPr>
      <w:r>
        <w:rPr>
          <w:rtl/>
        </w:rPr>
        <w:t xml:space="preserve">يہا </w:t>
      </w:r>
      <w:r w:rsidR="007D6C9B">
        <w:rPr>
          <w:rtl/>
        </w:rPr>
        <w:t xml:space="preserve">ں </w:t>
      </w:r>
      <w:r>
        <w:rPr>
          <w:rtl/>
        </w:rPr>
        <w:t xml:space="preserve">قران كہتا ہے : </w:t>
      </w:r>
    </w:p>
    <w:p w:rsidR="00DE2D7F" w:rsidRDefault="00DE2D7F" w:rsidP="00D07B54">
      <w:pPr>
        <w:pStyle w:val="libNormal"/>
        <w:rPr>
          <w:rtl/>
        </w:rPr>
      </w:pPr>
      <w:r>
        <w:rPr>
          <w:rtl/>
        </w:rPr>
        <w:t>'' جب يوسف نے ان كے بارتيار كئے تو ان سے كہا : تمہارا بھائي جو باپ كى طرف سے ہے اسے ميرے پاس لے ائو''_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اس كے بعد مزيد كہا : </w:t>
      </w:r>
    </w:p>
    <w:p w:rsidR="00DE2D7F" w:rsidRDefault="00DE2D7F" w:rsidP="00D07B54">
      <w:pPr>
        <w:pStyle w:val="libNormal"/>
        <w:rPr>
          <w:rtl/>
        </w:rPr>
      </w:pPr>
      <w:r>
        <w:rPr>
          <w:rtl/>
        </w:rPr>
        <w:t>''كيا تم ديكھتے نہي</w:t>
      </w:r>
      <w:r w:rsidR="007D6C9B">
        <w:rPr>
          <w:rtl/>
        </w:rPr>
        <w:t xml:space="preserve">ں </w:t>
      </w:r>
      <w:r>
        <w:rPr>
          <w:rtl/>
        </w:rPr>
        <w:t>ہو كہ مي</w:t>
      </w:r>
      <w:r w:rsidR="007D6C9B">
        <w:rPr>
          <w:rtl/>
        </w:rPr>
        <w:t xml:space="preserve">ں </w:t>
      </w:r>
      <w:r>
        <w:rPr>
          <w:rtl/>
        </w:rPr>
        <w:t>پيما نہ كا حق ادا كرتا ہو</w:t>
      </w:r>
      <w:r w:rsidR="007D6C9B">
        <w:rPr>
          <w:rtl/>
        </w:rPr>
        <w:t xml:space="preserve">ں </w:t>
      </w:r>
      <w:r>
        <w:rPr>
          <w:rtl/>
        </w:rPr>
        <w:t>اور بہترين ميزبان ہو</w:t>
      </w:r>
      <w:r w:rsidR="007D6C9B">
        <w:rPr>
          <w:rtl/>
        </w:rPr>
        <w:t xml:space="preserve">ں </w:t>
      </w:r>
      <w:r>
        <w:rPr>
          <w:rtl/>
        </w:rPr>
        <w:t>''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تشويق اور اظہار محبت كے بعد انہي</w:t>
      </w:r>
      <w:r w:rsidR="007D6C9B">
        <w:rPr>
          <w:rtl/>
        </w:rPr>
        <w:t xml:space="preserve">ں </w:t>
      </w:r>
      <w:r>
        <w:rPr>
          <w:rtl/>
        </w:rPr>
        <w:t>يو</w:t>
      </w:r>
      <w:r w:rsidR="007D6C9B">
        <w:rPr>
          <w:rtl/>
        </w:rPr>
        <w:t xml:space="preserve">ں </w:t>
      </w:r>
      <w:r>
        <w:rPr>
          <w:rtl/>
        </w:rPr>
        <w:t>تہديد بھى كى :'' اگر اس بھا ئي كو ميرے پاس نہ لائے تو نہ تمہي</w:t>
      </w:r>
      <w:r w:rsidR="007D6C9B">
        <w:rPr>
          <w:rtl/>
        </w:rPr>
        <w:t xml:space="preserve">ں </w:t>
      </w:r>
      <w:r>
        <w:rPr>
          <w:rtl/>
        </w:rPr>
        <w:t>ميرے پاس سے غلہ ملے گا اور نہ تم خود ميرے پاس پھٹكنا_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5</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5</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60</w:t>
      </w:r>
      <w:r>
        <w:rPr>
          <w:rtl/>
        </w:rPr>
        <w:t xml:space="preserve"> </w:t>
      </w:r>
    </w:p>
    <w:p w:rsidR="00484E7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حضرت يوسف چاہتے تھے كہ جيسے بھى ہو بنيا مين كو اپنے پاس بلائي</w:t>
      </w:r>
      <w:r w:rsidR="007D6C9B">
        <w:rPr>
          <w:rtl/>
        </w:rPr>
        <w:t xml:space="preserve">ں </w:t>
      </w:r>
      <w:r>
        <w:rPr>
          <w:rtl/>
        </w:rPr>
        <w:t>اس كے لئے كبھى وہ لطف و محبت كا طريقہ اختيا ر كر تے اور كبھى تہديد كا _ ان تعبيرات سے ضمنى طور پر واضح ہو تا ہے كہ مصر مي</w:t>
      </w:r>
      <w:r w:rsidR="007D6C9B">
        <w:rPr>
          <w:rtl/>
        </w:rPr>
        <w:t xml:space="preserve">ں </w:t>
      </w:r>
      <w:r>
        <w:rPr>
          <w:rtl/>
        </w:rPr>
        <w:t>غلاّت كى خريدو فروخت تو ل كر نہي</w:t>
      </w:r>
      <w:r w:rsidR="007D6C9B">
        <w:rPr>
          <w:rtl/>
        </w:rPr>
        <w:t xml:space="preserve">ں </w:t>
      </w:r>
      <w:r>
        <w:rPr>
          <w:rtl/>
        </w:rPr>
        <w:t>ہو تى تھى بلكہ پيما نے سے ہو تى تھى _ نيز يہ بھى واضح ہو تا ہے كہ حضرت يوسف اپنے بھا ئيو</w:t>
      </w:r>
      <w:r w:rsidR="007D6C9B">
        <w:rPr>
          <w:rtl/>
        </w:rPr>
        <w:t xml:space="preserve">ں </w:t>
      </w:r>
      <w:r>
        <w:rPr>
          <w:rtl/>
        </w:rPr>
        <w:t>اور دوسرے مہمانو</w:t>
      </w:r>
      <w:r w:rsidR="007D6C9B">
        <w:rPr>
          <w:rtl/>
        </w:rPr>
        <w:t xml:space="preserve">ں </w:t>
      </w:r>
      <w:r>
        <w:rPr>
          <w:rtl/>
        </w:rPr>
        <w:t>كى بہت اچھے طريقے سے پذير ائي كر تے تھے اور ہر حوا لے سے مہمان نواز تھے _ بھائيو</w:t>
      </w:r>
      <w:r w:rsidR="007D6C9B">
        <w:rPr>
          <w:rtl/>
        </w:rPr>
        <w:t xml:space="preserve">ں </w:t>
      </w:r>
      <w:r>
        <w:rPr>
          <w:rtl/>
        </w:rPr>
        <w:t>نے ان كے جواب مي</w:t>
      </w:r>
      <w:r w:rsidR="007D6C9B">
        <w:rPr>
          <w:rtl/>
        </w:rPr>
        <w:t xml:space="preserve">ں </w:t>
      </w:r>
      <w:r>
        <w:rPr>
          <w:rtl/>
        </w:rPr>
        <w:t>كہا :'' ہم اس كے باپ سے بات كري</w:t>
      </w:r>
      <w:r w:rsidR="007D6C9B">
        <w:rPr>
          <w:rtl/>
        </w:rPr>
        <w:t xml:space="preserve">ں </w:t>
      </w:r>
      <w:r>
        <w:rPr>
          <w:rtl/>
        </w:rPr>
        <w:t>گے اور كو شش كري</w:t>
      </w:r>
      <w:r w:rsidR="007D6C9B">
        <w:rPr>
          <w:rtl/>
        </w:rPr>
        <w:t xml:space="preserve">ں </w:t>
      </w:r>
      <w:r>
        <w:rPr>
          <w:rtl/>
        </w:rPr>
        <w:t>گے كہ وہ رضا مند ہو جائي</w:t>
      </w:r>
      <w:r w:rsidR="007D6C9B">
        <w:rPr>
          <w:rtl/>
        </w:rPr>
        <w:t xml:space="preserve">ں </w:t>
      </w:r>
      <w:r>
        <w:rPr>
          <w:rtl/>
        </w:rPr>
        <w:t>اور ہم يہ كام ضرور كري</w:t>
      </w:r>
      <w:r w:rsidR="007D6C9B">
        <w:rPr>
          <w:rtl/>
        </w:rPr>
        <w:t xml:space="preserve">ں </w:t>
      </w:r>
      <w:r>
        <w:rPr>
          <w:rtl/>
        </w:rPr>
        <w:t>گے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مو قع پر ان كى ہمدردى اور توجہ كو زيادہ سے زيادہ اپنى طرف مبذول كر نے كے لئے ''حضر ت يوسف نے اپنے كا رندو</w:t>
      </w:r>
      <w:r w:rsidR="007D6C9B">
        <w:rPr>
          <w:rtl/>
        </w:rPr>
        <w:t xml:space="preserve">ں </w:t>
      </w:r>
      <w:r>
        <w:rPr>
          <w:rtl/>
        </w:rPr>
        <w:t>سے كہا كہ ان كى نظر بچا كروہ اموال ان كے غلے مي</w:t>
      </w:r>
      <w:r w:rsidR="007D6C9B">
        <w:rPr>
          <w:rtl/>
        </w:rPr>
        <w:t xml:space="preserve">ں </w:t>
      </w:r>
      <w:r>
        <w:rPr>
          <w:rtl/>
        </w:rPr>
        <w:t>ركھ دي</w:t>
      </w:r>
      <w:r w:rsidR="007D6C9B">
        <w:rPr>
          <w:rtl/>
        </w:rPr>
        <w:t xml:space="preserve">ں </w:t>
      </w:r>
      <w:r>
        <w:rPr>
          <w:rtl/>
        </w:rPr>
        <w:t>جو انہو</w:t>
      </w:r>
      <w:r w:rsidR="007D6C9B">
        <w:rPr>
          <w:rtl/>
        </w:rPr>
        <w:t xml:space="preserve">ں </w:t>
      </w:r>
      <w:r>
        <w:rPr>
          <w:rtl/>
        </w:rPr>
        <w:t>نے غلہ اس كے بدلے مي</w:t>
      </w:r>
      <w:r w:rsidR="007D6C9B">
        <w:rPr>
          <w:rtl/>
        </w:rPr>
        <w:t xml:space="preserve">ں </w:t>
      </w:r>
      <w:r>
        <w:rPr>
          <w:rtl/>
        </w:rPr>
        <w:t>ديئےھے تا كہ جب وہ واپس اپنے خاندان مي</w:t>
      </w:r>
      <w:r w:rsidR="007D6C9B">
        <w:rPr>
          <w:rtl/>
        </w:rPr>
        <w:t xml:space="preserve">ں </w:t>
      </w:r>
      <w:r>
        <w:rPr>
          <w:rtl/>
        </w:rPr>
        <w:t>جاكر اپنا سامان كھولي</w:t>
      </w:r>
      <w:r w:rsidR="007D6C9B">
        <w:rPr>
          <w:rtl/>
        </w:rPr>
        <w:t xml:space="preserve">ں </w:t>
      </w:r>
      <w:r>
        <w:rPr>
          <w:rtl/>
        </w:rPr>
        <w:t>تو انہي</w:t>
      </w:r>
      <w:r w:rsidR="007D6C9B">
        <w:rPr>
          <w:rtl/>
        </w:rPr>
        <w:t xml:space="preserve">ں </w:t>
      </w:r>
      <w:r>
        <w:rPr>
          <w:rtl/>
        </w:rPr>
        <w:t>پہچان لي</w:t>
      </w:r>
      <w:r w:rsidR="007D6C9B">
        <w:rPr>
          <w:rtl/>
        </w:rPr>
        <w:t xml:space="preserve">ں </w:t>
      </w:r>
      <w:r>
        <w:rPr>
          <w:rtl/>
        </w:rPr>
        <w:t>اور دو بارہ مصر كى طرف لوٹ ائي</w:t>
      </w:r>
      <w:r w:rsidR="007D6C9B">
        <w:rPr>
          <w:rtl/>
        </w:rPr>
        <w:t xml:space="preserve">ں </w:t>
      </w:r>
      <w:r>
        <w:rPr>
          <w:rtl/>
        </w:rPr>
        <w:t>''_</w:t>
      </w:r>
      <w:r w:rsidRPr="006B0714">
        <w:rPr>
          <w:rStyle w:val="libFootnotenumChar"/>
          <w:rtl/>
        </w:rPr>
        <w:t xml:space="preserve">( </w:t>
      </w:r>
      <w:r w:rsidR="00E664BB" w:rsidRPr="006B0714">
        <w:rPr>
          <w:rStyle w:val="libFootnotenumChar"/>
          <w:rtl/>
        </w:rPr>
        <w:t>2</w:t>
      </w:r>
      <w:r w:rsidRPr="006B0714">
        <w:rPr>
          <w:rStyle w:val="libFootnotenumChar"/>
          <w:rtl/>
        </w:rPr>
        <w:t>)</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61</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62</w:t>
      </w:r>
      <w:r>
        <w:rPr>
          <w:rtl/>
        </w:rPr>
        <w:t xml:space="preserve"> </w:t>
      </w:r>
    </w:p>
    <w:p w:rsidR="00DE2D7F" w:rsidRDefault="00DE2D7F" w:rsidP="00D07B54">
      <w:pPr>
        <w:pStyle w:val="libFootnote"/>
        <w:rPr>
          <w:rtl/>
        </w:rPr>
      </w:pPr>
      <w:r>
        <w:rPr>
          <w:rtl/>
        </w:rPr>
        <w:t>(</w:t>
      </w:r>
      <w:r w:rsidR="00E664BB">
        <w:rPr>
          <w:rtl/>
        </w:rPr>
        <w:t>3</w:t>
      </w:r>
      <w:r>
        <w:rPr>
          <w:rtl/>
        </w:rPr>
        <w:t>) حضرت يوسف(ع) نے بھائيو</w:t>
      </w:r>
      <w:r w:rsidR="007D6C9B">
        <w:rPr>
          <w:rtl/>
        </w:rPr>
        <w:t xml:space="preserve">ں </w:t>
      </w:r>
      <w:r>
        <w:rPr>
          <w:rtl/>
        </w:rPr>
        <w:t>سے اپنا تعارف كيو</w:t>
      </w:r>
      <w:r w:rsidR="007D6C9B">
        <w:rPr>
          <w:rtl/>
        </w:rPr>
        <w:t xml:space="preserve">ں </w:t>
      </w:r>
      <w:r>
        <w:rPr>
          <w:rtl/>
        </w:rPr>
        <w:t>نہ كر وايا : مندر جہ بالا واقعہ كے مطالعہ سے جو پہلا سوال سامنے اتا ہے وہ يہ ہے كہ حضرت يوسف نے بھائيو</w:t>
      </w:r>
      <w:r w:rsidR="007D6C9B">
        <w:rPr>
          <w:rtl/>
        </w:rPr>
        <w:t xml:space="preserve">ں </w:t>
      </w:r>
      <w:r>
        <w:rPr>
          <w:rtl/>
        </w:rPr>
        <w:t>سے اپنا تعارف كيو</w:t>
      </w:r>
      <w:r w:rsidR="007D6C9B">
        <w:rPr>
          <w:rtl/>
        </w:rPr>
        <w:t xml:space="preserve">ں </w:t>
      </w:r>
      <w:r>
        <w:rPr>
          <w:rtl/>
        </w:rPr>
        <w:t>نہ كروايا كہ وہ جلداز جلد اپ كو پہچان ليتے اور باپ كے پاس واپس جا كر انہي</w:t>
      </w:r>
      <w:r w:rsidR="007D6C9B">
        <w:rPr>
          <w:rtl/>
        </w:rPr>
        <w:t xml:space="preserve">ں </w:t>
      </w:r>
      <w:r>
        <w:rPr>
          <w:rtl/>
        </w:rPr>
        <w:t xml:space="preserve">ا پ كى جدائي كے جانكاہ غم سے نكالتے ؟ </w:t>
      </w:r>
    </w:p>
    <w:p w:rsidR="004E530F" w:rsidRDefault="00DE2D7F" w:rsidP="00D07B54">
      <w:pPr>
        <w:pStyle w:val="libFootnote"/>
        <w:rPr>
          <w:rtl/>
        </w:rPr>
      </w:pPr>
      <w:r>
        <w:rPr>
          <w:rtl/>
        </w:rPr>
        <w:t>يہ سوال زيادہ وسيع حوالہ سے بھى سامنے اسكتا ہے اور وہ يہ كہ جس وقت حضرت يوسف كے بھا ئي اپ كے پاس ائے اس وقت اپ كى زندان سے رہائي كو كو ئي اٹھ سال گزر چكے تھے كيو نكہ گزشتہ سات سال فراوان نعمتو</w:t>
      </w:r>
      <w:r w:rsidR="007D6C9B">
        <w:rPr>
          <w:rtl/>
        </w:rPr>
        <w:t xml:space="preserve">ں </w:t>
      </w:r>
      <w:r>
        <w:rPr>
          <w:rtl/>
        </w:rPr>
        <w:t>پر مشتمل گزر چكے تھے جن كے دوران اپ قحط سالى كے عر صہ كے لئے اناج ذخير ہ كر نے مي</w:t>
      </w:r>
      <w:r w:rsidR="007D6C9B">
        <w:rPr>
          <w:rtl/>
        </w:rPr>
        <w:t xml:space="preserve">ں </w:t>
      </w:r>
      <w:r>
        <w:rPr>
          <w:rtl/>
        </w:rPr>
        <w:t>مشغول رہے اٹھوي</w:t>
      </w:r>
      <w:r w:rsidR="007D6C9B">
        <w:rPr>
          <w:rtl/>
        </w:rPr>
        <w:t xml:space="preserve">ں </w:t>
      </w:r>
      <w:r>
        <w:rPr>
          <w:rtl/>
        </w:rPr>
        <w:t>سال قحط كا دور شرع ہوا اس سال يا اس كے بعد اپ كے بھا ئي غلہ لينے كے لئے مصر ائے ،كيا چا ہئے نہ تھا كہ ان اٹھ سالو</w:t>
      </w:r>
      <w:r w:rsidR="007D6C9B">
        <w:rPr>
          <w:rtl/>
        </w:rPr>
        <w:t xml:space="preserve">ں </w:t>
      </w:r>
      <w:r>
        <w:rPr>
          <w:rtl/>
        </w:rPr>
        <w:t>مي</w:t>
      </w:r>
      <w:r w:rsidR="007D6C9B">
        <w:rPr>
          <w:rtl/>
        </w:rPr>
        <w:t xml:space="preserve">ں </w:t>
      </w:r>
      <w:r>
        <w:rPr>
          <w:rtl/>
        </w:rPr>
        <w:t xml:space="preserve">اپ كو ئي قاصد كنعان كى طرف بھيجتے اور </w:t>
      </w:r>
      <w:r w:rsidR="004E530F">
        <w:rPr>
          <w:rtl/>
        </w:rPr>
        <w:t xml:space="preserve">اپنے والد كو اپنے حالات سے اگاہ كر تے اور انہيں شديد غم سے نجات دلاتے ؟ </w:t>
      </w:r>
    </w:p>
    <w:p w:rsidR="004E530F" w:rsidRDefault="004E530F" w:rsidP="00D07B54">
      <w:pPr>
        <w:pStyle w:val="libFootnote"/>
        <w:rPr>
          <w:rtl/>
        </w:rPr>
      </w:pPr>
      <w:r>
        <w:rPr>
          <w:rtl/>
        </w:rPr>
        <w:t xml:space="preserve">بہت سے مفسر ين نے مثلاً طبرسى نے مجمع البيان ميں ، علامہ طباطبائي نے الميزان ميں اور قرطبى نے الجامع الا حكام القران ميں اس سوال كا جواب ديا ہے اور اس سلسلے ميں كئي جوابات پيش كئے ہيں ان ميں سے زيادہ بہتر يہ نظر اتا ہے كہ حضرت يوسف كو خدا تعالى كى طرف سے اس كى اجازت نہ تھى كيو نكہ فراق يو سف ديگر پہلوئوں كے علاوہ يعقوب كے لئے بھى ايك امتحان بھى تھا،اور ضرورى تھا كہ آزمائش  كى يہ دور فرمان الہى سے ختم ہوتا،اور اس سے پہلے حضرت يوسف(ع) خبردينے كے مجا ز نہ تھے _ </w:t>
      </w:r>
    </w:p>
    <w:p w:rsidR="004E530F" w:rsidRDefault="004E530F" w:rsidP="00D07B54">
      <w:pPr>
        <w:pStyle w:val="libFootnote"/>
        <w:rPr>
          <w:rtl/>
        </w:rPr>
      </w:pPr>
      <w:r>
        <w:rPr>
          <w:rtl/>
        </w:rPr>
        <w:t xml:space="preserve">اس كے علاوہ اگر حضرت يو سف فوراً ہى اپنے بھا ئيوں كو اپنا تعارف كرو اديتے تو ممكن تھا كہ اس كا نتيجہ اچھا نہ ہو تا اور ہو سكتا تھا كہ وہ اس سے ايسے وحشت زدہ ہو تے كہ پھر لوٹ كر اپ كے پاس نہ اتے كيونكہ انہيں يہ خيال پيدا ہو تا كہ ممكن ہے يوسف ان كے گزشتہ رويہ كا انتقام ليں </w:t>
      </w:r>
    </w:p>
    <w:p w:rsidR="00484E74" w:rsidRDefault="001648F9" w:rsidP="00D07B54">
      <w:pPr>
        <w:pStyle w:val="libNormal"/>
        <w:rPr>
          <w:rtl/>
        </w:rPr>
      </w:pPr>
      <w:r>
        <w:rPr>
          <w:rtl/>
        </w:rPr>
        <w:br w:type="page"/>
      </w:r>
    </w:p>
    <w:p w:rsidR="00484E74" w:rsidRDefault="00484E74" w:rsidP="00D07B54">
      <w:pPr>
        <w:pStyle w:val="libNormal"/>
        <w:rPr>
          <w:rtl/>
        </w:rPr>
      </w:pPr>
    </w:p>
    <w:p w:rsidR="00484E74" w:rsidRDefault="00DE2D7F" w:rsidP="00D07B54">
      <w:pPr>
        <w:pStyle w:val="Heading2Center"/>
        <w:rPr>
          <w:rtl/>
        </w:rPr>
      </w:pPr>
      <w:bookmarkStart w:id="171" w:name="_Toc7268568"/>
      <w:r>
        <w:rPr>
          <w:rtl/>
        </w:rPr>
        <w:t>اخر كار باپ راضى ہو گيا</w:t>
      </w:r>
      <w:bookmarkEnd w:id="171"/>
      <w:r>
        <w:rPr>
          <w:rtl/>
        </w:rPr>
        <w:t xml:space="preserve"> </w:t>
      </w:r>
    </w:p>
    <w:p w:rsidR="00DE2D7F" w:rsidRDefault="00DE2D7F" w:rsidP="00D07B54">
      <w:pPr>
        <w:pStyle w:val="libNormal"/>
        <w:rPr>
          <w:rtl/>
        </w:rPr>
      </w:pPr>
      <w:r>
        <w:rPr>
          <w:rtl/>
        </w:rPr>
        <w:t>حضرت يو سف(ع) كے بھا ئي ما لامال ہو كر خو شى خو شى كنعان واپس ائے ليكن ايند ہ كى فكر تھى كہ اگر باپ چھو ٹے بھا ئي ( بنيا مين ) كو بھيجنے پر راضى نہ ہوئے تو عزيز مصر ان كى پذيرائي نہي</w:t>
      </w:r>
      <w:r w:rsidR="007D6C9B">
        <w:rPr>
          <w:rtl/>
        </w:rPr>
        <w:t xml:space="preserve">ں </w:t>
      </w:r>
      <w:r>
        <w:rPr>
          <w:rtl/>
        </w:rPr>
        <w:t>كرے گا اور انہي</w:t>
      </w:r>
      <w:r w:rsidR="007D6C9B">
        <w:rPr>
          <w:rtl/>
        </w:rPr>
        <w:t xml:space="preserve">ں </w:t>
      </w:r>
      <w:r>
        <w:rPr>
          <w:rtl/>
        </w:rPr>
        <w:t>غلے كا حصہ نہي</w:t>
      </w:r>
      <w:r w:rsidR="007D6C9B">
        <w:rPr>
          <w:rtl/>
        </w:rPr>
        <w:t xml:space="preserve">ں </w:t>
      </w:r>
      <w:r>
        <w:rPr>
          <w:rtl/>
        </w:rPr>
        <w:t xml:space="preserve">دے گا _ اسى لئے قران كہتا ہے : </w:t>
      </w:r>
    </w:p>
    <w:p w:rsidR="00DE2D7F" w:rsidRDefault="00DE2D7F" w:rsidP="00D07B54">
      <w:pPr>
        <w:pStyle w:val="libNormal"/>
        <w:rPr>
          <w:rtl/>
        </w:rPr>
      </w:pPr>
      <w:r>
        <w:rPr>
          <w:rtl/>
        </w:rPr>
        <w:t>''جب وہ باپ كے پاس لوٹ كر ائے تو انہو</w:t>
      </w:r>
      <w:r w:rsidR="007D6C9B">
        <w:rPr>
          <w:rtl/>
        </w:rPr>
        <w:t xml:space="preserve">ں </w:t>
      </w:r>
      <w:r>
        <w:rPr>
          <w:rtl/>
        </w:rPr>
        <w:t>نے كہا : ابا جان حكم ديا گيا ہے كہ ايندہ ہمي</w:t>
      </w:r>
      <w:r w:rsidR="007D6C9B">
        <w:rPr>
          <w:rtl/>
        </w:rPr>
        <w:t xml:space="preserve">ں </w:t>
      </w:r>
      <w:r>
        <w:rPr>
          <w:rtl/>
        </w:rPr>
        <w:t>غلے كا حصہ نہ ديا جائے اور پيمانہ ہم سے روك ديا جا ئے، '' اب جب يہ صورت در پيش ہے تو ہمارے بھا ئي كو ہمارے ساتھ بھيج دي</w:t>
      </w:r>
      <w:r w:rsidR="007D6C9B">
        <w:rPr>
          <w:rtl/>
        </w:rPr>
        <w:t xml:space="preserve">ں </w:t>
      </w:r>
      <w:r>
        <w:rPr>
          <w:rtl/>
        </w:rPr>
        <w:t>تا كہ ہم پيمانہ حاصل كرسكي</w:t>
      </w:r>
      <w:r w:rsidR="007D6C9B">
        <w:rPr>
          <w:rtl/>
        </w:rPr>
        <w:t xml:space="preserve">ں </w:t>
      </w:r>
      <w:r>
        <w:rPr>
          <w:rtl/>
        </w:rPr>
        <w:t>،''اور اپ مطمئن رہي</w:t>
      </w:r>
      <w:r w:rsidR="007D6C9B">
        <w:rPr>
          <w:rtl/>
        </w:rPr>
        <w:t xml:space="preserve">ں </w:t>
      </w:r>
      <w:r>
        <w:rPr>
          <w:rtl/>
        </w:rPr>
        <w:t>ہم اس كى حفا ظت كر ي</w:t>
      </w:r>
      <w:r w:rsidR="007D6C9B">
        <w:rPr>
          <w:rtl/>
        </w:rPr>
        <w:t xml:space="preserve">ں </w:t>
      </w:r>
      <w:r>
        <w:rPr>
          <w:rtl/>
        </w:rPr>
        <w:t>گے''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باپ كہ جو يو سف كو ہر گز نہي</w:t>
      </w:r>
      <w:r w:rsidR="007D6C9B">
        <w:rPr>
          <w:rtl/>
        </w:rPr>
        <w:t xml:space="preserve">ں </w:t>
      </w:r>
      <w:r>
        <w:rPr>
          <w:rtl/>
        </w:rPr>
        <w:t>بھو لتا تھا يہ بات سن كر پريشا ن ہو گيا ،ان كى طرف رخ كر كے اس نے كہا :'' كيا مي</w:t>
      </w:r>
      <w:r w:rsidR="007D6C9B">
        <w:rPr>
          <w:rtl/>
        </w:rPr>
        <w:t xml:space="preserve">ں </w:t>
      </w:r>
      <w:r>
        <w:rPr>
          <w:rtl/>
        </w:rPr>
        <w:t>تم پر اس بھا ئي كے بارے مي</w:t>
      </w:r>
      <w:r w:rsidR="007D6C9B">
        <w:rPr>
          <w:rtl/>
        </w:rPr>
        <w:t xml:space="preserve">ں </w:t>
      </w:r>
      <w:r>
        <w:rPr>
          <w:rtl/>
        </w:rPr>
        <w:t>بھروسہ كر لو</w:t>
      </w:r>
      <w:r w:rsidR="007D6C9B">
        <w:rPr>
          <w:rtl/>
        </w:rPr>
        <w:t xml:space="preserve">ں </w:t>
      </w:r>
      <w:r>
        <w:rPr>
          <w:rtl/>
        </w:rPr>
        <w:t>جب كہ اس كے بھائي يو سف كے بارے مي</w:t>
      </w:r>
      <w:r w:rsidR="007D6C9B">
        <w:rPr>
          <w:rtl/>
        </w:rPr>
        <w:t xml:space="preserve">ں </w:t>
      </w:r>
      <w:r>
        <w:rPr>
          <w:rtl/>
        </w:rPr>
        <w:t>گزشتہ زمانے مي</w:t>
      </w:r>
      <w:r w:rsidR="007D6C9B">
        <w:rPr>
          <w:rtl/>
        </w:rPr>
        <w:t xml:space="preserve">ں </w:t>
      </w:r>
      <w:r>
        <w:rPr>
          <w:rtl/>
        </w:rPr>
        <w:t>تم پر بھروسہ كيا تھا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63</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64</w:t>
      </w:r>
      <w:r>
        <w:rPr>
          <w:rtl/>
        </w:rPr>
        <w:t xml:space="preserve"> </w:t>
      </w:r>
    </w:p>
    <w:p w:rsidR="00484E74" w:rsidRDefault="00C2634E" w:rsidP="00D07B54">
      <w:pPr>
        <w:pStyle w:val="libNormal"/>
        <w:rPr>
          <w:rtl/>
        </w:rPr>
      </w:pPr>
      <w:r>
        <w:rPr>
          <w:rtl/>
        </w:rPr>
        <w:t xml:space="preserve"> </w:t>
      </w:r>
      <w:r>
        <w:rPr>
          <w:rtl/>
        </w:rPr>
        <w:br w:type="page"/>
      </w:r>
    </w:p>
    <w:p w:rsidR="00484E74" w:rsidRDefault="00484E74" w:rsidP="00D07B54">
      <w:pPr>
        <w:pStyle w:val="libNormal"/>
        <w:rPr>
          <w:rtl/>
        </w:rPr>
      </w:pPr>
    </w:p>
    <w:p w:rsidR="00DE2D7F" w:rsidRDefault="00DE2D7F" w:rsidP="00D07B54">
      <w:pPr>
        <w:pStyle w:val="libNormal"/>
        <w:rPr>
          <w:rtl/>
        </w:rPr>
      </w:pPr>
      <w:r>
        <w:rPr>
          <w:rtl/>
        </w:rPr>
        <w:t>يعنى جب تمہارا ايسا برا ما ضى ہے جو بھولنے كے قابل نہي</w:t>
      </w:r>
      <w:r w:rsidR="007D6C9B">
        <w:rPr>
          <w:rtl/>
        </w:rPr>
        <w:t xml:space="preserve">ں </w:t>
      </w:r>
      <w:r>
        <w:rPr>
          <w:rtl/>
        </w:rPr>
        <w:t>تو تم كس طرح تو قع ركھتے ہو كہ دوبارہ تمہارى فرما</w:t>
      </w:r>
      <w:r w:rsidR="00091C36">
        <w:rPr>
          <w:rtl/>
        </w:rPr>
        <w:t xml:space="preserve">ئش </w:t>
      </w:r>
      <w:r>
        <w:rPr>
          <w:rtl/>
        </w:rPr>
        <w:t xml:space="preserve"> مان لو</w:t>
      </w:r>
      <w:r w:rsidR="007D6C9B">
        <w:rPr>
          <w:rtl/>
        </w:rPr>
        <w:t xml:space="preserve">ں </w:t>
      </w:r>
      <w:r>
        <w:rPr>
          <w:rtl/>
        </w:rPr>
        <w:t>اور اپنے فرزند دل بند كو تمہارے سپرد كر دو</w:t>
      </w:r>
      <w:r w:rsidR="007D6C9B">
        <w:rPr>
          <w:rtl/>
        </w:rPr>
        <w:t xml:space="preserve">ں </w:t>
      </w:r>
      <w:r>
        <w:rPr>
          <w:rtl/>
        </w:rPr>
        <w:t>اور وہ بھى ايك دور درازسفر اور پرا ئے ديس كے لئے ،اس كے بعد اس نے مزيد كہا :'' ہر حالت مي</w:t>
      </w:r>
      <w:r w:rsidR="007D6C9B">
        <w:rPr>
          <w:rtl/>
        </w:rPr>
        <w:t xml:space="preserve">ں </w:t>
      </w:r>
      <w:r>
        <w:rPr>
          <w:rtl/>
        </w:rPr>
        <w:t>خدا بہتر ين محا فظ اور''ارحم الرحمين''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''پھر ان بھا ئيو</w:t>
      </w:r>
      <w:r w:rsidR="007D6C9B">
        <w:rPr>
          <w:rtl/>
        </w:rPr>
        <w:t xml:space="preserve">ں </w:t>
      </w:r>
      <w:r>
        <w:rPr>
          <w:rtl/>
        </w:rPr>
        <w:t>نے جب اپنا سامان كھولا تو انہو</w:t>
      </w:r>
      <w:r w:rsidR="007D6C9B">
        <w:rPr>
          <w:rtl/>
        </w:rPr>
        <w:t xml:space="preserve">ں </w:t>
      </w:r>
      <w:r>
        <w:rPr>
          <w:rtl/>
        </w:rPr>
        <w:t>نے بڑے تعجب سے ديكھا كہ وہ تمام چيز ي</w:t>
      </w:r>
      <w:r w:rsidR="007D6C9B">
        <w:rPr>
          <w:rtl/>
        </w:rPr>
        <w:t xml:space="preserve">ں </w:t>
      </w:r>
      <w:r>
        <w:rPr>
          <w:rtl/>
        </w:rPr>
        <w:t>جو انہو</w:t>
      </w:r>
      <w:r w:rsidR="007D6C9B">
        <w:rPr>
          <w:rtl/>
        </w:rPr>
        <w:t xml:space="preserve">ں </w:t>
      </w:r>
      <w:r>
        <w:rPr>
          <w:rtl/>
        </w:rPr>
        <w:t>نے غلے كى قيمت كے طور پر عزيز مصر كو دى تھي</w:t>
      </w:r>
      <w:r w:rsidR="007D6C9B">
        <w:rPr>
          <w:rtl/>
        </w:rPr>
        <w:t xml:space="preserve">ں </w:t>
      </w:r>
      <w:r>
        <w:rPr>
          <w:rtl/>
        </w:rPr>
        <w:t>سب انہي</w:t>
      </w:r>
      <w:r w:rsidR="007D6C9B">
        <w:rPr>
          <w:rtl/>
        </w:rPr>
        <w:t xml:space="preserve">ں </w:t>
      </w:r>
      <w:r>
        <w:rPr>
          <w:rtl/>
        </w:rPr>
        <w:t>لوٹادى گئي ہي</w:t>
      </w:r>
      <w:r w:rsidR="007D6C9B">
        <w:rPr>
          <w:rtl/>
        </w:rPr>
        <w:t xml:space="preserve">ں </w:t>
      </w:r>
      <w:r>
        <w:rPr>
          <w:rtl/>
        </w:rPr>
        <w:t>اور وہ ان كے سامان مي</w:t>
      </w:r>
      <w:r w:rsidR="007D6C9B">
        <w:rPr>
          <w:rtl/>
        </w:rPr>
        <w:t xml:space="preserve">ں </w:t>
      </w:r>
      <w:r>
        <w:rPr>
          <w:rtl/>
        </w:rPr>
        <w:t>موجود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جب انہو</w:t>
      </w:r>
      <w:r w:rsidR="007D6C9B">
        <w:rPr>
          <w:rtl/>
        </w:rPr>
        <w:t xml:space="preserve">ں </w:t>
      </w:r>
      <w:r>
        <w:rPr>
          <w:rtl/>
        </w:rPr>
        <w:t>نے ديكھا كہ يہ تو ان كى گفتگو پر سند قاطع ہے تو باپ كے پاس ائے اور كہنے لگے: ''اباجا ن ہمي</w:t>
      </w:r>
      <w:r w:rsidR="007D6C9B">
        <w:rPr>
          <w:rtl/>
        </w:rPr>
        <w:t xml:space="preserve">ں </w:t>
      </w:r>
      <w:r>
        <w:rPr>
          <w:rtl/>
        </w:rPr>
        <w:t>اس سے بڑھ كر اور كيا چا ہيے ، ديكھئے انہو</w:t>
      </w:r>
      <w:r w:rsidR="007D6C9B">
        <w:rPr>
          <w:rtl/>
        </w:rPr>
        <w:t xml:space="preserve">ں </w:t>
      </w:r>
      <w:r>
        <w:rPr>
          <w:rtl/>
        </w:rPr>
        <w:t>نے ہمارا تمام مال ومتاع ہمي</w:t>
      </w:r>
      <w:r w:rsidR="007D6C9B">
        <w:rPr>
          <w:rtl/>
        </w:rPr>
        <w:t xml:space="preserve">ں </w:t>
      </w:r>
      <w:r>
        <w:rPr>
          <w:rtl/>
        </w:rPr>
        <w:t>واپس كر ديا ہے''_</w:t>
      </w:r>
      <w:r w:rsidRPr="00AD1EF3">
        <w:rPr>
          <w:rStyle w:val="libFootnotenumChar"/>
          <w:rtl/>
        </w:rPr>
        <w:t>(</w:t>
      </w:r>
      <w:r w:rsidR="00E664BB" w:rsidRPr="00AD1EF3">
        <w:rPr>
          <w:rStyle w:val="libFootnotenumChar"/>
          <w:rtl/>
        </w:rPr>
        <w:t>3</w:t>
      </w:r>
      <w:r w:rsidRPr="00AD1EF3">
        <w:rPr>
          <w:rStyle w:val="libFootnotenumChar"/>
          <w:rtl/>
        </w:rPr>
        <w:t>)</w:t>
      </w:r>
      <w:r>
        <w:rPr>
          <w:rtl/>
        </w:rPr>
        <w:t>كيا اس سے بڑھ كر كوئي عزت واحترام اور مہر بانى ہو سكتى ہے كہ ايك غير ملك كا سربراہ ايسے قحط اور خشك سالى مي</w:t>
      </w:r>
      <w:r w:rsidR="007D6C9B">
        <w:rPr>
          <w:rtl/>
        </w:rPr>
        <w:t xml:space="preserve">ں </w:t>
      </w:r>
      <w:r>
        <w:rPr>
          <w:rtl/>
        </w:rPr>
        <w:t>ہمي</w:t>
      </w:r>
      <w:r w:rsidR="007D6C9B">
        <w:rPr>
          <w:rtl/>
        </w:rPr>
        <w:t xml:space="preserve">ں </w:t>
      </w:r>
      <w:r>
        <w:rPr>
          <w:rtl/>
        </w:rPr>
        <w:t>اناج بھى دے اور اس كى قيمت بھى واپس كر دے ، وہ بھى ايسے كہ ہم سمجھ ہى نہ پائي</w:t>
      </w:r>
      <w:r w:rsidR="007D6C9B">
        <w:rPr>
          <w:rtl/>
        </w:rPr>
        <w:t xml:space="preserve">ں </w:t>
      </w:r>
      <w:r>
        <w:rPr>
          <w:rtl/>
        </w:rPr>
        <w:t xml:space="preserve">اور شرمندہ نہ ہو </w:t>
      </w:r>
      <w:r w:rsidR="007D6C9B">
        <w:rPr>
          <w:rtl/>
        </w:rPr>
        <w:t xml:space="preserve">ں </w:t>
      </w:r>
      <w:r>
        <w:rPr>
          <w:rtl/>
        </w:rPr>
        <w:t>؟ اس سے بڑھ كر ہم كيا تصور كر سكتے ہي</w:t>
      </w:r>
      <w:r w:rsidR="007D6C9B">
        <w:rPr>
          <w:rtl/>
        </w:rPr>
        <w:t xml:space="preserve">ں </w:t>
      </w:r>
      <w:r>
        <w:rPr>
          <w:rtl/>
        </w:rPr>
        <w:t xml:space="preserve">؟ </w:t>
      </w:r>
    </w:p>
    <w:p w:rsidR="00DE2D7F" w:rsidRDefault="00DE2D7F" w:rsidP="00D07B54">
      <w:pPr>
        <w:pStyle w:val="libNormal"/>
        <w:rPr>
          <w:rtl/>
        </w:rPr>
      </w:pPr>
      <w:r>
        <w:rPr>
          <w:rtl/>
        </w:rPr>
        <w:t>ابا جا ن اب كسى پر يشا نى كى ضرورت نہي</w:t>
      </w:r>
      <w:r w:rsidR="007D6C9B">
        <w:rPr>
          <w:rtl/>
        </w:rPr>
        <w:t xml:space="preserve">ں </w:t>
      </w:r>
      <w:r>
        <w:rPr>
          <w:rtl/>
        </w:rPr>
        <w:t>ہمارے بھا ئي كو ہما رے ساتھ بھيج دي</w:t>
      </w:r>
      <w:r w:rsidR="007D6C9B">
        <w:rPr>
          <w:rtl/>
        </w:rPr>
        <w:t xml:space="preserve">ں </w:t>
      </w:r>
      <w:r>
        <w:rPr>
          <w:rtl/>
        </w:rPr>
        <w:t>ہم اپنے گھر والو</w:t>
      </w:r>
      <w:r w:rsidR="007D6C9B">
        <w:rPr>
          <w:rtl/>
        </w:rPr>
        <w:t xml:space="preserve">ں </w:t>
      </w:r>
      <w:r>
        <w:rPr>
          <w:rtl/>
        </w:rPr>
        <w:t>كے لئے اناج لے آئي</w:t>
      </w:r>
      <w:r w:rsidR="007D6C9B">
        <w:rPr>
          <w:rtl/>
        </w:rPr>
        <w:t xml:space="preserve">ں </w:t>
      </w:r>
      <w:r>
        <w:rPr>
          <w:rtl/>
        </w:rPr>
        <w:t>گے،اور اپنے بھائي كى حفاظت كى كو شش كر ي</w:t>
      </w:r>
      <w:r w:rsidR="007D6C9B">
        <w:rPr>
          <w:rtl/>
        </w:rPr>
        <w:t xml:space="preserve">ں </w:t>
      </w:r>
      <w:r>
        <w:rPr>
          <w:rtl/>
        </w:rPr>
        <w:t>گے _نيز اس كى وجہ سے ايك اونٹ كا بار بھى زيادہ لا ئي</w:t>
      </w:r>
      <w:r w:rsidR="007D6C9B">
        <w:rPr>
          <w:rtl/>
        </w:rPr>
        <w:t xml:space="preserve">ں </w:t>
      </w:r>
      <w:r>
        <w:rPr>
          <w:rtl/>
        </w:rPr>
        <w:t>گے _ اور عزيز مصر جيسے محترم ، مہربان اور سخى شخص كے لئے كہ جسے ہم نے ديكھا ہے ''ايك آسان اور معمولى كا م ہے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ان تمام امور كے باوجود حضرت يعقوب اپنے بيٹے بنيا مين كو ان كے ساتھ بھيجنے كے لئے راضى نہ تھے ليكن دوسرى طرف ان كا اصرار تھا جو واضح منطق كى بنياد پرتھا يہ صور ت حال انھي</w:t>
      </w:r>
      <w:r w:rsidR="007D6C9B">
        <w:rPr>
          <w:rtl/>
        </w:rPr>
        <w:t xml:space="preserve">ں </w:t>
      </w:r>
      <w:r>
        <w:rPr>
          <w:rtl/>
        </w:rPr>
        <w:t xml:space="preserve">آمادہ كرتى تھى كہ وہ ان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64</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65</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65</w:t>
      </w:r>
      <w:r>
        <w:rPr>
          <w:rtl/>
        </w:rPr>
        <w:t xml:space="preserve"> </w:t>
      </w:r>
    </w:p>
    <w:p w:rsidR="00DE2D7F" w:rsidRDefault="00DE2D7F" w:rsidP="00D07B54">
      <w:pPr>
        <w:pStyle w:val="libFootnote"/>
        <w:rPr>
          <w:rtl/>
        </w:rPr>
      </w:pPr>
      <w:r>
        <w:rPr>
          <w:rtl/>
        </w:rPr>
        <w:t>(</w:t>
      </w:r>
      <w:r w:rsidR="00E664BB">
        <w:rPr>
          <w:rtl/>
        </w:rPr>
        <w:t>4</w:t>
      </w:r>
      <w:r>
        <w:rPr>
          <w:rtl/>
        </w:rPr>
        <w:t xml:space="preserve">)سورہ يوسف آيت </w:t>
      </w:r>
      <w:r w:rsidR="00E664BB">
        <w:rPr>
          <w:rtl/>
        </w:rPr>
        <w:t>65</w:t>
      </w:r>
      <w:r>
        <w:rPr>
          <w:rtl/>
        </w:rPr>
        <w:t xml:space="preserve"> </w:t>
      </w:r>
    </w:p>
    <w:p w:rsidR="00484E74" w:rsidRDefault="00C2634E" w:rsidP="00D07B54">
      <w:pPr>
        <w:pStyle w:val="libNormal"/>
        <w:rPr>
          <w:rtl/>
        </w:rPr>
      </w:pPr>
      <w:r>
        <w:rPr>
          <w:rtl/>
        </w:rPr>
        <w:t xml:space="preserve"> </w:t>
      </w:r>
      <w:r>
        <w:rPr>
          <w:rtl/>
        </w:rPr>
        <w:br w:type="page"/>
      </w:r>
    </w:p>
    <w:p w:rsidR="00484E74" w:rsidRDefault="00484E74" w:rsidP="00D07B54">
      <w:pPr>
        <w:pStyle w:val="libNormal"/>
        <w:rPr>
          <w:rtl/>
        </w:rPr>
      </w:pPr>
    </w:p>
    <w:p w:rsidR="00DE2D7F" w:rsidRDefault="00DE2D7F" w:rsidP="00D07B54">
      <w:pPr>
        <w:pStyle w:val="libNormal"/>
        <w:rPr>
          <w:rtl/>
        </w:rPr>
      </w:pPr>
      <w:r>
        <w:rPr>
          <w:rtl/>
        </w:rPr>
        <w:t>كى تجويز قبول كرلي</w:t>
      </w:r>
      <w:r w:rsidR="007D6C9B">
        <w:rPr>
          <w:rtl/>
        </w:rPr>
        <w:t xml:space="preserve">ں </w:t>
      </w:r>
      <w:r>
        <w:rPr>
          <w:rtl/>
        </w:rPr>
        <w:t>آخر كار انہو</w:t>
      </w:r>
      <w:r w:rsidR="007D6C9B">
        <w:rPr>
          <w:rtl/>
        </w:rPr>
        <w:t xml:space="preserve">ں </w:t>
      </w:r>
      <w:r>
        <w:rPr>
          <w:rtl/>
        </w:rPr>
        <w:t>نے ديكھا كہ اس كے بغير چارہ نہي</w:t>
      </w:r>
      <w:r w:rsidR="007D6C9B">
        <w:rPr>
          <w:rtl/>
        </w:rPr>
        <w:t xml:space="preserve">ں </w:t>
      </w:r>
      <w:r>
        <w:rPr>
          <w:rtl/>
        </w:rPr>
        <w:t>كہ مشروط طور پر بيٹے كو بھيج ديا جا ئے لہذا آپ نے ان سے اس طرح سے كہا : ''مي</w:t>
      </w:r>
      <w:r w:rsidR="007D6C9B">
        <w:rPr>
          <w:rtl/>
        </w:rPr>
        <w:t xml:space="preserve">ں </w:t>
      </w:r>
      <w:r>
        <w:rPr>
          <w:rtl/>
        </w:rPr>
        <w:t>اسے ہر گز تمہارے ساتھ نہي</w:t>
      </w:r>
      <w:r w:rsidR="007D6C9B">
        <w:rPr>
          <w:rtl/>
        </w:rPr>
        <w:t xml:space="preserve">ں </w:t>
      </w:r>
      <w:r>
        <w:rPr>
          <w:rtl/>
        </w:rPr>
        <w:t>بھيجو</w:t>
      </w:r>
      <w:r w:rsidR="007D6C9B">
        <w:rPr>
          <w:rtl/>
        </w:rPr>
        <w:t xml:space="preserve">ں </w:t>
      </w:r>
      <w:r>
        <w:rPr>
          <w:rtl/>
        </w:rPr>
        <w:t>گا ، جب تك كہ تم ايك خدائي پيمان نہ دو اور كو ئي ايسا كا م نہ كرو كہ جس سے مجھے اعتماد پيدا ہو جا ئے كہ تم اسے واپس لے كر آئو گے مگر يہ موت يا دوسرے عوامل كى وجہ سے يہ امر تمہارے بس مي</w:t>
      </w:r>
      <w:r w:rsidR="007D6C9B">
        <w:rPr>
          <w:rtl/>
        </w:rPr>
        <w:t xml:space="preserve">ں </w:t>
      </w:r>
      <w:r>
        <w:rPr>
          <w:rtl/>
        </w:rPr>
        <w:t>نہ رہے''_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''وثيقہ الہي'' سے مراد وہى قسم ہے جو خدا كے نام كے ساتھ ہے_ </w:t>
      </w:r>
    </w:p>
    <w:p w:rsidR="00DE2D7F" w:rsidRDefault="00DE2D7F" w:rsidP="00D07B54">
      <w:pPr>
        <w:pStyle w:val="libNormal"/>
        <w:rPr>
          <w:rtl/>
        </w:rPr>
      </w:pPr>
      <w:r>
        <w:rPr>
          <w:rtl/>
        </w:rPr>
        <w:t>بہر حال يوسف(ع) كے بھائيو</w:t>
      </w:r>
      <w:r w:rsidR="007D6C9B">
        <w:rPr>
          <w:rtl/>
        </w:rPr>
        <w:t xml:space="preserve">ں </w:t>
      </w:r>
      <w:r>
        <w:rPr>
          <w:rtl/>
        </w:rPr>
        <w:t>نے باپ كى شرط قبول كرلي،اور جب انھو</w:t>
      </w:r>
      <w:r w:rsidR="007D6C9B">
        <w:rPr>
          <w:rtl/>
        </w:rPr>
        <w:t xml:space="preserve">ں </w:t>
      </w:r>
      <w:r>
        <w:rPr>
          <w:rtl/>
        </w:rPr>
        <w:t>نے اپنے باپ سے عہد و پيمان باندھاتو يعقوب(ع) نے كہا:خدا شاہد،ناظر اورمحافظ ہے اس بات پر كہ جو ہم كہتے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66</w:t>
      </w:r>
      <w:r>
        <w:rPr>
          <w:rtl/>
        </w:rPr>
        <w:t xml:space="preserve"> </w:t>
      </w:r>
    </w:p>
    <w:p w:rsidR="00DE2D7F" w:rsidRDefault="00DE2D7F" w:rsidP="00D07B54">
      <w:pPr>
        <w:pStyle w:val="libFootnote"/>
        <w:rPr>
          <w:rtl/>
        </w:rPr>
      </w:pPr>
      <w:r>
        <w:rPr>
          <w:rtl/>
        </w:rPr>
        <w:t>(</w:t>
      </w:r>
      <w:r w:rsidR="00E664BB">
        <w:rPr>
          <w:rtl/>
        </w:rPr>
        <w:t>2</w:t>
      </w:r>
      <w:r>
        <w:rPr>
          <w:rtl/>
        </w:rPr>
        <w:t>) حضرت يعقوب كيسے راضى ہو گئے : مند رجہ بالاو اقعہ كے سلسلے مي</w:t>
      </w:r>
      <w:r w:rsidR="007D6C9B">
        <w:rPr>
          <w:rtl/>
        </w:rPr>
        <w:t xml:space="preserve">ں </w:t>
      </w:r>
      <w:r>
        <w:rPr>
          <w:rtl/>
        </w:rPr>
        <w:t>جو پہلا سوال ذہن مي</w:t>
      </w:r>
      <w:r w:rsidR="007D6C9B">
        <w:rPr>
          <w:rtl/>
        </w:rPr>
        <w:t xml:space="preserve">ں </w:t>
      </w:r>
      <w:r>
        <w:rPr>
          <w:rtl/>
        </w:rPr>
        <w:t>آتا ہے يہ ہے كہ حضرت يعقوب بنيا مين كو ان كے سپر د كرنے پر كيسے آمادہ ہوگئے جب كہ ان كے بھائي ،يو سف (ع) كے بارے مي</w:t>
      </w:r>
      <w:r w:rsidR="007D6C9B">
        <w:rPr>
          <w:rtl/>
        </w:rPr>
        <w:t xml:space="preserve">ں </w:t>
      </w:r>
      <w:r>
        <w:rPr>
          <w:rtl/>
        </w:rPr>
        <w:t>سلوك كى وجہ سے پہلے برے كردا ركے شمار ہو تے تھے حالا نكہ ہم جانتے ہي</w:t>
      </w:r>
      <w:r w:rsidR="007D6C9B">
        <w:rPr>
          <w:rtl/>
        </w:rPr>
        <w:t xml:space="preserve">ں </w:t>
      </w:r>
      <w:r>
        <w:rPr>
          <w:rtl/>
        </w:rPr>
        <w:t>كہ وہ صر ف يو سف كے بارے مي</w:t>
      </w:r>
      <w:r w:rsidR="007D6C9B">
        <w:rPr>
          <w:rtl/>
        </w:rPr>
        <w:t xml:space="preserve">ں </w:t>
      </w:r>
      <w:r>
        <w:rPr>
          <w:rtl/>
        </w:rPr>
        <w:t>اپنے دل مي</w:t>
      </w:r>
      <w:r w:rsidR="007D6C9B">
        <w:rPr>
          <w:rtl/>
        </w:rPr>
        <w:t xml:space="preserve">ں </w:t>
      </w:r>
      <w:r>
        <w:rPr>
          <w:rtl/>
        </w:rPr>
        <w:t>كينہ وحسد نہي</w:t>
      </w:r>
      <w:r w:rsidR="007D6C9B">
        <w:rPr>
          <w:rtl/>
        </w:rPr>
        <w:t xml:space="preserve">ں </w:t>
      </w:r>
      <w:r>
        <w:rPr>
          <w:rtl/>
        </w:rPr>
        <w:t>ركھتے تھے بلكہ وہ يہى احساسات اگر چہ نسبتا خفيف ہى سہى بنيا مين كے لئے بھى ركھتے تھے جيسا كہ شروع داستان مي</w:t>
      </w:r>
      <w:r w:rsidR="007D6C9B">
        <w:rPr>
          <w:rtl/>
        </w:rPr>
        <w:t xml:space="preserve">ں </w:t>
      </w:r>
      <w:r>
        <w:rPr>
          <w:rtl/>
        </w:rPr>
        <w:t>پڑھا_''انہو</w:t>
      </w:r>
      <w:r w:rsidR="007D6C9B">
        <w:rPr>
          <w:rtl/>
        </w:rPr>
        <w:t xml:space="preserve">ں </w:t>
      </w:r>
      <w:r>
        <w:rPr>
          <w:rtl/>
        </w:rPr>
        <w:t>نے كہا كہ يوسف اوراس كا بھائي باپ كے نزديك ہم سے زيادہ محبوب ہے جب كہ ہم زيادہ طاقتور ہي</w:t>
      </w:r>
      <w:r w:rsidR="007D6C9B">
        <w:rPr>
          <w:rtl/>
        </w:rPr>
        <w:t xml:space="preserve">ں </w:t>
      </w:r>
      <w:r>
        <w:rPr>
          <w:rtl/>
        </w:rPr>
        <w:t xml:space="preserve">''_ </w:t>
      </w:r>
    </w:p>
    <w:p w:rsidR="00DE2D7F" w:rsidRDefault="00DE2D7F" w:rsidP="00D07B54">
      <w:pPr>
        <w:pStyle w:val="libFootnote"/>
        <w:rPr>
          <w:rtl/>
        </w:rPr>
      </w:pPr>
      <w:r>
        <w:rPr>
          <w:rtl/>
        </w:rPr>
        <w:t>اس نكتہ كى طرف تو جہ كر نے سے اس سوال كا جواب واضح ہو جا تا ہے كہ حضرت يوسف والے حا دثے كو تيس سے چاليس سال تك كا عر صہ بيت چكا تھا اور حضر ت يو سف كے جو ان بھا ئي بڑھا پے كو پہنچ گئے تھے اور فطر تا ان كا ذہن پہلے زما نے كى نسبت پختہ ہو چكا تھا اس كے علاوہ گھر كے ما حول پر اور اپنے مضطرب وجدان پر اپنے برے ارادے كے اثرات وہ اچھى طرح سے محسوس كر تے تھے اور تجربے نے ان پر ثابت كر ديا كہ يوسف كے فقدان سے نہ صرف يہ كہ ان كے لئے باپ كى محبت مي</w:t>
      </w:r>
      <w:r w:rsidR="007D6C9B">
        <w:rPr>
          <w:rtl/>
        </w:rPr>
        <w:t xml:space="preserve">ں </w:t>
      </w:r>
      <w:r>
        <w:rPr>
          <w:rtl/>
        </w:rPr>
        <w:t>اضا فہ نہ ہوا بلكہ مزيد بے مہر ى اور بے التفاتى پيدا ہو گئي _ان سب باتو</w:t>
      </w:r>
      <w:r w:rsidR="007D6C9B">
        <w:rPr>
          <w:rtl/>
        </w:rPr>
        <w:t xml:space="preserve">ں </w:t>
      </w:r>
      <w:r>
        <w:rPr>
          <w:rtl/>
        </w:rPr>
        <w:t>سے قطع نظر يہ تو ايك زندگى كا مسئلہ ہے ،قحط سالى مي</w:t>
      </w:r>
      <w:r w:rsidR="007D6C9B">
        <w:rPr>
          <w:rtl/>
        </w:rPr>
        <w:t xml:space="preserve">ں </w:t>
      </w:r>
      <w:r>
        <w:rPr>
          <w:rtl/>
        </w:rPr>
        <w:t>ايك گھر انے كے لئے اناج مہياكر نا ايك بہت بڑى چيز تھى اور يہ سيرو تفريح كا معا ملہ نہ تھا جيسا كہ انہو</w:t>
      </w:r>
      <w:r w:rsidR="007D6C9B">
        <w:rPr>
          <w:rtl/>
        </w:rPr>
        <w:t xml:space="preserve">ں </w:t>
      </w:r>
      <w:r>
        <w:rPr>
          <w:rtl/>
        </w:rPr>
        <w:t>نے ماضى مي</w:t>
      </w:r>
      <w:r w:rsidR="007D6C9B">
        <w:rPr>
          <w:rtl/>
        </w:rPr>
        <w:t xml:space="preserve">ں </w:t>
      </w:r>
      <w:r>
        <w:rPr>
          <w:rtl/>
        </w:rPr>
        <w:t xml:space="preserve">حضرت يو سف كے متعلق فر ما </w:t>
      </w:r>
      <w:r w:rsidR="00091C36">
        <w:rPr>
          <w:rtl/>
        </w:rPr>
        <w:t xml:space="preserve">ئش </w:t>
      </w:r>
      <w:r>
        <w:rPr>
          <w:rtl/>
        </w:rPr>
        <w:t xml:space="preserve"> كى تھى _ان تمام پہلوئو</w:t>
      </w:r>
      <w:r w:rsidR="007D6C9B">
        <w:rPr>
          <w:rtl/>
        </w:rPr>
        <w:t xml:space="preserve">ں </w:t>
      </w:r>
      <w:r>
        <w:rPr>
          <w:rtl/>
        </w:rPr>
        <w:t>كے پيش نظر حضرت يعقوب (ع) نے ان كى بات مان لي، ليكن اس شرط كے سا تھ وہ كہ آپ سے عہد وپيمان باندھي</w:t>
      </w:r>
      <w:r w:rsidR="007D6C9B">
        <w:rPr>
          <w:rtl/>
        </w:rPr>
        <w:t xml:space="preserve">ں </w:t>
      </w:r>
      <w:r>
        <w:rPr>
          <w:rtl/>
        </w:rPr>
        <w:t>كہ وہ اپنے بھا ئي بنيامين كو صحيح وسالم آپ كے پاس واپس لے آئي</w:t>
      </w:r>
      <w:r w:rsidR="007D6C9B">
        <w:rPr>
          <w:rtl/>
        </w:rPr>
        <w:t xml:space="preserve">ں </w:t>
      </w:r>
      <w:r>
        <w:rPr>
          <w:rtl/>
        </w:rPr>
        <w:t xml:space="preserve">گے _ </w:t>
      </w:r>
    </w:p>
    <w:p w:rsidR="00484E74" w:rsidRDefault="001648F9" w:rsidP="00D07B54">
      <w:pPr>
        <w:pStyle w:val="libNormal"/>
        <w:rPr>
          <w:rtl/>
        </w:rPr>
      </w:pPr>
      <w:r>
        <w:rPr>
          <w:rtl/>
        </w:rPr>
        <w:t xml:space="preserve"> </w:t>
      </w:r>
      <w:r>
        <w:rPr>
          <w:rtl/>
        </w:rPr>
        <w:br w:type="page"/>
      </w:r>
    </w:p>
    <w:p w:rsidR="00484E74" w:rsidRDefault="00484E74" w:rsidP="00D07B54">
      <w:pPr>
        <w:pStyle w:val="libNormal"/>
        <w:rPr>
          <w:rtl/>
        </w:rPr>
      </w:pPr>
    </w:p>
    <w:p w:rsidR="00084CA3" w:rsidRDefault="00084CA3" w:rsidP="00D07B54">
      <w:pPr>
        <w:pStyle w:val="libNormal"/>
        <w:rPr>
          <w:rtl/>
        </w:rPr>
      </w:pPr>
    </w:p>
    <w:p w:rsidR="00484E74" w:rsidRDefault="00DE2D7F" w:rsidP="00D07B54">
      <w:pPr>
        <w:pStyle w:val="Heading2Center"/>
        <w:rPr>
          <w:rtl/>
        </w:rPr>
      </w:pPr>
      <w:bookmarkStart w:id="172" w:name="_Toc7268569"/>
      <w:r>
        <w:rPr>
          <w:rtl/>
        </w:rPr>
        <w:t>ايك دروازے سے داخل نہ ہو نا</w:t>
      </w:r>
      <w:bookmarkEnd w:id="172"/>
    </w:p>
    <w:p w:rsidR="00DE2D7F" w:rsidRDefault="00DE2D7F" w:rsidP="00D07B54">
      <w:pPr>
        <w:pStyle w:val="libNormal"/>
        <w:rPr>
          <w:rtl/>
        </w:rPr>
      </w:pPr>
      <w:r>
        <w:rPr>
          <w:rtl/>
        </w:rPr>
        <w:t xml:space="preserve"> آخر كار حضر ت يو سف كے بھائي باپ كى رضا مندى كے بعد اپنے چھوٹے بھائي كو ہمراہ لے كر دوسرى مر تبہ مصر جانے كو تيار ہو ئے تو اس موقع پر باپ نے انہي</w:t>
      </w:r>
      <w:r w:rsidR="007D6C9B">
        <w:rPr>
          <w:rtl/>
        </w:rPr>
        <w:t xml:space="preserve">ں </w:t>
      </w:r>
      <w:r>
        <w:rPr>
          <w:rtl/>
        </w:rPr>
        <w:t>نصيحت كى ''اس نے كہا : ميرے بيٹو تم ايك درواز ے سے داخل نہ ہو نا بلكہ مختلف در وازو</w:t>
      </w:r>
      <w:r w:rsidR="007D6C9B">
        <w:rPr>
          <w:rtl/>
        </w:rPr>
        <w:t xml:space="preserve">ں </w:t>
      </w:r>
      <w:r>
        <w:rPr>
          <w:rtl/>
        </w:rPr>
        <w:t>سے داخل ہو نا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اس زمانے مي</w:t>
      </w:r>
      <w:r w:rsidR="007D6C9B">
        <w:rPr>
          <w:rtl/>
        </w:rPr>
        <w:t xml:space="preserve">ں </w:t>
      </w:r>
      <w:r>
        <w:rPr>
          <w:rtl/>
        </w:rPr>
        <w:t>دوسرے شہرو</w:t>
      </w:r>
      <w:r w:rsidR="007D6C9B">
        <w:rPr>
          <w:rtl/>
        </w:rPr>
        <w:t xml:space="preserve">ں </w:t>
      </w:r>
      <w:r>
        <w:rPr>
          <w:rtl/>
        </w:rPr>
        <w:t xml:space="preserve">كى طرح مصر كے دارالخلافت كے گرد اگر د بھى فصيل تھى اس كے بھى برج وبار تھے اور اس كے متعدد دروازے تھے _ </w:t>
      </w:r>
    </w:p>
    <w:p w:rsidR="00DE2D7F" w:rsidRDefault="00DE2D7F" w:rsidP="00D07B54">
      <w:pPr>
        <w:pStyle w:val="libNormal"/>
        <w:rPr>
          <w:rtl/>
        </w:rPr>
      </w:pPr>
      <w:r>
        <w:rPr>
          <w:rtl/>
        </w:rPr>
        <w:t>رہا يہ سوال كہ حضرت يعقوب نے كيو</w:t>
      </w:r>
      <w:r w:rsidR="007D6C9B">
        <w:rPr>
          <w:rtl/>
        </w:rPr>
        <w:t xml:space="preserve">ں </w:t>
      </w:r>
      <w:r>
        <w:rPr>
          <w:rtl/>
        </w:rPr>
        <w:t>نصيحت كى كہ ان كے بيٹے ايك دروازے سے داخل نہ ہو</w:t>
      </w:r>
      <w:r w:rsidR="007D6C9B">
        <w:rPr>
          <w:rtl/>
        </w:rPr>
        <w:t xml:space="preserve">ں </w:t>
      </w:r>
      <w:r>
        <w:rPr>
          <w:rtl/>
        </w:rPr>
        <w:t>بلكہ مختلف حصو</w:t>
      </w:r>
      <w:r w:rsidR="007D6C9B">
        <w:rPr>
          <w:rtl/>
        </w:rPr>
        <w:t xml:space="preserve">ں </w:t>
      </w:r>
      <w:r>
        <w:rPr>
          <w:rtl/>
        </w:rPr>
        <w:t>مي</w:t>
      </w:r>
      <w:r w:rsidR="007D6C9B">
        <w:rPr>
          <w:rtl/>
        </w:rPr>
        <w:t xml:space="preserve">ں </w:t>
      </w:r>
      <w:r>
        <w:rPr>
          <w:rtl/>
        </w:rPr>
        <w:t>تقسيم ہو كر مختلف دروازو</w:t>
      </w:r>
      <w:r w:rsidR="007D6C9B">
        <w:rPr>
          <w:rtl/>
        </w:rPr>
        <w:t xml:space="preserve">ں </w:t>
      </w:r>
      <w:r>
        <w:rPr>
          <w:rtl/>
        </w:rPr>
        <w:t>سے شہر مي</w:t>
      </w:r>
      <w:r w:rsidR="007D6C9B">
        <w:rPr>
          <w:rtl/>
        </w:rPr>
        <w:t xml:space="preserve">ں </w:t>
      </w:r>
      <w:r>
        <w:rPr>
          <w:rtl/>
        </w:rPr>
        <w:t>داخل ہو</w:t>
      </w:r>
      <w:r w:rsidR="007D6C9B">
        <w:rPr>
          <w:rtl/>
        </w:rPr>
        <w:t xml:space="preserve">ں </w:t>
      </w:r>
      <w:r>
        <w:rPr>
          <w:rtl/>
        </w:rPr>
        <w:t>، اس كى وجہ قرآن مي</w:t>
      </w:r>
      <w:r w:rsidR="007D6C9B">
        <w:rPr>
          <w:rtl/>
        </w:rPr>
        <w:t xml:space="preserve">ں </w:t>
      </w:r>
      <w:r>
        <w:rPr>
          <w:rtl/>
        </w:rPr>
        <w:t>مذ كور نہي</w:t>
      </w:r>
      <w:r w:rsidR="007D6C9B">
        <w:rPr>
          <w:rtl/>
        </w:rPr>
        <w:t xml:space="preserve">ں </w:t>
      </w:r>
      <w:r>
        <w:rPr>
          <w:rtl/>
        </w:rPr>
        <w:t>ہے بعض مفسرين كہتے ہي</w:t>
      </w:r>
      <w:r w:rsidR="007D6C9B">
        <w:rPr>
          <w:rtl/>
        </w:rPr>
        <w:t xml:space="preserve">ں </w:t>
      </w:r>
      <w:r>
        <w:rPr>
          <w:rtl/>
        </w:rPr>
        <w:t xml:space="preserve">كہ حضر ت يو سف كے بھا ئي ايك تو بہت حسين وجميل تھے ( اگر چہ وہ يو سف نہ تھے مگر يوسف كے بھا ئي تو تھے ) ان كا قد وقامت بہت اچھا تھا_ </w:t>
      </w:r>
    </w:p>
    <w:p w:rsidR="00DE2D7F" w:rsidRDefault="00DE2D7F" w:rsidP="00D07B54">
      <w:pPr>
        <w:pStyle w:val="libNormal"/>
        <w:rPr>
          <w:rtl/>
        </w:rPr>
      </w:pPr>
      <w:r>
        <w:rPr>
          <w:rtl/>
        </w:rPr>
        <w:t>لہذا ان كے باپ پريشان تھے كہ گيا رہ افراد اكھٹے جن كے چہرے مہرے سے معلوم ہو كہ وہ مصر كے علاوہ كسى اور ملك سے آئے ہي</w:t>
      </w:r>
      <w:r w:rsidR="007D6C9B">
        <w:rPr>
          <w:rtl/>
        </w:rPr>
        <w:t xml:space="preserve">ں </w:t>
      </w:r>
      <w:r>
        <w:rPr>
          <w:rtl/>
        </w:rPr>
        <w:t>، لوگ ان كى طرف متوجہ نہ ہو</w:t>
      </w:r>
      <w:r w:rsidR="007D6C9B">
        <w:rPr>
          <w:rtl/>
        </w:rPr>
        <w:t xml:space="preserve">ں </w:t>
      </w:r>
      <w:r>
        <w:rPr>
          <w:rtl/>
        </w:rPr>
        <w:t>وہ نہي</w:t>
      </w:r>
      <w:r w:rsidR="007D6C9B">
        <w:rPr>
          <w:rtl/>
        </w:rPr>
        <w:t xml:space="preserve">ں </w:t>
      </w:r>
      <w:r>
        <w:rPr>
          <w:rtl/>
        </w:rPr>
        <w:t>چا ہتے تھے كہ اس طرح انہي</w:t>
      </w:r>
      <w:r w:rsidR="007D6C9B">
        <w:rPr>
          <w:rtl/>
        </w:rPr>
        <w:t xml:space="preserve">ں </w:t>
      </w:r>
      <w:r>
        <w:rPr>
          <w:rtl/>
        </w:rPr>
        <w:t xml:space="preserve">نظربد لگ جائے _ </w:t>
      </w:r>
    </w:p>
    <w:p w:rsidR="00DE2D7F" w:rsidRDefault="00DE2D7F" w:rsidP="00D07B54">
      <w:pPr>
        <w:pStyle w:val="libNormal"/>
        <w:rPr>
          <w:rtl/>
        </w:rPr>
      </w:pPr>
      <w:r>
        <w:rPr>
          <w:rtl/>
        </w:rPr>
        <w:t>حضرت يعقوب كے اس حكم كے بارے مي</w:t>
      </w:r>
      <w:r w:rsidR="007D6C9B">
        <w:rPr>
          <w:rtl/>
        </w:rPr>
        <w:t xml:space="preserve">ں </w:t>
      </w:r>
      <w:r>
        <w:rPr>
          <w:rtl/>
        </w:rPr>
        <w:t>جو دوسرى علت بيان كى گئي ہے وہ يہ ہے كہ ہو سكتا ہے جب اونچے لمبے چوڑے چكلے مضبوط جسمو</w:t>
      </w:r>
      <w:r w:rsidR="007D6C9B">
        <w:rPr>
          <w:rtl/>
        </w:rPr>
        <w:t xml:space="preserve">ں </w:t>
      </w:r>
      <w:r>
        <w:rPr>
          <w:rtl/>
        </w:rPr>
        <w:t>والے اكٹھے چلي</w:t>
      </w:r>
      <w:r w:rsidR="007D6C9B">
        <w:rPr>
          <w:rtl/>
        </w:rPr>
        <w:t xml:space="preserve">ں </w:t>
      </w:r>
      <w:r>
        <w:rPr>
          <w:rtl/>
        </w:rPr>
        <w:t>تو حاسدو</w:t>
      </w:r>
      <w:r w:rsidR="007D6C9B">
        <w:rPr>
          <w:rtl/>
        </w:rPr>
        <w:t xml:space="preserve">ں </w:t>
      </w:r>
      <w:r>
        <w:rPr>
          <w:rtl/>
        </w:rPr>
        <w:t>كو انہي</w:t>
      </w:r>
      <w:r w:rsidR="007D6C9B">
        <w:rPr>
          <w:rtl/>
        </w:rPr>
        <w:t xml:space="preserve">ں </w:t>
      </w:r>
      <w:r>
        <w:rPr>
          <w:rtl/>
        </w:rPr>
        <w:t>ديكھ كر حسد پيدا ہواور وہ ان كے بارے مي</w:t>
      </w:r>
      <w:r w:rsidR="007D6C9B">
        <w:rPr>
          <w:rtl/>
        </w:rPr>
        <w:t xml:space="preserve">ں </w:t>
      </w:r>
      <w:r>
        <w:rPr>
          <w:rtl/>
        </w:rPr>
        <w:t>حكومت سے كو ئي شكايت كرنے لگي</w:t>
      </w:r>
      <w:r w:rsidR="007D6C9B">
        <w:rPr>
          <w:rtl/>
        </w:rPr>
        <w:t xml:space="preserve">ں </w:t>
      </w:r>
      <w:r>
        <w:rPr>
          <w:rtl/>
        </w:rPr>
        <w:t>اور ان كے متعلق يہ بدگمانى كر ي</w:t>
      </w:r>
      <w:r w:rsidR="007D6C9B">
        <w:rPr>
          <w:rtl/>
        </w:rPr>
        <w:t xml:space="preserve">ں </w:t>
      </w:r>
      <w:r>
        <w:rPr>
          <w:rtl/>
        </w:rPr>
        <w:t>كہ وہ فتنہ وفساد كا ارادہ ركھتے ہي</w:t>
      </w:r>
      <w:r w:rsidR="007D6C9B">
        <w:rPr>
          <w:rtl/>
        </w:rPr>
        <w:t xml:space="preserve">ں </w:t>
      </w:r>
      <w:r>
        <w:rPr>
          <w:rtl/>
        </w:rPr>
        <w:t>اس لئے باپ نے انہي</w:t>
      </w:r>
      <w:r w:rsidR="007D6C9B">
        <w:rPr>
          <w:rtl/>
        </w:rPr>
        <w:t xml:space="preserve">ں </w:t>
      </w:r>
      <w:r>
        <w:rPr>
          <w:rtl/>
        </w:rPr>
        <w:t>حكم ديا كہ مختلف در وازو</w:t>
      </w:r>
      <w:r w:rsidR="007D6C9B">
        <w:rPr>
          <w:rtl/>
        </w:rPr>
        <w:t xml:space="preserve">ں </w:t>
      </w:r>
      <w:r>
        <w:rPr>
          <w:rtl/>
        </w:rPr>
        <w:t>سے داخل ہو</w:t>
      </w:r>
      <w:r w:rsidR="007D6C9B">
        <w:rPr>
          <w:rtl/>
        </w:rPr>
        <w:t xml:space="preserve">ں </w:t>
      </w:r>
      <w:r>
        <w:rPr>
          <w:rtl/>
        </w:rPr>
        <w:t>تاكہ لوگ ان كى طرف متوجہ نہ ہو</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67</w:t>
      </w:r>
      <w:r>
        <w:rPr>
          <w:rtl/>
        </w:rPr>
        <w:t xml:space="preserve"> </w:t>
      </w:r>
    </w:p>
    <w:p w:rsidR="00484E74" w:rsidRDefault="001648F9" w:rsidP="00D07B54">
      <w:pPr>
        <w:pStyle w:val="libNormal"/>
        <w:rPr>
          <w:rtl/>
        </w:rPr>
      </w:pPr>
      <w:r>
        <w:rPr>
          <w:rtl/>
        </w:rPr>
        <w:t xml:space="preserve"> </w:t>
      </w:r>
      <w:r>
        <w:rPr>
          <w:rtl/>
        </w:rPr>
        <w:br w:type="page"/>
      </w:r>
    </w:p>
    <w:p w:rsidR="00484E74" w:rsidRDefault="00484E74" w:rsidP="00D07B54">
      <w:pPr>
        <w:pStyle w:val="libNormal"/>
        <w:rPr>
          <w:rtl/>
        </w:rPr>
      </w:pPr>
    </w:p>
    <w:p w:rsidR="00DE2D7F" w:rsidRDefault="00DE2D7F" w:rsidP="00D07B54">
      <w:pPr>
        <w:pStyle w:val="libNormal"/>
        <w:rPr>
          <w:rtl/>
        </w:rPr>
      </w:pPr>
      <w:r>
        <w:rPr>
          <w:rtl/>
        </w:rPr>
        <w:t>بعض مفسرين نے اس كى ايك عرفانى تفسير بھى كى ہے وہ يہ كہ حضرت يعقوب راہنما ئے راہ كے حوالے سے اپنے بيٹو</w:t>
      </w:r>
      <w:r w:rsidR="007D6C9B">
        <w:rPr>
          <w:rtl/>
        </w:rPr>
        <w:t xml:space="preserve">ں </w:t>
      </w:r>
      <w:r>
        <w:rPr>
          <w:rtl/>
        </w:rPr>
        <w:t>كو ايك باہم معا شرتى مسئلہ سمجھا نا چاہتے تھے اور وہ يہ كہ كھو ئي ہو ئي چيز كو صر ف ايك ہى راستے سے تلاش نہ كر ي</w:t>
      </w:r>
      <w:r w:rsidR="007D6C9B">
        <w:rPr>
          <w:rtl/>
        </w:rPr>
        <w:t xml:space="preserve">ں </w:t>
      </w:r>
      <w:r>
        <w:rPr>
          <w:rtl/>
        </w:rPr>
        <w:t>بلكہ ہردروازے سے داخل ہو كر اسے ڈھونڈي</w:t>
      </w:r>
      <w:r w:rsidR="007D6C9B">
        <w:rPr>
          <w:rtl/>
        </w:rPr>
        <w:t xml:space="preserve">ں </w:t>
      </w:r>
      <w:r>
        <w:rPr>
          <w:rtl/>
        </w:rPr>
        <w:t>كيونكہ اكثر ايساہوتا ہے كہ انسان ايك مقصد تك پہنچنے كے لئے صرف ايك ہى راہ كا انتخاب كر تا ہے اور جب آگے راستہ بند پاتا ہے تو مايوس ہو كر بيٹھ جاتا ہے ليكن اگر وہ اس حقيقت كى طرف متوجہ ہو كہ گمشدہ افراد اور چيز ي</w:t>
      </w:r>
      <w:r w:rsidR="007D6C9B">
        <w:rPr>
          <w:rtl/>
        </w:rPr>
        <w:t xml:space="preserve">ں </w:t>
      </w:r>
      <w:r>
        <w:rPr>
          <w:rtl/>
        </w:rPr>
        <w:t>عمو ماً ايك ہى راستے پر جانے سے نہي</w:t>
      </w:r>
      <w:r w:rsidR="007D6C9B">
        <w:rPr>
          <w:rtl/>
        </w:rPr>
        <w:t xml:space="preserve">ں </w:t>
      </w:r>
      <w:r>
        <w:rPr>
          <w:rtl/>
        </w:rPr>
        <w:t>ملتي</w:t>
      </w:r>
      <w:r w:rsidR="007D6C9B">
        <w:rPr>
          <w:rtl/>
        </w:rPr>
        <w:t xml:space="preserve">ں </w:t>
      </w:r>
      <w:r>
        <w:rPr>
          <w:rtl/>
        </w:rPr>
        <w:t>بلكہ مختلف راستو</w:t>
      </w:r>
      <w:r w:rsidR="007D6C9B">
        <w:rPr>
          <w:rtl/>
        </w:rPr>
        <w:t xml:space="preserve">ں </w:t>
      </w:r>
      <w:r>
        <w:rPr>
          <w:rtl/>
        </w:rPr>
        <w:t xml:space="preserve">سے ان كى جستجو كر نا چا ہيے تو عام طور پر كامياب ہو جاتاہے _ </w:t>
      </w:r>
    </w:p>
    <w:p w:rsidR="00DE2D7F" w:rsidRDefault="00DE2D7F" w:rsidP="00D07B54">
      <w:pPr>
        <w:pStyle w:val="libNormal"/>
        <w:rPr>
          <w:rtl/>
        </w:rPr>
      </w:pPr>
      <w:r>
        <w:rPr>
          <w:rtl/>
        </w:rPr>
        <w:t>برادر ان يو سف (ع) روانہ ہو ئے اور كنعان ومصر كے در ميان طويل مسا فت طے كر نے كے بعد سر زمين مصر مي</w:t>
      </w:r>
      <w:r w:rsidR="007D6C9B">
        <w:rPr>
          <w:rtl/>
        </w:rPr>
        <w:t xml:space="preserve">ں </w:t>
      </w:r>
      <w:r>
        <w:rPr>
          <w:rtl/>
        </w:rPr>
        <w:t xml:space="preserve">داخل ہو گئے _ </w:t>
      </w:r>
    </w:p>
    <w:p w:rsidR="00DE2D7F" w:rsidRDefault="00DE2D7F" w:rsidP="00D07B54">
      <w:pPr>
        <w:pStyle w:val="libNormal"/>
        <w:rPr>
          <w:rtl/>
        </w:rPr>
      </w:pPr>
    </w:p>
    <w:p w:rsidR="00484E74" w:rsidRDefault="00DE2D7F" w:rsidP="00D07B54">
      <w:pPr>
        <w:pStyle w:val="Heading2Center"/>
        <w:rPr>
          <w:rtl/>
        </w:rPr>
      </w:pPr>
      <w:bookmarkStart w:id="173" w:name="_Toc7268570"/>
      <w:r>
        <w:rPr>
          <w:rtl/>
        </w:rPr>
        <w:t>بھا ئي كو روكنے كى كو شش</w:t>
      </w:r>
      <w:bookmarkEnd w:id="173"/>
      <w:r>
        <w:rPr>
          <w:rtl/>
        </w:rPr>
        <w:t xml:space="preserve"> </w:t>
      </w:r>
    </w:p>
    <w:p w:rsidR="00DE2D7F" w:rsidRDefault="00DE2D7F" w:rsidP="00D07B54">
      <w:pPr>
        <w:pStyle w:val="libNormal"/>
        <w:rPr>
          <w:rtl/>
        </w:rPr>
      </w:pPr>
      <w:r>
        <w:rPr>
          <w:rtl/>
        </w:rPr>
        <w:t>آخر كار بھائي، يو سف (ع) كے پاس پہنچے اور انہي</w:t>
      </w:r>
      <w:r w:rsidR="007D6C9B">
        <w:rPr>
          <w:rtl/>
        </w:rPr>
        <w:t xml:space="preserve">ں </w:t>
      </w:r>
      <w:r>
        <w:rPr>
          <w:rtl/>
        </w:rPr>
        <w:t>بتايا كہ ہم نے آپ كے حكم كى تعميل كى ہے اور باوجود اس كے ہمارے والد پہلے چھو ٹے بھا ئي كو ہمارے ساتھ بھيجنے پر راضى نہ تھے ليكن ہم نے اصرار كر كے اسے راضى كيا ہے تا كہ آپ جان لي</w:t>
      </w:r>
      <w:r w:rsidR="007D6C9B">
        <w:rPr>
          <w:rtl/>
        </w:rPr>
        <w:t xml:space="preserve">ں </w:t>
      </w:r>
      <w:r>
        <w:rPr>
          <w:rtl/>
        </w:rPr>
        <w:t xml:space="preserve">كہ ہم نے قول وقرا ر پورا كيا ہے _ </w:t>
      </w:r>
    </w:p>
    <w:p w:rsidR="00DE2D7F" w:rsidRDefault="00DE2D7F" w:rsidP="00D07B54">
      <w:pPr>
        <w:pStyle w:val="libNormal"/>
        <w:rPr>
          <w:rtl/>
        </w:rPr>
      </w:pPr>
      <w:r>
        <w:rPr>
          <w:rtl/>
        </w:rPr>
        <w:t>حضرت يو سف (ع) نے بڑى عزت واحترام سے ان كى پذيرائي كي، انہي</w:t>
      </w:r>
      <w:r w:rsidR="007D6C9B">
        <w:rPr>
          <w:rtl/>
        </w:rPr>
        <w:t xml:space="preserve">ں </w:t>
      </w:r>
      <w:r>
        <w:rPr>
          <w:rtl/>
        </w:rPr>
        <w:t>مہمان بلايا اور حكم ديا كہ دستر خوان يا طبق كے پا س دو دو افراد آئي</w:t>
      </w:r>
      <w:r w:rsidR="007D6C9B">
        <w:rPr>
          <w:rtl/>
        </w:rPr>
        <w:t xml:space="preserve">ں </w:t>
      </w:r>
      <w:r>
        <w:rPr>
          <w:rtl/>
        </w:rPr>
        <w:t>، انہو</w:t>
      </w:r>
      <w:r w:rsidR="007D6C9B">
        <w:rPr>
          <w:rtl/>
        </w:rPr>
        <w:t xml:space="preserve">ں </w:t>
      </w:r>
      <w:r>
        <w:rPr>
          <w:rtl/>
        </w:rPr>
        <w:t>نے ايسا ہى كيا اس مو قع پر بنيا مين جو تنہارہ گيا تھا رونے لگا اوركہنے لگا كہ ميرا بھائي يو سف زندہ ہو تا تو مجھے اپنے ساتھ ايك دسترخوان پر بٹھا تا كيونكہ ہم پدر ى بھائي تھے_ پھر حكم ديا كہ دو دو افراد كے لئے ايك ايك كمرہ سونے كے لئے تيار كيا جا ئے بنيا مين پھر اكيلا رہ گيا تو حضرت يوسف نے فرمايا : اسے ميرے پاس بھيج دو اس طرح حضرت يو سف (ع) نے اپنے بھا ئي كو اپنے يہا</w:t>
      </w:r>
      <w:r w:rsidR="007D6C9B">
        <w:rPr>
          <w:rtl/>
        </w:rPr>
        <w:t xml:space="preserve">ں </w:t>
      </w:r>
      <w:r>
        <w:rPr>
          <w:rtl/>
        </w:rPr>
        <w:t>جگہ دى ليكن ديكھا كہ وہ بہت دكھى اور پريشان ہے اور ہميشہ اپنے كھوئے ہوئے بھائي يوسف(ع) كى ياد مي</w:t>
      </w:r>
      <w:r w:rsidR="007D6C9B">
        <w:rPr>
          <w:rtl/>
        </w:rPr>
        <w:t xml:space="preserve">ں </w:t>
      </w:r>
      <w:r>
        <w:rPr>
          <w:rtl/>
        </w:rPr>
        <w:t>رہتا ہے كہ ايسے مي</w:t>
      </w:r>
      <w:r w:rsidR="007D6C9B">
        <w:rPr>
          <w:rtl/>
        </w:rPr>
        <w:t xml:space="preserve">ں </w:t>
      </w:r>
      <w:r>
        <w:rPr>
          <w:rtl/>
        </w:rPr>
        <w:t xml:space="preserve">يو سف كے صبر كا پيمانہ لبر يز ہو گيا اور آپ نے حقيقت كے چہرے سے پر دہ ہٹا ديا ، جيسا كہ قرآن كہتا ہے :'' </w:t>
      </w:r>
    </w:p>
    <w:p w:rsidR="00484E74" w:rsidRDefault="001648F9" w:rsidP="00D07B54">
      <w:pPr>
        <w:pStyle w:val="libNormal"/>
        <w:rPr>
          <w:rtl/>
        </w:rPr>
      </w:pPr>
      <w:r>
        <w:rPr>
          <w:rtl/>
        </w:rPr>
        <w:t xml:space="preserve"> </w:t>
      </w:r>
      <w:r>
        <w:rPr>
          <w:rtl/>
        </w:rPr>
        <w:br w:type="page"/>
      </w:r>
    </w:p>
    <w:p w:rsidR="00484E74" w:rsidRDefault="00484E74" w:rsidP="00D07B54">
      <w:pPr>
        <w:pStyle w:val="libNormal"/>
        <w:rPr>
          <w:rtl/>
        </w:rPr>
      </w:pPr>
    </w:p>
    <w:p w:rsidR="00DE2D7F" w:rsidRDefault="00DE2D7F" w:rsidP="00D07B54">
      <w:pPr>
        <w:pStyle w:val="libNormal"/>
        <w:rPr>
          <w:rtl/>
        </w:rPr>
      </w:pPr>
      <w:r>
        <w:rPr>
          <w:rtl/>
        </w:rPr>
        <w:t xml:space="preserve">جب يوسف (ع) كے پاس پہنچے تو اس نے اپنے بھا ئي كو اپنے يہا </w:t>
      </w:r>
      <w:r w:rsidR="007D6C9B">
        <w:rPr>
          <w:rtl/>
        </w:rPr>
        <w:t xml:space="preserve">ں </w:t>
      </w:r>
      <w:r>
        <w:rPr>
          <w:rtl/>
        </w:rPr>
        <w:t>جگہ دى اوركہا كہ مي</w:t>
      </w:r>
      <w:r w:rsidR="007D6C9B">
        <w:rPr>
          <w:rtl/>
        </w:rPr>
        <w:t xml:space="preserve">ں </w:t>
      </w:r>
      <w:r>
        <w:rPr>
          <w:rtl/>
        </w:rPr>
        <w:t>وہى تمہارا بھائي يو سف ہو</w:t>
      </w:r>
      <w:r w:rsidR="007D6C9B">
        <w:rPr>
          <w:rtl/>
        </w:rPr>
        <w:t xml:space="preserve">ں </w:t>
      </w:r>
      <w:r>
        <w:rPr>
          <w:rtl/>
        </w:rPr>
        <w:t>، غمگين نہ ہو اور اپنے دل كو دكھى نہ كر اور ان كے كسى كا م سے پر يشا ن نہ ہو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بھا ئيو</w:t>
      </w:r>
      <w:r w:rsidR="007D6C9B">
        <w:rPr>
          <w:rtl/>
        </w:rPr>
        <w:t xml:space="preserve">ں </w:t>
      </w:r>
      <w:r>
        <w:rPr>
          <w:rtl/>
        </w:rPr>
        <w:t xml:space="preserve">كے كا م كہ جو بنيا مين كو دكھى اور پريشان كر تے تھے ان سے مرادان كى وہ نامہر بانيا </w:t>
      </w:r>
      <w:r w:rsidR="007D6C9B">
        <w:rPr>
          <w:rtl/>
        </w:rPr>
        <w:t xml:space="preserve">ں </w:t>
      </w:r>
      <w:r>
        <w:rPr>
          <w:rtl/>
        </w:rPr>
        <w:t>او ر بے التفا تيا</w:t>
      </w:r>
      <w:r w:rsidR="007D6C9B">
        <w:rPr>
          <w:rtl/>
        </w:rPr>
        <w:t xml:space="preserve">ں </w:t>
      </w:r>
      <w:r>
        <w:rPr>
          <w:rtl/>
        </w:rPr>
        <w:t>تھي</w:t>
      </w:r>
      <w:r w:rsidR="007D6C9B">
        <w:rPr>
          <w:rtl/>
        </w:rPr>
        <w:t xml:space="preserve">ں </w:t>
      </w:r>
      <w:r>
        <w:rPr>
          <w:rtl/>
        </w:rPr>
        <w:t>جو وہ اس كے اور يو سف كے لئے رواركھتے تھے اور وہ سازشي</w:t>
      </w:r>
      <w:r w:rsidR="007D6C9B">
        <w:rPr>
          <w:rtl/>
        </w:rPr>
        <w:t xml:space="preserve">ں </w:t>
      </w:r>
      <w:r>
        <w:rPr>
          <w:rtl/>
        </w:rPr>
        <w:t>كہ جو اسے گھر والو</w:t>
      </w:r>
      <w:r w:rsidR="007D6C9B">
        <w:rPr>
          <w:rtl/>
        </w:rPr>
        <w:t xml:space="preserve">ں </w:t>
      </w:r>
      <w:r>
        <w:rPr>
          <w:rtl/>
        </w:rPr>
        <w:t>سے دور كرنے كے لئے انجام ديتے تھے ،حضرت يوسف(ع) كى مراد يہ تھى كہ تم ديكھ رہے ہو كہ ان كى كار ستانيو</w:t>
      </w:r>
      <w:r w:rsidR="007D6C9B">
        <w:rPr>
          <w:rtl/>
        </w:rPr>
        <w:t xml:space="preserve">ں </w:t>
      </w:r>
      <w:r>
        <w:rPr>
          <w:rtl/>
        </w:rPr>
        <w:t>سے مجھے كو ئي نقصان نہي</w:t>
      </w:r>
      <w:r w:rsidR="007D6C9B">
        <w:rPr>
          <w:rtl/>
        </w:rPr>
        <w:t xml:space="preserve">ں </w:t>
      </w:r>
      <w:r>
        <w:rPr>
          <w:rtl/>
        </w:rPr>
        <w:t>پہنچا بلكہ وہ ميرى تر قى اور بلندى كا ذريعہ بن گئي</w:t>
      </w:r>
      <w:r w:rsidR="007D6C9B">
        <w:rPr>
          <w:rtl/>
        </w:rPr>
        <w:t xml:space="preserve">ں </w:t>
      </w:r>
      <w:r>
        <w:rPr>
          <w:rtl/>
        </w:rPr>
        <w:t>لہذا اب تم بھى اس بارے مي</w:t>
      </w:r>
      <w:r w:rsidR="007D6C9B">
        <w:rPr>
          <w:rtl/>
        </w:rPr>
        <w:t xml:space="preserve">ں </w:t>
      </w:r>
      <w:r>
        <w:rPr>
          <w:rtl/>
        </w:rPr>
        <w:t xml:space="preserve">اپنے دل كو دكھى نہ كرو _ </w:t>
      </w:r>
    </w:p>
    <w:p w:rsidR="00DE2D7F" w:rsidRDefault="00DE2D7F" w:rsidP="00D07B54">
      <w:pPr>
        <w:pStyle w:val="libNormal"/>
        <w:rPr>
          <w:rtl/>
        </w:rPr>
      </w:pPr>
    </w:p>
    <w:p w:rsidR="00484E74" w:rsidRDefault="00DE2D7F" w:rsidP="00D07B54">
      <w:pPr>
        <w:pStyle w:val="Heading2Center"/>
        <w:rPr>
          <w:rtl/>
        </w:rPr>
      </w:pPr>
      <w:bookmarkStart w:id="174" w:name="_Toc7268571"/>
      <w:r>
        <w:rPr>
          <w:rtl/>
        </w:rPr>
        <w:t>اے اہل قافلہ تم چو رہو</w:t>
      </w:r>
      <w:bookmarkEnd w:id="174"/>
    </w:p>
    <w:p w:rsidR="00DE2D7F" w:rsidRDefault="00DE2D7F" w:rsidP="00D07B54">
      <w:pPr>
        <w:pStyle w:val="libNormal"/>
        <w:rPr>
          <w:rtl/>
        </w:rPr>
      </w:pPr>
      <w:r>
        <w:rPr>
          <w:rtl/>
        </w:rPr>
        <w:t xml:space="preserve"> اس مو قع پر حضرت يوسف (ع) نے اپنے بھائي بنيامين سے كہا:كيا تم پسند كر تے ہو كہ ميرے پاس رہ جائو ،اس نے كہا : ہا </w:t>
      </w:r>
      <w:r w:rsidR="007D6C9B">
        <w:rPr>
          <w:rtl/>
        </w:rPr>
        <w:t xml:space="preserve">ں </w:t>
      </w:r>
      <w:r>
        <w:rPr>
          <w:rtl/>
        </w:rPr>
        <w:t>مي</w:t>
      </w:r>
      <w:r w:rsidR="007D6C9B">
        <w:rPr>
          <w:rtl/>
        </w:rPr>
        <w:t xml:space="preserve">ں </w:t>
      </w:r>
      <w:r>
        <w:rPr>
          <w:rtl/>
        </w:rPr>
        <w:t>تو راضى ہو</w:t>
      </w:r>
      <w:r w:rsidR="007D6C9B">
        <w:rPr>
          <w:rtl/>
        </w:rPr>
        <w:t xml:space="preserve">ں </w:t>
      </w:r>
      <w:r>
        <w:rPr>
          <w:rtl/>
        </w:rPr>
        <w:t>ليكن بھائي ہر گز راضى نہي</w:t>
      </w:r>
      <w:r w:rsidR="007D6C9B">
        <w:rPr>
          <w:rtl/>
        </w:rPr>
        <w:t xml:space="preserve">ں </w:t>
      </w:r>
      <w:r>
        <w:rPr>
          <w:rtl/>
        </w:rPr>
        <w:t>ہو</w:t>
      </w:r>
      <w:r w:rsidR="007D6C9B">
        <w:rPr>
          <w:rtl/>
        </w:rPr>
        <w:t xml:space="preserve">ں </w:t>
      </w:r>
      <w:r>
        <w:rPr>
          <w:rtl/>
        </w:rPr>
        <w:t>گے كيو نكہ انہو</w:t>
      </w:r>
      <w:r w:rsidR="007D6C9B">
        <w:rPr>
          <w:rtl/>
        </w:rPr>
        <w:t xml:space="preserve">ں </w:t>
      </w:r>
      <w:r>
        <w:rPr>
          <w:rtl/>
        </w:rPr>
        <w:t>نے باپ سے قول وقرار كيا ہے اور قسم كھا ئي ہے كہ مجھے ہر قيمت پر اپنے ساتھ واپس لے جائي</w:t>
      </w:r>
      <w:r w:rsidR="007D6C9B">
        <w:rPr>
          <w:rtl/>
        </w:rPr>
        <w:t xml:space="preserve">ں </w:t>
      </w:r>
      <w:r>
        <w:rPr>
          <w:rtl/>
        </w:rPr>
        <w:t xml:space="preserve">گے _ </w:t>
      </w:r>
    </w:p>
    <w:p w:rsidR="00DE2D7F" w:rsidRDefault="00DE2D7F" w:rsidP="00D07B54">
      <w:pPr>
        <w:pStyle w:val="libNormal"/>
        <w:rPr>
          <w:rtl/>
        </w:rPr>
      </w:pPr>
      <w:r>
        <w:rPr>
          <w:rtl/>
        </w:rPr>
        <w:t>حضر ت يوسف(ع) نے كہا :تم فكر نہ كرو مي</w:t>
      </w:r>
      <w:r w:rsidR="007D6C9B">
        <w:rPr>
          <w:rtl/>
        </w:rPr>
        <w:t xml:space="preserve">ں </w:t>
      </w:r>
      <w:r>
        <w:rPr>
          <w:rtl/>
        </w:rPr>
        <w:t>ايك منصوبہ بناتا ہو</w:t>
      </w:r>
      <w:r w:rsidR="007D6C9B">
        <w:rPr>
          <w:rtl/>
        </w:rPr>
        <w:t xml:space="preserve">ں </w:t>
      </w:r>
      <w:r>
        <w:rPr>
          <w:rtl/>
        </w:rPr>
        <w:t>جس سے وہ مجبور ہو جائي</w:t>
      </w:r>
      <w:r w:rsidR="007D6C9B">
        <w:rPr>
          <w:rtl/>
        </w:rPr>
        <w:t xml:space="preserve">ں </w:t>
      </w:r>
      <w:r>
        <w:rPr>
          <w:rtl/>
        </w:rPr>
        <w:t>گے كہ تمہي</w:t>
      </w:r>
      <w:r w:rsidR="007D6C9B">
        <w:rPr>
          <w:rtl/>
        </w:rPr>
        <w:t xml:space="preserve">ں </w:t>
      </w:r>
      <w:r>
        <w:rPr>
          <w:rtl/>
        </w:rPr>
        <w:t>ميرے پاس چھوڑجائي</w:t>
      </w:r>
      <w:r w:rsidR="007D6C9B">
        <w:rPr>
          <w:rtl/>
        </w:rPr>
        <w:t xml:space="preserve">ں </w:t>
      </w:r>
      <w:r>
        <w:rPr>
          <w:rtl/>
        </w:rPr>
        <w:t>_ ''غلاّت كے بارتيار ہو گئے تو حكم ديا كہ مخصوص قيمتى پيمانہ بھائي كے بارمي</w:t>
      </w:r>
      <w:r w:rsidR="007D6C9B">
        <w:rPr>
          <w:rtl/>
        </w:rPr>
        <w:t xml:space="preserve">ں </w:t>
      </w:r>
      <w:r>
        <w:rPr>
          <w:rtl/>
        </w:rPr>
        <w:t>ركھ دي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كيو نكہ ہرشخص كے لئے غلے كا ايك بار ديا جاتا تھا _ </w:t>
      </w:r>
    </w:p>
    <w:p w:rsidR="00DE2D7F" w:rsidRDefault="00DE2D7F" w:rsidP="00D07B54">
      <w:pPr>
        <w:pStyle w:val="libNormal"/>
        <w:rPr>
          <w:rtl/>
        </w:rPr>
      </w:pPr>
      <w:r>
        <w:rPr>
          <w:rtl/>
        </w:rPr>
        <w:t>البتہ يہ كام مخفى طور پر انجام پايا اور شايد اس كا علم مامور ين مي</w:t>
      </w:r>
      <w:r w:rsidR="007D6C9B">
        <w:rPr>
          <w:rtl/>
        </w:rPr>
        <w:t xml:space="preserve">ں </w:t>
      </w:r>
      <w:r>
        <w:rPr>
          <w:rtl/>
        </w:rPr>
        <w:t xml:space="preserve">سے فقط ايك شخص كو تھا _ </w:t>
      </w:r>
    </w:p>
    <w:p w:rsidR="00DE2D7F" w:rsidRDefault="00DE2D7F" w:rsidP="00D07B54">
      <w:pPr>
        <w:pStyle w:val="libNormal"/>
        <w:rPr>
          <w:rtl/>
        </w:rPr>
      </w:pPr>
      <w:r>
        <w:rPr>
          <w:rtl/>
        </w:rPr>
        <w:t>جب اناج كو پيما نے سے دينے والو</w:t>
      </w:r>
      <w:r w:rsidR="007D6C9B">
        <w:rPr>
          <w:rtl/>
        </w:rPr>
        <w:t xml:space="preserve">ں </w:t>
      </w:r>
      <w:r>
        <w:rPr>
          <w:rtl/>
        </w:rPr>
        <w:t>نے ديكھا كہ مخصوص قيمتى پيما نے كا كہي</w:t>
      </w:r>
      <w:r w:rsidR="007D6C9B">
        <w:rPr>
          <w:rtl/>
        </w:rPr>
        <w:t xml:space="preserve">ں </w:t>
      </w:r>
      <w:r>
        <w:rPr>
          <w:rtl/>
        </w:rPr>
        <w:t>نام ونشان نہي</w:t>
      </w:r>
      <w:r w:rsidR="007D6C9B">
        <w:rPr>
          <w:rtl/>
        </w:rPr>
        <w:t xml:space="preserve">ں </w:t>
      </w:r>
      <w:r>
        <w:rPr>
          <w:rtl/>
        </w:rPr>
        <w:t xml:space="preserve">ہے حالانكہ پہلے وہ ان كے پاس موجود تھا لہذا جب قافلہ چلنے لگا ''تو كسى نے پكار كر كہا : اے قافلے والو : تم چور ہو''_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6</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70</w:t>
      </w:r>
      <w:r>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70</w:t>
      </w:r>
      <w:r>
        <w:rPr>
          <w:rtl/>
        </w:rPr>
        <w:t xml:space="preserve"> </w:t>
      </w:r>
    </w:p>
    <w:p w:rsidR="00484E7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يو سف كے بھائيو</w:t>
      </w:r>
      <w:r w:rsidR="007D6C9B">
        <w:rPr>
          <w:rtl/>
        </w:rPr>
        <w:t xml:space="preserve">ں </w:t>
      </w:r>
      <w:r>
        <w:rPr>
          <w:rtl/>
        </w:rPr>
        <w:t>نے جب يہ جملہ سنا تو سخت پريشان ہو ئے اورو حشت زدہ ہوگئے كيو نكہ ان كے ذہن مي</w:t>
      </w:r>
      <w:r w:rsidR="007D6C9B">
        <w:rPr>
          <w:rtl/>
        </w:rPr>
        <w:t xml:space="preserve">ں </w:t>
      </w:r>
      <w:r>
        <w:rPr>
          <w:rtl/>
        </w:rPr>
        <w:t>تو اس كا خيال بھى نہ آسكتا تھا كہ اس احترام واكرم كے بعد ان پر چورى كا الزام لگا يا جائے گا لہذا انہو</w:t>
      </w:r>
      <w:r w:rsidR="007D6C9B">
        <w:rPr>
          <w:rtl/>
        </w:rPr>
        <w:t xml:space="preserve">ں </w:t>
      </w:r>
      <w:r>
        <w:rPr>
          <w:rtl/>
        </w:rPr>
        <w:t xml:space="preserve">نے ان كى طرف رخ كر كے كہا :'' تمہارى كو نسى چيز چورى ہو گئي ہے''_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''انہو</w:t>
      </w:r>
      <w:r w:rsidR="007D6C9B">
        <w:rPr>
          <w:rtl/>
        </w:rPr>
        <w:t xml:space="preserve">ں </w:t>
      </w:r>
      <w:r>
        <w:rPr>
          <w:rtl/>
        </w:rPr>
        <w:t>نے كہا ہم سے بادشاہ كا پيمانہ گم ہو گيا ہے اور ہمي</w:t>
      </w:r>
      <w:r w:rsidR="007D6C9B">
        <w:rPr>
          <w:rtl/>
        </w:rPr>
        <w:t xml:space="preserve">ں </w:t>
      </w:r>
      <w:r>
        <w:rPr>
          <w:rtl/>
        </w:rPr>
        <w:t>تمہارے بارے مي</w:t>
      </w:r>
      <w:r w:rsidR="007D6C9B">
        <w:rPr>
          <w:rtl/>
        </w:rPr>
        <w:t xml:space="preserve">ں </w:t>
      </w:r>
      <w:r>
        <w:rPr>
          <w:rtl/>
        </w:rPr>
        <w:t>بد گمانى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پيمانہ چو نكہ گرا</w:t>
      </w:r>
      <w:r w:rsidR="007D6C9B">
        <w:rPr>
          <w:rtl/>
        </w:rPr>
        <w:t xml:space="preserve">ں </w:t>
      </w:r>
      <w:r>
        <w:rPr>
          <w:rtl/>
        </w:rPr>
        <w:t>قيمت ہے اور بادشاہ كو پسند ہے لہذا '' وہ جس شخص كو ملے اور وہ اسے لے آئے تو اسے ايك اونٹ كا باربطور انعام ديا جائے گا ''_</w:t>
      </w:r>
      <w:r w:rsidRPr="00273FEA">
        <w:rPr>
          <w:rStyle w:val="libFootnotenumChar"/>
          <w:rtl/>
        </w:rPr>
        <w:t>(</w:t>
      </w:r>
      <w:r w:rsidR="00E664BB" w:rsidRPr="00273FEA">
        <w:rPr>
          <w:rStyle w:val="libFootnotenumChar"/>
          <w:rtl/>
        </w:rPr>
        <w:t>3</w:t>
      </w:r>
      <w:r w:rsidRPr="00273FEA">
        <w:rPr>
          <w:rStyle w:val="libFootnotenumChar"/>
          <w:rtl/>
        </w:rPr>
        <w:t>)</w:t>
      </w:r>
      <w:r>
        <w:rPr>
          <w:rtl/>
        </w:rPr>
        <w:t xml:space="preserve"> </w:t>
      </w:r>
    </w:p>
    <w:p w:rsidR="00DE2D7F" w:rsidRDefault="00DE2D7F" w:rsidP="00D07B54">
      <w:pPr>
        <w:pStyle w:val="libNormal"/>
        <w:rPr>
          <w:rtl/>
        </w:rPr>
      </w:pPr>
      <w:r>
        <w:rPr>
          <w:rtl/>
        </w:rPr>
        <w:t>پھر بات كہنے والے نے مزيد تاكيد كے لئے كہا:''اور مي</w:t>
      </w:r>
      <w:r w:rsidR="007D6C9B">
        <w:rPr>
          <w:rtl/>
        </w:rPr>
        <w:t xml:space="preserve">ں </w:t>
      </w:r>
      <w:r>
        <w:rPr>
          <w:rtl/>
        </w:rPr>
        <w:t>ذاتى طور پر اس انعام كا ضامن ہو</w:t>
      </w:r>
      <w:r w:rsidR="007D6C9B">
        <w:rPr>
          <w:rtl/>
        </w:rPr>
        <w:t xml:space="preserve">ں </w:t>
      </w:r>
      <w:r>
        <w:rPr>
          <w:rtl/>
        </w:rPr>
        <w:t>''_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بھائي يہ بات سن كر سخت پريشان ہوئے اور حواس باختہ ہوگئے، وہ نہي</w:t>
      </w:r>
      <w:r w:rsidR="007D6C9B">
        <w:rPr>
          <w:rtl/>
        </w:rPr>
        <w:t xml:space="preserve">ں </w:t>
      </w:r>
      <w:r>
        <w:rPr>
          <w:rtl/>
        </w:rPr>
        <w:t>سمجھتے تھے كہ معاملہ كيا ہے،ان كى طرف رخ كر كے انھو</w:t>
      </w:r>
      <w:r w:rsidR="007D6C9B">
        <w:rPr>
          <w:rtl/>
        </w:rPr>
        <w:t xml:space="preserve">ں </w:t>
      </w:r>
      <w:r>
        <w:rPr>
          <w:rtl/>
        </w:rPr>
        <w:t xml:space="preserve">نے كہا: </w:t>
      </w:r>
    </w:p>
    <w:p w:rsidR="00DE2D7F" w:rsidRDefault="00DE2D7F" w:rsidP="00D07B54">
      <w:pPr>
        <w:pStyle w:val="libNormal"/>
        <w:rPr>
          <w:rtl/>
        </w:rPr>
      </w:pPr>
      <w:r>
        <w:rPr>
          <w:rtl/>
        </w:rPr>
        <w:t>''انھو</w:t>
      </w:r>
      <w:r w:rsidR="007D6C9B">
        <w:rPr>
          <w:rtl/>
        </w:rPr>
        <w:t xml:space="preserve">ں </w:t>
      </w:r>
      <w:r>
        <w:rPr>
          <w:rtl/>
        </w:rPr>
        <w:t>نے كہا:خدا كى قسم تم جانتے ہو كہ ہم يہا</w:t>
      </w:r>
      <w:r w:rsidR="007D6C9B">
        <w:rPr>
          <w:rtl/>
        </w:rPr>
        <w:t xml:space="preserve">ں </w:t>
      </w:r>
      <w:r>
        <w:rPr>
          <w:rtl/>
        </w:rPr>
        <w:t>اس لئے نہي</w:t>
      </w:r>
      <w:r w:rsidR="007D6C9B">
        <w:rPr>
          <w:rtl/>
        </w:rPr>
        <w:t xml:space="preserve">ں </w:t>
      </w:r>
      <w:r>
        <w:rPr>
          <w:rtl/>
        </w:rPr>
        <w:t>آئے ہي</w:t>
      </w:r>
      <w:r w:rsidR="007D6C9B">
        <w:rPr>
          <w:rtl/>
        </w:rPr>
        <w:t xml:space="preserve">ں </w:t>
      </w:r>
      <w:r>
        <w:rPr>
          <w:rtl/>
        </w:rPr>
        <w:t>كہ فتنہ و فساد كري</w:t>
      </w:r>
      <w:r w:rsidR="007D6C9B">
        <w:rPr>
          <w:rtl/>
        </w:rPr>
        <w:t xml:space="preserve">ں </w:t>
      </w:r>
      <w:r>
        <w:rPr>
          <w:rtl/>
        </w:rPr>
        <w:t>اور ہم كبھى بھى چور نہي</w:t>
      </w:r>
      <w:r w:rsidR="007D6C9B">
        <w:rPr>
          <w:rtl/>
        </w:rPr>
        <w:t xml:space="preserve">ں </w:t>
      </w:r>
      <w:r>
        <w:rPr>
          <w:rtl/>
        </w:rPr>
        <w:t>تھے ''_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DE2D7F" w:rsidP="00D07B54">
      <w:pPr>
        <w:pStyle w:val="libNormal"/>
        <w:rPr>
          <w:rtl/>
        </w:rPr>
      </w:pPr>
      <w:r>
        <w:rPr>
          <w:rtl/>
        </w:rPr>
        <w:t>يہ سن كر وہ ان كى طرف متوجہ ہو ئے اور ''كہا : ليكن اگر تم جھوٹے ہو ئے تو اس كى سزا كيا ہوگي؟</w:t>
      </w:r>
      <w:r w:rsidRPr="00AD1EF3">
        <w:rPr>
          <w:rStyle w:val="libFootnotenumChar"/>
          <w:rtl/>
        </w:rPr>
        <w:t>(</w:t>
      </w:r>
      <w:r w:rsidR="00E664BB" w:rsidRPr="00AD1EF3">
        <w:rPr>
          <w:rStyle w:val="libFootnotenumChar"/>
          <w:rtl/>
        </w:rPr>
        <w:t>6</w:t>
      </w:r>
      <w:r w:rsidRPr="00AD1EF3">
        <w:rPr>
          <w:rStyle w:val="libFootnotenumChar"/>
          <w:rtl/>
        </w:rPr>
        <w:t>)</w:t>
      </w:r>
      <w:r>
        <w:rPr>
          <w:rtl/>
        </w:rPr>
        <w:t xml:space="preserve"> </w:t>
      </w:r>
    </w:p>
    <w:p w:rsidR="00DE2D7F" w:rsidRDefault="00DE2D7F" w:rsidP="00D07B54">
      <w:pPr>
        <w:pStyle w:val="libNormal"/>
        <w:rPr>
          <w:rtl/>
        </w:rPr>
      </w:pPr>
      <w:r>
        <w:rPr>
          <w:rtl/>
        </w:rPr>
        <w:t>انہو</w:t>
      </w:r>
      <w:r w:rsidR="007D6C9B">
        <w:rPr>
          <w:rtl/>
        </w:rPr>
        <w:t xml:space="preserve">ں </w:t>
      </w:r>
      <w:r>
        <w:rPr>
          <w:rtl/>
        </w:rPr>
        <w:t>نے جواب مي</w:t>
      </w:r>
      <w:r w:rsidR="007D6C9B">
        <w:rPr>
          <w:rtl/>
        </w:rPr>
        <w:t xml:space="preserve">ں </w:t>
      </w:r>
      <w:r>
        <w:rPr>
          <w:rtl/>
        </w:rPr>
        <w:t>كہا :'' اس كى سزا يہ ہے كہ جس شخص كے بارمي</w:t>
      </w:r>
      <w:r w:rsidR="007D6C9B">
        <w:rPr>
          <w:rtl/>
        </w:rPr>
        <w:t xml:space="preserve">ں </w:t>
      </w:r>
      <w:r>
        <w:rPr>
          <w:rtl/>
        </w:rPr>
        <w:t>سے بادشاہ كا پيمانہ مل جائے اسے روك لو اور اسے اس كے بدلے مي</w:t>
      </w:r>
      <w:r w:rsidR="007D6C9B">
        <w:rPr>
          <w:rtl/>
        </w:rPr>
        <w:t xml:space="preserve">ں </w:t>
      </w:r>
      <w:r>
        <w:rPr>
          <w:rtl/>
        </w:rPr>
        <w:t xml:space="preserve">لے لو ''_ </w:t>
      </w:r>
      <w:r w:rsidRPr="00AD1EF3">
        <w:rPr>
          <w:rStyle w:val="libFootnotenumChar"/>
          <w:rtl/>
        </w:rPr>
        <w:t>(</w:t>
      </w:r>
      <w:r w:rsidR="00E664BB" w:rsidRPr="00AD1EF3">
        <w:rPr>
          <w:rStyle w:val="libFootnotenumChar"/>
          <w:rtl/>
        </w:rPr>
        <w:t>7</w:t>
      </w:r>
      <w:r w:rsidRPr="00AD1EF3">
        <w:rPr>
          <w:rStyle w:val="libFootnotenumChar"/>
          <w:rtl/>
        </w:rPr>
        <w:t>)</w:t>
      </w:r>
      <w:r>
        <w:rPr>
          <w:rtl/>
        </w:rPr>
        <w:t xml:space="preserve"> ''جى ہا</w:t>
      </w:r>
      <w:r w:rsidR="007D6C9B">
        <w:rPr>
          <w:rtl/>
        </w:rPr>
        <w:t xml:space="preserve">ں </w:t>
      </w:r>
      <w:r>
        <w:rPr>
          <w:rtl/>
        </w:rPr>
        <w:t>: ہم اسى طرح ظالمو</w:t>
      </w:r>
      <w:r w:rsidR="007D6C9B">
        <w:rPr>
          <w:rtl/>
        </w:rPr>
        <w:t xml:space="preserve">ں </w:t>
      </w:r>
      <w:r>
        <w:rPr>
          <w:rtl/>
        </w:rPr>
        <w:t>كو سزا ديتے ہي</w:t>
      </w:r>
      <w:r w:rsidR="007D6C9B">
        <w:rPr>
          <w:rtl/>
        </w:rPr>
        <w:t xml:space="preserve">ں </w:t>
      </w:r>
      <w:r>
        <w:rPr>
          <w:rtl/>
        </w:rPr>
        <w:t>_''</w:t>
      </w:r>
      <w:r w:rsidRPr="00AD1EF3">
        <w:rPr>
          <w:rStyle w:val="libFootnotenumChar"/>
          <w:rtl/>
        </w:rPr>
        <w:t>(</w:t>
      </w:r>
      <w:r w:rsidR="00E664BB" w:rsidRPr="00AD1EF3">
        <w:rPr>
          <w:rStyle w:val="libFootnotenumChar"/>
          <w:rtl/>
        </w:rPr>
        <w:t>8</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71</w:t>
      </w:r>
      <w:r>
        <w:rPr>
          <w:rtl/>
        </w:rPr>
        <w:t xml:space="preserve"> (</w:t>
      </w:r>
      <w:r w:rsidR="00E664BB">
        <w:rPr>
          <w:rtl/>
        </w:rPr>
        <w:t>2</w:t>
      </w:r>
      <w:r>
        <w:rPr>
          <w:rtl/>
        </w:rPr>
        <w:t xml:space="preserve">) سورہ يوسف آيت </w:t>
      </w:r>
      <w:r w:rsidR="00E664BB">
        <w:rPr>
          <w:rtl/>
        </w:rPr>
        <w:t>72</w:t>
      </w:r>
      <w:r>
        <w:rPr>
          <w:rtl/>
        </w:rPr>
        <w:t xml:space="preserve"> (</w:t>
      </w:r>
      <w:r w:rsidR="00E664BB">
        <w:rPr>
          <w:rtl/>
        </w:rPr>
        <w:t>3</w:t>
      </w:r>
      <w:r>
        <w:rPr>
          <w:rtl/>
        </w:rPr>
        <w:t xml:space="preserve">) سورہ يوسف آيت </w:t>
      </w:r>
      <w:r w:rsidR="00E664BB">
        <w:rPr>
          <w:rtl/>
        </w:rPr>
        <w:t>72</w:t>
      </w:r>
      <w:r>
        <w:rPr>
          <w:rtl/>
        </w:rPr>
        <w:t xml:space="preserve"> </w:t>
      </w:r>
    </w:p>
    <w:p w:rsidR="00DE2D7F" w:rsidRDefault="00DE2D7F" w:rsidP="00D07B54">
      <w:pPr>
        <w:pStyle w:val="libFootnote"/>
        <w:rPr>
          <w:rtl/>
        </w:rPr>
      </w:pPr>
      <w:r>
        <w:rPr>
          <w:rtl/>
        </w:rPr>
        <w:t>(</w:t>
      </w:r>
      <w:r w:rsidR="00E664BB">
        <w:rPr>
          <w:rtl/>
        </w:rPr>
        <w:t>4</w:t>
      </w:r>
      <w:r>
        <w:rPr>
          <w:rtl/>
        </w:rPr>
        <w:t>)سورہ يوسف آيت</w:t>
      </w:r>
      <w:r w:rsidR="00E664BB">
        <w:rPr>
          <w:rtl/>
        </w:rPr>
        <w:t>72</w:t>
      </w:r>
      <w:r>
        <w:rPr>
          <w:rtl/>
        </w:rPr>
        <w:t xml:space="preserve"> (</w:t>
      </w:r>
      <w:r w:rsidR="00E664BB">
        <w:rPr>
          <w:rtl/>
        </w:rPr>
        <w:t>5</w:t>
      </w:r>
      <w:r>
        <w:rPr>
          <w:rtl/>
        </w:rPr>
        <w:t>)سورہ يوسف آيت</w:t>
      </w:r>
      <w:r w:rsidR="00E664BB">
        <w:rPr>
          <w:rtl/>
        </w:rPr>
        <w:t>73</w:t>
      </w:r>
      <w:r>
        <w:rPr>
          <w:rtl/>
        </w:rPr>
        <w:t xml:space="preserve"> (</w:t>
      </w:r>
      <w:r w:rsidR="00E664BB">
        <w:rPr>
          <w:rtl/>
        </w:rPr>
        <w:t>6</w:t>
      </w:r>
      <w:r>
        <w:rPr>
          <w:rtl/>
        </w:rPr>
        <w:t xml:space="preserve">) سورہ يوسف آيت </w:t>
      </w:r>
      <w:r w:rsidR="00E664BB">
        <w:rPr>
          <w:rtl/>
        </w:rPr>
        <w:t>74</w:t>
      </w:r>
      <w:r>
        <w:rPr>
          <w:rtl/>
        </w:rPr>
        <w:t xml:space="preserve"> </w:t>
      </w:r>
    </w:p>
    <w:p w:rsidR="00DE2D7F" w:rsidRDefault="00DE2D7F" w:rsidP="00D07B54">
      <w:pPr>
        <w:pStyle w:val="libFootnote"/>
        <w:rPr>
          <w:rtl/>
        </w:rPr>
      </w:pPr>
      <w:r>
        <w:rPr>
          <w:rtl/>
        </w:rPr>
        <w:t>(</w:t>
      </w:r>
      <w:r w:rsidR="00E664BB">
        <w:rPr>
          <w:rtl/>
        </w:rPr>
        <w:t>7</w:t>
      </w:r>
      <w:r>
        <w:rPr>
          <w:rtl/>
        </w:rPr>
        <w:t xml:space="preserve">) سورہ يوسف آيت </w:t>
      </w:r>
      <w:r w:rsidR="00E664BB">
        <w:rPr>
          <w:rtl/>
        </w:rPr>
        <w:t>75</w:t>
      </w:r>
      <w:r>
        <w:rPr>
          <w:rtl/>
        </w:rPr>
        <w:t xml:space="preserve"> (</w:t>
      </w:r>
      <w:r w:rsidR="00E664BB">
        <w:rPr>
          <w:rtl/>
        </w:rPr>
        <w:t>8</w:t>
      </w:r>
      <w:r>
        <w:rPr>
          <w:rtl/>
        </w:rPr>
        <w:t xml:space="preserve">) سورہ يوسف آيت </w:t>
      </w:r>
      <w:r w:rsidR="00E664BB">
        <w:rPr>
          <w:rtl/>
        </w:rPr>
        <w:t>75</w:t>
      </w:r>
      <w:r>
        <w:rPr>
          <w:rtl/>
        </w:rPr>
        <w:t xml:space="preserve"> </w:t>
      </w:r>
    </w:p>
    <w:p w:rsidR="00484E74" w:rsidRDefault="001648F9" w:rsidP="00D07B54">
      <w:pPr>
        <w:pStyle w:val="libNormal"/>
        <w:rPr>
          <w:rtl/>
        </w:rPr>
      </w:pPr>
      <w:r>
        <w:rPr>
          <w:rtl/>
        </w:rPr>
        <w:t xml:space="preserve"> </w:t>
      </w:r>
      <w:r>
        <w:rPr>
          <w:rtl/>
        </w:rPr>
        <w:br w:type="page"/>
      </w:r>
    </w:p>
    <w:p w:rsidR="00484E74" w:rsidRDefault="00484E74" w:rsidP="00D07B54">
      <w:pPr>
        <w:pStyle w:val="libNormal"/>
        <w:rPr>
          <w:rtl/>
        </w:rPr>
      </w:pPr>
    </w:p>
    <w:p w:rsidR="00DE2D7F" w:rsidRDefault="00DE2D7F" w:rsidP="00D07B54">
      <w:pPr>
        <w:pStyle w:val="libNormal"/>
        <w:rPr>
          <w:rtl/>
        </w:rPr>
      </w:pPr>
      <w:r>
        <w:rPr>
          <w:rtl/>
        </w:rPr>
        <w:t>اس مو قع پرحضرت يوسف نے حكم ديا كہ ان كے غلات كے باركھولے جائي</w:t>
      </w:r>
      <w:r w:rsidR="007D6C9B">
        <w:rPr>
          <w:rtl/>
        </w:rPr>
        <w:t xml:space="preserve">ں </w:t>
      </w:r>
      <w:r>
        <w:rPr>
          <w:rtl/>
        </w:rPr>
        <w:t>اور ايك ايك كى جانچ پڑتال كى جائے البتہ اس بناء پر كہ ان كے اصلى منصوبے كا كسى كو پتہ نہ چلے ،'' اپنے بھائي بنيا مين كے بارسے پہلے دوسرو</w:t>
      </w:r>
      <w:r w:rsidR="007D6C9B">
        <w:rPr>
          <w:rtl/>
        </w:rPr>
        <w:t xml:space="preserve">ں </w:t>
      </w:r>
      <w:r>
        <w:rPr>
          <w:rtl/>
        </w:rPr>
        <w:t xml:space="preserve">كے سامان كى پڑتال كى اور پھر وہ مخصوص پيمانہ اپنے بھائي كے بار سے برآمد كر ليا''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484E74" w:rsidRDefault="00DE2D7F" w:rsidP="00D07B54">
      <w:pPr>
        <w:pStyle w:val="Heading2Center"/>
        <w:rPr>
          <w:rtl/>
        </w:rPr>
      </w:pPr>
      <w:bookmarkStart w:id="175" w:name="_Toc7268572"/>
      <w:r>
        <w:rPr>
          <w:rtl/>
        </w:rPr>
        <w:t>اے بنيا مين تم نے ہمي</w:t>
      </w:r>
      <w:r w:rsidR="007D6C9B">
        <w:rPr>
          <w:rtl/>
        </w:rPr>
        <w:t xml:space="preserve">ں </w:t>
      </w:r>
      <w:r>
        <w:rPr>
          <w:rtl/>
        </w:rPr>
        <w:t>ذليل كر ديا</w:t>
      </w:r>
      <w:bookmarkEnd w:id="175"/>
      <w:r>
        <w:rPr>
          <w:rtl/>
        </w:rPr>
        <w:t xml:space="preserve"> </w:t>
      </w:r>
    </w:p>
    <w:p w:rsidR="00DE2D7F" w:rsidRDefault="00DE2D7F" w:rsidP="00D07B54">
      <w:pPr>
        <w:pStyle w:val="libNormal"/>
        <w:rPr>
          <w:rtl/>
        </w:rPr>
      </w:pPr>
      <w:r>
        <w:rPr>
          <w:rtl/>
        </w:rPr>
        <w:t>پيمانہ بر آمد ہوا تو تعجب سے بھائيو</w:t>
      </w:r>
      <w:r w:rsidR="007D6C9B">
        <w:rPr>
          <w:rtl/>
        </w:rPr>
        <w:t xml:space="preserve">ں </w:t>
      </w:r>
      <w:r>
        <w:rPr>
          <w:rtl/>
        </w:rPr>
        <w:t>كے منہ كھلے كے كھلے رہ گئے گويا غم واندوہ كا پہاڑان كے سرو</w:t>
      </w:r>
      <w:r w:rsidR="007D6C9B">
        <w:rPr>
          <w:rtl/>
        </w:rPr>
        <w:t xml:space="preserve">ں </w:t>
      </w:r>
      <w:r>
        <w:rPr>
          <w:rtl/>
        </w:rPr>
        <w:t>پر آگرا اور انہي</w:t>
      </w:r>
      <w:r w:rsidR="007D6C9B">
        <w:rPr>
          <w:rtl/>
        </w:rPr>
        <w:t xml:space="preserve">ں </w:t>
      </w:r>
      <w:r>
        <w:rPr>
          <w:rtl/>
        </w:rPr>
        <w:t>يو</w:t>
      </w:r>
      <w:r w:rsidR="007D6C9B">
        <w:rPr>
          <w:rtl/>
        </w:rPr>
        <w:t xml:space="preserve">ں </w:t>
      </w:r>
      <w:r>
        <w:rPr>
          <w:rtl/>
        </w:rPr>
        <w:t>لگا جيسے وہ ايك عجيب مقام پر پھنس گئے ہي</w:t>
      </w:r>
      <w:r w:rsidR="007D6C9B">
        <w:rPr>
          <w:rtl/>
        </w:rPr>
        <w:t xml:space="preserve">ں </w:t>
      </w:r>
      <w:r>
        <w:rPr>
          <w:rtl/>
        </w:rPr>
        <w:t>كہ جس كے چارو</w:t>
      </w:r>
      <w:r w:rsidR="007D6C9B">
        <w:rPr>
          <w:rtl/>
        </w:rPr>
        <w:t xml:space="preserve">ں </w:t>
      </w:r>
      <w:r>
        <w:rPr>
          <w:rtl/>
        </w:rPr>
        <w:t>طرف كے راستے بند ہو گئے ہي</w:t>
      </w:r>
      <w:r w:rsidR="007D6C9B">
        <w:rPr>
          <w:rtl/>
        </w:rPr>
        <w:t xml:space="preserve">ں </w:t>
      </w:r>
      <w:r>
        <w:rPr>
          <w:rtl/>
        </w:rPr>
        <w:t>ايك طرف ان كا بھائي ظاہر ًا ايسى چورى كا مر تكب ہوا جس سے ان كے سرندامت سے جھك گئے اور دوسرى طرف ظاہراً عزيز مصر كى نظرو</w:t>
      </w:r>
      <w:r w:rsidR="007D6C9B">
        <w:rPr>
          <w:rtl/>
        </w:rPr>
        <w:t xml:space="preserve">ں </w:t>
      </w:r>
      <w:r>
        <w:rPr>
          <w:rtl/>
        </w:rPr>
        <w:t>مي</w:t>
      </w:r>
      <w:r w:rsidR="007D6C9B">
        <w:rPr>
          <w:rtl/>
        </w:rPr>
        <w:t xml:space="preserve">ں </w:t>
      </w:r>
      <w:r>
        <w:rPr>
          <w:rtl/>
        </w:rPr>
        <w:t>ان كى عزت وحيثيت خطرے مي</w:t>
      </w:r>
      <w:r w:rsidR="007D6C9B">
        <w:rPr>
          <w:rtl/>
        </w:rPr>
        <w:t xml:space="preserve">ں </w:t>
      </w:r>
      <w:r>
        <w:rPr>
          <w:rtl/>
        </w:rPr>
        <w:t xml:space="preserve">جاپڑى كہ اب آيندہ كے لئے اس كى حمايت حاصل كرنا ان كے لئے ممكن نہ رہا اور ان تمام باتو </w:t>
      </w:r>
      <w:r w:rsidR="007D6C9B">
        <w:rPr>
          <w:rtl/>
        </w:rPr>
        <w:t xml:space="preserve">ں </w:t>
      </w:r>
      <w:r>
        <w:rPr>
          <w:rtl/>
        </w:rPr>
        <w:t>سے قطع نظر انہو</w:t>
      </w:r>
      <w:r w:rsidR="007D6C9B">
        <w:rPr>
          <w:rtl/>
        </w:rPr>
        <w:t xml:space="preserve">ں </w:t>
      </w:r>
      <w:r>
        <w:rPr>
          <w:rtl/>
        </w:rPr>
        <w:t>نے سوچا كہ باپ كو كيا جواب دي</w:t>
      </w:r>
      <w:r w:rsidR="007D6C9B">
        <w:rPr>
          <w:rtl/>
        </w:rPr>
        <w:t xml:space="preserve">ں </w:t>
      </w:r>
      <w:r>
        <w:rPr>
          <w:rtl/>
        </w:rPr>
        <w:t>گے اور وہ كيسے يقين كر ے گا كہ اس مي</w:t>
      </w:r>
      <w:r w:rsidR="007D6C9B">
        <w:rPr>
          <w:rtl/>
        </w:rPr>
        <w:t xml:space="preserve">ں </w:t>
      </w:r>
      <w:r>
        <w:rPr>
          <w:rtl/>
        </w:rPr>
        <w:t>ان كا كوئي قصور نہي</w:t>
      </w:r>
      <w:r w:rsidR="007D6C9B">
        <w:rPr>
          <w:rtl/>
        </w:rPr>
        <w:t xml:space="preserve">ں </w:t>
      </w:r>
      <w:r>
        <w:rPr>
          <w:rtl/>
        </w:rPr>
        <w:t xml:space="preserve">ہے _ </w:t>
      </w:r>
    </w:p>
    <w:p w:rsidR="00DE2D7F" w:rsidRDefault="00DE2D7F" w:rsidP="00D07B54">
      <w:pPr>
        <w:pStyle w:val="libNormal"/>
        <w:rPr>
          <w:rtl/>
        </w:rPr>
      </w:pPr>
      <w:r>
        <w:rPr>
          <w:rtl/>
        </w:rPr>
        <w:t>بعض مفسرين نے لكھا ہے كہ اس مو قع پربھائيو</w:t>
      </w:r>
      <w:r w:rsidR="007D6C9B">
        <w:rPr>
          <w:rtl/>
        </w:rPr>
        <w:t xml:space="preserve">ں </w:t>
      </w:r>
      <w:r>
        <w:rPr>
          <w:rtl/>
        </w:rPr>
        <w:t>نے بنيامين كى طرف رخ كر كے كہا : اے بے خبر : تو نے ہمي</w:t>
      </w:r>
      <w:r w:rsidR="007D6C9B">
        <w:rPr>
          <w:rtl/>
        </w:rPr>
        <w:t xml:space="preserve">ں </w:t>
      </w:r>
      <w:r>
        <w:rPr>
          <w:rtl/>
        </w:rPr>
        <w:t>رسوا كرديا ہے اور ہمارا منہ كالا كرديا ہے تو نے يہ كيساغلط كام انجام ديا ہے ؟(نہ تو نے اپنے آپ پر رحم كيا ،نہ ہم پر اور نہ خاندان يعقوب (ع) پر كہ جو خاندان نبوت ہے ) آخر ہمي</w:t>
      </w:r>
      <w:r w:rsidR="007D6C9B">
        <w:rPr>
          <w:rtl/>
        </w:rPr>
        <w:t xml:space="preserve">ں </w:t>
      </w:r>
      <w:r>
        <w:rPr>
          <w:rtl/>
        </w:rPr>
        <w:t>بتا تو سہى كہ تو نے كس وقت پيمانہ اٹھا يا اور اپنے بار مي</w:t>
      </w:r>
      <w:r w:rsidR="007D6C9B">
        <w:rPr>
          <w:rtl/>
        </w:rPr>
        <w:t xml:space="preserve">ں </w:t>
      </w:r>
      <w:r>
        <w:rPr>
          <w:rtl/>
        </w:rPr>
        <w:t>ركھ ليا؟ بنيامين نے جو معاملے كى اصل اور قضيے كے باطن كو جانتا تھا ٹھنڈے دل سے جواب ديا كہ يہ كام اسى شخص نے كيا ہے جس نے تمہارى دى ہوئي قيمت تمہارے بارمي</w:t>
      </w:r>
      <w:r w:rsidR="007D6C9B">
        <w:rPr>
          <w:rtl/>
        </w:rPr>
        <w:t xml:space="preserve">ں </w:t>
      </w:r>
      <w:r>
        <w:rPr>
          <w:rtl/>
        </w:rPr>
        <w:t>ركھ دى تھى ليكن بھائيو</w:t>
      </w:r>
      <w:r w:rsidR="007D6C9B">
        <w:rPr>
          <w:rtl/>
        </w:rPr>
        <w:t xml:space="preserve">ں </w:t>
      </w:r>
      <w:r>
        <w:rPr>
          <w:rtl/>
        </w:rPr>
        <w:t>كو اس حادثے نے اس قدر پريشان كر ركھا تھا كہ انھي</w:t>
      </w:r>
      <w:r w:rsidR="007D6C9B">
        <w:rPr>
          <w:rtl/>
        </w:rPr>
        <w:t xml:space="preserve">ں </w:t>
      </w:r>
      <w:r>
        <w:rPr>
          <w:rtl/>
        </w:rPr>
        <w:t>پتہ نہي</w:t>
      </w:r>
      <w:r w:rsidR="007D6C9B">
        <w:rPr>
          <w:rtl/>
        </w:rPr>
        <w:t xml:space="preserve">ں </w:t>
      </w:r>
      <w:r>
        <w:rPr>
          <w:rtl/>
        </w:rPr>
        <w:t xml:space="preserve">چلا كہ وہ كيا كہہ رہا ہے_ </w:t>
      </w:r>
    </w:p>
    <w:p w:rsidR="00DE2D7F" w:rsidRDefault="00DE2D7F" w:rsidP="00D07B54">
      <w:pPr>
        <w:pStyle w:val="libNormal"/>
        <w:rPr>
          <w:rtl/>
        </w:rPr>
      </w:pPr>
      <w:r>
        <w:rPr>
          <w:rtl/>
        </w:rPr>
        <w:t>پھر قرآن مزيد كہتا ہے:'' ہم نے اس طرح يوسف (ع) كے لئے ايك تدبير كي''_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تاكہ وہ اپنے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76</w:t>
      </w:r>
      <w:r>
        <w:rPr>
          <w:rtl/>
        </w:rPr>
        <w:t xml:space="preserve"> </w:t>
      </w:r>
    </w:p>
    <w:p w:rsidR="00DE2D7F" w:rsidRDefault="00DE2D7F" w:rsidP="00D07B54">
      <w:pPr>
        <w:pStyle w:val="libFootnote"/>
        <w:rPr>
          <w:rtl/>
        </w:rPr>
      </w:pPr>
      <w:r>
        <w:rPr>
          <w:rtl/>
        </w:rPr>
        <w:t>(</w:t>
      </w:r>
      <w:r w:rsidR="00E664BB">
        <w:rPr>
          <w:rtl/>
        </w:rPr>
        <w:t>2</w:t>
      </w:r>
      <w:r>
        <w:rPr>
          <w:rtl/>
        </w:rPr>
        <w:t>) سورہ يوسف ايت</w:t>
      </w:r>
      <w:r w:rsidR="00E664BB">
        <w:rPr>
          <w:rtl/>
        </w:rPr>
        <w:t>76</w:t>
      </w:r>
      <w:r>
        <w:rPr>
          <w:rtl/>
        </w:rPr>
        <w:t xml:space="preserve"> </w:t>
      </w:r>
    </w:p>
    <w:p w:rsidR="00484E7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بھائي كو دوسرے بھائيو</w:t>
      </w:r>
      <w:r w:rsidR="007D6C9B">
        <w:rPr>
          <w:rtl/>
        </w:rPr>
        <w:t xml:space="preserve">ں </w:t>
      </w:r>
      <w:r>
        <w:rPr>
          <w:rtl/>
        </w:rPr>
        <w:t>كى مخالفت كے بغير روك سكي</w:t>
      </w:r>
      <w:r w:rsidR="007D6C9B">
        <w:rPr>
          <w:rtl/>
        </w:rPr>
        <w:t xml:space="preserve">ں </w:t>
      </w:r>
      <w:r>
        <w:rPr>
          <w:rtl/>
        </w:rPr>
        <w:t>)</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اسى بناء پر قرآن كہتا ہے:'' يوسف ملك مصر كے قانون كے مطا بق اپنے بھائي كو نہي</w:t>
      </w:r>
      <w:r w:rsidR="007D6C9B">
        <w:rPr>
          <w:rtl/>
        </w:rPr>
        <w:t xml:space="preserve">ں </w:t>
      </w:r>
      <w:r>
        <w:rPr>
          <w:rtl/>
        </w:rPr>
        <w:t>لے سكتے تھے اور اپنے پاس نہي</w:t>
      </w:r>
      <w:r w:rsidR="007D6C9B">
        <w:rPr>
          <w:rtl/>
        </w:rPr>
        <w:t xml:space="preserve">ں </w:t>
      </w:r>
      <w:r>
        <w:rPr>
          <w:rtl/>
        </w:rPr>
        <w:t xml:space="preserve">ركھ سكتے تھے_''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76</w:t>
      </w:r>
      <w:r>
        <w:rPr>
          <w:rtl/>
        </w:rPr>
        <w:t xml:space="preserve"> </w:t>
      </w:r>
    </w:p>
    <w:p w:rsidR="00DE2D7F" w:rsidRDefault="00DE2D7F" w:rsidP="00D07B54">
      <w:pPr>
        <w:pStyle w:val="libFootnote"/>
        <w:rPr>
          <w:rtl/>
        </w:rPr>
      </w:pPr>
      <w:r>
        <w:rPr>
          <w:rtl/>
        </w:rPr>
        <w:t>(</w:t>
      </w:r>
      <w:r w:rsidR="00E664BB">
        <w:rPr>
          <w:rtl/>
        </w:rPr>
        <w:t>2</w:t>
      </w:r>
      <w:r>
        <w:rPr>
          <w:rtl/>
        </w:rPr>
        <w:t>)يہا</w:t>
      </w:r>
      <w:r w:rsidR="007D6C9B">
        <w:rPr>
          <w:rtl/>
        </w:rPr>
        <w:t xml:space="preserve">ں </w:t>
      </w:r>
      <w:r>
        <w:rPr>
          <w:rtl/>
        </w:rPr>
        <w:t>پر دو سوال پيدا ہوتے ہي</w:t>
      </w:r>
      <w:r w:rsidR="007D6C9B">
        <w:rPr>
          <w:rtl/>
        </w:rPr>
        <w:t xml:space="preserve">ں </w:t>
      </w:r>
      <w:r>
        <w:rPr>
          <w:rtl/>
        </w:rPr>
        <w:t xml:space="preserve">: </w:t>
      </w:r>
    </w:p>
    <w:p w:rsidR="00DE2D7F" w:rsidRDefault="00E664BB" w:rsidP="00D07B54">
      <w:pPr>
        <w:pStyle w:val="libFootnote"/>
        <w:rPr>
          <w:rtl/>
        </w:rPr>
      </w:pPr>
      <w:r>
        <w:rPr>
          <w:rtl/>
        </w:rPr>
        <w:t>1</w:t>
      </w:r>
      <w:r w:rsidR="00DE2D7F">
        <w:rPr>
          <w:rtl/>
        </w:rPr>
        <w:t xml:space="preserve">_بے گناہ پر چورى كا الزام ؟ </w:t>
      </w:r>
    </w:p>
    <w:p w:rsidR="00DE2D7F" w:rsidRDefault="00DE2D7F" w:rsidP="00D07B54">
      <w:pPr>
        <w:pStyle w:val="libFootnote"/>
        <w:rPr>
          <w:rtl/>
        </w:rPr>
      </w:pPr>
      <w:r>
        <w:rPr>
          <w:rtl/>
        </w:rPr>
        <w:t>كيا جائز تھا كہ ايك بے گناہ شخص پر چورى كا اتہام لگايا جائے،ايسا اتہام كہ جس كے بُرے اثار نے باقى بھائيو</w:t>
      </w:r>
      <w:r w:rsidR="007D6C9B">
        <w:rPr>
          <w:rtl/>
        </w:rPr>
        <w:t xml:space="preserve">ں </w:t>
      </w:r>
      <w:r>
        <w:rPr>
          <w:rtl/>
        </w:rPr>
        <w:t>كو بھى كسى حد تك اپنى لپٹ مي</w:t>
      </w:r>
      <w:r w:rsidR="007D6C9B">
        <w:rPr>
          <w:rtl/>
        </w:rPr>
        <w:t xml:space="preserve">ں </w:t>
      </w:r>
      <w:r>
        <w:rPr>
          <w:rtl/>
        </w:rPr>
        <w:t xml:space="preserve">لے ليا؟ </w:t>
      </w:r>
    </w:p>
    <w:p w:rsidR="00DE2D7F" w:rsidRDefault="00DE2D7F" w:rsidP="00D07B54">
      <w:pPr>
        <w:pStyle w:val="libFootnote"/>
        <w:rPr>
          <w:rtl/>
        </w:rPr>
      </w:pPr>
      <w:r>
        <w:rPr>
          <w:rtl/>
        </w:rPr>
        <w:t>اس سوال كا جواب بھى خود واقعے مي</w:t>
      </w:r>
      <w:r w:rsidR="007D6C9B">
        <w:rPr>
          <w:rtl/>
        </w:rPr>
        <w:t xml:space="preserve">ں </w:t>
      </w:r>
      <w:r>
        <w:rPr>
          <w:rtl/>
        </w:rPr>
        <w:t>موجود ہے اور وہ يہ كہ يہ معاملہ خودبنيامين كى رضا مندى سے انجام پايا تھا ،كيونكہ حضرت يوسف نے پہلے اپنے اپ كو اس سے متعارف كروايا تھا اور وہ جانتا تھا كہ يہ منصوبہ خود اس كى حفاظت كے لئے بنايا گيا ہے،نيز اس سے بھائيو</w:t>
      </w:r>
      <w:r w:rsidR="007D6C9B">
        <w:rPr>
          <w:rtl/>
        </w:rPr>
        <w:t xml:space="preserve">ں </w:t>
      </w:r>
      <w:r>
        <w:rPr>
          <w:rtl/>
        </w:rPr>
        <w:t>پر بھى كوئي تہمت نہي</w:t>
      </w:r>
      <w:r w:rsidR="007D6C9B">
        <w:rPr>
          <w:rtl/>
        </w:rPr>
        <w:t xml:space="preserve">ں </w:t>
      </w:r>
      <w:r>
        <w:rPr>
          <w:rtl/>
        </w:rPr>
        <w:t>لگى البتہ انھي</w:t>
      </w:r>
      <w:r w:rsidR="007D6C9B">
        <w:rPr>
          <w:rtl/>
        </w:rPr>
        <w:t xml:space="preserve">ں </w:t>
      </w:r>
      <w:r>
        <w:rPr>
          <w:rtl/>
        </w:rPr>
        <w:t>اضطراب و پريشانى ضرور ہوئي جس مي</w:t>
      </w:r>
      <w:r w:rsidR="007D6C9B">
        <w:rPr>
          <w:rtl/>
        </w:rPr>
        <w:t xml:space="preserve">ں </w:t>
      </w:r>
      <w:r>
        <w:rPr>
          <w:rtl/>
        </w:rPr>
        <w:t xml:space="preserve">كہ ايك اہم امتحان كى وجہ سے كوئي ہرج نہ تھا _ </w:t>
      </w:r>
    </w:p>
    <w:p w:rsidR="00DE2D7F" w:rsidRDefault="00E664BB" w:rsidP="00D07B54">
      <w:pPr>
        <w:pStyle w:val="libFootnote"/>
        <w:rPr>
          <w:rtl/>
        </w:rPr>
      </w:pPr>
      <w:r>
        <w:rPr>
          <w:rtl/>
        </w:rPr>
        <w:t>2</w:t>
      </w:r>
      <w:r w:rsidR="00DE2D7F">
        <w:rPr>
          <w:rtl/>
        </w:rPr>
        <w:t>_چورى كى نسبت سب كى طرف كيو</w:t>
      </w:r>
      <w:r w:rsidR="007D6C9B">
        <w:rPr>
          <w:rtl/>
        </w:rPr>
        <w:t xml:space="preserve">ں </w:t>
      </w:r>
      <w:r w:rsidR="00DE2D7F">
        <w:rPr>
          <w:rtl/>
        </w:rPr>
        <w:t xml:space="preserve">دى گئي ؟ </w:t>
      </w:r>
    </w:p>
    <w:p w:rsidR="00DE2D7F" w:rsidRDefault="00DE2D7F" w:rsidP="00D07B54">
      <w:pPr>
        <w:pStyle w:val="libFootnote"/>
        <w:rPr>
          <w:rtl/>
        </w:rPr>
      </w:pPr>
      <w:r>
        <w:rPr>
          <w:rtl/>
        </w:rPr>
        <w:t>كيا (انكم اسارقون )''يعنى تم چور ہو ''كہہ كر سب كى طرف چورى كى نسبت نہي</w:t>
      </w:r>
      <w:r w:rsidR="007D6C9B">
        <w:rPr>
          <w:rtl/>
        </w:rPr>
        <w:t xml:space="preserve">ں </w:t>
      </w:r>
      <w:r>
        <w:rPr>
          <w:rtl/>
        </w:rPr>
        <w:t>دينا جھوٹ نہ تھا اور اس جھوٹ اور تہمت كا كيا جواز تھا ؟ ذيل كے تجزيے سے اس سوال كا جواب واضح ہو جا ئے گا : اولاً يہ معلوم نہي</w:t>
      </w:r>
      <w:r w:rsidR="007D6C9B">
        <w:rPr>
          <w:rtl/>
        </w:rPr>
        <w:t xml:space="preserve">ں </w:t>
      </w:r>
      <w:r>
        <w:rPr>
          <w:rtl/>
        </w:rPr>
        <w:t>كہ يہ بات كہنے والے كو ن لو گ تھے قرآن مي</w:t>
      </w:r>
      <w:r w:rsidR="007D6C9B">
        <w:rPr>
          <w:rtl/>
        </w:rPr>
        <w:t xml:space="preserve">ں </w:t>
      </w:r>
      <w:r>
        <w:rPr>
          <w:rtl/>
        </w:rPr>
        <w:t>صرف اس قدر ہے ''قالوا ''يعنى انہو</w:t>
      </w:r>
      <w:r w:rsidR="007D6C9B">
        <w:rPr>
          <w:rtl/>
        </w:rPr>
        <w:t xml:space="preserve">ں </w:t>
      </w:r>
      <w:r>
        <w:rPr>
          <w:rtl/>
        </w:rPr>
        <w:t>نے كہا'' ہوسكتا ہے يہ بات كہنے والے حضرت يوسف كے كچھ كار ندے ہو</w:t>
      </w:r>
      <w:r w:rsidR="007D6C9B">
        <w:rPr>
          <w:rtl/>
        </w:rPr>
        <w:t xml:space="preserve">ں </w:t>
      </w:r>
      <w:r>
        <w:rPr>
          <w:rtl/>
        </w:rPr>
        <w:t>كہ جب انہو</w:t>
      </w:r>
      <w:r w:rsidR="007D6C9B">
        <w:rPr>
          <w:rtl/>
        </w:rPr>
        <w:t xml:space="preserve">ں </w:t>
      </w:r>
      <w:r>
        <w:rPr>
          <w:rtl/>
        </w:rPr>
        <w:t>نے ديكھا كہ مخصوص پيمانہ نہي</w:t>
      </w:r>
      <w:r w:rsidR="007D6C9B">
        <w:rPr>
          <w:rtl/>
        </w:rPr>
        <w:t xml:space="preserve">ں </w:t>
      </w:r>
      <w:r>
        <w:rPr>
          <w:rtl/>
        </w:rPr>
        <w:t>ہے يقين كر ليا كہ كنعان كے قافلے مي</w:t>
      </w:r>
      <w:r w:rsidR="007D6C9B">
        <w:rPr>
          <w:rtl/>
        </w:rPr>
        <w:t xml:space="preserve">ں </w:t>
      </w:r>
      <w:r>
        <w:rPr>
          <w:rtl/>
        </w:rPr>
        <w:t>سے كسى شخص نے اسے چراليا ہے اور يہ معمول ہے كہ اگر كوئي چيز ايسے افراد مي</w:t>
      </w:r>
      <w:r w:rsidR="007D6C9B">
        <w:rPr>
          <w:rtl/>
        </w:rPr>
        <w:t xml:space="preserve">ں </w:t>
      </w:r>
      <w:r>
        <w:rPr>
          <w:rtl/>
        </w:rPr>
        <w:t>چورى ہو جائے كہ جو ايك ہى گروہ كى صورت مي</w:t>
      </w:r>
      <w:r w:rsidR="007D6C9B">
        <w:rPr>
          <w:rtl/>
        </w:rPr>
        <w:t xml:space="preserve">ں </w:t>
      </w:r>
      <w:r>
        <w:rPr>
          <w:rtl/>
        </w:rPr>
        <w:t>متشكل ہو اور اصل چور پہچا نا نہ جائے تو سب كو مخاطب كر تے ہي</w:t>
      </w:r>
      <w:r w:rsidR="007D6C9B">
        <w:rPr>
          <w:rtl/>
        </w:rPr>
        <w:t xml:space="preserve">ں </w:t>
      </w:r>
      <w:r>
        <w:rPr>
          <w:rtl/>
        </w:rPr>
        <w:t>اور كہتے ہي</w:t>
      </w:r>
      <w:r w:rsidR="007D6C9B">
        <w:rPr>
          <w:rtl/>
        </w:rPr>
        <w:t xml:space="preserve">ں </w:t>
      </w:r>
      <w:r>
        <w:rPr>
          <w:rtl/>
        </w:rPr>
        <w:t>كہ تم نے يہ كام كيا ہے يعنى تم مي</w:t>
      </w:r>
      <w:r w:rsidR="007D6C9B">
        <w:rPr>
          <w:rtl/>
        </w:rPr>
        <w:t xml:space="preserve">ں </w:t>
      </w:r>
      <w:r>
        <w:rPr>
          <w:rtl/>
        </w:rPr>
        <w:t>سے ايك نے يا تم مي</w:t>
      </w:r>
      <w:r w:rsidR="007D6C9B">
        <w:rPr>
          <w:rtl/>
        </w:rPr>
        <w:t xml:space="preserve">ں </w:t>
      </w:r>
      <w:r>
        <w:rPr>
          <w:rtl/>
        </w:rPr>
        <w:t xml:space="preserve">سے بعض نے ايسا كيا ہے_ </w:t>
      </w:r>
    </w:p>
    <w:p w:rsidR="0060043D" w:rsidRDefault="00DE2D7F" w:rsidP="00D07B54">
      <w:pPr>
        <w:pStyle w:val="libFootnote"/>
        <w:rPr>
          <w:rtl/>
        </w:rPr>
      </w:pPr>
      <w:r>
        <w:rPr>
          <w:rtl/>
        </w:rPr>
        <w:t>ثانيا ًاس بات كا اصلى نشانہ بنيامين تھا جو كہ اس نسبت پر راضى تھا كيونكہ اس منصوبے مي</w:t>
      </w:r>
      <w:r w:rsidR="007D6C9B">
        <w:rPr>
          <w:rtl/>
        </w:rPr>
        <w:t xml:space="preserve">ں </w:t>
      </w:r>
      <w:r>
        <w:rPr>
          <w:rtl/>
        </w:rPr>
        <w:t xml:space="preserve">ظاہرا تو اس پر چورى كى تہمت لگى تھى ليكن درحقيقت وہ اس كے اپنے بھائي يو سف كے پاس رہنے كے لئے مقدمہ تھى اور يہ جو سب پر الزام آيا يہ ايك بالكل </w:t>
      </w:r>
      <w:r w:rsidR="0060043D">
        <w:rPr>
          <w:rtl/>
        </w:rPr>
        <w:t xml:space="preserve">عارضى سى بات تھى جو صرف برادران يو سف كے سامان كى تلاشى پر ختم ہو گيا اور جودر حقيقت مراد تھا يعنى ''بنيامين ''وہ پہچان لياگيا_ </w:t>
      </w:r>
    </w:p>
    <w:p w:rsidR="00DE2D7F" w:rsidRDefault="00DE2D7F" w:rsidP="00D07B54">
      <w:pPr>
        <w:pStyle w:val="libFootnote"/>
        <w:rPr>
          <w:rtl/>
        </w:rPr>
      </w:pPr>
    </w:p>
    <w:p w:rsidR="00F31037" w:rsidRDefault="001648F9" w:rsidP="00D07B54">
      <w:pPr>
        <w:pStyle w:val="libNormal"/>
        <w:rPr>
          <w:rtl/>
        </w:rPr>
      </w:pPr>
      <w:r>
        <w:rPr>
          <w:rtl/>
        </w:rPr>
        <w:t xml:space="preserve"> </w:t>
      </w:r>
      <w:r>
        <w:rPr>
          <w:rtl/>
        </w:rPr>
        <w:br w:type="page"/>
      </w:r>
    </w:p>
    <w:p w:rsidR="00F31037" w:rsidRDefault="00F31037" w:rsidP="00D07B54">
      <w:pPr>
        <w:pStyle w:val="libNormal"/>
        <w:rPr>
          <w:rtl/>
        </w:rPr>
      </w:pPr>
    </w:p>
    <w:p w:rsidR="00DE2D7F" w:rsidRDefault="00DE2D7F" w:rsidP="00D07B54">
      <w:pPr>
        <w:pStyle w:val="libNormal"/>
        <w:rPr>
          <w:rtl/>
        </w:rPr>
      </w:pPr>
      <w:r>
        <w:rPr>
          <w:rtl/>
        </w:rPr>
        <w:t>قرآن سے معلوم ہوتا ہے كہ مصريو</w:t>
      </w:r>
      <w:r w:rsidR="007D6C9B">
        <w:rPr>
          <w:rtl/>
        </w:rPr>
        <w:t xml:space="preserve">ں </w:t>
      </w:r>
      <w:r>
        <w:rPr>
          <w:rtl/>
        </w:rPr>
        <w:t>اور كنعان كے باشندو</w:t>
      </w:r>
      <w:r w:rsidR="007D6C9B">
        <w:rPr>
          <w:rtl/>
        </w:rPr>
        <w:t xml:space="preserve">ں </w:t>
      </w:r>
      <w:r>
        <w:rPr>
          <w:rtl/>
        </w:rPr>
        <w:t>مي</w:t>
      </w:r>
      <w:r w:rsidR="007D6C9B">
        <w:rPr>
          <w:rtl/>
        </w:rPr>
        <w:t xml:space="preserve">ں </w:t>
      </w:r>
      <w:r>
        <w:rPr>
          <w:rtl/>
        </w:rPr>
        <w:t>چورى كى سزا مختلف تھي_ حضرت يوسف عليہ السلام كے بھائيو</w:t>
      </w:r>
      <w:r w:rsidR="007D6C9B">
        <w:rPr>
          <w:rtl/>
        </w:rPr>
        <w:t xml:space="preserve">ں </w:t>
      </w:r>
      <w:r>
        <w:rPr>
          <w:rtl/>
        </w:rPr>
        <w:t>اور احتمالاً اہل كنعان مي</w:t>
      </w:r>
      <w:r w:rsidR="007D6C9B">
        <w:rPr>
          <w:rtl/>
        </w:rPr>
        <w:t xml:space="preserve">ں </w:t>
      </w:r>
      <w:r>
        <w:rPr>
          <w:rtl/>
        </w:rPr>
        <w:t>اس عمل كى سزا يہ تھى كہ چور كو اس چورى كے بدلے مي</w:t>
      </w:r>
      <w:r w:rsidR="007D6C9B">
        <w:rPr>
          <w:rtl/>
        </w:rPr>
        <w:t xml:space="preserve">ں </w:t>
      </w:r>
      <w:r>
        <w:rPr>
          <w:rtl/>
        </w:rPr>
        <w:t>(ہميشہ كے ليے يا وقتى طور پر)غلام بناليا جاتا _ليكن مصريو</w:t>
      </w:r>
      <w:r w:rsidR="007D6C9B">
        <w:rPr>
          <w:rtl/>
        </w:rPr>
        <w:t xml:space="preserve">ں </w:t>
      </w:r>
      <w:r>
        <w:rPr>
          <w:rtl/>
        </w:rPr>
        <w:t>مي</w:t>
      </w:r>
      <w:r w:rsidR="007D6C9B">
        <w:rPr>
          <w:rtl/>
        </w:rPr>
        <w:t xml:space="preserve">ں </w:t>
      </w:r>
      <w:r>
        <w:rPr>
          <w:rtl/>
        </w:rPr>
        <w:t>يہ سزارائج نہ تھى بلكہ چورو</w:t>
      </w:r>
      <w:r w:rsidR="007D6C9B">
        <w:rPr>
          <w:rtl/>
        </w:rPr>
        <w:t xml:space="preserve">ں </w:t>
      </w:r>
      <w:r>
        <w:rPr>
          <w:rtl/>
        </w:rPr>
        <w:t xml:space="preserve">كو دوسرے ذرائع سے مثلاً مار پيٹ سے اور قيد و بند وغيرہ سے سزا ديتے تھے_ </w:t>
      </w:r>
    </w:p>
    <w:p w:rsidR="00DE2D7F" w:rsidRDefault="00DE2D7F" w:rsidP="00D07B54">
      <w:pPr>
        <w:pStyle w:val="libNormal"/>
        <w:rPr>
          <w:rtl/>
        </w:rPr>
      </w:pPr>
      <w:r>
        <w:rPr>
          <w:rtl/>
        </w:rPr>
        <w:t>علامہ طبرسى نے مجمع البيان مي</w:t>
      </w:r>
      <w:r w:rsidR="007D6C9B">
        <w:rPr>
          <w:rtl/>
        </w:rPr>
        <w:t xml:space="preserve">ں </w:t>
      </w:r>
      <w:r>
        <w:rPr>
          <w:rtl/>
        </w:rPr>
        <w:t>نقل كيا ہے كہ اس زمانے مي</w:t>
      </w:r>
      <w:r w:rsidR="007D6C9B">
        <w:rPr>
          <w:rtl/>
        </w:rPr>
        <w:t xml:space="preserve">ں </w:t>
      </w:r>
      <w:r>
        <w:rPr>
          <w:rtl/>
        </w:rPr>
        <w:t>ايك گروہ مي</w:t>
      </w:r>
      <w:r w:rsidR="007D6C9B">
        <w:rPr>
          <w:rtl/>
        </w:rPr>
        <w:t xml:space="preserve">ں </w:t>
      </w:r>
      <w:r>
        <w:rPr>
          <w:rtl/>
        </w:rPr>
        <w:t>يہ طريقہ رائج تھا كہ وہ چور كو ايك سال كے ليے غلام بناليتے تھے_ نيز يہ بھى نقل كيا گيا ہے كہ خاندان يعقوب عليہ السلام مي</w:t>
      </w:r>
      <w:r w:rsidR="007D6C9B">
        <w:rPr>
          <w:rtl/>
        </w:rPr>
        <w:t xml:space="preserve">ں </w:t>
      </w:r>
      <w:r>
        <w:rPr>
          <w:rtl/>
        </w:rPr>
        <w:t xml:space="preserve">چورى كى مقدار كے برابر غلامى كى مدت معين كى جاتى تھى (تا كہ وہ اسى كے مطابق كام كرے)_ </w:t>
      </w:r>
    </w:p>
    <w:p w:rsidR="00DE2D7F" w:rsidRDefault="00DE2D7F" w:rsidP="00D07B54">
      <w:pPr>
        <w:pStyle w:val="libNormal"/>
        <w:rPr>
          <w:rtl/>
        </w:rPr>
      </w:pPr>
    </w:p>
    <w:p w:rsidR="00F31037" w:rsidRDefault="00DE2D7F" w:rsidP="00D07B54">
      <w:pPr>
        <w:pStyle w:val="Heading2Center"/>
        <w:rPr>
          <w:rtl/>
        </w:rPr>
      </w:pPr>
      <w:bookmarkStart w:id="176" w:name="_Toc7268573"/>
      <w:r>
        <w:rPr>
          <w:rtl/>
        </w:rPr>
        <w:t>يوسف نے بھى چورى كى تھي</w:t>
      </w:r>
      <w:bookmarkEnd w:id="176"/>
    </w:p>
    <w:p w:rsidR="00DE2D7F" w:rsidRDefault="00DE2D7F" w:rsidP="00D07B54">
      <w:pPr>
        <w:pStyle w:val="libNormal"/>
        <w:rPr>
          <w:rtl/>
        </w:rPr>
      </w:pPr>
      <w:r>
        <w:rPr>
          <w:rtl/>
        </w:rPr>
        <w:t xml:space="preserve"> آخر كار بھائيو</w:t>
      </w:r>
      <w:r w:rsidR="007D6C9B">
        <w:rPr>
          <w:rtl/>
        </w:rPr>
        <w:t xml:space="preserve">ں </w:t>
      </w:r>
      <w:r>
        <w:rPr>
          <w:rtl/>
        </w:rPr>
        <w:t>نے يقين كر ليا كہ ان كے بھا ئي بنيامين نے ايسى قبيح اور منحوس چورى كى ہے اور اس طرح اس نے عزيز مصر كى نظرو</w:t>
      </w:r>
      <w:r w:rsidR="007D6C9B">
        <w:rPr>
          <w:rtl/>
        </w:rPr>
        <w:t xml:space="preserve">ں </w:t>
      </w:r>
      <w:r>
        <w:rPr>
          <w:rtl/>
        </w:rPr>
        <w:t>مي</w:t>
      </w:r>
      <w:r w:rsidR="007D6C9B">
        <w:rPr>
          <w:rtl/>
        </w:rPr>
        <w:t xml:space="preserve">ں </w:t>
      </w:r>
      <w:r>
        <w:rPr>
          <w:rtl/>
        </w:rPr>
        <w:t>ان كا سا بقہ ريكار ڈسارا خراب كرديا ہے لہذا اپنے آپ كو برى الذمہ كرنے كے لئے انہو</w:t>
      </w:r>
      <w:r w:rsidR="007D6C9B">
        <w:rPr>
          <w:rtl/>
        </w:rPr>
        <w:t xml:space="preserve">ں </w:t>
      </w:r>
      <w:r>
        <w:rPr>
          <w:rtl/>
        </w:rPr>
        <w:t>نے كہا : ''اگر اس لڑكے نے چورى كى ہے تو يہ كوئي تعجب كى بات نہي</w:t>
      </w:r>
      <w:r w:rsidR="007D6C9B">
        <w:rPr>
          <w:rtl/>
        </w:rPr>
        <w:t xml:space="preserve">ں </w:t>
      </w:r>
      <w:r>
        <w:rPr>
          <w:rtl/>
        </w:rPr>
        <w:t>كيو نكہ اس كا بھائي يوسف بھى پہلے ايسے كا م كا مرتكب ہو چكا ہے ''_</w:t>
      </w:r>
      <w:r w:rsidRPr="00AD1EF3">
        <w:rPr>
          <w:rStyle w:val="libFootnotenumChar"/>
          <w:rtl/>
        </w:rPr>
        <w:t>(</w:t>
      </w:r>
      <w:r w:rsidR="00E664BB" w:rsidRPr="00AD1EF3">
        <w:rPr>
          <w:rStyle w:val="libFootnotenumChar"/>
          <w:rtl/>
        </w:rPr>
        <w:t>1</w:t>
      </w:r>
      <w:r w:rsidRPr="00AD1EF3">
        <w:rPr>
          <w:rStyle w:val="libFootnotenumChar"/>
          <w:rtl/>
        </w:rPr>
        <w:t>)</w:t>
      </w:r>
      <w:r>
        <w:rPr>
          <w:rtl/>
        </w:rPr>
        <w:t>اور يہ دونو</w:t>
      </w:r>
      <w:r w:rsidR="007D6C9B">
        <w:rPr>
          <w:rtl/>
        </w:rPr>
        <w:t xml:space="preserve">ں </w:t>
      </w:r>
      <w:r>
        <w:rPr>
          <w:rtl/>
        </w:rPr>
        <w:t>ايك ہى ما</w:t>
      </w:r>
      <w:r w:rsidR="007D6C9B">
        <w:rPr>
          <w:rtl/>
        </w:rPr>
        <w:t xml:space="preserve">ں </w:t>
      </w:r>
      <w:r>
        <w:rPr>
          <w:rtl/>
        </w:rPr>
        <w:t>اور باپ سے ہي</w:t>
      </w:r>
      <w:r w:rsidR="007D6C9B">
        <w:rPr>
          <w:rtl/>
        </w:rPr>
        <w:t xml:space="preserve">ں </w:t>
      </w:r>
      <w:r>
        <w:rPr>
          <w:rtl/>
        </w:rPr>
        <w:t>اور ہم جو دوسرى ما</w:t>
      </w:r>
      <w:r w:rsidR="007D6C9B">
        <w:rPr>
          <w:rtl/>
        </w:rPr>
        <w:t xml:space="preserve">ں </w:t>
      </w:r>
      <w:r>
        <w:rPr>
          <w:rtl/>
        </w:rPr>
        <w:t>سے ہي</w:t>
      </w:r>
      <w:r w:rsidR="007D6C9B">
        <w:rPr>
          <w:rtl/>
        </w:rPr>
        <w:t xml:space="preserve">ں </w:t>
      </w:r>
      <w:r>
        <w:rPr>
          <w:rtl/>
        </w:rPr>
        <w:t xml:space="preserve">ہمارا حساب كتاب ان سے الگ ہے _ </w:t>
      </w:r>
    </w:p>
    <w:p w:rsidR="00DE2D7F" w:rsidRDefault="00DE2D7F" w:rsidP="00D07B54">
      <w:pPr>
        <w:pStyle w:val="libNormal"/>
        <w:rPr>
          <w:rtl/>
        </w:rPr>
      </w:pPr>
      <w:r>
        <w:rPr>
          <w:rtl/>
        </w:rPr>
        <w:t>اس طرح سے انہو</w:t>
      </w:r>
      <w:r w:rsidR="007D6C9B">
        <w:rPr>
          <w:rtl/>
        </w:rPr>
        <w:t xml:space="preserve">ں </w:t>
      </w:r>
      <w:r>
        <w:rPr>
          <w:rtl/>
        </w:rPr>
        <w:t xml:space="preserve">نے اپنے اور بنيا مين كے درميان ايك حد فاصل قائم كر نا چاہى اور كا تعلق يوسف سے جوڑديا _ </w:t>
      </w:r>
    </w:p>
    <w:p w:rsidR="00DE2D7F" w:rsidRPr="00D07B54" w:rsidRDefault="00DE2D7F" w:rsidP="00D07B54">
      <w:pPr>
        <w:pStyle w:val="libNormal"/>
        <w:rPr>
          <w:rtl/>
        </w:rPr>
      </w:pPr>
      <w:r>
        <w:rPr>
          <w:rtl/>
        </w:rPr>
        <w:t>يہ بات سن كر يو سف بہت دكھى اور پريشان ہوئے اور ''اسے دل مي</w:t>
      </w:r>
      <w:r w:rsidR="007D6C9B">
        <w:rPr>
          <w:rtl/>
        </w:rPr>
        <w:t xml:space="preserve">ں </w:t>
      </w:r>
      <w:r>
        <w:rPr>
          <w:rtl/>
        </w:rPr>
        <w:t>چھپا ئے ركھا اور ان كے سامنے اظہار نہ كيا ''_</w:t>
      </w:r>
      <w:r w:rsidRPr="00273FEA">
        <w:rPr>
          <w:rStyle w:val="libFootnotenumChar"/>
          <w:rtl/>
        </w:rPr>
        <w:t>(</w:t>
      </w:r>
      <w:r w:rsidR="00273FEA" w:rsidRPr="00273FEA">
        <w:rPr>
          <w:rStyle w:val="libFootnotenumChar"/>
          <w:rFonts w:hint="cs"/>
          <w:rtl/>
        </w:rPr>
        <w:t>2)</w:t>
      </w:r>
    </w:p>
    <w:p w:rsidR="00DE2D7F" w:rsidRDefault="00F31037" w:rsidP="00D07B54">
      <w:pPr>
        <w:pStyle w:val="libLine"/>
        <w:rPr>
          <w:rtl/>
        </w:rPr>
      </w:pPr>
      <w:r>
        <w:rPr>
          <w:rtl/>
        </w:rPr>
        <w:t>____________________</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77</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77</w:t>
      </w:r>
      <w:r>
        <w:rPr>
          <w:rtl/>
        </w:rPr>
        <w:t xml:space="preserve"> </w:t>
      </w:r>
    </w:p>
    <w:p w:rsidR="00F31037" w:rsidRDefault="001648F9" w:rsidP="00D07B54">
      <w:pPr>
        <w:pStyle w:val="libNormal"/>
        <w:rPr>
          <w:rtl/>
        </w:rPr>
      </w:pPr>
      <w:r>
        <w:rPr>
          <w:rtl/>
        </w:rPr>
        <w:t xml:space="preserve"> </w:t>
      </w:r>
      <w:r>
        <w:rPr>
          <w:rtl/>
        </w:rPr>
        <w:br w:type="page"/>
      </w:r>
    </w:p>
    <w:p w:rsidR="00F31037" w:rsidRDefault="00F31037" w:rsidP="00D07B54">
      <w:pPr>
        <w:pStyle w:val="libNormal"/>
        <w:rPr>
          <w:rtl/>
        </w:rPr>
      </w:pPr>
    </w:p>
    <w:p w:rsidR="00DE2D7F" w:rsidRDefault="00DE2D7F" w:rsidP="00D07B54">
      <w:pPr>
        <w:pStyle w:val="libNormal"/>
        <w:rPr>
          <w:rtl/>
        </w:rPr>
      </w:pPr>
      <w:r>
        <w:rPr>
          <w:rtl/>
        </w:rPr>
        <w:t>كيو نكہ وہ جانتے تھے كہ يہ بات كہہ كر انہو</w:t>
      </w:r>
      <w:r w:rsidR="007D6C9B">
        <w:rPr>
          <w:rtl/>
        </w:rPr>
        <w:t xml:space="preserve">ں </w:t>
      </w:r>
      <w:r>
        <w:rPr>
          <w:rtl/>
        </w:rPr>
        <w:t>نے ايك بہت بڑا بہتان باندھا ہے ليكن انہو</w:t>
      </w:r>
      <w:r w:rsidR="007D6C9B">
        <w:rPr>
          <w:rtl/>
        </w:rPr>
        <w:t xml:space="preserve">ں </w:t>
      </w:r>
      <w:r>
        <w:rPr>
          <w:rtl/>
        </w:rPr>
        <w:t>نے اس كا كو ئي جواب نہ ديا بس اجمالى طور پر اتنا كہا كہ جس كى طرف تم يہ نسبت ديتے ہو تم اس سے بد تر ہو يا ميرے نزديك مقام و منزلت كے لحاظ سے تم بد ترين لوگ ہو_''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مزيد كہا :'' جو كچھ تم كہتے ہو خدا اس كے بارے مي</w:t>
      </w:r>
      <w:r w:rsidR="007D6C9B">
        <w:rPr>
          <w:rtl/>
        </w:rPr>
        <w:t xml:space="preserve">ں </w:t>
      </w:r>
      <w:r>
        <w:rPr>
          <w:rtl/>
        </w:rPr>
        <w:t>زيادہ جاننے والا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ٹھيك ہے كہ يوسف كے بھائيو</w:t>
      </w:r>
      <w:r w:rsidR="007D6C9B">
        <w:rPr>
          <w:rtl/>
        </w:rPr>
        <w:t xml:space="preserve">ں </w:t>
      </w:r>
      <w:r>
        <w:rPr>
          <w:rtl/>
        </w:rPr>
        <w:t>نے ان بحرانى لمحو</w:t>
      </w:r>
      <w:r w:rsidR="007D6C9B">
        <w:rPr>
          <w:rtl/>
        </w:rPr>
        <w:t xml:space="preserve">ں </w:t>
      </w:r>
      <w:r>
        <w:rPr>
          <w:rtl/>
        </w:rPr>
        <w:t>مي</w:t>
      </w:r>
      <w:r w:rsidR="007D6C9B">
        <w:rPr>
          <w:rtl/>
        </w:rPr>
        <w:t xml:space="preserve">ں </w:t>
      </w:r>
      <w:r>
        <w:rPr>
          <w:rtl/>
        </w:rPr>
        <w:t xml:space="preserve">اپنے آپ كو برى الذمہ ثابت كر نے كے لئے اپنے بھائي يو سف پر ايك نا روا تہمت باندھى تھي_ </w:t>
      </w:r>
    </w:p>
    <w:p w:rsidR="00DE2D7F" w:rsidRDefault="00DE2D7F" w:rsidP="00D07B54">
      <w:pPr>
        <w:pStyle w:val="libNormal"/>
        <w:rPr>
          <w:rtl/>
        </w:rPr>
      </w:pPr>
      <w:r>
        <w:rPr>
          <w:rtl/>
        </w:rPr>
        <w:t>ليكن پھر بھى اس كا م كے لئے كو ئي بہا نہ اور سند ہو نا چا ہيے جس كى بناء پر وہ يو سف كى طرف ايسى نسبت دي</w:t>
      </w:r>
      <w:r w:rsidR="007D6C9B">
        <w:rPr>
          <w:rtl/>
        </w:rPr>
        <w:t xml:space="preserve">ں </w:t>
      </w:r>
      <w:r>
        <w:rPr>
          <w:rtl/>
        </w:rPr>
        <w:t xml:space="preserve">_ </w:t>
      </w:r>
    </w:p>
    <w:p w:rsidR="00DE2D7F" w:rsidRDefault="00DE2D7F" w:rsidP="00D07B54">
      <w:pPr>
        <w:pStyle w:val="libNormal"/>
        <w:rPr>
          <w:rtl/>
        </w:rPr>
      </w:pPr>
      <w:r>
        <w:rPr>
          <w:rtl/>
        </w:rPr>
        <w:t>اس سلسلے مي</w:t>
      </w:r>
      <w:r w:rsidR="007D6C9B">
        <w:rPr>
          <w:rtl/>
        </w:rPr>
        <w:t xml:space="preserve">ں </w:t>
      </w:r>
      <w:r>
        <w:rPr>
          <w:rtl/>
        </w:rPr>
        <w:t>مفسرين كا وش وزحمت مي</w:t>
      </w:r>
      <w:r w:rsidR="007D6C9B">
        <w:rPr>
          <w:rtl/>
        </w:rPr>
        <w:t xml:space="preserve">ں </w:t>
      </w:r>
      <w:r>
        <w:rPr>
          <w:rtl/>
        </w:rPr>
        <w:t>پڑے ہي</w:t>
      </w:r>
      <w:r w:rsidR="007D6C9B">
        <w:rPr>
          <w:rtl/>
        </w:rPr>
        <w:t xml:space="preserve">ں </w:t>
      </w:r>
      <w:r>
        <w:rPr>
          <w:rtl/>
        </w:rPr>
        <w:t>اور گذشتہ لو گو</w:t>
      </w:r>
      <w:r w:rsidR="007D6C9B">
        <w:rPr>
          <w:rtl/>
        </w:rPr>
        <w:t xml:space="preserve">ں </w:t>
      </w:r>
      <w:r>
        <w:rPr>
          <w:rtl/>
        </w:rPr>
        <w:t>كى تواريخ سے انہو</w:t>
      </w:r>
      <w:r w:rsidR="007D6C9B">
        <w:rPr>
          <w:rtl/>
        </w:rPr>
        <w:t xml:space="preserve">ں </w:t>
      </w:r>
      <w:r>
        <w:rPr>
          <w:rtl/>
        </w:rPr>
        <w:t>نے تين روايات نقل كى ہي</w:t>
      </w:r>
      <w:r w:rsidR="007D6C9B">
        <w:rPr>
          <w:rtl/>
        </w:rPr>
        <w:t xml:space="preserve">ں </w:t>
      </w:r>
      <w:r>
        <w:rPr>
          <w:rtl/>
        </w:rPr>
        <w:t xml:space="preserve">_ </w:t>
      </w:r>
    </w:p>
    <w:p w:rsidR="00DE2D7F" w:rsidRDefault="00DE2D7F" w:rsidP="00D07B54">
      <w:pPr>
        <w:pStyle w:val="libNormal"/>
        <w:rPr>
          <w:rtl/>
        </w:rPr>
      </w:pPr>
      <w:r>
        <w:rPr>
          <w:rtl/>
        </w:rPr>
        <w:t xml:space="preserve">پہلى يہ كہ يو سف اپنى ما </w:t>
      </w:r>
      <w:r w:rsidR="007D6C9B">
        <w:rPr>
          <w:rtl/>
        </w:rPr>
        <w:t xml:space="preserve">ں </w:t>
      </w:r>
      <w:r>
        <w:rPr>
          <w:rtl/>
        </w:rPr>
        <w:t>كى وفات كے بعد اپنى پھوپھى كے پاس رہا كرتے تھے اور انہي</w:t>
      </w:r>
      <w:r w:rsidR="007D6C9B">
        <w:rPr>
          <w:rtl/>
        </w:rPr>
        <w:t xml:space="preserve">ں </w:t>
      </w:r>
      <w:r>
        <w:rPr>
          <w:rtl/>
        </w:rPr>
        <w:t>يو سف سے بہت زيا دہ پيار تھا جب آپ بڑے ہوگئے اور حضرت يعقوب (ع) نے انہي</w:t>
      </w:r>
      <w:r w:rsidR="007D6C9B">
        <w:rPr>
          <w:rtl/>
        </w:rPr>
        <w:t xml:space="preserve">ں </w:t>
      </w:r>
      <w:r>
        <w:rPr>
          <w:rtl/>
        </w:rPr>
        <w:t>ان كى پھوپھى سے واپس لينا چاہا تو ان كى پھوپھى نے ايك منصوبہ بنايا اور وہ يہ كہ كمر بند يا ايك خاص شال جو حضرت اسحاق (ع) كى جانب سے ان كے خاندان مي</w:t>
      </w:r>
      <w:r w:rsidR="007D6C9B">
        <w:rPr>
          <w:rtl/>
        </w:rPr>
        <w:t xml:space="preserve">ں </w:t>
      </w:r>
      <w:r>
        <w:rPr>
          <w:rtl/>
        </w:rPr>
        <w:t>بطور ياد گار چلى آرہى تھى يو سف كى كمر سے باندھ دى اور دعوى كيا كہ يو سف اسے چھپا لے جانا چا ہتا تھا ايسا انہو</w:t>
      </w:r>
      <w:r w:rsidR="007D6C9B">
        <w:rPr>
          <w:rtl/>
        </w:rPr>
        <w:t xml:space="preserve">ں </w:t>
      </w:r>
      <w:r>
        <w:rPr>
          <w:rtl/>
        </w:rPr>
        <w:t>نے اس لئے كيا تا كہ اس كمر بند يا شال كے بدلے يو سف كو اپنے پاس ركھ لي</w:t>
      </w:r>
      <w:r w:rsidR="007D6C9B">
        <w:rPr>
          <w:rtl/>
        </w:rPr>
        <w:t xml:space="preserve">ں </w:t>
      </w:r>
      <w:r>
        <w:rPr>
          <w:rtl/>
        </w:rPr>
        <w:t xml:space="preserve">_ </w:t>
      </w:r>
    </w:p>
    <w:p w:rsidR="00DE2D7F" w:rsidRDefault="00DE2D7F" w:rsidP="00D07B54">
      <w:pPr>
        <w:pStyle w:val="libNormal"/>
        <w:rPr>
          <w:rtl/>
        </w:rPr>
      </w:pPr>
      <w:r>
        <w:rPr>
          <w:rtl/>
        </w:rPr>
        <w:t>دوسرى روايت يہ ہے كہ حضرت يو سف كے مادرى رشتہ دارو</w:t>
      </w:r>
      <w:r w:rsidR="007D6C9B">
        <w:rPr>
          <w:rtl/>
        </w:rPr>
        <w:t xml:space="preserve">ں </w:t>
      </w:r>
      <w:r>
        <w:rPr>
          <w:rtl/>
        </w:rPr>
        <w:t>مي</w:t>
      </w:r>
      <w:r w:rsidR="007D6C9B">
        <w:rPr>
          <w:rtl/>
        </w:rPr>
        <w:t xml:space="preserve">ں </w:t>
      </w:r>
      <w:r>
        <w:rPr>
          <w:rtl/>
        </w:rPr>
        <w:t>سے ايك كے پاس ايك بت تھا جسے يو سف نے اٹھا كر توڑ ديا اور اسے سٹرك پر لاپھينكا لہذا انہو</w:t>
      </w:r>
      <w:r w:rsidR="007D6C9B">
        <w:rPr>
          <w:rtl/>
        </w:rPr>
        <w:t xml:space="preserve">ں </w:t>
      </w:r>
      <w:r>
        <w:rPr>
          <w:rtl/>
        </w:rPr>
        <w:t>نے حضرت يوسف پر چورى كا الزام لگا ديا حالا نكہ اس مي</w:t>
      </w:r>
      <w:r w:rsidR="007D6C9B">
        <w:rPr>
          <w:rtl/>
        </w:rPr>
        <w:t xml:space="preserve">ں </w:t>
      </w:r>
      <w:r>
        <w:rPr>
          <w:rtl/>
        </w:rPr>
        <w:t>تو كوئي گناہ نہي</w:t>
      </w:r>
      <w:r w:rsidR="007D6C9B">
        <w:rPr>
          <w:rtl/>
        </w:rPr>
        <w:t xml:space="preserve">ں </w:t>
      </w:r>
      <w:r>
        <w:rPr>
          <w:rtl/>
        </w:rPr>
        <w:t xml:space="preserve">تھا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77</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77</w:t>
      </w:r>
      <w:r>
        <w:rPr>
          <w:rtl/>
        </w:rPr>
        <w:t xml:space="preserve"> </w:t>
      </w:r>
    </w:p>
    <w:p w:rsidR="00F31037" w:rsidRDefault="001648F9" w:rsidP="00D07B54">
      <w:pPr>
        <w:pStyle w:val="libNormal"/>
        <w:rPr>
          <w:rtl/>
        </w:rPr>
      </w:pPr>
      <w:r>
        <w:rPr>
          <w:rtl/>
        </w:rPr>
        <w:t xml:space="preserve"> </w:t>
      </w:r>
      <w:r>
        <w:rPr>
          <w:rtl/>
        </w:rPr>
        <w:br w:type="page"/>
      </w:r>
    </w:p>
    <w:p w:rsidR="00F31037" w:rsidRDefault="00F31037" w:rsidP="00D07B54">
      <w:pPr>
        <w:pStyle w:val="libNormal"/>
        <w:rPr>
          <w:rtl/>
        </w:rPr>
      </w:pPr>
    </w:p>
    <w:p w:rsidR="00DE2D7F" w:rsidRDefault="00DE2D7F" w:rsidP="00D07B54">
      <w:pPr>
        <w:pStyle w:val="libNormal"/>
        <w:rPr>
          <w:rtl/>
        </w:rPr>
      </w:pPr>
      <w:r>
        <w:rPr>
          <w:rtl/>
        </w:rPr>
        <w:t>تيسرى روايت يہ ہے كہ كبھى كبھا روہ دستر خوان سے كچھ كھانا لے كر مسكينو</w:t>
      </w:r>
      <w:r w:rsidR="007D6C9B">
        <w:rPr>
          <w:rtl/>
        </w:rPr>
        <w:t xml:space="preserve">ں </w:t>
      </w:r>
      <w:r>
        <w:rPr>
          <w:rtl/>
        </w:rPr>
        <w:t>اور حاجت مندو</w:t>
      </w:r>
      <w:r w:rsidR="007D6C9B">
        <w:rPr>
          <w:rtl/>
        </w:rPr>
        <w:t xml:space="preserve">ں </w:t>
      </w:r>
      <w:r>
        <w:rPr>
          <w:rtl/>
        </w:rPr>
        <w:t>كو دے ديتے تھے لہذا بہا نہ تراش بھائيو</w:t>
      </w:r>
      <w:r w:rsidR="007D6C9B">
        <w:rPr>
          <w:rtl/>
        </w:rPr>
        <w:t xml:space="preserve">ں </w:t>
      </w:r>
      <w:r>
        <w:rPr>
          <w:rtl/>
        </w:rPr>
        <w:t>نے اسے بھى چورى كا الزام دينے كے لئے سند بنا ليا حالانكہ ان مي</w:t>
      </w:r>
      <w:r w:rsidR="007D6C9B">
        <w:rPr>
          <w:rtl/>
        </w:rPr>
        <w:t xml:space="preserve">ں </w:t>
      </w:r>
      <w:r>
        <w:rPr>
          <w:rtl/>
        </w:rPr>
        <w:t>سے كو ئي چيز گناہ كے زمرے مي</w:t>
      </w:r>
      <w:r w:rsidR="007D6C9B">
        <w:rPr>
          <w:rtl/>
        </w:rPr>
        <w:t xml:space="preserve">ں </w:t>
      </w:r>
      <w:r>
        <w:rPr>
          <w:rtl/>
        </w:rPr>
        <w:t>نہي</w:t>
      </w:r>
      <w:r w:rsidR="007D6C9B">
        <w:rPr>
          <w:rtl/>
        </w:rPr>
        <w:t xml:space="preserve">ں </w:t>
      </w:r>
      <w:r>
        <w:rPr>
          <w:rtl/>
        </w:rPr>
        <w:t xml:space="preserve">تھا _ </w:t>
      </w:r>
    </w:p>
    <w:p w:rsidR="00DE2D7F" w:rsidRDefault="00DE2D7F" w:rsidP="00D07B54">
      <w:pPr>
        <w:pStyle w:val="libNormal"/>
        <w:rPr>
          <w:rtl/>
        </w:rPr>
      </w:pPr>
      <w:r>
        <w:rPr>
          <w:rtl/>
        </w:rPr>
        <w:t>اگر ايك شخص كسى كو كوئي لباس پہنا دے اور پہننے والا نہ جانتا ہو كہ يہ كسى دوسرے كا مال ہے تو كيا اسے چورى كا الزام دينا صحيح ہے _ اسى طرح كيا كسى بت كو اٹھاكر پٹخ دينا گناہ ہے _ نيز انسان كو ئي چيز اپنے باپ كے دستر خوان سے اٹھا كر مسكينو</w:t>
      </w:r>
      <w:r w:rsidR="007D6C9B">
        <w:rPr>
          <w:rtl/>
        </w:rPr>
        <w:t xml:space="preserve">ں </w:t>
      </w:r>
      <w:r>
        <w:rPr>
          <w:rtl/>
        </w:rPr>
        <w:t xml:space="preserve">كو دے دے جب كہ اسے يقين ہو كہ اس كا باپ اس پر راضى ہے تو كيا اسے گناہ قرار ديا جاسكتا ہے _ </w:t>
      </w:r>
    </w:p>
    <w:p w:rsidR="00DE2D7F" w:rsidRDefault="00DE2D7F" w:rsidP="00D07B54">
      <w:pPr>
        <w:pStyle w:val="libNormal"/>
        <w:rPr>
          <w:rtl/>
        </w:rPr>
      </w:pPr>
    </w:p>
    <w:p w:rsidR="00F31037" w:rsidRDefault="00DE2D7F" w:rsidP="00D07B54">
      <w:pPr>
        <w:pStyle w:val="Heading2Center"/>
        <w:rPr>
          <w:rtl/>
        </w:rPr>
      </w:pPr>
      <w:bookmarkStart w:id="177" w:name="_Toc7268574"/>
      <w:r>
        <w:rPr>
          <w:rtl/>
        </w:rPr>
        <w:t>برادران يو سف كى فداكا رى كيو</w:t>
      </w:r>
      <w:r w:rsidR="007D6C9B">
        <w:rPr>
          <w:rtl/>
        </w:rPr>
        <w:t xml:space="preserve">ں </w:t>
      </w:r>
      <w:r>
        <w:rPr>
          <w:rtl/>
        </w:rPr>
        <w:t>قبول نہ ہوئي</w:t>
      </w:r>
      <w:bookmarkEnd w:id="177"/>
    </w:p>
    <w:p w:rsidR="00DE2D7F" w:rsidRDefault="00DE2D7F" w:rsidP="00D07B54">
      <w:pPr>
        <w:pStyle w:val="libNormal"/>
        <w:rPr>
          <w:rtl/>
        </w:rPr>
      </w:pPr>
      <w:r>
        <w:rPr>
          <w:rtl/>
        </w:rPr>
        <w:t xml:space="preserve"> بھا ئيو</w:t>
      </w:r>
      <w:r w:rsidR="007D6C9B">
        <w:rPr>
          <w:rtl/>
        </w:rPr>
        <w:t xml:space="preserve">ں </w:t>
      </w:r>
      <w:r>
        <w:rPr>
          <w:rtl/>
        </w:rPr>
        <w:t>نے ديكھا كہ ان كے چھوٹے بھائي بنيامين كو اس قانون كے مطابق عزيز مصر كے پاس رہنا پڑے گا جسے وہ خو د قبول كر چكے ہي</w:t>
      </w:r>
      <w:r w:rsidR="007D6C9B">
        <w:rPr>
          <w:rtl/>
        </w:rPr>
        <w:t xml:space="preserve">ں </w:t>
      </w:r>
      <w:r>
        <w:rPr>
          <w:rtl/>
        </w:rPr>
        <w:t>اور دوسرى طرف انہو</w:t>
      </w:r>
      <w:r w:rsidR="007D6C9B">
        <w:rPr>
          <w:rtl/>
        </w:rPr>
        <w:t xml:space="preserve">ں </w:t>
      </w:r>
      <w:r>
        <w:rPr>
          <w:rtl/>
        </w:rPr>
        <w:t>نے باپ سے پيمان باند ھا تھا كہ بنيامين كى حفاظت اور اسے واپس لانے كے لئے اپنى پورى كو شش كري</w:t>
      </w:r>
      <w:r w:rsidR="007D6C9B">
        <w:rPr>
          <w:rtl/>
        </w:rPr>
        <w:t xml:space="preserve">ں </w:t>
      </w:r>
      <w:r>
        <w:rPr>
          <w:rtl/>
        </w:rPr>
        <w:t>گے ايسے مي</w:t>
      </w:r>
      <w:r w:rsidR="007D6C9B">
        <w:rPr>
          <w:rtl/>
        </w:rPr>
        <w:t xml:space="preserve">ں </w:t>
      </w:r>
      <w:r>
        <w:rPr>
          <w:rtl/>
        </w:rPr>
        <w:t>انہو</w:t>
      </w:r>
      <w:r w:rsidR="007D6C9B">
        <w:rPr>
          <w:rtl/>
        </w:rPr>
        <w:t xml:space="preserve">ں </w:t>
      </w:r>
      <w:r>
        <w:rPr>
          <w:rtl/>
        </w:rPr>
        <w:t>نے يوسف كى طرف رخ كيا جسے ابھى تك انہو</w:t>
      </w:r>
      <w:r w:rsidR="007D6C9B">
        <w:rPr>
          <w:rtl/>
        </w:rPr>
        <w:t xml:space="preserve">ں </w:t>
      </w:r>
      <w:r>
        <w:rPr>
          <w:rtl/>
        </w:rPr>
        <w:t>نے پہچانا نہي</w:t>
      </w:r>
      <w:r w:rsidR="007D6C9B">
        <w:rPr>
          <w:rtl/>
        </w:rPr>
        <w:t xml:space="preserve">ں </w:t>
      </w:r>
      <w:r>
        <w:rPr>
          <w:rtl/>
        </w:rPr>
        <w:t>تھا اور كہا : ''اے عزيز مصر : اے بزر گور صاحب اقتدار : اس كا باپ بہت بوڑھا ہے اور وہ اس كى جدا ئي كو برداشت كر نے كى طاقت نہي</w:t>
      </w:r>
      <w:r w:rsidR="007D6C9B">
        <w:rPr>
          <w:rtl/>
        </w:rPr>
        <w:t xml:space="preserve">ں </w:t>
      </w:r>
      <w:r>
        <w:rPr>
          <w:rtl/>
        </w:rPr>
        <w:t>ركھتا ہم نے آپ كے اصرار پر اسے باپ سے جدا كيا اور باپ نے ہم سے تاكيد ى وعدہ ليا كہ ہم ہر قيمت پر اسے واپس لائي</w:t>
      </w:r>
      <w:r w:rsidR="007D6C9B">
        <w:rPr>
          <w:rtl/>
        </w:rPr>
        <w:t xml:space="preserve">ں </w:t>
      </w:r>
      <w:r>
        <w:rPr>
          <w:rtl/>
        </w:rPr>
        <w:t>گے اب ہم پر احسان كيجئے اور اس كے بدلے مي</w:t>
      </w:r>
      <w:r w:rsidR="007D6C9B">
        <w:rPr>
          <w:rtl/>
        </w:rPr>
        <w:t xml:space="preserve">ں </w:t>
      </w:r>
      <w:r>
        <w:rPr>
          <w:rtl/>
        </w:rPr>
        <w:t>ہم مي</w:t>
      </w:r>
      <w:r w:rsidR="007D6C9B">
        <w:rPr>
          <w:rtl/>
        </w:rPr>
        <w:t xml:space="preserve">ں </w:t>
      </w:r>
      <w:r>
        <w:rPr>
          <w:rtl/>
        </w:rPr>
        <w:t>سے كسى ايك كو ركھ ليجئے ، ''كيونكہ ديكھ رہے ہي</w:t>
      </w:r>
      <w:r w:rsidR="007D6C9B">
        <w:rPr>
          <w:rtl/>
        </w:rPr>
        <w:t xml:space="preserve">ں </w:t>
      </w:r>
      <w:r>
        <w:rPr>
          <w:rtl/>
        </w:rPr>
        <w:t>كہ آپ نيكوكارو</w:t>
      </w:r>
      <w:r w:rsidR="007D6C9B">
        <w:rPr>
          <w:rtl/>
        </w:rPr>
        <w:t xml:space="preserve">ں </w:t>
      </w:r>
      <w:r>
        <w:rPr>
          <w:rtl/>
        </w:rPr>
        <w:t>مي</w:t>
      </w:r>
      <w:r w:rsidR="007D6C9B">
        <w:rPr>
          <w:rtl/>
        </w:rPr>
        <w:t xml:space="preserve">ں </w:t>
      </w:r>
      <w:r>
        <w:rPr>
          <w:rtl/>
        </w:rPr>
        <w:t>سے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يہ پہلا مو قع نہي</w:t>
      </w:r>
      <w:r w:rsidR="007D6C9B">
        <w:rPr>
          <w:rtl/>
        </w:rPr>
        <w:t xml:space="preserve">ں </w:t>
      </w:r>
      <w:r>
        <w:rPr>
          <w:rtl/>
        </w:rPr>
        <w:t>كہ آپ نے ہم پر لطف وكرم اور مہرومحبت كى ہے ، مہر بانى كر كے اپنى كر م نوازيو</w:t>
      </w:r>
      <w:r w:rsidR="007D6C9B">
        <w:rPr>
          <w:rtl/>
        </w:rPr>
        <w:t xml:space="preserve">ں </w:t>
      </w:r>
      <w:r>
        <w:rPr>
          <w:rtl/>
        </w:rPr>
        <w:t xml:space="preserve">كى تكميل كيجئے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78</w:t>
      </w:r>
      <w:r>
        <w:rPr>
          <w:rtl/>
        </w:rPr>
        <w:t xml:space="preserve"> </w:t>
      </w:r>
    </w:p>
    <w:p w:rsidR="00F31037"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حضرت يو سف (ع) نے اس تجويز كى شدت سے نفى كى ''اور كہا :پناہ بخدا : يہ كيسے ہو سكتا ہے كہ جس كے پاس سے ہمارا مال ومتا ع برآمد ہوا ہے ہم اس كے علاوہ كسى شخص كو ركھ لي</w:t>
      </w:r>
      <w:r w:rsidR="007D6C9B">
        <w:rPr>
          <w:rtl/>
        </w:rPr>
        <w:t xml:space="preserve">ں </w:t>
      </w:r>
      <w:r>
        <w:rPr>
          <w:rtl/>
        </w:rPr>
        <w:t>''كبھى تم نے سنا ہے كہ ايك منصف مزاج شخص نے كسى بے گناہ كو دوسرے كے جرم مي</w:t>
      </w:r>
      <w:r w:rsidR="007D6C9B">
        <w:rPr>
          <w:rtl/>
        </w:rPr>
        <w:t xml:space="preserve">ں </w:t>
      </w:r>
      <w:r>
        <w:rPr>
          <w:rtl/>
        </w:rPr>
        <w:t>سزا دى ہو _</w:t>
      </w:r>
      <w:r w:rsidRPr="00AD1EF3">
        <w:rPr>
          <w:rStyle w:val="libFootnotenumChar"/>
          <w:rtl/>
        </w:rPr>
        <w:t>(</w:t>
      </w:r>
      <w:r w:rsidR="00E664BB" w:rsidRPr="00AD1EF3">
        <w:rPr>
          <w:rStyle w:val="libFootnotenumChar"/>
          <w:rtl/>
        </w:rPr>
        <w:t>1</w:t>
      </w:r>
      <w:r w:rsidRPr="00AD1EF3">
        <w:rPr>
          <w:rStyle w:val="libFootnotenumChar"/>
          <w:rtl/>
        </w:rPr>
        <w:t>)</w:t>
      </w:r>
      <w:r>
        <w:rPr>
          <w:rtl/>
        </w:rPr>
        <w:t>'' اگر ہم ايسا كري</w:t>
      </w:r>
      <w:r w:rsidR="007D6C9B">
        <w:rPr>
          <w:rtl/>
        </w:rPr>
        <w:t xml:space="preserve">ں </w:t>
      </w:r>
      <w:r>
        <w:rPr>
          <w:rtl/>
        </w:rPr>
        <w:t>تو يقينا ہم ظالم ہو</w:t>
      </w:r>
      <w:r w:rsidR="007D6C9B">
        <w:rPr>
          <w:rtl/>
        </w:rPr>
        <w:t xml:space="preserve">ں </w:t>
      </w:r>
      <w:r>
        <w:rPr>
          <w:rtl/>
        </w:rPr>
        <w:t xml:space="preserve">گے''_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يہ امر قابل توجہ ہے كہ حضرت يوسف نے اپنى اس گفتگو مي</w:t>
      </w:r>
      <w:r w:rsidR="007D6C9B">
        <w:rPr>
          <w:rtl/>
        </w:rPr>
        <w:t xml:space="preserve">ں </w:t>
      </w:r>
      <w:r>
        <w:rPr>
          <w:rtl/>
        </w:rPr>
        <w:t>بھائي كى طرف چورى كى كوئي نسبت نہي</w:t>
      </w:r>
      <w:r w:rsidR="007D6C9B">
        <w:rPr>
          <w:rtl/>
        </w:rPr>
        <w:t xml:space="preserve">ں </w:t>
      </w:r>
      <w:r>
        <w:rPr>
          <w:rtl/>
        </w:rPr>
        <w:t>دى بلكہ كہتے ہي</w:t>
      </w:r>
      <w:r w:rsidR="007D6C9B">
        <w:rPr>
          <w:rtl/>
        </w:rPr>
        <w:t xml:space="preserve">ں </w:t>
      </w:r>
      <w:r>
        <w:rPr>
          <w:rtl/>
        </w:rPr>
        <w:t>كہ ''جس شخص كے پاس سے ہمي</w:t>
      </w:r>
      <w:r w:rsidR="007D6C9B">
        <w:rPr>
          <w:rtl/>
        </w:rPr>
        <w:t xml:space="preserve">ں </w:t>
      </w:r>
      <w:r>
        <w:rPr>
          <w:rtl/>
        </w:rPr>
        <w:t>ہمارامال ومتا ع ملا ہے ''اور يہ اس امر كى دليل ہے كہ وہ اس امر كى طرف سنجيد گى سے متوجہ تھے كہ اپنى پورى زندگى مي</w:t>
      </w:r>
      <w:r w:rsidR="007D6C9B">
        <w:rPr>
          <w:rtl/>
        </w:rPr>
        <w:t xml:space="preserve">ں </w:t>
      </w:r>
      <w:r>
        <w:rPr>
          <w:rtl/>
        </w:rPr>
        <w:t>كبھى كوئي غلط بات نہ كري</w:t>
      </w:r>
      <w:r w:rsidR="007D6C9B">
        <w:rPr>
          <w:rtl/>
        </w:rPr>
        <w:t xml:space="preserve">ں </w:t>
      </w:r>
      <w:r>
        <w:rPr>
          <w:rtl/>
        </w:rPr>
        <w:t xml:space="preserve">_ </w:t>
      </w:r>
    </w:p>
    <w:p w:rsidR="00F31037" w:rsidRDefault="00DE2D7F" w:rsidP="00D07B54">
      <w:pPr>
        <w:pStyle w:val="Heading2Center"/>
        <w:rPr>
          <w:rtl/>
        </w:rPr>
      </w:pPr>
      <w:bookmarkStart w:id="178" w:name="_Toc7268575"/>
      <w:r>
        <w:rPr>
          <w:rtl/>
        </w:rPr>
        <w:t>بھا ئي سر جھكا ئے باپ كے پاس پہنچے</w:t>
      </w:r>
      <w:bookmarkEnd w:id="178"/>
    </w:p>
    <w:p w:rsidR="00DE2D7F" w:rsidRDefault="00DE2D7F" w:rsidP="00D07B54">
      <w:pPr>
        <w:pStyle w:val="libNormal"/>
        <w:rPr>
          <w:rtl/>
        </w:rPr>
      </w:pPr>
      <w:r>
        <w:rPr>
          <w:rtl/>
        </w:rPr>
        <w:t xml:space="preserve"> بھا ئيو</w:t>
      </w:r>
      <w:r w:rsidR="007D6C9B">
        <w:rPr>
          <w:rtl/>
        </w:rPr>
        <w:t xml:space="preserve">ں </w:t>
      </w:r>
      <w:r>
        <w:rPr>
          <w:rtl/>
        </w:rPr>
        <w:t>نے بنيا مين كى رہائي كے لئے اپنى آخرى كو شش كرڈالى ليكن انہو</w:t>
      </w:r>
      <w:r w:rsidR="007D6C9B">
        <w:rPr>
          <w:rtl/>
        </w:rPr>
        <w:t xml:space="preserve">ں </w:t>
      </w:r>
      <w:r>
        <w:rPr>
          <w:rtl/>
        </w:rPr>
        <w:t xml:space="preserve">نے اپنے سا منے راستے بند پا ئے ايك طرف تو اس كام كو كچھ اس طرح سے انجام ديا گيا تھا كہ ظاہرا بھائي كى برائت ممكن نہ تھى اور دوسرى طرف عزيز مصر نے اس كى جگہ كسى اور فرد كو ركھنے كى تجويز قبول نہ كى لہذا وہ مايو س ہوگئے يو </w:t>
      </w:r>
      <w:r w:rsidR="007D6C9B">
        <w:rPr>
          <w:rtl/>
        </w:rPr>
        <w:t xml:space="preserve">ں </w:t>
      </w:r>
      <w:r>
        <w:rPr>
          <w:rtl/>
        </w:rPr>
        <w:t>انہو</w:t>
      </w:r>
      <w:r w:rsidR="007D6C9B">
        <w:rPr>
          <w:rtl/>
        </w:rPr>
        <w:t xml:space="preserve">ں </w:t>
      </w:r>
      <w:r>
        <w:rPr>
          <w:rtl/>
        </w:rPr>
        <w:t>نے كنعان كى طرف لوٹ جا نے اور باپ سے سارا ماجر ا بيان كر نے كا ارادہ كر ليا قرآن كہتا ہے : ''جس وقت وہ عزيز مصر سے يا بھائي كى نجات سے مايوس ہو گئے ،تو ايك طرف كو آئے دوسرو</w:t>
      </w:r>
      <w:r w:rsidR="007D6C9B">
        <w:rPr>
          <w:rtl/>
        </w:rPr>
        <w:t xml:space="preserve">ں </w:t>
      </w:r>
      <w:r>
        <w:rPr>
          <w:rtl/>
        </w:rPr>
        <w:t>سے الگ ہو گئے اور سر گوشى كرنے لگے'' _</w:t>
      </w:r>
      <w:r w:rsidRPr="00273FEA">
        <w:rPr>
          <w:rStyle w:val="libFootnotenumChar"/>
          <w:rtl/>
        </w:rPr>
        <w:t xml:space="preserve">( </w:t>
      </w:r>
      <w:r w:rsidR="00E664BB" w:rsidRPr="00273FEA">
        <w:rPr>
          <w:rStyle w:val="libFootnotenumChar"/>
          <w:rtl/>
        </w:rPr>
        <w:t>3</w:t>
      </w:r>
      <w:r w:rsidRPr="00273FEA">
        <w:rPr>
          <w:rStyle w:val="libFootnotenumChar"/>
          <w:rtl/>
        </w:rPr>
        <w:t>)</w:t>
      </w:r>
      <w:r>
        <w:rPr>
          <w:rtl/>
        </w:rPr>
        <w:t xml:space="preserve"> </w:t>
      </w:r>
    </w:p>
    <w:p w:rsidR="00DE2D7F" w:rsidRDefault="00DE2D7F" w:rsidP="00D07B54">
      <w:pPr>
        <w:pStyle w:val="libNormal"/>
        <w:rPr>
          <w:rtl/>
        </w:rPr>
      </w:pPr>
      <w:r>
        <w:rPr>
          <w:rtl/>
        </w:rPr>
        <w:t>بہر حال سب سے بڑے بھا ئي نے اس خصوصى ميٹنگ مي</w:t>
      </w:r>
      <w:r w:rsidR="007D6C9B">
        <w:rPr>
          <w:rtl/>
        </w:rPr>
        <w:t xml:space="preserve">ں </w:t>
      </w:r>
      <w:r>
        <w:rPr>
          <w:rtl/>
        </w:rPr>
        <w:t>ان سے'' كہا : كيا تم جا نتے نہي</w:t>
      </w:r>
      <w:r w:rsidR="007D6C9B">
        <w:rPr>
          <w:rtl/>
        </w:rPr>
        <w:t xml:space="preserve">ں </w:t>
      </w:r>
      <w:r>
        <w:rPr>
          <w:rtl/>
        </w:rPr>
        <w:t>ہو كہ تمہارے باپ نے تم سے الہى پيمان ليا ہے كہ بنيامين كو ہر ممكنہ صورت مي</w:t>
      </w:r>
      <w:r w:rsidR="007D6C9B">
        <w:rPr>
          <w:rtl/>
        </w:rPr>
        <w:t xml:space="preserve">ں </w:t>
      </w:r>
      <w:r>
        <w:rPr>
          <w:rtl/>
        </w:rPr>
        <w:t>ہم واپس لائي</w:t>
      </w:r>
      <w:r w:rsidR="007D6C9B">
        <w:rPr>
          <w:rtl/>
        </w:rPr>
        <w:t xml:space="preserve">ں </w:t>
      </w:r>
      <w:r>
        <w:rPr>
          <w:rtl/>
        </w:rPr>
        <w:t>گے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 اور تمہي</w:t>
      </w:r>
      <w:r w:rsidR="007D6C9B">
        <w:rPr>
          <w:rtl/>
        </w:rPr>
        <w:t xml:space="preserve">ں </w:t>
      </w:r>
      <w:r>
        <w:rPr>
          <w:rtl/>
        </w:rPr>
        <w:t>نے اس سے پہلے بھى يو سف كے بارے مي</w:t>
      </w:r>
      <w:r w:rsidR="007D6C9B">
        <w:rPr>
          <w:rtl/>
        </w:rPr>
        <w:t xml:space="preserve">ں </w:t>
      </w:r>
      <w:r>
        <w:rPr>
          <w:rtl/>
        </w:rPr>
        <w:t xml:space="preserve">كو تا ہى كى ''اور باپ كے نزديك تمہارا گزشتہ كر داربرا ہے''_ </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w:t>
      </w:r>
      <w:r w:rsidR="00E664BB">
        <w:rPr>
          <w:rtl/>
        </w:rPr>
        <w:t>2</w:t>
      </w:r>
      <w:r>
        <w:rPr>
          <w:rtl/>
        </w:rPr>
        <w:t xml:space="preserve">)سورہ يوسف آيت </w:t>
      </w:r>
      <w:r w:rsidR="00E664BB">
        <w:rPr>
          <w:rtl/>
        </w:rPr>
        <w:t>7</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80</w:t>
      </w:r>
      <w:r>
        <w:rPr>
          <w:rtl/>
        </w:rPr>
        <w:t xml:space="preserve"> </w:t>
      </w:r>
    </w:p>
    <w:p w:rsidR="00DE2D7F" w:rsidRDefault="00DE2D7F" w:rsidP="00D07B54">
      <w:pPr>
        <w:pStyle w:val="libFootnote"/>
        <w:rPr>
          <w:rtl/>
        </w:rPr>
      </w:pPr>
      <w:r>
        <w:rPr>
          <w:rtl/>
        </w:rPr>
        <w:t>(</w:t>
      </w:r>
      <w:r w:rsidR="00E664BB">
        <w:rPr>
          <w:rtl/>
        </w:rPr>
        <w:t>4</w:t>
      </w:r>
      <w:r>
        <w:rPr>
          <w:rtl/>
        </w:rPr>
        <w:t xml:space="preserve">) سورہ يوسف آيت </w:t>
      </w:r>
      <w:r w:rsidR="00E664BB">
        <w:rPr>
          <w:rtl/>
        </w:rPr>
        <w:t>80</w:t>
      </w:r>
      <w:r>
        <w:rPr>
          <w:rtl/>
        </w:rPr>
        <w:t xml:space="preserve"> </w:t>
      </w:r>
    </w:p>
    <w:p w:rsidR="00DE2D7F" w:rsidRDefault="00DE2D7F" w:rsidP="00D07B54">
      <w:pPr>
        <w:pStyle w:val="libFootnote"/>
        <w:rPr>
          <w:rtl/>
        </w:rPr>
      </w:pPr>
      <w:r>
        <w:rPr>
          <w:rtl/>
        </w:rPr>
        <w:t>(</w:t>
      </w:r>
      <w:r w:rsidR="00E664BB">
        <w:rPr>
          <w:rtl/>
        </w:rPr>
        <w:t>5</w:t>
      </w:r>
      <w:r>
        <w:rPr>
          <w:rtl/>
        </w:rPr>
        <w:t xml:space="preserve">) سورہ يوسف آيت </w:t>
      </w:r>
      <w:r w:rsidR="00E664BB">
        <w:rPr>
          <w:rtl/>
        </w:rPr>
        <w:t>80</w:t>
      </w:r>
      <w:r>
        <w:rPr>
          <w:rtl/>
        </w:rPr>
        <w:t xml:space="preserve"> </w:t>
      </w:r>
    </w:p>
    <w:p w:rsidR="00F31037"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 xml:space="preserve">''اب جبكہ معاملہ يو </w:t>
      </w:r>
      <w:r w:rsidR="007D6C9B">
        <w:rPr>
          <w:rtl/>
        </w:rPr>
        <w:t xml:space="preserve">ں </w:t>
      </w:r>
      <w:r>
        <w:rPr>
          <w:rtl/>
        </w:rPr>
        <w:t>ہے تو مي</w:t>
      </w:r>
      <w:r w:rsidR="007D6C9B">
        <w:rPr>
          <w:rtl/>
        </w:rPr>
        <w:t xml:space="preserve">ں </w:t>
      </w:r>
      <w:r>
        <w:rPr>
          <w:rtl/>
        </w:rPr>
        <w:t>اپنى جگہ سے ( ياسر زمين مصر سے ) نہي</w:t>
      </w:r>
      <w:r w:rsidR="007D6C9B">
        <w:rPr>
          <w:rtl/>
        </w:rPr>
        <w:t xml:space="preserve">ں </w:t>
      </w:r>
      <w:r>
        <w:rPr>
          <w:rtl/>
        </w:rPr>
        <w:t>جائو</w:t>
      </w:r>
      <w:r w:rsidR="007D6C9B">
        <w:rPr>
          <w:rtl/>
        </w:rPr>
        <w:t xml:space="preserve">ں </w:t>
      </w:r>
      <w:r>
        <w:rPr>
          <w:rtl/>
        </w:rPr>
        <w:t>گا اور يہي</w:t>
      </w:r>
      <w:r w:rsidR="007D6C9B">
        <w:rPr>
          <w:rtl/>
        </w:rPr>
        <w:t xml:space="preserve">ں </w:t>
      </w:r>
      <w:r>
        <w:rPr>
          <w:rtl/>
        </w:rPr>
        <w:t>پڑائو ڈالو</w:t>
      </w:r>
      <w:r w:rsidR="007D6C9B">
        <w:rPr>
          <w:rtl/>
        </w:rPr>
        <w:t xml:space="preserve">ں </w:t>
      </w:r>
      <w:r>
        <w:rPr>
          <w:rtl/>
        </w:rPr>
        <w:t>گا ، مگر يہ كہ مير ا باپ مجھے اجازت دے دے يا خدا ميرے متعلق كو ئي فرمان صادر كرے جو كہ بہتر ين حاكم وفرما</w:t>
      </w:r>
      <w:r w:rsidR="007D6C9B">
        <w:rPr>
          <w:rtl/>
        </w:rPr>
        <w:t xml:space="preserve">ں </w:t>
      </w:r>
      <w:r>
        <w:rPr>
          <w:rtl/>
        </w:rPr>
        <w:t>روا ہے'' _</w:t>
      </w:r>
      <w:r w:rsidRPr="00273FEA">
        <w:rPr>
          <w:rStyle w:val="libFootnotenumChar"/>
          <w:rtl/>
        </w:rPr>
        <w:t xml:space="preserve">( </w:t>
      </w:r>
      <w:r w:rsidR="00E664BB" w:rsidRPr="00273FEA">
        <w:rPr>
          <w:rStyle w:val="libFootnotenumChar"/>
          <w:rtl/>
        </w:rPr>
        <w:t>1</w:t>
      </w:r>
      <w:r w:rsidRPr="00273FEA">
        <w:rPr>
          <w:rStyle w:val="libFootnotenumChar"/>
          <w:rtl/>
        </w:rPr>
        <w:t>)</w:t>
      </w:r>
      <w:r>
        <w:rPr>
          <w:rtl/>
        </w:rPr>
        <w:t xml:space="preserve"> </w:t>
      </w:r>
    </w:p>
    <w:p w:rsidR="00DE2D7F" w:rsidRDefault="00DE2D7F" w:rsidP="00D07B54">
      <w:pPr>
        <w:pStyle w:val="libNormal"/>
        <w:rPr>
          <w:rtl/>
        </w:rPr>
      </w:pPr>
      <w:r>
        <w:rPr>
          <w:rtl/>
        </w:rPr>
        <w:t>پھر بڑے بھا ئي نے دوسرے بھائيو</w:t>
      </w:r>
      <w:r w:rsidR="007D6C9B">
        <w:rPr>
          <w:rtl/>
        </w:rPr>
        <w:t xml:space="preserve">ں </w:t>
      </w:r>
      <w:r>
        <w:rPr>
          <w:rtl/>
        </w:rPr>
        <w:t>كو حكم ديا كہ ''تم باپ كے پاس لوٹ جائو اور كہو : اباجان آپ كے بيٹے نے چورى كى ہے ، اور يہ جو ہم گواہى دے رہے ہي</w:t>
      </w:r>
      <w:r w:rsidR="007D6C9B">
        <w:rPr>
          <w:rtl/>
        </w:rPr>
        <w:t xml:space="preserve">ں </w:t>
      </w:r>
      <w:r>
        <w:rPr>
          <w:rtl/>
        </w:rPr>
        <w:t>اتنى ہى ہے جتنا ہمي</w:t>
      </w:r>
      <w:r w:rsidR="007D6C9B">
        <w:rPr>
          <w:rtl/>
        </w:rPr>
        <w:t xml:space="preserve">ں </w:t>
      </w:r>
      <w:r>
        <w:rPr>
          <w:rtl/>
        </w:rPr>
        <w:t>علم ہوا ہے'' _</w:t>
      </w:r>
      <w:r w:rsidRPr="00AD1EF3">
        <w:rPr>
          <w:rStyle w:val="libFootnotenumChar"/>
          <w:rtl/>
        </w:rPr>
        <w:t>(</w:t>
      </w:r>
      <w:r w:rsidR="00E664BB" w:rsidRPr="00AD1EF3">
        <w:rPr>
          <w:rStyle w:val="libFootnotenumChar"/>
          <w:rtl/>
        </w:rPr>
        <w:t>2</w:t>
      </w:r>
      <w:r w:rsidRPr="00AD1EF3">
        <w:rPr>
          <w:rStyle w:val="libFootnotenumChar"/>
          <w:rtl/>
        </w:rPr>
        <w:t>)</w:t>
      </w:r>
      <w:r>
        <w:rPr>
          <w:rtl/>
        </w:rPr>
        <w:t>بس ہم نے اتنا ديكھا كہ بادشا ہ كا پيمانہ ہمارے بھائي كے بار سے برآمد ہو ا جس سے ظاہر ہو تا تھا كہ اس نے چورى كى ہے، باقى رہا امر باطن تو وہ خدا جانتا ہے ،'' اور ہمي</w:t>
      </w:r>
      <w:r w:rsidR="007D6C9B">
        <w:rPr>
          <w:rtl/>
        </w:rPr>
        <w:t xml:space="preserve">ں </w:t>
      </w:r>
      <w:r>
        <w:rPr>
          <w:rtl/>
        </w:rPr>
        <w:t>غيب كى خبر نہي</w:t>
      </w:r>
      <w:r w:rsidR="007D6C9B">
        <w:rPr>
          <w:rtl/>
        </w:rPr>
        <w:t xml:space="preserve">ں </w:t>
      </w:r>
      <w:r>
        <w:rPr>
          <w:rtl/>
        </w:rPr>
        <w:t>'' _</w:t>
      </w:r>
      <w:r w:rsidRPr="00273FEA">
        <w:rPr>
          <w:rStyle w:val="libFootnotenumChar"/>
          <w:rtl/>
        </w:rPr>
        <w:t xml:space="preserve">( </w:t>
      </w:r>
      <w:r w:rsidR="00E664BB" w:rsidRPr="00273FEA">
        <w:rPr>
          <w:rStyle w:val="libFootnotenumChar"/>
          <w:rtl/>
        </w:rPr>
        <w:t>3</w:t>
      </w:r>
      <w:r w:rsidRPr="00273FEA">
        <w:rPr>
          <w:rStyle w:val="libFootnotenumChar"/>
          <w:rtl/>
        </w:rPr>
        <w:t>)</w:t>
      </w:r>
      <w:r>
        <w:rPr>
          <w:rtl/>
        </w:rPr>
        <w:t xml:space="preserve"> </w:t>
      </w:r>
    </w:p>
    <w:p w:rsidR="00DE2D7F" w:rsidRDefault="00DE2D7F" w:rsidP="00D07B54">
      <w:pPr>
        <w:pStyle w:val="libNormal"/>
        <w:rPr>
          <w:rtl/>
        </w:rPr>
      </w:pPr>
      <w:r>
        <w:rPr>
          <w:rtl/>
        </w:rPr>
        <w:t>ممكن ہے يہ احتمال بھى ہے كہ بھيا ئيو</w:t>
      </w:r>
      <w:r w:rsidR="007D6C9B">
        <w:rPr>
          <w:rtl/>
        </w:rPr>
        <w:t xml:space="preserve">ں </w:t>
      </w:r>
      <w:r>
        <w:rPr>
          <w:rtl/>
        </w:rPr>
        <w:t>كا مقصد يہ ہو كہ وہ باپ سے كہي</w:t>
      </w:r>
      <w:r w:rsidR="007D6C9B">
        <w:rPr>
          <w:rtl/>
        </w:rPr>
        <w:t xml:space="preserve">ں </w:t>
      </w:r>
      <w:r>
        <w:rPr>
          <w:rtl/>
        </w:rPr>
        <w:t>كہ اگر ہم نے تيرے پاس گواہى دى اور عہد كيا كہ ہم بھائي كو لے جائي</w:t>
      </w:r>
      <w:r w:rsidR="007D6C9B">
        <w:rPr>
          <w:rtl/>
        </w:rPr>
        <w:t xml:space="preserve">ں </w:t>
      </w:r>
      <w:r>
        <w:rPr>
          <w:rtl/>
        </w:rPr>
        <w:t>گے اور واپس لے آئي</w:t>
      </w:r>
      <w:r w:rsidR="007D6C9B">
        <w:rPr>
          <w:rtl/>
        </w:rPr>
        <w:t xml:space="preserve">ں </w:t>
      </w:r>
      <w:r>
        <w:rPr>
          <w:rtl/>
        </w:rPr>
        <w:t>گے تو يہ اس بناء پر تھا كہ ہم اس كے باطن سے باخبر نہ تھے اور غيب سے آگاہ نہ تھے كہ اس كا انجام يہ ہوگا ،پھر اس بناء پر كہ باپ سے ہر طرح كى بدگمانى دور كري</w:t>
      </w:r>
      <w:r w:rsidR="007D6C9B">
        <w:rPr>
          <w:rtl/>
        </w:rPr>
        <w:t xml:space="preserve">ں </w:t>
      </w:r>
      <w:r>
        <w:rPr>
          <w:rtl/>
        </w:rPr>
        <w:t>اور اسے مطمئن كري</w:t>
      </w:r>
      <w:r w:rsidR="007D6C9B">
        <w:rPr>
          <w:rtl/>
        </w:rPr>
        <w:t xml:space="preserve">ں </w:t>
      </w:r>
      <w:r>
        <w:rPr>
          <w:rtl/>
        </w:rPr>
        <w:t>كہ ماجر ا اسى طرح ہے نہ اس سے كم اور نہ اس سے زيادہ ، انہو</w:t>
      </w:r>
      <w:r w:rsidR="007D6C9B">
        <w:rPr>
          <w:rtl/>
        </w:rPr>
        <w:t xml:space="preserve">ں </w:t>
      </w:r>
      <w:r>
        <w:rPr>
          <w:rtl/>
        </w:rPr>
        <w:t>نے كہا:''مزيد تحقيق كے لئے اس شہر سے سوال كر لي</w:t>
      </w:r>
      <w:r w:rsidR="007D6C9B">
        <w:rPr>
          <w:rtl/>
        </w:rPr>
        <w:t xml:space="preserve">ں </w:t>
      </w:r>
      <w:r>
        <w:rPr>
          <w:rtl/>
        </w:rPr>
        <w:t>جس مي</w:t>
      </w:r>
      <w:r w:rsidR="007D6C9B">
        <w:rPr>
          <w:rtl/>
        </w:rPr>
        <w:t xml:space="preserve">ں </w:t>
      </w:r>
      <w:r>
        <w:rPr>
          <w:rtl/>
        </w:rPr>
        <w:t>ہم تھے ،اسى طرح اس قافلہ سے پوچھ لي</w:t>
      </w:r>
      <w:r w:rsidR="007D6C9B">
        <w:rPr>
          <w:rtl/>
        </w:rPr>
        <w:t xml:space="preserve">ں </w:t>
      </w:r>
      <w:r>
        <w:rPr>
          <w:rtl/>
        </w:rPr>
        <w:t>''_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بہرحال ''آپ مطمئن رہي</w:t>
      </w:r>
      <w:r w:rsidR="007D6C9B">
        <w:rPr>
          <w:rtl/>
        </w:rPr>
        <w:t xml:space="preserve">ں </w:t>
      </w:r>
      <w:r>
        <w:rPr>
          <w:rtl/>
        </w:rPr>
        <w:t>كہ ہم اپنى بات مي</w:t>
      </w:r>
      <w:r w:rsidR="007D6C9B">
        <w:rPr>
          <w:rtl/>
        </w:rPr>
        <w:t xml:space="preserve">ں </w:t>
      </w:r>
      <w:r>
        <w:rPr>
          <w:rtl/>
        </w:rPr>
        <w:t>سچے ہي</w:t>
      </w:r>
      <w:r w:rsidR="007D6C9B">
        <w:rPr>
          <w:rtl/>
        </w:rPr>
        <w:t xml:space="preserve">ں </w:t>
      </w:r>
      <w:r>
        <w:rPr>
          <w:rtl/>
        </w:rPr>
        <w:t>اور حقيقت كے سواكچھ نہي</w:t>
      </w:r>
      <w:r w:rsidR="007D6C9B">
        <w:rPr>
          <w:rtl/>
        </w:rPr>
        <w:t xml:space="preserve">ں </w:t>
      </w:r>
      <w:r>
        <w:rPr>
          <w:rtl/>
        </w:rPr>
        <w:t>كہتے''_</w:t>
      </w:r>
      <w:r w:rsidRPr="00AD1EF3">
        <w:rPr>
          <w:rStyle w:val="libFootnotenumChar"/>
          <w:rtl/>
        </w:rPr>
        <w:t>(</w:t>
      </w:r>
      <w:r w:rsidR="00E664BB" w:rsidRPr="00AD1EF3">
        <w:rPr>
          <w:rStyle w:val="libFootnotenumChar"/>
          <w:rtl/>
        </w:rPr>
        <w:t>5</w:t>
      </w:r>
      <w:r w:rsidRPr="00AD1EF3">
        <w:rPr>
          <w:rStyle w:val="libFootnotenumChar"/>
          <w:rtl/>
        </w:rPr>
        <w:t>)</w:t>
      </w:r>
      <w:r>
        <w:rPr>
          <w:rtl/>
        </w:rPr>
        <w:t>اس سارى گفتگو سے معلوم ہو تا ہے كہ بنيا مين كى چورى كا واقعہ مصر مي</w:t>
      </w:r>
      <w:r w:rsidR="007D6C9B">
        <w:rPr>
          <w:rtl/>
        </w:rPr>
        <w:t xml:space="preserve">ں </w:t>
      </w:r>
      <w:r>
        <w:rPr>
          <w:rtl/>
        </w:rPr>
        <w:t>مشہور ہو چكا تھا يہ بات شہرت پاچكى تھى كہ كنعان سے ايك قافلہ يہا</w:t>
      </w:r>
      <w:r w:rsidR="007D6C9B">
        <w:rPr>
          <w:rtl/>
        </w:rPr>
        <w:t xml:space="preserve">ں </w:t>
      </w:r>
      <w:r>
        <w:rPr>
          <w:rtl/>
        </w:rPr>
        <w:t>آيا ہے اس مي</w:t>
      </w:r>
      <w:r w:rsidR="007D6C9B">
        <w:rPr>
          <w:rtl/>
        </w:rPr>
        <w:t xml:space="preserve">ں </w:t>
      </w:r>
      <w:r>
        <w:rPr>
          <w:rtl/>
        </w:rPr>
        <w:t>سے ايك شخص بادشاہ كا پيمانہ اپنے ساتھ لے جانا چاہتا تھا بادشاہ كے مامور ين بروقت پہنچ گئے اور انہو</w:t>
      </w:r>
      <w:r w:rsidR="007D6C9B">
        <w:rPr>
          <w:rtl/>
        </w:rPr>
        <w:t xml:space="preserve">ں </w:t>
      </w:r>
      <w:r>
        <w:rPr>
          <w:rtl/>
        </w:rPr>
        <w:t>نے اس شخص كو روك ليا ،شايد بھائيو</w:t>
      </w:r>
      <w:r w:rsidR="007D6C9B">
        <w:rPr>
          <w:rtl/>
        </w:rPr>
        <w:t xml:space="preserve">ں </w:t>
      </w:r>
      <w:r>
        <w:rPr>
          <w:rtl/>
        </w:rPr>
        <w:t>نے جويہ كہا كہ مصر كے علاقے سے پو چھ لي</w:t>
      </w:r>
      <w:r w:rsidR="007D6C9B">
        <w:rPr>
          <w:rtl/>
        </w:rPr>
        <w:t xml:space="preserve">ں </w:t>
      </w:r>
      <w:r>
        <w:rPr>
          <w:rtl/>
        </w:rPr>
        <w:t xml:space="preserve">يہ اس طرف كنايہ ہو كہ يہ واقعہ اس قدر مشہور ہو چكا ہے كہ درو ديوار كو اس كا علم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80</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81</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81</w:t>
      </w:r>
      <w:r>
        <w:rPr>
          <w:rtl/>
        </w:rPr>
        <w:t xml:space="preserve"> </w:t>
      </w:r>
    </w:p>
    <w:p w:rsidR="00DE2D7F" w:rsidRDefault="00DE2D7F" w:rsidP="00D07B54">
      <w:pPr>
        <w:pStyle w:val="libFootnote"/>
        <w:rPr>
          <w:rtl/>
        </w:rPr>
      </w:pPr>
      <w:r>
        <w:rPr>
          <w:rtl/>
        </w:rPr>
        <w:t>(</w:t>
      </w:r>
      <w:r w:rsidR="00E664BB">
        <w:rPr>
          <w:rtl/>
        </w:rPr>
        <w:t>4</w:t>
      </w:r>
      <w:r>
        <w:rPr>
          <w:rtl/>
        </w:rPr>
        <w:t xml:space="preserve">) سورہ يوسف آيت </w:t>
      </w:r>
      <w:r w:rsidR="00E664BB">
        <w:rPr>
          <w:rtl/>
        </w:rPr>
        <w:t>82</w:t>
      </w:r>
      <w:r>
        <w:rPr>
          <w:rtl/>
        </w:rPr>
        <w:t xml:space="preserve"> </w:t>
      </w:r>
    </w:p>
    <w:p w:rsidR="00DE2D7F" w:rsidRDefault="00DE2D7F" w:rsidP="00D07B54">
      <w:pPr>
        <w:pStyle w:val="libFootnote"/>
        <w:rPr>
          <w:rtl/>
        </w:rPr>
      </w:pPr>
      <w:r>
        <w:rPr>
          <w:rtl/>
        </w:rPr>
        <w:t>(</w:t>
      </w:r>
      <w:r w:rsidR="00E664BB">
        <w:rPr>
          <w:rtl/>
        </w:rPr>
        <w:t>5</w:t>
      </w:r>
      <w:r>
        <w:rPr>
          <w:rtl/>
        </w:rPr>
        <w:t xml:space="preserve">) سورہ يوسف آيت </w:t>
      </w:r>
      <w:r w:rsidR="00E664BB">
        <w:rPr>
          <w:rtl/>
        </w:rPr>
        <w:t>82</w:t>
      </w:r>
      <w:r>
        <w:rPr>
          <w:rtl/>
        </w:rPr>
        <w:t xml:space="preserve"> </w:t>
      </w:r>
    </w:p>
    <w:p w:rsidR="00F31037" w:rsidRDefault="001648F9" w:rsidP="00D07B54">
      <w:pPr>
        <w:pStyle w:val="libNormal"/>
        <w:rPr>
          <w:rtl/>
        </w:rPr>
      </w:pPr>
      <w:r>
        <w:rPr>
          <w:rtl/>
        </w:rPr>
        <w:t xml:space="preserve"> </w:t>
      </w:r>
      <w:r>
        <w:rPr>
          <w:rtl/>
        </w:rPr>
        <w:br w:type="page"/>
      </w:r>
    </w:p>
    <w:p w:rsidR="002464ED" w:rsidRDefault="00DE2D7F" w:rsidP="00D07B54">
      <w:pPr>
        <w:pStyle w:val="Heading2Center"/>
        <w:rPr>
          <w:rtl/>
        </w:rPr>
      </w:pPr>
      <w:bookmarkStart w:id="179" w:name="_Toc7268576"/>
      <w:r>
        <w:rPr>
          <w:rtl/>
        </w:rPr>
        <w:lastRenderedPageBreak/>
        <w:t>مي</w:t>
      </w:r>
      <w:r w:rsidR="007D6C9B">
        <w:rPr>
          <w:rtl/>
        </w:rPr>
        <w:t xml:space="preserve">ں </w:t>
      </w:r>
      <w:r>
        <w:rPr>
          <w:rtl/>
        </w:rPr>
        <w:t>وہ الطاف الہى جانتا ہو</w:t>
      </w:r>
      <w:r w:rsidR="007D6C9B">
        <w:rPr>
          <w:rtl/>
        </w:rPr>
        <w:t xml:space="preserve">ں </w:t>
      </w:r>
      <w:r>
        <w:rPr>
          <w:rtl/>
        </w:rPr>
        <w:t>جو تم نہي</w:t>
      </w:r>
      <w:r w:rsidR="007D6C9B">
        <w:rPr>
          <w:rtl/>
        </w:rPr>
        <w:t xml:space="preserve">ں </w:t>
      </w:r>
      <w:r>
        <w:rPr>
          <w:rtl/>
        </w:rPr>
        <w:t>جانتے</w:t>
      </w:r>
      <w:bookmarkEnd w:id="179"/>
      <w:r>
        <w:rPr>
          <w:rtl/>
        </w:rPr>
        <w:t xml:space="preserve"> </w:t>
      </w:r>
    </w:p>
    <w:p w:rsidR="00DE2D7F" w:rsidRDefault="00DE2D7F" w:rsidP="00D07B54">
      <w:pPr>
        <w:pStyle w:val="libNormal"/>
        <w:rPr>
          <w:rtl/>
        </w:rPr>
      </w:pPr>
      <w:r>
        <w:rPr>
          <w:rtl/>
        </w:rPr>
        <w:t>بھائي مصر سے چل پڑے سب سے بڑے اور سب سے چھوٹے بھائي كو وہا</w:t>
      </w:r>
      <w:r w:rsidR="007D6C9B">
        <w:rPr>
          <w:rtl/>
        </w:rPr>
        <w:t xml:space="preserve">ں </w:t>
      </w:r>
      <w:r>
        <w:rPr>
          <w:rtl/>
        </w:rPr>
        <w:t>چھوڑآئے اور پريشان وغم زدہ كنعان پہنچے باپ كى خدمت مي</w:t>
      </w:r>
      <w:r w:rsidR="007D6C9B">
        <w:rPr>
          <w:rtl/>
        </w:rPr>
        <w:t xml:space="preserve">ں </w:t>
      </w:r>
      <w:r>
        <w:rPr>
          <w:rtl/>
        </w:rPr>
        <w:t>حاضر ہوئے اس سفر سے واپسى پر باپ نے جب گز شتہ سفر كے برعكس واندوہ كے اثار ان كے چہرو</w:t>
      </w:r>
      <w:r w:rsidR="007D6C9B">
        <w:rPr>
          <w:rtl/>
        </w:rPr>
        <w:t xml:space="preserve">ں </w:t>
      </w:r>
      <w:r>
        <w:rPr>
          <w:rtl/>
        </w:rPr>
        <w:t>پر ديكھے تو سمجھ گئے كہ كوئي ناگوار خبر لائے ہي</w:t>
      </w:r>
      <w:r w:rsidR="007D6C9B">
        <w:rPr>
          <w:rtl/>
        </w:rPr>
        <w:t xml:space="preserve">ں </w:t>
      </w:r>
      <w:r>
        <w:rPr>
          <w:rtl/>
        </w:rPr>
        <w:t>خصوصاً جب كہ بنيا مين اور سب سے بڑا بھائي ان كے ہمرا ہ نہ تھا جب بھائيو</w:t>
      </w:r>
      <w:r w:rsidR="007D6C9B">
        <w:rPr>
          <w:rtl/>
        </w:rPr>
        <w:t xml:space="preserve">ں </w:t>
      </w:r>
      <w:r>
        <w:rPr>
          <w:rtl/>
        </w:rPr>
        <w:t>نے بغير كسى كمى بيشى كے سارى آپ بيتى كہہ دى تو يعقوب بہت حيران ہوئے اور ان كى طرف رخ كر كے كہنے لگے :'' تمہارى نفسا نى خواہشات نے يہ معاملہ تمہارے سامنے اس طرح سے پيش كيا ہے اور اسے اس طرح سے مزين كياہے ''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اس كے بعد يعقوب اپنى جانب متوجہ ہوئے اور ''كہنے لگے كہ مي</w:t>
      </w:r>
      <w:r w:rsidR="007D6C9B">
        <w:rPr>
          <w:rtl/>
        </w:rPr>
        <w:t xml:space="preserve">ں </w:t>
      </w:r>
      <w:r>
        <w:rPr>
          <w:rtl/>
        </w:rPr>
        <w:t>صبر كا دامن اپنے ہاتھ سے نہي</w:t>
      </w:r>
      <w:r w:rsidR="007D6C9B">
        <w:rPr>
          <w:rtl/>
        </w:rPr>
        <w:t xml:space="preserve">ں </w:t>
      </w:r>
      <w:r>
        <w:rPr>
          <w:rtl/>
        </w:rPr>
        <w:t>چھوڑو</w:t>
      </w:r>
      <w:r w:rsidR="007D6C9B">
        <w:rPr>
          <w:rtl/>
        </w:rPr>
        <w:t xml:space="preserve">ں </w:t>
      </w:r>
      <w:r>
        <w:rPr>
          <w:rtl/>
        </w:rPr>
        <w:t>گا'' اور مي</w:t>
      </w:r>
      <w:r w:rsidR="007D6C9B">
        <w:rPr>
          <w:rtl/>
        </w:rPr>
        <w:t xml:space="preserve">ں </w:t>
      </w:r>
      <w:r>
        <w:rPr>
          <w:rtl/>
        </w:rPr>
        <w:t>اچھا صبر كرو</w:t>
      </w:r>
      <w:r w:rsidR="007D6C9B">
        <w:rPr>
          <w:rtl/>
        </w:rPr>
        <w:t xml:space="preserve">ں </w:t>
      </w:r>
      <w:r>
        <w:rPr>
          <w:rtl/>
        </w:rPr>
        <w:t>گا كہ جو كفر ان سے خالى ہو_''</w:t>
      </w:r>
      <w:r w:rsidRPr="00273FEA">
        <w:rPr>
          <w:rStyle w:val="libFootnotenumChar"/>
          <w:rtl/>
        </w:rPr>
        <w:t xml:space="preserve">( </w:t>
      </w:r>
      <w:r w:rsidR="00E664BB" w:rsidRPr="00273FEA">
        <w:rPr>
          <w:rStyle w:val="libFootnotenumChar"/>
          <w:rtl/>
        </w:rPr>
        <w:t>2</w:t>
      </w:r>
      <w:r w:rsidRPr="00273FEA">
        <w:rPr>
          <w:rStyle w:val="libFootnotenumChar"/>
          <w:rtl/>
        </w:rPr>
        <w:t xml:space="preserve">) </w:t>
      </w:r>
    </w:p>
    <w:p w:rsidR="00DE2D7F" w:rsidRDefault="00DE2D7F" w:rsidP="00D07B54">
      <w:pPr>
        <w:pStyle w:val="libNormal"/>
        <w:rPr>
          <w:rtl/>
        </w:rPr>
      </w:pPr>
      <w:r>
        <w:rPr>
          <w:rtl/>
        </w:rPr>
        <w:t>''مجھے اميد ہے كہ خدا ان سب كو ( يو سف ، بنيامين اور ميرے بڑے بيٹے كو ) ميرى طرف پلٹا دے گا'' _</w:t>
      </w:r>
      <w:r w:rsidRPr="00273FEA">
        <w:rPr>
          <w:rStyle w:val="libFootnotenumChar"/>
          <w:rtl/>
        </w:rPr>
        <w:t xml:space="preserve">( </w:t>
      </w:r>
      <w:r w:rsidR="00E664BB" w:rsidRPr="00273FEA">
        <w:rPr>
          <w:rStyle w:val="libFootnotenumChar"/>
          <w:rtl/>
        </w:rPr>
        <w:t>3</w:t>
      </w:r>
      <w:r w:rsidRPr="00273FEA">
        <w:rPr>
          <w:rStyle w:val="libFootnotenumChar"/>
          <w:rtl/>
        </w:rPr>
        <w:t>)</w:t>
      </w:r>
      <w:r>
        <w:rPr>
          <w:rtl/>
        </w:rPr>
        <w:t>كيونكہ مي</w:t>
      </w:r>
      <w:r w:rsidR="007D6C9B">
        <w:rPr>
          <w:rtl/>
        </w:rPr>
        <w:t xml:space="preserve">ں </w:t>
      </w:r>
      <w:r>
        <w:rPr>
          <w:rtl/>
        </w:rPr>
        <w:t>جانتاہو</w:t>
      </w:r>
      <w:r w:rsidR="007D6C9B">
        <w:rPr>
          <w:rtl/>
        </w:rPr>
        <w:t xml:space="preserve">ں </w:t>
      </w:r>
      <w:r>
        <w:rPr>
          <w:rtl/>
        </w:rPr>
        <w:t>كہ ''وہ ان سب كے دل كى داخلى كيفيات سے باخبر ہے ، اس كے علاوہ، وہ حكيم بھى ہے ،''اور وہ كوئي كا م بغير كسى حساب كتاب كے نہي</w:t>
      </w:r>
      <w:r w:rsidR="007D6C9B">
        <w:rPr>
          <w:rtl/>
        </w:rPr>
        <w:t xml:space="preserve">ں </w:t>
      </w:r>
      <w:r>
        <w:rPr>
          <w:rtl/>
        </w:rPr>
        <w:t>كر تا_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اس وقت يعقوب رنج وغم مي</w:t>
      </w:r>
      <w:r w:rsidR="007D6C9B">
        <w:rPr>
          <w:rtl/>
        </w:rPr>
        <w:t xml:space="preserve">ں </w:t>
      </w:r>
      <w:r>
        <w:rPr>
          <w:rtl/>
        </w:rPr>
        <w:t>ڈوب گئے بنيامين كہ ان كے دل كى ڈھارس تھا واپس نہ آيا تو انہي</w:t>
      </w:r>
      <w:r w:rsidR="007D6C9B">
        <w:rPr>
          <w:rtl/>
        </w:rPr>
        <w:t xml:space="preserve">ں </w:t>
      </w:r>
      <w:r>
        <w:rPr>
          <w:rtl/>
        </w:rPr>
        <w:t>اپنے پيارے يو سف كى ياد آگئي انہي</w:t>
      </w:r>
      <w:r w:rsidR="007D6C9B">
        <w:rPr>
          <w:rtl/>
        </w:rPr>
        <w:t xml:space="preserve">ں </w:t>
      </w:r>
      <w:r>
        <w:rPr>
          <w:rtl/>
        </w:rPr>
        <w:t>خيال آيا كہ اے كا ش آج وہ آبرومند ، باايمان اور حسين وجميل بيٹا ان كى آغوش مي</w:t>
      </w:r>
      <w:r w:rsidR="007D6C9B">
        <w:rPr>
          <w:rtl/>
        </w:rPr>
        <w:t xml:space="preserve">ں </w:t>
      </w:r>
      <w:r>
        <w:rPr>
          <w:rtl/>
        </w:rPr>
        <w:t>ہو تا اور اس كى پيار ى خو شبو ہر لمحہ باپ كو ايك حيات نو بخشتى ليكن آج نہ صرف يہ كہ اس كا نام و نشان نہي</w:t>
      </w:r>
      <w:r w:rsidR="007D6C9B">
        <w:rPr>
          <w:rtl/>
        </w:rPr>
        <w:t xml:space="preserve">ں </w:t>
      </w:r>
      <w:r>
        <w:rPr>
          <w:rtl/>
        </w:rPr>
        <w:t>بلكہ اس كا جانشين بنيا مين بھى اس كى طرح ايك درد ناك معاملے مي</w:t>
      </w:r>
      <w:r w:rsidR="007D6C9B">
        <w:rPr>
          <w:rtl/>
        </w:rPr>
        <w:t xml:space="preserve">ں </w:t>
      </w:r>
      <w:r>
        <w:rPr>
          <w:rtl/>
        </w:rPr>
        <w:t>گر فتا ر ہو گيا ہے ''اس وقت انہو</w:t>
      </w:r>
      <w:r w:rsidR="007D6C9B">
        <w:rPr>
          <w:rtl/>
        </w:rPr>
        <w:t xml:space="preserve">ں </w:t>
      </w:r>
      <w:r>
        <w:rPr>
          <w:rtl/>
        </w:rPr>
        <w:t>نے اپنے بيٹو</w:t>
      </w:r>
      <w:r w:rsidR="007D6C9B">
        <w:rPr>
          <w:rtl/>
        </w:rPr>
        <w:t xml:space="preserve">ں </w:t>
      </w:r>
      <w:r>
        <w:rPr>
          <w:rtl/>
        </w:rPr>
        <w:t>سے رخ پھير ليا اور كہا : ہائے يو سف ''_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83</w:t>
      </w:r>
      <w:r>
        <w:rPr>
          <w:rtl/>
        </w:rPr>
        <w:t xml:space="preserve"> </w:t>
      </w:r>
    </w:p>
    <w:p w:rsidR="00DE2D7F" w:rsidRDefault="00DE2D7F" w:rsidP="00D07B54">
      <w:pPr>
        <w:pStyle w:val="libFootnote"/>
        <w:rPr>
          <w:rtl/>
        </w:rPr>
      </w:pPr>
      <w:r>
        <w:rPr>
          <w:rtl/>
        </w:rPr>
        <w:t>(</w:t>
      </w:r>
      <w:r w:rsidR="00E664BB">
        <w:rPr>
          <w:rtl/>
        </w:rPr>
        <w:t>2</w:t>
      </w:r>
      <w:r>
        <w:rPr>
          <w:rtl/>
        </w:rPr>
        <w:t xml:space="preserve">)سورہ يوسف آيت </w:t>
      </w:r>
      <w:r w:rsidR="00E664BB">
        <w:rPr>
          <w:rtl/>
        </w:rPr>
        <w:t>83</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83</w:t>
      </w:r>
      <w:r>
        <w:rPr>
          <w:rtl/>
        </w:rPr>
        <w:t xml:space="preserve"> </w:t>
      </w:r>
    </w:p>
    <w:p w:rsidR="00DE2D7F" w:rsidRDefault="00DE2D7F" w:rsidP="00D07B54">
      <w:pPr>
        <w:pStyle w:val="libFootnote"/>
        <w:rPr>
          <w:rtl/>
        </w:rPr>
      </w:pPr>
      <w:r>
        <w:rPr>
          <w:rtl/>
        </w:rPr>
        <w:t>(</w:t>
      </w:r>
      <w:r w:rsidR="00E664BB">
        <w:rPr>
          <w:rtl/>
        </w:rPr>
        <w:t>4</w:t>
      </w:r>
      <w:r>
        <w:rPr>
          <w:rtl/>
        </w:rPr>
        <w:t xml:space="preserve">) سورہ يوسف آيت </w:t>
      </w:r>
      <w:r w:rsidR="00E664BB">
        <w:rPr>
          <w:rtl/>
        </w:rPr>
        <w:t>83</w:t>
      </w:r>
      <w:r>
        <w:rPr>
          <w:rtl/>
        </w:rPr>
        <w:t xml:space="preserve"> </w:t>
      </w:r>
    </w:p>
    <w:p w:rsidR="00DE2D7F" w:rsidRDefault="00DE2D7F" w:rsidP="00D07B54">
      <w:pPr>
        <w:pStyle w:val="libFootnote"/>
        <w:rPr>
          <w:rtl/>
        </w:rPr>
      </w:pPr>
      <w:r>
        <w:rPr>
          <w:rtl/>
        </w:rPr>
        <w:t>(</w:t>
      </w:r>
      <w:r w:rsidR="00E664BB">
        <w:rPr>
          <w:rtl/>
        </w:rPr>
        <w:t>5</w:t>
      </w:r>
      <w:r>
        <w:rPr>
          <w:rtl/>
        </w:rPr>
        <w:t xml:space="preserve">) سورہ يوسف آيت </w:t>
      </w:r>
      <w:r w:rsidR="00E664BB">
        <w:rPr>
          <w:rtl/>
        </w:rPr>
        <w:t>84</w:t>
      </w:r>
      <w:r>
        <w:rPr>
          <w:rtl/>
        </w:rPr>
        <w:t xml:space="preserve"> </w:t>
      </w:r>
    </w:p>
    <w:p w:rsidR="002464ED" w:rsidRDefault="001648F9" w:rsidP="00D07B54">
      <w:pPr>
        <w:pStyle w:val="libNormal"/>
        <w:rPr>
          <w:rtl/>
        </w:rPr>
      </w:pPr>
      <w:r>
        <w:rPr>
          <w:rtl/>
        </w:rPr>
        <w:t xml:space="preserve"> </w:t>
      </w:r>
      <w:r>
        <w:rPr>
          <w:rtl/>
        </w:rPr>
        <w:br w:type="page"/>
      </w:r>
    </w:p>
    <w:p w:rsidR="002464ED" w:rsidRDefault="00DE2D7F" w:rsidP="00D07B54">
      <w:pPr>
        <w:pStyle w:val="Heading2Center"/>
        <w:rPr>
          <w:rtl/>
        </w:rPr>
      </w:pPr>
      <w:bookmarkStart w:id="180" w:name="_Toc7268577"/>
      <w:r>
        <w:rPr>
          <w:rtl/>
        </w:rPr>
        <w:lastRenderedPageBreak/>
        <w:t>برادران يوسف شر مند ہ اور حضرت يعقوب نابينا ہو گئے</w:t>
      </w:r>
      <w:bookmarkEnd w:id="180"/>
      <w:r>
        <w:rPr>
          <w:rtl/>
        </w:rPr>
        <w:t xml:space="preserve"> </w:t>
      </w:r>
    </w:p>
    <w:p w:rsidR="00DE2D7F" w:rsidRDefault="00DE2D7F" w:rsidP="00D07B54">
      <w:pPr>
        <w:pStyle w:val="libNormal"/>
        <w:rPr>
          <w:rtl/>
        </w:rPr>
      </w:pPr>
      <w:r>
        <w:rPr>
          <w:rtl/>
        </w:rPr>
        <w:t>بھا ئي جو پہلے ہى بنيا مين كے ماجرے پر باپ كے سامنے شرمندہ تھے يوسف كا نام سن كر فكر مي</w:t>
      </w:r>
      <w:r w:rsidR="007D6C9B">
        <w:rPr>
          <w:rtl/>
        </w:rPr>
        <w:t xml:space="preserve">ں </w:t>
      </w:r>
      <w:r>
        <w:rPr>
          <w:rtl/>
        </w:rPr>
        <w:t>ڈوب گئے ان كے ماتھے پر عرق ندامت كے قطرے چمكنے لگے _''حزن وملال اتنا بڑھا كہ يعقوب كى آنكھو</w:t>
      </w:r>
      <w:r w:rsidR="007D6C9B">
        <w:rPr>
          <w:rtl/>
        </w:rPr>
        <w:t xml:space="preserve">ں </w:t>
      </w:r>
      <w:r>
        <w:rPr>
          <w:rtl/>
        </w:rPr>
        <w:t>سے بے اختيار اشكو</w:t>
      </w:r>
      <w:r w:rsidR="007D6C9B">
        <w:rPr>
          <w:rtl/>
        </w:rPr>
        <w:t xml:space="preserve">ں </w:t>
      </w:r>
      <w:r>
        <w:rPr>
          <w:rtl/>
        </w:rPr>
        <w:t>كا سيلاب بہہ نكلا يہا</w:t>
      </w:r>
      <w:r w:rsidR="007D6C9B">
        <w:rPr>
          <w:rtl/>
        </w:rPr>
        <w:t xml:space="preserve">ں </w:t>
      </w:r>
      <w:r>
        <w:rPr>
          <w:rtl/>
        </w:rPr>
        <w:t>تك كہ ان كى آنكھي</w:t>
      </w:r>
      <w:r w:rsidR="007D6C9B">
        <w:rPr>
          <w:rtl/>
        </w:rPr>
        <w:t xml:space="preserve">ں </w:t>
      </w:r>
      <w:r>
        <w:rPr>
          <w:rtl/>
        </w:rPr>
        <w:t>درد وغم سے سفيد اور نابينا ہوگئي</w:t>
      </w:r>
      <w:r w:rsidR="007D6C9B">
        <w:rPr>
          <w:rtl/>
        </w:rPr>
        <w:t xml:space="preserve">ں </w:t>
      </w:r>
      <w:r>
        <w:rPr>
          <w:rtl/>
        </w:rPr>
        <w:t>''_</w:t>
      </w:r>
      <w:r w:rsidRPr="00273FEA">
        <w:rPr>
          <w:rStyle w:val="libFootnotenumChar"/>
          <w:rtl/>
        </w:rPr>
        <w:t>(</w:t>
      </w:r>
      <w:r w:rsidR="00273FEA" w:rsidRPr="00273FEA">
        <w:rPr>
          <w:rStyle w:val="libFootnotenumChar"/>
          <w:rtl/>
        </w:rPr>
        <w:t>1</w:t>
      </w:r>
      <w:r w:rsidR="00273FEA" w:rsidRPr="00273FEA">
        <w:rPr>
          <w:rStyle w:val="libFootnotenumChar"/>
          <w:rFonts w:hint="cs"/>
          <w:rtl/>
        </w:rPr>
        <w:t>)</w:t>
      </w:r>
      <w:r>
        <w:rPr>
          <w:rtl/>
        </w:rPr>
        <w:t>ليكن اس كے باوجود وہ كو شش كر تے تھے كہ ضبط كري</w:t>
      </w:r>
      <w:r w:rsidR="007D6C9B">
        <w:rPr>
          <w:rtl/>
        </w:rPr>
        <w:t xml:space="preserve">ں </w:t>
      </w:r>
      <w:r>
        <w:rPr>
          <w:rtl/>
        </w:rPr>
        <w:t>اور اپنا غم وغصہ پى جائي</w:t>
      </w:r>
      <w:r w:rsidR="007D6C9B">
        <w:rPr>
          <w:rtl/>
        </w:rPr>
        <w:t xml:space="preserve">ں </w:t>
      </w:r>
      <w:r>
        <w:rPr>
          <w:rtl/>
        </w:rPr>
        <w:t>اورر ضائے حق كے خلاف كو ئي بات نہ كہي</w:t>
      </w:r>
      <w:r w:rsidR="007D6C9B">
        <w:rPr>
          <w:rtl/>
        </w:rPr>
        <w:t xml:space="preserve">ں </w:t>
      </w:r>
      <w:r>
        <w:rPr>
          <w:rtl/>
        </w:rPr>
        <w:t>''وہ باحوصلہ اور جوا</w:t>
      </w:r>
      <w:r w:rsidR="007D6C9B">
        <w:rPr>
          <w:rtl/>
        </w:rPr>
        <w:t xml:space="preserve">ں </w:t>
      </w:r>
      <w:r>
        <w:rPr>
          <w:rtl/>
        </w:rPr>
        <w:t>مرد تھے اور انہي</w:t>
      </w:r>
      <w:r w:rsidR="007D6C9B">
        <w:rPr>
          <w:rtl/>
        </w:rPr>
        <w:t xml:space="preserve">ں </w:t>
      </w:r>
      <w:r>
        <w:rPr>
          <w:rtl/>
        </w:rPr>
        <w:t>اپنے غصہ پر پورا كنٹرول تھا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ظاہرقرآن سے اندازہ ہو تاہے كہ حضرت يعقوب كى اس وقت تك نابينا نہي</w:t>
      </w:r>
      <w:r w:rsidR="007D6C9B">
        <w:rPr>
          <w:rtl/>
        </w:rPr>
        <w:t xml:space="preserve">ں </w:t>
      </w:r>
      <w:r>
        <w:rPr>
          <w:rtl/>
        </w:rPr>
        <w:t>ہوئے تھے ليكن جب كہ رنج و غم كئي گناہ بڑھ گيا اور آپ مسلسل گريہ و زارى كرتے رہے اورآپ كے آنسوتھمنے نہ پائے تو آپ كى بينا ئي ختم ہوگئي اور جيسا كہ ہم وہا</w:t>
      </w:r>
      <w:r w:rsidR="007D6C9B">
        <w:rPr>
          <w:rtl/>
        </w:rPr>
        <w:t xml:space="preserve">ں </w:t>
      </w:r>
      <w:r>
        <w:rPr>
          <w:rtl/>
        </w:rPr>
        <w:t>بھى اشارہ كر چكے ہي</w:t>
      </w:r>
      <w:r w:rsidR="007D6C9B">
        <w:rPr>
          <w:rtl/>
        </w:rPr>
        <w:t xml:space="preserve">ں </w:t>
      </w:r>
      <w:r>
        <w:rPr>
          <w:rtl/>
        </w:rPr>
        <w:t xml:space="preserve">كہ يہ كوئي اختيارى چيز نہ تھى كہ جو صبر جميل كے منافى ہو_ </w:t>
      </w:r>
    </w:p>
    <w:p w:rsidR="00DE2D7F" w:rsidRDefault="00DE2D7F" w:rsidP="00D07B54">
      <w:pPr>
        <w:pStyle w:val="libNormal"/>
        <w:rPr>
          <w:rtl/>
        </w:rPr>
      </w:pPr>
      <w:r>
        <w:rPr>
          <w:rtl/>
        </w:rPr>
        <w:t>بھائي كہ جو ان تمام واقعات سے بہت پريشا ن تھے ، ايك طرف تو ان كا ضمير حضرت يو سف كے واقعے كى بناء پر انہي</w:t>
      </w:r>
      <w:r w:rsidR="007D6C9B">
        <w:rPr>
          <w:rtl/>
        </w:rPr>
        <w:t xml:space="preserve">ں </w:t>
      </w:r>
      <w:r>
        <w:rPr>
          <w:rtl/>
        </w:rPr>
        <w:t>عذاب ديتا اور دوسرى طرف وہ بنيامين كى وجہ سے اپنے آپ كو ايك نئے امتحان كى چو كھٹ پر پاتے اور تيسرى طرف باپ كا اتنا غم اور دكھ ان پر بہت گرا</w:t>
      </w:r>
      <w:r w:rsidR="007D6C9B">
        <w:rPr>
          <w:rtl/>
        </w:rPr>
        <w:t xml:space="preserve">ں </w:t>
      </w:r>
      <w:r>
        <w:rPr>
          <w:rtl/>
        </w:rPr>
        <w:t>تھا، لہذا انہو</w:t>
      </w:r>
      <w:r w:rsidR="007D6C9B">
        <w:rPr>
          <w:rtl/>
        </w:rPr>
        <w:t xml:space="preserve">ں </w:t>
      </w:r>
      <w:r>
        <w:rPr>
          <w:rtl/>
        </w:rPr>
        <w:t>نے پريشانى اور بے حوصلگى كے ساتھ باپ سے ''كہا : بخدا تو اتنا يو سف يوسف كر تا ہے كہ بيمار ہو جائے گا اور موت كے كنارے پہنچ جا ئے گا يا ہلاك ہو جائے گا''_</w:t>
      </w:r>
      <w:r w:rsidRPr="00273FEA">
        <w:rPr>
          <w:rStyle w:val="libFootnotenumChar"/>
          <w:rtl/>
        </w:rPr>
        <w:t xml:space="preserve">( </w:t>
      </w:r>
      <w:r w:rsidR="00E664BB" w:rsidRPr="00273FEA">
        <w:rPr>
          <w:rStyle w:val="libFootnotenumChar"/>
          <w:rtl/>
        </w:rPr>
        <w:t>3</w:t>
      </w:r>
      <w:r w:rsidRPr="00273FEA">
        <w:rPr>
          <w:rStyle w:val="libFootnotenumChar"/>
          <w:rtl/>
        </w:rPr>
        <w:t>)</w:t>
      </w:r>
      <w:r>
        <w:rPr>
          <w:rtl/>
        </w:rPr>
        <w:t>ليكن كنعان كے اس مرد بزرگ اور روشن ضمير پيغمبر نے ان كے جواب مي</w:t>
      </w:r>
      <w:r w:rsidR="007D6C9B">
        <w:rPr>
          <w:rtl/>
        </w:rPr>
        <w:t xml:space="preserve">ں </w:t>
      </w:r>
      <w:r>
        <w:rPr>
          <w:rtl/>
        </w:rPr>
        <w:t>كہا : ''مي</w:t>
      </w:r>
      <w:r w:rsidR="007D6C9B">
        <w:rPr>
          <w:rtl/>
        </w:rPr>
        <w:t xml:space="preserve">ں </w:t>
      </w:r>
      <w:r>
        <w:rPr>
          <w:rtl/>
        </w:rPr>
        <w:t>نے تمہارے سامنے اپنى شكا يت پيش نہي</w:t>
      </w:r>
      <w:r w:rsidR="007D6C9B">
        <w:rPr>
          <w:rtl/>
        </w:rPr>
        <w:t xml:space="preserve">ں </w:t>
      </w:r>
      <w:r>
        <w:rPr>
          <w:rtl/>
        </w:rPr>
        <w:t>كى جو اس طرح كى باتي</w:t>
      </w:r>
      <w:r w:rsidR="007D6C9B">
        <w:rPr>
          <w:rtl/>
        </w:rPr>
        <w:t xml:space="preserve">ں </w:t>
      </w:r>
      <w:r>
        <w:rPr>
          <w:rtl/>
        </w:rPr>
        <w:t>كر تے ہو ، مي</w:t>
      </w:r>
      <w:r w:rsidR="007D6C9B">
        <w:rPr>
          <w:rtl/>
        </w:rPr>
        <w:t xml:space="preserve">ں </w:t>
      </w:r>
      <w:r>
        <w:rPr>
          <w:rtl/>
        </w:rPr>
        <w:t>اپنا درد وغم بارگا ہ الہى مي</w:t>
      </w:r>
      <w:r w:rsidR="007D6C9B">
        <w:rPr>
          <w:rtl/>
        </w:rPr>
        <w:t xml:space="preserve">ں </w:t>
      </w:r>
      <w:r>
        <w:rPr>
          <w:rtl/>
        </w:rPr>
        <w:t>پيش كر تا ہو</w:t>
      </w:r>
      <w:r w:rsidR="007D6C9B">
        <w:rPr>
          <w:rtl/>
        </w:rPr>
        <w:t xml:space="preserve">ں </w:t>
      </w:r>
      <w:r>
        <w:rPr>
          <w:rtl/>
        </w:rPr>
        <w:t>اور اس كے يہا</w:t>
      </w:r>
      <w:r w:rsidR="007D6C9B">
        <w:rPr>
          <w:rtl/>
        </w:rPr>
        <w:t xml:space="preserve">ں </w:t>
      </w:r>
      <w:r>
        <w:rPr>
          <w:rtl/>
        </w:rPr>
        <w:t>اپنى شكايت پيش كر تاہو</w:t>
      </w:r>
      <w:r w:rsidR="007D6C9B">
        <w:rPr>
          <w:rtl/>
        </w:rPr>
        <w:t xml:space="preserve">ں </w:t>
      </w:r>
      <w:r>
        <w:rPr>
          <w:rtl/>
        </w:rPr>
        <w:t xml:space="preserve">،اور اپنے خدا كى طرف سے مجھے معلوم ہے كہ جن سے غم بے خبر ہوا''_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84</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84</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85</w:t>
      </w:r>
      <w:r>
        <w:rPr>
          <w:rtl/>
        </w:rPr>
        <w:t xml:space="preserve"> </w:t>
      </w:r>
    </w:p>
    <w:p w:rsidR="00DE2D7F" w:rsidRDefault="00DE2D7F" w:rsidP="00D07B54">
      <w:pPr>
        <w:pStyle w:val="libFootnote"/>
        <w:rPr>
          <w:rtl/>
        </w:rPr>
      </w:pPr>
      <w:r>
        <w:rPr>
          <w:rtl/>
        </w:rPr>
        <w:t>(</w:t>
      </w:r>
      <w:r w:rsidR="00E664BB">
        <w:rPr>
          <w:rtl/>
        </w:rPr>
        <w:t>4</w:t>
      </w:r>
      <w:r>
        <w:rPr>
          <w:rtl/>
        </w:rPr>
        <w:t xml:space="preserve">) سورہ يوسف آيت </w:t>
      </w:r>
      <w:r w:rsidR="00E664BB">
        <w:rPr>
          <w:rtl/>
        </w:rPr>
        <w:t>86</w:t>
      </w:r>
      <w:r>
        <w:rPr>
          <w:rtl/>
        </w:rPr>
        <w:t xml:space="preserve"> </w:t>
      </w:r>
    </w:p>
    <w:p w:rsidR="002464ED" w:rsidRDefault="001648F9" w:rsidP="00D07B54">
      <w:pPr>
        <w:pStyle w:val="libNormal"/>
        <w:rPr>
          <w:rtl/>
        </w:rPr>
      </w:pPr>
      <w:r>
        <w:rPr>
          <w:rtl/>
        </w:rPr>
        <w:t xml:space="preserve"> </w:t>
      </w:r>
      <w:r>
        <w:rPr>
          <w:rtl/>
        </w:rPr>
        <w:br w:type="page"/>
      </w:r>
    </w:p>
    <w:p w:rsidR="002464ED" w:rsidRDefault="002464ED" w:rsidP="00D07B54">
      <w:pPr>
        <w:pStyle w:val="libNormal"/>
        <w:rPr>
          <w:rtl/>
        </w:rPr>
      </w:pPr>
    </w:p>
    <w:p w:rsidR="002464ED" w:rsidRDefault="00DE2D7F" w:rsidP="00D07B54">
      <w:pPr>
        <w:pStyle w:val="Heading2Center"/>
        <w:rPr>
          <w:rtl/>
        </w:rPr>
      </w:pPr>
      <w:bookmarkStart w:id="181" w:name="_Toc7268578"/>
      <w:r>
        <w:rPr>
          <w:rtl/>
        </w:rPr>
        <w:t>كوشش كرو اور مايوس نہ ہو،كيونكہ مايوسى كفر كى نشانى ہے</w:t>
      </w:r>
      <w:bookmarkEnd w:id="181"/>
    </w:p>
    <w:p w:rsidR="00DE2D7F" w:rsidRDefault="00DE2D7F" w:rsidP="00D07B54">
      <w:pPr>
        <w:pStyle w:val="libNormal"/>
        <w:rPr>
          <w:rtl/>
        </w:rPr>
      </w:pPr>
      <w:r>
        <w:rPr>
          <w:rtl/>
        </w:rPr>
        <w:t xml:space="preserve"> مصر اور اطراف مصر جس مي</w:t>
      </w:r>
      <w:r w:rsidR="007D6C9B">
        <w:rPr>
          <w:rtl/>
        </w:rPr>
        <w:t xml:space="preserve">ں </w:t>
      </w:r>
      <w:r>
        <w:rPr>
          <w:rtl/>
        </w:rPr>
        <w:t>كنعان بھى شامل تھا ;مي</w:t>
      </w:r>
      <w:r w:rsidR="007D6C9B">
        <w:rPr>
          <w:rtl/>
        </w:rPr>
        <w:t xml:space="preserve">ں </w:t>
      </w:r>
      <w:r>
        <w:rPr>
          <w:rtl/>
        </w:rPr>
        <w:t>قحط ظلم ڈھا رہا تھا _انا ج بالكل ختم ہو گيا توحضرت يعقوب نے دو بارہ اپنے بيٹو</w:t>
      </w:r>
      <w:r w:rsidR="007D6C9B">
        <w:rPr>
          <w:rtl/>
        </w:rPr>
        <w:t xml:space="preserve">ں </w:t>
      </w:r>
      <w:r>
        <w:rPr>
          <w:rtl/>
        </w:rPr>
        <w:t>كو مصر كى طرف جا نے اور غلہ حاصل كر نے كا حكم ديا ليكن اس مر تبہ اپنى آرزئو</w:t>
      </w:r>
      <w:r w:rsidR="007D6C9B">
        <w:rPr>
          <w:rtl/>
        </w:rPr>
        <w:t xml:space="preserve">ں </w:t>
      </w:r>
      <w:r>
        <w:rPr>
          <w:rtl/>
        </w:rPr>
        <w:t xml:space="preserve">كى بنياد يوسف اور ان كے بھا ئي بنيا مين كى تلاش كو قرار ديا ''اور كہا : ميرے بيٹو جائو اور يو سف اور اسكے بھا ئي كو تلاش كرو ''_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حضرت يعقوب كے بيٹے چو نكہ اس بارے مي</w:t>
      </w:r>
      <w:r w:rsidR="007D6C9B">
        <w:rPr>
          <w:rtl/>
        </w:rPr>
        <w:t xml:space="preserve">ں </w:t>
      </w:r>
      <w:r>
        <w:rPr>
          <w:rtl/>
        </w:rPr>
        <w:t>تقريبا مطمئن تھے كہ يو سف مو جود ہى نہي</w:t>
      </w:r>
      <w:r w:rsidR="007D6C9B">
        <w:rPr>
          <w:rtl/>
        </w:rPr>
        <w:t xml:space="preserve">ں </w:t>
      </w:r>
      <w:r>
        <w:rPr>
          <w:rtl/>
        </w:rPr>
        <w:t>اس لئے وہ باپ كى اس نصيحت اور تا كيد پر تعجب كرتے تھے ،يعقوب ان كے گو ش گزار كر رہے تھے : ''رحمت الہى سے كبھى ما يو س نہ ہو نا '' كيو نكہ اس كى قدرت تمام مشكلو</w:t>
      </w:r>
      <w:r w:rsidR="007D6C9B">
        <w:rPr>
          <w:rtl/>
        </w:rPr>
        <w:t xml:space="preserve">ں </w:t>
      </w:r>
      <w:r>
        <w:rPr>
          <w:rtl/>
        </w:rPr>
        <w:t>اور سختيو</w:t>
      </w:r>
      <w:r w:rsidR="007D6C9B">
        <w:rPr>
          <w:rtl/>
        </w:rPr>
        <w:t xml:space="preserve">ں </w:t>
      </w:r>
      <w:r>
        <w:rPr>
          <w:rtl/>
        </w:rPr>
        <w:t>سے ما فوق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''كيو نكہ صر ف يہ كا فرہى ہي</w:t>
      </w:r>
      <w:r w:rsidR="007D6C9B">
        <w:rPr>
          <w:rtl/>
        </w:rPr>
        <w:t xml:space="preserve">ں </w:t>
      </w:r>
      <w:r>
        <w:rPr>
          <w:rtl/>
        </w:rPr>
        <w:t>كہ جو قدرت خدا سے بے خبر ہي</w:t>
      </w:r>
      <w:r w:rsidR="007D6C9B">
        <w:rPr>
          <w:rtl/>
        </w:rPr>
        <w:t xml:space="preserve">ں </w:t>
      </w:r>
      <w:r>
        <w:rPr>
          <w:rtl/>
        </w:rPr>
        <w:t>اس كى رحمت سے مايوس ہو تے ہي</w:t>
      </w:r>
      <w:r w:rsidR="007D6C9B">
        <w:rPr>
          <w:rtl/>
        </w:rPr>
        <w:t xml:space="preserve">ں </w:t>
      </w:r>
      <w:r>
        <w:rPr>
          <w:rtl/>
        </w:rPr>
        <w:t>'' _</w:t>
      </w:r>
      <w:r w:rsidRPr="00273FEA">
        <w:rPr>
          <w:rStyle w:val="libFootnotenumChar"/>
          <w:rtl/>
        </w:rPr>
        <w:t xml:space="preserve">( </w:t>
      </w:r>
      <w:r w:rsidR="00E664BB" w:rsidRPr="00273FEA">
        <w:rPr>
          <w:rStyle w:val="libFootnotenumChar"/>
          <w:rtl/>
        </w:rPr>
        <w:t>3</w:t>
      </w:r>
      <w:r w:rsidRPr="00273FEA">
        <w:rPr>
          <w:rStyle w:val="libFootnotenumChar"/>
          <w:rtl/>
        </w:rPr>
        <w:t>)</w:t>
      </w:r>
      <w:r>
        <w:rPr>
          <w:rtl/>
        </w:rPr>
        <w:t xml:space="preserve"> </w:t>
      </w:r>
    </w:p>
    <w:p w:rsidR="00DE2D7F" w:rsidRDefault="00DE2D7F" w:rsidP="00D07B54">
      <w:pPr>
        <w:pStyle w:val="libNormal"/>
        <w:rPr>
          <w:rtl/>
        </w:rPr>
      </w:pPr>
      <w:r>
        <w:rPr>
          <w:rtl/>
        </w:rPr>
        <w:t xml:space="preserve">بہر حال فرزندان يعقوب نے اپنا مال واسباب باندھا اور مصر كى طرف چل پڑے اور اب كے وہ تيسرى مرتبہ داستا نو </w:t>
      </w:r>
      <w:r w:rsidR="007D6C9B">
        <w:rPr>
          <w:rtl/>
        </w:rPr>
        <w:t xml:space="preserve">ں </w:t>
      </w:r>
      <w:r>
        <w:rPr>
          <w:rtl/>
        </w:rPr>
        <w:t>سے معمو ر اس سر زمين پر پہنچے گزشتہ سفر و</w:t>
      </w:r>
      <w:r w:rsidR="007D6C9B">
        <w:rPr>
          <w:rtl/>
        </w:rPr>
        <w:t xml:space="preserve">ں </w:t>
      </w:r>
      <w:r>
        <w:rPr>
          <w:rtl/>
        </w:rPr>
        <w:t>كے بر خلاف اس سفر مي</w:t>
      </w:r>
      <w:r w:rsidR="007D6C9B">
        <w:rPr>
          <w:rtl/>
        </w:rPr>
        <w:t xml:space="preserve">ں </w:t>
      </w:r>
      <w:r>
        <w:rPr>
          <w:rtl/>
        </w:rPr>
        <w:t>ان كى روح كو ايك احساس ندا مت كچوكے لگا رہا تھا كيو نكہ مصر مي</w:t>
      </w:r>
      <w:r w:rsidR="007D6C9B">
        <w:rPr>
          <w:rtl/>
        </w:rPr>
        <w:t xml:space="preserve">ں </w:t>
      </w:r>
      <w:r>
        <w:rPr>
          <w:rtl/>
        </w:rPr>
        <w:t>اور عزيز مصر كے نزديك ان كا سابقہ كر دار بہت برا تھا اور وہ بد نام ہو چكے تھے اور اند يشہ تھا كہ شا يد بعض لو گ انہي</w:t>
      </w:r>
      <w:r w:rsidR="007D6C9B">
        <w:rPr>
          <w:rtl/>
        </w:rPr>
        <w:t xml:space="preserve">ں </w:t>
      </w:r>
      <w:r>
        <w:rPr>
          <w:rtl/>
        </w:rPr>
        <w:t>''كنعان كے چور '' كے عنوان سے پہچا ني</w:t>
      </w:r>
      <w:r w:rsidR="007D6C9B">
        <w:rPr>
          <w:rtl/>
        </w:rPr>
        <w:t xml:space="preserve">ں </w:t>
      </w:r>
      <w:r>
        <w:rPr>
          <w:rtl/>
        </w:rPr>
        <w:t>دوسرى طرف ان كے پاس گندم اور دوسرے اناج كى قيمت دينے كے لئے در كا رمال ومتاع موجود نہي</w:t>
      </w:r>
      <w:r w:rsidR="007D6C9B">
        <w:rPr>
          <w:rtl/>
        </w:rPr>
        <w:t xml:space="preserve">ں </w:t>
      </w:r>
      <w:r>
        <w:rPr>
          <w:rtl/>
        </w:rPr>
        <w:t>تھا اور ساتھ ہى بھائي بنيا مين كے كھو جا نے اور باپ كى انتہا ئي پر يشانى نے ان كى مشكلات مي</w:t>
      </w:r>
      <w:r w:rsidR="007D6C9B">
        <w:rPr>
          <w:rtl/>
        </w:rPr>
        <w:t xml:space="preserve">ں </w:t>
      </w:r>
      <w:r>
        <w:rPr>
          <w:rtl/>
        </w:rPr>
        <w:t>اضافہ كر ديا تھا _ گويا تلوار ان كے حلقوم تك پہنچ گئي تھى بہت سارى مشكلات اور روح فرسا پريشانيو</w:t>
      </w:r>
      <w:r w:rsidR="007D6C9B">
        <w:rPr>
          <w:rtl/>
        </w:rPr>
        <w:t xml:space="preserve">ں </w:t>
      </w:r>
      <w:r>
        <w:rPr>
          <w:rtl/>
        </w:rPr>
        <w:t>نے انہي</w:t>
      </w:r>
      <w:r w:rsidR="007D6C9B">
        <w:rPr>
          <w:rtl/>
        </w:rPr>
        <w:t xml:space="preserve">ں </w:t>
      </w:r>
      <w:r>
        <w:rPr>
          <w:rtl/>
        </w:rPr>
        <w:t>گھير ليا تھا ايسے مي</w:t>
      </w:r>
      <w:r w:rsidR="007D6C9B">
        <w:rPr>
          <w:rtl/>
        </w:rPr>
        <w:t xml:space="preserve">ں </w:t>
      </w:r>
      <w:r>
        <w:rPr>
          <w:rtl/>
        </w:rPr>
        <w:t>جوچيز ان كے تسكين قلب كا باعث تھى وہ صرف باپ كا اخرى جملہ تھا جس مي</w:t>
      </w:r>
      <w:r w:rsidR="007D6C9B">
        <w:rPr>
          <w:rtl/>
        </w:rPr>
        <w:t xml:space="preserve">ں </w:t>
      </w:r>
      <w:r>
        <w:rPr>
          <w:rtl/>
        </w:rPr>
        <w:t>اپ نے فرماياتھا كہ كبھى خدا كى رحمت سے مايوس نہ ہوناكيو نكہ اس كے لئے ہر مشكل آسا</w:t>
      </w:r>
      <w:r w:rsidR="007D6C9B">
        <w:rPr>
          <w:rtl/>
        </w:rPr>
        <w:t xml:space="preserve">ں </w:t>
      </w:r>
      <w:r>
        <w:rPr>
          <w:rtl/>
        </w:rPr>
        <w:t xml:space="preserve">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87</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87</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87</w:t>
      </w:r>
      <w:r>
        <w:rPr>
          <w:rtl/>
        </w:rPr>
        <w:t xml:space="preserve"> </w:t>
      </w:r>
    </w:p>
    <w:p w:rsidR="002464E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عالم مي</w:t>
      </w:r>
      <w:r w:rsidR="007D6C9B">
        <w:rPr>
          <w:rtl/>
        </w:rPr>
        <w:t xml:space="preserve">ں </w:t>
      </w:r>
      <w:r>
        <w:rPr>
          <w:rtl/>
        </w:rPr>
        <w:t>''وہ يو سف كے پاس پہنچے اور اس وقت انتہائي پر يشانى كے عالم مي</w:t>
      </w:r>
      <w:r w:rsidR="007D6C9B">
        <w:rPr>
          <w:rtl/>
        </w:rPr>
        <w:t xml:space="preserve">ں </w:t>
      </w:r>
      <w:r>
        <w:rPr>
          <w:rtl/>
        </w:rPr>
        <w:t>انہو</w:t>
      </w:r>
      <w:r w:rsidR="007D6C9B">
        <w:rPr>
          <w:rtl/>
        </w:rPr>
        <w:t xml:space="preserve">ں </w:t>
      </w:r>
      <w:r>
        <w:rPr>
          <w:rtl/>
        </w:rPr>
        <w:t>نے اس كى طرف رخ كيا اور كہا : ''اے عزيز : ہمي</w:t>
      </w:r>
      <w:r w:rsidR="007D6C9B">
        <w:rPr>
          <w:rtl/>
        </w:rPr>
        <w:t xml:space="preserve">ں </w:t>
      </w:r>
      <w:r>
        <w:rPr>
          <w:rtl/>
        </w:rPr>
        <w:t>اور ہمارے خاندان كو قحط ، پر يشا نى اور مصيبت نے گھير ليا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اور ہمارے پاس صرف تھوڑى سى كم قيمت پو نچى ہے ''_</w:t>
      </w:r>
      <w:r w:rsidRPr="00273FEA">
        <w:rPr>
          <w:rStyle w:val="libFootnotenumChar"/>
          <w:rtl/>
        </w:rPr>
        <w:t xml:space="preserve">( </w:t>
      </w:r>
      <w:r w:rsidR="00E664BB" w:rsidRPr="00273FEA">
        <w:rPr>
          <w:rStyle w:val="libFootnotenumChar"/>
          <w:rtl/>
        </w:rPr>
        <w:t>2</w:t>
      </w:r>
      <w:r w:rsidRPr="00273FEA">
        <w:rPr>
          <w:rStyle w:val="libFootnotenumChar"/>
          <w:rtl/>
        </w:rPr>
        <w:t>)</w:t>
      </w:r>
      <w:r>
        <w:rPr>
          <w:rtl/>
        </w:rPr>
        <w:t>'' ليكن پھر بھى ہمي</w:t>
      </w:r>
      <w:r w:rsidR="007D6C9B">
        <w:rPr>
          <w:rtl/>
        </w:rPr>
        <w:t xml:space="preserve">ں </w:t>
      </w:r>
      <w:r>
        <w:rPr>
          <w:rtl/>
        </w:rPr>
        <w:t>تيرے كرم اورشفقت پر بھروسہ ہے ''اورہمي</w:t>
      </w:r>
      <w:r w:rsidR="007D6C9B">
        <w:rPr>
          <w:rtl/>
        </w:rPr>
        <w:t xml:space="preserve">ں </w:t>
      </w:r>
      <w:r>
        <w:rPr>
          <w:rtl/>
        </w:rPr>
        <w:t>تو قع ہے كہ تو ہما را پيما نہ بالكل پورا كرے گا '' _</w:t>
      </w:r>
      <w:r w:rsidRPr="00AD1EF3">
        <w:rPr>
          <w:rStyle w:val="libFootnotenumChar"/>
          <w:rtl/>
        </w:rPr>
        <w:t>(</w:t>
      </w:r>
      <w:r w:rsidR="00E664BB" w:rsidRPr="00AD1EF3">
        <w:rPr>
          <w:rStyle w:val="libFootnotenumChar"/>
          <w:rtl/>
        </w:rPr>
        <w:t>3</w:t>
      </w:r>
      <w:r w:rsidRPr="00AD1EF3">
        <w:rPr>
          <w:rStyle w:val="libFootnotenumChar"/>
          <w:rtl/>
        </w:rPr>
        <w:t>)</w:t>
      </w:r>
      <w:r>
        <w:rPr>
          <w:rtl/>
        </w:rPr>
        <w:t>''اور اس معاملہ مي</w:t>
      </w:r>
      <w:r w:rsidR="007D6C9B">
        <w:rPr>
          <w:rtl/>
        </w:rPr>
        <w:t xml:space="preserve">ں </w:t>
      </w:r>
      <w:r>
        <w:rPr>
          <w:rtl/>
        </w:rPr>
        <w:t>ہم پر احسان كرتے ہوئے بخشش كر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''اور اپنا اجر و ثواب ہم سے نہ لے بلكہ اپنے خدا سے لے كيو نكہ'' خدا كريمو</w:t>
      </w:r>
      <w:r w:rsidR="007D6C9B">
        <w:rPr>
          <w:rtl/>
        </w:rPr>
        <w:t xml:space="preserve">ں </w:t>
      </w:r>
      <w:r>
        <w:rPr>
          <w:rtl/>
        </w:rPr>
        <w:t>اور صدقہ كر نے والو</w:t>
      </w:r>
      <w:r w:rsidR="007D6C9B">
        <w:rPr>
          <w:rtl/>
        </w:rPr>
        <w:t xml:space="preserve">ں </w:t>
      </w:r>
      <w:r>
        <w:rPr>
          <w:rtl/>
        </w:rPr>
        <w:t xml:space="preserve">كو اجر خير ديتا ہے''_ </w:t>
      </w:r>
      <w:r w:rsidRPr="00AD1EF3">
        <w:rPr>
          <w:rStyle w:val="libFootnotenumChar"/>
          <w:rtl/>
        </w:rPr>
        <w:t>(</w:t>
      </w:r>
      <w:r w:rsidR="00E664BB" w:rsidRPr="00AD1EF3">
        <w:rPr>
          <w:rStyle w:val="libFootnotenumChar"/>
          <w:rtl/>
        </w:rPr>
        <w:t>5</w:t>
      </w:r>
      <w:r w:rsidRPr="00AD1EF3">
        <w:rPr>
          <w:rStyle w:val="libFootnotenumChar"/>
          <w:rtl/>
        </w:rPr>
        <w:t>)</w:t>
      </w:r>
      <w:r>
        <w:rPr>
          <w:rtl/>
        </w:rPr>
        <w:t>يہ امر قابل تو جہ ہے كہ برادران يو سف كو باپ نے تا كيد كى تھى كہ پہلے يو سف اور اس كے بھا ئي كے لئے جستجو كر ي</w:t>
      </w:r>
      <w:r w:rsidR="007D6C9B">
        <w:rPr>
          <w:rtl/>
        </w:rPr>
        <w:t xml:space="preserve">ں </w:t>
      </w:r>
      <w:r>
        <w:rPr>
          <w:rtl/>
        </w:rPr>
        <w:t>اور بعد مي</w:t>
      </w:r>
      <w:r w:rsidR="007D6C9B">
        <w:rPr>
          <w:rtl/>
        </w:rPr>
        <w:t xml:space="preserve">ں </w:t>
      </w:r>
      <w:r>
        <w:rPr>
          <w:rtl/>
        </w:rPr>
        <w:t>اناج كا تقاضہ كري</w:t>
      </w:r>
      <w:r w:rsidR="007D6C9B">
        <w:rPr>
          <w:rtl/>
        </w:rPr>
        <w:t xml:space="preserve">ں </w:t>
      </w:r>
      <w:r>
        <w:rPr>
          <w:rtl/>
        </w:rPr>
        <w:t>شا يد اسكى وجہ يہ ہو كہ انہي</w:t>
      </w:r>
      <w:r w:rsidR="007D6C9B">
        <w:rPr>
          <w:rtl/>
        </w:rPr>
        <w:t xml:space="preserve">ں </w:t>
      </w:r>
      <w:r>
        <w:rPr>
          <w:rtl/>
        </w:rPr>
        <w:t>يو سف كے ملنے كى اميد نہ تھى يا ممكن ہے انہو</w:t>
      </w:r>
      <w:r w:rsidR="007D6C9B">
        <w:rPr>
          <w:rtl/>
        </w:rPr>
        <w:t xml:space="preserve">ں </w:t>
      </w:r>
      <w:r>
        <w:rPr>
          <w:rtl/>
        </w:rPr>
        <w:t>نے سوچا ہو كہ بہتر ہے كہ اپنے كو اناج كے خريدارو</w:t>
      </w:r>
      <w:r w:rsidR="007D6C9B">
        <w:rPr>
          <w:rtl/>
        </w:rPr>
        <w:t xml:space="preserve">ں </w:t>
      </w:r>
      <w:r>
        <w:rPr>
          <w:rtl/>
        </w:rPr>
        <w:t>كے طور پر پيش كري</w:t>
      </w:r>
      <w:r w:rsidR="007D6C9B">
        <w:rPr>
          <w:rtl/>
        </w:rPr>
        <w:t xml:space="preserve">ں </w:t>
      </w:r>
      <w:r>
        <w:rPr>
          <w:rtl/>
        </w:rPr>
        <w:t>جو كہ زيادہ طبيعى اور فطرى ہے اور بھا ئي كى آزادى كا تقاضا ضمناً رہنے دي</w:t>
      </w:r>
      <w:r w:rsidR="007D6C9B">
        <w:rPr>
          <w:rtl/>
        </w:rPr>
        <w:t xml:space="preserve">ں </w:t>
      </w:r>
      <w:r>
        <w:rPr>
          <w:rtl/>
        </w:rPr>
        <w:t>تاكہ يہ چيز عزيز مصر پر زيادہ اثرانداز ہو ،بعض نے كہا كہ(تصدق علينا)سے مراد وہى بھائي كى آزادى ہے ورنہ وہ اناج بغير معاوضہ كے حاصل نہي</w:t>
      </w:r>
      <w:r w:rsidR="007D6C9B">
        <w:rPr>
          <w:rtl/>
        </w:rPr>
        <w:t xml:space="preserve">ں </w:t>
      </w:r>
      <w:r>
        <w:rPr>
          <w:rtl/>
        </w:rPr>
        <w:t xml:space="preserve">كر نا چا ہتے تھے كہ اسے (تصدق )قرار ديا جا تا _ </w:t>
      </w:r>
    </w:p>
    <w:p w:rsidR="002464ED" w:rsidRDefault="00DE2D7F" w:rsidP="00D07B54">
      <w:pPr>
        <w:pStyle w:val="Heading2Center"/>
        <w:rPr>
          <w:rtl/>
        </w:rPr>
      </w:pPr>
      <w:bookmarkStart w:id="182" w:name="_Toc7268579"/>
      <w:r>
        <w:rPr>
          <w:rtl/>
        </w:rPr>
        <w:t>جناب يو سف نے روتے ہو ئے باپ كے خط كو چو ما</w:t>
      </w:r>
      <w:bookmarkEnd w:id="182"/>
    </w:p>
    <w:p w:rsidR="00DE2D7F" w:rsidRDefault="00DE2D7F" w:rsidP="00D07B54">
      <w:pPr>
        <w:pStyle w:val="libNormal"/>
        <w:rPr>
          <w:rtl/>
        </w:rPr>
      </w:pPr>
      <w:r>
        <w:rPr>
          <w:rtl/>
        </w:rPr>
        <w:t xml:space="preserve"> روايات مي</w:t>
      </w:r>
      <w:r w:rsidR="007D6C9B">
        <w:rPr>
          <w:rtl/>
        </w:rPr>
        <w:t xml:space="preserve">ں </w:t>
      </w:r>
      <w:r>
        <w:rPr>
          <w:rtl/>
        </w:rPr>
        <w:t>بھى ہے كہ بھائي باپ ،كى طرف سے عزيز مصر كے نام ايك خط لے كر آئے تھے اس خط مي</w:t>
      </w:r>
      <w:r w:rsidR="007D6C9B">
        <w:rPr>
          <w:rtl/>
        </w:rPr>
        <w:t xml:space="preserve">ں </w:t>
      </w:r>
      <w:r>
        <w:rPr>
          <w:rtl/>
        </w:rPr>
        <w:t>حضرت يعقوب نے عزيز مصر كے عدل وانصاف كا تذ كرہ كيا اپنے خاندان سے اس كى محبتو</w:t>
      </w:r>
      <w:r w:rsidR="007D6C9B">
        <w:rPr>
          <w:rtl/>
        </w:rPr>
        <w:t xml:space="preserve">ں </w:t>
      </w:r>
      <w:r>
        <w:rPr>
          <w:rtl/>
        </w:rPr>
        <w:t>اور شفقتو</w:t>
      </w:r>
      <w:r w:rsidR="007D6C9B">
        <w:rPr>
          <w:rtl/>
        </w:rPr>
        <w:t xml:space="preserve">ں </w:t>
      </w:r>
      <w:r>
        <w:rPr>
          <w:rtl/>
        </w:rPr>
        <w:t>كى تعريف كى پھر اپنا اور اپنے خاندان نبوت كا تعارف كروايا اپنى پر يشانيو</w:t>
      </w:r>
      <w:r w:rsidR="007D6C9B">
        <w:rPr>
          <w:rtl/>
        </w:rPr>
        <w:t xml:space="preserve">ں </w:t>
      </w:r>
      <w:r>
        <w:rPr>
          <w:rtl/>
        </w:rPr>
        <w:t>كا ذكر كيا اور ساتھ ہى اس كے ضمن مي</w:t>
      </w:r>
      <w:r w:rsidR="007D6C9B">
        <w:rPr>
          <w:rtl/>
        </w:rPr>
        <w:t xml:space="preserve">ں </w:t>
      </w:r>
      <w:r>
        <w:rPr>
          <w:rtl/>
        </w:rPr>
        <w:t xml:space="preserve">اپنے بيٹے يو سف اور دوسرے بيٹے بنيامين كے كھو جا نے اور خشك سالى سے پيدا ہونے والي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88</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88</w:t>
      </w:r>
      <w:r>
        <w:rPr>
          <w:rtl/>
        </w:rPr>
        <w:t xml:space="preserve"> </w:t>
      </w:r>
    </w:p>
    <w:p w:rsidR="00DE2D7F" w:rsidRDefault="00DE2D7F" w:rsidP="00D07B54">
      <w:pPr>
        <w:pStyle w:val="libFootnote"/>
        <w:rPr>
          <w:rtl/>
        </w:rPr>
      </w:pPr>
      <w:r>
        <w:rPr>
          <w:rtl/>
        </w:rPr>
        <w:t>(</w:t>
      </w:r>
      <w:r w:rsidR="00E664BB">
        <w:rPr>
          <w:rtl/>
        </w:rPr>
        <w:t>3</w:t>
      </w:r>
      <w:r>
        <w:rPr>
          <w:rtl/>
        </w:rPr>
        <w:t>)سورہ يوسف آيت</w:t>
      </w:r>
      <w:r w:rsidR="00E664BB">
        <w:rPr>
          <w:rtl/>
        </w:rPr>
        <w:t>88</w:t>
      </w:r>
      <w:r>
        <w:rPr>
          <w:rtl/>
        </w:rPr>
        <w:t xml:space="preserve"> </w:t>
      </w:r>
    </w:p>
    <w:p w:rsidR="00DE2D7F" w:rsidRDefault="00DE2D7F" w:rsidP="00D07B54">
      <w:pPr>
        <w:pStyle w:val="libFootnote"/>
        <w:rPr>
          <w:rtl/>
        </w:rPr>
      </w:pPr>
      <w:r>
        <w:rPr>
          <w:rtl/>
        </w:rPr>
        <w:t>(</w:t>
      </w:r>
      <w:r w:rsidR="00E664BB">
        <w:rPr>
          <w:rtl/>
        </w:rPr>
        <w:t>4</w:t>
      </w:r>
      <w:r>
        <w:rPr>
          <w:rtl/>
        </w:rPr>
        <w:t xml:space="preserve">)سوره يوسف آيت </w:t>
      </w:r>
      <w:r w:rsidR="00E664BB">
        <w:rPr>
          <w:rtl/>
        </w:rPr>
        <w:t>88</w:t>
      </w:r>
      <w:r>
        <w:rPr>
          <w:rtl/>
        </w:rPr>
        <w:t xml:space="preserve"> </w:t>
      </w:r>
    </w:p>
    <w:p w:rsidR="00DE2D7F" w:rsidRDefault="00DE2D7F" w:rsidP="00D07B54">
      <w:pPr>
        <w:pStyle w:val="libFootnote"/>
        <w:rPr>
          <w:rtl/>
        </w:rPr>
      </w:pPr>
      <w:r>
        <w:rPr>
          <w:rtl/>
        </w:rPr>
        <w:t>(</w:t>
      </w:r>
      <w:r w:rsidR="00E664BB">
        <w:rPr>
          <w:rtl/>
        </w:rPr>
        <w:t>5</w:t>
      </w:r>
      <w:r>
        <w:rPr>
          <w:rtl/>
        </w:rPr>
        <w:t xml:space="preserve">) سورہ يوسف آيت </w:t>
      </w:r>
      <w:r w:rsidR="00E664BB">
        <w:rPr>
          <w:rtl/>
        </w:rPr>
        <w:t>88</w:t>
      </w:r>
      <w:r>
        <w:rPr>
          <w:rtl/>
        </w:rPr>
        <w:t xml:space="preserve"> </w:t>
      </w:r>
    </w:p>
    <w:p w:rsidR="002464ED" w:rsidRDefault="001648F9" w:rsidP="00D07B54">
      <w:pPr>
        <w:pStyle w:val="libNormal"/>
        <w:rPr>
          <w:rtl/>
        </w:rPr>
      </w:pPr>
      <w:r>
        <w:rPr>
          <w:rtl/>
        </w:rPr>
        <w:t xml:space="preserve"> </w:t>
      </w:r>
      <w:r>
        <w:rPr>
          <w:rtl/>
        </w:rPr>
        <w:br w:type="page"/>
      </w:r>
    </w:p>
    <w:p w:rsidR="002464ED" w:rsidRDefault="002464ED" w:rsidP="00D07B54">
      <w:pPr>
        <w:pStyle w:val="libNormal"/>
        <w:rPr>
          <w:rtl/>
        </w:rPr>
      </w:pPr>
    </w:p>
    <w:p w:rsidR="00DE2D7F" w:rsidRDefault="00DE2D7F" w:rsidP="00D07B54">
      <w:pPr>
        <w:pStyle w:val="libNormal"/>
        <w:rPr>
          <w:rtl/>
        </w:rPr>
      </w:pPr>
      <w:r>
        <w:rPr>
          <w:rtl/>
        </w:rPr>
        <w:t>مصيبتو</w:t>
      </w:r>
      <w:r w:rsidR="007D6C9B">
        <w:rPr>
          <w:rtl/>
        </w:rPr>
        <w:t xml:space="preserve">ں </w:t>
      </w:r>
      <w:r>
        <w:rPr>
          <w:rtl/>
        </w:rPr>
        <w:t>كا ذكر كيا خط كے آخر مي</w:t>
      </w:r>
      <w:r w:rsidR="007D6C9B">
        <w:rPr>
          <w:rtl/>
        </w:rPr>
        <w:t xml:space="preserve">ں </w:t>
      </w:r>
      <w:r>
        <w:rPr>
          <w:rtl/>
        </w:rPr>
        <w:t>اس سے خواہش كى گئي تھى كہ بنيا مين كو آزاد كر دے اور تاكيد كى تھى كہ ہمارے خاندان مي</w:t>
      </w:r>
      <w:r w:rsidR="007D6C9B">
        <w:rPr>
          <w:rtl/>
        </w:rPr>
        <w:t xml:space="preserve">ں </w:t>
      </w:r>
      <w:r>
        <w:rPr>
          <w:rtl/>
        </w:rPr>
        <w:t xml:space="preserve">چورى وغيرہ ہر گز نہ تھى اور نہ ہو گى _ </w:t>
      </w:r>
    </w:p>
    <w:p w:rsidR="00DE2D7F" w:rsidRDefault="00DE2D7F" w:rsidP="00D07B54">
      <w:pPr>
        <w:pStyle w:val="libNormal"/>
        <w:rPr>
          <w:rtl/>
        </w:rPr>
      </w:pPr>
      <w:r>
        <w:rPr>
          <w:rtl/>
        </w:rPr>
        <w:t>جب بھا ئيو</w:t>
      </w:r>
      <w:r w:rsidR="007D6C9B">
        <w:rPr>
          <w:rtl/>
        </w:rPr>
        <w:t xml:space="preserve">ں </w:t>
      </w:r>
      <w:r>
        <w:rPr>
          <w:rtl/>
        </w:rPr>
        <w:t>نے باپ كا خط عزيز مصر كو ديا تو انہو</w:t>
      </w:r>
      <w:r w:rsidR="007D6C9B">
        <w:rPr>
          <w:rtl/>
        </w:rPr>
        <w:t xml:space="preserve">ں </w:t>
      </w:r>
      <w:r>
        <w:rPr>
          <w:rtl/>
        </w:rPr>
        <w:t>نے اسے لے كر چو ما اور اپنى آنكھو</w:t>
      </w:r>
      <w:r w:rsidR="007D6C9B">
        <w:rPr>
          <w:rtl/>
        </w:rPr>
        <w:t xml:space="preserve">ں </w:t>
      </w:r>
      <w:r>
        <w:rPr>
          <w:rtl/>
        </w:rPr>
        <w:t>پر ركھا اور رونے لگے گريہ كا يہ عالم تھا كہ قطرات اشك ان كے پيرا ہن پر گر نے لگے ( يہ ديكھ كر بھا ئي حيرت وفكر مي</w:t>
      </w:r>
      <w:r w:rsidR="007D6C9B">
        <w:rPr>
          <w:rtl/>
        </w:rPr>
        <w:t xml:space="preserve">ں </w:t>
      </w:r>
      <w:r>
        <w:rPr>
          <w:rtl/>
        </w:rPr>
        <w:t>ڈوب جا تے ہي</w:t>
      </w:r>
      <w:r w:rsidR="007D6C9B">
        <w:rPr>
          <w:rtl/>
        </w:rPr>
        <w:t xml:space="preserve">ں </w:t>
      </w:r>
      <w:r>
        <w:rPr>
          <w:rtl/>
        </w:rPr>
        <w:t>كہ عزيز كو ان كے باپ سے كيا لگائو ہے وہ سوچتے ہي</w:t>
      </w:r>
      <w:r w:rsidR="007D6C9B">
        <w:rPr>
          <w:rtl/>
        </w:rPr>
        <w:t xml:space="preserve">ں </w:t>
      </w:r>
      <w:r>
        <w:rPr>
          <w:rtl/>
        </w:rPr>
        <w:t>كہ ان كے باپ كے خط نے اس مي</w:t>
      </w:r>
      <w:r w:rsidR="007D6C9B">
        <w:rPr>
          <w:rtl/>
        </w:rPr>
        <w:t xml:space="preserve">ں </w:t>
      </w:r>
      <w:r>
        <w:rPr>
          <w:rtl/>
        </w:rPr>
        <w:t>ہيجان واضطراب كيو</w:t>
      </w:r>
      <w:r w:rsidR="007D6C9B">
        <w:rPr>
          <w:rtl/>
        </w:rPr>
        <w:t xml:space="preserve">ں </w:t>
      </w:r>
      <w:r>
        <w:rPr>
          <w:rtl/>
        </w:rPr>
        <w:t>پيدا كر ديا ہے شايد اسى مو قع پر ان كے دل مي</w:t>
      </w:r>
      <w:r w:rsidR="007D6C9B">
        <w:rPr>
          <w:rtl/>
        </w:rPr>
        <w:t xml:space="preserve">ں </w:t>
      </w:r>
      <w:r>
        <w:rPr>
          <w:rtl/>
        </w:rPr>
        <w:t>يہ خيال بجلى كى طرح اتر ا ہو كہ ہو نہ ہو يہى خود يو سف ہو اور شايد باپ كے اسى خط كى وجہ سے يو سف اس قدر بے قرار ہو گئے كہ اب مزيد اپنے آپ كو عزيز مصر كے نقاب مي</w:t>
      </w:r>
      <w:r w:rsidR="007D6C9B">
        <w:rPr>
          <w:rtl/>
        </w:rPr>
        <w:t xml:space="preserve">ں </w:t>
      </w:r>
      <w:r>
        <w:rPr>
          <w:rtl/>
        </w:rPr>
        <w:t>نہ چھپا سكے اور جيسا كہ ہم ديكھي</w:t>
      </w:r>
      <w:r w:rsidR="007D6C9B">
        <w:rPr>
          <w:rtl/>
        </w:rPr>
        <w:t xml:space="preserve">ں </w:t>
      </w:r>
      <w:r>
        <w:rPr>
          <w:rtl/>
        </w:rPr>
        <w:t>گے كہ بہت جلد بھا ئيو</w:t>
      </w:r>
      <w:r w:rsidR="007D6C9B">
        <w:rPr>
          <w:rtl/>
        </w:rPr>
        <w:t xml:space="preserve">ں </w:t>
      </w:r>
      <w:r>
        <w:rPr>
          <w:rtl/>
        </w:rPr>
        <w:t xml:space="preserve">سے بھائي كى حيثيت سے اپنا تعارف كروايا_ </w:t>
      </w:r>
    </w:p>
    <w:p w:rsidR="00C66CA6" w:rsidRDefault="00DE2D7F" w:rsidP="00D07B54">
      <w:pPr>
        <w:pStyle w:val="Heading2Center"/>
        <w:rPr>
          <w:rtl/>
        </w:rPr>
      </w:pPr>
      <w:bookmarkStart w:id="183" w:name="_Toc7268580"/>
      <w:r>
        <w:rPr>
          <w:rtl/>
        </w:rPr>
        <w:t>كيا تو وہى يو سف ہے ؟</w:t>
      </w:r>
      <w:bookmarkEnd w:id="183"/>
      <w:r>
        <w:rPr>
          <w:rtl/>
        </w:rPr>
        <w:t xml:space="preserve"> </w:t>
      </w:r>
    </w:p>
    <w:p w:rsidR="00DE2D7F" w:rsidRDefault="00DE2D7F" w:rsidP="00D07B54">
      <w:pPr>
        <w:pStyle w:val="libNormal"/>
        <w:rPr>
          <w:rtl/>
        </w:rPr>
      </w:pPr>
      <w:r>
        <w:rPr>
          <w:rtl/>
        </w:rPr>
        <w:t>اس موقع پر جبكہ دور آزما</w:t>
      </w:r>
      <w:r w:rsidR="00091C36">
        <w:rPr>
          <w:rtl/>
        </w:rPr>
        <w:t xml:space="preserve">ئش </w:t>
      </w:r>
      <w:r>
        <w:rPr>
          <w:rtl/>
        </w:rPr>
        <w:t xml:space="preserve"> ختم ہورہا تھا اور يوسف بھى بہت بے تاب اور سخت پريشان نظر آرہے تھے،تعارف كے لئے گفتگو كا آغاز كر تے ہوئے بھا ئيو</w:t>
      </w:r>
      <w:r w:rsidR="007D6C9B">
        <w:rPr>
          <w:rtl/>
        </w:rPr>
        <w:t xml:space="preserve">ں </w:t>
      </w:r>
      <w:r>
        <w:rPr>
          <w:rtl/>
        </w:rPr>
        <w:t>كى طرف رخ كر كے آپ نے كہا :'' تمہي</w:t>
      </w:r>
      <w:r w:rsidR="007D6C9B">
        <w:rPr>
          <w:rtl/>
        </w:rPr>
        <w:t xml:space="preserve">ں </w:t>
      </w:r>
      <w:r>
        <w:rPr>
          <w:rtl/>
        </w:rPr>
        <w:t>معلوم ہے كہ جب تم جاہل ونادان تھے تم نے يوسف اوراس كے بھا ئي كے ساتھ كيا سلوك كيا''_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حضر ت يوسف كى عظمت اور شفقت ملا حظہ كيجئے كہ اولاً تو ان كا گناہ مجمل طور پر بيان كيا اور كہا (ما فعلتم )''جو كچھ تم نے انجا م ديا '' اور ثانيا ًانہي</w:t>
      </w:r>
      <w:r w:rsidR="007D6C9B">
        <w:rPr>
          <w:rtl/>
        </w:rPr>
        <w:t xml:space="preserve">ں </w:t>
      </w:r>
      <w:r>
        <w:rPr>
          <w:rtl/>
        </w:rPr>
        <w:t xml:space="preserve">عذر خواہى كا راستہ دكھا يا كہ تمہارے يہ اعمال وافعال جہا لت كى وجہ سے تھے اور اب جہا لت كا زمانہ كذر گيا ہے اور اب تم عاقل اور سمجھد ار ہو _ </w:t>
      </w:r>
    </w:p>
    <w:p w:rsidR="00DE2D7F" w:rsidRDefault="00DE2D7F" w:rsidP="00D07B54">
      <w:pPr>
        <w:pStyle w:val="libNormal"/>
        <w:rPr>
          <w:rtl/>
        </w:rPr>
      </w:pPr>
      <w:r>
        <w:rPr>
          <w:rtl/>
        </w:rPr>
        <w:t>ضمناً اس گفتگو سے واضح ہوتا ہے كہ گز شتہ زمانے مي</w:t>
      </w:r>
      <w:r w:rsidR="007D6C9B">
        <w:rPr>
          <w:rtl/>
        </w:rPr>
        <w:t xml:space="preserve">ں </w:t>
      </w:r>
      <w:r>
        <w:rPr>
          <w:rtl/>
        </w:rPr>
        <w:t>انہو</w:t>
      </w:r>
      <w:r w:rsidR="007D6C9B">
        <w:rPr>
          <w:rtl/>
        </w:rPr>
        <w:t xml:space="preserve">ں </w:t>
      </w:r>
      <w:r>
        <w:rPr>
          <w:rtl/>
        </w:rPr>
        <w:t>نے صرف يو سف پر ظلم نہي</w:t>
      </w:r>
      <w:r w:rsidR="007D6C9B">
        <w:rPr>
          <w:rtl/>
        </w:rPr>
        <w:t xml:space="preserve">ں </w:t>
      </w:r>
      <w:r>
        <w:rPr>
          <w:rtl/>
        </w:rPr>
        <w:t>ڈھا يا تھا بلكہ بنيا مين بھى اس دور مي</w:t>
      </w:r>
      <w:r w:rsidR="007D6C9B">
        <w:rPr>
          <w:rtl/>
        </w:rPr>
        <w:t xml:space="preserve">ں </w:t>
      </w:r>
      <w:r>
        <w:rPr>
          <w:rtl/>
        </w:rPr>
        <w:t>ان كے شرسے محفوظ نہي</w:t>
      </w:r>
      <w:r w:rsidR="007D6C9B">
        <w:rPr>
          <w:rtl/>
        </w:rPr>
        <w:t xml:space="preserve">ں </w:t>
      </w:r>
      <w:r>
        <w:rPr>
          <w:rtl/>
        </w:rPr>
        <w:t>تھے اور انہو</w:t>
      </w:r>
      <w:r w:rsidR="007D6C9B">
        <w:rPr>
          <w:rtl/>
        </w:rPr>
        <w:t xml:space="preserve">ں </w:t>
      </w:r>
      <w:r>
        <w:rPr>
          <w:rtl/>
        </w:rPr>
        <w:t>نے اس كے لئے بھى اس زمانہ مي</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8</w:t>
      </w:r>
      <w:r w:rsidR="00E44785">
        <w:rPr>
          <w:rtl/>
        </w:rPr>
        <w:t>9</w:t>
      </w:r>
      <w:r>
        <w:rPr>
          <w:rtl/>
        </w:rPr>
        <w:t xml:space="preserve"> </w:t>
      </w:r>
    </w:p>
    <w:p w:rsidR="00C66CA6"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مشكلات پيدا كى تھي</w:t>
      </w:r>
      <w:r w:rsidR="007D6C9B">
        <w:rPr>
          <w:rtl/>
        </w:rPr>
        <w:t xml:space="preserve">ں </w:t>
      </w:r>
      <w:r>
        <w:rPr>
          <w:rtl/>
        </w:rPr>
        <w:t>جب بنيامين مصر مي</w:t>
      </w:r>
      <w:r w:rsidR="007D6C9B">
        <w:rPr>
          <w:rtl/>
        </w:rPr>
        <w:t xml:space="preserve">ں </w:t>
      </w:r>
      <w:r>
        <w:rPr>
          <w:rtl/>
        </w:rPr>
        <w:t>يو سف كے پاس تھے شايدان دنو</w:t>
      </w:r>
      <w:r w:rsidR="007D6C9B">
        <w:rPr>
          <w:rtl/>
        </w:rPr>
        <w:t xml:space="preserve">ں </w:t>
      </w:r>
      <w:r>
        <w:rPr>
          <w:rtl/>
        </w:rPr>
        <w:t>مي</w:t>
      </w:r>
      <w:r w:rsidR="007D6C9B">
        <w:rPr>
          <w:rtl/>
        </w:rPr>
        <w:t xml:space="preserve">ں </w:t>
      </w:r>
      <w:r>
        <w:rPr>
          <w:rtl/>
        </w:rPr>
        <w:t>انہو</w:t>
      </w:r>
      <w:r w:rsidR="007D6C9B">
        <w:rPr>
          <w:rtl/>
        </w:rPr>
        <w:t xml:space="preserve">ں </w:t>
      </w:r>
      <w:r>
        <w:rPr>
          <w:rtl/>
        </w:rPr>
        <w:t>نے ان كى كچھ بے انصا فيا</w:t>
      </w:r>
      <w:r w:rsidR="007D6C9B">
        <w:rPr>
          <w:rtl/>
        </w:rPr>
        <w:t xml:space="preserve">ں </w:t>
      </w:r>
      <w:r>
        <w:rPr>
          <w:rtl/>
        </w:rPr>
        <w:t>اپنے بھا ئي كو بتا ئي ہو</w:t>
      </w:r>
      <w:r w:rsidR="007D6C9B">
        <w:rPr>
          <w:rtl/>
        </w:rPr>
        <w:t xml:space="preserve">ں </w:t>
      </w:r>
      <w:r>
        <w:rPr>
          <w:rtl/>
        </w:rPr>
        <w:t xml:space="preserve">_ </w:t>
      </w:r>
    </w:p>
    <w:p w:rsidR="00DE2D7F" w:rsidRDefault="00DE2D7F" w:rsidP="00D07B54">
      <w:pPr>
        <w:pStyle w:val="libNormal"/>
        <w:rPr>
          <w:rtl/>
        </w:rPr>
      </w:pPr>
      <w:r>
        <w:rPr>
          <w:rtl/>
        </w:rPr>
        <w:t>بعض روايات مي</w:t>
      </w:r>
      <w:r w:rsidR="007D6C9B">
        <w:rPr>
          <w:rtl/>
        </w:rPr>
        <w:t xml:space="preserve">ں </w:t>
      </w:r>
      <w:r>
        <w:rPr>
          <w:rtl/>
        </w:rPr>
        <w:t>ہے كہ وہ زيا دہ پر يشان نہ ہو</w:t>
      </w:r>
      <w:r w:rsidR="007D6C9B">
        <w:rPr>
          <w:rtl/>
        </w:rPr>
        <w:t xml:space="preserve">ں </w:t>
      </w:r>
      <w:r>
        <w:rPr>
          <w:rtl/>
        </w:rPr>
        <w:t>اور يہ خيال نہ كري</w:t>
      </w:r>
      <w:r w:rsidR="007D6C9B">
        <w:rPr>
          <w:rtl/>
        </w:rPr>
        <w:t xml:space="preserve">ں </w:t>
      </w:r>
      <w:r>
        <w:rPr>
          <w:rtl/>
        </w:rPr>
        <w:t>كہ عزيز مصر ہم سے انتقام لينے والا ہے يو سف نے اپنى گفتگو كو ايك تبسم كے ساتھ ختم كيا اس تبسم كى وجہ سے بھا ئيو</w:t>
      </w:r>
      <w:r w:rsidR="007D6C9B">
        <w:rPr>
          <w:rtl/>
        </w:rPr>
        <w:t xml:space="preserve">ں </w:t>
      </w:r>
      <w:r>
        <w:rPr>
          <w:rtl/>
        </w:rPr>
        <w:t>كو حضرت يو سف كے خوبصورت دانت پورى طرح نظر آگئے جب انہو</w:t>
      </w:r>
      <w:r w:rsidR="007D6C9B">
        <w:rPr>
          <w:rtl/>
        </w:rPr>
        <w:t xml:space="preserve">ں </w:t>
      </w:r>
      <w:r>
        <w:rPr>
          <w:rtl/>
        </w:rPr>
        <w:t>نے خوب غور كيا تو انہي</w:t>
      </w:r>
      <w:r w:rsidR="007D6C9B">
        <w:rPr>
          <w:rtl/>
        </w:rPr>
        <w:t xml:space="preserve">ں </w:t>
      </w:r>
      <w:r>
        <w:rPr>
          <w:rtl/>
        </w:rPr>
        <w:t>محسوس ہوا كہ يہ دانت ان كے بھائي يو سف سے عجيب مشا بہت ركھتے ہي</w:t>
      </w:r>
      <w:r w:rsidR="007D6C9B">
        <w:rPr>
          <w:rtl/>
        </w:rPr>
        <w:t xml:space="preserve">ں </w:t>
      </w:r>
      <w:r>
        <w:rPr>
          <w:rtl/>
        </w:rPr>
        <w:t>،اس طرح بہت سے پہلو جمع ہو گئے ايك طرف تو انہو</w:t>
      </w:r>
      <w:r w:rsidR="007D6C9B">
        <w:rPr>
          <w:rtl/>
        </w:rPr>
        <w:t xml:space="preserve">ں </w:t>
      </w:r>
      <w:r>
        <w:rPr>
          <w:rtl/>
        </w:rPr>
        <w:t>نے ديكھا كہ عزيز مصر يو سف كے بارے مي</w:t>
      </w:r>
      <w:r w:rsidR="007D6C9B">
        <w:rPr>
          <w:rtl/>
        </w:rPr>
        <w:t xml:space="preserve">ں </w:t>
      </w:r>
      <w:r>
        <w:rPr>
          <w:rtl/>
        </w:rPr>
        <w:t>اور اس پر بھائيو</w:t>
      </w:r>
      <w:r w:rsidR="007D6C9B">
        <w:rPr>
          <w:rtl/>
        </w:rPr>
        <w:t xml:space="preserve">ں </w:t>
      </w:r>
      <w:r>
        <w:rPr>
          <w:rtl/>
        </w:rPr>
        <w:t>كى طرف سے كئے گئے مظالم كے بارے مي</w:t>
      </w:r>
      <w:r w:rsidR="007D6C9B">
        <w:rPr>
          <w:rtl/>
        </w:rPr>
        <w:t xml:space="preserve">ں </w:t>
      </w:r>
      <w:r>
        <w:rPr>
          <w:rtl/>
        </w:rPr>
        <w:t>گفتگو كر رہا ہے جنہي</w:t>
      </w:r>
      <w:r w:rsidR="007D6C9B">
        <w:rPr>
          <w:rtl/>
        </w:rPr>
        <w:t xml:space="preserve">ں </w:t>
      </w:r>
      <w:r>
        <w:rPr>
          <w:rtl/>
        </w:rPr>
        <w:t>سوائے ان كے اور يوسف (ع) كے كو ئي نہي</w:t>
      </w:r>
      <w:r w:rsidR="007D6C9B">
        <w:rPr>
          <w:rtl/>
        </w:rPr>
        <w:t xml:space="preserve">ں </w:t>
      </w:r>
      <w:r>
        <w:rPr>
          <w:rtl/>
        </w:rPr>
        <w:t xml:space="preserve">جا نتا تھا _ </w:t>
      </w:r>
    </w:p>
    <w:p w:rsidR="00DE2D7F" w:rsidRDefault="00DE2D7F" w:rsidP="00D07B54">
      <w:pPr>
        <w:pStyle w:val="libNormal"/>
        <w:rPr>
          <w:rtl/>
        </w:rPr>
      </w:pPr>
      <w:r>
        <w:rPr>
          <w:rtl/>
        </w:rPr>
        <w:t>دوسرى طرف انہو</w:t>
      </w:r>
      <w:r w:rsidR="007D6C9B">
        <w:rPr>
          <w:rtl/>
        </w:rPr>
        <w:t xml:space="preserve">ں </w:t>
      </w:r>
      <w:r>
        <w:rPr>
          <w:rtl/>
        </w:rPr>
        <w:t>نے ديكھا كہ يعقوب كے خط نے اسے اس قدر مضطر ب كر ديا ہے جيسے اس كا يعقوب سے كوئي بہت ہى قريبى تعلق ہو ،تيسرى طرف وہ اس كے چہرے مہر ے پر جتنا غور كرتے انہي</w:t>
      </w:r>
      <w:r w:rsidR="007D6C9B">
        <w:rPr>
          <w:rtl/>
        </w:rPr>
        <w:t xml:space="preserve">ں </w:t>
      </w:r>
      <w:r>
        <w:rPr>
          <w:rtl/>
        </w:rPr>
        <w:t>اپنے بھائي يو سف سے بہت زيادہ مشا بہت دكھا ئي ديتى ليكن ان تمام چيزو</w:t>
      </w:r>
      <w:r w:rsidR="007D6C9B">
        <w:rPr>
          <w:rtl/>
        </w:rPr>
        <w:t xml:space="preserve">ں </w:t>
      </w:r>
      <w:r>
        <w:rPr>
          <w:rtl/>
        </w:rPr>
        <w:t>كے باوجود انہي</w:t>
      </w:r>
      <w:r w:rsidR="007D6C9B">
        <w:rPr>
          <w:rtl/>
        </w:rPr>
        <w:t xml:space="preserve">ں </w:t>
      </w:r>
      <w:r>
        <w:rPr>
          <w:rtl/>
        </w:rPr>
        <w:t>يقين نہي</w:t>
      </w:r>
      <w:r w:rsidR="007D6C9B">
        <w:rPr>
          <w:rtl/>
        </w:rPr>
        <w:t xml:space="preserve">ں </w:t>
      </w:r>
      <w:r>
        <w:rPr>
          <w:rtl/>
        </w:rPr>
        <w:t xml:space="preserve">آتا تھا كہ يوسف عزيز مصر كى مسند پر پہنچ گيا ہو وہ سو چتے كہ يو سف كہا </w:t>
      </w:r>
      <w:r w:rsidR="007D6C9B">
        <w:rPr>
          <w:rtl/>
        </w:rPr>
        <w:t xml:space="preserve">ں </w:t>
      </w:r>
      <w:r>
        <w:rPr>
          <w:rtl/>
        </w:rPr>
        <w:t xml:space="preserve">اور يہ مقام كہا </w:t>
      </w:r>
      <w:r w:rsidR="007D6C9B">
        <w:rPr>
          <w:rtl/>
        </w:rPr>
        <w:t xml:space="preserve">ں </w:t>
      </w:r>
      <w:r>
        <w:rPr>
          <w:rtl/>
        </w:rPr>
        <w:t>؟ لہذا انہو</w:t>
      </w:r>
      <w:r w:rsidR="007D6C9B">
        <w:rPr>
          <w:rtl/>
        </w:rPr>
        <w:t xml:space="preserve">ں </w:t>
      </w:r>
      <w:r>
        <w:rPr>
          <w:rtl/>
        </w:rPr>
        <w:t>نے شك وتردد كے لہجہ مي</w:t>
      </w:r>
      <w:r w:rsidR="007D6C9B">
        <w:rPr>
          <w:rtl/>
        </w:rPr>
        <w:t xml:space="preserve">ں </w:t>
      </w:r>
      <w:r>
        <w:rPr>
          <w:rtl/>
        </w:rPr>
        <w:t>''كيا تم خود يو سف تو نہي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موقع بھا ئيو</w:t>
      </w:r>
      <w:r w:rsidR="007D6C9B">
        <w:rPr>
          <w:rtl/>
        </w:rPr>
        <w:t xml:space="preserve">ں </w:t>
      </w:r>
      <w:r>
        <w:rPr>
          <w:rtl/>
        </w:rPr>
        <w:t>پر بہت زيادہ حساس لمحا ت گذرا كيونكہ صيح طور پہ معلوم بھى نہ تھا كہ عزيز مصران كے سوال كے جواب مي</w:t>
      </w:r>
      <w:r w:rsidR="007D6C9B">
        <w:rPr>
          <w:rtl/>
        </w:rPr>
        <w:t xml:space="preserve">ں </w:t>
      </w:r>
      <w:r>
        <w:rPr>
          <w:rtl/>
        </w:rPr>
        <w:t>كيا كہے گا كيا سچ مچ وہ پر دہ ہٹا دے گا اور اپنا تعارف كروائے گا يا انہي</w:t>
      </w:r>
      <w:r w:rsidR="007D6C9B">
        <w:rPr>
          <w:rtl/>
        </w:rPr>
        <w:t xml:space="preserve">ں </w:t>
      </w:r>
      <w:r>
        <w:rPr>
          <w:rtl/>
        </w:rPr>
        <w:t>ديوانہ اور بے وقوف سمجھ كر خطاب كر ے گا كہ انہو</w:t>
      </w:r>
      <w:r w:rsidR="007D6C9B">
        <w:rPr>
          <w:rtl/>
        </w:rPr>
        <w:t xml:space="preserve">ں </w:t>
      </w:r>
      <w:r>
        <w:rPr>
          <w:rtl/>
        </w:rPr>
        <w:t>نے ايك مضحكہ خيز بات كى ہے گھڑيا</w:t>
      </w:r>
      <w:r w:rsidR="007D6C9B">
        <w:rPr>
          <w:rtl/>
        </w:rPr>
        <w:t xml:space="preserve">ں </w:t>
      </w:r>
      <w:r>
        <w:rPr>
          <w:rtl/>
        </w:rPr>
        <w:t>بہت تيزى سے گزررہى تھي</w:t>
      </w:r>
      <w:r w:rsidR="007D6C9B">
        <w:rPr>
          <w:rtl/>
        </w:rPr>
        <w:t xml:space="preserve">ں </w:t>
      </w:r>
      <w:r>
        <w:rPr>
          <w:rtl/>
        </w:rPr>
        <w:t>انتظار كے روح فر سالمحے ان كے دل كو بوجھل كر رہے تھے ليكن حضرت يو سف نے نہ چاہا كہ يہ زمانہ طويل ہو جائے اچانك انہو</w:t>
      </w:r>
      <w:r w:rsidR="007D6C9B">
        <w:rPr>
          <w:rtl/>
        </w:rPr>
        <w:t xml:space="preserve">ں </w:t>
      </w:r>
      <w:r>
        <w:rPr>
          <w:rtl/>
        </w:rPr>
        <w:t xml:space="preserve">نے حقيقت كے چہر ے سے پر دہ ہٹا يا اور كہا :'' ہا </w:t>
      </w:r>
      <w:r w:rsidR="007D6C9B">
        <w:rPr>
          <w:rtl/>
        </w:rPr>
        <w:t xml:space="preserve">ں </w:t>
      </w:r>
      <w:r>
        <w:rPr>
          <w:rtl/>
        </w:rPr>
        <w:t>مي</w:t>
      </w:r>
      <w:r w:rsidR="007D6C9B">
        <w:rPr>
          <w:rtl/>
        </w:rPr>
        <w:t xml:space="preserve">ں </w:t>
      </w:r>
      <w:r>
        <w:rPr>
          <w:rtl/>
        </w:rPr>
        <w:t xml:space="preserve">يو سف ہو </w:t>
      </w:r>
      <w:r w:rsidR="007D6C9B">
        <w:rPr>
          <w:rtl/>
        </w:rPr>
        <w:t xml:space="preserve">ں </w:t>
      </w:r>
      <w:r>
        <w:rPr>
          <w:rtl/>
        </w:rPr>
        <w:t>اور يہ ميرا بھائي بنيامين ہے ''_</w:t>
      </w:r>
      <w:r w:rsidRPr="00273FEA">
        <w:rPr>
          <w:rStyle w:val="libFootnotenumChar"/>
          <w:rtl/>
        </w:rPr>
        <w:t xml:space="preserve">( </w:t>
      </w:r>
      <w:r w:rsidR="00E664BB" w:rsidRPr="00273FEA">
        <w:rPr>
          <w:rStyle w:val="libFootnotenumChar"/>
          <w:rtl/>
        </w:rPr>
        <w:t>2</w:t>
      </w:r>
      <w:r w:rsidRPr="00273FEA">
        <w:rPr>
          <w:rStyle w:val="libFootnotenumCha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44785">
        <w:rPr>
          <w:rtl/>
        </w:rPr>
        <w:t>9</w:t>
      </w:r>
      <w:r w:rsidR="00E664BB">
        <w:rPr>
          <w:rtl/>
        </w:rPr>
        <w:t>0</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44785">
        <w:rPr>
          <w:rtl/>
        </w:rPr>
        <w:t>9</w:t>
      </w:r>
      <w:r w:rsidR="00E664BB">
        <w:rPr>
          <w:rtl/>
        </w:rPr>
        <w:t>0</w:t>
      </w:r>
      <w:r>
        <w:rPr>
          <w:rtl/>
        </w:rPr>
        <w:t xml:space="preserve"> </w:t>
      </w:r>
    </w:p>
    <w:p w:rsidR="00C66CA6"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ليكن اس بناء پركہ وہ خدا كى نعمت كا شكر ادا كري</w:t>
      </w:r>
      <w:r w:rsidR="007D6C9B">
        <w:rPr>
          <w:rtl/>
        </w:rPr>
        <w:t xml:space="preserve">ں </w:t>
      </w:r>
      <w:r>
        <w:rPr>
          <w:rtl/>
        </w:rPr>
        <w:t>كہ جس نے يہ سب نعمات عطافرمائي تھي</w:t>
      </w:r>
      <w:r w:rsidR="007D6C9B">
        <w:rPr>
          <w:rtl/>
        </w:rPr>
        <w:t xml:space="preserve">ں </w:t>
      </w:r>
      <w:r>
        <w:rPr>
          <w:rtl/>
        </w:rPr>
        <w:t>اور ساتھ ہى بھا ئيو</w:t>
      </w:r>
      <w:r w:rsidR="007D6C9B">
        <w:rPr>
          <w:rtl/>
        </w:rPr>
        <w:t xml:space="preserve">ں </w:t>
      </w:r>
      <w:r>
        <w:rPr>
          <w:rtl/>
        </w:rPr>
        <w:t>كو بھى ايك عظيم درس دي</w:t>
      </w:r>
      <w:r w:rsidR="007D6C9B">
        <w:rPr>
          <w:rtl/>
        </w:rPr>
        <w:t xml:space="preserve">ں </w:t>
      </w:r>
      <w:r>
        <w:rPr>
          <w:rtl/>
        </w:rPr>
        <w:t>انہو</w:t>
      </w:r>
      <w:r w:rsidR="007D6C9B">
        <w:rPr>
          <w:rtl/>
        </w:rPr>
        <w:t xml:space="preserve">ں </w:t>
      </w:r>
      <w:r>
        <w:rPr>
          <w:rtl/>
        </w:rPr>
        <w:t>نے مزيد كہا :'' خدا نے ہم پر احسان كيا ہے جو شخص بھى تقوى اور صبر اختيا ر كرے گا خدا اسے اس كا اجر وثواب دے گا كيو نكہ خدا نيكو كارو</w:t>
      </w:r>
      <w:r w:rsidR="007D6C9B">
        <w:rPr>
          <w:rtl/>
        </w:rPr>
        <w:t xml:space="preserve">ں </w:t>
      </w:r>
      <w:r>
        <w:rPr>
          <w:rtl/>
        </w:rPr>
        <w:t>كا اجر ضائع نہي</w:t>
      </w:r>
      <w:r w:rsidR="007D6C9B">
        <w:rPr>
          <w:rtl/>
        </w:rPr>
        <w:t xml:space="preserve">ں </w:t>
      </w:r>
      <w:r>
        <w:rPr>
          <w:rtl/>
        </w:rPr>
        <w:t>كرتا ''</w:t>
      </w:r>
      <w:r w:rsidR="009D1A62">
        <w:rPr>
          <w:rtl/>
        </w:rPr>
        <w:t xml:space="preserve"> </w:t>
      </w:r>
      <w:r w:rsidRPr="00AD1EF3">
        <w:rPr>
          <w:rStyle w:val="libFootnotenumChar"/>
          <w:rtl/>
        </w:rPr>
        <w:t>(</w:t>
      </w:r>
      <w:r w:rsidR="00E664BB" w:rsidRPr="00AD1EF3">
        <w:rPr>
          <w:rStyle w:val="libFootnotenumChar"/>
          <w:rtl/>
        </w:rPr>
        <w:t>1</w:t>
      </w:r>
      <w:r w:rsidRPr="00AD1EF3">
        <w:rPr>
          <w:rStyle w:val="libFootnotenumChar"/>
          <w:rtl/>
        </w:rPr>
        <w:t>)</w:t>
      </w:r>
      <w:r>
        <w:rPr>
          <w:rtl/>
        </w:rPr>
        <w:t>كسى كو معلوم نہي</w:t>
      </w:r>
      <w:r w:rsidR="007D6C9B">
        <w:rPr>
          <w:rtl/>
        </w:rPr>
        <w:t xml:space="preserve">ں </w:t>
      </w:r>
      <w:r>
        <w:rPr>
          <w:rtl/>
        </w:rPr>
        <w:t>كہ ان حساس لمحات مي</w:t>
      </w:r>
      <w:r w:rsidR="007D6C9B">
        <w:rPr>
          <w:rtl/>
        </w:rPr>
        <w:t xml:space="preserve">ں </w:t>
      </w:r>
      <w:r>
        <w:rPr>
          <w:rtl/>
        </w:rPr>
        <w:t>كيا گزرى اور جب ديسو</w:t>
      </w:r>
      <w:r w:rsidR="007D6C9B">
        <w:rPr>
          <w:rtl/>
        </w:rPr>
        <w:t xml:space="preserve">ں </w:t>
      </w:r>
      <w:r>
        <w:rPr>
          <w:rtl/>
        </w:rPr>
        <w:t>سال بعد بھا ئيو</w:t>
      </w:r>
      <w:r w:rsidR="007D6C9B">
        <w:rPr>
          <w:rtl/>
        </w:rPr>
        <w:t xml:space="preserve">ں </w:t>
      </w:r>
      <w:r>
        <w:rPr>
          <w:rtl/>
        </w:rPr>
        <w:t>نے ايك دوسرے كو پہنچانا تو كيسا شور وغل بپا كيا وہ كسى طرح آپس مي</w:t>
      </w:r>
      <w:r w:rsidR="007D6C9B">
        <w:rPr>
          <w:rtl/>
        </w:rPr>
        <w:t xml:space="preserve">ں </w:t>
      </w:r>
      <w:r>
        <w:rPr>
          <w:rtl/>
        </w:rPr>
        <w:t>بغل گير ہو ئے اور كس طرح سے ان كى آنكھو</w:t>
      </w:r>
      <w:r w:rsidR="007D6C9B">
        <w:rPr>
          <w:rtl/>
        </w:rPr>
        <w:t xml:space="preserve">ں </w:t>
      </w:r>
      <w:r>
        <w:rPr>
          <w:rtl/>
        </w:rPr>
        <w:t>سے خوشى كے آنسو ٹپك پڑے _ ان تمام چيزو</w:t>
      </w:r>
      <w:r w:rsidR="007D6C9B">
        <w:rPr>
          <w:rtl/>
        </w:rPr>
        <w:t xml:space="preserve">ں </w:t>
      </w:r>
      <w:r>
        <w:rPr>
          <w:rtl/>
        </w:rPr>
        <w:t>كے باوجود بھا ئي اپنے آپ مي</w:t>
      </w:r>
      <w:r w:rsidR="007D6C9B">
        <w:rPr>
          <w:rtl/>
        </w:rPr>
        <w:t xml:space="preserve">ں </w:t>
      </w:r>
      <w:r>
        <w:rPr>
          <w:rtl/>
        </w:rPr>
        <w:t>شرمندہ تھے وہ يو سف كے چہرے كى طرف نظر بھر كے نہي</w:t>
      </w:r>
      <w:r w:rsidR="007D6C9B">
        <w:rPr>
          <w:rtl/>
        </w:rPr>
        <w:t xml:space="preserve">ں </w:t>
      </w:r>
      <w:r>
        <w:rPr>
          <w:rtl/>
        </w:rPr>
        <w:t>ديكھ پا رہے تھے وہ اسى انتظار مي</w:t>
      </w:r>
      <w:r w:rsidR="007D6C9B">
        <w:rPr>
          <w:rtl/>
        </w:rPr>
        <w:t xml:space="preserve">ں </w:t>
      </w:r>
      <w:r>
        <w:rPr>
          <w:rtl/>
        </w:rPr>
        <w:t>تھے كہ ديكھي</w:t>
      </w:r>
      <w:r w:rsidR="007D6C9B">
        <w:rPr>
          <w:rtl/>
        </w:rPr>
        <w:t xml:space="preserve">ں </w:t>
      </w:r>
      <w:r>
        <w:rPr>
          <w:rtl/>
        </w:rPr>
        <w:t>ان كا عظيم گناہ بخشش وعفو كے قابل ہے يا نہي</w:t>
      </w:r>
      <w:r w:rsidR="007D6C9B">
        <w:rPr>
          <w:rtl/>
        </w:rPr>
        <w:t xml:space="preserve">ں </w:t>
      </w:r>
      <w:r>
        <w:rPr>
          <w:rtl/>
        </w:rPr>
        <w:t>لہذا انہو</w:t>
      </w:r>
      <w:r w:rsidR="007D6C9B">
        <w:rPr>
          <w:rtl/>
        </w:rPr>
        <w:t xml:space="preserve">ں </w:t>
      </w:r>
      <w:r>
        <w:rPr>
          <w:rtl/>
        </w:rPr>
        <w:t>نے بھائي كى طرف رخ كيا اور كہا :'' خدا كى قسم :اللہ نے تجھے ہم پر مقدم كيا ہے''</w:t>
      </w:r>
      <w:r w:rsidR="009D1A62">
        <w:rPr>
          <w:rtl/>
        </w:rPr>
        <w:t xml:space="preserve">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اور تجھے ترجيح دى ہے اور علم وحلم اور عقل وحكومت كے لحا ظ سے تجھے فضيلت بخشى ہے يقينا ہم خطاكا ر اور گناہ گار تھے''_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C66CA6" w:rsidRDefault="00DE2D7F" w:rsidP="00D07B54">
      <w:pPr>
        <w:pStyle w:val="Heading2Center"/>
        <w:rPr>
          <w:rtl/>
        </w:rPr>
      </w:pPr>
      <w:bookmarkStart w:id="184" w:name="_Toc7268581"/>
      <w:r>
        <w:rPr>
          <w:rtl/>
        </w:rPr>
        <w:t>آج رحمت كا دن ہے</w:t>
      </w:r>
      <w:bookmarkEnd w:id="184"/>
    </w:p>
    <w:p w:rsidR="00DE2D7F" w:rsidRDefault="00DE2D7F" w:rsidP="00D07B54">
      <w:pPr>
        <w:pStyle w:val="libNormal"/>
        <w:rPr>
          <w:rtl/>
        </w:rPr>
      </w:pPr>
      <w:r>
        <w:rPr>
          <w:rtl/>
        </w:rPr>
        <w:t xml:space="preserve"> ليكن يوسف نہي</w:t>
      </w:r>
      <w:r w:rsidR="007D6C9B">
        <w:rPr>
          <w:rtl/>
        </w:rPr>
        <w:t xml:space="preserve">ں </w:t>
      </w:r>
      <w:r>
        <w:rPr>
          <w:rtl/>
        </w:rPr>
        <w:t>چا ہتے تھے كہ بھا ئي اس طرح شر مسار رہي</w:t>
      </w:r>
      <w:r w:rsidR="007D6C9B">
        <w:rPr>
          <w:rtl/>
        </w:rPr>
        <w:t xml:space="preserve">ں </w:t>
      </w:r>
      <w:r>
        <w:rPr>
          <w:rtl/>
        </w:rPr>
        <w:t>خصو صاً جب كہ يہ ان كى اپنى كا ميابى و كا مرانى كا مو قع تھا يا يہ كہ احتمالاً بھا ئيو</w:t>
      </w:r>
      <w:r w:rsidR="007D6C9B">
        <w:rPr>
          <w:rtl/>
        </w:rPr>
        <w:t xml:space="preserve">ں </w:t>
      </w:r>
      <w:r>
        <w:rPr>
          <w:rtl/>
        </w:rPr>
        <w:t>كے ذہن مي</w:t>
      </w:r>
      <w:r w:rsidR="007D6C9B">
        <w:rPr>
          <w:rtl/>
        </w:rPr>
        <w:t xml:space="preserve">ں </w:t>
      </w:r>
      <w:r>
        <w:rPr>
          <w:rtl/>
        </w:rPr>
        <w:t>يہ بات آئے كہ يو سف اس مو قع پر انتقام لے گا لہذا فور اًيہ كہہ كر انہي</w:t>
      </w:r>
      <w:r w:rsidR="007D6C9B">
        <w:rPr>
          <w:rtl/>
        </w:rPr>
        <w:t xml:space="preserve">ں </w:t>
      </w:r>
      <w:r>
        <w:rPr>
          <w:rtl/>
        </w:rPr>
        <w:t>مطمئن اور پر سكون كرديا كہ ''آج تمہي</w:t>
      </w:r>
      <w:r w:rsidR="007D6C9B">
        <w:rPr>
          <w:rtl/>
        </w:rPr>
        <w:t xml:space="preserve">ں </w:t>
      </w:r>
      <w:r>
        <w:rPr>
          <w:rtl/>
        </w:rPr>
        <w:t>كو ئي سر ز نش اور تو بيخ نہي</w:t>
      </w:r>
      <w:r w:rsidR="007D6C9B">
        <w:rPr>
          <w:rtl/>
        </w:rPr>
        <w:t xml:space="preserve">ں </w:t>
      </w:r>
      <w:r>
        <w:rPr>
          <w:rtl/>
        </w:rPr>
        <w:t>ہوگي''</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تمہارى فكر آسودہ رہے اور وجد ان كو را حت رہے اورگذشتہ گنا ہو</w:t>
      </w:r>
      <w:r w:rsidR="007D6C9B">
        <w:rPr>
          <w:rtl/>
        </w:rPr>
        <w:t xml:space="preserve">ں </w:t>
      </w:r>
      <w:r>
        <w:rPr>
          <w:rtl/>
        </w:rPr>
        <w:t>پر غم نہ كرو _ اس بناء پر كہ انہي</w:t>
      </w:r>
      <w:r w:rsidR="007D6C9B">
        <w:rPr>
          <w:rtl/>
        </w:rPr>
        <w:t xml:space="preserve">ں </w:t>
      </w:r>
      <w:r>
        <w:rPr>
          <w:rtl/>
        </w:rPr>
        <w:t>بتايا جا ئے كہ انہي</w:t>
      </w:r>
      <w:r w:rsidR="007D6C9B">
        <w:rPr>
          <w:rtl/>
        </w:rPr>
        <w:t xml:space="preserve">ں </w:t>
      </w:r>
      <w:r>
        <w:rPr>
          <w:rtl/>
        </w:rPr>
        <w:t>نہ صرف يو سف كا حق بخش ديا گيا ہے بلكہ ان كى ند امت وپشيمانى كى وجہ سے اس سلسلے مي</w:t>
      </w:r>
      <w:r w:rsidR="007D6C9B">
        <w:rPr>
          <w:rtl/>
        </w:rPr>
        <w:t xml:space="preserve">ں </w:t>
      </w:r>
      <w:r>
        <w:rPr>
          <w:rtl/>
        </w:rPr>
        <w:t>خدائي حق بھى قابل بخشش ہے ، مزيد كہا :'' اللہ بھى تمہي</w:t>
      </w:r>
      <w:r w:rsidR="007D6C9B">
        <w:rPr>
          <w:rtl/>
        </w:rPr>
        <w:t xml:space="preserve">ں </w:t>
      </w:r>
      <w:r>
        <w:rPr>
          <w:rtl/>
        </w:rPr>
        <w:t>بخش دے گا كيو نكہ وہ ارحم الرحمين ہے ''_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44785">
        <w:rPr>
          <w:rtl/>
        </w:rPr>
        <w:t>9</w:t>
      </w:r>
      <w:r w:rsidR="00E664BB">
        <w:rPr>
          <w:rtl/>
        </w:rPr>
        <w:t>0</w:t>
      </w:r>
      <w:r>
        <w:rPr>
          <w:rtl/>
        </w:rPr>
        <w:t xml:space="preserve"> (</w:t>
      </w:r>
      <w:r w:rsidR="00E664BB">
        <w:rPr>
          <w:rtl/>
        </w:rPr>
        <w:t>2</w:t>
      </w:r>
      <w:r>
        <w:rPr>
          <w:rtl/>
        </w:rPr>
        <w:t xml:space="preserve">) سورہ يوسف آيت </w:t>
      </w:r>
      <w:r w:rsidR="00E44785">
        <w:rPr>
          <w:rtl/>
        </w:rPr>
        <w:t>9</w:t>
      </w:r>
      <w:r w:rsidR="00E664BB">
        <w:rPr>
          <w:rtl/>
        </w:rPr>
        <w:t>1</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44785">
        <w:rPr>
          <w:rtl/>
        </w:rPr>
        <w:t>9</w:t>
      </w:r>
      <w:r w:rsidR="00E664BB">
        <w:rPr>
          <w:rtl/>
        </w:rPr>
        <w:t>1</w:t>
      </w:r>
      <w:r>
        <w:rPr>
          <w:rtl/>
        </w:rPr>
        <w:t xml:space="preserve"> (</w:t>
      </w:r>
      <w:r w:rsidR="00E664BB">
        <w:rPr>
          <w:rtl/>
        </w:rPr>
        <w:t>4</w:t>
      </w:r>
      <w:r>
        <w:rPr>
          <w:rtl/>
        </w:rPr>
        <w:t xml:space="preserve">) سورہ يوسف آيت </w:t>
      </w:r>
      <w:r w:rsidR="00E44785">
        <w:rPr>
          <w:rtl/>
        </w:rPr>
        <w:t>9</w:t>
      </w:r>
      <w:r w:rsidR="00E664BB">
        <w:rPr>
          <w:rtl/>
        </w:rPr>
        <w:t>2</w:t>
      </w:r>
      <w:r>
        <w:rPr>
          <w:rtl/>
        </w:rPr>
        <w:t xml:space="preserve"> </w:t>
      </w:r>
    </w:p>
    <w:p w:rsidR="00DE2D7F" w:rsidRDefault="00DE2D7F" w:rsidP="00D07B54">
      <w:pPr>
        <w:pStyle w:val="libFootnote"/>
        <w:rPr>
          <w:rtl/>
        </w:rPr>
      </w:pPr>
      <w:r>
        <w:rPr>
          <w:rtl/>
        </w:rPr>
        <w:t>(</w:t>
      </w:r>
      <w:r w:rsidR="00E664BB">
        <w:rPr>
          <w:rtl/>
        </w:rPr>
        <w:t>5</w:t>
      </w:r>
      <w:r>
        <w:rPr>
          <w:rtl/>
        </w:rPr>
        <w:t xml:space="preserve">) سورہ يوسف آيت </w:t>
      </w:r>
      <w:r w:rsidR="00E44785">
        <w:rPr>
          <w:rtl/>
        </w:rPr>
        <w:t>9</w:t>
      </w:r>
      <w:r w:rsidR="00E664BB">
        <w:rPr>
          <w:rtl/>
        </w:rPr>
        <w:t>2</w:t>
      </w:r>
      <w:r>
        <w:rPr>
          <w:rtl/>
        </w:rPr>
        <w:t xml:space="preserve"> </w:t>
      </w:r>
    </w:p>
    <w:p w:rsidR="00C66CA6" w:rsidRDefault="001648F9" w:rsidP="00D07B54">
      <w:pPr>
        <w:pStyle w:val="libNormal"/>
        <w:rPr>
          <w:rtl/>
        </w:rPr>
      </w:pPr>
      <w:r>
        <w:rPr>
          <w:rtl/>
        </w:rPr>
        <w:t xml:space="preserve"> </w:t>
      </w:r>
      <w:r>
        <w:rPr>
          <w:rtl/>
        </w:rPr>
        <w:br w:type="page"/>
      </w:r>
    </w:p>
    <w:p w:rsidR="00C66CA6" w:rsidRDefault="00C66CA6" w:rsidP="00D07B54">
      <w:pPr>
        <w:pStyle w:val="libNormal"/>
        <w:rPr>
          <w:rtl/>
        </w:rPr>
      </w:pPr>
    </w:p>
    <w:p w:rsidR="00C66CA6" w:rsidRDefault="00DE2D7F" w:rsidP="00D07B54">
      <w:pPr>
        <w:pStyle w:val="libNormal"/>
        <w:rPr>
          <w:rtl/>
        </w:rPr>
      </w:pPr>
      <w:r>
        <w:rPr>
          <w:rtl/>
        </w:rPr>
        <w:t>يہ حضرت يو سف (ع) كى انتہائي عظمت كى دليل ہے كہ نہ صرف اپنا حق معاف كر ديا بلكہ اس بات پر بھى تيار نہ ہوئے كہ انہي</w:t>
      </w:r>
      <w:r w:rsidR="007D6C9B">
        <w:rPr>
          <w:rtl/>
        </w:rPr>
        <w:t xml:space="preserve">ں </w:t>
      </w:r>
      <w:r>
        <w:rPr>
          <w:rtl/>
        </w:rPr>
        <w:t>تھوڑى سى بھى سر زنش كى جا ئے ،چہ جائيكہ بھا ئيو</w:t>
      </w:r>
      <w:r w:rsidR="007D6C9B">
        <w:rPr>
          <w:rtl/>
        </w:rPr>
        <w:t xml:space="preserve">ں </w:t>
      </w:r>
      <w:r>
        <w:rPr>
          <w:rtl/>
        </w:rPr>
        <w:t>كو كوئي سزا ديتے بلكہ حق الہى كے لحاظ سے بھى انہي</w:t>
      </w:r>
      <w:r w:rsidR="007D6C9B">
        <w:rPr>
          <w:rtl/>
        </w:rPr>
        <w:t xml:space="preserve">ں </w:t>
      </w:r>
      <w:r>
        <w:rPr>
          <w:rtl/>
        </w:rPr>
        <w:t xml:space="preserve">اطمينان دلا يا كہ خدا غفور اور بخشنے والاہے بلكہ يہ بات ثابت كرنے كے لئے يہ استد لال پيش كيا كہ وہ ارحم الرا حمين ہے </w:t>
      </w:r>
    </w:p>
    <w:p w:rsidR="00DE2D7F" w:rsidRDefault="00DE2D7F" w:rsidP="00D07B54">
      <w:pPr>
        <w:pStyle w:val="libNormal"/>
        <w:rPr>
          <w:rtl/>
        </w:rPr>
      </w:pPr>
      <w:r>
        <w:rPr>
          <w:rtl/>
        </w:rPr>
        <w:t>اس مو قع پر بھائيو</w:t>
      </w:r>
      <w:r w:rsidR="007D6C9B">
        <w:rPr>
          <w:rtl/>
        </w:rPr>
        <w:t xml:space="preserve">ں </w:t>
      </w:r>
      <w:r>
        <w:rPr>
          <w:rtl/>
        </w:rPr>
        <w:t>كو ايك اور غم بھى ستارہا تھا اور وہ يہ كہ باپ اپنے بيٹو</w:t>
      </w:r>
      <w:r w:rsidR="007D6C9B">
        <w:rPr>
          <w:rtl/>
        </w:rPr>
        <w:t xml:space="preserve">ں </w:t>
      </w:r>
      <w:r>
        <w:rPr>
          <w:rtl/>
        </w:rPr>
        <w:t>كے فراق مي</w:t>
      </w:r>
      <w:r w:rsidR="007D6C9B">
        <w:rPr>
          <w:rtl/>
        </w:rPr>
        <w:t xml:space="preserve">ں </w:t>
      </w:r>
      <w:r>
        <w:rPr>
          <w:rtl/>
        </w:rPr>
        <w:t>نابينا ہو چكا ہے اور اس كا اس طرح رہنا پورے خاندان كے لئے ايك جانكا ہ رنج ہے اس كے علاوہ ان كے جر م پر ايك مسلسل دليل ہے لہذا يوسف (ع) نے اس عظيم مشكل كے حل كے لئے بھى فرمايا: ''ميرا يہ پيراہن لے جائو اور ميرے باپ كے چہرے پر ڈال دو تاكہ وہ بينا ہوجائے'' _</w:t>
      </w:r>
      <w:r w:rsidRPr="00AD1EF3">
        <w:rPr>
          <w:rStyle w:val="libFootnotenumChar"/>
          <w:rtl/>
        </w:rPr>
        <w:t>(</w:t>
      </w:r>
      <w:r w:rsidR="00E664BB" w:rsidRPr="00AD1EF3">
        <w:rPr>
          <w:rStyle w:val="libFootnotenumChar"/>
          <w:rtl/>
        </w:rPr>
        <w:t>1</w:t>
      </w:r>
      <w:r w:rsidRPr="00AD1EF3">
        <w:rPr>
          <w:rStyle w:val="libFootnotenumChar"/>
          <w:rtl/>
        </w:rPr>
        <w:t>)</w:t>
      </w:r>
      <w:r>
        <w:rPr>
          <w:rtl/>
        </w:rPr>
        <w:t>'' اس كے بعد سارے خاندان كے ہمراہ ميرے پاس آجائو''_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C66CA6" w:rsidRDefault="00DE2D7F" w:rsidP="00D07B54">
      <w:pPr>
        <w:pStyle w:val="Heading2Center"/>
        <w:rPr>
          <w:rtl/>
        </w:rPr>
      </w:pPr>
      <w:bookmarkStart w:id="185" w:name="_Toc7268582"/>
      <w:r>
        <w:rPr>
          <w:rtl/>
        </w:rPr>
        <w:t>يوسف (ع) كى قيمص كون لے كر گيا؟</w:t>
      </w:r>
      <w:bookmarkEnd w:id="185"/>
      <w:r>
        <w:rPr>
          <w:rtl/>
        </w:rPr>
        <w:t xml:space="preserve"> </w:t>
      </w:r>
    </w:p>
    <w:p w:rsidR="00DE2D7F" w:rsidRDefault="00DE2D7F" w:rsidP="00D07B54">
      <w:pPr>
        <w:pStyle w:val="libNormal"/>
        <w:rPr>
          <w:rtl/>
        </w:rPr>
      </w:pPr>
      <w:r>
        <w:rPr>
          <w:rtl/>
        </w:rPr>
        <w:t xml:space="preserve">حضرت يوسف (ع) نے كہا: ميرا شفا بخش كرتہ باپ كے پاس وہى لے جائے جو خون آلود كرتہ لے كر گيا تھا تاكہ جيسے اس نے باپ كو تكليف پہنچائي اورپريشان كيا تھا اس مرتبہ كے اسے خوش وخرم كرے_ </w:t>
      </w:r>
    </w:p>
    <w:p w:rsidR="00DE2D7F" w:rsidRDefault="00DE2D7F" w:rsidP="00D07B54">
      <w:pPr>
        <w:pStyle w:val="libNormal"/>
        <w:rPr>
          <w:rtl/>
        </w:rPr>
      </w:pPr>
      <w:r>
        <w:rPr>
          <w:rtl/>
        </w:rPr>
        <w:t>لہذا يہ كام ''يہودا'' كے سپرد ہوا كيونكہ اس نے بتايا تھا كہ وہ مي</w:t>
      </w:r>
      <w:r w:rsidR="007D6C9B">
        <w:rPr>
          <w:rtl/>
        </w:rPr>
        <w:t xml:space="preserve">ں </w:t>
      </w:r>
      <w:r>
        <w:rPr>
          <w:rtl/>
        </w:rPr>
        <w:t>ہو</w:t>
      </w:r>
      <w:r w:rsidR="007D6C9B">
        <w:rPr>
          <w:rtl/>
        </w:rPr>
        <w:t xml:space="preserve">ں </w:t>
      </w:r>
      <w:r>
        <w:rPr>
          <w:rtl/>
        </w:rPr>
        <w:t>جو خون آلود كرتہ لے كرباپ كے پاس گيا تھا اور ان سے كہا تھا كہ آپ كے بيٹے كو بھيڑيا كھا گيا ہے_اس سے ظاہر ہوتا ہے كہ اگرچہ حضرت يوسف (ع) اس قدر مشكلات اور مصائب مي</w:t>
      </w:r>
      <w:r w:rsidR="007D6C9B">
        <w:rPr>
          <w:rtl/>
        </w:rPr>
        <w:t xml:space="preserve">ں </w:t>
      </w:r>
      <w:r>
        <w:rPr>
          <w:rtl/>
        </w:rPr>
        <w:t>گرفتار رہے ليكن اخلاقى مسائل كى باريكيو</w:t>
      </w:r>
      <w:r w:rsidR="007D6C9B">
        <w:rPr>
          <w:rtl/>
        </w:rPr>
        <w:t xml:space="preserve">ں </w:t>
      </w:r>
      <w:r>
        <w:rPr>
          <w:rtl/>
        </w:rPr>
        <w:t>سے غافل نہي</w:t>
      </w:r>
      <w:r w:rsidR="007D6C9B">
        <w:rPr>
          <w:rtl/>
        </w:rPr>
        <w:t xml:space="preserve">ں </w:t>
      </w:r>
      <w:r>
        <w:rPr>
          <w:rtl/>
        </w:rPr>
        <w:t xml:space="preserve">رہتے تھے_ </w:t>
      </w:r>
    </w:p>
    <w:p w:rsidR="00C66CA6" w:rsidRDefault="00DE2D7F" w:rsidP="00D07B54">
      <w:pPr>
        <w:pStyle w:val="Heading2Center"/>
        <w:rPr>
          <w:rtl/>
        </w:rPr>
      </w:pPr>
      <w:bookmarkStart w:id="186" w:name="_Toc7268583"/>
      <w:r>
        <w:rPr>
          <w:rtl/>
        </w:rPr>
        <w:t>يوسف (ع) كى عظمت</w:t>
      </w:r>
      <w:bookmarkEnd w:id="186"/>
      <w:r>
        <w:rPr>
          <w:rtl/>
        </w:rPr>
        <w:t xml:space="preserve"> </w:t>
      </w:r>
    </w:p>
    <w:p w:rsidR="00DE2D7F" w:rsidRDefault="00DE2D7F" w:rsidP="00D07B54">
      <w:pPr>
        <w:pStyle w:val="libNormal"/>
        <w:rPr>
          <w:rtl/>
        </w:rPr>
      </w:pPr>
      <w:r>
        <w:rPr>
          <w:rtl/>
        </w:rPr>
        <w:t xml:space="preserve">اس ماجرے كے بعد حضرت يوسف (ع) كے بھائي ہميشہ شرمسار رہتے تھے انھو </w:t>
      </w:r>
      <w:r w:rsidR="007D6C9B">
        <w:rPr>
          <w:rtl/>
        </w:rPr>
        <w:t xml:space="preserve">ں </w:t>
      </w:r>
      <w:r>
        <w:rPr>
          <w:rtl/>
        </w:rPr>
        <w:t xml:space="preserve">نے كسى كو يوسف (ع) كے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44785">
        <w:rPr>
          <w:rtl/>
        </w:rPr>
        <w:t>9</w:t>
      </w:r>
      <w:r w:rsidR="00E664BB">
        <w:rPr>
          <w:rtl/>
        </w:rPr>
        <w:t>3</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44785">
        <w:rPr>
          <w:rtl/>
        </w:rPr>
        <w:t>9</w:t>
      </w:r>
      <w:r w:rsidR="00E664BB">
        <w:rPr>
          <w:rtl/>
        </w:rPr>
        <w:t>3</w:t>
      </w:r>
      <w:r>
        <w:rPr>
          <w:rtl/>
        </w:rPr>
        <w:t xml:space="preserve"> </w:t>
      </w:r>
    </w:p>
    <w:p w:rsidR="00C66CA6" w:rsidRDefault="001648F9" w:rsidP="00D07B54">
      <w:pPr>
        <w:pStyle w:val="libNormal"/>
        <w:rPr>
          <w:rtl/>
        </w:rPr>
      </w:pPr>
      <w:r>
        <w:rPr>
          <w:rtl/>
        </w:rPr>
        <w:t xml:space="preserve"> </w:t>
      </w:r>
      <w:r>
        <w:rPr>
          <w:rtl/>
        </w:rPr>
        <w:br w:type="page"/>
      </w:r>
    </w:p>
    <w:p w:rsidR="00C66CA6" w:rsidRDefault="00C66CA6" w:rsidP="00D07B54">
      <w:pPr>
        <w:pStyle w:val="libNormal"/>
        <w:rPr>
          <w:rtl/>
        </w:rPr>
      </w:pPr>
    </w:p>
    <w:p w:rsidR="00DE2D7F" w:rsidRDefault="00DE2D7F" w:rsidP="00D07B54">
      <w:pPr>
        <w:pStyle w:val="libNormal"/>
        <w:rPr>
          <w:rtl/>
        </w:rPr>
      </w:pPr>
      <w:r>
        <w:rPr>
          <w:rtl/>
        </w:rPr>
        <w:t>پاس بھيجا اور كہلايا كہ آپ ہر صبح وشام ہمي</w:t>
      </w:r>
      <w:r w:rsidR="007D6C9B">
        <w:rPr>
          <w:rtl/>
        </w:rPr>
        <w:t xml:space="preserve">ں </w:t>
      </w:r>
      <w:r>
        <w:rPr>
          <w:rtl/>
        </w:rPr>
        <w:t>اپنے دسترخوان پر بٹھاتے ہي</w:t>
      </w:r>
      <w:r w:rsidR="007D6C9B">
        <w:rPr>
          <w:rtl/>
        </w:rPr>
        <w:t xml:space="preserve">ں </w:t>
      </w:r>
      <w:r>
        <w:rPr>
          <w:rtl/>
        </w:rPr>
        <w:t>او رآپ كا چہرہ ديكھ كر ہمي</w:t>
      </w:r>
      <w:r w:rsidR="007D6C9B">
        <w:rPr>
          <w:rtl/>
        </w:rPr>
        <w:t xml:space="preserve">ں </w:t>
      </w:r>
      <w:r>
        <w:rPr>
          <w:rtl/>
        </w:rPr>
        <w:t>شرم وخجالت محسوس ہوتى ہے كيونكہ ہم نے آپ كے ساتھ اس قدر جسارتي</w:t>
      </w:r>
      <w:r w:rsidR="007D6C9B">
        <w:rPr>
          <w:rtl/>
        </w:rPr>
        <w:t xml:space="preserve">ں </w:t>
      </w:r>
      <w:r>
        <w:rPr>
          <w:rtl/>
        </w:rPr>
        <w:t>كى ہي</w:t>
      </w:r>
      <w:r w:rsidR="007D6C9B">
        <w:rPr>
          <w:rtl/>
        </w:rPr>
        <w:t xml:space="preserve">ں </w:t>
      </w:r>
      <w:r>
        <w:rPr>
          <w:rtl/>
        </w:rPr>
        <w:t xml:space="preserve">_ </w:t>
      </w:r>
    </w:p>
    <w:p w:rsidR="00DE2D7F" w:rsidRDefault="00DE2D7F" w:rsidP="00D07B54">
      <w:pPr>
        <w:pStyle w:val="libNormal"/>
        <w:rPr>
          <w:rtl/>
        </w:rPr>
      </w:pPr>
      <w:r>
        <w:rPr>
          <w:rtl/>
        </w:rPr>
        <w:t>اس بناء پر كہ انھي</w:t>
      </w:r>
      <w:r w:rsidR="007D6C9B">
        <w:rPr>
          <w:rtl/>
        </w:rPr>
        <w:t xml:space="preserve">ں </w:t>
      </w:r>
      <w:r>
        <w:rPr>
          <w:rtl/>
        </w:rPr>
        <w:t>نہ صرف ذرہ بھر احساس شرمندگى نہ ہو بلكہ يوسف (ع) كے دسترخوان پر اپنى موجودگى كو يوسف (ع) كى ايك خدمت محسوس كري</w:t>
      </w:r>
      <w:r w:rsidR="007D6C9B">
        <w:rPr>
          <w:rtl/>
        </w:rPr>
        <w:t xml:space="preserve">ں </w:t>
      </w:r>
      <w:r>
        <w:rPr>
          <w:rtl/>
        </w:rPr>
        <w:t>، حضرت يوسف نے انھي</w:t>
      </w:r>
      <w:r w:rsidR="007D6C9B">
        <w:rPr>
          <w:rtl/>
        </w:rPr>
        <w:t xml:space="preserve">ں </w:t>
      </w:r>
      <w:r>
        <w:rPr>
          <w:rtl/>
        </w:rPr>
        <w:t>بہت ہى عمدہ جواب ديا، آپ نے كہا:مصر كے لوگ اب تك مجھے ايك زر خريد غلام كى نظر سے ديكھتے تھے اور ايك دوسرے سے كہتے تھے:''پاك ہے وہ ذات جس نے اس غلام كو كہ جو بيس درہم مي</w:t>
      </w:r>
      <w:r w:rsidR="007D6C9B">
        <w:rPr>
          <w:rtl/>
        </w:rPr>
        <w:t xml:space="preserve">ں </w:t>
      </w:r>
      <w:r>
        <w:rPr>
          <w:rtl/>
        </w:rPr>
        <w:t xml:space="preserve">بيچا گيا اس مقام تك پہنچايا_'' </w:t>
      </w:r>
    </w:p>
    <w:p w:rsidR="00DE2D7F" w:rsidRDefault="00DE2D7F" w:rsidP="00D07B54">
      <w:pPr>
        <w:pStyle w:val="libNormal"/>
        <w:rPr>
          <w:rtl/>
        </w:rPr>
      </w:pPr>
      <w:r>
        <w:rPr>
          <w:rtl/>
        </w:rPr>
        <w:t>ليكن اب جب كہ تم لوگ آگئے ہو اور ميرى زندگى كى كتاب اس كے سامنے كھل گئي ہے تو وہ سمجھنے لگے ہي</w:t>
      </w:r>
      <w:r w:rsidR="007D6C9B">
        <w:rPr>
          <w:rtl/>
        </w:rPr>
        <w:t xml:space="preserve">ں </w:t>
      </w:r>
      <w:r>
        <w:rPr>
          <w:rtl/>
        </w:rPr>
        <w:t>كہ مي</w:t>
      </w:r>
      <w:r w:rsidR="007D6C9B">
        <w:rPr>
          <w:rtl/>
        </w:rPr>
        <w:t xml:space="preserve">ں </w:t>
      </w:r>
      <w:r>
        <w:rPr>
          <w:rtl/>
        </w:rPr>
        <w:t>غلام نہي</w:t>
      </w:r>
      <w:r w:rsidR="007D6C9B">
        <w:rPr>
          <w:rtl/>
        </w:rPr>
        <w:t xml:space="preserve">ں </w:t>
      </w:r>
      <w:r>
        <w:rPr>
          <w:rtl/>
        </w:rPr>
        <w:t>ہو</w:t>
      </w:r>
      <w:r w:rsidR="007D6C9B">
        <w:rPr>
          <w:rtl/>
        </w:rPr>
        <w:t xml:space="preserve">ں </w:t>
      </w:r>
      <w:r>
        <w:rPr>
          <w:rtl/>
        </w:rPr>
        <w:t>بلكہ مي</w:t>
      </w:r>
      <w:r w:rsidR="007D6C9B">
        <w:rPr>
          <w:rtl/>
        </w:rPr>
        <w:t xml:space="preserve">ں </w:t>
      </w:r>
      <w:r>
        <w:rPr>
          <w:rtl/>
        </w:rPr>
        <w:t>خاندان نبوت سے تعلق ركھتا ہو</w:t>
      </w:r>
      <w:r w:rsidR="007D6C9B">
        <w:rPr>
          <w:rtl/>
        </w:rPr>
        <w:t xml:space="preserve">ں </w:t>
      </w:r>
      <w:r>
        <w:rPr>
          <w:rtl/>
        </w:rPr>
        <w:t>اور ابراہيم خليل اللہ كى اولاد مي</w:t>
      </w:r>
      <w:r w:rsidR="007D6C9B">
        <w:rPr>
          <w:rtl/>
        </w:rPr>
        <w:t xml:space="preserve">ں </w:t>
      </w:r>
      <w:r>
        <w:rPr>
          <w:rtl/>
        </w:rPr>
        <w:t>سے ہو</w:t>
      </w:r>
      <w:r w:rsidR="007D6C9B">
        <w:rPr>
          <w:rtl/>
        </w:rPr>
        <w:t xml:space="preserve">ں </w:t>
      </w:r>
      <w:r>
        <w:rPr>
          <w:rtl/>
        </w:rPr>
        <w:t xml:space="preserve">اور يہ ميرے لئے باعث افتخار ہے_ </w:t>
      </w:r>
    </w:p>
    <w:p w:rsidR="00C66CA6" w:rsidRDefault="00DE2D7F" w:rsidP="00D07B54">
      <w:pPr>
        <w:pStyle w:val="Heading2Center"/>
        <w:rPr>
          <w:rtl/>
        </w:rPr>
      </w:pPr>
      <w:bookmarkStart w:id="187" w:name="_Toc7268584"/>
      <w:r>
        <w:rPr>
          <w:rtl/>
        </w:rPr>
        <w:t>آخر كار لطف الہى نے اپنا كام كرڈالا</w:t>
      </w:r>
      <w:bookmarkEnd w:id="187"/>
      <w:r>
        <w:rPr>
          <w:rtl/>
        </w:rPr>
        <w:t xml:space="preserve"> </w:t>
      </w:r>
    </w:p>
    <w:p w:rsidR="00DE2D7F" w:rsidRDefault="00DE2D7F" w:rsidP="00D07B54">
      <w:pPr>
        <w:pStyle w:val="libNormal"/>
        <w:rPr>
          <w:rtl/>
        </w:rPr>
      </w:pPr>
      <w:r>
        <w:rPr>
          <w:rtl/>
        </w:rPr>
        <w:t>فرزندان يعقوب (ع) خوشى سے پھولے نہ سماتے تھے، وہ خوشى خوشى يوسف (ع) كا پيراہن اپنے ساتھ لے كر قافلے كے ساتھ مصر سے چل پڑے، ادھر ان بھائيو</w:t>
      </w:r>
      <w:r w:rsidR="007D6C9B">
        <w:rPr>
          <w:rtl/>
        </w:rPr>
        <w:t xml:space="preserve">ں </w:t>
      </w:r>
      <w:r>
        <w:rPr>
          <w:rtl/>
        </w:rPr>
        <w:t>كے لئے زندگى كے شرين ترين لمحات تھے اُدھر شام كے علاقہ كنعان مي</w:t>
      </w:r>
      <w:r w:rsidR="007D6C9B">
        <w:rPr>
          <w:rtl/>
        </w:rPr>
        <w:t xml:space="preserve">ں </w:t>
      </w:r>
      <w:r>
        <w:rPr>
          <w:rtl/>
        </w:rPr>
        <w:t>بوڑھے باپ كا گھر غم واندوہ مي</w:t>
      </w:r>
      <w:r w:rsidR="007D6C9B">
        <w:rPr>
          <w:rtl/>
        </w:rPr>
        <w:t xml:space="preserve">ں </w:t>
      </w:r>
      <w:r>
        <w:rPr>
          <w:rtl/>
        </w:rPr>
        <w:t xml:space="preserve">ڈوبا ہوا تھا، سارا گھرانہ افسردہ اور غم زدہ تھا_ </w:t>
      </w:r>
    </w:p>
    <w:p w:rsidR="00DE2D7F" w:rsidRDefault="00DE2D7F" w:rsidP="00D07B54">
      <w:pPr>
        <w:pStyle w:val="libNormal"/>
        <w:rPr>
          <w:rtl/>
        </w:rPr>
      </w:pPr>
      <w:r>
        <w:rPr>
          <w:rtl/>
        </w:rPr>
        <w:t>ليكن ادھر يہ قافلہ مصر سے چلا اور اُدھر اچانك يعقوب (ع) كے گھر مي</w:t>
      </w:r>
      <w:r w:rsidR="007D6C9B">
        <w:rPr>
          <w:rtl/>
        </w:rPr>
        <w:t xml:space="preserve">ں </w:t>
      </w:r>
      <w:r>
        <w:rPr>
          <w:rtl/>
        </w:rPr>
        <w:t>ايك واقعہ رونما ہوا جس نے سب كو تعجب مي</w:t>
      </w:r>
      <w:r w:rsidR="007D6C9B">
        <w:rPr>
          <w:rtl/>
        </w:rPr>
        <w:t xml:space="preserve">ں </w:t>
      </w:r>
      <w:r>
        <w:rPr>
          <w:rtl/>
        </w:rPr>
        <w:t>ڈال ديا، يعقوب (ع) كا جسم كانپ رہا تھا، انھو</w:t>
      </w:r>
      <w:r w:rsidR="007D6C9B">
        <w:rPr>
          <w:rtl/>
        </w:rPr>
        <w:t xml:space="preserve">ں </w:t>
      </w:r>
      <w:r>
        <w:rPr>
          <w:rtl/>
        </w:rPr>
        <w:t>نے بڑے اطمينان اور اعتماد سے پكار كر كہا:''اگر تم بدگوئي نہ كرو اور ميرے طرف نادانى اور جھوٹ كى نسبت نہ دو تو مي</w:t>
      </w:r>
      <w:r w:rsidR="007D6C9B">
        <w:rPr>
          <w:rtl/>
        </w:rPr>
        <w:t xml:space="preserve">ں </w:t>
      </w:r>
      <w:r>
        <w:rPr>
          <w:rtl/>
        </w:rPr>
        <w:t>تم سے كہتا ہو</w:t>
      </w:r>
      <w:r w:rsidR="007D6C9B">
        <w:rPr>
          <w:rtl/>
        </w:rPr>
        <w:t xml:space="preserve">ں </w:t>
      </w:r>
      <w:r>
        <w:rPr>
          <w:rtl/>
        </w:rPr>
        <w:t>كہ مجھے اپنے پيارے يوسف (ع) كى خوشبو آرہى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مي</w:t>
      </w:r>
      <w:r w:rsidR="007D6C9B">
        <w:rPr>
          <w:rtl/>
        </w:rPr>
        <w:t xml:space="preserve">ں </w:t>
      </w:r>
      <w:r>
        <w:rPr>
          <w:rtl/>
        </w:rPr>
        <w:t>محسوس كررہا ہو</w:t>
      </w:r>
      <w:r w:rsidR="007D6C9B">
        <w:rPr>
          <w:rtl/>
        </w:rPr>
        <w:t xml:space="preserve">ں </w:t>
      </w:r>
      <w:r>
        <w:rPr>
          <w:rtl/>
        </w:rPr>
        <w:t>كہ رنج وغم اور زحمت ومشكل كى گھڑيا</w:t>
      </w:r>
      <w:r w:rsidR="007D6C9B">
        <w:rPr>
          <w:rtl/>
        </w:rPr>
        <w:t xml:space="preserve">ں </w:t>
      </w:r>
      <w:r>
        <w:rPr>
          <w:rtl/>
        </w:rPr>
        <w:t>ختم ہونے كو ہي</w:t>
      </w:r>
      <w:r w:rsidR="007D6C9B">
        <w:rPr>
          <w:rtl/>
        </w:rPr>
        <w:t xml:space="preserve">ں </w:t>
      </w:r>
      <w:r>
        <w:rPr>
          <w:rtl/>
        </w:rPr>
        <w:t xml:space="preserve">اور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44785">
        <w:rPr>
          <w:rtl/>
        </w:rPr>
        <w:t>9</w:t>
      </w:r>
      <w:r w:rsidR="00E664BB">
        <w:rPr>
          <w:rtl/>
        </w:rPr>
        <w:t>4</w:t>
      </w:r>
      <w:r>
        <w:rPr>
          <w:rtl/>
        </w:rPr>
        <w:t xml:space="preserve"> </w:t>
      </w:r>
    </w:p>
    <w:p w:rsidR="00C66CA6" w:rsidRDefault="001648F9" w:rsidP="00D07B54">
      <w:pPr>
        <w:pStyle w:val="libNormal"/>
        <w:rPr>
          <w:rtl/>
        </w:rPr>
      </w:pPr>
      <w:r>
        <w:rPr>
          <w:rtl/>
        </w:rPr>
        <w:t xml:space="preserve"> </w:t>
      </w:r>
      <w:r>
        <w:rPr>
          <w:rtl/>
        </w:rPr>
        <w:br w:type="page"/>
      </w:r>
    </w:p>
    <w:p w:rsidR="00C66CA6" w:rsidRDefault="00C66CA6" w:rsidP="00D07B54">
      <w:pPr>
        <w:pStyle w:val="libNormal"/>
        <w:rPr>
          <w:rtl/>
        </w:rPr>
      </w:pPr>
    </w:p>
    <w:p w:rsidR="00DE2D7F" w:rsidRDefault="00DE2D7F" w:rsidP="00D07B54">
      <w:pPr>
        <w:pStyle w:val="libNormal"/>
        <w:rPr>
          <w:rtl/>
        </w:rPr>
      </w:pPr>
      <w:r>
        <w:rPr>
          <w:rtl/>
        </w:rPr>
        <w:t>وصال وكاميابى كا زمانہ آنے كو ہے، خاندان يعقوب (ع) اب لباس ماتم اتاردے گا اور لباس مسرت زيب تن كرے گا،ليكن ميرا يہ خيال نہي</w:t>
      </w:r>
      <w:r w:rsidR="007D6C9B">
        <w:rPr>
          <w:rtl/>
        </w:rPr>
        <w:t xml:space="preserve">ں </w:t>
      </w:r>
      <w:r>
        <w:rPr>
          <w:rtl/>
        </w:rPr>
        <w:t>كہ تم ان باتو</w:t>
      </w:r>
      <w:r w:rsidR="007D6C9B">
        <w:rPr>
          <w:rtl/>
        </w:rPr>
        <w:t xml:space="preserve">ں </w:t>
      </w:r>
      <w:r>
        <w:rPr>
          <w:rtl/>
        </w:rPr>
        <w:t xml:space="preserve">پر يقين كرو گے_ </w:t>
      </w:r>
    </w:p>
    <w:p w:rsidR="00DE2D7F" w:rsidRDefault="00DE2D7F" w:rsidP="00D07B54">
      <w:pPr>
        <w:pStyle w:val="libNormal"/>
        <w:rPr>
          <w:rtl/>
        </w:rPr>
      </w:pPr>
      <w:r>
        <w:rPr>
          <w:rtl/>
        </w:rPr>
        <w:t>لفظ''فصلت''سے معلوم ہوتا ہے كہ حضرت يعقوب (ع) مي</w:t>
      </w:r>
      <w:r w:rsidR="007D6C9B">
        <w:rPr>
          <w:rtl/>
        </w:rPr>
        <w:t xml:space="preserve">ں </w:t>
      </w:r>
      <w:r>
        <w:rPr>
          <w:rtl/>
        </w:rPr>
        <w:t xml:space="preserve">يہ احساس اسى وقت پيدا ہوا جب قافلہ مصر سے چلنے لگا ،_ </w:t>
      </w:r>
    </w:p>
    <w:p w:rsidR="00DE2D7F" w:rsidRDefault="00DE2D7F" w:rsidP="00D07B54">
      <w:pPr>
        <w:pStyle w:val="libNormal"/>
        <w:rPr>
          <w:rtl/>
        </w:rPr>
      </w:pPr>
      <w:r>
        <w:rPr>
          <w:rtl/>
        </w:rPr>
        <w:t>قاعدتاً حضرت يعقوب كے پاس اس وقت ان كے پوتے پوتيا</w:t>
      </w:r>
      <w:r w:rsidR="007D6C9B">
        <w:rPr>
          <w:rtl/>
        </w:rPr>
        <w:t xml:space="preserve">ں </w:t>
      </w:r>
      <w:r>
        <w:rPr>
          <w:rtl/>
        </w:rPr>
        <w:t>اور بہو ئي</w:t>
      </w:r>
      <w:r w:rsidR="007D6C9B">
        <w:rPr>
          <w:rtl/>
        </w:rPr>
        <w:t xml:space="preserve">ں </w:t>
      </w:r>
      <w:r>
        <w:rPr>
          <w:rtl/>
        </w:rPr>
        <w:t>وغير ہ تھي</w:t>
      </w:r>
      <w:r w:rsidR="007D6C9B">
        <w:rPr>
          <w:rtl/>
        </w:rPr>
        <w:t xml:space="preserve">ں </w:t>
      </w:r>
      <w:r>
        <w:rPr>
          <w:rtl/>
        </w:rPr>
        <w:t>انہو</w:t>
      </w:r>
      <w:r w:rsidR="007D6C9B">
        <w:rPr>
          <w:rtl/>
        </w:rPr>
        <w:t xml:space="preserve">ں </w:t>
      </w:r>
      <w:r>
        <w:rPr>
          <w:rtl/>
        </w:rPr>
        <w:t>نے بڑے تعجب اور گستا خى سے اور پورے يقين سے يعقوب سے كہا :'' بخدا آپ اسى پرانى گمراہى مي</w:t>
      </w:r>
      <w:r w:rsidR="007D6C9B">
        <w:rPr>
          <w:rtl/>
        </w:rPr>
        <w:t xml:space="preserve">ں </w:t>
      </w:r>
      <w:r>
        <w:rPr>
          <w:rtl/>
        </w:rPr>
        <w:t>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يعنى اس سے بڑھ كر گمراہى كيا ہو گى كہ يو سف كى موت كو سا لہا سال گزر گئے ہي</w:t>
      </w:r>
      <w:r w:rsidR="007D6C9B">
        <w:rPr>
          <w:rtl/>
        </w:rPr>
        <w:t xml:space="preserve">ں </w:t>
      </w:r>
      <w:r>
        <w:rPr>
          <w:rtl/>
        </w:rPr>
        <w:t>اور ابھى آپ كا خيال ہے كہ وہ زندہ ہے اور اب آپ يہ كہہ رہے ہي</w:t>
      </w:r>
      <w:r w:rsidR="007D6C9B">
        <w:rPr>
          <w:rtl/>
        </w:rPr>
        <w:t xml:space="preserve">ں </w:t>
      </w:r>
      <w:r>
        <w:rPr>
          <w:rtl/>
        </w:rPr>
        <w:t xml:space="preserve">كہ مصر كى طرف سے مجھے يوسف كى خوشبو آرہى ہے ، مصر كہا </w:t>
      </w:r>
      <w:r w:rsidR="007D6C9B">
        <w:rPr>
          <w:rtl/>
        </w:rPr>
        <w:t xml:space="preserve">ں </w:t>
      </w:r>
      <w:r>
        <w:rPr>
          <w:rtl/>
        </w:rPr>
        <w:t xml:space="preserve">اور شام وكنعان كہا </w:t>
      </w:r>
      <w:r w:rsidR="007D6C9B">
        <w:rPr>
          <w:rtl/>
        </w:rPr>
        <w:t xml:space="preserve">ں </w:t>
      </w:r>
      <w:r>
        <w:rPr>
          <w:rtl/>
        </w:rPr>
        <w:t>،كيا يہ اس بات كى دليل نہي</w:t>
      </w:r>
      <w:r w:rsidR="007D6C9B">
        <w:rPr>
          <w:rtl/>
        </w:rPr>
        <w:t xml:space="preserve">ں </w:t>
      </w:r>
      <w:r>
        <w:rPr>
          <w:rtl/>
        </w:rPr>
        <w:t>كہ آپ ہميشہ خواب وخيا ل كى دنيا مي</w:t>
      </w:r>
      <w:r w:rsidR="007D6C9B">
        <w:rPr>
          <w:rtl/>
        </w:rPr>
        <w:t xml:space="preserve">ں </w:t>
      </w:r>
      <w:r>
        <w:rPr>
          <w:rtl/>
        </w:rPr>
        <w:t>رہتے ہي</w:t>
      </w:r>
      <w:r w:rsidR="007D6C9B">
        <w:rPr>
          <w:rtl/>
        </w:rPr>
        <w:t xml:space="preserve">ں </w:t>
      </w:r>
      <w:r>
        <w:rPr>
          <w:rtl/>
        </w:rPr>
        <w:t>اور اپنے خيالات وتصورات كو حقيقت سمجھتے ہي</w:t>
      </w:r>
      <w:r w:rsidR="007D6C9B">
        <w:rPr>
          <w:rtl/>
        </w:rPr>
        <w:t xml:space="preserve">ں </w:t>
      </w:r>
      <w:r>
        <w:rPr>
          <w:rtl/>
        </w:rPr>
        <w:t>، آپ يہ كيسى عجيب وغريب بات كہہ رہے ہي</w:t>
      </w:r>
      <w:r w:rsidR="007D6C9B">
        <w:rPr>
          <w:rtl/>
        </w:rPr>
        <w:t xml:space="preserve">ں </w:t>
      </w:r>
      <w:r>
        <w:rPr>
          <w:rtl/>
        </w:rPr>
        <w:t>بہرحال آپ تو پہلے بھى اپنے بيٹو</w:t>
      </w:r>
      <w:r w:rsidR="007D6C9B">
        <w:rPr>
          <w:rtl/>
        </w:rPr>
        <w:t xml:space="preserve">ں </w:t>
      </w:r>
      <w:r>
        <w:rPr>
          <w:rtl/>
        </w:rPr>
        <w:t>سے كہہ چكے ہي</w:t>
      </w:r>
      <w:r w:rsidR="007D6C9B">
        <w:rPr>
          <w:rtl/>
        </w:rPr>
        <w:t xml:space="preserve">ں </w:t>
      </w:r>
      <w:r>
        <w:rPr>
          <w:rtl/>
        </w:rPr>
        <w:t xml:space="preserve">كہ مصر كى طرف جا ئو اور مير ے يو سف كو تلاش كرو _ </w:t>
      </w:r>
    </w:p>
    <w:p w:rsidR="00DE2D7F" w:rsidRDefault="00DE2D7F" w:rsidP="00D07B54">
      <w:pPr>
        <w:pStyle w:val="libNormal"/>
        <w:rPr>
          <w:rtl/>
        </w:rPr>
      </w:pPr>
      <w:r>
        <w:rPr>
          <w:rtl/>
        </w:rPr>
        <w:t>اس سے ظاہر ہو تا ہے كہ يہا</w:t>
      </w:r>
      <w:r w:rsidR="007D6C9B">
        <w:rPr>
          <w:rtl/>
        </w:rPr>
        <w:t xml:space="preserve">ں </w:t>
      </w:r>
      <w:r>
        <w:rPr>
          <w:rtl/>
        </w:rPr>
        <w:t>ضلالت وگمراہى سے مراد عقيدہ اور نظر يہ كى گمراہى نہي</w:t>
      </w:r>
      <w:r w:rsidR="007D6C9B">
        <w:rPr>
          <w:rtl/>
        </w:rPr>
        <w:t xml:space="preserve">ں </w:t>
      </w:r>
      <w:r>
        <w:rPr>
          <w:rtl/>
        </w:rPr>
        <w:t>ہے بلكہ يوسف سے متعلق مسائل كے سمجھنے مي</w:t>
      </w:r>
      <w:r w:rsidR="007D6C9B">
        <w:rPr>
          <w:rtl/>
        </w:rPr>
        <w:t xml:space="preserve">ں </w:t>
      </w:r>
      <w:r>
        <w:rPr>
          <w:rtl/>
        </w:rPr>
        <w:t xml:space="preserve">گمراہى مراد ہے _ </w:t>
      </w:r>
    </w:p>
    <w:p w:rsidR="00DE2D7F" w:rsidRDefault="00DE2D7F" w:rsidP="00D07B54">
      <w:pPr>
        <w:pStyle w:val="libNormal"/>
        <w:rPr>
          <w:rtl/>
        </w:rPr>
      </w:pPr>
      <w:r>
        <w:rPr>
          <w:rtl/>
        </w:rPr>
        <w:t xml:space="preserve">بہركيف ان الفاظ سے ظاہر ہو تا ہے كہ وہ لوگ اس عظيم كہن سال اور روشن ضمير پيغمبر سے كيسا شديد اورجسا رت آميز سلوك كر تے تھے _ </w:t>
      </w:r>
    </w:p>
    <w:p w:rsidR="00DE2D7F" w:rsidRDefault="00DE2D7F" w:rsidP="00D07B54">
      <w:pPr>
        <w:pStyle w:val="libNormal"/>
        <w:rPr>
          <w:rtl/>
        </w:rPr>
      </w:pPr>
      <w:r>
        <w:rPr>
          <w:rtl/>
        </w:rPr>
        <w:t>ايك جگہ انہو</w:t>
      </w:r>
      <w:r w:rsidR="007D6C9B">
        <w:rPr>
          <w:rtl/>
        </w:rPr>
        <w:t xml:space="preserve">ں </w:t>
      </w:r>
      <w:r>
        <w:rPr>
          <w:rtl/>
        </w:rPr>
        <w:t>نے كہا : ہمارا باپ ''ضلال مبين ''( كھلى گمراہى )مي</w:t>
      </w:r>
      <w:r w:rsidR="007D6C9B">
        <w:rPr>
          <w:rtl/>
        </w:rPr>
        <w:t xml:space="preserve">ں </w:t>
      </w:r>
      <w:r>
        <w:rPr>
          <w:rtl/>
        </w:rPr>
        <w:t xml:space="preserve">ہے اور يہا </w:t>
      </w:r>
      <w:r w:rsidR="007D6C9B">
        <w:rPr>
          <w:rtl/>
        </w:rPr>
        <w:t xml:space="preserve">ں </w:t>
      </w:r>
      <w:r>
        <w:rPr>
          <w:rtl/>
        </w:rPr>
        <w:t>انہو</w:t>
      </w:r>
      <w:r w:rsidR="007D6C9B">
        <w:rPr>
          <w:rtl/>
        </w:rPr>
        <w:t xml:space="preserve">ں </w:t>
      </w:r>
      <w:r>
        <w:rPr>
          <w:rtl/>
        </w:rPr>
        <w:t>نے كہا: تم اپنى اسى دير ينہ گمرا ہى مي</w:t>
      </w:r>
      <w:r w:rsidR="007D6C9B">
        <w:rPr>
          <w:rtl/>
        </w:rPr>
        <w:t xml:space="preserve">ں </w:t>
      </w:r>
      <w:r>
        <w:rPr>
          <w:rtl/>
        </w:rPr>
        <w:t xml:space="preserve">ہو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44785">
        <w:rPr>
          <w:rtl/>
        </w:rPr>
        <w:t>9</w:t>
      </w:r>
      <w:r w:rsidR="00E664BB">
        <w:rPr>
          <w:rtl/>
        </w:rPr>
        <w:t>5</w:t>
      </w:r>
      <w:r>
        <w:rPr>
          <w:rtl/>
        </w:rPr>
        <w:t xml:space="preserve"> </w:t>
      </w:r>
    </w:p>
    <w:p w:rsidR="00C66CA6" w:rsidRDefault="00C2634E" w:rsidP="00D07B54">
      <w:pPr>
        <w:pStyle w:val="libNormal"/>
        <w:rPr>
          <w:rtl/>
        </w:rPr>
      </w:pPr>
      <w:r>
        <w:rPr>
          <w:rtl/>
        </w:rPr>
        <w:t xml:space="preserve"> </w:t>
      </w:r>
      <w:r>
        <w:rPr>
          <w:rtl/>
        </w:rPr>
        <w:br w:type="page"/>
      </w:r>
    </w:p>
    <w:p w:rsidR="00C66CA6" w:rsidRDefault="00C66CA6" w:rsidP="00D07B54">
      <w:pPr>
        <w:pStyle w:val="libNormal"/>
        <w:rPr>
          <w:rtl/>
        </w:rPr>
      </w:pPr>
    </w:p>
    <w:p w:rsidR="00DE2D7F" w:rsidRDefault="00DE2D7F" w:rsidP="00D07B54">
      <w:pPr>
        <w:pStyle w:val="libNormal"/>
        <w:rPr>
          <w:rtl/>
        </w:rPr>
      </w:pPr>
      <w:r>
        <w:rPr>
          <w:rtl/>
        </w:rPr>
        <w:t>وہ پير كنعان كے دل كى پاكيزگى اور روشنى سے بے خبر تھے ان كا خيال تھا كہ اس كا دل بھى انہى كے دل كى طرح تاريك ہے انہي</w:t>
      </w:r>
      <w:r w:rsidR="007D6C9B">
        <w:rPr>
          <w:rtl/>
        </w:rPr>
        <w:t xml:space="preserve">ں </w:t>
      </w:r>
      <w:r>
        <w:rPr>
          <w:rtl/>
        </w:rPr>
        <w:t>يہ خيال نہ تھا كہ آيندہ كے واقعات اور دور ونزيك كے مقامات اس كے آئينہ دل مي</w:t>
      </w:r>
      <w:r w:rsidR="007D6C9B">
        <w:rPr>
          <w:rtl/>
        </w:rPr>
        <w:t xml:space="preserve">ں </w:t>
      </w:r>
      <w:r>
        <w:rPr>
          <w:rtl/>
        </w:rPr>
        <w:t>منعكس ہو تے ہي</w:t>
      </w:r>
      <w:r w:rsidR="007D6C9B">
        <w:rPr>
          <w:rtl/>
        </w:rPr>
        <w:t xml:space="preserve">ں </w:t>
      </w:r>
      <w:r>
        <w:rPr>
          <w:rtl/>
        </w:rPr>
        <w:t xml:space="preserve">_ </w:t>
      </w:r>
    </w:p>
    <w:p w:rsidR="00DE2D7F" w:rsidRDefault="00DE2D7F" w:rsidP="00D07B54">
      <w:pPr>
        <w:pStyle w:val="libNormal"/>
        <w:rPr>
          <w:rtl/>
        </w:rPr>
      </w:pPr>
    </w:p>
    <w:p w:rsidR="00C66CA6" w:rsidRDefault="00DE2D7F" w:rsidP="00D07B54">
      <w:pPr>
        <w:pStyle w:val="Heading2Center"/>
        <w:rPr>
          <w:rtl/>
        </w:rPr>
      </w:pPr>
      <w:bookmarkStart w:id="188" w:name="_Toc7268585"/>
      <w:r>
        <w:rPr>
          <w:rtl/>
        </w:rPr>
        <w:t>قافلہ كنعان پہو نچتا ہے</w:t>
      </w:r>
      <w:bookmarkEnd w:id="188"/>
    </w:p>
    <w:p w:rsidR="00DE2D7F" w:rsidRDefault="00DE2D7F" w:rsidP="00D07B54">
      <w:pPr>
        <w:pStyle w:val="libNormal"/>
        <w:rPr>
          <w:rtl/>
        </w:rPr>
      </w:pPr>
      <w:r>
        <w:rPr>
          <w:rtl/>
        </w:rPr>
        <w:t xml:space="preserve"> كئي رات دن بيت گئے يعقوب اسى طرح انتظار مي</w:t>
      </w:r>
      <w:r w:rsidR="007D6C9B">
        <w:rPr>
          <w:rtl/>
        </w:rPr>
        <w:t xml:space="preserve">ں </w:t>
      </w:r>
      <w:r>
        <w:rPr>
          <w:rtl/>
        </w:rPr>
        <w:t>تھے ايسا پر سوز انتظار كہ جس كى گہرائي مي</w:t>
      </w:r>
      <w:r w:rsidR="007D6C9B">
        <w:rPr>
          <w:rtl/>
        </w:rPr>
        <w:t xml:space="preserve">ں </w:t>
      </w:r>
      <w:r>
        <w:rPr>
          <w:rtl/>
        </w:rPr>
        <w:t>مسرت وشاد مانى اور سكون واطمينان مو جزن تھا حالانكہ ان كے پاس رہنے والو</w:t>
      </w:r>
      <w:r w:rsidR="007D6C9B">
        <w:rPr>
          <w:rtl/>
        </w:rPr>
        <w:t xml:space="preserve">ں </w:t>
      </w:r>
      <w:r>
        <w:rPr>
          <w:rtl/>
        </w:rPr>
        <w:t>كو ان مسائل سے كو ئي دلچسپى نہ تھى اور وہ سمجھتے تھے كہ يو سف كا معا ملہ ہميشہ كے لئے ختم ہو چكا ہے معلوم نہي</w:t>
      </w:r>
      <w:r w:rsidR="007D6C9B">
        <w:rPr>
          <w:rtl/>
        </w:rPr>
        <w:t xml:space="preserve">ں </w:t>
      </w:r>
      <w:r>
        <w:rPr>
          <w:rtl/>
        </w:rPr>
        <w:t>يعقوب پر يہ چند دن كس طرح گز ري</w:t>
      </w:r>
      <w:r w:rsidR="007D6C9B">
        <w:rPr>
          <w:rtl/>
        </w:rPr>
        <w:t xml:space="preserve">ں </w:t>
      </w:r>
      <w:r>
        <w:rPr>
          <w:rtl/>
        </w:rPr>
        <w:t>گے_ آخر ايك دن آيا جب آوزآئي وہ ديكھو مصر سے كنعان كا قافلہ آيا ہے گزشتہ سفرو</w:t>
      </w:r>
      <w:r w:rsidR="007D6C9B">
        <w:rPr>
          <w:rtl/>
        </w:rPr>
        <w:t xml:space="preserve">ں </w:t>
      </w:r>
      <w:r>
        <w:rPr>
          <w:rtl/>
        </w:rPr>
        <w:t>كے بر خلاف فرزند ان يعقوب شادا</w:t>
      </w:r>
      <w:r w:rsidR="007D6C9B">
        <w:rPr>
          <w:rtl/>
        </w:rPr>
        <w:t xml:space="preserve">ں </w:t>
      </w:r>
      <w:r>
        <w:rPr>
          <w:rtl/>
        </w:rPr>
        <w:t>وخرّم شہر مي</w:t>
      </w:r>
      <w:r w:rsidR="007D6C9B">
        <w:rPr>
          <w:rtl/>
        </w:rPr>
        <w:t xml:space="preserve">ں </w:t>
      </w:r>
      <w:r>
        <w:rPr>
          <w:rtl/>
        </w:rPr>
        <w:t xml:space="preserve">داخل ہوئے اور بڑى تيزى سے باپ كے گھر پہنچ گئے سب سے پہلے ''بشير ''بوڑھے يعقوب كے پاس آيا وہي'' بشير '' (جو وصال كى بشارت لايا تھا اور جس كے پاس يو سف كا پير اہن تھا ) اس نے آتے ہى پير اہن يعقوب كے چہر ے پر ڈال ديا _ </w:t>
      </w:r>
    </w:p>
    <w:p w:rsidR="00DE2D7F" w:rsidRDefault="00DE2D7F" w:rsidP="00D07B54">
      <w:pPr>
        <w:pStyle w:val="libNormal"/>
        <w:rPr>
          <w:rtl/>
        </w:rPr>
      </w:pPr>
      <w:r>
        <w:rPr>
          <w:rtl/>
        </w:rPr>
        <w:t>يعقوب كى آنكھي</w:t>
      </w:r>
      <w:r w:rsidR="007D6C9B">
        <w:rPr>
          <w:rtl/>
        </w:rPr>
        <w:t xml:space="preserve">ں </w:t>
      </w:r>
      <w:r>
        <w:rPr>
          <w:rtl/>
        </w:rPr>
        <w:t>تو بے نور تھي</w:t>
      </w:r>
      <w:r w:rsidR="007D6C9B">
        <w:rPr>
          <w:rtl/>
        </w:rPr>
        <w:t xml:space="preserve">ں </w:t>
      </w:r>
      <w:r>
        <w:rPr>
          <w:rtl/>
        </w:rPr>
        <w:t>وہ پير اہن كو ديكھ نہ سكتے تھا انہو</w:t>
      </w:r>
      <w:r w:rsidR="007D6C9B">
        <w:rPr>
          <w:rtl/>
        </w:rPr>
        <w:t xml:space="preserve">ں </w:t>
      </w:r>
      <w:r>
        <w:rPr>
          <w:rtl/>
        </w:rPr>
        <w:t>نے محسوس كيا كہ ايك آشنا خو شبو ان كى مشام جان مي</w:t>
      </w:r>
      <w:r w:rsidR="007D6C9B">
        <w:rPr>
          <w:rtl/>
        </w:rPr>
        <w:t xml:space="preserve">ں </w:t>
      </w:r>
      <w:r>
        <w:rPr>
          <w:rtl/>
        </w:rPr>
        <w:t>اتر گئي ہے يہ ايك پُركيف زري</w:t>
      </w:r>
      <w:r w:rsidR="007D6C9B">
        <w:rPr>
          <w:rtl/>
        </w:rPr>
        <w:t xml:space="preserve">ں </w:t>
      </w:r>
      <w:r>
        <w:rPr>
          <w:rtl/>
        </w:rPr>
        <w:t>لمحہ تھا گويا ان كے وجود كا ہر ذرہ روشن ہو گيا ہو آسمان وزمين مسكرا اٹھے ہو</w:t>
      </w:r>
      <w:r w:rsidR="007D6C9B">
        <w:rPr>
          <w:rtl/>
        </w:rPr>
        <w:t xml:space="preserve">ں </w:t>
      </w:r>
      <w:r>
        <w:rPr>
          <w:rtl/>
        </w:rPr>
        <w:t>ہر طرف قہقہے بكھر گئے ہو</w:t>
      </w:r>
      <w:r w:rsidR="007D6C9B">
        <w:rPr>
          <w:rtl/>
        </w:rPr>
        <w:t xml:space="preserve">ں </w:t>
      </w:r>
      <w:r>
        <w:rPr>
          <w:rtl/>
        </w:rPr>
        <w:t>نسيم رحمت چل اٹھى ہوا اور غم واند وہ كا گر د وغبار لپيٹ كر لے جارہى ہو، درود يوار سے خوشى كے نعرے سنا ئي دے رہے تھے اور يعقوب كى آنكھي</w:t>
      </w:r>
      <w:r w:rsidR="007D6C9B">
        <w:rPr>
          <w:rtl/>
        </w:rPr>
        <w:t xml:space="preserve">ں </w:t>
      </w:r>
      <w:r>
        <w:rPr>
          <w:rtl/>
        </w:rPr>
        <w:t>روشن ہو گئي ہي</w:t>
      </w:r>
      <w:r w:rsidR="007D6C9B">
        <w:rPr>
          <w:rtl/>
        </w:rPr>
        <w:t xml:space="preserve">ں </w:t>
      </w:r>
      <w:r>
        <w:rPr>
          <w:rtl/>
        </w:rPr>
        <w:t>اور وہ ہر جگہ ديكھ رہے ہي</w:t>
      </w:r>
      <w:r w:rsidR="007D6C9B">
        <w:rPr>
          <w:rtl/>
        </w:rPr>
        <w:t xml:space="preserve">ں </w:t>
      </w:r>
      <w:r>
        <w:rPr>
          <w:rtl/>
        </w:rPr>
        <w:t>دنيا اپنى تمام تر زيبا ئيو</w:t>
      </w:r>
      <w:r w:rsidR="007D6C9B">
        <w:rPr>
          <w:rtl/>
        </w:rPr>
        <w:t xml:space="preserve">ں </w:t>
      </w:r>
      <w:r>
        <w:rPr>
          <w:rtl/>
        </w:rPr>
        <w:t>كے ساتھ ايك مر تبہ پھر ان آنكھو</w:t>
      </w:r>
      <w:r w:rsidR="007D6C9B">
        <w:rPr>
          <w:rtl/>
        </w:rPr>
        <w:t xml:space="preserve">ں </w:t>
      </w:r>
      <w:r>
        <w:rPr>
          <w:rtl/>
        </w:rPr>
        <w:t xml:space="preserve">كے سامنے تھى جيسا كہ قرآن كہتا ہے :'' جب بشارت دينے والا آيا تو اس نے وہ (پيراہن ) ان كے چہرے پر ڈال ديا تو اچا نك وہ بينا ہو گئے''_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44785">
        <w:rPr>
          <w:rtl/>
        </w:rPr>
        <w:t>9</w:t>
      </w:r>
      <w:r w:rsidR="00E664BB">
        <w:rPr>
          <w:rtl/>
        </w:rPr>
        <w:t>6</w:t>
      </w:r>
      <w:r>
        <w:rPr>
          <w:rtl/>
        </w:rPr>
        <w:t xml:space="preserve"> </w:t>
      </w:r>
    </w:p>
    <w:p w:rsidR="00C66CA6"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بھا ئيو</w:t>
      </w:r>
      <w:r w:rsidR="007D6C9B">
        <w:rPr>
          <w:rtl/>
        </w:rPr>
        <w:t xml:space="preserve">ں </w:t>
      </w:r>
      <w:r>
        <w:rPr>
          <w:rtl/>
        </w:rPr>
        <w:t>اور گر دو پيش والو</w:t>
      </w:r>
      <w:r w:rsidR="007D6C9B">
        <w:rPr>
          <w:rtl/>
        </w:rPr>
        <w:t xml:space="preserve">ں </w:t>
      </w:r>
      <w:r>
        <w:rPr>
          <w:rtl/>
        </w:rPr>
        <w:t>كى آنكھو</w:t>
      </w:r>
      <w:r w:rsidR="007D6C9B">
        <w:rPr>
          <w:rtl/>
        </w:rPr>
        <w:t xml:space="preserve">ں </w:t>
      </w:r>
      <w:r>
        <w:rPr>
          <w:rtl/>
        </w:rPr>
        <w:t>سے خوشى كے آنسو امنڈ آئے اور يعقوب نے پورے اعتماد سے كہا : ''مي</w:t>
      </w:r>
      <w:r w:rsidR="007D6C9B">
        <w:rPr>
          <w:rtl/>
        </w:rPr>
        <w:t xml:space="preserve">ں </w:t>
      </w:r>
      <w:r>
        <w:rPr>
          <w:rtl/>
        </w:rPr>
        <w:t>نہ كہتا تھا كہ مي</w:t>
      </w:r>
      <w:r w:rsidR="007D6C9B">
        <w:rPr>
          <w:rtl/>
        </w:rPr>
        <w:t xml:space="preserve">ں </w:t>
      </w:r>
      <w:r>
        <w:rPr>
          <w:rtl/>
        </w:rPr>
        <w:t>خدا كى طرف سے ايسى چيزي</w:t>
      </w:r>
      <w:r w:rsidR="007D6C9B">
        <w:rPr>
          <w:rtl/>
        </w:rPr>
        <w:t xml:space="preserve">ں </w:t>
      </w:r>
      <w:r>
        <w:rPr>
          <w:rtl/>
        </w:rPr>
        <w:t>جانتا ہو</w:t>
      </w:r>
      <w:r w:rsidR="007D6C9B">
        <w:rPr>
          <w:rtl/>
        </w:rPr>
        <w:t xml:space="preserve">ں </w:t>
      </w:r>
      <w:r>
        <w:rPr>
          <w:rtl/>
        </w:rPr>
        <w:t>جنہي</w:t>
      </w:r>
      <w:r w:rsidR="007D6C9B">
        <w:rPr>
          <w:rtl/>
        </w:rPr>
        <w:t xml:space="preserve">ں </w:t>
      </w:r>
      <w:r>
        <w:rPr>
          <w:rtl/>
        </w:rPr>
        <w:t>تم نہي</w:t>
      </w:r>
      <w:r w:rsidR="007D6C9B">
        <w:rPr>
          <w:rtl/>
        </w:rPr>
        <w:t xml:space="preserve">ں </w:t>
      </w:r>
      <w:r>
        <w:rPr>
          <w:rtl/>
        </w:rPr>
        <w:t>جا نتے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اس معجزے پر بھا ئي گہرى فكر مي</w:t>
      </w:r>
      <w:r w:rsidR="007D6C9B">
        <w:rPr>
          <w:rtl/>
        </w:rPr>
        <w:t xml:space="preserve">ں </w:t>
      </w:r>
      <w:r>
        <w:rPr>
          <w:rtl/>
        </w:rPr>
        <w:t>ڈوب گئے ايك لمحے كے لئے اپنا تاريك ماضى ان كى آنكھو</w:t>
      </w:r>
      <w:r w:rsidR="007D6C9B">
        <w:rPr>
          <w:rtl/>
        </w:rPr>
        <w:t xml:space="preserve">ں </w:t>
      </w:r>
      <w:r>
        <w:rPr>
          <w:rtl/>
        </w:rPr>
        <w:t>كے سامنے گھوم گيا ، خطا ،گنا ہ ، اشتباہ اور تنگ نظر ى سے پُر ماضى ليكن كتنى اچھى بات ہے كہ جب انسان اپنى غلطى كو سمجھ لے تو فوراً اس كى اصلاح اور تلافى كى فكر كرے فرزند ان يعقوب بھى اسى فكر مي</w:t>
      </w:r>
      <w:r w:rsidR="007D6C9B">
        <w:rPr>
          <w:rtl/>
        </w:rPr>
        <w:t xml:space="preserve">ں </w:t>
      </w:r>
      <w:r>
        <w:rPr>
          <w:rtl/>
        </w:rPr>
        <w:t>گم ہو گئے انہو</w:t>
      </w:r>
      <w:r w:rsidR="007D6C9B">
        <w:rPr>
          <w:rtl/>
        </w:rPr>
        <w:t xml:space="preserve">ں </w:t>
      </w:r>
      <w:r>
        <w:rPr>
          <w:rtl/>
        </w:rPr>
        <w:t>نے باپ كا دامن پكڑليا اور كہا :''بابا جا ن خدا سے درخواست كيجئے كہ وہ ہمارے گنا ہو</w:t>
      </w:r>
      <w:r w:rsidR="007D6C9B">
        <w:rPr>
          <w:rtl/>
        </w:rPr>
        <w:t xml:space="preserve">ں </w:t>
      </w:r>
      <w:r>
        <w:rPr>
          <w:rtl/>
        </w:rPr>
        <w:t>اور خطائو</w:t>
      </w:r>
      <w:r w:rsidR="007D6C9B">
        <w:rPr>
          <w:rtl/>
        </w:rPr>
        <w:t xml:space="preserve">ں </w:t>
      </w:r>
      <w:r>
        <w:rPr>
          <w:rtl/>
        </w:rPr>
        <w:t>كو بخش دے كيو نكہ ہم گنہگار اور خطا كار تھے_''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بزرگور اور با عظمت بوڑھا جس كا ظرف سمندر كى طرح وسيع تھا ، اس نے كوئي ملامت وسرزنش كئے بغير ان سے وعدہ كيا كہ'' مي</w:t>
      </w:r>
      <w:r w:rsidR="007D6C9B">
        <w:rPr>
          <w:rtl/>
        </w:rPr>
        <w:t xml:space="preserve">ں </w:t>
      </w:r>
      <w:r>
        <w:rPr>
          <w:rtl/>
        </w:rPr>
        <w:t>بہت جلدى تمہارے لئے اپنے پروردگار سے مغفرت طلب كرو</w:t>
      </w:r>
      <w:r w:rsidR="007D6C9B">
        <w:rPr>
          <w:rtl/>
        </w:rPr>
        <w:t xml:space="preserve">ں </w:t>
      </w:r>
      <w:r>
        <w:rPr>
          <w:rtl/>
        </w:rPr>
        <w:t>گااور مجھے اميد ہے كہ وہ تمہارى تو بہ قبول كرلے گا اور تمہارے گناہو</w:t>
      </w:r>
      <w:r w:rsidR="007D6C9B">
        <w:rPr>
          <w:rtl/>
        </w:rPr>
        <w:t xml:space="preserve">ں </w:t>
      </w:r>
      <w:r>
        <w:rPr>
          <w:rtl/>
        </w:rPr>
        <w:t>سے صرف نظر كرے گا ''كيونكہ وہ غفور ورحيم ہے_''</w:t>
      </w:r>
      <w:r w:rsidRPr="00AD1EF3">
        <w:rPr>
          <w:rStyle w:val="libFootnotenumChar"/>
          <w:rtl/>
        </w:rPr>
        <w:t>(</w:t>
      </w:r>
      <w:r w:rsidR="00E664BB" w:rsidRPr="00AD1EF3">
        <w:rPr>
          <w:rStyle w:val="libFootnotenumChar"/>
          <w:rtl/>
        </w:rPr>
        <w:t>3</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44785">
        <w:rPr>
          <w:rtl/>
        </w:rPr>
        <w:t>9</w:t>
      </w:r>
      <w:r w:rsidR="00E664BB">
        <w:rPr>
          <w:rtl/>
        </w:rPr>
        <w:t>6</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44785">
        <w:rPr>
          <w:rtl/>
        </w:rPr>
        <w:t>9</w:t>
      </w:r>
      <w:r w:rsidR="00E664BB">
        <w:rPr>
          <w:rtl/>
        </w:rPr>
        <w:t>7</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44785">
        <w:rPr>
          <w:rtl/>
        </w:rPr>
        <w:t>9</w:t>
      </w:r>
      <w:r w:rsidR="00E664BB">
        <w:rPr>
          <w:rtl/>
        </w:rPr>
        <w:t>8</w:t>
      </w:r>
      <w:r>
        <w:rPr>
          <w:rtl/>
        </w:rPr>
        <w:t xml:space="preserve"> </w:t>
      </w:r>
    </w:p>
    <w:p w:rsidR="00DE2D7F" w:rsidRDefault="00DE2D7F" w:rsidP="00D07B54">
      <w:pPr>
        <w:pStyle w:val="libFootnote"/>
        <w:rPr>
          <w:rtl/>
        </w:rPr>
      </w:pPr>
      <w:r>
        <w:rPr>
          <w:rtl/>
        </w:rPr>
        <w:t>(</w:t>
      </w:r>
      <w:r w:rsidR="00E664BB">
        <w:rPr>
          <w:rtl/>
        </w:rPr>
        <w:t>4</w:t>
      </w:r>
      <w:r>
        <w:rPr>
          <w:rtl/>
        </w:rPr>
        <w:t>)يہا</w:t>
      </w:r>
      <w:r w:rsidR="007D6C9B">
        <w:rPr>
          <w:rtl/>
        </w:rPr>
        <w:t xml:space="preserve">ں </w:t>
      </w:r>
      <w:r>
        <w:rPr>
          <w:rtl/>
        </w:rPr>
        <w:t>پر چند سوال پيدا ہو تے ہي</w:t>
      </w:r>
      <w:r w:rsidR="007D6C9B">
        <w:rPr>
          <w:rtl/>
        </w:rPr>
        <w:t xml:space="preserve">ں </w:t>
      </w:r>
      <w:r>
        <w:rPr>
          <w:rtl/>
        </w:rPr>
        <w:t xml:space="preserve">: </w:t>
      </w:r>
    </w:p>
    <w:p w:rsidR="00DE2D7F" w:rsidRDefault="00E664BB" w:rsidP="00D07B54">
      <w:pPr>
        <w:pStyle w:val="libFootnote"/>
        <w:rPr>
          <w:rtl/>
        </w:rPr>
      </w:pPr>
      <w:r>
        <w:rPr>
          <w:rtl/>
        </w:rPr>
        <w:t>1</w:t>
      </w:r>
      <w:r w:rsidR="00DE2D7F">
        <w:rPr>
          <w:rtl/>
        </w:rPr>
        <w:t xml:space="preserve">_يعقوب نے پيراہن يو سف كى خو شبو كيسے محسو س كى ؟ </w:t>
      </w:r>
    </w:p>
    <w:p w:rsidR="00A404B5" w:rsidRDefault="00DE2D7F" w:rsidP="00D07B54">
      <w:pPr>
        <w:pStyle w:val="libFootnote"/>
        <w:rPr>
          <w:rtl/>
        </w:rPr>
      </w:pPr>
      <w:r>
        <w:rPr>
          <w:rtl/>
        </w:rPr>
        <w:t>يہ سوال بہت سے مفسر ين نے اٹھا يا ہے اور اس پر بحث كى ہے عام طور پر مفسرين نے اسے يعقوب يا يو سف كا معجزہ قرار ديا ہے ليكن چو نكہ قرآن نے اسے اعجاز يا غير اعجا ز ہو نے كے لحاظ سے پيش نہي</w:t>
      </w:r>
      <w:r w:rsidR="007D6C9B">
        <w:rPr>
          <w:rtl/>
        </w:rPr>
        <w:t xml:space="preserve">ں </w:t>
      </w:r>
      <w:r>
        <w:rPr>
          <w:rtl/>
        </w:rPr>
        <w:t>كيا اور اس سلسلے مي</w:t>
      </w:r>
      <w:r w:rsidR="007D6C9B">
        <w:rPr>
          <w:rtl/>
        </w:rPr>
        <w:t xml:space="preserve">ں </w:t>
      </w:r>
      <w:r>
        <w:rPr>
          <w:rtl/>
        </w:rPr>
        <w:t>خا مو شى اختيار كى ہے اس كى سائنس توجيہ معلوم كى جاسكتى ہے_ موجودہ زمانے مي</w:t>
      </w:r>
      <w:r w:rsidR="007D6C9B">
        <w:rPr>
          <w:rtl/>
        </w:rPr>
        <w:t xml:space="preserve">ں </w:t>
      </w:r>
      <w:r>
        <w:rPr>
          <w:rtl/>
        </w:rPr>
        <w:t>''ٹيلى پيتھي'' ايك مسلمہ علمى مسئلہ ہے ( اس مي</w:t>
      </w:r>
      <w:r w:rsidR="007D6C9B">
        <w:rPr>
          <w:rtl/>
        </w:rPr>
        <w:t xml:space="preserve">ں </w:t>
      </w:r>
      <w:r>
        <w:rPr>
          <w:rtl/>
        </w:rPr>
        <w:t>يہ بات تسليم كى گئي ہے كہ ايك دوسرے سے دور رہنے والے كے درميان فكرى ارتباط اور روحانى رابطہ ہوسكتا ہے اسے ''انتقال فكر'' كہتے ہي</w:t>
      </w:r>
      <w:r w:rsidR="007D6C9B">
        <w:rPr>
          <w:rtl/>
        </w:rPr>
        <w:t xml:space="preserve">ں </w:t>
      </w:r>
      <w:r>
        <w:rPr>
          <w:rtl/>
        </w:rPr>
        <w:t>) ايسے افراد جو ايك دوسرے سے نزديكى تعلق ركھتے ہي</w:t>
      </w:r>
      <w:r w:rsidR="007D6C9B">
        <w:rPr>
          <w:rtl/>
        </w:rPr>
        <w:t xml:space="preserve">ں </w:t>
      </w:r>
      <w:r>
        <w:rPr>
          <w:rtl/>
        </w:rPr>
        <w:t>يا جو بہت زيادہ روحانى طاقت ركھتے ہي</w:t>
      </w:r>
      <w:r w:rsidR="007D6C9B">
        <w:rPr>
          <w:rtl/>
        </w:rPr>
        <w:t xml:space="preserve">ں </w:t>
      </w:r>
      <w:r>
        <w:rPr>
          <w:rtl/>
        </w:rPr>
        <w:t>يہ تعلق ان كے درميان پيدا ہوتا ہے شايد ہم مي</w:t>
      </w:r>
      <w:r w:rsidR="007D6C9B">
        <w:rPr>
          <w:rtl/>
        </w:rPr>
        <w:t xml:space="preserve">ں </w:t>
      </w:r>
      <w:r>
        <w:rPr>
          <w:rtl/>
        </w:rPr>
        <w:t>سے بہت سے افراد نے اپنى روز مرہ كى زندگى مي</w:t>
      </w:r>
      <w:r w:rsidR="007D6C9B">
        <w:rPr>
          <w:rtl/>
        </w:rPr>
        <w:t xml:space="preserve">ں </w:t>
      </w:r>
      <w:r>
        <w:rPr>
          <w:rtl/>
        </w:rPr>
        <w:t>اس كا سامنا كيا ہو كہ بعض اوقات كسى كى والدہ يا بھائي اپنے اندر بلاسبب بہت زيادہ اضطراب او رپريشانى محسوس كرتے ہي</w:t>
      </w:r>
      <w:r w:rsidR="007D6C9B">
        <w:rPr>
          <w:rtl/>
        </w:rPr>
        <w:t xml:space="preserve">ں </w:t>
      </w:r>
      <w:r>
        <w:rPr>
          <w:rtl/>
        </w:rPr>
        <w:t>اور زيادہ دير نہي</w:t>
      </w:r>
      <w:r w:rsidR="007D6C9B">
        <w:rPr>
          <w:rtl/>
        </w:rPr>
        <w:t xml:space="preserve">ں </w:t>
      </w:r>
      <w:r>
        <w:rPr>
          <w:rtl/>
        </w:rPr>
        <w:t>گذر تى كے كہ خبر پہنچتى ہے كہ اس كے بيٹے يا بھائي كو فلا</w:t>
      </w:r>
      <w:r w:rsidR="007D6C9B">
        <w:rPr>
          <w:rtl/>
        </w:rPr>
        <w:t xml:space="preserve">ں </w:t>
      </w:r>
      <w:r>
        <w:rPr>
          <w:rtl/>
        </w:rPr>
        <w:t>دور دراز علاقے مي</w:t>
      </w:r>
      <w:r w:rsidR="007D6C9B">
        <w:rPr>
          <w:rtl/>
        </w:rPr>
        <w:t xml:space="preserve">ں </w:t>
      </w:r>
      <w:r>
        <w:rPr>
          <w:rtl/>
        </w:rPr>
        <w:t>ايك ناگوار حادثہ پيش آيا ہے_ ماہرين اس قسم كے احساس كو ٹيلى پيتھى اور دور دراز كے علاقو</w:t>
      </w:r>
      <w:r w:rsidR="007D6C9B">
        <w:rPr>
          <w:rtl/>
        </w:rPr>
        <w:t xml:space="preserve">ں </w:t>
      </w:r>
      <w:r>
        <w:rPr>
          <w:rtl/>
        </w:rPr>
        <w:t>سے انتقال فكرى كا عمل قرار ديتے ہي</w:t>
      </w:r>
      <w:r w:rsidR="007D6C9B">
        <w:rPr>
          <w:rtl/>
        </w:rPr>
        <w:t xml:space="preserve">ں </w:t>
      </w:r>
      <w:r>
        <w:rPr>
          <w:rtl/>
        </w:rPr>
        <w:t>_ حضرت يعقوب (ع) كے واقعہ مي</w:t>
      </w:r>
      <w:r w:rsidR="007D6C9B">
        <w:rPr>
          <w:rtl/>
        </w:rPr>
        <w:t xml:space="preserve">ں </w:t>
      </w:r>
      <w:r>
        <w:rPr>
          <w:rtl/>
        </w:rPr>
        <w:t>بھى ممكن ہے كہ يوسف (ع) سے شديد محبت اور آپ كى روحانى عظمت كے سبب آپ مي</w:t>
      </w:r>
      <w:r w:rsidR="007D6C9B">
        <w:rPr>
          <w:rtl/>
        </w:rPr>
        <w:t xml:space="preserve">ں </w:t>
      </w:r>
      <w:r>
        <w:rPr>
          <w:rtl/>
        </w:rPr>
        <w:t>وہى احساس پيدا ہوگيا جو يوسف كا كرتہ اٹھاتے وقت بھائيو</w:t>
      </w:r>
      <w:r w:rsidR="007D6C9B">
        <w:rPr>
          <w:rtl/>
        </w:rPr>
        <w:t xml:space="preserve">ں </w:t>
      </w:r>
      <w:r>
        <w:rPr>
          <w:rtl/>
        </w:rPr>
        <w:t>مي</w:t>
      </w:r>
      <w:r w:rsidR="007D6C9B">
        <w:rPr>
          <w:rtl/>
        </w:rPr>
        <w:t xml:space="preserve">ں </w:t>
      </w:r>
      <w:r>
        <w:rPr>
          <w:rtl/>
        </w:rPr>
        <w:t xml:space="preserve">پيدا ہوا تھا_ </w:t>
      </w:r>
    </w:p>
    <w:p w:rsidR="00A404B5" w:rsidRDefault="00A404B5" w:rsidP="00D07B54">
      <w:pPr>
        <w:pStyle w:val="libNormal"/>
        <w:rPr>
          <w:rtl/>
        </w:rPr>
      </w:pPr>
      <w:r>
        <w:rPr>
          <w:rtl/>
        </w:rPr>
        <w:br w:type="page"/>
      </w:r>
    </w:p>
    <w:p w:rsidR="007C5198" w:rsidRDefault="007C5198" w:rsidP="007C5198">
      <w:pPr>
        <w:pStyle w:val="libFootnote"/>
        <w:rPr>
          <w:rtl/>
        </w:rPr>
      </w:pPr>
    </w:p>
    <w:p w:rsidR="00DE2D7F" w:rsidRDefault="00DE2D7F" w:rsidP="00D07B54">
      <w:pPr>
        <w:pStyle w:val="libFootnote"/>
        <w:rPr>
          <w:rtl/>
        </w:rPr>
      </w:pPr>
      <w:r>
        <w:rPr>
          <w:rtl/>
        </w:rPr>
        <w:t>البتہ يہ بات بھى ہر طرح ممكن ہے كہ اس واقعہ كا تعلق انبياء كے دائرہ علم كى وسعت سے ہو ، بعض روايات مي</w:t>
      </w:r>
      <w:r w:rsidR="007D6C9B">
        <w:rPr>
          <w:rtl/>
        </w:rPr>
        <w:t xml:space="preserve">ں </w:t>
      </w:r>
      <w:r>
        <w:rPr>
          <w:rtl/>
        </w:rPr>
        <w:t>بھى انتقال فكر كے مسئلہ كى طرف جاذب نظر اور عمدہ اشارہ كيا گيا ہے مثلاً: كسى نے حضرت امام محمد باقر عليہ السلام سے عرض كيا : كبھى ايسا ہوتا ہے كہ مي</w:t>
      </w:r>
      <w:r w:rsidR="007D6C9B">
        <w:rPr>
          <w:rtl/>
        </w:rPr>
        <w:t xml:space="preserve">ں </w:t>
      </w:r>
      <w:r>
        <w:rPr>
          <w:rtl/>
        </w:rPr>
        <w:t>بغير كسى مصيبت يا ناگوار حادثہ كے غمگين ہوجاتا ہو</w:t>
      </w:r>
      <w:r w:rsidR="007D6C9B">
        <w:rPr>
          <w:rtl/>
        </w:rPr>
        <w:t xml:space="preserve">ں </w:t>
      </w:r>
      <w:r>
        <w:rPr>
          <w:rtl/>
        </w:rPr>
        <w:t>يہا</w:t>
      </w:r>
      <w:r w:rsidR="007D6C9B">
        <w:rPr>
          <w:rtl/>
        </w:rPr>
        <w:t xml:space="preserve">ں </w:t>
      </w:r>
      <w:r>
        <w:rPr>
          <w:rtl/>
        </w:rPr>
        <w:t>تك كہ ميرے گھروالے اور ميرے دوست بھى اس كے اثرات ميرے چہرے پر ديكھ ليتے ہي</w:t>
      </w:r>
      <w:r w:rsidR="007D6C9B">
        <w:rPr>
          <w:rtl/>
        </w:rPr>
        <w:t xml:space="preserve">ں </w:t>
      </w:r>
      <w:r>
        <w:rPr>
          <w:rtl/>
        </w:rPr>
        <w:t xml:space="preserve">_ </w:t>
      </w:r>
    </w:p>
    <w:p w:rsidR="00DE2D7F" w:rsidRDefault="00DE2D7F" w:rsidP="00D07B54">
      <w:pPr>
        <w:pStyle w:val="libFootnote"/>
        <w:rPr>
          <w:rtl/>
        </w:rPr>
      </w:pPr>
      <w:r>
        <w:rPr>
          <w:rtl/>
        </w:rPr>
        <w:t>امام عليہ السلام نے فرمايا: ہا</w:t>
      </w:r>
      <w:r w:rsidR="007D6C9B">
        <w:rPr>
          <w:rtl/>
        </w:rPr>
        <w:t xml:space="preserve">ں </w:t>
      </w:r>
      <w:r>
        <w:rPr>
          <w:rtl/>
        </w:rPr>
        <w:t>، خدا نے مومنين كو ايك ہى بہشتى طينت سے پيدا كيا ہے اور اس كى روح ان مي</w:t>
      </w:r>
      <w:r w:rsidR="007D6C9B">
        <w:rPr>
          <w:rtl/>
        </w:rPr>
        <w:t xml:space="preserve">ں </w:t>
      </w:r>
      <w:r>
        <w:rPr>
          <w:rtl/>
        </w:rPr>
        <w:t>پھونكى ہے لہذا مومنين ايك دوسرے كے بھائي ہي</w:t>
      </w:r>
      <w:r w:rsidR="007D6C9B">
        <w:rPr>
          <w:rtl/>
        </w:rPr>
        <w:t xml:space="preserve">ں </w:t>
      </w:r>
      <w:r>
        <w:rPr>
          <w:rtl/>
        </w:rPr>
        <w:t>جس وقت كسى ايك شہر مي</w:t>
      </w:r>
      <w:r w:rsidR="007D6C9B">
        <w:rPr>
          <w:rtl/>
        </w:rPr>
        <w:t xml:space="preserve">ں </w:t>
      </w:r>
      <w:r>
        <w:rPr>
          <w:rtl/>
        </w:rPr>
        <w:t>ان مي</w:t>
      </w:r>
      <w:r w:rsidR="007D6C9B">
        <w:rPr>
          <w:rtl/>
        </w:rPr>
        <w:t xml:space="preserve">ں </w:t>
      </w:r>
      <w:r>
        <w:rPr>
          <w:rtl/>
        </w:rPr>
        <w:t>سے كسى ايك بھائي كو كوئي مصيبت پيش آتى ہے تو باقى افراد پر اس كا اثر ہوتا ہے_ بعض روايات سے يہ بھى معلوم ہوتا ہے كہ يہ كرتہ كوئي عام كرتہ نہ تھا بلكہ ايك جنتّى پيراہن تھا جو حضرت ابراہيم عليہ السلام كى طرف سے خاندان يعقوب (ع) مي</w:t>
      </w:r>
      <w:r w:rsidR="007D6C9B">
        <w:rPr>
          <w:rtl/>
        </w:rPr>
        <w:t xml:space="preserve">ں </w:t>
      </w:r>
      <w:r>
        <w:rPr>
          <w:rtl/>
        </w:rPr>
        <w:t xml:space="preserve">يادگار كے طور پر چلاآرہا تھا اور جو شخص حضرت يعقوب (ع) كى طرح بہشتى قوت شامہ ركھتا تھا وہ اس كى خوشبو دور سے محسوس كرليتا تھا_ </w:t>
      </w:r>
    </w:p>
    <w:p w:rsidR="00DE2D7F" w:rsidRDefault="00E664BB" w:rsidP="00D07B54">
      <w:pPr>
        <w:pStyle w:val="libFootnote"/>
        <w:rPr>
          <w:rtl/>
        </w:rPr>
      </w:pPr>
      <w:r>
        <w:rPr>
          <w:rtl/>
        </w:rPr>
        <w:t>2</w:t>
      </w:r>
      <w:r w:rsidR="00DE2D7F">
        <w:rPr>
          <w:rtl/>
        </w:rPr>
        <w:t>_انبياء كے حالات مي</w:t>
      </w:r>
      <w:r w:rsidR="007D6C9B">
        <w:rPr>
          <w:rtl/>
        </w:rPr>
        <w:t xml:space="preserve">ں </w:t>
      </w:r>
      <w:r w:rsidR="00DE2D7F">
        <w:rPr>
          <w:rtl/>
        </w:rPr>
        <w:t xml:space="preserve">فرق_ </w:t>
      </w:r>
    </w:p>
    <w:p w:rsidR="00DE2D7F" w:rsidRDefault="00DE2D7F" w:rsidP="00D07B54">
      <w:pPr>
        <w:pStyle w:val="libFootnote"/>
        <w:rPr>
          <w:rtl/>
        </w:rPr>
      </w:pPr>
      <w:r>
        <w:rPr>
          <w:rtl/>
        </w:rPr>
        <w:t>يہا</w:t>
      </w:r>
      <w:r w:rsidR="007D6C9B">
        <w:rPr>
          <w:rtl/>
        </w:rPr>
        <w:t xml:space="preserve">ں </w:t>
      </w:r>
      <w:r>
        <w:rPr>
          <w:rtl/>
        </w:rPr>
        <w:t>پر ايك اور مشہور اعتراض سامنے آتا ہے فارسى زبان كے اشعار مي</w:t>
      </w:r>
      <w:r w:rsidR="007D6C9B">
        <w:rPr>
          <w:rtl/>
        </w:rPr>
        <w:t xml:space="preserve">ں </w:t>
      </w:r>
      <w:r>
        <w:rPr>
          <w:rtl/>
        </w:rPr>
        <w:t xml:space="preserve">بھى يہ اعتراض بيا ن كيا گيا ہے، كسى نے يعقوب (ع) سے كہا: </w:t>
      </w:r>
    </w:p>
    <w:p w:rsidR="00DE2D7F" w:rsidRDefault="00DE2D7F" w:rsidP="00D07B54">
      <w:pPr>
        <w:pStyle w:val="libFootnote"/>
        <w:rPr>
          <w:rtl/>
        </w:rPr>
      </w:pPr>
      <w:r>
        <w:rPr>
          <w:rtl/>
        </w:rPr>
        <w:t xml:space="preserve">زمصرى بوى پيراہن شنيدي </w:t>
      </w:r>
    </w:p>
    <w:p w:rsidR="00DE2D7F" w:rsidRDefault="00DE2D7F" w:rsidP="00D07B54">
      <w:pPr>
        <w:pStyle w:val="libFootnote"/>
        <w:rPr>
          <w:rtl/>
        </w:rPr>
      </w:pPr>
      <w:r>
        <w:rPr>
          <w:rtl/>
        </w:rPr>
        <w:t xml:space="preserve">چرا در جاہ كنعانش نہ ديدي </w:t>
      </w:r>
    </w:p>
    <w:p w:rsidR="00DE2D7F" w:rsidRDefault="00DE2D7F" w:rsidP="00D07B54">
      <w:pPr>
        <w:pStyle w:val="libFootnote"/>
        <w:rPr>
          <w:rtl/>
        </w:rPr>
      </w:pPr>
      <w:r>
        <w:rPr>
          <w:rtl/>
        </w:rPr>
        <w:t>يعنى آپ نے مصر سے پيراہن كى خوشبو سونگھ لى ليكن آپ كو كنعان كے كنوي</w:t>
      </w:r>
      <w:r w:rsidR="007D6C9B">
        <w:rPr>
          <w:rtl/>
        </w:rPr>
        <w:t xml:space="preserve">ں </w:t>
      </w:r>
      <w:r>
        <w:rPr>
          <w:rtl/>
        </w:rPr>
        <w:t>مي</w:t>
      </w:r>
      <w:r w:rsidR="007D6C9B">
        <w:rPr>
          <w:rtl/>
        </w:rPr>
        <w:t xml:space="preserve">ں </w:t>
      </w:r>
      <w:r>
        <w:rPr>
          <w:rtl/>
        </w:rPr>
        <w:t>يوسف كيو</w:t>
      </w:r>
      <w:r w:rsidR="007D6C9B">
        <w:rPr>
          <w:rtl/>
        </w:rPr>
        <w:t xml:space="preserve">ں </w:t>
      </w:r>
      <w:r>
        <w:rPr>
          <w:rtl/>
        </w:rPr>
        <w:t xml:space="preserve">نہ دكھائي دئے؟ </w:t>
      </w:r>
    </w:p>
    <w:p w:rsidR="00DC0D8A" w:rsidRDefault="00DE2D7F" w:rsidP="00D07B54">
      <w:pPr>
        <w:pStyle w:val="libFootnote"/>
        <w:rPr>
          <w:rtl/>
        </w:rPr>
      </w:pPr>
      <w:r>
        <w:rPr>
          <w:rtl/>
        </w:rPr>
        <w:t xml:space="preserve">كيسے ہوسكتا ہے كہ اس عظيم پيغمبر نے اتنے دور دراز كے علاقے سے يوسف (ع) كى قميص كى خوشبو سونگھ لى جب كہ بعض </w:t>
      </w:r>
      <w:r w:rsidR="00DC0D8A">
        <w:rPr>
          <w:rtl/>
        </w:rPr>
        <w:t xml:space="preserve">نے يہ فاصلہ اسّى فرسخ لكھا ہے اور بعض نے دس دن كى مسافت بيان كى ہے ليكن اپنے علاقہ كنعان كے اندر جب كہ يوسف كو اس كے بھائي كنويں ميں پھينك رہے تھے اور ان پر وہ واقعات گزرہے تھے اس سے يعقوب (ع) آگاہ نہ ہوئے؟ </w:t>
      </w:r>
    </w:p>
    <w:p w:rsidR="00DC0D8A" w:rsidRDefault="00DC0D8A" w:rsidP="00D07B54">
      <w:pPr>
        <w:pStyle w:val="libFootnote"/>
        <w:rPr>
          <w:rtl/>
        </w:rPr>
      </w:pPr>
      <w:r>
        <w:rPr>
          <w:rtl/>
        </w:rPr>
        <w:t xml:space="preserve">قبل اس كے انبياء اور ائمہ عليہم السلام كے علم غيب كى حدود كے بارے ميں جو كچھ كہا جاچكا ہے اس كى طرف توجہ كرتے ہوئے اس سوال كا جواب ہرگز مشكل نہيں رہتا،امور غيب كے متعلق ان كا علم پروردگار كے ارادے اور عطاكئے ہوئے علم پر منحصر ہے جہاں خدا چاہتا ہے وہ جانتے ہيں ، چاہے واقعہ كا تعلق كسى بہت دور دراز علاقے سے ہو اور جہاں وہ نہ چاہے نہيں جانتے چاہے معاملہ كسى نزديك ترين علاقے سے مربط ہو جيسے كسى تاريك رات ميں ايك قافلہ كسى بيابان سے گزررہا ہو آسمان كو بادلوں نے ڈھانپ ركھا ہو ايك لمحہ كے لئے آسمان سے بجلى چمك اٹھے اور بيابان كى تمام گيرائياں او رگہرائياں روشن ہوجائيں اور تمام مسافر ہر طرف سب كچھ ديكھ ليں ليكن دوسرے لمحہ وہ بجلى خاموش ہوجائے او رپھر تاريكى ہر طرف چھا جائے اسى طرح سے كہ كوئي چيز نظر نہ آئے_ </w:t>
      </w:r>
    </w:p>
    <w:p w:rsidR="00DC0D8A" w:rsidRDefault="00DC0D8A" w:rsidP="00D07B54">
      <w:pPr>
        <w:pStyle w:val="libFootnote"/>
        <w:rPr>
          <w:rtl/>
        </w:rPr>
      </w:pPr>
      <w:r>
        <w:rPr>
          <w:rtl/>
        </w:rPr>
        <w:t xml:space="preserve">شايد امام جعفر صادق عليہ السلام سے علم امام كے بارے ميں مروى يہ حديث اسى مفہوم كى طرف اشارہ كرتى ہے ، آپ فرماتے ہيں : </w:t>
      </w:r>
    </w:p>
    <w:p w:rsidR="00DC0D8A" w:rsidRDefault="00DC0D8A" w:rsidP="00D07B54">
      <w:pPr>
        <w:pStyle w:val="libFootnote"/>
        <w:rPr>
          <w:rtl/>
        </w:rPr>
      </w:pPr>
      <w:r>
        <w:rPr>
          <w:rtl/>
        </w:rPr>
        <w:t>''</w:t>
      </w:r>
      <w:r w:rsidRPr="00DC0D8A">
        <w:rPr>
          <w:rStyle w:val="libFootNoteArabicChar"/>
          <w:rtl/>
        </w:rPr>
        <w:t>جعل الل</w:t>
      </w:r>
      <w:r w:rsidR="00421A14" w:rsidRPr="00421A14">
        <w:rPr>
          <w:rStyle w:val="libFootNoteArabicChar"/>
          <w:rFonts w:hint="cs"/>
          <w:rtl/>
        </w:rPr>
        <w:t>ه</w:t>
      </w:r>
      <w:r w:rsidRPr="00DC0D8A">
        <w:rPr>
          <w:rStyle w:val="libFootNoteArabicChar"/>
          <w:rtl/>
        </w:rPr>
        <w:t xml:space="preserve"> </w:t>
      </w:r>
      <w:r w:rsidRPr="00DC0D8A">
        <w:rPr>
          <w:rStyle w:val="libFootNoteArabicChar"/>
          <w:rFonts w:hint="cs"/>
          <w:rtl/>
        </w:rPr>
        <w:t>بين</w:t>
      </w:r>
      <w:r w:rsidR="00421A14" w:rsidRPr="00421A14">
        <w:rPr>
          <w:rStyle w:val="libFootNoteArabicChar"/>
          <w:rFonts w:hint="cs"/>
          <w:rtl/>
        </w:rPr>
        <w:t>ه</w:t>
      </w:r>
      <w:r w:rsidRPr="00DC0D8A">
        <w:rPr>
          <w:rStyle w:val="libFootNoteArabicChar"/>
          <w:rtl/>
        </w:rPr>
        <w:t xml:space="preserve"> </w:t>
      </w:r>
      <w:r w:rsidRPr="00DC0D8A">
        <w:rPr>
          <w:rStyle w:val="libFootNoteArabicChar"/>
          <w:rFonts w:hint="cs"/>
          <w:rtl/>
        </w:rPr>
        <w:t>وبين</w:t>
      </w:r>
      <w:r w:rsidRPr="00DC0D8A">
        <w:rPr>
          <w:rStyle w:val="libFootNoteArabicChar"/>
          <w:rtl/>
        </w:rPr>
        <w:t xml:space="preserve"> </w:t>
      </w:r>
      <w:r w:rsidRPr="00DC0D8A">
        <w:rPr>
          <w:rStyle w:val="libFootNoteArabicChar"/>
          <w:rFonts w:hint="cs"/>
          <w:rtl/>
        </w:rPr>
        <w:t>الامام</w:t>
      </w:r>
      <w:r w:rsidRPr="00DC0D8A">
        <w:rPr>
          <w:rStyle w:val="libFootNoteArabicChar"/>
          <w:rtl/>
        </w:rPr>
        <w:t xml:space="preserve"> </w:t>
      </w:r>
      <w:r w:rsidRPr="00DC0D8A">
        <w:rPr>
          <w:rStyle w:val="libFootNoteArabicChar"/>
          <w:rFonts w:hint="cs"/>
          <w:rtl/>
        </w:rPr>
        <w:t>عموداً</w:t>
      </w:r>
      <w:r w:rsidRPr="00DC0D8A">
        <w:rPr>
          <w:rStyle w:val="libFootNoteArabicChar"/>
          <w:rtl/>
        </w:rPr>
        <w:t xml:space="preserve"> </w:t>
      </w:r>
      <w:r w:rsidRPr="00DC0D8A">
        <w:rPr>
          <w:rStyle w:val="libFootNoteArabicChar"/>
          <w:rFonts w:hint="cs"/>
          <w:rtl/>
        </w:rPr>
        <w:t>من</w:t>
      </w:r>
      <w:r w:rsidRPr="00DC0D8A">
        <w:rPr>
          <w:rStyle w:val="libFootNoteArabicChar"/>
          <w:rtl/>
        </w:rPr>
        <w:t xml:space="preserve"> </w:t>
      </w:r>
      <w:r w:rsidRPr="00DC0D8A">
        <w:rPr>
          <w:rStyle w:val="libFootNoteArabicChar"/>
          <w:rFonts w:hint="cs"/>
          <w:rtl/>
        </w:rPr>
        <w:t>نور</w:t>
      </w:r>
      <w:r w:rsidRPr="00DC0D8A">
        <w:rPr>
          <w:rStyle w:val="libFootNoteArabicChar"/>
          <w:rtl/>
        </w:rPr>
        <w:t xml:space="preserve"> </w:t>
      </w:r>
      <w:r w:rsidRPr="00DC0D8A">
        <w:rPr>
          <w:rStyle w:val="libFootNoteArabicChar"/>
          <w:rFonts w:hint="cs"/>
          <w:rtl/>
        </w:rPr>
        <w:t>ينظر</w:t>
      </w:r>
      <w:r w:rsidRPr="00DC0D8A">
        <w:rPr>
          <w:rStyle w:val="libFootNoteArabicChar"/>
          <w:rtl/>
        </w:rPr>
        <w:t xml:space="preserve"> </w:t>
      </w:r>
      <w:r w:rsidRPr="00DC0D8A">
        <w:rPr>
          <w:rStyle w:val="libFootNoteArabicChar"/>
          <w:rFonts w:hint="cs"/>
          <w:rtl/>
        </w:rPr>
        <w:t>الل</w:t>
      </w:r>
      <w:r w:rsidR="00421A14" w:rsidRPr="00421A14">
        <w:rPr>
          <w:rStyle w:val="libFootNoteArabicChar"/>
          <w:rFonts w:hint="cs"/>
          <w:rtl/>
        </w:rPr>
        <w:t>ه</w:t>
      </w:r>
      <w:r w:rsidRPr="00DC0D8A">
        <w:rPr>
          <w:rStyle w:val="libFootNoteArabicChar"/>
          <w:rtl/>
        </w:rPr>
        <w:t xml:space="preserve"> </w:t>
      </w:r>
      <w:r w:rsidRPr="00DC0D8A">
        <w:rPr>
          <w:rStyle w:val="libFootNoteArabicChar"/>
          <w:rFonts w:hint="cs"/>
          <w:rtl/>
        </w:rPr>
        <w:t>ب</w:t>
      </w:r>
      <w:r w:rsidR="00421A14" w:rsidRPr="00421A14">
        <w:rPr>
          <w:rStyle w:val="libFootNoteArabicChar"/>
          <w:rFonts w:hint="cs"/>
          <w:rtl/>
        </w:rPr>
        <w:t>ه</w:t>
      </w:r>
      <w:r w:rsidRPr="00DC0D8A">
        <w:rPr>
          <w:rStyle w:val="libFootNoteArabicChar"/>
          <w:rtl/>
        </w:rPr>
        <w:t xml:space="preserve"> </w:t>
      </w:r>
      <w:r w:rsidRPr="00DC0D8A">
        <w:rPr>
          <w:rStyle w:val="libFootNoteArabicChar"/>
          <w:rFonts w:hint="cs"/>
          <w:rtl/>
        </w:rPr>
        <w:t>الى</w:t>
      </w:r>
      <w:r w:rsidRPr="00DC0D8A">
        <w:rPr>
          <w:rStyle w:val="libFootNoteArabicChar"/>
          <w:rtl/>
        </w:rPr>
        <w:t xml:space="preserve"> </w:t>
      </w:r>
      <w:r w:rsidRPr="00DC0D8A">
        <w:rPr>
          <w:rStyle w:val="libFootNoteArabicChar"/>
          <w:rFonts w:hint="cs"/>
          <w:rtl/>
        </w:rPr>
        <w:t>الامام</w:t>
      </w:r>
      <w:r w:rsidRPr="00DC0D8A">
        <w:rPr>
          <w:rStyle w:val="libFootNoteArabicChar"/>
          <w:rtl/>
        </w:rPr>
        <w:t xml:space="preserve"> </w:t>
      </w:r>
      <w:r w:rsidRPr="00DC0D8A">
        <w:rPr>
          <w:rStyle w:val="libFootNoteArabicChar"/>
          <w:rFonts w:hint="cs"/>
          <w:rtl/>
        </w:rPr>
        <w:t>وينظر</w:t>
      </w:r>
      <w:r w:rsidRPr="00DC0D8A">
        <w:rPr>
          <w:rStyle w:val="libFootNoteArabicChar"/>
          <w:rtl/>
        </w:rPr>
        <w:t xml:space="preserve"> </w:t>
      </w:r>
      <w:r w:rsidRPr="00DC0D8A">
        <w:rPr>
          <w:rStyle w:val="libFootNoteArabicChar"/>
          <w:rFonts w:hint="cs"/>
          <w:rtl/>
        </w:rPr>
        <w:t>الامام</w:t>
      </w:r>
      <w:r w:rsidRPr="00DC0D8A">
        <w:rPr>
          <w:rStyle w:val="libFootNoteArabicChar"/>
          <w:rtl/>
        </w:rPr>
        <w:t xml:space="preserve"> </w:t>
      </w:r>
      <w:r w:rsidRPr="00DC0D8A">
        <w:rPr>
          <w:rStyle w:val="libFootNoteArabicChar"/>
          <w:rFonts w:hint="cs"/>
          <w:rtl/>
        </w:rPr>
        <w:t>ب</w:t>
      </w:r>
      <w:r w:rsidR="00421A14" w:rsidRPr="00421A14">
        <w:rPr>
          <w:rStyle w:val="libFootNoteArabicChar"/>
          <w:rFonts w:hint="cs"/>
          <w:rtl/>
        </w:rPr>
        <w:t>ه</w:t>
      </w:r>
      <w:r w:rsidRPr="00DC0D8A">
        <w:rPr>
          <w:rStyle w:val="libFootNoteArabicChar"/>
          <w:rtl/>
        </w:rPr>
        <w:t xml:space="preserve"> </w:t>
      </w:r>
      <w:r w:rsidRPr="00DC0D8A">
        <w:rPr>
          <w:rStyle w:val="libFootNoteArabicChar"/>
          <w:rFonts w:hint="cs"/>
          <w:rtl/>
        </w:rPr>
        <w:t>الي</w:t>
      </w:r>
      <w:r w:rsidR="00421A14" w:rsidRPr="00421A14">
        <w:rPr>
          <w:rStyle w:val="libFootNoteArabicChar"/>
          <w:rFonts w:hint="cs"/>
          <w:rtl/>
        </w:rPr>
        <w:t>ه</w:t>
      </w:r>
      <w:r w:rsidRPr="00DC0D8A">
        <w:rPr>
          <w:rStyle w:val="libFootNoteArabicChar"/>
          <w:rFonts w:hint="cs"/>
          <w:rtl/>
        </w:rPr>
        <w:t>،</w:t>
      </w:r>
      <w:r w:rsidRPr="00DC0D8A">
        <w:rPr>
          <w:rStyle w:val="libFootNoteArabicChar"/>
          <w:rtl/>
        </w:rPr>
        <w:t xml:space="preserve"> </w:t>
      </w:r>
      <w:r w:rsidRPr="00DC0D8A">
        <w:rPr>
          <w:rStyle w:val="libFootNoteArabicChar"/>
          <w:rFonts w:hint="cs"/>
          <w:rtl/>
        </w:rPr>
        <w:t>فاذا</w:t>
      </w:r>
      <w:r w:rsidRPr="00DC0D8A">
        <w:rPr>
          <w:rStyle w:val="libFootNoteArabicChar"/>
          <w:rtl/>
        </w:rPr>
        <w:t xml:space="preserve"> </w:t>
      </w:r>
      <w:r w:rsidRPr="00DC0D8A">
        <w:rPr>
          <w:rStyle w:val="libFootNoteArabicChar"/>
          <w:rFonts w:hint="cs"/>
          <w:rtl/>
        </w:rPr>
        <w:t>راد</w:t>
      </w:r>
      <w:r w:rsidRPr="00DC0D8A">
        <w:rPr>
          <w:rStyle w:val="libFootNoteArabicChar"/>
          <w:rtl/>
        </w:rPr>
        <w:t xml:space="preserve"> </w:t>
      </w:r>
      <w:r w:rsidRPr="00DC0D8A">
        <w:rPr>
          <w:rStyle w:val="libFootNoteArabicChar"/>
          <w:rFonts w:hint="cs"/>
          <w:rtl/>
        </w:rPr>
        <w:t>علم</w:t>
      </w:r>
      <w:r w:rsidRPr="00DC0D8A">
        <w:rPr>
          <w:rStyle w:val="libFootNoteArabicChar"/>
          <w:rtl/>
        </w:rPr>
        <w:t xml:space="preserve"> </w:t>
      </w:r>
      <w:r w:rsidRPr="00DC0D8A">
        <w:rPr>
          <w:rStyle w:val="libFootNoteArabicChar"/>
          <w:rFonts w:hint="cs"/>
          <w:rtl/>
        </w:rPr>
        <w:t>شى</w:t>
      </w:r>
      <w:r w:rsidRPr="00DC0D8A">
        <w:rPr>
          <w:rStyle w:val="libFootNoteArabicChar"/>
          <w:rtl/>
        </w:rPr>
        <w:t xml:space="preserve"> </w:t>
      </w:r>
      <w:r w:rsidRPr="00DC0D8A">
        <w:rPr>
          <w:rStyle w:val="libFootNoteArabicChar"/>
          <w:rFonts w:hint="cs"/>
          <w:rtl/>
        </w:rPr>
        <w:t>ء</w:t>
      </w:r>
      <w:r w:rsidRPr="00DC0D8A">
        <w:rPr>
          <w:rStyle w:val="libFootNoteArabicChar"/>
          <w:rtl/>
        </w:rPr>
        <w:t xml:space="preserve"> </w:t>
      </w:r>
      <w:r w:rsidRPr="00DC0D8A">
        <w:rPr>
          <w:rStyle w:val="libFootNoteArabicChar"/>
          <w:rFonts w:hint="cs"/>
          <w:rtl/>
        </w:rPr>
        <w:t>نظر</w:t>
      </w:r>
      <w:r w:rsidRPr="00DC0D8A">
        <w:rPr>
          <w:rStyle w:val="libFootNoteArabicChar"/>
          <w:rtl/>
        </w:rPr>
        <w:t xml:space="preserve"> </w:t>
      </w:r>
      <w:r w:rsidRPr="00DC0D8A">
        <w:rPr>
          <w:rStyle w:val="libFootNoteArabicChar"/>
          <w:rFonts w:hint="cs"/>
          <w:rtl/>
        </w:rPr>
        <w:t>فى</w:t>
      </w:r>
      <w:r w:rsidRPr="00DC0D8A">
        <w:rPr>
          <w:rStyle w:val="libFootNoteArabicChar"/>
          <w:rtl/>
        </w:rPr>
        <w:t xml:space="preserve"> </w:t>
      </w:r>
      <w:r w:rsidRPr="00DC0D8A">
        <w:rPr>
          <w:rStyle w:val="libFootNoteArabicChar"/>
          <w:rFonts w:hint="cs"/>
          <w:rtl/>
        </w:rPr>
        <w:t>ذالك</w:t>
      </w:r>
      <w:r w:rsidRPr="00DC0D8A">
        <w:rPr>
          <w:rStyle w:val="libFootNoteArabicChar"/>
          <w:rtl/>
        </w:rPr>
        <w:t xml:space="preserve"> </w:t>
      </w:r>
      <w:r w:rsidRPr="00DC0D8A">
        <w:rPr>
          <w:rStyle w:val="libFootNoteArabicChar"/>
          <w:rFonts w:hint="cs"/>
          <w:rtl/>
        </w:rPr>
        <w:t>النور</w:t>
      </w:r>
      <w:r w:rsidRPr="00DC0D8A">
        <w:rPr>
          <w:rStyle w:val="libFootNoteArabicChar"/>
          <w:rtl/>
        </w:rPr>
        <w:t xml:space="preserve"> </w:t>
      </w:r>
      <w:r w:rsidRPr="00DC0D8A">
        <w:rPr>
          <w:rStyle w:val="libFootNoteArabicChar"/>
          <w:rFonts w:hint="cs"/>
          <w:rtl/>
        </w:rPr>
        <w:t>فعرف</w:t>
      </w:r>
      <w:r w:rsidR="00421A14" w:rsidRPr="00421A14">
        <w:rPr>
          <w:rStyle w:val="libFootNoteArabicChar"/>
          <w:rFonts w:hint="cs"/>
          <w:rtl/>
        </w:rPr>
        <w:t>ه</w:t>
      </w:r>
      <w:r w:rsidRPr="00DC0D8A">
        <w:rPr>
          <w:rStyle w:val="libFootNoteArabicChar"/>
          <w:rtl/>
        </w:rPr>
        <w:t xml:space="preserve"> </w:t>
      </w:r>
      <w:r>
        <w:rPr>
          <w:rtl/>
        </w:rPr>
        <w:t xml:space="preserve">'' </w:t>
      </w:r>
    </w:p>
    <w:p w:rsidR="00A404B5" w:rsidRDefault="00DC0D8A" w:rsidP="00D07B54">
      <w:pPr>
        <w:pStyle w:val="libFootnote"/>
        <w:rPr>
          <w:rtl/>
        </w:rPr>
      </w:pPr>
      <w:r>
        <w:rPr>
          <w:rtl/>
        </w:rPr>
        <w:t xml:space="preserve">خد انے اپنے اور امام وپيشوائے خلق كے درميان نور كا ايك ستون بنايا ہے اسى سے خدا امام كى طرف ديكھتا ہے اور امام بھى اسى طريق سے اپنے پروردگار كى طرف ديكھتا ہے اور جب امام كوئي چيز جاننا چاہتا ہے تو نور كے اس ستون ميں ديكھتا ہے اور اس سے آگاہ ہوجاتا ہے_ </w:t>
      </w:r>
    </w:p>
    <w:p w:rsidR="00A404B5" w:rsidRDefault="00A404B5" w:rsidP="00D07B54">
      <w:pPr>
        <w:pStyle w:val="libNormal"/>
        <w:rPr>
          <w:rtl/>
        </w:rPr>
      </w:pPr>
      <w:r>
        <w:rPr>
          <w:rtl/>
        </w:rPr>
        <w:br w:type="page"/>
      </w:r>
    </w:p>
    <w:p w:rsidR="007C5198" w:rsidRDefault="007C5198" w:rsidP="00D07B54">
      <w:pPr>
        <w:pStyle w:val="libFootnote"/>
        <w:rPr>
          <w:rtl/>
        </w:rPr>
      </w:pPr>
    </w:p>
    <w:p w:rsidR="00DC0D8A" w:rsidRDefault="00DC0D8A" w:rsidP="00D07B54">
      <w:pPr>
        <w:pStyle w:val="libFootnote"/>
        <w:rPr>
          <w:rtl/>
        </w:rPr>
      </w:pPr>
      <w:r>
        <w:rPr>
          <w:rtl/>
        </w:rPr>
        <w:t xml:space="preserve">ايك شعر جو پہلے ذكر كيا گيا ہے اس كے بعد سعدى كے مشہور اشعار ميں اسى روايات كے پيش نظر كہا گيا ہے: </w:t>
      </w:r>
    </w:p>
    <w:p w:rsidR="00DC0D8A" w:rsidRDefault="00DC0D8A" w:rsidP="00D07B54">
      <w:pPr>
        <w:pStyle w:val="libFootnote"/>
        <w:rPr>
          <w:rtl/>
        </w:rPr>
      </w:pPr>
      <w:r>
        <w:rPr>
          <w:rtl/>
        </w:rPr>
        <w:t>بگفت احوال ما برق جہان است</w:t>
      </w:r>
    </w:p>
    <w:p w:rsidR="00DC0D8A" w:rsidRDefault="00DC0D8A" w:rsidP="00D07B54">
      <w:pPr>
        <w:pStyle w:val="libFootnote"/>
        <w:rPr>
          <w:rtl/>
        </w:rPr>
      </w:pPr>
      <w:r>
        <w:rPr>
          <w:rtl/>
        </w:rPr>
        <w:t>گہى پيدا ودگر دم نہان است</w:t>
      </w:r>
    </w:p>
    <w:p w:rsidR="00DC0D8A" w:rsidRDefault="00DC0D8A" w:rsidP="00D07B54">
      <w:pPr>
        <w:pStyle w:val="libFootnote"/>
        <w:rPr>
          <w:rtl/>
        </w:rPr>
      </w:pPr>
      <w:r>
        <w:rPr>
          <w:rtl/>
        </w:rPr>
        <w:t>گہى بركارم اعلا نشينم</w:t>
      </w:r>
    </w:p>
    <w:p w:rsidR="00DC0D8A" w:rsidRDefault="00DC0D8A" w:rsidP="00D07B54">
      <w:pPr>
        <w:pStyle w:val="libFootnote"/>
        <w:rPr>
          <w:rtl/>
        </w:rPr>
      </w:pPr>
      <w:r>
        <w:rPr>
          <w:rtl/>
        </w:rPr>
        <w:t>گہى تاپشت پاى خود نبينم</w:t>
      </w:r>
    </w:p>
    <w:p w:rsidR="00DC0D8A" w:rsidRDefault="00DC0D8A" w:rsidP="00D07B54">
      <w:pPr>
        <w:pStyle w:val="libFootnote"/>
        <w:rPr>
          <w:rtl/>
        </w:rPr>
      </w:pPr>
      <w:r>
        <w:rPr>
          <w:rtl/>
        </w:rPr>
        <w:t xml:space="preserve">يعنى اس نے كہا ہمارے حالات چمكنے والى بجلى كى طرح ہيں جو كبھى دكھائي ديتى ہے اور كبھى چھپ جاتى ہے_ </w:t>
      </w:r>
    </w:p>
    <w:p w:rsidR="00DC0D8A" w:rsidRDefault="00DC0D8A" w:rsidP="00D07B54">
      <w:pPr>
        <w:pStyle w:val="libFootnote"/>
        <w:rPr>
          <w:rtl/>
        </w:rPr>
      </w:pPr>
      <w:r>
        <w:rPr>
          <w:rtl/>
        </w:rPr>
        <w:t xml:space="preserve">كبھى ہم آسمان كى بلنديوں پر بيٹھتے ہيں اور كبھى اپنے پائوں كے پيچھے بھى كچھ دكھائي نہيں ديتا_ </w:t>
      </w:r>
    </w:p>
    <w:p w:rsidR="00DC0D8A" w:rsidRDefault="00DC0D8A" w:rsidP="00D07B54">
      <w:pPr>
        <w:pStyle w:val="libFootnote"/>
        <w:rPr>
          <w:rtl/>
        </w:rPr>
      </w:pPr>
      <w:r>
        <w:rPr>
          <w:rtl/>
        </w:rPr>
        <w:t xml:space="preserve">اس حقيقت كى طرف توجہ كرتے ہوئے تعجب كا مقام نہيں كہ ايك دن مشيت الہى كى بناء پر يعقوب (ع) كى آزمائش  كے لئے اپنے قريب رونما ہونے والے واقعات سے آگاہ نہ ہوں اور كسى دوسرے دن جب كہ دور آزمائش  ختم ہوچكا تھا اور مشكلات كے دن بيت چكے تھے انھوں نے مصر سے قميص يوسف كى مہك سونگى لى ہو_ </w:t>
      </w:r>
    </w:p>
    <w:p w:rsidR="00DC0D8A" w:rsidRDefault="00DC0D8A" w:rsidP="00D07B54">
      <w:pPr>
        <w:pStyle w:val="libFootnote"/>
        <w:rPr>
          <w:rtl/>
        </w:rPr>
      </w:pPr>
      <w:r>
        <w:rPr>
          <w:rtl/>
        </w:rPr>
        <w:t xml:space="preserve">3_بينائي كيسے لوٹ آئي؟ </w:t>
      </w:r>
    </w:p>
    <w:p w:rsidR="00DC0D8A" w:rsidRDefault="00DC0D8A" w:rsidP="00D07B54">
      <w:pPr>
        <w:pStyle w:val="libFootnote"/>
        <w:rPr>
          <w:rtl/>
        </w:rPr>
      </w:pPr>
      <w:r>
        <w:rPr>
          <w:rtl/>
        </w:rPr>
        <w:t xml:space="preserve">بعض مفسرين نے يہ احتمال ديا ہے كہ حضرت يعقوب (ع) كى آنكھ كا نور بالكل ختم نہيں ہوا تھا بلكہ ان كى آنكھيں كمزور ہوگئي تھيں او ربيٹے كى ملاقات كے امكانات پيدا ہوئے تو ان ميں ايك ايسا ہيجان پيدا ہوا كہ وہ پہلى حالت پر واپس آگئيں ، ليكن آيات كا ظہور نشاندہى كرتا ہے كہ وہ بالكل نابينا ہوگئے تھے يہاں تك كہ ان كى آنكھيں سفيد ہوچكى تھيں لہذا ان كى بينائي معجزانہ طور پر واپس ہوئي_ قرآن كہتا ہے: (فارتد بصيرا) </w:t>
      </w:r>
    </w:p>
    <w:p w:rsidR="002F0CEC" w:rsidRDefault="00C2634E" w:rsidP="00D07B54">
      <w:pPr>
        <w:pStyle w:val="libNormal"/>
        <w:rPr>
          <w:rtl/>
        </w:rPr>
      </w:pPr>
      <w:r>
        <w:rPr>
          <w:rtl/>
        </w:rPr>
        <w:t xml:space="preserve"> </w:t>
      </w:r>
      <w:r>
        <w:rPr>
          <w:rtl/>
        </w:rPr>
        <w:br w:type="page"/>
      </w:r>
    </w:p>
    <w:p w:rsidR="002F0CEC" w:rsidRDefault="00DE2D7F" w:rsidP="00D07B54">
      <w:pPr>
        <w:pStyle w:val="Heading2Center"/>
        <w:rPr>
          <w:rtl/>
        </w:rPr>
      </w:pPr>
      <w:bookmarkStart w:id="189" w:name="_Toc7268586"/>
      <w:r>
        <w:rPr>
          <w:rtl/>
        </w:rPr>
        <w:lastRenderedPageBreak/>
        <w:t>يوسف (ع) ، يعقوب اور بھائيو</w:t>
      </w:r>
      <w:r w:rsidR="007D6C9B">
        <w:rPr>
          <w:rtl/>
        </w:rPr>
        <w:t xml:space="preserve">ں </w:t>
      </w:r>
      <w:r>
        <w:rPr>
          <w:rtl/>
        </w:rPr>
        <w:t>كى سرگزشت كا اختتام</w:t>
      </w:r>
      <w:bookmarkEnd w:id="189"/>
    </w:p>
    <w:p w:rsidR="00DE2D7F" w:rsidRDefault="00DE2D7F" w:rsidP="00D07B54">
      <w:pPr>
        <w:pStyle w:val="libNormal"/>
        <w:rPr>
          <w:rtl/>
        </w:rPr>
      </w:pPr>
      <w:r>
        <w:rPr>
          <w:rtl/>
        </w:rPr>
        <w:t xml:space="preserve"> عظيم ترين بشارت لئے ہوئے مصرسے قافلہ كنعان پہنچا بوڑھے يعقوب بينا ہو گئے عجيب جو ش وخروش تھا سا لہا ل سال سے جو گھرانا غم واندوہ مي</w:t>
      </w:r>
      <w:r w:rsidR="007D6C9B">
        <w:rPr>
          <w:rtl/>
        </w:rPr>
        <w:t xml:space="preserve">ں </w:t>
      </w:r>
      <w:r>
        <w:rPr>
          <w:rtl/>
        </w:rPr>
        <w:t>ڈوبا ہوا تھا وہ خوشى اور سرور مي</w:t>
      </w:r>
      <w:r w:rsidR="007D6C9B">
        <w:rPr>
          <w:rtl/>
        </w:rPr>
        <w:t xml:space="preserve">ں </w:t>
      </w:r>
      <w:r>
        <w:rPr>
          <w:rtl/>
        </w:rPr>
        <w:t>ڈوب گيا ان سب نعمات الہى پر وہ پھولے نہي</w:t>
      </w:r>
      <w:r w:rsidR="007D6C9B">
        <w:rPr>
          <w:rtl/>
        </w:rPr>
        <w:t xml:space="preserve">ں </w:t>
      </w:r>
      <w:r>
        <w:rPr>
          <w:rtl/>
        </w:rPr>
        <w:t xml:space="preserve">سما تے تھے_ </w:t>
      </w:r>
    </w:p>
    <w:p w:rsidR="00DE2D7F" w:rsidRDefault="00DE2D7F" w:rsidP="00D07B54">
      <w:pPr>
        <w:pStyle w:val="libNormal"/>
        <w:rPr>
          <w:rtl/>
        </w:rPr>
      </w:pPr>
      <w:r>
        <w:rPr>
          <w:rtl/>
        </w:rPr>
        <w:t>يو سف كى فرما</w:t>
      </w:r>
      <w:r w:rsidR="00091C36">
        <w:rPr>
          <w:rtl/>
        </w:rPr>
        <w:t xml:space="preserve">ئش </w:t>
      </w:r>
      <w:r>
        <w:rPr>
          <w:rtl/>
        </w:rPr>
        <w:t xml:space="preserve"> كے مطا بق اس خاندان كو اب مصر كى طرف روا نہ ہو نا تھا سفر كى تيارى ہر لحا ظ سے مكمل ہو گئي يعقوب ايك مر كب پر سوارہو ئے_ </w:t>
      </w:r>
    </w:p>
    <w:p w:rsidR="00DE2D7F" w:rsidRDefault="00DE2D7F" w:rsidP="00D07B54">
      <w:pPr>
        <w:pStyle w:val="libNormal"/>
        <w:rPr>
          <w:rtl/>
        </w:rPr>
      </w:pPr>
      <w:r>
        <w:rPr>
          <w:rtl/>
        </w:rPr>
        <w:t>جب كہ ان كے مبارك لبو</w:t>
      </w:r>
      <w:r w:rsidR="007D6C9B">
        <w:rPr>
          <w:rtl/>
        </w:rPr>
        <w:t xml:space="preserve">ں </w:t>
      </w:r>
      <w:r>
        <w:rPr>
          <w:rtl/>
        </w:rPr>
        <w:t>پر ذكر و شكر خدا جارى تھا اور عشق وصال نے انہي</w:t>
      </w:r>
      <w:r w:rsidR="007D6C9B">
        <w:rPr>
          <w:rtl/>
        </w:rPr>
        <w:t xml:space="preserve">ں </w:t>
      </w:r>
      <w:r>
        <w:rPr>
          <w:rtl/>
        </w:rPr>
        <w:t xml:space="preserve">اس طرح سے قوت وتو انا ئي بخشى تھى كہ گو يا وہ نئے سرے سے جوان ہو گئے تھے _ </w:t>
      </w:r>
    </w:p>
    <w:p w:rsidR="00DE2D7F" w:rsidRDefault="00DE2D7F" w:rsidP="00D07B54">
      <w:pPr>
        <w:pStyle w:val="libNormal"/>
        <w:rPr>
          <w:rtl/>
        </w:rPr>
      </w:pPr>
      <w:r>
        <w:rPr>
          <w:rtl/>
        </w:rPr>
        <w:t>بھا ئيو</w:t>
      </w:r>
      <w:r w:rsidR="007D6C9B">
        <w:rPr>
          <w:rtl/>
        </w:rPr>
        <w:t xml:space="preserve">ں </w:t>
      </w:r>
      <w:r>
        <w:rPr>
          <w:rtl/>
        </w:rPr>
        <w:t xml:space="preserve">كے گزشتہ سفر تو خوف وپر يشانى سے گزر ے ليكن ان كے بر خلاف يہ سفر ہر قسم كے فكر وانديشہ سے خالى تھا يہا </w:t>
      </w:r>
      <w:r w:rsidR="007D6C9B">
        <w:rPr>
          <w:rtl/>
        </w:rPr>
        <w:t xml:space="preserve">ں </w:t>
      </w:r>
      <w:r>
        <w:rPr>
          <w:rtl/>
        </w:rPr>
        <w:t>تك كہ اگر سفر كى كوئي تكليف تھى بھى تو اس انتظار مي</w:t>
      </w:r>
      <w:r w:rsidR="007D6C9B">
        <w:rPr>
          <w:rtl/>
        </w:rPr>
        <w:t xml:space="preserve">ں </w:t>
      </w:r>
      <w:r>
        <w:rPr>
          <w:rtl/>
        </w:rPr>
        <w:t>پنہا</w:t>
      </w:r>
      <w:r w:rsidR="007D6C9B">
        <w:rPr>
          <w:rtl/>
        </w:rPr>
        <w:t xml:space="preserve">ں </w:t>
      </w:r>
      <w:r>
        <w:rPr>
          <w:rtl/>
        </w:rPr>
        <w:t xml:space="preserve">مقصد كے سامنے اس كى كوئي حقيقت نہ تھى _ </w:t>
      </w:r>
    </w:p>
    <w:p w:rsidR="00DE2D7F" w:rsidRDefault="00DE2D7F" w:rsidP="00D07B54">
      <w:pPr>
        <w:pStyle w:val="libNormal"/>
        <w:rPr>
          <w:rtl/>
        </w:rPr>
      </w:pPr>
    </w:p>
    <w:p w:rsidR="00DE2D7F" w:rsidRDefault="00DE2D7F" w:rsidP="00D07B54">
      <w:pPr>
        <w:pStyle w:val="libNormal"/>
        <w:rPr>
          <w:rtl/>
        </w:rPr>
      </w:pPr>
      <w:r>
        <w:rPr>
          <w:rtl/>
        </w:rPr>
        <w:t>وصال كعبہ چنا</w:t>
      </w:r>
      <w:r w:rsidR="007D6C9B">
        <w:rPr>
          <w:rtl/>
        </w:rPr>
        <w:t xml:space="preserve">ں </w:t>
      </w:r>
      <w:r>
        <w:rPr>
          <w:rtl/>
        </w:rPr>
        <w:t xml:space="preserve">مى دواندم بششاب </w:t>
      </w:r>
    </w:p>
    <w:p w:rsidR="00DE2D7F" w:rsidRDefault="00DE2D7F" w:rsidP="00D07B54">
      <w:pPr>
        <w:pStyle w:val="libNormal"/>
        <w:rPr>
          <w:rtl/>
        </w:rPr>
      </w:pPr>
      <w:r>
        <w:rPr>
          <w:rtl/>
        </w:rPr>
        <w:t>كہ خا رہاى مغيلا</w:t>
      </w:r>
      <w:r w:rsidR="007D6C9B">
        <w:rPr>
          <w:rtl/>
        </w:rPr>
        <w:t xml:space="preserve">ں </w:t>
      </w:r>
      <w:r>
        <w:rPr>
          <w:rtl/>
        </w:rPr>
        <w:t xml:space="preserve">حريرمى آيد </w:t>
      </w:r>
    </w:p>
    <w:p w:rsidR="00DE2D7F" w:rsidRDefault="00DE2D7F" w:rsidP="00D07B54">
      <w:pPr>
        <w:pStyle w:val="libNormal"/>
        <w:rPr>
          <w:rtl/>
        </w:rPr>
      </w:pPr>
    </w:p>
    <w:p w:rsidR="00DE2D7F" w:rsidRDefault="00DE2D7F" w:rsidP="00D07B54">
      <w:pPr>
        <w:pStyle w:val="libNormal"/>
        <w:rPr>
          <w:rtl/>
        </w:rPr>
      </w:pPr>
      <w:r>
        <w:rPr>
          <w:rtl/>
        </w:rPr>
        <w:t>كعبہ مقصود كے وصال نے مجھے اتنا تيز دوڑا يا كہ خار مغيلا</w:t>
      </w:r>
      <w:r w:rsidR="007D6C9B">
        <w:rPr>
          <w:rtl/>
        </w:rPr>
        <w:t xml:space="preserve">ں </w:t>
      </w:r>
      <w:r>
        <w:rPr>
          <w:rtl/>
        </w:rPr>
        <w:t xml:space="preserve">ريشم معلوم ہو تے تھے _ </w:t>
      </w:r>
    </w:p>
    <w:p w:rsidR="002F0CEC"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رات اور دن گو يا بڑى آہستگى سے گزررہے تھے كيو نكہ اشتياق وصال مي</w:t>
      </w:r>
      <w:r w:rsidR="007D6C9B">
        <w:rPr>
          <w:rtl/>
        </w:rPr>
        <w:t xml:space="preserve">ں </w:t>
      </w:r>
      <w:r>
        <w:rPr>
          <w:rtl/>
        </w:rPr>
        <w:t>ہر گھڑى ايك دن بلكہ ايك سال معلوم ہو رہى تھى مگر جو كچھ بھى تھا آخر گزرگيا مصر كى آبادى دور سے نما يا</w:t>
      </w:r>
      <w:r w:rsidR="007D6C9B">
        <w:rPr>
          <w:rtl/>
        </w:rPr>
        <w:t xml:space="preserve">ں </w:t>
      </w:r>
      <w:r>
        <w:rPr>
          <w:rtl/>
        </w:rPr>
        <w:t>ہو ئي</w:t>
      </w:r>
      <w:r w:rsidR="007D6C9B">
        <w:rPr>
          <w:rtl/>
        </w:rPr>
        <w:t xml:space="preserve">ں </w:t>
      </w:r>
      <w:r>
        <w:rPr>
          <w:rtl/>
        </w:rPr>
        <w:t>مصر كے سر سبز كھيت ، آسمان سے باتي</w:t>
      </w:r>
      <w:r w:rsidR="007D6C9B">
        <w:rPr>
          <w:rtl/>
        </w:rPr>
        <w:t xml:space="preserve">ں </w:t>
      </w:r>
      <w:r>
        <w:rPr>
          <w:rtl/>
        </w:rPr>
        <w:t>كر نے والے درخت اور خوبصور ت عمارتي</w:t>
      </w:r>
      <w:r w:rsidR="007D6C9B">
        <w:rPr>
          <w:rtl/>
        </w:rPr>
        <w:t xml:space="preserve">ں </w:t>
      </w:r>
      <w:r>
        <w:rPr>
          <w:rtl/>
        </w:rPr>
        <w:t>دكھا ئي دينے لگي</w:t>
      </w:r>
      <w:r w:rsidR="007D6C9B">
        <w:rPr>
          <w:rtl/>
        </w:rPr>
        <w:t xml:space="preserve">ں </w:t>
      </w:r>
      <w:r>
        <w:rPr>
          <w:rtl/>
        </w:rPr>
        <w:t>،ليكن قرآن اپنى دائمى سيرت كے مطابق ان سب مقدما ت كو كہ جو تھوڑے سے غور وفكر سے واضح ہو جاتے ہي</w:t>
      </w:r>
      <w:r w:rsidR="007D6C9B">
        <w:rPr>
          <w:rtl/>
        </w:rPr>
        <w:t xml:space="preserve">ں </w:t>
      </w:r>
      <w:r>
        <w:rPr>
          <w:rtl/>
        </w:rPr>
        <w:t>حذف كر تے ہوئے كہتا ہے: ''جب وہ يو سف كے پاس پہنچے تو يو سف اپنے ما</w:t>
      </w:r>
      <w:r w:rsidR="007D6C9B">
        <w:rPr>
          <w:rtl/>
        </w:rPr>
        <w:t xml:space="preserve">ں </w:t>
      </w:r>
      <w:r>
        <w:rPr>
          <w:rtl/>
        </w:rPr>
        <w:t>باپ سے گلے ملے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آخر كار يعقوب كى زندگى كا شيري</w:t>
      </w:r>
      <w:r w:rsidR="007D6C9B">
        <w:rPr>
          <w:rtl/>
        </w:rPr>
        <w:t xml:space="preserve">ں </w:t>
      </w:r>
      <w:r>
        <w:rPr>
          <w:rtl/>
        </w:rPr>
        <w:t>تر ين لمحہ آگيا ديدار وصال كا يہ لمحہ فراق كے كئي سالو</w:t>
      </w:r>
      <w:r w:rsidR="007D6C9B">
        <w:rPr>
          <w:rtl/>
        </w:rPr>
        <w:t xml:space="preserve">ں </w:t>
      </w:r>
      <w:r>
        <w:rPr>
          <w:rtl/>
        </w:rPr>
        <w:t>بعد آيا تھا خدا كے سوا كو ئي نہي</w:t>
      </w:r>
      <w:r w:rsidR="007D6C9B">
        <w:rPr>
          <w:rtl/>
        </w:rPr>
        <w:t xml:space="preserve">ں </w:t>
      </w:r>
      <w:r>
        <w:rPr>
          <w:rtl/>
        </w:rPr>
        <w:t>جانتا ، كہ وصال كے يہ لمحات يعقوب اور يوسف پر كيسے گذرے ان شيري</w:t>
      </w:r>
      <w:r w:rsidR="007D6C9B">
        <w:rPr>
          <w:rtl/>
        </w:rPr>
        <w:t xml:space="preserve">ں </w:t>
      </w:r>
      <w:r>
        <w:rPr>
          <w:rtl/>
        </w:rPr>
        <w:t>لمحات مي</w:t>
      </w:r>
      <w:r w:rsidR="007D6C9B">
        <w:rPr>
          <w:rtl/>
        </w:rPr>
        <w:t xml:space="preserve">ں </w:t>
      </w:r>
      <w:r>
        <w:rPr>
          <w:rtl/>
        </w:rPr>
        <w:t>ان دونو</w:t>
      </w:r>
      <w:r w:rsidR="007D6C9B">
        <w:rPr>
          <w:rtl/>
        </w:rPr>
        <w:t xml:space="preserve">ں </w:t>
      </w:r>
      <w:r>
        <w:rPr>
          <w:rtl/>
        </w:rPr>
        <w:t>كے احساسات و جذبات كيا تھے، عالم شوق مي</w:t>
      </w:r>
      <w:r w:rsidR="007D6C9B">
        <w:rPr>
          <w:rtl/>
        </w:rPr>
        <w:t xml:space="preserve">ں </w:t>
      </w:r>
      <w:r>
        <w:rPr>
          <w:rtl/>
        </w:rPr>
        <w:t>انھو</w:t>
      </w:r>
      <w:r w:rsidR="007D6C9B">
        <w:rPr>
          <w:rtl/>
        </w:rPr>
        <w:t xml:space="preserve">ں </w:t>
      </w:r>
      <w:r>
        <w:rPr>
          <w:rtl/>
        </w:rPr>
        <w:t>نے كتنے آنسو بہائے اور عالم شوق مي</w:t>
      </w:r>
      <w:r w:rsidR="007D6C9B">
        <w:rPr>
          <w:rtl/>
        </w:rPr>
        <w:t xml:space="preserve">ں </w:t>
      </w:r>
      <w:r>
        <w:rPr>
          <w:rtl/>
        </w:rPr>
        <w:t xml:space="preserve">كيا نالہ و فرياد ہوا_ </w:t>
      </w:r>
    </w:p>
    <w:p w:rsidR="002F0CEC" w:rsidRDefault="00DE2D7F" w:rsidP="00D07B54">
      <w:pPr>
        <w:pStyle w:val="Heading2Center"/>
        <w:rPr>
          <w:rtl/>
        </w:rPr>
      </w:pPr>
      <w:bookmarkStart w:id="190" w:name="_Toc7268587"/>
      <w:r>
        <w:rPr>
          <w:rtl/>
        </w:rPr>
        <w:t>جناب يو سف كے خواب كى تعبير</w:t>
      </w:r>
      <w:bookmarkEnd w:id="190"/>
      <w:r>
        <w:rPr>
          <w:rtl/>
        </w:rPr>
        <w:t xml:space="preserve"> </w:t>
      </w:r>
    </w:p>
    <w:p w:rsidR="00DE2D7F" w:rsidRDefault="00DE2D7F" w:rsidP="00D07B54">
      <w:pPr>
        <w:pStyle w:val="libNormal"/>
        <w:rPr>
          <w:rtl/>
        </w:rPr>
      </w:pPr>
      <w:r>
        <w:rPr>
          <w:rtl/>
        </w:rPr>
        <w:t>''پھر يو سف نے سب سے كہا سر زمين مصر مي</w:t>
      </w:r>
      <w:r w:rsidR="007D6C9B">
        <w:rPr>
          <w:rtl/>
        </w:rPr>
        <w:t xml:space="preserve">ں </w:t>
      </w:r>
      <w:r>
        <w:rPr>
          <w:rtl/>
        </w:rPr>
        <w:t>قدم ركھي</w:t>
      </w:r>
      <w:r w:rsidR="007D6C9B">
        <w:rPr>
          <w:rtl/>
        </w:rPr>
        <w:t xml:space="preserve">ں </w:t>
      </w:r>
      <w:r>
        <w:rPr>
          <w:rtl/>
        </w:rPr>
        <w:t xml:space="preserve">كہ انشا ء اللہ يہا </w:t>
      </w:r>
      <w:r w:rsidR="007D6C9B">
        <w:rPr>
          <w:rtl/>
        </w:rPr>
        <w:t xml:space="preserve">ں </w:t>
      </w:r>
      <w:r>
        <w:rPr>
          <w:rtl/>
        </w:rPr>
        <w:t>آپ بالكل امن وامان مي</w:t>
      </w:r>
      <w:r w:rsidR="007D6C9B">
        <w:rPr>
          <w:rtl/>
        </w:rPr>
        <w:t xml:space="preserve">ں </w:t>
      </w:r>
      <w:r>
        <w:rPr>
          <w:rtl/>
        </w:rPr>
        <w:t>ہو</w:t>
      </w:r>
      <w:r w:rsidR="007D6C9B">
        <w:rPr>
          <w:rtl/>
        </w:rPr>
        <w:t xml:space="preserve">ں </w:t>
      </w:r>
      <w:r>
        <w:rPr>
          <w:rtl/>
        </w:rPr>
        <w:t>گے''</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كيو نكہ مصر يو سف كى حكومت مي</w:t>
      </w:r>
      <w:r w:rsidR="007D6C9B">
        <w:rPr>
          <w:rtl/>
        </w:rPr>
        <w:t xml:space="preserve">ں </w:t>
      </w:r>
      <w:r>
        <w:rPr>
          <w:rtl/>
        </w:rPr>
        <w:t xml:space="preserve">امن وامان كا گہوارہ بن چكا تھا_ </w:t>
      </w:r>
    </w:p>
    <w:p w:rsidR="00DE2D7F" w:rsidRDefault="00DE2D7F" w:rsidP="00D07B54">
      <w:pPr>
        <w:pStyle w:val="libNormal"/>
        <w:rPr>
          <w:rtl/>
        </w:rPr>
      </w:pPr>
      <w:r>
        <w:rPr>
          <w:rtl/>
        </w:rPr>
        <w:t>اس جملے سے معلوم ہوتا ہے كہ يو سف اپنے ما</w:t>
      </w:r>
      <w:r w:rsidR="007D6C9B">
        <w:rPr>
          <w:rtl/>
        </w:rPr>
        <w:t xml:space="preserve">ں </w:t>
      </w:r>
      <w:r>
        <w:rPr>
          <w:rtl/>
        </w:rPr>
        <w:t xml:space="preserve">باپ كے استقبال كے لئے شہر كے دروازے كے باہر تك آئے تھے اور شايد جملہ (ادخلو ا على يو سف ) كہ جو در واز ے سے باہر سے مر بوط ہے ، اس طرف اشارہ ہے كہ يو سف نے حكم ديا تھا كہ وہا </w:t>
      </w:r>
      <w:r w:rsidR="007D6C9B">
        <w:rPr>
          <w:rtl/>
        </w:rPr>
        <w:t xml:space="preserve">ں </w:t>
      </w:r>
      <w:r>
        <w:rPr>
          <w:rtl/>
        </w:rPr>
        <w:t>خيمے نصب كئے جا ئي</w:t>
      </w:r>
      <w:r w:rsidR="007D6C9B">
        <w:rPr>
          <w:rtl/>
        </w:rPr>
        <w:t xml:space="preserve">ں </w:t>
      </w:r>
      <w:r>
        <w:rPr>
          <w:rtl/>
        </w:rPr>
        <w:t xml:space="preserve">اور ما </w:t>
      </w:r>
      <w:r w:rsidR="007D6C9B">
        <w:rPr>
          <w:rtl/>
        </w:rPr>
        <w:t xml:space="preserve">ں </w:t>
      </w:r>
      <w:r>
        <w:rPr>
          <w:rtl/>
        </w:rPr>
        <w:t>باپ اور بھا ئيو</w:t>
      </w:r>
      <w:r w:rsidR="007D6C9B">
        <w:rPr>
          <w:rtl/>
        </w:rPr>
        <w:t xml:space="preserve">ں </w:t>
      </w:r>
      <w:r>
        <w:rPr>
          <w:rtl/>
        </w:rPr>
        <w:t>كى پہلے پہل وہا</w:t>
      </w:r>
      <w:r w:rsidR="007D6C9B">
        <w:rPr>
          <w:rtl/>
        </w:rPr>
        <w:t xml:space="preserve">ں </w:t>
      </w:r>
      <w:r>
        <w:rPr>
          <w:rtl/>
        </w:rPr>
        <w:t>پذيرائي كى جائے ،جب بارگا ہ يو سف مي</w:t>
      </w:r>
      <w:r w:rsidR="007D6C9B">
        <w:rPr>
          <w:rtl/>
        </w:rPr>
        <w:t xml:space="preserve">ں </w:t>
      </w:r>
      <w:r>
        <w:rPr>
          <w:rtl/>
        </w:rPr>
        <w:t>پہنچے ''تو اس نے اپنے ما</w:t>
      </w:r>
      <w:r w:rsidR="007D6C9B">
        <w:rPr>
          <w:rtl/>
        </w:rPr>
        <w:t xml:space="preserve">ں </w:t>
      </w:r>
      <w:r>
        <w:rPr>
          <w:rtl/>
        </w:rPr>
        <w:t>باپ كو تخت پر بٹھا يا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نعمت الہى كى اس عظمت اور پرور دگار كے لطف كى اس گہرائي اور وسعت نے بھائيو</w:t>
      </w:r>
      <w:r w:rsidR="007D6C9B">
        <w:rPr>
          <w:rtl/>
        </w:rPr>
        <w:t xml:space="preserve">ں </w:t>
      </w:r>
      <w:r>
        <w:rPr>
          <w:rtl/>
        </w:rPr>
        <w:t>اور ما</w:t>
      </w:r>
      <w:r w:rsidR="007D6C9B">
        <w:rPr>
          <w:rtl/>
        </w:rPr>
        <w:t xml:space="preserve">ں </w:t>
      </w:r>
      <w:r>
        <w:rPr>
          <w:rtl/>
        </w:rPr>
        <w:t>باپ كو اتنا متا ثر كيا كہ وہ سب كے سب ''اس كے سامنے سجدے مي</w:t>
      </w:r>
      <w:r w:rsidR="007D6C9B">
        <w:rPr>
          <w:rtl/>
        </w:rPr>
        <w:t xml:space="preserve">ں </w:t>
      </w:r>
      <w:r>
        <w:rPr>
          <w:rtl/>
        </w:rPr>
        <w:t xml:space="preserve">گر گئے_ ''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44785">
        <w:rPr>
          <w:rtl/>
        </w:rPr>
        <w:t>99</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44785">
        <w:rPr>
          <w:rtl/>
        </w:rPr>
        <w:t>99</w:t>
      </w:r>
      <w:r>
        <w:rPr>
          <w:rtl/>
        </w:rPr>
        <w:t xml:space="preserve"> </w:t>
      </w:r>
    </w:p>
    <w:p w:rsidR="00DE2D7F" w:rsidRDefault="00DE2D7F" w:rsidP="00D07B54">
      <w:pPr>
        <w:pStyle w:val="libFootnote"/>
        <w:rPr>
          <w:rtl/>
        </w:rPr>
      </w:pPr>
      <w:r>
        <w:rPr>
          <w:rtl/>
        </w:rPr>
        <w:t>(</w:t>
      </w:r>
      <w:r w:rsidR="00E664BB">
        <w:rPr>
          <w:rtl/>
        </w:rPr>
        <w:t>3</w:t>
      </w:r>
      <w:r>
        <w:rPr>
          <w:rtl/>
        </w:rPr>
        <w:t xml:space="preserve">)سورہ يوسف آيت </w:t>
      </w:r>
      <w:r w:rsidR="00E664BB">
        <w:rPr>
          <w:rtl/>
        </w:rPr>
        <w:t>100</w:t>
      </w:r>
      <w:r>
        <w:rPr>
          <w:rtl/>
        </w:rPr>
        <w:t xml:space="preserve"> </w:t>
      </w:r>
    </w:p>
    <w:p w:rsidR="00DE2D7F" w:rsidRDefault="00DE2D7F" w:rsidP="00D07B54">
      <w:pPr>
        <w:pStyle w:val="libFootnote"/>
        <w:rPr>
          <w:rtl/>
        </w:rPr>
      </w:pPr>
      <w:r>
        <w:rPr>
          <w:rtl/>
        </w:rPr>
        <w:t>(</w:t>
      </w:r>
      <w:r w:rsidR="00E664BB">
        <w:rPr>
          <w:rtl/>
        </w:rPr>
        <w:t>4</w:t>
      </w:r>
      <w:r>
        <w:rPr>
          <w:rtl/>
        </w:rPr>
        <w:t xml:space="preserve">) سورہ يوسف آيت </w:t>
      </w:r>
      <w:r w:rsidR="00E664BB">
        <w:rPr>
          <w:rtl/>
        </w:rPr>
        <w:t>100</w:t>
      </w:r>
      <w:r>
        <w:rPr>
          <w:rtl/>
        </w:rPr>
        <w:t xml:space="preserve"> </w:t>
      </w:r>
    </w:p>
    <w:p w:rsidR="002F0CEC"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مو قع پر يو سف نے باپ كى طرف رخ كيا ''اور عر ض كيا : ابان جان : يہ اسى خواب كى تعبير ہے جو مي</w:t>
      </w:r>
      <w:r w:rsidR="007D6C9B">
        <w:rPr>
          <w:rtl/>
        </w:rPr>
        <w:t xml:space="preserve">ں </w:t>
      </w:r>
      <w:r>
        <w:rPr>
          <w:rtl/>
        </w:rPr>
        <w:t>نے بچپن مي</w:t>
      </w:r>
      <w:r w:rsidR="007D6C9B">
        <w:rPr>
          <w:rtl/>
        </w:rPr>
        <w:t xml:space="preserve">ں </w:t>
      </w:r>
      <w:r>
        <w:rPr>
          <w:rtl/>
        </w:rPr>
        <w:t>ديكھا تھا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كيا ايسا ہى نہي</w:t>
      </w:r>
      <w:r w:rsidR="007D6C9B">
        <w:rPr>
          <w:rtl/>
        </w:rPr>
        <w:t xml:space="preserve">ں </w:t>
      </w:r>
      <w:r>
        <w:rPr>
          <w:rtl/>
        </w:rPr>
        <w:t>كہ مي</w:t>
      </w:r>
      <w:r w:rsidR="007D6C9B">
        <w:rPr>
          <w:rtl/>
        </w:rPr>
        <w:t xml:space="preserve">ں </w:t>
      </w:r>
      <w:r>
        <w:rPr>
          <w:rtl/>
        </w:rPr>
        <w:t>نے خواب مي</w:t>
      </w:r>
      <w:r w:rsidR="007D6C9B">
        <w:rPr>
          <w:rtl/>
        </w:rPr>
        <w:t xml:space="preserve">ں </w:t>
      </w:r>
      <w:r>
        <w:rPr>
          <w:rtl/>
        </w:rPr>
        <w:t>ديكھا كہ سورج ، چاند اور گيار ہ ستارے ميرے سامنے سجدہ كر رہے ہي</w:t>
      </w:r>
      <w:r w:rsidR="007D6C9B">
        <w:rPr>
          <w:rtl/>
        </w:rPr>
        <w:t xml:space="preserve">ں </w:t>
      </w:r>
      <w:r>
        <w:rPr>
          <w:rtl/>
        </w:rPr>
        <w:t>ديكھئے : جيسا كہ آپ نے پيشين گو ئي كى تھى ''خدا نے اس خواب كو واقعيت مي</w:t>
      </w:r>
      <w:r w:rsidR="007D6C9B">
        <w:rPr>
          <w:rtl/>
        </w:rPr>
        <w:t xml:space="preserve">ں </w:t>
      </w:r>
      <w:r>
        <w:rPr>
          <w:rtl/>
        </w:rPr>
        <w:t xml:space="preserve">بدل ديا ہے ''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''اور پر وردگار نے مجھ پر لطف و احسان كيا ہے كہ اس نے مجھے زندان سے نكا لا ہے ''_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بات قابل تو جہ ہے كہ حضرت يو سف نے اپنى زندگى كى مشكلات مي</w:t>
      </w:r>
      <w:r w:rsidR="007D6C9B">
        <w:rPr>
          <w:rtl/>
        </w:rPr>
        <w:t xml:space="preserve">ں </w:t>
      </w:r>
      <w:r>
        <w:rPr>
          <w:rtl/>
        </w:rPr>
        <w:t>صر ف زندان مصر كے بارے مي</w:t>
      </w:r>
      <w:r w:rsidR="007D6C9B">
        <w:rPr>
          <w:rtl/>
        </w:rPr>
        <w:t xml:space="preserve">ں </w:t>
      </w:r>
      <w:r>
        <w:rPr>
          <w:rtl/>
        </w:rPr>
        <w:t>گفتگو كى ہے ليكن بھائيو</w:t>
      </w:r>
      <w:r w:rsidR="007D6C9B">
        <w:rPr>
          <w:rtl/>
        </w:rPr>
        <w:t xml:space="preserve">ں </w:t>
      </w:r>
      <w:r>
        <w:rPr>
          <w:rtl/>
        </w:rPr>
        <w:t>كى وجہ سے كنعان كے كنوئي</w:t>
      </w:r>
      <w:r w:rsidR="007D6C9B">
        <w:rPr>
          <w:rtl/>
        </w:rPr>
        <w:t xml:space="preserve">ں </w:t>
      </w:r>
      <w:r>
        <w:rPr>
          <w:rtl/>
        </w:rPr>
        <w:t>كى بات نہي</w:t>
      </w:r>
      <w:r w:rsidR="007D6C9B">
        <w:rPr>
          <w:rtl/>
        </w:rPr>
        <w:t xml:space="preserve">ں </w:t>
      </w:r>
      <w:r>
        <w:rPr>
          <w:rtl/>
        </w:rPr>
        <w:t>كى ،اس كے بعد مزيد كہا :'' خدا نے مجھ پر كس قدر لطف كيا كہ آپ كو كنعان كے اس بيابان سے يہا</w:t>
      </w:r>
      <w:r w:rsidR="007D6C9B">
        <w:rPr>
          <w:rtl/>
        </w:rPr>
        <w:t xml:space="preserve">ں </w:t>
      </w:r>
      <w:r>
        <w:rPr>
          <w:rtl/>
        </w:rPr>
        <w:t>لے آيا جب كہ شيطان ميرے اور ميرے بھا ئيو</w:t>
      </w:r>
      <w:r w:rsidR="007D6C9B">
        <w:rPr>
          <w:rtl/>
        </w:rPr>
        <w:t xml:space="preserve">ں </w:t>
      </w:r>
      <w:r>
        <w:rPr>
          <w:rtl/>
        </w:rPr>
        <w:t>كے در ميان فساد انگيز ى كر چكا تھا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يہا</w:t>
      </w:r>
      <w:r w:rsidR="007D6C9B">
        <w:rPr>
          <w:rtl/>
        </w:rPr>
        <w:t xml:space="preserve">ں </w:t>
      </w:r>
      <w:r>
        <w:rPr>
          <w:rtl/>
        </w:rPr>
        <w:t>يو سف ايك مر تبہ پھر اپنى وسعت قلبى اور عظمت كا ايك نمو نہ پيش كر تے ہي</w:t>
      </w:r>
      <w:r w:rsidR="007D6C9B">
        <w:rPr>
          <w:rtl/>
        </w:rPr>
        <w:t xml:space="preserve">ں </w:t>
      </w:r>
      <w:r>
        <w:rPr>
          <w:rtl/>
        </w:rPr>
        <w:t>يہ نہي</w:t>
      </w:r>
      <w:r w:rsidR="007D6C9B">
        <w:rPr>
          <w:rtl/>
        </w:rPr>
        <w:t xml:space="preserve">ں </w:t>
      </w:r>
      <w:r>
        <w:rPr>
          <w:rtl/>
        </w:rPr>
        <w:t>كہتے كہ كو تا ہى كس شخص نے كي،بلكہ اس طرح سربستہ اور اجمالى طور پر كہتے ہي</w:t>
      </w:r>
      <w:r w:rsidR="007D6C9B">
        <w:rPr>
          <w:rtl/>
        </w:rPr>
        <w:t xml:space="preserve">ں </w:t>
      </w:r>
      <w:r>
        <w:rPr>
          <w:rtl/>
        </w:rPr>
        <w:t>كہ شيطان نے اس كا م مي</w:t>
      </w:r>
      <w:r w:rsidR="007D6C9B">
        <w:rPr>
          <w:rtl/>
        </w:rPr>
        <w:t xml:space="preserve">ں </w:t>
      </w:r>
      <w:r>
        <w:rPr>
          <w:rtl/>
        </w:rPr>
        <w:t>دخل اندا زى كى اور وہ فساد كا باعث بنا كيو نكہ وہ نہي</w:t>
      </w:r>
      <w:r w:rsidR="007D6C9B">
        <w:rPr>
          <w:rtl/>
        </w:rPr>
        <w:t xml:space="preserve">ں </w:t>
      </w:r>
      <w:r>
        <w:rPr>
          <w:rtl/>
        </w:rPr>
        <w:t>چا ہتے تھے كہ بھا ئيو</w:t>
      </w:r>
      <w:r w:rsidR="007D6C9B">
        <w:rPr>
          <w:rtl/>
        </w:rPr>
        <w:t xml:space="preserve">ں </w:t>
      </w:r>
      <w:r>
        <w:rPr>
          <w:rtl/>
        </w:rPr>
        <w:t>كى گزشتہ خطائو</w:t>
      </w:r>
      <w:r w:rsidR="007D6C9B">
        <w:rPr>
          <w:rtl/>
        </w:rPr>
        <w:t xml:space="preserve">ں </w:t>
      </w:r>
      <w:r>
        <w:rPr>
          <w:rtl/>
        </w:rPr>
        <w:t>كا گلہ كري</w:t>
      </w:r>
      <w:r w:rsidR="007D6C9B">
        <w:rPr>
          <w:rtl/>
        </w:rPr>
        <w:t xml:space="preserve">ں </w:t>
      </w:r>
      <w:r>
        <w:rPr>
          <w:rtl/>
        </w:rPr>
        <w:t>،وہ جا نتا ہے كہ كون حا جت مند ہي</w:t>
      </w:r>
      <w:r w:rsidR="007D6C9B">
        <w:rPr>
          <w:rtl/>
        </w:rPr>
        <w:t xml:space="preserve">ں </w:t>
      </w:r>
      <w:r>
        <w:rPr>
          <w:rtl/>
        </w:rPr>
        <w:t>اور كو ن اہل ہي</w:t>
      </w:r>
      <w:r w:rsidR="007D6C9B">
        <w:rPr>
          <w:rtl/>
        </w:rPr>
        <w:t xml:space="preserve">ں </w:t>
      </w:r>
      <w:r>
        <w:rPr>
          <w:rtl/>
        </w:rPr>
        <w:t xml:space="preserve">'' كيونكہ وہ عليم وحكيم ہے '' _( </w:t>
      </w:r>
      <w:r w:rsidR="00E664BB">
        <w:rPr>
          <w:rtl/>
        </w:rPr>
        <w:t>5</w:t>
      </w:r>
      <w:r>
        <w:rPr>
          <w:rtl/>
        </w:rPr>
        <w:t xml:space="preserve">) </w:t>
      </w:r>
    </w:p>
    <w:p w:rsidR="00DE2D7F" w:rsidRDefault="00DE2D7F" w:rsidP="00D07B54">
      <w:pPr>
        <w:pStyle w:val="libNormal"/>
        <w:rPr>
          <w:rtl/>
        </w:rPr>
      </w:pPr>
      <w:r>
        <w:rPr>
          <w:rtl/>
        </w:rPr>
        <w:t>اس كے بعد يو سف، حقيقى مالك الملك اور دائمى ولى نعمت كى طرف رخ كر تے ہي</w:t>
      </w:r>
      <w:r w:rsidR="007D6C9B">
        <w:rPr>
          <w:rtl/>
        </w:rPr>
        <w:t xml:space="preserve">ں </w:t>
      </w:r>
      <w:r>
        <w:rPr>
          <w:rtl/>
        </w:rPr>
        <w:t>اور شكر اور تقاضے كے طور پر كہتے ہي</w:t>
      </w:r>
      <w:r w:rsidR="007D6C9B">
        <w:rPr>
          <w:rtl/>
        </w:rPr>
        <w:t xml:space="preserve">ں </w:t>
      </w:r>
      <w:r>
        <w:rPr>
          <w:rtl/>
        </w:rPr>
        <w:t>: ''پر ور دگار تونے ايك وسيع حكو مت كا ايك حصہ مجھے مر حمت فرمايا ہے '' _</w:t>
      </w:r>
      <w:r w:rsidRPr="00AD1EF3">
        <w:rPr>
          <w:rStyle w:val="libFootnotenumChar"/>
          <w:rtl/>
        </w:rPr>
        <w:t>(</w:t>
      </w:r>
      <w:r w:rsidR="00E664BB" w:rsidRPr="00AD1EF3">
        <w:rPr>
          <w:rStyle w:val="libFootnotenumChar"/>
          <w:rtl/>
        </w:rPr>
        <w:t>6</w:t>
      </w:r>
      <w:r w:rsidRPr="00AD1EF3">
        <w:rPr>
          <w:rStyle w:val="libFootnotenumChar"/>
          <w:rtl/>
        </w:rPr>
        <w:t>)</w:t>
      </w:r>
      <w:r>
        <w:rPr>
          <w:rtl/>
        </w:rPr>
        <w:t xml:space="preserve"> ''اور تو نے مجھے تعبير خواب كے علم كى تعليم دى ہے ''_</w:t>
      </w:r>
      <w:r w:rsidRPr="00AD1EF3">
        <w:rPr>
          <w:rStyle w:val="libFootnotenumChar"/>
          <w:rtl/>
        </w:rPr>
        <w:t>(</w:t>
      </w:r>
      <w:r w:rsidR="00E664BB" w:rsidRPr="00AD1EF3">
        <w:rPr>
          <w:rStyle w:val="libFootnotenumChar"/>
          <w:rtl/>
        </w:rPr>
        <w:t>7</w:t>
      </w:r>
      <w:r w:rsidRPr="00AD1EF3">
        <w:rPr>
          <w:rStyle w:val="libFootnotenumChar"/>
          <w:rtl/>
        </w:rPr>
        <w:t>)</w:t>
      </w:r>
      <w:r>
        <w:rPr>
          <w:rtl/>
        </w:rPr>
        <w:t xml:space="preserve"> اور اسى علم نے جو ظاہر اً سا دہ اور عام ہے ميرى زندگى اور تيرے بندو</w:t>
      </w:r>
      <w:r w:rsidR="007D6C9B">
        <w:rPr>
          <w:rtl/>
        </w:rPr>
        <w:t xml:space="preserve">ں </w:t>
      </w:r>
      <w:r>
        <w:rPr>
          <w:rtl/>
        </w:rPr>
        <w:t>كى ايك بڑى جما عت كى زندگى مي</w:t>
      </w:r>
      <w:r w:rsidR="007D6C9B">
        <w:rPr>
          <w:rtl/>
        </w:rPr>
        <w:t xml:space="preserve">ں </w:t>
      </w:r>
      <w:r>
        <w:rPr>
          <w:rtl/>
        </w:rPr>
        <w:t xml:space="preserve">كس قسم كا انقلا ب پيدا كر ديا ہے اور يہ علم كس قدر پر بر كت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664BB">
        <w:rPr>
          <w:rtl/>
        </w:rPr>
        <w:t>100</w:t>
      </w:r>
      <w:r>
        <w:rPr>
          <w:rtl/>
        </w:rPr>
        <w:t xml:space="preserve"> (</w:t>
      </w:r>
      <w:r w:rsidR="00E664BB">
        <w:rPr>
          <w:rtl/>
        </w:rPr>
        <w:t>2</w:t>
      </w:r>
      <w:r>
        <w:rPr>
          <w:rtl/>
        </w:rPr>
        <w:t>) سورہ يوسف ايت</w:t>
      </w:r>
      <w:r w:rsidR="00E664BB">
        <w:rPr>
          <w:rtl/>
        </w:rPr>
        <w:t>100</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100</w:t>
      </w:r>
      <w:r>
        <w:rPr>
          <w:rtl/>
        </w:rPr>
        <w:t xml:space="preserve"> (</w:t>
      </w:r>
      <w:r w:rsidR="00E664BB">
        <w:rPr>
          <w:rtl/>
        </w:rPr>
        <w:t>4</w:t>
      </w:r>
      <w:r>
        <w:rPr>
          <w:rtl/>
        </w:rPr>
        <w:t xml:space="preserve">)سورہ يوسف آيت </w:t>
      </w:r>
      <w:r w:rsidR="00E664BB">
        <w:rPr>
          <w:rtl/>
        </w:rPr>
        <w:t>100</w:t>
      </w:r>
      <w:r>
        <w:rPr>
          <w:rtl/>
        </w:rPr>
        <w:t xml:space="preserve"> </w:t>
      </w:r>
    </w:p>
    <w:p w:rsidR="00DE2D7F" w:rsidRDefault="00DE2D7F" w:rsidP="00D07B54">
      <w:pPr>
        <w:pStyle w:val="libFootnote"/>
        <w:rPr>
          <w:rtl/>
        </w:rPr>
      </w:pPr>
      <w:r>
        <w:rPr>
          <w:rtl/>
        </w:rPr>
        <w:t>(</w:t>
      </w:r>
      <w:r w:rsidR="00E664BB">
        <w:rPr>
          <w:rtl/>
        </w:rPr>
        <w:t>5</w:t>
      </w:r>
      <w:r>
        <w:rPr>
          <w:rtl/>
        </w:rPr>
        <w:t xml:space="preserve">) سورہ يوسف آيت </w:t>
      </w:r>
      <w:r w:rsidR="00E664BB">
        <w:rPr>
          <w:rtl/>
        </w:rPr>
        <w:t>100</w:t>
      </w:r>
      <w:r>
        <w:rPr>
          <w:rtl/>
        </w:rPr>
        <w:t xml:space="preserve"> (</w:t>
      </w:r>
      <w:r w:rsidR="00E664BB">
        <w:rPr>
          <w:rtl/>
        </w:rPr>
        <w:t>6</w:t>
      </w:r>
      <w:r>
        <w:rPr>
          <w:rtl/>
        </w:rPr>
        <w:t xml:space="preserve">) سورہ يوسف آيت </w:t>
      </w:r>
      <w:r w:rsidR="00E664BB">
        <w:rPr>
          <w:rtl/>
        </w:rPr>
        <w:t>101</w:t>
      </w:r>
      <w:r>
        <w:rPr>
          <w:rtl/>
        </w:rPr>
        <w:t xml:space="preserve"> </w:t>
      </w:r>
    </w:p>
    <w:p w:rsidR="00DE2D7F" w:rsidRDefault="00DE2D7F" w:rsidP="00D07B54">
      <w:pPr>
        <w:pStyle w:val="libFootnote"/>
        <w:rPr>
          <w:rtl/>
        </w:rPr>
      </w:pPr>
      <w:r>
        <w:rPr>
          <w:rtl/>
        </w:rPr>
        <w:t>(</w:t>
      </w:r>
      <w:r w:rsidR="00E664BB">
        <w:rPr>
          <w:rtl/>
        </w:rPr>
        <w:t>7</w:t>
      </w:r>
      <w:r>
        <w:rPr>
          <w:rtl/>
        </w:rPr>
        <w:t xml:space="preserve">) سورہ يوسف آيت </w:t>
      </w:r>
      <w:r w:rsidR="00E664BB">
        <w:rPr>
          <w:rtl/>
        </w:rPr>
        <w:t>101</w:t>
      </w:r>
      <w:r>
        <w:rPr>
          <w:rtl/>
        </w:rPr>
        <w:t xml:space="preserve"> </w:t>
      </w:r>
    </w:p>
    <w:p w:rsidR="002F0CEC"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''تو وہ ہے جس نے آسمانو</w:t>
      </w:r>
      <w:r w:rsidR="007D6C9B">
        <w:rPr>
          <w:rtl/>
        </w:rPr>
        <w:t xml:space="preserve">ں </w:t>
      </w:r>
      <w:r>
        <w:rPr>
          <w:rtl/>
        </w:rPr>
        <w:t>اور زمين كو ايجاد كيا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اسى بناء پر تمام چيزي</w:t>
      </w:r>
      <w:r w:rsidR="007D6C9B">
        <w:rPr>
          <w:rtl/>
        </w:rPr>
        <w:t xml:space="preserve">ں </w:t>
      </w:r>
      <w:r>
        <w:rPr>
          <w:rtl/>
        </w:rPr>
        <w:t>تيرى قدرت كے سامنے سر تسليم خم كئے ہو ئے ہي</w:t>
      </w:r>
      <w:r w:rsidR="007D6C9B">
        <w:rPr>
          <w:rtl/>
        </w:rPr>
        <w:t xml:space="preserve">ں </w:t>
      </w:r>
      <w:r>
        <w:rPr>
          <w:rtl/>
        </w:rPr>
        <w:t>''پروردگار دنيا وآخرت مي</w:t>
      </w:r>
      <w:r w:rsidR="007D6C9B">
        <w:rPr>
          <w:rtl/>
        </w:rPr>
        <w:t xml:space="preserve">ں </w:t>
      </w:r>
      <w:r>
        <w:rPr>
          <w:rtl/>
        </w:rPr>
        <w:t>تو مير ا ولى ناصر مد بر اور محا فظ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مجھے اس جہا ن سے مسلمان اور اپنے فرمان كے سامنے سر تسليم خم كئے ہو ئے لے جا، اور مجھے صالحين سے كر دے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مي</w:t>
      </w:r>
      <w:r w:rsidR="007D6C9B">
        <w:rPr>
          <w:rtl/>
        </w:rPr>
        <w:t xml:space="preserve">ں </w:t>
      </w:r>
      <w:r>
        <w:rPr>
          <w:rtl/>
        </w:rPr>
        <w:t>تجھ سے ملك كے دوام اور اپنى مادى حكو مت اور زند گى كى بقا ء كا تقا ضا نہي</w:t>
      </w:r>
      <w:r w:rsidR="007D6C9B">
        <w:rPr>
          <w:rtl/>
        </w:rPr>
        <w:t xml:space="preserve">ں </w:t>
      </w:r>
      <w:r>
        <w:rPr>
          <w:rtl/>
        </w:rPr>
        <w:t>كر تا كيو نكہ يہ تو سب فانى ہي</w:t>
      </w:r>
      <w:r w:rsidR="007D6C9B">
        <w:rPr>
          <w:rtl/>
        </w:rPr>
        <w:t xml:space="preserve">ں </w:t>
      </w:r>
      <w:r>
        <w:rPr>
          <w:rtl/>
        </w:rPr>
        <w:t>اور صرف ديكھنے مي</w:t>
      </w:r>
      <w:r w:rsidR="007D6C9B">
        <w:rPr>
          <w:rtl/>
        </w:rPr>
        <w:t xml:space="preserve">ں </w:t>
      </w:r>
      <w:r>
        <w:rPr>
          <w:rtl/>
        </w:rPr>
        <w:t>دل انگيز ہي</w:t>
      </w:r>
      <w:r w:rsidR="007D6C9B">
        <w:rPr>
          <w:rtl/>
        </w:rPr>
        <w:t xml:space="preserve">ں </w:t>
      </w:r>
      <w:r>
        <w:rPr>
          <w:rtl/>
        </w:rPr>
        <w:t>بلكہ مي</w:t>
      </w:r>
      <w:r w:rsidR="007D6C9B">
        <w:rPr>
          <w:rtl/>
        </w:rPr>
        <w:t xml:space="preserve">ں </w:t>
      </w:r>
      <w:r>
        <w:rPr>
          <w:rtl/>
        </w:rPr>
        <w:t xml:space="preserve">تجھ سے يہ چا ہتا ہو </w:t>
      </w:r>
      <w:r w:rsidR="007D6C9B">
        <w:rPr>
          <w:rtl/>
        </w:rPr>
        <w:t xml:space="preserve">ں </w:t>
      </w:r>
      <w:r>
        <w:rPr>
          <w:rtl/>
        </w:rPr>
        <w:t>كہ ميرى عا قبت اور انجا م كا ر بخير ہو اور مي</w:t>
      </w:r>
      <w:r w:rsidR="007D6C9B">
        <w:rPr>
          <w:rtl/>
        </w:rPr>
        <w:t xml:space="preserve">ں </w:t>
      </w:r>
      <w:r>
        <w:rPr>
          <w:rtl/>
        </w:rPr>
        <w:t>تيرى راہ مي</w:t>
      </w:r>
      <w:r w:rsidR="007D6C9B">
        <w:rPr>
          <w:rtl/>
        </w:rPr>
        <w:t xml:space="preserve">ں </w:t>
      </w:r>
      <w:r>
        <w:rPr>
          <w:rtl/>
        </w:rPr>
        <w:t>ايمان وتسليم كے ساتھ ہو</w:t>
      </w:r>
      <w:r w:rsidR="007D6C9B">
        <w:rPr>
          <w:rtl/>
        </w:rPr>
        <w:t xml:space="preserve">ں </w:t>
      </w:r>
      <w:r>
        <w:rPr>
          <w:rtl/>
        </w:rPr>
        <w:t>اور تيرے لئے جان دو</w:t>
      </w:r>
      <w:r w:rsidR="007D6C9B">
        <w:rPr>
          <w:rtl/>
        </w:rPr>
        <w:t xml:space="preserve">ں </w:t>
      </w:r>
      <w:r>
        <w:rPr>
          <w:rtl/>
        </w:rPr>
        <w:t>اور صالحين اور تيرے باخلوص دو ستو</w:t>
      </w:r>
      <w:r w:rsidR="007D6C9B">
        <w:rPr>
          <w:rtl/>
        </w:rPr>
        <w:t xml:space="preserve">ں </w:t>
      </w:r>
      <w:r>
        <w:rPr>
          <w:rtl/>
        </w:rPr>
        <w:t>كى صف مي</w:t>
      </w:r>
      <w:r w:rsidR="007D6C9B">
        <w:rPr>
          <w:rtl/>
        </w:rPr>
        <w:t xml:space="preserve">ں </w:t>
      </w:r>
      <w:r>
        <w:rPr>
          <w:rtl/>
        </w:rPr>
        <w:t>قرار پائو</w:t>
      </w:r>
      <w:r w:rsidR="007D6C9B">
        <w:rPr>
          <w:rtl/>
        </w:rPr>
        <w:t xml:space="preserve">ں </w:t>
      </w:r>
      <w:r>
        <w:rPr>
          <w:rtl/>
        </w:rPr>
        <w:t>ميرے لئے يہ چيزي</w:t>
      </w:r>
      <w:r w:rsidR="007D6C9B">
        <w:rPr>
          <w:rtl/>
        </w:rPr>
        <w:t xml:space="preserve">ں </w:t>
      </w:r>
      <w:r>
        <w:rPr>
          <w:rtl/>
        </w:rPr>
        <w:t>اہم ہي</w:t>
      </w:r>
      <w:r w:rsidR="007D6C9B">
        <w:rPr>
          <w:rtl/>
        </w:rPr>
        <w:t xml:space="preserve">ں </w:t>
      </w:r>
      <w:r>
        <w:rPr>
          <w:rtl/>
        </w:rPr>
        <w:t xml:space="preserve">_ </w:t>
      </w:r>
    </w:p>
    <w:p w:rsidR="002F0CEC" w:rsidRDefault="00DE2D7F" w:rsidP="00D07B54">
      <w:pPr>
        <w:pStyle w:val="Heading2Center"/>
        <w:rPr>
          <w:rtl/>
        </w:rPr>
      </w:pPr>
      <w:bookmarkStart w:id="191" w:name="_Toc7268588"/>
      <w:r>
        <w:rPr>
          <w:rtl/>
        </w:rPr>
        <w:t>باپ كو سرگزشت نہ سنانا</w:t>
      </w:r>
      <w:bookmarkEnd w:id="191"/>
      <w:r>
        <w:rPr>
          <w:rtl/>
        </w:rPr>
        <w:t xml:space="preserve"> </w:t>
      </w:r>
    </w:p>
    <w:p w:rsidR="00DE2D7F" w:rsidRDefault="00DE2D7F" w:rsidP="00D07B54">
      <w:pPr>
        <w:pStyle w:val="libNormal"/>
        <w:rPr>
          <w:rtl/>
        </w:rPr>
      </w:pPr>
      <w:r>
        <w:rPr>
          <w:rtl/>
        </w:rPr>
        <w:t>جس وقت يعقوب (ع) يوسف (ع) سے ملاقات كے لئے پہنچے تو ان سے كہا: ميرے بيٹے ميرا دل چاہتا ہے كہ مي</w:t>
      </w:r>
      <w:r w:rsidR="007D6C9B">
        <w:rPr>
          <w:rtl/>
        </w:rPr>
        <w:t xml:space="preserve">ں </w:t>
      </w:r>
      <w:r>
        <w:rPr>
          <w:rtl/>
        </w:rPr>
        <w:t>پورى تفصيل جانو</w:t>
      </w:r>
      <w:r w:rsidR="007D6C9B">
        <w:rPr>
          <w:rtl/>
        </w:rPr>
        <w:t xml:space="preserve">ں </w:t>
      </w:r>
      <w:r>
        <w:rPr>
          <w:rtl/>
        </w:rPr>
        <w:t>كہ بھائيو</w:t>
      </w:r>
      <w:r w:rsidR="007D6C9B">
        <w:rPr>
          <w:rtl/>
        </w:rPr>
        <w:t xml:space="preserve">ں </w:t>
      </w:r>
      <w:r>
        <w:rPr>
          <w:rtl/>
        </w:rPr>
        <w:t xml:space="preserve">نے تمہارے ساتھ كيا سلوك كيا_ </w:t>
      </w:r>
    </w:p>
    <w:p w:rsidR="00DE2D7F" w:rsidRDefault="00DE2D7F" w:rsidP="00D07B54">
      <w:pPr>
        <w:pStyle w:val="libNormal"/>
        <w:rPr>
          <w:rtl/>
        </w:rPr>
      </w:pPr>
      <w:r>
        <w:rPr>
          <w:rtl/>
        </w:rPr>
        <w:t>حضرت يوسف (ع) نے باپ سے تقاضا كيا كہ وہ اس معاملہ كو جانے دي</w:t>
      </w:r>
      <w:r w:rsidR="007D6C9B">
        <w:rPr>
          <w:rtl/>
        </w:rPr>
        <w:t xml:space="preserve">ں </w:t>
      </w:r>
      <w:r>
        <w:rPr>
          <w:rtl/>
        </w:rPr>
        <w:t>ليكن يعقوب (ع) نے انھي</w:t>
      </w:r>
      <w:r w:rsidR="007D6C9B">
        <w:rPr>
          <w:rtl/>
        </w:rPr>
        <w:t xml:space="preserve">ں </w:t>
      </w:r>
      <w:r>
        <w:rPr>
          <w:rtl/>
        </w:rPr>
        <w:t>قسم دے كر كہا كہ بيان كري</w:t>
      </w:r>
      <w:r w:rsidR="007D6C9B">
        <w:rPr>
          <w:rtl/>
        </w:rPr>
        <w:t xml:space="preserve">ں </w:t>
      </w:r>
      <w:r>
        <w:rPr>
          <w:rtl/>
        </w:rPr>
        <w:t xml:space="preserve">_ </w:t>
      </w:r>
    </w:p>
    <w:p w:rsidR="00DE2D7F" w:rsidRDefault="00DE2D7F" w:rsidP="00D07B54">
      <w:pPr>
        <w:pStyle w:val="libNormal"/>
        <w:rPr>
          <w:rtl/>
        </w:rPr>
      </w:pPr>
      <w:r>
        <w:rPr>
          <w:rtl/>
        </w:rPr>
        <w:t>يوسف (ع) نے واقعات كا كچھ حصہ بيان كيا يہا</w:t>
      </w:r>
      <w:r w:rsidR="007D6C9B">
        <w:rPr>
          <w:rtl/>
        </w:rPr>
        <w:t xml:space="preserve">ں </w:t>
      </w:r>
      <w:r>
        <w:rPr>
          <w:rtl/>
        </w:rPr>
        <w:t>تك كہ بتايا : بھائيو</w:t>
      </w:r>
      <w:r w:rsidR="007D6C9B">
        <w:rPr>
          <w:rtl/>
        </w:rPr>
        <w:t xml:space="preserve">ں </w:t>
      </w:r>
      <w:r>
        <w:rPr>
          <w:rtl/>
        </w:rPr>
        <w:t>نے مجھے پكڑليا او ركنوي</w:t>
      </w:r>
      <w:r w:rsidR="007D6C9B">
        <w:rPr>
          <w:rtl/>
        </w:rPr>
        <w:t xml:space="preserve">ں </w:t>
      </w:r>
      <w:r>
        <w:rPr>
          <w:rtl/>
        </w:rPr>
        <w:t>كے كنارے بٹھايا مجھے حكم ديا كہ كرتا اتاردو</w:t>
      </w:r>
      <w:r w:rsidR="007D6C9B">
        <w:rPr>
          <w:rtl/>
        </w:rPr>
        <w:t xml:space="preserve">ں </w:t>
      </w:r>
      <w:r>
        <w:rPr>
          <w:rtl/>
        </w:rPr>
        <w:t>تو مي</w:t>
      </w:r>
      <w:r w:rsidR="007D6C9B">
        <w:rPr>
          <w:rtl/>
        </w:rPr>
        <w:t xml:space="preserve">ں </w:t>
      </w:r>
      <w:r>
        <w:rPr>
          <w:rtl/>
        </w:rPr>
        <w:t>نے ان سے كہا: مي</w:t>
      </w:r>
      <w:r w:rsidR="007D6C9B">
        <w:rPr>
          <w:rtl/>
        </w:rPr>
        <w:t xml:space="preserve">ں </w:t>
      </w:r>
      <w:r>
        <w:rPr>
          <w:rtl/>
        </w:rPr>
        <w:t>تمہي</w:t>
      </w:r>
      <w:r w:rsidR="007D6C9B">
        <w:rPr>
          <w:rtl/>
        </w:rPr>
        <w:t xml:space="preserve">ں </w:t>
      </w:r>
      <w:r>
        <w:rPr>
          <w:rtl/>
        </w:rPr>
        <w:t>اپنے باپ يعقوب كے احترام كى قسم ديتا ہو</w:t>
      </w:r>
      <w:r w:rsidR="007D6C9B">
        <w:rPr>
          <w:rtl/>
        </w:rPr>
        <w:t xml:space="preserve">ں </w:t>
      </w:r>
      <w:r>
        <w:rPr>
          <w:rtl/>
        </w:rPr>
        <w:t>كہ ميرے بدن سے كرتا نہ اتارو</w:t>
      </w:r>
      <w:r w:rsidR="007D6C9B">
        <w:rPr>
          <w:rtl/>
        </w:rPr>
        <w:t xml:space="preserve">ں </w:t>
      </w:r>
      <w:r>
        <w:rPr>
          <w:rtl/>
        </w:rPr>
        <w:t>اور مجھے برہنہ نہ كرو، ان مي</w:t>
      </w:r>
      <w:r w:rsidR="007D6C9B">
        <w:rPr>
          <w:rtl/>
        </w:rPr>
        <w:t xml:space="preserve">ں </w:t>
      </w:r>
      <w:r>
        <w:rPr>
          <w:rtl/>
        </w:rPr>
        <w:t xml:space="preserve">سے ايك كے پاس چھرى تھى اس نے وہ چھرى نكالى اور چلاكر كہا: كرتا اتاردے_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يوسف آيت </w:t>
      </w:r>
      <w:r w:rsidR="00E664BB">
        <w:rPr>
          <w:rtl/>
        </w:rPr>
        <w:t>101</w:t>
      </w:r>
      <w:r>
        <w:rPr>
          <w:rtl/>
        </w:rPr>
        <w:t xml:space="preserve"> </w:t>
      </w:r>
    </w:p>
    <w:p w:rsidR="00DE2D7F" w:rsidRDefault="00DE2D7F" w:rsidP="00D07B54">
      <w:pPr>
        <w:pStyle w:val="libFootnote"/>
        <w:rPr>
          <w:rtl/>
        </w:rPr>
      </w:pPr>
      <w:r>
        <w:rPr>
          <w:rtl/>
        </w:rPr>
        <w:t>(</w:t>
      </w:r>
      <w:r w:rsidR="00E664BB">
        <w:rPr>
          <w:rtl/>
        </w:rPr>
        <w:t>2</w:t>
      </w:r>
      <w:r>
        <w:rPr>
          <w:rtl/>
        </w:rPr>
        <w:t xml:space="preserve">) سورہ يوسف آيت </w:t>
      </w:r>
      <w:r w:rsidR="00E664BB">
        <w:rPr>
          <w:rtl/>
        </w:rPr>
        <w:t>101</w:t>
      </w:r>
      <w:r>
        <w:rPr>
          <w:rtl/>
        </w:rPr>
        <w:t xml:space="preserve"> </w:t>
      </w:r>
    </w:p>
    <w:p w:rsidR="00DE2D7F" w:rsidRDefault="00DE2D7F" w:rsidP="00D07B54">
      <w:pPr>
        <w:pStyle w:val="libFootnote"/>
        <w:rPr>
          <w:rtl/>
        </w:rPr>
      </w:pPr>
      <w:r>
        <w:rPr>
          <w:rtl/>
        </w:rPr>
        <w:t>(</w:t>
      </w:r>
      <w:r w:rsidR="00E664BB">
        <w:rPr>
          <w:rtl/>
        </w:rPr>
        <w:t>3</w:t>
      </w:r>
      <w:r>
        <w:rPr>
          <w:rtl/>
        </w:rPr>
        <w:t xml:space="preserve">) سورہ يوسف آيت </w:t>
      </w:r>
      <w:r w:rsidR="00E664BB">
        <w:rPr>
          <w:rtl/>
        </w:rPr>
        <w:t>101</w:t>
      </w:r>
      <w:r>
        <w:rPr>
          <w:rtl/>
        </w:rPr>
        <w:t xml:space="preserve"> </w:t>
      </w:r>
    </w:p>
    <w:p w:rsidR="002F0CEC" w:rsidRDefault="001648F9" w:rsidP="00D07B54">
      <w:pPr>
        <w:pStyle w:val="libNormal"/>
        <w:rPr>
          <w:rtl/>
        </w:rPr>
      </w:pPr>
      <w:r>
        <w:rPr>
          <w:rtl/>
        </w:rPr>
        <w:t xml:space="preserve"> </w:t>
      </w:r>
      <w:r>
        <w:rPr>
          <w:rtl/>
        </w:rPr>
        <w:br w:type="page"/>
      </w:r>
    </w:p>
    <w:p w:rsidR="002F0CEC" w:rsidRDefault="002F0CEC" w:rsidP="00D07B54">
      <w:pPr>
        <w:pStyle w:val="libNormal"/>
        <w:rPr>
          <w:rtl/>
        </w:rPr>
      </w:pPr>
    </w:p>
    <w:p w:rsidR="00DE2D7F" w:rsidRDefault="00DE2D7F" w:rsidP="00D07B54">
      <w:pPr>
        <w:pStyle w:val="libNormal"/>
        <w:rPr>
          <w:rtl/>
        </w:rPr>
      </w:pPr>
      <w:r>
        <w:rPr>
          <w:rtl/>
        </w:rPr>
        <w:t>يہ جملہ سنتے ہى يعقوب كى طاقت جواب دے گئي انھو</w:t>
      </w:r>
      <w:r w:rsidR="007D6C9B">
        <w:rPr>
          <w:rtl/>
        </w:rPr>
        <w:t xml:space="preserve">ں </w:t>
      </w:r>
      <w:r>
        <w:rPr>
          <w:rtl/>
        </w:rPr>
        <w:t>چيخ مارى او ربے ہوش ہوگئے جب وہ ہوش مي</w:t>
      </w:r>
      <w:r w:rsidR="007D6C9B">
        <w:rPr>
          <w:rtl/>
        </w:rPr>
        <w:t xml:space="preserve">ں </w:t>
      </w:r>
      <w:r>
        <w:rPr>
          <w:rtl/>
        </w:rPr>
        <w:t>آئے تو بيٹے سے چاہا كہ اپنى بات جارى ركھے ليكن يوسف (ع) نے كہا: آپ كو ابراہيم (ع) ، اسماعيل (ع) اور اسحاق (ع) كے خدا كى قسم مجھے اس كام سے معاف ركھي</w:t>
      </w:r>
      <w:r w:rsidR="007D6C9B">
        <w:rPr>
          <w:rtl/>
        </w:rPr>
        <w:t xml:space="preserve">ں </w:t>
      </w:r>
      <w:r>
        <w:rPr>
          <w:rtl/>
        </w:rPr>
        <w:t xml:space="preserve">_ </w:t>
      </w:r>
    </w:p>
    <w:p w:rsidR="00DE2D7F" w:rsidRDefault="00DE2D7F" w:rsidP="00D07B54">
      <w:pPr>
        <w:pStyle w:val="libNormal"/>
        <w:rPr>
          <w:rtl/>
        </w:rPr>
      </w:pPr>
      <w:r>
        <w:rPr>
          <w:rtl/>
        </w:rPr>
        <w:t xml:space="preserve">جب يعقوب (ع) نے يہ جملہ سنا تو اس معاملہ سے صرف نظر كرليا_ </w:t>
      </w:r>
    </w:p>
    <w:p w:rsidR="00DE2D7F" w:rsidRDefault="00DE2D7F" w:rsidP="00D07B54">
      <w:pPr>
        <w:pStyle w:val="libNormal"/>
        <w:rPr>
          <w:rtl/>
        </w:rPr>
      </w:pPr>
      <w:r>
        <w:rPr>
          <w:rtl/>
        </w:rPr>
        <w:t>يہ امر نشاندہى كرتا ہے كہ يوسف (ع) ہرگز نہي</w:t>
      </w:r>
      <w:r w:rsidR="007D6C9B">
        <w:rPr>
          <w:rtl/>
        </w:rPr>
        <w:t xml:space="preserve">ں </w:t>
      </w:r>
      <w:r>
        <w:rPr>
          <w:rtl/>
        </w:rPr>
        <w:t>چاہتے تھے كہ ماضى كے تلخ واقعات اپنے دل مي</w:t>
      </w:r>
      <w:r w:rsidR="007D6C9B">
        <w:rPr>
          <w:rtl/>
        </w:rPr>
        <w:t xml:space="preserve">ں </w:t>
      </w:r>
      <w:r>
        <w:rPr>
          <w:rtl/>
        </w:rPr>
        <w:t>لائي</w:t>
      </w:r>
      <w:r w:rsidR="007D6C9B">
        <w:rPr>
          <w:rtl/>
        </w:rPr>
        <w:t xml:space="preserve">ں </w:t>
      </w:r>
      <w:r>
        <w:rPr>
          <w:rtl/>
        </w:rPr>
        <w:t>يا باپ كے سامنے انھي</w:t>
      </w:r>
      <w:r w:rsidR="007D6C9B">
        <w:rPr>
          <w:rtl/>
        </w:rPr>
        <w:t xml:space="preserve">ں </w:t>
      </w:r>
      <w:r>
        <w:rPr>
          <w:rtl/>
        </w:rPr>
        <w:t>دھرائي</w:t>
      </w:r>
      <w:r w:rsidR="007D6C9B">
        <w:rPr>
          <w:rtl/>
        </w:rPr>
        <w:t xml:space="preserve">ں </w:t>
      </w:r>
      <w:r>
        <w:rPr>
          <w:rtl/>
        </w:rPr>
        <w:t>اگرچہ يعقوب (ع) كى جستجو كى حسّ انھي</w:t>
      </w:r>
      <w:r w:rsidR="007D6C9B">
        <w:rPr>
          <w:rtl/>
        </w:rPr>
        <w:t xml:space="preserve">ں </w:t>
      </w:r>
      <w:r>
        <w:rPr>
          <w:rtl/>
        </w:rPr>
        <w:t xml:space="preserve">مجبور كرتى تھي_ </w:t>
      </w:r>
    </w:p>
    <w:p w:rsidR="002F0CEC" w:rsidRDefault="002F0CEC" w:rsidP="00D07B54">
      <w:pPr>
        <w:pStyle w:val="libNormal"/>
        <w:rPr>
          <w:rtl/>
        </w:rPr>
      </w:pPr>
      <w:r>
        <w:rPr>
          <w:rtl/>
        </w:rPr>
        <w:br w:type="page"/>
      </w:r>
    </w:p>
    <w:p w:rsidR="00DE2D7F" w:rsidRDefault="00DE2D7F" w:rsidP="00D07B54">
      <w:pPr>
        <w:pStyle w:val="Heading2Center"/>
        <w:rPr>
          <w:rtl/>
        </w:rPr>
      </w:pPr>
      <w:bookmarkStart w:id="192" w:name="_Toc7268589"/>
      <w:r>
        <w:rPr>
          <w:rtl/>
          <w:lang w:bidi="fa-IR"/>
        </w:rPr>
        <w:lastRenderedPageBreak/>
        <w:t>۴</w:t>
      </w:r>
      <w:r>
        <w:rPr>
          <w:rtl/>
        </w:rPr>
        <w:t xml:space="preserve"> انبياء عليهم السلام کے واقعات</w:t>
      </w:r>
      <w:bookmarkEnd w:id="192"/>
      <w:r>
        <w:rPr>
          <w:rtl/>
        </w:rPr>
        <w:t xml:space="preserve"> </w:t>
      </w:r>
    </w:p>
    <w:p w:rsidR="002F0CEC" w:rsidRDefault="00DE2D7F" w:rsidP="00D07B54">
      <w:pPr>
        <w:pStyle w:val="Heading2Center"/>
        <w:rPr>
          <w:rtl/>
        </w:rPr>
      </w:pPr>
      <w:bookmarkStart w:id="193" w:name="_Toc7268590"/>
      <w:r>
        <w:rPr>
          <w:rtl/>
        </w:rPr>
        <w:t>حضرت شعيب عليہ السلام</w:t>
      </w:r>
      <w:bookmarkEnd w:id="193"/>
      <w:r>
        <w:rPr>
          <w:rtl/>
        </w:rPr>
        <w:t xml:space="preserve"> </w:t>
      </w:r>
    </w:p>
    <w:p w:rsidR="00697AAF" w:rsidRDefault="00DE2D7F" w:rsidP="00D07B54">
      <w:pPr>
        <w:pStyle w:val="Heading2Center"/>
        <w:rPr>
          <w:rtl/>
        </w:rPr>
      </w:pPr>
      <w:bookmarkStart w:id="194" w:name="_Toc7268591"/>
      <w:r>
        <w:rPr>
          <w:rtl/>
        </w:rPr>
        <w:t>حضرت شعيب (ع) كى سر زمين''مدين''</w:t>
      </w:r>
      <w:bookmarkEnd w:id="194"/>
      <w:r>
        <w:rPr>
          <w:rtl/>
        </w:rPr>
        <w:t xml:space="preserve"> </w:t>
      </w:r>
    </w:p>
    <w:p w:rsidR="00DE2D7F" w:rsidRDefault="00DE2D7F" w:rsidP="00D07B54">
      <w:pPr>
        <w:pStyle w:val="libNormal"/>
        <w:rPr>
          <w:rtl/>
        </w:rPr>
      </w:pPr>
      <w:r>
        <w:rPr>
          <w:rtl/>
        </w:rPr>
        <w:t>يہا</w:t>
      </w:r>
      <w:r w:rsidR="007D6C9B">
        <w:rPr>
          <w:rtl/>
        </w:rPr>
        <w:t xml:space="preserve">ں </w:t>
      </w:r>
      <w:r>
        <w:rPr>
          <w:rtl/>
        </w:rPr>
        <w:t>گفتگو قوم شعيب اور اہل مدين كى ہے يہ وہى لوگ ہي</w:t>
      </w:r>
      <w:r w:rsidR="007D6C9B">
        <w:rPr>
          <w:rtl/>
        </w:rPr>
        <w:t xml:space="preserve">ں </w:t>
      </w:r>
      <w:r>
        <w:rPr>
          <w:rtl/>
        </w:rPr>
        <w:t>جنہو</w:t>
      </w:r>
      <w:r w:rsidR="007D6C9B">
        <w:rPr>
          <w:rtl/>
        </w:rPr>
        <w:t xml:space="preserve">ں </w:t>
      </w:r>
      <w:r>
        <w:rPr>
          <w:rtl/>
        </w:rPr>
        <w:t>نے توحيد كا راستہ چھوڑ ديا تھا اورشرك وبت پرستى كى سنگلاخ زمين مي</w:t>
      </w:r>
      <w:r w:rsidR="007D6C9B">
        <w:rPr>
          <w:rtl/>
        </w:rPr>
        <w:t xml:space="preserve">ں </w:t>
      </w:r>
      <w:r>
        <w:rPr>
          <w:rtl/>
        </w:rPr>
        <w:t>سرگردا</w:t>
      </w:r>
      <w:r w:rsidR="007D6C9B">
        <w:rPr>
          <w:rtl/>
        </w:rPr>
        <w:t xml:space="preserve">ں </w:t>
      </w:r>
      <w:r>
        <w:rPr>
          <w:rtl/>
        </w:rPr>
        <w:t>ہوگئے تھے يہ لوگ نہ صرف بتو</w:t>
      </w:r>
      <w:r w:rsidR="007D6C9B">
        <w:rPr>
          <w:rtl/>
        </w:rPr>
        <w:t xml:space="preserve">ں </w:t>
      </w:r>
      <w:r>
        <w:rPr>
          <w:rtl/>
        </w:rPr>
        <w:t>كو پوجتے تھے بلكہ درہم ودينار اور اپنے مال وثروت كى بھى پرستش كرتے تھے اور اسى لئے وہ اپنے كاروبار اور بارونق تجارت كو نادرستي،كم فروشى اور غلط طريقو</w:t>
      </w:r>
      <w:r w:rsidR="007D6C9B">
        <w:rPr>
          <w:rtl/>
        </w:rPr>
        <w:t xml:space="preserve">ں </w:t>
      </w:r>
      <w:r>
        <w:rPr>
          <w:rtl/>
        </w:rPr>
        <w:t xml:space="preserve">سے آلودہ كرتے تھے _ </w:t>
      </w:r>
    </w:p>
    <w:p w:rsidR="00DE2D7F" w:rsidRDefault="00DE2D7F" w:rsidP="00D07B54">
      <w:pPr>
        <w:pStyle w:val="libNormal"/>
        <w:rPr>
          <w:rtl/>
        </w:rPr>
      </w:pPr>
      <w:r>
        <w:rPr>
          <w:rtl/>
        </w:rPr>
        <w:t>ابتداء مي</w:t>
      </w:r>
      <w:r w:rsidR="007D6C9B">
        <w:rPr>
          <w:rtl/>
        </w:rPr>
        <w:t xml:space="preserve">ں </w:t>
      </w:r>
      <w:r>
        <w:rPr>
          <w:rtl/>
        </w:rPr>
        <w:t>فرمايا گيا ہے :'' مدين كى طرف ہم نے ان كے بھائي شعيب كو بھيجا'' _</w:t>
      </w:r>
      <w:r w:rsidRPr="00AD1EF3">
        <w:rPr>
          <w:rStyle w:val="libFootnotenumChar"/>
          <w:rtl/>
        </w:rPr>
        <w:t>(</w:t>
      </w:r>
      <w:r w:rsidR="00E664BB" w:rsidRPr="00AD1EF3">
        <w:rPr>
          <w:rStyle w:val="libFootnotenumChar"/>
          <w:rtl/>
        </w:rPr>
        <w:t>1</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مدين (بروزن'' مريم'') حضرت شعيب اور ان كے قبيلے كى آبادى كا نام ہے يہ شہر خليج عقبہ كے مشرق مي</w:t>
      </w:r>
      <w:r w:rsidR="007D6C9B">
        <w:rPr>
          <w:rtl/>
        </w:rPr>
        <w:t xml:space="preserve">ں </w:t>
      </w:r>
      <w:r>
        <w:rPr>
          <w:rtl/>
        </w:rPr>
        <w:t>واقع ہے اس كے لوگ اولاد اسماعيل مي</w:t>
      </w:r>
      <w:r w:rsidR="007D6C9B">
        <w:rPr>
          <w:rtl/>
        </w:rPr>
        <w:t xml:space="preserve">ں </w:t>
      </w:r>
      <w:r>
        <w:rPr>
          <w:rtl/>
        </w:rPr>
        <w:t xml:space="preserve">سے تھے مصر، لبنان اور فلسطين سے تجارت كياكرتے تھے_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ہود آيت </w:t>
      </w:r>
      <w:r w:rsidR="00E664BB">
        <w:rPr>
          <w:rtl/>
        </w:rPr>
        <w:t>84</w:t>
      </w:r>
      <w:r>
        <w:rPr>
          <w:rtl/>
        </w:rPr>
        <w:t xml:space="preserve"> </w:t>
      </w:r>
    </w:p>
    <w:p w:rsidR="00DE2D7F" w:rsidRDefault="00DE2D7F" w:rsidP="00D07B54">
      <w:pPr>
        <w:pStyle w:val="libFootnote"/>
        <w:rPr>
          <w:rtl/>
        </w:rPr>
      </w:pPr>
      <w:r>
        <w:rPr>
          <w:rtl/>
        </w:rPr>
        <w:t>(</w:t>
      </w:r>
      <w:r w:rsidR="00E664BB">
        <w:rPr>
          <w:rtl/>
        </w:rPr>
        <w:t>2</w:t>
      </w:r>
      <w:r>
        <w:rPr>
          <w:rtl/>
        </w:rPr>
        <w:t>)جيسا كہ ہم پہلے كہہ چكے ہي</w:t>
      </w:r>
      <w:r w:rsidR="007D6C9B">
        <w:rPr>
          <w:rtl/>
        </w:rPr>
        <w:t xml:space="preserve">ں </w:t>
      </w:r>
      <w:r>
        <w:rPr>
          <w:rtl/>
        </w:rPr>
        <w:t>لفظ''اخاھم'' (ان كا بھائي ) اس بناء پر ہے كہ اپنى قوم سے پيغمبرو</w:t>
      </w:r>
      <w:r w:rsidR="007D6C9B">
        <w:rPr>
          <w:rtl/>
        </w:rPr>
        <w:t xml:space="preserve">ں </w:t>
      </w:r>
      <w:r>
        <w:rPr>
          <w:rtl/>
        </w:rPr>
        <w:t xml:space="preserve">كى انتہائي محبت كو بيان كيا جائے نہ صرف اس بناء پر كہ وہ افرادان كے گروہ اور قبيلے سے تھے بلكہ اس لئے كہ وہ ان كے خير خواہ اور ہمدرد بھائي كى طرح تھے_ </w:t>
      </w:r>
    </w:p>
    <w:p w:rsidR="00697AAF" w:rsidRDefault="00697AAF" w:rsidP="00D07B54">
      <w:pPr>
        <w:pStyle w:val="libNormal"/>
        <w:rPr>
          <w:rtl/>
        </w:rPr>
      </w:pPr>
      <w:r>
        <w:rPr>
          <w:rtl/>
        </w:rPr>
        <w:br w:type="page"/>
      </w:r>
    </w:p>
    <w:p w:rsidR="00697AAF" w:rsidRDefault="00697AAF" w:rsidP="00D07B54">
      <w:pPr>
        <w:pStyle w:val="libNormal"/>
        <w:rPr>
          <w:rtl/>
        </w:rPr>
      </w:pPr>
    </w:p>
    <w:p w:rsidR="00DE2D7F" w:rsidRDefault="00DE2D7F" w:rsidP="00D07B54">
      <w:pPr>
        <w:pStyle w:val="libNormal"/>
        <w:rPr>
          <w:rtl/>
        </w:rPr>
      </w:pPr>
      <w:r>
        <w:rPr>
          <w:rtl/>
        </w:rPr>
        <w:t>آج كل شہر مدين كا نام ''معان'' ہے بعض جغرافيہ دانو</w:t>
      </w:r>
      <w:r w:rsidR="007D6C9B">
        <w:rPr>
          <w:rtl/>
        </w:rPr>
        <w:t xml:space="preserve">ں </w:t>
      </w:r>
      <w:r>
        <w:rPr>
          <w:rtl/>
        </w:rPr>
        <w:t>نے خليج عقبہ كے درميان سے كوہ سينا تك زندگى بسر كرنے والو</w:t>
      </w:r>
      <w:r w:rsidR="007D6C9B">
        <w:rPr>
          <w:rtl/>
        </w:rPr>
        <w:t xml:space="preserve">ں </w:t>
      </w:r>
      <w:r>
        <w:rPr>
          <w:rtl/>
        </w:rPr>
        <w:t>پر مدين كے نام كا اطلاق كيا ہے ،توريت مي</w:t>
      </w:r>
      <w:r w:rsidR="007D6C9B">
        <w:rPr>
          <w:rtl/>
        </w:rPr>
        <w:t xml:space="preserve">ں </w:t>
      </w:r>
      <w:r>
        <w:rPr>
          <w:rtl/>
        </w:rPr>
        <w:t xml:space="preserve">بھى لفظ'' مديان '' آيا ہے ليكن بعض قبائل كے لئے (البتہ ايك ہى لفظ شہراور اہل شہر پر عام طور پر استعمال ہوجاتاہے ) </w:t>
      </w:r>
    </w:p>
    <w:p w:rsidR="00DE2D7F" w:rsidRDefault="00DE2D7F" w:rsidP="00D07B54">
      <w:pPr>
        <w:pStyle w:val="libNormal"/>
        <w:rPr>
          <w:rtl/>
        </w:rPr>
      </w:pPr>
    </w:p>
    <w:p w:rsidR="00697AAF" w:rsidRDefault="00DE2D7F" w:rsidP="00D07B54">
      <w:pPr>
        <w:pStyle w:val="Heading2Center"/>
        <w:rPr>
          <w:rtl/>
        </w:rPr>
      </w:pPr>
      <w:bookmarkStart w:id="195" w:name="_Toc7268592"/>
      <w:r>
        <w:rPr>
          <w:rtl/>
        </w:rPr>
        <w:t>قوم شعيب كى اقتصادى برائيا</w:t>
      </w:r>
      <w:r w:rsidR="007D6C9B">
        <w:rPr>
          <w:rtl/>
        </w:rPr>
        <w:t>ں</w:t>
      </w:r>
      <w:bookmarkEnd w:id="195"/>
    </w:p>
    <w:p w:rsidR="00DE2D7F" w:rsidRDefault="007D6C9B" w:rsidP="00D07B54">
      <w:pPr>
        <w:pStyle w:val="libNormal"/>
        <w:rPr>
          <w:rtl/>
        </w:rPr>
      </w:pPr>
      <w:r>
        <w:rPr>
          <w:rtl/>
        </w:rPr>
        <w:t xml:space="preserve"> </w:t>
      </w:r>
      <w:r w:rsidR="00DE2D7F">
        <w:rPr>
          <w:rtl/>
        </w:rPr>
        <w:t>اس پيغمبر اور ہمدرو ومہربان بھائي نے جيسا كہ تمام انبياء كا آغاز دعوت مي</w:t>
      </w:r>
      <w:r>
        <w:rPr>
          <w:rtl/>
        </w:rPr>
        <w:t xml:space="preserve">ں </w:t>
      </w:r>
      <w:r w:rsidR="00DE2D7F">
        <w:rPr>
          <w:rtl/>
        </w:rPr>
        <w:t>طريقہ ہے پہلے انہي</w:t>
      </w:r>
      <w:r>
        <w:rPr>
          <w:rtl/>
        </w:rPr>
        <w:t xml:space="preserve">ں </w:t>
      </w:r>
      <w:r w:rsidR="00DE2D7F">
        <w:rPr>
          <w:rtl/>
        </w:rPr>
        <w:t>مذہب كے اساسى ترين ركن '' توحيد'' كى طرف وعوت دى اور كہا : اے قوم : ''يكتا ويگانہ خدا كى پرستش كرو، كہ جس كے نے علاوہ تمہارا كوئي معبود نہي</w:t>
      </w:r>
      <w:r>
        <w:rPr>
          <w:rtl/>
        </w:rPr>
        <w:t xml:space="preserve">ں </w:t>
      </w:r>
      <w:r w:rsidR="00DE2D7F">
        <w:rPr>
          <w:rtl/>
        </w:rPr>
        <w:t xml:space="preserve">ہے ''_ </w:t>
      </w:r>
      <w:r w:rsidR="00DE2D7F" w:rsidRPr="00AD1EF3">
        <w:rPr>
          <w:rStyle w:val="libFootnotenumChar"/>
          <w:rtl/>
        </w:rPr>
        <w:t>(</w:t>
      </w:r>
      <w:r w:rsidR="00E664BB" w:rsidRPr="00AD1EF3">
        <w:rPr>
          <w:rStyle w:val="libFootnotenumChar"/>
          <w:rtl/>
        </w:rPr>
        <w:t>1</w:t>
      </w:r>
      <w:r w:rsidR="00DE2D7F" w:rsidRPr="00AD1EF3">
        <w:rPr>
          <w:rStyle w:val="libFootnotenumChar"/>
          <w:rtl/>
        </w:rPr>
        <w:t>)</w:t>
      </w:r>
      <w:r w:rsidR="00DE2D7F">
        <w:rPr>
          <w:rtl/>
        </w:rPr>
        <w:t xml:space="preserve"> </w:t>
      </w:r>
    </w:p>
    <w:p w:rsidR="00DE2D7F" w:rsidRDefault="00DE2D7F" w:rsidP="00D07B54">
      <w:pPr>
        <w:pStyle w:val="libNormal"/>
        <w:rPr>
          <w:rtl/>
        </w:rPr>
      </w:pPr>
      <w:r>
        <w:rPr>
          <w:rtl/>
        </w:rPr>
        <w:t>اس وقت اہل مدين مي</w:t>
      </w:r>
      <w:r w:rsidR="007D6C9B">
        <w:rPr>
          <w:rtl/>
        </w:rPr>
        <w:t xml:space="preserve">ں </w:t>
      </w:r>
      <w:r>
        <w:rPr>
          <w:rtl/>
        </w:rPr>
        <w:t>ايك اقتصادى خرابى شديد طور پر رائج تھى جس كا سر چشمہ شرك اور بت پرستى كى روح ہے اس كى طرف اشارہ كرتے ہوئے فرمايا گيا ہے :''خريد وفروخت كرتے وقت چيزو</w:t>
      </w:r>
      <w:r w:rsidR="007D6C9B">
        <w:rPr>
          <w:rtl/>
        </w:rPr>
        <w:t xml:space="preserve">ں </w:t>
      </w:r>
      <w:r>
        <w:rPr>
          <w:rtl/>
        </w:rPr>
        <w:t>كا پيمانہ اور وزن كم نہ كرو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كم فروشى كے ذريعے فساد اور برائي ، لوگو</w:t>
      </w:r>
      <w:r w:rsidR="007D6C9B">
        <w:rPr>
          <w:rtl/>
        </w:rPr>
        <w:t xml:space="preserve">ں </w:t>
      </w:r>
      <w:r>
        <w:rPr>
          <w:rtl/>
        </w:rPr>
        <w:t>كے حقوق غصب كرنے كا فساد اور حقوق پر تجاوز كا فسانہ، معاشرتى ميزان اور اعتدال كو درہم برہم كرنے كا فساد ،اموال اورا شخاص پر عيب لگانے كا فساد _ خلاصہ يہ كہ لوگو</w:t>
      </w:r>
      <w:r w:rsidR="007D6C9B">
        <w:rPr>
          <w:rtl/>
        </w:rPr>
        <w:t xml:space="preserve">ں </w:t>
      </w:r>
      <w:r>
        <w:rPr>
          <w:rtl/>
        </w:rPr>
        <w:t xml:space="preserve">كى حيثيت، آبرو، ناموس اور جان كے حريم پر تجاوز كرنے كا فساد _ </w:t>
      </w:r>
    </w:p>
    <w:p w:rsidR="00DE2D7F" w:rsidRDefault="00DE2D7F" w:rsidP="00D07B54">
      <w:pPr>
        <w:pStyle w:val="libNormal"/>
        <w:rPr>
          <w:rtl/>
        </w:rPr>
      </w:pPr>
      <w:r>
        <w:rPr>
          <w:rtl/>
        </w:rPr>
        <w:t>'' لاتعشوا'''' فساد نہ كرو'' كے معنى مي</w:t>
      </w:r>
      <w:r w:rsidR="007D6C9B">
        <w:rPr>
          <w:rtl/>
        </w:rPr>
        <w:t xml:space="preserve">ں </w:t>
      </w:r>
      <w:r>
        <w:rPr>
          <w:rtl/>
        </w:rPr>
        <w:t xml:space="preserve">ہے اس بناء پر اس كے بعد ''مفسدين'' كا ذكر زيادہ سے زيادہ تاكيد كى خاطر ہے _ </w:t>
      </w:r>
    </w:p>
    <w:p w:rsidR="00DE2D7F" w:rsidRDefault="00DE2D7F" w:rsidP="00D07B54">
      <w:pPr>
        <w:pStyle w:val="libNormal"/>
        <w:rPr>
          <w:rtl/>
        </w:rPr>
      </w:pPr>
      <w:r>
        <w:rPr>
          <w:rtl/>
        </w:rPr>
        <w:t>قرآن مجيد مي</w:t>
      </w:r>
      <w:r w:rsidR="007D6C9B">
        <w:rPr>
          <w:rtl/>
        </w:rPr>
        <w:t xml:space="preserve">ں </w:t>
      </w:r>
      <w:r>
        <w:rPr>
          <w:rtl/>
        </w:rPr>
        <w:t>موجود آيات سے يہ حقيقت اچھى طرح سے واضح ہوتى ہے كہ توحيد كا اعتقاد اور آئيڈيالوجى كا معاملہ ايك صحيح وسالم اقتصاد كے لئے بہت اہميت ركھتا ہے نيز آيات اس امر كى نشاندہى كرتى ہي</w:t>
      </w:r>
      <w:r w:rsidR="007D6C9B">
        <w:rPr>
          <w:rtl/>
        </w:rPr>
        <w:t xml:space="preserve">ں </w:t>
      </w:r>
      <w:r>
        <w:rPr>
          <w:rtl/>
        </w:rPr>
        <w:t xml:space="preserve">كہ اقتصادى نظام كا درہم برہم ہونا معاشرے كى وسيع تباہى اور فساد كا سرچشمہ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ہود آيت </w:t>
      </w:r>
      <w:r w:rsidR="00E664BB">
        <w:rPr>
          <w:rtl/>
        </w:rPr>
        <w:t>84</w:t>
      </w:r>
      <w:r>
        <w:rPr>
          <w:rtl/>
        </w:rPr>
        <w:t xml:space="preserve"> </w:t>
      </w:r>
    </w:p>
    <w:p w:rsidR="00DE2D7F" w:rsidRDefault="00DE2D7F" w:rsidP="00D07B54">
      <w:pPr>
        <w:pStyle w:val="libFootnote"/>
        <w:rPr>
          <w:rtl/>
        </w:rPr>
      </w:pPr>
      <w:r>
        <w:rPr>
          <w:rtl/>
        </w:rPr>
        <w:t>(</w:t>
      </w:r>
      <w:r w:rsidR="00E664BB">
        <w:rPr>
          <w:rtl/>
        </w:rPr>
        <w:t>2</w:t>
      </w:r>
      <w:r>
        <w:rPr>
          <w:rtl/>
        </w:rPr>
        <w:t xml:space="preserve">)سورہ ہود آيت </w:t>
      </w:r>
      <w:r w:rsidR="00E664BB">
        <w:rPr>
          <w:rtl/>
        </w:rPr>
        <w:t>84</w:t>
      </w:r>
      <w:r>
        <w:rPr>
          <w:rtl/>
        </w:rPr>
        <w:t xml:space="preserve"> </w:t>
      </w:r>
    </w:p>
    <w:p w:rsidR="00697AAF" w:rsidRDefault="001648F9" w:rsidP="00D07B54">
      <w:pPr>
        <w:pStyle w:val="libNormal"/>
        <w:rPr>
          <w:rtl/>
        </w:rPr>
      </w:pPr>
      <w:r>
        <w:rPr>
          <w:rtl/>
        </w:rPr>
        <w:t xml:space="preserve"> </w:t>
      </w:r>
      <w:r>
        <w:rPr>
          <w:rtl/>
        </w:rPr>
        <w:br w:type="page"/>
      </w:r>
    </w:p>
    <w:p w:rsidR="00697AAF" w:rsidRDefault="00697AAF" w:rsidP="00D07B54">
      <w:pPr>
        <w:pStyle w:val="libNormal"/>
        <w:rPr>
          <w:rtl/>
        </w:rPr>
      </w:pPr>
    </w:p>
    <w:p w:rsidR="00DE2D7F" w:rsidRDefault="00DE2D7F" w:rsidP="00D07B54">
      <w:pPr>
        <w:pStyle w:val="libNormal"/>
        <w:rPr>
          <w:rtl/>
        </w:rPr>
      </w:pPr>
      <w:r>
        <w:rPr>
          <w:rtl/>
        </w:rPr>
        <w:t>آخر مي</w:t>
      </w:r>
      <w:r w:rsidR="007D6C9B">
        <w:rPr>
          <w:rtl/>
        </w:rPr>
        <w:t xml:space="preserve">ں </w:t>
      </w:r>
      <w:r>
        <w:rPr>
          <w:rtl/>
        </w:rPr>
        <w:t>انھي</w:t>
      </w:r>
      <w:r w:rsidR="007D6C9B">
        <w:rPr>
          <w:rtl/>
        </w:rPr>
        <w:t xml:space="preserve">ں </w:t>
      </w:r>
      <w:r>
        <w:rPr>
          <w:rtl/>
        </w:rPr>
        <w:t>يہ گوش گزار كيا گيا ہے كہ ظلم وستم كے ذريعے اور استعمارى ہتھكنڈو</w:t>
      </w:r>
      <w:r w:rsidR="007D6C9B">
        <w:rPr>
          <w:rtl/>
        </w:rPr>
        <w:t xml:space="preserve">ں </w:t>
      </w:r>
      <w:r>
        <w:rPr>
          <w:rtl/>
        </w:rPr>
        <w:t>سے بڑھنے والى دولت تمہارى بے نيازى اور استغناء كا سب نہي</w:t>
      </w:r>
      <w:r w:rsidR="007D6C9B">
        <w:rPr>
          <w:rtl/>
        </w:rPr>
        <w:t xml:space="preserve">ں </w:t>
      </w:r>
      <w:r>
        <w:rPr>
          <w:rtl/>
        </w:rPr>
        <w:t>بن سكتى بلكہ حلال طريقے سے حاصل كيا ہوا جو سرمايہ تمہارے پاس باقى رہ جائے چاہے وہ تھوڑاہى ہو اگر خدا اور اس كے رسول پر ايمان كے ساتھ ہو تو بہترہے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697AAF" w:rsidRDefault="00DE2D7F" w:rsidP="00D07B54">
      <w:pPr>
        <w:pStyle w:val="Heading2Center"/>
        <w:rPr>
          <w:rtl/>
        </w:rPr>
      </w:pPr>
      <w:bookmarkStart w:id="196" w:name="_Toc7268593"/>
      <w:r>
        <w:rPr>
          <w:rtl/>
        </w:rPr>
        <w:t>ہٹ دھرمو</w:t>
      </w:r>
      <w:r w:rsidR="007D6C9B">
        <w:rPr>
          <w:rtl/>
        </w:rPr>
        <w:t xml:space="preserve">ں </w:t>
      </w:r>
      <w:r>
        <w:rPr>
          <w:rtl/>
        </w:rPr>
        <w:t>كى بے بنياد منطق</w:t>
      </w:r>
      <w:bookmarkEnd w:id="196"/>
      <w:r>
        <w:rPr>
          <w:rtl/>
        </w:rPr>
        <w:t xml:space="preserve"> </w:t>
      </w:r>
    </w:p>
    <w:p w:rsidR="00DE2D7F" w:rsidRDefault="00DE2D7F" w:rsidP="00D07B54">
      <w:pPr>
        <w:pStyle w:val="libNormal"/>
        <w:rPr>
          <w:rtl/>
        </w:rPr>
      </w:pPr>
      <w:r>
        <w:rPr>
          <w:rtl/>
        </w:rPr>
        <w:t>اب ہم ديكھتے ہي</w:t>
      </w:r>
      <w:r w:rsidR="007D6C9B">
        <w:rPr>
          <w:rtl/>
        </w:rPr>
        <w:t xml:space="preserve">ں </w:t>
      </w:r>
      <w:r>
        <w:rPr>
          <w:rtl/>
        </w:rPr>
        <w:t>كہ اس ہٹ دھرقوم نے اس آسمانى مصلح كى دعوت كے جواب مي</w:t>
      </w:r>
      <w:r w:rsidR="007D6C9B">
        <w:rPr>
          <w:rtl/>
        </w:rPr>
        <w:t xml:space="preserve">ں </w:t>
      </w:r>
      <w:r>
        <w:rPr>
          <w:rtl/>
        </w:rPr>
        <w:t xml:space="preserve">كيا رد عمل ظاہر كيا _ </w:t>
      </w:r>
    </w:p>
    <w:p w:rsidR="00DE2D7F" w:rsidRDefault="00DE2D7F" w:rsidP="00D07B54">
      <w:pPr>
        <w:pStyle w:val="libNormal"/>
        <w:rPr>
          <w:rtl/>
        </w:rPr>
      </w:pPr>
      <w:r>
        <w:rPr>
          <w:rtl/>
        </w:rPr>
        <w:t>وہ جو بتو</w:t>
      </w:r>
      <w:r w:rsidR="007D6C9B">
        <w:rPr>
          <w:rtl/>
        </w:rPr>
        <w:t xml:space="preserve">ں </w:t>
      </w:r>
      <w:r>
        <w:rPr>
          <w:rtl/>
        </w:rPr>
        <w:t>كو اپنے بزرگو</w:t>
      </w:r>
      <w:r w:rsidR="007D6C9B">
        <w:rPr>
          <w:rtl/>
        </w:rPr>
        <w:t xml:space="preserve">ں </w:t>
      </w:r>
      <w:r>
        <w:rPr>
          <w:rtl/>
        </w:rPr>
        <w:t>كے آثار اور اپنے اصلى تمدن كى نشانى خيال كرتے تھے اور كم فروشى اور دھوكا بازى سے معاملات مي</w:t>
      </w:r>
      <w:r w:rsidR="007D6C9B">
        <w:rPr>
          <w:rtl/>
        </w:rPr>
        <w:t xml:space="preserve">ں </w:t>
      </w:r>
      <w:r>
        <w:rPr>
          <w:rtl/>
        </w:rPr>
        <w:t>بڑے بڑے فائدے اور مفادات اٹھاتے تھے حضرت شعيب كے جواب مي</w:t>
      </w:r>
      <w:r w:rsidR="007D6C9B">
        <w:rPr>
          <w:rtl/>
        </w:rPr>
        <w:t xml:space="preserve">ں </w:t>
      </w:r>
      <w:r>
        <w:rPr>
          <w:rtl/>
        </w:rPr>
        <w:t>كہنے لگے: اے شعيب : كيا تيرى نماز تجھے حكم ديتى ہے كہ ہم انہي</w:t>
      </w:r>
      <w:r w:rsidR="007D6C9B">
        <w:rPr>
          <w:rtl/>
        </w:rPr>
        <w:t xml:space="preserve">ں </w:t>
      </w:r>
      <w:r>
        <w:rPr>
          <w:rtl/>
        </w:rPr>
        <w:t>چھوڑدي</w:t>
      </w:r>
      <w:r w:rsidR="007D6C9B">
        <w:rPr>
          <w:rtl/>
        </w:rPr>
        <w:t xml:space="preserve">ں </w:t>
      </w:r>
      <w:r>
        <w:rPr>
          <w:rtl/>
        </w:rPr>
        <w:t>كہ جن كى ہمارے آبائو اجداد پرستش كرتے تھے اور يا اپنے اموال كے بارے مي</w:t>
      </w:r>
      <w:r w:rsidR="007D6C9B">
        <w:rPr>
          <w:rtl/>
        </w:rPr>
        <w:t xml:space="preserve">ں </w:t>
      </w:r>
      <w:r>
        <w:rPr>
          <w:rtl/>
        </w:rPr>
        <w:t>اپنى آزادى سے ساتھ دھو بيٹھي</w:t>
      </w:r>
      <w:r w:rsidR="007D6C9B">
        <w:rPr>
          <w:rtl/>
        </w:rPr>
        <w:t xml:space="preserve">ں </w:t>
      </w:r>
      <w:r>
        <w:rPr>
          <w:rtl/>
        </w:rPr>
        <w:t>تو تو ايك بردبار حوصلہ مند اور سمجھ دار آدمى ہے تجھ سے يہ باتي</w:t>
      </w:r>
      <w:r w:rsidR="007D6C9B">
        <w:rPr>
          <w:rtl/>
        </w:rPr>
        <w:t xml:space="preserve">ں </w:t>
      </w:r>
      <w:r>
        <w:rPr>
          <w:rtl/>
        </w:rPr>
        <w:t>بعيد ہي</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اس ظالم اور ستم گر قوم نے جب خود كوشعيب عليہ السلام كى منطقى باتو</w:t>
      </w:r>
      <w:r w:rsidR="007D6C9B">
        <w:rPr>
          <w:rtl/>
        </w:rPr>
        <w:t xml:space="preserve">ں </w:t>
      </w:r>
      <w:r>
        <w:rPr>
          <w:rtl/>
        </w:rPr>
        <w:t>كے مقابلے مي</w:t>
      </w:r>
      <w:r w:rsidR="007D6C9B">
        <w:rPr>
          <w:rtl/>
        </w:rPr>
        <w:t xml:space="preserve">ں </w:t>
      </w:r>
      <w:r>
        <w:rPr>
          <w:rtl/>
        </w:rPr>
        <w:t>بے دليل ديكھا تو اپنى برائيو</w:t>
      </w:r>
      <w:r w:rsidR="007D6C9B">
        <w:rPr>
          <w:rtl/>
        </w:rPr>
        <w:t xml:space="preserve">ں </w:t>
      </w:r>
      <w:r>
        <w:rPr>
          <w:rtl/>
        </w:rPr>
        <w:t>كو جارى و سارى ركھنے كے لئے ان پر تہمتو</w:t>
      </w:r>
      <w:r w:rsidR="007D6C9B">
        <w:rPr>
          <w:rtl/>
        </w:rPr>
        <w:t xml:space="preserve">ں </w:t>
      </w:r>
      <w:r>
        <w:rPr>
          <w:rtl/>
        </w:rPr>
        <w:t xml:space="preserve">كى بوچھاڑكردى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ہود آيت</w:t>
      </w:r>
      <w:r w:rsidR="00E664BB">
        <w:rPr>
          <w:rtl/>
        </w:rPr>
        <w:t>86</w:t>
      </w:r>
      <w:r>
        <w:rPr>
          <w:rtl/>
        </w:rPr>
        <w:t xml:space="preserve"> </w:t>
      </w:r>
    </w:p>
    <w:p w:rsidR="00DE2D7F" w:rsidRDefault="00DE2D7F" w:rsidP="00D07B54">
      <w:pPr>
        <w:pStyle w:val="libFootnote"/>
        <w:rPr>
          <w:rtl/>
        </w:rPr>
      </w:pPr>
      <w:r>
        <w:rPr>
          <w:rtl/>
        </w:rPr>
        <w:t>(</w:t>
      </w:r>
      <w:r w:rsidR="00E664BB">
        <w:rPr>
          <w:rtl/>
        </w:rPr>
        <w:t>2</w:t>
      </w:r>
      <w:r>
        <w:rPr>
          <w:rtl/>
        </w:rPr>
        <w:t xml:space="preserve">)سورہ ہود آيت </w:t>
      </w:r>
      <w:r w:rsidR="00E664BB">
        <w:rPr>
          <w:rtl/>
        </w:rPr>
        <w:t>87</w:t>
      </w:r>
      <w:r>
        <w:rPr>
          <w:rtl/>
        </w:rPr>
        <w:t xml:space="preserve"> </w:t>
      </w:r>
    </w:p>
    <w:p w:rsidR="00DE2D7F" w:rsidRDefault="00DE2D7F" w:rsidP="00D07B54">
      <w:pPr>
        <w:pStyle w:val="libFootnote"/>
        <w:rPr>
          <w:rtl/>
        </w:rPr>
      </w:pPr>
      <w:r>
        <w:rPr>
          <w:rtl/>
        </w:rPr>
        <w:t>(</w:t>
      </w:r>
      <w:r w:rsidR="00E664BB">
        <w:rPr>
          <w:rtl/>
        </w:rPr>
        <w:t>3</w:t>
      </w:r>
      <w:r>
        <w:rPr>
          <w:rtl/>
        </w:rPr>
        <w:t>)يہا</w:t>
      </w:r>
      <w:r w:rsidR="007D6C9B">
        <w:rPr>
          <w:rtl/>
        </w:rPr>
        <w:t xml:space="preserve">ں </w:t>
      </w:r>
      <w:r>
        <w:rPr>
          <w:rtl/>
        </w:rPr>
        <w:t>يہ سوال سامنے آتا ہے كہ انہو</w:t>
      </w:r>
      <w:r w:rsidR="007D6C9B">
        <w:rPr>
          <w:rtl/>
        </w:rPr>
        <w:t xml:space="preserve">ں </w:t>
      </w:r>
      <w:r>
        <w:rPr>
          <w:rtl/>
        </w:rPr>
        <w:t>مو حضرت شعيب كى نماز كا ذكر كيو</w:t>
      </w:r>
      <w:r w:rsidR="007D6C9B">
        <w:rPr>
          <w:rtl/>
        </w:rPr>
        <w:t xml:space="preserve">ں </w:t>
      </w:r>
      <w:r>
        <w:rPr>
          <w:rtl/>
        </w:rPr>
        <w:t>كيا ؟ بعض مفسرين نے كہا ہے كہ يہ اس بناء پر تھا كہ حضرت شعيب زيادہ نماز پڑھتے تھے اور لوگو</w:t>
      </w:r>
      <w:r w:rsidR="007D6C9B">
        <w:rPr>
          <w:rtl/>
        </w:rPr>
        <w:t xml:space="preserve">ں </w:t>
      </w:r>
      <w:r>
        <w:rPr>
          <w:rtl/>
        </w:rPr>
        <w:t>سے كہتے تھے كہ نماز انسان كو برے اور قبيح اعمال سے روكتى ہے ليكن وہ لوگ جو نماز اور ترك منكرات كے رابطے كو نہ سمجھ سكے انہو</w:t>
      </w:r>
      <w:r w:rsidR="007D6C9B">
        <w:rPr>
          <w:rtl/>
        </w:rPr>
        <w:t xml:space="preserve">ں </w:t>
      </w:r>
      <w:r>
        <w:rPr>
          <w:rtl/>
        </w:rPr>
        <w:t>نے اس بات كا تمسخر اڑايا اور كہا كہ كيا يہ ذكر واذكار اور حركات تجھے حكم ديتى ہي</w:t>
      </w:r>
      <w:r w:rsidR="007D6C9B">
        <w:rPr>
          <w:rtl/>
        </w:rPr>
        <w:t xml:space="preserve">ں </w:t>
      </w:r>
      <w:r>
        <w:rPr>
          <w:rtl/>
        </w:rPr>
        <w:t>كہ ہم اپنے بزرگو</w:t>
      </w:r>
      <w:r w:rsidR="007D6C9B">
        <w:rPr>
          <w:rtl/>
        </w:rPr>
        <w:t xml:space="preserve">ں </w:t>
      </w:r>
      <w:r>
        <w:rPr>
          <w:rtl/>
        </w:rPr>
        <w:t>كے طور طريقے اور مذہبى ثقافت كو پائو</w:t>
      </w:r>
      <w:r w:rsidR="007D6C9B">
        <w:rPr>
          <w:rtl/>
        </w:rPr>
        <w:t xml:space="preserve">ں </w:t>
      </w:r>
      <w:r>
        <w:rPr>
          <w:rtl/>
        </w:rPr>
        <w:t>تلے رونددي</w:t>
      </w:r>
      <w:r w:rsidR="007D6C9B">
        <w:rPr>
          <w:rtl/>
        </w:rPr>
        <w:t xml:space="preserve">ں </w:t>
      </w:r>
      <w:r>
        <w:rPr>
          <w:rtl/>
        </w:rPr>
        <w:t>يا اپنے اموال كے بارے مي</w:t>
      </w:r>
      <w:r w:rsidR="007D6C9B">
        <w:rPr>
          <w:rtl/>
        </w:rPr>
        <w:t xml:space="preserve">ں </w:t>
      </w:r>
      <w:r>
        <w:rPr>
          <w:rtl/>
        </w:rPr>
        <w:t>اپنا اختيار گنوابيٹھي</w:t>
      </w:r>
      <w:r w:rsidR="007D6C9B">
        <w:rPr>
          <w:rtl/>
        </w:rPr>
        <w:t xml:space="preserve">ں </w:t>
      </w:r>
      <w:r>
        <w:rPr>
          <w:rtl/>
        </w:rPr>
        <w:t xml:space="preserve">_ </w:t>
      </w:r>
    </w:p>
    <w:p w:rsidR="00697AAF" w:rsidRDefault="00C2634E" w:rsidP="00D07B54">
      <w:pPr>
        <w:pStyle w:val="libNormal"/>
        <w:rPr>
          <w:rtl/>
        </w:rPr>
      </w:pPr>
      <w:r>
        <w:rPr>
          <w:rtl/>
        </w:rPr>
        <w:t xml:space="preserve"> </w:t>
      </w:r>
      <w:r>
        <w:rPr>
          <w:rtl/>
        </w:rPr>
        <w:br w:type="page"/>
      </w:r>
    </w:p>
    <w:p w:rsidR="00697AAF" w:rsidRDefault="00697AAF" w:rsidP="00D07B54">
      <w:pPr>
        <w:pStyle w:val="libNormal"/>
        <w:rPr>
          <w:rtl/>
        </w:rPr>
      </w:pPr>
    </w:p>
    <w:p w:rsidR="00DE2D7F" w:rsidRDefault="00DE2D7F" w:rsidP="00D07B54">
      <w:pPr>
        <w:pStyle w:val="libNormal"/>
        <w:rPr>
          <w:rtl/>
        </w:rPr>
      </w:pPr>
      <w:r>
        <w:rPr>
          <w:rtl/>
        </w:rPr>
        <w:t>سب سے پہلے وہى پراناليبل جو مجرم اور ظالم لوگ ہميشہ سے خدا كے انبياء پرلگاتے رہے ہي</w:t>
      </w:r>
      <w:r w:rsidR="007D6C9B">
        <w:rPr>
          <w:rtl/>
        </w:rPr>
        <w:t xml:space="preserve">ں </w:t>
      </w:r>
      <w:r>
        <w:rPr>
          <w:rtl/>
        </w:rPr>
        <w:t xml:space="preserve">آپ پر بھى لگايا اور كہا : ''توتو بس پاگل ہے''_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تيرى گفتگو مي</w:t>
      </w:r>
      <w:r w:rsidR="007D6C9B">
        <w:rPr>
          <w:rtl/>
        </w:rPr>
        <w:t xml:space="preserve">ں </w:t>
      </w:r>
      <w:r>
        <w:rPr>
          <w:rtl/>
        </w:rPr>
        <w:t>كوئي منطقى اور مدلل بات دكھائي نہي</w:t>
      </w:r>
      <w:r w:rsidR="007D6C9B">
        <w:rPr>
          <w:rtl/>
        </w:rPr>
        <w:t xml:space="preserve">ں </w:t>
      </w:r>
      <w:r>
        <w:rPr>
          <w:rtl/>
        </w:rPr>
        <w:t>ديتى تيرا خيال ہے كہ ايسى باتي</w:t>
      </w:r>
      <w:r w:rsidR="007D6C9B">
        <w:rPr>
          <w:rtl/>
        </w:rPr>
        <w:t xml:space="preserve">ں </w:t>
      </w:r>
      <w:r>
        <w:rPr>
          <w:rtl/>
        </w:rPr>
        <w:t>كركے تو ہمي</w:t>
      </w:r>
      <w:r w:rsidR="007D6C9B">
        <w:rPr>
          <w:rtl/>
        </w:rPr>
        <w:t xml:space="preserve">ں </w:t>
      </w:r>
      <w:r>
        <w:rPr>
          <w:rtl/>
        </w:rPr>
        <w:t>اپنے مال مي</w:t>
      </w:r>
      <w:r w:rsidR="007D6C9B">
        <w:rPr>
          <w:rtl/>
        </w:rPr>
        <w:t xml:space="preserve">ں </w:t>
      </w:r>
      <w:r>
        <w:rPr>
          <w:rtl/>
        </w:rPr>
        <w:t>آزادى عمل سے روك دے ،اس كے علاوہ '' تو بھى تو صرف ہمارى طرح كا ايك انسان ہے '' _</w:t>
      </w:r>
      <w:r w:rsidRPr="00AD1EF3">
        <w:rPr>
          <w:rStyle w:val="libFootnotenumChar"/>
          <w:rtl/>
        </w:rPr>
        <w:t>(</w:t>
      </w:r>
      <w:r w:rsidR="00E664BB" w:rsidRPr="00AD1EF3">
        <w:rPr>
          <w:rStyle w:val="libFootnotenumChar"/>
          <w:rtl/>
        </w:rPr>
        <w:t>2</w:t>
      </w:r>
      <w:r w:rsidRPr="00AD1EF3">
        <w:rPr>
          <w:rStyle w:val="libFootnotenumChar"/>
          <w:rtl/>
        </w:rPr>
        <w:t>)</w:t>
      </w:r>
      <w:r>
        <w:rPr>
          <w:rtl/>
        </w:rPr>
        <w:t>كيا تو سمجھتا ہے كہ ہم تيرى اطاعت كري</w:t>
      </w:r>
      <w:r w:rsidR="007D6C9B">
        <w:rPr>
          <w:rtl/>
        </w:rPr>
        <w:t xml:space="preserve">ں </w:t>
      </w:r>
      <w:r>
        <w:rPr>
          <w:rtl/>
        </w:rPr>
        <w:t xml:space="preserve">گے آخر تجھے ہم پر كون سى فضيلت اور برترى حاصل ہے_ </w:t>
      </w:r>
    </w:p>
    <w:p w:rsidR="00DE2D7F" w:rsidRDefault="00DE2D7F" w:rsidP="00D07B54">
      <w:pPr>
        <w:pStyle w:val="libNormal"/>
        <w:rPr>
          <w:rtl/>
        </w:rPr>
      </w:pPr>
      <w:r>
        <w:rPr>
          <w:rtl/>
        </w:rPr>
        <w:t>''تيرے بارے مي</w:t>
      </w:r>
      <w:r w:rsidR="007D6C9B">
        <w:rPr>
          <w:rtl/>
        </w:rPr>
        <w:t xml:space="preserve">ں </w:t>
      </w:r>
      <w:r>
        <w:rPr>
          <w:rtl/>
        </w:rPr>
        <w:t>ہمارايہى خيال ہے كہ تو ايك جھوٹا شخص ہے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ان كى يہ گفتگو كيسى تضادات پر مبنى ہے كبھى تو انھي</w:t>
      </w:r>
      <w:r w:rsidR="007D6C9B">
        <w:rPr>
          <w:rtl/>
        </w:rPr>
        <w:t xml:space="preserve">ں </w:t>
      </w:r>
      <w:r>
        <w:rPr>
          <w:rtl/>
        </w:rPr>
        <w:t>ايسا جھوٹا اور مفادپرست انسان كہتے تھے جود عوائے نبوت كى وجہ سے ان پر فوقيت حاصل كرنا چاہتاہے اور كبھى انھي</w:t>
      </w:r>
      <w:r w:rsidR="007D6C9B">
        <w:rPr>
          <w:rtl/>
        </w:rPr>
        <w:t xml:space="preserve">ں </w:t>
      </w:r>
      <w:r>
        <w:rPr>
          <w:rtl/>
        </w:rPr>
        <w:t>مجنون كہتے تھے ان كى آخرى بات يہ تھى كہ بہت اچھا '' اگر توسچا ہے تو ہمارے سر پر آسمان سے پتھربرسا اور ہمي</w:t>
      </w:r>
      <w:r w:rsidR="007D6C9B">
        <w:rPr>
          <w:rtl/>
        </w:rPr>
        <w:t xml:space="preserve">ں </w:t>
      </w:r>
      <w:r>
        <w:rPr>
          <w:rtl/>
        </w:rPr>
        <w:t>اس مصيبت مي</w:t>
      </w:r>
      <w:r w:rsidR="007D6C9B">
        <w:rPr>
          <w:rtl/>
        </w:rPr>
        <w:t xml:space="preserve">ں </w:t>
      </w:r>
      <w:r>
        <w:rPr>
          <w:rtl/>
        </w:rPr>
        <w:t>مبتلا كردے جس كى ہمي</w:t>
      </w:r>
      <w:r w:rsidR="007D6C9B">
        <w:rPr>
          <w:rtl/>
        </w:rPr>
        <w:t xml:space="preserve">ں </w:t>
      </w:r>
      <w:r>
        <w:rPr>
          <w:rtl/>
        </w:rPr>
        <w:t>دھمكى دے رہاہے تاكہ تجھے معلوم ہوجائے كہ ہم ايسى دھمكيو</w:t>
      </w:r>
      <w:r w:rsidR="007D6C9B">
        <w:rPr>
          <w:rtl/>
        </w:rPr>
        <w:t xml:space="preserve">ں </w:t>
      </w:r>
      <w:r>
        <w:rPr>
          <w:rtl/>
        </w:rPr>
        <w:t>سے نہي</w:t>
      </w:r>
      <w:r w:rsidR="007D6C9B">
        <w:rPr>
          <w:rtl/>
        </w:rPr>
        <w:t xml:space="preserve">ں </w:t>
      </w:r>
      <w:r>
        <w:rPr>
          <w:rtl/>
        </w:rPr>
        <w:t>ڈرتے ''_</w:t>
      </w:r>
      <w:r w:rsidRPr="00AD1EF3">
        <w:rPr>
          <w:rStyle w:val="libFootnotenumChar"/>
          <w:rtl/>
        </w:rPr>
        <w:t>(</w:t>
      </w:r>
      <w:r w:rsidR="00E664BB" w:rsidRPr="00AD1EF3">
        <w:rPr>
          <w:rStyle w:val="libFootnotenumChar"/>
          <w:rtl/>
        </w:rPr>
        <w:t>4</w:t>
      </w:r>
      <w:r w:rsidRPr="00AD1EF3">
        <w:rPr>
          <w:rStyle w:val="libFootnotenumChar"/>
          <w:rtl/>
        </w:rPr>
        <w:t>)</w:t>
      </w:r>
      <w:r>
        <w:rPr>
          <w:rtl/>
        </w:rPr>
        <w:t>يہ الفاظ كہہ كرانھو</w:t>
      </w:r>
      <w:r w:rsidR="007D6C9B">
        <w:rPr>
          <w:rtl/>
        </w:rPr>
        <w:t xml:space="preserve">ں </w:t>
      </w:r>
      <w:r>
        <w:rPr>
          <w:rtl/>
        </w:rPr>
        <w:t xml:space="preserve">نے اپنى ڈھٹائي اوربے حيائي كى انتہا كردى اور اپنے كفرو تكذيب كا بدترين مظاہرہ كيا _ </w:t>
      </w:r>
    </w:p>
    <w:p w:rsidR="00697AAF" w:rsidRDefault="00DE2D7F" w:rsidP="00D07B54">
      <w:pPr>
        <w:pStyle w:val="Heading2Center"/>
        <w:rPr>
          <w:rtl/>
        </w:rPr>
      </w:pPr>
      <w:bookmarkStart w:id="197" w:name="_Toc7268594"/>
      <w:r>
        <w:rPr>
          <w:rtl/>
        </w:rPr>
        <w:t>جناب شعيب(ع) كا جواب</w:t>
      </w:r>
      <w:bookmarkEnd w:id="197"/>
    </w:p>
    <w:p w:rsidR="00DE2D7F" w:rsidRDefault="00DE2D7F" w:rsidP="00D07B54">
      <w:pPr>
        <w:pStyle w:val="libNormal"/>
        <w:rPr>
          <w:rtl/>
        </w:rPr>
      </w:pPr>
      <w:r>
        <w:rPr>
          <w:rtl/>
        </w:rPr>
        <w:t xml:space="preserve"> ليكن جنہو</w:t>
      </w:r>
      <w:r w:rsidR="007D6C9B">
        <w:rPr>
          <w:rtl/>
        </w:rPr>
        <w:t xml:space="preserve">ں </w:t>
      </w:r>
      <w:r>
        <w:rPr>
          <w:rtl/>
        </w:rPr>
        <w:t>نے ان كى باتو</w:t>
      </w:r>
      <w:r w:rsidR="007D6C9B">
        <w:rPr>
          <w:rtl/>
        </w:rPr>
        <w:t xml:space="preserve">ں </w:t>
      </w:r>
      <w:r>
        <w:rPr>
          <w:rtl/>
        </w:rPr>
        <w:t>كو حماقت پرحمل كيا تھا اور ان كى بے عقلى كى دليل قرار دياتھا حضرت شعيب نے ان سے كہا:''اے ميرى قوم :(اے وہ لوگو: كہ تم مجھ سے ہو اور مي</w:t>
      </w:r>
      <w:r w:rsidR="007D6C9B">
        <w:rPr>
          <w:rtl/>
        </w:rPr>
        <w:t xml:space="preserve">ں </w:t>
      </w:r>
      <w:r>
        <w:rPr>
          <w:rtl/>
        </w:rPr>
        <w:t>تم سے ہو</w:t>
      </w:r>
      <w:r w:rsidR="007D6C9B">
        <w:rPr>
          <w:rtl/>
        </w:rPr>
        <w:t xml:space="preserve">ں </w:t>
      </w:r>
      <w:r>
        <w:rPr>
          <w:rtl/>
        </w:rPr>
        <w:t>اور جو كچھ مي</w:t>
      </w:r>
      <w:r w:rsidR="007D6C9B">
        <w:rPr>
          <w:rtl/>
        </w:rPr>
        <w:t xml:space="preserve">ں </w:t>
      </w:r>
      <w:r>
        <w:rPr>
          <w:rtl/>
        </w:rPr>
        <w:t>اپنے لئے پسند كرتا ہو</w:t>
      </w:r>
      <w:r w:rsidR="007D6C9B">
        <w:rPr>
          <w:rtl/>
        </w:rPr>
        <w:t xml:space="preserve">ں </w:t>
      </w:r>
      <w:r>
        <w:rPr>
          <w:rtl/>
        </w:rPr>
        <w:t>وہى تمہارے لئے بھى پسند كرتاہو</w:t>
      </w:r>
      <w:r w:rsidR="007D6C9B">
        <w:rPr>
          <w:rtl/>
        </w:rPr>
        <w:t xml:space="preserve">ں </w:t>
      </w:r>
      <w:r>
        <w:rPr>
          <w:rtl/>
        </w:rPr>
        <w:t>) اگر خدا نے مجھے واضح دليل وحى اور نبوت دى ہو اوراس كے علاوہ مجھے پاكيزہ روزى اور حسب ضرورت مال ديا ہوتو كيا اس صورت مي</w:t>
      </w:r>
      <w:r w:rsidR="007D6C9B">
        <w:rPr>
          <w:rtl/>
        </w:rPr>
        <w:t xml:space="preserve">ں </w:t>
      </w:r>
      <w:r>
        <w:rPr>
          <w:rtl/>
        </w:rPr>
        <w:t>صحيح ہے كہ مي</w:t>
      </w:r>
      <w:r w:rsidR="007D6C9B">
        <w:rPr>
          <w:rtl/>
        </w:rPr>
        <w:t xml:space="preserve">ں </w:t>
      </w:r>
      <w:r>
        <w:rPr>
          <w:rtl/>
        </w:rPr>
        <w:t>اس كے فرمان كى مخالفت كرو</w:t>
      </w:r>
      <w:r w:rsidR="007D6C9B">
        <w:rPr>
          <w:rtl/>
        </w:rPr>
        <w:t xml:space="preserve">ں </w:t>
      </w:r>
      <w:r>
        <w:rPr>
          <w:rtl/>
        </w:rPr>
        <w:t>يا تمہارے بارے مي</w:t>
      </w:r>
      <w:r w:rsidR="007D6C9B">
        <w:rPr>
          <w:rtl/>
        </w:rPr>
        <w:t xml:space="preserve">ں </w:t>
      </w:r>
      <w:r>
        <w:rPr>
          <w:rtl/>
        </w:rPr>
        <w:t>كوئي غرض ركھو</w:t>
      </w:r>
      <w:r w:rsidR="007D6C9B">
        <w:rPr>
          <w:rtl/>
        </w:rPr>
        <w:t xml:space="preserve">ں </w:t>
      </w:r>
      <w:r>
        <w:rPr>
          <w:rtl/>
        </w:rPr>
        <w:t>اور تمہارا خير خواہ نہ بنو</w:t>
      </w:r>
      <w:r w:rsidR="007D6C9B">
        <w:rPr>
          <w:rtl/>
        </w:rPr>
        <w:t xml:space="preserve">ں </w:t>
      </w:r>
      <w:r>
        <w:rPr>
          <w:rtl/>
        </w:rPr>
        <w:t>''_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185</w:t>
      </w:r>
      <w:r>
        <w:rPr>
          <w:rtl/>
        </w:rPr>
        <w:t xml:space="preserve"> (</w:t>
      </w:r>
      <w:r w:rsidR="00E664BB">
        <w:rPr>
          <w:rtl/>
        </w:rPr>
        <w:t>2</w:t>
      </w:r>
      <w:r>
        <w:rPr>
          <w:rtl/>
        </w:rPr>
        <w:t xml:space="preserve">)سورہ شعراء آيت </w:t>
      </w:r>
      <w:r w:rsidR="00E664BB">
        <w:rPr>
          <w:rtl/>
        </w:rPr>
        <w:t>185</w:t>
      </w:r>
      <w:r>
        <w:rPr>
          <w:rtl/>
        </w:rPr>
        <w:t xml:space="preserve"> </w:t>
      </w:r>
    </w:p>
    <w:p w:rsidR="00DE2D7F" w:rsidRDefault="00DE2D7F" w:rsidP="00D07B54">
      <w:pPr>
        <w:pStyle w:val="libFootnote"/>
        <w:rPr>
          <w:rtl/>
        </w:rPr>
      </w:pPr>
      <w:r>
        <w:rPr>
          <w:rtl/>
        </w:rPr>
        <w:t>(</w:t>
      </w:r>
      <w:r w:rsidR="00E664BB">
        <w:rPr>
          <w:rtl/>
        </w:rPr>
        <w:t>3</w:t>
      </w:r>
      <w:r>
        <w:rPr>
          <w:rtl/>
        </w:rPr>
        <w:t xml:space="preserve">) سورہ شعراء آيت </w:t>
      </w:r>
      <w:r w:rsidR="00E664BB">
        <w:rPr>
          <w:rtl/>
        </w:rPr>
        <w:t>186</w:t>
      </w:r>
      <w:r>
        <w:rPr>
          <w:rtl/>
        </w:rPr>
        <w:t xml:space="preserve"> (</w:t>
      </w:r>
      <w:r w:rsidR="00E664BB">
        <w:rPr>
          <w:rtl/>
        </w:rPr>
        <w:t>4</w:t>
      </w:r>
      <w:r>
        <w:rPr>
          <w:rtl/>
        </w:rPr>
        <w:t>)سورہ شعراء آيت</w:t>
      </w:r>
      <w:r w:rsidR="00E664BB">
        <w:rPr>
          <w:rtl/>
        </w:rPr>
        <w:t>187</w:t>
      </w:r>
      <w:r>
        <w:rPr>
          <w:rtl/>
        </w:rPr>
        <w:t xml:space="preserve"> </w:t>
      </w:r>
    </w:p>
    <w:p w:rsidR="00DE2D7F" w:rsidRDefault="00DE2D7F" w:rsidP="00D07B54">
      <w:pPr>
        <w:pStyle w:val="libFootnote"/>
        <w:rPr>
          <w:rtl/>
        </w:rPr>
      </w:pPr>
      <w:r>
        <w:rPr>
          <w:rtl/>
        </w:rPr>
        <w:t>(</w:t>
      </w:r>
      <w:r w:rsidR="00E664BB">
        <w:rPr>
          <w:rtl/>
        </w:rPr>
        <w:t>5</w:t>
      </w:r>
      <w:r>
        <w:rPr>
          <w:rtl/>
        </w:rPr>
        <w:t xml:space="preserve">)سورہ ہود آيت </w:t>
      </w:r>
      <w:r w:rsidR="00E664BB">
        <w:rPr>
          <w:rtl/>
        </w:rPr>
        <w:t>88</w:t>
      </w:r>
      <w:r>
        <w:rPr>
          <w:rtl/>
        </w:rPr>
        <w:t xml:space="preserve"> </w:t>
      </w:r>
    </w:p>
    <w:p w:rsidR="00697AAF"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جملے سے حضرت شعيب يہ كہنا چاہتے ہي</w:t>
      </w:r>
      <w:r w:rsidR="007D6C9B">
        <w:rPr>
          <w:rtl/>
        </w:rPr>
        <w:t xml:space="preserve">ں </w:t>
      </w:r>
      <w:r>
        <w:rPr>
          <w:rtl/>
        </w:rPr>
        <w:t>كہ اس كام مي</w:t>
      </w:r>
      <w:r w:rsidR="007D6C9B">
        <w:rPr>
          <w:rtl/>
        </w:rPr>
        <w:t xml:space="preserve">ں </w:t>
      </w:r>
      <w:r>
        <w:rPr>
          <w:rtl/>
        </w:rPr>
        <w:t>ميراصرف روحانى ، انسانى اور تربيتى مقصدہے مي</w:t>
      </w:r>
      <w:r w:rsidR="007D6C9B">
        <w:rPr>
          <w:rtl/>
        </w:rPr>
        <w:t xml:space="preserve">ں </w:t>
      </w:r>
      <w:r>
        <w:rPr>
          <w:rtl/>
        </w:rPr>
        <w:t>ايسے حقائق كو جانتا ہو</w:t>
      </w:r>
      <w:r w:rsidR="007D6C9B">
        <w:rPr>
          <w:rtl/>
        </w:rPr>
        <w:t xml:space="preserve">ں </w:t>
      </w:r>
      <w:r>
        <w:rPr>
          <w:rtl/>
        </w:rPr>
        <w:t>جنہي</w:t>
      </w:r>
      <w:r w:rsidR="007D6C9B">
        <w:rPr>
          <w:rtl/>
        </w:rPr>
        <w:t xml:space="preserve">ں </w:t>
      </w:r>
      <w:r>
        <w:rPr>
          <w:rtl/>
        </w:rPr>
        <w:t>تم نہي</w:t>
      </w:r>
      <w:r w:rsidR="007D6C9B">
        <w:rPr>
          <w:rtl/>
        </w:rPr>
        <w:t xml:space="preserve">ں </w:t>
      </w:r>
      <w:r>
        <w:rPr>
          <w:rtl/>
        </w:rPr>
        <w:t>جانتے اور انسان ہميشہ اس چيز كا دشمن ہوتاہے جسے نہي</w:t>
      </w:r>
      <w:r w:rsidR="007D6C9B">
        <w:rPr>
          <w:rtl/>
        </w:rPr>
        <w:t xml:space="preserve">ں </w:t>
      </w:r>
      <w:r>
        <w:rPr>
          <w:rtl/>
        </w:rPr>
        <w:t xml:space="preserve">جانتا ہے _ </w:t>
      </w:r>
    </w:p>
    <w:p w:rsidR="00DE2D7F" w:rsidRDefault="00DE2D7F" w:rsidP="00D07B54">
      <w:pPr>
        <w:pStyle w:val="libNormal"/>
        <w:rPr>
          <w:rtl/>
        </w:rPr>
      </w:pPr>
      <w:r>
        <w:rPr>
          <w:rtl/>
        </w:rPr>
        <w:t>اس كے بعد يہ عظيم پيغمبر مزيد كہتے ہي</w:t>
      </w:r>
      <w:r w:rsidR="007D6C9B">
        <w:rPr>
          <w:rtl/>
        </w:rPr>
        <w:t xml:space="preserve">ں </w:t>
      </w:r>
      <w:r>
        <w:rPr>
          <w:rtl/>
        </w:rPr>
        <w:t>:يہ گمان نہ كرنا كہ مي</w:t>
      </w:r>
      <w:r w:rsidR="007D6C9B">
        <w:rPr>
          <w:rtl/>
        </w:rPr>
        <w:t xml:space="preserve">ں </w:t>
      </w:r>
      <w:r>
        <w:rPr>
          <w:rtl/>
        </w:rPr>
        <w:t>تمہي</w:t>
      </w:r>
      <w:r w:rsidR="007D6C9B">
        <w:rPr>
          <w:rtl/>
        </w:rPr>
        <w:t xml:space="preserve">ں </w:t>
      </w:r>
      <w:r>
        <w:rPr>
          <w:rtl/>
        </w:rPr>
        <w:t>كسى چيز سے منع كرو</w:t>
      </w:r>
      <w:r w:rsidR="007D6C9B">
        <w:rPr>
          <w:rtl/>
        </w:rPr>
        <w:t xml:space="preserve">ں </w:t>
      </w:r>
      <w:r>
        <w:rPr>
          <w:rtl/>
        </w:rPr>
        <w:t>اور پھر خود اسى كى جستجو مي</w:t>
      </w:r>
      <w:r w:rsidR="007D6C9B">
        <w:rPr>
          <w:rtl/>
        </w:rPr>
        <w:t xml:space="preserve">ں </w:t>
      </w:r>
      <w:r>
        <w:rPr>
          <w:rtl/>
        </w:rPr>
        <w:t>لگ جائو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تمہي</w:t>
      </w:r>
      <w:r w:rsidR="007D6C9B">
        <w:rPr>
          <w:rtl/>
        </w:rPr>
        <w:t xml:space="preserve">ں </w:t>
      </w:r>
      <w:r>
        <w:rPr>
          <w:rtl/>
        </w:rPr>
        <w:t>كہو</w:t>
      </w:r>
      <w:r w:rsidR="007D6C9B">
        <w:rPr>
          <w:rtl/>
        </w:rPr>
        <w:t xml:space="preserve">ں </w:t>
      </w:r>
      <w:r>
        <w:rPr>
          <w:rtl/>
        </w:rPr>
        <w:t>كم فروشى نہ كرو اور دھوكا بازى اور ملاوٹ نہ كرو ليكن مي</w:t>
      </w:r>
      <w:r w:rsidR="007D6C9B">
        <w:rPr>
          <w:rtl/>
        </w:rPr>
        <w:t xml:space="preserve">ں </w:t>
      </w:r>
      <w:r>
        <w:rPr>
          <w:rtl/>
        </w:rPr>
        <w:t>خود يہ اعمال انجام دو</w:t>
      </w:r>
      <w:r w:rsidR="007D6C9B">
        <w:rPr>
          <w:rtl/>
        </w:rPr>
        <w:t xml:space="preserve">ں </w:t>
      </w:r>
      <w:r>
        <w:rPr>
          <w:rtl/>
        </w:rPr>
        <w:t>كہ دولت و ثروت اكھٹا كرنے لگو</w:t>
      </w:r>
      <w:r w:rsidR="007D6C9B">
        <w:rPr>
          <w:rtl/>
        </w:rPr>
        <w:t xml:space="preserve">ں </w:t>
      </w:r>
      <w:r>
        <w:rPr>
          <w:rtl/>
        </w:rPr>
        <w:t>يا تمہي</w:t>
      </w:r>
      <w:r w:rsidR="007D6C9B">
        <w:rPr>
          <w:rtl/>
        </w:rPr>
        <w:t xml:space="preserve">ں </w:t>
      </w:r>
      <w:r>
        <w:rPr>
          <w:rtl/>
        </w:rPr>
        <w:t>تو بتو</w:t>
      </w:r>
      <w:r w:rsidR="007D6C9B">
        <w:rPr>
          <w:rtl/>
        </w:rPr>
        <w:t xml:space="preserve">ں </w:t>
      </w:r>
      <w:r>
        <w:rPr>
          <w:rtl/>
        </w:rPr>
        <w:t>كى پرستش سے منع كرو</w:t>
      </w:r>
      <w:r w:rsidR="007D6C9B">
        <w:rPr>
          <w:rtl/>
        </w:rPr>
        <w:t xml:space="preserve">ں </w:t>
      </w:r>
      <w:r>
        <w:rPr>
          <w:rtl/>
        </w:rPr>
        <w:t>مگر خودان كے سامنے سر تعظيم خم كرو</w:t>
      </w:r>
      <w:r w:rsidR="007D6C9B">
        <w:rPr>
          <w:rtl/>
        </w:rPr>
        <w:t xml:space="preserve">ں </w:t>
      </w:r>
      <w:r>
        <w:rPr>
          <w:rtl/>
        </w:rPr>
        <w:t>نہي</w:t>
      </w:r>
      <w:r w:rsidR="007D6C9B">
        <w:rPr>
          <w:rtl/>
        </w:rPr>
        <w:t xml:space="preserve">ں </w:t>
      </w:r>
      <w:r>
        <w:rPr>
          <w:rtl/>
        </w:rPr>
        <w:t>ايسا ہرگز نہي</w:t>
      </w:r>
      <w:r w:rsidR="007D6C9B">
        <w:rPr>
          <w:rtl/>
        </w:rPr>
        <w:t xml:space="preserve">ں </w:t>
      </w:r>
      <w:r>
        <w:rPr>
          <w:rtl/>
        </w:rPr>
        <w:t xml:space="preserve">ہے _ </w:t>
      </w:r>
    </w:p>
    <w:p w:rsidR="00DE2D7F" w:rsidRDefault="00DE2D7F" w:rsidP="00D07B54">
      <w:pPr>
        <w:pStyle w:val="libNormal"/>
        <w:rPr>
          <w:rtl/>
        </w:rPr>
      </w:pPr>
      <w:r>
        <w:rPr>
          <w:rtl/>
        </w:rPr>
        <w:t>اس جملے سے يہ معلوم ہوتا ہے كہ وہ حضرت شعيب پر الزام لگاتے تھے كہ خود يہ فائدہ اٹھانے كا ارادہ ركھتا ہے لہذا وہ صراحت سے اس امر كى نفى كرتے ہي</w:t>
      </w:r>
      <w:r w:rsidR="007D6C9B">
        <w:rPr>
          <w:rtl/>
        </w:rPr>
        <w:t xml:space="preserve">ں </w:t>
      </w:r>
      <w:r>
        <w:rPr>
          <w:rtl/>
        </w:rPr>
        <w:t xml:space="preserve">_ </w:t>
      </w:r>
    </w:p>
    <w:p w:rsidR="00DE2D7F" w:rsidRDefault="00DE2D7F" w:rsidP="00D07B54">
      <w:pPr>
        <w:pStyle w:val="libNormal"/>
        <w:rPr>
          <w:rtl/>
        </w:rPr>
      </w:pPr>
      <w:r>
        <w:rPr>
          <w:rtl/>
        </w:rPr>
        <w:t>آخر مي</w:t>
      </w:r>
      <w:r w:rsidR="007D6C9B">
        <w:rPr>
          <w:rtl/>
        </w:rPr>
        <w:t xml:space="preserve">ں </w:t>
      </w:r>
      <w:r>
        <w:rPr>
          <w:rtl/>
        </w:rPr>
        <w:t>ان سے كہتے ہي</w:t>
      </w:r>
      <w:r w:rsidR="007D6C9B">
        <w:rPr>
          <w:rtl/>
        </w:rPr>
        <w:t xml:space="preserve">ں </w:t>
      </w:r>
      <w:r>
        <w:rPr>
          <w:rtl/>
        </w:rPr>
        <w:t xml:space="preserve">: </w:t>
      </w:r>
    </w:p>
    <w:p w:rsidR="00DE2D7F" w:rsidRDefault="00DE2D7F" w:rsidP="00D07B54">
      <w:pPr>
        <w:pStyle w:val="libNormal"/>
        <w:rPr>
          <w:rtl/>
        </w:rPr>
      </w:pPr>
      <w:r>
        <w:rPr>
          <w:rtl/>
        </w:rPr>
        <w:t>''ميرا صرف ايك ہدف اور مقصد ہے اور وہ ہے اپنى قدرت واستطاعت كے مطابق تمہارى اور تمہارے معاشرے كى اصلاح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وہى ہدف ہے جو تمام پيغمبرو</w:t>
      </w:r>
      <w:r w:rsidR="007D6C9B">
        <w:rPr>
          <w:rtl/>
        </w:rPr>
        <w:t xml:space="preserve">ں </w:t>
      </w:r>
      <w:r>
        <w:rPr>
          <w:rtl/>
        </w:rPr>
        <w:t>كے پيش نطر رہا ہے ،يعنى عقيدے كى اصلاح، اخلاق كى اصلاح، عمل كى اصلاح ، روابط اور اجتماعى نطامو</w:t>
      </w:r>
      <w:r w:rsidR="007D6C9B">
        <w:rPr>
          <w:rtl/>
        </w:rPr>
        <w:t xml:space="preserve">ں </w:t>
      </w:r>
      <w:r>
        <w:rPr>
          <w:rtl/>
        </w:rPr>
        <w:t xml:space="preserve">كى اصلاح _ </w:t>
      </w:r>
    </w:p>
    <w:p w:rsidR="00DE2D7F" w:rsidRDefault="00DE2D7F" w:rsidP="00D07B54">
      <w:pPr>
        <w:pStyle w:val="libNormal"/>
        <w:rPr>
          <w:rtl/>
        </w:rPr>
      </w:pPr>
      <w:r>
        <w:rPr>
          <w:rtl/>
        </w:rPr>
        <w:t>''اور اس ہدف تك پہنچنے كے لئے صرف خدا سے توفيق طلب كرتا ہو</w:t>
      </w:r>
      <w:r w:rsidR="007D6C9B">
        <w:rPr>
          <w:rtl/>
        </w:rPr>
        <w:t xml:space="preserve">ں </w:t>
      </w:r>
      <w:r>
        <w:rPr>
          <w:rtl/>
        </w:rPr>
        <w:t>''</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مشكلات كے حل كے لئے اس كى مدد پر بھروسہ كرتے ہوئے كو شش كرتاہو</w:t>
      </w:r>
      <w:r w:rsidR="007D6C9B">
        <w:rPr>
          <w:rtl/>
        </w:rPr>
        <w:t xml:space="preserve">ں </w:t>
      </w:r>
      <w:r>
        <w:rPr>
          <w:rtl/>
        </w:rPr>
        <w:t>اور اس راہ مي</w:t>
      </w:r>
      <w:r w:rsidR="007D6C9B">
        <w:rPr>
          <w:rtl/>
        </w:rPr>
        <w:t xml:space="preserve">ں </w:t>
      </w:r>
      <w:r>
        <w:rPr>
          <w:rtl/>
        </w:rPr>
        <w:t>سختيا</w:t>
      </w:r>
      <w:r w:rsidR="007D6C9B">
        <w:rPr>
          <w:rtl/>
        </w:rPr>
        <w:t xml:space="preserve">ں </w:t>
      </w:r>
      <w:r>
        <w:rPr>
          <w:rtl/>
        </w:rPr>
        <w:t>گوارا كرنے كےلئے اس كى طرف رجوع كرتا ہو</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ہود آيت</w:t>
      </w:r>
      <w:r w:rsidR="00E664BB">
        <w:rPr>
          <w:rtl/>
        </w:rPr>
        <w:t>88</w:t>
      </w:r>
      <w:r>
        <w:rPr>
          <w:rtl/>
        </w:rPr>
        <w:t xml:space="preserve"> </w:t>
      </w:r>
    </w:p>
    <w:p w:rsidR="00DE2D7F" w:rsidRDefault="00DE2D7F" w:rsidP="00D07B54">
      <w:pPr>
        <w:pStyle w:val="libFootnote"/>
        <w:rPr>
          <w:rtl/>
        </w:rPr>
      </w:pPr>
      <w:r>
        <w:rPr>
          <w:rtl/>
        </w:rPr>
        <w:t>(</w:t>
      </w:r>
      <w:r w:rsidR="00E664BB">
        <w:rPr>
          <w:rtl/>
        </w:rPr>
        <w:t>2</w:t>
      </w:r>
      <w:r>
        <w:rPr>
          <w:rtl/>
        </w:rPr>
        <w:t>)سورہ ہود آيت</w:t>
      </w:r>
      <w:r w:rsidR="00E664BB">
        <w:rPr>
          <w:rtl/>
        </w:rPr>
        <w:t>88</w:t>
      </w:r>
      <w:r>
        <w:rPr>
          <w:rtl/>
        </w:rPr>
        <w:t xml:space="preserve"> </w:t>
      </w:r>
    </w:p>
    <w:p w:rsidR="00DE2D7F" w:rsidRDefault="00DE2D7F" w:rsidP="00D07B54">
      <w:pPr>
        <w:pStyle w:val="libFootnote"/>
        <w:rPr>
          <w:rtl/>
        </w:rPr>
      </w:pPr>
      <w:r>
        <w:rPr>
          <w:rtl/>
        </w:rPr>
        <w:t>(</w:t>
      </w:r>
      <w:r w:rsidR="00E664BB">
        <w:rPr>
          <w:rtl/>
        </w:rPr>
        <w:t>3</w:t>
      </w:r>
      <w:r>
        <w:rPr>
          <w:rtl/>
        </w:rPr>
        <w:t xml:space="preserve">)سورہ ہود آيت </w:t>
      </w:r>
      <w:r w:rsidR="00E664BB">
        <w:rPr>
          <w:rtl/>
        </w:rPr>
        <w:t>88</w:t>
      </w:r>
      <w:r>
        <w:rPr>
          <w:rtl/>
        </w:rPr>
        <w:t xml:space="preserve"> </w:t>
      </w:r>
    </w:p>
    <w:p w:rsidR="00697AAF" w:rsidRDefault="001648F9" w:rsidP="00D07B54">
      <w:pPr>
        <w:pStyle w:val="libNormal"/>
        <w:rPr>
          <w:rtl/>
        </w:rPr>
      </w:pPr>
      <w:r>
        <w:rPr>
          <w:rtl/>
        </w:rPr>
        <w:t xml:space="preserve"> </w:t>
      </w:r>
      <w:r>
        <w:rPr>
          <w:rtl/>
        </w:rPr>
        <w:br w:type="page"/>
      </w:r>
    </w:p>
    <w:p w:rsidR="00697AAF" w:rsidRDefault="00697AAF" w:rsidP="00D07B54">
      <w:pPr>
        <w:pStyle w:val="libNormal"/>
        <w:rPr>
          <w:rtl/>
        </w:rPr>
      </w:pPr>
    </w:p>
    <w:p w:rsidR="00DE2D7F" w:rsidRDefault="00DE2D7F" w:rsidP="00D07B54">
      <w:pPr>
        <w:pStyle w:val="libNormal"/>
        <w:rPr>
          <w:rtl/>
        </w:rPr>
      </w:pPr>
      <w:r>
        <w:rPr>
          <w:rtl/>
        </w:rPr>
        <w:t>اس كے بعد انہي</w:t>
      </w:r>
      <w:r w:rsidR="007D6C9B">
        <w:rPr>
          <w:rtl/>
        </w:rPr>
        <w:t xml:space="preserve">ں </w:t>
      </w:r>
      <w:r>
        <w:rPr>
          <w:rtl/>
        </w:rPr>
        <w:t>ايك اخلاقى نكتے كى طرف متوجہ كيا گيا ہے اور وہ يہ كہ اكثر ايسا ہوتا ہے كہ انسان كسى سے بغض وعداوت كى بناء پر يا تعصب اور ہٹ دھرمى سے اپنے تمام مصالح نظر انداز كرديتا ہے اور انجام كو فراموش كرديتا ہے ،چنانچہ حضرت شعيب نے ان سے فرمايا : ''اے ميرى قوم ايسا نہ ہوكہ ميرى دشمنى اور عداوت تمہي</w:t>
      </w:r>
      <w:r w:rsidR="007D6C9B">
        <w:rPr>
          <w:rtl/>
        </w:rPr>
        <w:t xml:space="preserve">ں </w:t>
      </w:r>
      <w:r>
        <w:rPr>
          <w:rtl/>
        </w:rPr>
        <w:t>گناہ، عصيا</w:t>
      </w:r>
      <w:r w:rsidR="007D6C9B">
        <w:rPr>
          <w:rtl/>
        </w:rPr>
        <w:t xml:space="preserve">ں </w:t>
      </w:r>
      <w:r>
        <w:rPr>
          <w:rtl/>
        </w:rPr>
        <w:t>اور سركشى پر ابھارے اور كہي</w:t>
      </w:r>
      <w:r w:rsidR="007D6C9B">
        <w:rPr>
          <w:rtl/>
        </w:rPr>
        <w:t xml:space="preserve">ں </w:t>
      </w:r>
      <w:r>
        <w:rPr>
          <w:rtl/>
        </w:rPr>
        <w:t>ايسانہ ہو كہ وہى بلائي</w:t>
      </w:r>
      <w:r w:rsidR="007D6C9B">
        <w:rPr>
          <w:rtl/>
        </w:rPr>
        <w:t xml:space="preserve">ں </w:t>
      </w:r>
      <w:r>
        <w:rPr>
          <w:rtl/>
        </w:rPr>
        <w:t>، مصيبتي</w:t>
      </w:r>
      <w:r w:rsidR="007D6C9B">
        <w:rPr>
          <w:rtl/>
        </w:rPr>
        <w:t xml:space="preserve">ں </w:t>
      </w:r>
      <w:r>
        <w:rPr>
          <w:rtl/>
        </w:rPr>
        <w:t>، تكليفي</w:t>
      </w:r>
      <w:r w:rsidR="007D6C9B">
        <w:rPr>
          <w:rtl/>
        </w:rPr>
        <w:t xml:space="preserve">ں </w:t>
      </w:r>
      <w:r>
        <w:rPr>
          <w:rtl/>
        </w:rPr>
        <w:t>عذاب اور سزائي</w:t>
      </w:r>
      <w:r w:rsidR="007D6C9B">
        <w:rPr>
          <w:rtl/>
        </w:rPr>
        <w:t xml:space="preserve">ں </w:t>
      </w:r>
      <w:r>
        <w:rPr>
          <w:rtl/>
        </w:rPr>
        <w:t>جو قوم نوح ، قوم ہود يا قوم صالح كو پہنچي</w:t>
      </w:r>
      <w:r w:rsidR="007D6C9B">
        <w:rPr>
          <w:rtl/>
        </w:rPr>
        <w:t xml:space="preserve">ں </w:t>
      </w:r>
      <w:r>
        <w:rPr>
          <w:rtl/>
        </w:rPr>
        <w:t>وہ تمہي</w:t>
      </w:r>
      <w:r w:rsidR="007D6C9B">
        <w:rPr>
          <w:rtl/>
        </w:rPr>
        <w:t xml:space="preserve">ں </w:t>
      </w:r>
      <w:r>
        <w:rPr>
          <w:rtl/>
        </w:rPr>
        <w:t>بھى آلي</w:t>
      </w:r>
      <w:r w:rsidR="007D6C9B">
        <w:rPr>
          <w:rtl/>
        </w:rPr>
        <w:t xml:space="preserve">ں </w:t>
      </w:r>
      <w:r>
        <w:rPr>
          <w:rtl/>
        </w:rPr>
        <w:t>،يہا</w:t>
      </w:r>
      <w:r w:rsidR="007D6C9B">
        <w:rPr>
          <w:rtl/>
        </w:rPr>
        <w:t xml:space="preserve">ں </w:t>
      </w:r>
      <w:r>
        <w:rPr>
          <w:rtl/>
        </w:rPr>
        <w:t>تك كہ قوم لوط كے شہرو</w:t>
      </w:r>
      <w:r w:rsidR="007D6C9B">
        <w:rPr>
          <w:rtl/>
        </w:rPr>
        <w:t xml:space="preserve">ں </w:t>
      </w:r>
      <w:r>
        <w:rPr>
          <w:rtl/>
        </w:rPr>
        <w:t>كا زير وزبر ہونا اور ان پر سنگبارى كا واقعہ تم سے كوئي دور نہي</w:t>
      </w:r>
      <w:r w:rsidR="007D6C9B">
        <w:rPr>
          <w:rtl/>
        </w:rPr>
        <w:t xml:space="preserve">ں </w:t>
      </w:r>
      <w:r>
        <w:rPr>
          <w:rtl/>
        </w:rPr>
        <w:t>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نہ ان كا زمانہ تم سے كوئي دور ہے اور نہ ان كے علاقے تم سے دور ہي</w:t>
      </w:r>
      <w:r w:rsidR="007D6C9B">
        <w:rPr>
          <w:rtl/>
        </w:rPr>
        <w:t xml:space="preserve">ں </w:t>
      </w:r>
      <w:r>
        <w:rPr>
          <w:rtl/>
        </w:rPr>
        <w:t>اور نہ ہى تمہارے اعمال اور گناہ ان لوگو</w:t>
      </w:r>
      <w:r w:rsidR="007D6C9B">
        <w:rPr>
          <w:rtl/>
        </w:rPr>
        <w:t xml:space="preserve">ں </w:t>
      </w:r>
      <w:r>
        <w:rPr>
          <w:rtl/>
        </w:rPr>
        <w:t>سے كچھ كم ہي</w:t>
      </w:r>
      <w:r w:rsidR="007D6C9B">
        <w:rPr>
          <w:rtl/>
        </w:rPr>
        <w:t xml:space="preserve">ں </w:t>
      </w:r>
      <w:r>
        <w:rPr>
          <w:rtl/>
        </w:rPr>
        <w:t>_''مدين'' كہ جو قوم شعيب كا مركز تھا وہ قوم لوط كے علاقے سے كوئي زيادہ فاصلے پر نہي</w:t>
      </w:r>
      <w:r w:rsidR="007D6C9B">
        <w:rPr>
          <w:rtl/>
        </w:rPr>
        <w:t xml:space="preserve">ں </w:t>
      </w:r>
      <w:r>
        <w:rPr>
          <w:rtl/>
        </w:rPr>
        <w:t>تھا_ كيونكہ دونو</w:t>
      </w:r>
      <w:r w:rsidR="007D6C9B">
        <w:rPr>
          <w:rtl/>
        </w:rPr>
        <w:t xml:space="preserve">ں </w:t>
      </w:r>
      <w:r>
        <w:rPr>
          <w:rtl/>
        </w:rPr>
        <w:t>شامات كے علاقو</w:t>
      </w:r>
      <w:r w:rsidR="007D6C9B">
        <w:rPr>
          <w:rtl/>
        </w:rPr>
        <w:t xml:space="preserve">ں </w:t>
      </w:r>
      <w:r>
        <w:rPr>
          <w:rtl/>
        </w:rPr>
        <w:t>مي</w:t>
      </w:r>
      <w:r w:rsidR="007D6C9B">
        <w:rPr>
          <w:rtl/>
        </w:rPr>
        <w:t xml:space="preserve">ں </w:t>
      </w:r>
      <w:r>
        <w:rPr>
          <w:rtl/>
        </w:rPr>
        <w:t>تھے_زمانے كے لحاظ سے اگر چہ كچھ فاصلہ تھاتا ہم اتنا نہي</w:t>
      </w:r>
      <w:r w:rsidR="007D6C9B">
        <w:rPr>
          <w:rtl/>
        </w:rPr>
        <w:t xml:space="preserve">ں </w:t>
      </w:r>
      <w:r>
        <w:rPr>
          <w:rtl/>
        </w:rPr>
        <w:t>كہ ان كى تاريخ فراموش ہوچكى ہوتي_باقى رہا عمل كے لحاظ سے تو اگر چہ قوم لوط كے جنسى انحرافات نمايا</w:t>
      </w:r>
      <w:r w:rsidR="007D6C9B">
        <w:rPr>
          <w:rtl/>
        </w:rPr>
        <w:t xml:space="preserve">ں </w:t>
      </w:r>
      <w:r>
        <w:rPr>
          <w:rtl/>
        </w:rPr>
        <w:t>تھے اور قوم شعيب كے اقتصادى انحرافات زيادہ تھے_ اور ظاہراًبہت مختلف تھے ليكن دونو</w:t>
      </w:r>
      <w:r w:rsidR="007D6C9B">
        <w:rPr>
          <w:rtl/>
        </w:rPr>
        <w:t xml:space="preserve">ں </w:t>
      </w:r>
      <w:r>
        <w:rPr>
          <w:rtl/>
        </w:rPr>
        <w:t>معاشرے مي</w:t>
      </w:r>
      <w:r w:rsidR="007D6C9B">
        <w:rPr>
          <w:rtl/>
        </w:rPr>
        <w:t xml:space="preserve">ں </w:t>
      </w:r>
      <w:r>
        <w:rPr>
          <w:rtl/>
        </w:rPr>
        <w:t>فساد پيدا كرنے،اجتماعى نظام خراب كرنے،اخلاقى فضائل كو نابود كرنے اور برائي پھيلانے مي</w:t>
      </w:r>
      <w:r w:rsidR="007D6C9B">
        <w:rPr>
          <w:rtl/>
        </w:rPr>
        <w:t xml:space="preserve">ں </w:t>
      </w:r>
      <w:r>
        <w:rPr>
          <w:rtl/>
        </w:rPr>
        <w:t xml:space="preserve">ايك دوسرے سے مشابہت ركھتے تھے_ </w:t>
      </w:r>
    </w:p>
    <w:p w:rsidR="00DE2D7F" w:rsidRDefault="00DE2D7F" w:rsidP="00D07B54">
      <w:pPr>
        <w:pStyle w:val="libNormal"/>
        <w:rPr>
          <w:rtl/>
        </w:rPr>
      </w:pPr>
    </w:p>
    <w:p w:rsidR="00697AAF" w:rsidRDefault="00DE2D7F" w:rsidP="00D07B54">
      <w:pPr>
        <w:pStyle w:val="Heading2Center"/>
        <w:rPr>
          <w:rtl/>
        </w:rPr>
      </w:pPr>
      <w:bookmarkStart w:id="198" w:name="_Toc7268595"/>
      <w:r>
        <w:rPr>
          <w:rtl/>
        </w:rPr>
        <w:t>ايك دوسرے كو دھمكيا</w:t>
      </w:r>
      <w:r w:rsidR="007D6C9B">
        <w:rPr>
          <w:rtl/>
        </w:rPr>
        <w:t>ں</w:t>
      </w:r>
      <w:bookmarkEnd w:id="198"/>
      <w:r w:rsidR="007D6C9B">
        <w:rPr>
          <w:rtl/>
        </w:rPr>
        <w:t xml:space="preserve"> </w:t>
      </w:r>
    </w:p>
    <w:p w:rsidR="00DE2D7F" w:rsidRDefault="00DE2D7F" w:rsidP="00D07B54">
      <w:pPr>
        <w:pStyle w:val="libNormal"/>
        <w:rPr>
          <w:rtl/>
        </w:rPr>
      </w:pPr>
      <w:r>
        <w:rPr>
          <w:rtl/>
        </w:rPr>
        <w:t>يہ عظيم پيغمبرحضرت شعيب كہ انتہائي جچے تلے،بليغ اور دلنشين كلام كى وجہ سے جن كا لقب،''خطيب الانبياء ''ہے،ان كا كلام ان لوگو</w:t>
      </w:r>
      <w:r w:rsidR="007D6C9B">
        <w:rPr>
          <w:rtl/>
        </w:rPr>
        <w:t xml:space="preserve">ں </w:t>
      </w:r>
      <w:r>
        <w:rPr>
          <w:rtl/>
        </w:rPr>
        <w:t>كے لئے روحانى ومادى زند گى كى راہي</w:t>
      </w:r>
      <w:r w:rsidR="007D6C9B">
        <w:rPr>
          <w:rtl/>
        </w:rPr>
        <w:t xml:space="preserve">ں </w:t>
      </w:r>
      <w:r>
        <w:rPr>
          <w:rtl/>
        </w:rPr>
        <w:t>كھولنے والاتھا_انہو</w:t>
      </w:r>
      <w:r w:rsidR="007D6C9B">
        <w:rPr>
          <w:rtl/>
        </w:rPr>
        <w:t xml:space="preserve">ں </w:t>
      </w:r>
      <w:r>
        <w:rPr>
          <w:rtl/>
        </w:rPr>
        <w:t>نے بڑے صبر،حوصلے،متانت اور دلسوزى كے ساتھ ان سے تمام باتي</w:t>
      </w:r>
      <w:r w:rsidR="007D6C9B">
        <w:rPr>
          <w:rtl/>
        </w:rPr>
        <w:t xml:space="preserve">ں </w:t>
      </w:r>
      <w:r>
        <w:rPr>
          <w:rtl/>
        </w:rPr>
        <w:t>كي</w:t>
      </w:r>
      <w:r w:rsidR="007D6C9B">
        <w:rPr>
          <w:rtl/>
        </w:rPr>
        <w:t xml:space="preserve">ں </w:t>
      </w:r>
      <w:r>
        <w:rPr>
          <w:rtl/>
        </w:rPr>
        <w:t>ليكن ہم ديكھ رہے ہي</w:t>
      </w:r>
      <w:r w:rsidR="007D6C9B">
        <w:rPr>
          <w:rtl/>
        </w:rPr>
        <w:t xml:space="preserve">ں </w:t>
      </w:r>
      <w:r>
        <w:rPr>
          <w:rtl/>
        </w:rPr>
        <w:t>كہ اس گمراہ قوم نے انہي</w:t>
      </w:r>
      <w:r w:rsidR="007D6C9B">
        <w:rPr>
          <w:rtl/>
        </w:rPr>
        <w:t xml:space="preserve">ں </w:t>
      </w:r>
      <w:r>
        <w:rPr>
          <w:rtl/>
        </w:rPr>
        <w:t xml:space="preserve">كس طرح سے جواب ديا_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ہود آيت </w:t>
      </w:r>
      <w:r w:rsidR="00E664BB">
        <w:rPr>
          <w:rtl/>
        </w:rPr>
        <w:t>8</w:t>
      </w:r>
      <w:r w:rsidR="00E44785">
        <w:rPr>
          <w:rtl/>
        </w:rPr>
        <w:t>9</w:t>
      </w:r>
      <w:r>
        <w:rPr>
          <w:rtl/>
        </w:rPr>
        <w:t xml:space="preserve"> </w:t>
      </w:r>
    </w:p>
    <w:p w:rsidR="00697AAF" w:rsidRDefault="001648F9" w:rsidP="00D07B54">
      <w:pPr>
        <w:pStyle w:val="libNormal"/>
        <w:rPr>
          <w:rtl/>
        </w:rPr>
      </w:pPr>
      <w:r>
        <w:rPr>
          <w:rtl/>
        </w:rPr>
        <w:t xml:space="preserve"> </w:t>
      </w:r>
      <w:r>
        <w:rPr>
          <w:rtl/>
        </w:rPr>
        <w:br w:type="page"/>
      </w:r>
    </w:p>
    <w:p w:rsidR="00697AAF" w:rsidRDefault="00697AAF" w:rsidP="00D07B54">
      <w:pPr>
        <w:pStyle w:val="libNormal"/>
        <w:rPr>
          <w:rtl/>
        </w:rPr>
      </w:pPr>
    </w:p>
    <w:p w:rsidR="00DE2D7F" w:rsidRDefault="00DE2D7F" w:rsidP="00D07B54">
      <w:pPr>
        <w:pStyle w:val="libNormal"/>
        <w:rPr>
          <w:rtl/>
        </w:rPr>
      </w:pPr>
      <w:r>
        <w:rPr>
          <w:rtl/>
        </w:rPr>
        <w:t>انہو</w:t>
      </w:r>
      <w:r w:rsidR="007D6C9B">
        <w:rPr>
          <w:rtl/>
        </w:rPr>
        <w:t xml:space="preserve">ں </w:t>
      </w:r>
      <w:r>
        <w:rPr>
          <w:rtl/>
        </w:rPr>
        <w:t>نے چار جملو</w:t>
      </w:r>
      <w:r w:rsidR="007D6C9B">
        <w:rPr>
          <w:rtl/>
        </w:rPr>
        <w:t xml:space="preserve">ں </w:t>
      </w:r>
      <w:r>
        <w:rPr>
          <w:rtl/>
        </w:rPr>
        <w:t>مي</w:t>
      </w:r>
      <w:r w:rsidR="007D6C9B">
        <w:rPr>
          <w:rtl/>
        </w:rPr>
        <w:t xml:space="preserve">ں </w:t>
      </w:r>
      <w:r>
        <w:rPr>
          <w:rtl/>
        </w:rPr>
        <w:t xml:space="preserve">كہ جو ڈھٹائي،جہالت اور بے خبرى كا مظہر تھے آپ(ع) كو جواب ديا: </w:t>
      </w:r>
    </w:p>
    <w:p w:rsidR="00DE2D7F" w:rsidRDefault="00DE2D7F" w:rsidP="00D07B54">
      <w:pPr>
        <w:pStyle w:val="libNormal"/>
        <w:rPr>
          <w:rtl/>
        </w:rPr>
      </w:pPr>
      <w:r>
        <w:rPr>
          <w:rtl/>
        </w:rPr>
        <w:t>پہلے وہ كہنے لگے:''اے شعيب(ع) تمہارى زيادہ تر باتي</w:t>
      </w:r>
      <w:r w:rsidR="007D6C9B">
        <w:rPr>
          <w:rtl/>
        </w:rPr>
        <w:t xml:space="preserve">ں </w:t>
      </w:r>
      <w:r>
        <w:rPr>
          <w:rtl/>
        </w:rPr>
        <w:t>ہمارى سمجھ مي</w:t>
      </w:r>
      <w:r w:rsidR="007D6C9B">
        <w:rPr>
          <w:rtl/>
        </w:rPr>
        <w:t xml:space="preserve">ں </w:t>
      </w:r>
      <w:r>
        <w:rPr>
          <w:rtl/>
        </w:rPr>
        <w:t>نہي</w:t>
      </w:r>
      <w:r w:rsidR="007D6C9B">
        <w:rPr>
          <w:rtl/>
        </w:rPr>
        <w:t xml:space="preserve">ں </w:t>
      </w:r>
      <w:r>
        <w:rPr>
          <w:rtl/>
        </w:rPr>
        <w:t>آتي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بنيادى طور پر تيرى باتو</w:t>
      </w:r>
      <w:r w:rsidR="007D6C9B">
        <w:rPr>
          <w:rtl/>
        </w:rPr>
        <w:t xml:space="preserve">ں </w:t>
      </w:r>
      <w:r>
        <w:rPr>
          <w:rtl/>
        </w:rPr>
        <w:t>كا كوئي سر پير نہي</w:t>
      </w:r>
      <w:r w:rsidR="007D6C9B">
        <w:rPr>
          <w:rtl/>
        </w:rPr>
        <w:t xml:space="preserve">ں </w:t>
      </w:r>
      <w:r>
        <w:rPr>
          <w:rtl/>
        </w:rPr>
        <w:t>،ان مي</w:t>
      </w:r>
      <w:r w:rsidR="007D6C9B">
        <w:rPr>
          <w:rtl/>
        </w:rPr>
        <w:t xml:space="preserve">ں </w:t>
      </w:r>
      <w:r>
        <w:rPr>
          <w:rtl/>
        </w:rPr>
        <w:t>كوئي خاص بات اور منطق ہى نہي</w:t>
      </w:r>
      <w:r w:rsidR="007D6C9B">
        <w:rPr>
          <w:rtl/>
        </w:rPr>
        <w:t xml:space="preserve">ں </w:t>
      </w:r>
      <w:r>
        <w:rPr>
          <w:rtl/>
        </w:rPr>
        <w:t>كہ ہم ان پر كوئي غوروفكر كري</w:t>
      </w:r>
      <w:r w:rsidR="007D6C9B">
        <w:rPr>
          <w:rtl/>
        </w:rPr>
        <w:t xml:space="preserve">ں </w:t>
      </w:r>
      <w:r>
        <w:rPr>
          <w:rtl/>
        </w:rPr>
        <w:t>_ لہذا ان مي</w:t>
      </w:r>
      <w:r w:rsidR="007D6C9B">
        <w:rPr>
          <w:rtl/>
        </w:rPr>
        <w:t xml:space="preserve">ں </w:t>
      </w:r>
      <w:r>
        <w:rPr>
          <w:rtl/>
        </w:rPr>
        <w:t>كوئي ايسى چيز نہي</w:t>
      </w:r>
      <w:r w:rsidR="007D6C9B">
        <w:rPr>
          <w:rtl/>
        </w:rPr>
        <w:t xml:space="preserve">ں </w:t>
      </w:r>
      <w:r>
        <w:rPr>
          <w:rtl/>
        </w:rPr>
        <w:t>جس پر ہم عمل كري</w:t>
      </w:r>
      <w:r w:rsidR="007D6C9B">
        <w:rPr>
          <w:rtl/>
        </w:rPr>
        <w:t xml:space="preserve">ں </w:t>
      </w:r>
      <w:r>
        <w:rPr>
          <w:rtl/>
        </w:rPr>
        <w:t>اس ليے تم اپنے آ پ كو زيادہ نہ تھكائو اور دوسرے لوگو</w:t>
      </w:r>
      <w:r w:rsidR="007D6C9B">
        <w:rPr>
          <w:rtl/>
        </w:rPr>
        <w:t xml:space="preserve">ں </w:t>
      </w:r>
      <w:r>
        <w:rPr>
          <w:rtl/>
        </w:rPr>
        <w:t xml:space="preserve">كے پيچھے جائو_ </w:t>
      </w:r>
    </w:p>
    <w:p w:rsidR="00DE2D7F" w:rsidRDefault="00DE2D7F" w:rsidP="00D07B54">
      <w:pPr>
        <w:pStyle w:val="libNormal"/>
        <w:rPr>
          <w:rtl/>
        </w:rPr>
      </w:pPr>
      <w:r>
        <w:rPr>
          <w:rtl/>
        </w:rPr>
        <w:t>''دوسرا يہ كہ ہم تجھے اپنے مابين كمزور پاتے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لہذا گر تم يہ سوچتے ہو كہ تم اپنى بے منطق باتي</w:t>
      </w:r>
      <w:r w:rsidR="007D6C9B">
        <w:rPr>
          <w:rtl/>
        </w:rPr>
        <w:t xml:space="preserve">ں </w:t>
      </w:r>
      <w:r>
        <w:rPr>
          <w:rtl/>
        </w:rPr>
        <w:t xml:space="preserve">طاقت كے بل پر منوالوگے تو يہ بھى تمہارى غلط فہمى ہے_ </w:t>
      </w:r>
    </w:p>
    <w:p w:rsidR="00DE2D7F" w:rsidRDefault="00DE2D7F" w:rsidP="00D07B54">
      <w:pPr>
        <w:pStyle w:val="libNormal"/>
        <w:rPr>
          <w:rtl/>
        </w:rPr>
      </w:pPr>
      <w:r>
        <w:rPr>
          <w:rtl/>
        </w:rPr>
        <w:t>يہ گمان نہ كرو</w:t>
      </w:r>
      <w:r w:rsidR="007D6C9B">
        <w:rPr>
          <w:rtl/>
        </w:rPr>
        <w:t xml:space="preserve">ں </w:t>
      </w:r>
      <w:r>
        <w:rPr>
          <w:rtl/>
        </w:rPr>
        <w:t>كہ اگر ہم تم سے پوچھ گچھ نہي</w:t>
      </w:r>
      <w:r w:rsidR="007D6C9B">
        <w:rPr>
          <w:rtl/>
        </w:rPr>
        <w:t xml:space="preserve">ں </w:t>
      </w:r>
      <w:r>
        <w:rPr>
          <w:rtl/>
        </w:rPr>
        <w:t>كرتے تو يہ تمہارى طاقت كے خوف سے ہے_اگر تيرى قوم و قبيلہ كا احترام پيش نظر نہ ہوتا تو ہم تجھے بد ترين طريقے سے قتل كرديتے اور تجھے سنگسار كرتے_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آخر مي</w:t>
      </w:r>
      <w:r w:rsidR="007D6C9B">
        <w:rPr>
          <w:rtl/>
        </w:rPr>
        <w:t xml:space="preserve">ں </w:t>
      </w:r>
      <w:r>
        <w:rPr>
          <w:rtl/>
        </w:rPr>
        <w:t>انہو</w:t>
      </w:r>
      <w:r w:rsidR="007D6C9B">
        <w:rPr>
          <w:rtl/>
        </w:rPr>
        <w:t xml:space="preserve">ں </w:t>
      </w:r>
      <w:r>
        <w:rPr>
          <w:rtl/>
        </w:rPr>
        <w:t xml:space="preserve">نے كہا: </w:t>
      </w:r>
    </w:p>
    <w:p w:rsidR="00DE2D7F" w:rsidRDefault="00DE2D7F" w:rsidP="00D07B54">
      <w:pPr>
        <w:pStyle w:val="libNormal"/>
        <w:rPr>
          <w:rtl/>
        </w:rPr>
      </w:pPr>
      <w:r>
        <w:rPr>
          <w:rtl/>
        </w:rPr>
        <w:t>''تو ہمارے ليے كوئي طاقتور اور ناقابل شكست نہي</w:t>
      </w:r>
      <w:r w:rsidR="007D6C9B">
        <w:rPr>
          <w:rtl/>
        </w:rPr>
        <w:t xml:space="preserve">ں </w:t>
      </w:r>
      <w:r>
        <w:rPr>
          <w:rtl/>
        </w:rPr>
        <w:t>ہے''_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اگر چہ تو اپنے قبيلے كے بزرگو</w:t>
      </w:r>
      <w:r w:rsidR="007D6C9B">
        <w:rPr>
          <w:rtl/>
        </w:rPr>
        <w:t xml:space="preserve">ں </w:t>
      </w:r>
      <w:r>
        <w:rPr>
          <w:rtl/>
        </w:rPr>
        <w:t>مي</w:t>
      </w:r>
      <w:r w:rsidR="007D6C9B">
        <w:rPr>
          <w:rtl/>
        </w:rPr>
        <w:t xml:space="preserve">ں </w:t>
      </w:r>
      <w:r>
        <w:rPr>
          <w:rtl/>
        </w:rPr>
        <w:t>شمار ہوتا ہے ليكن جو پروگرام تيرے پيش نظر ہے اس كى وجہ سے ہمارى نگاہ مي</w:t>
      </w:r>
      <w:r w:rsidR="007D6C9B">
        <w:rPr>
          <w:rtl/>
        </w:rPr>
        <w:t xml:space="preserve">ں </w:t>
      </w:r>
      <w:r>
        <w:rPr>
          <w:rtl/>
        </w:rPr>
        <w:t>كوئي وقعت اور منزلت نہي</w:t>
      </w:r>
      <w:r w:rsidR="007D6C9B">
        <w:rPr>
          <w:rtl/>
        </w:rPr>
        <w:t xml:space="preserve">ں </w:t>
      </w:r>
      <w:r>
        <w:rPr>
          <w:rtl/>
        </w:rPr>
        <w:t xml:space="preserve">ہے_ </w:t>
      </w:r>
    </w:p>
    <w:p w:rsidR="00DE2D7F" w:rsidRDefault="00DE2D7F" w:rsidP="00D07B54">
      <w:pPr>
        <w:pStyle w:val="libNormal"/>
        <w:rPr>
          <w:rtl/>
        </w:rPr>
      </w:pPr>
      <w:r>
        <w:rPr>
          <w:rtl/>
        </w:rPr>
        <w:t>حضرت شعيب(ع) ان باتو</w:t>
      </w:r>
      <w:r w:rsidR="007D6C9B">
        <w:rPr>
          <w:rtl/>
        </w:rPr>
        <w:t xml:space="preserve">ں </w:t>
      </w:r>
      <w:r>
        <w:rPr>
          <w:rtl/>
        </w:rPr>
        <w:t>كے نشترو</w:t>
      </w:r>
      <w:r w:rsidR="007D6C9B">
        <w:rPr>
          <w:rtl/>
        </w:rPr>
        <w:t xml:space="preserve">ں </w:t>
      </w:r>
      <w:r>
        <w:rPr>
          <w:rtl/>
        </w:rPr>
        <w:t>اور توہين آميز رويّے سے(سيخ پا ہوكر)اٹھ كرنہي</w:t>
      </w:r>
      <w:r w:rsidR="007D6C9B">
        <w:rPr>
          <w:rtl/>
        </w:rPr>
        <w:t xml:space="preserve">ں </w:t>
      </w:r>
      <w:r>
        <w:rPr>
          <w:rtl/>
        </w:rPr>
        <w:t>گئے بلكہ آپ(ع) نے اس طرح انہي</w:t>
      </w:r>
      <w:r w:rsidR="007D6C9B">
        <w:rPr>
          <w:rtl/>
        </w:rPr>
        <w:t xml:space="preserve">ں </w:t>
      </w:r>
      <w:r>
        <w:rPr>
          <w:rtl/>
        </w:rPr>
        <w:t>پر منطق اور بليغ پيرائے مي</w:t>
      </w:r>
      <w:r w:rsidR="007D6C9B">
        <w:rPr>
          <w:rtl/>
        </w:rPr>
        <w:t xml:space="preserve">ں </w:t>
      </w:r>
      <w:r>
        <w:rPr>
          <w:rtl/>
        </w:rPr>
        <w:t>جواب ديا:''اے قومميرے قبيلے كے يہ چند افراد تمہارے نزديك خدا سے زيادہ عزيز ہي</w:t>
      </w:r>
      <w:r w:rsidR="007D6C9B">
        <w:rPr>
          <w:rtl/>
        </w:rPr>
        <w:t xml:space="preserve">ں </w:t>
      </w:r>
      <w:r>
        <w:rPr>
          <w:rtl/>
        </w:rPr>
        <w:t>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ہود آيت</w:t>
      </w:r>
      <w:r w:rsidR="00E44785">
        <w:rPr>
          <w:rtl/>
        </w:rPr>
        <w:t>9</w:t>
      </w:r>
      <w:r w:rsidR="00E664BB">
        <w:rPr>
          <w:rtl/>
        </w:rPr>
        <w:t>1</w:t>
      </w:r>
      <w:r>
        <w:rPr>
          <w:rtl/>
        </w:rPr>
        <w:t xml:space="preserve"> (</w:t>
      </w:r>
      <w:r w:rsidR="00E664BB">
        <w:rPr>
          <w:rtl/>
        </w:rPr>
        <w:t>2</w:t>
      </w:r>
      <w:r>
        <w:rPr>
          <w:rtl/>
        </w:rPr>
        <w:t xml:space="preserve">)سورہ ھود آيت </w:t>
      </w:r>
      <w:r w:rsidR="00E44785">
        <w:rPr>
          <w:rtl/>
        </w:rPr>
        <w:t>9</w:t>
      </w:r>
      <w:r w:rsidR="00E664BB">
        <w:rPr>
          <w:rtl/>
        </w:rPr>
        <w:t>1</w:t>
      </w:r>
      <w:r>
        <w:rPr>
          <w:rtl/>
        </w:rPr>
        <w:t xml:space="preserve"> </w:t>
      </w:r>
    </w:p>
    <w:p w:rsidR="00DE2D7F" w:rsidRDefault="00DE2D7F" w:rsidP="00D07B54">
      <w:pPr>
        <w:pStyle w:val="libFootnote"/>
        <w:rPr>
          <w:rtl/>
        </w:rPr>
      </w:pPr>
      <w:r>
        <w:rPr>
          <w:rtl/>
        </w:rPr>
        <w:t>(</w:t>
      </w:r>
      <w:r w:rsidR="00E664BB">
        <w:rPr>
          <w:rtl/>
        </w:rPr>
        <w:t>3</w:t>
      </w:r>
      <w:r>
        <w:rPr>
          <w:rtl/>
        </w:rPr>
        <w:t>)سورہ شعيب آيت</w:t>
      </w:r>
      <w:r w:rsidR="00E44785">
        <w:rPr>
          <w:rtl/>
        </w:rPr>
        <w:t>9</w:t>
      </w:r>
      <w:r w:rsidR="00E664BB">
        <w:rPr>
          <w:rtl/>
        </w:rPr>
        <w:t>1</w:t>
      </w:r>
      <w:r>
        <w:rPr>
          <w:rtl/>
        </w:rPr>
        <w:t xml:space="preserve"> (</w:t>
      </w:r>
      <w:r w:rsidR="00E664BB">
        <w:rPr>
          <w:rtl/>
        </w:rPr>
        <w:t>4</w:t>
      </w:r>
      <w:r>
        <w:rPr>
          <w:rtl/>
        </w:rPr>
        <w:t>)سورہ ھود آيت</w:t>
      </w:r>
      <w:r w:rsidR="00E44785">
        <w:rPr>
          <w:rtl/>
        </w:rPr>
        <w:t>9</w:t>
      </w:r>
      <w:r w:rsidR="00E664BB">
        <w:rPr>
          <w:rtl/>
        </w:rPr>
        <w:t>1</w:t>
      </w:r>
      <w:r>
        <w:rPr>
          <w:rtl/>
        </w:rPr>
        <w:t xml:space="preserve"> </w:t>
      </w:r>
    </w:p>
    <w:p w:rsidR="00DE2D7F" w:rsidRDefault="00DE2D7F" w:rsidP="00D07B54">
      <w:pPr>
        <w:pStyle w:val="libFootnote"/>
        <w:rPr>
          <w:rtl/>
        </w:rPr>
      </w:pPr>
      <w:r>
        <w:rPr>
          <w:rtl/>
        </w:rPr>
        <w:t>(</w:t>
      </w:r>
      <w:r w:rsidR="00E664BB">
        <w:rPr>
          <w:rtl/>
        </w:rPr>
        <w:t>5</w:t>
      </w:r>
      <w:r>
        <w:rPr>
          <w:rtl/>
        </w:rPr>
        <w:t>)سورہ ھودآيت</w:t>
      </w:r>
      <w:r w:rsidR="00E44785">
        <w:rPr>
          <w:rtl/>
        </w:rPr>
        <w:t>9</w:t>
      </w:r>
      <w:r w:rsidR="00E664BB">
        <w:rPr>
          <w:rtl/>
        </w:rPr>
        <w:t>2</w:t>
      </w:r>
      <w:r>
        <w:rPr>
          <w:rtl/>
        </w:rPr>
        <w:t xml:space="preserve"> </w:t>
      </w:r>
    </w:p>
    <w:p w:rsidR="00697AAF" w:rsidRDefault="00C2634E" w:rsidP="00D07B54">
      <w:pPr>
        <w:pStyle w:val="libNormal"/>
        <w:rPr>
          <w:rtl/>
        </w:rPr>
      </w:pPr>
      <w:r>
        <w:rPr>
          <w:rtl/>
        </w:rPr>
        <w:t xml:space="preserve"> </w:t>
      </w:r>
      <w:r>
        <w:rPr>
          <w:rtl/>
        </w:rPr>
        <w:br w:type="page"/>
      </w:r>
    </w:p>
    <w:p w:rsidR="00697AAF" w:rsidRDefault="00697AAF" w:rsidP="00D07B54">
      <w:pPr>
        <w:pStyle w:val="libNormal"/>
        <w:rPr>
          <w:rtl/>
        </w:rPr>
      </w:pPr>
    </w:p>
    <w:p w:rsidR="00DE2D7F" w:rsidRDefault="00DE2D7F" w:rsidP="00D07B54">
      <w:pPr>
        <w:pStyle w:val="libNormal"/>
        <w:rPr>
          <w:rtl/>
        </w:rPr>
      </w:pPr>
      <w:r>
        <w:rPr>
          <w:rtl/>
        </w:rPr>
        <w:t xml:space="preserve">تم ميرے خاندان كى خاطر كہ جو </w:t>
      </w:r>
      <w:r w:rsidR="00697AAF">
        <w:rPr>
          <w:rtl/>
        </w:rPr>
        <w:t>تمہا</w:t>
      </w:r>
      <w:r>
        <w:rPr>
          <w:rtl/>
        </w:rPr>
        <w:t>رے بقول چند نفر سے زيادہ نہي</w:t>
      </w:r>
      <w:r w:rsidR="007D6C9B">
        <w:rPr>
          <w:rtl/>
        </w:rPr>
        <w:t xml:space="preserve">ں </w:t>
      </w:r>
      <w:r>
        <w:rPr>
          <w:rtl/>
        </w:rPr>
        <w:t>ہے ،مجھے آزار نہي</w:t>
      </w:r>
      <w:r w:rsidR="007D6C9B">
        <w:rPr>
          <w:rtl/>
        </w:rPr>
        <w:t xml:space="preserve">ں </w:t>
      </w:r>
      <w:r>
        <w:rPr>
          <w:rtl/>
        </w:rPr>
        <w:t>پہنچاتے ہو،توكيو</w:t>
      </w:r>
      <w:r w:rsidR="007D6C9B">
        <w:rPr>
          <w:rtl/>
        </w:rPr>
        <w:t xml:space="preserve">ں </w:t>
      </w:r>
      <w:r>
        <w:rPr>
          <w:rtl/>
        </w:rPr>
        <w:t>خدا كے ليے تم ميرى باتو</w:t>
      </w:r>
      <w:r w:rsidR="007D6C9B">
        <w:rPr>
          <w:rtl/>
        </w:rPr>
        <w:t xml:space="preserve">ں </w:t>
      </w:r>
      <w:r>
        <w:rPr>
          <w:rtl/>
        </w:rPr>
        <w:t>كو قبول نہي</w:t>
      </w:r>
      <w:r w:rsidR="007D6C9B">
        <w:rPr>
          <w:rtl/>
        </w:rPr>
        <w:t xml:space="preserve">ں </w:t>
      </w:r>
      <w:r>
        <w:rPr>
          <w:rtl/>
        </w:rPr>
        <w:t xml:space="preserve">كرتے ہو_ كيا عظمت خدا كے سامنے چندافرادكى كوئي حيثيت ہے؟ </w:t>
      </w:r>
    </w:p>
    <w:p w:rsidR="00DE2D7F" w:rsidRDefault="00DE2D7F" w:rsidP="00D07B54">
      <w:pPr>
        <w:pStyle w:val="libNormal"/>
        <w:rPr>
          <w:rtl/>
        </w:rPr>
      </w:pPr>
      <w:r>
        <w:rPr>
          <w:rtl/>
        </w:rPr>
        <w:t>كيا تم خدا كے لئے كسى احترام كے قائل ہو''جبكہ اسے اور اس كے فرمان كو تم نے پس پشت ڈال ديا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آخر مي</w:t>
      </w:r>
      <w:r w:rsidR="007D6C9B">
        <w:rPr>
          <w:rtl/>
        </w:rPr>
        <w:t xml:space="preserve">ں </w:t>
      </w:r>
      <w:r>
        <w:rPr>
          <w:rtl/>
        </w:rPr>
        <w:t>حضرت شعيب(ع) كہتے ہي</w:t>
      </w:r>
      <w:r w:rsidR="007D6C9B">
        <w:rPr>
          <w:rtl/>
        </w:rPr>
        <w:t xml:space="preserve">ں </w:t>
      </w:r>
      <w:r>
        <w:rPr>
          <w:rtl/>
        </w:rPr>
        <w:t>:'' يہ خيال نہ كرو كہ خدا تمہارے اعمال كو نہي</w:t>
      </w:r>
      <w:r w:rsidR="007D6C9B">
        <w:rPr>
          <w:rtl/>
        </w:rPr>
        <w:t xml:space="preserve">ں </w:t>
      </w:r>
      <w:r>
        <w:rPr>
          <w:rtl/>
        </w:rPr>
        <w:t>ديكھتا اور تمہارى باتي</w:t>
      </w:r>
      <w:r w:rsidR="007D6C9B">
        <w:rPr>
          <w:rtl/>
        </w:rPr>
        <w:t xml:space="preserve">ں </w:t>
      </w:r>
      <w:r>
        <w:rPr>
          <w:rtl/>
        </w:rPr>
        <w:t>نہي</w:t>
      </w:r>
      <w:r w:rsidR="007D6C9B">
        <w:rPr>
          <w:rtl/>
        </w:rPr>
        <w:t xml:space="preserve">ں </w:t>
      </w:r>
      <w:r>
        <w:rPr>
          <w:rtl/>
        </w:rPr>
        <w:t>سنتا_ يقين جانو كہ ميرا پروردگار ان تمام اعمال پر محيط ہے جو تم انجام ديتے ہو''_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بليغ سخن ور وہ ہے كہ جو اپنى باتو</w:t>
      </w:r>
      <w:r w:rsidR="007D6C9B">
        <w:rPr>
          <w:rtl/>
        </w:rPr>
        <w:t xml:space="preserve">ں </w:t>
      </w:r>
      <w:r>
        <w:rPr>
          <w:rtl/>
        </w:rPr>
        <w:t>مي</w:t>
      </w:r>
      <w:r w:rsidR="007D6C9B">
        <w:rPr>
          <w:rtl/>
        </w:rPr>
        <w:t xml:space="preserve">ں </w:t>
      </w:r>
      <w:r>
        <w:rPr>
          <w:rtl/>
        </w:rPr>
        <w:t>مدمقابل كى تمام تنقيدو</w:t>
      </w:r>
      <w:r w:rsidR="007D6C9B">
        <w:rPr>
          <w:rtl/>
        </w:rPr>
        <w:t xml:space="preserve">ں </w:t>
      </w:r>
      <w:r>
        <w:rPr>
          <w:rtl/>
        </w:rPr>
        <w:t>كا جواب دے_قوم شعيب(ع) كے مشركين نے چونكہ اپنى باتو</w:t>
      </w:r>
      <w:r w:rsidR="007D6C9B">
        <w:rPr>
          <w:rtl/>
        </w:rPr>
        <w:t xml:space="preserve">ں </w:t>
      </w:r>
      <w:r>
        <w:rPr>
          <w:rtl/>
        </w:rPr>
        <w:t>كے آخر مي</w:t>
      </w:r>
      <w:r w:rsidR="007D6C9B">
        <w:rPr>
          <w:rtl/>
        </w:rPr>
        <w:t xml:space="preserve">ں </w:t>
      </w:r>
      <w:r>
        <w:rPr>
          <w:rtl/>
        </w:rPr>
        <w:t>ضمناًانہي</w:t>
      </w:r>
      <w:r w:rsidR="007D6C9B">
        <w:rPr>
          <w:rtl/>
        </w:rPr>
        <w:t xml:space="preserve">ں </w:t>
      </w:r>
      <w:r>
        <w:rPr>
          <w:rtl/>
        </w:rPr>
        <w:t>سنگسار كرنے كى دھمكى دى تھى اور ان كے سامنے اپنى طاقت كا اظہار كيا تھا لہذا ان كى دھمكى كے جواب مي</w:t>
      </w:r>
      <w:r w:rsidR="007D6C9B">
        <w:rPr>
          <w:rtl/>
        </w:rPr>
        <w:t xml:space="preserve">ں </w:t>
      </w:r>
      <w:r>
        <w:rPr>
          <w:rtl/>
        </w:rPr>
        <w:t xml:space="preserve">حضرت شعيب(ع) نے اپنے موقف كواس طرح سے بيان كيا: </w:t>
      </w:r>
    </w:p>
    <w:p w:rsidR="00DE2D7F" w:rsidRDefault="00DE2D7F" w:rsidP="00D07B54">
      <w:pPr>
        <w:pStyle w:val="libNormal"/>
        <w:rPr>
          <w:rtl/>
        </w:rPr>
      </w:pPr>
      <w:r>
        <w:rPr>
          <w:rtl/>
        </w:rPr>
        <w:t>اے ميرى قومجو كچھ تمہارے بس مي</w:t>
      </w:r>
      <w:r w:rsidR="007D6C9B">
        <w:rPr>
          <w:rtl/>
        </w:rPr>
        <w:t xml:space="preserve">ں </w:t>
      </w:r>
      <w:r>
        <w:rPr>
          <w:rtl/>
        </w:rPr>
        <w:t>ہے كر گزرواور اس مي</w:t>
      </w:r>
      <w:r w:rsidR="007D6C9B">
        <w:rPr>
          <w:rtl/>
        </w:rPr>
        <w:t xml:space="preserve">ں </w:t>
      </w:r>
      <w:r>
        <w:rPr>
          <w:rtl/>
        </w:rPr>
        <w:t>كوتاہى نہ كرو اور جو كچھ تم سے ہو سكتا ہے اس مي</w:t>
      </w:r>
      <w:r w:rsidR="007D6C9B">
        <w:rPr>
          <w:rtl/>
        </w:rPr>
        <w:t xml:space="preserve">ں </w:t>
      </w:r>
      <w:r>
        <w:rPr>
          <w:rtl/>
        </w:rPr>
        <w:t>رورعايت نہ كرو_مي</w:t>
      </w:r>
      <w:r w:rsidR="007D6C9B">
        <w:rPr>
          <w:rtl/>
        </w:rPr>
        <w:t xml:space="preserve">ں </w:t>
      </w:r>
      <w:r>
        <w:rPr>
          <w:rtl/>
        </w:rPr>
        <w:t>بھى اپنا كام كرو</w:t>
      </w:r>
      <w:r w:rsidR="007D6C9B">
        <w:rPr>
          <w:rtl/>
        </w:rPr>
        <w:t xml:space="preserve">ں </w:t>
      </w:r>
      <w:r>
        <w:rPr>
          <w:rtl/>
        </w:rPr>
        <w:t>گا_ليكن تم جلد سمجھ جائو گے كہ كون رسوا كن عذاب مي</w:t>
      </w:r>
      <w:r w:rsidR="007D6C9B">
        <w:rPr>
          <w:rtl/>
        </w:rPr>
        <w:t xml:space="preserve">ں </w:t>
      </w:r>
      <w:r>
        <w:rPr>
          <w:rtl/>
        </w:rPr>
        <w:t>گرفتار ہوتا ہے اور كون جھوٹا ہے مي</w:t>
      </w:r>
      <w:r w:rsidR="007D6C9B">
        <w:rPr>
          <w:rtl/>
        </w:rPr>
        <w:t xml:space="preserve">ں </w:t>
      </w:r>
      <w:r>
        <w:rPr>
          <w:rtl/>
        </w:rPr>
        <w:t xml:space="preserve">يا تم _ </w:t>
      </w:r>
    </w:p>
    <w:p w:rsidR="00DE2D7F" w:rsidRDefault="00DE2D7F" w:rsidP="00D07B54">
      <w:pPr>
        <w:pStyle w:val="libNormal"/>
        <w:rPr>
          <w:rtl/>
        </w:rPr>
      </w:pPr>
      <w:r>
        <w:rPr>
          <w:rtl/>
        </w:rPr>
        <w:t>اور اب جبكہ معاملہ اس طرح ہے تو تم بھى انتظار كرو اور مي</w:t>
      </w:r>
      <w:r w:rsidR="007D6C9B">
        <w:rPr>
          <w:rtl/>
        </w:rPr>
        <w:t xml:space="preserve">ں </w:t>
      </w:r>
      <w:r>
        <w:rPr>
          <w:rtl/>
        </w:rPr>
        <w:t>بھى انتظار كرتا ہو</w:t>
      </w:r>
      <w:r w:rsidR="007D6C9B">
        <w:rPr>
          <w:rtl/>
        </w:rPr>
        <w:t xml:space="preserve">ں </w:t>
      </w:r>
      <w:r>
        <w:rPr>
          <w:rtl/>
        </w:rPr>
        <w:t>،تم اپنى طاقت،تعداد،سرمائے اور اثرورسوخ سے مجھ پر كاميابى كے انتظار مي</w:t>
      </w:r>
      <w:r w:rsidR="007D6C9B">
        <w:rPr>
          <w:rtl/>
        </w:rPr>
        <w:t xml:space="preserve">ں </w:t>
      </w:r>
      <w:r>
        <w:rPr>
          <w:rtl/>
        </w:rPr>
        <w:t>رہو اور مي</w:t>
      </w:r>
      <w:r w:rsidR="007D6C9B">
        <w:rPr>
          <w:rtl/>
        </w:rPr>
        <w:t xml:space="preserve">ں </w:t>
      </w:r>
      <w:r>
        <w:rPr>
          <w:rtl/>
        </w:rPr>
        <w:t>بھى اس انتظار مي</w:t>
      </w:r>
      <w:r w:rsidR="007D6C9B">
        <w:rPr>
          <w:rtl/>
        </w:rPr>
        <w:t xml:space="preserve">ں </w:t>
      </w:r>
      <w:r>
        <w:rPr>
          <w:rtl/>
        </w:rPr>
        <w:t>ہو</w:t>
      </w:r>
      <w:r w:rsidR="007D6C9B">
        <w:rPr>
          <w:rtl/>
        </w:rPr>
        <w:t xml:space="preserve">ں </w:t>
      </w:r>
      <w:r>
        <w:rPr>
          <w:rtl/>
        </w:rPr>
        <w:t>كہ عنقريب دردناك عذاب الہى تم جيسى گمراہ قوم كے دامن گير ہو اور تمہي</w:t>
      </w:r>
      <w:r w:rsidR="007D6C9B">
        <w:rPr>
          <w:rtl/>
        </w:rPr>
        <w:t xml:space="preserve">ں </w:t>
      </w:r>
      <w:r>
        <w:rPr>
          <w:rtl/>
        </w:rPr>
        <w:t xml:space="preserve">صفحہ ہستى سے مٹادے_ </w:t>
      </w:r>
    </w:p>
    <w:p w:rsidR="00DE2D7F" w:rsidRDefault="00DE2D7F" w:rsidP="00D07B54">
      <w:pPr>
        <w:pStyle w:val="libNormal"/>
        <w:rPr>
          <w:rtl/>
        </w:rPr>
      </w:pPr>
    </w:p>
    <w:p w:rsidR="00697AAF" w:rsidRDefault="00DE2D7F" w:rsidP="00D07B54">
      <w:pPr>
        <w:pStyle w:val="Heading2Center"/>
        <w:rPr>
          <w:rtl/>
        </w:rPr>
      </w:pPr>
      <w:bookmarkStart w:id="199" w:name="_Toc7268596"/>
      <w:r>
        <w:rPr>
          <w:rtl/>
        </w:rPr>
        <w:t>مدين كے تباہ كارو</w:t>
      </w:r>
      <w:r w:rsidR="007D6C9B">
        <w:rPr>
          <w:rtl/>
        </w:rPr>
        <w:t xml:space="preserve">ں </w:t>
      </w:r>
      <w:r>
        <w:rPr>
          <w:rtl/>
        </w:rPr>
        <w:t>كا انجام</w:t>
      </w:r>
      <w:bookmarkEnd w:id="199"/>
      <w:r>
        <w:rPr>
          <w:rtl/>
        </w:rPr>
        <w:t xml:space="preserve"> </w:t>
      </w:r>
    </w:p>
    <w:p w:rsidR="00DE2D7F" w:rsidRDefault="00DE2D7F" w:rsidP="00D07B54">
      <w:pPr>
        <w:pStyle w:val="libNormal"/>
        <w:rPr>
          <w:rtl/>
        </w:rPr>
      </w:pPr>
      <w:r>
        <w:rPr>
          <w:rtl/>
        </w:rPr>
        <w:t>گزشتہ اقوام كى سرگزشت كے بارے مي</w:t>
      </w:r>
      <w:r w:rsidR="007D6C9B">
        <w:rPr>
          <w:rtl/>
        </w:rPr>
        <w:t xml:space="preserve">ں </w:t>
      </w:r>
      <w:r>
        <w:rPr>
          <w:rtl/>
        </w:rPr>
        <w:t>قرآن مجيد مي</w:t>
      </w:r>
      <w:r w:rsidR="007D6C9B">
        <w:rPr>
          <w:rtl/>
        </w:rPr>
        <w:t xml:space="preserve">ں </w:t>
      </w:r>
      <w:r>
        <w:rPr>
          <w:rtl/>
        </w:rPr>
        <w:t>ہم نے بارہا پڑھا ہے كہ پہلے مرحلے مي</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)سورہء ھود آيت</w:t>
      </w:r>
      <w:r w:rsidR="00E44785">
        <w:rPr>
          <w:rtl/>
        </w:rPr>
        <w:t>9</w:t>
      </w:r>
      <w:r w:rsidR="00E664BB">
        <w:rPr>
          <w:rtl/>
        </w:rPr>
        <w:t>2</w:t>
      </w:r>
      <w:r>
        <w:rPr>
          <w:rtl/>
        </w:rPr>
        <w:t xml:space="preserve"> </w:t>
      </w:r>
    </w:p>
    <w:p w:rsidR="00DE2D7F" w:rsidRDefault="00DE2D7F" w:rsidP="00D07B54">
      <w:pPr>
        <w:pStyle w:val="libFootnote"/>
        <w:rPr>
          <w:rtl/>
        </w:rPr>
      </w:pPr>
      <w:r>
        <w:rPr>
          <w:rtl/>
        </w:rPr>
        <w:t>(</w:t>
      </w:r>
      <w:r w:rsidR="00E664BB">
        <w:rPr>
          <w:rtl/>
        </w:rPr>
        <w:t>2</w:t>
      </w:r>
      <w:r>
        <w:rPr>
          <w:rtl/>
        </w:rPr>
        <w:t>)سورہ ھودآيت</w:t>
      </w:r>
      <w:r w:rsidR="00E44785">
        <w:rPr>
          <w:rtl/>
        </w:rPr>
        <w:t>9</w:t>
      </w:r>
      <w:r w:rsidR="00E664BB">
        <w:rPr>
          <w:rtl/>
        </w:rPr>
        <w:t>2</w:t>
      </w:r>
      <w:r>
        <w:rPr>
          <w:rtl/>
        </w:rPr>
        <w:t xml:space="preserve"> </w:t>
      </w:r>
    </w:p>
    <w:p w:rsidR="00697AAF" w:rsidRDefault="00C2634E" w:rsidP="00D07B54">
      <w:pPr>
        <w:pStyle w:val="libNormal"/>
        <w:rPr>
          <w:rtl/>
        </w:rPr>
      </w:pPr>
      <w:r>
        <w:rPr>
          <w:rtl/>
        </w:rPr>
        <w:t xml:space="preserve"> </w:t>
      </w:r>
      <w:r>
        <w:rPr>
          <w:rtl/>
        </w:rPr>
        <w:br w:type="page"/>
      </w:r>
    </w:p>
    <w:p w:rsidR="00697AAF" w:rsidRDefault="00697AAF" w:rsidP="00D07B54">
      <w:pPr>
        <w:pStyle w:val="libNormal"/>
        <w:rPr>
          <w:rtl/>
        </w:rPr>
      </w:pPr>
    </w:p>
    <w:p w:rsidR="00DE2D7F" w:rsidRDefault="00DE2D7F" w:rsidP="00D07B54">
      <w:pPr>
        <w:pStyle w:val="libNormal"/>
        <w:rPr>
          <w:rtl/>
        </w:rPr>
      </w:pPr>
      <w:r>
        <w:rPr>
          <w:rtl/>
        </w:rPr>
        <w:t>انبياء انہي</w:t>
      </w:r>
      <w:r w:rsidR="007D6C9B">
        <w:rPr>
          <w:rtl/>
        </w:rPr>
        <w:t xml:space="preserve">ں </w:t>
      </w:r>
      <w:r>
        <w:rPr>
          <w:rtl/>
        </w:rPr>
        <w:t>خدا كى طرف دعوت دينے كے ليے قيام كرتے تھے اور ہر طرح سے تعليم و تربيت اور پند ونصيحت مي</w:t>
      </w:r>
      <w:r w:rsidR="007D6C9B">
        <w:rPr>
          <w:rtl/>
        </w:rPr>
        <w:t xml:space="preserve">ں </w:t>
      </w:r>
      <w:r>
        <w:rPr>
          <w:rtl/>
        </w:rPr>
        <w:t>كوئي گنجا</w:t>
      </w:r>
      <w:r w:rsidR="00091C36">
        <w:rPr>
          <w:rtl/>
        </w:rPr>
        <w:t xml:space="preserve">ئش </w:t>
      </w:r>
      <w:r>
        <w:rPr>
          <w:rtl/>
        </w:rPr>
        <w:t xml:space="preserve"> نہي</w:t>
      </w:r>
      <w:r w:rsidR="007D6C9B">
        <w:rPr>
          <w:rtl/>
        </w:rPr>
        <w:t xml:space="preserve">ں </w:t>
      </w:r>
      <w:r>
        <w:rPr>
          <w:rtl/>
        </w:rPr>
        <w:t>چھوڑتے تھے_ دوسرے مرحلے مي</w:t>
      </w:r>
      <w:r w:rsidR="007D6C9B">
        <w:rPr>
          <w:rtl/>
        </w:rPr>
        <w:t xml:space="preserve">ں </w:t>
      </w:r>
      <w:r>
        <w:rPr>
          <w:rtl/>
        </w:rPr>
        <w:t>جب ايك گروہ پر پند و نصائح كا كوئي اثر نہ ہوتا تو انہي</w:t>
      </w:r>
      <w:r w:rsidR="007D6C9B">
        <w:rPr>
          <w:rtl/>
        </w:rPr>
        <w:t xml:space="preserve">ں </w:t>
      </w:r>
      <w:r>
        <w:rPr>
          <w:rtl/>
        </w:rPr>
        <w:t>عذاب الہى سے ڈراتے تاكہ وہ آخرى افراد تسليم حق ہوجائي</w:t>
      </w:r>
      <w:r w:rsidR="007D6C9B">
        <w:rPr>
          <w:rtl/>
        </w:rPr>
        <w:t xml:space="preserve">ں </w:t>
      </w:r>
      <w:r>
        <w:rPr>
          <w:rtl/>
        </w:rPr>
        <w:t>جو قبوليت كى اہليت ركھتے ہي</w:t>
      </w:r>
      <w:r w:rsidR="007D6C9B">
        <w:rPr>
          <w:rtl/>
        </w:rPr>
        <w:t xml:space="preserve">ں </w:t>
      </w:r>
      <w:r>
        <w:rPr>
          <w:rtl/>
        </w:rPr>
        <w:t>اور راہ خدا كى طرف پلٹ آئي</w:t>
      </w:r>
      <w:r w:rsidR="007D6C9B">
        <w:rPr>
          <w:rtl/>
        </w:rPr>
        <w:t xml:space="preserve">ں </w:t>
      </w:r>
      <w:r>
        <w:rPr>
          <w:rtl/>
        </w:rPr>
        <w:t xml:space="preserve">نيز اتمام حجت ہو جائے_ </w:t>
      </w:r>
    </w:p>
    <w:p w:rsidR="00DE2D7F" w:rsidRDefault="00DE2D7F" w:rsidP="00D07B54">
      <w:pPr>
        <w:pStyle w:val="libNormal"/>
        <w:rPr>
          <w:rtl/>
        </w:rPr>
      </w:pPr>
      <w:r>
        <w:rPr>
          <w:rtl/>
        </w:rPr>
        <w:t>تيسرے مرحلے مي</w:t>
      </w:r>
      <w:r w:rsidR="007D6C9B">
        <w:rPr>
          <w:rtl/>
        </w:rPr>
        <w:t xml:space="preserve">ں </w:t>
      </w:r>
      <w:r>
        <w:rPr>
          <w:rtl/>
        </w:rPr>
        <w:t>جب ان پركوئي چيز مو ثر نہ ہوتى تو روئے زمين كى ستھرائي اور پاك سازى كر ليے سنت الہى كے مطابق عذاب آجاتا اور راستے كے ان كانٹو</w:t>
      </w:r>
      <w:r w:rsidR="007D6C9B">
        <w:rPr>
          <w:rtl/>
        </w:rPr>
        <w:t xml:space="preserve">ں </w:t>
      </w:r>
      <w:r>
        <w:rPr>
          <w:rtl/>
        </w:rPr>
        <w:t xml:space="preserve">كو دور كرديتا _ </w:t>
      </w:r>
    </w:p>
    <w:p w:rsidR="00DE2D7F" w:rsidRDefault="00DE2D7F" w:rsidP="00D07B54">
      <w:pPr>
        <w:pStyle w:val="libNormal"/>
        <w:rPr>
          <w:rtl/>
        </w:rPr>
      </w:pPr>
      <w:r>
        <w:rPr>
          <w:rtl/>
        </w:rPr>
        <w:t>قوم شعيب(ع) يعنى اہل مدين كا بھى آخر كار مرحلہ انجام آپہنچا_چنانچہ قرآن كہتا ہے: ''جب(اس گمراہ، ظالم اور ہٹ دھرم قوم كو عذاب ديئے جانے كے بارے مي</w:t>
      </w:r>
      <w:r w:rsidR="007D6C9B">
        <w:rPr>
          <w:rtl/>
        </w:rPr>
        <w:t xml:space="preserve">ں </w:t>
      </w:r>
      <w:r>
        <w:rPr>
          <w:rtl/>
        </w:rPr>
        <w:t>) ہمارا فرمان آپہنچا تو ہم نے شعيب(ع) اور اس پر ايمان لانے والو</w:t>
      </w:r>
      <w:r w:rsidR="007D6C9B">
        <w:rPr>
          <w:rtl/>
        </w:rPr>
        <w:t xml:space="preserve">ں </w:t>
      </w:r>
      <w:r>
        <w:rPr>
          <w:rtl/>
        </w:rPr>
        <w:t>كو اپنى رحمت كى بركت سے نجات دي_''</w:t>
      </w:r>
      <w:r w:rsidRPr="00AD1EF3">
        <w:rPr>
          <w:rStyle w:val="libFootnotenumChar"/>
          <w:rtl/>
        </w:rPr>
        <w:t>(</w:t>
      </w:r>
      <w:r w:rsidR="00E664BB" w:rsidRPr="00AD1EF3">
        <w:rPr>
          <w:rStyle w:val="libFootnotenumChar"/>
          <w:rtl/>
        </w:rPr>
        <w:t>1</w:t>
      </w:r>
      <w:r w:rsidRPr="00AD1EF3">
        <w:rPr>
          <w:rStyle w:val="libFootnotenumChar"/>
          <w:rtl/>
        </w:rPr>
        <w:t>)</w:t>
      </w:r>
      <w:r>
        <w:rPr>
          <w:rtl/>
        </w:rPr>
        <w:t>''پھر آسمانى پكار اور مرگ آفري</w:t>
      </w:r>
      <w:r w:rsidR="007D6C9B">
        <w:rPr>
          <w:rtl/>
        </w:rPr>
        <w:t xml:space="preserve">ں </w:t>
      </w:r>
      <w:r>
        <w:rPr>
          <w:rtl/>
        </w:rPr>
        <w:t>عظيم صيحہ نے ظالمو</w:t>
      </w:r>
      <w:r w:rsidR="007D6C9B">
        <w:rPr>
          <w:rtl/>
        </w:rPr>
        <w:t xml:space="preserve">ں </w:t>
      </w:r>
      <w:r>
        <w:rPr>
          <w:rtl/>
        </w:rPr>
        <w:t>اور ستمگرو</w:t>
      </w:r>
      <w:r w:rsidR="007D6C9B">
        <w:rPr>
          <w:rtl/>
        </w:rPr>
        <w:t xml:space="preserve">ں </w:t>
      </w:r>
      <w:r>
        <w:rPr>
          <w:rtl/>
        </w:rPr>
        <w:t>كو اپنى گرفت مي</w:t>
      </w:r>
      <w:r w:rsidR="007D6C9B">
        <w:rPr>
          <w:rtl/>
        </w:rPr>
        <w:t xml:space="preserve">ں </w:t>
      </w:r>
      <w:r>
        <w:rPr>
          <w:rtl/>
        </w:rPr>
        <w:t>لے ليا_''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جيسا كہ ہم كہہ چكے ہي</w:t>
      </w:r>
      <w:r w:rsidR="007D6C9B">
        <w:rPr>
          <w:rtl/>
        </w:rPr>
        <w:t xml:space="preserve">ں </w:t>
      </w:r>
      <w:r>
        <w:rPr>
          <w:rtl/>
        </w:rPr>
        <w:t>_''صيحہ'' ہرقسم كى عظيم آواز اور پكار كے معنى مي</w:t>
      </w:r>
      <w:r w:rsidR="007D6C9B">
        <w:rPr>
          <w:rtl/>
        </w:rPr>
        <w:t xml:space="preserve">ں </w:t>
      </w:r>
      <w:r>
        <w:rPr>
          <w:rtl/>
        </w:rPr>
        <w:t>ہے، قرآن نے بعض قومو</w:t>
      </w:r>
      <w:r w:rsidR="007D6C9B">
        <w:rPr>
          <w:rtl/>
        </w:rPr>
        <w:t xml:space="preserve">ں </w:t>
      </w:r>
      <w:r>
        <w:rPr>
          <w:rtl/>
        </w:rPr>
        <w:t>كى نابودى صيحہ آسمانى كے ذريعے بتائي ہے_ يہ صيحہ احتمالاًصاعقہ كے ذريعے يا اس كى مانند ہوتى ہے اور جيسا كہ ہم نے قوم ثمود كى داستان مي</w:t>
      </w:r>
      <w:r w:rsidR="007D6C9B">
        <w:rPr>
          <w:rtl/>
        </w:rPr>
        <w:t xml:space="preserve">ں </w:t>
      </w:r>
      <w:r>
        <w:rPr>
          <w:rtl/>
        </w:rPr>
        <w:t>بيان كيا ہے كہ صوتى امواج بعض اوقات اس قدر قوى ہوسكتى ہي</w:t>
      </w:r>
      <w:r w:rsidR="007D6C9B">
        <w:rPr>
          <w:rtl/>
        </w:rPr>
        <w:t xml:space="preserve">ں </w:t>
      </w:r>
      <w:r>
        <w:rPr>
          <w:rtl/>
        </w:rPr>
        <w:t>كہ ايك گروہ كى موت كا سبب بن جائي</w:t>
      </w:r>
      <w:r w:rsidR="007D6C9B">
        <w:rPr>
          <w:rtl/>
        </w:rPr>
        <w:t xml:space="preserve">ں </w:t>
      </w:r>
      <w:r>
        <w:rPr>
          <w:rtl/>
        </w:rPr>
        <w:t xml:space="preserve">_ </w:t>
      </w:r>
    </w:p>
    <w:p w:rsidR="00DE2D7F" w:rsidRDefault="00DE2D7F" w:rsidP="00D07B54">
      <w:pPr>
        <w:pStyle w:val="libNormal"/>
        <w:rPr>
          <w:rtl/>
        </w:rPr>
      </w:pPr>
      <w:r>
        <w:rPr>
          <w:rtl/>
        </w:rPr>
        <w:t>اس كے بعد فرمايا گيا ہے:''اس آسمانى صيحہ كے اثر سے قوم شعيب كے لوگ اپنے گھرو</w:t>
      </w:r>
      <w:r w:rsidR="007D6C9B">
        <w:rPr>
          <w:rtl/>
        </w:rPr>
        <w:t xml:space="preserve">ں </w:t>
      </w:r>
      <w:r>
        <w:rPr>
          <w:rtl/>
        </w:rPr>
        <w:t>مي</w:t>
      </w:r>
      <w:r w:rsidR="007D6C9B">
        <w:rPr>
          <w:rtl/>
        </w:rPr>
        <w:t xml:space="preserve">ں </w:t>
      </w:r>
      <w:r>
        <w:rPr>
          <w:rtl/>
        </w:rPr>
        <w:t>منہ كے بل جاگرے اور مرگئے اور ان كے بے جان جسم درس عبرت بنے ہو ايك مدت تك وہي</w:t>
      </w:r>
      <w:r w:rsidR="007D6C9B">
        <w:rPr>
          <w:rtl/>
        </w:rPr>
        <w:t xml:space="preserve">ں </w:t>
      </w:r>
      <w:r>
        <w:rPr>
          <w:rtl/>
        </w:rPr>
        <w:t>پڑے رہے''_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 xml:space="preserve">ان كى زندگى كى كتاب اس طرح بندكردى گئي كہ ''گويا كبھى وہ اس سرزمين كے ساكن ہى نہ تھے''_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ھودآيت</w:t>
      </w:r>
      <w:r w:rsidR="00E44785">
        <w:rPr>
          <w:rtl/>
        </w:rPr>
        <w:t>9</w:t>
      </w:r>
      <w:r w:rsidR="00E664BB">
        <w:rPr>
          <w:rtl/>
        </w:rPr>
        <w:t>4</w:t>
      </w:r>
      <w:r>
        <w:rPr>
          <w:rtl/>
        </w:rPr>
        <w:t xml:space="preserve"> </w:t>
      </w:r>
    </w:p>
    <w:p w:rsidR="00DE2D7F" w:rsidRDefault="00DE2D7F" w:rsidP="00D07B54">
      <w:pPr>
        <w:pStyle w:val="libFootnote"/>
        <w:rPr>
          <w:rtl/>
        </w:rPr>
      </w:pPr>
      <w:r>
        <w:rPr>
          <w:rtl/>
        </w:rPr>
        <w:t>(</w:t>
      </w:r>
      <w:r w:rsidR="00E664BB">
        <w:rPr>
          <w:rtl/>
        </w:rPr>
        <w:t>2</w:t>
      </w:r>
      <w:r>
        <w:rPr>
          <w:rtl/>
        </w:rPr>
        <w:t>)سورہ ھود آيت</w:t>
      </w:r>
      <w:r w:rsidR="00E44785">
        <w:rPr>
          <w:rtl/>
        </w:rPr>
        <w:t>9</w:t>
      </w:r>
      <w:r w:rsidR="00E664BB">
        <w:rPr>
          <w:rtl/>
        </w:rPr>
        <w:t>4</w:t>
      </w:r>
      <w:r>
        <w:rPr>
          <w:rtl/>
        </w:rPr>
        <w:t xml:space="preserve"> </w:t>
      </w:r>
    </w:p>
    <w:p w:rsidR="00DE2D7F" w:rsidRDefault="00DE2D7F" w:rsidP="00D07B54">
      <w:pPr>
        <w:pStyle w:val="libFootnote"/>
        <w:rPr>
          <w:rtl/>
        </w:rPr>
      </w:pPr>
      <w:r>
        <w:rPr>
          <w:rtl/>
        </w:rPr>
        <w:t>(</w:t>
      </w:r>
      <w:r w:rsidR="00E664BB">
        <w:rPr>
          <w:rtl/>
        </w:rPr>
        <w:t>3</w:t>
      </w:r>
      <w:r>
        <w:rPr>
          <w:rtl/>
        </w:rPr>
        <w:t>)سورہ ھود آيت</w:t>
      </w:r>
      <w:r w:rsidR="00E44785">
        <w:rPr>
          <w:rtl/>
        </w:rPr>
        <w:t>9</w:t>
      </w:r>
      <w:r w:rsidR="00E664BB">
        <w:rPr>
          <w:rtl/>
        </w:rPr>
        <w:t>4</w:t>
      </w:r>
      <w:r>
        <w:rPr>
          <w:rtl/>
        </w:rPr>
        <w:t xml:space="preserve"> </w:t>
      </w:r>
    </w:p>
    <w:p w:rsidR="00697AAF" w:rsidRDefault="00697AAF" w:rsidP="00D07B54">
      <w:pPr>
        <w:pStyle w:val="libNormal"/>
        <w:rPr>
          <w:rtl/>
        </w:rPr>
      </w:pPr>
      <w:r>
        <w:rPr>
          <w:rtl/>
        </w:rPr>
        <w:br w:type="page"/>
      </w:r>
    </w:p>
    <w:p w:rsidR="00697AAF" w:rsidRDefault="00697AAF" w:rsidP="00D07B54">
      <w:pPr>
        <w:pStyle w:val="libNormal"/>
        <w:rPr>
          <w:rtl/>
        </w:rPr>
      </w:pPr>
    </w:p>
    <w:p w:rsidR="00DE2D7F" w:rsidRDefault="00DE2D7F" w:rsidP="00D07B54">
      <w:pPr>
        <w:pStyle w:val="libNormal"/>
        <w:rPr>
          <w:rtl/>
        </w:rPr>
      </w:pPr>
      <w:r>
        <w:rPr>
          <w:rtl/>
        </w:rPr>
        <w:t>سات روز تك شدت كى گرمى پڑى اور ہوا بالكل نہ چلي، اس كے بعد اچانك آسمان پر بادل آئے، ہوا چلى ان كو گھرو</w:t>
      </w:r>
      <w:r w:rsidR="007D6C9B">
        <w:rPr>
          <w:rtl/>
        </w:rPr>
        <w:t xml:space="preserve">ں </w:t>
      </w:r>
      <w:r>
        <w:rPr>
          <w:rtl/>
        </w:rPr>
        <w:t xml:space="preserve">سے نكال پھينكا، گرمى كى وجہ سے بادل كے سايہ كے نيچے چلے گئے_ </w:t>
      </w:r>
    </w:p>
    <w:p w:rsidR="00DE2D7F" w:rsidRDefault="00DE2D7F" w:rsidP="00D07B54">
      <w:pPr>
        <w:pStyle w:val="libNormal"/>
        <w:rPr>
          <w:rtl/>
        </w:rPr>
      </w:pPr>
      <w:r>
        <w:rPr>
          <w:rtl/>
        </w:rPr>
        <w:t>اس وقت صاعقہ موت كا پيغام لے كر آئي خطرناك آواز، آگ كى بارش اور زمين مي</w:t>
      </w:r>
      <w:r w:rsidR="007D6C9B">
        <w:rPr>
          <w:rtl/>
        </w:rPr>
        <w:t xml:space="preserve">ں </w:t>
      </w:r>
      <w:r>
        <w:rPr>
          <w:rtl/>
        </w:rPr>
        <w:t xml:space="preserve">زلزلہ آگيا، اس طرح وہ سب نابود ہوگئے_ </w:t>
      </w:r>
    </w:p>
    <w:p w:rsidR="00DE2D7F" w:rsidRDefault="00DE2D7F" w:rsidP="00D07B54">
      <w:pPr>
        <w:pStyle w:val="libNormal"/>
        <w:rPr>
          <w:rtl/>
        </w:rPr>
      </w:pPr>
      <w:r>
        <w:rPr>
          <w:rtl/>
        </w:rPr>
        <w:t>وہ تمام دولت وثروت كہ جس كى خاطر انہو</w:t>
      </w:r>
      <w:r w:rsidR="007D6C9B">
        <w:rPr>
          <w:rtl/>
        </w:rPr>
        <w:t xml:space="preserve">ں </w:t>
      </w:r>
      <w:r>
        <w:rPr>
          <w:rtl/>
        </w:rPr>
        <w:t>نے گناہ اور ظلم و ستم كيے نابود ہوگئي_ انكى زميني</w:t>
      </w:r>
      <w:r w:rsidR="007D6C9B">
        <w:rPr>
          <w:rtl/>
        </w:rPr>
        <w:t xml:space="preserve">ں </w:t>
      </w:r>
      <w:r>
        <w:rPr>
          <w:rtl/>
        </w:rPr>
        <w:t>اور زرق برق زندگى ختم ہوگئي اور ان كا شور وغو غا خاموش ہوگيا اور آخر كار جيسا كہ قوم عادوثمود كى داستان كے آخر مي</w:t>
      </w:r>
      <w:r w:rsidR="007D6C9B">
        <w:rPr>
          <w:rtl/>
        </w:rPr>
        <w:t xml:space="preserve">ں </w:t>
      </w:r>
      <w:r>
        <w:rPr>
          <w:rtl/>
        </w:rPr>
        <w:t>بيان ہوا ہے فرمايا گيا ہے:دورہو سرزمين مدين لطف و رحمت پروردگار سے جيسے كہ قوم ثمود دور ہوئي_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''واضح ہے كہ يہا</w:t>
      </w:r>
      <w:r w:rsidR="007D6C9B">
        <w:rPr>
          <w:rtl/>
        </w:rPr>
        <w:t xml:space="preserve">ں </w:t>
      </w:r>
      <w:r>
        <w:rPr>
          <w:rtl/>
        </w:rPr>
        <w:t>''مدين''سے مراد اہل مدين ہي</w:t>
      </w:r>
      <w:r w:rsidR="007D6C9B">
        <w:rPr>
          <w:rtl/>
        </w:rPr>
        <w:t xml:space="preserve">ں </w:t>
      </w:r>
      <w:r>
        <w:rPr>
          <w:rtl/>
        </w:rPr>
        <w:t xml:space="preserve">جو رحمت خدا سے دور ہوئے''_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ھود آيت</w:t>
      </w:r>
      <w:r w:rsidR="00E44785">
        <w:rPr>
          <w:rtl/>
        </w:rPr>
        <w:t>9</w:t>
      </w:r>
      <w:r w:rsidR="00E664BB">
        <w:rPr>
          <w:rtl/>
        </w:rPr>
        <w:t>5</w:t>
      </w:r>
      <w:r>
        <w:rPr>
          <w:rtl/>
        </w:rPr>
        <w:t xml:space="preserve"> </w:t>
      </w:r>
    </w:p>
    <w:p w:rsidR="00697AAF" w:rsidRDefault="001648F9" w:rsidP="00D07B54">
      <w:pPr>
        <w:pStyle w:val="libNormal"/>
        <w:rPr>
          <w:rtl/>
        </w:rPr>
      </w:pPr>
      <w:r>
        <w:rPr>
          <w:rtl/>
        </w:rPr>
        <w:t xml:space="preserve"> </w:t>
      </w:r>
      <w:r>
        <w:rPr>
          <w:rtl/>
        </w:rPr>
        <w:br w:type="page"/>
      </w:r>
    </w:p>
    <w:p w:rsidR="00697AAF" w:rsidRDefault="00697AAF" w:rsidP="00D07B54">
      <w:pPr>
        <w:pStyle w:val="libNormal"/>
        <w:rPr>
          <w:rtl/>
        </w:rPr>
      </w:pPr>
    </w:p>
    <w:p w:rsidR="00697AAF" w:rsidRDefault="00DE2D7F" w:rsidP="00D07B54">
      <w:pPr>
        <w:pStyle w:val="Heading2Center"/>
        <w:rPr>
          <w:rtl/>
        </w:rPr>
      </w:pPr>
      <w:bookmarkStart w:id="200" w:name="_Toc7268597"/>
      <w:r>
        <w:rPr>
          <w:rtl/>
        </w:rPr>
        <w:t>حضرت موسى عليہ السلام</w:t>
      </w:r>
      <w:bookmarkEnd w:id="200"/>
    </w:p>
    <w:p w:rsidR="00DE2D7F" w:rsidRDefault="00DE2D7F" w:rsidP="00D07B54">
      <w:pPr>
        <w:pStyle w:val="libNormal"/>
        <w:rPr>
          <w:rtl/>
        </w:rPr>
      </w:pPr>
      <w:r>
        <w:rPr>
          <w:rtl/>
        </w:rPr>
        <w:t xml:space="preserve"> تمام پيغمبر كى نسبت قرآن مي</w:t>
      </w:r>
      <w:r w:rsidR="007D6C9B">
        <w:rPr>
          <w:rtl/>
        </w:rPr>
        <w:t xml:space="preserve">ں </w:t>
      </w:r>
      <w:r>
        <w:rPr>
          <w:rtl/>
        </w:rPr>
        <w:t>حضرت موسى (ع) كا واقعہ زيادہ آيا ہے_تيس سے زيادہ سورتو</w:t>
      </w:r>
      <w:r w:rsidR="007D6C9B">
        <w:rPr>
          <w:rtl/>
        </w:rPr>
        <w:t xml:space="preserve">ں </w:t>
      </w:r>
      <w:r>
        <w:rPr>
          <w:rtl/>
        </w:rPr>
        <w:t>مي</w:t>
      </w:r>
      <w:r w:rsidR="007D6C9B">
        <w:rPr>
          <w:rtl/>
        </w:rPr>
        <w:t xml:space="preserve">ں </w:t>
      </w:r>
      <w:r>
        <w:rPr>
          <w:rtl/>
        </w:rPr>
        <w:t xml:space="preserve">موسى (ع) و فرعون اور بنى اسرائيل كے واقعہ كى طرف سومرتبہ سے زيادہ اشارہ ہوا ہے_ </w:t>
      </w:r>
    </w:p>
    <w:p w:rsidR="00DE2D7F" w:rsidRDefault="00DE2D7F" w:rsidP="00D07B54">
      <w:pPr>
        <w:pStyle w:val="libNormal"/>
        <w:rPr>
          <w:rtl/>
        </w:rPr>
      </w:pPr>
      <w:r>
        <w:rPr>
          <w:rtl/>
        </w:rPr>
        <w:t>اگر ہم ان آيتو</w:t>
      </w:r>
      <w:r w:rsidR="007D6C9B">
        <w:rPr>
          <w:rtl/>
        </w:rPr>
        <w:t xml:space="preserve">ں </w:t>
      </w:r>
      <w:r>
        <w:rPr>
          <w:rtl/>
        </w:rPr>
        <w:t>كى الگ الگ شرح كري</w:t>
      </w:r>
      <w:r w:rsidR="007D6C9B">
        <w:rPr>
          <w:rtl/>
        </w:rPr>
        <w:t xml:space="preserve">ں </w:t>
      </w:r>
      <w:r>
        <w:rPr>
          <w:rtl/>
        </w:rPr>
        <w:t>ااس كے بعد ان سب كو ايك دوسرے كے ساتھ ملا دي</w:t>
      </w:r>
      <w:r w:rsidR="007D6C9B">
        <w:rPr>
          <w:rtl/>
        </w:rPr>
        <w:t xml:space="preserve">ں </w:t>
      </w:r>
      <w:r>
        <w:rPr>
          <w:rtl/>
        </w:rPr>
        <w:t>تو بعض افراد كے اس توہم كے برخلاف كہ قرآن مي</w:t>
      </w:r>
      <w:r w:rsidR="007D6C9B">
        <w:rPr>
          <w:rtl/>
        </w:rPr>
        <w:t xml:space="preserve">ں </w:t>
      </w:r>
      <w:r>
        <w:rPr>
          <w:rtl/>
        </w:rPr>
        <w:t>تكرار سے كام ليا گيا ہے،ہم كو معلوم ہوگا كہ قرآن مي</w:t>
      </w:r>
      <w:r w:rsidR="007D6C9B">
        <w:rPr>
          <w:rtl/>
        </w:rPr>
        <w:t xml:space="preserve">ں </w:t>
      </w:r>
      <w:r>
        <w:rPr>
          <w:rtl/>
        </w:rPr>
        <w:t>نہ صرف تكرار نہي</w:t>
      </w:r>
      <w:r w:rsidR="007D6C9B">
        <w:rPr>
          <w:rtl/>
        </w:rPr>
        <w:t xml:space="preserve">ں </w:t>
      </w:r>
      <w:r>
        <w:rPr>
          <w:rtl/>
        </w:rPr>
        <w:t>ہے بلكہ ہر سورہ مي</w:t>
      </w:r>
      <w:r w:rsidR="007D6C9B">
        <w:rPr>
          <w:rtl/>
        </w:rPr>
        <w:t xml:space="preserve">ں </w:t>
      </w:r>
      <w:r>
        <w:rPr>
          <w:rtl/>
        </w:rPr>
        <w:t xml:space="preserve">جو بحث چھيڑى گئي ہے اس كى مناسبت سے اس سرگزشت كا ايك حصہ شاہد كے طور پر پيش كيا گيا ہے_ </w:t>
      </w:r>
    </w:p>
    <w:p w:rsidR="00DE2D7F" w:rsidRDefault="00DE2D7F" w:rsidP="00D07B54">
      <w:pPr>
        <w:pStyle w:val="libNormal"/>
        <w:rPr>
          <w:rtl/>
        </w:rPr>
      </w:pPr>
      <w:r>
        <w:rPr>
          <w:rtl/>
        </w:rPr>
        <w:t>ضمناًيہ بات بھى ذہن مي</w:t>
      </w:r>
      <w:r w:rsidR="007D6C9B">
        <w:rPr>
          <w:rtl/>
        </w:rPr>
        <w:t xml:space="preserve">ں </w:t>
      </w:r>
      <w:r>
        <w:rPr>
          <w:rtl/>
        </w:rPr>
        <w:t>ركھنا چايئےہ اس زمانے مي</w:t>
      </w:r>
      <w:r w:rsidR="007D6C9B">
        <w:rPr>
          <w:rtl/>
        </w:rPr>
        <w:t xml:space="preserve">ں </w:t>
      </w:r>
      <w:r>
        <w:rPr>
          <w:rtl/>
        </w:rPr>
        <w:t>مملكت مصر نسبتاً وسيع مملكت تھي_وہا</w:t>
      </w:r>
      <w:r w:rsidR="007D6C9B">
        <w:rPr>
          <w:rtl/>
        </w:rPr>
        <w:t xml:space="preserve">ں </w:t>
      </w:r>
      <w:r>
        <w:rPr>
          <w:rtl/>
        </w:rPr>
        <w:t>كے رہنے والو</w:t>
      </w:r>
      <w:r w:rsidR="007D6C9B">
        <w:rPr>
          <w:rtl/>
        </w:rPr>
        <w:t xml:space="preserve">ں </w:t>
      </w:r>
      <w:r>
        <w:rPr>
          <w:rtl/>
        </w:rPr>
        <w:t xml:space="preserve">كا تمدن بھى حضرت نوح(ع) ،ہود(ع) اور شعيب(ع) كى اقوام سے زيادہ ترقى يافتہ تھا_ لہذا حكومت فراعنہ كى مقاومت بھى زيادہ تھي_ </w:t>
      </w:r>
    </w:p>
    <w:p w:rsidR="00DE2D7F" w:rsidRDefault="00DE2D7F" w:rsidP="00D07B54">
      <w:pPr>
        <w:pStyle w:val="libNormal"/>
        <w:rPr>
          <w:rtl/>
        </w:rPr>
      </w:pPr>
      <w:r>
        <w:rPr>
          <w:rtl/>
        </w:rPr>
        <w:t>اسى بناء پر حضرت موسى (ع) كى تحريك اور نہضت بھى اتنى اہميت كى حامل ہوئي كہ اس مي</w:t>
      </w:r>
      <w:r w:rsidR="007D6C9B">
        <w:rPr>
          <w:rtl/>
        </w:rPr>
        <w:t xml:space="preserve">ں </w:t>
      </w:r>
      <w:r>
        <w:rPr>
          <w:rtl/>
        </w:rPr>
        <w:t>بہت زيادہ عبرت انگيز نكات پائے جاتے ہي</w:t>
      </w:r>
      <w:r w:rsidR="007D6C9B">
        <w:rPr>
          <w:rtl/>
        </w:rPr>
        <w:t xml:space="preserve">ں </w:t>
      </w:r>
      <w:r>
        <w:rPr>
          <w:rtl/>
        </w:rPr>
        <w:t>_بنابري</w:t>
      </w:r>
      <w:r w:rsidR="007D6C9B">
        <w:rPr>
          <w:rtl/>
        </w:rPr>
        <w:t xml:space="preserve">ں </w:t>
      </w:r>
      <w:r>
        <w:rPr>
          <w:rtl/>
        </w:rPr>
        <w:t>اس قرآن مي</w:t>
      </w:r>
      <w:r w:rsidR="007D6C9B">
        <w:rPr>
          <w:rtl/>
        </w:rPr>
        <w:t xml:space="preserve">ں </w:t>
      </w:r>
      <w:r>
        <w:rPr>
          <w:rtl/>
        </w:rPr>
        <w:t>حضرت موسى (ع) كى زندگى اور بنى اسرائيل كے حالات كے مختلف پہلوئو</w:t>
      </w:r>
      <w:r w:rsidR="007D6C9B">
        <w:rPr>
          <w:rtl/>
        </w:rPr>
        <w:t xml:space="preserve">ں </w:t>
      </w:r>
      <w:r>
        <w:rPr>
          <w:rtl/>
        </w:rPr>
        <w:t xml:space="preserve">پر روشنى ڈالى گئي ہے_ </w:t>
      </w:r>
    </w:p>
    <w:p w:rsidR="00DE2D7F" w:rsidRDefault="00DE2D7F" w:rsidP="00D07B54">
      <w:pPr>
        <w:pStyle w:val="libNormal"/>
        <w:rPr>
          <w:rtl/>
        </w:rPr>
      </w:pPr>
      <w:r>
        <w:rPr>
          <w:rtl/>
        </w:rPr>
        <w:t>كلى طور پر اس عظيم پيغمبر(ع) كى زندگى كو پانچ ادوار مي</w:t>
      </w:r>
      <w:r w:rsidR="007D6C9B">
        <w:rPr>
          <w:rtl/>
        </w:rPr>
        <w:t xml:space="preserve">ں </w:t>
      </w:r>
      <w:r>
        <w:rPr>
          <w:rtl/>
        </w:rPr>
        <w:t xml:space="preserve">تقسيم كيا جاسكتا ہے_ </w:t>
      </w:r>
    </w:p>
    <w:p w:rsidR="008D2E4C" w:rsidRDefault="001648F9" w:rsidP="00D07B54">
      <w:pPr>
        <w:pStyle w:val="libNormal"/>
        <w:rPr>
          <w:rtl/>
        </w:rPr>
      </w:pPr>
      <w:r>
        <w:rPr>
          <w:rtl/>
        </w:rPr>
        <w:t xml:space="preserve"> </w:t>
      </w:r>
      <w:r>
        <w:rPr>
          <w:rtl/>
        </w:rPr>
        <w:br w:type="page"/>
      </w:r>
    </w:p>
    <w:p w:rsidR="008D2E4C" w:rsidRDefault="008D2E4C" w:rsidP="00D07B54">
      <w:pPr>
        <w:pStyle w:val="libNormal"/>
        <w:rPr>
          <w:rtl/>
        </w:rPr>
      </w:pPr>
    </w:p>
    <w:p w:rsidR="008D2E4C" w:rsidRDefault="00DE2D7F" w:rsidP="00D07B54">
      <w:pPr>
        <w:pStyle w:val="Heading2Center"/>
        <w:rPr>
          <w:rtl/>
        </w:rPr>
      </w:pPr>
      <w:bookmarkStart w:id="201" w:name="_Toc7268598"/>
      <w:r>
        <w:rPr>
          <w:rtl/>
        </w:rPr>
        <w:t>حضرت موسى عليہ السلام كى زندگى كے پانچ ادوار</w:t>
      </w:r>
      <w:bookmarkEnd w:id="201"/>
    </w:p>
    <w:p w:rsidR="00DE2D7F" w:rsidRDefault="00DE2D7F" w:rsidP="00D07B54">
      <w:pPr>
        <w:pStyle w:val="libNormal"/>
        <w:rPr>
          <w:rtl/>
        </w:rPr>
      </w:pPr>
      <w:r>
        <w:rPr>
          <w:rtl/>
        </w:rPr>
        <w:t xml:space="preserve"> </w:t>
      </w:r>
      <w:r w:rsidR="00E664BB">
        <w:rPr>
          <w:rtl/>
        </w:rPr>
        <w:t>1</w:t>
      </w:r>
      <w:r>
        <w:rPr>
          <w:rtl/>
        </w:rPr>
        <w:t>_پيدا</w:t>
      </w:r>
      <w:r w:rsidR="00091C36">
        <w:rPr>
          <w:rtl/>
        </w:rPr>
        <w:t xml:space="preserve">ئش </w:t>
      </w:r>
      <w:r>
        <w:rPr>
          <w:rtl/>
        </w:rPr>
        <w:t xml:space="preserve"> سے لے كر آغوش فرعون مي</w:t>
      </w:r>
      <w:r w:rsidR="007D6C9B">
        <w:rPr>
          <w:rtl/>
        </w:rPr>
        <w:t xml:space="preserve">ں </w:t>
      </w:r>
      <w:r>
        <w:rPr>
          <w:rtl/>
        </w:rPr>
        <w:t xml:space="preserve">آپ(ع) كى پرورش تك كا زمانہ_ </w:t>
      </w:r>
    </w:p>
    <w:p w:rsidR="00DE2D7F" w:rsidRDefault="00E664BB" w:rsidP="00D07B54">
      <w:pPr>
        <w:pStyle w:val="libNormal"/>
        <w:rPr>
          <w:rtl/>
        </w:rPr>
      </w:pPr>
      <w:r>
        <w:rPr>
          <w:rtl/>
        </w:rPr>
        <w:t>2</w:t>
      </w:r>
      <w:r w:rsidR="00DE2D7F">
        <w:rPr>
          <w:rtl/>
        </w:rPr>
        <w:t>_مصر سے آپ(ع) كا نكلنا اور شہر مدين مي</w:t>
      </w:r>
      <w:r w:rsidR="007D6C9B">
        <w:rPr>
          <w:rtl/>
        </w:rPr>
        <w:t xml:space="preserve">ں </w:t>
      </w:r>
      <w:r w:rsidR="00DE2D7F">
        <w:rPr>
          <w:rtl/>
        </w:rPr>
        <w:t xml:space="preserve">حضرت شعيب(ع) كے پاس كچھ دقت گزارنا_ </w:t>
      </w:r>
    </w:p>
    <w:p w:rsidR="00DE2D7F" w:rsidRDefault="00E664BB" w:rsidP="00D07B54">
      <w:pPr>
        <w:pStyle w:val="libNormal"/>
        <w:rPr>
          <w:rtl/>
        </w:rPr>
      </w:pPr>
      <w:r>
        <w:rPr>
          <w:rtl/>
        </w:rPr>
        <w:t>3</w:t>
      </w:r>
      <w:r w:rsidR="00DE2D7F">
        <w:rPr>
          <w:rtl/>
        </w:rPr>
        <w:t>_آپ(ع) كى بعثت كا زمانہ اور فرعون اور اس كى حكومت والو</w:t>
      </w:r>
      <w:r w:rsidR="007D6C9B">
        <w:rPr>
          <w:rtl/>
        </w:rPr>
        <w:t xml:space="preserve">ں </w:t>
      </w:r>
      <w:r w:rsidR="00DE2D7F">
        <w:rPr>
          <w:rtl/>
        </w:rPr>
        <w:t xml:space="preserve">سے آپ(ع) كے متعدد تنازعے_ </w:t>
      </w:r>
    </w:p>
    <w:p w:rsidR="00DE2D7F" w:rsidRDefault="00E664BB" w:rsidP="00D07B54">
      <w:pPr>
        <w:pStyle w:val="libNormal"/>
        <w:rPr>
          <w:rtl/>
        </w:rPr>
      </w:pPr>
      <w:r>
        <w:rPr>
          <w:rtl/>
        </w:rPr>
        <w:t>4</w:t>
      </w:r>
      <w:r w:rsidR="00DE2D7F">
        <w:rPr>
          <w:rtl/>
        </w:rPr>
        <w:t>_فرعونيو</w:t>
      </w:r>
      <w:r w:rsidR="007D6C9B">
        <w:rPr>
          <w:rtl/>
        </w:rPr>
        <w:t xml:space="preserve">ں </w:t>
      </w:r>
      <w:r w:rsidR="00DE2D7F">
        <w:rPr>
          <w:rtl/>
        </w:rPr>
        <w:t>كے چنگل سے موسى (ع) اور بنى اسرائيل كى نجات اور وہ حوادث جو راستہ مي</w:t>
      </w:r>
      <w:r w:rsidR="007D6C9B">
        <w:rPr>
          <w:rtl/>
        </w:rPr>
        <w:t xml:space="preserve">ں </w:t>
      </w:r>
      <w:r w:rsidR="00DE2D7F">
        <w:rPr>
          <w:rtl/>
        </w:rPr>
        <w:t xml:space="preserve">اور بيت المقدس پہنچنے پر رونما ہوئے_ </w:t>
      </w:r>
    </w:p>
    <w:p w:rsidR="00DE2D7F" w:rsidRDefault="00E664BB" w:rsidP="00D07B54">
      <w:pPr>
        <w:pStyle w:val="libNormal"/>
        <w:rPr>
          <w:rtl/>
        </w:rPr>
      </w:pPr>
      <w:r>
        <w:rPr>
          <w:rtl/>
        </w:rPr>
        <w:t>5</w:t>
      </w:r>
      <w:r w:rsidR="00DE2D7F">
        <w:rPr>
          <w:rtl/>
        </w:rPr>
        <w:t xml:space="preserve">_حضرت موسى (ع) اور بنى اسرائيل كے درميان كشمكش كا زمانہ_ </w:t>
      </w:r>
    </w:p>
    <w:p w:rsidR="00DE2D7F" w:rsidRDefault="00DE2D7F" w:rsidP="00D07B54">
      <w:pPr>
        <w:pStyle w:val="libNormal"/>
        <w:rPr>
          <w:rtl/>
        </w:rPr>
      </w:pPr>
    </w:p>
    <w:p w:rsidR="008D2E4C" w:rsidRDefault="00DE2D7F" w:rsidP="00D07B54">
      <w:pPr>
        <w:pStyle w:val="Heading2Center"/>
        <w:rPr>
          <w:rtl/>
        </w:rPr>
      </w:pPr>
      <w:bookmarkStart w:id="202" w:name="_Toc7268599"/>
      <w:r>
        <w:rPr>
          <w:rtl/>
        </w:rPr>
        <w:t>ولادت حضرت موسى عليہ السلام</w:t>
      </w:r>
      <w:bookmarkEnd w:id="202"/>
      <w:r>
        <w:rPr>
          <w:rtl/>
        </w:rPr>
        <w:t xml:space="preserve"> </w:t>
      </w:r>
    </w:p>
    <w:p w:rsidR="00DE2D7F" w:rsidRDefault="00DE2D7F" w:rsidP="00D07B54">
      <w:pPr>
        <w:pStyle w:val="libNormal"/>
        <w:rPr>
          <w:rtl/>
        </w:rPr>
      </w:pPr>
      <w:r>
        <w:rPr>
          <w:rtl/>
        </w:rPr>
        <w:t>حكومت فرعون نے بنى اسرئيل كے يہا</w:t>
      </w:r>
      <w:r w:rsidR="007D6C9B">
        <w:rPr>
          <w:rtl/>
        </w:rPr>
        <w:t xml:space="preserve">ں </w:t>
      </w:r>
      <w:r>
        <w:rPr>
          <w:rtl/>
        </w:rPr>
        <w:t>جو نومولود بيٹے ہوتے تھے انہي</w:t>
      </w:r>
      <w:r w:rsidR="007D6C9B">
        <w:rPr>
          <w:rtl/>
        </w:rPr>
        <w:t xml:space="preserve">ں </w:t>
      </w:r>
      <w:r>
        <w:rPr>
          <w:rtl/>
        </w:rPr>
        <w:t>قتل كرنے كا ايك وسيع پروگرام بنايا تھا_ يہا</w:t>
      </w:r>
      <w:r w:rsidR="007D6C9B">
        <w:rPr>
          <w:rtl/>
        </w:rPr>
        <w:t xml:space="preserve">ں </w:t>
      </w:r>
      <w:r>
        <w:rPr>
          <w:rtl/>
        </w:rPr>
        <w:t>تك كہ فرعون كى مقرر كردہ دائيا</w:t>
      </w:r>
      <w:r w:rsidR="007D6C9B">
        <w:rPr>
          <w:rtl/>
        </w:rPr>
        <w:t xml:space="preserve">ں </w:t>
      </w:r>
      <w:r>
        <w:rPr>
          <w:rtl/>
        </w:rPr>
        <w:t>بنى اسرائيل كى باردار عورتو</w:t>
      </w:r>
      <w:r w:rsidR="007D6C9B">
        <w:rPr>
          <w:rtl/>
        </w:rPr>
        <w:t xml:space="preserve">ں </w:t>
      </w:r>
      <w:r>
        <w:rPr>
          <w:rtl/>
        </w:rPr>
        <w:t>كى نگرانى كرتى تھي</w:t>
      </w:r>
      <w:r w:rsidR="007D6C9B">
        <w:rPr>
          <w:rtl/>
        </w:rPr>
        <w:t xml:space="preserve">ں </w:t>
      </w:r>
      <w:r>
        <w:rPr>
          <w:rtl/>
        </w:rPr>
        <w:t xml:space="preserve">_ </w:t>
      </w:r>
    </w:p>
    <w:p w:rsidR="00DE2D7F" w:rsidRDefault="00DE2D7F" w:rsidP="00D07B54">
      <w:pPr>
        <w:pStyle w:val="libNormal"/>
        <w:rPr>
          <w:rtl/>
        </w:rPr>
      </w:pPr>
      <w:r>
        <w:rPr>
          <w:rtl/>
        </w:rPr>
        <w:t>ان دائيو</w:t>
      </w:r>
      <w:r w:rsidR="007D6C9B">
        <w:rPr>
          <w:rtl/>
        </w:rPr>
        <w:t xml:space="preserve">ں </w:t>
      </w:r>
      <w:r>
        <w:rPr>
          <w:rtl/>
        </w:rPr>
        <w:t>مي</w:t>
      </w:r>
      <w:r w:rsidR="007D6C9B">
        <w:rPr>
          <w:rtl/>
        </w:rPr>
        <w:t xml:space="preserve">ں </w:t>
      </w:r>
      <w:r>
        <w:rPr>
          <w:rtl/>
        </w:rPr>
        <w:t>سے ايك والدہ موسى (ع) كى دوست بن گئي تھي_ (شكم مادر مي</w:t>
      </w:r>
      <w:r w:rsidR="007D6C9B">
        <w:rPr>
          <w:rtl/>
        </w:rPr>
        <w:t xml:space="preserve">ں </w:t>
      </w:r>
      <w:r>
        <w:rPr>
          <w:rtl/>
        </w:rPr>
        <w:t>موسى (ع) كا حمل مخفى رہا اوراس كے آثار ظاہر نہ ہوئے) جس وقت مادر موسى (ع) كو يہ احساس ہوا كہ بچے كى ولادت كا وقت قريب ہے تو آپ نے كسى كے ذريعہ اپنى دوست دائي كو بلانے بھيجا_جب وہ آگئي تو اس سے كہا:ميرے پيٹ مي</w:t>
      </w:r>
      <w:r w:rsidR="007D6C9B">
        <w:rPr>
          <w:rtl/>
        </w:rPr>
        <w:t xml:space="preserve">ں </w:t>
      </w:r>
      <w:r>
        <w:rPr>
          <w:rtl/>
        </w:rPr>
        <w:t xml:space="preserve">ايك فرزند ہے،آج مجھے تمہارى دوستى اور محبت كى ضرورت ہے_ </w:t>
      </w:r>
    </w:p>
    <w:p w:rsidR="00DE2D7F" w:rsidRDefault="00DE2D7F" w:rsidP="00D07B54">
      <w:pPr>
        <w:pStyle w:val="libNormal"/>
        <w:rPr>
          <w:rtl/>
        </w:rPr>
      </w:pPr>
      <w:r>
        <w:rPr>
          <w:rtl/>
        </w:rPr>
        <w:t>جس وقت حضرت موسى عليہ السلام پيدا ہوگئے تو آپ كى آنكھو</w:t>
      </w:r>
      <w:r w:rsidR="007D6C9B">
        <w:rPr>
          <w:rtl/>
        </w:rPr>
        <w:t xml:space="preserve">ں </w:t>
      </w:r>
      <w:r>
        <w:rPr>
          <w:rtl/>
        </w:rPr>
        <w:t>مي</w:t>
      </w:r>
      <w:r w:rsidR="007D6C9B">
        <w:rPr>
          <w:rtl/>
        </w:rPr>
        <w:t xml:space="preserve">ں </w:t>
      </w:r>
      <w:r>
        <w:rPr>
          <w:rtl/>
        </w:rPr>
        <w:t>ايك خاص نور چمك رہا تھا،چنانچہ اسے ديكھ كر وہ دايہ كاپنے لگى اور اس كے دل كى گہرائي مي</w:t>
      </w:r>
      <w:r w:rsidR="007D6C9B">
        <w:rPr>
          <w:rtl/>
        </w:rPr>
        <w:t xml:space="preserve">ں </w:t>
      </w:r>
      <w:r>
        <w:rPr>
          <w:rtl/>
        </w:rPr>
        <w:t xml:space="preserve">محبت كى ايك بجلى سماگئي،جس نے اس كے دل كى تمام فضاء كو روشن كرديا_ </w:t>
      </w:r>
    </w:p>
    <w:p w:rsidR="00DE2D7F" w:rsidRDefault="00DE2D7F" w:rsidP="00D07B54">
      <w:pPr>
        <w:pStyle w:val="libNormal"/>
        <w:rPr>
          <w:rtl/>
        </w:rPr>
      </w:pPr>
      <w:r>
        <w:rPr>
          <w:rtl/>
        </w:rPr>
        <w:t>يہ ديكھ كر وہ دايہ، مادر موسى (ع) سے مخاطب ہوكر بولى كہ ميرا يہ خيال تھا كہ حكومت كے دفتر مي</w:t>
      </w:r>
      <w:r w:rsidR="007D6C9B">
        <w:rPr>
          <w:rtl/>
        </w:rPr>
        <w:t xml:space="preserve">ں </w:t>
      </w:r>
      <w:r>
        <w:rPr>
          <w:rtl/>
        </w:rPr>
        <w:t>جاكے اس بچے كے پيدا ہونے كى خبر دو</w:t>
      </w:r>
      <w:r w:rsidR="007D6C9B">
        <w:rPr>
          <w:rtl/>
        </w:rPr>
        <w:t xml:space="preserve">ں </w:t>
      </w:r>
      <w:r>
        <w:rPr>
          <w:rtl/>
        </w:rPr>
        <w:t>تاكہ جلاد آئي</w:t>
      </w:r>
      <w:r w:rsidR="007D6C9B">
        <w:rPr>
          <w:rtl/>
        </w:rPr>
        <w:t xml:space="preserve">ں </w:t>
      </w:r>
      <w:r>
        <w:rPr>
          <w:rtl/>
        </w:rPr>
        <w:t>اور اسے قتل كردي</w:t>
      </w:r>
      <w:r w:rsidR="007D6C9B">
        <w:rPr>
          <w:rtl/>
        </w:rPr>
        <w:t xml:space="preserve">ں </w:t>
      </w:r>
      <w:r>
        <w:rPr>
          <w:rtl/>
        </w:rPr>
        <w:t>اور مي</w:t>
      </w:r>
      <w:r w:rsidR="007D6C9B">
        <w:rPr>
          <w:rtl/>
        </w:rPr>
        <w:t xml:space="preserve">ں </w:t>
      </w:r>
      <w:r>
        <w:rPr>
          <w:rtl/>
        </w:rPr>
        <w:t>اپنا انعام پالو</w:t>
      </w:r>
      <w:r w:rsidR="007D6C9B">
        <w:rPr>
          <w:rtl/>
        </w:rPr>
        <w:t xml:space="preserve">ں </w:t>
      </w:r>
      <w:r>
        <w:rPr>
          <w:rtl/>
        </w:rPr>
        <w:t>_ مگر مي</w:t>
      </w:r>
      <w:r w:rsidR="007D6C9B">
        <w:rPr>
          <w:rtl/>
        </w:rPr>
        <w:t xml:space="preserve">ں </w:t>
      </w:r>
      <w:r>
        <w:rPr>
          <w:rtl/>
        </w:rPr>
        <w:t>كيا كرو</w:t>
      </w:r>
      <w:r w:rsidR="007D6C9B">
        <w:rPr>
          <w:rtl/>
        </w:rPr>
        <w:t xml:space="preserve">ں </w:t>
      </w:r>
    </w:p>
    <w:p w:rsidR="008D2E4C" w:rsidRDefault="001648F9" w:rsidP="00D07B54">
      <w:pPr>
        <w:pStyle w:val="libNormal"/>
        <w:rPr>
          <w:rtl/>
        </w:rPr>
      </w:pPr>
      <w:r>
        <w:rPr>
          <w:rtl/>
        </w:rPr>
        <w:t xml:space="preserve"> </w:t>
      </w:r>
      <w:r>
        <w:rPr>
          <w:rtl/>
        </w:rPr>
        <w:br w:type="page"/>
      </w:r>
    </w:p>
    <w:p w:rsidR="008D2E4C" w:rsidRDefault="008D2E4C" w:rsidP="00D07B54">
      <w:pPr>
        <w:pStyle w:val="libNormal"/>
        <w:rPr>
          <w:rtl/>
        </w:rPr>
      </w:pPr>
    </w:p>
    <w:p w:rsidR="00DE2D7F" w:rsidRDefault="00DE2D7F" w:rsidP="00D07B54">
      <w:pPr>
        <w:pStyle w:val="libNormal"/>
        <w:rPr>
          <w:rtl/>
        </w:rPr>
      </w:pPr>
      <w:r>
        <w:rPr>
          <w:rtl/>
        </w:rPr>
        <w:t>كہ مي</w:t>
      </w:r>
      <w:r w:rsidR="007D6C9B">
        <w:rPr>
          <w:rtl/>
        </w:rPr>
        <w:t xml:space="preserve">ں </w:t>
      </w:r>
      <w:r>
        <w:rPr>
          <w:rtl/>
        </w:rPr>
        <w:t>اپنے دل مي</w:t>
      </w:r>
      <w:r w:rsidR="007D6C9B">
        <w:rPr>
          <w:rtl/>
        </w:rPr>
        <w:t xml:space="preserve">ں </w:t>
      </w:r>
      <w:r>
        <w:rPr>
          <w:rtl/>
        </w:rPr>
        <w:t>اس نوزائيدہ بچے كى شديد محبت كا احساس كرتى ہو</w:t>
      </w:r>
      <w:r w:rsidR="007D6C9B">
        <w:rPr>
          <w:rtl/>
        </w:rPr>
        <w:t xml:space="preserve">ں </w:t>
      </w:r>
      <w:r>
        <w:rPr>
          <w:rtl/>
        </w:rPr>
        <w:t>_ يہا</w:t>
      </w:r>
      <w:r w:rsidR="007D6C9B">
        <w:rPr>
          <w:rtl/>
        </w:rPr>
        <w:t xml:space="preserve">ں </w:t>
      </w:r>
      <w:r>
        <w:rPr>
          <w:rtl/>
        </w:rPr>
        <w:t>تك كہ مي</w:t>
      </w:r>
      <w:r w:rsidR="007D6C9B">
        <w:rPr>
          <w:rtl/>
        </w:rPr>
        <w:t xml:space="preserve">ں </w:t>
      </w:r>
      <w:r>
        <w:rPr>
          <w:rtl/>
        </w:rPr>
        <w:t>يہ نہي</w:t>
      </w:r>
      <w:r w:rsidR="007D6C9B">
        <w:rPr>
          <w:rtl/>
        </w:rPr>
        <w:t xml:space="preserve">ں </w:t>
      </w:r>
      <w:r>
        <w:rPr>
          <w:rtl/>
        </w:rPr>
        <w:t xml:space="preserve">چاہتى كہ اس كا بال بھى بيكا ہو_اس كى اچھى طرح حفاظت كرو_ميرا خيال ہے كہ آخر كار يہى ہمارا دشمن ہوگا_ </w:t>
      </w:r>
    </w:p>
    <w:p w:rsidR="00DE2D7F" w:rsidRDefault="00DE2D7F" w:rsidP="00D07B54">
      <w:pPr>
        <w:pStyle w:val="libNormal"/>
        <w:rPr>
          <w:rtl/>
        </w:rPr>
      </w:pPr>
    </w:p>
    <w:p w:rsidR="008D2E4C" w:rsidRDefault="00DE2D7F" w:rsidP="00D07B54">
      <w:pPr>
        <w:pStyle w:val="Heading2Center"/>
        <w:rPr>
          <w:rtl/>
        </w:rPr>
      </w:pPr>
      <w:bookmarkStart w:id="203" w:name="_Toc7268600"/>
      <w:r>
        <w:rPr>
          <w:rtl/>
        </w:rPr>
        <w:t>جناب موسى عليہ السلام تنور مي</w:t>
      </w:r>
      <w:r w:rsidR="007D6C9B">
        <w:rPr>
          <w:rtl/>
        </w:rPr>
        <w:t>ں</w:t>
      </w:r>
      <w:bookmarkEnd w:id="203"/>
    </w:p>
    <w:p w:rsidR="00DE2D7F" w:rsidRDefault="007D6C9B" w:rsidP="00D07B54">
      <w:pPr>
        <w:pStyle w:val="libNormal"/>
        <w:rPr>
          <w:rtl/>
        </w:rPr>
      </w:pPr>
      <w:r>
        <w:rPr>
          <w:rtl/>
        </w:rPr>
        <w:t xml:space="preserve"> </w:t>
      </w:r>
      <w:r w:rsidR="00DE2D7F">
        <w:rPr>
          <w:rtl/>
        </w:rPr>
        <w:t>وہ دايہ مادر موسى (ع) كے گھر سے باہر نكلي_ تو حكومت كے بعض جاسوسو</w:t>
      </w:r>
      <w:r>
        <w:rPr>
          <w:rtl/>
        </w:rPr>
        <w:t xml:space="preserve">ں </w:t>
      </w:r>
      <w:r w:rsidR="00DE2D7F">
        <w:rPr>
          <w:rtl/>
        </w:rPr>
        <w:t>نے اسے ديكھ ليا_ انھو</w:t>
      </w:r>
      <w:r>
        <w:rPr>
          <w:rtl/>
        </w:rPr>
        <w:t xml:space="preserve">ں </w:t>
      </w:r>
      <w:r w:rsidR="00DE2D7F">
        <w:rPr>
          <w:rtl/>
        </w:rPr>
        <w:t>نے تہيہ كرليا كہ وہ گھر مي</w:t>
      </w:r>
      <w:r>
        <w:rPr>
          <w:rtl/>
        </w:rPr>
        <w:t xml:space="preserve">ں </w:t>
      </w:r>
      <w:r w:rsidR="00DE2D7F">
        <w:rPr>
          <w:rtl/>
        </w:rPr>
        <w:t>داخل ہوجائي</w:t>
      </w:r>
      <w:r>
        <w:rPr>
          <w:rtl/>
        </w:rPr>
        <w:t xml:space="preserve">ں </w:t>
      </w:r>
      <w:r w:rsidR="00DE2D7F">
        <w:rPr>
          <w:rtl/>
        </w:rPr>
        <w:t>گے_ موسى (ع) كى بہن نے اپنى ما</w:t>
      </w:r>
      <w:r>
        <w:rPr>
          <w:rtl/>
        </w:rPr>
        <w:t xml:space="preserve">ں </w:t>
      </w:r>
      <w:r w:rsidR="00DE2D7F">
        <w:rPr>
          <w:rtl/>
        </w:rPr>
        <w:t>كو اس خطرے سے آگاہ كرديا ما</w:t>
      </w:r>
      <w:r>
        <w:rPr>
          <w:rtl/>
        </w:rPr>
        <w:t xml:space="preserve">ں </w:t>
      </w:r>
      <w:r w:rsidR="00DE2D7F">
        <w:rPr>
          <w:rtl/>
        </w:rPr>
        <w:t>يہ سن كے گھبراگئي_ اس كى سمجھ مي</w:t>
      </w:r>
      <w:r>
        <w:rPr>
          <w:rtl/>
        </w:rPr>
        <w:t xml:space="preserve">ں </w:t>
      </w:r>
      <w:r w:rsidR="00DE2D7F">
        <w:rPr>
          <w:rtl/>
        </w:rPr>
        <w:t xml:space="preserve">نہ آتا تھا كہ اب كيا كرے_ </w:t>
      </w:r>
    </w:p>
    <w:p w:rsidR="00DE2D7F" w:rsidRDefault="00DE2D7F" w:rsidP="00D07B54">
      <w:pPr>
        <w:pStyle w:val="libNormal"/>
        <w:rPr>
          <w:rtl/>
        </w:rPr>
      </w:pPr>
      <w:r>
        <w:rPr>
          <w:rtl/>
        </w:rPr>
        <w:t>اس شديد پريشانى كے عالم مي</w:t>
      </w:r>
      <w:r w:rsidR="007D6C9B">
        <w:rPr>
          <w:rtl/>
        </w:rPr>
        <w:t xml:space="preserve">ں </w:t>
      </w:r>
      <w:r>
        <w:rPr>
          <w:rtl/>
        </w:rPr>
        <w:t>جب كہ وہ بالكل حواس باختہ ہورہى تھياس نے بچے كو ايك كپڑے مي</w:t>
      </w:r>
      <w:r w:rsidR="007D6C9B">
        <w:rPr>
          <w:rtl/>
        </w:rPr>
        <w:t xml:space="preserve">ں </w:t>
      </w:r>
      <w:r>
        <w:rPr>
          <w:rtl/>
        </w:rPr>
        <w:t>لپيٹا او رتنور مي</w:t>
      </w:r>
      <w:r w:rsidR="007D6C9B">
        <w:rPr>
          <w:rtl/>
        </w:rPr>
        <w:t xml:space="preserve">ں </w:t>
      </w:r>
      <w:r>
        <w:rPr>
          <w:rtl/>
        </w:rPr>
        <w:t>ڈال ديا_ اس دوران مي</w:t>
      </w:r>
      <w:r w:rsidR="007D6C9B">
        <w:rPr>
          <w:rtl/>
        </w:rPr>
        <w:t xml:space="preserve">ں </w:t>
      </w:r>
      <w:r>
        <w:rPr>
          <w:rtl/>
        </w:rPr>
        <w:t>حكومت كے آدمى آگئے_مگر وہا</w:t>
      </w:r>
      <w:r w:rsidR="007D6C9B">
        <w:rPr>
          <w:rtl/>
        </w:rPr>
        <w:t xml:space="preserve">ں </w:t>
      </w:r>
      <w:r>
        <w:rPr>
          <w:rtl/>
        </w:rPr>
        <w:t>انھو</w:t>
      </w:r>
      <w:r w:rsidR="007D6C9B">
        <w:rPr>
          <w:rtl/>
        </w:rPr>
        <w:t xml:space="preserve">ں </w:t>
      </w:r>
      <w:r>
        <w:rPr>
          <w:rtl/>
        </w:rPr>
        <w:t>نے روشن تنور كے سوا كچھ نہ ديكھا_ انھو</w:t>
      </w:r>
      <w:r w:rsidR="007D6C9B">
        <w:rPr>
          <w:rtl/>
        </w:rPr>
        <w:t xml:space="preserve">ں </w:t>
      </w:r>
      <w:r>
        <w:rPr>
          <w:rtl/>
        </w:rPr>
        <w:t>نے مادر موسى (ع) سے تفتيش شرو ع كردى _ پوچھا_دايہ يہا</w:t>
      </w:r>
      <w:r w:rsidR="007D6C9B">
        <w:rPr>
          <w:rtl/>
        </w:rPr>
        <w:t xml:space="preserve">ں </w:t>
      </w:r>
      <w:r>
        <w:rPr>
          <w:rtl/>
        </w:rPr>
        <w:t>كيا كررہى تھي_؟ موسى (ع) كى ما</w:t>
      </w:r>
      <w:r w:rsidR="007D6C9B">
        <w:rPr>
          <w:rtl/>
        </w:rPr>
        <w:t xml:space="preserve">ں </w:t>
      </w:r>
      <w:r>
        <w:rPr>
          <w:rtl/>
        </w:rPr>
        <w:t xml:space="preserve">نے كہا كہ وہ ميرى سہيلى ہے مجھ سے ملنے آئي تھى _حكومت كے كارندے مايوس ہوكے واپس ہوگئے_ </w:t>
      </w:r>
    </w:p>
    <w:p w:rsidR="00DE2D7F" w:rsidRDefault="00DE2D7F" w:rsidP="00D07B54">
      <w:pPr>
        <w:pStyle w:val="libNormal"/>
        <w:rPr>
          <w:rtl/>
        </w:rPr>
      </w:pPr>
      <w:r>
        <w:rPr>
          <w:rtl/>
        </w:rPr>
        <w:t>اب موسى (ع) كى ما</w:t>
      </w:r>
      <w:r w:rsidR="007D6C9B">
        <w:rPr>
          <w:rtl/>
        </w:rPr>
        <w:t xml:space="preserve">ں </w:t>
      </w:r>
      <w:r>
        <w:rPr>
          <w:rtl/>
        </w:rPr>
        <w:t>كو ہوش آيا_ آپ نے اپنى بيٹى سے پوچھا كہ بچہ كہا</w:t>
      </w:r>
      <w:r w:rsidR="007D6C9B">
        <w:rPr>
          <w:rtl/>
        </w:rPr>
        <w:t xml:space="preserve">ں </w:t>
      </w:r>
      <w:r>
        <w:rPr>
          <w:rtl/>
        </w:rPr>
        <w:t>ہے؟ اس نے لاعلمى كا اظہار كيا_ ناگہا</w:t>
      </w:r>
      <w:r w:rsidR="007D6C9B">
        <w:rPr>
          <w:rtl/>
        </w:rPr>
        <w:t xml:space="preserve">ں </w:t>
      </w:r>
      <w:r>
        <w:rPr>
          <w:rtl/>
        </w:rPr>
        <w:t>تنور كے اندر سے بچہ كے رونے كى آواز آئي_ اب ما</w:t>
      </w:r>
      <w:r w:rsidR="007D6C9B">
        <w:rPr>
          <w:rtl/>
        </w:rPr>
        <w:t xml:space="preserve">ں </w:t>
      </w:r>
      <w:r>
        <w:rPr>
          <w:rtl/>
        </w:rPr>
        <w:t xml:space="preserve">تنور كى طرف دوڑى _كيا ديكھتى ہے كہ خدا نے اس كے لئے آتش تنور كو ''ٹھنڈا اور سلامتى كہ جگہ''بناديا ہے_ وہى خدا جس نے حضرت ابراھيم(ع) كے ليے آتش نمرود كو ''برد وسلام''بناديا تھا_ اس نے اپنا ہاتھ بڑھايا اور بچے كو صحيح وسالم باہر نكال ليا_ </w:t>
      </w:r>
    </w:p>
    <w:p w:rsidR="00DE2D7F" w:rsidRDefault="00DE2D7F" w:rsidP="00D07B54">
      <w:pPr>
        <w:pStyle w:val="libNormal"/>
        <w:rPr>
          <w:rtl/>
        </w:rPr>
      </w:pPr>
      <w:r>
        <w:rPr>
          <w:rtl/>
        </w:rPr>
        <w:t>ليكن پھر بھى ما</w:t>
      </w:r>
      <w:r w:rsidR="007D6C9B">
        <w:rPr>
          <w:rtl/>
        </w:rPr>
        <w:t xml:space="preserve">ں </w:t>
      </w:r>
      <w:r>
        <w:rPr>
          <w:rtl/>
        </w:rPr>
        <w:t>محفوظ نہ تھي_كيونكہ حكومت كے كارندے دائي</w:t>
      </w:r>
      <w:r w:rsidR="007D6C9B">
        <w:rPr>
          <w:rtl/>
        </w:rPr>
        <w:t xml:space="preserve">ں </w:t>
      </w:r>
      <w:r>
        <w:rPr>
          <w:rtl/>
        </w:rPr>
        <w:t>بائي</w:t>
      </w:r>
      <w:r w:rsidR="007D6C9B">
        <w:rPr>
          <w:rtl/>
        </w:rPr>
        <w:t xml:space="preserve">ں </w:t>
      </w:r>
      <w:r>
        <w:rPr>
          <w:rtl/>
        </w:rPr>
        <w:t>پھرتے رہتے اور جستجو مي</w:t>
      </w:r>
      <w:r w:rsidR="007D6C9B">
        <w:rPr>
          <w:rtl/>
        </w:rPr>
        <w:t xml:space="preserve">ں </w:t>
      </w:r>
      <w:r>
        <w:rPr>
          <w:rtl/>
        </w:rPr>
        <w:t xml:space="preserve">لگے رہتے تھے_ كسى بڑے خطرے كے ليے يہى كافى تھا كہ وہ ايك نوزائيد بچے كے رونے كى آواز سن ليتے_ </w:t>
      </w:r>
    </w:p>
    <w:p w:rsidR="00DE2D7F" w:rsidRDefault="00DE2D7F" w:rsidP="00D07B54">
      <w:pPr>
        <w:pStyle w:val="libNormal"/>
        <w:rPr>
          <w:rtl/>
        </w:rPr>
      </w:pPr>
      <w:r>
        <w:rPr>
          <w:rtl/>
        </w:rPr>
        <w:t>اس حالت مي</w:t>
      </w:r>
      <w:r w:rsidR="007D6C9B">
        <w:rPr>
          <w:rtl/>
        </w:rPr>
        <w:t xml:space="preserve">ں </w:t>
      </w:r>
      <w:r>
        <w:rPr>
          <w:rtl/>
        </w:rPr>
        <w:t>خدا كے ايك الہام نے ما</w:t>
      </w:r>
      <w:r w:rsidR="007D6C9B">
        <w:rPr>
          <w:rtl/>
        </w:rPr>
        <w:t xml:space="preserve">ں </w:t>
      </w:r>
      <w:r>
        <w:rPr>
          <w:rtl/>
        </w:rPr>
        <w:t>كے قلب كو روشن كرديا_وہ الہام ايسا تھا كہ ما</w:t>
      </w:r>
      <w:r w:rsidR="007D6C9B">
        <w:rPr>
          <w:rtl/>
        </w:rPr>
        <w:t xml:space="preserve">ں </w:t>
      </w:r>
      <w:r>
        <w:rPr>
          <w:rtl/>
        </w:rPr>
        <w:t>كو بظاہر ايك خطرناك كام پر آمادہ كررہا تھا_مگر پھر بھى ما</w:t>
      </w:r>
      <w:r w:rsidR="007D6C9B">
        <w:rPr>
          <w:rtl/>
        </w:rPr>
        <w:t xml:space="preserve">ں </w:t>
      </w:r>
      <w:r>
        <w:rPr>
          <w:rtl/>
        </w:rPr>
        <w:t>اس ارادے سے اپنے دل مي</w:t>
      </w:r>
      <w:r w:rsidR="007D6C9B">
        <w:rPr>
          <w:rtl/>
        </w:rPr>
        <w:t xml:space="preserve">ں </w:t>
      </w:r>
      <w:r>
        <w:rPr>
          <w:rtl/>
        </w:rPr>
        <w:t xml:space="preserve">سكون محسوس كرتى تھي_ </w:t>
      </w:r>
    </w:p>
    <w:p w:rsidR="008D2E4C" w:rsidRDefault="001648F9" w:rsidP="00D07B54">
      <w:pPr>
        <w:pStyle w:val="libNormal"/>
        <w:rPr>
          <w:rtl/>
        </w:rPr>
      </w:pPr>
      <w:r>
        <w:rPr>
          <w:rtl/>
        </w:rPr>
        <w:t xml:space="preserve"> </w:t>
      </w:r>
      <w:r>
        <w:rPr>
          <w:rtl/>
        </w:rPr>
        <w:br w:type="page"/>
      </w:r>
    </w:p>
    <w:p w:rsidR="008D2E4C" w:rsidRDefault="008D2E4C" w:rsidP="00D07B54">
      <w:pPr>
        <w:pStyle w:val="libNormal"/>
        <w:rPr>
          <w:rtl/>
        </w:rPr>
      </w:pPr>
    </w:p>
    <w:p w:rsidR="00DE2D7F" w:rsidRDefault="00DE2D7F" w:rsidP="00D07B54">
      <w:pPr>
        <w:pStyle w:val="libNormal"/>
        <w:rPr>
          <w:rtl/>
        </w:rPr>
      </w:pPr>
      <w:r>
        <w:rPr>
          <w:rtl/>
        </w:rPr>
        <w:t>''ہم نے موسى (ع) كى ما</w:t>
      </w:r>
      <w:r w:rsidR="007D6C9B">
        <w:rPr>
          <w:rtl/>
        </w:rPr>
        <w:t xml:space="preserve">ں </w:t>
      </w:r>
      <w:r>
        <w:rPr>
          <w:rtl/>
        </w:rPr>
        <w:t>كى طرف وحى كى كہ اسے دودھ پلا اور جب تجھے اس كے بارے مي</w:t>
      </w:r>
      <w:r w:rsidR="007D6C9B">
        <w:rPr>
          <w:rtl/>
        </w:rPr>
        <w:t xml:space="preserve">ں </w:t>
      </w:r>
      <w:r>
        <w:rPr>
          <w:rtl/>
        </w:rPr>
        <w:t>كچھ خوف پيدا ہوتو اسے دريا مي</w:t>
      </w:r>
      <w:r w:rsidR="007D6C9B">
        <w:rPr>
          <w:rtl/>
        </w:rPr>
        <w:t xml:space="preserve">ں </w:t>
      </w:r>
      <w:r>
        <w:rPr>
          <w:rtl/>
        </w:rPr>
        <w:t>ڈال دينا اور ڈرنا نہي</w:t>
      </w:r>
      <w:r w:rsidR="007D6C9B">
        <w:rPr>
          <w:rtl/>
        </w:rPr>
        <w:t xml:space="preserve">ں </w:t>
      </w:r>
      <w:r>
        <w:rPr>
          <w:rtl/>
        </w:rPr>
        <w:t>اور نہ غمگين ہونا كيونكہ ہم اسے تيرے پاس لوٹا دي</w:t>
      </w:r>
      <w:r w:rsidR="007D6C9B">
        <w:rPr>
          <w:rtl/>
        </w:rPr>
        <w:t xml:space="preserve">ں </w:t>
      </w:r>
      <w:r>
        <w:rPr>
          <w:rtl/>
        </w:rPr>
        <w:t>گے اور اسے رسولو</w:t>
      </w:r>
      <w:r w:rsidR="007D6C9B">
        <w:rPr>
          <w:rtl/>
        </w:rPr>
        <w:t xml:space="preserve">ں </w:t>
      </w:r>
      <w:r>
        <w:rPr>
          <w:rtl/>
        </w:rPr>
        <w:t>مي</w:t>
      </w:r>
      <w:r w:rsidR="007D6C9B">
        <w:rPr>
          <w:rtl/>
        </w:rPr>
        <w:t xml:space="preserve">ں </w:t>
      </w:r>
      <w:r>
        <w:rPr>
          <w:rtl/>
        </w:rPr>
        <w:t>سے قرار دي</w:t>
      </w:r>
      <w:r w:rsidR="007D6C9B">
        <w:rPr>
          <w:rtl/>
        </w:rPr>
        <w:t xml:space="preserve">ں </w:t>
      </w:r>
      <w:r>
        <w:rPr>
          <w:rtl/>
        </w:rPr>
        <w:t>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نے كہا: ''خدا كى طرف سے مجھ پريہ فرض عائد ہوا ہے_ مي</w:t>
      </w:r>
      <w:r w:rsidR="007D6C9B">
        <w:rPr>
          <w:rtl/>
        </w:rPr>
        <w:t xml:space="preserve">ں </w:t>
      </w:r>
      <w:r>
        <w:rPr>
          <w:rtl/>
        </w:rPr>
        <w:t>اسے ضرور انجام دو</w:t>
      </w:r>
      <w:r w:rsidR="007D6C9B">
        <w:rPr>
          <w:rtl/>
        </w:rPr>
        <w:t xml:space="preserve">ں </w:t>
      </w:r>
      <w:r>
        <w:rPr>
          <w:rtl/>
        </w:rPr>
        <w:t>گي''_اس نے پختہ ارادہ كرليا كہ مي</w:t>
      </w:r>
      <w:r w:rsidR="007D6C9B">
        <w:rPr>
          <w:rtl/>
        </w:rPr>
        <w:t xml:space="preserve">ں </w:t>
      </w:r>
      <w:r>
        <w:rPr>
          <w:rtl/>
        </w:rPr>
        <w:t>اس الہام كو ضرور عملى جامہ پہنائو</w:t>
      </w:r>
      <w:r w:rsidR="007D6C9B">
        <w:rPr>
          <w:rtl/>
        </w:rPr>
        <w:t xml:space="preserve">ں </w:t>
      </w:r>
      <w:r>
        <w:rPr>
          <w:rtl/>
        </w:rPr>
        <w:t>گى اور اپنے نوزائيدہ بچے كو دريائے نيل مي</w:t>
      </w:r>
      <w:r w:rsidR="007D6C9B">
        <w:rPr>
          <w:rtl/>
        </w:rPr>
        <w:t xml:space="preserve">ں </w:t>
      </w:r>
      <w:r>
        <w:rPr>
          <w:rtl/>
        </w:rPr>
        <w:t>ڈال دو</w:t>
      </w:r>
      <w:r w:rsidR="007D6C9B">
        <w:rPr>
          <w:rtl/>
        </w:rPr>
        <w:t xml:space="preserve">ں </w:t>
      </w:r>
      <w:r>
        <w:rPr>
          <w:rtl/>
        </w:rPr>
        <w:t xml:space="preserve">گي_ </w:t>
      </w:r>
    </w:p>
    <w:p w:rsidR="00DE2D7F" w:rsidRDefault="00DE2D7F" w:rsidP="00D07B54">
      <w:pPr>
        <w:pStyle w:val="libNormal"/>
        <w:rPr>
          <w:rtl/>
        </w:rPr>
      </w:pPr>
      <w:r>
        <w:rPr>
          <w:rtl/>
        </w:rPr>
        <w:t>اس نے ايك مصرى بڑھئي كو تلاش كيا (وہ بڑھئي قبطى اور فرعون كى قوم مي</w:t>
      </w:r>
      <w:r w:rsidR="007D6C9B">
        <w:rPr>
          <w:rtl/>
        </w:rPr>
        <w:t xml:space="preserve">ں </w:t>
      </w:r>
      <w:r>
        <w:rPr>
          <w:rtl/>
        </w:rPr>
        <w:t xml:space="preserve">سے تھا)اس نے اس بڑھئي سے درخواست كى كہ ميرے ليے ايك چھوٹا سا صندوق بنادے_ </w:t>
      </w:r>
    </w:p>
    <w:p w:rsidR="00DE2D7F" w:rsidRDefault="00DE2D7F" w:rsidP="00D07B54">
      <w:pPr>
        <w:pStyle w:val="libNormal"/>
        <w:rPr>
          <w:rtl/>
        </w:rPr>
      </w:pPr>
      <w:r>
        <w:rPr>
          <w:rtl/>
        </w:rPr>
        <w:t>بڑھئي نے پوچھا:جس قسم كا صندوقچہ تم بنوانا چاہتى ہو اسے كس كام مي</w:t>
      </w:r>
      <w:r w:rsidR="007D6C9B">
        <w:rPr>
          <w:rtl/>
        </w:rPr>
        <w:t xml:space="preserve">ں </w:t>
      </w:r>
      <w:r>
        <w:rPr>
          <w:rtl/>
        </w:rPr>
        <w:t xml:space="preserve">لائوگي؟ </w:t>
      </w:r>
    </w:p>
    <w:p w:rsidR="00DE2D7F" w:rsidRDefault="00DE2D7F" w:rsidP="00D07B54">
      <w:pPr>
        <w:pStyle w:val="libNormal"/>
        <w:rPr>
          <w:rtl/>
        </w:rPr>
      </w:pPr>
      <w:r>
        <w:rPr>
          <w:rtl/>
        </w:rPr>
        <w:t>موسى (ع) كى ما</w:t>
      </w:r>
      <w:r w:rsidR="007D6C9B">
        <w:rPr>
          <w:rtl/>
        </w:rPr>
        <w:t xml:space="preserve">ں </w:t>
      </w:r>
      <w:r>
        <w:rPr>
          <w:rtl/>
        </w:rPr>
        <w:t>جو دروغ گوئي كى عادى نہ تھى اس نازك مقام پر بھى سچ بولنے سے باز نہ رہي_اس نے كہا:مي</w:t>
      </w:r>
      <w:r w:rsidR="007D6C9B">
        <w:rPr>
          <w:rtl/>
        </w:rPr>
        <w:t xml:space="preserve">ں </w:t>
      </w:r>
      <w:r>
        <w:rPr>
          <w:rtl/>
        </w:rPr>
        <w:t>بنى اسرائيل كى ايك عورت ہو</w:t>
      </w:r>
      <w:r w:rsidR="007D6C9B">
        <w:rPr>
          <w:rtl/>
        </w:rPr>
        <w:t xml:space="preserve">ں </w:t>
      </w:r>
      <w:r>
        <w:rPr>
          <w:rtl/>
        </w:rPr>
        <w:t>_ميرا ايك نوزائيد بچہ لڑكا ہے_مي</w:t>
      </w:r>
      <w:r w:rsidR="007D6C9B">
        <w:rPr>
          <w:rtl/>
        </w:rPr>
        <w:t xml:space="preserve">ں </w:t>
      </w:r>
      <w:r>
        <w:rPr>
          <w:rtl/>
        </w:rPr>
        <w:t>اس بچے كو اس صندوق مي</w:t>
      </w:r>
      <w:r w:rsidR="007D6C9B">
        <w:rPr>
          <w:rtl/>
        </w:rPr>
        <w:t xml:space="preserve">ں </w:t>
      </w:r>
      <w:r>
        <w:rPr>
          <w:rtl/>
        </w:rPr>
        <w:t>چھپانا چاہتى ہو</w:t>
      </w:r>
      <w:r w:rsidR="007D6C9B">
        <w:rPr>
          <w:rtl/>
        </w:rPr>
        <w:t xml:space="preserve">ں </w:t>
      </w:r>
      <w:r>
        <w:rPr>
          <w:rtl/>
        </w:rPr>
        <w:t xml:space="preserve">_ </w:t>
      </w:r>
    </w:p>
    <w:p w:rsidR="00DE2D7F" w:rsidRDefault="00DE2D7F" w:rsidP="00D07B54">
      <w:pPr>
        <w:pStyle w:val="libNormal"/>
        <w:rPr>
          <w:rtl/>
        </w:rPr>
      </w:pPr>
      <w:r>
        <w:rPr>
          <w:rtl/>
        </w:rPr>
        <w:t>اس قبطى بڑھئي نے اپنے دل مي</w:t>
      </w:r>
      <w:r w:rsidR="007D6C9B">
        <w:rPr>
          <w:rtl/>
        </w:rPr>
        <w:t xml:space="preserve">ں </w:t>
      </w:r>
      <w:r>
        <w:rPr>
          <w:rtl/>
        </w:rPr>
        <w:t>يہ پختہ ارادہ كرليا كہ جلادو</w:t>
      </w:r>
      <w:r w:rsidR="007D6C9B">
        <w:rPr>
          <w:rtl/>
        </w:rPr>
        <w:t xml:space="preserve">ں </w:t>
      </w:r>
      <w:r>
        <w:rPr>
          <w:rtl/>
        </w:rPr>
        <w:t>كو يہ خبر پہنچادےگا_وہ تلاش كركے ان كے پاس پہنچ گيا_ مگر جب وہ انھي</w:t>
      </w:r>
      <w:r w:rsidR="007D6C9B">
        <w:rPr>
          <w:rtl/>
        </w:rPr>
        <w:t xml:space="preserve">ں </w:t>
      </w:r>
      <w:r>
        <w:rPr>
          <w:rtl/>
        </w:rPr>
        <w:t>يہ خبر سنانے لگاتو اس كے دل پر ايسى وحشت طارى ہوئي كہ اس كى زبان بند ہوگئي_ وہ صرف ہاتھو</w:t>
      </w:r>
      <w:r w:rsidR="007D6C9B">
        <w:rPr>
          <w:rtl/>
        </w:rPr>
        <w:t xml:space="preserve">ں </w:t>
      </w:r>
      <w:r>
        <w:rPr>
          <w:rtl/>
        </w:rPr>
        <w:t>سے اشارے كرتا تھا اور چاہتا تھا كہ ان علامتو</w:t>
      </w:r>
      <w:r w:rsidR="007D6C9B">
        <w:rPr>
          <w:rtl/>
        </w:rPr>
        <w:t xml:space="preserve">ں </w:t>
      </w:r>
      <w:r>
        <w:rPr>
          <w:rtl/>
        </w:rPr>
        <w:t>سے انھي</w:t>
      </w:r>
      <w:r w:rsidR="007D6C9B">
        <w:rPr>
          <w:rtl/>
        </w:rPr>
        <w:t xml:space="preserve">ں </w:t>
      </w:r>
      <w:r>
        <w:rPr>
          <w:rtl/>
        </w:rPr>
        <w:t>اپنا مطلب سمجھا دے_ حكومت كے كارندو</w:t>
      </w:r>
      <w:r w:rsidR="007D6C9B">
        <w:rPr>
          <w:rtl/>
        </w:rPr>
        <w:t xml:space="preserve">ں </w:t>
      </w:r>
      <w:r>
        <w:rPr>
          <w:rtl/>
        </w:rPr>
        <w:t xml:space="preserve">نے اس كى حركات ديكھ كر يہ سمجھا كہ يہ شخص ہم سے مذاق كررہا ہے_اس ليے اسے مارا اور باہر نكال ديا_ </w:t>
      </w:r>
    </w:p>
    <w:p w:rsidR="00DE2D7F" w:rsidRDefault="00DE2D7F" w:rsidP="00D07B54">
      <w:pPr>
        <w:pStyle w:val="libNormal"/>
        <w:rPr>
          <w:rtl/>
        </w:rPr>
      </w:pPr>
      <w:r>
        <w:rPr>
          <w:rtl/>
        </w:rPr>
        <w:t>جيسے ہى وہ اس دفتر سے باہر نكلا اس كے ہوش و حواس يكجاہوگئے، وہ پھر جلادو</w:t>
      </w:r>
      <w:r w:rsidR="007D6C9B">
        <w:rPr>
          <w:rtl/>
        </w:rPr>
        <w:t xml:space="preserve">ں </w:t>
      </w:r>
      <w:r>
        <w:rPr>
          <w:rtl/>
        </w:rPr>
        <w:t xml:space="preserve">كے پاس گيا اور اپنى حركات سے پھر ماركھائي_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قصص آيت</w:t>
      </w:r>
      <w:r w:rsidR="00E664BB">
        <w:rPr>
          <w:rtl/>
        </w:rPr>
        <w:t>7</w:t>
      </w:r>
      <w:r>
        <w:rPr>
          <w:rtl/>
        </w:rPr>
        <w:t xml:space="preserve"> </w:t>
      </w:r>
    </w:p>
    <w:p w:rsidR="008D2E4C"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آخر اس نے يہ سمجھا كہ اس واقعے مي</w:t>
      </w:r>
      <w:r w:rsidR="007D6C9B">
        <w:rPr>
          <w:rtl/>
        </w:rPr>
        <w:t xml:space="preserve">ں </w:t>
      </w:r>
      <w:r>
        <w:rPr>
          <w:rtl/>
        </w:rPr>
        <w:t xml:space="preserve">ضرور كوئي الہى راز پوشيدہ ہے_چنانچہ اس نے صندوق بناكے حضرت موسى (ع) كى والدہ كو دےديا_ </w:t>
      </w:r>
    </w:p>
    <w:p w:rsidR="008D2E4C" w:rsidRDefault="00DE2D7F" w:rsidP="00D07B54">
      <w:pPr>
        <w:pStyle w:val="Heading2Center"/>
        <w:rPr>
          <w:rtl/>
        </w:rPr>
      </w:pPr>
      <w:bookmarkStart w:id="204" w:name="_Toc7268601"/>
      <w:r>
        <w:rPr>
          <w:rtl/>
        </w:rPr>
        <w:t>دريا كى موجي</w:t>
      </w:r>
      <w:r w:rsidR="007D6C9B">
        <w:rPr>
          <w:rtl/>
        </w:rPr>
        <w:t xml:space="preserve">ں </w:t>
      </w:r>
      <w:r>
        <w:rPr>
          <w:rtl/>
        </w:rPr>
        <w:t>گہوارے سے بہتر</w:t>
      </w:r>
      <w:bookmarkEnd w:id="204"/>
      <w:r>
        <w:rPr>
          <w:rtl/>
        </w:rPr>
        <w:t xml:space="preserve"> </w:t>
      </w:r>
    </w:p>
    <w:p w:rsidR="00DE2D7F" w:rsidRDefault="00DE2D7F" w:rsidP="00D07B54">
      <w:pPr>
        <w:pStyle w:val="libNormal"/>
        <w:rPr>
          <w:rtl/>
        </w:rPr>
      </w:pPr>
      <w:r>
        <w:rPr>
          <w:rtl/>
        </w:rPr>
        <w:t>غالباًصبح كا وقت تھا_ابھى اہل مصر محو خواب تھے_مشرق سے پو پھٹ رہى تھي_ما</w:t>
      </w:r>
      <w:r w:rsidR="007D6C9B">
        <w:rPr>
          <w:rtl/>
        </w:rPr>
        <w:t xml:space="preserve">ں </w:t>
      </w:r>
      <w:r>
        <w:rPr>
          <w:rtl/>
        </w:rPr>
        <w:t>نے نوزائيدہ بچے اور صندوق كو دريائے نيل كے كنارے لائي،بچے كو آخرى مرتبہ دودھ پلايا_پھر اسے،مخصوص صندوق مي</w:t>
      </w:r>
      <w:r w:rsidR="007D6C9B">
        <w:rPr>
          <w:rtl/>
        </w:rPr>
        <w:t xml:space="preserve">ں </w:t>
      </w:r>
      <w:r>
        <w:rPr>
          <w:rtl/>
        </w:rPr>
        <w:t>ركھا(جس مي</w:t>
      </w:r>
      <w:r w:rsidR="007D6C9B">
        <w:rPr>
          <w:rtl/>
        </w:rPr>
        <w:t xml:space="preserve">ں </w:t>
      </w:r>
      <w:r>
        <w:rPr>
          <w:rtl/>
        </w:rPr>
        <w:t>يہ خصوصيت تھى كہ ايك چھوٹى كشتى كى طرح پانى پر تيرسكے)پھر اس صندوق كو نيل كى موجو</w:t>
      </w:r>
      <w:r w:rsidR="007D6C9B">
        <w:rPr>
          <w:rtl/>
        </w:rPr>
        <w:t xml:space="preserve">ں </w:t>
      </w:r>
      <w:r>
        <w:rPr>
          <w:rtl/>
        </w:rPr>
        <w:t>كے سپرد كرديا_ نيل كى پر شور موجو</w:t>
      </w:r>
      <w:r w:rsidR="007D6C9B">
        <w:rPr>
          <w:rtl/>
        </w:rPr>
        <w:t xml:space="preserve">ں </w:t>
      </w:r>
      <w:r>
        <w:rPr>
          <w:rtl/>
        </w:rPr>
        <w:t>نے اس صندوق كوجلدہى ساحل سے دور كرديا_ما</w:t>
      </w:r>
      <w:r w:rsidR="007D6C9B">
        <w:rPr>
          <w:rtl/>
        </w:rPr>
        <w:t xml:space="preserve">ں </w:t>
      </w:r>
      <w:r>
        <w:rPr>
          <w:rtl/>
        </w:rPr>
        <w:t>كنارے كھڑى ديكھ رہى تھى _ معاًاسے ايسا محسوس ہوا كہ اس كا دل سينے سے نكل كر موجو</w:t>
      </w:r>
      <w:r w:rsidR="007D6C9B">
        <w:rPr>
          <w:rtl/>
        </w:rPr>
        <w:t xml:space="preserve">ں </w:t>
      </w:r>
      <w:r>
        <w:rPr>
          <w:rtl/>
        </w:rPr>
        <w:t>كے اوپر تيررہاہے_اس دقت،اگر الطاف الہى اس كے دل كو سكون و قرار نہ بخشتا تو يقينا وہ زور زور سے رونے لگتى اور پھر سارا راز فاش ہو جاتا،كسى آدمى مي</w:t>
      </w:r>
      <w:r w:rsidR="007D6C9B">
        <w:rPr>
          <w:rtl/>
        </w:rPr>
        <w:t xml:space="preserve">ں </w:t>
      </w:r>
      <w:r>
        <w:rPr>
          <w:rtl/>
        </w:rPr>
        <w:t>يہ قدرت نہي</w:t>
      </w:r>
      <w:r w:rsidR="007D6C9B">
        <w:rPr>
          <w:rtl/>
        </w:rPr>
        <w:t xml:space="preserve">ں </w:t>
      </w:r>
      <w:r>
        <w:rPr>
          <w:rtl/>
        </w:rPr>
        <w:t>ہے كہ ان حساس لمحات مي</w:t>
      </w:r>
      <w:r w:rsidR="007D6C9B">
        <w:rPr>
          <w:rtl/>
        </w:rPr>
        <w:t xml:space="preserve">ں </w:t>
      </w:r>
      <w:r>
        <w:rPr>
          <w:rtl/>
        </w:rPr>
        <w:t>ما</w:t>
      </w:r>
      <w:r w:rsidR="007D6C9B">
        <w:rPr>
          <w:rtl/>
        </w:rPr>
        <w:t xml:space="preserve">ں </w:t>
      </w:r>
      <w:r>
        <w:rPr>
          <w:rtl/>
        </w:rPr>
        <w:t>پر جو گزررہى تھي_الفاظ مي</w:t>
      </w:r>
      <w:r w:rsidR="007D6C9B">
        <w:rPr>
          <w:rtl/>
        </w:rPr>
        <w:t xml:space="preserve">ں </w:t>
      </w:r>
      <w:r>
        <w:rPr>
          <w:rtl/>
        </w:rPr>
        <w:t>اس كا نقشہ كھينچ سكے مگر _ ايك فارسى شاعرہ نے كسى حد تك اس منظر كو اپنے فصيح اور پر از جذبات اشعار مي</w:t>
      </w:r>
      <w:r w:rsidR="007D6C9B">
        <w:rPr>
          <w:rtl/>
        </w:rPr>
        <w:t xml:space="preserve">ں </w:t>
      </w:r>
      <w:r>
        <w:rPr>
          <w:rtl/>
        </w:rPr>
        <w:t xml:space="preserve">مجسم كيا ہے_ </w:t>
      </w:r>
    </w:p>
    <w:p w:rsidR="00DE2D7F" w:rsidRDefault="00E664BB" w:rsidP="00D07B54">
      <w:pPr>
        <w:pStyle w:val="libNormal"/>
        <w:rPr>
          <w:rtl/>
        </w:rPr>
      </w:pPr>
      <w:r>
        <w:rPr>
          <w:rtl/>
        </w:rPr>
        <w:t>1</w:t>
      </w:r>
      <w:r w:rsidR="00DE2D7F">
        <w:rPr>
          <w:rtl/>
        </w:rPr>
        <w:t xml:space="preserve">_مادر موسى (ع) چو موسى (ع) رابہ نيل </w:t>
      </w:r>
      <w:r w:rsidR="00693B73">
        <w:rPr>
          <w:rFonts w:hint="cs"/>
          <w:rtl/>
        </w:rPr>
        <w:t>---</w:t>
      </w:r>
      <w:r w:rsidR="00DE2D7F">
        <w:rPr>
          <w:rtl/>
        </w:rPr>
        <w:t xml:space="preserve">درفگند از گفتہ رب جليل </w:t>
      </w:r>
    </w:p>
    <w:p w:rsidR="00DE2D7F" w:rsidRDefault="00E664BB" w:rsidP="00D07B54">
      <w:pPr>
        <w:pStyle w:val="libNormal"/>
        <w:rPr>
          <w:rtl/>
        </w:rPr>
      </w:pPr>
      <w:r>
        <w:rPr>
          <w:rtl/>
        </w:rPr>
        <w:t>2</w:t>
      </w:r>
      <w:r w:rsidR="00DE2D7F">
        <w:rPr>
          <w:rtl/>
        </w:rPr>
        <w:t xml:space="preserve">_خودز ساحل كرد باحسرت نگاہ </w:t>
      </w:r>
      <w:r w:rsidR="00693B73">
        <w:rPr>
          <w:rFonts w:hint="cs"/>
          <w:rtl/>
        </w:rPr>
        <w:t>---</w:t>
      </w:r>
      <w:r w:rsidR="00DE2D7F">
        <w:rPr>
          <w:rtl/>
        </w:rPr>
        <w:t xml:space="preserve">گفت كاى فرزند خرد بى گناہ </w:t>
      </w:r>
    </w:p>
    <w:p w:rsidR="00DE2D7F" w:rsidRDefault="00E664BB" w:rsidP="00D07B54">
      <w:pPr>
        <w:pStyle w:val="libNormal"/>
        <w:rPr>
          <w:rtl/>
        </w:rPr>
      </w:pPr>
      <w:r>
        <w:rPr>
          <w:rtl/>
        </w:rPr>
        <w:t>3</w:t>
      </w:r>
      <w:r w:rsidR="00DE2D7F">
        <w:rPr>
          <w:rtl/>
        </w:rPr>
        <w:t xml:space="preserve">_گر فراموشت كند لطف خداى </w:t>
      </w:r>
      <w:r w:rsidR="00693B73">
        <w:rPr>
          <w:rFonts w:hint="cs"/>
          <w:rtl/>
        </w:rPr>
        <w:t>---</w:t>
      </w:r>
      <w:r w:rsidR="00DE2D7F">
        <w:rPr>
          <w:rtl/>
        </w:rPr>
        <w:t xml:space="preserve">چون رہى زين كشتى بى ناخداي </w:t>
      </w:r>
    </w:p>
    <w:p w:rsidR="00DE2D7F" w:rsidRDefault="00E664BB" w:rsidP="00D07B54">
      <w:pPr>
        <w:pStyle w:val="libNormal"/>
        <w:rPr>
          <w:rtl/>
        </w:rPr>
      </w:pPr>
      <w:r>
        <w:rPr>
          <w:rtl/>
        </w:rPr>
        <w:t>4</w:t>
      </w:r>
      <w:r w:rsidR="00DE2D7F">
        <w:rPr>
          <w:rtl/>
        </w:rPr>
        <w:t xml:space="preserve">_وحى آمد كاين چہ فكر باطل است </w:t>
      </w:r>
      <w:r w:rsidR="00693B73">
        <w:rPr>
          <w:rFonts w:hint="cs"/>
          <w:rtl/>
        </w:rPr>
        <w:t>---</w:t>
      </w:r>
      <w:r w:rsidR="00DE2D7F">
        <w:rPr>
          <w:rtl/>
        </w:rPr>
        <w:t xml:space="preserve">رہرو ما اينك اندر منزل است </w:t>
      </w:r>
    </w:p>
    <w:p w:rsidR="00DE2D7F" w:rsidRDefault="00E664BB" w:rsidP="00D07B54">
      <w:pPr>
        <w:pStyle w:val="libNormal"/>
        <w:rPr>
          <w:rtl/>
        </w:rPr>
      </w:pPr>
      <w:r>
        <w:rPr>
          <w:rtl/>
        </w:rPr>
        <w:t>5</w:t>
      </w:r>
      <w:r w:rsidR="00DE2D7F">
        <w:rPr>
          <w:rtl/>
        </w:rPr>
        <w:t xml:space="preserve">_ماگرفتيم آنچہ را انداختى </w:t>
      </w:r>
      <w:r w:rsidR="00693B73">
        <w:rPr>
          <w:rFonts w:hint="cs"/>
          <w:rtl/>
        </w:rPr>
        <w:t>----</w:t>
      </w:r>
      <w:r w:rsidR="00DE2D7F">
        <w:rPr>
          <w:rtl/>
        </w:rPr>
        <w:t xml:space="preserve">دست حق را ديدى ونشاختي </w:t>
      </w:r>
    </w:p>
    <w:p w:rsidR="00DE2D7F" w:rsidRDefault="00E664BB" w:rsidP="00D07B54">
      <w:pPr>
        <w:pStyle w:val="libNormal"/>
        <w:rPr>
          <w:rtl/>
        </w:rPr>
      </w:pPr>
      <w:r>
        <w:rPr>
          <w:rtl/>
        </w:rPr>
        <w:t>6</w:t>
      </w:r>
      <w:r w:rsidR="00DE2D7F">
        <w:rPr>
          <w:rtl/>
        </w:rPr>
        <w:t xml:space="preserve">_سطح آب از گاہوارش خوشتراست </w:t>
      </w:r>
      <w:r w:rsidR="00693B73">
        <w:rPr>
          <w:rFonts w:hint="cs"/>
          <w:rtl/>
        </w:rPr>
        <w:t>---</w:t>
      </w:r>
      <w:r w:rsidR="00DE2D7F">
        <w:rPr>
          <w:rtl/>
        </w:rPr>
        <w:t xml:space="preserve">دايہ اش سيلاب و موجش مادراست </w:t>
      </w:r>
    </w:p>
    <w:p w:rsidR="00DE2D7F" w:rsidRDefault="00E664BB" w:rsidP="00D07B54">
      <w:pPr>
        <w:pStyle w:val="libNormal"/>
        <w:rPr>
          <w:rtl/>
        </w:rPr>
      </w:pPr>
      <w:r>
        <w:rPr>
          <w:rtl/>
        </w:rPr>
        <w:t>7</w:t>
      </w:r>
      <w:r w:rsidR="00DE2D7F">
        <w:rPr>
          <w:rtl/>
        </w:rPr>
        <w:t>_رودھا از خودنہ طغيان مى كنند</w:t>
      </w:r>
      <w:r w:rsidR="00693B73">
        <w:rPr>
          <w:rFonts w:hint="cs"/>
          <w:rtl/>
        </w:rPr>
        <w:t>---</w:t>
      </w:r>
      <w:r w:rsidR="00DE2D7F">
        <w:rPr>
          <w:rtl/>
        </w:rPr>
        <w:t xml:space="preserve"> آنچہ مى گوئيم ما آن مى كنند </w:t>
      </w:r>
    </w:p>
    <w:p w:rsidR="008D2E4C" w:rsidRDefault="001648F9" w:rsidP="00D07B54">
      <w:pPr>
        <w:pStyle w:val="libNormal"/>
        <w:rPr>
          <w:rtl/>
        </w:rPr>
      </w:pPr>
      <w:r>
        <w:rPr>
          <w:rtl/>
        </w:rPr>
        <w:t xml:space="preserve"> </w:t>
      </w:r>
      <w:r>
        <w:rPr>
          <w:rtl/>
        </w:rPr>
        <w:br w:type="page"/>
      </w:r>
    </w:p>
    <w:p w:rsidR="00DE2D7F" w:rsidRDefault="00E664BB" w:rsidP="00D07B54">
      <w:pPr>
        <w:pStyle w:val="libNormal"/>
        <w:rPr>
          <w:rtl/>
        </w:rPr>
      </w:pPr>
      <w:r>
        <w:rPr>
          <w:rtl/>
        </w:rPr>
        <w:lastRenderedPageBreak/>
        <w:t>8</w:t>
      </w:r>
      <w:r w:rsidR="00DE2D7F">
        <w:rPr>
          <w:rtl/>
        </w:rPr>
        <w:t xml:space="preserve">_ما بہ دريا حكم طوفان مى دہيم </w:t>
      </w:r>
    </w:p>
    <w:p w:rsidR="00DE2D7F" w:rsidRDefault="00DE2D7F" w:rsidP="00D07B54">
      <w:pPr>
        <w:pStyle w:val="libNormal"/>
        <w:rPr>
          <w:rtl/>
        </w:rPr>
      </w:pPr>
      <w:r>
        <w:rPr>
          <w:rtl/>
        </w:rPr>
        <w:t>ما بہ سيل وموج فرما</w:t>
      </w:r>
      <w:r w:rsidR="007D6C9B">
        <w:rPr>
          <w:rtl/>
        </w:rPr>
        <w:t xml:space="preserve">ں </w:t>
      </w:r>
      <w:r>
        <w:rPr>
          <w:rtl/>
        </w:rPr>
        <w:t xml:space="preserve">مى دہيم </w:t>
      </w:r>
    </w:p>
    <w:p w:rsidR="00DE2D7F" w:rsidRDefault="00E44785" w:rsidP="00D07B54">
      <w:pPr>
        <w:pStyle w:val="libNormal"/>
        <w:rPr>
          <w:rtl/>
        </w:rPr>
      </w:pPr>
      <w:r>
        <w:rPr>
          <w:rtl/>
        </w:rPr>
        <w:t>9</w:t>
      </w:r>
      <w:r w:rsidR="00DE2D7F">
        <w:rPr>
          <w:rtl/>
        </w:rPr>
        <w:t xml:space="preserve">_نقش ہستى نقشى از ايوان ما است </w:t>
      </w:r>
    </w:p>
    <w:p w:rsidR="00DE2D7F" w:rsidRDefault="00DE2D7F" w:rsidP="00D07B54">
      <w:pPr>
        <w:pStyle w:val="libNormal"/>
        <w:rPr>
          <w:rtl/>
        </w:rPr>
      </w:pPr>
      <w:r>
        <w:rPr>
          <w:rtl/>
        </w:rPr>
        <w:t xml:space="preserve">خاك وباد وآب سرگردان ماست </w:t>
      </w:r>
    </w:p>
    <w:p w:rsidR="00DE2D7F" w:rsidRDefault="00E664BB" w:rsidP="00D07B54">
      <w:pPr>
        <w:pStyle w:val="libNormal"/>
        <w:rPr>
          <w:rtl/>
        </w:rPr>
      </w:pPr>
      <w:r>
        <w:rPr>
          <w:rtl/>
        </w:rPr>
        <w:t>10</w:t>
      </w:r>
      <w:r w:rsidR="00DE2D7F">
        <w:rPr>
          <w:rtl/>
        </w:rPr>
        <w:t xml:space="preserve">_بہ كہ برگردى بہ ما بسپاريش </w:t>
      </w:r>
    </w:p>
    <w:p w:rsidR="00DE2D7F" w:rsidRDefault="00DE2D7F" w:rsidP="00D07B54">
      <w:pPr>
        <w:pStyle w:val="libNormal"/>
        <w:rPr>
          <w:rtl/>
        </w:rPr>
      </w:pPr>
      <w:r>
        <w:rPr>
          <w:rtl/>
        </w:rPr>
        <w:t>كى تو از ما دوسترمى داريش؟</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E664BB" w:rsidP="00D07B54">
      <w:pPr>
        <w:pStyle w:val="libNormal"/>
        <w:rPr>
          <w:rtl/>
        </w:rPr>
      </w:pPr>
      <w:r>
        <w:rPr>
          <w:rtl/>
        </w:rPr>
        <w:t>1</w:t>
      </w:r>
      <w:r w:rsidR="00DE2D7F">
        <w:rPr>
          <w:rtl/>
        </w:rPr>
        <w:t>_جب موسى (ع) كى ما</w:t>
      </w:r>
      <w:r w:rsidR="007D6C9B">
        <w:rPr>
          <w:rtl/>
        </w:rPr>
        <w:t xml:space="preserve">ں </w:t>
      </w:r>
      <w:r w:rsidR="00DE2D7F">
        <w:rPr>
          <w:rtl/>
        </w:rPr>
        <w:t>نے حكم الہى كے مطابق موسى (ع) كو دريائے نيل مي</w:t>
      </w:r>
      <w:r w:rsidR="007D6C9B">
        <w:rPr>
          <w:rtl/>
        </w:rPr>
        <w:t xml:space="preserve">ں </w:t>
      </w:r>
      <w:r w:rsidR="00DE2D7F">
        <w:rPr>
          <w:rtl/>
        </w:rPr>
        <w:t xml:space="preserve">ڈال ديا_ </w:t>
      </w:r>
    </w:p>
    <w:p w:rsidR="00DE2D7F" w:rsidRDefault="00E664BB" w:rsidP="00D07B54">
      <w:pPr>
        <w:pStyle w:val="libNormal"/>
        <w:rPr>
          <w:rtl/>
        </w:rPr>
      </w:pPr>
      <w:r>
        <w:rPr>
          <w:rtl/>
        </w:rPr>
        <w:t>2</w:t>
      </w:r>
      <w:r w:rsidR="00DE2D7F">
        <w:rPr>
          <w:rtl/>
        </w:rPr>
        <w:t xml:space="preserve">_وہ ساحل پركھڑى ہوئي حسرت سے ديكھ رہى تھى اور كہہ رہى تھى كہ اے ميرے بے گناہ ننھے بيٹے </w:t>
      </w:r>
    </w:p>
    <w:p w:rsidR="00DE2D7F" w:rsidRDefault="00E664BB" w:rsidP="00D07B54">
      <w:pPr>
        <w:pStyle w:val="libNormal"/>
        <w:rPr>
          <w:rtl/>
        </w:rPr>
      </w:pPr>
      <w:r>
        <w:rPr>
          <w:rtl/>
        </w:rPr>
        <w:t>3</w:t>
      </w:r>
      <w:r w:rsidR="00DE2D7F">
        <w:rPr>
          <w:rtl/>
        </w:rPr>
        <w:t>_اگر لطف الہى تيرے شامل حال نہ ہو تو ،تو اس كشتى مي</w:t>
      </w:r>
      <w:r w:rsidR="007D6C9B">
        <w:rPr>
          <w:rtl/>
        </w:rPr>
        <w:t xml:space="preserve">ں </w:t>
      </w:r>
      <w:r w:rsidR="00DE2D7F">
        <w:rPr>
          <w:rtl/>
        </w:rPr>
        <w:t>كيسے سلامت رہ سكتا ہے جس كا كوئي نا خدا نہي</w:t>
      </w:r>
      <w:r w:rsidR="007D6C9B">
        <w:rPr>
          <w:rtl/>
        </w:rPr>
        <w:t xml:space="preserve">ں </w:t>
      </w:r>
      <w:r w:rsidR="00DE2D7F">
        <w:rPr>
          <w:rtl/>
        </w:rPr>
        <w:t xml:space="preserve">ہے_ </w:t>
      </w:r>
    </w:p>
    <w:p w:rsidR="00DE2D7F" w:rsidRDefault="00E664BB" w:rsidP="00D07B54">
      <w:pPr>
        <w:pStyle w:val="libNormal"/>
        <w:rPr>
          <w:rtl/>
        </w:rPr>
      </w:pPr>
      <w:r>
        <w:rPr>
          <w:rtl/>
        </w:rPr>
        <w:t>4</w:t>
      </w:r>
      <w:r w:rsidR="00DE2D7F">
        <w:rPr>
          <w:rtl/>
        </w:rPr>
        <w:t>_حضرت موسى عليہ السلام كى ما</w:t>
      </w:r>
      <w:r w:rsidR="007D6C9B">
        <w:rPr>
          <w:rtl/>
        </w:rPr>
        <w:t xml:space="preserve">ں </w:t>
      </w:r>
      <w:r w:rsidR="00DE2D7F">
        <w:rPr>
          <w:rtl/>
        </w:rPr>
        <w:t>كو اس وقت وحى ہوئي كہ تيرى يہ كيا خام خيالى ہے ہمارا مسافر تو سوئے منزل روا</w:t>
      </w:r>
      <w:r w:rsidR="007D6C9B">
        <w:rPr>
          <w:rtl/>
        </w:rPr>
        <w:t xml:space="preserve">ں </w:t>
      </w:r>
      <w:r w:rsidR="00DE2D7F">
        <w:rPr>
          <w:rtl/>
        </w:rPr>
        <w:t xml:space="preserve">ہے_ </w:t>
      </w:r>
    </w:p>
    <w:p w:rsidR="00DE2D7F" w:rsidRDefault="00E664BB" w:rsidP="00D07B54">
      <w:pPr>
        <w:pStyle w:val="libNormal"/>
        <w:rPr>
          <w:rtl/>
        </w:rPr>
      </w:pPr>
      <w:r>
        <w:rPr>
          <w:rtl/>
        </w:rPr>
        <w:t>5</w:t>
      </w:r>
      <w:r w:rsidR="00DE2D7F">
        <w:rPr>
          <w:rtl/>
        </w:rPr>
        <w:t>_تونے جب اس بچے كو دريا مي</w:t>
      </w:r>
      <w:r w:rsidR="007D6C9B">
        <w:rPr>
          <w:rtl/>
        </w:rPr>
        <w:t xml:space="preserve">ں </w:t>
      </w:r>
      <w:r w:rsidR="00DE2D7F">
        <w:rPr>
          <w:rtl/>
        </w:rPr>
        <w:t>ڈالاتھا تو ہم نے اسے اسى وقت سنبھال ليا تھا _ تو نے خدا كا ہاتھ ديكھا مگر اسے پہچانا نہي</w:t>
      </w:r>
      <w:r w:rsidR="007D6C9B">
        <w:rPr>
          <w:rtl/>
        </w:rPr>
        <w:t xml:space="preserve">ں </w:t>
      </w:r>
      <w:r w:rsidR="00DE2D7F">
        <w:rPr>
          <w:rtl/>
        </w:rPr>
        <w:t xml:space="preserve">_ </w:t>
      </w:r>
    </w:p>
    <w:p w:rsidR="00DE2D7F" w:rsidRDefault="00E664BB" w:rsidP="00D07B54">
      <w:pPr>
        <w:pStyle w:val="libNormal"/>
        <w:rPr>
          <w:rtl/>
        </w:rPr>
      </w:pPr>
      <w:r>
        <w:rPr>
          <w:rtl/>
        </w:rPr>
        <w:t>6</w:t>
      </w:r>
      <w:r w:rsidR="00DE2D7F">
        <w:rPr>
          <w:rtl/>
        </w:rPr>
        <w:t>_اس وقت پانى كى سطح(اس كے ليے)اس كے گہوارے سے زيادہ راحت بخش ہے_دريا كا سيلاب اس كى دايہ گيرى كررہا ہے اور اس كى موجي</w:t>
      </w:r>
      <w:r w:rsidR="007D6C9B">
        <w:rPr>
          <w:rtl/>
        </w:rPr>
        <w:t xml:space="preserve">ں </w:t>
      </w:r>
      <w:r w:rsidR="00DE2D7F">
        <w:rPr>
          <w:rtl/>
        </w:rPr>
        <w:t>آغوش مادر بنى ہوئي ہي</w:t>
      </w:r>
      <w:r w:rsidR="007D6C9B">
        <w:rPr>
          <w:rtl/>
        </w:rPr>
        <w:t xml:space="preserve">ں </w:t>
      </w:r>
      <w:r w:rsidR="00DE2D7F">
        <w:rPr>
          <w:rtl/>
        </w:rPr>
        <w:t xml:space="preserve">_ </w:t>
      </w:r>
    </w:p>
    <w:p w:rsidR="00DE2D7F" w:rsidRDefault="00E664BB" w:rsidP="00D07B54">
      <w:pPr>
        <w:pStyle w:val="libNormal"/>
        <w:rPr>
          <w:rtl/>
        </w:rPr>
      </w:pPr>
      <w:r>
        <w:rPr>
          <w:rtl/>
        </w:rPr>
        <w:t>7</w:t>
      </w:r>
      <w:r w:rsidR="00DE2D7F">
        <w:rPr>
          <w:rtl/>
        </w:rPr>
        <w:t>_ديكھو</w:t>
      </w:r>
      <w:r w:rsidR="007D6C9B">
        <w:rPr>
          <w:rtl/>
        </w:rPr>
        <w:t xml:space="preserve">ں </w:t>
      </w:r>
      <w:r w:rsidR="00DE2D7F">
        <w:rPr>
          <w:rtl/>
        </w:rPr>
        <w:t>دريائو</w:t>
      </w:r>
      <w:r w:rsidR="007D6C9B">
        <w:rPr>
          <w:rtl/>
        </w:rPr>
        <w:t xml:space="preserve">ں </w:t>
      </w:r>
      <w:r w:rsidR="00DE2D7F">
        <w:rPr>
          <w:rtl/>
        </w:rPr>
        <w:t>مي</w:t>
      </w:r>
      <w:r w:rsidR="007D6C9B">
        <w:rPr>
          <w:rtl/>
        </w:rPr>
        <w:t xml:space="preserve">ں </w:t>
      </w:r>
      <w:r w:rsidR="00DE2D7F">
        <w:rPr>
          <w:rtl/>
        </w:rPr>
        <w:t>ان كے ارادہ و اختيار سے طغيانى نہي</w:t>
      </w:r>
      <w:r w:rsidR="007D6C9B">
        <w:rPr>
          <w:rtl/>
        </w:rPr>
        <w:t xml:space="preserve">ں </w:t>
      </w:r>
      <w:r w:rsidR="00DE2D7F">
        <w:rPr>
          <w:rtl/>
        </w:rPr>
        <w:t>آتي_وہ ہمارے حكم كے مطيع ہي</w:t>
      </w:r>
      <w:r w:rsidR="007D6C9B">
        <w:rPr>
          <w:rtl/>
        </w:rPr>
        <w:t xml:space="preserve">ں </w:t>
      </w:r>
      <w:r w:rsidR="00DE2D7F">
        <w:rPr>
          <w:rtl/>
        </w:rPr>
        <w:t>وہ وہى كرتے ہي</w:t>
      </w:r>
      <w:r w:rsidR="007D6C9B">
        <w:rPr>
          <w:rtl/>
        </w:rPr>
        <w:t xml:space="preserve">ں </w:t>
      </w:r>
      <w:r w:rsidR="00DE2D7F">
        <w:rPr>
          <w:rtl/>
        </w:rPr>
        <w:t xml:space="preserve">جو ہمارا امر ہوتا ہے_ </w:t>
      </w:r>
    </w:p>
    <w:p w:rsidR="00DE2D7F" w:rsidRDefault="00E664BB" w:rsidP="00D07B54">
      <w:pPr>
        <w:pStyle w:val="libNormal"/>
        <w:rPr>
          <w:rtl/>
        </w:rPr>
      </w:pPr>
      <w:r>
        <w:rPr>
          <w:rtl/>
        </w:rPr>
        <w:t>8</w:t>
      </w:r>
      <w:r w:rsidR="00DE2D7F">
        <w:rPr>
          <w:rtl/>
        </w:rPr>
        <w:t>_ہم ہى سمندرو</w:t>
      </w:r>
      <w:r w:rsidR="007D6C9B">
        <w:rPr>
          <w:rtl/>
        </w:rPr>
        <w:t xml:space="preserve">ں </w:t>
      </w:r>
      <w:r w:rsidR="00DE2D7F">
        <w:rPr>
          <w:rtl/>
        </w:rPr>
        <w:t>كو طوفانى ہونے كاحكم ديتے ہي</w:t>
      </w:r>
      <w:r w:rsidR="007D6C9B">
        <w:rPr>
          <w:rtl/>
        </w:rPr>
        <w:t xml:space="preserve">ں </w:t>
      </w:r>
      <w:r w:rsidR="00DE2D7F">
        <w:rPr>
          <w:rtl/>
        </w:rPr>
        <w:t>اور ہم ہى سيل دريا كو روانى اور امواج بحر كو تلاطم كا فرمان بھيجتے ہي</w:t>
      </w:r>
      <w:r w:rsidR="007D6C9B">
        <w:rPr>
          <w:rtl/>
        </w:rPr>
        <w:t xml:space="preserve">ں </w:t>
      </w:r>
      <w:r w:rsidR="00DE2D7F">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)از ديوان پروين اعتصامي </w:t>
      </w:r>
    </w:p>
    <w:p w:rsidR="008D2E4C" w:rsidRDefault="001648F9" w:rsidP="00D07B54">
      <w:pPr>
        <w:pStyle w:val="libNormal"/>
        <w:rPr>
          <w:rtl/>
        </w:rPr>
      </w:pPr>
      <w:r>
        <w:rPr>
          <w:rtl/>
        </w:rPr>
        <w:t xml:space="preserve"> </w:t>
      </w:r>
      <w:r>
        <w:rPr>
          <w:rtl/>
        </w:rPr>
        <w:br w:type="page"/>
      </w:r>
    </w:p>
    <w:p w:rsidR="008D2E4C" w:rsidRDefault="008D2E4C" w:rsidP="00D07B54">
      <w:pPr>
        <w:pStyle w:val="libNormal"/>
        <w:rPr>
          <w:rtl/>
        </w:rPr>
      </w:pPr>
    </w:p>
    <w:p w:rsidR="00DE2D7F" w:rsidRDefault="00E44785" w:rsidP="00D07B54">
      <w:pPr>
        <w:pStyle w:val="libNormal"/>
        <w:rPr>
          <w:rtl/>
        </w:rPr>
      </w:pPr>
      <w:r>
        <w:rPr>
          <w:rtl/>
        </w:rPr>
        <w:t>9</w:t>
      </w:r>
      <w:r w:rsidR="00DE2D7F">
        <w:rPr>
          <w:rtl/>
        </w:rPr>
        <w:t>_ہستى كا نقش ہمارے ايوان كے نقوش مي</w:t>
      </w:r>
      <w:r w:rsidR="007D6C9B">
        <w:rPr>
          <w:rtl/>
        </w:rPr>
        <w:t xml:space="preserve">ں </w:t>
      </w:r>
      <w:r w:rsidR="00DE2D7F">
        <w:rPr>
          <w:rtl/>
        </w:rPr>
        <w:t>سے ايك نقش ہے جو كچھ ہے،يہ كائنات تو اس كامشتے ازخروارى نمونہ ہے_ اور خاك،پاني،ہوا اور آتش ہمارے ہى اشارے سے متحرك ہي</w:t>
      </w:r>
      <w:r w:rsidR="007D6C9B">
        <w:rPr>
          <w:rtl/>
        </w:rPr>
        <w:t xml:space="preserve">ں </w:t>
      </w:r>
      <w:r w:rsidR="00DE2D7F">
        <w:rPr>
          <w:rtl/>
        </w:rPr>
        <w:t xml:space="preserve">_ </w:t>
      </w:r>
    </w:p>
    <w:p w:rsidR="00DE2D7F" w:rsidRDefault="00E664BB" w:rsidP="00D07B54">
      <w:pPr>
        <w:pStyle w:val="libNormal"/>
        <w:rPr>
          <w:rtl/>
        </w:rPr>
      </w:pPr>
      <w:r>
        <w:rPr>
          <w:rtl/>
        </w:rPr>
        <w:t>10</w:t>
      </w:r>
      <w:r w:rsidR="00DE2D7F">
        <w:rPr>
          <w:rtl/>
        </w:rPr>
        <w:t>_بہتر يہى ہے كہ تو بچے كو ہمارے سپرد كردے اور خود واپس چلى جا_ كيونكہ تو اس سے ہم سے زيادہ محبت نہي</w:t>
      </w:r>
      <w:r w:rsidR="007D6C9B">
        <w:rPr>
          <w:rtl/>
        </w:rPr>
        <w:t xml:space="preserve">ں </w:t>
      </w:r>
      <w:r w:rsidR="00DE2D7F">
        <w:rPr>
          <w:rtl/>
        </w:rPr>
        <w:t xml:space="preserve">كرتي_ </w:t>
      </w:r>
    </w:p>
    <w:p w:rsidR="00DE2D7F" w:rsidRDefault="00DE2D7F" w:rsidP="00D07B54">
      <w:pPr>
        <w:pStyle w:val="libNormal"/>
        <w:rPr>
          <w:rtl/>
        </w:rPr>
      </w:pPr>
    </w:p>
    <w:p w:rsidR="008D2E4C" w:rsidRDefault="00DE2D7F" w:rsidP="00D07B54">
      <w:pPr>
        <w:pStyle w:val="Heading2Center"/>
        <w:rPr>
          <w:rtl/>
        </w:rPr>
      </w:pPr>
      <w:bookmarkStart w:id="205" w:name="_Toc7268602"/>
      <w:r>
        <w:rPr>
          <w:rtl/>
        </w:rPr>
        <w:t>دلو</w:t>
      </w:r>
      <w:r w:rsidR="007D6C9B">
        <w:rPr>
          <w:rtl/>
        </w:rPr>
        <w:t xml:space="preserve">ں </w:t>
      </w:r>
      <w:r>
        <w:rPr>
          <w:rtl/>
        </w:rPr>
        <w:t>مي</w:t>
      </w:r>
      <w:r w:rsidR="007D6C9B">
        <w:rPr>
          <w:rtl/>
        </w:rPr>
        <w:t xml:space="preserve">ں </w:t>
      </w:r>
      <w:r>
        <w:rPr>
          <w:rtl/>
        </w:rPr>
        <w:t>حضرت مو سى عليہ السلام كى محبت</w:t>
      </w:r>
      <w:bookmarkEnd w:id="205"/>
      <w:r>
        <w:rPr>
          <w:rtl/>
        </w:rPr>
        <w:t xml:space="preserve"> </w:t>
      </w:r>
    </w:p>
    <w:p w:rsidR="00DE2D7F" w:rsidRDefault="00DE2D7F" w:rsidP="00D07B54">
      <w:pPr>
        <w:pStyle w:val="libNormal"/>
        <w:rPr>
          <w:rtl/>
        </w:rPr>
      </w:pPr>
      <w:r>
        <w:rPr>
          <w:rtl/>
        </w:rPr>
        <w:t>اب ديكھنا</w:t>
      </w:r>
      <w:r w:rsidR="00693B73">
        <w:rPr>
          <w:rtl/>
        </w:rPr>
        <w:t>چاہيئے</w:t>
      </w:r>
      <w:r>
        <w:rPr>
          <w:rtl/>
        </w:rPr>
        <w:t xml:space="preserve"> فرعون كے محل مي</w:t>
      </w:r>
      <w:r w:rsidR="007D6C9B">
        <w:rPr>
          <w:rtl/>
        </w:rPr>
        <w:t xml:space="preserve">ں </w:t>
      </w:r>
      <w:r>
        <w:rPr>
          <w:rtl/>
        </w:rPr>
        <w:t xml:space="preserve">كيا ہورہا تھا؟ </w:t>
      </w:r>
    </w:p>
    <w:p w:rsidR="00DE2D7F" w:rsidRDefault="00DE2D7F" w:rsidP="00D07B54">
      <w:pPr>
        <w:pStyle w:val="libNormal"/>
        <w:rPr>
          <w:rtl/>
        </w:rPr>
      </w:pPr>
      <w:r>
        <w:rPr>
          <w:rtl/>
        </w:rPr>
        <w:t>روايات مي</w:t>
      </w:r>
      <w:r w:rsidR="007D6C9B">
        <w:rPr>
          <w:rtl/>
        </w:rPr>
        <w:t xml:space="preserve">ں </w:t>
      </w:r>
      <w:r>
        <w:rPr>
          <w:rtl/>
        </w:rPr>
        <w:t>مذكور ہے كہ فرعون كى ايك اكلوتى بيٹى تھي_وہ ايك سخت بيمارى سے شديد تكليف مي</w:t>
      </w:r>
      <w:r w:rsidR="007D6C9B">
        <w:rPr>
          <w:rtl/>
        </w:rPr>
        <w:t xml:space="preserve">ں </w:t>
      </w:r>
      <w:r>
        <w:rPr>
          <w:rtl/>
        </w:rPr>
        <w:t>تھي_فرعون نے اس كا بہت كچھ علاج كرايا مگر بے سود_اس نے كاہنو</w:t>
      </w:r>
      <w:r w:rsidR="007D6C9B">
        <w:rPr>
          <w:rtl/>
        </w:rPr>
        <w:t xml:space="preserve">ں </w:t>
      </w:r>
      <w:r>
        <w:rPr>
          <w:rtl/>
        </w:rPr>
        <w:t>سے پوچھا_ انھو</w:t>
      </w:r>
      <w:r w:rsidR="007D6C9B">
        <w:rPr>
          <w:rtl/>
        </w:rPr>
        <w:t xml:space="preserve">ں </w:t>
      </w:r>
      <w:r>
        <w:rPr>
          <w:rtl/>
        </w:rPr>
        <w:t>نے كہا:''اے فرعون ہم پيشن گوئي كرتے ہي</w:t>
      </w:r>
      <w:r w:rsidR="007D6C9B">
        <w:rPr>
          <w:rtl/>
        </w:rPr>
        <w:t xml:space="preserve">ں </w:t>
      </w:r>
      <w:r>
        <w:rPr>
          <w:rtl/>
        </w:rPr>
        <w:t>كہ اس دريا مي</w:t>
      </w:r>
      <w:r w:rsidR="007D6C9B">
        <w:rPr>
          <w:rtl/>
        </w:rPr>
        <w:t xml:space="preserve">ں </w:t>
      </w:r>
      <w:r>
        <w:rPr>
          <w:rtl/>
        </w:rPr>
        <w:t>سے ايك آدمى تيرے محل مي</w:t>
      </w:r>
      <w:r w:rsidR="007D6C9B">
        <w:rPr>
          <w:rtl/>
        </w:rPr>
        <w:t xml:space="preserve">ں </w:t>
      </w:r>
      <w:r>
        <w:rPr>
          <w:rtl/>
        </w:rPr>
        <w:t xml:space="preserve">داخل ہوگا_اگر اس كے منہ كى رال اس بيمار كے جسم پر ملى جائے گى تو اسے شفا ہوجائيگي_ </w:t>
      </w:r>
    </w:p>
    <w:p w:rsidR="00DE2D7F" w:rsidRDefault="00DE2D7F" w:rsidP="00D07B54">
      <w:pPr>
        <w:pStyle w:val="libNormal"/>
        <w:rPr>
          <w:rtl/>
        </w:rPr>
      </w:pPr>
      <w:r>
        <w:rPr>
          <w:rtl/>
        </w:rPr>
        <w:t>چنانچہ فرعون اور اس كى ملكہ آسيہ ايسے واقعے كے انتظار مي</w:t>
      </w:r>
      <w:r w:rsidR="007D6C9B">
        <w:rPr>
          <w:rtl/>
        </w:rPr>
        <w:t xml:space="preserve">ں </w:t>
      </w:r>
      <w:r>
        <w:rPr>
          <w:rtl/>
        </w:rPr>
        <w:t>تھے كہ ناگہا</w:t>
      </w:r>
      <w:r w:rsidR="007D6C9B">
        <w:rPr>
          <w:rtl/>
        </w:rPr>
        <w:t xml:space="preserve">ں </w:t>
      </w:r>
      <w:r>
        <w:rPr>
          <w:rtl/>
        </w:rPr>
        <w:t>ايك روز انھي</w:t>
      </w:r>
      <w:r w:rsidR="007D6C9B">
        <w:rPr>
          <w:rtl/>
        </w:rPr>
        <w:t xml:space="preserve">ں </w:t>
      </w:r>
      <w:r>
        <w:rPr>
          <w:rtl/>
        </w:rPr>
        <w:t>ايك صندوق نظر آيا جو موجو</w:t>
      </w:r>
      <w:r w:rsidR="007D6C9B">
        <w:rPr>
          <w:rtl/>
        </w:rPr>
        <w:t xml:space="preserve">ں </w:t>
      </w:r>
      <w:r>
        <w:rPr>
          <w:rtl/>
        </w:rPr>
        <w:t>كى سطح پر تير رہا تھا_فرعون نے حكم ديا كہ سركارى ملازمين فوراً ديكھي</w:t>
      </w:r>
      <w:r w:rsidR="007D6C9B">
        <w:rPr>
          <w:rtl/>
        </w:rPr>
        <w:t xml:space="preserve">ں </w:t>
      </w:r>
      <w:r>
        <w:rPr>
          <w:rtl/>
        </w:rPr>
        <w:t>كہ يہ صندوق كيسا ہے اور اسے پانى مي</w:t>
      </w:r>
      <w:r w:rsidR="007D6C9B">
        <w:rPr>
          <w:rtl/>
        </w:rPr>
        <w:t xml:space="preserve">ں </w:t>
      </w:r>
      <w:r>
        <w:rPr>
          <w:rtl/>
        </w:rPr>
        <w:t>سے نكال لي</w:t>
      </w:r>
      <w:r w:rsidR="007D6C9B">
        <w:rPr>
          <w:rtl/>
        </w:rPr>
        <w:t xml:space="preserve">ں </w:t>
      </w:r>
      <w:r>
        <w:rPr>
          <w:rtl/>
        </w:rPr>
        <w:t>_ديكھي</w:t>
      </w:r>
      <w:r w:rsidR="007D6C9B">
        <w:rPr>
          <w:rtl/>
        </w:rPr>
        <w:t xml:space="preserve">ں </w:t>
      </w:r>
      <w:r>
        <w:rPr>
          <w:rtl/>
        </w:rPr>
        <w:t>كہ اس مي</w:t>
      </w:r>
      <w:r w:rsidR="007D6C9B">
        <w:rPr>
          <w:rtl/>
        </w:rPr>
        <w:t xml:space="preserve">ں </w:t>
      </w:r>
      <w:r>
        <w:rPr>
          <w:rtl/>
        </w:rPr>
        <w:t xml:space="preserve">كيا ہے؟ </w:t>
      </w:r>
    </w:p>
    <w:p w:rsidR="00DE2D7F" w:rsidRDefault="00DE2D7F" w:rsidP="00D07B54">
      <w:pPr>
        <w:pStyle w:val="libNormal"/>
        <w:rPr>
          <w:rtl/>
        </w:rPr>
      </w:pPr>
      <w:r>
        <w:rPr>
          <w:rtl/>
        </w:rPr>
        <w:t>نوكرو</w:t>
      </w:r>
      <w:r w:rsidR="007D6C9B">
        <w:rPr>
          <w:rtl/>
        </w:rPr>
        <w:t xml:space="preserve">ں </w:t>
      </w:r>
      <w:r>
        <w:rPr>
          <w:rtl/>
        </w:rPr>
        <w:t xml:space="preserve">نے وہ عجيب صندوق فرعون كے سامنے لاكے ركھ ديا_ كسى كو اس كا ڈھكنا كھولنے كى ہمت نہ ہوئي_ مطابق مشيت الہي،يہ لازمى تھا كہ حضرت موسى (ع) كى نجات كے ليے صندوق كا ڈھكنا فرعون ہى كے ہاتھ سے كھولا جائے،چنانچہ ايسا ہى ہوا_ </w:t>
      </w:r>
    </w:p>
    <w:p w:rsidR="00DE2D7F" w:rsidRDefault="00DE2D7F" w:rsidP="00D07B54">
      <w:pPr>
        <w:pStyle w:val="libNormal"/>
        <w:rPr>
          <w:rtl/>
        </w:rPr>
      </w:pPr>
      <w:r>
        <w:rPr>
          <w:rtl/>
        </w:rPr>
        <w:t>جس وقت فرعون كى ملكہ نے اس بچے كو ديكھا تو اسے يو</w:t>
      </w:r>
      <w:r w:rsidR="007D6C9B">
        <w:rPr>
          <w:rtl/>
        </w:rPr>
        <w:t xml:space="preserve">ں </w:t>
      </w:r>
      <w:r>
        <w:rPr>
          <w:rtl/>
        </w:rPr>
        <w:t xml:space="preserve">محسوس ہواكہ ايك بجلى چمكى ہے جس نے اس كے دل كو منور كرديا ہے_ </w:t>
      </w:r>
    </w:p>
    <w:p w:rsidR="00DE2D7F" w:rsidRDefault="00DE2D7F" w:rsidP="00D07B54">
      <w:pPr>
        <w:pStyle w:val="libNormal"/>
        <w:rPr>
          <w:rtl/>
        </w:rPr>
      </w:pPr>
      <w:r>
        <w:rPr>
          <w:rtl/>
        </w:rPr>
        <w:t>ان دونو</w:t>
      </w:r>
      <w:r w:rsidR="007D6C9B">
        <w:rPr>
          <w:rtl/>
        </w:rPr>
        <w:t xml:space="preserve">ں </w:t>
      </w:r>
      <w:r>
        <w:rPr>
          <w:rtl/>
        </w:rPr>
        <w:t>بالخصوص فرعون كى ملكہ كے دل مي</w:t>
      </w:r>
      <w:r w:rsidR="007D6C9B">
        <w:rPr>
          <w:rtl/>
        </w:rPr>
        <w:t xml:space="preserve">ں </w:t>
      </w:r>
      <w:r>
        <w:rPr>
          <w:rtl/>
        </w:rPr>
        <w:t xml:space="preserve">اس بچے كى محبت نے گھر بناليا اور جب اس بچے كا </w:t>
      </w:r>
    </w:p>
    <w:p w:rsidR="008D2E4C" w:rsidRDefault="001648F9" w:rsidP="00D07B54">
      <w:pPr>
        <w:pStyle w:val="libNormal"/>
        <w:rPr>
          <w:rtl/>
        </w:rPr>
      </w:pPr>
      <w:r>
        <w:rPr>
          <w:rtl/>
        </w:rPr>
        <w:t xml:space="preserve"> </w:t>
      </w:r>
      <w:r>
        <w:rPr>
          <w:rtl/>
        </w:rPr>
        <w:br w:type="page"/>
      </w:r>
    </w:p>
    <w:p w:rsidR="008D2E4C" w:rsidRDefault="008D2E4C" w:rsidP="00D07B54">
      <w:pPr>
        <w:pStyle w:val="libNormal"/>
        <w:rPr>
          <w:rtl/>
        </w:rPr>
      </w:pPr>
    </w:p>
    <w:p w:rsidR="00DE2D7F" w:rsidRDefault="00DE2D7F" w:rsidP="00D07B54">
      <w:pPr>
        <w:pStyle w:val="libNormal"/>
        <w:rPr>
          <w:rtl/>
        </w:rPr>
      </w:pPr>
      <w:r>
        <w:rPr>
          <w:rtl/>
        </w:rPr>
        <w:t xml:space="preserve">آب دہن اس كے ليے موجب شفا ہوگيا تو يہ محبت اور بھى زيادہ ہوگئي _ </w:t>
      </w:r>
    </w:p>
    <w:p w:rsidR="00DE2D7F" w:rsidRDefault="00DE2D7F" w:rsidP="00D07B54">
      <w:pPr>
        <w:pStyle w:val="libNormal"/>
        <w:rPr>
          <w:rtl/>
        </w:rPr>
      </w:pPr>
      <w:r>
        <w:rPr>
          <w:rtl/>
        </w:rPr>
        <w:t>قرآن مي</w:t>
      </w:r>
      <w:r w:rsidR="007D6C9B">
        <w:rPr>
          <w:rtl/>
        </w:rPr>
        <w:t xml:space="preserve">ں </w:t>
      </w:r>
      <w:r>
        <w:rPr>
          <w:rtl/>
        </w:rPr>
        <w:t>يہ واقعہ اس طرح مذكور ہے كہ:_فرعون كے اہل خانہ نے موسى (ع) كو نيل كى موجو</w:t>
      </w:r>
      <w:r w:rsidR="007D6C9B">
        <w:rPr>
          <w:rtl/>
        </w:rPr>
        <w:t xml:space="preserve">ں </w:t>
      </w:r>
      <w:r>
        <w:rPr>
          <w:rtl/>
        </w:rPr>
        <w:t>كے اوپر سے پكڑ ليا_ تا كہ وہ ان كا دشمن اور ان كے ليے باعث اندوہ ہوجائے_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امر بديہى ہے كہ فرعون كے اہل خانہ نے اس بچے كے قنداقہ(وہ كپڑاجس مي</w:t>
      </w:r>
      <w:r w:rsidR="007D6C9B">
        <w:rPr>
          <w:rtl/>
        </w:rPr>
        <w:t xml:space="preserve">ں </w:t>
      </w:r>
      <w:r>
        <w:rPr>
          <w:rtl/>
        </w:rPr>
        <w:t>بچہ كو لپيٹتے ہي</w:t>
      </w:r>
      <w:r w:rsidR="007D6C9B">
        <w:rPr>
          <w:rtl/>
        </w:rPr>
        <w:t xml:space="preserve">ں </w:t>
      </w:r>
      <w:r>
        <w:rPr>
          <w:rtl/>
        </w:rPr>
        <w:t>)كو اس نيت سے دريا سے نہي</w:t>
      </w:r>
      <w:r w:rsidR="007D6C9B">
        <w:rPr>
          <w:rtl/>
        </w:rPr>
        <w:t xml:space="preserve">ں </w:t>
      </w:r>
      <w:r>
        <w:rPr>
          <w:rtl/>
        </w:rPr>
        <w:t>نكالا تھا كہ اپنے جانى دشمن كو اپنى گود مي</w:t>
      </w:r>
      <w:r w:rsidR="007D6C9B">
        <w:rPr>
          <w:rtl/>
        </w:rPr>
        <w:t xml:space="preserve">ں </w:t>
      </w:r>
      <w:r>
        <w:rPr>
          <w:rtl/>
        </w:rPr>
        <w:t>پالي</w:t>
      </w:r>
      <w:r w:rsidR="007D6C9B">
        <w:rPr>
          <w:rtl/>
        </w:rPr>
        <w:t xml:space="preserve">ں </w:t>
      </w:r>
      <w:r>
        <w:rPr>
          <w:rtl/>
        </w:rPr>
        <w:t xml:space="preserve">،بلكہ وہ لوگ بقول ملكہ فرعون،اپنے ليے ايك نور چشم حاصل كرناچاہتے تھے_ </w:t>
      </w:r>
    </w:p>
    <w:p w:rsidR="00DE2D7F" w:rsidRDefault="00DE2D7F" w:rsidP="00D07B54">
      <w:pPr>
        <w:pStyle w:val="libNormal"/>
        <w:rPr>
          <w:rtl/>
        </w:rPr>
      </w:pPr>
      <w:r>
        <w:rPr>
          <w:rtl/>
        </w:rPr>
        <w:t>ليكن انجام كار ايسا ہى ہوا،اس معنى و مراد كى تعبير مي</w:t>
      </w:r>
      <w:r w:rsidR="007D6C9B">
        <w:rPr>
          <w:rtl/>
        </w:rPr>
        <w:t xml:space="preserve">ں </w:t>
      </w:r>
      <w:r>
        <w:rPr>
          <w:rtl/>
        </w:rPr>
        <w:t>لطافت يہى ہے كہ خدا اپنى قدرت كا اظہار كرنا چاہتا ہے كہ وہ كس طرح اس گروہ كو جنھو</w:t>
      </w:r>
      <w:r w:rsidR="007D6C9B">
        <w:rPr>
          <w:rtl/>
        </w:rPr>
        <w:t xml:space="preserve">ں </w:t>
      </w:r>
      <w:r>
        <w:rPr>
          <w:rtl/>
        </w:rPr>
        <w:t>نے اپنى تمام قوتي</w:t>
      </w:r>
      <w:r w:rsidR="007D6C9B">
        <w:rPr>
          <w:rtl/>
        </w:rPr>
        <w:t xml:space="preserve">ں </w:t>
      </w:r>
      <w:r>
        <w:rPr>
          <w:rtl/>
        </w:rPr>
        <w:t>اور وسائل،بنى اسرائيل كى اولاد ذكور كو قتل كرنے كے ليے وقف كرديا تھا،اس خدمت پر مامور كرے كہ جس بچے كو نابود كرنے كے ليے انھو</w:t>
      </w:r>
      <w:r w:rsidR="007D6C9B">
        <w:rPr>
          <w:rtl/>
        </w:rPr>
        <w:t xml:space="preserve">ں </w:t>
      </w:r>
      <w:r>
        <w:rPr>
          <w:rtl/>
        </w:rPr>
        <w:t>نے يہ پروگرام بنايا تھا،اسى كوو وہ اپنى جان كى طرح عزيز ركھي</w:t>
      </w:r>
      <w:r w:rsidR="007D6C9B">
        <w:rPr>
          <w:rtl/>
        </w:rPr>
        <w:t xml:space="preserve">ں </w:t>
      </w:r>
      <w:r>
        <w:rPr>
          <w:rtl/>
        </w:rPr>
        <w:t>اور اسى كى پرورش كري</w:t>
      </w:r>
      <w:r w:rsidR="007D6C9B">
        <w:rPr>
          <w:rtl/>
        </w:rPr>
        <w:t xml:space="preserve">ں </w:t>
      </w:r>
      <w:r>
        <w:rPr>
          <w:rtl/>
        </w:rPr>
        <w:t xml:space="preserve">_ </w:t>
      </w:r>
    </w:p>
    <w:p w:rsidR="00DE2D7F" w:rsidRDefault="00DE2D7F" w:rsidP="00D07B54">
      <w:pPr>
        <w:pStyle w:val="libNormal"/>
        <w:rPr>
          <w:rtl/>
        </w:rPr>
      </w:pPr>
      <w:r>
        <w:rPr>
          <w:rtl/>
        </w:rPr>
        <w:t>قرآن كى آيات سے يہ معلوم ہوتاہے كہ اس بچے كى بابت فرعون،اس كى ملكہ اور ديگر اہل خاندان مي</w:t>
      </w:r>
      <w:r w:rsidR="007D6C9B">
        <w:rPr>
          <w:rtl/>
        </w:rPr>
        <w:t xml:space="preserve">ں </w:t>
      </w:r>
      <w:r>
        <w:rPr>
          <w:rtl/>
        </w:rPr>
        <w:t>باہم نزاع اور اختلاف بھى ہوا تھا،كيونكہ قرآن شريف مي</w:t>
      </w:r>
      <w:r w:rsidR="007D6C9B">
        <w:rPr>
          <w:rtl/>
        </w:rPr>
        <w:t xml:space="preserve">ں </w:t>
      </w:r>
      <w:r>
        <w:rPr>
          <w:rtl/>
        </w:rPr>
        <w:t>يو</w:t>
      </w:r>
      <w:r w:rsidR="007D6C9B">
        <w:rPr>
          <w:rtl/>
        </w:rPr>
        <w:t xml:space="preserve">ں </w:t>
      </w:r>
      <w:r>
        <w:rPr>
          <w:rtl/>
        </w:rPr>
        <w:t>بيان ہے:فرعون كى بيوى نے كہا كہ يہ بچہ ميرى اور تيرى آنكھو</w:t>
      </w:r>
      <w:r w:rsidR="007D6C9B">
        <w:rPr>
          <w:rtl/>
        </w:rPr>
        <w:t xml:space="preserve">ں </w:t>
      </w:r>
      <w:r>
        <w:rPr>
          <w:rtl/>
        </w:rPr>
        <w:t>كا نور ہے_ اسے قتل نہ كرو_ ممكن ہے يہ ہمارے ليے نفع بخش ہو يا ہم اسے ہم اپنا بيٹابنا لي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ايسا معلوم ہوتا ہے كہ فرعون بچے كے چہرے اور دديگر علامات سے،من جملہ ان كے اسے صندوق مي</w:t>
      </w:r>
      <w:r w:rsidR="007D6C9B">
        <w:rPr>
          <w:rtl/>
        </w:rPr>
        <w:t xml:space="preserve">ں </w:t>
      </w:r>
      <w:r>
        <w:rPr>
          <w:rtl/>
        </w:rPr>
        <w:t>ركھنے اور دريائے نيل مي</w:t>
      </w:r>
      <w:r w:rsidR="007D6C9B">
        <w:rPr>
          <w:rtl/>
        </w:rPr>
        <w:t xml:space="preserve">ں </w:t>
      </w:r>
      <w:r>
        <w:rPr>
          <w:rtl/>
        </w:rPr>
        <w:t>بہادينے سے يہ سمجھ گيا تھا كہ يہ بنى اسرائيل مي</w:t>
      </w:r>
      <w:r w:rsidR="007D6C9B">
        <w:rPr>
          <w:rtl/>
        </w:rPr>
        <w:t xml:space="preserve">ں </w:t>
      </w:r>
      <w:r>
        <w:rPr>
          <w:rtl/>
        </w:rPr>
        <w:t xml:space="preserve">سے كسى كا بچہ ہے_ </w:t>
      </w:r>
    </w:p>
    <w:p w:rsidR="00DE2D7F" w:rsidRDefault="00DE2D7F" w:rsidP="00D07B54">
      <w:pPr>
        <w:pStyle w:val="libNormal"/>
        <w:rPr>
          <w:rtl/>
        </w:rPr>
      </w:pPr>
      <w:r>
        <w:rPr>
          <w:rtl/>
        </w:rPr>
        <w:t>يہ سمجھ كر ناگہا</w:t>
      </w:r>
      <w:r w:rsidR="007D6C9B">
        <w:rPr>
          <w:rtl/>
        </w:rPr>
        <w:t xml:space="preserve">ں </w:t>
      </w:r>
      <w:r>
        <w:rPr>
          <w:rtl/>
        </w:rPr>
        <w:t>،بنى اسرائيل مي</w:t>
      </w:r>
      <w:r w:rsidR="007D6C9B">
        <w:rPr>
          <w:rtl/>
        </w:rPr>
        <w:t xml:space="preserve">ں </w:t>
      </w:r>
      <w:r>
        <w:rPr>
          <w:rtl/>
        </w:rPr>
        <w:t>سے ايك آدمى كى بغاوت اور اس كى سلطنت كے زوال كا كابوس اس كى روح پر مسلط ہوگيا اور وہ اس امر كا خواہا</w:t>
      </w:r>
      <w:r w:rsidR="007D6C9B">
        <w:rPr>
          <w:rtl/>
        </w:rPr>
        <w:t xml:space="preserve">ں </w:t>
      </w:r>
      <w:r>
        <w:rPr>
          <w:rtl/>
        </w:rPr>
        <w:t xml:space="preserve">ہوا كہ اس كا وہ ظالمانہ قانون،جو بنى اسرائيل كے تمام نوزاد اطفال كے ليے جارى كيا گيا تھا اس بچے پر بھى نافذ ہو_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قصص آيت </w:t>
      </w:r>
      <w:r w:rsidR="00E664BB">
        <w:rPr>
          <w:rtl/>
        </w:rPr>
        <w:t>8</w:t>
      </w:r>
      <w:r>
        <w:rPr>
          <w:rtl/>
        </w:rPr>
        <w:t xml:space="preserve"> </w:t>
      </w:r>
    </w:p>
    <w:p w:rsidR="00DE2D7F" w:rsidRDefault="00DE2D7F" w:rsidP="00D07B54">
      <w:pPr>
        <w:pStyle w:val="libFootnote"/>
        <w:rPr>
          <w:rtl/>
        </w:rPr>
      </w:pPr>
      <w:r>
        <w:rPr>
          <w:rtl/>
        </w:rPr>
        <w:t>(</w:t>
      </w:r>
      <w:r w:rsidR="00E664BB">
        <w:rPr>
          <w:rtl/>
        </w:rPr>
        <w:t>2</w:t>
      </w:r>
      <w:r>
        <w:rPr>
          <w:rtl/>
        </w:rPr>
        <w:t xml:space="preserve">)قصص آيت </w:t>
      </w:r>
      <w:r w:rsidR="00E44785">
        <w:rPr>
          <w:rtl/>
        </w:rPr>
        <w:t>9</w:t>
      </w:r>
      <w:r>
        <w:rPr>
          <w:rtl/>
        </w:rPr>
        <w:t xml:space="preserve"> </w:t>
      </w:r>
    </w:p>
    <w:p w:rsidR="008D2E4C" w:rsidRDefault="001648F9" w:rsidP="00D07B54">
      <w:pPr>
        <w:pStyle w:val="libNormal"/>
        <w:rPr>
          <w:rtl/>
        </w:rPr>
      </w:pPr>
      <w:r>
        <w:rPr>
          <w:rtl/>
        </w:rPr>
        <w:t xml:space="preserve"> </w:t>
      </w:r>
      <w:r>
        <w:rPr>
          <w:rtl/>
        </w:rPr>
        <w:br w:type="page"/>
      </w:r>
    </w:p>
    <w:p w:rsidR="008D2E4C" w:rsidRDefault="008D2E4C" w:rsidP="00D07B54">
      <w:pPr>
        <w:pStyle w:val="libNormal"/>
        <w:rPr>
          <w:rtl/>
        </w:rPr>
      </w:pPr>
    </w:p>
    <w:p w:rsidR="00DE2D7F" w:rsidRDefault="00DE2D7F" w:rsidP="00D07B54">
      <w:pPr>
        <w:pStyle w:val="libNormal"/>
        <w:rPr>
          <w:rtl/>
        </w:rPr>
      </w:pPr>
      <w:r>
        <w:rPr>
          <w:rtl/>
        </w:rPr>
        <w:t>فرعون كے خوشامدى درباريو</w:t>
      </w:r>
      <w:r w:rsidR="007D6C9B">
        <w:rPr>
          <w:rtl/>
        </w:rPr>
        <w:t xml:space="preserve">ں </w:t>
      </w:r>
      <w:r>
        <w:rPr>
          <w:rtl/>
        </w:rPr>
        <w:t>او ررشتہ دارو</w:t>
      </w:r>
      <w:r w:rsidR="007D6C9B">
        <w:rPr>
          <w:rtl/>
        </w:rPr>
        <w:t xml:space="preserve">ں </w:t>
      </w:r>
      <w:r>
        <w:rPr>
          <w:rtl/>
        </w:rPr>
        <w:t>نے بھى اس امر مي</w:t>
      </w:r>
      <w:r w:rsidR="007D6C9B">
        <w:rPr>
          <w:rtl/>
        </w:rPr>
        <w:t xml:space="preserve">ں </w:t>
      </w:r>
      <w:r>
        <w:rPr>
          <w:rtl/>
        </w:rPr>
        <w:t>فرعون كى تائيد و حمايت كى اور كہا اس كى كوئي دليل نہي</w:t>
      </w:r>
      <w:r w:rsidR="007D6C9B">
        <w:rPr>
          <w:rtl/>
        </w:rPr>
        <w:t xml:space="preserve">ں </w:t>
      </w:r>
      <w:r>
        <w:rPr>
          <w:rtl/>
        </w:rPr>
        <w:t xml:space="preserve">ہے كہ يہ بچہ قانون سے مستثنى رہے_ </w:t>
      </w:r>
    </w:p>
    <w:p w:rsidR="00DE2D7F" w:rsidRDefault="00DE2D7F" w:rsidP="00D07B54">
      <w:pPr>
        <w:pStyle w:val="libNormal"/>
        <w:rPr>
          <w:rtl/>
        </w:rPr>
      </w:pPr>
      <w:r>
        <w:rPr>
          <w:rtl/>
        </w:rPr>
        <w:t>ليكن فرعون كى بيوى آسيہ جس كے بطن سے كوئي لڑكا نہ تھا اور اس كا پاك دل فرعون كے درباريو</w:t>
      </w:r>
      <w:r w:rsidR="007D6C9B">
        <w:rPr>
          <w:rtl/>
        </w:rPr>
        <w:t xml:space="preserve">ں </w:t>
      </w:r>
      <w:r>
        <w:rPr>
          <w:rtl/>
        </w:rPr>
        <w:t>كى مانند نہ تھا،اس بچے كے ليے محبت كا كان بن گيا تھا_ چنانچہ وہ ان سب كى مخالفت پرآمادہ ہوگئي اور چونكہ اس قسم كے گھريلو اختلافات مي</w:t>
      </w:r>
      <w:r w:rsidR="007D6C9B">
        <w:rPr>
          <w:rtl/>
        </w:rPr>
        <w:t xml:space="preserve">ں </w:t>
      </w:r>
      <w:r>
        <w:rPr>
          <w:rtl/>
        </w:rPr>
        <w:t>فتح ہميشہ عورتو</w:t>
      </w:r>
      <w:r w:rsidR="007D6C9B">
        <w:rPr>
          <w:rtl/>
        </w:rPr>
        <w:t xml:space="preserve">ں </w:t>
      </w:r>
      <w:r>
        <w:rPr>
          <w:rtl/>
        </w:rPr>
        <w:t xml:space="preserve">كى ہوتى ہے،وہ بھى جيت گئي_ </w:t>
      </w:r>
    </w:p>
    <w:p w:rsidR="00DE2D7F" w:rsidRDefault="00DE2D7F" w:rsidP="00D07B54">
      <w:pPr>
        <w:pStyle w:val="libNormal"/>
        <w:rPr>
          <w:rtl/>
        </w:rPr>
      </w:pPr>
      <w:r>
        <w:rPr>
          <w:rtl/>
        </w:rPr>
        <w:t>اگر اس گھريلو جھگڑے پر،دختر فرعون كى شفايابى كے واقعے كا بھى اضافہ كرليا جائے تواس اختلاف باہمى مي</w:t>
      </w:r>
      <w:r w:rsidR="007D6C9B">
        <w:rPr>
          <w:rtl/>
        </w:rPr>
        <w:t xml:space="preserve">ں </w:t>
      </w:r>
      <w:r>
        <w:rPr>
          <w:rtl/>
        </w:rPr>
        <w:t xml:space="preserve">آسيہ كى فتح كا امكان روشن تر ہو جاتا ہے_ </w:t>
      </w:r>
    </w:p>
    <w:p w:rsidR="00DE2D7F" w:rsidRDefault="00DE2D7F" w:rsidP="00D07B54">
      <w:pPr>
        <w:pStyle w:val="libNormal"/>
        <w:rPr>
          <w:rtl/>
        </w:rPr>
      </w:pPr>
      <w:r>
        <w:rPr>
          <w:rtl/>
        </w:rPr>
        <w:t>قرآن مي</w:t>
      </w:r>
      <w:r w:rsidR="007D6C9B">
        <w:rPr>
          <w:rtl/>
        </w:rPr>
        <w:t xml:space="preserve">ں </w:t>
      </w:r>
      <w:r>
        <w:rPr>
          <w:rtl/>
        </w:rPr>
        <w:t>ايك بہت ہى پر معنى فقرہ ہے:''وہ نہي</w:t>
      </w:r>
      <w:r w:rsidR="007D6C9B">
        <w:rPr>
          <w:rtl/>
        </w:rPr>
        <w:t xml:space="preserve">ں </w:t>
      </w:r>
      <w:r>
        <w:rPr>
          <w:rtl/>
        </w:rPr>
        <w:t>جانتے تھے كہ كيا كررہے ہي</w:t>
      </w:r>
      <w:r w:rsidR="007D6C9B">
        <w:rPr>
          <w:rtl/>
        </w:rPr>
        <w:t xml:space="preserve">ں </w:t>
      </w:r>
      <w:r>
        <w:rPr>
          <w:rtl/>
        </w:rPr>
        <w:t>:''</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البتہ وہ بالكل بے خبر تھے كہ خدا كا واجب النفوذ فرمان اور اس كى شكست ناپذير مشيت نے يہ تہيہ كرليا ہے كہ يہ طفل نوزاد انتہائي خطرات مي</w:t>
      </w:r>
      <w:r w:rsidR="007D6C9B">
        <w:rPr>
          <w:rtl/>
        </w:rPr>
        <w:t xml:space="preserve">ں </w:t>
      </w:r>
      <w:r>
        <w:rPr>
          <w:rtl/>
        </w:rPr>
        <w:t>پرورش پائے _ اور كسى آدمى مي</w:t>
      </w:r>
      <w:r w:rsidR="007D6C9B">
        <w:rPr>
          <w:rtl/>
        </w:rPr>
        <w:t xml:space="preserve">ں </w:t>
      </w:r>
      <w:r>
        <w:rPr>
          <w:rtl/>
        </w:rPr>
        <w:t>بھى ارادہ و مشيت الہى سے سرتابى كى جرا ت اور طاقت نہي</w:t>
      </w:r>
      <w:r w:rsidR="007D6C9B">
        <w:rPr>
          <w:rtl/>
        </w:rPr>
        <w:t xml:space="preserve">ں </w:t>
      </w:r>
      <w:r>
        <w:rPr>
          <w:rtl/>
        </w:rPr>
        <w:t xml:space="preserve">ہے''_ </w:t>
      </w:r>
    </w:p>
    <w:p w:rsidR="00DE2D7F" w:rsidRDefault="00DE2D7F" w:rsidP="00D07B54">
      <w:pPr>
        <w:pStyle w:val="libNormal"/>
        <w:rPr>
          <w:rtl/>
        </w:rPr>
      </w:pPr>
    </w:p>
    <w:p w:rsidR="008D2E4C" w:rsidRDefault="00DE2D7F" w:rsidP="00D07B54">
      <w:pPr>
        <w:pStyle w:val="Heading2Center"/>
        <w:rPr>
          <w:rtl/>
        </w:rPr>
      </w:pPr>
      <w:bookmarkStart w:id="206" w:name="_Toc7268603"/>
      <w:r>
        <w:rPr>
          <w:rtl/>
        </w:rPr>
        <w:t>اللہ كى عجيب قدرت</w:t>
      </w:r>
      <w:bookmarkEnd w:id="206"/>
      <w:r>
        <w:rPr>
          <w:rtl/>
        </w:rPr>
        <w:t xml:space="preserve"> </w:t>
      </w:r>
    </w:p>
    <w:p w:rsidR="00DE2D7F" w:rsidRDefault="00DE2D7F" w:rsidP="00D07B54">
      <w:pPr>
        <w:pStyle w:val="libNormal"/>
        <w:rPr>
          <w:rtl/>
        </w:rPr>
      </w:pPr>
      <w:r>
        <w:rPr>
          <w:rtl/>
        </w:rPr>
        <w:t>اس چيز كانام قدرت نمائي نہي</w:t>
      </w:r>
      <w:r w:rsidR="007D6C9B">
        <w:rPr>
          <w:rtl/>
        </w:rPr>
        <w:t xml:space="preserve">ں </w:t>
      </w:r>
      <w:r>
        <w:rPr>
          <w:rtl/>
        </w:rPr>
        <w:t>ہے كہ خداآسمان و زمين كے لشكرو</w:t>
      </w:r>
      <w:r w:rsidR="007D6C9B">
        <w:rPr>
          <w:rtl/>
        </w:rPr>
        <w:t xml:space="preserve">ں </w:t>
      </w:r>
      <w:r>
        <w:rPr>
          <w:rtl/>
        </w:rPr>
        <w:t xml:space="preserve">كو مامور كركے كسى پُرقوت اور ظالم قوم كو نيست و نابود كردے_ </w:t>
      </w:r>
    </w:p>
    <w:p w:rsidR="00DE2D7F" w:rsidRDefault="00DE2D7F" w:rsidP="00D07B54">
      <w:pPr>
        <w:pStyle w:val="libNormal"/>
        <w:rPr>
          <w:rtl/>
        </w:rPr>
      </w:pPr>
      <w:r>
        <w:rPr>
          <w:rtl/>
        </w:rPr>
        <w:t>بلكہ قدرت نمائي يہ ہے كہ ان ہى جباران مستكبر سے يہ كا م لے كر وہ اپنے آپ كو خود ہى نيست و نابود كرلي</w:t>
      </w:r>
      <w:r w:rsidR="007D6C9B">
        <w:rPr>
          <w:rtl/>
        </w:rPr>
        <w:t xml:space="preserve">ں </w:t>
      </w:r>
      <w:r>
        <w:rPr>
          <w:rtl/>
        </w:rPr>
        <w:t>اور ان كے دل و دماغ مي</w:t>
      </w:r>
      <w:r w:rsidR="007D6C9B">
        <w:rPr>
          <w:rtl/>
        </w:rPr>
        <w:t xml:space="preserve">ں </w:t>
      </w:r>
      <w:r>
        <w:rPr>
          <w:rtl/>
        </w:rPr>
        <w:t>ايسے خيالات پيدا ہوجائي</w:t>
      </w:r>
      <w:r w:rsidR="007D6C9B">
        <w:rPr>
          <w:rtl/>
        </w:rPr>
        <w:t xml:space="preserve">ں </w:t>
      </w:r>
      <w:r>
        <w:rPr>
          <w:rtl/>
        </w:rPr>
        <w:t>كہ بڑے شوق سے لكڑيا</w:t>
      </w:r>
      <w:r w:rsidR="007D6C9B">
        <w:rPr>
          <w:rtl/>
        </w:rPr>
        <w:t xml:space="preserve">ں </w:t>
      </w:r>
      <w:r>
        <w:rPr>
          <w:rtl/>
        </w:rPr>
        <w:t>جمع كري</w:t>
      </w:r>
      <w:r w:rsidR="007D6C9B">
        <w:rPr>
          <w:rtl/>
        </w:rPr>
        <w:t xml:space="preserve">ں </w:t>
      </w:r>
      <w:r>
        <w:rPr>
          <w:rtl/>
        </w:rPr>
        <w:t>اور اس كى آگ مي</w:t>
      </w:r>
      <w:r w:rsidR="007D6C9B">
        <w:rPr>
          <w:rtl/>
        </w:rPr>
        <w:t xml:space="preserve">ں </w:t>
      </w:r>
      <w:r>
        <w:rPr>
          <w:rtl/>
        </w:rPr>
        <w:t>جل مري</w:t>
      </w:r>
      <w:r w:rsidR="007D6C9B">
        <w:rPr>
          <w:rtl/>
        </w:rPr>
        <w:t xml:space="preserve">ں </w:t>
      </w:r>
      <w:r>
        <w:rPr>
          <w:rtl/>
        </w:rPr>
        <w:t>،اپنے ليے خودہى قيدخانہ بنائي</w:t>
      </w:r>
      <w:r w:rsidR="007D6C9B">
        <w:rPr>
          <w:rtl/>
        </w:rPr>
        <w:t xml:space="preserve">ں </w:t>
      </w:r>
      <w:r>
        <w:rPr>
          <w:rtl/>
        </w:rPr>
        <w:t>اور اسمي</w:t>
      </w:r>
      <w:r w:rsidR="007D6C9B">
        <w:rPr>
          <w:rtl/>
        </w:rPr>
        <w:t xml:space="preserve">ں </w:t>
      </w:r>
      <w:r>
        <w:rPr>
          <w:rtl/>
        </w:rPr>
        <w:t>اسير ہوكے جان دے دي</w:t>
      </w:r>
      <w:r w:rsidR="007D6C9B">
        <w:rPr>
          <w:rtl/>
        </w:rPr>
        <w:t xml:space="preserve">ں </w:t>
      </w:r>
      <w:r>
        <w:rPr>
          <w:rtl/>
        </w:rPr>
        <w:t>، اپنے ليے خود ہى صليب كھڑى كري</w:t>
      </w:r>
      <w:r w:rsidR="007D6C9B">
        <w:rPr>
          <w:rtl/>
        </w:rPr>
        <w:t xml:space="preserve">ں </w:t>
      </w:r>
      <w:r>
        <w:rPr>
          <w:rtl/>
        </w:rPr>
        <w:t>اور اس پر چڑھ مرجائي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قصص آيت </w:t>
      </w:r>
      <w:r w:rsidR="00E44785">
        <w:rPr>
          <w:rtl/>
        </w:rPr>
        <w:t>9</w:t>
      </w:r>
      <w:r>
        <w:rPr>
          <w:rtl/>
        </w:rPr>
        <w:t xml:space="preserve"> </w:t>
      </w:r>
    </w:p>
    <w:p w:rsidR="008D2E4C" w:rsidRDefault="001648F9" w:rsidP="00D07B54">
      <w:pPr>
        <w:pStyle w:val="libNormal"/>
        <w:rPr>
          <w:rtl/>
        </w:rPr>
      </w:pPr>
      <w:r>
        <w:rPr>
          <w:rtl/>
        </w:rPr>
        <w:t xml:space="preserve"> </w:t>
      </w:r>
      <w:r>
        <w:rPr>
          <w:rtl/>
        </w:rPr>
        <w:br w:type="page"/>
      </w:r>
    </w:p>
    <w:p w:rsidR="008D2E4C" w:rsidRDefault="008D2E4C" w:rsidP="00D07B54">
      <w:pPr>
        <w:pStyle w:val="libNormal"/>
        <w:rPr>
          <w:rtl/>
        </w:rPr>
      </w:pPr>
    </w:p>
    <w:p w:rsidR="00DE2D7F" w:rsidRDefault="00DE2D7F" w:rsidP="00D07B54">
      <w:pPr>
        <w:pStyle w:val="libNormal"/>
        <w:rPr>
          <w:rtl/>
        </w:rPr>
      </w:pPr>
      <w:r>
        <w:rPr>
          <w:rtl/>
        </w:rPr>
        <w:t>فرعون اوراسكے زور منداور ظالم ساتھيو</w:t>
      </w:r>
      <w:r w:rsidR="007D6C9B">
        <w:rPr>
          <w:rtl/>
        </w:rPr>
        <w:t xml:space="preserve">ں </w:t>
      </w:r>
      <w:r>
        <w:rPr>
          <w:rtl/>
        </w:rPr>
        <w:t>كے ساتھ بھى يہى پيش آيا_ چنانچہ تمام مراحل مي</w:t>
      </w:r>
      <w:r w:rsidR="007D6C9B">
        <w:rPr>
          <w:rtl/>
        </w:rPr>
        <w:t xml:space="preserve">ں </w:t>
      </w:r>
      <w:r>
        <w:rPr>
          <w:rtl/>
        </w:rPr>
        <w:t>حضرت موسى (ع) كى نجات اور پرورش انہى كے ہاتھو</w:t>
      </w:r>
      <w:r w:rsidR="007D6C9B">
        <w:rPr>
          <w:rtl/>
        </w:rPr>
        <w:t xml:space="preserve">ں </w:t>
      </w:r>
      <w:r>
        <w:rPr>
          <w:rtl/>
        </w:rPr>
        <w:t>سے ہوئي،حضرت موسى (ع) كى دايہ قبطيو</w:t>
      </w:r>
      <w:r w:rsidR="007D6C9B">
        <w:rPr>
          <w:rtl/>
        </w:rPr>
        <w:t xml:space="preserve">ں </w:t>
      </w:r>
      <w:r>
        <w:rPr>
          <w:rtl/>
        </w:rPr>
        <w:t>مي</w:t>
      </w:r>
      <w:r w:rsidR="007D6C9B">
        <w:rPr>
          <w:rtl/>
        </w:rPr>
        <w:t xml:space="preserve">ں </w:t>
      </w:r>
      <w:r>
        <w:rPr>
          <w:rtl/>
        </w:rPr>
        <w:t xml:space="preserve">سے تھي،صندوق موسى (ع) كو امواج نيل سے نكالنے اور نجات دينے والے متعلقين فرعون تھے،صندوق كا ڈھكنا كھولنے والا خود فرعون يا اس كى اہليہ تھي،اور آخر كا ر فرعون شكن اور مالك غلبہ و اقتدار موسى (ع) كے ليے امن و آرام اور پرورش كى جگہ خود فرعون كا محل قرار پايا_ يہ ہے پروردگار عالم خدا كى قدرت_ </w:t>
      </w:r>
    </w:p>
    <w:p w:rsidR="008D2E4C" w:rsidRDefault="00DE2D7F" w:rsidP="00D07B54">
      <w:pPr>
        <w:pStyle w:val="Heading2Center"/>
        <w:rPr>
          <w:rtl/>
        </w:rPr>
      </w:pPr>
      <w:bookmarkStart w:id="207" w:name="_Toc7268604"/>
      <w:r>
        <w:rPr>
          <w:rtl/>
        </w:rPr>
        <w:t>موسى عليہ السلام پھر آغوش مادر مي</w:t>
      </w:r>
      <w:r w:rsidR="007D6C9B">
        <w:rPr>
          <w:rtl/>
        </w:rPr>
        <w:t>ں</w:t>
      </w:r>
      <w:bookmarkEnd w:id="207"/>
      <w:r w:rsidR="007D6C9B">
        <w:rPr>
          <w:rtl/>
        </w:rPr>
        <w:t xml:space="preserve"> </w:t>
      </w:r>
    </w:p>
    <w:p w:rsidR="00DE2D7F" w:rsidRDefault="00DE2D7F" w:rsidP="00D07B54">
      <w:pPr>
        <w:pStyle w:val="libNormal"/>
        <w:rPr>
          <w:rtl/>
        </w:rPr>
      </w:pPr>
      <w:r>
        <w:rPr>
          <w:rtl/>
        </w:rPr>
        <w:t>حضرت موسى عليہ السلام كى ما</w:t>
      </w:r>
      <w:r w:rsidR="007D6C9B">
        <w:rPr>
          <w:rtl/>
        </w:rPr>
        <w:t xml:space="preserve">ں </w:t>
      </w:r>
      <w:r>
        <w:rPr>
          <w:rtl/>
        </w:rPr>
        <w:t>نے اس طرح سے جيسا كہ ہم نے پيشتر بيان كيا ہے،اپنے فرزند كو دريائے نيل كى لہرو</w:t>
      </w:r>
      <w:r w:rsidR="007D6C9B">
        <w:rPr>
          <w:rtl/>
        </w:rPr>
        <w:t xml:space="preserve">ں </w:t>
      </w:r>
      <w:r>
        <w:rPr>
          <w:rtl/>
        </w:rPr>
        <w:t>كے سپرد كرديا_ مگر اس عمل كے بعد اس كے دل مي</w:t>
      </w:r>
      <w:r w:rsidR="007D6C9B">
        <w:rPr>
          <w:rtl/>
        </w:rPr>
        <w:t xml:space="preserve">ں </w:t>
      </w:r>
      <w:r>
        <w:rPr>
          <w:rtl/>
        </w:rPr>
        <w:t>جذبات كا يكايك شديد طوفان اٹھنے لگا،نوزائيدہ بيٹے كى ياد،جس كے سوا اس كے دل مي</w:t>
      </w:r>
      <w:r w:rsidR="007D6C9B">
        <w:rPr>
          <w:rtl/>
        </w:rPr>
        <w:t xml:space="preserve">ں </w:t>
      </w:r>
      <w:r>
        <w:rPr>
          <w:rtl/>
        </w:rPr>
        <w:t>كچھ نہ تھا،اس كے احساسات پر غالب آگئي تھي،قريب تھا كہ وہ دھاڑي</w:t>
      </w:r>
      <w:r w:rsidR="007D6C9B">
        <w:rPr>
          <w:rtl/>
        </w:rPr>
        <w:t xml:space="preserve">ں </w:t>
      </w:r>
      <w:r>
        <w:rPr>
          <w:rtl/>
        </w:rPr>
        <w:t>مار كر رونے لگے اور اپنا راز فاش كردے،قريب تھا كہ چيخ مارے اور اپنے بيٹے كى جدائي مي</w:t>
      </w:r>
      <w:r w:rsidR="007D6C9B">
        <w:rPr>
          <w:rtl/>
        </w:rPr>
        <w:t xml:space="preserve">ں </w:t>
      </w:r>
      <w:r>
        <w:rPr>
          <w:rtl/>
        </w:rPr>
        <w:t xml:space="preserve">نالے كرے_ </w:t>
      </w:r>
    </w:p>
    <w:p w:rsidR="00DE2D7F" w:rsidRDefault="00DE2D7F" w:rsidP="00D07B54">
      <w:pPr>
        <w:pStyle w:val="libNormal"/>
        <w:rPr>
          <w:rtl/>
        </w:rPr>
      </w:pPr>
      <w:r>
        <w:rPr>
          <w:rtl/>
        </w:rPr>
        <w:t>ليكن عنايت خداوندى اس كے شامل حال رہى جيسا كہ قرآن مي</w:t>
      </w:r>
      <w:r w:rsidR="007D6C9B">
        <w:rPr>
          <w:rtl/>
        </w:rPr>
        <w:t xml:space="preserve">ں </w:t>
      </w:r>
      <w:r>
        <w:rPr>
          <w:rtl/>
        </w:rPr>
        <w:t>مذكور ہے:''موسى عليہ السلام كى ما</w:t>
      </w:r>
      <w:r w:rsidR="007D6C9B">
        <w:rPr>
          <w:rtl/>
        </w:rPr>
        <w:t xml:space="preserve">ں </w:t>
      </w:r>
      <w:r>
        <w:rPr>
          <w:rtl/>
        </w:rPr>
        <w:t>كا دل اپنے فرزند كى ياد كے سوا ہر چيز سے خالى ہوگيا،اگر ہم نے اس كا دل ايمان اور اميد كے نور سے روشن نہ كيا ہوتا تو قريب تھا كہ وہ راز فاش كرديتي_ ليكن ہم نے يہ اس ليے كيا تاكہ وہ اہل ايمان مي</w:t>
      </w:r>
      <w:r w:rsidR="007D6C9B">
        <w:rPr>
          <w:rtl/>
        </w:rPr>
        <w:t xml:space="preserve">ں </w:t>
      </w:r>
      <w:r>
        <w:rPr>
          <w:rtl/>
        </w:rPr>
        <w:t>سے رہے''_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قطعى فطرى امر ہے كہ: ايك ما</w:t>
      </w:r>
      <w:r w:rsidR="007D6C9B">
        <w:rPr>
          <w:rtl/>
        </w:rPr>
        <w:t xml:space="preserve">ں </w:t>
      </w:r>
      <w:r>
        <w:rPr>
          <w:rtl/>
        </w:rPr>
        <w:t>جو اپنے بچے كو اس صورت حال سے اپنے پاس سے جدا كرے وہ اپنى اولاد كے سوا ہر شے كو بھول جائے گي_ اور اس كے حواس ايسے باختہ ہو جائي</w:t>
      </w:r>
      <w:r w:rsidR="007D6C9B">
        <w:rPr>
          <w:rtl/>
        </w:rPr>
        <w:t xml:space="preserve">ں </w:t>
      </w:r>
      <w:r>
        <w:rPr>
          <w:rtl/>
        </w:rPr>
        <w:t xml:space="preserve">گے كہ ان خطرات كا لحاظ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قصص آيت</w:t>
      </w:r>
      <w:r w:rsidR="00E664BB">
        <w:rPr>
          <w:rtl/>
        </w:rPr>
        <w:t>10</w:t>
      </w:r>
      <w:r>
        <w:rPr>
          <w:rtl/>
        </w:rPr>
        <w:t xml:space="preserve"> </w:t>
      </w:r>
    </w:p>
    <w:p w:rsidR="008D2E4C"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كيے بغير جو اس كے اور اس كے بيٹے دونو</w:t>
      </w:r>
      <w:r w:rsidR="007D6C9B">
        <w:rPr>
          <w:rtl/>
        </w:rPr>
        <w:t xml:space="preserve">ں </w:t>
      </w:r>
      <w:r>
        <w:rPr>
          <w:rtl/>
        </w:rPr>
        <w:t xml:space="preserve">كے سر پر منڈلارہے تھے فرياد كرے اور اپنے دل كا راز فاش كردے_ </w:t>
      </w:r>
    </w:p>
    <w:p w:rsidR="00DE2D7F" w:rsidRDefault="00DE2D7F" w:rsidP="00D07B54">
      <w:pPr>
        <w:pStyle w:val="libNormal"/>
        <w:rPr>
          <w:rtl/>
        </w:rPr>
      </w:pPr>
      <w:r>
        <w:rPr>
          <w:rtl/>
        </w:rPr>
        <w:t>ليكن وہ خدا جس نے اس ما</w:t>
      </w:r>
      <w:r w:rsidR="007D6C9B">
        <w:rPr>
          <w:rtl/>
        </w:rPr>
        <w:t xml:space="preserve">ں </w:t>
      </w:r>
      <w:r>
        <w:rPr>
          <w:rtl/>
        </w:rPr>
        <w:t>كے سپرد يہ اہم فريضہ كيا تھا،اسى نے اس كے دل كو ايسا حوصلہ بھى بخشا كہ وعدہ الہى پر اس كا ايمان ثابت رہے اور اسے يہ يقين رہے كہ اس كا بچہ خدا كے ہاتھ مي</w:t>
      </w:r>
      <w:r w:rsidR="007D6C9B">
        <w:rPr>
          <w:rtl/>
        </w:rPr>
        <w:t xml:space="preserve">ں </w:t>
      </w:r>
      <w:r>
        <w:rPr>
          <w:rtl/>
        </w:rPr>
        <w:t xml:space="preserve">ہے آخر كار وہ پھر اسى كے پاس آجائے گا اور پيغمبر بنے گا_ </w:t>
      </w:r>
    </w:p>
    <w:p w:rsidR="00DE2D7F" w:rsidRDefault="00DE2D7F" w:rsidP="00D07B54">
      <w:pPr>
        <w:pStyle w:val="libNormal"/>
        <w:rPr>
          <w:rtl/>
        </w:rPr>
      </w:pPr>
      <w:r>
        <w:rPr>
          <w:rtl/>
        </w:rPr>
        <w:t>اس لطف خداوندى كے طفيل ما</w:t>
      </w:r>
      <w:r w:rsidR="007D6C9B">
        <w:rPr>
          <w:rtl/>
        </w:rPr>
        <w:t xml:space="preserve">ں </w:t>
      </w:r>
      <w:r>
        <w:rPr>
          <w:rtl/>
        </w:rPr>
        <w:t>كے دل كا سكون لوٹ آيامگر اسے آرزورہى كہ وہ اپنے فرزندكے حال سے باخبر رہے'' اس لئے اس نے موسى عليہ السلام كى بہن سے كہاكہ جا تو ديكھتى رہ كہ اس پر كيا گزرتى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موسى عليہ السلام كى بہن ما</w:t>
      </w:r>
      <w:r w:rsidR="007D6C9B">
        <w:rPr>
          <w:rtl/>
        </w:rPr>
        <w:t xml:space="preserve">ں </w:t>
      </w:r>
      <w:r>
        <w:rPr>
          <w:rtl/>
        </w:rPr>
        <w:t>كا حكم بجالائي اور اتنے فاصلہ سے جہا</w:t>
      </w:r>
      <w:r w:rsidR="007D6C9B">
        <w:rPr>
          <w:rtl/>
        </w:rPr>
        <w:t xml:space="preserve">ں </w:t>
      </w:r>
      <w:r>
        <w:rPr>
          <w:rtl/>
        </w:rPr>
        <w:t>سے سب كچھ نظر آتا تھا ديكھتى رہى _ اس نے دور سے ديكھا كہ فرعون كے عمال اس كے بھائي كے صندوق كو پانى مي</w:t>
      </w:r>
      <w:r w:rsidR="007D6C9B">
        <w:rPr>
          <w:rtl/>
        </w:rPr>
        <w:t xml:space="preserve">ں </w:t>
      </w:r>
      <w:r>
        <w:rPr>
          <w:rtl/>
        </w:rPr>
        <w:t>سے نكال رہے ہي</w:t>
      </w:r>
      <w:r w:rsidR="007D6C9B">
        <w:rPr>
          <w:rtl/>
        </w:rPr>
        <w:t xml:space="preserve">ں </w:t>
      </w:r>
      <w:r>
        <w:rPr>
          <w:rtl/>
        </w:rPr>
        <w:t>اور موسى عليہ السلام كو صندوق مي</w:t>
      </w:r>
      <w:r w:rsidR="007D6C9B">
        <w:rPr>
          <w:rtl/>
        </w:rPr>
        <w:t xml:space="preserve">ں </w:t>
      </w:r>
      <w:r>
        <w:rPr>
          <w:rtl/>
        </w:rPr>
        <w:t>سے نكال كر گود مي</w:t>
      </w:r>
      <w:r w:rsidR="007D6C9B">
        <w:rPr>
          <w:rtl/>
        </w:rPr>
        <w:t xml:space="preserve">ں </w:t>
      </w:r>
      <w:r>
        <w:rPr>
          <w:rtl/>
        </w:rPr>
        <w:t>لے رہے ہي</w:t>
      </w:r>
      <w:r w:rsidR="007D6C9B">
        <w:rPr>
          <w:rtl/>
        </w:rPr>
        <w:t xml:space="preserve">ں </w:t>
      </w:r>
      <w:r>
        <w:rPr>
          <w:rtl/>
        </w:rPr>
        <w:t xml:space="preserve">_ </w:t>
      </w:r>
    </w:p>
    <w:p w:rsidR="00DE2D7F" w:rsidRDefault="00DE2D7F" w:rsidP="00D07B54">
      <w:pPr>
        <w:pStyle w:val="libNormal"/>
        <w:rPr>
          <w:rtl/>
        </w:rPr>
      </w:pPr>
      <w:r>
        <w:rPr>
          <w:rtl/>
        </w:rPr>
        <w:t>''مگر وہ لوگ اس بہن كى ا س كيفيت حال سے بے خبر تھے_''_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بہر حال ارادہ الہى يہ تھا كہ يہ طفل نوزاد جلد اپنى ما</w:t>
      </w:r>
      <w:r w:rsidR="007D6C9B">
        <w:rPr>
          <w:rtl/>
        </w:rPr>
        <w:t xml:space="preserve">ں </w:t>
      </w:r>
      <w:r>
        <w:rPr>
          <w:rtl/>
        </w:rPr>
        <w:t>كے پاس واپس جائے اور اس كے دل كو قرار آئے_اس ليے فرمايا گيا ہے :''ہم نے تمام دودھ پلانے والى عورتو</w:t>
      </w:r>
      <w:r w:rsidR="007D6C9B">
        <w:rPr>
          <w:rtl/>
        </w:rPr>
        <w:t xml:space="preserve">ں </w:t>
      </w:r>
      <w:r>
        <w:rPr>
          <w:rtl/>
        </w:rPr>
        <w:t>كو اس پر حرام كرديا تھا''_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 xml:space="preserve">يہ طبيعى ہے كہ شير خوار نوزاد چندگھنٹے گزرتے ہى بھوك سے رونے لگتا ہے اور بے تاب ہوجاتا ہے_ درين حال لازم تھا كہ موسى عليہ السلام كو دودھ پلانے كے ليے كسى عورت كى تلاش كى جاتي_ خصوصاً جبكہ ملكہ مصر اس بچے سے نہايت دل بستگى ركھتى تھى اور اسے اپنى جان كے برابر عزيز ركھتى تھي_ </w:t>
      </w:r>
    </w:p>
    <w:p w:rsidR="00DE2D7F" w:rsidRDefault="00DE2D7F" w:rsidP="00D07B54">
      <w:pPr>
        <w:pStyle w:val="libNormal"/>
        <w:rPr>
          <w:rtl/>
        </w:rPr>
      </w:pPr>
      <w:r>
        <w:rPr>
          <w:rtl/>
        </w:rPr>
        <w:t>محل كے تمام خدام حركت مي</w:t>
      </w:r>
      <w:r w:rsidR="007D6C9B">
        <w:rPr>
          <w:rtl/>
        </w:rPr>
        <w:t xml:space="preserve">ں </w:t>
      </w:r>
      <w:r>
        <w:rPr>
          <w:rtl/>
        </w:rPr>
        <w:t xml:space="preserve">آگئے اور دربدر كسى دودھ پلانے والى كو تلاش كرنے لگے_مگر يہ عجيب بات تھى كہ وہ كسى كا دودھ پيتا ہى نہ تھا_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قصص آيت</w:t>
      </w:r>
      <w:r w:rsidR="00E664BB">
        <w:rPr>
          <w:rtl/>
        </w:rPr>
        <w:t>11</w:t>
      </w:r>
      <w:r>
        <w:rPr>
          <w:rtl/>
        </w:rPr>
        <w:t xml:space="preserve"> </w:t>
      </w:r>
    </w:p>
    <w:p w:rsidR="00DE2D7F" w:rsidRDefault="00DE2D7F" w:rsidP="00D07B54">
      <w:pPr>
        <w:pStyle w:val="libFootnote"/>
        <w:rPr>
          <w:rtl/>
        </w:rPr>
      </w:pPr>
      <w:r>
        <w:rPr>
          <w:rtl/>
        </w:rPr>
        <w:t>(</w:t>
      </w:r>
      <w:r w:rsidR="00E664BB">
        <w:rPr>
          <w:rtl/>
        </w:rPr>
        <w:t>2</w:t>
      </w:r>
      <w:r>
        <w:rPr>
          <w:rtl/>
        </w:rPr>
        <w:t>)سورہ قصص آيت</w:t>
      </w:r>
      <w:r w:rsidR="00E664BB">
        <w:rPr>
          <w:rtl/>
        </w:rPr>
        <w:t>11</w:t>
      </w:r>
      <w:r>
        <w:rPr>
          <w:rtl/>
        </w:rPr>
        <w:t xml:space="preserve"> </w:t>
      </w:r>
    </w:p>
    <w:p w:rsidR="00DE2D7F" w:rsidRDefault="00DE2D7F" w:rsidP="00D07B54">
      <w:pPr>
        <w:pStyle w:val="libFootnote"/>
        <w:rPr>
          <w:rtl/>
        </w:rPr>
      </w:pPr>
      <w:r>
        <w:rPr>
          <w:rtl/>
        </w:rPr>
        <w:t>(</w:t>
      </w:r>
      <w:r w:rsidR="00E664BB">
        <w:rPr>
          <w:rtl/>
        </w:rPr>
        <w:t>3</w:t>
      </w:r>
      <w:r>
        <w:rPr>
          <w:rtl/>
        </w:rPr>
        <w:t>)سورہ قصص آيت</w:t>
      </w:r>
      <w:r w:rsidR="00E664BB">
        <w:rPr>
          <w:rtl/>
        </w:rPr>
        <w:t>12</w:t>
      </w:r>
      <w:r>
        <w:rPr>
          <w:rtl/>
        </w:rPr>
        <w:t xml:space="preserve"> </w:t>
      </w:r>
    </w:p>
    <w:p w:rsidR="008D2E4C" w:rsidRDefault="001648F9" w:rsidP="00D07B54">
      <w:pPr>
        <w:pStyle w:val="libNormal"/>
        <w:rPr>
          <w:rtl/>
        </w:rPr>
      </w:pPr>
      <w:r>
        <w:rPr>
          <w:rtl/>
        </w:rPr>
        <w:t xml:space="preserve"> </w:t>
      </w:r>
      <w:r>
        <w:rPr>
          <w:rtl/>
        </w:rPr>
        <w:br w:type="page"/>
      </w:r>
    </w:p>
    <w:p w:rsidR="008D2E4C" w:rsidRDefault="008D2E4C" w:rsidP="00D07B54">
      <w:pPr>
        <w:pStyle w:val="libNormal"/>
        <w:rPr>
          <w:rtl/>
        </w:rPr>
      </w:pPr>
    </w:p>
    <w:p w:rsidR="00DE2D7F" w:rsidRDefault="00DE2D7F" w:rsidP="00D07B54">
      <w:pPr>
        <w:pStyle w:val="libNormal"/>
        <w:rPr>
          <w:rtl/>
        </w:rPr>
      </w:pPr>
      <w:r>
        <w:rPr>
          <w:rtl/>
        </w:rPr>
        <w:t>ممكن ہے كہ وہ بچہ ان عورتو</w:t>
      </w:r>
      <w:r w:rsidR="007D6C9B">
        <w:rPr>
          <w:rtl/>
        </w:rPr>
        <w:t xml:space="preserve">ں </w:t>
      </w:r>
      <w:r>
        <w:rPr>
          <w:rtl/>
        </w:rPr>
        <w:t>كى صورت ہى سے ڈرتا ہو اور ان كے دودھ كا مزہ(جس سے وہ آشنا نہ تھا) اسے اس كا ذائقہ ناگوار اور تلخ محسوس ہوتا ہو_اس بچے كا طور كچھ اس طرح كا تھا گويا كہ ان (دودھ پلانے والي)عورتو</w:t>
      </w:r>
      <w:r w:rsidR="007D6C9B">
        <w:rPr>
          <w:rtl/>
        </w:rPr>
        <w:t xml:space="preserve">ں </w:t>
      </w:r>
      <w:r>
        <w:rPr>
          <w:rtl/>
        </w:rPr>
        <w:t>كى گود سے اچھل كے دورجاگرے در اصل يہ خدا كى طرف سے''تحريم تكويني''تھى كہ اس نے تمام عورتو</w:t>
      </w:r>
      <w:r w:rsidR="007D6C9B">
        <w:rPr>
          <w:rtl/>
        </w:rPr>
        <w:t xml:space="preserve">ں </w:t>
      </w:r>
      <w:r>
        <w:rPr>
          <w:rtl/>
        </w:rPr>
        <w:t xml:space="preserve">كو اس پر حرام كرديا تھا_ </w:t>
      </w:r>
    </w:p>
    <w:p w:rsidR="00DE2D7F" w:rsidRDefault="00DE2D7F" w:rsidP="00D07B54">
      <w:pPr>
        <w:pStyle w:val="libNormal"/>
        <w:rPr>
          <w:rtl/>
        </w:rPr>
      </w:pPr>
      <w:r>
        <w:rPr>
          <w:rtl/>
        </w:rPr>
        <w:t>بچہ لحظہ بہ لحظہ زيادہ بھوكا اور زيادہ بيتاب ہوتا جاتا تھا_ بار بار رورہا تھا اور اس كى آواز سے فرعون كے محل مي</w:t>
      </w:r>
      <w:r w:rsidR="007D6C9B">
        <w:rPr>
          <w:rtl/>
        </w:rPr>
        <w:t xml:space="preserve">ں </w:t>
      </w:r>
      <w:r>
        <w:rPr>
          <w:rtl/>
        </w:rPr>
        <w:t xml:space="preserve">شور ہورہا تھا_ اور ملكہ كا دل لرز رہا تھا_ </w:t>
      </w:r>
    </w:p>
    <w:p w:rsidR="00DE2D7F" w:rsidRDefault="00DE2D7F" w:rsidP="00D07B54">
      <w:pPr>
        <w:pStyle w:val="libNormal"/>
        <w:rPr>
          <w:rtl/>
        </w:rPr>
      </w:pPr>
      <w:r>
        <w:rPr>
          <w:rtl/>
        </w:rPr>
        <w:t>خدمت پرمامور لوگو</w:t>
      </w:r>
      <w:r w:rsidR="007D6C9B">
        <w:rPr>
          <w:rtl/>
        </w:rPr>
        <w:t xml:space="preserve">ں </w:t>
      </w:r>
      <w:r>
        <w:rPr>
          <w:rtl/>
        </w:rPr>
        <w:t>نے اپنى تلاش كو تيز تر كرديا_ ناگہا</w:t>
      </w:r>
      <w:r w:rsidR="007D6C9B">
        <w:rPr>
          <w:rtl/>
        </w:rPr>
        <w:t xml:space="preserve">ں </w:t>
      </w:r>
      <w:r>
        <w:rPr>
          <w:rtl/>
        </w:rPr>
        <w:t>قريب ہى انھي</w:t>
      </w:r>
      <w:r w:rsidR="007D6C9B">
        <w:rPr>
          <w:rtl/>
        </w:rPr>
        <w:t xml:space="preserve">ں </w:t>
      </w:r>
      <w:r>
        <w:rPr>
          <w:rtl/>
        </w:rPr>
        <w:t>ايك لڑكى مل جاتى ہے_ وہ ان سے يہ كہتى ہے:مي</w:t>
      </w:r>
      <w:r w:rsidR="007D6C9B">
        <w:rPr>
          <w:rtl/>
        </w:rPr>
        <w:t xml:space="preserve">ں </w:t>
      </w:r>
      <w:r>
        <w:rPr>
          <w:rtl/>
        </w:rPr>
        <w:t>ايك ايسے خاندان كو جانتى ہو</w:t>
      </w:r>
      <w:r w:rsidR="007D6C9B">
        <w:rPr>
          <w:rtl/>
        </w:rPr>
        <w:t xml:space="preserve">ں </w:t>
      </w:r>
      <w:r>
        <w:rPr>
          <w:rtl/>
        </w:rPr>
        <w:t>جو اس بچے كى كفالت كرسكتا ہے_ وہ لوگ اس كے ساتھ اچھا سلوك كري</w:t>
      </w:r>
      <w:r w:rsidR="007D6C9B">
        <w:rPr>
          <w:rtl/>
        </w:rPr>
        <w:t xml:space="preserve">ں </w:t>
      </w:r>
      <w:r>
        <w:rPr>
          <w:rtl/>
        </w:rPr>
        <w:t xml:space="preserve">گے_ </w:t>
      </w:r>
    </w:p>
    <w:p w:rsidR="00DE2D7F" w:rsidRDefault="00DE2D7F" w:rsidP="00D07B54">
      <w:pPr>
        <w:pStyle w:val="libNormal"/>
        <w:rPr>
          <w:rtl/>
        </w:rPr>
      </w:pPr>
      <w:r>
        <w:rPr>
          <w:rtl/>
        </w:rPr>
        <w:t>''كيا تم لوگ يہ پسند كروگے كہ مي</w:t>
      </w:r>
      <w:r w:rsidR="007D6C9B">
        <w:rPr>
          <w:rtl/>
        </w:rPr>
        <w:t xml:space="preserve">ں </w:t>
      </w:r>
      <w:r>
        <w:rPr>
          <w:rtl/>
        </w:rPr>
        <w:t>تمہي</w:t>
      </w:r>
      <w:r w:rsidR="007D6C9B">
        <w:rPr>
          <w:rtl/>
        </w:rPr>
        <w:t xml:space="preserve">ں </w:t>
      </w:r>
      <w:r>
        <w:rPr>
          <w:rtl/>
        </w:rPr>
        <w:t>وہا</w:t>
      </w:r>
      <w:r w:rsidR="007D6C9B">
        <w:rPr>
          <w:rtl/>
        </w:rPr>
        <w:t xml:space="preserve">ں </w:t>
      </w:r>
      <w:r>
        <w:rPr>
          <w:rtl/>
        </w:rPr>
        <w:t>لے چلو</w:t>
      </w:r>
      <w:r w:rsidR="007D6C9B">
        <w:rPr>
          <w:rtl/>
        </w:rPr>
        <w:t xml:space="preserve">ں </w:t>
      </w:r>
      <w:r>
        <w:rPr>
          <w:rtl/>
        </w:rPr>
        <w:t>''؟</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مي</w:t>
      </w:r>
      <w:r w:rsidR="007D6C9B">
        <w:rPr>
          <w:rtl/>
        </w:rPr>
        <w:t xml:space="preserve">ں </w:t>
      </w:r>
      <w:r>
        <w:rPr>
          <w:rtl/>
        </w:rPr>
        <w:t>بنى اسرائيل مي</w:t>
      </w:r>
      <w:r w:rsidR="007D6C9B">
        <w:rPr>
          <w:rtl/>
        </w:rPr>
        <w:t xml:space="preserve">ں </w:t>
      </w:r>
      <w:r>
        <w:rPr>
          <w:rtl/>
        </w:rPr>
        <w:t>سے ايك عورت كو جانتى ہو</w:t>
      </w:r>
      <w:r w:rsidR="007D6C9B">
        <w:rPr>
          <w:rtl/>
        </w:rPr>
        <w:t xml:space="preserve">ں </w:t>
      </w:r>
      <w:r>
        <w:rPr>
          <w:rtl/>
        </w:rPr>
        <w:t>جس كى چھاتيو</w:t>
      </w:r>
      <w:r w:rsidR="007D6C9B">
        <w:rPr>
          <w:rtl/>
        </w:rPr>
        <w:t xml:space="preserve">ں </w:t>
      </w:r>
      <w:r>
        <w:rPr>
          <w:rtl/>
        </w:rPr>
        <w:t>مي</w:t>
      </w:r>
      <w:r w:rsidR="007D6C9B">
        <w:rPr>
          <w:rtl/>
        </w:rPr>
        <w:t xml:space="preserve">ں </w:t>
      </w:r>
      <w:r>
        <w:rPr>
          <w:rtl/>
        </w:rPr>
        <w:t>دودھ ہے اور اس كا دل محبت سے بھرا ہوا ہے_ اس كا ايك بچہ تھا وہ اسے كھو چكى ہے_ وہ ضرور اس بچے كو جو محل مي</w:t>
      </w:r>
      <w:r w:rsidR="007D6C9B">
        <w:rPr>
          <w:rtl/>
        </w:rPr>
        <w:t xml:space="preserve">ں </w:t>
      </w:r>
      <w:r>
        <w:rPr>
          <w:rtl/>
        </w:rPr>
        <w:t xml:space="preserve">پيدا ہوا ہے،دودھ پلانے پر آمادہ ہوجائے گي_ </w:t>
      </w:r>
    </w:p>
    <w:p w:rsidR="00DE2D7F" w:rsidRDefault="00DE2D7F" w:rsidP="00D07B54">
      <w:pPr>
        <w:pStyle w:val="libNormal"/>
        <w:rPr>
          <w:rtl/>
        </w:rPr>
      </w:pPr>
      <w:r>
        <w:rPr>
          <w:rtl/>
        </w:rPr>
        <w:t>وہ تلاش كرنے والے خدام يہ سن كر خوش ہوگئے اور موسى عليہ السلام كى ما</w:t>
      </w:r>
      <w:r w:rsidR="007D6C9B">
        <w:rPr>
          <w:rtl/>
        </w:rPr>
        <w:t xml:space="preserve">ں </w:t>
      </w:r>
      <w:r>
        <w:rPr>
          <w:rtl/>
        </w:rPr>
        <w:t>كو فرعون كے محل مي</w:t>
      </w:r>
      <w:r w:rsidR="007D6C9B">
        <w:rPr>
          <w:rtl/>
        </w:rPr>
        <w:t xml:space="preserve">ں </w:t>
      </w:r>
      <w:r>
        <w:rPr>
          <w:rtl/>
        </w:rPr>
        <w:t>لے گئے_ اس بچے نے جونہى اپنى ما</w:t>
      </w:r>
      <w:r w:rsidR="007D6C9B">
        <w:rPr>
          <w:rtl/>
        </w:rPr>
        <w:t xml:space="preserve">ں </w:t>
      </w:r>
      <w:r>
        <w:rPr>
          <w:rtl/>
        </w:rPr>
        <w:t>كى خوشبو سونگھى اس كا دودھ پينے لگا_ اور اپنى ما</w:t>
      </w:r>
      <w:r w:rsidR="007D6C9B">
        <w:rPr>
          <w:rtl/>
        </w:rPr>
        <w:t xml:space="preserve">ں </w:t>
      </w:r>
      <w:r>
        <w:rPr>
          <w:rtl/>
        </w:rPr>
        <w:t>كا روحانى رس چوس كر اس مي</w:t>
      </w:r>
      <w:r w:rsidR="007D6C9B">
        <w:rPr>
          <w:rtl/>
        </w:rPr>
        <w:t xml:space="preserve">ں </w:t>
      </w:r>
      <w:r>
        <w:rPr>
          <w:rtl/>
        </w:rPr>
        <w:t>جان تازہ آگئي_اسكى آنكھو</w:t>
      </w:r>
      <w:r w:rsidR="007D6C9B">
        <w:rPr>
          <w:rtl/>
        </w:rPr>
        <w:t xml:space="preserve">ں </w:t>
      </w:r>
      <w:r>
        <w:rPr>
          <w:rtl/>
        </w:rPr>
        <w:t>مي</w:t>
      </w:r>
      <w:r w:rsidR="007D6C9B">
        <w:rPr>
          <w:rtl/>
        </w:rPr>
        <w:t xml:space="preserve">ں </w:t>
      </w:r>
      <w:r>
        <w:rPr>
          <w:rtl/>
        </w:rPr>
        <w:t xml:space="preserve">خوشى كا نور چمكنے لگا_ </w:t>
      </w:r>
    </w:p>
    <w:p w:rsidR="00DE2D7F" w:rsidRDefault="00DE2D7F" w:rsidP="00D07B54">
      <w:pPr>
        <w:pStyle w:val="libNormal"/>
        <w:rPr>
          <w:rtl/>
        </w:rPr>
      </w:pPr>
      <w:r>
        <w:rPr>
          <w:rtl/>
        </w:rPr>
        <w:t>اس وقت وہ خدام جو ڈھونڈ ڈھونڈ كے تھك گئے تھے_ بہت ہى زيادہ خوش و خرم تھے_ فرعون كى بيوى بھى اس وقت اپنى خوشى كو نہ چھپا سكي_ممكن ہے اس وقت لوگو</w:t>
      </w:r>
      <w:r w:rsidR="007D6C9B">
        <w:rPr>
          <w:rtl/>
        </w:rPr>
        <w:t xml:space="preserve">ں </w:t>
      </w:r>
      <w:r>
        <w:rPr>
          <w:rtl/>
        </w:rPr>
        <w:t>نے كہا ہوكہ تو كہا</w:t>
      </w:r>
      <w:r w:rsidR="007D6C9B">
        <w:rPr>
          <w:rtl/>
        </w:rPr>
        <w:t xml:space="preserve">ں </w:t>
      </w:r>
      <w:r>
        <w:rPr>
          <w:rtl/>
        </w:rPr>
        <w:t xml:space="preserve">چلى گئي تھي_ہم تجھے ڈھونڈ ڈھونڈ كے تھك گئے _ تجھ پر اورتيرے شير مشكل كشا پر آفرين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قصص آيت</w:t>
      </w:r>
      <w:r w:rsidR="00E664BB">
        <w:rPr>
          <w:rtl/>
        </w:rPr>
        <w:t>12</w:t>
      </w:r>
      <w:r>
        <w:rPr>
          <w:rtl/>
        </w:rPr>
        <w:t xml:space="preserve"> </w:t>
      </w:r>
    </w:p>
    <w:p w:rsidR="004B1F23" w:rsidRDefault="001648F9" w:rsidP="00D07B54">
      <w:pPr>
        <w:pStyle w:val="libNormal"/>
        <w:rPr>
          <w:rtl/>
        </w:rPr>
      </w:pPr>
      <w:r>
        <w:rPr>
          <w:rtl/>
        </w:rPr>
        <w:t xml:space="preserve"> </w:t>
      </w:r>
      <w:r>
        <w:rPr>
          <w:rtl/>
        </w:rPr>
        <w:br w:type="page"/>
      </w:r>
    </w:p>
    <w:p w:rsidR="004B1F23" w:rsidRDefault="004B1F23" w:rsidP="00D07B54">
      <w:pPr>
        <w:pStyle w:val="libNormal"/>
        <w:rPr>
          <w:rtl/>
        </w:rPr>
      </w:pPr>
    </w:p>
    <w:p w:rsidR="004B1F23" w:rsidRDefault="00DE2D7F" w:rsidP="00D07B54">
      <w:pPr>
        <w:pStyle w:val="Heading2Center"/>
        <w:rPr>
          <w:rtl/>
        </w:rPr>
      </w:pPr>
      <w:bookmarkStart w:id="208" w:name="_Toc7268605"/>
      <w:r>
        <w:rPr>
          <w:rtl/>
        </w:rPr>
        <w:t>صرف تيرا ہى دودھ كيو</w:t>
      </w:r>
      <w:r w:rsidR="007D6C9B">
        <w:rPr>
          <w:rtl/>
        </w:rPr>
        <w:t xml:space="preserve">ں </w:t>
      </w:r>
      <w:r>
        <w:rPr>
          <w:rtl/>
        </w:rPr>
        <w:t>پيا</w:t>
      </w:r>
      <w:bookmarkEnd w:id="208"/>
    </w:p>
    <w:p w:rsidR="00DE2D7F" w:rsidRDefault="00DE2D7F" w:rsidP="00D07B54">
      <w:pPr>
        <w:pStyle w:val="libNormal"/>
        <w:rPr>
          <w:rtl/>
        </w:rPr>
      </w:pPr>
      <w:r>
        <w:rPr>
          <w:rtl/>
        </w:rPr>
        <w:t xml:space="preserve"> جس وقت حضرت موسى عليہ السلام ما</w:t>
      </w:r>
      <w:r w:rsidR="007D6C9B">
        <w:rPr>
          <w:rtl/>
        </w:rPr>
        <w:t xml:space="preserve">ں </w:t>
      </w:r>
      <w:r>
        <w:rPr>
          <w:rtl/>
        </w:rPr>
        <w:t>كا دودھ پينے لگے،فرعون كے وزير ہامان نے كہا: مجھے لگتا ہے كہ تو ہى اسكى ما</w:t>
      </w:r>
      <w:r w:rsidR="007D6C9B">
        <w:rPr>
          <w:rtl/>
        </w:rPr>
        <w:t xml:space="preserve">ں </w:t>
      </w:r>
      <w:r>
        <w:rPr>
          <w:rtl/>
        </w:rPr>
        <w:t>ہے_ بچے نے ان تمام عورتو</w:t>
      </w:r>
      <w:r w:rsidR="007D6C9B">
        <w:rPr>
          <w:rtl/>
        </w:rPr>
        <w:t xml:space="preserve">ں </w:t>
      </w:r>
      <w:r>
        <w:rPr>
          <w:rtl/>
        </w:rPr>
        <w:t>مي</w:t>
      </w:r>
      <w:r w:rsidR="007D6C9B">
        <w:rPr>
          <w:rtl/>
        </w:rPr>
        <w:t xml:space="preserve">ں </w:t>
      </w:r>
      <w:r>
        <w:rPr>
          <w:rtl/>
        </w:rPr>
        <w:t>سے صرف تيرا ہى دودھ كيو</w:t>
      </w:r>
      <w:r w:rsidR="007D6C9B">
        <w:rPr>
          <w:rtl/>
        </w:rPr>
        <w:t xml:space="preserve">ں </w:t>
      </w:r>
      <w:r>
        <w:rPr>
          <w:rtl/>
        </w:rPr>
        <w:t xml:space="preserve">قبول كرليا؟ </w:t>
      </w:r>
    </w:p>
    <w:p w:rsidR="00DE2D7F" w:rsidRDefault="00DE2D7F" w:rsidP="00D07B54">
      <w:pPr>
        <w:pStyle w:val="libNormal"/>
        <w:rPr>
          <w:rtl/>
        </w:rPr>
      </w:pPr>
      <w:r>
        <w:rPr>
          <w:rtl/>
        </w:rPr>
        <w:t>ما</w:t>
      </w:r>
      <w:r w:rsidR="007D6C9B">
        <w:rPr>
          <w:rtl/>
        </w:rPr>
        <w:t xml:space="preserve">ں </w:t>
      </w:r>
      <w:r>
        <w:rPr>
          <w:rtl/>
        </w:rPr>
        <w:t>نے كہا:اس كى وجہ يہ ہے كہ مي</w:t>
      </w:r>
      <w:r w:rsidR="007D6C9B">
        <w:rPr>
          <w:rtl/>
        </w:rPr>
        <w:t xml:space="preserve">ں </w:t>
      </w:r>
      <w:r>
        <w:rPr>
          <w:rtl/>
        </w:rPr>
        <w:t>ايسى عورت ہو</w:t>
      </w:r>
      <w:r w:rsidR="007D6C9B">
        <w:rPr>
          <w:rtl/>
        </w:rPr>
        <w:t xml:space="preserve">ں </w:t>
      </w:r>
      <w:r>
        <w:rPr>
          <w:rtl/>
        </w:rPr>
        <w:t>جس كے دودھ مي</w:t>
      </w:r>
      <w:r w:rsidR="007D6C9B">
        <w:rPr>
          <w:rtl/>
        </w:rPr>
        <w:t xml:space="preserve">ں </w:t>
      </w:r>
      <w:r>
        <w:rPr>
          <w:rtl/>
        </w:rPr>
        <w:t>سے خوشبو آتى ہے_ ميرا دودھ نہايت شيري</w:t>
      </w:r>
      <w:r w:rsidR="007D6C9B">
        <w:rPr>
          <w:rtl/>
        </w:rPr>
        <w:t xml:space="preserve">ں </w:t>
      </w:r>
      <w:r>
        <w:rPr>
          <w:rtl/>
        </w:rPr>
        <w:t xml:space="preserve">ہے_ اب تك جو بچہ بھى مجھے سپرد كيا گيا ہے_ وہ فوراً ہى ميرا دودھ پينے لگتا ہے_ </w:t>
      </w:r>
    </w:p>
    <w:p w:rsidR="00DE2D7F" w:rsidRDefault="00DE2D7F" w:rsidP="00D07B54">
      <w:pPr>
        <w:pStyle w:val="libNormal"/>
        <w:rPr>
          <w:rtl/>
        </w:rPr>
      </w:pPr>
      <w:r>
        <w:rPr>
          <w:rtl/>
        </w:rPr>
        <w:t>حاضرين دربار نے اس قول كى صداقت كو تسليم كرليا اور ہر ايك نے حضرت موسى عليہ السلام كى ما</w:t>
      </w:r>
      <w:r w:rsidR="007D6C9B">
        <w:rPr>
          <w:rtl/>
        </w:rPr>
        <w:t xml:space="preserve">ں </w:t>
      </w:r>
      <w:r>
        <w:rPr>
          <w:rtl/>
        </w:rPr>
        <w:t>كو گرا</w:t>
      </w:r>
      <w:r w:rsidR="007D6C9B">
        <w:rPr>
          <w:rtl/>
        </w:rPr>
        <w:t xml:space="preserve">ں </w:t>
      </w:r>
      <w:r>
        <w:rPr>
          <w:rtl/>
        </w:rPr>
        <w:t xml:space="preserve">بہا ہديے اور تحفے ديے_ </w:t>
      </w:r>
    </w:p>
    <w:p w:rsidR="00DE2D7F" w:rsidRDefault="00DE2D7F" w:rsidP="00D07B54">
      <w:pPr>
        <w:pStyle w:val="libNormal"/>
        <w:rPr>
          <w:rtl/>
        </w:rPr>
      </w:pPr>
      <w:r>
        <w:rPr>
          <w:rtl/>
        </w:rPr>
        <w:t>ايك حديث جو امام باقر عليہ السلام سے مروى ہے اس مي</w:t>
      </w:r>
      <w:r w:rsidR="007D6C9B">
        <w:rPr>
          <w:rtl/>
        </w:rPr>
        <w:t xml:space="preserve">ں </w:t>
      </w:r>
      <w:r>
        <w:rPr>
          <w:rtl/>
        </w:rPr>
        <w:t>منقول ہے كہ:''تين دن سے زيادہ كا عرصہ نہ گزرا تھا كہ خدانے كے بچے كواس كى ما</w:t>
      </w:r>
      <w:r w:rsidR="007D6C9B">
        <w:rPr>
          <w:rtl/>
        </w:rPr>
        <w:t xml:space="preserve">ں </w:t>
      </w:r>
      <w:r>
        <w:rPr>
          <w:rtl/>
        </w:rPr>
        <w:t xml:space="preserve">كے پاس لوٹا ديا''_ </w:t>
      </w:r>
    </w:p>
    <w:p w:rsidR="00DE2D7F" w:rsidRDefault="00DE2D7F" w:rsidP="00D07B54">
      <w:pPr>
        <w:pStyle w:val="libNormal"/>
        <w:rPr>
          <w:rtl/>
        </w:rPr>
      </w:pPr>
      <w:r>
        <w:rPr>
          <w:rtl/>
        </w:rPr>
        <w:t>بعض اہل دانش كا قول ہے كہ حضرت موسى عليہ السلام كے ليے يہ''تحريم تكويني''(يعنى دوسرى عورتو</w:t>
      </w:r>
      <w:r w:rsidR="007D6C9B">
        <w:rPr>
          <w:rtl/>
        </w:rPr>
        <w:t xml:space="preserve">ں </w:t>
      </w:r>
      <w:r>
        <w:rPr>
          <w:rtl/>
        </w:rPr>
        <w:t>كا حرام كيا جانا)اس سبب سے تھاكہ خدا يہ نہي</w:t>
      </w:r>
      <w:r w:rsidR="007D6C9B">
        <w:rPr>
          <w:rtl/>
        </w:rPr>
        <w:t xml:space="preserve">ں </w:t>
      </w:r>
      <w:r>
        <w:rPr>
          <w:rtl/>
        </w:rPr>
        <w:t xml:space="preserve">چاہتا تھا كہ ميرا فرستادہ پيغمبر ايسا دودھ پيئے جو حرام سے آلودہ ہو اور ايسا مال كھاكے بنا ہو جو چوري،نا جائز ذرائع،رشوت اور حق الناس كو غصب كركے حاصل كيا گيا ہو_ </w:t>
      </w:r>
    </w:p>
    <w:p w:rsidR="00DE2D7F" w:rsidRDefault="00DE2D7F" w:rsidP="00D07B54">
      <w:pPr>
        <w:pStyle w:val="libNormal"/>
        <w:rPr>
          <w:rtl/>
        </w:rPr>
      </w:pPr>
      <w:r>
        <w:rPr>
          <w:rtl/>
        </w:rPr>
        <w:t>خدا كى مشيت يہ تھى كہ حضرت موسى عليہ السلام اپنى صالحہ ما</w:t>
      </w:r>
      <w:r w:rsidR="007D6C9B">
        <w:rPr>
          <w:rtl/>
        </w:rPr>
        <w:t xml:space="preserve">ں </w:t>
      </w:r>
      <w:r>
        <w:rPr>
          <w:rtl/>
        </w:rPr>
        <w:t>كے پاك دودھ سے غذا حاصل كري</w:t>
      </w:r>
      <w:r w:rsidR="007D6C9B">
        <w:rPr>
          <w:rtl/>
        </w:rPr>
        <w:t xml:space="preserve">ں </w:t>
      </w:r>
      <w:r>
        <w:rPr>
          <w:rtl/>
        </w:rPr>
        <w:t>_تاكہ وہ اہل دنيا كے شر كے خلاف ڈٹ جائي</w:t>
      </w:r>
      <w:r w:rsidR="007D6C9B">
        <w:rPr>
          <w:rtl/>
        </w:rPr>
        <w:t xml:space="preserve">ں </w:t>
      </w:r>
      <w:r>
        <w:rPr>
          <w:rtl/>
        </w:rPr>
        <w:t>اور اہل شروفساد سے نبردآزمائي كرسكي</w:t>
      </w:r>
      <w:r w:rsidR="007D6C9B">
        <w:rPr>
          <w:rtl/>
        </w:rPr>
        <w:t xml:space="preserve">ں </w:t>
      </w:r>
      <w:r>
        <w:rPr>
          <w:rtl/>
        </w:rPr>
        <w:t xml:space="preserve">_ </w:t>
      </w:r>
    </w:p>
    <w:p w:rsidR="00DE2D7F" w:rsidRDefault="00DE2D7F" w:rsidP="00D07B54">
      <w:pPr>
        <w:pStyle w:val="libNormal"/>
        <w:rPr>
          <w:rtl/>
        </w:rPr>
      </w:pPr>
      <w:r>
        <w:rPr>
          <w:rtl/>
        </w:rPr>
        <w:t>''ہم نے اس طرح موسى عليہ السلام كو اس كى ما</w:t>
      </w:r>
      <w:r w:rsidR="007D6C9B">
        <w:rPr>
          <w:rtl/>
        </w:rPr>
        <w:t xml:space="preserve">ں </w:t>
      </w:r>
      <w:r>
        <w:rPr>
          <w:rtl/>
        </w:rPr>
        <w:t>كے پاس لوٹا ديا_تاكہ اس كى آنكھي</w:t>
      </w:r>
      <w:r w:rsidR="007D6C9B">
        <w:rPr>
          <w:rtl/>
        </w:rPr>
        <w:t xml:space="preserve">ں </w:t>
      </w:r>
      <w:r>
        <w:rPr>
          <w:rtl/>
        </w:rPr>
        <w:t>روشن ہوجائي</w:t>
      </w:r>
      <w:r w:rsidR="007D6C9B">
        <w:rPr>
          <w:rtl/>
        </w:rPr>
        <w:t xml:space="preserve">ں </w:t>
      </w:r>
      <w:r>
        <w:rPr>
          <w:rtl/>
        </w:rPr>
        <w:t>اور اس كے دل مي</w:t>
      </w:r>
      <w:r w:rsidR="007D6C9B">
        <w:rPr>
          <w:rtl/>
        </w:rPr>
        <w:t xml:space="preserve">ں </w:t>
      </w:r>
      <w:r>
        <w:rPr>
          <w:rtl/>
        </w:rPr>
        <w:t>غم واندوہ باقى نہ رہے اور وہ يہ جان لے كہ خدا كا وعدہ حق ہے_ اگر چہ اكثر لوگ يہ نہي</w:t>
      </w:r>
      <w:r w:rsidR="007D6C9B">
        <w:rPr>
          <w:rtl/>
        </w:rPr>
        <w:t xml:space="preserve">ں </w:t>
      </w:r>
      <w:r>
        <w:rPr>
          <w:rtl/>
        </w:rPr>
        <w:t>جانتے''_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قصص آيت </w:t>
      </w:r>
      <w:r w:rsidR="00E664BB">
        <w:rPr>
          <w:rtl/>
        </w:rPr>
        <w:t>13</w:t>
      </w:r>
      <w:r>
        <w:rPr>
          <w:rtl/>
        </w:rPr>
        <w:t xml:space="preserve"> </w:t>
      </w:r>
    </w:p>
    <w:p w:rsidR="004B1F23" w:rsidRDefault="001648F9" w:rsidP="00D07B54">
      <w:pPr>
        <w:pStyle w:val="libNormal"/>
        <w:rPr>
          <w:rtl/>
        </w:rPr>
      </w:pPr>
      <w:r>
        <w:rPr>
          <w:rtl/>
        </w:rPr>
        <w:t xml:space="preserve"> </w:t>
      </w:r>
      <w:r>
        <w:rPr>
          <w:rtl/>
        </w:rPr>
        <w:br w:type="page"/>
      </w:r>
    </w:p>
    <w:p w:rsidR="004B1F23" w:rsidRDefault="004B1F23" w:rsidP="00D07B54">
      <w:pPr>
        <w:pStyle w:val="libNormal"/>
        <w:rPr>
          <w:rtl/>
        </w:rPr>
      </w:pPr>
    </w:p>
    <w:p w:rsidR="00DE2D7F" w:rsidRDefault="00DE2D7F" w:rsidP="00D07B54">
      <w:pPr>
        <w:pStyle w:val="libNormal"/>
        <w:rPr>
          <w:rtl/>
        </w:rPr>
      </w:pPr>
      <w:r>
        <w:rPr>
          <w:rtl/>
        </w:rPr>
        <w:t>اس مقام پر ايك سوال پيدا ہوتا ہے اور وہ يہ ہے كہ:كيا وابستگان فرعون نے موسى عليہ السلام كو پورے طور سے ما</w:t>
      </w:r>
      <w:r w:rsidR="007D6C9B">
        <w:rPr>
          <w:rtl/>
        </w:rPr>
        <w:t xml:space="preserve">ں </w:t>
      </w:r>
      <w:r>
        <w:rPr>
          <w:rtl/>
        </w:rPr>
        <w:t>كے سپرد كرديا تھا كہ وہ اسے گھر لے جائے اور دودھ پلايا كرے اور دوران رضاعت روزانہ يا كبھى كبھى بچے كو محل مي</w:t>
      </w:r>
      <w:r w:rsidR="007D6C9B">
        <w:rPr>
          <w:rtl/>
        </w:rPr>
        <w:t xml:space="preserve">ں </w:t>
      </w:r>
      <w:r>
        <w:rPr>
          <w:rtl/>
        </w:rPr>
        <w:t>لايا كرے تا كہ ملكہ مصر اسے ديكھ ليا كرے يا يہ كہ بچہ محل ہى مي</w:t>
      </w:r>
      <w:r w:rsidR="007D6C9B">
        <w:rPr>
          <w:rtl/>
        </w:rPr>
        <w:t xml:space="preserve">ں </w:t>
      </w:r>
      <w:r>
        <w:rPr>
          <w:rtl/>
        </w:rPr>
        <w:t>رہتا تھا اور موسى عليہ السلام كى ما</w:t>
      </w:r>
      <w:r w:rsidR="007D6C9B">
        <w:rPr>
          <w:rtl/>
        </w:rPr>
        <w:t xml:space="preserve">ں </w:t>
      </w:r>
      <w:r>
        <w:rPr>
          <w:rtl/>
        </w:rPr>
        <w:t>معين اوقات مي</w:t>
      </w:r>
      <w:r w:rsidR="007D6C9B">
        <w:rPr>
          <w:rtl/>
        </w:rPr>
        <w:t xml:space="preserve">ں </w:t>
      </w:r>
      <w:r>
        <w:rPr>
          <w:rtl/>
        </w:rPr>
        <w:t xml:space="preserve">آكر اسے دودھ پلاجاتى تھي؟ </w:t>
      </w:r>
    </w:p>
    <w:p w:rsidR="00DE2D7F" w:rsidRDefault="00DE2D7F" w:rsidP="00D07B54">
      <w:pPr>
        <w:pStyle w:val="libNormal"/>
        <w:rPr>
          <w:rtl/>
        </w:rPr>
      </w:pPr>
      <w:r>
        <w:rPr>
          <w:rtl/>
        </w:rPr>
        <w:t>مذكورہ بالا دونو</w:t>
      </w:r>
      <w:r w:rsidR="007D6C9B">
        <w:rPr>
          <w:rtl/>
        </w:rPr>
        <w:t xml:space="preserve">ں </w:t>
      </w:r>
      <w:r>
        <w:rPr>
          <w:rtl/>
        </w:rPr>
        <w:t>احتمالات كے ليے ہمارے پاس كوئي واضح دليا نہي</w:t>
      </w:r>
      <w:r w:rsidR="007D6C9B">
        <w:rPr>
          <w:rtl/>
        </w:rPr>
        <w:t xml:space="preserve">ں </w:t>
      </w:r>
      <w:r>
        <w:rPr>
          <w:rtl/>
        </w:rPr>
        <w:t xml:space="preserve">ہے_ ليكن احتمال اول زيادہ قرين قياس ہے_ </w:t>
      </w:r>
    </w:p>
    <w:p w:rsidR="00DE2D7F" w:rsidRDefault="00DE2D7F" w:rsidP="00D07B54">
      <w:pPr>
        <w:pStyle w:val="libNormal"/>
        <w:rPr>
          <w:rtl/>
        </w:rPr>
      </w:pPr>
      <w:r>
        <w:rPr>
          <w:rtl/>
        </w:rPr>
        <w:t xml:space="preserve">ايك اور سوال يہ ہے كہ: </w:t>
      </w:r>
    </w:p>
    <w:p w:rsidR="00DE2D7F" w:rsidRDefault="00DE2D7F" w:rsidP="00D07B54">
      <w:pPr>
        <w:pStyle w:val="libNormal"/>
        <w:rPr>
          <w:rtl/>
        </w:rPr>
      </w:pPr>
      <w:r>
        <w:rPr>
          <w:rtl/>
        </w:rPr>
        <w:t>آيا عرصہ شير خوارگى كے بعد حضرت موسى عليہ السلام فرعون كے محل مي</w:t>
      </w:r>
      <w:r w:rsidR="007D6C9B">
        <w:rPr>
          <w:rtl/>
        </w:rPr>
        <w:t xml:space="preserve">ں </w:t>
      </w:r>
      <w:r>
        <w:rPr>
          <w:rtl/>
        </w:rPr>
        <w:t>چلے گئے يا ان كا تعلق اپنى ما</w:t>
      </w:r>
      <w:r w:rsidR="007D6C9B">
        <w:rPr>
          <w:rtl/>
        </w:rPr>
        <w:t xml:space="preserve">ں </w:t>
      </w:r>
      <w:r>
        <w:rPr>
          <w:rtl/>
        </w:rPr>
        <w:t>اور خاندان كے ساتھ باقى رہا اور محل سے وہا</w:t>
      </w:r>
      <w:r w:rsidR="007D6C9B">
        <w:rPr>
          <w:rtl/>
        </w:rPr>
        <w:t xml:space="preserve">ں </w:t>
      </w:r>
      <w:r>
        <w:rPr>
          <w:rtl/>
        </w:rPr>
        <w:t xml:space="preserve">آتے جاتے رہے؟ </w:t>
      </w:r>
    </w:p>
    <w:p w:rsidR="00DE2D7F" w:rsidRDefault="00DE2D7F" w:rsidP="00D07B54">
      <w:pPr>
        <w:pStyle w:val="libNormal"/>
        <w:rPr>
          <w:rtl/>
        </w:rPr>
      </w:pPr>
      <w:r>
        <w:rPr>
          <w:rtl/>
        </w:rPr>
        <w:t>اس مسئلے كے متعلق بعض صاحبان نے يہ كہا ہے كہ شير خوار گى كے بعد آپ كى ما</w:t>
      </w:r>
      <w:r w:rsidR="007D6C9B">
        <w:rPr>
          <w:rtl/>
        </w:rPr>
        <w:t xml:space="preserve">ں </w:t>
      </w:r>
      <w:r>
        <w:rPr>
          <w:rtl/>
        </w:rPr>
        <w:t>نے انھي</w:t>
      </w:r>
      <w:r w:rsidR="007D6C9B">
        <w:rPr>
          <w:rtl/>
        </w:rPr>
        <w:t xml:space="preserve">ں </w:t>
      </w:r>
      <w:r>
        <w:rPr>
          <w:rtl/>
        </w:rPr>
        <w:t>فرعون اور اس كى بيوى آسيہ كے سپرد كرديا تھا اور حضرت موسى عليہ السلام ان دونو</w:t>
      </w:r>
      <w:r w:rsidR="007D6C9B">
        <w:rPr>
          <w:rtl/>
        </w:rPr>
        <w:t xml:space="preserve">ں </w:t>
      </w:r>
      <w:r>
        <w:rPr>
          <w:rtl/>
        </w:rPr>
        <w:t xml:space="preserve">كے پاس پرورش پاتے رہے_ </w:t>
      </w:r>
    </w:p>
    <w:p w:rsidR="00DE2D7F" w:rsidRDefault="00DE2D7F" w:rsidP="00D07B54">
      <w:pPr>
        <w:pStyle w:val="libNormal"/>
        <w:rPr>
          <w:rtl/>
        </w:rPr>
      </w:pPr>
      <w:r>
        <w:rPr>
          <w:rtl/>
        </w:rPr>
        <w:t>اس ضمن مي</w:t>
      </w:r>
      <w:r w:rsidR="007D6C9B">
        <w:rPr>
          <w:rtl/>
        </w:rPr>
        <w:t xml:space="preserve">ں </w:t>
      </w:r>
      <w:r>
        <w:rPr>
          <w:rtl/>
        </w:rPr>
        <w:t>راويو</w:t>
      </w:r>
      <w:r w:rsidR="007D6C9B">
        <w:rPr>
          <w:rtl/>
        </w:rPr>
        <w:t xml:space="preserve">ں </w:t>
      </w:r>
      <w:r>
        <w:rPr>
          <w:rtl/>
        </w:rPr>
        <w:t>نے فرعون كے ساتھ حضرت موسى عليہ السلام كى طفلانہ(مگر با معنى )باتو</w:t>
      </w:r>
      <w:r w:rsidR="007D6C9B">
        <w:rPr>
          <w:rtl/>
        </w:rPr>
        <w:t xml:space="preserve">ں </w:t>
      </w:r>
      <w:r>
        <w:rPr>
          <w:rtl/>
        </w:rPr>
        <w:t>كا ذكر كيا ہے كہ اس مقام پر ہم ان كو بعذر طول كلام كے پيش نظر قلم انداز كرتے ہي</w:t>
      </w:r>
      <w:r w:rsidR="007D6C9B">
        <w:rPr>
          <w:rtl/>
        </w:rPr>
        <w:t xml:space="preserve">ں </w:t>
      </w:r>
      <w:r>
        <w:rPr>
          <w:rtl/>
        </w:rPr>
        <w:t xml:space="preserve">_ ليكن فرعون كا يہ جملہ جے اس نے بعثت موسى عليہ السلام كے بعد كہا: </w:t>
      </w:r>
    </w:p>
    <w:p w:rsidR="00DE2D7F" w:rsidRDefault="00DE2D7F" w:rsidP="00D07B54">
      <w:pPr>
        <w:pStyle w:val="libNormal"/>
        <w:rPr>
          <w:rtl/>
        </w:rPr>
      </w:pPr>
      <w:r>
        <w:rPr>
          <w:rtl/>
        </w:rPr>
        <w:t>''كيا ہم نے تجھے بچپن مي</w:t>
      </w:r>
      <w:r w:rsidR="007D6C9B">
        <w:rPr>
          <w:rtl/>
        </w:rPr>
        <w:t xml:space="preserve">ں </w:t>
      </w:r>
      <w:r>
        <w:rPr>
          <w:rtl/>
        </w:rPr>
        <w:t>پرورش نہي</w:t>
      </w:r>
      <w:r w:rsidR="007D6C9B">
        <w:rPr>
          <w:rtl/>
        </w:rPr>
        <w:t xml:space="preserve">ں </w:t>
      </w:r>
      <w:r>
        <w:rPr>
          <w:rtl/>
        </w:rPr>
        <w:t>كيا اور كيا تو برسو</w:t>
      </w:r>
      <w:r w:rsidR="007D6C9B">
        <w:rPr>
          <w:rtl/>
        </w:rPr>
        <w:t xml:space="preserve">ں </w:t>
      </w:r>
      <w:r>
        <w:rPr>
          <w:rtl/>
        </w:rPr>
        <w:t>تك ہمارے درميان نہي</w:t>
      </w:r>
      <w:r w:rsidR="007D6C9B">
        <w:rPr>
          <w:rtl/>
        </w:rPr>
        <w:t xml:space="preserve">ں </w:t>
      </w:r>
      <w:r>
        <w:rPr>
          <w:rtl/>
        </w:rPr>
        <w:t>رہا''_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جملے سے معلوم ہوتا ہے كہ جناب موسى عليہ السلام چند سال تك فرعون كے محل مي</w:t>
      </w:r>
      <w:r w:rsidR="007D6C9B">
        <w:rPr>
          <w:rtl/>
        </w:rPr>
        <w:t xml:space="preserve">ں </w:t>
      </w:r>
      <w:r>
        <w:rPr>
          <w:rtl/>
        </w:rPr>
        <w:t xml:space="preserve">رہتے تھے_ </w:t>
      </w:r>
    </w:p>
    <w:p w:rsidR="00DE2D7F" w:rsidRDefault="00DE2D7F" w:rsidP="00D07B54">
      <w:pPr>
        <w:pStyle w:val="libNormal"/>
        <w:rPr>
          <w:rtl/>
        </w:rPr>
      </w:pPr>
      <w:r>
        <w:rPr>
          <w:rtl/>
        </w:rPr>
        <w:t>على ابن ابراھيم كى تفسير سے استفادہ ہوتا ہے كہ حضرت موسى عليہ السلام تازمانہ بلوغ فرعون كے محل مي</w:t>
      </w:r>
      <w:r w:rsidR="007D6C9B">
        <w:rPr>
          <w:rtl/>
        </w:rPr>
        <w:t xml:space="preserve">ں </w:t>
      </w:r>
      <w:r>
        <w:rPr>
          <w:rtl/>
        </w:rPr>
        <w:t>نہايت احترام كے ساتھ رہے_مگر ان كى توحيد كے بارے مي</w:t>
      </w:r>
      <w:r w:rsidR="007D6C9B">
        <w:rPr>
          <w:rtl/>
        </w:rPr>
        <w:t xml:space="preserve">ں </w:t>
      </w:r>
      <w:r>
        <w:rPr>
          <w:rtl/>
        </w:rPr>
        <w:t>واضح باتي</w:t>
      </w:r>
      <w:r w:rsidR="007D6C9B">
        <w:rPr>
          <w:rtl/>
        </w:rPr>
        <w:t xml:space="preserve">ں </w:t>
      </w:r>
      <w:r>
        <w:rPr>
          <w:rtl/>
        </w:rPr>
        <w:t>فرعون كو سخت ناگوار ہوتى تھي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18</w:t>
      </w:r>
      <w:r>
        <w:rPr>
          <w:rtl/>
        </w:rPr>
        <w:t xml:space="preserve"> </w:t>
      </w:r>
    </w:p>
    <w:p w:rsidR="004B1F23" w:rsidRDefault="001648F9" w:rsidP="00D07B54">
      <w:pPr>
        <w:pStyle w:val="libNormal"/>
        <w:rPr>
          <w:rtl/>
        </w:rPr>
      </w:pPr>
      <w:r>
        <w:rPr>
          <w:rtl/>
        </w:rPr>
        <w:t xml:space="preserve"> </w:t>
      </w:r>
      <w:r>
        <w:rPr>
          <w:rtl/>
        </w:rPr>
        <w:br w:type="page"/>
      </w:r>
    </w:p>
    <w:p w:rsidR="004B1F23" w:rsidRDefault="004B1F23" w:rsidP="00D07B54">
      <w:pPr>
        <w:pStyle w:val="libNormal"/>
        <w:rPr>
          <w:rtl/>
        </w:rPr>
      </w:pPr>
    </w:p>
    <w:p w:rsidR="00DE2D7F" w:rsidRDefault="00DE2D7F" w:rsidP="00D07B54">
      <w:pPr>
        <w:pStyle w:val="libNormal"/>
        <w:rPr>
          <w:rtl/>
        </w:rPr>
      </w:pPr>
      <w:r>
        <w:rPr>
          <w:rtl/>
        </w:rPr>
        <w:t>يہا</w:t>
      </w:r>
      <w:r w:rsidR="007D6C9B">
        <w:rPr>
          <w:rtl/>
        </w:rPr>
        <w:t xml:space="preserve">ں </w:t>
      </w:r>
      <w:r>
        <w:rPr>
          <w:rtl/>
        </w:rPr>
        <w:t>تك كہ اس نے انھي</w:t>
      </w:r>
      <w:r w:rsidR="007D6C9B">
        <w:rPr>
          <w:rtl/>
        </w:rPr>
        <w:t xml:space="preserve">ں </w:t>
      </w:r>
      <w:r>
        <w:rPr>
          <w:rtl/>
        </w:rPr>
        <w:t>قتل كرنے كا ارادہ كرليا_ حضرت موسى عليہ السلام اس خطرے كو بھاپ گئے اوربھاگ كر شہر مي</w:t>
      </w:r>
      <w:r w:rsidR="007D6C9B">
        <w:rPr>
          <w:rtl/>
        </w:rPr>
        <w:t xml:space="preserve">ں </w:t>
      </w:r>
      <w:r>
        <w:rPr>
          <w:rtl/>
        </w:rPr>
        <w:t>آگئے_ يہا</w:t>
      </w:r>
      <w:r w:rsidR="007D6C9B">
        <w:rPr>
          <w:rtl/>
        </w:rPr>
        <w:t xml:space="preserve">ں </w:t>
      </w:r>
      <w:r>
        <w:rPr>
          <w:rtl/>
        </w:rPr>
        <w:t>وہ اس واقعے سے دوچار ہوئے كہ دو آدمى لڑرہے تھے جن مي</w:t>
      </w:r>
      <w:r w:rsidR="007D6C9B">
        <w:rPr>
          <w:rtl/>
        </w:rPr>
        <w:t xml:space="preserve">ں </w:t>
      </w:r>
      <w:r>
        <w:rPr>
          <w:rtl/>
        </w:rPr>
        <w:t>سے ايك قبطى اور ايك سبطى تھا_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4B1F23" w:rsidRDefault="00DE2D7F" w:rsidP="00D07B54">
      <w:pPr>
        <w:pStyle w:val="Heading2Center"/>
        <w:rPr>
          <w:rtl/>
        </w:rPr>
      </w:pPr>
      <w:bookmarkStart w:id="209" w:name="_Toc7268606"/>
      <w:r>
        <w:rPr>
          <w:rtl/>
        </w:rPr>
        <w:t>موسى عليہ السلام مظلومو</w:t>
      </w:r>
      <w:r w:rsidR="007D6C9B">
        <w:rPr>
          <w:rtl/>
        </w:rPr>
        <w:t xml:space="preserve">ں </w:t>
      </w:r>
      <w:r>
        <w:rPr>
          <w:rtl/>
        </w:rPr>
        <w:t>كے مددگار كے طورپر</w:t>
      </w:r>
      <w:bookmarkEnd w:id="209"/>
    </w:p>
    <w:p w:rsidR="00DE2D7F" w:rsidRDefault="00DE2D7F" w:rsidP="00D07B54">
      <w:pPr>
        <w:pStyle w:val="libNormal"/>
        <w:rPr>
          <w:rtl/>
        </w:rPr>
      </w:pPr>
      <w:r>
        <w:rPr>
          <w:rtl/>
        </w:rPr>
        <w:t xml:space="preserve"> اب ہم حضرت موسى عليہ السلام كى نشيب و فراز سے بھرپور زندگى كے تيسرے دور كو ملاحظہ كر تے ہي</w:t>
      </w:r>
      <w:r w:rsidR="007D6C9B">
        <w:rPr>
          <w:rtl/>
        </w:rPr>
        <w:t xml:space="preserve">ں </w:t>
      </w:r>
      <w:r>
        <w:rPr>
          <w:rtl/>
        </w:rPr>
        <w:t xml:space="preserve">_ </w:t>
      </w:r>
    </w:p>
    <w:p w:rsidR="00DE2D7F" w:rsidRDefault="00DE2D7F" w:rsidP="00D07B54">
      <w:pPr>
        <w:pStyle w:val="libNormal"/>
        <w:rPr>
          <w:rtl/>
        </w:rPr>
      </w:pPr>
      <w:r>
        <w:rPr>
          <w:rtl/>
        </w:rPr>
        <w:t>اس دور مي</w:t>
      </w:r>
      <w:r w:rsidR="007D6C9B">
        <w:rPr>
          <w:rtl/>
        </w:rPr>
        <w:t xml:space="preserve">ں </w:t>
      </w:r>
      <w:r>
        <w:rPr>
          <w:rtl/>
        </w:rPr>
        <w:t>ان كے وہ واقعات ہي</w:t>
      </w:r>
      <w:r w:rsidR="007D6C9B">
        <w:rPr>
          <w:rtl/>
        </w:rPr>
        <w:t xml:space="preserve">ں </w:t>
      </w:r>
      <w:r>
        <w:rPr>
          <w:rtl/>
        </w:rPr>
        <w:t>جو انھي</w:t>
      </w:r>
      <w:r w:rsidR="007D6C9B">
        <w:rPr>
          <w:rtl/>
        </w:rPr>
        <w:t xml:space="preserve">ں </w:t>
      </w:r>
      <w:r>
        <w:rPr>
          <w:rtl/>
        </w:rPr>
        <w:t>دوران بلوغ اور مصر سے مدين كو سفر كرنے سے پہلے پيش آئے اور يہ وہ اسباب ہي</w:t>
      </w:r>
      <w:r w:rsidR="007D6C9B">
        <w:rPr>
          <w:rtl/>
        </w:rPr>
        <w:t xml:space="preserve">ں </w:t>
      </w:r>
      <w:r>
        <w:rPr>
          <w:rtl/>
        </w:rPr>
        <w:t xml:space="preserve">جو ان كى ہجرت كا باعث ہوئے_ </w:t>
      </w:r>
    </w:p>
    <w:p w:rsidR="00DE2D7F" w:rsidRDefault="00DE2D7F" w:rsidP="00D07B54">
      <w:pPr>
        <w:pStyle w:val="libNormal"/>
        <w:rPr>
          <w:rtl/>
        </w:rPr>
      </w:pPr>
      <w:r>
        <w:rPr>
          <w:rtl/>
        </w:rPr>
        <w:t>''بہر حال حضرت موسى عليہ السلام شہر مي</w:t>
      </w:r>
      <w:r w:rsidR="007D6C9B">
        <w:rPr>
          <w:rtl/>
        </w:rPr>
        <w:t xml:space="preserve">ں </w:t>
      </w:r>
      <w:r>
        <w:rPr>
          <w:rtl/>
        </w:rPr>
        <w:t>اس وقت داخل ہوئے جب تمام اہل شہر غافل تھے''_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واضح نہي</w:t>
      </w:r>
      <w:r w:rsidR="007D6C9B">
        <w:rPr>
          <w:rtl/>
        </w:rPr>
        <w:t xml:space="preserve">ں </w:t>
      </w:r>
      <w:r>
        <w:rPr>
          <w:rtl/>
        </w:rPr>
        <w:t>ہے كہ يہ كونسا شہر تھا_ليكن احتمال قوى يہ ہے كہ يہ مصر كا پايہ تخت تھا_ بعض لوگو</w:t>
      </w:r>
      <w:r w:rsidR="007D6C9B">
        <w:rPr>
          <w:rtl/>
        </w:rPr>
        <w:t xml:space="preserve">ں </w:t>
      </w:r>
      <w:r>
        <w:rPr>
          <w:rtl/>
        </w:rPr>
        <w:t>كا قول ہے كہ حضرت موسى عليہ السلام كو اس مخالفت كى وجہ سے جو ان مي</w:t>
      </w:r>
      <w:r w:rsidR="007D6C9B">
        <w:rPr>
          <w:rtl/>
        </w:rPr>
        <w:t xml:space="preserve">ں </w:t>
      </w:r>
      <w:r>
        <w:rPr>
          <w:rtl/>
        </w:rPr>
        <w:t>فوعون اور اس كے وزراء مي</w:t>
      </w:r>
      <w:r w:rsidR="007D6C9B">
        <w:rPr>
          <w:rtl/>
        </w:rPr>
        <w:t xml:space="preserve">ں </w:t>
      </w:r>
      <w:r>
        <w:rPr>
          <w:rtl/>
        </w:rPr>
        <w:t>تھى اور بڑھتى جارہى تھي،مصر كے پايہ تخت سے نكال ديا گيا تھا_ مگر جب لوگ غفلت مي</w:t>
      </w:r>
      <w:r w:rsidR="007D6C9B">
        <w:rPr>
          <w:rtl/>
        </w:rPr>
        <w:t xml:space="preserve">ں </w:t>
      </w:r>
      <w:r>
        <w:rPr>
          <w:rtl/>
        </w:rPr>
        <w:t>تھے _ موسى عليہ السلام كو موقع مل گيا اور وہ شہر مي</w:t>
      </w:r>
      <w:r w:rsidR="007D6C9B">
        <w:rPr>
          <w:rtl/>
        </w:rPr>
        <w:t xml:space="preserve">ں </w:t>
      </w:r>
      <w:r>
        <w:rPr>
          <w:rtl/>
        </w:rPr>
        <w:t xml:space="preserve">آگئے_ </w:t>
      </w:r>
    </w:p>
    <w:p w:rsidR="00DE2D7F" w:rsidRDefault="00DE2D7F" w:rsidP="00D07B54">
      <w:pPr>
        <w:pStyle w:val="libNormal"/>
        <w:rPr>
          <w:rtl/>
        </w:rPr>
      </w:pPr>
      <w:r>
        <w:rPr>
          <w:rtl/>
        </w:rPr>
        <w:t>اس احتمال كى بھى گنجا</w:t>
      </w:r>
      <w:r w:rsidR="00091C36">
        <w:rPr>
          <w:rtl/>
        </w:rPr>
        <w:t xml:space="preserve">ئش </w:t>
      </w:r>
      <w:r>
        <w:rPr>
          <w:rtl/>
        </w:rPr>
        <w:t xml:space="preserve"> ہے كہ حضرت موسى عليہ السلام فرعون كے محل سے نكل كر شہر مي</w:t>
      </w:r>
      <w:r w:rsidR="007D6C9B">
        <w:rPr>
          <w:rtl/>
        </w:rPr>
        <w:t xml:space="preserve">ں </w:t>
      </w:r>
      <w:r>
        <w:rPr>
          <w:rtl/>
        </w:rPr>
        <w:t>آئے ہو</w:t>
      </w:r>
      <w:r w:rsidR="007D6C9B">
        <w:rPr>
          <w:rtl/>
        </w:rPr>
        <w:t xml:space="preserve">ں </w:t>
      </w:r>
      <w:r>
        <w:rPr>
          <w:rtl/>
        </w:rPr>
        <w:t>كيونكہ عام طور پر فرعونيو</w:t>
      </w:r>
      <w:r w:rsidR="007D6C9B">
        <w:rPr>
          <w:rtl/>
        </w:rPr>
        <w:t xml:space="preserve">ں </w:t>
      </w:r>
      <w:r>
        <w:rPr>
          <w:rtl/>
        </w:rPr>
        <w:t>كے محلات شہر كے ايك كنارے پر ايسى جگہ بنائے جاتے تھے جہا</w:t>
      </w:r>
      <w:r w:rsidR="007D6C9B">
        <w:rPr>
          <w:rtl/>
        </w:rPr>
        <w:t xml:space="preserve">ں </w:t>
      </w:r>
      <w:r>
        <w:rPr>
          <w:rtl/>
        </w:rPr>
        <w:t>سے وہ شہر كى طرف آمدورفت كے راستو</w:t>
      </w:r>
      <w:r w:rsidR="007D6C9B">
        <w:rPr>
          <w:rtl/>
        </w:rPr>
        <w:t xml:space="preserve">ں </w:t>
      </w:r>
      <w:r>
        <w:rPr>
          <w:rtl/>
        </w:rPr>
        <w:t>كى نگرانى كرسكي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)اس واقعہ كى تفصيل آئندہ آئے گي </w:t>
      </w:r>
    </w:p>
    <w:p w:rsidR="00DE2D7F" w:rsidRDefault="00DE2D7F" w:rsidP="00D07B54">
      <w:pPr>
        <w:pStyle w:val="libFootnote"/>
        <w:rPr>
          <w:rtl/>
        </w:rPr>
      </w:pPr>
      <w:r>
        <w:rPr>
          <w:rtl/>
        </w:rPr>
        <w:t>(</w:t>
      </w:r>
      <w:r w:rsidR="00E664BB">
        <w:rPr>
          <w:rtl/>
        </w:rPr>
        <w:t>2</w:t>
      </w:r>
      <w:r>
        <w:rPr>
          <w:rtl/>
        </w:rPr>
        <w:t xml:space="preserve">)سورہ قصص آيت </w:t>
      </w:r>
      <w:r w:rsidR="00E664BB">
        <w:rPr>
          <w:rtl/>
        </w:rPr>
        <w:t>18</w:t>
      </w:r>
      <w:r>
        <w:rPr>
          <w:rtl/>
        </w:rPr>
        <w:t xml:space="preserve"> </w:t>
      </w:r>
    </w:p>
    <w:p w:rsidR="004B1F23" w:rsidRDefault="00C2634E" w:rsidP="00D07B54">
      <w:pPr>
        <w:pStyle w:val="libNormal"/>
        <w:rPr>
          <w:rtl/>
        </w:rPr>
      </w:pPr>
      <w:r>
        <w:rPr>
          <w:rtl/>
        </w:rPr>
        <w:t xml:space="preserve"> </w:t>
      </w:r>
      <w:r>
        <w:rPr>
          <w:rtl/>
        </w:rPr>
        <w:br w:type="page"/>
      </w:r>
    </w:p>
    <w:p w:rsidR="004B1F23" w:rsidRDefault="004B1F23" w:rsidP="00D07B54">
      <w:pPr>
        <w:pStyle w:val="libNormal"/>
        <w:rPr>
          <w:rtl/>
        </w:rPr>
      </w:pPr>
    </w:p>
    <w:p w:rsidR="00DE2D7F" w:rsidRDefault="00DE2D7F" w:rsidP="00D07B54">
      <w:pPr>
        <w:pStyle w:val="libNormal"/>
        <w:rPr>
          <w:rtl/>
        </w:rPr>
      </w:pPr>
      <w:r>
        <w:rPr>
          <w:rtl/>
        </w:rPr>
        <w:t>شہر كے لوگ اپنے مشاغل معمول سے فارغ ہوچكے تھے اور كوئي بھى شہر كى حالت كى طرف متوجہ نہ تھا_ مگر يہ كہ وہ وقت كونسا تھا؟بعض كا خيال ہے كہ''ابتدائے شب''تھي،جب كہ لوگ اپنے كاروبار سے فارغ ہوجاتے ہي</w:t>
      </w:r>
      <w:r w:rsidR="007D6C9B">
        <w:rPr>
          <w:rtl/>
        </w:rPr>
        <w:t xml:space="preserve">ں </w:t>
      </w:r>
      <w:r>
        <w:rPr>
          <w:rtl/>
        </w:rPr>
        <w:t>،ايسے مي</w:t>
      </w:r>
      <w:r w:rsidR="007D6C9B">
        <w:rPr>
          <w:rtl/>
        </w:rPr>
        <w:t xml:space="preserve">ں </w:t>
      </w:r>
      <w:r>
        <w:rPr>
          <w:rtl/>
        </w:rPr>
        <w:t>كچھ تو اپنے اپنے گھرو</w:t>
      </w:r>
      <w:r w:rsidR="007D6C9B">
        <w:rPr>
          <w:rtl/>
        </w:rPr>
        <w:t xml:space="preserve">ں </w:t>
      </w:r>
      <w:r>
        <w:rPr>
          <w:rtl/>
        </w:rPr>
        <w:t>كى راہ ليتے ہي</w:t>
      </w:r>
      <w:r w:rsidR="007D6C9B">
        <w:rPr>
          <w:rtl/>
        </w:rPr>
        <w:t xml:space="preserve">ں </w:t>
      </w:r>
      <w:r>
        <w:rPr>
          <w:rtl/>
        </w:rPr>
        <w:t>_كچھ تفريح اور رات كوبيٹھ كے باتي</w:t>
      </w:r>
      <w:r w:rsidR="007D6C9B">
        <w:rPr>
          <w:rtl/>
        </w:rPr>
        <w:t xml:space="preserve">ں </w:t>
      </w:r>
      <w:r>
        <w:rPr>
          <w:rtl/>
        </w:rPr>
        <w:t>كرنے لگتے ہي</w:t>
      </w:r>
      <w:r w:rsidR="007D6C9B">
        <w:rPr>
          <w:rtl/>
        </w:rPr>
        <w:t xml:space="preserve">ں </w:t>
      </w:r>
      <w:r>
        <w:rPr>
          <w:rtl/>
        </w:rPr>
        <w:t xml:space="preserve">_ </w:t>
      </w:r>
    </w:p>
    <w:p w:rsidR="00DE2D7F" w:rsidRDefault="00DE2D7F" w:rsidP="00D07B54">
      <w:pPr>
        <w:pStyle w:val="libNormal"/>
        <w:rPr>
          <w:rtl/>
        </w:rPr>
      </w:pPr>
      <w:r>
        <w:rPr>
          <w:rtl/>
        </w:rPr>
        <w:t>بہر كيف حضرت موسى عليہ السلام شہر مي</w:t>
      </w:r>
      <w:r w:rsidR="007D6C9B">
        <w:rPr>
          <w:rtl/>
        </w:rPr>
        <w:t xml:space="preserve">ں </w:t>
      </w:r>
      <w:r>
        <w:rPr>
          <w:rtl/>
        </w:rPr>
        <w:t>آئے اور وہا</w:t>
      </w:r>
      <w:r w:rsidR="007D6C9B">
        <w:rPr>
          <w:rtl/>
        </w:rPr>
        <w:t xml:space="preserve">ں </w:t>
      </w:r>
      <w:r>
        <w:rPr>
          <w:rtl/>
        </w:rPr>
        <w:t>ايك ماجرے سے دوچار ہوئے ديكھا :'' دو آدمى آپس مي</w:t>
      </w:r>
      <w:r w:rsidR="007D6C9B">
        <w:rPr>
          <w:rtl/>
        </w:rPr>
        <w:t xml:space="preserve">ں </w:t>
      </w:r>
      <w:r>
        <w:rPr>
          <w:rtl/>
        </w:rPr>
        <w:t>بھڑے ہوئے ہي</w:t>
      </w:r>
      <w:r w:rsidR="007D6C9B">
        <w:rPr>
          <w:rtl/>
        </w:rPr>
        <w:t xml:space="preserve">ں </w:t>
      </w:r>
      <w:r>
        <w:rPr>
          <w:rtl/>
        </w:rPr>
        <w:t>اور ايك دوسرے كو مار رہے ہي</w:t>
      </w:r>
      <w:r w:rsidR="007D6C9B">
        <w:rPr>
          <w:rtl/>
        </w:rPr>
        <w:t xml:space="preserve">ں </w:t>
      </w:r>
      <w:r>
        <w:rPr>
          <w:rtl/>
        </w:rPr>
        <w:t>_ان مي</w:t>
      </w:r>
      <w:r w:rsidR="007D6C9B">
        <w:rPr>
          <w:rtl/>
        </w:rPr>
        <w:t xml:space="preserve">ں </w:t>
      </w:r>
      <w:r>
        <w:rPr>
          <w:rtl/>
        </w:rPr>
        <w:t>سے ايك حضرت موسى عليہ السلام كا طرف دار اور ان كا پيرو تھا اور دوسراان كا دشمن تھا''_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كلمہ ''شيعتہ'' اس امر كا غماز ہے كہ جناب موسى (ع) اور بنى اسرائيل مي</w:t>
      </w:r>
      <w:r w:rsidR="007D6C9B">
        <w:rPr>
          <w:rtl/>
        </w:rPr>
        <w:t xml:space="preserve">ں </w:t>
      </w:r>
      <w:r>
        <w:rPr>
          <w:rtl/>
        </w:rPr>
        <w:t>اسى زمانے سے مراسم ہوگئے تھے اور كچھ لوگ ان كے پيرو بھى تھے احتمال يہ ہوتا ہے كہ حضرت موسى عليہ السلام اپنے مقلدين اور شيعو</w:t>
      </w:r>
      <w:r w:rsidR="007D6C9B">
        <w:rPr>
          <w:rtl/>
        </w:rPr>
        <w:t xml:space="preserve">ں </w:t>
      </w:r>
      <w:r>
        <w:rPr>
          <w:rtl/>
        </w:rPr>
        <w:t xml:space="preserve">كى روح كو فرعون كى جابرانہ حكومت كے خلاف لڑنے كے لئے بطور ايك مركزى طاقت كے تيار كررہے تھے _ </w:t>
      </w:r>
    </w:p>
    <w:p w:rsidR="00DE2D7F" w:rsidRDefault="00DE2D7F" w:rsidP="00D07B54">
      <w:pPr>
        <w:pStyle w:val="libNormal"/>
        <w:rPr>
          <w:rtl/>
        </w:rPr>
      </w:pPr>
      <w:r>
        <w:rPr>
          <w:rtl/>
        </w:rPr>
        <w:t>جس وقت بنى اسرائيل كے اس آدمى نے موسى عليہ السلام كو ديكھا:'' تو ان سے اپنے ،دشمن كے مقابلے مي</w:t>
      </w:r>
      <w:r w:rsidR="007D6C9B">
        <w:rPr>
          <w:rtl/>
        </w:rPr>
        <w:t xml:space="preserve">ں </w:t>
      </w:r>
      <w:r>
        <w:rPr>
          <w:rtl/>
        </w:rPr>
        <w:t xml:space="preserve">امداد چاہي''_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حضرت موسى عليہ السلام اس كى مدد كرنے كےلئے تيار ہوگئے تاكہ اسے اس ظالم دشمن كے ہاتھ سے نجات دلائي</w:t>
      </w:r>
      <w:r w:rsidR="007D6C9B">
        <w:rPr>
          <w:rtl/>
        </w:rPr>
        <w:t xml:space="preserve">ں </w:t>
      </w:r>
      <w:r>
        <w:rPr>
          <w:rtl/>
        </w:rPr>
        <w:t>بعض علماء كا خيال ہے كہ وہ قبطى فرعون كا ايك باورچى تھا اور چاہتاتھا كہ اس بنى اسرائيل كو بيكار مي</w:t>
      </w:r>
      <w:r w:rsidR="007D6C9B">
        <w:rPr>
          <w:rtl/>
        </w:rPr>
        <w:t xml:space="preserve">ں </w:t>
      </w:r>
      <w:r>
        <w:rPr>
          <w:rtl/>
        </w:rPr>
        <w:t>پكڑكے اس سے لكڑيا</w:t>
      </w:r>
      <w:r w:rsidR="007D6C9B">
        <w:rPr>
          <w:rtl/>
        </w:rPr>
        <w:t xml:space="preserve">ں </w:t>
      </w:r>
      <w:r>
        <w:rPr>
          <w:rtl/>
        </w:rPr>
        <w:t>اٹھوائے'' حضرت موسى عليہ السلام نے اس فرعونى كے سينے پر ايك مكامارا وہ ايك ہى مكے مي</w:t>
      </w:r>
      <w:r w:rsidR="007D6C9B">
        <w:rPr>
          <w:rtl/>
        </w:rPr>
        <w:t xml:space="preserve">ں </w:t>
      </w:r>
      <w:r>
        <w:rPr>
          <w:rtl/>
        </w:rPr>
        <w:t>مرگيا اور زمين پر گر پڑا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حضرت موسى كا اس فرعونى كو جان سے ماردينے كا ارادہ نہ تھا قرآن سے بھى يہ خوب واضح ہوجاتاہے ايسا اس لئے نہ تھا كہ وہ لوگ مستحق قتل نہ تھے بلكہ انھي</w:t>
      </w:r>
      <w:r w:rsidR="007D6C9B">
        <w:rPr>
          <w:rtl/>
        </w:rPr>
        <w:t xml:space="preserve">ں </w:t>
      </w:r>
      <w:r>
        <w:rPr>
          <w:rtl/>
        </w:rPr>
        <w:t xml:space="preserve">ان نتائج كا خيال تھا جو خود حضرت موسى اور بنى اسرائيل كو پيش آسكتے تھے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قصص آيت </w:t>
      </w:r>
      <w:r w:rsidR="00E664BB">
        <w:rPr>
          <w:rtl/>
        </w:rPr>
        <w:t>15</w:t>
      </w:r>
      <w:r>
        <w:rPr>
          <w:rtl/>
        </w:rPr>
        <w:t xml:space="preserve"> (</w:t>
      </w:r>
      <w:r w:rsidR="00E664BB">
        <w:rPr>
          <w:rtl/>
        </w:rPr>
        <w:t>2</w:t>
      </w:r>
      <w:r>
        <w:rPr>
          <w:rtl/>
        </w:rPr>
        <w:t>)سورہ قصص آيت</w:t>
      </w:r>
      <w:r w:rsidR="00E664BB">
        <w:rPr>
          <w:rtl/>
        </w:rPr>
        <w:t>15</w:t>
      </w:r>
      <w:r>
        <w:rPr>
          <w:rtl/>
        </w:rPr>
        <w:t xml:space="preserve"> (</w:t>
      </w:r>
      <w:r w:rsidR="00E664BB">
        <w:rPr>
          <w:rtl/>
        </w:rPr>
        <w:t>3</w:t>
      </w:r>
      <w:r>
        <w:rPr>
          <w:rtl/>
        </w:rPr>
        <w:t>) سورہ قصص آيت</w:t>
      </w:r>
      <w:r w:rsidR="00E664BB">
        <w:rPr>
          <w:rtl/>
        </w:rPr>
        <w:t>15</w:t>
      </w:r>
      <w:r>
        <w:rPr>
          <w:rtl/>
        </w:rPr>
        <w:t xml:space="preserve"> </w:t>
      </w:r>
    </w:p>
    <w:p w:rsidR="004B1F23" w:rsidRDefault="00C2634E" w:rsidP="00D07B54">
      <w:pPr>
        <w:pStyle w:val="libNormal"/>
        <w:rPr>
          <w:rtl/>
        </w:rPr>
      </w:pPr>
      <w:r>
        <w:rPr>
          <w:rtl/>
        </w:rPr>
        <w:t xml:space="preserve"> </w:t>
      </w:r>
      <w:r>
        <w:rPr>
          <w:rtl/>
        </w:rPr>
        <w:br w:type="page"/>
      </w:r>
    </w:p>
    <w:p w:rsidR="004B1F23" w:rsidRDefault="004B1F23" w:rsidP="00D07B54">
      <w:pPr>
        <w:pStyle w:val="libNormal"/>
        <w:rPr>
          <w:rtl/>
        </w:rPr>
      </w:pPr>
    </w:p>
    <w:p w:rsidR="00DE2D7F" w:rsidRDefault="00DE2D7F" w:rsidP="00D07B54">
      <w:pPr>
        <w:pStyle w:val="libNormal"/>
        <w:rPr>
          <w:rtl/>
        </w:rPr>
      </w:pPr>
      <w:r>
        <w:rPr>
          <w:rtl/>
        </w:rPr>
        <w:t>لہذا حضرت موسى عليہ السلام نے فوراً كہا:'' كہ يہ كام شيطان نے كرايا ہے كيونكہ وہ انسانو</w:t>
      </w:r>
      <w:r w:rsidR="007D6C9B">
        <w:rPr>
          <w:rtl/>
        </w:rPr>
        <w:t xml:space="preserve">ں </w:t>
      </w:r>
      <w:r>
        <w:rPr>
          <w:rtl/>
        </w:rPr>
        <w:t>كا دشمن اور واضح گمراہ كرنے والاہے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واقعے كى دوسرى تعبير يہ ہے كہ حضرت موسى عليہ السلام چاہتے تھے كہ بنى اسرئيلى كا گريبان اس فرعونى كے ہاتھ سے چھڑا دي</w:t>
      </w:r>
      <w:r w:rsidR="007D6C9B">
        <w:rPr>
          <w:rtl/>
        </w:rPr>
        <w:t xml:space="preserve">ں </w:t>
      </w:r>
      <w:r>
        <w:rPr>
          <w:rtl/>
        </w:rPr>
        <w:t>ہر چند كہ وابستگان فرعون اس سے زيادہ سخت سلوك كے مستحق تھے ليكن ان حالات مي</w:t>
      </w:r>
      <w:r w:rsidR="007D6C9B">
        <w:rPr>
          <w:rtl/>
        </w:rPr>
        <w:t xml:space="preserve">ں </w:t>
      </w:r>
      <w:r>
        <w:rPr>
          <w:rtl/>
        </w:rPr>
        <w:t>ايسا كام كر بيٹھنا قرين مصلحت نہ تھا اور جيسا كہ ہم آگے ديكھي</w:t>
      </w:r>
      <w:r w:rsidR="007D6C9B">
        <w:rPr>
          <w:rtl/>
        </w:rPr>
        <w:t xml:space="preserve">ں </w:t>
      </w:r>
      <w:r>
        <w:rPr>
          <w:rtl/>
        </w:rPr>
        <w:t>گے كہ حضرت موسى اسى عمل كے نتيجے مي</w:t>
      </w:r>
      <w:r w:rsidR="007D6C9B">
        <w:rPr>
          <w:rtl/>
        </w:rPr>
        <w:t xml:space="preserve">ں </w:t>
      </w:r>
      <w:r>
        <w:rPr>
          <w:rtl/>
        </w:rPr>
        <w:t>پھر مصر مي</w:t>
      </w:r>
      <w:r w:rsidR="007D6C9B">
        <w:rPr>
          <w:rtl/>
        </w:rPr>
        <w:t xml:space="preserve">ں </w:t>
      </w:r>
      <w:r>
        <w:rPr>
          <w:rtl/>
        </w:rPr>
        <w:t xml:space="preserve">نہ ٹھہرسكے اور مدين چلے گئے _ </w:t>
      </w:r>
    </w:p>
    <w:p w:rsidR="00DE2D7F" w:rsidRDefault="00DE2D7F" w:rsidP="00D07B54">
      <w:pPr>
        <w:pStyle w:val="libNormal"/>
        <w:rPr>
          <w:rtl/>
        </w:rPr>
      </w:pPr>
      <w:r>
        <w:rPr>
          <w:rtl/>
        </w:rPr>
        <w:t>پھر قرآن مي</w:t>
      </w:r>
      <w:r w:rsidR="007D6C9B">
        <w:rPr>
          <w:rtl/>
        </w:rPr>
        <w:t xml:space="preserve">ں </w:t>
      </w:r>
      <w:r>
        <w:rPr>
          <w:rtl/>
        </w:rPr>
        <w:t>حضرت موسى عليہ السلام كا يہ قول نقل كيا گيا ہے اس نے كہا:''پروردگار امي</w:t>
      </w:r>
      <w:r w:rsidR="007D6C9B">
        <w:rPr>
          <w:rtl/>
        </w:rPr>
        <w:t xml:space="preserve">ں </w:t>
      </w:r>
      <w:r>
        <w:rPr>
          <w:rtl/>
        </w:rPr>
        <w:t>نے اپنے اوپر ظلم كيا تو مجھے معاف كردے ،اور خدا نے اسے بخش ديا كيونكہ وہ غفورو رحيم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يقينا حضرت موسى عليہ السلام اس معاملے مي</w:t>
      </w:r>
      <w:r w:rsidR="007D6C9B">
        <w:rPr>
          <w:rtl/>
        </w:rPr>
        <w:t xml:space="preserve">ں </w:t>
      </w:r>
      <w:r>
        <w:rPr>
          <w:rtl/>
        </w:rPr>
        <w:t>كسى گناہ كے مرتكب نہي</w:t>
      </w:r>
      <w:r w:rsidR="007D6C9B">
        <w:rPr>
          <w:rtl/>
        </w:rPr>
        <w:t xml:space="preserve">ں </w:t>
      </w:r>
      <w:r>
        <w:rPr>
          <w:rtl/>
        </w:rPr>
        <w:t>ہوئے بلكہ حقيقت مي</w:t>
      </w:r>
      <w:r w:rsidR="007D6C9B">
        <w:rPr>
          <w:rtl/>
        </w:rPr>
        <w:t xml:space="preserve">ں </w:t>
      </w:r>
      <w:r>
        <w:rPr>
          <w:rtl/>
        </w:rPr>
        <w:t>ان سے ترك اولى سرزد ہوا كيونكہ انہي</w:t>
      </w:r>
      <w:r w:rsidR="007D6C9B">
        <w:rPr>
          <w:rtl/>
        </w:rPr>
        <w:t xml:space="preserve">ں </w:t>
      </w:r>
      <w:r>
        <w:rPr>
          <w:rtl/>
        </w:rPr>
        <w:t>ايسى بے احتياطى نہي</w:t>
      </w:r>
      <w:r w:rsidR="007D6C9B">
        <w:rPr>
          <w:rtl/>
        </w:rPr>
        <w:t xml:space="preserve">ں </w:t>
      </w:r>
      <w:r>
        <w:rPr>
          <w:rtl/>
        </w:rPr>
        <w:t>كرنى چاہيئے تھى جس كے نتيجے مي</w:t>
      </w:r>
      <w:r w:rsidR="007D6C9B">
        <w:rPr>
          <w:rtl/>
        </w:rPr>
        <w:t xml:space="preserve">ں </w:t>
      </w:r>
      <w:r>
        <w:rPr>
          <w:rtl/>
        </w:rPr>
        <w:t>وہ زحمت مي</w:t>
      </w:r>
      <w:r w:rsidR="007D6C9B">
        <w:rPr>
          <w:rtl/>
        </w:rPr>
        <w:t xml:space="preserve">ں </w:t>
      </w:r>
      <w:r>
        <w:rPr>
          <w:rtl/>
        </w:rPr>
        <w:t>مبتلا ہو</w:t>
      </w:r>
      <w:r w:rsidR="007D6C9B">
        <w:rPr>
          <w:rtl/>
        </w:rPr>
        <w:t xml:space="preserve">ں </w:t>
      </w:r>
      <w:r>
        <w:rPr>
          <w:rtl/>
        </w:rPr>
        <w:t>حضرت موسى نے اسى ترك اولى كے لئے خدا سے طلب عفو كيا اور خدا نے بھى انھي</w:t>
      </w:r>
      <w:r w:rsidR="007D6C9B">
        <w:rPr>
          <w:rtl/>
        </w:rPr>
        <w:t xml:space="preserve">ں </w:t>
      </w:r>
      <w:r>
        <w:rPr>
          <w:rtl/>
        </w:rPr>
        <w:t xml:space="preserve">اپنے لطف وعنايت سے بہرہ مند كيا _ </w:t>
      </w:r>
    </w:p>
    <w:p w:rsidR="00DE2D7F" w:rsidRDefault="00DE2D7F" w:rsidP="00D07B54">
      <w:pPr>
        <w:pStyle w:val="libNormal"/>
        <w:rPr>
          <w:rtl/>
        </w:rPr>
      </w:pPr>
      <w:r>
        <w:rPr>
          <w:rtl/>
        </w:rPr>
        <w:t>حضرت موسى عليہ السلام نے كہا: خداوندا تيرے اس احسان كے شكرانے مي</w:t>
      </w:r>
      <w:r w:rsidR="007D6C9B">
        <w:rPr>
          <w:rtl/>
        </w:rPr>
        <w:t xml:space="preserve">ں </w:t>
      </w:r>
      <w:r>
        <w:rPr>
          <w:rtl/>
        </w:rPr>
        <w:t>كہ تونے ميرے قصور كو معاف كرديا اور دشمنو</w:t>
      </w:r>
      <w:r w:rsidR="007D6C9B">
        <w:rPr>
          <w:rtl/>
        </w:rPr>
        <w:t xml:space="preserve">ں </w:t>
      </w:r>
      <w:r>
        <w:rPr>
          <w:rtl/>
        </w:rPr>
        <w:t>كے پنجے مي</w:t>
      </w:r>
      <w:r w:rsidR="007D6C9B">
        <w:rPr>
          <w:rtl/>
        </w:rPr>
        <w:t xml:space="preserve">ں </w:t>
      </w:r>
      <w:r>
        <w:rPr>
          <w:rtl/>
        </w:rPr>
        <w:t>گرفتار نہ كيا اور ان تمام نعمتو</w:t>
      </w:r>
      <w:r w:rsidR="007D6C9B">
        <w:rPr>
          <w:rtl/>
        </w:rPr>
        <w:t xml:space="preserve">ں </w:t>
      </w:r>
      <w:r>
        <w:rPr>
          <w:rtl/>
        </w:rPr>
        <w:t>كے شكريہ مي</w:t>
      </w:r>
      <w:r w:rsidR="007D6C9B">
        <w:rPr>
          <w:rtl/>
        </w:rPr>
        <w:t xml:space="preserve">ں </w:t>
      </w:r>
      <w:r>
        <w:rPr>
          <w:rtl/>
        </w:rPr>
        <w:t>جو مجھے ابتداء سے اب تك مرحمت كرتا رہا،مي</w:t>
      </w:r>
      <w:r w:rsidR="007D6C9B">
        <w:rPr>
          <w:rtl/>
        </w:rPr>
        <w:t xml:space="preserve">ں </w:t>
      </w:r>
      <w:r>
        <w:rPr>
          <w:rtl/>
        </w:rPr>
        <w:t>عہد كرتا ہو</w:t>
      </w:r>
      <w:r w:rsidR="007D6C9B">
        <w:rPr>
          <w:rtl/>
        </w:rPr>
        <w:t xml:space="preserve">ں </w:t>
      </w:r>
      <w:r>
        <w:rPr>
          <w:rtl/>
        </w:rPr>
        <w:t>كہ ہر گز مجرمو</w:t>
      </w:r>
      <w:r w:rsidR="007D6C9B">
        <w:rPr>
          <w:rtl/>
        </w:rPr>
        <w:t xml:space="preserve">ں </w:t>
      </w:r>
      <w:r>
        <w:rPr>
          <w:rtl/>
        </w:rPr>
        <w:t>كى مدد نہ كرو</w:t>
      </w:r>
      <w:r w:rsidR="007D6C9B">
        <w:rPr>
          <w:rtl/>
        </w:rPr>
        <w:t xml:space="preserve">ں </w:t>
      </w:r>
      <w:r>
        <w:rPr>
          <w:rtl/>
        </w:rPr>
        <w:t>گا اور ظالمو</w:t>
      </w:r>
      <w:r w:rsidR="007D6C9B">
        <w:rPr>
          <w:rtl/>
        </w:rPr>
        <w:t xml:space="preserve">ں </w:t>
      </w:r>
      <w:r>
        <w:rPr>
          <w:rtl/>
        </w:rPr>
        <w:t>كا طرف دار نہ ہو</w:t>
      </w:r>
      <w:r w:rsidR="007D6C9B">
        <w:rPr>
          <w:rtl/>
        </w:rPr>
        <w:t xml:space="preserve">ں </w:t>
      </w:r>
      <w:r>
        <w:rPr>
          <w:rtl/>
        </w:rPr>
        <w:t>گا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بلكہ ہميشہ مظلومين اور ستم ديدہ لوگو</w:t>
      </w:r>
      <w:r w:rsidR="007D6C9B">
        <w:rPr>
          <w:rtl/>
        </w:rPr>
        <w:t xml:space="preserve">ں </w:t>
      </w:r>
      <w:r>
        <w:rPr>
          <w:rtl/>
        </w:rPr>
        <w:t>كا مددگارر ہو</w:t>
      </w:r>
      <w:r w:rsidR="007D6C9B">
        <w:rPr>
          <w:rtl/>
        </w:rPr>
        <w:t xml:space="preserve">ں </w:t>
      </w:r>
      <w:r>
        <w:rPr>
          <w:rtl/>
        </w:rPr>
        <w:t>گا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قصص آيت</w:t>
      </w:r>
      <w:r w:rsidR="00E664BB">
        <w:rPr>
          <w:rtl/>
        </w:rPr>
        <w:t>15</w:t>
      </w:r>
      <w:r>
        <w:rPr>
          <w:rtl/>
        </w:rPr>
        <w:t xml:space="preserve"> </w:t>
      </w:r>
    </w:p>
    <w:p w:rsidR="00DE2D7F" w:rsidRDefault="00DE2D7F" w:rsidP="00D07B54">
      <w:pPr>
        <w:pStyle w:val="libFootnote"/>
        <w:rPr>
          <w:rtl/>
        </w:rPr>
      </w:pPr>
      <w:r>
        <w:rPr>
          <w:rtl/>
        </w:rPr>
        <w:t>(</w:t>
      </w:r>
      <w:r w:rsidR="00E664BB">
        <w:rPr>
          <w:rtl/>
        </w:rPr>
        <w:t>2</w:t>
      </w:r>
      <w:r>
        <w:rPr>
          <w:rtl/>
        </w:rPr>
        <w:t>)سورہ قصص آيت</w:t>
      </w:r>
      <w:r w:rsidR="00E664BB">
        <w:rPr>
          <w:rtl/>
        </w:rPr>
        <w:t>15</w:t>
      </w:r>
      <w:r>
        <w:rPr>
          <w:rtl/>
        </w:rPr>
        <w:t xml:space="preserve"> </w:t>
      </w:r>
    </w:p>
    <w:p w:rsidR="00DE2D7F" w:rsidRDefault="00DE2D7F" w:rsidP="00D07B54">
      <w:pPr>
        <w:pStyle w:val="libFootnote"/>
        <w:rPr>
          <w:rtl/>
        </w:rPr>
      </w:pPr>
      <w:r>
        <w:rPr>
          <w:rtl/>
        </w:rPr>
        <w:t>(</w:t>
      </w:r>
      <w:r w:rsidR="00E664BB">
        <w:rPr>
          <w:rtl/>
        </w:rPr>
        <w:t>3</w:t>
      </w:r>
      <w:r>
        <w:rPr>
          <w:rtl/>
        </w:rPr>
        <w:t xml:space="preserve">)سورہ قصص آيت </w:t>
      </w:r>
      <w:r w:rsidR="00E664BB">
        <w:rPr>
          <w:rtl/>
        </w:rPr>
        <w:t>17</w:t>
      </w:r>
      <w:r>
        <w:rPr>
          <w:rtl/>
        </w:rPr>
        <w:t xml:space="preserve"> </w:t>
      </w:r>
    </w:p>
    <w:p w:rsidR="00DE2D7F" w:rsidRDefault="00DE2D7F" w:rsidP="00D07B54">
      <w:pPr>
        <w:pStyle w:val="libFootnote"/>
        <w:rPr>
          <w:rtl/>
        </w:rPr>
      </w:pPr>
      <w:r>
        <w:rPr>
          <w:rtl/>
        </w:rPr>
        <w:t>(</w:t>
      </w:r>
      <w:r w:rsidR="00E664BB">
        <w:rPr>
          <w:rtl/>
        </w:rPr>
        <w:t>4</w:t>
      </w:r>
      <w:r>
        <w:rPr>
          <w:rtl/>
        </w:rPr>
        <w:t>)كيا حضرت موسى عليہ السلام كا يہ كا م مقام عصمت كے خلاف نہي</w:t>
      </w:r>
      <w:r w:rsidR="007D6C9B">
        <w:rPr>
          <w:rtl/>
        </w:rPr>
        <w:t xml:space="preserve">ں </w:t>
      </w:r>
      <w:r>
        <w:rPr>
          <w:rtl/>
        </w:rPr>
        <w:t xml:space="preserve">ہے ؟ </w:t>
      </w:r>
    </w:p>
    <w:p w:rsidR="004F6DBB" w:rsidRDefault="00DE2D7F" w:rsidP="00D07B54">
      <w:pPr>
        <w:pStyle w:val="libFootnote"/>
        <w:rPr>
          <w:rtl/>
        </w:rPr>
      </w:pPr>
      <w:r>
        <w:rPr>
          <w:rtl/>
        </w:rPr>
        <w:t>مفسرين نے ، اس قبطى اور بنى اسرائيل كى باہمى نزاع اور حضرت موسى كے ہاتھ سے مرد قبطى كے مارے جانے كے بارے مي</w:t>
      </w:r>
      <w:r w:rsidR="007D6C9B">
        <w:rPr>
          <w:rtl/>
        </w:rPr>
        <w:t xml:space="preserve">ں </w:t>
      </w:r>
      <w:r>
        <w:rPr>
          <w:rtl/>
        </w:rPr>
        <w:t>بڑى طويل بحثي</w:t>
      </w:r>
      <w:r w:rsidR="007D6C9B">
        <w:rPr>
          <w:rtl/>
        </w:rPr>
        <w:t xml:space="preserve">ں </w:t>
      </w:r>
      <w:r>
        <w:rPr>
          <w:rtl/>
        </w:rPr>
        <w:t>كى ہي</w:t>
      </w:r>
      <w:r w:rsidR="007D6C9B">
        <w:rPr>
          <w:rtl/>
        </w:rPr>
        <w:t xml:space="preserve">ں </w:t>
      </w:r>
      <w:r>
        <w:rPr>
          <w:rtl/>
        </w:rPr>
        <w:t xml:space="preserve">_ </w:t>
      </w:r>
    </w:p>
    <w:p w:rsidR="004F6DBB" w:rsidRDefault="004F6DBB" w:rsidP="00D07B54">
      <w:pPr>
        <w:pStyle w:val="libNormal"/>
        <w:rPr>
          <w:rtl/>
        </w:rPr>
      </w:pPr>
      <w:r>
        <w:rPr>
          <w:rtl/>
        </w:rPr>
        <w:br w:type="page"/>
      </w:r>
    </w:p>
    <w:p w:rsidR="007C5198" w:rsidRDefault="007C5198" w:rsidP="007C5198">
      <w:pPr>
        <w:pStyle w:val="libFootnote"/>
        <w:rPr>
          <w:rtl/>
        </w:rPr>
      </w:pPr>
    </w:p>
    <w:p w:rsidR="00DE2D7F" w:rsidRDefault="00DE2D7F" w:rsidP="00D07B54">
      <w:pPr>
        <w:pStyle w:val="libFootnote"/>
        <w:rPr>
          <w:rtl/>
        </w:rPr>
      </w:pPr>
    </w:p>
    <w:p w:rsidR="00010DE0" w:rsidRDefault="00010DE0" w:rsidP="00D07B54">
      <w:pPr>
        <w:pStyle w:val="libFootnote"/>
        <w:rPr>
          <w:rtl/>
        </w:rPr>
      </w:pPr>
      <w:r>
        <w:rPr>
          <w:rtl/>
        </w:rPr>
        <w:t xml:space="preserve">درحقيقت يہ معاملہ كوئي اہم اور بحث طلب تھا ہى نہيں كيونكہ ستم پسند وابستگان فرعون نہايت بے رحم اور مفسد تھے انہوں نے بنى اسرائيل كے ہزاروں بچوں كے سرقلم كيے اور بنى اسرائيل پر كسى قسم كا ظلم كرنے سے بھى دريغ نہ كيا اس جہت سے يہ لوگ اس قابل نہ تھے كہ بنى اسرائيل كےلئے ان كا قتل احترام انسانيت كے خلاف ہو _ </w:t>
      </w:r>
    </w:p>
    <w:p w:rsidR="00010DE0" w:rsidRDefault="00010DE0" w:rsidP="00D07B54">
      <w:pPr>
        <w:pStyle w:val="libFootnote"/>
        <w:rPr>
          <w:rtl/>
        </w:rPr>
      </w:pPr>
      <w:r>
        <w:rPr>
          <w:rtl/>
        </w:rPr>
        <w:t xml:space="preserve">البتہ مفسرين كے لئے جس چيزنے دشوارياں پيدا كى ہيں وہ اس واقعے كى وہ مختلف تعبيرات ہيں جو خود حضرت موسى نے كى ہيں چنانچہ وہ ايك جگہ تو يہ كہتے ہيں : </w:t>
      </w:r>
    </w:p>
    <w:p w:rsidR="00010DE0" w:rsidRPr="004F6DBB" w:rsidRDefault="00010DE0" w:rsidP="00D07B54">
      <w:pPr>
        <w:pStyle w:val="libFootnoteAie"/>
        <w:rPr>
          <w:rtl/>
        </w:rPr>
      </w:pPr>
      <w:r w:rsidRPr="004F6DBB">
        <w:rPr>
          <w:rtl/>
        </w:rPr>
        <w:t>''</w:t>
      </w:r>
      <w:r w:rsidR="003E5058" w:rsidRPr="003E5058">
        <w:rPr>
          <w:rFonts w:hint="cs"/>
          <w:rtl/>
        </w:rPr>
        <w:t>ه</w:t>
      </w:r>
      <w:r w:rsidRPr="003E5058">
        <w:rPr>
          <w:rFonts w:hint="cs"/>
          <w:rtl/>
        </w:rPr>
        <w:t>ذا</w:t>
      </w:r>
      <w:r w:rsidRPr="003E5058">
        <w:rPr>
          <w:rtl/>
        </w:rPr>
        <w:t xml:space="preserve"> </w:t>
      </w:r>
      <w:r w:rsidRPr="003E5058">
        <w:rPr>
          <w:rFonts w:hint="cs"/>
          <w:rtl/>
        </w:rPr>
        <w:t>من</w:t>
      </w:r>
      <w:r w:rsidRPr="003E5058">
        <w:rPr>
          <w:rtl/>
        </w:rPr>
        <w:t xml:space="preserve"> </w:t>
      </w:r>
      <w:r w:rsidRPr="003E5058">
        <w:rPr>
          <w:rFonts w:hint="cs"/>
          <w:rtl/>
        </w:rPr>
        <w:t>عمل</w:t>
      </w:r>
      <w:r w:rsidRPr="003E5058">
        <w:rPr>
          <w:rtl/>
        </w:rPr>
        <w:t xml:space="preserve"> </w:t>
      </w:r>
      <w:r w:rsidRPr="003E5058">
        <w:rPr>
          <w:rFonts w:hint="cs"/>
          <w:rtl/>
        </w:rPr>
        <w:t>الشيطان</w:t>
      </w:r>
      <w:r w:rsidRPr="003E5058">
        <w:rPr>
          <w:rtl/>
        </w:rPr>
        <w:t xml:space="preserve"> </w:t>
      </w:r>
      <w:r w:rsidRPr="004F6DBB">
        <w:rPr>
          <w:rtl/>
        </w:rPr>
        <w:t xml:space="preserve">'' </w:t>
      </w:r>
    </w:p>
    <w:p w:rsidR="00010DE0" w:rsidRDefault="00010DE0" w:rsidP="00D07B54">
      <w:pPr>
        <w:pStyle w:val="libFootnote"/>
        <w:rPr>
          <w:rtl/>
        </w:rPr>
      </w:pPr>
      <w:r>
        <w:rPr>
          <w:rtl/>
        </w:rPr>
        <w:t xml:space="preserve">''يہ شيطانى عمل ہے ''_ </w:t>
      </w:r>
    </w:p>
    <w:p w:rsidR="00010DE0" w:rsidRDefault="00010DE0" w:rsidP="00D07B54">
      <w:pPr>
        <w:pStyle w:val="libFootnote"/>
        <w:rPr>
          <w:rtl/>
        </w:rPr>
      </w:pPr>
      <w:r>
        <w:rPr>
          <w:rtl/>
        </w:rPr>
        <w:t xml:space="preserve">اور دوسرى جگہ يہ فرمايا: </w:t>
      </w:r>
    </w:p>
    <w:p w:rsidR="00010DE0" w:rsidRDefault="00010DE0" w:rsidP="00D07B54">
      <w:pPr>
        <w:pStyle w:val="libFootnote"/>
        <w:rPr>
          <w:rtl/>
        </w:rPr>
      </w:pPr>
      <w:r w:rsidRPr="004F6DBB">
        <w:rPr>
          <w:rStyle w:val="libFootnoteAieChar"/>
          <w:rtl/>
        </w:rPr>
        <w:t>''رب انى ظلمت نفسى فاغفرلى</w:t>
      </w:r>
      <w:r w:rsidRPr="00010DE0">
        <w:rPr>
          <w:rStyle w:val="libAieChar"/>
          <w:rtl/>
        </w:rPr>
        <w:t xml:space="preserve"> </w:t>
      </w:r>
      <w:r>
        <w:rPr>
          <w:rtl/>
        </w:rPr>
        <w:t xml:space="preserve">'' </w:t>
      </w:r>
    </w:p>
    <w:p w:rsidR="00010DE0" w:rsidRDefault="00010DE0" w:rsidP="00D07B54">
      <w:pPr>
        <w:pStyle w:val="libFootnote"/>
        <w:rPr>
          <w:rtl/>
        </w:rPr>
      </w:pPr>
      <w:r>
        <w:rPr>
          <w:rtl/>
        </w:rPr>
        <w:t xml:space="preserve">''خداياميں نے اپنے نفس پر ظلم كيا تو مجھے معاف فرمادے ''_ </w:t>
      </w:r>
    </w:p>
    <w:p w:rsidR="00010DE0" w:rsidRDefault="00010DE0" w:rsidP="00D07B54">
      <w:pPr>
        <w:pStyle w:val="libFootnote"/>
        <w:rPr>
          <w:rtl/>
        </w:rPr>
      </w:pPr>
      <w:r>
        <w:rPr>
          <w:rtl/>
        </w:rPr>
        <w:t xml:space="preserve">جناب موسى عليہ السلام كى يہ دونوں تعبيرات اس مسلمہ حقيقت سے كيونكر مطابقت ركھتى ہيں كہ : </w:t>
      </w:r>
    </w:p>
    <w:p w:rsidR="00010DE0" w:rsidRDefault="00010DE0" w:rsidP="00D07B54">
      <w:pPr>
        <w:pStyle w:val="libFootnote"/>
        <w:rPr>
          <w:rtl/>
        </w:rPr>
      </w:pPr>
      <w:r>
        <w:rPr>
          <w:rtl/>
        </w:rPr>
        <w:t xml:space="preserve">عصمت انبيا ء كا مفہوم يہ ہے كہ انبيا ء ماقبل بعثت اور ما بعد عطائے رسالت ہر دو حالات ميں معصوم ہوتے ہيں '' _ </w:t>
      </w:r>
    </w:p>
    <w:p w:rsidR="00010DE0" w:rsidRDefault="00010DE0" w:rsidP="00D07B54">
      <w:pPr>
        <w:pStyle w:val="libFootnote"/>
        <w:rPr>
          <w:rtl/>
        </w:rPr>
      </w:pPr>
      <w:r>
        <w:rPr>
          <w:rtl/>
        </w:rPr>
        <w:t xml:space="preserve">ليكن حضرت موسى عليہ السلام كے اس عمل كى جو توضيح ہم نے آيات فوق كى روشنى ميں پيش كى ہے ، اس سے ثابت ہوتا ہے كہ حضرت موسى سے جو كچھ سرزد ہوا وہ ترك اولى سے زيادہ نہ تھا انھوں نے اس عمل سے اپنے آپ كو زحمت ميں مبتلاكرليا كيونكہ حضرت موسى كے ہاتھ سے ايك قبطى كا قتل ايسى بات نہ تھى كہ وابستگان فرعون اسے آسانى سے برداشت كرليتے_ </w:t>
      </w:r>
    </w:p>
    <w:p w:rsidR="00010DE0" w:rsidRDefault="00010DE0" w:rsidP="00D07B54">
      <w:pPr>
        <w:pStyle w:val="libFootnote"/>
        <w:rPr>
          <w:rtl/>
        </w:rPr>
      </w:pPr>
      <w:r>
        <w:rPr>
          <w:rtl/>
        </w:rPr>
        <w:t xml:space="preserve">نيز ہم جانتے ہيں كہ ''ترك اولى ''كے معنى ايسا كام كرنا ہے جو بذات خود حرام نہيں ہے_ بلكہ اس كا مفہوم يہ ہے كہ ''عمل احسن ''ترك ہوگيا بغير اس كے كہ كوئي عمل خلاف حكم الہى سرزد ہوا ہو؟ </w:t>
      </w:r>
    </w:p>
    <w:p w:rsidR="00010DE0" w:rsidRPr="00010DE0" w:rsidRDefault="00010DE0" w:rsidP="00D07B54">
      <w:pPr>
        <w:pStyle w:val="libNormal"/>
        <w:rPr>
          <w:rtl/>
        </w:rPr>
      </w:pPr>
    </w:p>
    <w:p w:rsidR="004B1F23" w:rsidRDefault="001648F9" w:rsidP="00D07B54">
      <w:pPr>
        <w:pStyle w:val="libNormal"/>
        <w:rPr>
          <w:rtl/>
        </w:rPr>
      </w:pPr>
      <w:r>
        <w:rPr>
          <w:rtl/>
        </w:rPr>
        <w:t xml:space="preserve"> </w:t>
      </w:r>
      <w:r>
        <w:rPr>
          <w:rtl/>
        </w:rPr>
        <w:br w:type="page"/>
      </w:r>
    </w:p>
    <w:p w:rsidR="004B1F23" w:rsidRDefault="00DE2D7F" w:rsidP="00D07B54">
      <w:pPr>
        <w:pStyle w:val="Heading2Center"/>
        <w:rPr>
          <w:rtl/>
        </w:rPr>
      </w:pPr>
      <w:bookmarkStart w:id="210" w:name="_Toc7268607"/>
      <w:r>
        <w:rPr>
          <w:rtl/>
        </w:rPr>
        <w:lastRenderedPageBreak/>
        <w:t>موسى عليہ السلام كى مخفيانہ مدين كى طرف روانگي</w:t>
      </w:r>
      <w:bookmarkEnd w:id="210"/>
    </w:p>
    <w:p w:rsidR="00DE2D7F" w:rsidRDefault="00DE2D7F" w:rsidP="00D07B54">
      <w:pPr>
        <w:pStyle w:val="libNormal"/>
        <w:rPr>
          <w:rtl/>
        </w:rPr>
      </w:pPr>
      <w:r>
        <w:rPr>
          <w:rtl/>
        </w:rPr>
        <w:t xml:space="preserve"> فرعونيو</w:t>
      </w:r>
      <w:r w:rsidR="007D6C9B">
        <w:rPr>
          <w:rtl/>
        </w:rPr>
        <w:t xml:space="preserve">ں </w:t>
      </w:r>
      <w:r>
        <w:rPr>
          <w:rtl/>
        </w:rPr>
        <w:t>مي</w:t>
      </w:r>
      <w:r w:rsidR="007D6C9B">
        <w:rPr>
          <w:rtl/>
        </w:rPr>
        <w:t xml:space="preserve">ں </w:t>
      </w:r>
      <w:r>
        <w:rPr>
          <w:rtl/>
        </w:rPr>
        <w:t>سے ايك آدمى كے قتل كى خبر شہر مي</w:t>
      </w:r>
      <w:r w:rsidR="007D6C9B">
        <w:rPr>
          <w:rtl/>
        </w:rPr>
        <w:t xml:space="preserve">ں </w:t>
      </w:r>
      <w:r>
        <w:rPr>
          <w:rtl/>
        </w:rPr>
        <w:t>بڑى تيزى سے پھيل گئي قرائن سے شايد لوگ يہ سمجھ گئے تھے كہ اس كا قائل ايك بنى اسرائيل ہے اور شايد اس سلسلے مي</w:t>
      </w:r>
      <w:r w:rsidR="007D6C9B">
        <w:rPr>
          <w:rtl/>
        </w:rPr>
        <w:t xml:space="preserve">ں </w:t>
      </w:r>
      <w:r>
        <w:rPr>
          <w:rtl/>
        </w:rPr>
        <w:t xml:space="preserve">لوگ موسى عليہ السلام كا نام بھى ليتے تھے_ </w:t>
      </w:r>
    </w:p>
    <w:p w:rsidR="00DE2D7F" w:rsidRDefault="00DE2D7F" w:rsidP="00D07B54">
      <w:pPr>
        <w:pStyle w:val="libNormal"/>
        <w:rPr>
          <w:rtl/>
        </w:rPr>
      </w:pPr>
      <w:r>
        <w:rPr>
          <w:rtl/>
        </w:rPr>
        <w:t>البتہ يہ قتل كوئي معمولى بات نہ تھى اسے انقلاب كى ايك چنگارى يا اس كا مقدمہ شمار كيا جاتاتھا اورحكومت كى مشينرى اسے ايك معمولى واقعہ سمجھ كراسے چھوڑنے والى نہ تھى كہ بنى اسرائيل كے غلام اپنے آقائو</w:t>
      </w:r>
      <w:r w:rsidR="007D6C9B">
        <w:rPr>
          <w:rtl/>
        </w:rPr>
        <w:t xml:space="preserve">ں </w:t>
      </w:r>
      <w:r>
        <w:rPr>
          <w:rtl/>
        </w:rPr>
        <w:t>كى جان لينے كا ارادہ كرنے لگي</w:t>
      </w:r>
      <w:r w:rsidR="007D6C9B">
        <w:rPr>
          <w:rtl/>
        </w:rPr>
        <w:t xml:space="preserve">ں </w:t>
      </w:r>
      <w:r>
        <w:rPr>
          <w:rtl/>
        </w:rPr>
        <w:t xml:space="preserve">_ </w:t>
      </w:r>
    </w:p>
    <w:p w:rsidR="00DE2D7F" w:rsidRDefault="00DE2D7F" w:rsidP="00D07B54">
      <w:pPr>
        <w:pStyle w:val="libNormal"/>
        <w:rPr>
          <w:rtl/>
        </w:rPr>
      </w:pPr>
      <w:r>
        <w:rPr>
          <w:rtl/>
        </w:rPr>
        <w:t>لہذا ہم قرآن مي</w:t>
      </w:r>
      <w:r w:rsidR="007D6C9B">
        <w:rPr>
          <w:rtl/>
        </w:rPr>
        <w:t xml:space="preserve">ں </w:t>
      </w:r>
      <w:r>
        <w:rPr>
          <w:rtl/>
        </w:rPr>
        <w:t>يہ پڑھتے ہي</w:t>
      </w:r>
      <w:r w:rsidR="007D6C9B">
        <w:rPr>
          <w:rtl/>
        </w:rPr>
        <w:t xml:space="preserve">ں </w:t>
      </w:r>
      <w:r>
        <w:rPr>
          <w:rtl/>
        </w:rPr>
        <w:t>كہ'' اس واقعے كے بعد موسى شہر مي</w:t>
      </w:r>
      <w:r w:rsidR="007D6C9B">
        <w:rPr>
          <w:rtl/>
        </w:rPr>
        <w:t xml:space="preserve">ں </w:t>
      </w:r>
      <w:r>
        <w:rPr>
          <w:rtl/>
        </w:rPr>
        <w:t>ڈررہے تھے اور ہر لحظہ انہي</w:t>
      </w:r>
      <w:r w:rsidR="007D6C9B">
        <w:rPr>
          <w:rtl/>
        </w:rPr>
        <w:t xml:space="preserve">ں </w:t>
      </w:r>
      <w:r>
        <w:rPr>
          <w:rtl/>
        </w:rPr>
        <w:t>كسى حادثے كا كھٹكا تھا اور وہ نئي خبرو</w:t>
      </w:r>
      <w:r w:rsidR="007D6C9B">
        <w:rPr>
          <w:rtl/>
        </w:rPr>
        <w:t xml:space="preserve">ں </w:t>
      </w:r>
      <w:r>
        <w:rPr>
          <w:rtl/>
        </w:rPr>
        <w:t>كى جستجو مي</w:t>
      </w:r>
      <w:r w:rsidR="007D6C9B">
        <w:rPr>
          <w:rtl/>
        </w:rPr>
        <w:t xml:space="preserve">ں </w:t>
      </w:r>
      <w:r>
        <w:rPr>
          <w:rtl/>
        </w:rPr>
        <w:t>تھے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ناگہا</w:t>
      </w:r>
      <w:r w:rsidR="007D6C9B">
        <w:rPr>
          <w:rtl/>
        </w:rPr>
        <w:t xml:space="preserve">ں </w:t>
      </w:r>
      <w:r>
        <w:rPr>
          <w:rtl/>
        </w:rPr>
        <w:t>انہي</w:t>
      </w:r>
      <w:r w:rsidR="007D6C9B">
        <w:rPr>
          <w:rtl/>
        </w:rPr>
        <w:t xml:space="preserve">ں </w:t>
      </w:r>
      <w:r>
        <w:rPr>
          <w:rtl/>
        </w:rPr>
        <w:t>ايك معاملہ پيش آيا آپ نے ديكھا كہ وہى بنى اسرائيلى جس نے گزشتہ روز ان سے مدد طلب كى تھى انھي</w:t>
      </w:r>
      <w:r w:rsidR="007D6C9B">
        <w:rPr>
          <w:rtl/>
        </w:rPr>
        <w:t xml:space="preserve">ں </w:t>
      </w:r>
      <w:r>
        <w:rPr>
          <w:rtl/>
        </w:rPr>
        <w:t xml:space="preserve">پھر پكاررہا تھا اور مدد طلب كررہاتھا (وہ ايك اور قبطى سے لڑرہا تھا) _ </w:t>
      </w:r>
    </w:p>
    <w:p w:rsidR="00DE2D7F" w:rsidRDefault="00DE2D7F" w:rsidP="00D07B54">
      <w:pPr>
        <w:pStyle w:val="libNormal"/>
        <w:rPr>
          <w:rtl/>
        </w:rPr>
      </w:pPr>
      <w:r>
        <w:rPr>
          <w:rtl/>
        </w:rPr>
        <w:t>''ليكن حضرت موسى عليہ السلام نے اس سے كہا كہ تو آشكارا طور پر ايك جاہل اور گمراہ شخص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توہر روز كسى نہ كسى سے جھگڑ پڑتا ہے اور اپنے لئے مصيبت پيدا كرليتا ہے اور ايسے كام شروع كرديتا ہے جن كا ابھى موقع ہى نہي</w:t>
      </w:r>
      <w:r w:rsidR="007D6C9B">
        <w:rPr>
          <w:rtl/>
        </w:rPr>
        <w:t xml:space="preserve">ں </w:t>
      </w:r>
      <w:r>
        <w:rPr>
          <w:rtl/>
        </w:rPr>
        <w:t>تھا كل جو كچھ گزرى ہے مي</w:t>
      </w:r>
      <w:r w:rsidR="007D6C9B">
        <w:rPr>
          <w:rtl/>
        </w:rPr>
        <w:t xml:space="preserve">ں </w:t>
      </w:r>
      <w:r>
        <w:rPr>
          <w:rtl/>
        </w:rPr>
        <w:t>تو ابھى اس كے عواقب كا انتظار كرہا ہو</w:t>
      </w:r>
      <w:r w:rsidR="007D6C9B">
        <w:rPr>
          <w:rtl/>
        </w:rPr>
        <w:t xml:space="preserve">ں </w:t>
      </w:r>
      <w:r>
        <w:rPr>
          <w:rtl/>
        </w:rPr>
        <w:t xml:space="preserve">اور تونے وہى كام از سر نو شروع كرديا ہے _ </w:t>
      </w:r>
    </w:p>
    <w:p w:rsidR="00DE2D7F" w:rsidRDefault="00DE2D7F" w:rsidP="00D07B54">
      <w:pPr>
        <w:pStyle w:val="libNormal"/>
        <w:rPr>
          <w:rtl/>
        </w:rPr>
      </w:pPr>
      <w:r>
        <w:rPr>
          <w:rtl/>
        </w:rPr>
        <w:t>بہر حال وہ ايك مظلوم تھا جو ايك ظالم كے پنجے مي</w:t>
      </w:r>
      <w:r w:rsidR="007D6C9B">
        <w:rPr>
          <w:rtl/>
        </w:rPr>
        <w:t xml:space="preserve">ں </w:t>
      </w:r>
      <w:r>
        <w:rPr>
          <w:rtl/>
        </w:rPr>
        <w:t>پھنسا ہو تھا ( حواہ ابتداء اس سے كچھ قصور ہوا ہو يانہ ہوا ہو ) اس لئے حضرت موسى كے لئے يہ ضرورى ہوگيا كہ اس كى مدد كري</w:t>
      </w:r>
      <w:r w:rsidR="007D6C9B">
        <w:rPr>
          <w:rtl/>
        </w:rPr>
        <w:t xml:space="preserve">ں </w:t>
      </w:r>
      <w:r>
        <w:rPr>
          <w:rtl/>
        </w:rPr>
        <w:t>اور اسے اس قبطى كے رحم وكرم پر نہ چھوڑدي</w:t>
      </w:r>
      <w:r w:rsidR="007D6C9B">
        <w:rPr>
          <w:rtl/>
        </w:rPr>
        <w:t xml:space="preserve">ں </w:t>
      </w:r>
      <w:r>
        <w:rPr>
          <w:rtl/>
        </w:rPr>
        <w:t>ليكن جيسے ہى حضرت موسى نے يہ اراداہ كيا كہ اس قبطى آدمى كو (جو ان دونو</w:t>
      </w:r>
      <w:r w:rsidR="007D6C9B">
        <w:rPr>
          <w:rtl/>
        </w:rPr>
        <w:t xml:space="preserve">ں </w:t>
      </w:r>
      <w:r>
        <w:rPr>
          <w:rtl/>
        </w:rPr>
        <w:t>كا دشمن تھا )پكڑ كر اس بنى اسرائيل سے جدا كري</w:t>
      </w:r>
      <w:r w:rsidR="007D6C9B">
        <w:rPr>
          <w:rtl/>
        </w:rPr>
        <w:t xml:space="preserve">ں </w:t>
      </w:r>
      <w:r>
        <w:rPr>
          <w:rtl/>
        </w:rPr>
        <w:t xml:space="preserve">وہ قبطى چلايا، اس نے كہا : </w:t>
      </w:r>
    </w:p>
    <w:p w:rsidR="00DE2D7F" w:rsidRDefault="00DE2D7F" w:rsidP="00D07B54">
      <w:pPr>
        <w:pStyle w:val="libNormal"/>
        <w:rPr>
          <w:rtl/>
        </w:rPr>
      </w:pPr>
      <w:r>
        <w:rPr>
          <w:rtl/>
        </w:rPr>
        <w:t>اے موسى : كيا تو مجھے بھى اسى طرح قتل كرنا چاہتا ہے جس طرح تو نے كل ايك شخص كو قتل كيا تھا''_</w:t>
      </w:r>
      <w:r w:rsidRPr="00AD1EF3">
        <w:rPr>
          <w:rStyle w:val="libFootnotenumChar"/>
          <w:rtl/>
        </w:rPr>
        <w:t>(</w:t>
      </w:r>
      <w:r w:rsidR="00E664BB" w:rsidRPr="00AD1EF3">
        <w:rPr>
          <w:rStyle w:val="libFootnotenumChar"/>
          <w:rtl/>
        </w:rPr>
        <w:t>3</w:t>
      </w:r>
      <w:r w:rsidRPr="00AD1EF3">
        <w:rPr>
          <w:rStyle w:val="libFootnotenumChar"/>
          <w:rtl/>
        </w:rPr>
        <w:t>)</w:t>
      </w:r>
      <w:r>
        <w:rPr>
          <w:rtl/>
        </w:rPr>
        <w:t>''تيرى حركات سے تو ايسا ظاہر ہوتا ہے كہ تو زمين پر ايك ظالم بن كررہے گا اور يہ نہي</w:t>
      </w:r>
      <w:r w:rsidR="007D6C9B">
        <w:rPr>
          <w:rtl/>
        </w:rPr>
        <w:t xml:space="preserve">ں </w:t>
      </w:r>
      <w:r>
        <w:rPr>
          <w:rtl/>
        </w:rPr>
        <w:t>چاہتا كہ مصلحين مي</w:t>
      </w:r>
      <w:r w:rsidR="007D6C9B">
        <w:rPr>
          <w:rtl/>
        </w:rPr>
        <w:t xml:space="preserve">ں </w:t>
      </w:r>
      <w:r>
        <w:rPr>
          <w:rtl/>
        </w:rPr>
        <w:t>سے ہو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قصص آيت</w:t>
      </w:r>
      <w:r w:rsidR="00E664BB">
        <w:rPr>
          <w:rtl/>
        </w:rPr>
        <w:t>15</w:t>
      </w:r>
      <w:r>
        <w:rPr>
          <w:rtl/>
        </w:rPr>
        <w:t xml:space="preserve"> (</w:t>
      </w:r>
      <w:r w:rsidR="00E664BB">
        <w:rPr>
          <w:rtl/>
        </w:rPr>
        <w:t>2</w:t>
      </w:r>
      <w:r>
        <w:rPr>
          <w:rtl/>
        </w:rPr>
        <w:t>)سورہ قصص آيت</w:t>
      </w:r>
      <w:r w:rsidR="00E664BB">
        <w:rPr>
          <w:rtl/>
        </w:rPr>
        <w:t>16</w:t>
      </w:r>
      <w:r>
        <w:rPr>
          <w:rtl/>
        </w:rPr>
        <w:t xml:space="preserve"> (</w:t>
      </w:r>
      <w:r w:rsidR="00E664BB">
        <w:rPr>
          <w:rtl/>
        </w:rPr>
        <w:t>3</w:t>
      </w:r>
      <w:r>
        <w:rPr>
          <w:rtl/>
        </w:rPr>
        <w:t>)سورہ قصص آيت</w:t>
      </w:r>
      <w:r w:rsidR="00E664BB">
        <w:rPr>
          <w:rtl/>
        </w:rPr>
        <w:t>1</w:t>
      </w:r>
      <w:r w:rsidR="00E44785">
        <w:rPr>
          <w:rtl/>
        </w:rPr>
        <w:t>9</w:t>
      </w:r>
      <w:r>
        <w:rPr>
          <w:rtl/>
        </w:rPr>
        <w:t xml:space="preserve"> (</w:t>
      </w:r>
      <w:r w:rsidR="00E664BB">
        <w:rPr>
          <w:rtl/>
        </w:rPr>
        <w:t>4</w:t>
      </w:r>
      <w:r>
        <w:rPr>
          <w:rtl/>
        </w:rPr>
        <w:t xml:space="preserve">)سورہ قصص آيت </w:t>
      </w:r>
      <w:r w:rsidR="00E664BB">
        <w:rPr>
          <w:rtl/>
        </w:rPr>
        <w:t>1</w:t>
      </w:r>
      <w:r w:rsidR="00E44785">
        <w:rPr>
          <w:rtl/>
        </w:rPr>
        <w:t>9</w:t>
      </w:r>
      <w:r>
        <w:rPr>
          <w:rtl/>
        </w:rPr>
        <w:t xml:space="preserve"> </w:t>
      </w:r>
    </w:p>
    <w:p w:rsidR="004B1F23" w:rsidRDefault="001648F9" w:rsidP="00D07B54">
      <w:pPr>
        <w:pStyle w:val="libNormal"/>
        <w:rPr>
          <w:rtl/>
        </w:rPr>
      </w:pPr>
      <w:r>
        <w:rPr>
          <w:rtl/>
        </w:rPr>
        <w:t xml:space="preserve"> </w:t>
      </w:r>
      <w:r>
        <w:rPr>
          <w:rtl/>
        </w:rPr>
        <w:br w:type="page"/>
      </w:r>
    </w:p>
    <w:p w:rsidR="004B1F23" w:rsidRDefault="004B1F23" w:rsidP="00D07B54">
      <w:pPr>
        <w:pStyle w:val="libNormal"/>
        <w:rPr>
          <w:rtl/>
        </w:rPr>
      </w:pPr>
    </w:p>
    <w:p w:rsidR="00DE2D7F" w:rsidRDefault="00DE2D7F" w:rsidP="00D07B54">
      <w:pPr>
        <w:pStyle w:val="libNormal"/>
        <w:rPr>
          <w:rtl/>
        </w:rPr>
      </w:pPr>
      <w:r>
        <w:rPr>
          <w:rtl/>
        </w:rPr>
        <w:t xml:space="preserve">اس جملے سے يہ معلوم ہوتا ہے كہ حضرت موسى عليہ السلام نے فرعون كے محل اور اس كے باہر ہر دو جگہ اپنے مصلحانہ خيالات كا اظہار شروع كرديا تھا بعض روايات سے يہ بھى معلوم ہوتا ہے كہ اس موضوع پر ان كے فرعون سے اختلافات بھى پيدا ہوگئے تھے اسى لئے تو اس قبطى آدمى نے يہ كہا : </w:t>
      </w:r>
    </w:p>
    <w:p w:rsidR="00DE2D7F" w:rsidRDefault="00DE2D7F" w:rsidP="00D07B54">
      <w:pPr>
        <w:pStyle w:val="libNormal"/>
        <w:rPr>
          <w:rtl/>
        </w:rPr>
      </w:pPr>
      <w:r>
        <w:rPr>
          <w:rtl/>
        </w:rPr>
        <w:t xml:space="preserve">يہ كيسى اصلاح طلبى ہے كہ تو ہر روز ايك آدمى كو قتل كرتاہے ؟ </w:t>
      </w:r>
    </w:p>
    <w:p w:rsidR="00DE2D7F" w:rsidRDefault="00DE2D7F" w:rsidP="00D07B54">
      <w:pPr>
        <w:pStyle w:val="libNormal"/>
        <w:rPr>
          <w:rtl/>
        </w:rPr>
      </w:pPr>
      <w:r>
        <w:rPr>
          <w:rtl/>
        </w:rPr>
        <w:t>حالانكہ اگر حضرت موسى كا يہ ارادہ ہوتا كہ اس اس ظالم كو بھى قتل كردي</w:t>
      </w:r>
      <w:r w:rsidR="007D6C9B">
        <w:rPr>
          <w:rtl/>
        </w:rPr>
        <w:t xml:space="preserve">ں </w:t>
      </w:r>
      <w:r>
        <w:rPr>
          <w:rtl/>
        </w:rPr>
        <w:t>تو يہ بھى راہ اصلاح مي</w:t>
      </w:r>
      <w:r w:rsidR="007D6C9B">
        <w:rPr>
          <w:rtl/>
        </w:rPr>
        <w:t xml:space="preserve">ں </w:t>
      </w:r>
      <w:r>
        <w:rPr>
          <w:rtl/>
        </w:rPr>
        <w:t xml:space="preserve">ايك قدم ہوتا _ </w:t>
      </w:r>
    </w:p>
    <w:p w:rsidR="00DE2D7F" w:rsidRDefault="00DE2D7F" w:rsidP="00D07B54">
      <w:pPr>
        <w:pStyle w:val="libNormal"/>
        <w:rPr>
          <w:rtl/>
        </w:rPr>
      </w:pPr>
      <w:r>
        <w:rPr>
          <w:rtl/>
        </w:rPr>
        <w:t>بہركيف حضرت موسى كو يہ احساس ہوا كہ گزشتہ روز كا واقعہ طشت ازبام ہوگيا ہے اور اس خوف سے كہ اور زيادہ مشكلات پيدا نہ ہو</w:t>
      </w:r>
      <w:r w:rsidR="007D6C9B">
        <w:rPr>
          <w:rtl/>
        </w:rPr>
        <w:t xml:space="preserve">ں </w:t>
      </w:r>
      <w:r>
        <w:rPr>
          <w:rtl/>
        </w:rPr>
        <w:t>، انھو</w:t>
      </w:r>
      <w:r w:rsidR="007D6C9B">
        <w:rPr>
          <w:rtl/>
        </w:rPr>
        <w:t xml:space="preserve">ں </w:t>
      </w:r>
      <w:r>
        <w:rPr>
          <w:rtl/>
        </w:rPr>
        <w:t>نے اس معاملے مي</w:t>
      </w:r>
      <w:r w:rsidR="007D6C9B">
        <w:rPr>
          <w:rtl/>
        </w:rPr>
        <w:t xml:space="preserve">ں </w:t>
      </w:r>
      <w:r>
        <w:rPr>
          <w:rtl/>
        </w:rPr>
        <w:t xml:space="preserve">دخل نہ ديا _ </w:t>
      </w:r>
    </w:p>
    <w:p w:rsidR="00DE2D7F" w:rsidRDefault="00DE2D7F" w:rsidP="00D07B54">
      <w:pPr>
        <w:pStyle w:val="libNormal"/>
        <w:rPr>
          <w:rtl/>
        </w:rPr>
      </w:pPr>
    </w:p>
    <w:p w:rsidR="004B1F23" w:rsidRDefault="00DE2D7F" w:rsidP="00D07B54">
      <w:pPr>
        <w:pStyle w:val="Heading2Center"/>
        <w:rPr>
          <w:rtl/>
        </w:rPr>
      </w:pPr>
      <w:bookmarkStart w:id="211" w:name="_Toc7268608"/>
      <w:r>
        <w:rPr>
          <w:rtl/>
        </w:rPr>
        <w:t>حضرت موسى عليہ السلام كے ليے سزا ئے موت</w:t>
      </w:r>
      <w:bookmarkEnd w:id="211"/>
    </w:p>
    <w:p w:rsidR="00DE2D7F" w:rsidRDefault="00DE2D7F" w:rsidP="00D07B54">
      <w:pPr>
        <w:pStyle w:val="libNormal"/>
        <w:rPr>
          <w:rtl/>
        </w:rPr>
      </w:pPr>
      <w:r>
        <w:rPr>
          <w:rtl/>
        </w:rPr>
        <w:t xml:space="preserve"> اس واقعے كى فرعون اور اس كے اہل دربار كو اطلاع پہنچ گئي انھو</w:t>
      </w:r>
      <w:r w:rsidR="007D6C9B">
        <w:rPr>
          <w:rtl/>
        </w:rPr>
        <w:t xml:space="preserve">ں </w:t>
      </w:r>
      <w:r>
        <w:rPr>
          <w:rtl/>
        </w:rPr>
        <w:t xml:space="preserve">نے حضرت موسى سے اس عمل كے مكرر سرزد ہونے كو اپنى شان سلطنت كے لئے ايك تہديد سمجھا _ وہ باہم مشورے كے لئے جمع ہوئے اور حضرت موسى كے قتل كا حكم صادر كرديا _ </w:t>
      </w:r>
    </w:p>
    <w:p w:rsidR="00DE2D7F" w:rsidRDefault="00DE2D7F" w:rsidP="00D07B54">
      <w:pPr>
        <w:pStyle w:val="libNormal"/>
        <w:rPr>
          <w:rtl/>
        </w:rPr>
      </w:pPr>
      <w:r>
        <w:rPr>
          <w:rtl/>
        </w:rPr>
        <w:t>(جہا</w:t>
      </w:r>
      <w:r w:rsidR="007D6C9B">
        <w:rPr>
          <w:rtl/>
        </w:rPr>
        <w:t xml:space="preserve">ں </w:t>
      </w:r>
      <w:r>
        <w:rPr>
          <w:rtl/>
        </w:rPr>
        <w:t>فرعون اور اس كے اہل خانہ رہتے تھے)وہا</w:t>
      </w:r>
      <w:r w:rsidR="007D6C9B">
        <w:rPr>
          <w:rtl/>
        </w:rPr>
        <w:t xml:space="preserve">ں </w:t>
      </w:r>
      <w:r>
        <w:rPr>
          <w:rtl/>
        </w:rPr>
        <w:t>سے ايك شخص تيزى كے ساتھ حضرت موسى كے پاس آيا اور انھي</w:t>
      </w:r>
      <w:r w:rsidR="007D6C9B">
        <w:rPr>
          <w:rtl/>
        </w:rPr>
        <w:t xml:space="preserve">ں </w:t>
      </w:r>
      <w:r>
        <w:rPr>
          <w:rtl/>
        </w:rPr>
        <w:t>مطلع كيا كہ آپ كو قتل كرنے كا مشورہ ہورہا ہے ، آپ فورا شہرسے نكل جائي</w:t>
      </w:r>
      <w:r w:rsidR="007D6C9B">
        <w:rPr>
          <w:rtl/>
        </w:rPr>
        <w:t xml:space="preserve">ں </w:t>
      </w:r>
      <w:r>
        <w:rPr>
          <w:rtl/>
        </w:rPr>
        <w:t>، مي</w:t>
      </w:r>
      <w:r w:rsidR="007D6C9B">
        <w:rPr>
          <w:rtl/>
        </w:rPr>
        <w:t xml:space="preserve">ں </w:t>
      </w:r>
      <w:r>
        <w:rPr>
          <w:rtl/>
        </w:rPr>
        <w:t>آپ كا خير خواہ ہو</w:t>
      </w:r>
      <w:r w:rsidR="007D6C9B">
        <w:rPr>
          <w:rtl/>
        </w:rPr>
        <w:t xml:space="preserve">ں </w:t>
      </w:r>
      <w:r>
        <w:rPr>
          <w:rtl/>
        </w:rPr>
        <w:t xml:space="preserve">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آدمى بظاہر وہى تھا جو بعد مي</w:t>
      </w:r>
      <w:r w:rsidR="007D6C9B">
        <w:rPr>
          <w:rtl/>
        </w:rPr>
        <w:t xml:space="preserve">ں </w:t>
      </w:r>
      <w:r>
        <w:rPr>
          <w:rtl/>
        </w:rPr>
        <w:t>''مومن آل فرعون ''كے نام سے مشہور ہوا ،كہا جاتاہے كہ اس كا نام حزقيل تھا وہ فرعون كے قريبى رشتہ دارو</w:t>
      </w:r>
      <w:r w:rsidR="007D6C9B">
        <w:rPr>
          <w:rtl/>
        </w:rPr>
        <w:t xml:space="preserve">ں </w:t>
      </w:r>
      <w:r>
        <w:rPr>
          <w:rtl/>
        </w:rPr>
        <w:t>مي</w:t>
      </w:r>
      <w:r w:rsidR="007D6C9B">
        <w:rPr>
          <w:rtl/>
        </w:rPr>
        <w:t xml:space="preserve">ں </w:t>
      </w:r>
      <w:r>
        <w:rPr>
          <w:rtl/>
        </w:rPr>
        <w:t>سے تھا اور ان لوگو</w:t>
      </w:r>
      <w:r w:rsidR="007D6C9B">
        <w:rPr>
          <w:rtl/>
        </w:rPr>
        <w:t xml:space="preserve">ں </w:t>
      </w:r>
      <w:r>
        <w:rPr>
          <w:rtl/>
        </w:rPr>
        <w:t>سے اس كے ايسے قريبى روابط تھے كہ ايسے مشورو</w:t>
      </w:r>
      <w:r w:rsidR="007D6C9B">
        <w:rPr>
          <w:rtl/>
        </w:rPr>
        <w:t xml:space="preserve">ں </w:t>
      </w:r>
      <w:r>
        <w:rPr>
          <w:rtl/>
        </w:rPr>
        <w:t>مي</w:t>
      </w:r>
      <w:r w:rsidR="007D6C9B">
        <w:rPr>
          <w:rtl/>
        </w:rPr>
        <w:t xml:space="preserve">ں </w:t>
      </w:r>
      <w:r>
        <w:rPr>
          <w:rtl/>
        </w:rPr>
        <w:t xml:space="preserve">شريك ہوتا تھا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قصص آيت </w:t>
      </w:r>
      <w:r w:rsidR="00E664BB">
        <w:rPr>
          <w:rtl/>
        </w:rPr>
        <w:t>1</w:t>
      </w:r>
      <w:r w:rsidR="00E44785">
        <w:rPr>
          <w:rtl/>
        </w:rPr>
        <w:t>9</w:t>
      </w:r>
      <w:r>
        <w:rPr>
          <w:rtl/>
        </w:rPr>
        <w:t xml:space="preserve"> </w:t>
      </w:r>
    </w:p>
    <w:p w:rsidR="004B1F23"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اسے فرعون كے جرائم اور اس كى كرتوتو</w:t>
      </w:r>
      <w:r w:rsidR="007D6C9B">
        <w:rPr>
          <w:rtl/>
        </w:rPr>
        <w:t xml:space="preserve">ں </w:t>
      </w:r>
      <w:r>
        <w:rPr>
          <w:rtl/>
        </w:rPr>
        <w:t>سے بڑا دكھ ہوتا تھا اور اس انتظار مي</w:t>
      </w:r>
      <w:r w:rsidR="007D6C9B">
        <w:rPr>
          <w:rtl/>
        </w:rPr>
        <w:t xml:space="preserve">ں </w:t>
      </w:r>
      <w:r>
        <w:rPr>
          <w:rtl/>
        </w:rPr>
        <w:t>تھا كہ كوئي شخص اس كے خلاف بغاوت كرے اور وہ اس كار خير مي</w:t>
      </w:r>
      <w:r w:rsidR="007D6C9B">
        <w:rPr>
          <w:rtl/>
        </w:rPr>
        <w:t xml:space="preserve">ں </w:t>
      </w:r>
      <w:r>
        <w:rPr>
          <w:rtl/>
        </w:rPr>
        <w:t xml:space="preserve">شريك ہوجائے _ </w:t>
      </w:r>
    </w:p>
    <w:p w:rsidR="00DE2D7F" w:rsidRDefault="00DE2D7F" w:rsidP="00D07B54">
      <w:pPr>
        <w:pStyle w:val="libNormal"/>
        <w:rPr>
          <w:rtl/>
        </w:rPr>
      </w:pPr>
      <w:r>
        <w:rPr>
          <w:rtl/>
        </w:rPr>
        <w:t>بظاہر وہ حضرت موسى عليہ السلام سے يہ آس لگائے ہوئے تھا اور ان كى پيشانى مي</w:t>
      </w:r>
      <w:r w:rsidR="007D6C9B">
        <w:rPr>
          <w:rtl/>
        </w:rPr>
        <w:t xml:space="preserve">ں </w:t>
      </w:r>
      <w:r>
        <w:rPr>
          <w:rtl/>
        </w:rPr>
        <w:t>من جانب اللہ ايك انقلابى ہستى كى علامات ديكھ رہا تھا اسى وجہ سے جيسے ہى اسے يہ احساس ہوا كہ حضرت موسى خطرے مي</w:t>
      </w:r>
      <w:r w:rsidR="007D6C9B">
        <w:rPr>
          <w:rtl/>
        </w:rPr>
        <w:t xml:space="preserve">ں </w:t>
      </w:r>
      <w:r>
        <w:rPr>
          <w:rtl/>
        </w:rPr>
        <w:t>ہي</w:t>
      </w:r>
      <w:r w:rsidR="007D6C9B">
        <w:rPr>
          <w:rtl/>
        </w:rPr>
        <w:t xml:space="preserve">ں </w:t>
      </w:r>
      <w:r>
        <w:rPr>
          <w:rtl/>
        </w:rPr>
        <w:t>، نہايت سرعت سے ان كے پاس پہنچا اور انھي</w:t>
      </w:r>
      <w:r w:rsidR="007D6C9B">
        <w:rPr>
          <w:rtl/>
        </w:rPr>
        <w:t xml:space="preserve">ں </w:t>
      </w:r>
      <w:r>
        <w:rPr>
          <w:rtl/>
        </w:rPr>
        <w:t xml:space="preserve">خطرے سے بچاليا _ </w:t>
      </w:r>
    </w:p>
    <w:p w:rsidR="00DE2D7F" w:rsidRDefault="00DE2D7F" w:rsidP="00D07B54">
      <w:pPr>
        <w:pStyle w:val="libNormal"/>
        <w:rPr>
          <w:rtl/>
        </w:rPr>
      </w:pPr>
      <w:r>
        <w:rPr>
          <w:rtl/>
        </w:rPr>
        <w:t>ہم بعد مي</w:t>
      </w:r>
      <w:r w:rsidR="007D6C9B">
        <w:rPr>
          <w:rtl/>
        </w:rPr>
        <w:t xml:space="preserve">ں </w:t>
      </w:r>
      <w:r>
        <w:rPr>
          <w:rtl/>
        </w:rPr>
        <w:t>ديكھي</w:t>
      </w:r>
      <w:r w:rsidR="007D6C9B">
        <w:rPr>
          <w:rtl/>
        </w:rPr>
        <w:t xml:space="preserve">ں </w:t>
      </w:r>
      <w:r>
        <w:rPr>
          <w:rtl/>
        </w:rPr>
        <w:t>گے كہ وہ شخص صرف اسى واقعے مي</w:t>
      </w:r>
      <w:r w:rsidR="007D6C9B">
        <w:rPr>
          <w:rtl/>
        </w:rPr>
        <w:t xml:space="preserve">ں </w:t>
      </w:r>
      <w:r>
        <w:rPr>
          <w:rtl/>
        </w:rPr>
        <w:t>نہي</w:t>
      </w:r>
      <w:r w:rsidR="007D6C9B">
        <w:rPr>
          <w:rtl/>
        </w:rPr>
        <w:t xml:space="preserve">ں </w:t>
      </w:r>
      <w:r>
        <w:rPr>
          <w:rtl/>
        </w:rPr>
        <w:t>، بلكہ ديگر خطرناك مواقع پر بھى حضرت موسى كے لئے بااعتماد اور ہمدرد ثابت ہواحضرت موسى عليہ السلام نے اس خبر كو قطعى درست سمجھا اور اس ايماندار آدمى كى خيرخواہى كو بہ نگاہ قدر ديكھا اور اس كى نصيحت كے مطابق شہر سے نكل گئے_''اس وقت آپ خوف زدہ تھے اور ہر گھڑى انہي</w:t>
      </w:r>
      <w:r w:rsidR="007D6C9B">
        <w:rPr>
          <w:rtl/>
        </w:rPr>
        <w:t xml:space="preserve">ں </w:t>
      </w:r>
      <w:r>
        <w:rPr>
          <w:rtl/>
        </w:rPr>
        <w:t>كسى حادثے كا كھٹكا تھا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حضرت موسى عليہ السلام نے نہايت خضوع قلب كے ساتھ متوجہ الى اللہ ہوكر اس بلا كو ٹالنے كےلئے اس كے لطف وكرم كى درخواست كى :''اے ميرے پروردگار : تو مجھے اس ظالم قوم سے رہائي بخش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مي</w:t>
      </w:r>
      <w:r w:rsidR="007D6C9B">
        <w:rPr>
          <w:rtl/>
        </w:rPr>
        <w:t xml:space="preserve">ں </w:t>
      </w:r>
      <w:r>
        <w:rPr>
          <w:rtl/>
        </w:rPr>
        <w:t>جانتاہو</w:t>
      </w:r>
      <w:r w:rsidR="007D6C9B">
        <w:rPr>
          <w:rtl/>
        </w:rPr>
        <w:t xml:space="preserve">ں </w:t>
      </w:r>
      <w:r>
        <w:rPr>
          <w:rtl/>
        </w:rPr>
        <w:t>كہ وہ ظالم اور بے رحم ہي</w:t>
      </w:r>
      <w:r w:rsidR="007D6C9B">
        <w:rPr>
          <w:rtl/>
        </w:rPr>
        <w:t xml:space="preserve">ں </w:t>
      </w:r>
      <w:r>
        <w:rPr>
          <w:rtl/>
        </w:rPr>
        <w:t>مي</w:t>
      </w:r>
      <w:r w:rsidR="007D6C9B">
        <w:rPr>
          <w:rtl/>
        </w:rPr>
        <w:t xml:space="preserve">ں </w:t>
      </w:r>
      <w:r>
        <w:rPr>
          <w:rtl/>
        </w:rPr>
        <w:t>تو مظلومو</w:t>
      </w:r>
      <w:r w:rsidR="007D6C9B">
        <w:rPr>
          <w:rtl/>
        </w:rPr>
        <w:t xml:space="preserve">ں </w:t>
      </w:r>
      <w:r>
        <w:rPr>
          <w:rtl/>
        </w:rPr>
        <w:t>كى مدافعت كررہاتھا اور ظالمو</w:t>
      </w:r>
      <w:r w:rsidR="007D6C9B">
        <w:rPr>
          <w:rtl/>
        </w:rPr>
        <w:t xml:space="preserve">ں </w:t>
      </w:r>
      <w:r>
        <w:rPr>
          <w:rtl/>
        </w:rPr>
        <w:t>سے ميرا كچھ تعلق نہ تھا اور جس طرح سے مي</w:t>
      </w:r>
      <w:r w:rsidR="007D6C9B">
        <w:rPr>
          <w:rtl/>
        </w:rPr>
        <w:t xml:space="preserve">ں </w:t>
      </w:r>
      <w:r>
        <w:rPr>
          <w:rtl/>
        </w:rPr>
        <w:t>نے اپنى توانائي كے مطابق مظلومو</w:t>
      </w:r>
      <w:r w:rsidR="007D6C9B">
        <w:rPr>
          <w:rtl/>
        </w:rPr>
        <w:t xml:space="preserve">ں </w:t>
      </w:r>
      <w:r>
        <w:rPr>
          <w:rtl/>
        </w:rPr>
        <w:t>سے ظالمو</w:t>
      </w:r>
      <w:r w:rsidR="007D6C9B">
        <w:rPr>
          <w:rtl/>
        </w:rPr>
        <w:t xml:space="preserve">ں </w:t>
      </w:r>
      <w:r>
        <w:rPr>
          <w:rtl/>
        </w:rPr>
        <w:t>كے شركو دور كيا ہے تو بھى اے خدائے بزرگ ظالمو</w:t>
      </w:r>
      <w:r w:rsidR="007D6C9B">
        <w:rPr>
          <w:rtl/>
        </w:rPr>
        <w:t xml:space="preserve">ں </w:t>
      </w:r>
      <w:r>
        <w:rPr>
          <w:rtl/>
        </w:rPr>
        <w:t xml:space="preserve">كے شركو مجھ سے دور ركھ _ </w:t>
      </w:r>
    </w:p>
    <w:p w:rsidR="00DE2D7F" w:rsidRDefault="00DE2D7F" w:rsidP="00D07B54">
      <w:pPr>
        <w:pStyle w:val="libNormal"/>
        <w:rPr>
          <w:rtl/>
        </w:rPr>
      </w:pPr>
      <w:r>
        <w:rPr>
          <w:rtl/>
        </w:rPr>
        <w:t>حضرت موسى عليہ السلام نے پختہ ارادہ كرليا كہ وہ شہرمدين كو چلے جائي</w:t>
      </w:r>
      <w:r w:rsidR="007D6C9B">
        <w:rPr>
          <w:rtl/>
        </w:rPr>
        <w:t xml:space="preserve">ں </w:t>
      </w:r>
      <w:r>
        <w:rPr>
          <w:rtl/>
        </w:rPr>
        <w:t>يہ شہر شام كے جنوب اور حجاز كے شمال مي</w:t>
      </w:r>
      <w:r w:rsidR="007D6C9B">
        <w:rPr>
          <w:rtl/>
        </w:rPr>
        <w:t xml:space="preserve">ں </w:t>
      </w:r>
      <w:r>
        <w:rPr>
          <w:rtl/>
        </w:rPr>
        <w:t>تھا اور قلم رو مصر اور فراعنہ كى حكومت مي</w:t>
      </w:r>
      <w:r w:rsidR="007D6C9B">
        <w:rPr>
          <w:rtl/>
        </w:rPr>
        <w:t xml:space="preserve">ں </w:t>
      </w:r>
      <w:r>
        <w:rPr>
          <w:rtl/>
        </w:rPr>
        <w:t xml:space="preserve">شامل نہ تھا _ </w:t>
      </w:r>
    </w:p>
    <w:p w:rsidR="004B1F23" w:rsidRDefault="00DE2D7F" w:rsidP="00D07B54">
      <w:pPr>
        <w:pStyle w:val="Heading2Center"/>
        <w:rPr>
          <w:rtl/>
        </w:rPr>
      </w:pPr>
      <w:bookmarkStart w:id="212" w:name="_Toc7268609"/>
      <w:r>
        <w:rPr>
          <w:rtl/>
        </w:rPr>
        <w:t>مدين كہا</w:t>
      </w:r>
      <w:r w:rsidR="007D6C9B">
        <w:rPr>
          <w:rtl/>
        </w:rPr>
        <w:t xml:space="preserve">ں </w:t>
      </w:r>
      <w:r>
        <w:rPr>
          <w:rtl/>
        </w:rPr>
        <w:t>تھا؟</w:t>
      </w:r>
      <w:bookmarkEnd w:id="212"/>
    </w:p>
    <w:p w:rsidR="00DE2D7F" w:rsidRDefault="00DE2D7F" w:rsidP="00D07B54">
      <w:pPr>
        <w:pStyle w:val="libNormal"/>
        <w:rPr>
          <w:rtl/>
        </w:rPr>
      </w:pPr>
      <w:r>
        <w:rPr>
          <w:rtl/>
        </w:rPr>
        <w:t xml:space="preserve"> ''مدين '' ايك شہر كانام تھا جس مي</w:t>
      </w:r>
      <w:r w:rsidR="007D6C9B">
        <w:rPr>
          <w:rtl/>
        </w:rPr>
        <w:t xml:space="preserve">ں </w:t>
      </w:r>
      <w:r>
        <w:rPr>
          <w:rtl/>
        </w:rPr>
        <w:t>حضرت شعيب اور ان كا قبيلہ رہتا تھا يہ شہر خليج عقبہ كے مشرق مي</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قصص آيت</w:t>
      </w:r>
      <w:r w:rsidR="00E664BB">
        <w:rPr>
          <w:rtl/>
        </w:rPr>
        <w:t>21</w:t>
      </w:r>
      <w:r>
        <w:rPr>
          <w:rtl/>
        </w:rPr>
        <w:t xml:space="preserve"> </w:t>
      </w:r>
    </w:p>
    <w:p w:rsidR="00DE2D7F" w:rsidRDefault="00DE2D7F" w:rsidP="00D07B54">
      <w:pPr>
        <w:pStyle w:val="libFootnote"/>
        <w:rPr>
          <w:rtl/>
        </w:rPr>
      </w:pPr>
      <w:r>
        <w:rPr>
          <w:rtl/>
        </w:rPr>
        <w:t>(</w:t>
      </w:r>
      <w:r w:rsidR="00E664BB">
        <w:rPr>
          <w:rtl/>
        </w:rPr>
        <w:t>2</w:t>
      </w:r>
      <w:r>
        <w:rPr>
          <w:rtl/>
        </w:rPr>
        <w:t>)سورہ قصص آيت</w:t>
      </w:r>
      <w:r w:rsidR="00E664BB">
        <w:rPr>
          <w:rtl/>
        </w:rPr>
        <w:t>21</w:t>
      </w:r>
      <w:r>
        <w:rPr>
          <w:rtl/>
        </w:rPr>
        <w:t xml:space="preserve"> </w:t>
      </w:r>
    </w:p>
    <w:p w:rsidR="004B1F23"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تھا (يعنى حجاز كے شمال اور شامات كے جنوب مي</w:t>
      </w:r>
      <w:r w:rsidR="007D6C9B">
        <w:rPr>
          <w:rtl/>
        </w:rPr>
        <w:t xml:space="preserve">ں </w:t>
      </w:r>
      <w:r>
        <w:rPr>
          <w:rtl/>
        </w:rPr>
        <w:t>)وہا</w:t>
      </w:r>
      <w:r w:rsidR="007D6C9B">
        <w:rPr>
          <w:rtl/>
        </w:rPr>
        <w:t xml:space="preserve">ں </w:t>
      </w:r>
      <w:r>
        <w:rPr>
          <w:rtl/>
        </w:rPr>
        <w:t xml:space="preserve">كے باشندے حضرت اسماعيل (ع) كى نسل سے تھے وہ مصر، لبنان اور فلسطين سے تجارت كرتے تھے آج كل اس شہر كانام معان ہے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نقشے كو غور سے دبكھي</w:t>
      </w:r>
      <w:r w:rsidR="007D6C9B">
        <w:rPr>
          <w:rtl/>
        </w:rPr>
        <w:t xml:space="preserve">ں </w:t>
      </w:r>
      <w:r>
        <w:rPr>
          <w:rtl/>
        </w:rPr>
        <w:t>تو معلوم ہوتا ہے كہ اس شہر كا مصر سے كچھ زبادہ فاصلہ نہي</w:t>
      </w:r>
      <w:r w:rsidR="007D6C9B">
        <w:rPr>
          <w:rtl/>
        </w:rPr>
        <w:t xml:space="preserve">ں </w:t>
      </w:r>
      <w:r>
        <w:rPr>
          <w:rtl/>
        </w:rPr>
        <w:t>ہے،اسى لئے حضرت موسى عليہ السلام چند روز مي</w:t>
      </w:r>
      <w:r w:rsidR="007D6C9B">
        <w:rPr>
          <w:rtl/>
        </w:rPr>
        <w:t xml:space="preserve">ں </w:t>
      </w:r>
      <w:r>
        <w:rPr>
          <w:rtl/>
        </w:rPr>
        <w:t>وہا</w:t>
      </w:r>
      <w:r w:rsidR="007D6C9B">
        <w:rPr>
          <w:rtl/>
        </w:rPr>
        <w:t xml:space="preserve">ں </w:t>
      </w:r>
      <w:r>
        <w:rPr>
          <w:rtl/>
        </w:rPr>
        <w:t xml:space="preserve">پہنچ گئے_ </w:t>
      </w:r>
    </w:p>
    <w:p w:rsidR="00DE2D7F" w:rsidRDefault="00DE2D7F" w:rsidP="00D07B54">
      <w:pPr>
        <w:pStyle w:val="libNormal"/>
        <w:rPr>
          <w:rtl/>
        </w:rPr>
      </w:pPr>
      <w:r>
        <w:rPr>
          <w:rtl/>
        </w:rPr>
        <w:t>ملك اردن كے جغرافيائي نقشہ مي</w:t>
      </w:r>
      <w:r w:rsidR="007D6C9B">
        <w:rPr>
          <w:rtl/>
        </w:rPr>
        <w:t xml:space="preserve">ں </w:t>
      </w:r>
      <w:r>
        <w:rPr>
          <w:rtl/>
        </w:rPr>
        <w:t>، جنوب غربى شہرو</w:t>
      </w:r>
      <w:r w:rsidR="007D6C9B">
        <w:rPr>
          <w:rtl/>
        </w:rPr>
        <w:t xml:space="preserve">ں </w:t>
      </w:r>
      <w:r>
        <w:rPr>
          <w:rtl/>
        </w:rPr>
        <w:t>مي</w:t>
      </w:r>
      <w:r w:rsidR="007D6C9B">
        <w:rPr>
          <w:rtl/>
        </w:rPr>
        <w:t xml:space="preserve">ں </w:t>
      </w:r>
      <w:r>
        <w:rPr>
          <w:rtl/>
        </w:rPr>
        <w:t xml:space="preserve">سے ايك شہر'' معان '' نام كا ملتا ہے ، جس كا محل وقوع ہمارے مذكورہ بالا بيان كے مطابق ہے _ </w:t>
      </w:r>
    </w:p>
    <w:p w:rsidR="00DE2D7F" w:rsidRDefault="00DE2D7F" w:rsidP="00D07B54">
      <w:pPr>
        <w:pStyle w:val="libNormal"/>
        <w:rPr>
          <w:rtl/>
        </w:rPr>
      </w:pPr>
      <w:r>
        <w:rPr>
          <w:rtl/>
        </w:rPr>
        <w:t>ليكن وہ جوان جو محل كے اندار نازو نعم مي</w:t>
      </w:r>
      <w:r w:rsidR="007D6C9B">
        <w:rPr>
          <w:rtl/>
        </w:rPr>
        <w:t xml:space="preserve">ں </w:t>
      </w:r>
      <w:r>
        <w:rPr>
          <w:rtl/>
        </w:rPr>
        <w:t xml:space="preserve">پلا تھا ايك ايسے سفر پر روانہ ہو رہا تھا جيسے كہ سفر اسے كبھى زندگى بھر پيش نہ آيا تھا_ </w:t>
      </w:r>
    </w:p>
    <w:p w:rsidR="00DE2D7F" w:rsidRDefault="00DE2D7F" w:rsidP="00D07B54">
      <w:pPr>
        <w:pStyle w:val="libNormal"/>
        <w:rPr>
          <w:rtl/>
        </w:rPr>
      </w:pPr>
      <w:r>
        <w:rPr>
          <w:rtl/>
        </w:rPr>
        <w:t xml:space="preserve">اس كے پاس نہ زادراہ تھا، نہ توشہ سفر، نہ كوئي سوارى ، نہ رفيق راہ اور نہ كوئي راستہ بتانے والا ،ہردم يہ خطرہ لاحق تھا_ </w:t>
      </w:r>
    </w:p>
    <w:p w:rsidR="00DE2D7F" w:rsidRDefault="00DE2D7F" w:rsidP="00D07B54">
      <w:pPr>
        <w:pStyle w:val="libNormal"/>
        <w:rPr>
          <w:rtl/>
        </w:rPr>
      </w:pPr>
      <w:r>
        <w:rPr>
          <w:rtl/>
        </w:rPr>
        <w:t>كہ حكومت كے اہلكار اس تك پہنچ جائي</w:t>
      </w:r>
      <w:r w:rsidR="007D6C9B">
        <w:rPr>
          <w:rtl/>
        </w:rPr>
        <w:t xml:space="preserve">ں </w:t>
      </w:r>
      <w:r>
        <w:rPr>
          <w:rtl/>
        </w:rPr>
        <w:t>اور پكڑكے قتل كردي</w:t>
      </w:r>
      <w:r w:rsidR="007D6C9B">
        <w:rPr>
          <w:rtl/>
        </w:rPr>
        <w:t xml:space="preserve">ں </w:t>
      </w:r>
      <w:r>
        <w:rPr>
          <w:rtl/>
        </w:rPr>
        <w:t>اس حالت مي</w:t>
      </w:r>
      <w:r w:rsidR="007D6C9B">
        <w:rPr>
          <w:rtl/>
        </w:rPr>
        <w:t xml:space="preserve">ں </w:t>
      </w:r>
      <w:r>
        <w:rPr>
          <w:rtl/>
        </w:rPr>
        <w:t xml:space="preserve">ظاہر ہے كہ حضرت موسى عليہ السلام كا كيا حال ہوگا _ </w:t>
      </w:r>
    </w:p>
    <w:p w:rsidR="00DE2D7F" w:rsidRDefault="00DE2D7F" w:rsidP="00D07B54">
      <w:pPr>
        <w:pStyle w:val="libNormal"/>
        <w:rPr>
          <w:rtl/>
        </w:rPr>
      </w:pPr>
      <w:r>
        <w:rPr>
          <w:rtl/>
        </w:rPr>
        <w:t>ليكن حضرت موسى عليہ السلام كے لئے يہ مقدر ہوچكا تھا كہ وہ سختى اور شدت كے دنو</w:t>
      </w:r>
      <w:r w:rsidR="007D6C9B">
        <w:rPr>
          <w:rtl/>
        </w:rPr>
        <w:t xml:space="preserve">ں </w:t>
      </w:r>
      <w:r>
        <w:rPr>
          <w:rtl/>
        </w:rPr>
        <w:t>كو پيچھے چھوڑدي</w:t>
      </w:r>
      <w:r w:rsidR="007D6C9B">
        <w:rPr>
          <w:rtl/>
        </w:rPr>
        <w:t xml:space="preserve">ں </w:t>
      </w:r>
      <w:r>
        <w:rPr>
          <w:rtl/>
        </w:rPr>
        <w:t>اور قصرفرعون انھي</w:t>
      </w:r>
      <w:r w:rsidR="007D6C9B">
        <w:rPr>
          <w:rtl/>
        </w:rPr>
        <w:t xml:space="preserve">ں </w:t>
      </w:r>
      <w:r>
        <w:rPr>
          <w:rtl/>
        </w:rPr>
        <w:t>جس جال مي</w:t>
      </w:r>
      <w:r w:rsidR="007D6C9B">
        <w:rPr>
          <w:rtl/>
        </w:rPr>
        <w:t xml:space="preserve">ں </w:t>
      </w:r>
      <w:r>
        <w:rPr>
          <w:rtl/>
        </w:rPr>
        <w:t xml:space="preserve">پھنسانا چاہتا تھا_ </w:t>
      </w:r>
    </w:p>
    <w:p w:rsidR="00DE2D7F" w:rsidRDefault="00DE2D7F" w:rsidP="00D07B54">
      <w:pPr>
        <w:pStyle w:val="libNormal"/>
        <w:rPr>
          <w:rtl/>
        </w:rPr>
      </w:pPr>
      <w:r>
        <w:rPr>
          <w:rtl/>
        </w:rPr>
        <w:t>اسے توڑكر باہر نكل آئي</w:t>
      </w:r>
      <w:r w:rsidR="007D6C9B">
        <w:rPr>
          <w:rtl/>
        </w:rPr>
        <w:t xml:space="preserve">ں </w:t>
      </w:r>
      <w:r>
        <w:rPr>
          <w:rtl/>
        </w:rPr>
        <w:t>اور وہ كمزور اور ستم ديدہ لوگو</w:t>
      </w:r>
      <w:r w:rsidR="007D6C9B">
        <w:rPr>
          <w:rtl/>
        </w:rPr>
        <w:t xml:space="preserve">ں </w:t>
      </w:r>
      <w:r>
        <w:rPr>
          <w:rtl/>
        </w:rPr>
        <w:t>كے پاس رہي</w:t>
      </w:r>
      <w:r w:rsidR="007D6C9B">
        <w:rPr>
          <w:rtl/>
        </w:rPr>
        <w:t xml:space="preserve">ں </w:t>
      </w:r>
      <w:r>
        <w:rPr>
          <w:rtl/>
        </w:rPr>
        <w:t>ان كے درد وغم كا بہ شدت احساس كري</w:t>
      </w:r>
      <w:r w:rsidR="007D6C9B">
        <w:rPr>
          <w:rtl/>
        </w:rPr>
        <w:t xml:space="preserve">ں </w:t>
      </w:r>
      <w:r>
        <w:rPr>
          <w:rtl/>
        </w:rPr>
        <w:t>ور مستكبرين كے خلاف ان كى منفعت كے لئے بحكم الہى قيام فرمائي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بعض لوگ كلمہ '' مدين '' كا اطلاق اس قوم پر كرتے ہي</w:t>
      </w:r>
      <w:r w:rsidR="007D6C9B">
        <w:rPr>
          <w:rtl/>
        </w:rPr>
        <w:t xml:space="preserve">ں </w:t>
      </w:r>
      <w:r>
        <w:rPr>
          <w:rtl/>
        </w:rPr>
        <w:t>جو خليج عقيہ سے كوہ سينا تك سكونت پذير تھى توريت مي</w:t>
      </w:r>
      <w:r w:rsidR="007D6C9B">
        <w:rPr>
          <w:rtl/>
        </w:rPr>
        <w:t xml:space="preserve">ں </w:t>
      </w:r>
      <w:r>
        <w:rPr>
          <w:rtl/>
        </w:rPr>
        <w:t xml:space="preserve">بھى اس قوم كو '' مديان ''كہا گيا ہے _ </w:t>
      </w:r>
    </w:p>
    <w:p w:rsidR="00DE2D7F" w:rsidRDefault="00DE2D7F" w:rsidP="00D07B54">
      <w:pPr>
        <w:pStyle w:val="libFootnote"/>
        <w:rPr>
          <w:rtl/>
        </w:rPr>
      </w:pPr>
      <w:r>
        <w:rPr>
          <w:rtl/>
        </w:rPr>
        <w:t>بعض اہل تحقيق نے اس شہر كى وجہ تسميہ بھى لكھى ہے كہ حضرت ابراہيم (ع) كا ايك بيٹا جس كا نام '' مدين '' تھا اس شہر مي</w:t>
      </w:r>
      <w:r w:rsidR="007D6C9B">
        <w:rPr>
          <w:rtl/>
        </w:rPr>
        <w:t xml:space="preserve">ں </w:t>
      </w:r>
      <w:r>
        <w:rPr>
          <w:rtl/>
        </w:rPr>
        <w:t xml:space="preserve">رہتا تھا_ </w:t>
      </w:r>
    </w:p>
    <w:p w:rsidR="00AE3051"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طويل ، بے زادو راحلہ اور بے رفيق ورہنما سفر مي</w:t>
      </w:r>
      <w:r w:rsidR="007D6C9B">
        <w:rPr>
          <w:rtl/>
        </w:rPr>
        <w:t xml:space="preserve">ں </w:t>
      </w:r>
      <w:r>
        <w:rPr>
          <w:rtl/>
        </w:rPr>
        <w:t xml:space="preserve">ايك عظيم سرمايہ ان كے پاس تھا اور وہ تھا ايمان اور توكل برخدا _ </w:t>
      </w:r>
    </w:p>
    <w:p w:rsidR="00DE2D7F" w:rsidRDefault="00DE2D7F" w:rsidP="00D07B54">
      <w:pPr>
        <w:pStyle w:val="libNormal"/>
        <w:rPr>
          <w:rtl/>
        </w:rPr>
      </w:pPr>
      <w:r>
        <w:rPr>
          <w:rtl/>
        </w:rPr>
        <w:t>''لہذا جب وہ مدين كى طرف چلے تو كہا : خدا سے اميد ہے كہ وہ مجھے راہ راست كى طرف ہدايت كرے گا''_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AE3051" w:rsidRDefault="00DE2D7F" w:rsidP="00D07B54">
      <w:pPr>
        <w:pStyle w:val="Heading2Center"/>
        <w:rPr>
          <w:rtl/>
        </w:rPr>
      </w:pPr>
      <w:bookmarkStart w:id="213" w:name="_Toc7268610"/>
      <w:r>
        <w:rPr>
          <w:rtl/>
        </w:rPr>
        <w:t>ايك نيك عمل نے موسى (ع) پر بھلائيو</w:t>
      </w:r>
      <w:r w:rsidR="007D6C9B">
        <w:rPr>
          <w:rtl/>
        </w:rPr>
        <w:t xml:space="preserve">ں </w:t>
      </w:r>
      <w:r>
        <w:rPr>
          <w:rtl/>
        </w:rPr>
        <w:t>كے دروازے كھول ديئے</w:t>
      </w:r>
      <w:bookmarkEnd w:id="213"/>
      <w:r>
        <w:rPr>
          <w:rtl/>
        </w:rPr>
        <w:t xml:space="preserve"> </w:t>
      </w:r>
    </w:p>
    <w:p w:rsidR="00DE2D7F" w:rsidRDefault="00DE2D7F" w:rsidP="00D07B54">
      <w:pPr>
        <w:pStyle w:val="libNormal"/>
        <w:rPr>
          <w:rtl/>
        </w:rPr>
      </w:pPr>
      <w:r>
        <w:rPr>
          <w:rtl/>
        </w:rPr>
        <w:t>اس مقام پر ہم اس سرگزشت كے پانچو</w:t>
      </w:r>
      <w:r w:rsidR="007D6C9B">
        <w:rPr>
          <w:rtl/>
        </w:rPr>
        <w:t xml:space="preserve">ں </w:t>
      </w:r>
      <w:r>
        <w:rPr>
          <w:rtl/>
        </w:rPr>
        <w:t>حصے پر پہنچ گئے ہي</w:t>
      </w:r>
      <w:r w:rsidR="007D6C9B">
        <w:rPr>
          <w:rtl/>
        </w:rPr>
        <w:t xml:space="preserve">ں </w:t>
      </w:r>
      <w:r>
        <w:rPr>
          <w:rtl/>
        </w:rPr>
        <w:t>اور وہ موقع يہ ہے كہ حضرت موسى عليہ السلام شہرمدين مي</w:t>
      </w:r>
      <w:r w:rsidR="007D6C9B">
        <w:rPr>
          <w:rtl/>
        </w:rPr>
        <w:t xml:space="preserve">ں </w:t>
      </w:r>
      <w:r>
        <w:rPr>
          <w:rtl/>
        </w:rPr>
        <w:t>پہنچ گئے ہي</w:t>
      </w:r>
      <w:r w:rsidR="007D6C9B">
        <w:rPr>
          <w:rtl/>
        </w:rPr>
        <w:t xml:space="preserve">ں </w:t>
      </w:r>
      <w:r>
        <w:rPr>
          <w:rtl/>
        </w:rPr>
        <w:t xml:space="preserve">_ </w:t>
      </w:r>
    </w:p>
    <w:p w:rsidR="00DE2D7F" w:rsidRDefault="00DE2D7F" w:rsidP="00D07B54">
      <w:pPr>
        <w:pStyle w:val="libNormal"/>
        <w:rPr>
          <w:rtl/>
        </w:rPr>
      </w:pPr>
      <w:r>
        <w:rPr>
          <w:rtl/>
        </w:rPr>
        <w:t>يہ جوان پاكباز انسان كئي روز تك تنہا چلتا رہا يہ راستہ وہ تھا جو نہ كبھى اس نے ديكھا تھا نہ اسے طے كيا تھا بعض لوگو</w:t>
      </w:r>
      <w:r w:rsidR="007D6C9B">
        <w:rPr>
          <w:rtl/>
        </w:rPr>
        <w:t xml:space="preserve">ں </w:t>
      </w:r>
      <w:r>
        <w:rPr>
          <w:rtl/>
        </w:rPr>
        <w:t>كے قول كے مطابق حضرت موسى عليہ السلام مجبور تھے كہ پابرہنہ راستہ طے كري</w:t>
      </w:r>
      <w:r w:rsidR="007D6C9B">
        <w:rPr>
          <w:rtl/>
        </w:rPr>
        <w:t xml:space="preserve">ں </w:t>
      </w:r>
      <w:r>
        <w:rPr>
          <w:rtl/>
        </w:rPr>
        <w:t>، بيان كيا گيا ہے كہ مسلسل آٹھ روز تك چلتے رہے يہا</w:t>
      </w:r>
      <w:r w:rsidR="007D6C9B">
        <w:rPr>
          <w:rtl/>
        </w:rPr>
        <w:t xml:space="preserve">ں </w:t>
      </w:r>
      <w:r>
        <w:rPr>
          <w:rtl/>
        </w:rPr>
        <w:t>تك كہ چلتے چلتے ان كے پائو</w:t>
      </w:r>
      <w:r w:rsidR="007D6C9B">
        <w:rPr>
          <w:rtl/>
        </w:rPr>
        <w:t xml:space="preserve">ں </w:t>
      </w:r>
      <w:r>
        <w:rPr>
          <w:rtl/>
        </w:rPr>
        <w:t>مي</w:t>
      </w:r>
      <w:r w:rsidR="007D6C9B">
        <w:rPr>
          <w:rtl/>
        </w:rPr>
        <w:t xml:space="preserve">ں </w:t>
      </w:r>
      <w:r>
        <w:rPr>
          <w:rtl/>
        </w:rPr>
        <w:t xml:space="preserve">چھالے پڑگئے _ </w:t>
      </w:r>
    </w:p>
    <w:p w:rsidR="00DE2D7F" w:rsidRDefault="00DE2D7F" w:rsidP="00D07B54">
      <w:pPr>
        <w:pStyle w:val="libNormal"/>
        <w:rPr>
          <w:rtl/>
        </w:rPr>
      </w:pPr>
      <w:r>
        <w:rPr>
          <w:rtl/>
        </w:rPr>
        <w:t>جب بھوك لگتى تھى تو جنگل كى گھاس اور درختو</w:t>
      </w:r>
      <w:r w:rsidR="007D6C9B">
        <w:rPr>
          <w:rtl/>
        </w:rPr>
        <w:t xml:space="preserve">ں </w:t>
      </w:r>
      <w:r>
        <w:rPr>
          <w:rtl/>
        </w:rPr>
        <w:t>كے پتے كھاليتے تھے ان تمام مشكلات اور زحمات مي</w:t>
      </w:r>
      <w:r w:rsidR="007D6C9B">
        <w:rPr>
          <w:rtl/>
        </w:rPr>
        <w:t xml:space="preserve">ں </w:t>
      </w:r>
      <w:r>
        <w:rPr>
          <w:rtl/>
        </w:rPr>
        <w:t>صرف ايك خيال سے ان كے دل كوراحت رہتى تھى كہ انھي</w:t>
      </w:r>
      <w:r w:rsidR="007D6C9B">
        <w:rPr>
          <w:rtl/>
        </w:rPr>
        <w:t xml:space="preserve">ں </w:t>
      </w:r>
      <w:r>
        <w:rPr>
          <w:rtl/>
        </w:rPr>
        <w:t>افق مي</w:t>
      </w:r>
      <w:r w:rsidR="007D6C9B">
        <w:rPr>
          <w:rtl/>
        </w:rPr>
        <w:t xml:space="preserve">ں </w:t>
      </w:r>
      <w:r>
        <w:rPr>
          <w:rtl/>
        </w:rPr>
        <w:t>شہرمدين كا منظر نظر آنے لگا ان كے دل مي</w:t>
      </w:r>
      <w:r w:rsidR="007D6C9B">
        <w:rPr>
          <w:rtl/>
        </w:rPr>
        <w:t xml:space="preserve">ں </w:t>
      </w:r>
      <w:r>
        <w:rPr>
          <w:rtl/>
        </w:rPr>
        <w:t>آسود گى كى ايك لہر اٹھنے لگى وہ شہر كے قريب پہنچے انہو</w:t>
      </w:r>
      <w:r w:rsidR="007D6C9B">
        <w:rPr>
          <w:rtl/>
        </w:rPr>
        <w:t xml:space="preserve">ں </w:t>
      </w:r>
      <w:r>
        <w:rPr>
          <w:rtl/>
        </w:rPr>
        <w:t>نے لوگو</w:t>
      </w:r>
      <w:r w:rsidR="007D6C9B">
        <w:rPr>
          <w:rtl/>
        </w:rPr>
        <w:t xml:space="preserve">ں </w:t>
      </w:r>
      <w:r>
        <w:rPr>
          <w:rtl/>
        </w:rPr>
        <w:t>كا ايك انبوہ ديكھا وہ فورا سمجھ گئے كہ يہ لوگ چرواہے ہي</w:t>
      </w:r>
      <w:r w:rsidR="007D6C9B">
        <w:rPr>
          <w:rtl/>
        </w:rPr>
        <w:t xml:space="preserve">ں </w:t>
      </w:r>
      <w:r>
        <w:rPr>
          <w:rtl/>
        </w:rPr>
        <w:t>كہ جو كنوي</w:t>
      </w:r>
      <w:r w:rsidR="007D6C9B">
        <w:rPr>
          <w:rtl/>
        </w:rPr>
        <w:t xml:space="preserve">ں </w:t>
      </w:r>
      <w:r>
        <w:rPr>
          <w:rtl/>
        </w:rPr>
        <w:t>كے پاس اپنى بھيڑو</w:t>
      </w:r>
      <w:r w:rsidR="007D6C9B">
        <w:rPr>
          <w:rtl/>
        </w:rPr>
        <w:t xml:space="preserve">ں </w:t>
      </w:r>
      <w:r>
        <w:rPr>
          <w:rtl/>
        </w:rPr>
        <w:t>كو پانى پلانے آئے ہي</w:t>
      </w:r>
      <w:r w:rsidR="007D6C9B">
        <w:rPr>
          <w:rtl/>
        </w:rPr>
        <w:t xml:space="preserve">ں </w:t>
      </w:r>
      <w:r>
        <w:rPr>
          <w:rtl/>
        </w:rPr>
        <w:t xml:space="preserve">_ </w:t>
      </w:r>
    </w:p>
    <w:p w:rsidR="00DE2D7F" w:rsidRDefault="00DE2D7F" w:rsidP="00D07B54">
      <w:pPr>
        <w:pStyle w:val="libNormal"/>
        <w:rPr>
          <w:rtl/>
        </w:rPr>
      </w:pPr>
      <w:r>
        <w:rPr>
          <w:rtl/>
        </w:rPr>
        <w:t>''جب حضرت موسى عليہ السلام كنوي</w:t>
      </w:r>
      <w:r w:rsidR="007D6C9B">
        <w:rPr>
          <w:rtl/>
        </w:rPr>
        <w:t xml:space="preserve">ں </w:t>
      </w:r>
      <w:r>
        <w:rPr>
          <w:rtl/>
        </w:rPr>
        <w:t>كے قريب آئے تو انھو</w:t>
      </w:r>
      <w:r w:rsidR="007D6C9B">
        <w:rPr>
          <w:rtl/>
        </w:rPr>
        <w:t xml:space="preserve">ں </w:t>
      </w:r>
      <w:r>
        <w:rPr>
          <w:rtl/>
        </w:rPr>
        <w:t>نے وہا</w:t>
      </w:r>
      <w:r w:rsidR="007D6C9B">
        <w:rPr>
          <w:rtl/>
        </w:rPr>
        <w:t xml:space="preserve">ں </w:t>
      </w:r>
      <w:r>
        <w:rPr>
          <w:rtl/>
        </w:rPr>
        <w:t>بہت سے آميو</w:t>
      </w:r>
      <w:r w:rsidR="007D6C9B">
        <w:rPr>
          <w:rtl/>
        </w:rPr>
        <w:t xml:space="preserve">ں </w:t>
      </w:r>
      <w:r>
        <w:rPr>
          <w:rtl/>
        </w:rPr>
        <w:t>كو ديكھا جو كنوي</w:t>
      </w:r>
      <w:r w:rsidR="007D6C9B">
        <w:rPr>
          <w:rtl/>
        </w:rPr>
        <w:t xml:space="preserve">ں </w:t>
      </w:r>
      <w:r>
        <w:rPr>
          <w:rtl/>
        </w:rPr>
        <w:t>سے پانى بھر كے اپنے چوپايو</w:t>
      </w:r>
      <w:r w:rsidR="007D6C9B">
        <w:rPr>
          <w:rtl/>
        </w:rPr>
        <w:t xml:space="preserve">ں </w:t>
      </w:r>
      <w:r>
        <w:rPr>
          <w:rtl/>
        </w:rPr>
        <w:t>كو پلارہے تھے،انھو</w:t>
      </w:r>
      <w:r w:rsidR="007D6C9B">
        <w:rPr>
          <w:rtl/>
        </w:rPr>
        <w:t xml:space="preserve">ں </w:t>
      </w:r>
      <w:r>
        <w:rPr>
          <w:rtl/>
        </w:rPr>
        <w:t>نے اس كنوي</w:t>
      </w:r>
      <w:r w:rsidR="007D6C9B">
        <w:rPr>
          <w:rtl/>
        </w:rPr>
        <w:t xml:space="preserve">ں </w:t>
      </w:r>
      <w:r>
        <w:rPr>
          <w:rtl/>
        </w:rPr>
        <w:t>كے پاس دو عورتو</w:t>
      </w:r>
      <w:r w:rsidR="007D6C9B">
        <w:rPr>
          <w:rtl/>
        </w:rPr>
        <w:t xml:space="preserve">ں </w:t>
      </w:r>
      <w:r>
        <w:rPr>
          <w:rtl/>
        </w:rPr>
        <w:t>كو ديكھا كہ وہ اپنى بھيڑو</w:t>
      </w:r>
      <w:r w:rsidR="007D6C9B">
        <w:rPr>
          <w:rtl/>
        </w:rPr>
        <w:t xml:space="preserve">ں </w:t>
      </w:r>
      <w:r>
        <w:rPr>
          <w:rtl/>
        </w:rPr>
        <w:t>كو لئے كھڑى تھي</w:t>
      </w:r>
      <w:r w:rsidR="007D6C9B">
        <w:rPr>
          <w:rtl/>
        </w:rPr>
        <w:t xml:space="preserve">ں </w:t>
      </w:r>
      <w:r>
        <w:rPr>
          <w:rtl/>
        </w:rPr>
        <w:t>مگر كنوي</w:t>
      </w:r>
      <w:r w:rsidR="007D6C9B">
        <w:rPr>
          <w:rtl/>
        </w:rPr>
        <w:t xml:space="preserve">ں </w:t>
      </w:r>
      <w:r>
        <w:rPr>
          <w:rtl/>
        </w:rPr>
        <w:t>كے قريب نہي</w:t>
      </w:r>
      <w:r w:rsidR="007D6C9B">
        <w:rPr>
          <w:rtl/>
        </w:rPr>
        <w:t xml:space="preserve">ں </w:t>
      </w:r>
      <w:r>
        <w:rPr>
          <w:rtl/>
        </w:rPr>
        <w:t>آتى تھي</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ان باعفت لڑكيو</w:t>
      </w:r>
      <w:r w:rsidR="007D6C9B">
        <w:rPr>
          <w:rtl/>
        </w:rPr>
        <w:t xml:space="preserve">ں </w:t>
      </w:r>
      <w:r>
        <w:rPr>
          <w:rtl/>
        </w:rPr>
        <w:t>كى حالت قابل رحم تھى جو ايك گوشے مي</w:t>
      </w:r>
      <w:r w:rsidR="007D6C9B">
        <w:rPr>
          <w:rtl/>
        </w:rPr>
        <w:t xml:space="preserve">ں </w:t>
      </w:r>
      <w:r>
        <w:rPr>
          <w:rtl/>
        </w:rPr>
        <w:t>كھڑى تھي</w:t>
      </w:r>
      <w:r w:rsidR="007D6C9B">
        <w:rPr>
          <w:rtl/>
        </w:rPr>
        <w:t xml:space="preserve">ں </w:t>
      </w:r>
      <w:r>
        <w:rPr>
          <w:rtl/>
        </w:rPr>
        <w:t xml:space="preserve">اور كوئي آدمى بھى ان كے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قصص آيت </w:t>
      </w:r>
      <w:r w:rsidR="00E664BB">
        <w:rPr>
          <w:rtl/>
        </w:rPr>
        <w:t>22</w:t>
      </w:r>
      <w:r>
        <w:rPr>
          <w:rtl/>
        </w:rPr>
        <w:t xml:space="preserve"> </w:t>
      </w:r>
    </w:p>
    <w:p w:rsidR="00DE2D7F" w:rsidRDefault="00DE2D7F" w:rsidP="00D07B54">
      <w:pPr>
        <w:pStyle w:val="libFootnote"/>
        <w:rPr>
          <w:rtl/>
        </w:rPr>
      </w:pPr>
      <w:r>
        <w:rPr>
          <w:rtl/>
        </w:rPr>
        <w:t>(</w:t>
      </w:r>
      <w:r w:rsidR="00E664BB">
        <w:rPr>
          <w:rtl/>
        </w:rPr>
        <w:t>2</w:t>
      </w:r>
      <w:r>
        <w:rPr>
          <w:rtl/>
        </w:rPr>
        <w:t>)سورہ قصص آيت</w:t>
      </w:r>
      <w:r w:rsidR="00E664BB">
        <w:rPr>
          <w:rtl/>
        </w:rPr>
        <w:t>23</w:t>
      </w:r>
      <w:r>
        <w:rPr>
          <w:rtl/>
        </w:rPr>
        <w:t xml:space="preserve"> </w:t>
      </w:r>
    </w:p>
    <w:p w:rsidR="00AE3051" w:rsidRDefault="00C2634E" w:rsidP="00D07B54">
      <w:pPr>
        <w:pStyle w:val="libNormal"/>
        <w:rPr>
          <w:rtl/>
        </w:rPr>
      </w:pPr>
      <w:r>
        <w:rPr>
          <w:rtl/>
        </w:rPr>
        <w:t xml:space="preserve"> </w:t>
      </w:r>
      <w:r>
        <w:rPr>
          <w:rtl/>
        </w:rPr>
        <w:br w:type="page"/>
      </w:r>
    </w:p>
    <w:p w:rsidR="00AE3051" w:rsidRDefault="00AE3051" w:rsidP="00D07B54">
      <w:pPr>
        <w:pStyle w:val="libNormal"/>
        <w:rPr>
          <w:rtl/>
        </w:rPr>
      </w:pPr>
    </w:p>
    <w:p w:rsidR="00DE2D7F" w:rsidRDefault="00DE2D7F" w:rsidP="00D07B54">
      <w:pPr>
        <w:pStyle w:val="libNormal"/>
        <w:rPr>
          <w:rtl/>
        </w:rPr>
      </w:pPr>
      <w:r>
        <w:rPr>
          <w:rtl/>
        </w:rPr>
        <w:t>ساتھ انصاف نہي</w:t>
      </w:r>
      <w:r w:rsidR="007D6C9B">
        <w:rPr>
          <w:rtl/>
        </w:rPr>
        <w:t xml:space="preserve">ں </w:t>
      </w:r>
      <w:r>
        <w:rPr>
          <w:rtl/>
        </w:rPr>
        <w:t>كرتا تھا چرواہے صرف اپنى بھيڑو</w:t>
      </w:r>
      <w:r w:rsidR="007D6C9B">
        <w:rPr>
          <w:rtl/>
        </w:rPr>
        <w:t xml:space="preserve">ں </w:t>
      </w:r>
      <w:r>
        <w:rPr>
          <w:rtl/>
        </w:rPr>
        <w:t>كى فكر مي</w:t>
      </w:r>
      <w:r w:rsidR="007D6C9B">
        <w:rPr>
          <w:rtl/>
        </w:rPr>
        <w:t xml:space="preserve">ں </w:t>
      </w:r>
      <w:r>
        <w:rPr>
          <w:rtl/>
        </w:rPr>
        <w:t>تھے اور كسى اور كو موقع نہي</w:t>
      </w:r>
      <w:r w:rsidR="007D6C9B">
        <w:rPr>
          <w:rtl/>
        </w:rPr>
        <w:t xml:space="preserve">ں </w:t>
      </w:r>
      <w:r>
        <w:rPr>
          <w:rtl/>
        </w:rPr>
        <w:t>ديتے تھے حضرت موسى عليہ السلام نے ان لڑكيو</w:t>
      </w:r>
      <w:r w:rsidR="007D6C9B">
        <w:rPr>
          <w:rtl/>
        </w:rPr>
        <w:t xml:space="preserve">ں </w:t>
      </w:r>
      <w:r>
        <w:rPr>
          <w:rtl/>
        </w:rPr>
        <w:t xml:space="preserve">كى يہ حالت ديكھى تو ان كے نزديك آئے اور پوچھا : </w:t>
      </w:r>
    </w:p>
    <w:p w:rsidR="00DE2D7F" w:rsidRDefault="00DE2D7F" w:rsidP="00D07B54">
      <w:pPr>
        <w:pStyle w:val="libNormal"/>
        <w:rPr>
          <w:rtl/>
        </w:rPr>
      </w:pPr>
      <w:r>
        <w:rPr>
          <w:rtl/>
        </w:rPr>
        <w:t>'' تم يہا</w:t>
      </w:r>
      <w:r w:rsidR="007D6C9B">
        <w:rPr>
          <w:rtl/>
        </w:rPr>
        <w:t xml:space="preserve">ں </w:t>
      </w:r>
      <w:r>
        <w:rPr>
          <w:rtl/>
        </w:rPr>
        <w:t>كيسے كھڑى ہو''_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تم آگے كيو</w:t>
      </w:r>
      <w:r w:rsidR="007D6C9B">
        <w:rPr>
          <w:rtl/>
        </w:rPr>
        <w:t xml:space="preserve">ں </w:t>
      </w:r>
      <w:r>
        <w:rPr>
          <w:rtl/>
        </w:rPr>
        <w:t>نہي</w:t>
      </w:r>
      <w:r w:rsidR="007D6C9B">
        <w:rPr>
          <w:rtl/>
        </w:rPr>
        <w:t xml:space="preserve">ں </w:t>
      </w:r>
      <w:r>
        <w:rPr>
          <w:rtl/>
        </w:rPr>
        <w:t>بڑھتي</w:t>
      </w:r>
      <w:r w:rsidR="007D6C9B">
        <w:rPr>
          <w:rtl/>
        </w:rPr>
        <w:t xml:space="preserve">ں </w:t>
      </w:r>
      <w:r>
        <w:rPr>
          <w:rtl/>
        </w:rPr>
        <w:t>اور اپنى بھيڑو</w:t>
      </w:r>
      <w:r w:rsidR="007D6C9B">
        <w:rPr>
          <w:rtl/>
        </w:rPr>
        <w:t xml:space="preserve">ں </w:t>
      </w:r>
      <w:r>
        <w:rPr>
          <w:rtl/>
        </w:rPr>
        <w:t>كو پانى كيو</w:t>
      </w:r>
      <w:r w:rsidR="007D6C9B">
        <w:rPr>
          <w:rtl/>
        </w:rPr>
        <w:t xml:space="preserve">ں </w:t>
      </w:r>
      <w:r>
        <w:rPr>
          <w:rtl/>
        </w:rPr>
        <w:t>نہي</w:t>
      </w:r>
      <w:r w:rsidR="007D6C9B">
        <w:rPr>
          <w:rtl/>
        </w:rPr>
        <w:t xml:space="preserve">ں </w:t>
      </w:r>
      <w:r>
        <w:rPr>
          <w:rtl/>
        </w:rPr>
        <w:t>پلاتي</w:t>
      </w:r>
      <w:r w:rsidR="007D6C9B">
        <w:rPr>
          <w:rtl/>
        </w:rPr>
        <w:t xml:space="preserve">ں </w:t>
      </w:r>
      <w:r>
        <w:rPr>
          <w:rtl/>
        </w:rPr>
        <w:t xml:space="preserve">؟ </w:t>
      </w:r>
    </w:p>
    <w:p w:rsidR="00DE2D7F" w:rsidRDefault="00DE2D7F" w:rsidP="00D07B54">
      <w:pPr>
        <w:pStyle w:val="libNormal"/>
        <w:rPr>
          <w:rtl/>
        </w:rPr>
      </w:pPr>
      <w:r>
        <w:rPr>
          <w:rtl/>
        </w:rPr>
        <w:t>حضرت موسى عليہ السلام كے لئے يہ حق كشى ، ظلم وستم ، بے عدالتى اور مظلومو</w:t>
      </w:r>
      <w:r w:rsidR="007D6C9B">
        <w:rPr>
          <w:rtl/>
        </w:rPr>
        <w:t xml:space="preserve">ں </w:t>
      </w:r>
      <w:r>
        <w:rPr>
          <w:rtl/>
        </w:rPr>
        <w:t>كے حقوق كى عدم پاسدارى جو انھو</w:t>
      </w:r>
      <w:r w:rsidR="007D6C9B">
        <w:rPr>
          <w:rtl/>
        </w:rPr>
        <w:t xml:space="preserve">ں </w:t>
      </w:r>
      <w:r>
        <w:rPr>
          <w:rtl/>
        </w:rPr>
        <w:t>نے شہر مدين مي</w:t>
      </w:r>
      <w:r w:rsidR="007D6C9B">
        <w:rPr>
          <w:rtl/>
        </w:rPr>
        <w:t xml:space="preserve">ں </w:t>
      </w:r>
      <w:r>
        <w:rPr>
          <w:rtl/>
        </w:rPr>
        <w:t xml:space="preserve">ديكھي، قابل برداشت نہ تھى _ </w:t>
      </w:r>
    </w:p>
    <w:p w:rsidR="00DE2D7F" w:rsidRDefault="00DE2D7F" w:rsidP="00D07B54">
      <w:pPr>
        <w:pStyle w:val="libNormal"/>
        <w:rPr>
          <w:rtl/>
        </w:rPr>
      </w:pPr>
      <w:r>
        <w:rPr>
          <w:rtl/>
        </w:rPr>
        <w:t>مظلومو</w:t>
      </w:r>
      <w:r w:rsidR="007D6C9B">
        <w:rPr>
          <w:rtl/>
        </w:rPr>
        <w:t xml:space="preserve">ں </w:t>
      </w:r>
      <w:r>
        <w:rPr>
          <w:rtl/>
        </w:rPr>
        <w:t>كو ظالم سے بچانا ان كى فطرت تھى اسى وجہ سے انھو</w:t>
      </w:r>
      <w:r w:rsidR="007D6C9B">
        <w:rPr>
          <w:rtl/>
        </w:rPr>
        <w:t xml:space="preserve">ں </w:t>
      </w:r>
      <w:r>
        <w:rPr>
          <w:rtl/>
        </w:rPr>
        <w:t>نے فرعون كے محل اور اس كى نعمتو</w:t>
      </w:r>
      <w:r w:rsidR="007D6C9B">
        <w:rPr>
          <w:rtl/>
        </w:rPr>
        <w:t xml:space="preserve">ں </w:t>
      </w:r>
      <w:r>
        <w:rPr>
          <w:rtl/>
        </w:rPr>
        <w:t>كو ٹھكراديا تھا اور وطن سے بے وطن ہوگئے تھے وہ اپنى اس روش حيات كو ترك نہي</w:t>
      </w:r>
      <w:r w:rsidR="007D6C9B">
        <w:rPr>
          <w:rtl/>
        </w:rPr>
        <w:t xml:space="preserve">ں </w:t>
      </w:r>
      <w:r>
        <w:rPr>
          <w:rtl/>
        </w:rPr>
        <w:t>كرسكتے تھے اور ظلم كو ديكھ كر خاموش نہي</w:t>
      </w:r>
      <w:r w:rsidR="007D6C9B">
        <w:rPr>
          <w:rtl/>
        </w:rPr>
        <w:t xml:space="preserve">ں </w:t>
      </w:r>
      <w:r>
        <w:rPr>
          <w:rtl/>
        </w:rPr>
        <w:t xml:space="preserve">رہ سكتے تھے _ </w:t>
      </w:r>
    </w:p>
    <w:p w:rsidR="00DE2D7F" w:rsidRDefault="00DE2D7F" w:rsidP="00D07B54">
      <w:pPr>
        <w:pStyle w:val="libNormal"/>
        <w:rPr>
          <w:rtl/>
        </w:rPr>
      </w:pPr>
      <w:r>
        <w:rPr>
          <w:rtl/>
        </w:rPr>
        <w:t>لڑكيو</w:t>
      </w:r>
      <w:r w:rsidR="007D6C9B">
        <w:rPr>
          <w:rtl/>
        </w:rPr>
        <w:t xml:space="preserve">ں </w:t>
      </w:r>
      <w:r>
        <w:rPr>
          <w:rtl/>
        </w:rPr>
        <w:t>نے حضرت موسى عليہ السلام سے جواب مي</w:t>
      </w:r>
      <w:r w:rsidR="007D6C9B">
        <w:rPr>
          <w:rtl/>
        </w:rPr>
        <w:t xml:space="preserve">ں </w:t>
      </w:r>
      <w:r>
        <w:rPr>
          <w:rtl/>
        </w:rPr>
        <w:t>كہا :'' ہم اس وقت تك اپنى بھيڑو</w:t>
      </w:r>
      <w:r w:rsidR="007D6C9B">
        <w:rPr>
          <w:rtl/>
        </w:rPr>
        <w:t xml:space="preserve">ں </w:t>
      </w:r>
      <w:r>
        <w:rPr>
          <w:rtl/>
        </w:rPr>
        <w:t>كو پانى نہي</w:t>
      </w:r>
      <w:r w:rsidR="007D6C9B">
        <w:rPr>
          <w:rtl/>
        </w:rPr>
        <w:t xml:space="preserve">ں </w:t>
      </w:r>
      <w:r>
        <w:rPr>
          <w:rtl/>
        </w:rPr>
        <w:t>پلاسكتے، جب تك تمام چرواہے اپنے حيوانات كو پانى پلاكر نكل نہ جائي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ان لڑكيو</w:t>
      </w:r>
      <w:r w:rsidR="007D6C9B">
        <w:rPr>
          <w:rtl/>
        </w:rPr>
        <w:t xml:space="preserve">ں </w:t>
      </w:r>
      <w:r>
        <w:rPr>
          <w:rtl/>
        </w:rPr>
        <w:t>نے اس بات كى وضاحت كے لئے كہ ان باعفت لڑكيو</w:t>
      </w:r>
      <w:r w:rsidR="007D6C9B">
        <w:rPr>
          <w:rtl/>
        </w:rPr>
        <w:t xml:space="preserve">ں </w:t>
      </w:r>
      <w:r>
        <w:rPr>
          <w:rtl/>
        </w:rPr>
        <w:t>كے باپ نے انھي</w:t>
      </w:r>
      <w:r w:rsidR="007D6C9B">
        <w:rPr>
          <w:rtl/>
        </w:rPr>
        <w:t xml:space="preserve">ں </w:t>
      </w:r>
      <w:r>
        <w:rPr>
          <w:rtl/>
        </w:rPr>
        <w:t>تنہا اس كام كے لئے كيو</w:t>
      </w:r>
      <w:r w:rsidR="007D6C9B">
        <w:rPr>
          <w:rtl/>
        </w:rPr>
        <w:t xml:space="preserve">ں </w:t>
      </w:r>
      <w:r>
        <w:rPr>
          <w:rtl/>
        </w:rPr>
        <w:t xml:space="preserve">بھيج ديا ہے يہ بھى اضافہ كيا كہ ہمارا باپ نہايت ضعيف العمرہے _ </w:t>
      </w:r>
    </w:p>
    <w:p w:rsidR="00DE2D7F" w:rsidRDefault="00DE2D7F" w:rsidP="00D07B54">
      <w:pPr>
        <w:pStyle w:val="libNormal"/>
        <w:rPr>
          <w:rtl/>
        </w:rPr>
      </w:pPr>
      <w:r>
        <w:rPr>
          <w:rtl/>
        </w:rPr>
        <w:t>نہ تو اس مي</w:t>
      </w:r>
      <w:r w:rsidR="007D6C9B">
        <w:rPr>
          <w:rtl/>
        </w:rPr>
        <w:t xml:space="preserve">ں </w:t>
      </w:r>
      <w:r>
        <w:rPr>
          <w:rtl/>
        </w:rPr>
        <w:t>اتنى طاقت ہے كہ بھيڑو</w:t>
      </w:r>
      <w:r w:rsidR="007D6C9B">
        <w:rPr>
          <w:rtl/>
        </w:rPr>
        <w:t xml:space="preserve">ں </w:t>
      </w:r>
      <w:r>
        <w:rPr>
          <w:rtl/>
        </w:rPr>
        <w:t>كو پانى پلاسكے اور نہ ہمارا كوئي بھائي ہے جو يہ كام كرلے اس خيال سے كہ كسى پر بارنہ ہو</w:t>
      </w:r>
      <w:r w:rsidR="007D6C9B">
        <w:rPr>
          <w:rtl/>
        </w:rPr>
        <w:t xml:space="preserve">ں </w:t>
      </w:r>
      <w:r>
        <w:rPr>
          <w:rtl/>
        </w:rPr>
        <w:t>ہم خود ہى يہ كام كرتے ہي</w:t>
      </w:r>
      <w:r w:rsidR="007D6C9B">
        <w:rPr>
          <w:rtl/>
        </w:rPr>
        <w:t xml:space="preserve">ں </w:t>
      </w:r>
      <w:r>
        <w:rPr>
          <w:rtl/>
        </w:rPr>
        <w:t xml:space="preserve">_ </w:t>
      </w:r>
    </w:p>
    <w:p w:rsidR="00DE2D7F" w:rsidRDefault="00DE2D7F" w:rsidP="00D07B54">
      <w:pPr>
        <w:pStyle w:val="libNormal"/>
        <w:rPr>
          <w:rtl/>
        </w:rPr>
      </w:pPr>
      <w:r>
        <w:rPr>
          <w:rtl/>
        </w:rPr>
        <w:t>حضرت موسى عليہ السلام كو يہ باتي</w:t>
      </w:r>
      <w:r w:rsidR="007D6C9B">
        <w:rPr>
          <w:rtl/>
        </w:rPr>
        <w:t xml:space="preserve">ں </w:t>
      </w:r>
      <w:r>
        <w:rPr>
          <w:rtl/>
        </w:rPr>
        <w:t>سن كر بہت كوفت ہوئي اور دل مي</w:t>
      </w:r>
      <w:r w:rsidR="007D6C9B">
        <w:rPr>
          <w:rtl/>
        </w:rPr>
        <w:t xml:space="preserve">ں </w:t>
      </w:r>
      <w:r>
        <w:rPr>
          <w:rtl/>
        </w:rPr>
        <w:t>كہا كہ يہ كيسے بے انصاف لوگ ہي</w:t>
      </w:r>
      <w:r w:rsidR="007D6C9B">
        <w:rPr>
          <w:rtl/>
        </w:rPr>
        <w:t xml:space="preserve">ں </w:t>
      </w:r>
      <w:r>
        <w:rPr>
          <w:rtl/>
        </w:rPr>
        <w:t>كہ انھي</w:t>
      </w:r>
      <w:r w:rsidR="007D6C9B">
        <w:rPr>
          <w:rtl/>
        </w:rPr>
        <w:t xml:space="preserve">ں </w:t>
      </w:r>
      <w:r>
        <w:rPr>
          <w:rtl/>
        </w:rPr>
        <w:t>صرف اپنى فكر ہے اور كسى مظلوم كى ذرا بھى پرواہ نہي</w:t>
      </w:r>
      <w:r w:rsidR="007D6C9B">
        <w:rPr>
          <w:rtl/>
        </w:rPr>
        <w:t xml:space="preserve">ں </w:t>
      </w:r>
      <w:r>
        <w:rPr>
          <w:rtl/>
        </w:rPr>
        <w:t xml:space="preserve">كرتے _ </w:t>
      </w:r>
    </w:p>
    <w:p w:rsidR="00DE2D7F" w:rsidRDefault="00DE2D7F" w:rsidP="00D07B54">
      <w:pPr>
        <w:pStyle w:val="libNormal"/>
        <w:rPr>
          <w:rtl/>
        </w:rPr>
      </w:pPr>
      <w:r>
        <w:rPr>
          <w:rtl/>
        </w:rPr>
        <w:t>وہ آگے آئے ،بھارى ڈول اٹھايا اور اسے كنوئي</w:t>
      </w:r>
      <w:r w:rsidR="007D6C9B">
        <w:rPr>
          <w:rtl/>
        </w:rPr>
        <w:t xml:space="preserve">ں </w:t>
      </w:r>
      <w:r>
        <w:rPr>
          <w:rtl/>
        </w:rPr>
        <w:t>مي</w:t>
      </w:r>
      <w:r w:rsidR="007D6C9B">
        <w:rPr>
          <w:rtl/>
        </w:rPr>
        <w:t xml:space="preserve">ں </w:t>
      </w:r>
      <w:r>
        <w:rPr>
          <w:rtl/>
        </w:rPr>
        <w:t>ڈالا، كہتے ہي</w:t>
      </w:r>
      <w:r w:rsidR="007D6C9B">
        <w:rPr>
          <w:rtl/>
        </w:rPr>
        <w:t xml:space="preserve">ں </w:t>
      </w:r>
      <w:r>
        <w:rPr>
          <w:rtl/>
        </w:rPr>
        <w:t xml:space="preserve">كہ وہ ڈول اتنا بڑا تھا كہ چند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قصص آيت </w:t>
      </w:r>
      <w:r w:rsidR="00E664BB">
        <w:rPr>
          <w:rtl/>
        </w:rPr>
        <w:t>23</w:t>
      </w:r>
      <w:r>
        <w:rPr>
          <w:rtl/>
        </w:rPr>
        <w:t xml:space="preserve"> </w:t>
      </w:r>
    </w:p>
    <w:p w:rsidR="00DE2D7F" w:rsidRDefault="00DE2D7F" w:rsidP="00D07B54">
      <w:pPr>
        <w:pStyle w:val="libFootnote"/>
        <w:rPr>
          <w:rtl/>
        </w:rPr>
      </w:pPr>
      <w:r>
        <w:rPr>
          <w:rtl/>
        </w:rPr>
        <w:t>(</w:t>
      </w:r>
      <w:r w:rsidR="00E664BB">
        <w:rPr>
          <w:rtl/>
        </w:rPr>
        <w:t>2</w:t>
      </w:r>
      <w:r>
        <w:rPr>
          <w:rtl/>
        </w:rPr>
        <w:t xml:space="preserve">)سورہ قصص آيت </w:t>
      </w:r>
      <w:r w:rsidR="00E664BB">
        <w:rPr>
          <w:rtl/>
        </w:rPr>
        <w:t>24</w:t>
      </w:r>
      <w:r>
        <w:rPr>
          <w:rtl/>
        </w:rPr>
        <w:t xml:space="preserve"> </w:t>
      </w:r>
    </w:p>
    <w:p w:rsidR="00AE3051" w:rsidRDefault="001648F9" w:rsidP="00D07B54">
      <w:pPr>
        <w:pStyle w:val="libNormal"/>
        <w:rPr>
          <w:rtl/>
        </w:rPr>
      </w:pPr>
      <w:r>
        <w:rPr>
          <w:rtl/>
        </w:rPr>
        <w:t xml:space="preserve"> </w:t>
      </w:r>
      <w:r>
        <w:rPr>
          <w:rtl/>
        </w:rPr>
        <w:br w:type="page"/>
      </w:r>
    </w:p>
    <w:p w:rsidR="00AE3051" w:rsidRDefault="00AE3051" w:rsidP="00D07B54">
      <w:pPr>
        <w:pStyle w:val="libNormal"/>
        <w:rPr>
          <w:rtl/>
        </w:rPr>
      </w:pPr>
    </w:p>
    <w:p w:rsidR="00DE2D7F" w:rsidRDefault="00DE2D7F" w:rsidP="00D07B54">
      <w:pPr>
        <w:pStyle w:val="libNormal"/>
        <w:rPr>
          <w:rtl/>
        </w:rPr>
      </w:pPr>
      <w:r>
        <w:rPr>
          <w:rtl/>
        </w:rPr>
        <w:t>آدمى مل كر اسے كھينچ سكتے تھے ليكن حضرت موسى عليہ السلام نے اپنے قوى بازوئو</w:t>
      </w:r>
      <w:r w:rsidR="007D6C9B">
        <w:rPr>
          <w:rtl/>
        </w:rPr>
        <w:t xml:space="preserve">ں </w:t>
      </w:r>
      <w:r>
        <w:rPr>
          <w:rtl/>
        </w:rPr>
        <w:t>سے اسے اكيلے ہى كھينچ ليا اور ان دونو</w:t>
      </w:r>
      <w:r w:rsidR="007D6C9B">
        <w:rPr>
          <w:rtl/>
        </w:rPr>
        <w:t xml:space="preserve">ں </w:t>
      </w:r>
      <w:r>
        <w:rPr>
          <w:rtl/>
        </w:rPr>
        <w:t>عورتو</w:t>
      </w:r>
      <w:r w:rsidR="007D6C9B">
        <w:rPr>
          <w:rtl/>
        </w:rPr>
        <w:t xml:space="preserve">ں </w:t>
      </w:r>
      <w:r>
        <w:rPr>
          <w:rtl/>
        </w:rPr>
        <w:t>كى بھيڑو</w:t>
      </w:r>
      <w:r w:rsidR="007D6C9B">
        <w:rPr>
          <w:rtl/>
        </w:rPr>
        <w:t xml:space="preserve">ں </w:t>
      </w:r>
      <w:r>
        <w:rPr>
          <w:rtl/>
        </w:rPr>
        <w:t>كو پانى پلاديا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بيان كيا جاتاہے كہ جب حضرت موسى عليہ السلام كنوي</w:t>
      </w:r>
      <w:r w:rsidR="007D6C9B">
        <w:rPr>
          <w:rtl/>
        </w:rPr>
        <w:t xml:space="preserve">ں </w:t>
      </w:r>
      <w:r>
        <w:rPr>
          <w:rtl/>
        </w:rPr>
        <w:t>كے قريب آئے اورلوگو</w:t>
      </w:r>
      <w:r w:rsidR="007D6C9B">
        <w:rPr>
          <w:rtl/>
        </w:rPr>
        <w:t xml:space="preserve">ں </w:t>
      </w:r>
      <w:r>
        <w:rPr>
          <w:rtl/>
        </w:rPr>
        <w:t>كو ايك طرف كيا تو ان سے كہا:'' تم كيسے لوگ ہو كہ اپنے سوا كسى اور كى پرواہ ہى نہي</w:t>
      </w:r>
      <w:r w:rsidR="007D6C9B">
        <w:rPr>
          <w:rtl/>
        </w:rPr>
        <w:t xml:space="preserve">ں </w:t>
      </w:r>
      <w:r>
        <w:rPr>
          <w:rtl/>
        </w:rPr>
        <w:t xml:space="preserve">كرتے ''_ </w:t>
      </w:r>
    </w:p>
    <w:p w:rsidR="00DE2D7F" w:rsidRDefault="00DE2D7F" w:rsidP="00D07B54">
      <w:pPr>
        <w:pStyle w:val="libNormal"/>
        <w:rPr>
          <w:rtl/>
        </w:rPr>
      </w:pPr>
      <w:r>
        <w:rPr>
          <w:rtl/>
        </w:rPr>
        <w:t xml:space="preserve">يہ سن كر لوگ ايك طرف ہٹ گئے اور ڈول حضرت موسى كے حوالے كركے بولے : </w:t>
      </w:r>
    </w:p>
    <w:p w:rsidR="00DE2D7F" w:rsidRDefault="00DE2D7F" w:rsidP="00D07B54">
      <w:pPr>
        <w:pStyle w:val="libNormal"/>
        <w:rPr>
          <w:rtl/>
        </w:rPr>
      </w:pPr>
      <w:r>
        <w:rPr>
          <w:rtl/>
        </w:rPr>
        <w:t>'' ليجئے، بسم اللہ، اگرآپ پانى كھينچ سكتے ہي</w:t>
      </w:r>
      <w:r w:rsidR="007D6C9B">
        <w:rPr>
          <w:rtl/>
        </w:rPr>
        <w:t xml:space="preserve">ں </w:t>
      </w:r>
      <w:r>
        <w:rPr>
          <w:rtl/>
        </w:rPr>
        <w:t>،انھو</w:t>
      </w:r>
      <w:r w:rsidR="007D6C9B">
        <w:rPr>
          <w:rtl/>
        </w:rPr>
        <w:t xml:space="preserve">ں </w:t>
      </w:r>
      <w:r>
        <w:rPr>
          <w:rtl/>
        </w:rPr>
        <w:t>نے حضرت موسى عليہ السلام كو تنہاچھوڑ ديا،ليكن حضرت موسى عليہ السلام اس وقت اگرچہ تھكے ہوئے تھے،اور انھي</w:t>
      </w:r>
      <w:r w:rsidR="007D6C9B">
        <w:rPr>
          <w:rtl/>
        </w:rPr>
        <w:t xml:space="preserve">ں </w:t>
      </w:r>
      <w:r>
        <w:rPr>
          <w:rtl/>
        </w:rPr>
        <w:t>بھوك لگ رہى تھى مگر قوت ايمانى ان كى مدد گار ہوئي ، جس نے ان كى جسمانى قوت مي</w:t>
      </w:r>
      <w:r w:rsidR="007D6C9B">
        <w:rPr>
          <w:rtl/>
        </w:rPr>
        <w:t xml:space="preserve">ں </w:t>
      </w:r>
      <w:r>
        <w:rPr>
          <w:rtl/>
        </w:rPr>
        <w:t>اضافہ كرديا اور كنوي</w:t>
      </w:r>
      <w:r w:rsidR="007D6C9B">
        <w:rPr>
          <w:rtl/>
        </w:rPr>
        <w:t xml:space="preserve">ں </w:t>
      </w:r>
      <w:r>
        <w:rPr>
          <w:rtl/>
        </w:rPr>
        <w:t>سے ايك ہى ڈول كھينچ كر ان دنو</w:t>
      </w:r>
      <w:r w:rsidR="007D6C9B">
        <w:rPr>
          <w:rtl/>
        </w:rPr>
        <w:t xml:space="preserve">ں </w:t>
      </w:r>
      <w:r>
        <w:rPr>
          <w:rtl/>
        </w:rPr>
        <w:t>عورتو</w:t>
      </w:r>
      <w:r w:rsidR="007D6C9B">
        <w:rPr>
          <w:rtl/>
        </w:rPr>
        <w:t xml:space="preserve">ں </w:t>
      </w:r>
      <w:r>
        <w:rPr>
          <w:rtl/>
        </w:rPr>
        <w:t>كى بھيڑو</w:t>
      </w:r>
      <w:r w:rsidR="007D6C9B">
        <w:rPr>
          <w:rtl/>
        </w:rPr>
        <w:t xml:space="preserve">ں </w:t>
      </w:r>
      <w:r>
        <w:rPr>
          <w:rtl/>
        </w:rPr>
        <w:t xml:space="preserve">كو پانى پلاديا _ </w:t>
      </w:r>
    </w:p>
    <w:p w:rsidR="00DE2D7F" w:rsidRDefault="00DE2D7F" w:rsidP="00D07B54">
      <w:pPr>
        <w:pStyle w:val="libNormal"/>
        <w:rPr>
          <w:rtl/>
        </w:rPr>
      </w:pPr>
      <w:r>
        <w:rPr>
          <w:rtl/>
        </w:rPr>
        <w:t>اس كے بعد حضرت موسى عليہ السلام سائے مي</w:t>
      </w:r>
      <w:r w:rsidR="007D6C9B">
        <w:rPr>
          <w:rtl/>
        </w:rPr>
        <w:t xml:space="preserve">ں </w:t>
      </w:r>
      <w:r>
        <w:rPr>
          <w:rtl/>
        </w:rPr>
        <w:t>آبيٹھے اور بارگاہ ايزدى مي</w:t>
      </w:r>
      <w:r w:rsidR="007D6C9B">
        <w:rPr>
          <w:rtl/>
        </w:rPr>
        <w:t xml:space="preserve">ں </w:t>
      </w:r>
      <w:r>
        <w:rPr>
          <w:rtl/>
        </w:rPr>
        <w:t>عرض كرنے لگے :'' خداوند اتو مجھے جو بھى خيراور نيكى بخشے ، مي</w:t>
      </w:r>
      <w:r w:rsidR="007D6C9B">
        <w:rPr>
          <w:rtl/>
        </w:rPr>
        <w:t xml:space="preserve">ں </w:t>
      </w:r>
      <w:r>
        <w:rPr>
          <w:rtl/>
        </w:rPr>
        <w:t>اس كا محتاج ہو</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حضرت موسى عليہ السلام ( اس وقت ) تھكے ہوئے اور بھوكے تھے اس شہر مي</w:t>
      </w:r>
      <w:r w:rsidR="007D6C9B">
        <w:rPr>
          <w:rtl/>
        </w:rPr>
        <w:t xml:space="preserve">ں </w:t>
      </w:r>
      <w:r>
        <w:rPr>
          <w:rtl/>
        </w:rPr>
        <w:t>اجنبى اور تنہاتھے اور ان كے ليے كو ئي سرچھپانے كى جگہ بھى نہ تھى مگر پھر بھى وہ بے قرار نہ تھے آپ كا نفس ايسا مطمئن تھا كہ دعا كے وقت بھى يہ نہي</w:t>
      </w:r>
      <w:r w:rsidR="007D6C9B">
        <w:rPr>
          <w:rtl/>
        </w:rPr>
        <w:t xml:space="preserve">ں </w:t>
      </w:r>
      <w:r>
        <w:rPr>
          <w:rtl/>
        </w:rPr>
        <w:t>كہا كہ'' خدايا تو ميرے ليے ايسا ياويسا كر'' بلكہ يہ كہا كہ : تو جو خير بھى مجھے بخشے مي</w:t>
      </w:r>
      <w:r w:rsidR="007D6C9B">
        <w:rPr>
          <w:rtl/>
        </w:rPr>
        <w:t xml:space="preserve">ں </w:t>
      </w:r>
      <w:r>
        <w:rPr>
          <w:rtl/>
        </w:rPr>
        <w:t>اس كا محتاج ہو</w:t>
      </w:r>
      <w:r w:rsidR="007D6C9B">
        <w:rPr>
          <w:rtl/>
        </w:rPr>
        <w:t xml:space="preserve">ں </w:t>
      </w:r>
      <w:r>
        <w:rPr>
          <w:rtl/>
        </w:rPr>
        <w:t xml:space="preserve">'' _ </w:t>
      </w:r>
    </w:p>
    <w:p w:rsidR="00DE2D7F" w:rsidRDefault="00DE2D7F" w:rsidP="00D07B54">
      <w:pPr>
        <w:pStyle w:val="libNormal"/>
        <w:rPr>
          <w:rtl/>
        </w:rPr>
      </w:pPr>
      <w:r>
        <w:rPr>
          <w:rtl/>
        </w:rPr>
        <w:t>يعنى صرف اپنى احتياج اور نياز كو عرض كرتے ہي</w:t>
      </w:r>
      <w:r w:rsidR="007D6C9B">
        <w:rPr>
          <w:rtl/>
        </w:rPr>
        <w:t xml:space="preserve">ں </w:t>
      </w:r>
      <w:r>
        <w:rPr>
          <w:rtl/>
        </w:rPr>
        <w:t>اور باقى امور الطاف خداوندى پر چھوڑديتے ہي</w:t>
      </w:r>
      <w:r w:rsidR="007D6C9B">
        <w:rPr>
          <w:rtl/>
        </w:rPr>
        <w:t xml:space="preserve">ں </w:t>
      </w:r>
      <w:r>
        <w:rPr>
          <w:rtl/>
        </w:rPr>
        <w:t xml:space="preserve">_ </w:t>
      </w:r>
    </w:p>
    <w:p w:rsidR="00DE2D7F" w:rsidRDefault="00DE2D7F" w:rsidP="00D07B54">
      <w:pPr>
        <w:pStyle w:val="libNormal"/>
        <w:rPr>
          <w:rtl/>
        </w:rPr>
      </w:pPr>
      <w:r>
        <w:rPr>
          <w:rtl/>
        </w:rPr>
        <w:t>ليكن ديكھو كہ كار خير كيا قدرت نمائي كرتا ہے اور اس مي</w:t>
      </w:r>
      <w:r w:rsidR="007D6C9B">
        <w:rPr>
          <w:rtl/>
        </w:rPr>
        <w:t xml:space="preserve">ں </w:t>
      </w:r>
      <w:r>
        <w:rPr>
          <w:rtl/>
        </w:rPr>
        <w:t>كتنى عجيب بركات ہي</w:t>
      </w:r>
      <w:r w:rsidR="007D6C9B">
        <w:rPr>
          <w:rtl/>
        </w:rPr>
        <w:t xml:space="preserve">ں </w:t>
      </w:r>
      <w:r>
        <w:rPr>
          <w:rtl/>
        </w:rPr>
        <w:t>صرف ''لوجہ اللہ'' ايك قدم اٹھانے اور ايك نا آشنا مظلوم كى حمايت مي</w:t>
      </w:r>
      <w:r w:rsidR="007D6C9B">
        <w:rPr>
          <w:rtl/>
        </w:rPr>
        <w:t xml:space="preserve">ں </w:t>
      </w:r>
      <w:r>
        <w:rPr>
          <w:rtl/>
        </w:rPr>
        <w:t>كنوي</w:t>
      </w:r>
      <w:r w:rsidR="007D6C9B">
        <w:rPr>
          <w:rtl/>
        </w:rPr>
        <w:t xml:space="preserve">ں </w:t>
      </w:r>
      <w:r>
        <w:rPr>
          <w:rtl/>
        </w:rPr>
        <w:t xml:space="preserve">سے پانى كے ايك ڈول كھيچنے سے حضرت موسى كي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قصص آيت</w:t>
      </w:r>
      <w:r w:rsidR="00E664BB">
        <w:rPr>
          <w:rtl/>
        </w:rPr>
        <w:t>24</w:t>
      </w:r>
      <w:r>
        <w:rPr>
          <w:rtl/>
        </w:rPr>
        <w:t xml:space="preserve"> </w:t>
      </w:r>
    </w:p>
    <w:p w:rsidR="00DE2D7F" w:rsidRDefault="00DE2D7F" w:rsidP="00D07B54">
      <w:pPr>
        <w:pStyle w:val="libFootnote"/>
        <w:rPr>
          <w:rtl/>
        </w:rPr>
      </w:pPr>
      <w:r>
        <w:rPr>
          <w:rtl/>
        </w:rPr>
        <w:t>(</w:t>
      </w:r>
      <w:r w:rsidR="00E664BB">
        <w:rPr>
          <w:rtl/>
        </w:rPr>
        <w:t>2</w:t>
      </w:r>
      <w:r>
        <w:rPr>
          <w:rtl/>
        </w:rPr>
        <w:t xml:space="preserve">) سورہ قصص آيت </w:t>
      </w:r>
      <w:r w:rsidR="00E664BB">
        <w:rPr>
          <w:rtl/>
        </w:rPr>
        <w:t>24</w:t>
      </w:r>
      <w:r>
        <w:rPr>
          <w:rtl/>
        </w:rPr>
        <w:t xml:space="preserve"> </w:t>
      </w:r>
    </w:p>
    <w:p w:rsidR="00AE3051" w:rsidRDefault="001648F9" w:rsidP="00D07B54">
      <w:pPr>
        <w:pStyle w:val="libNormal"/>
        <w:rPr>
          <w:rtl/>
        </w:rPr>
      </w:pPr>
      <w:r>
        <w:rPr>
          <w:rtl/>
        </w:rPr>
        <w:t xml:space="preserve"> </w:t>
      </w:r>
      <w:r>
        <w:rPr>
          <w:rtl/>
        </w:rPr>
        <w:br w:type="page"/>
      </w:r>
    </w:p>
    <w:p w:rsidR="00AE3051" w:rsidRDefault="00AE3051" w:rsidP="00D07B54">
      <w:pPr>
        <w:pStyle w:val="libNormal"/>
        <w:rPr>
          <w:rtl/>
        </w:rPr>
      </w:pPr>
    </w:p>
    <w:p w:rsidR="00DE2D7F" w:rsidRDefault="00DE2D7F" w:rsidP="00D07B54">
      <w:pPr>
        <w:pStyle w:val="libNormal"/>
        <w:rPr>
          <w:rtl/>
        </w:rPr>
      </w:pPr>
      <w:r>
        <w:rPr>
          <w:rtl/>
        </w:rPr>
        <w:t>زندگى مي</w:t>
      </w:r>
      <w:r w:rsidR="007D6C9B">
        <w:rPr>
          <w:rtl/>
        </w:rPr>
        <w:t xml:space="preserve">ں </w:t>
      </w:r>
      <w:r>
        <w:rPr>
          <w:rtl/>
        </w:rPr>
        <w:t>ايك نياباب كھل گيا اور يہ عمل خيران كے ليے بركات مادى اور روحانى دنيا بطور تحفہ لايا اور وہ ناپيدا نعمت (جس كے حصول كےلئے انھي</w:t>
      </w:r>
      <w:r w:rsidR="007D6C9B">
        <w:rPr>
          <w:rtl/>
        </w:rPr>
        <w:t xml:space="preserve">ں </w:t>
      </w:r>
      <w:r>
        <w:rPr>
          <w:rtl/>
        </w:rPr>
        <w:t>برسو</w:t>
      </w:r>
      <w:r w:rsidR="007D6C9B">
        <w:rPr>
          <w:rtl/>
        </w:rPr>
        <w:t xml:space="preserve">ں </w:t>
      </w:r>
      <w:r>
        <w:rPr>
          <w:rtl/>
        </w:rPr>
        <w:t>كوشش كرنا پڑتى ) اللہ نے انھي</w:t>
      </w:r>
      <w:r w:rsidR="007D6C9B">
        <w:rPr>
          <w:rtl/>
        </w:rPr>
        <w:t xml:space="preserve">ں </w:t>
      </w:r>
      <w:r>
        <w:rPr>
          <w:rtl/>
        </w:rPr>
        <w:t>بخش دى حضرت موسى عليہ السلام كے لئے خوش نصيبى كا دور اس وقت شروع ہوا جب انھو</w:t>
      </w:r>
      <w:r w:rsidR="007D6C9B">
        <w:rPr>
          <w:rtl/>
        </w:rPr>
        <w:t xml:space="preserve">ں </w:t>
      </w:r>
      <w:r>
        <w:rPr>
          <w:rtl/>
        </w:rPr>
        <w:t>نے يہ ديكھا كہ ان دونو</w:t>
      </w:r>
      <w:r w:rsidR="007D6C9B">
        <w:rPr>
          <w:rtl/>
        </w:rPr>
        <w:t xml:space="preserve">ں </w:t>
      </w:r>
      <w:r>
        <w:rPr>
          <w:rtl/>
        </w:rPr>
        <w:t>بہنو</w:t>
      </w:r>
      <w:r w:rsidR="007D6C9B">
        <w:rPr>
          <w:rtl/>
        </w:rPr>
        <w:t xml:space="preserve">ں </w:t>
      </w:r>
      <w:r>
        <w:rPr>
          <w:rtl/>
        </w:rPr>
        <w:t>مي</w:t>
      </w:r>
      <w:r w:rsidR="007D6C9B">
        <w:rPr>
          <w:rtl/>
        </w:rPr>
        <w:t xml:space="preserve">ں </w:t>
      </w:r>
      <w:r>
        <w:rPr>
          <w:rtl/>
        </w:rPr>
        <w:t>سے ايك نہايت حياسے قدم اٹھاتى ہوئي آرہى ہے اس كى وضع سے ظاہر تھا كہ اسكوايك جوان سے باتي</w:t>
      </w:r>
      <w:r w:rsidR="007D6C9B">
        <w:rPr>
          <w:rtl/>
        </w:rPr>
        <w:t xml:space="preserve">ں </w:t>
      </w:r>
      <w:r>
        <w:rPr>
          <w:rtl/>
        </w:rPr>
        <w:t>كرتے ہوئے شرم آتى ہے وہ لڑكى حضرت موسى عليہ السلام كے قريب آئي اور صرف ايك جمكہ كہا : ميرے والد صاحب آپ كو بلاتے ہي</w:t>
      </w:r>
      <w:r w:rsidR="007D6C9B">
        <w:rPr>
          <w:rtl/>
        </w:rPr>
        <w:t xml:space="preserve">ں </w:t>
      </w:r>
      <w:r>
        <w:rPr>
          <w:rtl/>
        </w:rPr>
        <w:t>تاكہ آپ نے ہمارى بكريو</w:t>
      </w:r>
      <w:r w:rsidR="007D6C9B">
        <w:rPr>
          <w:rtl/>
        </w:rPr>
        <w:t xml:space="preserve">ں </w:t>
      </w:r>
      <w:r>
        <w:rPr>
          <w:rtl/>
        </w:rPr>
        <w:t>كے لئے كنوي</w:t>
      </w:r>
      <w:r w:rsidR="007D6C9B">
        <w:rPr>
          <w:rtl/>
        </w:rPr>
        <w:t xml:space="preserve">ں </w:t>
      </w:r>
      <w:r>
        <w:rPr>
          <w:rtl/>
        </w:rPr>
        <w:t>سے جو پانى كھينچا تھا ، اس كا معاوضہ دي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سن كر حضرت موسى عليہ السلام كے دل مي</w:t>
      </w:r>
      <w:r w:rsidR="007D6C9B">
        <w:rPr>
          <w:rtl/>
        </w:rPr>
        <w:t xml:space="preserve">ں </w:t>
      </w:r>
      <w:r>
        <w:rPr>
          <w:rtl/>
        </w:rPr>
        <w:t>اميد كى بجلى چمكى گوياانھي</w:t>
      </w:r>
      <w:r w:rsidR="007D6C9B">
        <w:rPr>
          <w:rtl/>
        </w:rPr>
        <w:t xml:space="preserve">ں </w:t>
      </w:r>
      <w:r>
        <w:rPr>
          <w:rtl/>
        </w:rPr>
        <w:t>يہ احساس ہوا كہ ان كے لئے ايك عظيم خوش نصيبى كے اسباب فراہم ہورہے ہي</w:t>
      </w:r>
      <w:r w:rsidR="007D6C9B">
        <w:rPr>
          <w:rtl/>
        </w:rPr>
        <w:t xml:space="preserve">ں </w:t>
      </w:r>
      <w:r>
        <w:rPr>
          <w:rtl/>
        </w:rPr>
        <w:t>وہ ايك بزرگ انسان سے ملي</w:t>
      </w:r>
      <w:r w:rsidR="007D6C9B">
        <w:rPr>
          <w:rtl/>
        </w:rPr>
        <w:t xml:space="preserve">ں </w:t>
      </w:r>
      <w:r>
        <w:rPr>
          <w:rtl/>
        </w:rPr>
        <w:t>گے وہ ايك ايسا حق شناس انسان معلوم ہوتا ہے جو يہ بات پسند نہي</w:t>
      </w:r>
      <w:r w:rsidR="007D6C9B">
        <w:rPr>
          <w:rtl/>
        </w:rPr>
        <w:t xml:space="preserve">ں </w:t>
      </w:r>
      <w:r>
        <w:rPr>
          <w:rtl/>
        </w:rPr>
        <w:t>كرتا كہ انسان كى كسى زحمت كا، يہا</w:t>
      </w:r>
      <w:r w:rsidR="007D6C9B">
        <w:rPr>
          <w:rtl/>
        </w:rPr>
        <w:t xml:space="preserve">ں </w:t>
      </w:r>
      <w:r>
        <w:rPr>
          <w:rtl/>
        </w:rPr>
        <w:t xml:space="preserve">تك كہ پانى كے ايك ڈول كھيچنے كا بھى معاوضہ نہ دے يہ ضرور كوئي ملكوتى اور الہى انسان ہوگا يا اللہ يہ كيسا عجيب اور نادر موقع ہے ؟ </w:t>
      </w:r>
    </w:p>
    <w:p w:rsidR="00DE2D7F" w:rsidRDefault="00DE2D7F" w:rsidP="00D07B54">
      <w:pPr>
        <w:pStyle w:val="libNormal"/>
        <w:rPr>
          <w:rtl/>
        </w:rPr>
      </w:pPr>
      <w:r>
        <w:rPr>
          <w:rtl/>
        </w:rPr>
        <w:t>بيشك وہ پير مرد حضرت شعيب(ع) پيغمبر تھے انہو</w:t>
      </w:r>
      <w:r w:rsidR="007D6C9B">
        <w:rPr>
          <w:rtl/>
        </w:rPr>
        <w:t xml:space="preserve">ں </w:t>
      </w:r>
      <w:r>
        <w:rPr>
          <w:rtl/>
        </w:rPr>
        <w:t>نے برسو</w:t>
      </w:r>
      <w:r w:rsidR="007D6C9B">
        <w:rPr>
          <w:rtl/>
        </w:rPr>
        <w:t xml:space="preserve">ں </w:t>
      </w:r>
      <w:r>
        <w:rPr>
          <w:rtl/>
        </w:rPr>
        <w:t>تك اس شہر كے لوگو</w:t>
      </w:r>
      <w:r w:rsidR="007D6C9B">
        <w:rPr>
          <w:rtl/>
        </w:rPr>
        <w:t xml:space="preserve">ں </w:t>
      </w:r>
      <w:r>
        <w:rPr>
          <w:rtl/>
        </w:rPr>
        <w:t xml:space="preserve">كو'' رجوع الى اللہ''كى دعوت دى تھى وہ حق پرستى اور حق شناسى كا نمونہ تھے _ </w:t>
      </w:r>
    </w:p>
    <w:p w:rsidR="00DE2D7F" w:rsidRDefault="00DE2D7F" w:rsidP="00D07B54">
      <w:pPr>
        <w:pStyle w:val="libNormal"/>
        <w:rPr>
          <w:rtl/>
        </w:rPr>
      </w:pPr>
      <w:r>
        <w:rPr>
          <w:rtl/>
        </w:rPr>
        <w:t>جب انھي</w:t>
      </w:r>
      <w:r w:rsidR="007D6C9B">
        <w:rPr>
          <w:rtl/>
        </w:rPr>
        <w:t xml:space="preserve">ں </w:t>
      </w:r>
      <w:r>
        <w:rPr>
          <w:rtl/>
        </w:rPr>
        <w:t>كل واقعے كا علم ہوا تو انھو</w:t>
      </w:r>
      <w:r w:rsidR="007D6C9B">
        <w:rPr>
          <w:rtl/>
        </w:rPr>
        <w:t xml:space="preserve">ں </w:t>
      </w:r>
      <w:r>
        <w:rPr>
          <w:rtl/>
        </w:rPr>
        <w:t>نے تہيہ كرليا كہ اس اجنبى جوان كو اپنے دين كى تبليغ كري</w:t>
      </w:r>
      <w:r w:rsidR="007D6C9B">
        <w:rPr>
          <w:rtl/>
        </w:rPr>
        <w:t xml:space="preserve">ں </w:t>
      </w:r>
      <w:r>
        <w:rPr>
          <w:rtl/>
        </w:rPr>
        <w:t xml:space="preserve">گے _ </w:t>
      </w:r>
    </w:p>
    <w:p w:rsidR="00DE2D7F" w:rsidRDefault="00DE2D7F" w:rsidP="00D07B54">
      <w:pPr>
        <w:pStyle w:val="libNormal"/>
        <w:rPr>
          <w:rtl/>
        </w:rPr>
      </w:pPr>
    </w:p>
    <w:p w:rsidR="00AE3051" w:rsidRDefault="00DE2D7F" w:rsidP="00D07B54">
      <w:pPr>
        <w:pStyle w:val="Heading2Center"/>
        <w:rPr>
          <w:rtl/>
        </w:rPr>
      </w:pPr>
      <w:bookmarkStart w:id="214" w:name="_Toc7268611"/>
      <w:r>
        <w:rPr>
          <w:rtl/>
        </w:rPr>
        <w:t>حضرت موسى (ع) جناب شعيب(ع) كے گھر مي</w:t>
      </w:r>
      <w:r w:rsidR="007D6C9B">
        <w:rPr>
          <w:rtl/>
        </w:rPr>
        <w:t>ں</w:t>
      </w:r>
      <w:bookmarkEnd w:id="214"/>
    </w:p>
    <w:p w:rsidR="00DE2D7F" w:rsidRDefault="007D6C9B" w:rsidP="00D07B54">
      <w:pPr>
        <w:pStyle w:val="libNormal"/>
        <w:rPr>
          <w:rtl/>
        </w:rPr>
      </w:pPr>
      <w:r>
        <w:rPr>
          <w:rtl/>
        </w:rPr>
        <w:t xml:space="preserve"> </w:t>
      </w:r>
      <w:r w:rsidR="00DE2D7F">
        <w:rPr>
          <w:rtl/>
        </w:rPr>
        <w:t xml:space="preserve">چنانچہ حضرت موسى عليہ السلام اس جگہ سے حضرت شعيب كے مكان كى طرف روانہ ہوئے _ </w:t>
      </w:r>
    </w:p>
    <w:p w:rsidR="00DE2D7F" w:rsidRDefault="00DE2D7F" w:rsidP="00D07B54">
      <w:pPr>
        <w:pStyle w:val="libNormal"/>
        <w:rPr>
          <w:rtl/>
        </w:rPr>
      </w:pPr>
      <w:r>
        <w:rPr>
          <w:rtl/>
        </w:rPr>
        <w:t xml:space="preserve">بعض روايات كے مطابق وہ لڑكى رہنمائي كے لئے ان كے آگے چل رہى تھى اور حضرت موسى عليہ السلام اس كے پيچھے چل رہے تھے اس وقت تيز ہوا سے اس لڑكى كا لباس اڑرہا تھا اور ممكن تھا كہ ہوا كى تيزي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قصص آيت </w:t>
      </w:r>
      <w:r w:rsidR="00E664BB">
        <w:rPr>
          <w:rtl/>
        </w:rPr>
        <w:t>25</w:t>
      </w:r>
      <w:r>
        <w:rPr>
          <w:rtl/>
        </w:rPr>
        <w:t xml:space="preserve"> </w:t>
      </w:r>
    </w:p>
    <w:p w:rsidR="00DE2D7F" w:rsidRDefault="00C2634E" w:rsidP="00D07B54">
      <w:pPr>
        <w:pStyle w:val="libNormal"/>
        <w:rPr>
          <w:rtl/>
        </w:rPr>
      </w:pPr>
      <w:r>
        <w:rPr>
          <w:rtl/>
        </w:rPr>
        <w:t xml:space="preserve"> </w:t>
      </w:r>
      <w:r>
        <w:rPr>
          <w:rtl/>
        </w:rPr>
        <w:br w:type="page"/>
      </w:r>
      <w:r>
        <w:rPr>
          <w:rtl/>
        </w:rPr>
        <w:lastRenderedPageBreak/>
        <w:t xml:space="preserve"> </w:t>
      </w:r>
      <w:r>
        <w:rPr>
          <w:rtl/>
        </w:rPr>
        <w:cr/>
      </w:r>
      <w:r w:rsidR="00DE2D7F">
        <w:rPr>
          <w:rtl/>
        </w:rPr>
        <w:t>لباس كو اس كے جسم سے اٹھادے حضرت موسى (ع) كى پاكيزہ طبيعت اس منظر كو ديكھنے كى اجازت نہي</w:t>
      </w:r>
      <w:r w:rsidR="007D6C9B">
        <w:rPr>
          <w:rtl/>
        </w:rPr>
        <w:t xml:space="preserve">ں </w:t>
      </w:r>
      <w:r w:rsidR="00DE2D7F">
        <w:rPr>
          <w:rtl/>
        </w:rPr>
        <w:t>ديتى تھي،اس لڑكى سے كہا:مي</w:t>
      </w:r>
      <w:r w:rsidR="007D6C9B">
        <w:rPr>
          <w:rtl/>
        </w:rPr>
        <w:t xml:space="preserve">ں </w:t>
      </w:r>
      <w:r w:rsidR="00DE2D7F">
        <w:rPr>
          <w:rtl/>
        </w:rPr>
        <w:t>آگے آگے چلتا ہو</w:t>
      </w:r>
      <w:r w:rsidR="007D6C9B">
        <w:rPr>
          <w:rtl/>
        </w:rPr>
        <w:t xml:space="preserve">ں </w:t>
      </w:r>
      <w:r w:rsidR="00DE2D7F">
        <w:rPr>
          <w:rtl/>
        </w:rPr>
        <w:t xml:space="preserve">،تم راستہ بتاتے رہنا_ </w:t>
      </w:r>
    </w:p>
    <w:p w:rsidR="00DE2D7F" w:rsidRDefault="00DE2D7F" w:rsidP="00D07B54">
      <w:pPr>
        <w:pStyle w:val="libNormal"/>
        <w:rPr>
          <w:rtl/>
        </w:rPr>
      </w:pPr>
      <w:r>
        <w:rPr>
          <w:rtl/>
        </w:rPr>
        <w:t>جب جناب موسى عليہ السلام حضرت شعيب عليہ السلام كے گھر پہنچ گئے ايسا گھر جس سے نور نبوت ساطع تھا اور اس كے ہر گوشے سے روحانيت نمايا</w:t>
      </w:r>
      <w:r w:rsidR="007D6C9B">
        <w:rPr>
          <w:rtl/>
        </w:rPr>
        <w:t xml:space="preserve">ں </w:t>
      </w:r>
      <w:r>
        <w:rPr>
          <w:rtl/>
        </w:rPr>
        <w:t>تھى انھو</w:t>
      </w:r>
      <w:r w:rsidR="007D6C9B">
        <w:rPr>
          <w:rtl/>
        </w:rPr>
        <w:t xml:space="preserve">ں </w:t>
      </w:r>
      <w:r>
        <w:rPr>
          <w:rtl/>
        </w:rPr>
        <w:t>نے ديكھا كہ ايك پير مرد، جس كے بال سفيد ہي</w:t>
      </w:r>
      <w:r w:rsidR="007D6C9B">
        <w:rPr>
          <w:rtl/>
        </w:rPr>
        <w:t xml:space="preserve">ں </w:t>
      </w:r>
      <w:r>
        <w:rPr>
          <w:rtl/>
        </w:rPr>
        <w:t>ايك گوشے مي</w:t>
      </w:r>
      <w:r w:rsidR="007D6C9B">
        <w:rPr>
          <w:rtl/>
        </w:rPr>
        <w:t xml:space="preserve">ں </w:t>
      </w:r>
      <w:r>
        <w:rPr>
          <w:rtl/>
        </w:rPr>
        <w:t xml:space="preserve">بيٹھا ہے اس نے حضرت موسى عليہ السلام كو خوش آمديد كہا اور پوچھا: </w:t>
      </w:r>
    </w:p>
    <w:p w:rsidR="00DE2D7F" w:rsidRDefault="00DE2D7F" w:rsidP="00D07B54">
      <w:pPr>
        <w:pStyle w:val="libNormal"/>
        <w:rPr>
          <w:rtl/>
        </w:rPr>
      </w:pPr>
      <w:r>
        <w:rPr>
          <w:rtl/>
        </w:rPr>
        <w:t>'' تم كون ہو ؟ كہا</w:t>
      </w:r>
      <w:r w:rsidR="007D6C9B">
        <w:rPr>
          <w:rtl/>
        </w:rPr>
        <w:t xml:space="preserve">ں </w:t>
      </w:r>
      <w:r>
        <w:rPr>
          <w:rtl/>
        </w:rPr>
        <w:t>سے آرہے ہو ؟ كيا مشغلہ ہے ؟ اس شہر مي</w:t>
      </w:r>
      <w:r w:rsidR="007D6C9B">
        <w:rPr>
          <w:rtl/>
        </w:rPr>
        <w:t xml:space="preserve">ں </w:t>
      </w:r>
      <w:r>
        <w:rPr>
          <w:rtl/>
        </w:rPr>
        <w:t>كيا كرتے ہو ؟ اور آنے كا مقصد كيا ہے ؟ تنہا كيو</w:t>
      </w:r>
      <w:r w:rsidR="007D6C9B">
        <w:rPr>
          <w:rtl/>
        </w:rPr>
        <w:t xml:space="preserve">ں </w:t>
      </w:r>
      <w:r>
        <w:rPr>
          <w:rtl/>
        </w:rPr>
        <w:t xml:space="preserve">ہو ؟ </w:t>
      </w:r>
    </w:p>
    <w:p w:rsidR="00DE2D7F" w:rsidRDefault="00DE2D7F" w:rsidP="00D07B54">
      <w:pPr>
        <w:pStyle w:val="libNormal"/>
        <w:rPr>
          <w:rtl/>
        </w:rPr>
      </w:pPr>
      <w:r>
        <w:rPr>
          <w:rtl/>
        </w:rPr>
        <w:t>حضرت موسى عليہ السلام نے حضرت شعيب عليہ السلام كے پاس پہنچے اور انھي</w:t>
      </w:r>
      <w:r w:rsidR="007D6C9B">
        <w:rPr>
          <w:rtl/>
        </w:rPr>
        <w:t xml:space="preserve">ں </w:t>
      </w:r>
      <w:r>
        <w:rPr>
          <w:rtl/>
        </w:rPr>
        <w:t>اپنى سرگزشت سنائي تو حضرت شعيب عليہ السلام نے كہا مت ڈرو، تمہي</w:t>
      </w:r>
      <w:r w:rsidR="007D6C9B">
        <w:rPr>
          <w:rtl/>
        </w:rPr>
        <w:t xml:space="preserve">ں </w:t>
      </w:r>
      <w:r>
        <w:rPr>
          <w:rtl/>
        </w:rPr>
        <w:t>ظالمو</w:t>
      </w:r>
      <w:r w:rsidR="007D6C9B">
        <w:rPr>
          <w:rtl/>
        </w:rPr>
        <w:t xml:space="preserve">ں </w:t>
      </w:r>
      <w:r>
        <w:rPr>
          <w:rtl/>
        </w:rPr>
        <w:t xml:space="preserve">كے گروہ سے نجات مل گئي ہے 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ہمارى سرزمين ان كى حدود سلطنت سے باہر ہے يہا</w:t>
      </w:r>
      <w:r w:rsidR="007D6C9B">
        <w:rPr>
          <w:rtl/>
        </w:rPr>
        <w:t xml:space="preserve">ں </w:t>
      </w:r>
      <w:r>
        <w:rPr>
          <w:rtl/>
        </w:rPr>
        <w:t>ان كا كوئي اختيار نہي</w:t>
      </w:r>
      <w:r w:rsidR="007D6C9B">
        <w:rPr>
          <w:rtl/>
        </w:rPr>
        <w:t xml:space="preserve">ں </w:t>
      </w:r>
      <w:r>
        <w:rPr>
          <w:rtl/>
        </w:rPr>
        <w:t>چلتا اپنے دل مي</w:t>
      </w:r>
      <w:r w:rsidR="007D6C9B">
        <w:rPr>
          <w:rtl/>
        </w:rPr>
        <w:t xml:space="preserve">ں </w:t>
      </w:r>
      <w:r>
        <w:rPr>
          <w:rtl/>
        </w:rPr>
        <w:t>ذرہ بھر پريشانى كو جگہ نہ دينا تم امن وامان سے پہنچ گئے ہو مسافرت اور تنہائي كا بھى غم نہ كرو يہ تمام مشكلات خدا كے كرم سے دور ہوجائي</w:t>
      </w:r>
      <w:r w:rsidR="007D6C9B">
        <w:rPr>
          <w:rtl/>
        </w:rPr>
        <w:t xml:space="preserve">ں </w:t>
      </w:r>
      <w:r>
        <w:rPr>
          <w:rtl/>
        </w:rPr>
        <w:t>گى _ حضرت مو سى عليہ السلام فورا ًسمجھ گئے كہ انھي</w:t>
      </w:r>
      <w:r w:rsidR="007D6C9B">
        <w:rPr>
          <w:rtl/>
        </w:rPr>
        <w:t xml:space="preserve">ں </w:t>
      </w:r>
      <w:r>
        <w:rPr>
          <w:rtl/>
        </w:rPr>
        <w:t>ايك عالى مرتبہ استاد مل گيا ہے، جس كے وجود سے روحانيت ، تقوى ، معرفت اور زلال عظيم كے چشمے پھوٹ رہے ہي</w:t>
      </w:r>
      <w:r w:rsidR="007D6C9B">
        <w:rPr>
          <w:rtl/>
        </w:rPr>
        <w:t xml:space="preserve">ں </w:t>
      </w:r>
      <w:r>
        <w:rPr>
          <w:rtl/>
        </w:rPr>
        <w:t xml:space="preserve">اور يہ استاد ان كى تشنگى تحصيل علم ومعرفت كو سيراب كرسكتا ہے _ </w:t>
      </w:r>
    </w:p>
    <w:p w:rsidR="00DE2D7F" w:rsidRDefault="00DE2D7F" w:rsidP="00D07B54">
      <w:pPr>
        <w:pStyle w:val="libNormal"/>
        <w:rPr>
          <w:rtl/>
        </w:rPr>
      </w:pPr>
      <w:r>
        <w:rPr>
          <w:rtl/>
        </w:rPr>
        <w:t>حضرت شعيب عليہ السلام نے بھى يہ سمجھ ليا كہ انھي</w:t>
      </w:r>
      <w:r w:rsidR="007D6C9B">
        <w:rPr>
          <w:rtl/>
        </w:rPr>
        <w:t xml:space="preserve">ں </w:t>
      </w:r>
      <w:r>
        <w:rPr>
          <w:rtl/>
        </w:rPr>
        <w:t>ايك لائق اور مستعد شاگرد مل گيا ہے، جسے وہ اپنے علم ودانش اور زندگى بھر كے تجربات سے فيض ياب كرسكتے ہي</w:t>
      </w:r>
      <w:r w:rsidR="007D6C9B">
        <w:rPr>
          <w:rtl/>
        </w:rPr>
        <w:t xml:space="preserve">ں </w:t>
      </w:r>
      <w:r>
        <w:rPr>
          <w:rtl/>
        </w:rPr>
        <w:t xml:space="preserve">_ </w:t>
      </w:r>
    </w:p>
    <w:p w:rsidR="00DE2D7F" w:rsidRDefault="00DE2D7F" w:rsidP="00D07B54">
      <w:pPr>
        <w:pStyle w:val="libNormal"/>
        <w:rPr>
          <w:rtl/>
        </w:rPr>
      </w:pPr>
      <w:r>
        <w:rPr>
          <w:rtl/>
        </w:rPr>
        <w:t xml:space="preserve">يہ مسلم ہے كہ ايك شاگرد كو ايك بزرگ اور قابل استاد پاكر جتنى مسرت ہوتى ہے استاد كو بھى ايك لائق شاگرد پاكر اتنى ہى خوشى ہوتى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قصص آيت </w:t>
      </w:r>
      <w:r w:rsidR="00E664BB">
        <w:rPr>
          <w:rtl/>
        </w:rPr>
        <w:t>25</w:t>
      </w:r>
      <w:r>
        <w:rPr>
          <w:rtl/>
        </w:rPr>
        <w:t xml:space="preserve"> </w:t>
      </w:r>
    </w:p>
    <w:p w:rsidR="00AE3051" w:rsidRDefault="001648F9" w:rsidP="00D07B54">
      <w:pPr>
        <w:pStyle w:val="libNormal"/>
        <w:rPr>
          <w:rtl/>
        </w:rPr>
      </w:pPr>
      <w:r>
        <w:rPr>
          <w:rtl/>
        </w:rPr>
        <w:t xml:space="preserve"> </w:t>
      </w:r>
      <w:r>
        <w:rPr>
          <w:rtl/>
        </w:rPr>
        <w:br w:type="page"/>
      </w:r>
    </w:p>
    <w:p w:rsidR="00AE3051" w:rsidRDefault="00AE3051" w:rsidP="00D07B54">
      <w:pPr>
        <w:pStyle w:val="libNormal"/>
        <w:rPr>
          <w:rtl/>
        </w:rPr>
      </w:pPr>
    </w:p>
    <w:p w:rsidR="00AE3051" w:rsidRDefault="00DE2D7F" w:rsidP="00D07B54">
      <w:pPr>
        <w:pStyle w:val="Heading2Center"/>
        <w:rPr>
          <w:rtl/>
        </w:rPr>
      </w:pPr>
      <w:bookmarkStart w:id="215" w:name="_Toc7268612"/>
      <w:r>
        <w:rPr>
          <w:rtl/>
        </w:rPr>
        <w:t>جناب موسى عليہ السلام حضرت شعيب (ع) كے داماد بن گئے</w:t>
      </w:r>
      <w:bookmarkEnd w:id="215"/>
      <w:r>
        <w:rPr>
          <w:rtl/>
        </w:rPr>
        <w:t xml:space="preserve"> </w:t>
      </w:r>
    </w:p>
    <w:p w:rsidR="00DE2D7F" w:rsidRDefault="00DE2D7F" w:rsidP="00D07B54">
      <w:pPr>
        <w:pStyle w:val="libNormal"/>
        <w:rPr>
          <w:rtl/>
        </w:rPr>
      </w:pPr>
      <w:r>
        <w:rPr>
          <w:rtl/>
        </w:rPr>
        <w:t>اب حضرت موسى عليہ السلام كى زندگى كے چھٹے دور كا ذكر شروع ہوتا ہے حضرت موسى عليہ السلام جناب شعيب عليہ السلام كے گھر آگئے يہ ايك سادہ ساديہاتى مكان تھا، مكان صاف ستھرا تھا اور روحانيت سے معمور تھا جب حضرت موسى عليہ السلام نے جناب شعيب عليہ السلام كو اپنى سرگزشت سنائي تو ان كى ايك لڑكى نے ايك مختصر مگر پر معنى عبارت مي</w:t>
      </w:r>
      <w:r w:rsidR="007D6C9B">
        <w:rPr>
          <w:rtl/>
        </w:rPr>
        <w:t xml:space="preserve">ں </w:t>
      </w:r>
      <w:r>
        <w:rPr>
          <w:rtl/>
        </w:rPr>
        <w:t>اپنے والد كے سامنے يہ تجويز پيش كى كہ موسى عليہ السلام كو بھيڑو</w:t>
      </w:r>
      <w:r w:rsidR="007D6C9B">
        <w:rPr>
          <w:rtl/>
        </w:rPr>
        <w:t xml:space="preserve">ں </w:t>
      </w:r>
      <w:r>
        <w:rPr>
          <w:rtl/>
        </w:rPr>
        <w:t>كى حفاظت كے لئے ملازم ركھ لي</w:t>
      </w:r>
      <w:r w:rsidR="007D6C9B">
        <w:rPr>
          <w:rtl/>
        </w:rPr>
        <w:t xml:space="preserve">ں </w:t>
      </w:r>
      <w:r>
        <w:rPr>
          <w:rtl/>
        </w:rPr>
        <w:t xml:space="preserve">وہ الفاظ يہ تھے : </w:t>
      </w:r>
    </w:p>
    <w:p w:rsidR="00DE2D7F" w:rsidRDefault="00DE2D7F" w:rsidP="00D07B54">
      <w:pPr>
        <w:pStyle w:val="libNormal"/>
        <w:rPr>
          <w:rtl/>
        </w:rPr>
      </w:pPr>
      <w:r>
        <w:rPr>
          <w:rtl/>
        </w:rPr>
        <w:t>اے بابا : آپ اس جوان كو ملازم ركھ لي</w:t>
      </w:r>
      <w:r w:rsidR="007D6C9B">
        <w:rPr>
          <w:rtl/>
        </w:rPr>
        <w:t xml:space="preserve">ں </w:t>
      </w:r>
      <w:r>
        <w:rPr>
          <w:rtl/>
        </w:rPr>
        <w:t>كيونكہ ايك بہترين آدمى جسے آپ ملازم ركھ سكتے ہي</w:t>
      </w:r>
      <w:r w:rsidR="007D6C9B">
        <w:rPr>
          <w:rtl/>
        </w:rPr>
        <w:t xml:space="preserve">ں </w:t>
      </w:r>
      <w:r>
        <w:rPr>
          <w:rtl/>
        </w:rPr>
        <w:t>وہ ايسا ہونا چاہئے جو قوى اور امين ہو اور اس نے اپنى طاقت اور نيك خصلت دونو</w:t>
      </w:r>
      <w:r w:rsidR="007D6C9B">
        <w:rPr>
          <w:rtl/>
        </w:rPr>
        <w:t xml:space="preserve">ں </w:t>
      </w:r>
      <w:r>
        <w:rPr>
          <w:rtl/>
        </w:rPr>
        <w:t>كا امتحان دے ديا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جس لڑكى نے ايك پيغمبر كے زيرسايہ تربيت پائي ہوا سے ايسى ہى مو دبانہ اور سوچى سمجھى بات كہنى چاہئے نيز چاہئے كہ مختصر الفاظ اور تھوڑى سى عبارت مي</w:t>
      </w:r>
      <w:r w:rsidR="007D6C9B">
        <w:rPr>
          <w:rtl/>
        </w:rPr>
        <w:t xml:space="preserve">ں </w:t>
      </w:r>
      <w:r>
        <w:rPr>
          <w:rtl/>
        </w:rPr>
        <w:t xml:space="preserve">اپنا مطلب ادا كردے _ </w:t>
      </w:r>
    </w:p>
    <w:p w:rsidR="00DE2D7F" w:rsidRDefault="00DE2D7F" w:rsidP="00D07B54">
      <w:pPr>
        <w:pStyle w:val="libNormal"/>
        <w:rPr>
          <w:rtl/>
        </w:rPr>
      </w:pPr>
      <w:r>
        <w:rPr>
          <w:rtl/>
        </w:rPr>
        <w:t>اس لڑكى كو كيسے معلوم تھا كہ يہ جوان طاقتور بھى ہے اور نيك خصلت بھى كيونكہ اس نے پہلى باركنوي</w:t>
      </w:r>
      <w:r w:rsidR="007D6C9B">
        <w:rPr>
          <w:rtl/>
        </w:rPr>
        <w:t xml:space="preserve">ں </w:t>
      </w:r>
      <w:r>
        <w:rPr>
          <w:rtl/>
        </w:rPr>
        <w:t xml:space="preserve">پر ہى اسے ديكھا تھا اور اس كى گزشتہ زندگى كے حالات سے وہ بے خبر تھي؟ </w:t>
      </w:r>
    </w:p>
    <w:p w:rsidR="00DE2D7F" w:rsidRDefault="00DE2D7F" w:rsidP="00D07B54">
      <w:pPr>
        <w:pStyle w:val="libNormal"/>
        <w:rPr>
          <w:rtl/>
        </w:rPr>
      </w:pPr>
      <w:r>
        <w:rPr>
          <w:rtl/>
        </w:rPr>
        <w:t>اس سوال كا جواب واضح ہے اس لڑكى نے اس جوان كى قوت كو تو اسى وقت سمجھ ليا تھا جب اس نے ان مظلوم لڑكيو</w:t>
      </w:r>
      <w:r w:rsidR="007D6C9B">
        <w:rPr>
          <w:rtl/>
        </w:rPr>
        <w:t xml:space="preserve">ں </w:t>
      </w:r>
      <w:r>
        <w:rPr>
          <w:rtl/>
        </w:rPr>
        <w:t>كا حق دلانے كے لئے چرواہو</w:t>
      </w:r>
      <w:r w:rsidR="007D6C9B">
        <w:rPr>
          <w:rtl/>
        </w:rPr>
        <w:t xml:space="preserve">ں </w:t>
      </w:r>
      <w:r>
        <w:rPr>
          <w:rtl/>
        </w:rPr>
        <w:t>كو كنوي</w:t>
      </w:r>
      <w:r w:rsidR="007D6C9B">
        <w:rPr>
          <w:rtl/>
        </w:rPr>
        <w:t xml:space="preserve">ں </w:t>
      </w:r>
      <w:r>
        <w:rPr>
          <w:rtl/>
        </w:rPr>
        <w:t>سے ايك طرف ہٹايا تھا اور اس بھارى ڈول كو اكيلے ہى كنوي</w:t>
      </w:r>
      <w:r w:rsidR="007D6C9B">
        <w:rPr>
          <w:rtl/>
        </w:rPr>
        <w:t xml:space="preserve">ں </w:t>
      </w:r>
      <w:r>
        <w:rPr>
          <w:rtl/>
        </w:rPr>
        <w:t>سے كھينچ ليا تھا اور اس كى امانت اور نيك چلنى اس وقت معلوم ہوگئي تھى كہ حضرت شعيب عليہ السلام كے گھر كى راہ مي</w:t>
      </w:r>
      <w:r w:rsidR="007D6C9B">
        <w:rPr>
          <w:rtl/>
        </w:rPr>
        <w:t xml:space="preserve">ں </w:t>
      </w:r>
      <w:r>
        <w:rPr>
          <w:rtl/>
        </w:rPr>
        <w:t xml:space="preserve">اس نے يہ گوارا نہ كيا كہ ايك جوان لڑكى اس كے آگے آگے چلے كيونكہ ممكن تھا كہ تيز ہوا سے اس كا لباس جسم سے ہٹ جائے _ </w:t>
      </w:r>
    </w:p>
    <w:p w:rsidR="00DE2D7F" w:rsidRDefault="00DE2D7F" w:rsidP="00D07B54">
      <w:pPr>
        <w:pStyle w:val="libNormal"/>
        <w:rPr>
          <w:rtl/>
        </w:rPr>
      </w:pPr>
      <w:r>
        <w:rPr>
          <w:rtl/>
        </w:rPr>
        <w:t>علاوہ بري</w:t>
      </w:r>
      <w:r w:rsidR="007D6C9B">
        <w:rPr>
          <w:rtl/>
        </w:rPr>
        <w:t xml:space="preserve">ں </w:t>
      </w:r>
      <w:r>
        <w:rPr>
          <w:rtl/>
        </w:rPr>
        <w:t>اس نوجوان نے اپنى جو سرگزشت سنائي تھى اس كے ضمن مي</w:t>
      </w:r>
      <w:r w:rsidR="007D6C9B">
        <w:rPr>
          <w:rtl/>
        </w:rPr>
        <w:t xml:space="preserve">ں </w:t>
      </w:r>
      <w:r>
        <w:rPr>
          <w:rtl/>
        </w:rPr>
        <w:t>قبطيو</w:t>
      </w:r>
      <w:r w:rsidR="007D6C9B">
        <w:rPr>
          <w:rtl/>
        </w:rPr>
        <w:t xml:space="preserve">ں </w:t>
      </w:r>
      <w:r>
        <w:rPr>
          <w:rtl/>
        </w:rPr>
        <w:t xml:space="preserve">سے لڑائي كے ذكر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قصص ايت </w:t>
      </w:r>
      <w:r w:rsidR="00E664BB">
        <w:rPr>
          <w:rtl/>
        </w:rPr>
        <w:t>26</w:t>
      </w:r>
      <w:r>
        <w:rPr>
          <w:rtl/>
        </w:rPr>
        <w:t xml:space="preserve"> </w:t>
      </w:r>
    </w:p>
    <w:p w:rsidR="00AE3051" w:rsidRDefault="001648F9" w:rsidP="00D07B54">
      <w:pPr>
        <w:pStyle w:val="libNormal"/>
        <w:rPr>
          <w:rtl/>
        </w:rPr>
      </w:pPr>
      <w:r>
        <w:rPr>
          <w:rtl/>
        </w:rPr>
        <w:t xml:space="preserve"> </w:t>
      </w:r>
      <w:r>
        <w:rPr>
          <w:rtl/>
        </w:rPr>
        <w:br w:type="page"/>
      </w:r>
    </w:p>
    <w:p w:rsidR="00AE3051" w:rsidRDefault="00AE3051" w:rsidP="00D07B54">
      <w:pPr>
        <w:pStyle w:val="libNormal"/>
        <w:rPr>
          <w:rtl/>
        </w:rPr>
      </w:pPr>
    </w:p>
    <w:p w:rsidR="00DE2D7F" w:rsidRDefault="00DE2D7F" w:rsidP="00D07B54">
      <w:pPr>
        <w:pStyle w:val="libNormal"/>
        <w:rPr>
          <w:rtl/>
        </w:rPr>
      </w:pPr>
      <w:r>
        <w:rPr>
          <w:rtl/>
        </w:rPr>
        <w:t>مي</w:t>
      </w:r>
      <w:r w:rsidR="007D6C9B">
        <w:rPr>
          <w:rtl/>
        </w:rPr>
        <w:t xml:space="preserve">ں </w:t>
      </w:r>
      <w:r>
        <w:rPr>
          <w:rtl/>
        </w:rPr>
        <w:t>اس كى قوت كا حال معلوم ہوگيا تھا اور اس امانت وديانت كى يہ شہادت كافى تھى كہ اس نے ظالمو</w:t>
      </w:r>
      <w:r w:rsidR="007D6C9B">
        <w:rPr>
          <w:rtl/>
        </w:rPr>
        <w:t xml:space="preserve">ں </w:t>
      </w:r>
      <w:r>
        <w:rPr>
          <w:rtl/>
        </w:rPr>
        <w:t xml:space="preserve">كى ہم نوائي نہ كى اور ان كى ستم رانى پر اظہار رضا مندى نہ كيا _ </w:t>
      </w:r>
    </w:p>
    <w:p w:rsidR="00DE2D7F" w:rsidRDefault="00DE2D7F" w:rsidP="00D07B54">
      <w:pPr>
        <w:pStyle w:val="libNormal"/>
        <w:rPr>
          <w:rtl/>
        </w:rPr>
      </w:pPr>
      <w:r>
        <w:rPr>
          <w:rtl/>
        </w:rPr>
        <w:t>حضرت شعيب عليہ السلام نے اپنى بيٹى كى تجويز كو قبول كرليا انھو</w:t>
      </w:r>
      <w:r w:rsidR="007D6C9B">
        <w:rPr>
          <w:rtl/>
        </w:rPr>
        <w:t xml:space="preserve">ں </w:t>
      </w:r>
      <w:r>
        <w:rPr>
          <w:rtl/>
        </w:rPr>
        <w:t>نے موسى (ع) كى طرف رخ كركے يو</w:t>
      </w:r>
      <w:r w:rsidR="007D6C9B">
        <w:rPr>
          <w:rtl/>
        </w:rPr>
        <w:t xml:space="preserve">ں </w:t>
      </w:r>
      <w:r>
        <w:rPr>
          <w:rtl/>
        </w:rPr>
        <w:t>كہا :''ميرا ارادہ ہے كہ اپنى ان دولڑكيو</w:t>
      </w:r>
      <w:r w:rsidR="007D6C9B">
        <w:rPr>
          <w:rtl/>
        </w:rPr>
        <w:t xml:space="preserve">ں </w:t>
      </w:r>
      <w:r>
        <w:rPr>
          <w:rtl/>
        </w:rPr>
        <w:t>مي</w:t>
      </w:r>
      <w:r w:rsidR="007D6C9B">
        <w:rPr>
          <w:rtl/>
        </w:rPr>
        <w:t xml:space="preserve">ں </w:t>
      </w:r>
      <w:r>
        <w:rPr>
          <w:rtl/>
        </w:rPr>
        <w:t>سے ايك كا تيرے ساتھ نكاح كردو</w:t>
      </w:r>
      <w:r w:rsidR="007D6C9B">
        <w:rPr>
          <w:rtl/>
        </w:rPr>
        <w:t xml:space="preserve">ں </w:t>
      </w:r>
      <w:r>
        <w:rPr>
          <w:rtl/>
        </w:rPr>
        <w:t>، اس شرط كے ساتھ كہ تو آٹھ سال تك ميرى خدمت كرے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يہ اضافہ كيا:'' اگر تو آٹھ سال كى بجائے يہ خدمت دس سال كردے تو يہ تيرا احسان ہوگا مگر تجھ پر واجب نہي</w:t>
      </w:r>
      <w:r w:rsidR="007D6C9B">
        <w:rPr>
          <w:rtl/>
        </w:rPr>
        <w:t xml:space="preserve">ں </w:t>
      </w:r>
      <w:r>
        <w:rPr>
          <w:rtl/>
        </w:rPr>
        <w:t>ہے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بہرحال مي</w:t>
      </w:r>
      <w:r w:rsidR="007D6C9B">
        <w:rPr>
          <w:rtl/>
        </w:rPr>
        <w:t xml:space="preserve">ں </w:t>
      </w:r>
      <w:r>
        <w:rPr>
          <w:rtl/>
        </w:rPr>
        <w:t>يہ نہي</w:t>
      </w:r>
      <w:r w:rsidR="007D6C9B">
        <w:rPr>
          <w:rtl/>
        </w:rPr>
        <w:t xml:space="preserve">ں </w:t>
      </w:r>
      <w:r>
        <w:rPr>
          <w:rtl/>
        </w:rPr>
        <w:t>چاہتا كہ تم سے كوئي مشكل كام لو</w:t>
      </w:r>
      <w:r w:rsidR="007D6C9B">
        <w:rPr>
          <w:rtl/>
        </w:rPr>
        <w:t xml:space="preserve">ں </w:t>
      </w:r>
      <w:r>
        <w:rPr>
          <w:rtl/>
        </w:rPr>
        <w:t>انشاء اللہ تم جلد ديكھو گے كہ مي</w:t>
      </w:r>
      <w:r w:rsidR="007D6C9B">
        <w:rPr>
          <w:rtl/>
        </w:rPr>
        <w:t xml:space="preserve">ں </w:t>
      </w:r>
      <w:r>
        <w:rPr>
          <w:rtl/>
        </w:rPr>
        <w:t>صالحين مي</w:t>
      </w:r>
      <w:r w:rsidR="007D6C9B">
        <w:rPr>
          <w:rtl/>
        </w:rPr>
        <w:t xml:space="preserve">ں </w:t>
      </w:r>
      <w:r>
        <w:rPr>
          <w:rtl/>
        </w:rPr>
        <w:t>سے ہو</w:t>
      </w:r>
      <w:r w:rsidR="007D6C9B">
        <w:rPr>
          <w:rtl/>
        </w:rPr>
        <w:t xml:space="preserve">ں </w:t>
      </w:r>
      <w:r>
        <w:rPr>
          <w:rtl/>
        </w:rPr>
        <w:t>، اپنے عہدوپيمان مي</w:t>
      </w:r>
      <w:r w:rsidR="007D6C9B">
        <w:rPr>
          <w:rtl/>
        </w:rPr>
        <w:t xml:space="preserve">ں </w:t>
      </w:r>
      <w:r>
        <w:rPr>
          <w:rtl/>
        </w:rPr>
        <w:t>وفادار ہو</w:t>
      </w:r>
      <w:r w:rsidR="007D6C9B">
        <w:rPr>
          <w:rtl/>
        </w:rPr>
        <w:t xml:space="preserve">ں </w:t>
      </w:r>
      <w:r>
        <w:rPr>
          <w:rtl/>
        </w:rPr>
        <w:t>تيرے ساتھ ہرگز سخت گيرى نہ كرو</w:t>
      </w:r>
      <w:r w:rsidR="007D6C9B">
        <w:rPr>
          <w:rtl/>
        </w:rPr>
        <w:t xml:space="preserve">ں </w:t>
      </w:r>
      <w:r>
        <w:rPr>
          <w:rtl/>
        </w:rPr>
        <w:t>گا اور تيرے ساتھ خيراور نيكى كا سلوك كرو</w:t>
      </w:r>
      <w:r w:rsidR="007D6C9B">
        <w:rPr>
          <w:rtl/>
        </w:rPr>
        <w:t xml:space="preserve">ں </w:t>
      </w:r>
      <w:r>
        <w:rPr>
          <w:rtl/>
        </w:rPr>
        <w:t>گا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حضرت موسى عليہ السلام نے اس تجويزاور شرط سے موافقت كرتے ہوئے اور عقد كو قبول كرتے ہوئے كہا : '' ميرے اور آپ كے درميان يہ عہد ہے '' _ البتہ'' ان دومدتو</w:t>
      </w:r>
      <w:r w:rsidR="007D6C9B">
        <w:rPr>
          <w:rtl/>
        </w:rPr>
        <w:t xml:space="preserve">ں </w:t>
      </w:r>
      <w:r>
        <w:rPr>
          <w:rtl/>
        </w:rPr>
        <w:t>مي</w:t>
      </w:r>
      <w:r w:rsidR="007D6C9B">
        <w:rPr>
          <w:rtl/>
        </w:rPr>
        <w:t xml:space="preserve">ں </w:t>
      </w:r>
      <w:r>
        <w:rPr>
          <w:rtl/>
        </w:rPr>
        <w:t>سے (آٹھ سال يا دس سال ) جس مدت تك بھى خدمت كرو</w:t>
      </w:r>
      <w:r w:rsidR="007D6C9B">
        <w:rPr>
          <w:rtl/>
        </w:rPr>
        <w:t xml:space="preserve">ں </w:t>
      </w:r>
      <w:r>
        <w:rPr>
          <w:rtl/>
        </w:rPr>
        <w:t>، مجھ پر كوئي زيادتى نہ ہوگى اور مي</w:t>
      </w:r>
      <w:r w:rsidR="007D6C9B">
        <w:rPr>
          <w:rtl/>
        </w:rPr>
        <w:t xml:space="preserve">ں </w:t>
      </w:r>
      <w:r>
        <w:rPr>
          <w:rtl/>
        </w:rPr>
        <w:t>اس كے انتخاب مي</w:t>
      </w:r>
      <w:r w:rsidR="007D6C9B">
        <w:rPr>
          <w:rtl/>
        </w:rPr>
        <w:t xml:space="preserve">ں </w:t>
      </w:r>
      <w:r>
        <w:rPr>
          <w:rtl/>
        </w:rPr>
        <w:t>آزاد ہو</w:t>
      </w:r>
      <w:r w:rsidR="007D6C9B">
        <w:rPr>
          <w:rtl/>
        </w:rPr>
        <w:t xml:space="preserve">ں </w:t>
      </w:r>
      <w:r>
        <w:rPr>
          <w:rtl/>
        </w:rPr>
        <w:t xml:space="preserve">''_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عہد كو پختہ اور خدا كے نام سے طلب مدد كے لئے يہ اضافہ كيا : ''جو كچھ ہم كہتے ہي</w:t>
      </w:r>
      <w:r w:rsidR="007D6C9B">
        <w:rPr>
          <w:rtl/>
        </w:rPr>
        <w:t xml:space="preserve">ں </w:t>
      </w:r>
      <w:r>
        <w:rPr>
          <w:rtl/>
        </w:rPr>
        <w:t>خدا اس پر شاہد ہے ''_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DE2D7F" w:rsidP="00D07B54">
      <w:pPr>
        <w:pStyle w:val="libNormal"/>
        <w:rPr>
          <w:rtl/>
        </w:rPr>
      </w:pPr>
      <w:r>
        <w:rPr>
          <w:rtl/>
        </w:rPr>
        <w:t>اوراس اسانى سے موسى عليہ السلام داماد شعيب(ع) بن گئے حضرت شعيب عليہ السلام كى لڑكيو</w:t>
      </w:r>
      <w:r w:rsidR="007D6C9B">
        <w:rPr>
          <w:rtl/>
        </w:rPr>
        <w:t xml:space="preserve">ں </w:t>
      </w:r>
      <w:r>
        <w:rPr>
          <w:rtl/>
        </w:rPr>
        <w:t xml:space="preserve">كا نام '' صفورہ ''( يا صفورا ) اور '' ليا ''بتايا جاتاہے حضرت موسى عليہ السلام كى شادى '' صفورہ '' سے ہوئي تھى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قصص آيت </w:t>
      </w:r>
      <w:r w:rsidR="00E664BB">
        <w:rPr>
          <w:rtl/>
        </w:rPr>
        <w:t>27</w:t>
      </w:r>
      <w:r>
        <w:rPr>
          <w:rtl/>
        </w:rPr>
        <w:t xml:space="preserve"> </w:t>
      </w:r>
    </w:p>
    <w:p w:rsidR="00DE2D7F" w:rsidRDefault="00DE2D7F" w:rsidP="00D07B54">
      <w:pPr>
        <w:pStyle w:val="libFootnote"/>
        <w:rPr>
          <w:rtl/>
        </w:rPr>
      </w:pPr>
      <w:r>
        <w:rPr>
          <w:rtl/>
        </w:rPr>
        <w:t>(</w:t>
      </w:r>
      <w:r w:rsidR="00E664BB">
        <w:rPr>
          <w:rtl/>
        </w:rPr>
        <w:t>2</w:t>
      </w:r>
      <w:r>
        <w:rPr>
          <w:rtl/>
        </w:rPr>
        <w:t xml:space="preserve">)سورہ قصص آيت </w:t>
      </w:r>
      <w:r w:rsidR="00E664BB">
        <w:rPr>
          <w:rtl/>
        </w:rPr>
        <w:t>27</w:t>
      </w:r>
      <w:r>
        <w:rPr>
          <w:rtl/>
        </w:rPr>
        <w:t xml:space="preserve"> </w:t>
      </w:r>
    </w:p>
    <w:p w:rsidR="00DE2D7F" w:rsidRDefault="00DE2D7F" w:rsidP="00D07B54">
      <w:pPr>
        <w:pStyle w:val="libFootnote"/>
        <w:rPr>
          <w:rtl/>
        </w:rPr>
      </w:pPr>
      <w:r>
        <w:rPr>
          <w:rtl/>
        </w:rPr>
        <w:t>(</w:t>
      </w:r>
      <w:r w:rsidR="00E664BB">
        <w:rPr>
          <w:rtl/>
        </w:rPr>
        <w:t>3</w:t>
      </w:r>
      <w:r>
        <w:rPr>
          <w:rtl/>
        </w:rPr>
        <w:t xml:space="preserve">)سورہ قصص آيت </w:t>
      </w:r>
      <w:r w:rsidR="00E664BB">
        <w:rPr>
          <w:rtl/>
        </w:rPr>
        <w:t>27</w:t>
      </w:r>
      <w:r>
        <w:rPr>
          <w:rtl/>
        </w:rPr>
        <w:t xml:space="preserve"> </w:t>
      </w:r>
    </w:p>
    <w:p w:rsidR="00DE2D7F" w:rsidRDefault="00DE2D7F" w:rsidP="00D07B54">
      <w:pPr>
        <w:pStyle w:val="libFootnote"/>
        <w:rPr>
          <w:rtl/>
        </w:rPr>
      </w:pPr>
      <w:r>
        <w:rPr>
          <w:rtl/>
        </w:rPr>
        <w:t>(</w:t>
      </w:r>
      <w:r w:rsidR="00E664BB">
        <w:rPr>
          <w:rtl/>
        </w:rPr>
        <w:t>4</w:t>
      </w:r>
      <w:r>
        <w:rPr>
          <w:rtl/>
        </w:rPr>
        <w:t xml:space="preserve">) سورہ قصص آيت </w:t>
      </w:r>
      <w:r w:rsidR="00E664BB">
        <w:rPr>
          <w:rtl/>
        </w:rPr>
        <w:t>28</w:t>
      </w:r>
      <w:r>
        <w:rPr>
          <w:rtl/>
        </w:rPr>
        <w:t xml:space="preserve"> </w:t>
      </w:r>
    </w:p>
    <w:p w:rsidR="00DE2D7F" w:rsidRDefault="00DE2D7F" w:rsidP="00D07B54">
      <w:pPr>
        <w:pStyle w:val="libFootnote"/>
        <w:rPr>
          <w:rtl/>
        </w:rPr>
      </w:pPr>
      <w:r>
        <w:rPr>
          <w:rtl/>
        </w:rPr>
        <w:t>(</w:t>
      </w:r>
      <w:r w:rsidR="00E664BB">
        <w:rPr>
          <w:rtl/>
        </w:rPr>
        <w:t>5</w:t>
      </w:r>
      <w:r>
        <w:rPr>
          <w:rtl/>
        </w:rPr>
        <w:t xml:space="preserve">)سورہ قصص آيت </w:t>
      </w:r>
      <w:r w:rsidR="00E664BB">
        <w:rPr>
          <w:rtl/>
        </w:rPr>
        <w:t>28</w:t>
      </w:r>
      <w:r>
        <w:rPr>
          <w:rtl/>
        </w:rPr>
        <w:t xml:space="preserve"> </w:t>
      </w:r>
    </w:p>
    <w:p w:rsidR="00AE3051" w:rsidRDefault="001648F9" w:rsidP="00D07B54">
      <w:pPr>
        <w:pStyle w:val="libNormal"/>
        <w:rPr>
          <w:rtl/>
        </w:rPr>
      </w:pPr>
      <w:r>
        <w:rPr>
          <w:rtl/>
        </w:rPr>
        <w:t xml:space="preserve"> </w:t>
      </w:r>
      <w:r>
        <w:rPr>
          <w:rtl/>
        </w:rPr>
        <w:br w:type="page"/>
      </w:r>
    </w:p>
    <w:p w:rsidR="00AE3051" w:rsidRDefault="00DE2D7F" w:rsidP="00D07B54">
      <w:pPr>
        <w:pStyle w:val="Heading2Center"/>
        <w:rPr>
          <w:rtl/>
        </w:rPr>
      </w:pPr>
      <w:bookmarkStart w:id="216" w:name="_Toc7268613"/>
      <w:r>
        <w:rPr>
          <w:rtl/>
        </w:rPr>
        <w:lastRenderedPageBreak/>
        <w:t>حضرت موسى عليہ السلام كى زندگى كے بہترين ايام</w:t>
      </w:r>
      <w:bookmarkEnd w:id="216"/>
      <w:r>
        <w:rPr>
          <w:rtl/>
        </w:rPr>
        <w:t xml:space="preserve"> </w:t>
      </w:r>
    </w:p>
    <w:p w:rsidR="00DE2D7F" w:rsidRDefault="00DE2D7F" w:rsidP="00D07B54">
      <w:pPr>
        <w:pStyle w:val="libNormal"/>
        <w:rPr>
          <w:rtl/>
        </w:rPr>
      </w:pPr>
      <w:r>
        <w:rPr>
          <w:rtl/>
        </w:rPr>
        <w:t>كوئي آدمى بھى حقيقتاً يہ نہي</w:t>
      </w:r>
      <w:r w:rsidR="007D6C9B">
        <w:rPr>
          <w:rtl/>
        </w:rPr>
        <w:t xml:space="preserve">ں </w:t>
      </w:r>
      <w:r>
        <w:rPr>
          <w:rtl/>
        </w:rPr>
        <w:t>جانتا كہ ان دس سال مي</w:t>
      </w:r>
      <w:r w:rsidR="007D6C9B">
        <w:rPr>
          <w:rtl/>
        </w:rPr>
        <w:t xml:space="preserve">ں </w:t>
      </w:r>
      <w:r>
        <w:rPr>
          <w:rtl/>
        </w:rPr>
        <w:t>حضرت موسى عليہ السلام پر كيا گزرى ليكن بلاشك يہ دس سال حضرت موسى عليہ السلام كى زندگى كے بہترين سال تھے يہ سال دلچسپ، شيري</w:t>
      </w:r>
      <w:r w:rsidR="007D6C9B">
        <w:rPr>
          <w:rtl/>
        </w:rPr>
        <w:t xml:space="preserve">ں </w:t>
      </w:r>
      <w:r>
        <w:rPr>
          <w:rtl/>
        </w:rPr>
        <w:t xml:space="preserve">اور آرام بخش تھے نيز يہ دس سال ايك منصب عظيم كى ذمہ دارى كے لئے تربيت اور تيارى كے تھے _ </w:t>
      </w:r>
    </w:p>
    <w:p w:rsidR="00DE2D7F" w:rsidRDefault="00DE2D7F" w:rsidP="00D07B54">
      <w:pPr>
        <w:pStyle w:val="libNormal"/>
        <w:rPr>
          <w:rtl/>
        </w:rPr>
      </w:pPr>
      <w:r>
        <w:rPr>
          <w:rtl/>
        </w:rPr>
        <w:t>درحقيقت اس كى ضرورت بھى تھى كہ موسى عليہ السلام دس سال كا عرصہ عالم مسافرت اور ايك بزرگ پيغمبر كى صحبت مي</w:t>
      </w:r>
      <w:r w:rsidR="007D6C9B">
        <w:rPr>
          <w:rtl/>
        </w:rPr>
        <w:t xml:space="preserve">ں </w:t>
      </w:r>
      <w:r>
        <w:rPr>
          <w:rtl/>
        </w:rPr>
        <w:t>بسر كري</w:t>
      </w:r>
      <w:r w:rsidR="007D6C9B">
        <w:rPr>
          <w:rtl/>
        </w:rPr>
        <w:t xml:space="preserve">ں </w:t>
      </w:r>
      <w:r>
        <w:rPr>
          <w:rtl/>
        </w:rPr>
        <w:t>اور چرواہے كاكام كري</w:t>
      </w:r>
      <w:r w:rsidR="007D6C9B">
        <w:rPr>
          <w:rtl/>
        </w:rPr>
        <w:t xml:space="preserve">ں </w:t>
      </w:r>
      <w:r>
        <w:rPr>
          <w:rtl/>
        </w:rPr>
        <w:t>تاكہ ان كے دل ودماغ سے محلول كى ناز پروردہ زندگى كا اثر بالكل محوہوجائے حضرت موسى كو اتنا عرصہ جھونپڑيو</w:t>
      </w:r>
      <w:r w:rsidR="007D6C9B">
        <w:rPr>
          <w:rtl/>
        </w:rPr>
        <w:t xml:space="preserve">ں </w:t>
      </w:r>
      <w:r>
        <w:rPr>
          <w:rtl/>
        </w:rPr>
        <w:t>مي</w:t>
      </w:r>
      <w:r w:rsidR="007D6C9B">
        <w:rPr>
          <w:rtl/>
        </w:rPr>
        <w:t xml:space="preserve">ں </w:t>
      </w:r>
      <w:r>
        <w:rPr>
          <w:rtl/>
        </w:rPr>
        <w:t>رہنے والو</w:t>
      </w:r>
      <w:r w:rsidR="007D6C9B">
        <w:rPr>
          <w:rtl/>
        </w:rPr>
        <w:t xml:space="preserve">ں </w:t>
      </w:r>
      <w:r>
        <w:rPr>
          <w:rtl/>
        </w:rPr>
        <w:t>كے ساتھ گزارنا ضرورى تھا تاكہ ان كى تكاليف اور مشكلات سے آگاہ ہوجائے اور ساكنان محلول كے ساتھ جنگ كرنے كے لئے آمادہ ہوجائي</w:t>
      </w:r>
      <w:r w:rsidR="007D6C9B">
        <w:rPr>
          <w:rtl/>
        </w:rPr>
        <w:t xml:space="preserve">ں </w:t>
      </w:r>
      <w:r>
        <w:rPr>
          <w:rtl/>
        </w:rPr>
        <w:t xml:space="preserve">_ </w:t>
      </w:r>
    </w:p>
    <w:p w:rsidR="00DE2D7F" w:rsidRDefault="00DE2D7F" w:rsidP="00D07B54">
      <w:pPr>
        <w:pStyle w:val="libNormal"/>
        <w:rPr>
          <w:rtl/>
        </w:rPr>
      </w:pPr>
      <w:r>
        <w:rPr>
          <w:rtl/>
        </w:rPr>
        <w:t>ايك اور بات يہ بھى ہے كہ حضرت موسى عليہ السلام كو اسرار آفرينش مي</w:t>
      </w:r>
      <w:r w:rsidR="007D6C9B">
        <w:rPr>
          <w:rtl/>
        </w:rPr>
        <w:t xml:space="preserve">ں </w:t>
      </w:r>
      <w:r>
        <w:rPr>
          <w:rtl/>
        </w:rPr>
        <w:t xml:space="preserve">غور كرنے اور اپنى شخصيت كى تكميل كے لئے بھى ايك طويل وقت كى ضرورت تھى اس مقصد كے لئے بيابان مدين اور خانہ شعيب سے بہتر اور كو نسى جگہ ہوسكتى تھى _ </w:t>
      </w:r>
    </w:p>
    <w:p w:rsidR="00DE2D7F" w:rsidRDefault="00DE2D7F" w:rsidP="00D07B54">
      <w:pPr>
        <w:pStyle w:val="libNormal"/>
        <w:rPr>
          <w:rtl/>
        </w:rPr>
      </w:pPr>
      <w:r>
        <w:rPr>
          <w:rtl/>
        </w:rPr>
        <w:t>ايك اولوالعزم پيغمبر كى بعثت كوئي معمولى بات نہي</w:t>
      </w:r>
      <w:r w:rsidR="007D6C9B">
        <w:rPr>
          <w:rtl/>
        </w:rPr>
        <w:t xml:space="preserve">ں </w:t>
      </w:r>
      <w:r>
        <w:rPr>
          <w:rtl/>
        </w:rPr>
        <w:t>ہے كہ يہ مقام كسى كو نہايت آسانى سے نصيب ہوجائے بلكہ يہ كہہ سكتے ہي</w:t>
      </w:r>
      <w:r w:rsidR="007D6C9B">
        <w:rPr>
          <w:rtl/>
        </w:rPr>
        <w:t xml:space="preserve">ں </w:t>
      </w:r>
      <w:r>
        <w:rPr>
          <w:rtl/>
        </w:rPr>
        <w:t>كہ پيغمبر اسلام (ص) كے بعد تمام پيغمبرو</w:t>
      </w:r>
      <w:r w:rsidR="007D6C9B">
        <w:rPr>
          <w:rtl/>
        </w:rPr>
        <w:t xml:space="preserve">ں </w:t>
      </w:r>
      <w:r>
        <w:rPr>
          <w:rtl/>
        </w:rPr>
        <w:t>مي</w:t>
      </w:r>
      <w:r w:rsidR="007D6C9B">
        <w:rPr>
          <w:rtl/>
        </w:rPr>
        <w:t xml:space="preserve">ں </w:t>
      </w:r>
      <w:r>
        <w:rPr>
          <w:rtl/>
        </w:rPr>
        <w:t xml:space="preserve">سے حضرت موسى عليہ السلام كى ذمہ دارى ايك لحاظ سے سب سے زيادہ اہم تھى اس لئے كہ : </w:t>
      </w:r>
    </w:p>
    <w:p w:rsidR="00DE2D7F" w:rsidRDefault="00DE2D7F" w:rsidP="00D07B54">
      <w:pPr>
        <w:pStyle w:val="libNormal"/>
        <w:rPr>
          <w:rtl/>
        </w:rPr>
      </w:pPr>
      <w:r>
        <w:rPr>
          <w:rtl/>
        </w:rPr>
        <w:t>روئے زمين كے ظالم ترين لوگو</w:t>
      </w:r>
      <w:r w:rsidR="007D6C9B">
        <w:rPr>
          <w:rtl/>
        </w:rPr>
        <w:t xml:space="preserve">ں </w:t>
      </w:r>
      <w:r>
        <w:rPr>
          <w:rtl/>
        </w:rPr>
        <w:t xml:space="preserve">سے مقابلہ كرنا، ايك كثير الا فراد قوم كى مدت اسيرى كو ختم كرنا _ </w:t>
      </w:r>
    </w:p>
    <w:p w:rsidR="00DE2D7F" w:rsidRDefault="00DE2D7F" w:rsidP="00D07B54">
      <w:pPr>
        <w:pStyle w:val="libNormal"/>
        <w:rPr>
          <w:rtl/>
        </w:rPr>
      </w:pPr>
      <w:r>
        <w:rPr>
          <w:rtl/>
        </w:rPr>
        <w:t>اور ان كے اندر سے ايام اسيرى مي</w:t>
      </w:r>
      <w:r w:rsidR="007D6C9B">
        <w:rPr>
          <w:rtl/>
        </w:rPr>
        <w:t xml:space="preserve">ں </w:t>
      </w:r>
      <w:r>
        <w:rPr>
          <w:rtl/>
        </w:rPr>
        <w:t>پيدا ہوجانے والے نقائص كو محو كرنا كوئي آسان كام نہي</w:t>
      </w:r>
      <w:r w:rsidR="007D6C9B">
        <w:rPr>
          <w:rtl/>
        </w:rPr>
        <w:t xml:space="preserve">ں </w:t>
      </w:r>
      <w:r>
        <w:rPr>
          <w:rtl/>
        </w:rPr>
        <w:t xml:space="preserve">ہے _ </w:t>
      </w:r>
    </w:p>
    <w:p w:rsidR="00DE2D7F" w:rsidRDefault="00DE2D7F" w:rsidP="00D07B54">
      <w:pPr>
        <w:pStyle w:val="libNormal"/>
        <w:rPr>
          <w:rtl/>
        </w:rPr>
      </w:pPr>
      <w:r>
        <w:rPr>
          <w:rtl/>
        </w:rPr>
        <w:t>حضرت شعيب عليہ السلام نے موسى عليہ السلام كى مخلصانہ خدمات كى قدر شناسى كے طور پر يہ طے كرليا تھا كہ بھيڑو</w:t>
      </w:r>
      <w:r w:rsidR="007D6C9B">
        <w:rPr>
          <w:rtl/>
        </w:rPr>
        <w:t xml:space="preserve">ں </w:t>
      </w:r>
      <w:r>
        <w:rPr>
          <w:rtl/>
        </w:rPr>
        <w:t>كے جو بچے ايك خاص علامت كے ساتھ پيداہو</w:t>
      </w:r>
      <w:r w:rsidR="007D6C9B">
        <w:rPr>
          <w:rtl/>
        </w:rPr>
        <w:t xml:space="preserve">ں </w:t>
      </w:r>
      <w:r>
        <w:rPr>
          <w:rtl/>
        </w:rPr>
        <w:t>گے، وہ موسى عليہ السلام كو ديدي</w:t>
      </w:r>
      <w:r w:rsidR="007D6C9B">
        <w:rPr>
          <w:rtl/>
        </w:rPr>
        <w:t xml:space="preserve">ں </w:t>
      </w:r>
      <w:r>
        <w:rPr>
          <w:rtl/>
        </w:rPr>
        <w:t>گے،اتفاقاًمدت مو عود كے آخرى سال مي</w:t>
      </w:r>
      <w:r w:rsidR="007D6C9B">
        <w:rPr>
          <w:rtl/>
        </w:rPr>
        <w:t xml:space="preserve">ں </w:t>
      </w:r>
      <w:r>
        <w:rPr>
          <w:rtl/>
        </w:rPr>
        <w:t xml:space="preserve">جبكہ موسى عليہ السلام حضرت شعيب عليہ السلام سے رخصت ہو كر </w:t>
      </w:r>
    </w:p>
    <w:p w:rsidR="00AE3051" w:rsidRDefault="001648F9" w:rsidP="00D07B54">
      <w:pPr>
        <w:pStyle w:val="libNormal"/>
        <w:rPr>
          <w:rtl/>
        </w:rPr>
      </w:pPr>
      <w:r>
        <w:rPr>
          <w:rtl/>
        </w:rPr>
        <w:t xml:space="preserve"> </w:t>
      </w:r>
      <w:r>
        <w:rPr>
          <w:rtl/>
        </w:rPr>
        <w:br w:type="page"/>
      </w:r>
    </w:p>
    <w:p w:rsidR="00AE3051" w:rsidRDefault="00AE3051" w:rsidP="00D07B54">
      <w:pPr>
        <w:pStyle w:val="libNormal"/>
        <w:rPr>
          <w:rtl/>
        </w:rPr>
      </w:pPr>
    </w:p>
    <w:p w:rsidR="00DE2D7F" w:rsidRDefault="00DE2D7F" w:rsidP="00D07B54">
      <w:pPr>
        <w:pStyle w:val="libNormal"/>
        <w:rPr>
          <w:rtl/>
        </w:rPr>
      </w:pPr>
      <w:r>
        <w:rPr>
          <w:rtl/>
        </w:rPr>
        <w:t>مصر كو جانا چاہتے تھے تو تمام يا زيادہ تر بچے اسى علامت كے پيدا ہوئے اور حضرت شعيب عليہ السلام نے بھى انھي</w:t>
      </w:r>
      <w:r w:rsidR="007D6C9B">
        <w:rPr>
          <w:rtl/>
        </w:rPr>
        <w:t xml:space="preserve">ں </w:t>
      </w:r>
      <w:r>
        <w:rPr>
          <w:rtl/>
        </w:rPr>
        <w:t xml:space="preserve">بڑى محبت سے موسى عليہ السلام كو دےديا _ </w:t>
      </w:r>
    </w:p>
    <w:p w:rsidR="00DE2D7F" w:rsidRDefault="00DE2D7F" w:rsidP="00D07B54">
      <w:pPr>
        <w:pStyle w:val="libNormal"/>
        <w:rPr>
          <w:rtl/>
        </w:rPr>
      </w:pPr>
      <w:r>
        <w:rPr>
          <w:rtl/>
        </w:rPr>
        <w:t>يہ امر بديہى ہے كہ حضرت موسى عليہ السلام اپنى سارى زندگى چرواہے بنے رہنے پر قناعت نہي</w:t>
      </w:r>
      <w:r w:rsidR="007D6C9B">
        <w:rPr>
          <w:rtl/>
        </w:rPr>
        <w:t xml:space="preserve">ں </w:t>
      </w:r>
      <w:r>
        <w:rPr>
          <w:rtl/>
        </w:rPr>
        <w:t>كرسكتے تھے ہر چند ان كے لئے حضرت شعيب عليہ السلام كے پاس رہنا بہت ہى غنيمت تھا مگر وہ اپنا يہ فرض سمجھتے تھے كہ اپنى اس قوم كى مدد كے لئے جائي</w:t>
      </w:r>
      <w:r w:rsidR="007D6C9B">
        <w:rPr>
          <w:rtl/>
        </w:rPr>
        <w:t xml:space="preserve">ں </w:t>
      </w:r>
      <w:r>
        <w:rPr>
          <w:rtl/>
        </w:rPr>
        <w:t>جو غلامى كى زنجيرو</w:t>
      </w:r>
      <w:r w:rsidR="007D6C9B">
        <w:rPr>
          <w:rtl/>
        </w:rPr>
        <w:t xml:space="preserve">ں </w:t>
      </w:r>
      <w:r>
        <w:rPr>
          <w:rtl/>
        </w:rPr>
        <w:t>مي</w:t>
      </w:r>
      <w:r w:rsidR="007D6C9B">
        <w:rPr>
          <w:rtl/>
        </w:rPr>
        <w:t xml:space="preserve">ں </w:t>
      </w:r>
      <w:r>
        <w:rPr>
          <w:rtl/>
        </w:rPr>
        <w:t>گرفتارہے اور جہالت نادانى اور بے خبرى مي</w:t>
      </w:r>
      <w:r w:rsidR="007D6C9B">
        <w:rPr>
          <w:rtl/>
        </w:rPr>
        <w:t xml:space="preserve">ں </w:t>
      </w:r>
      <w:r>
        <w:rPr>
          <w:rtl/>
        </w:rPr>
        <w:t xml:space="preserve">غرق ہے _ </w:t>
      </w:r>
    </w:p>
    <w:p w:rsidR="00DE2D7F" w:rsidRDefault="00DE2D7F" w:rsidP="00D07B54">
      <w:pPr>
        <w:pStyle w:val="libNormal"/>
        <w:rPr>
          <w:rtl/>
        </w:rPr>
      </w:pPr>
      <w:r>
        <w:rPr>
          <w:rtl/>
        </w:rPr>
        <w:t>حضرت موسى عليہ السلام اپنا يہ فرض بھى سمجھتے تھے كہ مصر مي</w:t>
      </w:r>
      <w:r w:rsidR="007D6C9B">
        <w:rPr>
          <w:rtl/>
        </w:rPr>
        <w:t xml:space="preserve">ں </w:t>
      </w:r>
      <w:r>
        <w:rPr>
          <w:rtl/>
        </w:rPr>
        <w:t>جو ظلم كا بازار گرم ہے اسے سرد كري</w:t>
      </w:r>
      <w:r w:rsidR="007D6C9B">
        <w:rPr>
          <w:rtl/>
        </w:rPr>
        <w:t xml:space="preserve">ں </w:t>
      </w:r>
      <w:r>
        <w:rPr>
          <w:rtl/>
        </w:rPr>
        <w:t>،طاغوتو</w:t>
      </w:r>
      <w:r w:rsidR="007D6C9B">
        <w:rPr>
          <w:rtl/>
        </w:rPr>
        <w:t xml:space="preserve">ں </w:t>
      </w:r>
      <w:r>
        <w:rPr>
          <w:rtl/>
        </w:rPr>
        <w:t>كو ذليل كري</w:t>
      </w:r>
      <w:r w:rsidR="007D6C9B">
        <w:rPr>
          <w:rtl/>
        </w:rPr>
        <w:t xml:space="preserve">ں </w:t>
      </w:r>
      <w:r>
        <w:rPr>
          <w:rtl/>
        </w:rPr>
        <w:t>اور توفيق الہى سے مظلومو</w:t>
      </w:r>
      <w:r w:rsidR="007D6C9B">
        <w:rPr>
          <w:rtl/>
        </w:rPr>
        <w:t xml:space="preserve">ں </w:t>
      </w:r>
      <w:r>
        <w:rPr>
          <w:rtl/>
        </w:rPr>
        <w:t>كو عزت بخشي</w:t>
      </w:r>
      <w:r w:rsidR="007D6C9B">
        <w:rPr>
          <w:rtl/>
        </w:rPr>
        <w:t xml:space="preserve">ں </w:t>
      </w:r>
      <w:r>
        <w:rPr>
          <w:rtl/>
        </w:rPr>
        <w:t>ان كے قلب مي</w:t>
      </w:r>
      <w:r w:rsidR="007D6C9B">
        <w:rPr>
          <w:rtl/>
        </w:rPr>
        <w:t xml:space="preserve">ں </w:t>
      </w:r>
      <w:r>
        <w:rPr>
          <w:rtl/>
        </w:rPr>
        <w:t>يہى احساس تھا جو انھي</w:t>
      </w:r>
      <w:r w:rsidR="007D6C9B">
        <w:rPr>
          <w:rtl/>
        </w:rPr>
        <w:t xml:space="preserve">ں </w:t>
      </w:r>
      <w:r>
        <w:rPr>
          <w:rtl/>
        </w:rPr>
        <w:t xml:space="preserve">مصر جانے پر آمادہ كررہا تھا _ </w:t>
      </w:r>
    </w:p>
    <w:p w:rsidR="00DE2D7F" w:rsidRDefault="00DE2D7F" w:rsidP="00D07B54">
      <w:pPr>
        <w:pStyle w:val="libNormal"/>
        <w:rPr>
          <w:rtl/>
        </w:rPr>
      </w:pPr>
      <w:r>
        <w:rPr>
          <w:rtl/>
        </w:rPr>
        <w:t>آخركار انھو</w:t>
      </w:r>
      <w:r w:rsidR="007D6C9B">
        <w:rPr>
          <w:rtl/>
        </w:rPr>
        <w:t xml:space="preserve">ں </w:t>
      </w:r>
      <w:r>
        <w:rPr>
          <w:rtl/>
        </w:rPr>
        <w:t>نے اپنے اہل خانہ، سامان واسباب اور اپنى بھيڑو</w:t>
      </w:r>
      <w:r w:rsidR="007D6C9B">
        <w:rPr>
          <w:rtl/>
        </w:rPr>
        <w:t xml:space="preserve">ں </w:t>
      </w:r>
      <w:r>
        <w:rPr>
          <w:rtl/>
        </w:rPr>
        <w:t>كو ساتھ ليا اوراس وقت موسى عليہ السلام كے ساتھ ان كى زوجہ كے علاوہ ان كا لڑكا يا كوئي اور اولاد بھى تھي، اسلامى روايات سے بھى اس كى تائيد ہوتى ہے تو ريت كے '' سفر خروج '' مي</w:t>
      </w:r>
      <w:r w:rsidR="007D6C9B">
        <w:rPr>
          <w:rtl/>
        </w:rPr>
        <w:t xml:space="preserve">ں </w:t>
      </w:r>
      <w:r>
        <w:rPr>
          <w:rtl/>
        </w:rPr>
        <w:t>بھى ذكر مفصل موجود ہے علاوہ ازي</w:t>
      </w:r>
      <w:r w:rsidR="007D6C9B">
        <w:rPr>
          <w:rtl/>
        </w:rPr>
        <w:t xml:space="preserve">ں </w:t>
      </w:r>
      <w:r>
        <w:rPr>
          <w:rtl/>
        </w:rPr>
        <w:t xml:space="preserve">اس وقت ان كى زوجہ اميد سے تھى _ </w:t>
      </w:r>
    </w:p>
    <w:p w:rsidR="00DE2D7F" w:rsidRDefault="00DE2D7F" w:rsidP="00D07B54">
      <w:pPr>
        <w:pStyle w:val="libNormal"/>
        <w:rPr>
          <w:rtl/>
        </w:rPr>
      </w:pPr>
    </w:p>
    <w:p w:rsidR="00AE3051" w:rsidRDefault="00DE2D7F" w:rsidP="00D07B54">
      <w:pPr>
        <w:pStyle w:val="Heading2Center"/>
        <w:rPr>
          <w:rtl/>
        </w:rPr>
      </w:pPr>
      <w:bookmarkStart w:id="217" w:name="_Toc7268614"/>
      <w:r>
        <w:rPr>
          <w:rtl/>
        </w:rPr>
        <w:t>وحى كى تابش اول</w:t>
      </w:r>
      <w:bookmarkEnd w:id="217"/>
    </w:p>
    <w:p w:rsidR="00DE2D7F" w:rsidRDefault="00DE2D7F" w:rsidP="00D07B54">
      <w:pPr>
        <w:pStyle w:val="libNormal"/>
        <w:rPr>
          <w:rtl/>
        </w:rPr>
      </w:pPr>
      <w:r>
        <w:rPr>
          <w:rtl/>
        </w:rPr>
        <w:t xml:space="preserve"> جب حضرت موسى عليہ السلام مدين سے مصر كو جارہے تھے تو راستہ بھول گئے يا غالبا ًشام كے ڈاكوئو</w:t>
      </w:r>
      <w:r w:rsidR="007D6C9B">
        <w:rPr>
          <w:rtl/>
        </w:rPr>
        <w:t xml:space="preserve">ں </w:t>
      </w:r>
      <w:r>
        <w:rPr>
          <w:rtl/>
        </w:rPr>
        <w:t>كے ہاتھ مي</w:t>
      </w:r>
      <w:r w:rsidR="007D6C9B">
        <w:rPr>
          <w:rtl/>
        </w:rPr>
        <w:t xml:space="preserve">ں </w:t>
      </w:r>
      <w:r>
        <w:rPr>
          <w:rtl/>
        </w:rPr>
        <w:t xml:space="preserve">گرفتار ہوجانے كے خوف سے بوجہ احتياط رائج راستے كو چھوڑكے سفر كررہے تھے _ </w:t>
      </w:r>
    </w:p>
    <w:p w:rsidR="00DE2D7F" w:rsidRDefault="00DE2D7F" w:rsidP="00D07B54">
      <w:pPr>
        <w:pStyle w:val="libNormal"/>
        <w:rPr>
          <w:rtl/>
        </w:rPr>
      </w:pPr>
      <w:r>
        <w:rPr>
          <w:rtl/>
        </w:rPr>
        <w:t>بہركيف قرآن شريف مي</w:t>
      </w:r>
      <w:r w:rsidR="007D6C9B">
        <w:rPr>
          <w:rtl/>
        </w:rPr>
        <w:t xml:space="preserve">ں </w:t>
      </w:r>
      <w:r>
        <w:rPr>
          <w:rtl/>
        </w:rPr>
        <w:t>يہ بيان اس طور سے ہے كہ :''جب موسى عليہ السلام اپنى مدت كو ختم كرچكے اور اپنے خاندان كو ساتھ لے كر سفر پر روانہ ہوگئے تو انھي</w:t>
      </w:r>
      <w:r w:rsidR="007D6C9B">
        <w:rPr>
          <w:rtl/>
        </w:rPr>
        <w:t xml:space="preserve">ں </w:t>
      </w:r>
      <w:r>
        <w:rPr>
          <w:rtl/>
        </w:rPr>
        <w:t xml:space="preserve">طور كى جانب سے شعلہ آتش نظر آيا _ </w:t>
      </w:r>
    </w:p>
    <w:p w:rsidR="00DE2D7F" w:rsidRDefault="00DE2D7F" w:rsidP="00D07B54">
      <w:pPr>
        <w:pStyle w:val="libNormal"/>
        <w:rPr>
          <w:rtl/>
        </w:rPr>
      </w:pPr>
      <w:r>
        <w:rPr>
          <w:rtl/>
        </w:rPr>
        <w:t>حضرت موسى عليہ السلام نے اپنے اہل خاندان سے كہا :'' تم يہي</w:t>
      </w:r>
      <w:r w:rsidR="007D6C9B">
        <w:rPr>
          <w:rtl/>
        </w:rPr>
        <w:t xml:space="preserve">ں </w:t>
      </w:r>
      <w:r>
        <w:rPr>
          <w:rtl/>
        </w:rPr>
        <w:t>ٹھہرو'' مجھے آگ نظر آئي ہے مي</w:t>
      </w:r>
      <w:r w:rsidR="007D6C9B">
        <w:rPr>
          <w:rtl/>
        </w:rPr>
        <w:t xml:space="preserve">ں </w:t>
      </w:r>
    </w:p>
    <w:p w:rsidR="00AE3051" w:rsidRDefault="001648F9" w:rsidP="00D07B54">
      <w:pPr>
        <w:pStyle w:val="libNormal"/>
        <w:rPr>
          <w:rtl/>
        </w:rPr>
      </w:pPr>
      <w:r>
        <w:rPr>
          <w:rtl/>
        </w:rPr>
        <w:t xml:space="preserve"> </w:t>
      </w:r>
      <w:r>
        <w:rPr>
          <w:rtl/>
        </w:rPr>
        <w:br w:type="page"/>
      </w:r>
    </w:p>
    <w:p w:rsidR="00AE3051" w:rsidRDefault="00AE3051" w:rsidP="00D07B54">
      <w:pPr>
        <w:pStyle w:val="libNormal"/>
        <w:rPr>
          <w:rtl/>
        </w:rPr>
      </w:pPr>
    </w:p>
    <w:p w:rsidR="00DE2D7F" w:rsidRDefault="00DE2D7F" w:rsidP="00D07B54">
      <w:pPr>
        <w:pStyle w:val="libNormal"/>
        <w:rPr>
          <w:rtl/>
        </w:rPr>
      </w:pPr>
      <w:r>
        <w:rPr>
          <w:rtl/>
        </w:rPr>
        <w:t>جاتاہو</w:t>
      </w:r>
      <w:r w:rsidR="007D6C9B">
        <w:rPr>
          <w:rtl/>
        </w:rPr>
        <w:t xml:space="preserve">ں </w:t>
      </w:r>
      <w:r>
        <w:rPr>
          <w:rtl/>
        </w:rPr>
        <w:t>شايد تمہارے لئے وہا</w:t>
      </w:r>
      <w:r w:rsidR="007D6C9B">
        <w:rPr>
          <w:rtl/>
        </w:rPr>
        <w:t xml:space="preserve">ں </w:t>
      </w:r>
      <w:r>
        <w:rPr>
          <w:rtl/>
        </w:rPr>
        <w:t>سے كوئي خبرلائو</w:t>
      </w:r>
      <w:r w:rsidR="007D6C9B">
        <w:rPr>
          <w:rtl/>
        </w:rPr>
        <w:t xml:space="preserve">ں </w:t>
      </w:r>
      <w:r>
        <w:rPr>
          <w:rtl/>
        </w:rPr>
        <w:t>يا آگ كا ايك انگارالے آئو</w:t>
      </w:r>
      <w:r w:rsidR="007D6C9B">
        <w:rPr>
          <w:rtl/>
        </w:rPr>
        <w:t xml:space="preserve">ں </w:t>
      </w:r>
      <w:r>
        <w:rPr>
          <w:rtl/>
        </w:rPr>
        <w:t>تاكہ تم اس سے گرم ہوجائو''_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''خبر لائو</w:t>
      </w:r>
      <w:r w:rsidR="007D6C9B">
        <w:rPr>
          <w:rtl/>
        </w:rPr>
        <w:t xml:space="preserve">ں </w:t>
      </w:r>
      <w:r>
        <w:rPr>
          <w:rtl/>
        </w:rPr>
        <w:t xml:space="preserve">'' سے يہ معلوم ہوتا ہے كہ وہ راستہ بھول گئے تھے اور ''گرم ہوجائو''يہ اشارہ كررہاہے كہ سرد اور تكليف دہ رات تھى _ </w:t>
      </w:r>
    </w:p>
    <w:p w:rsidR="00DE2D7F" w:rsidRDefault="00DE2D7F" w:rsidP="00D07B54">
      <w:pPr>
        <w:pStyle w:val="libNormal"/>
        <w:rPr>
          <w:rtl/>
        </w:rPr>
      </w:pPr>
      <w:r>
        <w:rPr>
          <w:rtl/>
        </w:rPr>
        <w:t>قرآن مي</w:t>
      </w:r>
      <w:r w:rsidR="007D6C9B">
        <w:rPr>
          <w:rtl/>
        </w:rPr>
        <w:t xml:space="preserve">ں </w:t>
      </w:r>
      <w:r>
        <w:rPr>
          <w:rtl/>
        </w:rPr>
        <w:t>حضرت موسى عليہ السلام كى زوجہ كى حالت كا كوئي ذكر نہي</w:t>
      </w:r>
      <w:r w:rsidR="007D6C9B">
        <w:rPr>
          <w:rtl/>
        </w:rPr>
        <w:t xml:space="preserve">ں </w:t>
      </w:r>
      <w:r>
        <w:rPr>
          <w:rtl/>
        </w:rPr>
        <w:t>ہے مگر تفاسير اور روايات مي</w:t>
      </w:r>
      <w:r w:rsidR="007D6C9B">
        <w:rPr>
          <w:rtl/>
        </w:rPr>
        <w:t xml:space="preserve">ں </w:t>
      </w:r>
      <w:r>
        <w:rPr>
          <w:rtl/>
        </w:rPr>
        <w:t>مذكورہے كہ وہ اميد سے تھي</w:t>
      </w:r>
      <w:r w:rsidR="007D6C9B">
        <w:rPr>
          <w:rtl/>
        </w:rPr>
        <w:t xml:space="preserve">ں </w:t>
      </w:r>
      <w:r>
        <w:rPr>
          <w:rtl/>
        </w:rPr>
        <w:t>اور انہي</w:t>
      </w:r>
      <w:r w:rsidR="007D6C9B">
        <w:rPr>
          <w:rtl/>
        </w:rPr>
        <w:t xml:space="preserve">ں </w:t>
      </w:r>
      <w:r>
        <w:rPr>
          <w:rtl/>
        </w:rPr>
        <w:t xml:space="preserve">دروازہ ہورہا تھا اس لئے موسى عليہ السلام پريشان تھے _ </w:t>
      </w:r>
    </w:p>
    <w:p w:rsidR="00DE2D7F" w:rsidRDefault="00DE2D7F" w:rsidP="00D07B54">
      <w:pPr>
        <w:pStyle w:val="libNormal"/>
        <w:rPr>
          <w:rtl/>
        </w:rPr>
      </w:pPr>
      <w:r>
        <w:rPr>
          <w:rtl/>
        </w:rPr>
        <w:t>حضرت موسى عليہ السلام جس وقت آگ كى تلاش مي</w:t>
      </w:r>
      <w:r w:rsidR="007D6C9B">
        <w:rPr>
          <w:rtl/>
        </w:rPr>
        <w:t xml:space="preserve">ں </w:t>
      </w:r>
      <w:r>
        <w:rPr>
          <w:rtl/>
        </w:rPr>
        <w:t>نكلے تو انھو</w:t>
      </w:r>
      <w:r w:rsidR="007D6C9B">
        <w:rPr>
          <w:rtl/>
        </w:rPr>
        <w:t xml:space="preserve">ں </w:t>
      </w:r>
      <w:r>
        <w:rPr>
          <w:rtl/>
        </w:rPr>
        <w:t>نے ديكھا كہ آگ تو ہے مگر معمول جيسى آگ نہي</w:t>
      </w:r>
      <w:r w:rsidR="007D6C9B">
        <w:rPr>
          <w:rtl/>
        </w:rPr>
        <w:t xml:space="preserve">ں </w:t>
      </w:r>
      <w:r>
        <w:rPr>
          <w:rtl/>
        </w:rPr>
        <w:t>ہے، بلكہ حرارت اور سوزش سے خالى ہے وہ نور اور تابندگى كا ايك ٹكڑا معلوم ہوتى تھى ،حضرت موسى عليہ السلام اس منظر سے نہايت حيران تھے كہ ناگہا</w:t>
      </w:r>
      <w:r w:rsidR="007D6C9B">
        <w:rPr>
          <w:rtl/>
        </w:rPr>
        <w:t xml:space="preserve">ں </w:t>
      </w:r>
      <w:r>
        <w:rPr>
          <w:rtl/>
        </w:rPr>
        <w:t>اس بلندو پُر بركت سرزمين مي</w:t>
      </w:r>
      <w:r w:rsidR="007D6C9B">
        <w:rPr>
          <w:rtl/>
        </w:rPr>
        <w:t xml:space="preserve">ں </w:t>
      </w:r>
      <w:r>
        <w:rPr>
          <w:rtl/>
        </w:rPr>
        <w:t>وادى كے دا ھنى جانب سے ايك درخت مي</w:t>
      </w:r>
      <w:r w:rsidR="007D6C9B">
        <w:rPr>
          <w:rtl/>
        </w:rPr>
        <w:t xml:space="preserve">ں </w:t>
      </w:r>
      <w:r>
        <w:rPr>
          <w:rtl/>
        </w:rPr>
        <w:t>سے آواز آئي: ''اے موسى مي</w:t>
      </w:r>
      <w:r w:rsidR="007D6C9B">
        <w:rPr>
          <w:rtl/>
        </w:rPr>
        <w:t xml:space="preserve">ں </w:t>
      </w:r>
      <w:r>
        <w:rPr>
          <w:rtl/>
        </w:rPr>
        <w:t>اللہ رب العالمين ہو</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يہ خدا كے اختيار مي</w:t>
      </w:r>
      <w:r w:rsidR="007D6C9B">
        <w:rPr>
          <w:rtl/>
        </w:rPr>
        <w:t xml:space="preserve">ں </w:t>
      </w:r>
      <w:r>
        <w:rPr>
          <w:rtl/>
        </w:rPr>
        <w:t>ہے كہ جس چيز مي</w:t>
      </w:r>
      <w:r w:rsidR="007D6C9B">
        <w:rPr>
          <w:rtl/>
        </w:rPr>
        <w:t xml:space="preserve">ں </w:t>
      </w:r>
      <w:r>
        <w:rPr>
          <w:rtl/>
        </w:rPr>
        <w:t>چاہے قوت كلام پيدا كردے يہا</w:t>
      </w:r>
      <w:r w:rsidR="007D6C9B">
        <w:rPr>
          <w:rtl/>
        </w:rPr>
        <w:t xml:space="preserve">ں </w:t>
      </w:r>
      <w:r>
        <w:rPr>
          <w:rtl/>
        </w:rPr>
        <w:t>اللہ نے درخت مي</w:t>
      </w:r>
      <w:r w:rsidR="007D6C9B">
        <w:rPr>
          <w:rtl/>
        </w:rPr>
        <w:t xml:space="preserve">ں </w:t>
      </w:r>
      <w:r>
        <w:rPr>
          <w:rtl/>
        </w:rPr>
        <w:t>يہ استعداد پيدا كردى كيونكہ اللہ موسى عليہ السلام سے باتي</w:t>
      </w:r>
      <w:r w:rsidR="007D6C9B">
        <w:rPr>
          <w:rtl/>
        </w:rPr>
        <w:t xml:space="preserve">ں </w:t>
      </w:r>
      <w:r>
        <w:rPr>
          <w:rtl/>
        </w:rPr>
        <w:t>كرنا چاہتا تھا ظاہر ہے كہ موسى عليہ السلام گوشت پوست كے انسان تھے، كان ركھتے تھے اور سننے كے لئے انہي</w:t>
      </w:r>
      <w:r w:rsidR="007D6C9B">
        <w:rPr>
          <w:rtl/>
        </w:rPr>
        <w:t xml:space="preserve">ں </w:t>
      </w:r>
      <w:r>
        <w:rPr>
          <w:rtl/>
        </w:rPr>
        <w:t>امواج صوت كى ضروت تھى البتہ انبياء عليہم السلام پر اكثر يہ حالت بھى گزرى ہے كہ وہ بطور الہام درونى پيغام الہى كو حاصل كرتے رہے ہي</w:t>
      </w:r>
      <w:r w:rsidR="007D6C9B">
        <w:rPr>
          <w:rtl/>
        </w:rPr>
        <w:t xml:space="preserve">ں </w:t>
      </w:r>
      <w:r>
        <w:rPr>
          <w:rtl/>
        </w:rPr>
        <w:t>،اسى طرح كبھى انھي</w:t>
      </w:r>
      <w:r w:rsidR="007D6C9B">
        <w:rPr>
          <w:rtl/>
        </w:rPr>
        <w:t xml:space="preserve">ں </w:t>
      </w:r>
      <w:r>
        <w:rPr>
          <w:rtl/>
        </w:rPr>
        <w:t>خواب مي</w:t>
      </w:r>
      <w:r w:rsidR="007D6C9B">
        <w:rPr>
          <w:rtl/>
        </w:rPr>
        <w:t xml:space="preserve">ں </w:t>
      </w:r>
      <w:r>
        <w:rPr>
          <w:rtl/>
        </w:rPr>
        <w:t>بھى ہدايت ہوتى رہى ہے مگر كبھى وہ وحى كو بصورت صدا بھى سنتے رہے ہي</w:t>
      </w:r>
      <w:r w:rsidR="007D6C9B">
        <w:rPr>
          <w:rtl/>
        </w:rPr>
        <w:t xml:space="preserve">ں </w:t>
      </w:r>
      <w:r>
        <w:rPr>
          <w:rtl/>
        </w:rPr>
        <w:t>، بہر كيف حضرت موسى عليہ السلام نے جو آواز سنى اس سے ہم ہرگز يہ نتيجہ نہي</w:t>
      </w:r>
      <w:r w:rsidR="007D6C9B">
        <w:rPr>
          <w:rtl/>
        </w:rPr>
        <w:t xml:space="preserve">ں </w:t>
      </w:r>
      <w:r>
        <w:rPr>
          <w:rtl/>
        </w:rPr>
        <w:t xml:space="preserve">نكال سكتے كہ خدا جسم ركھتا ہے _ </w:t>
      </w:r>
    </w:p>
    <w:p w:rsidR="00DE2D7F" w:rsidRDefault="00DE2D7F" w:rsidP="00D07B54">
      <w:pPr>
        <w:pStyle w:val="libNormal"/>
        <w:rPr>
          <w:rtl/>
        </w:rPr>
      </w:pPr>
    </w:p>
    <w:p w:rsidR="00AE3051" w:rsidRDefault="00DE2D7F" w:rsidP="00D07B54">
      <w:pPr>
        <w:pStyle w:val="Heading2Center"/>
        <w:rPr>
          <w:rtl/>
        </w:rPr>
      </w:pPr>
      <w:bookmarkStart w:id="218" w:name="_Toc7268615"/>
      <w:r>
        <w:rPr>
          <w:rtl/>
        </w:rPr>
        <w:t>اے موسى جوتى اتاردو</w:t>
      </w:r>
      <w:bookmarkEnd w:id="218"/>
      <w:r>
        <w:rPr>
          <w:rtl/>
        </w:rPr>
        <w:t xml:space="preserve"> </w:t>
      </w:r>
    </w:p>
    <w:p w:rsidR="00DE2D7F" w:rsidRDefault="00DE2D7F" w:rsidP="00D07B54">
      <w:pPr>
        <w:pStyle w:val="libNormal"/>
        <w:rPr>
          <w:rtl/>
        </w:rPr>
      </w:pPr>
      <w:r>
        <w:rPr>
          <w:rtl/>
        </w:rPr>
        <w:t>موسى عليہ السلام جب آگ كے پاس گئے اور غور كيا توديكھا كہ درخت كى سبز شاخو</w:t>
      </w:r>
      <w:r w:rsidR="007D6C9B">
        <w:rPr>
          <w:rtl/>
        </w:rPr>
        <w:t xml:space="preserve">ں </w:t>
      </w:r>
      <w:r>
        <w:rPr>
          <w:rtl/>
        </w:rPr>
        <w:t>مي</w:t>
      </w:r>
      <w:r w:rsidR="007D6C9B">
        <w:rPr>
          <w:rtl/>
        </w:rPr>
        <w:t xml:space="preserve">ں </w:t>
      </w:r>
      <w:r>
        <w:rPr>
          <w:rtl/>
        </w:rPr>
        <w:t xml:space="preserve">آگ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قصص ايت</w:t>
      </w:r>
      <w:r w:rsidR="00E664BB">
        <w:rPr>
          <w:rtl/>
        </w:rPr>
        <w:t>2</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)سورہ قصص آيت </w:t>
      </w:r>
      <w:r w:rsidR="00E664BB">
        <w:rPr>
          <w:rtl/>
        </w:rPr>
        <w:t>30</w:t>
      </w:r>
      <w:r>
        <w:rPr>
          <w:rtl/>
        </w:rPr>
        <w:t xml:space="preserve"> </w:t>
      </w:r>
    </w:p>
    <w:p w:rsidR="00AE3051" w:rsidRDefault="00C2634E" w:rsidP="00D07B54">
      <w:pPr>
        <w:pStyle w:val="libNormal"/>
        <w:rPr>
          <w:rtl/>
        </w:rPr>
      </w:pPr>
      <w:r>
        <w:rPr>
          <w:rtl/>
        </w:rPr>
        <w:t xml:space="preserve"> </w:t>
      </w:r>
      <w:r>
        <w:rPr>
          <w:rtl/>
        </w:rPr>
        <w:br w:type="page"/>
      </w:r>
    </w:p>
    <w:p w:rsidR="00AE3051" w:rsidRDefault="00AE3051" w:rsidP="00D07B54">
      <w:pPr>
        <w:pStyle w:val="libNormal"/>
        <w:rPr>
          <w:rtl/>
        </w:rPr>
      </w:pPr>
    </w:p>
    <w:p w:rsidR="00DE2D7F" w:rsidRDefault="00DE2D7F" w:rsidP="00D07B54">
      <w:pPr>
        <w:pStyle w:val="libNormal"/>
        <w:rPr>
          <w:rtl/>
        </w:rPr>
      </w:pPr>
      <w:r>
        <w:rPr>
          <w:rtl/>
        </w:rPr>
        <w:t>چمك رہى ہے اور لحظہ بہ لحظہ اس كى تابش اور درخشندگى بڑھتى جاتى ہے جو عصا ان كے ہاتھ مي</w:t>
      </w:r>
      <w:r w:rsidR="007D6C9B">
        <w:rPr>
          <w:rtl/>
        </w:rPr>
        <w:t xml:space="preserve">ں </w:t>
      </w:r>
      <w:r>
        <w:rPr>
          <w:rtl/>
        </w:rPr>
        <w:t>تھا اس كے سہارے جھكے تاكہ اس مي</w:t>
      </w:r>
      <w:r w:rsidR="007D6C9B">
        <w:rPr>
          <w:rtl/>
        </w:rPr>
        <w:t xml:space="preserve">ں </w:t>
      </w:r>
      <w:r>
        <w:rPr>
          <w:rtl/>
        </w:rPr>
        <w:t>سے تھوڑى سى آگ لے لي</w:t>
      </w:r>
      <w:r w:rsidR="007D6C9B">
        <w:rPr>
          <w:rtl/>
        </w:rPr>
        <w:t xml:space="preserve">ں </w:t>
      </w:r>
      <w:r>
        <w:rPr>
          <w:rtl/>
        </w:rPr>
        <w:t>تو آگ موسى عليہ السلام كى طرف بڑھى موسى عليہ السلام ڈرے اور پيچھے ہٹ گئے اس وقت حالت يہ تھى كہ كبھى موسى عليہ السلام آگ كى طرف بڑھتے تھے اور كبھى آگ ان كى طرف، اسى كشمكش مي</w:t>
      </w:r>
      <w:r w:rsidR="007D6C9B">
        <w:rPr>
          <w:rtl/>
        </w:rPr>
        <w:t xml:space="preserve">ں </w:t>
      </w:r>
      <w:r>
        <w:rPr>
          <w:rtl/>
        </w:rPr>
        <w:t>ناگہا</w:t>
      </w:r>
      <w:r w:rsidR="007D6C9B">
        <w:rPr>
          <w:rtl/>
        </w:rPr>
        <w:t xml:space="preserve">ں </w:t>
      </w:r>
      <w:r>
        <w:rPr>
          <w:rtl/>
        </w:rPr>
        <w:t>ايك صدا بلند ہوئي ،اور انھي</w:t>
      </w:r>
      <w:r w:rsidR="007D6C9B">
        <w:rPr>
          <w:rtl/>
        </w:rPr>
        <w:t xml:space="preserve">ں </w:t>
      </w:r>
      <w:r>
        <w:rPr>
          <w:rtl/>
        </w:rPr>
        <w:t xml:space="preserve">وحى كى بشارت دى گئي _ </w:t>
      </w:r>
    </w:p>
    <w:p w:rsidR="00DE2D7F" w:rsidRDefault="00DE2D7F" w:rsidP="00D07B54">
      <w:pPr>
        <w:pStyle w:val="libNormal"/>
        <w:rPr>
          <w:rtl/>
        </w:rPr>
      </w:pPr>
      <w:r>
        <w:rPr>
          <w:rtl/>
        </w:rPr>
        <w:t>اس طرح ناقابل انكار قرائن سے حضرت موسى عليہ السلام كو يقين ہوگيا كہ يہ آواز خدا ہى كى ہے، كسى غير كى نہي</w:t>
      </w:r>
      <w:r w:rsidR="007D6C9B">
        <w:rPr>
          <w:rtl/>
        </w:rPr>
        <w:t xml:space="preserve">ں </w:t>
      </w:r>
      <w:r>
        <w:rPr>
          <w:rtl/>
        </w:rPr>
        <w:t xml:space="preserve">ہے _ </w:t>
      </w:r>
    </w:p>
    <w:p w:rsidR="00DE2D7F" w:rsidRDefault="00DE2D7F" w:rsidP="00D07B54">
      <w:pPr>
        <w:pStyle w:val="libNormal"/>
        <w:rPr>
          <w:rtl/>
        </w:rPr>
      </w:pPr>
      <w:r>
        <w:rPr>
          <w:rtl/>
        </w:rPr>
        <w:t>''مي</w:t>
      </w:r>
      <w:r w:rsidR="007D6C9B">
        <w:rPr>
          <w:rtl/>
        </w:rPr>
        <w:t xml:space="preserve">ں </w:t>
      </w:r>
      <w:r>
        <w:rPr>
          <w:rtl/>
        </w:rPr>
        <w:t>تيرا پروردگار ہو</w:t>
      </w:r>
      <w:r w:rsidR="007D6C9B">
        <w:rPr>
          <w:rtl/>
        </w:rPr>
        <w:t xml:space="preserve">ں </w:t>
      </w:r>
      <w:r>
        <w:rPr>
          <w:rtl/>
        </w:rPr>
        <w:t>، اپنے جوتے اتاردے كيونكہ تو مقدس سرزمين ''طوى ''مي</w:t>
      </w:r>
      <w:r w:rsidR="007D6C9B">
        <w:rPr>
          <w:rtl/>
        </w:rPr>
        <w:t xml:space="preserve">ں </w:t>
      </w:r>
      <w:r>
        <w:rPr>
          <w:rtl/>
        </w:rPr>
        <w:t>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موسى عليہ السلام كو اس مقدس سرزمين كے احترام كا حكم ديا گيا كہ اپنے پائو</w:t>
      </w:r>
      <w:r w:rsidR="007D6C9B">
        <w:rPr>
          <w:rtl/>
        </w:rPr>
        <w:t xml:space="preserve">ں </w:t>
      </w:r>
      <w:r>
        <w:rPr>
          <w:rtl/>
        </w:rPr>
        <w:t>سے جوتے اتاردے اور اس وادى مي</w:t>
      </w:r>
      <w:r w:rsidR="007D6C9B">
        <w:rPr>
          <w:rtl/>
        </w:rPr>
        <w:t xml:space="preserve">ں </w:t>
      </w:r>
      <w:r>
        <w:rPr>
          <w:rtl/>
        </w:rPr>
        <w:t xml:space="preserve">نہايت عجزوانكسارى كے ساتھ قدم ركھے حق كو سنے اور فرمان رسالت حاصل كرے _ </w:t>
      </w:r>
    </w:p>
    <w:p w:rsidR="00DE2D7F" w:rsidRDefault="00DE2D7F" w:rsidP="00D07B54">
      <w:pPr>
        <w:pStyle w:val="libNormal"/>
        <w:rPr>
          <w:rtl/>
        </w:rPr>
      </w:pPr>
      <w:r>
        <w:rPr>
          <w:rtl/>
        </w:rPr>
        <w:t>موسى عليہ السلام نے يہ آوازكہ '' مي</w:t>
      </w:r>
      <w:r w:rsidR="007D6C9B">
        <w:rPr>
          <w:rtl/>
        </w:rPr>
        <w:t xml:space="preserve">ں </w:t>
      </w:r>
      <w:r>
        <w:rPr>
          <w:rtl/>
        </w:rPr>
        <w:t>تيرا پروردگار ہو</w:t>
      </w:r>
      <w:r w:rsidR="007D6C9B">
        <w:rPr>
          <w:rtl/>
        </w:rPr>
        <w:t xml:space="preserve">ں </w:t>
      </w:r>
      <w:r>
        <w:rPr>
          <w:rtl/>
        </w:rPr>
        <w:t>'' سنى تو حيران رہ گئے اور ايك ناقابل بيان پر كيف حالت ان پر طارى ہوگئي، يہ كون ہے ؟ جو مجھ سے باتي</w:t>
      </w:r>
      <w:r w:rsidR="007D6C9B">
        <w:rPr>
          <w:rtl/>
        </w:rPr>
        <w:t xml:space="preserve">ں </w:t>
      </w:r>
      <w:r>
        <w:rPr>
          <w:rtl/>
        </w:rPr>
        <w:t>كررہا ہے ؟ يہ ميرا پروردگارہے، كہ جس نے لفظ'' ربك '' كے ساتھ مجھے افتخار بخشا ہے تاكہ يہ ميرے لئے اس بات كى نشاندہى كرے كہ مي</w:t>
      </w:r>
      <w:r w:rsidR="007D6C9B">
        <w:rPr>
          <w:rtl/>
        </w:rPr>
        <w:t xml:space="preserve">ں </w:t>
      </w:r>
      <w:r>
        <w:rPr>
          <w:rtl/>
        </w:rPr>
        <w:t>نے آغاز بچپن سے لے كر اب تك اس كى آغوش رحمت مي</w:t>
      </w:r>
      <w:r w:rsidR="007D6C9B">
        <w:rPr>
          <w:rtl/>
        </w:rPr>
        <w:t xml:space="preserve">ں </w:t>
      </w:r>
      <w:r>
        <w:rPr>
          <w:rtl/>
        </w:rPr>
        <w:t>پرورش پائي ہے اور ايك عظيم رسالت كے لئے تياركيا گيا ہو</w:t>
      </w:r>
      <w:r w:rsidR="007D6C9B">
        <w:rPr>
          <w:rtl/>
        </w:rPr>
        <w:t xml:space="preserve">ں </w:t>
      </w:r>
      <w:r>
        <w:rPr>
          <w:rtl/>
        </w:rPr>
        <w:t xml:space="preserve">_'' </w:t>
      </w:r>
    </w:p>
    <w:p w:rsidR="00DE2D7F" w:rsidRDefault="00DE2D7F" w:rsidP="00D07B54">
      <w:pPr>
        <w:pStyle w:val="libNormal"/>
        <w:rPr>
          <w:rtl/>
        </w:rPr>
      </w:pPr>
      <w:r>
        <w:rPr>
          <w:rtl/>
        </w:rPr>
        <w:t>حكم ملاكہ پائو</w:t>
      </w:r>
      <w:r w:rsidR="007D6C9B">
        <w:rPr>
          <w:rtl/>
        </w:rPr>
        <w:t xml:space="preserve">ں </w:t>
      </w:r>
      <w:r>
        <w:rPr>
          <w:rtl/>
        </w:rPr>
        <w:t>سے اپنا جوتا اتار دو، كيونكہ تو نے مقدس سرزمين مي</w:t>
      </w:r>
      <w:r w:rsidR="007D6C9B">
        <w:rPr>
          <w:rtl/>
        </w:rPr>
        <w:t xml:space="preserve">ں </w:t>
      </w:r>
      <w:r>
        <w:rPr>
          <w:rtl/>
        </w:rPr>
        <w:t>قدم ركھا ہے وہ سرزمين كہ جس مي</w:t>
      </w:r>
      <w:r w:rsidR="007D6C9B">
        <w:rPr>
          <w:rtl/>
        </w:rPr>
        <w:t xml:space="preserve">ں </w:t>
      </w:r>
      <w:r>
        <w:rPr>
          <w:rtl/>
        </w:rPr>
        <w:t>نور الہى جلوہ گرہے ، وہا</w:t>
      </w:r>
      <w:r w:rsidR="007D6C9B">
        <w:rPr>
          <w:rtl/>
        </w:rPr>
        <w:t xml:space="preserve">ں </w:t>
      </w:r>
      <w:r>
        <w:rPr>
          <w:rtl/>
        </w:rPr>
        <w:t>خدا كا پيغام سننا ہے ، اور رسالت كى ذمہ دارى كو قبول كرنا ہے، لہذا انتہائي خضوع اور انكسارى كے ساتھ اس سرزمين مي</w:t>
      </w:r>
      <w:r w:rsidR="007D6C9B">
        <w:rPr>
          <w:rtl/>
        </w:rPr>
        <w:t xml:space="preserve">ں </w:t>
      </w:r>
      <w:r>
        <w:rPr>
          <w:rtl/>
        </w:rPr>
        <w:t>قدم ركھو ،يہ ہے دليل پائو</w:t>
      </w:r>
      <w:r w:rsidR="007D6C9B">
        <w:rPr>
          <w:rtl/>
        </w:rPr>
        <w:t xml:space="preserve">ں </w:t>
      </w:r>
      <w:r>
        <w:rPr>
          <w:rtl/>
        </w:rPr>
        <w:t xml:space="preserve">سے جوتا اتارنے كى _ </w:t>
      </w:r>
    </w:p>
    <w:p w:rsidR="00DE2D7F" w:rsidRDefault="00DE2D7F" w:rsidP="00D07B54">
      <w:pPr>
        <w:pStyle w:val="libNormal"/>
        <w:rPr>
          <w:rtl/>
        </w:rPr>
      </w:pPr>
      <w:r>
        <w:rPr>
          <w:rtl/>
        </w:rPr>
        <w:t>ايك حديث مي</w:t>
      </w:r>
      <w:r w:rsidR="007D6C9B">
        <w:rPr>
          <w:rtl/>
        </w:rPr>
        <w:t xml:space="preserve">ں </w:t>
      </w:r>
      <w:r>
        <w:rPr>
          <w:rtl/>
        </w:rPr>
        <w:t xml:space="preserve">امام صادق عليہ السلام سے ،حضرت موسى عليہ السلام كى زندگى كے اس واقعہ سے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طہ آيت </w:t>
      </w:r>
      <w:r w:rsidR="00E664BB">
        <w:rPr>
          <w:rtl/>
        </w:rPr>
        <w:t>12</w:t>
      </w:r>
      <w:r>
        <w:rPr>
          <w:rtl/>
        </w:rPr>
        <w:t xml:space="preserve"> </w:t>
      </w:r>
    </w:p>
    <w:p w:rsidR="00AE3051" w:rsidRDefault="00AE3051" w:rsidP="00D07B54">
      <w:pPr>
        <w:pStyle w:val="libNormal"/>
        <w:rPr>
          <w:rtl/>
        </w:rPr>
      </w:pPr>
      <w:r>
        <w:rPr>
          <w:rtl/>
        </w:rPr>
        <w:br w:type="page"/>
      </w:r>
    </w:p>
    <w:p w:rsidR="00AE3051" w:rsidRDefault="00AE3051" w:rsidP="00D07B54">
      <w:pPr>
        <w:pStyle w:val="libNormal"/>
        <w:rPr>
          <w:rtl/>
        </w:rPr>
      </w:pPr>
    </w:p>
    <w:p w:rsidR="00DE2D7F" w:rsidRDefault="00DE2D7F" w:rsidP="00D07B54">
      <w:pPr>
        <w:pStyle w:val="libNormal"/>
        <w:rPr>
          <w:rtl/>
        </w:rPr>
      </w:pPr>
      <w:r>
        <w:rPr>
          <w:rtl/>
        </w:rPr>
        <w:t>متعلق ايك عمدہ مطلب نقل ہوا ہے ،آپ فرماتے ہي</w:t>
      </w:r>
      <w:r w:rsidR="007D6C9B">
        <w:rPr>
          <w:rtl/>
        </w:rPr>
        <w:t xml:space="preserve">ں </w:t>
      </w:r>
      <w:r>
        <w:rPr>
          <w:rtl/>
        </w:rPr>
        <w:t xml:space="preserve">: </w:t>
      </w:r>
    </w:p>
    <w:p w:rsidR="00DE2D7F" w:rsidRDefault="00DE2D7F" w:rsidP="00D07B54">
      <w:pPr>
        <w:pStyle w:val="libNormal"/>
        <w:rPr>
          <w:rtl/>
        </w:rPr>
      </w:pPr>
      <w:r>
        <w:rPr>
          <w:rtl/>
        </w:rPr>
        <w:t>جن چيزو</w:t>
      </w:r>
      <w:r w:rsidR="007D6C9B">
        <w:rPr>
          <w:rtl/>
        </w:rPr>
        <w:t xml:space="preserve">ں </w:t>
      </w:r>
      <w:r>
        <w:rPr>
          <w:rtl/>
        </w:rPr>
        <w:t>كى تمہي</w:t>
      </w:r>
      <w:r w:rsidR="007D6C9B">
        <w:rPr>
          <w:rtl/>
        </w:rPr>
        <w:t xml:space="preserve">ں </w:t>
      </w:r>
      <w:r>
        <w:rPr>
          <w:rtl/>
        </w:rPr>
        <w:t>اميد نہي</w:t>
      </w:r>
      <w:r w:rsidR="007D6C9B">
        <w:rPr>
          <w:rtl/>
        </w:rPr>
        <w:t xml:space="preserve">ں </w:t>
      </w:r>
      <w:r>
        <w:rPr>
          <w:rtl/>
        </w:rPr>
        <w:t>ہے ان كى ان چيزو</w:t>
      </w:r>
      <w:r w:rsidR="007D6C9B">
        <w:rPr>
          <w:rtl/>
        </w:rPr>
        <w:t xml:space="preserve">ں </w:t>
      </w:r>
      <w:r>
        <w:rPr>
          <w:rtl/>
        </w:rPr>
        <w:t>سے بھى زيادہ اميد ركھو كہ جن كى تمہي</w:t>
      </w:r>
      <w:r w:rsidR="007D6C9B">
        <w:rPr>
          <w:rtl/>
        </w:rPr>
        <w:t xml:space="preserve">ں </w:t>
      </w:r>
      <w:r>
        <w:rPr>
          <w:rtl/>
        </w:rPr>
        <w:t>اميد ہے كيونكہ موسى بن عمران ايك چنگارى لينے كے لئے گئے تھے ليكن عہدہ نبوت ورسالت كے ساتھ واپس پلٹے يہ اس بات كى طرف اشارہ ہے كہ اكثر ايسا ہوتا ہے كہ انسان كسى چيز كى اميد ركھتا ہے مگر وہ اسے حاصل نہي</w:t>
      </w:r>
      <w:r w:rsidR="007D6C9B">
        <w:rPr>
          <w:rtl/>
        </w:rPr>
        <w:t xml:space="preserve">ں </w:t>
      </w:r>
      <w:r>
        <w:rPr>
          <w:rtl/>
        </w:rPr>
        <w:t>ہوتى ليكن بہت سى اہم ترين چيزي</w:t>
      </w:r>
      <w:r w:rsidR="007D6C9B">
        <w:rPr>
          <w:rtl/>
        </w:rPr>
        <w:t xml:space="preserve">ں </w:t>
      </w:r>
      <w:r>
        <w:rPr>
          <w:rtl/>
        </w:rPr>
        <w:t>جن كى اسے كوئي اميد نہي</w:t>
      </w:r>
      <w:r w:rsidR="007D6C9B">
        <w:rPr>
          <w:rtl/>
        </w:rPr>
        <w:t xml:space="preserve">ں </w:t>
      </w:r>
      <w:r>
        <w:rPr>
          <w:rtl/>
        </w:rPr>
        <w:t>ہوتى لطف پروردگار سے اسے مل جاتى ہي</w:t>
      </w:r>
      <w:r w:rsidR="007D6C9B">
        <w:rPr>
          <w:rtl/>
        </w:rPr>
        <w:t xml:space="preserve">ں </w:t>
      </w:r>
      <w:r>
        <w:rPr>
          <w:rtl/>
        </w:rPr>
        <w:t xml:space="preserve">_ </w:t>
      </w:r>
    </w:p>
    <w:p w:rsidR="00AE3051" w:rsidRDefault="00DE2D7F" w:rsidP="00D07B54">
      <w:pPr>
        <w:pStyle w:val="Heading2Center"/>
        <w:rPr>
          <w:rtl/>
        </w:rPr>
      </w:pPr>
      <w:bookmarkStart w:id="219" w:name="_Toc7268616"/>
      <w:r>
        <w:rPr>
          <w:rtl/>
        </w:rPr>
        <w:t>موسى عليہ السلام كا عصا اور يد بيضا</w:t>
      </w:r>
      <w:bookmarkEnd w:id="219"/>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انبياء عليہم السلام كو اپنے خدا كے ساتھ ربط ثابت كرنے كے لئے معجزے كى ضرورت ہے ، ورنہ ہر شخص پيغمبر ى كا دعوى كرسكتا ہے اس بناء پر سچے انبياء عليہم السلام كا جھوٹو</w:t>
      </w:r>
      <w:r w:rsidR="007D6C9B">
        <w:rPr>
          <w:rtl/>
        </w:rPr>
        <w:t xml:space="preserve">ں </w:t>
      </w:r>
      <w:r>
        <w:rPr>
          <w:rtl/>
        </w:rPr>
        <w:t>سے امتياز معجزے كے علاوہ نہي</w:t>
      </w:r>
      <w:r w:rsidR="007D6C9B">
        <w:rPr>
          <w:rtl/>
        </w:rPr>
        <w:t xml:space="preserve">ں </w:t>
      </w:r>
      <w:r>
        <w:rPr>
          <w:rtl/>
        </w:rPr>
        <w:t>ہوسكتا، يہ معجزہ خود پيغمبر كى دعوت كے مطالب اور آسمانى كتاب كے اندر بھى ہوسكتا ہے اور حسى اور جسمانى قسم كے معجزات اوردوسرے امور مي</w:t>
      </w:r>
      <w:r w:rsidR="007D6C9B">
        <w:rPr>
          <w:rtl/>
        </w:rPr>
        <w:t xml:space="preserve">ں </w:t>
      </w:r>
      <w:r>
        <w:rPr>
          <w:rtl/>
        </w:rPr>
        <w:t>بھى ہوسكتے ہي</w:t>
      </w:r>
      <w:r w:rsidR="007D6C9B">
        <w:rPr>
          <w:rtl/>
        </w:rPr>
        <w:t xml:space="preserve">ں </w:t>
      </w:r>
      <w:r>
        <w:rPr>
          <w:rtl/>
        </w:rPr>
        <w:t>علاوہ ازي</w:t>
      </w:r>
      <w:r w:rsidR="007D6C9B">
        <w:rPr>
          <w:rtl/>
        </w:rPr>
        <w:t xml:space="preserve">ں </w:t>
      </w:r>
      <w:r>
        <w:rPr>
          <w:rtl/>
        </w:rPr>
        <w:t xml:space="preserve">معجزہ خود پيغمبر كى روح پر بھى اثرانداز ہوتا ہے اور وہ اسے قوت قلب، قدرت ايمان اور استقامت بخشتا ہے _ </w:t>
      </w:r>
    </w:p>
    <w:p w:rsidR="00DE2D7F" w:rsidRDefault="00DE2D7F" w:rsidP="00D07B54">
      <w:pPr>
        <w:pStyle w:val="libNormal"/>
        <w:rPr>
          <w:rtl/>
        </w:rPr>
      </w:pPr>
      <w:r>
        <w:rPr>
          <w:rtl/>
        </w:rPr>
        <w:t>بہرحال حضرت موسى عليہ السلام كو فرمان نبوت ملنے كے بعد اس كى سند بھى ملنى چاہئے، لہذا اسى پُر خطر رات مي</w:t>
      </w:r>
      <w:r w:rsidR="007D6C9B">
        <w:rPr>
          <w:rtl/>
        </w:rPr>
        <w:t xml:space="preserve">ں </w:t>
      </w:r>
      <w:r>
        <w:rPr>
          <w:rtl/>
        </w:rPr>
        <w:t xml:space="preserve">جناب موسى عليہ السلام نے دو عظيم معجزے خدا سے حاصل كئے _ </w:t>
      </w:r>
    </w:p>
    <w:p w:rsidR="00DE2D7F" w:rsidRDefault="00DE2D7F" w:rsidP="00D07B54">
      <w:pPr>
        <w:pStyle w:val="libNormal"/>
        <w:rPr>
          <w:rtl/>
        </w:rPr>
      </w:pPr>
      <w:r>
        <w:rPr>
          <w:rtl/>
        </w:rPr>
        <w:t xml:space="preserve">قرآن اس ماجرے كو اس طرح بيان كرتا ہے : </w:t>
      </w:r>
    </w:p>
    <w:p w:rsidR="00DE2D7F" w:rsidRDefault="00DE2D7F" w:rsidP="00D07B54">
      <w:pPr>
        <w:pStyle w:val="libNormal"/>
        <w:rPr>
          <w:rtl/>
        </w:rPr>
      </w:pPr>
      <w:r>
        <w:rPr>
          <w:rtl/>
        </w:rPr>
        <w:t>''خدا نے موسى سے سوال كيا : اے موسى يہ تيرے دائي</w:t>
      </w:r>
      <w:r w:rsidR="007D6C9B">
        <w:rPr>
          <w:rtl/>
        </w:rPr>
        <w:t xml:space="preserve">ں </w:t>
      </w:r>
      <w:r>
        <w:rPr>
          <w:rtl/>
        </w:rPr>
        <w:t>ہاتھ مي</w:t>
      </w:r>
      <w:r w:rsidR="007D6C9B">
        <w:rPr>
          <w:rtl/>
        </w:rPr>
        <w:t xml:space="preserve">ں </w:t>
      </w:r>
      <w:r>
        <w:rPr>
          <w:rtl/>
        </w:rPr>
        <w:t>كيا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سادہ سے سوال ،مي</w:t>
      </w:r>
      <w:r w:rsidR="007D6C9B">
        <w:rPr>
          <w:rtl/>
        </w:rPr>
        <w:t xml:space="preserve">ں </w:t>
      </w:r>
      <w:r>
        <w:rPr>
          <w:rtl/>
        </w:rPr>
        <w:t>لطف ومحبت كى چاشنى تھى ، فطرتاً موسى عليہ السلام، كى روح مي</w:t>
      </w:r>
      <w:r w:rsidR="007D6C9B">
        <w:rPr>
          <w:rtl/>
        </w:rPr>
        <w:t xml:space="preserve">ں </w:t>
      </w:r>
      <w:r>
        <w:rPr>
          <w:rtl/>
        </w:rPr>
        <w:t>اس وقت طوفانى لہري</w:t>
      </w:r>
      <w:r w:rsidR="007D6C9B">
        <w:rPr>
          <w:rtl/>
        </w:rPr>
        <w:t xml:space="preserve">ں </w:t>
      </w:r>
      <w:r>
        <w:rPr>
          <w:rtl/>
        </w:rPr>
        <w:t>موجزن تھي</w:t>
      </w:r>
      <w:r w:rsidR="007D6C9B">
        <w:rPr>
          <w:rtl/>
        </w:rPr>
        <w:t xml:space="preserve">ں </w:t>
      </w:r>
      <w:r>
        <w:rPr>
          <w:rtl/>
        </w:rPr>
        <w:t>ايسے مي</w:t>
      </w:r>
      <w:r w:rsidR="007D6C9B">
        <w:rPr>
          <w:rtl/>
        </w:rPr>
        <w:t xml:space="preserve">ں </w:t>
      </w:r>
      <w:r>
        <w:rPr>
          <w:rtl/>
        </w:rPr>
        <w:t>يہ سوال اطمينان قلب كے لئے بھى تھا اورايك عظيم حقيقت كو بيان كرنے كى تمہيد بھى تھا _''موسى عليہ السلام نے جواب مي</w:t>
      </w:r>
      <w:r w:rsidR="007D6C9B">
        <w:rPr>
          <w:rtl/>
        </w:rPr>
        <w:t xml:space="preserve">ں </w:t>
      </w:r>
      <w:r>
        <w:rPr>
          <w:rtl/>
        </w:rPr>
        <w:t>كہا: يہ لكڑى ميرا عصا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طہ آيت </w:t>
      </w:r>
      <w:r w:rsidR="00E664BB">
        <w:rPr>
          <w:rtl/>
        </w:rPr>
        <w:t>17</w:t>
      </w:r>
      <w:r>
        <w:rPr>
          <w:rtl/>
        </w:rPr>
        <w:t xml:space="preserve"> </w:t>
      </w:r>
    </w:p>
    <w:p w:rsidR="00DE2D7F" w:rsidRDefault="00DE2D7F" w:rsidP="00D07B54">
      <w:pPr>
        <w:pStyle w:val="libFootnote"/>
        <w:rPr>
          <w:rtl/>
        </w:rPr>
      </w:pPr>
      <w:r>
        <w:rPr>
          <w:rtl/>
        </w:rPr>
        <w:t>(</w:t>
      </w:r>
      <w:r w:rsidR="00E664BB">
        <w:rPr>
          <w:rtl/>
        </w:rPr>
        <w:t>2</w:t>
      </w:r>
      <w:r>
        <w:rPr>
          <w:rtl/>
        </w:rPr>
        <w:t xml:space="preserve">)سورہ طہ آيت </w:t>
      </w:r>
      <w:r w:rsidR="00E664BB">
        <w:rPr>
          <w:rtl/>
        </w:rPr>
        <w:t>18</w:t>
      </w:r>
      <w:r>
        <w:rPr>
          <w:rtl/>
        </w:rPr>
        <w:t xml:space="preserve"> </w:t>
      </w:r>
    </w:p>
    <w:p w:rsidR="006538B0"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اور چونكہ محبوب نے ان كے سامنے پہلى مرتبہ يو</w:t>
      </w:r>
      <w:r w:rsidR="007D6C9B">
        <w:rPr>
          <w:rtl/>
        </w:rPr>
        <w:t xml:space="preserve">ں </w:t>
      </w:r>
      <w:r>
        <w:rPr>
          <w:rtl/>
        </w:rPr>
        <w:t>اپنا دروازہ كھولا تھا لہذا وہ اپنے محبوب سے باتي</w:t>
      </w:r>
      <w:r w:rsidR="007D6C9B">
        <w:rPr>
          <w:rtl/>
        </w:rPr>
        <w:t xml:space="preserve">ں </w:t>
      </w:r>
      <w:r>
        <w:rPr>
          <w:rtl/>
        </w:rPr>
        <w:t>جارى ركھنا اور انہي</w:t>
      </w:r>
      <w:r w:rsidR="007D6C9B">
        <w:rPr>
          <w:rtl/>
        </w:rPr>
        <w:t xml:space="preserve">ں </w:t>
      </w:r>
      <w:r>
        <w:rPr>
          <w:rtl/>
        </w:rPr>
        <w:t>طول دينا چاہتے تھے اور اس وجہ سے بھى كہ شايد وہ يہ سوچ رہے تھے كہ ميرا صرف يہ كہنا كہ يہ ميرا عصا ہے، كافى نہ ہو بلكہ اس سوال كا مقصد اس عصا كے آثار و فوائد كو بيان كرنا مقصودہو، لہذا مزيد كہا : ''مي</w:t>
      </w:r>
      <w:r w:rsidR="007D6C9B">
        <w:rPr>
          <w:rtl/>
        </w:rPr>
        <w:t xml:space="preserve">ں </w:t>
      </w:r>
      <w:r>
        <w:rPr>
          <w:rtl/>
        </w:rPr>
        <w:t>اس پرٹيك لگاتاہو</w:t>
      </w:r>
      <w:r w:rsidR="007D6C9B">
        <w:rPr>
          <w:rtl/>
        </w:rPr>
        <w:t xml:space="preserve">ں </w:t>
      </w:r>
      <w:r>
        <w:rPr>
          <w:rtl/>
        </w:rPr>
        <w:t>، اور اس سے اپنى بھيڑو</w:t>
      </w:r>
      <w:r w:rsidR="007D6C9B">
        <w:rPr>
          <w:rtl/>
        </w:rPr>
        <w:t xml:space="preserve">ں </w:t>
      </w:r>
      <w:r>
        <w:rPr>
          <w:rtl/>
        </w:rPr>
        <w:t>كے لئے درختو</w:t>
      </w:r>
      <w:r w:rsidR="007D6C9B">
        <w:rPr>
          <w:rtl/>
        </w:rPr>
        <w:t xml:space="preserve">ں </w:t>
      </w:r>
      <w:r>
        <w:rPr>
          <w:rtl/>
        </w:rPr>
        <w:t>سے پتے جھاڑتا ہو</w:t>
      </w:r>
      <w:r w:rsidR="007D6C9B">
        <w:rPr>
          <w:rtl/>
        </w:rPr>
        <w:t xml:space="preserve">ں </w:t>
      </w:r>
      <w:r>
        <w:rPr>
          <w:rtl/>
        </w:rPr>
        <w:t>،اس كے علاوہ اس سے دوسرے كام بھى ليتا ہو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البتہ يہ بات واضح اور ظاہر ہے كہ عصا سے كون كون سے كام ليتے ہي</w:t>
      </w:r>
      <w:r w:rsidR="007D6C9B">
        <w:rPr>
          <w:rtl/>
        </w:rPr>
        <w:t xml:space="preserve">ں </w:t>
      </w:r>
      <w:r>
        <w:rPr>
          <w:rtl/>
        </w:rPr>
        <w:t>كبھى اس سے موذى جانورو</w:t>
      </w:r>
      <w:r w:rsidR="007D6C9B">
        <w:rPr>
          <w:rtl/>
        </w:rPr>
        <w:t xml:space="preserve">ں </w:t>
      </w:r>
      <w:r>
        <w:rPr>
          <w:rtl/>
        </w:rPr>
        <w:t>اور دشمنو</w:t>
      </w:r>
      <w:r w:rsidR="007D6C9B">
        <w:rPr>
          <w:rtl/>
        </w:rPr>
        <w:t xml:space="preserve">ں </w:t>
      </w:r>
      <w:r>
        <w:rPr>
          <w:rtl/>
        </w:rPr>
        <w:t>كا مقابلہ كرنے كے لئے ايك دفاعي، ہتھيار كے طور پر كام ليتے ہي</w:t>
      </w:r>
      <w:r w:rsidR="007D6C9B">
        <w:rPr>
          <w:rtl/>
        </w:rPr>
        <w:t xml:space="preserve">ں </w:t>
      </w:r>
      <w:r>
        <w:rPr>
          <w:rtl/>
        </w:rPr>
        <w:t>كبھى اس كے ذريعے بيابان مي</w:t>
      </w:r>
      <w:r w:rsidR="007D6C9B">
        <w:rPr>
          <w:rtl/>
        </w:rPr>
        <w:t xml:space="preserve">ں </w:t>
      </w:r>
      <w:r>
        <w:rPr>
          <w:rtl/>
        </w:rPr>
        <w:t>سائبان بنا ليتے ہي</w:t>
      </w:r>
      <w:r w:rsidR="007D6C9B">
        <w:rPr>
          <w:rtl/>
        </w:rPr>
        <w:t xml:space="preserve">ں </w:t>
      </w:r>
      <w:r>
        <w:rPr>
          <w:rtl/>
        </w:rPr>
        <w:t>، كبھى اس كے ساتھ برتن باندھ كر گہرى نہرسے پانى نكالتے ہي</w:t>
      </w:r>
      <w:r w:rsidR="007D6C9B">
        <w:rPr>
          <w:rtl/>
        </w:rPr>
        <w:t xml:space="preserve">ں </w:t>
      </w:r>
      <w:r>
        <w:rPr>
          <w:rtl/>
        </w:rPr>
        <w:t xml:space="preserve">_ </w:t>
      </w:r>
    </w:p>
    <w:p w:rsidR="00DE2D7F" w:rsidRDefault="00DE2D7F" w:rsidP="00D07B54">
      <w:pPr>
        <w:pStyle w:val="libNormal"/>
        <w:rPr>
          <w:rtl/>
        </w:rPr>
      </w:pPr>
      <w:r>
        <w:rPr>
          <w:rtl/>
        </w:rPr>
        <w:t>بہرحال حضرت موسى عليہ السلام ايك گہرے تعجب مي</w:t>
      </w:r>
      <w:r w:rsidR="007D6C9B">
        <w:rPr>
          <w:rtl/>
        </w:rPr>
        <w:t xml:space="preserve">ں </w:t>
      </w:r>
      <w:r>
        <w:rPr>
          <w:rtl/>
        </w:rPr>
        <w:t xml:space="preserve">تھے كہ اس عظيم بارگاہ سے يہ كس قسم كا سوال ہے اور ميرے پاس اس كا كيا جواب ہے ، پہلے جو فرمان ديئےئے تھے وہ كيا تھے ، اور يہ پرسش كس لئے ہے ؟ </w:t>
      </w:r>
    </w:p>
    <w:p w:rsidR="00DE2D7F" w:rsidRDefault="00DE2D7F" w:rsidP="00D07B54">
      <w:pPr>
        <w:pStyle w:val="libNormal"/>
        <w:rPr>
          <w:rtl/>
        </w:rPr>
      </w:pPr>
      <w:r>
        <w:rPr>
          <w:rtl/>
        </w:rPr>
        <w:t>موسى سے كہا گيا كہ : اپنے عصا كو زمين پرڈال دو '' چنانچہ موسى عليہ السلام نے عصا كو پھينك ديا اب كيا ديكھتے ہي</w:t>
      </w:r>
      <w:r w:rsidR="007D6C9B">
        <w:rPr>
          <w:rtl/>
        </w:rPr>
        <w:t xml:space="preserve">ں </w:t>
      </w:r>
      <w:r>
        <w:rPr>
          <w:rtl/>
        </w:rPr>
        <w:t>كہ وہ عصا سانپ كى طرح تيزى سے حركت كررہا ہے يہ ديكھ كر موسى عليہ السلام ڈرے اور پيچھے ہٹ گئے يہا</w:t>
      </w:r>
      <w:r w:rsidR="007D6C9B">
        <w:rPr>
          <w:rtl/>
        </w:rPr>
        <w:t xml:space="preserve">ں </w:t>
      </w:r>
      <w:r>
        <w:rPr>
          <w:rtl/>
        </w:rPr>
        <w:t>تك كہ مڑكے بھى نہ ديكھا ''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جس دن حضرت موسى عليہ السلام نے يہ عصا ليا تھا تاكہ تھكن كے وقت اس كا سہارا لے ليا كري</w:t>
      </w:r>
      <w:r w:rsidR="007D6C9B">
        <w:rPr>
          <w:rtl/>
        </w:rPr>
        <w:t xml:space="preserve">ں </w:t>
      </w:r>
      <w:r>
        <w:rPr>
          <w:rtl/>
        </w:rPr>
        <w:t>،اور بھيڑو</w:t>
      </w:r>
      <w:r w:rsidR="007D6C9B">
        <w:rPr>
          <w:rtl/>
        </w:rPr>
        <w:t xml:space="preserve">ں </w:t>
      </w:r>
      <w:r>
        <w:rPr>
          <w:rtl/>
        </w:rPr>
        <w:t>كے لئے اس سے پتے جھاڑليا كري</w:t>
      </w:r>
      <w:r w:rsidR="007D6C9B">
        <w:rPr>
          <w:rtl/>
        </w:rPr>
        <w:t xml:space="preserve">ں </w:t>
      </w:r>
      <w:r>
        <w:rPr>
          <w:rtl/>
        </w:rPr>
        <w:t>، انھي</w:t>
      </w:r>
      <w:r w:rsidR="007D6C9B">
        <w:rPr>
          <w:rtl/>
        </w:rPr>
        <w:t xml:space="preserve">ں </w:t>
      </w:r>
      <w:r>
        <w:rPr>
          <w:rtl/>
        </w:rPr>
        <w:t>يہ خيال بھى نہ تھا كہ قدرت خدا سے اس مي</w:t>
      </w:r>
      <w:r w:rsidR="007D6C9B">
        <w:rPr>
          <w:rtl/>
        </w:rPr>
        <w:t xml:space="preserve">ں </w:t>
      </w:r>
      <w:r>
        <w:rPr>
          <w:rtl/>
        </w:rPr>
        <w:t>يہ خاصيت بھى چھپى ہوئي ہوگى اور يہ بھيڑو</w:t>
      </w:r>
      <w:r w:rsidR="007D6C9B">
        <w:rPr>
          <w:rtl/>
        </w:rPr>
        <w:t xml:space="preserve">ں </w:t>
      </w:r>
      <w:r>
        <w:rPr>
          <w:rtl/>
        </w:rPr>
        <w:t>كو چرانے كى لاٹھى ظالمو</w:t>
      </w:r>
      <w:r w:rsidR="007D6C9B">
        <w:rPr>
          <w:rtl/>
        </w:rPr>
        <w:t xml:space="preserve">ں </w:t>
      </w:r>
      <w:r>
        <w:rPr>
          <w:rtl/>
        </w:rPr>
        <w:t xml:space="preserve">كے محل كو ہلادے گى _ </w:t>
      </w:r>
    </w:p>
    <w:p w:rsidR="00DE2D7F" w:rsidRDefault="00DE2D7F" w:rsidP="00D07B54">
      <w:pPr>
        <w:pStyle w:val="libNormal"/>
        <w:rPr>
          <w:rtl/>
        </w:rPr>
      </w:pPr>
      <w:r>
        <w:rPr>
          <w:rtl/>
        </w:rPr>
        <w:t>موجودات عالم كا يہى حال ہے كہ وہ بعض اوقات ہمارى نظر مي</w:t>
      </w:r>
      <w:r w:rsidR="007D6C9B">
        <w:rPr>
          <w:rtl/>
        </w:rPr>
        <w:t xml:space="preserve">ں </w:t>
      </w:r>
      <w:r>
        <w:rPr>
          <w:rtl/>
        </w:rPr>
        <w:t>بہت حقير معلوم ہوتى ہي</w:t>
      </w:r>
      <w:r w:rsidR="007D6C9B">
        <w:rPr>
          <w:rtl/>
        </w:rPr>
        <w:t xml:space="preserve">ں </w:t>
      </w:r>
      <w:r>
        <w:rPr>
          <w:rtl/>
        </w:rPr>
        <w:t>مگرا ن مي</w:t>
      </w:r>
      <w:r w:rsidR="007D6C9B">
        <w:rPr>
          <w:rtl/>
        </w:rPr>
        <w:t xml:space="preserve">ں </w:t>
      </w:r>
      <w:r>
        <w:rPr>
          <w:rtl/>
        </w:rPr>
        <w:t xml:space="preserve">بڑى بڑى استعداد چھپى ہوتى ہے جو كسى وقت خدا كے حكم سے ظاہر ہوتى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طہ آيت</w:t>
      </w:r>
      <w:r w:rsidR="00E664BB">
        <w:rPr>
          <w:rtl/>
        </w:rPr>
        <w:t>18</w:t>
      </w:r>
      <w:r>
        <w:rPr>
          <w:rtl/>
        </w:rPr>
        <w:t xml:space="preserve"> </w:t>
      </w:r>
    </w:p>
    <w:p w:rsidR="00DE2D7F" w:rsidRDefault="00DE2D7F" w:rsidP="00D07B54">
      <w:pPr>
        <w:pStyle w:val="libFootnote"/>
        <w:rPr>
          <w:rtl/>
        </w:rPr>
      </w:pPr>
      <w:r>
        <w:rPr>
          <w:rtl/>
        </w:rPr>
        <w:t>(</w:t>
      </w:r>
      <w:r w:rsidR="00E664BB">
        <w:rPr>
          <w:rtl/>
        </w:rPr>
        <w:t>2</w:t>
      </w:r>
      <w:r>
        <w:rPr>
          <w:rtl/>
        </w:rPr>
        <w:t xml:space="preserve">) سورہ قصص آيت </w:t>
      </w:r>
      <w:r w:rsidR="00E664BB">
        <w:rPr>
          <w:rtl/>
        </w:rPr>
        <w:t>31</w:t>
      </w:r>
      <w:r>
        <w:rPr>
          <w:rtl/>
        </w:rPr>
        <w:t xml:space="preserve"> </w:t>
      </w:r>
    </w:p>
    <w:p w:rsidR="006538B0" w:rsidRDefault="001648F9" w:rsidP="00D07B54">
      <w:pPr>
        <w:pStyle w:val="libNormal"/>
        <w:rPr>
          <w:rtl/>
        </w:rPr>
      </w:pPr>
      <w:r>
        <w:rPr>
          <w:rtl/>
        </w:rPr>
        <w:t xml:space="preserve"> </w:t>
      </w:r>
      <w:r>
        <w:rPr>
          <w:rtl/>
        </w:rPr>
        <w:br w:type="page"/>
      </w:r>
    </w:p>
    <w:p w:rsidR="006538B0" w:rsidRDefault="006538B0" w:rsidP="00D07B54">
      <w:pPr>
        <w:pStyle w:val="libNormal"/>
        <w:rPr>
          <w:rtl/>
        </w:rPr>
      </w:pPr>
    </w:p>
    <w:p w:rsidR="00DE2D7F" w:rsidRDefault="00DE2D7F" w:rsidP="00D07B54">
      <w:pPr>
        <w:pStyle w:val="libNormal"/>
        <w:rPr>
          <w:rtl/>
        </w:rPr>
      </w:pPr>
      <w:r>
        <w:rPr>
          <w:rtl/>
        </w:rPr>
        <w:t>اب موسى عليہ السلام نے دوبارہ آواز سنى جو ان سے كہہ رہى تھى :'' واپس آ اور نہ ڈر توامان مي</w:t>
      </w:r>
      <w:r w:rsidR="007D6C9B">
        <w:rPr>
          <w:rtl/>
        </w:rPr>
        <w:t xml:space="preserve">ں </w:t>
      </w:r>
      <w:r>
        <w:rPr>
          <w:rtl/>
        </w:rPr>
        <w:t>ہے''_</w:t>
      </w:r>
      <w:r w:rsidRPr="00AD1EF3">
        <w:rPr>
          <w:rStyle w:val="libFootnotenumChar"/>
          <w:rtl/>
        </w:rPr>
        <w:t>(</w:t>
      </w:r>
      <w:r w:rsidR="00E664BB" w:rsidRPr="00AD1EF3">
        <w:rPr>
          <w:rStyle w:val="libFootnotenumChar"/>
          <w:rtl/>
        </w:rPr>
        <w:t>1</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بہرحال حضرت موسى عليہ السلام پر يہ حقيقت آشكار ہوگئي كہ درگاہ رب العزت مي</w:t>
      </w:r>
      <w:r w:rsidR="007D6C9B">
        <w:rPr>
          <w:rtl/>
        </w:rPr>
        <w:t xml:space="preserve">ں </w:t>
      </w:r>
      <w:r>
        <w:rPr>
          <w:rtl/>
        </w:rPr>
        <w:t>مطلق امن وامان ہے اور كسى قسم كے خوف وخطر كا مقام نہي</w:t>
      </w:r>
      <w:r w:rsidR="007D6C9B">
        <w:rPr>
          <w:rtl/>
        </w:rPr>
        <w:t xml:space="preserve">ں </w:t>
      </w:r>
      <w:r>
        <w:rPr>
          <w:rtl/>
        </w:rPr>
        <w:t xml:space="preserve">ہے_ </w:t>
      </w:r>
    </w:p>
    <w:p w:rsidR="00DE2D7F" w:rsidRDefault="00DE2D7F" w:rsidP="00D07B54">
      <w:pPr>
        <w:pStyle w:val="libNormal"/>
        <w:rPr>
          <w:rtl/>
        </w:rPr>
      </w:pPr>
    </w:p>
    <w:p w:rsidR="006538B0" w:rsidRDefault="00DE2D7F" w:rsidP="00D07B54">
      <w:pPr>
        <w:pStyle w:val="Heading2Center"/>
        <w:rPr>
          <w:rtl/>
        </w:rPr>
      </w:pPr>
      <w:bookmarkStart w:id="220" w:name="_Toc7268617"/>
      <w:r>
        <w:rPr>
          <w:rtl/>
        </w:rPr>
        <w:t>انذار و بشارت</w:t>
      </w:r>
      <w:bookmarkEnd w:id="220"/>
    </w:p>
    <w:p w:rsidR="00DE2D7F" w:rsidRDefault="00DE2D7F" w:rsidP="00D07B54">
      <w:pPr>
        <w:pStyle w:val="libNormal"/>
        <w:rPr>
          <w:rtl/>
        </w:rPr>
      </w:pPr>
      <w:r>
        <w:rPr>
          <w:rtl/>
        </w:rPr>
        <w:t xml:space="preserve"> حضرت موسى عليہ السلام كو جو معجزات عطا كئے گئے ان مي</w:t>
      </w:r>
      <w:r w:rsidR="007D6C9B">
        <w:rPr>
          <w:rtl/>
        </w:rPr>
        <w:t xml:space="preserve">ں </w:t>
      </w:r>
      <w:r>
        <w:rPr>
          <w:rtl/>
        </w:rPr>
        <w:t>سے پہلا معجزہ خوف كى علامت پر مشتمل تھا اس كے بعد موسى كو حكم ديا گيا كہ اب ايك دوسرا معجزہ حاصل كرو جو نورواميد كى علامت ہوگا اور يہ دونو</w:t>
      </w:r>
      <w:r w:rsidR="007D6C9B">
        <w:rPr>
          <w:rtl/>
        </w:rPr>
        <w:t xml:space="preserve">ں </w:t>
      </w:r>
      <w:r>
        <w:rPr>
          <w:rtl/>
        </w:rPr>
        <w:t xml:space="preserve">معجزہ گويا ''انذار اوربشارت'' تھے_ </w:t>
      </w:r>
    </w:p>
    <w:p w:rsidR="00DE2D7F" w:rsidRDefault="00DE2D7F" w:rsidP="00D07B54">
      <w:pPr>
        <w:pStyle w:val="libNormal"/>
        <w:rPr>
          <w:rtl/>
        </w:rPr>
      </w:pPr>
      <w:r>
        <w:rPr>
          <w:rtl/>
        </w:rPr>
        <w:t>موسى عليہ السلام كو حكم ديا گيا كہ'' اپنا ہاتھ اپنے گريبان مي</w:t>
      </w:r>
      <w:r w:rsidR="007D6C9B">
        <w:rPr>
          <w:rtl/>
        </w:rPr>
        <w:t xml:space="preserve">ں </w:t>
      </w:r>
      <w:r>
        <w:rPr>
          <w:rtl/>
        </w:rPr>
        <w:t>ڈالو اور باہر نكا،لو موسى عليہ السلام نے جب گريبان مي</w:t>
      </w:r>
      <w:r w:rsidR="007D6C9B">
        <w:rPr>
          <w:rtl/>
        </w:rPr>
        <w:t xml:space="preserve">ں </w:t>
      </w:r>
      <w:r>
        <w:rPr>
          <w:rtl/>
        </w:rPr>
        <w:t>سے ہاتھ باہر نكالا تو وہ سفيد تھا اور چمك رہا تھا اور اس مي</w:t>
      </w:r>
      <w:r w:rsidR="007D6C9B">
        <w:rPr>
          <w:rtl/>
        </w:rPr>
        <w:t xml:space="preserve">ں </w:t>
      </w:r>
      <w:r>
        <w:rPr>
          <w:rtl/>
        </w:rPr>
        <w:t>كوئي عيب اور نقص نہ تھا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حضرت موسى عليہ السلام كے ہاتھ مي</w:t>
      </w:r>
      <w:r w:rsidR="007D6C9B">
        <w:rPr>
          <w:rtl/>
        </w:rPr>
        <w:t xml:space="preserve">ں </w:t>
      </w:r>
      <w:r>
        <w:rPr>
          <w:rtl/>
        </w:rPr>
        <w:t xml:space="preserve">يہ سفيدى اور چمك كسى بيمارى (مثلا ''برص يا كوئي اس جيسى چيز) كى وجہ سے نہ تھى بلكہ يہ نور الہى تھا جو بالكل ايك نئي قسم كا تھا_ </w:t>
      </w:r>
    </w:p>
    <w:p w:rsidR="00DE2D7F" w:rsidRDefault="00DE2D7F" w:rsidP="00D07B54">
      <w:pPr>
        <w:pStyle w:val="libNormal"/>
        <w:rPr>
          <w:rtl/>
        </w:rPr>
      </w:pPr>
      <w:r>
        <w:rPr>
          <w:rtl/>
        </w:rPr>
        <w:t>جب حضرت موسى عليہ السلام نے اس سنسان كو ہسار اور اس تاريك رات مي</w:t>
      </w:r>
      <w:r w:rsidR="007D6C9B">
        <w:rPr>
          <w:rtl/>
        </w:rPr>
        <w:t xml:space="preserve">ں </w:t>
      </w:r>
      <w:r>
        <w:rPr>
          <w:rtl/>
        </w:rPr>
        <w:t xml:space="preserve">يہ دوخارق عادت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قصص آيت</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 البتہ قرآن كى بعض دوسرى آيات مي</w:t>
      </w:r>
      <w:r w:rsidR="007D6C9B">
        <w:rPr>
          <w:rtl/>
        </w:rPr>
        <w:t xml:space="preserve">ں </w:t>
      </w:r>
      <w:r>
        <w:rPr>
          <w:rtl/>
        </w:rPr>
        <w:t xml:space="preserve">'' ثعبان مبين'' (واضح ادھا) بھى كہا گيا ہے _(اعراف </w:t>
      </w:r>
      <w:r w:rsidR="00E664BB">
        <w:rPr>
          <w:rtl/>
        </w:rPr>
        <w:t>107</w:t>
      </w:r>
      <w:r>
        <w:rPr>
          <w:rtl/>
        </w:rPr>
        <w:t xml:space="preserve"> شعراء </w:t>
      </w:r>
      <w:r w:rsidR="00E664BB">
        <w:rPr>
          <w:rtl/>
        </w:rPr>
        <w:t>32</w:t>
      </w:r>
      <w:r>
        <w:rPr>
          <w:rtl/>
        </w:rPr>
        <w:t xml:space="preserve">) </w:t>
      </w:r>
    </w:p>
    <w:p w:rsidR="00DE2D7F" w:rsidRDefault="00DE2D7F" w:rsidP="00D07B54">
      <w:pPr>
        <w:pStyle w:val="libFootnote"/>
        <w:rPr>
          <w:rtl/>
        </w:rPr>
      </w:pPr>
      <w:r>
        <w:rPr>
          <w:rtl/>
        </w:rPr>
        <w:t>ہم نے قبل ازي</w:t>
      </w:r>
      <w:r w:rsidR="007D6C9B">
        <w:rPr>
          <w:rtl/>
        </w:rPr>
        <w:t xml:space="preserve">ں </w:t>
      </w:r>
      <w:r>
        <w:rPr>
          <w:rtl/>
        </w:rPr>
        <w:t>كہا ہے كہ اس سانپ كے لئے جو يہ دوالفاظ استعمال ہوئے ہي</w:t>
      </w:r>
      <w:r w:rsidR="007D6C9B">
        <w:rPr>
          <w:rtl/>
        </w:rPr>
        <w:t xml:space="preserve">ں </w:t>
      </w:r>
      <w:r>
        <w:rPr>
          <w:rtl/>
        </w:rPr>
        <w:t>ممكن ہے اس كى دو مختلف حالتو</w:t>
      </w:r>
      <w:r w:rsidR="007D6C9B">
        <w:rPr>
          <w:rtl/>
        </w:rPr>
        <w:t xml:space="preserve">ں </w:t>
      </w:r>
      <w:r>
        <w:rPr>
          <w:rtl/>
        </w:rPr>
        <w:t>كے لئے ہو</w:t>
      </w:r>
      <w:r w:rsidR="007D6C9B">
        <w:rPr>
          <w:rtl/>
        </w:rPr>
        <w:t xml:space="preserve">ں </w:t>
      </w:r>
      <w:r>
        <w:rPr>
          <w:rtl/>
        </w:rPr>
        <w:t>كہ ابتدا مي</w:t>
      </w:r>
      <w:r w:rsidR="007D6C9B">
        <w:rPr>
          <w:rtl/>
        </w:rPr>
        <w:t xml:space="preserve">ں </w:t>
      </w:r>
      <w:r>
        <w:rPr>
          <w:rtl/>
        </w:rPr>
        <w:t>وہ چھوٹا سا ہو اور پھر ايك بڑا ادھا بن گيا ہو اس مقام پر يہ احتمال بھى ہوسكتا ہے كہ موسى نے جب واوي طور مي</w:t>
      </w:r>
      <w:r w:rsidR="007D6C9B">
        <w:rPr>
          <w:rtl/>
        </w:rPr>
        <w:t xml:space="preserve">ں </w:t>
      </w:r>
      <w:r>
        <w:rPr>
          <w:rtl/>
        </w:rPr>
        <w:t xml:space="preserve">اسے پہلى بار ديكھا تو چھوٹا سا سانپ تھا، رفتہ رفتہ وہ بڑا ہوگيا _ </w:t>
      </w:r>
    </w:p>
    <w:p w:rsidR="00DE2D7F" w:rsidRDefault="00DE2D7F" w:rsidP="00D07B54">
      <w:pPr>
        <w:pStyle w:val="libFootnote"/>
        <w:rPr>
          <w:rtl/>
        </w:rPr>
      </w:pPr>
      <w:r>
        <w:rPr>
          <w:rtl/>
        </w:rPr>
        <w:t>(</w:t>
      </w:r>
      <w:r w:rsidR="00E664BB">
        <w:rPr>
          <w:rtl/>
        </w:rPr>
        <w:t>3</w:t>
      </w:r>
      <w:r>
        <w:rPr>
          <w:rtl/>
        </w:rPr>
        <w:t>)سورہ قصص آيت</w:t>
      </w:r>
      <w:r w:rsidR="00E664BB">
        <w:rPr>
          <w:rtl/>
        </w:rPr>
        <w:t>31</w:t>
      </w:r>
      <w:r>
        <w:rPr>
          <w:rtl/>
        </w:rPr>
        <w:t xml:space="preserve"> </w:t>
      </w:r>
    </w:p>
    <w:p w:rsidR="006538B0"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اور خلاف معمول چيزي</w:t>
      </w:r>
      <w:r w:rsidR="007D6C9B">
        <w:rPr>
          <w:rtl/>
        </w:rPr>
        <w:t xml:space="preserve">ں </w:t>
      </w:r>
      <w:r>
        <w:rPr>
          <w:rtl/>
        </w:rPr>
        <w:t>ديكھي</w:t>
      </w:r>
      <w:r w:rsidR="007D6C9B">
        <w:rPr>
          <w:rtl/>
        </w:rPr>
        <w:t xml:space="preserve">ں </w:t>
      </w:r>
      <w:r>
        <w:rPr>
          <w:rtl/>
        </w:rPr>
        <w:t>تو ان پر لرزہ طارى ہوگيا، چنانچہ اس لئے كہ ان كا اطمينان قلب واپس اجائے انھي</w:t>
      </w:r>
      <w:r w:rsidR="007D6C9B">
        <w:rPr>
          <w:rtl/>
        </w:rPr>
        <w:t xml:space="preserve">ں </w:t>
      </w:r>
      <w:r>
        <w:rPr>
          <w:rtl/>
        </w:rPr>
        <w:t>حكم ديا گيا كہ'' اپنے سينے پر اپنا ہاتھ پھري</w:t>
      </w:r>
      <w:r w:rsidR="007D6C9B">
        <w:rPr>
          <w:rtl/>
        </w:rPr>
        <w:t xml:space="preserve">ں </w:t>
      </w:r>
      <w:r>
        <w:rPr>
          <w:rtl/>
        </w:rPr>
        <w:t>تاكہ دل كو راحت ہوجائے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موسى عليہ السلام نے پھروہى صدا سنى جو كہہ رہى تھى :'' خدا كى طرف سے تجھے يہ دودليلي</w:t>
      </w:r>
      <w:r w:rsidR="007D6C9B">
        <w:rPr>
          <w:rtl/>
        </w:rPr>
        <w:t xml:space="preserve">ں </w:t>
      </w:r>
      <w:r>
        <w:rPr>
          <w:rtl/>
        </w:rPr>
        <w:t>فرعون اور اس كے ساتھيو</w:t>
      </w:r>
      <w:r w:rsidR="007D6C9B">
        <w:rPr>
          <w:rtl/>
        </w:rPr>
        <w:t xml:space="preserve">ں </w:t>
      </w:r>
      <w:r>
        <w:rPr>
          <w:rtl/>
        </w:rPr>
        <w:t>كے مقابلے كے لئے دى جارى ہي</w:t>
      </w:r>
      <w:r w:rsidR="007D6C9B">
        <w:rPr>
          <w:rtl/>
        </w:rPr>
        <w:t xml:space="preserve">ں </w:t>
      </w:r>
      <w:r>
        <w:rPr>
          <w:rtl/>
        </w:rPr>
        <w:t>كيونكہ وہ سب لوگ فاسق تھے اور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جى ہا</w:t>
      </w:r>
      <w:r w:rsidR="007D6C9B">
        <w:rPr>
          <w:rtl/>
        </w:rPr>
        <w:t xml:space="preserve">ں </w:t>
      </w:r>
      <w:r>
        <w:rPr>
          <w:rtl/>
        </w:rPr>
        <w:t>يہ لوگ خدا كى طاعت سے نكل گئے ہي</w:t>
      </w:r>
      <w:r w:rsidR="007D6C9B">
        <w:rPr>
          <w:rtl/>
        </w:rPr>
        <w:t xml:space="preserve">ں </w:t>
      </w:r>
      <w:r>
        <w:rPr>
          <w:rtl/>
        </w:rPr>
        <w:t>اور سركشى كى انتہا تك جاپہنچے ہي</w:t>
      </w:r>
      <w:r w:rsidR="007D6C9B">
        <w:rPr>
          <w:rtl/>
        </w:rPr>
        <w:t xml:space="preserve">ں </w:t>
      </w:r>
      <w:r>
        <w:rPr>
          <w:rtl/>
        </w:rPr>
        <w:t>تمہارا فرض ہے كہ انھي</w:t>
      </w:r>
      <w:r w:rsidR="007D6C9B">
        <w:rPr>
          <w:rtl/>
        </w:rPr>
        <w:t xml:space="preserve">ں </w:t>
      </w:r>
      <w:r>
        <w:rPr>
          <w:rtl/>
        </w:rPr>
        <w:t>نصيحت كرو اور راہ راست كى تبلغ كرو اور اگر وہ تمہارى بات نہ ماني</w:t>
      </w:r>
      <w:r w:rsidR="007D6C9B">
        <w:rPr>
          <w:rtl/>
        </w:rPr>
        <w:t xml:space="preserve">ں </w:t>
      </w:r>
      <w:r>
        <w:rPr>
          <w:rtl/>
        </w:rPr>
        <w:t xml:space="preserve">تو ان سے جنگ كرو_ </w:t>
      </w:r>
    </w:p>
    <w:p w:rsidR="006538B0" w:rsidRDefault="00DE2D7F" w:rsidP="00D07B54">
      <w:pPr>
        <w:pStyle w:val="Heading2Center"/>
        <w:rPr>
          <w:rtl/>
        </w:rPr>
      </w:pPr>
      <w:bookmarkStart w:id="221" w:name="_Toc7268618"/>
      <w:r>
        <w:rPr>
          <w:rtl/>
        </w:rPr>
        <w:t>كاميابى كے اسباب كى درخواست</w:t>
      </w:r>
      <w:bookmarkEnd w:id="221"/>
    </w:p>
    <w:p w:rsidR="00DE2D7F" w:rsidRDefault="00DE2D7F" w:rsidP="00D07B54">
      <w:pPr>
        <w:pStyle w:val="libNormal"/>
        <w:rPr>
          <w:rtl/>
        </w:rPr>
      </w:pPr>
      <w:r>
        <w:rPr>
          <w:rtl/>
        </w:rPr>
        <w:t xml:space="preserve"> موسى عليہ السلام اس قسم كى سنگين مامورريت پر نہ صرف گھبرائے نہي</w:t>
      </w:r>
      <w:r w:rsidR="007D6C9B">
        <w:rPr>
          <w:rtl/>
        </w:rPr>
        <w:t xml:space="preserve">ں </w:t>
      </w:r>
      <w:r>
        <w:rPr>
          <w:rtl/>
        </w:rPr>
        <w:t>،بلكہ معمولى سى تخفيف كےلئے بھى خدا سے درخواست نہ كي، اور كھلے دل سے اس كا استقبال كيا ،زيادہ سے زيادہ اس ماموريت كے سلسلے مي</w:t>
      </w:r>
      <w:r w:rsidR="007D6C9B">
        <w:rPr>
          <w:rtl/>
        </w:rPr>
        <w:t xml:space="preserve">ں </w:t>
      </w:r>
      <w:r>
        <w:rPr>
          <w:rtl/>
        </w:rPr>
        <w:t>كاميابى كے وسائل كى خدا سے درخواست كى اور چونكہ كاميابى كا پلااور ذريعہ، عظيم روح، فكر بلند اور عقل توانا ہے، اور دوسرے لفظو</w:t>
      </w:r>
      <w:r w:rsidR="007D6C9B">
        <w:rPr>
          <w:rtl/>
        </w:rPr>
        <w:t xml:space="preserve">ں </w:t>
      </w:r>
      <w:r>
        <w:rPr>
          <w:rtl/>
        </w:rPr>
        <w:t>مي</w:t>
      </w:r>
      <w:r w:rsidR="007D6C9B">
        <w:rPr>
          <w:rtl/>
        </w:rPr>
        <w:t xml:space="preserve">ں </w:t>
      </w:r>
      <w:r>
        <w:rPr>
          <w:rtl/>
        </w:rPr>
        <w:t>سينہ كى كشاد گى وشرح صدر ہے لہذا ''عرض كيا ميرے پروردگار ميرا سينہ كشادہ كردے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ہا</w:t>
      </w:r>
      <w:r w:rsidR="007D6C9B">
        <w:rPr>
          <w:rtl/>
        </w:rPr>
        <w:t xml:space="preserve">ں </w:t>
      </w:r>
      <w:r>
        <w:rPr>
          <w:rtl/>
        </w:rPr>
        <w:t xml:space="preserve">، ايك رہبر انقلاب كا سب سے اولين سرمايہ ، كشادہ دلى ، فراوان حوصلہ، استقامت وبرد بارى اور مشكلات كے بوجھ كو اٹھاناہے _ </w:t>
      </w:r>
    </w:p>
    <w:p w:rsidR="00DE2D7F" w:rsidRDefault="00DE2D7F" w:rsidP="00D07B54">
      <w:pPr>
        <w:pStyle w:val="libNormal"/>
        <w:rPr>
          <w:rtl/>
        </w:rPr>
      </w:pPr>
      <w:r>
        <w:rPr>
          <w:rtl/>
        </w:rPr>
        <w:t>اور چونكہ اس راستے مي</w:t>
      </w:r>
      <w:r w:rsidR="007D6C9B">
        <w:rPr>
          <w:rtl/>
        </w:rPr>
        <w:t xml:space="preserve">ں </w:t>
      </w:r>
      <w:r>
        <w:rPr>
          <w:rtl/>
        </w:rPr>
        <w:t>بے شمار مشكلات ہي</w:t>
      </w:r>
      <w:r w:rsidR="007D6C9B">
        <w:rPr>
          <w:rtl/>
        </w:rPr>
        <w:t xml:space="preserve">ں </w:t>
      </w:r>
      <w:r>
        <w:rPr>
          <w:rtl/>
        </w:rPr>
        <w:t>، جو خدا كے لطف وكرم كے بغير حل نہي</w:t>
      </w:r>
      <w:r w:rsidR="007D6C9B">
        <w:rPr>
          <w:rtl/>
        </w:rPr>
        <w:t xml:space="preserve">ں </w:t>
      </w:r>
      <w:r>
        <w:rPr>
          <w:rtl/>
        </w:rPr>
        <w:t>ہوتي</w:t>
      </w:r>
      <w:r w:rsidR="007D6C9B">
        <w:rPr>
          <w:rtl/>
        </w:rPr>
        <w:t xml:space="preserve">ں </w:t>
      </w:r>
      <w:r>
        <w:rPr>
          <w:rtl/>
        </w:rPr>
        <w:t>، لہذا خدا سے دوسرا سوال يہ كيا كہ ميرے كامو</w:t>
      </w:r>
      <w:r w:rsidR="007D6C9B">
        <w:rPr>
          <w:rtl/>
        </w:rPr>
        <w:t xml:space="preserve">ں </w:t>
      </w:r>
      <w:r>
        <w:rPr>
          <w:rtl/>
        </w:rPr>
        <w:t>كو مجھ پر آسان كردے اور مشكلات كو راستے سے ہٹادے آپ نے عرض كيا : ''ميرے كام كو آسان كردے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قصص آيت </w:t>
      </w:r>
      <w:r w:rsidR="00E664BB">
        <w:rPr>
          <w:rtl/>
        </w:rPr>
        <w:t>32</w:t>
      </w:r>
      <w:r>
        <w:rPr>
          <w:rtl/>
        </w:rPr>
        <w:t xml:space="preserve"> </w:t>
      </w:r>
    </w:p>
    <w:p w:rsidR="00DE2D7F" w:rsidRDefault="00DE2D7F" w:rsidP="00D07B54">
      <w:pPr>
        <w:pStyle w:val="libFootnote"/>
        <w:rPr>
          <w:rtl/>
        </w:rPr>
      </w:pPr>
      <w:r>
        <w:rPr>
          <w:rtl/>
        </w:rPr>
        <w:t>(</w:t>
      </w:r>
      <w:r w:rsidR="00E664BB">
        <w:rPr>
          <w:rtl/>
        </w:rPr>
        <w:t>2</w:t>
      </w:r>
      <w:r>
        <w:rPr>
          <w:rtl/>
        </w:rPr>
        <w:t xml:space="preserve">)سورہ قصص آيت </w:t>
      </w:r>
      <w:r w:rsidR="00E664BB">
        <w:rPr>
          <w:rtl/>
        </w:rPr>
        <w:t>32</w:t>
      </w:r>
      <w:r>
        <w:rPr>
          <w:rtl/>
        </w:rPr>
        <w:t xml:space="preserve"> </w:t>
      </w:r>
    </w:p>
    <w:p w:rsidR="00DE2D7F" w:rsidRDefault="00DE2D7F" w:rsidP="00D07B54">
      <w:pPr>
        <w:pStyle w:val="libFootnote"/>
        <w:rPr>
          <w:rtl/>
        </w:rPr>
      </w:pPr>
      <w:r>
        <w:rPr>
          <w:rtl/>
        </w:rPr>
        <w:t>(</w:t>
      </w:r>
      <w:r w:rsidR="00E664BB">
        <w:rPr>
          <w:rtl/>
        </w:rPr>
        <w:t>3</w:t>
      </w:r>
      <w:r>
        <w:rPr>
          <w:rtl/>
        </w:rPr>
        <w:t>)سورہ طہ آيت</w:t>
      </w:r>
      <w:r w:rsidR="00E664BB">
        <w:rPr>
          <w:rtl/>
        </w:rPr>
        <w:t>23</w:t>
      </w:r>
      <w:r>
        <w:rPr>
          <w:rtl/>
        </w:rPr>
        <w:t xml:space="preserve"> </w:t>
      </w:r>
    </w:p>
    <w:p w:rsidR="00DE2D7F" w:rsidRDefault="00DE2D7F" w:rsidP="00D07B54">
      <w:pPr>
        <w:pStyle w:val="libFootnote"/>
        <w:rPr>
          <w:rtl/>
        </w:rPr>
      </w:pPr>
      <w:r>
        <w:rPr>
          <w:rtl/>
        </w:rPr>
        <w:t>(</w:t>
      </w:r>
      <w:r w:rsidR="00E664BB">
        <w:rPr>
          <w:rtl/>
        </w:rPr>
        <w:t>4</w:t>
      </w:r>
      <w:r>
        <w:rPr>
          <w:rtl/>
        </w:rPr>
        <w:t>)سورہ طہ آيت</w:t>
      </w:r>
      <w:r w:rsidR="00E664BB">
        <w:rPr>
          <w:rtl/>
        </w:rPr>
        <w:t>27</w:t>
      </w:r>
      <w:r>
        <w:rPr>
          <w:rtl/>
        </w:rPr>
        <w:t xml:space="preserve"> </w:t>
      </w:r>
    </w:p>
    <w:p w:rsidR="006538B0"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كے بعد جناب موسى عليہ السلام نے زيادہ سے زيادہ قوت بيان كا تقاضا كيا كہنے لگے:'' ميرى زبان كى گرہ كھول دے''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ٹھيك ہے كہ شرح صدر كا ہونا بہت اہم بات ہے ، ليكن يہ سرمايہ اسى صورت مي</w:t>
      </w:r>
      <w:r w:rsidR="007D6C9B">
        <w:rPr>
          <w:rtl/>
        </w:rPr>
        <w:t xml:space="preserve">ں </w:t>
      </w:r>
      <w:r>
        <w:rPr>
          <w:rtl/>
        </w:rPr>
        <w:t>كام دے سكتا ہے جب اس كو ظاہر كرنے كى قدرت بھى كامل طور پر موجود ہو، اسى بناء پر جناب موسى عليہ السلام نے شرح صدر اور ركاوٹو</w:t>
      </w:r>
      <w:r w:rsidR="007D6C9B">
        <w:rPr>
          <w:rtl/>
        </w:rPr>
        <w:t xml:space="preserve">ں </w:t>
      </w:r>
      <w:r>
        <w:rPr>
          <w:rtl/>
        </w:rPr>
        <w:t>كے دور ہونے كى در خواستو</w:t>
      </w:r>
      <w:r w:rsidR="007D6C9B">
        <w:rPr>
          <w:rtl/>
        </w:rPr>
        <w:t xml:space="preserve">ں </w:t>
      </w:r>
      <w:r>
        <w:rPr>
          <w:rtl/>
        </w:rPr>
        <w:t xml:space="preserve">كے بعد يہ تقاضا كيا كہ خدا ان كى زبان كى گرہ كھول دے _ </w:t>
      </w:r>
    </w:p>
    <w:p w:rsidR="00DE2D7F" w:rsidRDefault="00DE2D7F" w:rsidP="00D07B54">
      <w:pPr>
        <w:pStyle w:val="libNormal"/>
        <w:rPr>
          <w:rtl/>
        </w:rPr>
      </w:pPr>
      <w:r>
        <w:rPr>
          <w:rtl/>
        </w:rPr>
        <w:t>اور خصوصيت كے ساتھ اس كى علت يہ بيان كى :'' تاكہ وہ ميرى باتو</w:t>
      </w:r>
      <w:r w:rsidR="007D6C9B">
        <w:rPr>
          <w:rtl/>
        </w:rPr>
        <w:t xml:space="preserve">ں </w:t>
      </w:r>
      <w:r>
        <w:rPr>
          <w:rtl/>
        </w:rPr>
        <w:t>كو سمجھي</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جملہ حقيقت مي</w:t>
      </w:r>
      <w:r w:rsidR="007D6C9B">
        <w:rPr>
          <w:rtl/>
        </w:rPr>
        <w:t xml:space="preserve">ں </w:t>
      </w:r>
      <w:r>
        <w:rPr>
          <w:rtl/>
        </w:rPr>
        <w:t>پہلى بات كى تفسير كرر ہاہے اس سے يہ بات واضح ہورہى ہے كہ زبان كى گرہ كے كھلنے سے مراد يہ نہ تھى كہ موسى عليہ السلام كى زبان مي</w:t>
      </w:r>
      <w:r w:rsidR="007D6C9B">
        <w:rPr>
          <w:rtl/>
        </w:rPr>
        <w:t xml:space="preserve">ں </w:t>
      </w:r>
      <w:r>
        <w:rPr>
          <w:rtl/>
        </w:rPr>
        <w:t>بچپنے مي</w:t>
      </w:r>
      <w:r w:rsidR="007D6C9B">
        <w:rPr>
          <w:rtl/>
        </w:rPr>
        <w:t xml:space="preserve">ں </w:t>
      </w:r>
      <w:r>
        <w:rPr>
          <w:rtl/>
        </w:rPr>
        <w:t>جل جانے كى وجہ سے كوئي لكنت آگئي تھى (جيسا كہ بعض مفسرين نے ابن عباس سے نقل كيا ہے)بلكہ اس سے گفتگو مي</w:t>
      </w:r>
      <w:r w:rsidR="007D6C9B">
        <w:rPr>
          <w:rtl/>
        </w:rPr>
        <w:t xml:space="preserve">ں </w:t>
      </w:r>
      <w:r>
        <w:rPr>
          <w:rtl/>
        </w:rPr>
        <w:t>ايسى ركاوٹ ہے جو سننے والے كے لئے سمجھنے مي</w:t>
      </w:r>
      <w:r w:rsidR="007D6C9B">
        <w:rPr>
          <w:rtl/>
        </w:rPr>
        <w:t xml:space="preserve">ں </w:t>
      </w:r>
      <w:r>
        <w:rPr>
          <w:rtl/>
        </w:rPr>
        <w:t>مانع ہوتى ہے يعنى مي</w:t>
      </w:r>
      <w:r w:rsidR="007D6C9B">
        <w:rPr>
          <w:rtl/>
        </w:rPr>
        <w:t xml:space="preserve">ں </w:t>
      </w:r>
      <w:r>
        <w:rPr>
          <w:rtl/>
        </w:rPr>
        <w:t>ايسى فصيح وبليغ اور ذہن مي</w:t>
      </w:r>
      <w:r w:rsidR="007D6C9B">
        <w:rPr>
          <w:rtl/>
        </w:rPr>
        <w:t xml:space="preserve">ں </w:t>
      </w:r>
      <w:r>
        <w:rPr>
          <w:rtl/>
        </w:rPr>
        <w:t>بيٹھ جانے والى گفتگو كرو</w:t>
      </w:r>
      <w:r w:rsidR="007D6C9B">
        <w:rPr>
          <w:rtl/>
        </w:rPr>
        <w:t xml:space="preserve">ں </w:t>
      </w:r>
      <w:r>
        <w:rPr>
          <w:rtl/>
        </w:rPr>
        <w:t xml:space="preserve">گہ ہر سننے والا ميرا مقصد اچھى طرح سے سمجھ لے _ </w:t>
      </w:r>
    </w:p>
    <w:p w:rsidR="006538B0" w:rsidRDefault="00DE2D7F" w:rsidP="00D07B54">
      <w:pPr>
        <w:pStyle w:val="Heading2Center"/>
        <w:rPr>
          <w:rtl/>
        </w:rPr>
      </w:pPr>
      <w:bookmarkStart w:id="222" w:name="_Toc7268619"/>
      <w:r>
        <w:rPr>
          <w:rtl/>
        </w:rPr>
        <w:t>ميرا بھائي ميراناصر ومددگار</w:t>
      </w:r>
      <w:bookmarkEnd w:id="222"/>
    </w:p>
    <w:p w:rsidR="00DE2D7F" w:rsidRDefault="00DE2D7F" w:rsidP="00D07B54">
      <w:pPr>
        <w:pStyle w:val="libNormal"/>
        <w:rPr>
          <w:rtl/>
        </w:rPr>
      </w:pPr>
      <w:r>
        <w:rPr>
          <w:rtl/>
        </w:rPr>
        <w:t xml:space="preserve"> بہرحال ايك كامياب رہبر ورہنما وہ ہوتا ہے كہ جو سعي ، فكر اور قدرت روح كے علاووہ ايسى فصيح وبليغ گفتگو كرسكے كہ جو ہر قسم كے ابہام اور نارسائي سے پاك ہو _ </w:t>
      </w:r>
    </w:p>
    <w:p w:rsidR="00DE2D7F" w:rsidRDefault="00DE2D7F" w:rsidP="00D07B54">
      <w:pPr>
        <w:pStyle w:val="libNormal"/>
        <w:rPr>
          <w:rtl/>
        </w:rPr>
      </w:pPr>
      <w:r>
        <w:rPr>
          <w:rtl/>
        </w:rPr>
        <w:t>نيز اس بار سنگين كے لئے _ يعنى رسالت الہي، رہبرى بشر اور طاغوتو</w:t>
      </w:r>
      <w:r w:rsidR="007D6C9B">
        <w:rPr>
          <w:rtl/>
        </w:rPr>
        <w:t xml:space="preserve">ں </w:t>
      </w:r>
      <w:r>
        <w:rPr>
          <w:rtl/>
        </w:rPr>
        <w:t>اور جابرو</w:t>
      </w:r>
      <w:r w:rsidR="007D6C9B">
        <w:rPr>
          <w:rtl/>
        </w:rPr>
        <w:t xml:space="preserve">ں </w:t>
      </w:r>
      <w:r>
        <w:rPr>
          <w:rtl/>
        </w:rPr>
        <w:t>كے ساتھ مقابلے كے لئے يارومددگار كى ضرورت ہے اور يہ كام تنہاانجام دينا ممكن نہي</w:t>
      </w:r>
      <w:r w:rsidR="007D6C9B">
        <w:rPr>
          <w:rtl/>
        </w:rPr>
        <w:t xml:space="preserve">ں </w:t>
      </w:r>
      <w:r>
        <w:rPr>
          <w:rtl/>
        </w:rPr>
        <w:t xml:space="preserve">ہے لہذا حضرت موسى (ع) نے پروردگار سے جو چوتھى درخواست كى : </w:t>
      </w:r>
    </w:p>
    <w:p w:rsidR="00DE2D7F" w:rsidRDefault="00DE2D7F" w:rsidP="00D07B54">
      <w:pPr>
        <w:pStyle w:val="libNormal"/>
        <w:rPr>
          <w:rtl/>
        </w:rPr>
      </w:pPr>
      <w:r>
        <w:rPr>
          <w:rtl/>
        </w:rPr>
        <w:t>''خداونداميرے لئے ميرے خاندان مي</w:t>
      </w:r>
      <w:r w:rsidR="007D6C9B">
        <w:rPr>
          <w:rtl/>
        </w:rPr>
        <w:t xml:space="preserve">ں </w:t>
      </w:r>
      <w:r>
        <w:rPr>
          <w:rtl/>
        </w:rPr>
        <w:t>سے ايك وزيراور مددگار قراردے''_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طہ آيت</w:t>
      </w:r>
      <w:r w:rsidR="00E664BB">
        <w:rPr>
          <w:rtl/>
        </w:rPr>
        <w:t>27</w:t>
      </w:r>
      <w:r>
        <w:rPr>
          <w:rtl/>
        </w:rPr>
        <w:t xml:space="preserve"> </w:t>
      </w:r>
    </w:p>
    <w:p w:rsidR="00DE2D7F" w:rsidRDefault="00DE2D7F" w:rsidP="00D07B54">
      <w:pPr>
        <w:pStyle w:val="libFootnote"/>
        <w:rPr>
          <w:rtl/>
        </w:rPr>
      </w:pPr>
      <w:r>
        <w:rPr>
          <w:rtl/>
        </w:rPr>
        <w:t>(</w:t>
      </w:r>
      <w:r w:rsidR="00E664BB">
        <w:rPr>
          <w:rtl/>
        </w:rPr>
        <w:t>2</w:t>
      </w:r>
      <w:r>
        <w:rPr>
          <w:rtl/>
        </w:rPr>
        <w:t>)سورہ طہ آيت</w:t>
      </w:r>
      <w:r w:rsidR="00E664BB">
        <w:rPr>
          <w:rtl/>
        </w:rPr>
        <w:t>28</w:t>
      </w:r>
      <w:r>
        <w:rPr>
          <w:rtl/>
        </w:rPr>
        <w:t xml:space="preserve"> </w:t>
      </w:r>
    </w:p>
    <w:p w:rsidR="00DE2D7F" w:rsidRDefault="00DE2D7F" w:rsidP="00D07B54">
      <w:pPr>
        <w:pStyle w:val="libFootnote"/>
        <w:rPr>
          <w:rtl/>
        </w:rPr>
      </w:pPr>
      <w:r>
        <w:rPr>
          <w:rtl/>
        </w:rPr>
        <w:t>(</w:t>
      </w:r>
      <w:r w:rsidR="00E664BB">
        <w:rPr>
          <w:rtl/>
        </w:rPr>
        <w:t>3</w:t>
      </w:r>
      <w:r>
        <w:rPr>
          <w:rtl/>
        </w:rPr>
        <w:t>)سورہ طہ آيت</w:t>
      </w:r>
      <w:r w:rsidR="00E664BB">
        <w:rPr>
          <w:rtl/>
        </w:rPr>
        <w:t>2</w:t>
      </w:r>
      <w:r w:rsidR="00E44785">
        <w:rPr>
          <w:rtl/>
        </w:rPr>
        <w:t>9</w:t>
      </w:r>
      <w:r>
        <w:rPr>
          <w:rtl/>
        </w:rPr>
        <w:t xml:space="preserve"> </w:t>
      </w:r>
    </w:p>
    <w:p w:rsidR="006538B0"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البتہ يہ بات كہ حضرت موسى عليہ السلام تقاضا كررہے ہي</w:t>
      </w:r>
      <w:r w:rsidR="007D6C9B">
        <w:rPr>
          <w:rtl/>
        </w:rPr>
        <w:t xml:space="preserve">ں </w:t>
      </w:r>
      <w:r>
        <w:rPr>
          <w:rtl/>
        </w:rPr>
        <w:t>كہ يہ وزير ان ہى كے خاندان سے ہو، اس كى دليل واضح ہے چونكہ اس كے بارے مي</w:t>
      </w:r>
      <w:r w:rsidR="007D6C9B">
        <w:rPr>
          <w:rtl/>
        </w:rPr>
        <w:t xml:space="preserve">ں </w:t>
      </w:r>
      <w:r>
        <w:rPr>
          <w:rtl/>
        </w:rPr>
        <w:t>معرفت اور شناخت بھى زيادہ ہوگى اور اس كى ہمدرديا</w:t>
      </w:r>
      <w:r w:rsidR="007D6C9B">
        <w:rPr>
          <w:rtl/>
        </w:rPr>
        <w:t xml:space="preserve">ں </w:t>
      </w:r>
      <w:r>
        <w:rPr>
          <w:rtl/>
        </w:rPr>
        <w:t>بھى دوسرو</w:t>
      </w:r>
      <w:r w:rsidR="007D6C9B">
        <w:rPr>
          <w:rtl/>
        </w:rPr>
        <w:t xml:space="preserve">ں </w:t>
      </w:r>
      <w:r>
        <w:rPr>
          <w:rtl/>
        </w:rPr>
        <w:t>كى نسبت زيادہ ہو</w:t>
      </w:r>
      <w:r w:rsidR="007D6C9B">
        <w:rPr>
          <w:rtl/>
        </w:rPr>
        <w:t xml:space="preserve">ں </w:t>
      </w:r>
      <w:r>
        <w:rPr>
          <w:rtl/>
        </w:rPr>
        <w:t>گى كتنى اچھى بات ہے كہ انسان كسى ايسے شخص كو اپنا شريك كار بنائے كہ جو روحانى اور جسمانى رشتو</w:t>
      </w:r>
      <w:r w:rsidR="007D6C9B">
        <w:rPr>
          <w:rtl/>
        </w:rPr>
        <w:t xml:space="preserve">ں </w:t>
      </w:r>
      <w:r>
        <w:rPr>
          <w:rtl/>
        </w:rPr>
        <w:t xml:space="preserve">كے حوالے سے اس سے مربوط ہو_ </w:t>
      </w:r>
    </w:p>
    <w:p w:rsidR="00DE2D7F" w:rsidRDefault="00DE2D7F" w:rsidP="00D07B54">
      <w:pPr>
        <w:pStyle w:val="libNormal"/>
        <w:rPr>
          <w:rtl/>
        </w:rPr>
      </w:pPr>
      <w:r>
        <w:rPr>
          <w:rtl/>
        </w:rPr>
        <w:t>اس كے بعد خصوصى التماس كے بعد خصوصى طور پر اپنے بھائي كى طرف اشارہ كرتے ہوئے عرض كيا : ''يہ ذمہ دارى ميرے بھائي ہارون كے سپرد كردے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ہارون بعض مفسرين كے قول كے مطابق حضرت موسى عليہ السلام كے بڑے بھائي تھے اور ان سے تين سال بڑے تھے بلند قامت فصيح البيان اور اعلى علمى قابليت كے مالك تھے، انہو</w:t>
      </w:r>
      <w:r w:rsidR="007D6C9B">
        <w:rPr>
          <w:rtl/>
        </w:rPr>
        <w:t xml:space="preserve">ں </w:t>
      </w:r>
      <w:r>
        <w:rPr>
          <w:rtl/>
        </w:rPr>
        <w:t>نے حضرت موسى عليہ السلام كى وفات سے تين سال پہلے رحلت فرمائي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اور وہ نور اور باطنى روشنى كے بھى حامل تھے، اور حق وباطل مي</w:t>
      </w:r>
      <w:r w:rsidR="007D6C9B">
        <w:rPr>
          <w:rtl/>
        </w:rPr>
        <w:t xml:space="preserve">ں </w:t>
      </w:r>
      <w:r>
        <w:rPr>
          <w:rtl/>
        </w:rPr>
        <w:t>خوب تميز بھى ركھتے تھے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آخرى بات يہ ہے كہ وہ ايك ايسے پيغمبر تھے جنہي</w:t>
      </w:r>
      <w:r w:rsidR="007D6C9B">
        <w:rPr>
          <w:rtl/>
        </w:rPr>
        <w:t xml:space="preserve">ں </w:t>
      </w:r>
      <w:r>
        <w:rPr>
          <w:rtl/>
        </w:rPr>
        <w:t>خدا نے اپنى رحمت سے موسى عليہ السلام كو بخشا تھا_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وہ اس بھارى ذمہ دارى كى انجام دہى مي</w:t>
      </w:r>
      <w:r w:rsidR="007D6C9B">
        <w:rPr>
          <w:rtl/>
        </w:rPr>
        <w:t xml:space="preserve">ں </w:t>
      </w:r>
      <w:r>
        <w:rPr>
          <w:rtl/>
        </w:rPr>
        <w:t xml:space="preserve">اپنے بھائي موسى عليہ السلام كے دوش بدوش مصروف كار ہے _ </w:t>
      </w:r>
    </w:p>
    <w:p w:rsidR="00DE2D7F" w:rsidRDefault="00DE2D7F" w:rsidP="00D07B54">
      <w:pPr>
        <w:pStyle w:val="libNormal"/>
        <w:rPr>
          <w:rtl/>
        </w:rPr>
      </w:pPr>
      <w:r>
        <w:rPr>
          <w:rtl/>
        </w:rPr>
        <w:t>يہ ٹھيك ہے كہ موسى عليہ السلام نے اس اندھيرى رات مي</w:t>
      </w:r>
      <w:r w:rsidR="007D6C9B">
        <w:rPr>
          <w:rtl/>
        </w:rPr>
        <w:t xml:space="preserve">ں </w:t>
      </w:r>
      <w:r>
        <w:rPr>
          <w:rtl/>
        </w:rPr>
        <w:t xml:space="preserve">، اس وادي مقدس كے اندر، جب خدا سے فرمان رسالت كے ملنے كے وقت يہ تقاضا كيا ، تو وہ اس وقت دس سال سے بھى زيادہ اپنے وطن سے دور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طہ آيت</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 xml:space="preserve">)جيسا كہ سورہ مومنون كى آيہ </w:t>
      </w:r>
      <w:r w:rsidR="00E664BB">
        <w:rPr>
          <w:rtl/>
        </w:rPr>
        <w:t>45</w:t>
      </w:r>
      <w:r>
        <w:rPr>
          <w:rtl/>
        </w:rPr>
        <w:t xml:space="preserve"> مي</w:t>
      </w:r>
      <w:r w:rsidR="007D6C9B">
        <w:rPr>
          <w:rtl/>
        </w:rPr>
        <w:t xml:space="preserve">ں </w:t>
      </w:r>
      <w:r>
        <w:rPr>
          <w:rtl/>
        </w:rPr>
        <w:t>بيان ہوا ہے : (</w:t>
      </w:r>
      <w:r w:rsidRPr="004B41BF">
        <w:rPr>
          <w:rStyle w:val="libFootnoteAieChar"/>
          <w:rtl/>
        </w:rPr>
        <w:t>ثم ارسلنا موسى واخا</w:t>
      </w:r>
      <w:r w:rsidR="003E5058" w:rsidRPr="007F58D3">
        <w:rPr>
          <w:rStyle w:val="libFootnoteAieChar"/>
          <w:rFonts w:hint="cs"/>
          <w:rtl/>
        </w:rPr>
        <w:t>ه</w:t>
      </w:r>
      <w:r w:rsidRPr="004B41BF">
        <w:rPr>
          <w:rStyle w:val="libFootnoteAieChar"/>
          <w:rtl/>
        </w:rPr>
        <w:t xml:space="preserve"> </w:t>
      </w:r>
      <w:r w:rsidR="003E5058" w:rsidRPr="007F58D3">
        <w:rPr>
          <w:rStyle w:val="libFootnoteAieChar"/>
          <w:rFonts w:hint="cs"/>
          <w:rtl/>
        </w:rPr>
        <w:t>ه</w:t>
      </w:r>
      <w:r w:rsidRPr="00421A14">
        <w:rPr>
          <w:rStyle w:val="libFootnoteAieChar"/>
          <w:rtl/>
        </w:rPr>
        <w:t>ارون</w:t>
      </w:r>
      <w:r w:rsidRPr="004B41BF">
        <w:rPr>
          <w:rStyle w:val="libFootnoteAieChar"/>
          <w:rtl/>
        </w:rPr>
        <w:t xml:space="preserve"> </w:t>
      </w:r>
      <w:r w:rsidRPr="00421A14">
        <w:rPr>
          <w:rStyle w:val="libFootnoteAieChar"/>
          <w:rtl/>
        </w:rPr>
        <w:t>بايا</w:t>
      </w:r>
      <w:r w:rsidRPr="004B41BF">
        <w:rPr>
          <w:rStyle w:val="libFootnoteAieChar"/>
          <w:rtl/>
        </w:rPr>
        <w:t xml:space="preserve"> </w:t>
      </w:r>
      <w:r w:rsidRPr="00421A14">
        <w:rPr>
          <w:rStyle w:val="libFootnoteAieChar"/>
          <w:rtl/>
        </w:rPr>
        <w:t>تنا</w:t>
      </w:r>
      <w:r w:rsidRPr="004B41BF">
        <w:rPr>
          <w:rStyle w:val="libFootnoteAieChar"/>
          <w:rtl/>
        </w:rPr>
        <w:t xml:space="preserve"> </w:t>
      </w:r>
      <w:r w:rsidRPr="00421A14">
        <w:rPr>
          <w:rStyle w:val="libFootnoteAieChar"/>
          <w:rtl/>
        </w:rPr>
        <w:t>وسلطان</w:t>
      </w:r>
      <w:r w:rsidRPr="004B41BF">
        <w:rPr>
          <w:rStyle w:val="libFootnoteAieChar"/>
          <w:rtl/>
        </w:rPr>
        <w:t xml:space="preserve"> </w:t>
      </w:r>
      <w:r w:rsidRPr="00421A14">
        <w:rPr>
          <w:rStyle w:val="libFootnoteAieChar"/>
          <w:rtl/>
        </w:rPr>
        <w:t>مبين</w:t>
      </w:r>
      <w:r>
        <w:rPr>
          <w:rtl/>
        </w:rPr>
        <w:t xml:space="preserve"> ) </w:t>
      </w:r>
    </w:p>
    <w:p w:rsidR="00DE2D7F" w:rsidRDefault="00DE2D7F" w:rsidP="00D07B54">
      <w:pPr>
        <w:pStyle w:val="libFootnote"/>
        <w:rPr>
          <w:rtl/>
        </w:rPr>
      </w:pPr>
      <w:r>
        <w:rPr>
          <w:rtl/>
        </w:rPr>
        <w:t>(</w:t>
      </w:r>
      <w:r w:rsidR="00E664BB">
        <w:rPr>
          <w:rtl/>
        </w:rPr>
        <w:t>3</w:t>
      </w:r>
      <w:r>
        <w:rPr>
          <w:rtl/>
        </w:rPr>
        <w:t xml:space="preserve">) جيسا كہ سورہ انبياء كى آيہ </w:t>
      </w:r>
      <w:r w:rsidR="00E664BB">
        <w:rPr>
          <w:rtl/>
        </w:rPr>
        <w:t>48</w:t>
      </w:r>
      <w:r>
        <w:rPr>
          <w:rtl/>
        </w:rPr>
        <w:t xml:space="preserve"> مي</w:t>
      </w:r>
      <w:r w:rsidR="007D6C9B">
        <w:rPr>
          <w:rtl/>
        </w:rPr>
        <w:t xml:space="preserve">ں </w:t>
      </w:r>
      <w:r>
        <w:rPr>
          <w:rtl/>
        </w:rPr>
        <w:t>بيان ہوا ہے : (</w:t>
      </w:r>
      <w:r w:rsidRPr="004B41BF">
        <w:rPr>
          <w:rStyle w:val="libFootnoteAieChar"/>
          <w:rtl/>
        </w:rPr>
        <w:t>ولقد اتينا موسى و</w:t>
      </w:r>
      <w:r w:rsidR="003E5058" w:rsidRPr="007F58D3">
        <w:rPr>
          <w:rStyle w:val="libFootnoteAieChar"/>
          <w:rFonts w:hint="cs"/>
          <w:rtl/>
        </w:rPr>
        <w:t>ه</w:t>
      </w:r>
      <w:r w:rsidRPr="00421A14">
        <w:rPr>
          <w:rStyle w:val="libFootnoteAieChar"/>
          <w:rtl/>
        </w:rPr>
        <w:t>ارون</w:t>
      </w:r>
      <w:r w:rsidRPr="004B41BF">
        <w:rPr>
          <w:rStyle w:val="libFootnoteAieChar"/>
          <w:rtl/>
        </w:rPr>
        <w:t xml:space="preserve"> </w:t>
      </w:r>
      <w:r w:rsidRPr="00421A14">
        <w:rPr>
          <w:rStyle w:val="libFootnoteAieChar"/>
          <w:rtl/>
        </w:rPr>
        <w:t>الفرقان</w:t>
      </w:r>
      <w:r w:rsidRPr="004B41BF">
        <w:rPr>
          <w:rStyle w:val="libFootnoteAieChar"/>
          <w:rtl/>
        </w:rPr>
        <w:t xml:space="preserve"> </w:t>
      </w:r>
      <w:r w:rsidRPr="00421A14">
        <w:rPr>
          <w:rStyle w:val="libFootnoteAieChar"/>
          <w:rtl/>
        </w:rPr>
        <w:t>وضيائ</w:t>
      </w:r>
      <w:r>
        <w:rPr>
          <w:rtl/>
        </w:rPr>
        <w:t xml:space="preserve">) </w:t>
      </w:r>
    </w:p>
    <w:p w:rsidR="00DE2D7F" w:rsidRDefault="00DE2D7F" w:rsidP="00D07B54">
      <w:pPr>
        <w:pStyle w:val="libFootnote"/>
        <w:rPr>
          <w:rtl/>
        </w:rPr>
      </w:pPr>
      <w:r>
        <w:rPr>
          <w:rtl/>
        </w:rPr>
        <w:t>(</w:t>
      </w:r>
      <w:r w:rsidR="00E664BB">
        <w:rPr>
          <w:rtl/>
        </w:rPr>
        <w:t>4</w:t>
      </w:r>
      <w:r>
        <w:rPr>
          <w:rtl/>
        </w:rPr>
        <w:t>) (</w:t>
      </w:r>
      <w:r w:rsidRPr="004B41BF">
        <w:rPr>
          <w:rStyle w:val="libFootnoteAieChar"/>
          <w:rtl/>
        </w:rPr>
        <w:t xml:space="preserve">وو </w:t>
      </w:r>
      <w:r w:rsidR="003E5058" w:rsidRPr="007F58D3">
        <w:rPr>
          <w:rStyle w:val="libFootnoteAieChar"/>
          <w:rFonts w:hint="cs"/>
          <w:rtl/>
        </w:rPr>
        <w:t>ه</w:t>
      </w:r>
      <w:r w:rsidRPr="00421A14">
        <w:rPr>
          <w:rStyle w:val="libFootnoteAieChar"/>
          <w:rtl/>
        </w:rPr>
        <w:t>بنال</w:t>
      </w:r>
      <w:r w:rsidR="003E5058" w:rsidRPr="007F58D3">
        <w:rPr>
          <w:rStyle w:val="libFootnoteAieChar"/>
          <w:rFonts w:hint="cs"/>
          <w:rtl/>
        </w:rPr>
        <w:t>ه</w:t>
      </w:r>
      <w:r w:rsidRPr="004B41BF">
        <w:rPr>
          <w:rStyle w:val="libFootnoteAieChar"/>
          <w:rtl/>
        </w:rPr>
        <w:t xml:space="preserve"> </w:t>
      </w:r>
      <w:r w:rsidRPr="00421A14">
        <w:rPr>
          <w:rStyle w:val="libFootnoteAieChar"/>
          <w:rtl/>
        </w:rPr>
        <w:t>من</w:t>
      </w:r>
      <w:r w:rsidRPr="004B41BF">
        <w:rPr>
          <w:rStyle w:val="libFootnoteAieChar"/>
          <w:rtl/>
        </w:rPr>
        <w:t xml:space="preserve"> </w:t>
      </w:r>
      <w:r w:rsidRPr="00421A14">
        <w:rPr>
          <w:rStyle w:val="libFootnoteAieChar"/>
          <w:rtl/>
        </w:rPr>
        <w:t>رحمتنا</w:t>
      </w:r>
      <w:r w:rsidRPr="004B41BF">
        <w:rPr>
          <w:rStyle w:val="libFootnoteAieChar"/>
          <w:rtl/>
        </w:rPr>
        <w:t xml:space="preserve"> </w:t>
      </w:r>
      <w:r w:rsidRPr="00421A14">
        <w:rPr>
          <w:rStyle w:val="libFootnoteAieChar"/>
          <w:rtl/>
        </w:rPr>
        <w:t>اخا</w:t>
      </w:r>
      <w:r w:rsidR="003E5058" w:rsidRPr="007F58D3">
        <w:rPr>
          <w:rStyle w:val="libFootnoteAieChar"/>
          <w:rFonts w:hint="cs"/>
          <w:rtl/>
        </w:rPr>
        <w:t>ه</w:t>
      </w:r>
      <w:r w:rsidRPr="004B41BF">
        <w:rPr>
          <w:rStyle w:val="libFootnoteAieChar"/>
          <w:rtl/>
        </w:rPr>
        <w:t xml:space="preserve"> </w:t>
      </w:r>
      <w:r w:rsidR="003E5058" w:rsidRPr="007F58D3">
        <w:rPr>
          <w:rStyle w:val="libFootnoteAieChar"/>
          <w:rFonts w:hint="cs"/>
          <w:rtl/>
        </w:rPr>
        <w:t>ه</w:t>
      </w:r>
      <w:r w:rsidRPr="00421A14">
        <w:rPr>
          <w:rStyle w:val="libFootnoteAieChar"/>
          <w:rtl/>
        </w:rPr>
        <w:t>ارون</w:t>
      </w:r>
      <w:r w:rsidRPr="004B41BF">
        <w:rPr>
          <w:rStyle w:val="libFootnoteAieChar"/>
          <w:rtl/>
        </w:rPr>
        <w:t xml:space="preserve"> </w:t>
      </w:r>
      <w:r w:rsidRPr="00421A14">
        <w:rPr>
          <w:rStyle w:val="libFootnoteAieChar"/>
          <w:rtl/>
        </w:rPr>
        <w:t>نبيا</w:t>
      </w:r>
      <w:r>
        <w:rPr>
          <w:rtl/>
        </w:rPr>
        <w:t xml:space="preserve">) (سورہ مريم آيت </w:t>
      </w:r>
      <w:r w:rsidR="00E664BB">
        <w:rPr>
          <w:rtl/>
        </w:rPr>
        <w:t>53</w:t>
      </w:r>
      <w:r>
        <w:rPr>
          <w:rtl/>
        </w:rPr>
        <w:t xml:space="preserve">) </w:t>
      </w:r>
    </w:p>
    <w:p w:rsidR="006538B0"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گزار كر آرہے تھے، ليكن اصولى طور پر اس عرصہ مي</w:t>
      </w:r>
      <w:r w:rsidR="007D6C9B">
        <w:rPr>
          <w:rtl/>
        </w:rPr>
        <w:t xml:space="preserve">ں </w:t>
      </w:r>
      <w:r>
        <w:rPr>
          <w:rtl/>
        </w:rPr>
        <w:t>بھى اپنے بھائي كے ساتھ ان كارابطہ كامل طور پر منقطع نہ ہو، اسى لئے اس صراحت اور وضاحت كے ساتھ ان كے بارے مي</w:t>
      </w:r>
      <w:r w:rsidR="007D6C9B">
        <w:rPr>
          <w:rtl/>
        </w:rPr>
        <w:t xml:space="preserve">ں </w:t>
      </w:r>
      <w:r>
        <w:rPr>
          <w:rtl/>
        </w:rPr>
        <w:t>بات كررہے ہي</w:t>
      </w:r>
      <w:r w:rsidR="007D6C9B">
        <w:rPr>
          <w:rtl/>
        </w:rPr>
        <w:t xml:space="preserve">ں </w:t>
      </w:r>
      <w:r>
        <w:rPr>
          <w:rtl/>
        </w:rPr>
        <w:t>، اور خدا كى درگاہ سے اس عظيم مشن مي</w:t>
      </w:r>
      <w:r w:rsidR="007D6C9B">
        <w:rPr>
          <w:rtl/>
        </w:rPr>
        <w:t xml:space="preserve">ں </w:t>
      </w:r>
      <w:r>
        <w:rPr>
          <w:rtl/>
        </w:rPr>
        <w:t>اس كى شركت كے لئے تقاضا ركرہے ہي</w:t>
      </w:r>
      <w:r w:rsidR="007D6C9B">
        <w:rPr>
          <w:rtl/>
        </w:rPr>
        <w:t xml:space="preserve">ں </w:t>
      </w:r>
      <w:r>
        <w:rPr>
          <w:rtl/>
        </w:rPr>
        <w:t xml:space="preserve">_ </w:t>
      </w:r>
    </w:p>
    <w:p w:rsidR="00DE2D7F" w:rsidRDefault="00DE2D7F" w:rsidP="00D07B54">
      <w:pPr>
        <w:pStyle w:val="libNormal"/>
        <w:rPr>
          <w:rtl/>
        </w:rPr>
      </w:pPr>
      <w:r>
        <w:rPr>
          <w:rtl/>
        </w:rPr>
        <w:t>اس كے بعد جناب موسى عليہ السلام ہارون كو وزارت ومعاونت پر متعين كرنے كےلئے اپنے مقصد كو اس طرح بيان كرتے ہي</w:t>
      </w:r>
      <w:r w:rsidR="007D6C9B">
        <w:rPr>
          <w:rtl/>
        </w:rPr>
        <w:t xml:space="preserve">ں </w:t>
      </w:r>
      <w:r>
        <w:rPr>
          <w:rtl/>
        </w:rPr>
        <w:t>: ''خداوندا ميرى پشت اس كے ذريعے مضبوط كردے''_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مقصد كى تكميل كے لئے يہ تقاضا كرتے ہي</w:t>
      </w:r>
      <w:r w:rsidR="007D6C9B">
        <w:rPr>
          <w:rtl/>
        </w:rPr>
        <w:t xml:space="preserve">ں </w:t>
      </w:r>
      <w:r>
        <w:rPr>
          <w:rtl/>
        </w:rPr>
        <w:t>: '' اسے ميرے كام مي</w:t>
      </w:r>
      <w:r w:rsidR="007D6C9B">
        <w:rPr>
          <w:rtl/>
        </w:rPr>
        <w:t xml:space="preserve">ں </w:t>
      </w:r>
      <w:r>
        <w:rPr>
          <w:rtl/>
        </w:rPr>
        <w:t>شريك كردے_''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وہ مرتبہ رسالت مي</w:t>
      </w:r>
      <w:r w:rsidR="007D6C9B">
        <w:rPr>
          <w:rtl/>
        </w:rPr>
        <w:t xml:space="preserve">ں </w:t>
      </w:r>
      <w:r>
        <w:rPr>
          <w:rtl/>
        </w:rPr>
        <w:t>بھى شريك ہو اور اس عظيم كام كو رو بہ عمل لانے مي</w:t>
      </w:r>
      <w:r w:rsidR="007D6C9B">
        <w:rPr>
          <w:rtl/>
        </w:rPr>
        <w:t xml:space="preserve">ں </w:t>
      </w:r>
      <w:r>
        <w:rPr>
          <w:rtl/>
        </w:rPr>
        <w:t>بھى شريك رہي</w:t>
      </w:r>
      <w:r w:rsidR="007D6C9B">
        <w:rPr>
          <w:rtl/>
        </w:rPr>
        <w:t xml:space="preserve">ں </w:t>
      </w:r>
      <w:r>
        <w:rPr>
          <w:rtl/>
        </w:rPr>
        <w:t>، البتہ حضرت ہارون ہر حال مي</w:t>
      </w:r>
      <w:r w:rsidR="007D6C9B">
        <w:rPr>
          <w:rtl/>
        </w:rPr>
        <w:t xml:space="preserve">ں </w:t>
      </w:r>
      <w:r>
        <w:rPr>
          <w:rtl/>
        </w:rPr>
        <w:t>تمام پروگرامو</w:t>
      </w:r>
      <w:r w:rsidR="007D6C9B">
        <w:rPr>
          <w:rtl/>
        </w:rPr>
        <w:t xml:space="preserve">ں </w:t>
      </w:r>
      <w:r>
        <w:rPr>
          <w:rtl/>
        </w:rPr>
        <w:t>مي</w:t>
      </w:r>
      <w:r w:rsidR="007D6C9B">
        <w:rPr>
          <w:rtl/>
        </w:rPr>
        <w:t xml:space="preserve">ں </w:t>
      </w:r>
      <w:r>
        <w:rPr>
          <w:rtl/>
        </w:rPr>
        <w:t xml:space="preserve">جناب موسى عليہ السلام كے پيرو تھے او رموسى عليہ السلام ان كے امام و پيشوا كى حيثيت ركھتے تھے_ </w:t>
      </w:r>
    </w:p>
    <w:p w:rsidR="00DE2D7F" w:rsidRDefault="00DE2D7F" w:rsidP="00D07B54">
      <w:pPr>
        <w:pStyle w:val="libNormal"/>
        <w:rPr>
          <w:rtl/>
        </w:rPr>
      </w:pPr>
      <w:r>
        <w:rPr>
          <w:rtl/>
        </w:rPr>
        <w:t>آخر مي</w:t>
      </w:r>
      <w:r w:rsidR="007D6C9B">
        <w:rPr>
          <w:rtl/>
        </w:rPr>
        <w:t xml:space="preserve">ں </w:t>
      </w:r>
      <w:r>
        <w:rPr>
          <w:rtl/>
        </w:rPr>
        <w:t>اپنى تمام درخواستو</w:t>
      </w:r>
      <w:r w:rsidR="007D6C9B">
        <w:rPr>
          <w:rtl/>
        </w:rPr>
        <w:t xml:space="preserve">ں </w:t>
      </w:r>
      <w:r>
        <w:rPr>
          <w:rtl/>
        </w:rPr>
        <w:t>كا نتيجہ اس طرح بيان كرتے ہي</w:t>
      </w:r>
      <w:r w:rsidR="007D6C9B">
        <w:rPr>
          <w:rtl/>
        </w:rPr>
        <w:t xml:space="preserve">ں </w:t>
      </w:r>
      <w:r>
        <w:rPr>
          <w:rtl/>
        </w:rPr>
        <w:t>: '' تاكہ ہم تيرى بہت بہت تسبيح كري</w:t>
      </w:r>
      <w:r w:rsidR="007D6C9B">
        <w:rPr>
          <w:rtl/>
        </w:rPr>
        <w:t xml:space="preserve">ں </w:t>
      </w:r>
      <w:r>
        <w:rPr>
          <w:rtl/>
        </w:rPr>
        <w:t>اور تجھے بہت بہت ياد كري</w:t>
      </w:r>
      <w:r w:rsidR="007D6C9B">
        <w:rPr>
          <w:rtl/>
        </w:rPr>
        <w:t xml:space="preserve">ں </w:t>
      </w:r>
      <w:r>
        <w:rPr>
          <w:rtl/>
        </w:rPr>
        <w:t>، كيونكہ تو ہميشہ ہى ہمارے حالات سے آگاہ رہا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تو ہمارى ضروريات و حاجات كو اچھى طرح جانتا ہے اور اس راستہ كى مشكلات سے ہر كسى كى نسبت زيادہ آگاہ ہے، ہم تجھ سے يہ چاہتے ہي</w:t>
      </w:r>
      <w:r w:rsidR="007D6C9B">
        <w:rPr>
          <w:rtl/>
        </w:rPr>
        <w:t xml:space="preserve">ں </w:t>
      </w:r>
      <w:r>
        <w:rPr>
          <w:rtl/>
        </w:rPr>
        <w:t>كہ تو ہمي</w:t>
      </w:r>
      <w:r w:rsidR="007D6C9B">
        <w:rPr>
          <w:rtl/>
        </w:rPr>
        <w:t xml:space="preserve">ں </w:t>
      </w:r>
      <w:r>
        <w:rPr>
          <w:rtl/>
        </w:rPr>
        <w:t>اپنے فرمان كى اطاعت كى قدرت عطا فرمادے اور ہمارے فرائض، ذمہ داريو</w:t>
      </w:r>
      <w:r w:rsidR="007D6C9B">
        <w:rPr>
          <w:rtl/>
        </w:rPr>
        <w:t xml:space="preserve">ں </w:t>
      </w:r>
      <w:r>
        <w:rPr>
          <w:rtl/>
        </w:rPr>
        <w:t>اور فرائض انجام دينے كے لئے ہمي</w:t>
      </w:r>
      <w:r w:rsidR="007D6C9B">
        <w:rPr>
          <w:rtl/>
        </w:rPr>
        <w:t xml:space="preserve">ں </w:t>
      </w:r>
      <w:r>
        <w:rPr>
          <w:rtl/>
        </w:rPr>
        <w:t xml:space="preserve">توفيق اور كاميابى عطا فرما_ </w:t>
      </w:r>
    </w:p>
    <w:p w:rsidR="00DE2D7F" w:rsidRDefault="00DE2D7F" w:rsidP="00D07B54">
      <w:pPr>
        <w:pStyle w:val="libNormal"/>
        <w:rPr>
          <w:rtl/>
        </w:rPr>
      </w:pPr>
      <w:r>
        <w:rPr>
          <w:rtl/>
        </w:rPr>
        <w:t>چونكہ جناب موسى عليہ السلام كا اپنے مخلصانہ تقاضو</w:t>
      </w:r>
      <w:r w:rsidR="007D6C9B">
        <w:rPr>
          <w:rtl/>
        </w:rPr>
        <w:t xml:space="preserve">ں </w:t>
      </w:r>
      <w:r>
        <w:rPr>
          <w:rtl/>
        </w:rPr>
        <w:t>مي</w:t>
      </w:r>
      <w:r w:rsidR="007D6C9B">
        <w:rPr>
          <w:rtl/>
        </w:rPr>
        <w:t xml:space="preserve">ں </w:t>
      </w:r>
      <w:r>
        <w:rPr>
          <w:rtl/>
        </w:rPr>
        <w:t>سوائے زيادہ سے زيادہ اور كامل تر خدمت كے اور كچھ مقصد نہي</w:t>
      </w:r>
      <w:r w:rsidR="007D6C9B">
        <w:rPr>
          <w:rtl/>
        </w:rPr>
        <w:t xml:space="preserve">ں </w:t>
      </w:r>
      <w:r>
        <w:rPr>
          <w:rtl/>
        </w:rPr>
        <w:t>تھا لہذا خداوندعالم نے ان كے تقاضو</w:t>
      </w:r>
      <w:r w:rsidR="007D6C9B">
        <w:rPr>
          <w:rtl/>
        </w:rPr>
        <w:t xml:space="preserve">ں </w:t>
      </w:r>
      <w:r>
        <w:rPr>
          <w:rtl/>
        </w:rPr>
        <w:t>كو اسى وقت قبول كرليا،'' اس نے كہا: اے موسى تمہارى درخواستي</w:t>
      </w:r>
      <w:r w:rsidR="007D6C9B">
        <w:rPr>
          <w:rtl/>
        </w:rPr>
        <w:t xml:space="preserve">ں </w:t>
      </w:r>
      <w:r>
        <w:rPr>
          <w:rtl/>
        </w:rPr>
        <w:t>قبول ہي</w:t>
      </w:r>
      <w:r w:rsidR="007D6C9B">
        <w:rPr>
          <w:rtl/>
        </w:rPr>
        <w:t xml:space="preserve">ں </w:t>
      </w:r>
      <w:r>
        <w:rPr>
          <w:rtl/>
        </w:rPr>
        <w:t>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طہ آيت </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 xml:space="preserve">) سورہ طہ آيت </w:t>
      </w:r>
      <w:r w:rsidR="00E664BB">
        <w:rPr>
          <w:rtl/>
        </w:rPr>
        <w:t>32</w:t>
      </w:r>
      <w:r>
        <w:rPr>
          <w:rtl/>
        </w:rPr>
        <w:t xml:space="preserve"> </w:t>
      </w:r>
    </w:p>
    <w:p w:rsidR="00DE2D7F" w:rsidRDefault="00DE2D7F" w:rsidP="00D07B54">
      <w:pPr>
        <w:pStyle w:val="libFootnote"/>
        <w:rPr>
          <w:rtl/>
        </w:rPr>
      </w:pPr>
      <w:r>
        <w:rPr>
          <w:rtl/>
        </w:rPr>
        <w:t>(</w:t>
      </w:r>
      <w:r w:rsidR="00E664BB">
        <w:rPr>
          <w:rtl/>
        </w:rPr>
        <w:t>3</w:t>
      </w:r>
      <w:r>
        <w:rPr>
          <w:rtl/>
        </w:rPr>
        <w:t xml:space="preserve">) سورہ طہ آيت </w:t>
      </w:r>
      <w:r w:rsidR="00E664BB">
        <w:rPr>
          <w:rtl/>
        </w:rPr>
        <w:t>33</w:t>
      </w:r>
      <w:r>
        <w:rPr>
          <w:rtl/>
        </w:rPr>
        <w:t xml:space="preserve"> تا</w:t>
      </w:r>
      <w:r w:rsidR="00E664BB">
        <w:rPr>
          <w:rtl/>
        </w:rPr>
        <w:t>35</w:t>
      </w:r>
      <w:r>
        <w:rPr>
          <w:rtl/>
        </w:rPr>
        <w:t xml:space="preserve"> </w:t>
      </w:r>
    </w:p>
    <w:p w:rsidR="00DE2D7F" w:rsidRDefault="00DE2D7F" w:rsidP="00D07B54">
      <w:pPr>
        <w:pStyle w:val="libFootnote"/>
        <w:rPr>
          <w:rtl/>
        </w:rPr>
      </w:pPr>
      <w:r>
        <w:rPr>
          <w:rtl/>
        </w:rPr>
        <w:t>(</w:t>
      </w:r>
      <w:r w:rsidR="00E664BB">
        <w:rPr>
          <w:rtl/>
        </w:rPr>
        <w:t>4</w:t>
      </w:r>
      <w:r>
        <w:rPr>
          <w:rtl/>
        </w:rPr>
        <w:t xml:space="preserve">) سورہ طہ آيت </w:t>
      </w:r>
      <w:r w:rsidR="00E664BB">
        <w:rPr>
          <w:rtl/>
        </w:rPr>
        <w:t>36</w:t>
      </w:r>
      <w:r>
        <w:rPr>
          <w:rtl/>
        </w:rPr>
        <w:t xml:space="preserve"> </w:t>
      </w:r>
    </w:p>
    <w:p w:rsidR="006538B0" w:rsidRDefault="001648F9" w:rsidP="00D07B54">
      <w:pPr>
        <w:pStyle w:val="libNormal"/>
        <w:rPr>
          <w:rtl/>
        </w:rPr>
      </w:pPr>
      <w:r>
        <w:rPr>
          <w:rtl/>
        </w:rPr>
        <w:t xml:space="preserve"> </w:t>
      </w:r>
      <w:r>
        <w:rPr>
          <w:rtl/>
        </w:rPr>
        <w:br w:type="page"/>
      </w:r>
    </w:p>
    <w:p w:rsidR="006538B0" w:rsidRDefault="006538B0" w:rsidP="00D07B54">
      <w:pPr>
        <w:pStyle w:val="libNormal"/>
        <w:rPr>
          <w:rtl/>
        </w:rPr>
      </w:pPr>
    </w:p>
    <w:p w:rsidR="00DE2D7F" w:rsidRDefault="00DE2D7F" w:rsidP="00D07B54">
      <w:pPr>
        <w:pStyle w:val="libNormal"/>
        <w:rPr>
          <w:rtl/>
        </w:rPr>
      </w:pPr>
      <w:r>
        <w:rPr>
          <w:rtl/>
        </w:rPr>
        <w:t>حقيقت مي</w:t>
      </w:r>
      <w:r w:rsidR="007D6C9B">
        <w:rPr>
          <w:rtl/>
        </w:rPr>
        <w:t xml:space="preserve">ں </w:t>
      </w:r>
      <w:r>
        <w:rPr>
          <w:rtl/>
        </w:rPr>
        <w:t>ان حساس اور تقدير ساز لمحات مي</w:t>
      </w:r>
      <w:r w:rsidR="007D6C9B">
        <w:rPr>
          <w:rtl/>
        </w:rPr>
        <w:t xml:space="preserve">ں </w:t>
      </w:r>
      <w:r>
        <w:rPr>
          <w:rtl/>
        </w:rPr>
        <w:t>چونكہ موسى عليہ السلام پہلى مرتبہ خدائے عظيم كى بساط مہمانى پر قدم ركھ رہے تھے،لہذا جس جس چيز كى انہي</w:t>
      </w:r>
      <w:r w:rsidR="007D6C9B">
        <w:rPr>
          <w:rtl/>
        </w:rPr>
        <w:t xml:space="preserve">ں </w:t>
      </w:r>
      <w:r>
        <w:rPr>
          <w:rtl/>
        </w:rPr>
        <w:t>ضرورت تھى ان كا خدا سے اكٹھا ہى تقاضا كرليا،اور اس نے بھى مہمان كا انتہائي احترام كيا،اور اس كى تمام درخواستو</w:t>
      </w:r>
      <w:r w:rsidR="007D6C9B">
        <w:rPr>
          <w:rtl/>
        </w:rPr>
        <w:t xml:space="preserve">ں </w:t>
      </w:r>
      <w:r>
        <w:rPr>
          <w:rtl/>
        </w:rPr>
        <w:t>اور تقاضو</w:t>
      </w:r>
      <w:r w:rsidR="007D6C9B">
        <w:rPr>
          <w:rtl/>
        </w:rPr>
        <w:t xml:space="preserve">ں </w:t>
      </w:r>
      <w:r>
        <w:rPr>
          <w:rtl/>
        </w:rPr>
        <w:t>كو ايك مختصر سے جملے مي</w:t>
      </w:r>
      <w:r w:rsidR="007D6C9B">
        <w:rPr>
          <w:rtl/>
        </w:rPr>
        <w:t xml:space="preserve">ں </w:t>
      </w:r>
      <w:r>
        <w:rPr>
          <w:rtl/>
        </w:rPr>
        <w:t>حيات بخش ندا كے سا تھ قبول كرليا اور اس مي</w:t>
      </w:r>
      <w:r w:rsidR="007D6C9B">
        <w:rPr>
          <w:rtl/>
        </w:rPr>
        <w:t xml:space="preserve">ں </w:t>
      </w:r>
      <w:r>
        <w:rPr>
          <w:rtl/>
        </w:rPr>
        <w:t xml:space="preserve">كسى قسم كى قيدو شرط عائد نہ كى اور موسى عليہ السلام كا نام مكرر لا كر،ہر قسم كے ابہام كو دور كرتے ہوئے اس كى تكميل كر دى ،يہ بات كس قدر شوق انگيز اور افتخار آفرين ہے كہ بندے كا نام مولا كى زبان پر بار بار آئے_ </w:t>
      </w:r>
    </w:p>
    <w:p w:rsidR="00DE2D7F" w:rsidRDefault="00DE2D7F" w:rsidP="00D07B54">
      <w:pPr>
        <w:pStyle w:val="libNormal"/>
        <w:rPr>
          <w:rtl/>
        </w:rPr>
      </w:pPr>
    </w:p>
    <w:p w:rsidR="006538B0" w:rsidRDefault="00DE2D7F" w:rsidP="00D07B54">
      <w:pPr>
        <w:pStyle w:val="Heading2Center"/>
        <w:rPr>
          <w:rtl/>
        </w:rPr>
      </w:pPr>
      <w:bookmarkStart w:id="223" w:name="_Toc7268620"/>
      <w:r>
        <w:rPr>
          <w:rtl/>
        </w:rPr>
        <w:t>فرعون سے معرك</w:t>
      </w:r>
      <w:r w:rsidR="006538B0">
        <w:rPr>
          <w:rFonts w:hint="cs"/>
          <w:rtl/>
        </w:rPr>
        <w:t>ہ</w:t>
      </w:r>
      <w:r>
        <w:rPr>
          <w:rtl/>
        </w:rPr>
        <w:t xml:space="preserve"> آرا مقابلہ</w:t>
      </w:r>
      <w:bookmarkEnd w:id="223"/>
      <w:r>
        <w:rPr>
          <w:rtl/>
        </w:rPr>
        <w:t xml:space="preserve"> </w:t>
      </w:r>
    </w:p>
    <w:p w:rsidR="00DE2D7F" w:rsidRDefault="00DE2D7F" w:rsidP="00D07B54">
      <w:pPr>
        <w:pStyle w:val="libNormal"/>
        <w:rPr>
          <w:rtl/>
        </w:rPr>
      </w:pPr>
      <w:r>
        <w:rPr>
          <w:rtl/>
        </w:rPr>
        <w:t>حضرت موسى عليہ السلام كى ماموريت كا پہلا مرحلہ ختم ہوا جس مي</w:t>
      </w:r>
      <w:r w:rsidR="007D6C9B">
        <w:rPr>
          <w:rtl/>
        </w:rPr>
        <w:t xml:space="preserve">ں </w:t>
      </w:r>
      <w:r>
        <w:rPr>
          <w:rtl/>
        </w:rPr>
        <w:t>بتايا گيا ہے كہ انھي</w:t>
      </w:r>
      <w:r w:rsidR="007D6C9B">
        <w:rPr>
          <w:rtl/>
        </w:rPr>
        <w:t xml:space="preserve">ں </w:t>
      </w:r>
      <w:r>
        <w:rPr>
          <w:rtl/>
        </w:rPr>
        <w:t>وحى اور رسالت ملى اور انھو</w:t>
      </w:r>
      <w:r w:rsidR="007D6C9B">
        <w:rPr>
          <w:rtl/>
        </w:rPr>
        <w:t xml:space="preserve">ں </w:t>
      </w:r>
      <w:r>
        <w:rPr>
          <w:rtl/>
        </w:rPr>
        <w:t xml:space="preserve">نے اس عظيم مقصد كو حاصل كرنے كے ليے وسائل كے حصول كى درخواست كى _ </w:t>
      </w:r>
    </w:p>
    <w:p w:rsidR="00DE2D7F" w:rsidRDefault="00DE2D7F" w:rsidP="00D07B54">
      <w:pPr>
        <w:pStyle w:val="libNormal"/>
        <w:rPr>
          <w:rtl/>
        </w:rPr>
      </w:pPr>
      <w:r>
        <w:rPr>
          <w:rtl/>
        </w:rPr>
        <w:t>اس كے ساتھ ہى زير نظر دوسرے مرحلے كے بارے مي</w:t>
      </w:r>
      <w:r w:rsidR="007D6C9B">
        <w:rPr>
          <w:rtl/>
        </w:rPr>
        <w:t xml:space="preserve">ں </w:t>
      </w:r>
      <w:r>
        <w:rPr>
          <w:rtl/>
        </w:rPr>
        <w:t>گفتگو ہوتى ہے يعنى فرعون كے پاس جانا اور اس كے ساتھ گفتگو كرنا چنانچہ ان كے درميان جو گفتگو ہوئي ہے اسے يہا</w:t>
      </w:r>
      <w:r w:rsidR="007D6C9B">
        <w:rPr>
          <w:rtl/>
        </w:rPr>
        <w:t xml:space="preserve">ں </w:t>
      </w:r>
      <w:r>
        <w:rPr>
          <w:rtl/>
        </w:rPr>
        <w:t xml:space="preserve">پر بيان كيا جارہا ہے_ </w:t>
      </w:r>
    </w:p>
    <w:p w:rsidR="00DE2D7F" w:rsidRDefault="00DE2D7F" w:rsidP="00D07B54">
      <w:pPr>
        <w:pStyle w:val="libNormal"/>
        <w:rPr>
          <w:rtl/>
        </w:rPr>
      </w:pPr>
      <w:r>
        <w:rPr>
          <w:rtl/>
        </w:rPr>
        <w:t>سب سے پہلے مقدمے كے طور پر فرمايا گيا ہے:اب جبكہ تمام حالات ساز گار ہي</w:t>
      </w:r>
      <w:r w:rsidR="007D6C9B">
        <w:rPr>
          <w:rtl/>
        </w:rPr>
        <w:t xml:space="preserve">ں </w:t>
      </w:r>
      <w:r>
        <w:rPr>
          <w:rtl/>
        </w:rPr>
        <w:t>تو تم فرعون كے پاس جائو ''اور اس سے كہو كہ ہم عالمين كے پروردگار كے رسول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اپنى رسالت كا ذكر كرنے كے بعد بنى اسرائيل كى آزادى كا مطالبہ كيجئے اور كہيئے''كہ ہمي</w:t>
      </w:r>
      <w:r w:rsidR="007D6C9B">
        <w:rPr>
          <w:rtl/>
        </w:rPr>
        <w:t xml:space="preserve">ں </w:t>
      </w:r>
      <w:r>
        <w:rPr>
          <w:rtl/>
        </w:rPr>
        <w:t>حكم ملا ہے كہ تجھ سے مطالبہ كري</w:t>
      </w:r>
      <w:r w:rsidR="007D6C9B">
        <w:rPr>
          <w:rtl/>
        </w:rPr>
        <w:t xml:space="preserve">ں </w:t>
      </w:r>
      <w:r>
        <w:rPr>
          <w:rtl/>
        </w:rPr>
        <w:t>كہ تو بنى اسرائيل كو ہمارے ساتھ بھيج دے''_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وہ مصر مي</w:t>
      </w:r>
      <w:r w:rsidR="007D6C9B">
        <w:rPr>
          <w:rtl/>
        </w:rPr>
        <w:t xml:space="preserve">ں </w:t>
      </w:r>
      <w:r>
        <w:rPr>
          <w:rtl/>
        </w:rPr>
        <w:t>گئے اور اپنے بھائي ہارون كو مطلع كيا اور وہ رسالت جس كے ليے آپ(ع) مبعوث تھے،اس كا پيغام اسے پہنچايا_پھر يہ دونو</w:t>
      </w:r>
      <w:r w:rsidR="007D6C9B">
        <w:rPr>
          <w:rtl/>
        </w:rPr>
        <w:t xml:space="preserve">ں </w:t>
      </w:r>
      <w:r>
        <w:rPr>
          <w:rtl/>
        </w:rPr>
        <w:t xml:space="preserve">بھائي فرعون سے ملاقات كے ارادے سے روانہ ہوئے_ آخر بڑى مشكل سے اس كے پاس پہنچ سكے_اس وقت فرعون كے وزراء اور مخصوص لوگ اسے گھيرے ہوئے تھے_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16</w:t>
      </w:r>
      <w:r>
        <w:rPr>
          <w:rtl/>
        </w:rPr>
        <w:t xml:space="preserve"> </w:t>
      </w:r>
    </w:p>
    <w:p w:rsidR="00DE2D7F" w:rsidRDefault="00DE2D7F" w:rsidP="00D07B54">
      <w:pPr>
        <w:pStyle w:val="libFootnote"/>
        <w:rPr>
          <w:rtl/>
        </w:rPr>
      </w:pPr>
      <w:r>
        <w:rPr>
          <w:rtl/>
        </w:rPr>
        <w:t>(</w:t>
      </w:r>
      <w:r w:rsidR="00E664BB">
        <w:rPr>
          <w:rtl/>
        </w:rPr>
        <w:t>2</w:t>
      </w:r>
      <w:r>
        <w:rPr>
          <w:rtl/>
        </w:rPr>
        <w:t>)سورہ شعراء آيت</w:t>
      </w:r>
      <w:r w:rsidR="00E664BB">
        <w:rPr>
          <w:rtl/>
        </w:rPr>
        <w:t>17</w:t>
      </w:r>
      <w:r>
        <w:rPr>
          <w:rtl/>
        </w:rPr>
        <w:t xml:space="preserve"> </w:t>
      </w:r>
    </w:p>
    <w:p w:rsidR="006538B0" w:rsidRDefault="001648F9" w:rsidP="00D07B54">
      <w:pPr>
        <w:pStyle w:val="libNormal"/>
        <w:rPr>
          <w:rtl/>
        </w:rPr>
      </w:pPr>
      <w:r>
        <w:rPr>
          <w:rtl/>
        </w:rPr>
        <w:t xml:space="preserve"> </w:t>
      </w:r>
      <w:r>
        <w:rPr>
          <w:rtl/>
        </w:rPr>
        <w:br w:type="page"/>
      </w:r>
    </w:p>
    <w:p w:rsidR="006538B0" w:rsidRDefault="006538B0" w:rsidP="00D07B54">
      <w:pPr>
        <w:pStyle w:val="libNormal"/>
        <w:rPr>
          <w:rtl/>
        </w:rPr>
      </w:pPr>
    </w:p>
    <w:p w:rsidR="00DE2D7F" w:rsidRDefault="00DE2D7F" w:rsidP="00D07B54">
      <w:pPr>
        <w:pStyle w:val="libNormal"/>
        <w:rPr>
          <w:rtl/>
        </w:rPr>
      </w:pPr>
      <w:r>
        <w:rPr>
          <w:rtl/>
        </w:rPr>
        <w:t xml:space="preserve">حضرت موسى عليہ السلام نے ان كو خدا كا پيغام سنايا_ </w:t>
      </w:r>
    </w:p>
    <w:p w:rsidR="00DE2D7F" w:rsidRDefault="00DE2D7F" w:rsidP="00D07B54">
      <w:pPr>
        <w:pStyle w:val="libNormal"/>
        <w:rPr>
          <w:rtl/>
        </w:rPr>
      </w:pPr>
      <w:r>
        <w:rPr>
          <w:rtl/>
        </w:rPr>
        <w:t>اس مقام پر فرعون نے زبان كھولى اور شيطنت پر مبنى چند ايك جچے تلے جملے كہے جس سے ان كى رسالت كى تكذيب كرنا مقصود تھا_ وہ حضرت موسى عليہ السلام كى طرف منہ كركے كہنے لگا:''آيا بچپن مي</w:t>
      </w:r>
      <w:r w:rsidR="007D6C9B">
        <w:rPr>
          <w:rtl/>
        </w:rPr>
        <w:t xml:space="preserve">ں </w:t>
      </w:r>
      <w:r>
        <w:rPr>
          <w:rtl/>
        </w:rPr>
        <w:t>ہم نے تجھے اپنے دامن محبت مي</w:t>
      </w:r>
      <w:r w:rsidR="007D6C9B">
        <w:rPr>
          <w:rtl/>
        </w:rPr>
        <w:t xml:space="preserve">ں </w:t>
      </w:r>
      <w:r>
        <w:rPr>
          <w:rtl/>
        </w:rPr>
        <w:t>پروان نہي</w:t>
      </w:r>
      <w:r w:rsidR="007D6C9B">
        <w:rPr>
          <w:rtl/>
        </w:rPr>
        <w:t xml:space="preserve">ں </w:t>
      </w:r>
      <w:r>
        <w:rPr>
          <w:rtl/>
        </w:rPr>
        <w:t>چڑھايا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ہم نے تجھے دريائے نيل كى ٹھاٹھي</w:t>
      </w:r>
      <w:r w:rsidR="007D6C9B">
        <w:rPr>
          <w:rtl/>
        </w:rPr>
        <w:t xml:space="preserve">ں </w:t>
      </w:r>
      <w:r>
        <w:rPr>
          <w:rtl/>
        </w:rPr>
        <w:t>مارتى ہوئي خشمگين موجو</w:t>
      </w:r>
      <w:r w:rsidR="007D6C9B">
        <w:rPr>
          <w:rtl/>
        </w:rPr>
        <w:t xml:space="preserve">ں </w:t>
      </w:r>
      <w:r>
        <w:rPr>
          <w:rtl/>
        </w:rPr>
        <w:t>سے نجات دلائي وگرنہ تيرى زندگى خطرے مي</w:t>
      </w:r>
      <w:r w:rsidR="007D6C9B">
        <w:rPr>
          <w:rtl/>
        </w:rPr>
        <w:t xml:space="preserve">ں </w:t>
      </w:r>
      <w:r>
        <w:rPr>
          <w:rtl/>
        </w:rPr>
        <w:t>تھي_تيرے ليے دائيو</w:t>
      </w:r>
      <w:r w:rsidR="007D6C9B">
        <w:rPr>
          <w:rtl/>
        </w:rPr>
        <w:t xml:space="preserve">ں </w:t>
      </w:r>
      <w:r>
        <w:rPr>
          <w:rtl/>
        </w:rPr>
        <w:t>كو بلايا اور ہم نے اولاد بنى اسرائيل كے قتل كردينے كا جو قانون مقرر كر ركھا تھا اس سے تجھے معاف كرديا اور امن و سكون اور نازونعمت مي</w:t>
      </w:r>
      <w:r w:rsidR="007D6C9B">
        <w:rPr>
          <w:rtl/>
        </w:rPr>
        <w:t xml:space="preserve">ں </w:t>
      </w:r>
      <w:r>
        <w:rPr>
          <w:rtl/>
        </w:rPr>
        <w:t xml:space="preserve">تجھے پروان چڑھايا_ </w:t>
      </w:r>
    </w:p>
    <w:p w:rsidR="00DE2D7F" w:rsidRDefault="00DE2D7F" w:rsidP="00D07B54">
      <w:pPr>
        <w:pStyle w:val="libNormal"/>
        <w:rPr>
          <w:rtl/>
        </w:rPr>
      </w:pPr>
      <w:r>
        <w:rPr>
          <w:rtl/>
        </w:rPr>
        <w:t>اور اس كے بعد بھى ''تو نے اپنى زندگى كے كئي سال ہم مي</w:t>
      </w:r>
      <w:r w:rsidR="007D6C9B">
        <w:rPr>
          <w:rtl/>
        </w:rPr>
        <w:t xml:space="preserve">ں </w:t>
      </w:r>
      <w:r>
        <w:rPr>
          <w:rtl/>
        </w:rPr>
        <w:t>گزارے''_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پھر وہ موسى عليہ السلام پر ايك اعتراض كرتے ہوئے كہتا ہے:تو نے وہ اہم كام كيا ہے_(فرعون كے حامى ايك قبطى كو قتل كيا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 xml:space="preserve">يہ اس بات كى طرف اشارہ ہے كہ ايسا كام كرنے كے بعد تم كيونكررسول بن سكتے ہو؟ </w:t>
      </w:r>
    </w:p>
    <w:p w:rsidR="00DE2D7F" w:rsidRDefault="00DE2D7F" w:rsidP="00D07B54">
      <w:pPr>
        <w:pStyle w:val="libNormal"/>
        <w:rPr>
          <w:rtl/>
        </w:rPr>
      </w:pPr>
      <w:r>
        <w:rPr>
          <w:rtl/>
        </w:rPr>
        <w:t>ان سب سے قطع نظر كرتے ہوئے ''تو ہمارى نعمتو</w:t>
      </w:r>
      <w:r w:rsidR="007D6C9B">
        <w:rPr>
          <w:rtl/>
        </w:rPr>
        <w:t xml:space="preserve">ں </w:t>
      </w:r>
      <w:r>
        <w:rPr>
          <w:rtl/>
        </w:rPr>
        <w:t>سے انكار كررہا ہے''_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تو كئي سالو</w:t>
      </w:r>
      <w:r w:rsidR="007D6C9B">
        <w:rPr>
          <w:rtl/>
        </w:rPr>
        <w:t xml:space="preserve">ں </w:t>
      </w:r>
      <w:r>
        <w:rPr>
          <w:rtl/>
        </w:rPr>
        <w:t xml:space="preserve">تك ہمارے دسترخوان پر پلتا رہا ہے،ہمارا نمك كھانے كے بعد نمك حلالى كا حق اس طرح ادا كررہا ہے؟اس قدر كفران نعمت كے بعد تو كس منہ سے نبوت كا دعوى كررہاہے؟ </w:t>
      </w:r>
    </w:p>
    <w:p w:rsidR="00DE2D7F" w:rsidRDefault="00DE2D7F" w:rsidP="00D07B54">
      <w:pPr>
        <w:pStyle w:val="libNormal"/>
        <w:rPr>
          <w:rtl/>
        </w:rPr>
      </w:pPr>
      <w:r>
        <w:rPr>
          <w:rtl/>
        </w:rPr>
        <w:t xml:space="preserve">در حقيقت وہ بزعم خود اس طرح كى منطق سے ان كى كردار كشى كركے موسى عليہ السلام كو خاموش كرنا چاہتا تھا_ </w:t>
      </w:r>
    </w:p>
    <w:p w:rsidR="00DE2D7F" w:rsidRDefault="00DE2D7F" w:rsidP="00D07B54">
      <w:pPr>
        <w:pStyle w:val="libNormal"/>
        <w:rPr>
          <w:rtl/>
        </w:rPr>
      </w:pPr>
      <w:r>
        <w:rPr>
          <w:rtl/>
        </w:rPr>
        <w:t>جناب موسى عليہ السلام نے فرعون كى شيطنت آميز باتي</w:t>
      </w:r>
      <w:r w:rsidR="007D6C9B">
        <w:rPr>
          <w:rtl/>
        </w:rPr>
        <w:t xml:space="preserve">ں </w:t>
      </w:r>
      <w:r>
        <w:rPr>
          <w:rtl/>
        </w:rPr>
        <w:t>سن كر اس كے تينو</w:t>
      </w:r>
      <w:r w:rsidR="007D6C9B">
        <w:rPr>
          <w:rtl/>
        </w:rPr>
        <w:t xml:space="preserve">ں </w:t>
      </w:r>
      <w:r>
        <w:rPr>
          <w:rtl/>
        </w:rPr>
        <w:t xml:space="preserve">اعتراضات كے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18</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آيت </w:t>
      </w:r>
      <w:r w:rsidR="00E664BB">
        <w:rPr>
          <w:rtl/>
        </w:rPr>
        <w:t>18</w:t>
      </w:r>
      <w:r>
        <w:rPr>
          <w:rtl/>
        </w:rPr>
        <w:t xml:space="preserve"> </w:t>
      </w:r>
    </w:p>
    <w:p w:rsidR="00DE2D7F" w:rsidRDefault="00DE2D7F" w:rsidP="00D07B54">
      <w:pPr>
        <w:pStyle w:val="libFootnote"/>
        <w:rPr>
          <w:rtl/>
        </w:rPr>
      </w:pPr>
      <w:r>
        <w:rPr>
          <w:rtl/>
        </w:rPr>
        <w:t>(</w:t>
      </w:r>
      <w:r w:rsidR="00E664BB">
        <w:rPr>
          <w:rtl/>
        </w:rPr>
        <w:t>3</w:t>
      </w:r>
      <w:r>
        <w:rPr>
          <w:rtl/>
        </w:rPr>
        <w:t>)سورہ شعراء آيت</w:t>
      </w:r>
      <w:r w:rsidR="00E664BB">
        <w:rPr>
          <w:rtl/>
        </w:rPr>
        <w:t>1</w:t>
      </w:r>
      <w:r w:rsidR="00E44785">
        <w:rPr>
          <w:rtl/>
        </w:rPr>
        <w:t>9</w:t>
      </w:r>
      <w:r>
        <w:rPr>
          <w:rtl/>
        </w:rPr>
        <w:t xml:space="preserve"> </w:t>
      </w:r>
    </w:p>
    <w:p w:rsidR="00DE2D7F" w:rsidRDefault="00DE2D7F" w:rsidP="00D07B54">
      <w:pPr>
        <w:pStyle w:val="libFootnote"/>
        <w:rPr>
          <w:rtl/>
        </w:rPr>
      </w:pPr>
      <w:r>
        <w:rPr>
          <w:rtl/>
        </w:rPr>
        <w:t>(</w:t>
      </w:r>
      <w:r w:rsidR="00E664BB">
        <w:rPr>
          <w:rtl/>
        </w:rPr>
        <w:t>4</w:t>
      </w:r>
      <w:r>
        <w:rPr>
          <w:rtl/>
        </w:rPr>
        <w:t>)سورہ شعراء آيت</w:t>
      </w:r>
      <w:r w:rsidR="00E664BB">
        <w:rPr>
          <w:rtl/>
        </w:rPr>
        <w:t>1</w:t>
      </w:r>
      <w:r w:rsidR="00E44785">
        <w:rPr>
          <w:rtl/>
        </w:rPr>
        <w:t>9</w:t>
      </w:r>
      <w:r>
        <w:rPr>
          <w:rtl/>
        </w:rPr>
        <w:t xml:space="preserve"> </w:t>
      </w:r>
    </w:p>
    <w:p w:rsidR="006538B0" w:rsidRDefault="001648F9" w:rsidP="00D07B54">
      <w:pPr>
        <w:pStyle w:val="libNormal"/>
        <w:rPr>
          <w:rtl/>
        </w:rPr>
      </w:pPr>
      <w:r>
        <w:rPr>
          <w:rtl/>
        </w:rPr>
        <w:t xml:space="preserve"> </w:t>
      </w:r>
      <w:r>
        <w:rPr>
          <w:rtl/>
        </w:rPr>
        <w:br w:type="page"/>
      </w:r>
    </w:p>
    <w:p w:rsidR="006538B0" w:rsidRDefault="006538B0" w:rsidP="00D07B54">
      <w:pPr>
        <w:pStyle w:val="libNormal"/>
        <w:rPr>
          <w:rtl/>
        </w:rPr>
      </w:pPr>
    </w:p>
    <w:p w:rsidR="00DE2D7F" w:rsidRDefault="00DE2D7F" w:rsidP="00D07B54">
      <w:pPr>
        <w:pStyle w:val="libNormal"/>
        <w:rPr>
          <w:rtl/>
        </w:rPr>
      </w:pPr>
      <w:r>
        <w:rPr>
          <w:rtl/>
        </w:rPr>
        <w:t>جواب دينا شروع كيے_ليكن اہميت كے لحاظ سے فرعون كے دوسرے اعتراض كا سب سے پہلے جواب ديا(يا پہلے اعتراض كو بالكل جواب كے لائق ہى نہي</w:t>
      </w:r>
      <w:r w:rsidR="007D6C9B">
        <w:rPr>
          <w:rtl/>
        </w:rPr>
        <w:t xml:space="preserve">ں </w:t>
      </w:r>
      <w:r>
        <w:rPr>
          <w:rtl/>
        </w:rPr>
        <w:t>سمجھا كيونكہ كسى كا كسى كى پرورش كرنا اس بات كى دليل نہي</w:t>
      </w:r>
      <w:r w:rsidR="007D6C9B">
        <w:rPr>
          <w:rtl/>
        </w:rPr>
        <w:t xml:space="preserve">ں </w:t>
      </w:r>
      <w:r>
        <w:rPr>
          <w:rtl/>
        </w:rPr>
        <w:t xml:space="preserve">بن جاتا كہ اگر وہ گمراہ ہوتو اسے راہ راست كى بھى ہدايت نہ كى جائے)_ </w:t>
      </w:r>
    </w:p>
    <w:p w:rsidR="00DE2D7F" w:rsidRDefault="00DE2D7F" w:rsidP="00D07B54">
      <w:pPr>
        <w:pStyle w:val="libNormal"/>
        <w:rPr>
          <w:rtl/>
        </w:rPr>
      </w:pPr>
      <w:r>
        <w:rPr>
          <w:rtl/>
        </w:rPr>
        <w:t>بہر حال جناب موسى عليہ السلام نے فرمايا:''مي</w:t>
      </w:r>
      <w:r w:rsidR="007D6C9B">
        <w:rPr>
          <w:rtl/>
        </w:rPr>
        <w:t xml:space="preserve">ں </w:t>
      </w:r>
      <w:r>
        <w:rPr>
          <w:rtl/>
        </w:rPr>
        <w:t>نے يہ كام اس وقت انجام ديا جب كہ مي</w:t>
      </w:r>
      <w:r w:rsidR="007D6C9B">
        <w:rPr>
          <w:rtl/>
        </w:rPr>
        <w:t xml:space="preserve">ں </w:t>
      </w:r>
      <w:r>
        <w:rPr>
          <w:rtl/>
        </w:rPr>
        <w:t>بے خبر لوگو</w:t>
      </w:r>
      <w:r w:rsidR="007D6C9B">
        <w:rPr>
          <w:rtl/>
        </w:rPr>
        <w:t xml:space="preserve">ں </w:t>
      </w:r>
      <w:r>
        <w:rPr>
          <w:rtl/>
        </w:rPr>
        <w:t>مي</w:t>
      </w:r>
      <w:r w:rsidR="007D6C9B">
        <w:rPr>
          <w:rtl/>
        </w:rPr>
        <w:t xml:space="preserve">ں </w:t>
      </w:r>
      <w:r>
        <w:rPr>
          <w:rtl/>
        </w:rPr>
        <w:t>سے تھا''_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يعنى مي</w:t>
      </w:r>
      <w:r w:rsidR="007D6C9B">
        <w:rPr>
          <w:rtl/>
        </w:rPr>
        <w:t xml:space="preserve">ں </w:t>
      </w:r>
      <w:r>
        <w:rPr>
          <w:rtl/>
        </w:rPr>
        <w:t>نے اسے جو مكا مارا تھا وہ اسے جان سے ماردينے كى غرض نہي</w:t>
      </w:r>
      <w:r w:rsidR="007D6C9B">
        <w:rPr>
          <w:rtl/>
        </w:rPr>
        <w:t xml:space="preserve">ں </w:t>
      </w:r>
      <w:r>
        <w:rPr>
          <w:rtl/>
        </w:rPr>
        <w:t>بلكہ مظلوم كى حمايت كے طور پر تھا ،مي</w:t>
      </w:r>
      <w:r w:rsidR="007D6C9B">
        <w:rPr>
          <w:rtl/>
        </w:rPr>
        <w:t xml:space="preserve">ں </w:t>
      </w:r>
      <w:r>
        <w:rPr>
          <w:rtl/>
        </w:rPr>
        <w:t>تو نہي</w:t>
      </w:r>
      <w:r w:rsidR="007D6C9B">
        <w:rPr>
          <w:rtl/>
        </w:rPr>
        <w:t xml:space="preserve">ں </w:t>
      </w:r>
      <w:r>
        <w:rPr>
          <w:rtl/>
        </w:rPr>
        <w:t xml:space="preserve">سمجھتا تھا كہ اس طرح اس كى موت واقع ہوجائے گي_ </w:t>
      </w:r>
    </w:p>
    <w:p w:rsidR="00DE2D7F" w:rsidRDefault="00DE2D7F" w:rsidP="00D07B54">
      <w:pPr>
        <w:pStyle w:val="libNormal"/>
        <w:rPr>
          <w:rtl/>
        </w:rPr>
      </w:pPr>
      <w:r>
        <w:rPr>
          <w:rtl/>
        </w:rPr>
        <w:t>پھر موسى عليہ السلام فرماتے ہي</w:t>
      </w:r>
      <w:r w:rsidR="007D6C9B">
        <w:rPr>
          <w:rtl/>
        </w:rPr>
        <w:t xml:space="preserve">ں </w:t>
      </w:r>
      <w:r>
        <w:rPr>
          <w:rtl/>
        </w:rPr>
        <w:t>:''اس حادثے كى وجہ سے جب مي</w:t>
      </w:r>
      <w:r w:rsidR="007D6C9B">
        <w:rPr>
          <w:rtl/>
        </w:rPr>
        <w:t xml:space="preserve">ں </w:t>
      </w:r>
      <w:r>
        <w:rPr>
          <w:rtl/>
        </w:rPr>
        <w:t>نے تم سے خوف كيا تو تمہارے پاس سے بھاگ گيا اور ميرے پروردگارنے مجھے دانش عطا فرمائي اور مجھے رسولو</w:t>
      </w:r>
      <w:r w:rsidR="007D6C9B">
        <w:rPr>
          <w:rtl/>
        </w:rPr>
        <w:t xml:space="preserve">ں </w:t>
      </w:r>
      <w:r>
        <w:rPr>
          <w:rtl/>
        </w:rPr>
        <w:t>مي</w:t>
      </w:r>
      <w:r w:rsidR="007D6C9B">
        <w:rPr>
          <w:rtl/>
        </w:rPr>
        <w:t xml:space="preserve">ں </w:t>
      </w:r>
      <w:r>
        <w:rPr>
          <w:rtl/>
        </w:rPr>
        <w:t>سے قرار ديا''_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پھر موسى عليہ السلام اس احسان كا جواب ديتے ہي</w:t>
      </w:r>
      <w:r w:rsidR="007D6C9B">
        <w:rPr>
          <w:rtl/>
        </w:rPr>
        <w:t xml:space="preserve">ں </w:t>
      </w:r>
      <w:r>
        <w:rPr>
          <w:rtl/>
        </w:rPr>
        <w:t>جو فرعون نے بچپن اور لڑكپن مي</w:t>
      </w:r>
      <w:r w:rsidR="007D6C9B">
        <w:rPr>
          <w:rtl/>
        </w:rPr>
        <w:t xml:space="preserve">ں </w:t>
      </w:r>
      <w:r>
        <w:rPr>
          <w:rtl/>
        </w:rPr>
        <w:t>پرورش كى صورت مي</w:t>
      </w:r>
      <w:r w:rsidR="007D6C9B">
        <w:rPr>
          <w:rtl/>
        </w:rPr>
        <w:t xml:space="preserve">ں </w:t>
      </w:r>
      <w:r>
        <w:rPr>
          <w:rtl/>
        </w:rPr>
        <w:t>ان پر كيا تھادو ٹوك انداز مي</w:t>
      </w:r>
      <w:r w:rsidR="007D6C9B">
        <w:rPr>
          <w:rtl/>
        </w:rPr>
        <w:t xml:space="preserve">ں </w:t>
      </w:r>
      <w:r>
        <w:rPr>
          <w:rtl/>
        </w:rPr>
        <w:t>اعتراض كى صورت مي</w:t>
      </w:r>
      <w:r w:rsidR="007D6C9B">
        <w:rPr>
          <w:rtl/>
        </w:rPr>
        <w:t xml:space="preserve">ں </w:t>
      </w:r>
      <w:r>
        <w:rPr>
          <w:rtl/>
        </w:rPr>
        <w:t>فرماتے ہي</w:t>
      </w:r>
      <w:r w:rsidR="007D6C9B">
        <w:rPr>
          <w:rtl/>
        </w:rPr>
        <w:t xml:space="preserve">ں </w:t>
      </w:r>
      <w:r>
        <w:rPr>
          <w:rtl/>
        </w:rPr>
        <w:t>:''تو كيا جو احسان تو نے مجھ پر كيا ہے يہى ہے كہ تو بنى اسرائيل كو اپنا غلام بنالے''_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يہ ٹھيك ہے كہ حوادث زمانہ نے مجھے تيرے محل تك پہنچاديا اور مجھے مجبوراًتمھارے گھر مي</w:t>
      </w:r>
      <w:r w:rsidR="007D6C9B">
        <w:rPr>
          <w:rtl/>
        </w:rPr>
        <w:t xml:space="preserve">ں </w:t>
      </w:r>
      <w:r>
        <w:rPr>
          <w:rtl/>
        </w:rPr>
        <w:t>پرورش پانا پڑى اور اس مي</w:t>
      </w:r>
      <w:r w:rsidR="007D6C9B">
        <w:rPr>
          <w:rtl/>
        </w:rPr>
        <w:t xml:space="preserve">ں </w:t>
      </w:r>
      <w:r>
        <w:rPr>
          <w:rtl/>
        </w:rPr>
        <w:t>بھى خدا كى قدرت نمائي كار فرما تھى ليكن ذرا يہ تو سوچو كہ آخر ايسا كيو</w:t>
      </w:r>
      <w:r w:rsidR="007D6C9B">
        <w:rPr>
          <w:rtl/>
        </w:rPr>
        <w:t xml:space="preserve">ں </w:t>
      </w:r>
      <w:r>
        <w:rPr>
          <w:rtl/>
        </w:rPr>
        <w:t>ہوا؟كيا وجہ ہے كہ مي</w:t>
      </w:r>
      <w:r w:rsidR="007D6C9B">
        <w:rPr>
          <w:rtl/>
        </w:rPr>
        <w:t xml:space="preserve">ں </w:t>
      </w:r>
      <w:r>
        <w:rPr>
          <w:rtl/>
        </w:rPr>
        <w:t>نے اپنے باپ كے گھر مي</w:t>
      </w:r>
      <w:r w:rsidR="007D6C9B">
        <w:rPr>
          <w:rtl/>
        </w:rPr>
        <w:t xml:space="preserve">ں </w:t>
      </w:r>
      <w:r>
        <w:rPr>
          <w:rtl/>
        </w:rPr>
        <w:t>اور ما</w:t>
      </w:r>
      <w:r w:rsidR="007D6C9B">
        <w:rPr>
          <w:rtl/>
        </w:rPr>
        <w:t xml:space="preserve">ں </w:t>
      </w:r>
      <w:r>
        <w:rPr>
          <w:rtl/>
        </w:rPr>
        <w:t>كى آغوش مي</w:t>
      </w:r>
      <w:r w:rsidR="007D6C9B">
        <w:rPr>
          <w:rtl/>
        </w:rPr>
        <w:t xml:space="preserve">ں </w:t>
      </w:r>
      <w:r>
        <w:rPr>
          <w:rtl/>
        </w:rPr>
        <w:t>تربيت نہي</w:t>
      </w:r>
      <w:r w:rsidR="007D6C9B">
        <w:rPr>
          <w:rtl/>
        </w:rPr>
        <w:t xml:space="preserve">ں </w:t>
      </w:r>
      <w:r>
        <w:rPr>
          <w:rtl/>
        </w:rPr>
        <w:t xml:space="preserve">پائي؟ آخر كس ليے؟ </w:t>
      </w:r>
    </w:p>
    <w:p w:rsidR="00DE2D7F" w:rsidRDefault="00DE2D7F" w:rsidP="00D07B54">
      <w:pPr>
        <w:pStyle w:val="libNormal"/>
        <w:rPr>
          <w:rtl/>
        </w:rPr>
      </w:pPr>
      <w:r>
        <w:rPr>
          <w:rtl/>
        </w:rPr>
        <w:t>كيا تو نے بنى اسرائيل كو غلامى كى زنجيرو</w:t>
      </w:r>
      <w:r w:rsidR="007D6C9B">
        <w:rPr>
          <w:rtl/>
        </w:rPr>
        <w:t xml:space="preserve">ں </w:t>
      </w:r>
      <w:r>
        <w:rPr>
          <w:rtl/>
        </w:rPr>
        <w:t>مي</w:t>
      </w:r>
      <w:r w:rsidR="007D6C9B">
        <w:rPr>
          <w:rtl/>
        </w:rPr>
        <w:t xml:space="preserve">ں </w:t>
      </w:r>
      <w:r>
        <w:rPr>
          <w:rtl/>
        </w:rPr>
        <w:t>نہي</w:t>
      </w:r>
      <w:r w:rsidR="007D6C9B">
        <w:rPr>
          <w:rtl/>
        </w:rPr>
        <w:t xml:space="preserve">ں </w:t>
      </w:r>
      <w:r>
        <w:rPr>
          <w:rtl/>
        </w:rPr>
        <w:t>جكڑ ركھا؟يہا</w:t>
      </w:r>
      <w:r w:rsidR="007D6C9B">
        <w:rPr>
          <w:rtl/>
        </w:rPr>
        <w:t xml:space="preserve">ں </w:t>
      </w:r>
      <w:r>
        <w:rPr>
          <w:rtl/>
        </w:rPr>
        <w:t>تك كہ تو نے اپنے خودساختہ قوانين كے تحت ان كے لڑكو</w:t>
      </w:r>
      <w:r w:rsidR="007D6C9B">
        <w:rPr>
          <w:rtl/>
        </w:rPr>
        <w:t xml:space="preserve">ں </w:t>
      </w:r>
      <w:r>
        <w:rPr>
          <w:rtl/>
        </w:rPr>
        <w:t>كو قتل كرديا اور ان كى لڑكيو</w:t>
      </w:r>
      <w:r w:rsidR="007D6C9B">
        <w:rPr>
          <w:rtl/>
        </w:rPr>
        <w:t xml:space="preserve">ں </w:t>
      </w:r>
      <w:r>
        <w:rPr>
          <w:rtl/>
        </w:rPr>
        <w:t xml:space="preserve">كو كنيز بنايا_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20</w:t>
      </w:r>
      <w:r>
        <w:rPr>
          <w:rtl/>
        </w:rPr>
        <w:t xml:space="preserve"> </w:t>
      </w:r>
    </w:p>
    <w:p w:rsidR="00DE2D7F" w:rsidRDefault="00DE2D7F" w:rsidP="00D07B54">
      <w:pPr>
        <w:pStyle w:val="libFootnote"/>
        <w:rPr>
          <w:rtl/>
        </w:rPr>
      </w:pPr>
      <w:r>
        <w:rPr>
          <w:rtl/>
        </w:rPr>
        <w:t>(</w:t>
      </w:r>
      <w:r w:rsidR="00E664BB">
        <w:rPr>
          <w:rtl/>
        </w:rPr>
        <w:t>2</w:t>
      </w:r>
      <w:r>
        <w:rPr>
          <w:rtl/>
        </w:rPr>
        <w:t>)سورہء شعراء آيت</w:t>
      </w:r>
      <w:r w:rsidR="00E664BB">
        <w:rPr>
          <w:rtl/>
        </w:rPr>
        <w:t>21</w:t>
      </w:r>
      <w:r>
        <w:rPr>
          <w:rtl/>
        </w:rPr>
        <w:t xml:space="preserve"> </w:t>
      </w:r>
    </w:p>
    <w:p w:rsidR="00DE2D7F" w:rsidRDefault="00DE2D7F" w:rsidP="00D07B54">
      <w:pPr>
        <w:pStyle w:val="libFootnote"/>
        <w:rPr>
          <w:rtl/>
        </w:rPr>
      </w:pPr>
      <w:r>
        <w:rPr>
          <w:rtl/>
        </w:rPr>
        <w:t>(</w:t>
      </w:r>
      <w:r w:rsidR="00E664BB">
        <w:rPr>
          <w:rtl/>
        </w:rPr>
        <w:t>3</w:t>
      </w:r>
      <w:r>
        <w:rPr>
          <w:rtl/>
        </w:rPr>
        <w:t>)سورہ شعراء آيت</w:t>
      </w:r>
      <w:r w:rsidR="00E664BB">
        <w:rPr>
          <w:rtl/>
        </w:rPr>
        <w:t>22</w:t>
      </w:r>
      <w:r>
        <w:rPr>
          <w:rtl/>
        </w:rPr>
        <w:t xml:space="preserve"> </w:t>
      </w:r>
    </w:p>
    <w:p w:rsidR="006538B0" w:rsidRDefault="001648F9" w:rsidP="00D07B54">
      <w:pPr>
        <w:pStyle w:val="libNormal"/>
        <w:rPr>
          <w:rtl/>
        </w:rPr>
      </w:pPr>
      <w:r>
        <w:rPr>
          <w:rtl/>
        </w:rPr>
        <w:t xml:space="preserve"> </w:t>
      </w:r>
      <w:r>
        <w:rPr>
          <w:rtl/>
        </w:rPr>
        <w:br w:type="page"/>
      </w:r>
    </w:p>
    <w:p w:rsidR="006538B0" w:rsidRDefault="006538B0" w:rsidP="00D07B54">
      <w:pPr>
        <w:pStyle w:val="libNormal"/>
        <w:rPr>
          <w:rtl/>
        </w:rPr>
      </w:pPr>
    </w:p>
    <w:p w:rsidR="00DE2D7F" w:rsidRDefault="00DE2D7F" w:rsidP="00D07B54">
      <w:pPr>
        <w:pStyle w:val="libNormal"/>
        <w:rPr>
          <w:rtl/>
        </w:rPr>
      </w:pPr>
      <w:r>
        <w:rPr>
          <w:rtl/>
        </w:rPr>
        <w:t>تيرے بے حدوحساب مظالم اس بات كا سبب بن گئے كہ ميرى ما</w:t>
      </w:r>
      <w:r w:rsidR="007D6C9B">
        <w:rPr>
          <w:rtl/>
        </w:rPr>
        <w:t xml:space="preserve">ں </w:t>
      </w:r>
      <w:r>
        <w:rPr>
          <w:rtl/>
        </w:rPr>
        <w:t>اپنے نو مولود بچے كى جان بچانے كى غرض سے مجھے ايك صندوق مي</w:t>
      </w:r>
      <w:r w:rsidR="007D6C9B">
        <w:rPr>
          <w:rtl/>
        </w:rPr>
        <w:t xml:space="preserve">ں </w:t>
      </w:r>
      <w:r>
        <w:rPr>
          <w:rtl/>
        </w:rPr>
        <w:t>ركھ كر دريائے نيل كى بے رحم موجو</w:t>
      </w:r>
      <w:r w:rsidR="007D6C9B">
        <w:rPr>
          <w:rtl/>
        </w:rPr>
        <w:t xml:space="preserve">ں </w:t>
      </w:r>
      <w:r>
        <w:rPr>
          <w:rtl/>
        </w:rPr>
        <w:t>كے حوالے كردے اور پھر منشائے ايزدى يہى تھا كہ ميرى چھوٹى سى كشتى تمھارے محل كے نزديك لنگر ڈال دے_ہا</w:t>
      </w:r>
      <w:r w:rsidR="007D6C9B">
        <w:rPr>
          <w:rtl/>
        </w:rPr>
        <w:t xml:space="preserve">ں </w:t>
      </w:r>
      <w:r>
        <w:rPr>
          <w:rtl/>
        </w:rPr>
        <w:t>تو يہ تمہارے بے اندازہ مظالم ہى تھے جن كى وجہ سے مجھے تمھارا مرہون منت ہونا پڑا اور جنھو</w:t>
      </w:r>
      <w:r w:rsidR="007D6C9B">
        <w:rPr>
          <w:rtl/>
        </w:rPr>
        <w:t xml:space="preserve">ں </w:t>
      </w:r>
      <w:r>
        <w:rPr>
          <w:rtl/>
        </w:rPr>
        <w:t xml:space="preserve">نے مجھے اپنے باپ كے مقدس اور پاكيزہ گھر سے محروم كركے تمھارے آلودہ محل تك پہنچاديا_ </w:t>
      </w:r>
    </w:p>
    <w:p w:rsidR="006538B0" w:rsidRDefault="00DE2D7F" w:rsidP="00D07B54">
      <w:pPr>
        <w:pStyle w:val="Heading2Center"/>
        <w:rPr>
          <w:rtl/>
        </w:rPr>
      </w:pPr>
      <w:bookmarkStart w:id="224" w:name="_Toc7268621"/>
      <w:r>
        <w:rPr>
          <w:rtl/>
        </w:rPr>
        <w:t>ديوانگى كى تہمت</w:t>
      </w:r>
      <w:bookmarkEnd w:id="224"/>
    </w:p>
    <w:p w:rsidR="00DE2D7F" w:rsidRDefault="00DE2D7F" w:rsidP="00D07B54">
      <w:pPr>
        <w:pStyle w:val="libNormal"/>
        <w:rPr>
          <w:rtl/>
        </w:rPr>
      </w:pPr>
      <w:r>
        <w:rPr>
          <w:rtl/>
        </w:rPr>
        <w:t xml:space="preserve"> جب موسى عليہ السلام نے فرعون كو دوٹوك اور قاطع جواب دے ديا جس سے وہ لا جواب اور عاجز ہوگيا تو اس نے كلام كا رخ بدلا اور موسى عليہ السلام نے جو يہ كہا تھا''مي</w:t>
      </w:r>
      <w:r w:rsidR="007D6C9B">
        <w:rPr>
          <w:rtl/>
        </w:rPr>
        <w:t xml:space="preserve">ں </w:t>
      </w:r>
      <w:r>
        <w:rPr>
          <w:rtl/>
        </w:rPr>
        <w:t>رب العالمين كا رسول ہو</w:t>
      </w:r>
      <w:r w:rsidR="007D6C9B">
        <w:rPr>
          <w:rtl/>
        </w:rPr>
        <w:t xml:space="preserve">ں </w:t>
      </w:r>
      <w:r>
        <w:rPr>
          <w:rtl/>
        </w:rPr>
        <w:t>''تو اس نے اسى بات كو اپنے سوال كا محور بنايا اور كہا يہ رب العالمين كيا چيز ہے؟</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بہت بعيد ہے كہ فرعون نے و اقعاًيہ بات مطلب كے لئے كى ہو بلكہ زيادہ تر يہى لگتا ہے كہ اس نے تجاہل عارفانہ سے كام ليا تھا اور تحقير كے طور پر يہ بات كہى تھي_ </w:t>
      </w:r>
    </w:p>
    <w:p w:rsidR="00DE2D7F" w:rsidRDefault="00DE2D7F" w:rsidP="00D07B54">
      <w:pPr>
        <w:pStyle w:val="libNormal"/>
        <w:rPr>
          <w:rtl/>
        </w:rPr>
      </w:pPr>
      <w:r>
        <w:rPr>
          <w:rtl/>
        </w:rPr>
        <w:t>ليكن حضرت موسى عليہ السلام نے بيدار اور سمجھ دارافراد كى طرح اس كے سوا اور كوئي چارہ نہ ديكھا كہ گفتگو كو سنجيدگى پر محمول كري</w:t>
      </w:r>
      <w:r w:rsidR="007D6C9B">
        <w:rPr>
          <w:rtl/>
        </w:rPr>
        <w:t xml:space="preserve">ں </w:t>
      </w:r>
      <w:r>
        <w:rPr>
          <w:rtl/>
        </w:rPr>
        <w:t>اور سنجيدہ ہوكر اس كا جواب دي</w:t>
      </w:r>
      <w:r w:rsidR="007D6C9B">
        <w:rPr>
          <w:rtl/>
        </w:rPr>
        <w:t xml:space="preserve">ں </w:t>
      </w:r>
      <w:r>
        <w:rPr>
          <w:rtl/>
        </w:rPr>
        <w:t>اور چونكہ ذات پروردگار عالم انسانى افكار كى دسترس سے باہر ہے لہذا انھو</w:t>
      </w:r>
      <w:r w:rsidR="007D6C9B">
        <w:rPr>
          <w:rtl/>
        </w:rPr>
        <w:t xml:space="preserve">ں </w:t>
      </w:r>
      <w:r>
        <w:rPr>
          <w:rtl/>
        </w:rPr>
        <w:t>نے مناسب سمجھا كہ اس كے آثار كے ذريعے استدلال قائم كري</w:t>
      </w:r>
      <w:r w:rsidR="007D6C9B">
        <w:rPr>
          <w:rtl/>
        </w:rPr>
        <w:t xml:space="preserve">ں </w:t>
      </w:r>
      <w:r>
        <w:rPr>
          <w:rtl/>
        </w:rPr>
        <w:t>لہذا انھو</w:t>
      </w:r>
      <w:r w:rsidR="007D6C9B">
        <w:rPr>
          <w:rtl/>
        </w:rPr>
        <w:t xml:space="preserve">ں </w:t>
      </w:r>
      <w:r>
        <w:rPr>
          <w:rtl/>
        </w:rPr>
        <w:t>نے آيات آفاقى كا سہارا ليتے ہوئے فرمايا:''(خدا)آسمانو</w:t>
      </w:r>
      <w:r w:rsidR="007D6C9B">
        <w:rPr>
          <w:rtl/>
        </w:rPr>
        <w:t xml:space="preserve">ں </w:t>
      </w:r>
      <w:r>
        <w:rPr>
          <w:rtl/>
        </w:rPr>
        <w:t>اور زمين اور جو كچھ ان دونو</w:t>
      </w:r>
      <w:r w:rsidR="007D6C9B">
        <w:rPr>
          <w:rtl/>
        </w:rPr>
        <w:t xml:space="preserve">ں </w:t>
      </w:r>
      <w:r>
        <w:rPr>
          <w:rtl/>
        </w:rPr>
        <w:t>كے درميان ہے سب كا پر وردگار ہے اگر تم يقين كا راستہ اختيار كرو''_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اتنے وسيع و عريض اور باعظمت آسمان و زمين اور كائنات كى رنگ برنگى مخلوق جس كے سامنے تو اور تيرے چاہنے اور ماننے والے ايك ذرہ ناچيز سے زيادہ كى حيثيت نہي</w:t>
      </w:r>
      <w:r w:rsidR="007D6C9B">
        <w:rPr>
          <w:rtl/>
        </w:rPr>
        <w:t xml:space="preserve">ں </w:t>
      </w:r>
      <w:r>
        <w:rPr>
          <w:rtl/>
        </w:rPr>
        <w:t xml:space="preserve">ركھتے، ميرے پروردگار كى آفرينش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23</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آيت </w:t>
      </w:r>
      <w:r w:rsidR="00E664BB">
        <w:rPr>
          <w:rtl/>
        </w:rPr>
        <w:t>24</w:t>
      </w:r>
      <w:r>
        <w:rPr>
          <w:rtl/>
        </w:rPr>
        <w:t xml:space="preserve"> </w:t>
      </w:r>
    </w:p>
    <w:p w:rsidR="006538B0" w:rsidRDefault="001648F9" w:rsidP="00D07B54">
      <w:pPr>
        <w:pStyle w:val="libNormal"/>
        <w:rPr>
          <w:rtl/>
        </w:rPr>
      </w:pPr>
      <w:r>
        <w:rPr>
          <w:rtl/>
        </w:rPr>
        <w:t xml:space="preserve"> </w:t>
      </w:r>
      <w:r>
        <w:rPr>
          <w:rtl/>
        </w:rPr>
        <w:br w:type="page"/>
      </w:r>
    </w:p>
    <w:p w:rsidR="006538B0" w:rsidRDefault="006538B0" w:rsidP="00D07B54">
      <w:pPr>
        <w:pStyle w:val="libNormal"/>
        <w:rPr>
          <w:rtl/>
        </w:rPr>
      </w:pPr>
    </w:p>
    <w:p w:rsidR="00DE2D7F" w:rsidRDefault="00DE2D7F" w:rsidP="00D07B54">
      <w:pPr>
        <w:pStyle w:val="libNormal"/>
        <w:rPr>
          <w:rtl/>
        </w:rPr>
      </w:pPr>
      <w:r>
        <w:rPr>
          <w:rtl/>
        </w:rPr>
        <w:t xml:space="preserve">ہے اور ان اشياء كا خالق ومدبر اور ناظم ہى عبادت كے لائق ہے نہ كہ تيرے جيسى كمزور اور ناچيز سى مخلوق_ </w:t>
      </w:r>
    </w:p>
    <w:p w:rsidR="00DE2D7F" w:rsidRDefault="00DE2D7F" w:rsidP="00D07B54">
      <w:pPr>
        <w:pStyle w:val="libNormal"/>
        <w:rPr>
          <w:rtl/>
        </w:rPr>
      </w:pPr>
      <w:r>
        <w:rPr>
          <w:rtl/>
        </w:rPr>
        <w:t>ليكن عظيم آسمانى معلم كے اس قدر محكم بيان اورپختہ گفتگو كے بعد بھى فرعون خواب غفلت سے بيدار نہ ہوا اس نے انپے ٹھٹھے مذاق اور استہزاء كو جارى ركھا اور مغرور مستكبرين كے پرانے طريقہ كار كو اپناتے ہوئے ''اپنے اطراف مي</w:t>
      </w:r>
      <w:r w:rsidR="007D6C9B">
        <w:rPr>
          <w:rtl/>
        </w:rPr>
        <w:t xml:space="preserve">ں </w:t>
      </w:r>
      <w:r>
        <w:rPr>
          <w:rtl/>
        </w:rPr>
        <w:t>بيٹھنے والو</w:t>
      </w:r>
      <w:r w:rsidR="007D6C9B">
        <w:rPr>
          <w:rtl/>
        </w:rPr>
        <w:t xml:space="preserve">ں </w:t>
      </w:r>
      <w:r>
        <w:rPr>
          <w:rtl/>
        </w:rPr>
        <w:t>كى طرف منہ كركے كہا: كيا سن نہي</w:t>
      </w:r>
      <w:r w:rsidR="007D6C9B">
        <w:rPr>
          <w:rtl/>
        </w:rPr>
        <w:t xml:space="preserve">ں </w:t>
      </w:r>
      <w:r>
        <w:rPr>
          <w:rtl/>
        </w:rPr>
        <w:t>رہے ہو(كہ يہ شخص كيا كہہ رہا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معلوم ہے كہ فرعون كے گردكون لوگ بيٹھے ہي</w:t>
      </w:r>
      <w:r w:rsidR="007D6C9B">
        <w:rPr>
          <w:rtl/>
        </w:rPr>
        <w:t xml:space="preserve">ں </w:t>
      </w:r>
      <w:r>
        <w:rPr>
          <w:rtl/>
        </w:rPr>
        <w:t>اسى قماش كے لوگ تو ہي</w:t>
      </w:r>
      <w:r w:rsidR="007D6C9B">
        <w:rPr>
          <w:rtl/>
        </w:rPr>
        <w:t xml:space="preserve">ں </w:t>
      </w:r>
      <w:r>
        <w:rPr>
          <w:rtl/>
        </w:rPr>
        <w:t>_صاحبان زوراور زرہي</w:t>
      </w:r>
      <w:r w:rsidR="007D6C9B">
        <w:rPr>
          <w:rtl/>
        </w:rPr>
        <w:t xml:space="preserve">ں </w:t>
      </w:r>
      <w:r>
        <w:rPr>
          <w:rtl/>
        </w:rPr>
        <w:t xml:space="preserve">يا پھرظالم اور جابر كے معاون _ </w:t>
      </w:r>
    </w:p>
    <w:p w:rsidR="00DE2D7F" w:rsidRDefault="00DE2D7F" w:rsidP="00D07B54">
      <w:pPr>
        <w:pStyle w:val="libNormal"/>
        <w:rPr>
          <w:rtl/>
        </w:rPr>
      </w:pPr>
      <w:r>
        <w:rPr>
          <w:rtl/>
        </w:rPr>
        <w:t>وہا</w:t>
      </w:r>
      <w:r w:rsidR="007D6C9B">
        <w:rPr>
          <w:rtl/>
        </w:rPr>
        <w:t xml:space="preserve">ں </w:t>
      </w:r>
      <w:r>
        <w:rPr>
          <w:rtl/>
        </w:rPr>
        <w:t>پر فرعون كے اطراف مي</w:t>
      </w:r>
      <w:r w:rsidR="007D6C9B">
        <w:rPr>
          <w:rtl/>
        </w:rPr>
        <w:t xml:space="preserve">ں </w:t>
      </w:r>
      <w:r>
        <w:rPr>
          <w:rtl/>
        </w:rPr>
        <w:t>پانچ سوآدمى موجود تھے،جن كا شمار فرعون كے خواص مي</w:t>
      </w:r>
      <w:r w:rsidR="007D6C9B">
        <w:rPr>
          <w:rtl/>
        </w:rPr>
        <w:t xml:space="preserve">ں </w:t>
      </w:r>
      <w:r>
        <w:rPr>
          <w:rtl/>
        </w:rPr>
        <w:t xml:space="preserve">ہوتا تھا_ </w:t>
      </w:r>
    </w:p>
    <w:p w:rsidR="00DE2D7F" w:rsidRDefault="00DE2D7F" w:rsidP="00D07B54">
      <w:pPr>
        <w:pStyle w:val="libNormal"/>
        <w:rPr>
          <w:rtl/>
        </w:rPr>
      </w:pPr>
      <w:r>
        <w:rPr>
          <w:rtl/>
        </w:rPr>
        <w:t>اس طرح كى گفتگو سے فرعون يہ چاہتا تھا كہ موسى عليہ السلام كى منطقى اور دلنشين گفتگو اس گروہ كے تاريك دلو</w:t>
      </w:r>
      <w:r w:rsidR="007D6C9B">
        <w:rPr>
          <w:rtl/>
        </w:rPr>
        <w:t xml:space="preserve">ں </w:t>
      </w:r>
      <w:r>
        <w:rPr>
          <w:rtl/>
        </w:rPr>
        <w:t>مي</w:t>
      </w:r>
      <w:r w:rsidR="007D6C9B">
        <w:rPr>
          <w:rtl/>
        </w:rPr>
        <w:t xml:space="preserve">ں </w:t>
      </w:r>
      <w:r>
        <w:rPr>
          <w:rtl/>
        </w:rPr>
        <w:t>ذرہ بھر بھى اثر نہ كرے اور لوگو</w:t>
      </w:r>
      <w:r w:rsidR="007D6C9B">
        <w:rPr>
          <w:rtl/>
        </w:rPr>
        <w:t xml:space="preserve">ں </w:t>
      </w:r>
      <w:r>
        <w:rPr>
          <w:rtl/>
        </w:rPr>
        <w:t>كو يہ باور كروائے كہ انكى باتي</w:t>
      </w:r>
      <w:r w:rsidR="007D6C9B">
        <w:rPr>
          <w:rtl/>
        </w:rPr>
        <w:t xml:space="preserve">ں </w:t>
      </w:r>
      <w:r>
        <w:rPr>
          <w:rtl/>
        </w:rPr>
        <w:t>بے ڈھنگى اور ناقابل فہم ہي</w:t>
      </w:r>
      <w:r w:rsidR="007D6C9B">
        <w:rPr>
          <w:rtl/>
        </w:rPr>
        <w:t xml:space="preserve">ں </w:t>
      </w:r>
      <w:r>
        <w:rPr>
          <w:rtl/>
        </w:rPr>
        <w:t xml:space="preserve">_ </w:t>
      </w:r>
    </w:p>
    <w:p w:rsidR="00DE2D7F" w:rsidRDefault="00DE2D7F" w:rsidP="00D07B54">
      <w:pPr>
        <w:pStyle w:val="libNormal"/>
        <w:rPr>
          <w:rtl/>
        </w:rPr>
      </w:pPr>
      <w:r>
        <w:rPr>
          <w:rtl/>
        </w:rPr>
        <w:t>مگر جناب موسى عليہ السلام نے اپنى منطقى اور جچى تلى گفتگو كو بغير كسى خوف وخطر كے جارى ركھتے ہوئے فرمايا:''تمہارا بھى رب ہے اور تمھارے آباء واجداد كا رب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درحقيقت بات يہ ہے كہ جناب موسى عليہ السلام نے پہلے تو آفاقى آيات كے حوالے سے استدلال كيا اب يہا</w:t>
      </w:r>
      <w:r w:rsidR="007D6C9B">
        <w:rPr>
          <w:rtl/>
        </w:rPr>
        <w:t xml:space="preserve">ں </w:t>
      </w:r>
      <w:r>
        <w:rPr>
          <w:rtl/>
        </w:rPr>
        <w:t>پر'' آيات انفس''اور خود انسان كے اپنے وجود مي</w:t>
      </w:r>
      <w:r w:rsidR="007D6C9B">
        <w:rPr>
          <w:rtl/>
        </w:rPr>
        <w:t xml:space="preserve">ں </w:t>
      </w:r>
      <w:r>
        <w:rPr>
          <w:rtl/>
        </w:rPr>
        <w:t>تخليق خالق كے اسرار اور انسانى روح اور جسم مي</w:t>
      </w:r>
      <w:r w:rsidR="007D6C9B">
        <w:rPr>
          <w:rtl/>
        </w:rPr>
        <w:t xml:space="preserve">ں </w:t>
      </w:r>
      <w:r>
        <w:rPr>
          <w:rtl/>
        </w:rPr>
        <w:t>خداوند عالم كى ربوبيت كے آثار كى طرف اشارہ كررہے ہي</w:t>
      </w:r>
      <w:r w:rsidR="007D6C9B">
        <w:rPr>
          <w:rtl/>
        </w:rPr>
        <w:t xml:space="preserve">ں </w:t>
      </w:r>
      <w:r>
        <w:rPr>
          <w:rtl/>
        </w:rPr>
        <w:t>تاكہ وہ عاقبت نا انديش مغرور كم از كم اپنے بارے مي</w:t>
      </w:r>
      <w:r w:rsidR="007D6C9B">
        <w:rPr>
          <w:rtl/>
        </w:rPr>
        <w:t xml:space="preserve">ں </w:t>
      </w:r>
      <w:r>
        <w:rPr>
          <w:rtl/>
        </w:rPr>
        <w:t>تو كچھ سوچ سكي</w:t>
      </w:r>
      <w:r w:rsidR="007D6C9B">
        <w:rPr>
          <w:rtl/>
        </w:rPr>
        <w:t xml:space="preserve">ں </w:t>
      </w:r>
      <w:r>
        <w:rPr>
          <w:rtl/>
        </w:rPr>
        <w:t>خود كو اور پھر اپنے خدا كو پہچان سكي</w:t>
      </w:r>
      <w:r w:rsidR="007D6C9B">
        <w:rPr>
          <w:rtl/>
        </w:rPr>
        <w:t xml:space="preserve">ں </w:t>
      </w:r>
      <w:r>
        <w:rPr>
          <w:rtl/>
        </w:rPr>
        <w:t xml:space="preserve">_ </w:t>
      </w:r>
    </w:p>
    <w:p w:rsidR="00DE2D7F" w:rsidRDefault="00DE2D7F" w:rsidP="00D07B54">
      <w:pPr>
        <w:pStyle w:val="libNormal"/>
        <w:rPr>
          <w:rtl/>
        </w:rPr>
      </w:pPr>
      <w:r>
        <w:rPr>
          <w:rtl/>
        </w:rPr>
        <w:t xml:space="preserve">ليكن فرعون اپنى ہٹ دھرمى سے پھر بھى باز نہ آيا،اب استہزاء اور مسخرہ پن سے چند قدم آگے بڑھ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35</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آيت </w:t>
      </w:r>
      <w:r w:rsidR="00E664BB">
        <w:rPr>
          <w:rtl/>
        </w:rPr>
        <w:t>26</w:t>
      </w:r>
      <w:r>
        <w:rPr>
          <w:rtl/>
        </w:rPr>
        <w:t xml:space="preserve"> </w:t>
      </w:r>
    </w:p>
    <w:p w:rsidR="006538B0"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جاتا ہے اور موسى عليہ السلام كو جنون اور ديوانگى كا الزام ديتا ہے چنانچہ اس نے كہا:''جو پيغمبر تمھارى طرف آيا ہے بالكل ديوانہ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وہى تہمت جو تاريخ كے ظالم اور جابر لوگ خدا كے بھيجے ہوئے مصلحين پر لگاتے رہتے تھے_ </w:t>
      </w:r>
    </w:p>
    <w:p w:rsidR="00DE2D7F" w:rsidRDefault="00DE2D7F" w:rsidP="00D07B54">
      <w:pPr>
        <w:pStyle w:val="libNormal"/>
        <w:rPr>
          <w:rtl/>
        </w:rPr>
      </w:pPr>
      <w:r>
        <w:rPr>
          <w:rtl/>
        </w:rPr>
        <w:t>يہ بھى لائق توجہ ہے كہ يہ مغرور فريبى اس حد تك بھى روادارنہ تھا كہ كہے''ہمارا رسول''اور'' ہمارى طرف بھيجا ہوا ''بلكہ كہتا ہے''تمہارا پيغمبر''اور ''تمھارى طرف بھيجا ہوا'' كيونكہ''تمہارا پيغمبر''مي</w:t>
      </w:r>
      <w:r w:rsidR="007D6C9B">
        <w:rPr>
          <w:rtl/>
        </w:rPr>
        <w:t xml:space="preserve">ں </w:t>
      </w:r>
      <w:r>
        <w:rPr>
          <w:rtl/>
        </w:rPr>
        <w:t>طنز اور استہزاء پايا جاتا ہے او رساتھ ہى اس مي</w:t>
      </w:r>
      <w:r w:rsidR="007D6C9B">
        <w:rPr>
          <w:rtl/>
        </w:rPr>
        <w:t xml:space="preserve">ں </w:t>
      </w:r>
      <w:r>
        <w:rPr>
          <w:rtl/>
        </w:rPr>
        <w:t>غرور اور تكبر كا پہلو بھى نمايا</w:t>
      </w:r>
      <w:r w:rsidR="007D6C9B">
        <w:rPr>
          <w:rtl/>
        </w:rPr>
        <w:t xml:space="preserve">ں </w:t>
      </w:r>
      <w:r>
        <w:rPr>
          <w:rtl/>
        </w:rPr>
        <w:t>ہے كہ مي</w:t>
      </w:r>
      <w:r w:rsidR="007D6C9B">
        <w:rPr>
          <w:rtl/>
        </w:rPr>
        <w:t xml:space="preserve">ں </w:t>
      </w:r>
      <w:r>
        <w:rPr>
          <w:rtl/>
        </w:rPr>
        <w:t>اس بات سے بالا تر ہو</w:t>
      </w:r>
      <w:r w:rsidR="007D6C9B">
        <w:rPr>
          <w:rtl/>
        </w:rPr>
        <w:t xml:space="preserve">ں </w:t>
      </w:r>
      <w:r>
        <w:rPr>
          <w:rtl/>
        </w:rPr>
        <w:t>كہ كوئي پيغمبر مجھے دعوت دينے كے لئے آئے اور موسى عليہ السلام پر جنون كى تہمت لگانے سے اس كا مقصد يہ تھا كہ جناب موسى عليہ السلام كے جاندار دلائل كو حاضرين كے اذہان مي</w:t>
      </w:r>
      <w:r w:rsidR="007D6C9B">
        <w:rPr>
          <w:rtl/>
        </w:rPr>
        <w:t xml:space="preserve">ں </w:t>
      </w:r>
      <w:r>
        <w:rPr>
          <w:rtl/>
        </w:rPr>
        <w:t xml:space="preserve">بے اثر بنايا جائے_ </w:t>
      </w:r>
    </w:p>
    <w:p w:rsidR="00DE2D7F" w:rsidRDefault="00DE2D7F" w:rsidP="00D07B54">
      <w:pPr>
        <w:pStyle w:val="libNormal"/>
        <w:rPr>
          <w:rtl/>
        </w:rPr>
      </w:pPr>
      <w:r>
        <w:rPr>
          <w:rtl/>
        </w:rPr>
        <w:t>ليكن يہ ناروا تہمت موسى عليہ السلا م كے بلند حوصلو</w:t>
      </w:r>
      <w:r w:rsidR="007D6C9B">
        <w:rPr>
          <w:rtl/>
        </w:rPr>
        <w:t xml:space="preserve">ں </w:t>
      </w:r>
      <w:r>
        <w:rPr>
          <w:rtl/>
        </w:rPr>
        <w:t>كو پست نہي</w:t>
      </w:r>
      <w:r w:rsidR="007D6C9B">
        <w:rPr>
          <w:rtl/>
        </w:rPr>
        <w:t xml:space="preserve">ں </w:t>
      </w:r>
      <w:r>
        <w:rPr>
          <w:rtl/>
        </w:rPr>
        <w:t>كر سكى اور انھو</w:t>
      </w:r>
      <w:r w:rsidR="007D6C9B">
        <w:rPr>
          <w:rtl/>
        </w:rPr>
        <w:t xml:space="preserve">ں </w:t>
      </w:r>
      <w:r>
        <w:rPr>
          <w:rtl/>
        </w:rPr>
        <w:t>نے تخليقات عالم مي</w:t>
      </w:r>
      <w:r w:rsidR="007D6C9B">
        <w:rPr>
          <w:rtl/>
        </w:rPr>
        <w:t xml:space="preserve">ں </w:t>
      </w:r>
      <w:r>
        <w:rPr>
          <w:rtl/>
        </w:rPr>
        <w:t>آثار الہى اور آفاق و انفس كے حوالے سے اپنے دلائل كو برابر جارى ركھا اور كہا:''وہ مشرق ومغرب اور جو كچھ ان دونو</w:t>
      </w:r>
      <w:r w:rsidR="007D6C9B">
        <w:rPr>
          <w:rtl/>
        </w:rPr>
        <w:t xml:space="preserve">ں </w:t>
      </w:r>
      <w:r>
        <w:rPr>
          <w:rtl/>
        </w:rPr>
        <w:t>كے درميان ہے سب كا پروردگار ہے اگر تم عقل وشعور سے كام لو''_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اگر تمہارے پاس مصر نامى محدود سے علاقے مي</w:t>
      </w:r>
      <w:r w:rsidR="007D6C9B">
        <w:rPr>
          <w:rtl/>
        </w:rPr>
        <w:t xml:space="preserve">ں </w:t>
      </w:r>
      <w:r>
        <w:rPr>
          <w:rtl/>
        </w:rPr>
        <w:t>چھوٹى سى ظاہرى حكومت ہے توكيا ہوا؟ميرے پروردگار كى حقيقى حكومت تو مشرق و مغرب اور اس كے تمام درميانى علاقے پر محيط ہے اور اس كے آثار ہر جگہ موجودات عالم كى پيشانى پر چمك رہے ہي</w:t>
      </w:r>
      <w:r w:rsidR="007D6C9B">
        <w:rPr>
          <w:rtl/>
        </w:rPr>
        <w:t xml:space="preserve">ں </w:t>
      </w:r>
      <w:r>
        <w:rPr>
          <w:rtl/>
        </w:rPr>
        <w:t>اصولى طور پر خود مشرق و مغرب مي</w:t>
      </w:r>
      <w:r w:rsidR="007D6C9B">
        <w:rPr>
          <w:rtl/>
        </w:rPr>
        <w:t xml:space="preserve">ں </w:t>
      </w:r>
      <w:r>
        <w:rPr>
          <w:rtl/>
        </w:rPr>
        <w:t>آفتاب كا طلوع و غروب اور كائنات عالم پر حاكم نظام شمسى ہى اس كى عظمت كى نشانيا</w:t>
      </w:r>
      <w:r w:rsidR="007D6C9B">
        <w:rPr>
          <w:rtl/>
        </w:rPr>
        <w:t xml:space="preserve">ں </w:t>
      </w:r>
      <w:r>
        <w:rPr>
          <w:rtl/>
        </w:rPr>
        <w:t>ہي</w:t>
      </w:r>
      <w:r w:rsidR="007D6C9B">
        <w:rPr>
          <w:rtl/>
        </w:rPr>
        <w:t xml:space="preserve">ں </w:t>
      </w:r>
      <w:r>
        <w:rPr>
          <w:rtl/>
        </w:rPr>
        <w:t>، ليكن عيب خود تمہارے اندر ہے كہ تم عقل سے كام نہي</w:t>
      </w:r>
      <w:r w:rsidR="007D6C9B">
        <w:rPr>
          <w:rtl/>
        </w:rPr>
        <w:t xml:space="preserve">ں </w:t>
      </w:r>
      <w:r>
        <w:rPr>
          <w:rtl/>
        </w:rPr>
        <w:t>ليتے بلكہ تمہارے اندر سوچنے كى عادت ہى نہي</w:t>
      </w:r>
      <w:r w:rsidR="007D6C9B">
        <w:rPr>
          <w:rtl/>
        </w:rPr>
        <w:t xml:space="preserve">ں </w:t>
      </w:r>
      <w:r>
        <w:rPr>
          <w:rtl/>
        </w:rPr>
        <w:t>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درحقيقت يہا</w:t>
      </w:r>
      <w:r w:rsidR="007D6C9B">
        <w:rPr>
          <w:rtl/>
        </w:rPr>
        <w:t xml:space="preserve">ں </w:t>
      </w:r>
      <w:r>
        <w:rPr>
          <w:rtl/>
        </w:rPr>
        <w:t>پر حضرت موسى عليہ اسلام نے اپنى طرف جنون كى نسبت كا بڑے اچھے انداز مي</w:t>
      </w:r>
      <w:r w:rsidR="007D6C9B">
        <w:rPr>
          <w:rtl/>
        </w:rPr>
        <w:t xml:space="preserve">ں </w:t>
      </w:r>
      <w:r>
        <w:rPr>
          <w:rtl/>
        </w:rPr>
        <w:t>جواب ديا ہے_ دراصل وہ يہ كہنا چاہتے ہي</w:t>
      </w:r>
      <w:r w:rsidR="007D6C9B">
        <w:rPr>
          <w:rtl/>
        </w:rPr>
        <w:t xml:space="preserve">ں </w:t>
      </w:r>
      <w:r>
        <w:rPr>
          <w:rtl/>
        </w:rPr>
        <w:t>كہ ديوانہ مي</w:t>
      </w:r>
      <w:r w:rsidR="007D6C9B">
        <w:rPr>
          <w:rtl/>
        </w:rPr>
        <w:t xml:space="preserve">ں </w:t>
      </w:r>
      <w:r>
        <w:rPr>
          <w:rtl/>
        </w:rPr>
        <w:t>نہي</w:t>
      </w:r>
      <w:r w:rsidR="007D6C9B">
        <w:rPr>
          <w:rtl/>
        </w:rPr>
        <w:t xml:space="preserve">ں </w:t>
      </w:r>
      <w:r>
        <w:rPr>
          <w:rtl/>
        </w:rPr>
        <w:t>ہو</w:t>
      </w:r>
      <w:r w:rsidR="007D6C9B">
        <w:rPr>
          <w:rtl/>
        </w:rPr>
        <w:t xml:space="preserve">ں </w:t>
      </w:r>
      <w:r>
        <w:rPr>
          <w:rtl/>
        </w:rPr>
        <w:t xml:space="preserve">بلكہ ديوانہ اور بے عقل وہ شخص ہے جو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27</w:t>
      </w:r>
      <w:r>
        <w:rPr>
          <w:rtl/>
        </w:rPr>
        <w:t xml:space="preserve"> </w:t>
      </w:r>
    </w:p>
    <w:p w:rsidR="00DE2D7F" w:rsidRDefault="00DE2D7F" w:rsidP="00D07B54">
      <w:pPr>
        <w:pStyle w:val="libFootnote"/>
        <w:rPr>
          <w:rtl/>
        </w:rPr>
      </w:pPr>
      <w:r>
        <w:rPr>
          <w:rtl/>
        </w:rPr>
        <w:t>(</w:t>
      </w:r>
      <w:r w:rsidR="00E664BB">
        <w:rPr>
          <w:rtl/>
        </w:rPr>
        <w:t>2</w:t>
      </w:r>
      <w:r>
        <w:rPr>
          <w:rtl/>
        </w:rPr>
        <w:t>)سورہ شعراء آيت</w:t>
      </w:r>
      <w:r w:rsidR="00E664BB">
        <w:rPr>
          <w:rtl/>
        </w:rPr>
        <w:t>28</w:t>
      </w:r>
      <w:r>
        <w:rPr>
          <w:rtl/>
        </w:rPr>
        <w:t xml:space="preserve"> </w:t>
      </w:r>
    </w:p>
    <w:p w:rsidR="00DE2D7F" w:rsidRDefault="00DE2D7F" w:rsidP="00D07B54">
      <w:pPr>
        <w:pStyle w:val="libFootnote"/>
        <w:rPr>
          <w:rtl/>
        </w:rPr>
      </w:pPr>
      <w:r>
        <w:rPr>
          <w:rtl/>
        </w:rPr>
        <w:t>(</w:t>
      </w:r>
      <w:r w:rsidR="00E664BB">
        <w:rPr>
          <w:rtl/>
        </w:rPr>
        <w:t>3</w:t>
      </w:r>
      <w:r>
        <w:rPr>
          <w:rtl/>
        </w:rPr>
        <w:t>)سورہ شعراء آيت</w:t>
      </w:r>
      <w:r w:rsidR="00E664BB">
        <w:rPr>
          <w:rtl/>
        </w:rPr>
        <w:t>28</w:t>
      </w:r>
      <w:r>
        <w:rPr>
          <w:rtl/>
        </w:rPr>
        <w:t xml:space="preserve"> </w:t>
      </w:r>
    </w:p>
    <w:p w:rsidR="006538B0"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اپنے پروردگار كے ان تمام آثار اور نشانات كو نہي</w:t>
      </w:r>
      <w:r w:rsidR="007D6C9B">
        <w:rPr>
          <w:rtl/>
        </w:rPr>
        <w:t xml:space="preserve">ں </w:t>
      </w:r>
      <w:r>
        <w:rPr>
          <w:rtl/>
        </w:rPr>
        <w:t xml:space="preserve">ديكھتا _ </w:t>
      </w:r>
    </w:p>
    <w:p w:rsidR="00DE2D7F" w:rsidRDefault="00DE2D7F" w:rsidP="00D07B54">
      <w:pPr>
        <w:pStyle w:val="libNormal"/>
        <w:rPr>
          <w:rtl/>
        </w:rPr>
      </w:pPr>
      <w:r>
        <w:rPr>
          <w:rtl/>
        </w:rPr>
        <w:t>عالم وجود كے ہر دروديوار پر ذات پروردگار كے اس قدر عجيب وغريب نقوش موجود ہي</w:t>
      </w:r>
      <w:r w:rsidR="007D6C9B">
        <w:rPr>
          <w:rtl/>
        </w:rPr>
        <w:t xml:space="preserve">ں </w:t>
      </w:r>
      <w:r>
        <w:rPr>
          <w:rtl/>
        </w:rPr>
        <w:t>پھر بھى جو شخص ذات پروردگار كے بارے مي</w:t>
      </w:r>
      <w:r w:rsidR="007D6C9B">
        <w:rPr>
          <w:rtl/>
        </w:rPr>
        <w:t xml:space="preserve">ں </w:t>
      </w:r>
      <w:r>
        <w:rPr>
          <w:rtl/>
        </w:rPr>
        <w:t xml:space="preserve">نہ سوچے اسے خود نقش ديوار ہوجانا چاہئے _ </w:t>
      </w:r>
    </w:p>
    <w:p w:rsidR="00DE2D7F" w:rsidRDefault="00DE2D7F" w:rsidP="00D07B54">
      <w:pPr>
        <w:pStyle w:val="libNormal"/>
        <w:rPr>
          <w:rtl/>
        </w:rPr>
      </w:pPr>
      <w:r>
        <w:rPr>
          <w:rtl/>
        </w:rPr>
        <w:t xml:space="preserve">ان طاقتور دلائل نے فرعون كو سخت بوكھلاديا، اب اس نے اسى حربے كا سہارا ليا جس كا سہارا ہربے منطق اور طاقتور ليتا ہے اور جب وہ دلائل سے عاجزہوجاتاہے تو اسے آزمانے كى كوشش كرتاہے_ </w:t>
      </w:r>
    </w:p>
    <w:p w:rsidR="00DE2D7F" w:rsidRDefault="00DE2D7F" w:rsidP="00D07B54">
      <w:pPr>
        <w:pStyle w:val="libNormal"/>
        <w:rPr>
          <w:rtl/>
        </w:rPr>
      </w:pPr>
      <w:r>
        <w:rPr>
          <w:rtl/>
        </w:rPr>
        <w:t>'' فرعون نے كہا: اگر تم نے ميرے علاوہ كسى اور كو معبود بنايا تو تمہي</w:t>
      </w:r>
      <w:r w:rsidR="007D6C9B">
        <w:rPr>
          <w:rtl/>
        </w:rPr>
        <w:t xml:space="preserve">ں </w:t>
      </w:r>
      <w:r>
        <w:rPr>
          <w:rtl/>
        </w:rPr>
        <w:t>قيديو</w:t>
      </w:r>
      <w:r w:rsidR="007D6C9B">
        <w:rPr>
          <w:rtl/>
        </w:rPr>
        <w:t xml:space="preserve">ں </w:t>
      </w:r>
      <w:r>
        <w:rPr>
          <w:rtl/>
        </w:rPr>
        <w:t>مي</w:t>
      </w:r>
      <w:r w:rsidR="007D6C9B">
        <w:rPr>
          <w:rtl/>
        </w:rPr>
        <w:t xml:space="preserve">ں </w:t>
      </w:r>
      <w:r>
        <w:rPr>
          <w:rtl/>
        </w:rPr>
        <w:t>شامل كردو</w:t>
      </w:r>
      <w:r w:rsidR="007D6C9B">
        <w:rPr>
          <w:rtl/>
        </w:rPr>
        <w:t xml:space="preserve">ں </w:t>
      </w:r>
      <w:r>
        <w:rPr>
          <w:rtl/>
        </w:rPr>
        <w:t>گا''_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مي</w:t>
      </w:r>
      <w:r w:rsidR="007D6C9B">
        <w:rPr>
          <w:rtl/>
        </w:rPr>
        <w:t xml:space="preserve">ں </w:t>
      </w:r>
      <w:r>
        <w:rPr>
          <w:rtl/>
        </w:rPr>
        <w:t>تمہارى اور كوئي بات نہي</w:t>
      </w:r>
      <w:r w:rsidR="007D6C9B">
        <w:rPr>
          <w:rtl/>
        </w:rPr>
        <w:t xml:space="preserve">ں </w:t>
      </w:r>
      <w:r>
        <w:rPr>
          <w:rtl/>
        </w:rPr>
        <w:t>سننا چاہتا مي</w:t>
      </w:r>
      <w:r w:rsidR="007D6C9B">
        <w:rPr>
          <w:rtl/>
        </w:rPr>
        <w:t xml:space="preserve">ں </w:t>
      </w:r>
      <w:r>
        <w:rPr>
          <w:rtl/>
        </w:rPr>
        <w:t>تو صرف ايك ہى عظيم الہ اور معبوے كو جانتاہو</w:t>
      </w:r>
      <w:r w:rsidR="007D6C9B">
        <w:rPr>
          <w:rtl/>
        </w:rPr>
        <w:t xml:space="preserve">ں </w:t>
      </w:r>
      <w:r>
        <w:rPr>
          <w:rtl/>
        </w:rPr>
        <w:t>اور وہ مي</w:t>
      </w:r>
      <w:r w:rsidR="007D6C9B">
        <w:rPr>
          <w:rtl/>
        </w:rPr>
        <w:t xml:space="preserve">ں </w:t>
      </w:r>
      <w:r>
        <w:rPr>
          <w:rtl/>
        </w:rPr>
        <w:t>خود ہو</w:t>
      </w:r>
      <w:r w:rsidR="007D6C9B">
        <w:rPr>
          <w:rtl/>
        </w:rPr>
        <w:t xml:space="preserve">ں </w:t>
      </w:r>
      <w:r>
        <w:rPr>
          <w:rtl/>
        </w:rPr>
        <w:t>اگر كوئي شخص اس كے علاوہ كہتا ہے تو بس سمجھ لے كہ اس كى سزا يا تو موت ہے يا عمر قيد جس مي</w:t>
      </w:r>
      <w:r w:rsidR="007D6C9B">
        <w:rPr>
          <w:rtl/>
        </w:rPr>
        <w:t xml:space="preserve">ں </w:t>
      </w:r>
      <w:r>
        <w:rPr>
          <w:rtl/>
        </w:rPr>
        <w:t xml:space="preserve">زندگى ہى ختم ہوجائے_ </w:t>
      </w:r>
    </w:p>
    <w:p w:rsidR="00DE2D7F" w:rsidRDefault="00DE2D7F" w:rsidP="00D07B54">
      <w:pPr>
        <w:pStyle w:val="libNormal"/>
        <w:rPr>
          <w:rtl/>
        </w:rPr>
      </w:pPr>
      <w:r>
        <w:rPr>
          <w:rtl/>
        </w:rPr>
        <w:t>درحقيقت فرعون چاہتا تھا كہ اس قسم كى تيزوتند گفتگو كركے موسى عليہ السلام كو ہراسا</w:t>
      </w:r>
      <w:r w:rsidR="007D6C9B">
        <w:rPr>
          <w:rtl/>
        </w:rPr>
        <w:t xml:space="preserve">ں </w:t>
      </w:r>
      <w:r>
        <w:rPr>
          <w:rtl/>
        </w:rPr>
        <w:t>كرے تاكہ وہ ڈركر چپ ہوجائي</w:t>
      </w:r>
      <w:r w:rsidR="007D6C9B">
        <w:rPr>
          <w:rtl/>
        </w:rPr>
        <w:t xml:space="preserve">ں </w:t>
      </w:r>
      <w:r>
        <w:rPr>
          <w:rtl/>
        </w:rPr>
        <w:t>كيونكہ اگر بحث جارى رہے گى تو لوگ اس سے بيدار ہو</w:t>
      </w:r>
      <w:r w:rsidR="007D6C9B">
        <w:rPr>
          <w:rtl/>
        </w:rPr>
        <w:t xml:space="preserve">ں </w:t>
      </w:r>
      <w:r>
        <w:rPr>
          <w:rtl/>
        </w:rPr>
        <w:t>گے اور ظالم وجابر لوگو</w:t>
      </w:r>
      <w:r w:rsidR="007D6C9B">
        <w:rPr>
          <w:rtl/>
        </w:rPr>
        <w:t xml:space="preserve">ں </w:t>
      </w:r>
      <w:r>
        <w:rPr>
          <w:rtl/>
        </w:rPr>
        <w:t>كے لئے عوام كى بيدارى اور شعور سے بڑھ كر كوئي اور چيز خطر ناك نہي</w:t>
      </w:r>
      <w:r w:rsidR="007D6C9B">
        <w:rPr>
          <w:rtl/>
        </w:rPr>
        <w:t xml:space="preserve">ں </w:t>
      </w:r>
      <w:r>
        <w:rPr>
          <w:rtl/>
        </w:rPr>
        <w:t xml:space="preserve">ہوتى _ </w:t>
      </w:r>
    </w:p>
    <w:p w:rsidR="00DE2D7F" w:rsidRDefault="00DE2D7F" w:rsidP="00D07B54">
      <w:pPr>
        <w:pStyle w:val="libNormal"/>
        <w:rPr>
          <w:rtl/>
        </w:rPr>
      </w:pPr>
    </w:p>
    <w:p w:rsidR="006538B0" w:rsidRDefault="00DE2D7F" w:rsidP="00D07B54">
      <w:pPr>
        <w:pStyle w:val="Heading2Center"/>
        <w:rPr>
          <w:rtl/>
        </w:rPr>
      </w:pPr>
      <w:bookmarkStart w:id="225" w:name="_Toc7268622"/>
      <w:r>
        <w:rPr>
          <w:rtl/>
        </w:rPr>
        <w:t>تمہارا ملك خطرے مي</w:t>
      </w:r>
      <w:r w:rsidR="007D6C9B">
        <w:rPr>
          <w:rtl/>
        </w:rPr>
        <w:t xml:space="preserve">ں </w:t>
      </w:r>
      <w:r>
        <w:rPr>
          <w:rtl/>
        </w:rPr>
        <w:t>ہے</w:t>
      </w:r>
      <w:bookmarkEnd w:id="225"/>
    </w:p>
    <w:p w:rsidR="00DE2D7F" w:rsidRDefault="00DE2D7F" w:rsidP="00D07B54">
      <w:pPr>
        <w:pStyle w:val="libNormal"/>
        <w:rPr>
          <w:rtl/>
        </w:rPr>
      </w:pPr>
      <w:r>
        <w:rPr>
          <w:rtl/>
        </w:rPr>
        <w:t xml:space="preserve"> گزشتہ صفحات مي</w:t>
      </w:r>
      <w:r w:rsidR="007D6C9B">
        <w:rPr>
          <w:rtl/>
        </w:rPr>
        <w:t xml:space="preserve">ں </w:t>
      </w:r>
      <w:r>
        <w:rPr>
          <w:rtl/>
        </w:rPr>
        <w:t>ہم نے ديكھ ليا ہے كہ جناب موسى عليہ السلام نے منطق اور استدلال كى روسے فرعون پر كيونكر اپنى فوقيت اوربر ترى كا سكہ منواليا اور حاضرين پر ثابت كرديا كہ ان كا خدائي دين كس قدر عقلى ومنطقى ہے اور يہ بھى واضح كرديا كہ فرعون كے خدائي دعوے كس قدر پوچ اور عقل وخردسے عار ى ہي</w:t>
      </w:r>
      <w:r w:rsidR="007D6C9B">
        <w:rPr>
          <w:rtl/>
        </w:rPr>
        <w:t xml:space="preserve">ں </w:t>
      </w:r>
      <w:r>
        <w:rPr>
          <w:rtl/>
        </w:rPr>
        <w:t>كبھى تو وہ استہزاء كرتا ہے ،كبھى جنون اور ديوانگى كى تہمت لگاتاہے اور آخر كار طاقت كے نشے مي</w:t>
      </w:r>
      <w:r w:rsidR="007D6C9B">
        <w:rPr>
          <w:rtl/>
        </w:rPr>
        <w:t xml:space="preserve">ں </w:t>
      </w:r>
      <w:r>
        <w:rPr>
          <w:rtl/>
        </w:rPr>
        <w:t xml:space="preserve">آكر قيدوبند اور موت كى دھمكى ديتا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2</w:t>
      </w:r>
      <w:r w:rsidR="00E44785">
        <w:rPr>
          <w:rtl/>
        </w:rPr>
        <w:t>9</w:t>
      </w:r>
      <w:r>
        <w:rPr>
          <w:rtl/>
        </w:rPr>
        <w:t xml:space="preserve"> </w:t>
      </w:r>
    </w:p>
    <w:p w:rsidR="006538B0"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 xml:space="preserve">اس موقع پر گفتگو كارخ تبديل ہوجاتاہے اب جناب موسى كو ايسا طريقہ اختيار كرنا چاہئے تھا جس سے فرعون كى ناتوانى ظاہر ہوجائے _ </w:t>
      </w:r>
    </w:p>
    <w:p w:rsidR="00DE2D7F" w:rsidRDefault="00DE2D7F" w:rsidP="00D07B54">
      <w:pPr>
        <w:pStyle w:val="libNormal"/>
        <w:rPr>
          <w:rtl/>
        </w:rPr>
      </w:pPr>
      <w:r>
        <w:rPr>
          <w:rtl/>
        </w:rPr>
        <w:t>موسى عليہ السلام كو بھى كسى طاقت كے سہارے كى ضرورت تھى ايسى خدائي طاقت جس كے معجزانہ اندازہو</w:t>
      </w:r>
      <w:r w:rsidR="007D6C9B">
        <w:rPr>
          <w:rtl/>
        </w:rPr>
        <w:t xml:space="preserve">ں </w:t>
      </w:r>
      <w:r>
        <w:rPr>
          <w:rtl/>
        </w:rPr>
        <w:t>، چنانچہ آپ فرعون كى طرف منہ كركے فرماتے ہي</w:t>
      </w:r>
      <w:r w:rsidR="007D6C9B">
        <w:rPr>
          <w:rtl/>
        </w:rPr>
        <w:t xml:space="preserve">ں </w:t>
      </w:r>
      <w:r>
        <w:rPr>
          <w:rtl/>
        </w:rPr>
        <w:t>:'' آيا اگر مي</w:t>
      </w:r>
      <w:r w:rsidR="007D6C9B">
        <w:rPr>
          <w:rtl/>
        </w:rPr>
        <w:t xml:space="preserve">ں </w:t>
      </w:r>
      <w:r>
        <w:rPr>
          <w:rtl/>
        </w:rPr>
        <w:t>اپنى رسالت كے لئے واضح نشانى لے آئو</w:t>
      </w:r>
      <w:r w:rsidR="007D6C9B">
        <w:rPr>
          <w:rtl/>
        </w:rPr>
        <w:t xml:space="preserve">ں </w:t>
      </w:r>
      <w:r>
        <w:rPr>
          <w:rtl/>
        </w:rPr>
        <w:t>پھر بھى تو مجھے زندان مي</w:t>
      </w:r>
      <w:r w:rsidR="007D6C9B">
        <w:rPr>
          <w:rtl/>
        </w:rPr>
        <w:t xml:space="preserve">ں </w:t>
      </w:r>
      <w:r>
        <w:rPr>
          <w:rtl/>
        </w:rPr>
        <w:t>ڈالے گا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موقع پر فرعون سخت مخمصے مي</w:t>
      </w:r>
      <w:r w:rsidR="007D6C9B">
        <w:rPr>
          <w:rtl/>
        </w:rPr>
        <w:t xml:space="preserve">ں </w:t>
      </w:r>
      <w:r>
        <w:rPr>
          <w:rtl/>
        </w:rPr>
        <w:t>پڑگيا، كيونكہ جناب موسى عليہ السلام نے ايك نہايت ہى اہم اور عجيب وغريب منصوبے كى طرف اشارہ كركے حاضرين كى توجہ اپنى طرف مبذول كرالى تھى اگر فرعون ان كى باتو</w:t>
      </w:r>
      <w:r w:rsidR="007D6C9B">
        <w:rPr>
          <w:rtl/>
        </w:rPr>
        <w:t xml:space="preserve">ں </w:t>
      </w:r>
      <w:r>
        <w:rPr>
          <w:rtl/>
        </w:rPr>
        <w:t>كو ان سنى كر كے ٹال ديتا تو سب حاضرين اس پر اعتراض كرتے اور كہتے كہ موسى كو وہ كام كرنے كى اجازت دى جائے اگر وہ ايسا كرسكتا ہے تو معلوم ہوجائے گا اور اس سے مقابلہ نہي</w:t>
      </w:r>
      <w:r w:rsidR="007D6C9B">
        <w:rPr>
          <w:rtl/>
        </w:rPr>
        <w:t xml:space="preserve">ں </w:t>
      </w:r>
      <w:r>
        <w:rPr>
          <w:rtl/>
        </w:rPr>
        <w:t>كيا جاسكے گا اور اگر ايسا نہي</w:t>
      </w:r>
      <w:r w:rsidR="007D6C9B">
        <w:rPr>
          <w:rtl/>
        </w:rPr>
        <w:t xml:space="preserve">ں </w:t>
      </w:r>
      <w:r>
        <w:rPr>
          <w:rtl/>
        </w:rPr>
        <w:t>كرسكتا تو بھى اس كى شخيى آشكار ہوجائے گى بہرحال موسى عليہ السلام كے اس دعوے كو آسانى سے مسترد نہي</w:t>
      </w:r>
      <w:r w:rsidR="007D6C9B">
        <w:rPr>
          <w:rtl/>
        </w:rPr>
        <w:t xml:space="preserve">ں </w:t>
      </w:r>
      <w:r>
        <w:rPr>
          <w:rtl/>
        </w:rPr>
        <w:t>كيا جاسكتا تھا آخركار فرعون نے مجبور ہوكر كہا'' اگر سچ كہتے ہو تو اسے لے آئو''</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''اسى دوران مي</w:t>
      </w:r>
      <w:r w:rsidR="007D6C9B">
        <w:rPr>
          <w:rtl/>
        </w:rPr>
        <w:t xml:space="preserve">ں </w:t>
      </w:r>
      <w:r>
        <w:rPr>
          <w:rtl/>
        </w:rPr>
        <w:t>موسى عليہ السلام نے جو عصا ہاتھ مي</w:t>
      </w:r>
      <w:r w:rsidR="007D6C9B">
        <w:rPr>
          <w:rtl/>
        </w:rPr>
        <w:t xml:space="preserve">ں </w:t>
      </w:r>
      <w:r>
        <w:rPr>
          <w:rtl/>
        </w:rPr>
        <w:t xml:space="preserve">ليا ہوا تھا زمين پر پھينك ديا اور وہ (خدا كے حكم سے ) بہت بڑا اور واضح سانپ بن گيا''_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''پھر اپنا ہاتھ آستين مي</w:t>
      </w:r>
      <w:r w:rsidR="007D6C9B">
        <w:rPr>
          <w:rtl/>
        </w:rPr>
        <w:t xml:space="preserve">ں </w:t>
      </w:r>
      <w:r>
        <w:rPr>
          <w:rtl/>
        </w:rPr>
        <w:t>لے گئے اور باہر نكالا تو اچانك وہ ديكھنے والو</w:t>
      </w:r>
      <w:r w:rsidR="007D6C9B">
        <w:rPr>
          <w:rtl/>
        </w:rPr>
        <w:t xml:space="preserve">ں </w:t>
      </w:r>
      <w:r>
        <w:rPr>
          <w:rtl/>
        </w:rPr>
        <w:t xml:space="preserve">كے لئے سفيد اور چمك دار بن چكا تھا''_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در حقيقت يہ دو عظيم معجزے تھے ايك خوف كا مظہر تھا تو دوسرا اميد كا مظہر، پہلے مي</w:t>
      </w:r>
      <w:r w:rsidR="007D6C9B">
        <w:rPr>
          <w:rtl/>
        </w:rPr>
        <w:t xml:space="preserve">ں </w:t>
      </w:r>
      <w:r>
        <w:rPr>
          <w:rtl/>
        </w:rPr>
        <w:t>انذار كا پہلو تھا تو دوسرے مي</w:t>
      </w:r>
      <w:r w:rsidR="007D6C9B">
        <w:rPr>
          <w:rtl/>
        </w:rPr>
        <w:t xml:space="preserve">ں </w:t>
      </w:r>
      <w:r>
        <w:rPr>
          <w:rtl/>
        </w:rPr>
        <w:t xml:space="preserve">بشارت كا ،ايك خدائي عذاب كى علامت تھى تو دوسرا نور اور رحمت كى نشانى ،كيونكہ معجزے كو پيغمبر خدا كى دعوت كے مطابق ہونا چاہئے_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آيت </w:t>
      </w:r>
      <w:r w:rsidR="00E664BB">
        <w:rPr>
          <w:rtl/>
        </w:rPr>
        <w:t>31</w:t>
      </w:r>
      <w:r>
        <w:rPr>
          <w:rtl/>
        </w:rPr>
        <w:t xml:space="preserve"> </w:t>
      </w:r>
    </w:p>
    <w:p w:rsidR="00DE2D7F" w:rsidRDefault="00DE2D7F" w:rsidP="00D07B54">
      <w:pPr>
        <w:pStyle w:val="libFootnote"/>
        <w:rPr>
          <w:rtl/>
        </w:rPr>
      </w:pPr>
      <w:r>
        <w:rPr>
          <w:rtl/>
        </w:rPr>
        <w:t>(</w:t>
      </w:r>
      <w:r w:rsidR="00E664BB">
        <w:rPr>
          <w:rtl/>
        </w:rPr>
        <w:t>3</w:t>
      </w:r>
      <w:r>
        <w:rPr>
          <w:rtl/>
        </w:rPr>
        <w:t xml:space="preserve">)سورہ شعراء آيت </w:t>
      </w:r>
      <w:r w:rsidR="00E664BB">
        <w:rPr>
          <w:rtl/>
        </w:rPr>
        <w:t>32</w:t>
      </w:r>
      <w:r>
        <w:rPr>
          <w:rtl/>
        </w:rPr>
        <w:t xml:space="preserve"> </w:t>
      </w:r>
    </w:p>
    <w:p w:rsidR="00DE2D7F" w:rsidRDefault="00DE2D7F" w:rsidP="00D07B54">
      <w:pPr>
        <w:pStyle w:val="libFootnote"/>
        <w:rPr>
          <w:rtl/>
        </w:rPr>
      </w:pPr>
      <w:r>
        <w:rPr>
          <w:rtl/>
        </w:rPr>
        <w:t>(</w:t>
      </w:r>
      <w:r w:rsidR="00E664BB">
        <w:rPr>
          <w:rtl/>
        </w:rPr>
        <w:t>4</w:t>
      </w:r>
      <w:r>
        <w:rPr>
          <w:rtl/>
        </w:rPr>
        <w:t xml:space="preserve">)سورہ شعراء آيت </w:t>
      </w:r>
      <w:r w:rsidR="00E664BB">
        <w:rPr>
          <w:rtl/>
        </w:rPr>
        <w:t>33</w:t>
      </w:r>
      <w:r>
        <w:rPr>
          <w:rtl/>
        </w:rPr>
        <w:t xml:space="preserve"> </w:t>
      </w:r>
    </w:p>
    <w:p w:rsidR="006538B0" w:rsidRDefault="001648F9" w:rsidP="00D07B54">
      <w:pPr>
        <w:pStyle w:val="libNormal"/>
        <w:rPr>
          <w:rtl/>
        </w:rPr>
      </w:pPr>
      <w:r>
        <w:rPr>
          <w:rtl/>
        </w:rPr>
        <w:t xml:space="preserve"> </w:t>
      </w:r>
      <w:r>
        <w:rPr>
          <w:rtl/>
        </w:rPr>
        <w:br w:type="page"/>
      </w:r>
    </w:p>
    <w:p w:rsidR="006538B0" w:rsidRDefault="006538B0" w:rsidP="00D07B54">
      <w:pPr>
        <w:pStyle w:val="libNormal"/>
        <w:rPr>
          <w:rtl/>
        </w:rPr>
      </w:pPr>
    </w:p>
    <w:p w:rsidR="00DE2D7F" w:rsidRDefault="00DE2D7F" w:rsidP="00D07B54">
      <w:pPr>
        <w:pStyle w:val="libNormal"/>
        <w:rPr>
          <w:rtl/>
        </w:rPr>
      </w:pPr>
      <w:r>
        <w:rPr>
          <w:rtl/>
        </w:rPr>
        <w:t>فرعون نے جب صورت حال ديكھى تو سخت بوكھلا گيا اور وحشت كى گہرى كھائي مي</w:t>
      </w:r>
      <w:r w:rsidR="007D6C9B">
        <w:rPr>
          <w:rtl/>
        </w:rPr>
        <w:t xml:space="preserve">ں </w:t>
      </w:r>
      <w:r>
        <w:rPr>
          <w:rtl/>
        </w:rPr>
        <w:t>جاگرا ،ليكن اپنے شيطانى اقتدار كو بچانے كے لئے جو موسى عليہ السلام كے ظہور كے ساتھ متزلزل ہوچكا تھا اس نے ان معجزات كى توجيہ كرنا شروع كردى تاكہ اس طرح سے اطراف مي</w:t>
      </w:r>
      <w:r w:rsidR="007D6C9B">
        <w:rPr>
          <w:rtl/>
        </w:rPr>
        <w:t xml:space="preserve">ں </w:t>
      </w:r>
      <w:r>
        <w:rPr>
          <w:rtl/>
        </w:rPr>
        <w:t>بيٹھنے والو</w:t>
      </w:r>
      <w:r w:rsidR="007D6C9B">
        <w:rPr>
          <w:rtl/>
        </w:rPr>
        <w:t xml:space="preserve">ں </w:t>
      </w:r>
      <w:r>
        <w:rPr>
          <w:rtl/>
        </w:rPr>
        <w:t>كے عقائد محفوظ اور ان كے حوصلے بلند كرسكے اس نے پہلے تو اپنے حوارى سردارو</w:t>
      </w:r>
      <w:r w:rsidR="007D6C9B">
        <w:rPr>
          <w:rtl/>
        </w:rPr>
        <w:t xml:space="preserve">ں </w:t>
      </w:r>
      <w:r>
        <w:rPr>
          <w:rtl/>
        </w:rPr>
        <w:t xml:space="preserve">سے كہا: ''يہ شخص ماہر اور سمجھ دار جادو گر ہے''_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جس شخص كو تھوڑى دير پہلے تك ديوانہ كہہ رہا تھا اب اسے '' عليم'' كے نام سے ياد كررہا ہے، ظالم اور جابر لوگو</w:t>
      </w:r>
      <w:r w:rsidR="007D6C9B">
        <w:rPr>
          <w:rtl/>
        </w:rPr>
        <w:t xml:space="preserve">ں </w:t>
      </w:r>
      <w:r>
        <w:rPr>
          <w:rtl/>
        </w:rPr>
        <w:t>كا طريقہ كار ايسا ہى ہوتا ہے كہ بعض اوقات ايك ہى محفل مي</w:t>
      </w:r>
      <w:r w:rsidR="007D6C9B">
        <w:rPr>
          <w:rtl/>
        </w:rPr>
        <w:t xml:space="preserve">ں </w:t>
      </w:r>
      <w:r>
        <w:rPr>
          <w:rtl/>
        </w:rPr>
        <w:t>كئي روپ تبديل كرليتے ہي</w:t>
      </w:r>
      <w:r w:rsidR="007D6C9B">
        <w:rPr>
          <w:rtl/>
        </w:rPr>
        <w:t xml:space="preserve">ں </w:t>
      </w:r>
      <w:r>
        <w:rPr>
          <w:rtl/>
        </w:rPr>
        <w:t>اور اپنى انا كى تسكين كے لئے نت نئے حيلے تراشتے رہتے ہي</w:t>
      </w:r>
      <w:r w:rsidR="007D6C9B">
        <w:rPr>
          <w:rtl/>
        </w:rPr>
        <w:t xml:space="preserve">ں </w:t>
      </w:r>
      <w:r>
        <w:rPr>
          <w:rtl/>
        </w:rPr>
        <w:t xml:space="preserve">_ </w:t>
      </w:r>
    </w:p>
    <w:p w:rsidR="00DE2D7F" w:rsidRDefault="00DE2D7F" w:rsidP="00D07B54">
      <w:pPr>
        <w:pStyle w:val="libNormal"/>
        <w:rPr>
          <w:rtl/>
        </w:rPr>
      </w:pPr>
      <w:r>
        <w:rPr>
          <w:rtl/>
        </w:rPr>
        <w:t>اس نے سوچا چونكہ اس زمانے مي</w:t>
      </w:r>
      <w:r w:rsidR="007D6C9B">
        <w:rPr>
          <w:rtl/>
        </w:rPr>
        <w:t xml:space="preserve">ں </w:t>
      </w:r>
      <w:r>
        <w:rPr>
          <w:rtl/>
        </w:rPr>
        <w:t>جادوكادور دورہ ہے لہذا موسى عليہ السلام كے معجزات پر جادو كا ليبل لگا ديا جائے تاكہ لوگ اس كى حقانيت كو تسليم نہ كري</w:t>
      </w:r>
      <w:r w:rsidR="007D6C9B">
        <w:rPr>
          <w:rtl/>
        </w:rPr>
        <w:t xml:space="preserve">ں </w:t>
      </w:r>
      <w:r>
        <w:rPr>
          <w:rtl/>
        </w:rPr>
        <w:t xml:space="preserve">_ </w:t>
      </w:r>
    </w:p>
    <w:p w:rsidR="00DE2D7F" w:rsidRDefault="00DE2D7F" w:rsidP="00D07B54">
      <w:pPr>
        <w:pStyle w:val="libNormal"/>
        <w:rPr>
          <w:rtl/>
        </w:rPr>
      </w:pPr>
      <w:r>
        <w:rPr>
          <w:rtl/>
        </w:rPr>
        <w:t>پھر اس نے لوگو</w:t>
      </w:r>
      <w:r w:rsidR="007D6C9B">
        <w:rPr>
          <w:rtl/>
        </w:rPr>
        <w:t xml:space="preserve">ں </w:t>
      </w:r>
      <w:r>
        <w:rPr>
          <w:rtl/>
        </w:rPr>
        <w:t>كے جذبات بھڑكانے اور موسى عليہ السلام كے خلاف ان كے دلو</w:t>
      </w:r>
      <w:r w:rsidR="007D6C9B">
        <w:rPr>
          <w:rtl/>
        </w:rPr>
        <w:t xml:space="preserve">ں </w:t>
      </w:r>
      <w:r>
        <w:rPr>
          <w:rtl/>
        </w:rPr>
        <w:t>مي</w:t>
      </w:r>
      <w:r w:rsidR="007D6C9B">
        <w:rPr>
          <w:rtl/>
        </w:rPr>
        <w:t xml:space="preserve">ں </w:t>
      </w:r>
      <w:r>
        <w:rPr>
          <w:rtl/>
        </w:rPr>
        <w:t>نفرت پيدا كرنے كے لئے كہا : ''وہ اپنے جادو كے ذريعے تمہي</w:t>
      </w:r>
      <w:r w:rsidR="007D6C9B">
        <w:rPr>
          <w:rtl/>
        </w:rPr>
        <w:t xml:space="preserve">ں </w:t>
      </w:r>
      <w:r>
        <w:rPr>
          <w:rtl/>
        </w:rPr>
        <w:t>تمہارے ملك سے نكالنا چاہتا ہے،تم لوگ اس بارے مي</w:t>
      </w:r>
      <w:r w:rsidR="007D6C9B">
        <w:rPr>
          <w:rtl/>
        </w:rPr>
        <w:t xml:space="preserve">ں </w:t>
      </w:r>
      <w:r>
        <w:rPr>
          <w:rtl/>
        </w:rPr>
        <w:t>كيا سوچ رہے ہو اور كيا حكم ديتے ہو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وہى فرعون ہے جو كچھ دير پہلے تك تمام سرزمين مصر كو اپنى ملكيت سمجھ رہا تھا'' كيا سرزمين مصر پر ميرى حكومت اور مالكيت نہي</w:t>
      </w:r>
      <w:r w:rsidR="007D6C9B">
        <w:rPr>
          <w:rtl/>
        </w:rPr>
        <w:t xml:space="preserve">ں </w:t>
      </w:r>
      <w:r>
        <w:rPr>
          <w:rtl/>
        </w:rPr>
        <w:t>ہے ؟''اب جبكہ اسے اپنا راج سنگھا سن ڈوبتا نظرآرہا ہے تو اپنى حكومت مطلقہ كو مكمل طور پر فراموش كر كے اسے عوامى ملكيت كے طور پر ياد كركے كہتا ہے '' تمہارا ملك خطرات مي</w:t>
      </w:r>
      <w:r w:rsidR="007D6C9B">
        <w:rPr>
          <w:rtl/>
        </w:rPr>
        <w:t xml:space="preserve">ں </w:t>
      </w:r>
      <w:r>
        <w:rPr>
          <w:rtl/>
        </w:rPr>
        <w:t>گھر چكا ہے اسے بچانے كى سوچو''_وہى فرعون جو ايك لحظہ قبل كسى كى بات سننے پر تيار نہي</w:t>
      </w:r>
      <w:r w:rsidR="007D6C9B">
        <w:rPr>
          <w:rtl/>
        </w:rPr>
        <w:t xml:space="preserve">ں </w:t>
      </w:r>
      <w:r>
        <w:rPr>
          <w:rtl/>
        </w:rPr>
        <w:t>تھا بلكہ ايك مطلق العنان آمر كى حيثيت سے تخت حكومت پر براجمان تھا اب اس حد تك عاجز اور درماندہ ہوچكا ہے كہ اپنے اطرافيو</w:t>
      </w:r>
      <w:r w:rsidR="007D6C9B">
        <w:rPr>
          <w:rtl/>
        </w:rPr>
        <w:t xml:space="preserve">ں </w:t>
      </w:r>
      <w:r>
        <w:rPr>
          <w:rtl/>
        </w:rPr>
        <w:t xml:space="preserve">سے درخواست كررہا ہے كہ تمہارا كيا حكم ہے نہايت ہى عاجز اور كمزور ہوكر التجا كررہا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34</w:t>
      </w:r>
      <w:r>
        <w:rPr>
          <w:rtl/>
        </w:rPr>
        <w:t xml:space="preserve"> </w:t>
      </w:r>
    </w:p>
    <w:p w:rsidR="00DE2D7F" w:rsidRDefault="00DE2D7F" w:rsidP="00D07B54">
      <w:pPr>
        <w:pStyle w:val="libFootnote"/>
        <w:rPr>
          <w:rtl/>
        </w:rPr>
      </w:pPr>
      <w:r>
        <w:rPr>
          <w:rtl/>
        </w:rPr>
        <w:t>(</w:t>
      </w:r>
      <w:r w:rsidR="00E664BB">
        <w:rPr>
          <w:rtl/>
        </w:rPr>
        <w:t>2</w:t>
      </w:r>
      <w:r>
        <w:rPr>
          <w:rtl/>
        </w:rPr>
        <w:t>)سورہ شعراء آيت</w:t>
      </w:r>
      <w:r w:rsidR="00E664BB">
        <w:rPr>
          <w:rtl/>
        </w:rPr>
        <w:t>35</w:t>
      </w:r>
      <w:r>
        <w:rPr>
          <w:rtl/>
        </w:rPr>
        <w:t xml:space="preserve"> </w:t>
      </w:r>
    </w:p>
    <w:p w:rsidR="006538B0"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قرآن سے معلوم ہوتا ہے كہ اس كے دربارى باہمى طور پر مشور ہ كرنے مي</w:t>
      </w:r>
      <w:r w:rsidR="007D6C9B">
        <w:rPr>
          <w:rtl/>
        </w:rPr>
        <w:t xml:space="preserve">ں </w:t>
      </w:r>
      <w:r>
        <w:rPr>
          <w:rtl/>
        </w:rPr>
        <w:t xml:space="preserve">لگ گئے وہ اس قدر حواس باختہ ہوچكے تھے كہ سوچنے كى طاقت بھى ان سے سلب ہوگئي تھى ہر كوئي دوسرے كى طرف منہ كركے كہتا : </w:t>
      </w:r>
    </w:p>
    <w:p w:rsidR="00DE2D7F" w:rsidRDefault="00DE2D7F" w:rsidP="00D07B54">
      <w:pPr>
        <w:pStyle w:val="libNormal"/>
        <w:rPr>
          <w:rtl/>
        </w:rPr>
      </w:pPr>
      <w:r>
        <w:rPr>
          <w:rtl/>
        </w:rPr>
        <w:t xml:space="preserve">''تمہارى كيا رائے ہے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بہرحال كافى صلاح مشورے كے بعد درباريو</w:t>
      </w:r>
      <w:r w:rsidR="007D6C9B">
        <w:rPr>
          <w:rtl/>
        </w:rPr>
        <w:t xml:space="preserve">ں </w:t>
      </w:r>
      <w:r>
        <w:rPr>
          <w:rtl/>
        </w:rPr>
        <w:t>نے فرعون سے كہا :'' موسى اور اس كے بھائي كو مہلت دو اور اس بارے مي</w:t>
      </w:r>
      <w:r w:rsidR="007D6C9B">
        <w:rPr>
          <w:rtl/>
        </w:rPr>
        <w:t xml:space="preserve">ں </w:t>
      </w:r>
      <w:r>
        <w:rPr>
          <w:rtl/>
        </w:rPr>
        <w:t>جلدى نہ كرو اور تمام شہرو</w:t>
      </w:r>
      <w:r w:rsidR="007D6C9B">
        <w:rPr>
          <w:rtl/>
        </w:rPr>
        <w:t xml:space="preserve">ں </w:t>
      </w:r>
      <w:r>
        <w:rPr>
          <w:rtl/>
        </w:rPr>
        <w:t>مي</w:t>
      </w:r>
      <w:r w:rsidR="007D6C9B">
        <w:rPr>
          <w:rtl/>
        </w:rPr>
        <w:t xml:space="preserve">ں </w:t>
      </w:r>
      <w:r>
        <w:rPr>
          <w:rtl/>
        </w:rPr>
        <w:t>ہركارندے روانہ كردو،تاكہ ہر ماہر اور منجھے ہوئے جادو گر كو تمہارے پاس لے آئي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در اصل فرعون كے دربارى يا تو غفلت كا شكار ہوگئے يا موسى عليہ السلام پر فرعون كى تہمت كو جان بوجھ كر قبول كرليا اور موسى كو'' ساحر'' (جادوگر) سمجھ كر پروگرام مرتب كيا كہ ساحر كے مقابلے مي</w:t>
      </w:r>
      <w:r w:rsidR="007D6C9B">
        <w:rPr>
          <w:rtl/>
        </w:rPr>
        <w:t xml:space="preserve">ں </w:t>
      </w:r>
      <w:r>
        <w:rPr>
          <w:rtl/>
        </w:rPr>
        <w:t>'' سحار'' يعنى ماہر اور منجھے ہوئے جادو گرو</w:t>
      </w:r>
      <w:r w:rsidR="007D6C9B">
        <w:rPr>
          <w:rtl/>
        </w:rPr>
        <w:t xml:space="preserve">ں </w:t>
      </w:r>
      <w:r>
        <w:rPr>
          <w:rtl/>
        </w:rPr>
        <w:t>كو بلايا جائے چنانچہ انھو</w:t>
      </w:r>
      <w:r w:rsidR="007D6C9B">
        <w:rPr>
          <w:rtl/>
        </w:rPr>
        <w:t xml:space="preserve">ں </w:t>
      </w:r>
      <w:r>
        <w:rPr>
          <w:rtl/>
        </w:rPr>
        <w:t>نے كہا : ''خوش قسمتى سے ہمارے وسيع وعريض ملك (مصر) مي</w:t>
      </w:r>
      <w:r w:rsidR="007D6C9B">
        <w:rPr>
          <w:rtl/>
        </w:rPr>
        <w:t xml:space="preserve">ں </w:t>
      </w:r>
      <w:r>
        <w:rPr>
          <w:rtl/>
        </w:rPr>
        <w:t>فن جادو كے بہت سے ماہر استاد موجود ہي</w:t>
      </w:r>
      <w:r w:rsidR="007D6C9B">
        <w:rPr>
          <w:rtl/>
        </w:rPr>
        <w:t xml:space="preserve">ں </w:t>
      </w:r>
      <w:r>
        <w:rPr>
          <w:rtl/>
        </w:rPr>
        <w:t>اگر موسى ساحر ہے تو ہم اس كے مقابلے مي</w:t>
      </w:r>
      <w:r w:rsidR="007D6C9B">
        <w:rPr>
          <w:rtl/>
        </w:rPr>
        <w:t xml:space="preserve">ں </w:t>
      </w:r>
      <w:r>
        <w:rPr>
          <w:rtl/>
        </w:rPr>
        <w:t>سحار لاكھڑا كري</w:t>
      </w:r>
      <w:r w:rsidR="007D6C9B">
        <w:rPr>
          <w:rtl/>
        </w:rPr>
        <w:t xml:space="preserve">ں </w:t>
      </w:r>
      <w:r>
        <w:rPr>
          <w:rtl/>
        </w:rPr>
        <w:t>گے اور فن سحر كے ايسے ايسے ماہرين كو لے آئي</w:t>
      </w:r>
      <w:r w:rsidR="007D6C9B">
        <w:rPr>
          <w:rtl/>
        </w:rPr>
        <w:t xml:space="preserve">ں </w:t>
      </w:r>
      <w:r>
        <w:rPr>
          <w:rtl/>
        </w:rPr>
        <w:t>گے جو ايك لمحہ مي</w:t>
      </w:r>
      <w:r w:rsidR="007D6C9B">
        <w:rPr>
          <w:rtl/>
        </w:rPr>
        <w:t xml:space="preserve">ں </w:t>
      </w:r>
      <w:r>
        <w:rPr>
          <w:rtl/>
        </w:rPr>
        <w:t>موسى كا بھرم كھول كر ركھ دي</w:t>
      </w:r>
      <w:r w:rsidR="007D6C9B">
        <w:rPr>
          <w:rtl/>
        </w:rPr>
        <w:t xml:space="preserve">ں </w:t>
      </w:r>
      <w:r>
        <w:rPr>
          <w:rtl/>
        </w:rPr>
        <w:t xml:space="preserve">گے''_ </w:t>
      </w:r>
    </w:p>
    <w:p w:rsidR="006538B0" w:rsidRDefault="00DE2D7F" w:rsidP="00D07B54">
      <w:pPr>
        <w:pStyle w:val="Heading2Center"/>
        <w:rPr>
          <w:rtl/>
        </w:rPr>
      </w:pPr>
      <w:bookmarkStart w:id="226" w:name="_Toc7268623"/>
      <w:r>
        <w:rPr>
          <w:rtl/>
        </w:rPr>
        <w:t>ہر طرف سے جادو گر پہنچ گئے</w:t>
      </w:r>
      <w:bookmarkEnd w:id="226"/>
    </w:p>
    <w:p w:rsidR="00DE2D7F" w:rsidRDefault="00DE2D7F" w:rsidP="00D07B54">
      <w:pPr>
        <w:pStyle w:val="libNormal"/>
        <w:rPr>
          <w:rtl/>
        </w:rPr>
      </w:pPr>
      <w:r>
        <w:rPr>
          <w:rtl/>
        </w:rPr>
        <w:t xml:space="preserve"> فرعون كے درباريو</w:t>
      </w:r>
      <w:r w:rsidR="007D6C9B">
        <w:rPr>
          <w:rtl/>
        </w:rPr>
        <w:t xml:space="preserve">ں </w:t>
      </w:r>
      <w:r>
        <w:rPr>
          <w:rtl/>
        </w:rPr>
        <w:t>كى تجويز كے بعد مصر كے مختلف شہرو</w:t>
      </w:r>
      <w:r w:rsidR="007D6C9B">
        <w:rPr>
          <w:rtl/>
        </w:rPr>
        <w:t xml:space="preserve">ں </w:t>
      </w:r>
      <w:r>
        <w:rPr>
          <w:rtl/>
        </w:rPr>
        <w:t>كى طرف ملازمين روانہ كرديئےئے اورانھو</w:t>
      </w:r>
      <w:r w:rsidR="007D6C9B">
        <w:rPr>
          <w:rtl/>
        </w:rPr>
        <w:t xml:space="preserve">ں </w:t>
      </w:r>
      <w:r>
        <w:rPr>
          <w:rtl/>
        </w:rPr>
        <w:t>نے ہر جگہ پر ماہر جادو گرو</w:t>
      </w:r>
      <w:r w:rsidR="007D6C9B">
        <w:rPr>
          <w:rtl/>
        </w:rPr>
        <w:t xml:space="preserve">ں </w:t>
      </w:r>
      <w:r>
        <w:rPr>
          <w:rtl/>
        </w:rPr>
        <w:t>كى تلاش شروع كردى '' آخر كار ايك مقررہ دن كى ميعادكے مطابق جادو گرو</w:t>
      </w:r>
      <w:r w:rsidR="007D6C9B">
        <w:rPr>
          <w:rtl/>
        </w:rPr>
        <w:t xml:space="preserve">ں </w:t>
      </w:r>
      <w:r>
        <w:rPr>
          <w:rtl/>
        </w:rPr>
        <w:t xml:space="preserve">كى ايك جماعت اكٹھا كرلى گئي ''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دوسرے لفظو</w:t>
      </w:r>
      <w:r w:rsidR="007D6C9B">
        <w:rPr>
          <w:rtl/>
        </w:rPr>
        <w:t xml:space="preserve">ں </w:t>
      </w:r>
      <w:r>
        <w:rPr>
          <w:rtl/>
        </w:rPr>
        <w:t>مي</w:t>
      </w:r>
      <w:r w:rsidR="007D6C9B">
        <w:rPr>
          <w:rtl/>
        </w:rPr>
        <w:t xml:space="preserve">ں </w:t>
      </w:r>
      <w:r>
        <w:rPr>
          <w:rtl/>
        </w:rPr>
        <w:t>انھو</w:t>
      </w:r>
      <w:r w:rsidR="007D6C9B">
        <w:rPr>
          <w:rtl/>
        </w:rPr>
        <w:t xml:space="preserve">ں </w:t>
      </w:r>
      <w:r>
        <w:rPr>
          <w:rtl/>
        </w:rPr>
        <w:t>نے جادوگرو</w:t>
      </w:r>
      <w:r w:rsidR="007D6C9B">
        <w:rPr>
          <w:rtl/>
        </w:rPr>
        <w:t xml:space="preserve">ں </w:t>
      </w:r>
      <w:r>
        <w:rPr>
          <w:rtl/>
        </w:rPr>
        <w:t>كو اس روزكے لئے پہلے ہى سے تيار كرليا تاكہ ايك مقرر دن مقابلے كے لئے پہنچ جائي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110</w:t>
      </w:r>
      <w:r>
        <w:rPr>
          <w:rtl/>
        </w:rPr>
        <w:t xml:space="preserve"> </w:t>
      </w:r>
    </w:p>
    <w:p w:rsidR="00DE2D7F" w:rsidRDefault="00DE2D7F" w:rsidP="00D07B54">
      <w:pPr>
        <w:pStyle w:val="libFootnote"/>
        <w:rPr>
          <w:rtl/>
        </w:rPr>
      </w:pPr>
      <w:r>
        <w:rPr>
          <w:rtl/>
        </w:rPr>
        <w:t>(</w:t>
      </w:r>
      <w:r w:rsidR="00E664BB">
        <w:rPr>
          <w:rtl/>
        </w:rPr>
        <w:t>2</w:t>
      </w:r>
      <w:r>
        <w:rPr>
          <w:rtl/>
        </w:rPr>
        <w:t xml:space="preserve">) سورہ شعراء </w:t>
      </w:r>
      <w:r w:rsidR="00E664BB">
        <w:rPr>
          <w:rtl/>
        </w:rPr>
        <w:t>36</w:t>
      </w:r>
      <w:r>
        <w:rPr>
          <w:rtl/>
        </w:rPr>
        <w:t xml:space="preserve"> تا </w:t>
      </w:r>
      <w:r w:rsidR="00E664BB">
        <w:rPr>
          <w:rtl/>
        </w:rPr>
        <w:t>36</w:t>
      </w:r>
      <w:r>
        <w:rPr>
          <w:rtl/>
        </w:rPr>
        <w:t xml:space="preserve"> </w:t>
      </w:r>
    </w:p>
    <w:p w:rsidR="00DE2D7F" w:rsidRDefault="00DE2D7F" w:rsidP="00D07B54">
      <w:pPr>
        <w:pStyle w:val="libFootnote"/>
        <w:rPr>
          <w:rtl/>
        </w:rPr>
      </w:pPr>
      <w:r>
        <w:rPr>
          <w:rtl/>
        </w:rPr>
        <w:t>(</w:t>
      </w:r>
      <w:r w:rsidR="00E664BB">
        <w:rPr>
          <w:rtl/>
        </w:rPr>
        <w:t>3</w:t>
      </w:r>
      <w:r>
        <w:rPr>
          <w:rtl/>
        </w:rPr>
        <w:t xml:space="preserve">)سورہ شعراء آيت </w:t>
      </w:r>
      <w:r w:rsidR="00E664BB">
        <w:rPr>
          <w:rtl/>
        </w:rPr>
        <w:t>38</w:t>
      </w:r>
      <w:r>
        <w:rPr>
          <w:rtl/>
        </w:rPr>
        <w:t xml:space="preserve"> </w:t>
      </w:r>
    </w:p>
    <w:p w:rsidR="006538B0" w:rsidRDefault="001648F9" w:rsidP="00D07B54">
      <w:pPr>
        <w:pStyle w:val="libNormal"/>
        <w:rPr>
          <w:rtl/>
        </w:rPr>
      </w:pPr>
      <w:r>
        <w:rPr>
          <w:rtl/>
        </w:rPr>
        <w:t xml:space="preserve"> </w:t>
      </w:r>
      <w:r>
        <w:rPr>
          <w:rtl/>
        </w:rPr>
        <w:br w:type="page"/>
      </w:r>
    </w:p>
    <w:p w:rsidR="006538B0" w:rsidRDefault="006538B0" w:rsidP="00D07B54">
      <w:pPr>
        <w:pStyle w:val="libNormal"/>
        <w:rPr>
          <w:rtl/>
        </w:rPr>
      </w:pPr>
    </w:p>
    <w:p w:rsidR="00DE2D7F" w:rsidRDefault="00DE2D7F" w:rsidP="00D07B54">
      <w:pPr>
        <w:pStyle w:val="libNormal"/>
        <w:rPr>
          <w:rtl/>
        </w:rPr>
      </w:pPr>
      <w:r>
        <w:rPr>
          <w:rtl/>
        </w:rPr>
        <w:t>''يوم معلوم '' سے كيا مراد ہے ؟جيسا كہ سورہ اعراف كى آيات سے معلوم ہوتا ہے مصريو</w:t>
      </w:r>
      <w:r w:rsidR="007D6C9B">
        <w:rPr>
          <w:rtl/>
        </w:rPr>
        <w:t xml:space="preserve">ں </w:t>
      </w:r>
      <w:r>
        <w:rPr>
          <w:rtl/>
        </w:rPr>
        <w:t>كى كسى مشہور عيد كا دن تھا جسے موسى عليہ السلام نے مقابلے كے لئے مقرر كيا تھا اور اس سے ان كا مقصد يہ تھا كہ اس دن لوگو</w:t>
      </w:r>
      <w:r w:rsidR="007D6C9B">
        <w:rPr>
          <w:rtl/>
        </w:rPr>
        <w:t xml:space="preserve">ں </w:t>
      </w:r>
      <w:r>
        <w:rPr>
          <w:rtl/>
        </w:rPr>
        <w:t>كو فرصت ہوگى اور وہ زيادہ سے زيادہ تعداد مي</w:t>
      </w:r>
      <w:r w:rsidR="007D6C9B">
        <w:rPr>
          <w:rtl/>
        </w:rPr>
        <w:t xml:space="preserve">ں </w:t>
      </w:r>
      <w:r>
        <w:rPr>
          <w:rtl/>
        </w:rPr>
        <w:t>شركت كري</w:t>
      </w:r>
      <w:r w:rsidR="007D6C9B">
        <w:rPr>
          <w:rtl/>
        </w:rPr>
        <w:t xml:space="preserve">ں </w:t>
      </w:r>
      <w:r>
        <w:rPr>
          <w:rtl/>
        </w:rPr>
        <w:t>گے كيونكہ انھي</w:t>
      </w:r>
      <w:r w:rsidR="007D6C9B">
        <w:rPr>
          <w:rtl/>
        </w:rPr>
        <w:t xml:space="preserve">ں </w:t>
      </w:r>
      <w:r>
        <w:rPr>
          <w:rtl/>
        </w:rPr>
        <w:t>اپنى كاميابى كا مكمل يقين تھا اور وہ چاہتے تھے كہ آيات خداوندى كى طاقت اور فرعون اور اس كے ساتھيو</w:t>
      </w:r>
      <w:r w:rsidR="007D6C9B">
        <w:rPr>
          <w:rtl/>
        </w:rPr>
        <w:t xml:space="preserve">ں </w:t>
      </w:r>
      <w:r>
        <w:rPr>
          <w:rtl/>
        </w:rPr>
        <w:t>كى كمزورى اور پستى پورى دنيا پر آشكار ہوجائے ''اور زيادہ سے زيادہ لوگو</w:t>
      </w:r>
      <w:r w:rsidR="007D6C9B">
        <w:rPr>
          <w:rtl/>
        </w:rPr>
        <w:t xml:space="preserve">ں </w:t>
      </w:r>
      <w:r>
        <w:rPr>
          <w:rtl/>
        </w:rPr>
        <w:t>سے كہا گيا كہ آيا تم بھى اس ميدان مي</w:t>
      </w:r>
      <w:r w:rsidR="007D6C9B">
        <w:rPr>
          <w:rtl/>
        </w:rPr>
        <w:t xml:space="preserve">ں </w:t>
      </w:r>
      <w:r>
        <w:rPr>
          <w:rtl/>
        </w:rPr>
        <w:t>اكٹھے ہوگے؟</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طرزبيان سے معلوم ہوتا ہے كہ فرعون كے كارندے اس سلسلے مي</w:t>
      </w:r>
      <w:r w:rsidR="007D6C9B">
        <w:rPr>
          <w:rtl/>
        </w:rPr>
        <w:t xml:space="preserve">ں </w:t>
      </w:r>
      <w:r>
        <w:rPr>
          <w:rtl/>
        </w:rPr>
        <w:t>سوچى سمجھى ا سكيم كے تحت كام كررہے تھے انھي</w:t>
      </w:r>
      <w:r w:rsidR="007D6C9B">
        <w:rPr>
          <w:rtl/>
        </w:rPr>
        <w:t xml:space="preserve">ں </w:t>
      </w:r>
      <w:r>
        <w:rPr>
          <w:rtl/>
        </w:rPr>
        <w:t>معلوم تھا كہ لوگو</w:t>
      </w:r>
      <w:r w:rsidR="007D6C9B">
        <w:rPr>
          <w:rtl/>
        </w:rPr>
        <w:t xml:space="preserve">ں </w:t>
      </w:r>
      <w:r>
        <w:rPr>
          <w:rtl/>
        </w:rPr>
        <w:t>كو زبردستى ميدان مي</w:t>
      </w:r>
      <w:r w:rsidR="007D6C9B">
        <w:rPr>
          <w:rtl/>
        </w:rPr>
        <w:t xml:space="preserve">ں </w:t>
      </w:r>
      <w:r>
        <w:rPr>
          <w:rtl/>
        </w:rPr>
        <w:t>لانے كى كوشش كى جائے تو ممكن ہے كہ اس كا منفى رد عمل ہو، كيونكہ ہر شخص فطرى طور پر زبردستى كو قبول نہي</w:t>
      </w:r>
      <w:r w:rsidR="007D6C9B">
        <w:rPr>
          <w:rtl/>
        </w:rPr>
        <w:t xml:space="preserve">ں </w:t>
      </w:r>
      <w:r>
        <w:rPr>
          <w:rtl/>
        </w:rPr>
        <w:t>كرتا لہذا انھو</w:t>
      </w:r>
      <w:r w:rsidR="007D6C9B">
        <w:rPr>
          <w:rtl/>
        </w:rPr>
        <w:t xml:space="preserve">ں </w:t>
      </w:r>
      <w:r>
        <w:rPr>
          <w:rtl/>
        </w:rPr>
        <w:t>نے كہا اگر تمہارى جى چاہے تو اس اجتماع مي</w:t>
      </w:r>
      <w:r w:rsidR="007D6C9B">
        <w:rPr>
          <w:rtl/>
        </w:rPr>
        <w:t xml:space="preserve">ں </w:t>
      </w:r>
      <w:r>
        <w:rPr>
          <w:rtl/>
        </w:rPr>
        <w:t>شركت كرو اس طرح سے بہت سے لوگ اس اجتماع مي</w:t>
      </w:r>
      <w:r w:rsidR="007D6C9B">
        <w:rPr>
          <w:rtl/>
        </w:rPr>
        <w:t xml:space="preserve">ں </w:t>
      </w:r>
      <w:r>
        <w:rPr>
          <w:rtl/>
        </w:rPr>
        <w:t xml:space="preserve">شريك ہوئے _ </w:t>
      </w:r>
    </w:p>
    <w:p w:rsidR="00DE2D7F" w:rsidRDefault="00DE2D7F" w:rsidP="00D07B54">
      <w:pPr>
        <w:pStyle w:val="libNormal"/>
        <w:rPr>
          <w:rtl/>
        </w:rPr>
      </w:pPr>
      <w:r>
        <w:rPr>
          <w:rtl/>
        </w:rPr>
        <w:t>لوگو</w:t>
      </w:r>
      <w:r w:rsidR="007D6C9B">
        <w:rPr>
          <w:rtl/>
        </w:rPr>
        <w:t xml:space="preserve">ں </w:t>
      </w:r>
      <w:r>
        <w:rPr>
          <w:rtl/>
        </w:rPr>
        <w:t>كو بتايا گيا'' مقصد يہ ہے كہ اگر جادو گر كامياب ہوگئے كہ جن كى كاميابى ہمارے خدائو</w:t>
      </w:r>
      <w:r w:rsidR="007D6C9B">
        <w:rPr>
          <w:rtl/>
        </w:rPr>
        <w:t xml:space="preserve">ں </w:t>
      </w:r>
      <w:r>
        <w:rPr>
          <w:rtl/>
        </w:rPr>
        <w:t>كى كاميابى ہے تو ہم ان كى پيروى كري</w:t>
      </w:r>
      <w:r w:rsidR="007D6C9B">
        <w:rPr>
          <w:rtl/>
        </w:rPr>
        <w:t xml:space="preserve">ں </w:t>
      </w:r>
      <w:r>
        <w:rPr>
          <w:rtl/>
        </w:rPr>
        <w:t xml:space="preserve">گے '' </w:t>
      </w:r>
      <w:r w:rsidRPr="00AD1EF3">
        <w:rPr>
          <w:rStyle w:val="libFootnotenumChar"/>
          <w:rtl/>
        </w:rPr>
        <w:t>(</w:t>
      </w:r>
      <w:r w:rsidR="00E664BB" w:rsidRPr="00AD1EF3">
        <w:rPr>
          <w:rStyle w:val="libFootnotenumChar"/>
          <w:rtl/>
        </w:rPr>
        <w:t>2</w:t>
      </w:r>
      <w:r w:rsidRPr="00AD1EF3">
        <w:rPr>
          <w:rStyle w:val="libFootnotenumChar"/>
          <w:rtl/>
        </w:rPr>
        <w:t>)</w:t>
      </w:r>
      <w:r>
        <w:rPr>
          <w:rtl/>
        </w:rPr>
        <w:t>اور ميدان كو اس قدر گرم كردي</w:t>
      </w:r>
      <w:r w:rsidR="007D6C9B">
        <w:rPr>
          <w:rtl/>
        </w:rPr>
        <w:t xml:space="preserve">ں </w:t>
      </w:r>
      <w:r>
        <w:rPr>
          <w:rtl/>
        </w:rPr>
        <w:t>گے كہ ہمارے خدائو</w:t>
      </w:r>
      <w:r w:rsidR="007D6C9B">
        <w:rPr>
          <w:rtl/>
        </w:rPr>
        <w:t xml:space="preserve">ں </w:t>
      </w:r>
      <w:r>
        <w:rPr>
          <w:rtl/>
        </w:rPr>
        <w:t xml:space="preserve">كا دشمن ہميشہ ہميشہ كے لئے ميدان چھوڑجائے گا _ </w:t>
      </w:r>
    </w:p>
    <w:p w:rsidR="00DE2D7F" w:rsidRDefault="00DE2D7F" w:rsidP="00D07B54">
      <w:pPr>
        <w:pStyle w:val="libNormal"/>
        <w:rPr>
          <w:rtl/>
        </w:rPr>
      </w:pPr>
      <w:r>
        <w:rPr>
          <w:rtl/>
        </w:rPr>
        <w:t>واضح ہے كہ تماشائيو</w:t>
      </w:r>
      <w:r w:rsidR="007D6C9B">
        <w:rPr>
          <w:rtl/>
        </w:rPr>
        <w:t xml:space="preserve">ں </w:t>
      </w:r>
      <w:r>
        <w:rPr>
          <w:rtl/>
        </w:rPr>
        <w:t>كا زيادہ سے زيادہ اجتماع جو مقابلے كے ايك فريق كے ہمنوا بھى ہو</w:t>
      </w:r>
      <w:r w:rsidR="007D6C9B">
        <w:rPr>
          <w:rtl/>
        </w:rPr>
        <w:t xml:space="preserve">ں </w:t>
      </w:r>
      <w:r>
        <w:rPr>
          <w:rtl/>
        </w:rPr>
        <w:t>ايك طرف توان كى دلچسپى كا سبب ہوگا اور ان كے حوصلے بلند ہو</w:t>
      </w:r>
      <w:r w:rsidR="007D6C9B">
        <w:rPr>
          <w:rtl/>
        </w:rPr>
        <w:t xml:space="preserve">ں </w:t>
      </w:r>
      <w:r>
        <w:rPr>
          <w:rtl/>
        </w:rPr>
        <w:t>گے اور ساتھ ہى وہ كاميابى كے لئے زبردست كوشش بھى كري</w:t>
      </w:r>
      <w:r w:rsidR="007D6C9B">
        <w:rPr>
          <w:rtl/>
        </w:rPr>
        <w:t xml:space="preserve">ں </w:t>
      </w:r>
      <w:r>
        <w:rPr>
          <w:rtl/>
        </w:rPr>
        <w:t>گے اوركاميابى كے موقع پر ايسا شور مچائي</w:t>
      </w:r>
      <w:r w:rsidR="007D6C9B">
        <w:rPr>
          <w:rtl/>
        </w:rPr>
        <w:t xml:space="preserve">ں </w:t>
      </w:r>
      <w:r>
        <w:rPr>
          <w:rtl/>
        </w:rPr>
        <w:t>گے كہ حريف ہميشہ كے لئے گوشئہ گمنامى مي</w:t>
      </w:r>
      <w:r w:rsidR="007D6C9B">
        <w:rPr>
          <w:rtl/>
        </w:rPr>
        <w:t xml:space="preserve">ں </w:t>
      </w:r>
      <w:r>
        <w:rPr>
          <w:rtl/>
        </w:rPr>
        <w:t>چلاجائے گا اور اپنى عددى كثرت كى وجہ سے مقابلے كے آغاز مي</w:t>
      </w:r>
      <w:r w:rsidR="007D6C9B">
        <w:rPr>
          <w:rtl/>
        </w:rPr>
        <w:t xml:space="preserve">ں </w:t>
      </w:r>
      <w:r>
        <w:rPr>
          <w:rtl/>
        </w:rPr>
        <w:t>فريق مخالف كے دل مي</w:t>
      </w:r>
      <w:r w:rsidR="007D6C9B">
        <w:rPr>
          <w:rtl/>
        </w:rPr>
        <w:t xml:space="preserve">ں </w:t>
      </w:r>
      <w:r>
        <w:rPr>
          <w:rtl/>
        </w:rPr>
        <w:t>خوف وہراس اور رعب ووحشت بھى پيدا كرسكي</w:t>
      </w:r>
      <w:r w:rsidR="007D6C9B">
        <w:rPr>
          <w:rtl/>
        </w:rPr>
        <w:t xml:space="preserve">ں </w:t>
      </w:r>
      <w:r>
        <w:rPr>
          <w:rtl/>
        </w:rPr>
        <w:t xml:space="preserve">گے_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3</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)سورہ شعراء آيت</w:t>
      </w:r>
      <w:r w:rsidR="00E664BB">
        <w:rPr>
          <w:rtl/>
        </w:rPr>
        <w:t>40</w:t>
      </w:r>
      <w:r>
        <w:rPr>
          <w:rtl/>
        </w:rPr>
        <w:t xml:space="preserve"> </w:t>
      </w:r>
    </w:p>
    <w:p w:rsidR="00F2296A" w:rsidRDefault="001648F9"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يہى وجہ ہے كہ فرعون كے كارندے كوشش كررہے تھے كہ لوگ زيادہ سے زيادہ تعداد مي</w:t>
      </w:r>
      <w:r w:rsidR="007D6C9B">
        <w:rPr>
          <w:rtl/>
        </w:rPr>
        <w:t xml:space="preserve">ں </w:t>
      </w:r>
      <w:r>
        <w:rPr>
          <w:rtl/>
        </w:rPr>
        <w:t>شركت كري</w:t>
      </w:r>
      <w:r w:rsidR="007D6C9B">
        <w:rPr>
          <w:rtl/>
        </w:rPr>
        <w:t xml:space="preserve">ں </w:t>
      </w:r>
      <w:r>
        <w:rPr>
          <w:rtl/>
        </w:rPr>
        <w:t>موسى عليہ السلام بھى ايسے كثيراجتماع كى خدا سے دعا كررہے تھے تاكہ اپنا مدعا اور مقصد زيادہ سے زيادہ لوگو</w:t>
      </w:r>
      <w:r w:rsidR="007D6C9B">
        <w:rPr>
          <w:rtl/>
        </w:rPr>
        <w:t xml:space="preserve">ں </w:t>
      </w:r>
      <w:r>
        <w:rPr>
          <w:rtl/>
        </w:rPr>
        <w:t>تك پہنچا سكي</w:t>
      </w:r>
      <w:r w:rsidR="007D6C9B">
        <w:rPr>
          <w:rtl/>
        </w:rPr>
        <w:t xml:space="preserve">ں </w:t>
      </w:r>
      <w:r>
        <w:rPr>
          <w:rtl/>
        </w:rPr>
        <w:t xml:space="preserve">_ </w:t>
      </w:r>
    </w:p>
    <w:p w:rsidR="00DE2D7F" w:rsidRDefault="00DE2D7F" w:rsidP="00D07B54">
      <w:pPr>
        <w:pStyle w:val="libNormal"/>
        <w:rPr>
          <w:rtl/>
        </w:rPr>
      </w:pPr>
      <w:r>
        <w:rPr>
          <w:rtl/>
        </w:rPr>
        <w:t>يہ سب كچھ ايك طرف، ادھر جب جادو گر فرعون كے پاس پہنچے اور اسے مشكل مي</w:t>
      </w:r>
      <w:r w:rsidR="007D6C9B">
        <w:rPr>
          <w:rtl/>
        </w:rPr>
        <w:t xml:space="preserve">ں </w:t>
      </w:r>
      <w:r>
        <w:rPr>
          <w:rtl/>
        </w:rPr>
        <w:t xml:space="preserve">پھنسا ہوا ديكھا تو موقع مناسب سمجھتے ہوئے اس سے زيادہ سے زيادہ فائدہ اٹھانے اور بھارى انعام وصول كرنے كى غرض سے اس سے كہا :'' اگر ہم كامياب ہوگئے تو كيا ہمارے لئے كوئي اہم صلہ بھى ہوگا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فرعون جو برى طرح پھنس چكا تھا اور اپنے لئے كوئي راہ نہي</w:t>
      </w:r>
      <w:r w:rsidR="007D6C9B">
        <w:rPr>
          <w:rtl/>
        </w:rPr>
        <w:t xml:space="preserve">ں </w:t>
      </w:r>
      <w:r>
        <w:rPr>
          <w:rtl/>
        </w:rPr>
        <w:t>پاتاتھا انھي</w:t>
      </w:r>
      <w:r w:rsidR="007D6C9B">
        <w:rPr>
          <w:rtl/>
        </w:rPr>
        <w:t xml:space="preserve">ں </w:t>
      </w:r>
      <w:r>
        <w:rPr>
          <w:rtl/>
        </w:rPr>
        <w:t>زيادہ سے زيادہ مراعات اور اعزاز دينے پر تيار ہوگيا اس نے فورا ًكہا: : ''ہا</w:t>
      </w:r>
      <w:r w:rsidR="007D6C9B">
        <w:rPr>
          <w:rtl/>
        </w:rPr>
        <w:t xml:space="preserve">ں </w:t>
      </w:r>
      <w:r>
        <w:rPr>
          <w:rtl/>
        </w:rPr>
        <w:t>ہا</w:t>
      </w:r>
      <w:r w:rsidR="007D6C9B">
        <w:rPr>
          <w:rtl/>
        </w:rPr>
        <w:t xml:space="preserve">ں </w:t>
      </w:r>
      <w:r>
        <w:rPr>
          <w:rtl/>
        </w:rPr>
        <w:t>جو كچھ تم چاہتے ہومي</w:t>
      </w:r>
      <w:r w:rsidR="007D6C9B">
        <w:rPr>
          <w:rtl/>
        </w:rPr>
        <w:t xml:space="preserve">ں </w:t>
      </w:r>
      <w:r>
        <w:rPr>
          <w:rtl/>
        </w:rPr>
        <w:t>دو</w:t>
      </w:r>
      <w:r w:rsidR="007D6C9B">
        <w:rPr>
          <w:rtl/>
        </w:rPr>
        <w:t xml:space="preserve">ں </w:t>
      </w:r>
      <w:r>
        <w:rPr>
          <w:rtl/>
        </w:rPr>
        <w:t>گا اس كے علاوہ اس صورت مي</w:t>
      </w:r>
      <w:r w:rsidR="007D6C9B">
        <w:rPr>
          <w:rtl/>
        </w:rPr>
        <w:t xml:space="preserve">ں </w:t>
      </w:r>
      <w:r>
        <w:rPr>
          <w:rtl/>
        </w:rPr>
        <w:t xml:space="preserve">تم ميرے مقربين بھى بن جائوگے''_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در حقيقت فرعون نے ان سے كہا :تم كيا چاہتے ہو؟ مال ہے يا عہدہ: مي</w:t>
      </w:r>
      <w:r w:rsidR="007D6C9B">
        <w:rPr>
          <w:rtl/>
        </w:rPr>
        <w:t xml:space="preserve">ں </w:t>
      </w:r>
      <w:r>
        <w:rPr>
          <w:rtl/>
        </w:rPr>
        <w:t>يہ دونو</w:t>
      </w:r>
      <w:r w:rsidR="007D6C9B">
        <w:rPr>
          <w:rtl/>
        </w:rPr>
        <w:t xml:space="preserve">ں </w:t>
      </w:r>
      <w:r>
        <w:rPr>
          <w:rtl/>
        </w:rPr>
        <w:t>تمہي</w:t>
      </w:r>
      <w:r w:rsidR="007D6C9B">
        <w:rPr>
          <w:rtl/>
        </w:rPr>
        <w:t xml:space="preserve">ں </w:t>
      </w:r>
      <w:r>
        <w:rPr>
          <w:rtl/>
        </w:rPr>
        <w:t>دو</w:t>
      </w:r>
      <w:r w:rsidR="007D6C9B">
        <w:rPr>
          <w:rtl/>
        </w:rPr>
        <w:t xml:space="preserve">ں </w:t>
      </w:r>
      <w:r>
        <w:rPr>
          <w:rtl/>
        </w:rPr>
        <w:t xml:space="preserve">گا _ </w:t>
      </w:r>
    </w:p>
    <w:p w:rsidR="00DE2D7F" w:rsidRDefault="00DE2D7F" w:rsidP="00D07B54">
      <w:pPr>
        <w:pStyle w:val="libNormal"/>
        <w:rPr>
          <w:rtl/>
        </w:rPr>
      </w:pPr>
      <w:r>
        <w:rPr>
          <w:rtl/>
        </w:rPr>
        <w:t>اس سے معلوم ہوتا ہے كہ اس ماحول اورزمانے مي</w:t>
      </w:r>
      <w:r w:rsidR="007D6C9B">
        <w:rPr>
          <w:rtl/>
        </w:rPr>
        <w:t xml:space="preserve">ں </w:t>
      </w:r>
      <w:r>
        <w:rPr>
          <w:rtl/>
        </w:rPr>
        <w:t>فرعون كا قرب كس حد تك اہم تھا كہ وہ ايك عظيم انعام كے طور پر اس كى پيش كش كررہا تھا درحقيقت اس سے بڑھ كر اور كوئي صلہ نہي</w:t>
      </w:r>
      <w:r w:rsidR="007D6C9B">
        <w:rPr>
          <w:rtl/>
        </w:rPr>
        <w:t xml:space="preserve">ں </w:t>
      </w:r>
      <w:r>
        <w:rPr>
          <w:rtl/>
        </w:rPr>
        <w:t xml:space="preserve">ہوسكتا كہ انسان اپنے مطلوب كے زيادہ نزديك ہو_ </w:t>
      </w:r>
    </w:p>
    <w:p w:rsidR="00F2296A" w:rsidRDefault="00DE2D7F" w:rsidP="00D07B54">
      <w:pPr>
        <w:pStyle w:val="Heading2Center"/>
        <w:rPr>
          <w:rtl/>
        </w:rPr>
      </w:pPr>
      <w:bookmarkStart w:id="227" w:name="_Toc7268624"/>
      <w:r>
        <w:rPr>
          <w:rtl/>
        </w:rPr>
        <w:t>جادو گرو</w:t>
      </w:r>
      <w:r w:rsidR="007D6C9B">
        <w:rPr>
          <w:rtl/>
        </w:rPr>
        <w:t xml:space="preserve">ں </w:t>
      </w:r>
      <w:r>
        <w:rPr>
          <w:rtl/>
        </w:rPr>
        <w:t>كا عجيب وغريب منظر</w:t>
      </w:r>
      <w:bookmarkEnd w:id="227"/>
    </w:p>
    <w:p w:rsidR="00DE2D7F" w:rsidRDefault="00DE2D7F" w:rsidP="00D07B54">
      <w:pPr>
        <w:pStyle w:val="libNormal"/>
        <w:rPr>
          <w:rtl/>
        </w:rPr>
      </w:pPr>
      <w:r>
        <w:rPr>
          <w:rtl/>
        </w:rPr>
        <w:t xml:space="preserve"> جب جادوگرو</w:t>
      </w:r>
      <w:r w:rsidR="007D6C9B">
        <w:rPr>
          <w:rtl/>
        </w:rPr>
        <w:t xml:space="preserve">ں </w:t>
      </w:r>
      <w:r>
        <w:rPr>
          <w:rtl/>
        </w:rPr>
        <w:t>نے فرعون كے ساتھ اپنى بات پكى كرلى اور اس نے بھى انعام، اجرت اور اپنى بارگاہ كے مقرب ہونے كا وعدہ كركے انھي</w:t>
      </w:r>
      <w:r w:rsidR="007D6C9B">
        <w:rPr>
          <w:rtl/>
        </w:rPr>
        <w:t xml:space="preserve">ں </w:t>
      </w:r>
      <w:r>
        <w:rPr>
          <w:rtl/>
        </w:rPr>
        <w:t>خوش كرديا اور وہ بھى مطمئن ہوگئے تواپنے فن كے مظاہرے اور اس كے اسباب كى فراہمى كے لئے تگ ودوكرنى شروع كردي، فرصت كے ان لمحات مي</w:t>
      </w:r>
      <w:r w:rsidR="007D6C9B">
        <w:rPr>
          <w:rtl/>
        </w:rPr>
        <w:t xml:space="preserve">ں </w:t>
      </w:r>
      <w:r>
        <w:rPr>
          <w:rtl/>
        </w:rPr>
        <w:t>انھو</w:t>
      </w:r>
      <w:r w:rsidR="007D6C9B">
        <w:rPr>
          <w:rtl/>
        </w:rPr>
        <w:t xml:space="preserve">ں </w:t>
      </w:r>
      <w:r>
        <w:rPr>
          <w:rtl/>
        </w:rPr>
        <w:t>نے بہت سى رسيا</w:t>
      </w:r>
      <w:r w:rsidR="007D6C9B">
        <w:rPr>
          <w:rtl/>
        </w:rPr>
        <w:t xml:space="preserve">ں </w:t>
      </w:r>
      <w:r>
        <w:rPr>
          <w:rtl/>
        </w:rPr>
        <w:t>اور لاٹھيا</w:t>
      </w:r>
      <w:r w:rsidR="007D6C9B">
        <w:rPr>
          <w:rtl/>
        </w:rPr>
        <w:t xml:space="preserve">ں </w:t>
      </w:r>
      <w:r>
        <w:rPr>
          <w:rtl/>
        </w:rPr>
        <w:t>اكٹھى كرلي</w:t>
      </w:r>
      <w:r w:rsidR="007D6C9B">
        <w:rPr>
          <w:rtl/>
        </w:rPr>
        <w:t xml:space="preserve">ں </w:t>
      </w:r>
      <w:r>
        <w:rPr>
          <w:rtl/>
        </w:rPr>
        <w:t>اور بظاہر ان كے اندر كو كھوكھلاكر كے ان مي</w:t>
      </w:r>
      <w:r w:rsidR="007D6C9B">
        <w:rPr>
          <w:rtl/>
        </w:rPr>
        <w:t xml:space="preserve">ں </w:t>
      </w:r>
      <w:r>
        <w:rPr>
          <w:rtl/>
        </w:rPr>
        <w:t xml:space="preserve">ايسا كوئي كيميكل مواد (پارہ وغيرہ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41</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آيت </w:t>
      </w:r>
      <w:r w:rsidR="00E664BB">
        <w:rPr>
          <w:rtl/>
        </w:rPr>
        <w:t>42</w:t>
      </w:r>
      <w:r>
        <w:rPr>
          <w:rtl/>
        </w:rPr>
        <w:t xml:space="preserve"> </w:t>
      </w:r>
    </w:p>
    <w:p w:rsidR="00F2296A" w:rsidRDefault="001648F9"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كى مانند)بھر ديا جس سے وہ سورج كى تپش مي</w:t>
      </w:r>
      <w:r w:rsidR="007D6C9B">
        <w:rPr>
          <w:rtl/>
        </w:rPr>
        <w:t xml:space="preserve">ں </w:t>
      </w:r>
      <w:r>
        <w:rPr>
          <w:rtl/>
        </w:rPr>
        <w:t xml:space="preserve">ہلكى ہوكر بھاگنے لگتى _ </w:t>
      </w:r>
    </w:p>
    <w:p w:rsidR="00DE2D7F" w:rsidRDefault="00DE2D7F" w:rsidP="00D07B54">
      <w:pPr>
        <w:pStyle w:val="libNormal"/>
        <w:rPr>
          <w:rtl/>
        </w:rPr>
      </w:pPr>
      <w:r>
        <w:rPr>
          <w:rtl/>
        </w:rPr>
        <w:t>آخركاروعدے كا دن پہنچ گيا اور لوگو</w:t>
      </w:r>
      <w:r w:rsidR="007D6C9B">
        <w:rPr>
          <w:rtl/>
        </w:rPr>
        <w:t xml:space="preserve">ں </w:t>
      </w:r>
      <w:r>
        <w:rPr>
          <w:rtl/>
        </w:rPr>
        <w:t>كا اكثير مجمع ميدان مي</w:t>
      </w:r>
      <w:r w:rsidR="007D6C9B">
        <w:rPr>
          <w:rtl/>
        </w:rPr>
        <w:t xml:space="preserve">ں </w:t>
      </w:r>
      <w:r>
        <w:rPr>
          <w:rtl/>
        </w:rPr>
        <w:t>جمع ہوگيا تاكہ وہ اس تاريخى مقابلے كو ديكھ سكي</w:t>
      </w:r>
      <w:r w:rsidR="007D6C9B">
        <w:rPr>
          <w:rtl/>
        </w:rPr>
        <w:t xml:space="preserve">ں </w:t>
      </w:r>
      <w:r>
        <w:rPr>
          <w:rtl/>
        </w:rPr>
        <w:t>،فرعون اور اس كے درباري، جادوگر اور موسى عليہ السلام اور ان كے بھائي ہارون عليہ السلام سب ميدان مي</w:t>
      </w:r>
      <w:r w:rsidR="007D6C9B">
        <w:rPr>
          <w:rtl/>
        </w:rPr>
        <w:t xml:space="preserve">ں </w:t>
      </w:r>
      <w:r>
        <w:rPr>
          <w:rtl/>
        </w:rPr>
        <w:t xml:space="preserve">پہنچ گئے _ </w:t>
      </w:r>
    </w:p>
    <w:p w:rsidR="00DE2D7F" w:rsidRDefault="00DE2D7F" w:rsidP="00D07B54">
      <w:pPr>
        <w:pStyle w:val="libNormal"/>
        <w:rPr>
          <w:rtl/>
        </w:rPr>
      </w:pPr>
      <w:r>
        <w:rPr>
          <w:rtl/>
        </w:rPr>
        <w:t xml:space="preserve">ليكن حسب معمول قرآن مجيد اس بحث كو خدف كركے اصل بات كو بيان كرتا ہے _ </w:t>
      </w:r>
    </w:p>
    <w:p w:rsidR="00DE2D7F" w:rsidRDefault="00DE2D7F" w:rsidP="00D07B54">
      <w:pPr>
        <w:pStyle w:val="libNormal"/>
        <w:rPr>
          <w:rtl/>
        </w:rPr>
      </w:pPr>
      <w:r>
        <w:rPr>
          <w:rtl/>
        </w:rPr>
        <w:t>يہا</w:t>
      </w:r>
      <w:r w:rsidR="007D6C9B">
        <w:rPr>
          <w:rtl/>
        </w:rPr>
        <w:t xml:space="preserve">ں </w:t>
      </w:r>
      <w:r>
        <w:rPr>
          <w:rtl/>
        </w:rPr>
        <w:t>پر بھى اس تاريخ ساز منظر كى تصوير كشى كرتے ہوئے كہتا ہے :''موسى نے جادو گرو</w:t>
      </w:r>
      <w:r w:rsidR="007D6C9B">
        <w:rPr>
          <w:rtl/>
        </w:rPr>
        <w:t xml:space="preserve">ں </w:t>
      </w:r>
      <w:r>
        <w:rPr>
          <w:rtl/>
        </w:rPr>
        <w:t>كى طرف منہ كركے كہا :جو كچھ پھينكنا چاہتے ہو پھينكو اور جو كچھ تمہارے پاس ہے ميدان مي</w:t>
      </w:r>
      <w:r w:rsidR="007D6C9B">
        <w:rPr>
          <w:rtl/>
        </w:rPr>
        <w:t xml:space="preserve">ں </w:t>
      </w:r>
      <w:r>
        <w:rPr>
          <w:rtl/>
        </w:rPr>
        <w:t>لے آئو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قرآن سے معلوم ہوتا ہے كہ جناب موسى عليہ السلام نے يہ بات اس وقت كى جب جادوگرو</w:t>
      </w:r>
      <w:r w:rsidR="007D6C9B">
        <w:rPr>
          <w:rtl/>
        </w:rPr>
        <w:t xml:space="preserve">ں </w:t>
      </w:r>
      <w:r>
        <w:rPr>
          <w:rtl/>
        </w:rPr>
        <w:t>نے ان سے كہا:'' آپ پيش قدم ہوكر اپنى چيز ڈالي</w:t>
      </w:r>
      <w:r w:rsidR="007D6C9B">
        <w:rPr>
          <w:rtl/>
        </w:rPr>
        <w:t xml:space="preserve">ں </w:t>
      </w:r>
      <w:r>
        <w:rPr>
          <w:rtl/>
        </w:rPr>
        <w:t>گے يا ہم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موسى عليہ السلام كى يہ پيش كش درحقيقت انھي</w:t>
      </w:r>
      <w:r w:rsidR="007D6C9B">
        <w:rPr>
          <w:rtl/>
        </w:rPr>
        <w:t xml:space="preserve">ں </w:t>
      </w:r>
      <w:r>
        <w:rPr>
          <w:rtl/>
        </w:rPr>
        <w:t>اپنى كاميابى پر يقين كى وجہ سے تھى اوراس بات كى مظہر تھى كہ فرعون كے زبردست حاميو</w:t>
      </w:r>
      <w:r w:rsidR="007D6C9B">
        <w:rPr>
          <w:rtl/>
        </w:rPr>
        <w:t xml:space="preserve">ں </w:t>
      </w:r>
      <w:r>
        <w:rPr>
          <w:rtl/>
        </w:rPr>
        <w:t>اور دشمن كے انبوہ كثير سے وہ ذرہ برابر بھى خائف نہي</w:t>
      </w:r>
      <w:r w:rsidR="007D6C9B">
        <w:rPr>
          <w:rtl/>
        </w:rPr>
        <w:t xml:space="preserve">ں </w:t>
      </w:r>
      <w:r>
        <w:rPr>
          <w:rtl/>
        </w:rPr>
        <w:t>،چنانچہ يہ پيش كش كركے آپ نے جادوگرو</w:t>
      </w:r>
      <w:r w:rsidR="007D6C9B">
        <w:rPr>
          <w:rtl/>
        </w:rPr>
        <w:t xml:space="preserve">ں </w:t>
      </w:r>
      <w:r>
        <w:rPr>
          <w:rtl/>
        </w:rPr>
        <w:t>پر سب سے پہلا كامياب وار كيا جس سے جادو گرو</w:t>
      </w:r>
      <w:r w:rsidR="007D6C9B">
        <w:rPr>
          <w:rtl/>
        </w:rPr>
        <w:t xml:space="preserve">ں </w:t>
      </w:r>
      <w:r>
        <w:rPr>
          <w:rtl/>
        </w:rPr>
        <w:t>كو بھى معلوم ہوگيا كہ موسى عليہ السلام ايك خاص نفسياتى سكون سے بہرہ مند ہي</w:t>
      </w:r>
      <w:r w:rsidR="007D6C9B">
        <w:rPr>
          <w:rtl/>
        </w:rPr>
        <w:t xml:space="preserve">ں </w:t>
      </w:r>
      <w:r>
        <w:rPr>
          <w:rtl/>
        </w:rPr>
        <w:t>اور وہ كسى ذات خاص سے لولگائے ہوئے ہي</w:t>
      </w:r>
      <w:r w:rsidR="007D6C9B">
        <w:rPr>
          <w:rtl/>
        </w:rPr>
        <w:t xml:space="preserve">ں </w:t>
      </w:r>
      <w:r>
        <w:rPr>
          <w:rtl/>
        </w:rPr>
        <w:t xml:space="preserve">كہ جوان كا حوصلہ بڑھارہى ہے _ </w:t>
      </w:r>
    </w:p>
    <w:p w:rsidR="00DE2D7F" w:rsidRDefault="00DE2D7F" w:rsidP="00D07B54">
      <w:pPr>
        <w:pStyle w:val="libNormal"/>
        <w:rPr>
          <w:rtl/>
        </w:rPr>
      </w:pPr>
      <w:r>
        <w:rPr>
          <w:rtl/>
        </w:rPr>
        <w:t>جادو گر تو غرور ونخوت كے سمندر مي</w:t>
      </w:r>
      <w:r w:rsidR="007D6C9B">
        <w:rPr>
          <w:rtl/>
        </w:rPr>
        <w:t xml:space="preserve">ں </w:t>
      </w:r>
      <w:r>
        <w:rPr>
          <w:rtl/>
        </w:rPr>
        <w:t>غرق تھے انھو</w:t>
      </w:r>
      <w:r w:rsidR="007D6C9B">
        <w:rPr>
          <w:rtl/>
        </w:rPr>
        <w:t xml:space="preserve">ں </w:t>
      </w:r>
      <w:r>
        <w:rPr>
          <w:rtl/>
        </w:rPr>
        <w:t>نے اپنى انتہائي كوششي</w:t>
      </w:r>
      <w:r w:rsidR="007D6C9B">
        <w:rPr>
          <w:rtl/>
        </w:rPr>
        <w:t xml:space="preserve">ں </w:t>
      </w:r>
      <w:r>
        <w:rPr>
          <w:rtl/>
        </w:rPr>
        <w:t>اس كام كے لئے صرف كردى تھي</w:t>
      </w:r>
      <w:r w:rsidR="007D6C9B">
        <w:rPr>
          <w:rtl/>
        </w:rPr>
        <w:t xml:space="preserve">ں </w:t>
      </w:r>
      <w:r>
        <w:rPr>
          <w:rtl/>
        </w:rPr>
        <w:t>اور انھي</w:t>
      </w:r>
      <w:r w:rsidR="007D6C9B">
        <w:rPr>
          <w:rtl/>
        </w:rPr>
        <w:t xml:space="preserve">ں </w:t>
      </w:r>
      <w:r>
        <w:rPr>
          <w:rtl/>
        </w:rPr>
        <w:t>اپنى كاميابى كا بھى يقين تھا'' لہذانھو</w:t>
      </w:r>
      <w:r w:rsidR="007D6C9B">
        <w:rPr>
          <w:rtl/>
        </w:rPr>
        <w:t xml:space="preserve">ں </w:t>
      </w:r>
      <w:r>
        <w:rPr>
          <w:rtl/>
        </w:rPr>
        <w:t>نے اپنى رسيا</w:t>
      </w:r>
      <w:r w:rsidR="007D6C9B">
        <w:rPr>
          <w:rtl/>
        </w:rPr>
        <w:t xml:space="preserve">ں </w:t>
      </w:r>
      <w:r>
        <w:rPr>
          <w:rtl/>
        </w:rPr>
        <w:t>اور لاٹھيا</w:t>
      </w:r>
      <w:r w:rsidR="007D6C9B">
        <w:rPr>
          <w:rtl/>
        </w:rPr>
        <w:t xml:space="preserve">ں </w:t>
      </w:r>
      <w:r>
        <w:rPr>
          <w:rtl/>
        </w:rPr>
        <w:t>زمين پر پھينك دي</w:t>
      </w:r>
      <w:r w:rsidR="007D6C9B">
        <w:rPr>
          <w:rtl/>
        </w:rPr>
        <w:t xml:space="preserve">ں </w:t>
      </w:r>
      <w:r>
        <w:rPr>
          <w:rtl/>
        </w:rPr>
        <w:t>اور كہافرعون كى عزت كى قسم ہم يقينا كامياب ہي</w:t>
      </w:r>
      <w:r w:rsidR="007D6C9B">
        <w:rPr>
          <w:rtl/>
        </w:rPr>
        <w:t xml:space="preserve">ں </w:t>
      </w:r>
      <w:r>
        <w:rPr>
          <w:rtl/>
        </w:rPr>
        <w:t>''_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جى ہا</w:t>
      </w:r>
      <w:r w:rsidR="007D6C9B">
        <w:rPr>
          <w:rtl/>
        </w:rPr>
        <w:t xml:space="preserve">ں </w:t>
      </w:r>
      <w:r>
        <w:rPr>
          <w:rtl/>
        </w:rPr>
        <w:t>:انھو</w:t>
      </w:r>
      <w:r w:rsidR="007D6C9B">
        <w:rPr>
          <w:rtl/>
        </w:rPr>
        <w:t xml:space="preserve">ں </w:t>
      </w:r>
      <w:r>
        <w:rPr>
          <w:rtl/>
        </w:rPr>
        <w:t>نے دوسرے تمام چاپلوسيو</w:t>
      </w:r>
      <w:r w:rsidR="007D6C9B">
        <w:rPr>
          <w:rtl/>
        </w:rPr>
        <w:t xml:space="preserve">ں </w:t>
      </w:r>
      <w:r>
        <w:rPr>
          <w:rtl/>
        </w:rPr>
        <w:t>خوشامديو</w:t>
      </w:r>
      <w:r w:rsidR="007D6C9B">
        <w:rPr>
          <w:rtl/>
        </w:rPr>
        <w:t xml:space="preserve">ں </w:t>
      </w:r>
      <w:r>
        <w:rPr>
          <w:rtl/>
        </w:rPr>
        <w:t xml:space="preserve">كى مانند فرعون كے نام سے شروع كيا اور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43</w:t>
      </w:r>
      <w:r>
        <w:rPr>
          <w:rtl/>
        </w:rPr>
        <w:t xml:space="preserve"> </w:t>
      </w:r>
    </w:p>
    <w:p w:rsidR="00DE2D7F" w:rsidRDefault="00DE2D7F" w:rsidP="00D07B54">
      <w:pPr>
        <w:pStyle w:val="libFootnote"/>
        <w:rPr>
          <w:rtl/>
        </w:rPr>
      </w:pPr>
      <w:r>
        <w:rPr>
          <w:rtl/>
        </w:rPr>
        <w:t>(</w:t>
      </w:r>
      <w:r w:rsidR="00E664BB">
        <w:rPr>
          <w:rtl/>
        </w:rPr>
        <w:t>2</w:t>
      </w:r>
      <w:r>
        <w:rPr>
          <w:rtl/>
        </w:rPr>
        <w:t>)سورہ اعراف آيت</w:t>
      </w:r>
      <w:r w:rsidR="00E664BB">
        <w:rPr>
          <w:rtl/>
        </w:rPr>
        <w:t>115</w:t>
      </w:r>
      <w:r>
        <w:rPr>
          <w:rtl/>
        </w:rPr>
        <w:t xml:space="preserve"> </w:t>
      </w:r>
    </w:p>
    <w:p w:rsidR="00DE2D7F" w:rsidRDefault="00DE2D7F" w:rsidP="00D07B54">
      <w:pPr>
        <w:pStyle w:val="libFootnote"/>
        <w:rPr>
          <w:rtl/>
        </w:rPr>
      </w:pPr>
      <w:r>
        <w:rPr>
          <w:rtl/>
        </w:rPr>
        <w:t>(</w:t>
      </w:r>
      <w:r w:rsidR="00E664BB">
        <w:rPr>
          <w:rtl/>
        </w:rPr>
        <w:t>3</w:t>
      </w:r>
      <w:r>
        <w:rPr>
          <w:rtl/>
        </w:rPr>
        <w:t>)سورہ شعراء آيت</w:t>
      </w:r>
      <w:r w:rsidR="00E664BB">
        <w:rPr>
          <w:rtl/>
        </w:rPr>
        <w:t>44</w:t>
      </w:r>
      <w:r>
        <w:rPr>
          <w:rtl/>
        </w:rPr>
        <w:t xml:space="preserve"> </w:t>
      </w:r>
    </w:p>
    <w:p w:rsidR="00F2296A" w:rsidRDefault="001648F9"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 xml:space="preserve">اس كے كھوكھلے اقتدار كا سہاراليا _ </w:t>
      </w:r>
    </w:p>
    <w:p w:rsidR="00DE2D7F" w:rsidRDefault="00DE2D7F" w:rsidP="00D07B54">
      <w:pPr>
        <w:pStyle w:val="libNormal"/>
        <w:rPr>
          <w:rtl/>
        </w:rPr>
      </w:pPr>
      <w:r>
        <w:rPr>
          <w:rtl/>
        </w:rPr>
        <w:t xml:space="preserve">جيسا كہ قرآن مجيد ايك اور مقام پر كہتا ہے : </w:t>
      </w:r>
    </w:p>
    <w:p w:rsidR="00DE2D7F" w:rsidRDefault="00DE2D7F" w:rsidP="00D07B54">
      <w:pPr>
        <w:pStyle w:val="libNormal"/>
        <w:rPr>
          <w:rtl/>
        </w:rPr>
      </w:pPr>
      <w:r>
        <w:rPr>
          <w:rtl/>
        </w:rPr>
        <w:t>'' اس موقع پر انھو</w:t>
      </w:r>
      <w:r w:rsidR="007D6C9B">
        <w:rPr>
          <w:rtl/>
        </w:rPr>
        <w:t xml:space="preserve">ں </w:t>
      </w:r>
      <w:r>
        <w:rPr>
          <w:rtl/>
        </w:rPr>
        <w:t>نے جب رسيا</w:t>
      </w:r>
      <w:r w:rsidR="007D6C9B">
        <w:rPr>
          <w:rtl/>
        </w:rPr>
        <w:t xml:space="preserve">ں </w:t>
      </w:r>
      <w:r>
        <w:rPr>
          <w:rtl/>
        </w:rPr>
        <w:t>اور لاٹھيا</w:t>
      </w:r>
      <w:r w:rsidR="007D6C9B">
        <w:rPr>
          <w:rtl/>
        </w:rPr>
        <w:t xml:space="preserve">ں </w:t>
      </w:r>
      <w:r>
        <w:rPr>
          <w:rtl/>
        </w:rPr>
        <w:t>زمين پر پھينكي</w:t>
      </w:r>
      <w:r w:rsidR="007D6C9B">
        <w:rPr>
          <w:rtl/>
        </w:rPr>
        <w:t xml:space="preserve">ں </w:t>
      </w:r>
      <w:r>
        <w:rPr>
          <w:rtl/>
        </w:rPr>
        <w:t>تو وہ چھوٹے بڑے سانپو</w:t>
      </w:r>
      <w:r w:rsidR="007D6C9B">
        <w:rPr>
          <w:rtl/>
        </w:rPr>
        <w:t xml:space="preserve">ں </w:t>
      </w:r>
      <w:r>
        <w:rPr>
          <w:rtl/>
        </w:rPr>
        <w:t>كى طرح زمين پر حركت كرنے لگي</w:t>
      </w:r>
      <w:r w:rsidR="007D6C9B">
        <w:rPr>
          <w:rtl/>
        </w:rPr>
        <w:t xml:space="preserve">ں </w:t>
      </w:r>
      <w:r>
        <w:rPr>
          <w:rtl/>
        </w:rPr>
        <w:t xml:space="preserve">''_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انھو</w:t>
      </w:r>
      <w:r w:rsidR="007D6C9B">
        <w:rPr>
          <w:rtl/>
        </w:rPr>
        <w:t xml:space="preserve">ں </w:t>
      </w:r>
      <w:r>
        <w:rPr>
          <w:rtl/>
        </w:rPr>
        <w:t>نے اپنے جادو كے ذرائع مي</w:t>
      </w:r>
      <w:r w:rsidR="007D6C9B">
        <w:rPr>
          <w:rtl/>
        </w:rPr>
        <w:t xml:space="preserve">ں </w:t>
      </w:r>
      <w:r>
        <w:rPr>
          <w:rtl/>
        </w:rPr>
        <w:t>سے لاٹھيو</w:t>
      </w:r>
      <w:r w:rsidR="007D6C9B">
        <w:rPr>
          <w:rtl/>
        </w:rPr>
        <w:t xml:space="preserve">ں </w:t>
      </w:r>
      <w:r>
        <w:rPr>
          <w:rtl/>
        </w:rPr>
        <w:t>كا انتخاب كيا ہوا تھا تاكہ وہ بزعم خود موسى كى عصا كى برابرى كرسكي</w:t>
      </w:r>
      <w:r w:rsidR="007D6C9B">
        <w:rPr>
          <w:rtl/>
        </w:rPr>
        <w:t xml:space="preserve">ں </w:t>
      </w:r>
      <w:r>
        <w:rPr>
          <w:rtl/>
        </w:rPr>
        <w:t>اور مزيد برترى كے لئے رسيو</w:t>
      </w:r>
      <w:r w:rsidR="007D6C9B">
        <w:rPr>
          <w:rtl/>
        </w:rPr>
        <w:t xml:space="preserve">ں </w:t>
      </w:r>
      <w:r>
        <w:rPr>
          <w:rtl/>
        </w:rPr>
        <w:t xml:space="preserve">كو بھى ساتھ شامل كرليا تھا _ </w:t>
      </w:r>
    </w:p>
    <w:p w:rsidR="00DE2D7F" w:rsidRDefault="00DE2D7F" w:rsidP="00D07B54">
      <w:pPr>
        <w:pStyle w:val="libNormal"/>
        <w:rPr>
          <w:rtl/>
        </w:rPr>
      </w:pPr>
      <w:r>
        <w:rPr>
          <w:rtl/>
        </w:rPr>
        <w:t>اسى دوران مي</w:t>
      </w:r>
      <w:r w:rsidR="007D6C9B">
        <w:rPr>
          <w:rtl/>
        </w:rPr>
        <w:t xml:space="preserve">ں </w:t>
      </w:r>
      <w:r>
        <w:rPr>
          <w:rtl/>
        </w:rPr>
        <w:t>حاضرين مي</w:t>
      </w:r>
      <w:r w:rsidR="007D6C9B">
        <w:rPr>
          <w:rtl/>
        </w:rPr>
        <w:t xml:space="preserve">ں </w:t>
      </w:r>
      <w:r>
        <w:rPr>
          <w:rtl/>
        </w:rPr>
        <w:t>خوشى كى لہر دوڑگئي اور فرعون اور اس كے درباريو</w:t>
      </w:r>
      <w:r w:rsidR="007D6C9B">
        <w:rPr>
          <w:rtl/>
        </w:rPr>
        <w:t xml:space="preserve">ں </w:t>
      </w:r>
      <w:r>
        <w:rPr>
          <w:rtl/>
        </w:rPr>
        <w:t>كى آنكھي</w:t>
      </w:r>
      <w:r w:rsidR="007D6C9B">
        <w:rPr>
          <w:rtl/>
        </w:rPr>
        <w:t xml:space="preserve">ں </w:t>
      </w:r>
      <w:r>
        <w:rPr>
          <w:rtl/>
        </w:rPr>
        <w:t>خوشى كے مارے چمك اٹھي</w:t>
      </w:r>
      <w:r w:rsidR="007D6C9B">
        <w:rPr>
          <w:rtl/>
        </w:rPr>
        <w:t xml:space="preserve">ں </w:t>
      </w:r>
      <w:r>
        <w:rPr>
          <w:rtl/>
        </w:rPr>
        <w:t>اور وہ مارے خوشى كے پھولے نہي</w:t>
      </w:r>
      <w:r w:rsidR="007D6C9B">
        <w:rPr>
          <w:rtl/>
        </w:rPr>
        <w:t xml:space="preserve">ں </w:t>
      </w:r>
      <w:r>
        <w:rPr>
          <w:rtl/>
        </w:rPr>
        <w:t>سماتے تھے يہ منظر ديكھ كر ان كے اندر وجدو سرور كى كيفيت پيدا ہوگئي اور وہ جھوم رہے تھے _ چنانچہ بعض مفسرين كے قول كے مطابق ان ساحرو</w:t>
      </w:r>
      <w:r w:rsidR="007D6C9B">
        <w:rPr>
          <w:rtl/>
        </w:rPr>
        <w:t xml:space="preserve">ں </w:t>
      </w:r>
      <w:r>
        <w:rPr>
          <w:rtl/>
        </w:rPr>
        <w:t>كى تعداد كئي ہزار تھى نيز ان كے وسائل سحر بھى ہزارو</w:t>
      </w:r>
      <w:r w:rsidR="007D6C9B">
        <w:rPr>
          <w:rtl/>
        </w:rPr>
        <w:t xml:space="preserve">ں </w:t>
      </w:r>
      <w:r>
        <w:rPr>
          <w:rtl/>
        </w:rPr>
        <w:t>كى تعداد مي</w:t>
      </w:r>
      <w:r w:rsidR="007D6C9B">
        <w:rPr>
          <w:rtl/>
        </w:rPr>
        <w:t xml:space="preserve">ں </w:t>
      </w:r>
      <w:r>
        <w:rPr>
          <w:rtl/>
        </w:rPr>
        <w:t>تھے چونكہ اس زمانے مي</w:t>
      </w:r>
      <w:r w:rsidR="007D6C9B">
        <w:rPr>
          <w:rtl/>
        </w:rPr>
        <w:t xml:space="preserve">ں </w:t>
      </w:r>
      <w:r>
        <w:rPr>
          <w:rtl/>
        </w:rPr>
        <w:t>مصر مي</w:t>
      </w:r>
      <w:r w:rsidR="007D6C9B">
        <w:rPr>
          <w:rtl/>
        </w:rPr>
        <w:t xml:space="preserve">ں </w:t>
      </w:r>
      <w:r>
        <w:rPr>
          <w:rtl/>
        </w:rPr>
        <w:t>سحرو ساحرى كا كافى زور تھا اس بناپر اس بات پر كوئي جائے تعجب نہي</w:t>
      </w:r>
      <w:r w:rsidR="007D6C9B">
        <w:rPr>
          <w:rtl/>
        </w:rPr>
        <w:t xml:space="preserve">ں </w:t>
      </w:r>
      <w:r>
        <w:rPr>
          <w:rtl/>
        </w:rPr>
        <w:t xml:space="preserve">ہے _ </w:t>
      </w:r>
    </w:p>
    <w:p w:rsidR="00DE2D7F" w:rsidRDefault="00DE2D7F" w:rsidP="00D07B54">
      <w:pPr>
        <w:pStyle w:val="libNormal"/>
        <w:rPr>
          <w:rtl/>
        </w:rPr>
      </w:pPr>
      <w:r>
        <w:rPr>
          <w:rtl/>
        </w:rPr>
        <w:t xml:space="preserve">خصوصاً جيسا كہ قران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كہتا ہے كہ : </w:t>
      </w:r>
    </w:p>
    <w:p w:rsidR="00DE2D7F" w:rsidRDefault="00DE2D7F" w:rsidP="00D07B54">
      <w:pPr>
        <w:pStyle w:val="libNormal"/>
        <w:rPr>
          <w:rtl/>
        </w:rPr>
      </w:pPr>
      <w:r>
        <w:rPr>
          <w:rtl/>
        </w:rPr>
        <w:t>وہ منظر اتنا عظيم ووحشتناك تھا كہ حضرت موسى نے بھى اس كى وجہ سے اپنے دل مي</w:t>
      </w:r>
      <w:r w:rsidR="007D6C9B">
        <w:rPr>
          <w:rtl/>
        </w:rPr>
        <w:t xml:space="preserve">ں </w:t>
      </w:r>
      <w:r>
        <w:rPr>
          <w:rtl/>
        </w:rPr>
        <w:t xml:space="preserve">كچھ خوف محسوس كيا _ </w:t>
      </w:r>
    </w:p>
    <w:p w:rsidR="00DE2D7F" w:rsidRDefault="00DE2D7F" w:rsidP="00D07B54">
      <w:pPr>
        <w:pStyle w:val="libNormal"/>
        <w:rPr>
          <w:rtl/>
        </w:rPr>
      </w:pPr>
      <w:r>
        <w:rPr>
          <w:rtl/>
        </w:rPr>
        <w:t>اگرچہ نہج البلاغہ مي</w:t>
      </w:r>
      <w:r w:rsidR="007D6C9B">
        <w:rPr>
          <w:rtl/>
        </w:rPr>
        <w:t xml:space="preserve">ں </w:t>
      </w:r>
      <w:r>
        <w:rPr>
          <w:rtl/>
        </w:rPr>
        <w:t>اس كى صراحت موجود ہے كہ حضرت موسى كو اس بات كا خوف لاحق ہو گيا تھا كہ ان جادوگرو</w:t>
      </w:r>
      <w:r w:rsidR="007D6C9B">
        <w:rPr>
          <w:rtl/>
        </w:rPr>
        <w:t xml:space="preserve">ں </w:t>
      </w:r>
      <w:r>
        <w:rPr>
          <w:rtl/>
        </w:rPr>
        <w:t>كو ديكھ كر لوگ اس قدر متاثر نہ ہوجائي</w:t>
      </w:r>
      <w:r w:rsidR="007D6C9B">
        <w:rPr>
          <w:rtl/>
        </w:rPr>
        <w:t xml:space="preserve">ں </w:t>
      </w:r>
      <w:r>
        <w:rPr>
          <w:rtl/>
        </w:rPr>
        <w:t>كہ ان كو حق كى طرف متوجہ كرنا دشوار ہوجائے بہرصورت يہ تمام باتي</w:t>
      </w:r>
      <w:r w:rsidR="007D6C9B">
        <w:rPr>
          <w:rtl/>
        </w:rPr>
        <w:t xml:space="preserve">ں </w:t>
      </w:r>
      <w:r>
        <w:rPr>
          <w:rtl/>
        </w:rPr>
        <w:t>اس بات كى مظہر ہي</w:t>
      </w:r>
      <w:r w:rsidR="007D6C9B">
        <w:rPr>
          <w:rtl/>
        </w:rPr>
        <w:t xml:space="preserve">ں </w:t>
      </w:r>
      <w:r>
        <w:rPr>
          <w:rtl/>
        </w:rPr>
        <w:t xml:space="preserve">كہ اس وقت ايك عظيم معركہ درپيش تھا جسے حضرت موسى عليہ السلام كو بفضل الہى سركرنا تھا_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طہ آيت </w:t>
      </w:r>
      <w:r w:rsidR="00E664BB">
        <w:rPr>
          <w:rtl/>
        </w:rPr>
        <w:t>66</w:t>
      </w:r>
      <w:r>
        <w:rPr>
          <w:rtl/>
        </w:rPr>
        <w:t xml:space="preserve"> </w:t>
      </w:r>
    </w:p>
    <w:p w:rsidR="00DE2D7F" w:rsidRDefault="00DE2D7F" w:rsidP="00D07B54">
      <w:pPr>
        <w:pStyle w:val="libFootnote"/>
        <w:rPr>
          <w:rtl/>
        </w:rPr>
      </w:pPr>
      <w:r>
        <w:rPr>
          <w:rtl/>
        </w:rPr>
        <w:t>(</w:t>
      </w:r>
      <w:r w:rsidR="00E664BB">
        <w:rPr>
          <w:rtl/>
        </w:rPr>
        <w:t>2</w:t>
      </w:r>
      <w:r>
        <w:rPr>
          <w:rtl/>
        </w:rPr>
        <w:t xml:space="preserve">) سورہ طہ اايت </w:t>
      </w:r>
      <w:r w:rsidR="00E664BB">
        <w:rPr>
          <w:rtl/>
        </w:rPr>
        <w:t>67</w:t>
      </w:r>
      <w:r>
        <w:rPr>
          <w:rtl/>
        </w:rPr>
        <w:t xml:space="preserve"> </w:t>
      </w:r>
    </w:p>
    <w:p w:rsidR="00F2296A" w:rsidRDefault="00C2634E"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جادو گرو</w:t>
      </w:r>
      <w:r w:rsidR="007D6C9B">
        <w:rPr>
          <w:rtl/>
        </w:rPr>
        <w:t xml:space="preserve">ں </w:t>
      </w:r>
      <w:r>
        <w:rPr>
          <w:rtl/>
        </w:rPr>
        <w:t>كے دل مي</w:t>
      </w:r>
      <w:r w:rsidR="007D6C9B">
        <w:rPr>
          <w:rtl/>
        </w:rPr>
        <w:t xml:space="preserve">ں </w:t>
      </w:r>
      <w:r>
        <w:rPr>
          <w:rtl/>
        </w:rPr>
        <w:t>ايمان كى چمك ليكن موسى عليہ السلام نے اس كيفيت كو زيادہ دير نہي</w:t>
      </w:r>
      <w:r w:rsidR="007D6C9B">
        <w:rPr>
          <w:rtl/>
        </w:rPr>
        <w:t xml:space="preserve">ں </w:t>
      </w:r>
      <w:r>
        <w:rPr>
          <w:rtl/>
        </w:rPr>
        <w:t>پنپنے ديا وہ آگے بڑھے اور اپنے عصا كو زمين پردے مارا تو وہ اچانك ايك ادہے كى شكل مي</w:t>
      </w:r>
      <w:r w:rsidR="007D6C9B">
        <w:rPr>
          <w:rtl/>
        </w:rPr>
        <w:t xml:space="preserve">ں </w:t>
      </w:r>
      <w:r>
        <w:rPr>
          <w:rtl/>
        </w:rPr>
        <w:t>بتديل ہوكر جادو گرو</w:t>
      </w:r>
      <w:r w:rsidR="007D6C9B">
        <w:rPr>
          <w:rtl/>
        </w:rPr>
        <w:t xml:space="preserve">ں </w:t>
      </w:r>
      <w:r>
        <w:rPr>
          <w:rtl/>
        </w:rPr>
        <w:t>كے ان كر شمو</w:t>
      </w:r>
      <w:r w:rsidR="007D6C9B">
        <w:rPr>
          <w:rtl/>
        </w:rPr>
        <w:t xml:space="preserve">ں </w:t>
      </w:r>
      <w:r>
        <w:rPr>
          <w:rtl/>
        </w:rPr>
        <w:t>كو جلدى نگلنے لگا اور انھي</w:t>
      </w:r>
      <w:r w:rsidR="007D6C9B">
        <w:rPr>
          <w:rtl/>
        </w:rPr>
        <w:t xml:space="preserve">ں </w:t>
      </w:r>
      <w:r>
        <w:rPr>
          <w:rtl/>
        </w:rPr>
        <w:t>ايك ايك كركے كھاگيا _</w:t>
      </w:r>
      <w:r w:rsidRPr="00AD1EF3">
        <w:rPr>
          <w:rStyle w:val="libFootnotenumChar"/>
          <w:rtl/>
        </w:rPr>
        <w:t>(</w:t>
      </w:r>
      <w:r w:rsidR="00E664BB" w:rsidRPr="00AD1EF3">
        <w:rPr>
          <w:rStyle w:val="libFootnotenumChar"/>
          <w:rtl/>
        </w:rPr>
        <w:t>1</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طہ ، آيت</w:t>
      </w:r>
      <w:r w:rsidR="00E664BB">
        <w:rPr>
          <w:rtl/>
        </w:rPr>
        <w:t>66</w:t>
      </w:r>
      <w:r>
        <w:rPr>
          <w:rtl/>
        </w:rPr>
        <w:t xml:space="preserve"> </w:t>
      </w:r>
    </w:p>
    <w:p w:rsidR="00DE2D7F" w:rsidRDefault="00DE2D7F" w:rsidP="00D07B54">
      <w:pPr>
        <w:pStyle w:val="libFootnote"/>
        <w:rPr>
          <w:rtl/>
        </w:rPr>
      </w:pPr>
      <w:r>
        <w:rPr>
          <w:rtl/>
        </w:rPr>
        <w:t>(</w:t>
      </w:r>
      <w:r w:rsidR="00E664BB">
        <w:rPr>
          <w:rtl/>
        </w:rPr>
        <w:t>2</w:t>
      </w:r>
      <w:r>
        <w:rPr>
          <w:rtl/>
        </w:rPr>
        <w:t>)كيا عصاكا ا</w:t>
      </w:r>
      <w:r w:rsidR="00F36E7D">
        <w:rPr>
          <w:rFonts w:hint="cs"/>
          <w:rtl/>
        </w:rPr>
        <w:t>ژ</w:t>
      </w:r>
      <w:r>
        <w:rPr>
          <w:rtl/>
        </w:rPr>
        <w:t xml:space="preserve">دھابن جانا ممكن ہے ؟ </w:t>
      </w:r>
    </w:p>
    <w:p w:rsidR="00DE2D7F" w:rsidRDefault="00DE2D7F" w:rsidP="00D07B54">
      <w:pPr>
        <w:pStyle w:val="libFootnote"/>
        <w:rPr>
          <w:rtl/>
        </w:rPr>
      </w:pPr>
      <w:r>
        <w:rPr>
          <w:rtl/>
        </w:rPr>
        <w:t>اس مي</w:t>
      </w:r>
      <w:r w:rsidR="007D6C9B">
        <w:rPr>
          <w:rtl/>
        </w:rPr>
        <w:t xml:space="preserve">ں </w:t>
      </w:r>
      <w:r>
        <w:rPr>
          <w:rtl/>
        </w:rPr>
        <w:t>كوئي شك نہي</w:t>
      </w:r>
      <w:r w:rsidR="007D6C9B">
        <w:rPr>
          <w:rtl/>
        </w:rPr>
        <w:t xml:space="preserve">ں </w:t>
      </w:r>
      <w:r>
        <w:rPr>
          <w:rtl/>
        </w:rPr>
        <w:t>كہ عصا كا ازدہا بن جانا ايك بيّن معجزہ ہے جس كى توجيہ مادى اصول سے نہي</w:t>
      </w:r>
      <w:r w:rsidR="007D6C9B">
        <w:rPr>
          <w:rtl/>
        </w:rPr>
        <w:t xml:space="preserve">ں </w:t>
      </w:r>
      <w:r>
        <w:rPr>
          <w:rtl/>
        </w:rPr>
        <w:t>كى جاسكتي، بلكہ ايك خدا پرست شخص كو اس سے كوئي تعجب بھى نہ ہوگا كيونكہ وہ خدا كو قادر مطلق اور سارے عالم كے قوانين كو ارادہ الہى كے تابع سمجھتا ہے لہذا اس كے نزديك يہ كوئي بڑى بات نہي</w:t>
      </w:r>
      <w:r w:rsidR="007D6C9B">
        <w:rPr>
          <w:rtl/>
        </w:rPr>
        <w:t xml:space="preserve">ں </w:t>
      </w:r>
      <w:r>
        <w:rPr>
          <w:rtl/>
        </w:rPr>
        <w:t xml:space="preserve">كہ لكڑى كا ايك ٹكڑا حيوان كى صورت اختيار كرلے كيونكہ ايك مافوق طبيعت قدرت كے زير اثر ايسا ہوناعين ممكن ہے _ </w:t>
      </w:r>
    </w:p>
    <w:p w:rsidR="00DE2D7F" w:rsidRDefault="00DE2D7F" w:rsidP="00D07B54">
      <w:pPr>
        <w:pStyle w:val="libFootnote"/>
        <w:rPr>
          <w:rtl/>
        </w:rPr>
      </w:pPr>
      <w:r>
        <w:rPr>
          <w:rtl/>
        </w:rPr>
        <w:t>ساتھ ہى يہ بات بھى نہ بھولنا چاہئے كہ اس جہان طبيعت مي</w:t>
      </w:r>
      <w:r w:rsidR="007D6C9B">
        <w:rPr>
          <w:rtl/>
        </w:rPr>
        <w:t xml:space="preserve">ں </w:t>
      </w:r>
      <w:r>
        <w:rPr>
          <w:rtl/>
        </w:rPr>
        <w:t>تمام حيوانات كى خلقت خاك سے ہوئي ہے نيز لكڑى و نباتات كى خلقت بھى خاك سے ہوئي ہے ليكن مٹى سے ايك بڑا سانپ بننے كے لئے عادتاًشايد كروڑو</w:t>
      </w:r>
      <w:r w:rsidR="007D6C9B">
        <w:rPr>
          <w:rtl/>
        </w:rPr>
        <w:t xml:space="preserve">ں </w:t>
      </w:r>
      <w:r>
        <w:rPr>
          <w:rtl/>
        </w:rPr>
        <w:t>سال كى مدت دركار ہے،ليكن اعجاز كے ذريعے يہ طولانى مدت اس قدر كوتاہ ہوگئي كہ وہ تمام انقلابات ايك لحظہ مي</w:t>
      </w:r>
      <w:r w:rsidR="007D6C9B">
        <w:rPr>
          <w:rtl/>
        </w:rPr>
        <w:t xml:space="preserve">ں </w:t>
      </w:r>
      <w:r>
        <w:rPr>
          <w:rtl/>
        </w:rPr>
        <w:t>طے ہوگئے جن كى بنا پر مٹى سے سانپ بنتا ہے ،جس كى وجہ سے لكڑى كا ايك ٹكڑا جو قوانين طبيعت كے زير اثر ايك طولانى مدت مي</w:t>
      </w:r>
      <w:r w:rsidR="007D6C9B">
        <w:rPr>
          <w:rtl/>
        </w:rPr>
        <w:t xml:space="preserve">ں </w:t>
      </w:r>
      <w:r>
        <w:rPr>
          <w:rtl/>
        </w:rPr>
        <w:t>سانپ بنتا،چند لحظو</w:t>
      </w:r>
      <w:r w:rsidR="007D6C9B">
        <w:rPr>
          <w:rtl/>
        </w:rPr>
        <w:t xml:space="preserve">ں </w:t>
      </w:r>
      <w:r>
        <w:rPr>
          <w:rtl/>
        </w:rPr>
        <w:t>مي</w:t>
      </w:r>
      <w:r w:rsidR="007D6C9B">
        <w:rPr>
          <w:rtl/>
        </w:rPr>
        <w:t xml:space="preserve">ں </w:t>
      </w:r>
      <w:r>
        <w:rPr>
          <w:rtl/>
        </w:rPr>
        <w:t xml:space="preserve">يہ شكل اختيار كرگيا_ </w:t>
      </w:r>
    </w:p>
    <w:p w:rsidR="00DE2D7F" w:rsidRDefault="00DE2D7F" w:rsidP="00D07B54">
      <w:pPr>
        <w:pStyle w:val="libFootnote"/>
        <w:rPr>
          <w:rtl/>
        </w:rPr>
      </w:pPr>
      <w:r>
        <w:rPr>
          <w:rtl/>
        </w:rPr>
        <w:t>اس مقام پر كچھ ايسے افراد بھى ہي</w:t>
      </w:r>
      <w:r w:rsidR="007D6C9B">
        <w:rPr>
          <w:rtl/>
        </w:rPr>
        <w:t xml:space="preserve">ں </w:t>
      </w:r>
      <w:r>
        <w:rPr>
          <w:rtl/>
        </w:rPr>
        <w:t>جو تمام معجزات انبياء كى طبيعى اور مادى توجيہات كرتے ہي</w:t>
      </w:r>
      <w:r w:rsidR="007D6C9B">
        <w:rPr>
          <w:rtl/>
        </w:rPr>
        <w:t xml:space="preserve">ں </w:t>
      </w:r>
      <w:r>
        <w:rPr>
          <w:rtl/>
        </w:rPr>
        <w:t>جس سے ان كے اعجازى پہلو</w:t>
      </w:r>
      <w:r w:rsidR="007D6C9B">
        <w:rPr>
          <w:rtl/>
        </w:rPr>
        <w:t xml:space="preserve">ں </w:t>
      </w:r>
      <w:r>
        <w:rPr>
          <w:rtl/>
        </w:rPr>
        <w:t>كى نفى ہوتى ہے،اور ان كى يہ سعى ہوتى ہے كہ تمام معجزات كو معمول كے مسائل كى شكل مي</w:t>
      </w:r>
      <w:r w:rsidR="007D6C9B">
        <w:rPr>
          <w:rtl/>
        </w:rPr>
        <w:t xml:space="preserve">ں </w:t>
      </w:r>
      <w:r>
        <w:rPr>
          <w:rtl/>
        </w:rPr>
        <w:t>ظاہر كري</w:t>
      </w:r>
      <w:r w:rsidR="007D6C9B">
        <w:rPr>
          <w:rtl/>
        </w:rPr>
        <w:t xml:space="preserve">ں </w:t>
      </w:r>
      <w:r>
        <w:rPr>
          <w:rtl/>
        </w:rPr>
        <w:t>،ہر چند وہ كتب آسمانى كى نص اور الفاظ صريحہ كے خلاف ہو،ايسے لوگو</w:t>
      </w:r>
      <w:r w:rsidR="007D6C9B">
        <w:rPr>
          <w:rtl/>
        </w:rPr>
        <w:t xml:space="preserve">ں </w:t>
      </w:r>
      <w:r>
        <w:rPr>
          <w:rtl/>
        </w:rPr>
        <w:t>سے ہمارا يہ سوال ہے كہ وہ اپنى پوزيشن اچھى طرح سے واضح كري</w:t>
      </w:r>
      <w:r w:rsidR="007D6C9B">
        <w:rPr>
          <w:rtl/>
        </w:rPr>
        <w:t xml:space="preserve">ں </w:t>
      </w:r>
      <w:r>
        <w:rPr>
          <w:rtl/>
        </w:rPr>
        <w:t>_كيا وہ واقعاً خدا كى عظيم قدرت پر ايمان ركھتے ہي</w:t>
      </w:r>
      <w:r w:rsidR="007D6C9B">
        <w:rPr>
          <w:rtl/>
        </w:rPr>
        <w:t xml:space="preserve">ں </w:t>
      </w:r>
      <w:r>
        <w:rPr>
          <w:rtl/>
        </w:rPr>
        <w:t>اور اسے قوانين طبيعت پر حاكم مانتے ہي</w:t>
      </w:r>
      <w:r w:rsidR="007D6C9B">
        <w:rPr>
          <w:rtl/>
        </w:rPr>
        <w:t xml:space="preserve">ں </w:t>
      </w:r>
      <w:r>
        <w:rPr>
          <w:rtl/>
        </w:rPr>
        <w:t>كہ نہي</w:t>
      </w:r>
      <w:r w:rsidR="007D6C9B">
        <w:rPr>
          <w:rtl/>
        </w:rPr>
        <w:t xml:space="preserve">ں </w:t>
      </w:r>
      <w:r>
        <w:rPr>
          <w:rtl/>
        </w:rPr>
        <w:t>؟ اگر وہ خدا كو قادر و توانا نہي</w:t>
      </w:r>
      <w:r w:rsidR="007D6C9B">
        <w:rPr>
          <w:rtl/>
        </w:rPr>
        <w:t xml:space="preserve">ں </w:t>
      </w:r>
      <w:r>
        <w:rPr>
          <w:rtl/>
        </w:rPr>
        <w:t>سمجھتے توان سے انبياء كے حالات اور ان كے معجزات كى بات كرنا بالكل بے كار ہے اور اگر وہ خدا كو قادر جانتے ہي</w:t>
      </w:r>
      <w:r w:rsidR="007D6C9B">
        <w:rPr>
          <w:rtl/>
        </w:rPr>
        <w:t xml:space="preserve">ں </w:t>
      </w:r>
      <w:r>
        <w:rPr>
          <w:rtl/>
        </w:rPr>
        <w:t>تو پھر ذرا تا مل كري</w:t>
      </w:r>
      <w:r w:rsidR="007D6C9B">
        <w:rPr>
          <w:rtl/>
        </w:rPr>
        <w:t xml:space="preserve">ں </w:t>
      </w:r>
      <w:r>
        <w:rPr>
          <w:rtl/>
        </w:rPr>
        <w:t>كہ ان تكلف آميز توجيہو</w:t>
      </w:r>
      <w:r w:rsidR="007D6C9B">
        <w:rPr>
          <w:rtl/>
        </w:rPr>
        <w:t xml:space="preserve">ں </w:t>
      </w:r>
      <w:r>
        <w:rPr>
          <w:rtl/>
        </w:rPr>
        <w:t>كى كيا ضرورت ہے جو سراسر آيات قرآنى كے خلاف ہي</w:t>
      </w:r>
      <w:r w:rsidR="007D6C9B">
        <w:rPr>
          <w:rtl/>
        </w:rPr>
        <w:t xml:space="preserve">ں </w:t>
      </w:r>
      <w:r>
        <w:rPr>
          <w:rtl/>
        </w:rPr>
        <w:t>(اگر چہ زير بجث آيت مي</w:t>
      </w:r>
      <w:r w:rsidR="007D6C9B">
        <w:rPr>
          <w:rtl/>
        </w:rPr>
        <w:t xml:space="preserve">ں </w:t>
      </w:r>
      <w:r>
        <w:rPr>
          <w:rtl/>
        </w:rPr>
        <w:t>ميرى نظر سے نہي</w:t>
      </w:r>
      <w:r w:rsidR="007D6C9B">
        <w:rPr>
          <w:rtl/>
        </w:rPr>
        <w:t xml:space="preserve">ں </w:t>
      </w:r>
      <w:r>
        <w:rPr>
          <w:rtl/>
        </w:rPr>
        <w:t>گزرا كہ كسى مفسر نے جس كا طريقہ تفسير كيسا ہى مختلف كيو</w:t>
      </w:r>
      <w:r w:rsidR="007D6C9B">
        <w:rPr>
          <w:rtl/>
        </w:rPr>
        <w:t xml:space="preserve">ں </w:t>
      </w:r>
      <w:r>
        <w:rPr>
          <w:rtl/>
        </w:rPr>
        <w:t xml:space="preserve">نہ ہو اس آيت كى مادى توجيہہ كى ہو،تا ہم جو كچھ ہم نے بيان كيا وہ ايك قاعدہ كلى كے طور پر تھا_ </w:t>
      </w:r>
    </w:p>
    <w:p w:rsidR="00F2296A" w:rsidRDefault="001648F9"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اس موقع پر لوگو</w:t>
      </w:r>
      <w:r w:rsidR="007D6C9B">
        <w:rPr>
          <w:rtl/>
        </w:rPr>
        <w:t xml:space="preserve">ں </w:t>
      </w:r>
      <w:r>
        <w:rPr>
          <w:rtl/>
        </w:rPr>
        <w:t>پر يكدم سكوت طارى ہوگيا حاضرين پر سناٹا چھاگيا،تعجب كى وجہ سے ان كے منہ كھلے كے كھلے رہ گئے آنكھي</w:t>
      </w:r>
      <w:r w:rsidR="007D6C9B">
        <w:rPr>
          <w:rtl/>
        </w:rPr>
        <w:t xml:space="preserve">ں </w:t>
      </w:r>
      <w:r>
        <w:rPr>
          <w:rtl/>
        </w:rPr>
        <w:t>پتھرا گئي گويا ان مي</w:t>
      </w:r>
      <w:r w:rsidR="007D6C9B">
        <w:rPr>
          <w:rtl/>
        </w:rPr>
        <w:t xml:space="preserve">ں </w:t>
      </w:r>
      <w:r>
        <w:rPr>
          <w:rtl/>
        </w:rPr>
        <w:t>جان ہى نہي</w:t>
      </w:r>
      <w:r w:rsidR="007D6C9B">
        <w:rPr>
          <w:rtl/>
        </w:rPr>
        <w:t xml:space="preserve">ں </w:t>
      </w:r>
      <w:r>
        <w:rPr>
          <w:rtl/>
        </w:rPr>
        <w:t>رہى ليكن بہت جلد تعجب كے بجائے وحشت ناك چيخ و پكار شروع ہوگئي،كچھ لوگ بھاگ كھڑے ہوئے كچھ لوگ نتيجے كے انتظار مي</w:t>
      </w:r>
      <w:r w:rsidR="007D6C9B">
        <w:rPr>
          <w:rtl/>
        </w:rPr>
        <w:t xml:space="preserve">ں </w:t>
      </w:r>
      <w:r>
        <w:rPr>
          <w:rtl/>
        </w:rPr>
        <w:t>رك گئے اور كچھ لوگ بے مقصد نعرے لگارہے تھے ليكن جادوگر</w:t>
      </w:r>
      <w:r w:rsidR="007D6C9B">
        <w:rPr>
          <w:rtl/>
        </w:rPr>
        <w:t xml:space="preserve">ں </w:t>
      </w:r>
      <w:r>
        <w:rPr>
          <w:rtl/>
        </w:rPr>
        <w:t xml:space="preserve">كے منہ تعجب كى وجہ سے كھلے ہوئے تھے_ </w:t>
      </w:r>
    </w:p>
    <w:p w:rsidR="00DE2D7F" w:rsidRDefault="00DE2D7F" w:rsidP="00D07B54">
      <w:pPr>
        <w:pStyle w:val="libNormal"/>
        <w:rPr>
          <w:rtl/>
        </w:rPr>
      </w:pPr>
      <w:r>
        <w:rPr>
          <w:rtl/>
        </w:rPr>
        <w:t>اس مرحلے پر سب كچھ تبديل ہوگيا جو جادوگر اس وقت تك شيطانى رستے پر گامزن ،فرعون كے ہم ركاب اور موسى عليہ السلام كے مخالف تھے يك دم اپنے آپے مي</w:t>
      </w:r>
      <w:r w:rsidR="007D6C9B">
        <w:rPr>
          <w:rtl/>
        </w:rPr>
        <w:t xml:space="preserve">ں </w:t>
      </w:r>
      <w:r>
        <w:rPr>
          <w:rtl/>
        </w:rPr>
        <w:t>آگئے اور كيونكہ جادو كے ہر قسم كے ٹونے ٹوٹكے او رمہارت اور فن سے واقف تھے اس لئے انھي</w:t>
      </w:r>
      <w:r w:rsidR="007D6C9B">
        <w:rPr>
          <w:rtl/>
        </w:rPr>
        <w:t xml:space="preserve">ں </w:t>
      </w:r>
      <w:r>
        <w:rPr>
          <w:rtl/>
        </w:rPr>
        <w:t>يقين آگيا كہ ايسا كام ہر گز جادو نہي</w:t>
      </w:r>
      <w:r w:rsidR="007D6C9B">
        <w:rPr>
          <w:rtl/>
        </w:rPr>
        <w:t xml:space="preserve">ں </w:t>
      </w:r>
      <w:r>
        <w:rPr>
          <w:rtl/>
        </w:rPr>
        <w:t>ہوسكتا، بلكہ يہ خدا كا ايك عظيم معجزہ ہے ''لہذا اچانك وہ سارے كے سارے سجدے مي</w:t>
      </w:r>
      <w:r w:rsidR="007D6C9B">
        <w:rPr>
          <w:rtl/>
        </w:rPr>
        <w:t xml:space="preserve">ں </w:t>
      </w:r>
      <w:r>
        <w:rPr>
          <w:rtl/>
        </w:rPr>
        <w:t>گر پڑے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دلچسپ بات يہ ہے كہ قرآن نے يہا</w:t>
      </w:r>
      <w:r w:rsidR="007D6C9B">
        <w:rPr>
          <w:rtl/>
        </w:rPr>
        <w:t xml:space="preserve">ں </w:t>
      </w:r>
      <w:r>
        <w:rPr>
          <w:rtl/>
        </w:rPr>
        <w:t>پر ''القي''كا استعمال كيا ہے جس كا معنى ہے گراديئے گئے يہ اس بات كى طرف اشارہ ہے كہ وہ جناب موسى عليہ السلام كے معجزے سے اس قدر متا ثر ہوچكے تھے كہ بے اختيار زمين پر سجدے مي</w:t>
      </w:r>
      <w:r w:rsidR="007D6C9B">
        <w:rPr>
          <w:rtl/>
        </w:rPr>
        <w:t xml:space="preserve">ں </w:t>
      </w:r>
      <w:r>
        <w:rPr>
          <w:rtl/>
        </w:rPr>
        <w:t xml:space="preserve">جاپڑے _ </w:t>
      </w:r>
    </w:p>
    <w:p w:rsidR="00DE2D7F" w:rsidRDefault="00DE2D7F" w:rsidP="00D07B54">
      <w:pPr>
        <w:pStyle w:val="libNormal"/>
        <w:rPr>
          <w:rtl/>
        </w:rPr>
      </w:pPr>
      <w:r>
        <w:rPr>
          <w:rtl/>
        </w:rPr>
        <w:t>اس عمل كے ساتھ ساتھ جو ان كے ايمان كى روشن دليل تھا ;انھو</w:t>
      </w:r>
      <w:r w:rsidR="007D6C9B">
        <w:rPr>
          <w:rtl/>
        </w:rPr>
        <w:t xml:space="preserve">ں </w:t>
      </w:r>
      <w:r>
        <w:rPr>
          <w:rtl/>
        </w:rPr>
        <w:t>نے زبان سے بھى كہا:''ہم عالمين كے پروردگار پر ايمان لے آئے''_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اور ہر قسم كا ابہام وشك دور كرنے كے لئے انھو</w:t>
      </w:r>
      <w:r w:rsidR="007D6C9B">
        <w:rPr>
          <w:rtl/>
        </w:rPr>
        <w:t xml:space="preserve">ں </w:t>
      </w:r>
      <w:r>
        <w:rPr>
          <w:rtl/>
        </w:rPr>
        <w:t>نے ايك اور جملے كابھى اضافہ كيا تاكہ فرعون كے لئے كسى قسم كى تاويل باقى نہ رہے،انھو</w:t>
      </w:r>
      <w:r w:rsidR="007D6C9B">
        <w:rPr>
          <w:rtl/>
        </w:rPr>
        <w:t xml:space="preserve">ں </w:t>
      </w:r>
      <w:r>
        <w:rPr>
          <w:rtl/>
        </w:rPr>
        <w:t>نے كہا:''موسى اور ہارون كے رب پر''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 xml:space="preserve">اس سے معلوم ہوتا ہے كہ عصازمين پر مارنے اور ساحرين كے ساتھ گفتگو كرنے كا كام اگرچہ موسى عليہ السلام نے انجام ديا ليكن ان كے بھائي ہارون عليہ السلام ان كے ساتھ ساتھ ان كى حمايت اور مدد كررہے تھے_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46</w:t>
      </w:r>
      <w:r>
        <w:rPr>
          <w:rtl/>
        </w:rPr>
        <w:t xml:space="preserve"> </w:t>
      </w:r>
    </w:p>
    <w:p w:rsidR="00DE2D7F" w:rsidRDefault="00DE2D7F" w:rsidP="00D07B54">
      <w:pPr>
        <w:pStyle w:val="libFootnote"/>
        <w:rPr>
          <w:rtl/>
        </w:rPr>
      </w:pPr>
      <w:r>
        <w:rPr>
          <w:rtl/>
        </w:rPr>
        <w:t>(</w:t>
      </w:r>
      <w:r w:rsidR="00E664BB">
        <w:rPr>
          <w:rtl/>
        </w:rPr>
        <w:t>2</w:t>
      </w:r>
      <w:r>
        <w:rPr>
          <w:rtl/>
        </w:rPr>
        <w:t>)سورہ شعراء آيت</w:t>
      </w:r>
      <w:r w:rsidR="00E664BB">
        <w:rPr>
          <w:rtl/>
        </w:rPr>
        <w:t>47</w:t>
      </w:r>
      <w:r>
        <w:rPr>
          <w:rtl/>
        </w:rPr>
        <w:t xml:space="preserve"> </w:t>
      </w:r>
    </w:p>
    <w:p w:rsidR="00DE2D7F" w:rsidRDefault="00DE2D7F" w:rsidP="00D07B54">
      <w:pPr>
        <w:pStyle w:val="libFootnote"/>
        <w:rPr>
          <w:rtl/>
        </w:rPr>
      </w:pPr>
      <w:r>
        <w:rPr>
          <w:rtl/>
        </w:rPr>
        <w:t>(</w:t>
      </w:r>
      <w:r w:rsidR="00E664BB">
        <w:rPr>
          <w:rtl/>
        </w:rPr>
        <w:t>3</w:t>
      </w:r>
      <w:r>
        <w:rPr>
          <w:rtl/>
        </w:rPr>
        <w:t xml:space="preserve">)سورہ شعراء آيت </w:t>
      </w:r>
      <w:r w:rsidR="00E664BB">
        <w:rPr>
          <w:rtl/>
        </w:rPr>
        <w:t>48</w:t>
      </w:r>
      <w:r>
        <w:rPr>
          <w:rtl/>
        </w:rPr>
        <w:t xml:space="preserve"> </w:t>
      </w:r>
    </w:p>
    <w:p w:rsidR="00F2296A" w:rsidRDefault="00C2634E"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يہ عجيب وغريب تبديلى جادوگرو</w:t>
      </w:r>
      <w:r w:rsidR="007D6C9B">
        <w:rPr>
          <w:rtl/>
        </w:rPr>
        <w:t xml:space="preserve">ں </w:t>
      </w:r>
      <w:r>
        <w:rPr>
          <w:rtl/>
        </w:rPr>
        <w:t>كے دل مي</w:t>
      </w:r>
      <w:r w:rsidR="007D6C9B">
        <w:rPr>
          <w:rtl/>
        </w:rPr>
        <w:t xml:space="preserve">ں </w:t>
      </w:r>
      <w:r>
        <w:rPr>
          <w:rtl/>
        </w:rPr>
        <w:t>پيدا ہوگئي اور انھو</w:t>
      </w:r>
      <w:r w:rsidR="007D6C9B">
        <w:rPr>
          <w:rtl/>
        </w:rPr>
        <w:t xml:space="preserve">ں </w:t>
      </w:r>
      <w:r>
        <w:rPr>
          <w:rtl/>
        </w:rPr>
        <w:t>نے ايك مختصر سے عرصے مي</w:t>
      </w:r>
      <w:r w:rsidR="007D6C9B">
        <w:rPr>
          <w:rtl/>
        </w:rPr>
        <w:t xml:space="preserve">ں </w:t>
      </w:r>
      <w:r>
        <w:rPr>
          <w:rtl/>
        </w:rPr>
        <w:t>مطلق تاريكى سے نكل كر روشنى اور نور مي</w:t>
      </w:r>
      <w:r w:rsidR="007D6C9B">
        <w:rPr>
          <w:rtl/>
        </w:rPr>
        <w:t xml:space="preserve">ں </w:t>
      </w:r>
      <w:r>
        <w:rPr>
          <w:rtl/>
        </w:rPr>
        <w:t>قدم ركھ ديا اور جن جن مفادات كا فرعون نے ان سے وعدہ كيا تھا ان سب كو ٹھكراديا ،يہ بات تو آسان تھي، انھو</w:t>
      </w:r>
      <w:r w:rsidR="007D6C9B">
        <w:rPr>
          <w:rtl/>
        </w:rPr>
        <w:t xml:space="preserve">ں </w:t>
      </w:r>
      <w:r>
        <w:rPr>
          <w:rtl/>
        </w:rPr>
        <w:t>نے اس اقدام سے اپنى جانو</w:t>
      </w:r>
      <w:r w:rsidR="007D6C9B">
        <w:rPr>
          <w:rtl/>
        </w:rPr>
        <w:t xml:space="preserve">ں </w:t>
      </w:r>
      <w:r>
        <w:rPr>
          <w:rtl/>
        </w:rPr>
        <w:t>كو بھى خطرے مي</w:t>
      </w:r>
      <w:r w:rsidR="007D6C9B">
        <w:rPr>
          <w:rtl/>
        </w:rPr>
        <w:t xml:space="preserve">ں </w:t>
      </w:r>
      <w:r>
        <w:rPr>
          <w:rtl/>
        </w:rPr>
        <w:t>ڈال ديا،يہ صرف اس وجہ سے تھا كہ ان كے پاس علم و دانش تھا جس كے باعث وہ حق اور باطل مي</w:t>
      </w:r>
      <w:r w:rsidR="007D6C9B">
        <w:rPr>
          <w:rtl/>
        </w:rPr>
        <w:t xml:space="preserve">ں </w:t>
      </w:r>
      <w:r>
        <w:rPr>
          <w:rtl/>
        </w:rPr>
        <w:t>تميز كرنے مي</w:t>
      </w:r>
      <w:r w:rsidR="007D6C9B">
        <w:rPr>
          <w:rtl/>
        </w:rPr>
        <w:t xml:space="preserve">ں </w:t>
      </w:r>
      <w:r>
        <w:rPr>
          <w:rtl/>
        </w:rPr>
        <w:t xml:space="preserve">كامياب ہوگئے اور حق كا دامن تھام ليا_ </w:t>
      </w:r>
    </w:p>
    <w:p w:rsidR="00DE2D7F" w:rsidRDefault="00DE2D7F" w:rsidP="00D07B54">
      <w:pPr>
        <w:pStyle w:val="libNormal"/>
        <w:rPr>
          <w:rtl/>
        </w:rPr>
      </w:pPr>
    </w:p>
    <w:p w:rsidR="00F2296A" w:rsidRDefault="00DE2D7F" w:rsidP="00D07B54">
      <w:pPr>
        <w:pStyle w:val="Heading2Center"/>
        <w:rPr>
          <w:rtl/>
        </w:rPr>
      </w:pPr>
      <w:bookmarkStart w:id="228" w:name="_Toc7268625"/>
      <w:r>
        <w:rPr>
          <w:rtl/>
        </w:rPr>
        <w:t>كيا ميرى اجازت كے بغير موسى عليہ السلام پر ايمان لے آئے؟</w:t>
      </w:r>
      <w:bookmarkEnd w:id="228"/>
      <w:r>
        <w:rPr>
          <w:rtl/>
        </w:rPr>
        <w:t xml:space="preserve"> </w:t>
      </w:r>
    </w:p>
    <w:p w:rsidR="00DE2D7F" w:rsidRDefault="00DE2D7F" w:rsidP="00D07B54">
      <w:pPr>
        <w:pStyle w:val="libNormal"/>
        <w:rPr>
          <w:rtl/>
        </w:rPr>
      </w:pPr>
      <w:r>
        <w:rPr>
          <w:rtl/>
        </w:rPr>
        <w:t>اس موقع پر اس طرف تو فرعون كے اوسان خطا ہوچكے تھے اور دوسرے اسے اپنا اقتدار بلكہ اپنا وجود خطرے مي</w:t>
      </w:r>
      <w:r w:rsidR="007D6C9B">
        <w:rPr>
          <w:rtl/>
        </w:rPr>
        <w:t xml:space="preserve">ں </w:t>
      </w:r>
      <w:r>
        <w:rPr>
          <w:rtl/>
        </w:rPr>
        <w:t xml:space="preserve">دكھائي دے رہا تھا خاص طور پر وہ جانتا تھا كہ جادوگرو </w:t>
      </w:r>
      <w:r w:rsidR="007D6C9B">
        <w:rPr>
          <w:rtl/>
        </w:rPr>
        <w:t xml:space="preserve">ں </w:t>
      </w:r>
      <w:r>
        <w:rPr>
          <w:rtl/>
        </w:rPr>
        <w:t>كا ايمان لانا حاضرين كے دلو</w:t>
      </w:r>
      <w:r w:rsidR="007D6C9B">
        <w:rPr>
          <w:rtl/>
        </w:rPr>
        <w:t xml:space="preserve">ں </w:t>
      </w:r>
      <w:r>
        <w:rPr>
          <w:rtl/>
        </w:rPr>
        <w:t>پر كس قدر مو ثر ہوسكتا ہے اور يہ بھى ممكن ہے كہ كافى سارے لوگ جادوگرو</w:t>
      </w:r>
      <w:r w:rsidR="007D6C9B">
        <w:rPr>
          <w:rtl/>
        </w:rPr>
        <w:t xml:space="preserve">ں </w:t>
      </w:r>
      <w:r>
        <w:rPr>
          <w:rtl/>
        </w:rPr>
        <w:t>كى ديكھا ديكھى سجدے مي</w:t>
      </w:r>
      <w:r w:rsidR="007D6C9B">
        <w:rPr>
          <w:rtl/>
        </w:rPr>
        <w:t xml:space="preserve">ں </w:t>
      </w:r>
      <w:r>
        <w:rPr>
          <w:rtl/>
        </w:rPr>
        <w:t>گر جائي</w:t>
      </w:r>
      <w:r w:rsidR="007D6C9B">
        <w:rPr>
          <w:rtl/>
        </w:rPr>
        <w:t xml:space="preserve">ں </w:t>
      </w:r>
      <w:r>
        <w:rPr>
          <w:rtl/>
        </w:rPr>
        <w:t>، لہذا اس نے بزعم خود ايك نئي اسكيم نكالى اور جادوگرو</w:t>
      </w:r>
      <w:r w:rsidR="007D6C9B">
        <w:rPr>
          <w:rtl/>
        </w:rPr>
        <w:t xml:space="preserve">ں </w:t>
      </w:r>
      <w:r>
        <w:rPr>
          <w:rtl/>
        </w:rPr>
        <w:t>كى طرف منہ كركے كہا:''تم ميرى اجازت كے بغير ہى اس پر ايمان لے آئے ہو''_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چونكہ وہ سالہا سال سے تخت استبداد پر براجمان چلاآرہا تھا لہذا اسے قطعاً يہ اميد نہي</w:t>
      </w:r>
      <w:r w:rsidR="007D6C9B">
        <w:rPr>
          <w:rtl/>
        </w:rPr>
        <w:t xml:space="preserve">ں </w:t>
      </w:r>
      <w:r>
        <w:rPr>
          <w:rtl/>
        </w:rPr>
        <w:t>تھى كہ لوگ اس كى اجازت كے بغير كوئي كام انجام دي</w:t>
      </w:r>
      <w:r w:rsidR="007D6C9B">
        <w:rPr>
          <w:rtl/>
        </w:rPr>
        <w:t xml:space="preserve">ں </w:t>
      </w:r>
      <w:r>
        <w:rPr>
          <w:rtl/>
        </w:rPr>
        <w:t>گے بلكہ اسے تو يہ توقع تھى كہ لوگو</w:t>
      </w:r>
      <w:r w:rsidR="007D6C9B">
        <w:rPr>
          <w:rtl/>
        </w:rPr>
        <w:t xml:space="preserve">ں </w:t>
      </w:r>
      <w:r>
        <w:rPr>
          <w:rtl/>
        </w:rPr>
        <w:t>كے قلب و عقل اور اختيار اس كے قبضہ قدرت مي</w:t>
      </w:r>
      <w:r w:rsidR="007D6C9B">
        <w:rPr>
          <w:rtl/>
        </w:rPr>
        <w:t xml:space="preserve">ں </w:t>
      </w:r>
      <w:r>
        <w:rPr>
          <w:rtl/>
        </w:rPr>
        <w:t>ہي</w:t>
      </w:r>
      <w:r w:rsidR="007D6C9B">
        <w:rPr>
          <w:rtl/>
        </w:rPr>
        <w:t xml:space="preserve">ں </w:t>
      </w:r>
      <w:r>
        <w:rPr>
          <w:rtl/>
        </w:rPr>
        <w:t>،جب تك وہ اجازت نہ دے وہ نہ تو كچھ سوچ سكتے ہي</w:t>
      </w:r>
      <w:r w:rsidR="007D6C9B">
        <w:rPr>
          <w:rtl/>
        </w:rPr>
        <w:t xml:space="preserve">ں </w:t>
      </w:r>
      <w:r>
        <w:rPr>
          <w:rtl/>
        </w:rPr>
        <w:t>اور نہ فيصلہ كرسكتے ہي</w:t>
      </w:r>
      <w:r w:rsidR="007D6C9B">
        <w:rPr>
          <w:rtl/>
        </w:rPr>
        <w:t xml:space="preserve">ں </w:t>
      </w:r>
      <w:r>
        <w:rPr>
          <w:rtl/>
        </w:rPr>
        <w:t>،جابر حكمرانو</w:t>
      </w:r>
      <w:r w:rsidR="007D6C9B">
        <w:rPr>
          <w:rtl/>
        </w:rPr>
        <w:t xml:space="preserve">ں </w:t>
      </w:r>
      <w:r>
        <w:rPr>
          <w:rtl/>
        </w:rPr>
        <w:t>كے طريقے ايسے ہى ہوا كرتے ہي</w:t>
      </w:r>
      <w:r w:rsidR="007D6C9B">
        <w:rPr>
          <w:rtl/>
        </w:rPr>
        <w:t xml:space="preserve">ں </w:t>
      </w:r>
      <w:r>
        <w:rPr>
          <w:rtl/>
        </w:rPr>
        <w:t xml:space="preserve">_ </w:t>
      </w:r>
    </w:p>
    <w:p w:rsidR="00DE2D7F" w:rsidRDefault="00DE2D7F" w:rsidP="00D07B54">
      <w:pPr>
        <w:pStyle w:val="libNormal"/>
        <w:rPr>
          <w:rtl/>
        </w:rPr>
      </w:pPr>
      <w:r>
        <w:rPr>
          <w:rtl/>
        </w:rPr>
        <w:t>ليكن اس نے اسى بات كو كافى نہي</w:t>
      </w:r>
      <w:r w:rsidR="007D6C9B">
        <w:rPr>
          <w:rtl/>
        </w:rPr>
        <w:t xml:space="preserve">ں </w:t>
      </w:r>
      <w:r>
        <w:rPr>
          <w:rtl/>
        </w:rPr>
        <w:t>سمجھا بلكہ دو جملے اور بھى كہے تا كہ اپنے زعم باطل مي</w:t>
      </w:r>
      <w:r w:rsidR="007D6C9B">
        <w:rPr>
          <w:rtl/>
        </w:rPr>
        <w:t xml:space="preserve">ں </w:t>
      </w:r>
      <w:r>
        <w:rPr>
          <w:rtl/>
        </w:rPr>
        <w:t>اپنى حيثيت اور شخصيت كو برقرار ركھ سكے اور ساتھ ہى عوام كے بيدار شدہ افكار كے آگے بند باندھ سكے اور انھي</w:t>
      </w:r>
      <w:r w:rsidR="007D6C9B">
        <w:rPr>
          <w:rtl/>
        </w:rPr>
        <w:t xml:space="preserve">ں </w:t>
      </w:r>
      <w:r>
        <w:rPr>
          <w:rtl/>
        </w:rPr>
        <w:t>دوبارہ خواب غفلت مي</w:t>
      </w:r>
      <w:r w:rsidR="007D6C9B">
        <w:rPr>
          <w:rtl/>
        </w:rPr>
        <w:t xml:space="preserve">ں </w:t>
      </w:r>
      <w:r>
        <w:rPr>
          <w:rtl/>
        </w:rPr>
        <w:t xml:space="preserve">سلادے_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4</w:t>
      </w:r>
      <w:r w:rsidR="00E44785">
        <w:rPr>
          <w:rtl/>
        </w:rPr>
        <w:t>9</w:t>
      </w:r>
      <w:r>
        <w:rPr>
          <w:rtl/>
        </w:rPr>
        <w:t xml:space="preserve"> </w:t>
      </w:r>
    </w:p>
    <w:p w:rsidR="00F2296A" w:rsidRDefault="001648F9"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اس نے سب سے پہلے جادوگرو</w:t>
      </w:r>
      <w:r w:rsidR="007D6C9B">
        <w:rPr>
          <w:rtl/>
        </w:rPr>
        <w:t xml:space="preserve">ں </w:t>
      </w:r>
      <w:r>
        <w:rPr>
          <w:rtl/>
        </w:rPr>
        <w:t>سے كہا:تمھارى موسى سے يہ پہلے سے لگى بندھى سازش ہے ،بلكہ مصرى عوام كے خلاف ايك خطرناك منصوبہ ہے اس نے كہا كہ وہ تمہارا بزرگ اور استاد ہے جس نے تمہي</w:t>
      </w:r>
      <w:r w:rsidR="007D6C9B">
        <w:rPr>
          <w:rtl/>
        </w:rPr>
        <w:t xml:space="preserve">ں </w:t>
      </w:r>
      <w:r>
        <w:rPr>
          <w:rtl/>
        </w:rPr>
        <w:t>جادو كى تعليم دى ہے اور تم سب نے جادوگر ى كى تعليم اسى سے حاصل كى ہے_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تم نے پہلے سے طے شدہ منصوبہ كے تحت يہ ڈرامہ رچايا ہے تا كہ مصر كى عظيم قوم كو گمراہ كركے اس پر اپنى حكومت چلائو اور اس ملك كے اصلى مالكو</w:t>
      </w:r>
      <w:r w:rsidR="007D6C9B">
        <w:rPr>
          <w:rtl/>
        </w:rPr>
        <w:t xml:space="preserve">ں </w:t>
      </w:r>
      <w:r>
        <w:rPr>
          <w:rtl/>
        </w:rPr>
        <w:t>كو ان كے گھرو</w:t>
      </w:r>
      <w:r w:rsidR="007D6C9B">
        <w:rPr>
          <w:rtl/>
        </w:rPr>
        <w:t xml:space="preserve">ں </w:t>
      </w:r>
      <w:r>
        <w:rPr>
          <w:rtl/>
        </w:rPr>
        <w:t>سے بے گھر كردو اور ان كى جگہ غلامو</w:t>
      </w:r>
      <w:r w:rsidR="007D6C9B">
        <w:rPr>
          <w:rtl/>
        </w:rPr>
        <w:t xml:space="preserve">ں </w:t>
      </w:r>
      <w:r>
        <w:rPr>
          <w:rtl/>
        </w:rPr>
        <w:t>اور كنيزو</w:t>
      </w:r>
      <w:r w:rsidR="007D6C9B">
        <w:rPr>
          <w:rtl/>
        </w:rPr>
        <w:t xml:space="preserve">ں </w:t>
      </w:r>
      <w:r>
        <w:rPr>
          <w:rtl/>
        </w:rPr>
        <w:t xml:space="preserve">كو ٹھہرائو_ </w:t>
      </w:r>
    </w:p>
    <w:p w:rsidR="00DE2D7F" w:rsidRDefault="00DE2D7F" w:rsidP="00D07B54">
      <w:pPr>
        <w:pStyle w:val="libNormal"/>
        <w:rPr>
          <w:rtl/>
        </w:rPr>
      </w:pPr>
      <w:r>
        <w:rPr>
          <w:rtl/>
        </w:rPr>
        <w:t>ليكن مي</w:t>
      </w:r>
      <w:r w:rsidR="007D6C9B">
        <w:rPr>
          <w:rtl/>
        </w:rPr>
        <w:t xml:space="preserve">ں </w:t>
      </w:r>
      <w:r>
        <w:rPr>
          <w:rtl/>
        </w:rPr>
        <w:t>تمہي</w:t>
      </w:r>
      <w:r w:rsidR="007D6C9B">
        <w:rPr>
          <w:rtl/>
        </w:rPr>
        <w:t xml:space="preserve">ں </w:t>
      </w:r>
      <w:r>
        <w:rPr>
          <w:rtl/>
        </w:rPr>
        <w:t>كبھى اس بات كى اجازت نہي</w:t>
      </w:r>
      <w:r w:rsidR="007D6C9B">
        <w:rPr>
          <w:rtl/>
        </w:rPr>
        <w:t xml:space="preserve">ں </w:t>
      </w:r>
      <w:r>
        <w:rPr>
          <w:rtl/>
        </w:rPr>
        <w:t>دو</w:t>
      </w:r>
      <w:r w:rsidR="007D6C9B">
        <w:rPr>
          <w:rtl/>
        </w:rPr>
        <w:t xml:space="preserve">ں </w:t>
      </w:r>
      <w:r>
        <w:rPr>
          <w:rtl/>
        </w:rPr>
        <w:t>گا كہ تم اپنى سازش مي</w:t>
      </w:r>
      <w:r w:rsidR="007D6C9B">
        <w:rPr>
          <w:rtl/>
        </w:rPr>
        <w:t xml:space="preserve">ں </w:t>
      </w:r>
      <w:r>
        <w:rPr>
          <w:rtl/>
        </w:rPr>
        <w:t>كامياب ہوجائو،مي</w:t>
      </w:r>
      <w:r w:rsidR="007D6C9B">
        <w:rPr>
          <w:rtl/>
        </w:rPr>
        <w:t xml:space="preserve">ں </w:t>
      </w:r>
      <w:r>
        <w:rPr>
          <w:rtl/>
        </w:rPr>
        <w:t>اس سازش كو پنپنے سے پہلے ہى ناكام كردو</w:t>
      </w:r>
      <w:r w:rsidR="007D6C9B">
        <w:rPr>
          <w:rtl/>
        </w:rPr>
        <w:t xml:space="preserve">ں </w:t>
      </w:r>
      <w:r>
        <w:rPr>
          <w:rtl/>
        </w:rPr>
        <w:t>گا''تم بہت جلد جان لوگے كہ تمہي</w:t>
      </w:r>
      <w:r w:rsidR="007D6C9B">
        <w:rPr>
          <w:rtl/>
        </w:rPr>
        <w:t xml:space="preserve">ں </w:t>
      </w:r>
      <w:r>
        <w:rPr>
          <w:rtl/>
        </w:rPr>
        <w:t>ايسى سزادو</w:t>
      </w:r>
      <w:r w:rsidR="007D6C9B">
        <w:rPr>
          <w:rtl/>
        </w:rPr>
        <w:t xml:space="preserve">ں </w:t>
      </w:r>
      <w:r>
        <w:rPr>
          <w:rtl/>
        </w:rPr>
        <w:t>گا جس سے دوسرے لوگ عبرت حاصل كري</w:t>
      </w:r>
      <w:r w:rsidR="007D6C9B">
        <w:rPr>
          <w:rtl/>
        </w:rPr>
        <w:t xml:space="preserve">ں </w:t>
      </w:r>
      <w:r>
        <w:rPr>
          <w:rtl/>
        </w:rPr>
        <w:t>گے تمہارے ہاتھ اور پائو</w:t>
      </w:r>
      <w:r w:rsidR="007D6C9B">
        <w:rPr>
          <w:rtl/>
        </w:rPr>
        <w:t xml:space="preserve">ں </w:t>
      </w:r>
      <w:r>
        <w:rPr>
          <w:rtl/>
        </w:rPr>
        <w:t>كو ايك دوسرے كى مخالف سمت مي</w:t>
      </w:r>
      <w:r w:rsidR="007D6C9B">
        <w:rPr>
          <w:rtl/>
        </w:rPr>
        <w:t xml:space="preserve">ں </w:t>
      </w:r>
      <w:r>
        <w:rPr>
          <w:rtl/>
        </w:rPr>
        <w:t>كاٹ ڈالو</w:t>
      </w:r>
      <w:r w:rsidR="007D6C9B">
        <w:rPr>
          <w:rtl/>
        </w:rPr>
        <w:t xml:space="preserve">ں </w:t>
      </w:r>
      <w:r>
        <w:rPr>
          <w:rtl/>
        </w:rPr>
        <w:t>گا(دايا</w:t>
      </w:r>
      <w:r w:rsidR="007D6C9B">
        <w:rPr>
          <w:rtl/>
        </w:rPr>
        <w:t xml:space="preserve">ں </w:t>
      </w:r>
      <w:r>
        <w:rPr>
          <w:rtl/>
        </w:rPr>
        <w:t>ہاتھ اور بايا</w:t>
      </w:r>
      <w:r w:rsidR="007D6C9B">
        <w:rPr>
          <w:rtl/>
        </w:rPr>
        <w:t xml:space="preserve">ں </w:t>
      </w:r>
      <w:r>
        <w:rPr>
          <w:rtl/>
        </w:rPr>
        <w:t>پائو</w:t>
      </w:r>
      <w:r w:rsidR="007D6C9B">
        <w:rPr>
          <w:rtl/>
        </w:rPr>
        <w:t xml:space="preserve">ں </w:t>
      </w:r>
      <w:r>
        <w:rPr>
          <w:rtl/>
        </w:rPr>
        <w:t>،يا بايا</w:t>
      </w:r>
      <w:r w:rsidR="007D6C9B">
        <w:rPr>
          <w:rtl/>
        </w:rPr>
        <w:t xml:space="preserve">ں </w:t>
      </w:r>
      <w:r>
        <w:rPr>
          <w:rtl/>
        </w:rPr>
        <w:t>ہاتھ اور دايا</w:t>
      </w:r>
      <w:r w:rsidR="007D6C9B">
        <w:rPr>
          <w:rtl/>
        </w:rPr>
        <w:t xml:space="preserve">ں </w:t>
      </w:r>
      <w:r>
        <w:rPr>
          <w:rtl/>
        </w:rPr>
        <w:t>پائو</w:t>
      </w:r>
      <w:r w:rsidR="007D6C9B">
        <w:rPr>
          <w:rtl/>
        </w:rPr>
        <w:t xml:space="preserve">ں </w:t>
      </w:r>
      <w:r>
        <w:rPr>
          <w:rtl/>
        </w:rPr>
        <w:t>)اور تم سب كو (كسى استثناء كے بغير)سولى پر لٹكادو</w:t>
      </w:r>
      <w:r w:rsidR="007D6C9B">
        <w:rPr>
          <w:rtl/>
        </w:rPr>
        <w:t xml:space="preserve">ں </w:t>
      </w:r>
      <w:r>
        <w:rPr>
          <w:rtl/>
        </w:rPr>
        <w:t>گا''_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يعنى صرف يہى نہي</w:t>
      </w:r>
      <w:r w:rsidR="007D6C9B">
        <w:rPr>
          <w:rtl/>
        </w:rPr>
        <w:t xml:space="preserve">ں </w:t>
      </w:r>
      <w:r>
        <w:rPr>
          <w:rtl/>
        </w:rPr>
        <w:t>كہ تم سب كو قتل كردو</w:t>
      </w:r>
      <w:r w:rsidR="007D6C9B">
        <w:rPr>
          <w:rtl/>
        </w:rPr>
        <w:t xml:space="preserve">ں </w:t>
      </w:r>
      <w:r>
        <w:rPr>
          <w:rtl/>
        </w:rPr>
        <w:t>گا بلكہ ايسا قتل كرو</w:t>
      </w:r>
      <w:r w:rsidR="007D6C9B">
        <w:rPr>
          <w:rtl/>
        </w:rPr>
        <w:t xml:space="preserve">ں </w:t>
      </w:r>
      <w:r>
        <w:rPr>
          <w:rtl/>
        </w:rPr>
        <w:t>گا كہ جس مي</w:t>
      </w:r>
      <w:r w:rsidR="007D6C9B">
        <w:rPr>
          <w:rtl/>
        </w:rPr>
        <w:t xml:space="preserve">ں </w:t>
      </w:r>
      <w:r>
        <w:rPr>
          <w:rtl/>
        </w:rPr>
        <w:t>دكھ،درد،تكليف اور شكنجہ بھى ہوگا اور وہ بھى سرعام كھجور كے بلند درختو</w:t>
      </w:r>
      <w:r w:rsidR="007D6C9B">
        <w:rPr>
          <w:rtl/>
        </w:rPr>
        <w:t xml:space="preserve">ں </w:t>
      </w:r>
      <w:r>
        <w:rPr>
          <w:rtl/>
        </w:rPr>
        <w:t>پركيونكہ ہاتھ پائو</w:t>
      </w:r>
      <w:r w:rsidR="007D6C9B">
        <w:rPr>
          <w:rtl/>
        </w:rPr>
        <w:t xml:space="preserve">ں </w:t>
      </w:r>
      <w:r>
        <w:rPr>
          <w:rtl/>
        </w:rPr>
        <w:t xml:space="preserve">كے مخالف سمت كے كاٹنے سے احتمالاًانسان كى دير سے موت واقع ہوتى ہے اور وہ تڑپ تڑپ كر جان ديتا ہے_ </w:t>
      </w:r>
    </w:p>
    <w:p w:rsidR="00DE2D7F" w:rsidRDefault="00DE2D7F" w:rsidP="00D07B54">
      <w:pPr>
        <w:pStyle w:val="libNormal"/>
        <w:rPr>
          <w:rtl/>
        </w:rPr>
      </w:pPr>
    </w:p>
    <w:p w:rsidR="00F2296A" w:rsidRDefault="00DE2D7F" w:rsidP="00D07B54">
      <w:pPr>
        <w:pStyle w:val="Heading2Center"/>
        <w:rPr>
          <w:rtl/>
        </w:rPr>
      </w:pPr>
      <w:bookmarkStart w:id="229" w:name="_Toc7268626"/>
      <w:r>
        <w:rPr>
          <w:rtl/>
        </w:rPr>
        <w:t>ہمي</w:t>
      </w:r>
      <w:r w:rsidR="007D6C9B">
        <w:rPr>
          <w:rtl/>
        </w:rPr>
        <w:t xml:space="preserve">ں </w:t>
      </w:r>
      <w:r>
        <w:rPr>
          <w:rtl/>
        </w:rPr>
        <w:t>اپنے محبوب كى طرف پلٹادے</w:t>
      </w:r>
      <w:bookmarkEnd w:id="229"/>
    </w:p>
    <w:p w:rsidR="00DE2D7F" w:rsidRDefault="00DE2D7F" w:rsidP="00D07B54">
      <w:pPr>
        <w:pStyle w:val="libNormal"/>
        <w:rPr>
          <w:rtl/>
        </w:rPr>
      </w:pPr>
      <w:r>
        <w:rPr>
          <w:rtl/>
        </w:rPr>
        <w:t xml:space="preserve"> ليكن فرعون يہا</w:t>
      </w:r>
      <w:r w:rsidR="007D6C9B">
        <w:rPr>
          <w:rtl/>
        </w:rPr>
        <w:t xml:space="preserve">ں </w:t>
      </w:r>
      <w:r>
        <w:rPr>
          <w:rtl/>
        </w:rPr>
        <w:t>پر سخت غلط فہمى مي</w:t>
      </w:r>
      <w:r w:rsidR="007D6C9B">
        <w:rPr>
          <w:rtl/>
        </w:rPr>
        <w:t xml:space="preserve">ں </w:t>
      </w:r>
      <w:r>
        <w:rPr>
          <w:rtl/>
        </w:rPr>
        <w:t>مبتلا تھا كيونكہ كچھ دير قبل كے جادوگر اور اس وقت كے مومن افراد نور ايمان سے اس قدر منور ہوچكے تھے اور خدائي عشق كى آگ ان كے دل مي</w:t>
      </w:r>
      <w:r w:rsidR="007D6C9B">
        <w:rPr>
          <w:rtl/>
        </w:rPr>
        <w:t xml:space="preserve">ں </w:t>
      </w:r>
      <w:r>
        <w:rPr>
          <w:rtl/>
        </w:rPr>
        <w:t>اس قدر بھڑك چكى تھى كہ انھو</w:t>
      </w:r>
      <w:r w:rsidR="007D6C9B">
        <w:rPr>
          <w:rtl/>
        </w:rPr>
        <w:t xml:space="preserve">ں </w:t>
      </w:r>
      <w:r>
        <w:rPr>
          <w:rtl/>
        </w:rPr>
        <w:t>نے فرعون كى دھمكيو</w:t>
      </w:r>
      <w:r w:rsidR="007D6C9B">
        <w:rPr>
          <w:rtl/>
        </w:rPr>
        <w:t xml:space="preserve">ں </w:t>
      </w:r>
      <w:r>
        <w:rPr>
          <w:rtl/>
        </w:rPr>
        <w:t>كو ہر گز ہرگز كوئي وقعت نہ دى بلكہ بھرے مجمع مي</w:t>
      </w:r>
      <w:r w:rsidR="007D6C9B">
        <w:rPr>
          <w:rtl/>
        </w:rPr>
        <w:t xml:space="preserve">ں </w:t>
      </w:r>
      <w:r>
        <w:rPr>
          <w:rtl/>
        </w:rPr>
        <w:t xml:space="preserve">اسے دو ٹوك جواب دے كر اس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4</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)سورہ شعراء آيت</w:t>
      </w:r>
      <w:r w:rsidR="00E664BB">
        <w:rPr>
          <w:rtl/>
        </w:rPr>
        <w:t>4</w:t>
      </w:r>
      <w:r w:rsidR="00E44785">
        <w:rPr>
          <w:rtl/>
        </w:rPr>
        <w:t>9</w:t>
      </w:r>
      <w:r>
        <w:rPr>
          <w:rtl/>
        </w:rPr>
        <w:t xml:space="preserve"> </w:t>
      </w:r>
    </w:p>
    <w:p w:rsidR="00F2296A" w:rsidRDefault="00C2634E"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كے تمام شيطانى منصوبو</w:t>
      </w:r>
      <w:r w:rsidR="007D6C9B">
        <w:rPr>
          <w:rtl/>
        </w:rPr>
        <w:t xml:space="preserve">ں </w:t>
      </w:r>
      <w:r>
        <w:rPr>
          <w:rtl/>
        </w:rPr>
        <w:t>كو خاك مي</w:t>
      </w:r>
      <w:r w:rsidR="007D6C9B">
        <w:rPr>
          <w:rtl/>
        </w:rPr>
        <w:t xml:space="preserve">ں </w:t>
      </w:r>
      <w:r>
        <w:rPr>
          <w:rtl/>
        </w:rPr>
        <w:t xml:space="preserve">ملاديا_ </w:t>
      </w:r>
    </w:p>
    <w:p w:rsidR="00DE2D7F" w:rsidRDefault="00DE2D7F" w:rsidP="00D07B54">
      <w:pPr>
        <w:pStyle w:val="libNormal"/>
        <w:rPr>
          <w:rtl/>
        </w:rPr>
      </w:pPr>
      <w:r>
        <w:rPr>
          <w:rtl/>
        </w:rPr>
        <w:t>انھو</w:t>
      </w:r>
      <w:r w:rsidR="007D6C9B">
        <w:rPr>
          <w:rtl/>
        </w:rPr>
        <w:t xml:space="preserve">ں </w:t>
      </w:r>
      <w:r>
        <w:rPr>
          <w:rtl/>
        </w:rPr>
        <w:t>نے كہا:''كوئي بڑى بات نہي</w:t>
      </w:r>
      <w:r w:rsidR="007D6C9B">
        <w:rPr>
          <w:rtl/>
        </w:rPr>
        <w:t xml:space="preserve">ں </w:t>
      </w:r>
      <w:r>
        <w:rPr>
          <w:rtl/>
        </w:rPr>
        <w:t>اس سے ہمي</w:t>
      </w:r>
      <w:r w:rsidR="007D6C9B">
        <w:rPr>
          <w:rtl/>
        </w:rPr>
        <w:t xml:space="preserve">ں </w:t>
      </w:r>
      <w:r>
        <w:rPr>
          <w:rtl/>
        </w:rPr>
        <w:t>ہر گز كوئي نقصان نہي</w:t>
      </w:r>
      <w:r w:rsidR="007D6C9B">
        <w:rPr>
          <w:rtl/>
        </w:rPr>
        <w:t xml:space="preserve">ں </w:t>
      </w:r>
      <w:r>
        <w:rPr>
          <w:rtl/>
        </w:rPr>
        <w:t>پہنچے گا تم جو كچھ كرنا چاہتے ہو كر لو، ہم اپنے پروردگار كى طرف لوٹ جائي</w:t>
      </w:r>
      <w:r w:rsidR="007D6C9B">
        <w:rPr>
          <w:rtl/>
        </w:rPr>
        <w:t xml:space="preserve">ں </w:t>
      </w:r>
      <w:r>
        <w:rPr>
          <w:rtl/>
        </w:rPr>
        <w:t>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كام سے نہ صرف يہ كہ تم ہمارا كچھ بگاڑ نہ سكوگے بلكہ ہمي</w:t>
      </w:r>
      <w:r w:rsidR="007D6C9B">
        <w:rPr>
          <w:rtl/>
        </w:rPr>
        <w:t xml:space="preserve">ں </w:t>
      </w:r>
      <w:r>
        <w:rPr>
          <w:rtl/>
        </w:rPr>
        <w:t>اپنے حقيقى معشوق اور معبود تك بھى پہنچادوگے،تمھارى يہ دھمكيا</w:t>
      </w:r>
      <w:r w:rsidR="007D6C9B">
        <w:rPr>
          <w:rtl/>
        </w:rPr>
        <w:t xml:space="preserve">ں </w:t>
      </w:r>
      <w:r>
        <w:rPr>
          <w:rtl/>
        </w:rPr>
        <w:t>ہمارے لئے اس دقت مو ثر تھي</w:t>
      </w:r>
      <w:r w:rsidR="007D6C9B">
        <w:rPr>
          <w:rtl/>
        </w:rPr>
        <w:t xml:space="preserve">ں </w:t>
      </w:r>
      <w:r>
        <w:rPr>
          <w:rtl/>
        </w:rPr>
        <w:t>جب ہم نے خود كو نہي</w:t>
      </w:r>
      <w:r w:rsidR="007D6C9B">
        <w:rPr>
          <w:rtl/>
        </w:rPr>
        <w:t xml:space="preserve">ں </w:t>
      </w:r>
      <w:r>
        <w:rPr>
          <w:rtl/>
        </w:rPr>
        <w:t>پہچانا تھا،اپنے خدا سے نا آشنا تھے اور راہ حق كو بھلاكے زندگى كے بيابان مي</w:t>
      </w:r>
      <w:r w:rsidR="007D6C9B">
        <w:rPr>
          <w:rtl/>
        </w:rPr>
        <w:t xml:space="preserve">ں </w:t>
      </w:r>
      <w:r>
        <w:rPr>
          <w:rtl/>
        </w:rPr>
        <w:t>سرگردان تھے ليكن آج ہم نے اپنى گمشدہ گرا</w:t>
      </w:r>
      <w:r w:rsidR="007D6C9B">
        <w:rPr>
          <w:rtl/>
        </w:rPr>
        <w:t xml:space="preserve">ں </w:t>
      </w:r>
      <w:r>
        <w:rPr>
          <w:rtl/>
        </w:rPr>
        <w:t xml:space="preserve">بہا چيز كو پاليا ہے جو كرنا چاہو كرلو_ </w:t>
      </w:r>
    </w:p>
    <w:p w:rsidR="00DE2D7F" w:rsidRDefault="00DE2D7F" w:rsidP="00D07B54">
      <w:pPr>
        <w:pStyle w:val="libNormal"/>
        <w:rPr>
          <w:rtl/>
        </w:rPr>
      </w:pPr>
      <w:r>
        <w:rPr>
          <w:rtl/>
        </w:rPr>
        <w:t>انھو</w:t>
      </w:r>
      <w:r w:rsidR="007D6C9B">
        <w:rPr>
          <w:rtl/>
        </w:rPr>
        <w:t xml:space="preserve">ں </w:t>
      </w:r>
      <w:r>
        <w:rPr>
          <w:rtl/>
        </w:rPr>
        <w:t>نے سلسلہ كلام آگے بڑھاتے ہوئے كہا: ہم ماضى مي</w:t>
      </w:r>
      <w:r w:rsidR="007D6C9B">
        <w:rPr>
          <w:rtl/>
        </w:rPr>
        <w:t xml:space="preserve">ں </w:t>
      </w:r>
      <w:r>
        <w:rPr>
          <w:rtl/>
        </w:rPr>
        <w:t>گناہو</w:t>
      </w:r>
      <w:r w:rsidR="007D6C9B">
        <w:rPr>
          <w:rtl/>
        </w:rPr>
        <w:t xml:space="preserve">ں </w:t>
      </w:r>
      <w:r>
        <w:rPr>
          <w:rtl/>
        </w:rPr>
        <w:t>كا ارتكاب كرچكے ہي</w:t>
      </w:r>
      <w:r w:rsidR="007D6C9B">
        <w:rPr>
          <w:rtl/>
        </w:rPr>
        <w:t xml:space="preserve">ں </w:t>
      </w:r>
      <w:r>
        <w:rPr>
          <w:rtl/>
        </w:rPr>
        <w:t>اور اس ميدان مي</w:t>
      </w:r>
      <w:r w:rsidR="007D6C9B">
        <w:rPr>
          <w:rtl/>
        </w:rPr>
        <w:t xml:space="preserve">ں </w:t>
      </w:r>
      <w:r>
        <w:rPr>
          <w:rtl/>
        </w:rPr>
        <w:t>بھى اللہ كے سچے رسول جناب موسى عليہ السلام كے ساتھ مقابلے مي</w:t>
      </w:r>
      <w:r w:rsidR="007D6C9B">
        <w:rPr>
          <w:rtl/>
        </w:rPr>
        <w:t xml:space="preserve">ں </w:t>
      </w:r>
      <w:r>
        <w:rPr>
          <w:rtl/>
        </w:rPr>
        <w:t>پيش پيش تھے اور حق كے ساتھ لڑنے مي</w:t>
      </w:r>
      <w:r w:rsidR="007D6C9B">
        <w:rPr>
          <w:rtl/>
        </w:rPr>
        <w:t xml:space="preserve">ں </w:t>
      </w:r>
      <w:r>
        <w:rPr>
          <w:rtl/>
        </w:rPr>
        <w:t>ہم پيش قدم تھے ليكن''ہم اميد ركھتے ہي</w:t>
      </w:r>
      <w:r w:rsidR="007D6C9B">
        <w:rPr>
          <w:rtl/>
        </w:rPr>
        <w:t xml:space="preserve">ں </w:t>
      </w:r>
      <w:r>
        <w:rPr>
          <w:rtl/>
        </w:rPr>
        <w:t>كہ ہمارا پروردگار ہمارے گناہ معاف كردے گا كيونكہ ہم سب سے پہلے ايمان لانے والے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ہم آج كسى چيز سے نہي</w:t>
      </w:r>
      <w:r w:rsidR="007D6C9B">
        <w:rPr>
          <w:rtl/>
        </w:rPr>
        <w:t xml:space="preserve">ں </w:t>
      </w:r>
      <w:r>
        <w:rPr>
          <w:rtl/>
        </w:rPr>
        <w:t>گھبراتے، نہ تو تمھارى دھمكيو</w:t>
      </w:r>
      <w:r w:rsidR="007D6C9B">
        <w:rPr>
          <w:rtl/>
        </w:rPr>
        <w:t xml:space="preserve">ں </w:t>
      </w:r>
      <w:r>
        <w:rPr>
          <w:rtl/>
        </w:rPr>
        <w:t>سے اور نہ ہى بلند و بالا كھجور كے درختو</w:t>
      </w:r>
      <w:r w:rsidR="007D6C9B">
        <w:rPr>
          <w:rtl/>
        </w:rPr>
        <w:t xml:space="preserve">ں </w:t>
      </w:r>
      <w:r>
        <w:rPr>
          <w:rtl/>
        </w:rPr>
        <w:t>كے تنو</w:t>
      </w:r>
      <w:r w:rsidR="007D6C9B">
        <w:rPr>
          <w:rtl/>
        </w:rPr>
        <w:t xml:space="preserve">ں </w:t>
      </w:r>
      <w:r>
        <w:rPr>
          <w:rtl/>
        </w:rPr>
        <w:t>پر سولى پر لٹك جانے كے بعد ہاتھ پائو</w:t>
      </w:r>
      <w:r w:rsidR="007D6C9B">
        <w:rPr>
          <w:rtl/>
        </w:rPr>
        <w:t xml:space="preserve">ں </w:t>
      </w:r>
      <w:r>
        <w:rPr>
          <w:rtl/>
        </w:rPr>
        <w:t xml:space="preserve">مارنے سے_ </w:t>
      </w:r>
    </w:p>
    <w:p w:rsidR="00DE2D7F" w:rsidRDefault="00DE2D7F" w:rsidP="00D07B54">
      <w:pPr>
        <w:pStyle w:val="libNormal"/>
        <w:rPr>
          <w:rtl/>
        </w:rPr>
      </w:pPr>
      <w:r>
        <w:rPr>
          <w:rtl/>
        </w:rPr>
        <w:t>اگر ہمي</w:t>
      </w:r>
      <w:r w:rsidR="007D6C9B">
        <w:rPr>
          <w:rtl/>
        </w:rPr>
        <w:t xml:space="preserve">ں </w:t>
      </w:r>
      <w:r>
        <w:rPr>
          <w:rtl/>
        </w:rPr>
        <w:t>خوف ہے تو اپنے گزشتہ گناہو</w:t>
      </w:r>
      <w:r w:rsidR="007D6C9B">
        <w:rPr>
          <w:rtl/>
        </w:rPr>
        <w:t xml:space="preserve">ں </w:t>
      </w:r>
      <w:r>
        <w:rPr>
          <w:rtl/>
        </w:rPr>
        <w:t>كا اور اميد ہے كہ وہ بھى ايمان كے سائے اور حق تعالى كى مہربانى سے معاف ہوجائي</w:t>
      </w:r>
      <w:r w:rsidR="007D6C9B">
        <w:rPr>
          <w:rtl/>
        </w:rPr>
        <w:t xml:space="preserve">ں </w:t>
      </w:r>
      <w:r>
        <w:rPr>
          <w:rtl/>
        </w:rPr>
        <w:t xml:space="preserve">گے_ </w:t>
      </w:r>
    </w:p>
    <w:p w:rsidR="00DE2D7F" w:rsidRDefault="00DE2D7F" w:rsidP="00D07B54">
      <w:pPr>
        <w:pStyle w:val="libNormal"/>
        <w:rPr>
          <w:rtl/>
        </w:rPr>
      </w:pPr>
      <w:r>
        <w:rPr>
          <w:rtl/>
        </w:rPr>
        <w:t>يہ كيسى طاقت ہے كہ جب كسى انسان كے دل مي</w:t>
      </w:r>
      <w:r w:rsidR="007D6C9B">
        <w:rPr>
          <w:rtl/>
        </w:rPr>
        <w:t xml:space="preserve">ں </w:t>
      </w:r>
      <w:r>
        <w:rPr>
          <w:rtl/>
        </w:rPr>
        <w:t>پيدا ہوجاتى ہے تو دنيا كى بڑى سے بڑى طاقت بھى اس كى نگاہو</w:t>
      </w:r>
      <w:r w:rsidR="007D6C9B">
        <w:rPr>
          <w:rtl/>
        </w:rPr>
        <w:t xml:space="preserve">ں </w:t>
      </w:r>
      <w:r>
        <w:rPr>
          <w:rtl/>
        </w:rPr>
        <w:t>مي</w:t>
      </w:r>
      <w:r w:rsidR="007D6C9B">
        <w:rPr>
          <w:rtl/>
        </w:rPr>
        <w:t xml:space="preserve">ں </w:t>
      </w:r>
      <w:r>
        <w:rPr>
          <w:rtl/>
        </w:rPr>
        <w:t>حقير ہوجاتى ہے اوروہ سخت سے سخت شكنجو</w:t>
      </w:r>
      <w:r w:rsidR="007D6C9B">
        <w:rPr>
          <w:rtl/>
        </w:rPr>
        <w:t xml:space="preserve">ں </w:t>
      </w:r>
      <w:r>
        <w:rPr>
          <w:rtl/>
        </w:rPr>
        <w:t>سے بھى نہي</w:t>
      </w:r>
      <w:r w:rsidR="007D6C9B">
        <w:rPr>
          <w:rtl/>
        </w:rPr>
        <w:t xml:space="preserve">ں </w:t>
      </w:r>
      <w:r>
        <w:rPr>
          <w:rtl/>
        </w:rPr>
        <w:t>گھبراتا اور اپنى جان ديدينا اس كے لئے كوئي بات ہى نہي</w:t>
      </w:r>
      <w:r w:rsidR="007D6C9B">
        <w:rPr>
          <w:rtl/>
        </w:rPr>
        <w:t xml:space="preserve">ں </w:t>
      </w:r>
      <w:r>
        <w:rPr>
          <w:rtl/>
        </w:rPr>
        <w:t xml:space="preserve">رہتي_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4</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آيت </w:t>
      </w:r>
      <w:r w:rsidR="00E664BB">
        <w:rPr>
          <w:rtl/>
        </w:rPr>
        <w:t>51</w:t>
      </w:r>
      <w:r>
        <w:rPr>
          <w:rtl/>
        </w:rPr>
        <w:t xml:space="preserve"> </w:t>
      </w:r>
    </w:p>
    <w:p w:rsidR="00F2296A"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 xml:space="preserve">يقينا يہ ايمانى طاقت ہوتى ہے_ </w:t>
      </w:r>
    </w:p>
    <w:p w:rsidR="00DE2D7F" w:rsidRDefault="00DE2D7F" w:rsidP="00D07B54">
      <w:pPr>
        <w:pStyle w:val="libNormal"/>
        <w:rPr>
          <w:rtl/>
        </w:rPr>
      </w:pPr>
      <w:r>
        <w:rPr>
          <w:rtl/>
        </w:rPr>
        <w:t>يہ عشق كے روشن ودرخشا</w:t>
      </w:r>
      <w:r w:rsidR="007D6C9B">
        <w:rPr>
          <w:rtl/>
        </w:rPr>
        <w:t xml:space="preserve">ں </w:t>
      </w:r>
      <w:r>
        <w:rPr>
          <w:rtl/>
        </w:rPr>
        <w:t>چراغ كا شعلہ ہوتا ہے جو شہادت كے شربت كو انسان كے حلق مي</w:t>
      </w:r>
      <w:r w:rsidR="007D6C9B">
        <w:rPr>
          <w:rtl/>
        </w:rPr>
        <w:t xml:space="preserve">ں </w:t>
      </w:r>
      <w:r>
        <w:rPr>
          <w:rtl/>
        </w:rPr>
        <w:t>شہد سے بھى زيادہ شيري</w:t>
      </w:r>
      <w:r w:rsidR="007D6C9B">
        <w:rPr>
          <w:rtl/>
        </w:rPr>
        <w:t xml:space="preserve">ں </w:t>
      </w:r>
      <w:r>
        <w:rPr>
          <w:rtl/>
        </w:rPr>
        <w:t xml:space="preserve">بناديتا ہے اور محبوب كے وصال كو انسان كا ارفع و اعلى مقصد بنا ديتا ہے_ </w:t>
      </w:r>
    </w:p>
    <w:p w:rsidR="00DE2D7F" w:rsidRDefault="00DE2D7F" w:rsidP="00D07B54">
      <w:pPr>
        <w:pStyle w:val="libNormal"/>
        <w:rPr>
          <w:rtl/>
        </w:rPr>
      </w:pPr>
      <w:r>
        <w:rPr>
          <w:rtl/>
        </w:rPr>
        <w:t>بہر حال يہ منظر فرعون اور اس كے اركان سلطنت كے لئے بہت ہى مہنگا ثابت ہوا ہر چند كہ بعض روايات كے مطابق اس نے اپنى دھمكيو</w:t>
      </w:r>
      <w:r w:rsidR="007D6C9B">
        <w:rPr>
          <w:rtl/>
        </w:rPr>
        <w:t xml:space="preserve">ں </w:t>
      </w:r>
      <w:r>
        <w:rPr>
          <w:rtl/>
        </w:rPr>
        <w:t>كو عملى جامہ بھى پہنايا اور تازہ ايمان لانے والے جادوگرو</w:t>
      </w:r>
      <w:r w:rsidR="007D6C9B">
        <w:rPr>
          <w:rtl/>
        </w:rPr>
        <w:t xml:space="preserve">ں </w:t>
      </w:r>
      <w:r>
        <w:rPr>
          <w:rtl/>
        </w:rPr>
        <w:t>كو شہيد كرديا ليكن عوام كے جو جذبات موسى عليہ السلام كے حق مي</w:t>
      </w:r>
      <w:r w:rsidR="007D6C9B">
        <w:rPr>
          <w:rtl/>
        </w:rPr>
        <w:t xml:space="preserve">ں </w:t>
      </w:r>
      <w:r>
        <w:rPr>
          <w:rtl/>
        </w:rPr>
        <w:t>اور فرعون كے خلاف بھڑك اٹھے تھے وہ انھي</w:t>
      </w:r>
      <w:r w:rsidR="007D6C9B">
        <w:rPr>
          <w:rtl/>
        </w:rPr>
        <w:t xml:space="preserve">ں </w:t>
      </w:r>
      <w:r>
        <w:rPr>
          <w:rtl/>
        </w:rPr>
        <w:t xml:space="preserve">نہ صرف دبا نہ سكا بلكہ اور بھى بر انگيختہ كرديا_ </w:t>
      </w:r>
    </w:p>
    <w:p w:rsidR="00DE2D7F" w:rsidRDefault="00DE2D7F" w:rsidP="00D07B54">
      <w:pPr>
        <w:pStyle w:val="libNormal"/>
        <w:rPr>
          <w:rtl/>
        </w:rPr>
      </w:pPr>
      <w:r>
        <w:rPr>
          <w:rtl/>
        </w:rPr>
        <w:t>اب جگہ جگہ اس خدائي پيغمبر كے تذكرے ہونے لگے اور ہر جگہ ان با ايمان شہداء كے چرچے تھے بہت سے لوگ اس وجہ سے ايمان لے آئے_جن مي</w:t>
      </w:r>
      <w:r w:rsidR="007D6C9B">
        <w:rPr>
          <w:rtl/>
        </w:rPr>
        <w:t xml:space="preserve">ں </w:t>
      </w:r>
      <w:r>
        <w:rPr>
          <w:rtl/>
        </w:rPr>
        <w:t>فرعون كے كچھ نزديكى لوگ بھى تھے حتى كہ خود اس كى زوجہ ان ايمان لانے والو</w:t>
      </w:r>
      <w:r w:rsidR="007D6C9B">
        <w:rPr>
          <w:rtl/>
        </w:rPr>
        <w:t xml:space="preserve">ں </w:t>
      </w:r>
      <w:r>
        <w:rPr>
          <w:rtl/>
        </w:rPr>
        <w:t>مي</w:t>
      </w:r>
      <w:r w:rsidR="007D6C9B">
        <w:rPr>
          <w:rtl/>
        </w:rPr>
        <w:t xml:space="preserve">ں </w:t>
      </w:r>
      <w:r>
        <w:rPr>
          <w:rtl/>
        </w:rPr>
        <w:t xml:space="preserve">شامل ہوگئي_ </w:t>
      </w:r>
    </w:p>
    <w:p w:rsidR="00DE2D7F" w:rsidRDefault="00DE2D7F" w:rsidP="00D07B54">
      <w:pPr>
        <w:pStyle w:val="libNormal"/>
        <w:rPr>
          <w:rtl/>
        </w:rPr>
      </w:pPr>
    </w:p>
    <w:p w:rsidR="00F2296A" w:rsidRDefault="00DE2D7F" w:rsidP="00D07B54">
      <w:pPr>
        <w:pStyle w:val="Heading2Center"/>
        <w:rPr>
          <w:rtl/>
        </w:rPr>
      </w:pPr>
      <w:bookmarkStart w:id="230" w:name="_Toc7268627"/>
      <w:r>
        <w:rPr>
          <w:rtl/>
        </w:rPr>
        <w:t>فرعون كى زوجہ ايمان لے آئي</w:t>
      </w:r>
      <w:bookmarkEnd w:id="230"/>
      <w:r>
        <w:rPr>
          <w:rtl/>
        </w:rPr>
        <w:t xml:space="preserve"> </w:t>
      </w:r>
    </w:p>
    <w:p w:rsidR="00DE2D7F" w:rsidRDefault="00DE2D7F" w:rsidP="00D07B54">
      <w:pPr>
        <w:pStyle w:val="libNormal"/>
        <w:rPr>
          <w:rtl/>
        </w:rPr>
      </w:pPr>
      <w:r>
        <w:rPr>
          <w:rtl/>
        </w:rPr>
        <w:t>فرعون كى بيوى كا نام آسيہ اور باپ كا نام مزاحم تھا_كہتے ہي</w:t>
      </w:r>
      <w:r w:rsidR="007D6C9B">
        <w:rPr>
          <w:rtl/>
        </w:rPr>
        <w:t xml:space="preserve">ں </w:t>
      </w:r>
      <w:r>
        <w:rPr>
          <w:rtl/>
        </w:rPr>
        <w:t>كہ جب اس نے جادوگرو</w:t>
      </w:r>
      <w:r w:rsidR="007D6C9B">
        <w:rPr>
          <w:rtl/>
        </w:rPr>
        <w:t xml:space="preserve">ں </w:t>
      </w:r>
      <w:r>
        <w:rPr>
          <w:rtl/>
        </w:rPr>
        <w:t>كے مقابلہ مي</w:t>
      </w:r>
      <w:r w:rsidR="007D6C9B">
        <w:rPr>
          <w:rtl/>
        </w:rPr>
        <w:t xml:space="preserve">ں </w:t>
      </w:r>
      <w:r>
        <w:rPr>
          <w:rtl/>
        </w:rPr>
        <w:t>موسى عليہ السلام كے معجزے كو ديكھا تو اس كے دل كى گہرائيا</w:t>
      </w:r>
      <w:r w:rsidR="007D6C9B">
        <w:rPr>
          <w:rtl/>
        </w:rPr>
        <w:t xml:space="preserve">ں </w:t>
      </w:r>
      <w:r>
        <w:rPr>
          <w:rtl/>
        </w:rPr>
        <w:t>نور ايمان سے روشن ہوگئي</w:t>
      </w:r>
      <w:r w:rsidR="007D6C9B">
        <w:rPr>
          <w:rtl/>
        </w:rPr>
        <w:t xml:space="preserve">ں </w:t>
      </w:r>
      <w:r>
        <w:rPr>
          <w:rtl/>
        </w:rPr>
        <w:t>،وہ اسى وقت موسى عليہ السلام پر ايمان لے آئي _وہ ہميشہ اپنے ايمان كو پوشيدہ ركھتى تھي_ ليكن ايمان اور خدا كا عشق ايسى چيز نہي</w:t>
      </w:r>
      <w:r w:rsidR="007D6C9B">
        <w:rPr>
          <w:rtl/>
        </w:rPr>
        <w:t xml:space="preserve">ں </w:t>
      </w:r>
      <w:r>
        <w:rPr>
          <w:rtl/>
        </w:rPr>
        <w:t xml:space="preserve">ہے جسے ہميشہ چھپايا جاسكے_جب فرعون كو اس كے ايمان كى خبر ہوئي تو اس نے اسے بارہا سمجھايا اور منع كيا اور يہ اصرار كيا كہ موسى كے دين سے دستبردار ہوجائے اور اس كے خدا كو چھوڑدے،ليكن يہ با استقامت خاتون فرعون كى خواہش كے سامنے ہر گز نہ جھكي_ </w:t>
      </w:r>
    </w:p>
    <w:p w:rsidR="00DE2D7F" w:rsidRDefault="00DE2D7F" w:rsidP="00D07B54">
      <w:pPr>
        <w:pStyle w:val="libNormal"/>
        <w:rPr>
          <w:rtl/>
        </w:rPr>
      </w:pPr>
      <w:r>
        <w:rPr>
          <w:rtl/>
        </w:rPr>
        <w:t>آخر كار فرعون نے حكم ديا كہ اس كے ہاتھ پائو</w:t>
      </w:r>
      <w:r w:rsidR="007D6C9B">
        <w:rPr>
          <w:rtl/>
        </w:rPr>
        <w:t xml:space="preserve">ں </w:t>
      </w:r>
      <w:r>
        <w:rPr>
          <w:rtl/>
        </w:rPr>
        <w:t>ميخو</w:t>
      </w:r>
      <w:r w:rsidR="007D6C9B">
        <w:rPr>
          <w:rtl/>
        </w:rPr>
        <w:t xml:space="preserve">ں </w:t>
      </w:r>
      <w:r>
        <w:rPr>
          <w:rtl/>
        </w:rPr>
        <w:t>ساتھ جكڑ كر اسے سورج كى جلتى ہوئي دھوپ مي</w:t>
      </w:r>
      <w:r w:rsidR="007D6C9B">
        <w:rPr>
          <w:rtl/>
        </w:rPr>
        <w:t xml:space="preserve">ں </w:t>
      </w:r>
      <w:r>
        <w:rPr>
          <w:rtl/>
        </w:rPr>
        <w:t>ڈال ديا جائے اور ايك بہت بڑا پتھر اس كے سينہ پر ركھ دي</w:t>
      </w:r>
      <w:r w:rsidR="007D6C9B">
        <w:rPr>
          <w:rtl/>
        </w:rPr>
        <w:t xml:space="preserve">ں </w:t>
      </w:r>
      <w:r>
        <w:rPr>
          <w:rtl/>
        </w:rPr>
        <w:t xml:space="preserve">_جب وہ خاتون اپنى زندگى كے آخرى لمحے گزار رہى تھى تو اس كى دعا يہ تھي: </w:t>
      </w:r>
    </w:p>
    <w:p w:rsidR="00F2296A" w:rsidRDefault="001648F9"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''پروردگاراميرے لئے جنت مي</w:t>
      </w:r>
      <w:r w:rsidR="007D6C9B">
        <w:rPr>
          <w:rtl/>
        </w:rPr>
        <w:t xml:space="preserve">ں </w:t>
      </w:r>
      <w:r>
        <w:rPr>
          <w:rtl/>
        </w:rPr>
        <w:t>اپنے جوار رحمت مي</w:t>
      </w:r>
      <w:r w:rsidR="007D6C9B">
        <w:rPr>
          <w:rtl/>
        </w:rPr>
        <w:t xml:space="preserve">ں </w:t>
      </w:r>
      <w:r>
        <w:rPr>
          <w:rtl/>
        </w:rPr>
        <w:t xml:space="preserve">ايك گھر بنادے_ مجھے فرعون اور اس كے عمال سے رہائي بخش اور مجھے اس ظالم قوم سے نجات دے''_ </w:t>
      </w:r>
    </w:p>
    <w:p w:rsidR="00DE2D7F" w:rsidRDefault="00DE2D7F" w:rsidP="00D07B54">
      <w:pPr>
        <w:pStyle w:val="libNormal"/>
        <w:rPr>
          <w:rtl/>
        </w:rPr>
      </w:pPr>
      <w:r>
        <w:rPr>
          <w:rtl/>
        </w:rPr>
        <w:t xml:space="preserve">خدا نے بھى اس پاكباز اور فدار كار مومنہ خاتون كى دعا قبول كى اور اسے مريم(ع) جيسى دنيا كى بہترين خاتون جناب مريم(ع) كے ہم رديف قرار پائي ہے_ </w:t>
      </w:r>
    </w:p>
    <w:p w:rsidR="00DE2D7F" w:rsidRDefault="00DE2D7F" w:rsidP="00D07B54">
      <w:pPr>
        <w:pStyle w:val="libNormal"/>
        <w:rPr>
          <w:rtl/>
        </w:rPr>
      </w:pPr>
      <w:r>
        <w:rPr>
          <w:rtl/>
        </w:rPr>
        <w:t>ايك روايت مي</w:t>
      </w:r>
      <w:r w:rsidR="007D6C9B">
        <w:rPr>
          <w:rtl/>
        </w:rPr>
        <w:t xml:space="preserve">ں </w:t>
      </w:r>
      <w:r>
        <w:rPr>
          <w:rtl/>
        </w:rPr>
        <w:t xml:space="preserve">رسول خدا(ص) سے منقول ہے: </w:t>
      </w:r>
    </w:p>
    <w:p w:rsidR="00DE2D7F" w:rsidRDefault="00DE2D7F" w:rsidP="00D07B54">
      <w:pPr>
        <w:pStyle w:val="libNormal"/>
        <w:rPr>
          <w:rtl/>
        </w:rPr>
      </w:pPr>
      <w:r>
        <w:rPr>
          <w:rtl/>
        </w:rPr>
        <w:t>''اہل جنت مي</w:t>
      </w:r>
      <w:r w:rsidR="007D6C9B">
        <w:rPr>
          <w:rtl/>
        </w:rPr>
        <w:t xml:space="preserve">ں </w:t>
      </w:r>
      <w:r>
        <w:rPr>
          <w:rtl/>
        </w:rPr>
        <w:t>افضل ترين اور برترين عورتي</w:t>
      </w:r>
      <w:r w:rsidR="007D6C9B">
        <w:rPr>
          <w:rtl/>
        </w:rPr>
        <w:t xml:space="preserve">ں </w:t>
      </w:r>
      <w:r>
        <w:rPr>
          <w:rtl/>
        </w:rPr>
        <w:t>چارہي</w:t>
      </w:r>
      <w:r w:rsidR="007D6C9B">
        <w:rPr>
          <w:rtl/>
        </w:rPr>
        <w:t xml:space="preserve">ں </w:t>
      </w:r>
      <w:r>
        <w:rPr>
          <w:rtl/>
        </w:rPr>
        <w:t xml:space="preserve">_ خويلد كى بيٹى خديجہ(ع) ،محمد(ص) كى بيٹى فاطمہ(ع) اور عمران كى بيٹى مريم(ع) اور مزاحم كى بيٹى آسيہ(ع) جو فرعون كى بيوى تھي''_ </w:t>
      </w:r>
    </w:p>
    <w:p w:rsidR="00DE2D7F" w:rsidRDefault="00DE2D7F" w:rsidP="00D07B54">
      <w:pPr>
        <w:pStyle w:val="libNormal"/>
        <w:rPr>
          <w:rtl/>
        </w:rPr>
      </w:pPr>
      <w:r>
        <w:rPr>
          <w:rtl/>
        </w:rPr>
        <w:t>قابل توجہ بات يہ ہے كہ فرعون كى بيوى اپنى اس بات سے فرعون كے عظيم قصر كى تحقير كررہى ہے،اور اسے خدا كے جوار رحمت مي</w:t>
      </w:r>
      <w:r w:rsidR="007D6C9B">
        <w:rPr>
          <w:rtl/>
        </w:rPr>
        <w:t xml:space="preserve">ں </w:t>
      </w:r>
      <w:r>
        <w:rPr>
          <w:rtl/>
        </w:rPr>
        <w:t>گھر،كے مقابلہ مي</w:t>
      </w:r>
      <w:r w:rsidR="007D6C9B">
        <w:rPr>
          <w:rtl/>
        </w:rPr>
        <w:t xml:space="preserve">ں </w:t>
      </w:r>
      <w:r>
        <w:rPr>
          <w:rtl/>
        </w:rPr>
        <w:t>كوئي اہميت نہي</w:t>
      </w:r>
      <w:r w:rsidR="007D6C9B">
        <w:rPr>
          <w:rtl/>
        </w:rPr>
        <w:t xml:space="preserve">ں </w:t>
      </w:r>
      <w:r>
        <w:rPr>
          <w:rtl/>
        </w:rPr>
        <w:t>ديتي_اس گفتگو كے ذريعہ ان لوگو</w:t>
      </w:r>
      <w:r w:rsidR="007D6C9B">
        <w:rPr>
          <w:rtl/>
        </w:rPr>
        <w:t xml:space="preserve">ں </w:t>
      </w:r>
      <w:r>
        <w:rPr>
          <w:rtl/>
        </w:rPr>
        <w:t>كے جو اسے يہ نصيحت كرتے تھے كہ ان تمام نمايا</w:t>
      </w:r>
      <w:r w:rsidR="007D6C9B">
        <w:rPr>
          <w:rtl/>
        </w:rPr>
        <w:t xml:space="preserve">ں </w:t>
      </w:r>
      <w:r>
        <w:rPr>
          <w:rtl/>
        </w:rPr>
        <w:t>وسائل و امكانات كو جو ملكہ مصر ہونے كى وجہ سے تيرے قبضہ و اختيار مي</w:t>
      </w:r>
      <w:r w:rsidR="007D6C9B">
        <w:rPr>
          <w:rtl/>
        </w:rPr>
        <w:t xml:space="preserve">ں </w:t>
      </w:r>
      <w:r>
        <w:rPr>
          <w:rtl/>
        </w:rPr>
        <w:t>ہي</w:t>
      </w:r>
      <w:r w:rsidR="007D6C9B">
        <w:rPr>
          <w:rtl/>
        </w:rPr>
        <w:t xml:space="preserve">ں </w:t>
      </w:r>
      <w:r>
        <w:rPr>
          <w:rtl/>
        </w:rPr>
        <w:t xml:space="preserve">، موسى عليہ السلام جيسے چرواہے پر ايمان لاكر ہاتھ سے نہ دے_ جواب ديتى ہے: </w:t>
      </w:r>
    </w:p>
    <w:p w:rsidR="00DE2D7F" w:rsidRDefault="00DE2D7F" w:rsidP="00D07B54">
      <w:pPr>
        <w:pStyle w:val="libNormal"/>
        <w:rPr>
          <w:rtl/>
        </w:rPr>
      </w:pPr>
      <w:r>
        <w:rPr>
          <w:rtl/>
        </w:rPr>
        <w:t xml:space="preserve">اور''نجى من فرعون و عملہ'' كے جملہ كے ساتھ خود فرعون سے اور اس كے مظالم اور جرائم سے بيزارى كا اعلان كرتى ہے_ </w:t>
      </w:r>
    </w:p>
    <w:p w:rsidR="00DE2D7F" w:rsidRDefault="00DE2D7F" w:rsidP="00D07B54">
      <w:pPr>
        <w:pStyle w:val="libNormal"/>
        <w:rPr>
          <w:rtl/>
        </w:rPr>
      </w:pPr>
      <w:r>
        <w:rPr>
          <w:rtl/>
        </w:rPr>
        <w:t xml:space="preserve">اور </w:t>
      </w:r>
      <w:r w:rsidR="004B41BF" w:rsidRPr="004B41BF">
        <w:rPr>
          <w:rStyle w:val="libAlaemChar"/>
          <w:rFonts w:hint="cs"/>
          <w:rtl/>
        </w:rPr>
        <w:t>(</w:t>
      </w:r>
      <w:r w:rsidRPr="004B41BF">
        <w:rPr>
          <w:rStyle w:val="libAieChar"/>
          <w:rtl/>
        </w:rPr>
        <w:t>نجى من القوم الظالمين</w:t>
      </w:r>
      <w:r w:rsidR="004B41BF" w:rsidRPr="004B41BF">
        <w:rPr>
          <w:rStyle w:val="libAlaemChar"/>
          <w:rFonts w:hint="cs"/>
          <w:rtl/>
        </w:rPr>
        <w:t>)</w:t>
      </w:r>
      <w:r>
        <w:rPr>
          <w:rtl/>
        </w:rPr>
        <w:t xml:space="preserve">كے جملہ سے اس آلودہ ماحول سے اپنى على حدگي،اور ان كے جرائم سے اپنى بيگانگى كا اظہار كرتى ہے_ </w:t>
      </w:r>
    </w:p>
    <w:p w:rsidR="00DE2D7F" w:rsidRDefault="00DE2D7F" w:rsidP="00D07B54">
      <w:pPr>
        <w:pStyle w:val="libNormal"/>
        <w:rPr>
          <w:rtl/>
        </w:rPr>
      </w:pPr>
      <w:r>
        <w:rPr>
          <w:rtl/>
        </w:rPr>
        <w:t>مسلمہ طور پر فرعون كے دربار سے بڑھ كرز رق برق اور جلال و جبروت موجود نہي</w:t>
      </w:r>
      <w:r w:rsidR="007D6C9B">
        <w:rPr>
          <w:rtl/>
        </w:rPr>
        <w:t xml:space="preserve">ں </w:t>
      </w:r>
      <w:r>
        <w:rPr>
          <w:rtl/>
        </w:rPr>
        <w:t>تھا_اسى طرح فرعون جيسے جابر و ظالم كے شكنجو</w:t>
      </w:r>
      <w:r w:rsidR="007D6C9B">
        <w:rPr>
          <w:rtl/>
        </w:rPr>
        <w:t xml:space="preserve">ں </w:t>
      </w:r>
      <w:r>
        <w:rPr>
          <w:rtl/>
        </w:rPr>
        <w:t>سے بڑھ كر فشار اور شكنجے موجود نہي</w:t>
      </w:r>
      <w:r w:rsidR="007D6C9B">
        <w:rPr>
          <w:rtl/>
        </w:rPr>
        <w:t xml:space="preserve">ں </w:t>
      </w:r>
      <w:r>
        <w:rPr>
          <w:rtl/>
        </w:rPr>
        <w:t>تھے_ ليكن نہ تو وہ زرق برق اور نہ ہى وہ فشار اور شكنجے اس مومنہ عورت كے گھٹنے جھكا سكے_ اس نے رضائے خدا مي</w:t>
      </w:r>
      <w:r w:rsidR="007D6C9B">
        <w:rPr>
          <w:rtl/>
        </w:rPr>
        <w:t xml:space="preserve">ں </w:t>
      </w:r>
      <w:r>
        <w:rPr>
          <w:rtl/>
        </w:rPr>
        <w:t>اپنا سفر اسى طرح سے جارى ركھا_يہا</w:t>
      </w:r>
      <w:r w:rsidR="007D6C9B">
        <w:rPr>
          <w:rtl/>
        </w:rPr>
        <w:t xml:space="preserve">ں </w:t>
      </w:r>
      <w:r>
        <w:rPr>
          <w:rtl/>
        </w:rPr>
        <w:t>تك كہ اپنى عزيز جان اپنے حقيقى محبوب كى راہ مي</w:t>
      </w:r>
      <w:r w:rsidR="007D6C9B">
        <w:rPr>
          <w:rtl/>
        </w:rPr>
        <w:t xml:space="preserve">ں </w:t>
      </w:r>
      <w:r>
        <w:rPr>
          <w:rtl/>
        </w:rPr>
        <w:t xml:space="preserve">فدا كردي_ </w:t>
      </w:r>
    </w:p>
    <w:p w:rsidR="00DE2D7F" w:rsidRDefault="00DE2D7F" w:rsidP="00D07B54">
      <w:pPr>
        <w:pStyle w:val="libNormal"/>
        <w:rPr>
          <w:rtl/>
        </w:rPr>
      </w:pPr>
      <w:r>
        <w:rPr>
          <w:rtl/>
        </w:rPr>
        <w:t>قابل توجہ بات يہ ہے كہ وہ يہ استدعا كرتى ہے كہ اے خدا جنت مي</w:t>
      </w:r>
      <w:r w:rsidR="007D6C9B">
        <w:rPr>
          <w:rtl/>
        </w:rPr>
        <w:t xml:space="preserve">ں </w:t>
      </w:r>
      <w:r>
        <w:rPr>
          <w:rtl/>
        </w:rPr>
        <w:t>اوراپنے جوار مي</w:t>
      </w:r>
      <w:r w:rsidR="007D6C9B">
        <w:rPr>
          <w:rtl/>
        </w:rPr>
        <w:t xml:space="preserve">ں </w:t>
      </w:r>
      <w:r>
        <w:rPr>
          <w:rtl/>
        </w:rPr>
        <w:t xml:space="preserve">اس كے لئے </w:t>
      </w:r>
    </w:p>
    <w:p w:rsidR="00F2296A" w:rsidRDefault="001648F9" w:rsidP="00D07B54">
      <w:pPr>
        <w:pStyle w:val="libNormal"/>
        <w:rPr>
          <w:rtl/>
        </w:rPr>
      </w:pPr>
      <w:r>
        <w:rPr>
          <w:rtl/>
        </w:rPr>
        <w:t xml:space="preserve"> </w:t>
      </w:r>
      <w:r>
        <w:rPr>
          <w:rtl/>
        </w:rPr>
        <w:br w:type="page"/>
      </w:r>
    </w:p>
    <w:p w:rsidR="00F2296A" w:rsidRDefault="00F2296A" w:rsidP="00D07B54">
      <w:pPr>
        <w:pStyle w:val="libNormal"/>
        <w:rPr>
          <w:rtl/>
        </w:rPr>
      </w:pPr>
    </w:p>
    <w:p w:rsidR="00DE2D7F" w:rsidRDefault="00DE2D7F" w:rsidP="00D07B54">
      <w:pPr>
        <w:pStyle w:val="libNormal"/>
        <w:rPr>
          <w:rtl/>
        </w:rPr>
      </w:pPr>
      <w:r>
        <w:rPr>
          <w:rtl/>
        </w:rPr>
        <w:t>ايك گھر بنادے جس كا جنت مي</w:t>
      </w:r>
      <w:r w:rsidR="007D6C9B">
        <w:rPr>
          <w:rtl/>
        </w:rPr>
        <w:t xml:space="preserve">ں </w:t>
      </w:r>
      <w:r>
        <w:rPr>
          <w:rtl/>
        </w:rPr>
        <w:t>ہونا تو جنبہ جسمانى ہے اور خدا كے جوار رحمت مي</w:t>
      </w:r>
      <w:r w:rsidR="007D6C9B">
        <w:rPr>
          <w:rtl/>
        </w:rPr>
        <w:t xml:space="preserve">ں </w:t>
      </w:r>
      <w:r>
        <w:rPr>
          <w:rtl/>
        </w:rPr>
        <w:t>ہونا جنبہ روحانى ہے_ اس نے ان دونو</w:t>
      </w:r>
      <w:r w:rsidR="007D6C9B">
        <w:rPr>
          <w:rtl/>
        </w:rPr>
        <w:t xml:space="preserve">ں </w:t>
      </w:r>
      <w:r>
        <w:rPr>
          <w:rtl/>
        </w:rPr>
        <w:t>كو ايك مختصر سى عبارت مي</w:t>
      </w:r>
      <w:r w:rsidR="007D6C9B">
        <w:rPr>
          <w:rtl/>
        </w:rPr>
        <w:t xml:space="preserve">ں </w:t>
      </w:r>
      <w:r>
        <w:rPr>
          <w:rtl/>
        </w:rPr>
        <w:t xml:space="preserve">جمع كرديا ہے_ </w:t>
      </w:r>
    </w:p>
    <w:p w:rsidR="00DE2D7F" w:rsidRDefault="00DE2D7F" w:rsidP="00D07B54">
      <w:pPr>
        <w:pStyle w:val="libNormal"/>
        <w:rPr>
          <w:rtl/>
        </w:rPr>
      </w:pPr>
    </w:p>
    <w:p w:rsidR="00F2296A" w:rsidRDefault="00DE2D7F" w:rsidP="00D07B54">
      <w:pPr>
        <w:pStyle w:val="Heading2Center"/>
        <w:rPr>
          <w:rtl/>
        </w:rPr>
      </w:pPr>
      <w:bookmarkStart w:id="231" w:name="_Toc7268628"/>
      <w:r>
        <w:rPr>
          <w:rtl/>
        </w:rPr>
        <w:t>جناب موسى عليہ السلام كے قتل كا حكم</w:t>
      </w:r>
      <w:bookmarkEnd w:id="231"/>
    </w:p>
    <w:p w:rsidR="00DE2D7F" w:rsidRDefault="00DE2D7F" w:rsidP="00D07B54">
      <w:pPr>
        <w:pStyle w:val="libNormal"/>
        <w:rPr>
          <w:rtl/>
        </w:rPr>
      </w:pPr>
      <w:r>
        <w:rPr>
          <w:rtl/>
        </w:rPr>
        <w:t xml:space="preserve"> ايك طرف موسى عليہ السلام اور ان كے پيروكارو</w:t>
      </w:r>
      <w:r w:rsidR="007D6C9B">
        <w:rPr>
          <w:rtl/>
        </w:rPr>
        <w:t xml:space="preserve">ں </w:t>
      </w:r>
      <w:r>
        <w:rPr>
          <w:rtl/>
        </w:rPr>
        <w:t>كے درميان باہمى نزاع،اور دوسرى طرف فرعون اور اس كے ہم نوائو</w:t>
      </w:r>
      <w:r w:rsidR="007D6C9B">
        <w:rPr>
          <w:rtl/>
        </w:rPr>
        <w:t xml:space="preserve">ں </w:t>
      </w:r>
      <w:r>
        <w:rPr>
          <w:rtl/>
        </w:rPr>
        <w:t>كے ساتھ لڑائي جھگڑا كافى حد تك بڑھ گيا اوراس دوران مي</w:t>
      </w:r>
      <w:r w:rsidR="007D6C9B">
        <w:rPr>
          <w:rtl/>
        </w:rPr>
        <w:t xml:space="preserve">ں </w:t>
      </w:r>
      <w:r>
        <w:rPr>
          <w:rtl/>
        </w:rPr>
        <w:t>بہت سے واقعات رونما ہوچكے،جنہي</w:t>
      </w:r>
      <w:r w:rsidR="007D6C9B">
        <w:rPr>
          <w:rtl/>
        </w:rPr>
        <w:t xml:space="preserve">ں </w:t>
      </w:r>
      <w:r>
        <w:rPr>
          <w:rtl/>
        </w:rPr>
        <w:t>قرآن نے اس مقام پر ذكر نہي</w:t>
      </w:r>
      <w:r w:rsidR="007D6C9B">
        <w:rPr>
          <w:rtl/>
        </w:rPr>
        <w:t xml:space="preserve">ں </w:t>
      </w:r>
      <w:r>
        <w:rPr>
          <w:rtl/>
        </w:rPr>
        <w:t>كيا بلكہ ايك خاص مقصد كو جسے ہم بعد مي</w:t>
      </w:r>
      <w:r w:rsidR="007D6C9B">
        <w:rPr>
          <w:rtl/>
        </w:rPr>
        <w:t xml:space="preserve">ں </w:t>
      </w:r>
      <w:r>
        <w:rPr>
          <w:rtl/>
        </w:rPr>
        <w:t>بيان كري</w:t>
      </w:r>
      <w:r w:rsidR="007D6C9B">
        <w:rPr>
          <w:rtl/>
        </w:rPr>
        <w:t xml:space="preserve">ں </w:t>
      </w:r>
      <w:r>
        <w:rPr>
          <w:rtl/>
        </w:rPr>
        <w:t>گے پيش نظر ركھ كر ايك نكتہ بيان كيا گيا ہے كہ حالات بہت خراب ہوگئے تو فرعون نے حضرت موسى عليہ السلا م كى انقلابى تحريك كو دبانے بلكہ ختم كرنے كے لئے ان كے قتل كى ٹھان لى ليكن ايسا معلوم ہوتا ہے كہ گويا اس كے مشيرو</w:t>
      </w:r>
      <w:r w:rsidR="007D6C9B">
        <w:rPr>
          <w:rtl/>
        </w:rPr>
        <w:t xml:space="preserve">ں </w:t>
      </w:r>
      <w:r>
        <w:rPr>
          <w:rtl/>
        </w:rPr>
        <w:t>اور درباريو</w:t>
      </w:r>
      <w:r w:rsidR="007D6C9B">
        <w:rPr>
          <w:rtl/>
        </w:rPr>
        <w:t xml:space="preserve">ں </w:t>
      </w:r>
      <w:r>
        <w:rPr>
          <w:rtl/>
        </w:rPr>
        <w:t xml:space="preserve">نے اس كے اس فيصلے كى مخالفت كى _چنانچہ قرآن كہتا ہے: </w:t>
      </w:r>
    </w:p>
    <w:p w:rsidR="00DE2D7F" w:rsidRDefault="00DE2D7F" w:rsidP="00D07B54">
      <w:pPr>
        <w:pStyle w:val="libNormal"/>
        <w:rPr>
          <w:rtl/>
        </w:rPr>
      </w:pPr>
      <w:r>
        <w:rPr>
          <w:rtl/>
        </w:rPr>
        <w:t>''فرعون نے كہا مجھے چھوڑدوتاكہ مي</w:t>
      </w:r>
      <w:r w:rsidR="007D6C9B">
        <w:rPr>
          <w:rtl/>
        </w:rPr>
        <w:t xml:space="preserve">ں </w:t>
      </w:r>
      <w:r>
        <w:rPr>
          <w:rtl/>
        </w:rPr>
        <w:t>موسى كو قتل كر ڈالو</w:t>
      </w:r>
      <w:r w:rsidR="007D6C9B">
        <w:rPr>
          <w:rtl/>
        </w:rPr>
        <w:t xml:space="preserve">ں </w:t>
      </w:r>
      <w:r>
        <w:rPr>
          <w:rtl/>
        </w:rPr>
        <w:t>اور وہ اپنے پروردگار كو بلائے تاكہ وہ اسے اس سے نجات 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سے يہ بات سمجھنے مي</w:t>
      </w:r>
      <w:r w:rsidR="007D6C9B">
        <w:rPr>
          <w:rtl/>
        </w:rPr>
        <w:t xml:space="preserve">ں </w:t>
      </w:r>
      <w:r>
        <w:rPr>
          <w:rtl/>
        </w:rPr>
        <w:t>مدد ملتى ہے كہ اس كے اكثر يا كم از كم كچھ مشير موسى عليہ السلام كے قتل كے مخالف تھے وہ يہ دليل پيش كرتے تھے كہ چونكہ موسى كے كام معجزانہ اور غير معمولى ہي</w:t>
      </w:r>
      <w:r w:rsidR="007D6C9B">
        <w:rPr>
          <w:rtl/>
        </w:rPr>
        <w:t xml:space="preserve">ں </w:t>
      </w:r>
      <w:r>
        <w:rPr>
          <w:rtl/>
        </w:rPr>
        <w:t>لہذا ہوسكتا ہے كہ وہ ہمارے لئے بددعا كردے تو اس كا خدا ہم پر عذاب نازل كردے ليكن كبر و غرور كے نشے مي</w:t>
      </w:r>
      <w:r w:rsidR="007D6C9B">
        <w:rPr>
          <w:rtl/>
        </w:rPr>
        <w:t xml:space="preserve">ں </w:t>
      </w:r>
      <w:r>
        <w:rPr>
          <w:rtl/>
        </w:rPr>
        <w:t>مست فرعون كہنے لگا:مي</w:t>
      </w:r>
      <w:r w:rsidR="007D6C9B">
        <w:rPr>
          <w:rtl/>
        </w:rPr>
        <w:t xml:space="preserve">ں </w:t>
      </w:r>
      <w:r>
        <w:rPr>
          <w:rtl/>
        </w:rPr>
        <w:t>تواسے ضرور قتل كرو</w:t>
      </w:r>
      <w:r w:rsidR="007D6C9B">
        <w:rPr>
          <w:rtl/>
        </w:rPr>
        <w:t xml:space="preserve">ں </w:t>
      </w:r>
      <w:r>
        <w:rPr>
          <w:rtl/>
        </w:rPr>
        <w:t xml:space="preserve">گا جو ہوگا ديكھا جائے گا_ </w:t>
      </w:r>
    </w:p>
    <w:p w:rsidR="00DE2D7F" w:rsidRDefault="00DE2D7F" w:rsidP="00D07B54">
      <w:pPr>
        <w:pStyle w:val="libNormal"/>
        <w:rPr>
          <w:rtl/>
        </w:rPr>
      </w:pPr>
      <w:r>
        <w:rPr>
          <w:rtl/>
        </w:rPr>
        <w:t>يہ بات تو معلوم نہي</w:t>
      </w:r>
      <w:r w:rsidR="007D6C9B">
        <w:rPr>
          <w:rtl/>
        </w:rPr>
        <w:t xml:space="preserve">ں </w:t>
      </w:r>
      <w:r>
        <w:rPr>
          <w:rtl/>
        </w:rPr>
        <w:t>ہے كہ فرعون كے حاشيہ نشينو</w:t>
      </w:r>
      <w:r w:rsidR="007D6C9B">
        <w:rPr>
          <w:rtl/>
        </w:rPr>
        <w:t xml:space="preserve">ں </w:t>
      </w:r>
      <w:r>
        <w:rPr>
          <w:rtl/>
        </w:rPr>
        <w:t>اور مشيرو</w:t>
      </w:r>
      <w:r w:rsidR="007D6C9B">
        <w:rPr>
          <w:rtl/>
        </w:rPr>
        <w:t xml:space="preserve">ں </w:t>
      </w:r>
      <w:r>
        <w:rPr>
          <w:rtl/>
        </w:rPr>
        <w:t>نے كس بناء پر اسے موسى عليہ السلام كے قتل سے باز ركھا البتہ يہا</w:t>
      </w:r>
      <w:r w:rsidR="007D6C9B">
        <w:rPr>
          <w:rtl/>
        </w:rPr>
        <w:t xml:space="preserve">ں </w:t>
      </w:r>
      <w:r>
        <w:rPr>
          <w:rtl/>
        </w:rPr>
        <w:t>پر چند ايك احتمال ضرور ہي</w:t>
      </w:r>
      <w:r w:rsidR="007D6C9B">
        <w:rPr>
          <w:rtl/>
        </w:rPr>
        <w:t xml:space="preserve">ں </w:t>
      </w:r>
      <w:r>
        <w:rPr>
          <w:rtl/>
        </w:rPr>
        <w:t>اور ہوسكتا ہے وہ سب كے سب صحيح ہو</w:t>
      </w:r>
      <w:r w:rsidR="007D6C9B">
        <w:rPr>
          <w:rtl/>
        </w:rPr>
        <w:t xml:space="preserve">ں </w:t>
      </w:r>
      <w:r>
        <w:rPr>
          <w:rtl/>
        </w:rPr>
        <w:t xml:space="preserve">_ </w:t>
      </w:r>
    </w:p>
    <w:p w:rsidR="00DE2D7F" w:rsidRDefault="00DE2D7F" w:rsidP="00D07B54">
      <w:pPr>
        <w:pStyle w:val="libNormal"/>
        <w:rPr>
          <w:rtl/>
        </w:rPr>
      </w:pPr>
      <w:r>
        <w:rPr>
          <w:rtl/>
        </w:rPr>
        <w:t xml:space="preserve">ايك احتمال تو يہ ہے كہ ممكن ہے خدا كى طرف سے عذاب نازل ہوجائے_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مومن آيت </w:t>
      </w:r>
      <w:r w:rsidR="00E664BB">
        <w:rPr>
          <w:rtl/>
        </w:rPr>
        <w:t>26</w:t>
      </w:r>
      <w:r>
        <w:rPr>
          <w:rtl/>
        </w:rPr>
        <w:t xml:space="preserve"> </w:t>
      </w:r>
    </w:p>
    <w:p w:rsidR="00064A1D" w:rsidRDefault="001648F9" w:rsidP="00D07B54">
      <w:pPr>
        <w:pStyle w:val="libNormal"/>
        <w:rPr>
          <w:rtl/>
        </w:rPr>
      </w:pPr>
      <w:r>
        <w:rPr>
          <w:rtl/>
        </w:rPr>
        <w:t xml:space="preserve"> </w:t>
      </w:r>
      <w:r>
        <w:rPr>
          <w:rtl/>
        </w:rPr>
        <w:br w:type="page"/>
      </w:r>
    </w:p>
    <w:p w:rsidR="00064A1D" w:rsidRDefault="00064A1D" w:rsidP="00D07B54">
      <w:pPr>
        <w:pStyle w:val="libNormal"/>
        <w:rPr>
          <w:rtl/>
        </w:rPr>
      </w:pPr>
    </w:p>
    <w:p w:rsidR="00DE2D7F" w:rsidRDefault="00DE2D7F" w:rsidP="00D07B54">
      <w:pPr>
        <w:pStyle w:val="libNormal"/>
        <w:rPr>
          <w:rtl/>
        </w:rPr>
      </w:pPr>
      <w:r>
        <w:rPr>
          <w:rtl/>
        </w:rPr>
        <w:t>دوسرا احتمال ان كى نظر مي</w:t>
      </w:r>
      <w:r w:rsidR="007D6C9B">
        <w:rPr>
          <w:rtl/>
        </w:rPr>
        <w:t xml:space="preserve">ں </w:t>
      </w:r>
      <w:r>
        <w:rPr>
          <w:rtl/>
        </w:rPr>
        <w:t>يہ ہوسكتا ہے كہ موسى عليہ السلام كے مارے جانے كے بعد حالات يكسردگر گو</w:t>
      </w:r>
      <w:r w:rsidR="007D6C9B">
        <w:rPr>
          <w:rtl/>
        </w:rPr>
        <w:t xml:space="preserve">ں </w:t>
      </w:r>
      <w:r>
        <w:rPr>
          <w:rtl/>
        </w:rPr>
        <w:t>ہوجائي</w:t>
      </w:r>
      <w:r w:rsidR="007D6C9B">
        <w:rPr>
          <w:rtl/>
        </w:rPr>
        <w:t xml:space="preserve">ں </w:t>
      </w:r>
      <w:r>
        <w:rPr>
          <w:rtl/>
        </w:rPr>
        <w:t>گے كيونكہ وہ ايك شہيد كا مقام پالي</w:t>
      </w:r>
      <w:r w:rsidR="007D6C9B">
        <w:rPr>
          <w:rtl/>
        </w:rPr>
        <w:t xml:space="preserve">ں </w:t>
      </w:r>
      <w:r>
        <w:rPr>
          <w:rtl/>
        </w:rPr>
        <w:t>گے اور انہي</w:t>
      </w:r>
      <w:r w:rsidR="007D6C9B">
        <w:rPr>
          <w:rtl/>
        </w:rPr>
        <w:t xml:space="preserve">ں </w:t>
      </w:r>
      <w:r>
        <w:rPr>
          <w:rtl/>
        </w:rPr>
        <w:t xml:space="preserve">ہيروكا درجہ مل جائے گا اس طرح سے ان كا دين بہت سے مو من،ہمنوا،طرفدار اور ہمدرد پيدا كرلے گا _ </w:t>
      </w:r>
    </w:p>
    <w:p w:rsidR="00DE2D7F" w:rsidRDefault="00DE2D7F" w:rsidP="00D07B54">
      <w:pPr>
        <w:pStyle w:val="libNormal"/>
        <w:rPr>
          <w:rtl/>
        </w:rPr>
      </w:pPr>
      <w:r>
        <w:rPr>
          <w:rtl/>
        </w:rPr>
        <w:t>خلاصہ كلام انہي</w:t>
      </w:r>
      <w:r w:rsidR="007D6C9B">
        <w:rPr>
          <w:rtl/>
        </w:rPr>
        <w:t xml:space="preserve">ں </w:t>
      </w:r>
      <w:r>
        <w:rPr>
          <w:rtl/>
        </w:rPr>
        <w:t>اس بات كا يقين ہوگياكہ بذات خود موسى ان كے لئے ايك عظيم خطرہ ہي</w:t>
      </w:r>
      <w:r w:rsidR="007D6C9B">
        <w:rPr>
          <w:rtl/>
        </w:rPr>
        <w:t xml:space="preserve">ں </w:t>
      </w:r>
      <w:r>
        <w:rPr>
          <w:rtl/>
        </w:rPr>
        <w:t>ليكن اگر ان حالات مي</w:t>
      </w:r>
      <w:r w:rsidR="007D6C9B">
        <w:rPr>
          <w:rtl/>
        </w:rPr>
        <w:t xml:space="preserve">ں </w:t>
      </w:r>
      <w:r>
        <w:rPr>
          <w:rtl/>
        </w:rPr>
        <w:t>انہي</w:t>
      </w:r>
      <w:r w:rsidR="007D6C9B">
        <w:rPr>
          <w:rtl/>
        </w:rPr>
        <w:t xml:space="preserve">ں </w:t>
      </w:r>
      <w:r>
        <w:rPr>
          <w:rtl/>
        </w:rPr>
        <w:t>قتل كرديا جائے تو يہ حادثہ ايك تحريك مي</w:t>
      </w:r>
      <w:r w:rsidR="007D6C9B">
        <w:rPr>
          <w:rtl/>
        </w:rPr>
        <w:t xml:space="preserve">ں </w:t>
      </w:r>
      <w:r>
        <w:rPr>
          <w:rtl/>
        </w:rPr>
        <w:t xml:space="preserve">بدل جائے گا جس پر كنٹرول كرنا بھى مشكل ہوجائے گااور اس سے جان چھڑانى مشكل تر ہوجائے گي_ </w:t>
      </w:r>
    </w:p>
    <w:p w:rsidR="00DE2D7F" w:rsidRDefault="00DE2D7F" w:rsidP="00D07B54">
      <w:pPr>
        <w:pStyle w:val="libNormal"/>
        <w:rPr>
          <w:rtl/>
        </w:rPr>
      </w:pPr>
      <w:r>
        <w:rPr>
          <w:rtl/>
        </w:rPr>
        <w:t>فرعون كے كچھ دربارى ايسے بھى تھے جو قلبى طور پر فرعون سے راضى نہي</w:t>
      </w:r>
      <w:r w:rsidR="007D6C9B">
        <w:rPr>
          <w:rtl/>
        </w:rPr>
        <w:t xml:space="preserve">ں </w:t>
      </w:r>
      <w:r>
        <w:rPr>
          <w:rtl/>
        </w:rPr>
        <w:t>تھے_وہ چاہتے تھے كہ موسى عليہ السلام زندہ رہي</w:t>
      </w:r>
      <w:r w:rsidR="007D6C9B">
        <w:rPr>
          <w:rtl/>
        </w:rPr>
        <w:t xml:space="preserve">ں </w:t>
      </w:r>
      <w:r>
        <w:rPr>
          <w:rtl/>
        </w:rPr>
        <w:t>اورفرعون كى كى تمام تر توجہ انہى كى طرف مبذول رہے، اس طرح سے وہ چار دن آرام كے ساتھ بسر كرلي</w:t>
      </w:r>
      <w:r w:rsidR="007D6C9B">
        <w:rPr>
          <w:rtl/>
        </w:rPr>
        <w:t xml:space="preserve">ں </w:t>
      </w:r>
      <w:r>
        <w:rPr>
          <w:rtl/>
        </w:rPr>
        <w:t>اور فرعون كى آنكھو</w:t>
      </w:r>
      <w:r w:rsidR="007D6C9B">
        <w:rPr>
          <w:rtl/>
        </w:rPr>
        <w:t xml:space="preserve">ں </w:t>
      </w:r>
      <w:r>
        <w:rPr>
          <w:rtl/>
        </w:rPr>
        <w:t>سے اوجھل رہ كر ناجائز مفاد اٹھاتے رہي</w:t>
      </w:r>
      <w:r w:rsidR="007D6C9B">
        <w:rPr>
          <w:rtl/>
        </w:rPr>
        <w:t xml:space="preserve">ں </w:t>
      </w:r>
      <w:r>
        <w:rPr>
          <w:rtl/>
        </w:rPr>
        <w:t>كيونكہ يہ ايك پرانا طريقہ كار ہے كہ بادشاہو</w:t>
      </w:r>
      <w:r w:rsidR="007D6C9B">
        <w:rPr>
          <w:rtl/>
        </w:rPr>
        <w:t xml:space="preserve">ں </w:t>
      </w:r>
      <w:r>
        <w:rPr>
          <w:rtl/>
        </w:rPr>
        <w:t>كے دربارى اس بات كى فكر مي</w:t>
      </w:r>
      <w:r w:rsidR="007D6C9B">
        <w:rPr>
          <w:rtl/>
        </w:rPr>
        <w:t xml:space="preserve">ں </w:t>
      </w:r>
      <w:r>
        <w:rPr>
          <w:rtl/>
        </w:rPr>
        <w:t>رہتے ہي</w:t>
      </w:r>
      <w:r w:rsidR="007D6C9B">
        <w:rPr>
          <w:rtl/>
        </w:rPr>
        <w:t xml:space="preserve">ں </w:t>
      </w:r>
      <w:r>
        <w:rPr>
          <w:rtl/>
        </w:rPr>
        <w:t>كہ ہميشہ ان كى توجہ دوسرے امور كى طرف مبذول رہے تا كہ وہ آسودہ خاطر ہوكر اپنے ناجائز مفادات كى تكميل مي</w:t>
      </w:r>
      <w:r w:rsidR="007D6C9B">
        <w:rPr>
          <w:rtl/>
        </w:rPr>
        <w:t xml:space="preserve">ں </w:t>
      </w:r>
      <w:r>
        <w:rPr>
          <w:rtl/>
        </w:rPr>
        <w:t>لگے رہي</w:t>
      </w:r>
      <w:r w:rsidR="007D6C9B">
        <w:rPr>
          <w:rtl/>
        </w:rPr>
        <w:t xml:space="preserve">ں </w:t>
      </w:r>
      <w:r>
        <w:rPr>
          <w:rtl/>
        </w:rPr>
        <w:t>_اسى لئے تو بعض اوقات وہ بيرونى دشمن كو بھى بھڑكاتے ہي</w:t>
      </w:r>
      <w:r w:rsidR="007D6C9B">
        <w:rPr>
          <w:rtl/>
        </w:rPr>
        <w:t xml:space="preserve">ں </w:t>
      </w:r>
      <w:r>
        <w:rPr>
          <w:rtl/>
        </w:rPr>
        <w:t>تاكہ بادشاہ كى فارغ البالى كے شر سے محفوظ رہي</w:t>
      </w:r>
      <w:r w:rsidR="007D6C9B">
        <w:rPr>
          <w:rtl/>
        </w:rPr>
        <w:t xml:space="preserve">ں </w:t>
      </w:r>
      <w:r>
        <w:rPr>
          <w:rtl/>
        </w:rPr>
        <w:t xml:space="preserve">_ </w:t>
      </w:r>
    </w:p>
    <w:p w:rsidR="00DE2D7F" w:rsidRDefault="00DE2D7F" w:rsidP="00D07B54">
      <w:pPr>
        <w:pStyle w:val="libNormal"/>
        <w:rPr>
          <w:rtl/>
        </w:rPr>
      </w:pPr>
    </w:p>
    <w:p w:rsidR="00064A1D" w:rsidRDefault="00DE2D7F" w:rsidP="00D07B54">
      <w:pPr>
        <w:pStyle w:val="Heading2Center"/>
        <w:rPr>
          <w:rtl/>
        </w:rPr>
      </w:pPr>
      <w:bookmarkStart w:id="232" w:name="_Toc7268629"/>
      <w:r>
        <w:rPr>
          <w:rtl/>
        </w:rPr>
        <w:t>كہي</w:t>
      </w:r>
      <w:r w:rsidR="007D6C9B">
        <w:rPr>
          <w:rtl/>
        </w:rPr>
        <w:t xml:space="preserve">ں </w:t>
      </w:r>
      <w:r>
        <w:rPr>
          <w:rtl/>
        </w:rPr>
        <w:t>موسى تمہارا مذہب نہ بدل دے</w:t>
      </w:r>
      <w:bookmarkEnd w:id="232"/>
      <w:r>
        <w:rPr>
          <w:rtl/>
        </w:rPr>
        <w:t xml:space="preserve"> </w:t>
      </w:r>
    </w:p>
    <w:p w:rsidR="00DE2D7F" w:rsidRDefault="00DE2D7F" w:rsidP="00D07B54">
      <w:pPr>
        <w:pStyle w:val="libNormal"/>
        <w:rPr>
          <w:rtl/>
        </w:rPr>
      </w:pPr>
      <w:r>
        <w:rPr>
          <w:rtl/>
        </w:rPr>
        <w:t>بہر حال فرعون نے حضرت موسى عليہ السلام كو قتل كے منصوبے كى توجيہہ كرتے ہوئے اپنے درباريو</w:t>
      </w:r>
      <w:r w:rsidR="007D6C9B">
        <w:rPr>
          <w:rtl/>
        </w:rPr>
        <w:t xml:space="preserve">ں </w:t>
      </w:r>
      <w:r>
        <w:rPr>
          <w:rtl/>
        </w:rPr>
        <w:t>كے سامنے اس كى دودليلي</w:t>
      </w:r>
      <w:r w:rsidR="007D6C9B">
        <w:rPr>
          <w:rtl/>
        </w:rPr>
        <w:t xml:space="preserve">ں </w:t>
      </w:r>
      <w:r>
        <w:rPr>
          <w:rtl/>
        </w:rPr>
        <w:t>بيان كي</w:t>
      </w:r>
      <w:r w:rsidR="007D6C9B">
        <w:rPr>
          <w:rtl/>
        </w:rPr>
        <w:t xml:space="preserve">ں </w:t>
      </w:r>
      <w:r>
        <w:rPr>
          <w:rtl/>
        </w:rPr>
        <w:t>_ايك كا تعلق دينى اور روحانى پہلو سے تھا اور دوسرى كا دنياوى اور مادى سے ،وہ كہنے لگا:مجھے اس بات كا خوف ہے كہ وہ تمہارے دين كو تبديل كردے گا اور تمہارے باپ دادا كے دين كو دگر گو</w:t>
      </w:r>
      <w:r w:rsidR="007D6C9B">
        <w:rPr>
          <w:rtl/>
        </w:rPr>
        <w:t xml:space="preserve">ں </w:t>
      </w:r>
      <w:r>
        <w:rPr>
          <w:rtl/>
        </w:rPr>
        <w:t>كردے گا،يا يہ كہ زمين مي</w:t>
      </w:r>
      <w:r w:rsidR="007D6C9B">
        <w:rPr>
          <w:rtl/>
        </w:rPr>
        <w:t xml:space="preserve">ں </w:t>
      </w:r>
      <w:r>
        <w:rPr>
          <w:rtl/>
        </w:rPr>
        <w:t>فساد اور خرابى برباد كردے گا_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اگر مي</w:t>
      </w:r>
      <w:r w:rsidR="007D6C9B">
        <w:rPr>
          <w:rtl/>
        </w:rPr>
        <w:t xml:space="preserve">ں </w:t>
      </w:r>
      <w:r>
        <w:rPr>
          <w:rtl/>
        </w:rPr>
        <w:t>خاموشى اختيار كرلو</w:t>
      </w:r>
      <w:r w:rsidR="007D6C9B">
        <w:rPr>
          <w:rtl/>
        </w:rPr>
        <w:t xml:space="preserve">ں </w:t>
      </w:r>
      <w:r>
        <w:rPr>
          <w:rtl/>
        </w:rPr>
        <w:t>تو موسى بہت جلد مصر والو</w:t>
      </w:r>
      <w:r w:rsidR="007D6C9B">
        <w:rPr>
          <w:rtl/>
        </w:rPr>
        <w:t xml:space="preserve">ں </w:t>
      </w:r>
      <w:r>
        <w:rPr>
          <w:rtl/>
        </w:rPr>
        <w:t>مي</w:t>
      </w:r>
      <w:r w:rsidR="007D6C9B">
        <w:rPr>
          <w:rtl/>
        </w:rPr>
        <w:t xml:space="preserve">ں </w:t>
      </w:r>
      <w:r>
        <w:rPr>
          <w:rtl/>
        </w:rPr>
        <w:t xml:space="preserve">اتر جائے گا اور بت پرستى كا''مقدس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مومن آيت </w:t>
      </w:r>
      <w:r w:rsidR="00E664BB">
        <w:rPr>
          <w:rtl/>
        </w:rPr>
        <w:t>26</w:t>
      </w:r>
      <w:r>
        <w:rPr>
          <w:rtl/>
        </w:rPr>
        <w:t xml:space="preserve"> </w:t>
      </w:r>
    </w:p>
    <w:p w:rsidR="00064A1D" w:rsidRDefault="001648F9" w:rsidP="00D07B54">
      <w:pPr>
        <w:pStyle w:val="libNormal"/>
        <w:rPr>
          <w:rtl/>
        </w:rPr>
      </w:pPr>
      <w:r>
        <w:rPr>
          <w:rtl/>
        </w:rPr>
        <w:t xml:space="preserve"> </w:t>
      </w:r>
      <w:r>
        <w:rPr>
          <w:rtl/>
        </w:rPr>
        <w:br w:type="page"/>
      </w:r>
    </w:p>
    <w:p w:rsidR="00064A1D" w:rsidRDefault="00064A1D" w:rsidP="00D07B54">
      <w:pPr>
        <w:pStyle w:val="libNormal"/>
        <w:rPr>
          <w:rtl/>
        </w:rPr>
      </w:pPr>
    </w:p>
    <w:p w:rsidR="00DE2D7F" w:rsidRDefault="00DE2D7F" w:rsidP="00D07B54">
      <w:pPr>
        <w:pStyle w:val="libNormal"/>
        <w:rPr>
          <w:rtl/>
        </w:rPr>
      </w:pPr>
      <w:r>
        <w:rPr>
          <w:rtl/>
        </w:rPr>
        <w:t xml:space="preserve">دين''جو تمہارى قوميت اور مفادات كا محافظ ہے ختم ہوجائے گااور اس كى جگہ توحيد پرستى كا دين لے لے گا جو يقينا تمہارے سوفيصد خلاف ہوگا_ </w:t>
      </w:r>
    </w:p>
    <w:p w:rsidR="00DE2D7F" w:rsidRDefault="00DE2D7F" w:rsidP="00D07B54">
      <w:pPr>
        <w:pStyle w:val="libNormal"/>
        <w:rPr>
          <w:rtl/>
        </w:rPr>
      </w:pPr>
      <w:r>
        <w:rPr>
          <w:rtl/>
        </w:rPr>
        <w:t>اگر مي</w:t>
      </w:r>
      <w:r w:rsidR="007D6C9B">
        <w:rPr>
          <w:rtl/>
        </w:rPr>
        <w:t xml:space="preserve">ں </w:t>
      </w:r>
      <w:r>
        <w:rPr>
          <w:rtl/>
        </w:rPr>
        <w:t>آج خاموشى ہوجائو</w:t>
      </w:r>
      <w:r w:rsidR="007D6C9B">
        <w:rPr>
          <w:rtl/>
        </w:rPr>
        <w:t xml:space="preserve">ں </w:t>
      </w:r>
      <w:r>
        <w:rPr>
          <w:rtl/>
        </w:rPr>
        <w:t>اور كچھ عرصہ بعد موسى سے مقابلہ كرنے كے لئے اقدام كرو</w:t>
      </w:r>
      <w:r w:rsidR="007D6C9B">
        <w:rPr>
          <w:rtl/>
        </w:rPr>
        <w:t xml:space="preserve">ں </w:t>
      </w:r>
      <w:r>
        <w:rPr>
          <w:rtl/>
        </w:rPr>
        <w:t>تو اس دوران مي</w:t>
      </w:r>
      <w:r w:rsidR="007D6C9B">
        <w:rPr>
          <w:rtl/>
        </w:rPr>
        <w:t xml:space="preserve">ں </w:t>
      </w:r>
      <w:r>
        <w:rPr>
          <w:rtl/>
        </w:rPr>
        <w:t>وہ اپنے بہت سے دوست اور ہمدرد پيدا كرلے گا جس كى وجہ سے زبردست لڑائي چھڑجائے گى جو ملكى سطح پر خونريزي، گڑ بڑاور بے چينى كا سبب بن جائے گى اسى لئے مصلحت اسى مي</w:t>
      </w:r>
      <w:r w:rsidR="007D6C9B">
        <w:rPr>
          <w:rtl/>
        </w:rPr>
        <w:t xml:space="preserve">ں </w:t>
      </w:r>
      <w:r>
        <w:rPr>
          <w:rtl/>
        </w:rPr>
        <w:t xml:space="preserve">ہے كہ جتنا جلدى ہوسكے اسے موت كے گھاٹ اتار ديا جائے _ </w:t>
      </w:r>
    </w:p>
    <w:p w:rsidR="00DE2D7F" w:rsidRDefault="00DE2D7F" w:rsidP="00D07B54">
      <w:pPr>
        <w:pStyle w:val="libNormal"/>
        <w:rPr>
          <w:rtl/>
        </w:rPr>
      </w:pPr>
      <w:r>
        <w:rPr>
          <w:rtl/>
        </w:rPr>
        <w:t>اب ديكھنا يہ ہے كہ اس گفتگو سے موسى عليہ السلام نے كس رد عمل كا اظہار كيا جو اس مجلس مي</w:t>
      </w:r>
      <w:r w:rsidR="007D6C9B">
        <w:rPr>
          <w:rtl/>
        </w:rPr>
        <w:t xml:space="preserve">ں </w:t>
      </w:r>
      <w:r>
        <w:rPr>
          <w:rtl/>
        </w:rPr>
        <w:t>تشريف فرمابھى تھے، قرآن كہتا ہے :موسى نے كہا : ''مي</w:t>
      </w:r>
      <w:r w:rsidR="007D6C9B">
        <w:rPr>
          <w:rtl/>
        </w:rPr>
        <w:t xml:space="preserve">ں </w:t>
      </w:r>
      <w:r>
        <w:rPr>
          <w:rtl/>
        </w:rPr>
        <w:t>اپنے پروردگار اور تمہارے پروردگار كى ہر اس متكبر سے پناہ مانگتا ہو</w:t>
      </w:r>
      <w:r w:rsidR="007D6C9B">
        <w:rPr>
          <w:rtl/>
        </w:rPr>
        <w:t xml:space="preserve">ں </w:t>
      </w:r>
      <w:r>
        <w:rPr>
          <w:rtl/>
        </w:rPr>
        <w:t>جو روز حساب پر ايمان نہي</w:t>
      </w:r>
      <w:r w:rsidR="007D6C9B">
        <w:rPr>
          <w:rtl/>
        </w:rPr>
        <w:t xml:space="preserve">ں </w:t>
      </w:r>
      <w:r>
        <w:rPr>
          <w:rtl/>
        </w:rPr>
        <w:t>لاتا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موسى عليہ السلام نے يہ باتي</w:t>
      </w:r>
      <w:r w:rsidR="007D6C9B">
        <w:rPr>
          <w:rtl/>
        </w:rPr>
        <w:t xml:space="preserve">ں </w:t>
      </w:r>
      <w:r>
        <w:rPr>
          <w:rtl/>
        </w:rPr>
        <w:t>بڑے سكون قلب اور اطمينان خاطر سے كي</w:t>
      </w:r>
      <w:r w:rsidR="007D6C9B">
        <w:rPr>
          <w:rtl/>
        </w:rPr>
        <w:t xml:space="preserve">ں </w:t>
      </w:r>
      <w:r>
        <w:rPr>
          <w:rtl/>
        </w:rPr>
        <w:t>جوان كے قوى ايمان اور ذات كردگار پر كامل بھروسے كى دليل ہي</w:t>
      </w:r>
      <w:r w:rsidR="007D6C9B">
        <w:rPr>
          <w:rtl/>
        </w:rPr>
        <w:t xml:space="preserve">ں </w:t>
      </w:r>
      <w:r>
        <w:rPr>
          <w:rtl/>
        </w:rPr>
        <w:t>اور اس طرح سے ثابت كرديا كہ اس كى اس دھمكى سے وہ ذرہ بھر بھى نہي</w:t>
      </w:r>
      <w:r w:rsidR="007D6C9B">
        <w:rPr>
          <w:rtl/>
        </w:rPr>
        <w:t xml:space="preserve">ں </w:t>
      </w:r>
      <w:r>
        <w:rPr>
          <w:rtl/>
        </w:rPr>
        <w:t xml:space="preserve">گھبرائے _ </w:t>
      </w:r>
    </w:p>
    <w:p w:rsidR="00DE2D7F" w:rsidRDefault="00DE2D7F" w:rsidP="00D07B54">
      <w:pPr>
        <w:pStyle w:val="libNormal"/>
        <w:rPr>
          <w:rtl/>
        </w:rPr>
      </w:pPr>
      <w:r>
        <w:rPr>
          <w:rtl/>
        </w:rPr>
        <w:t>حضرت موسى عليہ السلام كى اس گفتگو سے ثابت ہوتا ہے كہ جن لوگو</w:t>
      </w:r>
      <w:r w:rsidR="007D6C9B">
        <w:rPr>
          <w:rtl/>
        </w:rPr>
        <w:t xml:space="preserve">ں </w:t>
      </w:r>
      <w:r>
        <w:rPr>
          <w:rtl/>
        </w:rPr>
        <w:t>مي</w:t>
      </w:r>
      <w:r w:rsidR="007D6C9B">
        <w:rPr>
          <w:rtl/>
        </w:rPr>
        <w:t xml:space="preserve">ں </w:t>
      </w:r>
      <w:r>
        <w:rPr>
          <w:rtl/>
        </w:rPr>
        <w:t>مندرجہ ذيل دوصفات پائي جائي</w:t>
      </w:r>
      <w:r w:rsidR="007D6C9B">
        <w:rPr>
          <w:rtl/>
        </w:rPr>
        <w:t xml:space="preserve">ں </w:t>
      </w:r>
      <w:r>
        <w:rPr>
          <w:rtl/>
        </w:rPr>
        <w:t>وہ نہايت ہى خطر ناك افراد ہي</w:t>
      </w:r>
      <w:r w:rsidR="007D6C9B">
        <w:rPr>
          <w:rtl/>
        </w:rPr>
        <w:t xml:space="preserve">ں </w:t>
      </w:r>
      <w:r>
        <w:rPr>
          <w:rtl/>
        </w:rPr>
        <w:t xml:space="preserve">ايك '' تكبر'' اور دوسرے '' قيامت پر ايمان نہ ركھنا'' اور اس قسم كے افراد سے خدا كى پناہ مانگنى چاہئے _ </w:t>
      </w:r>
    </w:p>
    <w:p w:rsidR="00DE2D7F" w:rsidRDefault="00DE2D7F" w:rsidP="00D07B54">
      <w:pPr>
        <w:pStyle w:val="libNormal"/>
        <w:rPr>
          <w:rtl/>
        </w:rPr>
      </w:pPr>
    </w:p>
    <w:p w:rsidR="00064A1D" w:rsidRDefault="00DE2D7F" w:rsidP="00D07B54">
      <w:pPr>
        <w:pStyle w:val="Heading2Center"/>
        <w:rPr>
          <w:rtl/>
        </w:rPr>
      </w:pPr>
      <w:bookmarkStart w:id="233" w:name="_Toc7268630"/>
      <w:r>
        <w:rPr>
          <w:rtl/>
        </w:rPr>
        <w:t>آيا كسى كو خدا كى طرف بلانے پر بھى قتل كرتے ہي</w:t>
      </w:r>
      <w:r w:rsidR="007D6C9B">
        <w:rPr>
          <w:rtl/>
        </w:rPr>
        <w:t xml:space="preserve">ں </w:t>
      </w:r>
      <w:r>
        <w:rPr>
          <w:rtl/>
        </w:rPr>
        <w:t>؟</w:t>
      </w:r>
      <w:bookmarkEnd w:id="233"/>
    </w:p>
    <w:p w:rsidR="00DE2D7F" w:rsidRDefault="00DE2D7F" w:rsidP="00D07B54">
      <w:pPr>
        <w:pStyle w:val="libNormal"/>
        <w:rPr>
          <w:rtl/>
        </w:rPr>
      </w:pPr>
      <w:r>
        <w:rPr>
          <w:rtl/>
        </w:rPr>
        <w:t xml:space="preserve"> يہا</w:t>
      </w:r>
      <w:r w:rsidR="007D6C9B">
        <w:rPr>
          <w:rtl/>
        </w:rPr>
        <w:t xml:space="preserve">ں </w:t>
      </w:r>
      <w:r>
        <w:rPr>
          <w:rtl/>
        </w:rPr>
        <w:t>سے موسى عليہ السلام اور فرعون كى تاريخ كا ايك اور اہم كردار شروع ہوتا ہے اور وہ ہے ''مئومن آل فرعون '' جو فرعون كے رشتہ دارو</w:t>
      </w:r>
      <w:r w:rsidR="007D6C9B">
        <w:rPr>
          <w:rtl/>
        </w:rPr>
        <w:t xml:space="preserve">ں </w:t>
      </w:r>
      <w:r>
        <w:rPr>
          <w:rtl/>
        </w:rPr>
        <w:t>مي</w:t>
      </w:r>
      <w:r w:rsidR="007D6C9B">
        <w:rPr>
          <w:rtl/>
        </w:rPr>
        <w:t xml:space="preserve">ں </w:t>
      </w:r>
      <w:r>
        <w:rPr>
          <w:rtl/>
        </w:rPr>
        <w:t xml:space="preserve">سے تھا حضرت موسى عليہ السلام كى دعوت توحيد قبول كرچكا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مومن آيت </w:t>
      </w:r>
      <w:r w:rsidR="00E664BB">
        <w:rPr>
          <w:rtl/>
        </w:rPr>
        <w:t>27</w:t>
      </w:r>
      <w:r>
        <w:rPr>
          <w:rtl/>
        </w:rPr>
        <w:t xml:space="preserve"> </w:t>
      </w:r>
    </w:p>
    <w:p w:rsidR="00064A1D" w:rsidRDefault="00064A1D" w:rsidP="00D07B54">
      <w:pPr>
        <w:pStyle w:val="libNormal"/>
        <w:rPr>
          <w:rtl/>
        </w:rPr>
      </w:pPr>
      <w:r>
        <w:rPr>
          <w:rtl/>
        </w:rPr>
        <w:br w:type="page"/>
      </w:r>
    </w:p>
    <w:p w:rsidR="00064A1D" w:rsidRDefault="00064A1D" w:rsidP="00D07B54">
      <w:pPr>
        <w:pStyle w:val="libNormal"/>
        <w:rPr>
          <w:rtl/>
        </w:rPr>
      </w:pPr>
    </w:p>
    <w:p w:rsidR="00DE2D7F" w:rsidRDefault="00DE2D7F" w:rsidP="00D07B54">
      <w:pPr>
        <w:pStyle w:val="libNormal"/>
        <w:rPr>
          <w:rtl/>
        </w:rPr>
      </w:pPr>
      <w:r>
        <w:rPr>
          <w:rtl/>
        </w:rPr>
        <w:t>تھا،ليكن اپنے اس ايمان كو ظاہر نہي</w:t>
      </w:r>
      <w:r w:rsidR="007D6C9B">
        <w:rPr>
          <w:rtl/>
        </w:rPr>
        <w:t xml:space="preserve">ں </w:t>
      </w:r>
      <w:r>
        <w:rPr>
          <w:rtl/>
        </w:rPr>
        <w:t xml:space="preserve">كرتا تھا كيونكہ وہ اپنے آپ كو خاص طريقے سے موسى عليہ السلام كى حمايت كا پابند سمجھتا تھا جب اس نے ديكھا كہ فرعون كے غيظ وغضب سے موسى عليہ السلام كى جان كو خطرہ پيدا ہوگيا ہے تو مردانہ وار آگے بڑھا اور اپنى دل نشين اور موثر گفتگو سے قتل كى اس سازش كو ناكام بناديا _ </w:t>
      </w:r>
    </w:p>
    <w:p w:rsidR="00DE2D7F" w:rsidRDefault="00DE2D7F" w:rsidP="00D07B54">
      <w:pPr>
        <w:pStyle w:val="libNormal"/>
        <w:rPr>
          <w:rtl/>
        </w:rPr>
      </w:pPr>
      <w:r>
        <w:rPr>
          <w:rtl/>
        </w:rPr>
        <w:t>قرآن مي</w:t>
      </w:r>
      <w:r w:rsidR="007D6C9B">
        <w:rPr>
          <w:rtl/>
        </w:rPr>
        <w:t xml:space="preserve">ں </w:t>
      </w:r>
      <w:r>
        <w:rPr>
          <w:rtl/>
        </w:rPr>
        <w:t>فرمايا گيا ہے :'' آل فرعون مي</w:t>
      </w:r>
      <w:r w:rsidR="007D6C9B">
        <w:rPr>
          <w:rtl/>
        </w:rPr>
        <w:t xml:space="preserve">ں </w:t>
      </w:r>
      <w:r>
        <w:rPr>
          <w:rtl/>
        </w:rPr>
        <w:t xml:space="preserve">سے ايك شخص نے جو اپنے ايمان كو چھپائے ہوئے تھا كہا: </w:t>
      </w:r>
    </w:p>
    <w:p w:rsidR="00DE2D7F" w:rsidRDefault="00DE2D7F" w:rsidP="00D07B54">
      <w:pPr>
        <w:pStyle w:val="libNormal"/>
        <w:rPr>
          <w:rtl/>
        </w:rPr>
      </w:pPr>
      <w:r>
        <w:rPr>
          <w:rtl/>
        </w:rPr>
        <w:t>''كياكسى شخص كو صرف اس بناء پر قتل كرتے ہوكہ وہ كہتا ہے كہ ميرا رب اللہ ہے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''حالانكہ وہ تمہارے ربّ كى طرف سے معجزات اور واضح دلائل اپنے ساتھ لايا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آيا تم اس كے عصا اور يدبيضاء جيسے معجزات كا انكار كرسكتے ہو ؟ كيا تم نے اپنى آنكھو</w:t>
      </w:r>
      <w:r w:rsidR="007D6C9B">
        <w:rPr>
          <w:rtl/>
        </w:rPr>
        <w:t xml:space="preserve">ں </w:t>
      </w:r>
      <w:r>
        <w:rPr>
          <w:rtl/>
        </w:rPr>
        <w:t>سے اس كے جادو گرو</w:t>
      </w:r>
      <w:r w:rsidR="007D6C9B">
        <w:rPr>
          <w:rtl/>
        </w:rPr>
        <w:t xml:space="preserve">ں </w:t>
      </w:r>
      <w:r>
        <w:rPr>
          <w:rtl/>
        </w:rPr>
        <w:t>پر غالب آجانے كا مشاہدہ نہي</w:t>
      </w:r>
      <w:r w:rsidR="007D6C9B">
        <w:rPr>
          <w:rtl/>
        </w:rPr>
        <w:t xml:space="preserve">ں </w:t>
      </w:r>
      <w:r>
        <w:rPr>
          <w:rtl/>
        </w:rPr>
        <w:t>كيا ؟ يہا</w:t>
      </w:r>
      <w:r w:rsidR="007D6C9B">
        <w:rPr>
          <w:rtl/>
        </w:rPr>
        <w:t xml:space="preserve">ں </w:t>
      </w:r>
      <w:r>
        <w:rPr>
          <w:rtl/>
        </w:rPr>
        <w:t>تك كہ جادوگرو</w:t>
      </w:r>
      <w:r w:rsidR="007D6C9B">
        <w:rPr>
          <w:rtl/>
        </w:rPr>
        <w:t xml:space="preserve">ں </w:t>
      </w:r>
      <w:r>
        <w:rPr>
          <w:rtl/>
        </w:rPr>
        <w:t>نے اس كے سامنے اپنے ہتھيار ڈال ديئےور ہمارى پرواہ تك نہ كى اور نہ ہى ہمارى دھمكيو</w:t>
      </w:r>
      <w:r w:rsidR="007D6C9B">
        <w:rPr>
          <w:rtl/>
        </w:rPr>
        <w:t xml:space="preserve">ں </w:t>
      </w:r>
      <w:r>
        <w:rPr>
          <w:rtl/>
        </w:rPr>
        <w:t>كو خاطر مي</w:t>
      </w:r>
      <w:r w:rsidR="007D6C9B">
        <w:rPr>
          <w:rtl/>
        </w:rPr>
        <w:t xml:space="preserve">ں </w:t>
      </w:r>
      <w:r>
        <w:rPr>
          <w:rtl/>
        </w:rPr>
        <w:t>لائے اور موسى كے خدا پر ايمان لاكر اپنا سراس كے آگے جھكاديا، ذرا سچ بتائو ايسے شخص كو جادوگر كہا جاسكتا ہے،؟ خوب سوچ سمجھ كر فيصلہ كرو، جلد بازى سے كام نہ لو اور اپنے اس كام كے انجام كو بھى اچھى طرح سوچ لوتاكہ بعد مي</w:t>
      </w:r>
      <w:r w:rsidR="007D6C9B">
        <w:rPr>
          <w:rtl/>
        </w:rPr>
        <w:t xml:space="preserve">ں </w:t>
      </w:r>
      <w:r>
        <w:rPr>
          <w:rtl/>
        </w:rPr>
        <w:t xml:space="preserve">پشيمان نہ ہونا پڑے _ </w:t>
      </w:r>
    </w:p>
    <w:p w:rsidR="00DE2D7F" w:rsidRDefault="00DE2D7F" w:rsidP="00D07B54">
      <w:pPr>
        <w:pStyle w:val="libNormal"/>
        <w:rPr>
          <w:rtl/>
        </w:rPr>
      </w:pPr>
      <w:r>
        <w:rPr>
          <w:rtl/>
        </w:rPr>
        <w:t>ان سب سے قطع نظر يہ دوحال سے خالى نہي</w:t>
      </w:r>
      <w:r w:rsidR="007D6C9B">
        <w:rPr>
          <w:rtl/>
        </w:rPr>
        <w:t xml:space="preserve">ں </w:t>
      </w:r>
      <w:r>
        <w:rPr>
          <w:rtl/>
        </w:rPr>
        <w:t>'' اگر وہ جھوٹا ہے تو جھوٹ اس كا خود ہى دامن گير ہوگا اور اگر سچا ہے تو كم ازكم جس عذاب سے تمہي</w:t>
      </w:r>
      <w:r w:rsidR="007D6C9B">
        <w:rPr>
          <w:rtl/>
        </w:rPr>
        <w:t xml:space="preserve">ں </w:t>
      </w:r>
      <w:r>
        <w:rPr>
          <w:rtl/>
        </w:rPr>
        <w:t>ڈرايا گيا ہے وہ كچھ نہ كچھ تو تمہارے پاس پہنچ ہى جائےگا''_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يعنى اگر وہ جھوٹا ہے جھوٹ كے پائو</w:t>
      </w:r>
      <w:r w:rsidR="007D6C9B">
        <w:rPr>
          <w:rtl/>
        </w:rPr>
        <w:t xml:space="preserve">ں </w:t>
      </w:r>
      <w:r>
        <w:rPr>
          <w:rtl/>
        </w:rPr>
        <w:t>نہي</w:t>
      </w:r>
      <w:r w:rsidR="007D6C9B">
        <w:rPr>
          <w:rtl/>
        </w:rPr>
        <w:t xml:space="preserve">ں </w:t>
      </w:r>
      <w:r>
        <w:rPr>
          <w:rtl/>
        </w:rPr>
        <w:t>ہوتے ، آخركار ايك نہ ايك دن اس كا پول كھل جائے گا اور وہ اپنے جھوٹ كى سزا پالے گا ليكن يہ امكان بھى تو ہے كہ شايد وہ سچا ہو اور خدا كى جانب سے بھيجا گيا ہو تو پھر ايسى صورت مي</w:t>
      </w:r>
      <w:r w:rsidR="007D6C9B">
        <w:rPr>
          <w:rtl/>
        </w:rPr>
        <w:t xml:space="preserve">ں </w:t>
      </w:r>
      <w:r>
        <w:rPr>
          <w:rtl/>
        </w:rPr>
        <w:t>اس كے كئے ہوئے وعدے كسى نہ كسى صورت مي</w:t>
      </w:r>
      <w:r w:rsidR="007D6C9B">
        <w:rPr>
          <w:rtl/>
        </w:rPr>
        <w:t xml:space="preserve">ں </w:t>
      </w:r>
      <w:r>
        <w:rPr>
          <w:rtl/>
        </w:rPr>
        <w:t>وقوع پذير ہوكررہي</w:t>
      </w:r>
      <w:r w:rsidR="007D6C9B">
        <w:rPr>
          <w:rtl/>
        </w:rPr>
        <w:t xml:space="preserve">ں </w:t>
      </w:r>
      <w:r>
        <w:rPr>
          <w:rtl/>
        </w:rPr>
        <w:t>گے لہذا اس كا قتل كرنا عقل وخرد سے كو سو</w:t>
      </w:r>
      <w:r w:rsidR="007D6C9B">
        <w:rPr>
          <w:rtl/>
        </w:rPr>
        <w:t xml:space="preserve">ں </w:t>
      </w:r>
      <w:r>
        <w:rPr>
          <w:rtl/>
        </w:rPr>
        <w:t xml:space="preserve">دورہے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مومن آيت</w:t>
      </w:r>
      <w:r w:rsidR="00E664BB">
        <w:rPr>
          <w:rtl/>
        </w:rPr>
        <w:t>28</w:t>
      </w:r>
      <w:r>
        <w:rPr>
          <w:rtl/>
        </w:rPr>
        <w:t xml:space="preserve"> </w:t>
      </w:r>
    </w:p>
    <w:p w:rsidR="00DE2D7F" w:rsidRDefault="00DE2D7F" w:rsidP="00D07B54">
      <w:pPr>
        <w:pStyle w:val="libFootnote"/>
        <w:rPr>
          <w:rtl/>
        </w:rPr>
      </w:pPr>
      <w:r>
        <w:rPr>
          <w:rtl/>
        </w:rPr>
        <w:t>(</w:t>
      </w:r>
      <w:r w:rsidR="00E664BB">
        <w:rPr>
          <w:rtl/>
        </w:rPr>
        <w:t>2</w:t>
      </w:r>
      <w:r>
        <w:rPr>
          <w:rtl/>
        </w:rPr>
        <w:t xml:space="preserve">)سورہ مومن آيت </w:t>
      </w:r>
      <w:r w:rsidR="00E664BB">
        <w:rPr>
          <w:rtl/>
        </w:rPr>
        <w:t>28</w:t>
      </w:r>
      <w:r>
        <w:rPr>
          <w:rtl/>
        </w:rPr>
        <w:t xml:space="preserve"> </w:t>
      </w:r>
    </w:p>
    <w:p w:rsidR="00DE2D7F" w:rsidRDefault="00DE2D7F" w:rsidP="00D07B54">
      <w:pPr>
        <w:pStyle w:val="libFootnote"/>
        <w:rPr>
          <w:rtl/>
        </w:rPr>
      </w:pPr>
      <w:r>
        <w:rPr>
          <w:rtl/>
        </w:rPr>
        <w:t>(</w:t>
      </w:r>
      <w:r w:rsidR="00E664BB">
        <w:rPr>
          <w:rtl/>
        </w:rPr>
        <w:t>3</w:t>
      </w:r>
      <w:r>
        <w:rPr>
          <w:rtl/>
        </w:rPr>
        <w:t xml:space="preserve">)سورہ مومن </w:t>
      </w:r>
      <w:r w:rsidR="00E664BB">
        <w:rPr>
          <w:rtl/>
        </w:rPr>
        <w:t>28</w:t>
      </w:r>
      <w:r>
        <w:rPr>
          <w:rtl/>
        </w:rPr>
        <w:t xml:space="preserve"> </w:t>
      </w:r>
    </w:p>
    <w:p w:rsidR="00064A1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سے يہ نتيجہ نكلا، ''االلہ تعالى مسرف اور جھوٹے كى ہدا يت نہي</w:t>
      </w:r>
      <w:r w:rsidR="007D6C9B">
        <w:rPr>
          <w:rtl/>
        </w:rPr>
        <w:t xml:space="preserve">ں </w:t>
      </w:r>
      <w:r>
        <w:rPr>
          <w:rtl/>
        </w:rPr>
        <w:t xml:space="preserve">فرماتا''_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اگر حضرت موسى تجاوزو اسراف ودروغ كو اختيار كرتے تو يقينااللہ تعالى كى ہدايت حاصل نہ كرتے اور اگر تم بھى ايسے ہى ہوگئے تو اس كى ہدايت سے محروم ہوجائوگے _ </w:t>
      </w:r>
    </w:p>
    <w:p w:rsidR="00DE2D7F" w:rsidRDefault="00DE2D7F" w:rsidP="00D07B54">
      <w:pPr>
        <w:pStyle w:val="libNormal"/>
        <w:rPr>
          <w:rtl/>
        </w:rPr>
      </w:pPr>
      <w:r>
        <w:rPr>
          <w:rtl/>
        </w:rPr>
        <w:t>مومن آل فرعون نے اس پر ہى اكتفاء نہي</w:t>
      </w:r>
      <w:r w:rsidR="007D6C9B">
        <w:rPr>
          <w:rtl/>
        </w:rPr>
        <w:t xml:space="preserve">ں </w:t>
      </w:r>
      <w:r>
        <w:rPr>
          <w:rtl/>
        </w:rPr>
        <w:t>كى بلكہ اپنى گفتگو كو جارى ركھا، دوستى اور خير خواہى كے انداز مي</w:t>
      </w:r>
      <w:r w:rsidR="007D6C9B">
        <w:rPr>
          <w:rtl/>
        </w:rPr>
        <w:t xml:space="preserve">ں </w:t>
      </w:r>
      <w:r>
        <w:rPr>
          <w:rtl/>
        </w:rPr>
        <w:t>ان سے يو</w:t>
      </w:r>
      <w:r w:rsidR="007D6C9B">
        <w:rPr>
          <w:rtl/>
        </w:rPr>
        <w:t xml:space="preserve">ں </w:t>
      </w:r>
      <w:r>
        <w:rPr>
          <w:rtl/>
        </w:rPr>
        <w:t>گويا ہوا : اے ميرى قوم آج مصر كى طويل وعريض سرزمين پر تمہارى حكومت ہے اور تم ہر لحاظ سے غالب اور كامياب ہو، اس قدر بے انداز نعمتو</w:t>
      </w:r>
      <w:r w:rsidR="007D6C9B">
        <w:rPr>
          <w:rtl/>
        </w:rPr>
        <w:t xml:space="preserve">ں </w:t>
      </w:r>
      <w:r>
        <w:rPr>
          <w:rtl/>
        </w:rPr>
        <w:t>كا كفران نہ كرو، اگر خدائي عذاب ہم تك پہنچ گيا تو پھر ہمارى كون مدد كرے گا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ظاہر اً اس كى يہ باتي</w:t>
      </w:r>
      <w:r w:rsidR="007D6C9B">
        <w:rPr>
          <w:rtl/>
        </w:rPr>
        <w:t xml:space="preserve">ں </w:t>
      </w:r>
      <w:r>
        <w:rPr>
          <w:rtl/>
        </w:rPr>
        <w:t>'' فرعون كے ساتھيو</w:t>
      </w:r>
      <w:r w:rsidR="007D6C9B">
        <w:rPr>
          <w:rtl/>
        </w:rPr>
        <w:t xml:space="preserve">ں </w:t>
      </w:r>
      <w:r>
        <w:rPr>
          <w:rtl/>
        </w:rPr>
        <w:t>'' كے لئے غير موثر ثابت نہي</w:t>
      </w:r>
      <w:r w:rsidR="007D6C9B">
        <w:rPr>
          <w:rtl/>
        </w:rPr>
        <w:t xml:space="preserve">ں </w:t>
      </w:r>
      <w:r>
        <w:rPr>
          <w:rtl/>
        </w:rPr>
        <w:t>ہوئي</w:t>
      </w:r>
      <w:r w:rsidR="007D6C9B">
        <w:rPr>
          <w:rtl/>
        </w:rPr>
        <w:t xml:space="preserve">ں </w:t>
      </w:r>
      <w:r>
        <w:rPr>
          <w:rtl/>
        </w:rPr>
        <w:t>انہي</w:t>
      </w:r>
      <w:r w:rsidR="007D6C9B">
        <w:rPr>
          <w:rtl/>
        </w:rPr>
        <w:t xml:space="preserve">ں </w:t>
      </w:r>
      <w:r>
        <w:rPr>
          <w:rtl/>
        </w:rPr>
        <w:t xml:space="preserve">نرم بھى بنا ديا اور ان كے غصے كو بھى ٹھنڈا كرديا _ </w:t>
      </w:r>
    </w:p>
    <w:p w:rsidR="00DE2D7F" w:rsidRDefault="00DE2D7F" w:rsidP="00D07B54">
      <w:pPr>
        <w:pStyle w:val="libNormal"/>
        <w:rPr>
          <w:rtl/>
        </w:rPr>
      </w:pPr>
      <w:r>
        <w:rPr>
          <w:rtl/>
        </w:rPr>
        <w:t>ليكن يہا</w:t>
      </w:r>
      <w:r w:rsidR="007D6C9B">
        <w:rPr>
          <w:rtl/>
        </w:rPr>
        <w:t xml:space="preserve">ں </w:t>
      </w:r>
      <w:r>
        <w:rPr>
          <w:rtl/>
        </w:rPr>
        <w:t>پر فرغون نے خاموشى مناسب نہ سمجھى اس كى بات كاٹتے ہوئے كہا: بات وہى ہے جو مي</w:t>
      </w:r>
      <w:r w:rsidR="007D6C9B">
        <w:rPr>
          <w:rtl/>
        </w:rPr>
        <w:t xml:space="preserve">ں </w:t>
      </w:r>
      <w:r>
        <w:rPr>
          <w:rtl/>
        </w:rPr>
        <w:t>نے كہہ دى ہے_''جس چيز كا مي</w:t>
      </w:r>
      <w:r w:rsidR="007D6C9B">
        <w:rPr>
          <w:rtl/>
        </w:rPr>
        <w:t xml:space="preserve">ں </w:t>
      </w:r>
      <w:r>
        <w:rPr>
          <w:rtl/>
        </w:rPr>
        <w:t>معتقد ہو</w:t>
      </w:r>
      <w:r w:rsidR="007D6C9B">
        <w:rPr>
          <w:rtl/>
        </w:rPr>
        <w:t xml:space="preserve">ں </w:t>
      </w:r>
      <w:r>
        <w:rPr>
          <w:rtl/>
        </w:rPr>
        <w:t>اسى كا تمہي</w:t>
      </w:r>
      <w:r w:rsidR="007D6C9B">
        <w:rPr>
          <w:rtl/>
        </w:rPr>
        <w:t xml:space="preserve">ں </w:t>
      </w:r>
      <w:r>
        <w:rPr>
          <w:rtl/>
        </w:rPr>
        <w:t>بھى حكم ديتا ہو</w:t>
      </w:r>
      <w:r w:rsidR="007D6C9B">
        <w:rPr>
          <w:rtl/>
        </w:rPr>
        <w:t xml:space="preserve">ں </w:t>
      </w:r>
      <w:r>
        <w:rPr>
          <w:rtl/>
        </w:rPr>
        <w:t>مي</w:t>
      </w:r>
      <w:r w:rsidR="007D6C9B">
        <w:rPr>
          <w:rtl/>
        </w:rPr>
        <w:t xml:space="preserve">ں </w:t>
      </w:r>
      <w:r>
        <w:rPr>
          <w:rtl/>
        </w:rPr>
        <w:t>اس بات كا معتقد ہو</w:t>
      </w:r>
      <w:r w:rsidR="007D6C9B">
        <w:rPr>
          <w:rtl/>
        </w:rPr>
        <w:t xml:space="preserve">ں </w:t>
      </w:r>
      <w:r>
        <w:rPr>
          <w:rtl/>
        </w:rPr>
        <w:t>كہ ہر حالت مي</w:t>
      </w:r>
      <w:r w:rsidR="007D6C9B">
        <w:rPr>
          <w:rtl/>
        </w:rPr>
        <w:t xml:space="preserve">ں </w:t>
      </w:r>
      <w:r>
        <w:rPr>
          <w:rtl/>
        </w:rPr>
        <w:t>موسى كو قتل كردينا چاہئے اس كے علاوہ كوئي اور راستہ نہي</w:t>
      </w:r>
      <w:r w:rsidR="007D6C9B">
        <w:rPr>
          <w:rtl/>
        </w:rPr>
        <w:t xml:space="preserve">ں </w:t>
      </w:r>
      <w:r>
        <w:rPr>
          <w:rtl/>
        </w:rPr>
        <w:t>ہے اور مي</w:t>
      </w:r>
      <w:r w:rsidR="007D6C9B">
        <w:rPr>
          <w:rtl/>
        </w:rPr>
        <w:t xml:space="preserve">ں </w:t>
      </w:r>
      <w:r>
        <w:rPr>
          <w:rtl/>
        </w:rPr>
        <w:t>تو صرف تمہي</w:t>
      </w:r>
      <w:r w:rsidR="007D6C9B">
        <w:rPr>
          <w:rtl/>
        </w:rPr>
        <w:t xml:space="preserve">ں </w:t>
      </w:r>
      <w:r>
        <w:rPr>
          <w:rtl/>
        </w:rPr>
        <w:t>صحيح راستہ كى طرف راہنمائي كرتا ہو</w:t>
      </w:r>
      <w:r w:rsidR="007D6C9B">
        <w:rPr>
          <w:rtl/>
        </w:rPr>
        <w:t xml:space="preserve">ں </w:t>
      </w:r>
      <w:r>
        <w:rPr>
          <w:rtl/>
        </w:rPr>
        <w:t xml:space="preserve">''_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064A1D" w:rsidRDefault="00DE2D7F" w:rsidP="00D07B54">
      <w:pPr>
        <w:pStyle w:val="Heading2Center"/>
        <w:rPr>
          <w:rtl/>
        </w:rPr>
      </w:pPr>
      <w:bookmarkStart w:id="234" w:name="_Toc7268631"/>
      <w:r>
        <w:rPr>
          <w:rtl/>
        </w:rPr>
        <w:t>مي</w:t>
      </w:r>
      <w:r w:rsidR="007D6C9B">
        <w:rPr>
          <w:rtl/>
        </w:rPr>
        <w:t xml:space="preserve">ں </w:t>
      </w:r>
      <w:r>
        <w:rPr>
          <w:rtl/>
        </w:rPr>
        <w:t>تمہي</w:t>
      </w:r>
      <w:r w:rsidR="007D6C9B">
        <w:rPr>
          <w:rtl/>
        </w:rPr>
        <w:t xml:space="preserve">ں </w:t>
      </w:r>
      <w:r>
        <w:rPr>
          <w:rtl/>
        </w:rPr>
        <w:t>خبردار كرتا ہو</w:t>
      </w:r>
      <w:r w:rsidR="007D6C9B">
        <w:rPr>
          <w:rtl/>
        </w:rPr>
        <w:t>ں</w:t>
      </w:r>
      <w:bookmarkEnd w:id="234"/>
    </w:p>
    <w:p w:rsidR="00DE2D7F" w:rsidRDefault="007D6C9B" w:rsidP="00D07B54">
      <w:pPr>
        <w:pStyle w:val="libNormal"/>
        <w:rPr>
          <w:rtl/>
        </w:rPr>
      </w:pPr>
      <w:r>
        <w:rPr>
          <w:rtl/>
        </w:rPr>
        <w:t xml:space="preserve"> </w:t>
      </w:r>
      <w:r w:rsidR="00DE2D7F">
        <w:rPr>
          <w:rtl/>
        </w:rPr>
        <w:t>اس دور مي</w:t>
      </w:r>
      <w:r>
        <w:rPr>
          <w:rtl/>
        </w:rPr>
        <w:t xml:space="preserve">ں </w:t>
      </w:r>
      <w:r w:rsidR="00DE2D7F">
        <w:rPr>
          <w:rtl/>
        </w:rPr>
        <w:t>مصر كے لوگ ايك حدتك متمدن اور پڑھے لكھے تھے انہو</w:t>
      </w:r>
      <w:r>
        <w:rPr>
          <w:rtl/>
        </w:rPr>
        <w:t xml:space="preserve">ں </w:t>
      </w:r>
      <w:r w:rsidR="00DE2D7F">
        <w:rPr>
          <w:rtl/>
        </w:rPr>
        <w:t>نے قوم نوح، عاد اور ثمود جيسى گزشتہ اقوام كے بارے مي</w:t>
      </w:r>
      <w:r>
        <w:rPr>
          <w:rtl/>
        </w:rPr>
        <w:t xml:space="preserve">ں </w:t>
      </w:r>
      <w:r w:rsidR="00DE2D7F">
        <w:rPr>
          <w:rtl/>
        </w:rPr>
        <w:t>مو رخين كى باتي</w:t>
      </w:r>
      <w:r>
        <w:rPr>
          <w:rtl/>
        </w:rPr>
        <w:t xml:space="preserve">ں </w:t>
      </w:r>
      <w:r w:rsidR="00DE2D7F">
        <w:rPr>
          <w:rtl/>
        </w:rPr>
        <w:t>بھى سن ركھى تھي</w:t>
      </w:r>
      <w:r>
        <w:rPr>
          <w:rtl/>
        </w:rPr>
        <w:t xml:space="preserve">ں </w:t>
      </w:r>
      <w:r w:rsidR="00DE2D7F">
        <w:rPr>
          <w:rtl/>
        </w:rPr>
        <w:t>اتفاق سے ان اقوام كے علاقو</w:t>
      </w:r>
      <w:r>
        <w:rPr>
          <w:rtl/>
        </w:rPr>
        <w:t xml:space="preserve">ں </w:t>
      </w:r>
      <w:r w:rsidR="00DE2D7F">
        <w:rPr>
          <w:rtl/>
        </w:rPr>
        <w:t>كا اس علاقے سے زيادہ فاصلہ بھى نہي</w:t>
      </w:r>
      <w:r>
        <w:rPr>
          <w:rtl/>
        </w:rPr>
        <w:t xml:space="preserve">ں </w:t>
      </w:r>
      <w:r w:rsidR="00DE2D7F">
        <w:rPr>
          <w:rtl/>
        </w:rPr>
        <w:t xml:space="preserve">تھا يہ لوگ ان كے دردناك انجام سے بھى كم وبيش واقفيت ركھتے تھے _ </w:t>
      </w:r>
    </w:p>
    <w:p w:rsidR="00DE2D7F" w:rsidRDefault="00DE2D7F" w:rsidP="00D07B54">
      <w:pPr>
        <w:pStyle w:val="libNormal"/>
        <w:rPr>
          <w:rtl/>
        </w:rPr>
      </w:pPr>
      <w:r>
        <w:rPr>
          <w:rtl/>
        </w:rPr>
        <w:t xml:space="preserve">لہذا مو من آل فرعون نے موسى عليہ السلام كے قتل كے منصوبے كى مخالفت كى اس نے ديكھا كہ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مومن آيت </w:t>
      </w:r>
      <w:r w:rsidR="00E664BB">
        <w:rPr>
          <w:rtl/>
        </w:rPr>
        <w:t>28</w:t>
      </w:r>
      <w:r>
        <w:rPr>
          <w:rtl/>
        </w:rPr>
        <w:t xml:space="preserve"> </w:t>
      </w:r>
    </w:p>
    <w:p w:rsidR="00DE2D7F" w:rsidRDefault="00DE2D7F" w:rsidP="00D07B54">
      <w:pPr>
        <w:pStyle w:val="libFootnote"/>
        <w:rPr>
          <w:rtl/>
        </w:rPr>
      </w:pPr>
      <w:r>
        <w:rPr>
          <w:rtl/>
        </w:rPr>
        <w:t>(</w:t>
      </w:r>
      <w:r w:rsidR="00E664BB">
        <w:rPr>
          <w:rtl/>
        </w:rPr>
        <w:t>2</w:t>
      </w:r>
      <w:r>
        <w:rPr>
          <w:rtl/>
        </w:rPr>
        <w:t>)سورہ مومن آيت</w:t>
      </w:r>
      <w:r w:rsidR="00E664BB">
        <w:rPr>
          <w:rtl/>
        </w:rPr>
        <w:t>2</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)سورہ مومن آيت</w:t>
      </w:r>
      <w:r w:rsidR="00E664BB">
        <w:rPr>
          <w:rtl/>
        </w:rPr>
        <w:t>2</w:t>
      </w:r>
      <w:r w:rsidR="00E44785">
        <w:rPr>
          <w:rtl/>
        </w:rPr>
        <w:t>9</w:t>
      </w:r>
      <w:r>
        <w:rPr>
          <w:rtl/>
        </w:rPr>
        <w:t xml:space="preserve"> </w:t>
      </w:r>
    </w:p>
    <w:p w:rsidR="00064A1D"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فرعون كو زبردست اصرار ہے كہ وہ موسى كے قتل سے باز نہي</w:t>
      </w:r>
      <w:r w:rsidR="007D6C9B">
        <w:rPr>
          <w:rtl/>
        </w:rPr>
        <w:t xml:space="preserve">ں </w:t>
      </w:r>
      <w:r>
        <w:rPr>
          <w:rtl/>
        </w:rPr>
        <w:t>آئے گا، اس مرد مو من نے پھر بھى ہمت نہ ہارى اور نہ ہى ہارنى چاہئے تھى لہذا اب كہ اس نے يہ تدبير سوچى كہ اس سركش قوم كو گزشتہ اقوام كى تاريخ اور انجام كى طرف متوجہ كرے شايد اس طرح سے يہ لوگ بيدارہو</w:t>
      </w:r>
      <w:r w:rsidR="007D6C9B">
        <w:rPr>
          <w:rtl/>
        </w:rPr>
        <w:t xml:space="preserve">ں </w:t>
      </w:r>
      <w:r>
        <w:rPr>
          <w:rtl/>
        </w:rPr>
        <w:t>اور اپنے فيصلے پر نظر ثانى كري</w:t>
      </w:r>
      <w:r w:rsidR="007D6C9B">
        <w:rPr>
          <w:rtl/>
        </w:rPr>
        <w:t xml:space="preserve">ں </w:t>
      </w:r>
      <w:r>
        <w:rPr>
          <w:rtl/>
        </w:rPr>
        <w:t>قرآن كے مطابق اس نے اپنى بات يو</w:t>
      </w:r>
      <w:r w:rsidR="007D6C9B">
        <w:rPr>
          <w:rtl/>
        </w:rPr>
        <w:t xml:space="preserve">ں </w:t>
      </w:r>
      <w:r>
        <w:rPr>
          <w:rtl/>
        </w:rPr>
        <w:t>شروع كى اس باايمان شخص نے كہا:'' اے ميرى قوم ، مجھے تمہارے بارے مي</w:t>
      </w:r>
      <w:r w:rsidR="007D6C9B">
        <w:rPr>
          <w:rtl/>
        </w:rPr>
        <w:t xml:space="preserve">ں </w:t>
      </w:r>
      <w:r>
        <w:rPr>
          <w:rtl/>
        </w:rPr>
        <w:t>گزشتہ اقوام كے عذاب كے دن كى طرح كا خوف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پھر اس بات كى تشريح كرتے ہوئے كہا :''مي</w:t>
      </w:r>
      <w:r w:rsidR="007D6C9B">
        <w:rPr>
          <w:rtl/>
        </w:rPr>
        <w:t xml:space="preserve">ں </w:t>
      </w:r>
      <w:r>
        <w:rPr>
          <w:rtl/>
        </w:rPr>
        <w:t>قوم نوح(ع) ، عاد، ثمود اور ان كے بعد آنے والو</w:t>
      </w:r>
      <w:r w:rsidR="007D6C9B">
        <w:rPr>
          <w:rtl/>
        </w:rPr>
        <w:t xml:space="preserve">ں </w:t>
      </w:r>
      <w:r>
        <w:rPr>
          <w:rtl/>
        </w:rPr>
        <w:t>كى سى برى عادت سے ڈرتا ہو</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ان قومو</w:t>
      </w:r>
      <w:r w:rsidR="007D6C9B">
        <w:rPr>
          <w:rtl/>
        </w:rPr>
        <w:t xml:space="preserve">ں </w:t>
      </w:r>
      <w:r>
        <w:rPr>
          <w:rtl/>
        </w:rPr>
        <w:t>كى عادت شرك،كفر اور طغيان وسركشى تھى اور ہم ديكھ چكے ہي</w:t>
      </w:r>
      <w:r w:rsidR="007D6C9B">
        <w:rPr>
          <w:rtl/>
        </w:rPr>
        <w:t xml:space="preserve">ں </w:t>
      </w:r>
      <w:r>
        <w:rPr>
          <w:rtl/>
        </w:rPr>
        <w:t>كہ ان كا كيا انجام ہوا ؟ كچھ تو تباہ كن طوفانو</w:t>
      </w:r>
      <w:r w:rsidR="007D6C9B">
        <w:rPr>
          <w:rtl/>
        </w:rPr>
        <w:t xml:space="preserve">ں </w:t>
      </w:r>
      <w:r>
        <w:rPr>
          <w:rtl/>
        </w:rPr>
        <w:t>كى نذر ہوگئي</w:t>
      </w:r>
      <w:r w:rsidR="007D6C9B">
        <w:rPr>
          <w:rtl/>
        </w:rPr>
        <w:t xml:space="preserve">ں </w:t>
      </w:r>
      <w:r>
        <w:rPr>
          <w:rtl/>
        </w:rPr>
        <w:t>، كچھ وحشت ناك جھگڑو</w:t>
      </w:r>
      <w:r w:rsidR="007D6C9B">
        <w:rPr>
          <w:rtl/>
        </w:rPr>
        <w:t xml:space="preserve">ں </w:t>
      </w:r>
      <w:r>
        <w:rPr>
          <w:rtl/>
        </w:rPr>
        <w:t>كى وجہ سے برباد ہوئي</w:t>
      </w:r>
      <w:r w:rsidR="007D6C9B">
        <w:rPr>
          <w:rtl/>
        </w:rPr>
        <w:t xml:space="preserve">ں </w:t>
      </w:r>
      <w:r>
        <w:rPr>
          <w:rtl/>
        </w:rPr>
        <w:t>، كچھ كو آسمانى بجلى نے جلاكر راكھ كرديا اور كچھ زلزلو</w:t>
      </w:r>
      <w:r w:rsidR="007D6C9B">
        <w:rPr>
          <w:rtl/>
        </w:rPr>
        <w:t xml:space="preserve">ں </w:t>
      </w:r>
      <w:r>
        <w:rPr>
          <w:rtl/>
        </w:rPr>
        <w:t>كى بھينٹ چڑھ كر صفحہ ہستى سے مٹ گئي</w:t>
      </w:r>
      <w:r w:rsidR="007D6C9B">
        <w:rPr>
          <w:rtl/>
        </w:rPr>
        <w:t xml:space="preserve">ں </w:t>
      </w:r>
      <w:r>
        <w:rPr>
          <w:rtl/>
        </w:rPr>
        <w:t>_كيا تم يہ نہي</w:t>
      </w:r>
      <w:r w:rsidR="007D6C9B">
        <w:rPr>
          <w:rtl/>
        </w:rPr>
        <w:t xml:space="preserve">ں </w:t>
      </w:r>
      <w:r>
        <w:rPr>
          <w:rtl/>
        </w:rPr>
        <w:t>سمجھتے كہ كفراور طغيان پر اصراركى وجہ سے تم بھى مذكورہ عظيم بلائو</w:t>
      </w:r>
      <w:r w:rsidR="007D6C9B">
        <w:rPr>
          <w:rtl/>
        </w:rPr>
        <w:t xml:space="preserve">ں </w:t>
      </w:r>
      <w:r>
        <w:rPr>
          <w:rtl/>
        </w:rPr>
        <w:t>مي</w:t>
      </w:r>
      <w:r w:rsidR="007D6C9B">
        <w:rPr>
          <w:rtl/>
        </w:rPr>
        <w:t xml:space="preserve">ں </w:t>
      </w:r>
      <w:r>
        <w:rPr>
          <w:rtl/>
        </w:rPr>
        <w:t>سے كسى ايك كا شكار ہوسكتے ہو؟ لہذا مجھے كہنے دو كہ مجھے تمہارے بارے مي</w:t>
      </w:r>
      <w:r w:rsidR="007D6C9B">
        <w:rPr>
          <w:rtl/>
        </w:rPr>
        <w:t xml:space="preserve">ں </w:t>
      </w:r>
      <w:r>
        <w:rPr>
          <w:rtl/>
        </w:rPr>
        <w:t>بھى اس قسم كے خطرناك مستقبل كا انديشہ ہے _ آيا تمہارے پاس اس بات كا كوئي ثبوت ہے كہ تمہارے كردار اور افعال ان سے مختلف ہي</w:t>
      </w:r>
      <w:r w:rsidR="007D6C9B">
        <w:rPr>
          <w:rtl/>
        </w:rPr>
        <w:t xml:space="preserve">ں </w:t>
      </w:r>
      <w:r>
        <w:rPr>
          <w:rtl/>
        </w:rPr>
        <w:t>؟ آخران لوگو</w:t>
      </w:r>
      <w:r w:rsidR="007D6C9B">
        <w:rPr>
          <w:rtl/>
        </w:rPr>
        <w:t xml:space="preserve">ں </w:t>
      </w:r>
      <w:r>
        <w:rPr>
          <w:rtl/>
        </w:rPr>
        <w:t>كا كيا قصور تھا كہ وہ اس طرح كے بھيانك مستقبل سے دوچار ہوئے كيا اس كے سوا كچھ اور تھا كہ انھو</w:t>
      </w:r>
      <w:r w:rsidR="007D6C9B">
        <w:rPr>
          <w:rtl/>
        </w:rPr>
        <w:t xml:space="preserve">ں </w:t>
      </w:r>
      <w:r>
        <w:rPr>
          <w:rtl/>
        </w:rPr>
        <w:t>نے خدا كے بھيجے ہوئے پيغمبر و</w:t>
      </w:r>
      <w:r w:rsidR="007D6C9B">
        <w:rPr>
          <w:rtl/>
        </w:rPr>
        <w:t xml:space="preserve">ں </w:t>
      </w:r>
      <w:r>
        <w:rPr>
          <w:rtl/>
        </w:rPr>
        <w:t>كى دعوت كے خلاف قيام كيا، ان كى تكذيب كى بلكہ انہي</w:t>
      </w:r>
      <w:r w:rsidR="007D6C9B">
        <w:rPr>
          <w:rtl/>
        </w:rPr>
        <w:t xml:space="preserve">ں </w:t>
      </w:r>
      <w:r>
        <w:rPr>
          <w:rtl/>
        </w:rPr>
        <w:t xml:space="preserve">قتل كرڈالا_ </w:t>
      </w:r>
    </w:p>
    <w:p w:rsidR="00DE2D7F" w:rsidRDefault="00DE2D7F" w:rsidP="00D07B54">
      <w:pPr>
        <w:pStyle w:val="libNormal"/>
        <w:rPr>
          <w:rtl/>
        </w:rPr>
      </w:pPr>
      <w:r>
        <w:rPr>
          <w:rtl/>
        </w:rPr>
        <w:t>ليكن يادركھو جو مصيبت بھى تم پر نازل ہوگى خود تمہارے كئے كى سزا ہوگى كيونكہ '' خدا اپنے بندو</w:t>
      </w:r>
      <w:r w:rsidR="007D6C9B">
        <w:rPr>
          <w:rtl/>
        </w:rPr>
        <w:t xml:space="preserve">ں </w:t>
      </w:r>
      <w:r>
        <w:rPr>
          <w:rtl/>
        </w:rPr>
        <w:t>پر ظلم نہي</w:t>
      </w:r>
      <w:r w:rsidR="007D6C9B">
        <w:rPr>
          <w:rtl/>
        </w:rPr>
        <w:t xml:space="preserve">ں </w:t>
      </w:r>
      <w:r>
        <w:rPr>
          <w:rtl/>
        </w:rPr>
        <w:t xml:space="preserve">كرنا چاہتا_''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پھر كہتا ہے : اے ميرى قوم مي</w:t>
      </w:r>
      <w:r w:rsidR="007D6C9B">
        <w:rPr>
          <w:rtl/>
        </w:rPr>
        <w:t xml:space="preserve">ں </w:t>
      </w:r>
      <w:r>
        <w:rPr>
          <w:rtl/>
        </w:rPr>
        <w:t>تمہاريے لئے اس دن سے ڈرتا ہو</w:t>
      </w:r>
      <w:r w:rsidR="007D6C9B">
        <w:rPr>
          <w:rtl/>
        </w:rPr>
        <w:t xml:space="preserve">ں </w:t>
      </w:r>
      <w:r>
        <w:rPr>
          <w:rtl/>
        </w:rPr>
        <w:t>جس دن لوگ ايك دوسرے كو پكاري</w:t>
      </w:r>
      <w:r w:rsidR="007D6C9B">
        <w:rPr>
          <w:rtl/>
        </w:rPr>
        <w:t xml:space="preserve">ں </w:t>
      </w:r>
      <w:r>
        <w:rPr>
          <w:rtl/>
        </w:rPr>
        <w:t>گے ليكن كوئي مدد نہي</w:t>
      </w:r>
      <w:r w:rsidR="007D6C9B">
        <w:rPr>
          <w:rtl/>
        </w:rPr>
        <w:t xml:space="preserve">ں </w:t>
      </w:r>
      <w:r>
        <w:rPr>
          <w:rtl/>
        </w:rPr>
        <w:t>كرے گا''_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مومن آيت </w:t>
      </w:r>
      <w:r w:rsidR="00E664BB">
        <w:rPr>
          <w:rtl/>
        </w:rPr>
        <w:t>31</w:t>
      </w:r>
      <w:r>
        <w:rPr>
          <w:rtl/>
        </w:rPr>
        <w:t xml:space="preserve"> </w:t>
      </w:r>
    </w:p>
    <w:p w:rsidR="00DE2D7F" w:rsidRDefault="00DE2D7F" w:rsidP="00D07B54">
      <w:pPr>
        <w:pStyle w:val="libFootnote"/>
        <w:rPr>
          <w:rtl/>
        </w:rPr>
      </w:pPr>
      <w:r>
        <w:rPr>
          <w:rtl/>
        </w:rPr>
        <w:t>(</w:t>
      </w:r>
      <w:r w:rsidR="00E664BB">
        <w:rPr>
          <w:rtl/>
        </w:rPr>
        <w:t>2</w:t>
      </w:r>
      <w:r>
        <w:rPr>
          <w:rtl/>
        </w:rPr>
        <w:t xml:space="preserve">)سورہ مومن آيت </w:t>
      </w:r>
      <w:r w:rsidR="00E664BB">
        <w:rPr>
          <w:rtl/>
        </w:rPr>
        <w:t>31</w:t>
      </w:r>
      <w:r>
        <w:rPr>
          <w:rtl/>
        </w:rPr>
        <w:t xml:space="preserve"> </w:t>
      </w:r>
    </w:p>
    <w:p w:rsidR="00DE2D7F" w:rsidRDefault="00DE2D7F" w:rsidP="00D07B54">
      <w:pPr>
        <w:pStyle w:val="libFootnote"/>
        <w:rPr>
          <w:rtl/>
        </w:rPr>
      </w:pPr>
      <w:r>
        <w:rPr>
          <w:rtl/>
        </w:rPr>
        <w:t>(</w:t>
      </w:r>
      <w:r w:rsidR="00E664BB">
        <w:rPr>
          <w:rtl/>
        </w:rPr>
        <w:t>3</w:t>
      </w:r>
      <w:r>
        <w:rPr>
          <w:rtl/>
        </w:rPr>
        <w:t>)سورہ مومن آيت</w:t>
      </w:r>
      <w:r w:rsidR="00E664BB">
        <w:rPr>
          <w:rtl/>
        </w:rPr>
        <w:t>31</w:t>
      </w:r>
      <w:r>
        <w:rPr>
          <w:rtl/>
        </w:rPr>
        <w:t xml:space="preserve"> </w:t>
      </w:r>
    </w:p>
    <w:p w:rsidR="00DE2D7F" w:rsidRDefault="00DE2D7F" w:rsidP="00D07B54">
      <w:pPr>
        <w:pStyle w:val="libFootnote"/>
        <w:rPr>
          <w:rtl/>
        </w:rPr>
      </w:pPr>
      <w:r>
        <w:rPr>
          <w:rtl/>
        </w:rPr>
        <w:t>(</w:t>
      </w:r>
      <w:r w:rsidR="00E664BB">
        <w:rPr>
          <w:rtl/>
        </w:rPr>
        <w:t>4</w:t>
      </w:r>
      <w:r>
        <w:rPr>
          <w:rtl/>
        </w:rPr>
        <w:t>)سورہ مومن آيت</w:t>
      </w:r>
      <w:r w:rsidR="00E664BB">
        <w:rPr>
          <w:rtl/>
        </w:rPr>
        <w:t>32</w:t>
      </w:r>
      <w:r>
        <w:rPr>
          <w:rtl/>
        </w:rPr>
        <w:t xml:space="preserve"> </w:t>
      </w:r>
    </w:p>
    <w:p w:rsidR="00064A1D" w:rsidRDefault="001648F9" w:rsidP="00D07B54">
      <w:pPr>
        <w:pStyle w:val="libNormal"/>
        <w:rPr>
          <w:rtl/>
        </w:rPr>
      </w:pPr>
      <w:r>
        <w:rPr>
          <w:rtl/>
        </w:rPr>
        <w:t xml:space="preserve"> </w:t>
      </w:r>
      <w:r>
        <w:rPr>
          <w:rtl/>
        </w:rPr>
        <w:br w:type="page"/>
      </w:r>
    </w:p>
    <w:p w:rsidR="00064A1D" w:rsidRDefault="00064A1D" w:rsidP="00D07B54">
      <w:pPr>
        <w:pStyle w:val="libNormal"/>
        <w:rPr>
          <w:rtl/>
        </w:rPr>
      </w:pPr>
    </w:p>
    <w:p w:rsidR="00DE2D7F" w:rsidRDefault="00DE2D7F" w:rsidP="00D07B54">
      <w:pPr>
        <w:pStyle w:val="libNormal"/>
        <w:rPr>
          <w:rtl/>
        </w:rPr>
      </w:pPr>
      <w:r>
        <w:rPr>
          <w:rtl/>
        </w:rPr>
        <w:t>ان بيانات كے ذريعے مومن آل فرعون نے جو كچھ كرنا تھا كردكھايا اس نے فرعون كو جناب موسى كے قتل كى تجويز بلكہ فيصلے كے بارے مي</w:t>
      </w:r>
      <w:r w:rsidR="007D6C9B">
        <w:rPr>
          <w:rtl/>
        </w:rPr>
        <w:t xml:space="preserve">ں </w:t>
      </w:r>
      <w:r>
        <w:rPr>
          <w:rtl/>
        </w:rPr>
        <w:t>ڈانواڈول كرديا يا كم از كم اسے ملتوى كرواديا اسى التواء سے قتل كا خطرہ ٹل گيا اور يہ تھا اس ہوشيار، زيرك اور شجاع مرد خدا كا فريضہ جو اس نے كماحقہ ادا كرديا جيسا كہ بعد كى گفتگوسے معلوم ہوگا كہ اس سے اس كى جان كے بھى خطرے مي</w:t>
      </w:r>
      <w:r w:rsidR="007D6C9B">
        <w:rPr>
          <w:rtl/>
        </w:rPr>
        <w:t xml:space="preserve">ں </w:t>
      </w:r>
      <w:r>
        <w:rPr>
          <w:rtl/>
        </w:rPr>
        <w:t xml:space="preserve">پڑنے كا انديشہ ہوگيا تھا _ </w:t>
      </w:r>
    </w:p>
    <w:p w:rsidR="00DE2D7F" w:rsidRDefault="00DE2D7F" w:rsidP="00D07B54">
      <w:pPr>
        <w:pStyle w:val="libNormal"/>
        <w:rPr>
          <w:rtl/>
        </w:rPr>
      </w:pPr>
    </w:p>
    <w:p w:rsidR="00064A1D" w:rsidRDefault="00DE2D7F" w:rsidP="00D07B54">
      <w:pPr>
        <w:pStyle w:val="Heading2Center"/>
        <w:rPr>
          <w:rtl/>
        </w:rPr>
      </w:pPr>
      <w:bookmarkStart w:id="235" w:name="_Toc7268632"/>
      <w:r>
        <w:rPr>
          <w:rtl/>
        </w:rPr>
        <w:t>آخرى بات</w:t>
      </w:r>
      <w:bookmarkEnd w:id="235"/>
    </w:p>
    <w:p w:rsidR="00DE2D7F" w:rsidRDefault="00DE2D7F" w:rsidP="00D07B54">
      <w:pPr>
        <w:pStyle w:val="libNormal"/>
        <w:rPr>
          <w:rtl/>
        </w:rPr>
      </w:pPr>
      <w:r>
        <w:rPr>
          <w:rtl/>
        </w:rPr>
        <w:t xml:space="preserve"> پانچوي</w:t>
      </w:r>
      <w:r w:rsidR="007D6C9B">
        <w:rPr>
          <w:rtl/>
        </w:rPr>
        <w:t xml:space="preserve">ں </w:t>
      </w:r>
      <w:r>
        <w:rPr>
          <w:rtl/>
        </w:rPr>
        <w:t>اور آخرى مرحلے پر مومن آل فرعون نے تمام حجاب الٹ ديئے اور اس سے زيادہ اپنے ايمان كو نہ چھپاسكا ،وہ جو كچھ كہنا چاہتا تھا كہہ چكا اور فرعون والو</w:t>
      </w:r>
      <w:r w:rsidR="007D6C9B">
        <w:rPr>
          <w:rtl/>
        </w:rPr>
        <w:t xml:space="preserve">ں </w:t>
      </w:r>
      <w:r>
        <w:rPr>
          <w:rtl/>
        </w:rPr>
        <w:t>نے بھى ،جيسا كہ آگے چل كر معلوم ہوگا، اس كے بارے مي</w:t>
      </w:r>
      <w:r w:rsidR="007D6C9B">
        <w:rPr>
          <w:rtl/>
        </w:rPr>
        <w:t xml:space="preserve">ں </w:t>
      </w:r>
      <w:r>
        <w:rPr>
          <w:rtl/>
        </w:rPr>
        <w:t>بڑا خطرناك فيصلہ كيا _ خداوند عالم نے بھى اپنے اس مومن اور مجاہد بندے كو تنہا نہي</w:t>
      </w:r>
      <w:r w:rsidR="007D6C9B">
        <w:rPr>
          <w:rtl/>
        </w:rPr>
        <w:t xml:space="preserve">ں </w:t>
      </w:r>
      <w:r>
        <w:rPr>
          <w:rtl/>
        </w:rPr>
        <w:t>چھوڑا جيسا كہ قران نے بيان كياہے : ''خدا نے بھى اسے ان كى ناپاك چالو</w:t>
      </w:r>
      <w:r w:rsidR="007D6C9B">
        <w:rPr>
          <w:rtl/>
        </w:rPr>
        <w:t xml:space="preserve">ں </w:t>
      </w:r>
      <w:r>
        <w:rPr>
          <w:rtl/>
        </w:rPr>
        <w:t>اور سازشو</w:t>
      </w:r>
      <w:r w:rsidR="007D6C9B">
        <w:rPr>
          <w:rtl/>
        </w:rPr>
        <w:t xml:space="preserve">ں </w:t>
      </w:r>
      <w:r>
        <w:rPr>
          <w:rtl/>
        </w:rPr>
        <w:t>سے بچاليا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كى تعبير سے واضح ہوتا ہے كہ فرعونيو</w:t>
      </w:r>
      <w:r w:rsidR="007D6C9B">
        <w:rPr>
          <w:rtl/>
        </w:rPr>
        <w:t xml:space="preserve">ں </w:t>
      </w:r>
      <w:r>
        <w:rPr>
          <w:rtl/>
        </w:rPr>
        <w:t>نے اس كے بارے مي</w:t>
      </w:r>
      <w:r w:rsidR="007D6C9B">
        <w:rPr>
          <w:rtl/>
        </w:rPr>
        <w:t xml:space="preserve">ں </w:t>
      </w:r>
      <w:r>
        <w:rPr>
          <w:rtl/>
        </w:rPr>
        <w:t>مختلف سازشي</w:t>
      </w:r>
      <w:r w:rsidR="007D6C9B">
        <w:rPr>
          <w:rtl/>
        </w:rPr>
        <w:t xml:space="preserve">ں </w:t>
      </w:r>
      <w:r>
        <w:rPr>
          <w:rtl/>
        </w:rPr>
        <w:t xml:space="preserve">اور منصوبے تيار كرركھے تھے _ </w:t>
      </w:r>
    </w:p>
    <w:p w:rsidR="00DE2D7F" w:rsidRDefault="00DE2D7F" w:rsidP="00D07B54">
      <w:pPr>
        <w:pStyle w:val="libNormal"/>
        <w:rPr>
          <w:rtl/>
        </w:rPr>
      </w:pPr>
      <w:r>
        <w:rPr>
          <w:rtl/>
        </w:rPr>
        <w:t>ليكن وہ منصوبے كيا تھے ؟ قرآن نے اس كى تفصيل بيان نہي</w:t>
      </w:r>
      <w:r w:rsidR="007D6C9B">
        <w:rPr>
          <w:rtl/>
        </w:rPr>
        <w:t xml:space="preserve">ں </w:t>
      </w:r>
      <w:r>
        <w:rPr>
          <w:rtl/>
        </w:rPr>
        <w:t>كي، ظاہر ہے كہ مختلف قسم كى سزائي</w:t>
      </w:r>
      <w:r w:rsidR="007D6C9B">
        <w:rPr>
          <w:rtl/>
        </w:rPr>
        <w:t xml:space="preserve">ں </w:t>
      </w:r>
      <w:r>
        <w:rPr>
          <w:rtl/>
        </w:rPr>
        <w:t>اذيتي</w:t>
      </w:r>
      <w:r w:rsidR="007D6C9B">
        <w:rPr>
          <w:rtl/>
        </w:rPr>
        <w:t xml:space="preserve">ں </w:t>
      </w:r>
      <w:r>
        <w:rPr>
          <w:rtl/>
        </w:rPr>
        <w:t xml:space="preserve">اور آخركار قتل اور سزائے موت ہوسكتى ہے ليكن خداوندعالم كے لطف وكرم نے ان سب كو ناكام بناديا _ </w:t>
      </w:r>
    </w:p>
    <w:p w:rsidR="00DE2D7F" w:rsidRDefault="00DE2D7F" w:rsidP="00D07B54">
      <w:pPr>
        <w:pStyle w:val="libNormal"/>
        <w:rPr>
          <w:rtl/>
        </w:rPr>
      </w:pPr>
      <w:r>
        <w:rPr>
          <w:rtl/>
        </w:rPr>
        <w:t>چنانچہ بعض تفسيرو</w:t>
      </w:r>
      <w:r w:rsidR="007D6C9B">
        <w:rPr>
          <w:rtl/>
        </w:rPr>
        <w:t xml:space="preserve">ں </w:t>
      </w:r>
      <w:r>
        <w:rPr>
          <w:rtl/>
        </w:rPr>
        <w:t>مي</w:t>
      </w:r>
      <w:r w:rsidR="007D6C9B">
        <w:rPr>
          <w:rtl/>
        </w:rPr>
        <w:t xml:space="preserve">ں </w:t>
      </w:r>
      <w:r>
        <w:rPr>
          <w:rtl/>
        </w:rPr>
        <w:t>ہے كہ وہ ايك مناسب موقع سے فائدہ اٹھاتے ہوئے موسى عليہ السلام تك پہنچ گيا اور اس نے بنى اسرائيل كے ہمرا ہ دريائے نيل كو عبور كيا، نيز يہ بھى كہا گيا ہے كہ جب اس كے قتل كا منصوبہ بن چكا تو اس نے اپنے آپ كو ايك پہاڑ مي</w:t>
      </w:r>
      <w:r w:rsidR="007D6C9B">
        <w:rPr>
          <w:rtl/>
        </w:rPr>
        <w:t xml:space="preserve">ں </w:t>
      </w:r>
      <w:r>
        <w:rPr>
          <w:rtl/>
        </w:rPr>
        <w:t>چھپاليا اور نگاہو</w:t>
      </w:r>
      <w:r w:rsidR="007D6C9B">
        <w:rPr>
          <w:rtl/>
        </w:rPr>
        <w:t xml:space="preserve">ں </w:t>
      </w:r>
      <w:r>
        <w:rPr>
          <w:rtl/>
        </w:rPr>
        <w:t xml:space="preserve">سے اوجھل ہوگيا _ </w:t>
      </w:r>
    </w:p>
    <w:p w:rsidR="00DE2D7F" w:rsidRDefault="00DE2D7F" w:rsidP="00D07B54">
      <w:pPr>
        <w:pStyle w:val="libNormal"/>
        <w:rPr>
          <w:rtl/>
        </w:rPr>
      </w:pPr>
      <w:r>
        <w:rPr>
          <w:rtl/>
        </w:rPr>
        <w:t>يہ دونو</w:t>
      </w:r>
      <w:r w:rsidR="007D6C9B">
        <w:rPr>
          <w:rtl/>
        </w:rPr>
        <w:t xml:space="preserve">ں </w:t>
      </w:r>
      <w:r>
        <w:rPr>
          <w:rtl/>
        </w:rPr>
        <w:t>روايات آپس مي</w:t>
      </w:r>
      <w:r w:rsidR="007D6C9B">
        <w:rPr>
          <w:rtl/>
        </w:rPr>
        <w:t xml:space="preserve">ں </w:t>
      </w:r>
      <w:r>
        <w:rPr>
          <w:rtl/>
        </w:rPr>
        <w:t>مختلف نہي</w:t>
      </w:r>
      <w:r w:rsidR="007D6C9B">
        <w:rPr>
          <w:rtl/>
        </w:rPr>
        <w:t xml:space="preserve">ں </w:t>
      </w:r>
      <w:r>
        <w:rPr>
          <w:rtl/>
        </w:rPr>
        <w:t>ہي</w:t>
      </w:r>
      <w:r w:rsidR="007D6C9B">
        <w:rPr>
          <w:rtl/>
        </w:rPr>
        <w:t xml:space="preserve">ں </w:t>
      </w:r>
      <w:r>
        <w:rPr>
          <w:rtl/>
        </w:rPr>
        <w:t xml:space="preserve">كيونكہ ممكن ہے كہ پہلے وہ شہر سے مخفى ہوگيا ہو اور پھر بنى اسرائيل سے جا ملاہو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مومن آيت</w:t>
      </w:r>
      <w:r w:rsidR="00E664BB">
        <w:rPr>
          <w:rtl/>
        </w:rPr>
        <w:t>45</w:t>
      </w:r>
      <w:r>
        <w:rPr>
          <w:rtl/>
        </w:rPr>
        <w:t xml:space="preserve"> </w:t>
      </w:r>
    </w:p>
    <w:p w:rsidR="00064A1D" w:rsidRDefault="001648F9" w:rsidP="00D07B54">
      <w:pPr>
        <w:pStyle w:val="libNormal"/>
        <w:rPr>
          <w:rtl/>
        </w:rPr>
      </w:pPr>
      <w:r>
        <w:rPr>
          <w:rtl/>
        </w:rPr>
        <w:t xml:space="preserve"> </w:t>
      </w:r>
      <w:r>
        <w:rPr>
          <w:rtl/>
        </w:rPr>
        <w:br w:type="page"/>
      </w:r>
    </w:p>
    <w:p w:rsidR="00064A1D" w:rsidRDefault="00064A1D" w:rsidP="00D07B54">
      <w:pPr>
        <w:pStyle w:val="libNormal"/>
        <w:rPr>
          <w:rtl/>
        </w:rPr>
      </w:pPr>
    </w:p>
    <w:p w:rsidR="00064A1D" w:rsidRDefault="00DE2D7F" w:rsidP="00D07B54">
      <w:pPr>
        <w:pStyle w:val="Heading2Center"/>
        <w:rPr>
          <w:rtl/>
        </w:rPr>
      </w:pPr>
      <w:bookmarkStart w:id="236" w:name="_Toc7268633"/>
      <w:r>
        <w:rPr>
          <w:rtl/>
        </w:rPr>
        <w:t>موسى كے خدا كى خبرلاتا ہو</w:t>
      </w:r>
      <w:r w:rsidR="007D6C9B">
        <w:rPr>
          <w:rtl/>
        </w:rPr>
        <w:t>ں</w:t>
      </w:r>
      <w:bookmarkEnd w:id="236"/>
    </w:p>
    <w:p w:rsidR="00DE2D7F" w:rsidRDefault="007D6C9B" w:rsidP="00D07B54">
      <w:pPr>
        <w:pStyle w:val="libNormal"/>
        <w:rPr>
          <w:rtl/>
        </w:rPr>
      </w:pPr>
      <w:r>
        <w:rPr>
          <w:rtl/>
        </w:rPr>
        <w:t xml:space="preserve"> </w:t>
      </w:r>
      <w:r w:rsidR="00DE2D7F">
        <w:rPr>
          <w:rtl/>
        </w:rPr>
        <w:t>اگرچہ مومن آل فرعون كى باتو</w:t>
      </w:r>
      <w:r>
        <w:rPr>
          <w:rtl/>
        </w:rPr>
        <w:t xml:space="preserve">ں </w:t>
      </w:r>
      <w:r w:rsidR="00DE2D7F">
        <w:rPr>
          <w:rtl/>
        </w:rPr>
        <w:t>نے فرعون كے دل پر اس قدر اثر كيا كہ وہ موسى عليہ السلام كے قتل سے تو باز آگيا ليكن پھر بھى غرور كى چوٹى سے نيچے نہ اترا اور اپنى شيطنت سے بھى بازنہ آيا اور نہ ہى حق بات قبول كرنے پر آمادہ ہوا كيونكہ فرعون كے پاس اس بات كى نہ توصلاحيت تھى اور نہ ہى لياقت لہذا اپنے شيطنت آميز اعمال كو جارى ركھتے ہوئے اس نے ايك نئے كام كى تجويز پيش كى اور وہ ہے آسمانو</w:t>
      </w:r>
      <w:r>
        <w:rPr>
          <w:rtl/>
        </w:rPr>
        <w:t xml:space="preserve">ں </w:t>
      </w:r>
      <w:r w:rsidR="00DE2D7F">
        <w:rPr>
          <w:rtl/>
        </w:rPr>
        <w:t xml:space="preserve">پر چڑھنے كے لئے ايك بلندو بالابرج كى تعمير تاكہ اس پر چڑھ كر موسى كے خدا كى خبر لے آئے _ </w:t>
      </w:r>
    </w:p>
    <w:p w:rsidR="00DE2D7F" w:rsidRDefault="00DE2D7F" w:rsidP="00D07B54">
      <w:pPr>
        <w:pStyle w:val="libNormal"/>
        <w:rPr>
          <w:rtl/>
        </w:rPr>
      </w:pPr>
      <w:r>
        <w:rPr>
          <w:rtl/>
        </w:rPr>
        <w:t>فرعون نے كہا: اے ہامان : ميرے لئے ايك بلند عمارت تيار كروتاكہ مي</w:t>
      </w:r>
      <w:r w:rsidR="007D6C9B">
        <w:rPr>
          <w:rtl/>
        </w:rPr>
        <w:t xml:space="preserve">ں </w:t>
      </w:r>
      <w:r>
        <w:rPr>
          <w:rtl/>
        </w:rPr>
        <w:t>اسباب وذرائع تك پہنچ سكو</w:t>
      </w:r>
      <w:r w:rsidR="007D6C9B">
        <w:rPr>
          <w:rtl/>
        </w:rPr>
        <w:t xml:space="preserve">ں </w:t>
      </w:r>
      <w:r>
        <w:rPr>
          <w:rtl/>
        </w:rPr>
        <w:t>ايسے اسباب وذرائع جو مجھے آسمانو</w:t>
      </w:r>
      <w:r w:rsidR="007D6C9B">
        <w:rPr>
          <w:rtl/>
        </w:rPr>
        <w:t xml:space="preserve">ں </w:t>
      </w:r>
      <w:r>
        <w:rPr>
          <w:rtl/>
        </w:rPr>
        <w:t>تك لے جاسكي</w:t>
      </w:r>
      <w:r w:rsidR="007D6C9B">
        <w:rPr>
          <w:rtl/>
        </w:rPr>
        <w:t xml:space="preserve">ں </w:t>
      </w:r>
      <w:r>
        <w:rPr>
          <w:rtl/>
        </w:rPr>
        <w:t>تاكہ مي</w:t>
      </w:r>
      <w:r w:rsidR="007D6C9B">
        <w:rPr>
          <w:rtl/>
        </w:rPr>
        <w:t xml:space="preserve">ں </w:t>
      </w:r>
      <w:r>
        <w:rPr>
          <w:rtl/>
        </w:rPr>
        <w:t>موسى كے خدا سے باخبر ہوسكو</w:t>
      </w:r>
      <w:r w:rsidR="007D6C9B">
        <w:rPr>
          <w:rtl/>
        </w:rPr>
        <w:t xml:space="preserve">ں </w:t>
      </w:r>
      <w:r>
        <w:rPr>
          <w:rtl/>
        </w:rPr>
        <w:t>ہر چند كہ مي</w:t>
      </w:r>
      <w:r w:rsidR="007D6C9B">
        <w:rPr>
          <w:rtl/>
        </w:rPr>
        <w:t xml:space="preserve">ں </w:t>
      </w:r>
      <w:r>
        <w:rPr>
          <w:rtl/>
        </w:rPr>
        <w:t>گمان كرتاہو</w:t>
      </w:r>
      <w:r w:rsidR="007D6C9B">
        <w:rPr>
          <w:rtl/>
        </w:rPr>
        <w:t xml:space="preserve">ں </w:t>
      </w:r>
      <w:r>
        <w:rPr>
          <w:rtl/>
        </w:rPr>
        <w:t xml:space="preserve">كہ وہ جھوٹاہے _ </w:t>
      </w:r>
    </w:p>
    <w:p w:rsidR="00DE2D7F" w:rsidRDefault="00DE2D7F" w:rsidP="00D07B54">
      <w:pPr>
        <w:pStyle w:val="libNormal"/>
        <w:rPr>
          <w:rtl/>
        </w:rPr>
      </w:pPr>
      <w:r>
        <w:rPr>
          <w:rtl/>
        </w:rPr>
        <w:t>جى ہا</w:t>
      </w:r>
      <w:r w:rsidR="007D6C9B">
        <w:rPr>
          <w:rtl/>
        </w:rPr>
        <w:t xml:space="preserve">ں </w:t>
      </w:r>
      <w:r>
        <w:rPr>
          <w:rtl/>
        </w:rPr>
        <w:t>اس قسم كے برے اعمال فرعون كى نظر مي</w:t>
      </w:r>
      <w:r w:rsidR="007D6C9B">
        <w:rPr>
          <w:rtl/>
        </w:rPr>
        <w:t xml:space="preserve">ں </w:t>
      </w:r>
      <w:r>
        <w:rPr>
          <w:rtl/>
        </w:rPr>
        <w:t>مزين كرديئے گئے تھے اور انھو</w:t>
      </w:r>
      <w:r w:rsidR="007D6C9B">
        <w:rPr>
          <w:rtl/>
        </w:rPr>
        <w:t xml:space="preserve">ں </w:t>
      </w:r>
      <w:r>
        <w:rPr>
          <w:rtl/>
        </w:rPr>
        <w:t>نے اسے راہ حق سے روك ديا تھا ،ليكن فرعون كى سازش اور چالو</w:t>
      </w:r>
      <w:r w:rsidR="007D6C9B">
        <w:rPr>
          <w:rtl/>
        </w:rPr>
        <w:t xml:space="preserve">ں </w:t>
      </w:r>
      <w:r>
        <w:rPr>
          <w:rtl/>
        </w:rPr>
        <w:t>كا انجام نقصان اور تباہى كے سوا كچھ نہي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سب سے پہلى چيز جو يہا</w:t>
      </w:r>
      <w:r w:rsidR="007D6C9B">
        <w:rPr>
          <w:rtl/>
        </w:rPr>
        <w:t xml:space="preserve">ں </w:t>
      </w:r>
      <w:r>
        <w:rPr>
          <w:rtl/>
        </w:rPr>
        <w:t>پر نظر آتى ہے وہ يہ ہے كہ آخر اس كام سے فرعون كا مقصد كيا تھا؟ آياوہ واقعاً اس حدتك احمق تھا كہ گمان كرنے لگا كہ موسى كا خدا آسمان مي</w:t>
      </w:r>
      <w:r w:rsidR="007D6C9B">
        <w:rPr>
          <w:rtl/>
        </w:rPr>
        <w:t xml:space="preserve">ں </w:t>
      </w:r>
      <w:r>
        <w:rPr>
          <w:rtl/>
        </w:rPr>
        <w:t>ہے ؟ بالفرض اگر آسمان مي</w:t>
      </w:r>
      <w:r w:rsidR="007D6C9B">
        <w:rPr>
          <w:rtl/>
        </w:rPr>
        <w:t xml:space="preserve">ں </w:t>
      </w:r>
      <w:r>
        <w:rPr>
          <w:rtl/>
        </w:rPr>
        <w:t>ہو بھى تو آسمان سے باتي</w:t>
      </w:r>
      <w:r w:rsidR="007D6C9B">
        <w:rPr>
          <w:rtl/>
        </w:rPr>
        <w:t xml:space="preserve">ں </w:t>
      </w:r>
      <w:r>
        <w:rPr>
          <w:rtl/>
        </w:rPr>
        <w:t>كرنے والے پہاڑو</w:t>
      </w:r>
      <w:r w:rsidR="007D6C9B">
        <w:rPr>
          <w:rtl/>
        </w:rPr>
        <w:t xml:space="preserve">ں </w:t>
      </w:r>
      <w:r>
        <w:rPr>
          <w:rtl/>
        </w:rPr>
        <w:t>كے ہوتے ہوئے اس عمارت كے بنانے كى كيا ضرورت تھى جو پہاڑو</w:t>
      </w:r>
      <w:r w:rsidR="007D6C9B">
        <w:rPr>
          <w:rtl/>
        </w:rPr>
        <w:t xml:space="preserve">ں </w:t>
      </w:r>
      <w:r>
        <w:rPr>
          <w:rtl/>
        </w:rPr>
        <w:t xml:space="preserve">كى اونچائي كے سامنے بالكل ناچيز تھي؟ اور كيا اس طرح سے وہ آسمان تك پہنچ بھى سكتا تھا؟ </w:t>
      </w:r>
    </w:p>
    <w:p w:rsidR="00DE2D7F" w:rsidRDefault="00DE2D7F" w:rsidP="00D07B54">
      <w:pPr>
        <w:pStyle w:val="libNormal"/>
        <w:rPr>
          <w:rtl/>
        </w:rPr>
      </w:pPr>
      <w:r>
        <w:rPr>
          <w:rtl/>
        </w:rPr>
        <w:t>يہ بات تو بہت ہى بعيد معلوم ہوتى ہے كيونكہ فرعون مغرور اور متكبر ہونے كے باوجود سمجھ دار اور سياستدا</w:t>
      </w:r>
      <w:r w:rsidR="007D6C9B">
        <w:rPr>
          <w:rtl/>
        </w:rPr>
        <w:t xml:space="preserve">ں </w:t>
      </w:r>
      <w:r>
        <w:rPr>
          <w:rtl/>
        </w:rPr>
        <w:t>شخص تو ضرورتھا جس كى وجہ سے اس نے ايك عظيم ملت كو اپنى زنجيرو</w:t>
      </w:r>
      <w:r w:rsidR="007D6C9B">
        <w:rPr>
          <w:rtl/>
        </w:rPr>
        <w:t xml:space="preserve">ں </w:t>
      </w:r>
      <w:r>
        <w:rPr>
          <w:rtl/>
        </w:rPr>
        <w:t>مي</w:t>
      </w:r>
      <w:r w:rsidR="007D6C9B">
        <w:rPr>
          <w:rtl/>
        </w:rPr>
        <w:t xml:space="preserve">ں </w:t>
      </w:r>
      <w:r>
        <w:rPr>
          <w:rtl/>
        </w:rPr>
        <w:t xml:space="preserve">جكڑا تھا اور بڑے زور دار طريقے سے اس پر حكومت كرتارہا لہذا اس قسم كے افراد كى ہر ہر بات اور ہر ہر حركت شيطانى حركات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مومن آيت</w:t>
      </w:r>
      <w:r w:rsidR="00E664BB">
        <w:rPr>
          <w:rtl/>
        </w:rPr>
        <w:t>37</w:t>
      </w:r>
      <w:r>
        <w:rPr>
          <w:rtl/>
        </w:rPr>
        <w:t xml:space="preserve"> </w:t>
      </w:r>
    </w:p>
    <w:p w:rsidR="00064A1D" w:rsidRDefault="00C2634E" w:rsidP="00D07B54">
      <w:pPr>
        <w:pStyle w:val="libNormal"/>
        <w:rPr>
          <w:rtl/>
        </w:rPr>
      </w:pPr>
      <w:r>
        <w:rPr>
          <w:rtl/>
        </w:rPr>
        <w:t xml:space="preserve"> </w:t>
      </w:r>
      <w:r>
        <w:rPr>
          <w:rtl/>
        </w:rPr>
        <w:br w:type="page"/>
      </w:r>
    </w:p>
    <w:p w:rsidR="00064A1D" w:rsidRDefault="00064A1D" w:rsidP="00D07B54">
      <w:pPr>
        <w:pStyle w:val="libNormal"/>
        <w:rPr>
          <w:rtl/>
        </w:rPr>
      </w:pPr>
    </w:p>
    <w:p w:rsidR="00DE2D7F" w:rsidRDefault="00DE2D7F" w:rsidP="00D07B54">
      <w:pPr>
        <w:pStyle w:val="libNormal"/>
        <w:rPr>
          <w:rtl/>
        </w:rPr>
      </w:pPr>
      <w:r>
        <w:rPr>
          <w:rtl/>
        </w:rPr>
        <w:t>وسكنات كى آئينہ دار ہوتى ہي</w:t>
      </w:r>
      <w:r w:rsidR="007D6C9B">
        <w:rPr>
          <w:rtl/>
        </w:rPr>
        <w:t xml:space="preserve">ں </w:t>
      </w:r>
      <w:r>
        <w:rPr>
          <w:rtl/>
        </w:rPr>
        <w:t xml:space="preserve">لہذا سب سے پہلے اس كے اس شيطانى منصوبے كا تجزيہ وتحليل كرنا چاہئے كہ آخر ايسى عمارت كى تعمير كا مقصد كيا تھا ؟ </w:t>
      </w:r>
    </w:p>
    <w:p w:rsidR="00DE2D7F" w:rsidRDefault="00DE2D7F" w:rsidP="00D07B54">
      <w:pPr>
        <w:pStyle w:val="libNormal"/>
        <w:rPr>
          <w:rtl/>
        </w:rPr>
      </w:pPr>
      <w:r>
        <w:rPr>
          <w:rtl/>
        </w:rPr>
        <w:t xml:space="preserve">بظاہر يہ معلوم ہوتا ہے كہ فرعون نے ان چند مقاصد كے پيش نظر ايسا اقدام كيا : </w:t>
      </w:r>
    </w:p>
    <w:p w:rsidR="00DE2D7F" w:rsidRDefault="00E664BB" w:rsidP="00D07B54">
      <w:pPr>
        <w:pStyle w:val="libNormal"/>
        <w:rPr>
          <w:rtl/>
        </w:rPr>
      </w:pPr>
      <w:r>
        <w:rPr>
          <w:rtl/>
        </w:rPr>
        <w:t>1</w:t>
      </w:r>
      <w:r w:rsidR="00DE2D7F">
        <w:rPr>
          <w:rtl/>
        </w:rPr>
        <w:t>_وہ چاہتا تھا كہ لوگو</w:t>
      </w:r>
      <w:r w:rsidR="007D6C9B">
        <w:rPr>
          <w:rtl/>
        </w:rPr>
        <w:t xml:space="preserve">ں </w:t>
      </w:r>
      <w:r w:rsidR="00DE2D7F">
        <w:rPr>
          <w:rtl/>
        </w:rPr>
        <w:t>كى فكر كو مصروف ركھے موسى عليہ السلام كى نبوت اور بنى اسرائيل كے قيام كے مسئلہ سے ان كى توجہ ہٹانے كے لئے اس نے يہ منصوبہ تيار كيا، بعض مفسرين كے بقول يہ عمارت ايك نہايت ہى وسيع وعريض زمين مي</w:t>
      </w:r>
      <w:r w:rsidR="007D6C9B">
        <w:rPr>
          <w:rtl/>
        </w:rPr>
        <w:t xml:space="preserve">ں </w:t>
      </w:r>
      <w:r w:rsidR="00DE2D7F">
        <w:rPr>
          <w:rtl/>
        </w:rPr>
        <w:t>كھڑى كى گئي جس پر پچاس ہزار مزدور كام كرنے لگے اس تعميرى منصوبے نے دوسرے تمام مسائل كو بھلاديا جو</w:t>
      </w:r>
      <w:r w:rsidR="007D6C9B">
        <w:rPr>
          <w:rtl/>
        </w:rPr>
        <w:t xml:space="preserve">ں </w:t>
      </w:r>
      <w:r w:rsidR="00DE2D7F">
        <w:rPr>
          <w:rtl/>
        </w:rPr>
        <w:t>جو</w:t>
      </w:r>
      <w:r w:rsidR="007D6C9B">
        <w:rPr>
          <w:rtl/>
        </w:rPr>
        <w:t xml:space="preserve">ں </w:t>
      </w:r>
      <w:r w:rsidR="00DE2D7F">
        <w:rPr>
          <w:rtl/>
        </w:rPr>
        <w:t>عمارت بلند ہوتى جاتى تھى تو</w:t>
      </w:r>
      <w:r w:rsidR="007D6C9B">
        <w:rPr>
          <w:rtl/>
        </w:rPr>
        <w:t xml:space="preserve">ں </w:t>
      </w:r>
      <w:r w:rsidR="00DE2D7F">
        <w:rPr>
          <w:rtl/>
        </w:rPr>
        <w:t>تو</w:t>
      </w:r>
      <w:r w:rsidR="007D6C9B">
        <w:rPr>
          <w:rtl/>
        </w:rPr>
        <w:t xml:space="preserve">ں </w:t>
      </w:r>
      <w:r w:rsidR="00DE2D7F">
        <w:rPr>
          <w:rtl/>
        </w:rPr>
        <w:t>لوگو</w:t>
      </w:r>
      <w:r w:rsidR="007D6C9B">
        <w:rPr>
          <w:rtl/>
        </w:rPr>
        <w:t xml:space="preserve">ں </w:t>
      </w:r>
      <w:r w:rsidR="00DE2D7F">
        <w:rPr>
          <w:rtl/>
        </w:rPr>
        <w:t>كى توجہ اس كى طرف زيادہ مبذول ہوتى تھى ہر جگہ اور ہر محفل مي</w:t>
      </w:r>
      <w:r w:rsidR="007D6C9B">
        <w:rPr>
          <w:rtl/>
        </w:rPr>
        <w:t xml:space="preserve">ں </w:t>
      </w:r>
      <w:r w:rsidR="00DE2D7F">
        <w:rPr>
          <w:rtl/>
        </w:rPr>
        <w:t>نئي خبر كے عنوان سے اس كے چرچے تھے اس نے وقتى طور پر جادو گرو</w:t>
      </w:r>
      <w:r w:rsidR="007D6C9B">
        <w:rPr>
          <w:rtl/>
        </w:rPr>
        <w:t xml:space="preserve">ں </w:t>
      </w:r>
      <w:r w:rsidR="00DE2D7F">
        <w:rPr>
          <w:rtl/>
        </w:rPr>
        <w:t>پر موسى عليہ السلام كى كاميابى كو جو كہ فرعون اور فرعونيو</w:t>
      </w:r>
      <w:r w:rsidR="007D6C9B">
        <w:rPr>
          <w:rtl/>
        </w:rPr>
        <w:t xml:space="preserve">ں </w:t>
      </w:r>
      <w:r w:rsidR="00DE2D7F">
        <w:rPr>
          <w:rtl/>
        </w:rPr>
        <w:t>كے پيكر پر ايك كارى ضرب تھى لوگو</w:t>
      </w:r>
      <w:r w:rsidR="007D6C9B">
        <w:rPr>
          <w:rtl/>
        </w:rPr>
        <w:t xml:space="preserve">ں </w:t>
      </w:r>
      <w:r w:rsidR="00DE2D7F">
        <w:rPr>
          <w:rtl/>
        </w:rPr>
        <w:t>كے ذہنو</w:t>
      </w:r>
      <w:r w:rsidR="007D6C9B">
        <w:rPr>
          <w:rtl/>
        </w:rPr>
        <w:t xml:space="preserve">ں </w:t>
      </w:r>
      <w:r w:rsidR="00DE2D7F">
        <w:rPr>
          <w:rtl/>
        </w:rPr>
        <w:t xml:space="preserve">سے فراموش كرديا _ </w:t>
      </w:r>
    </w:p>
    <w:p w:rsidR="00DE2D7F" w:rsidRDefault="00E664BB" w:rsidP="00D07B54">
      <w:pPr>
        <w:pStyle w:val="libNormal"/>
        <w:rPr>
          <w:rtl/>
        </w:rPr>
      </w:pPr>
      <w:r>
        <w:rPr>
          <w:rtl/>
        </w:rPr>
        <w:t>2</w:t>
      </w:r>
      <w:r w:rsidR="00DE2D7F">
        <w:rPr>
          <w:rtl/>
        </w:rPr>
        <w:t>_ وہ چاہتا تھا كہ اس طرح سے زحمت كش اور مزوور طبقے كى جزوى مادى اور اقتصادى امداد كرے اور عارضى طور پر ہى سہى بيكار لوگو</w:t>
      </w:r>
      <w:r w:rsidR="007D6C9B">
        <w:rPr>
          <w:rtl/>
        </w:rPr>
        <w:t xml:space="preserve">ں </w:t>
      </w:r>
      <w:r w:rsidR="00DE2D7F">
        <w:rPr>
          <w:rtl/>
        </w:rPr>
        <w:t>كے لئے كام مہيا كرے تاكہ تھوڑاسا اس كے مظالم كو فراموش كردي</w:t>
      </w:r>
      <w:r w:rsidR="007D6C9B">
        <w:rPr>
          <w:rtl/>
        </w:rPr>
        <w:t xml:space="preserve">ں </w:t>
      </w:r>
      <w:r w:rsidR="00DE2D7F">
        <w:rPr>
          <w:rtl/>
        </w:rPr>
        <w:t>اور اس كے خزانے كى لوگو</w:t>
      </w:r>
      <w:r w:rsidR="007D6C9B">
        <w:rPr>
          <w:rtl/>
        </w:rPr>
        <w:t xml:space="preserve">ں </w:t>
      </w:r>
      <w:r w:rsidR="00DE2D7F">
        <w:rPr>
          <w:rtl/>
        </w:rPr>
        <w:t xml:space="preserve">كو زيادہ سے زيادہ احتياج محسوس ہو _ </w:t>
      </w:r>
    </w:p>
    <w:p w:rsidR="00DE2D7F" w:rsidRDefault="00E664BB" w:rsidP="00D07B54">
      <w:pPr>
        <w:pStyle w:val="libNormal"/>
        <w:rPr>
          <w:rtl/>
        </w:rPr>
      </w:pPr>
      <w:r>
        <w:rPr>
          <w:rtl/>
        </w:rPr>
        <w:t>3</w:t>
      </w:r>
      <w:r w:rsidR="00DE2D7F">
        <w:rPr>
          <w:rtl/>
        </w:rPr>
        <w:t>_پروگرام يہ تھا كہ جب عمارت پايہ تكميل كو پہنچ جائے، تو وہ اس پر چڑھ كر آسمان كى طرف نگاہ كرے اور شايد چلہ كمان مي</w:t>
      </w:r>
      <w:r w:rsidR="007D6C9B">
        <w:rPr>
          <w:rtl/>
        </w:rPr>
        <w:t xml:space="preserve">ں </w:t>
      </w:r>
      <w:r w:rsidR="00DE2D7F">
        <w:rPr>
          <w:rtl/>
        </w:rPr>
        <w:t>ركھ كر تير چلائے اور وہ واپس لوٹ آئے تو لوگو</w:t>
      </w:r>
      <w:r w:rsidR="007D6C9B">
        <w:rPr>
          <w:rtl/>
        </w:rPr>
        <w:t xml:space="preserve">ں </w:t>
      </w:r>
      <w:r w:rsidR="00DE2D7F">
        <w:rPr>
          <w:rtl/>
        </w:rPr>
        <w:t>كو احمق بنانے كے لئے كہے كہ موسى كا خدا جو كچھ بھى تھا آج اس كا خاتمہ ہو گيا ہے اب ہر شخص بالكل مطمئن ہوكر اپنے اپنے كام مي</w:t>
      </w:r>
      <w:r w:rsidR="007D6C9B">
        <w:rPr>
          <w:rtl/>
        </w:rPr>
        <w:t xml:space="preserve">ں </w:t>
      </w:r>
      <w:r w:rsidR="00DE2D7F">
        <w:rPr>
          <w:rtl/>
        </w:rPr>
        <w:t xml:space="preserve">مصروف ہوجائے _ </w:t>
      </w:r>
    </w:p>
    <w:p w:rsidR="00DE2D7F" w:rsidRDefault="00DE2D7F" w:rsidP="00D07B54">
      <w:pPr>
        <w:pStyle w:val="libNormal"/>
        <w:rPr>
          <w:rtl/>
        </w:rPr>
      </w:pPr>
      <w:r>
        <w:rPr>
          <w:rtl/>
        </w:rPr>
        <w:t>وگرنہ فرعون كے لئے تو صاف ظاہر تھا كہ اس كى عمارت جتنى بھى بلند ہو چند سو ميڑسے زيادہ تو اونچى نہي</w:t>
      </w:r>
      <w:r w:rsidR="007D6C9B">
        <w:rPr>
          <w:rtl/>
        </w:rPr>
        <w:t xml:space="preserve">ں </w:t>
      </w:r>
      <w:r>
        <w:rPr>
          <w:rtl/>
        </w:rPr>
        <w:t xml:space="preserve">جاسكتى تھى جبكہ آسمان اس سے كئي گنا بلند اور اونچے تھے، پھريہ كہ اگر بلند ترين مقام پر بھى كھڑے ہوكر آسمان كى طرف ديكھا جائے تو اس كا منظر بغير كسى كمى بيشى كے ويسے ہى نظر آتا ہے جيسے سطح زمين سے _ </w:t>
      </w:r>
    </w:p>
    <w:p w:rsidR="00064A1D" w:rsidRDefault="001648F9" w:rsidP="00D07B54">
      <w:pPr>
        <w:pStyle w:val="libNormal"/>
        <w:rPr>
          <w:rtl/>
        </w:rPr>
      </w:pPr>
      <w:r>
        <w:rPr>
          <w:rtl/>
        </w:rPr>
        <w:t xml:space="preserve"> </w:t>
      </w:r>
      <w:r>
        <w:rPr>
          <w:rtl/>
        </w:rPr>
        <w:br w:type="page"/>
      </w:r>
    </w:p>
    <w:p w:rsidR="00064A1D" w:rsidRDefault="00064A1D" w:rsidP="00D07B54">
      <w:pPr>
        <w:pStyle w:val="libNormal"/>
        <w:rPr>
          <w:rtl/>
        </w:rPr>
      </w:pPr>
    </w:p>
    <w:p w:rsidR="00DE2D7F" w:rsidRDefault="00DE2D7F" w:rsidP="00D07B54">
      <w:pPr>
        <w:pStyle w:val="libNormal"/>
        <w:rPr>
          <w:rtl/>
        </w:rPr>
      </w:pPr>
      <w:r>
        <w:rPr>
          <w:rtl/>
        </w:rPr>
        <w:t>يہ بات بھى قابل توجہ ہے كہ فرعون نے يہ بات كركے درحقيقت موسى عليہ السلام كے مقابلے سے ايك قسم كى پسپائي اختيار كى جبكہ اس نے كہا كہ مي</w:t>
      </w:r>
      <w:r w:rsidR="007D6C9B">
        <w:rPr>
          <w:rtl/>
        </w:rPr>
        <w:t xml:space="preserve">ں </w:t>
      </w:r>
      <w:r>
        <w:rPr>
          <w:rtl/>
        </w:rPr>
        <w:t>موسى كے خدا كے بارے مي</w:t>
      </w:r>
      <w:r w:rsidR="007D6C9B">
        <w:rPr>
          <w:rtl/>
        </w:rPr>
        <w:t xml:space="preserve">ں </w:t>
      </w:r>
      <w:r>
        <w:rPr>
          <w:rtl/>
        </w:rPr>
        <w:t>تحقيق كرنا چاہتاہو</w:t>
      </w:r>
      <w:r w:rsidR="007D6C9B">
        <w:rPr>
          <w:rtl/>
        </w:rPr>
        <w:t xml:space="preserve">ں </w:t>
      </w:r>
      <w:r>
        <w:rPr>
          <w:rtl/>
        </w:rPr>
        <w:t>'' فاطلع الى الہ موسى '' اور ساتھ ہى يہ بھى كہتا ہے كہ'' ہر چند كہ مي</w:t>
      </w:r>
      <w:r w:rsidR="007D6C9B">
        <w:rPr>
          <w:rtl/>
        </w:rPr>
        <w:t xml:space="preserve">ں </w:t>
      </w:r>
      <w:r>
        <w:rPr>
          <w:rtl/>
        </w:rPr>
        <w:t>اسے جھوٹا گمان كرتا ہو</w:t>
      </w:r>
      <w:r w:rsidR="007D6C9B">
        <w:rPr>
          <w:rtl/>
        </w:rPr>
        <w:t xml:space="preserve">ں </w:t>
      </w:r>
      <w:r>
        <w:rPr>
          <w:rtl/>
        </w:rPr>
        <w:t xml:space="preserve">'' اس طرح سے وہ يقين كى منزل سے ہٹ كر شك اور گمان كے مرحلے تك نيچے آجاتاہے _ </w:t>
      </w:r>
    </w:p>
    <w:p w:rsidR="00DE2D7F" w:rsidRDefault="00DE2D7F" w:rsidP="00D07B54">
      <w:pPr>
        <w:pStyle w:val="libNormal"/>
        <w:rPr>
          <w:rtl/>
        </w:rPr>
      </w:pPr>
      <w:r>
        <w:rPr>
          <w:rtl/>
        </w:rPr>
        <w:t>اس مسئلے مي</w:t>
      </w:r>
      <w:r w:rsidR="007D6C9B">
        <w:rPr>
          <w:rtl/>
        </w:rPr>
        <w:t xml:space="preserve">ں </w:t>
      </w:r>
      <w:r>
        <w:rPr>
          <w:rtl/>
        </w:rPr>
        <w:t>مفسرين كے ايك گروہ نے (مثلاً فخر رازى اور آلوسى نے ) يہ سوال بھى اٹھايا ہے كہ آيا : فرعون نے اپنا مجوزہ بلند مينار تعمير كرايا تھا يانہي</w:t>
      </w:r>
      <w:r w:rsidR="007D6C9B">
        <w:rPr>
          <w:rtl/>
        </w:rPr>
        <w:t xml:space="preserve">ں </w:t>
      </w:r>
      <w:r>
        <w:rPr>
          <w:rtl/>
        </w:rPr>
        <w:t xml:space="preserve">؟ </w:t>
      </w:r>
    </w:p>
    <w:p w:rsidR="00DE2D7F" w:rsidRDefault="00DE2D7F" w:rsidP="00D07B54">
      <w:pPr>
        <w:pStyle w:val="libNormal"/>
        <w:rPr>
          <w:rtl/>
        </w:rPr>
      </w:pPr>
      <w:r>
        <w:rPr>
          <w:rtl/>
        </w:rPr>
        <w:t>ان مفسرين كا ذہن اس طرف اس لئے منتقل ہوا كہ مينار كى تعمير كا كام كسى طرح بھى عاقلانہ نہ تھا كيا اس عہد كے لوگ كبھى بلند پہاڑو</w:t>
      </w:r>
      <w:r w:rsidR="007D6C9B">
        <w:rPr>
          <w:rtl/>
        </w:rPr>
        <w:t xml:space="preserve">ں </w:t>
      </w:r>
      <w:r>
        <w:rPr>
          <w:rtl/>
        </w:rPr>
        <w:t>پر نہي</w:t>
      </w:r>
      <w:r w:rsidR="007D6C9B">
        <w:rPr>
          <w:rtl/>
        </w:rPr>
        <w:t xml:space="preserve">ں </w:t>
      </w:r>
      <w:r>
        <w:rPr>
          <w:rtl/>
        </w:rPr>
        <w:t>چڑھے تھے ؟ اور انھو</w:t>
      </w:r>
      <w:r w:rsidR="007D6C9B">
        <w:rPr>
          <w:rtl/>
        </w:rPr>
        <w:t xml:space="preserve">ں </w:t>
      </w:r>
      <w:r>
        <w:rPr>
          <w:rtl/>
        </w:rPr>
        <w:t>نے آسمان كے منظر كو ويسا ہى نہي</w:t>
      </w:r>
      <w:r w:rsidR="007D6C9B">
        <w:rPr>
          <w:rtl/>
        </w:rPr>
        <w:t xml:space="preserve">ں </w:t>
      </w:r>
      <w:r>
        <w:rPr>
          <w:rtl/>
        </w:rPr>
        <w:t xml:space="preserve">ديكھا تھا جيسا كہ وہ زمين سے نظرآتا ہے ؟كيا انسان كا بنايا ہوا مينار پہاڑسے زيادہ اونچا ہوسكتا ہے ؟ كيا كوئي احمق بھى يہ يقين كرسكتا ہے كہ ايسے مينار پر چڑھ كر آسمان كو چھوا جاسكتا ہے ؟ </w:t>
      </w:r>
    </w:p>
    <w:p w:rsidR="00DE2D7F" w:rsidRDefault="00DE2D7F" w:rsidP="00D07B54">
      <w:pPr>
        <w:pStyle w:val="libNormal"/>
        <w:rPr>
          <w:rtl/>
        </w:rPr>
      </w:pPr>
      <w:r>
        <w:rPr>
          <w:rtl/>
        </w:rPr>
        <w:t>ليكن وہ مفسرين جنہو</w:t>
      </w:r>
      <w:r w:rsidR="007D6C9B">
        <w:rPr>
          <w:rtl/>
        </w:rPr>
        <w:t xml:space="preserve">ں </w:t>
      </w:r>
      <w:r>
        <w:rPr>
          <w:rtl/>
        </w:rPr>
        <w:t>نے يہ اشكا لات پيدا كئے ہي</w:t>
      </w:r>
      <w:r w:rsidR="007D6C9B">
        <w:rPr>
          <w:rtl/>
        </w:rPr>
        <w:t xml:space="preserve">ں </w:t>
      </w:r>
      <w:r>
        <w:rPr>
          <w:rtl/>
        </w:rPr>
        <w:t>ان كى توجہ ان نكات كى طرف نہي</w:t>
      </w:r>
      <w:r w:rsidR="007D6C9B">
        <w:rPr>
          <w:rtl/>
        </w:rPr>
        <w:t xml:space="preserve">ں </w:t>
      </w:r>
      <w:r>
        <w:rPr>
          <w:rtl/>
        </w:rPr>
        <w:t>گئي كہ اول تو ملك مصر كو ہستانى نہي</w:t>
      </w:r>
      <w:r w:rsidR="007D6C9B">
        <w:rPr>
          <w:rtl/>
        </w:rPr>
        <w:t xml:space="preserve">ں </w:t>
      </w:r>
      <w:r>
        <w:rPr>
          <w:rtl/>
        </w:rPr>
        <w:t>دوم يہ كہ انہو</w:t>
      </w:r>
      <w:r w:rsidR="007D6C9B">
        <w:rPr>
          <w:rtl/>
        </w:rPr>
        <w:t xml:space="preserve">ں </w:t>
      </w:r>
      <w:r>
        <w:rPr>
          <w:rtl/>
        </w:rPr>
        <w:t>نے اس عہد كے لوگو</w:t>
      </w:r>
      <w:r w:rsidR="007D6C9B">
        <w:rPr>
          <w:rtl/>
        </w:rPr>
        <w:t xml:space="preserve">ں </w:t>
      </w:r>
      <w:r>
        <w:rPr>
          <w:rtl/>
        </w:rPr>
        <w:t>كى سادہ لوحى كو فراموش كرديا كہ ان سيدھے سادھے لوگو</w:t>
      </w:r>
      <w:r w:rsidR="007D6C9B">
        <w:rPr>
          <w:rtl/>
        </w:rPr>
        <w:t xml:space="preserve">ں </w:t>
      </w:r>
      <w:r>
        <w:rPr>
          <w:rtl/>
        </w:rPr>
        <w:t>كو ايسے ہى مسائل سے غافل كيا جاسكتا تھا يہا</w:t>
      </w:r>
      <w:r w:rsidR="007D6C9B">
        <w:rPr>
          <w:rtl/>
        </w:rPr>
        <w:t xml:space="preserve">ں </w:t>
      </w:r>
      <w:r>
        <w:rPr>
          <w:rtl/>
        </w:rPr>
        <w:t>تك كہ خود ہمارے زمانے جسے عصر علم ودانش كہا جاتاہے، لوگو</w:t>
      </w:r>
      <w:r w:rsidR="007D6C9B">
        <w:rPr>
          <w:rtl/>
        </w:rPr>
        <w:t xml:space="preserve">ں </w:t>
      </w:r>
      <w:r>
        <w:rPr>
          <w:rtl/>
        </w:rPr>
        <w:t>كى توجہ اصل مسائل سے ہٹانے كے لئے كيسے كيسے مكرو فريب اور حيلہ سازيا</w:t>
      </w:r>
      <w:r w:rsidR="007D6C9B">
        <w:rPr>
          <w:rtl/>
        </w:rPr>
        <w:t xml:space="preserve">ں </w:t>
      </w:r>
      <w:r>
        <w:rPr>
          <w:rtl/>
        </w:rPr>
        <w:t>كى جاتى ہي</w:t>
      </w:r>
      <w:r w:rsidR="007D6C9B">
        <w:rPr>
          <w:rtl/>
        </w:rPr>
        <w:t xml:space="preserve">ں </w:t>
      </w:r>
      <w:r>
        <w:rPr>
          <w:rtl/>
        </w:rPr>
        <w:t xml:space="preserve">_ </w:t>
      </w:r>
    </w:p>
    <w:p w:rsidR="00064A1D" w:rsidRDefault="00DE2D7F" w:rsidP="00D07B54">
      <w:pPr>
        <w:pStyle w:val="Heading2Center"/>
        <w:rPr>
          <w:rtl/>
        </w:rPr>
      </w:pPr>
      <w:bookmarkStart w:id="237" w:name="_Toc7268634"/>
      <w:r>
        <w:rPr>
          <w:rtl/>
        </w:rPr>
        <w:t>پچاس ہزار معمار برج بناتے ہي</w:t>
      </w:r>
      <w:r w:rsidR="007D6C9B">
        <w:rPr>
          <w:rtl/>
        </w:rPr>
        <w:t>ں</w:t>
      </w:r>
      <w:bookmarkEnd w:id="237"/>
    </w:p>
    <w:p w:rsidR="00DE2D7F" w:rsidRDefault="007D6C9B" w:rsidP="00D07B54">
      <w:pPr>
        <w:pStyle w:val="libNormal"/>
        <w:rPr>
          <w:rtl/>
        </w:rPr>
      </w:pPr>
      <w:r>
        <w:rPr>
          <w:rtl/>
        </w:rPr>
        <w:t xml:space="preserve"> </w:t>
      </w:r>
      <w:r w:rsidR="00DE2D7F">
        <w:rPr>
          <w:rtl/>
        </w:rPr>
        <w:t>بہر كيف _بعض تواريخ كے بيان كے مطابق، ہامان نے حكم ديا كہ ايسا محل اور برج بنانے كے لئے زمين كا ايك وسيع قطعہ انتخاب كري</w:t>
      </w:r>
      <w:r>
        <w:rPr>
          <w:rtl/>
        </w:rPr>
        <w:t xml:space="preserve">ں </w:t>
      </w:r>
      <w:r w:rsidR="00DE2D7F">
        <w:rPr>
          <w:rtl/>
        </w:rPr>
        <w:t>اور اس كى تعمير كے لئے پچاس ہزار معمار اور مزدور روانہ كردے اور اس عمارت كے واسطے مٹيريل فراہم كرنے كے لئے ہزارو</w:t>
      </w:r>
      <w:r>
        <w:rPr>
          <w:rtl/>
        </w:rPr>
        <w:t xml:space="preserve">ں </w:t>
      </w:r>
      <w:r w:rsidR="00DE2D7F">
        <w:rPr>
          <w:rtl/>
        </w:rPr>
        <w:t>آدمى مقرر كئے گئے اس نے خزانہ كا منہ كھول ديا اور اس مقصد كے لئے كثير رقم خرچ كى يہا</w:t>
      </w:r>
      <w:r>
        <w:rPr>
          <w:rtl/>
        </w:rPr>
        <w:t xml:space="preserve">ں </w:t>
      </w:r>
      <w:r w:rsidR="00DE2D7F">
        <w:rPr>
          <w:rtl/>
        </w:rPr>
        <w:t>تك كہ تمام ملك مصر مي</w:t>
      </w:r>
      <w:r>
        <w:rPr>
          <w:rtl/>
        </w:rPr>
        <w:t xml:space="preserve">ں </w:t>
      </w:r>
      <w:r w:rsidR="00DE2D7F">
        <w:rPr>
          <w:rtl/>
        </w:rPr>
        <w:t xml:space="preserve">اس عظيم برج كى تعمير كى شہرت ہوگئي _ </w:t>
      </w:r>
    </w:p>
    <w:p w:rsidR="00064A1D" w:rsidRDefault="001648F9" w:rsidP="00D07B54">
      <w:pPr>
        <w:pStyle w:val="libNormal"/>
        <w:rPr>
          <w:rtl/>
        </w:rPr>
      </w:pPr>
      <w:r>
        <w:rPr>
          <w:rtl/>
        </w:rPr>
        <w:t xml:space="preserve"> </w:t>
      </w:r>
      <w:r>
        <w:rPr>
          <w:rtl/>
        </w:rPr>
        <w:br w:type="page"/>
      </w:r>
    </w:p>
    <w:p w:rsidR="00064A1D" w:rsidRDefault="00064A1D" w:rsidP="00D07B54">
      <w:pPr>
        <w:pStyle w:val="libNormal"/>
        <w:rPr>
          <w:rtl/>
        </w:rPr>
      </w:pPr>
    </w:p>
    <w:p w:rsidR="00DE2D7F" w:rsidRDefault="00DE2D7F" w:rsidP="00D07B54">
      <w:pPr>
        <w:pStyle w:val="libNormal"/>
        <w:rPr>
          <w:rtl/>
        </w:rPr>
      </w:pPr>
      <w:r>
        <w:rPr>
          <w:rtl/>
        </w:rPr>
        <w:t xml:space="preserve">يہ عمارت جس قدر بھى بلند سے بلندتر، ہوتى جاتى تھى لوگ اتنے ہى زيادہ اسے ديكھنے آتے تھے اور منتظر تھے كہ ديكھئے فرعون يہ عمارت بنا كر كيا كرتا ہے ؟ </w:t>
      </w:r>
    </w:p>
    <w:p w:rsidR="00DE2D7F" w:rsidRDefault="00DE2D7F" w:rsidP="00D07B54">
      <w:pPr>
        <w:pStyle w:val="libNormal"/>
        <w:rPr>
          <w:rtl/>
        </w:rPr>
      </w:pPr>
      <w:r>
        <w:rPr>
          <w:rtl/>
        </w:rPr>
        <w:t>يہ عمارت اتنى بلند ہوگئي كہ اس سے دوردور تك اطراف وجوانب كا ميدان نظر آنے لگا بعض مو رخين نے لكھا ہے كہ معمارو</w:t>
      </w:r>
      <w:r w:rsidR="007D6C9B">
        <w:rPr>
          <w:rtl/>
        </w:rPr>
        <w:t xml:space="preserve">ں </w:t>
      </w:r>
      <w:r>
        <w:rPr>
          <w:rtl/>
        </w:rPr>
        <w:t>نے اس كى مارپيچ سيڑھيا</w:t>
      </w:r>
      <w:r w:rsidR="007D6C9B">
        <w:rPr>
          <w:rtl/>
        </w:rPr>
        <w:t xml:space="preserve">ں </w:t>
      </w:r>
      <w:r>
        <w:rPr>
          <w:rtl/>
        </w:rPr>
        <w:t>ايسى بنائي تھي</w:t>
      </w:r>
      <w:r w:rsidR="007D6C9B">
        <w:rPr>
          <w:rtl/>
        </w:rPr>
        <w:t xml:space="preserve">ں </w:t>
      </w:r>
      <w:r>
        <w:rPr>
          <w:rtl/>
        </w:rPr>
        <w:t xml:space="preserve">كہ آدمى گھوڑے پر سوار ہوكر اس پر چڑھ سكتا تھا _ </w:t>
      </w:r>
    </w:p>
    <w:p w:rsidR="00064A1D" w:rsidRDefault="00DE2D7F" w:rsidP="00D07B54">
      <w:pPr>
        <w:pStyle w:val="Heading2Center"/>
        <w:rPr>
          <w:rtl/>
        </w:rPr>
      </w:pPr>
      <w:bookmarkStart w:id="238" w:name="_Toc7268635"/>
      <w:r>
        <w:rPr>
          <w:rtl/>
        </w:rPr>
        <w:t>مي</w:t>
      </w:r>
      <w:r w:rsidR="007D6C9B">
        <w:rPr>
          <w:rtl/>
        </w:rPr>
        <w:t xml:space="preserve">ں </w:t>
      </w:r>
      <w:r>
        <w:rPr>
          <w:rtl/>
        </w:rPr>
        <w:t>نے موسى عليہ السلام كے خدا كو مارا ڈالا</w:t>
      </w:r>
      <w:bookmarkEnd w:id="238"/>
      <w:r>
        <w:rPr>
          <w:rtl/>
        </w:rPr>
        <w:t xml:space="preserve"> </w:t>
      </w:r>
    </w:p>
    <w:p w:rsidR="00DE2D7F" w:rsidRDefault="00DE2D7F" w:rsidP="00D07B54">
      <w:pPr>
        <w:pStyle w:val="libNormal"/>
        <w:rPr>
          <w:rtl/>
        </w:rPr>
      </w:pPr>
      <w:r>
        <w:rPr>
          <w:rtl/>
        </w:rPr>
        <w:t>جب وہ عمارت پايہ تكميل كو پہنچ گئي اور اسے مزيد بلند كرنے كا كوئي امكان نہ رہا تو ايك روز فرعون پورى شان وشوكت سے وہا</w:t>
      </w:r>
      <w:r w:rsidR="007D6C9B">
        <w:rPr>
          <w:rtl/>
        </w:rPr>
        <w:t xml:space="preserve">ں </w:t>
      </w:r>
      <w:r>
        <w:rPr>
          <w:rtl/>
        </w:rPr>
        <w:t>آيا اور بذات خود برج پر چڑھ گيا جب وہ برج كى چوٹى پر پہنچا اور آسمان كى طرف نظر اٹھائي تو اسے آسمان ويسا ہى نظر آيا جيسا كہ وہ زمين سے ديكھا كرتا تھا اس منظر مي</w:t>
      </w:r>
      <w:r w:rsidR="007D6C9B">
        <w:rPr>
          <w:rtl/>
        </w:rPr>
        <w:t xml:space="preserve">ں </w:t>
      </w:r>
      <w:r>
        <w:rPr>
          <w:rtl/>
        </w:rPr>
        <w:t xml:space="preserve">ذرا بھى تغيرو تبديلى نہ تھى _ </w:t>
      </w:r>
    </w:p>
    <w:p w:rsidR="00DE2D7F" w:rsidRDefault="00DE2D7F" w:rsidP="00D07B54">
      <w:pPr>
        <w:pStyle w:val="libNormal"/>
        <w:rPr>
          <w:rtl/>
        </w:rPr>
      </w:pPr>
      <w:r>
        <w:rPr>
          <w:rtl/>
        </w:rPr>
        <w:t>مشہور يہ ہے كہ اس نے مينار پر چڑھ كے كمان مي</w:t>
      </w:r>
      <w:r w:rsidR="007D6C9B">
        <w:rPr>
          <w:rtl/>
        </w:rPr>
        <w:t xml:space="preserve">ں </w:t>
      </w:r>
      <w:r>
        <w:rPr>
          <w:rtl/>
        </w:rPr>
        <w:t>تير جوڑا اور آسمان كى طرف پھنكا يا تووہ تير كسى پرندے كے لگايا پہلے سے كوئي سازش كى گئي تھى كہ تير خون آلود واپس آيا تب فرعون وہا</w:t>
      </w:r>
      <w:r w:rsidR="007D6C9B">
        <w:rPr>
          <w:rtl/>
        </w:rPr>
        <w:t xml:space="preserve">ں </w:t>
      </w:r>
      <w:r>
        <w:rPr>
          <w:rtl/>
        </w:rPr>
        <w:t>سے نيچے اترآيا اور لوگو</w:t>
      </w:r>
      <w:r w:rsidR="007D6C9B">
        <w:rPr>
          <w:rtl/>
        </w:rPr>
        <w:t xml:space="preserve">ں </w:t>
      </w:r>
      <w:r>
        <w:rPr>
          <w:rtl/>
        </w:rPr>
        <w:t>سے كہا :جائو، مطمئن رہو اور كسى قسم كى فكر نہ كرو مي</w:t>
      </w:r>
      <w:r w:rsidR="007D6C9B">
        <w:rPr>
          <w:rtl/>
        </w:rPr>
        <w:t xml:space="preserve">ں </w:t>
      </w:r>
      <w:r>
        <w:rPr>
          <w:rtl/>
        </w:rPr>
        <w:t xml:space="preserve">نے موسى كے خدا كو مارڈالاہے _ </w:t>
      </w:r>
    </w:p>
    <w:p w:rsidR="00DE2D7F" w:rsidRDefault="00DE2D7F" w:rsidP="00D07B54">
      <w:pPr>
        <w:pStyle w:val="libNormal"/>
        <w:rPr>
          <w:rtl/>
        </w:rPr>
      </w:pPr>
      <w:r>
        <w:rPr>
          <w:rtl/>
        </w:rPr>
        <w:t>يہ بات حتمى طور پر كہى جاسكتى ہے كہ سادہ لوحو</w:t>
      </w:r>
      <w:r w:rsidR="007D6C9B">
        <w:rPr>
          <w:rtl/>
        </w:rPr>
        <w:t xml:space="preserve">ں </w:t>
      </w:r>
      <w:r>
        <w:rPr>
          <w:rtl/>
        </w:rPr>
        <w:t>اور اندھى تقليد كرنے والو</w:t>
      </w:r>
      <w:r w:rsidR="007D6C9B">
        <w:rPr>
          <w:rtl/>
        </w:rPr>
        <w:t xml:space="preserve">ں </w:t>
      </w:r>
      <w:r>
        <w:rPr>
          <w:rtl/>
        </w:rPr>
        <w:t>كے ايك گروہ نے او ران لوگو</w:t>
      </w:r>
      <w:r w:rsidR="007D6C9B">
        <w:rPr>
          <w:rtl/>
        </w:rPr>
        <w:t xml:space="preserve">ں </w:t>
      </w:r>
      <w:r>
        <w:rPr>
          <w:rtl/>
        </w:rPr>
        <w:t>نے جن كى آنكھي</w:t>
      </w:r>
      <w:r w:rsidR="007D6C9B">
        <w:rPr>
          <w:rtl/>
        </w:rPr>
        <w:t xml:space="preserve">ں </w:t>
      </w:r>
      <w:r>
        <w:rPr>
          <w:rtl/>
        </w:rPr>
        <w:t xml:space="preserve">اور كان حكومت وقت كے پروپيگنڈے سے بند ہوگئے تھے، فرعون كے اس قول كا يقين كرليا ہوگا اور ہر جگہ اس خبر كو عام كيا ہوگا اور مصر كى رعايا كو غافل ركھنے كا ايك اور سبب پيدا ہوگا _ </w:t>
      </w:r>
    </w:p>
    <w:p w:rsidR="00DE2D7F" w:rsidRDefault="00DE2D7F" w:rsidP="00D07B54">
      <w:pPr>
        <w:pStyle w:val="libNormal"/>
        <w:rPr>
          <w:rtl/>
        </w:rPr>
      </w:pPr>
      <w:r>
        <w:rPr>
          <w:rtl/>
        </w:rPr>
        <w:t>مفسرين نے يہ بھى لكھا ہے كہ يہ عمارت دير تك قائم نہي</w:t>
      </w:r>
      <w:r w:rsidR="007D6C9B">
        <w:rPr>
          <w:rtl/>
        </w:rPr>
        <w:t xml:space="preserve">ں </w:t>
      </w:r>
      <w:r>
        <w:rPr>
          <w:rtl/>
        </w:rPr>
        <w:t>رہى (اور اسے رہنا بھى نہ چاہئے تھا) تباہ ہوگئي بہت سے لوگ اس كے نيچے دب كے مرگئے اس سلسلے مي</w:t>
      </w:r>
      <w:r w:rsidR="007D6C9B">
        <w:rPr>
          <w:rtl/>
        </w:rPr>
        <w:t xml:space="preserve">ں </w:t>
      </w:r>
      <w:r>
        <w:rPr>
          <w:rtl/>
        </w:rPr>
        <w:t>اہل قلم نے اور بھى طرح طرح كى داستاني</w:t>
      </w:r>
      <w:r w:rsidR="007D6C9B">
        <w:rPr>
          <w:rtl/>
        </w:rPr>
        <w:t xml:space="preserve">ں </w:t>
      </w:r>
      <w:r>
        <w:rPr>
          <w:rtl/>
        </w:rPr>
        <w:t>لكھى ہي</w:t>
      </w:r>
      <w:r w:rsidR="007D6C9B">
        <w:rPr>
          <w:rtl/>
        </w:rPr>
        <w:t xml:space="preserve">ں </w:t>
      </w:r>
      <w:r>
        <w:rPr>
          <w:rtl/>
        </w:rPr>
        <w:t>ليكن ان كى صحت كى تحقيق نہ ہوسكى اس لئے انھي</w:t>
      </w:r>
      <w:r w:rsidR="007D6C9B">
        <w:rPr>
          <w:rtl/>
        </w:rPr>
        <w:t xml:space="preserve">ں </w:t>
      </w:r>
      <w:r>
        <w:rPr>
          <w:rtl/>
        </w:rPr>
        <w:t xml:space="preserve">قلم زد كرديا گيا ہے _ </w:t>
      </w:r>
    </w:p>
    <w:p w:rsidR="00E03D29" w:rsidRDefault="001648F9" w:rsidP="00D07B54">
      <w:pPr>
        <w:pStyle w:val="libNormal"/>
        <w:rPr>
          <w:rtl/>
        </w:rPr>
      </w:pPr>
      <w:r>
        <w:rPr>
          <w:rtl/>
        </w:rPr>
        <w:t xml:space="preserve"> </w:t>
      </w:r>
      <w:r>
        <w:rPr>
          <w:rtl/>
        </w:rPr>
        <w:br w:type="page"/>
      </w:r>
    </w:p>
    <w:p w:rsidR="00E03D29" w:rsidRDefault="00E03D29" w:rsidP="00D07B54">
      <w:pPr>
        <w:pStyle w:val="libNormal"/>
        <w:rPr>
          <w:rtl/>
        </w:rPr>
      </w:pPr>
    </w:p>
    <w:p w:rsidR="00E03D29" w:rsidRDefault="00DE2D7F" w:rsidP="00D07B54">
      <w:pPr>
        <w:pStyle w:val="Heading2Center"/>
        <w:rPr>
          <w:rtl/>
        </w:rPr>
      </w:pPr>
      <w:bookmarkStart w:id="239" w:name="_Toc7268636"/>
      <w:r>
        <w:rPr>
          <w:rtl/>
        </w:rPr>
        <w:t>بيدار كرنے والى سزائي</w:t>
      </w:r>
      <w:r w:rsidR="007D6C9B">
        <w:rPr>
          <w:rtl/>
        </w:rPr>
        <w:t>ں</w:t>
      </w:r>
      <w:bookmarkEnd w:id="239"/>
      <w:r w:rsidR="007D6C9B">
        <w:rPr>
          <w:rtl/>
        </w:rPr>
        <w:t xml:space="preserve"> </w:t>
      </w:r>
    </w:p>
    <w:p w:rsidR="00DE2D7F" w:rsidRDefault="00DE2D7F" w:rsidP="00D07B54">
      <w:pPr>
        <w:pStyle w:val="libNormal"/>
        <w:rPr>
          <w:rtl/>
        </w:rPr>
      </w:pPr>
      <w:r>
        <w:rPr>
          <w:rtl/>
        </w:rPr>
        <w:t>ايك كلى قانون تمام پيغمبرو</w:t>
      </w:r>
      <w:r w:rsidR="007D6C9B">
        <w:rPr>
          <w:rtl/>
        </w:rPr>
        <w:t xml:space="preserve">ں </w:t>
      </w:r>
      <w:r>
        <w:rPr>
          <w:rtl/>
        </w:rPr>
        <w:t>كے لئے يہ تھا كہ جب ان كو لوگو</w:t>
      </w:r>
      <w:r w:rsidR="007D6C9B">
        <w:rPr>
          <w:rtl/>
        </w:rPr>
        <w:t xml:space="preserve">ں </w:t>
      </w:r>
      <w:r>
        <w:rPr>
          <w:rtl/>
        </w:rPr>
        <w:t>كى مخالفت كا سامنا ہو اور وہ كسى طرح سے راہ راست پر نہ آئي</w:t>
      </w:r>
      <w:r w:rsidR="007D6C9B">
        <w:rPr>
          <w:rtl/>
        </w:rPr>
        <w:t xml:space="preserve">ں </w:t>
      </w:r>
      <w:r>
        <w:rPr>
          <w:rtl/>
        </w:rPr>
        <w:t>تو خدا ان كو بيدار كرنے كے لئے مشكلات ومصائب مي</w:t>
      </w:r>
      <w:r w:rsidR="007D6C9B">
        <w:rPr>
          <w:rtl/>
        </w:rPr>
        <w:t xml:space="preserve">ں </w:t>
      </w:r>
      <w:r>
        <w:rPr>
          <w:rtl/>
        </w:rPr>
        <w:t>گرفتار كرتا تھا تاكہ وہ اپنے مي</w:t>
      </w:r>
      <w:r w:rsidR="007D6C9B">
        <w:rPr>
          <w:rtl/>
        </w:rPr>
        <w:t xml:space="preserve">ں </w:t>
      </w:r>
      <w:r>
        <w:rPr>
          <w:rtl/>
        </w:rPr>
        <w:t>نياز مندى اور محتاجى كا احساس كري</w:t>
      </w:r>
      <w:r w:rsidR="007D6C9B">
        <w:rPr>
          <w:rtl/>
        </w:rPr>
        <w:t xml:space="preserve">ں </w:t>
      </w:r>
      <w:r>
        <w:rPr>
          <w:rtl/>
        </w:rPr>
        <w:t>، اور ان كى فطرت توحيد جو آرام وآسا</w:t>
      </w:r>
      <w:r w:rsidR="00091C36">
        <w:rPr>
          <w:rtl/>
        </w:rPr>
        <w:t xml:space="preserve">ئش </w:t>
      </w:r>
      <w:r>
        <w:rPr>
          <w:rtl/>
        </w:rPr>
        <w:t xml:space="preserve"> كى وجہ سے غفلت كے پردو</w:t>
      </w:r>
      <w:r w:rsidR="007D6C9B">
        <w:rPr>
          <w:rtl/>
        </w:rPr>
        <w:t xml:space="preserve">ں </w:t>
      </w:r>
      <w:r>
        <w:rPr>
          <w:rtl/>
        </w:rPr>
        <w:t>مي</w:t>
      </w:r>
      <w:r w:rsidR="007D6C9B">
        <w:rPr>
          <w:rtl/>
        </w:rPr>
        <w:t xml:space="preserve">ں </w:t>
      </w:r>
      <w:r>
        <w:rPr>
          <w:rtl/>
        </w:rPr>
        <w:t>چلى گئي ہے دوبارہ ابھر آئے اوران كو اپنى ضعف وناتوانى كا اندازہ ہو اور اس قادر وتوانا ہستى كى جانب متوجہ ہو</w:t>
      </w:r>
      <w:r w:rsidR="007D6C9B">
        <w:rPr>
          <w:rtl/>
        </w:rPr>
        <w:t xml:space="preserve">ں </w:t>
      </w:r>
      <w:r>
        <w:rPr>
          <w:rtl/>
        </w:rPr>
        <w:t xml:space="preserve">جو ہر نعمت و نقمت كا سر چشمہ ہے _ </w:t>
      </w:r>
    </w:p>
    <w:p w:rsidR="00DE2D7F" w:rsidRDefault="00DE2D7F" w:rsidP="00D07B54">
      <w:pPr>
        <w:pStyle w:val="libNormal"/>
        <w:rPr>
          <w:rtl/>
        </w:rPr>
      </w:pPr>
      <w:r>
        <w:rPr>
          <w:rtl/>
        </w:rPr>
        <w:t>قرآن مي</w:t>
      </w:r>
      <w:r w:rsidR="007D6C9B">
        <w:rPr>
          <w:rtl/>
        </w:rPr>
        <w:t xml:space="preserve">ں </w:t>
      </w:r>
      <w:r>
        <w:rPr>
          <w:rtl/>
        </w:rPr>
        <w:t>اس مطلب كى طرف اشارہ فرمايا گيا ہے : ہم نے آل فرعون كو قحط، خشك سالى اور ثمرات كى كمى مي</w:t>
      </w:r>
      <w:r w:rsidR="007D6C9B">
        <w:rPr>
          <w:rtl/>
        </w:rPr>
        <w:t xml:space="preserve">ں </w:t>
      </w:r>
      <w:r>
        <w:rPr>
          <w:rtl/>
        </w:rPr>
        <w:t>مبتلا كيا كہ شاہد متوجہ اور بيدار ہوجائي</w:t>
      </w:r>
      <w:r w:rsidR="007D6C9B">
        <w:rPr>
          <w:rtl/>
        </w:rPr>
        <w:t xml:space="preserve">ں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باوجود يكہ قحط سالى نے فرعونيو</w:t>
      </w:r>
      <w:r w:rsidR="007D6C9B">
        <w:rPr>
          <w:rtl/>
        </w:rPr>
        <w:t xml:space="preserve">ں </w:t>
      </w:r>
      <w:r>
        <w:rPr>
          <w:rtl/>
        </w:rPr>
        <w:t>كو گھير ليا تھا ليكن مذكورہ بالابيان مي</w:t>
      </w:r>
      <w:r w:rsidR="007D6C9B">
        <w:rPr>
          <w:rtl/>
        </w:rPr>
        <w:t xml:space="preserve">ں </w:t>
      </w:r>
      <w:r>
        <w:rPr>
          <w:rtl/>
        </w:rPr>
        <w:t>صرف فرعون كے مخصوصين كا ذكر كيا گيا ہے مقصد يہ ہے كہ اگر يہ بيدار ہوگئے تو سب لوگ بيدار ہوجائي</w:t>
      </w:r>
      <w:r w:rsidR="007D6C9B">
        <w:rPr>
          <w:rtl/>
        </w:rPr>
        <w:t xml:space="preserve">ں </w:t>
      </w:r>
      <w:r>
        <w:rPr>
          <w:rtl/>
        </w:rPr>
        <w:t>گے كيونكہ تمام لوگو</w:t>
      </w:r>
      <w:r w:rsidR="007D6C9B">
        <w:rPr>
          <w:rtl/>
        </w:rPr>
        <w:t xml:space="preserve">ں </w:t>
      </w:r>
      <w:r>
        <w:rPr>
          <w:rtl/>
        </w:rPr>
        <w:t>كى نبض انہى كے ہاتھو</w:t>
      </w:r>
      <w:r w:rsidR="007D6C9B">
        <w:rPr>
          <w:rtl/>
        </w:rPr>
        <w:t xml:space="preserve">ں </w:t>
      </w:r>
      <w:r>
        <w:rPr>
          <w:rtl/>
        </w:rPr>
        <w:t>مي</w:t>
      </w:r>
      <w:r w:rsidR="007D6C9B">
        <w:rPr>
          <w:rtl/>
        </w:rPr>
        <w:t xml:space="preserve">ں </w:t>
      </w:r>
      <w:r>
        <w:rPr>
          <w:rtl/>
        </w:rPr>
        <w:t>ہے يہ چاہي</w:t>
      </w:r>
      <w:r w:rsidR="007D6C9B">
        <w:rPr>
          <w:rtl/>
        </w:rPr>
        <w:t xml:space="preserve">ں </w:t>
      </w:r>
      <w:r>
        <w:rPr>
          <w:rtl/>
        </w:rPr>
        <w:t>تو بقيہ افراد كو گمراہ كري</w:t>
      </w:r>
      <w:r w:rsidR="007D6C9B">
        <w:rPr>
          <w:rtl/>
        </w:rPr>
        <w:t xml:space="preserve">ں </w:t>
      </w:r>
      <w:r>
        <w:rPr>
          <w:rtl/>
        </w:rPr>
        <w:t>يا ہدايت كري</w:t>
      </w:r>
      <w:r w:rsidR="007D6C9B">
        <w:rPr>
          <w:rtl/>
        </w:rPr>
        <w:t xml:space="preserve">ں </w:t>
      </w:r>
      <w:r>
        <w:rPr>
          <w:rtl/>
        </w:rPr>
        <w:t xml:space="preserve">_ </w:t>
      </w:r>
    </w:p>
    <w:p w:rsidR="00DE2D7F" w:rsidRDefault="00DE2D7F" w:rsidP="00D07B54">
      <w:pPr>
        <w:pStyle w:val="libNormal"/>
        <w:rPr>
          <w:rtl/>
        </w:rPr>
      </w:pPr>
      <w:r>
        <w:rPr>
          <w:rtl/>
        </w:rPr>
        <w:t>اس نكتہ كو بھى نظر انداز نہي</w:t>
      </w:r>
      <w:r w:rsidR="007D6C9B">
        <w:rPr>
          <w:rtl/>
        </w:rPr>
        <w:t xml:space="preserve">ں </w:t>
      </w:r>
      <w:r>
        <w:rPr>
          <w:rtl/>
        </w:rPr>
        <w:t>كرنا چاہئے كہ خشك سالى اہل مصر كے لئے ايك بلائے عظيم شمار ہوتى تھى كيونكہ مصر پورے طور سے ايك زرعى مملكت تھى اس بناء پر اگر زراعت نہ ہوتو اس كا اثر ملك كے تمام افراد پر پڑتا ہے ليكن مسلمہ طور پر فرعون اور اس كے افراد چونكہ ان زمينو</w:t>
      </w:r>
      <w:r w:rsidR="007D6C9B">
        <w:rPr>
          <w:rtl/>
        </w:rPr>
        <w:t xml:space="preserve">ں </w:t>
      </w:r>
      <w:r>
        <w:rPr>
          <w:rtl/>
        </w:rPr>
        <w:t xml:space="preserve">كے مالك اہلى تھے اس لئے فى الحقيقت وہ سب سے زيادہ اس سے متاثر ہوئے تھے _ </w:t>
      </w:r>
    </w:p>
    <w:p w:rsidR="00DE2D7F" w:rsidRDefault="00DE2D7F" w:rsidP="00D07B54">
      <w:pPr>
        <w:pStyle w:val="libNormal"/>
        <w:rPr>
          <w:rtl/>
        </w:rPr>
      </w:pPr>
      <w:r>
        <w:rPr>
          <w:rtl/>
        </w:rPr>
        <w:t xml:space="preserve">ضمناً يہ بھى معلوم ہوا كہ يہ خشك سالى كئي سال تك باقى رہى كيونكہ'' سنين'' جمع كا صيغہ ہے _ </w:t>
      </w:r>
    </w:p>
    <w:p w:rsidR="00DE2D7F" w:rsidRDefault="00DE2D7F" w:rsidP="00D07B54">
      <w:pPr>
        <w:pStyle w:val="libNormal"/>
        <w:rPr>
          <w:rtl/>
        </w:rPr>
      </w:pPr>
      <w:r>
        <w:rPr>
          <w:rtl/>
        </w:rPr>
        <w:t>ليكن آل فرعون، بجائے اس كے كہ ان الہى تنبيہو</w:t>
      </w:r>
      <w:r w:rsidR="007D6C9B">
        <w:rPr>
          <w:rtl/>
        </w:rPr>
        <w:t xml:space="preserve">ں </w:t>
      </w:r>
      <w:r>
        <w:rPr>
          <w:rtl/>
        </w:rPr>
        <w:t>سے نصيحت ليتے اور خواب خرگوش سے بيدار ہوتے انہو</w:t>
      </w:r>
      <w:r w:rsidR="007D6C9B">
        <w:rPr>
          <w:rtl/>
        </w:rPr>
        <w:t xml:space="preserve">ں </w:t>
      </w:r>
      <w:r>
        <w:rPr>
          <w:rtl/>
        </w:rPr>
        <w:t xml:space="preserve">نے اس سے سوء استفادہ كيا اور ان حوادث كى من مانى تفسير كي، جب حالات ان كے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w:t>
      </w:r>
      <w:r w:rsidR="00E664BB">
        <w:rPr>
          <w:rtl/>
        </w:rPr>
        <w:t>130</w:t>
      </w:r>
      <w:r>
        <w:rPr>
          <w:rtl/>
        </w:rPr>
        <w:t xml:space="preserve"> </w:t>
      </w:r>
    </w:p>
    <w:p w:rsidR="00E03D29" w:rsidRDefault="00C2634E" w:rsidP="00D07B54">
      <w:pPr>
        <w:pStyle w:val="libNormal"/>
        <w:rPr>
          <w:rtl/>
        </w:rPr>
      </w:pPr>
      <w:r>
        <w:rPr>
          <w:rtl/>
        </w:rPr>
        <w:t xml:space="preserve"> </w:t>
      </w:r>
      <w:r>
        <w:rPr>
          <w:rtl/>
        </w:rPr>
        <w:br w:type="page"/>
      </w:r>
    </w:p>
    <w:p w:rsidR="00E03D29" w:rsidRDefault="00E03D29" w:rsidP="00D07B54">
      <w:pPr>
        <w:pStyle w:val="libNormal"/>
        <w:rPr>
          <w:rtl/>
        </w:rPr>
      </w:pPr>
    </w:p>
    <w:p w:rsidR="00DE2D7F" w:rsidRDefault="00DE2D7F" w:rsidP="00D07B54">
      <w:pPr>
        <w:pStyle w:val="libNormal"/>
        <w:rPr>
          <w:rtl/>
        </w:rPr>
      </w:pPr>
      <w:r>
        <w:rPr>
          <w:rtl/>
        </w:rPr>
        <w:t>منشا كے مطابق ہوتے تھے تو وہ راحت وآرام مي</w:t>
      </w:r>
      <w:r w:rsidR="007D6C9B">
        <w:rPr>
          <w:rtl/>
        </w:rPr>
        <w:t xml:space="preserve">ں </w:t>
      </w:r>
      <w:r>
        <w:rPr>
          <w:rtl/>
        </w:rPr>
        <w:t>ہوتے تھے اور كہتے كہ يہ حالات ہمارى نيكى ولياقت كى وجہ سے ہي</w:t>
      </w:r>
      <w:r w:rsidR="007D6C9B">
        <w:rPr>
          <w:rtl/>
        </w:rPr>
        <w:t xml:space="preserve">ں </w:t>
      </w:r>
      <w:r>
        <w:rPr>
          <w:rtl/>
        </w:rPr>
        <w:t>: ''فى الحقيقت ہم اس كے اہل ولائق ہي</w:t>
      </w:r>
      <w:r w:rsidR="007D6C9B">
        <w:rPr>
          <w:rtl/>
        </w:rPr>
        <w:t xml:space="preserve">ں </w:t>
      </w:r>
      <w:r>
        <w:rPr>
          <w:rtl/>
        </w:rPr>
        <w:t xml:space="preserve">''_ </w:t>
      </w:r>
    </w:p>
    <w:p w:rsidR="00DE2D7F" w:rsidRDefault="00DE2D7F" w:rsidP="00D07B54">
      <w:pPr>
        <w:pStyle w:val="libNormal"/>
        <w:rPr>
          <w:rtl/>
        </w:rPr>
      </w:pPr>
      <w:r>
        <w:rPr>
          <w:rtl/>
        </w:rPr>
        <w:t>ليكن جس وقت وہ مشكل ومصيبت مي</w:t>
      </w:r>
      <w:r w:rsidR="007D6C9B">
        <w:rPr>
          <w:rtl/>
        </w:rPr>
        <w:t xml:space="preserve">ں </w:t>
      </w:r>
      <w:r>
        <w:rPr>
          <w:rtl/>
        </w:rPr>
        <w:t>گرفتار ہوتے تھے تو اس كو فوراً موسى عليہ السلام اور ان كے ساتھيو</w:t>
      </w:r>
      <w:r w:rsidR="007D6C9B">
        <w:rPr>
          <w:rtl/>
        </w:rPr>
        <w:t xml:space="preserve">ں </w:t>
      </w:r>
      <w:r>
        <w:rPr>
          <w:rtl/>
        </w:rPr>
        <w:t xml:space="preserve">كے سرباندھ ديتے تھے'' اور كہتے تھے كہ يہ ان كى بد قدمى كى وجہ سے ہوا ہے _ </w:t>
      </w:r>
    </w:p>
    <w:p w:rsidR="00DE2D7F" w:rsidRDefault="00DE2D7F" w:rsidP="00D07B54">
      <w:pPr>
        <w:pStyle w:val="libNormal"/>
        <w:rPr>
          <w:rtl/>
        </w:rPr>
      </w:pPr>
      <w:r>
        <w:rPr>
          <w:rtl/>
        </w:rPr>
        <w:t>ليكن قرآن كريم ان كے جواب مي</w:t>
      </w:r>
      <w:r w:rsidR="007D6C9B">
        <w:rPr>
          <w:rtl/>
        </w:rPr>
        <w:t xml:space="preserve">ں </w:t>
      </w:r>
      <w:r>
        <w:rPr>
          <w:rtl/>
        </w:rPr>
        <w:t>كہتا ہے : '' ان كى بدبختيو</w:t>
      </w:r>
      <w:r w:rsidR="007D6C9B">
        <w:rPr>
          <w:rtl/>
        </w:rPr>
        <w:t xml:space="preserve">ں </w:t>
      </w:r>
      <w:r>
        <w:rPr>
          <w:rtl/>
        </w:rPr>
        <w:t>اور تكليفو</w:t>
      </w:r>
      <w:r w:rsidR="007D6C9B">
        <w:rPr>
          <w:rtl/>
        </w:rPr>
        <w:t xml:space="preserve">ں </w:t>
      </w:r>
      <w:r>
        <w:rPr>
          <w:rtl/>
        </w:rPr>
        <w:t>كا سر چشمہ خدا كى طرف سے ہے خدا نے يہ چاہا ہے كہ اس طرح ان كو ان كے اعمال بد كى وجہ سے سزادے ليكن ان مي</w:t>
      </w:r>
      <w:r w:rsidR="007D6C9B">
        <w:rPr>
          <w:rtl/>
        </w:rPr>
        <w:t xml:space="preserve">ں </w:t>
      </w:r>
      <w:r>
        <w:rPr>
          <w:rtl/>
        </w:rPr>
        <w:t>سے اكثر اس كو نہي</w:t>
      </w:r>
      <w:r w:rsidR="007D6C9B">
        <w:rPr>
          <w:rtl/>
        </w:rPr>
        <w:t xml:space="preserve">ں </w:t>
      </w:r>
      <w:r>
        <w:rPr>
          <w:rtl/>
        </w:rPr>
        <w:t>جانتے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E03D29" w:rsidRDefault="00DE2D7F" w:rsidP="00D07B54">
      <w:pPr>
        <w:pStyle w:val="Heading2Center"/>
        <w:rPr>
          <w:rtl/>
        </w:rPr>
      </w:pPr>
      <w:bookmarkStart w:id="240" w:name="_Toc7268637"/>
      <w:r>
        <w:rPr>
          <w:rtl/>
        </w:rPr>
        <w:t>مختلف اور پيہم بلائو</w:t>
      </w:r>
      <w:r w:rsidR="007D6C9B">
        <w:rPr>
          <w:rtl/>
        </w:rPr>
        <w:t xml:space="preserve">ں </w:t>
      </w:r>
      <w:r>
        <w:rPr>
          <w:rtl/>
        </w:rPr>
        <w:t>كا نزول</w:t>
      </w:r>
      <w:bookmarkEnd w:id="240"/>
      <w:r>
        <w:rPr>
          <w:rtl/>
        </w:rPr>
        <w:t xml:space="preserve"> </w:t>
      </w:r>
    </w:p>
    <w:p w:rsidR="00DE2D7F" w:rsidRDefault="00DE2D7F" w:rsidP="00D07B54">
      <w:pPr>
        <w:pStyle w:val="libNormal"/>
        <w:rPr>
          <w:rtl/>
        </w:rPr>
      </w:pPr>
      <w:r>
        <w:rPr>
          <w:rtl/>
        </w:rPr>
        <w:t>قرآن مي</w:t>
      </w:r>
      <w:r w:rsidR="007D6C9B">
        <w:rPr>
          <w:rtl/>
        </w:rPr>
        <w:t xml:space="preserve">ں </w:t>
      </w:r>
      <w:r>
        <w:rPr>
          <w:rtl/>
        </w:rPr>
        <w:t>ان بيدار كنندہ درسو</w:t>
      </w:r>
      <w:r w:rsidR="007D6C9B">
        <w:rPr>
          <w:rtl/>
        </w:rPr>
        <w:t xml:space="preserve">ں </w:t>
      </w:r>
      <w:r>
        <w:rPr>
          <w:rtl/>
        </w:rPr>
        <w:t>كا ايك اور مرحلہ بيان كيا گيا ہے جو خدا نے قوم فرعون كو ديئے جب مرحلہ اول يعنى قحط، خشك سالى اور مالى نقصانات نے ان كو بيدار نہ كيا تو دوسرے مرحلہ كى نوبت پہنچى جو پہلے مرحلہ سے شديد تر تھا اس مرتبہ خدا نے ان كو پے درپے ايسى بلائو</w:t>
      </w:r>
      <w:r w:rsidR="007D6C9B">
        <w:rPr>
          <w:rtl/>
        </w:rPr>
        <w:t xml:space="preserve">ں </w:t>
      </w:r>
      <w:r>
        <w:rPr>
          <w:rtl/>
        </w:rPr>
        <w:t>مي</w:t>
      </w:r>
      <w:r w:rsidR="007D6C9B">
        <w:rPr>
          <w:rtl/>
        </w:rPr>
        <w:t xml:space="preserve">ں </w:t>
      </w:r>
      <w:r>
        <w:rPr>
          <w:rtl/>
        </w:rPr>
        <w:t>جكڑا جو ان كو اچھى طرح سے كچلنے والى تھي</w:t>
      </w:r>
      <w:r w:rsidR="007D6C9B">
        <w:rPr>
          <w:rtl/>
        </w:rPr>
        <w:t xml:space="preserve">ں </w:t>
      </w:r>
      <w:r>
        <w:rPr>
          <w:rtl/>
        </w:rPr>
        <w:t>مگر افسوس ان كى اب بھى آنكھي</w:t>
      </w:r>
      <w:r w:rsidR="007D6C9B">
        <w:rPr>
          <w:rtl/>
        </w:rPr>
        <w:t xml:space="preserve">ں </w:t>
      </w:r>
      <w:r>
        <w:rPr>
          <w:rtl/>
        </w:rPr>
        <w:t>نہ كھلي</w:t>
      </w:r>
      <w:r w:rsidR="007D6C9B">
        <w:rPr>
          <w:rtl/>
        </w:rPr>
        <w:t xml:space="preserve">ں </w:t>
      </w:r>
      <w:r>
        <w:rPr>
          <w:rtl/>
        </w:rPr>
        <w:t xml:space="preserve">_ </w:t>
      </w:r>
    </w:p>
    <w:p w:rsidR="00DE2D7F" w:rsidRDefault="00DE2D7F" w:rsidP="00D07B54">
      <w:pPr>
        <w:pStyle w:val="libNormal"/>
        <w:rPr>
          <w:rtl/>
        </w:rPr>
      </w:pPr>
      <w:r>
        <w:rPr>
          <w:rtl/>
        </w:rPr>
        <w:t>پہلے ان بلائو</w:t>
      </w:r>
      <w:r w:rsidR="007D6C9B">
        <w:rPr>
          <w:rtl/>
        </w:rPr>
        <w:t xml:space="preserve">ں </w:t>
      </w:r>
      <w:r>
        <w:rPr>
          <w:rtl/>
        </w:rPr>
        <w:t>كے نزول كے مقدمہ كے طور پر فرمايا گيا ہے : انہو</w:t>
      </w:r>
      <w:r w:rsidR="007D6C9B">
        <w:rPr>
          <w:rtl/>
        </w:rPr>
        <w:t xml:space="preserve">ں </w:t>
      </w:r>
      <w:r>
        <w:rPr>
          <w:rtl/>
        </w:rPr>
        <w:t>نے موسى كى دعوت كے مقابلے مي</w:t>
      </w:r>
      <w:r w:rsidR="007D6C9B">
        <w:rPr>
          <w:rtl/>
        </w:rPr>
        <w:t xml:space="preserve">ں </w:t>
      </w:r>
      <w:r>
        <w:rPr>
          <w:rtl/>
        </w:rPr>
        <w:t>اپنے عناد كو بدستور باقى ركھا اور ''كہا كہ تم ہر چند ہمارے لئے نشانيا</w:t>
      </w:r>
      <w:r w:rsidR="007D6C9B">
        <w:rPr>
          <w:rtl/>
        </w:rPr>
        <w:t xml:space="preserve">ں </w:t>
      </w:r>
      <w:r>
        <w:rPr>
          <w:rtl/>
        </w:rPr>
        <w:t>لائو اوران كے ذريعے ہم پر اپنا جادو كرو ہم كسى طرح بھى تم پر ايمان نہي</w:t>
      </w:r>
      <w:r w:rsidR="007D6C9B">
        <w:rPr>
          <w:rtl/>
        </w:rPr>
        <w:t xml:space="preserve">ں </w:t>
      </w:r>
      <w:r>
        <w:rPr>
          <w:rtl/>
        </w:rPr>
        <w:t>لائي</w:t>
      </w:r>
      <w:r w:rsidR="007D6C9B">
        <w:rPr>
          <w:rtl/>
        </w:rPr>
        <w:t xml:space="preserve">ں </w:t>
      </w:r>
      <w:r>
        <w:rPr>
          <w:rtl/>
        </w:rPr>
        <w:t xml:space="preserve">گے''_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لفظ''آيت '' شايد انہو</w:t>
      </w:r>
      <w:r w:rsidR="007D6C9B">
        <w:rPr>
          <w:rtl/>
        </w:rPr>
        <w:t xml:space="preserve">ں </w:t>
      </w:r>
      <w:r>
        <w:rPr>
          <w:rtl/>
        </w:rPr>
        <w:t>نے ازراہ تمسخر استعمال كيا تھا ، كيونكہ حضرت موسى نے اپنے معجزات كو آيات الہى قرار ديا تھا ليكن انہو</w:t>
      </w:r>
      <w:r w:rsidR="007D6C9B">
        <w:rPr>
          <w:rtl/>
        </w:rPr>
        <w:t xml:space="preserve">ں </w:t>
      </w:r>
      <w:r>
        <w:rPr>
          <w:rtl/>
        </w:rPr>
        <w:t xml:space="preserve">نے سحر قرار ديا_ </w:t>
      </w:r>
    </w:p>
    <w:p w:rsidR="00DE2D7F" w:rsidRDefault="00DE2D7F" w:rsidP="00D07B54">
      <w:pPr>
        <w:pStyle w:val="libNormal"/>
        <w:rPr>
          <w:rtl/>
        </w:rPr>
      </w:pPr>
      <w:r>
        <w:rPr>
          <w:rtl/>
        </w:rPr>
        <w:t>آيات كا لہجہ اور ديگر قرائن اس بات كے مظہر ہي</w:t>
      </w:r>
      <w:r w:rsidR="007D6C9B">
        <w:rPr>
          <w:rtl/>
        </w:rPr>
        <w:t xml:space="preserve">ں </w:t>
      </w:r>
      <w:r>
        <w:rPr>
          <w:rtl/>
        </w:rPr>
        <w:t>كہ فرعون كے پروپيگنڈو</w:t>
      </w:r>
      <w:r w:rsidR="007D6C9B">
        <w:rPr>
          <w:rtl/>
        </w:rPr>
        <w:t xml:space="preserve">ں </w:t>
      </w:r>
      <w:r>
        <w:rPr>
          <w:rtl/>
        </w:rPr>
        <w:t xml:space="preserve">كا محكمہ جو اپنے زمانے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w:t>
      </w:r>
      <w:r w:rsidR="00E664BB">
        <w:rPr>
          <w:rtl/>
        </w:rPr>
        <w:t>131</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آيت </w:t>
      </w:r>
      <w:r w:rsidR="00E664BB">
        <w:rPr>
          <w:rtl/>
        </w:rPr>
        <w:t>132</w:t>
      </w:r>
      <w:r>
        <w:rPr>
          <w:rtl/>
        </w:rPr>
        <w:t xml:space="preserve"> </w:t>
      </w:r>
    </w:p>
    <w:p w:rsidR="00E03D29" w:rsidRDefault="001648F9" w:rsidP="00D07B54">
      <w:pPr>
        <w:pStyle w:val="libNormal"/>
        <w:rPr>
          <w:rtl/>
        </w:rPr>
      </w:pPr>
      <w:r>
        <w:rPr>
          <w:rtl/>
        </w:rPr>
        <w:t xml:space="preserve"> </w:t>
      </w:r>
      <w:r>
        <w:rPr>
          <w:rtl/>
        </w:rPr>
        <w:br w:type="page"/>
      </w:r>
    </w:p>
    <w:p w:rsidR="00E03D29" w:rsidRDefault="00E03D29" w:rsidP="00D07B54">
      <w:pPr>
        <w:pStyle w:val="libNormal"/>
        <w:rPr>
          <w:rtl/>
        </w:rPr>
      </w:pPr>
    </w:p>
    <w:p w:rsidR="00DE2D7F" w:rsidRDefault="00DE2D7F" w:rsidP="00D07B54">
      <w:pPr>
        <w:pStyle w:val="libNormal"/>
        <w:rPr>
          <w:rtl/>
        </w:rPr>
      </w:pPr>
      <w:r>
        <w:rPr>
          <w:rtl/>
        </w:rPr>
        <w:t>كے لحاظ سے ہر طرح كے سازو سامان سے ليس تھا وہ حضرت موسى كے خلاف ہر طرف سے حركت مي</w:t>
      </w:r>
      <w:r w:rsidR="007D6C9B">
        <w:rPr>
          <w:rtl/>
        </w:rPr>
        <w:t xml:space="preserve">ں </w:t>
      </w:r>
      <w:r>
        <w:rPr>
          <w:rtl/>
        </w:rPr>
        <w:t>آگيا تھا اس كے نتيجے مي</w:t>
      </w:r>
      <w:r w:rsidR="007D6C9B">
        <w:rPr>
          <w:rtl/>
        </w:rPr>
        <w:t xml:space="preserve">ں </w:t>
      </w:r>
      <w:r>
        <w:rPr>
          <w:rtl/>
        </w:rPr>
        <w:t>تمام لوگو</w:t>
      </w:r>
      <w:r w:rsidR="007D6C9B">
        <w:rPr>
          <w:rtl/>
        </w:rPr>
        <w:t xml:space="preserve">ں </w:t>
      </w:r>
      <w:r>
        <w:rPr>
          <w:rtl/>
        </w:rPr>
        <w:t>كا ايك ہى نعرہ تھا اور وہ يہ كہ اے موسى تم تو ايك زبردست جادو گر ہو ، كيونكہ موسى كى بات كو رد كرنے كا ان كے پاس اس سے بہتر كوئي جواب نہ تھا جس كے ذريعے لوگو</w:t>
      </w:r>
      <w:r w:rsidR="007D6C9B">
        <w:rPr>
          <w:rtl/>
        </w:rPr>
        <w:t xml:space="preserve">ں </w:t>
      </w:r>
      <w:r>
        <w:rPr>
          <w:rtl/>
        </w:rPr>
        <w:t>كے دلو</w:t>
      </w:r>
      <w:r w:rsidR="007D6C9B">
        <w:rPr>
          <w:rtl/>
        </w:rPr>
        <w:t xml:space="preserve">ں </w:t>
      </w:r>
      <w:r>
        <w:rPr>
          <w:rtl/>
        </w:rPr>
        <w:t>مي</w:t>
      </w:r>
      <w:r w:rsidR="007D6C9B">
        <w:rPr>
          <w:rtl/>
        </w:rPr>
        <w:t xml:space="preserve">ں </w:t>
      </w:r>
      <w:r>
        <w:rPr>
          <w:rtl/>
        </w:rPr>
        <w:t xml:space="preserve">وہ گھربنانا چاہتے تھے _ </w:t>
      </w:r>
    </w:p>
    <w:p w:rsidR="00DE2D7F" w:rsidRDefault="00DE2D7F" w:rsidP="00D07B54">
      <w:pPr>
        <w:pStyle w:val="libNormal"/>
        <w:rPr>
          <w:rtl/>
        </w:rPr>
      </w:pPr>
      <w:r>
        <w:rPr>
          <w:rtl/>
        </w:rPr>
        <w:t>ليكن چونكہ خدا كسى قوم پر اس وقت تك اپنا آخرى عذاب نازل نہي</w:t>
      </w:r>
      <w:r w:rsidR="007D6C9B">
        <w:rPr>
          <w:rtl/>
        </w:rPr>
        <w:t xml:space="preserve">ں </w:t>
      </w:r>
      <w:r>
        <w:rPr>
          <w:rtl/>
        </w:rPr>
        <w:t>كرتا جب تك كہ اس پر خوب اچھى طرح سے اتمام حجت نہ كرلے اس لئے بعد والى آيت مي</w:t>
      </w:r>
      <w:r w:rsidR="007D6C9B">
        <w:rPr>
          <w:rtl/>
        </w:rPr>
        <w:t xml:space="preserve">ں </w:t>
      </w:r>
      <w:r>
        <w:rPr>
          <w:rtl/>
        </w:rPr>
        <w:t>فرمايا گيا ہے كہ ہم نے پہلے طرح طرح كى بلائي</w:t>
      </w:r>
      <w:r w:rsidR="007D6C9B">
        <w:rPr>
          <w:rtl/>
        </w:rPr>
        <w:t xml:space="preserve">ں </w:t>
      </w:r>
      <w:r>
        <w:rPr>
          <w:rtl/>
        </w:rPr>
        <w:t>ان پر نازل كي</w:t>
      </w:r>
      <w:r w:rsidR="007D6C9B">
        <w:rPr>
          <w:rtl/>
        </w:rPr>
        <w:t xml:space="preserve">ں </w:t>
      </w:r>
      <w:r>
        <w:rPr>
          <w:rtl/>
        </w:rPr>
        <w:t>كہ شايد ان كو ہوش آجائے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''پہلے ہم نے ان پر طوفان بھيجا'' </w:t>
      </w:r>
    </w:p>
    <w:p w:rsidR="00DE2D7F" w:rsidRDefault="00DE2D7F" w:rsidP="00D07B54">
      <w:pPr>
        <w:pStyle w:val="libNormal"/>
        <w:rPr>
          <w:rtl/>
        </w:rPr>
      </w:pPr>
      <w:r>
        <w:rPr>
          <w:rtl/>
        </w:rPr>
        <w:t>اس كے بعد قرآن مي</w:t>
      </w:r>
      <w:r w:rsidR="007D6C9B">
        <w:rPr>
          <w:rtl/>
        </w:rPr>
        <w:t xml:space="preserve">ں </w:t>
      </w:r>
      <w:r>
        <w:rPr>
          <w:rtl/>
        </w:rPr>
        <w:t xml:space="preserve">ارشاد ہوتا ہے: </w:t>
      </w:r>
    </w:p>
    <w:p w:rsidR="00DE2D7F" w:rsidRDefault="00DE2D7F" w:rsidP="00D07B54">
      <w:pPr>
        <w:pStyle w:val="libNormal"/>
        <w:rPr>
          <w:rtl/>
        </w:rPr>
      </w:pPr>
      <w:r>
        <w:rPr>
          <w:rtl/>
        </w:rPr>
        <w:t>''اس كے بعد ہم نے ان كى زراعتو</w:t>
      </w:r>
      <w:r w:rsidR="007D6C9B">
        <w:rPr>
          <w:rtl/>
        </w:rPr>
        <w:t xml:space="preserve">ں </w:t>
      </w:r>
      <w:r>
        <w:rPr>
          <w:rtl/>
        </w:rPr>
        <w:t>اور درختو</w:t>
      </w:r>
      <w:r w:rsidR="007D6C9B">
        <w:rPr>
          <w:rtl/>
        </w:rPr>
        <w:t xml:space="preserve">ں </w:t>
      </w:r>
      <w:r>
        <w:rPr>
          <w:rtl/>
        </w:rPr>
        <w:t>پر ٹڈيو</w:t>
      </w:r>
      <w:r w:rsidR="007D6C9B">
        <w:rPr>
          <w:rtl/>
        </w:rPr>
        <w:t xml:space="preserve">ں </w:t>
      </w:r>
      <w:r>
        <w:rPr>
          <w:rtl/>
        </w:rPr>
        <w:t xml:space="preserve">كو مسلط كرديا_'' </w:t>
      </w:r>
    </w:p>
    <w:p w:rsidR="00DE2D7F" w:rsidRDefault="00DE2D7F" w:rsidP="00D07B54">
      <w:pPr>
        <w:pStyle w:val="libNormal"/>
        <w:rPr>
          <w:rtl/>
        </w:rPr>
      </w:pPr>
      <w:r>
        <w:rPr>
          <w:rtl/>
        </w:rPr>
        <w:t>روايات مي</w:t>
      </w:r>
      <w:r w:rsidR="007D6C9B">
        <w:rPr>
          <w:rtl/>
        </w:rPr>
        <w:t xml:space="preserve">ں </w:t>
      </w:r>
      <w:r>
        <w:rPr>
          <w:rtl/>
        </w:rPr>
        <w:t>وارد ہوا ہے كہ كہ اللہ نے ان پر ٹڈيا</w:t>
      </w:r>
      <w:r w:rsidR="007D6C9B">
        <w:rPr>
          <w:rtl/>
        </w:rPr>
        <w:t xml:space="preserve">ں </w:t>
      </w:r>
      <w:r>
        <w:rPr>
          <w:rtl/>
        </w:rPr>
        <w:t>اس كثرت سے بھيجي</w:t>
      </w:r>
      <w:r w:rsidR="007D6C9B">
        <w:rPr>
          <w:rtl/>
        </w:rPr>
        <w:t xml:space="preserve">ں </w:t>
      </w:r>
      <w:r>
        <w:rPr>
          <w:rtl/>
        </w:rPr>
        <w:t>كہ انھو</w:t>
      </w:r>
      <w:r w:rsidR="007D6C9B">
        <w:rPr>
          <w:rtl/>
        </w:rPr>
        <w:t xml:space="preserve">ں </w:t>
      </w:r>
      <w:r>
        <w:rPr>
          <w:rtl/>
        </w:rPr>
        <w:t>نے درختو</w:t>
      </w:r>
      <w:r w:rsidR="007D6C9B">
        <w:rPr>
          <w:rtl/>
        </w:rPr>
        <w:t xml:space="preserve">ں </w:t>
      </w:r>
      <w:r>
        <w:rPr>
          <w:rtl/>
        </w:rPr>
        <w:t>كے شاخ و برگ كا بالكل صفايا كرديا، حتى كہ ان كے بدنو</w:t>
      </w:r>
      <w:r w:rsidR="007D6C9B">
        <w:rPr>
          <w:rtl/>
        </w:rPr>
        <w:t xml:space="preserve">ں </w:t>
      </w:r>
      <w:r>
        <w:rPr>
          <w:rtl/>
        </w:rPr>
        <w:t>تك كو وہ اتنا آزار پہنچاتى تھي</w:t>
      </w:r>
      <w:r w:rsidR="007D6C9B">
        <w:rPr>
          <w:rtl/>
        </w:rPr>
        <w:t xml:space="preserve">ں </w:t>
      </w:r>
      <w:r>
        <w:rPr>
          <w:rtl/>
        </w:rPr>
        <w:t xml:space="preserve">كہ وہ تكليف سے چيختے چلاتے تھے_ </w:t>
      </w:r>
    </w:p>
    <w:p w:rsidR="00DE2D7F" w:rsidRDefault="00DE2D7F" w:rsidP="00D07B54">
      <w:pPr>
        <w:pStyle w:val="libNormal"/>
        <w:rPr>
          <w:rtl/>
        </w:rPr>
      </w:pPr>
      <w:r>
        <w:rPr>
          <w:rtl/>
        </w:rPr>
        <w:t>جب بھى ان پر بلا نازل ہوتى تھى تو وہ حضرت موسى عليہ السلام سے فرياد كرتے تھے كہ وہ خدا سے كہہ كر اس بلا كو ہٹوادي</w:t>
      </w:r>
      <w:r w:rsidR="007D6C9B">
        <w:rPr>
          <w:rtl/>
        </w:rPr>
        <w:t xml:space="preserve">ں </w:t>
      </w:r>
      <w:r>
        <w:rPr>
          <w:rtl/>
        </w:rPr>
        <w:t>طوفان اور ٹڈيو</w:t>
      </w:r>
      <w:r w:rsidR="007D6C9B">
        <w:rPr>
          <w:rtl/>
        </w:rPr>
        <w:t xml:space="preserve">ں </w:t>
      </w:r>
      <w:r>
        <w:rPr>
          <w:rtl/>
        </w:rPr>
        <w:t>كے موقع پر بھى انھو</w:t>
      </w:r>
      <w:r w:rsidR="007D6C9B">
        <w:rPr>
          <w:rtl/>
        </w:rPr>
        <w:t xml:space="preserve">ں </w:t>
      </w:r>
      <w:r>
        <w:rPr>
          <w:rtl/>
        </w:rPr>
        <w:t>نے جناب موسى عليہ السلام سے يہى خواہش كى ، جس كو موسى عليہ السلام نے قبول كرليا اور يہ دونو</w:t>
      </w:r>
      <w:r w:rsidR="007D6C9B">
        <w:rPr>
          <w:rtl/>
        </w:rPr>
        <w:t xml:space="preserve">ں </w:t>
      </w:r>
      <w:r>
        <w:rPr>
          <w:rtl/>
        </w:rPr>
        <w:t>بلائي</w:t>
      </w:r>
      <w:r w:rsidR="007D6C9B">
        <w:rPr>
          <w:rtl/>
        </w:rPr>
        <w:t xml:space="preserve">ں </w:t>
      </w:r>
      <w:r>
        <w:rPr>
          <w:rtl/>
        </w:rPr>
        <w:t>برطرف ہوگئي</w:t>
      </w:r>
      <w:r w:rsidR="007D6C9B">
        <w:rPr>
          <w:rtl/>
        </w:rPr>
        <w:t xml:space="preserve">ں </w:t>
      </w:r>
      <w:r>
        <w:rPr>
          <w:rtl/>
        </w:rPr>
        <w:t>، ليكن اس كے بعد پھر وہ اپنى ضد پر اتر آئے جس كے نتيجے مي</w:t>
      </w:r>
      <w:r w:rsidR="007D6C9B">
        <w:rPr>
          <w:rtl/>
        </w:rPr>
        <w:t xml:space="preserve">ں </w:t>
      </w:r>
      <w:r>
        <w:rPr>
          <w:rtl/>
        </w:rPr>
        <w:t xml:space="preserve">تيسرى بلا ''قمّل '' كى ان پر نازل ہوئي_ </w:t>
      </w:r>
    </w:p>
    <w:p w:rsidR="00DE2D7F" w:rsidRDefault="00DE2D7F" w:rsidP="00D07B54">
      <w:pPr>
        <w:pStyle w:val="libNormal"/>
        <w:rPr>
          <w:rtl/>
        </w:rPr>
      </w:pPr>
      <w:r>
        <w:rPr>
          <w:rtl/>
        </w:rPr>
        <w:t>''قمّل'' سے كيا مراد ہے؟ اس بارے مي</w:t>
      </w:r>
      <w:r w:rsidR="007D6C9B">
        <w:rPr>
          <w:rtl/>
        </w:rPr>
        <w:t xml:space="preserve">ں </w:t>
      </w:r>
      <w:r>
        <w:rPr>
          <w:rtl/>
        </w:rPr>
        <w:t xml:space="preserve">مفسرين كے درميان گفتگو ہوئي ہے ليكن ظاہر يہ ہے كہ يہ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اعراف كى ايت </w:t>
      </w:r>
      <w:r w:rsidR="00E664BB">
        <w:rPr>
          <w:rtl/>
        </w:rPr>
        <w:t>133</w:t>
      </w:r>
      <w:r>
        <w:rPr>
          <w:rtl/>
        </w:rPr>
        <w:t xml:space="preserve"> مي</w:t>
      </w:r>
      <w:r w:rsidR="007D6C9B">
        <w:rPr>
          <w:rtl/>
        </w:rPr>
        <w:t xml:space="preserve">ں </w:t>
      </w:r>
      <w:r>
        <w:rPr>
          <w:rtl/>
        </w:rPr>
        <w:t xml:space="preserve">ان بلاو </w:t>
      </w:r>
      <w:r w:rsidR="007D6C9B">
        <w:rPr>
          <w:rtl/>
        </w:rPr>
        <w:t xml:space="preserve">ں </w:t>
      </w:r>
      <w:r>
        <w:rPr>
          <w:rtl/>
        </w:rPr>
        <w:t xml:space="preserve">كا نام ليا گيا ہے </w:t>
      </w:r>
    </w:p>
    <w:p w:rsidR="00E03D29" w:rsidRDefault="00C2634E" w:rsidP="00D07B54">
      <w:pPr>
        <w:pStyle w:val="libNormal"/>
        <w:rPr>
          <w:rtl/>
        </w:rPr>
      </w:pPr>
      <w:r>
        <w:rPr>
          <w:rtl/>
        </w:rPr>
        <w:t xml:space="preserve"> </w:t>
      </w:r>
      <w:r>
        <w:rPr>
          <w:rtl/>
        </w:rPr>
        <w:br w:type="page"/>
      </w:r>
    </w:p>
    <w:p w:rsidR="00E03D29" w:rsidRDefault="00E03D29" w:rsidP="00D07B54">
      <w:pPr>
        <w:pStyle w:val="libNormal"/>
        <w:rPr>
          <w:rtl/>
        </w:rPr>
      </w:pPr>
    </w:p>
    <w:p w:rsidR="00DE2D7F" w:rsidRDefault="00DE2D7F" w:rsidP="00D07B54">
      <w:pPr>
        <w:pStyle w:val="libNormal"/>
        <w:rPr>
          <w:rtl/>
        </w:rPr>
      </w:pPr>
      <w:r>
        <w:rPr>
          <w:rtl/>
        </w:rPr>
        <w:t xml:space="preserve">ايك قسم كى نباتى آفت تھى جو زراعت كو كھاجاتى تھي_ </w:t>
      </w:r>
    </w:p>
    <w:p w:rsidR="00DE2D7F" w:rsidRDefault="00DE2D7F" w:rsidP="00D07B54">
      <w:pPr>
        <w:pStyle w:val="libNormal"/>
        <w:rPr>
          <w:rtl/>
        </w:rPr>
      </w:pPr>
      <w:r>
        <w:rPr>
          <w:rtl/>
        </w:rPr>
        <w:t>جب يہ آفت بھى ختم ہوئي اور وہ پھر بھى ايمان نہ لائے،تو اللہ نے مينڈك كى نسل كو اس قدر فروغ ديا كہ مينڈك ايك نئي بلا كى صورت مي</w:t>
      </w:r>
      <w:r w:rsidR="007D6C9B">
        <w:rPr>
          <w:rtl/>
        </w:rPr>
        <w:t xml:space="preserve">ں </w:t>
      </w:r>
      <w:r>
        <w:rPr>
          <w:rtl/>
        </w:rPr>
        <w:t>ان كى زندگى مي</w:t>
      </w:r>
      <w:r w:rsidR="007D6C9B">
        <w:rPr>
          <w:rtl/>
        </w:rPr>
        <w:t xml:space="preserve">ں </w:t>
      </w:r>
      <w:r>
        <w:rPr>
          <w:rtl/>
        </w:rPr>
        <w:t xml:space="preserve">اخل ہوگئے_ </w:t>
      </w:r>
    </w:p>
    <w:p w:rsidR="00DE2D7F" w:rsidRDefault="00DE2D7F" w:rsidP="00D07B54">
      <w:pPr>
        <w:pStyle w:val="libNormal"/>
        <w:rPr>
          <w:rtl/>
        </w:rPr>
      </w:pPr>
      <w:r>
        <w:rPr>
          <w:rtl/>
        </w:rPr>
        <w:t>جدھر ديكھتے تھے ہر طرف چھوٹے بڑے مينڈك نظر آتے تھے يہا</w:t>
      </w:r>
      <w:r w:rsidR="007D6C9B">
        <w:rPr>
          <w:rtl/>
        </w:rPr>
        <w:t xml:space="preserve">ں </w:t>
      </w:r>
      <w:r>
        <w:rPr>
          <w:rtl/>
        </w:rPr>
        <w:t>تك كہ گھرو</w:t>
      </w:r>
      <w:r w:rsidR="007D6C9B">
        <w:rPr>
          <w:rtl/>
        </w:rPr>
        <w:t xml:space="preserve">ں </w:t>
      </w:r>
      <w:r>
        <w:rPr>
          <w:rtl/>
        </w:rPr>
        <w:t>كے اندر، كمرو</w:t>
      </w:r>
      <w:r w:rsidR="007D6C9B">
        <w:rPr>
          <w:rtl/>
        </w:rPr>
        <w:t xml:space="preserve">ں </w:t>
      </w:r>
      <w:r>
        <w:rPr>
          <w:rtl/>
        </w:rPr>
        <w:t>مي</w:t>
      </w:r>
      <w:r w:rsidR="007D6C9B">
        <w:rPr>
          <w:rtl/>
        </w:rPr>
        <w:t xml:space="preserve">ں </w:t>
      </w:r>
      <w:r>
        <w:rPr>
          <w:rtl/>
        </w:rPr>
        <w:t>، بچھونو</w:t>
      </w:r>
      <w:r w:rsidR="007D6C9B">
        <w:rPr>
          <w:rtl/>
        </w:rPr>
        <w:t xml:space="preserve">ں </w:t>
      </w:r>
      <w:r>
        <w:rPr>
          <w:rtl/>
        </w:rPr>
        <w:t>مي</w:t>
      </w:r>
      <w:r w:rsidR="007D6C9B">
        <w:rPr>
          <w:rtl/>
        </w:rPr>
        <w:t xml:space="preserve">ں </w:t>
      </w:r>
      <w:r>
        <w:rPr>
          <w:rtl/>
        </w:rPr>
        <w:t>، دسترخوان پر كھانے كے برتنو</w:t>
      </w:r>
      <w:r w:rsidR="007D6C9B">
        <w:rPr>
          <w:rtl/>
        </w:rPr>
        <w:t xml:space="preserve">ں </w:t>
      </w:r>
      <w:r>
        <w:rPr>
          <w:rtl/>
        </w:rPr>
        <w:t>مي</w:t>
      </w:r>
      <w:r w:rsidR="007D6C9B">
        <w:rPr>
          <w:rtl/>
        </w:rPr>
        <w:t xml:space="preserve">ں </w:t>
      </w:r>
      <w:r>
        <w:rPr>
          <w:rtl/>
        </w:rPr>
        <w:t>مينڈك ہى مينڈك تھے، جس كى وجہ سے ان كى زندگى حرام ہوگئي تھي، ليكن پھر بھى انھو</w:t>
      </w:r>
      <w:r w:rsidR="007D6C9B">
        <w:rPr>
          <w:rtl/>
        </w:rPr>
        <w:t xml:space="preserve">ں </w:t>
      </w:r>
      <w:r>
        <w:rPr>
          <w:rtl/>
        </w:rPr>
        <w:t xml:space="preserve">نے حق كے سامنے اپنا سرنہ جھكايا اور ايمان نہ لائے_ </w:t>
      </w:r>
    </w:p>
    <w:p w:rsidR="00DE2D7F" w:rsidRDefault="00DE2D7F" w:rsidP="00D07B54">
      <w:pPr>
        <w:pStyle w:val="libNormal"/>
        <w:rPr>
          <w:rtl/>
        </w:rPr>
      </w:pPr>
      <w:r>
        <w:rPr>
          <w:rtl/>
        </w:rPr>
        <w:t xml:space="preserve">اس وقت اللہ نے ان پر خون مسلط كيا_ </w:t>
      </w:r>
    </w:p>
    <w:p w:rsidR="00DE2D7F" w:rsidRDefault="00DE2D7F" w:rsidP="00D07B54">
      <w:pPr>
        <w:pStyle w:val="libNormal"/>
        <w:rPr>
          <w:rtl/>
        </w:rPr>
      </w:pPr>
      <w:r>
        <w:rPr>
          <w:rtl/>
        </w:rPr>
        <w:t>بعض مفسرين نے كہا كہ خون سے مراد ''مرض نكسير'' ہے جو ايك وبا كى صورت مي</w:t>
      </w:r>
      <w:r w:rsidR="007D6C9B">
        <w:rPr>
          <w:rtl/>
        </w:rPr>
        <w:t xml:space="preserve">ں </w:t>
      </w:r>
      <w:r>
        <w:rPr>
          <w:rtl/>
        </w:rPr>
        <w:t>ان مي</w:t>
      </w:r>
      <w:r w:rsidR="007D6C9B">
        <w:rPr>
          <w:rtl/>
        </w:rPr>
        <w:t xml:space="preserve">ں </w:t>
      </w:r>
      <w:r>
        <w:rPr>
          <w:rtl/>
        </w:rPr>
        <w:t xml:space="preserve">پھيل گيا، ليكن بہت سے مفسرين نے لكھا ہے كہ دريائے نيل لہو رنگ ہوگيا اتنا كہ اس كا پانى مصرف كے لائق نہ رہا_ </w:t>
      </w:r>
    </w:p>
    <w:p w:rsidR="00DE2D7F" w:rsidRDefault="00DE2D7F" w:rsidP="00D07B54">
      <w:pPr>
        <w:pStyle w:val="libNormal"/>
        <w:rPr>
          <w:rtl/>
        </w:rPr>
      </w:pPr>
      <w:r>
        <w:rPr>
          <w:rtl/>
        </w:rPr>
        <w:t>آخر مي</w:t>
      </w:r>
      <w:r w:rsidR="007D6C9B">
        <w:rPr>
          <w:rtl/>
        </w:rPr>
        <w:t xml:space="preserve">ں </w:t>
      </w:r>
      <w:r>
        <w:rPr>
          <w:rtl/>
        </w:rPr>
        <w:t>قرآن فرماتا ہے: '' ان معجزو</w:t>
      </w:r>
      <w:r w:rsidR="007D6C9B">
        <w:rPr>
          <w:rtl/>
        </w:rPr>
        <w:t xml:space="preserve">ں </w:t>
      </w:r>
      <w:r>
        <w:rPr>
          <w:rtl/>
        </w:rPr>
        <w:t>اور كھلى نشانيو</w:t>
      </w:r>
      <w:r w:rsidR="007D6C9B">
        <w:rPr>
          <w:rtl/>
        </w:rPr>
        <w:t xml:space="preserve">ں </w:t>
      </w:r>
      <w:r>
        <w:rPr>
          <w:rtl/>
        </w:rPr>
        <w:t>كو جو موسى كى حقانيت پر دلالت كرتى تھي</w:t>
      </w:r>
      <w:r w:rsidR="007D6C9B">
        <w:rPr>
          <w:rtl/>
        </w:rPr>
        <w:t xml:space="preserve">ں </w:t>
      </w:r>
      <w:r>
        <w:rPr>
          <w:rtl/>
        </w:rPr>
        <w:t>،ہم نے ان كو دكھلايا ليكن انھو</w:t>
      </w:r>
      <w:r w:rsidR="007D6C9B">
        <w:rPr>
          <w:rtl/>
        </w:rPr>
        <w:t xml:space="preserve">ں </w:t>
      </w:r>
      <w:r>
        <w:rPr>
          <w:rtl/>
        </w:rPr>
        <w:t>نے ان كے مقابلہ مي</w:t>
      </w:r>
      <w:r w:rsidR="007D6C9B">
        <w:rPr>
          <w:rtl/>
        </w:rPr>
        <w:t xml:space="preserve">ں </w:t>
      </w:r>
      <w:r>
        <w:rPr>
          <w:rtl/>
        </w:rPr>
        <w:t>تكبر سے كام ليا اور حق كو قبول كرنے سے انكار كرديا اور وہ ايك مجرم او رگناہگار قوم تھے_''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بعض روايات مي</w:t>
      </w:r>
      <w:r w:rsidR="007D6C9B">
        <w:rPr>
          <w:rtl/>
        </w:rPr>
        <w:t xml:space="preserve">ں </w:t>
      </w:r>
      <w:r>
        <w:rPr>
          <w:rtl/>
        </w:rPr>
        <w:t>ہے كہ ان مي</w:t>
      </w:r>
      <w:r w:rsidR="007D6C9B">
        <w:rPr>
          <w:rtl/>
        </w:rPr>
        <w:t xml:space="preserve">ں </w:t>
      </w:r>
      <w:r>
        <w:rPr>
          <w:rtl/>
        </w:rPr>
        <w:t>سے ہر ايك بلا ايك ايك سال كے لئے آتى تھى يعنى ايك سال طوفان و سيلاب، دوسرے سال ٹڈيو</w:t>
      </w:r>
      <w:r w:rsidR="007D6C9B">
        <w:rPr>
          <w:rtl/>
        </w:rPr>
        <w:t xml:space="preserve">ں </w:t>
      </w:r>
      <w:r>
        <w:rPr>
          <w:rtl/>
        </w:rPr>
        <w:t>كے دَل، تيسرے سال نباتاتى آفت، اسى طرح آخر تك، ليكن ديگر روايات مي</w:t>
      </w:r>
      <w:r w:rsidR="007D6C9B">
        <w:rPr>
          <w:rtl/>
        </w:rPr>
        <w:t xml:space="preserve">ں </w:t>
      </w:r>
      <w:r>
        <w:rPr>
          <w:rtl/>
        </w:rPr>
        <w:t>ہے كہ ايك آفت سے دوسرى آفت تك ايك مہينہ سے زيادہ فاصلہ نہ تھا، بہر كيف اس مي</w:t>
      </w:r>
      <w:r w:rsidR="007D6C9B">
        <w:rPr>
          <w:rtl/>
        </w:rPr>
        <w:t xml:space="preserve">ں </w:t>
      </w:r>
      <w:r>
        <w:rPr>
          <w:rtl/>
        </w:rPr>
        <w:t>شك نہي</w:t>
      </w:r>
      <w:r w:rsidR="007D6C9B">
        <w:rPr>
          <w:rtl/>
        </w:rPr>
        <w:t xml:space="preserve">ں </w:t>
      </w:r>
      <w:r>
        <w:rPr>
          <w:rtl/>
        </w:rPr>
        <w:t>كہ ان آفتو</w:t>
      </w:r>
      <w:r w:rsidR="007D6C9B">
        <w:rPr>
          <w:rtl/>
        </w:rPr>
        <w:t xml:space="preserve">ں </w:t>
      </w:r>
      <w:r>
        <w:rPr>
          <w:rtl/>
        </w:rPr>
        <w:t xml:space="preserve">كے درميان فاصلہ موجود تھا( جيسا كہ قرآن نے لفظ ''مفصلات'' سے تعبير كيا ہے)تاكہ ان كو تفكر كے لئے كافى موقع مل جائے_ </w:t>
      </w:r>
    </w:p>
    <w:p w:rsidR="00DE2D7F" w:rsidRDefault="00DE2D7F" w:rsidP="00D07B54">
      <w:pPr>
        <w:pStyle w:val="libNormal"/>
        <w:rPr>
          <w:rtl/>
        </w:rPr>
      </w:pPr>
      <w:r>
        <w:rPr>
          <w:rtl/>
        </w:rPr>
        <w:t>قابل توجہ بات يہ ہے كہ يہ بلائي</w:t>
      </w:r>
      <w:r w:rsidR="007D6C9B">
        <w:rPr>
          <w:rtl/>
        </w:rPr>
        <w:t xml:space="preserve">ں </w:t>
      </w:r>
      <w:r>
        <w:rPr>
          <w:rtl/>
        </w:rPr>
        <w:t>صرف فرعون اور فرعون والو</w:t>
      </w:r>
      <w:r w:rsidR="007D6C9B">
        <w:rPr>
          <w:rtl/>
        </w:rPr>
        <w:t xml:space="preserve">ں </w:t>
      </w:r>
      <w:r>
        <w:rPr>
          <w:rtl/>
        </w:rPr>
        <w:t>كے دامن گير ہوتى تھي</w:t>
      </w:r>
      <w:r w:rsidR="007D6C9B">
        <w:rPr>
          <w:rtl/>
        </w:rPr>
        <w:t xml:space="preserve">ں </w:t>
      </w:r>
      <w:r>
        <w:rPr>
          <w:rtl/>
        </w:rPr>
        <w:t xml:space="preserve">، بني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اعراف آيت </w:t>
      </w:r>
      <w:r w:rsidR="00E664BB">
        <w:rPr>
          <w:rtl/>
        </w:rPr>
        <w:t>133</w:t>
      </w:r>
      <w:r>
        <w:rPr>
          <w:rtl/>
        </w:rPr>
        <w:t xml:space="preserve"> </w:t>
      </w:r>
    </w:p>
    <w:p w:rsidR="00E03D29" w:rsidRDefault="00E03D29" w:rsidP="00D07B54">
      <w:pPr>
        <w:pStyle w:val="libNormal"/>
        <w:rPr>
          <w:rtl/>
        </w:rPr>
      </w:pPr>
      <w:r>
        <w:rPr>
          <w:rtl/>
        </w:rPr>
        <w:br w:type="page"/>
      </w:r>
    </w:p>
    <w:p w:rsidR="00E03D29" w:rsidRDefault="00E03D29" w:rsidP="00D07B54">
      <w:pPr>
        <w:pStyle w:val="libNormal"/>
        <w:rPr>
          <w:rtl/>
        </w:rPr>
      </w:pPr>
    </w:p>
    <w:p w:rsidR="00DE2D7F" w:rsidRDefault="00DE2D7F" w:rsidP="00D07B54">
      <w:pPr>
        <w:pStyle w:val="libNormal"/>
        <w:rPr>
          <w:rtl/>
        </w:rPr>
      </w:pPr>
      <w:r>
        <w:rPr>
          <w:rtl/>
        </w:rPr>
        <w:t>اسرائيل اس سے محفوظ تھے، بے شك يہ اعجاز ہى تھا ،ليكن اگر نكتہ ذيل پر نظر كى جائے تو ان مي</w:t>
      </w:r>
      <w:r w:rsidR="007D6C9B">
        <w:rPr>
          <w:rtl/>
        </w:rPr>
        <w:t xml:space="preserve">ں </w:t>
      </w:r>
      <w:r>
        <w:rPr>
          <w:rtl/>
        </w:rPr>
        <w:t xml:space="preserve">سے بعض كى علمى توجيہہ بھى كى جاسكتى ہے_ </w:t>
      </w:r>
    </w:p>
    <w:p w:rsidR="00DE2D7F" w:rsidRDefault="00DE2D7F" w:rsidP="00D07B54">
      <w:pPr>
        <w:pStyle w:val="libNormal"/>
        <w:rPr>
          <w:rtl/>
        </w:rPr>
      </w:pPr>
      <w:r>
        <w:rPr>
          <w:rtl/>
        </w:rPr>
        <w:t>ہمي</w:t>
      </w:r>
      <w:r w:rsidR="007D6C9B">
        <w:rPr>
          <w:rtl/>
        </w:rPr>
        <w:t xml:space="preserve">ں </w:t>
      </w:r>
      <w:r>
        <w:rPr>
          <w:rtl/>
        </w:rPr>
        <w:t>معلوم ہے كہ مصر جيسى سرسبز و شاداب اور خوبصورت سلطنت جو دريائے نيل كے كنارو</w:t>
      </w:r>
      <w:r w:rsidR="007D6C9B">
        <w:rPr>
          <w:rtl/>
        </w:rPr>
        <w:t xml:space="preserve">ں </w:t>
      </w:r>
      <w:r>
        <w:rPr>
          <w:rtl/>
        </w:rPr>
        <w:t>پر آباد تھى اس كے بہترين حصے وہ تھے جو درياسے قريب تھے وہا</w:t>
      </w:r>
      <w:r w:rsidR="007D6C9B">
        <w:rPr>
          <w:rtl/>
        </w:rPr>
        <w:t xml:space="preserve">ں </w:t>
      </w:r>
      <w:r>
        <w:rPr>
          <w:rtl/>
        </w:rPr>
        <w:t>پانى بھى فراوان تھا اور زراعت بھى خوب ہوتى تھى ،تجارتى كشتيا</w:t>
      </w:r>
      <w:r w:rsidR="007D6C9B">
        <w:rPr>
          <w:rtl/>
        </w:rPr>
        <w:t xml:space="preserve">ں </w:t>
      </w:r>
      <w:r>
        <w:rPr>
          <w:rtl/>
        </w:rPr>
        <w:t>وغيرہ بھى دستياب تھي</w:t>
      </w:r>
      <w:r w:rsidR="007D6C9B">
        <w:rPr>
          <w:rtl/>
        </w:rPr>
        <w:t xml:space="preserve">ں </w:t>
      </w:r>
      <w:r>
        <w:rPr>
          <w:rtl/>
        </w:rPr>
        <w:t>، يہ خطے فرعون والو</w:t>
      </w:r>
      <w:r w:rsidR="007D6C9B">
        <w:rPr>
          <w:rtl/>
        </w:rPr>
        <w:t xml:space="preserve">ں </w:t>
      </w:r>
      <w:r>
        <w:rPr>
          <w:rtl/>
        </w:rPr>
        <w:t>اور قبطيو</w:t>
      </w:r>
      <w:r w:rsidR="007D6C9B">
        <w:rPr>
          <w:rtl/>
        </w:rPr>
        <w:t xml:space="preserve">ں </w:t>
      </w:r>
      <w:r>
        <w:rPr>
          <w:rtl/>
        </w:rPr>
        <w:t>كے قبضے مي</w:t>
      </w:r>
      <w:r w:rsidR="007D6C9B">
        <w:rPr>
          <w:rtl/>
        </w:rPr>
        <w:t xml:space="preserve">ں </w:t>
      </w:r>
      <w:r>
        <w:rPr>
          <w:rtl/>
        </w:rPr>
        <w:t>تھے جہا</w:t>
      </w:r>
      <w:r w:rsidR="007D6C9B">
        <w:rPr>
          <w:rtl/>
        </w:rPr>
        <w:t xml:space="preserve">ں </w:t>
      </w:r>
      <w:r>
        <w:rPr>
          <w:rtl/>
        </w:rPr>
        <w:t>انھو</w:t>
      </w:r>
      <w:r w:rsidR="007D6C9B">
        <w:rPr>
          <w:rtl/>
        </w:rPr>
        <w:t xml:space="preserve">ں </w:t>
      </w:r>
      <w:r>
        <w:rPr>
          <w:rtl/>
        </w:rPr>
        <w:t>نے اپنے قصر و باغات بنا ركھے تھے اس كے بر خلاف اسرائيلو</w:t>
      </w:r>
      <w:r w:rsidR="007D6C9B">
        <w:rPr>
          <w:rtl/>
        </w:rPr>
        <w:t xml:space="preserve">ں </w:t>
      </w:r>
      <w:r>
        <w:rPr>
          <w:rtl/>
        </w:rPr>
        <w:t>كو دور دراز كے خشك اور كم آب علاقے دئے گئے تھے جہا</w:t>
      </w:r>
      <w:r w:rsidR="007D6C9B">
        <w:rPr>
          <w:rtl/>
        </w:rPr>
        <w:t xml:space="preserve">ں </w:t>
      </w:r>
      <w:r>
        <w:rPr>
          <w:rtl/>
        </w:rPr>
        <w:t>وہ زندگى كے يہ سخت دن گذارتے تھے كيونكہ ان كى حيثيت غلامو</w:t>
      </w:r>
      <w:r w:rsidR="007D6C9B">
        <w:rPr>
          <w:rtl/>
        </w:rPr>
        <w:t xml:space="preserve">ں </w:t>
      </w:r>
      <w:r>
        <w:rPr>
          <w:rtl/>
        </w:rPr>
        <w:t xml:space="preserve">جيسى تھي_ </w:t>
      </w:r>
    </w:p>
    <w:p w:rsidR="00DE2D7F" w:rsidRDefault="00DE2D7F" w:rsidP="00D07B54">
      <w:pPr>
        <w:pStyle w:val="libNormal"/>
        <w:rPr>
          <w:rtl/>
        </w:rPr>
      </w:pPr>
      <w:r>
        <w:rPr>
          <w:rtl/>
        </w:rPr>
        <w:t>بنا بر اين يہ ايك طبيعى امر ہے كہ جب سيلاب اور طوفان آيا تو اس كے نتيجے مي</w:t>
      </w:r>
      <w:r w:rsidR="007D6C9B">
        <w:rPr>
          <w:rtl/>
        </w:rPr>
        <w:t xml:space="preserve">ں </w:t>
      </w:r>
      <w:r>
        <w:rPr>
          <w:rtl/>
        </w:rPr>
        <w:t>وہ آباديا</w:t>
      </w:r>
      <w:r w:rsidR="007D6C9B">
        <w:rPr>
          <w:rtl/>
        </w:rPr>
        <w:t xml:space="preserve">ں </w:t>
      </w:r>
      <w:r>
        <w:rPr>
          <w:rtl/>
        </w:rPr>
        <w:t>زيادہ متاثر ہوئي</w:t>
      </w:r>
      <w:r w:rsidR="007D6C9B">
        <w:rPr>
          <w:rtl/>
        </w:rPr>
        <w:t xml:space="preserve">ں </w:t>
      </w:r>
      <w:r>
        <w:rPr>
          <w:rtl/>
        </w:rPr>
        <w:t>جو دريائے نيل كے دونو</w:t>
      </w:r>
      <w:r w:rsidR="007D6C9B">
        <w:rPr>
          <w:rtl/>
        </w:rPr>
        <w:t xml:space="preserve">ں </w:t>
      </w:r>
      <w:r>
        <w:rPr>
          <w:rtl/>
        </w:rPr>
        <w:t>كنارو</w:t>
      </w:r>
      <w:r w:rsidR="007D6C9B">
        <w:rPr>
          <w:rtl/>
        </w:rPr>
        <w:t xml:space="preserve">ں </w:t>
      </w:r>
      <w:r>
        <w:rPr>
          <w:rtl/>
        </w:rPr>
        <w:t>پر آباد تھي</w:t>
      </w:r>
      <w:r w:rsidR="007D6C9B">
        <w:rPr>
          <w:rtl/>
        </w:rPr>
        <w:t xml:space="preserve">ں </w:t>
      </w:r>
      <w:r>
        <w:rPr>
          <w:rtl/>
        </w:rPr>
        <w:t>، اسى طرح مينڈھك بھى پانى سے پيدا ہوتے ہي</w:t>
      </w:r>
      <w:r w:rsidR="007D6C9B">
        <w:rPr>
          <w:rtl/>
        </w:rPr>
        <w:t xml:space="preserve">ں </w:t>
      </w:r>
      <w:r>
        <w:rPr>
          <w:rtl/>
        </w:rPr>
        <w:t>جو قبطيو</w:t>
      </w:r>
      <w:r w:rsidR="007D6C9B">
        <w:rPr>
          <w:rtl/>
        </w:rPr>
        <w:t xml:space="preserve">ں </w:t>
      </w:r>
      <w:r>
        <w:rPr>
          <w:rtl/>
        </w:rPr>
        <w:t>كے گھرو</w:t>
      </w:r>
      <w:r w:rsidR="007D6C9B">
        <w:rPr>
          <w:rtl/>
        </w:rPr>
        <w:t xml:space="preserve">ں </w:t>
      </w:r>
      <w:r>
        <w:rPr>
          <w:rtl/>
        </w:rPr>
        <w:t>كے آس پاس بڑى مقدار مي</w:t>
      </w:r>
      <w:r w:rsidR="007D6C9B">
        <w:rPr>
          <w:rtl/>
        </w:rPr>
        <w:t xml:space="preserve">ں </w:t>
      </w:r>
      <w:r>
        <w:rPr>
          <w:rtl/>
        </w:rPr>
        <w:t>موجود تھے، يہى حال خون كا ہے كيونكہ رود نيل كا پانى خون ہو گيا تھا، ٹڈيا</w:t>
      </w:r>
      <w:r w:rsidR="007D6C9B">
        <w:rPr>
          <w:rtl/>
        </w:rPr>
        <w:t xml:space="preserve">ں </w:t>
      </w:r>
      <w:r>
        <w:rPr>
          <w:rtl/>
        </w:rPr>
        <w:t>اور زرعى آفتي</w:t>
      </w:r>
      <w:r w:rsidR="007D6C9B">
        <w:rPr>
          <w:rtl/>
        </w:rPr>
        <w:t xml:space="preserve">ں </w:t>
      </w:r>
      <w:r>
        <w:rPr>
          <w:rtl/>
        </w:rPr>
        <w:t>بھى باغات، كھيتو</w:t>
      </w:r>
      <w:r w:rsidR="007D6C9B">
        <w:rPr>
          <w:rtl/>
        </w:rPr>
        <w:t xml:space="preserve">ں </w:t>
      </w:r>
      <w:r>
        <w:rPr>
          <w:rtl/>
        </w:rPr>
        <w:t>اور سر سبز علاقو</w:t>
      </w:r>
      <w:r w:rsidR="007D6C9B">
        <w:rPr>
          <w:rtl/>
        </w:rPr>
        <w:t xml:space="preserve">ں </w:t>
      </w:r>
      <w:r>
        <w:rPr>
          <w:rtl/>
        </w:rPr>
        <w:t>پر حملہ كرتى ہي</w:t>
      </w:r>
      <w:r w:rsidR="007D6C9B">
        <w:rPr>
          <w:rtl/>
        </w:rPr>
        <w:t xml:space="preserve">ں </w:t>
      </w:r>
      <w:r>
        <w:rPr>
          <w:rtl/>
        </w:rPr>
        <w:t>، لہذا ان عذابو</w:t>
      </w:r>
      <w:r w:rsidR="007D6C9B">
        <w:rPr>
          <w:rtl/>
        </w:rPr>
        <w:t xml:space="preserve">ں </w:t>
      </w:r>
      <w:r>
        <w:rPr>
          <w:rtl/>
        </w:rPr>
        <w:t>سے زيادہ تر نقصان قبطيو</w:t>
      </w:r>
      <w:r w:rsidR="007D6C9B">
        <w:rPr>
          <w:rtl/>
        </w:rPr>
        <w:t xml:space="preserve">ں </w:t>
      </w:r>
      <w:r>
        <w:rPr>
          <w:rtl/>
        </w:rPr>
        <w:t xml:space="preserve">ہى كا ہوتا تھا_ </w:t>
      </w:r>
    </w:p>
    <w:p w:rsidR="00DE2D7F" w:rsidRDefault="00DE2D7F" w:rsidP="00D07B54">
      <w:pPr>
        <w:pStyle w:val="libNormal"/>
        <w:rPr>
          <w:rtl/>
        </w:rPr>
      </w:pPr>
      <w:r>
        <w:rPr>
          <w:rtl/>
        </w:rPr>
        <w:t>جو كچھ قرآن مي</w:t>
      </w:r>
      <w:r w:rsidR="007D6C9B">
        <w:rPr>
          <w:rtl/>
        </w:rPr>
        <w:t xml:space="preserve">ں </w:t>
      </w:r>
      <w:r>
        <w:rPr>
          <w:rtl/>
        </w:rPr>
        <w:t>ذكر ہوا ہے اس كا ذكر موجودہ توريت مي</w:t>
      </w:r>
      <w:r w:rsidR="007D6C9B">
        <w:rPr>
          <w:rtl/>
        </w:rPr>
        <w:t xml:space="preserve">ں </w:t>
      </w:r>
      <w:r>
        <w:rPr>
          <w:rtl/>
        </w:rPr>
        <w:t>بھى ملتا ہے، ليكن كسى حد تك فرق كے ساتھ_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E03D29" w:rsidRDefault="00DE2D7F" w:rsidP="00D07B54">
      <w:pPr>
        <w:pStyle w:val="Heading2Center"/>
        <w:rPr>
          <w:rtl/>
        </w:rPr>
      </w:pPr>
      <w:bookmarkStart w:id="241" w:name="_Toc7268638"/>
      <w:r>
        <w:rPr>
          <w:rtl/>
        </w:rPr>
        <w:t>بار بار كى عہد شكنيا</w:t>
      </w:r>
      <w:r w:rsidR="007D6C9B">
        <w:rPr>
          <w:rtl/>
        </w:rPr>
        <w:t>ں</w:t>
      </w:r>
      <w:bookmarkEnd w:id="241"/>
    </w:p>
    <w:p w:rsidR="00DE2D7F" w:rsidRDefault="007D6C9B" w:rsidP="00D07B54">
      <w:pPr>
        <w:pStyle w:val="libNormal"/>
        <w:rPr>
          <w:rtl/>
        </w:rPr>
      </w:pPr>
      <w:r>
        <w:rPr>
          <w:rtl/>
        </w:rPr>
        <w:t xml:space="preserve"> </w:t>
      </w:r>
      <w:r w:rsidR="00DE2D7F">
        <w:rPr>
          <w:rtl/>
        </w:rPr>
        <w:t>قرآن مي</w:t>
      </w:r>
      <w:r>
        <w:rPr>
          <w:rtl/>
        </w:rPr>
        <w:t xml:space="preserve">ں </w:t>
      </w:r>
      <w:r w:rsidR="00DE2D7F">
        <w:rPr>
          <w:rtl/>
        </w:rPr>
        <w:t>فرعونيو</w:t>
      </w:r>
      <w:r>
        <w:rPr>
          <w:rtl/>
        </w:rPr>
        <w:t xml:space="preserve">ں </w:t>
      </w:r>
      <w:r w:rsidR="00DE2D7F">
        <w:rPr>
          <w:rtl/>
        </w:rPr>
        <w:t>كے اس رد عمل كا ذكر كيا گيا ہے جو انہو</w:t>
      </w:r>
      <w:r>
        <w:rPr>
          <w:rtl/>
        </w:rPr>
        <w:t xml:space="preserve">ں </w:t>
      </w:r>
      <w:r w:rsidR="00DE2D7F">
        <w:rPr>
          <w:rtl/>
        </w:rPr>
        <w:t>نے پروردگار عالم كى عبرت انگيزاور بيدار كنندہ بلائو</w:t>
      </w:r>
      <w:r>
        <w:rPr>
          <w:rtl/>
        </w:rPr>
        <w:t xml:space="preserve">ں </w:t>
      </w:r>
      <w:r w:rsidR="00DE2D7F">
        <w:rPr>
          <w:rtl/>
        </w:rPr>
        <w:t>كے نزول كے بعد ظاہر كيا،ان تما م قرآنى گفتگو سے يہ ظاہر ہوتا ہے كہ جس وقت وہ بلا كے چنگل مي</w:t>
      </w:r>
      <w:r>
        <w:rPr>
          <w:rtl/>
        </w:rPr>
        <w:t xml:space="preserve">ں </w:t>
      </w:r>
      <w:r w:rsidR="00DE2D7F">
        <w:rPr>
          <w:rtl/>
        </w:rPr>
        <w:t>گرفتار ہو جاتے تھے،جيسا كہ عام طور سے تباہ كارو</w:t>
      </w:r>
      <w:r>
        <w:rPr>
          <w:rtl/>
        </w:rPr>
        <w:t xml:space="preserve">ں </w:t>
      </w:r>
      <w:r w:rsidR="00DE2D7F">
        <w:rPr>
          <w:rtl/>
        </w:rPr>
        <w:t xml:space="preserve">كا دستور ہے،وقتى طور پر خواب غفلت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)ملاحظہ ہو سفر خروج فصل ہفتم تا دہم توريت </w:t>
      </w:r>
    </w:p>
    <w:p w:rsidR="00E03D29" w:rsidRDefault="00C2634E" w:rsidP="00D07B54">
      <w:pPr>
        <w:pStyle w:val="libNormal"/>
        <w:rPr>
          <w:rtl/>
        </w:rPr>
      </w:pPr>
      <w:r>
        <w:rPr>
          <w:rtl/>
        </w:rPr>
        <w:t xml:space="preserve"> </w:t>
      </w:r>
      <w:r>
        <w:rPr>
          <w:rtl/>
        </w:rPr>
        <w:br w:type="page"/>
      </w:r>
    </w:p>
    <w:p w:rsidR="00E03D29" w:rsidRDefault="00E03D29" w:rsidP="00D07B54">
      <w:pPr>
        <w:pStyle w:val="libNormal"/>
        <w:rPr>
          <w:rtl/>
        </w:rPr>
      </w:pPr>
    </w:p>
    <w:p w:rsidR="00DE2D7F" w:rsidRDefault="00DE2D7F" w:rsidP="00D07B54">
      <w:pPr>
        <w:pStyle w:val="libNormal"/>
        <w:rPr>
          <w:rtl/>
        </w:rPr>
      </w:pPr>
      <w:r>
        <w:rPr>
          <w:rtl/>
        </w:rPr>
        <w:t>سے بيدار ہوجاتے تھے اور فرياد وزارى كرنے لگتے تھے اور حضرت موسى عليہ السلام سے درخواست كرتے تھے كہ خدا سے ان كى نجات كے لئے دعا كري</w:t>
      </w:r>
      <w:r w:rsidR="007D6C9B">
        <w:rPr>
          <w:rtl/>
        </w:rPr>
        <w:t xml:space="preserve">ں </w:t>
      </w:r>
      <w:r>
        <w:rPr>
          <w:rtl/>
        </w:rPr>
        <w:t>_ چونكہ حضرت موسى عليہ السلام ان كے لئے دعا كرتے تھے اور وہ بلا ان كے سرو</w:t>
      </w:r>
      <w:r w:rsidR="007D6C9B">
        <w:rPr>
          <w:rtl/>
        </w:rPr>
        <w:t xml:space="preserve">ں </w:t>
      </w:r>
      <w:r>
        <w:rPr>
          <w:rtl/>
        </w:rPr>
        <w:t>سے ٹل جاتى تھي،مگر ان كى حالت يہ تھى كہ جونہى وہ بلا سر سے ٹلتى تھى تو وہ تمام چيزو</w:t>
      </w:r>
      <w:r w:rsidR="007D6C9B">
        <w:rPr>
          <w:rtl/>
        </w:rPr>
        <w:t xml:space="preserve">ں </w:t>
      </w:r>
      <w:r>
        <w:rPr>
          <w:rtl/>
        </w:rPr>
        <w:t xml:space="preserve">كو بھول جاتے تھے اور وہ اپنى پہلى نا فرمانى اور سركشى كى حالت پر پلٹ جاتے تھے_ </w:t>
      </w:r>
    </w:p>
    <w:p w:rsidR="00DE2D7F" w:rsidRDefault="00DE2D7F" w:rsidP="00D07B54">
      <w:pPr>
        <w:pStyle w:val="libNormal"/>
        <w:rPr>
          <w:rtl/>
        </w:rPr>
      </w:pPr>
      <w:r>
        <w:rPr>
          <w:rtl/>
        </w:rPr>
        <w:t>جس وقت ان پر بلا مسلط ہوتى تھى تو كہتے تھے:'' اے موسى ہمارے لئے اپنے خدا سے دعا كرو كہ جو عہد اس نے تم سے كيا ہے اسے پورا كرے اور تمہارى دعا ہمارے حق مي</w:t>
      </w:r>
      <w:r w:rsidR="007D6C9B">
        <w:rPr>
          <w:rtl/>
        </w:rPr>
        <w:t xml:space="preserve">ں </w:t>
      </w:r>
      <w:r>
        <w:rPr>
          <w:rtl/>
        </w:rPr>
        <w:t>قبول كرے،اگر تم يہ بلا ہم سے دور كردو تو ہم يہ وعدہ كرتے ہي</w:t>
      </w:r>
      <w:r w:rsidR="007D6C9B">
        <w:rPr>
          <w:rtl/>
        </w:rPr>
        <w:t xml:space="preserve">ں </w:t>
      </w:r>
      <w:r>
        <w:rPr>
          <w:rtl/>
        </w:rPr>
        <w:t>كہ ہم خود بھى تم پر ضرور ايمان لائي</w:t>
      </w:r>
      <w:r w:rsidR="007D6C9B">
        <w:rPr>
          <w:rtl/>
        </w:rPr>
        <w:t xml:space="preserve">ں </w:t>
      </w:r>
      <w:r>
        <w:rPr>
          <w:rtl/>
        </w:rPr>
        <w:t>گے اور بنى اسرائيل كو بھى يقينا تمہارے ہمرا ہ روانہ كردي</w:t>
      </w:r>
      <w:r w:rsidR="007D6C9B">
        <w:rPr>
          <w:rtl/>
        </w:rPr>
        <w:t xml:space="preserve">ں </w:t>
      </w:r>
      <w:r>
        <w:rPr>
          <w:rtl/>
        </w:rPr>
        <w:t>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ان كى پيمان شكنى كا ذكر كيا گيا ہے،ارشاد ہوتا ہے:''جس وقت ہم ان پر سے بلائو</w:t>
      </w:r>
      <w:r w:rsidR="007D6C9B">
        <w:rPr>
          <w:rtl/>
        </w:rPr>
        <w:t xml:space="preserve">ں </w:t>
      </w:r>
      <w:r>
        <w:rPr>
          <w:rtl/>
        </w:rPr>
        <w:t>كو تعين شدہ مدت كے بعد ہٹا ديتے تھے تو وہ اپنا وعدہ توڑ ڈالتے تھے''_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نہ خود ہى ايمان لاتے تھے اور نہ ہى بنى اسرائيل كو اسيرى سے آزاد كرتے تھے_ </w:t>
      </w:r>
    </w:p>
    <w:p w:rsidR="00DE2D7F" w:rsidRDefault="00DE2D7F" w:rsidP="00D07B54">
      <w:pPr>
        <w:pStyle w:val="libNormal"/>
        <w:rPr>
          <w:rtl/>
        </w:rPr>
      </w:pPr>
      <w:r>
        <w:rPr>
          <w:rtl/>
        </w:rPr>
        <w:t xml:space="preserve">حضرت موسى عليہ السلام ان كايك مدت معين كرتے تھے كہ فلا </w:t>
      </w:r>
      <w:r w:rsidR="007D6C9B">
        <w:rPr>
          <w:rtl/>
        </w:rPr>
        <w:t xml:space="preserve">ں </w:t>
      </w:r>
      <w:r>
        <w:rPr>
          <w:rtl/>
        </w:rPr>
        <w:t xml:space="preserve">وقت يہ بلا بر طرف ہوجائے گى تاكہ ان پر اچھى طرح كھل جائے كہ يہ بلا كوئي اتفاقى حادثہ نہ تھا بلكہ حضرت موسى عليہ السلام كى دعا كى وجہ سے تھا_ </w:t>
      </w:r>
    </w:p>
    <w:p w:rsidR="00DE2D7F" w:rsidRDefault="00DE2D7F" w:rsidP="00D07B54">
      <w:pPr>
        <w:pStyle w:val="libNormal"/>
        <w:rPr>
          <w:rtl/>
        </w:rPr>
      </w:pPr>
    </w:p>
    <w:p w:rsidR="00E03D29" w:rsidRDefault="00DE2D7F" w:rsidP="00D07B54">
      <w:pPr>
        <w:pStyle w:val="Heading2Center"/>
        <w:rPr>
          <w:rtl/>
        </w:rPr>
      </w:pPr>
      <w:bookmarkStart w:id="242" w:name="_Toc7268639"/>
      <w:r>
        <w:rPr>
          <w:rtl/>
        </w:rPr>
        <w:t>موسى عليہ السلام كے پاس سونے كے كنگن كيو</w:t>
      </w:r>
      <w:r w:rsidR="007D6C9B">
        <w:rPr>
          <w:rtl/>
        </w:rPr>
        <w:t xml:space="preserve">ں </w:t>
      </w:r>
      <w:r>
        <w:rPr>
          <w:rtl/>
        </w:rPr>
        <w:t>نہي</w:t>
      </w:r>
      <w:r w:rsidR="007D6C9B">
        <w:rPr>
          <w:rtl/>
        </w:rPr>
        <w:t xml:space="preserve">ں </w:t>
      </w:r>
      <w:r>
        <w:rPr>
          <w:rtl/>
        </w:rPr>
        <w:t>؟</w:t>
      </w:r>
      <w:bookmarkEnd w:id="242"/>
      <w:r>
        <w:rPr>
          <w:rtl/>
        </w:rPr>
        <w:t xml:space="preserve"> </w:t>
      </w:r>
    </w:p>
    <w:p w:rsidR="00DE2D7F" w:rsidRDefault="00DE2D7F" w:rsidP="00D07B54">
      <w:pPr>
        <w:pStyle w:val="libNormal"/>
        <w:rPr>
          <w:rtl/>
        </w:rPr>
      </w:pPr>
      <w:r>
        <w:rPr>
          <w:rtl/>
        </w:rPr>
        <w:t>حضرت موسى عليہ السلام كى منطق ايك طرف ان كے مختلف معجزات دوسرى طرف مصر كے لوگو</w:t>
      </w:r>
      <w:r w:rsidR="007D6C9B">
        <w:rPr>
          <w:rtl/>
        </w:rPr>
        <w:t xml:space="preserve">ں </w:t>
      </w:r>
      <w:r>
        <w:rPr>
          <w:rtl/>
        </w:rPr>
        <w:t>پر نازل ہونيوالى بلائي</w:t>
      </w:r>
      <w:r w:rsidR="007D6C9B">
        <w:rPr>
          <w:rtl/>
        </w:rPr>
        <w:t xml:space="preserve">ں </w:t>
      </w:r>
      <w:r>
        <w:rPr>
          <w:rtl/>
        </w:rPr>
        <w:t>جو موسى عليہ السلا م كى دعا كى بركت سے ٹل جاتى تھي</w:t>
      </w:r>
      <w:r w:rsidR="007D6C9B">
        <w:rPr>
          <w:rtl/>
        </w:rPr>
        <w:t xml:space="preserve">ں </w:t>
      </w:r>
      <w:r>
        <w:rPr>
          <w:rtl/>
        </w:rPr>
        <w:t>تيسرى طرف،ان سب اسباب نے مجموعى طور پر اس ماحول پر گہرے اثرات ڈالے اور فرعون كے بارے مي</w:t>
      </w:r>
      <w:r w:rsidR="007D6C9B">
        <w:rPr>
          <w:rtl/>
        </w:rPr>
        <w:t xml:space="preserve">ں </w:t>
      </w:r>
      <w:r>
        <w:rPr>
          <w:rtl/>
        </w:rPr>
        <w:t>لوگو</w:t>
      </w:r>
      <w:r w:rsidR="007D6C9B">
        <w:rPr>
          <w:rtl/>
        </w:rPr>
        <w:t xml:space="preserve">ں </w:t>
      </w:r>
      <w:r>
        <w:rPr>
          <w:rtl/>
        </w:rPr>
        <w:t>كے افكار كو ڈانوا</w:t>
      </w:r>
      <w:r w:rsidR="007D6C9B">
        <w:rPr>
          <w:rtl/>
        </w:rPr>
        <w:t xml:space="preserve">ں </w:t>
      </w:r>
      <w:r>
        <w:rPr>
          <w:rtl/>
        </w:rPr>
        <w:t xml:space="preserve">ڈول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 xml:space="preserve">()اعراف آيت </w:t>
      </w:r>
      <w:r w:rsidR="00E664BB">
        <w:rPr>
          <w:rtl/>
        </w:rPr>
        <w:t>134</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ايت </w:t>
      </w:r>
      <w:r w:rsidR="00E664BB">
        <w:rPr>
          <w:rtl/>
        </w:rPr>
        <w:t>135</w:t>
      </w:r>
      <w:r>
        <w:rPr>
          <w:rtl/>
        </w:rPr>
        <w:t xml:space="preserve"> </w:t>
      </w:r>
    </w:p>
    <w:p w:rsidR="00E03D29" w:rsidRDefault="001648F9" w:rsidP="00D07B54">
      <w:pPr>
        <w:pStyle w:val="libNormal"/>
        <w:rPr>
          <w:rtl/>
        </w:rPr>
      </w:pPr>
      <w:r>
        <w:rPr>
          <w:rtl/>
        </w:rPr>
        <w:t xml:space="preserve"> </w:t>
      </w:r>
      <w:r>
        <w:rPr>
          <w:rtl/>
        </w:rPr>
        <w:br w:type="page"/>
      </w:r>
    </w:p>
    <w:p w:rsidR="00E03D29" w:rsidRDefault="00E03D29" w:rsidP="00D07B54">
      <w:pPr>
        <w:pStyle w:val="libNormal"/>
        <w:rPr>
          <w:rtl/>
        </w:rPr>
      </w:pPr>
    </w:p>
    <w:p w:rsidR="00DE2D7F" w:rsidRDefault="00DE2D7F" w:rsidP="00D07B54">
      <w:pPr>
        <w:pStyle w:val="libNormal"/>
        <w:rPr>
          <w:rtl/>
        </w:rPr>
      </w:pPr>
      <w:r>
        <w:rPr>
          <w:rtl/>
        </w:rPr>
        <w:t>كرديا اور انھي</w:t>
      </w:r>
      <w:r w:rsidR="007D6C9B">
        <w:rPr>
          <w:rtl/>
        </w:rPr>
        <w:t xml:space="preserve">ں </w:t>
      </w:r>
      <w:r>
        <w:rPr>
          <w:rtl/>
        </w:rPr>
        <w:t>پورے مذہبى اور معاشرتى نظام كے بارے مي</w:t>
      </w:r>
      <w:r w:rsidR="007D6C9B">
        <w:rPr>
          <w:rtl/>
        </w:rPr>
        <w:t xml:space="preserve">ں </w:t>
      </w:r>
      <w:r>
        <w:rPr>
          <w:rtl/>
        </w:rPr>
        <w:t xml:space="preserve">سوچنے پر مجبور كرديا_ </w:t>
      </w:r>
    </w:p>
    <w:p w:rsidR="00DE2D7F" w:rsidRDefault="00DE2D7F" w:rsidP="00D07B54">
      <w:pPr>
        <w:pStyle w:val="libNormal"/>
        <w:rPr>
          <w:rtl/>
        </w:rPr>
      </w:pPr>
      <w:r>
        <w:rPr>
          <w:rtl/>
        </w:rPr>
        <w:t>اس موقع پر فرعون نے دھوكہ دھڑى كے ذريعہ موسى عليہ السلام كا اثر مصرى لوگو</w:t>
      </w:r>
      <w:r w:rsidR="007D6C9B">
        <w:rPr>
          <w:rtl/>
        </w:rPr>
        <w:t xml:space="preserve">ں </w:t>
      </w:r>
      <w:r>
        <w:rPr>
          <w:rtl/>
        </w:rPr>
        <w:t>كے ذہن سے ختم كرنے كى كوشش كى اور پست اقدار كا سہارا ليا جو اس ماحول پر حكم فرماتھا، انھي</w:t>
      </w:r>
      <w:r w:rsidR="007D6C9B">
        <w:rPr>
          <w:rtl/>
        </w:rPr>
        <w:t xml:space="preserve">ں </w:t>
      </w:r>
      <w:r>
        <w:rPr>
          <w:rtl/>
        </w:rPr>
        <w:t>اقدار كے ذريعہ اپنا اور موسى عليہ السلام كا موازنہ شروع كرديا تا كہ اس طرح لوگو</w:t>
      </w:r>
      <w:r w:rsidR="007D6C9B">
        <w:rPr>
          <w:rtl/>
        </w:rPr>
        <w:t xml:space="preserve">ں </w:t>
      </w:r>
      <w:r>
        <w:rPr>
          <w:rtl/>
        </w:rPr>
        <w:t xml:space="preserve">پر اپنى برترى كو پايہ ثبوت تك پہنچائے، جيسا كہ قرآن پاك فرماتا ہے: </w:t>
      </w:r>
    </w:p>
    <w:p w:rsidR="00DE2D7F" w:rsidRDefault="00DE2D7F" w:rsidP="00D07B54">
      <w:pPr>
        <w:pStyle w:val="libNormal"/>
        <w:rPr>
          <w:rtl/>
        </w:rPr>
      </w:pPr>
      <w:r>
        <w:rPr>
          <w:rtl/>
        </w:rPr>
        <w:t>''اور فرعون نے اپنے لوگو</w:t>
      </w:r>
      <w:r w:rsidR="007D6C9B">
        <w:rPr>
          <w:rtl/>
        </w:rPr>
        <w:t xml:space="preserve">ں </w:t>
      </w:r>
      <w:r>
        <w:rPr>
          <w:rtl/>
        </w:rPr>
        <w:t>كو پكار كر كہا:اے ميرى قوم آيا مصر كى وسيع و عريض سر زمين پر ميرى حكومت نہي</w:t>
      </w:r>
      <w:r w:rsidR="007D6C9B">
        <w:rPr>
          <w:rtl/>
        </w:rPr>
        <w:t xml:space="preserve">ں </w:t>
      </w:r>
      <w:r>
        <w:rPr>
          <w:rtl/>
        </w:rPr>
        <w:t>ہے اور كيا يہ عظيم دريا ميرے حكم سے نہي</w:t>
      </w:r>
      <w:r w:rsidR="007D6C9B">
        <w:rPr>
          <w:rtl/>
        </w:rPr>
        <w:t xml:space="preserve">ں </w:t>
      </w:r>
      <w:r>
        <w:rPr>
          <w:rtl/>
        </w:rPr>
        <w:t>بہہ رہے ہي</w:t>
      </w:r>
      <w:r w:rsidR="007D6C9B">
        <w:rPr>
          <w:rtl/>
        </w:rPr>
        <w:t xml:space="preserve">ں </w:t>
      </w:r>
      <w:r>
        <w:rPr>
          <w:rtl/>
        </w:rPr>
        <w:t>اور ميرے محلو</w:t>
      </w:r>
      <w:r w:rsidR="007D6C9B">
        <w:rPr>
          <w:rtl/>
        </w:rPr>
        <w:t xml:space="preserve">ں </w:t>
      </w:r>
      <w:r>
        <w:rPr>
          <w:rtl/>
        </w:rPr>
        <w:t>،كھيتو</w:t>
      </w:r>
      <w:r w:rsidR="007D6C9B">
        <w:rPr>
          <w:rtl/>
        </w:rPr>
        <w:t xml:space="preserve">ں </w:t>
      </w:r>
      <w:r>
        <w:rPr>
          <w:rtl/>
        </w:rPr>
        <w:t>اور باغو</w:t>
      </w:r>
      <w:r w:rsidR="007D6C9B">
        <w:rPr>
          <w:rtl/>
        </w:rPr>
        <w:t xml:space="preserve">ں </w:t>
      </w:r>
      <w:r>
        <w:rPr>
          <w:rtl/>
        </w:rPr>
        <w:t>سے نہي</w:t>
      </w:r>
      <w:r w:rsidR="007D6C9B">
        <w:rPr>
          <w:rtl/>
        </w:rPr>
        <w:t xml:space="preserve">ں </w:t>
      </w:r>
      <w:r>
        <w:rPr>
          <w:rtl/>
        </w:rPr>
        <w:t>گررہے ہي</w:t>
      </w:r>
      <w:r w:rsidR="007D6C9B">
        <w:rPr>
          <w:rtl/>
        </w:rPr>
        <w:t xml:space="preserve">ں </w:t>
      </w:r>
      <w:r>
        <w:rPr>
          <w:rtl/>
        </w:rPr>
        <w:t>؟كيا تم ديكھتے نہي</w:t>
      </w:r>
      <w:r w:rsidR="007D6C9B">
        <w:rPr>
          <w:rtl/>
        </w:rPr>
        <w:t xml:space="preserve">ں </w:t>
      </w:r>
      <w:r>
        <w:rPr>
          <w:rtl/>
        </w:rPr>
        <w:t>ہو؟''</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ليكن موسى عليہ السلام كے پاس كيا ہے،كچھ بھى نہي</w:t>
      </w:r>
      <w:r w:rsidR="007D6C9B">
        <w:rPr>
          <w:rtl/>
        </w:rPr>
        <w:t xml:space="preserve">ں </w:t>
      </w:r>
      <w:r>
        <w:rPr>
          <w:rtl/>
        </w:rPr>
        <w:t>، ايك لاٹھى اور ايك اونى لباس اور بس ،تو كيا اس كى شخصيت بڑى ہوگى يا ميري؟ آيا وہ سچ بات كہتا ہے يا مي</w:t>
      </w:r>
      <w:r w:rsidR="007D6C9B">
        <w:rPr>
          <w:rtl/>
        </w:rPr>
        <w:t xml:space="preserve">ں </w:t>
      </w:r>
      <w:r>
        <w:rPr>
          <w:rtl/>
        </w:rPr>
        <w:t>؟اپنى آنكھي</w:t>
      </w:r>
      <w:r w:rsidR="007D6C9B">
        <w:rPr>
          <w:rtl/>
        </w:rPr>
        <w:t xml:space="preserve">ں </w:t>
      </w:r>
      <w:r>
        <w:rPr>
          <w:rtl/>
        </w:rPr>
        <w:t>كھولو</w:t>
      </w:r>
      <w:r w:rsidR="007D6C9B">
        <w:rPr>
          <w:rtl/>
        </w:rPr>
        <w:t xml:space="preserve">ں </w:t>
      </w:r>
      <w:r>
        <w:rPr>
          <w:rtl/>
        </w:rPr>
        <w:t>اور بات اچھى طرح سمجھنے كى كوشش كرو_ اس طرح فرعون نے مصنوعى اقدار كو لوگو</w:t>
      </w:r>
      <w:r w:rsidR="007D6C9B">
        <w:rPr>
          <w:rtl/>
        </w:rPr>
        <w:t xml:space="preserve">ں </w:t>
      </w:r>
      <w:r>
        <w:rPr>
          <w:rtl/>
        </w:rPr>
        <w:t>كے سامنے پيش كيا،بالكل ويسے ہى جيسے عصر جاہليت كے بت پرستو</w:t>
      </w:r>
      <w:r w:rsidR="007D6C9B">
        <w:rPr>
          <w:rtl/>
        </w:rPr>
        <w:t xml:space="preserve">ں </w:t>
      </w:r>
      <w:r>
        <w:rPr>
          <w:rtl/>
        </w:rPr>
        <w:t>نے پيغمبر اسلام (ص) كے مقابلے مي</w:t>
      </w:r>
      <w:r w:rsidR="007D6C9B">
        <w:rPr>
          <w:rtl/>
        </w:rPr>
        <w:t xml:space="preserve">ں </w:t>
      </w:r>
      <w:r>
        <w:rPr>
          <w:rtl/>
        </w:rPr>
        <w:t xml:space="preserve">مال و مقام كو صحيح انسانى اقدار سمجھ ركھا تھا_ </w:t>
      </w:r>
    </w:p>
    <w:p w:rsidR="00DE2D7F" w:rsidRDefault="00DE2D7F" w:rsidP="00D07B54">
      <w:pPr>
        <w:pStyle w:val="libNormal"/>
        <w:rPr>
          <w:rtl/>
        </w:rPr>
      </w:pPr>
      <w:r>
        <w:rPr>
          <w:rtl/>
        </w:rPr>
        <w:t>لفظ''نادى ''(پكار كر كہا )سے معلوم ہوتا ہے كہ فرعون نے اپنى مملكت كے مشاہير كى ايك عظيم محفل جمائي اور بلند آواز كے ساتھ ان سب كو مخاطب كرتے ہوئے يہ جملے ادا كيے،يا حكم ديا كہ اس كى اس آواز كو ايك سركارى حكم نامے كے ذريعے پورے ملك مي</w:t>
      </w:r>
      <w:r w:rsidR="007D6C9B">
        <w:rPr>
          <w:rtl/>
        </w:rPr>
        <w:t xml:space="preserve">ں </w:t>
      </w:r>
      <w:r>
        <w:rPr>
          <w:rtl/>
        </w:rPr>
        <w:t xml:space="preserve">بيان كيا جائے_ </w:t>
      </w:r>
    </w:p>
    <w:p w:rsidR="00DE2D7F" w:rsidRDefault="00DE2D7F" w:rsidP="00D07B54">
      <w:pPr>
        <w:pStyle w:val="libNormal"/>
        <w:rPr>
          <w:rtl/>
        </w:rPr>
      </w:pPr>
      <w:r>
        <w:rPr>
          <w:rtl/>
        </w:rPr>
        <w:t>قرآن آگے چل كر فرماتا ہے كہ فرعون نے كہا:''مي</w:t>
      </w:r>
      <w:r w:rsidR="007D6C9B">
        <w:rPr>
          <w:rtl/>
        </w:rPr>
        <w:t xml:space="preserve">ں </w:t>
      </w:r>
      <w:r>
        <w:rPr>
          <w:rtl/>
        </w:rPr>
        <w:t>اس شخص سے برتر ہو</w:t>
      </w:r>
      <w:r w:rsidR="007D6C9B">
        <w:rPr>
          <w:rtl/>
        </w:rPr>
        <w:t xml:space="preserve">ں </w:t>
      </w:r>
      <w:r>
        <w:rPr>
          <w:rtl/>
        </w:rPr>
        <w:t>جو ايك پست خاندان اور طبقے سے تعلق ركھتا ہے_اور صاف طور پر بات بھى نہي</w:t>
      </w:r>
      <w:r w:rsidR="007D6C9B">
        <w:rPr>
          <w:rtl/>
        </w:rPr>
        <w:t xml:space="preserve">ں </w:t>
      </w:r>
      <w:r>
        <w:rPr>
          <w:rtl/>
        </w:rPr>
        <w:t>كرسكتا''_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اس طرح سے اس نے اپنے لئے دو بڑے اعزازات(حكومت مصر اور نيل كى مملكت)اور موسى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زخرف آيت </w:t>
      </w:r>
      <w:r w:rsidR="00E664BB">
        <w:rPr>
          <w:rtl/>
        </w:rPr>
        <w:t>51</w:t>
      </w:r>
      <w:r>
        <w:rPr>
          <w:rtl/>
        </w:rPr>
        <w:t xml:space="preserve"> </w:t>
      </w:r>
    </w:p>
    <w:p w:rsidR="00DE2D7F" w:rsidRDefault="00DE2D7F" w:rsidP="00D07B54">
      <w:pPr>
        <w:pStyle w:val="libFootnote"/>
        <w:rPr>
          <w:rtl/>
        </w:rPr>
      </w:pPr>
      <w:r>
        <w:rPr>
          <w:rtl/>
        </w:rPr>
        <w:t>(</w:t>
      </w:r>
      <w:r w:rsidR="00E664BB">
        <w:rPr>
          <w:rtl/>
        </w:rPr>
        <w:t>2</w:t>
      </w:r>
      <w:r>
        <w:rPr>
          <w:rtl/>
        </w:rPr>
        <w:t xml:space="preserve">)سورہ زخرف آيت </w:t>
      </w:r>
      <w:r w:rsidR="00E664BB">
        <w:rPr>
          <w:rtl/>
        </w:rPr>
        <w:t>52</w:t>
      </w:r>
      <w:r>
        <w:rPr>
          <w:rtl/>
        </w:rPr>
        <w:t xml:space="preserve"> </w:t>
      </w:r>
    </w:p>
    <w:p w:rsidR="00E03D29" w:rsidRDefault="001648F9" w:rsidP="00D07B54">
      <w:pPr>
        <w:pStyle w:val="libNormal"/>
        <w:rPr>
          <w:rtl/>
        </w:rPr>
      </w:pPr>
      <w:r>
        <w:rPr>
          <w:rtl/>
        </w:rPr>
        <w:t xml:space="preserve"> </w:t>
      </w:r>
      <w:r>
        <w:rPr>
          <w:rtl/>
        </w:rPr>
        <w:br w:type="page"/>
      </w:r>
    </w:p>
    <w:p w:rsidR="00E03D29" w:rsidRDefault="00E03D29" w:rsidP="00D07B54">
      <w:pPr>
        <w:pStyle w:val="libNormal"/>
        <w:rPr>
          <w:rtl/>
        </w:rPr>
      </w:pPr>
    </w:p>
    <w:p w:rsidR="00DE2D7F" w:rsidRDefault="00DE2D7F" w:rsidP="00D07B54">
      <w:pPr>
        <w:pStyle w:val="libNormal"/>
        <w:rPr>
          <w:rtl/>
        </w:rPr>
      </w:pPr>
      <w:r>
        <w:rPr>
          <w:rtl/>
        </w:rPr>
        <w:t xml:space="preserve">عليہ السلام كے دوكمزور پہلو(فقر اور لكنت زبان) بيان كرديئے_ </w:t>
      </w:r>
    </w:p>
    <w:p w:rsidR="00DE2D7F" w:rsidRDefault="00DE2D7F" w:rsidP="00D07B54">
      <w:pPr>
        <w:pStyle w:val="libNormal"/>
        <w:rPr>
          <w:rtl/>
        </w:rPr>
      </w:pPr>
      <w:r>
        <w:rPr>
          <w:rtl/>
        </w:rPr>
        <w:t>حالانكہ اس وقت حضرت موسى عليہ السلام كى زبان مي</w:t>
      </w:r>
      <w:r w:rsidR="007D6C9B">
        <w:rPr>
          <w:rtl/>
        </w:rPr>
        <w:t xml:space="preserve">ں </w:t>
      </w:r>
      <w:r>
        <w:rPr>
          <w:rtl/>
        </w:rPr>
        <w:t>لكنت نہ تھي_كيونكہ خدا نے ان كى دعا كو قبول فرماليا تھا اور زبان كى لكنت كو دور كرديا تھا كيونكہ موسى عليہ السلام نے مبعوث ہوتے ہى خداسے يہ دعا مانگى تھى كہ _''خدا وندا ميرى زبان كى گرہي</w:t>
      </w:r>
      <w:r w:rsidR="007D6C9B">
        <w:rPr>
          <w:rtl/>
        </w:rPr>
        <w:t xml:space="preserve">ں </w:t>
      </w:r>
      <w:r>
        <w:rPr>
          <w:rtl/>
        </w:rPr>
        <w:t>كھول دے''_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اور يقينا ان كى دعا قبول ہوئي اور قرآن بھى اس بات پر گواہ ہے_ بے پناہ دولت،فاخرہ لباس اور چكاچوند كرتے محلات،مظلوم طبقے پر ظلم و ستم كے ذريعے حاصل ہوتے ہي</w:t>
      </w:r>
      <w:r w:rsidR="007D6C9B">
        <w:rPr>
          <w:rtl/>
        </w:rPr>
        <w:t xml:space="preserve">ں </w:t>
      </w:r>
      <w:r>
        <w:rPr>
          <w:rtl/>
        </w:rPr>
        <w:t>_ ان كا مالك نہ ہونا صرف عيب كى بات ہى نہي</w:t>
      </w:r>
      <w:r w:rsidR="007D6C9B">
        <w:rPr>
          <w:rtl/>
        </w:rPr>
        <w:t xml:space="preserve">ں </w:t>
      </w:r>
      <w:r>
        <w:rPr>
          <w:rtl/>
        </w:rPr>
        <w:t xml:space="preserve">بلكہ باعث صدافتخار شرافت اور عزت كا سبب بھى ہے_ </w:t>
      </w:r>
    </w:p>
    <w:p w:rsidR="00DE2D7F" w:rsidRDefault="00DE2D7F" w:rsidP="00D07B54">
      <w:pPr>
        <w:pStyle w:val="libNormal"/>
        <w:rPr>
          <w:rtl/>
        </w:rPr>
      </w:pPr>
      <w:r>
        <w:rPr>
          <w:rtl/>
        </w:rPr>
        <w:t>''مھين''(پست)كى تعبير سے ممكن ہے اس دور كے اجتماعى طبقات كى طرف اشارہ ہو، كيونكہ اس دور مي</w:t>
      </w:r>
      <w:r w:rsidR="007D6C9B">
        <w:rPr>
          <w:rtl/>
        </w:rPr>
        <w:t xml:space="preserve">ں </w:t>
      </w:r>
      <w:r>
        <w:rPr>
          <w:rtl/>
        </w:rPr>
        <w:t>بڑے بڑے سرمايہ دارو</w:t>
      </w:r>
      <w:r w:rsidR="007D6C9B">
        <w:rPr>
          <w:rtl/>
        </w:rPr>
        <w:t xml:space="preserve">ں </w:t>
      </w:r>
      <w:r>
        <w:rPr>
          <w:rtl/>
        </w:rPr>
        <w:t>كا معاشرہ كے بلند طبقو</w:t>
      </w:r>
      <w:r w:rsidR="007D6C9B">
        <w:rPr>
          <w:rtl/>
        </w:rPr>
        <w:t xml:space="preserve">ں </w:t>
      </w:r>
      <w:r>
        <w:rPr>
          <w:rtl/>
        </w:rPr>
        <w:t>مي</w:t>
      </w:r>
      <w:r w:rsidR="007D6C9B">
        <w:rPr>
          <w:rtl/>
        </w:rPr>
        <w:t xml:space="preserve">ں </w:t>
      </w:r>
      <w:r>
        <w:rPr>
          <w:rtl/>
        </w:rPr>
        <w:t>شمار ہوتا تھا او رمحنت كشو</w:t>
      </w:r>
      <w:r w:rsidR="007D6C9B">
        <w:rPr>
          <w:rtl/>
        </w:rPr>
        <w:t xml:space="preserve">ں </w:t>
      </w:r>
      <w:r>
        <w:rPr>
          <w:rtl/>
        </w:rPr>
        <w:t>اور كم آمدنى والے لوگو</w:t>
      </w:r>
      <w:r w:rsidR="007D6C9B">
        <w:rPr>
          <w:rtl/>
        </w:rPr>
        <w:t xml:space="preserve">ں </w:t>
      </w:r>
      <w:r>
        <w:rPr>
          <w:rtl/>
        </w:rPr>
        <w:t>كا پست طبقے مي</w:t>
      </w:r>
      <w:r w:rsidR="007D6C9B">
        <w:rPr>
          <w:rtl/>
        </w:rPr>
        <w:t xml:space="preserve">ں </w:t>
      </w:r>
      <w:r>
        <w:rPr>
          <w:rtl/>
        </w:rPr>
        <w:t>،يا پھر ممكن ہے موسى عليہ السلام كى قوم كى طرف اشارہ ہو كيونكہ ان كا تعلق بنى اسرائيل سے تھا اور فرعون كى قبطى قوم اپنے آپ كو سردار اور آقا سمجھتى تھي_ پھر فرعون دو اور بہانو</w:t>
      </w:r>
      <w:r w:rsidR="007D6C9B">
        <w:rPr>
          <w:rtl/>
        </w:rPr>
        <w:t xml:space="preserve">ں </w:t>
      </w:r>
      <w:r>
        <w:rPr>
          <w:rtl/>
        </w:rPr>
        <w:t>كا سہارا ليتے ہوئے كہتا ہے:''اسے سونے كے كنگن كيو</w:t>
      </w:r>
      <w:r w:rsidR="007D6C9B">
        <w:rPr>
          <w:rtl/>
        </w:rPr>
        <w:t xml:space="preserve">ں </w:t>
      </w:r>
      <w:r>
        <w:rPr>
          <w:rtl/>
        </w:rPr>
        <w:t>نہي</w:t>
      </w:r>
      <w:r w:rsidR="007D6C9B">
        <w:rPr>
          <w:rtl/>
        </w:rPr>
        <w:t xml:space="preserve">ں </w:t>
      </w:r>
      <w:r>
        <w:rPr>
          <w:rtl/>
        </w:rPr>
        <w:t>ديئے اور اس كے لئے مددگار كيو</w:t>
      </w:r>
      <w:r w:rsidR="007D6C9B">
        <w:rPr>
          <w:rtl/>
        </w:rPr>
        <w:t xml:space="preserve">ں </w:t>
      </w:r>
      <w:r>
        <w:rPr>
          <w:rtl/>
        </w:rPr>
        <w:t>نہي</w:t>
      </w:r>
      <w:r w:rsidR="007D6C9B">
        <w:rPr>
          <w:rtl/>
        </w:rPr>
        <w:t xml:space="preserve">ں </w:t>
      </w:r>
      <w:r>
        <w:rPr>
          <w:rtl/>
        </w:rPr>
        <w:t>مقرر كئے تاكہ وہ اس كى تصديق كري</w:t>
      </w:r>
      <w:r w:rsidR="007D6C9B">
        <w:rPr>
          <w:rtl/>
        </w:rPr>
        <w:t xml:space="preserve">ں </w:t>
      </w:r>
      <w:r>
        <w:rPr>
          <w:rtl/>
        </w:rPr>
        <w:t>؟'' اگر خدا نے اسے رسول بنايا ہے تو دوسرے رسول كى طرح طلائي كنگن كيو</w:t>
      </w:r>
      <w:r w:rsidR="007D6C9B">
        <w:rPr>
          <w:rtl/>
        </w:rPr>
        <w:t xml:space="preserve">ں </w:t>
      </w:r>
      <w:r>
        <w:rPr>
          <w:rtl/>
        </w:rPr>
        <w:t>نہي</w:t>
      </w:r>
      <w:r w:rsidR="007D6C9B">
        <w:rPr>
          <w:rtl/>
        </w:rPr>
        <w:t xml:space="preserve">ں </w:t>
      </w:r>
      <w:r>
        <w:rPr>
          <w:rtl/>
        </w:rPr>
        <w:t>دئے گئے اور اس كے لئے مدد گار كيو</w:t>
      </w:r>
      <w:r w:rsidR="007D6C9B">
        <w:rPr>
          <w:rtl/>
        </w:rPr>
        <w:t xml:space="preserve">ں </w:t>
      </w:r>
      <w:r>
        <w:rPr>
          <w:rtl/>
        </w:rPr>
        <w:t>نہي</w:t>
      </w:r>
      <w:r w:rsidR="007D6C9B">
        <w:rPr>
          <w:rtl/>
        </w:rPr>
        <w:t xml:space="preserve">ں </w:t>
      </w:r>
      <w:r>
        <w:rPr>
          <w:rtl/>
        </w:rPr>
        <w:t xml:space="preserve">مقرر كئے گئے_ </w:t>
      </w:r>
    </w:p>
    <w:p w:rsidR="00DE2D7F" w:rsidRDefault="00DE2D7F" w:rsidP="00D07B54">
      <w:pPr>
        <w:pStyle w:val="libNormal"/>
        <w:rPr>
          <w:rtl/>
        </w:rPr>
      </w:pPr>
      <w:r>
        <w:rPr>
          <w:rtl/>
        </w:rPr>
        <w:t>كہتے ہي</w:t>
      </w:r>
      <w:r w:rsidR="007D6C9B">
        <w:rPr>
          <w:rtl/>
        </w:rPr>
        <w:t xml:space="preserve">ں </w:t>
      </w:r>
      <w:r>
        <w:rPr>
          <w:rtl/>
        </w:rPr>
        <w:t>كہ فرعونى قوم كا عقيدہ تھا كہ روساء اور سر براہو</w:t>
      </w:r>
      <w:r w:rsidR="007D6C9B">
        <w:rPr>
          <w:rtl/>
        </w:rPr>
        <w:t xml:space="preserve">ں </w:t>
      </w:r>
      <w:r>
        <w:rPr>
          <w:rtl/>
        </w:rPr>
        <w:t>كو ہميشہ طلائي كنگنو</w:t>
      </w:r>
      <w:r w:rsidR="007D6C9B">
        <w:rPr>
          <w:rtl/>
        </w:rPr>
        <w:t xml:space="preserve">ں </w:t>
      </w:r>
      <w:r>
        <w:rPr>
          <w:rtl/>
        </w:rPr>
        <w:t>اور سونے كے ہارو</w:t>
      </w:r>
      <w:r w:rsidR="007D6C9B">
        <w:rPr>
          <w:rtl/>
        </w:rPr>
        <w:t xml:space="preserve">ں </w:t>
      </w:r>
      <w:r>
        <w:rPr>
          <w:rtl/>
        </w:rPr>
        <w:t>سے مزين ہونا چاہيئےور چونكہ موسى عليہ السلام كے پاس اس قسم كے زيورات نہي</w:t>
      </w:r>
      <w:r w:rsidR="007D6C9B">
        <w:rPr>
          <w:rtl/>
        </w:rPr>
        <w:t xml:space="preserve">ں </w:t>
      </w:r>
      <w:r>
        <w:rPr>
          <w:rtl/>
        </w:rPr>
        <w:t>تھے بلكہ ان زيورات كے بجائے وہ چرواہو</w:t>
      </w:r>
      <w:r w:rsidR="007D6C9B">
        <w:rPr>
          <w:rtl/>
        </w:rPr>
        <w:t xml:space="preserve">ں </w:t>
      </w:r>
      <w:r>
        <w:rPr>
          <w:rtl/>
        </w:rPr>
        <w:t>والا موٹا سا اونى كرتا زيب تن كئے ہوئے تھے،لہذا ان لوگو</w:t>
      </w:r>
      <w:r w:rsidR="007D6C9B">
        <w:rPr>
          <w:rtl/>
        </w:rPr>
        <w:t xml:space="preserve">ں </w:t>
      </w:r>
      <w:r>
        <w:rPr>
          <w:rtl/>
        </w:rPr>
        <w:t>نے اس بات پر تعجب كا اظہار كيا اور يہى حال ان لوگو</w:t>
      </w:r>
      <w:r w:rsidR="007D6C9B">
        <w:rPr>
          <w:rtl/>
        </w:rPr>
        <w:t xml:space="preserve">ں </w:t>
      </w:r>
      <w:r>
        <w:rPr>
          <w:rtl/>
        </w:rPr>
        <w:t>كا ہوتا ہے جو انسانى شخصيت كے پركھنے كا معيار سونا،چاندى اور دوسرے زيورات كو سمجھتے ہي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طہ آيت </w:t>
      </w:r>
      <w:r w:rsidR="00E664BB">
        <w:rPr>
          <w:rtl/>
        </w:rPr>
        <w:t>27</w:t>
      </w:r>
      <w:r>
        <w:rPr>
          <w:rtl/>
        </w:rPr>
        <w:t xml:space="preserve"> </w:t>
      </w:r>
    </w:p>
    <w:p w:rsidR="00E03D29" w:rsidRDefault="001648F9" w:rsidP="00D07B54">
      <w:pPr>
        <w:pStyle w:val="libNormal"/>
        <w:rPr>
          <w:rtl/>
        </w:rPr>
      </w:pPr>
      <w:r>
        <w:rPr>
          <w:rtl/>
        </w:rPr>
        <w:t xml:space="preserve"> </w:t>
      </w:r>
      <w:r>
        <w:rPr>
          <w:rtl/>
        </w:rPr>
        <w:br w:type="page"/>
      </w:r>
    </w:p>
    <w:p w:rsidR="00E03D29" w:rsidRDefault="00E03D29" w:rsidP="00D07B54">
      <w:pPr>
        <w:pStyle w:val="libNormal"/>
        <w:rPr>
          <w:rtl/>
        </w:rPr>
      </w:pPr>
    </w:p>
    <w:p w:rsidR="00E03D29" w:rsidRDefault="00DE2D7F" w:rsidP="00D07B54">
      <w:pPr>
        <w:pStyle w:val="Heading2Center"/>
        <w:rPr>
          <w:rtl/>
        </w:rPr>
      </w:pPr>
      <w:bookmarkStart w:id="243" w:name="_Toc7268640"/>
      <w:r>
        <w:rPr>
          <w:rtl/>
        </w:rPr>
        <w:t>جناب موسى اورہارون عليہما السلام كے اونى لباس</w:t>
      </w:r>
      <w:bookmarkEnd w:id="243"/>
    </w:p>
    <w:p w:rsidR="00DE2D7F" w:rsidRDefault="00DE2D7F" w:rsidP="00D07B54">
      <w:pPr>
        <w:pStyle w:val="libNormal"/>
        <w:rPr>
          <w:rtl/>
        </w:rPr>
      </w:pPr>
      <w:r>
        <w:rPr>
          <w:rtl/>
        </w:rPr>
        <w:t xml:space="preserve"> اس بارے مي</w:t>
      </w:r>
      <w:r w:rsidR="007D6C9B">
        <w:rPr>
          <w:rtl/>
        </w:rPr>
        <w:t xml:space="preserve">ں </w:t>
      </w:r>
      <w:r>
        <w:rPr>
          <w:rtl/>
        </w:rPr>
        <w:t>ايك نہايت عمدہ بيان آيا ہے ،امام على بن ابى طالب عليہما السلام فرماتے ہي</w:t>
      </w:r>
      <w:r w:rsidR="007D6C9B">
        <w:rPr>
          <w:rtl/>
        </w:rPr>
        <w:t xml:space="preserve">ں </w:t>
      </w:r>
      <w:r>
        <w:rPr>
          <w:rtl/>
        </w:rPr>
        <w:t>:موسى عليہ السلام اپنے بھائي(ہارون) كے ساتھ فرعون كے دربار مي</w:t>
      </w:r>
      <w:r w:rsidR="007D6C9B">
        <w:rPr>
          <w:rtl/>
        </w:rPr>
        <w:t xml:space="preserve">ں </w:t>
      </w:r>
      <w:r>
        <w:rPr>
          <w:rtl/>
        </w:rPr>
        <w:t>پہنچے دونو</w:t>
      </w:r>
      <w:r w:rsidR="007D6C9B">
        <w:rPr>
          <w:rtl/>
        </w:rPr>
        <w:t xml:space="preserve">ں </w:t>
      </w:r>
      <w:r>
        <w:rPr>
          <w:rtl/>
        </w:rPr>
        <w:t>كے بدن پراونى لباس اور ہاتھو</w:t>
      </w:r>
      <w:r w:rsidR="007D6C9B">
        <w:rPr>
          <w:rtl/>
        </w:rPr>
        <w:t xml:space="preserve">ں </w:t>
      </w:r>
      <w:r>
        <w:rPr>
          <w:rtl/>
        </w:rPr>
        <w:t>مي</w:t>
      </w:r>
      <w:r w:rsidR="007D6C9B">
        <w:rPr>
          <w:rtl/>
        </w:rPr>
        <w:t xml:space="preserve">ں </w:t>
      </w:r>
      <w:r>
        <w:rPr>
          <w:rtl/>
        </w:rPr>
        <w:t>عصا تھا اس حالت مي</w:t>
      </w:r>
      <w:r w:rsidR="007D6C9B">
        <w:rPr>
          <w:rtl/>
        </w:rPr>
        <w:t xml:space="preserve">ں </w:t>
      </w:r>
      <w:r>
        <w:rPr>
          <w:rtl/>
        </w:rPr>
        <w:t>انھو</w:t>
      </w:r>
      <w:r w:rsidR="007D6C9B">
        <w:rPr>
          <w:rtl/>
        </w:rPr>
        <w:t xml:space="preserve">ں </w:t>
      </w:r>
      <w:r>
        <w:rPr>
          <w:rtl/>
        </w:rPr>
        <w:t>نے شرط پيش كى كہ اگر فرمان الہى كے سامنے جھك جائے تو اس كى حكومت اور ملك باقى اور اقتدار قائم و برقرار رہے گا،ليكن فرعون نے حاضرين سے كہا:تمہي</w:t>
      </w:r>
      <w:r w:rsidR="007D6C9B">
        <w:rPr>
          <w:rtl/>
        </w:rPr>
        <w:t xml:space="preserve">ں </w:t>
      </w:r>
      <w:r>
        <w:rPr>
          <w:rtl/>
        </w:rPr>
        <w:t>ان كى باتو</w:t>
      </w:r>
      <w:r w:rsidR="007D6C9B">
        <w:rPr>
          <w:rtl/>
        </w:rPr>
        <w:t xml:space="preserve">ں </w:t>
      </w:r>
      <w:r>
        <w:rPr>
          <w:rtl/>
        </w:rPr>
        <w:t>پر تعجب نہي</w:t>
      </w:r>
      <w:r w:rsidR="007D6C9B">
        <w:rPr>
          <w:rtl/>
        </w:rPr>
        <w:t xml:space="preserve">ں </w:t>
      </w:r>
      <w:r>
        <w:rPr>
          <w:rtl/>
        </w:rPr>
        <w:t>ہوتا كہ ميرے ساتھ شرط لگا رہے ہي</w:t>
      </w:r>
      <w:r w:rsidR="007D6C9B">
        <w:rPr>
          <w:rtl/>
        </w:rPr>
        <w:t xml:space="preserve">ں </w:t>
      </w:r>
      <w:r>
        <w:rPr>
          <w:rtl/>
        </w:rPr>
        <w:t>كہ ميرے ملك كى بقا اور ميرى عزت كا دوام ان كى مرضى كے ساتھ وابستہ ہے جبكہ ان كا اپنا حال يہ ہے كہ فقر و تنگدستى ان كى حالت اور صورت سے ٹپك رہى ہے(اگر يہ سچ كہتے ہي</w:t>
      </w:r>
      <w:r w:rsidR="007D6C9B">
        <w:rPr>
          <w:rtl/>
        </w:rPr>
        <w:t xml:space="preserve">ں </w:t>
      </w:r>
      <w:r>
        <w:rPr>
          <w:rtl/>
        </w:rPr>
        <w:t>تو)خود انھي</w:t>
      </w:r>
      <w:r w:rsidR="007D6C9B">
        <w:rPr>
          <w:rtl/>
        </w:rPr>
        <w:t xml:space="preserve">ں </w:t>
      </w:r>
      <w:r>
        <w:rPr>
          <w:rtl/>
        </w:rPr>
        <w:t>طلائي كنگن كيو</w:t>
      </w:r>
      <w:r w:rsidR="007D6C9B">
        <w:rPr>
          <w:rtl/>
        </w:rPr>
        <w:t xml:space="preserve">ں </w:t>
      </w:r>
      <w:r>
        <w:rPr>
          <w:rtl/>
        </w:rPr>
        <w:t>نہي</w:t>
      </w:r>
      <w:r w:rsidR="007D6C9B">
        <w:rPr>
          <w:rtl/>
        </w:rPr>
        <w:t xml:space="preserve">ں </w:t>
      </w:r>
      <w:r>
        <w:rPr>
          <w:rtl/>
        </w:rPr>
        <w:t xml:space="preserve">ديئے گئے_ </w:t>
      </w:r>
    </w:p>
    <w:p w:rsidR="00DE2D7F" w:rsidRDefault="00DE2D7F" w:rsidP="00D07B54">
      <w:pPr>
        <w:pStyle w:val="libNormal"/>
        <w:rPr>
          <w:rtl/>
        </w:rPr>
      </w:pPr>
      <w:r>
        <w:rPr>
          <w:rtl/>
        </w:rPr>
        <w:t>دوسرا بہانہ وہى مشہور بہانہ ہے جو بہت سى گمراہ اور سركش امتي</w:t>
      </w:r>
      <w:r w:rsidR="007D6C9B">
        <w:rPr>
          <w:rtl/>
        </w:rPr>
        <w:t xml:space="preserve">ں </w:t>
      </w:r>
      <w:r>
        <w:rPr>
          <w:rtl/>
        </w:rPr>
        <w:t>انبياء كرام عليہم السلام كے سامنے پيش كيا كرتى تھي</w:t>
      </w:r>
      <w:r w:rsidR="007D6C9B">
        <w:rPr>
          <w:rtl/>
        </w:rPr>
        <w:t xml:space="preserve">ں </w:t>
      </w:r>
      <w:r>
        <w:rPr>
          <w:rtl/>
        </w:rPr>
        <w:t>،كبھى تو كہتى تھي</w:t>
      </w:r>
      <w:r w:rsidR="007D6C9B">
        <w:rPr>
          <w:rtl/>
        </w:rPr>
        <w:t xml:space="preserve">ں </w:t>
      </w:r>
      <w:r>
        <w:rPr>
          <w:rtl/>
        </w:rPr>
        <w:t>كہ''وہ انسان كيو</w:t>
      </w:r>
      <w:r w:rsidR="007D6C9B">
        <w:rPr>
          <w:rtl/>
        </w:rPr>
        <w:t xml:space="preserve">ں </w:t>
      </w:r>
      <w:r>
        <w:rPr>
          <w:rtl/>
        </w:rPr>
        <w:t>ہے اور فرشتہ كيو</w:t>
      </w:r>
      <w:r w:rsidR="007D6C9B">
        <w:rPr>
          <w:rtl/>
        </w:rPr>
        <w:t xml:space="preserve">ں </w:t>
      </w:r>
      <w:r>
        <w:rPr>
          <w:rtl/>
        </w:rPr>
        <w:t>نہي</w:t>
      </w:r>
      <w:r w:rsidR="007D6C9B">
        <w:rPr>
          <w:rtl/>
        </w:rPr>
        <w:t xml:space="preserve">ں </w:t>
      </w:r>
      <w:r>
        <w:rPr>
          <w:rtl/>
        </w:rPr>
        <w:t>؟اور كبھى كہتى تھى كہ اگر وہ انسان ہے تو پھر كم از كم اس كے ہمراہ كوئي فرشتہ كيو</w:t>
      </w:r>
      <w:r w:rsidR="007D6C9B">
        <w:rPr>
          <w:rtl/>
        </w:rPr>
        <w:t xml:space="preserve">ں </w:t>
      </w:r>
      <w:r>
        <w:rPr>
          <w:rtl/>
        </w:rPr>
        <w:t>نہي</w:t>
      </w:r>
      <w:r w:rsidR="007D6C9B">
        <w:rPr>
          <w:rtl/>
        </w:rPr>
        <w:t xml:space="preserve">ں </w:t>
      </w:r>
      <w:r>
        <w:rPr>
          <w:rtl/>
        </w:rPr>
        <w:t xml:space="preserve">آيا؟'' </w:t>
      </w:r>
    </w:p>
    <w:p w:rsidR="00DE2D7F" w:rsidRDefault="00DE2D7F" w:rsidP="00D07B54">
      <w:pPr>
        <w:pStyle w:val="libNormal"/>
        <w:rPr>
          <w:rtl/>
        </w:rPr>
      </w:pPr>
      <w:r>
        <w:rPr>
          <w:rtl/>
        </w:rPr>
        <w:t>حالانكہ انسانو</w:t>
      </w:r>
      <w:r w:rsidR="007D6C9B">
        <w:rPr>
          <w:rtl/>
        </w:rPr>
        <w:t xml:space="preserve">ں </w:t>
      </w:r>
      <w:r>
        <w:rPr>
          <w:rtl/>
        </w:rPr>
        <w:t>كى طرف بھيجے ہوئے رسولو</w:t>
      </w:r>
      <w:r w:rsidR="007D6C9B">
        <w:rPr>
          <w:rtl/>
        </w:rPr>
        <w:t xml:space="preserve">ں </w:t>
      </w:r>
      <w:r>
        <w:rPr>
          <w:rtl/>
        </w:rPr>
        <w:t>كوروح انسانى كا حامل ہونا چاہئے تا كہ وہ ان كى ضرورتو</w:t>
      </w:r>
      <w:r w:rsidR="007D6C9B">
        <w:rPr>
          <w:rtl/>
        </w:rPr>
        <w:t xml:space="preserve">ں </w:t>
      </w:r>
      <w:r>
        <w:rPr>
          <w:rtl/>
        </w:rPr>
        <w:t>،مشكلو</w:t>
      </w:r>
      <w:r w:rsidR="007D6C9B">
        <w:rPr>
          <w:rtl/>
        </w:rPr>
        <w:t xml:space="preserve">ں </w:t>
      </w:r>
      <w:r>
        <w:rPr>
          <w:rtl/>
        </w:rPr>
        <w:t>اور مسائل كو محسوس كرسكي</w:t>
      </w:r>
      <w:r w:rsidR="007D6C9B">
        <w:rPr>
          <w:rtl/>
        </w:rPr>
        <w:t xml:space="preserve">ں </w:t>
      </w:r>
      <w:r>
        <w:rPr>
          <w:rtl/>
        </w:rPr>
        <w:t>اور انہي</w:t>
      </w:r>
      <w:r w:rsidR="007D6C9B">
        <w:rPr>
          <w:rtl/>
        </w:rPr>
        <w:t xml:space="preserve">ں </w:t>
      </w:r>
      <w:r>
        <w:rPr>
          <w:rtl/>
        </w:rPr>
        <w:t>ان كا جواب دے سكي</w:t>
      </w:r>
      <w:r w:rsidR="007D6C9B">
        <w:rPr>
          <w:rtl/>
        </w:rPr>
        <w:t xml:space="preserve">ں </w:t>
      </w:r>
      <w:r>
        <w:rPr>
          <w:rtl/>
        </w:rPr>
        <w:t>اور عملى لحاظ سے ان كے لئے نمونہ اور اسوہ قرار پاسكي</w:t>
      </w:r>
      <w:r w:rsidR="007D6C9B">
        <w:rPr>
          <w:rtl/>
        </w:rPr>
        <w:t xml:space="preserve">ں </w:t>
      </w:r>
      <w:r>
        <w:rPr>
          <w:rtl/>
        </w:rPr>
        <w:t xml:space="preserve">_ </w:t>
      </w:r>
    </w:p>
    <w:p w:rsidR="00DE2D7F" w:rsidRDefault="00DE2D7F" w:rsidP="00D07B54">
      <w:pPr>
        <w:pStyle w:val="libNormal"/>
        <w:rPr>
          <w:rtl/>
        </w:rPr>
      </w:pPr>
    </w:p>
    <w:p w:rsidR="00E03D29" w:rsidRDefault="00DE2D7F" w:rsidP="00D07B54">
      <w:pPr>
        <w:pStyle w:val="Heading2Center"/>
        <w:rPr>
          <w:rtl/>
        </w:rPr>
      </w:pPr>
      <w:bookmarkStart w:id="244" w:name="_Toc7268641"/>
      <w:r>
        <w:rPr>
          <w:rtl/>
        </w:rPr>
        <w:t>چوتھا مرحلہ انقلاب كى تياري</w:t>
      </w:r>
      <w:bookmarkEnd w:id="244"/>
    </w:p>
    <w:p w:rsidR="00DE2D7F" w:rsidRDefault="00DE2D7F" w:rsidP="00D07B54">
      <w:pPr>
        <w:pStyle w:val="libNormal"/>
        <w:rPr>
          <w:rtl/>
        </w:rPr>
      </w:pPr>
      <w:r>
        <w:rPr>
          <w:rtl/>
        </w:rPr>
        <w:t xml:space="preserve"> حضرت موسى عليہ السلام ميدان مقابلہ مي</w:t>
      </w:r>
      <w:r w:rsidR="007D6C9B">
        <w:rPr>
          <w:rtl/>
        </w:rPr>
        <w:t xml:space="preserve">ں </w:t>
      </w:r>
      <w:r>
        <w:rPr>
          <w:rtl/>
        </w:rPr>
        <w:t>فرعون پر غالب آگئے اور سرخرو اور سرفراز ہوكر ميدان سے باہر آئے اگر چہ فرعون اور اس كے تمام دربارى ان پر ايمان نہ لائے ليكن اس كے چند اہم نتائج ضرور برآمد ہوئے،جن مي</w:t>
      </w:r>
      <w:r w:rsidR="007D6C9B">
        <w:rPr>
          <w:rtl/>
        </w:rPr>
        <w:t xml:space="preserve">ں </w:t>
      </w:r>
      <w:r>
        <w:rPr>
          <w:rtl/>
        </w:rPr>
        <w:t xml:space="preserve">سے ہر ايك اہم كاميابى شمار ہوتا ہے_ </w:t>
      </w:r>
    </w:p>
    <w:p w:rsidR="00DE2D7F" w:rsidRDefault="00E664BB" w:rsidP="00D07B54">
      <w:pPr>
        <w:pStyle w:val="libNormal"/>
        <w:rPr>
          <w:rtl/>
        </w:rPr>
      </w:pPr>
      <w:r>
        <w:rPr>
          <w:rtl/>
        </w:rPr>
        <w:t>1</w:t>
      </w:r>
      <w:r w:rsidR="00DE2D7F">
        <w:rPr>
          <w:rtl/>
        </w:rPr>
        <w:t>_بنى اسرائيل كا اپنے رہبر اور پيشوا پر عقيدہ مزيد پختہ ہوگيا اور انھي</w:t>
      </w:r>
      <w:r w:rsidR="007D6C9B">
        <w:rPr>
          <w:rtl/>
        </w:rPr>
        <w:t xml:space="preserve">ں </w:t>
      </w:r>
      <w:r w:rsidR="00DE2D7F">
        <w:rPr>
          <w:rtl/>
        </w:rPr>
        <w:t xml:space="preserve">مزيد تقويت مل گئي چنانچہ ايك </w:t>
      </w:r>
    </w:p>
    <w:p w:rsidR="00E03D29" w:rsidRDefault="001648F9" w:rsidP="00D07B54">
      <w:pPr>
        <w:pStyle w:val="libNormal"/>
        <w:rPr>
          <w:rtl/>
        </w:rPr>
      </w:pPr>
      <w:r>
        <w:rPr>
          <w:rtl/>
        </w:rPr>
        <w:t xml:space="preserve"> </w:t>
      </w:r>
      <w:r>
        <w:rPr>
          <w:rtl/>
        </w:rPr>
        <w:br w:type="page"/>
      </w:r>
    </w:p>
    <w:p w:rsidR="00E03D29" w:rsidRDefault="00E03D29" w:rsidP="00D07B54">
      <w:pPr>
        <w:pStyle w:val="libNormal"/>
        <w:rPr>
          <w:rtl/>
        </w:rPr>
      </w:pPr>
    </w:p>
    <w:p w:rsidR="00DE2D7F" w:rsidRDefault="00DE2D7F" w:rsidP="00D07B54">
      <w:pPr>
        <w:pStyle w:val="libNormal"/>
        <w:rPr>
          <w:rtl/>
        </w:rPr>
      </w:pPr>
      <w:r>
        <w:rPr>
          <w:rtl/>
        </w:rPr>
        <w:t>دل اور ايك جان ہو كر ان كے گرد جمع ہوگئے كيونكہ انھو</w:t>
      </w:r>
      <w:r w:rsidR="007D6C9B">
        <w:rPr>
          <w:rtl/>
        </w:rPr>
        <w:t xml:space="preserve">ں </w:t>
      </w:r>
      <w:r>
        <w:rPr>
          <w:rtl/>
        </w:rPr>
        <w:t>نے سالہا سال كى بدبختى اور دربدر كى ٹھوكري</w:t>
      </w:r>
      <w:r w:rsidR="007D6C9B">
        <w:rPr>
          <w:rtl/>
        </w:rPr>
        <w:t xml:space="preserve">ں </w:t>
      </w:r>
      <w:r>
        <w:rPr>
          <w:rtl/>
        </w:rPr>
        <w:t xml:space="preserve">كھانے كے بعد اب اپنے اندر كسى آسمانى پيغمبر كو ديكھا تھا جو كہ ان كى ہدايت كابھى ضامن تھا اور ان كے انقلاب،آزادى اور كاميابى كا بھى رہبر تھا_ </w:t>
      </w:r>
    </w:p>
    <w:p w:rsidR="00DE2D7F" w:rsidRDefault="00E664BB" w:rsidP="00D07B54">
      <w:pPr>
        <w:pStyle w:val="libNormal"/>
        <w:rPr>
          <w:rtl/>
        </w:rPr>
      </w:pPr>
      <w:r>
        <w:rPr>
          <w:rtl/>
        </w:rPr>
        <w:t>2</w:t>
      </w:r>
      <w:r w:rsidR="00DE2D7F">
        <w:rPr>
          <w:rtl/>
        </w:rPr>
        <w:t>_موسى عليہ السلام نے مصريو</w:t>
      </w:r>
      <w:r w:rsidR="007D6C9B">
        <w:rPr>
          <w:rtl/>
        </w:rPr>
        <w:t xml:space="preserve">ں </w:t>
      </w:r>
      <w:r w:rsidR="00DE2D7F">
        <w:rPr>
          <w:rtl/>
        </w:rPr>
        <w:t>اور قبطيو</w:t>
      </w:r>
      <w:r w:rsidR="007D6C9B">
        <w:rPr>
          <w:rtl/>
        </w:rPr>
        <w:t xml:space="preserve">ں </w:t>
      </w:r>
      <w:r w:rsidR="00DE2D7F">
        <w:rPr>
          <w:rtl/>
        </w:rPr>
        <w:t>تك كے درميان ايك اہم مقام حاصل كرليا_ كچھ لوگ ان كى طرف مائل ہوگئے اور جو مائل نہي</w:t>
      </w:r>
      <w:r w:rsidR="007D6C9B">
        <w:rPr>
          <w:rtl/>
        </w:rPr>
        <w:t xml:space="preserve">ں </w:t>
      </w:r>
      <w:r w:rsidR="00DE2D7F">
        <w:rPr>
          <w:rtl/>
        </w:rPr>
        <w:t>ہوئے تھے وہ كم ازكم كم ان كى مخالفت سے ضرور گھبراتے تھے اور جناب موسى عليہ السلام كى صدائے دعوت تمام مصر مي</w:t>
      </w:r>
      <w:r w:rsidR="007D6C9B">
        <w:rPr>
          <w:rtl/>
        </w:rPr>
        <w:t xml:space="preserve">ں </w:t>
      </w:r>
      <w:r w:rsidR="00DE2D7F">
        <w:rPr>
          <w:rtl/>
        </w:rPr>
        <w:t xml:space="preserve">گونجنے لگي_ </w:t>
      </w:r>
    </w:p>
    <w:p w:rsidR="00DE2D7F" w:rsidRDefault="00E664BB" w:rsidP="00D07B54">
      <w:pPr>
        <w:pStyle w:val="libNormal"/>
        <w:rPr>
          <w:rtl/>
        </w:rPr>
      </w:pPr>
      <w:r>
        <w:rPr>
          <w:rtl/>
        </w:rPr>
        <w:t>3</w:t>
      </w:r>
      <w:r w:rsidR="00DE2D7F">
        <w:rPr>
          <w:rtl/>
        </w:rPr>
        <w:t>_سب سے بڑھ كر يہ كہ فرعون عوامى افكار اور اپنى جان كو لاحق خطرے سے بچائو كے لئے اپنے اندر ايسے شخص كے ساتھ مقابلے كى طاقت كھوچكا تھا جس كے ہاتھ مي</w:t>
      </w:r>
      <w:r w:rsidR="007D6C9B">
        <w:rPr>
          <w:rtl/>
        </w:rPr>
        <w:t xml:space="preserve">ں </w:t>
      </w:r>
      <w:r w:rsidR="00DE2D7F">
        <w:rPr>
          <w:rtl/>
        </w:rPr>
        <w:t>اس قسم كا عصا اور منہ مي</w:t>
      </w:r>
      <w:r w:rsidR="007D6C9B">
        <w:rPr>
          <w:rtl/>
        </w:rPr>
        <w:t xml:space="preserve">ں </w:t>
      </w:r>
      <w:r w:rsidR="00DE2D7F">
        <w:rPr>
          <w:rtl/>
        </w:rPr>
        <w:t xml:space="preserve">اس طرح كى گويا زبان تھي_ </w:t>
      </w:r>
    </w:p>
    <w:p w:rsidR="00DE2D7F" w:rsidRDefault="00DE2D7F" w:rsidP="00D07B54">
      <w:pPr>
        <w:pStyle w:val="libNormal"/>
        <w:rPr>
          <w:rtl/>
        </w:rPr>
      </w:pPr>
      <w:r>
        <w:rPr>
          <w:rtl/>
        </w:rPr>
        <w:t>مجموعى طور پر يہ امور موسى عليہ السلام كے لئے اس حد تك زمين ہموار كرنے مي</w:t>
      </w:r>
      <w:r w:rsidR="007D6C9B">
        <w:rPr>
          <w:rtl/>
        </w:rPr>
        <w:t xml:space="preserve">ں </w:t>
      </w:r>
      <w:r>
        <w:rPr>
          <w:rtl/>
        </w:rPr>
        <w:t>معاون ثابت ہوئے كہ مصريو</w:t>
      </w:r>
      <w:r w:rsidR="007D6C9B">
        <w:rPr>
          <w:rtl/>
        </w:rPr>
        <w:t xml:space="preserve">ں </w:t>
      </w:r>
      <w:r>
        <w:rPr>
          <w:rtl/>
        </w:rPr>
        <w:t>كے اندر ان كے پائو</w:t>
      </w:r>
      <w:r w:rsidR="007D6C9B">
        <w:rPr>
          <w:rtl/>
        </w:rPr>
        <w:t xml:space="preserve">ں </w:t>
      </w:r>
      <w:r>
        <w:rPr>
          <w:rtl/>
        </w:rPr>
        <w:t>جم گئے اور انھو</w:t>
      </w:r>
      <w:r w:rsidR="007D6C9B">
        <w:rPr>
          <w:rtl/>
        </w:rPr>
        <w:t xml:space="preserve">ں </w:t>
      </w:r>
      <w:r>
        <w:rPr>
          <w:rtl/>
        </w:rPr>
        <w:t xml:space="preserve">نے كھل كر اپنا تبليغى فريضہ انجام ديا اور اتمام حجت كي_ </w:t>
      </w:r>
    </w:p>
    <w:p w:rsidR="00DE2D7F" w:rsidRDefault="00DE2D7F" w:rsidP="00D07B54">
      <w:pPr>
        <w:pStyle w:val="libNormal"/>
        <w:rPr>
          <w:rtl/>
        </w:rPr>
      </w:pPr>
      <w:r>
        <w:rPr>
          <w:rtl/>
        </w:rPr>
        <w:t>قرآن مي</w:t>
      </w:r>
      <w:r w:rsidR="007D6C9B">
        <w:rPr>
          <w:rtl/>
        </w:rPr>
        <w:t xml:space="preserve">ں </w:t>
      </w:r>
      <w:r>
        <w:rPr>
          <w:rtl/>
        </w:rPr>
        <w:t>فرعونيو</w:t>
      </w:r>
      <w:r w:rsidR="007D6C9B">
        <w:rPr>
          <w:rtl/>
        </w:rPr>
        <w:t xml:space="preserve">ں </w:t>
      </w:r>
      <w:r>
        <w:rPr>
          <w:rtl/>
        </w:rPr>
        <w:t>كے خلاف بنى اسرائيل كے قيام اور انقلاب كا ايك اور مرحلہ بيان كيا گيا ہے_پہلى بات يہ ہے كہ خدا فرماتا ہے:''ہم نے موسى اور اس كے بھائي كى طرف وحى كى كہ سرزمين مصر مي</w:t>
      </w:r>
      <w:r w:rsidR="007D6C9B">
        <w:rPr>
          <w:rtl/>
        </w:rPr>
        <w:t xml:space="preserve">ں </w:t>
      </w:r>
      <w:r>
        <w:rPr>
          <w:rtl/>
        </w:rPr>
        <w:t>اپنى قوم كے لئے گھرو</w:t>
      </w:r>
      <w:r w:rsidR="007D6C9B">
        <w:rPr>
          <w:rtl/>
        </w:rPr>
        <w:t xml:space="preserve">ں </w:t>
      </w:r>
      <w:r>
        <w:rPr>
          <w:rtl/>
        </w:rPr>
        <w:t>كا انتخاب كرو''_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خصوصيت كے ساتھ ان گھرو</w:t>
      </w:r>
      <w:r w:rsidR="007D6C9B">
        <w:rPr>
          <w:rtl/>
        </w:rPr>
        <w:t xml:space="preserve">ں </w:t>
      </w:r>
      <w:r>
        <w:rPr>
          <w:rtl/>
        </w:rPr>
        <w:t>كو ايك دوسرے كے قريب اور آمنے سامنے بنائو''_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پھر روحانى طور پر اپنى خود سازى اور اصلاح كرو''اور نماز قائم كرو_''اس طرح سے اپنے نفس كو پاك اور قوى كرو_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يونس آيت</w:t>
      </w:r>
      <w:r w:rsidR="00E664BB">
        <w:rPr>
          <w:rtl/>
        </w:rPr>
        <w:t>87</w:t>
      </w:r>
      <w:r>
        <w:rPr>
          <w:rtl/>
        </w:rPr>
        <w:t xml:space="preserve"> </w:t>
      </w:r>
    </w:p>
    <w:p w:rsidR="00DE2D7F" w:rsidRDefault="00DE2D7F" w:rsidP="00D07B54">
      <w:pPr>
        <w:pStyle w:val="libFootnote"/>
        <w:rPr>
          <w:rtl/>
        </w:rPr>
      </w:pPr>
      <w:r>
        <w:rPr>
          <w:rtl/>
        </w:rPr>
        <w:t>(</w:t>
      </w:r>
      <w:r w:rsidR="00E664BB">
        <w:rPr>
          <w:rtl/>
        </w:rPr>
        <w:t>2</w:t>
      </w:r>
      <w:r>
        <w:rPr>
          <w:rtl/>
        </w:rPr>
        <w:t>)سورہ يونس آيت</w:t>
      </w:r>
      <w:r w:rsidR="00E664BB">
        <w:rPr>
          <w:rtl/>
        </w:rPr>
        <w:t>87</w:t>
      </w:r>
      <w:r>
        <w:rPr>
          <w:rtl/>
        </w:rPr>
        <w:t xml:space="preserve"> </w:t>
      </w:r>
    </w:p>
    <w:p w:rsidR="00DE2D7F" w:rsidRDefault="00DE2D7F" w:rsidP="00D07B54">
      <w:pPr>
        <w:pStyle w:val="libFootnote"/>
        <w:rPr>
          <w:rtl/>
        </w:rPr>
      </w:pPr>
      <w:r>
        <w:rPr>
          <w:rtl/>
        </w:rPr>
        <w:t>(</w:t>
      </w:r>
      <w:r w:rsidR="00E664BB">
        <w:rPr>
          <w:rtl/>
        </w:rPr>
        <w:t>3</w:t>
      </w:r>
      <w:r>
        <w:rPr>
          <w:rtl/>
        </w:rPr>
        <w:t>)سورہ يونس آيت</w:t>
      </w:r>
      <w:r w:rsidR="00E664BB">
        <w:rPr>
          <w:rtl/>
        </w:rPr>
        <w:t>87</w:t>
      </w:r>
      <w:r>
        <w:rPr>
          <w:rtl/>
        </w:rPr>
        <w:t xml:space="preserve"> </w:t>
      </w:r>
    </w:p>
    <w:p w:rsidR="00E03D29" w:rsidRDefault="001648F9" w:rsidP="00D07B54">
      <w:pPr>
        <w:pStyle w:val="libNormal"/>
        <w:rPr>
          <w:rtl/>
        </w:rPr>
      </w:pPr>
      <w:r>
        <w:rPr>
          <w:rtl/>
        </w:rPr>
        <w:t xml:space="preserve"> </w:t>
      </w:r>
      <w:r>
        <w:rPr>
          <w:rtl/>
        </w:rPr>
        <w:br w:type="page"/>
      </w:r>
    </w:p>
    <w:p w:rsidR="00E03D29" w:rsidRDefault="00E03D29" w:rsidP="00D07B54">
      <w:pPr>
        <w:pStyle w:val="libNormal"/>
        <w:rPr>
          <w:rtl/>
        </w:rPr>
      </w:pPr>
    </w:p>
    <w:p w:rsidR="00DE2D7F" w:rsidRDefault="00DE2D7F" w:rsidP="00D07B54">
      <w:pPr>
        <w:pStyle w:val="libNormal"/>
        <w:rPr>
          <w:rtl/>
        </w:rPr>
      </w:pPr>
      <w:r>
        <w:rPr>
          <w:rtl/>
        </w:rPr>
        <w:t>اور اس لئے كہ خوف اور وحشت كے آثار ان كے دل سے نكل جائي</w:t>
      </w:r>
      <w:r w:rsidR="007D6C9B">
        <w:rPr>
          <w:rtl/>
        </w:rPr>
        <w:t xml:space="preserve">ں </w:t>
      </w:r>
      <w:r>
        <w:rPr>
          <w:rtl/>
        </w:rPr>
        <w:t>اور وہ روحانى و انقلابى قوت پالي</w:t>
      </w:r>
      <w:r w:rsidR="007D6C9B">
        <w:rPr>
          <w:rtl/>
        </w:rPr>
        <w:t xml:space="preserve">ں </w:t>
      </w:r>
      <w:r>
        <w:rPr>
          <w:rtl/>
        </w:rPr>
        <w:t>''مومنين كوبشارت دو''كاميابى اور خدا كے لطف و رحمت كى بشارت_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زير بحث آيات كے مجموعى مطالعے سے معلوم ہوتا ہے كہ اس زمانے مي</w:t>
      </w:r>
      <w:r w:rsidR="007D6C9B">
        <w:rPr>
          <w:rtl/>
        </w:rPr>
        <w:t xml:space="preserve">ں </w:t>
      </w:r>
      <w:r>
        <w:rPr>
          <w:rtl/>
        </w:rPr>
        <w:t>بنى اسرائيل منتشر،شكست خوردہ،وابستہ،طفيلي،آلودہ اور خوف زدہ گروہ كى شكل مي</w:t>
      </w:r>
      <w:r w:rsidR="007D6C9B">
        <w:rPr>
          <w:rtl/>
        </w:rPr>
        <w:t xml:space="preserve">ں </w:t>
      </w:r>
      <w:r>
        <w:rPr>
          <w:rtl/>
        </w:rPr>
        <w:t>تھے،نہ ان كے پاس گھر تھے نہ كوئي مركز تھا،نہ ان كے پاس معنوى اصلاح كا كوئي پروگرام تھا اور نہ ہى ان مي</w:t>
      </w:r>
      <w:r w:rsidR="007D6C9B">
        <w:rPr>
          <w:rtl/>
        </w:rPr>
        <w:t xml:space="preserve">ں </w:t>
      </w:r>
      <w:r>
        <w:rPr>
          <w:rtl/>
        </w:rPr>
        <w:t>اس قدر شجاعت،عزم اور حوصلہ تھا جو شكست دينے والے انقلاب كے لئے ضرورى ہوتا ہے_لہذا حضرت موسى عليہ السلام اور ان كے بھائي حضرت ہارون عليہ السلام كو حكم ملاكہ وہ بنى اسرائيل كى مركزيت كے لئے خصوصاً روحانى حوالے سے چند امور پر مشتمل پروگرام شروع كري</w:t>
      </w:r>
      <w:r w:rsidR="007D6C9B">
        <w:rPr>
          <w:rtl/>
        </w:rPr>
        <w:t xml:space="preserve">ں </w:t>
      </w:r>
      <w:r>
        <w:rPr>
          <w:rtl/>
        </w:rPr>
        <w:t xml:space="preserve">_ </w:t>
      </w:r>
    </w:p>
    <w:p w:rsidR="00DE2D7F" w:rsidRDefault="00E664BB" w:rsidP="00D07B54">
      <w:pPr>
        <w:pStyle w:val="libNormal"/>
        <w:rPr>
          <w:rtl/>
        </w:rPr>
      </w:pPr>
      <w:r>
        <w:rPr>
          <w:rtl/>
        </w:rPr>
        <w:t>1</w:t>
      </w:r>
      <w:r w:rsidR="00DE2D7F">
        <w:rPr>
          <w:rtl/>
        </w:rPr>
        <w:t>_مكان تعمير كري</w:t>
      </w:r>
      <w:r w:rsidR="007D6C9B">
        <w:rPr>
          <w:rtl/>
        </w:rPr>
        <w:t xml:space="preserve">ں </w:t>
      </w:r>
      <w:r w:rsidR="00DE2D7F">
        <w:rPr>
          <w:rtl/>
        </w:rPr>
        <w:t>اور اپنے مكانات فرعونيو</w:t>
      </w:r>
      <w:r w:rsidR="007D6C9B">
        <w:rPr>
          <w:rtl/>
        </w:rPr>
        <w:t xml:space="preserve">ں </w:t>
      </w:r>
      <w:r w:rsidR="00DE2D7F">
        <w:rPr>
          <w:rtl/>
        </w:rPr>
        <w:t>سے الگ بنائي</w:t>
      </w:r>
      <w:r w:rsidR="007D6C9B">
        <w:rPr>
          <w:rtl/>
        </w:rPr>
        <w:t xml:space="preserve">ں </w:t>
      </w:r>
      <w:r w:rsidR="00DE2D7F">
        <w:rPr>
          <w:rtl/>
        </w:rPr>
        <w:t>_ اس مي</w:t>
      </w:r>
      <w:r w:rsidR="007D6C9B">
        <w:rPr>
          <w:rtl/>
        </w:rPr>
        <w:t xml:space="preserve">ں </w:t>
      </w:r>
      <w:r w:rsidR="00DE2D7F">
        <w:rPr>
          <w:rtl/>
        </w:rPr>
        <w:t xml:space="preserve">متعدد فائدے تھے_ </w:t>
      </w:r>
    </w:p>
    <w:p w:rsidR="00DE2D7F" w:rsidRDefault="00DE2D7F" w:rsidP="00D07B54">
      <w:pPr>
        <w:pStyle w:val="libNormal"/>
        <w:rPr>
          <w:rtl/>
        </w:rPr>
      </w:pPr>
      <w:r>
        <w:rPr>
          <w:rtl/>
        </w:rPr>
        <w:t>ايك يہ كہ سرزمين مصر مي</w:t>
      </w:r>
      <w:r w:rsidR="007D6C9B">
        <w:rPr>
          <w:rtl/>
        </w:rPr>
        <w:t xml:space="preserve">ں </w:t>
      </w:r>
      <w:r>
        <w:rPr>
          <w:rtl/>
        </w:rPr>
        <w:t>ان كے مكانات ہو</w:t>
      </w:r>
      <w:r w:rsidR="007D6C9B">
        <w:rPr>
          <w:rtl/>
        </w:rPr>
        <w:t xml:space="preserve">ں </w:t>
      </w:r>
      <w:r>
        <w:rPr>
          <w:rtl/>
        </w:rPr>
        <w:t>گے تو وہ اس كا دفاع زيادہ لگائو سے كري</w:t>
      </w:r>
      <w:r w:rsidR="007D6C9B">
        <w:rPr>
          <w:rtl/>
        </w:rPr>
        <w:t xml:space="preserve">ں </w:t>
      </w:r>
      <w:r>
        <w:rPr>
          <w:rtl/>
        </w:rPr>
        <w:t xml:space="preserve">گے_ </w:t>
      </w:r>
    </w:p>
    <w:p w:rsidR="00DE2D7F" w:rsidRDefault="00DE2D7F" w:rsidP="00D07B54">
      <w:pPr>
        <w:pStyle w:val="libNormal"/>
        <w:rPr>
          <w:rtl/>
        </w:rPr>
      </w:pPr>
      <w:r>
        <w:rPr>
          <w:rtl/>
        </w:rPr>
        <w:t>دوسرا يہ كہ قبطيو</w:t>
      </w:r>
      <w:r w:rsidR="007D6C9B">
        <w:rPr>
          <w:rtl/>
        </w:rPr>
        <w:t xml:space="preserve">ں </w:t>
      </w:r>
      <w:r>
        <w:rPr>
          <w:rtl/>
        </w:rPr>
        <w:t>كے گھرو</w:t>
      </w:r>
      <w:r w:rsidR="007D6C9B">
        <w:rPr>
          <w:rtl/>
        </w:rPr>
        <w:t xml:space="preserve">ں </w:t>
      </w:r>
      <w:r>
        <w:rPr>
          <w:rtl/>
        </w:rPr>
        <w:t>مي</w:t>
      </w:r>
      <w:r w:rsidR="007D6C9B">
        <w:rPr>
          <w:rtl/>
        </w:rPr>
        <w:t xml:space="preserve">ں </w:t>
      </w:r>
      <w:r>
        <w:rPr>
          <w:rtl/>
        </w:rPr>
        <w:t>طفيلى زندگى گزارنے كے بجائے وہ اپنى ايك مستقل زندگى شروع كرسكي</w:t>
      </w:r>
      <w:r w:rsidR="007D6C9B">
        <w:rPr>
          <w:rtl/>
        </w:rPr>
        <w:t xml:space="preserve">ں </w:t>
      </w:r>
      <w:r>
        <w:rPr>
          <w:rtl/>
        </w:rPr>
        <w:t xml:space="preserve">گے_ </w:t>
      </w:r>
    </w:p>
    <w:p w:rsidR="00DE2D7F" w:rsidRDefault="00DE2D7F" w:rsidP="00D07B54">
      <w:pPr>
        <w:pStyle w:val="libNormal"/>
        <w:rPr>
          <w:rtl/>
        </w:rPr>
      </w:pPr>
      <w:r>
        <w:rPr>
          <w:rtl/>
        </w:rPr>
        <w:t>تيسرا يہ كہ انكے معاملات اور تدابير كے راز دشمنو</w:t>
      </w:r>
      <w:r w:rsidR="007D6C9B">
        <w:rPr>
          <w:rtl/>
        </w:rPr>
        <w:t xml:space="preserve">ں </w:t>
      </w:r>
      <w:r>
        <w:rPr>
          <w:rtl/>
        </w:rPr>
        <w:t>كے ہاتھ نہي</w:t>
      </w:r>
      <w:r w:rsidR="007D6C9B">
        <w:rPr>
          <w:rtl/>
        </w:rPr>
        <w:t xml:space="preserve">ں </w:t>
      </w:r>
      <w:r>
        <w:rPr>
          <w:rtl/>
        </w:rPr>
        <w:t>لگي</w:t>
      </w:r>
      <w:r w:rsidR="007D6C9B">
        <w:rPr>
          <w:rtl/>
        </w:rPr>
        <w:t xml:space="preserve">ں </w:t>
      </w:r>
      <w:r>
        <w:rPr>
          <w:rtl/>
        </w:rPr>
        <w:t xml:space="preserve">گے_ </w:t>
      </w:r>
    </w:p>
    <w:p w:rsidR="00DE2D7F" w:rsidRDefault="00E664BB" w:rsidP="00D07B54">
      <w:pPr>
        <w:pStyle w:val="libNormal"/>
        <w:rPr>
          <w:rtl/>
        </w:rPr>
      </w:pPr>
      <w:r>
        <w:rPr>
          <w:rtl/>
        </w:rPr>
        <w:t>2</w:t>
      </w:r>
      <w:r w:rsidR="00DE2D7F">
        <w:rPr>
          <w:rtl/>
        </w:rPr>
        <w:t>_اپنے گھر ايك دوسرے كے آمنے سامنے اور قريب قريب بنائي</w:t>
      </w:r>
      <w:r w:rsidR="007D6C9B">
        <w:rPr>
          <w:rtl/>
        </w:rPr>
        <w:t xml:space="preserve">ں </w:t>
      </w:r>
      <w:r w:rsidR="00DE2D7F">
        <w:rPr>
          <w:rtl/>
        </w:rPr>
        <w:t xml:space="preserve">،بنى اسرائيل كى مركزيت كے لئے يہ ايك موثر كام تھا اس طرح سے وہ اجتماعى مسائل پر مل كر غور فكر كرسكتے تھے اور مذہبيمراسم كے حوالے سے جمع ہوكر اپنى آزادى كے لئے ضرورى پروگرام بنا سكتے تھے_ </w:t>
      </w:r>
    </w:p>
    <w:p w:rsidR="00DE2D7F" w:rsidRDefault="00E664BB" w:rsidP="00D07B54">
      <w:pPr>
        <w:pStyle w:val="libNormal"/>
        <w:rPr>
          <w:rtl/>
        </w:rPr>
      </w:pPr>
      <w:r>
        <w:rPr>
          <w:rtl/>
        </w:rPr>
        <w:t>3</w:t>
      </w:r>
      <w:r w:rsidR="00DE2D7F">
        <w:rPr>
          <w:rtl/>
        </w:rPr>
        <w:t>_عبادت كى طرف متوجہ ہو</w:t>
      </w:r>
      <w:r w:rsidR="007D6C9B">
        <w:rPr>
          <w:rtl/>
        </w:rPr>
        <w:t xml:space="preserve">ں </w:t>
      </w:r>
      <w:r w:rsidR="00DE2D7F">
        <w:rPr>
          <w:rtl/>
        </w:rPr>
        <w:t>،خصوصاً نماز كى طرف كہ جو انسان كو بندو</w:t>
      </w:r>
      <w:r w:rsidR="007D6C9B">
        <w:rPr>
          <w:rtl/>
        </w:rPr>
        <w:t xml:space="preserve">ں </w:t>
      </w:r>
      <w:r w:rsidR="00DE2D7F">
        <w:rPr>
          <w:rtl/>
        </w:rPr>
        <w:t>كى بندگى سے جدا كرتى ہے اور اس كا تعلق تمام قدرتو</w:t>
      </w:r>
      <w:r w:rsidR="007D6C9B">
        <w:rPr>
          <w:rtl/>
        </w:rPr>
        <w:t xml:space="preserve">ں </w:t>
      </w:r>
      <w:r w:rsidR="00DE2D7F">
        <w:rPr>
          <w:rtl/>
        </w:rPr>
        <w:t xml:space="preserve">كے خالق سے قائم كرديتى ہے_ اس كے دل اور روح كو گناہ كى آلودگى سے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يونس آيت </w:t>
      </w:r>
      <w:r w:rsidR="00E664BB">
        <w:rPr>
          <w:rtl/>
        </w:rPr>
        <w:t>87</w:t>
      </w:r>
      <w:r>
        <w:rPr>
          <w:rtl/>
        </w:rPr>
        <w:t xml:space="preserve"> </w:t>
      </w:r>
    </w:p>
    <w:p w:rsidR="00E03D29" w:rsidRDefault="00E03D29" w:rsidP="00D07B54">
      <w:pPr>
        <w:pStyle w:val="libNormal"/>
        <w:rPr>
          <w:rtl/>
        </w:rPr>
      </w:pPr>
      <w:r>
        <w:rPr>
          <w:rtl/>
        </w:rPr>
        <w:br w:type="page"/>
      </w:r>
    </w:p>
    <w:p w:rsidR="00DE2D7F" w:rsidRDefault="00DE2D7F" w:rsidP="00D07B54">
      <w:pPr>
        <w:pStyle w:val="libNormal"/>
        <w:rPr>
          <w:rtl/>
        </w:rPr>
      </w:pPr>
      <w:r>
        <w:rPr>
          <w:rtl/>
        </w:rPr>
        <w:lastRenderedPageBreak/>
        <w:t xml:space="preserve"> </w:t>
      </w:r>
    </w:p>
    <w:p w:rsidR="00DE2D7F" w:rsidRDefault="00DE2D7F" w:rsidP="00D07B54">
      <w:pPr>
        <w:pStyle w:val="libNormal"/>
        <w:rPr>
          <w:rtl/>
        </w:rPr>
      </w:pPr>
      <w:r>
        <w:rPr>
          <w:rtl/>
        </w:rPr>
        <w:t>پاك كرتى ہے اپنے آپ پر بھروسہ كرنے كا احساس زندہ كرتى ہے اورقدرت پروردگار كا سہارا لے كر انسانى جسم مي</w:t>
      </w:r>
      <w:r w:rsidR="007D6C9B">
        <w:rPr>
          <w:rtl/>
        </w:rPr>
        <w:t xml:space="preserve">ں </w:t>
      </w:r>
      <w:r>
        <w:rPr>
          <w:rtl/>
        </w:rPr>
        <w:t xml:space="preserve">ايك تازہ روح پھونك ديتى ہے_ </w:t>
      </w:r>
    </w:p>
    <w:p w:rsidR="00DE2D7F" w:rsidRDefault="00E664BB" w:rsidP="00D07B54">
      <w:pPr>
        <w:pStyle w:val="libNormal"/>
        <w:rPr>
          <w:rtl/>
        </w:rPr>
      </w:pPr>
      <w:r>
        <w:rPr>
          <w:rtl/>
        </w:rPr>
        <w:t>4</w:t>
      </w:r>
      <w:r w:rsidR="00DE2D7F">
        <w:rPr>
          <w:rtl/>
        </w:rPr>
        <w:t>_ايك رہبر كے طور پر حضرت موسى عليہ السلام كو حكم ديا گيا ہے كہ وہ بنى اسرائيل كى روحو</w:t>
      </w:r>
      <w:r w:rsidR="007D6C9B">
        <w:rPr>
          <w:rtl/>
        </w:rPr>
        <w:t xml:space="preserve">ں </w:t>
      </w:r>
      <w:r w:rsidR="00DE2D7F">
        <w:rPr>
          <w:rtl/>
        </w:rPr>
        <w:t>مي</w:t>
      </w:r>
      <w:r w:rsidR="007D6C9B">
        <w:rPr>
          <w:rtl/>
        </w:rPr>
        <w:t xml:space="preserve">ں </w:t>
      </w:r>
      <w:r w:rsidR="00DE2D7F">
        <w:rPr>
          <w:rtl/>
        </w:rPr>
        <w:t>موجود طويل غلامى اور ذلت كے دور كا خوف ووحشت نكال باہر پھينكي</w:t>
      </w:r>
      <w:r w:rsidR="007D6C9B">
        <w:rPr>
          <w:rtl/>
        </w:rPr>
        <w:t xml:space="preserve">ں </w:t>
      </w:r>
      <w:r w:rsidR="00DE2D7F">
        <w:rPr>
          <w:rtl/>
        </w:rPr>
        <w:t>اور حتمى فتح ونصرت،كاميابى اور پروردگار كے لطف وكرم كى بشارت دے كر مومنين كے ارادے كو مضبوط كري</w:t>
      </w:r>
      <w:r w:rsidR="007D6C9B">
        <w:rPr>
          <w:rtl/>
        </w:rPr>
        <w:t xml:space="preserve">ں </w:t>
      </w:r>
      <w:r w:rsidR="00DE2D7F">
        <w:rPr>
          <w:rtl/>
        </w:rPr>
        <w:t>اور ان مي</w:t>
      </w:r>
      <w:r w:rsidR="007D6C9B">
        <w:rPr>
          <w:rtl/>
        </w:rPr>
        <w:t xml:space="preserve">ں </w:t>
      </w:r>
      <w:r w:rsidR="00DE2D7F">
        <w:rPr>
          <w:rtl/>
        </w:rPr>
        <w:t>شہامت و شجاعت كى پرورش كري</w:t>
      </w:r>
      <w:r w:rsidR="007D6C9B">
        <w:rPr>
          <w:rtl/>
        </w:rPr>
        <w:t xml:space="preserve">ں </w:t>
      </w:r>
      <w:r w:rsidR="00DE2D7F">
        <w:rPr>
          <w:rtl/>
        </w:rPr>
        <w:t xml:space="preserve">_ </w:t>
      </w:r>
    </w:p>
    <w:p w:rsidR="00DE2D7F" w:rsidRDefault="00DE2D7F" w:rsidP="00D07B54">
      <w:pPr>
        <w:pStyle w:val="libNormal"/>
        <w:rPr>
          <w:rtl/>
        </w:rPr>
      </w:pPr>
      <w:r>
        <w:rPr>
          <w:rtl/>
        </w:rPr>
        <w:t>اس روش كو كئي سال گزر گئے اور اس دوران مي</w:t>
      </w:r>
      <w:r w:rsidR="007D6C9B">
        <w:rPr>
          <w:rtl/>
        </w:rPr>
        <w:t xml:space="preserve">ں </w:t>
      </w:r>
      <w:r>
        <w:rPr>
          <w:rtl/>
        </w:rPr>
        <w:t>موسى عليہ السلام نے اپنے منطقى دلائل كے ساتھ ساتھ انھي</w:t>
      </w:r>
      <w:r w:rsidR="007D6C9B">
        <w:rPr>
          <w:rtl/>
        </w:rPr>
        <w:t xml:space="preserve">ں </w:t>
      </w:r>
      <w:r>
        <w:rPr>
          <w:rtl/>
        </w:rPr>
        <w:t xml:space="preserve">كئي معجزے بھى دكھائے _ </w:t>
      </w:r>
    </w:p>
    <w:p w:rsidR="00DE2D7F" w:rsidRDefault="00DE2D7F" w:rsidP="00D07B54">
      <w:pPr>
        <w:pStyle w:val="libNormal"/>
        <w:rPr>
          <w:rtl/>
        </w:rPr>
      </w:pPr>
    </w:p>
    <w:p w:rsidR="00E03D29" w:rsidRDefault="00DE2D7F" w:rsidP="00D07B54">
      <w:pPr>
        <w:pStyle w:val="Heading2Center"/>
        <w:rPr>
          <w:rtl/>
        </w:rPr>
      </w:pPr>
      <w:bookmarkStart w:id="245" w:name="_Toc7268642"/>
      <w:r>
        <w:rPr>
          <w:rtl/>
        </w:rPr>
        <w:t>ہم نے انھي</w:t>
      </w:r>
      <w:r w:rsidR="007D6C9B">
        <w:rPr>
          <w:rtl/>
        </w:rPr>
        <w:t xml:space="preserve">ں </w:t>
      </w:r>
      <w:r>
        <w:rPr>
          <w:rtl/>
        </w:rPr>
        <w:t>باہر نكال ديا</w:t>
      </w:r>
      <w:bookmarkEnd w:id="245"/>
    </w:p>
    <w:p w:rsidR="00DE2D7F" w:rsidRDefault="00DE2D7F" w:rsidP="00D07B54">
      <w:pPr>
        <w:pStyle w:val="libNormal"/>
        <w:rPr>
          <w:rtl/>
        </w:rPr>
      </w:pPr>
      <w:r>
        <w:rPr>
          <w:rtl/>
        </w:rPr>
        <w:t xml:space="preserve"> جب موسى عليہ السلام ان لوگو</w:t>
      </w:r>
      <w:r w:rsidR="007D6C9B">
        <w:rPr>
          <w:rtl/>
        </w:rPr>
        <w:t xml:space="preserve">ں </w:t>
      </w:r>
      <w:r>
        <w:rPr>
          <w:rtl/>
        </w:rPr>
        <w:t>پر اتمام حجت كرچكے اور مومنين ومنكرين كى صفي</w:t>
      </w:r>
      <w:r w:rsidR="007D6C9B">
        <w:rPr>
          <w:rtl/>
        </w:rPr>
        <w:t xml:space="preserve">ں </w:t>
      </w:r>
      <w:r>
        <w:rPr>
          <w:rtl/>
        </w:rPr>
        <w:t>ايك دوسرے سے جدا ہوگئي</w:t>
      </w:r>
      <w:r w:rsidR="007D6C9B">
        <w:rPr>
          <w:rtl/>
        </w:rPr>
        <w:t xml:space="preserve">ں </w:t>
      </w:r>
      <w:r>
        <w:rPr>
          <w:rtl/>
        </w:rPr>
        <w:t xml:space="preserve">تو موسى عليہ السلام نے بنى اسرائيل كے كوچ كرنے كا حكم دے ديا گيا، چنانچہ قرآن نے اس كى اسطرح منظر كشى كى _ </w:t>
      </w:r>
    </w:p>
    <w:p w:rsidR="00DE2D7F" w:rsidRDefault="00DE2D7F" w:rsidP="00D07B54">
      <w:pPr>
        <w:pStyle w:val="libNormal"/>
        <w:rPr>
          <w:rtl/>
        </w:rPr>
      </w:pPr>
      <w:r>
        <w:rPr>
          <w:rtl/>
        </w:rPr>
        <w:t>سب سے پہلے فرمايا گياہے:''ہم نے موسى پر وحى كى كہ راتو</w:t>
      </w:r>
      <w:r w:rsidR="007D6C9B">
        <w:rPr>
          <w:rtl/>
        </w:rPr>
        <w:t xml:space="preserve">ں </w:t>
      </w:r>
      <w:r>
        <w:rPr>
          <w:rtl/>
        </w:rPr>
        <w:t>رات ميرے بندو</w:t>
      </w:r>
      <w:r w:rsidR="007D6C9B">
        <w:rPr>
          <w:rtl/>
        </w:rPr>
        <w:t xml:space="preserve">ں </w:t>
      </w:r>
      <w:r>
        <w:rPr>
          <w:rtl/>
        </w:rPr>
        <w:t>كو(مصر سے باہر)نكال كرلے جائو،كيونكہ وہ تمہارا پيچھا كرنے والے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موسى عليہ السلام نے اس حكم كى تعميل كى اور دشمن كى نگاہو</w:t>
      </w:r>
      <w:r w:rsidR="007D6C9B">
        <w:rPr>
          <w:rtl/>
        </w:rPr>
        <w:t xml:space="preserve">ں </w:t>
      </w:r>
      <w:r>
        <w:rPr>
          <w:rtl/>
        </w:rPr>
        <w:t>سے بچ كر بنى اسرائيل كو ايك جگہ اكٹھا كرنے كے بعد كوچ كا حكم ديا اور حكم خدا كے مطابق رات كو خصوصى طور پر منتخب كيا تاكہ يہ منصوبہ صحيح صورت مي</w:t>
      </w:r>
      <w:r w:rsidR="007D6C9B">
        <w:rPr>
          <w:rtl/>
        </w:rPr>
        <w:t xml:space="preserve">ں </w:t>
      </w:r>
      <w:r>
        <w:rPr>
          <w:rtl/>
        </w:rPr>
        <w:t xml:space="preserve">تكميل كو پہنچے_ </w:t>
      </w:r>
    </w:p>
    <w:p w:rsidR="00DE2D7F" w:rsidRDefault="00DE2D7F" w:rsidP="00D07B54">
      <w:pPr>
        <w:pStyle w:val="libNormal"/>
        <w:rPr>
          <w:rtl/>
        </w:rPr>
      </w:pPr>
      <w:r>
        <w:rPr>
          <w:rtl/>
        </w:rPr>
        <w:t>ليكن ظاہر ہے كہ اتنى بڑى تعداد كى روانگى ايسى چيز نہي</w:t>
      </w:r>
      <w:r w:rsidR="007D6C9B">
        <w:rPr>
          <w:rtl/>
        </w:rPr>
        <w:t xml:space="preserve">ں </w:t>
      </w:r>
      <w:r>
        <w:rPr>
          <w:rtl/>
        </w:rPr>
        <w:t>تھى جو زيادہ دير تك چھپى رہ جاتي_ جاسوسو</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52</w:t>
      </w:r>
      <w:r>
        <w:rPr>
          <w:rtl/>
        </w:rPr>
        <w:t xml:space="preserve"> </w:t>
      </w:r>
    </w:p>
    <w:p w:rsidR="00E03D29" w:rsidRDefault="001648F9" w:rsidP="00D07B54">
      <w:pPr>
        <w:pStyle w:val="libNormal"/>
        <w:rPr>
          <w:rtl/>
        </w:rPr>
      </w:pPr>
      <w:r>
        <w:rPr>
          <w:rtl/>
        </w:rPr>
        <w:t xml:space="preserve"> </w:t>
      </w:r>
      <w:r>
        <w:rPr>
          <w:rtl/>
        </w:rPr>
        <w:br w:type="page"/>
      </w:r>
    </w:p>
    <w:p w:rsidR="00E03D29" w:rsidRDefault="00E03D29" w:rsidP="00D07B54">
      <w:pPr>
        <w:pStyle w:val="libNormal"/>
        <w:rPr>
          <w:rtl/>
        </w:rPr>
      </w:pPr>
    </w:p>
    <w:p w:rsidR="00DE2D7F" w:rsidRDefault="00DE2D7F" w:rsidP="00D07B54">
      <w:pPr>
        <w:pStyle w:val="libNormal"/>
        <w:rPr>
          <w:rtl/>
        </w:rPr>
      </w:pPr>
      <w:r>
        <w:rPr>
          <w:rtl/>
        </w:rPr>
        <w:t>نے جلد ہى اس كى رپورٹ فرعون كو دے دى اور جيسا كہ قرآن كہتا ہے:'' فرعون نے اپنے كارندے مختلف شہرو</w:t>
      </w:r>
      <w:r w:rsidR="007D6C9B">
        <w:rPr>
          <w:rtl/>
        </w:rPr>
        <w:t xml:space="preserve">ں </w:t>
      </w:r>
      <w:r>
        <w:rPr>
          <w:rtl/>
        </w:rPr>
        <w:t>مي</w:t>
      </w:r>
      <w:r w:rsidR="007D6C9B">
        <w:rPr>
          <w:rtl/>
        </w:rPr>
        <w:t xml:space="preserve">ں </w:t>
      </w:r>
      <w:r>
        <w:rPr>
          <w:rtl/>
        </w:rPr>
        <w:t>روانہ كرديئے تا كہ فوج جمع كري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البتہ اس زمانے كے حالات كے مطابق فرعون كا پيغام تمام شہرو</w:t>
      </w:r>
      <w:r w:rsidR="007D6C9B">
        <w:rPr>
          <w:rtl/>
        </w:rPr>
        <w:t xml:space="preserve">ں </w:t>
      </w:r>
      <w:r>
        <w:rPr>
          <w:rtl/>
        </w:rPr>
        <w:t>مي</w:t>
      </w:r>
      <w:r w:rsidR="007D6C9B">
        <w:rPr>
          <w:rtl/>
        </w:rPr>
        <w:t xml:space="preserve">ں </w:t>
      </w:r>
      <w:r>
        <w:rPr>
          <w:rtl/>
        </w:rPr>
        <w:t>پہنچانے كے لئے كافى وقت كى ضرورت تھى ليكن نزديك كے شہرو</w:t>
      </w:r>
      <w:r w:rsidR="007D6C9B">
        <w:rPr>
          <w:rtl/>
        </w:rPr>
        <w:t xml:space="preserve">ں </w:t>
      </w:r>
      <w:r>
        <w:rPr>
          <w:rtl/>
        </w:rPr>
        <w:t>مي</w:t>
      </w:r>
      <w:r w:rsidR="007D6C9B">
        <w:rPr>
          <w:rtl/>
        </w:rPr>
        <w:t xml:space="preserve">ں </w:t>
      </w:r>
      <w:r>
        <w:rPr>
          <w:rtl/>
        </w:rPr>
        <w:t>يہ اطلاع بہت جلد پہنچ گئي اور پہلے سے تيار شدہ لشكر فوراً حركت مي</w:t>
      </w:r>
      <w:r w:rsidR="007D6C9B">
        <w:rPr>
          <w:rtl/>
        </w:rPr>
        <w:t xml:space="preserve">ں </w:t>
      </w:r>
      <w:r>
        <w:rPr>
          <w:rtl/>
        </w:rPr>
        <w:t xml:space="preserve">آگئے اور مقدمة الجيش اور حملہ آور لشكر كى تشكيل كى گئي اور دوسرے لشكر بھى آہستہ آہستہ ان سے آملتے رہے_ </w:t>
      </w:r>
    </w:p>
    <w:p w:rsidR="00DE2D7F" w:rsidRDefault="00DE2D7F" w:rsidP="00D07B54">
      <w:pPr>
        <w:pStyle w:val="libNormal"/>
        <w:rPr>
          <w:rtl/>
        </w:rPr>
      </w:pPr>
      <w:r>
        <w:rPr>
          <w:rtl/>
        </w:rPr>
        <w:t>ساتھ ہى لوگو</w:t>
      </w:r>
      <w:r w:rsidR="007D6C9B">
        <w:rPr>
          <w:rtl/>
        </w:rPr>
        <w:t xml:space="preserve">ں </w:t>
      </w:r>
      <w:r>
        <w:rPr>
          <w:rtl/>
        </w:rPr>
        <w:t>كے حوصلے بلند ركھنے اور نفسياتى اثر قائم ركھنے كے لئے اس نے حكم ديا كہ اس بات كا اعلان كرديا جائے كہ''وہ تو ايك چھوٹا سا گروہ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(تعداد كے لحاظ سے بھى كم اور طاقت كے لحاظ سے بھى كم)_ </w:t>
      </w:r>
    </w:p>
    <w:p w:rsidR="00DE2D7F" w:rsidRDefault="00DE2D7F" w:rsidP="00D07B54">
      <w:pPr>
        <w:pStyle w:val="libNormal"/>
        <w:rPr>
          <w:rtl/>
        </w:rPr>
      </w:pPr>
      <w:r>
        <w:rPr>
          <w:rtl/>
        </w:rPr>
        <w:t>لہذا اس چھوٹے سے كمزور گروہ كے مقابلے مي</w:t>
      </w:r>
      <w:r w:rsidR="007D6C9B">
        <w:rPr>
          <w:rtl/>
        </w:rPr>
        <w:t xml:space="preserve">ں </w:t>
      </w:r>
      <w:r>
        <w:rPr>
          <w:rtl/>
        </w:rPr>
        <w:t>ہم كامياب ہوجائي</w:t>
      </w:r>
      <w:r w:rsidR="007D6C9B">
        <w:rPr>
          <w:rtl/>
        </w:rPr>
        <w:t xml:space="preserve">ں </w:t>
      </w:r>
      <w:r>
        <w:rPr>
          <w:rtl/>
        </w:rPr>
        <w:t>گے گھبرانے كى كوئي بات نہي</w:t>
      </w:r>
      <w:r w:rsidR="007D6C9B">
        <w:rPr>
          <w:rtl/>
        </w:rPr>
        <w:t xml:space="preserve">ں </w:t>
      </w:r>
      <w:r>
        <w:rPr>
          <w:rtl/>
        </w:rPr>
        <w:t xml:space="preserve">_كيونكہ طاقت اور قوت ہمارے پاس زيادہ ہے لہذا فتح بھى ہمارى ہى ہوگي_ </w:t>
      </w:r>
    </w:p>
    <w:p w:rsidR="00DE2D7F" w:rsidRDefault="00DE2D7F" w:rsidP="00D07B54">
      <w:pPr>
        <w:pStyle w:val="libNormal"/>
        <w:rPr>
          <w:rtl/>
        </w:rPr>
      </w:pPr>
      <w:r>
        <w:rPr>
          <w:rtl/>
        </w:rPr>
        <w:t>فرعون نے يہ بھى كہا:'' آخر ہم كس حد تك برداشت كري</w:t>
      </w:r>
      <w:r w:rsidR="007D6C9B">
        <w:rPr>
          <w:rtl/>
        </w:rPr>
        <w:t xml:space="preserve">ں </w:t>
      </w:r>
      <w:r>
        <w:rPr>
          <w:rtl/>
        </w:rPr>
        <w:t>اور كب تك ان سركش غلامو</w:t>
      </w:r>
      <w:r w:rsidR="007D6C9B">
        <w:rPr>
          <w:rtl/>
        </w:rPr>
        <w:t xml:space="preserve">ں </w:t>
      </w:r>
      <w:r>
        <w:rPr>
          <w:rtl/>
        </w:rPr>
        <w:t>كے ساتھ نرمى كا برتائو كرتے رہي</w:t>
      </w:r>
      <w:r w:rsidR="007D6C9B">
        <w:rPr>
          <w:rtl/>
        </w:rPr>
        <w:t xml:space="preserve">ں </w:t>
      </w:r>
      <w:r>
        <w:rPr>
          <w:rtl/>
        </w:rPr>
        <w:t>؟انھو</w:t>
      </w:r>
      <w:r w:rsidR="007D6C9B">
        <w:rPr>
          <w:rtl/>
        </w:rPr>
        <w:t xml:space="preserve">ں </w:t>
      </w:r>
      <w:r>
        <w:rPr>
          <w:rtl/>
        </w:rPr>
        <w:t>نے تو ہمي</w:t>
      </w:r>
      <w:r w:rsidR="007D6C9B">
        <w:rPr>
          <w:rtl/>
        </w:rPr>
        <w:t xml:space="preserve">ں </w:t>
      </w:r>
      <w:r>
        <w:rPr>
          <w:rtl/>
        </w:rPr>
        <w:t>غصہ دلايا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آخر كل مصر كے كھيتو</w:t>
      </w:r>
      <w:r w:rsidR="007D6C9B">
        <w:rPr>
          <w:rtl/>
        </w:rPr>
        <w:t xml:space="preserve">ں </w:t>
      </w:r>
      <w:r>
        <w:rPr>
          <w:rtl/>
        </w:rPr>
        <w:t>كى كون آبپاشى كرے گا؟ہمارے گھر كون بنائے گا؟اس وسيع و عريض مملكت كا كون لوگ بوجھ اٹھائي</w:t>
      </w:r>
      <w:r w:rsidR="007D6C9B">
        <w:rPr>
          <w:rtl/>
        </w:rPr>
        <w:t xml:space="preserve">ں </w:t>
      </w:r>
      <w:r>
        <w:rPr>
          <w:rtl/>
        </w:rPr>
        <w:t xml:space="preserve">گے؟اور ہمارى نوكرى كون كرے گا؟ </w:t>
      </w:r>
    </w:p>
    <w:p w:rsidR="00DE2D7F" w:rsidRDefault="00DE2D7F" w:rsidP="00D07B54">
      <w:pPr>
        <w:pStyle w:val="libNormal"/>
        <w:rPr>
          <w:rtl/>
        </w:rPr>
      </w:pPr>
      <w:r>
        <w:rPr>
          <w:rtl/>
        </w:rPr>
        <w:t>اس كے علاوہ'' ہمي</w:t>
      </w:r>
      <w:r w:rsidR="007D6C9B">
        <w:rPr>
          <w:rtl/>
        </w:rPr>
        <w:t xml:space="preserve">ں </w:t>
      </w:r>
      <w:r>
        <w:rPr>
          <w:rtl/>
        </w:rPr>
        <w:t>ان لوگو</w:t>
      </w:r>
      <w:r w:rsidR="007D6C9B">
        <w:rPr>
          <w:rtl/>
        </w:rPr>
        <w:t xml:space="preserve">ں </w:t>
      </w:r>
      <w:r>
        <w:rPr>
          <w:rtl/>
        </w:rPr>
        <w:t xml:space="preserve">كى سازشو </w:t>
      </w:r>
      <w:r w:rsidR="007D6C9B">
        <w:rPr>
          <w:rtl/>
        </w:rPr>
        <w:t xml:space="preserve">ں </w:t>
      </w:r>
      <w:r>
        <w:rPr>
          <w:rtl/>
        </w:rPr>
        <w:t>سے خطرہ ہے(خواہ وہ يہا</w:t>
      </w:r>
      <w:r w:rsidR="007D6C9B">
        <w:rPr>
          <w:rtl/>
        </w:rPr>
        <w:t xml:space="preserve">ں </w:t>
      </w:r>
      <w:r>
        <w:rPr>
          <w:rtl/>
        </w:rPr>
        <w:t>رہي</w:t>
      </w:r>
      <w:r w:rsidR="007D6C9B">
        <w:rPr>
          <w:rtl/>
        </w:rPr>
        <w:t xml:space="preserve">ں </w:t>
      </w:r>
      <w:r>
        <w:rPr>
          <w:rtl/>
        </w:rPr>
        <w:t>يا كہي</w:t>
      </w:r>
      <w:r w:rsidR="007D6C9B">
        <w:rPr>
          <w:rtl/>
        </w:rPr>
        <w:t xml:space="preserve">ں </w:t>
      </w:r>
      <w:r>
        <w:rPr>
          <w:rtl/>
        </w:rPr>
        <w:t>اور چلے جائي</w:t>
      </w:r>
      <w:r w:rsidR="007D6C9B">
        <w:rPr>
          <w:rtl/>
        </w:rPr>
        <w:t xml:space="preserve">ں </w:t>
      </w:r>
      <w:r>
        <w:rPr>
          <w:rtl/>
        </w:rPr>
        <w:t>)اور ہم ان سے مقابلہ كے لئے مكمل طور پر آمادہ اور اچھى طرح ہوشيار ہي</w:t>
      </w:r>
      <w:r w:rsidR="007D6C9B">
        <w:rPr>
          <w:rtl/>
        </w:rPr>
        <w:t xml:space="preserve">ں </w:t>
      </w:r>
      <w:r>
        <w:rPr>
          <w:rtl/>
        </w:rPr>
        <w:t>''_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53</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آيت </w:t>
      </w:r>
      <w:r w:rsidR="00E664BB">
        <w:rPr>
          <w:rtl/>
        </w:rPr>
        <w:t>54</w:t>
      </w:r>
      <w:r>
        <w:rPr>
          <w:rtl/>
        </w:rPr>
        <w:t xml:space="preserve"> </w:t>
      </w:r>
    </w:p>
    <w:p w:rsidR="00DE2D7F" w:rsidRDefault="00DE2D7F" w:rsidP="00D07B54">
      <w:pPr>
        <w:pStyle w:val="libFootnote"/>
        <w:rPr>
          <w:rtl/>
        </w:rPr>
      </w:pPr>
      <w:r>
        <w:rPr>
          <w:rtl/>
        </w:rPr>
        <w:t>(</w:t>
      </w:r>
      <w:r w:rsidR="00E664BB">
        <w:rPr>
          <w:rtl/>
        </w:rPr>
        <w:t>3</w:t>
      </w:r>
      <w:r>
        <w:rPr>
          <w:rtl/>
        </w:rPr>
        <w:t>)سورہ شعراء آيت</w:t>
      </w:r>
      <w:r w:rsidR="00E664BB">
        <w:rPr>
          <w:rtl/>
        </w:rPr>
        <w:t>55</w:t>
      </w:r>
      <w:r>
        <w:rPr>
          <w:rtl/>
        </w:rPr>
        <w:t xml:space="preserve"> </w:t>
      </w:r>
    </w:p>
    <w:p w:rsidR="00DE2D7F" w:rsidRDefault="00DE2D7F" w:rsidP="00D07B54">
      <w:pPr>
        <w:pStyle w:val="libFootnote"/>
        <w:rPr>
          <w:rtl/>
        </w:rPr>
      </w:pPr>
      <w:r>
        <w:rPr>
          <w:rtl/>
        </w:rPr>
        <w:t>(</w:t>
      </w:r>
      <w:r w:rsidR="00E664BB">
        <w:rPr>
          <w:rtl/>
        </w:rPr>
        <w:t>4</w:t>
      </w:r>
      <w:r>
        <w:rPr>
          <w:rtl/>
        </w:rPr>
        <w:t xml:space="preserve">)سورہ شعراء آيت </w:t>
      </w:r>
      <w:r w:rsidR="00E664BB">
        <w:rPr>
          <w:rtl/>
        </w:rPr>
        <w:t>56</w:t>
      </w:r>
      <w:r>
        <w:rPr>
          <w:rtl/>
        </w:rPr>
        <w:t xml:space="preserve"> </w:t>
      </w:r>
    </w:p>
    <w:p w:rsidR="00E03D29" w:rsidRDefault="00E03D29" w:rsidP="00D07B54">
      <w:pPr>
        <w:pStyle w:val="libNormal"/>
        <w:rPr>
          <w:rtl/>
        </w:rPr>
      </w:pPr>
      <w:r>
        <w:rPr>
          <w:rtl/>
        </w:rPr>
        <w:br w:type="page"/>
      </w:r>
    </w:p>
    <w:p w:rsidR="00DE2D7F" w:rsidRDefault="00DE2D7F" w:rsidP="00D07B54">
      <w:pPr>
        <w:pStyle w:val="libNormal"/>
        <w:rPr>
          <w:rtl/>
        </w:rPr>
      </w:pPr>
      <w:r>
        <w:rPr>
          <w:rtl/>
        </w:rPr>
        <w:lastRenderedPageBreak/>
        <w:t xml:space="preserve"> </w:t>
      </w:r>
    </w:p>
    <w:p w:rsidR="00DE2D7F" w:rsidRDefault="00DE2D7F" w:rsidP="00D07B54">
      <w:pPr>
        <w:pStyle w:val="libNormal"/>
        <w:rPr>
          <w:rtl/>
        </w:rPr>
      </w:pPr>
      <w:r>
        <w:rPr>
          <w:rtl/>
        </w:rPr>
        <w:t>پھر قرآن پاك فرعونيو</w:t>
      </w:r>
      <w:r w:rsidR="007D6C9B">
        <w:rPr>
          <w:rtl/>
        </w:rPr>
        <w:t xml:space="preserve">ں </w:t>
      </w:r>
      <w:r>
        <w:rPr>
          <w:rtl/>
        </w:rPr>
        <w:t>كے انجام كا ذكر كرتا ہے اور اجمالى طور پر ان كى حكومت كے زوال اور بنى اسرائيل كے اقتدار كو بيان كرتے ہوئے كہتا ہے:''ہم نے انھي</w:t>
      </w:r>
      <w:r w:rsidR="007D6C9B">
        <w:rPr>
          <w:rtl/>
        </w:rPr>
        <w:t xml:space="preserve">ں </w:t>
      </w:r>
      <w:r>
        <w:rPr>
          <w:rtl/>
        </w:rPr>
        <w:t>سر سبز باغات اور پانى سے لبريز چشمو</w:t>
      </w:r>
      <w:r w:rsidR="007D6C9B">
        <w:rPr>
          <w:rtl/>
        </w:rPr>
        <w:t xml:space="preserve">ں </w:t>
      </w:r>
      <w:r>
        <w:rPr>
          <w:rtl/>
        </w:rPr>
        <w:t>سے باہر نكال ديا''_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خزانو</w:t>
      </w:r>
      <w:r w:rsidR="007D6C9B">
        <w:rPr>
          <w:rtl/>
        </w:rPr>
        <w:t xml:space="preserve">ں </w:t>
      </w:r>
      <w:r>
        <w:rPr>
          <w:rtl/>
        </w:rPr>
        <w:t>،خوبصورت محلات اور آرام و آسا</w:t>
      </w:r>
      <w:r w:rsidR="00091C36">
        <w:rPr>
          <w:rtl/>
        </w:rPr>
        <w:t xml:space="preserve">ئش </w:t>
      </w:r>
      <w:r>
        <w:rPr>
          <w:rtl/>
        </w:rPr>
        <w:t xml:space="preserve"> كے مقامات سے بھى نكال ديا_ </w:t>
      </w:r>
    </w:p>
    <w:p w:rsidR="00DE2D7F" w:rsidRDefault="00DE2D7F" w:rsidP="00D07B54">
      <w:pPr>
        <w:pStyle w:val="libNormal"/>
        <w:rPr>
          <w:rtl/>
        </w:rPr>
      </w:pPr>
      <w:r>
        <w:rPr>
          <w:rtl/>
        </w:rPr>
        <w:t>ہا</w:t>
      </w:r>
      <w:r w:rsidR="007D6C9B">
        <w:rPr>
          <w:rtl/>
        </w:rPr>
        <w:t xml:space="preserve">ں </w:t>
      </w:r>
      <w:r>
        <w:rPr>
          <w:rtl/>
        </w:rPr>
        <w:t>ہا</w:t>
      </w:r>
      <w:r w:rsidR="007D6C9B">
        <w:rPr>
          <w:rtl/>
        </w:rPr>
        <w:t xml:space="preserve">ں </w:t>
      </w:r>
      <w:r>
        <w:rPr>
          <w:rtl/>
        </w:rPr>
        <w:t>ہم نے ايسا ہى كيا اور بنى اسرائيل كو بغير كسى مشقت كے يہ سب كچھ دےديا اور انھي</w:t>
      </w:r>
      <w:r w:rsidR="007D6C9B">
        <w:rPr>
          <w:rtl/>
        </w:rPr>
        <w:t xml:space="preserve">ں </w:t>
      </w:r>
      <w:r>
        <w:rPr>
          <w:rtl/>
        </w:rPr>
        <w:t>فرعون والو</w:t>
      </w:r>
      <w:r w:rsidR="007D6C9B">
        <w:rPr>
          <w:rtl/>
        </w:rPr>
        <w:t xml:space="preserve">ں </w:t>
      </w:r>
      <w:r>
        <w:rPr>
          <w:rtl/>
        </w:rPr>
        <w:t>كا وارث بناديا_</w:t>
      </w:r>
      <w:r w:rsidRPr="00AD1EF3">
        <w:rPr>
          <w:rStyle w:val="libFootnotenumChar"/>
          <w:rtl/>
        </w:rPr>
        <w:t>(</w:t>
      </w:r>
      <w:r w:rsidR="00E664BB" w:rsidRPr="00AD1EF3">
        <w:rPr>
          <w:rStyle w:val="libFootnotenumChar"/>
          <w:rtl/>
        </w:rPr>
        <w:t>2</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57</w:t>
      </w:r>
      <w:r>
        <w:rPr>
          <w:rtl/>
        </w:rPr>
        <w:t>تا</w:t>
      </w:r>
      <w:r w:rsidR="00E664BB">
        <w:rPr>
          <w:rtl/>
        </w:rPr>
        <w:t>5</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ايت </w:t>
      </w:r>
      <w:r w:rsidR="00E664BB">
        <w:rPr>
          <w:rtl/>
        </w:rPr>
        <w:t>5</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)آيا بنى اسرائيل نے مصر مي</w:t>
      </w:r>
      <w:r w:rsidR="007D6C9B">
        <w:rPr>
          <w:rtl/>
        </w:rPr>
        <w:t xml:space="preserve">ں </w:t>
      </w:r>
      <w:r>
        <w:rPr>
          <w:rtl/>
        </w:rPr>
        <w:t xml:space="preserve">حكومت كى ہے؟ </w:t>
      </w:r>
    </w:p>
    <w:p w:rsidR="00DE2D7F" w:rsidRDefault="00DE2D7F" w:rsidP="00D07B54">
      <w:pPr>
        <w:pStyle w:val="libFootnote"/>
        <w:rPr>
          <w:rtl/>
        </w:rPr>
      </w:pPr>
      <w:r>
        <w:rPr>
          <w:rtl/>
        </w:rPr>
        <w:t>خدا وند عالم قران مجيد مي</w:t>
      </w:r>
      <w:r w:rsidR="007D6C9B">
        <w:rPr>
          <w:rtl/>
        </w:rPr>
        <w:t xml:space="preserve">ں </w:t>
      </w:r>
      <w:r>
        <w:rPr>
          <w:rtl/>
        </w:rPr>
        <w:t>فرماتا ہے كہ ہم نے بنى اسرائيل كو فرعون والو</w:t>
      </w:r>
      <w:r w:rsidR="007D6C9B">
        <w:rPr>
          <w:rtl/>
        </w:rPr>
        <w:t xml:space="preserve">ں </w:t>
      </w:r>
      <w:r>
        <w:rPr>
          <w:rtl/>
        </w:rPr>
        <w:t>كا وارث بنايا_ اسى تعبير كى بناء پر بعض مفسرين كى يہ رائے ہے كہ بنى اسرائيل كے افراد مصر كى طرف واپس لوٹ آئے اور زمام حكومت و اقتدار اپنے قبضے مي</w:t>
      </w:r>
      <w:r w:rsidR="007D6C9B">
        <w:rPr>
          <w:rtl/>
        </w:rPr>
        <w:t xml:space="preserve">ں </w:t>
      </w:r>
      <w:r>
        <w:rPr>
          <w:rtl/>
        </w:rPr>
        <w:t>لے كر مدتو</w:t>
      </w:r>
      <w:r w:rsidR="007D6C9B">
        <w:rPr>
          <w:rtl/>
        </w:rPr>
        <w:t xml:space="preserve">ں </w:t>
      </w:r>
      <w:r>
        <w:rPr>
          <w:rtl/>
        </w:rPr>
        <w:t>وہا</w:t>
      </w:r>
      <w:r w:rsidR="007D6C9B">
        <w:rPr>
          <w:rtl/>
        </w:rPr>
        <w:t xml:space="preserve">ں </w:t>
      </w:r>
      <w:r>
        <w:rPr>
          <w:rtl/>
        </w:rPr>
        <w:t xml:space="preserve">حكومت كرتے رہے_ </w:t>
      </w:r>
    </w:p>
    <w:p w:rsidR="00DE2D7F" w:rsidRDefault="00DE2D7F" w:rsidP="00D07B54">
      <w:pPr>
        <w:pStyle w:val="libFootnote"/>
        <w:rPr>
          <w:rtl/>
        </w:rPr>
      </w:pPr>
      <w:r>
        <w:rPr>
          <w:rtl/>
        </w:rPr>
        <w:t xml:space="preserve">آيات بالا كا ظاہرى مفہوم بھى اسى تفسير سے مناسبت ركھتا ہے_ </w:t>
      </w:r>
    </w:p>
    <w:p w:rsidR="00DE2D7F" w:rsidRDefault="00DE2D7F" w:rsidP="00D07B54">
      <w:pPr>
        <w:pStyle w:val="libFootnote"/>
        <w:rPr>
          <w:rtl/>
        </w:rPr>
      </w:pPr>
      <w:r>
        <w:rPr>
          <w:rtl/>
        </w:rPr>
        <w:t>جبكہ بعض مفسرين كى رائے يہ ہے كہ وہ لوگ فرعونيو</w:t>
      </w:r>
      <w:r w:rsidR="007D6C9B">
        <w:rPr>
          <w:rtl/>
        </w:rPr>
        <w:t xml:space="preserve">ں </w:t>
      </w:r>
      <w:r>
        <w:rPr>
          <w:rtl/>
        </w:rPr>
        <w:t>كى ہلاكت كے بعد مقدس سرزمينو</w:t>
      </w:r>
      <w:r w:rsidR="007D6C9B">
        <w:rPr>
          <w:rtl/>
        </w:rPr>
        <w:t xml:space="preserve">ں </w:t>
      </w:r>
      <w:r>
        <w:rPr>
          <w:rtl/>
        </w:rPr>
        <w:t>كى طرف چلے گئے البتہ كچھ عرصے كے بعد مصر واپس آگئے اور وہا</w:t>
      </w:r>
      <w:r w:rsidR="007D6C9B">
        <w:rPr>
          <w:rtl/>
        </w:rPr>
        <w:t xml:space="preserve">ں </w:t>
      </w:r>
      <w:r>
        <w:rPr>
          <w:rtl/>
        </w:rPr>
        <w:t>پر اپنى حكومت تشكيل دي_ تفسير كے اسى حصے كے ساتھ موجودہ توريت كى فصول بھى مطابقت ركھتى ہي</w:t>
      </w:r>
      <w:r w:rsidR="007D6C9B">
        <w:rPr>
          <w:rtl/>
        </w:rPr>
        <w:t xml:space="preserve">ں </w:t>
      </w:r>
      <w:r>
        <w:rPr>
          <w:rtl/>
        </w:rPr>
        <w:t xml:space="preserve">_ </w:t>
      </w:r>
    </w:p>
    <w:p w:rsidR="00242918" w:rsidRDefault="00DE2D7F" w:rsidP="00D07B54">
      <w:pPr>
        <w:pStyle w:val="libFootnote"/>
        <w:rPr>
          <w:rtl/>
        </w:rPr>
      </w:pPr>
      <w:r>
        <w:rPr>
          <w:rtl/>
        </w:rPr>
        <w:t>بعض دوسرے مفسرين كا خيال ہے كہ بنى اسرائيل دوحصو</w:t>
      </w:r>
      <w:r w:rsidR="007D6C9B">
        <w:rPr>
          <w:rtl/>
        </w:rPr>
        <w:t xml:space="preserve">ں </w:t>
      </w:r>
      <w:r>
        <w:rPr>
          <w:rtl/>
        </w:rPr>
        <w:t>مي</w:t>
      </w:r>
      <w:r w:rsidR="007D6C9B">
        <w:rPr>
          <w:rtl/>
        </w:rPr>
        <w:t xml:space="preserve">ں </w:t>
      </w:r>
      <w:r>
        <w:rPr>
          <w:rtl/>
        </w:rPr>
        <w:t>بٹ گئے_ايك گروہ مصر مي</w:t>
      </w:r>
      <w:r w:rsidR="007D6C9B">
        <w:rPr>
          <w:rtl/>
        </w:rPr>
        <w:t xml:space="preserve">ں </w:t>
      </w:r>
      <w:r>
        <w:rPr>
          <w:rtl/>
        </w:rPr>
        <w:t>رہ گيا اور وہي</w:t>
      </w:r>
      <w:r w:rsidR="007D6C9B">
        <w:rPr>
          <w:rtl/>
        </w:rPr>
        <w:t xml:space="preserve">ں </w:t>
      </w:r>
      <w:r>
        <w:rPr>
          <w:rtl/>
        </w:rPr>
        <w:t>پر حكومت كى اور ايك گروہ موسى عليہ السلام كے ساتھ سر زمين مقدس كى طرف روانہ ہو گيا_ يہ احتمال بھى ذكر كيا گيا ہے كہ بنى اسرائيل كے وارث ہونے سے مراد يہ ہے كہ انھو</w:t>
      </w:r>
      <w:r w:rsidR="007D6C9B">
        <w:rPr>
          <w:rtl/>
        </w:rPr>
        <w:t xml:space="preserve">ں </w:t>
      </w:r>
      <w:r>
        <w:rPr>
          <w:rtl/>
        </w:rPr>
        <w:t>نے حضرت موسى عليہ السلام كے بعد اور جناب حضرت سليمان عليہ السلام كے زمانے مي</w:t>
      </w:r>
      <w:r w:rsidR="007D6C9B">
        <w:rPr>
          <w:rtl/>
        </w:rPr>
        <w:t xml:space="preserve">ں </w:t>
      </w:r>
      <w:r>
        <w:rPr>
          <w:rtl/>
        </w:rPr>
        <w:t>مصر كى وسيع و عريض سر زمين پر حكومت كي_ ليكن اگر اس بات پر غور كيا جائے كہ حضرت موسى عليہ السلام چونكہ انقلابى پيغمبر تھے لہذا يہ بات بالكل بعيد نظر آتى ہے كہ وہ ايسى سر زمين كو كلى طور پر خير باد كہہ كر چلے جائي</w:t>
      </w:r>
      <w:r w:rsidR="007D6C9B">
        <w:rPr>
          <w:rtl/>
        </w:rPr>
        <w:t xml:space="preserve">ں </w:t>
      </w:r>
      <w:r>
        <w:rPr>
          <w:rtl/>
        </w:rPr>
        <w:t>جس كى حكومت مكمل طور پر انھي</w:t>
      </w:r>
      <w:r w:rsidR="007D6C9B">
        <w:rPr>
          <w:rtl/>
        </w:rPr>
        <w:t xml:space="preserve">ں </w:t>
      </w:r>
      <w:r>
        <w:rPr>
          <w:rtl/>
        </w:rPr>
        <w:t>كے قبضہ اور اختيارمي</w:t>
      </w:r>
      <w:r w:rsidR="007D6C9B">
        <w:rPr>
          <w:rtl/>
        </w:rPr>
        <w:t xml:space="preserve">ں </w:t>
      </w:r>
      <w:r>
        <w:rPr>
          <w:rtl/>
        </w:rPr>
        <w:t>آچكى ہو اور وہ وہا</w:t>
      </w:r>
      <w:r w:rsidR="007D6C9B">
        <w:rPr>
          <w:rtl/>
        </w:rPr>
        <w:t xml:space="preserve">ں </w:t>
      </w:r>
      <w:r>
        <w:rPr>
          <w:rtl/>
        </w:rPr>
        <w:t>كے بارے مي</w:t>
      </w:r>
      <w:r w:rsidR="007D6C9B">
        <w:rPr>
          <w:rtl/>
        </w:rPr>
        <w:t xml:space="preserve">ں </w:t>
      </w:r>
      <w:r>
        <w:rPr>
          <w:rtl/>
        </w:rPr>
        <w:t>كسى قسم كا فيصلہ كئے بغير بيابانو</w:t>
      </w:r>
      <w:r w:rsidR="007D6C9B">
        <w:rPr>
          <w:rtl/>
        </w:rPr>
        <w:t xml:space="preserve">ں </w:t>
      </w:r>
      <w:r>
        <w:rPr>
          <w:rtl/>
        </w:rPr>
        <w:t>كى طرف چل دي</w:t>
      </w:r>
      <w:r w:rsidR="007D6C9B">
        <w:rPr>
          <w:rtl/>
        </w:rPr>
        <w:t xml:space="preserve">ں </w:t>
      </w:r>
      <w:r>
        <w:rPr>
          <w:rtl/>
        </w:rPr>
        <w:t>خصوصاً جب كہ لاكھو</w:t>
      </w:r>
      <w:r w:rsidR="007D6C9B">
        <w:rPr>
          <w:rtl/>
        </w:rPr>
        <w:t xml:space="preserve">ں </w:t>
      </w:r>
      <w:r>
        <w:rPr>
          <w:rtl/>
        </w:rPr>
        <w:t>بنى اسرائيلى عرصہ دراز سے وہا</w:t>
      </w:r>
      <w:r w:rsidR="007D6C9B">
        <w:rPr>
          <w:rtl/>
        </w:rPr>
        <w:t xml:space="preserve">ں </w:t>
      </w:r>
      <w:r>
        <w:rPr>
          <w:rtl/>
        </w:rPr>
        <w:t>پر مقيم بھى تھے اور وہا</w:t>
      </w:r>
      <w:r w:rsidR="007D6C9B">
        <w:rPr>
          <w:rtl/>
        </w:rPr>
        <w:t xml:space="preserve">ں </w:t>
      </w:r>
      <w:r>
        <w:rPr>
          <w:rtl/>
        </w:rPr>
        <w:t xml:space="preserve">كے ماحول سے اچھى طرح واقف بھى تھے_ </w:t>
      </w:r>
      <w:r w:rsidR="00242918">
        <w:rPr>
          <w:rtl/>
        </w:rPr>
        <w:t xml:space="preserve">بنابريں يہ كيفيت دوحال سے خالى نہيں يا تو تمام بنى اسرائيلى مصر ميں واپس لوٹ آئے اور حكومت تشكيل دي،يا كچھ لوگ جناب موسى عليہ السلام كے حكم كے مطابق وہيں رہ گئے تھے اور حكومت چلاتے رہے اس كے علاوہ فرعون او رفرعون والوں كے باہر نكال دينے او ربنى اسرائيل كو ان كا وارث بنادينے كا اور كوئي واضح مفہوم نہيں ہوگا_ </w:t>
      </w:r>
    </w:p>
    <w:p w:rsidR="00E03D29" w:rsidRDefault="001648F9" w:rsidP="00D07B54">
      <w:pPr>
        <w:pStyle w:val="libNormal"/>
        <w:rPr>
          <w:rtl/>
        </w:rPr>
      </w:pPr>
      <w:r>
        <w:rPr>
          <w:rtl/>
        </w:rPr>
        <w:t xml:space="preserve"> </w:t>
      </w:r>
      <w:r>
        <w:rPr>
          <w:rtl/>
        </w:rPr>
        <w:br w:type="page"/>
      </w:r>
    </w:p>
    <w:p w:rsidR="00DE165E" w:rsidRDefault="00DE165E" w:rsidP="00D07B54">
      <w:pPr>
        <w:pStyle w:val="libNormal"/>
        <w:rPr>
          <w:rtl/>
        </w:rPr>
      </w:pPr>
    </w:p>
    <w:p w:rsidR="00DE165E" w:rsidRDefault="00DE2D7F" w:rsidP="00D07B54">
      <w:pPr>
        <w:pStyle w:val="Heading2Center"/>
        <w:rPr>
          <w:rtl/>
        </w:rPr>
      </w:pPr>
      <w:bookmarkStart w:id="246" w:name="_Toc7268643"/>
      <w:r>
        <w:rPr>
          <w:rtl/>
        </w:rPr>
        <w:t>فرعونيو</w:t>
      </w:r>
      <w:r w:rsidR="007D6C9B">
        <w:rPr>
          <w:rtl/>
        </w:rPr>
        <w:t xml:space="preserve">ں </w:t>
      </w:r>
      <w:r>
        <w:rPr>
          <w:rtl/>
        </w:rPr>
        <w:t>كا درناك انجام</w:t>
      </w:r>
      <w:bookmarkEnd w:id="246"/>
    </w:p>
    <w:p w:rsidR="00DE2D7F" w:rsidRDefault="00DE2D7F" w:rsidP="00D07B54">
      <w:pPr>
        <w:pStyle w:val="libNormal"/>
        <w:rPr>
          <w:rtl/>
        </w:rPr>
      </w:pPr>
      <w:r>
        <w:rPr>
          <w:rtl/>
        </w:rPr>
        <w:t xml:space="preserve"> قرآن مي</w:t>
      </w:r>
      <w:r w:rsidR="007D6C9B">
        <w:rPr>
          <w:rtl/>
        </w:rPr>
        <w:t xml:space="preserve">ں </w:t>
      </w:r>
      <w:r>
        <w:rPr>
          <w:rtl/>
        </w:rPr>
        <w:t>حضرت موسى عليہ السلام اور فرعون كى داستان كا آخرى حصہ پيش كيا گيا ہے كہ فرعون اور فرعون والے كيونكر غرق ہوئے اور بنى اسرائيل نے كس طرح نجات پائي؟ جيسا كہ ہم گزشتہ مي</w:t>
      </w:r>
      <w:r w:rsidR="007D6C9B">
        <w:rPr>
          <w:rtl/>
        </w:rPr>
        <w:t xml:space="preserve">ں </w:t>
      </w:r>
      <w:r>
        <w:rPr>
          <w:rtl/>
        </w:rPr>
        <w:t>پڑھ چكے ہي</w:t>
      </w:r>
      <w:r w:rsidR="007D6C9B">
        <w:rPr>
          <w:rtl/>
        </w:rPr>
        <w:t xml:space="preserve">ں </w:t>
      </w:r>
      <w:r>
        <w:rPr>
          <w:rtl/>
        </w:rPr>
        <w:t>كہ فرعون نے اپنے كارندو</w:t>
      </w:r>
      <w:r w:rsidR="007D6C9B">
        <w:rPr>
          <w:rtl/>
        </w:rPr>
        <w:t xml:space="preserve">ں </w:t>
      </w:r>
      <w:r>
        <w:rPr>
          <w:rtl/>
        </w:rPr>
        <w:t>كو مصر كے مختلف شہرو</w:t>
      </w:r>
      <w:r w:rsidR="007D6C9B">
        <w:rPr>
          <w:rtl/>
        </w:rPr>
        <w:t xml:space="preserve">ں </w:t>
      </w:r>
      <w:r>
        <w:rPr>
          <w:rtl/>
        </w:rPr>
        <w:t>مي</w:t>
      </w:r>
      <w:r w:rsidR="007D6C9B">
        <w:rPr>
          <w:rtl/>
        </w:rPr>
        <w:t xml:space="preserve">ں </w:t>
      </w:r>
      <w:r>
        <w:rPr>
          <w:rtl/>
        </w:rPr>
        <w:t>بھيج ديا تاكہ وہ بڑى تعداد مي</w:t>
      </w:r>
      <w:r w:rsidR="007D6C9B">
        <w:rPr>
          <w:rtl/>
        </w:rPr>
        <w:t xml:space="preserve">ں </w:t>
      </w:r>
      <w:r>
        <w:rPr>
          <w:rtl/>
        </w:rPr>
        <w:t>لشكر اور افرادى قوت جمع كرسكي</w:t>
      </w:r>
      <w:r w:rsidR="007D6C9B">
        <w:rPr>
          <w:rtl/>
        </w:rPr>
        <w:t xml:space="preserve">ں </w:t>
      </w:r>
      <w:r>
        <w:rPr>
          <w:rtl/>
        </w:rPr>
        <w:t>چنانچہ انھو</w:t>
      </w:r>
      <w:r w:rsidR="007D6C9B">
        <w:rPr>
          <w:rtl/>
        </w:rPr>
        <w:t xml:space="preserve">ں </w:t>
      </w:r>
      <w:r>
        <w:rPr>
          <w:rtl/>
        </w:rPr>
        <w:t>نے ايسا ہى كيا اور مفسرين كى تصريح كے مطابق فرعون نے چھ لاكھ كا لشكر مقدمہ الجيش كى صورت مي</w:t>
      </w:r>
      <w:r w:rsidR="007D6C9B">
        <w:rPr>
          <w:rtl/>
        </w:rPr>
        <w:t xml:space="preserve">ں </w:t>
      </w:r>
      <w:r>
        <w:rPr>
          <w:rtl/>
        </w:rPr>
        <w:t xml:space="preserve">بھيج ديا اور خود دس لاكھ كے لشكر كے ساتھ ان كے پيچھے پيچھے چل ديا _ </w:t>
      </w:r>
    </w:p>
    <w:p w:rsidR="00DE2D7F" w:rsidRDefault="00DE2D7F" w:rsidP="00D07B54">
      <w:pPr>
        <w:pStyle w:val="libNormal"/>
        <w:rPr>
          <w:rtl/>
        </w:rPr>
      </w:pPr>
      <w:r>
        <w:rPr>
          <w:rtl/>
        </w:rPr>
        <w:t>سارى رات بڑى تيزى كے ساتھ چلتے رہے اورطلوع آفتاب كے ساتھ ہى انھو</w:t>
      </w:r>
      <w:r w:rsidR="007D6C9B">
        <w:rPr>
          <w:rtl/>
        </w:rPr>
        <w:t xml:space="preserve">ں </w:t>
      </w:r>
      <w:r>
        <w:rPr>
          <w:rtl/>
        </w:rPr>
        <w:t>نے موسى عليہ السلام كے لشكر كو پاليا، چنانچہ اس سلسلے كى پہلى آيت مي</w:t>
      </w:r>
      <w:r w:rsidR="007D6C9B">
        <w:rPr>
          <w:rtl/>
        </w:rPr>
        <w:t xml:space="preserve">ں </w:t>
      </w:r>
      <w:r>
        <w:rPr>
          <w:rtl/>
        </w:rPr>
        <w:t>فرمايا گيا ہے : فرعونيوو</w:t>
      </w:r>
      <w:r w:rsidR="007D6C9B">
        <w:rPr>
          <w:rtl/>
        </w:rPr>
        <w:t xml:space="preserve">ں </w:t>
      </w:r>
      <w:r>
        <w:rPr>
          <w:rtl/>
        </w:rPr>
        <w:t>نے ان كا تعاقب كيا اور طلوع آفتاب كے وقت انھي</w:t>
      </w:r>
      <w:r w:rsidR="007D6C9B">
        <w:rPr>
          <w:rtl/>
        </w:rPr>
        <w:t xml:space="preserve">ں </w:t>
      </w:r>
      <w:r>
        <w:rPr>
          <w:rtl/>
        </w:rPr>
        <w:t xml:space="preserve">پاليا_ </w:t>
      </w:r>
    </w:p>
    <w:p w:rsidR="00DE2D7F" w:rsidRDefault="00DE2D7F" w:rsidP="00D07B54">
      <w:pPr>
        <w:pStyle w:val="libNormal"/>
        <w:rPr>
          <w:rtl/>
        </w:rPr>
      </w:pPr>
      <w:r>
        <w:rPr>
          <w:rtl/>
        </w:rPr>
        <w:t>''جب دونو</w:t>
      </w:r>
      <w:r w:rsidR="007D6C9B">
        <w:rPr>
          <w:rtl/>
        </w:rPr>
        <w:t xml:space="preserve">ں </w:t>
      </w:r>
      <w:r>
        <w:rPr>
          <w:rtl/>
        </w:rPr>
        <w:t>گروہو</w:t>
      </w:r>
      <w:r w:rsidR="007D6C9B">
        <w:rPr>
          <w:rtl/>
        </w:rPr>
        <w:t xml:space="preserve">ں </w:t>
      </w:r>
      <w:r>
        <w:rPr>
          <w:rtl/>
        </w:rPr>
        <w:t>كا آمناسامنا ہوا تو موسى عليہ السلام كے ساتھى كہنے لگے اب تو ہم فرعون والو</w:t>
      </w:r>
      <w:r w:rsidR="007D6C9B">
        <w:rPr>
          <w:rtl/>
        </w:rPr>
        <w:t xml:space="preserve">ں </w:t>
      </w:r>
      <w:r>
        <w:rPr>
          <w:rtl/>
        </w:rPr>
        <w:t>كے نرغے مي</w:t>
      </w:r>
      <w:r w:rsidR="007D6C9B">
        <w:rPr>
          <w:rtl/>
        </w:rPr>
        <w:t xml:space="preserve">ں </w:t>
      </w:r>
      <w:r>
        <w:rPr>
          <w:rtl/>
        </w:rPr>
        <w:t>آگئے ہي</w:t>
      </w:r>
      <w:r w:rsidR="007D6C9B">
        <w:rPr>
          <w:rtl/>
        </w:rPr>
        <w:t xml:space="preserve">ں </w:t>
      </w:r>
      <w:r>
        <w:rPr>
          <w:rtl/>
        </w:rPr>
        <w:t>اور بچ نكلنے كى كوئي راہ نظر نہي</w:t>
      </w:r>
      <w:r w:rsidR="007D6C9B">
        <w:rPr>
          <w:rtl/>
        </w:rPr>
        <w:t xml:space="preserve">ں </w:t>
      </w:r>
      <w:r>
        <w:rPr>
          <w:rtl/>
        </w:rPr>
        <w:t xml:space="preserve">آتى ''_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ہمارے سامنے دريا اور اس كى ٹھاٹھي</w:t>
      </w:r>
      <w:r w:rsidR="007D6C9B">
        <w:rPr>
          <w:rtl/>
        </w:rPr>
        <w:t xml:space="preserve">ں </w:t>
      </w:r>
      <w:r>
        <w:rPr>
          <w:rtl/>
        </w:rPr>
        <w:t>مارتى موجي</w:t>
      </w:r>
      <w:r w:rsidR="007D6C9B">
        <w:rPr>
          <w:rtl/>
        </w:rPr>
        <w:t xml:space="preserve">ں </w:t>
      </w:r>
      <w:r>
        <w:rPr>
          <w:rtl/>
        </w:rPr>
        <w:t>ہي</w:t>
      </w:r>
      <w:r w:rsidR="007D6C9B">
        <w:rPr>
          <w:rtl/>
        </w:rPr>
        <w:t xml:space="preserve">ں </w:t>
      </w:r>
      <w:r>
        <w:rPr>
          <w:rtl/>
        </w:rPr>
        <w:t>، ہمارے پيچھے خونخوارمسلح لشكر كا ٹھاٹھي</w:t>
      </w:r>
      <w:r w:rsidR="007D6C9B">
        <w:rPr>
          <w:rtl/>
        </w:rPr>
        <w:t xml:space="preserve">ں </w:t>
      </w:r>
      <w:r>
        <w:rPr>
          <w:rtl/>
        </w:rPr>
        <w:t>مارتا سمندر ہے لشكر بھى ايسے لوگو</w:t>
      </w:r>
      <w:r w:rsidR="007D6C9B">
        <w:rPr>
          <w:rtl/>
        </w:rPr>
        <w:t xml:space="preserve">ں </w:t>
      </w:r>
      <w:r>
        <w:rPr>
          <w:rtl/>
        </w:rPr>
        <w:t>كا ہے جو ہم سے سخت ناراض اور غصے سے بھرے ہوئے ہي</w:t>
      </w:r>
      <w:r w:rsidR="007D6C9B">
        <w:rPr>
          <w:rtl/>
        </w:rPr>
        <w:t xml:space="preserve">ں </w:t>
      </w:r>
      <w:r>
        <w:rPr>
          <w:rtl/>
        </w:rPr>
        <w:t>، جنھو</w:t>
      </w:r>
      <w:r w:rsidR="007D6C9B">
        <w:rPr>
          <w:rtl/>
        </w:rPr>
        <w:t xml:space="preserve">ں </w:t>
      </w:r>
      <w:r>
        <w:rPr>
          <w:rtl/>
        </w:rPr>
        <w:t>نے اپنى خونخوارى كا ثبوت ايك طويل عرصے تك ہمارے معصوم بچو</w:t>
      </w:r>
      <w:r w:rsidR="007D6C9B">
        <w:rPr>
          <w:rtl/>
        </w:rPr>
        <w:t xml:space="preserve">ں </w:t>
      </w:r>
      <w:r>
        <w:rPr>
          <w:rtl/>
        </w:rPr>
        <w:t>كو قتل كركے ديا ہے اور خود فرعون بھى بہت بڑا مغرور،ظالم اور خونخوار شخص ہے لہذا وہ فوراً ہمارا محاصرہ كركے ہمي</w:t>
      </w:r>
      <w:r w:rsidR="007D6C9B">
        <w:rPr>
          <w:rtl/>
        </w:rPr>
        <w:t xml:space="preserve">ں </w:t>
      </w:r>
      <w:r>
        <w:rPr>
          <w:rtl/>
        </w:rPr>
        <w:t>موت كے گھاٹ اتاردي</w:t>
      </w:r>
      <w:r w:rsidR="007D6C9B">
        <w:rPr>
          <w:rtl/>
        </w:rPr>
        <w:t xml:space="preserve">ں </w:t>
      </w:r>
      <w:r>
        <w:rPr>
          <w:rtl/>
        </w:rPr>
        <w:t>گے ياقيدى بنا كر تشدد كے ذريعے ہمي</w:t>
      </w:r>
      <w:r w:rsidR="007D6C9B">
        <w:rPr>
          <w:rtl/>
        </w:rPr>
        <w:t xml:space="preserve">ں </w:t>
      </w:r>
      <w:r>
        <w:rPr>
          <w:rtl/>
        </w:rPr>
        <w:t>واپس لے جائي</w:t>
      </w:r>
      <w:r w:rsidR="007D6C9B">
        <w:rPr>
          <w:rtl/>
        </w:rPr>
        <w:t xml:space="preserve">ں </w:t>
      </w:r>
      <w:r>
        <w:rPr>
          <w:rtl/>
        </w:rPr>
        <w:t xml:space="preserve">گے قرائن سے بھى ايسا ہى معلوم ہورہا تھا _ </w:t>
      </w:r>
    </w:p>
    <w:p w:rsidR="00DE2D7F" w:rsidRDefault="00DE2D7F" w:rsidP="00D07B54">
      <w:pPr>
        <w:pStyle w:val="libNormal"/>
        <w:rPr>
          <w:rtl/>
        </w:rPr>
      </w:pP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شعراء آيت</w:t>
      </w:r>
      <w:r w:rsidR="00E664BB">
        <w:rPr>
          <w:rtl/>
        </w:rPr>
        <w:t>61</w:t>
      </w:r>
      <w:r>
        <w:rPr>
          <w:rtl/>
        </w:rPr>
        <w:t xml:space="preserve"> </w:t>
      </w:r>
    </w:p>
    <w:p w:rsidR="00DE165E" w:rsidRDefault="00DE165E" w:rsidP="00D07B54">
      <w:pPr>
        <w:pStyle w:val="libNormal"/>
        <w:rPr>
          <w:rtl/>
        </w:rPr>
      </w:pPr>
      <w:r>
        <w:rPr>
          <w:rtl/>
        </w:rPr>
        <w:br w:type="page"/>
      </w:r>
    </w:p>
    <w:p w:rsidR="00DE165E" w:rsidRDefault="00DE165E" w:rsidP="00D07B54">
      <w:pPr>
        <w:pStyle w:val="libNormal"/>
        <w:rPr>
          <w:rtl/>
        </w:rPr>
      </w:pPr>
    </w:p>
    <w:p w:rsidR="00DE165E" w:rsidRDefault="00DE2D7F" w:rsidP="00D07B54">
      <w:pPr>
        <w:pStyle w:val="Heading2Center"/>
        <w:rPr>
          <w:rtl/>
        </w:rPr>
      </w:pPr>
      <w:bookmarkStart w:id="247" w:name="_Toc7268644"/>
      <w:r>
        <w:rPr>
          <w:rtl/>
        </w:rPr>
        <w:t>اپنے عصا كو دريا پر ماردو</w:t>
      </w:r>
      <w:bookmarkEnd w:id="247"/>
    </w:p>
    <w:p w:rsidR="00DE2D7F" w:rsidRDefault="00DE2D7F" w:rsidP="00D07B54">
      <w:pPr>
        <w:pStyle w:val="libNormal"/>
        <w:rPr>
          <w:rtl/>
        </w:rPr>
      </w:pPr>
      <w:r>
        <w:rPr>
          <w:rtl/>
        </w:rPr>
        <w:t xml:space="preserve"> اس مقام پر بنى اسرائيل پر كرب و بے چينى كى حالت طارى ہوگئي اور ان كا ايك ايك لمحہ كرب واضطراب مي</w:t>
      </w:r>
      <w:r w:rsidR="007D6C9B">
        <w:rPr>
          <w:rtl/>
        </w:rPr>
        <w:t xml:space="preserve">ں </w:t>
      </w:r>
      <w:r>
        <w:rPr>
          <w:rtl/>
        </w:rPr>
        <w:t>گزر نے لگا يہ لمحات ان كے لئے زبردست تلخ تھے شايد بہت سے لوگو</w:t>
      </w:r>
      <w:r w:rsidR="007D6C9B">
        <w:rPr>
          <w:rtl/>
        </w:rPr>
        <w:t xml:space="preserve">ں </w:t>
      </w:r>
      <w:r>
        <w:rPr>
          <w:rtl/>
        </w:rPr>
        <w:t xml:space="preserve">كا ايما ن بھى متزلزل ہوچكا تھا اور بڑى حدتك ان كے حوصلے پست ہوچكے تھے _ </w:t>
      </w:r>
    </w:p>
    <w:p w:rsidR="00DE2D7F" w:rsidRDefault="00DE2D7F" w:rsidP="00D07B54">
      <w:pPr>
        <w:pStyle w:val="libNormal"/>
        <w:rPr>
          <w:rtl/>
        </w:rPr>
      </w:pPr>
      <w:r>
        <w:rPr>
          <w:rtl/>
        </w:rPr>
        <w:t>ليكن جناب موسى عليہ السلام حسب سابق نہايت ہى مطمئن اور پر سكون تھے انھي</w:t>
      </w:r>
      <w:r w:rsidR="007D6C9B">
        <w:rPr>
          <w:rtl/>
        </w:rPr>
        <w:t xml:space="preserve">ں </w:t>
      </w:r>
      <w:r>
        <w:rPr>
          <w:rtl/>
        </w:rPr>
        <w:t>يقين تھا كہ بنى اسرائيل كى نجات اورسركش فرعونيو</w:t>
      </w:r>
      <w:r w:rsidR="007D6C9B">
        <w:rPr>
          <w:rtl/>
        </w:rPr>
        <w:t xml:space="preserve">ں </w:t>
      </w:r>
      <w:r>
        <w:rPr>
          <w:rtl/>
        </w:rPr>
        <w:t>كى تباہى كے بارے مي</w:t>
      </w:r>
      <w:r w:rsidR="007D6C9B">
        <w:rPr>
          <w:rtl/>
        </w:rPr>
        <w:t xml:space="preserve">ں </w:t>
      </w:r>
      <w:r>
        <w:rPr>
          <w:rtl/>
        </w:rPr>
        <w:t xml:space="preserve">خدا كا فيصلہ اٹل ہے اور وعدہ يقينى ہے _ </w:t>
      </w:r>
    </w:p>
    <w:p w:rsidR="00DE2D7F" w:rsidRDefault="00DE2D7F" w:rsidP="00D07B54">
      <w:pPr>
        <w:pStyle w:val="libNormal"/>
        <w:rPr>
          <w:rtl/>
        </w:rPr>
      </w:pPr>
      <w:r>
        <w:rPr>
          <w:rtl/>
        </w:rPr>
        <w:t>لہذا انھو</w:t>
      </w:r>
      <w:r w:rsidR="007D6C9B">
        <w:rPr>
          <w:rtl/>
        </w:rPr>
        <w:t xml:space="preserve">ں </w:t>
      </w:r>
      <w:r>
        <w:rPr>
          <w:rtl/>
        </w:rPr>
        <w:t>نے مكمل اطمينان اور بھرپور اعتمادكے ساتھ بنى اسرائيل كى وحشت زدہ قوم كى طرف منہ كركے كہا: ''ايسى كوئي بات نہي</w:t>
      </w:r>
      <w:r w:rsidR="007D6C9B">
        <w:rPr>
          <w:rtl/>
        </w:rPr>
        <w:t xml:space="preserve">ں </w:t>
      </w:r>
      <w:r>
        <w:rPr>
          <w:rtl/>
        </w:rPr>
        <w:t>وہ ہم پر كبھى غالب نہي</w:t>
      </w:r>
      <w:r w:rsidR="007D6C9B">
        <w:rPr>
          <w:rtl/>
        </w:rPr>
        <w:t xml:space="preserve">ں </w:t>
      </w:r>
      <w:r>
        <w:rPr>
          <w:rtl/>
        </w:rPr>
        <w:t>آسكي</w:t>
      </w:r>
      <w:r w:rsidR="007D6C9B">
        <w:rPr>
          <w:rtl/>
        </w:rPr>
        <w:t xml:space="preserve">ں </w:t>
      </w:r>
      <w:r>
        <w:rPr>
          <w:rtl/>
        </w:rPr>
        <w:t>گے كيونكہ ميرا خدا ميرے ساتھ ہے اور وہ بہت جلدى مجھے ہدايت كرے گا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اسى موقع پر شايد بعض لوگو</w:t>
      </w:r>
      <w:r w:rsidR="007D6C9B">
        <w:rPr>
          <w:rtl/>
        </w:rPr>
        <w:t xml:space="preserve">ں </w:t>
      </w:r>
      <w:r>
        <w:rPr>
          <w:rtl/>
        </w:rPr>
        <w:t xml:space="preserve">نے موسى كى باتو </w:t>
      </w:r>
      <w:r w:rsidR="007D6C9B">
        <w:rPr>
          <w:rtl/>
        </w:rPr>
        <w:t xml:space="preserve">ں </w:t>
      </w:r>
      <w:r>
        <w:rPr>
          <w:rtl/>
        </w:rPr>
        <w:t>كو سن تو ليا ليكن انھي</w:t>
      </w:r>
      <w:r w:rsidR="007D6C9B">
        <w:rPr>
          <w:rtl/>
        </w:rPr>
        <w:t xml:space="preserve">ں </w:t>
      </w:r>
      <w:r>
        <w:rPr>
          <w:rtl/>
        </w:rPr>
        <w:t>پھر بھى يقين نہي</w:t>
      </w:r>
      <w:r w:rsidR="007D6C9B">
        <w:rPr>
          <w:rtl/>
        </w:rPr>
        <w:t xml:space="preserve">ں </w:t>
      </w:r>
      <w:r>
        <w:rPr>
          <w:rtl/>
        </w:rPr>
        <w:t>آرہا تھا اور وہ اسى طرح زندگى كے آخرى لمحات كے انتظار مي</w:t>
      </w:r>
      <w:r w:rsidR="007D6C9B">
        <w:rPr>
          <w:rtl/>
        </w:rPr>
        <w:t xml:space="preserve">ں </w:t>
      </w:r>
      <w:r>
        <w:rPr>
          <w:rtl/>
        </w:rPr>
        <w:t>تھے كہ خدا كا آخرى حكم صادر ہوا، قرآن كہتا ہے :'' ہم نے فوراً موسى كى طرف وحى بھيجى كہ اپنے عصا كودريا پرمارو''_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وہى عصاجو ايك دن تو ڈرانے كى علامت تھا اور آج رحمت اور نجات كى نشانى _ </w:t>
      </w:r>
    </w:p>
    <w:p w:rsidR="00DE2D7F" w:rsidRDefault="00DE2D7F" w:rsidP="00D07B54">
      <w:pPr>
        <w:pStyle w:val="libNormal"/>
        <w:rPr>
          <w:rtl/>
        </w:rPr>
      </w:pPr>
      <w:r>
        <w:rPr>
          <w:rtl/>
        </w:rPr>
        <w:t>موسى عليہ السلام نے تعميل حكم كى اور عصا فوراًدرياپر دے مارا تو اچانك ايك عجيب وغريب منظر ديكھنے مي</w:t>
      </w:r>
      <w:r w:rsidR="007D6C9B">
        <w:rPr>
          <w:rtl/>
        </w:rPr>
        <w:t xml:space="preserve">ں </w:t>
      </w:r>
      <w:r>
        <w:rPr>
          <w:rtl/>
        </w:rPr>
        <w:t>آيا جس سے بنى اسرائيل كى آنكھي</w:t>
      </w:r>
      <w:r w:rsidR="007D6C9B">
        <w:rPr>
          <w:rtl/>
        </w:rPr>
        <w:t xml:space="preserve">ں </w:t>
      </w:r>
      <w:r>
        <w:rPr>
          <w:rtl/>
        </w:rPr>
        <w:t>چمك اٹھي</w:t>
      </w:r>
      <w:r w:rsidR="007D6C9B">
        <w:rPr>
          <w:rtl/>
        </w:rPr>
        <w:t xml:space="preserve">ں </w:t>
      </w:r>
      <w:r>
        <w:rPr>
          <w:rtl/>
        </w:rPr>
        <w:t xml:space="preserve">اور ان كے دلو </w:t>
      </w:r>
      <w:r w:rsidR="007D6C9B">
        <w:rPr>
          <w:rtl/>
        </w:rPr>
        <w:t xml:space="preserve">ں </w:t>
      </w:r>
      <w:r>
        <w:rPr>
          <w:rtl/>
        </w:rPr>
        <w:t>مي</w:t>
      </w:r>
      <w:r w:rsidR="007D6C9B">
        <w:rPr>
          <w:rtl/>
        </w:rPr>
        <w:t xml:space="preserve">ں </w:t>
      </w:r>
      <w:r>
        <w:rPr>
          <w:rtl/>
        </w:rPr>
        <w:t>مسرت كى ايك لہردوڑگئي، ناگہانى طور پر دريا پھٹ گيا، پانى كے كئي ٹكڑے بن گئے اور ہر ٹكڑا ايك عظيم پہاڑ كى مانند بن گيا اور ان كے درميان مي</w:t>
      </w:r>
      <w:r w:rsidR="007D6C9B">
        <w:rPr>
          <w:rtl/>
        </w:rPr>
        <w:t xml:space="preserve">ں </w:t>
      </w:r>
      <w:r>
        <w:rPr>
          <w:rtl/>
        </w:rPr>
        <w:t xml:space="preserve">راستے بن گئے_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بہرحال جس كا فرمان ہر چيز پر جارى اور نافذ ہے اگر پانى مي</w:t>
      </w:r>
      <w:r w:rsidR="007D6C9B">
        <w:rPr>
          <w:rtl/>
        </w:rPr>
        <w:t xml:space="preserve">ں </w:t>
      </w:r>
      <w:r>
        <w:rPr>
          <w:rtl/>
        </w:rPr>
        <w:t xml:space="preserve">طغيانى آتى ہے تو اس كے حكم سے اور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شعراء آيت </w:t>
      </w:r>
      <w:r w:rsidR="00E664BB">
        <w:rPr>
          <w:rtl/>
        </w:rPr>
        <w:t>62</w:t>
      </w:r>
      <w:r>
        <w:rPr>
          <w:rtl/>
        </w:rPr>
        <w:t xml:space="preserve"> </w:t>
      </w:r>
    </w:p>
    <w:p w:rsidR="00DE2D7F" w:rsidRDefault="00DE2D7F" w:rsidP="00D07B54">
      <w:pPr>
        <w:pStyle w:val="libFootnote"/>
        <w:rPr>
          <w:rtl/>
        </w:rPr>
      </w:pPr>
      <w:r>
        <w:rPr>
          <w:rtl/>
        </w:rPr>
        <w:t>(</w:t>
      </w:r>
      <w:r w:rsidR="00E664BB">
        <w:rPr>
          <w:rtl/>
        </w:rPr>
        <w:t>2</w:t>
      </w:r>
      <w:r>
        <w:rPr>
          <w:rtl/>
        </w:rPr>
        <w:t>)سورہ شعراء آيت</w:t>
      </w:r>
      <w:r w:rsidR="00E664BB">
        <w:rPr>
          <w:rtl/>
        </w:rPr>
        <w:t>63</w:t>
      </w:r>
      <w:r>
        <w:rPr>
          <w:rtl/>
        </w:rPr>
        <w:t xml:space="preserve"> </w:t>
      </w:r>
    </w:p>
    <w:p w:rsidR="00DE2D7F" w:rsidRDefault="00DE2D7F" w:rsidP="00D07B54">
      <w:pPr>
        <w:pStyle w:val="libFootnote"/>
        <w:rPr>
          <w:rtl/>
        </w:rPr>
      </w:pPr>
      <w:r>
        <w:rPr>
          <w:rtl/>
        </w:rPr>
        <w:t>(</w:t>
      </w:r>
      <w:r w:rsidR="00E664BB">
        <w:rPr>
          <w:rtl/>
        </w:rPr>
        <w:t>3</w:t>
      </w:r>
      <w:r>
        <w:rPr>
          <w:rtl/>
        </w:rPr>
        <w:t xml:space="preserve">)سورہ شعراء آيت </w:t>
      </w:r>
      <w:r w:rsidR="00E664BB">
        <w:rPr>
          <w:rtl/>
        </w:rPr>
        <w:t>63</w:t>
      </w:r>
      <w:r>
        <w:rPr>
          <w:rtl/>
        </w:rPr>
        <w:t xml:space="preserve"> </w:t>
      </w:r>
    </w:p>
    <w:p w:rsidR="00DE165E" w:rsidRDefault="001648F9" w:rsidP="00D07B54">
      <w:pPr>
        <w:pStyle w:val="libNormal"/>
        <w:rPr>
          <w:rtl/>
        </w:rPr>
      </w:pPr>
      <w:r>
        <w:rPr>
          <w:rtl/>
        </w:rPr>
        <w:t xml:space="preserve"> </w:t>
      </w:r>
      <w:r>
        <w:rPr>
          <w:rtl/>
        </w:rPr>
        <w:br w:type="page"/>
      </w:r>
    </w:p>
    <w:p w:rsidR="00DE165E" w:rsidRDefault="00DE165E" w:rsidP="00D07B54">
      <w:pPr>
        <w:pStyle w:val="libNormal"/>
        <w:rPr>
          <w:rtl/>
        </w:rPr>
      </w:pPr>
    </w:p>
    <w:p w:rsidR="00DE2D7F" w:rsidRDefault="00DE2D7F" w:rsidP="00D07B54">
      <w:pPr>
        <w:pStyle w:val="libNormal"/>
        <w:rPr>
          <w:rtl/>
        </w:rPr>
      </w:pPr>
      <w:r>
        <w:rPr>
          <w:rtl/>
        </w:rPr>
        <w:t>اگر طوفانو</w:t>
      </w:r>
      <w:r w:rsidR="007D6C9B">
        <w:rPr>
          <w:rtl/>
        </w:rPr>
        <w:t xml:space="preserve">ں </w:t>
      </w:r>
      <w:r>
        <w:rPr>
          <w:rtl/>
        </w:rPr>
        <w:t>مي</w:t>
      </w:r>
      <w:r w:rsidR="007D6C9B">
        <w:rPr>
          <w:rtl/>
        </w:rPr>
        <w:t xml:space="preserve">ں </w:t>
      </w:r>
      <w:r>
        <w:rPr>
          <w:rtl/>
        </w:rPr>
        <w:t xml:space="preserve">حركت آتى ہے تو اس كے امر سے ، وہ خدا كہ : </w:t>
      </w:r>
    </w:p>
    <w:p w:rsidR="00DE2D7F" w:rsidRDefault="00DE2D7F" w:rsidP="00D07B54">
      <w:pPr>
        <w:pStyle w:val="libNormal"/>
        <w:rPr>
          <w:rtl/>
        </w:rPr>
      </w:pPr>
    </w:p>
    <w:p w:rsidR="00DE2D7F" w:rsidRDefault="00DE2D7F" w:rsidP="00D07B54">
      <w:pPr>
        <w:pStyle w:val="libNormal"/>
        <w:rPr>
          <w:rtl/>
        </w:rPr>
      </w:pPr>
      <w:r>
        <w:rPr>
          <w:rtl/>
        </w:rPr>
        <w:t>نقش ہستى نقشى ازايوان</w:t>
      </w:r>
    </w:p>
    <w:p w:rsidR="00DE2D7F" w:rsidRDefault="00DE2D7F" w:rsidP="00D07B54">
      <w:pPr>
        <w:pStyle w:val="libNormal"/>
        <w:rPr>
          <w:rtl/>
        </w:rPr>
      </w:pPr>
      <w:r>
        <w:rPr>
          <w:rtl/>
        </w:rPr>
        <w:t xml:space="preserve">اوست آب وبادوخاك سرگردان اوست </w:t>
      </w:r>
    </w:p>
    <w:p w:rsidR="00DE2D7F" w:rsidRDefault="00DE2D7F" w:rsidP="00D07B54">
      <w:pPr>
        <w:pStyle w:val="libNormal"/>
        <w:rPr>
          <w:rtl/>
        </w:rPr>
      </w:pPr>
    </w:p>
    <w:p w:rsidR="00DE2D7F" w:rsidRDefault="00DE2D7F" w:rsidP="00D07B54">
      <w:pPr>
        <w:pStyle w:val="libNormal"/>
        <w:rPr>
          <w:rtl/>
        </w:rPr>
      </w:pPr>
      <w:r>
        <w:rPr>
          <w:rtl/>
        </w:rPr>
        <w:t>اسى نے دريا كى موجو</w:t>
      </w:r>
      <w:r w:rsidR="007D6C9B">
        <w:rPr>
          <w:rtl/>
        </w:rPr>
        <w:t xml:space="preserve">ں </w:t>
      </w:r>
      <w:r>
        <w:rPr>
          <w:rtl/>
        </w:rPr>
        <w:t>كو حكم ديا امواج دريا نے اس حكم كو فورا ًقبول كياايك دوسرے پر جمع پرہوگئي</w:t>
      </w:r>
      <w:r w:rsidR="007D6C9B">
        <w:rPr>
          <w:rtl/>
        </w:rPr>
        <w:t xml:space="preserve">ں </w:t>
      </w:r>
      <w:r>
        <w:rPr>
          <w:rtl/>
        </w:rPr>
        <w:t xml:space="preserve">اور ان كے درميان كئي راستے بن گئے اور بنى اسرائيل كے ہر گروہ نے ايك ايك راستہ اختيار كرليا _ </w:t>
      </w:r>
    </w:p>
    <w:p w:rsidR="00DE2D7F" w:rsidRDefault="00DE2D7F" w:rsidP="00D07B54">
      <w:pPr>
        <w:pStyle w:val="libNormal"/>
        <w:rPr>
          <w:rtl/>
        </w:rPr>
      </w:pPr>
      <w:r>
        <w:rPr>
          <w:rtl/>
        </w:rPr>
        <w:t>فرعون اور اس كے ساتھى يہ منظر ديكھ كر حيران وششد ررہ گئے،اس قدر واضح اور آشكار معجزہ ديكھنے كے باوجود تكبر اور غرور كى سوارى سے نہي</w:t>
      </w:r>
      <w:r w:rsidR="007D6C9B">
        <w:rPr>
          <w:rtl/>
        </w:rPr>
        <w:t xml:space="preserve">ں </w:t>
      </w:r>
      <w:r>
        <w:rPr>
          <w:rtl/>
        </w:rPr>
        <w:t>اترے، انھو</w:t>
      </w:r>
      <w:r w:rsidR="007D6C9B">
        <w:rPr>
          <w:rtl/>
        </w:rPr>
        <w:t xml:space="preserve">ں </w:t>
      </w:r>
      <w:r>
        <w:rPr>
          <w:rtl/>
        </w:rPr>
        <w:t>نے موسى عليہ السلام اور بنى اسرائيل كا تعاقب جارى ركھا اور اپنے آخرى انجام كى طرف آگے بڑھتے رہے جيسا كہ قرآن فرماتاہے :''اور وہا</w:t>
      </w:r>
      <w:r w:rsidR="007D6C9B">
        <w:rPr>
          <w:rtl/>
        </w:rPr>
        <w:t xml:space="preserve">ں </w:t>
      </w:r>
      <w:r>
        <w:rPr>
          <w:rtl/>
        </w:rPr>
        <w:t>پر دوسرے لوگو</w:t>
      </w:r>
      <w:r w:rsidR="007D6C9B">
        <w:rPr>
          <w:rtl/>
        </w:rPr>
        <w:t xml:space="preserve">ں </w:t>
      </w:r>
      <w:r>
        <w:rPr>
          <w:rtl/>
        </w:rPr>
        <w:t xml:space="preserve">كو بھى ہم نے نزديك كرديا''_ </w:t>
      </w:r>
    </w:p>
    <w:p w:rsidR="00DE2D7F" w:rsidRDefault="00DE2D7F" w:rsidP="00D07B54">
      <w:pPr>
        <w:pStyle w:val="libNormal"/>
        <w:rPr>
          <w:rtl/>
        </w:rPr>
      </w:pPr>
      <w:r>
        <w:rPr>
          <w:rtl/>
        </w:rPr>
        <w:t>اس طرح فرعونى لشكر دريائي راستو</w:t>
      </w:r>
      <w:r w:rsidR="007D6C9B">
        <w:rPr>
          <w:rtl/>
        </w:rPr>
        <w:t xml:space="preserve">ں </w:t>
      </w:r>
      <w:r>
        <w:rPr>
          <w:rtl/>
        </w:rPr>
        <w:t>پر چل پڑے اور وہ لوگ اپنے ان پرانے غلامو</w:t>
      </w:r>
      <w:r w:rsidR="007D6C9B">
        <w:rPr>
          <w:rtl/>
        </w:rPr>
        <w:t xml:space="preserve">ں </w:t>
      </w:r>
      <w:r>
        <w:rPr>
          <w:rtl/>
        </w:rPr>
        <w:t>كے پيچھے دوڑتے رہے جنھو</w:t>
      </w:r>
      <w:r w:rsidR="007D6C9B">
        <w:rPr>
          <w:rtl/>
        </w:rPr>
        <w:t xml:space="preserve">ں </w:t>
      </w:r>
      <w:r>
        <w:rPr>
          <w:rtl/>
        </w:rPr>
        <w:t>نے اب اس غلامى كى زنجيري</w:t>
      </w:r>
      <w:r w:rsidR="007D6C9B">
        <w:rPr>
          <w:rtl/>
        </w:rPr>
        <w:t xml:space="preserve">ں </w:t>
      </w:r>
      <w:r>
        <w:rPr>
          <w:rtl/>
        </w:rPr>
        <w:t>توڑدى تھي</w:t>
      </w:r>
      <w:r w:rsidR="007D6C9B">
        <w:rPr>
          <w:rtl/>
        </w:rPr>
        <w:t xml:space="preserve">ں </w:t>
      </w:r>
      <w:r>
        <w:rPr>
          <w:rtl/>
        </w:rPr>
        <w:t>ليكن انھي</w:t>
      </w:r>
      <w:r w:rsidR="007D6C9B">
        <w:rPr>
          <w:rtl/>
        </w:rPr>
        <w:t xml:space="preserve">ں </w:t>
      </w:r>
      <w:r>
        <w:rPr>
          <w:rtl/>
        </w:rPr>
        <w:t>يہ معلوم نہي</w:t>
      </w:r>
      <w:r w:rsidR="007D6C9B">
        <w:rPr>
          <w:rtl/>
        </w:rPr>
        <w:t xml:space="preserve">ں </w:t>
      </w:r>
      <w:r>
        <w:rPr>
          <w:rtl/>
        </w:rPr>
        <w:t>تھا كہ يہ ان كى زندگى كے آخرى لمحات ہي</w:t>
      </w:r>
      <w:r w:rsidR="007D6C9B">
        <w:rPr>
          <w:rtl/>
        </w:rPr>
        <w:t xml:space="preserve">ں </w:t>
      </w:r>
      <w:r>
        <w:rPr>
          <w:rtl/>
        </w:rPr>
        <w:t xml:space="preserve">اور ابھى عذاب كا حكم جارى ہونے والا ہے _ </w:t>
      </w:r>
    </w:p>
    <w:p w:rsidR="00DE2D7F" w:rsidRDefault="00DE2D7F" w:rsidP="00D07B54">
      <w:pPr>
        <w:pStyle w:val="libNormal"/>
        <w:rPr>
          <w:rtl/>
        </w:rPr>
      </w:pPr>
      <w:r>
        <w:rPr>
          <w:rtl/>
        </w:rPr>
        <w:t>قرآن كہتا ہے :''ہم نے موسى اور ان تمام لوگو</w:t>
      </w:r>
      <w:r w:rsidR="007D6C9B">
        <w:rPr>
          <w:rtl/>
        </w:rPr>
        <w:t xml:space="preserve">ں </w:t>
      </w:r>
      <w:r>
        <w:rPr>
          <w:rtl/>
        </w:rPr>
        <w:t>كو نجات دى جوان كے ساتھ تھے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ٹھيك اس وقت جبكہ بنى اسرائيل كا آخرى فرددريا سے نكل رہا تھا اور فرعونى لشكر كا آخرى فرد اس مي</w:t>
      </w:r>
      <w:r w:rsidR="007D6C9B">
        <w:rPr>
          <w:rtl/>
        </w:rPr>
        <w:t xml:space="preserve">ں </w:t>
      </w:r>
      <w:r>
        <w:rPr>
          <w:rtl/>
        </w:rPr>
        <w:t>داخل ہورہاتھا ہم نے پانى كو حكم ديا كہ اپنى پہلى حالت پر لوٹ ا،اچانك موجي</w:t>
      </w:r>
      <w:r w:rsidR="007D6C9B">
        <w:rPr>
          <w:rtl/>
        </w:rPr>
        <w:t xml:space="preserve">ں </w:t>
      </w:r>
      <w:r>
        <w:rPr>
          <w:rtl/>
        </w:rPr>
        <w:t>ٹھاٹھي</w:t>
      </w:r>
      <w:r w:rsidR="007D6C9B">
        <w:rPr>
          <w:rtl/>
        </w:rPr>
        <w:t xml:space="preserve">ں </w:t>
      </w:r>
      <w:r>
        <w:rPr>
          <w:rtl/>
        </w:rPr>
        <w:t>مارنے لگي</w:t>
      </w:r>
      <w:r w:rsidR="007D6C9B">
        <w:rPr>
          <w:rtl/>
        </w:rPr>
        <w:t xml:space="preserve">ں </w:t>
      </w:r>
      <w:r>
        <w:rPr>
          <w:rtl/>
        </w:rPr>
        <w:t>اور فرغون اور اس كے لشكر كو گھاس پھونس اور تنكو</w:t>
      </w:r>
      <w:r w:rsidR="007D6C9B">
        <w:rPr>
          <w:rtl/>
        </w:rPr>
        <w:t xml:space="preserve">ں </w:t>
      </w:r>
      <w:r>
        <w:rPr>
          <w:rtl/>
        </w:rPr>
        <w:t>كى طرح بہاكرلے گئي</w:t>
      </w:r>
      <w:r w:rsidR="007D6C9B">
        <w:rPr>
          <w:rtl/>
        </w:rPr>
        <w:t xml:space="preserve">ں </w:t>
      </w:r>
      <w:r>
        <w:rPr>
          <w:rtl/>
        </w:rPr>
        <w:t xml:space="preserve">اور صفحہ ہستى سے ان كانام ونشان تك مٹاديا _ </w:t>
      </w:r>
    </w:p>
    <w:p w:rsidR="00DE2D7F" w:rsidRDefault="00DE2D7F" w:rsidP="00D07B54">
      <w:pPr>
        <w:pStyle w:val="libNormal"/>
        <w:rPr>
          <w:rtl/>
        </w:rPr>
      </w:pPr>
      <w:r>
        <w:rPr>
          <w:rtl/>
        </w:rPr>
        <w:t>قرآن نے ايك مختصرسى عبارت كے ساتھ يہ ماجرايو</w:t>
      </w:r>
      <w:r w:rsidR="007D6C9B">
        <w:rPr>
          <w:rtl/>
        </w:rPr>
        <w:t xml:space="preserve">ں </w:t>
      </w:r>
      <w:r>
        <w:rPr>
          <w:rtl/>
        </w:rPr>
        <w:t>بيان كيا ہے : پھر ہم نے دوسرو</w:t>
      </w:r>
      <w:r w:rsidR="007D6C9B">
        <w:rPr>
          <w:rtl/>
        </w:rPr>
        <w:t xml:space="preserve">ں </w:t>
      </w:r>
      <w:r>
        <w:rPr>
          <w:rtl/>
        </w:rPr>
        <w:t>كو غرق كرديا_''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شعراء آيت</w:t>
      </w:r>
      <w:r w:rsidR="00E664BB">
        <w:rPr>
          <w:rtl/>
        </w:rPr>
        <w:t>65</w:t>
      </w:r>
      <w:r>
        <w:rPr>
          <w:rtl/>
        </w:rPr>
        <w:t xml:space="preserve"> </w:t>
      </w:r>
    </w:p>
    <w:p w:rsidR="00DE2D7F" w:rsidRDefault="00DE2D7F" w:rsidP="00D07B54">
      <w:pPr>
        <w:pStyle w:val="libFootnote"/>
        <w:rPr>
          <w:rtl/>
        </w:rPr>
      </w:pPr>
      <w:r>
        <w:rPr>
          <w:rtl/>
        </w:rPr>
        <w:t>(</w:t>
      </w:r>
      <w:r w:rsidR="00E664BB">
        <w:rPr>
          <w:rtl/>
        </w:rPr>
        <w:t>2</w:t>
      </w:r>
      <w:r>
        <w:rPr>
          <w:rtl/>
        </w:rPr>
        <w:t xml:space="preserve">)سورہ شعراء آيت </w:t>
      </w:r>
      <w:r w:rsidR="00E664BB">
        <w:rPr>
          <w:rtl/>
        </w:rPr>
        <w:t>66</w:t>
      </w:r>
      <w:r>
        <w:rPr>
          <w:rtl/>
        </w:rPr>
        <w:t xml:space="preserve"> </w:t>
      </w:r>
    </w:p>
    <w:p w:rsidR="00DE165E" w:rsidRDefault="001648F9" w:rsidP="00D07B54">
      <w:pPr>
        <w:pStyle w:val="libNormal"/>
        <w:rPr>
          <w:rtl/>
        </w:rPr>
      </w:pPr>
      <w:r>
        <w:rPr>
          <w:rtl/>
        </w:rPr>
        <w:t xml:space="preserve"> </w:t>
      </w:r>
      <w:r>
        <w:rPr>
          <w:rtl/>
        </w:rPr>
        <w:br w:type="page"/>
      </w:r>
    </w:p>
    <w:p w:rsidR="00DE165E" w:rsidRDefault="00DE165E" w:rsidP="00D07B54">
      <w:pPr>
        <w:pStyle w:val="libNormal"/>
        <w:rPr>
          <w:rtl/>
        </w:rPr>
      </w:pPr>
    </w:p>
    <w:p w:rsidR="00DE165E" w:rsidRDefault="00DE2D7F" w:rsidP="00D07B54">
      <w:pPr>
        <w:pStyle w:val="Heading2Center"/>
        <w:rPr>
          <w:rtl/>
        </w:rPr>
      </w:pPr>
      <w:bookmarkStart w:id="248" w:name="_Toc7268645"/>
      <w:r>
        <w:rPr>
          <w:rtl/>
        </w:rPr>
        <w:t>اے فرعون تيرا بدن لوگو</w:t>
      </w:r>
      <w:r w:rsidR="007D6C9B">
        <w:rPr>
          <w:rtl/>
        </w:rPr>
        <w:t xml:space="preserve">ں </w:t>
      </w:r>
      <w:r>
        <w:rPr>
          <w:rtl/>
        </w:rPr>
        <w:t>كے لئے عبرتناك ہوگا</w:t>
      </w:r>
      <w:bookmarkEnd w:id="248"/>
    </w:p>
    <w:p w:rsidR="00DE2D7F" w:rsidRDefault="00DE2D7F" w:rsidP="00D07B54">
      <w:pPr>
        <w:pStyle w:val="libNormal"/>
        <w:rPr>
          <w:rtl/>
        </w:rPr>
      </w:pPr>
      <w:r>
        <w:rPr>
          <w:rtl/>
        </w:rPr>
        <w:t xml:space="preserve"> بہر كيف يہ معاملہ چل رہا تھا '' يہا</w:t>
      </w:r>
      <w:r w:rsidR="007D6C9B">
        <w:rPr>
          <w:rtl/>
        </w:rPr>
        <w:t xml:space="preserve">ں </w:t>
      </w:r>
      <w:r>
        <w:rPr>
          <w:rtl/>
        </w:rPr>
        <w:t>تك كہ فرعون غرقاب ہونے لگا اور وہ عظيم دريائے نيل كى موجو</w:t>
      </w:r>
      <w:r w:rsidR="007D6C9B">
        <w:rPr>
          <w:rtl/>
        </w:rPr>
        <w:t xml:space="preserve">ں </w:t>
      </w:r>
      <w:r>
        <w:rPr>
          <w:rtl/>
        </w:rPr>
        <w:t>مي</w:t>
      </w:r>
      <w:r w:rsidR="007D6C9B">
        <w:rPr>
          <w:rtl/>
        </w:rPr>
        <w:t xml:space="preserve">ں </w:t>
      </w:r>
      <w:r>
        <w:rPr>
          <w:rtl/>
        </w:rPr>
        <w:t>تنكے كى طرح غوطے كھانے لگا تو اس وقت غرور وتكبر اور جہالت وبے خبرى كے پردے اس كى آنكھو</w:t>
      </w:r>
      <w:r w:rsidR="007D6C9B">
        <w:rPr>
          <w:rtl/>
        </w:rPr>
        <w:t xml:space="preserve">ں </w:t>
      </w:r>
      <w:r>
        <w:rPr>
          <w:rtl/>
        </w:rPr>
        <w:t>سے ہٹ گئے اور فطرى نور توحيد چمكنے لگا وہ پكاراٹھا :'' مي</w:t>
      </w:r>
      <w:r w:rsidR="007D6C9B">
        <w:rPr>
          <w:rtl/>
        </w:rPr>
        <w:t xml:space="preserve">ں </w:t>
      </w:r>
      <w:r>
        <w:rPr>
          <w:rtl/>
        </w:rPr>
        <w:t>ايمان لے آيا كہ اس كے سوا كوئي معبود نہي</w:t>
      </w:r>
      <w:r w:rsidR="007D6C9B">
        <w:rPr>
          <w:rtl/>
        </w:rPr>
        <w:t xml:space="preserve">ں </w:t>
      </w:r>
      <w:r>
        <w:rPr>
          <w:rtl/>
        </w:rPr>
        <w:t>كہ جس پر بنى اسرائيل ايمان لائے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كہنے لگا كہ نہ صرف مي</w:t>
      </w:r>
      <w:r w:rsidR="007D6C9B">
        <w:rPr>
          <w:rtl/>
        </w:rPr>
        <w:t xml:space="preserve">ں </w:t>
      </w:r>
      <w:r>
        <w:rPr>
          <w:rtl/>
        </w:rPr>
        <w:t>اپنے دل سے ايمان لايا ہو</w:t>
      </w:r>
      <w:r w:rsidR="007D6C9B">
        <w:rPr>
          <w:rtl/>
        </w:rPr>
        <w:t xml:space="preserve">ں </w:t>
      </w:r>
      <w:r>
        <w:rPr>
          <w:rtl/>
        </w:rPr>
        <w:t>'' بلكہ عملى طور پر بھى ايسے توانا پروردگار كے سامنے سرتسليم خم كرتا ہو</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درحقيقت جب حضرت موسى كى پيشين گوئيا</w:t>
      </w:r>
      <w:r w:rsidR="007D6C9B">
        <w:rPr>
          <w:rtl/>
        </w:rPr>
        <w:t xml:space="preserve">ں </w:t>
      </w:r>
      <w:r>
        <w:rPr>
          <w:rtl/>
        </w:rPr>
        <w:t>يكے بعد ديگرے وقوع پذير ہوئي</w:t>
      </w:r>
      <w:r w:rsidR="007D6C9B">
        <w:rPr>
          <w:rtl/>
        </w:rPr>
        <w:t xml:space="preserve">ں </w:t>
      </w:r>
      <w:r>
        <w:rPr>
          <w:rtl/>
        </w:rPr>
        <w:t>اور فرعون اس عظيم پيغمبر كى گفتگو كى صداقت سے آگاہ ہوا اور اس كى قدر ت نمائي كامشاہدہ كيا تو اس نے مجبوراً اظہار ايمان كيا، اسے اميد تھى كہ جيسے ''بنى اسرائيل كے خدا'' نے انھي</w:t>
      </w:r>
      <w:r w:rsidR="007D6C9B">
        <w:rPr>
          <w:rtl/>
        </w:rPr>
        <w:t xml:space="preserve">ں </w:t>
      </w:r>
      <w:r>
        <w:rPr>
          <w:rtl/>
        </w:rPr>
        <w:t>كوہ پيكر موجو</w:t>
      </w:r>
      <w:r w:rsidR="007D6C9B">
        <w:rPr>
          <w:rtl/>
        </w:rPr>
        <w:t xml:space="preserve">ں </w:t>
      </w:r>
      <w:r>
        <w:rPr>
          <w:rtl/>
        </w:rPr>
        <w:t>سے سے نجات بخشى ہے اسے بھى نجات دے گا، لہذا وہ كہنے لگامي</w:t>
      </w:r>
      <w:r w:rsidR="007D6C9B">
        <w:rPr>
          <w:rtl/>
        </w:rPr>
        <w:t xml:space="preserve">ں </w:t>
      </w:r>
      <w:r>
        <w:rPr>
          <w:rtl/>
        </w:rPr>
        <w:t>اسى بنى اسرائيل كے خدا پر ايمان لايا ہو</w:t>
      </w:r>
      <w:r w:rsidR="007D6C9B">
        <w:rPr>
          <w:rtl/>
        </w:rPr>
        <w:t xml:space="preserve">ں </w:t>
      </w:r>
      <w:r>
        <w:rPr>
          <w:rtl/>
        </w:rPr>
        <w:t>، ليكن ظاہر ہے كہ ايسا ايمان جو نزول بلا اور موت كے چنگل مي</w:t>
      </w:r>
      <w:r w:rsidR="007D6C9B">
        <w:rPr>
          <w:rtl/>
        </w:rPr>
        <w:t xml:space="preserve">ں </w:t>
      </w:r>
      <w:r>
        <w:rPr>
          <w:rtl/>
        </w:rPr>
        <w:t>گرفتار ہونے كے وقت ظاہر كيا جائے، در حقيقت ايك قسم كا اضطرارى ايمان ہے، جس كا اظہار سب مجرم اور گناہگار كرتے ہي</w:t>
      </w:r>
      <w:r w:rsidR="007D6C9B">
        <w:rPr>
          <w:rtl/>
        </w:rPr>
        <w:t xml:space="preserve">ں </w:t>
      </w:r>
      <w:r>
        <w:rPr>
          <w:rtl/>
        </w:rPr>
        <w:t>، ايسے ايمان كى كوئي قدر و قيمت نہي</w:t>
      </w:r>
      <w:r w:rsidR="007D6C9B">
        <w:rPr>
          <w:rtl/>
        </w:rPr>
        <w:t xml:space="preserve">ں </w:t>
      </w:r>
      <w:r>
        <w:rPr>
          <w:rtl/>
        </w:rPr>
        <w:t xml:space="preserve">ہوتي، اور نہ يہ حسن نيت اور صدق گفتار كى دليل ہوسكتا ہے_ </w:t>
      </w:r>
    </w:p>
    <w:p w:rsidR="00DE2D7F" w:rsidRDefault="00DE2D7F" w:rsidP="00D07B54">
      <w:pPr>
        <w:pStyle w:val="libNormal"/>
        <w:rPr>
          <w:rtl/>
        </w:rPr>
      </w:pPr>
      <w:r>
        <w:rPr>
          <w:rtl/>
        </w:rPr>
        <w:t>اسى بنا پر خدا وندعالم نے اسے مخاطب كرتے ہوئے فرمايا:'' تو اب ايمان لايا ہے حالانكہ اس سے پہلے تو نافرمانى اورطغيان كرنے والو</w:t>
      </w:r>
      <w:r w:rsidR="007D6C9B">
        <w:rPr>
          <w:rtl/>
        </w:rPr>
        <w:t xml:space="preserve">ں </w:t>
      </w:r>
      <w:r>
        <w:rPr>
          <w:rtl/>
        </w:rPr>
        <w:t>، مفسدين فى الارض اور تباہ كارو</w:t>
      </w:r>
      <w:r w:rsidR="007D6C9B">
        <w:rPr>
          <w:rtl/>
        </w:rPr>
        <w:t xml:space="preserve">ں </w:t>
      </w:r>
      <w:r>
        <w:rPr>
          <w:rtl/>
        </w:rPr>
        <w:t>كى صف مي</w:t>
      </w:r>
      <w:r w:rsidR="007D6C9B">
        <w:rPr>
          <w:rtl/>
        </w:rPr>
        <w:t xml:space="preserve">ں </w:t>
      </w:r>
      <w:r>
        <w:rPr>
          <w:rtl/>
        </w:rPr>
        <w:t xml:space="preserve">تھا''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''ليكن آج ہم تيرے بدن كو موجو</w:t>
      </w:r>
      <w:r w:rsidR="007D6C9B">
        <w:rPr>
          <w:rtl/>
        </w:rPr>
        <w:t xml:space="preserve">ں </w:t>
      </w:r>
      <w:r>
        <w:rPr>
          <w:rtl/>
        </w:rPr>
        <w:t>سے بچالي</w:t>
      </w:r>
      <w:r w:rsidR="007D6C9B">
        <w:rPr>
          <w:rtl/>
        </w:rPr>
        <w:t xml:space="preserve">ں </w:t>
      </w:r>
      <w:r>
        <w:rPr>
          <w:rtl/>
        </w:rPr>
        <w:t>گے تاكہ تو آنے والو</w:t>
      </w:r>
      <w:r w:rsidR="007D6C9B">
        <w:rPr>
          <w:rtl/>
        </w:rPr>
        <w:t xml:space="preserve">ں </w:t>
      </w:r>
      <w:r>
        <w:rPr>
          <w:rtl/>
        </w:rPr>
        <w:t>كے لئے درس عبرت ہو، برسراقتدار مستكبرين كے لئے، تمام ظالمو</w:t>
      </w:r>
      <w:r w:rsidR="007D6C9B">
        <w:rPr>
          <w:rtl/>
        </w:rPr>
        <w:t xml:space="preserve">ں </w:t>
      </w:r>
      <w:r>
        <w:rPr>
          <w:rtl/>
        </w:rPr>
        <w:t>اور مفسدو</w:t>
      </w:r>
      <w:r w:rsidR="007D6C9B">
        <w:rPr>
          <w:rtl/>
        </w:rPr>
        <w:t xml:space="preserve">ں </w:t>
      </w:r>
      <w:r>
        <w:rPr>
          <w:rtl/>
        </w:rPr>
        <w:t>كےلئے اور مستضعف گروہو</w:t>
      </w:r>
      <w:r w:rsidR="007D6C9B">
        <w:rPr>
          <w:rtl/>
        </w:rPr>
        <w:t xml:space="preserve">ں </w:t>
      </w:r>
      <w:r>
        <w:rPr>
          <w:rtl/>
        </w:rPr>
        <w:t xml:space="preserve">كے لئے بھى ''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يونس آيت </w:t>
      </w:r>
      <w:r w:rsidR="00E44785">
        <w:rPr>
          <w:rtl/>
        </w:rPr>
        <w:t>9</w:t>
      </w:r>
      <w:r w:rsidR="00E664BB">
        <w:rPr>
          <w:rtl/>
        </w:rPr>
        <w:t>0</w:t>
      </w:r>
      <w:r>
        <w:rPr>
          <w:rtl/>
        </w:rPr>
        <w:t xml:space="preserve"> </w:t>
      </w:r>
    </w:p>
    <w:p w:rsidR="00DE2D7F" w:rsidRDefault="00DE2D7F" w:rsidP="00D07B54">
      <w:pPr>
        <w:pStyle w:val="libFootnote"/>
        <w:rPr>
          <w:rtl/>
        </w:rPr>
      </w:pPr>
      <w:r>
        <w:rPr>
          <w:rtl/>
        </w:rPr>
        <w:t>(</w:t>
      </w:r>
      <w:r w:rsidR="00E664BB">
        <w:rPr>
          <w:rtl/>
        </w:rPr>
        <w:t>2</w:t>
      </w:r>
      <w:r>
        <w:rPr>
          <w:rtl/>
        </w:rPr>
        <w:t xml:space="preserve">)سورہ يونس آيت </w:t>
      </w:r>
      <w:r w:rsidR="00E44785">
        <w:rPr>
          <w:rtl/>
        </w:rPr>
        <w:t>9</w:t>
      </w:r>
      <w:r w:rsidR="00E664BB">
        <w:rPr>
          <w:rtl/>
        </w:rPr>
        <w:t>0</w:t>
      </w:r>
      <w:r>
        <w:rPr>
          <w:rtl/>
        </w:rPr>
        <w:t xml:space="preserve"> </w:t>
      </w:r>
    </w:p>
    <w:p w:rsidR="00DE2D7F" w:rsidRDefault="00DE2D7F" w:rsidP="00D07B54">
      <w:pPr>
        <w:pStyle w:val="libFootnote"/>
        <w:rPr>
          <w:rtl/>
        </w:rPr>
      </w:pPr>
      <w:r>
        <w:rPr>
          <w:rtl/>
        </w:rPr>
        <w:t>(</w:t>
      </w:r>
      <w:r w:rsidR="00E664BB">
        <w:rPr>
          <w:rtl/>
        </w:rPr>
        <w:t>3</w:t>
      </w:r>
      <w:r>
        <w:rPr>
          <w:rtl/>
        </w:rPr>
        <w:t xml:space="preserve">)سورہ يونس آيت </w:t>
      </w:r>
      <w:r w:rsidR="00E44785">
        <w:rPr>
          <w:rtl/>
        </w:rPr>
        <w:t>9</w:t>
      </w:r>
      <w:r w:rsidR="00E664BB">
        <w:rPr>
          <w:rtl/>
        </w:rPr>
        <w:t>0</w:t>
      </w:r>
      <w:r>
        <w:rPr>
          <w:rtl/>
        </w:rPr>
        <w:t xml:space="preserve"> </w:t>
      </w:r>
    </w:p>
    <w:p w:rsidR="00DE165E" w:rsidRDefault="001648F9" w:rsidP="00D07B54">
      <w:pPr>
        <w:pStyle w:val="libNormal"/>
        <w:rPr>
          <w:rtl/>
        </w:rPr>
      </w:pPr>
      <w:r>
        <w:rPr>
          <w:rtl/>
        </w:rPr>
        <w:t xml:space="preserve"> </w:t>
      </w:r>
      <w:r>
        <w:rPr>
          <w:rtl/>
        </w:rPr>
        <w:br w:type="page"/>
      </w:r>
    </w:p>
    <w:p w:rsidR="00DE165E" w:rsidRDefault="00DE165E" w:rsidP="00D07B54">
      <w:pPr>
        <w:pStyle w:val="libNormal"/>
        <w:rPr>
          <w:rtl/>
        </w:rPr>
      </w:pPr>
    </w:p>
    <w:p w:rsidR="00DE2D7F" w:rsidRDefault="00DE2D7F" w:rsidP="00D07B54">
      <w:pPr>
        <w:pStyle w:val="libNormal"/>
        <w:rPr>
          <w:rtl/>
        </w:rPr>
      </w:pPr>
      <w:r>
        <w:rPr>
          <w:rtl/>
        </w:rPr>
        <w:t>يہ كہ''بدن سے مراد يہا</w:t>
      </w:r>
      <w:r w:rsidR="007D6C9B">
        <w:rPr>
          <w:rtl/>
        </w:rPr>
        <w:t xml:space="preserve">ں </w:t>
      </w:r>
      <w:r>
        <w:rPr>
          <w:rtl/>
        </w:rPr>
        <w:t>كيا ہے ،اس سلسلے مي</w:t>
      </w:r>
      <w:r w:rsidR="007D6C9B">
        <w:rPr>
          <w:rtl/>
        </w:rPr>
        <w:t xml:space="preserve">ں </w:t>
      </w:r>
      <w:r>
        <w:rPr>
          <w:rtl/>
        </w:rPr>
        <w:t>مفسرين مي</w:t>
      </w:r>
      <w:r w:rsidR="007D6C9B">
        <w:rPr>
          <w:rtl/>
        </w:rPr>
        <w:t xml:space="preserve">ں </w:t>
      </w:r>
      <w:r>
        <w:rPr>
          <w:rtl/>
        </w:rPr>
        <w:t>اختلاف ہے ان مي</w:t>
      </w:r>
      <w:r w:rsidR="007D6C9B">
        <w:rPr>
          <w:rtl/>
        </w:rPr>
        <w:t xml:space="preserve">ں </w:t>
      </w:r>
      <w:r>
        <w:rPr>
          <w:rtl/>
        </w:rPr>
        <w:t>سے اكثر كا نظريہ ہے كہ اس سے مراد فرعون كا بے جان جسم ہے كيونكہ اس ماحول كے لوگو</w:t>
      </w:r>
      <w:r w:rsidR="007D6C9B">
        <w:rPr>
          <w:rtl/>
        </w:rPr>
        <w:t xml:space="preserve">ں </w:t>
      </w:r>
      <w:r>
        <w:rPr>
          <w:rtl/>
        </w:rPr>
        <w:t>كے ذہن مي</w:t>
      </w:r>
      <w:r w:rsidR="007D6C9B">
        <w:rPr>
          <w:rtl/>
        </w:rPr>
        <w:t xml:space="preserve">ں </w:t>
      </w:r>
      <w:r>
        <w:rPr>
          <w:rtl/>
        </w:rPr>
        <w:t>فرعون كى اس قدر عظمت تھى كہ اگر اس كے بدن كو پانى سے باہرنہ اچھالاجاتاتو بہت سے لوگ يقين ہى نہ كرتے كہ اس كا غرق ہونا بھى ممكن ہے اور ہوسكتا تھا كہ اس ماجرے كے بعد فرعون كى زندگى كے بارے مي</w:t>
      </w:r>
      <w:r w:rsidR="007D6C9B">
        <w:rPr>
          <w:rtl/>
        </w:rPr>
        <w:t xml:space="preserve">ں </w:t>
      </w:r>
      <w:r>
        <w:rPr>
          <w:rtl/>
        </w:rPr>
        <w:t xml:space="preserve">افسانے تراش لئے جاتے _ </w:t>
      </w:r>
    </w:p>
    <w:p w:rsidR="00DE2D7F" w:rsidRDefault="00DE2D7F" w:rsidP="00D07B54">
      <w:pPr>
        <w:pStyle w:val="libNormal"/>
        <w:rPr>
          <w:rtl/>
        </w:rPr>
      </w:pPr>
      <w:r>
        <w:rPr>
          <w:rtl/>
        </w:rPr>
        <w:t>يہ امر جاذب توجہ ہے كہ لغت مي</w:t>
      </w:r>
      <w:r w:rsidR="007D6C9B">
        <w:rPr>
          <w:rtl/>
        </w:rPr>
        <w:t xml:space="preserve">ں </w:t>
      </w:r>
      <w:r>
        <w:rPr>
          <w:rtl/>
        </w:rPr>
        <w:t>لفظ '' بدن'' جيسا كہ راغب نے مفردات مي</w:t>
      </w:r>
      <w:r w:rsidR="007D6C9B">
        <w:rPr>
          <w:rtl/>
        </w:rPr>
        <w:t xml:space="preserve">ں </w:t>
      </w:r>
      <w:r>
        <w:rPr>
          <w:rtl/>
        </w:rPr>
        <w:t>كہا ہے '' جسد عظيم'' كے معنى مي</w:t>
      </w:r>
      <w:r w:rsidR="007D6C9B">
        <w:rPr>
          <w:rtl/>
        </w:rPr>
        <w:t xml:space="preserve">ں </w:t>
      </w:r>
      <w:r>
        <w:rPr>
          <w:rtl/>
        </w:rPr>
        <w:t>ہے اس سے معلوم ہوتاہے كہ بہت سے خوشحال لوگو</w:t>
      </w:r>
      <w:r w:rsidR="007D6C9B">
        <w:rPr>
          <w:rtl/>
        </w:rPr>
        <w:t xml:space="preserve">ں </w:t>
      </w:r>
      <w:r>
        <w:rPr>
          <w:rtl/>
        </w:rPr>
        <w:t>كى طرح كہ جنكى بڑى زرق برق افسانوى زندگى تھى وہ بڑا سخت اور چاك وچوبند تھا مگر بعض دوسرے افراد نے كہاہے كہ''بدن'' كا ايك معني'' زرہ'' بھى ہے يہ اس طرف اشارہ ہے كہ خدا نے فرعون كو اس زري</w:t>
      </w:r>
      <w:r w:rsidR="007D6C9B">
        <w:rPr>
          <w:rtl/>
        </w:rPr>
        <w:t xml:space="preserve">ں </w:t>
      </w:r>
      <w:r>
        <w:rPr>
          <w:rtl/>
        </w:rPr>
        <w:t xml:space="preserve">زرہ سميت پانى سے باہر نكالاكہ جو اس كے بدن پر تھى تاكہ اس كے ذريعے پہچاناجائے اور كسى قسم كا شك وشبہ باقى نہ رہے _ </w:t>
      </w:r>
    </w:p>
    <w:p w:rsidR="00DE2D7F" w:rsidRDefault="00DE2D7F" w:rsidP="00D07B54">
      <w:pPr>
        <w:pStyle w:val="libNormal"/>
        <w:rPr>
          <w:rtl/>
        </w:rPr>
      </w:pPr>
      <w:r>
        <w:rPr>
          <w:rtl/>
        </w:rPr>
        <w:t>اب بھى مصر اور برطانيہ كے عجائب گھرو</w:t>
      </w:r>
      <w:r w:rsidR="007D6C9B">
        <w:rPr>
          <w:rtl/>
        </w:rPr>
        <w:t xml:space="preserve">ں </w:t>
      </w:r>
      <w:r>
        <w:rPr>
          <w:rtl/>
        </w:rPr>
        <w:t>مي</w:t>
      </w:r>
      <w:r w:rsidR="007D6C9B">
        <w:rPr>
          <w:rtl/>
        </w:rPr>
        <w:t xml:space="preserve">ں </w:t>
      </w:r>
      <w:r>
        <w:rPr>
          <w:rtl/>
        </w:rPr>
        <w:t>فرعونيو</w:t>
      </w:r>
      <w:r w:rsidR="007D6C9B">
        <w:rPr>
          <w:rtl/>
        </w:rPr>
        <w:t xml:space="preserve">ں </w:t>
      </w:r>
      <w:r>
        <w:rPr>
          <w:rtl/>
        </w:rPr>
        <w:t>كے موميائي بد ن موجود ہي</w:t>
      </w:r>
      <w:r w:rsidR="007D6C9B">
        <w:rPr>
          <w:rtl/>
        </w:rPr>
        <w:t xml:space="preserve">ں </w:t>
      </w:r>
      <w:r>
        <w:rPr>
          <w:rtl/>
        </w:rPr>
        <w:t>كيا ان مي</w:t>
      </w:r>
      <w:r w:rsidR="007D6C9B">
        <w:rPr>
          <w:rtl/>
        </w:rPr>
        <w:t xml:space="preserve">ں </w:t>
      </w:r>
      <w:r>
        <w:rPr>
          <w:rtl/>
        </w:rPr>
        <w:t>حضرت موسى عليہ السلام كے ہم عصر فرعون كا بدن بھى ہے كہ جسے بعد مي</w:t>
      </w:r>
      <w:r w:rsidR="007D6C9B">
        <w:rPr>
          <w:rtl/>
        </w:rPr>
        <w:t xml:space="preserve">ں </w:t>
      </w:r>
      <w:r>
        <w:rPr>
          <w:rtl/>
        </w:rPr>
        <w:t>حفاظت كے لئے مومياليا گيا ہويا نہي</w:t>
      </w:r>
      <w:r w:rsidR="007D6C9B">
        <w:rPr>
          <w:rtl/>
        </w:rPr>
        <w:t xml:space="preserve">ں </w:t>
      </w:r>
      <w:r>
        <w:rPr>
          <w:rtl/>
        </w:rPr>
        <w:t>؟ اس سلسلے مي</w:t>
      </w:r>
      <w:r w:rsidR="007D6C9B">
        <w:rPr>
          <w:rtl/>
        </w:rPr>
        <w:t xml:space="preserve">ں </w:t>
      </w:r>
      <w:r>
        <w:rPr>
          <w:rtl/>
        </w:rPr>
        <w:t>كوئي صحيح دليل ہمارے پاس نہي</w:t>
      </w:r>
      <w:r w:rsidR="007D6C9B">
        <w:rPr>
          <w:rtl/>
        </w:rPr>
        <w:t xml:space="preserve">ں </w:t>
      </w:r>
      <w:r>
        <w:rPr>
          <w:rtl/>
        </w:rPr>
        <w:t xml:space="preserve">ہے _ </w:t>
      </w:r>
    </w:p>
    <w:p w:rsidR="00DE2D7F" w:rsidRDefault="00DE2D7F" w:rsidP="00D07B54">
      <w:pPr>
        <w:pStyle w:val="libNormal"/>
        <w:rPr>
          <w:rtl/>
        </w:rPr>
      </w:pPr>
    </w:p>
    <w:p w:rsidR="00DE165E" w:rsidRDefault="00DE2D7F" w:rsidP="00D07B54">
      <w:pPr>
        <w:pStyle w:val="Heading2Center"/>
        <w:rPr>
          <w:rtl/>
        </w:rPr>
      </w:pPr>
      <w:bookmarkStart w:id="249" w:name="_Toc7268646"/>
      <w:r>
        <w:rPr>
          <w:rtl/>
        </w:rPr>
        <w:t>بنى اسرائيل كى گذرگاہ</w:t>
      </w:r>
      <w:bookmarkEnd w:id="249"/>
      <w:r>
        <w:rPr>
          <w:rtl/>
        </w:rPr>
        <w:t xml:space="preserve"> </w:t>
      </w:r>
    </w:p>
    <w:p w:rsidR="00DE2D7F" w:rsidRDefault="00DE2D7F" w:rsidP="00D07B54">
      <w:pPr>
        <w:pStyle w:val="libNormal"/>
        <w:rPr>
          <w:rtl/>
        </w:rPr>
      </w:pPr>
      <w:r>
        <w:rPr>
          <w:rtl/>
        </w:rPr>
        <w:t>قرآن مجيد مي</w:t>
      </w:r>
      <w:r w:rsidR="007D6C9B">
        <w:rPr>
          <w:rtl/>
        </w:rPr>
        <w:t xml:space="preserve">ں </w:t>
      </w:r>
      <w:r>
        <w:rPr>
          <w:rtl/>
        </w:rPr>
        <w:t xml:space="preserve">بارہا اس بات كو دہرايا گيا ہے كہ موسى عليہ السلام نے خدا كے حكم سے بنى اسرائيل كو'' بحر'' عبور كروايا اورچند مقامات پر''يم'' كا لفظ بھى ايا ہے _ </w:t>
      </w:r>
    </w:p>
    <w:p w:rsidR="00DE2D7F" w:rsidRDefault="00DE2D7F" w:rsidP="00D07B54">
      <w:pPr>
        <w:pStyle w:val="libNormal"/>
        <w:rPr>
          <w:rtl/>
        </w:rPr>
      </w:pPr>
      <w:r>
        <w:rPr>
          <w:rtl/>
        </w:rPr>
        <w:t>اب سوال يہ ہے كہ يہا</w:t>
      </w:r>
      <w:r w:rsidR="007D6C9B">
        <w:rPr>
          <w:rtl/>
        </w:rPr>
        <w:t xml:space="preserve">ں </w:t>
      </w:r>
      <w:r>
        <w:rPr>
          <w:rtl/>
        </w:rPr>
        <w:t>پر ''يم'''' بحر'' اور '' يم'' سے كيا مراد ہے آيايہ نيل (</w:t>
      </w:r>
      <w:r>
        <w:t>NILE RIYER</w:t>
      </w:r>
      <w:r>
        <w:rPr>
          <w:rtl/>
        </w:rPr>
        <w:t>) جيسے وسيع وعريض دريا كى طرف اشارہ ہے كہ سرزمين مصر كى تمام آبادى جس سے سيراب ہوتى تھى يا بحيرہ احمريعنى بحر قلزم (</w:t>
      </w:r>
      <w:r>
        <w:t>RID SEA</w:t>
      </w:r>
      <w:r>
        <w:rPr>
          <w:rtl/>
        </w:rPr>
        <w:t xml:space="preserve">)كى طرف اشارہ ہے _ </w:t>
      </w:r>
    </w:p>
    <w:p w:rsidR="00DE165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موجودہ تو ريت اور بعض مفسرين كے انداز گفتگو سے معلوم ہوتاہے كہ بحيرہ احمر كى طرف اشارہ ہے ليكن ايسے قرائن موجود ہي</w:t>
      </w:r>
      <w:r w:rsidR="007D6C9B">
        <w:rPr>
          <w:rtl/>
        </w:rPr>
        <w:t xml:space="preserve">ں </w:t>
      </w:r>
      <w:r>
        <w:rPr>
          <w:rtl/>
        </w:rPr>
        <w:t xml:space="preserve">جن سے معلوم ہوتا ہے كہ اس سے مراد نيل كا عظيم ووسيع دريا ہے _ </w:t>
      </w:r>
    </w:p>
    <w:p w:rsidR="00DE165E" w:rsidRDefault="00DE2D7F" w:rsidP="00D07B54">
      <w:pPr>
        <w:pStyle w:val="Heading2Center"/>
        <w:rPr>
          <w:rtl/>
        </w:rPr>
      </w:pPr>
      <w:bookmarkStart w:id="250" w:name="_Toc7268647"/>
      <w:r>
        <w:rPr>
          <w:rtl/>
        </w:rPr>
        <w:t>حضرت موسى عليہ السلام سے بت سازى كى فرما</w:t>
      </w:r>
      <w:r w:rsidR="00091C36">
        <w:rPr>
          <w:rtl/>
        </w:rPr>
        <w:t>ئش</w:t>
      </w:r>
      <w:bookmarkEnd w:id="250"/>
    </w:p>
    <w:p w:rsidR="00DE2D7F" w:rsidRDefault="00091C36" w:rsidP="00D07B54">
      <w:pPr>
        <w:pStyle w:val="libNormal"/>
        <w:rPr>
          <w:rtl/>
        </w:rPr>
      </w:pPr>
      <w:r>
        <w:rPr>
          <w:rtl/>
        </w:rPr>
        <w:t xml:space="preserve"> </w:t>
      </w:r>
      <w:r w:rsidR="00DE2D7F">
        <w:rPr>
          <w:rtl/>
        </w:rPr>
        <w:t xml:space="preserve"> قرآن مي</w:t>
      </w:r>
      <w:r w:rsidR="007D6C9B">
        <w:rPr>
          <w:rtl/>
        </w:rPr>
        <w:t xml:space="preserve">ں </w:t>
      </w:r>
      <w:r w:rsidR="00DE2D7F">
        <w:rPr>
          <w:rtl/>
        </w:rPr>
        <w:t>بنى اسرائيل كى سرگزشت كے ايك اور اہم حصہ كى طرف اشارہ كيا گيا ہے يہ واقعہ فرعونيو</w:t>
      </w:r>
      <w:r w:rsidR="007D6C9B">
        <w:rPr>
          <w:rtl/>
        </w:rPr>
        <w:t xml:space="preserve">ں </w:t>
      </w:r>
      <w:r w:rsidR="00DE2D7F">
        <w:rPr>
          <w:rtl/>
        </w:rPr>
        <w:t xml:space="preserve">پر ان كى فتحيابى كے بعد ہوا، اس واقعہ سے بت پرستى كى جانب ان كى توجہ ظاہر ہوتى ہے _ </w:t>
      </w:r>
    </w:p>
    <w:p w:rsidR="00DE2D7F" w:rsidRDefault="00DE2D7F" w:rsidP="00D07B54">
      <w:pPr>
        <w:pStyle w:val="libNormal"/>
        <w:rPr>
          <w:rtl/>
        </w:rPr>
      </w:pPr>
      <w:r>
        <w:rPr>
          <w:rtl/>
        </w:rPr>
        <w:t>واقعہ يہ ہے كہ حضرت موسى عليہ السلام فرعون كے جھگڑے سے نكل چكے تو ايك اور داخلى مصيبت شروع ہوگئي جو بنى اسرائيل كے جاہل ، سركش اور فرعون اور فرعونيو</w:t>
      </w:r>
      <w:r w:rsidR="007D6C9B">
        <w:rPr>
          <w:rtl/>
        </w:rPr>
        <w:t xml:space="preserve">ں </w:t>
      </w:r>
      <w:r>
        <w:rPr>
          <w:rtl/>
        </w:rPr>
        <w:t>كے ساتھ جنگ كرنے سے بدر جہا سخت اور سنگين تر تھى اور ہر داخلى كشمكش كا يہى حال ہواكرتا ہے _قرآن مي</w:t>
      </w:r>
      <w:r w:rsidR="007D6C9B">
        <w:rPr>
          <w:rtl/>
        </w:rPr>
        <w:t xml:space="preserve">ں </w:t>
      </w:r>
      <w:r>
        <w:rPr>
          <w:rtl/>
        </w:rPr>
        <w:t xml:space="preserve">فرماياگيا ہے:'' ہم نے بنى اسرائيل كو دريا (نيل) كے اس پار لگا ديا :'' </w:t>
      </w:r>
    </w:p>
    <w:p w:rsidR="00DE2D7F" w:rsidRDefault="00DE2D7F" w:rsidP="00D07B54">
      <w:pPr>
        <w:pStyle w:val="libNormal"/>
        <w:rPr>
          <w:rtl/>
        </w:rPr>
      </w:pPr>
      <w:r>
        <w:rPr>
          <w:rtl/>
        </w:rPr>
        <w:t>ليكن '' انہو</w:t>
      </w:r>
      <w:r w:rsidR="007D6C9B">
        <w:rPr>
          <w:rtl/>
        </w:rPr>
        <w:t xml:space="preserve">ں </w:t>
      </w:r>
      <w:r>
        <w:rPr>
          <w:rtl/>
        </w:rPr>
        <w:t>نے راستے مي</w:t>
      </w:r>
      <w:r w:rsidR="007D6C9B">
        <w:rPr>
          <w:rtl/>
        </w:rPr>
        <w:t xml:space="preserve">ں </w:t>
      </w:r>
      <w:r>
        <w:rPr>
          <w:rtl/>
        </w:rPr>
        <w:t>ايك قوم كو ديكھا جو اپنے بتو</w:t>
      </w:r>
      <w:r w:rsidR="007D6C9B">
        <w:rPr>
          <w:rtl/>
        </w:rPr>
        <w:t xml:space="preserve">ں </w:t>
      </w:r>
      <w:r>
        <w:rPr>
          <w:rtl/>
        </w:rPr>
        <w:t>كے گرد خضوع اور انكسارى كے ساتھ اكٹھا تھے'' _</w:t>
      </w:r>
      <w:r w:rsidRPr="00AD1EF3">
        <w:rPr>
          <w:rStyle w:val="libFootnotenumChar"/>
          <w:rtl/>
        </w:rPr>
        <w:t>(</w:t>
      </w:r>
      <w:r w:rsidR="00E664BB" w:rsidRPr="00AD1EF3">
        <w:rPr>
          <w:rStyle w:val="libFootnotenumChar"/>
          <w:rtl/>
        </w:rPr>
        <w:t>1</w:t>
      </w:r>
      <w:r w:rsidRPr="00AD1EF3">
        <w:rPr>
          <w:rStyle w:val="libFootnotenumChar"/>
          <w:rtl/>
        </w:rPr>
        <w:t>)</w:t>
      </w:r>
      <w:r>
        <w:rPr>
          <w:rtl/>
        </w:rPr>
        <w:t>امت موسى عليہ السلام كے جاہل افراد يہ منظر ديكھ كر اس قدر متاثر ہوئے كہ فوراً حضرت موسى كے پاس آئے اور '' وہ كہنے لگے اے موسى ہمارے واسطے بھى بالكل ويسا ہى معبود بنادو جيسا معبود ان لوگو</w:t>
      </w:r>
      <w:r w:rsidR="007D6C9B">
        <w:rPr>
          <w:rtl/>
        </w:rPr>
        <w:t xml:space="preserve">ں </w:t>
      </w:r>
      <w:r>
        <w:rPr>
          <w:rtl/>
        </w:rPr>
        <w:t>كا ہے''_</w:t>
      </w:r>
      <w:r w:rsidRPr="00AD1EF3">
        <w:rPr>
          <w:rStyle w:val="libFootnotenumChar"/>
          <w:rtl/>
        </w:rPr>
        <w:t>(</w:t>
      </w:r>
      <w:r w:rsidR="00E664BB" w:rsidRPr="00AD1EF3">
        <w:rPr>
          <w:rStyle w:val="libFootnotenumChar"/>
          <w:rtl/>
        </w:rPr>
        <w:t>2</w:t>
      </w:r>
      <w:r w:rsidRPr="00AD1EF3">
        <w:rPr>
          <w:rStyle w:val="libFootnotenumChar"/>
          <w:rtl/>
        </w:rPr>
        <w:t>)</w:t>
      </w:r>
      <w:r>
        <w:rPr>
          <w:rtl/>
        </w:rPr>
        <w:t>حضرت موسى عليہ السلام ان كى اس جاہلانہ اور احمقانہ فرما</w:t>
      </w:r>
      <w:r w:rsidR="00091C36">
        <w:rPr>
          <w:rtl/>
        </w:rPr>
        <w:t xml:space="preserve">ئش </w:t>
      </w:r>
      <w:r>
        <w:rPr>
          <w:rtl/>
        </w:rPr>
        <w:t xml:space="preserve"> سے بہت ناراض ہوئے ، آپ نے ان لوگو</w:t>
      </w:r>
      <w:r w:rsidR="007D6C9B">
        <w:rPr>
          <w:rtl/>
        </w:rPr>
        <w:t xml:space="preserve">ں </w:t>
      </w:r>
      <w:r>
        <w:rPr>
          <w:rtl/>
        </w:rPr>
        <w:t>سے كہا: ''تم لوگ جاہل وبے خبر قوم ہو''_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بنى اسرائيل مي</w:t>
      </w:r>
      <w:r w:rsidR="007D6C9B">
        <w:rPr>
          <w:rtl/>
        </w:rPr>
        <w:t xml:space="preserve">ں </w:t>
      </w:r>
      <w:r>
        <w:rPr>
          <w:rtl/>
        </w:rPr>
        <w:t>ناشكر گزار افراد كى كثرت تھي،باوجود يكہ انہو</w:t>
      </w:r>
      <w:r w:rsidR="007D6C9B">
        <w:rPr>
          <w:rtl/>
        </w:rPr>
        <w:t xml:space="preserve">ں </w:t>
      </w:r>
      <w:r>
        <w:rPr>
          <w:rtl/>
        </w:rPr>
        <w:t>نے حضرت موسى عليہ السلام سے اتنے معجزے ديكھے، قدرت كے اتنے انعامات ان پر ہوئے، ان كا دشمن فرعون نابود ہوا ابھى كچھ عرصہ بھى نہي</w:t>
      </w:r>
      <w:r w:rsidR="007D6C9B">
        <w:rPr>
          <w:rtl/>
        </w:rPr>
        <w:t xml:space="preserve">ں </w:t>
      </w:r>
      <w:r>
        <w:rPr>
          <w:rtl/>
        </w:rPr>
        <w:t>گذرا تھا، وہ غرق كرديا گيا اور وہ سلامتى كے ساتھ دريا كو عبور كرگئے ليكن انہو</w:t>
      </w:r>
      <w:r w:rsidR="007D6C9B">
        <w:rPr>
          <w:rtl/>
        </w:rPr>
        <w:t xml:space="preserve">ں </w:t>
      </w:r>
      <w:r>
        <w:rPr>
          <w:rtl/>
        </w:rPr>
        <w:t>نے ان تمام باتو</w:t>
      </w:r>
      <w:r w:rsidR="007D6C9B">
        <w:rPr>
          <w:rtl/>
        </w:rPr>
        <w:t xml:space="preserve">ں </w:t>
      </w:r>
      <w:r>
        <w:rPr>
          <w:rtl/>
        </w:rPr>
        <w:t xml:space="preserve">كو يكسر بھلاديا اور حضرت موسى عليہ السلام سے بت سازى كا سوال كربيٹھے_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138</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آيت </w:t>
      </w:r>
      <w:r w:rsidR="00E664BB">
        <w:rPr>
          <w:rtl/>
        </w:rPr>
        <w:t>138</w:t>
      </w:r>
      <w:r>
        <w:rPr>
          <w:rtl/>
        </w:rPr>
        <w:t xml:space="preserve"> </w:t>
      </w:r>
    </w:p>
    <w:p w:rsidR="00DE2D7F" w:rsidRDefault="00DE2D7F" w:rsidP="00D07B54">
      <w:pPr>
        <w:pStyle w:val="libFootnote"/>
        <w:rPr>
          <w:rtl/>
        </w:rPr>
      </w:pPr>
      <w:r>
        <w:rPr>
          <w:rtl/>
        </w:rPr>
        <w:t>(</w:t>
      </w:r>
      <w:r w:rsidR="00E664BB">
        <w:rPr>
          <w:rtl/>
        </w:rPr>
        <w:t>3</w:t>
      </w:r>
      <w:r>
        <w:rPr>
          <w:rtl/>
        </w:rPr>
        <w:t xml:space="preserve">)سورہ اعراف </w:t>
      </w:r>
      <w:r w:rsidR="00E664BB">
        <w:rPr>
          <w:rtl/>
        </w:rPr>
        <w:t>138</w:t>
      </w:r>
      <w:r>
        <w:rPr>
          <w:rtl/>
        </w:rPr>
        <w:t xml:space="preserve"> </w:t>
      </w:r>
    </w:p>
    <w:p w:rsidR="00DE165E" w:rsidRDefault="001648F9" w:rsidP="00D07B54">
      <w:pPr>
        <w:pStyle w:val="libNormal"/>
        <w:rPr>
          <w:rtl/>
        </w:rPr>
      </w:pPr>
      <w:r>
        <w:rPr>
          <w:rtl/>
        </w:rPr>
        <w:t xml:space="preserve"> </w:t>
      </w:r>
      <w:r>
        <w:rPr>
          <w:rtl/>
        </w:rPr>
        <w:br w:type="page"/>
      </w:r>
    </w:p>
    <w:p w:rsidR="00DE165E" w:rsidRDefault="00DE165E" w:rsidP="00D07B54">
      <w:pPr>
        <w:pStyle w:val="libNormal"/>
        <w:rPr>
          <w:rtl/>
        </w:rPr>
      </w:pPr>
    </w:p>
    <w:p w:rsidR="00DE165E" w:rsidRDefault="00DE2D7F" w:rsidP="00D07B54">
      <w:pPr>
        <w:pStyle w:val="Heading2Center"/>
        <w:rPr>
          <w:rtl/>
        </w:rPr>
      </w:pPr>
      <w:bookmarkStart w:id="251" w:name="_Toc7268648"/>
      <w:r>
        <w:rPr>
          <w:rtl/>
        </w:rPr>
        <w:t>ايك يہودى كو حضرت اميرالمومنين عليہ السلام كا جواب</w:t>
      </w:r>
      <w:bookmarkEnd w:id="251"/>
    </w:p>
    <w:p w:rsidR="00DE2D7F" w:rsidRDefault="00DE2D7F" w:rsidP="00D07B54">
      <w:pPr>
        <w:pStyle w:val="libNormal"/>
        <w:rPr>
          <w:rtl/>
        </w:rPr>
      </w:pPr>
      <w:r>
        <w:rPr>
          <w:rtl/>
        </w:rPr>
        <w:t xml:space="preserve"> نہج البلاغہ مي</w:t>
      </w:r>
      <w:r w:rsidR="007D6C9B">
        <w:rPr>
          <w:rtl/>
        </w:rPr>
        <w:t xml:space="preserve">ں </w:t>
      </w:r>
      <w:r>
        <w:rPr>
          <w:rtl/>
        </w:rPr>
        <w:t>ہے كہ ايك مرتبہ ايك يہودى نے حضرت اميرالمو منين عليہ السلام كے سامنے مسلمانو</w:t>
      </w:r>
      <w:r w:rsidR="007D6C9B">
        <w:rPr>
          <w:rtl/>
        </w:rPr>
        <w:t xml:space="preserve">ں </w:t>
      </w:r>
      <w:r>
        <w:rPr>
          <w:rtl/>
        </w:rPr>
        <w:t xml:space="preserve">پر اعتراض كيا: </w:t>
      </w:r>
    </w:p>
    <w:p w:rsidR="00DE2D7F" w:rsidRDefault="00DE2D7F" w:rsidP="00D07B54">
      <w:pPr>
        <w:pStyle w:val="libNormal"/>
        <w:rPr>
          <w:rtl/>
        </w:rPr>
      </w:pPr>
      <w:r>
        <w:rPr>
          <w:rtl/>
        </w:rPr>
        <w:t>''ابھى تمہارے نبى دفن بھى نہ ہونے پائے تھے كہ تم لوگو</w:t>
      </w:r>
      <w:r w:rsidR="007D6C9B">
        <w:rPr>
          <w:rtl/>
        </w:rPr>
        <w:t xml:space="preserve">ں </w:t>
      </w:r>
      <w:r>
        <w:rPr>
          <w:rtl/>
        </w:rPr>
        <w:t xml:space="preserve">نے اختلاف كرديا ''_ </w:t>
      </w:r>
    </w:p>
    <w:p w:rsidR="00DE2D7F" w:rsidRDefault="00DE2D7F" w:rsidP="00D07B54">
      <w:pPr>
        <w:pStyle w:val="libNormal"/>
        <w:rPr>
          <w:rtl/>
        </w:rPr>
      </w:pPr>
      <w:r>
        <w:rPr>
          <w:rtl/>
        </w:rPr>
        <w:t>حضرت على عليہ السلام نے اس كے جواب مي</w:t>
      </w:r>
      <w:r w:rsidR="007D6C9B">
        <w:rPr>
          <w:rtl/>
        </w:rPr>
        <w:t xml:space="preserve">ں </w:t>
      </w:r>
      <w:r>
        <w:rPr>
          <w:rtl/>
        </w:rPr>
        <w:t xml:space="preserve">فرمايا : </w:t>
      </w:r>
    </w:p>
    <w:p w:rsidR="00DE2D7F" w:rsidRDefault="00DE2D7F" w:rsidP="00D07B54">
      <w:pPr>
        <w:pStyle w:val="libNormal"/>
        <w:rPr>
          <w:rtl/>
        </w:rPr>
      </w:pPr>
      <w:r>
        <w:rPr>
          <w:rtl/>
        </w:rPr>
        <w:t>ہم نے ان فرامين واقوال كے بارے مي</w:t>
      </w:r>
      <w:r w:rsidR="007D6C9B">
        <w:rPr>
          <w:rtl/>
        </w:rPr>
        <w:t xml:space="preserve">ں </w:t>
      </w:r>
      <w:r>
        <w:rPr>
          <w:rtl/>
        </w:rPr>
        <w:t>اختلاف كيا ہے جو پيغمبر سے ہم تك پہنچے ہي</w:t>
      </w:r>
      <w:r w:rsidR="007D6C9B">
        <w:rPr>
          <w:rtl/>
        </w:rPr>
        <w:t xml:space="preserve">ں </w:t>
      </w:r>
      <w:r>
        <w:rPr>
          <w:rtl/>
        </w:rPr>
        <w:t>، پيغمبريا ان كى نبوت سے متعلق ہم نے كوئي اختلاف نہي</w:t>
      </w:r>
      <w:r w:rsidR="007D6C9B">
        <w:rPr>
          <w:rtl/>
        </w:rPr>
        <w:t xml:space="preserve">ں </w:t>
      </w:r>
      <w:r>
        <w:rPr>
          <w:rtl/>
        </w:rPr>
        <w:t>كيا (چہ جائيكہ الوہيت كے متعلق ہم نے كوئي بات كہى ہو)ليكن تم (يہودي) ابھى تمہارے پير دريا كے پانى سے خشك نہي</w:t>
      </w:r>
      <w:r w:rsidR="007D6C9B">
        <w:rPr>
          <w:rtl/>
        </w:rPr>
        <w:t xml:space="preserve">ں </w:t>
      </w:r>
      <w:r>
        <w:rPr>
          <w:rtl/>
        </w:rPr>
        <w:t>ہونے پائے تھے كہ تم نے اپنے نبى (حضرت موسى عليہ السلام) سے يہ كہہ ديا كہ ہمارے لئے ايك ايسا ہى معبود بنادو جس طرح كہ ان كے متعدد معبود ہي</w:t>
      </w:r>
      <w:r w:rsidR="007D6C9B">
        <w:rPr>
          <w:rtl/>
        </w:rPr>
        <w:t xml:space="preserve">ں </w:t>
      </w:r>
      <w:r>
        <w:rPr>
          <w:rtl/>
        </w:rPr>
        <w:t>، اور اس نبى نے تمہارے جواب مي</w:t>
      </w:r>
      <w:r w:rsidR="007D6C9B">
        <w:rPr>
          <w:rtl/>
        </w:rPr>
        <w:t xml:space="preserve">ں </w:t>
      </w:r>
      <w:r>
        <w:rPr>
          <w:rtl/>
        </w:rPr>
        <w:t>تم سے كہا تھا كہ تم ايك ايسا گروہ ہوجو جہل كے دريا مي</w:t>
      </w:r>
      <w:r w:rsidR="007D6C9B">
        <w:rPr>
          <w:rtl/>
        </w:rPr>
        <w:t xml:space="preserve">ں </w:t>
      </w:r>
      <w:r>
        <w:rPr>
          <w:rtl/>
        </w:rPr>
        <w:t xml:space="preserve">غوطہ زن ہے _ </w:t>
      </w:r>
    </w:p>
    <w:p w:rsidR="00DE2D7F" w:rsidRDefault="00DE2D7F" w:rsidP="00D07B54">
      <w:pPr>
        <w:pStyle w:val="libNormal"/>
        <w:rPr>
          <w:rtl/>
        </w:rPr>
      </w:pPr>
      <w:r>
        <w:rPr>
          <w:rtl/>
        </w:rPr>
        <w:t>حضرت موسى عليہ السلام نے اپنى بات كى تكميل كے لئے بنى اسرائيل سے كہا: ''اس بت پرست گروہ كو جو تم ديكھ رہے ہو ان كا انجام ہلاكت ہے اور ان كاہر كام باطل وبے بنيادہے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مزيد تاكيد كے لئے فرمايا گيا ہے : ''آيا خدائے برحق كے علاوہ تمہارے لئے كوئي دوسرا معبود بنالو</w:t>
      </w:r>
      <w:r w:rsidR="007D6C9B">
        <w:rPr>
          <w:rtl/>
        </w:rPr>
        <w:t xml:space="preserve">ں </w:t>
      </w:r>
      <w:r>
        <w:rPr>
          <w:rtl/>
        </w:rPr>
        <w:t>، وہى خدا جس نے اہل جہان (ہمعصر لوگو</w:t>
      </w:r>
      <w:r w:rsidR="007D6C9B">
        <w:rPr>
          <w:rtl/>
        </w:rPr>
        <w:t xml:space="preserve">ں </w:t>
      </w:r>
      <w:r>
        <w:rPr>
          <w:rtl/>
        </w:rPr>
        <w:t>)پر تم كو فضيلت دى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كے بعد خداوند كريم اپنى نعمتو</w:t>
      </w:r>
      <w:r w:rsidR="007D6C9B">
        <w:rPr>
          <w:rtl/>
        </w:rPr>
        <w:t xml:space="preserve">ں </w:t>
      </w:r>
      <w:r>
        <w:rPr>
          <w:rtl/>
        </w:rPr>
        <w:t>مي</w:t>
      </w:r>
      <w:r w:rsidR="007D6C9B">
        <w:rPr>
          <w:rtl/>
        </w:rPr>
        <w:t xml:space="preserve">ں </w:t>
      </w:r>
      <w:r>
        <w:rPr>
          <w:rtl/>
        </w:rPr>
        <w:t>سے ايك بڑى نعمت كا ذكر فرماتا ہے جو اس نے بنى اسرائيل كوعطا فرمائي تھى تاكہ اس عظيم نعمت كا تصور كركے ان مي</w:t>
      </w:r>
      <w:r w:rsidR="007D6C9B">
        <w:rPr>
          <w:rtl/>
        </w:rPr>
        <w:t xml:space="preserve">ں </w:t>
      </w:r>
      <w:r>
        <w:rPr>
          <w:rtl/>
        </w:rPr>
        <w:t>شكر گزارارى كا جذبہ بيدار ہواور انہي</w:t>
      </w:r>
      <w:r w:rsidR="007D6C9B">
        <w:rPr>
          <w:rtl/>
        </w:rPr>
        <w:t xml:space="preserve">ں </w:t>
      </w:r>
      <w:r>
        <w:rPr>
          <w:rtl/>
        </w:rPr>
        <w:t>يہ احساس ہوكہ پرستش اور سجدے كا مستحق صرف خدائے يكتا ويگانہ ہے، اور اس بت كى كوئي دليل نہي</w:t>
      </w:r>
      <w:r w:rsidR="007D6C9B">
        <w:rPr>
          <w:rtl/>
        </w:rPr>
        <w:t xml:space="preserve">ں </w:t>
      </w:r>
      <w:r>
        <w:rPr>
          <w:rtl/>
        </w:rPr>
        <w:t>پائي جاتى كہ جو بت بے نفع اور بے ضرر ہي</w:t>
      </w:r>
      <w:r w:rsidR="007D6C9B">
        <w:rPr>
          <w:rtl/>
        </w:rPr>
        <w:t xml:space="preserve">ں </w:t>
      </w:r>
      <w:r>
        <w:rPr>
          <w:rtl/>
        </w:rPr>
        <w:t xml:space="preserve">ان كے سامنے سر تعظيم جھكايا جائے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13</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)سورہ اعراف</w:t>
      </w:r>
      <w:r w:rsidR="00E664BB">
        <w:rPr>
          <w:rtl/>
        </w:rPr>
        <w:t>140</w:t>
      </w:r>
      <w:r>
        <w:rPr>
          <w:rtl/>
        </w:rPr>
        <w:t xml:space="preserve"> </w:t>
      </w:r>
    </w:p>
    <w:p w:rsidR="00DE165E" w:rsidRDefault="001648F9" w:rsidP="00D07B54">
      <w:pPr>
        <w:pStyle w:val="libNormal"/>
        <w:rPr>
          <w:rtl/>
        </w:rPr>
      </w:pPr>
      <w:r>
        <w:rPr>
          <w:rtl/>
        </w:rPr>
        <w:t xml:space="preserve"> </w:t>
      </w:r>
      <w:r>
        <w:rPr>
          <w:rtl/>
        </w:rPr>
        <w:br w:type="page"/>
      </w:r>
    </w:p>
    <w:p w:rsidR="00DE165E" w:rsidRDefault="00DE165E" w:rsidP="00D07B54">
      <w:pPr>
        <w:pStyle w:val="libNormal"/>
        <w:rPr>
          <w:rtl/>
        </w:rPr>
      </w:pPr>
    </w:p>
    <w:p w:rsidR="00DE2D7F" w:rsidRDefault="00DE2D7F" w:rsidP="00D07B54">
      <w:pPr>
        <w:pStyle w:val="libNormal"/>
        <w:rPr>
          <w:rtl/>
        </w:rPr>
      </w:pPr>
      <w:r>
        <w:rPr>
          <w:rtl/>
        </w:rPr>
        <w:t>پہلے ارشاد ہوتا ہے :'' ياد كرو اس وقت كو جب كہ ہم نے تمہي</w:t>
      </w:r>
      <w:r w:rsidR="007D6C9B">
        <w:rPr>
          <w:rtl/>
        </w:rPr>
        <w:t xml:space="preserve">ں </w:t>
      </w:r>
      <w:r>
        <w:rPr>
          <w:rtl/>
        </w:rPr>
        <w:t>فرعون كے گروہ كے شرسے نجات ديدي، وہ لوگ تم كو مسلسل عذاب ديتے چلے آرہے تھے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اس عذاب وايزارسانى كى تفصيل يو</w:t>
      </w:r>
      <w:r w:rsidR="007D6C9B">
        <w:rPr>
          <w:rtl/>
        </w:rPr>
        <w:t xml:space="preserve">ں </w:t>
      </w:r>
      <w:r>
        <w:rPr>
          <w:rtl/>
        </w:rPr>
        <w:t>بيان فرماتاہے:وہ تمہارے بيٹو</w:t>
      </w:r>
      <w:r w:rsidR="007D6C9B">
        <w:rPr>
          <w:rtl/>
        </w:rPr>
        <w:t xml:space="preserve">ں </w:t>
      </w:r>
      <w:r>
        <w:rPr>
          <w:rtl/>
        </w:rPr>
        <w:t>كو تو قتل كرديتے تھے اور تمہارى عورتو</w:t>
      </w:r>
      <w:r w:rsidR="007D6C9B">
        <w:rPr>
          <w:rtl/>
        </w:rPr>
        <w:t xml:space="preserve">ں </w:t>
      </w:r>
      <w:r>
        <w:rPr>
          <w:rtl/>
        </w:rPr>
        <w:t>لڑكيو</w:t>
      </w:r>
      <w:r w:rsidR="007D6C9B">
        <w:rPr>
          <w:rtl/>
        </w:rPr>
        <w:t xml:space="preserve">ں </w:t>
      </w:r>
      <w:r>
        <w:rPr>
          <w:rtl/>
        </w:rPr>
        <w:t>كو (خدمت اور كنيزى كے لئے ) زندہ چھوڑديتے تھے''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p>
    <w:p w:rsidR="00DE165E" w:rsidRDefault="00DE2D7F" w:rsidP="00D07B54">
      <w:pPr>
        <w:pStyle w:val="Heading2Center"/>
        <w:rPr>
          <w:rtl/>
        </w:rPr>
      </w:pPr>
      <w:bookmarkStart w:id="252" w:name="_Toc7268649"/>
      <w:r>
        <w:rPr>
          <w:rtl/>
        </w:rPr>
        <w:t>بنى اسرائيل سر زمين مقدس كى طرف</w:t>
      </w:r>
      <w:bookmarkEnd w:id="252"/>
      <w:r>
        <w:rPr>
          <w:rtl/>
        </w:rPr>
        <w:t xml:space="preserve"> </w:t>
      </w:r>
    </w:p>
    <w:p w:rsidR="00DE2D7F" w:rsidRDefault="00DE2D7F" w:rsidP="00D07B54">
      <w:pPr>
        <w:pStyle w:val="libNormal"/>
        <w:rPr>
          <w:rtl/>
        </w:rPr>
      </w:pPr>
      <w:r>
        <w:rPr>
          <w:rtl/>
        </w:rPr>
        <w:t>قران مي</w:t>
      </w:r>
      <w:r w:rsidR="007D6C9B">
        <w:rPr>
          <w:rtl/>
        </w:rPr>
        <w:t xml:space="preserve">ں </w:t>
      </w:r>
      <w:r>
        <w:rPr>
          <w:rtl/>
        </w:rPr>
        <w:t>اس كے بعد سرزمين مقدس مي</w:t>
      </w:r>
      <w:r w:rsidR="007D6C9B">
        <w:rPr>
          <w:rtl/>
        </w:rPr>
        <w:t xml:space="preserve">ں </w:t>
      </w:r>
      <w:r>
        <w:rPr>
          <w:rtl/>
        </w:rPr>
        <w:t>بنى اسرائيل كے ورود كے بارے مي</w:t>
      </w:r>
      <w:r w:rsidR="007D6C9B">
        <w:rPr>
          <w:rtl/>
        </w:rPr>
        <w:t xml:space="preserve">ں </w:t>
      </w:r>
      <w:r>
        <w:rPr>
          <w:rtl/>
        </w:rPr>
        <w:t>يو</w:t>
      </w:r>
      <w:r w:rsidR="007D6C9B">
        <w:rPr>
          <w:rtl/>
        </w:rPr>
        <w:t xml:space="preserve">ں </w:t>
      </w:r>
      <w:r>
        <w:rPr>
          <w:rtl/>
        </w:rPr>
        <w:t>بيان كيا گيا ہے:'' موسى عليہ السلام نے اپنى قوم سے كہا كہ تم سرزمين مقدس مي</w:t>
      </w:r>
      <w:r w:rsidR="007D6C9B">
        <w:rPr>
          <w:rtl/>
        </w:rPr>
        <w:t xml:space="preserve">ں </w:t>
      </w:r>
      <w:r>
        <w:rPr>
          <w:rtl/>
        </w:rPr>
        <w:t>جسے خدا نے تمہارے لئے مقرر كيا ہے_داخل ہوجائو، اس سلسلے مي</w:t>
      </w:r>
      <w:r w:rsidR="007D6C9B">
        <w:rPr>
          <w:rtl/>
        </w:rPr>
        <w:t xml:space="preserve">ں </w:t>
      </w:r>
      <w:r>
        <w:rPr>
          <w:rtl/>
        </w:rPr>
        <w:t>مشكلات سے نہ ڈرو، فدا كارى سے منہ نہ موڑو اور اگر تم نے اس حكم سے پيٹھ پھيرى تو خسارے مي</w:t>
      </w:r>
      <w:r w:rsidR="007D6C9B">
        <w:rPr>
          <w:rtl/>
        </w:rPr>
        <w:t xml:space="preserve">ں </w:t>
      </w:r>
      <w:r>
        <w:rPr>
          <w:rtl/>
        </w:rPr>
        <w:t>رہوگے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ارض مقدسہ سے كيا مراد ہے اس، اس سلسلے مي</w:t>
      </w:r>
      <w:r w:rsidR="007D6C9B">
        <w:rPr>
          <w:rtl/>
        </w:rPr>
        <w:t xml:space="preserve">ں </w:t>
      </w:r>
      <w:r>
        <w:rPr>
          <w:rtl/>
        </w:rPr>
        <w:t>مفسرين نے بہت كچھ كہا ہے، بعض بيت المقدس كہتے ہي</w:t>
      </w:r>
      <w:r w:rsidR="007D6C9B">
        <w:rPr>
          <w:rtl/>
        </w:rPr>
        <w:t xml:space="preserve">ں </w:t>
      </w:r>
      <w:r>
        <w:rPr>
          <w:rtl/>
        </w:rPr>
        <w:t>كچھ اردن يا فلسطين كانام ليتے ہي</w:t>
      </w:r>
      <w:r w:rsidR="007D6C9B">
        <w:rPr>
          <w:rtl/>
        </w:rPr>
        <w:t xml:space="preserve">ں </w:t>
      </w:r>
      <w:r>
        <w:rPr>
          <w:rtl/>
        </w:rPr>
        <w:t>اور بعض سرزمين طور سمجھتے ہي</w:t>
      </w:r>
      <w:r w:rsidR="007D6C9B">
        <w:rPr>
          <w:rtl/>
        </w:rPr>
        <w:t xml:space="preserve">ں </w:t>
      </w:r>
      <w:r>
        <w:rPr>
          <w:rtl/>
        </w:rPr>
        <w:t>، ليكن بعيد نہي</w:t>
      </w:r>
      <w:r w:rsidR="007D6C9B">
        <w:rPr>
          <w:rtl/>
        </w:rPr>
        <w:t xml:space="preserve">ں </w:t>
      </w:r>
      <w:r>
        <w:rPr>
          <w:rtl/>
        </w:rPr>
        <w:t>كہ اس سے مراد منطقہ شامات ہو، جس مي</w:t>
      </w:r>
      <w:r w:rsidR="007D6C9B">
        <w:rPr>
          <w:rtl/>
        </w:rPr>
        <w:t xml:space="preserve">ں </w:t>
      </w:r>
      <w:r>
        <w:rPr>
          <w:rtl/>
        </w:rPr>
        <w:t>تمام مذكورہ علاقے شامل ہي</w:t>
      </w:r>
      <w:r w:rsidR="007D6C9B">
        <w:rPr>
          <w:rtl/>
        </w:rPr>
        <w:t xml:space="preserve">ں </w:t>
      </w:r>
      <w:r>
        <w:rPr>
          <w:rtl/>
        </w:rPr>
        <w:t xml:space="preserve">_ </w:t>
      </w:r>
    </w:p>
    <w:p w:rsidR="00DE2D7F" w:rsidRDefault="00DE2D7F" w:rsidP="00D07B54">
      <w:pPr>
        <w:pStyle w:val="libNormal"/>
        <w:rPr>
          <w:rtl/>
        </w:rPr>
      </w:pPr>
      <w:r>
        <w:rPr>
          <w:rtl/>
        </w:rPr>
        <w:t>كيونكہ تاريخ شاہد ہے كہ يہ سارا علاقہ انبياء الہى كا گہوراہ، عظيم اديان كے ظہور كى زمين اور طول تاريخ مي</w:t>
      </w:r>
      <w:r w:rsidR="007D6C9B">
        <w:rPr>
          <w:rtl/>
        </w:rPr>
        <w:t xml:space="preserve">ں </w:t>
      </w:r>
      <w:r>
        <w:rPr>
          <w:rtl/>
        </w:rPr>
        <w:t xml:space="preserve">توحيد، خدا پرستى اور تعليمات انبياء كى نشرواشاعت كا مركزرہاہے_ </w:t>
      </w:r>
    </w:p>
    <w:p w:rsidR="00DE2D7F" w:rsidRDefault="00DE2D7F" w:rsidP="00D07B54">
      <w:pPr>
        <w:pStyle w:val="libNormal"/>
        <w:rPr>
          <w:rtl/>
        </w:rPr>
      </w:pPr>
      <w:r>
        <w:rPr>
          <w:rtl/>
        </w:rPr>
        <w:t xml:space="preserve">لہذا اسے سرزمين مقدس كہاگيا ہے اگرچہ بعض اوقات خاص بيت المقدس كو بھى ارض مقدس كہاجاتاہے_ </w:t>
      </w:r>
    </w:p>
    <w:p w:rsidR="00DE2D7F" w:rsidRDefault="00DE2D7F" w:rsidP="00D07B54">
      <w:pPr>
        <w:pStyle w:val="libNormal"/>
        <w:rPr>
          <w:rtl/>
        </w:rPr>
      </w:pPr>
      <w:r>
        <w:rPr>
          <w:rtl/>
        </w:rPr>
        <w:t>بنى اسرائيل نے اس حكم پر حضرت موسى عليہ السلام كو وہى جواب ديا جو ايسے موقع پر كمزور، بزدل اور جاہل لوگ ديا كرتے ہي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141</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آيت </w:t>
      </w:r>
      <w:r w:rsidR="00E664BB">
        <w:rPr>
          <w:rtl/>
        </w:rPr>
        <w:t>141</w:t>
      </w:r>
      <w:r>
        <w:rPr>
          <w:rtl/>
        </w:rPr>
        <w:t xml:space="preserve"> </w:t>
      </w:r>
    </w:p>
    <w:p w:rsidR="00DE2D7F" w:rsidRDefault="00DE2D7F" w:rsidP="00D07B54">
      <w:pPr>
        <w:pStyle w:val="libFootnote"/>
        <w:rPr>
          <w:rtl/>
        </w:rPr>
      </w:pPr>
      <w:r>
        <w:rPr>
          <w:rtl/>
        </w:rPr>
        <w:t>(</w:t>
      </w:r>
      <w:r w:rsidR="00E664BB">
        <w:rPr>
          <w:rtl/>
        </w:rPr>
        <w:t>3</w:t>
      </w:r>
      <w:r>
        <w:rPr>
          <w:rtl/>
        </w:rPr>
        <w:t>)سورہ مائدہ آيت</w:t>
      </w:r>
      <w:r w:rsidR="00E664BB">
        <w:rPr>
          <w:rtl/>
        </w:rPr>
        <w:t>21</w:t>
      </w:r>
      <w:r>
        <w:rPr>
          <w:rtl/>
        </w:rPr>
        <w:t xml:space="preserve"> </w:t>
      </w:r>
    </w:p>
    <w:p w:rsidR="00057743" w:rsidRDefault="001648F9" w:rsidP="00D07B54">
      <w:pPr>
        <w:pStyle w:val="libNormal"/>
        <w:rPr>
          <w:rtl/>
        </w:rPr>
      </w:pPr>
      <w:r>
        <w:rPr>
          <w:rtl/>
        </w:rPr>
        <w:t xml:space="preserve"> </w:t>
      </w:r>
      <w:r>
        <w:rPr>
          <w:rtl/>
        </w:rPr>
        <w:br w:type="page"/>
      </w:r>
    </w:p>
    <w:p w:rsidR="00057743" w:rsidRDefault="00057743" w:rsidP="00D07B54">
      <w:pPr>
        <w:pStyle w:val="libNormal"/>
        <w:rPr>
          <w:rtl/>
        </w:rPr>
      </w:pPr>
    </w:p>
    <w:p w:rsidR="00DE2D7F" w:rsidRDefault="00DE2D7F" w:rsidP="00D07B54">
      <w:pPr>
        <w:pStyle w:val="libNormal"/>
        <w:rPr>
          <w:rtl/>
        </w:rPr>
      </w:pPr>
      <w:r>
        <w:rPr>
          <w:rtl/>
        </w:rPr>
        <w:t>ايسے لوگ چاہتے ہي</w:t>
      </w:r>
      <w:r w:rsidR="007D6C9B">
        <w:rPr>
          <w:rtl/>
        </w:rPr>
        <w:t xml:space="preserve">ں </w:t>
      </w:r>
      <w:r>
        <w:rPr>
          <w:rtl/>
        </w:rPr>
        <w:t>كہ تمام كاميابيا</w:t>
      </w:r>
      <w:r w:rsidR="007D6C9B">
        <w:rPr>
          <w:rtl/>
        </w:rPr>
        <w:t xml:space="preserve">ں </w:t>
      </w:r>
      <w:r>
        <w:rPr>
          <w:rtl/>
        </w:rPr>
        <w:t>انھي</w:t>
      </w:r>
      <w:r w:rsidR="007D6C9B">
        <w:rPr>
          <w:rtl/>
        </w:rPr>
        <w:t xml:space="preserve">ں </w:t>
      </w:r>
      <w:r>
        <w:rPr>
          <w:rtl/>
        </w:rPr>
        <w:t>اتفاقا ًاور معجزانہ طور پر ہى حاصل ہوجائي</w:t>
      </w:r>
      <w:r w:rsidR="007D6C9B">
        <w:rPr>
          <w:rtl/>
        </w:rPr>
        <w:t xml:space="preserve">ں </w:t>
      </w:r>
      <w:r>
        <w:rPr>
          <w:rtl/>
        </w:rPr>
        <w:t>يعنى لقمہ بھى كوئي اٹھاكران كے منہ مي</w:t>
      </w:r>
      <w:r w:rsidR="007D6C9B">
        <w:rPr>
          <w:rtl/>
        </w:rPr>
        <w:t xml:space="preserve">ں </w:t>
      </w:r>
      <w:r>
        <w:rPr>
          <w:rtl/>
        </w:rPr>
        <w:t>ڈال دے وہ حضرت موسى عليہ السلام سے كہنے لگے :'' آپ جانتے ہي</w:t>
      </w:r>
      <w:r w:rsidR="007D6C9B">
        <w:rPr>
          <w:rtl/>
        </w:rPr>
        <w:t xml:space="preserve">ں </w:t>
      </w:r>
      <w:r>
        <w:rPr>
          <w:rtl/>
        </w:rPr>
        <w:t>كہ اس علاقے مي</w:t>
      </w:r>
      <w:r w:rsidR="007D6C9B">
        <w:rPr>
          <w:rtl/>
        </w:rPr>
        <w:t xml:space="preserve">ں </w:t>
      </w:r>
      <w:r>
        <w:rPr>
          <w:rtl/>
        </w:rPr>
        <w:t>ايك جابر اور جنگجو گروہ رہتاہے جب تك وہ اسے خالى كركے باہر نہ چلاجائے ہم تو اس علاقے مي</w:t>
      </w:r>
      <w:r w:rsidR="007D6C9B">
        <w:rPr>
          <w:rtl/>
        </w:rPr>
        <w:t xml:space="preserve">ں </w:t>
      </w:r>
      <w:r>
        <w:rPr>
          <w:rtl/>
        </w:rPr>
        <w:t>قدم تك نہي</w:t>
      </w:r>
      <w:r w:rsidR="007D6C9B">
        <w:rPr>
          <w:rtl/>
        </w:rPr>
        <w:t xml:space="preserve">ں </w:t>
      </w:r>
      <w:r>
        <w:rPr>
          <w:rtl/>
        </w:rPr>
        <w:t>ركھي</w:t>
      </w:r>
      <w:r w:rsidR="007D6C9B">
        <w:rPr>
          <w:rtl/>
        </w:rPr>
        <w:t xml:space="preserve">ں </w:t>
      </w:r>
      <w:r>
        <w:rPr>
          <w:rtl/>
        </w:rPr>
        <w:t>گے اسى صورت مي</w:t>
      </w:r>
      <w:r w:rsidR="007D6C9B">
        <w:rPr>
          <w:rtl/>
        </w:rPr>
        <w:t xml:space="preserve">ں </w:t>
      </w:r>
      <w:r>
        <w:rPr>
          <w:rtl/>
        </w:rPr>
        <w:t>ہم آپ كى اطاعت كري</w:t>
      </w:r>
      <w:r w:rsidR="007D6C9B">
        <w:rPr>
          <w:rtl/>
        </w:rPr>
        <w:t xml:space="preserve">ں </w:t>
      </w:r>
      <w:r>
        <w:rPr>
          <w:rtl/>
        </w:rPr>
        <w:t>گے اور سرزمين مقدس مي</w:t>
      </w:r>
      <w:r w:rsidR="007D6C9B">
        <w:rPr>
          <w:rtl/>
        </w:rPr>
        <w:t xml:space="preserve">ں </w:t>
      </w:r>
      <w:r>
        <w:rPr>
          <w:rtl/>
        </w:rPr>
        <w:t>داخل ہو</w:t>
      </w:r>
      <w:r w:rsidR="007D6C9B">
        <w:rPr>
          <w:rtl/>
        </w:rPr>
        <w:t xml:space="preserve">ں </w:t>
      </w:r>
      <w:r>
        <w:rPr>
          <w:rtl/>
        </w:rPr>
        <w:t>گے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بنى اسرائيل كا يہ جواب اچھى طرح نشاندہى كرتا ہے كہ طويل فرعونى استعمارنے ان كى نسلو</w:t>
      </w:r>
      <w:r w:rsidR="007D6C9B">
        <w:rPr>
          <w:rtl/>
        </w:rPr>
        <w:t xml:space="preserve">ں </w:t>
      </w:r>
      <w:r>
        <w:rPr>
          <w:rtl/>
        </w:rPr>
        <w:t xml:space="preserve">پر كيسا اثر چھوڑا تھا لفظ'' لن '' جود ائمى پر دلالت كرتا ہے اس سے ظاہر ہوتا ہے كہ وہ لوگ سرزمين مقدس كى آزادى كے لئے مقابلے سے كس قدر خوف زدہ تھے _ </w:t>
      </w:r>
    </w:p>
    <w:p w:rsidR="00DE2D7F" w:rsidRDefault="00DE2D7F" w:rsidP="00D07B54">
      <w:pPr>
        <w:pStyle w:val="libNormal"/>
        <w:rPr>
          <w:rtl/>
        </w:rPr>
      </w:pPr>
      <w:r>
        <w:rPr>
          <w:rtl/>
        </w:rPr>
        <w:t>چاہئے تو يہ تھا كہ بنى اسرائيل سعى وكوشش كرتے، جہادو قربانى كے جذبے سے كام اور سرزمين مقدس پر قبضہ كرليتے اگر فرض كري</w:t>
      </w:r>
      <w:r w:rsidR="007D6C9B">
        <w:rPr>
          <w:rtl/>
        </w:rPr>
        <w:t xml:space="preserve">ں </w:t>
      </w:r>
      <w:r>
        <w:rPr>
          <w:rtl/>
        </w:rPr>
        <w:t>كہ سنت الہى كے برخلاف بغير كسى اقدام كے ان كے تمام دشمن معجزانہ طور پر نابود ہوجاتے اور بغير كوئي تكليف اٹھائے وہ وسيع علاقے كے وارث بن جاتے تو اس كانظام چلانے اور اس كى حفاظت مي</w:t>
      </w:r>
      <w:r w:rsidR="007D6C9B">
        <w:rPr>
          <w:rtl/>
        </w:rPr>
        <w:t xml:space="preserve">ں </w:t>
      </w:r>
      <w:r>
        <w:rPr>
          <w:rtl/>
        </w:rPr>
        <w:t>بھى ناكام رہتے بغير زحمت سے حاصل كى ہوئي چيز كى حفاظت سے انھي</w:t>
      </w:r>
      <w:r w:rsidR="007D6C9B">
        <w:rPr>
          <w:rtl/>
        </w:rPr>
        <w:t xml:space="preserve">ں </w:t>
      </w:r>
      <w:r>
        <w:rPr>
          <w:rtl/>
        </w:rPr>
        <w:t xml:space="preserve">كيا سروكار ہوسكتا تھا نہ وہ اس كے لئے تيار ہوتے اور نہ اہل _ </w:t>
      </w:r>
    </w:p>
    <w:p w:rsidR="00DE2D7F" w:rsidRDefault="00DE2D7F" w:rsidP="00D07B54">
      <w:pPr>
        <w:pStyle w:val="libNormal"/>
        <w:rPr>
          <w:rtl/>
        </w:rPr>
      </w:pPr>
      <w:r>
        <w:rPr>
          <w:rtl/>
        </w:rPr>
        <w:t>جيسا كہ تواريخ سے ظاہر ہوتا ہے آيت مي</w:t>
      </w:r>
      <w:r w:rsidR="007D6C9B">
        <w:rPr>
          <w:rtl/>
        </w:rPr>
        <w:t xml:space="preserve">ں </w:t>
      </w:r>
      <w:r>
        <w:rPr>
          <w:rtl/>
        </w:rPr>
        <w:t>قوم جبار سے مراد قوم ''عمالقہ'' ہے يہ لوگ سخت جان اور بلند قامت تھے يہا</w:t>
      </w:r>
      <w:r w:rsidR="007D6C9B">
        <w:rPr>
          <w:rtl/>
        </w:rPr>
        <w:t xml:space="preserve">ں </w:t>
      </w:r>
      <w:r>
        <w:rPr>
          <w:rtl/>
        </w:rPr>
        <w:t>تك كہ ان كى بلند قامت كے بارے مي</w:t>
      </w:r>
      <w:r w:rsidR="007D6C9B">
        <w:rPr>
          <w:rtl/>
        </w:rPr>
        <w:t xml:space="preserve">ں </w:t>
      </w:r>
      <w:r>
        <w:rPr>
          <w:rtl/>
        </w:rPr>
        <w:t>بہت مبالغے ہوئے اور افسانے تراشے گئے اس سلسلے مي</w:t>
      </w:r>
      <w:r w:rsidR="007D6C9B">
        <w:rPr>
          <w:rtl/>
        </w:rPr>
        <w:t xml:space="preserve">ں </w:t>
      </w:r>
      <w:r>
        <w:rPr>
          <w:rtl/>
        </w:rPr>
        <w:t>مضحكہ خيز باتي</w:t>
      </w:r>
      <w:r w:rsidR="007D6C9B">
        <w:rPr>
          <w:rtl/>
        </w:rPr>
        <w:t xml:space="preserve">ں </w:t>
      </w:r>
      <w:r>
        <w:rPr>
          <w:rtl/>
        </w:rPr>
        <w:t>گھڑى گئي</w:t>
      </w:r>
      <w:r w:rsidR="007D6C9B">
        <w:rPr>
          <w:rtl/>
        </w:rPr>
        <w:t xml:space="preserve">ں </w:t>
      </w:r>
      <w:r>
        <w:rPr>
          <w:rtl/>
        </w:rPr>
        <w:t>جن كے لئے كوئي عملى دليل نہي</w:t>
      </w:r>
      <w:r w:rsidR="007D6C9B">
        <w:rPr>
          <w:rtl/>
        </w:rPr>
        <w:t xml:space="preserve">ں </w:t>
      </w:r>
      <w:r>
        <w:rPr>
          <w:rtl/>
        </w:rPr>
        <w:t>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مائدہ آيت </w:t>
      </w:r>
      <w:r w:rsidR="00E664BB">
        <w:rPr>
          <w:rtl/>
        </w:rPr>
        <w:t>22</w:t>
      </w:r>
      <w:r>
        <w:rPr>
          <w:rtl/>
        </w:rPr>
        <w:t xml:space="preserve"> </w:t>
      </w:r>
    </w:p>
    <w:p w:rsidR="00DE2D7F" w:rsidRDefault="00DE2D7F" w:rsidP="00D07B54">
      <w:pPr>
        <w:pStyle w:val="libFootnote"/>
        <w:rPr>
          <w:rtl/>
        </w:rPr>
      </w:pPr>
      <w:r>
        <w:rPr>
          <w:rtl/>
        </w:rPr>
        <w:t>(</w:t>
      </w:r>
      <w:r w:rsidR="00E664BB">
        <w:rPr>
          <w:rtl/>
        </w:rPr>
        <w:t>2</w:t>
      </w:r>
      <w:r>
        <w:rPr>
          <w:rtl/>
        </w:rPr>
        <w:t>)خصوصاً '' عوج'' كے بارے مي</w:t>
      </w:r>
      <w:r w:rsidR="007D6C9B">
        <w:rPr>
          <w:rtl/>
        </w:rPr>
        <w:t xml:space="preserve">ں </w:t>
      </w:r>
      <w:r>
        <w:rPr>
          <w:rtl/>
        </w:rPr>
        <w:t>خرافات سے معمور ايسى كہانيا</w:t>
      </w:r>
      <w:r w:rsidR="007D6C9B">
        <w:rPr>
          <w:rtl/>
        </w:rPr>
        <w:t xml:space="preserve">ں </w:t>
      </w:r>
      <w:r>
        <w:rPr>
          <w:rtl/>
        </w:rPr>
        <w:t>تاريخو</w:t>
      </w:r>
      <w:r w:rsidR="007D6C9B">
        <w:rPr>
          <w:rtl/>
        </w:rPr>
        <w:t xml:space="preserve">ں </w:t>
      </w:r>
      <w:r>
        <w:rPr>
          <w:rtl/>
        </w:rPr>
        <w:t>مي</w:t>
      </w:r>
      <w:r w:rsidR="007D6C9B">
        <w:rPr>
          <w:rtl/>
        </w:rPr>
        <w:t xml:space="preserve">ں </w:t>
      </w:r>
      <w:r>
        <w:rPr>
          <w:rtl/>
        </w:rPr>
        <w:t>ملتى ہي</w:t>
      </w:r>
      <w:r w:rsidR="007D6C9B">
        <w:rPr>
          <w:rtl/>
        </w:rPr>
        <w:t xml:space="preserve">ں </w:t>
      </w:r>
      <w:r>
        <w:rPr>
          <w:rtl/>
        </w:rPr>
        <w:t>_اس سے معلوم ہوتا ہے كہ ايسے افسانے جن مي</w:t>
      </w:r>
      <w:r w:rsidR="007D6C9B">
        <w:rPr>
          <w:rtl/>
        </w:rPr>
        <w:t xml:space="preserve">ں </w:t>
      </w:r>
      <w:r>
        <w:rPr>
          <w:rtl/>
        </w:rPr>
        <w:t>سے بعض اسلامى كتب مي</w:t>
      </w:r>
      <w:r w:rsidR="007D6C9B">
        <w:rPr>
          <w:rtl/>
        </w:rPr>
        <w:t xml:space="preserve">ں </w:t>
      </w:r>
      <w:r>
        <w:rPr>
          <w:rtl/>
        </w:rPr>
        <w:t>بھى آگئے ہي</w:t>
      </w:r>
      <w:r w:rsidR="007D6C9B">
        <w:rPr>
          <w:rtl/>
        </w:rPr>
        <w:t xml:space="preserve">ں </w:t>
      </w:r>
      <w:r>
        <w:rPr>
          <w:rtl/>
        </w:rPr>
        <w:t>، دراصل بنى اسرائيل كے گھڑے ہوئے ہي</w:t>
      </w:r>
      <w:r w:rsidR="007D6C9B">
        <w:rPr>
          <w:rtl/>
        </w:rPr>
        <w:t xml:space="preserve">ں </w:t>
      </w:r>
      <w:r>
        <w:rPr>
          <w:rtl/>
        </w:rPr>
        <w:t>انھي</w:t>
      </w:r>
      <w:r w:rsidR="007D6C9B">
        <w:rPr>
          <w:rtl/>
        </w:rPr>
        <w:t xml:space="preserve">ں </w:t>
      </w:r>
      <w:r>
        <w:rPr>
          <w:rtl/>
        </w:rPr>
        <w:t>عام طورپر '' اسرائيليات''كہا جاتا ہے اس كى دليل يہ ہے كہ خود موجودہ توريت كے متن مي</w:t>
      </w:r>
      <w:r w:rsidR="007D6C9B">
        <w:rPr>
          <w:rtl/>
        </w:rPr>
        <w:t xml:space="preserve">ں </w:t>
      </w:r>
      <w:r>
        <w:rPr>
          <w:rtl/>
        </w:rPr>
        <w:t>ايسے افسانے دكھائي ديتے ہي</w:t>
      </w:r>
      <w:r w:rsidR="007D6C9B">
        <w:rPr>
          <w:rtl/>
        </w:rPr>
        <w:t xml:space="preserve">ں </w:t>
      </w:r>
      <w:r>
        <w:rPr>
          <w:rtl/>
        </w:rPr>
        <w:t xml:space="preserve">_ </w:t>
      </w:r>
    </w:p>
    <w:p w:rsidR="00057743" w:rsidRDefault="001648F9" w:rsidP="00D07B54">
      <w:pPr>
        <w:pStyle w:val="libNormal"/>
        <w:rPr>
          <w:rtl/>
        </w:rPr>
      </w:pPr>
      <w:r>
        <w:rPr>
          <w:rtl/>
        </w:rPr>
        <w:t xml:space="preserve"> </w:t>
      </w:r>
      <w:r>
        <w:rPr>
          <w:rtl/>
        </w:rPr>
        <w:br w:type="page"/>
      </w:r>
    </w:p>
    <w:p w:rsidR="00057743" w:rsidRDefault="00057743" w:rsidP="00D07B54">
      <w:pPr>
        <w:pStyle w:val="libNormal"/>
        <w:rPr>
          <w:rtl/>
        </w:rPr>
      </w:pPr>
    </w:p>
    <w:p w:rsidR="00DE2D7F" w:rsidRDefault="00DE2D7F" w:rsidP="00D07B54">
      <w:pPr>
        <w:pStyle w:val="libNormal"/>
        <w:rPr>
          <w:rtl/>
        </w:rPr>
      </w:pPr>
      <w:r>
        <w:rPr>
          <w:rtl/>
        </w:rPr>
        <w:t>اس كے بعد قرآن كہتا ہے :''اس وقت اہل ايمان مي</w:t>
      </w:r>
      <w:r w:rsidR="007D6C9B">
        <w:rPr>
          <w:rtl/>
        </w:rPr>
        <w:t xml:space="preserve">ں </w:t>
      </w:r>
      <w:r>
        <w:rPr>
          <w:rtl/>
        </w:rPr>
        <w:t>سے دوافراد ايسے تھے جن كے دل مي</w:t>
      </w:r>
      <w:r w:rsidR="007D6C9B">
        <w:rPr>
          <w:rtl/>
        </w:rPr>
        <w:t xml:space="preserve">ں </w:t>
      </w:r>
      <w:r>
        <w:rPr>
          <w:rtl/>
        </w:rPr>
        <w:t>خوف خدا تھا اور اس بنا پر انھي</w:t>
      </w:r>
      <w:r w:rsidR="007D6C9B">
        <w:rPr>
          <w:rtl/>
        </w:rPr>
        <w:t xml:space="preserve">ں </w:t>
      </w:r>
      <w:r>
        <w:rPr>
          <w:rtl/>
        </w:rPr>
        <w:t>عظيم نعمتي</w:t>
      </w:r>
      <w:r w:rsidR="007D6C9B">
        <w:rPr>
          <w:rtl/>
        </w:rPr>
        <w:t xml:space="preserve">ں </w:t>
      </w:r>
      <w:r>
        <w:rPr>
          <w:rtl/>
        </w:rPr>
        <w:t>ميسر تھي</w:t>
      </w:r>
      <w:r w:rsidR="007D6C9B">
        <w:rPr>
          <w:rtl/>
        </w:rPr>
        <w:t xml:space="preserve">ں </w:t>
      </w:r>
      <w:r>
        <w:rPr>
          <w:rtl/>
        </w:rPr>
        <w:t>ان مي</w:t>
      </w:r>
      <w:r w:rsidR="007D6C9B">
        <w:rPr>
          <w:rtl/>
        </w:rPr>
        <w:t xml:space="preserve">ں </w:t>
      </w:r>
      <w:r>
        <w:rPr>
          <w:rtl/>
        </w:rPr>
        <w:t>استقامت وشجاعت بھى تھى ، وہ دور انديش بھى تھے اور اجتماعى اور فوجى نقطہ نظر سے بھى بصيرت ركھتے تھے انھو</w:t>
      </w:r>
      <w:r w:rsidR="007D6C9B">
        <w:rPr>
          <w:rtl/>
        </w:rPr>
        <w:t xml:space="preserve">ں </w:t>
      </w:r>
      <w:r>
        <w:rPr>
          <w:rtl/>
        </w:rPr>
        <w:t xml:space="preserve">نے حضرت موسى عليہ السلام كى دفاعى تجويز كى حمايت كى اور بنى اسرائيل سے كہنے لگے : تم شہر كے دروازے سے داخل ہوجائو اور اگر تم داخل ہوگئے تو كامياب ہوجائو گے ''_ </w:t>
      </w:r>
    </w:p>
    <w:p w:rsidR="00DE2D7F" w:rsidRDefault="00DE2D7F" w:rsidP="00D07B54">
      <w:pPr>
        <w:pStyle w:val="libNormal"/>
        <w:rPr>
          <w:rtl/>
        </w:rPr>
      </w:pPr>
      <w:r>
        <w:rPr>
          <w:rtl/>
        </w:rPr>
        <w:t>ليكن ہر صورت مي</w:t>
      </w:r>
      <w:r w:rsidR="007D6C9B">
        <w:rPr>
          <w:rtl/>
        </w:rPr>
        <w:t xml:space="preserve">ں </w:t>
      </w:r>
      <w:r>
        <w:rPr>
          <w:rtl/>
        </w:rPr>
        <w:t>تمہي</w:t>
      </w:r>
      <w:r w:rsidR="007D6C9B">
        <w:rPr>
          <w:rtl/>
        </w:rPr>
        <w:t xml:space="preserve">ں </w:t>
      </w:r>
      <w:r>
        <w:rPr>
          <w:rtl/>
        </w:rPr>
        <w:t>روح ايمان سے مدد حاصل كرنا چاہئے اور خدا پر بھروسہ كروتاكہ اس مقصد كو پالو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بارے مي</w:t>
      </w:r>
      <w:r w:rsidR="007D6C9B">
        <w:rPr>
          <w:rtl/>
        </w:rPr>
        <w:t xml:space="preserve">ں </w:t>
      </w:r>
      <w:r>
        <w:rPr>
          <w:rtl/>
        </w:rPr>
        <w:t>كہ يہ دو آدمى كون تھے ؟اكثر مفسرين نے لكھا ہے كہ وہ'' يوشع بن نون'' اور'' كالب بن يوفنا''(''يفنہ ''بھى لكھتے ہي</w:t>
      </w:r>
      <w:r w:rsidR="007D6C9B">
        <w:rPr>
          <w:rtl/>
        </w:rPr>
        <w:t xml:space="preserve">ں </w:t>
      </w:r>
      <w:r>
        <w:rPr>
          <w:rtl/>
        </w:rPr>
        <w:t>) تھے جو بنى اسرائيل كے نقيبو</w:t>
      </w:r>
      <w:r w:rsidR="007D6C9B">
        <w:rPr>
          <w:rtl/>
        </w:rPr>
        <w:t xml:space="preserve">ں </w:t>
      </w:r>
      <w:r>
        <w:rPr>
          <w:rtl/>
        </w:rPr>
        <w:t>مي</w:t>
      </w:r>
      <w:r w:rsidR="007D6C9B">
        <w:rPr>
          <w:rtl/>
        </w:rPr>
        <w:t xml:space="preserve">ں </w:t>
      </w:r>
      <w:r>
        <w:rPr>
          <w:rtl/>
        </w:rPr>
        <w:t xml:space="preserve">سے تھے _ </w:t>
      </w:r>
    </w:p>
    <w:p w:rsidR="00DE2D7F" w:rsidRDefault="00DE2D7F" w:rsidP="00D07B54">
      <w:pPr>
        <w:pStyle w:val="libNormal"/>
        <w:rPr>
          <w:rtl/>
        </w:rPr>
      </w:pPr>
    </w:p>
    <w:p w:rsidR="00057743" w:rsidRDefault="00DE2D7F" w:rsidP="00D07B54">
      <w:pPr>
        <w:pStyle w:val="Heading2Center"/>
        <w:rPr>
          <w:rtl/>
        </w:rPr>
      </w:pPr>
      <w:bookmarkStart w:id="253" w:name="_Toc7268650"/>
      <w:r>
        <w:rPr>
          <w:rtl/>
        </w:rPr>
        <w:t>جب كامياب ہو جاو تو ہمي</w:t>
      </w:r>
      <w:r w:rsidR="007D6C9B">
        <w:rPr>
          <w:rtl/>
        </w:rPr>
        <w:t xml:space="preserve">ں </w:t>
      </w:r>
      <w:r>
        <w:rPr>
          <w:rtl/>
        </w:rPr>
        <w:t>بھى خبركرنا</w:t>
      </w:r>
      <w:bookmarkEnd w:id="253"/>
    </w:p>
    <w:p w:rsidR="00DE2D7F" w:rsidRDefault="00DE2D7F" w:rsidP="00D07B54">
      <w:pPr>
        <w:pStyle w:val="libNormal"/>
        <w:rPr>
          <w:rtl/>
        </w:rPr>
      </w:pPr>
      <w:r>
        <w:rPr>
          <w:rtl/>
        </w:rPr>
        <w:t xml:space="preserve"> بنى اسرائيل نے يہ تجويز قبول نہ كى اور ضعف وكمزورى جوان كى روح پر قبضہ كرچكى تھي، كے باعث انھو</w:t>
      </w:r>
      <w:r w:rsidR="007D6C9B">
        <w:rPr>
          <w:rtl/>
        </w:rPr>
        <w:t xml:space="preserve">ں </w:t>
      </w:r>
      <w:r>
        <w:rPr>
          <w:rtl/>
        </w:rPr>
        <w:t>نے صراحت سے حضرت موسى عليہ السلام سے كہا:'' جب تك وہ لوگ اس سرزمين مي</w:t>
      </w:r>
      <w:r w:rsidR="007D6C9B">
        <w:rPr>
          <w:rtl/>
        </w:rPr>
        <w:t xml:space="preserve">ں </w:t>
      </w:r>
      <w:r>
        <w:rPr>
          <w:rtl/>
        </w:rPr>
        <w:t>ہي</w:t>
      </w:r>
      <w:r w:rsidR="007D6C9B">
        <w:rPr>
          <w:rtl/>
        </w:rPr>
        <w:t xml:space="preserve">ں </w:t>
      </w:r>
      <w:r>
        <w:rPr>
          <w:rtl/>
        </w:rPr>
        <w:t>ہم ہرگز داخل نہي</w:t>
      </w:r>
      <w:r w:rsidR="007D6C9B">
        <w:rPr>
          <w:rtl/>
        </w:rPr>
        <w:t xml:space="preserve">ں </w:t>
      </w:r>
      <w:r>
        <w:rPr>
          <w:rtl/>
        </w:rPr>
        <w:t>ہو</w:t>
      </w:r>
      <w:r w:rsidR="007D6C9B">
        <w:rPr>
          <w:rtl/>
        </w:rPr>
        <w:t xml:space="preserve">ں </w:t>
      </w:r>
      <w:r>
        <w:rPr>
          <w:rtl/>
        </w:rPr>
        <w:t>گے، تم اور تمہارا پروردگار جس نے تم سے كاميابى كا وعدہ كيا ہے،جائو اور عمالقہ سے جنگ كرو اور جب كامياب ہوجائو تو ہمي</w:t>
      </w:r>
      <w:r w:rsidR="007D6C9B">
        <w:rPr>
          <w:rtl/>
        </w:rPr>
        <w:t xml:space="preserve">ں </w:t>
      </w:r>
      <w:r>
        <w:rPr>
          <w:rtl/>
        </w:rPr>
        <w:t>بتادينا ہم يہي</w:t>
      </w:r>
      <w:r w:rsidR="007D6C9B">
        <w:rPr>
          <w:rtl/>
        </w:rPr>
        <w:t xml:space="preserve">ں </w:t>
      </w:r>
      <w:r>
        <w:rPr>
          <w:rtl/>
        </w:rPr>
        <w:t>بيٹھے ہي</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بنى اسرائيل نے اپنے پيغمبر كے ساتھ جسارت كى انتہاكردى تھي، كيونكہ پہلے تو انھو</w:t>
      </w:r>
      <w:r w:rsidR="007D6C9B">
        <w:rPr>
          <w:rtl/>
        </w:rPr>
        <w:t xml:space="preserve">ں </w:t>
      </w:r>
      <w:r>
        <w:rPr>
          <w:rtl/>
        </w:rPr>
        <w:t>نے لفظ ''لن'' اور'' ابداً'' استعمال كركے اپنى صريح مخالفت كا اظہار كيا اورپھر يہ كہا كہ تم اور تمہارا پروردگار جائو اور جنگ كرو، ہم تو يہا</w:t>
      </w:r>
      <w:r w:rsidR="007D6C9B">
        <w:rPr>
          <w:rtl/>
        </w:rPr>
        <w:t xml:space="preserve">ں </w:t>
      </w:r>
      <w:r>
        <w:rPr>
          <w:rtl/>
        </w:rPr>
        <w:t>بيٹھے ہي</w:t>
      </w:r>
      <w:r w:rsidR="007D6C9B">
        <w:rPr>
          <w:rtl/>
        </w:rPr>
        <w:t xml:space="preserve">ں </w:t>
      </w:r>
      <w:r>
        <w:rPr>
          <w:rtl/>
        </w:rPr>
        <w:t>،انھو</w:t>
      </w:r>
      <w:r w:rsidR="007D6C9B">
        <w:rPr>
          <w:rtl/>
        </w:rPr>
        <w:t xml:space="preserve">ں </w:t>
      </w:r>
      <w:r>
        <w:rPr>
          <w:rtl/>
        </w:rPr>
        <w:t>نے حضرت موسى عليہ السلام اور ان كے وعدو</w:t>
      </w:r>
      <w:r w:rsidR="007D6C9B">
        <w:rPr>
          <w:rtl/>
        </w:rPr>
        <w:t xml:space="preserve">ں </w:t>
      </w:r>
      <w:r>
        <w:rPr>
          <w:rtl/>
        </w:rPr>
        <w:t>كي، تحقير كى يہا</w:t>
      </w:r>
      <w:r w:rsidR="007D6C9B">
        <w:rPr>
          <w:rtl/>
        </w:rPr>
        <w:t xml:space="preserve">ں </w:t>
      </w:r>
      <w:r>
        <w:rPr>
          <w:rtl/>
        </w:rPr>
        <w:t>تك كہ خدا كے ان دوبندو</w:t>
      </w:r>
      <w:r w:rsidR="007D6C9B">
        <w:rPr>
          <w:rtl/>
        </w:rPr>
        <w:t xml:space="preserve">ں </w:t>
      </w:r>
      <w:r>
        <w:rPr>
          <w:rtl/>
        </w:rPr>
        <w:t>كى تجويز كى بھى پرواہ نہي</w:t>
      </w:r>
      <w:r w:rsidR="007D6C9B">
        <w:rPr>
          <w:rtl/>
        </w:rPr>
        <w:t xml:space="preserve">ں </w:t>
      </w:r>
      <w:r>
        <w:rPr>
          <w:rtl/>
        </w:rPr>
        <w:t>كى اور شايد انھي</w:t>
      </w:r>
      <w:r w:rsidR="007D6C9B">
        <w:rPr>
          <w:rtl/>
        </w:rPr>
        <w:t xml:space="preserve">ں </w:t>
      </w:r>
      <w:r>
        <w:rPr>
          <w:rtl/>
        </w:rPr>
        <w:t>تو كوئي مختصر سا جواب تك نہي</w:t>
      </w:r>
      <w:r w:rsidR="007D6C9B">
        <w:rPr>
          <w:rtl/>
        </w:rPr>
        <w:t xml:space="preserve">ں </w:t>
      </w:r>
      <w:r>
        <w:rPr>
          <w:rtl/>
        </w:rPr>
        <w:t xml:space="preserve">ديا_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مائدہ آيت </w:t>
      </w:r>
      <w:r w:rsidR="00E664BB">
        <w:rPr>
          <w:rtl/>
        </w:rPr>
        <w:t>23</w:t>
      </w:r>
      <w:r>
        <w:rPr>
          <w:rtl/>
        </w:rPr>
        <w:t xml:space="preserve"> </w:t>
      </w:r>
    </w:p>
    <w:p w:rsidR="00DE2D7F" w:rsidRDefault="00DE2D7F" w:rsidP="00D07B54">
      <w:pPr>
        <w:pStyle w:val="libFootnote"/>
        <w:rPr>
          <w:rtl/>
        </w:rPr>
      </w:pPr>
      <w:r>
        <w:rPr>
          <w:rtl/>
        </w:rPr>
        <w:t>(</w:t>
      </w:r>
      <w:r w:rsidR="00E664BB">
        <w:rPr>
          <w:rtl/>
        </w:rPr>
        <w:t>2</w:t>
      </w:r>
      <w:r>
        <w:rPr>
          <w:rtl/>
        </w:rPr>
        <w:t>)سورہ مائدہ آيت</w:t>
      </w:r>
      <w:r w:rsidR="00E664BB">
        <w:rPr>
          <w:rtl/>
        </w:rPr>
        <w:t>24</w:t>
      </w:r>
      <w:r>
        <w:rPr>
          <w:rtl/>
        </w:rPr>
        <w:t xml:space="preserve"> </w:t>
      </w:r>
    </w:p>
    <w:p w:rsidR="00057743" w:rsidRDefault="001648F9" w:rsidP="00D07B54">
      <w:pPr>
        <w:pStyle w:val="libNormal"/>
        <w:rPr>
          <w:rtl/>
        </w:rPr>
      </w:pPr>
      <w:r>
        <w:rPr>
          <w:rtl/>
        </w:rPr>
        <w:t xml:space="preserve"> </w:t>
      </w:r>
      <w:r>
        <w:rPr>
          <w:rtl/>
        </w:rPr>
        <w:br w:type="page"/>
      </w:r>
    </w:p>
    <w:p w:rsidR="00057743" w:rsidRDefault="00057743" w:rsidP="00D07B54">
      <w:pPr>
        <w:pStyle w:val="libNormal"/>
        <w:rPr>
          <w:rtl/>
        </w:rPr>
      </w:pPr>
    </w:p>
    <w:p w:rsidR="00DE2D7F" w:rsidRDefault="00DE2D7F" w:rsidP="00D07B54">
      <w:pPr>
        <w:pStyle w:val="libNormal"/>
        <w:rPr>
          <w:rtl/>
        </w:rPr>
      </w:pPr>
      <w:r>
        <w:rPr>
          <w:rtl/>
        </w:rPr>
        <w:t xml:space="preserve">يہ امر قابل توجہ ہے كہ موجودہ توريت سفر اعداد باب </w:t>
      </w:r>
      <w:r w:rsidR="00E664BB">
        <w:rPr>
          <w:rtl/>
        </w:rPr>
        <w:t>14</w:t>
      </w:r>
      <w:r>
        <w:rPr>
          <w:rtl/>
        </w:rPr>
        <w:t>/ مي</w:t>
      </w:r>
      <w:r w:rsidR="007D6C9B">
        <w:rPr>
          <w:rtl/>
        </w:rPr>
        <w:t xml:space="preserve">ں </w:t>
      </w:r>
      <w:r>
        <w:rPr>
          <w:rtl/>
        </w:rPr>
        <w:t>بھى اس داستان كے بعض اہم حصے موجود ہي</w:t>
      </w:r>
      <w:r w:rsidR="007D6C9B">
        <w:rPr>
          <w:rtl/>
        </w:rPr>
        <w:t xml:space="preserve">ں </w:t>
      </w:r>
      <w:r>
        <w:rPr>
          <w:rtl/>
        </w:rPr>
        <w:t xml:space="preserve">_ </w:t>
      </w:r>
    </w:p>
    <w:p w:rsidR="00DE2D7F" w:rsidRDefault="00DE2D7F" w:rsidP="00D07B54">
      <w:pPr>
        <w:pStyle w:val="libNormal"/>
        <w:rPr>
          <w:rtl/>
        </w:rPr>
      </w:pPr>
      <w:r>
        <w:rPr>
          <w:rtl/>
        </w:rPr>
        <w:t>حضرت موسى عليہ السلام ان لوگو</w:t>
      </w:r>
      <w:r w:rsidR="007D6C9B">
        <w:rPr>
          <w:rtl/>
        </w:rPr>
        <w:t xml:space="preserve">ں </w:t>
      </w:r>
      <w:r>
        <w:rPr>
          <w:rtl/>
        </w:rPr>
        <w:t>سے بالكل مايوس ہوگئے اور انھو</w:t>
      </w:r>
      <w:r w:rsidR="007D6C9B">
        <w:rPr>
          <w:rtl/>
        </w:rPr>
        <w:t xml:space="preserve">ں </w:t>
      </w:r>
      <w:r>
        <w:rPr>
          <w:rtl/>
        </w:rPr>
        <w:t>نے دعا كے لئے ہاتھ اٹھا ديئے اور ان سے عليحدگى كے لئے يو</w:t>
      </w:r>
      <w:r w:rsidR="007D6C9B">
        <w:rPr>
          <w:rtl/>
        </w:rPr>
        <w:t xml:space="preserve">ں </w:t>
      </w:r>
      <w:r>
        <w:rPr>
          <w:rtl/>
        </w:rPr>
        <w:t>تقاضا كيا : ''پروردگارميرا تو صرف اپنے آپ پر اور اپنے بھائي پر بس چلتا ہے : خدايا ہمارے اور اس فاسق وسركش گروہ مي</w:t>
      </w:r>
      <w:r w:rsidR="007D6C9B">
        <w:rPr>
          <w:rtl/>
        </w:rPr>
        <w:t xml:space="preserve">ں </w:t>
      </w:r>
      <w:r>
        <w:rPr>
          <w:rtl/>
        </w:rPr>
        <w:t xml:space="preserve">جدائي ڈال دے''_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057743" w:rsidRDefault="00DE2D7F" w:rsidP="00D07B54">
      <w:pPr>
        <w:pStyle w:val="Heading2Center"/>
        <w:rPr>
          <w:rtl/>
        </w:rPr>
      </w:pPr>
      <w:bookmarkStart w:id="254" w:name="_Toc7268651"/>
      <w:r>
        <w:rPr>
          <w:rtl/>
        </w:rPr>
        <w:t>بنى اسرائيل بيابان مي</w:t>
      </w:r>
      <w:r w:rsidR="007D6C9B">
        <w:rPr>
          <w:rtl/>
        </w:rPr>
        <w:t xml:space="preserve">ں </w:t>
      </w:r>
      <w:r>
        <w:rPr>
          <w:rtl/>
        </w:rPr>
        <w:t>سرگردا</w:t>
      </w:r>
      <w:r w:rsidR="007D6C9B">
        <w:rPr>
          <w:rtl/>
        </w:rPr>
        <w:t>ں</w:t>
      </w:r>
      <w:bookmarkEnd w:id="254"/>
      <w:r w:rsidR="007D6C9B">
        <w:rPr>
          <w:rtl/>
        </w:rPr>
        <w:t xml:space="preserve"> </w:t>
      </w:r>
    </w:p>
    <w:p w:rsidR="00DE2D7F" w:rsidRDefault="00DE2D7F" w:rsidP="00D07B54">
      <w:pPr>
        <w:pStyle w:val="libNormal"/>
        <w:rPr>
          <w:rtl/>
        </w:rPr>
      </w:pPr>
      <w:r>
        <w:rPr>
          <w:rtl/>
        </w:rPr>
        <w:t>آخركار حضرت موسى عليہ السلام كى دعا قبول ہوئي اور بنى اسرائيل اپنے ان برے اعمال كے انجام سے دوچار ہوئے خدا كى طرف سے حضرت موسى عليہ السلام كو وحى ہوئي :''يہ لوگ اس مقدس سرزمين سے چاليس سال تك محروم رہي</w:t>
      </w:r>
      <w:r w:rsidR="007D6C9B">
        <w:rPr>
          <w:rtl/>
        </w:rPr>
        <w:t xml:space="preserve">ں </w:t>
      </w:r>
      <w:r>
        <w:rPr>
          <w:rtl/>
        </w:rPr>
        <w:t>گے جو طرح طرح كى مادى اورر وحانى نعمات سے مالامال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علاوہ ازي</w:t>
      </w:r>
      <w:r w:rsidR="007D6C9B">
        <w:rPr>
          <w:rtl/>
        </w:rPr>
        <w:t xml:space="preserve">ں </w:t>
      </w:r>
      <w:r>
        <w:rPr>
          <w:rtl/>
        </w:rPr>
        <w:t>ان چاليس سالو</w:t>
      </w:r>
      <w:r w:rsidR="007D6C9B">
        <w:rPr>
          <w:rtl/>
        </w:rPr>
        <w:t xml:space="preserve">ں </w:t>
      </w:r>
      <w:r>
        <w:rPr>
          <w:rtl/>
        </w:rPr>
        <w:t>مي</w:t>
      </w:r>
      <w:r w:rsidR="007D6C9B">
        <w:rPr>
          <w:rtl/>
        </w:rPr>
        <w:t xml:space="preserve">ں </w:t>
      </w:r>
      <w:r>
        <w:rPr>
          <w:rtl/>
        </w:rPr>
        <w:t>انھي</w:t>
      </w:r>
      <w:r w:rsidR="007D6C9B">
        <w:rPr>
          <w:rtl/>
        </w:rPr>
        <w:t xml:space="preserve">ں </w:t>
      </w:r>
      <w:r>
        <w:rPr>
          <w:rtl/>
        </w:rPr>
        <w:t>اس بيابان مي</w:t>
      </w:r>
      <w:r w:rsidR="007D6C9B">
        <w:rPr>
          <w:rtl/>
        </w:rPr>
        <w:t xml:space="preserve">ں </w:t>
      </w:r>
      <w:r>
        <w:rPr>
          <w:rtl/>
        </w:rPr>
        <w:t>سرگردا</w:t>
      </w:r>
      <w:r w:rsidR="007D6C9B">
        <w:rPr>
          <w:rtl/>
        </w:rPr>
        <w:t xml:space="preserve">ں </w:t>
      </w:r>
      <w:r>
        <w:rPr>
          <w:rtl/>
        </w:rPr>
        <w:t>رہنا ہوگا اس كے بعد حضرت موسى عليہ السلام سے فرمايا گيا ہے : ''اس قوم كے سرپر جو كچھ بھى آئے وہ صحيح ہے، ان كے اس انجام پر كبھى غمگين نہ ہونا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آخرى جملہ شايد اس لئے ہو كہ جب بنى اسرائيل كے لئے يہ فرمان صادر ہوا كہ وہ چاليس سال تك سزا كے طور پر بيابان مي</w:t>
      </w:r>
      <w:r w:rsidR="007D6C9B">
        <w:rPr>
          <w:rtl/>
        </w:rPr>
        <w:t xml:space="preserve">ں </w:t>
      </w:r>
      <w:r>
        <w:rPr>
          <w:rtl/>
        </w:rPr>
        <w:t>سرگردا</w:t>
      </w:r>
      <w:r w:rsidR="007D6C9B">
        <w:rPr>
          <w:rtl/>
        </w:rPr>
        <w:t xml:space="preserve">ں </w:t>
      </w:r>
      <w:r>
        <w:rPr>
          <w:rtl/>
        </w:rPr>
        <w:t>رہي</w:t>
      </w:r>
      <w:r w:rsidR="007D6C9B">
        <w:rPr>
          <w:rtl/>
        </w:rPr>
        <w:t xml:space="preserve">ں </w:t>
      </w:r>
      <w:r>
        <w:rPr>
          <w:rtl/>
        </w:rPr>
        <w:t>حضرت موسى عليہ السلام كے دل مي</w:t>
      </w:r>
      <w:r w:rsidR="007D6C9B">
        <w:rPr>
          <w:rtl/>
        </w:rPr>
        <w:t xml:space="preserve">ں </w:t>
      </w:r>
      <w:r>
        <w:rPr>
          <w:rtl/>
        </w:rPr>
        <w:t>جذب ہ مہربانى پيدا ہوا ہو اور شايد انھو</w:t>
      </w:r>
      <w:r w:rsidR="007D6C9B">
        <w:rPr>
          <w:rtl/>
        </w:rPr>
        <w:t xml:space="preserve">ں </w:t>
      </w:r>
      <w:r>
        <w:rPr>
          <w:rtl/>
        </w:rPr>
        <w:t>نے درگاہ خداوندى مي</w:t>
      </w:r>
      <w:r w:rsidR="007D6C9B">
        <w:rPr>
          <w:rtl/>
        </w:rPr>
        <w:t xml:space="preserve">ں </w:t>
      </w:r>
      <w:r>
        <w:rPr>
          <w:rtl/>
        </w:rPr>
        <w:t>ان كے لئے عفوودر گذر كى درخواست بھى كى ہوجيسا كہ موجودہ توريت مي</w:t>
      </w:r>
      <w:r w:rsidR="007D6C9B">
        <w:rPr>
          <w:rtl/>
        </w:rPr>
        <w:t xml:space="preserve">ں </w:t>
      </w:r>
      <w:r>
        <w:rPr>
          <w:rtl/>
        </w:rPr>
        <w:t xml:space="preserve">بھى ہے_ </w:t>
      </w:r>
    </w:p>
    <w:p w:rsidR="00DE2D7F" w:rsidRDefault="00DE2D7F" w:rsidP="00D07B54">
      <w:pPr>
        <w:pStyle w:val="libNormal"/>
        <w:rPr>
          <w:rtl/>
        </w:rPr>
      </w:pPr>
      <w:r>
        <w:rPr>
          <w:rtl/>
        </w:rPr>
        <w:t>ليكن انھي</w:t>
      </w:r>
      <w:r w:rsidR="007D6C9B">
        <w:rPr>
          <w:rtl/>
        </w:rPr>
        <w:t xml:space="preserve">ں </w:t>
      </w:r>
      <w:r>
        <w:rPr>
          <w:rtl/>
        </w:rPr>
        <w:t>فوراً جواب ديا گيا كہ وہ اس سزا كے مستحق ہي</w:t>
      </w:r>
      <w:r w:rsidR="007D6C9B">
        <w:rPr>
          <w:rtl/>
        </w:rPr>
        <w:t xml:space="preserve">ں </w:t>
      </w:r>
      <w:r>
        <w:rPr>
          <w:rtl/>
        </w:rPr>
        <w:t>نہ كہ عفوودرگذركے، كيونكہ جيسا كہ قرآن مي</w:t>
      </w:r>
      <w:r w:rsidR="007D6C9B">
        <w:rPr>
          <w:rtl/>
        </w:rPr>
        <w:t xml:space="preserve">ں </w:t>
      </w:r>
      <w:r>
        <w:rPr>
          <w:rtl/>
        </w:rPr>
        <w:t>ہے كہ وہ فاسق اور سركش لوگ تھے اور جو ايسے ہو</w:t>
      </w:r>
      <w:r w:rsidR="007D6C9B">
        <w:rPr>
          <w:rtl/>
        </w:rPr>
        <w:t xml:space="preserve">ں </w:t>
      </w:r>
      <w:r>
        <w:rPr>
          <w:rtl/>
        </w:rPr>
        <w:t xml:space="preserve">ان كے لئے يہ انجام حتمى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مائدہ آيت</w:t>
      </w:r>
      <w:r w:rsidR="00E664BB">
        <w:rPr>
          <w:rtl/>
        </w:rPr>
        <w:t>25</w:t>
      </w:r>
      <w:r>
        <w:rPr>
          <w:rtl/>
        </w:rPr>
        <w:t xml:space="preserve"> </w:t>
      </w:r>
    </w:p>
    <w:p w:rsidR="00DE2D7F" w:rsidRDefault="00DE2D7F" w:rsidP="00D07B54">
      <w:pPr>
        <w:pStyle w:val="libFootnote"/>
        <w:rPr>
          <w:rtl/>
        </w:rPr>
      </w:pPr>
      <w:r>
        <w:rPr>
          <w:rtl/>
        </w:rPr>
        <w:t>(</w:t>
      </w:r>
      <w:r w:rsidR="00E664BB">
        <w:rPr>
          <w:rtl/>
        </w:rPr>
        <w:t>2</w:t>
      </w:r>
      <w:r>
        <w:rPr>
          <w:rtl/>
        </w:rPr>
        <w:t>)سورہ مائدہ آيت</w:t>
      </w:r>
      <w:r w:rsidR="00E664BB">
        <w:rPr>
          <w:rtl/>
        </w:rPr>
        <w:t>26</w:t>
      </w:r>
      <w:r>
        <w:rPr>
          <w:rtl/>
        </w:rPr>
        <w:t xml:space="preserve"> </w:t>
      </w:r>
    </w:p>
    <w:p w:rsidR="00DE2D7F" w:rsidRDefault="00DE2D7F" w:rsidP="00D07B54">
      <w:pPr>
        <w:pStyle w:val="libFootnote"/>
        <w:rPr>
          <w:rtl/>
        </w:rPr>
      </w:pPr>
      <w:r>
        <w:rPr>
          <w:rtl/>
        </w:rPr>
        <w:t>(</w:t>
      </w:r>
      <w:r w:rsidR="00E664BB">
        <w:rPr>
          <w:rtl/>
        </w:rPr>
        <w:t>3</w:t>
      </w:r>
      <w:r>
        <w:rPr>
          <w:rtl/>
        </w:rPr>
        <w:t xml:space="preserve">)سورہ مائدہ آيت </w:t>
      </w:r>
    </w:p>
    <w:p w:rsidR="00057743" w:rsidRDefault="00C2634E" w:rsidP="00D07B54">
      <w:pPr>
        <w:pStyle w:val="libNormal"/>
        <w:rPr>
          <w:rtl/>
        </w:rPr>
      </w:pPr>
      <w:r>
        <w:rPr>
          <w:rtl/>
        </w:rPr>
        <w:t xml:space="preserve"> </w:t>
      </w:r>
      <w:r>
        <w:rPr>
          <w:rtl/>
        </w:rPr>
        <w:br w:type="page"/>
      </w:r>
    </w:p>
    <w:p w:rsidR="00057743" w:rsidRDefault="00057743" w:rsidP="00D07B54">
      <w:pPr>
        <w:pStyle w:val="libNormal"/>
        <w:rPr>
          <w:rtl/>
        </w:rPr>
      </w:pPr>
    </w:p>
    <w:p w:rsidR="00DE2D7F" w:rsidRDefault="00DE2D7F" w:rsidP="00D07B54">
      <w:pPr>
        <w:pStyle w:val="libNormal"/>
        <w:rPr>
          <w:rtl/>
        </w:rPr>
      </w:pPr>
      <w:r>
        <w:rPr>
          <w:rtl/>
        </w:rPr>
        <w:t>توجہ رہے كہ ان كے لئے چاليس سال كى يہ محروميت انتقامى جذبے سے نہ تھى (جيسا كہ خدا كى طرف سے كوئي سزا بھى ايسى نہي</w:t>
      </w:r>
      <w:r w:rsidR="007D6C9B">
        <w:rPr>
          <w:rtl/>
        </w:rPr>
        <w:t xml:space="preserve">ں </w:t>
      </w:r>
      <w:r>
        <w:rPr>
          <w:rtl/>
        </w:rPr>
        <w:t>ہوتى بلكہ وہ يا اصلاح كے لئے ہوتى ہے اور يا عمل كا نتيجہ)درحقيقت اس كا ايك فلسفہ تھا اور وہ يہ كہ بنى اسرائيل ايك طويل عرصے تك فرعونى استعمار كى ضربي</w:t>
      </w:r>
      <w:r w:rsidR="007D6C9B">
        <w:rPr>
          <w:rtl/>
        </w:rPr>
        <w:t xml:space="preserve">ں </w:t>
      </w:r>
      <w:r>
        <w:rPr>
          <w:rtl/>
        </w:rPr>
        <w:t>جھيل چكے تھے،اس عرصے مي</w:t>
      </w:r>
      <w:r w:rsidR="007D6C9B">
        <w:rPr>
          <w:rtl/>
        </w:rPr>
        <w:t xml:space="preserve">ں </w:t>
      </w:r>
      <w:r>
        <w:rPr>
          <w:rtl/>
        </w:rPr>
        <w:t>حقارت آميز رسومات،اپنے مقام كى عدم شناخت اور احساسات ذلت كا شكار ہو چكے تھے اور حضرت موسى عليہ السلام جيسے عظيم رہبر كى سر پرستى مي</w:t>
      </w:r>
      <w:r w:rsidR="007D6C9B">
        <w:rPr>
          <w:rtl/>
        </w:rPr>
        <w:t xml:space="preserve">ں </w:t>
      </w:r>
      <w:r>
        <w:rPr>
          <w:rtl/>
        </w:rPr>
        <w:t>اس تھوڑے سے عرصے مي</w:t>
      </w:r>
      <w:r w:rsidR="007D6C9B">
        <w:rPr>
          <w:rtl/>
        </w:rPr>
        <w:t xml:space="preserve">ں </w:t>
      </w:r>
      <w:r>
        <w:rPr>
          <w:rtl/>
        </w:rPr>
        <w:t>اپنى روح كو ان خاميو</w:t>
      </w:r>
      <w:r w:rsidR="007D6C9B">
        <w:rPr>
          <w:rtl/>
        </w:rPr>
        <w:t xml:space="preserve">ں </w:t>
      </w:r>
      <w:r>
        <w:rPr>
          <w:rtl/>
        </w:rPr>
        <w:t>سے پاك نہي</w:t>
      </w:r>
      <w:r w:rsidR="007D6C9B">
        <w:rPr>
          <w:rtl/>
        </w:rPr>
        <w:t xml:space="preserve">ں </w:t>
      </w:r>
      <w:r>
        <w:rPr>
          <w:rtl/>
        </w:rPr>
        <w:t>كرسكے تھے اور وہ ايك ہى جست مي</w:t>
      </w:r>
      <w:r w:rsidR="007D6C9B">
        <w:rPr>
          <w:rtl/>
        </w:rPr>
        <w:t xml:space="preserve">ں </w:t>
      </w:r>
      <w:r>
        <w:rPr>
          <w:rtl/>
        </w:rPr>
        <w:t>افتخار،قدرت اور سربلندى كى نئي زندگى كے لئے تيار نہي</w:t>
      </w:r>
      <w:r w:rsidR="007D6C9B">
        <w:rPr>
          <w:rtl/>
        </w:rPr>
        <w:t xml:space="preserve">ں </w:t>
      </w:r>
      <w:r>
        <w:rPr>
          <w:rtl/>
        </w:rPr>
        <w:t xml:space="preserve">ہو پائے تھے_ </w:t>
      </w:r>
    </w:p>
    <w:p w:rsidR="00DE2D7F" w:rsidRDefault="00DE2D7F" w:rsidP="00D07B54">
      <w:pPr>
        <w:pStyle w:val="libNormal"/>
        <w:rPr>
          <w:rtl/>
        </w:rPr>
      </w:pPr>
      <w:r>
        <w:rPr>
          <w:rtl/>
        </w:rPr>
        <w:t>حضرت موسى عليہ السلام نے انھي</w:t>
      </w:r>
      <w:r w:rsidR="007D6C9B">
        <w:rPr>
          <w:rtl/>
        </w:rPr>
        <w:t xml:space="preserve">ں </w:t>
      </w:r>
      <w:r>
        <w:rPr>
          <w:rtl/>
        </w:rPr>
        <w:t>مقدس سرزمين كے حصول كے لئے جہاد آزادى كا جو حكم ديا تھا اس پر عمل نہ كرنے كے لئے انھو</w:t>
      </w:r>
      <w:r w:rsidR="007D6C9B">
        <w:rPr>
          <w:rtl/>
        </w:rPr>
        <w:t xml:space="preserve">ں </w:t>
      </w:r>
      <w:r>
        <w:rPr>
          <w:rtl/>
        </w:rPr>
        <w:t xml:space="preserve">نے جو كچھ كہا وہ اس حقيقت كى واضح دليل ہے لہذا ضرورى تھا كہ وہ ايك طويل مدت وسيع بيابانو </w:t>
      </w:r>
      <w:r w:rsidR="007D6C9B">
        <w:rPr>
          <w:rtl/>
        </w:rPr>
        <w:t xml:space="preserve">ں </w:t>
      </w:r>
      <w:r>
        <w:rPr>
          <w:rtl/>
        </w:rPr>
        <w:t>مي</w:t>
      </w:r>
      <w:r w:rsidR="007D6C9B">
        <w:rPr>
          <w:rtl/>
        </w:rPr>
        <w:t xml:space="preserve">ں </w:t>
      </w:r>
      <w:r>
        <w:rPr>
          <w:rtl/>
        </w:rPr>
        <w:t>سرگردا</w:t>
      </w:r>
      <w:r w:rsidR="007D6C9B">
        <w:rPr>
          <w:rtl/>
        </w:rPr>
        <w:t xml:space="preserve">ں </w:t>
      </w:r>
      <w:r>
        <w:rPr>
          <w:rtl/>
        </w:rPr>
        <w:t>رہي</w:t>
      </w:r>
      <w:r w:rsidR="007D6C9B">
        <w:rPr>
          <w:rtl/>
        </w:rPr>
        <w:t xml:space="preserve">ں </w:t>
      </w:r>
      <w:r>
        <w:rPr>
          <w:rtl/>
        </w:rPr>
        <w:t>اور اس طرح ان كى ناتوا</w:t>
      </w:r>
      <w:r w:rsidR="007D6C9B">
        <w:rPr>
          <w:rtl/>
        </w:rPr>
        <w:t xml:space="preserve">ں </w:t>
      </w:r>
      <w:r>
        <w:rPr>
          <w:rtl/>
        </w:rPr>
        <w:t>اور غلامانہ ذہنيت كى حامل موجودہ كمزور نسل آہستہ آہستہ ختم ہوجائے اور نئي نسل حريت و آزادى كے ماحول مي</w:t>
      </w:r>
      <w:r w:rsidR="007D6C9B">
        <w:rPr>
          <w:rtl/>
        </w:rPr>
        <w:t xml:space="preserve">ں </w:t>
      </w:r>
      <w:r>
        <w:rPr>
          <w:rtl/>
        </w:rPr>
        <w:t>اورخدائي تعليمات كى آغوش مي</w:t>
      </w:r>
      <w:r w:rsidR="007D6C9B">
        <w:rPr>
          <w:rtl/>
        </w:rPr>
        <w:t xml:space="preserve">ں </w:t>
      </w:r>
      <w:r>
        <w:rPr>
          <w:rtl/>
        </w:rPr>
        <w:t xml:space="preserve">پروان چڑھے تاكہ وہ اس قسم كے جہاد كے لئے اقدام كرسكے او راس طرح سے اس سرزمين پر حق كى حكمرانى قائم ہو سكے_ </w:t>
      </w:r>
    </w:p>
    <w:p w:rsidR="00DE2D7F" w:rsidRDefault="00DE2D7F" w:rsidP="00D07B54">
      <w:pPr>
        <w:pStyle w:val="libNormal"/>
        <w:rPr>
          <w:rtl/>
        </w:rPr>
      </w:pPr>
    </w:p>
    <w:p w:rsidR="00057743" w:rsidRDefault="00DE2D7F" w:rsidP="00D07B54">
      <w:pPr>
        <w:pStyle w:val="Heading2Center"/>
        <w:rPr>
          <w:rtl/>
        </w:rPr>
      </w:pPr>
      <w:bookmarkStart w:id="255" w:name="_Toc7268652"/>
      <w:r>
        <w:rPr>
          <w:rtl/>
        </w:rPr>
        <w:t>بنى اسرائيل كا ايك گروہ پشيمان ہوا</w:t>
      </w:r>
      <w:bookmarkEnd w:id="255"/>
      <w:r>
        <w:rPr>
          <w:rtl/>
        </w:rPr>
        <w:t xml:space="preserve"> </w:t>
      </w:r>
    </w:p>
    <w:p w:rsidR="00DE2D7F" w:rsidRDefault="00DE2D7F" w:rsidP="00D07B54">
      <w:pPr>
        <w:pStyle w:val="libNormal"/>
        <w:rPr>
          <w:rtl/>
        </w:rPr>
      </w:pPr>
      <w:r>
        <w:rPr>
          <w:rtl/>
        </w:rPr>
        <w:t>بنى اسرارئيل كا ايك گروہ اپنے كئے پر سخت پشيمان ہوا_انہو</w:t>
      </w:r>
      <w:r w:rsidR="007D6C9B">
        <w:rPr>
          <w:rtl/>
        </w:rPr>
        <w:t xml:space="preserve">ں </w:t>
      </w:r>
      <w:r>
        <w:rPr>
          <w:rtl/>
        </w:rPr>
        <w:t>نے بارگاہ خدا كا رخ كيا_خدا نے دوسرى مرتبہ بنى اسرائيل كو اپنى نعمتو</w:t>
      </w:r>
      <w:r w:rsidR="007D6C9B">
        <w:rPr>
          <w:rtl/>
        </w:rPr>
        <w:t xml:space="preserve">ں </w:t>
      </w:r>
      <w:r>
        <w:rPr>
          <w:rtl/>
        </w:rPr>
        <w:t>سے نوازا جن مي</w:t>
      </w:r>
      <w:r w:rsidR="007D6C9B">
        <w:rPr>
          <w:rtl/>
        </w:rPr>
        <w:t xml:space="preserve">ں </w:t>
      </w:r>
      <w:r>
        <w:rPr>
          <w:rtl/>
        </w:rPr>
        <w:t>سے بعض كى طرف قرآن مي</w:t>
      </w:r>
      <w:r w:rsidR="007D6C9B">
        <w:rPr>
          <w:rtl/>
        </w:rPr>
        <w:t xml:space="preserve">ں </w:t>
      </w:r>
      <w:r>
        <w:rPr>
          <w:rtl/>
        </w:rPr>
        <w:t xml:space="preserve">اشارہ كيا گيا ہے_ </w:t>
      </w:r>
    </w:p>
    <w:p w:rsidR="00DE2D7F" w:rsidRDefault="00DE2D7F" w:rsidP="00D07B54">
      <w:pPr>
        <w:pStyle w:val="libNormal"/>
        <w:rPr>
          <w:rtl/>
        </w:rPr>
      </w:pPr>
      <w:r>
        <w:rPr>
          <w:rtl/>
        </w:rPr>
        <w:t>''ہم نے تمہارے سر پر بادل سے سايہ كيا''_</w:t>
      </w:r>
      <w:r w:rsidRPr="00AD1EF3">
        <w:rPr>
          <w:rStyle w:val="libFootnotenumChar"/>
          <w:rtl/>
        </w:rPr>
        <w:t>(</w:t>
      </w:r>
      <w:r w:rsidR="00E664BB" w:rsidRPr="00AD1EF3">
        <w:rPr>
          <w:rStyle w:val="libFootnotenumChar"/>
          <w:rtl/>
        </w:rPr>
        <w:t>1</w:t>
      </w:r>
      <w:r w:rsidRPr="00AD1EF3">
        <w:rPr>
          <w:rStyle w:val="libFootnotenumChar"/>
          <w:rtl/>
        </w:rPr>
        <w:t>)</w:t>
      </w:r>
      <w:r>
        <w:rPr>
          <w:rtl/>
        </w:rPr>
        <w:t>سر خط وہ مسافر جو صبح سے غروب تك سورج كى گرمى مي</w:t>
      </w:r>
      <w:r w:rsidR="007D6C9B">
        <w:rPr>
          <w:rtl/>
        </w:rPr>
        <w:t xml:space="preserve">ں </w:t>
      </w:r>
      <w:r>
        <w:rPr>
          <w:rtl/>
        </w:rPr>
        <w:t>بيابان مي</w:t>
      </w:r>
      <w:r w:rsidR="007D6C9B">
        <w:rPr>
          <w:rtl/>
        </w:rPr>
        <w:t xml:space="preserve">ں </w:t>
      </w:r>
      <w:r>
        <w:rPr>
          <w:rtl/>
        </w:rPr>
        <w:t xml:space="preserve">چلتا ہے وہ ايك لطيف سائے سے كيسى راحت پائے گا(وہ سايہ جو بادل كا ہو جس سے انسان كے لئے نہ تو فضا محدود ہوتى ہو اور نہ جو ہوا چلنے سے مانع ہو)_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)سورہء بقر آيت</w:t>
      </w:r>
      <w:r w:rsidR="00E664BB">
        <w:rPr>
          <w:rtl/>
        </w:rPr>
        <w:t>57</w:t>
      </w:r>
      <w:r>
        <w:rPr>
          <w:rtl/>
        </w:rPr>
        <w:t xml:space="preserve"> </w:t>
      </w:r>
    </w:p>
    <w:p w:rsidR="00057743" w:rsidRDefault="001648F9" w:rsidP="00D07B54">
      <w:pPr>
        <w:pStyle w:val="libNormal"/>
        <w:rPr>
          <w:rtl/>
        </w:rPr>
      </w:pPr>
      <w:r>
        <w:rPr>
          <w:rtl/>
        </w:rPr>
        <w:t xml:space="preserve"> </w:t>
      </w:r>
      <w:r>
        <w:rPr>
          <w:rtl/>
        </w:rPr>
        <w:br w:type="page"/>
      </w:r>
    </w:p>
    <w:p w:rsidR="00057743" w:rsidRDefault="00057743" w:rsidP="00D07B54">
      <w:pPr>
        <w:pStyle w:val="libNormal"/>
        <w:rPr>
          <w:rtl/>
        </w:rPr>
      </w:pPr>
    </w:p>
    <w:p w:rsidR="00DE2D7F" w:rsidRDefault="00DE2D7F" w:rsidP="00D07B54">
      <w:pPr>
        <w:pStyle w:val="libNormal"/>
        <w:rPr>
          <w:rtl/>
        </w:rPr>
      </w:pPr>
      <w:r>
        <w:rPr>
          <w:rtl/>
        </w:rPr>
        <w:t>يہ صحيح ہے كہ بادل كے سايہ فگن ٹكڑو</w:t>
      </w:r>
      <w:r w:rsidR="007D6C9B">
        <w:rPr>
          <w:rtl/>
        </w:rPr>
        <w:t xml:space="preserve">ں </w:t>
      </w:r>
      <w:r>
        <w:rPr>
          <w:rtl/>
        </w:rPr>
        <w:t>كا احتمال ہميشہ بيابان مي</w:t>
      </w:r>
      <w:r w:rsidR="007D6C9B">
        <w:rPr>
          <w:rtl/>
        </w:rPr>
        <w:t xml:space="preserve">ں </w:t>
      </w:r>
      <w:r>
        <w:rPr>
          <w:rtl/>
        </w:rPr>
        <w:t xml:space="preserve">ہوتا ہے ليكن قرآن واضح طور پر كہہ رہا ہے كہ بنى اسرئيل كے ساتھ ايسا عام حالات كى طرح نہ تھا بلكہ وہ لطف خدا سے اكثر اس عظيم نعمت سے بہرہ ور ہوتے تھے_ </w:t>
      </w:r>
    </w:p>
    <w:p w:rsidR="00DE2D7F" w:rsidRDefault="00DE2D7F" w:rsidP="00D07B54">
      <w:pPr>
        <w:pStyle w:val="libNormal"/>
        <w:rPr>
          <w:rtl/>
        </w:rPr>
      </w:pPr>
      <w:r>
        <w:rPr>
          <w:rtl/>
        </w:rPr>
        <w:t>دوسرى طرف اس خشك اور جلادينے والے بيابان مي</w:t>
      </w:r>
      <w:r w:rsidR="007D6C9B">
        <w:rPr>
          <w:rtl/>
        </w:rPr>
        <w:t xml:space="preserve">ں </w:t>
      </w:r>
      <w:r>
        <w:rPr>
          <w:rtl/>
        </w:rPr>
        <w:t>چاليس سا ل كى طويل مدت سرگردا</w:t>
      </w:r>
      <w:r w:rsidR="007D6C9B">
        <w:rPr>
          <w:rtl/>
        </w:rPr>
        <w:t xml:space="preserve">ں </w:t>
      </w:r>
      <w:r>
        <w:rPr>
          <w:rtl/>
        </w:rPr>
        <w:t>رہنے والو</w:t>
      </w:r>
      <w:r w:rsidR="007D6C9B">
        <w:rPr>
          <w:rtl/>
        </w:rPr>
        <w:t xml:space="preserve">ں </w:t>
      </w:r>
      <w:r>
        <w:rPr>
          <w:rtl/>
        </w:rPr>
        <w:t xml:space="preserve">كے لئے غذا كى كافى و وافى ضرورت تھي،اس مشكل كو بھى خداوند عالم نے ان كے لئے حل كرديا ،جيسا كہ اشاد ہوتا ہے:ہم نے'' من وسلوى '' جو لذيذ اور طاقت بخش غذا ہے تم پر نازل كيا_ </w:t>
      </w:r>
    </w:p>
    <w:p w:rsidR="00DE2D7F" w:rsidRDefault="00DE2D7F" w:rsidP="00D07B54">
      <w:pPr>
        <w:pStyle w:val="libNormal"/>
        <w:rPr>
          <w:rtl/>
        </w:rPr>
      </w:pPr>
      <w:r>
        <w:rPr>
          <w:rtl/>
        </w:rPr>
        <w:t>ان پاكيزہ غذائو</w:t>
      </w:r>
      <w:r w:rsidR="007D6C9B">
        <w:rPr>
          <w:rtl/>
        </w:rPr>
        <w:t xml:space="preserve">ں </w:t>
      </w:r>
      <w:r>
        <w:rPr>
          <w:rtl/>
        </w:rPr>
        <w:t>سے جو تمہي</w:t>
      </w:r>
      <w:r w:rsidR="007D6C9B">
        <w:rPr>
          <w:rtl/>
        </w:rPr>
        <w:t xml:space="preserve">ں </w:t>
      </w:r>
      <w:r>
        <w:rPr>
          <w:rtl/>
        </w:rPr>
        <w:t>روزى كے طور پر دى گئي ہي</w:t>
      </w:r>
      <w:r w:rsidR="007D6C9B">
        <w:rPr>
          <w:rtl/>
        </w:rPr>
        <w:t xml:space="preserve">ں </w:t>
      </w:r>
      <w:r>
        <w:rPr>
          <w:rtl/>
        </w:rPr>
        <w:t xml:space="preserve">كھائو(اور حكم خدا كى نافرمانى نہ كرو اور اس كى نعمت كا شكر اداكرو_) </w:t>
      </w:r>
    </w:p>
    <w:p w:rsidR="00DE2D7F" w:rsidRDefault="00DE2D7F" w:rsidP="00D07B54">
      <w:pPr>
        <w:pStyle w:val="libNormal"/>
        <w:rPr>
          <w:rtl/>
        </w:rPr>
      </w:pPr>
      <w:r>
        <w:rPr>
          <w:rtl/>
        </w:rPr>
        <w:t>ليكن وہ پھر بھى شكر گزارى كے دروازے مي</w:t>
      </w:r>
      <w:r w:rsidR="007D6C9B">
        <w:rPr>
          <w:rtl/>
        </w:rPr>
        <w:t xml:space="preserve">ں </w:t>
      </w:r>
      <w:r>
        <w:rPr>
          <w:rtl/>
        </w:rPr>
        <w:t>داخل نہي</w:t>
      </w:r>
      <w:r w:rsidR="007D6C9B">
        <w:rPr>
          <w:rtl/>
        </w:rPr>
        <w:t xml:space="preserve">ں </w:t>
      </w:r>
      <w:r>
        <w:rPr>
          <w:rtl/>
        </w:rPr>
        <w:t>ہوئے(تاہم)''انہو</w:t>
      </w:r>
      <w:r w:rsidR="007D6C9B">
        <w:rPr>
          <w:rtl/>
        </w:rPr>
        <w:t xml:space="preserve">ں </w:t>
      </w:r>
      <w:r>
        <w:rPr>
          <w:rtl/>
        </w:rPr>
        <w:t>نے ہم پر كوئي ظلم نہي</w:t>
      </w:r>
      <w:r w:rsidR="007D6C9B">
        <w:rPr>
          <w:rtl/>
        </w:rPr>
        <w:t xml:space="preserve">ں </w:t>
      </w:r>
      <w:r>
        <w:rPr>
          <w:rtl/>
        </w:rPr>
        <w:t>كيا بلكہ اپنے اوپر ہى ظلم كيا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057743" w:rsidRDefault="00DE2D7F" w:rsidP="00D07B54">
      <w:pPr>
        <w:pStyle w:val="Heading2Center"/>
        <w:rPr>
          <w:rtl/>
        </w:rPr>
      </w:pPr>
      <w:bookmarkStart w:id="256" w:name="_Toc7268653"/>
      <w:r>
        <w:rPr>
          <w:rtl/>
        </w:rPr>
        <w:t>منّ و سلوى كيا ہے؟</w:t>
      </w:r>
      <w:bookmarkEnd w:id="256"/>
    </w:p>
    <w:p w:rsidR="00DE2D7F" w:rsidRDefault="00DE2D7F" w:rsidP="00D07B54">
      <w:pPr>
        <w:pStyle w:val="libNormal"/>
        <w:rPr>
          <w:rtl/>
        </w:rPr>
      </w:pPr>
      <w:r>
        <w:rPr>
          <w:rtl/>
        </w:rPr>
        <w:t xml:space="preserve"> نبى اكرم (ص) سے منقول ايك روايت كے مطابق،آپ نے فرمايا: </w:t>
      </w:r>
    </w:p>
    <w:p w:rsidR="00DE2D7F" w:rsidRDefault="00DE2D7F" w:rsidP="00D07B54">
      <w:pPr>
        <w:pStyle w:val="libNormal"/>
        <w:rPr>
          <w:rtl/>
        </w:rPr>
      </w:pPr>
      <w:r>
        <w:rPr>
          <w:rtl/>
        </w:rPr>
        <w:t>''كھمبى كى قسم كى ايك چيز تھى جو اس زمين مي</w:t>
      </w:r>
      <w:r w:rsidR="007D6C9B">
        <w:rPr>
          <w:rtl/>
        </w:rPr>
        <w:t xml:space="preserve">ں </w:t>
      </w:r>
      <w:r>
        <w:rPr>
          <w:rtl/>
        </w:rPr>
        <w:t>اُگتى تھي''_پس معلوم ہوا كہ ''منّ''ايك ''قارچ''تھى جو اس علاقہ مي</w:t>
      </w:r>
      <w:r w:rsidR="007D6C9B">
        <w:rPr>
          <w:rtl/>
        </w:rPr>
        <w:t xml:space="preserve">ں </w:t>
      </w:r>
      <w:r>
        <w:rPr>
          <w:rtl/>
        </w:rPr>
        <w:t>پيدا ہوتى تھي_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بقر آيت</w:t>
      </w:r>
      <w:r w:rsidR="00E664BB">
        <w:rPr>
          <w:rtl/>
        </w:rPr>
        <w:t>57</w:t>
      </w:r>
      <w:r>
        <w:rPr>
          <w:rtl/>
        </w:rPr>
        <w:t xml:space="preserve"> </w:t>
      </w:r>
    </w:p>
    <w:p w:rsidR="00DE2D7F" w:rsidRDefault="00DE2D7F" w:rsidP="00D07B54">
      <w:pPr>
        <w:pStyle w:val="libFootnote"/>
        <w:rPr>
          <w:rtl/>
        </w:rPr>
      </w:pPr>
      <w:r>
        <w:rPr>
          <w:rtl/>
        </w:rPr>
        <w:t>(</w:t>
      </w:r>
      <w:r w:rsidR="00E664BB">
        <w:rPr>
          <w:rtl/>
        </w:rPr>
        <w:t>2</w:t>
      </w:r>
      <w:r>
        <w:rPr>
          <w:rtl/>
        </w:rPr>
        <w:t>)توريت مي</w:t>
      </w:r>
      <w:r w:rsidR="007D6C9B">
        <w:rPr>
          <w:rtl/>
        </w:rPr>
        <w:t xml:space="preserve">ں </w:t>
      </w:r>
      <w:r>
        <w:rPr>
          <w:rtl/>
        </w:rPr>
        <w:t>ہے كہ ''منّ''دھنيے كے دانو</w:t>
      </w:r>
      <w:r w:rsidR="007D6C9B">
        <w:rPr>
          <w:rtl/>
        </w:rPr>
        <w:t xml:space="preserve">ں </w:t>
      </w:r>
      <w:r>
        <w:rPr>
          <w:rtl/>
        </w:rPr>
        <w:t xml:space="preserve">جيسى كوئي چيزہے جو رات كو اس سر زمين پر آگرتى تھي،بنى اسرائيل اسے اكٹھا كركے پيس ليتے اور اس سے روٹى پكاتے تھے جس كا ذائقہ روغنى روٹى جيسا ہوتا تھا_ </w:t>
      </w:r>
    </w:p>
    <w:p w:rsidR="00057743" w:rsidRDefault="001648F9" w:rsidP="00D07B54">
      <w:pPr>
        <w:pStyle w:val="libNormal"/>
        <w:rPr>
          <w:rtl/>
        </w:rPr>
      </w:pPr>
      <w:r>
        <w:rPr>
          <w:rtl/>
        </w:rPr>
        <w:t xml:space="preserve"> </w:t>
      </w:r>
      <w:r>
        <w:rPr>
          <w:rtl/>
        </w:rPr>
        <w:br w:type="page"/>
      </w:r>
    </w:p>
    <w:p w:rsidR="00057743" w:rsidRDefault="00057743" w:rsidP="00D07B54">
      <w:pPr>
        <w:pStyle w:val="libNormal"/>
        <w:rPr>
          <w:rtl/>
        </w:rPr>
      </w:pPr>
    </w:p>
    <w:p w:rsidR="00DE2D7F" w:rsidRDefault="00DE2D7F" w:rsidP="00D07B54">
      <w:pPr>
        <w:pStyle w:val="libNormal"/>
        <w:rPr>
          <w:rtl/>
        </w:rPr>
      </w:pPr>
      <w:r>
        <w:rPr>
          <w:rtl/>
        </w:rPr>
        <w:t>ايك احتمال اور بھى ہے كہ بنى اسرائيل كى سرگردانى كے زمانے مي</w:t>
      </w:r>
      <w:r w:rsidR="007D6C9B">
        <w:rPr>
          <w:rtl/>
        </w:rPr>
        <w:t xml:space="preserve">ں </w:t>
      </w:r>
      <w:r>
        <w:rPr>
          <w:rtl/>
        </w:rPr>
        <w:t>خدا كے لطف وكرم سے جو نفع بخش بارشي</w:t>
      </w:r>
      <w:r w:rsidR="007D6C9B">
        <w:rPr>
          <w:rtl/>
        </w:rPr>
        <w:t xml:space="preserve">ں </w:t>
      </w:r>
      <w:r>
        <w:rPr>
          <w:rtl/>
        </w:rPr>
        <w:t>برستى تھي</w:t>
      </w:r>
      <w:r w:rsidR="007D6C9B">
        <w:rPr>
          <w:rtl/>
        </w:rPr>
        <w:t xml:space="preserve">ں </w:t>
      </w:r>
      <w:r>
        <w:rPr>
          <w:rtl/>
        </w:rPr>
        <w:t>ان كے نتيجے مي</w:t>
      </w:r>
      <w:r w:rsidR="007D6C9B">
        <w:rPr>
          <w:rtl/>
        </w:rPr>
        <w:t xml:space="preserve">ں </w:t>
      </w:r>
      <w:r>
        <w:rPr>
          <w:rtl/>
        </w:rPr>
        <w:t>درختو</w:t>
      </w:r>
      <w:r w:rsidR="007D6C9B">
        <w:rPr>
          <w:rtl/>
        </w:rPr>
        <w:t xml:space="preserve">ں </w:t>
      </w:r>
      <w:r>
        <w:rPr>
          <w:rtl/>
        </w:rPr>
        <w:t xml:space="preserve">سے كوئي خاص قسم كا صمغ اور شيرہ نكلتا تھا اور بنى اسرائيل اس سے مستفيد ہوتے تھے_ </w:t>
      </w:r>
    </w:p>
    <w:p w:rsidR="00DE2D7F" w:rsidRDefault="00DE2D7F" w:rsidP="00D07B54">
      <w:pPr>
        <w:pStyle w:val="libNormal"/>
        <w:rPr>
          <w:rtl/>
        </w:rPr>
      </w:pPr>
      <w:r>
        <w:rPr>
          <w:rtl/>
        </w:rPr>
        <w:t>بعض نے كہا ہے كہ'' منّ'' سے مراد وہ تمام نعمتي</w:t>
      </w:r>
      <w:r w:rsidR="007D6C9B">
        <w:rPr>
          <w:rtl/>
        </w:rPr>
        <w:t xml:space="preserve">ں </w:t>
      </w:r>
      <w:r>
        <w:rPr>
          <w:rtl/>
        </w:rPr>
        <w:t>جو خدانے بنى اسرائيل كو عطا فرمائي تھي</w:t>
      </w:r>
      <w:r w:rsidR="007D6C9B">
        <w:rPr>
          <w:rtl/>
        </w:rPr>
        <w:t xml:space="preserve">ں </w:t>
      </w:r>
      <w:r>
        <w:rPr>
          <w:rtl/>
        </w:rPr>
        <w:t>اور سلوى وہ تمام عطيات ہي</w:t>
      </w:r>
      <w:r w:rsidR="007D6C9B">
        <w:rPr>
          <w:rtl/>
        </w:rPr>
        <w:t xml:space="preserve">ں </w:t>
      </w:r>
      <w:r>
        <w:rPr>
          <w:rtl/>
        </w:rPr>
        <w:t xml:space="preserve">جو ان كى راحت و آرام اور اطمينان كا سبب تھے_ </w:t>
      </w:r>
    </w:p>
    <w:p w:rsidR="00DE2D7F" w:rsidRDefault="00DE2D7F" w:rsidP="00D07B54">
      <w:pPr>
        <w:pStyle w:val="libNormal"/>
        <w:rPr>
          <w:rtl/>
        </w:rPr>
      </w:pPr>
      <w:r>
        <w:rPr>
          <w:rtl/>
        </w:rPr>
        <w:t>''سلوى ''اگر چہ بعض مفسرين نے اسے شہد كے ہم معنى ليا ہے ليكن دوسرے تقريباًسب مفسرين نے اسے پرندے كى ايك قسم قرار ديا ہے_يہ پرندہ اطراف اور مختلف علاقو</w:t>
      </w:r>
      <w:r w:rsidR="007D6C9B">
        <w:rPr>
          <w:rtl/>
        </w:rPr>
        <w:t xml:space="preserve">ں </w:t>
      </w:r>
      <w:r>
        <w:rPr>
          <w:rtl/>
        </w:rPr>
        <w:t>سے كثرت سے اس علاقے مي</w:t>
      </w:r>
      <w:r w:rsidR="007D6C9B">
        <w:rPr>
          <w:rtl/>
        </w:rPr>
        <w:t xml:space="preserve">ں </w:t>
      </w:r>
      <w:r>
        <w:rPr>
          <w:rtl/>
        </w:rPr>
        <w:t>آتا تھا اور بنى اسرائيل اس كے گوشت سے استفادہ كرتے تھے_عہدين پر لكھى گئي تفسير مي</w:t>
      </w:r>
      <w:r w:rsidR="007D6C9B">
        <w:rPr>
          <w:rtl/>
        </w:rPr>
        <w:t xml:space="preserve">ں </w:t>
      </w:r>
      <w:r>
        <w:rPr>
          <w:rtl/>
        </w:rPr>
        <w:t>بھى اس نظريہ كى تائيد دكھائي ديتى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البتہ بنى اسرائيل كى سرگردانى كے دنو</w:t>
      </w:r>
      <w:r w:rsidR="007D6C9B">
        <w:rPr>
          <w:rtl/>
        </w:rPr>
        <w:t xml:space="preserve">ں </w:t>
      </w:r>
      <w:r>
        <w:rPr>
          <w:rtl/>
        </w:rPr>
        <w:t>مي</w:t>
      </w:r>
      <w:r w:rsidR="007D6C9B">
        <w:rPr>
          <w:rtl/>
        </w:rPr>
        <w:t xml:space="preserve">ں </w:t>
      </w:r>
      <w:r>
        <w:rPr>
          <w:rtl/>
        </w:rPr>
        <w:t>ان پر خدا كا يہ خاص لطف وكرم تھا كہ يہ پرندہ وہا</w:t>
      </w:r>
      <w:r w:rsidR="007D6C9B">
        <w:rPr>
          <w:rtl/>
        </w:rPr>
        <w:t xml:space="preserve">ں </w:t>
      </w:r>
      <w:r>
        <w:rPr>
          <w:rtl/>
        </w:rPr>
        <w:t>كثرت سے ہوتا تھا تا كہ وہ اس سے استفادہ كرسكي</w:t>
      </w:r>
      <w:r w:rsidR="007D6C9B">
        <w:rPr>
          <w:rtl/>
        </w:rPr>
        <w:t xml:space="preserve">ں </w:t>
      </w:r>
      <w:r>
        <w:rPr>
          <w:rtl/>
        </w:rPr>
        <w:t>_ورنہ تو عام حالات مي</w:t>
      </w:r>
      <w:r w:rsidR="007D6C9B">
        <w:rPr>
          <w:rtl/>
        </w:rPr>
        <w:t xml:space="preserve">ں </w:t>
      </w:r>
      <w:r>
        <w:rPr>
          <w:rtl/>
        </w:rPr>
        <w:t xml:space="preserve">اس طرح كى نعمت كا وجود مشكل تھا_ </w:t>
      </w:r>
    </w:p>
    <w:p w:rsidR="00DE2D7F" w:rsidRDefault="00DE2D7F" w:rsidP="00D07B54">
      <w:pPr>
        <w:pStyle w:val="libNormal"/>
        <w:rPr>
          <w:rtl/>
        </w:rPr>
      </w:pPr>
      <w:r>
        <w:rPr>
          <w:rtl/>
        </w:rPr>
        <w:t>بعض ديگر حضرات كے نزديك''من''ايك قسم كا طبيعى شہد ہے اور بنى اسرائيل اس بيابان مي</w:t>
      </w:r>
      <w:r w:rsidR="007D6C9B">
        <w:rPr>
          <w:rtl/>
        </w:rPr>
        <w:t xml:space="preserve">ں </w:t>
      </w:r>
      <w:r>
        <w:rPr>
          <w:rtl/>
        </w:rPr>
        <w:t>طويل مدت تك چلتے پھرتے رہنے سے شہد كے مخزنو</w:t>
      </w:r>
      <w:r w:rsidR="007D6C9B">
        <w:rPr>
          <w:rtl/>
        </w:rPr>
        <w:t xml:space="preserve">ں </w:t>
      </w:r>
      <w:r>
        <w:rPr>
          <w:rtl/>
        </w:rPr>
        <w:t>تك پہنچ جاتے تھے كيونكہ ''بيابان تيہ ''كے كنارو</w:t>
      </w:r>
      <w:r w:rsidR="007D6C9B">
        <w:rPr>
          <w:rtl/>
        </w:rPr>
        <w:t xml:space="preserve">ں </w:t>
      </w:r>
      <w:r>
        <w:rPr>
          <w:rtl/>
        </w:rPr>
        <w:t>پر پہاڑ اور سنگلاخ علاقہ تھا جس مي</w:t>
      </w:r>
      <w:r w:rsidR="007D6C9B">
        <w:rPr>
          <w:rtl/>
        </w:rPr>
        <w:t xml:space="preserve">ں </w:t>
      </w:r>
      <w:r>
        <w:rPr>
          <w:rtl/>
        </w:rPr>
        <w:t xml:space="preserve">كافى طبيعى شہد نظر آجاتا تھا_ </w:t>
      </w:r>
    </w:p>
    <w:p w:rsidR="00DE2D7F" w:rsidRDefault="00DE2D7F" w:rsidP="00D07B54">
      <w:pPr>
        <w:pStyle w:val="libNormal"/>
        <w:rPr>
          <w:rtl/>
        </w:rPr>
      </w:pPr>
      <w:r>
        <w:rPr>
          <w:rtl/>
        </w:rPr>
        <w:t>عہدين(توريت اور انجيل)پر لكھى گئي تفسير سے اس تفسير كى تائيد ہوتى ہے جس مي</w:t>
      </w:r>
      <w:r w:rsidR="007D6C9B">
        <w:rPr>
          <w:rtl/>
        </w:rPr>
        <w:t xml:space="preserve">ں </w:t>
      </w:r>
      <w:r>
        <w:rPr>
          <w:rtl/>
        </w:rPr>
        <w:t>ہے كہ مقدس سر زمين قسم قسم كے پھولو</w:t>
      </w:r>
      <w:r w:rsidR="007D6C9B">
        <w:rPr>
          <w:rtl/>
        </w:rPr>
        <w:t xml:space="preserve">ں </w:t>
      </w:r>
      <w:r>
        <w:rPr>
          <w:rtl/>
        </w:rPr>
        <w:t>اور شگوفو</w:t>
      </w:r>
      <w:r w:rsidR="007D6C9B">
        <w:rPr>
          <w:rtl/>
        </w:rPr>
        <w:t xml:space="preserve">ں </w:t>
      </w:r>
      <w:r>
        <w:rPr>
          <w:rtl/>
        </w:rPr>
        <w:t>كى وجہ سے مشہور ہے اسى لئے شہد كى مكھيو</w:t>
      </w:r>
      <w:r w:rsidR="007D6C9B">
        <w:rPr>
          <w:rtl/>
        </w:rPr>
        <w:t xml:space="preserve">ں </w:t>
      </w:r>
      <w:r>
        <w:rPr>
          <w:rtl/>
        </w:rPr>
        <w:t>كے جتھے ہميشہ پتھرو</w:t>
      </w:r>
      <w:r w:rsidR="007D6C9B">
        <w:rPr>
          <w:rtl/>
        </w:rPr>
        <w:t xml:space="preserve">ں </w:t>
      </w:r>
      <w:r>
        <w:rPr>
          <w:rtl/>
        </w:rPr>
        <w:t>كے سوراخو</w:t>
      </w:r>
      <w:r w:rsidR="007D6C9B">
        <w:rPr>
          <w:rtl/>
        </w:rPr>
        <w:t xml:space="preserve">ں </w:t>
      </w:r>
      <w:r>
        <w:rPr>
          <w:rtl/>
        </w:rPr>
        <w:t>،درختو</w:t>
      </w:r>
      <w:r w:rsidR="007D6C9B">
        <w:rPr>
          <w:rtl/>
        </w:rPr>
        <w:t xml:space="preserve">ں </w:t>
      </w:r>
      <w:r>
        <w:rPr>
          <w:rtl/>
        </w:rPr>
        <w:t>كى شاخو</w:t>
      </w:r>
      <w:r w:rsidR="007D6C9B">
        <w:rPr>
          <w:rtl/>
        </w:rPr>
        <w:t xml:space="preserve">ں </w:t>
      </w:r>
      <w:r>
        <w:rPr>
          <w:rtl/>
        </w:rPr>
        <w:t>اور لوگو</w:t>
      </w:r>
      <w:r w:rsidR="007D6C9B">
        <w:rPr>
          <w:rtl/>
        </w:rPr>
        <w:t xml:space="preserve">ں </w:t>
      </w:r>
      <w:r>
        <w:rPr>
          <w:rtl/>
        </w:rPr>
        <w:t>كے گھرو</w:t>
      </w:r>
      <w:r w:rsidR="007D6C9B">
        <w:rPr>
          <w:rtl/>
        </w:rPr>
        <w:t xml:space="preserve">ں </w:t>
      </w:r>
      <w:r>
        <w:rPr>
          <w:rtl/>
        </w:rPr>
        <w:t>پر جا بيٹھتے ہي</w:t>
      </w:r>
      <w:r w:rsidR="007D6C9B">
        <w:rPr>
          <w:rtl/>
        </w:rPr>
        <w:t xml:space="preserve">ں </w:t>
      </w:r>
      <w:r>
        <w:rPr>
          <w:rtl/>
        </w:rPr>
        <w:t xml:space="preserve">اس طرح سے بہت فقير و مسكين لوگ بھى شہد كھا سكتے تھے_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)اس مي</w:t>
      </w:r>
      <w:r w:rsidR="007D6C9B">
        <w:rPr>
          <w:rtl/>
        </w:rPr>
        <w:t xml:space="preserve">ں </w:t>
      </w:r>
      <w:r>
        <w:rPr>
          <w:rtl/>
        </w:rPr>
        <w:t>لكھا ہے معلوم ہونا چاہيے كہ بہت بڑى تعداد مي</w:t>
      </w:r>
      <w:r w:rsidR="007D6C9B">
        <w:rPr>
          <w:rtl/>
        </w:rPr>
        <w:t xml:space="preserve">ں </w:t>
      </w:r>
      <w:r>
        <w:rPr>
          <w:rtl/>
        </w:rPr>
        <w:t>سلوى افريقہ سے چل كے شمال كو جاتے ہي</w:t>
      </w:r>
      <w:r w:rsidR="007D6C9B">
        <w:rPr>
          <w:rtl/>
        </w:rPr>
        <w:t xml:space="preserve">ں </w:t>
      </w:r>
      <w:r>
        <w:rPr>
          <w:rtl/>
        </w:rPr>
        <w:t>_''جزيرہ كاپري'' مي</w:t>
      </w:r>
      <w:r w:rsidR="007D6C9B">
        <w:rPr>
          <w:rtl/>
        </w:rPr>
        <w:t xml:space="preserve">ں </w:t>
      </w:r>
      <w:r>
        <w:rPr>
          <w:rtl/>
        </w:rPr>
        <w:t>ايك فصل مي</w:t>
      </w:r>
      <w:r w:rsidR="007D6C9B">
        <w:rPr>
          <w:rtl/>
        </w:rPr>
        <w:t xml:space="preserve">ں </w:t>
      </w:r>
      <w:r w:rsidR="00E664BB">
        <w:rPr>
          <w:rtl/>
        </w:rPr>
        <w:t>16</w:t>
      </w:r>
      <w:r>
        <w:rPr>
          <w:rtl/>
        </w:rPr>
        <w:t>ہزار كى تعداد مي</w:t>
      </w:r>
      <w:r w:rsidR="007D6C9B">
        <w:rPr>
          <w:rtl/>
        </w:rPr>
        <w:t xml:space="preserve">ں </w:t>
      </w:r>
      <w:r>
        <w:rPr>
          <w:rtl/>
        </w:rPr>
        <w:t>ان كا شكار كيا گيا _يہ پرندہ بحيرہ قلزم كے راستے سے آتا ہے_ خليج عقبہ اور رسويز كو عبور كرتا ہے_ ہفتے كو جزيرہ سينا مي</w:t>
      </w:r>
      <w:r w:rsidR="007D6C9B">
        <w:rPr>
          <w:rtl/>
        </w:rPr>
        <w:t xml:space="preserve">ں </w:t>
      </w:r>
      <w:r>
        <w:rPr>
          <w:rtl/>
        </w:rPr>
        <w:t>داخل ہوتا ہے اور راستے مي</w:t>
      </w:r>
      <w:r w:rsidR="007D6C9B">
        <w:rPr>
          <w:rtl/>
        </w:rPr>
        <w:t xml:space="preserve">ں </w:t>
      </w:r>
      <w:r>
        <w:rPr>
          <w:rtl/>
        </w:rPr>
        <w:t>اس قدر تكان و تكليف جھيلنے كى وجہ سے آسانى سے ہاتھ سے پكڑا جا سكتا ہے، اور جب پرواز كرتا ہے تو زمين كے قريب ہوتا ہے_اس حصے كے متعلق(توريت كے)سفر خروج اور سفر اعداد مي</w:t>
      </w:r>
      <w:r w:rsidR="007D6C9B">
        <w:rPr>
          <w:rtl/>
        </w:rPr>
        <w:t xml:space="preserve">ں </w:t>
      </w:r>
      <w:r>
        <w:rPr>
          <w:rtl/>
        </w:rPr>
        <w:t xml:space="preserve">گفتگو ہوئي ہے_ </w:t>
      </w:r>
    </w:p>
    <w:p w:rsidR="00DE2D7F" w:rsidRDefault="00DE2D7F" w:rsidP="00D07B54">
      <w:pPr>
        <w:pStyle w:val="libFootnote"/>
        <w:rPr>
          <w:rtl/>
        </w:rPr>
      </w:pPr>
      <w:r>
        <w:rPr>
          <w:rtl/>
        </w:rPr>
        <w:t>اس تحرير سے بھى واضح ہوتا ہے كہ سلوى سے مراد وہى پر گوشت پرندہ ہے جو كبوتر كے مشابہ اور اس كے ہم وزن ہوتا ہے اور يہ پرندہ اس سر زمين مي</w:t>
      </w:r>
      <w:r w:rsidR="007D6C9B">
        <w:rPr>
          <w:rtl/>
        </w:rPr>
        <w:t xml:space="preserve">ں </w:t>
      </w:r>
      <w:r>
        <w:rPr>
          <w:rtl/>
        </w:rPr>
        <w:t xml:space="preserve">مشہور ہے _ </w:t>
      </w:r>
    </w:p>
    <w:p w:rsidR="004671A4" w:rsidRDefault="001648F9" w:rsidP="00D07B54">
      <w:pPr>
        <w:pStyle w:val="libNormal"/>
        <w:rPr>
          <w:rtl/>
        </w:rPr>
      </w:pPr>
      <w:r>
        <w:rPr>
          <w:rtl/>
        </w:rPr>
        <w:t xml:space="preserve"> </w:t>
      </w:r>
      <w:r>
        <w:rPr>
          <w:rtl/>
        </w:rPr>
        <w:br w:type="page"/>
      </w:r>
    </w:p>
    <w:p w:rsidR="004671A4" w:rsidRDefault="00DE2D7F" w:rsidP="00D07B54">
      <w:pPr>
        <w:pStyle w:val="Heading2Center"/>
        <w:rPr>
          <w:rtl/>
        </w:rPr>
      </w:pPr>
      <w:bookmarkStart w:id="257" w:name="_Toc7268654"/>
      <w:r>
        <w:rPr>
          <w:rtl/>
        </w:rPr>
        <w:lastRenderedPageBreak/>
        <w:t>بيابانو</w:t>
      </w:r>
      <w:r w:rsidR="007D6C9B">
        <w:rPr>
          <w:rtl/>
        </w:rPr>
        <w:t xml:space="preserve">ں </w:t>
      </w:r>
      <w:r>
        <w:rPr>
          <w:rtl/>
        </w:rPr>
        <w:t>مي</w:t>
      </w:r>
      <w:r w:rsidR="007D6C9B">
        <w:rPr>
          <w:rtl/>
        </w:rPr>
        <w:t xml:space="preserve">ں </w:t>
      </w:r>
      <w:r>
        <w:rPr>
          <w:rtl/>
        </w:rPr>
        <w:t>چشمہ ابلنا</w:t>
      </w:r>
      <w:bookmarkEnd w:id="257"/>
      <w:r>
        <w:rPr>
          <w:rtl/>
        </w:rPr>
        <w:t xml:space="preserve"> </w:t>
      </w:r>
    </w:p>
    <w:p w:rsidR="00DE2D7F" w:rsidRDefault="00DE2D7F" w:rsidP="00D07B54">
      <w:pPr>
        <w:pStyle w:val="libNormal"/>
        <w:rPr>
          <w:rtl/>
        </w:rPr>
      </w:pPr>
      <w:r>
        <w:rPr>
          <w:rtl/>
        </w:rPr>
        <w:t>بنى اسرائيل پر كى گئي ايك اور نعمت كى نشاندہى كرتے ہوئے اللہ فرماتا ہے:''ياد كرو اس وقت كو جب موسى عليہ السلام نے(اس خشك اورجلانے والے بيا بان مي</w:t>
      </w:r>
      <w:r w:rsidR="007D6C9B">
        <w:rPr>
          <w:rtl/>
        </w:rPr>
        <w:t xml:space="preserve">ں </w:t>
      </w:r>
      <w:r>
        <w:rPr>
          <w:rtl/>
        </w:rPr>
        <w:t>جس وقت بنى اسرائيل پانى كى وجہ سے سخت تنگى مي</w:t>
      </w:r>
      <w:r w:rsidR="007D6C9B">
        <w:rPr>
          <w:rtl/>
        </w:rPr>
        <w:t xml:space="preserve">ں </w:t>
      </w:r>
      <w:r>
        <w:rPr>
          <w:rtl/>
        </w:rPr>
        <w:t>مبتلا تھے)پانى كى درخواست كي''_</w:t>
      </w:r>
      <w:r w:rsidRPr="00AD1EF3">
        <w:rPr>
          <w:rStyle w:val="libFootnotenumChar"/>
          <w:rtl/>
        </w:rPr>
        <w:t>(</w:t>
      </w:r>
      <w:r w:rsidR="00E664BB" w:rsidRPr="00AD1EF3">
        <w:rPr>
          <w:rStyle w:val="libFootnotenumChar"/>
          <w:rtl/>
        </w:rPr>
        <w:t>1</w:t>
      </w:r>
      <w:r w:rsidRPr="00AD1EF3">
        <w:rPr>
          <w:rStyle w:val="libFootnotenumChar"/>
          <w:rtl/>
        </w:rPr>
        <w:t>)</w:t>
      </w:r>
      <w:r>
        <w:rPr>
          <w:rtl/>
        </w:rPr>
        <w:t>تو خدا نے اس درخواست كو قبول كيا جيسا كہ قرآن كہتا ہے:ہم نے اسے حكم ديا كہ اپنا عصا مخصوص پتھر پر مارو اس سے اچانك پانى نكلنے لگا اور پانى كے بارہ چشمے زور و شور سے جارى ہوگئے_</w:t>
      </w:r>
      <w:r w:rsidRPr="00AD1EF3">
        <w:rPr>
          <w:rStyle w:val="libFootnotenumChar"/>
          <w:rtl/>
        </w:rPr>
        <w:t>(</w:t>
      </w:r>
      <w:r w:rsidR="00E664BB" w:rsidRPr="00AD1EF3">
        <w:rPr>
          <w:rStyle w:val="libFootnotenumChar"/>
          <w:rtl/>
        </w:rPr>
        <w:t>2</w:t>
      </w:r>
      <w:r w:rsidRPr="00AD1EF3">
        <w:rPr>
          <w:rStyle w:val="libFootnotenumChar"/>
          <w:rtl/>
        </w:rPr>
        <w:t>)</w:t>
      </w:r>
      <w:r>
        <w:rPr>
          <w:rtl/>
        </w:rPr>
        <w:t>بنى اسرائيل كے قبائيل كى تعداد كے عين مطابق جب يہ چشمے جارى ہوئے تو ايك چشمہ ايك قبيلے كى طرف جھك جاتا تھا جس پر بنى اسرائيل كے لوگو</w:t>
      </w:r>
      <w:r w:rsidR="007D6C9B">
        <w:rPr>
          <w:rtl/>
        </w:rPr>
        <w:t xml:space="preserve">ں </w:t>
      </w:r>
      <w:r>
        <w:rPr>
          <w:rtl/>
        </w:rPr>
        <w:t>''اور قبيلو</w:t>
      </w:r>
      <w:r w:rsidR="007D6C9B">
        <w:rPr>
          <w:rtl/>
        </w:rPr>
        <w:t xml:space="preserve">ں </w:t>
      </w:r>
      <w:r>
        <w:rPr>
          <w:rtl/>
        </w:rPr>
        <w:t>مي</w:t>
      </w:r>
      <w:r w:rsidR="007D6C9B">
        <w:rPr>
          <w:rtl/>
        </w:rPr>
        <w:t xml:space="preserve">ں </w:t>
      </w:r>
      <w:r>
        <w:rPr>
          <w:rtl/>
        </w:rPr>
        <w:t>سے ہر ايك نے اپنے اپنے چشمے كو پہچان ليا_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يہ پتھر كس قسم كا تھا،حضرت موسى عليہ السلام كس طرح اس پر عصا مارتے تھے اور پانى اس مي</w:t>
      </w:r>
      <w:r w:rsidR="007D6C9B">
        <w:rPr>
          <w:rtl/>
        </w:rPr>
        <w:t xml:space="preserve">ں </w:t>
      </w:r>
      <w:r>
        <w:rPr>
          <w:rtl/>
        </w:rPr>
        <w:t>سے كيسے جارى ہوجاتا تھا_اس سلسلے مي</w:t>
      </w:r>
      <w:r w:rsidR="007D6C9B">
        <w:rPr>
          <w:rtl/>
        </w:rPr>
        <w:t xml:space="preserve">ں </w:t>
      </w:r>
      <w:r>
        <w:rPr>
          <w:rtl/>
        </w:rPr>
        <w:t>بہت كچھ گفتگو كى گئي ہے_قرآن جو كچھ اس بارے مي</w:t>
      </w:r>
      <w:r w:rsidR="007D6C9B">
        <w:rPr>
          <w:rtl/>
        </w:rPr>
        <w:t xml:space="preserve">ں </w:t>
      </w:r>
      <w:r>
        <w:rPr>
          <w:rtl/>
        </w:rPr>
        <w:t>كہتا ہے وہ اس سے زيا دہ نہي</w:t>
      </w:r>
      <w:r w:rsidR="007D6C9B">
        <w:rPr>
          <w:rtl/>
        </w:rPr>
        <w:t xml:space="preserve">ں </w:t>
      </w:r>
      <w:r>
        <w:rPr>
          <w:rtl/>
        </w:rPr>
        <w:t>كہ موسى عليہ السلام نے اس پر عصا مارا تو اس سے بارہ چشمے جارى ہوگئے_ بعض مفسرين كہتے ہي</w:t>
      </w:r>
      <w:r w:rsidR="007D6C9B">
        <w:rPr>
          <w:rtl/>
        </w:rPr>
        <w:t xml:space="preserve">ں </w:t>
      </w:r>
      <w:r>
        <w:rPr>
          <w:rtl/>
        </w:rPr>
        <w:t>كہ يہ پتھر ايك كوہستانى علاقے كے ايك حصے مي</w:t>
      </w:r>
      <w:r w:rsidR="007D6C9B">
        <w:rPr>
          <w:rtl/>
        </w:rPr>
        <w:t xml:space="preserve">ں </w:t>
      </w:r>
      <w:r>
        <w:rPr>
          <w:rtl/>
        </w:rPr>
        <w:t>واقع تھا جو اس بيابان كى طرف جھكا ہوا تھا_ سورہ اعراف آيہ</w:t>
      </w:r>
      <w:r w:rsidR="00E664BB">
        <w:rPr>
          <w:rtl/>
        </w:rPr>
        <w:t>160</w:t>
      </w:r>
      <w:r>
        <w:rPr>
          <w:rtl/>
        </w:rPr>
        <w:t>كى تعبيراس بات كى نشاندہى كرتى ہے كہ ابتداء مي</w:t>
      </w:r>
      <w:r w:rsidR="007D6C9B">
        <w:rPr>
          <w:rtl/>
        </w:rPr>
        <w:t xml:space="preserve">ں </w:t>
      </w:r>
      <w:r>
        <w:rPr>
          <w:rtl/>
        </w:rPr>
        <w:t>اس پتھر سے تھوڑا تھوڑا پانى نكلا ،بعد مي</w:t>
      </w:r>
      <w:r w:rsidR="007D6C9B">
        <w:rPr>
          <w:rtl/>
        </w:rPr>
        <w:t xml:space="preserve">ں </w:t>
      </w:r>
      <w:r>
        <w:rPr>
          <w:rtl/>
        </w:rPr>
        <w:t>زيادہ ہوگيا،يہا</w:t>
      </w:r>
      <w:r w:rsidR="007D6C9B">
        <w:rPr>
          <w:rtl/>
        </w:rPr>
        <w:t xml:space="preserve">ں </w:t>
      </w:r>
      <w:r>
        <w:rPr>
          <w:rtl/>
        </w:rPr>
        <w:t>تك كہ بنى اسرائيل كا ہر قبيلہ ان كے جانور جو ان كے ساتھ تھے اور وہ كھيتى جو انہو</w:t>
      </w:r>
      <w:r w:rsidR="007D6C9B">
        <w:rPr>
          <w:rtl/>
        </w:rPr>
        <w:t xml:space="preserve">ں </w:t>
      </w:r>
      <w:r>
        <w:rPr>
          <w:rtl/>
        </w:rPr>
        <w:t>نے احتمالاً اس بيابان كے ايك حصے مي</w:t>
      </w:r>
      <w:r w:rsidR="007D6C9B">
        <w:rPr>
          <w:rtl/>
        </w:rPr>
        <w:t xml:space="preserve">ں </w:t>
      </w:r>
      <w:r>
        <w:rPr>
          <w:rtl/>
        </w:rPr>
        <w:t>تيار كى تھى سب اس سے سيراب ہوگئے،يہ كوئي تعجب كى بات نہي</w:t>
      </w:r>
      <w:r w:rsidR="007D6C9B">
        <w:rPr>
          <w:rtl/>
        </w:rPr>
        <w:t xml:space="preserve">ں </w:t>
      </w:r>
      <w:r>
        <w:rPr>
          <w:rtl/>
        </w:rPr>
        <w:t>كہ كوہستانى علاقے مي</w:t>
      </w:r>
      <w:r w:rsidR="007D6C9B">
        <w:rPr>
          <w:rtl/>
        </w:rPr>
        <w:t xml:space="preserve">ں </w:t>
      </w:r>
      <w:r>
        <w:rPr>
          <w:rtl/>
        </w:rPr>
        <w:t>پتھر كے ايك حصے سے پانى جارى ہوا البتہ يہ مسلم ہے كہ يہ سب معجزے سے رونما ہوا_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بقرہ آيت</w:t>
      </w:r>
      <w:r w:rsidR="00E664BB">
        <w:rPr>
          <w:rtl/>
        </w:rPr>
        <w:t>60</w:t>
      </w:r>
      <w:r>
        <w:rPr>
          <w:rtl/>
        </w:rPr>
        <w:t xml:space="preserve"> </w:t>
      </w:r>
    </w:p>
    <w:p w:rsidR="00DE2D7F" w:rsidRDefault="00DE2D7F" w:rsidP="00D07B54">
      <w:pPr>
        <w:pStyle w:val="libFootnote"/>
        <w:rPr>
          <w:rtl/>
        </w:rPr>
      </w:pPr>
      <w:r>
        <w:rPr>
          <w:rtl/>
        </w:rPr>
        <w:t>(</w:t>
      </w:r>
      <w:r w:rsidR="00E664BB">
        <w:rPr>
          <w:rtl/>
        </w:rPr>
        <w:t>2</w:t>
      </w:r>
      <w:r>
        <w:rPr>
          <w:rtl/>
        </w:rPr>
        <w:t xml:space="preserve">)سورہ بقرہ ايت </w:t>
      </w:r>
      <w:r w:rsidR="00E664BB">
        <w:rPr>
          <w:rtl/>
        </w:rPr>
        <w:t>60</w:t>
      </w:r>
      <w:r>
        <w:rPr>
          <w:rtl/>
        </w:rPr>
        <w:t xml:space="preserve"> </w:t>
      </w:r>
    </w:p>
    <w:p w:rsidR="00DE2D7F" w:rsidRDefault="00DE2D7F" w:rsidP="00D07B54">
      <w:pPr>
        <w:pStyle w:val="libFootnote"/>
        <w:rPr>
          <w:rtl/>
        </w:rPr>
      </w:pPr>
      <w:r>
        <w:rPr>
          <w:rtl/>
        </w:rPr>
        <w:t>(</w:t>
      </w:r>
      <w:r w:rsidR="00E664BB">
        <w:rPr>
          <w:rtl/>
        </w:rPr>
        <w:t>3</w:t>
      </w:r>
      <w:r>
        <w:rPr>
          <w:rtl/>
        </w:rPr>
        <w:t>)سورہ بقرہ آيت</w:t>
      </w:r>
      <w:r w:rsidR="00E664BB">
        <w:rPr>
          <w:rtl/>
        </w:rPr>
        <w:t>60</w:t>
      </w:r>
      <w:r>
        <w:rPr>
          <w:rtl/>
        </w:rPr>
        <w:t xml:space="preserve"> </w:t>
      </w:r>
    </w:p>
    <w:p w:rsidR="00DE2D7F" w:rsidRDefault="00DE2D7F" w:rsidP="00D07B54">
      <w:pPr>
        <w:pStyle w:val="libFootnote"/>
        <w:rPr>
          <w:rtl/>
        </w:rPr>
      </w:pPr>
      <w:r>
        <w:rPr>
          <w:rtl/>
        </w:rPr>
        <w:t>(</w:t>
      </w:r>
      <w:r w:rsidR="00E664BB">
        <w:rPr>
          <w:rtl/>
        </w:rPr>
        <w:t>4</w:t>
      </w:r>
      <w:r>
        <w:rPr>
          <w:rtl/>
        </w:rPr>
        <w:t>)توريت كى سترھوي</w:t>
      </w:r>
      <w:r w:rsidR="007D6C9B">
        <w:rPr>
          <w:rtl/>
        </w:rPr>
        <w:t xml:space="preserve">ں </w:t>
      </w:r>
      <w:r>
        <w:rPr>
          <w:rtl/>
        </w:rPr>
        <w:t>فصل مي</w:t>
      </w:r>
      <w:r w:rsidR="007D6C9B">
        <w:rPr>
          <w:rtl/>
        </w:rPr>
        <w:t xml:space="preserve">ں </w:t>
      </w:r>
      <w:r>
        <w:rPr>
          <w:rtl/>
        </w:rPr>
        <w:t>سفر خروج كے ذيل مي</w:t>
      </w:r>
      <w:r w:rsidR="007D6C9B">
        <w:rPr>
          <w:rtl/>
        </w:rPr>
        <w:t xml:space="preserve">ں </w:t>
      </w:r>
      <w:r>
        <w:rPr>
          <w:rtl/>
        </w:rPr>
        <w:t>بھى يو</w:t>
      </w:r>
      <w:r w:rsidR="007D6C9B">
        <w:rPr>
          <w:rtl/>
        </w:rPr>
        <w:t xml:space="preserve">ں </w:t>
      </w:r>
      <w:r>
        <w:rPr>
          <w:rtl/>
        </w:rPr>
        <w:t xml:space="preserve">لكھا ہے: </w:t>
      </w:r>
    </w:p>
    <w:p w:rsidR="00DE2D7F" w:rsidRDefault="00DE2D7F" w:rsidP="00D07B54">
      <w:pPr>
        <w:pStyle w:val="libFootnote"/>
        <w:rPr>
          <w:rtl/>
        </w:rPr>
      </w:pPr>
      <w:r>
        <w:rPr>
          <w:rtl/>
        </w:rPr>
        <w:t>''خدا نے موسى عليہ السلام سے كہا:قوم كے آگے آگے رہو اور اسرائيل كے بعض بزرگو</w:t>
      </w:r>
      <w:r w:rsidR="007D6C9B">
        <w:rPr>
          <w:rtl/>
        </w:rPr>
        <w:t xml:space="preserve">ں </w:t>
      </w:r>
      <w:r>
        <w:rPr>
          <w:rtl/>
        </w:rPr>
        <w:t>كو ساتھ لے لو اور وہ عصا جسے نہر پر مارا تھا ہاتھ مي</w:t>
      </w:r>
      <w:r w:rsidR="007D6C9B">
        <w:rPr>
          <w:rtl/>
        </w:rPr>
        <w:t xml:space="preserve">ں </w:t>
      </w:r>
      <w:r>
        <w:rPr>
          <w:rtl/>
        </w:rPr>
        <w:t>لے كر روانہ ہو جائو_ مي</w:t>
      </w:r>
      <w:r w:rsidR="007D6C9B">
        <w:rPr>
          <w:rtl/>
        </w:rPr>
        <w:t xml:space="preserve">ں </w:t>
      </w:r>
      <w:r>
        <w:rPr>
          <w:rtl/>
        </w:rPr>
        <w:t>وہا</w:t>
      </w:r>
      <w:r w:rsidR="007D6C9B">
        <w:rPr>
          <w:rtl/>
        </w:rPr>
        <w:t xml:space="preserve">ں </w:t>
      </w:r>
      <w:r>
        <w:rPr>
          <w:rtl/>
        </w:rPr>
        <w:t>تمہارے سامنے كوہ حوريب پر كھڑا ہوجائو</w:t>
      </w:r>
      <w:r w:rsidR="007D6C9B">
        <w:rPr>
          <w:rtl/>
        </w:rPr>
        <w:t xml:space="preserve">ں </w:t>
      </w:r>
      <w:r>
        <w:rPr>
          <w:rtl/>
        </w:rPr>
        <w:t>گا_ اور اسے پتھر پر مارو،اس سے پانى جارى ہوجائےگا ،تاكہ قوم پى لے اور موسى عليہ السلام نے اسرائيل كے مشائخ اور بزرگو</w:t>
      </w:r>
      <w:r w:rsidR="007D6C9B">
        <w:rPr>
          <w:rtl/>
        </w:rPr>
        <w:t xml:space="preserve">ں </w:t>
      </w:r>
      <w:r>
        <w:rPr>
          <w:rtl/>
        </w:rPr>
        <w:t xml:space="preserve">كے سامنے ايسا ہى كيا''_ </w:t>
      </w:r>
    </w:p>
    <w:p w:rsidR="004671A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بہر حال ايك طرف خداوند عالم نے ان پر من و سلوى نازل كيا اور دوسرى طرف انہي</w:t>
      </w:r>
      <w:r w:rsidR="007D6C9B">
        <w:rPr>
          <w:rtl/>
        </w:rPr>
        <w:t xml:space="preserve">ں </w:t>
      </w:r>
      <w:r>
        <w:rPr>
          <w:rtl/>
        </w:rPr>
        <w:t>فراوان پانى عطا كيا اور ان سے فرمايا:''خدا كى دى ہوئي روزى سے كھائو پيو ليكن زمين مي</w:t>
      </w:r>
      <w:r w:rsidR="007D6C9B">
        <w:rPr>
          <w:rtl/>
        </w:rPr>
        <w:t xml:space="preserve">ں </w:t>
      </w:r>
      <w:r>
        <w:rPr>
          <w:rtl/>
        </w:rPr>
        <w:t>خرابى اور فساد نہ كرو''_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گويا انہي</w:t>
      </w:r>
      <w:r w:rsidR="007D6C9B">
        <w:rPr>
          <w:rtl/>
        </w:rPr>
        <w:t xml:space="preserve">ں </w:t>
      </w:r>
      <w:r>
        <w:rPr>
          <w:rtl/>
        </w:rPr>
        <w:t>متوجہ كيا گياہے كہ كم از كم ان عظيم نعمتو</w:t>
      </w:r>
      <w:r w:rsidR="007D6C9B">
        <w:rPr>
          <w:rtl/>
        </w:rPr>
        <w:t xml:space="preserve">ں </w:t>
      </w:r>
      <w:r>
        <w:rPr>
          <w:rtl/>
        </w:rPr>
        <w:t xml:space="preserve">كى شكر گزارى كے طور پر ضدى پن،ستمگري،انبياء كى ايذا رسانى اور بہانہ بازى ترك كردو_ </w:t>
      </w:r>
    </w:p>
    <w:p w:rsidR="004671A4" w:rsidRDefault="00DE2D7F" w:rsidP="00D07B54">
      <w:pPr>
        <w:pStyle w:val="Heading2Center"/>
        <w:rPr>
          <w:rtl/>
        </w:rPr>
      </w:pPr>
      <w:bookmarkStart w:id="258" w:name="_Toc7268655"/>
      <w:r>
        <w:rPr>
          <w:rtl/>
        </w:rPr>
        <w:t>مختلف كھانو</w:t>
      </w:r>
      <w:r w:rsidR="007D6C9B">
        <w:rPr>
          <w:rtl/>
        </w:rPr>
        <w:t xml:space="preserve">ں </w:t>
      </w:r>
      <w:r>
        <w:rPr>
          <w:rtl/>
        </w:rPr>
        <w:t>كى تمنا</w:t>
      </w:r>
      <w:bookmarkEnd w:id="258"/>
      <w:r>
        <w:rPr>
          <w:rtl/>
        </w:rPr>
        <w:t xml:space="preserve"> </w:t>
      </w:r>
    </w:p>
    <w:p w:rsidR="00DE2D7F" w:rsidRDefault="00DE2D7F" w:rsidP="00D07B54">
      <w:pPr>
        <w:pStyle w:val="libNormal"/>
        <w:rPr>
          <w:rtl/>
        </w:rPr>
      </w:pPr>
      <w:r>
        <w:rPr>
          <w:rtl/>
        </w:rPr>
        <w:t>ان نعمات فراوان كى تفصيل كے بعد جن سے خدا نے بنى اسرائيل كو نوازا تھا_ قرآن مي</w:t>
      </w:r>
      <w:r w:rsidR="007D6C9B">
        <w:rPr>
          <w:rtl/>
        </w:rPr>
        <w:t xml:space="preserve">ں </w:t>
      </w:r>
      <w:r>
        <w:rPr>
          <w:rtl/>
        </w:rPr>
        <w:t>ان عظيم نعمتو</w:t>
      </w:r>
      <w:r w:rsidR="007D6C9B">
        <w:rPr>
          <w:rtl/>
        </w:rPr>
        <w:t xml:space="preserve">ں </w:t>
      </w:r>
      <w:r>
        <w:rPr>
          <w:rtl/>
        </w:rPr>
        <w:t>پر ان كے كفران اور ناشكر گزارى كى حالت كو منعكس كيا گيا ہے_اس مي</w:t>
      </w:r>
      <w:r w:rsidR="007D6C9B">
        <w:rPr>
          <w:rtl/>
        </w:rPr>
        <w:t xml:space="preserve">ں </w:t>
      </w:r>
      <w:r>
        <w:rPr>
          <w:rtl/>
        </w:rPr>
        <w:t>اس بات كى نشاندہى ہے كہ وہ كس قسم كے ہٹ دھرم لوگ تھے_شايد تاريخ دنيا مي</w:t>
      </w:r>
      <w:r w:rsidR="007D6C9B">
        <w:rPr>
          <w:rtl/>
        </w:rPr>
        <w:t xml:space="preserve">ں </w:t>
      </w:r>
      <w:r>
        <w:rPr>
          <w:rtl/>
        </w:rPr>
        <w:t>ايسى كوئي مثال نہ ملے گى كہ كچھ لوگو</w:t>
      </w:r>
      <w:r w:rsidR="007D6C9B">
        <w:rPr>
          <w:rtl/>
        </w:rPr>
        <w:t xml:space="preserve">ں </w:t>
      </w:r>
      <w:r>
        <w:rPr>
          <w:rtl/>
        </w:rPr>
        <w:t>پر اس طرح سے الطاف الہى ہو ليكن انہو</w:t>
      </w:r>
      <w:r w:rsidR="007D6C9B">
        <w:rPr>
          <w:rtl/>
        </w:rPr>
        <w:t xml:space="preserve">ں </w:t>
      </w:r>
      <w:r>
        <w:rPr>
          <w:rtl/>
        </w:rPr>
        <w:t>نے اس طرح سے اس كے مقابلے مي</w:t>
      </w:r>
      <w:r w:rsidR="007D6C9B">
        <w:rPr>
          <w:rtl/>
        </w:rPr>
        <w:t xml:space="preserve">ں </w:t>
      </w:r>
      <w:r>
        <w:rPr>
          <w:rtl/>
        </w:rPr>
        <w:t xml:space="preserve">ناشكر ى اور نا فرمانى كى ہو_ </w:t>
      </w:r>
    </w:p>
    <w:p w:rsidR="00DE2D7F" w:rsidRDefault="00DE2D7F" w:rsidP="00D07B54">
      <w:pPr>
        <w:pStyle w:val="libNormal"/>
        <w:rPr>
          <w:rtl/>
        </w:rPr>
      </w:pPr>
      <w:r>
        <w:rPr>
          <w:rtl/>
        </w:rPr>
        <w:t xml:space="preserve">پہلے فرمايا گيا ہے: </w:t>
      </w:r>
    </w:p>
    <w:p w:rsidR="00DE2D7F" w:rsidRDefault="00DE2D7F" w:rsidP="00D07B54">
      <w:pPr>
        <w:pStyle w:val="libNormal"/>
        <w:rPr>
          <w:rtl/>
        </w:rPr>
      </w:pPr>
      <w:r>
        <w:rPr>
          <w:rtl/>
        </w:rPr>
        <w:t>''ياد كرو اس وقت كو جب تم نے كہا :اے موسى ہم سے ہر گز يہ نہي</w:t>
      </w:r>
      <w:r w:rsidR="007D6C9B">
        <w:rPr>
          <w:rtl/>
        </w:rPr>
        <w:t xml:space="preserve">ں </w:t>
      </w:r>
      <w:r>
        <w:rPr>
          <w:rtl/>
        </w:rPr>
        <w:t>ہوسكتا كہ ايك ہى غذا پر قناعت كرلي</w:t>
      </w:r>
      <w:r w:rsidR="007D6C9B">
        <w:rPr>
          <w:rtl/>
        </w:rPr>
        <w:t xml:space="preserve">ں </w:t>
      </w:r>
      <w:r>
        <w:rPr>
          <w:rtl/>
        </w:rPr>
        <w:t>،(من و سلوى كتنى ہى لذيذ غذا ہو، ہم مختلف قسم كى غذا چاہتے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''لہذا خدا سے خواہش كرو كہ وہ زمين سے جو كچھ اگايا كرتا ہے ہمارے لئے بھى اگائے سبزيو</w:t>
      </w:r>
      <w:r w:rsidR="007D6C9B">
        <w:rPr>
          <w:rtl/>
        </w:rPr>
        <w:t xml:space="preserve">ں </w:t>
      </w:r>
      <w:r>
        <w:rPr>
          <w:rtl/>
        </w:rPr>
        <w:t>مي</w:t>
      </w:r>
      <w:r w:rsidR="007D6C9B">
        <w:rPr>
          <w:rtl/>
        </w:rPr>
        <w:t xml:space="preserve">ں </w:t>
      </w:r>
      <w:r>
        <w:rPr>
          <w:rtl/>
        </w:rPr>
        <w:t>سے،ككڑي،لہسن،مسور اور پياز''_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ليكن موسى عليہ السلام نے ان سے كہا:''كيا تم بہتر كے بجائے پست تر غذا پسند كرتے ہو''_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''جب معاملہ ايسا ہى ہے تو پھر اس بيابان سے نكلو اور كسى شہر مي</w:t>
      </w:r>
      <w:r w:rsidR="007D6C9B">
        <w:rPr>
          <w:rtl/>
        </w:rPr>
        <w:t xml:space="preserve">ں </w:t>
      </w:r>
      <w:r>
        <w:rPr>
          <w:rtl/>
        </w:rPr>
        <w:t>داخل ہونے كى كوشش كروكيونكہ جو كچھ تم چاہتے ہو وہ وہا</w:t>
      </w:r>
      <w:r w:rsidR="007D6C9B">
        <w:rPr>
          <w:rtl/>
        </w:rPr>
        <w:t xml:space="preserve">ں </w:t>
      </w:r>
      <w:r>
        <w:rPr>
          <w:rtl/>
        </w:rPr>
        <w:t>ہے''_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r w:rsidR="00E12E7C">
        <w:rPr>
          <w:rtl/>
        </w:rPr>
        <w:t>يعنى تم لوگ اس وقت اس بيابان ميں خود سازى اور امتحان كى منزل ميں ہو،يہاں مختلف كھانے نہيں مل سكتے ،جاو شہر ميں جاو تاكہ يہ چيزيں تمہيں مل جائيں ،ليكن يہ خود سازى كا پروگرام وہاں نہيں ہے_ اس كے بعد قرآن مزيد كہتا ہے كہ خدا نے ان كى پيشانى پر ذلت و فقر كى مہر لگاديااور وہ دوبارہ غضب الہى ميں گرفتار ہوگئے</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بقرہ آيت</w:t>
      </w:r>
      <w:r w:rsidR="00E664BB">
        <w:rPr>
          <w:rtl/>
        </w:rPr>
        <w:t>60</w:t>
      </w:r>
      <w:r>
        <w:rPr>
          <w:rtl/>
        </w:rPr>
        <w:t xml:space="preserve"> (</w:t>
      </w:r>
      <w:r w:rsidR="00E664BB">
        <w:rPr>
          <w:rtl/>
        </w:rPr>
        <w:t>2</w:t>
      </w:r>
      <w:r>
        <w:rPr>
          <w:rtl/>
        </w:rPr>
        <w:t>)سورہ بقرہ آيت</w:t>
      </w:r>
      <w:r w:rsidR="00E664BB">
        <w:rPr>
          <w:rtl/>
        </w:rPr>
        <w:t>61</w:t>
      </w:r>
      <w:r>
        <w:rPr>
          <w:rtl/>
        </w:rPr>
        <w:t xml:space="preserve"> (</w:t>
      </w:r>
      <w:r w:rsidR="00E664BB">
        <w:rPr>
          <w:rtl/>
        </w:rPr>
        <w:t>3</w:t>
      </w:r>
      <w:r>
        <w:rPr>
          <w:rtl/>
        </w:rPr>
        <w:t>)سورہ بقرہ آيت</w:t>
      </w:r>
      <w:r w:rsidR="00E664BB">
        <w:rPr>
          <w:rtl/>
        </w:rPr>
        <w:t>61</w:t>
      </w:r>
      <w:r>
        <w:rPr>
          <w:rtl/>
        </w:rPr>
        <w:t xml:space="preserve"> </w:t>
      </w:r>
    </w:p>
    <w:p w:rsidR="00DE2D7F" w:rsidRDefault="00DE2D7F" w:rsidP="00D07B54">
      <w:pPr>
        <w:pStyle w:val="libFootnote"/>
        <w:rPr>
          <w:rtl/>
        </w:rPr>
      </w:pPr>
      <w:r>
        <w:rPr>
          <w:rtl/>
        </w:rPr>
        <w:t>(</w:t>
      </w:r>
      <w:r w:rsidR="00E664BB">
        <w:rPr>
          <w:rtl/>
        </w:rPr>
        <w:t>4</w:t>
      </w:r>
      <w:r>
        <w:rPr>
          <w:rtl/>
        </w:rPr>
        <w:t>)سورہ بقرہ آيت</w:t>
      </w:r>
      <w:r w:rsidR="00E664BB">
        <w:rPr>
          <w:rtl/>
        </w:rPr>
        <w:t>61</w:t>
      </w:r>
      <w:r>
        <w:rPr>
          <w:rtl/>
        </w:rPr>
        <w:t xml:space="preserve"> (</w:t>
      </w:r>
      <w:r w:rsidR="00E664BB">
        <w:rPr>
          <w:rtl/>
        </w:rPr>
        <w:t>5</w:t>
      </w:r>
      <w:r>
        <w:rPr>
          <w:rtl/>
        </w:rPr>
        <w:t>)سورہ بقرہ آيت</w:t>
      </w:r>
      <w:r w:rsidR="00E664BB">
        <w:rPr>
          <w:rtl/>
        </w:rPr>
        <w:t>61</w:t>
      </w:r>
      <w:r>
        <w:rPr>
          <w:rtl/>
        </w:rPr>
        <w:t xml:space="preserve"> </w:t>
      </w:r>
    </w:p>
    <w:p w:rsidR="004671A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_ يہ اس لئے ہوا كہ وہ آيات الہى كا انكار كرتے تھے اور ناحق انبياء كو قتل كرتے تھے _ يہ سب اس لئے تھا كہ وہ گناہ،سركشى اور تجاوز كے مرتكب ہوتے تھے_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4671A4" w:rsidRDefault="00DE2D7F" w:rsidP="00D07B54">
      <w:pPr>
        <w:pStyle w:val="Heading2Center"/>
        <w:rPr>
          <w:rtl/>
        </w:rPr>
      </w:pPr>
      <w:bookmarkStart w:id="259" w:name="_Toc7268656"/>
      <w:r>
        <w:rPr>
          <w:rtl/>
        </w:rPr>
        <w:t>عظيم وعدہ گاہ</w:t>
      </w:r>
      <w:bookmarkEnd w:id="259"/>
    </w:p>
    <w:p w:rsidR="00DE2D7F" w:rsidRDefault="00DE2D7F" w:rsidP="00D07B54">
      <w:pPr>
        <w:pStyle w:val="libNormal"/>
        <w:rPr>
          <w:rtl/>
        </w:rPr>
      </w:pPr>
      <w:r>
        <w:rPr>
          <w:rtl/>
        </w:rPr>
        <w:t xml:space="preserve"> قرآن مي</w:t>
      </w:r>
      <w:r w:rsidR="007D6C9B">
        <w:rPr>
          <w:rtl/>
        </w:rPr>
        <w:t xml:space="preserve">ں </w:t>
      </w:r>
      <w:r>
        <w:rPr>
          <w:rtl/>
        </w:rPr>
        <w:t>بنى اسرائيل كى زندگى كا ايك اور منظر بيان كيا گيا ہے_ ايك مرتبہ پھر حضرت موسى عليہ السلام كو اپنى قوم سے جھگڑنا پڑا ہے،حضرت موسى عليہ السلام كا خدا كے مقام وعدہ پر جانا،وحى كے ذريعے احكام توريت لينا،خدا سے باتي</w:t>
      </w:r>
      <w:r w:rsidR="007D6C9B">
        <w:rPr>
          <w:rtl/>
        </w:rPr>
        <w:t xml:space="preserve">ں </w:t>
      </w:r>
      <w:r>
        <w:rPr>
          <w:rtl/>
        </w:rPr>
        <w:t>كرنا،كچھ بزرگان بنى اسرائيل كو ميعاد گاہ مي</w:t>
      </w:r>
      <w:r w:rsidR="007D6C9B">
        <w:rPr>
          <w:rtl/>
        </w:rPr>
        <w:t xml:space="preserve">ں </w:t>
      </w:r>
      <w:r>
        <w:rPr>
          <w:rtl/>
        </w:rPr>
        <w:t>ان واقعات كے مشاہدہ كے لئے لانا،اس بات كا اظہار ہے كہ خدا كو ان آنكھو</w:t>
      </w:r>
      <w:r w:rsidR="007D6C9B">
        <w:rPr>
          <w:rtl/>
        </w:rPr>
        <w:t xml:space="preserve">ں </w:t>
      </w:r>
      <w:r>
        <w:rPr>
          <w:rtl/>
        </w:rPr>
        <w:t>سے ہر گز نہي</w:t>
      </w:r>
      <w:r w:rsidR="007D6C9B">
        <w:rPr>
          <w:rtl/>
        </w:rPr>
        <w:t xml:space="preserve">ں </w:t>
      </w:r>
      <w:r>
        <w:rPr>
          <w:rtl/>
        </w:rPr>
        <w:t>ديكھا جاسكتا_ پہلے فرمايا گيا ہے:''ہم نے موسى سے تيس راتو</w:t>
      </w:r>
      <w:r w:rsidR="007D6C9B">
        <w:rPr>
          <w:rtl/>
        </w:rPr>
        <w:t xml:space="preserve">ں </w:t>
      </w:r>
      <w:r>
        <w:rPr>
          <w:rtl/>
        </w:rPr>
        <w:t>(پورے ايك مہينہ)كا وعدہ كيا،اس كے بعد مزيد دس راتي</w:t>
      </w:r>
      <w:r w:rsidR="007D6C9B">
        <w:rPr>
          <w:rtl/>
        </w:rPr>
        <w:t xml:space="preserve">ں </w:t>
      </w:r>
      <w:r>
        <w:rPr>
          <w:rtl/>
        </w:rPr>
        <w:t>بڑھا كر اس وعدہ كى تكميل كي، چنانچہ موسى سے خدا كا وعدہ چاليس راتو</w:t>
      </w:r>
      <w:r w:rsidR="007D6C9B">
        <w:rPr>
          <w:rtl/>
        </w:rPr>
        <w:t xml:space="preserve">ں </w:t>
      </w:r>
      <w:r>
        <w:rPr>
          <w:rtl/>
        </w:rPr>
        <w:t>مي</w:t>
      </w:r>
      <w:r w:rsidR="007D6C9B">
        <w:rPr>
          <w:rtl/>
        </w:rPr>
        <w:t xml:space="preserve">ں </w:t>
      </w:r>
      <w:r>
        <w:rPr>
          <w:rtl/>
        </w:rPr>
        <w:t>پورا ہوا''_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كے بعد اس طرح بيان كيا گيا ہے:''موسى نے اپنے بھائي ہارون سے كہا:ميرى قوم مي</w:t>
      </w:r>
      <w:r w:rsidR="007D6C9B">
        <w:rPr>
          <w:rtl/>
        </w:rPr>
        <w:t xml:space="preserve">ں </w:t>
      </w:r>
      <w:r>
        <w:rPr>
          <w:rtl/>
        </w:rPr>
        <w:t>تم ميرے جانشين بن جائو اور ان كى اصلاح كى كوشش كرو اور كبھى مفسدو</w:t>
      </w:r>
      <w:r w:rsidR="007D6C9B">
        <w:rPr>
          <w:rtl/>
        </w:rPr>
        <w:t xml:space="preserve">ں </w:t>
      </w:r>
      <w:r>
        <w:rPr>
          <w:rtl/>
        </w:rPr>
        <w:t>كى پيروى نہ كرنا''_</w:t>
      </w:r>
      <w:r w:rsidRPr="00AD1EF3">
        <w:rPr>
          <w:rStyle w:val="libFootnotenumChar"/>
          <w:rtl/>
        </w:rPr>
        <w:t>(</w:t>
      </w:r>
      <w:r w:rsidR="00E664BB" w:rsidRPr="00AD1EF3">
        <w:rPr>
          <w:rStyle w:val="libFootnotenumChar"/>
          <w:rtl/>
        </w:rPr>
        <w:t>3</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بقرہ آيت</w:t>
      </w:r>
      <w:r w:rsidR="00E664BB">
        <w:rPr>
          <w:rtl/>
        </w:rPr>
        <w:t>61</w:t>
      </w:r>
      <w:r>
        <w:rPr>
          <w:rtl/>
        </w:rPr>
        <w:t xml:space="preserve"> (</w:t>
      </w:r>
      <w:r w:rsidR="00E664BB">
        <w:rPr>
          <w:rtl/>
        </w:rPr>
        <w:t>2</w:t>
      </w:r>
      <w:r>
        <w:rPr>
          <w:rtl/>
        </w:rPr>
        <w:t xml:space="preserve">)سورہ اعراف آيت </w:t>
      </w:r>
      <w:r w:rsidR="00E664BB">
        <w:rPr>
          <w:rtl/>
        </w:rPr>
        <w:t>142</w:t>
      </w:r>
      <w:r>
        <w:rPr>
          <w:rtl/>
        </w:rPr>
        <w:t xml:space="preserve"> (</w:t>
      </w:r>
      <w:r w:rsidR="00E664BB">
        <w:rPr>
          <w:rtl/>
        </w:rPr>
        <w:t>3</w:t>
      </w:r>
      <w:r>
        <w:rPr>
          <w:rtl/>
        </w:rPr>
        <w:t>)سورہ اعراف آيت</w:t>
      </w:r>
      <w:r w:rsidR="00E664BB">
        <w:rPr>
          <w:rtl/>
        </w:rPr>
        <w:t>143</w:t>
      </w:r>
      <w:r>
        <w:rPr>
          <w:rtl/>
        </w:rPr>
        <w:t xml:space="preserve"> </w:t>
      </w:r>
    </w:p>
    <w:p w:rsidR="00DE2D7F" w:rsidRDefault="00DE2D7F" w:rsidP="00D07B54">
      <w:pPr>
        <w:pStyle w:val="libFootnote"/>
        <w:rPr>
          <w:rtl/>
        </w:rPr>
      </w:pPr>
      <w:r>
        <w:rPr>
          <w:rtl/>
        </w:rPr>
        <w:t>(</w:t>
      </w:r>
      <w:r w:rsidR="00E664BB">
        <w:rPr>
          <w:rtl/>
        </w:rPr>
        <w:t>4</w:t>
      </w:r>
      <w:r>
        <w:rPr>
          <w:rtl/>
        </w:rPr>
        <w:t>)پہلا سوال يہ پيدا ہوتا ہے كہ خدا نے پہلے ہى سے چاليس راتو</w:t>
      </w:r>
      <w:r w:rsidR="007D6C9B">
        <w:rPr>
          <w:rtl/>
        </w:rPr>
        <w:t xml:space="preserve">ں </w:t>
      </w:r>
      <w:r>
        <w:rPr>
          <w:rtl/>
        </w:rPr>
        <w:t>كا وعدہ كيو</w:t>
      </w:r>
      <w:r w:rsidR="007D6C9B">
        <w:rPr>
          <w:rtl/>
        </w:rPr>
        <w:t xml:space="preserve">ں </w:t>
      </w:r>
      <w:r>
        <w:rPr>
          <w:rtl/>
        </w:rPr>
        <w:t>نہ كيا بلكہ پہلے تيس راتو</w:t>
      </w:r>
      <w:r w:rsidR="007D6C9B">
        <w:rPr>
          <w:rtl/>
        </w:rPr>
        <w:t xml:space="preserve">ں </w:t>
      </w:r>
      <w:r>
        <w:rPr>
          <w:rtl/>
        </w:rPr>
        <w:t>كا وعدہ كيا اس كے بعد دس راتو</w:t>
      </w:r>
      <w:r w:rsidR="007D6C9B">
        <w:rPr>
          <w:rtl/>
        </w:rPr>
        <w:t xml:space="preserve">ں </w:t>
      </w:r>
      <w:r>
        <w:rPr>
          <w:rtl/>
        </w:rPr>
        <w:t xml:space="preserve">كا اور اضافہ كرديا_ </w:t>
      </w:r>
    </w:p>
    <w:p w:rsidR="005F5217" w:rsidRDefault="00DE2D7F" w:rsidP="00D07B54">
      <w:pPr>
        <w:pStyle w:val="libFootnote"/>
        <w:rPr>
          <w:rtl/>
        </w:rPr>
      </w:pPr>
      <w:r>
        <w:rPr>
          <w:rtl/>
        </w:rPr>
        <w:t>مفسرين كے درميان اس تفريق كے بارے مي</w:t>
      </w:r>
      <w:r w:rsidR="007D6C9B">
        <w:rPr>
          <w:rtl/>
        </w:rPr>
        <w:t xml:space="preserve">ں </w:t>
      </w:r>
      <w:r>
        <w:rPr>
          <w:rtl/>
        </w:rPr>
        <w:t xml:space="preserve">بحث ہے، ليكن جو بات بيشتر قرين قياس ہے،نيز روايات </w:t>
      </w:r>
      <w:r w:rsidR="005F5217">
        <w:rPr>
          <w:rtl/>
        </w:rPr>
        <w:t xml:space="preserve">اہل بيت عليہم السلام كے بھى موافق ہے وہ يہ ہے كہ يہ ميعاد اگر چہ واقع ميں چاليس راتوں كا تھا ليكن خدا نے بنى اسرائيل كى آزمائش  كرنے كے لئے پہلے موسى عليہ السلام كو تيس راتوں كى دعوت دى پھر اس كے بعد اس كى تجديد كردى تا كہ منافقين مومنين سے الگ ہوجائيں _اس سلسلے ميں امام محمد باقر عليہ السلام سے نقل ہوا ہے كہ آپ(ع) نے فرمايا: جس وقت حضرت موسى عليہ السلام وعدہ گاہ الہى كى طرف گئے تو انہوں نے بنى اسرائيل سے يہ كہہ ركھا تھا كہ ان كى غيبت تيس روز سے زيادہ طولانى نہ ہوگى ليكن جب خدا نے اس پر دس دنوں كا اضافہ كرديا تو بنى اسرائيل نے كہا:موسى عليہ السلام نے اپنا وعدہ توڑ ديا اس كے نتيجہ ميں انہوں نے وہ كام كئے جو ہم جانتے ہيں (يعنى گوسالہ پرستى ميں مبتلا ہوگئے_) رہا يہ سوال كہ يہ چاليس روز يا چاليس راتيں ،اسلامى مہينوں ميں سے كونسا زمانہ تھا؟ بعض روايات سے معلوم ہوتا ہے كہ يہ مدت ذيقعدہ كى پہلى تاريخ سے لے كر ذى الحجہ كى دس تاريخ تك تھي_ قرآن ميں چاليس راتوں كا ذكر ہے نہ كہ چاليس دنوں كا_ تو شايد اس وجہ سے ہے كہ حضرت موسى عليہ السلام كى اپنے رب سے جو مناجاتيں تھيں وہ زيادہ تر رات ہى كے وقت ہوا كرتى تھيں _ اس كے بعد ايك اور سوال سامنے آتا ہے،وہ يہ كہ حضرت موسى عليہ السلام نے كسطرح اپنے بھائي ہارون(ع) سے كہا كہ:قوم كى اصلاح كى كوشش كرنا اور مفسدوں كى پيروى نہ كرنا،جبكہ حضرت ہارون(ع) ايك نبى برحق اور معصوم تھے وہ بھلا مفسدوں كى پيروى كيوں كرنے لگے؟ اس كا جواب يہ ہے كہ:يہ درحقيقت اس بات كى تاكيد كے لئے تھا كہ حضرت ہارون(ع) كو اپنى قوم ميں اپنے مقام كى اہميت كا احساس رہے اور شايد اس طرح سے خود بنى اسرائيل كو بھى اس بات كا احساس دلانا چاہتے تھے كہ وہ ان كى غيبت ميں حضرت ہارون(ع) كى رہنمائي كا اچھى طرح اثر ليں اور ان كا كہنا مانيں اور ان كے اوامر ور نواہي(احكامات)كو اپنے لئے سخت نہ سمجھيں ،اس سے اپنى تحقير خيال نہ كريں اور انكے سامنے اس طرح مطيع و فرمانبرداررہيں جس طرح وہ خود حضرت موسى عليہ السلام كے فرمانبردار تھے_ </w:t>
      </w:r>
    </w:p>
    <w:p w:rsidR="004671A4" w:rsidRDefault="001648F9" w:rsidP="00D07B54">
      <w:pPr>
        <w:pStyle w:val="libNormal"/>
        <w:rPr>
          <w:rtl/>
        </w:rPr>
      </w:pPr>
      <w:r>
        <w:rPr>
          <w:rtl/>
        </w:rPr>
        <w:br w:type="page"/>
      </w:r>
    </w:p>
    <w:p w:rsidR="004671A4" w:rsidRDefault="00DE2D7F" w:rsidP="00D07B54">
      <w:pPr>
        <w:pStyle w:val="Heading2Center"/>
        <w:rPr>
          <w:rtl/>
        </w:rPr>
      </w:pPr>
      <w:bookmarkStart w:id="260" w:name="_Toc7268657"/>
      <w:r>
        <w:rPr>
          <w:rtl/>
        </w:rPr>
        <w:lastRenderedPageBreak/>
        <w:t>ديدار پرودگار كى خواہش</w:t>
      </w:r>
      <w:bookmarkEnd w:id="260"/>
    </w:p>
    <w:p w:rsidR="00DE2D7F" w:rsidRDefault="00DE2D7F" w:rsidP="00D07B54">
      <w:pPr>
        <w:pStyle w:val="libNormal"/>
        <w:rPr>
          <w:rtl/>
        </w:rPr>
      </w:pPr>
      <w:r>
        <w:rPr>
          <w:rtl/>
        </w:rPr>
        <w:t xml:space="preserve"> قرآن مي</w:t>
      </w:r>
      <w:r w:rsidR="007D6C9B">
        <w:rPr>
          <w:rtl/>
        </w:rPr>
        <w:t xml:space="preserve">ں </w:t>
      </w:r>
      <w:r>
        <w:rPr>
          <w:rtl/>
        </w:rPr>
        <w:t>بنى اسرائيل كى زندگى كے بعض ديگر مناظر پيش كئے گئے ہي</w:t>
      </w:r>
      <w:r w:rsidR="007D6C9B">
        <w:rPr>
          <w:rtl/>
        </w:rPr>
        <w:t xml:space="preserve">ں </w:t>
      </w:r>
      <w:r>
        <w:rPr>
          <w:rtl/>
        </w:rPr>
        <w:t>_ان مي</w:t>
      </w:r>
      <w:r w:rsidR="007D6C9B">
        <w:rPr>
          <w:rtl/>
        </w:rPr>
        <w:t xml:space="preserve">ں </w:t>
      </w:r>
      <w:r>
        <w:rPr>
          <w:rtl/>
        </w:rPr>
        <w:t>سے ايك يہ ہے كہ بنى اسرائيل كے ايك گروہ نے حضرت موسى عليہ السلام سے بڑے اصرار كے ساتھ يہ خواہش كى كہ وہ خدا كو ديكھي</w:t>
      </w:r>
      <w:r w:rsidR="007D6C9B">
        <w:rPr>
          <w:rtl/>
        </w:rPr>
        <w:t xml:space="preserve">ں </w:t>
      </w:r>
      <w:r>
        <w:rPr>
          <w:rtl/>
        </w:rPr>
        <w:t>گے_ اگر ان كى يہ خواہش پورى نہ ہوئي تو وہ ہر گز ايمان نہ لائي</w:t>
      </w:r>
      <w:r w:rsidR="007D6C9B">
        <w:rPr>
          <w:rtl/>
        </w:rPr>
        <w:t xml:space="preserve">ں </w:t>
      </w:r>
      <w:r>
        <w:rPr>
          <w:rtl/>
        </w:rPr>
        <w:t>گے_ چنانچہ حضرت موسى عليہ السلام نے ان كے ستر آدميو</w:t>
      </w:r>
      <w:r w:rsidR="007D6C9B">
        <w:rPr>
          <w:rtl/>
        </w:rPr>
        <w:t xml:space="preserve">ں </w:t>
      </w:r>
      <w:r>
        <w:rPr>
          <w:rtl/>
        </w:rPr>
        <w:t>كا انتخاب كيا اور انہي</w:t>
      </w:r>
      <w:r w:rsidR="007D6C9B">
        <w:rPr>
          <w:rtl/>
        </w:rPr>
        <w:t xml:space="preserve">ں </w:t>
      </w:r>
      <w:r>
        <w:rPr>
          <w:rtl/>
        </w:rPr>
        <w:t>اپنے ہمراہ پروردگار كى ميعادگاہ كى طرف لے گئے، وہا</w:t>
      </w:r>
      <w:r w:rsidR="007D6C9B">
        <w:rPr>
          <w:rtl/>
        </w:rPr>
        <w:t xml:space="preserve">ں </w:t>
      </w:r>
      <w:r>
        <w:rPr>
          <w:rtl/>
        </w:rPr>
        <w:t>پہنچ كر ان لوگو</w:t>
      </w:r>
      <w:r w:rsidR="007D6C9B">
        <w:rPr>
          <w:rtl/>
        </w:rPr>
        <w:t xml:space="preserve">ں </w:t>
      </w:r>
      <w:r>
        <w:rPr>
          <w:rtl/>
        </w:rPr>
        <w:t>كى درخواست كو خدا كى بارگاہ مي</w:t>
      </w:r>
      <w:r w:rsidR="007D6C9B">
        <w:rPr>
          <w:rtl/>
        </w:rPr>
        <w:t xml:space="preserve">ں </w:t>
      </w:r>
      <w:r>
        <w:rPr>
          <w:rtl/>
        </w:rPr>
        <w:t xml:space="preserve">پيش كيا_ خدا كى طرف سے اس كا ايسا جواب ملا جس سے بنى اسرائيل كے لئے يہ بات اچھى طرح سے واضح ہوگئي_ </w:t>
      </w:r>
    </w:p>
    <w:p w:rsidR="00DE2D7F" w:rsidRDefault="00DE2D7F" w:rsidP="00D07B54">
      <w:pPr>
        <w:pStyle w:val="libNormal"/>
        <w:rPr>
          <w:rtl/>
        </w:rPr>
      </w:pPr>
      <w:r>
        <w:rPr>
          <w:rtl/>
        </w:rPr>
        <w:t>ارشاد ہوتا ہے:'' جس وقت موسى ہمارى ميعادگاہ مي</w:t>
      </w:r>
      <w:r w:rsidR="007D6C9B">
        <w:rPr>
          <w:rtl/>
        </w:rPr>
        <w:t xml:space="preserve">ں </w:t>
      </w:r>
      <w:r>
        <w:rPr>
          <w:rtl/>
        </w:rPr>
        <w:t>آئے اور ان كے پروردگار نے ان سے باتي</w:t>
      </w:r>
      <w:r w:rsidR="007D6C9B">
        <w:rPr>
          <w:rtl/>
        </w:rPr>
        <w:t xml:space="preserve">ں </w:t>
      </w:r>
      <w:r>
        <w:rPr>
          <w:rtl/>
        </w:rPr>
        <w:t>كي</w:t>
      </w:r>
      <w:r w:rsidR="007D6C9B">
        <w:rPr>
          <w:rtl/>
        </w:rPr>
        <w:t xml:space="preserve">ں </w:t>
      </w:r>
      <w:r>
        <w:rPr>
          <w:rtl/>
        </w:rPr>
        <w:t>تو انہو</w:t>
      </w:r>
      <w:r w:rsidR="007D6C9B">
        <w:rPr>
          <w:rtl/>
        </w:rPr>
        <w:t xml:space="preserve">ں </w:t>
      </w:r>
      <w:r>
        <w:rPr>
          <w:rtl/>
        </w:rPr>
        <w:t>نے كہا:اے پروردگار خود كو مجھے دكھلادے تاكہ مي</w:t>
      </w:r>
      <w:r w:rsidR="007D6C9B">
        <w:rPr>
          <w:rtl/>
        </w:rPr>
        <w:t xml:space="preserve">ں </w:t>
      </w:r>
      <w:r>
        <w:rPr>
          <w:rtl/>
        </w:rPr>
        <w:t>تجھے ديكھ لو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ليكن موسى عليہ السلام نے فوراًخدا كى طرف سے يہ جواب سنا: تم ہز گز مجھے نہي</w:t>
      </w:r>
      <w:r w:rsidR="007D6C9B">
        <w:rPr>
          <w:rtl/>
        </w:rPr>
        <w:t xml:space="preserve">ں </w:t>
      </w:r>
      <w:r>
        <w:rPr>
          <w:rtl/>
        </w:rPr>
        <w:t xml:space="preserve">ديكھ سكتے _ ليكن پہاڑ كى حانب نظر كرو اگر وہ اپنى جگہ پر ٹھہرا رہا تب مجھے ديكھ سكو گے_ </w:t>
      </w:r>
    </w:p>
    <w:p w:rsidR="00DE2D7F" w:rsidRDefault="00DE2D7F" w:rsidP="00D07B54">
      <w:pPr>
        <w:pStyle w:val="libNormal"/>
        <w:rPr>
          <w:rtl/>
        </w:rPr>
      </w:pPr>
      <w:r>
        <w:rPr>
          <w:rtl/>
        </w:rPr>
        <w:t xml:space="preserve">جس وقت خدا نے پہاڑ پر جلوہ كيا تو اسے فنا كرديا اور اسے زمين كے برابر كرديا_ </w:t>
      </w:r>
    </w:p>
    <w:p w:rsidR="00DE2D7F" w:rsidRDefault="00DE2D7F" w:rsidP="00D07B54">
      <w:pPr>
        <w:pStyle w:val="libNormal"/>
        <w:rPr>
          <w:rtl/>
        </w:rPr>
      </w:pPr>
      <w:r>
        <w:rPr>
          <w:rtl/>
        </w:rPr>
        <w:t>موسى عليہ السلام نے جب يہ ہولناك منظر ديكھا تو ايسا اضطراب لاحق ہوا كہ بے ہوش ہو كر زمين پر گرپڑے_اور جب ہوش مي</w:t>
      </w:r>
      <w:r w:rsidR="007D6C9B">
        <w:rPr>
          <w:rtl/>
        </w:rPr>
        <w:t xml:space="preserve">ں </w:t>
      </w:r>
      <w:r>
        <w:rPr>
          <w:rtl/>
        </w:rPr>
        <w:t>آئے تو خدا كى بارگاہ مي</w:t>
      </w:r>
      <w:r w:rsidR="007D6C9B">
        <w:rPr>
          <w:rtl/>
        </w:rPr>
        <w:t xml:space="preserve">ں </w:t>
      </w:r>
      <w:r>
        <w:rPr>
          <w:rtl/>
        </w:rPr>
        <w:t>عرض كى پروردگاراتو منزہ ہے،مي</w:t>
      </w:r>
      <w:r w:rsidR="007D6C9B">
        <w:rPr>
          <w:rtl/>
        </w:rPr>
        <w:t xml:space="preserve">ں </w:t>
      </w:r>
      <w:r>
        <w:rPr>
          <w:rtl/>
        </w:rPr>
        <w:t>تيرى طرف پلٹتا ہو</w:t>
      </w:r>
      <w:r w:rsidR="007D6C9B">
        <w:rPr>
          <w:rtl/>
        </w:rPr>
        <w:t xml:space="preserve">ں </w:t>
      </w:r>
      <w:r>
        <w:rPr>
          <w:rtl/>
        </w:rPr>
        <w:t>،اور توبہ كرتا ہو</w:t>
      </w:r>
      <w:r w:rsidR="007D6C9B">
        <w:rPr>
          <w:rtl/>
        </w:rPr>
        <w:t xml:space="preserve">ں </w:t>
      </w:r>
      <w:r>
        <w:rPr>
          <w:rtl/>
        </w:rPr>
        <w:t>اور مي</w:t>
      </w:r>
      <w:r w:rsidR="007D6C9B">
        <w:rPr>
          <w:rtl/>
        </w:rPr>
        <w:t xml:space="preserve">ں </w:t>
      </w:r>
      <w:r>
        <w:rPr>
          <w:rtl/>
        </w:rPr>
        <w:t>پہلا ہو</w:t>
      </w:r>
      <w:r w:rsidR="007D6C9B">
        <w:rPr>
          <w:rtl/>
        </w:rPr>
        <w:t xml:space="preserve">ں </w:t>
      </w:r>
      <w:r>
        <w:rPr>
          <w:rtl/>
        </w:rPr>
        <w:t>مومنين مي</w:t>
      </w:r>
      <w:r w:rsidR="007D6C9B">
        <w:rPr>
          <w:rtl/>
        </w:rPr>
        <w:t xml:space="preserve">ں </w:t>
      </w:r>
      <w:r>
        <w:rPr>
          <w:rtl/>
        </w:rPr>
        <w:t>سے_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4671A4" w:rsidRDefault="00DE2D7F" w:rsidP="00D07B54">
      <w:pPr>
        <w:pStyle w:val="Heading2Center"/>
        <w:rPr>
          <w:rtl/>
        </w:rPr>
      </w:pPr>
      <w:bookmarkStart w:id="261" w:name="_Toc7268658"/>
      <w:r>
        <w:rPr>
          <w:rtl/>
        </w:rPr>
        <w:t>حضرت موسى عليہ السلام نے رويت كى خواہش كيو</w:t>
      </w:r>
      <w:r w:rsidR="007D6C9B">
        <w:rPr>
          <w:rtl/>
        </w:rPr>
        <w:t xml:space="preserve">ں </w:t>
      </w:r>
      <w:r>
        <w:rPr>
          <w:rtl/>
        </w:rPr>
        <w:t>كي؟</w:t>
      </w:r>
      <w:bookmarkEnd w:id="261"/>
      <w:r>
        <w:rPr>
          <w:rtl/>
        </w:rPr>
        <w:t xml:space="preserve"> </w:t>
      </w:r>
    </w:p>
    <w:p w:rsidR="00DE2D7F" w:rsidRDefault="00DE2D7F" w:rsidP="00D07B54">
      <w:pPr>
        <w:pStyle w:val="libNormal"/>
        <w:rPr>
          <w:rtl/>
        </w:rPr>
      </w:pPr>
      <w:r>
        <w:rPr>
          <w:rtl/>
        </w:rPr>
        <w:t>حضرت موسى عليہ السلام جيسے اولوالعزم نبى كو اچھى طرح معلوم تھا كہ ذات خداوندى قابل ديد نہي</w:t>
      </w:r>
      <w:r w:rsidR="007D6C9B">
        <w:rPr>
          <w:rtl/>
        </w:rPr>
        <w:t xml:space="preserve">ں </w:t>
      </w:r>
      <w:r>
        <w:rPr>
          <w:rtl/>
        </w:rPr>
        <w:t>ہے كيونكہ نہ تو وہ جسم ہے،نہ اس كے لئے كوئي مكان و جہت ہے اس كے باوجود انہو</w:t>
      </w:r>
      <w:r w:rsidR="007D6C9B">
        <w:rPr>
          <w:rtl/>
        </w:rPr>
        <w:t xml:space="preserve">ں </w:t>
      </w:r>
      <w:r>
        <w:rPr>
          <w:rtl/>
        </w:rPr>
        <w:t>نے ايسى خواہش كيسے كردى جو فى الحقيقت ايك عام انسان كى شان كے لئے بھى مناسب نہي</w:t>
      </w:r>
      <w:r w:rsidR="007D6C9B">
        <w:rPr>
          <w:rtl/>
        </w:rPr>
        <w:t xml:space="preserve">ں </w:t>
      </w:r>
      <w:r>
        <w:rPr>
          <w:rtl/>
        </w:rPr>
        <w:t xml:space="preserve">ہے؟ </w:t>
      </w:r>
    </w:p>
    <w:p w:rsidR="00DE2D7F" w:rsidRDefault="00DE2D7F" w:rsidP="00D07B54">
      <w:pPr>
        <w:pStyle w:val="libNormal"/>
        <w:rPr>
          <w:rtl/>
        </w:rPr>
      </w:pPr>
      <w:r>
        <w:rPr>
          <w:rtl/>
        </w:rPr>
        <w:t>سب سے واضح جواب يہ ہے كہ جضرت موسى عليہ السلام نے يہ خواہش در اصل اپنى قوم كى طرف سے كى تھى كيونكہ بنى اسرائيل كے جہلاء كے ايك گروہ كا يہ اصرار تھا كہ وہ خدا كو كھلم كھلا ديكھي</w:t>
      </w:r>
      <w:r w:rsidR="007D6C9B">
        <w:rPr>
          <w:rtl/>
        </w:rPr>
        <w:t xml:space="preserve">ں </w:t>
      </w:r>
      <w:r>
        <w:rPr>
          <w:rtl/>
        </w:rPr>
        <w:t>گے تب ايمان لائي</w:t>
      </w:r>
      <w:r w:rsidR="007D6C9B">
        <w:rPr>
          <w:rtl/>
        </w:rPr>
        <w:t xml:space="preserve">ں </w:t>
      </w:r>
      <w:r>
        <w:rPr>
          <w:rtl/>
        </w:rPr>
        <w:t xml:space="preserve">گے_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w:t>
      </w:r>
      <w:r w:rsidR="00E664BB">
        <w:rPr>
          <w:rtl/>
        </w:rPr>
        <w:t>143</w:t>
      </w:r>
      <w:r>
        <w:rPr>
          <w:rtl/>
        </w:rPr>
        <w:t xml:space="preserve"> </w:t>
      </w:r>
    </w:p>
    <w:p w:rsidR="00DE2D7F" w:rsidRDefault="00DE2D7F" w:rsidP="00D07B54">
      <w:pPr>
        <w:pStyle w:val="libFootnote"/>
        <w:rPr>
          <w:rtl/>
        </w:rPr>
      </w:pPr>
      <w:r>
        <w:rPr>
          <w:rtl/>
        </w:rPr>
        <w:t>(</w:t>
      </w:r>
      <w:r w:rsidR="00E664BB">
        <w:rPr>
          <w:rtl/>
        </w:rPr>
        <w:t>2</w:t>
      </w:r>
      <w:r>
        <w:rPr>
          <w:rtl/>
        </w:rPr>
        <w:t>)سورہ اعراف آيت</w:t>
      </w:r>
      <w:r w:rsidR="00E664BB">
        <w:rPr>
          <w:rtl/>
        </w:rPr>
        <w:t>143</w:t>
      </w:r>
      <w:r>
        <w:rPr>
          <w:rtl/>
        </w:rPr>
        <w:t xml:space="preserve"> </w:t>
      </w:r>
    </w:p>
    <w:p w:rsidR="004671A4" w:rsidRDefault="001648F9" w:rsidP="00D07B54">
      <w:pPr>
        <w:pStyle w:val="libNormal"/>
        <w:rPr>
          <w:rtl/>
        </w:rPr>
      </w:pPr>
      <w:r>
        <w:rPr>
          <w:rtl/>
        </w:rPr>
        <w:t xml:space="preserve"> </w:t>
      </w:r>
      <w:r>
        <w:rPr>
          <w:rtl/>
        </w:rPr>
        <w:br w:type="page"/>
      </w:r>
    </w:p>
    <w:p w:rsidR="004671A4" w:rsidRDefault="004671A4" w:rsidP="00D07B54">
      <w:pPr>
        <w:pStyle w:val="libNormal"/>
        <w:rPr>
          <w:rtl/>
        </w:rPr>
      </w:pPr>
    </w:p>
    <w:p w:rsidR="00DE2D7F" w:rsidRDefault="00DE2D7F" w:rsidP="00D07B54">
      <w:pPr>
        <w:pStyle w:val="libNormal"/>
        <w:rPr>
          <w:rtl/>
        </w:rPr>
      </w:pPr>
      <w:r>
        <w:rPr>
          <w:rtl/>
        </w:rPr>
        <w:t>حضرت موسى عليہ السلام كو اللہ كى جانب سے يہ حكم ملا كہ وہ اس درخواست كو خدا كى بارگاہ مي</w:t>
      </w:r>
      <w:r w:rsidR="007D6C9B">
        <w:rPr>
          <w:rtl/>
        </w:rPr>
        <w:t xml:space="preserve">ں </w:t>
      </w:r>
      <w:r>
        <w:rPr>
          <w:rtl/>
        </w:rPr>
        <w:t>پيش كري</w:t>
      </w:r>
      <w:r w:rsidR="007D6C9B">
        <w:rPr>
          <w:rtl/>
        </w:rPr>
        <w:t xml:space="preserve">ں </w:t>
      </w:r>
      <w:r>
        <w:rPr>
          <w:rtl/>
        </w:rPr>
        <w:t>تا كہ سب اس كا جواب سن لي</w:t>
      </w:r>
      <w:r w:rsidR="007D6C9B">
        <w:rPr>
          <w:rtl/>
        </w:rPr>
        <w:t xml:space="preserve">ں </w:t>
      </w:r>
      <w:r>
        <w:rPr>
          <w:rtl/>
        </w:rPr>
        <w:t>،كتاب عيون اخبار الرضا مي</w:t>
      </w:r>
      <w:r w:rsidR="007D6C9B">
        <w:rPr>
          <w:rtl/>
        </w:rPr>
        <w:t xml:space="preserve">ں </w:t>
      </w:r>
      <w:r>
        <w:rPr>
          <w:rtl/>
        </w:rPr>
        <w:t>امام رضا عليہ السلام سے جو حديث مروى ہے وہ بھى اس مطلب كى تائيد كرتى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4671A4" w:rsidRDefault="00DE2D7F" w:rsidP="00D07B54">
      <w:pPr>
        <w:pStyle w:val="Heading2Center"/>
        <w:rPr>
          <w:rtl/>
        </w:rPr>
      </w:pPr>
      <w:bookmarkStart w:id="262" w:name="_Toc7268659"/>
      <w:r>
        <w:rPr>
          <w:rtl/>
        </w:rPr>
        <w:t>الواح توريت</w:t>
      </w:r>
      <w:bookmarkEnd w:id="262"/>
    </w:p>
    <w:p w:rsidR="00DE2D7F" w:rsidRDefault="00DE2D7F" w:rsidP="00D07B54">
      <w:pPr>
        <w:pStyle w:val="libNormal"/>
        <w:rPr>
          <w:rtl/>
        </w:rPr>
      </w:pPr>
      <w:r>
        <w:rPr>
          <w:rtl/>
        </w:rPr>
        <w:t xml:space="preserve"> آخر كار اس عظيم ميعادگاہ مي</w:t>
      </w:r>
      <w:r w:rsidR="007D6C9B">
        <w:rPr>
          <w:rtl/>
        </w:rPr>
        <w:t xml:space="preserve">ں </w:t>
      </w:r>
      <w:r>
        <w:rPr>
          <w:rtl/>
        </w:rPr>
        <w:t>اللہ نے موسى عليہ السلام پر اپنى شريعت كے قوانين نازل فرمائے_پہلے ان سے فرمايا:''اے موسى مي</w:t>
      </w:r>
      <w:r w:rsidR="007D6C9B">
        <w:rPr>
          <w:rtl/>
        </w:rPr>
        <w:t xml:space="preserve">ں </w:t>
      </w:r>
      <w:r>
        <w:rPr>
          <w:rtl/>
        </w:rPr>
        <w:t>نے تمہي</w:t>
      </w:r>
      <w:r w:rsidR="007D6C9B">
        <w:rPr>
          <w:rtl/>
        </w:rPr>
        <w:t xml:space="preserve">ں </w:t>
      </w:r>
      <w:r>
        <w:rPr>
          <w:rtl/>
        </w:rPr>
        <w:t>لوگو</w:t>
      </w:r>
      <w:r w:rsidR="007D6C9B">
        <w:rPr>
          <w:rtl/>
        </w:rPr>
        <w:t xml:space="preserve">ں </w:t>
      </w:r>
      <w:r>
        <w:rPr>
          <w:rtl/>
        </w:rPr>
        <w:t>پر منتخب كيا ہے،اور تم كو اپنى رسالتي</w:t>
      </w:r>
      <w:r w:rsidR="007D6C9B">
        <w:rPr>
          <w:rtl/>
        </w:rPr>
        <w:t xml:space="preserve">ں </w:t>
      </w:r>
      <w:r>
        <w:rPr>
          <w:rtl/>
        </w:rPr>
        <w:t>دى ہي</w:t>
      </w:r>
      <w:r w:rsidR="007D6C9B">
        <w:rPr>
          <w:rtl/>
        </w:rPr>
        <w:t xml:space="preserve">ں </w:t>
      </w:r>
      <w:r>
        <w:rPr>
          <w:rtl/>
        </w:rPr>
        <w:t>،اور تم كو اپنے ساتھ گفتگو كا شرف عطا كيا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)حضرت موسى عليہ السلام نے كس چيز سے توبہ كى ؟اس بارے مي</w:t>
      </w:r>
      <w:r w:rsidR="007D6C9B">
        <w:rPr>
          <w:rtl/>
        </w:rPr>
        <w:t xml:space="preserve">ں </w:t>
      </w:r>
      <w:r>
        <w:rPr>
          <w:rtl/>
        </w:rPr>
        <w:t>جوسوال سامنے آتا ہے يہ ہے كہ جب حضرت موسى عليہ السلام ہوش مي</w:t>
      </w:r>
      <w:r w:rsidR="007D6C9B">
        <w:rPr>
          <w:rtl/>
        </w:rPr>
        <w:t xml:space="preserve">ں </w:t>
      </w:r>
      <w:r>
        <w:rPr>
          <w:rtl/>
        </w:rPr>
        <w:t>آئے تو انہو</w:t>
      </w:r>
      <w:r w:rsidR="007D6C9B">
        <w:rPr>
          <w:rtl/>
        </w:rPr>
        <w:t xml:space="preserve">ں </w:t>
      </w:r>
      <w:r>
        <w:rPr>
          <w:rtl/>
        </w:rPr>
        <w:t>نے كيو</w:t>
      </w:r>
      <w:r w:rsidR="007D6C9B">
        <w:rPr>
          <w:rtl/>
        </w:rPr>
        <w:t xml:space="preserve">ں </w:t>
      </w:r>
      <w:r>
        <w:rPr>
          <w:rtl/>
        </w:rPr>
        <w:t>كہا :''مي</w:t>
      </w:r>
      <w:r w:rsidR="007D6C9B">
        <w:rPr>
          <w:rtl/>
        </w:rPr>
        <w:t xml:space="preserve">ں </w:t>
      </w:r>
      <w:r>
        <w:rPr>
          <w:rtl/>
        </w:rPr>
        <w:t>تو بہ كر تا ہو</w:t>
      </w:r>
      <w:r w:rsidR="007D6C9B">
        <w:rPr>
          <w:rtl/>
        </w:rPr>
        <w:t xml:space="preserve">ں </w:t>
      </w:r>
      <w:r>
        <w:rPr>
          <w:rtl/>
        </w:rPr>
        <w:t xml:space="preserve">'' </w:t>
      </w:r>
    </w:p>
    <w:p w:rsidR="00DE2D7F" w:rsidRDefault="00DE2D7F" w:rsidP="00D07B54">
      <w:pPr>
        <w:pStyle w:val="libFootnote"/>
        <w:rPr>
          <w:rtl/>
        </w:rPr>
      </w:pPr>
      <w:r>
        <w:rPr>
          <w:rtl/>
        </w:rPr>
        <w:t>حالانكہ انہو</w:t>
      </w:r>
      <w:r w:rsidR="007D6C9B">
        <w:rPr>
          <w:rtl/>
        </w:rPr>
        <w:t xml:space="preserve">ں </w:t>
      </w:r>
      <w:r>
        <w:rPr>
          <w:rtl/>
        </w:rPr>
        <w:t>نے كوئي خلاف ورزى نہي</w:t>
      </w:r>
      <w:r w:rsidR="007D6C9B">
        <w:rPr>
          <w:rtl/>
        </w:rPr>
        <w:t xml:space="preserve">ں </w:t>
      </w:r>
      <w:r>
        <w:rPr>
          <w:rtl/>
        </w:rPr>
        <w:t>كى تھي_كيونكہ اگر انہو</w:t>
      </w:r>
      <w:r w:rsidR="007D6C9B">
        <w:rPr>
          <w:rtl/>
        </w:rPr>
        <w:t xml:space="preserve">ں </w:t>
      </w:r>
      <w:r>
        <w:rPr>
          <w:rtl/>
        </w:rPr>
        <w:t>نے يہ درخواست اپنى امت كى طرف سے كى تھى تو اس مي</w:t>
      </w:r>
      <w:r w:rsidR="007D6C9B">
        <w:rPr>
          <w:rtl/>
        </w:rPr>
        <w:t xml:space="preserve">ں </w:t>
      </w:r>
      <w:r>
        <w:rPr>
          <w:rtl/>
        </w:rPr>
        <w:t>ان كا كيا قصور تھا،اللہ كى اجازت سے انہو</w:t>
      </w:r>
      <w:r w:rsidR="007D6C9B">
        <w:rPr>
          <w:rtl/>
        </w:rPr>
        <w:t xml:space="preserve">ں </w:t>
      </w:r>
      <w:r>
        <w:rPr>
          <w:rtl/>
        </w:rPr>
        <w:t xml:space="preserve">نے يہ درخواست خدا كے سامنے پيش كى اور اگر اپنے لئے شہود باطنى كى تمنا كى تھى تو يہ بھى خدا كے حكم كى مخالفت نہ تھي،لہذا توبہ كس بات كى تھي؟دوطرح سے اس سوال كا جواب ديا جا سكتا ہے: </w:t>
      </w:r>
    </w:p>
    <w:p w:rsidR="00DE2D7F" w:rsidRDefault="00DE2D7F" w:rsidP="00D07B54">
      <w:pPr>
        <w:pStyle w:val="libFootnote"/>
        <w:rPr>
          <w:rtl/>
        </w:rPr>
      </w:pPr>
      <w:r>
        <w:rPr>
          <w:rtl/>
        </w:rPr>
        <w:t>اول:يہ كہ حضرت موسى عليہ السلام نے بنى اسرائيل كى نمائندگى كے طور پر خداسے يہ سوال كيا تھا،اس كے بعد جب خدا كى طرف سے سخت جواب ملا جس مي</w:t>
      </w:r>
      <w:r w:rsidR="007D6C9B">
        <w:rPr>
          <w:rtl/>
        </w:rPr>
        <w:t xml:space="preserve">ں </w:t>
      </w:r>
      <w:r>
        <w:rPr>
          <w:rtl/>
        </w:rPr>
        <w:t>اس سوال كى غلطى كو بتلايا گيا تھا تو حضرت موسى عليہ السلام نے توبہ بھى انہي</w:t>
      </w:r>
      <w:r w:rsidR="007D6C9B">
        <w:rPr>
          <w:rtl/>
        </w:rPr>
        <w:t xml:space="preserve">ں </w:t>
      </w:r>
      <w:r>
        <w:rPr>
          <w:rtl/>
        </w:rPr>
        <w:t xml:space="preserve">كى طرف سے كى تھي_ </w:t>
      </w:r>
    </w:p>
    <w:p w:rsidR="00DE2D7F" w:rsidRDefault="00DE2D7F" w:rsidP="00D07B54">
      <w:pPr>
        <w:pStyle w:val="libFootnote"/>
        <w:rPr>
          <w:rtl/>
        </w:rPr>
      </w:pPr>
      <w:r>
        <w:rPr>
          <w:rtl/>
        </w:rPr>
        <w:t>دوم:يہ كہ حضرت موسى عليہ السلام كو اگر چہ يہ حكم ديا گيا تھا كہ وہ بنى اسرائيل كى درخواست كو پيش كري</w:t>
      </w:r>
      <w:r w:rsidR="007D6C9B">
        <w:rPr>
          <w:rtl/>
        </w:rPr>
        <w:t xml:space="preserve">ں </w:t>
      </w:r>
      <w:r>
        <w:rPr>
          <w:rtl/>
        </w:rPr>
        <w:t xml:space="preserve">ليكن جس وقت پروردگار كى تجلى كا واقعہ رونما ہوا اور حقيقت آشكار ہوگئي تو حضرت موسى عليہ السلام كى يہ ماموريت ختم ہوچكى تھى اب حضرت موسى عليہ السلام كو </w:t>
      </w:r>
      <w:r w:rsidR="00693B73">
        <w:rPr>
          <w:rtl/>
        </w:rPr>
        <w:t>چاہيئے</w:t>
      </w:r>
      <w:r>
        <w:rPr>
          <w:rtl/>
        </w:rPr>
        <w:t xml:space="preserve"> پہلى حالت(يعنى قبل از ماموريت)كى طرف پلٹ جائي</w:t>
      </w:r>
      <w:r w:rsidR="007D6C9B">
        <w:rPr>
          <w:rtl/>
        </w:rPr>
        <w:t xml:space="preserve">ں </w:t>
      </w:r>
      <w:r>
        <w:rPr>
          <w:rtl/>
        </w:rPr>
        <w:t>اور اپنے ايمان كا اظہار كري</w:t>
      </w:r>
      <w:r w:rsidR="007D6C9B">
        <w:rPr>
          <w:rtl/>
        </w:rPr>
        <w:t xml:space="preserve">ں </w:t>
      </w:r>
      <w:r>
        <w:rPr>
          <w:rtl/>
        </w:rPr>
        <w:t xml:space="preserve">تاكہ كسى كے لئے جائے شبہ باقى نہ رہے،لہذا اس حالت كا اظہار موسى عليہ السلام نے اپنى توبہ اور اس جملہ ''انى تبت اليك وانا اول المو منين''سے كيا_ </w:t>
      </w:r>
    </w:p>
    <w:p w:rsidR="00DE2D7F" w:rsidRDefault="00DE2D7F" w:rsidP="00D07B54">
      <w:pPr>
        <w:pStyle w:val="libFootnote"/>
        <w:rPr>
          <w:rtl/>
        </w:rPr>
      </w:pPr>
      <w:r>
        <w:rPr>
          <w:rtl/>
        </w:rPr>
        <w:t>(</w:t>
      </w:r>
      <w:r w:rsidR="00E664BB">
        <w:rPr>
          <w:rtl/>
        </w:rPr>
        <w:t>2</w:t>
      </w:r>
      <w:r>
        <w:rPr>
          <w:rtl/>
        </w:rPr>
        <w:t>)سورہ اعراف</w:t>
      </w:r>
      <w:r w:rsidR="00E664BB">
        <w:rPr>
          <w:rtl/>
        </w:rPr>
        <w:t>144</w:t>
      </w:r>
      <w:r>
        <w:rPr>
          <w:rtl/>
        </w:rPr>
        <w:t xml:space="preserve"> </w:t>
      </w:r>
    </w:p>
    <w:p w:rsidR="004671A4" w:rsidRDefault="00C2634E" w:rsidP="00D07B54">
      <w:pPr>
        <w:pStyle w:val="libNormal"/>
        <w:rPr>
          <w:rtl/>
        </w:rPr>
      </w:pPr>
      <w:r>
        <w:rPr>
          <w:rtl/>
        </w:rPr>
        <w:t xml:space="preserve"> </w:t>
      </w:r>
      <w:r>
        <w:rPr>
          <w:rtl/>
        </w:rPr>
        <w:br w:type="page"/>
      </w:r>
    </w:p>
    <w:p w:rsidR="004671A4" w:rsidRDefault="004671A4" w:rsidP="00D07B54">
      <w:pPr>
        <w:pStyle w:val="libNormal"/>
        <w:rPr>
          <w:rtl/>
        </w:rPr>
      </w:pPr>
    </w:p>
    <w:p w:rsidR="00DE2D7F" w:rsidRDefault="00DE2D7F" w:rsidP="00D07B54">
      <w:pPr>
        <w:pStyle w:val="libNormal"/>
        <w:rPr>
          <w:rtl/>
        </w:rPr>
      </w:pPr>
      <w:r>
        <w:rPr>
          <w:rtl/>
        </w:rPr>
        <w:t>اب جبكہ ايسا ہے تو''جو مي</w:t>
      </w:r>
      <w:r w:rsidR="007D6C9B">
        <w:rPr>
          <w:rtl/>
        </w:rPr>
        <w:t xml:space="preserve">ں </w:t>
      </w:r>
      <w:r>
        <w:rPr>
          <w:rtl/>
        </w:rPr>
        <w:t>نے تم كو حكم ديا ہے اسے لے لو اور ہمارے اس عطيہ پر شكر كرنے والو</w:t>
      </w:r>
      <w:r w:rsidR="007D6C9B">
        <w:rPr>
          <w:rtl/>
        </w:rPr>
        <w:t xml:space="preserve">ں </w:t>
      </w:r>
      <w:r>
        <w:rPr>
          <w:rtl/>
        </w:rPr>
        <w:t>مي</w:t>
      </w:r>
      <w:r w:rsidR="007D6C9B">
        <w:rPr>
          <w:rtl/>
        </w:rPr>
        <w:t xml:space="preserve">ں </w:t>
      </w:r>
      <w:r>
        <w:rPr>
          <w:rtl/>
        </w:rPr>
        <w:t>سے ہوجائو''_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اضافہ كيا گيا ہے كہ :ہم نے جو الواح موسى عليہ السلام پر نازل كى تھي</w:t>
      </w:r>
      <w:r w:rsidR="007D6C9B">
        <w:rPr>
          <w:rtl/>
        </w:rPr>
        <w:t xml:space="preserve">ں </w:t>
      </w:r>
      <w:r>
        <w:rPr>
          <w:rtl/>
        </w:rPr>
        <w:t>ان پر ہر موضوع كے بارے مي</w:t>
      </w:r>
      <w:r w:rsidR="007D6C9B">
        <w:rPr>
          <w:rtl/>
        </w:rPr>
        <w:t xml:space="preserve">ں </w:t>
      </w:r>
      <w:r>
        <w:rPr>
          <w:rtl/>
        </w:rPr>
        <w:t>كافى نصيحتي</w:t>
      </w:r>
      <w:r w:rsidR="007D6C9B">
        <w:rPr>
          <w:rtl/>
        </w:rPr>
        <w:t xml:space="preserve">ں </w:t>
      </w:r>
      <w:r>
        <w:rPr>
          <w:rtl/>
        </w:rPr>
        <w:t>تھي</w:t>
      </w:r>
      <w:r w:rsidR="007D6C9B">
        <w:rPr>
          <w:rtl/>
        </w:rPr>
        <w:t xml:space="preserve">ں </w:t>
      </w:r>
      <w:r>
        <w:rPr>
          <w:rtl/>
        </w:rPr>
        <w:t xml:space="preserve">اورضرورت كے مسائل كى شرح اور بيان تھا_ </w:t>
      </w:r>
    </w:p>
    <w:p w:rsidR="00DE2D7F" w:rsidRDefault="00DE2D7F" w:rsidP="00D07B54">
      <w:pPr>
        <w:pStyle w:val="libNormal"/>
        <w:rPr>
          <w:rtl/>
        </w:rPr>
      </w:pPr>
      <w:r>
        <w:rPr>
          <w:rtl/>
        </w:rPr>
        <w:t>اس كے بعد ہم نے موسى عليہ السلام كو حكم ديا كہ''بڑى توجہ اور قوت ارادى كے ساتھ ان فرامين كو اختيار كرو_''</w:t>
      </w:r>
      <w:r w:rsidRPr="00AD1EF3">
        <w:rPr>
          <w:rStyle w:val="libFootnotenumChar"/>
          <w:rtl/>
        </w:rPr>
        <w:t>(</w:t>
      </w:r>
      <w:r w:rsidR="00E664BB" w:rsidRPr="00AD1EF3">
        <w:rPr>
          <w:rStyle w:val="libFootnotenumChar"/>
          <w:rtl/>
        </w:rPr>
        <w:t>2</w:t>
      </w:r>
      <w:r w:rsidRPr="00AD1EF3">
        <w:rPr>
          <w:rStyle w:val="libFootnotenumChar"/>
          <w:rtl/>
        </w:rPr>
        <w:t>)</w:t>
      </w:r>
      <w:r>
        <w:rPr>
          <w:rtl/>
        </w:rPr>
        <w:t>اور اپنى قوم كو بھى حكم دو كہ ان مي</w:t>
      </w:r>
      <w:r w:rsidR="007D6C9B">
        <w:rPr>
          <w:rtl/>
        </w:rPr>
        <w:t xml:space="preserve">ں </w:t>
      </w:r>
      <w:r>
        <w:rPr>
          <w:rtl/>
        </w:rPr>
        <w:t>جو بہترين ہي</w:t>
      </w:r>
      <w:r w:rsidR="007D6C9B">
        <w:rPr>
          <w:rtl/>
        </w:rPr>
        <w:t xml:space="preserve">ں </w:t>
      </w:r>
      <w:r>
        <w:rPr>
          <w:rtl/>
        </w:rPr>
        <w:t>انہي</w:t>
      </w:r>
      <w:r w:rsidR="007D6C9B">
        <w:rPr>
          <w:rtl/>
        </w:rPr>
        <w:t xml:space="preserve">ں </w:t>
      </w:r>
      <w:r>
        <w:rPr>
          <w:rtl/>
        </w:rPr>
        <w:t>اختيار كري</w:t>
      </w:r>
      <w:r w:rsidR="007D6C9B">
        <w:rPr>
          <w:rtl/>
        </w:rPr>
        <w:t xml:space="preserve">ں </w:t>
      </w:r>
      <w:r>
        <w:rPr>
          <w:rtl/>
        </w:rPr>
        <w:t xml:space="preserve">_ </w:t>
      </w:r>
    </w:p>
    <w:p w:rsidR="00DE2D7F" w:rsidRDefault="00DE2D7F" w:rsidP="00D07B54">
      <w:pPr>
        <w:pStyle w:val="libNormal"/>
        <w:rPr>
          <w:rtl/>
        </w:rPr>
      </w:pPr>
      <w:r>
        <w:rPr>
          <w:rtl/>
        </w:rPr>
        <w:t>اور انہي</w:t>
      </w:r>
      <w:r w:rsidR="007D6C9B">
        <w:rPr>
          <w:rtl/>
        </w:rPr>
        <w:t xml:space="preserve">ں </w:t>
      </w:r>
      <w:r>
        <w:rPr>
          <w:rtl/>
        </w:rPr>
        <w:t>خبردار كردوكہ ان فرامين كى مخالفت اور ان كى اطاعت سے فرار كرنے كا نتيجہ دردناك ہے اوراس كا انجام دوزخ ہے اور ''مي</w:t>
      </w:r>
      <w:r w:rsidR="007D6C9B">
        <w:rPr>
          <w:rtl/>
        </w:rPr>
        <w:t xml:space="preserve">ں </w:t>
      </w:r>
      <w:r>
        <w:rPr>
          <w:rtl/>
        </w:rPr>
        <w:t>جلد ہى فاسقو</w:t>
      </w:r>
      <w:r w:rsidR="007D6C9B">
        <w:rPr>
          <w:rtl/>
        </w:rPr>
        <w:t xml:space="preserve">ں </w:t>
      </w:r>
      <w:r>
        <w:rPr>
          <w:rtl/>
        </w:rPr>
        <w:t>كى جگہ تمہي</w:t>
      </w:r>
      <w:r w:rsidR="007D6C9B">
        <w:rPr>
          <w:rtl/>
        </w:rPr>
        <w:t xml:space="preserve">ں </w:t>
      </w:r>
      <w:r>
        <w:rPr>
          <w:rtl/>
        </w:rPr>
        <w:t>دكھلادو</w:t>
      </w:r>
      <w:r w:rsidR="007D6C9B">
        <w:rPr>
          <w:rtl/>
        </w:rPr>
        <w:t xml:space="preserve">ں </w:t>
      </w:r>
      <w:r>
        <w:rPr>
          <w:rtl/>
        </w:rPr>
        <w:t>گا_''</w:t>
      </w:r>
      <w:r w:rsidRPr="00AD1EF3">
        <w:rPr>
          <w:rStyle w:val="libFootnotenumChar"/>
          <w:rtl/>
        </w:rPr>
        <w:t>(</w:t>
      </w:r>
      <w:r w:rsidR="00E664BB" w:rsidRPr="00AD1EF3">
        <w:rPr>
          <w:rStyle w:val="libFootnotenumChar"/>
          <w:rtl/>
        </w:rPr>
        <w:t>3</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اعراف</w:t>
      </w:r>
      <w:r w:rsidR="00E664BB">
        <w:rPr>
          <w:rtl/>
        </w:rPr>
        <w:t>144</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آيت </w:t>
      </w:r>
      <w:r w:rsidR="00E664BB">
        <w:rPr>
          <w:rtl/>
        </w:rPr>
        <w:t>145</w:t>
      </w:r>
      <w:r>
        <w:rPr>
          <w:rtl/>
        </w:rPr>
        <w:t xml:space="preserve"> </w:t>
      </w:r>
    </w:p>
    <w:p w:rsidR="00DE2D7F" w:rsidRDefault="00DE2D7F" w:rsidP="00D07B54">
      <w:pPr>
        <w:pStyle w:val="libFootnote"/>
        <w:rPr>
          <w:rtl/>
        </w:rPr>
      </w:pPr>
      <w:r>
        <w:rPr>
          <w:rtl/>
        </w:rPr>
        <w:t>(</w:t>
      </w:r>
      <w:r w:rsidR="00E664BB">
        <w:rPr>
          <w:rtl/>
        </w:rPr>
        <w:t>3</w:t>
      </w:r>
      <w:r>
        <w:rPr>
          <w:rtl/>
        </w:rPr>
        <w:t>)سورہ اعراف آيت</w:t>
      </w:r>
      <w:r w:rsidR="00E664BB">
        <w:rPr>
          <w:rtl/>
        </w:rPr>
        <w:t>145</w:t>
      </w:r>
      <w:r>
        <w:rPr>
          <w:rtl/>
        </w:rPr>
        <w:t xml:space="preserve"> </w:t>
      </w:r>
    </w:p>
    <w:p w:rsidR="00DE2D7F" w:rsidRDefault="00DE2D7F" w:rsidP="00D07B54">
      <w:pPr>
        <w:pStyle w:val="libFootnote"/>
        <w:rPr>
          <w:rtl/>
        </w:rPr>
      </w:pPr>
      <w:r>
        <w:rPr>
          <w:rtl/>
        </w:rPr>
        <w:t>(</w:t>
      </w:r>
      <w:r w:rsidR="00E664BB">
        <w:rPr>
          <w:rtl/>
        </w:rPr>
        <w:t>4</w:t>
      </w:r>
      <w:r>
        <w:rPr>
          <w:rtl/>
        </w:rPr>
        <w:t>)يہا</w:t>
      </w:r>
      <w:r w:rsidR="007D6C9B">
        <w:rPr>
          <w:rtl/>
        </w:rPr>
        <w:t xml:space="preserve">ں </w:t>
      </w:r>
      <w:r>
        <w:rPr>
          <w:rtl/>
        </w:rPr>
        <w:t>پردو چيزو</w:t>
      </w:r>
      <w:r w:rsidR="007D6C9B">
        <w:rPr>
          <w:rtl/>
        </w:rPr>
        <w:t xml:space="preserve">ں </w:t>
      </w:r>
      <w:r>
        <w:rPr>
          <w:rtl/>
        </w:rPr>
        <w:t xml:space="preserve">كى طرف توجہ كرنا ضرورى ہے: </w:t>
      </w:r>
    </w:p>
    <w:p w:rsidR="00DE2D7F" w:rsidRDefault="00E664BB" w:rsidP="00D07B54">
      <w:pPr>
        <w:pStyle w:val="libFootnote"/>
        <w:rPr>
          <w:rtl/>
        </w:rPr>
      </w:pPr>
      <w:r>
        <w:rPr>
          <w:rtl/>
        </w:rPr>
        <w:t>1</w:t>
      </w:r>
      <w:r w:rsidR="00DE2D7F">
        <w:rPr>
          <w:rtl/>
        </w:rPr>
        <w:t>_الواح كس چيز كى بنى ہوئي تھي</w:t>
      </w:r>
      <w:r w:rsidR="007D6C9B">
        <w:rPr>
          <w:rtl/>
        </w:rPr>
        <w:t xml:space="preserve">ں </w:t>
      </w:r>
      <w:r w:rsidR="00DE2D7F">
        <w:rPr>
          <w:rtl/>
        </w:rPr>
        <w:t>:اس آيت كا ظاہر يہ ہے كہ خداوند كريم نے حضرت موسى عليہ السلام پر جو الواح نازل كى تھي</w:t>
      </w:r>
      <w:r w:rsidR="007D6C9B">
        <w:rPr>
          <w:rtl/>
        </w:rPr>
        <w:t xml:space="preserve">ں </w:t>
      </w:r>
      <w:r w:rsidR="00DE2D7F">
        <w:rPr>
          <w:rtl/>
        </w:rPr>
        <w:t>ان مي</w:t>
      </w:r>
      <w:r w:rsidR="007D6C9B">
        <w:rPr>
          <w:rtl/>
        </w:rPr>
        <w:t xml:space="preserve">ں </w:t>
      </w:r>
      <w:r w:rsidR="00DE2D7F">
        <w:rPr>
          <w:rtl/>
        </w:rPr>
        <w:t>توريت كى شريعت اور قوانين لكھے ہوئے تھے ،ايسا نہ تھا كہ يہ لوحي</w:t>
      </w:r>
      <w:r w:rsidR="007D6C9B">
        <w:rPr>
          <w:rtl/>
        </w:rPr>
        <w:t xml:space="preserve">ں </w:t>
      </w:r>
      <w:r w:rsidR="00DE2D7F">
        <w:rPr>
          <w:rtl/>
        </w:rPr>
        <w:t>حضرت موسى عليہ السلام كے ہاتھ مي</w:t>
      </w:r>
      <w:r w:rsidR="007D6C9B">
        <w:rPr>
          <w:rtl/>
        </w:rPr>
        <w:t xml:space="preserve">ں </w:t>
      </w:r>
      <w:r w:rsidR="00DE2D7F">
        <w:rPr>
          <w:rtl/>
        </w:rPr>
        <w:t>تھي</w:t>
      </w:r>
      <w:r w:rsidR="007D6C9B">
        <w:rPr>
          <w:rtl/>
        </w:rPr>
        <w:t xml:space="preserve">ں </w:t>
      </w:r>
      <w:r w:rsidR="00DE2D7F">
        <w:rPr>
          <w:rtl/>
        </w:rPr>
        <w:t>اور اس مي</w:t>
      </w:r>
      <w:r w:rsidR="007D6C9B">
        <w:rPr>
          <w:rtl/>
        </w:rPr>
        <w:t xml:space="preserve">ں </w:t>
      </w:r>
      <w:r w:rsidR="00DE2D7F">
        <w:rPr>
          <w:rtl/>
        </w:rPr>
        <w:t>فرامين منعكس ہوگئے تھے_ اب رہا يہ سوال كہ يہ لوحي</w:t>
      </w:r>
      <w:r w:rsidR="007D6C9B">
        <w:rPr>
          <w:rtl/>
        </w:rPr>
        <w:t xml:space="preserve">ں </w:t>
      </w:r>
      <w:r w:rsidR="00DE2D7F">
        <w:rPr>
          <w:rtl/>
        </w:rPr>
        <w:t>كيسى تھي</w:t>
      </w:r>
      <w:r w:rsidR="007D6C9B">
        <w:rPr>
          <w:rtl/>
        </w:rPr>
        <w:t xml:space="preserve">ں </w:t>
      </w:r>
      <w:r w:rsidR="00DE2D7F">
        <w:rPr>
          <w:rtl/>
        </w:rPr>
        <w:t>؟كس چيز كى بنى ہوئي تھي</w:t>
      </w:r>
      <w:r w:rsidR="007D6C9B">
        <w:rPr>
          <w:rtl/>
        </w:rPr>
        <w:t xml:space="preserve">ں </w:t>
      </w:r>
      <w:r w:rsidR="00DE2D7F">
        <w:rPr>
          <w:rtl/>
        </w:rPr>
        <w:t>؟ قرآن نے اس بات كى كوئي وضاحت نہي</w:t>
      </w:r>
      <w:r w:rsidR="007D6C9B">
        <w:rPr>
          <w:rtl/>
        </w:rPr>
        <w:t xml:space="preserve">ں </w:t>
      </w:r>
      <w:r w:rsidR="00DE2D7F">
        <w:rPr>
          <w:rtl/>
        </w:rPr>
        <w:t>كى ہے صرف كلمہ''الواح'' سربستہ طور پر آيا ہے_جو در اصل''لاح يلوح''كے مادہ سے ماخوذ ہے جس كے معنى ظاہر ہونے اور چمكنے كے ہي</w:t>
      </w:r>
      <w:r w:rsidR="007D6C9B">
        <w:rPr>
          <w:rtl/>
        </w:rPr>
        <w:t xml:space="preserve">ں </w:t>
      </w:r>
      <w:r w:rsidR="00DE2D7F">
        <w:rPr>
          <w:rtl/>
        </w:rPr>
        <w:t>_چونكہ صفحہ كے ايك طرف لكھنے سے حروف نمايا</w:t>
      </w:r>
      <w:r w:rsidR="007D6C9B">
        <w:rPr>
          <w:rtl/>
        </w:rPr>
        <w:t xml:space="preserve">ں </w:t>
      </w:r>
      <w:r w:rsidR="00DE2D7F">
        <w:rPr>
          <w:rtl/>
        </w:rPr>
        <w:t>ہوجاتے ہي</w:t>
      </w:r>
      <w:r w:rsidR="007D6C9B">
        <w:rPr>
          <w:rtl/>
        </w:rPr>
        <w:t xml:space="preserve">ں </w:t>
      </w:r>
      <w:r w:rsidR="00DE2D7F">
        <w:rPr>
          <w:rtl/>
        </w:rPr>
        <w:t>اور مطلب آشكار ہوجاتے ہي</w:t>
      </w:r>
      <w:r w:rsidR="007D6C9B">
        <w:rPr>
          <w:rtl/>
        </w:rPr>
        <w:t xml:space="preserve">ں </w:t>
      </w:r>
      <w:r w:rsidR="00DE2D7F">
        <w:rPr>
          <w:rtl/>
        </w:rPr>
        <w:t>،اس لئے صفحہ كو جس پر كچھ لكھا جائے''لوح''كہتے ہي</w:t>
      </w:r>
      <w:r w:rsidR="007D6C9B">
        <w:rPr>
          <w:rtl/>
        </w:rPr>
        <w:t xml:space="preserve">ں </w:t>
      </w:r>
      <w:r w:rsidR="00DE2D7F">
        <w:rPr>
          <w:rtl/>
        </w:rPr>
        <w:t>_ليكن روايات و اقوال مفسرين مي</w:t>
      </w:r>
      <w:r w:rsidR="007D6C9B">
        <w:rPr>
          <w:rtl/>
        </w:rPr>
        <w:t xml:space="preserve">ں </w:t>
      </w:r>
      <w:r w:rsidR="00DE2D7F">
        <w:rPr>
          <w:rtl/>
        </w:rPr>
        <w:t>ان الواح كى كيفيت كے بارے مي</w:t>
      </w:r>
      <w:r w:rsidR="007D6C9B">
        <w:rPr>
          <w:rtl/>
        </w:rPr>
        <w:t xml:space="preserve">ں </w:t>
      </w:r>
      <w:r w:rsidR="00DE2D7F">
        <w:rPr>
          <w:rtl/>
        </w:rPr>
        <w:t>اور ان كى جنس كے بارے مي</w:t>
      </w:r>
      <w:r w:rsidR="007D6C9B">
        <w:rPr>
          <w:rtl/>
        </w:rPr>
        <w:t xml:space="preserve">ں </w:t>
      </w:r>
      <w:r w:rsidR="00DE2D7F">
        <w:rPr>
          <w:rtl/>
        </w:rPr>
        <w:t>گوناگو</w:t>
      </w:r>
      <w:r w:rsidR="007D6C9B">
        <w:rPr>
          <w:rtl/>
        </w:rPr>
        <w:t xml:space="preserve">ں </w:t>
      </w:r>
      <w:r w:rsidR="00DE2D7F">
        <w:rPr>
          <w:rtl/>
        </w:rPr>
        <w:t>احتمالات ذكر كئے گئے ہي</w:t>
      </w:r>
      <w:r w:rsidR="007D6C9B">
        <w:rPr>
          <w:rtl/>
        </w:rPr>
        <w:t xml:space="preserve">ں </w:t>
      </w:r>
      <w:r w:rsidR="00DE2D7F">
        <w:rPr>
          <w:rtl/>
        </w:rPr>
        <w:t>_ چونكہ ان مي</w:t>
      </w:r>
      <w:r w:rsidR="007D6C9B">
        <w:rPr>
          <w:rtl/>
        </w:rPr>
        <w:t xml:space="preserve">ں </w:t>
      </w:r>
      <w:r w:rsidR="00DE2D7F">
        <w:rPr>
          <w:rtl/>
        </w:rPr>
        <w:t>سے كوئي بھى يقينى نہي</w:t>
      </w:r>
      <w:r w:rsidR="007D6C9B">
        <w:rPr>
          <w:rtl/>
        </w:rPr>
        <w:t xml:space="preserve">ں </w:t>
      </w:r>
      <w:r w:rsidR="00DE2D7F">
        <w:rPr>
          <w:rtl/>
        </w:rPr>
        <w:t>ہے اس لئے ان كے ذكر سے ہم اعراض كرتے ہي</w:t>
      </w:r>
      <w:r w:rsidR="007D6C9B">
        <w:rPr>
          <w:rtl/>
        </w:rPr>
        <w:t xml:space="preserve">ں </w:t>
      </w:r>
      <w:r w:rsidR="00DE2D7F">
        <w:rPr>
          <w:rtl/>
        </w:rPr>
        <w:t xml:space="preserve">_ </w:t>
      </w:r>
    </w:p>
    <w:p w:rsidR="00DE2D7F" w:rsidRDefault="00E664BB" w:rsidP="00D07B54">
      <w:pPr>
        <w:pStyle w:val="libFootnote"/>
        <w:rPr>
          <w:rtl/>
        </w:rPr>
      </w:pPr>
      <w:r>
        <w:rPr>
          <w:rtl/>
        </w:rPr>
        <w:t>2</w:t>
      </w:r>
      <w:r w:rsidR="00DE2D7F">
        <w:rPr>
          <w:rtl/>
        </w:rPr>
        <w:t>_كلام كيسے ہوا:قرآن كريم كى مختلف آيات سے استفادہ ہوتا ہے كہ خداوندمتعال نے حضرت موسى عليہ السلام سے كلام كيا،خدا كا موسى عليہ السلام سے كلام كرنا اس طرح تھا كہ اس نے صوتى امواج كو فضا مي</w:t>
      </w:r>
      <w:r w:rsidR="007D6C9B">
        <w:rPr>
          <w:rtl/>
        </w:rPr>
        <w:t xml:space="preserve">ں </w:t>
      </w:r>
      <w:r w:rsidR="00DE2D7F">
        <w:rPr>
          <w:rtl/>
        </w:rPr>
        <w:t>يا كسى جسم مي</w:t>
      </w:r>
      <w:r w:rsidR="007D6C9B">
        <w:rPr>
          <w:rtl/>
        </w:rPr>
        <w:t xml:space="preserve">ں </w:t>
      </w:r>
      <w:r w:rsidR="00DE2D7F">
        <w:rPr>
          <w:rtl/>
        </w:rPr>
        <w:t>پيدا كرديا تھا_ كبھى يہ امواج صوتي''شجرہ وادى ايمن ''سے ظاہر ہوتى تھي</w:t>
      </w:r>
      <w:r w:rsidR="007D6C9B">
        <w:rPr>
          <w:rtl/>
        </w:rPr>
        <w:t xml:space="preserve">ں </w:t>
      </w:r>
      <w:r w:rsidR="00DE2D7F">
        <w:rPr>
          <w:rtl/>
        </w:rPr>
        <w:t>اور كبھي''كوہ طور'' سے حضرت موسى عليہ السلام كے كان مي</w:t>
      </w:r>
      <w:r w:rsidR="007D6C9B">
        <w:rPr>
          <w:rtl/>
        </w:rPr>
        <w:t xml:space="preserve">ں </w:t>
      </w:r>
      <w:r w:rsidR="00DE2D7F">
        <w:rPr>
          <w:rtl/>
        </w:rPr>
        <w:t>پہنچتى تھي</w:t>
      </w:r>
      <w:r w:rsidR="007D6C9B">
        <w:rPr>
          <w:rtl/>
        </w:rPr>
        <w:t xml:space="preserve">ں </w:t>
      </w:r>
      <w:r w:rsidR="00DE2D7F">
        <w:rPr>
          <w:rtl/>
        </w:rPr>
        <w:t>_ جن لوگو</w:t>
      </w:r>
      <w:r w:rsidR="007D6C9B">
        <w:rPr>
          <w:rtl/>
        </w:rPr>
        <w:t xml:space="preserve">ں </w:t>
      </w:r>
      <w:r w:rsidR="00DE2D7F">
        <w:rPr>
          <w:rtl/>
        </w:rPr>
        <w:t>نے صرف الفاظ پر نظر كى ہے اور اس پر غور نہي</w:t>
      </w:r>
      <w:r w:rsidR="007D6C9B">
        <w:rPr>
          <w:rtl/>
        </w:rPr>
        <w:t xml:space="preserve">ں </w:t>
      </w:r>
      <w:r w:rsidR="00DE2D7F">
        <w:rPr>
          <w:rtl/>
        </w:rPr>
        <w:t>كيا كہ يہ الفاظ كہا</w:t>
      </w:r>
      <w:r w:rsidR="007D6C9B">
        <w:rPr>
          <w:rtl/>
        </w:rPr>
        <w:t xml:space="preserve">ں </w:t>
      </w:r>
      <w:r w:rsidR="00DE2D7F">
        <w:rPr>
          <w:rtl/>
        </w:rPr>
        <w:t>سے نكل سكتے ہي</w:t>
      </w:r>
      <w:r w:rsidR="007D6C9B">
        <w:rPr>
          <w:rtl/>
        </w:rPr>
        <w:t xml:space="preserve">ں </w:t>
      </w:r>
      <w:r w:rsidR="00DE2D7F">
        <w:rPr>
          <w:rtl/>
        </w:rPr>
        <w:t>انہو</w:t>
      </w:r>
      <w:r w:rsidR="007D6C9B">
        <w:rPr>
          <w:rtl/>
        </w:rPr>
        <w:t xml:space="preserve">ں </w:t>
      </w:r>
      <w:r w:rsidR="00DE2D7F">
        <w:rPr>
          <w:rtl/>
        </w:rPr>
        <w:t xml:space="preserve">نے يہ خيال كيا كہ خدا كا كلام كرنا اس كے تجسم كى دليل ہے_حالانكہ يہ خيال بالكل بے بنياد ہے_ </w:t>
      </w:r>
    </w:p>
    <w:p w:rsidR="004671A4" w:rsidRDefault="001648F9" w:rsidP="00D07B54">
      <w:pPr>
        <w:pStyle w:val="libNormal"/>
        <w:rPr>
          <w:rtl/>
        </w:rPr>
      </w:pPr>
      <w:r>
        <w:rPr>
          <w:rtl/>
        </w:rPr>
        <w:t xml:space="preserve"> </w:t>
      </w:r>
      <w:r>
        <w:rPr>
          <w:rtl/>
        </w:rPr>
        <w:br w:type="page"/>
      </w:r>
    </w:p>
    <w:p w:rsidR="004671A4" w:rsidRDefault="004671A4" w:rsidP="00D07B54">
      <w:pPr>
        <w:pStyle w:val="libNormal"/>
        <w:rPr>
          <w:rtl/>
        </w:rPr>
      </w:pPr>
    </w:p>
    <w:p w:rsidR="004671A4" w:rsidRDefault="00DE2D7F" w:rsidP="00D07B54">
      <w:pPr>
        <w:pStyle w:val="Heading2Center"/>
        <w:rPr>
          <w:rtl/>
        </w:rPr>
      </w:pPr>
      <w:bookmarkStart w:id="263" w:name="_Toc7268660"/>
      <w:r>
        <w:rPr>
          <w:rtl/>
        </w:rPr>
        <w:t>يہوديو</w:t>
      </w:r>
      <w:r w:rsidR="007D6C9B">
        <w:rPr>
          <w:rtl/>
        </w:rPr>
        <w:t xml:space="preserve">ں </w:t>
      </w:r>
      <w:r>
        <w:rPr>
          <w:rtl/>
        </w:rPr>
        <w:t>مي</w:t>
      </w:r>
      <w:r w:rsidR="007D6C9B">
        <w:rPr>
          <w:rtl/>
        </w:rPr>
        <w:t xml:space="preserve">ں </w:t>
      </w:r>
      <w:r>
        <w:rPr>
          <w:rtl/>
        </w:rPr>
        <w:t>گوسالہ پرستى كاآغاز</w:t>
      </w:r>
      <w:bookmarkEnd w:id="263"/>
    </w:p>
    <w:p w:rsidR="00DE2D7F" w:rsidRDefault="00DE2D7F" w:rsidP="00D07B54">
      <w:pPr>
        <w:pStyle w:val="libNormal"/>
        <w:rPr>
          <w:rtl/>
        </w:rPr>
      </w:pPr>
      <w:r>
        <w:rPr>
          <w:rtl/>
        </w:rPr>
        <w:t xml:space="preserve"> قرآن مي</w:t>
      </w:r>
      <w:r w:rsidR="007D6C9B">
        <w:rPr>
          <w:rtl/>
        </w:rPr>
        <w:t xml:space="preserve">ں </w:t>
      </w:r>
      <w:r>
        <w:rPr>
          <w:rtl/>
        </w:rPr>
        <w:t>افسوسناك اور تعجب خيز واقعات مي</w:t>
      </w:r>
      <w:r w:rsidR="007D6C9B">
        <w:rPr>
          <w:rtl/>
        </w:rPr>
        <w:t xml:space="preserve">ں </w:t>
      </w:r>
      <w:r>
        <w:rPr>
          <w:rtl/>
        </w:rPr>
        <w:t>سے ايك واقعہ كا ذكر ہوا ہے جو حضرت موسى عليہ السلام كے ميقات كى طرف جانے كے بعد بنى اسرائيل مي</w:t>
      </w:r>
      <w:r w:rsidR="007D6C9B">
        <w:rPr>
          <w:rtl/>
        </w:rPr>
        <w:t xml:space="preserve">ں </w:t>
      </w:r>
      <w:r>
        <w:rPr>
          <w:rtl/>
        </w:rPr>
        <w:t>رونما ہوا_وہ واقعہ ان لوگو</w:t>
      </w:r>
      <w:r w:rsidR="007D6C9B">
        <w:rPr>
          <w:rtl/>
        </w:rPr>
        <w:t xml:space="preserve">ں </w:t>
      </w:r>
      <w:r>
        <w:rPr>
          <w:rtl/>
        </w:rPr>
        <w:t xml:space="preserve">كى گوسالہ پرستى ہے_ جو ايك شخص بنام''سامري''نے زيور و آلات بنى اسرائيل كے ذريعے شروع كيا_ </w:t>
      </w:r>
    </w:p>
    <w:p w:rsidR="00DE2D7F" w:rsidRDefault="00DE2D7F" w:rsidP="00D07B54">
      <w:pPr>
        <w:pStyle w:val="libNormal"/>
        <w:rPr>
          <w:rtl/>
        </w:rPr>
      </w:pPr>
      <w:r>
        <w:rPr>
          <w:rtl/>
        </w:rPr>
        <w:t>سامرى كو چونكہ اس بات كا احساس تھاكہ قوم موسى عليہ السلام عرصہ دراز محرومى اور مظلومى كى زندگى بسر كررہى تھى اس وجہ سے اس مي</w:t>
      </w:r>
      <w:r w:rsidR="007D6C9B">
        <w:rPr>
          <w:rtl/>
        </w:rPr>
        <w:t xml:space="preserve">ں </w:t>
      </w:r>
      <w:r>
        <w:rPr>
          <w:rtl/>
        </w:rPr>
        <w:t xml:space="preserve">ماد ہ پرستى پائي جاتى تھى اور حب زر كا جذبہ بدرجہ اتم پايا جاتا تھا_ جيسا كہ آج بھى ان كى يہى صفت ہے لہذا اس نے يہ چالاكى كى كہ وہ مجسمہ سونے كا بناياكہ اس طرح ان كى تو جہ زيادہ سے زيادہ اس كى طرف مبذول كراسكے_ </w:t>
      </w:r>
    </w:p>
    <w:p w:rsidR="00DE2D7F" w:rsidRDefault="00DE2D7F" w:rsidP="00D07B54">
      <w:pPr>
        <w:pStyle w:val="libNormal"/>
        <w:rPr>
          <w:rtl/>
        </w:rPr>
      </w:pPr>
      <w:r>
        <w:rPr>
          <w:rtl/>
        </w:rPr>
        <w:t>اب رہا يہ سوال كہ اس محروم و فقير ملت كے پاس اس روز اتنى مقدارمي</w:t>
      </w:r>
      <w:r w:rsidR="007D6C9B">
        <w:rPr>
          <w:rtl/>
        </w:rPr>
        <w:t xml:space="preserve">ں </w:t>
      </w:r>
      <w:r>
        <w:rPr>
          <w:rtl/>
        </w:rPr>
        <w:t>زروزيور كہا</w:t>
      </w:r>
      <w:r w:rsidR="007D6C9B">
        <w:rPr>
          <w:rtl/>
        </w:rPr>
        <w:t xml:space="preserve">ں </w:t>
      </w:r>
      <w:r>
        <w:rPr>
          <w:rtl/>
        </w:rPr>
        <w:t>سے آگيا كہ اس سے يہ مجسمہ تيار ہوگيا؟اس كا جواب روايات مي</w:t>
      </w:r>
      <w:r w:rsidR="007D6C9B">
        <w:rPr>
          <w:rtl/>
        </w:rPr>
        <w:t xml:space="preserve">ں </w:t>
      </w:r>
      <w:r>
        <w:rPr>
          <w:rtl/>
        </w:rPr>
        <w:t>اس طرح ملتا ہے كہ بنى اسرائيل كى عورتو</w:t>
      </w:r>
      <w:r w:rsidR="007D6C9B">
        <w:rPr>
          <w:rtl/>
        </w:rPr>
        <w:t xml:space="preserve">ں </w:t>
      </w:r>
      <w:r>
        <w:rPr>
          <w:rtl/>
        </w:rPr>
        <w:t>نے ايك تہوار كے موقع پر فرعونيو</w:t>
      </w:r>
      <w:r w:rsidR="007D6C9B">
        <w:rPr>
          <w:rtl/>
        </w:rPr>
        <w:t xml:space="preserve">ں </w:t>
      </w:r>
      <w:r>
        <w:rPr>
          <w:rtl/>
        </w:rPr>
        <w:t>سے زيورات مستعار لئے تھے يہ اسوقت كى بات ہے جس كے بعد ان كى غرقابى عمل مي</w:t>
      </w:r>
      <w:r w:rsidR="007D6C9B">
        <w:rPr>
          <w:rtl/>
        </w:rPr>
        <w:t xml:space="preserve">ں </w:t>
      </w:r>
      <w:r>
        <w:rPr>
          <w:rtl/>
        </w:rPr>
        <w:t>آئي تھي_اس كے بعد وہ زيورات ان عورتو</w:t>
      </w:r>
      <w:r w:rsidR="007D6C9B">
        <w:rPr>
          <w:rtl/>
        </w:rPr>
        <w:t xml:space="preserve">ں </w:t>
      </w:r>
      <w:r>
        <w:rPr>
          <w:rtl/>
        </w:rPr>
        <w:t xml:space="preserve">كے پاس باقى رہ گئے تھے_ </w:t>
      </w:r>
    </w:p>
    <w:p w:rsidR="00DE2D7F" w:rsidRDefault="00DE2D7F" w:rsidP="00D07B54">
      <w:pPr>
        <w:pStyle w:val="libNormal"/>
        <w:rPr>
          <w:rtl/>
        </w:rPr>
      </w:pPr>
      <w:r>
        <w:rPr>
          <w:rtl/>
        </w:rPr>
        <w:t>اتنا ضرور ہے كہ يہ حادثہ مثل ديگر اجتماعى حوادث كے بغير كسى آمادگى اور مقدمہ كے وقوع پذيز نہي</w:t>
      </w:r>
      <w:r w:rsidR="007D6C9B">
        <w:rPr>
          <w:rtl/>
        </w:rPr>
        <w:t xml:space="preserve">ں </w:t>
      </w:r>
      <w:r>
        <w:rPr>
          <w:rtl/>
        </w:rPr>
        <w:t>ہوا بلكہ اس مي</w:t>
      </w:r>
      <w:r w:rsidR="007D6C9B">
        <w:rPr>
          <w:rtl/>
        </w:rPr>
        <w:t xml:space="preserve">ں </w:t>
      </w:r>
      <w:r>
        <w:rPr>
          <w:rtl/>
        </w:rPr>
        <w:t>متعدد اسباب كار فرما تھے،جن مي</w:t>
      </w:r>
      <w:r w:rsidR="007D6C9B">
        <w:rPr>
          <w:rtl/>
        </w:rPr>
        <w:t xml:space="preserve">ں </w:t>
      </w:r>
      <w:r>
        <w:rPr>
          <w:rtl/>
        </w:rPr>
        <w:t>سے بعض يہ ہي</w:t>
      </w:r>
      <w:r w:rsidR="007D6C9B">
        <w:rPr>
          <w:rtl/>
        </w:rPr>
        <w:t xml:space="preserve">ں </w:t>
      </w:r>
      <w:r>
        <w:rPr>
          <w:rtl/>
        </w:rPr>
        <w:t xml:space="preserve">: </w:t>
      </w:r>
    </w:p>
    <w:p w:rsidR="00DE2D7F" w:rsidRDefault="00DE2D7F" w:rsidP="00D07B54">
      <w:pPr>
        <w:pStyle w:val="libNormal"/>
        <w:rPr>
          <w:rtl/>
        </w:rPr>
      </w:pPr>
      <w:r>
        <w:rPr>
          <w:rtl/>
        </w:rPr>
        <w:t xml:space="preserve">بنى اسرائيل عرصہ دراز سے اہل مصر كى بت پرستى ديكھتے آرہے تھے_ </w:t>
      </w:r>
    </w:p>
    <w:p w:rsidR="00DE2D7F" w:rsidRDefault="00DE2D7F" w:rsidP="00D07B54">
      <w:pPr>
        <w:pStyle w:val="libNormal"/>
        <w:rPr>
          <w:rtl/>
        </w:rPr>
      </w:pPr>
      <w:r>
        <w:rPr>
          <w:rtl/>
        </w:rPr>
        <w:t>جب دريائے نيل كو عبور كيا تو انہو</w:t>
      </w:r>
      <w:r w:rsidR="007D6C9B">
        <w:rPr>
          <w:rtl/>
        </w:rPr>
        <w:t xml:space="preserve">ں </w:t>
      </w:r>
      <w:r>
        <w:rPr>
          <w:rtl/>
        </w:rPr>
        <w:t>نے ايك قوم كو ديكھا جو بت كى پرستش كرتى تھي_ جيسا كہ قرآن نے بھى اس كا ذكر كيا ہے اور گذشتہ مي</w:t>
      </w:r>
      <w:r w:rsidR="007D6C9B">
        <w:rPr>
          <w:rtl/>
        </w:rPr>
        <w:t xml:space="preserve">ں </w:t>
      </w:r>
      <w:r>
        <w:rPr>
          <w:rtl/>
        </w:rPr>
        <w:t>بھى اس كا ذكر گزرا كہ بنى اسرائيل نے حضرت موسى عليہ السلام سے ان كى طرح كا بت بنانے كى فرما</w:t>
      </w:r>
      <w:r w:rsidR="00091C36">
        <w:rPr>
          <w:rtl/>
        </w:rPr>
        <w:t xml:space="preserve">ئش </w:t>
      </w:r>
      <w:r>
        <w:rPr>
          <w:rtl/>
        </w:rPr>
        <w:t xml:space="preserve"> كى جس پر حضرت موسى عليہ السلام نے انہي</w:t>
      </w:r>
      <w:r w:rsidR="007D6C9B">
        <w:rPr>
          <w:rtl/>
        </w:rPr>
        <w:t xml:space="preserve">ں </w:t>
      </w:r>
      <w:r>
        <w:rPr>
          <w:rtl/>
        </w:rPr>
        <w:t xml:space="preserve">سخت سرزنش كي_ </w:t>
      </w:r>
    </w:p>
    <w:p w:rsidR="00DE2D7F" w:rsidRDefault="00DE2D7F" w:rsidP="00D07B54">
      <w:pPr>
        <w:pStyle w:val="libNormal"/>
        <w:rPr>
          <w:rtl/>
        </w:rPr>
      </w:pPr>
      <w:r>
        <w:rPr>
          <w:rtl/>
        </w:rPr>
        <w:t>حضرت موسى عليہ السلام كے ميقات كاپہلے تيس راتو</w:t>
      </w:r>
      <w:r w:rsidR="007D6C9B">
        <w:rPr>
          <w:rtl/>
        </w:rPr>
        <w:t xml:space="preserve">ں </w:t>
      </w:r>
      <w:r>
        <w:rPr>
          <w:rtl/>
        </w:rPr>
        <w:t>كا ہونا اس كے بعد چاليس راتو</w:t>
      </w:r>
      <w:r w:rsidR="007D6C9B">
        <w:rPr>
          <w:rtl/>
        </w:rPr>
        <w:t xml:space="preserve">ں </w:t>
      </w:r>
      <w:r>
        <w:rPr>
          <w:rtl/>
        </w:rPr>
        <w:t>كا ہوجانا اس سے بعض منافقو</w:t>
      </w:r>
      <w:r w:rsidR="007D6C9B">
        <w:rPr>
          <w:rtl/>
        </w:rPr>
        <w:t xml:space="preserve">ں </w:t>
      </w:r>
      <w:r>
        <w:rPr>
          <w:rtl/>
        </w:rPr>
        <w:t>كو يہ موقع ملاكہ حضرت موسى عليہ السلام كى وفا ت كى افواہ پھيلا دي</w:t>
      </w:r>
      <w:r w:rsidR="007D6C9B">
        <w:rPr>
          <w:rtl/>
        </w:rPr>
        <w:t xml:space="preserve">ں </w:t>
      </w:r>
      <w:r>
        <w:rPr>
          <w:rtl/>
        </w:rPr>
        <w:t xml:space="preserve">_ </w:t>
      </w:r>
    </w:p>
    <w:p w:rsidR="004671A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قوم موسى عليہ السلام مي</w:t>
      </w:r>
      <w:r w:rsidR="007D6C9B">
        <w:rPr>
          <w:rtl/>
        </w:rPr>
        <w:t xml:space="preserve">ں </w:t>
      </w:r>
      <w:r>
        <w:rPr>
          <w:rtl/>
        </w:rPr>
        <w:t>بہت سے افرادكا جہل و نادانى سے متصف ہونا اس كے مقابلے مي</w:t>
      </w:r>
      <w:r w:rsidR="007D6C9B">
        <w:rPr>
          <w:rtl/>
        </w:rPr>
        <w:t xml:space="preserve">ں </w:t>
      </w:r>
      <w:r>
        <w:rPr>
          <w:rtl/>
        </w:rPr>
        <w:t>سامرى كى مكارى و مہارت كيونكہ اس نے بڑى ہوشيارى سے بت پرستى كے پروگرام كو عملى جامہ پہنايا، بہر حال ان تمام باتو</w:t>
      </w:r>
      <w:r w:rsidR="007D6C9B">
        <w:rPr>
          <w:rtl/>
        </w:rPr>
        <w:t xml:space="preserve">ں </w:t>
      </w:r>
      <w:r>
        <w:rPr>
          <w:rtl/>
        </w:rPr>
        <w:t>نے اكٹھا ہوكر اس بات كے اسباب پيدا كئے كہ بنى اسرائيل كى اكثريت بت پرستى كو قبول كرے اور''گوسالہ''كے چارو</w:t>
      </w:r>
      <w:r w:rsidR="007D6C9B">
        <w:rPr>
          <w:rtl/>
        </w:rPr>
        <w:t xml:space="preserve">ں </w:t>
      </w:r>
      <w:r>
        <w:rPr>
          <w:rtl/>
        </w:rPr>
        <w:t>طرف اس كے ماننے والے ہنگامہ برپاكردي</w:t>
      </w:r>
      <w:r w:rsidR="007D6C9B">
        <w:rPr>
          <w:rtl/>
        </w:rPr>
        <w:t xml:space="preserve">ں </w:t>
      </w:r>
      <w:r>
        <w:rPr>
          <w:rtl/>
        </w:rPr>
        <w:t xml:space="preserve">_ </w:t>
      </w:r>
    </w:p>
    <w:p w:rsidR="004671A4" w:rsidRDefault="00DE2D7F" w:rsidP="00D07B54">
      <w:pPr>
        <w:pStyle w:val="Heading2Center"/>
        <w:rPr>
          <w:rtl/>
        </w:rPr>
      </w:pPr>
      <w:bookmarkStart w:id="264" w:name="_Toc7268661"/>
      <w:r>
        <w:rPr>
          <w:rtl/>
        </w:rPr>
        <w:t>دودن مي</w:t>
      </w:r>
      <w:r w:rsidR="007D6C9B">
        <w:rPr>
          <w:rtl/>
        </w:rPr>
        <w:t xml:space="preserve">ں </w:t>
      </w:r>
      <w:r>
        <w:rPr>
          <w:rtl/>
        </w:rPr>
        <w:t>چھ لاكھ گوسالہ پرست بن گئے</w:t>
      </w:r>
      <w:bookmarkEnd w:id="264"/>
      <w:r>
        <w:rPr>
          <w:rtl/>
        </w:rPr>
        <w:t xml:space="preserve"> </w:t>
      </w:r>
    </w:p>
    <w:p w:rsidR="00DE2D7F" w:rsidRDefault="00DE2D7F" w:rsidP="00D07B54">
      <w:pPr>
        <w:pStyle w:val="libNormal"/>
        <w:rPr>
          <w:rtl/>
        </w:rPr>
      </w:pPr>
      <w:r>
        <w:rPr>
          <w:rtl/>
        </w:rPr>
        <w:t>سب سے بڑھ كرعجيب بات يہ ہے كہ بعض مفسرين نے يہ بيان كيا ہے كہ بنى اسرائيل مي</w:t>
      </w:r>
      <w:r w:rsidR="007D6C9B">
        <w:rPr>
          <w:rtl/>
        </w:rPr>
        <w:t xml:space="preserve">ں </w:t>
      </w:r>
      <w:r>
        <w:rPr>
          <w:rtl/>
        </w:rPr>
        <w:t>يہ انحرافى تبديليا</w:t>
      </w:r>
      <w:r w:rsidR="007D6C9B">
        <w:rPr>
          <w:rtl/>
        </w:rPr>
        <w:t xml:space="preserve">ں </w:t>
      </w:r>
      <w:r>
        <w:rPr>
          <w:rtl/>
        </w:rPr>
        <w:t>صرف گنتى كے چند دنو</w:t>
      </w:r>
      <w:r w:rsidR="007D6C9B">
        <w:rPr>
          <w:rtl/>
        </w:rPr>
        <w:t xml:space="preserve">ں </w:t>
      </w:r>
      <w:r>
        <w:rPr>
          <w:rtl/>
        </w:rPr>
        <w:t>كے اندر واقع ہوگئي</w:t>
      </w:r>
      <w:r w:rsidR="007D6C9B">
        <w:rPr>
          <w:rtl/>
        </w:rPr>
        <w:t xml:space="preserve">ں </w:t>
      </w:r>
      <w:r>
        <w:rPr>
          <w:rtl/>
        </w:rPr>
        <w:t xml:space="preserve">جب موسى عليہ السلام كو ميعاد گاہ كى طرف گئے ہوئے </w:t>
      </w:r>
      <w:r w:rsidR="00E664BB">
        <w:rPr>
          <w:rtl/>
        </w:rPr>
        <w:t>35</w:t>
      </w:r>
      <w:r>
        <w:rPr>
          <w:rtl/>
        </w:rPr>
        <w:t>/دن گزر گئے تو سامرى نے اپنا كام شروع كرديا اور بنى اسرائيل سے مطالبہ كيا كہ وہ تمام زيورات جو انہو</w:t>
      </w:r>
      <w:r w:rsidR="007D6C9B">
        <w:rPr>
          <w:rtl/>
        </w:rPr>
        <w:t xml:space="preserve">ں </w:t>
      </w:r>
      <w:r>
        <w:rPr>
          <w:rtl/>
        </w:rPr>
        <w:t>نے فرعونيو</w:t>
      </w:r>
      <w:r w:rsidR="007D6C9B">
        <w:rPr>
          <w:rtl/>
        </w:rPr>
        <w:t xml:space="preserve">ں </w:t>
      </w:r>
      <w:r>
        <w:rPr>
          <w:rtl/>
        </w:rPr>
        <w:t>سے عاريتاًلئے تھے اور ان كے غرق ہوجانے كے بعد وہ انھي</w:t>
      </w:r>
      <w:r w:rsidR="007D6C9B">
        <w:rPr>
          <w:rtl/>
        </w:rPr>
        <w:t xml:space="preserve">ں </w:t>
      </w:r>
      <w:r>
        <w:rPr>
          <w:rtl/>
        </w:rPr>
        <w:t>كے پاس رہ گئے تھے انہي</w:t>
      </w:r>
      <w:r w:rsidR="007D6C9B">
        <w:rPr>
          <w:rtl/>
        </w:rPr>
        <w:t xml:space="preserve">ں </w:t>
      </w:r>
      <w:r>
        <w:rPr>
          <w:rtl/>
        </w:rPr>
        <w:t>جمع كري</w:t>
      </w:r>
      <w:r w:rsidR="007D6C9B">
        <w:rPr>
          <w:rtl/>
        </w:rPr>
        <w:t xml:space="preserve">ں </w:t>
      </w:r>
      <w:r>
        <w:rPr>
          <w:rtl/>
        </w:rPr>
        <w:t>چھتيسوي</w:t>
      </w:r>
      <w:r w:rsidR="007D6C9B">
        <w:rPr>
          <w:rtl/>
        </w:rPr>
        <w:t xml:space="preserve">ں </w:t>
      </w:r>
      <w:r>
        <w:rPr>
          <w:rtl/>
        </w:rPr>
        <w:t>، سنتيسوي</w:t>
      </w:r>
      <w:r w:rsidR="007D6C9B">
        <w:rPr>
          <w:rtl/>
        </w:rPr>
        <w:t xml:space="preserve">ں </w:t>
      </w:r>
      <w:r>
        <w:rPr>
          <w:rtl/>
        </w:rPr>
        <w:t>اور اڑ تيسوي</w:t>
      </w:r>
      <w:r w:rsidR="007D6C9B">
        <w:rPr>
          <w:rtl/>
        </w:rPr>
        <w:t xml:space="preserve">ں </w:t>
      </w:r>
      <w:r>
        <w:rPr>
          <w:rtl/>
        </w:rPr>
        <w:t>دن انہي</w:t>
      </w:r>
      <w:r w:rsidR="007D6C9B">
        <w:rPr>
          <w:rtl/>
        </w:rPr>
        <w:t xml:space="preserve">ں </w:t>
      </w:r>
      <w:r>
        <w:rPr>
          <w:rtl/>
        </w:rPr>
        <w:t>ايك كٹھائي مي</w:t>
      </w:r>
      <w:r w:rsidR="007D6C9B">
        <w:rPr>
          <w:rtl/>
        </w:rPr>
        <w:t xml:space="preserve">ں </w:t>
      </w:r>
      <w:r>
        <w:rPr>
          <w:rtl/>
        </w:rPr>
        <w:t>ڈالااور پگھلاكر اس سے گوسالہ كا مجسمہ بنا ديا اور انتاليسوي</w:t>
      </w:r>
      <w:r w:rsidR="007D6C9B">
        <w:rPr>
          <w:rtl/>
        </w:rPr>
        <w:t xml:space="preserve">ں </w:t>
      </w:r>
      <w:r>
        <w:rPr>
          <w:rtl/>
        </w:rPr>
        <w:t>دن انہي</w:t>
      </w:r>
      <w:r w:rsidR="007D6C9B">
        <w:rPr>
          <w:rtl/>
        </w:rPr>
        <w:t xml:space="preserve">ں </w:t>
      </w:r>
      <w:r>
        <w:rPr>
          <w:rtl/>
        </w:rPr>
        <w:t xml:space="preserve">اس كى پرستش كى دعوت دى اور ايك بہت بڑى تعداد (كچھ روايات كى بناء پر چھ لاكھ افراد) نے اسے قبول كرليااور ايك روز بعد يعنى چاليس روز گزرنے پر موسى عليہ السلام واپس آگئے _ </w:t>
      </w:r>
    </w:p>
    <w:p w:rsidR="00DE2D7F" w:rsidRDefault="00DE2D7F" w:rsidP="00D07B54">
      <w:pPr>
        <w:pStyle w:val="libNormal"/>
        <w:rPr>
          <w:rtl/>
        </w:rPr>
      </w:pPr>
      <w:r>
        <w:rPr>
          <w:rtl/>
        </w:rPr>
        <w:t xml:space="preserve">قرآن اس طرح فرماتا ہے: </w:t>
      </w:r>
    </w:p>
    <w:p w:rsidR="00DE2D7F" w:rsidRDefault="00DE2D7F" w:rsidP="00D07B54">
      <w:pPr>
        <w:pStyle w:val="libNormal"/>
        <w:rPr>
          <w:rtl/>
        </w:rPr>
      </w:pPr>
      <w:r>
        <w:rPr>
          <w:rtl/>
        </w:rPr>
        <w:t>''قوم موسى نے موسى كے ميقات كى طرف جانے كے بعد اپنے زيوارات وآلات سے ايك گوسالہ بنايا جو ايك بے جان جسد تھا جس مي</w:t>
      </w:r>
      <w:r w:rsidR="007D6C9B">
        <w:rPr>
          <w:rtl/>
        </w:rPr>
        <w:t xml:space="preserve">ں </w:t>
      </w:r>
      <w:r>
        <w:rPr>
          <w:rtl/>
        </w:rPr>
        <w:t xml:space="preserve">سے گائے كى آواز آتى تھي_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اسے انہو</w:t>
      </w:r>
      <w:r w:rsidR="007D6C9B">
        <w:rPr>
          <w:rtl/>
        </w:rPr>
        <w:t xml:space="preserve">ں </w:t>
      </w:r>
      <w:r>
        <w:rPr>
          <w:rtl/>
        </w:rPr>
        <w:t xml:space="preserve">نے اپنے واسطے انتخاب كيا '' </w:t>
      </w:r>
    </w:p>
    <w:p w:rsidR="00DE2D7F" w:rsidRDefault="00DE2D7F" w:rsidP="00D07B54">
      <w:pPr>
        <w:pStyle w:val="libNormal"/>
        <w:rPr>
          <w:rtl/>
        </w:rPr>
      </w:pPr>
      <w:r>
        <w:rPr>
          <w:rtl/>
        </w:rPr>
        <w:t>اگرچہ يہ عمل سامرى سے سرزد ہوا تھا_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ليكن اس كى نسبت قوم موسى كى طرف دى گئي ہے اس كى وجہ يہ ہے كہ ان مي</w:t>
      </w:r>
      <w:r w:rsidR="007D6C9B">
        <w:rPr>
          <w:rtl/>
        </w:rPr>
        <w:t xml:space="preserve">ں </w:t>
      </w:r>
      <w:r>
        <w:rPr>
          <w:rtl/>
        </w:rPr>
        <w:t>سے بہت سے لوگو</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148</w:t>
      </w:r>
      <w:r>
        <w:rPr>
          <w:rtl/>
        </w:rPr>
        <w:t xml:space="preserve"> </w:t>
      </w:r>
    </w:p>
    <w:p w:rsidR="00DE2D7F" w:rsidRDefault="00DE2D7F" w:rsidP="00D07B54">
      <w:pPr>
        <w:pStyle w:val="libFootnote"/>
        <w:rPr>
          <w:rtl/>
        </w:rPr>
      </w:pPr>
      <w:r>
        <w:rPr>
          <w:rtl/>
        </w:rPr>
        <w:t>(</w:t>
      </w:r>
      <w:r w:rsidR="00E664BB">
        <w:rPr>
          <w:rtl/>
        </w:rPr>
        <w:t>2</w:t>
      </w:r>
      <w:r>
        <w:rPr>
          <w:rtl/>
        </w:rPr>
        <w:t>)جيسا كہ سورہ طہ كى آيات مي</w:t>
      </w:r>
      <w:r w:rsidR="007D6C9B">
        <w:rPr>
          <w:rtl/>
        </w:rPr>
        <w:t xml:space="preserve">ں </w:t>
      </w:r>
      <w:r>
        <w:rPr>
          <w:rtl/>
        </w:rPr>
        <w:t xml:space="preserve">آياہے </w:t>
      </w:r>
    </w:p>
    <w:p w:rsidR="004671A4"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نے اس كام مي</w:t>
      </w:r>
      <w:r w:rsidR="007D6C9B">
        <w:rPr>
          <w:rtl/>
        </w:rPr>
        <w:t xml:space="preserve">ں </w:t>
      </w:r>
      <w:r>
        <w:rPr>
          <w:rtl/>
        </w:rPr>
        <w:t>سامرى كى مدد كى تھى اور وہ اس كے شريك جرم تھے اس كے علاوہ ان لوگو</w:t>
      </w:r>
      <w:r w:rsidR="007D6C9B">
        <w:rPr>
          <w:rtl/>
        </w:rPr>
        <w:t xml:space="preserve">ں </w:t>
      </w:r>
      <w:r>
        <w:rPr>
          <w:rtl/>
        </w:rPr>
        <w:t xml:space="preserve">كى بڑى تعداد اس كے فعل پر راضى تھى _ </w:t>
      </w:r>
    </w:p>
    <w:p w:rsidR="00DE2D7F" w:rsidRDefault="00DE2D7F" w:rsidP="00D07B54">
      <w:pPr>
        <w:pStyle w:val="libNormal"/>
        <w:rPr>
          <w:rtl/>
        </w:rPr>
      </w:pPr>
      <w:r>
        <w:rPr>
          <w:rtl/>
        </w:rPr>
        <w:t>قرانى گفتگو كاظاہر يہ ہے كہ تمام قوم موسى اس گوسالہ پرستى مي</w:t>
      </w:r>
      <w:r w:rsidR="007D6C9B">
        <w:rPr>
          <w:rtl/>
        </w:rPr>
        <w:t xml:space="preserve">ں </w:t>
      </w:r>
      <w:r>
        <w:rPr>
          <w:rtl/>
        </w:rPr>
        <w:t>شريك تھى ليكن اگردوسرى ايت پر نظر كى جائے جس مي</w:t>
      </w:r>
      <w:r w:rsidR="007D6C9B">
        <w:rPr>
          <w:rtl/>
        </w:rPr>
        <w:t xml:space="preserve">ں </w:t>
      </w:r>
      <w:r>
        <w:rPr>
          <w:rtl/>
        </w:rPr>
        <w:t xml:space="preserve">آيا ہے كہ : </w:t>
      </w:r>
    </w:p>
    <w:p w:rsidR="00DE2D7F" w:rsidRDefault="00DE2D7F" w:rsidP="00D07B54">
      <w:pPr>
        <w:pStyle w:val="libNormal"/>
        <w:rPr>
          <w:rtl/>
        </w:rPr>
      </w:pPr>
      <w:r>
        <w:rPr>
          <w:rtl/>
        </w:rPr>
        <w:t>''قوم موسى مي</w:t>
      </w:r>
      <w:r w:rsidR="007D6C9B">
        <w:rPr>
          <w:rtl/>
        </w:rPr>
        <w:t xml:space="preserve">ں </w:t>
      </w:r>
      <w:r>
        <w:rPr>
          <w:rtl/>
        </w:rPr>
        <w:t>ايك امت تھى جو لوگو</w:t>
      </w:r>
      <w:r w:rsidR="007D6C9B">
        <w:rPr>
          <w:rtl/>
        </w:rPr>
        <w:t xml:space="preserve">ں </w:t>
      </w:r>
      <w:r>
        <w:rPr>
          <w:rtl/>
        </w:rPr>
        <w:t>كو حق كى ہدايت كرتى تھى اور اسى كى طرف متوجہ تھي''_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سے معلوم ہوگا كہ اس سے مراد تمام امت موسى نہي</w:t>
      </w:r>
      <w:r w:rsidR="007D6C9B">
        <w:rPr>
          <w:rtl/>
        </w:rPr>
        <w:t xml:space="preserve">ں </w:t>
      </w:r>
      <w:r>
        <w:rPr>
          <w:rtl/>
        </w:rPr>
        <w:t>ہے بلكہ اس كى اكثريت اس گوسالہ پرستى كى تابع ہوگئي تھي، جيسا كہ آئندہ آنے والا ہے كہ وہ اكثريت اتنى زيادہ تھى كہ حضرت ہارون عليہ السلام مع اپنے ساتھيو</w:t>
      </w:r>
      <w:r w:rsidR="007D6C9B">
        <w:rPr>
          <w:rtl/>
        </w:rPr>
        <w:t xml:space="preserve">ں </w:t>
      </w:r>
      <w:r>
        <w:rPr>
          <w:rtl/>
        </w:rPr>
        <w:t>كے ان كے مقالے مي</w:t>
      </w:r>
      <w:r w:rsidR="007D6C9B">
        <w:rPr>
          <w:rtl/>
        </w:rPr>
        <w:t xml:space="preserve">ں </w:t>
      </w:r>
      <w:r>
        <w:rPr>
          <w:rtl/>
        </w:rPr>
        <w:t>ضعيف وناتوا</w:t>
      </w:r>
      <w:r w:rsidR="007D6C9B">
        <w:rPr>
          <w:rtl/>
        </w:rPr>
        <w:t xml:space="preserve">ں </w:t>
      </w:r>
      <w:r>
        <w:rPr>
          <w:rtl/>
        </w:rPr>
        <w:t xml:space="preserve">ہوگئے تھے _ </w:t>
      </w:r>
    </w:p>
    <w:p w:rsidR="004671A4" w:rsidRDefault="00DE2D7F" w:rsidP="00D07B54">
      <w:pPr>
        <w:pStyle w:val="Heading2Center"/>
        <w:rPr>
          <w:rtl/>
        </w:rPr>
      </w:pPr>
      <w:bookmarkStart w:id="265" w:name="_Toc7268662"/>
      <w:r>
        <w:rPr>
          <w:rtl/>
        </w:rPr>
        <w:t>گوسالہ پرستو</w:t>
      </w:r>
      <w:r w:rsidR="007D6C9B">
        <w:rPr>
          <w:rtl/>
        </w:rPr>
        <w:t xml:space="preserve">ں </w:t>
      </w:r>
      <w:r>
        <w:rPr>
          <w:rtl/>
        </w:rPr>
        <w:t>كے خلاف شديد رد عمل</w:t>
      </w:r>
      <w:bookmarkEnd w:id="265"/>
      <w:r>
        <w:rPr>
          <w:rtl/>
        </w:rPr>
        <w:t xml:space="preserve"> </w:t>
      </w:r>
    </w:p>
    <w:p w:rsidR="00DE2D7F" w:rsidRDefault="00DE2D7F" w:rsidP="00D07B54">
      <w:pPr>
        <w:pStyle w:val="libNormal"/>
        <w:rPr>
          <w:rtl/>
        </w:rPr>
      </w:pPr>
      <w:r>
        <w:rPr>
          <w:rtl/>
        </w:rPr>
        <w:t>يہا</w:t>
      </w:r>
      <w:r w:rsidR="007D6C9B">
        <w:rPr>
          <w:rtl/>
        </w:rPr>
        <w:t xml:space="preserve">ں </w:t>
      </w:r>
      <w:r>
        <w:rPr>
          <w:rtl/>
        </w:rPr>
        <w:t>پر قرآن مي</w:t>
      </w:r>
      <w:r w:rsidR="007D6C9B">
        <w:rPr>
          <w:rtl/>
        </w:rPr>
        <w:t xml:space="preserve">ں </w:t>
      </w:r>
      <w:r>
        <w:rPr>
          <w:rtl/>
        </w:rPr>
        <w:t>اس كشمكش اور نزاع كا ماجرا بيان كيا گيا ہے جو حضرت موسى عليہ السلام اور گوسالہ پرستو</w:t>
      </w:r>
      <w:r w:rsidR="007D6C9B">
        <w:rPr>
          <w:rtl/>
        </w:rPr>
        <w:t xml:space="preserve">ں </w:t>
      </w:r>
      <w:r>
        <w:rPr>
          <w:rtl/>
        </w:rPr>
        <w:t>كے درميان واقع ہوئي جب وہ ميعادگاہ سے واپس ہوئے جس كى طرف گذشتہ مي</w:t>
      </w:r>
      <w:r w:rsidR="007D6C9B">
        <w:rPr>
          <w:rtl/>
        </w:rPr>
        <w:t xml:space="preserve">ں </w:t>
      </w:r>
      <w:r>
        <w:rPr>
          <w:rtl/>
        </w:rPr>
        <w:t>صرف اشارہ كيا گيا تھا يہا</w:t>
      </w:r>
      <w:r w:rsidR="007D6C9B">
        <w:rPr>
          <w:rtl/>
        </w:rPr>
        <w:t xml:space="preserve">ں </w:t>
      </w:r>
      <w:r>
        <w:rPr>
          <w:rtl/>
        </w:rPr>
        <w:t xml:space="preserve">پر تفصيل كے ساتھ حضرت موسى عليہ السلام كے اس رد عمل كو بيان كيا گيا ہے جو اس گروہ كے بيدار كرنے كے لئے ان سے ظاہر ہوا _ </w:t>
      </w:r>
    </w:p>
    <w:p w:rsidR="00DE2D7F" w:rsidRDefault="00DE2D7F" w:rsidP="00D07B54">
      <w:pPr>
        <w:pStyle w:val="libNormal"/>
        <w:rPr>
          <w:rtl/>
        </w:rPr>
      </w:pPr>
      <w:r>
        <w:rPr>
          <w:rtl/>
        </w:rPr>
        <w:t>پہلے ارشاد ہوتا :'' جس وقت موسى غضبناك ورنجيدہ اپنى قوم كى طرف پلٹے اور گوسالہ پرستى كانفرت انگيز منظر ديكھا تو ان سے كہا كہ تم لوگ ميرے بعد برے جانشين نكلے تم نے ميرا آئين ضائع كرديا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يہا</w:t>
      </w:r>
      <w:r w:rsidR="007D6C9B">
        <w:rPr>
          <w:rtl/>
        </w:rPr>
        <w:t xml:space="preserve">ں </w:t>
      </w:r>
      <w:r>
        <w:rPr>
          <w:rtl/>
        </w:rPr>
        <w:t>سے صاف معلوم ہوتا ہے كہ حضرت موسى عليہ السلام ميعاد گاہ پروردگار سے پلٹتے وقت قبل اس كے كہ بنى اسرائيل سے ملتے، غضبناك اور اندو ہگين تھے، اس كى وجہ يہ تھى كہ خدا نے ميعادگاہ مي</w:t>
      </w:r>
      <w:r w:rsidR="007D6C9B">
        <w:rPr>
          <w:rtl/>
        </w:rPr>
        <w:t xml:space="preserve">ں </w:t>
      </w:r>
      <w:r>
        <w:rPr>
          <w:rtl/>
        </w:rPr>
        <w:t>انہي</w:t>
      </w:r>
      <w:r w:rsidR="007D6C9B">
        <w:rPr>
          <w:rtl/>
        </w:rPr>
        <w:t xml:space="preserve">ں </w:t>
      </w:r>
      <w:r>
        <w:rPr>
          <w:rtl/>
        </w:rPr>
        <w:t xml:space="preserve">اس كى خبردے دى تھى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اعراف آيت </w:t>
      </w:r>
      <w:r w:rsidR="00E664BB">
        <w:rPr>
          <w:rtl/>
        </w:rPr>
        <w:t>15</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)سورہ اعراف آيت</w:t>
      </w:r>
      <w:r w:rsidR="00E664BB">
        <w:rPr>
          <w:rtl/>
        </w:rPr>
        <w:t>150</w:t>
      </w:r>
      <w:r>
        <w:rPr>
          <w:rtl/>
        </w:rPr>
        <w:t xml:space="preserve"> </w:t>
      </w:r>
    </w:p>
    <w:p w:rsidR="004671A4" w:rsidRDefault="001648F9" w:rsidP="00D07B54">
      <w:pPr>
        <w:pStyle w:val="libNormal"/>
        <w:rPr>
          <w:rtl/>
        </w:rPr>
      </w:pPr>
      <w:r>
        <w:rPr>
          <w:rtl/>
        </w:rPr>
        <w:t xml:space="preserve"> </w:t>
      </w:r>
      <w:r>
        <w:rPr>
          <w:rtl/>
        </w:rPr>
        <w:br w:type="page"/>
      </w:r>
    </w:p>
    <w:p w:rsidR="004671A4" w:rsidRDefault="004671A4" w:rsidP="00D07B54">
      <w:pPr>
        <w:pStyle w:val="libNormal"/>
        <w:rPr>
          <w:rtl/>
        </w:rPr>
      </w:pPr>
    </w:p>
    <w:p w:rsidR="00DE2D7F" w:rsidRDefault="00DE2D7F" w:rsidP="00D07B54">
      <w:pPr>
        <w:pStyle w:val="libNormal"/>
        <w:rPr>
          <w:rtl/>
        </w:rPr>
      </w:pPr>
      <w:r>
        <w:rPr>
          <w:rtl/>
        </w:rPr>
        <w:t>جيسا كہ قرآن كہتا ہے :مي</w:t>
      </w:r>
      <w:r w:rsidR="007D6C9B">
        <w:rPr>
          <w:rtl/>
        </w:rPr>
        <w:t xml:space="preserve">ں </w:t>
      </w:r>
      <w:r>
        <w:rPr>
          <w:rtl/>
        </w:rPr>
        <w:t>نے تمہارے پيچھے تمہارى قوم كى آزما</w:t>
      </w:r>
      <w:r w:rsidR="00091C36">
        <w:rPr>
          <w:rtl/>
        </w:rPr>
        <w:t xml:space="preserve">ئش </w:t>
      </w:r>
      <w:r>
        <w:rPr>
          <w:rtl/>
        </w:rPr>
        <w:t xml:space="preserve"> كى ليكن وہ اس آزما</w:t>
      </w:r>
      <w:r w:rsidR="00091C36">
        <w:rPr>
          <w:rtl/>
        </w:rPr>
        <w:t xml:space="preserve">ئش </w:t>
      </w:r>
      <w:r>
        <w:rPr>
          <w:rtl/>
        </w:rPr>
        <w:t xml:space="preserve"> مي</w:t>
      </w:r>
      <w:r w:rsidR="007D6C9B">
        <w:rPr>
          <w:rtl/>
        </w:rPr>
        <w:t xml:space="preserve">ں </w:t>
      </w:r>
      <w:r>
        <w:rPr>
          <w:rtl/>
        </w:rPr>
        <w:t>پورى نہ اترى اور سامرى نے انہي</w:t>
      </w:r>
      <w:r w:rsidR="007D6C9B">
        <w:rPr>
          <w:rtl/>
        </w:rPr>
        <w:t xml:space="preserve">ں </w:t>
      </w:r>
      <w:r>
        <w:rPr>
          <w:rtl/>
        </w:rPr>
        <w:t xml:space="preserve">گمراہ كر ديا_ </w:t>
      </w:r>
    </w:p>
    <w:p w:rsidR="00DE2D7F" w:rsidRDefault="00DE2D7F" w:rsidP="00D07B54">
      <w:pPr>
        <w:pStyle w:val="libNormal"/>
        <w:rPr>
          <w:rtl/>
        </w:rPr>
      </w:pPr>
      <w:r>
        <w:rPr>
          <w:rtl/>
        </w:rPr>
        <w:t>اس كے بعد موسى عليہ السلام نے ان سے كہا:'' آيا تم نے اپنے پروردگار كے فرمان كے بارے مي</w:t>
      </w:r>
      <w:r w:rsidR="007D6C9B">
        <w:rPr>
          <w:rtl/>
        </w:rPr>
        <w:t xml:space="preserve">ں </w:t>
      </w:r>
      <w:r>
        <w:rPr>
          <w:rtl/>
        </w:rPr>
        <w:t>جلدى كى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تم نے خدا كے اس فرمان، كہ اس نے ميعاد كا وقت تيس شب سے چاليس شب كرديا ، جلدى كى اور جلد فيصلہ كرديا ، ميرے نہ آنے كو ميرے مرنے يا وعدہ خلافى كى دليل سمجھ ليا، حالانكہ لازم تھا كہ تھوڑا صبر سے كام ليتے ، چند روز اور انتظار كرليتے تاكہ حقيقت واضح ہوجاتى _ </w:t>
      </w:r>
    </w:p>
    <w:p w:rsidR="00DE2D7F" w:rsidRDefault="00DE2D7F" w:rsidP="00D07B54">
      <w:pPr>
        <w:pStyle w:val="libNormal"/>
        <w:rPr>
          <w:rtl/>
        </w:rPr>
      </w:pPr>
      <w:r>
        <w:rPr>
          <w:rtl/>
        </w:rPr>
        <w:t>اس وقت جبكہ حضرت موسى عليہ السلام بنى اسرائيل كى زندگى كے ان طوفانى وبحرانى لمحات سے گزر رہے تھے، سرسے پيرتك غصہ اور افسوس كى شدت سے بھڑك رہے تھے ،ايك عظيم اندوہ نے ان كے وجود پر سايہ ڈال ديا تھا اور انہي</w:t>
      </w:r>
      <w:r w:rsidR="007D6C9B">
        <w:rPr>
          <w:rtl/>
        </w:rPr>
        <w:t xml:space="preserve">ں </w:t>
      </w:r>
      <w:r>
        <w:rPr>
          <w:rtl/>
        </w:rPr>
        <w:t>بنى اسرائيل كے مستقبل كے بارے مي</w:t>
      </w:r>
      <w:r w:rsidR="007D6C9B">
        <w:rPr>
          <w:rtl/>
        </w:rPr>
        <w:t xml:space="preserve">ں </w:t>
      </w:r>
      <w:r>
        <w:rPr>
          <w:rtl/>
        </w:rPr>
        <w:t>بڑى تشويش لاحق تھي، كيونكہ تخريب اور تباہ كارى آسانى سے ہوجاتى ہے كبھى صرف ايك انسان كے ذريعے بہت بڑى خرابى اور تباہى واقع ہوجاتى ہے ليكن اصلاح اور تعمير مي</w:t>
      </w:r>
      <w:r w:rsidR="007D6C9B">
        <w:rPr>
          <w:rtl/>
        </w:rPr>
        <w:t xml:space="preserve">ں </w:t>
      </w:r>
      <w:r>
        <w:rPr>
          <w:rtl/>
        </w:rPr>
        <w:t xml:space="preserve">دير لگتى ہے _ </w:t>
      </w:r>
    </w:p>
    <w:p w:rsidR="00DE2D7F" w:rsidRDefault="00DE2D7F" w:rsidP="00D07B54">
      <w:pPr>
        <w:pStyle w:val="libNormal"/>
        <w:rPr>
          <w:rtl/>
        </w:rPr>
      </w:pPr>
      <w:r>
        <w:rPr>
          <w:rtl/>
        </w:rPr>
        <w:t xml:space="preserve">خاص طور پر جب كسى نادان متعصب اورہٹ دھر م قوم كے درميان كوئي غلط سازبجاديا جائے تو اس كے بعد اس كے برے اثرات كا زائل كرنا بہت مشكل ہوتا ہے _ </w:t>
      </w:r>
    </w:p>
    <w:p w:rsidR="00DE2D7F" w:rsidRDefault="00DE2D7F" w:rsidP="00D07B54">
      <w:pPr>
        <w:pStyle w:val="libNormal"/>
        <w:rPr>
          <w:rtl/>
        </w:rPr>
      </w:pPr>
    </w:p>
    <w:p w:rsidR="00465DC5" w:rsidRDefault="00DE2D7F" w:rsidP="00D07B54">
      <w:pPr>
        <w:pStyle w:val="Heading2Center"/>
        <w:rPr>
          <w:rtl/>
        </w:rPr>
      </w:pPr>
      <w:bookmarkStart w:id="266" w:name="_Toc7268663"/>
      <w:r>
        <w:rPr>
          <w:rtl/>
        </w:rPr>
        <w:t>بے نظير غصہ</w:t>
      </w:r>
      <w:bookmarkEnd w:id="266"/>
      <w:r>
        <w:rPr>
          <w:rtl/>
        </w:rPr>
        <w:t xml:space="preserve"> </w:t>
      </w:r>
    </w:p>
    <w:p w:rsidR="00DE2D7F" w:rsidRDefault="00DE2D7F" w:rsidP="00D07B54">
      <w:pPr>
        <w:pStyle w:val="libNormal"/>
        <w:rPr>
          <w:rtl/>
        </w:rPr>
      </w:pPr>
      <w:r>
        <w:rPr>
          <w:rtl/>
        </w:rPr>
        <w:t>اس موقع پر حضرت موسى عليہ السلام كو غصہ كرنا چاہئے تھا اور ايك شديد ردّ عمل ظاہر كر ناچا ہئے تھا تاكہ بنى اسرائيل كے فاسد افكار كى بنياد گر اكر اس منحرف قوم مي</w:t>
      </w:r>
      <w:r w:rsidR="007D6C9B">
        <w:rPr>
          <w:rtl/>
        </w:rPr>
        <w:t xml:space="preserve">ں </w:t>
      </w:r>
      <w:r>
        <w:rPr>
          <w:rtl/>
        </w:rPr>
        <w:t>انقلاب برپا كردي</w:t>
      </w:r>
      <w:r w:rsidR="007D6C9B">
        <w:rPr>
          <w:rtl/>
        </w:rPr>
        <w:t xml:space="preserve">ں </w:t>
      </w:r>
      <w:r>
        <w:rPr>
          <w:rtl/>
        </w:rPr>
        <w:t xml:space="preserve">،ورنہ تو اس قوم كو پلٹانا مشكل تھا_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150</w:t>
      </w:r>
      <w:r>
        <w:rPr>
          <w:rtl/>
        </w:rPr>
        <w:t xml:space="preserve"> </w:t>
      </w:r>
    </w:p>
    <w:p w:rsidR="00465DC5"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قرآن نے حضرت موسى عليہ السلام كا وہ شديد ردّ عمل بيان كيا ہے جو اس طوفانى و بحرانى منظركو ديكھنے كے بعد ان سے ظاہر ہوا ،موسى عليہ السلام نے بے اختيار نہ طور پر اپنے ہاتھ سے توريت كى الواح كو زمين پر ڈال ديا اور اپنے بھائي ہارون عليہ السلام كے پاس گئے اور ان كے سر اور داڑھى كے بالو</w:t>
      </w:r>
      <w:r w:rsidR="007D6C9B">
        <w:rPr>
          <w:rtl/>
        </w:rPr>
        <w:t xml:space="preserve">ں </w:t>
      </w:r>
      <w:r>
        <w:rPr>
          <w:rtl/>
        </w:rPr>
        <w:t>كو پكڑكر اپنى طرف كھينچا''</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حضرت موسى عليہ السلام نے اس كے علاوہ ہارون عليہ السلام كو بڑى شدت سے سرزنش كى اور بآواز بلند چيخ كرپكارے: </w:t>
      </w:r>
    </w:p>
    <w:p w:rsidR="00DE2D7F" w:rsidRDefault="00DE2D7F" w:rsidP="00D07B54">
      <w:pPr>
        <w:pStyle w:val="libNormal"/>
        <w:rPr>
          <w:rtl/>
        </w:rPr>
      </w:pPr>
      <w:r>
        <w:rPr>
          <w:rtl/>
        </w:rPr>
        <w:t>كيا تم نے بنى اسرائيل كے عقائدكى حفاظت مي</w:t>
      </w:r>
      <w:r w:rsidR="007D6C9B">
        <w:rPr>
          <w:rtl/>
        </w:rPr>
        <w:t xml:space="preserve">ں </w:t>
      </w:r>
      <w:r>
        <w:rPr>
          <w:rtl/>
        </w:rPr>
        <w:t>كوتاہى كى اور ميرے فرمان كى مخالفت كى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درحقيقت حضرت موسى عليہ السلام كا يہ ردّ عمل ايك طرف تو ان كى اس واردات قلبي، بے قرارى اور شديد ناراضى كى حكايت كرتا ہے تاكہ بنى اسرائيل كى عقل مي</w:t>
      </w:r>
      <w:r w:rsidR="007D6C9B">
        <w:rPr>
          <w:rtl/>
        </w:rPr>
        <w:t xml:space="preserve">ں </w:t>
      </w:r>
      <w:r>
        <w:rPr>
          <w:rtl/>
        </w:rPr>
        <w:t>ايك حركت پيدا ہو اور وہ اپنے اس عمل كى قباحت كى طرف متوجہ ہوجائي</w:t>
      </w:r>
      <w:r w:rsidR="007D6C9B">
        <w:rPr>
          <w:rtl/>
        </w:rPr>
        <w:t xml:space="preserve">ں </w:t>
      </w:r>
      <w:r>
        <w:rPr>
          <w:rtl/>
        </w:rPr>
        <w:t xml:space="preserve">_ </w:t>
      </w:r>
    </w:p>
    <w:p w:rsidR="00DE2D7F" w:rsidRDefault="00DE2D7F" w:rsidP="00D07B54">
      <w:pPr>
        <w:pStyle w:val="libNormal"/>
        <w:rPr>
          <w:rtl/>
        </w:rPr>
      </w:pPr>
      <w:r>
        <w:rPr>
          <w:rtl/>
        </w:rPr>
        <w:t>بنابري</w:t>
      </w:r>
      <w:r w:rsidR="007D6C9B">
        <w:rPr>
          <w:rtl/>
        </w:rPr>
        <w:t xml:space="preserve">ں </w:t>
      </w:r>
      <w:r>
        <w:rPr>
          <w:rtl/>
        </w:rPr>
        <w:t>اگرچہ بالفرض الواح توريت كا پھينك دينا قابل اعتراض معلوم ہوتا ہو، اور بھائي كى شديد سرنش نادرست ہو ليكن اگرحقيقت كى طرف توجہ كى جائے كہ اگر حضرت موسى عليہ السلام اس شديد اور پرہيجانى ردّ عمل كا اظہار نہ كرتے تو ہر گز بنى اسرائيل اپنى غلطى كى سنگينى اور اہميت كا اندازہ نہي</w:t>
      </w:r>
      <w:r w:rsidR="007D6C9B">
        <w:rPr>
          <w:rtl/>
        </w:rPr>
        <w:t xml:space="preserve">ں </w:t>
      </w:r>
      <w:r>
        <w:rPr>
          <w:rtl/>
        </w:rPr>
        <w:t>كرسكتے تھے ،ممكن تھا كہ اس بت پرستى كے آثاربدان كے ذہنو</w:t>
      </w:r>
      <w:r w:rsidR="007D6C9B">
        <w:rPr>
          <w:rtl/>
        </w:rPr>
        <w:t xml:space="preserve">ں </w:t>
      </w:r>
      <w:r>
        <w:rPr>
          <w:rtl/>
        </w:rPr>
        <w:t>مي</w:t>
      </w:r>
      <w:r w:rsidR="007D6C9B">
        <w:rPr>
          <w:rtl/>
        </w:rPr>
        <w:t xml:space="preserve">ں </w:t>
      </w:r>
      <w:r>
        <w:rPr>
          <w:rtl/>
        </w:rPr>
        <w:t xml:space="preserve">باقى رہ جاتے لہذا حضرت موسى عليہ السلام نے جو كچھ كيا وہ نہ صرف غلط نہ تھا بلكہ امر لازم تھا_ </w:t>
      </w:r>
    </w:p>
    <w:p w:rsidR="00DE2D7F" w:rsidRDefault="00DE2D7F" w:rsidP="00D07B54">
      <w:pPr>
        <w:pStyle w:val="libNormal"/>
        <w:rPr>
          <w:rtl/>
        </w:rPr>
      </w:pPr>
      <w:r>
        <w:rPr>
          <w:rtl/>
        </w:rPr>
        <w:t>حضرت موسى عليہ السلام اس واقعہ سے اس قدر ناراض ہوئے كہ تاريخ بنى اسرائيل مي</w:t>
      </w:r>
      <w:r w:rsidR="007D6C9B">
        <w:rPr>
          <w:rtl/>
        </w:rPr>
        <w:t xml:space="preserve">ں </w:t>
      </w:r>
      <w:r>
        <w:rPr>
          <w:rtl/>
        </w:rPr>
        <w:t>كبھى اس قدر ناراض نہ ہوئے تھے كيونكہ ان كے سامنے بدترين منظر تھا يعنى بنى اسرائيل خدا پرستى كو چھوڑ كر گوسالہ پرستى اختيار كرچكے تھے جس كى وجہ سے حضرت موسى عليہ السلام كى وہ تمام زحمتي</w:t>
      </w:r>
      <w:r w:rsidR="007D6C9B">
        <w:rPr>
          <w:rtl/>
        </w:rPr>
        <w:t xml:space="preserve">ں </w:t>
      </w:r>
      <w:r>
        <w:rPr>
          <w:rtl/>
        </w:rPr>
        <w:t>جو انہو</w:t>
      </w:r>
      <w:r w:rsidR="007D6C9B">
        <w:rPr>
          <w:rtl/>
        </w:rPr>
        <w:t xml:space="preserve">ں </w:t>
      </w:r>
      <w:r>
        <w:rPr>
          <w:rtl/>
        </w:rPr>
        <w:t>نے بنى اسرائيل كى ہدايت كے لئے كى تھي</w:t>
      </w:r>
      <w:r w:rsidR="007D6C9B">
        <w:rPr>
          <w:rtl/>
        </w:rPr>
        <w:t xml:space="preserve">ں </w:t>
      </w:r>
      <w:r>
        <w:rPr>
          <w:rtl/>
        </w:rPr>
        <w:t>سب برباد ہورہى تھي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w:t>
      </w:r>
      <w:r w:rsidR="00E664BB">
        <w:rPr>
          <w:rtl/>
        </w:rPr>
        <w:t>150</w:t>
      </w:r>
      <w:r>
        <w:rPr>
          <w:rtl/>
        </w:rPr>
        <w:t xml:space="preserve"> </w:t>
      </w:r>
    </w:p>
    <w:p w:rsidR="00DE2D7F" w:rsidRDefault="00DE2D7F" w:rsidP="00D07B54">
      <w:pPr>
        <w:pStyle w:val="libFootnote"/>
        <w:rPr>
          <w:rtl/>
        </w:rPr>
      </w:pPr>
      <w:r>
        <w:rPr>
          <w:rtl/>
        </w:rPr>
        <w:t>(</w:t>
      </w:r>
      <w:r w:rsidR="00E664BB">
        <w:rPr>
          <w:rtl/>
        </w:rPr>
        <w:t>2</w:t>
      </w:r>
      <w:r>
        <w:rPr>
          <w:rtl/>
        </w:rPr>
        <w:t xml:space="preserve">)سورہ طہ آيت </w:t>
      </w:r>
      <w:r w:rsidR="00E664BB">
        <w:rPr>
          <w:rtl/>
        </w:rPr>
        <w:t>150</w:t>
      </w:r>
      <w:r>
        <w:rPr>
          <w:rtl/>
        </w:rPr>
        <w:t xml:space="preserve"> </w:t>
      </w:r>
    </w:p>
    <w:p w:rsidR="00465DC5" w:rsidRDefault="00DE2D7F" w:rsidP="00D07B54">
      <w:pPr>
        <w:pStyle w:val="libNormal"/>
        <w:rPr>
          <w:rtl/>
        </w:rPr>
      </w:pPr>
      <w:r>
        <w:rPr>
          <w:rtl/>
        </w:rPr>
        <w:t>-</w:t>
      </w:r>
      <w:r w:rsidR="001648F9">
        <w:rPr>
          <w:rtl/>
        </w:rPr>
        <w:t xml:space="preserve"> </w:t>
      </w:r>
      <w:r w:rsidR="001648F9">
        <w:rPr>
          <w:rtl/>
        </w:rPr>
        <w:br w:type="page"/>
      </w:r>
    </w:p>
    <w:p w:rsidR="00DE2D7F" w:rsidRDefault="00DE2D7F" w:rsidP="00D07B54">
      <w:pPr>
        <w:pStyle w:val="libNormal"/>
        <w:rPr>
          <w:rtl/>
        </w:rPr>
      </w:pPr>
      <w:r>
        <w:rPr>
          <w:rtl/>
        </w:rPr>
        <w:lastRenderedPageBreak/>
        <w:t>لہذا ايسے موقع پر الواح كا ہاتھو</w:t>
      </w:r>
      <w:r w:rsidR="007D6C9B">
        <w:rPr>
          <w:rtl/>
        </w:rPr>
        <w:t xml:space="preserve">ں </w:t>
      </w:r>
      <w:r>
        <w:rPr>
          <w:rtl/>
        </w:rPr>
        <w:t xml:space="preserve">سے گرجانا اور بھائي سے سخت مواخذہ كرنا ايك طبعى امر تھا_ </w:t>
      </w:r>
    </w:p>
    <w:p w:rsidR="00DE2D7F" w:rsidRDefault="00DE2D7F" w:rsidP="00D07B54">
      <w:pPr>
        <w:pStyle w:val="libNormal"/>
        <w:rPr>
          <w:rtl/>
        </w:rPr>
      </w:pPr>
    </w:p>
    <w:p w:rsidR="00465DC5" w:rsidRDefault="00DE2D7F" w:rsidP="00D07B54">
      <w:pPr>
        <w:pStyle w:val="Heading2Center"/>
        <w:rPr>
          <w:rtl/>
        </w:rPr>
      </w:pPr>
      <w:bookmarkStart w:id="267" w:name="_Toc7268664"/>
      <w:r>
        <w:rPr>
          <w:rtl/>
        </w:rPr>
        <w:t>اے ميرى ما</w:t>
      </w:r>
      <w:r w:rsidR="007D6C9B">
        <w:rPr>
          <w:rtl/>
        </w:rPr>
        <w:t xml:space="preserve">ں </w:t>
      </w:r>
      <w:r>
        <w:rPr>
          <w:rtl/>
        </w:rPr>
        <w:t>كے بيٹے مي</w:t>
      </w:r>
      <w:r w:rsidR="007D6C9B">
        <w:rPr>
          <w:rtl/>
        </w:rPr>
        <w:t xml:space="preserve">ں </w:t>
      </w:r>
      <w:r>
        <w:rPr>
          <w:rtl/>
        </w:rPr>
        <w:t>بے گناہ ہو</w:t>
      </w:r>
      <w:r w:rsidR="007D6C9B">
        <w:rPr>
          <w:rtl/>
        </w:rPr>
        <w:t>ں</w:t>
      </w:r>
      <w:bookmarkEnd w:id="267"/>
    </w:p>
    <w:p w:rsidR="00DE2D7F" w:rsidRDefault="007D6C9B" w:rsidP="00D07B54">
      <w:pPr>
        <w:pStyle w:val="libNormal"/>
        <w:rPr>
          <w:rtl/>
        </w:rPr>
      </w:pPr>
      <w:r>
        <w:rPr>
          <w:rtl/>
        </w:rPr>
        <w:t xml:space="preserve"> </w:t>
      </w:r>
      <w:r w:rsidR="00DE2D7F">
        <w:rPr>
          <w:rtl/>
        </w:rPr>
        <w:t xml:space="preserve">اس شديد رد عمل اور غيظ وغضب كے اظہارنے بنى اسرائيل پر بہت زيادہ تربيتى اثر مرتب كيا اور منظر كو بالكل پلٹ ديا جبكہ اگر حضرت موسى عليہ السلام نرم زبان استعمال كرتے تو شايد اس كا تھوڑا سا اثر بھى مرتب نہ ہوتا _ </w:t>
      </w:r>
    </w:p>
    <w:p w:rsidR="00DE2D7F" w:rsidRDefault="00DE2D7F" w:rsidP="00D07B54">
      <w:pPr>
        <w:pStyle w:val="libNormal"/>
        <w:rPr>
          <w:rtl/>
        </w:rPr>
      </w:pPr>
      <w:r>
        <w:rPr>
          <w:rtl/>
        </w:rPr>
        <w:t xml:space="preserve">اس كے بعد قرآن كہتا ہے : ہارون عليہ السلام نے موسى عليہ السلام كى محبت كو برانگيختہ كرنے كے لئے اور اپنى بے گناہى بيان كرنے كے لئے كہا: </w:t>
      </w:r>
    </w:p>
    <w:p w:rsidR="00DE2D7F" w:rsidRDefault="00DE2D7F" w:rsidP="00D07B54">
      <w:pPr>
        <w:pStyle w:val="libNormal"/>
        <w:rPr>
          <w:rtl/>
        </w:rPr>
      </w:pPr>
      <w:r>
        <w:rPr>
          <w:rtl/>
        </w:rPr>
        <w:t>''اے ميرے ما</w:t>
      </w:r>
      <w:r w:rsidR="007D6C9B">
        <w:rPr>
          <w:rtl/>
        </w:rPr>
        <w:t xml:space="preserve">ں </w:t>
      </w:r>
      <w:r>
        <w:rPr>
          <w:rtl/>
        </w:rPr>
        <w:t>جائے:اس نادان امت كے باعث ہم اس قدر قليل ہوگئے كہ نزديك تھا كہ مجھے قتل كردي</w:t>
      </w:r>
      <w:r w:rsidR="007D6C9B">
        <w:rPr>
          <w:rtl/>
        </w:rPr>
        <w:t xml:space="preserve">ں </w:t>
      </w:r>
      <w:r>
        <w:rPr>
          <w:rtl/>
        </w:rPr>
        <w:t>لہذا مي</w:t>
      </w:r>
      <w:r w:rsidR="007D6C9B">
        <w:rPr>
          <w:rtl/>
        </w:rPr>
        <w:t xml:space="preserve">ں </w:t>
      </w:r>
      <w:r>
        <w:rPr>
          <w:rtl/>
        </w:rPr>
        <w:t>بالكل بے گناہ ہو</w:t>
      </w:r>
      <w:r w:rsidR="007D6C9B">
        <w:rPr>
          <w:rtl/>
        </w:rPr>
        <w:t xml:space="preserve">ں </w:t>
      </w:r>
      <w:r>
        <w:rPr>
          <w:rtl/>
        </w:rPr>
        <w:t>لہذا آپ كوئي ايسا كام نہ كري</w:t>
      </w:r>
      <w:r w:rsidR="007D6C9B">
        <w:rPr>
          <w:rtl/>
        </w:rPr>
        <w:t xml:space="preserve">ں </w:t>
      </w:r>
      <w:r>
        <w:rPr>
          <w:rtl/>
        </w:rPr>
        <w:t>كہ دشمن ہنسى اڑائي</w:t>
      </w:r>
      <w:r w:rsidR="007D6C9B">
        <w:rPr>
          <w:rtl/>
        </w:rPr>
        <w:t xml:space="preserve">ں </w:t>
      </w:r>
      <w:r>
        <w:rPr>
          <w:rtl/>
        </w:rPr>
        <w:t>اور مجھے اس ستمگر امت كى صف مي</w:t>
      </w:r>
      <w:r w:rsidR="007D6C9B">
        <w:rPr>
          <w:rtl/>
        </w:rPr>
        <w:t xml:space="preserve">ں </w:t>
      </w:r>
      <w:r>
        <w:rPr>
          <w:rtl/>
        </w:rPr>
        <w:t>قرار نہ دي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قرآن مي</w:t>
      </w:r>
      <w:r w:rsidR="007D6C9B">
        <w:rPr>
          <w:rtl/>
        </w:rPr>
        <w:t xml:space="preserve">ں </w:t>
      </w:r>
      <w:r>
        <w:rPr>
          <w:rtl/>
        </w:rPr>
        <w:t>جو '' ابن ام'' كى تعبير آئي ہے جس كے معنى (اے ميرى ما</w:t>
      </w:r>
      <w:r w:rsidR="007D6C9B">
        <w:rPr>
          <w:rtl/>
        </w:rPr>
        <w:t xml:space="preserve">ں </w:t>
      </w:r>
      <w:r>
        <w:rPr>
          <w:rtl/>
        </w:rPr>
        <w:t>كے بيٹے،كے ہي</w:t>
      </w:r>
      <w:r w:rsidR="007D6C9B">
        <w:rPr>
          <w:rtl/>
        </w:rPr>
        <w:t xml:space="preserve">ں </w:t>
      </w:r>
      <w:r>
        <w:rPr>
          <w:rtl/>
        </w:rPr>
        <w:t>)حالانكہ موسى عليہ السلام اورہارون عليہ السلام دونو</w:t>
      </w:r>
      <w:r w:rsidR="007D6C9B">
        <w:rPr>
          <w:rtl/>
        </w:rPr>
        <w:t xml:space="preserve">ں </w:t>
      </w:r>
      <w:r>
        <w:rPr>
          <w:rtl/>
        </w:rPr>
        <w:t>ايك والدين كى اولاد تھے يہ اس لئے تھا كہ حضرت ہارون چاہتے تھے كہ حضرت موسى كا جذبہ محبت بيدار كري</w:t>
      </w:r>
      <w:r w:rsidR="007D6C9B">
        <w:rPr>
          <w:rtl/>
        </w:rPr>
        <w:t xml:space="preserve">ں </w:t>
      </w:r>
      <w:r>
        <w:rPr>
          <w:rtl/>
        </w:rPr>
        <w:t>بہر حال حضرت موسى عليہ السلام كى يہ تدبير كار آمد ہوئي اور بنى اسرائيل كو اپنى غلطى كا احساس ہوا اور انہو</w:t>
      </w:r>
      <w:r w:rsidR="007D6C9B">
        <w:rPr>
          <w:rtl/>
        </w:rPr>
        <w:t xml:space="preserve">ں </w:t>
      </w:r>
      <w:r>
        <w:rPr>
          <w:rtl/>
        </w:rPr>
        <w:t xml:space="preserve">نے توبہ كى خواہش كا اظہار كيا _'' </w:t>
      </w:r>
    </w:p>
    <w:p w:rsidR="00DE2D7F" w:rsidRDefault="00DE2D7F" w:rsidP="00D07B54">
      <w:pPr>
        <w:pStyle w:val="libNormal"/>
        <w:rPr>
          <w:rtl/>
        </w:rPr>
      </w:pPr>
      <w:r>
        <w:rPr>
          <w:rtl/>
        </w:rPr>
        <w:t xml:space="preserve">اب حضرت موسى عليہ السلام كى آتش غضب كم ہوئي اور وہ درگاہ خداواندى كى طرف متوجہ ہوئے اور عرض كى : </w:t>
      </w:r>
    </w:p>
    <w:p w:rsidR="00DE2D7F" w:rsidRDefault="00DE2D7F" w:rsidP="00D07B54">
      <w:pPr>
        <w:pStyle w:val="libNormal"/>
        <w:rPr>
          <w:rtl/>
        </w:rPr>
      </w:pPr>
      <w:r>
        <w:rPr>
          <w:rtl/>
        </w:rPr>
        <w:t>''پروردگارا مجھے اور ميرے بھائي كو بخش دے اور ہمي</w:t>
      </w:r>
      <w:r w:rsidR="007D6C9B">
        <w:rPr>
          <w:rtl/>
        </w:rPr>
        <w:t xml:space="preserve">ں </w:t>
      </w:r>
      <w:r>
        <w:rPr>
          <w:rtl/>
        </w:rPr>
        <w:t>اپنى رحمت بے پايا</w:t>
      </w:r>
      <w:r w:rsidR="007D6C9B">
        <w:rPr>
          <w:rtl/>
        </w:rPr>
        <w:t xml:space="preserve">ں </w:t>
      </w:r>
      <w:r>
        <w:rPr>
          <w:rtl/>
        </w:rPr>
        <w:t>مي</w:t>
      </w:r>
      <w:r w:rsidR="007D6C9B">
        <w:rPr>
          <w:rtl/>
        </w:rPr>
        <w:t xml:space="preserve">ں </w:t>
      </w:r>
      <w:r>
        <w:rPr>
          <w:rtl/>
        </w:rPr>
        <w:t>داخل كردے، تو تمام مہربانو</w:t>
      </w:r>
      <w:r w:rsidR="007D6C9B">
        <w:rPr>
          <w:rtl/>
        </w:rPr>
        <w:t xml:space="preserve">ں </w:t>
      </w:r>
      <w:r>
        <w:rPr>
          <w:rtl/>
        </w:rPr>
        <w:t xml:space="preserve">سے زيادہ مہربان ہے''_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151</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آيت </w:t>
      </w:r>
      <w:r w:rsidR="00E664BB">
        <w:rPr>
          <w:rtl/>
        </w:rPr>
        <w:t>150</w:t>
      </w:r>
      <w:r>
        <w:rPr>
          <w:rtl/>
        </w:rPr>
        <w:t xml:space="preserve"> </w:t>
      </w:r>
    </w:p>
    <w:p w:rsidR="00465DC5" w:rsidRDefault="00465DC5" w:rsidP="00D07B54">
      <w:pPr>
        <w:pStyle w:val="libNormal"/>
        <w:rPr>
          <w:rtl/>
        </w:rPr>
      </w:pPr>
      <w:r>
        <w:rPr>
          <w:rtl/>
        </w:rPr>
        <w:br w:type="page"/>
      </w:r>
    </w:p>
    <w:p w:rsidR="00DE2D7F" w:rsidRDefault="00DE2D7F" w:rsidP="00D07B54">
      <w:pPr>
        <w:pStyle w:val="libNormal"/>
        <w:rPr>
          <w:rtl/>
        </w:rPr>
      </w:pPr>
      <w:r>
        <w:rPr>
          <w:rtl/>
        </w:rPr>
        <w:lastRenderedPageBreak/>
        <w:t>اپنے لئے اور اپنے بھائي كے لئے بخشش طلب كرنا اس بناپر نہي</w:t>
      </w:r>
      <w:r w:rsidR="007D6C9B">
        <w:rPr>
          <w:rtl/>
        </w:rPr>
        <w:t xml:space="preserve">ں </w:t>
      </w:r>
      <w:r>
        <w:rPr>
          <w:rtl/>
        </w:rPr>
        <w:t>تھا كہ ان سے كوئي گناہ سرزد ہوا تھا بلكہ يہ پروردگار كى بارگاہ مي</w:t>
      </w:r>
      <w:r w:rsidR="007D6C9B">
        <w:rPr>
          <w:rtl/>
        </w:rPr>
        <w:t xml:space="preserve">ں </w:t>
      </w:r>
      <w:r>
        <w:rPr>
          <w:rtl/>
        </w:rPr>
        <w:t>ايك طرح كا خضوع وخشوع تھا اور اس كى طرف بازگشت تھى اور بت پرستو</w:t>
      </w:r>
      <w:r w:rsidR="007D6C9B">
        <w:rPr>
          <w:rtl/>
        </w:rPr>
        <w:t xml:space="preserve">ں </w:t>
      </w:r>
      <w:r>
        <w:rPr>
          <w:rtl/>
        </w:rPr>
        <w:t>كے اعمال زشت سے اظہار تنفر تھا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)قران اور موجود ہ توريت كا ايك موازنہ </w:t>
      </w:r>
    </w:p>
    <w:p w:rsidR="00DE2D7F" w:rsidRDefault="00DE2D7F" w:rsidP="00D07B54">
      <w:pPr>
        <w:pStyle w:val="libFootnote"/>
        <w:rPr>
          <w:rtl/>
        </w:rPr>
      </w:pPr>
      <w:r>
        <w:rPr>
          <w:rtl/>
        </w:rPr>
        <w:t>جيسا كہ آيات سے معلوم ہوتا ہے كہ '' گوسالہ '' كو نہ تو بنى اسرائيل نے بنايا تھا نہ حضرت ہارون عليہ السلام نے ،بلكہ بنى اسرائيل مي</w:t>
      </w:r>
      <w:r w:rsidR="007D6C9B">
        <w:rPr>
          <w:rtl/>
        </w:rPr>
        <w:t xml:space="preserve">ں </w:t>
      </w:r>
      <w:r>
        <w:rPr>
          <w:rtl/>
        </w:rPr>
        <w:t>سے ايك شخص سامرى نے يہ حركت كى تھي، جس پر حضرت ہارون عليہ السلام جو حضرت موسى عليہ السلام كے بھائي اور ان كے معاون تھے خاموش نہ بيٹھے بلكہ انہو</w:t>
      </w:r>
      <w:r w:rsidR="007D6C9B">
        <w:rPr>
          <w:rtl/>
        </w:rPr>
        <w:t xml:space="preserve">ں </w:t>
      </w:r>
      <w:r>
        <w:rPr>
          <w:rtl/>
        </w:rPr>
        <w:t>نے اپنى پورى كوشش صرف كي، انہو</w:t>
      </w:r>
      <w:r w:rsidR="007D6C9B">
        <w:rPr>
          <w:rtl/>
        </w:rPr>
        <w:t xml:space="preserve">ں </w:t>
      </w:r>
      <w:r>
        <w:rPr>
          <w:rtl/>
        </w:rPr>
        <w:t>نے اتنى كوشش كى كہ نزديك تھا كہ لوگ انہي</w:t>
      </w:r>
      <w:r w:rsidR="007D6C9B">
        <w:rPr>
          <w:rtl/>
        </w:rPr>
        <w:t xml:space="preserve">ں </w:t>
      </w:r>
      <w:r>
        <w:rPr>
          <w:rtl/>
        </w:rPr>
        <w:t>قتل كرديتے _ ليكن عجيب بات يہ ہے كہ موجودہ توريت مي</w:t>
      </w:r>
      <w:r w:rsidR="007D6C9B">
        <w:rPr>
          <w:rtl/>
        </w:rPr>
        <w:t xml:space="preserve">ں </w:t>
      </w:r>
      <w:r>
        <w:rPr>
          <w:rtl/>
        </w:rPr>
        <w:t xml:space="preserve">گوسالہ سازى اور بت پرستى كى طرف دعوت كو حضرت ہارون عليہ السلام كى طرف نسبت دى گئي ہے، چنانچہ توريت كے سفر خروج كى فصل </w:t>
      </w:r>
      <w:r w:rsidR="00E664BB">
        <w:rPr>
          <w:rtl/>
        </w:rPr>
        <w:t>32</w:t>
      </w:r>
      <w:r>
        <w:rPr>
          <w:rtl/>
        </w:rPr>
        <w:t xml:space="preserve"> مي</w:t>
      </w:r>
      <w:r w:rsidR="007D6C9B">
        <w:rPr>
          <w:rtl/>
        </w:rPr>
        <w:t xml:space="preserve">ں </w:t>
      </w:r>
      <w:r>
        <w:rPr>
          <w:rtl/>
        </w:rPr>
        <w:t>يہ عبارت ملتى ہے: جس وقت قوم موسى نے ديكھا كہ موسى كے پہاڑسے نيچے اترنے مي</w:t>
      </w:r>
      <w:r w:rsidR="007D6C9B">
        <w:rPr>
          <w:rtl/>
        </w:rPr>
        <w:t xml:space="preserve">ں </w:t>
      </w:r>
      <w:r>
        <w:rPr>
          <w:rtl/>
        </w:rPr>
        <w:t>دير ہوئي تو وہ ہارون كے پاس اكٹھا ہوئے اور ان سے كہا اٹھو اور ہمارے لئے ايسا خدا بنائو جوہمارے آگے آگے چلے كيونكہ يہ شخص موسى جو ہم كو مصر سے نكال كريہا</w:t>
      </w:r>
      <w:r w:rsidR="007D6C9B">
        <w:rPr>
          <w:rtl/>
        </w:rPr>
        <w:t xml:space="preserve">ں </w:t>
      </w:r>
      <w:r>
        <w:rPr>
          <w:rtl/>
        </w:rPr>
        <w:t>لايا ہے نہي</w:t>
      </w:r>
      <w:r w:rsidR="007D6C9B">
        <w:rPr>
          <w:rtl/>
        </w:rPr>
        <w:t xml:space="preserve">ں </w:t>
      </w:r>
      <w:r>
        <w:rPr>
          <w:rtl/>
        </w:rPr>
        <w:t>معلوم اس پر كيا گذري، ہارون نے ان سے كہا: طلائي بندے (گوشوارے) جو تمہارى عورتو</w:t>
      </w:r>
      <w:r w:rsidR="007D6C9B">
        <w:rPr>
          <w:rtl/>
        </w:rPr>
        <w:t xml:space="preserve">ں </w:t>
      </w:r>
      <w:r>
        <w:rPr>
          <w:rtl/>
        </w:rPr>
        <w:t>اور بچو</w:t>
      </w:r>
      <w:r w:rsidR="007D6C9B">
        <w:rPr>
          <w:rtl/>
        </w:rPr>
        <w:t xml:space="preserve">ں </w:t>
      </w:r>
      <w:r>
        <w:rPr>
          <w:rtl/>
        </w:rPr>
        <w:t>كے كانو</w:t>
      </w:r>
      <w:r w:rsidR="007D6C9B">
        <w:rPr>
          <w:rtl/>
        </w:rPr>
        <w:t xml:space="preserve">ں </w:t>
      </w:r>
      <w:r>
        <w:rPr>
          <w:rtl/>
        </w:rPr>
        <w:t>مي</w:t>
      </w:r>
      <w:r w:rsidR="007D6C9B">
        <w:rPr>
          <w:rtl/>
        </w:rPr>
        <w:t xml:space="preserve">ں </w:t>
      </w:r>
      <w:r>
        <w:rPr>
          <w:rtl/>
        </w:rPr>
        <w:t>ہي</w:t>
      </w:r>
      <w:r w:rsidR="007D6C9B">
        <w:rPr>
          <w:rtl/>
        </w:rPr>
        <w:t xml:space="preserve">ں </w:t>
      </w:r>
      <w:r>
        <w:rPr>
          <w:rtl/>
        </w:rPr>
        <w:t>انہي</w:t>
      </w:r>
      <w:r w:rsidR="007D6C9B">
        <w:rPr>
          <w:rtl/>
        </w:rPr>
        <w:t xml:space="preserve">ں </w:t>
      </w:r>
      <w:r>
        <w:rPr>
          <w:rtl/>
        </w:rPr>
        <w:t>ان كے كانو</w:t>
      </w:r>
      <w:r w:rsidR="007D6C9B">
        <w:rPr>
          <w:rtl/>
        </w:rPr>
        <w:t xml:space="preserve">ں </w:t>
      </w:r>
      <w:r>
        <w:rPr>
          <w:rtl/>
        </w:rPr>
        <w:t>سے اتار كر ميرے پاس لاو ،پس پورى قوم ان گوشوارو</w:t>
      </w:r>
      <w:r w:rsidR="007D6C9B">
        <w:rPr>
          <w:rtl/>
        </w:rPr>
        <w:t xml:space="preserve">ں </w:t>
      </w:r>
      <w:r>
        <w:rPr>
          <w:rtl/>
        </w:rPr>
        <w:t>كو كانو</w:t>
      </w:r>
      <w:r w:rsidR="007D6C9B">
        <w:rPr>
          <w:rtl/>
        </w:rPr>
        <w:t xml:space="preserve">ں </w:t>
      </w:r>
      <w:r>
        <w:rPr>
          <w:rtl/>
        </w:rPr>
        <w:t>سے جدا كر كے ہارون كے پاس لائي، ہارون نے ان گوشوارو</w:t>
      </w:r>
      <w:r w:rsidR="007D6C9B">
        <w:rPr>
          <w:rtl/>
        </w:rPr>
        <w:t xml:space="preserve">ں </w:t>
      </w:r>
      <w:r>
        <w:rPr>
          <w:rtl/>
        </w:rPr>
        <w:t>كو ان لوگو</w:t>
      </w:r>
      <w:r w:rsidR="007D6C9B">
        <w:rPr>
          <w:rtl/>
        </w:rPr>
        <w:t xml:space="preserve">ں </w:t>
      </w:r>
      <w:r>
        <w:rPr>
          <w:rtl/>
        </w:rPr>
        <w:t>كے ہاتھو</w:t>
      </w:r>
      <w:r w:rsidR="007D6C9B">
        <w:rPr>
          <w:rtl/>
        </w:rPr>
        <w:t xml:space="preserve">ں </w:t>
      </w:r>
      <w:r>
        <w:rPr>
          <w:rtl/>
        </w:rPr>
        <w:t>سے ليا اور كندہ كرنے كے ايك آلہ كے ذريعے تصوير بنائي اور اس سے ايك گوسالہ كا مجسمہ ڈھالااور كہا كہ اے بنى اسرائيل يہ تمہارا خدا ہے جو تمہي</w:t>
      </w:r>
      <w:r w:rsidR="007D6C9B">
        <w:rPr>
          <w:rtl/>
        </w:rPr>
        <w:t xml:space="preserve">ں </w:t>
      </w:r>
      <w:r>
        <w:rPr>
          <w:rtl/>
        </w:rPr>
        <w:t>سرزمين مصر سے باہر لايا ہے '' اسى كے ذيل مي</w:t>
      </w:r>
      <w:r w:rsidR="007D6C9B">
        <w:rPr>
          <w:rtl/>
        </w:rPr>
        <w:t xml:space="preserve">ں </w:t>
      </w:r>
      <w:r>
        <w:rPr>
          <w:rtl/>
        </w:rPr>
        <w:t>ان مراسم كوبيان كيا گيا ہے جوحضرت ہارون نے اس بت كے سامنے قربانى كرنے كے بارے مي</w:t>
      </w:r>
      <w:r w:rsidR="007D6C9B">
        <w:rPr>
          <w:rtl/>
        </w:rPr>
        <w:t xml:space="preserve">ں </w:t>
      </w:r>
      <w:r>
        <w:rPr>
          <w:rtl/>
        </w:rPr>
        <w:t xml:space="preserve">بيان كئے تھے _ </w:t>
      </w:r>
    </w:p>
    <w:p w:rsidR="006E4058" w:rsidRDefault="00DE2D7F" w:rsidP="00D07B54">
      <w:pPr>
        <w:pStyle w:val="libFootnote"/>
        <w:rPr>
          <w:rtl/>
        </w:rPr>
      </w:pPr>
      <w:r>
        <w:rPr>
          <w:rtl/>
        </w:rPr>
        <w:t>جو كچھ سطور بالا مي</w:t>
      </w:r>
      <w:r w:rsidR="007D6C9B">
        <w:rPr>
          <w:rtl/>
        </w:rPr>
        <w:t xml:space="preserve">ں </w:t>
      </w:r>
      <w:r>
        <w:rPr>
          <w:rtl/>
        </w:rPr>
        <w:t>بيان ہوا يہ بنى اسرائيل كى گوسالہ پرستى كى داستان كا ايك حصہ ہے جو توريت مي</w:t>
      </w:r>
      <w:r w:rsidR="007D6C9B">
        <w:rPr>
          <w:rtl/>
        </w:rPr>
        <w:t xml:space="preserve">ں </w:t>
      </w:r>
      <w:r>
        <w:rPr>
          <w:rtl/>
        </w:rPr>
        <w:t>مذكورہے اس كى عبارت بعينہ نقل كى گئي ہے حالانكہ خود توريت نے حضرت ہارون كے مقام بلندكومتعدد فصول مي</w:t>
      </w:r>
      <w:r w:rsidR="007D6C9B">
        <w:rPr>
          <w:rtl/>
        </w:rPr>
        <w:t xml:space="preserve">ں </w:t>
      </w:r>
      <w:r>
        <w:rPr>
          <w:rtl/>
        </w:rPr>
        <w:t>بيان كيا ہے ان مي</w:t>
      </w:r>
      <w:r w:rsidR="007D6C9B">
        <w:rPr>
          <w:rtl/>
        </w:rPr>
        <w:t xml:space="preserve">ں </w:t>
      </w:r>
      <w:r>
        <w:rPr>
          <w:rtl/>
        </w:rPr>
        <w:t xml:space="preserve">سے ايك يہ ہے كہ حضرت موسى عليہ السلام كے معجزات حضرت ہارون عليہ السلام كے ذريعے ظاہر ہوئے تھے (فصل </w:t>
      </w:r>
      <w:r w:rsidR="00E664BB">
        <w:rPr>
          <w:rtl/>
        </w:rPr>
        <w:t>8</w:t>
      </w:r>
      <w:r>
        <w:rPr>
          <w:rtl/>
        </w:rPr>
        <w:t xml:space="preserve"> از سفر خروج توريت ) اور ہارون عليہ السلام كا حضرت مو سى عليہ السلام كے ايك رسول كى حيثيت سے تعارف كروايا گيا ہے_ (فصل </w:t>
      </w:r>
      <w:r w:rsidR="00E664BB">
        <w:rPr>
          <w:rtl/>
        </w:rPr>
        <w:t>8</w:t>
      </w:r>
      <w:r>
        <w:rPr>
          <w:rtl/>
        </w:rPr>
        <w:t xml:space="preserve"> از سفر خروج) </w:t>
      </w:r>
      <w:r w:rsidR="006E4058">
        <w:rPr>
          <w:rtl/>
        </w:rPr>
        <w:t xml:space="preserve">بہركيف حضرت ہارون عليہ السلام جو حضرت موسى عليہ السلام كے جانشين برحق تھے اور ان كى شريعت كے سب سے بڑے عالم وعارف تھے توريت ان كے لئے مقام بلند كى قائل ہے اب ذراان خرافات كو بھى ديكھ ليجئے كہ انہيں ايك بت سازہى نہيں بلكہ ايك مئوسس بت پرستى كى حيثيت سے روشناس كرايا ہے بلكہ ''عذر گناہ بد تراز گناہ'' كے مقولہ كے مطابق ان كى جانب سے ايك غلط عذر پيش كيا كيونكہ جب حضرت موسى عليہ السلام نے ان پر اعتراض كيا تو انہوں نے يہ عذر پيش كيا كہ چونكہ يہ قوم بدى كى طرف مائل تھى اس لئے ميں نے بھى اسے اس راہ پرلگاديا جبكہ قرآن ان دونوں بلند پايہ پيغمبروں كو ہر قسم كے شرك اور بت پرستى سے پاك وصاف سمجھتا ہے _ صرف يہى ايك مقام نہيں جہاں قرآن تاريخ انبياء ومرسلين كى پاكى وتقدس كا مظہرہے جبكہ موجودہ توريت كى تاريخ انبياء ومرسلين كى ساحت قدس كے متعلق انواع واقسام كى خرافات سے بھرى ہوئي ہے ہمارے عقيدہ كے مطابق حقانيت واصالت قرآن اور موجودہ توريت وانجيل كى تحريف كو پہچاننے كا ايك طريقہ يہ بھى ہے كہ ان دونوں ميں انبياء كى جو تاريخ بيان كى گئي ہے اس كا موازنہ كرليا جائے اس سے اپنے آپ پتہ چل جائيگا كہ حق كيا ہے اور باطل كيا ہے ؟ </w:t>
      </w:r>
    </w:p>
    <w:p w:rsidR="00465DC5" w:rsidRDefault="00465DC5" w:rsidP="00D07B54">
      <w:pPr>
        <w:pStyle w:val="libNormal"/>
        <w:rPr>
          <w:rtl/>
        </w:rPr>
      </w:pPr>
      <w:r>
        <w:rPr>
          <w:rtl/>
        </w:rPr>
        <w:br w:type="page"/>
      </w:r>
    </w:p>
    <w:p w:rsidR="00465DC5" w:rsidRDefault="00465DC5" w:rsidP="00D07B54">
      <w:pPr>
        <w:pStyle w:val="libNormal"/>
        <w:rPr>
          <w:rtl/>
        </w:rPr>
      </w:pPr>
    </w:p>
    <w:p w:rsidR="00465DC5" w:rsidRDefault="00DE2D7F" w:rsidP="00D07B54">
      <w:pPr>
        <w:pStyle w:val="Heading2Center"/>
        <w:rPr>
          <w:rtl/>
        </w:rPr>
      </w:pPr>
      <w:bookmarkStart w:id="268" w:name="_Toc7268665"/>
      <w:r>
        <w:rPr>
          <w:rtl/>
        </w:rPr>
        <w:t>طلائي گوسالہ سے كس طرح آواز پيدا ہوئي؟</w:t>
      </w:r>
      <w:bookmarkEnd w:id="268"/>
    </w:p>
    <w:p w:rsidR="00DE2D7F" w:rsidRDefault="00DE2D7F" w:rsidP="00D07B54">
      <w:pPr>
        <w:pStyle w:val="libNormal"/>
        <w:rPr>
          <w:rtl/>
        </w:rPr>
      </w:pPr>
      <w:r>
        <w:rPr>
          <w:rtl/>
        </w:rPr>
        <w:t xml:space="preserve"> سامرى جو كہ ايك صاحب فن انسان تھا اس نے اپنى معلومات سے كام لے كر طلائي گوسالہ كے سينے مي</w:t>
      </w:r>
      <w:r w:rsidR="007D6C9B">
        <w:rPr>
          <w:rtl/>
        </w:rPr>
        <w:t xml:space="preserve">ں </w:t>
      </w:r>
      <w:r>
        <w:rPr>
          <w:rtl/>
        </w:rPr>
        <w:t>كچھ مخصوص نل (</w:t>
      </w:r>
      <w:r>
        <w:t>PIPE</w:t>
      </w:r>
      <w:r>
        <w:rPr>
          <w:rtl/>
        </w:rPr>
        <w:t xml:space="preserve">) اس طرح مخفى كرديئے جن كے اندر سے دبائو كى وجہ سے جب ہوا نكلتى تھى تو گائے كى آواز آتى تھى _ </w:t>
      </w:r>
    </w:p>
    <w:p w:rsidR="00DE2D7F" w:rsidRDefault="00DE2D7F" w:rsidP="00D07B54">
      <w:pPr>
        <w:pStyle w:val="libNormal"/>
        <w:rPr>
          <w:rtl/>
        </w:rPr>
      </w:pPr>
      <w:r>
        <w:rPr>
          <w:rtl/>
        </w:rPr>
        <w:t xml:space="preserve">كچھ كاخيال ہے كہ گوسالہ كا منہ اس طرح كا پيچيدہ بنايا گيا تھا كہ جب اسے ہوا كے رخ پرركھا جاتاہے تھا تو اس كے منہ سے يہ آوازنكلتى تھي_ </w:t>
      </w:r>
    </w:p>
    <w:p w:rsidR="00DE2D7F" w:rsidRDefault="00DE2D7F" w:rsidP="00D07B54">
      <w:pPr>
        <w:pStyle w:val="libNormal"/>
        <w:rPr>
          <w:rtl/>
        </w:rPr>
      </w:pPr>
      <w:r>
        <w:rPr>
          <w:rtl/>
        </w:rPr>
        <w:t>قرآن مي</w:t>
      </w:r>
      <w:r w:rsidR="007D6C9B">
        <w:rPr>
          <w:rtl/>
        </w:rPr>
        <w:t xml:space="preserve">ں </w:t>
      </w:r>
      <w:r>
        <w:rPr>
          <w:rtl/>
        </w:rPr>
        <w:t>پڑھتے ہي</w:t>
      </w:r>
      <w:r w:rsidR="007D6C9B">
        <w:rPr>
          <w:rtl/>
        </w:rPr>
        <w:t xml:space="preserve">ں </w:t>
      </w:r>
      <w:r>
        <w:rPr>
          <w:rtl/>
        </w:rPr>
        <w:t xml:space="preserve">كہ جناب موسى نے سامرى سے بازپرس شروع كى اور كہا :''يہ كيا كام تھا كہ جوتونے انجام ديا ہے اور اے سامرى : تجھے كس چيزنے اس بات پر آمادہ كيا_ </w:t>
      </w:r>
    </w:p>
    <w:p w:rsidR="00DE2D7F" w:rsidRDefault="00DE2D7F" w:rsidP="00D07B54">
      <w:pPr>
        <w:pStyle w:val="libNormal"/>
        <w:rPr>
          <w:rtl/>
        </w:rPr>
      </w:pPr>
      <w:r>
        <w:rPr>
          <w:rtl/>
        </w:rPr>
        <w:t>اس نے جواب مي</w:t>
      </w:r>
      <w:r w:rsidR="007D6C9B">
        <w:rPr>
          <w:rtl/>
        </w:rPr>
        <w:t xml:space="preserve">ں </w:t>
      </w:r>
      <w:r>
        <w:rPr>
          <w:rtl/>
        </w:rPr>
        <w:t>كہا :''مي</w:t>
      </w:r>
      <w:r w:rsidR="007D6C9B">
        <w:rPr>
          <w:rtl/>
        </w:rPr>
        <w:t xml:space="preserve">ں </w:t>
      </w:r>
      <w:r>
        <w:rPr>
          <w:rtl/>
        </w:rPr>
        <w:t>كچھ ايسے مطالب سے آگاہ ہوا كہ جو انہو</w:t>
      </w:r>
      <w:r w:rsidR="007D6C9B">
        <w:rPr>
          <w:rtl/>
        </w:rPr>
        <w:t xml:space="preserve">ں </w:t>
      </w:r>
      <w:r>
        <w:rPr>
          <w:rtl/>
        </w:rPr>
        <w:t>نے نہي</w:t>
      </w:r>
      <w:r w:rsidR="007D6C9B">
        <w:rPr>
          <w:rtl/>
        </w:rPr>
        <w:t xml:space="preserve">ں </w:t>
      </w:r>
      <w:r>
        <w:rPr>
          <w:rtl/>
        </w:rPr>
        <w:t>ديكھے اور وہ اس سے آگاہ نہي</w:t>
      </w:r>
      <w:r w:rsidR="007D6C9B">
        <w:rPr>
          <w:rtl/>
        </w:rPr>
        <w:t xml:space="preserve">ں </w:t>
      </w:r>
      <w:r>
        <w:rPr>
          <w:rtl/>
        </w:rPr>
        <w:t xml:space="preserve">ہوئے ''_ </w:t>
      </w:r>
    </w:p>
    <w:p w:rsidR="00DE2D7F" w:rsidRDefault="00DE2D7F" w:rsidP="00D07B54">
      <w:pPr>
        <w:pStyle w:val="libNormal"/>
        <w:rPr>
          <w:rtl/>
        </w:rPr>
      </w:pPr>
    </w:p>
    <w:p w:rsidR="00465DC5" w:rsidRDefault="001648F9" w:rsidP="00D07B54">
      <w:pPr>
        <w:pStyle w:val="libNormal"/>
        <w:rPr>
          <w:rtl/>
        </w:rPr>
      </w:pPr>
      <w:r>
        <w:rPr>
          <w:rtl/>
        </w:rPr>
        <w:br w:type="page"/>
      </w:r>
    </w:p>
    <w:p w:rsidR="00465DC5" w:rsidRDefault="00465DC5" w:rsidP="00D07B54">
      <w:pPr>
        <w:pStyle w:val="libNormal"/>
        <w:rPr>
          <w:rtl/>
        </w:rPr>
      </w:pPr>
    </w:p>
    <w:p w:rsidR="00DE2D7F" w:rsidRDefault="00DE2D7F" w:rsidP="00D07B54">
      <w:pPr>
        <w:pStyle w:val="libNormal"/>
        <w:rPr>
          <w:rtl/>
        </w:rPr>
      </w:pPr>
      <w:r>
        <w:rPr>
          <w:rtl/>
        </w:rPr>
        <w:t>مي</w:t>
      </w:r>
      <w:r w:rsidR="007D6C9B">
        <w:rPr>
          <w:rtl/>
        </w:rPr>
        <w:t xml:space="preserve">ں </w:t>
      </w:r>
      <w:r>
        <w:rPr>
          <w:rtl/>
        </w:rPr>
        <w:t>نے ايك چيزخدا كے بھيجے ہوئے رسول كے آثار مي</w:t>
      </w:r>
      <w:r w:rsidR="007D6C9B">
        <w:rPr>
          <w:rtl/>
        </w:rPr>
        <w:t xml:space="preserve">ں </w:t>
      </w:r>
      <w:r>
        <w:rPr>
          <w:rtl/>
        </w:rPr>
        <w:t>سے لى اور پھر مي</w:t>
      </w:r>
      <w:r w:rsidR="007D6C9B">
        <w:rPr>
          <w:rtl/>
        </w:rPr>
        <w:t xml:space="preserve">ں </w:t>
      </w:r>
      <w:r>
        <w:rPr>
          <w:rtl/>
        </w:rPr>
        <w:t>نے اسے دور پھينك ديا اور ميرے نفس نے اس بات كو اسى طرح مجھے خوش نما كركے دكھايا''</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بارے مي</w:t>
      </w:r>
      <w:r w:rsidR="007D6C9B">
        <w:rPr>
          <w:rtl/>
        </w:rPr>
        <w:t xml:space="preserve">ں </w:t>
      </w:r>
      <w:r>
        <w:rPr>
          <w:rtl/>
        </w:rPr>
        <w:t>كہ اس گفتگو سے سامرى كى كيا مراد تھي، مفسرين كے درميان دوتفسيري</w:t>
      </w:r>
      <w:r w:rsidR="007D6C9B">
        <w:rPr>
          <w:rtl/>
        </w:rPr>
        <w:t xml:space="preserve">ں </w:t>
      </w:r>
      <w:r>
        <w:rPr>
          <w:rtl/>
        </w:rPr>
        <w:t>مشہور ہي</w:t>
      </w:r>
      <w:r w:rsidR="007D6C9B">
        <w:rPr>
          <w:rtl/>
        </w:rPr>
        <w:t xml:space="preserve">ں </w:t>
      </w:r>
      <w:r>
        <w:rPr>
          <w:rtl/>
        </w:rPr>
        <w:t>: پہلى يہ كہ اس كا مقصد يہ تھا كہ فرعون كے لشكر كے دريائے نيل كے پاس آنے كے موقع پر مي</w:t>
      </w:r>
      <w:r w:rsidR="007D6C9B">
        <w:rPr>
          <w:rtl/>
        </w:rPr>
        <w:t xml:space="preserve">ں </w:t>
      </w:r>
      <w:r>
        <w:rPr>
          <w:rtl/>
        </w:rPr>
        <w:t>نے جبرئيل كو ايك سوارى پر سوار ديكھا كہ وہ لشكر كو دريا كے خشك شدہ راستو</w:t>
      </w:r>
      <w:r w:rsidR="007D6C9B">
        <w:rPr>
          <w:rtl/>
        </w:rPr>
        <w:t xml:space="preserve">ں </w:t>
      </w:r>
      <w:r>
        <w:rPr>
          <w:rtl/>
        </w:rPr>
        <w:t>پر ورود كےلئے تشويق دينے كى خاطران كے آگے آگے چل رہاتھا مي</w:t>
      </w:r>
      <w:r w:rsidR="007D6C9B">
        <w:rPr>
          <w:rtl/>
        </w:rPr>
        <w:t xml:space="preserve">ں </w:t>
      </w:r>
      <w:r>
        <w:rPr>
          <w:rtl/>
        </w:rPr>
        <w:t>نے كچھ مٹى ان كے پائو</w:t>
      </w:r>
      <w:r w:rsidR="007D6C9B">
        <w:rPr>
          <w:rtl/>
        </w:rPr>
        <w:t xml:space="preserve">ں </w:t>
      </w:r>
      <w:r>
        <w:rPr>
          <w:rtl/>
        </w:rPr>
        <w:t>كے نيچے سے ياان كى سوارى كے پائو</w:t>
      </w:r>
      <w:r w:rsidR="007D6C9B">
        <w:rPr>
          <w:rtl/>
        </w:rPr>
        <w:t xml:space="preserve">ں </w:t>
      </w:r>
      <w:r>
        <w:rPr>
          <w:rtl/>
        </w:rPr>
        <w:t xml:space="preserve">كے نيچے سے اٹھالى اور اسے سنبھال كر ركھا اور اسے سونے كے بچھڑے كے اندارڈالا اور يہ صدا اسى كى بركت سے پيدا ہوئي ہے _ </w:t>
      </w:r>
    </w:p>
    <w:p w:rsidR="00DE2D7F" w:rsidRDefault="00DE2D7F" w:rsidP="00D07B54">
      <w:pPr>
        <w:pStyle w:val="libNormal"/>
        <w:rPr>
          <w:rtl/>
        </w:rPr>
      </w:pPr>
      <w:r>
        <w:rPr>
          <w:rtl/>
        </w:rPr>
        <w:t>دوسرى تفسير يہ ہے كہ مي</w:t>
      </w:r>
      <w:r w:rsidR="007D6C9B">
        <w:rPr>
          <w:rtl/>
        </w:rPr>
        <w:t xml:space="preserve">ں </w:t>
      </w:r>
      <w:r>
        <w:rPr>
          <w:rtl/>
        </w:rPr>
        <w:t>ابتداء مي</w:t>
      </w:r>
      <w:r w:rsidR="007D6C9B">
        <w:rPr>
          <w:rtl/>
        </w:rPr>
        <w:t xml:space="preserve">ں </w:t>
      </w:r>
      <w:r>
        <w:rPr>
          <w:rtl/>
        </w:rPr>
        <w:t>مي</w:t>
      </w:r>
      <w:r w:rsidR="007D6C9B">
        <w:rPr>
          <w:rtl/>
        </w:rPr>
        <w:t xml:space="preserve">ں </w:t>
      </w:r>
      <w:r>
        <w:rPr>
          <w:rtl/>
        </w:rPr>
        <w:t>خدا كے اس رسول (موسى )كے كچھ آثار پر ايمان لے آيا اس كے بعد مجھے اس مي</w:t>
      </w:r>
      <w:r w:rsidR="007D6C9B">
        <w:rPr>
          <w:rtl/>
        </w:rPr>
        <w:t xml:space="preserve">ں </w:t>
      </w:r>
      <w:r>
        <w:rPr>
          <w:rtl/>
        </w:rPr>
        <w:t>كچھ شك اور تردد ہوا لہذا مي</w:t>
      </w:r>
      <w:r w:rsidR="007D6C9B">
        <w:rPr>
          <w:rtl/>
        </w:rPr>
        <w:t xml:space="preserve">ں </w:t>
      </w:r>
      <w:r>
        <w:rPr>
          <w:rtl/>
        </w:rPr>
        <w:t>نے اسے دور پھينك ديا اور بت پرستى كے دين كى طرف مائل ہوگيا اور يہ ميرى نظر مي</w:t>
      </w:r>
      <w:r w:rsidR="007D6C9B">
        <w:rPr>
          <w:rtl/>
        </w:rPr>
        <w:t xml:space="preserve">ں </w:t>
      </w:r>
      <w:r>
        <w:rPr>
          <w:rtl/>
        </w:rPr>
        <w:t xml:space="preserve">زيادہ پسنديدہ اورزيبا ہے _ </w:t>
      </w:r>
    </w:p>
    <w:p w:rsidR="00DE2D7F" w:rsidRDefault="00DE2D7F" w:rsidP="00D07B54">
      <w:pPr>
        <w:pStyle w:val="libNormal"/>
        <w:rPr>
          <w:rtl/>
        </w:rPr>
      </w:pPr>
    </w:p>
    <w:p w:rsidR="00465DC5" w:rsidRDefault="00DE2D7F" w:rsidP="00D07B54">
      <w:pPr>
        <w:pStyle w:val="Heading2Center"/>
        <w:rPr>
          <w:rtl/>
        </w:rPr>
      </w:pPr>
      <w:bookmarkStart w:id="269" w:name="_Toc7268666"/>
      <w:r>
        <w:rPr>
          <w:rtl/>
        </w:rPr>
        <w:t>سامرى كى سزا</w:t>
      </w:r>
      <w:bookmarkEnd w:id="269"/>
      <w:r>
        <w:rPr>
          <w:rtl/>
        </w:rPr>
        <w:t xml:space="preserve"> </w:t>
      </w:r>
    </w:p>
    <w:p w:rsidR="00DE2D7F" w:rsidRDefault="00DE2D7F" w:rsidP="00D07B54">
      <w:pPr>
        <w:pStyle w:val="libNormal"/>
        <w:rPr>
          <w:rtl/>
        </w:rPr>
      </w:pPr>
      <w:r>
        <w:rPr>
          <w:rtl/>
        </w:rPr>
        <w:t>يہ بات صاف طور پر واضح اور روشن ہے كہ موسى كے سوال كے جواب مي</w:t>
      </w:r>
      <w:r w:rsidR="007D6C9B">
        <w:rPr>
          <w:rtl/>
        </w:rPr>
        <w:t xml:space="preserve">ں </w:t>
      </w:r>
      <w:r>
        <w:rPr>
          <w:rtl/>
        </w:rPr>
        <w:t>سامرى كى بات كسى طرح بھى قابل قبول نہي</w:t>
      </w:r>
      <w:r w:rsidR="007D6C9B">
        <w:rPr>
          <w:rtl/>
        </w:rPr>
        <w:t xml:space="preserve">ں </w:t>
      </w:r>
      <w:r>
        <w:rPr>
          <w:rtl/>
        </w:rPr>
        <w:t>تھي،لہذا حضرت موسى عليہ السلام نے اس كے مجرم ہونے كا فرمان اسى عدالت مي</w:t>
      </w:r>
      <w:r w:rsidR="007D6C9B">
        <w:rPr>
          <w:rtl/>
        </w:rPr>
        <w:t xml:space="preserve">ں </w:t>
      </w:r>
      <w:r>
        <w:rPr>
          <w:rtl/>
        </w:rPr>
        <w:t>صادر كر ديا اور اسے اس گوسالہ پرستى كے بارے مي</w:t>
      </w:r>
      <w:r w:rsidR="007D6C9B">
        <w:rPr>
          <w:rtl/>
        </w:rPr>
        <w:t xml:space="preserve">ں </w:t>
      </w:r>
      <w:r>
        <w:rPr>
          <w:rtl/>
        </w:rPr>
        <w:t xml:space="preserve">تين حكم ديئے_ </w:t>
      </w:r>
    </w:p>
    <w:p w:rsidR="00DE2D7F" w:rsidRDefault="00DE2D7F" w:rsidP="00D07B54">
      <w:pPr>
        <w:pStyle w:val="libNormal"/>
        <w:rPr>
          <w:rtl/>
        </w:rPr>
      </w:pPr>
      <w:r>
        <w:rPr>
          <w:rtl/>
        </w:rPr>
        <w:t>پہلا حكم يہ كہ اس سے كہا'' تو لوگو</w:t>
      </w:r>
      <w:r w:rsidR="007D6C9B">
        <w:rPr>
          <w:rtl/>
        </w:rPr>
        <w:t xml:space="preserve">ں </w:t>
      </w:r>
      <w:r>
        <w:rPr>
          <w:rtl/>
        </w:rPr>
        <w:t>كے درميان سے نكل جا اور كسى كے ساتھ ميل ملاپ نہ كر اور تيرى باقى زندگى مي</w:t>
      </w:r>
      <w:r w:rsidR="007D6C9B">
        <w:rPr>
          <w:rtl/>
        </w:rPr>
        <w:t xml:space="preserve">ں </w:t>
      </w:r>
      <w:r>
        <w:rPr>
          <w:rtl/>
        </w:rPr>
        <w:t>تيرا حصہ صرف اتنا ہے كہ جو شخص بھى تيرے قريب آئے گا تو اس سے كہے گا '' مجھ سے مس نہ ہو''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طہ آيت</w:t>
      </w:r>
      <w:r w:rsidR="00E44785">
        <w:rPr>
          <w:rtl/>
        </w:rPr>
        <w:t>9</w:t>
      </w:r>
      <w:r w:rsidR="00E664BB">
        <w:rPr>
          <w:rtl/>
        </w:rPr>
        <w:t>6</w:t>
      </w:r>
      <w:r>
        <w:rPr>
          <w:rtl/>
        </w:rPr>
        <w:t xml:space="preserve"> </w:t>
      </w:r>
    </w:p>
    <w:p w:rsidR="00DE2D7F" w:rsidRDefault="00DE2D7F" w:rsidP="00D07B54">
      <w:pPr>
        <w:pStyle w:val="libFootnote"/>
        <w:rPr>
          <w:rtl/>
        </w:rPr>
      </w:pPr>
      <w:r>
        <w:rPr>
          <w:rtl/>
        </w:rPr>
        <w:t>(</w:t>
      </w:r>
      <w:r w:rsidR="00E664BB">
        <w:rPr>
          <w:rtl/>
        </w:rPr>
        <w:t>2</w:t>
      </w:r>
      <w:r>
        <w:rPr>
          <w:rtl/>
        </w:rPr>
        <w:t>)سورہ طہ آيت</w:t>
      </w:r>
      <w:r w:rsidR="00E44785">
        <w:rPr>
          <w:rtl/>
        </w:rPr>
        <w:t>9</w:t>
      </w:r>
      <w:r w:rsidR="00E664BB">
        <w:rPr>
          <w:rtl/>
        </w:rPr>
        <w:t>7</w:t>
      </w:r>
      <w:r>
        <w:rPr>
          <w:rtl/>
        </w:rPr>
        <w:t xml:space="preserve"> </w:t>
      </w:r>
    </w:p>
    <w:p w:rsidR="00465DC5" w:rsidRDefault="00C2634E" w:rsidP="00D07B54">
      <w:pPr>
        <w:pStyle w:val="libNormal"/>
        <w:rPr>
          <w:rtl/>
        </w:rPr>
      </w:pPr>
      <w:r>
        <w:rPr>
          <w:rtl/>
        </w:rPr>
        <w:t xml:space="preserve"> </w:t>
      </w:r>
      <w:r>
        <w:rPr>
          <w:rtl/>
        </w:rPr>
        <w:br w:type="page"/>
      </w:r>
    </w:p>
    <w:p w:rsidR="00465DC5" w:rsidRDefault="00465DC5" w:rsidP="00D07B54">
      <w:pPr>
        <w:pStyle w:val="libNormal"/>
        <w:rPr>
          <w:rtl/>
        </w:rPr>
      </w:pPr>
    </w:p>
    <w:p w:rsidR="00DE2D7F" w:rsidRDefault="00DE2D7F" w:rsidP="00D07B54">
      <w:pPr>
        <w:pStyle w:val="libNormal"/>
        <w:rPr>
          <w:rtl/>
        </w:rPr>
      </w:pPr>
      <w:r>
        <w:rPr>
          <w:rtl/>
        </w:rPr>
        <w:t>اس طرح ايك قاطع اور دوٹوك فرمان كے ذريعے سامرى كو معاشرے سے باہر نكال پھينكا اور اسے مطلق گوشہ نشينى مي</w:t>
      </w:r>
      <w:r w:rsidR="007D6C9B">
        <w:rPr>
          <w:rtl/>
        </w:rPr>
        <w:t xml:space="preserve">ں </w:t>
      </w:r>
      <w:r>
        <w:rPr>
          <w:rtl/>
        </w:rPr>
        <w:t xml:space="preserve">ڈال ديا _ </w:t>
      </w:r>
    </w:p>
    <w:p w:rsidR="00DE2D7F" w:rsidRDefault="00DE2D7F" w:rsidP="00D07B54">
      <w:pPr>
        <w:pStyle w:val="libNormal"/>
        <w:rPr>
          <w:rtl/>
        </w:rPr>
      </w:pPr>
      <w:r>
        <w:rPr>
          <w:rtl/>
        </w:rPr>
        <w:t>بعض مفسرين نے كہا ہے كہ '' مجھ سے مس نہ ہو'' كا جملہ شريعت موسى عليہ السلام كے ايك فوجدارى قانون كى طرف اشارہ ہے كہ جو بعض ايسے افراد كے بارے مي</w:t>
      </w:r>
      <w:r w:rsidR="007D6C9B">
        <w:rPr>
          <w:rtl/>
        </w:rPr>
        <w:t xml:space="preserve">ں </w:t>
      </w:r>
      <w:r>
        <w:rPr>
          <w:rtl/>
        </w:rPr>
        <w:t xml:space="preserve">كہ جو سنگين جرم كے مرتكب ہوتے تھے صادر ہوتا تھا وہ شخص ايك ايسے موجود كى حيثيت سے كہ جو پليد ونجس وناپاك ہو، قرار پاجاتا تھا كوئي اس سے ميل ملاپ نہ كرے اور نہ اسے يہ حق ہوتا تھا وہ كسى سے ميل ملاپ ركھے _ </w:t>
      </w:r>
    </w:p>
    <w:p w:rsidR="00DE2D7F" w:rsidRDefault="00DE2D7F" w:rsidP="00D07B54">
      <w:pPr>
        <w:pStyle w:val="libNormal"/>
        <w:rPr>
          <w:rtl/>
        </w:rPr>
      </w:pPr>
      <w:r>
        <w:rPr>
          <w:rtl/>
        </w:rPr>
        <w:t>سامرى اس واقعے كے بعد مجبور ہوگيا كہ وہ بنى اسرائيل اور ان كے شہر وديار سے باہر نكل جائے اور بيابانو</w:t>
      </w:r>
      <w:r w:rsidR="007D6C9B">
        <w:rPr>
          <w:rtl/>
        </w:rPr>
        <w:t xml:space="preserve">ں </w:t>
      </w:r>
      <w:r>
        <w:rPr>
          <w:rtl/>
        </w:rPr>
        <w:t>مي</w:t>
      </w:r>
      <w:r w:rsidR="007D6C9B">
        <w:rPr>
          <w:rtl/>
        </w:rPr>
        <w:t xml:space="preserve">ں </w:t>
      </w:r>
      <w:r>
        <w:rPr>
          <w:rtl/>
        </w:rPr>
        <w:t>جارہے اور يہ اس جاہ طلب انسان كى سزا ہے كہ جو اپنى بدعتو</w:t>
      </w:r>
      <w:r w:rsidR="007D6C9B">
        <w:rPr>
          <w:rtl/>
        </w:rPr>
        <w:t xml:space="preserve">ں </w:t>
      </w:r>
      <w:r>
        <w:rPr>
          <w:rtl/>
        </w:rPr>
        <w:t>كے ذريعے چاہتا تھا كہ بڑے بڑے گروہو</w:t>
      </w:r>
      <w:r w:rsidR="007D6C9B">
        <w:rPr>
          <w:rtl/>
        </w:rPr>
        <w:t xml:space="preserve">ں </w:t>
      </w:r>
      <w:r>
        <w:rPr>
          <w:rtl/>
        </w:rPr>
        <w:t>كو منحرف كركے اپنے گرد جمع كرے، اسے نا كام ہى ہونا چاہئے يہا</w:t>
      </w:r>
      <w:r w:rsidR="007D6C9B">
        <w:rPr>
          <w:rtl/>
        </w:rPr>
        <w:t xml:space="preserve">ں </w:t>
      </w:r>
      <w:r>
        <w:rPr>
          <w:rtl/>
        </w:rPr>
        <w:t>تك كہ ايك بھى شخص اس سے ميل ملاپ نہ ركھے اور اس قسم كے انسان كےلئے يہ مكمل بائيكاٹ موت اور قتل ہونے سے بھى زيادہ سخت ہے كيونكہ وہ ايك پليد اور آلودہ وجود كى صورت مي</w:t>
      </w:r>
      <w:r w:rsidR="007D6C9B">
        <w:rPr>
          <w:rtl/>
        </w:rPr>
        <w:t xml:space="preserve">ں </w:t>
      </w:r>
      <w:r>
        <w:rPr>
          <w:rtl/>
        </w:rPr>
        <w:t xml:space="preserve">ہر جگہ سے راندہ اور دھتكارا ہوا ہوتا ہے _ </w:t>
      </w:r>
    </w:p>
    <w:p w:rsidR="00DE2D7F" w:rsidRDefault="00DE2D7F" w:rsidP="00D07B54">
      <w:pPr>
        <w:pStyle w:val="libNormal"/>
        <w:rPr>
          <w:rtl/>
        </w:rPr>
      </w:pPr>
      <w:r>
        <w:rPr>
          <w:rtl/>
        </w:rPr>
        <w:t>بعض مفسرين نے يہ بھى كہا ہے كہ سامرى كا بڑا جرم ثابت ہوجانے كے بعد حضرت موسى نے اس كے بارے مي</w:t>
      </w:r>
      <w:r w:rsidR="007D6C9B">
        <w:rPr>
          <w:rtl/>
        </w:rPr>
        <w:t xml:space="preserve">ں </w:t>
      </w:r>
      <w:r>
        <w:rPr>
          <w:rtl/>
        </w:rPr>
        <w:t>نفرين كى اور خدا نے اسے ايك پر اسرار بيمارى مي</w:t>
      </w:r>
      <w:r w:rsidR="007D6C9B">
        <w:rPr>
          <w:rtl/>
        </w:rPr>
        <w:t xml:space="preserve">ں </w:t>
      </w:r>
      <w:r>
        <w:rPr>
          <w:rtl/>
        </w:rPr>
        <w:t>مبتلا كرديا كہ جب تك وہ زندہ رہا كوئي شخص اسے چھو نہي</w:t>
      </w:r>
      <w:r w:rsidR="007D6C9B">
        <w:rPr>
          <w:rtl/>
        </w:rPr>
        <w:t xml:space="preserve">ں </w:t>
      </w:r>
      <w:r>
        <w:rPr>
          <w:rtl/>
        </w:rPr>
        <w:t>سكتا تھا اور اگر كوئي اسے چھوليتا تو وہ بھى بيمارى مي</w:t>
      </w:r>
      <w:r w:rsidR="007D6C9B">
        <w:rPr>
          <w:rtl/>
        </w:rPr>
        <w:t xml:space="preserve">ں </w:t>
      </w:r>
      <w:r>
        <w:rPr>
          <w:rtl/>
        </w:rPr>
        <w:t>گرفتار ہوجاتا _يايہ كہ سامرى ايك قسم كى نفسياتى بيمارى مي</w:t>
      </w:r>
      <w:r w:rsidR="007D6C9B">
        <w:rPr>
          <w:rtl/>
        </w:rPr>
        <w:t xml:space="preserve">ں </w:t>
      </w:r>
      <w:r>
        <w:rPr>
          <w:rtl/>
        </w:rPr>
        <w:t>جو ہر شخص سے وسواس شديد اور وحشت كى صورت مي</w:t>
      </w:r>
      <w:r w:rsidR="007D6C9B">
        <w:rPr>
          <w:rtl/>
        </w:rPr>
        <w:t xml:space="preserve">ں </w:t>
      </w:r>
      <w:r>
        <w:rPr>
          <w:rtl/>
        </w:rPr>
        <w:t>تھى ;گرفتار ہوگيا، اس طرح سے كہ جو شخص بھى اس كے نزديك ہوتا وہ چلاتا كہ'' مجھے مت چھونا''_سامرى كے لئے دوسرى سزا يہ تھى كہ حضرت موسى عليہ السلام نے اسے قيامت مي</w:t>
      </w:r>
      <w:r w:rsidR="007D6C9B">
        <w:rPr>
          <w:rtl/>
        </w:rPr>
        <w:t xml:space="preserve">ں </w:t>
      </w:r>
      <w:r>
        <w:rPr>
          <w:rtl/>
        </w:rPr>
        <w:t>ہونے والے عذاب كى بھى خبردى اور كہا تيرے آگے ايك وعدہ گاہ ہے، خدائي دردناك عذاب كا وعدہ كہ جس سے ہرگز نہي</w:t>
      </w:r>
      <w:r w:rsidR="007D6C9B">
        <w:rPr>
          <w:rtl/>
        </w:rPr>
        <w:t xml:space="preserve">ں </w:t>
      </w:r>
      <w:r>
        <w:rPr>
          <w:rtl/>
        </w:rPr>
        <w:t>بچ سكے گا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طہ ايت </w:t>
      </w:r>
      <w:r w:rsidR="00E44785">
        <w:rPr>
          <w:rtl/>
        </w:rPr>
        <w:t>9</w:t>
      </w:r>
      <w:r w:rsidR="00E664BB">
        <w:rPr>
          <w:rtl/>
        </w:rPr>
        <w:t>7</w:t>
      </w:r>
      <w:r>
        <w:rPr>
          <w:rtl/>
        </w:rPr>
        <w:t xml:space="preserve"> </w:t>
      </w:r>
    </w:p>
    <w:p w:rsidR="00465DC5" w:rsidRDefault="00C2634E" w:rsidP="00D07B54">
      <w:pPr>
        <w:pStyle w:val="libNormal"/>
        <w:rPr>
          <w:rtl/>
        </w:rPr>
      </w:pPr>
      <w:r>
        <w:rPr>
          <w:rtl/>
        </w:rPr>
        <w:t xml:space="preserve"> </w:t>
      </w:r>
      <w:r>
        <w:rPr>
          <w:rtl/>
        </w:rPr>
        <w:br w:type="page"/>
      </w:r>
    </w:p>
    <w:p w:rsidR="00465DC5" w:rsidRDefault="00465DC5" w:rsidP="00D07B54">
      <w:pPr>
        <w:pStyle w:val="libNormal"/>
        <w:rPr>
          <w:rtl/>
        </w:rPr>
      </w:pPr>
    </w:p>
    <w:p w:rsidR="00DE2D7F" w:rsidRDefault="00DE2D7F" w:rsidP="00D07B54">
      <w:pPr>
        <w:pStyle w:val="libNormal"/>
        <w:rPr>
          <w:rtl/>
        </w:rPr>
      </w:pPr>
      <w:r>
        <w:rPr>
          <w:rtl/>
        </w:rPr>
        <w:t>تيسرا كام يہ تھا كہ جو موسى عليہ السلام نے سامرى سے كہا: '' اپنے اس معبود كو كہ جس كى تو ہميشہ عبادت كرتا تھا ذرا ديكھ اور نگاہ كر ہم اس كو جلا رہے ہي</w:t>
      </w:r>
      <w:r w:rsidR="007D6C9B">
        <w:rPr>
          <w:rtl/>
        </w:rPr>
        <w:t xml:space="preserve">ں </w:t>
      </w:r>
      <w:r>
        <w:rPr>
          <w:rtl/>
        </w:rPr>
        <w:t>اور پھر اس كے ذرات كو دريا مي</w:t>
      </w:r>
      <w:r w:rsidR="007D6C9B">
        <w:rPr>
          <w:rtl/>
        </w:rPr>
        <w:t xml:space="preserve">ں </w:t>
      </w:r>
      <w:r>
        <w:rPr>
          <w:rtl/>
        </w:rPr>
        <w:t>بكھيردي</w:t>
      </w:r>
      <w:r w:rsidR="007D6C9B">
        <w:rPr>
          <w:rtl/>
        </w:rPr>
        <w:t xml:space="preserve">ں </w:t>
      </w:r>
      <w:r>
        <w:rPr>
          <w:rtl/>
        </w:rPr>
        <w:t>گے ''(تاكہ ہميشہ كے لئے نابود ہوجائے)</w:t>
      </w:r>
      <w:r w:rsidRPr="00AD1EF3">
        <w:rPr>
          <w:rStyle w:val="libFootnotenumChar"/>
          <w:rtl/>
        </w:rPr>
        <w:t>(</w:t>
      </w:r>
      <w:r w:rsidR="00E664BB" w:rsidRPr="00AD1EF3">
        <w:rPr>
          <w:rStyle w:val="libFootnotenumChar"/>
          <w:rtl/>
        </w:rPr>
        <w:t>1</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p>
    <w:p w:rsidR="00465DC5" w:rsidRDefault="00DE2D7F" w:rsidP="00D07B54">
      <w:pPr>
        <w:pStyle w:val="Heading2Center"/>
        <w:rPr>
          <w:rtl/>
        </w:rPr>
      </w:pPr>
      <w:bookmarkStart w:id="270" w:name="_Toc7268667"/>
      <w:r>
        <w:rPr>
          <w:rtl/>
        </w:rPr>
        <w:t>گناہ عظيم اور كم نظير توبہ</w:t>
      </w:r>
      <w:bookmarkEnd w:id="270"/>
      <w:r>
        <w:rPr>
          <w:rtl/>
        </w:rPr>
        <w:t xml:space="preserve"> </w:t>
      </w:r>
    </w:p>
    <w:p w:rsidR="00DE2D7F" w:rsidRDefault="00DE2D7F" w:rsidP="00D07B54">
      <w:pPr>
        <w:pStyle w:val="libNormal"/>
        <w:rPr>
          <w:rtl/>
        </w:rPr>
      </w:pPr>
      <w:r>
        <w:rPr>
          <w:rtl/>
        </w:rPr>
        <w:t>حضرت موسى عليہ السلام كے اس شديد رد عمل نے اپنا اثر دكھايا او جن لوگو</w:t>
      </w:r>
      <w:r w:rsidR="007D6C9B">
        <w:rPr>
          <w:rtl/>
        </w:rPr>
        <w:t xml:space="preserve">ں </w:t>
      </w:r>
      <w:r>
        <w:rPr>
          <w:rtl/>
        </w:rPr>
        <w:t>نے گوسالہ پر ستى اختيار كى تھى اور ان كى تعداد اكثريت مي</w:t>
      </w:r>
      <w:r w:rsidR="007D6C9B">
        <w:rPr>
          <w:rtl/>
        </w:rPr>
        <w:t xml:space="preserve">ں </w:t>
      </w:r>
      <w:r>
        <w:rPr>
          <w:rtl/>
        </w:rPr>
        <w:t>تھى وہ اپنے كام سے پشيمان ہوئے ان كى شايد مذكورہ پشيمانى كافى تھي، قرآن نے يہ اضافہ كيا ہے :باقى رہتا ہے يہ سوال كہ اس '' غضب '' اور ذلت '' سے كيا مراد ہے؟ قرآن نے اس امر كى كوئي توضيح نہي</w:t>
      </w:r>
      <w:r w:rsidR="007D6C9B">
        <w:rPr>
          <w:rtl/>
        </w:rPr>
        <w:t xml:space="preserve">ں </w:t>
      </w:r>
      <w:r>
        <w:rPr>
          <w:rtl/>
        </w:rPr>
        <w:t xml:space="preserve">كى ہے صرف سربستہ كہہ كر بات آگے بڑھادى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طہ آيت</w:t>
      </w:r>
      <w:r w:rsidR="00E44785">
        <w:rPr>
          <w:rtl/>
        </w:rPr>
        <w:t>9</w:t>
      </w:r>
      <w:r w:rsidR="00E664BB">
        <w:rPr>
          <w:rtl/>
        </w:rPr>
        <w:t>7</w:t>
      </w:r>
      <w:r>
        <w:rPr>
          <w:rtl/>
        </w:rPr>
        <w:t xml:space="preserve"> </w:t>
      </w:r>
    </w:p>
    <w:p w:rsidR="00DE2D7F" w:rsidRDefault="00DE2D7F" w:rsidP="00D07B54">
      <w:pPr>
        <w:pStyle w:val="libFootnote"/>
        <w:rPr>
          <w:rtl/>
        </w:rPr>
      </w:pPr>
      <w:r>
        <w:rPr>
          <w:rtl/>
        </w:rPr>
        <w:t>(</w:t>
      </w:r>
      <w:r w:rsidR="00E664BB">
        <w:rPr>
          <w:rtl/>
        </w:rPr>
        <w:t>2</w:t>
      </w:r>
      <w:r>
        <w:rPr>
          <w:rtl/>
        </w:rPr>
        <w:t>)سامرى كون ہے ؟اصل لفظ '' سامري'' عبرانى زبان مي</w:t>
      </w:r>
      <w:r w:rsidR="007D6C9B">
        <w:rPr>
          <w:rtl/>
        </w:rPr>
        <w:t xml:space="preserve">ں </w:t>
      </w:r>
      <w:r>
        <w:rPr>
          <w:rtl/>
        </w:rPr>
        <w:t>'' شمرى '' ہے اور چونكہ يہ معمول ہے كہ جب عبرانى زبان كے الفاظ عربى زبان مي</w:t>
      </w:r>
      <w:r w:rsidR="007D6C9B">
        <w:rPr>
          <w:rtl/>
        </w:rPr>
        <w:t xml:space="preserve">ں </w:t>
      </w:r>
      <w:r>
        <w:rPr>
          <w:rtl/>
        </w:rPr>
        <w:t>آتے ہي</w:t>
      </w:r>
      <w:r w:rsidR="007D6C9B">
        <w:rPr>
          <w:rtl/>
        </w:rPr>
        <w:t xml:space="preserve">ں </w:t>
      </w:r>
      <w:r>
        <w:rPr>
          <w:rtl/>
        </w:rPr>
        <w:t>تو '' شين'' كا لفظ ''سين'' سے بدل جاتا ہے ، جيسا كہ '' موشى '' ''موسي'' سے اور '' يشوع'' '' يسوع'' سے تبديل ہوجاتاہے اس بناء پر سامرى بھى '' شمرون '' كى طرف منسوب تھا' اور'' شمرون'' '' يشاكر'' كا بيٹا تھا، جو يعقوب كى چوتھى نسل ہے _اسى سے يہ بات بھى واضح ہوجاتى ہے كہ بعض عيسائيو</w:t>
      </w:r>
      <w:r w:rsidR="007D6C9B">
        <w:rPr>
          <w:rtl/>
        </w:rPr>
        <w:t xml:space="preserve">ں </w:t>
      </w:r>
      <w:r>
        <w:rPr>
          <w:rtl/>
        </w:rPr>
        <w:t>كا قرآن پر يہ اعتراض بالكل بے بنيادہے كہ قرآن نے ايك ايسے شخص كو كہ جو موسى عليہ السلام كے زمانے مي</w:t>
      </w:r>
      <w:r w:rsidR="007D6C9B">
        <w:rPr>
          <w:rtl/>
        </w:rPr>
        <w:t xml:space="preserve">ں </w:t>
      </w:r>
      <w:r>
        <w:rPr>
          <w:rtl/>
        </w:rPr>
        <w:t>رہتا تھا اور وہ گوسالہ پرستى كا سر پرست بنا تھا ،شہر سامرہ سے منسوب ''سامري''كے طورپر متعارف كرايا ہے، جب كہ شہر سامرہ اس زمانے مي</w:t>
      </w:r>
      <w:r w:rsidR="007D6C9B">
        <w:rPr>
          <w:rtl/>
        </w:rPr>
        <w:t xml:space="preserve">ں </w:t>
      </w:r>
      <w:r>
        <w:rPr>
          <w:rtl/>
        </w:rPr>
        <w:t>بالكل موجود ہى نہي</w:t>
      </w:r>
      <w:r w:rsidR="007D6C9B">
        <w:rPr>
          <w:rtl/>
        </w:rPr>
        <w:t xml:space="preserve">ں </w:t>
      </w:r>
      <w:r>
        <w:rPr>
          <w:rtl/>
        </w:rPr>
        <w:t>تھا ،كيونكہ جيسا كہ ہم بيان كرچكے ہي</w:t>
      </w:r>
      <w:r w:rsidR="007D6C9B">
        <w:rPr>
          <w:rtl/>
        </w:rPr>
        <w:t xml:space="preserve">ں </w:t>
      </w:r>
      <w:r>
        <w:rPr>
          <w:rtl/>
        </w:rPr>
        <w:t xml:space="preserve">كہ ''سامرى '' شمرون كى طرف منسوب ہے نہ كر سامرہ شہر كى طرف _ </w:t>
      </w:r>
    </w:p>
    <w:p w:rsidR="00DE2D7F" w:rsidRDefault="00DE2D7F" w:rsidP="00D07B54">
      <w:pPr>
        <w:pStyle w:val="libFootnote"/>
        <w:rPr>
          <w:rtl/>
        </w:rPr>
      </w:pPr>
      <w:r>
        <w:rPr>
          <w:rtl/>
        </w:rPr>
        <w:t>بہرحال سامرى ايك خود خواہ اور منحرف شخص ہونے كے باوجود بڑا ہوشيار تھا وہ بڑى جرا ت اور مہارت كے ساتھ بنى اسرائيل كے ضعف كے نكات اور كمزورى كے پہلوئو</w:t>
      </w:r>
      <w:r w:rsidR="007D6C9B">
        <w:rPr>
          <w:rtl/>
        </w:rPr>
        <w:t xml:space="preserve">ں </w:t>
      </w:r>
      <w:r>
        <w:rPr>
          <w:rtl/>
        </w:rPr>
        <w:t>سے استفادہ كرتے ہوئے اس قسم كا عظيم فتنہ كھڑا كرنے پرقادر ہوگيا كہ جو ايك قطعى اكثريت كے بت پرستى كى طرف مائل ہونے كا سبب بنے اور جيسا كہ ہم نے ديكھا ہے كہ اس نے اپنى اس خود خواہى اور فتنہ انگيزى كى سزا بھى اسى دنيا مي</w:t>
      </w:r>
      <w:r w:rsidR="007D6C9B">
        <w:rPr>
          <w:rtl/>
        </w:rPr>
        <w:t xml:space="preserve">ں </w:t>
      </w:r>
      <w:r>
        <w:rPr>
          <w:rtl/>
        </w:rPr>
        <w:t xml:space="preserve">ديكھ لى _'' </w:t>
      </w:r>
    </w:p>
    <w:p w:rsidR="00DE2D7F" w:rsidRDefault="00DE2D7F" w:rsidP="00D07B54">
      <w:pPr>
        <w:pStyle w:val="libFootnote"/>
        <w:rPr>
          <w:rtl/>
        </w:rPr>
      </w:pPr>
      <w:r>
        <w:rPr>
          <w:rtl/>
        </w:rPr>
        <w:t>(</w:t>
      </w:r>
      <w:r w:rsidR="00E664BB">
        <w:rPr>
          <w:rtl/>
        </w:rPr>
        <w:t>3</w:t>
      </w:r>
      <w:r>
        <w:rPr>
          <w:rtl/>
        </w:rPr>
        <w:t xml:space="preserve">)سورہ اعراف ايت </w:t>
      </w:r>
      <w:r w:rsidR="00E664BB">
        <w:rPr>
          <w:rtl/>
        </w:rPr>
        <w:t>152</w:t>
      </w:r>
      <w:r>
        <w:rPr>
          <w:rtl/>
        </w:rPr>
        <w:t xml:space="preserve"> </w:t>
      </w:r>
    </w:p>
    <w:p w:rsidR="00465DC5" w:rsidRDefault="001648F9" w:rsidP="00D07B54">
      <w:pPr>
        <w:pStyle w:val="libNormal"/>
        <w:rPr>
          <w:rtl/>
        </w:rPr>
      </w:pPr>
      <w:r>
        <w:rPr>
          <w:rtl/>
        </w:rPr>
        <w:t xml:space="preserve"> </w:t>
      </w:r>
      <w:r>
        <w:rPr>
          <w:rtl/>
        </w:rPr>
        <w:br w:type="page"/>
      </w:r>
    </w:p>
    <w:p w:rsidR="00465DC5" w:rsidRDefault="00465DC5" w:rsidP="00D07B54">
      <w:pPr>
        <w:pStyle w:val="libNormal"/>
        <w:rPr>
          <w:rtl/>
        </w:rPr>
      </w:pPr>
    </w:p>
    <w:p w:rsidR="00DE2D7F" w:rsidRDefault="00DE2D7F" w:rsidP="00D07B54">
      <w:pPr>
        <w:pStyle w:val="libNormal"/>
        <w:rPr>
          <w:rtl/>
        </w:rPr>
      </w:pPr>
      <w:r>
        <w:rPr>
          <w:rtl/>
        </w:rPr>
        <w:t>ليكن ممكن ہے اس سے ان بد بختيو</w:t>
      </w:r>
      <w:r w:rsidR="007D6C9B">
        <w:rPr>
          <w:rtl/>
        </w:rPr>
        <w:t xml:space="preserve">ں </w:t>
      </w:r>
      <w:r>
        <w:rPr>
          <w:rtl/>
        </w:rPr>
        <w:t>اور پريشانيو</w:t>
      </w:r>
      <w:r w:rsidR="007D6C9B">
        <w:rPr>
          <w:rtl/>
        </w:rPr>
        <w:t xml:space="preserve">ں </w:t>
      </w:r>
      <w:r>
        <w:rPr>
          <w:rtl/>
        </w:rPr>
        <w:t>كى جانب اشارہ مقصود ہوجو اس ماجرے كے بعد اور بيت المقدس مي</w:t>
      </w:r>
      <w:r w:rsidR="007D6C9B">
        <w:rPr>
          <w:rtl/>
        </w:rPr>
        <w:t xml:space="preserve">ں </w:t>
      </w:r>
      <w:r>
        <w:rPr>
          <w:rtl/>
        </w:rPr>
        <w:t>ان كى حكومت سے پہلے انہي</w:t>
      </w:r>
      <w:r w:rsidR="007D6C9B">
        <w:rPr>
          <w:rtl/>
        </w:rPr>
        <w:t xml:space="preserve">ں </w:t>
      </w:r>
      <w:r>
        <w:rPr>
          <w:rtl/>
        </w:rPr>
        <w:t>پيش آئي</w:t>
      </w:r>
      <w:r w:rsidR="007D6C9B">
        <w:rPr>
          <w:rtl/>
        </w:rPr>
        <w:t xml:space="preserve">ں </w:t>
      </w:r>
      <w:r>
        <w:rPr>
          <w:rtl/>
        </w:rPr>
        <w:t xml:space="preserve">_ </w:t>
      </w:r>
    </w:p>
    <w:p w:rsidR="00DE2D7F" w:rsidRDefault="00DE2D7F" w:rsidP="00D07B54">
      <w:pPr>
        <w:pStyle w:val="libNormal"/>
        <w:rPr>
          <w:rtl/>
        </w:rPr>
      </w:pPr>
      <w:r>
        <w:rPr>
          <w:rtl/>
        </w:rPr>
        <w:t>يا اس سے مراد اللہ كا وہ حكم ہو جو اس گناہ كے بعد انہي</w:t>
      </w:r>
      <w:r w:rsidR="007D6C9B">
        <w:rPr>
          <w:rtl/>
        </w:rPr>
        <w:t xml:space="preserve">ں </w:t>
      </w:r>
      <w:r>
        <w:rPr>
          <w:rtl/>
        </w:rPr>
        <w:t>ديا گيا كہ وہ بطور پاداش ايك دوسرے كو قتل كري</w:t>
      </w:r>
      <w:r w:rsidR="007D6C9B">
        <w:rPr>
          <w:rtl/>
        </w:rPr>
        <w:t xml:space="preserve">ں </w:t>
      </w:r>
      <w:r>
        <w:rPr>
          <w:rtl/>
        </w:rPr>
        <w:t xml:space="preserve">_ </w:t>
      </w:r>
    </w:p>
    <w:p w:rsidR="00DE2D7F" w:rsidRDefault="00DE2D7F" w:rsidP="00D07B54">
      <w:pPr>
        <w:pStyle w:val="libNormal"/>
        <w:rPr>
          <w:rtl/>
        </w:rPr>
      </w:pPr>
      <w:r>
        <w:rPr>
          <w:rtl/>
        </w:rPr>
        <w:t>قرآن اس كے بعد اس گناہ سے توبہ كے سلسلے مي</w:t>
      </w:r>
      <w:r w:rsidR="007D6C9B">
        <w:rPr>
          <w:rtl/>
        </w:rPr>
        <w:t xml:space="preserve">ں </w:t>
      </w:r>
      <w:r>
        <w:rPr>
          <w:rtl/>
        </w:rPr>
        <w:t xml:space="preserve">كہتا ہے:''اور ياد كرو اس وقت كو جب موسى نے اپنى قوم سے كہا :اے قوم تم نے بچھڑے كو منتخب كر كے اپنے اوپر ظلم كيا ہے ،اب جو ايسا ہوگيا ہے تو توبہ كرو اور اپنے پيدا كرنے والے كى طرف پلٹ آئو''_ </w:t>
      </w:r>
    </w:p>
    <w:p w:rsidR="00DE2D7F" w:rsidRDefault="00DE2D7F" w:rsidP="00D07B54">
      <w:pPr>
        <w:pStyle w:val="libNormal"/>
        <w:rPr>
          <w:rtl/>
        </w:rPr>
      </w:pPr>
      <w:r>
        <w:rPr>
          <w:rtl/>
        </w:rPr>
        <w:t>''تمہارى توبہ اس طرح ہونى چاہيئے كہ تم ايك دوسرے كو قتل كرو_يہ كام تمہارے لئے تمہارے خالق كى بارگاہ مي</w:t>
      </w:r>
      <w:r w:rsidR="007D6C9B">
        <w:rPr>
          <w:rtl/>
        </w:rPr>
        <w:t xml:space="preserve">ں </w:t>
      </w:r>
      <w:r>
        <w:rPr>
          <w:rtl/>
        </w:rPr>
        <w:t>بہتر ہے_اس ماجرے كے بعد خدا نے تمہارى توبہ قبول كرلى جو تواب و ررحيم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سامرى كے بچھڑے كى پرستش و عبادت كوئي معمولى بات نہ تھى وہ قوم جو خدا كى يہ تمام آيات ديكھ چكى تھى اور اپنے عظيم پيغمبر كے معجزات كا مشاہدہ كرچكى تھى ان سب كو بھول كر پيغمبر كى ايك مختصر سى غيبت مي</w:t>
      </w:r>
      <w:r w:rsidR="007D6C9B">
        <w:rPr>
          <w:rtl/>
        </w:rPr>
        <w:t xml:space="preserve">ں </w:t>
      </w:r>
      <w:r>
        <w:rPr>
          <w:rtl/>
        </w:rPr>
        <w:t>اصل توحيد اور آئين خداوندى كو پورے طور پر پائو</w:t>
      </w:r>
      <w:r w:rsidR="007D6C9B">
        <w:rPr>
          <w:rtl/>
        </w:rPr>
        <w:t xml:space="preserve">ں </w:t>
      </w:r>
      <w:r>
        <w:rPr>
          <w:rtl/>
        </w:rPr>
        <w:t xml:space="preserve">تلے رونددے اور بت پرست ہوجائے_ </w:t>
      </w:r>
    </w:p>
    <w:p w:rsidR="00DE2D7F" w:rsidRDefault="00DE2D7F" w:rsidP="00D07B54">
      <w:pPr>
        <w:pStyle w:val="libNormal"/>
        <w:rPr>
          <w:rtl/>
        </w:rPr>
      </w:pPr>
      <w:r>
        <w:rPr>
          <w:rtl/>
        </w:rPr>
        <w:t>اب اگر يہ بات ان كے دماغ سے ہميشہ كے لئے جڑ سے نہ نكالى جاتى تو خطرناك حالت پيدا ہونے كا انديشہ تھا اور ہر موقعے كے بعدا ور خصوصاًحضرت موسى عليہ السلام كى زندگى كے بعد ممكن تھا ان كى دعوت كى تمام آيات ختم كردى جاتي</w:t>
      </w:r>
      <w:r w:rsidR="007D6C9B">
        <w:rPr>
          <w:rtl/>
        </w:rPr>
        <w:t xml:space="preserve">ں </w:t>
      </w:r>
      <w:r>
        <w:rPr>
          <w:rtl/>
        </w:rPr>
        <w:t xml:space="preserve">اور اس عظيم قوم كى تقدير مكمل طور پر خطرے سے دوچار ہوجاتي_ </w:t>
      </w:r>
    </w:p>
    <w:p w:rsidR="00DE2D7F" w:rsidRDefault="00DE2D7F" w:rsidP="00D07B54">
      <w:pPr>
        <w:pStyle w:val="libNormal"/>
        <w:rPr>
          <w:rtl/>
        </w:rPr>
      </w:pPr>
    </w:p>
    <w:p w:rsidR="00465DC5" w:rsidRDefault="00DE2D7F" w:rsidP="00D07B54">
      <w:pPr>
        <w:pStyle w:val="Heading2Center"/>
        <w:rPr>
          <w:rtl/>
        </w:rPr>
      </w:pPr>
      <w:bookmarkStart w:id="271" w:name="_Toc7268668"/>
      <w:r>
        <w:rPr>
          <w:rtl/>
        </w:rPr>
        <w:t>اكٹھا قتل</w:t>
      </w:r>
      <w:bookmarkEnd w:id="271"/>
      <w:r>
        <w:rPr>
          <w:rtl/>
        </w:rPr>
        <w:t xml:space="preserve"> </w:t>
      </w:r>
    </w:p>
    <w:p w:rsidR="00DE2D7F" w:rsidRDefault="00DE2D7F" w:rsidP="00D07B54">
      <w:pPr>
        <w:pStyle w:val="libNormal"/>
        <w:rPr>
          <w:rtl/>
        </w:rPr>
      </w:pPr>
      <w:r>
        <w:rPr>
          <w:rtl/>
        </w:rPr>
        <w:t>يہا</w:t>
      </w:r>
      <w:r w:rsidR="007D6C9B">
        <w:rPr>
          <w:rtl/>
        </w:rPr>
        <w:t xml:space="preserve">ں </w:t>
      </w:r>
      <w:r>
        <w:rPr>
          <w:rtl/>
        </w:rPr>
        <w:t>شدت عمل سے كام ليا گيا اور صرف پشيمانى اور زبان سے اظہار توبہ پر ہرگز قناعت نہ كى گئي_يہى وجہ ہے كہ خدا كى طرف سے ايسا سخت حكم صادر ہوا جس كى مثال تمام انبياء كى طويل تاريخ مي</w:t>
      </w:r>
      <w:r w:rsidR="007D6C9B">
        <w:rPr>
          <w:rtl/>
        </w:rPr>
        <w:t xml:space="preserve">ں </w:t>
      </w:r>
      <w:r>
        <w:rPr>
          <w:rtl/>
        </w:rPr>
        <w:t>كہي</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بقرہ آيت</w:t>
      </w:r>
      <w:r w:rsidR="00E664BB">
        <w:rPr>
          <w:rtl/>
        </w:rPr>
        <w:t>54</w:t>
      </w:r>
      <w:r>
        <w:rPr>
          <w:rtl/>
        </w:rPr>
        <w:t xml:space="preserve"> </w:t>
      </w:r>
    </w:p>
    <w:p w:rsidR="00465DC5" w:rsidRDefault="001648F9" w:rsidP="00D07B54">
      <w:pPr>
        <w:pStyle w:val="libNormal"/>
        <w:rPr>
          <w:rtl/>
        </w:rPr>
      </w:pPr>
      <w:r>
        <w:rPr>
          <w:rtl/>
        </w:rPr>
        <w:t xml:space="preserve"> </w:t>
      </w:r>
      <w:r>
        <w:rPr>
          <w:rtl/>
        </w:rPr>
        <w:br w:type="page"/>
      </w:r>
    </w:p>
    <w:p w:rsidR="00465DC5" w:rsidRDefault="00465DC5" w:rsidP="00D07B54">
      <w:pPr>
        <w:pStyle w:val="libNormal"/>
        <w:rPr>
          <w:rtl/>
        </w:rPr>
      </w:pPr>
    </w:p>
    <w:p w:rsidR="00DE2D7F" w:rsidRDefault="00DE2D7F" w:rsidP="00D07B54">
      <w:pPr>
        <w:pStyle w:val="libNormal"/>
        <w:rPr>
          <w:rtl/>
        </w:rPr>
      </w:pPr>
      <w:r>
        <w:rPr>
          <w:rtl/>
        </w:rPr>
        <w:t>نہي</w:t>
      </w:r>
      <w:r w:rsidR="007D6C9B">
        <w:rPr>
          <w:rtl/>
        </w:rPr>
        <w:t xml:space="preserve">ں </w:t>
      </w:r>
      <w:r>
        <w:rPr>
          <w:rtl/>
        </w:rPr>
        <w:t>ملتى اور وہ يہ كہ توبہ اور توحيد كى طرف باز گشت كے سلسلے مي</w:t>
      </w:r>
      <w:r w:rsidR="007D6C9B">
        <w:rPr>
          <w:rtl/>
        </w:rPr>
        <w:t xml:space="preserve">ں </w:t>
      </w:r>
      <w:r>
        <w:rPr>
          <w:rtl/>
        </w:rPr>
        <w:t>گناہگارو</w:t>
      </w:r>
      <w:r w:rsidR="007D6C9B">
        <w:rPr>
          <w:rtl/>
        </w:rPr>
        <w:t xml:space="preserve">ں </w:t>
      </w:r>
      <w:r>
        <w:rPr>
          <w:rtl/>
        </w:rPr>
        <w:t>كے كثير گروہ كے لئے اكٹھا قتل كرنے كا حكم ديا گيا_يہ فرمان بھى ايك خاص طريقے سے جارى ہونا چاہيئےھا اور وہ يہ ہوا كہ وہ لوگ خود تلواري</w:t>
      </w:r>
      <w:r w:rsidR="007D6C9B">
        <w:rPr>
          <w:rtl/>
        </w:rPr>
        <w:t xml:space="preserve">ں </w:t>
      </w:r>
      <w:r>
        <w:rPr>
          <w:rtl/>
        </w:rPr>
        <w:t>ہاتھ مي</w:t>
      </w:r>
      <w:r w:rsidR="007D6C9B">
        <w:rPr>
          <w:rtl/>
        </w:rPr>
        <w:t xml:space="preserve">ں </w:t>
      </w:r>
      <w:r>
        <w:rPr>
          <w:rtl/>
        </w:rPr>
        <w:t>لے كر ايك دوسرے كو قتل كري</w:t>
      </w:r>
      <w:r w:rsidR="007D6C9B">
        <w:rPr>
          <w:rtl/>
        </w:rPr>
        <w:t xml:space="preserve">ں </w:t>
      </w:r>
      <w:r>
        <w:rPr>
          <w:rtl/>
        </w:rPr>
        <w:t>كہ ايك اس كا اپنا مارا جانا عذاب ہے اور دوسرا دوستو</w:t>
      </w:r>
      <w:r w:rsidR="007D6C9B">
        <w:rPr>
          <w:rtl/>
        </w:rPr>
        <w:t xml:space="preserve">ں </w:t>
      </w:r>
      <w:r>
        <w:rPr>
          <w:rtl/>
        </w:rPr>
        <w:t>اور شناسائو</w:t>
      </w:r>
      <w:r w:rsidR="007D6C9B">
        <w:rPr>
          <w:rtl/>
        </w:rPr>
        <w:t xml:space="preserve">ں </w:t>
      </w:r>
      <w:r>
        <w:rPr>
          <w:rtl/>
        </w:rPr>
        <w:t xml:space="preserve">كا قتل كرنا_ </w:t>
      </w:r>
    </w:p>
    <w:p w:rsidR="00DE2D7F" w:rsidRDefault="00DE2D7F" w:rsidP="00D07B54">
      <w:pPr>
        <w:pStyle w:val="libNormal"/>
        <w:rPr>
          <w:rtl/>
        </w:rPr>
      </w:pPr>
      <w:r>
        <w:rPr>
          <w:rtl/>
        </w:rPr>
        <w:t>بعض روايات كے مطابق حضرت موسى عليہ السلام نے حكم ديا كہ ايك تاريك رات مي</w:t>
      </w:r>
      <w:r w:rsidR="007D6C9B">
        <w:rPr>
          <w:rtl/>
        </w:rPr>
        <w:t xml:space="preserve">ں </w:t>
      </w:r>
      <w:r>
        <w:rPr>
          <w:rtl/>
        </w:rPr>
        <w:t>وہ تمام لوگ جنہو</w:t>
      </w:r>
      <w:r w:rsidR="007D6C9B">
        <w:rPr>
          <w:rtl/>
        </w:rPr>
        <w:t xml:space="preserve">ں </w:t>
      </w:r>
      <w:r>
        <w:rPr>
          <w:rtl/>
        </w:rPr>
        <w:t>نے بچھڑے كى عبادت كى تھى غسل كري</w:t>
      </w:r>
      <w:r w:rsidR="007D6C9B">
        <w:rPr>
          <w:rtl/>
        </w:rPr>
        <w:t xml:space="preserve">ں </w:t>
      </w:r>
      <w:r>
        <w:rPr>
          <w:rtl/>
        </w:rPr>
        <w:t>كفن پہن لي</w:t>
      </w:r>
      <w:r w:rsidR="007D6C9B">
        <w:rPr>
          <w:rtl/>
        </w:rPr>
        <w:t xml:space="preserve">ں </w:t>
      </w:r>
      <w:r>
        <w:rPr>
          <w:rtl/>
        </w:rPr>
        <w:t>اور صفي</w:t>
      </w:r>
      <w:r w:rsidR="007D6C9B">
        <w:rPr>
          <w:rtl/>
        </w:rPr>
        <w:t xml:space="preserve">ں </w:t>
      </w:r>
      <w:r>
        <w:rPr>
          <w:rtl/>
        </w:rPr>
        <w:t>باندھ كر ايك دوسرے پرتلوار چلائي</w:t>
      </w:r>
      <w:r w:rsidR="007D6C9B">
        <w:rPr>
          <w:rtl/>
        </w:rPr>
        <w:t xml:space="preserve">ں </w:t>
      </w:r>
      <w:r>
        <w:rPr>
          <w:rtl/>
        </w:rPr>
        <w:t xml:space="preserve">_ </w:t>
      </w:r>
    </w:p>
    <w:p w:rsidR="00DE2D7F" w:rsidRDefault="00DE2D7F" w:rsidP="00D07B54">
      <w:pPr>
        <w:pStyle w:val="libNormal"/>
        <w:rPr>
          <w:rtl/>
        </w:rPr>
      </w:pPr>
      <w:r>
        <w:rPr>
          <w:rtl/>
        </w:rPr>
        <w:t>ممكن ہے يہ تصور كيا جائے كہ يہ توبہ كيو</w:t>
      </w:r>
      <w:r w:rsidR="007D6C9B">
        <w:rPr>
          <w:rtl/>
        </w:rPr>
        <w:t xml:space="preserve">ں </w:t>
      </w:r>
      <w:r>
        <w:rPr>
          <w:rtl/>
        </w:rPr>
        <w:t xml:space="preserve">اتنى سختى سے انجام پذير ہوئي كيا يہ ممكن نہ تھاكہ خدا ان كى توبہ كو بغير اس خونريزى كے قبول كرليتا_ </w:t>
      </w:r>
    </w:p>
    <w:p w:rsidR="00DE2D7F" w:rsidRDefault="00DE2D7F" w:rsidP="00D07B54">
      <w:pPr>
        <w:pStyle w:val="libNormal"/>
        <w:rPr>
          <w:rtl/>
        </w:rPr>
      </w:pPr>
      <w:r>
        <w:rPr>
          <w:rtl/>
        </w:rPr>
        <w:t>اس سوال كا جواب گذشتہ گفتگو سے واضح ہوجاتا ہے كيونكہ اصل توحيد سے انحراف اوربت پرستى كى طرف جھكائو كا مسئلہ اتنا سادہ اور آسان نہ تھا كہ اتنى آسانى سے درگذر كرديا جاتا اور وہ بھى ان واضح معجزات اور خدا كى بڑى بڑى نعمتو</w:t>
      </w:r>
      <w:r w:rsidR="007D6C9B">
        <w:rPr>
          <w:rtl/>
        </w:rPr>
        <w:t xml:space="preserve">ں </w:t>
      </w:r>
      <w:r>
        <w:rPr>
          <w:rtl/>
        </w:rPr>
        <w:t>كے مشاہدے كے بعد _ در حقيقت اديان آسمانى كے تمام اصولو</w:t>
      </w:r>
      <w:r w:rsidR="007D6C9B">
        <w:rPr>
          <w:rtl/>
        </w:rPr>
        <w:t xml:space="preserve">ں </w:t>
      </w:r>
      <w:r>
        <w:rPr>
          <w:rtl/>
        </w:rPr>
        <w:t>كو توحيد اور يگانہ پرستى مي</w:t>
      </w:r>
      <w:r w:rsidR="007D6C9B">
        <w:rPr>
          <w:rtl/>
        </w:rPr>
        <w:t xml:space="preserve">ں </w:t>
      </w:r>
      <w:r>
        <w:rPr>
          <w:rtl/>
        </w:rPr>
        <w:t>جمع كيا جاسكتا ہے_اس اصل كا متزلزل ہونا دين كى تمام بنيادو</w:t>
      </w:r>
      <w:r w:rsidR="007D6C9B">
        <w:rPr>
          <w:rtl/>
        </w:rPr>
        <w:t xml:space="preserve">ں </w:t>
      </w:r>
      <w:r>
        <w:rPr>
          <w:rtl/>
        </w:rPr>
        <w:t>كے خاتمے كے برابر ہے اگر گائو پرستى كے مسئلے كو آسان سمجھ ليا جاتا تو شايد آنے والے لوگو</w:t>
      </w:r>
      <w:r w:rsidR="007D6C9B">
        <w:rPr>
          <w:rtl/>
        </w:rPr>
        <w:t xml:space="preserve">ں </w:t>
      </w:r>
      <w:r>
        <w:rPr>
          <w:rtl/>
        </w:rPr>
        <w:t xml:space="preserve">كے لئے سنت بن جاتا_ </w:t>
      </w:r>
    </w:p>
    <w:p w:rsidR="00DE2D7F" w:rsidRDefault="00DE2D7F" w:rsidP="00D07B54">
      <w:pPr>
        <w:pStyle w:val="libNormal"/>
        <w:rPr>
          <w:rtl/>
        </w:rPr>
      </w:pPr>
      <w:r>
        <w:rPr>
          <w:rtl/>
        </w:rPr>
        <w:t>خصوصاً بنى اسرائيل كے لئے جن كے بارے مي</w:t>
      </w:r>
      <w:r w:rsidR="007D6C9B">
        <w:rPr>
          <w:rtl/>
        </w:rPr>
        <w:t xml:space="preserve">ں </w:t>
      </w:r>
      <w:r>
        <w:rPr>
          <w:rtl/>
        </w:rPr>
        <w:t>تاريخ شاہد ہے كہ ضدى اور بہانہ باز لوگ تھے_ لہذا چاہئے تھا كہ ان كى ايسى گوشمالى كى جائے كہ اس كى چبھن تمام صديو</w:t>
      </w:r>
      <w:r w:rsidR="007D6C9B">
        <w:rPr>
          <w:rtl/>
        </w:rPr>
        <w:t xml:space="preserve">ں </w:t>
      </w:r>
      <w:r>
        <w:rPr>
          <w:rtl/>
        </w:rPr>
        <w:t>اور زمانو</w:t>
      </w:r>
      <w:r w:rsidR="007D6C9B">
        <w:rPr>
          <w:rtl/>
        </w:rPr>
        <w:t xml:space="preserve">ں </w:t>
      </w:r>
      <w:r>
        <w:rPr>
          <w:rtl/>
        </w:rPr>
        <w:t>تك باقى رہ جائے اور اس كے بعد كوئي شخص بت پرستى كى فكر مي</w:t>
      </w:r>
      <w:r w:rsidR="007D6C9B">
        <w:rPr>
          <w:rtl/>
        </w:rPr>
        <w:t xml:space="preserve">ں </w:t>
      </w:r>
      <w:r>
        <w:rPr>
          <w:rtl/>
        </w:rPr>
        <w:t xml:space="preserve">نہ پڑے_ </w:t>
      </w:r>
    </w:p>
    <w:p w:rsidR="00DE2D7F" w:rsidRDefault="00DE2D7F" w:rsidP="00D07B54">
      <w:pPr>
        <w:pStyle w:val="libNormal"/>
        <w:rPr>
          <w:rtl/>
        </w:rPr>
      </w:pPr>
    </w:p>
    <w:p w:rsidR="00465DC5" w:rsidRDefault="00DE2D7F" w:rsidP="00D07B54">
      <w:pPr>
        <w:pStyle w:val="Heading2Center"/>
        <w:rPr>
          <w:rtl/>
        </w:rPr>
      </w:pPr>
      <w:bookmarkStart w:id="272" w:name="_Toc7268669"/>
      <w:r>
        <w:rPr>
          <w:rtl/>
        </w:rPr>
        <w:t>خداكى آيات كو مضبوطى سے پكڑ لو</w:t>
      </w:r>
      <w:bookmarkEnd w:id="272"/>
    </w:p>
    <w:p w:rsidR="00DE2D7F" w:rsidRDefault="00DE2D7F" w:rsidP="00D07B54">
      <w:pPr>
        <w:pStyle w:val="libNormal"/>
        <w:rPr>
          <w:rtl/>
        </w:rPr>
      </w:pPr>
      <w:r>
        <w:rPr>
          <w:rtl/>
        </w:rPr>
        <w:t xml:space="preserve"> عظيم اسلامى مفسر مرحوم طبرسي،ابن زيد كا قول اس طرح نقل كرتے ہي</w:t>
      </w:r>
      <w:r w:rsidR="007D6C9B">
        <w:rPr>
          <w:rtl/>
        </w:rPr>
        <w:t xml:space="preserve">ں </w:t>
      </w:r>
      <w:r>
        <w:rPr>
          <w:rtl/>
        </w:rPr>
        <w:t>:جس وقت حضرت موسى عليہ السلام كوہ طور سے واپس آئے اور اپنے ساتھ توريت لائے تو اپنى قوم كو بتايا كہ مي</w:t>
      </w:r>
      <w:r w:rsidR="007D6C9B">
        <w:rPr>
          <w:rtl/>
        </w:rPr>
        <w:t xml:space="preserve">ں </w:t>
      </w:r>
      <w:r>
        <w:rPr>
          <w:rtl/>
        </w:rPr>
        <w:t>آسمانى كتاب لے كر آيا ہو</w:t>
      </w:r>
      <w:r w:rsidR="007D6C9B">
        <w:rPr>
          <w:rtl/>
        </w:rPr>
        <w:t xml:space="preserve">ں </w:t>
      </w:r>
      <w:r>
        <w:rPr>
          <w:rtl/>
        </w:rPr>
        <w:t>جو دينى احكام اور حلال و حرام پر مشتمل ہے_ يہ وہ احكام ہي</w:t>
      </w:r>
      <w:r w:rsidR="007D6C9B">
        <w:rPr>
          <w:rtl/>
        </w:rPr>
        <w:t xml:space="preserve">ں </w:t>
      </w:r>
      <w:r>
        <w:rPr>
          <w:rtl/>
        </w:rPr>
        <w:t>جنہي</w:t>
      </w:r>
      <w:r w:rsidR="007D6C9B">
        <w:rPr>
          <w:rtl/>
        </w:rPr>
        <w:t xml:space="preserve">ں </w:t>
      </w:r>
      <w:r>
        <w:rPr>
          <w:rtl/>
        </w:rPr>
        <w:t xml:space="preserve">خدا نے تمہارے لئے عملى پروگرام </w:t>
      </w:r>
    </w:p>
    <w:p w:rsidR="00053D15" w:rsidRDefault="001648F9" w:rsidP="00D07B54">
      <w:pPr>
        <w:pStyle w:val="libNormal"/>
      </w:pPr>
      <w:r>
        <w:rPr>
          <w:rtl/>
        </w:rPr>
        <w:t xml:space="preserve"> </w:t>
      </w:r>
      <w:r>
        <w:rPr>
          <w:rtl/>
        </w:rPr>
        <w:br w:type="page"/>
      </w:r>
    </w:p>
    <w:p w:rsidR="00053D15" w:rsidRDefault="00053D15" w:rsidP="00D07B54">
      <w:pPr>
        <w:pStyle w:val="libNormal"/>
      </w:pPr>
    </w:p>
    <w:p w:rsidR="00DE2D7F" w:rsidRDefault="00DE2D7F" w:rsidP="00D07B54">
      <w:pPr>
        <w:pStyle w:val="libNormal"/>
        <w:rPr>
          <w:rtl/>
        </w:rPr>
      </w:pPr>
      <w:r>
        <w:rPr>
          <w:rtl/>
        </w:rPr>
        <w:t>قرار ديا ہے_اسے لے كر اس كے احكام پر عمل كرو_ اس بہانے سے كہ يہ ان كے لے مشكل احكام ہي</w:t>
      </w:r>
      <w:r w:rsidR="007D6C9B">
        <w:rPr>
          <w:rtl/>
        </w:rPr>
        <w:t xml:space="preserve">ں </w:t>
      </w:r>
      <w:r>
        <w:rPr>
          <w:rtl/>
        </w:rPr>
        <w:t>،يہودى نافرمانى اور سركشى پر تل گئے_ خدا نے بھى فرشتو</w:t>
      </w:r>
      <w:r w:rsidR="007D6C9B">
        <w:rPr>
          <w:rtl/>
        </w:rPr>
        <w:t xml:space="preserve">ں </w:t>
      </w:r>
      <w:r>
        <w:rPr>
          <w:rtl/>
        </w:rPr>
        <w:t>كو مامور كيا كہ وہ كوہ طور كا ايك بہت بڑا ٹكڑا ان كے سرو</w:t>
      </w:r>
      <w:r w:rsidR="007D6C9B">
        <w:rPr>
          <w:rtl/>
        </w:rPr>
        <w:t xml:space="preserve">ں </w:t>
      </w:r>
      <w:r>
        <w:rPr>
          <w:rtl/>
        </w:rPr>
        <w:t>پر لاكر كھڑا كردي</w:t>
      </w:r>
      <w:r w:rsidR="007D6C9B">
        <w:rPr>
          <w:rtl/>
        </w:rPr>
        <w:t xml:space="preserve">ں </w:t>
      </w:r>
      <w:r>
        <w:rPr>
          <w:rtl/>
        </w:rPr>
        <w:t>،اسى اثناء مي</w:t>
      </w:r>
      <w:r w:rsidR="007D6C9B">
        <w:rPr>
          <w:rtl/>
        </w:rPr>
        <w:t xml:space="preserve">ں </w:t>
      </w:r>
      <w:r>
        <w:rPr>
          <w:rtl/>
        </w:rPr>
        <w:t>حضرت موسى عليہ السلام نے انہي</w:t>
      </w:r>
      <w:r w:rsidR="007D6C9B">
        <w:rPr>
          <w:rtl/>
        </w:rPr>
        <w:t xml:space="preserve">ں </w:t>
      </w:r>
      <w:r>
        <w:rPr>
          <w:rtl/>
        </w:rPr>
        <w:t xml:space="preserve">خبردى كہ عہد وپيمان باندھ لو،احكام خداپر عمل كرو،سركشى و بغاوت سے توبہ كرو تو تم سے يہ عذاب ٹل جائے گا ورنہ سب ہلاك ہو جائوگے_ </w:t>
      </w:r>
    </w:p>
    <w:p w:rsidR="00DE2D7F" w:rsidRDefault="00DE2D7F" w:rsidP="00D07B54">
      <w:pPr>
        <w:pStyle w:val="libNormal"/>
        <w:rPr>
          <w:rtl/>
        </w:rPr>
      </w:pPr>
      <w:r>
        <w:rPr>
          <w:rtl/>
        </w:rPr>
        <w:t>اس پر انہو</w:t>
      </w:r>
      <w:r w:rsidR="007D6C9B">
        <w:rPr>
          <w:rtl/>
        </w:rPr>
        <w:t xml:space="preserve">ں </w:t>
      </w:r>
      <w:r>
        <w:rPr>
          <w:rtl/>
        </w:rPr>
        <w:t>نے سر تسليم خم كرديا_ توريت كو قبول كيا اور خدا كے حضور مي</w:t>
      </w:r>
      <w:r w:rsidR="007D6C9B">
        <w:rPr>
          <w:rtl/>
        </w:rPr>
        <w:t xml:space="preserve">ں </w:t>
      </w:r>
      <w:r>
        <w:rPr>
          <w:rtl/>
        </w:rPr>
        <w:t>سجدہ كيا_جب كہ ہر لحظہ وہ كوہ طور كے اپنے سرو</w:t>
      </w:r>
      <w:r w:rsidR="007D6C9B">
        <w:rPr>
          <w:rtl/>
        </w:rPr>
        <w:t xml:space="preserve">ں </w:t>
      </w:r>
      <w:r>
        <w:rPr>
          <w:rtl/>
        </w:rPr>
        <w:t xml:space="preserve">پر گرنے كے منتظر تھے ليكن بالآخر ان كى توبہ كى وجہ سے عذاب الہى ٹل گيا_ </w:t>
      </w:r>
    </w:p>
    <w:p w:rsidR="00DE2D7F" w:rsidRDefault="00DE2D7F" w:rsidP="00D07B54">
      <w:pPr>
        <w:pStyle w:val="libNormal"/>
        <w:rPr>
          <w:rtl/>
        </w:rPr>
      </w:pPr>
      <w:r>
        <w:rPr>
          <w:rtl/>
        </w:rPr>
        <w:t>يہ نكتہ ياد ركھناضرورى ہے كہ كوہ طور كے بنى اسرائيل كے سرو</w:t>
      </w:r>
      <w:r w:rsidR="007D6C9B">
        <w:rPr>
          <w:rtl/>
        </w:rPr>
        <w:t xml:space="preserve">ں </w:t>
      </w:r>
      <w:r>
        <w:rPr>
          <w:rtl/>
        </w:rPr>
        <w:t>پر مسلط ہونے كى كيفيت كے سلسلے مي</w:t>
      </w:r>
      <w:r w:rsidR="007D6C9B">
        <w:rPr>
          <w:rtl/>
        </w:rPr>
        <w:t xml:space="preserve">ں </w:t>
      </w:r>
      <w:r>
        <w:rPr>
          <w:rtl/>
        </w:rPr>
        <w:t>مفسرين كى ايك جماعت كا اعتقاد ہے كہ حكم خدا سے كوہ طور اپنى جگہ سے اكھڑ گيا اور سائبان كى طرح ان كے سرو</w:t>
      </w:r>
      <w:r w:rsidR="007D6C9B">
        <w:rPr>
          <w:rtl/>
        </w:rPr>
        <w:t xml:space="preserve">ں </w:t>
      </w:r>
      <w:r>
        <w:rPr>
          <w:rtl/>
        </w:rPr>
        <w:t xml:space="preserve">پر مسلط ہوگيا_ </w:t>
      </w:r>
    </w:p>
    <w:p w:rsidR="00DE2D7F" w:rsidRDefault="00DE2D7F" w:rsidP="00D07B54">
      <w:pPr>
        <w:pStyle w:val="libNormal"/>
        <w:rPr>
          <w:rtl/>
        </w:rPr>
      </w:pPr>
      <w:r>
        <w:rPr>
          <w:rtl/>
        </w:rPr>
        <w:t>جبكہ بعض دوسرے مفسرين يہ كہتے ہي</w:t>
      </w:r>
      <w:r w:rsidR="007D6C9B">
        <w:rPr>
          <w:rtl/>
        </w:rPr>
        <w:t xml:space="preserve">ں </w:t>
      </w:r>
      <w:r>
        <w:rPr>
          <w:rtl/>
        </w:rPr>
        <w:t>كہ پہاڑمي</w:t>
      </w:r>
      <w:r w:rsidR="007D6C9B">
        <w:rPr>
          <w:rtl/>
        </w:rPr>
        <w:t xml:space="preserve">ں </w:t>
      </w:r>
      <w:r>
        <w:rPr>
          <w:rtl/>
        </w:rPr>
        <w:t>سخت قسم كا زلزلہ آيا ،پہار اس طرح لرزنے اور حركت كرنے لگا كہ كسى بھى وقت وہ ان كے سرو</w:t>
      </w:r>
      <w:r w:rsidR="007D6C9B">
        <w:rPr>
          <w:rtl/>
        </w:rPr>
        <w:t xml:space="preserve">ں </w:t>
      </w:r>
      <w:r>
        <w:rPr>
          <w:rtl/>
        </w:rPr>
        <w:t xml:space="preserve">پر آگرے گا ليكن خدا كے لطف و كرم سے زلزلہ رك گيا اور پہاڑ اپنى جگہ پر قائم ہوگيا_ </w:t>
      </w:r>
    </w:p>
    <w:p w:rsidR="00DE2D7F" w:rsidRDefault="00DE2D7F" w:rsidP="00D07B54">
      <w:pPr>
        <w:pStyle w:val="libNormal"/>
        <w:rPr>
          <w:rtl/>
        </w:rPr>
      </w:pPr>
      <w:r>
        <w:rPr>
          <w:rtl/>
        </w:rPr>
        <w:t>يہ احتمال بھى ہو سكتا ہے كہ پہاڑ كا ايك بہت بڑا ٹكڑا زلزلے اور شديد بجلى كے زير اثر اپنى جگہ سے اكھڑ كر ان كے سرو</w:t>
      </w:r>
      <w:r w:rsidR="007D6C9B">
        <w:rPr>
          <w:rtl/>
        </w:rPr>
        <w:t xml:space="preserve">ں </w:t>
      </w:r>
      <w:r>
        <w:rPr>
          <w:rtl/>
        </w:rPr>
        <w:t>كے اوپر سے بحكم خدا اس طرح گزرا ہو كہ چند لحظے انہو</w:t>
      </w:r>
      <w:r w:rsidR="007D6C9B">
        <w:rPr>
          <w:rtl/>
        </w:rPr>
        <w:t xml:space="preserve">ں </w:t>
      </w:r>
      <w:r>
        <w:rPr>
          <w:rtl/>
        </w:rPr>
        <w:t>نے اسے اپنے سرو</w:t>
      </w:r>
      <w:r w:rsidR="007D6C9B">
        <w:rPr>
          <w:rtl/>
        </w:rPr>
        <w:t xml:space="preserve">ں </w:t>
      </w:r>
      <w:r>
        <w:rPr>
          <w:rtl/>
        </w:rPr>
        <w:t>پر ديكھا ہو اور يہ خيال كيا ہو كہ وہ ان پر گرناچاہتا ہے ليكن يہ عذاب ان سے ٹل گيا اور وہ ٹكڑا كہي</w:t>
      </w:r>
      <w:r w:rsidR="007D6C9B">
        <w:rPr>
          <w:rtl/>
        </w:rPr>
        <w:t xml:space="preserve">ں </w:t>
      </w:r>
      <w:r>
        <w:rPr>
          <w:rtl/>
        </w:rPr>
        <w:t>دور جاگرا_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)كيا اس عہد وپيمان مي</w:t>
      </w:r>
      <w:r w:rsidR="007D6C9B">
        <w:rPr>
          <w:rtl/>
        </w:rPr>
        <w:t xml:space="preserve">ں </w:t>
      </w:r>
      <w:r>
        <w:rPr>
          <w:rtl/>
        </w:rPr>
        <w:t>جبر كا پہلو ہے:اس سوال كے جواب مي</w:t>
      </w:r>
      <w:r w:rsidR="007D6C9B">
        <w:rPr>
          <w:rtl/>
        </w:rPr>
        <w:t xml:space="preserve">ں </w:t>
      </w:r>
      <w:r>
        <w:rPr>
          <w:rtl/>
        </w:rPr>
        <w:t>بعض كہتے ہي</w:t>
      </w:r>
      <w:r w:rsidR="007D6C9B">
        <w:rPr>
          <w:rtl/>
        </w:rPr>
        <w:t xml:space="preserve">ں </w:t>
      </w:r>
      <w:r>
        <w:rPr>
          <w:rtl/>
        </w:rPr>
        <w:t>كہ ان كے سرو</w:t>
      </w:r>
      <w:r w:rsidR="007D6C9B">
        <w:rPr>
          <w:rtl/>
        </w:rPr>
        <w:t xml:space="preserve">ں </w:t>
      </w:r>
      <w:r>
        <w:rPr>
          <w:rtl/>
        </w:rPr>
        <w:t>پر پہاڑ كا مسلط ہونا ڈرانے دھمكانے كے طور پر تھا نہ كہ جبر و اضطرار كے طور پر ورنہ جبرى عہد و پيمان كى تو كوئي قدرو قيمت نہي</w:t>
      </w:r>
      <w:r w:rsidR="007D6C9B">
        <w:rPr>
          <w:rtl/>
        </w:rPr>
        <w:t xml:space="preserve">ں </w:t>
      </w:r>
      <w:r>
        <w:rPr>
          <w:rtl/>
        </w:rPr>
        <w:t>ہے_ليكن زيادہ صحيح يہى ہے كہ اس مي</w:t>
      </w:r>
      <w:r w:rsidR="007D6C9B">
        <w:rPr>
          <w:rtl/>
        </w:rPr>
        <w:t xml:space="preserve">ں </w:t>
      </w:r>
      <w:r>
        <w:rPr>
          <w:rtl/>
        </w:rPr>
        <w:t>كوئي حرج نہي</w:t>
      </w:r>
      <w:r w:rsidR="007D6C9B">
        <w:rPr>
          <w:rtl/>
        </w:rPr>
        <w:t xml:space="preserve">ں </w:t>
      </w:r>
      <w:r>
        <w:rPr>
          <w:rtl/>
        </w:rPr>
        <w:t>كہ سركش او رباغى افراد كو تہديد و سزا كے ذريعے حق كے سامنے جھكاديا جائے_يہ تہديد اور سختى جو وقتى طور پر ہے ان كے غرور كو توڑدے گي_ انہي</w:t>
      </w:r>
      <w:r w:rsidR="007D6C9B">
        <w:rPr>
          <w:rtl/>
        </w:rPr>
        <w:t xml:space="preserve">ں </w:t>
      </w:r>
      <w:r>
        <w:rPr>
          <w:rtl/>
        </w:rPr>
        <w:t>صحيح غور و فكر پر ابھارے گى اور اس راستے پر چلتے چلتے وہ اپنے ارادہ و اختيار سے اپنى ذمہ داريا</w:t>
      </w:r>
      <w:r w:rsidR="007D6C9B">
        <w:rPr>
          <w:rtl/>
        </w:rPr>
        <w:t xml:space="preserve">ں </w:t>
      </w:r>
      <w:r>
        <w:rPr>
          <w:rtl/>
        </w:rPr>
        <w:t>پورى كرنے لگي</w:t>
      </w:r>
      <w:r w:rsidR="007D6C9B">
        <w:rPr>
          <w:rtl/>
        </w:rPr>
        <w:t xml:space="preserve">ں </w:t>
      </w:r>
      <w:r>
        <w:rPr>
          <w:rtl/>
        </w:rPr>
        <w:t>گے_بہر حال يہ پيمان زيادہ تر عملى پہلوئو</w:t>
      </w:r>
      <w:r w:rsidR="007D6C9B">
        <w:rPr>
          <w:rtl/>
        </w:rPr>
        <w:t xml:space="preserve">ں </w:t>
      </w:r>
      <w:r>
        <w:rPr>
          <w:rtl/>
        </w:rPr>
        <w:t>سے مربوط تھا ورنہ عقائد كو تو جبرو اكراہ سے نہي</w:t>
      </w:r>
      <w:r w:rsidR="007D6C9B">
        <w:rPr>
          <w:rtl/>
        </w:rPr>
        <w:t xml:space="preserve">ں </w:t>
      </w:r>
      <w:r>
        <w:rPr>
          <w:rtl/>
        </w:rPr>
        <w:t xml:space="preserve">بدلا جاسكتا_ </w:t>
      </w:r>
    </w:p>
    <w:p w:rsidR="00053D15" w:rsidRDefault="001648F9" w:rsidP="00D07B54">
      <w:pPr>
        <w:pStyle w:val="libNormal"/>
      </w:pPr>
      <w:r>
        <w:rPr>
          <w:rtl/>
        </w:rPr>
        <w:t xml:space="preserve"> </w:t>
      </w:r>
      <w:r>
        <w:rPr>
          <w:rtl/>
        </w:rPr>
        <w:br w:type="page"/>
      </w:r>
    </w:p>
    <w:p w:rsidR="00053D15" w:rsidRDefault="00053D15" w:rsidP="00D07B54">
      <w:pPr>
        <w:pStyle w:val="libNormal"/>
      </w:pPr>
    </w:p>
    <w:p w:rsidR="00DE2D7F" w:rsidRDefault="00DE2D7F" w:rsidP="00D07B54">
      <w:pPr>
        <w:pStyle w:val="libNormal"/>
        <w:rPr>
          <w:rtl/>
        </w:rPr>
      </w:pPr>
      <w:r>
        <w:rPr>
          <w:rtl/>
        </w:rPr>
        <w:t>ايئے _واقعہ كى تفصيل قرآن مي</w:t>
      </w:r>
      <w:r w:rsidR="007D6C9B">
        <w:rPr>
          <w:rtl/>
        </w:rPr>
        <w:t xml:space="preserve">ں </w:t>
      </w:r>
      <w:r>
        <w:rPr>
          <w:rtl/>
        </w:rPr>
        <w:t>پڑھتے ہي</w:t>
      </w:r>
      <w:r w:rsidR="007D6C9B">
        <w:rPr>
          <w:rtl/>
        </w:rPr>
        <w:t xml:space="preserve">ں </w:t>
      </w:r>
      <w:r>
        <w:rPr>
          <w:rtl/>
        </w:rPr>
        <w:t>كہ:''اور (وہ وقت كہ)جب ہم نے تم سے عہد ليا اور كوہ طور كو تمہارے سرو</w:t>
      </w:r>
      <w:r w:rsidR="007D6C9B">
        <w:rPr>
          <w:rtl/>
        </w:rPr>
        <w:t xml:space="preserve">ں </w:t>
      </w:r>
      <w:r>
        <w:rPr>
          <w:rtl/>
        </w:rPr>
        <w:t>كے اوپر مسلط كرديا اور تمہي</w:t>
      </w:r>
      <w:r w:rsidR="007D6C9B">
        <w:rPr>
          <w:rtl/>
        </w:rPr>
        <w:t xml:space="preserve">ں </w:t>
      </w:r>
      <w:r>
        <w:rPr>
          <w:rtl/>
        </w:rPr>
        <w:t>كہا كہ،جو كچھ (آيات و احكام مي</w:t>
      </w:r>
      <w:r w:rsidR="007D6C9B">
        <w:rPr>
          <w:rtl/>
        </w:rPr>
        <w:t xml:space="preserve">ں </w:t>
      </w:r>
      <w:r>
        <w:rPr>
          <w:rtl/>
        </w:rPr>
        <w:t>)ہم نے تمہي</w:t>
      </w:r>
      <w:r w:rsidR="007D6C9B">
        <w:rPr>
          <w:rtl/>
        </w:rPr>
        <w:t xml:space="preserve">ں </w:t>
      </w:r>
      <w:r>
        <w:rPr>
          <w:rtl/>
        </w:rPr>
        <w:t>ديا ہے اسے مضبوطى سے تھامو اور جو كچھ اس مي</w:t>
      </w:r>
      <w:r w:rsidR="007D6C9B">
        <w:rPr>
          <w:rtl/>
        </w:rPr>
        <w:t xml:space="preserve">ں </w:t>
      </w:r>
      <w:r>
        <w:rPr>
          <w:rtl/>
        </w:rPr>
        <w:t>ہے اسے ياد ركھو (اور اس پر عمل كرو)شايد اس طرح تم پرہيزگار ہوجائو''_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پھر تم نے روگردانى كى اور اگر تم پر خدا كا فضل و رحمت نہ ہوتا تو تم نقصان اٹھانے والو</w:t>
      </w:r>
      <w:r w:rsidR="007D6C9B">
        <w:rPr>
          <w:rtl/>
        </w:rPr>
        <w:t xml:space="preserve">ں </w:t>
      </w:r>
      <w:r>
        <w:rPr>
          <w:rtl/>
        </w:rPr>
        <w:t>مي</w:t>
      </w:r>
      <w:r w:rsidR="007D6C9B">
        <w:rPr>
          <w:rtl/>
        </w:rPr>
        <w:t xml:space="preserve">ں </w:t>
      </w:r>
      <w:r>
        <w:rPr>
          <w:rtl/>
        </w:rPr>
        <w:t>سے ہوتے''_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053D15" w:rsidRDefault="00DE2D7F" w:rsidP="00D07B54">
      <w:pPr>
        <w:pStyle w:val="libNormal"/>
      </w:pPr>
      <w:r>
        <w:rPr>
          <w:rtl/>
        </w:rPr>
        <w:t>اس عہد و پيمان مي</w:t>
      </w:r>
      <w:r w:rsidR="007D6C9B">
        <w:rPr>
          <w:rtl/>
        </w:rPr>
        <w:t xml:space="preserve">ں </w:t>
      </w:r>
      <w:r>
        <w:rPr>
          <w:rtl/>
        </w:rPr>
        <w:t>يہ چيزي</w:t>
      </w:r>
      <w:r w:rsidR="007D6C9B">
        <w:rPr>
          <w:rtl/>
        </w:rPr>
        <w:t xml:space="preserve">ں </w:t>
      </w:r>
      <w:r>
        <w:rPr>
          <w:rtl/>
        </w:rPr>
        <w:t>شامل تھي</w:t>
      </w:r>
      <w:r w:rsidR="007D6C9B">
        <w:rPr>
          <w:rtl/>
        </w:rPr>
        <w:t xml:space="preserve">ں </w:t>
      </w:r>
      <w:r>
        <w:rPr>
          <w:rtl/>
        </w:rPr>
        <w:t>:</w:t>
      </w:r>
    </w:p>
    <w:p w:rsidR="00DE2D7F" w:rsidRDefault="00DE2D7F" w:rsidP="00D07B54">
      <w:pPr>
        <w:pStyle w:val="libNormal"/>
        <w:rPr>
          <w:rtl/>
        </w:rPr>
      </w:pPr>
      <w:r>
        <w:rPr>
          <w:rtl/>
        </w:rPr>
        <w:t>پروردگار كى توحيد پر ايمان ركھنا،ما</w:t>
      </w:r>
      <w:r w:rsidR="007D6C9B">
        <w:rPr>
          <w:rtl/>
        </w:rPr>
        <w:t xml:space="preserve">ں </w:t>
      </w:r>
      <w:r>
        <w:rPr>
          <w:rtl/>
        </w:rPr>
        <w:t xml:space="preserve">باپ، عزيز و اقارب،يتيم اور حاجتمندو </w:t>
      </w:r>
      <w:r w:rsidR="007D6C9B">
        <w:rPr>
          <w:rtl/>
        </w:rPr>
        <w:t xml:space="preserve">ں </w:t>
      </w:r>
      <w:r>
        <w:rPr>
          <w:rtl/>
        </w:rPr>
        <w:t>سے نيكى كرنا اور خونريزى سے پرہيز كرنا_ يہ كلى طور پر ان صحيح عقائد اور خدائي پروگرامو</w:t>
      </w:r>
      <w:r w:rsidR="007D6C9B">
        <w:rPr>
          <w:rtl/>
        </w:rPr>
        <w:t xml:space="preserve">ں </w:t>
      </w:r>
      <w:r>
        <w:rPr>
          <w:rtl/>
        </w:rPr>
        <w:t>كے بارے مي</w:t>
      </w:r>
      <w:r w:rsidR="007D6C9B">
        <w:rPr>
          <w:rtl/>
        </w:rPr>
        <w:t xml:space="preserve">ں </w:t>
      </w:r>
      <w:r>
        <w:rPr>
          <w:rtl/>
        </w:rPr>
        <w:t>عہد و پيمان تھا جن كا توريت مي</w:t>
      </w:r>
      <w:r w:rsidR="007D6C9B">
        <w:rPr>
          <w:rtl/>
        </w:rPr>
        <w:t xml:space="preserve">ں </w:t>
      </w:r>
      <w:r>
        <w:rPr>
          <w:rtl/>
        </w:rPr>
        <w:t xml:space="preserve">ذكر كيا گيا تھا_ </w:t>
      </w:r>
    </w:p>
    <w:p w:rsidR="00DE2D7F" w:rsidRDefault="00DE2D7F" w:rsidP="00D07B54">
      <w:pPr>
        <w:pStyle w:val="libNormal"/>
        <w:rPr>
          <w:rtl/>
        </w:rPr>
      </w:pPr>
    </w:p>
    <w:p w:rsidR="00053D15" w:rsidRDefault="00DE2D7F" w:rsidP="00D07B54">
      <w:pPr>
        <w:pStyle w:val="Heading2Center"/>
      </w:pPr>
      <w:bookmarkStart w:id="273" w:name="_Toc7268670"/>
      <w:r>
        <w:rPr>
          <w:rtl/>
        </w:rPr>
        <w:t>كوہ طور</w:t>
      </w:r>
      <w:bookmarkEnd w:id="273"/>
      <w:r>
        <w:rPr>
          <w:rtl/>
        </w:rPr>
        <w:t xml:space="preserve"> </w:t>
      </w:r>
    </w:p>
    <w:p w:rsidR="00DE2D7F" w:rsidRDefault="00DE2D7F" w:rsidP="00D07B54">
      <w:pPr>
        <w:pStyle w:val="libNormal"/>
        <w:rPr>
          <w:rtl/>
        </w:rPr>
      </w:pPr>
      <w:r>
        <w:rPr>
          <w:rtl/>
        </w:rPr>
        <w:t>كوہ طورسے مراد يہا</w:t>
      </w:r>
      <w:r w:rsidR="007D6C9B">
        <w:rPr>
          <w:rtl/>
        </w:rPr>
        <w:t xml:space="preserve">ں </w:t>
      </w:r>
      <w:r>
        <w:rPr>
          <w:rtl/>
        </w:rPr>
        <w:t>اسم جنس ہے يا يہ مخصوص پہاڑ ہے_اس سلسلے مي</w:t>
      </w:r>
      <w:r w:rsidR="007D6C9B">
        <w:rPr>
          <w:rtl/>
        </w:rPr>
        <w:t xml:space="preserve">ں </w:t>
      </w:r>
      <w:r>
        <w:rPr>
          <w:rtl/>
        </w:rPr>
        <w:t>دو تفسيري</w:t>
      </w:r>
      <w:r w:rsidR="007D6C9B">
        <w:rPr>
          <w:rtl/>
        </w:rPr>
        <w:t xml:space="preserve">ں </w:t>
      </w:r>
      <w:r>
        <w:rPr>
          <w:rtl/>
        </w:rPr>
        <w:t>موجودہي</w:t>
      </w:r>
      <w:r w:rsidR="007D6C9B">
        <w:rPr>
          <w:rtl/>
        </w:rPr>
        <w:t xml:space="preserve">ں </w:t>
      </w:r>
      <w:r>
        <w:rPr>
          <w:rtl/>
        </w:rPr>
        <w:t>_بعض كہتے ہي</w:t>
      </w:r>
      <w:r w:rsidR="007D6C9B">
        <w:rPr>
          <w:rtl/>
        </w:rPr>
        <w:t xml:space="preserve">ں </w:t>
      </w:r>
      <w:r>
        <w:rPr>
          <w:rtl/>
        </w:rPr>
        <w:t>كہ طور اسى مشہور پہاڑ كى طرف اشارہ ہے جہا</w:t>
      </w:r>
      <w:r w:rsidR="007D6C9B">
        <w:rPr>
          <w:rtl/>
        </w:rPr>
        <w:t xml:space="preserve">ں </w:t>
      </w:r>
      <w:r>
        <w:rPr>
          <w:rtl/>
        </w:rPr>
        <w:t xml:space="preserve">حضرت موسى عليہ السلام پر وحى نازل ہوئي_ </w:t>
      </w:r>
    </w:p>
    <w:p w:rsidR="00DE2D7F" w:rsidRDefault="00DE2D7F" w:rsidP="00D07B54">
      <w:pPr>
        <w:pStyle w:val="libNormal"/>
        <w:rPr>
          <w:rtl/>
        </w:rPr>
      </w:pPr>
      <w:r>
        <w:rPr>
          <w:rtl/>
        </w:rPr>
        <w:t>ليكن بعض كے نزديك يہ احتمال بھى ہے كہ طور لغوى معنى كے لحاظ سے مطلق پہاڑ ہے_ يہ وہى چيز ہے جسے سورہ اعراف كى آيہ</w:t>
      </w:r>
      <w:r w:rsidR="00E664BB">
        <w:rPr>
          <w:rtl/>
        </w:rPr>
        <w:t>171</w:t>
      </w:r>
      <w:r>
        <w:rPr>
          <w:rtl/>
        </w:rPr>
        <w:t xml:space="preserve"> مي</w:t>
      </w:r>
      <w:r w:rsidR="007D6C9B">
        <w:rPr>
          <w:rtl/>
        </w:rPr>
        <w:t xml:space="preserve">ں </w:t>
      </w:r>
      <w:r>
        <w:rPr>
          <w:rtl/>
        </w:rPr>
        <w:t xml:space="preserve">''جبل''سے تعبير كيا گيا ہے: </w:t>
      </w:r>
    </w:p>
    <w:p w:rsidR="00DE2D7F" w:rsidRDefault="00DE2D7F" w:rsidP="00D07B54">
      <w:pPr>
        <w:pStyle w:val="libNormal"/>
        <w:rPr>
          <w:rtl/>
        </w:rPr>
      </w:pPr>
    </w:p>
    <w:p w:rsidR="00053D15" w:rsidRDefault="00DE2D7F" w:rsidP="00D07B54">
      <w:pPr>
        <w:pStyle w:val="Heading2Center"/>
      </w:pPr>
      <w:bookmarkStart w:id="274" w:name="_Toc7268671"/>
      <w:r>
        <w:rPr>
          <w:rtl/>
        </w:rPr>
        <w:t>توريت كيا ہے</w:t>
      </w:r>
      <w:bookmarkEnd w:id="274"/>
    </w:p>
    <w:p w:rsidR="00DE2D7F" w:rsidRDefault="00DE2D7F" w:rsidP="00D07B54">
      <w:pPr>
        <w:pStyle w:val="libNormal"/>
        <w:rPr>
          <w:rtl/>
        </w:rPr>
      </w:pPr>
      <w:r>
        <w:rPr>
          <w:rtl/>
        </w:rPr>
        <w:t xml:space="preserve"> توريت عبرانى زبان كا لفظ ہے، اس كا معنى ہے''شريعت''اور''قانون''_يہ لفظ خداكى طرف سے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بقر آيت </w:t>
      </w:r>
      <w:r w:rsidR="00E664BB">
        <w:rPr>
          <w:rtl/>
        </w:rPr>
        <w:t>63</w:t>
      </w:r>
      <w:r>
        <w:rPr>
          <w:rtl/>
        </w:rPr>
        <w:t xml:space="preserve"> </w:t>
      </w:r>
    </w:p>
    <w:p w:rsidR="00DE2D7F" w:rsidRDefault="00DE2D7F" w:rsidP="00D07B54">
      <w:pPr>
        <w:pStyle w:val="libFootnote"/>
        <w:rPr>
          <w:rtl/>
        </w:rPr>
      </w:pPr>
      <w:r>
        <w:rPr>
          <w:rtl/>
        </w:rPr>
        <w:t>(</w:t>
      </w:r>
      <w:r w:rsidR="00E664BB">
        <w:rPr>
          <w:rtl/>
        </w:rPr>
        <w:t>2</w:t>
      </w:r>
      <w:r>
        <w:rPr>
          <w:rtl/>
        </w:rPr>
        <w:t xml:space="preserve">)سورہ بقرہ آيت </w:t>
      </w:r>
      <w:r w:rsidR="00E664BB">
        <w:rPr>
          <w:rtl/>
        </w:rPr>
        <w:t>64</w:t>
      </w:r>
      <w:r>
        <w:rPr>
          <w:rtl/>
        </w:rPr>
        <w:t xml:space="preserve"> </w:t>
      </w:r>
    </w:p>
    <w:p w:rsidR="00053D15" w:rsidRDefault="001648F9" w:rsidP="00D07B54">
      <w:pPr>
        <w:pStyle w:val="libNormal"/>
      </w:pPr>
      <w:r>
        <w:rPr>
          <w:rtl/>
        </w:rPr>
        <w:t xml:space="preserve"> </w:t>
      </w:r>
      <w:r>
        <w:rPr>
          <w:rtl/>
        </w:rPr>
        <w:br w:type="page"/>
      </w:r>
    </w:p>
    <w:p w:rsidR="00053D15" w:rsidRDefault="00053D15" w:rsidP="00D07B54">
      <w:pPr>
        <w:pStyle w:val="libNormal"/>
      </w:pPr>
    </w:p>
    <w:p w:rsidR="00DE2D7F" w:rsidRDefault="00DE2D7F" w:rsidP="00D07B54">
      <w:pPr>
        <w:pStyle w:val="libNormal"/>
        <w:rPr>
          <w:rtl/>
        </w:rPr>
      </w:pPr>
      <w:r>
        <w:rPr>
          <w:rtl/>
        </w:rPr>
        <w:t>حضرت موسى عليہ السلام بن عمران پر نازل ہونے والى كتاب كے لئے بولا جاتا ہے_نيز بعض اوقات عہد عتيق كى كتب كے مجموعے كے لئے اور كبھى كبھى توريت كے پانچو</w:t>
      </w:r>
      <w:r w:rsidR="007D6C9B">
        <w:rPr>
          <w:rtl/>
        </w:rPr>
        <w:t xml:space="preserve">ں </w:t>
      </w:r>
      <w:r>
        <w:rPr>
          <w:rtl/>
        </w:rPr>
        <w:t xml:space="preserve">اسفار كے لئے بھى استعمال ہوتا ہے_ </w:t>
      </w:r>
    </w:p>
    <w:p w:rsidR="00DE2D7F" w:rsidRDefault="00DE2D7F" w:rsidP="00D07B54">
      <w:pPr>
        <w:pStyle w:val="libNormal"/>
        <w:rPr>
          <w:rtl/>
        </w:rPr>
      </w:pPr>
      <w:r>
        <w:rPr>
          <w:rtl/>
        </w:rPr>
        <w:t>اس كى وضاحت يہ ہے كہ يہوديو</w:t>
      </w:r>
      <w:r w:rsidR="007D6C9B">
        <w:rPr>
          <w:rtl/>
        </w:rPr>
        <w:t xml:space="preserve">ں </w:t>
      </w:r>
      <w:r>
        <w:rPr>
          <w:rtl/>
        </w:rPr>
        <w:t>كى كتب كے مجموعے كو عہد عتيق كہتے ہي</w:t>
      </w:r>
      <w:r w:rsidR="007D6C9B">
        <w:rPr>
          <w:rtl/>
        </w:rPr>
        <w:t xml:space="preserve">ں </w:t>
      </w:r>
      <w:r>
        <w:rPr>
          <w:rtl/>
        </w:rPr>
        <w:t>_اس مي</w:t>
      </w:r>
      <w:r w:rsidR="007D6C9B">
        <w:rPr>
          <w:rtl/>
        </w:rPr>
        <w:t xml:space="preserve">ں </w:t>
      </w:r>
      <w:r>
        <w:rPr>
          <w:rtl/>
        </w:rPr>
        <w:t>توريت اور چندديگر كتب شامل ہي</w:t>
      </w:r>
      <w:r w:rsidR="007D6C9B">
        <w:rPr>
          <w:rtl/>
        </w:rPr>
        <w:t xml:space="preserve">ں </w:t>
      </w:r>
      <w:r>
        <w:rPr>
          <w:rtl/>
        </w:rPr>
        <w:t xml:space="preserve">_ </w:t>
      </w:r>
    </w:p>
    <w:p w:rsidR="00DE2D7F" w:rsidRDefault="00DE2D7F" w:rsidP="00D07B54">
      <w:pPr>
        <w:pStyle w:val="libNormal"/>
        <w:rPr>
          <w:rtl/>
        </w:rPr>
      </w:pPr>
      <w:r>
        <w:rPr>
          <w:rtl/>
        </w:rPr>
        <w:t>توريت كے پانچ حصے ہي</w:t>
      </w:r>
      <w:r w:rsidR="007D6C9B">
        <w:rPr>
          <w:rtl/>
        </w:rPr>
        <w:t xml:space="preserve">ں </w:t>
      </w:r>
      <w:r>
        <w:rPr>
          <w:rtl/>
        </w:rPr>
        <w:t xml:space="preserve">: </w:t>
      </w:r>
    </w:p>
    <w:p w:rsidR="00DE2D7F" w:rsidRDefault="00DE2D7F" w:rsidP="00D07B54">
      <w:pPr>
        <w:pStyle w:val="libNormal"/>
        <w:rPr>
          <w:rtl/>
        </w:rPr>
      </w:pPr>
      <w:r>
        <w:rPr>
          <w:rtl/>
        </w:rPr>
        <w:t>جنہي</w:t>
      </w:r>
      <w:r w:rsidR="007D6C9B">
        <w:rPr>
          <w:rtl/>
        </w:rPr>
        <w:t xml:space="preserve">ں </w:t>
      </w:r>
      <w:r>
        <w:rPr>
          <w:rtl/>
        </w:rPr>
        <w:t>سفر پيدا</w:t>
      </w:r>
      <w:r w:rsidR="00091C36">
        <w:rPr>
          <w:rtl/>
        </w:rPr>
        <w:t xml:space="preserve">ئش </w:t>
      </w:r>
      <w:r>
        <w:rPr>
          <w:rtl/>
        </w:rPr>
        <w:t>،سفر خروج،سفر لاويان،سفر اعداد اور سفر تثنيہ كہتے ہي</w:t>
      </w:r>
      <w:r w:rsidR="007D6C9B">
        <w:rPr>
          <w:rtl/>
        </w:rPr>
        <w:t xml:space="preserve">ں </w:t>
      </w:r>
      <w:r>
        <w:rPr>
          <w:rtl/>
        </w:rPr>
        <w:t>_ اس كے موضوعات يہ ہي</w:t>
      </w:r>
      <w:r w:rsidR="007D6C9B">
        <w:rPr>
          <w:rtl/>
        </w:rPr>
        <w:t xml:space="preserve">ں </w:t>
      </w:r>
      <w:r>
        <w:rPr>
          <w:rtl/>
        </w:rPr>
        <w:t xml:space="preserve">: </w:t>
      </w:r>
    </w:p>
    <w:p w:rsidR="00DE2D7F" w:rsidRDefault="00E664BB" w:rsidP="00D07B54">
      <w:pPr>
        <w:pStyle w:val="libNormal"/>
        <w:rPr>
          <w:rtl/>
        </w:rPr>
      </w:pPr>
      <w:r>
        <w:rPr>
          <w:rtl/>
        </w:rPr>
        <w:t>1</w:t>
      </w:r>
      <w:r w:rsidR="00DE2D7F">
        <w:rPr>
          <w:rtl/>
        </w:rPr>
        <w:t xml:space="preserve">)كائنات،انسان اور ديگر مخلوقات كى خلقت_ </w:t>
      </w:r>
    </w:p>
    <w:p w:rsidR="00DE2D7F" w:rsidRDefault="00E664BB" w:rsidP="00D07B54">
      <w:pPr>
        <w:pStyle w:val="libNormal"/>
        <w:rPr>
          <w:rtl/>
        </w:rPr>
      </w:pPr>
      <w:r>
        <w:rPr>
          <w:rtl/>
        </w:rPr>
        <w:t>2</w:t>
      </w:r>
      <w:r w:rsidR="00DE2D7F">
        <w:rPr>
          <w:rtl/>
        </w:rPr>
        <w:t xml:space="preserve">)حضرت موسى (ع) بن عمران،گذشتہ انبياء اور بنى اسرائيل كے حالات وغيرہ_ </w:t>
      </w:r>
    </w:p>
    <w:p w:rsidR="00DE2D7F" w:rsidRDefault="00E664BB" w:rsidP="00D07B54">
      <w:pPr>
        <w:pStyle w:val="libNormal"/>
        <w:rPr>
          <w:rtl/>
        </w:rPr>
      </w:pPr>
      <w:r>
        <w:rPr>
          <w:rtl/>
        </w:rPr>
        <w:t>3</w:t>
      </w:r>
      <w:r w:rsidR="00DE2D7F">
        <w:rPr>
          <w:rtl/>
        </w:rPr>
        <w:t xml:space="preserve">)اس دين كے احكام كى تشريح_ </w:t>
      </w:r>
    </w:p>
    <w:p w:rsidR="00DE2D7F" w:rsidRDefault="00DE2D7F" w:rsidP="00D07B54">
      <w:pPr>
        <w:pStyle w:val="libNormal"/>
        <w:rPr>
          <w:rtl/>
        </w:rPr>
      </w:pPr>
      <w:r>
        <w:rPr>
          <w:rtl/>
        </w:rPr>
        <w:t>عہد عتيق كى ديگر كتابي</w:t>
      </w:r>
      <w:r w:rsidR="007D6C9B">
        <w:rPr>
          <w:rtl/>
        </w:rPr>
        <w:t xml:space="preserve">ں </w:t>
      </w:r>
      <w:r>
        <w:rPr>
          <w:rtl/>
        </w:rPr>
        <w:t>در اصل حضرت موسى عليہ السلام كے بعد كے مو رخين كى تحرير كردہ ہي</w:t>
      </w:r>
      <w:r w:rsidR="007D6C9B">
        <w:rPr>
          <w:rtl/>
        </w:rPr>
        <w:t xml:space="preserve">ں </w:t>
      </w:r>
      <w:r>
        <w:rPr>
          <w:rtl/>
        </w:rPr>
        <w:t>_ ان مي</w:t>
      </w:r>
      <w:r w:rsidR="007D6C9B">
        <w:rPr>
          <w:rtl/>
        </w:rPr>
        <w:t xml:space="preserve">ں </w:t>
      </w:r>
      <w:r>
        <w:rPr>
          <w:rtl/>
        </w:rPr>
        <w:t>حضرت موسى (ع) بن عمران كے بعد كے نبيو</w:t>
      </w:r>
      <w:r w:rsidR="007D6C9B">
        <w:rPr>
          <w:rtl/>
        </w:rPr>
        <w:t xml:space="preserve">ں </w:t>
      </w:r>
      <w:r>
        <w:rPr>
          <w:rtl/>
        </w:rPr>
        <w:t>،حكمرانو</w:t>
      </w:r>
      <w:r w:rsidR="007D6C9B">
        <w:rPr>
          <w:rtl/>
        </w:rPr>
        <w:t xml:space="preserve">ں </w:t>
      </w:r>
      <w:r>
        <w:rPr>
          <w:rtl/>
        </w:rPr>
        <w:t>اور قومو</w:t>
      </w:r>
      <w:r w:rsidR="007D6C9B">
        <w:rPr>
          <w:rtl/>
        </w:rPr>
        <w:t xml:space="preserve">ں </w:t>
      </w:r>
      <w:r>
        <w:rPr>
          <w:rtl/>
        </w:rPr>
        <w:t>كے حالات بيان كئے گئے ہي</w:t>
      </w:r>
      <w:r w:rsidR="007D6C9B">
        <w:rPr>
          <w:rtl/>
        </w:rPr>
        <w:t xml:space="preserve">ں </w:t>
      </w:r>
      <w:r>
        <w:rPr>
          <w:rtl/>
        </w:rPr>
        <w:t xml:space="preserve">_ </w:t>
      </w:r>
    </w:p>
    <w:p w:rsidR="00DE2D7F" w:rsidRDefault="00DE2D7F" w:rsidP="00D07B54">
      <w:pPr>
        <w:pStyle w:val="libNormal"/>
        <w:rPr>
          <w:rtl/>
        </w:rPr>
      </w:pPr>
      <w:r>
        <w:rPr>
          <w:rtl/>
        </w:rPr>
        <w:t>يہ بات بغير كہے واضح ہے كہ توريت كے پانچو</w:t>
      </w:r>
      <w:r w:rsidR="007D6C9B">
        <w:rPr>
          <w:rtl/>
        </w:rPr>
        <w:t xml:space="preserve">ں </w:t>
      </w:r>
      <w:r>
        <w:rPr>
          <w:rtl/>
        </w:rPr>
        <w:t>اسفار سے اگرصرف نظر كرليا جائے تو ديگر كتب مي</w:t>
      </w:r>
      <w:r w:rsidR="007D6C9B">
        <w:rPr>
          <w:rtl/>
        </w:rPr>
        <w:t xml:space="preserve">ں </w:t>
      </w:r>
      <w:r>
        <w:rPr>
          <w:rtl/>
        </w:rPr>
        <w:t>سے كوئي كتاب بھى آسمانى كتاب نہي</w:t>
      </w:r>
      <w:r w:rsidR="007D6C9B">
        <w:rPr>
          <w:rtl/>
        </w:rPr>
        <w:t xml:space="preserve">ں </w:t>
      </w:r>
      <w:r>
        <w:rPr>
          <w:rtl/>
        </w:rPr>
        <w:t>ہے_ خود يہودى بھى اس كا دعوى نہي</w:t>
      </w:r>
      <w:r w:rsidR="007D6C9B">
        <w:rPr>
          <w:rtl/>
        </w:rPr>
        <w:t xml:space="preserve">ں </w:t>
      </w:r>
      <w:r>
        <w:rPr>
          <w:rtl/>
        </w:rPr>
        <w:t>كرتے_يہا</w:t>
      </w:r>
      <w:r w:rsidR="007D6C9B">
        <w:rPr>
          <w:rtl/>
        </w:rPr>
        <w:t xml:space="preserve">ں </w:t>
      </w:r>
      <w:r>
        <w:rPr>
          <w:rtl/>
        </w:rPr>
        <w:t>تك كہ حضرت داو د(ع) سے منسوب زبور جسے وہ ''مزامير'' كہتے ہي</w:t>
      </w:r>
      <w:r w:rsidR="007D6C9B">
        <w:rPr>
          <w:rtl/>
        </w:rPr>
        <w:t xml:space="preserve">ں </w:t>
      </w:r>
      <w:r>
        <w:rPr>
          <w:rtl/>
        </w:rPr>
        <w:t xml:space="preserve">،حضرت داو د(ع) كے مناجات اور پندو نصائح كى تشريح ہے_ </w:t>
      </w:r>
    </w:p>
    <w:p w:rsidR="00DE2D7F" w:rsidRDefault="00DE2D7F" w:rsidP="00D07B54">
      <w:pPr>
        <w:pStyle w:val="libNormal"/>
        <w:rPr>
          <w:rtl/>
        </w:rPr>
      </w:pPr>
      <w:r>
        <w:rPr>
          <w:rtl/>
        </w:rPr>
        <w:t>رہى بات توريت كے پانچو</w:t>
      </w:r>
      <w:r w:rsidR="007D6C9B">
        <w:rPr>
          <w:rtl/>
        </w:rPr>
        <w:t xml:space="preserve">ں </w:t>
      </w:r>
      <w:r>
        <w:rPr>
          <w:rtl/>
        </w:rPr>
        <w:t>سفرو</w:t>
      </w:r>
      <w:r w:rsidR="007D6C9B">
        <w:rPr>
          <w:rtl/>
        </w:rPr>
        <w:t xml:space="preserve">ں </w:t>
      </w:r>
      <w:r>
        <w:rPr>
          <w:rtl/>
        </w:rPr>
        <w:t>كى تو ان مي</w:t>
      </w:r>
      <w:r w:rsidR="007D6C9B">
        <w:rPr>
          <w:rtl/>
        </w:rPr>
        <w:t xml:space="preserve">ں </w:t>
      </w:r>
      <w:r>
        <w:rPr>
          <w:rtl/>
        </w:rPr>
        <w:t>ايسے واضح قرائن موجود ہي</w:t>
      </w:r>
      <w:r w:rsidR="007D6C9B">
        <w:rPr>
          <w:rtl/>
        </w:rPr>
        <w:t xml:space="preserve">ں </w:t>
      </w:r>
      <w:r>
        <w:rPr>
          <w:rtl/>
        </w:rPr>
        <w:t>جو اس بات كى نشاندہى كرتے ہي</w:t>
      </w:r>
      <w:r w:rsidR="007D6C9B">
        <w:rPr>
          <w:rtl/>
        </w:rPr>
        <w:t xml:space="preserve">ں </w:t>
      </w:r>
      <w:r>
        <w:rPr>
          <w:rtl/>
        </w:rPr>
        <w:t>كہ وہ بھى آسمانى كتابي</w:t>
      </w:r>
      <w:r w:rsidR="007D6C9B">
        <w:rPr>
          <w:rtl/>
        </w:rPr>
        <w:t xml:space="preserve">ں </w:t>
      </w:r>
      <w:r>
        <w:rPr>
          <w:rtl/>
        </w:rPr>
        <w:t>نہي</w:t>
      </w:r>
      <w:r w:rsidR="007D6C9B">
        <w:rPr>
          <w:rtl/>
        </w:rPr>
        <w:t xml:space="preserve">ں </w:t>
      </w:r>
      <w:r>
        <w:rPr>
          <w:rtl/>
        </w:rPr>
        <w:t>ہي</w:t>
      </w:r>
      <w:r w:rsidR="007D6C9B">
        <w:rPr>
          <w:rtl/>
        </w:rPr>
        <w:t xml:space="preserve">ں </w:t>
      </w:r>
      <w:r>
        <w:rPr>
          <w:rtl/>
        </w:rPr>
        <w:t>بلكہ وہ تاريخى كتاب ہي</w:t>
      </w:r>
      <w:r w:rsidR="007D6C9B">
        <w:rPr>
          <w:rtl/>
        </w:rPr>
        <w:t xml:space="preserve">ں </w:t>
      </w:r>
      <w:r>
        <w:rPr>
          <w:rtl/>
        </w:rPr>
        <w:t>جو حضرت موسى عليہ السلام كے بعد لكھى گئي ہي</w:t>
      </w:r>
      <w:r w:rsidR="007D6C9B">
        <w:rPr>
          <w:rtl/>
        </w:rPr>
        <w:t xml:space="preserve">ں </w:t>
      </w:r>
      <w:r>
        <w:rPr>
          <w:rtl/>
        </w:rPr>
        <w:t>كيونكہ ان مي</w:t>
      </w:r>
      <w:r w:rsidR="007D6C9B">
        <w:rPr>
          <w:rtl/>
        </w:rPr>
        <w:t xml:space="preserve">ں </w:t>
      </w:r>
      <w:r>
        <w:rPr>
          <w:rtl/>
        </w:rPr>
        <w:t>حضرت موسى عليہ السلام كى وفات،ان كے دفن كى كيفيت اور ان كى وفات كے بعد كے كچھ حالات مذكور ہي</w:t>
      </w:r>
      <w:r w:rsidR="007D6C9B">
        <w:rPr>
          <w:rtl/>
        </w:rPr>
        <w:t xml:space="preserve">ں </w:t>
      </w:r>
      <w:r>
        <w:rPr>
          <w:rtl/>
        </w:rPr>
        <w:t xml:space="preserve">_ </w:t>
      </w:r>
    </w:p>
    <w:p w:rsidR="00DE2D7F" w:rsidRDefault="00DE2D7F" w:rsidP="00D07B54">
      <w:pPr>
        <w:pStyle w:val="libNormal"/>
        <w:rPr>
          <w:rtl/>
        </w:rPr>
      </w:pPr>
      <w:r>
        <w:rPr>
          <w:rtl/>
        </w:rPr>
        <w:t>خصوصاً سفر تثنيہ كے آخرى حصے مي</w:t>
      </w:r>
      <w:r w:rsidR="007D6C9B">
        <w:rPr>
          <w:rtl/>
        </w:rPr>
        <w:t xml:space="preserve">ں </w:t>
      </w:r>
      <w:r>
        <w:rPr>
          <w:rtl/>
        </w:rPr>
        <w:t xml:space="preserve">يہ بات وضاحت سے ثابت ہوتى ہے كہ يہ كتاب حضرت موسى </w:t>
      </w:r>
    </w:p>
    <w:p w:rsidR="00053D15" w:rsidRDefault="001648F9" w:rsidP="00D07B54">
      <w:pPr>
        <w:pStyle w:val="libNormal"/>
      </w:pPr>
      <w:r>
        <w:rPr>
          <w:rtl/>
        </w:rPr>
        <w:t xml:space="preserve"> </w:t>
      </w:r>
      <w:r>
        <w:rPr>
          <w:rtl/>
        </w:rPr>
        <w:br w:type="page"/>
      </w:r>
    </w:p>
    <w:p w:rsidR="00053D15" w:rsidRDefault="00053D15" w:rsidP="00D07B54">
      <w:pPr>
        <w:pStyle w:val="libNormal"/>
      </w:pPr>
    </w:p>
    <w:p w:rsidR="00DE2D7F" w:rsidRDefault="00DE2D7F" w:rsidP="00D07B54">
      <w:pPr>
        <w:pStyle w:val="libNormal"/>
        <w:rPr>
          <w:rtl/>
        </w:rPr>
      </w:pPr>
      <w:r>
        <w:rPr>
          <w:rtl/>
        </w:rPr>
        <w:t xml:space="preserve">بن عمران عليہ السلام كى وفات سے كافى مدت بعد لكھى گئي ہے_ </w:t>
      </w:r>
    </w:p>
    <w:p w:rsidR="00053D15" w:rsidRDefault="00DE2D7F" w:rsidP="00D07B54">
      <w:pPr>
        <w:pStyle w:val="libNormal"/>
        <w:rPr>
          <w:rtl/>
        </w:rPr>
      </w:pPr>
      <w:r>
        <w:rPr>
          <w:rtl/>
        </w:rPr>
        <w:t>علاوہ ازي</w:t>
      </w:r>
      <w:r w:rsidR="007D6C9B">
        <w:rPr>
          <w:rtl/>
        </w:rPr>
        <w:t xml:space="preserve">ں </w:t>
      </w:r>
      <w:r>
        <w:rPr>
          <w:rtl/>
        </w:rPr>
        <w:t>ان كتب مي</w:t>
      </w:r>
      <w:r w:rsidR="007D6C9B">
        <w:rPr>
          <w:rtl/>
        </w:rPr>
        <w:t xml:space="preserve">ں </w:t>
      </w:r>
      <w:r>
        <w:rPr>
          <w:rtl/>
        </w:rPr>
        <w:t>بہت سى خرافات اور ناروا باتي</w:t>
      </w:r>
      <w:r w:rsidR="007D6C9B">
        <w:rPr>
          <w:rtl/>
        </w:rPr>
        <w:t xml:space="preserve">ں </w:t>
      </w:r>
      <w:r>
        <w:rPr>
          <w:rtl/>
        </w:rPr>
        <w:t>انبياء و مرسلين سے منسوب كردى گئي ہي</w:t>
      </w:r>
      <w:r w:rsidR="007D6C9B">
        <w:rPr>
          <w:rtl/>
        </w:rPr>
        <w:t xml:space="preserve">ں </w:t>
      </w:r>
      <w:r>
        <w:rPr>
          <w:rtl/>
        </w:rPr>
        <w:t>_بعض بچگانہ باتي</w:t>
      </w:r>
      <w:r w:rsidR="007D6C9B">
        <w:rPr>
          <w:rtl/>
        </w:rPr>
        <w:t xml:space="preserve">ں </w:t>
      </w:r>
      <w:r>
        <w:rPr>
          <w:rtl/>
        </w:rPr>
        <w:t>بھى ہي</w:t>
      </w:r>
      <w:r w:rsidR="007D6C9B">
        <w:rPr>
          <w:rtl/>
        </w:rPr>
        <w:t xml:space="preserve">ں </w:t>
      </w:r>
      <w:r>
        <w:rPr>
          <w:rtl/>
        </w:rPr>
        <w:t>جو ان كے خود ساختہ اور جعلى ہونے پر گواہ ہي</w:t>
      </w:r>
      <w:r w:rsidR="007D6C9B">
        <w:rPr>
          <w:rtl/>
        </w:rPr>
        <w:t xml:space="preserve">ں </w:t>
      </w:r>
      <w:r>
        <w:rPr>
          <w:rtl/>
        </w:rPr>
        <w:t>نيز بعض تاريخى شواہد بھى نشاندہى كرتے ہي</w:t>
      </w:r>
      <w:r w:rsidR="007D6C9B">
        <w:rPr>
          <w:rtl/>
        </w:rPr>
        <w:t xml:space="preserve">ں </w:t>
      </w:r>
      <w:r>
        <w:rPr>
          <w:rtl/>
        </w:rPr>
        <w:t>كہ اصلى توريت غائب ہوگئي اور پھر حضرت موسى (ع) بن عمران عليہ السلام كے پيروكارو</w:t>
      </w:r>
      <w:r w:rsidR="007D6C9B">
        <w:rPr>
          <w:rtl/>
        </w:rPr>
        <w:t xml:space="preserve">ں </w:t>
      </w:r>
      <w:r>
        <w:rPr>
          <w:rtl/>
        </w:rPr>
        <w:t>نے يہ كتابي</w:t>
      </w:r>
      <w:r w:rsidR="007D6C9B">
        <w:rPr>
          <w:rtl/>
        </w:rPr>
        <w:t xml:space="preserve">ں </w:t>
      </w:r>
      <w:r>
        <w:rPr>
          <w:rtl/>
        </w:rPr>
        <w:t>تحرير كي</w:t>
      </w:r>
      <w:r w:rsidR="007D6C9B">
        <w:rPr>
          <w:rtl/>
        </w:rPr>
        <w:t xml:space="preserve">ں </w:t>
      </w:r>
      <w:r>
        <w:rPr>
          <w:rtl/>
        </w:rPr>
        <w:t xml:space="preserve">_ </w:t>
      </w:r>
    </w:p>
    <w:p w:rsidR="00053D15" w:rsidRDefault="00053D15" w:rsidP="00D07B54">
      <w:pPr>
        <w:pStyle w:val="libNormal"/>
        <w:rPr>
          <w:rtl/>
        </w:rPr>
      </w:pPr>
      <w:r>
        <w:rPr>
          <w:rtl/>
        </w:rPr>
        <w:br w:type="page"/>
      </w:r>
    </w:p>
    <w:p w:rsidR="00DE2D7F" w:rsidRDefault="00DE2D7F" w:rsidP="00D07B54">
      <w:pPr>
        <w:pStyle w:val="libNormal"/>
        <w:rPr>
          <w:rtl/>
        </w:rPr>
      </w:pPr>
    </w:p>
    <w:p w:rsidR="00DE2D7F" w:rsidRDefault="00DE2D7F" w:rsidP="00D07B54">
      <w:pPr>
        <w:pStyle w:val="Heading2Center"/>
        <w:rPr>
          <w:rtl/>
        </w:rPr>
      </w:pPr>
      <w:bookmarkStart w:id="275" w:name="_Toc7268672"/>
      <w:r>
        <w:rPr>
          <w:rtl/>
          <w:lang w:bidi="fa-IR"/>
        </w:rPr>
        <w:t>۵</w:t>
      </w:r>
      <w:r>
        <w:rPr>
          <w:rtl/>
        </w:rPr>
        <w:t xml:space="preserve"> انبياء عليهم السلام کے واقعات</w:t>
      </w:r>
      <w:bookmarkEnd w:id="275"/>
      <w:r>
        <w:rPr>
          <w:rtl/>
        </w:rPr>
        <w:t xml:space="preserve"> </w:t>
      </w:r>
    </w:p>
    <w:p w:rsidR="00053D15" w:rsidRDefault="00DE2D7F" w:rsidP="00D07B54">
      <w:pPr>
        <w:pStyle w:val="Heading2Center"/>
      </w:pPr>
      <w:bookmarkStart w:id="276" w:name="_Toc7268673"/>
      <w:r>
        <w:rPr>
          <w:rtl/>
        </w:rPr>
        <w:t>حضرت خضر عليہ السلام</w:t>
      </w:r>
      <w:bookmarkEnd w:id="276"/>
      <w:r>
        <w:rPr>
          <w:rtl/>
        </w:rPr>
        <w:t xml:space="preserve"> </w:t>
      </w:r>
    </w:p>
    <w:p w:rsidR="00DE2D7F" w:rsidRDefault="00DE2D7F" w:rsidP="00D07B54">
      <w:pPr>
        <w:pStyle w:val="libNormal"/>
        <w:rPr>
          <w:rtl/>
        </w:rPr>
      </w:pPr>
      <w:r>
        <w:rPr>
          <w:rtl/>
        </w:rPr>
        <w:t xml:space="preserve">ابى بن كعب نے ابن عباس كى وساطت سے پيغمبر اكرم(ص) كى ايك حديث اس طرح نقل كى ہے: </w:t>
      </w:r>
    </w:p>
    <w:p w:rsidR="00DE2D7F" w:rsidRDefault="00DE2D7F" w:rsidP="00D07B54">
      <w:pPr>
        <w:pStyle w:val="libNormal"/>
        <w:rPr>
          <w:rtl/>
        </w:rPr>
      </w:pPr>
      <w:r>
        <w:rPr>
          <w:rtl/>
        </w:rPr>
        <w:t>''ايك دن موسى عليہ السلام بنى اسرائيل سے خطاب كررہے تھے_ كسى نے آپ(ع) سے پوچھا روئے زمين پر سب سے زيادہ علم كون ركھتا ہے_تو موسى عليہ السلام نے كہا مجھے اپنے آپ سے بڑھ كر كسى كے عالم ہونے كا علم نہي</w:t>
      </w:r>
      <w:r w:rsidR="007D6C9B">
        <w:rPr>
          <w:rtl/>
        </w:rPr>
        <w:t xml:space="preserve">ں </w:t>
      </w:r>
      <w:r>
        <w:rPr>
          <w:rtl/>
        </w:rPr>
        <w:t>_ اس وقت موسى عليہ السلام كو وحى ہوئي كہ ہمارا ايك بندہ مجمع البحرين مي</w:t>
      </w:r>
      <w:r w:rsidR="007D6C9B">
        <w:rPr>
          <w:rtl/>
        </w:rPr>
        <w:t xml:space="preserve">ں </w:t>
      </w:r>
      <w:r>
        <w:rPr>
          <w:rtl/>
        </w:rPr>
        <w:t>ہے كہ جو تجھ سے زيادہ عالم ہے_ اس قت موسى عليہ السلام نے درخواست كى كہ مي</w:t>
      </w:r>
      <w:r w:rsidR="007D6C9B">
        <w:rPr>
          <w:rtl/>
        </w:rPr>
        <w:t xml:space="preserve">ں </w:t>
      </w:r>
      <w:r>
        <w:rPr>
          <w:rtl/>
        </w:rPr>
        <w:t>اس عالم كى زيارت كرنا چاہتا ہو</w:t>
      </w:r>
      <w:r w:rsidR="007D6C9B">
        <w:rPr>
          <w:rtl/>
        </w:rPr>
        <w:t xml:space="preserve">ں </w:t>
      </w:r>
      <w:r>
        <w:rPr>
          <w:rtl/>
        </w:rPr>
        <w:t>_اس پر اللہ نے انہي</w:t>
      </w:r>
      <w:r w:rsidR="007D6C9B">
        <w:rPr>
          <w:rtl/>
        </w:rPr>
        <w:t xml:space="preserve">ں </w:t>
      </w:r>
      <w:r>
        <w:rPr>
          <w:rtl/>
        </w:rPr>
        <w:t xml:space="preserve">ان سے ملاقات كى راہ بتائي''_ </w:t>
      </w:r>
    </w:p>
    <w:p w:rsidR="00DE2D7F" w:rsidRDefault="00DE2D7F" w:rsidP="00D07B54">
      <w:pPr>
        <w:pStyle w:val="libNormal"/>
        <w:rPr>
          <w:rtl/>
        </w:rPr>
      </w:pPr>
      <w:r>
        <w:rPr>
          <w:rtl/>
        </w:rPr>
        <w:t>يہ درحقيقت حضرت موسى عليہ السلام كو تنبيہ تھى كہ اپنے تمام تر علم و فضل كے باوجود اپنے آپ كو افضل ترين نہ سمجھي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)ليكن يہا</w:t>
      </w:r>
      <w:r w:rsidR="007D6C9B">
        <w:rPr>
          <w:rtl/>
        </w:rPr>
        <w:t xml:space="preserve">ں </w:t>
      </w:r>
      <w:r>
        <w:rPr>
          <w:rtl/>
        </w:rPr>
        <w:t>يہ سوال سامنے آتا ہے كہ كيا ايك اولوالعزم صاحب رسالت و شريعت شخص كو اپنے زمانے كا سب سے بڑا عالم نہي</w:t>
      </w:r>
      <w:r w:rsidR="007D6C9B">
        <w:rPr>
          <w:rtl/>
        </w:rPr>
        <w:t xml:space="preserve">ں </w:t>
      </w:r>
      <w:r>
        <w:rPr>
          <w:rtl/>
        </w:rPr>
        <w:t>ہونا چاہئے؟ اس سوال كے جواب مي</w:t>
      </w:r>
      <w:r w:rsidR="007D6C9B">
        <w:rPr>
          <w:rtl/>
        </w:rPr>
        <w:t xml:space="preserve">ں </w:t>
      </w:r>
      <w:r>
        <w:rPr>
          <w:rtl/>
        </w:rPr>
        <w:t>ہم كہي</w:t>
      </w:r>
      <w:r w:rsidR="007D6C9B">
        <w:rPr>
          <w:rtl/>
        </w:rPr>
        <w:t xml:space="preserve">ں </w:t>
      </w:r>
      <w:r>
        <w:rPr>
          <w:rtl/>
        </w:rPr>
        <w:t>گے كہ اپنى ماموريت كى قلمرو مي</w:t>
      </w:r>
      <w:r w:rsidR="007D6C9B">
        <w:rPr>
          <w:rtl/>
        </w:rPr>
        <w:t xml:space="preserve">ں </w:t>
      </w:r>
      <w:r>
        <w:rPr>
          <w:rtl/>
        </w:rPr>
        <w:t>نظام تشريع مي</w:t>
      </w:r>
      <w:r w:rsidR="007D6C9B">
        <w:rPr>
          <w:rtl/>
        </w:rPr>
        <w:t xml:space="preserve">ں </w:t>
      </w:r>
      <w:r>
        <w:rPr>
          <w:rtl/>
        </w:rPr>
        <w:t>اسے سب سے بڑاعالم ہونا چاہيئےور حضرت موسى عليہ السلام اسى طرح تھے ليكن ان كى ماموريت كى قلمرو ان كے عالم دوست كى قلمرو سے الگ تھي_ ان كے عالم دوست كى ماموريت كا تعلق عالم بشريت سے نہ تھا_ دوسرے لفظو</w:t>
      </w:r>
      <w:r w:rsidR="007D6C9B">
        <w:rPr>
          <w:rtl/>
        </w:rPr>
        <w:t xml:space="preserve">ں </w:t>
      </w:r>
      <w:r>
        <w:rPr>
          <w:rtl/>
        </w:rPr>
        <w:t>مي</w:t>
      </w:r>
      <w:r w:rsidR="007D6C9B">
        <w:rPr>
          <w:rtl/>
        </w:rPr>
        <w:t xml:space="preserve">ں </w:t>
      </w:r>
      <w:r>
        <w:rPr>
          <w:rtl/>
        </w:rPr>
        <w:t xml:space="preserve">وہ عالم ايسے اسرار سے آگاہ تھے كہ جو دعوت نبوت كى بنياد نہ تھے. --&gt; </w:t>
      </w:r>
    </w:p>
    <w:p w:rsidR="00053D15" w:rsidRDefault="00053D15" w:rsidP="00D07B54">
      <w:pPr>
        <w:pStyle w:val="libNormal"/>
        <w:rPr>
          <w:rtl/>
        </w:rPr>
      </w:pPr>
      <w:r>
        <w:rPr>
          <w:rtl/>
        </w:rPr>
        <w:br w:type="page"/>
      </w:r>
    </w:p>
    <w:p w:rsidR="00053D15" w:rsidRDefault="00053D15" w:rsidP="00D07B54">
      <w:pPr>
        <w:pStyle w:val="libNormal"/>
      </w:pPr>
    </w:p>
    <w:p w:rsidR="00DE2D7F" w:rsidRDefault="00DE2D7F" w:rsidP="00D07B54">
      <w:pPr>
        <w:pStyle w:val="libNormal"/>
        <w:rPr>
          <w:rtl/>
        </w:rPr>
      </w:pPr>
      <w:r>
        <w:rPr>
          <w:rtl/>
        </w:rPr>
        <w:t>حضرت موسى عليہ السلام اور خضر عليہ السلام كہ جو اس زمانے كے بڑے عالم تھے ان كا واقعہ بھى عجيب ہے_يہ واقعہ نشاندہى كرتا ہے كہ حضرت موسى عليہ السلام جيسے اولو العزم پيغمبر كہ جو اپنے ماحول كے آگاہ ترين اور عالم ترين فرد تھے،بعض پہلوئو</w:t>
      </w:r>
      <w:r w:rsidR="007D6C9B">
        <w:rPr>
          <w:rtl/>
        </w:rPr>
        <w:t xml:space="preserve">ں </w:t>
      </w:r>
      <w:r>
        <w:rPr>
          <w:rtl/>
        </w:rPr>
        <w:t>سے ان كا علم بھى محدود تھا لہذا وہ استاد كى تلاش مي</w:t>
      </w:r>
      <w:r w:rsidR="007D6C9B">
        <w:rPr>
          <w:rtl/>
        </w:rPr>
        <w:t xml:space="preserve">ں </w:t>
      </w:r>
      <w:r>
        <w:rPr>
          <w:rtl/>
        </w:rPr>
        <w:t>نكلے تاكہ اس سے درس لي</w:t>
      </w:r>
      <w:r w:rsidR="007D6C9B">
        <w:rPr>
          <w:rtl/>
        </w:rPr>
        <w:t xml:space="preserve">ں </w:t>
      </w:r>
      <w:r>
        <w:rPr>
          <w:rtl/>
        </w:rPr>
        <w:t>،استاد نے بھى ايسے درس ديئے كہ جن مي</w:t>
      </w:r>
      <w:r w:rsidR="007D6C9B">
        <w:rPr>
          <w:rtl/>
        </w:rPr>
        <w:t xml:space="preserve">ں </w:t>
      </w:r>
      <w:r>
        <w:rPr>
          <w:rtl/>
        </w:rPr>
        <w:t>سے ہر ايك دوسرے سے عجيب تر ہے_ اس داستان مي</w:t>
      </w:r>
      <w:r w:rsidR="007D6C9B">
        <w:rPr>
          <w:rtl/>
        </w:rPr>
        <w:t xml:space="preserve">ں </w:t>
      </w:r>
      <w:r>
        <w:rPr>
          <w:rtl/>
        </w:rPr>
        <w:t>بہت سے اہم نكات پوشيد ہ ہي</w:t>
      </w:r>
      <w:r w:rsidR="007D6C9B">
        <w:rPr>
          <w:rtl/>
        </w:rPr>
        <w:t xml:space="preserve">ں </w:t>
      </w:r>
      <w:r>
        <w:rPr>
          <w:rtl/>
        </w:rPr>
        <w:t xml:space="preserve">_ </w:t>
      </w:r>
    </w:p>
    <w:p w:rsidR="00DE2D7F" w:rsidRDefault="00DE2D7F" w:rsidP="00D07B54">
      <w:pPr>
        <w:pStyle w:val="libNormal"/>
        <w:rPr>
          <w:rtl/>
        </w:rPr>
      </w:pPr>
    </w:p>
    <w:p w:rsidR="00053D15" w:rsidRDefault="00DE2D7F" w:rsidP="00D07B54">
      <w:pPr>
        <w:pStyle w:val="Heading2Center"/>
      </w:pPr>
      <w:bookmarkStart w:id="277" w:name="_Toc7268674"/>
      <w:r>
        <w:rPr>
          <w:rtl/>
        </w:rPr>
        <w:t>حضرت موسى ، جناب خضر كى تلاش مي</w:t>
      </w:r>
      <w:r w:rsidR="007D6C9B">
        <w:rPr>
          <w:rtl/>
        </w:rPr>
        <w:t>ں</w:t>
      </w:r>
      <w:bookmarkEnd w:id="277"/>
      <w:r w:rsidR="007D6C9B">
        <w:rPr>
          <w:rtl/>
        </w:rPr>
        <w:t xml:space="preserve"> </w:t>
      </w:r>
    </w:p>
    <w:p w:rsidR="00DE2D7F" w:rsidRDefault="00DE2D7F" w:rsidP="00D07B54">
      <w:pPr>
        <w:pStyle w:val="libNormal"/>
        <w:rPr>
          <w:rtl/>
        </w:rPr>
      </w:pPr>
      <w:r>
        <w:rPr>
          <w:rtl/>
        </w:rPr>
        <w:t>حضرت موسى عليہ السلام كو كسى نہايت اہم چيزى كى تلاش تھي_وہ اس كى جستجو مي</w:t>
      </w:r>
      <w:r w:rsidR="007D6C9B">
        <w:rPr>
          <w:rtl/>
        </w:rPr>
        <w:t xml:space="preserve">ں </w:t>
      </w:r>
      <w:r>
        <w:rPr>
          <w:rtl/>
        </w:rPr>
        <w:t>دربدر پھر رہے تھے_وہ عزم بالجزم اور پختہ ارادے سے اسے ڈھونڈ رہے تھے_وہ ارادہ كئے ہوئے تھے كہ جب تك اپنا مقصود نہ پالي</w:t>
      </w:r>
      <w:r w:rsidR="007D6C9B">
        <w:rPr>
          <w:rtl/>
        </w:rPr>
        <w:t xml:space="preserve">ں </w:t>
      </w:r>
      <w:r>
        <w:rPr>
          <w:rtl/>
        </w:rPr>
        <w:t>چين سے نہي</w:t>
      </w:r>
      <w:r w:rsidR="007D6C9B">
        <w:rPr>
          <w:rtl/>
        </w:rPr>
        <w:t xml:space="preserve">ں </w:t>
      </w:r>
      <w:r>
        <w:rPr>
          <w:rtl/>
        </w:rPr>
        <w:t>بيٹھي</w:t>
      </w:r>
      <w:r w:rsidR="007D6C9B">
        <w:rPr>
          <w:rtl/>
        </w:rPr>
        <w:t xml:space="preserve">ں </w:t>
      </w:r>
      <w:r>
        <w:rPr>
          <w:rtl/>
        </w:rPr>
        <w:t xml:space="preserve">گے_ </w:t>
      </w:r>
    </w:p>
    <w:p w:rsidR="00DE2D7F" w:rsidRDefault="00DE2D7F" w:rsidP="00D07B54">
      <w:pPr>
        <w:pStyle w:val="libNormal"/>
        <w:rPr>
          <w:rtl/>
        </w:rPr>
      </w:pPr>
      <w:r>
        <w:rPr>
          <w:rtl/>
        </w:rPr>
        <w:t>حضرت موسى عليہ السلام جس كى تلاش پر مامور تھے اس كا آپ(ع) كى زندگى پر بہت گہرا اثر ہوا اور اس نے آپ(ع) كى زندگى كا نيا باب كھول ديا_جى ہا</w:t>
      </w:r>
      <w:r w:rsidR="007D6C9B">
        <w:rPr>
          <w:rtl/>
        </w:rPr>
        <w:t xml:space="preserve">ں </w:t>
      </w:r>
      <w:r>
        <w:rPr>
          <w:rtl/>
        </w:rPr>
        <w:t>وہ ايك مرد عالم و دانشمند كى جستجو مي</w:t>
      </w:r>
      <w:r w:rsidR="007D6C9B">
        <w:rPr>
          <w:rtl/>
        </w:rPr>
        <w:t xml:space="preserve">ں </w:t>
      </w:r>
      <w:r>
        <w:rPr>
          <w:rtl/>
        </w:rPr>
        <w:t>تھے_ايسا عالم كہ جو حضرت موسى عليہ السلام كى آنكھو</w:t>
      </w:r>
      <w:r w:rsidR="007D6C9B">
        <w:rPr>
          <w:rtl/>
        </w:rPr>
        <w:t xml:space="preserve">ں </w:t>
      </w:r>
      <w:r>
        <w:rPr>
          <w:rtl/>
        </w:rPr>
        <w:t>كے سامنے سے بھى حجاب ہٹا سكتا تھا اور انہي</w:t>
      </w:r>
      <w:r w:rsidR="007D6C9B">
        <w:rPr>
          <w:rtl/>
        </w:rPr>
        <w:t xml:space="preserve">ں </w:t>
      </w:r>
      <w:r>
        <w:rPr>
          <w:rtl/>
        </w:rPr>
        <w:t xml:space="preserve">نئے حقائق سے روشناس كرواسكتا تھا اور ان كے لئے علوم و دانش كے تازہ باب كھول سكتا تھا_ </w:t>
      </w:r>
    </w:p>
    <w:p w:rsidR="00DE2D7F" w:rsidRDefault="00DE2D7F" w:rsidP="00D07B54">
      <w:pPr>
        <w:pStyle w:val="libNormal"/>
        <w:rPr>
          <w:rtl/>
        </w:rPr>
      </w:pPr>
      <w:r>
        <w:rPr>
          <w:rtl/>
        </w:rPr>
        <w:t>اتفاقاً ايك حديث كہ جو امام صادق عليہ السلام سے منقول ہے اسمي</w:t>
      </w:r>
      <w:r w:rsidR="007D6C9B">
        <w:rPr>
          <w:rtl/>
        </w:rPr>
        <w:t xml:space="preserve">ں </w:t>
      </w:r>
      <w:r>
        <w:rPr>
          <w:rtl/>
        </w:rPr>
        <w:t>صراحت كے ساتھ بتايا گيا ہے كہ حضرت موسى (ع) حضرت خضر(ع) سے زيادہ عالم تھے يعنى علم شريعت مي</w:t>
      </w:r>
      <w:r w:rsidR="007D6C9B">
        <w:rPr>
          <w:rtl/>
        </w:rPr>
        <w:t xml:space="preserve">ں </w:t>
      </w:r>
      <w:r>
        <w:rPr>
          <w:rtl/>
        </w:rPr>
        <w:t xml:space="preserve">_ </w:t>
      </w:r>
    </w:p>
    <w:p w:rsidR="00DE2D7F" w:rsidRDefault="00DE2D7F" w:rsidP="00D07B54">
      <w:pPr>
        <w:pStyle w:val="libNormal"/>
        <w:rPr>
          <w:rtl/>
        </w:rPr>
      </w:pPr>
      <w:r>
        <w:rPr>
          <w:rtl/>
        </w:rPr>
        <w:t>شايد اس سوال كا جواب نہ پانے كى وجہ سے اور نسيان سے مربوط سوال كا جواب نہ پانے كے سبب بعض نے ان آيات مي</w:t>
      </w:r>
      <w:r w:rsidR="007D6C9B">
        <w:rPr>
          <w:rtl/>
        </w:rPr>
        <w:t xml:space="preserve">ں </w:t>
      </w:r>
      <w:r>
        <w:rPr>
          <w:rtl/>
        </w:rPr>
        <w:t xml:space="preserve">جن موسى عليہ السلام كا ذكر ہے اسے موسى بن عمران تسليم كرنے سے انكار كرديا ہے_ </w:t>
      </w:r>
    </w:p>
    <w:p w:rsidR="00DE2D7F" w:rsidRDefault="00DE2D7F" w:rsidP="00D07B54">
      <w:pPr>
        <w:pStyle w:val="libNormal"/>
        <w:rPr>
          <w:rtl/>
        </w:rPr>
      </w:pPr>
      <w:r>
        <w:rPr>
          <w:rtl/>
        </w:rPr>
        <w:t>ايك حديث كہ جو حضرت على بن موسى رضا عليہ السلام سے نقل ہوئي ہے اس سے بھى يہ نكتہ معلوم ہوتا ہے كہ ان دونو</w:t>
      </w:r>
      <w:r w:rsidR="007D6C9B">
        <w:rPr>
          <w:rtl/>
        </w:rPr>
        <w:t xml:space="preserve">ں </w:t>
      </w:r>
      <w:r>
        <w:rPr>
          <w:rtl/>
        </w:rPr>
        <w:t>بزرگو</w:t>
      </w:r>
      <w:r w:rsidR="007D6C9B">
        <w:rPr>
          <w:rtl/>
        </w:rPr>
        <w:t xml:space="preserve">ں </w:t>
      </w:r>
      <w:r>
        <w:rPr>
          <w:rtl/>
        </w:rPr>
        <w:t>كا دائرہ كار اور قلمرو ايك دوسرے سے مختلف تھى اور ہر ايك دوسرے سے اپنے كام مي</w:t>
      </w:r>
      <w:r w:rsidR="007D6C9B">
        <w:rPr>
          <w:rtl/>
        </w:rPr>
        <w:t xml:space="preserve">ں </w:t>
      </w:r>
      <w:r>
        <w:rPr>
          <w:rtl/>
        </w:rPr>
        <w:t xml:space="preserve">زيادہ عالم تھا_ </w:t>
      </w:r>
    </w:p>
    <w:p w:rsidR="00053D15" w:rsidRDefault="001648F9" w:rsidP="00D07B54">
      <w:pPr>
        <w:pStyle w:val="libNormal"/>
      </w:pPr>
      <w:r>
        <w:rPr>
          <w:rtl/>
        </w:rPr>
        <w:t xml:space="preserve"> </w:t>
      </w:r>
      <w:r>
        <w:rPr>
          <w:rtl/>
        </w:rPr>
        <w:br w:type="page"/>
      </w:r>
    </w:p>
    <w:p w:rsidR="00053D15" w:rsidRDefault="00053D15" w:rsidP="00D07B54">
      <w:pPr>
        <w:pStyle w:val="libNormal"/>
      </w:pPr>
    </w:p>
    <w:p w:rsidR="00DE2D7F" w:rsidRDefault="00DE2D7F" w:rsidP="00D07B54">
      <w:pPr>
        <w:pStyle w:val="libNormal"/>
        <w:rPr>
          <w:rtl/>
        </w:rPr>
      </w:pPr>
      <w:r>
        <w:rPr>
          <w:rtl/>
        </w:rPr>
        <w:t>ہم اس سلسلے مي</w:t>
      </w:r>
      <w:r w:rsidR="007D6C9B">
        <w:rPr>
          <w:rtl/>
        </w:rPr>
        <w:t xml:space="preserve">ں </w:t>
      </w:r>
      <w:r>
        <w:rPr>
          <w:rtl/>
        </w:rPr>
        <w:t>جلد پڑھي</w:t>
      </w:r>
      <w:r w:rsidR="007D6C9B">
        <w:rPr>
          <w:rtl/>
        </w:rPr>
        <w:t xml:space="preserve">ں </w:t>
      </w:r>
      <w:r>
        <w:rPr>
          <w:rtl/>
        </w:rPr>
        <w:t xml:space="preserve">گے كہ اس عالم بزرگ كى جگہ معلوم كرنے كے لئے حضرت موسى عليہ السلام كے پاس ايك نشانى تھى اور وہ اس نشانى كے مطابق ہى چل رہے تھے_ </w:t>
      </w:r>
    </w:p>
    <w:p w:rsidR="00DE2D7F" w:rsidRDefault="00DE2D7F" w:rsidP="00D07B54">
      <w:pPr>
        <w:pStyle w:val="libNormal"/>
        <w:rPr>
          <w:rtl/>
        </w:rPr>
      </w:pPr>
      <w:r>
        <w:rPr>
          <w:rtl/>
        </w:rPr>
        <w:t>قرآن كہتا ہے :وہ وقت ياد كرو جب موسى نے اپنے دوست اور ساتھى جوان سے كہاكہ مي</w:t>
      </w:r>
      <w:r w:rsidR="007D6C9B">
        <w:rPr>
          <w:rtl/>
        </w:rPr>
        <w:t xml:space="preserve">ں </w:t>
      </w:r>
      <w:r>
        <w:rPr>
          <w:rtl/>
        </w:rPr>
        <w:t>تو كوشش جارى ركھو</w:t>
      </w:r>
      <w:r w:rsidR="007D6C9B">
        <w:rPr>
          <w:rtl/>
        </w:rPr>
        <w:t xml:space="preserve">ں </w:t>
      </w:r>
      <w:r>
        <w:rPr>
          <w:rtl/>
        </w:rPr>
        <w:t>گا جب تك''مجمع البحرين''تك نہ پہنچ جائو</w:t>
      </w:r>
      <w:r w:rsidR="007D6C9B">
        <w:rPr>
          <w:rtl/>
        </w:rPr>
        <w:t xml:space="preserve">ں </w:t>
      </w:r>
      <w:r>
        <w:rPr>
          <w:rtl/>
        </w:rPr>
        <w:t>،اگر چہ مجھے يہ سفر لمبى مدت تك جارى ركھنا پڑے''_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مجمع البحرين كا مطلب ہے دو دريائو</w:t>
      </w:r>
      <w:r w:rsidR="007D6C9B">
        <w:rPr>
          <w:rtl/>
        </w:rPr>
        <w:t xml:space="preserve">ں </w:t>
      </w:r>
      <w:r>
        <w:rPr>
          <w:rtl/>
        </w:rPr>
        <w:t>كا سنگم_اس سلسلے مي</w:t>
      </w:r>
      <w:r w:rsidR="007D6C9B">
        <w:rPr>
          <w:rtl/>
        </w:rPr>
        <w:t xml:space="preserve">ں </w:t>
      </w:r>
      <w:r>
        <w:rPr>
          <w:rtl/>
        </w:rPr>
        <w:t>مفسرين مي</w:t>
      </w:r>
      <w:r w:rsidR="007D6C9B">
        <w:rPr>
          <w:rtl/>
        </w:rPr>
        <w:t xml:space="preserve">ں </w:t>
      </w:r>
      <w:r>
        <w:rPr>
          <w:rtl/>
        </w:rPr>
        <w:t>اختلاف ہے كہ ''بحرين''سے يہا</w:t>
      </w:r>
      <w:r w:rsidR="007D6C9B">
        <w:rPr>
          <w:rtl/>
        </w:rPr>
        <w:t xml:space="preserve">ں </w:t>
      </w:r>
      <w:r>
        <w:rPr>
          <w:rtl/>
        </w:rPr>
        <w:t>كون سے دو دريا ہي</w:t>
      </w:r>
      <w:r w:rsidR="007D6C9B">
        <w:rPr>
          <w:rtl/>
        </w:rPr>
        <w:t xml:space="preserve">ں </w:t>
      </w:r>
      <w:r>
        <w:rPr>
          <w:rtl/>
        </w:rPr>
        <w:t>_اس سلسلے مي</w:t>
      </w:r>
      <w:r w:rsidR="007D6C9B">
        <w:rPr>
          <w:rtl/>
        </w:rPr>
        <w:t xml:space="preserve">ں </w:t>
      </w:r>
      <w:r>
        <w:rPr>
          <w:rtl/>
        </w:rPr>
        <w:t>تين مشہور نظريئےي</w:t>
      </w:r>
      <w:r w:rsidR="007D6C9B">
        <w:rPr>
          <w:rtl/>
        </w:rPr>
        <w:t xml:space="preserve">ں </w:t>
      </w:r>
      <w:r>
        <w:rPr>
          <w:rtl/>
        </w:rPr>
        <w:t xml:space="preserve">: </w:t>
      </w:r>
    </w:p>
    <w:p w:rsidR="00DE2D7F" w:rsidRDefault="00E664BB" w:rsidP="00D07B54">
      <w:pPr>
        <w:pStyle w:val="libNormal"/>
        <w:rPr>
          <w:rtl/>
        </w:rPr>
      </w:pPr>
      <w:r>
        <w:rPr>
          <w:rtl/>
        </w:rPr>
        <w:t>1</w:t>
      </w:r>
      <w:r w:rsidR="00DE2D7F">
        <w:rPr>
          <w:rtl/>
        </w:rPr>
        <w:t>_خليج عقبہ اور خليج سويز كے ملنے كى جگہ_ہم جانتے ہي</w:t>
      </w:r>
      <w:r w:rsidR="007D6C9B">
        <w:rPr>
          <w:rtl/>
        </w:rPr>
        <w:t xml:space="preserve">ں </w:t>
      </w:r>
      <w:r w:rsidR="00DE2D7F">
        <w:rPr>
          <w:rtl/>
        </w:rPr>
        <w:t>كہ بحيرہ احمر دو حصو</w:t>
      </w:r>
      <w:r w:rsidR="007D6C9B">
        <w:rPr>
          <w:rtl/>
        </w:rPr>
        <w:t xml:space="preserve">ں </w:t>
      </w:r>
      <w:r w:rsidR="00DE2D7F">
        <w:rPr>
          <w:rtl/>
        </w:rPr>
        <w:t>مي</w:t>
      </w:r>
      <w:r w:rsidR="007D6C9B">
        <w:rPr>
          <w:rtl/>
        </w:rPr>
        <w:t xml:space="preserve">ں </w:t>
      </w:r>
      <w:r w:rsidR="00DE2D7F">
        <w:rPr>
          <w:rtl/>
        </w:rPr>
        <w:t>تقسيم ہوجاتا ہے_ايك حصہ شمال مشرق كى طرف بڑھتا رہتا ہے اور دوسرا شمال مغرب كى طرف پہلے حصے كو خليج عقبہ كہتے ہي</w:t>
      </w:r>
      <w:r w:rsidR="007D6C9B">
        <w:rPr>
          <w:rtl/>
        </w:rPr>
        <w:t xml:space="preserve">ں </w:t>
      </w:r>
      <w:r w:rsidR="00DE2D7F">
        <w:rPr>
          <w:rtl/>
        </w:rPr>
        <w:t>اور دوسرے كو خليج سويز اور يہ دونو</w:t>
      </w:r>
      <w:r w:rsidR="007D6C9B">
        <w:rPr>
          <w:rtl/>
        </w:rPr>
        <w:t xml:space="preserve">ں </w:t>
      </w:r>
      <w:r w:rsidR="00DE2D7F">
        <w:rPr>
          <w:rtl/>
        </w:rPr>
        <w:t>خليجي</w:t>
      </w:r>
      <w:r w:rsidR="007D6C9B">
        <w:rPr>
          <w:rtl/>
        </w:rPr>
        <w:t xml:space="preserve">ں </w:t>
      </w:r>
      <w:r w:rsidR="00DE2D7F">
        <w:rPr>
          <w:rtl/>
        </w:rPr>
        <w:t>جنوب مي</w:t>
      </w:r>
      <w:r w:rsidR="007D6C9B">
        <w:rPr>
          <w:rtl/>
        </w:rPr>
        <w:t xml:space="preserve">ں </w:t>
      </w:r>
      <w:r w:rsidR="00DE2D7F">
        <w:rPr>
          <w:rtl/>
        </w:rPr>
        <w:t>پہنچ كر آپس مي</w:t>
      </w:r>
      <w:r w:rsidR="007D6C9B">
        <w:rPr>
          <w:rtl/>
        </w:rPr>
        <w:t xml:space="preserve">ں </w:t>
      </w:r>
      <w:r w:rsidR="00DE2D7F">
        <w:rPr>
          <w:rtl/>
        </w:rPr>
        <w:t>مل جاتى ہي</w:t>
      </w:r>
      <w:r w:rsidR="007D6C9B">
        <w:rPr>
          <w:rtl/>
        </w:rPr>
        <w:t xml:space="preserve">ں </w:t>
      </w:r>
      <w:r w:rsidR="00DE2D7F">
        <w:rPr>
          <w:rtl/>
        </w:rPr>
        <w:t xml:space="preserve">اور پھر بحيرہ احمر اپنا سفر جارى ركھتا ہے_ </w:t>
      </w:r>
    </w:p>
    <w:p w:rsidR="00DE2D7F" w:rsidRDefault="00E664BB" w:rsidP="00D07B54">
      <w:pPr>
        <w:pStyle w:val="libNormal"/>
        <w:rPr>
          <w:rtl/>
        </w:rPr>
      </w:pPr>
      <w:r>
        <w:rPr>
          <w:rtl/>
        </w:rPr>
        <w:t>2</w:t>
      </w:r>
      <w:r w:rsidR="00DE2D7F">
        <w:rPr>
          <w:rtl/>
        </w:rPr>
        <w:t>_اس سے بحر ہند اور بحيرہ احمر كے ملنے كى طرف اشارہ ہے كہ جو باب المندب پر جاملتے ہي</w:t>
      </w:r>
      <w:r w:rsidR="007D6C9B">
        <w:rPr>
          <w:rtl/>
        </w:rPr>
        <w:t xml:space="preserve">ں </w:t>
      </w:r>
      <w:r w:rsidR="00DE2D7F">
        <w:rPr>
          <w:rtl/>
        </w:rPr>
        <w:t xml:space="preserve">_ </w:t>
      </w:r>
    </w:p>
    <w:p w:rsidR="00DE2D7F" w:rsidRDefault="00E664BB" w:rsidP="00D07B54">
      <w:pPr>
        <w:pStyle w:val="libNormal"/>
        <w:rPr>
          <w:rtl/>
        </w:rPr>
      </w:pPr>
      <w:r>
        <w:rPr>
          <w:rtl/>
        </w:rPr>
        <w:t>3</w:t>
      </w:r>
      <w:r w:rsidR="00DE2D7F">
        <w:rPr>
          <w:rtl/>
        </w:rPr>
        <w:t xml:space="preserve">_يہ بحيرہ روم اور بحر اطلس كے سنگم كى طرف اشارہ ہے كہ جو شہر طنجہ كے پاس جبل الطارق كا تنگ دہانہ ہے_ </w:t>
      </w:r>
    </w:p>
    <w:p w:rsidR="00DE2D7F" w:rsidRDefault="00DE2D7F" w:rsidP="00D07B54">
      <w:pPr>
        <w:pStyle w:val="libNormal"/>
        <w:rPr>
          <w:rtl/>
        </w:rPr>
      </w:pPr>
      <w:r>
        <w:rPr>
          <w:rtl/>
        </w:rPr>
        <w:t>تيسرى تفسير تو بہت ہى بعيد نظر آتى ہے كيونكہ حضرت موسى عليہ السلام جہا</w:t>
      </w:r>
      <w:r w:rsidR="007D6C9B">
        <w:rPr>
          <w:rtl/>
        </w:rPr>
        <w:t xml:space="preserve">ں </w:t>
      </w:r>
      <w:r>
        <w:rPr>
          <w:rtl/>
        </w:rPr>
        <w:t>رہتے تھے وہا</w:t>
      </w:r>
      <w:r w:rsidR="007D6C9B">
        <w:rPr>
          <w:rtl/>
        </w:rPr>
        <w:t xml:space="preserve">ں </w:t>
      </w:r>
      <w:r>
        <w:rPr>
          <w:rtl/>
        </w:rPr>
        <w:t>سے جبل الطارق كا فاصلہ اتنا زيادہ ہے كہ اس زمانے مي</w:t>
      </w:r>
      <w:r w:rsidR="007D6C9B">
        <w:rPr>
          <w:rtl/>
        </w:rPr>
        <w:t xml:space="preserve">ں </w:t>
      </w:r>
      <w:r>
        <w:rPr>
          <w:rtl/>
        </w:rPr>
        <w:t>حضرت موسى عليہ السلام اگر عام راستے سے وہا</w:t>
      </w:r>
      <w:r w:rsidR="007D6C9B">
        <w:rPr>
          <w:rtl/>
        </w:rPr>
        <w:t xml:space="preserve">ں </w:t>
      </w:r>
      <w:r>
        <w:rPr>
          <w:rtl/>
        </w:rPr>
        <w:t xml:space="preserve">جاتے تو كئي ماہ لگ جاتے_ </w:t>
      </w:r>
    </w:p>
    <w:p w:rsidR="00DE2D7F" w:rsidRDefault="00DE2D7F" w:rsidP="00D07B54">
      <w:pPr>
        <w:pStyle w:val="libNormal"/>
        <w:rPr>
          <w:rtl/>
        </w:rPr>
      </w:pPr>
      <w:r>
        <w:rPr>
          <w:rtl/>
        </w:rPr>
        <w:t>دوسرى تفسير مي</w:t>
      </w:r>
      <w:r w:rsidR="007D6C9B">
        <w:rPr>
          <w:rtl/>
        </w:rPr>
        <w:t xml:space="preserve">ں </w:t>
      </w:r>
      <w:r>
        <w:rPr>
          <w:rtl/>
        </w:rPr>
        <w:t xml:space="preserve">جس مقام كى نشاندہى كى گئي ہے اس كا فاصلہ اگر چہ نسبتاًكم بنتا ہے ليكن اپنى حد تك وہ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كہف آيت </w:t>
      </w:r>
      <w:r w:rsidR="00E664BB">
        <w:rPr>
          <w:rtl/>
        </w:rPr>
        <w:t>60</w:t>
      </w:r>
      <w:r>
        <w:rPr>
          <w:rtl/>
        </w:rPr>
        <w:t xml:space="preserve"> </w:t>
      </w:r>
    </w:p>
    <w:p w:rsidR="00053D15" w:rsidRDefault="001648F9" w:rsidP="00D07B54">
      <w:pPr>
        <w:pStyle w:val="libNormal"/>
      </w:pPr>
      <w:r>
        <w:rPr>
          <w:rtl/>
        </w:rPr>
        <w:t xml:space="preserve"> </w:t>
      </w:r>
      <w:r>
        <w:rPr>
          <w:rtl/>
        </w:rPr>
        <w:br w:type="page"/>
      </w:r>
    </w:p>
    <w:p w:rsidR="00053D15" w:rsidRDefault="00053D15" w:rsidP="00D07B54">
      <w:pPr>
        <w:pStyle w:val="libNormal"/>
      </w:pPr>
    </w:p>
    <w:p w:rsidR="00DE2D7F" w:rsidRDefault="00DE2D7F" w:rsidP="00D07B54">
      <w:pPr>
        <w:pStyle w:val="libNormal"/>
        <w:rPr>
          <w:rtl/>
        </w:rPr>
      </w:pPr>
      <w:r>
        <w:rPr>
          <w:rtl/>
        </w:rPr>
        <w:t>بھى زيادہ ہے كيونكہ شام سے جنوبى يمن مي</w:t>
      </w:r>
      <w:r w:rsidR="007D6C9B">
        <w:rPr>
          <w:rtl/>
        </w:rPr>
        <w:t xml:space="preserve">ں </w:t>
      </w:r>
      <w:r>
        <w:rPr>
          <w:rtl/>
        </w:rPr>
        <w:t xml:space="preserve">فاصلہ بھى بہت زيادہ ہے_ </w:t>
      </w:r>
    </w:p>
    <w:p w:rsidR="00DE2D7F" w:rsidRDefault="00DE2D7F" w:rsidP="00D07B54">
      <w:pPr>
        <w:pStyle w:val="libNormal"/>
        <w:rPr>
          <w:rtl/>
        </w:rPr>
      </w:pPr>
      <w:r>
        <w:rPr>
          <w:rtl/>
        </w:rPr>
        <w:t>پہلا احتمال زيادہ صحيح معلوم ہوتاہے كيونكہ حضرت موسى عليہ السلام جہا</w:t>
      </w:r>
      <w:r w:rsidR="007D6C9B">
        <w:rPr>
          <w:rtl/>
        </w:rPr>
        <w:t xml:space="preserve">ں </w:t>
      </w:r>
      <w:r>
        <w:rPr>
          <w:rtl/>
        </w:rPr>
        <w:t>رہتے تھے وہا</w:t>
      </w:r>
      <w:r w:rsidR="007D6C9B">
        <w:rPr>
          <w:rtl/>
        </w:rPr>
        <w:t xml:space="preserve">ں </w:t>
      </w:r>
      <w:r>
        <w:rPr>
          <w:rtl/>
        </w:rPr>
        <w:t>سے يعنى شام سے خليج عقبہ تك كوئي زيادہ فاصلہ نہي</w:t>
      </w:r>
      <w:r w:rsidR="007D6C9B">
        <w:rPr>
          <w:rtl/>
        </w:rPr>
        <w:t xml:space="preserve">ں </w:t>
      </w:r>
      <w:r>
        <w:rPr>
          <w:rtl/>
        </w:rPr>
        <w:t>ہے_ويسے بھى قرآنى آيات سے معلوم ہوتا ہے كہ حضرت موسى عليہ السلام نے كوئي زيادہ سفر طے نہي</w:t>
      </w:r>
      <w:r w:rsidR="007D6C9B">
        <w:rPr>
          <w:rtl/>
        </w:rPr>
        <w:t xml:space="preserve">ں </w:t>
      </w:r>
      <w:r>
        <w:rPr>
          <w:rtl/>
        </w:rPr>
        <w:t xml:space="preserve">كيا تھا اگر چہ مقصد تك پہنچنے كے لئے بہت زيادہ سفركے لئے بھى تيار تھے_ </w:t>
      </w:r>
    </w:p>
    <w:p w:rsidR="00DE2D7F" w:rsidRDefault="00DE2D7F" w:rsidP="00D07B54">
      <w:pPr>
        <w:pStyle w:val="libNormal"/>
        <w:rPr>
          <w:rtl/>
        </w:rPr>
      </w:pPr>
    </w:p>
    <w:p w:rsidR="00053D15" w:rsidRDefault="00DE2D7F" w:rsidP="00D07B54">
      <w:pPr>
        <w:pStyle w:val="Heading2Center"/>
      </w:pPr>
      <w:bookmarkStart w:id="278" w:name="_Toc7268675"/>
      <w:r>
        <w:rPr>
          <w:rtl/>
        </w:rPr>
        <w:t>عرصہ دراز تك جناب خضر عليہ السلام كى تلاش</w:t>
      </w:r>
      <w:bookmarkEnd w:id="278"/>
      <w:r>
        <w:rPr>
          <w:rtl/>
        </w:rPr>
        <w:t xml:space="preserve"> </w:t>
      </w:r>
    </w:p>
    <w:p w:rsidR="00DE2D7F" w:rsidRDefault="00DE2D7F" w:rsidP="00D07B54">
      <w:pPr>
        <w:pStyle w:val="libNormal"/>
        <w:rPr>
          <w:rtl/>
        </w:rPr>
      </w:pPr>
      <w:r>
        <w:rPr>
          <w:rtl/>
        </w:rPr>
        <w:t>بعض لوگو</w:t>
      </w:r>
      <w:r w:rsidR="007D6C9B">
        <w:rPr>
          <w:rtl/>
        </w:rPr>
        <w:t xml:space="preserve">ں </w:t>
      </w:r>
      <w:r>
        <w:rPr>
          <w:rtl/>
        </w:rPr>
        <w:t>نے جناب موسى عليہ السلام كے اس قول كے ،كہ انھو</w:t>
      </w:r>
      <w:r w:rsidR="007D6C9B">
        <w:rPr>
          <w:rtl/>
        </w:rPr>
        <w:t xml:space="preserve">ں </w:t>
      </w:r>
      <w:r>
        <w:rPr>
          <w:rtl/>
        </w:rPr>
        <w:t>نے كہا:''مي</w:t>
      </w:r>
      <w:r w:rsidR="007D6C9B">
        <w:rPr>
          <w:rtl/>
        </w:rPr>
        <w:t xml:space="preserve">ں </w:t>
      </w:r>
      <w:r>
        <w:rPr>
          <w:rtl/>
        </w:rPr>
        <w:t>اس وقت تك كوشش كرو</w:t>
      </w:r>
      <w:r w:rsidR="007D6C9B">
        <w:rPr>
          <w:rtl/>
        </w:rPr>
        <w:t xml:space="preserve">ں </w:t>
      </w:r>
      <w:r>
        <w:rPr>
          <w:rtl/>
        </w:rPr>
        <w:t>گا بج تك اپنا مقصد حاصل نہ كرلو</w:t>
      </w:r>
      <w:r w:rsidR="007D6C9B">
        <w:rPr>
          <w:rtl/>
        </w:rPr>
        <w:t xml:space="preserve">ں </w:t>
      </w:r>
      <w:r>
        <w:rPr>
          <w:rtl/>
        </w:rPr>
        <w:t>''كے بارے مي</w:t>
      </w:r>
      <w:r w:rsidR="007D6C9B">
        <w:rPr>
          <w:rtl/>
        </w:rPr>
        <w:t xml:space="preserve">ں </w:t>
      </w:r>
      <w:r>
        <w:rPr>
          <w:rtl/>
        </w:rPr>
        <w:t>كہا ہے :كہ لفظ''حقب'' ، ''عرصہ دراز''كے معنى مي</w:t>
      </w:r>
      <w:r w:rsidR="007D6C9B">
        <w:rPr>
          <w:rtl/>
        </w:rPr>
        <w:t xml:space="preserve">ں </w:t>
      </w:r>
      <w:r>
        <w:rPr>
          <w:rtl/>
        </w:rPr>
        <w:t xml:space="preserve">ہے_ بعض نے اس كى </w:t>
      </w:r>
      <w:r w:rsidR="00E664BB">
        <w:rPr>
          <w:rtl/>
        </w:rPr>
        <w:t>80</w:t>
      </w:r>
      <w:r>
        <w:rPr>
          <w:rtl/>
        </w:rPr>
        <w:t xml:space="preserve"> /سال سے تفسير كى ہے_ اس لفظ سے حضرت موسى عليہ السلام كا مقصد يہ تھا كہ مجھے جس كى تلاش ہے مي</w:t>
      </w:r>
      <w:r w:rsidR="007D6C9B">
        <w:rPr>
          <w:rtl/>
        </w:rPr>
        <w:t xml:space="preserve">ں </w:t>
      </w:r>
      <w:r>
        <w:rPr>
          <w:rtl/>
        </w:rPr>
        <w:t>اسے ڈھونڈھ كے رہو</w:t>
      </w:r>
      <w:r w:rsidR="007D6C9B">
        <w:rPr>
          <w:rtl/>
        </w:rPr>
        <w:t xml:space="preserve">ں </w:t>
      </w:r>
      <w:r>
        <w:rPr>
          <w:rtl/>
        </w:rPr>
        <w:t xml:space="preserve">گا چاہے اس مقصد كے لئے مجھے سالہا سال تك سفر جارى ركھنا پڑے_ </w:t>
      </w:r>
    </w:p>
    <w:p w:rsidR="00DE2D7F" w:rsidRDefault="00DE2D7F" w:rsidP="00D07B54">
      <w:pPr>
        <w:pStyle w:val="libNormal"/>
        <w:rPr>
          <w:rtl/>
        </w:rPr>
      </w:pPr>
      <w:r>
        <w:rPr>
          <w:rtl/>
        </w:rPr>
        <w:t>''بہر حال جس وقت وہ ان دو دريائو</w:t>
      </w:r>
      <w:r w:rsidR="007D6C9B">
        <w:rPr>
          <w:rtl/>
        </w:rPr>
        <w:t xml:space="preserve">ں </w:t>
      </w:r>
      <w:r>
        <w:rPr>
          <w:rtl/>
        </w:rPr>
        <w:t>كے سنگم پر جاپہنچے تو ايك مچھلى كہ جو ان كے پاس تھى اسے بھول گئے''_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ليكن تعجب كى بات يہ ہے كہ'' مچھلى نے دريا مي</w:t>
      </w:r>
      <w:r w:rsidR="007D6C9B">
        <w:rPr>
          <w:rtl/>
        </w:rPr>
        <w:t xml:space="preserve">ں </w:t>
      </w:r>
      <w:r>
        <w:rPr>
          <w:rtl/>
        </w:rPr>
        <w:t>اپنى راہ لى اور چلتى بني''_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مچھلى جو ظاہراً ان كے پا س غذا كے طور پر تھي_ كيا بھونى ہوئي تھى اور اسے نمك لگا ہوا تھا يا يہ تازہ مچھلى تھى كہ جو معجزانہ طور پر زندہ ہوكر اچھل كر پانى مي</w:t>
      </w:r>
      <w:r w:rsidR="007D6C9B">
        <w:rPr>
          <w:rtl/>
        </w:rPr>
        <w:t xml:space="preserve">ں </w:t>
      </w:r>
      <w:r>
        <w:rPr>
          <w:rtl/>
        </w:rPr>
        <w:t xml:space="preserve">جاكر تيرنے لگي_ </w:t>
      </w:r>
    </w:p>
    <w:p w:rsidR="00DE2D7F" w:rsidRDefault="00DE2D7F" w:rsidP="00D07B54">
      <w:pPr>
        <w:pStyle w:val="libNormal"/>
        <w:rPr>
          <w:rtl/>
        </w:rPr>
      </w:pPr>
      <w:r>
        <w:rPr>
          <w:rtl/>
        </w:rPr>
        <w:t>اس سلسلے مي</w:t>
      </w:r>
      <w:r w:rsidR="007D6C9B">
        <w:rPr>
          <w:rtl/>
        </w:rPr>
        <w:t xml:space="preserve">ں </w:t>
      </w:r>
      <w:r>
        <w:rPr>
          <w:rtl/>
        </w:rPr>
        <w:t>مفسرين مي</w:t>
      </w:r>
      <w:r w:rsidR="007D6C9B">
        <w:rPr>
          <w:rtl/>
        </w:rPr>
        <w:t xml:space="preserve">ں </w:t>
      </w:r>
      <w:r>
        <w:rPr>
          <w:rtl/>
        </w:rPr>
        <w:t>اختلاف ہے_بعض كتب تفاسير مي</w:t>
      </w:r>
      <w:r w:rsidR="007D6C9B">
        <w:rPr>
          <w:rtl/>
        </w:rPr>
        <w:t xml:space="preserve">ں </w:t>
      </w:r>
      <w:r>
        <w:rPr>
          <w:rtl/>
        </w:rPr>
        <w:t>يہ بھى ہے كہ اس علاقے مي</w:t>
      </w:r>
      <w:r w:rsidR="007D6C9B">
        <w:rPr>
          <w:rtl/>
        </w:rPr>
        <w:t xml:space="preserve">ں </w:t>
      </w:r>
      <w:r>
        <w:rPr>
          <w:rtl/>
        </w:rPr>
        <w:t xml:space="preserve">آب حيات كا چشمہ تھا_ اس كے كچھ قطرات مچھلى پر پڑگئے جس سے مچھلى زندہ ہوگئي_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كہف آيت</w:t>
      </w:r>
      <w:r w:rsidR="00E664BB">
        <w:rPr>
          <w:rtl/>
        </w:rPr>
        <w:t>61</w:t>
      </w:r>
      <w:r>
        <w:rPr>
          <w:rtl/>
        </w:rPr>
        <w:t xml:space="preserve"> </w:t>
      </w:r>
    </w:p>
    <w:p w:rsidR="00DE2D7F" w:rsidRDefault="00DE2D7F" w:rsidP="00D07B54">
      <w:pPr>
        <w:pStyle w:val="libFootnote"/>
        <w:rPr>
          <w:rtl/>
        </w:rPr>
      </w:pPr>
      <w:r>
        <w:rPr>
          <w:rtl/>
        </w:rPr>
        <w:t>(</w:t>
      </w:r>
      <w:r w:rsidR="00E664BB">
        <w:rPr>
          <w:rtl/>
        </w:rPr>
        <w:t>2</w:t>
      </w:r>
      <w:r>
        <w:rPr>
          <w:rtl/>
        </w:rPr>
        <w:t xml:space="preserve">)سورہ كہف آيت </w:t>
      </w:r>
      <w:r w:rsidR="00E664BB">
        <w:rPr>
          <w:rtl/>
        </w:rPr>
        <w:t>61</w:t>
      </w:r>
      <w:r>
        <w:rPr>
          <w:rtl/>
        </w:rPr>
        <w:t xml:space="preserve"> </w:t>
      </w:r>
    </w:p>
    <w:p w:rsidR="00053D15" w:rsidRDefault="001648F9" w:rsidP="00D07B54">
      <w:pPr>
        <w:pStyle w:val="libNormal"/>
      </w:pPr>
      <w:r>
        <w:rPr>
          <w:rtl/>
        </w:rPr>
        <w:t xml:space="preserve"> </w:t>
      </w:r>
      <w:r>
        <w:rPr>
          <w:rtl/>
        </w:rPr>
        <w:br w:type="page"/>
      </w:r>
    </w:p>
    <w:p w:rsidR="00053D15" w:rsidRDefault="00053D15" w:rsidP="00D07B54">
      <w:pPr>
        <w:pStyle w:val="libNormal"/>
      </w:pPr>
    </w:p>
    <w:p w:rsidR="00DE2D7F" w:rsidRDefault="00DE2D7F" w:rsidP="00D07B54">
      <w:pPr>
        <w:pStyle w:val="libNormal"/>
        <w:rPr>
          <w:rtl/>
        </w:rPr>
      </w:pPr>
      <w:r>
        <w:rPr>
          <w:rtl/>
        </w:rPr>
        <w:t>ليكن يہ احتمال بھى ہے كہ مچھلى ابھى پورى طرح مرى نہ تھى كيونكہ بعض مچھليا</w:t>
      </w:r>
      <w:r w:rsidR="007D6C9B">
        <w:rPr>
          <w:rtl/>
        </w:rPr>
        <w:t xml:space="preserve">ں </w:t>
      </w:r>
      <w:r>
        <w:rPr>
          <w:rtl/>
        </w:rPr>
        <w:t>ايسى بھى ہوتى ہي</w:t>
      </w:r>
      <w:r w:rsidR="007D6C9B">
        <w:rPr>
          <w:rtl/>
        </w:rPr>
        <w:t xml:space="preserve">ں </w:t>
      </w:r>
      <w:r>
        <w:rPr>
          <w:rtl/>
        </w:rPr>
        <w:t>جو پانى سے نكلنے كے بعد بہت دير تك نيم جا</w:t>
      </w:r>
      <w:r w:rsidR="007D6C9B">
        <w:rPr>
          <w:rtl/>
        </w:rPr>
        <w:t xml:space="preserve">ں </w:t>
      </w:r>
      <w:r>
        <w:rPr>
          <w:rtl/>
        </w:rPr>
        <w:t>صورت مي</w:t>
      </w:r>
      <w:r w:rsidR="007D6C9B">
        <w:rPr>
          <w:rtl/>
        </w:rPr>
        <w:t xml:space="preserve">ں </w:t>
      </w:r>
      <w:r>
        <w:rPr>
          <w:rtl/>
        </w:rPr>
        <w:t>رہتى ہي</w:t>
      </w:r>
      <w:r w:rsidR="007D6C9B">
        <w:rPr>
          <w:rtl/>
        </w:rPr>
        <w:t xml:space="preserve">ں </w:t>
      </w:r>
      <w:r>
        <w:rPr>
          <w:rtl/>
        </w:rPr>
        <w:t>اور اس مدت مي</w:t>
      </w:r>
      <w:r w:rsidR="007D6C9B">
        <w:rPr>
          <w:rtl/>
        </w:rPr>
        <w:t xml:space="preserve">ں </w:t>
      </w:r>
      <w:r>
        <w:rPr>
          <w:rtl/>
        </w:rPr>
        <w:t>پانى مي</w:t>
      </w:r>
      <w:r w:rsidR="007D6C9B">
        <w:rPr>
          <w:rtl/>
        </w:rPr>
        <w:t xml:space="preserve">ں </w:t>
      </w:r>
      <w:r>
        <w:rPr>
          <w:rtl/>
        </w:rPr>
        <w:t>گر جائي</w:t>
      </w:r>
      <w:r w:rsidR="007D6C9B">
        <w:rPr>
          <w:rtl/>
        </w:rPr>
        <w:t xml:space="preserve">ں </w:t>
      </w:r>
      <w:r>
        <w:rPr>
          <w:rtl/>
        </w:rPr>
        <w:t xml:space="preserve">تو ان كى معمول كى زندگى پھر شروع ہوجاتى ہے_ </w:t>
      </w:r>
    </w:p>
    <w:p w:rsidR="00DE2D7F" w:rsidRDefault="00DE2D7F" w:rsidP="00D07B54">
      <w:pPr>
        <w:pStyle w:val="libNormal"/>
        <w:rPr>
          <w:rtl/>
        </w:rPr>
      </w:pPr>
      <w:r>
        <w:rPr>
          <w:rtl/>
        </w:rPr>
        <w:t>آخر كار موسى عليہ السلام اور ان كے ہمراہى دو دريائو</w:t>
      </w:r>
      <w:r w:rsidR="007D6C9B">
        <w:rPr>
          <w:rtl/>
        </w:rPr>
        <w:t xml:space="preserve">ں </w:t>
      </w:r>
      <w:r>
        <w:rPr>
          <w:rtl/>
        </w:rPr>
        <w:t>كے سنگم سے آگے نكل گئے تو لمبے سفر كے باعث انہي</w:t>
      </w:r>
      <w:r w:rsidR="007D6C9B">
        <w:rPr>
          <w:rtl/>
        </w:rPr>
        <w:t xml:space="preserve">ں </w:t>
      </w:r>
      <w:r>
        <w:rPr>
          <w:rtl/>
        </w:rPr>
        <w:t>خستگى كا احساس ہوا اور بھوك بھى ستانے لگي_ اس وقت موسى عليہ السلام كو ياد آيا كہ غذا تو ہم ہمراہ لائے تھے، لہذا انہو</w:t>
      </w:r>
      <w:r w:rsidR="007D6C9B">
        <w:rPr>
          <w:rtl/>
        </w:rPr>
        <w:t xml:space="preserve">ں </w:t>
      </w:r>
      <w:r>
        <w:rPr>
          <w:rtl/>
        </w:rPr>
        <w:t>نے اپنے ہمسفر دوست سے كہا: ہمارا كھانا لايئےس سفرنے تو بہت تھكا ديا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وقت ''ان كے ہمسفر نے انہي</w:t>
      </w:r>
      <w:r w:rsidR="007D6C9B">
        <w:rPr>
          <w:rtl/>
        </w:rPr>
        <w:t xml:space="preserve">ں </w:t>
      </w:r>
      <w:r>
        <w:rPr>
          <w:rtl/>
        </w:rPr>
        <w:t>خبردى كہ آپ كو ياد ہے كہ جب ہم نے اس پتھر كے پاس پناہ لى تھي(اور آرام كيا تھا)تو مجھے مچھلى كے بارے مي</w:t>
      </w:r>
      <w:r w:rsidR="007D6C9B">
        <w:rPr>
          <w:rtl/>
        </w:rPr>
        <w:t xml:space="preserve">ں </w:t>
      </w:r>
      <w:r>
        <w:rPr>
          <w:rtl/>
        </w:rPr>
        <w:t>بتانا ياد نہ تھا اور شيطان ہى تھا جس نے يہ بات مجھے بھلادى تھي_ ہوا يہ كہ مچھلى نے بڑے حيران كن طريقے سے دريا كى راہ لى اور پانى مي</w:t>
      </w:r>
      <w:r w:rsidR="007D6C9B">
        <w:rPr>
          <w:rtl/>
        </w:rPr>
        <w:t xml:space="preserve">ں </w:t>
      </w:r>
      <w:r>
        <w:rPr>
          <w:rtl/>
        </w:rPr>
        <w:t>چلتى بني''_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معاملہ چونكہ موسى عليہ السلام كے لئے اس عالم بزرگ كو تلاش كرنے كے لئے نشانى كى حيثيت ركھتا تھا لہذا موسى عليہ السلام نے كہا:''يہى تو ہمي</w:t>
      </w:r>
      <w:r w:rsidR="007D6C9B">
        <w:rPr>
          <w:rtl/>
        </w:rPr>
        <w:t xml:space="preserve">ں </w:t>
      </w:r>
      <w:r>
        <w:rPr>
          <w:rtl/>
        </w:rPr>
        <w:t>جاہئے تھا اور يہى چيزتو ہم ڈھونڈتے پھرتے تھے''_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''اور اس وقت وہ تلاش كرتے ہوئے اسى راہ كى طرف پلٹے''_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97F8A" w:rsidRDefault="00DE2D7F" w:rsidP="00D07B54">
      <w:pPr>
        <w:pStyle w:val="Heading2Center"/>
      </w:pPr>
      <w:bookmarkStart w:id="279" w:name="_Toc7268676"/>
      <w:r>
        <w:rPr>
          <w:rtl/>
        </w:rPr>
        <w:t>عظيم استاد كى زيارت</w:t>
      </w:r>
      <w:bookmarkEnd w:id="279"/>
    </w:p>
    <w:p w:rsidR="00DE2D7F" w:rsidRDefault="00DE2D7F" w:rsidP="00D07B54">
      <w:pPr>
        <w:pStyle w:val="libNormal"/>
        <w:rPr>
          <w:rtl/>
        </w:rPr>
      </w:pPr>
      <w:r>
        <w:rPr>
          <w:rtl/>
        </w:rPr>
        <w:t xml:space="preserve"> قرآن اس داستان كو آگے بڑھاتے ہوئے كہتا ہے:جس وقت موسى عليہ السلام اور ان كے ہمسفر دوست ''مجمع البحرين ''اور پتھر كے پاس پلٹ كر آئے تو'' اچانك ہمارے بندو</w:t>
      </w:r>
      <w:r w:rsidR="007D6C9B">
        <w:rPr>
          <w:rtl/>
        </w:rPr>
        <w:t xml:space="preserve">ں </w:t>
      </w:r>
      <w:r>
        <w:rPr>
          <w:rtl/>
        </w:rPr>
        <w:t>مي</w:t>
      </w:r>
      <w:r w:rsidR="007D6C9B">
        <w:rPr>
          <w:rtl/>
        </w:rPr>
        <w:t xml:space="preserve">ں </w:t>
      </w:r>
      <w:r>
        <w:rPr>
          <w:rtl/>
        </w:rPr>
        <w:t>سے ايك بندے سے ان كى ملاقات ہوگئي_ وہ بندہ كہ جس پر ہم نے اپنى رحمت كى تھى اور جسے ہم نے بہت سے علم و دانش سے نوازا تھا''_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كہف آيت </w:t>
      </w:r>
      <w:r w:rsidR="00E664BB">
        <w:rPr>
          <w:rtl/>
        </w:rPr>
        <w:t>62</w:t>
      </w:r>
      <w:r>
        <w:rPr>
          <w:rtl/>
        </w:rPr>
        <w:t xml:space="preserve"> (</w:t>
      </w:r>
      <w:r w:rsidR="00E664BB">
        <w:rPr>
          <w:rtl/>
        </w:rPr>
        <w:t>2</w:t>
      </w:r>
      <w:r>
        <w:rPr>
          <w:rtl/>
        </w:rPr>
        <w:t xml:space="preserve">)سورہ كہف آيت </w:t>
      </w:r>
      <w:r w:rsidR="00E664BB">
        <w:rPr>
          <w:rtl/>
        </w:rPr>
        <w:t>63</w:t>
      </w:r>
      <w:r>
        <w:rPr>
          <w:rtl/>
        </w:rPr>
        <w:t xml:space="preserve"> (</w:t>
      </w:r>
      <w:r w:rsidR="00E664BB">
        <w:rPr>
          <w:rtl/>
        </w:rPr>
        <w:t>3</w:t>
      </w:r>
      <w:r>
        <w:rPr>
          <w:rtl/>
        </w:rPr>
        <w:t>)سورہ كہف آيت</w:t>
      </w:r>
      <w:r w:rsidR="00E664BB">
        <w:rPr>
          <w:rtl/>
        </w:rPr>
        <w:t>64</w:t>
      </w:r>
      <w:r>
        <w:rPr>
          <w:rtl/>
        </w:rPr>
        <w:t xml:space="preserve"> </w:t>
      </w:r>
    </w:p>
    <w:p w:rsidR="00DE2D7F" w:rsidRDefault="00DE2D7F" w:rsidP="00D07B54">
      <w:pPr>
        <w:pStyle w:val="libFootnote"/>
        <w:rPr>
          <w:rtl/>
        </w:rPr>
      </w:pPr>
      <w:r>
        <w:rPr>
          <w:rtl/>
        </w:rPr>
        <w:t>(</w:t>
      </w:r>
      <w:r w:rsidR="00E664BB">
        <w:rPr>
          <w:rtl/>
        </w:rPr>
        <w:t>4</w:t>
      </w:r>
      <w:r>
        <w:rPr>
          <w:rtl/>
        </w:rPr>
        <w:t>)سورہ كہف آيت</w:t>
      </w:r>
      <w:r w:rsidR="00E664BB">
        <w:rPr>
          <w:rtl/>
        </w:rPr>
        <w:t>64</w:t>
      </w:r>
      <w:r>
        <w:rPr>
          <w:rtl/>
        </w:rPr>
        <w:t xml:space="preserve"> (</w:t>
      </w:r>
      <w:r w:rsidR="00E664BB">
        <w:rPr>
          <w:rtl/>
        </w:rPr>
        <w:t>5</w:t>
      </w:r>
      <w:r>
        <w:rPr>
          <w:rtl/>
        </w:rPr>
        <w:t>)سورہ كہف آيت</w:t>
      </w:r>
      <w:r w:rsidR="00E664BB">
        <w:rPr>
          <w:rtl/>
        </w:rPr>
        <w:t>65</w:t>
      </w:r>
      <w:r>
        <w:rPr>
          <w:rtl/>
        </w:rPr>
        <w:t xml:space="preserve"> </w:t>
      </w:r>
    </w:p>
    <w:p w:rsidR="00D97F8A" w:rsidRDefault="001648F9" w:rsidP="00D07B54">
      <w:pPr>
        <w:pStyle w:val="libNormal"/>
      </w:pPr>
      <w:r>
        <w:rPr>
          <w:rtl/>
        </w:rPr>
        <w:t xml:space="preserve"> </w:t>
      </w:r>
      <w:r>
        <w:rPr>
          <w:rtl/>
        </w:rPr>
        <w:br w:type="page"/>
      </w:r>
    </w:p>
    <w:p w:rsidR="00D97F8A" w:rsidRDefault="00D97F8A" w:rsidP="00D07B54">
      <w:pPr>
        <w:pStyle w:val="libNormal"/>
      </w:pPr>
    </w:p>
    <w:p w:rsidR="00DE2D7F" w:rsidRDefault="00DE2D7F" w:rsidP="00D07B54">
      <w:pPr>
        <w:pStyle w:val="libNormal"/>
        <w:rPr>
          <w:rtl/>
        </w:rPr>
      </w:pPr>
      <w:r>
        <w:rPr>
          <w:rtl/>
        </w:rPr>
        <w:t>اس وقت حضرت موسى عليہ السلام نے بڑے ادب سے اس عالم بزرگ كى خدمت مي</w:t>
      </w:r>
      <w:r w:rsidR="007D6C9B">
        <w:rPr>
          <w:rtl/>
        </w:rPr>
        <w:t xml:space="preserve">ں </w:t>
      </w:r>
      <w:r>
        <w:rPr>
          <w:rtl/>
        </w:rPr>
        <w:t>عرض كيا: ''كيا مجھے اجازت ہے كہ مي</w:t>
      </w:r>
      <w:r w:rsidR="007D6C9B">
        <w:rPr>
          <w:rtl/>
        </w:rPr>
        <w:t xml:space="preserve">ں </w:t>
      </w:r>
      <w:r>
        <w:rPr>
          <w:rtl/>
        </w:rPr>
        <w:t>آپ كى پيروى كرو</w:t>
      </w:r>
      <w:r w:rsidR="007D6C9B">
        <w:rPr>
          <w:rtl/>
        </w:rPr>
        <w:t xml:space="preserve">ں </w:t>
      </w:r>
      <w:r>
        <w:rPr>
          <w:rtl/>
        </w:rPr>
        <w:t>تاكہ جو علم آپ كو عطا كيا گيا ہے اور جو باعث رشد و صلاح ہے،مجھے بھى تعليم دي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ليكن بڑے تعجب كى بات ہے كہ اس عالم نے موسى عليہ السلام سے كہا:''تم ميرے ساتھ ہر گز صبر نہ كرسكوگے''_</w:t>
      </w:r>
      <w:r w:rsidRPr="00AD1EF3">
        <w:rPr>
          <w:rStyle w:val="libFootnotenumChar"/>
          <w:rtl/>
        </w:rPr>
        <w:t>(</w:t>
      </w:r>
      <w:r w:rsidR="00E664BB" w:rsidRPr="00AD1EF3">
        <w:rPr>
          <w:rStyle w:val="libFootnotenumChar"/>
          <w:rtl/>
        </w:rPr>
        <w:t>2</w:t>
      </w:r>
      <w:r w:rsidRPr="00AD1EF3">
        <w:rPr>
          <w:rStyle w:val="libFootnotenumChar"/>
          <w:rtl/>
        </w:rPr>
        <w:t>)</w:t>
      </w:r>
      <w:r>
        <w:rPr>
          <w:rtl/>
        </w:rPr>
        <w:t>ساتھ ہى اس كى وجہ اور دليل بھى بيان كردى اور كہا:''تم اس چيز پر كيسے صبر كر سكتے ہو جس كے اسرار سے تم آگا ہى نہي</w:t>
      </w:r>
      <w:r w:rsidR="007D6C9B">
        <w:rPr>
          <w:rtl/>
        </w:rPr>
        <w:t xml:space="preserve">ں </w:t>
      </w:r>
      <w:r>
        <w:rPr>
          <w:rtl/>
        </w:rPr>
        <w:t>ركھتے''؟</w:t>
      </w:r>
      <w:r w:rsidRPr="00AD1EF3">
        <w:rPr>
          <w:rStyle w:val="libFootnotenumChar"/>
          <w:rtl/>
        </w:rPr>
        <w:t>(</w:t>
      </w:r>
      <w:r w:rsidR="00E664BB" w:rsidRPr="00AD1EF3">
        <w:rPr>
          <w:rStyle w:val="libFootnotenumChar"/>
          <w:rtl/>
        </w:rPr>
        <w:t>3</w:t>
      </w:r>
      <w:r w:rsidRPr="00AD1EF3">
        <w:rPr>
          <w:rStyle w:val="libFootnotenumChar"/>
          <w:rtl/>
        </w:rPr>
        <w:t>)</w:t>
      </w:r>
      <w:r>
        <w:rPr>
          <w:rtl/>
        </w:rPr>
        <w:t>جيسا كہ ہم بعد مي</w:t>
      </w:r>
      <w:r w:rsidR="007D6C9B">
        <w:rPr>
          <w:rtl/>
        </w:rPr>
        <w:t xml:space="preserve">ں </w:t>
      </w:r>
      <w:r>
        <w:rPr>
          <w:rtl/>
        </w:rPr>
        <w:t>ديكھي</w:t>
      </w:r>
      <w:r w:rsidR="007D6C9B">
        <w:rPr>
          <w:rtl/>
        </w:rPr>
        <w:t xml:space="preserve">ں </w:t>
      </w:r>
      <w:r>
        <w:rPr>
          <w:rtl/>
        </w:rPr>
        <w:t>گے يہ عالم، اسرار و حوادث كے باطنى علوم پر دسترس ركھتا تھا جبكہ حضرت موسى عليہ السلام نہ باطن پر مامور تھے اور نہ ان كے بارے مي</w:t>
      </w:r>
      <w:r w:rsidR="007D6C9B">
        <w:rPr>
          <w:rtl/>
        </w:rPr>
        <w:t xml:space="preserve">ں </w:t>
      </w:r>
      <w:r>
        <w:rPr>
          <w:rtl/>
        </w:rPr>
        <w:t xml:space="preserve">زيادہ آگاہى ركھتے تھے_ </w:t>
      </w:r>
    </w:p>
    <w:p w:rsidR="00DE2D7F" w:rsidRDefault="00DE2D7F" w:rsidP="00D07B54">
      <w:pPr>
        <w:pStyle w:val="libNormal"/>
        <w:rPr>
          <w:rtl/>
        </w:rPr>
      </w:pPr>
      <w:r>
        <w:rPr>
          <w:rtl/>
        </w:rPr>
        <w:t>ايسے مواقع پر ايسا بہت ہوتا ہے كہ حوادث كے ظاہر سے ان كا باطن مختلف ہوتا ہے، بعض اوقات كسى واقعے كا ظاہر احمقانہ اور ناپسنديدہ ہوتا ہے جبكہ باطن مي</w:t>
      </w:r>
      <w:r w:rsidR="007D6C9B">
        <w:rPr>
          <w:rtl/>
        </w:rPr>
        <w:t xml:space="preserve">ں </w:t>
      </w:r>
      <w:r>
        <w:rPr>
          <w:rtl/>
        </w:rPr>
        <w:t>بہت مقدس منطقى اور سوچا سمجھا ہوتا ہے ايسے مواقع پر جو شخص ظاہر كو ديكھتا ہے وہ اس پر صبرنہي</w:t>
      </w:r>
      <w:r w:rsidR="007D6C9B">
        <w:rPr>
          <w:rtl/>
        </w:rPr>
        <w:t xml:space="preserve">ں </w:t>
      </w:r>
      <w:r>
        <w:rPr>
          <w:rtl/>
        </w:rPr>
        <w:t xml:space="preserve">كرپاتا اور اس پر اعتراض كرتا ہے يا مخالفت كرنے لگتا ہے_ </w:t>
      </w:r>
    </w:p>
    <w:p w:rsidR="00DE2D7F" w:rsidRDefault="00DE2D7F" w:rsidP="00D07B54">
      <w:pPr>
        <w:pStyle w:val="libNormal"/>
        <w:rPr>
          <w:rtl/>
        </w:rPr>
      </w:pPr>
      <w:r>
        <w:rPr>
          <w:rtl/>
        </w:rPr>
        <w:t>ليكن وہ استاد كہ جو اسرار درو</w:t>
      </w:r>
      <w:r w:rsidR="007D6C9B">
        <w:rPr>
          <w:rtl/>
        </w:rPr>
        <w:t xml:space="preserve">ں </w:t>
      </w:r>
      <w:r>
        <w:rPr>
          <w:rtl/>
        </w:rPr>
        <w:t>سے آگاہ ہے اور معاملے كے باطن پر نظر ركھتا ہے وہ بڑے اطمينان اور ٹھنڈے دل سے كام جارى ركھتا ہے اور اعتراض اور واويلاپر كان نہي</w:t>
      </w:r>
      <w:r w:rsidR="007D6C9B">
        <w:rPr>
          <w:rtl/>
        </w:rPr>
        <w:t xml:space="preserve">ں </w:t>
      </w:r>
      <w:r>
        <w:rPr>
          <w:rtl/>
        </w:rPr>
        <w:t>دھرتا بلكہ مناسب موقع كے انتظار مي</w:t>
      </w:r>
      <w:r w:rsidR="007D6C9B">
        <w:rPr>
          <w:rtl/>
        </w:rPr>
        <w:t xml:space="preserve">ں </w:t>
      </w:r>
      <w:r>
        <w:rPr>
          <w:rtl/>
        </w:rPr>
        <w:t>رہتا ہے تاكہ حقيقت امر بيان كرے جبكہ شاگرد بے تاب رہتا ہے ليكن جب اسرار اس پر كھل جاتے ہي</w:t>
      </w:r>
      <w:r w:rsidR="007D6C9B">
        <w:rPr>
          <w:rtl/>
        </w:rPr>
        <w:t xml:space="preserve">ں </w:t>
      </w:r>
      <w:r>
        <w:rPr>
          <w:rtl/>
        </w:rPr>
        <w:t xml:space="preserve">تو اسے پورى طرح سكون و قرار آجاتا ہے_ </w:t>
      </w:r>
    </w:p>
    <w:p w:rsidR="00DE2D7F" w:rsidRDefault="00DE2D7F" w:rsidP="00D07B54">
      <w:pPr>
        <w:pStyle w:val="libNormal"/>
        <w:rPr>
          <w:rtl/>
        </w:rPr>
      </w:pPr>
      <w:r>
        <w:rPr>
          <w:rtl/>
        </w:rPr>
        <w:t>حضرت موسى عليہ السلام يہ بات سن كر پريشان ہوئے ،انہي</w:t>
      </w:r>
      <w:r w:rsidR="007D6C9B">
        <w:rPr>
          <w:rtl/>
        </w:rPr>
        <w:t xml:space="preserve">ں </w:t>
      </w:r>
      <w:r>
        <w:rPr>
          <w:rtl/>
        </w:rPr>
        <w:t>خوف تھا كہ اس عالم بزرگ كا فيض ان سے منقطع نہ ہو لہذا انہو</w:t>
      </w:r>
      <w:r w:rsidR="007D6C9B">
        <w:rPr>
          <w:rtl/>
        </w:rPr>
        <w:t xml:space="preserve">ں </w:t>
      </w:r>
      <w:r>
        <w:rPr>
          <w:rtl/>
        </w:rPr>
        <w:t>نے وعدہ كيا كہ تمام امور پر صبر كري</w:t>
      </w:r>
      <w:r w:rsidR="007D6C9B">
        <w:rPr>
          <w:rtl/>
        </w:rPr>
        <w:t xml:space="preserve">ں </w:t>
      </w:r>
      <w:r>
        <w:rPr>
          <w:rtl/>
        </w:rPr>
        <w:t>گے اور كہا انشاء اللہ آپ مجھے صابر پائي</w:t>
      </w:r>
      <w:r w:rsidR="007D6C9B">
        <w:rPr>
          <w:rtl/>
        </w:rPr>
        <w:t xml:space="preserve">ں </w:t>
      </w:r>
      <w:r>
        <w:rPr>
          <w:rtl/>
        </w:rPr>
        <w:t>گے اور مي</w:t>
      </w:r>
      <w:r w:rsidR="007D6C9B">
        <w:rPr>
          <w:rtl/>
        </w:rPr>
        <w:t xml:space="preserve">ں </w:t>
      </w:r>
      <w:r>
        <w:rPr>
          <w:rtl/>
        </w:rPr>
        <w:t>وعدہ كرتا ہو</w:t>
      </w:r>
      <w:r w:rsidR="007D6C9B">
        <w:rPr>
          <w:rtl/>
        </w:rPr>
        <w:t xml:space="preserve">ں </w:t>
      </w:r>
      <w:r>
        <w:rPr>
          <w:rtl/>
        </w:rPr>
        <w:t>كہ كسى كام مي</w:t>
      </w:r>
      <w:r w:rsidR="007D6C9B">
        <w:rPr>
          <w:rtl/>
        </w:rPr>
        <w:t xml:space="preserve">ں </w:t>
      </w:r>
      <w:r>
        <w:rPr>
          <w:rtl/>
        </w:rPr>
        <w:t>آپ كى مخالفت نہي</w:t>
      </w:r>
      <w:r w:rsidR="007D6C9B">
        <w:rPr>
          <w:rtl/>
        </w:rPr>
        <w:t xml:space="preserve">ں </w:t>
      </w:r>
      <w:r>
        <w:rPr>
          <w:rtl/>
        </w:rPr>
        <w:t>كرو</w:t>
      </w:r>
      <w:r w:rsidR="007D6C9B">
        <w:rPr>
          <w:rtl/>
        </w:rPr>
        <w:t xml:space="preserve">ں </w:t>
      </w:r>
      <w:r>
        <w:rPr>
          <w:rtl/>
        </w:rPr>
        <w:t>گا_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كہف آيت</w:t>
      </w:r>
      <w:r w:rsidR="00E664BB">
        <w:rPr>
          <w:rtl/>
        </w:rPr>
        <w:t>66</w:t>
      </w:r>
      <w:r>
        <w:rPr>
          <w:rtl/>
        </w:rPr>
        <w:t xml:space="preserve"> </w:t>
      </w:r>
    </w:p>
    <w:p w:rsidR="00DE2D7F" w:rsidRDefault="00DE2D7F" w:rsidP="00D07B54">
      <w:pPr>
        <w:pStyle w:val="libFootnote"/>
        <w:rPr>
          <w:rtl/>
        </w:rPr>
      </w:pPr>
      <w:r>
        <w:rPr>
          <w:rtl/>
        </w:rPr>
        <w:t>(</w:t>
      </w:r>
      <w:r w:rsidR="00E664BB">
        <w:rPr>
          <w:rtl/>
        </w:rPr>
        <w:t>2</w:t>
      </w:r>
      <w:r>
        <w:rPr>
          <w:rtl/>
        </w:rPr>
        <w:t xml:space="preserve">)سورہ كہف آيت </w:t>
      </w:r>
      <w:r w:rsidR="00E664BB">
        <w:rPr>
          <w:rtl/>
        </w:rPr>
        <w:t>67</w:t>
      </w:r>
      <w:r>
        <w:rPr>
          <w:rtl/>
        </w:rPr>
        <w:t xml:space="preserve"> </w:t>
      </w:r>
    </w:p>
    <w:p w:rsidR="00DE2D7F" w:rsidRDefault="00DE2D7F" w:rsidP="00D07B54">
      <w:pPr>
        <w:pStyle w:val="libFootnote"/>
        <w:rPr>
          <w:rtl/>
        </w:rPr>
      </w:pPr>
      <w:r>
        <w:rPr>
          <w:rtl/>
        </w:rPr>
        <w:t>(</w:t>
      </w:r>
      <w:r w:rsidR="00E664BB">
        <w:rPr>
          <w:rtl/>
        </w:rPr>
        <w:t>3</w:t>
      </w:r>
      <w:r>
        <w:rPr>
          <w:rtl/>
        </w:rPr>
        <w:t>)سورہ كہف آيت</w:t>
      </w:r>
      <w:r w:rsidR="00E664BB">
        <w:rPr>
          <w:rtl/>
        </w:rPr>
        <w:t>68</w:t>
      </w:r>
      <w:r>
        <w:rPr>
          <w:rtl/>
        </w:rPr>
        <w:t xml:space="preserve"> </w:t>
      </w:r>
    </w:p>
    <w:p w:rsidR="00DE2D7F" w:rsidRDefault="00DE2D7F" w:rsidP="00D07B54">
      <w:pPr>
        <w:pStyle w:val="libFootnote"/>
        <w:rPr>
          <w:rtl/>
        </w:rPr>
      </w:pPr>
      <w:r>
        <w:rPr>
          <w:rtl/>
        </w:rPr>
        <w:t>(</w:t>
      </w:r>
      <w:r w:rsidR="00E664BB">
        <w:rPr>
          <w:rtl/>
        </w:rPr>
        <w:t>4</w:t>
      </w:r>
      <w:r>
        <w:rPr>
          <w:rtl/>
        </w:rPr>
        <w:t>)سورہ كہف آيت</w:t>
      </w:r>
      <w:r w:rsidR="00E664BB">
        <w:rPr>
          <w:rtl/>
        </w:rPr>
        <w:t>6</w:t>
      </w:r>
      <w:r w:rsidR="00E44785">
        <w:rPr>
          <w:rtl/>
        </w:rPr>
        <w:t>9</w:t>
      </w:r>
      <w:r>
        <w:rPr>
          <w:rtl/>
        </w:rPr>
        <w:t xml:space="preserve"> </w:t>
      </w:r>
    </w:p>
    <w:p w:rsidR="00D97F8A" w:rsidRDefault="001648F9" w:rsidP="00D07B54">
      <w:pPr>
        <w:pStyle w:val="libNormal"/>
      </w:pPr>
      <w:r>
        <w:rPr>
          <w:rtl/>
        </w:rPr>
        <w:t xml:space="preserve"> </w:t>
      </w:r>
      <w:r>
        <w:rPr>
          <w:rtl/>
        </w:rPr>
        <w:br w:type="page"/>
      </w:r>
    </w:p>
    <w:p w:rsidR="00D97F8A" w:rsidRDefault="00D97F8A" w:rsidP="00D07B54">
      <w:pPr>
        <w:pStyle w:val="libNormal"/>
      </w:pPr>
    </w:p>
    <w:p w:rsidR="00DE2D7F" w:rsidRDefault="00DE2D7F" w:rsidP="00D07B54">
      <w:pPr>
        <w:pStyle w:val="libNormal"/>
        <w:rPr>
          <w:rtl/>
        </w:rPr>
      </w:pPr>
      <w:r>
        <w:rPr>
          <w:rtl/>
        </w:rPr>
        <w:t xml:space="preserve">يہ كہہ كر حضرت موسى عليہ السلام نے پھر انتہائي ادب و احترام اور خدا كى مرضى پر اپنے بھروسے كا اظہار كيا_ </w:t>
      </w:r>
    </w:p>
    <w:p w:rsidR="00DE2D7F" w:rsidRDefault="00DE2D7F" w:rsidP="00D07B54">
      <w:pPr>
        <w:pStyle w:val="libNormal"/>
        <w:rPr>
          <w:rtl/>
        </w:rPr>
      </w:pPr>
      <w:r>
        <w:rPr>
          <w:rtl/>
        </w:rPr>
        <w:t>آپ نے اس عالم سے يہ نہي</w:t>
      </w:r>
      <w:r w:rsidR="007D6C9B">
        <w:rPr>
          <w:rtl/>
        </w:rPr>
        <w:t xml:space="preserve">ں </w:t>
      </w:r>
      <w:r>
        <w:rPr>
          <w:rtl/>
        </w:rPr>
        <w:t>كہا كہ مي</w:t>
      </w:r>
      <w:r w:rsidR="007D6C9B">
        <w:rPr>
          <w:rtl/>
        </w:rPr>
        <w:t xml:space="preserve">ں </w:t>
      </w:r>
      <w:r>
        <w:rPr>
          <w:rtl/>
        </w:rPr>
        <w:t>صابر ہو</w:t>
      </w:r>
      <w:r w:rsidR="007D6C9B">
        <w:rPr>
          <w:rtl/>
        </w:rPr>
        <w:t xml:space="preserve">ں </w:t>
      </w:r>
      <w:r>
        <w:rPr>
          <w:rtl/>
        </w:rPr>
        <w:t>بلكہ كہتے ہي</w:t>
      </w:r>
      <w:r w:rsidR="007D6C9B">
        <w:rPr>
          <w:rtl/>
        </w:rPr>
        <w:t xml:space="preserve">ں </w:t>
      </w:r>
      <w:r>
        <w:rPr>
          <w:rtl/>
        </w:rPr>
        <w:t>:انشاء اللہ آپ مجھے صابر پائي</w:t>
      </w:r>
      <w:r w:rsidR="007D6C9B">
        <w:rPr>
          <w:rtl/>
        </w:rPr>
        <w:t xml:space="preserve">ں </w:t>
      </w:r>
      <w:r>
        <w:rPr>
          <w:rtl/>
        </w:rPr>
        <w:t>گے_ليكن چونكہ ايسے واقعات پر صبر كرنا كہ جو ظاہراً ناپسنديدہ ہو</w:t>
      </w:r>
      <w:r w:rsidR="007D6C9B">
        <w:rPr>
          <w:rtl/>
        </w:rPr>
        <w:t xml:space="preserve">ں </w:t>
      </w:r>
      <w:r>
        <w:rPr>
          <w:rtl/>
        </w:rPr>
        <w:t>اور انسان جن كے اسرار سے آگاہ نہ ہوكوئي آسان كام نہي</w:t>
      </w:r>
      <w:r w:rsidR="007D6C9B">
        <w:rPr>
          <w:rtl/>
        </w:rPr>
        <w:t xml:space="preserve">ں </w:t>
      </w:r>
      <w:r>
        <w:rPr>
          <w:rtl/>
        </w:rPr>
        <w:t>اس لئے اس عالم نے حضرت موسى عليہ السلام كو خبردار كرتے ہوئے پھر عہد ليا ''اور كہا اچھا اگر تم ميرے پيچھے پيچھے آنا چاہتے ہو تو ديكھو خاموش رہنا اور كسى معاملے پر سوال نہ كرنا جب تك كہ مناسب موقع پر مي</w:t>
      </w:r>
      <w:r w:rsidR="007D6C9B">
        <w:rPr>
          <w:rtl/>
        </w:rPr>
        <w:t xml:space="preserve">ں </w:t>
      </w:r>
      <w:r>
        <w:rPr>
          <w:rtl/>
        </w:rPr>
        <w:t>خود تم سے بيان نہ كردو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جناب موسى (ع) نے پھر دوبارہ وعدہ كيا اور استادكے ساتھ ہولئے_ </w:t>
      </w:r>
    </w:p>
    <w:p w:rsidR="00DE2D7F" w:rsidRDefault="00DE2D7F" w:rsidP="00D07B54">
      <w:pPr>
        <w:pStyle w:val="libNormal"/>
        <w:rPr>
          <w:rtl/>
        </w:rPr>
      </w:pPr>
    </w:p>
    <w:p w:rsidR="00D97F8A" w:rsidRDefault="00DE2D7F" w:rsidP="00D07B54">
      <w:pPr>
        <w:pStyle w:val="Heading2Center"/>
      </w:pPr>
      <w:bookmarkStart w:id="280" w:name="_Toc7268677"/>
      <w:r>
        <w:rPr>
          <w:rtl/>
        </w:rPr>
        <w:t>خدائي معلم اور يہ ناپسند يدہ كام ؟</w:t>
      </w:r>
      <w:bookmarkEnd w:id="280"/>
    </w:p>
    <w:p w:rsidR="00DE2D7F" w:rsidRDefault="00DE2D7F" w:rsidP="00D07B54">
      <w:pPr>
        <w:pStyle w:val="libNormal"/>
        <w:rPr>
          <w:rtl/>
        </w:rPr>
      </w:pPr>
      <w:r>
        <w:rPr>
          <w:rtl/>
        </w:rPr>
        <w:t xml:space="preserve"> ''موسى (ع) اس عالم ربانى كے ساتھ چل پڑے _چلتے چلتے ايك كشتى تك پہنچے اور اس مي</w:t>
      </w:r>
      <w:r w:rsidR="007D6C9B">
        <w:rPr>
          <w:rtl/>
        </w:rPr>
        <w:t xml:space="preserve">ں </w:t>
      </w:r>
      <w:r>
        <w:rPr>
          <w:rtl/>
        </w:rPr>
        <w:t xml:space="preserve">سوار ہو گئے''_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يہا</w:t>
      </w:r>
      <w:r w:rsidR="007D6C9B">
        <w:rPr>
          <w:rtl/>
        </w:rPr>
        <w:t xml:space="preserve">ں </w:t>
      </w:r>
      <w:r>
        <w:rPr>
          <w:rtl/>
        </w:rPr>
        <w:t>سے ہم ديكھتے ہي</w:t>
      </w:r>
      <w:r w:rsidR="007D6C9B">
        <w:rPr>
          <w:rtl/>
        </w:rPr>
        <w:t xml:space="preserve">ں </w:t>
      </w:r>
      <w:r>
        <w:rPr>
          <w:rtl/>
        </w:rPr>
        <w:t>كہ اب قرآن تثنيہ كى ضمير استعمال كرنے لگا ہے_ يہ اشارہ ہے حضرت موسى عليہ السلام اور اس عالم بزرگوار كى طرف_ يہ امر نشاندہى كرتا ہے كہ حضرت موسى عليہ السلام كے ہمسفر يوشع(ع) كى ماموريت اس مقام پر ختم ہوگئي تھى اور وہ يہا</w:t>
      </w:r>
      <w:r w:rsidR="007D6C9B">
        <w:rPr>
          <w:rtl/>
        </w:rPr>
        <w:t xml:space="preserve">ں </w:t>
      </w:r>
      <w:r>
        <w:rPr>
          <w:rtl/>
        </w:rPr>
        <w:t>سے پلٹ گئے تھے يا پھر يہ ہے كہ وہ موجود تو تھے ليكن اس معاملے سے ان كا تعلق نہي</w:t>
      </w:r>
      <w:r w:rsidR="007D6C9B">
        <w:rPr>
          <w:rtl/>
        </w:rPr>
        <w:t xml:space="preserve">ں </w:t>
      </w:r>
      <w:r>
        <w:rPr>
          <w:rtl/>
        </w:rPr>
        <w:t>تھا لہذا انہي</w:t>
      </w:r>
      <w:r w:rsidR="007D6C9B">
        <w:rPr>
          <w:rtl/>
        </w:rPr>
        <w:t xml:space="preserve">ں </w:t>
      </w:r>
      <w:r>
        <w:rPr>
          <w:rtl/>
        </w:rPr>
        <w:t>يہا</w:t>
      </w:r>
      <w:r w:rsidR="007D6C9B">
        <w:rPr>
          <w:rtl/>
        </w:rPr>
        <w:t xml:space="preserve">ں </w:t>
      </w:r>
      <w:r>
        <w:rPr>
          <w:rtl/>
        </w:rPr>
        <w:t xml:space="preserve">نظرا نداز كرديا گيا ہے_ ليكن پہلا احتمال زيادہ قوى معلوم ہوتا ہے_ </w:t>
      </w:r>
    </w:p>
    <w:p w:rsidR="00DE2D7F" w:rsidRDefault="00DE2D7F" w:rsidP="00D07B54">
      <w:pPr>
        <w:pStyle w:val="libNormal"/>
        <w:rPr>
          <w:rtl/>
        </w:rPr>
      </w:pPr>
      <w:r>
        <w:rPr>
          <w:rtl/>
        </w:rPr>
        <w:t>''بہرحال وہ دونو</w:t>
      </w:r>
      <w:r w:rsidR="007D6C9B">
        <w:rPr>
          <w:rtl/>
        </w:rPr>
        <w:t xml:space="preserve">ں </w:t>
      </w:r>
      <w:r>
        <w:rPr>
          <w:rtl/>
        </w:rPr>
        <w:t>كشتى پر سوار ہوگئے تو اس عالم نے كشتى مي</w:t>
      </w:r>
      <w:r w:rsidR="007D6C9B">
        <w:rPr>
          <w:rtl/>
        </w:rPr>
        <w:t xml:space="preserve">ں </w:t>
      </w:r>
      <w:r>
        <w:rPr>
          <w:rtl/>
        </w:rPr>
        <w:t>سوراخ كرديا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حضرت موسى عليہ السلام چونكہ ايك طرف تو اللہ كے عظيم نبى بھى تھے ،الہذاانہي</w:t>
      </w:r>
      <w:r w:rsidR="007D6C9B">
        <w:rPr>
          <w:rtl/>
        </w:rPr>
        <w:t xml:space="preserve">ں </w:t>
      </w:r>
      <w:r>
        <w:rPr>
          <w:rtl/>
        </w:rPr>
        <w:t>لوگو</w:t>
      </w:r>
      <w:r w:rsidR="007D6C9B">
        <w:rPr>
          <w:rtl/>
        </w:rPr>
        <w:t xml:space="preserve">ں </w:t>
      </w:r>
      <w:r>
        <w:rPr>
          <w:rtl/>
        </w:rPr>
        <w:t xml:space="preserve">كى جان ومال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كہف ايت </w:t>
      </w:r>
      <w:r w:rsidR="00E664BB">
        <w:rPr>
          <w:rtl/>
        </w:rPr>
        <w:t>70</w:t>
      </w:r>
      <w:r>
        <w:rPr>
          <w:rtl/>
        </w:rPr>
        <w:t xml:space="preserve"> </w:t>
      </w:r>
    </w:p>
    <w:p w:rsidR="00DE2D7F" w:rsidRDefault="00DE2D7F" w:rsidP="00D07B54">
      <w:pPr>
        <w:pStyle w:val="libFootnote"/>
        <w:rPr>
          <w:rtl/>
        </w:rPr>
      </w:pPr>
      <w:r>
        <w:rPr>
          <w:rtl/>
        </w:rPr>
        <w:t>(</w:t>
      </w:r>
      <w:r w:rsidR="00E664BB">
        <w:rPr>
          <w:rtl/>
        </w:rPr>
        <w:t>2</w:t>
      </w:r>
      <w:r>
        <w:rPr>
          <w:rtl/>
        </w:rPr>
        <w:t>)سورہ كہف ايت</w:t>
      </w:r>
      <w:r w:rsidR="00E664BB">
        <w:rPr>
          <w:rtl/>
        </w:rPr>
        <w:t>71</w:t>
      </w:r>
      <w:r>
        <w:rPr>
          <w:rtl/>
        </w:rPr>
        <w:t xml:space="preserve"> </w:t>
      </w:r>
    </w:p>
    <w:p w:rsidR="00DE2D7F" w:rsidRDefault="00DE2D7F" w:rsidP="00D07B54">
      <w:pPr>
        <w:pStyle w:val="libFootnote"/>
        <w:rPr>
          <w:rtl/>
        </w:rPr>
      </w:pPr>
      <w:r>
        <w:rPr>
          <w:rtl/>
        </w:rPr>
        <w:t>(</w:t>
      </w:r>
      <w:r w:rsidR="00E664BB">
        <w:rPr>
          <w:rtl/>
        </w:rPr>
        <w:t>3</w:t>
      </w:r>
      <w:r>
        <w:rPr>
          <w:rtl/>
        </w:rPr>
        <w:t xml:space="preserve">)سورہ كہف آيت </w:t>
      </w:r>
      <w:r w:rsidR="00E664BB">
        <w:rPr>
          <w:rtl/>
        </w:rPr>
        <w:t>71</w:t>
      </w:r>
      <w:r>
        <w:rPr>
          <w:rtl/>
        </w:rPr>
        <w:t xml:space="preserve"> </w:t>
      </w:r>
    </w:p>
    <w:p w:rsidR="00D97F8A" w:rsidRDefault="001648F9" w:rsidP="00D07B54">
      <w:pPr>
        <w:pStyle w:val="libNormal"/>
      </w:pPr>
      <w:r>
        <w:rPr>
          <w:rtl/>
        </w:rPr>
        <w:t xml:space="preserve"> </w:t>
      </w:r>
      <w:r>
        <w:rPr>
          <w:rtl/>
        </w:rPr>
        <w:br w:type="page"/>
      </w:r>
    </w:p>
    <w:p w:rsidR="00DE2D7F" w:rsidRDefault="00DE2D7F" w:rsidP="00D07B54">
      <w:pPr>
        <w:pStyle w:val="libNormal"/>
        <w:rPr>
          <w:rtl/>
        </w:rPr>
      </w:pPr>
      <w:r>
        <w:rPr>
          <w:rtl/>
        </w:rPr>
        <w:lastRenderedPageBreak/>
        <w:t>كا محافظ بھى ہونا چاہئے تھا او رانہي</w:t>
      </w:r>
      <w:r w:rsidR="007D6C9B">
        <w:rPr>
          <w:rtl/>
        </w:rPr>
        <w:t xml:space="preserve">ں </w:t>
      </w:r>
      <w:r>
        <w:rPr>
          <w:rtl/>
        </w:rPr>
        <w:t>امر بالمعروف اور نہى عن المنكر بھى كرنا چاہتے تھا اور دوسرى طرف ان كا انسانى ضمير اس بات كى اجازت نہي</w:t>
      </w:r>
      <w:r w:rsidR="007D6C9B">
        <w:rPr>
          <w:rtl/>
        </w:rPr>
        <w:t xml:space="preserve">ں </w:t>
      </w:r>
      <w:r>
        <w:rPr>
          <w:rtl/>
        </w:rPr>
        <w:t>ديتا تھا كہ وہ اس قسم كے غلط كام پر خاموشى اختيار كري</w:t>
      </w:r>
      <w:r w:rsidR="007D6C9B">
        <w:rPr>
          <w:rtl/>
        </w:rPr>
        <w:t xml:space="preserve">ں </w:t>
      </w:r>
      <w:r>
        <w:rPr>
          <w:rtl/>
        </w:rPr>
        <w:t xml:space="preserve">لہذا حضرت خضر كے ساتھ ان كا جو معاہدہ ہوا تھا اسے ايك طرف ركھا اور اس كام پر اعتراض كرديا اور ''كہا: </w:t>
      </w:r>
    </w:p>
    <w:p w:rsidR="00DE2D7F" w:rsidRDefault="00DE2D7F" w:rsidP="00D07B54">
      <w:pPr>
        <w:pStyle w:val="libNormal"/>
        <w:rPr>
          <w:rtl/>
        </w:rPr>
      </w:pPr>
      <w:r>
        <w:rPr>
          <w:rtl/>
        </w:rPr>
        <w:t>كيا آپ نے اہل كشتى كو غرق كرنے كے لئے اس مي</w:t>
      </w:r>
      <w:r w:rsidR="007D6C9B">
        <w:rPr>
          <w:rtl/>
        </w:rPr>
        <w:t xml:space="preserve">ں </w:t>
      </w:r>
      <w:r>
        <w:rPr>
          <w:rtl/>
        </w:rPr>
        <w:t>سوراخ كرديا ہے واقعاً آپ نے كس قدر برا كام انجام ديا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واقعا ًيہ كام كتنا حيرت انگيز ہے كہ كسى كشتى مي</w:t>
      </w:r>
      <w:r w:rsidR="007D6C9B">
        <w:rPr>
          <w:rtl/>
        </w:rPr>
        <w:t xml:space="preserve">ں </w:t>
      </w:r>
      <w:r>
        <w:rPr>
          <w:rtl/>
        </w:rPr>
        <w:t>بہت سے مسافر سوار ہو</w:t>
      </w:r>
      <w:r w:rsidR="007D6C9B">
        <w:rPr>
          <w:rtl/>
        </w:rPr>
        <w:t xml:space="preserve">ں </w:t>
      </w:r>
      <w:r>
        <w:rPr>
          <w:rtl/>
        </w:rPr>
        <w:t>اور اس مي</w:t>
      </w:r>
      <w:r w:rsidR="007D6C9B">
        <w:rPr>
          <w:rtl/>
        </w:rPr>
        <w:t xml:space="preserve">ں </w:t>
      </w:r>
      <w:r>
        <w:rPr>
          <w:rtl/>
        </w:rPr>
        <w:t xml:space="preserve">سوراخ كرديا جائے ؟ </w:t>
      </w:r>
    </w:p>
    <w:p w:rsidR="00DE2D7F" w:rsidRDefault="00DE2D7F" w:rsidP="00D07B54">
      <w:pPr>
        <w:pStyle w:val="libNormal"/>
        <w:rPr>
          <w:rtl/>
        </w:rPr>
      </w:pPr>
      <w:r>
        <w:rPr>
          <w:rtl/>
        </w:rPr>
        <w:t>بعض روايات مي</w:t>
      </w:r>
      <w:r w:rsidR="007D6C9B">
        <w:rPr>
          <w:rtl/>
        </w:rPr>
        <w:t xml:space="preserve">ں </w:t>
      </w:r>
      <w:r>
        <w:rPr>
          <w:rtl/>
        </w:rPr>
        <w:t>ہے كہ اہل كشتى جلدہى متوجہ ہوگئے اور انہو</w:t>
      </w:r>
      <w:r w:rsidR="007D6C9B">
        <w:rPr>
          <w:rtl/>
        </w:rPr>
        <w:t xml:space="preserve">ں </w:t>
      </w:r>
      <w:r>
        <w:rPr>
          <w:rtl/>
        </w:rPr>
        <w:t>نے اس سوارخ كو كسى چيز كے ذريعے سے پركرديا ليكن اب وہ كشتى صحيح نہي</w:t>
      </w:r>
      <w:r w:rsidR="007D6C9B">
        <w:rPr>
          <w:rtl/>
        </w:rPr>
        <w:t xml:space="preserve">ں </w:t>
      </w:r>
      <w:r>
        <w:rPr>
          <w:rtl/>
        </w:rPr>
        <w:t xml:space="preserve">رہ گئي تھى _ </w:t>
      </w:r>
    </w:p>
    <w:p w:rsidR="00DE2D7F" w:rsidRDefault="00DE2D7F" w:rsidP="00D07B54">
      <w:pPr>
        <w:pStyle w:val="libNormal"/>
        <w:rPr>
          <w:rtl/>
        </w:rPr>
      </w:pPr>
      <w:r>
        <w:rPr>
          <w:rtl/>
        </w:rPr>
        <w:t>اس وقت اس عالم نے بڑى متانت كے ساتھ موسى پر نگاہ ڈالى اور ''كہا: مي</w:t>
      </w:r>
      <w:r w:rsidR="007D6C9B">
        <w:rPr>
          <w:rtl/>
        </w:rPr>
        <w:t xml:space="preserve">ں </w:t>
      </w:r>
      <w:r>
        <w:rPr>
          <w:rtl/>
        </w:rPr>
        <w:t>نے نہي</w:t>
      </w:r>
      <w:r w:rsidR="007D6C9B">
        <w:rPr>
          <w:rtl/>
        </w:rPr>
        <w:t xml:space="preserve">ں </w:t>
      </w:r>
      <w:r>
        <w:rPr>
          <w:rtl/>
        </w:rPr>
        <w:t>كہا تھا كہ تم ميرے ساتھ ہرگز صبر نہي</w:t>
      </w:r>
      <w:r w:rsidR="007D6C9B">
        <w:rPr>
          <w:rtl/>
        </w:rPr>
        <w:t xml:space="preserve">ں </w:t>
      </w:r>
      <w:r>
        <w:rPr>
          <w:rtl/>
        </w:rPr>
        <w:t>كرسكو گے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واقعے كى اہميت كے پيش نظر حضرت موسى كى عجلت اگرچہ فطرى تھى تاہم وہ پشيمان ہوئے انہي</w:t>
      </w:r>
      <w:r w:rsidR="007D6C9B">
        <w:rPr>
          <w:rtl/>
        </w:rPr>
        <w:t xml:space="preserve">ں </w:t>
      </w:r>
      <w:r>
        <w:rPr>
          <w:rtl/>
        </w:rPr>
        <w:t>اپنا معاہدہ ياد آيا لہذا معذرت آميز لہجے مي</w:t>
      </w:r>
      <w:r w:rsidR="007D6C9B">
        <w:rPr>
          <w:rtl/>
        </w:rPr>
        <w:t xml:space="preserve">ں </w:t>
      </w:r>
      <w:r>
        <w:rPr>
          <w:rtl/>
        </w:rPr>
        <w:t>استاد سے '' كہا اس بھول پر مجھ سے مواخذہ نہ كيجئے اور اس كام پرمجھ پر سخت گيرى نہ كيجئے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97F8A" w:rsidRDefault="00DE2D7F" w:rsidP="00D07B54">
      <w:pPr>
        <w:pStyle w:val="Heading2Center"/>
      </w:pPr>
      <w:bookmarkStart w:id="281" w:name="_Toc7268678"/>
      <w:r>
        <w:rPr>
          <w:rtl/>
        </w:rPr>
        <w:t>كيو</w:t>
      </w:r>
      <w:r w:rsidR="007D6C9B">
        <w:rPr>
          <w:rtl/>
        </w:rPr>
        <w:t xml:space="preserve">ں </w:t>
      </w:r>
      <w:r>
        <w:rPr>
          <w:rtl/>
        </w:rPr>
        <w:t>اس بچے كو قتل كررہے ہو؟</w:t>
      </w:r>
      <w:bookmarkEnd w:id="281"/>
    </w:p>
    <w:p w:rsidR="00DE2D7F" w:rsidRDefault="00DE2D7F" w:rsidP="00D07B54">
      <w:pPr>
        <w:pStyle w:val="libNormal"/>
        <w:rPr>
          <w:rtl/>
        </w:rPr>
      </w:pPr>
      <w:r>
        <w:rPr>
          <w:rtl/>
        </w:rPr>
        <w:t xml:space="preserve"> ان كا دريائي سفر ختم ہوگيا وہ كشتى سے اتر آئے ،''سفر جارى تھا اثنائے راہ مي</w:t>
      </w:r>
      <w:r w:rsidR="007D6C9B">
        <w:rPr>
          <w:rtl/>
        </w:rPr>
        <w:t xml:space="preserve">ں </w:t>
      </w:r>
      <w:r>
        <w:rPr>
          <w:rtl/>
        </w:rPr>
        <w:t>انہي</w:t>
      </w:r>
      <w:r w:rsidR="007D6C9B">
        <w:rPr>
          <w:rtl/>
        </w:rPr>
        <w:t xml:space="preserve">ں </w:t>
      </w:r>
      <w:r>
        <w:rPr>
          <w:rtl/>
        </w:rPr>
        <w:t xml:space="preserve">ايك بچہ ملا ليكن اس عالم نے كسى تمہيد كے بغير ہى اس بچے كو قتل كرديا''_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كہف آيت </w:t>
      </w:r>
      <w:r w:rsidR="00E664BB">
        <w:rPr>
          <w:rtl/>
        </w:rPr>
        <w:t>71</w:t>
      </w:r>
      <w:r>
        <w:rPr>
          <w:rtl/>
        </w:rPr>
        <w:t xml:space="preserve"> </w:t>
      </w:r>
    </w:p>
    <w:p w:rsidR="00DE2D7F" w:rsidRDefault="00DE2D7F" w:rsidP="00D07B54">
      <w:pPr>
        <w:pStyle w:val="libFootnote"/>
        <w:rPr>
          <w:rtl/>
        </w:rPr>
      </w:pPr>
      <w:r>
        <w:rPr>
          <w:rtl/>
        </w:rPr>
        <w:t>(</w:t>
      </w:r>
      <w:r w:rsidR="00E664BB">
        <w:rPr>
          <w:rtl/>
        </w:rPr>
        <w:t>2</w:t>
      </w:r>
      <w:r>
        <w:rPr>
          <w:rtl/>
        </w:rPr>
        <w:t xml:space="preserve">)سورہ كصف آيت </w:t>
      </w:r>
      <w:r w:rsidR="00E664BB">
        <w:rPr>
          <w:rtl/>
        </w:rPr>
        <w:t>72</w:t>
      </w:r>
      <w:r>
        <w:rPr>
          <w:rtl/>
        </w:rPr>
        <w:t xml:space="preserve"> </w:t>
      </w:r>
    </w:p>
    <w:p w:rsidR="00DE2D7F" w:rsidRDefault="00DE2D7F" w:rsidP="00D07B54">
      <w:pPr>
        <w:pStyle w:val="libFootnote"/>
        <w:rPr>
          <w:rtl/>
        </w:rPr>
      </w:pPr>
      <w:r>
        <w:rPr>
          <w:rtl/>
        </w:rPr>
        <w:t>(</w:t>
      </w:r>
      <w:r w:rsidR="00E664BB">
        <w:rPr>
          <w:rtl/>
        </w:rPr>
        <w:t>3</w:t>
      </w:r>
      <w:r>
        <w:rPr>
          <w:rtl/>
        </w:rPr>
        <w:t xml:space="preserve">)سورہ كہف آيت </w:t>
      </w:r>
      <w:r w:rsidR="00E664BB">
        <w:rPr>
          <w:rtl/>
        </w:rPr>
        <w:t>73</w:t>
      </w:r>
      <w:r>
        <w:rPr>
          <w:rtl/>
        </w:rPr>
        <w:t xml:space="preserve"> </w:t>
      </w:r>
    </w:p>
    <w:p w:rsidR="00DE2D7F" w:rsidRDefault="00DE2D7F" w:rsidP="00D07B54">
      <w:pPr>
        <w:pStyle w:val="libFootnote"/>
        <w:rPr>
          <w:rtl/>
        </w:rPr>
      </w:pPr>
      <w:r>
        <w:rPr>
          <w:rtl/>
        </w:rPr>
        <w:t>(</w:t>
      </w:r>
      <w:r w:rsidR="00E664BB">
        <w:rPr>
          <w:rtl/>
        </w:rPr>
        <w:t>4</w:t>
      </w:r>
      <w:r>
        <w:rPr>
          <w:rtl/>
        </w:rPr>
        <w:t xml:space="preserve">)سورہ كصف آيت </w:t>
      </w:r>
      <w:r w:rsidR="00E664BB">
        <w:rPr>
          <w:rtl/>
        </w:rPr>
        <w:t>74</w:t>
      </w:r>
      <w:r>
        <w:rPr>
          <w:rtl/>
        </w:rPr>
        <w:t xml:space="preserve"> </w:t>
      </w:r>
    </w:p>
    <w:p w:rsidR="00D97F8A" w:rsidRDefault="001648F9" w:rsidP="00D07B54">
      <w:pPr>
        <w:pStyle w:val="libNormal"/>
      </w:pPr>
      <w:r>
        <w:rPr>
          <w:rtl/>
        </w:rPr>
        <w:t xml:space="preserve"> </w:t>
      </w:r>
      <w:r>
        <w:rPr>
          <w:rtl/>
        </w:rPr>
        <w:br w:type="page"/>
      </w:r>
    </w:p>
    <w:p w:rsidR="00D97F8A" w:rsidRDefault="00D97F8A" w:rsidP="00D07B54">
      <w:pPr>
        <w:pStyle w:val="libNormal"/>
      </w:pPr>
    </w:p>
    <w:p w:rsidR="00DE2D7F" w:rsidRDefault="00DE2D7F" w:rsidP="00D07B54">
      <w:pPr>
        <w:pStyle w:val="libNormal"/>
        <w:rPr>
          <w:rtl/>
        </w:rPr>
      </w:pPr>
      <w:r>
        <w:rPr>
          <w:rtl/>
        </w:rPr>
        <w:t>حضرت موسى (ع) سے پھر نہ رہاگيا يہ نہايت وحشتناك منظر تھا بلا جواز اور بےوجہ ايك بے گناہ بچے كا قتل ، ايسى چيز نہ تھى كہ حضرت موسى خاموش رہ سكتے آپ غصے سے آگ بگولہ ہوگئے غم واندوہ اور غصے كا يہ عالم تھا كہ آپ نے پھر اپنے معاہدے كو نظر انداز كرتے ہوئے اب كى شديد تراور واضح تر اعتراض كيا يہ واقعہ بھى پہلے واقعے كى نسبت زيادہ وحشتناك تھا وہ كہنے لگے :''كيا آپ نے ايك بے گناہ اور پاك انسان كو قتل كرديا ہے جبكہ اس نے كسى كو قتل نہي</w:t>
      </w:r>
      <w:r w:rsidR="007D6C9B">
        <w:rPr>
          <w:rtl/>
        </w:rPr>
        <w:t xml:space="preserve">ں </w:t>
      </w:r>
      <w:r>
        <w:rPr>
          <w:rtl/>
        </w:rPr>
        <w:t>كيا،واقعاً آپ نے كيسا برا كا م انجام دياہے_''</w:t>
      </w:r>
      <w:r w:rsidRPr="00AD1EF3">
        <w:rPr>
          <w:rStyle w:val="libFootnotenumChar"/>
          <w:rtl/>
        </w:rPr>
        <w:t>(</w:t>
      </w:r>
      <w:r w:rsidR="00E664BB" w:rsidRPr="00AD1EF3">
        <w:rPr>
          <w:rStyle w:val="libFootnotenumChar"/>
          <w:rtl/>
        </w:rPr>
        <w:t>1</w:t>
      </w:r>
      <w:r w:rsidRPr="00AD1EF3">
        <w:rPr>
          <w:rStyle w:val="libFootnotenumChar"/>
          <w:rtl/>
        </w:rPr>
        <w:t>)(</w:t>
      </w:r>
      <w:r w:rsidR="00E664BB" w:rsidRPr="00AD1EF3">
        <w:rPr>
          <w:rStyle w:val="libFootnotenumChar"/>
          <w:rtl/>
        </w:rPr>
        <w:t>2</w:t>
      </w:r>
      <w:r w:rsidRPr="00AD1EF3">
        <w:rPr>
          <w:rStyle w:val="libFootnotenumChar"/>
          <w:rtl/>
        </w:rPr>
        <w:t>)</w:t>
      </w:r>
      <w:r>
        <w:rPr>
          <w:rtl/>
        </w:rPr>
        <w:t>اس عالم بزرگوار نے پھر اپنے خاص اطمينان اور نرم لہجے مي</w:t>
      </w:r>
      <w:r w:rsidR="007D6C9B">
        <w:rPr>
          <w:rtl/>
        </w:rPr>
        <w:t xml:space="preserve">ں </w:t>
      </w:r>
      <w:r>
        <w:rPr>
          <w:rtl/>
        </w:rPr>
        <w:t>وہى جملہ دہرايا : '' كہا: مي</w:t>
      </w:r>
      <w:r w:rsidR="007D6C9B">
        <w:rPr>
          <w:rtl/>
        </w:rPr>
        <w:t xml:space="preserve">ں </w:t>
      </w:r>
      <w:r>
        <w:rPr>
          <w:rtl/>
        </w:rPr>
        <w:t xml:space="preserve">نے تم سے نہ كہا تھا كہ تھا تم ہرگز ميرے ساتھ صبر نہ كر سكو گے''_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حضرت موسى عليہ السلام كو اپنا عہد ياد آگيا انہي</w:t>
      </w:r>
      <w:r w:rsidR="007D6C9B">
        <w:rPr>
          <w:rtl/>
        </w:rPr>
        <w:t xml:space="preserve">ں </w:t>
      </w:r>
      <w:r>
        <w:rPr>
          <w:rtl/>
        </w:rPr>
        <w:t>بہت احساس شرمندگى ہورہا تھا كيونكہ دومرتبہ يہ پيمان ٹوٹ چكا تھا چاہے بھول كرہى ايسا ہوا ہو انہي</w:t>
      </w:r>
      <w:r w:rsidR="007D6C9B">
        <w:rPr>
          <w:rtl/>
        </w:rPr>
        <w:t xml:space="preserve">ں </w:t>
      </w:r>
      <w:r>
        <w:rPr>
          <w:rtl/>
        </w:rPr>
        <w:t>خيال آرہا تھا كہ ہوسكتا ہے استاد كى بات صحيح ہو كہ انہو</w:t>
      </w:r>
      <w:r w:rsidR="007D6C9B">
        <w:rPr>
          <w:rtl/>
        </w:rPr>
        <w:t xml:space="preserve">ں </w:t>
      </w:r>
      <w:r>
        <w:rPr>
          <w:rtl/>
        </w:rPr>
        <w:t>نے تو پہلے ہى واضح كرديا تھا كہ ابتدا مي</w:t>
      </w:r>
      <w:r w:rsidR="007D6C9B">
        <w:rPr>
          <w:rtl/>
        </w:rPr>
        <w:t xml:space="preserve">ں </w:t>
      </w:r>
      <w:r>
        <w:rPr>
          <w:rtl/>
        </w:rPr>
        <w:t>ان كے كام موسى كے لئے ناقابل برداشت ہو</w:t>
      </w:r>
      <w:r w:rsidR="007D6C9B">
        <w:rPr>
          <w:rtl/>
        </w:rPr>
        <w:t xml:space="preserve">ں </w:t>
      </w:r>
      <w:r>
        <w:rPr>
          <w:rtl/>
        </w:rPr>
        <w:t xml:space="preserve">گے_ </w:t>
      </w:r>
    </w:p>
    <w:p w:rsidR="00DE2D7F" w:rsidRDefault="00DE2D7F" w:rsidP="00D07B54">
      <w:pPr>
        <w:pStyle w:val="libNormal"/>
        <w:rPr>
          <w:rtl/>
        </w:rPr>
      </w:pPr>
      <w:r>
        <w:rPr>
          <w:rtl/>
        </w:rPr>
        <w:t>موسى (ع) نے پھر عذر خواہى كے لہجے مي</w:t>
      </w:r>
      <w:r w:rsidR="007D6C9B">
        <w:rPr>
          <w:rtl/>
        </w:rPr>
        <w:t xml:space="preserve">ں </w:t>
      </w:r>
      <w:r>
        <w:rPr>
          <w:rtl/>
        </w:rPr>
        <w:t>كہا كہ اس دفعہ بھى مجھ سے صرف نظر كيجئے اور ميرى بھول چوك كو نظر انداز كرديجئے اور'' اگر اس كے بعد مي</w:t>
      </w:r>
      <w:r w:rsidR="007D6C9B">
        <w:rPr>
          <w:rtl/>
        </w:rPr>
        <w:t xml:space="preserve">ں </w:t>
      </w:r>
      <w:r>
        <w:rPr>
          <w:rtl/>
        </w:rPr>
        <w:t>آپ كے كامو</w:t>
      </w:r>
      <w:r w:rsidR="007D6C9B">
        <w:rPr>
          <w:rtl/>
        </w:rPr>
        <w:t xml:space="preserve">ں </w:t>
      </w:r>
      <w:r>
        <w:rPr>
          <w:rtl/>
        </w:rPr>
        <w:t>كے بارے مي</w:t>
      </w:r>
      <w:r w:rsidR="007D6C9B">
        <w:rPr>
          <w:rtl/>
        </w:rPr>
        <w:t xml:space="preserve">ں </w:t>
      </w:r>
      <w:r>
        <w:rPr>
          <w:rtl/>
        </w:rPr>
        <w:t>وضاحت كا تقاضا كرو</w:t>
      </w:r>
      <w:r w:rsidR="007D6C9B">
        <w:rPr>
          <w:rtl/>
        </w:rPr>
        <w:t xml:space="preserve">ں </w:t>
      </w:r>
      <w:r>
        <w:rPr>
          <w:rtl/>
        </w:rPr>
        <w:t>(اور آپ پر اعتراض كرو</w:t>
      </w:r>
      <w:r w:rsidR="007D6C9B">
        <w:rPr>
          <w:rtl/>
        </w:rPr>
        <w:t xml:space="preserve">ں </w:t>
      </w:r>
      <w:r>
        <w:rPr>
          <w:rtl/>
        </w:rPr>
        <w:t>) تو پھربے شك مجھے ساتھ نہ ركھي</w:t>
      </w:r>
      <w:r w:rsidR="007D6C9B">
        <w:rPr>
          <w:rtl/>
        </w:rPr>
        <w:t xml:space="preserve">ں </w:t>
      </w:r>
      <w:r>
        <w:rPr>
          <w:rtl/>
        </w:rPr>
        <w:t>اور اس صورت مي</w:t>
      </w:r>
      <w:r w:rsidR="007D6C9B">
        <w:rPr>
          <w:rtl/>
        </w:rPr>
        <w:t xml:space="preserve">ں </w:t>
      </w:r>
      <w:r>
        <w:rPr>
          <w:rtl/>
        </w:rPr>
        <w:t>آپ ميرى استادى سے معذور ہو</w:t>
      </w:r>
      <w:r w:rsidR="007D6C9B">
        <w:rPr>
          <w:rtl/>
        </w:rPr>
        <w:t xml:space="preserve">ں </w:t>
      </w:r>
      <w:r>
        <w:rPr>
          <w:rtl/>
        </w:rPr>
        <w:t xml:space="preserve">گے '' </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كہف آيت </w:t>
      </w:r>
      <w:r w:rsidR="00E664BB">
        <w:rPr>
          <w:rtl/>
        </w:rPr>
        <w:t>74</w:t>
      </w:r>
      <w:r>
        <w:rPr>
          <w:rtl/>
        </w:rPr>
        <w:t xml:space="preserve"> </w:t>
      </w:r>
    </w:p>
    <w:p w:rsidR="00DE2D7F" w:rsidRDefault="00DE2D7F" w:rsidP="00D07B54">
      <w:pPr>
        <w:pStyle w:val="libFootnote"/>
        <w:rPr>
          <w:rtl/>
        </w:rPr>
      </w:pPr>
      <w:r>
        <w:rPr>
          <w:rtl/>
        </w:rPr>
        <w:t>(</w:t>
      </w:r>
      <w:r w:rsidR="00E664BB">
        <w:rPr>
          <w:rtl/>
        </w:rPr>
        <w:t>2</w:t>
      </w:r>
      <w:r>
        <w:rPr>
          <w:rtl/>
        </w:rPr>
        <w:t>)لفظ'' غلام'' جو ان نورس كے معنى مي</w:t>
      </w:r>
      <w:r w:rsidR="007D6C9B">
        <w:rPr>
          <w:rtl/>
        </w:rPr>
        <w:t xml:space="preserve">ں </w:t>
      </w:r>
      <w:r>
        <w:rPr>
          <w:rtl/>
        </w:rPr>
        <w:t xml:space="preserve">ہے وہ حد بلوغ كو پہنچا ہو يا نہ پہنچا ہو _ </w:t>
      </w:r>
    </w:p>
    <w:p w:rsidR="00DE2D7F" w:rsidRDefault="00DE2D7F" w:rsidP="00D07B54">
      <w:pPr>
        <w:pStyle w:val="libFootnote"/>
        <w:rPr>
          <w:rtl/>
        </w:rPr>
      </w:pPr>
      <w:r>
        <w:rPr>
          <w:rtl/>
        </w:rPr>
        <w:t>جس نوجوان كو اس عالم نے قتل كيا تھا وہ حد بلوغ كو پہنچا ہوا تھا يا نہي</w:t>
      </w:r>
      <w:r w:rsidR="007D6C9B">
        <w:rPr>
          <w:rtl/>
        </w:rPr>
        <w:t xml:space="preserve">ں </w:t>
      </w:r>
      <w:r>
        <w:rPr>
          <w:rtl/>
        </w:rPr>
        <w:t>اس سلسلے مي</w:t>
      </w:r>
      <w:r w:rsidR="007D6C9B">
        <w:rPr>
          <w:rtl/>
        </w:rPr>
        <w:t xml:space="preserve">ں </w:t>
      </w:r>
      <w:r>
        <w:rPr>
          <w:rtl/>
        </w:rPr>
        <w:t>مفسرين مي</w:t>
      </w:r>
      <w:r w:rsidR="007D6C9B">
        <w:rPr>
          <w:rtl/>
        </w:rPr>
        <w:t xml:space="preserve">ں </w:t>
      </w:r>
      <w:r>
        <w:rPr>
          <w:rtl/>
        </w:rPr>
        <w:t xml:space="preserve">اختلاف ہے _ </w:t>
      </w:r>
    </w:p>
    <w:p w:rsidR="00DE2D7F" w:rsidRDefault="00DE2D7F" w:rsidP="00D07B54">
      <w:pPr>
        <w:pStyle w:val="libFootnote"/>
        <w:rPr>
          <w:rtl/>
        </w:rPr>
      </w:pPr>
      <w:r>
        <w:rPr>
          <w:rtl/>
        </w:rPr>
        <w:t>بعض نے '' نفسا زكية'' (پاك اور بے گناہ انسان ) كى تعبير كو اس بات كى دليل بنايا ہے كہ وہ بالغ تھا كيونكہ قصاص صرف بالغ سے ليا جاسكتا ہے _البتہ آيت كو مجموعى طور پر ديكھا جائے تو اس سلسلے مي</w:t>
      </w:r>
      <w:r w:rsidR="007D6C9B">
        <w:rPr>
          <w:rtl/>
        </w:rPr>
        <w:t xml:space="preserve">ں </w:t>
      </w:r>
      <w:r>
        <w:rPr>
          <w:rtl/>
        </w:rPr>
        <w:t>حتمى فيصلہ نہي</w:t>
      </w:r>
      <w:r w:rsidR="007D6C9B">
        <w:rPr>
          <w:rtl/>
        </w:rPr>
        <w:t xml:space="preserve">ں </w:t>
      </w:r>
      <w:r>
        <w:rPr>
          <w:rtl/>
        </w:rPr>
        <w:t xml:space="preserve">كيا جاسكتا _ </w:t>
      </w:r>
    </w:p>
    <w:p w:rsidR="00DE2D7F" w:rsidRDefault="00DE2D7F" w:rsidP="00D07B54">
      <w:pPr>
        <w:pStyle w:val="libFootnote"/>
        <w:rPr>
          <w:rtl/>
        </w:rPr>
      </w:pPr>
      <w:r>
        <w:rPr>
          <w:rtl/>
        </w:rPr>
        <w:t>(</w:t>
      </w:r>
      <w:r w:rsidR="00E664BB">
        <w:rPr>
          <w:rtl/>
        </w:rPr>
        <w:t>3</w:t>
      </w:r>
      <w:r>
        <w:rPr>
          <w:rtl/>
        </w:rPr>
        <w:t xml:space="preserve">)سورہ كہف آيت </w:t>
      </w:r>
      <w:r w:rsidR="00E664BB">
        <w:rPr>
          <w:rtl/>
        </w:rPr>
        <w:t>75</w:t>
      </w:r>
      <w:r>
        <w:rPr>
          <w:rtl/>
        </w:rPr>
        <w:t xml:space="preserve"> </w:t>
      </w:r>
    </w:p>
    <w:p w:rsidR="00DE2D7F" w:rsidRDefault="00DE2D7F" w:rsidP="00D07B54">
      <w:pPr>
        <w:pStyle w:val="libFootnote"/>
        <w:rPr>
          <w:rtl/>
        </w:rPr>
      </w:pPr>
      <w:r>
        <w:rPr>
          <w:rtl/>
        </w:rPr>
        <w:t>(</w:t>
      </w:r>
      <w:r w:rsidR="00E664BB">
        <w:rPr>
          <w:rtl/>
        </w:rPr>
        <w:t>4</w:t>
      </w:r>
      <w:r>
        <w:rPr>
          <w:rtl/>
        </w:rPr>
        <w:t>)سورہ كہف آيت</w:t>
      </w:r>
      <w:r w:rsidR="00E664BB">
        <w:rPr>
          <w:rtl/>
        </w:rPr>
        <w:t>76</w:t>
      </w:r>
      <w:r>
        <w:rPr>
          <w:rtl/>
        </w:rPr>
        <w:t xml:space="preserve"> </w:t>
      </w:r>
    </w:p>
    <w:p w:rsidR="00D97F8A" w:rsidRDefault="001648F9" w:rsidP="00D07B54">
      <w:pPr>
        <w:pStyle w:val="libNormal"/>
      </w:pPr>
      <w:r>
        <w:rPr>
          <w:rtl/>
        </w:rPr>
        <w:t xml:space="preserve"> </w:t>
      </w:r>
      <w:r>
        <w:rPr>
          <w:rtl/>
        </w:rPr>
        <w:br w:type="page"/>
      </w:r>
    </w:p>
    <w:p w:rsidR="00D97F8A" w:rsidRDefault="00D97F8A" w:rsidP="00D07B54">
      <w:pPr>
        <w:pStyle w:val="libNormal"/>
      </w:pPr>
    </w:p>
    <w:p w:rsidR="00DE2D7F" w:rsidRDefault="00DE2D7F" w:rsidP="00D07B54">
      <w:pPr>
        <w:pStyle w:val="libNormal"/>
        <w:rPr>
          <w:rtl/>
        </w:rPr>
      </w:pPr>
      <w:r>
        <w:rPr>
          <w:rtl/>
        </w:rPr>
        <w:t>يہ جملہ حضرت موسى (ع) كى انصاف پسندي، بلند نظرى اور اعلى ظرفى كى حكايت كرتا ہے اور نشاندہى كرتا ہے كہ وہ ايك حقيقت كے سامنے سرجھكادينے والے تھے اگرچہ وہ كتنى ہى تلخ كيو</w:t>
      </w:r>
      <w:r w:rsidR="007D6C9B">
        <w:rPr>
          <w:rtl/>
        </w:rPr>
        <w:t xml:space="preserve">ں </w:t>
      </w:r>
      <w:r>
        <w:rPr>
          <w:rtl/>
        </w:rPr>
        <w:t xml:space="preserve">نہ ہو _ </w:t>
      </w:r>
    </w:p>
    <w:p w:rsidR="00DE2D7F" w:rsidRDefault="00DE2D7F" w:rsidP="00D07B54">
      <w:pPr>
        <w:pStyle w:val="libNormal"/>
        <w:rPr>
          <w:rtl/>
        </w:rPr>
      </w:pPr>
      <w:r>
        <w:rPr>
          <w:rtl/>
        </w:rPr>
        <w:t>دوسرے لفظو</w:t>
      </w:r>
      <w:r w:rsidR="007D6C9B">
        <w:rPr>
          <w:rtl/>
        </w:rPr>
        <w:t xml:space="preserve">ں </w:t>
      </w:r>
      <w:r>
        <w:rPr>
          <w:rtl/>
        </w:rPr>
        <w:t>مي</w:t>
      </w:r>
      <w:r w:rsidR="007D6C9B">
        <w:rPr>
          <w:rtl/>
        </w:rPr>
        <w:t xml:space="preserve">ں </w:t>
      </w:r>
      <w:r>
        <w:rPr>
          <w:rtl/>
        </w:rPr>
        <w:t>تين بار كى آزما</w:t>
      </w:r>
      <w:r w:rsidR="00091C36">
        <w:rPr>
          <w:rtl/>
        </w:rPr>
        <w:t xml:space="preserve">ئش </w:t>
      </w:r>
      <w:r>
        <w:rPr>
          <w:rtl/>
        </w:rPr>
        <w:t xml:space="preserve"> سے يہ واضح ہوجائے گا كہ ان دونو</w:t>
      </w:r>
      <w:r w:rsidR="007D6C9B">
        <w:rPr>
          <w:rtl/>
        </w:rPr>
        <w:t xml:space="preserve">ں </w:t>
      </w:r>
      <w:r>
        <w:rPr>
          <w:rtl/>
        </w:rPr>
        <w:t>كى ماموريت الگ الگ ہے اور اس كا نباہ نہي</w:t>
      </w:r>
      <w:r w:rsidR="007D6C9B">
        <w:rPr>
          <w:rtl/>
        </w:rPr>
        <w:t xml:space="preserve">ں </w:t>
      </w:r>
      <w:r>
        <w:rPr>
          <w:rtl/>
        </w:rPr>
        <w:t xml:space="preserve">ہوسكتا _ </w:t>
      </w:r>
    </w:p>
    <w:p w:rsidR="00DE2D7F" w:rsidRDefault="00DE2D7F" w:rsidP="00D07B54">
      <w:pPr>
        <w:pStyle w:val="libNormal"/>
        <w:rPr>
          <w:rtl/>
        </w:rPr>
      </w:pPr>
    </w:p>
    <w:p w:rsidR="00D97F8A" w:rsidRDefault="00DE2D7F" w:rsidP="00D07B54">
      <w:pPr>
        <w:pStyle w:val="Heading2Center"/>
      </w:pPr>
      <w:bookmarkStart w:id="282" w:name="_Toc7268679"/>
      <w:r>
        <w:rPr>
          <w:rtl/>
        </w:rPr>
        <w:t>اپنے كام كى مزدورى لے لو</w:t>
      </w:r>
      <w:bookmarkEnd w:id="282"/>
    </w:p>
    <w:p w:rsidR="00DE2D7F" w:rsidRDefault="00DE2D7F" w:rsidP="00D07B54">
      <w:pPr>
        <w:pStyle w:val="libNormal"/>
        <w:rPr>
          <w:rtl/>
        </w:rPr>
      </w:pPr>
      <w:r>
        <w:rPr>
          <w:rtl/>
        </w:rPr>
        <w:t xml:space="preserve"> اس گفتگو اور نئے معاہدے كے بعد ''موسى (ع) اپنے استاد كے ساتھ چل پڑے ،چلتے چلتے وہ ايك بستى مي</w:t>
      </w:r>
      <w:r w:rsidR="007D6C9B">
        <w:rPr>
          <w:rtl/>
        </w:rPr>
        <w:t xml:space="preserve">ں </w:t>
      </w:r>
      <w:r>
        <w:rPr>
          <w:rtl/>
        </w:rPr>
        <w:t>پہنچے انہو</w:t>
      </w:r>
      <w:r w:rsidR="007D6C9B">
        <w:rPr>
          <w:rtl/>
        </w:rPr>
        <w:t xml:space="preserve">ں </w:t>
      </w:r>
      <w:r>
        <w:rPr>
          <w:rtl/>
        </w:rPr>
        <w:t>نے اس بستى والو</w:t>
      </w:r>
      <w:r w:rsidR="007D6C9B">
        <w:rPr>
          <w:rtl/>
        </w:rPr>
        <w:t xml:space="preserve">ں </w:t>
      </w:r>
      <w:r>
        <w:rPr>
          <w:rtl/>
        </w:rPr>
        <w:t>سے كھانا مانگا ليكن بستى والو</w:t>
      </w:r>
      <w:r w:rsidR="007D6C9B">
        <w:rPr>
          <w:rtl/>
        </w:rPr>
        <w:t xml:space="preserve">ں </w:t>
      </w:r>
      <w:r>
        <w:rPr>
          <w:rtl/>
        </w:rPr>
        <w:t>نے انہي</w:t>
      </w:r>
      <w:r w:rsidR="007D6C9B">
        <w:rPr>
          <w:rtl/>
        </w:rPr>
        <w:t xml:space="preserve">ں </w:t>
      </w:r>
      <w:r>
        <w:rPr>
          <w:rtl/>
        </w:rPr>
        <w:t>مہمان بنانے سے انكار كرديا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مي</w:t>
      </w:r>
      <w:r w:rsidR="007D6C9B">
        <w:rPr>
          <w:rtl/>
        </w:rPr>
        <w:t xml:space="preserve">ں </w:t>
      </w:r>
      <w:r>
        <w:rPr>
          <w:rtl/>
        </w:rPr>
        <w:t>شك نہي</w:t>
      </w:r>
      <w:r w:rsidR="007D6C9B">
        <w:rPr>
          <w:rtl/>
        </w:rPr>
        <w:t xml:space="preserve">ں </w:t>
      </w:r>
      <w:r>
        <w:rPr>
          <w:rtl/>
        </w:rPr>
        <w:t>كہ حضرت موسى اور حضرت خضر(ع) كوئي ايسے افراد نہ تھے كہ اس بستى كے لوگو</w:t>
      </w:r>
      <w:r w:rsidR="007D6C9B">
        <w:rPr>
          <w:rtl/>
        </w:rPr>
        <w:t xml:space="preserve">ں </w:t>
      </w:r>
      <w:r>
        <w:rPr>
          <w:rtl/>
        </w:rPr>
        <w:t>پر بوجھ بننا چاہتے تھے،ايسا معلوم ہوتا ہے كہ وہ اپنا زاد وتوشہ راستے مي</w:t>
      </w:r>
      <w:r w:rsidR="007D6C9B">
        <w:rPr>
          <w:rtl/>
        </w:rPr>
        <w:t xml:space="preserve">ں </w:t>
      </w:r>
      <w:r>
        <w:rPr>
          <w:rtl/>
        </w:rPr>
        <w:t>كہي</w:t>
      </w:r>
      <w:r w:rsidR="007D6C9B">
        <w:rPr>
          <w:rtl/>
        </w:rPr>
        <w:t xml:space="preserve">ں </w:t>
      </w:r>
      <w:r>
        <w:rPr>
          <w:rtl/>
        </w:rPr>
        <w:t>دے بيٹھے تھے يا پھر ختم ہوگيا تھا لہذاوہ چاہتے تھے كہ بستى والو</w:t>
      </w:r>
      <w:r w:rsidR="007D6C9B">
        <w:rPr>
          <w:rtl/>
        </w:rPr>
        <w:t xml:space="preserve">ں </w:t>
      </w:r>
      <w:r>
        <w:rPr>
          <w:rtl/>
        </w:rPr>
        <w:t>كے مہمان ہوجائي</w:t>
      </w:r>
      <w:r w:rsidR="007D6C9B">
        <w:rPr>
          <w:rtl/>
        </w:rPr>
        <w:t xml:space="preserve">ں </w:t>
      </w:r>
      <w:r>
        <w:rPr>
          <w:rtl/>
        </w:rPr>
        <w:t>(يہ احتمال بھى ہے كہ اس عالم نے جان بوجھ كرلوگو</w:t>
      </w:r>
      <w:r w:rsidR="007D6C9B">
        <w:rPr>
          <w:rtl/>
        </w:rPr>
        <w:t xml:space="preserve">ں </w:t>
      </w:r>
      <w:r>
        <w:rPr>
          <w:rtl/>
        </w:rPr>
        <w:t>سے ايسا كہا ہوتاكہ حضرت موسى كو ايك اور درس ديا جاسكے)_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بہر حال مفسرين مي</w:t>
      </w:r>
      <w:r w:rsidR="007D6C9B">
        <w:rPr>
          <w:rtl/>
        </w:rPr>
        <w:t xml:space="preserve">ں </w:t>
      </w:r>
      <w:r>
        <w:rPr>
          <w:rtl/>
        </w:rPr>
        <w:t>اس سلسلے مي</w:t>
      </w:r>
      <w:r w:rsidR="007D6C9B">
        <w:rPr>
          <w:rtl/>
        </w:rPr>
        <w:t xml:space="preserve">ں </w:t>
      </w:r>
      <w:r>
        <w:rPr>
          <w:rtl/>
        </w:rPr>
        <w:t>اختلاف ہے كہ يہ شہر كو نسا تھا اور كہا</w:t>
      </w:r>
      <w:r w:rsidR="007D6C9B">
        <w:rPr>
          <w:rtl/>
        </w:rPr>
        <w:t xml:space="preserve">ں </w:t>
      </w:r>
      <w:r>
        <w:rPr>
          <w:rtl/>
        </w:rPr>
        <w:t xml:space="preserve">واقع تھا ابن عباس سے منقول ہے كہ يہ شہر ''انطاكيہ'' تھا_ </w:t>
      </w:r>
    </w:p>
    <w:p w:rsidR="00DE2D7F" w:rsidRDefault="00DE2D7F" w:rsidP="00D07B54">
      <w:pPr>
        <w:pStyle w:val="libNormal"/>
        <w:rPr>
          <w:rtl/>
        </w:rPr>
      </w:pPr>
      <w:r>
        <w:rPr>
          <w:rtl/>
        </w:rPr>
        <w:t>بعض نے كہا ہے كہ يہا</w:t>
      </w:r>
      <w:r w:rsidR="007D6C9B">
        <w:rPr>
          <w:rtl/>
        </w:rPr>
        <w:t xml:space="preserve">ں </w:t>
      </w:r>
      <w:r>
        <w:rPr>
          <w:rtl/>
        </w:rPr>
        <w:t xml:space="preserve">'' ايلہ '' شہر مراد ہے كہ جو آج كل '' ايلات''نام كى مشہور بندرگاہ ہے اور بحيرہ احمر كے كنارے خليج عقبہ كے نزديك واقع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كہف آيت</w:t>
      </w:r>
      <w:r w:rsidR="00E664BB">
        <w:rPr>
          <w:rtl/>
        </w:rPr>
        <w:t>77</w:t>
      </w:r>
      <w:r>
        <w:rPr>
          <w:rtl/>
        </w:rPr>
        <w:t xml:space="preserve"> </w:t>
      </w:r>
    </w:p>
    <w:p w:rsidR="00DE2D7F" w:rsidRDefault="00DE2D7F" w:rsidP="00D07B54">
      <w:pPr>
        <w:pStyle w:val="libFootnote"/>
        <w:rPr>
          <w:rtl/>
        </w:rPr>
      </w:pPr>
      <w:r>
        <w:rPr>
          <w:rtl/>
        </w:rPr>
        <w:t>(</w:t>
      </w:r>
      <w:r w:rsidR="00E664BB">
        <w:rPr>
          <w:rtl/>
        </w:rPr>
        <w:t>2</w:t>
      </w:r>
      <w:r>
        <w:rPr>
          <w:rtl/>
        </w:rPr>
        <w:t>)اس نكتے كى ياد دہانى بھى ضرورى ہے كہ '' قرية'' قرآن كى زبان مي</w:t>
      </w:r>
      <w:r w:rsidR="007D6C9B">
        <w:rPr>
          <w:rtl/>
        </w:rPr>
        <w:t xml:space="preserve">ں </w:t>
      </w:r>
      <w:r>
        <w:rPr>
          <w:rtl/>
        </w:rPr>
        <w:t>ايك عام مفہوم ركھتا ہے اور ہر قسم كے شہر اور آبادى كے معنى مي</w:t>
      </w:r>
      <w:r w:rsidR="007D6C9B">
        <w:rPr>
          <w:rtl/>
        </w:rPr>
        <w:t xml:space="preserve">ں </w:t>
      </w:r>
      <w:r>
        <w:rPr>
          <w:rtl/>
        </w:rPr>
        <w:t>آيا ہے ليكن يہا</w:t>
      </w:r>
      <w:r w:rsidR="007D6C9B">
        <w:rPr>
          <w:rtl/>
        </w:rPr>
        <w:t xml:space="preserve">ں </w:t>
      </w:r>
      <w:r>
        <w:rPr>
          <w:rtl/>
        </w:rPr>
        <w:t xml:space="preserve">خصوصيت سے شہر مراد ہے كيونكہ چند آيات كے بعد اس كے لئے لفظ '' المدينہ''(يعنى شہر) آياہے _ </w:t>
      </w:r>
    </w:p>
    <w:p w:rsidR="00D97F8A" w:rsidRDefault="001648F9" w:rsidP="00D07B54">
      <w:pPr>
        <w:pStyle w:val="libNormal"/>
      </w:pPr>
      <w:r>
        <w:rPr>
          <w:rtl/>
        </w:rPr>
        <w:t xml:space="preserve"> </w:t>
      </w:r>
      <w:r>
        <w:rPr>
          <w:rtl/>
        </w:rPr>
        <w:br w:type="page"/>
      </w:r>
    </w:p>
    <w:p w:rsidR="00D97F8A" w:rsidRDefault="00D97F8A" w:rsidP="00D07B54">
      <w:pPr>
        <w:pStyle w:val="libNormal"/>
      </w:pPr>
    </w:p>
    <w:p w:rsidR="00DE2D7F" w:rsidRDefault="00DE2D7F" w:rsidP="00D07B54">
      <w:pPr>
        <w:pStyle w:val="libNormal"/>
        <w:rPr>
          <w:rtl/>
        </w:rPr>
      </w:pPr>
      <w:r>
        <w:rPr>
          <w:rtl/>
        </w:rPr>
        <w:t>بعض دوسرو</w:t>
      </w:r>
      <w:r w:rsidR="007D6C9B">
        <w:rPr>
          <w:rtl/>
        </w:rPr>
        <w:t xml:space="preserve">ں </w:t>
      </w:r>
      <w:r>
        <w:rPr>
          <w:rtl/>
        </w:rPr>
        <w:t>كا نظريہ ہے كہ اس سے '' ناصرہ''شہر مراد ہے كہ كہ جو فلسطين كے شمال مي</w:t>
      </w:r>
      <w:r w:rsidR="007D6C9B">
        <w:rPr>
          <w:rtl/>
        </w:rPr>
        <w:t xml:space="preserve">ں </w:t>
      </w:r>
      <w:r>
        <w:rPr>
          <w:rtl/>
        </w:rPr>
        <w:t>واقع ہے اور حضرت عيسى كى جائے</w:t>
      </w:r>
      <w:r w:rsidR="00E173E0">
        <w:rPr>
          <w:rtl/>
        </w:rPr>
        <w:t xml:space="preserve"> پيدائش </w:t>
      </w:r>
      <w:r>
        <w:rPr>
          <w:rtl/>
        </w:rPr>
        <w:t xml:space="preserve">ہے_ </w:t>
      </w:r>
    </w:p>
    <w:p w:rsidR="00DE2D7F" w:rsidRDefault="00DE2D7F" w:rsidP="00D07B54">
      <w:pPr>
        <w:pStyle w:val="libNormal"/>
        <w:rPr>
          <w:rtl/>
        </w:rPr>
      </w:pPr>
      <w:r>
        <w:rPr>
          <w:rtl/>
        </w:rPr>
        <w:t xml:space="preserve">مرحوم طبرسى نے اس مقام پر حضرت امام جعفرصادق عليہ السلام كى ايك حديث نقل كى ہے كہ جو آخرى احتمال كى تائيد كرتى ہے _ </w:t>
      </w:r>
    </w:p>
    <w:p w:rsidR="00DE2D7F" w:rsidRDefault="00DE2D7F" w:rsidP="00D07B54">
      <w:pPr>
        <w:pStyle w:val="libNormal"/>
        <w:rPr>
          <w:rtl/>
        </w:rPr>
      </w:pPr>
      <w:r>
        <w:rPr>
          <w:rtl/>
        </w:rPr>
        <w:t>مجمع الجرين كے بارے مي</w:t>
      </w:r>
      <w:r w:rsidR="007D6C9B">
        <w:rPr>
          <w:rtl/>
        </w:rPr>
        <w:t xml:space="preserve">ں </w:t>
      </w:r>
      <w:r>
        <w:rPr>
          <w:rtl/>
        </w:rPr>
        <w:t>ہم كہہ چكے ہي</w:t>
      </w:r>
      <w:r w:rsidR="007D6C9B">
        <w:rPr>
          <w:rtl/>
        </w:rPr>
        <w:t xml:space="preserve">ں </w:t>
      </w:r>
      <w:r>
        <w:rPr>
          <w:rtl/>
        </w:rPr>
        <w:t>كہ اس سے مراد'' خليج عقبہ'' اور'' خليج سويز ''كا سنگم ہے اس سے واضح ہوتا ہے كہ شہر ناصرہ اور بندرگاہ ايلہ اس جگہ سے انطاكيہ كى نسبت زيادہ قريب ہي</w:t>
      </w:r>
      <w:r w:rsidR="007D6C9B">
        <w:rPr>
          <w:rtl/>
        </w:rPr>
        <w:t xml:space="preserve">ں </w:t>
      </w:r>
      <w:r>
        <w:rPr>
          <w:rtl/>
        </w:rPr>
        <w:t xml:space="preserve">_ </w:t>
      </w:r>
    </w:p>
    <w:p w:rsidR="00DE2D7F" w:rsidRDefault="00DE2D7F" w:rsidP="00D07B54">
      <w:pPr>
        <w:pStyle w:val="libNormal"/>
        <w:rPr>
          <w:rtl/>
        </w:rPr>
      </w:pPr>
      <w:r>
        <w:rPr>
          <w:rtl/>
        </w:rPr>
        <w:t>بہرصورت جو كچھ حضرت موسى عليہ السلام اور ان كے استاد كے ساتھ اس شہر مي</w:t>
      </w:r>
      <w:r w:rsidR="007D6C9B">
        <w:rPr>
          <w:rtl/>
        </w:rPr>
        <w:t xml:space="preserve">ں </w:t>
      </w:r>
      <w:r>
        <w:rPr>
          <w:rtl/>
        </w:rPr>
        <w:t xml:space="preserve">پيش آيا اس سے معلوم ہوتا ہے كہ اس شہر كے رہنے والے بہت بخيل اور كم ظرف لوگ تھے پيغمبر اكرم (ص) سے اس شہر والو </w:t>
      </w:r>
      <w:r w:rsidR="007D6C9B">
        <w:rPr>
          <w:rtl/>
        </w:rPr>
        <w:t xml:space="preserve">ں </w:t>
      </w:r>
      <w:r>
        <w:rPr>
          <w:rtl/>
        </w:rPr>
        <w:t>كے بارے مي</w:t>
      </w:r>
      <w:r w:rsidR="007D6C9B">
        <w:rPr>
          <w:rtl/>
        </w:rPr>
        <w:t xml:space="preserve">ں </w:t>
      </w:r>
      <w:r>
        <w:rPr>
          <w:rtl/>
        </w:rPr>
        <w:t xml:space="preserve">ايك حديث منقول ہے كہ آپ نے فرمايا :''وہ كمينے اور كم ظرف لوگ تھے ''_ </w:t>
      </w:r>
    </w:p>
    <w:p w:rsidR="00DE2D7F" w:rsidRDefault="00DE2D7F" w:rsidP="00D07B54">
      <w:pPr>
        <w:pStyle w:val="libNormal"/>
        <w:rPr>
          <w:rtl/>
        </w:rPr>
      </w:pPr>
      <w:r>
        <w:rPr>
          <w:rtl/>
        </w:rPr>
        <w:t>قرآن كہتا ہے :'' اس كے باوجود انہو</w:t>
      </w:r>
      <w:r w:rsidR="007D6C9B">
        <w:rPr>
          <w:rtl/>
        </w:rPr>
        <w:t xml:space="preserve">ں </w:t>
      </w:r>
      <w:r>
        <w:rPr>
          <w:rtl/>
        </w:rPr>
        <w:t>نے اس شہر مي</w:t>
      </w:r>
      <w:r w:rsidR="007D6C9B">
        <w:rPr>
          <w:rtl/>
        </w:rPr>
        <w:t xml:space="preserve">ں </w:t>
      </w:r>
      <w:r>
        <w:rPr>
          <w:rtl/>
        </w:rPr>
        <w:t>ايك گرتى ہوئي ديوار ديكھى تو اس عالم نے اس كى مرمت شروع كردى اور اسے كھڑا كرديا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اور اس كو ويرانى سے بچاليا_ </w:t>
      </w:r>
    </w:p>
    <w:p w:rsidR="00DE2D7F" w:rsidRDefault="00DE2D7F" w:rsidP="00D07B54">
      <w:pPr>
        <w:pStyle w:val="libNormal"/>
        <w:rPr>
          <w:rtl/>
        </w:rPr>
      </w:pPr>
      <w:r>
        <w:rPr>
          <w:rtl/>
        </w:rPr>
        <w:t>حضرت موسى اس وقت تھكے ہوئے تھے انہي</w:t>
      </w:r>
      <w:r w:rsidR="007D6C9B">
        <w:rPr>
          <w:rtl/>
        </w:rPr>
        <w:t xml:space="preserve">ں </w:t>
      </w:r>
      <w:r>
        <w:rPr>
          <w:rtl/>
        </w:rPr>
        <w:t>بھوك بھى ستارہى تھي، كوفت الگ تھى وہ محسوس كررہے تھے اس آبادى كے نا سمجھ لوگو</w:t>
      </w:r>
      <w:r w:rsidR="007D6C9B">
        <w:rPr>
          <w:rtl/>
        </w:rPr>
        <w:t xml:space="preserve">ں </w:t>
      </w:r>
      <w:r>
        <w:rPr>
          <w:rtl/>
        </w:rPr>
        <w:t>نے ان كى اور ان كے استاد كى ہتك كى ہے دوسرى طرف وہ ديكھے رہے تھے ، اس بے احترامى كے باوجود حضرت خضر اس گرتى ہوئي ديوار كى تعمير مي</w:t>
      </w:r>
      <w:r w:rsidR="007D6C9B">
        <w:rPr>
          <w:rtl/>
        </w:rPr>
        <w:t xml:space="preserve">ں </w:t>
      </w:r>
      <w:r>
        <w:rPr>
          <w:rtl/>
        </w:rPr>
        <w:t>لگے ہوئے تھے جيسے ان كے سلوك كى مزدورى دے رہے ہو</w:t>
      </w:r>
      <w:r w:rsidR="007D6C9B">
        <w:rPr>
          <w:rtl/>
        </w:rPr>
        <w:t xml:space="preserve">ں </w:t>
      </w:r>
      <w:r>
        <w:rPr>
          <w:rtl/>
        </w:rPr>
        <w:t xml:space="preserve">وہ سوچ رہے تھے كہ كم از كم استاد يہ كام اجرت لے كر ہى كرتے تاكہ كھانا تو فراہم ہوجاتا _ </w:t>
      </w:r>
    </w:p>
    <w:p w:rsidR="00DE2D7F" w:rsidRDefault="00DE2D7F" w:rsidP="00D07B54">
      <w:pPr>
        <w:pStyle w:val="libNormal"/>
        <w:rPr>
          <w:rtl/>
        </w:rPr>
      </w:pPr>
      <w:r>
        <w:rPr>
          <w:rtl/>
        </w:rPr>
        <w:t>لہذا وہ اپنے معاہدے كو پھر بھول گئے انہو</w:t>
      </w:r>
      <w:r w:rsidR="007D6C9B">
        <w:rPr>
          <w:rtl/>
        </w:rPr>
        <w:t xml:space="preserve">ں </w:t>
      </w:r>
      <w:r>
        <w:rPr>
          <w:rtl/>
        </w:rPr>
        <w:t>نے پھر اعتراض كيا ليكن اب لہجہ پہلے كى نسبت ملائم اور نرم تھا '' كہنے لگے: اس كام كى كچھ اجرت ہى لے ليتے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كہف آيت</w:t>
      </w:r>
      <w:r w:rsidR="00E664BB">
        <w:rPr>
          <w:rtl/>
        </w:rPr>
        <w:t>77</w:t>
      </w:r>
      <w:r>
        <w:rPr>
          <w:rtl/>
        </w:rPr>
        <w:t xml:space="preserve"> </w:t>
      </w:r>
    </w:p>
    <w:p w:rsidR="00DE2D7F" w:rsidRDefault="00DE2D7F" w:rsidP="00D07B54">
      <w:pPr>
        <w:pStyle w:val="libFootnote"/>
        <w:rPr>
          <w:rtl/>
        </w:rPr>
      </w:pPr>
      <w:r>
        <w:rPr>
          <w:rtl/>
        </w:rPr>
        <w:t>(</w:t>
      </w:r>
      <w:r w:rsidR="00E664BB">
        <w:rPr>
          <w:rtl/>
        </w:rPr>
        <w:t>2</w:t>
      </w:r>
      <w:r>
        <w:rPr>
          <w:rtl/>
        </w:rPr>
        <w:t>)سورہ كہف آيت</w:t>
      </w:r>
      <w:r w:rsidR="00E664BB">
        <w:rPr>
          <w:rtl/>
        </w:rPr>
        <w:t>77</w:t>
      </w:r>
      <w:r>
        <w:rPr>
          <w:rtl/>
        </w:rPr>
        <w:t xml:space="preserve"> </w:t>
      </w:r>
    </w:p>
    <w:p w:rsidR="00D97F8A" w:rsidRDefault="001648F9" w:rsidP="00D07B54">
      <w:pPr>
        <w:pStyle w:val="libNormal"/>
      </w:pPr>
      <w:r>
        <w:rPr>
          <w:rtl/>
        </w:rPr>
        <w:t xml:space="preserve"> </w:t>
      </w:r>
      <w:r>
        <w:rPr>
          <w:rtl/>
        </w:rPr>
        <w:br w:type="page"/>
      </w:r>
    </w:p>
    <w:p w:rsidR="00D97F8A" w:rsidRDefault="00D97F8A" w:rsidP="00D07B54">
      <w:pPr>
        <w:pStyle w:val="libNormal"/>
      </w:pPr>
    </w:p>
    <w:p w:rsidR="00DE2D7F" w:rsidRDefault="00DE2D7F" w:rsidP="00D07B54">
      <w:pPr>
        <w:pStyle w:val="libNormal"/>
        <w:rPr>
          <w:rtl/>
        </w:rPr>
      </w:pPr>
      <w:r>
        <w:rPr>
          <w:rtl/>
        </w:rPr>
        <w:t>درحقيقت حضرت موسى عليہ السلام يہ سوچ رہے تھے كہ يہ عدل تو نہي</w:t>
      </w:r>
      <w:r w:rsidR="007D6C9B">
        <w:rPr>
          <w:rtl/>
        </w:rPr>
        <w:t xml:space="preserve">ں </w:t>
      </w:r>
      <w:r>
        <w:rPr>
          <w:rtl/>
        </w:rPr>
        <w:t>كہ انسان ان لوگو</w:t>
      </w:r>
      <w:r w:rsidR="007D6C9B">
        <w:rPr>
          <w:rtl/>
        </w:rPr>
        <w:t xml:space="preserve">ں </w:t>
      </w:r>
      <w:r>
        <w:rPr>
          <w:rtl/>
        </w:rPr>
        <w:t>سے ايثار كا سلوك كرے كہ جو اس قدر فرومايہ اور كم ظرف ہو</w:t>
      </w:r>
      <w:r w:rsidR="007D6C9B">
        <w:rPr>
          <w:rtl/>
        </w:rPr>
        <w:t xml:space="preserve">ں </w:t>
      </w:r>
      <w:r>
        <w:rPr>
          <w:rtl/>
        </w:rPr>
        <w:t>_دوسرے لفظو</w:t>
      </w:r>
      <w:r w:rsidR="007D6C9B">
        <w:rPr>
          <w:rtl/>
        </w:rPr>
        <w:t xml:space="preserve">ں </w:t>
      </w:r>
      <w:r>
        <w:rPr>
          <w:rtl/>
        </w:rPr>
        <w:t>مي</w:t>
      </w:r>
      <w:r w:rsidR="007D6C9B">
        <w:rPr>
          <w:rtl/>
        </w:rPr>
        <w:t xml:space="preserve">ں </w:t>
      </w:r>
      <w:r>
        <w:rPr>
          <w:rtl/>
        </w:rPr>
        <w:t>نيكى اچھى چيز ہے مگر جب محل پر ہو، يہ ٹھيك ہے كہ برائي كے جواب مي</w:t>
      </w:r>
      <w:r w:rsidR="007D6C9B">
        <w:rPr>
          <w:rtl/>
        </w:rPr>
        <w:t xml:space="preserve">ں </w:t>
      </w:r>
      <w:r>
        <w:rPr>
          <w:rtl/>
        </w:rPr>
        <w:t>نيكى كرنا مردان خدا كا طريقہ ہے ليكن وہا</w:t>
      </w:r>
      <w:r w:rsidR="007D6C9B">
        <w:rPr>
          <w:rtl/>
        </w:rPr>
        <w:t xml:space="preserve">ں </w:t>
      </w:r>
      <w:r>
        <w:rPr>
          <w:rtl/>
        </w:rPr>
        <w:t>كہ جہا</w:t>
      </w:r>
      <w:r w:rsidR="007D6C9B">
        <w:rPr>
          <w:rtl/>
        </w:rPr>
        <w:t xml:space="preserve">ں </w:t>
      </w:r>
      <w:r>
        <w:rPr>
          <w:rtl/>
        </w:rPr>
        <w:t>برو</w:t>
      </w:r>
      <w:r w:rsidR="007D6C9B">
        <w:rPr>
          <w:rtl/>
        </w:rPr>
        <w:t xml:space="preserve">ں </w:t>
      </w:r>
      <w:r>
        <w:rPr>
          <w:rtl/>
        </w:rPr>
        <w:t xml:space="preserve">كے لئے برائي كى تشويق كا باعث نہ ہو '' </w:t>
      </w:r>
    </w:p>
    <w:p w:rsidR="00DE2D7F" w:rsidRDefault="00DE2D7F" w:rsidP="00D07B54">
      <w:pPr>
        <w:pStyle w:val="libNormal"/>
        <w:rPr>
          <w:rtl/>
        </w:rPr>
      </w:pPr>
    </w:p>
    <w:p w:rsidR="00D97F8A" w:rsidRDefault="00DE2D7F" w:rsidP="00D07B54">
      <w:pPr>
        <w:pStyle w:val="Heading2Center"/>
      </w:pPr>
      <w:bookmarkStart w:id="283" w:name="_Toc7268680"/>
      <w:r>
        <w:rPr>
          <w:rtl/>
        </w:rPr>
        <w:t>فراق دوست ،زندگى كے سخت ترين ايام</w:t>
      </w:r>
      <w:bookmarkEnd w:id="283"/>
      <w:r>
        <w:rPr>
          <w:rtl/>
        </w:rPr>
        <w:t xml:space="preserve"> </w:t>
      </w:r>
    </w:p>
    <w:p w:rsidR="00DE2D7F" w:rsidRDefault="00DE2D7F" w:rsidP="00D07B54">
      <w:pPr>
        <w:pStyle w:val="libNormal"/>
        <w:rPr>
          <w:rtl/>
        </w:rPr>
      </w:pPr>
      <w:r>
        <w:rPr>
          <w:rtl/>
        </w:rPr>
        <w:t>اس موقع پر اس عالم بزرگوار نے حضرت موسى سے آخرى بات كہى كيونكہ گزشتہ تمام واقعات كى بناء پر انہي</w:t>
      </w:r>
      <w:r w:rsidR="007D6C9B">
        <w:rPr>
          <w:rtl/>
        </w:rPr>
        <w:t xml:space="preserve">ں </w:t>
      </w:r>
      <w:r>
        <w:rPr>
          <w:rtl/>
        </w:rPr>
        <w:t>يقين ہوگيا تھا كہ موسى ان كے كامو</w:t>
      </w:r>
      <w:r w:rsidR="007D6C9B">
        <w:rPr>
          <w:rtl/>
        </w:rPr>
        <w:t xml:space="preserve">ں </w:t>
      </w:r>
      <w:r>
        <w:rPr>
          <w:rtl/>
        </w:rPr>
        <w:t>كو برداشت نہي</w:t>
      </w:r>
      <w:r w:rsidR="007D6C9B">
        <w:rPr>
          <w:rtl/>
        </w:rPr>
        <w:t xml:space="preserve">ں </w:t>
      </w:r>
      <w:r>
        <w:rPr>
          <w:rtl/>
        </w:rPr>
        <w:t>كرسكتے لہذا فرمايا :'' لواب تمہارے اور ميرے درميان جدائي كا وقت آگيا ہے جلد مي</w:t>
      </w:r>
      <w:r w:rsidR="007D6C9B">
        <w:rPr>
          <w:rtl/>
        </w:rPr>
        <w:t xml:space="preserve">ں </w:t>
      </w:r>
      <w:r>
        <w:rPr>
          <w:rtl/>
        </w:rPr>
        <w:t>تمہي</w:t>
      </w:r>
      <w:r w:rsidR="007D6C9B">
        <w:rPr>
          <w:rtl/>
        </w:rPr>
        <w:t xml:space="preserve">ں </w:t>
      </w:r>
      <w:r>
        <w:rPr>
          <w:rtl/>
        </w:rPr>
        <w:t>ان امور كے اسرار سے آگاہ كرو</w:t>
      </w:r>
      <w:r w:rsidR="007D6C9B">
        <w:rPr>
          <w:rtl/>
        </w:rPr>
        <w:t xml:space="preserve">ں </w:t>
      </w:r>
      <w:r>
        <w:rPr>
          <w:rtl/>
        </w:rPr>
        <w:t>گا كہ جن پر تم صبر نہ كرسكے''_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حضرت موسى نے بھى اس پر كوئي اعترا ض نہ كيا كيونكہ گزشتہ واقعے مي</w:t>
      </w:r>
      <w:r w:rsidR="007D6C9B">
        <w:rPr>
          <w:rtl/>
        </w:rPr>
        <w:t xml:space="preserve">ں </w:t>
      </w:r>
      <w:r>
        <w:rPr>
          <w:rtl/>
        </w:rPr>
        <w:t>يہى بات وہ خود تجويز كر چكے تھے يعنى خود حضرت موسى پر يہ حقيقت ثابت ہوچكى تھى كہ ان كا نباہ نہي</w:t>
      </w:r>
      <w:r w:rsidR="007D6C9B">
        <w:rPr>
          <w:rtl/>
        </w:rPr>
        <w:t xml:space="preserve">ں </w:t>
      </w:r>
      <w:r>
        <w:rPr>
          <w:rtl/>
        </w:rPr>
        <w:t>ہوسكتا ليكن پھر بھى جدائي كى خبر موسى كے دل پر ہتھوڑے كى ضرب كى طرح لگى ايسے استاد سے جدائي كہ جس كا سينہ مخزن اسرار ہو، جس كى ہمراہى باعث بركت ہو اور جس كى ہر بات ايك درس ہو، جس كا طرز عمل الہام بخش ہو، جس كى پيشانى سے نور خدا ضوفشا</w:t>
      </w:r>
      <w:r w:rsidR="007D6C9B">
        <w:rPr>
          <w:rtl/>
        </w:rPr>
        <w:t xml:space="preserve">ں </w:t>
      </w:r>
      <w:r>
        <w:rPr>
          <w:rtl/>
        </w:rPr>
        <w:t xml:space="preserve">ہو اور جس كا دل علم الہى كا گنجينہ ہو ايسے رہبر سے جدائي باعث رنج وغم تھى ليكن يہ ايك ايسى تلخ حقيقت تھى جو موسى كو بہرحال قبول كرنا تھى _ </w:t>
      </w:r>
    </w:p>
    <w:p w:rsidR="00DE2D7F" w:rsidRDefault="00DE2D7F" w:rsidP="00D07B54">
      <w:pPr>
        <w:pStyle w:val="libNormal"/>
        <w:rPr>
          <w:rtl/>
        </w:rPr>
      </w:pPr>
      <w:r>
        <w:rPr>
          <w:rtl/>
        </w:rPr>
        <w:t>مشہور مفسر''ابوالفتوح رازي'' كہتے ہي</w:t>
      </w:r>
      <w:r w:rsidR="007D6C9B">
        <w:rPr>
          <w:rtl/>
        </w:rPr>
        <w:t xml:space="preserve">ں </w:t>
      </w:r>
      <w:r>
        <w:rPr>
          <w:rtl/>
        </w:rPr>
        <w:t xml:space="preserve">كہ ايك روايت منقول ہے : </w:t>
      </w:r>
    </w:p>
    <w:p w:rsidR="00DE2D7F" w:rsidRDefault="00DE2D7F" w:rsidP="00D07B54">
      <w:pPr>
        <w:pStyle w:val="libNormal"/>
        <w:rPr>
          <w:rtl/>
        </w:rPr>
      </w:pPr>
      <w:r>
        <w:rPr>
          <w:rtl/>
        </w:rPr>
        <w:t>لوگو</w:t>
      </w:r>
      <w:r w:rsidR="007D6C9B">
        <w:rPr>
          <w:rtl/>
        </w:rPr>
        <w:t xml:space="preserve">ں </w:t>
      </w:r>
      <w:r>
        <w:rPr>
          <w:rtl/>
        </w:rPr>
        <w:t>نے حضرت موسى سے پوچھا: آپ كى زندگى مي</w:t>
      </w:r>
      <w:r w:rsidR="007D6C9B">
        <w:rPr>
          <w:rtl/>
        </w:rPr>
        <w:t xml:space="preserve">ں </w:t>
      </w:r>
      <w:r>
        <w:rPr>
          <w:rtl/>
        </w:rPr>
        <w:t xml:space="preserve">سب سے بڑى مشكل كونسى تھي؟ </w:t>
      </w:r>
    </w:p>
    <w:p w:rsidR="00DE2D7F" w:rsidRDefault="00DE2D7F" w:rsidP="00D07B54">
      <w:pPr>
        <w:pStyle w:val="libNormal"/>
        <w:rPr>
          <w:rtl/>
        </w:rPr>
      </w:pPr>
      <w:r>
        <w:rPr>
          <w:rtl/>
        </w:rPr>
        <w:t>حضرت موسى (ع) نے كہا : مي</w:t>
      </w:r>
      <w:r w:rsidR="007D6C9B">
        <w:rPr>
          <w:rtl/>
        </w:rPr>
        <w:t xml:space="preserve">ں </w:t>
      </w:r>
      <w:r>
        <w:rPr>
          <w:rtl/>
        </w:rPr>
        <w:t>نے بہت سختيا</w:t>
      </w:r>
      <w:r w:rsidR="007D6C9B">
        <w:rPr>
          <w:rtl/>
        </w:rPr>
        <w:t xml:space="preserve">ں </w:t>
      </w:r>
      <w:r>
        <w:rPr>
          <w:rtl/>
        </w:rPr>
        <w:t>جھيلى ہي</w:t>
      </w:r>
      <w:r w:rsidR="007D6C9B">
        <w:rPr>
          <w:rtl/>
        </w:rPr>
        <w:t xml:space="preserve">ں </w:t>
      </w:r>
      <w:r>
        <w:rPr>
          <w:rtl/>
        </w:rPr>
        <w:t>(فرعون كے دور كى سختيا</w:t>
      </w:r>
      <w:r w:rsidR="007D6C9B">
        <w:rPr>
          <w:rtl/>
        </w:rPr>
        <w:t xml:space="preserve">ں </w:t>
      </w:r>
      <w:r>
        <w:rPr>
          <w:rtl/>
        </w:rPr>
        <w:t xml:space="preserve">اور پھر بنى اسرائيل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كہف آيت </w:t>
      </w:r>
      <w:r w:rsidR="00E664BB">
        <w:rPr>
          <w:rtl/>
        </w:rPr>
        <w:t>78</w:t>
      </w:r>
      <w:r>
        <w:rPr>
          <w:rtl/>
        </w:rPr>
        <w:t xml:space="preserve"> </w:t>
      </w:r>
    </w:p>
    <w:p w:rsidR="00D97F8A" w:rsidRDefault="001648F9" w:rsidP="00D07B54">
      <w:pPr>
        <w:pStyle w:val="libNormal"/>
      </w:pPr>
      <w:r>
        <w:rPr>
          <w:rtl/>
        </w:rPr>
        <w:t xml:space="preserve"> </w:t>
      </w:r>
      <w:r>
        <w:rPr>
          <w:rtl/>
        </w:rPr>
        <w:br w:type="page"/>
      </w:r>
    </w:p>
    <w:p w:rsidR="00D97F8A" w:rsidRDefault="00D97F8A" w:rsidP="00D07B54">
      <w:pPr>
        <w:pStyle w:val="libNormal"/>
      </w:pPr>
    </w:p>
    <w:p w:rsidR="00DE2D7F" w:rsidRDefault="00DE2D7F" w:rsidP="00D07B54">
      <w:pPr>
        <w:pStyle w:val="libNormal"/>
        <w:rPr>
          <w:rtl/>
        </w:rPr>
      </w:pPr>
      <w:r>
        <w:rPr>
          <w:rtl/>
        </w:rPr>
        <w:t>كے دور كى مشكلات كى طرف اشارہ ہے ) ليكن كسى مشكل اور رنج نے ميرے دل كو اتنا رنجور نہي</w:t>
      </w:r>
      <w:r w:rsidR="007D6C9B">
        <w:rPr>
          <w:rtl/>
        </w:rPr>
        <w:t xml:space="preserve">ں </w:t>
      </w:r>
      <w:r>
        <w:rPr>
          <w:rtl/>
        </w:rPr>
        <w:t xml:space="preserve">كيا جتنا حضرت خضرسے جدائي كى خبر نے _ </w:t>
      </w:r>
    </w:p>
    <w:p w:rsidR="00DE2D7F" w:rsidRDefault="00DE2D7F" w:rsidP="00D07B54">
      <w:pPr>
        <w:pStyle w:val="libNormal"/>
        <w:rPr>
          <w:rtl/>
        </w:rPr>
      </w:pPr>
    </w:p>
    <w:p w:rsidR="00D97F8A" w:rsidRDefault="00DE2D7F" w:rsidP="00D07B54">
      <w:pPr>
        <w:pStyle w:val="Heading2Center"/>
      </w:pPr>
      <w:bookmarkStart w:id="284" w:name="_Toc7268681"/>
      <w:r>
        <w:rPr>
          <w:rtl/>
        </w:rPr>
        <w:t>ان واقعات كاراز</w:t>
      </w:r>
      <w:bookmarkEnd w:id="284"/>
      <w:r>
        <w:rPr>
          <w:rtl/>
        </w:rPr>
        <w:t xml:space="preserve"> </w:t>
      </w:r>
    </w:p>
    <w:p w:rsidR="00DE2D7F" w:rsidRDefault="00DE2D7F" w:rsidP="00D07B54">
      <w:pPr>
        <w:pStyle w:val="libNormal"/>
        <w:rPr>
          <w:rtl/>
        </w:rPr>
      </w:pPr>
      <w:r>
        <w:rPr>
          <w:rtl/>
        </w:rPr>
        <w:t>جب حضرت موسى اور حضرت خضر كا جدا ہونا طے پاگيا تو ضرورى تھا كہ يہ الہى استاد اپنے ان كامو</w:t>
      </w:r>
      <w:r w:rsidR="007D6C9B">
        <w:rPr>
          <w:rtl/>
        </w:rPr>
        <w:t xml:space="preserve">ں </w:t>
      </w:r>
      <w:r>
        <w:rPr>
          <w:rtl/>
        </w:rPr>
        <w:t>كے اسرار ظاہر كرے كہ حضرت موسى جنھي</w:t>
      </w:r>
      <w:r w:rsidR="007D6C9B">
        <w:rPr>
          <w:rtl/>
        </w:rPr>
        <w:t xml:space="preserve">ں </w:t>
      </w:r>
      <w:r>
        <w:rPr>
          <w:rtl/>
        </w:rPr>
        <w:t>گوارانہي</w:t>
      </w:r>
      <w:r w:rsidR="007D6C9B">
        <w:rPr>
          <w:rtl/>
        </w:rPr>
        <w:t xml:space="preserve">ں </w:t>
      </w:r>
      <w:r>
        <w:rPr>
          <w:rtl/>
        </w:rPr>
        <w:t>كرپائے تھے درحقيقت ان سے ہمراہى كا فائدہ حضرت موسى عليہ السلام كے لئے يہى تھا كہ وہ ان تين عجيب واقعات كا راز سمجھ لي</w:t>
      </w:r>
      <w:r w:rsidR="007D6C9B">
        <w:rPr>
          <w:rtl/>
        </w:rPr>
        <w:t xml:space="preserve">ں </w:t>
      </w:r>
      <w:r>
        <w:rPr>
          <w:rtl/>
        </w:rPr>
        <w:t>اور يہى راز بہت سے مسائل كى تفہيم كے لئے كليدبن سكتا تھا اور مختلف سوالو</w:t>
      </w:r>
      <w:r w:rsidR="007D6C9B">
        <w:rPr>
          <w:rtl/>
        </w:rPr>
        <w:t xml:space="preserve">ں </w:t>
      </w:r>
      <w:r>
        <w:rPr>
          <w:rtl/>
        </w:rPr>
        <w:t>كا جواب اس مي</w:t>
      </w:r>
      <w:r w:rsidR="007D6C9B">
        <w:rPr>
          <w:rtl/>
        </w:rPr>
        <w:t xml:space="preserve">ں </w:t>
      </w:r>
      <w:r>
        <w:rPr>
          <w:rtl/>
        </w:rPr>
        <w:t>پنہا</w:t>
      </w:r>
      <w:r w:rsidR="007D6C9B">
        <w:rPr>
          <w:rtl/>
        </w:rPr>
        <w:t xml:space="preserve">ں </w:t>
      </w:r>
      <w:r>
        <w:rPr>
          <w:rtl/>
        </w:rPr>
        <w:t xml:space="preserve">تھا _ </w:t>
      </w:r>
    </w:p>
    <w:p w:rsidR="00DE2D7F" w:rsidRDefault="00DE2D7F" w:rsidP="00D07B54">
      <w:pPr>
        <w:pStyle w:val="libNormal"/>
        <w:rPr>
          <w:rtl/>
        </w:rPr>
      </w:pPr>
      <w:r>
        <w:rPr>
          <w:rtl/>
        </w:rPr>
        <w:t>حضرت خضر(ع) نے كشتى والے واقعے سے بات شروع كى اور كہنے لگے : ''ہا</w:t>
      </w:r>
      <w:r w:rsidR="007D6C9B">
        <w:rPr>
          <w:rtl/>
        </w:rPr>
        <w:t xml:space="preserve">ں </w:t>
      </w:r>
      <w:r>
        <w:rPr>
          <w:rtl/>
        </w:rPr>
        <w:t>، تووہ كشتى والى بات يہ تھى كہ وہ چند غريب ومسكين افرادكى ملكيت تھى وہ اس سے دريا مي</w:t>
      </w:r>
      <w:r w:rsidR="007D6C9B">
        <w:rPr>
          <w:rtl/>
        </w:rPr>
        <w:t xml:space="preserve">ں </w:t>
      </w:r>
      <w:r>
        <w:rPr>
          <w:rtl/>
        </w:rPr>
        <w:t>كام كرتے تھے مي</w:t>
      </w:r>
      <w:r w:rsidR="007D6C9B">
        <w:rPr>
          <w:rtl/>
        </w:rPr>
        <w:t xml:space="preserve">ں </w:t>
      </w:r>
      <w:r>
        <w:rPr>
          <w:rtl/>
        </w:rPr>
        <w:t>نے سوچا كہ اس مي</w:t>
      </w:r>
      <w:r w:rsidR="007D6C9B">
        <w:rPr>
          <w:rtl/>
        </w:rPr>
        <w:t xml:space="preserve">ں </w:t>
      </w:r>
      <w:r>
        <w:rPr>
          <w:rtl/>
        </w:rPr>
        <w:t>كوئي نقص ڈال دو</w:t>
      </w:r>
      <w:r w:rsidR="007D6C9B">
        <w:rPr>
          <w:rtl/>
        </w:rPr>
        <w:t xml:space="preserve">ں </w:t>
      </w:r>
      <w:r>
        <w:rPr>
          <w:rtl/>
        </w:rPr>
        <w:t>كيونكہ مي</w:t>
      </w:r>
      <w:r w:rsidR="007D6C9B">
        <w:rPr>
          <w:rtl/>
        </w:rPr>
        <w:t xml:space="preserve">ں </w:t>
      </w:r>
      <w:r>
        <w:rPr>
          <w:rtl/>
        </w:rPr>
        <w:t xml:space="preserve">جانتا تھا كہ ايك ظالم بادشاہ ان كے پيچھے ہے اور وہ ہر صحيح سالم كشتى كو زبردستى ہتھياليتا ہے''_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گويا كشتى مي</w:t>
      </w:r>
      <w:r w:rsidR="007D6C9B">
        <w:rPr>
          <w:rtl/>
        </w:rPr>
        <w:t xml:space="preserve">ں </w:t>
      </w:r>
      <w:r>
        <w:rPr>
          <w:rtl/>
        </w:rPr>
        <w:t>سوارخ كرنا ظاہرا تو برالگتا تھا ليكن اس كام مي</w:t>
      </w:r>
      <w:r w:rsidR="007D6C9B">
        <w:rPr>
          <w:rtl/>
        </w:rPr>
        <w:t xml:space="preserve">ں </w:t>
      </w:r>
      <w:r>
        <w:rPr>
          <w:rtl/>
        </w:rPr>
        <w:t>ايك اہم مقصد پوشيدہ تھا اور وہ تھا كشتى كے غريب مالكو</w:t>
      </w:r>
      <w:r w:rsidR="007D6C9B">
        <w:rPr>
          <w:rtl/>
        </w:rPr>
        <w:t xml:space="preserve">ں </w:t>
      </w:r>
      <w:r>
        <w:rPr>
          <w:rtl/>
        </w:rPr>
        <w:t>كو ايك غاصب بادشاہ كے ظلم سے بچانا كيونكہ اس كے نزديك عيب دار كشتيا</w:t>
      </w:r>
      <w:r w:rsidR="007D6C9B">
        <w:rPr>
          <w:rtl/>
        </w:rPr>
        <w:t xml:space="preserve">ں </w:t>
      </w:r>
      <w:r>
        <w:rPr>
          <w:rtl/>
        </w:rPr>
        <w:t>اس كے كام كى نہ تھي</w:t>
      </w:r>
      <w:r w:rsidR="007D6C9B">
        <w:rPr>
          <w:rtl/>
        </w:rPr>
        <w:t xml:space="preserve">ں </w:t>
      </w:r>
      <w:r>
        <w:rPr>
          <w:rtl/>
        </w:rPr>
        <w:t>اور ايسى كشتيو</w:t>
      </w:r>
      <w:r w:rsidR="007D6C9B">
        <w:rPr>
          <w:rtl/>
        </w:rPr>
        <w:t xml:space="preserve">ں </w:t>
      </w:r>
      <w:r>
        <w:rPr>
          <w:rtl/>
        </w:rPr>
        <w:t>پروہ قبضہ نہي</w:t>
      </w:r>
      <w:r w:rsidR="007D6C9B">
        <w:rPr>
          <w:rtl/>
        </w:rPr>
        <w:t xml:space="preserve">ں </w:t>
      </w:r>
      <w:r>
        <w:rPr>
          <w:rtl/>
        </w:rPr>
        <w:t>جماتا تھا خلاصہ يہ كہ يہ كام چند مسكينو</w:t>
      </w:r>
      <w:r w:rsidR="007D6C9B">
        <w:rPr>
          <w:rtl/>
        </w:rPr>
        <w:t xml:space="preserve">ں </w:t>
      </w:r>
      <w:r>
        <w:rPr>
          <w:rtl/>
        </w:rPr>
        <w:t xml:space="preserve">كے مفاد كى حفاظت كے لئے تھا اور اسے انجام پاناہى چاہئے تھا _ </w:t>
      </w:r>
    </w:p>
    <w:p w:rsidR="00DE2D7F" w:rsidRDefault="00DE2D7F" w:rsidP="00D07B54">
      <w:pPr>
        <w:pStyle w:val="libNormal"/>
        <w:rPr>
          <w:rtl/>
        </w:rPr>
      </w:pPr>
      <w:r>
        <w:rPr>
          <w:rtl/>
        </w:rPr>
        <w:t>اس كے بعد حضرت خضر(ع) لڑكے قتل كے مسئلے كى طرف آتے ہي</w:t>
      </w:r>
      <w:r w:rsidR="007D6C9B">
        <w:rPr>
          <w:rtl/>
        </w:rPr>
        <w:t xml:space="preserve">ں </w:t>
      </w:r>
      <w:r>
        <w:rPr>
          <w:rtl/>
        </w:rPr>
        <w:t>كہتے ہي</w:t>
      </w:r>
      <w:r w:rsidR="007D6C9B">
        <w:rPr>
          <w:rtl/>
        </w:rPr>
        <w:t xml:space="preserve">ں </w:t>
      </w:r>
      <w:r>
        <w:rPr>
          <w:rtl/>
        </w:rPr>
        <w:t>: ''رہاوہ لڑكا، تو اس كے ما</w:t>
      </w:r>
      <w:r w:rsidR="007D6C9B">
        <w:rPr>
          <w:rtl/>
        </w:rPr>
        <w:t xml:space="preserve">ں </w:t>
      </w:r>
      <w:r>
        <w:rPr>
          <w:rtl/>
        </w:rPr>
        <w:t>باپ صاحب ايمان تھے ہمي</w:t>
      </w:r>
      <w:r w:rsidR="007D6C9B">
        <w:rPr>
          <w:rtl/>
        </w:rPr>
        <w:t xml:space="preserve">ں </w:t>
      </w:r>
      <w:r>
        <w:rPr>
          <w:rtl/>
        </w:rPr>
        <w:t>يہ بات اچھى نہ لگى كہ وہ اپنے ما</w:t>
      </w:r>
      <w:r w:rsidR="007D6C9B">
        <w:rPr>
          <w:rtl/>
        </w:rPr>
        <w:t xml:space="preserve">ں </w:t>
      </w:r>
      <w:r>
        <w:rPr>
          <w:rtl/>
        </w:rPr>
        <w:t>باپ كو راہ ايمان سے بھٹكادے اور سركشى وكفر پر ابھارے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كہف آيت</w:t>
      </w:r>
      <w:r w:rsidR="00E664BB">
        <w:rPr>
          <w:rtl/>
        </w:rPr>
        <w:t>7</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)سورہ كہف آيت</w:t>
      </w:r>
      <w:r w:rsidR="00E664BB">
        <w:rPr>
          <w:rtl/>
        </w:rPr>
        <w:t>80</w:t>
      </w:r>
      <w:r>
        <w:rPr>
          <w:rtl/>
        </w:rPr>
        <w:t xml:space="preserve"> </w:t>
      </w:r>
    </w:p>
    <w:p w:rsidR="00D97F8A" w:rsidRDefault="001648F9" w:rsidP="00D07B54">
      <w:pPr>
        <w:pStyle w:val="libNormal"/>
      </w:pPr>
      <w:r>
        <w:rPr>
          <w:rtl/>
        </w:rPr>
        <w:t xml:space="preserve"> </w:t>
      </w:r>
      <w:r>
        <w:rPr>
          <w:rtl/>
        </w:rPr>
        <w:br w:type="page"/>
      </w:r>
    </w:p>
    <w:p w:rsidR="00DE2D7F" w:rsidRDefault="00DE2D7F" w:rsidP="00D07B54">
      <w:pPr>
        <w:pStyle w:val="libNormal"/>
        <w:rPr>
          <w:rtl/>
        </w:rPr>
      </w:pPr>
      <w:r>
        <w:rPr>
          <w:rtl/>
        </w:rPr>
        <w:lastRenderedPageBreak/>
        <w:t>بہرحال اس عالم نے اس لڑكے كو قتل كرديا اور اس لڑكے كے زندہ رہنے كى صورت مي</w:t>
      </w:r>
      <w:r w:rsidR="007D6C9B">
        <w:rPr>
          <w:rtl/>
        </w:rPr>
        <w:t xml:space="preserve">ں </w:t>
      </w:r>
      <w:r>
        <w:rPr>
          <w:rtl/>
        </w:rPr>
        <w:t>اس كے ما</w:t>
      </w:r>
      <w:r w:rsidR="007D6C9B">
        <w:rPr>
          <w:rtl/>
        </w:rPr>
        <w:t xml:space="preserve">ں </w:t>
      </w:r>
      <w:r>
        <w:rPr>
          <w:rtl/>
        </w:rPr>
        <w:t>باب كو آئندہ جو ناگوار واقعات پيش آنے والے تھے انہي</w:t>
      </w:r>
      <w:r w:rsidR="007D6C9B">
        <w:rPr>
          <w:rtl/>
        </w:rPr>
        <w:t xml:space="preserve">ں </w:t>
      </w:r>
      <w:r>
        <w:rPr>
          <w:rtl/>
        </w:rPr>
        <w:t xml:space="preserve">اس قتل كى دليل قرار ديا _ </w:t>
      </w:r>
    </w:p>
    <w:p w:rsidR="00DE2D7F" w:rsidRDefault="00DE2D7F" w:rsidP="00D07B54">
      <w:pPr>
        <w:pStyle w:val="libNormal"/>
        <w:rPr>
          <w:rtl/>
        </w:rPr>
      </w:pPr>
      <w:r>
        <w:rPr>
          <w:rtl/>
        </w:rPr>
        <w:t>اس كے بعد مزيد فرمايا گيا ہے : ''ہم نے چاہا كہ ان كارب ان كو اس كے بدلے زيادہ پاك اور زيادہ پر محبت اولاد عطا فرمائے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آخرى اور تيسرے كام يعنى ديوار بنانے كے واقعے كا جواب ہے ،اس عالم نے اس واقعے كے راز سے پردہ اٹھاتے ہوئے كہا: رہى ديواركى بات _تو وہ اس شہر كے دو يتيم بچو</w:t>
      </w:r>
      <w:r w:rsidR="007D6C9B">
        <w:rPr>
          <w:rtl/>
        </w:rPr>
        <w:t xml:space="preserve">ں </w:t>
      </w:r>
      <w:r>
        <w:rPr>
          <w:rtl/>
        </w:rPr>
        <w:t>كى تھى اس ديوار كے نيچے ان كا خزانہ چھپا ہوا تھا اور ان كا باپ ايك نيك اور صالح شخص تھا ،تيرا پروردگار چاہتا تھا كہ وہ بالغ ہوجائي</w:t>
      </w:r>
      <w:r w:rsidR="007D6C9B">
        <w:rPr>
          <w:rtl/>
        </w:rPr>
        <w:t xml:space="preserve">ں </w:t>
      </w:r>
      <w:r>
        <w:rPr>
          <w:rtl/>
        </w:rPr>
        <w:t>اور اپنا خزانہ نكال لي</w:t>
      </w:r>
      <w:r w:rsidR="007D6C9B">
        <w:rPr>
          <w:rtl/>
        </w:rPr>
        <w:t xml:space="preserve">ں </w:t>
      </w:r>
      <w:r>
        <w:rPr>
          <w:rtl/>
        </w:rPr>
        <w:t xml:space="preserve">،يہ تو تيرے رب كى طرف سے رحمت تھے_ </w:t>
      </w:r>
    </w:p>
    <w:p w:rsidR="00DE2D7F" w:rsidRDefault="00DE2D7F" w:rsidP="00D07B54">
      <w:pPr>
        <w:pStyle w:val="libNormal"/>
        <w:rPr>
          <w:rtl/>
        </w:rPr>
      </w:pPr>
      <w:r>
        <w:rPr>
          <w:rtl/>
        </w:rPr>
        <w:t>اور ان كے نيك ما</w:t>
      </w:r>
      <w:r w:rsidR="007D6C9B">
        <w:rPr>
          <w:rtl/>
        </w:rPr>
        <w:t xml:space="preserve">ں </w:t>
      </w:r>
      <w:r>
        <w:rPr>
          <w:rtl/>
        </w:rPr>
        <w:t>باپ كى وجہ سے مي</w:t>
      </w:r>
      <w:r w:rsidR="007D6C9B">
        <w:rPr>
          <w:rtl/>
        </w:rPr>
        <w:t xml:space="preserve">ں </w:t>
      </w:r>
      <w:r>
        <w:rPr>
          <w:rtl/>
        </w:rPr>
        <w:t>مامور تھا كہ اس ديوار كو تعمير كرو</w:t>
      </w:r>
      <w:r w:rsidR="007D6C9B">
        <w:rPr>
          <w:rtl/>
        </w:rPr>
        <w:t xml:space="preserve">ں </w:t>
      </w:r>
      <w:r>
        <w:rPr>
          <w:rtl/>
        </w:rPr>
        <w:t>كہ كہي</w:t>
      </w:r>
      <w:r w:rsidR="007D6C9B">
        <w:rPr>
          <w:rtl/>
        </w:rPr>
        <w:t xml:space="preserve">ں </w:t>
      </w:r>
      <w:r>
        <w:rPr>
          <w:rtl/>
        </w:rPr>
        <w:t>وہ گرنہ جائے اور خزانہ ظاہر ہوكر خطرے سے دوچار نہ ہوجائے_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لہذا انہو</w:t>
      </w:r>
      <w:r w:rsidR="007D6C9B">
        <w:rPr>
          <w:rtl/>
        </w:rPr>
        <w:t xml:space="preserve">ں </w:t>
      </w:r>
      <w:r>
        <w:rPr>
          <w:rtl/>
        </w:rPr>
        <w:t>نے كہا : اور مي</w:t>
      </w:r>
      <w:r w:rsidR="007D6C9B">
        <w:rPr>
          <w:rtl/>
        </w:rPr>
        <w:t xml:space="preserve">ں </w:t>
      </w:r>
      <w:r>
        <w:rPr>
          <w:rtl/>
        </w:rPr>
        <w:t>نے يہ كام خود سے نہي</w:t>
      </w:r>
      <w:r w:rsidR="007D6C9B">
        <w:rPr>
          <w:rtl/>
        </w:rPr>
        <w:t xml:space="preserve">ں </w:t>
      </w:r>
      <w:r>
        <w:rPr>
          <w:rtl/>
        </w:rPr>
        <w:t>كئے بلكہ اللہ كے حكم تحت انجام ديئے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جى ہا</w:t>
      </w:r>
      <w:r w:rsidR="007D6C9B">
        <w:rPr>
          <w:rtl/>
        </w:rPr>
        <w:t xml:space="preserve">ں </w:t>
      </w:r>
      <w:r>
        <w:rPr>
          <w:rtl/>
        </w:rPr>
        <w:t>: يہ تھے ان كامو</w:t>
      </w:r>
      <w:r w:rsidR="007D6C9B">
        <w:rPr>
          <w:rtl/>
        </w:rPr>
        <w:t xml:space="preserve">ں </w:t>
      </w:r>
      <w:r>
        <w:rPr>
          <w:rtl/>
        </w:rPr>
        <w:t>كے راز كہ جن پرصبر كى تم مي</w:t>
      </w:r>
      <w:r w:rsidR="007D6C9B">
        <w:rPr>
          <w:rtl/>
        </w:rPr>
        <w:t xml:space="preserve">ں </w:t>
      </w:r>
      <w:r>
        <w:rPr>
          <w:rtl/>
        </w:rPr>
        <w:t>تاب نہي</w:t>
      </w:r>
      <w:r w:rsidR="007D6C9B">
        <w:rPr>
          <w:rtl/>
        </w:rPr>
        <w:t xml:space="preserve">ں </w:t>
      </w:r>
      <w:r>
        <w:rPr>
          <w:rtl/>
        </w:rPr>
        <w:t>تھى _</w:t>
      </w:r>
      <w:r w:rsidRPr="00AD1EF3">
        <w:rPr>
          <w:rStyle w:val="libFootnotenumChar"/>
          <w:rtl/>
        </w:rPr>
        <w:t>(</w:t>
      </w:r>
      <w:r w:rsidR="00E664BB" w:rsidRPr="00AD1EF3">
        <w:rPr>
          <w:rStyle w:val="libFootnotenumChar"/>
          <w:rtl/>
        </w:rPr>
        <w:t>4</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كہف آيت </w:t>
      </w:r>
      <w:r w:rsidR="00E664BB">
        <w:rPr>
          <w:rtl/>
        </w:rPr>
        <w:t>81</w:t>
      </w:r>
      <w:r>
        <w:rPr>
          <w:rtl/>
        </w:rPr>
        <w:t xml:space="preserve"> </w:t>
      </w:r>
    </w:p>
    <w:p w:rsidR="00DE2D7F" w:rsidRDefault="00DE2D7F" w:rsidP="00D07B54">
      <w:pPr>
        <w:pStyle w:val="libFootnote"/>
        <w:rPr>
          <w:rtl/>
        </w:rPr>
      </w:pPr>
      <w:r>
        <w:rPr>
          <w:rtl/>
        </w:rPr>
        <w:t>(</w:t>
      </w:r>
      <w:r w:rsidR="00E664BB">
        <w:rPr>
          <w:rtl/>
        </w:rPr>
        <w:t>2</w:t>
      </w:r>
      <w:r>
        <w:rPr>
          <w:rtl/>
        </w:rPr>
        <w:t>)سورہ كہف آيت</w:t>
      </w:r>
      <w:r w:rsidR="00E664BB">
        <w:rPr>
          <w:rtl/>
        </w:rPr>
        <w:t>82</w:t>
      </w:r>
      <w:r>
        <w:rPr>
          <w:rtl/>
        </w:rPr>
        <w:t xml:space="preserve"> </w:t>
      </w:r>
    </w:p>
    <w:p w:rsidR="00DE2D7F" w:rsidRDefault="00DE2D7F" w:rsidP="00D07B54">
      <w:pPr>
        <w:pStyle w:val="libFootnote"/>
        <w:rPr>
          <w:rtl/>
        </w:rPr>
      </w:pPr>
      <w:r>
        <w:rPr>
          <w:rtl/>
        </w:rPr>
        <w:t>(</w:t>
      </w:r>
      <w:r w:rsidR="00E664BB">
        <w:rPr>
          <w:rtl/>
        </w:rPr>
        <w:t>3</w:t>
      </w:r>
      <w:r>
        <w:rPr>
          <w:rtl/>
        </w:rPr>
        <w:t>)سورہ كہف آيت</w:t>
      </w:r>
      <w:r w:rsidR="00E664BB">
        <w:rPr>
          <w:rtl/>
        </w:rPr>
        <w:t>82</w:t>
      </w:r>
      <w:r>
        <w:rPr>
          <w:rtl/>
        </w:rPr>
        <w:t xml:space="preserve"> </w:t>
      </w:r>
    </w:p>
    <w:p w:rsidR="00DE2D7F" w:rsidRDefault="00DE2D7F" w:rsidP="00D07B54">
      <w:pPr>
        <w:pStyle w:val="libFootnote"/>
        <w:rPr>
          <w:rtl/>
        </w:rPr>
      </w:pPr>
      <w:r>
        <w:rPr>
          <w:rtl/>
        </w:rPr>
        <w:t>(</w:t>
      </w:r>
      <w:r w:rsidR="00E664BB">
        <w:rPr>
          <w:rtl/>
        </w:rPr>
        <w:t>4</w:t>
      </w:r>
      <w:r>
        <w:rPr>
          <w:rtl/>
        </w:rPr>
        <w:t>)سورہ كہف آيت</w:t>
      </w:r>
      <w:r w:rsidR="00E664BB">
        <w:rPr>
          <w:rtl/>
        </w:rPr>
        <w:t>82</w:t>
      </w:r>
      <w:r>
        <w:rPr>
          <w:rtl/>
        </w:rPr>
        <w:t xml:space="preserve"> </w:t>
      </w:r>
    </w:p>
    <w:p w:rsidR="00DE2D7F" w:rsidRDefault="00DE2D7F" w:rsidP="00D07B54">
      <w:pPr>
        <w:pStyle w:val="libFootnote"/>
        <w:rPr>
          <w:rtl/>
        </w:rPr>
      </w:pPr>
      <w:r>
        <w:rPr>
          <w:rtl/>
        </w:rPr>
        <w:t>(</w:t>
      </w:r>
      <w:r w:rsidR="00E664BB">
        <w:rPr>
          <w:rtl/>
        </w:rPr>
        <w:t>5</w:t>
      </w:r>
      <w:r>
        <w:rPr>
          <w:rtl/>
        </w:rPr>
        <w:t xml:space="preserve">)خضر كى ماموريت تشريعى تھى يا تكوينى ؟ </w:t>
      </w:r>
    </w:p>
    <w:p w:rsidR="00EE47A6" w:rsidRDefault="00DE2D7F" w:rsidP="00D07B54">
      <w:pPr>
        <w:pStyle w:val="libFootnote"/>
        <w:rPr>
          <w:rtl/>
        </w:rPr>
      </w:pPr>
      <w:r>
        <w:rPr>
          <w:rtl/>
        </w:rPr>
        <w:t>يہ وہ اہم ترين مسئلہ ہے جس نے بزرگ علماء كو اپنى طرف متوجہ كيا ہے تين واقعات كہ جو اس عالم كے ہاتھو</w:t>
      </w:r>
      <w:r w:rsidR="007D6C9B">
        <w:rPr>
          <w:rtl/>
        </w:rPr>
        <w:t xml:space="preserve">ں </w:t>
      </w:r>
      <w:r>
        <w:rPr>
          <w:rtl/>
        </w:rPr>
        <w:t>انجام پائے ان پر حضرت موسى نے اعتراض كيا كيونكہ وہ باطن امر سے آگاہ نہ تھے ليكن بعد مي</w:t>
      </w:r>
      <w:r w:rsidR="007D6C9B">
        <w:rPr>
          <w:rtl/>
        </w:rPr>
        <w:t xml:space="preserve">ں </w:t>
      </w:r>
      <w:r>
        <w:rPr>
          <w:rtl/>
        </w:rPr>
        <w:t>استاد نے وضاحت كى تو مطمئن ہوگئے _ سوال يہ ہے كہ كيا واقعاً كسى كے مال مي</w:t>
      </w:r>
      <w:r w:rsidR="007D6C9B">
        <w:rPr>
          <w:rtl/>
        </w:rPr>
        <w:t xml:space="preserve">ں </w:t>
      </w:r>
      <w:r>
        <w:rPr>
          <w:rtl/>
        </w:rPr>
        <w:t>اس كى اجازت كے بغير نقص پيدا كيا جاسكتا ہے، كہ غاصب اسے لے نہ جائے _ اور كيا كسى لڑكے كو اس كام پر سزادى جاسكتى ہے جو وہ آئندہ مي</w:t>
      </w:r>
      <w:r w:rsidR="007D6C9B">
        <w:rPr>
          <w:rtl/>
        </w:rPr>
        <w:t xml:space="preserve">ں </w:t>
      </w:r>
      <w:r>
        <w:rPr>
          <w:rtl/>
        </w:rPr>
        <w:t>انجام دے گا؟ اور كيا ضرورى ہے كہ كسى كے مال كى حفاظت كے لئے ہم مفت زحمت برداشت كري</w:t>
      </w:r>
      <w:r w:rsidR="007D6C9B">
        <w:rPr>
          <w:rtl/>
        </w:rPr>
        <w:t xml:space="preserve">ں </w:t>
      </w:r>
      <w:r>
        <w:rPr>
          <w:rtl/>
        </w:rPr>
        <w:t xml:space="preserve">_؟ </w:t>
      </w:r>
    </w:p>
    <w:p w:rsidR="00EE47A6" w:rsidRDefault="00EE47A6" w:rsidP="00D07B54">
      <w:pPr>
        <w:pStyle w:val="libNormal"/>
        <w:rPr>
          <w:rtl/>
        </w:rPr>
      </w:pPr>
      <w:r>
        <w:rPr>
          <w:rtl/>
        </w:rPr>
        <w:br w:type="page"/>
      </w:r>
    </w:p>
    <w:p w:rsidR="00DE2D7F" w:rsidRDefault="00DE2D7F" w:rsidP="00D07B54">
      <w:pPr>
        <w:pStyle w:val="libFootnote"/>
        <w:rPr>
          <w:rtl/>
        </w:rPr>
      </w:pPr>
    </w:p>
    <w:p w:rsidR="007C5198" w:rsidRPr="007C5198" w:rsidRDefault="007C5198" w:rsidP="007C5198">
      <w:pPr>
        <w:pStyle w:val="libFootnote"/>
        <w:rPr>
          <w:rtl/>
        </w:rPr>
      </w:pPr>
    </w:p>
    <w:p w:rsidR="00DE2D7F" w:rsidRDefault="00DE2D7F" w:rsidP="00D07B54">
      <w:pPr>
        <w:pStyle w:val="libFootnote"/>
        <w:rPr>
          <w:rtl/>
        </w:rPr>
      </w:pPr>
      <w:r>
        <w:rPr>
          <w:rtl/>
        </w:rPr>
        <w:t>ان سوالات كے جواب مي</w:t>
      </w:r>
      <w:r w:rsidR="007D6C9B">
        <w:rPr>
          <w:rtl/>
        </w:rPr>
        <w:t xml:space="preserve">ں </w:t>
      </w:r>
      <w:r>
        <w:rPr>
          <w:rtl/>
        </w:rPr>
        <w:t>ہمارے سامنے دوراستے ہي</w:t>
      </w:r>
      <w:r w:rsidR="007D6C9B">
        <w:rPr>
          <w:rtl/>
        </w:rPr>
        <w:t xml:space="preserve">ں </w:t>
      </w:r>
      <w:r>
        <w:rPr>
          <w:rtl/>
        </w:rPr>
        <w:t>: پہلايہ كہ ان امور كو ہم فقہى احكام اور شرعى قوانين كى روشنى مي</w:t>
      </w:r>
      <w:r w:rsidR="007D6C9B">
        <w:rPr>
          <w:rtl/>
        </w:rPr>
        <w:t xml:space="preserve">ں </w:t>
      </w:r>
      <w:r>
        <w:rPr>
          <w:rtl/>
        </w:rPr>
        <w:t>ديكھي</w:t>
      </w:r>
      <w:r w:rsidR="007D6C9B">
        <w:rPr>
          <w:rtl/>
        </w:rPr>
        <w:t xml:space="preserve">ں </w:t>
      </w:r>
      <w:r>
        <w:rPr>
          <w:rtl/>
        </w:rPr>
        <w:t>_بعض مفسرين نے يہى راستہ اختيا ر كيا ہے _ انہو</w:t>
      </w:r>
      <w:r w:rsidR="007D6C9B">
        <w:rPr>
          <w:rtl/>
        </w:rPr>
        <w:t xml:space="preserve">ں </w:t>
      </w:r>
      <w:r>
        <w:rPr>
          <w:rtl/>
        </w:rPr>
        <w:t>نے پہلے واقعے كو اہم اور اہم تر قوانين پر سمجھا ہے اور كہا ہے كہ مسلم ہے كہ سارى كشتى اور پورى كشتى كى حفاظت اہم كام تھا جبكہ جزوى نقص سے حفاظت زيادہ اہم نہي</w:t>
      </w:r>
      <w:r w:rsidR="007D6C9B">
        <w:rPr>
          <w:rtl/>
        </w:rPr>
        <w:t xml:space="preserve">ں </w:t>
      </w:r>
      <w:r>
        <w:rPr>
          <w:rtl/>
        </w:rPr>
        <w:t>تھا دوسرے لفظو</w:t>
      </w:r>
      <w:r w:rsidR="007D6C9B">
        <w:rPr>
          <w:rtl/>
        </w:rPr>
        <w:t xml:space="preserve">ں </w:t>
      </w:r>
      <w:r>
        <w:rPr>
          <w:rtl/>
        </w:rPr>
        <w:t>مي</w:t>
      </w:r>
      <w:r w:rsidR="007D6C9B">
        <w:rPr>
          <w:rtl/>
        </w:rPr>
        <w:t xml:space="preserve">ں </w:t>
      </w:r>
      <w:r>
        <w:rPr>
          <w:rtl/>
        </w:rPr>
        <w:t>حضرت خضر (ع) نے كم نقصان كے ذريعے زيادہ نقصان كو روكا، فقہى زبان مي</w:t>
      </w:r>
      <w:r w:rsidR="007D6C9B">
        <w:rPr>
          <w:rtl/>
        </w:rPr>
        <w:t xml:space="preserve">ں </w:t>
      </w:r>
      <w:r>
        <w:rPr>
          <w:rtl/>
        </w:rPr>
        <w:t>'' افسد كو فاسد سے دفع كيا'' خصوصا ًجبكہ يہ بات ان كے پيش نظر تھى كہ كشتى والو</w:t>
      </w:r>
      <w:r w:rsidR="007D6C9B">
        <w:rPr>
          <w:rtl/>
        </w:rPr>
        <w:t xml:space="preserve">ں </w:t>
      </w:r>
      <w:r>
        <w:rPr>
          <w:rtl/>
        </w:rPr>
        <w:t>كى باطن رضا مندى انہي</w:t>
      </w:r>
      <w:r w:rsidR="007D6C9B">
        <w:rPr>
          <w:rtl/>
        </w:rPr>
        <w:t xml:space="preserve">ں </w:t>
      </w:r>
      <w:r>
        <w:rPr>
          <w:rtl/>
        </w:rPr>
        <w:t>حاصل ہے كيونكہ اگر وہ اصل صورت حال سے آگاہ ہوجاتے تو اس كام پر راضى ہوجاتے (فقہى تعبير كے مطابق حضرت خضر (ع) كو اس مسئلے مي</w:t>
      </w:r>
      <w:r w:rsidR="007D6C9B">
        <w:rPr>
          <w:rtl/>
        </w:rPr>
        <w:t xml:space="preserve">ں </w:t>
      </w:r>
      <w:r>
        <w:rPr>
          <w:rtl/>
        </w:rPr>
        <w:t>'' اذن فحوى '' حاصل تھا)_ اس لڑكے كے بارے مي</w:t>
      </w:r>
      <w:r w:rsidR="007D6C9B">
        <w:rPr>
          <w:rtl/>
        </w:rPr>
        <w:t xml:space="preserve">ں </w:t>
      </w:r>
      <w:r>
        <w:rPr>
          <w:rtl/>
        </w:rPr>
        <w:t>مفسرين كا اصرار ہے كہ يقيناً وہ بالغ تھا اور وہ مرتد يا فاسد تھا لہذا وہ اپنے موجودہ اعمال كى وجہ سے جائز القتل تھا اور يہ جو حضرت خضراپنے اقدام كے لئے اس كے آئندہ جرائم كو دليل بناتے ہي</w:t>
      </w:r>
      <w:r w:rsidR="007D6C9B">
        <w:rPr>
          <w:rtl/>
        </w:rPr>
        <w:t xml:space="preserve">ں </w:t>
      </w:r>
      <w:r>
        <w:rPr>
          <w:rtl/>
        </w:rPr>
        <w:t>تو وہ اس بناء پر ہے كہ وہ كہنا چاہتے ہي</w:t>
      </w:r>
      <w:r w:rsidR="007D6C9B">
        <w:rPr>
          <w:rtl/>
        </w:rPr>
        <w:t xml:space="preserve">ں </w:t>
      </w:r>
      <w:r>
        <w:rPr>
          <w:rtl/>
        </w:rPr>
        <w:t>كہ يہ مجرم نہ صرف يہ كہ اس وقت اس كام مي</w:t>
      </w:r>
      <w:r w:rsidR="007D6C9B">
        <w:rPr>
          <w:rtl/>
        </w:rPr>
        <w:t xml:space="preserve">ں </w:t>
      </w:r>
      <w:r>
        <w:rPr>
          <w:rtl/>
        </w:rPr>
        <w:t>مبتلا ہے بلكہ آئندہ بھى اس سے بڑھ كر جرائم كا مرتكب ہوگا لہذا اس كاقتل قوانين شريعت كے مطابق تھا اور وہ اپنے افعال اورخود كردہ گناہو</w:t>
      </w:r>
      <w:r w:rsidR="007D6C9B">
        <w:rPr>
          <w:rtl/>
        </w:rPr>
        <w:t xml:space="preserve">ں </w:t>
      </w:r>
      <w:r>
        <w:rPr>
          <w:rtl/>
        </w:rPr>
        <w:t>كى وجہ سے جائز القتل تھا _ رہا تيسرا واقعہ تو كوئي شخص كسى پر يہ اعتراض نہي</w:t>
      </w:r>
      <w:r w:rsidR="007D6C9B">
        <w:rPr>
          <w:rtl/>
        </w:rPr>
        <w:t xml:space="preserve">ں </w:t>
      </w:r>
      <w:r>
        <w:rPr>
          <w:rtl/>
        </w:rPr>
        <w:t>كرسكتا كہ تم دوسرے كے لئے كيو</w:t>
      </w:r>
      <w:r w:rsidR="007D6C9B">
        <w:rPr>
          <w:rtl/>
        </w:rPr>
        <w:t xml:space="preserve">ں </w:t>
      </w:r>
      <w:r>
        <w:rPr>
          <w:rtl/>
        </w:rPr>
        <w:t>ايثار كرتے ہو اور اس كے اموال كو بچانے كے لئے كيو</w:t>
      </w:r>
      <w:r w:rsidR="007D6C9B">
        <w:rPr>
          <w:rtl/>
        </w:rPr>
        <w:t xml:space="preserve">ں </w:t>
      </w:r>
      <w:r>
        <w:rPr>
          <w:rtl/>
        </w:rPr>
        <w:t>بيگار اٹھاتے ہو،ہوسكتا ہے يہ ايثار واجب نہ ہو ليكن مسلم ہے كہ يہ اچھا كام ہے اور لائق تحسين ہے بلكہ ہوسكتا ہے كہ بعض مواقع پر سرحد وجوب تك پہنچ جائے مثلاً كسى يتيم بچے كا بہت سامال ضائع ہو رہا ہو اور تھوڑى سى زحمت كركے اسے بچايا جاسكے تو بعيد نہي</w:t>
      </w:r>
      <w:r w:rsidR="007D6C9B">
        <w:rPr>
          <w:rtl/>
        </w:rPr>
        <w:t xml:space="preserve">ں </w:t>
      </w:r>
      <w:r>
        <w:rPr>
          <w:rtl/>
        </w:rPr>
        <w:t>ہے كہ ايسے موقع پريہ كام واجب ہو _ دوسرا راستہ اس بنياد پر ہے كہ مذكورہ بالا تو ضيحات اگرچہ خزانے اور ديوار كے بارے مي</w:t>
      </w:r>
      <w:r w:rsidR="007D6C9B">
        <w:rPr>
          <w:rtl/>
        </w:rPr>
        <w:t xml:space="preserve">ں </w:t>
      </w:r>
      <w:r>
        <w:rPr>
          <w:rtl/>
        </w:rPr>
        <w:t>لائق اطمينان ہو</w:t>
      </w:r>
      <w:r w:rsidR="007D6C9B">
        <w:rPr>
          <w:rtl/>
        </w:rPr>
        <w:t xml:space="preserve">ں </w:t>
      </w:r>
      <w:r>
        <w:rPr>
          <w:rtl/>
        </w:rPr>
        <w:t>ليكن جو جوان مارا گيا اس كے بارے مي</w:t>
      </w:r>
      <w:r w:rsidR="007D6C9B">
        <w:rPr>
          <w:rtl/>
        </w:rPr>
        <w:t xml:space="preserve">ں </w:t>
      </w:r>
      <w:r>
        <w:rPr>
          <w:rtl/>
        </w:rPr>
        <w:t>مذكورہ وضاحتي</w:t>
      </w:r>
      <w:r w:rsidR="007D6C9B">
        <w:rPr>
          <w:rtl/>
        </w:rPr>
        <w:t xml:space="preserve">ں </w:t>
      </w:r>
      <w:r>
        <w:rPr>
          <w:rtl/>
        </w:rPr>
        <w:t>ظاہر قرآنى گفتگو سے مناسبت نہي</w:t>
      </w:r>
      <w:r w:rsidR="007D6C9B">
        <w:rPr>
          <w:rtl/>
        </w:rPr>
        <w:t xml:space="preserve">ں </w:t>
      </w:r>
      <w:r>
        <w:rPr>
          <w:rtl/>
        </w:rPr>
        <w:t>ركھتي</w:t>
      </w:r>
      <w:r w:rsidR="007D6C9B">
        <w:rPr>
          <w:rtl/>
        </w:rPr>
        <w:t xml:space="preserve">ں </w:t>
      </w:r>
      <w:r>
        <w:rPr>
          <w:rtl/>
        </w:rPr>
        <w:t>كيونكہ اس كے قتل كا قصدظاہرا اس كے آئندہ كا عمل قرار ديا گيا ہے نہ كہ موجودہ عمل _ كشتى كے بارے مي</w:t>
      </w:r>
      <w:r w:rsidR="007D6C9B">
        <w:rPr>
          <w:rtl/>
        </w:rPr>
        <w:t xml:space="preserve">ں </w:t>
      </w:r>
      <w:r>
        <w:rPr>
          <w:rtl/>
        </w:rPr>
        <w:t xml:space="preserve">بھى مذكورہ وضاحت كسى حدتك قابل بحث ہے _ </w:t>
      </w:r>
    </w:p>
    <w:p w:rsidR="00D97F8A" w:rsidRDefault="00DE2D7F" w:rsidP="00D07B54">
      <w:pPr>
        <w:pStyle w:val="libFootnote"/>
        <w:rPr>
          <w:rtl/>
        </w:rPr>
      </w:pPr>
      <w:r>
        <w:rPr>
          <w:rtl/>
        </w:rPr>
        <w:t xml:space="preserve">لہذا ضرورى ہے كہ كوئي اور راہ اختيار كى جائے اور وہ يہ ہے : </w:t>
      </w:r>
    </w:p>
    <w:p w:rsidR="00DE2D7F" w:rsidRDefault="00DE2D7F" w:rsidP="00D07B54">
      <w:pPr>
        <w:pStyle w:val="libFootnote"/>
        <w:rPr>
          <w:rtl/>
        </w:rPr>
      </w:pPr>
      <w:r>
        <w:rPr>
          <w:rtl/>
        </w:rPr>
        <w:t>اسى جہان مي</w:t>
      </w:r>
      <w:r w:rsidR="007D6C9B">
        <w:rPr>
          <w:rtl/>
        </w:rPr>
        <w:t xml:space="preserve">ں </w:t>
      </w:r>
      <w:r>
        <w:rPr>
          <w:rtl/>
        </w:rPr>
        <w:t>ہمي</w:t>
      </w:r>
      <w:r w:rsidR="007D6C9B">
        <w:rPr>
          <w:rtl/>
        </w:rPr>
        <w:t xml:space="preserve">ں </w:t>
      </w:r>
      <w:r>
        <w:rPr>
          <w:rtl/>
        </w:rPr>
        <w:t>دو نظامو</w:t>
      </w:r>
      <w:r w:rsidR="007D6C9B">
        <w:rPr>
          <w:rtl/>
        </w:rPr>
        <w:t xml:space="preserve">ں </w:t>
      </w:r>
      <w:r>
        <w:rPr>
          <w:rtl/>
        </w:rPr>
        <w:t>سے سابقہ پڑتا ہے ايك نظام تكوين ہے اور دوسرا نظام تشريع يہ دونو</w:t>
      </w:r>
      <w:r w:rsidR="007D6C9B">
        <w:rPr>
          <w:rtl/>
        </w:rPr>
        <w:t xml:space="preserve">ں </w:t>
      </w:r>
      <w:r>
        <w:rPr>
          <w:rtl/>
        </w:rPr>
        <w:t>نظام اگرچہ كلى اصول مي</w:t>
      </w:r>
      <w:r w:rsidR="007D6C9B">
        <w:rPr>
          <w:rtl/>
        </w:rPr>
        <w:t xml:space="preserve">ں </w:t>
      </w:r>
      <w:r>
        <w:rPr>
          <w:rtl/>
        </w:rPr>
        <w:t>تو ہم آہنگ ہي</w:t>
      </w:r>
      <w:r w:rsidR="007D6C9B">
        <w:rPr>
          <w:rtl/>
        </w:rPr>
        <w:t xml:space="preserve">ں </w:t>
      </w:r>
      <w:r>
        <w:rPr>
          <w:rtl/>
        </w:rPr>
        <w:t>ليكن كبھى ايسا ہوتا ہے كہ جزئيات مي</w:t>
      </w:r>
      <w:r w:rsidR="007D6C9B">
        <w:rPr>
          <w:rtl/>
        </w:rPr>
        <w:t xml:space="preserve">ں </w:t>
      </w:r>
      <w:r>
        <w:rPr>
          <w:rtl/>
        </w:rPr>
        <w:t>ايك دوسرے سے مختلف ہوتے ہي</w:t>
      </w:r>
      <w:r w:rsidR="007D6C9B">
        <w:rPr>
          <w:rtl/>
        </w:rPr>
        <w:t xml:space="preserve">ں </w:t>
      </w:r>
      <w:r>
        <w:rPr>
          <w:rtl/>
        </w:rPr>
        <w:t xml:space="preserve">_ </w:t>
      </w:r>
    </w:p>
    <w:p w:rsidR="00DE2D7F" w:rsidRDefault="00DE2D7F" w:rsidP="00D07B54">
      <w:pPr>
        <w:pStyle w:val="libFootnote"/>
        <w:rPr>
          <w:rtl/>
        </w:rPr>
      </w:pPr>
      <w:r>
        <w:rPr>
          <w:rtl/>
        </w:rPr>
        <w:t>مثلا اللہ تعالى اپنے بندو</w:t>
      </w:r>
      <w:r w:rsidR="007D6C9B">
        <w:rPr>
          <w:rtl/>
        </w:rPr>
        <w:t xml:space="preserve">ں </w:t>
      </w:r>
      <w:r>
        <w:rPr>
          <w:rtl/>
        </w:rPr>
        <w:t>كى آزما</w:t>
      </w:r>
      <w:r w:rsidR="00091C36">
        <w:rPr>
          <w:rtl/>
        </w:rPr>
        <w:t xml:space="preserve">ئش </w:t>
      </w:r>
      <w:r>
        <w:rPr>
          <w:rtl/>
        </w:rPr>
        <w:t xml:space="preserve"> خوف، اموال وثمرات كے نقصان ، اپنى اور عزيزو</w:t>
      </w:r>
      <w:r w:rsidR="007D6C9B">
        <w:rPr>
          <w:rtl/>
        </w:rPr>
        <w:t xml:space="preserve">ں </w:t>
      </w:r>
      <w:r>
        <w:rPr>
          <w:rtl/>
        </w:rPr>
        <w:t xml:space="preserve">كى موت اور قتل كے ذريعے كرتا ہے تاكہ يہ معلوم ہوكہ كون شخص ان حوادث ومصائب پر صبر وشكيبائي اختيار كرتا ہے _ </w:t>
      </w:r>
    </w:p>
    <w:p w:rsidR="00DE2D7F" w:rsidRDefault="00DE2D7F" w:rsidP="00D07B54">
      <w:pPr>
        <w:pStyle w:val="libFootnote"/>
        <w:rPr>
          <w:rtl/>
        </w:rPr>
      </w:pPr>
      <w:r>
        <w:rPr>
          <w:rtl/>
        </w:rPr>
        <w:t>تو كيا كوئي فقيہ بلكہ كوئي پيغمبر ايسا كرسكتا ہے _يعنى اموال ونفوس، ثمرات اور امن كو ختم كركے لوگو</w:t>
      </w:r>
      <w:r w:rsidR="007D6C9B">
        <w:rPr>
          <w:rtl/>
        </w:rPr>
        <w:t xml:space="preserve">ں </w:t>
      </w:r>
      <w:r>
        <w:rPr>
          <w:rtl/>
        </w:rPr>
        <w:t xml:space="preserve">كو آزمائے ؟ </w:t>
      </w:r>
    </w:p>
    <w:p w:rsidR="00EE47A6" w:rsidRDefault="00DE2D7F" w:rsidP="00D07B54">
      <w:pPr>
        <w:pStyle w:val="libFootnote"/>
        <w:rPr>
          <w:rtl/>
        </w:rPr>
      </w:pPr>
      <w:r>
        <w:rPr>
          <w:rtl/>
        </w:rPr>
        <w:t>يا كبھى ايسا ہوتا ہے كہ اللہ تعالى اپنے بعض نبيو</w:t>
      </w:r>
      <w:r w:rsidR="007D6C9B">
        <w:rPr>
          <w:rtl/>
        </w:rPr>
        <w:t xml:space="preserve">ں </w:t>
      </w:r>
      <w:r>
        <w:rPr>
          <w:rtl/>
        </w:rPr>
        <w:t>اور صالح بندو</w:t>
      </w:r>
      <w:r w:rsidR="007D6C9B">
        <w:rPr>
          <w:rtl/>
        </w:rPr>
        <w:t xml:space="preserve">ں </w:t>
      </w:r>
      <w:r>
        <w:rPr>
          <w:rtl/>
        </w:rPr>
        <w:t>كو خبر دار كرنے اور انہي</w:t>
      </w:r>
      <w:r w:rsidR="007D6C9B">
        <w:rPr>
          <w:rtl/>
        </w:rPr>
        <w:t xml:space="preserve">ں </w:t>
      </w:r>
      <w:r>
        <w:rPr>
          <w:rtl/>
        </w:rPr>
        <w:t>تنبيہ كرنے كے لئے كسى ترك اولى پر بڑى مصيبتو</w:t>
      </w:r>
      <w:r w:rsidR="007D6C9B">
        <w:rPr>
          <w:rtl/>
        </w:rPr>
        <w:t xml:space="preserve">ں </w:t>
      </w:r>
      <w:r>
        <w:rPr>
          <w:rtl/>
        </w:rPr>
        <w:t>مي</w:t>
      </w:r>
      <w:r w:rsidR="007D6C9B">
        <w:rPr>
          <w:rtl/>
        </w:rPr>
        <w:t xml:space="preserve">ں </w:t>
      </w:r>
      <w:r>
        <w:rPr>
          <w:rtl/>
        </w:rPr>
        <w:t>گرفتار كرتاہے جيسا كہ حضرت يعقوب مصيبت مي</w:t>
      </w:r>
      <w:r w:rsidR="007D6C9B">
        <w:rPr>
          <w:rtl/>
        </w:rPr>
        <w:t xml:space="preserve">ں </w:t>
      </w:r>
      <w:r>
        <w:rPr>
          <w:rtl/>
        </w:rPr>
        <w:t>گرفتار ہوئے اس بات پر كہ انہو</w:t>
      </w:r>
      <w:r w:rsidR="007D6C9B">
        <w:rPr>
          <w:rtl/>
        </w:rPr>
        <w:t xml:space="preserve">ں </w:t>
      </w:r>
      <w:r>
        <w:rPr>
          <w:rtl/>
        </w:rPr>
        <w:t>نے بعض مساكين كى طرف كم توجہ دى يا حضرت يونس كو ايك معمولى ترك اولى پر مصيبت مي</w:t>
      </w:r>
      <w:r w:rsidR="007D6C9B">
        <w:rPr>
          <w:rtl/>
        </w:rPr>
        <w:t xml:space="preserve">ں </w:t>
      </w:r>
      <w:r>
        <w:rPr>
          <w:rtl/>
        </w:rPr>
        <w:t>گرفتار ہونا پڑا تو كيا كوئي حق ركھتا ہے كہ كسى كو سزا كے طور پر ايسا كرے يا يہ كہ ہم ديكھتے ہي</w:t>
      </w:r>
      <w:r w:rsidR="007D6C9B">
        <w:rPr>
          <w:rtl/>
        </w:rPr>
        <w:t xml:space="preserve">ں </w:t>
      </w:r>
      <w:r>
        <w:rPr>
          <w:rtl/>
        </w:rPr>
        <w:t>كبھى اللہ تعالى كسى انسان كى ناشكرى كى وجہ سے اس سے كوئي نعمت چھين ليتا ہے مثلاً كوئي شخص مال ملنے پر شكر ادا نہي</w:t>
      </w:r>
      <w:r w:rsidR="007D6C9B">
        <w:rPr>
          <w:rtl/>
        </w:rPr>
        <w:t xml:space="preserve">ں </w:t>
      </w:r>
      <w:r>
        <w:rPr>
          <w:rtl/>
        </w:rPr>
        <w:t>كرتا تو اس كا مال دريا مي</w:t>
      </w:r>
      <w:r w:rsidR="007D6C9B">
        <w:rPr>
          <w:rtl/>
        </w:rPr>
        <w:t xml:space="preserve">ں </w:t>
      </w:r>
      <w:r>
        <w:rPr>
          <w:rtl/>
        </w:rPr>
        <w:t>غرق ہوجاتاہے يا صحت پر شكر ادا نہي</w:t>
      </w:r>
      <w:r w:rsidR="007D6C9B">
        <w:rPr>
          <w:rtl/>
        </w:rPr>
        <w:t xml:space="preserve">ں </w:t>
      </w:r>
      <w:r>
        <w:rPr>
          <w:rtl/>
        </w:rPr>
        <w:t>كرتا تو اللہ تعالى اس سے صحت لے ليتا ہے تو كيا فقہى اور شرعى قوانين كى رو سے كوئي ايسا كرسكتا ہے كہ ناشكرى كى وجہ سے كسى كا مال ضائع كردے اور اس كى مثالي</w:t>
      </w:r>
      <w:r w:rsidR="007D6C9B">
        <w:rPr>
          <w:rtl/>
        </w:rPr>
        <w:t xml:space="preserve">ں </w:t>
      </w:r>
      <w:r>
        <w:rPr>
          <w:rtl/>
        </w:rPr>
        <w:t>مجموعى طور پر ظاہر كرتى ہي</w:t>
      </w:r>
      <w:r w:rsidR="007D6C9B">
        <w:rPr>
          <w:rtl/>
        </w:rPr>
        <w:t xml:space="preserve">ں </w:t>
      </w:r>
      <w:r>
        <w:rPr>
          <w:rtl/>
        </w:rPr>
        <w:t>كہ جہان آفرينش خصوصا خلقت انسان اس احسن نظام پر استوار ہے كہ اللہ نے انسان كو كمال تك پہنچا نے كے لئے كچھ تكوينى قوانين بنائے ہي</w:t>
      </w:r>
      <w:r w:rsidR="007D6C9B">
        <w:rPr>
          <w:rtl/>
        </w:rPr>
        <w:t xml:space="preserve">ں </w:t>
      </w:r>
      <w:r>
        <w:rPr>
          <w:rtl/>
        </w:rPr>
        <w:t>كہ جن كى خلاف ورزى سے مختلف نتائج مرتب ہوتے ہي</w:t>
      </w:r>
      <w:r w:rsidR="007D6C9B">
        <w:rPr>
          <w:rtl/>
        </w:rPr>
        <w:t xml:space="preserve">ں </w:t>
      </w:r>
      <w:r>
        <w:rPr>
          <w:rtl/>
        </w:rPr>
        <w:t>حالانكہ قانو</w:t>
      </w:r>
      <w:r w:rsidR="007D6C9B">
        <w:rPr>
          <w:rtl/>
        </w:rPr>
        <w:t xml:space="preserve">ں </w:t>
      </w:r>
      <w:r>
        <w:rPr>
          <w:rtl/>
        </w:rPr>
        <w:t>شريعت كے لحاظ سے ہم ان قوانين پر عمل نہي</w:t>
      </w:r>
      <w:r w:rsidR="007D6C9B">
        <w:rPr>
          <w:rtl/>
        </w:rPr>
        <w:t xml:space="preserve">ں </w:t>
      </w:r>
      <w:r>
        <w:rPr>
          <w:rtl/>
        </w:rPr>
        <w:t xml:space="preserve">كرسكتے _ </w:t>
      </w:r>
    </w:p>
    <w:p w:rsidR="00EE47A6" w:rsidRDefault="00EE47A6" w:rsidP="00D07B54">
      <w:pPr>
        <w:pStyle w:val="libNormal"/>
        <w:rPr>
          <w:rtl/>
        </w:rPr>
      </w:pPr>
      <w:r>
        <w:rPr>
          <w:rtl/>
        </w:rPr>
        <w:br w:type="page"/>
      </w:r>
    </w:p>
    <w:p w:rsidR="007C5198" w:rsidRPr="007C5198" w:rsidRDefault="007C5198" w:rsidP="007C5198">
      <w:pPr>
        <w:pStyle w:val="libFootnote"/>
        <w:rPr>
          <w:rtl/>
        </w:rPr>
      </w:pPr>
    </w:p>
    <w:p w:rsidR="00DE2D7F" w:rsidRDefault="00DE2D7F" w:rsidP="00D07B54">
      <w:pPr>
        <w:pStyle w:val="libFootnote"/>
        <w:rPr>
          <w:rtl/>
        </w:rPr>
      </w:pPr>
      <w:r>
        <w:rPr>
          <w:rtl/>
        </w:rPr>
        <w:t>مثلاً كسى انسان كى انگلى ڈاكڑ اس لئے كاٹ سكتا ہے كہ زہراس كے دل كى طرف سرايت نہ كرجائے ليكن كيا كوئي شخص كسى انسان مي</w:t>
      </w:r>
      <w:r w:rsidR="007D6C9B">
        <w:rPr>
          <w:rtl/>
        </w:rPr>
        <w:t xml:space="preserve">ں </w:t>
      </w:r>
      <w:r>
        <w:rPr>
          <w:rtl/>
        </w:rPr>
        <w:t xml:space="preserve">صبر پيدا كرنے كے لئے يا كفران نعمت كى وجہ سے اس كى انگلى كاٹ سكتا ہے ؟(جبكہ يہ بات مسلم ہے كہ خدا ايسا كرسكتا ہے كيونكہ ايسا كرنا نظام احسن كے مطابق ہے ) </w:t>
      </w:r>
    </w:p>
    <w:p w:rsidR="00DE2D7F" w:rsidRDefault="00DE2D7F" w:rsidP="00D07B54">
      <w:pPr>
        <w:pStyle w:val="libFootnote"/>
        <w:rPr>
          <w:rtl/>
        </w:rPr>
      </w:pPr>
      <w:r>
        <w:rPr>
          <w:rtl/>
        </w:rPr>
        <w:t>اب جبكہ ثابت ہوگيا كہ ہم دو نظام ركھتے ہي</w:t>
      </w:r>
      <w:r w:rsidR="007D6C9B">
        <w:rPr>
          <w:rtl/>
        </w:rPr>
        <w:t xml:space="preserve">ں </w:t>
      </w:r>
      <w:r>
        <w:rPr>
          <w:rtl/>
        </w:rPr>
        <w:t>اور اللہ تعالى دونو</w:t>
      </w:r>
      <w:r w:rsidR="007D6C9B">
        <w:rPr>
          <w:rtl/>
        </w:rPr>
        <w:t xml:space="preserve">ں </w:t>
      </w:r>
      <w:r>
        <w:rPr>
          <w:rtl/>
        </w:rPr>
        <w:t>نظامو</w:t>
      </w:r>
      <w:r w:rsidR="007D6C9B">
        <w:rPr>
          <w:rtl/>
        </w:rPr>
        <w:t xml:space="preserve">ں </w:t>
      </w:r>
      <w:r>
        <w:rPr>
          <w:rtl/>
        </w:rPr>
        <w:t>پر حاكم ہے تو كوئي چيز مانع نہي</w:t>
      </w:r>
      <w:r w:rsidR="007D6C9B">
        <w:rPr>
          <w:rtl/>
        </w:rPr>
        <w:t xml:space="preserve">ں </w:t>
      </w:r>
      <w:r>
        <w:rPr>
          <w:rtl/>
        </w:rPr>
        <w:t>ہے كہ اللہ ايك گروہ كو نظام تشريعى كو عملى شكل دينے پر مامور كرے اورفرشتو</w:t>
      </w:r>
      <w:r w:rsidR="007D6C9B">
        <w:rPr>
          <w:rtl/>
        </w:rPr>
        <w:t xml:space="preserve">ں </w:t>
      </w:r>
      <w:r>
        <w:rPr>
          <w:rtl/>
        </w:rPr>
        <w:t>كے ايك گروہ يا بعض انسانو</w:t>
      </w:r>
      <w:r w:rsidR="007D6C9B">
        <w:rPr>
          <w:rtl/>
        </w:rPr>
        <w:t xml:space="preserve">ں </w:t>
      </w:r>
      <w:r>
        <w:rPr>
          <w:rtl/>
        </w:rPr>
        <w:t xml:space="preserve">كو (مثلا حضرت خضر كو )نظام تكوين كو عملى شكل دينے پر مامور كرے _ </w:t>
      </w:r>
    </w:p>
    <w:p w:rsidR="00EE47A6" w:rsidRDefault="00DE2D7F" w:rsidP="00D07B54">
      <w:pPr>
        <w:pStyle w:val="libFootnote"/>
        <w:rPr>
          <w:rtl/>
        </w:rPr>
      </w:pPr>
      <w:r>
        <w:rPr>
          <w:rtl/>
        </w:rPr>
        <w:t>اللہ تعالى كے نظام تكوين كے لحاظ سے كوئي مانع نہي</w:t>
      </w:r>
      <w:r w:rsidR="007D6C9B">
        <w:rPr>
          <w:rtl/>
        </w:rPr>
        <w:t xml:space="preserve">ں </w:t>
      </w:r>
      <w:r>
        <w:rPr>
          <w:rtl/>
        </w:rPr>
        <w:t>كہ وہ كسى نابالغ بچے كو بھى كسى حادثے مي</w:t>
      </w:r>
      <w:r w:rsidR="007D6C9B">
        <w:rPr>
          <w:rtl/>
        </w:rPr>
        <w:t xml:space="preserve">ں </w:t>
      </w:r>
      <w:r>
        <w:rPr>
          <w:rtl/>
        </w:rPr>
        <w:t>مبتلا كر دے اور اس مي</w:t>
      </w:r>
      <w:r w:rsidR="007D6C9B">
        <w:rPr>
          <w:rtl/>
        </w:rPr>
        <w:t xml:space="preserve">ں </w:t>
      </w:r>
      <w:r>
        <w:rPr>
          <w:rtl/>
        </w:rPr>
        <w:t>اس كى جان چلى جائے كيونكہ ہوسكتا ہے اس كا وجود مستقبل كے لئے بہت بڑے خطرات كاباعث ہو، نيز كوئي مانع نہي</w:t>
      </w:r>
      <w:r w:rsidR="007D6C9B">
        <w:rPr>
          <w:rtl/>
        </w:rPr>
        <w:t xml:space="preserve">ں </w:t>
      </w:r>
      <w:r>
        <w:rPr>
          <w:rtl/>
        </w:rPr>
        <w:t xml:space="preserve">كہ اللہ </w:t>
      </w:r>
      <w:r w:rsidR="00EE47A6">
        <w:rPr>
          <w:rtl/>
        </w:rPr>
        <w:t xml:space="preserve">مجھے آج كسى سخت بيمارى ميں مبتلا كردے ، اس طرح سے كہ ميں گھرسے باہر نہ نكل سكوں كيونكہ وہ چاہتا ہے _ </w:t>
      </w:r>
    </w:p>
    <w:p w:rsidR="00DE2D7F" w:rsidRDefault="00DE2D7F" w:rsidP="00D07B54">
      <w:pPr>
        <w:pStyle w:val="libNormal"/>
        <w:rPr>
          <w:rtl/>
        </w:rPr>
      </w:pPr>
    </w:p>
    <w:p w:rsidR="00D97F8A" w:rsidRDefault="001648F9" w:rsidP="00D07B54">
      <w:pPr>
        <w:pStyle w:val="libNormal"/>
      </w:pPr>
      <w:r>
        <w:rPr>
          <w:rtl/>
        </w:rPr>
        <w:t xml:space="preserve"> </w:t>
      </w:r>
      <w:r>
        <w:rPr>
          <w:rtl/>
        </w:rPr>
        <w:br w:type="page"/>
      </w:r>
    </w:p>
    <w:p w:rsidR="00D97F8A" w:rsidRDefault="00DE2D7F" w:rsidP="00D07B54">
      <w:pPr>
        <w:pStyle w:val="Heading2Center"/>
      </w:pPr>
      <w:bookmarkStart w:id="285" w:name="_Toc7268682"/>
      <w:r>
        <w:rPr>
          <w:rtl/>
        </w:rPr>
        <w:lastRenderedPageBreak/>
        <w:t>حضرت خضر كون تھے؟</w:t>
      </w:r>
      <w:bookmarkEnd w:id="285"/>
      <w:r>
        <w:rPr>
          <w:rtl/>
        </w:rPr>
        <w:t xml:space="preserve"> </w:t>
      </w:r>
    </w:p>
    <w:p w:rsidR="00DE2D7F" w:rsidRDefault="00DE2D7F" w:rsidP="00D07B54">
      <w:pPr>
        <w:pStyle w:val="libNormal"/>
        <w:rPr>
          <w:rtl/>
        </w:rPr>
      </w:pPr>
      <w:r>
        <w:rPr>
          <w:rtl/>
        </w:rPr>
        <w:t>جيسا كہ ہم نے ديكھا ہے كہ حضرت خضر(ع) كانام صراحت كے ساتھ قرآن مي</w:t>
      </w:r>
      <w:r w:rsidR="007D6C9B">
        <w:rPr>
          <w:rtl/>
        </w:rPr>
        <w:t xml:space="preserve">ں </w:t>
      </w:r>
      <w:r>
        <w:rPr>
          <w:rtl/>
        </w:rPr>
        <w:t>نہي</w:t>
      </w:r>
      <w:r w:rsidR="007D6C9B">
        <w:rPr>
          <w:rtl/>
        </w:rPr>
        <w:t xml:space="preserve">ں </w:t>
      </w:r>
      <w:r>
        <w:rPr>
          <w:rtl/>
        </w:rPr>
        <w:t>ليا گيا اور حضرت موسى كے دوست اور استاد كا ذكر ان الفاظ مي</w:t>
      </w:r>
      <w:r w:rsidR="007D6C9B">
        <w:rPr>
          <w:rtl/>
        </w:rPr>
        <w:t xml:space="preserve">ں </w:t>
      </w:r>
      <w:r>
        <w:rPr>
          <w:rtl/>
        </w:rPr>
        <w:t>كيا گيا ہے :''ہمارے بندو</w:t>
      </w:r>
      <w:r w:rsidR="007D6C9B">
        <w:rPr>
          <w:rtl/>
        </w:rPr>
        <w:t xml:space="preserve">ں </w:t>
      </w:r>
      <w:r>
        <w:rPr>
          <w:rtl/>
        </w:rPr>
        <w:t>مي</w:t>
      </w:r>
      <w:r w:rsidR="007D6C9B">
        <w:rPr>
          <w:rtl/>
        </w:rPr>
        <w:t xml:space="preserve">ں </w:t>
      </w:r>
      <w:r>
        <w:rPr>
          <w:rtl/>
        </w:rPr>
        <w:t>سے ايك بندہ جسے ہم نے اپنى رحمت عطا كى اور جسے ہم نے اپنے علم سے نوازا''_اس تعارف مي</w:t>
      </w:r>
      <w:r w:rsidR="007D6C9B">
        <w:rPr>
          <w:rtl/>
        </w:rPr>
        <w:t xml:space="preserve">ں </w:t>
      </w:r>
      <w:r>
        <w:rPr>
          <w:rtl/>
        </w:rPr>
        <w:t xml:space="preserve">ان كے مقام عبوديت كا تذكرہ ہے اور ان كے خاص علم كو واضح كيا گيا ہے لہذا ہم نے بھى عالم كے طور پر ان كا زيادہ ذكر كيا ہے_ </w:t>
      </w:r>
    </w:p>
    <w:p w:rsidR="00DE2D7F" w:rsidRDefault="00DE2D7F" w:rsidP="00D07B54">
      <w:pPr>
        <w:pStyle w:val="libNormal"/>
        <w:rPr>
          <w:rtl/>
        </w:rPr>
      </w:pPr>
      <w:r>
        <w:rPr>
          <w:rtl/>
        </w:rPr>
        <w:t>ليكن متعدد روايات مي</w:t>
      </w:r>
      <w:r w:rsidR="007D6C9B">
        <w:rPr>
          <w:rtl/>
        </w:rPr>
        <w:t xml:space="preserve">ں </w:t>
      </w:r>
      <w:r>
        <w:rPr>
          <w:rtl/>
        </w:rPr>
        <w:t>اس عالم كا نام''خضر''بتايا گيا ہے_بعض روايات سے معلوم ہوتا ہے كہ ان كا اصلى نام''بليا ابن ملكان''تھا اور''خضر''ان كا لقب تھاكيونكہ وہ جہا</w:t>
      </w:r>
      <w:r w:rsidR="007D6C9B">
        <w:rPr>
          <w:rtl/>
        </w:rPr>
        <w:t xml:space="preserve">ں </w:t>
      </w:r>
      <w:r>
        <w:rPr>
          <w:rtl/>
        </w:rPr>
        <w:t>كہي</w:t>
      </w:r>
      <w:r w:rsidR="007D6C9B">
        <w:rPr>
          <w:rtl/>
        </w:rPr>
        <w:t xml:space="preserve">ں </w:t>
      </w:r>
      <w:r>
        <w:rPr>
          <w:rtl/>
        </w:rPr>
        <w:t>قدم ركھتے ان كے قدمو</w:t>
      </w:r>
      <w:r w:rsidR="007D6C9B">
        <w:rPr>
          <w:rtl/>
        </w:rPr>
        <w:t xml:space="preserve">ں </w:t>
      </w:r>
      <w:r>
        <w:rPr>
          <w:rtl/>
        </w:rPr>
        <w:t xml:space="preserve">كى بدولت زمين سر سبز ہوجاتى تھي_ </w:t>
      </w:r>
    </w:p>
    <w:p w:rsidR="00DE2D7F" w:rsidRDefault="00DE2D7F" w:rsidP="00D07B54">
      <w:pPr>
        <w:pStyle w:val="libNormal"/>
        <w:rPr>
          <w:rtl/>
        </w:rPr>
      </w:pPr>
      <w:r>
        <w:rPr>
          <w:rtl/>
        </w:rPr>
        <w:t>دوسرے لفظو</w:t>
      </w:r>
      <w:r w:rsidR="007D6C9B">
        <w:rPr>
          <w:rtl/>
        </w:rPr>
        <w:t xml:space="preserve">ں </w:t>
      </w:r>
      <w:r>
        <w:rPr>
          <w:rtl/>
        </w:rPr>
        <w:t>مي</w:t>
      </w:r>
      <w:r w:rsidR="007D6C9B">
        <w:rPr>
          <w:rtl/>
        </w:rPr>
        <w:t xml:space="preserve">ں </w:t>
      </w:r>
      <w:r>
        <w:rPr>
          <w:rtl/>
        </w:rPr>
        <w:t>اس عالم مي</w:t>
      </w:r>
      <w:r w:rsidR="007D6C9B">
        <w:rPr>
          <w:rtl/>
        </w:rPr>
        <w:t xml:space="preserve">ں </w:t>
      </w:r>
      <w:r>
        <w:rPr>
          <w:rtl/>
        </w:rPr>
        <w:t>مامورين كا ايك گروہ باطن پر مامور ہے اور ايك گروہ ظاہر پر مامور ہے جو باطن پر مامور ہي</w:t>
      </w:r>
      <w:r w:rsidR="007D6C9B">
        <w:rPr>
          <w:rtl/>
        </w:rPr>
        <w:t xml:space="preserve">ں </w:t>
      </w:r>
      <w:r>
        <w:rPr>
          <w:rtl/>
        </w:rPr>
        <w:t>ان كے لئے اپنے اصول وضوابط اور پروگرام ہي</w:t>
      </w:r>
      <w:r w:rsidR="007D6C9B">
        <w:rPr>
          <w:rtl/>
        </w:rPr>
        <w:t xml:space="preserve">ں </w:t>
      </w:r>
      <w:r>
        <w:rPr>
          <w:rtl/>
        </w:rPr>
        <w:t>اور جو ظاہر پر مارمور ہي</w:t>
      </w:r>
      <w:r w:rsidR="007D6C9B">
        <w:rPr>
          <w:rtl/>
        </w:rPr>
        <w:t xml:space="preserve">ں </w:t>
      </w:r>
      <w:r>
        <w:rPr>
          <w:rtl/>
        </w:rPr>
        <w:t xml:space="preserve">ان كے لئے اپنے خاص اصول وضوابط ہے_ </w:t>
      </w:r>
    </w:p>
    <w:p w:rsidR="00DE2D7F" w:rsidRDefault="00DE2D7F" w:rsidP="00D07B54">
      <w:pPr>
        <w:pStyle w:val="libNormal"/>
        <w:rPr>
          <w:rtl/>
        </w:rPr>
      </w:pPr>
      <w:r>
        <w:rPr>
          <w:rtl/>
        </w:rPr>
        <w:t>يہ ٹھيك ہے كہ ان دونو</w:t>
      </w:r>
      <w:r w:rsidR="007D6C9B">
        <w:rPr>
          <w:rtl/>
        </w:rPr>
        <w:t xml:space="preserve">ں </w:t>
      </w:r>
      <w:r>
        <w:rPr>
          <w:rtl/>
        </w:rPr>
        <w:t>پر وگرامو</w:t>
      </w:r>
      <w:r w:rsidR="007D6C9B">
        <w:rPr>
          <w:rtl/>
        </w:rPr>
        <w:t xml:space="preserve">ں </w:t>
      </w:r>
      <w:r>
        <w:rPr>
          <w:rtl/>
        </w:rPr>
        <w:t>كا اصلى اور كلى مقصد انسان كو كمال كى طرف لے جانا ہے اس لحاظ سے دونو</w:t>
      </w:r>
      <w:r w:rsidR="007D6C9B">
        <w:rPr>
          <w:rtl/>
        </w:rPr>
        <w:t xml:space="preserve">ں </w:t>
      </w:r>
      <w:r>
        <w:rPr>
          <w:rtl/>
        </w:rPr>
        <w:t>ہم آہنگ ہي</w:t>
      </w:r>
      <w:r w:rsidR="007D6C9B">
        <w:rPr>
          <w:rtl/>
        </w:rPr>
        <w:t xml:space="preserve">ں </w:t>
      </w:r>
      <w:r>
        <w:rPr>
          <w:rtl/>
        </w:rPr>
        <w:t>، شك نہي</w:t>
      </w:r>
      <w:r w:rsidR="007D6C9B">
        <w:rPr>
          <w:rtl/>
        </w:rPr>
        <w:t xml:space="preserve">ں </w:t>
      </w:r>
      <w:r>
        <w:rPr>
          <w:rtl/>
        </w:rPr>
        <w:t>كہ ان دونو</w:t>
      </w:r>
      <w:r w:rsidR="007D6C9B">
        <w:rPr>
          <w:rtl/>
        </w:rPr>
        <w:t xml:space="preserve">ں </w:t>
      </w:r>
      <w:r>
        <w:rPr>
          <w:rtl/>
        </w:rPr>
        <w:t>طريقو</w:t>
      </w:r>
      <w:r w:rsidR="007D6C9B">
        <w:rPr>
          <w:rtl/>
        </w:rPr>
        <w:t xml:space="preserve">ں </w:t>
      </w:r>
      <w:r>
        <w:rPr>
          <w:rtl/>
        </w:rPr>
        <w:t>مي</w:t>
      </w:r>
      <w:r w:rsidR="007D6C9B">
        <w:rPr>
          <w:rtl/>
        </w:rPr>
        <w:t xml:space="preserve">ں </w:t>
      </w:r>
      <w:r>
        <w:rPr>
          <w:rtl/>
        </w:rPr>
        <w:t>سے كسى مي</w:t>
      </w:r>
      <w:r w:rsidR="007D6C9B">
        <w:rPr>
          <w:rtl/>
        </w:rPr>
        <w:t xml:space="preserve">ں </w:t>
      </w:r>
      <w:r>
        <w:rPr>
          <w:rtl/>
        </w:rPr>
        <w:t>بھى كوئي خود سرى سے كوئي اقدام نہي</w:t>
      </w:r>
      <w:r w:rsidR="007D6C9B">
        <w:rPr>
          <w:rtl/>
        </w:rPr>
        <w:t xml:space="preserve">ں </w:t>
      </w:r>
      <w:r>
        <w:rPr>
          <w:rtl/>
        </w:rPr>
        <w:t xml:space="preserve">كرسكتا بلكہ ضرورى ہے كہ وہ حقيقى مالك وحاكم كى طرف سے مجاز ہو لہذا حضرت خضر عليہ السلام نے صراحت كے ساتھ اس حقيقت كو بيان كيا اور كہا: </w:t>
      </w:r>
    </w:p>
    <w:p w:rsidR="00DE2D7F" w:rsidRDefault="00DE2D7F" w:rsidP="00D07B54">
      <w:pPr>
        <w:pStyle w:val="libNormal"/>
        <w:rPr>
          <w:rtl/>
        </w:rPr>
      </w:pPr>
      <w:r>
        <w:rPr>
          <w:rtl/>
        </w:rPr>
        <w:t>مي</w:t>
      </w:r>
      <w:r w:rsidR="007D6C9B">
        <w:rPr>
          <w:rtl/>
        </w:rPr>
        <w:t xml:space="preserve">ں </w:t>
      </w:r>
      <w:r>
        <w:rPr>
          <w:rtl/>
        </w:rPr>
        <w:t>نے يہ كام حكم الہى كے مطابق اور اسى كے ضابطے اور طريقے كے مطابق انجام ديئےي</w:t>
      </w:r>
      <w:r w:rsidR="007D6C9B">
        <w:rPr>
          <w:rtl/>
        </w:rPr>
        <w:t xml:space="preserve">ں </w:t>
      </w:r>
      <w:r>
        <w:rPr>
          <w:rtl/>
        </w:rPr>
        <w:t>اس طرح ان اقدامات مي</w:t>
      </w:r>
      <w:r w:rsidR="007D6C9B">
        <w:rPr>
          <w:rtl/>
        </w:rPr>
        <w:t xml:space="preserve">ں </w:t>
      </w:r>
      <w:r>
        <w:rPr>
          <w:rtl/>
        </w:rPr>
        <w:t>جو ظاہرى تضاد نظر آتا ہے وہ ختم ہوجاتاہے _اور يہ ہم ديكھ رہے ہي</w:t>
      </w:r>
      <w:r w:rsidR="007D6C9B">
        <w:rPr>
          <w:rtl/>
        </w:rPr>
        <w:t xml:space="preserve">ں </w:t>
      </w:r>
      <w:r>
        <w:rPr>
          <w:rtl/>
        </w:rPr>
        <w:t>كہ حضرت موسى حضرت خضر كے كامو</w:t>
      </w:r>
      <w:r w:rsidR="007D6C9B">
        <w:rPr>
          <w:rtl/>
        </w:rPr>
        <w:t xml:space="preserve">ں </w:t>
      </w:r>
      <w:r>
        <w:rPr>
          <w:rtl/>
        </w:rPr>
        <w:t>كو برداشت نہي</w:t>
      </w:r>
      <w:r w:rsidR="007D6C9B">
        <w:rPr>
          <w:rtl/>
        </w:rPr>
        <w:t xml:space="preserve">ں </w:t>
      </w:r>
      <w:r>
        <w:rPr>
          <w:rtl/>
        </w:rPr>
        <w:t>كرپاتے تھے تو يہ اسى بناء پر تھا كہ ان كى ماموريت اور ذمہ دارى كا طريقہ جناب خضر(ع) كى ذمہ دارى كے راستے سے الگ تھا لہذا جب انہو</w:t>
      </w:r>
      <w:r w:rsidR="007D6C9B">
        <w:rPr>
          <w:rtl/>
        </w:rPr>
        <w:t xml:space="preserve">ں </w:t>
      </w:r>
      <w:r>
        <w:rPr>
          <w:rtl/>
        </w:rPr>
        <w:t>نے حضرت خضر كاكام ظاہراً شرعى قوانين كے خلاف ديكھا تو اس پر اعتراض كيا ليكن خضر نے ٹھنڈے دل سے اپنا كام جارى ركھا اور چونكہ يہ دو عظيم خدائي رہبر مختلف ذمہ داريو</w:t>
      </w:r>
      <w:r w:rsidR="007D6C9B">
        <w:rPr>
          <w:rtl/>
        </w:rPr>
        <w:t xml:space="preserve">ں </w:t>
      </w:r>
      <w:r>
        <w:rPr>
          <w:rtl/>
        </w:rPr>
        <w:t>كى بناء پر ہميشہ كے لئے اكٹھے نہي</w:t>
      </w:r>
      <w:r w:rsidR="007D6C9B">
        <w:rPr>
          <w:rtl/>
        </w:rPr>
        <w:t xml:space="preserve">ں </w:t>
      </w:r>
      <w:r>
        <w:rPr>
          <w:rtl/>
        </w:rPr>
        <w:t xml:space="preserve">رہ سكتے تھے لہذا حضرت خضرا نے كہا : </w:t>
      </w:r>
    </w:p>
    <w:p w:rsidR="00DE2D7F" w:rsidRDefault="00DE2D7F" w:rsidP="00D07B54">
      <w:pPr>
        <w:pStyle w:val="libNormal"/>
        <w:rPr>
          <w:rtl/>
        </w:rPr>
      </w:pPr>
      <w:r>
        <w:rPr>
          <w:rtl/>
        </w:rPr>
        <w:t xml:space="preserve">''يہ اب ميرے اور تمہارے جدا ہونے كا مرحلہ آگيا ہے ''_ </w:t>
      </w:r>
    </w:p>
    <w:p w:rsidR="00D97F8A" w:rsidRDefault="001648F9" w:rsidP="00D07B54">
      <w:pPr>
        <w:pStyle w:val="libNormal"/>
      </w:pPr>
      <w:r>
        <w:rPr>
          <w:rtl/>
        </w:rPr>
        <w:t xml:space="preserve"> </w:t>
      </w:r>
      <w:r>
        <w:rPr>
          <w:rtl/>
        </w:rPr>
        <w:br w:type="page"/>
      </w:r>
    </w:p>
    <w:p w:rsidR="00D97F8A" w:rsidRDefault="00D97F8A" w:rsidP="00D07B54">
      <w:pPr>
        <w:pStyle w:val="libNormal"/>
      </w:pPr>
    </w:p>
    <w:p w:rsidR="00DE2D7F" w:rsidRDefault="00DE2D7F" w:rsidP="00D07B54">
      <w:pPr>
        <w:pStyle w:val="libNormal"/>
        <w:rPr>
          <w:rtl/>
        </w:rPr>
      </w:pPr>
      <w:r>
        <w:rPr>
          <w:rtl/>
        </w:rPr>
        <w:t>بعض نے يہ احتمال بھى ذكر كيا ہے كہ اس عالم كا نام''اليا(ع) س''ہے يہى سے يہ تصور پيدا ہوا كہ ہوسكتا ہے''الياس''اور''خضر''ايك ہى شخص كے دو نام ہو</w:t>
      </w:r>
      <w:r w:rsidR="007D6C9B">
        <w:rPr>
          <w:rtl/>
        </w:rPr>
        <w:t xml:space="preserve">ں </w:t>
      </w:r>
      <w:r>
        <w:rPr>
          <w:rtl/>
        </w:rPr>
        <w:t>ليكن مشہور و معروف مفسرين اور راويو</w:t>
      </w:r>
      <w:r w:rsidR="007D6C9B">
        <w:rPr>
          <w:rtl/>
        </w:rPr>
        <w:t xml:space="preserve">ں </w:t>
      </w:r>
      <w:r>
        <w:rPr>
          <w:rtl/>
        </w:rPr>
        <w:t xml:space="preserve">نے پہلى بات ہى بيان كى ہے_ </w:t>
      </w:r>
    </w:p>
    <w:p w:rsidR="00DE2D7F" w:rsidRDefault="00DE2D7F" w:rsidP="00D07B54">
      <w:pPr>
        <w:pStyle w:val="libNormal"/>
        <w:rPr>
          <w:rtl/>
        </w:rPr>
      </w:pPr>
      <w:r>
        <w:rPr>
          <w:rtl/>
        </w:rPr>
        <w:t>واضح ہے كہ يہ بات كوئي خاص اہميت نہي</w:t>
      </w:r>
      <w:r w:rsidR="007D6C9B">
        <w:rPr>
          <w:rtl/>
        </w:rPr>
        <w:t xml:space="preserve">ں </w:t>
      </w:r>
      <w:r>
        <w:rPr>
          <w:rtl/>
        </w:rPr>
        <w:t xml:space="preserve">ركھتى كہ اس شخض كا نام كيا ہے_اہم بات يہ ہے كہ وہ ايك عالم ربانى تھے اور پروردگار كى خاص رحمت ان كے شامل حال تھي_وہ باطن اور نظا م تكوينى پر مامور تھے اور كچھ اسرار سے آگاہ تھے اور ايك لحاظ سے موسى (ع) بن عمران كے معلم تھے اگر چہ حضرت موسى عليہ السلام كئي لحاظ سے ان پر مقدم تھے_ </w:t>
      </w:r>
    </w:p>
    <w:p w:rsidR="00DE2D7F" w:rsidRDefault="00DE2D7F" w:rsidP="00D07B54">
      <w:pPr>
        <w:pStyle w:val="libNormal"/>
        <w:rPr>
          <w:rtl/>
        </w:rPr>
      </w:pPr>
      <w:r>
        <w:rPr>
          <w:rtl/>
        </w:rPr>
        <w:t>يہ كہ وہ پيغمبر تھے يا نہي</w:t>
      </w:r>
      <w:r w:rsidR="007D6C9B">
        <w:rPr>
          <w:rtl/>
        </w:rPr>
        <w:t xml:space="preserve">ں </w:t>
      </w:r>
      <w:r>
        <w:rPr>
          <w:rtl/>
        </w:rPr>
        <w:t>_اس سلسلے مي</w:t>
      </w:r>
      <w:r w:rsidR="007D6C9B">
        <w:rPr>
          <w:rtl/>
        </w:rPr>
        <w:t xml:space="preserve">ں </w:t>
      </w:r>
      <w:r>
        <w:rPr>
          <w:rtl/>
        </w:rPr>
        <w:t>روايات مختلف ہي</w:t>
      </w:r>
      <w:r w:rsidR="007D6C9B">
        <w:rPr>
          <w:rtl/>
        </w:rPr>
        <w:t xml:space="preserve">ں </w:t>
      </w:r>
      <w:r>
        <w:rPr>
          <w:rtl/>
        </w:rPr>
        <w:t>_اصول كافى جلد اول مي</w:t>
      </w:r>
      <w:r w:rsidR="007D6C9B">
        <w:rPr>
          <w:rtl/>
        </w:rPr>
        <w:t xml:space="preserve">ں </w:t>
      </w:r>
      <w:r>
        <w:rPr>
          <w:rtl/>
        </w:rPr>
        <w:t>متعدد روايات ہي</w:t>
      </w:r>
      <w:r w:rsidR="007D6C9B">
        <w:rPr>
          <w:rtl/>
        </w:rPr>
        <w:t xml:space="preserve">ں </w:t>
      </w:r>
      <w:r>
        <w:rPr>
          <w:rtl/>
        </w:rPr>
        <w:t>كہ جو اس بات پر دلالت كرتى ہي</w:t>
      </w:r>
      <w:r w:rsidR="007D6C9B">
        <w:rPr>
          <w:rtl/>
        </w:rPr>
        <w:t xml:space="preserve">ں </w:t>
      </w:r>
      <w:r>
        <w:rPr>
          <w:rtl/>
        </w:rPr>
        <w:t>كہ وہ پيغمبر نہي</w:t>
      </w:r>
      <w:r w:rsidR="007D6C9B">
        <w:rPr>
          <w:rtl/>
        </w:rPr>
        <w:t xml:space="preserve">ں </w:t>
      </w:r>
      <w:r>
        <w:rPr>
          <w:rtl/>
        </w:rPr>
        <w:t xml:space="preserve">تھے بلكہ وہ''ذوالقرنين''اور''آصف ابن برخيا''كى طرح ايك عالم تھے_ </w:t>
      </w:r>
    </w:p>
    <w:p w:rsidR="00DE2D7F" w:rsidRDefault="00DE2D7F" w:rsidP="00D07B54">
      <w:pPr>
        <w:pStyle w:val="libNormal"/>
        <w:rPr>
          <w:rtl/>
        </w:rPr>
      </w:pPr>
      <w:r>
        <w:rPr>
          <w:rtl/>
        </w:rPr>
        <w:t>جبكہ كچھ اور روايات ايسى بھى ہي</w:t>
      </w:r>
      <w:r w:rsidR="007D6C9B">
        <w:rPr>
          <w:rtl/>
        </w:rPr>
        <w:t xml:space="preserve">ں </w:t>
      </w:r>
      <w:r>
        <w:rPr>
          <w:rtl/>
        </w:rPr>
        <w:t>كہ جن سے معلوم ہوتا ہے كہ وہ مقام نبوت كے حامل تھے اور زير نظر روايات مي</w:t>
      </w:r>
      <w:r w:rsidR="007D6C9B">
        <w:rPr>
          <w:rtl/>
        </w:rPr>
        <w:t xml:space="preserve">ں </w:t>
      </w:r>
      <w:r>
        <w:rPr>
          <w:rtl/>
        </w:rPr>
        <w:t>بھى بعض تعبيرات كا ظاہرى مفہوم بھى يہى ہے_كيونكہ ايك موقع پروہ كہتے ہي</w:t>
      </w:r>
      <w:r w:rsidR="007D6C9B">
        <w:rPr>
          <w:rtl/>
        </w:rPr>
        <w:t xml:space="preserve">ں </w:t>
      </w:r>
      <w:r>
        <w:rPr>
          <w:rtl/>
        </w:rPr>
        <w:t xml:space="preserve">: </w:t>
      </w:r>
    </w:p>
    <w:p w:rsidR="00DE2D7F" w:rsidRDefault="00DE2D7F" w:rsidP="00D07B54">
      <w:pPr>
        <w:pStyle w:val="libNormal"/>
        <w:rPr>
          <w:rtl/>
        </w:rPr>
      </w:pPr>
      <w:r>
        <w:rPr>
          <w:rtl/>
        </w:rPr>
        <w:t>''مي</w:t>
      </w:r>
      <w:r w:rsidR="007D6C9B">
        <w:rPr>
          <w:rtl/>
        </w:rPr>
        <w:t xml:space="preserve">ں </w:t>
      </w:r>
      <w:r>
        <w:rPr>
          <w:rtl/>
        </w:rPr>
        <w:t>نے يہ كام اپنى طرف سے نہي</w:t>
      </w:r>
      <w:r w:rsidR="007D6C9B">
        <w:rPr>
          <w:rtl/>
        </w:rPr>
        <w:t xml:space="preserve">ں </w:t>
      </w:r>
      <w:r>
        <w:rPr>
          <w:rtl/>
        </w:rPr>
        <w:t xml:space="preserve">كيا''_ </w:t>
      </w:r>
    </w:p>
    <w:p w:rsidR="00DE2D7F" w:rsidRDefault="00DE2D7F" w:rsidP="00D07B54">
      <w:pPr>
        <w:pStyle w:val="libNormal"/>
        <w:rPr>
          <w:rtl/>
        </w:rPr>
      </w:pPr>
      <w:r>
        <w:rPr>
          <w:rtl/>
        </w:rPr>
        <w:t>ايك اور مقام پر كہتے ہي</w:t>
      </w:r>
      <w:r w:rsidR="007D6C9B">
        <w:rPr>
          <w:rtl/>
        </w:rPr>
        <w:t xml:space="preserve">ں </w:t>
      </w:r>
      <w:r>
        <w:rPr>
          <w:rtl/>
        </w:rPr>
        <w:t xml:space="preserve">: </w:t>
      </w:r>
    </w:p>
    <w:p w:rsidR="00DE2D7F" w:rsidRDefault="00DE2D7F" w:rsidP="00D07B54">
      <w:pPr>
        <w:pStyle w:val="libNormal"/>
        <w:rPr>
          <w:rtl/>
        </w:rPr>
      </w:pPr>
      <w:r>
        <w:rPr>
          <w:rtl/>
        </w:rPr>
        <w:t xml:space="preserve">''ہم چاہتے تھے كہ ايسا ہو''_ </w:t>
      </w:r>
    </w:p>
    <w:p w:rsidR="00DE2D7F" w:rsidRDefault="00DE2D7F" w:rsidP="00D07B54">
      <w:pPr>
        <w:pStyle w:val="libNormal"/>
        <w:rPr>
          <w:rtl/>
        </w:rPr>
      </w:pPr>
      <w:r>
        <w:rPr>
          <w:rtl/>
        </w:rPr>
        <w:t>نيز بعض روايات سے معلوم ہوتا ہے كہ وہ ايك لمبى عمر كے حامل تھے_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)يہا</w:t>
      </w:r>
      <w:r w:rsidR="007D6C9B">
        <w:rPr>
          <w:rtl/>
        </w:rPr>
        <w:t xml:space="preserve">ں </w:t>
      </w:r>
      <w:r>
        <w:rPr>
          <w:rtl/>
        </w:rPr>
        <w:t>ايك سوال سامنے آتا ہے_ وہ يہ كہ كيا اس عالم بزرگوار كا واقعہ يہوديو</w:t>
      </w:r>
      <w:r w:rsidR="007D6C9B">
        <w:rPr>
          <w:rtl/>
        </w:rPr>
        <w:t xml:space="preserve">ں </w:t>
      </w:r>
      <w:r>
        <w:rPr>
          <w:rtl/>
        </w:rPr>
        <w:t>اور عيسائيو</w:t>
      </w:r>
      <w:r w:rsidR="007D6C9B">
        <w:rPr>
          <w:rtl/>
        </w:rPr>
        <w:t xml:space="preserve">ں </w:t>
      </w:r>
      <w:r>
        <w:rPr>
          <w:rtl/>
        </w:rPr>
        <w:t>كى كتابو</w:t>
      </w:r>
      <w:r w:rsidR="007D6C9B">
        <w:rPr>
          <w:rtl/>
        </w:rPr>
        <w:t xml:space="preserve">ں </w:t>
      </w:r>
      <w:r>
        <w:rPr>
          <w:rtl/>
        </w:rPr>
        <w:t>مي</w:t>
      </w:r>
      <w:r w:rsidR="007D6C9B">
        <w:rPr>
          <w:rtl/>
        </w:rPr>
        <w:t xml:space="preserve">ں </w:t>
      </w:r>
      <w:r>
        <w:rPr>
          <w:rtl/>
        </w:rPr>
        <w:t xml:space="preserve">بھى ہے؟ </w:t>
      </w:r>
    </w:p>
    <w:p w:rsidR="00DE2D7F" w:rsidRDefault="00DE2D7F" w:rsidP="00D07B54">
      <w:pPr>
        <w:pStyle w:val="libFootnote"/>
        <w:rPr>
          <w:rtl/>
        </w:rPr>
      </w:pPr>
      <w:r>
        <w:rPr>
          <w:rtl/>
        </w:rPr>
        <w:t xml:space="preserve">سوال كا جواب يہ ہے: </w:t>
      </w:r>
    </w:p>
    <w:p w:rsidR="00AC3833" w:rsidRDefault="00DE2D7F" w:rsidP="00D07B54">
      <w:pPr>
        <w:pStyle w:val="libFootnote"/>
        <w:rPr>
          <w:rtl/>
        </w:rPr>
      </w:pPr>
      <w:r>
        <w:rPr>
          <w:rtl/>
        </w:rPr>
        <w:t>اگر كتب سے مراد كتب عہدين(توريت و انجيل)ہي</w:t>
      </w:r>
      <w:r w:rsidR="007D6C9B">
        <w:rPr>
          <w:rtl/>
        </w:rPr>
        <w:t xml:space="preserve">ں </w:t>
      </w:r>
      <w:r>
        <w:rPr>
          <w:rtl/>
        </w:rPr>
        <w:t>،تو ان مي</w:t>
      </w:r>
      <w:r w:rsidR="007D6C9B">
        <w:rPr>
          <w:rtl/>
        </w:rPr>
        <w:t xml:space="preserve">ں </w:t>
      </w:r>
      <w:r>
        <w:rPr>
          <w:rtl/>
        </w:rPr>
        <w:t>تو نہي</w:t>
      </w:r>
      <w:r w:rsidR="007D6C9B">
        <w:rPr>
          <w:rtl/>
        </w:rPr>
        <w:t xml:space="preserve">ں </w:t>
      </w:r>
      <w:r>
        <w:rPr>
          <w:rtl/>
        </w:rPr>
        <w:t>ہے ليكن بعض يہودى علماء كى كتابي</w:t>
      </w:r>
      <w:r w:rsidR="007D6C9B">
        <w:rPr>
          <w:rtl/>
        </w:rPr>
        <w:t xml:space="preserve">ں </w:t>
      </w:r>
      <w:r>
        <w:rPr>
          <w:rtl/>
        </w:rPr>
        <w:t xml:space="preserve">كہ جو </w:t>
      </w:r>
      <w:r w:rsidR="00AC3833">
        <w:rPr>
          <w:rtl/>
        </w:rPr>
        <w:t xml:space="preserve">گيارہويں صدى عيسوى ميں مدون ہوئي ہيں ،ان ميں ايك داستان نقل ہوئي ہے كہ جو حضرت موسى عليہ السلام كى مذكورہ داستان سے كچھ مشابہت ركھتى ہے_اگر چہ اس داستان كے ہيرو''الياس''اور''يوشع بن لاوي''ہيں كہ جو تيسرى صدى عيسوى كے''تلمود''كے مفسرين ميں سے تھے_يہ داستان اور كئي پہلوئوں سے بھى موسى عليہ السلام و خضر عليہ السلام سے مختلف ہے_ </w:t>
      </w:r>
    </w:p>
    <w:p w:rsidR="00DE2D7F" w:rsidRDefault="00AC3833" w:rsidP="00D07B54">
      <w:pPr>
        <w:pStyle w:val="libFootnote"/>
        <w:rPr>
          <w:rtl/>
        </w:rPr>
      </w:pPr>
      <w:r>
        <w:rPr>
          <w:rtl/>
        </w:rPr>
        <w:t>مزيد وضاحت كے لئے تفسير نمونہ ج7ص171پر رجوع كريں</w:t>
      </w:r>
    </w:p>
    <w:p w:rsidR="00D97F8A" w:rsidRDefault="001648F9" w:rsidP="00D07B54">
      <w:pPr>
        <w:pStyle w:val="libNormal"/>
      </w:pPr>
      <w:r>
        <w:rPr>
          <w:rtl/>
        </w:rPr>
        <w:t xml:space="preserve"> </w:t>
      </w:r>
      <w:r>
        <w:rPr>
          <w:rtl/>
        </w:rPr>
        <w:br w:type="page"/>
      </w:r>
    </w:p>
    <w:p w:rsidR="00D97F8A" w:rsidRDefault="00DE2D7F" w:rsidP="00D07B54">
      <w:pPr>
        <w:pStyle w:val="Heading2Center"/>
      </w:pPr>
      <w:bookmarkStart w:id="286" w:name="_Toc7268683"/>
      <w:r>
        <w:rPr>
          <w:rtl/>
        </w:rPr>
        <w:lastRenderedPageBreak/>
        <w:t>خود ساختہ افسانے</w:t>
      </w:r>
      <w:bookmarkEnd w:id="286"/>
    </w:p>
    <w:p w:rsidR="00DE2D7F" w:rsidRDefault="00DE2D7F" w:rsidP="00D07B54">
      <w:pPr>
        <w:pStyle w:val="libNormal"/>
        <w:rPr>
          <w:rtl/>
        </w:rPr>
      </w:pPr>
      <w:r>
        <w:rPr>
          <w:rtl/>
        </w:rPr>
        <w:t xml:space="preserve"> حضرت موسى عليہ السلام اور حضرت خضر عليہ السلام كى داستان كى بنياد وہى ہے كہ جو كچھ قرآن مي</w:t>
      </w:r>
      <w:r w:rsidR="007D6C9B">
        <w:rPr>
          <w:rtl/>
        </w:rPr>
        <w:t xml:space="preserve">ں </w:t>
      </w:r>
      <w:r>
        <w:rPr>
          <w:rtl/>
        </w:rPr>
        <w:t>آيا ہے ليكن افسوس سے كہنا پڑتا ہے كہ اس سے منسلك كركے بہت سے افسانے گھڑلئے گئے ہي</w:t>
      </w:r>
      <w:r w:rsidR="007D6C9B">
        <w:rPr>
          <w:rtl/>
        </w:rPr>
        <w:t xml:space="preserve">ں </w:t>
      </w:r>
      <w:r>
        <w:rPr>
          <w:rtl/>
        </w:rPr>
        <w:t>_ ان افسانو</w:t>
      </w:r>
      <w:r w:rsidR="007D6C9B">
        <w:rPr>
          <w:rtl/>
        </w:rPr>
        <w:t xml:space="preserve">ں </w:t>
      </w:r>
      <w:r>
        <w:rPr>
          <w:rtl/>
        </w:rPr>
        <w:t>كو اس داستان كے ساتھ خلط ملط كرنے سے اصل داستان كى صورت بھى بگڑ جاتى ہے_ جاننا چاہئے كہ يہ كوئي پہلى داستان نہي</w:t>
      </w:r>
      <w:r w:rsidR="007D6C9B">
        <w:rPr>
          <w:rtl/>
        </w:rPr>
        <w:t xml:space="preserve">ں </w:t>
      </w:r>
      <w:r>
        <w:rPr>
          <w:rtl/>
        </w:rPr>
        <w:t>ہے كہ جس كے ساتھ يہ سلوك كيا گيا ہے اور بہت سى سچى داستانو</w:t>
      </w:r>
      <w:r w:rsidR="007D6C9B">
        <w:rPr>
          <w:rtl/>
        </w:rPr>
        <w:t xml:space="preserve">ں </w:t>
      </w:r>
      <w:r>
        <w:rPr>
          <w:rtl/>
        </w:rPr>
        <w:t xml:space="preserve">كے ساتھ يہى حال كيا گيا ہے_ </w:t>
      </w:r>
    </w:p>
    <w:p w:rsidR="00DE2D7F" w:rsidRDefault="00DE2D7F" w:rsidP="00D07B54">
      <w:pPr>
        <w:pStyle w:val="libNormal"/>
        <w:rPr>
          <w:rtl/>
        </w:rPr>
      </w:pPr>
      <w:r>
        <w:rPr>
          <w:rtl/>
        </w:rPr>
        <w:t>لہذا حقيقت تك رسائي كے لئے قرآن كو بنياد قرار ديا جانا چاہئے جس مي</w:t>
      </w:r>
      <w:r w:rsidR="007D6C9B">
        <w:rPr>
          <w:rtl/>
        </w:rPr>
        <w:t xml:space="preserve">ں </w:t>
      </w:r>
      <w:r>
        <w:rPr>
          <w:rtl/>
        </w:rPr>
        <w:t>يہ داستا ن بيان ہوئي ہے_ يہا</w:t>
      </w:r>
      <w:r w:rsidR="007D6C9B">
        <w:rPr>
          <w:rtl/>
        </w:rPr>
        <w:t xml:space="preserve">ں </w:t>
      </w:r>
      <w:r>
        <w:rPr>
          <w:rtl/>
        </w:rPr>
        <w:t>تك كہ احاديث كو بھى اسى صورت مي</w:t>
      </w:r>
      <w:r w:rsidR="007D6C9B">
        <w:rPr>
          <w:rtl/>
        </w:rPr>
        <w:t xml:space="preserve">ں </w:t>
      </w:r>
      <w:r>
        <w:rPr>
          <w:rtl/>
        </w:rPr>
        <w:t>قبول كيا جاسكتا ہے جب وہ قرآن كے موافق ہو</w:t>
      </w:r>
      <w:r w:rsidR="007D6C9B">
        <w:rPr>
          <w:rtl/>
        </w:rPr>
        <w:t xml:space="preserve">ں </w:t>
      </w:r>
      <w:r>
        <w:rPr>
          <w:rtl/>
        </w:rPr>
        <w:t>_اگر كوئي حديث اس كے برخلاف ہو تو يقينا وہ قابل قبول نہي</w:t>
      </w:r>
      <w:r w:rsidR="007D6C9B">
        <w:rPr>
          <w:rtl/>
        </w:rPr>
        <w:t xml:space="preserve">ں </w:t>
      </w:r>
      <w:r>
        <w:rPr>
          <w:rtl/>
        </w:rPr>
        <w:t>ہے اور خوش قسمتى سے معتبر احاديث مي</w:t>
      </w:r>
      <w:r w:rsidR="007D6C9B">
        <w:rPr>
          <w:rtl/>
        </w:rPr>
        <w:t xml:space="preserve">ں </w:t>
      </w:r>
      <w:r>
        <w:rPr>
          <w:rtl/>
        </w:rPr>
        <w:t>ايسى كوئي حديث نہي</w:t>
      </w:r>
      <w:r w:rsidR="007D6C9B">
        <w:rPr>
          <w:rtl/>
        </w:rPr>
        <w:t xml:space="preserve">ں </w:t>
      </w:r>
      <w:r>
        <w:rPr>
          <w:rtl/>
        </w:rPr>
        <w:t xml:space="preserve">ہے_ </w:t>
      </w:r>
    </w:p>
    <w:p w:rsidR="00DE2D7F" w:rsidRDefault="00DE2D7F" w:rsidP="00D07B54">
      <w:pPr>
        <w:pStyle w:val="libNormal"/>
        <w:rPr>
          <w:rtl/>
        </w:rPr>
      </w:pPr>
    </w:p>
    <w:p w:rsidR="001C7914" w:rsidRDefault="00DE2D7F" w:rsidP="00D07B54">
      <w:pPr>
        <w:pStyle w:val="Heading2Center"/>
      </w:pPr>
      <w:bookmarkStart w:id="287" w:name="_Toc7268684"/>
      <w:r>
        <w:rPr>
          <w:rtl/>
        </w:rPr>
        <w:t>علم موسى (ع) و خضر (ع) ،علم خدا كے مقابلہ مي</w:t>
      </w:r>
      <w:r w:rsidR="007D6C9B">
        <w:rPr>
          <w:rtl/>
        </w:rPr>
        <w:t>ں</w:t>
      </w:r>
      <w:bookmarkEnd w:id="287"/>
    </w:p>
    <w:p w:rsidR="00DE2D7F" w:rsidRDefault="007D6C9B" w:rsidP="00D07B54">
      <w:pPr>
        <w:pStyle w:val="libNormal"/>
        <w:rPr>
          <w:rtl/>
        </w:rPr>
      </w:pPr>
      <w:r>
        <w:rPr>
          <w:rtl/>
        </w:rPr>
        <w:t xml:space="preserve"> </w:t>
      </w:r>
      <w:r w:rsidR="00DE2D7F">
        <w:rPr>
          <w:rtl/>
        </w:rPr>
        <w:t xml:space="preserve">پيغمبر اكرم (ص) سے منقول ہے: </w:t>
      </w:r>
    </w:p>
    <w:p w:rsidR="00DE2D7F" w:rsidRDefault="00DE2D7F" w:rsidP="00D07B54">
      <w:pPr>
        <w:pStyle w:val="libNormal"/>
        <w:rPr>
          <w:rtl/>
        </w:rPr>
      </w:pPr>
      <w:r>
        <w:rPr>
          <w:rtl/>
        </w:rPr>
        <w:t>''جس وقت موسى عليہ السلام خضر عليہ السلام سے ملے تو ايك پرندہ ان كے سامنے ظاہر ہوا_ اس نے پانى كا ايك قطرہ اپنى چونچ مي</w:t>
      </w:r>
      <w:r w:rsidR="007D6C9B">
        <w:rPr>
          <w:rtl/>
        </w:rPr>
        <w:t xml:space="preserve">ں </w:t>
      </w:r>
      <w:r>
        <w:rPr>
          <w:rtl/>
        </w:rPr>
        <w:t xml:space="preserve">ليا تو حضرت موسى عليہ السلام سے خضر عليہ السلام نے كہا: </w:t>
      </w:r>
    </w:p>
    <w:p w:rsidR="00DE2D7F" w:rsidRDefault="00DE2D7F" w:rsidP="00D07B54">
      <w:pPr>
        <w:pStyle w:val="libNormal"/>
        <w:rPr>
          <w:rtl/>
        </w:rPr>
      </w:pPr>
      <w:r>
        <w:rPr>
          <w:rtl/>
        </w:rPr>
        <w:t xml:space="preserve">جانتے ہو كہ پرندہ كيا كہتا ہے: </w:t>
      </w:r>
    </w:p>
    <w:p w:rsidR="001C7914" w:rsidRDefault="001648F9" w:rsidP="00D07B54">
      <w:pPr>
        <w:pStyle w:val="libNormal"/>
      </w:pPr>
      <w:r>
        <w:rPr>
          <w:rtl/>
        </w:rPr>
        <w:br w:type="page"/>
      </w:r>
    </w:p>
    <w:p w:rsidR="001C7914" w:rsidRDefault="001C7914" w:rsidP="00D07B54">
      <w:pPr>
        <w:pStyle w:val="libNormal"/>
      </w:pPr>
    </w:p>
    <w:p w:rsidR="00DE2D7F" w:rsidRDefault="00DE2D7F" w:rsidP="00D07B54">
      <w:pPr>
        <w:pStyle w:val="libNormal"/>
        <w:rPr>
          <w:rtl/>
        </w:rPr>
      </w:pPr>
      <w:r>
        <w:rPr>
          <w:rtl/>
        </w:rPr>
        <w:t xml:space="preserve">موسى عليہ السلام نے كہا:كيا كہتا ہے؟ </w:t>
      </w:r>
    </w:p>
    <w:p w:rsidR="00DE2D7F" w:rsidRDefault="00DE2D7F" w:rsidP="00D07B54">
      <w:pPr>
        <w:pStyle w:val="libNormal"/>
        <w:rPr>
          <w:rtl/>
        </w:rPr>
      </w:pPr>
      <w:r>
        <w:rPr>
          <w:rtl/>
        </w:rPr>
        <w:t xml:space="preserve">خضر عليہ السلام كہنے لگے: كہتا ہے: </w:t>
      </w:r>
    </w:p>
    <w:p w:rsidR="00DE2D7F" w:rsidRDefault="00DE2D7F" w:rsidP="00D07B54">
      <w:pPr>
        <w:pStyle w:val="libNormal"/>
        <w:rPr>
          <w:rtl/>
        </w:rPr>
      </w:pPr>
      <w:r>
        <w:rPr>
          <w:rtl/>
        </w:rPr>
        <w:t>''تيرا علم اور موسى كا علم، خدا كے علم كے مقابلے مي</w:t>
      </w:r>
      <w:r w:rsidR="007D6C9B">
        <w:rPr>
          <w:rtl/>
        </w:rPr>
        <w:t xml:space="preserve">ں </w:t>
      </w:r>
      <w:r>
        <w:rPr>
          <w:rtl/>
        </w:rPr>
        <w:t>اس قطرے كى طرح ہے جو مي</w:t>
      </w:r>
      <w:r w:rsidR="007D6C9B">
        <w:rPr>
          <w:rtl/>
        </w:rPr>
        <w:t xml:space="preserve">ں </w:t>
      </w:r>
      <w:r>
        <w:rPr>
          <w:rtl/>
        </w:rPr>
        <w:t>نے پانى سے چونچ مي</w:t>
      </w:r>
      <w:r w:rsidR="007D6C9B">
        <w:rPr>
          <w:rtl/>
        </w:rPr>
        <w:t xml:space="preserve">ں </w:t>
      </w:r>
      <w:r>
        <w:rPr>
          <w:rtl/>
        </w:rPr>
        <w:t xml:space="preserve">ليا ہے''_ </w:t>
      </w:r>
    </w:p>
    <w:p w:rsidR="00DE2D7F" w:rsidRDefault="00DE2D7F" w:rsidP="00D07B54">
      <w:pPr>
        <w:pStyle w:val="libNormal"/>
        <w:rPr>
          <w:rtl/>
        </w:rPr>
      </w:pPr>
    </w:p>
    <w:p w:rsidR="001C7914" w:rsidRDefault="00DE2D7F" w:rsidP="00D07B54">
      <w:pPr>
        <w:pStyle w:val="Heading2Center"/>
      </w:pPr>
      <w:bookmarkStart w:id="288" w:name="_Toc7268685"/>
      <w:r>
        <w:rPr>
          <w:rtl/>
        </w:rPr>
        <w:t>وہ خزانہ كيا تھا؟</w:t>
      </w:r>
      <w:bookmarkEnd w:id="288"/>
    </w:p>
    <w:p w:rsidR="00DE2D7F" w:rsidRDefault="00DE2D7F" w:rsidP="00D07B54">
      <w:pPr>
        <w:pStyle w:val="libNormal"/>
        <w:rPr>
          <w:rtl/>
        </w:rPr>
      </w:pPr>
      <w:r>
        <w:rPr>
          <w:rtl/>
        </w:rPr>
        <w:t xml:space="preserve"> اس داستان كے بارے مي</w:t>
      </w:r>
      <w:r w:rsidR="007D6C9B">
        <w:rPr>
          <w:rtl/>
        </w:rPr>
        <w:t xml:space="preserve">ں </w:t>
      </w:r>
      <w:r>
        <w:rPr>
          <w:rtl/>
        </w:rPr>
        <w:t>ايك سوال اور بھى ہے اور وہ يہ كہ وہ خزانہ آخر كيا تھا جسے موسى عليہ السلام كے عالم دوست پوشيدہ ركھنا چاہتے تھے اور آخر اس با ايمان شخص يعنى يتيمو</w:t>
      </w:r>
      <w:r w:rsidR="007D6C9B">
        <w:rPr>
          <w:rtl/>
        </w:rPr>
        <w:t xml:space="preserve">ں </w:t>
      </w:r>
      <w:r>
        <w:rPr>
          <w:rtl/>
        </w:rPr>
        <w:t>كے باپ نے يہ خزا نہ كيو</w:t>
      </w:r>
      <w:r w:rsidR="007D6C9B">
        <w:rPr>
          <w:rtl/>
        </w:rPr>
        <w:t xml:space="preserve">ں </w:t>
      </w:r>
      <w:r>
        <w:rPr>
          <w:rtl/>
        </w:rPr>
        <w:t xml:space="preserve">چھپا ديا تھا؟ </w:t>
      </w:r>
    </w:p>
    <w:p w:rsidR="00DE2D7F" w:rsidRDefault="00DE2D7F" w:rsidP="00D07B54">
      <w:pPr>
        <w:pStyle w:val="libNormal"/>
        <w:rPr>
          <w:rtl/>
        </w:rPr>
      </w:pPr>
      <w:r>
        <w:rPr>
          <w:rtl/>
        </w:rPr>
        <w:t>بعض نے كہا ہے كہ وہ خزانہ مادى پہلو كى بجائے زيادہ معنوى پہلو ركھتا تھا_ بہت سى شيعہ سنى روايا ت كے مطابق وہ ايك تختى تھى جس پر حكمت آميز كلمات نقش تھے_ اس بارے مي</w:t>
      </w:r>
      <w:r w:rsidR="007D6C9B">
        <w:rPr>
          <w:rtl/>
        </w:rPr>
        <w:t xml:space="preserve">ں </w:t>
      </w:r>
      <w:r>
        <w:rPr>
          <w:rtl/>
        </w:rPr>
        <w:t>مفسرين مي</w:t>
      </w:r>
      <w:r w:rsidR="007D6C9B">
        <w:rPr>
          <w:rtl/>
        </w:rPr>
        <w:t xml:space="preserve">ں </w:t>
      </w:r>
      <w:r>
        <w:rPr>
          <w:rtl/>
        </w:rPr>
        <w:t xml:space="preserve">اختلاف ہے كہ وہ حكمت آميز كلمات كيا تھے_ </w:t>
      </w:r>
    </w:p>
    <w:p w:rsidR="00DE2D7F" w:rsidRDefault="00DE2D7F" w:rsidP="00D07B54">
      <w:pPr>
        <w:pStyle w:val="libNormal"/>
        <w:rPr>
          <w:rtl/>
        </w:rPr>
      </w:pPr>
      <w:r>
        <w:rPr>
          <w:rtl/>
        </w:rPr>
        <w:t>كتاب كافى مي</w:t>
      </w:r>
      <w:r w:rsidR="007D6C9B">
        <w:rPr>
          <w:rtl/>
        </w:rPr>
        <w:t xml:space="preserve">ں </w:t>
      </w:r>
      <w:r>
        <w:rPr>
          <w:rtl/>
        </w:rPr>
        <w:t xml:space="preserve">امام صادق عليہ السلام سے منقول ہے كہ آپ(ع) نے فرمايا: </w:t>
      </w:r>
    </w:p>
    <w:p w:rsidR="00DE2D7F" w:rsidRDefault="00DE2D7F" w:rsidP="00D07B54">
      <w:pPr>
        <w:pStyle w:val="libNormal"/>
        <w:rPr>
          <w:rtl/>
        </w:rPr>
      </w:pPr>
      <w:r>
        <w:rPr>
          <w:rtl/>
        </w:rPr>
        <w:t>يہ سونے چاندى كا خزانہ نہي</w:t>
      </w:r>
      <w:r w:rsidR="007D6C9B">
        <w:rPr>
          <w:rtl/>
        </w:rPr>
        <w:t xml:space="preserve">ں </w:t>
      </w:r>
      <w:r>
        <w:rPr>
          <w:rtl/>
        </w:rPr>
        <w:t xml:space="preserve">تھا_ يہ تو صرف ايك تختى تھى جس پر چار جملے ثبت تھے_ </w:t>
      </w:r>
    </w:p>
    <w:p w:rsidR="00DE2D7F" w:rsidRDefault="00DE2D7F" w:rsidP="00D07B54">
      <w:pPr>
        <w:pStyle w:val="libNormal"/>
        <w:rPr>
          <w:rtl/>
        </w:rPr>
      </w:pPr>
      <w:r>
        <w:rPr>
          <w:rtl/>
        </w:rPr>
        <w:t>اللہ كے سوا كوئي معبود نہي</w:t>
      </w:r>
      <w:r w:rsidR="007D6C9B">
        <w:rPr>
          <w:rtl/>
        </w:rPr>
        <w:t xml:space="preserve">ں </w:t>
      </w:r>
      <w:r>
        <w:rPr>
          <w:rtl/>
        </w:rPr>
        <w:t xml:space="preserve">_ </w:t>
      </w:r>
    </w:p>
    <w:p w:rsidR="00DE2D7F" w:rsidRDefault="00DE2D7F" w:rsidP="00D07B54">
      <w:pPr>
        <w:pStyle w:val="libNormal"/>
        <w:rPr>
          <w:rtl/>
        </w:rPr>
      </w:pPr>
      <w:r>
        <w:rPr>
          <w:rtl/>
        </w:rPr>
        <w:t>جو موت پر يقين ركھتا ہے وہ(بے ہودہ)نہي</w:t>
      </w:r>
      <w:r w:rsidR="007D6C9B">
        <w:rPr>
          <w:rtl/>
        </w:rPr>
        <w:t xml:space="preserve">ں </w:t>
      </w:r>
      <w:r>
        <w:rPr>
          <w:rtl/>
        </w:rPr>
        <w:t xml:space="preserve">ہنستا_ </w:t>
      </w:r>
    </w:p>
    <w:p w:rsidR="00DE2D7F" w:rsidRDefault="00DE2D7F" w:rsidP="00D07B54">
      <w:pPr>
        <w:pStyle w:val="libNormal"/>
        <w:rPr>
          <w:rtl/>
        </w:rPr>
      </w:pPr>
      <w:r>
        <w:rPr>
          <w:rtl/>
        </w:rPr>
        <w:t>اور جسے اللہ كى طرف سے حساب كا يقين ہے(اوراسے جو ابدہى كى فكر ہے)وہ خوش نہي</w:t>
      </w:r>
      <w:r w:rsidR="007D6C9B">
        <w:rPr>
          <w:rtl/>
        </w:rPr>
        <w:t xml:space="preserve">ں </w:t>
      </w:r>
      <w:r>
        <w:rPr>
          <w:rtl/>
        </w:rPr>
        <w:t xml:space="preserve">رہتا_ </w:t>
      </w:r>
    </w:p>
    <w:p w:rsidR="00DE2D7F" w:rsidRDefault="00DE2D7F" w:rsidP="00D07B54">
      <w:pPr>
        <w:pStyle w:val="libNormal"/>
        <w:rPr>
          <w:rtl/>
        </w:rPr>
      </w:pPr>
      <w:r>
        <w:rPr>
          <w:rtl/>
        </w:rPr>
        <w:t>اور جسے تقدير الہى كا يقين ہے وہ اللہ كے سوا كسى سے نہي</w:t>
      </w:r>
      <w:r w:rsidR="007D6C9B">
        <w:rPr>
          <w:rtl/>
        </w:rPr>
        <w:t xml:space="preserve">ں </w:t>
      </w:r>
      <w:r>
        <w:rPr>
          <w:rtl/>
        </w:rPr>
        <w:t xml:space="preserve">ڈرتا_ </w:t>
      </w:r>
    </w:p>
    <w:p w:rsidR="001C7914" w:rsidRDefault="001648F9" w:rsidP="00D07B54">
      <w:pPr>
        <w:pStyle w:val="libNormal"/>
      </w:pPr>
      <w:r>
        <w:rPr>
          <w:rtl/>
        </w:rPr>
        <w:t xml:space="preserve"> </w:t>
      </w:r>
      <w:r>
        <w:rPr>
          <w:rtl/>
        </w:rPr>
        <w:br w:type="page"/>
      </w:r>
    </w:p>
    <w:p w:rsidR="001C7914" w:rsidRDefault="001C7914" w:rsidP="00D07B54">
      <w:pPr>
        <w:pStyle w:val="libNormal"/>
      </w:pPr>
    </w:p>
    <w:p w:rsidR="00DE2D7F" w:rsidRDefault="00DE2D7F" w:rsidP="00D07B54">
      <w:pPr>
        <w:pStyle w:val="libNormal"/>
        <w:rPr>
          <w:rtl/>
        </w:rPr>
      </w:pPr>
      <w:r>
        <w:rPr>
          <w:rtl/>
        </w:rPr>
        <w:t>اوربنى اسرائيل كى نافرماني اصحاب سبت،سنيچر كى چھٹي بنى اسرائيل كا ايك گروہ جو ايك سمندر (بظاہر بحيرہ احمر جو فلسطين كے پاس ہے)كے كنارے شہر''ايلہ''(جسے آج كل''ايلات''كہتے ہي</w:t>
      </w:r>
      <w:r w:rsidR="007D6C9B">
        <w:rPr>
          <w:rtl/>
        </w:rPr>
        <w:t xml:space="preserve">ں </w:t>
      </w:r>
      <w:r>
        <w:rPr>
          <w:rtl/>
        </w:rPr>
        <w:t>)مي</w:t>
      </w:r>
      <w:r w:rsidR="007D6C9B">
        <w:rPr>
          <w:rtl/>
        </w:rPr>
        <w:t xml:space="preserve">ں </w:t>
      </w:r>
      <w:r>
        <w:rPr>
          <w:rtl/>
        </w:rPr>
        <w:t>رہتے تھے،ان كى آزما</w:t>
      </w:r>
      <w:r w:rsidR="00091C36">
        <w:rPr>
          <w:rtl/>
        </w:rPr>
        <w:t xml:space="preserve">ئش </w:t>
      </w:r>
      <w:r>
        <w:rPr>
          <w:rtl/>
        </w:rPr>
        <w:t xml:space="preserve"> كے لئے اللہ نے انہي</w:t>
      </w:r>
      <w:r w:rsidR="007D6C9B">
        <w:rPr>
          <w:rtl/>
        </w:rPr>
        <w:t xml:space="preserve">ں </w:t>
      </w:r>
      <w:r>
        <w:rPr>
          <w:rtl/>
        </w:rPr>
        <w:t>حكم ديا تھا كہ ہفتہ كے روز مچھلى كا شكار نہ كري</w:t>
      </w:r>
      <w:r w:rsidR="007D6C9B">
        <w:rPr>
          <w:rtl/>
        </w:rPr>
        <w:t xml:space="preserve">ں </w:t>
      </w:r>
      <w:r>
        <w:rPr>
          <w:rtl/>
        </w:rPr>
        <w:t>،سارے دنو</w:t>
      </w:r>
      <w:r w:rsidR="007D6C9B">
        <w:rPr>
          <w:rtl/>
        </w:rPr>
        <w:t xml:space="preserve">ں </w:t>
      </w:r>
      <w:r>
        <w:rPr>
          <w:rtl/>
        </w:rPr>
        <w:t>مي</w:t>
      </w:r>
      <w:r w:rsidR="007D6C9B">
        <w:rPr>
          <w:rtl/>
        </w:rPr>
        <w:t xml:space="preserve">ں </w:t>
      </w:r>
      <w:r>
        <w:rPr>
          <w:rtl/>
        </w:rPr>
        <w:t>شكار كري</w:t>
      </w:r>
      <w:r w:rsidR="007D6C9B">
        <w:rPr>
          <w:rtl/>
        </w:rPr>
        <w:t xml:space="preserve">ں </w:t>
      </w:r>
      <w:r>
        <w:rPr>
          <w:rtl/>
        </w:rPr>
        <w:t>صرف ايك دن تعطيل كرديا كري</w:t>
      </w:r>
      <w:r w:rsidR="007D6C9B">
        <w:rPr>
          <w:rtl/>
        </w:rPr>
        <w:t xml:space="preserve">ں </w:t>
      </w:r>
      <w:r>
        <w:rPr>
          <w:rtl/>
        </w:rPr>
        <w:t>ليكن ان لوگو</w:t>
      </w:r>
      <w:r w:rsidR="007D6C9B">
        <w:rPr>
          <w:rtl/>
        </w:rPr>
        <w:t xml:space="preserve">ں </w:t>
      </w:r>
      <w:r>
        <w:rPr>
          <w:rtl/>
        </w:rPr>
        <w:t>نے اس حكم كى صريحاًمخالفت كى جس كے نتيجے مي</w:t>
      </w:r>
      <w:r w:rsidR="007D6C9B">
        <w:rPr>
          <w:rtl/>
        </w:rPr>
        <w:t xml:space="preserve">ں </w:t>
      </w:r>
      <w:r>
        <w:rPr>
          <w:rtl/>
        </w:rPr>
        <w:t>وہ درد ناك عذاب مي</w:t>
      </w:r>
      <w:r w:rsidR="007D6C9B">
        <w:rPr>
          <w:rtl/>
        </w:rPr>
        <w:t xml:space="preserve">ں </w:t>
      </w:r>
      <w:r>
        <w:rPr>
          <w:rtl/>
        </w:rPr>
        <w:t>مبتلا ہوئے جس كى تفصيل قرآن مي</w:t>
      </w:r>
      <w:r w:rsidR="007D6C9B">
        <w:rPr>
          <w:rtl/>
        </w:rPr>
        <w:t xml:space="preserve">ں </w:t>
      </w:r>
      <w:r>
        <w:rPr>
          <w:rtl/>
        </w:rPr>
        <w:t xml:space="preserve">بيان كى گئي ہے_ </w:t>
      </w:r>
    </w:p>
    <w:p w:rsidR="00DE2D7F" w:rsidRDefault="00DE2D7F" w:rsidP="00D07B54">
      <w:pPr>
        <w:pStyle w:val="libNormal"/>
        <w:rPr>
          <w:rtl/>
        </w:rPr>
      </w:pPr>
      <w:r>
        <w:rPr>
          <w:rtl/>
        </w:rPr>
        <w:t>قرآن مي</w:t>
      </w:r>
      <w:r w:rsidR="007D6C9B">
        <w:rPr>
          <w:rtl/>
        </w:rPr>
        <w:t xml:space="preserve">ں </w:t>
      </w:r>
      <w:r>
        <w:rPr>
          <w:rtl/>
        </w:rPr>
        <w:t>ارشاد ہوتا ہے:''جو يہودى تمہارے زمانہ مي</w:t>
      </w:r>
      <w:r w:rsidR="007D6C9B">
        <w:rPr>
          <w:rtl/>
        </w:rPr>
        <w:t xml:space="preserve">ں </w:t>
      </w:r>
      <w:r>
        <w:rPr>
          <w:rtl/>
        </w:rPr>
        <w:t>موجود ہي</w:t>
      </w:r>
      <w:r w:rsidR="007D6C9B">
        <w:rPr>
          <w:rtl/>
        </w:rPr>
        <w:t xml:space="preserve">ں </w:t>
      </w:r>
      <w:r>
        <w:rPr>
          <w:rtl/>
        </w:rPr>
        <w:t>ان سے اس شہر كے ماجرے كے متعلق سوال كرو جو سمندر كے كنارے آباد تھا''_اور انہي</w:t>
      </w:r>
      <w:r w:rsidR="007D6C9B">
        <w:rPr>
          <w:rtl/>
        </w:rPr>
        <w:t xml:space="preserve">ں </w:t>
      </w:r>
      <w:r>
        <w:rPr>
          <w:rtl/>
        </w:rPr>
        <w:t>وہ زمانہ ياددلائو جبكہ وہ ہفتہ كے روز قانون الہى كى مخالفت كرتے تھے_''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كيونكہ ہفتہ كے روز ان كى تعطيل كا دن تھا جس مي</w:t>
      </w:r>
      <w:r w:rsidR="007D6C9B">
        <w:rPr>
          <w:rtl/>
        </w:rPr>
        <w:t xml:space="preserve">ں </w:t>
      </w:r>
      <w:r>
        <w:rPr>
          <w:rtl/>
        </w:rPr>
        <w:t>ان كو يہ حكم ملا تھا كہ اس روز وہ اپنا كاروبار ترك كردي</w:t>
      </w:r>
      <w:r w:rsidR="007D6C9B">
        <w:rPr>
          <w:rtl/>
        </w:rPr>
        <w:t xml:space="preserve">ں </w:t>
      </w:r>
      <w:r>
        <w:rPr>
          <w:rtl/>
        </w:rPr>
        <w:t>اور عبادت خدا مي</w:t>
      </w:r>
      <w:r w:rsidR="007D6C9B">
        <w:rPr>
          <w:rtl/>
        </w:rPr>
        <w:t xml:space="preserve">ں </w:t>
      </w:r>
      <w:r>
        <w:rPr>
          <w:rtl/>
        </w:rPr>
        <w:t>مشغول ہو</w:t>
      </w:r>
      <w:r w:rsidR="007D6C9B">
        <w:rPr>
          <w:rtl/>
        </w:rPr>
        <w:t xml:space="preserve">ں </w:t>
      </w:r>
      <w:r>
        <w:rPr>
          <w:rtl/>
        </w:rPr>
        <w:t>ليكن انہو</w:t>
      </w:r>
      <w:r w:rsidR="007D6C9B">
        <w:rPr>
          <w:rtl/>
        </w:rPr>
        <w:t xml:space="preserve">ں </w:t>
      </w:r>
      <w:r>
        <w:rPr>
          <w:rtl/>
        </w:rPr>
        <w:t xml:space="preserve">نے اس حكم كى طرف كوئي توجہ نہ دي_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w:t>
      </w:r>
      <w:r w:rsidR="00E664BB">
        <w:rPr>
          <w:rtl/>
        </w:rPr>
        <w:t>162</w:t>
      </w:r>
      <w:r>
        <w:rPr>
          <w:rtl/>
        </w:rPr>
        <w:t xml:space="preserve"> </w:t>
      </w:r>
    </w:p>
    <w:p w:rsidR="001C7914" w:rsidRDefault="001648F9" w:rsidP="00D07B54">
      <w:pPr>
        <w:pStyle w:val="libNormal"/>
      </w:pPr>
      <w:r>
        <w:rPr>
          <w:rtl/>
        </w:rPr>
        <w:t xml:space="preserve"> </w:t>
      </w:r>
      <w:r>
        <w:rPr>
          <w:rtl/>
        </w:rPr>
        <w:br w:type="page"/>
      </w:r>
    </w:p>
    <w:p w:rsidR="001C7914" w:rsidRDefault="001C7914" w:rsidP="00D07B54">
      <w:pPr>
        <w:pStyle w:val="libNormal"/>
      </w:pPr>
    </w:p>
    <w:p w:rsidR="00DE2D7F" w:rsidRDefault="00DE2D7F" w:rsidP="00D07B54">
      <w:pPr>
        <w:pStyle w:val="libNormal"/>
        <w:rPr>
          <w:rtl/>
        </w:rPr>
      </w:pPr>
      <w:r>
        <w:rPr>
          <w:rtl/>
        </w:rPr>
        <w:t>اس كے بعد قرآن كريم اس جملے كى جو اجمالى طور پر پہلے گزر چكا ہے اس طرح شرح كرتاہے كہ ياد كرو:'' جب ہفتہ كے دن مچھليا</w:t>
      </w:r>
      <w:r w:rsidR="007D6C9B">
        <w:rPr>
          <w:rtl/>
        </w:rPr>
        <w:t xml:space="preserve">ں </w:t>
      </w:r>
      <w:r>
        <w:rPr>
          <w:rtl/>
        </w:rPr>
        <w:t>پانى كے اوپر ظاہر ہوتى تھي</w:t>
      </w:r>
      <w:r w:rsidR="007D6C9B">
        <w:rPr>
          <w:rtl/>
        </w:rPr>
        <w:t xml:space="preserve">ں </w:t>
      </w:r>
      <w:r>
        <w:rPr>
          <w:rtl/>
        </w:rPr>
        <w:t>اور دوسرے دنو</w:t>
      </w:r>
      <w:r w:rsidR="007D6C9B">
        <w:rPr>
          <w:rtl/>
        </w:rPr>
        <w:t xml:space="preserve">ں </w:t>
      </w:r>
      <w:r>
        <w:rPr>
          <w:rtl/>
        </w:rPr>
        <w:t>مي</w:t>
      </w:r>
      <w:r w:rsidR="007D6C9B">
        <w:rPr>
          <w:rtl/>
        </w:rPr>
        <w:t xml:space="preserve">ں </w:t>
      </w:r>
      <w:r>
        <w:rPr>
          <w:rtl/>
        </w:rPr>
        <w:t>وہ كم دكھلائي ديتى تھي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بات واضح ہے كہ جو لوگ سمندر كے كنارے زندگى بسر كرتے تھے ان كى خوراك اور آمدنى كا بڑا ذريعہ مچھلى كاشكار ہوتا ہے،اور چونكہ ہفتہ كے روز مسلسل تعطيل ان كے درميان رائج تھي، لہذا اس روز مچھليا</w:t>
      </w:r>
      <w:r w:rsidR="007D6C9B">
        <w:rPr>
          <w:rtl/>
        </w:rPr>
        <w:t xml:space="preserve">ں </w:t>
      </w:r>
      <w:r>
        <w:rPr>
          <w:rtl/>
        </w:rPr>
        <w:t>امن محسوس كرتى تھي</w:t>
      </w:r>
      <w:r w:rsidR="007D6C9B">
        <w:rPr>
          <w:rtl/>
        </w:rPr>
        <w:t xml:space="preserve">ں </w:t>
      </w:r>
      <w:r>
        <w:rPr>
          <w:rtl/>
        </w:rPr>
        <w:t>اور وہ گروہ در گروہ پانى كى سطح پر ظاہر ہوتى تھي</w:t>
      </w:r>
      <w:r w:rsidR="007D6C9B">
        <w:rPr>
          <w:rtl/>
        </w:rPr>
        <w:t xml:space="preserve">ں </w:t>
      </w:r>
      <w:r>
        <w:rPr>
          <w:rtl/>
        </w:rPr>
        <w:t>ليكن دوسرے دنو</w:t>
      </w:r>
      <w:r w:rsidR="007D6C9B">
        <w:rPr>
          <w:rtl/>
        </w:rPr>
        <w:t xml:space="preserve">ں </w:t>
      </w:r>
      <w:r>
        <w:rPr>
          <w:rtl/>
        </w:rPr>
        <w:t>مي</w:t>
      </w:r>
      <w:r w:rsidR="007D6C9B">
        <w:rPr>
          <w:rtl/>
        </w:rPr>
        <w:t xml:space="preserve">ں </w:t>
      </w:r>
      <w:r>
        <w:rPr>
          <w:rtl/>
        </w:rPr>
        <w:t>چونكہ ان كا شكار كيا جاتا تھا اس لئے وہ گہرے پانى مي</w:t>
      </w:r>
      <w:r w:rsidR="007D6C9B">
        <w:rPr>
          <w:rtl/>
        </w:rPr>
        <w:t xml:space="preserve">ں </w:t>
      </w:r>
      <w:r>
        <w:rPr>
          <w:rtl/>
        </w:rPr>
        <w:t>بھاگ جاتى تھي</w:t>
      </w:r>
      <w:r w:rsidR="007D6C9B">
        <w:rPr>
          <w:rtl/>
        </w:rPr>
        <w:t xml:space="preserve">ں </w:t>
      </w:r>
      <w:r>
        <w:rPr>
          <w:rtl/>
        </w:rPr>
        <w:t>_ بہر حال يہ كيفيت چاہے كسى فطرى امر كے نتيجہ مي</w:t>
      </w:r>
      <w:r w:rsidR="007D6C9B">
        <w:rPr>
          <w:rtl/>
        </w:rPr>
        <w:t xml:space="preserve">ں </w:t>
      </w:r>
      <w:r>
        <w:rPr>
          <w:rtl/>
        </w:rPr>
        <w:t>ہو يا كوئي خلاف معمول الہى بات ہو اس سے ان لوگو</w:t>
      </w:r>
      <w:r w:rsidR="007D6C9B">
        <w:rPr>
          <w:rtl/>
        </w:rPr>
        <w:t xml:space="preserve">ں </w:t>
      </w:r>
      <w:r>
        <w:rPr>
          <w:rtl/>
        </w:rPr>
        <w:t>كى آزما</w:t>
      </w:r>
      <w:r w:rsidR="00091C36">
        <w:rPr>
          <w:rtl/>
        </w:rPr>
        <w:t xml:space="preserve">ئش </w:t>
      </w:r>
      <w:r>
        <w:rPr>
          <w:rtl/>
        </w:rPr>
        <w:t xml:space="preserve"> مطلوب تھى جيسا كہ قرآن بيان كرتا ہے: </w:t>
      </w:r>
    </w:p>
    <w:p w:rsidR="00DE2D7F" w:rsidRDefault="00DE2D7F" w:rsidP="00D07B54">
      <w:pPr>
        <w:pStyle w:val="libNormal"/>
        <w:rPr>
          <w:rtl/>
        </w:rPr>
      </w:pPr>
      <w:r>
        <w:rPr>
          <w:rtl/>
        </w:rPr>
        <w:t>''ہم نے اس طرح ان لوگو</w:t>
      </w:r>
      <w:r w:rsidR="007D6C9B">
        <w:rPr>
          <w:rtl/>
        </w:rPr>
        <w:t xml:space="preserve">ں </w:t>
      </w:r>
      <w:r>
        <w:rPr>
          <w:rtl/>
        </w:rPr>
        <w:t>كى آزما</w:t>
      </w:r>
      <w:r w:rsidR="00091C36">
        <w:rPr>
          <w:rtl/>
        </w:rPr>
        <w:t xml:space="preserve">ئش </w:t>
      </w:r>
      <w:r>
        <w:rPr>
          <w:rtl/>
        </w:rPr>
        <w:t xml:space="preserve"> كى اس چيز كے ذريعے جس كى وہ مخالفت كرتے تھے''_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جس وقت بنى اسرائيل اس بڑى آزما</w:t>
      </w:r>
      <w:r w:rsidR="00091C36">
        <w:rPr>
          <w:rtl/>
        </w:rPr>
        <w:t xml:space="preserve">ئش </w:t>
      </w:r>
      <w:r>
        <w:rPr>
          <w:rtl/>
        </w:rPr>
        <w:t xml:space="preserve"> سے دوچار ہوئے جو ان كى زندگى كے ساتھ وابستہ تھى تو وہ تين گروہو</w:t>
      </w:r>
      <w:r w:rsidR="007D6C9B">
        <w:rPr>
          <w:rtl/>
        </w:rPr>
        <w:t xml:space="preserve">ں </w:t>
      </w:r>
      <w:r>
        <w:rPr>
          <w:rtl/>
        </w:rPr>
        <w:t>مي</w:t>
      </w:r>
      <w:r w:rsidR="007D6C9B">
        <w:rPr>
          <w:rtl/>
        </w:rPr>
        <w:t xml:space="preserve">ں </w:t>
      </w:r>
      <w:r>
        <w:rPr>
          <w:rtl/>
        </w:rPr>
        <w:t xml:space="preserve">بٹ گئے: </w:t>
      </w:r>
    </w:p>
    <w:p w:rsidR="00DE2D7F" w:rsidRDefault="00DE2D7F" w:rsidP="00D07B54">
      <w:pPr>
        <w:pStyle w:val="libNormal"/>
        <w:rPr>
          <w:rtl/>
        </w:rPr>
      </w:pPr>
      <w:r>
        <w:rPr>
          <w:rtl/>
        </w:rPr>
        <w:t>اول:جن كى اكثريت تھي،وہ لوگ تھے جنہو</w:t>
      </w:r>
      <w:r w:rsidR="007D6C9B">
        <w:rPr>
          <w:rtl/>
        </w:rPr>
        <w:t xml:space="preserve">ں </w:t>
      </w:r>
      <w:r>
        <w:rPr>
          <w:rtl/>
        </w:rPr>
        <w:t xml:space="preserve">نے اس فرمان الہى كى مخالفت پر كمر باندھ لي_ </w:t>
      </w:r>
    </w:p>
    <w:p w:rsidR="00DE2D7F" w:rsidRDefault="00DE2D7F" w:rsidP="00D07B54">
      <w:pPr>
        <w:pStyle w:val="libNormal"/>
        <w:rPr>
          <w:rtl/>
        </w:rPr>
      </w:pPr>
      <w:r>
        <w:rPr>
          <w:rtl/>
        </w:rPr>
        <w:t>دوم:جو حسب معمولى ايك چھوٹى اقليت پر مشتمل تھا وہ گروہ اول كے مقابلے مي</w:t>
      </w:r>
      <w:r w:rsidR="007D6C9B">
        <w:rPr>
          <w:rtl/>
        </w:rPr>
        <w:t xml:space="preserve">ں </w:t>
      </w:r>
      <w:r>
        <w:rPr>
          <w:rtl/>
        </w:rPr>
        <w:t xml:space="preserve">امر بالمعروف اور نہى عن المنكر كى شرعى ذمہ دارى ادا كرتا تھا_ </w:t>
      </w:r>
    </w:p>
    <w:p w:rsidR="00DE2D7F" w:rsidRDefault="00DE2D7F" w:rsidP="00D07B54">
      <w:pPr>
        <w:pStyle w:val="libNormal"/>
        <w:rPr>
          <w:rtl/>
        </w:rPr>
      </w:pPr>
      <w:r>
        <w:rPr>
          <w:rtl/>
        </w:rPr>
        <w:t>سوم:يہ وہ لوگ تھے جو ساكت اور غير جانبدار تھے_يہ نہ تو گنہگارو</w:t>
      </w:r>
      <w:r w:rsidR="007D6C9B">
        <w:rPr>
          <w:rtl/>
        </w:rPr>
        <w:t xml:space="preserve">ں </w:t>
      </w:r>
      <w:r>
        <w:rPr>
          <w:rtl/>
        </w:rPr>
        <w:t>كے ساتھ تھے اور نہ انہي</w:t>
      </w:r>
      <w:r w:rsidR="007D6C9B">
        <w:rPr>
          <w:rtl/>
        </w:rPr>
        <w:t xml:space="preserve">ں </w:t>
      </w:r>
      <w:r>
        <w:rPr>
          <w:rtl/>
        </w:rPr>
        <w:t>گناہو</w:t>
      </w:r>
      <w:r w:rsidR="007D6C9B">
        <w:rPr>
          <w:rtl/>
        </w:rPr>
        <w:t xml:space="preserve">ں </w:t>
      </w:r>
      <w:r>
        <w:rPr>
          <w:rtl/>
        </w:rPr>
        <w:t xml:space="preserve">سے منع كرتے تھے_ </w:t>
      </w:r>
    </w:p>
    <w:p w:rsidR="00DE2D7F" w:rsidRDefault="00DE2D7F" w:rsidP="00D07B54">
      <w:pPr>
        <w:pStyle w:val="libNormal"/>
        <w:rPr>
          <w:rtl/>
        </w:rPr>
      </w:pPr>
      <w:r>
        <w:rPr>
          <w:rtl/>
        </w:rPr>
        <w:t>قرآن مي</w:t>
      </w:r>
      <w:r w:rsidR="007D6C9B">
        <w:rPr>
          <w:rtl/>
        </w:rPr>
        <w:t xml:space="preserve">ں </w:t>
      </w:r>
      <w:r>
        <w:rPr>
          <w:rtl/>
        </w:rPr>
        <w:t xml:space="preserve">اس گروہ نے دوسرے گروہ سے جو گفتگو كى ہے اسے نقل كيا گيا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آيت </w:t>
      </w:r>
      <w:r w:rsidR="00E664BB">
        <w:rPr>
          <w:rtl/>
        </w:rPr>
        <w:t>162</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آيت </w:t>
      </w:r>
      <w:r w:rsidR="00E664BB">
        <w:rPr>
          <w:rtl/>
        </w:rPr>
        <w:t>163</w:t>
      </w:r>
      <w:r>
        <w:rPr>
          <w:rtl/>
        </w:rPr>
        <w:t xml:space="preserve"> </w:t>
      </w:r>
    </w:p>
    <w:p w:rsidR="001C7914" w:rsidRDefault="001648F9" w:rsidP="00D07B54">
      <w:pPr>
        <w:pStyle w:val="libNormal"/>
      </w:pPr>
      <w:r>
        <w:rPr>
          <w:rtl/>
        </w:rPr>
        <w:t xml:space="preserve"> </w:t>
      </w:r>
      <w:r>
        <w:rPr>
          <w:rtl/>
        </w:rPr>
        <w:br w:type="page"/>
      </w:r>
    </w:p>
    <w:p w:rsidR="001C7914" w:rsidRDefault="001C7914" w:rsidP="00D07B54">
      <w:pPr>
        <w:pStyle w:val="libNormal"/>
      </w:pPr>
    </w:p>
    <w:p w:rsidR="00DE2D7F" w:rsidRDefault="00DE2D7F" w:rsidP="00D07B54">
      <w:pPr>
        <w:pStyle w:val="libNormal"/>
        <w:rPr>
          <w:rtl/>
        </w:rPr>
      </w:pPr>
      <w:r>
        <w:rPr>
          <w:rtl/>
        </w:rPr>
        <w:t>اس وقت كو ياد كرو جب ان مي</w:t>
      </w:r>
      <w:r w:rsidR="007D6C9B">
        <w:rPr>
          <w:rtl/>
        </w:rPr>
        <w:t xml:space="preserve">ں </w:t>
      </w:r>
      <w:r>
        <w:rPr>
          <w:rtl/>
        </w:rPr>
        <w:t xml:space="preserve">سے ايك گروہ نے دوسرے سے كہا: </w:t>
      </w:r>
    </w:p>
    <w:p w:rsidR="00DE2D7F" w:rsidRDefault="00DE2D7F" w:rsidP="00D07B54">
      <w:pPr>
        <w:pStyle w:val="libNormal"/>
        <w:rPr>
          <w:rtl/>
        </w:rPr>
      </w:pPr>
      <w:r>
        <w:rPr>
          <w:rtl/>
        </w:rPr>
        <w:t>تم ان لوگو</w:t>
      </w:r>
      <w:r w:rsidR="007D6C9B">
        <w:rPr>
          <w:rtl/>
        </w:rPr>
        <w:t xml:space="preserve">ں </w:t>
      </w:r>
      <w:r>
        <w:rPr>
          <w:rtl/>
        </w:rPr>
        <w:t>كو كيو</w:t>
      </w:r>
      <w:r w:rsidR="007D6C9B">
        <w:rPr>
          <w:rtl/>
        </w:rPr>
        <w:t xml:space="preserve">ں </w:t>
      </w:r>
      <w:r>
        <w:rPr>
          <w:rtl/>
        </w:rPr>
        <w:t>وعظ و نصيحت كرتے ہو جنہي</w:t>
      </w:r>
      <w:r w:rsidR="007D6C9B">
        <w:rPr>
          <w:rtl/>
        </w:rPr>
        <w:t xml:space="preserve">ں </w:t>
      </w:r>
      <w:r>
        <w:rPr>
          <w:rtl/>
        </w:rPr>
        <w:t>آخر كار خدا ہلاك كرنے والا ہے يا درد ناك عذاب مي</w:t>
      </w:r>
      <w:r w:rsidR="007D6C9B">
        <w:rPr>
          <w:rtl/>
        </w:rPr>
        <w:t xml:space="preserve">ں </w:t>
      </w:r>
      <w:r>
        <w:rPr>
          <w:rtl/>
        </w:rPr>
        <w:t xml:space="preserve">مبتلا كرنے والا ہے_ </w:t>
      </w:r>
    </w:p>
    <w:p w:rsidR="00DE2D7F" w:rsidRDefault="00DE2D7F" w:rsidP="00D07B54">
      <w:pPr>
        <w:pStyle w:val="libNormal"/>
        <w:rPr>
          <w:rtl/>
        </w:rPr>
      </w:pPr>
      <w:r>
        <w:rPr>
          <w:rtl/>
        </w:rPr>
        <w:t>انہو</w:t>
      </w:r>
      <w:r w:rsidR="007D6C9B">
        <w:rPr>
          <w:rtl/>
        </w:rPr>
        <w:t xml:space="preserve">ں </w:t>
      </w:r>
      <w:r>
        <w:rPr>
          <w:rtl/>
        </w:rPr>
        <w:t>نے جواب مي</w:t>
      </w:r>
      <w:r w:rsidR="007D6C9B">
        <w:rPr>
          <w:rtl/>
        </w:rPr>
        <w:t xml:space="preserve">ں </w:t>
      </w:r>
      <w:r>
        <w:rPr>
          <w:rtl/>
        </w:rPr>
        <w:t>كہا:ہم اس لئے برائي سے منع كرتے ہي</w:t>
      </w:r>
      <w:r w:rsidR="007D6C9B">
        <w:rPr>
          <w:rtl/>
        </w:rPr>
        <w:t xml:space="preserve">ں </w:t>
      </w:r>
      <w:r>
        <w:rPr>
          <w:rtl/>
        </w:rPr>
        <w:t>كہ خدا كے سامنے اپنى ذمہ دارى كو ادا كردي</w:t>
      </w:r>
      <w:r w:rsidR="007D6C9B">
        <w:rPr>
          <w:rtl/>
        </w:rPr>
        <w:t xml:space="preserve">ں </w:t>
      </w:r>
      <w:r>
        <w:rPr>
          <w:rtl/>
        </w:rPr>
        <w:t xml:space="preserve">اور وہ اس بارے ہم سے كوئي باز پرس نہ كرے_ </w:t>
      </w:r>
    </w:p>
    <w:p w:rsidR="00DE2D7F" w:rsidRDefault="00DE2D7F" w:rsidP="00D07B54">
      <w:pPr>
        <w:pStyle w:val="libNormal"/>
        <w:rPr>
          <w:rtl/>
        </w:rPr>
      </w:pPr>
      <w:r>
        <w:rPr>
          <w:rtl/>
        </w:rPr>
        <w:t>علاوہ ازي</w:t>
      </w:r>
      <w:r w:rsidR="007D6C9B">
        <w:rPr>
          <w:rtl/>
        </w:rPr>
        <w:t xml:space="preserve">ں </w:t>
      </w:r>
      <w:r>
        <w:rPr>
          <w:rtl/>
        </w:rPr>
        <w:t>شايد ان كے دلو</w:t>
      </w:r>
      <w:r w:rsidR="007D6C9B">
        <w:rPr>
          <w:rtl/>
        </w:rPr>
        <w:t xml:space="preserve">ں </w:t>
      </w:r>
      <w:r>
        <w:rPr>
          <w:rtl/>
        </w:rPr>
        <w:t>مي</w:t>
      </w:r>
      <w:r w:rsidR="007D6C9B">
        <w:rPr>
          <w:rtl/>
        </w:rPr>
        <w:t xml:space="preserve">ں </w:t>
      </w:r>
      <w:r>
        <w:rPr>
          <w:rtl/>
        </w:rPr>
        <w:t xml:space="preserve">ہمارى باتو </w:t>
      </w:r>
      <w:r w:rsidR="007D6C9B">
        <w:rPr>
          <w:rtl/>
        </w:rPr>
        <w:t xml:space="preserve">ں </w:t>
      </w:r>
      <w:r>
        <w:rPr>
          <w:rtl/>
        </w:rPr>
        <w:t>كا كوئي اثر بھى ہوجائے اور وہ طغيان و سركشى سے ہاتھ اٹھالي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''آخر كار دنيا پرستى نے ان پر غلبہ كيا_اور انہو</w:t>
      </w:r>
      <w:r w:rsidR="007D6C9B">
        <w:rPr>
          <w:rtl/>
        </w:rPr>
        <w:t xml:space="preserve">ں </w:t>
      </w:r>
      <w:r>
        <w:rPr>
          <w:rtl/>
        </w:rPr>
        <w:t>نے خدا كے فرمان كو فراموش كرديا_ اس وقت ہم نے ان لوگو</w:t>
      </w:r>
      <w:r w:rsidR="007D6C9B">
        <w:rPr>
          <w:rtl/>
        </w:rPr>
        <w:t xml:space="preserve">ں </w:t>
      </w:r>
      <w:r>
        <w:rPr>
          <w:rtl/>
        </w:rPr>
        <w:t>كو جو لوگو</w:t>
      </w:r>
      <w:r w:rsidR="007D6C9B">
        <w:rPr>
          <w:rtl/>
        </w:rPr>
        <w:t xml:space="preserve">ں </w:t>
      </w:r>
      <w:r>
        <w:rPr>
          <w:rtl/>
        </w:rPr>
        <w:t>كو گناہ سے منع كرتے تھے،نجات دي،ليكن گناہگارو</w:t>
      </w:r>
      <w:r w:rsidR="007D6C9B">
        <w:rPr>
          <w:rtl/>
        </w:rPr>
        <w:t xml:space="preserve">ں </w:t>
      </w:r>
      <w:r>
        <w:rPr>
          <w:rtl/>
        </w:rPr>
        <w:t>كو ان كے گناہ كے سبب سخت عذاب مي</w:t>
      </w:r>
      <w:r w:rsidR="007D6C9B">
        <w:rPr>
          <w:rtl/>
        </w:rPr>
        <w:t xml:space="preserve">ں </w:t>
      </w:r>
      <w:r>
        <w:rPr>
          <w:rtl/>
        </w:rPr>
        <w:t>مبتلا كرديا''_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كے بعد انہي</w:t>
      </w:r>
      <w:r w:rsidR="007D6C9B">
        <w:rPr>
          <w:rtl/>
        </w:rPr>
        <w:t xml:space="preserve">ں </w:t>
      </w:r>
      <w:r>
        <w:rPr>
          <w:rtl/>
        </w:rPr>
        <w:t>سزاديئے جانے كى كيفيت اس طرح بيان فرمائي گئي ہے:''انہو</w:t>
      </w:r>
      <w:r w:rsidR="007D6C9B">
        <w:rPr>
          <w:rtl/>
        </w:rPr>
        <w:t xml:space="preserve">ں </w:t>
      </w:r>
      <w:r>
        <w:rPr>
          <w:rtl/>
        </w:rPr>
        <w:t>نے اس بات كے مقابلے مي</w:t>
      </w:r>
      <w:r w:rsidR="007D6C9B">
        <w:rPr>
          <w:rtl/>
        </w:rPr>
        <w:t xml:space="preserve">ں </w:t>
      </w:r>
      <w:r>
        <w:rPr>
          <w:rtl/>
        </w:rPr>
        <w:t>سركشى كى جس سے انہي</w:t>
      </w:r>
      <w:r w:rsidR="007D6C9B">
        <w:rPr>
          <w:rtl/>
        </w:rPr>
        <w:t xml:space="preserve">ں </w:t>
      </w:r>
      <w:r>
        <w:rPr>
          <w:rtl/>
        </w:rPr>
        <w:t>روكا گيا تھا_(لہذا)ہم نے ان سے كہا دھتكارے ہوئے بندرو</w:t>
      </w:r>
      <w:r w:rsidR="007D6C9B">
        <w:rPr>
          <w:rtl/>
        </w:rPr>
        <w:t xml:space="preserve">ں </w:t>
      </w:r>
      <w:r>
        <w:rPr>
          <w:rtl/>
        </w:rPr>
        <w:t>كى شكل مي</w:t>
      </w:r>
      <w:r w:rsidR="007D6C9B">
        <w:rPr>
          <w:rtl/>
        </w:rPr>
        <w:t xml:space="preserve">ں </w:t>
      </w:r>
      <w:r>
        <w:rPr>
          <w:rtl/>
        </w:rPr>
        <w:t>ہوجائو''_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p>
    <w:p w:rsidR="001C7914" w:rsidRDefault="00DE2D7F" w:rsidP="00D07B54">
      <w:pPr>
        <w:pStyle w:val="Heading2Center"/>
      </w:pPr>
      <w:bookmarkStart w:id="289" w:name="_Toc7268686"/>
      <w:r>
        <w:rPr>
          <w:rtl/>
        </w:rPr>
        <w:t>بنى اسرائيل نے كس طرح گناہ كيا تھا؟</w:t>
      </w:r>
      <w:bookmarkEnd w:id="289"/>
      <w:r>
        <w:rPr>
          <w:rtl/>
        </w:rPr>
        <w:t xml:space="preserve"> </w:t>
      </w:r>
    </w:p>
    <w:p w:rsidR="00DE2D7F" w:rsidRDefault="00DE2D7F" w:rsidP="00D07B54">
      <w:pPr>
        <w:pStyle w:val="libNormal"/>
        <w:rPr>
          <w:rtl/>
        </w:rPr>
      </w:pPr>
      <w:r>
        <w:rPr>
          <w:rtl/>
        </w:rPr>
        <w:t>اس امر مي</w:t>
      </w:r>
      <w:r w:rsidR="007D6C9B">
        <w:rPr>
          <w:rtl/>
        </w:rPr>
        <w:t xml:space="preserve">ں </w:t>
      </w:r>
      <w:r>
        <w:rPr>
          <w:rtl/>
        </w:rPr>
        <w:t>كہ بنى اسرائيل نے كس وقت قانون شكنى كي،مفسرين كے درميان بحث ہے_بعض روايات سے پتہ چلتا ہے كہ انہو</w:t>
      </w:r>
      <w:r w:rsidR="007D6C9B">
        <w:rPr>
          <w:rtl/>
        </w:rPr>
        <w:t xml:space="preserve">ں </w:t>
      </w:r>
      <w:r>
        <w:rPr>
          <w:rtl/>
        </w:rPr>
        <w:t>نے ايك حيلہ اختيار كيا،انہو</w:t>
      </w:r>
      <w:r w:rsidR="007D6C9B">
        <w:rPr>
          <w:rtl/>
        </w:rPr>
        <w:t xml:space="preserve">ں </w:t>
      </w:r>
      <w:r>
        <w:rPr>
          <w:rtl/>
        </w:rPr>
        <w:t>نے سمندر كے كنارے بہت سے حوض بنالئے تھے اور انہي</w:t>
      </w:r>
      <w:r w:rsidR="007D6C9B">
        <w:rPr>
          <w:rtl/>
        </w:rPr>
        <w:t xml:space="preserve">ں </w:t>
      </w:r>
      <w:r>
        <w:rPr>
          <w:rtl/>
        </w:rPr>
        <w:t>نہرو</w:t>
      </w:r>
      <w:r w:rsidR="007D6C9B">
        <w:rPr>
          <w:rtl/>
        </w:rPr>
        <w:t xml:space="preserve">ں </w:t>
      </w:r>
      <w:r>
        <w:rPr>
          <w:rtl/>
        </w:rPr>
        <w:t>كے ذريعے سمندر سے ملا ديا تھا_ہفتہ كے روز ان حوضو</w:t>
      </w:r>
      <w:r w:rsidR="007D6C9B">
        <w:rPr>
          <w:rtl/>
        </w:rPr>
        <w:t xml:space="preserve">ں </w:t>
      </w:r>
      <w:r>
        <w:rPr>
          <w:rtl/>
        </w:rPr>
        <w:t>كے راستے كھول ديتے تھے پانى كے ساتھ مچھليا</w:t>
      </w:r>
      <w:r w:rsidR="007D6C9B">
        <w:rPr>
          <w:rtl/>
        </w:rPr>
        <w:t xml:space="preserve">ں </w:t>
      </w:r>
      <w:r>
        <w:rPr>
          <w:rtl/>
        </w:rPr>
        <w:t>ان حوضو</w:t>
      </w:r>
      <w:r w:rsidR="007D6C9B">
        <w:rPr>
          <w:rtl/>
        </w:rPr>
        <w:t xml:space="preserve">ں </w:t>
      </w:r>
      <w:r>
        <w:rPr>
          <w:rtl/>
        </w:rPr>
        <w:t>كے اندر آجاتى تھي</w:t>
      </w:r>
      <w:r w:rsidR="007D6C9B">
        <w:rPr>
          <w:rtl/>
        </w:rPr>
        <w:t xml:space="preserve">ں </w:t>
      </w:r>
      <w:r>
        <w:rPr>
          <w:rtl/>
        </w:rPr>
        <w:t>،غروب كے وقت جب واپس جانا چاہتى تھي</w:t>
      </w:r>
      <w:r w:rsidR="007D6C9B">
        <w:rPr>
          <w:rtl/>
        </w:rPr>
        <w:t xml:space="preserve">ں </w:t>
      </w:r>
      <w:r>
        <w:rPr>
          <w:rtl/>
        </w:rPr>
        <w:t xml:space="preserve">تو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اعراف </w:t>
      </w:r>
      <w:r w:rsidR="00E664BB">
        <w:rPr>
          <w:rtl/>
        </w:rPr>
        <w:t>164</w:t>
      </w:r>
      <w:r>
        <w:rPr>
          <w:rtl/>
        </w:rPr>
        <w:t xml:space="preserve"> </w:t>
      </w:r>
    </w:p>
    <w:p w:rsidR="00DE2D7F" w:rsidRDefault="00DE2D7F" w:rsidP="00D07B54">
      <w:pPr>
        <w:pStyle w:val="libFootnote"/>
        <w:rPr>
          <w:rtl/>
        </w:rPr>
      </w:pPr>
      <w:r>
        <w:rPr>
          <w:rtl/>
        </w:rPr>
        <w:t>(</w:t>
      </w:r>
      <w:r w:rsidR="00E664BB">
        <w:rPr>
          <w:rtl/>
        </w:rPr>
        <w:t>2</w:t>
      </w:r>
      <w:r>
        <w:rPr>
          <w:rtl/>
        </w:rPr>
        <w:t xml:space="preserve">)سورہ اعراف آيت </w:t>
      </w:r>
      <w:r w:rsidR="00E664BB">
        <w:rPr>
          <w:rtl/>
        </w:rPr>
        <w:t>165</w:t>
      </w:r>
      <w:r>
        <w:rPr>
          <w:rtl/>
        </w:rPr>
        <w:t xml:space="preserve"> </w:t>
      </w:r>
    </w:p>
    <w:p w:rsidR="00DE2D7F" w:rsidRDefault="00DE2D7F" w:rsidP="00D07B54">
      <w:pPr>
        <w:pStyle w:val="libFootnote"/>
        <w:rPr>
          <w:rtl/>
        </w:rPr>
      </w:pPr>
      <w:r>
        <w:rPr>
          <w:rtl/>
        </w:rPr>
        <w:t>(</w:t>
      </w:r>
      <w:r w:rsidR="00E664BB">
        <w:rPr>
          <w:rtl/>
        </w:rPr>
        <w:t>3</w:t>
      </w:r>
      <w:r>
        <w:rPr>
          <w:rtl/>
        </w:rPr>
        <w:t xml:space="preserve">)سورہ اعراف آيت </w:t>
      </w:r>
      <w:r w:rsidR="00E664BB">
        <w:rPr>
          <w:rtl/>
        </w:rPr>
        <w:t>166</w:t>
      </w:r>
      <w:r>
        <w:rPr>
          <w:rtl/>
        </w:rPr>
        <w:t xml:space="preserve"> </w:t>
      </w:r>
    </w:p>
    <w:p w:rsidR="001C7914" w:rsidRDefault="001648F9" w:rsidP="00D07B54">
      <w:pPr>
        <w:pStyle w:val="libNormal"/>
      </w:pPr>
      <w:r>
        <w:rPr>
          <w:rtl/>
        </w:rPr>
        <w:t xml:space="preserve"> </w:t>
      </w:r>
      <w:r>
        <w:rPr>
          <w:rtl/>
        </w:rPr>
        <w:br w:type="page"/>
      </w:r>
    </w:p>
    <w:p w:rsidR="001C7914" w:rsidRDefault="001C7914" w:rsidP="00D07B54">
      <w:pPr>
        <w:pStyle w:val="libNormal"/>
      </w:pPr>
    </w:p>
    <w:p w:rsidR="00DE2D7F" w:rsidRDefault="00DE2D7F" w:rsidP="00D07B54">
      <w:pPr>
        <w:pStyle w:val="libNormal"/>
        <w:rPr>
          <w:rtl/>
        </w:rPr>
      </w:pPr>
      <w:r>
        <w:rPr>
          <w:rtl/>
        </w:rPr>
        <w:t>واپسى كا راستہ بند كر ديتے تھے،جب اتوار كا دن ہوتا تھا تو پھر ان كا شكار كرليتے تھے اور يہ كہتے تھے كہ ہم نے ہفتہ كے روز شكار تھوڑى كيا ہے بلكہ ہم نے تو صرف انہي</w:t>
      </w:r>
      <w:r w:rsidR="007D6C9B">
        <w:rPr>
          <w:rtl/>
        </w:rPr>
        <w:t xml:space="preserve">ں </w:t>
      </w:r>
      <w:r>
        <w:rPr>
          <w:rtl/>
        </w:rPr>
        <w:t>حوضو</w:t>
      </w:r>
      <w:r w:rsidR="007D6C9B">
        <w:rPr>
          <w:rtl/>
        </w:rPr>
        <w:t xml:space="preserve">ں </w:t>
      </w:r>
      <w:r>
        <w:rPr>
          <w:rtl/>
        </w:rPr>
        <w:t>مي</w:t>
      </w:r>
      <w:r w:rsidR="007D6C9B">
        <w:rPr>
          <w:rtl/>
        </w:rPr>
        <w:t xml:space="preserve">ں </w:t>
      </w:r>
      <w:r>
        <w:rPr>
          <w:rtl/>
        </w:rPr>
        <w:t xml:space="preserve">محصور كرليا تھا اصل شكار تو اتواركے روز ہوا ہے_ </w:t>
      </w:r>
    </w:p>
    <w:p w:rsidR="00DE2D7F" w:rsidRDefault="00DE2D7F" w:rsidP="00D07B54">
      <w:pPr>
        <w:pStyle w:val="libNormal"/>
        <w:rPr>
          <w:rtl/>
        </w:rPr>
      </w:pPr>
      <w:r>
        <w:rPr>
          <w:rtl/>
        </w:rPr>
        <w:t>بعض مفسرين نے يہ كہا ہے كہ وہ لوگ ہفتہ كے روز مچھلى پكڑنے كے كانٹو</w:t>
      </w:r>
      <w:r w:rsidR="007D6C9B">
        <w:rPr>
          <w:rtl/>
        </w:rPr>
        <w:t xml:space="preserve">ں </w:t>
      </w:r>
      <w:r>
        <w:rPr>
          <w:rtl/>
        </w:rPr>
        <w:t>كو دريا مي</w:t>
      </w:r>
      <w:r w:rsidR="007D6C9B">
        <w:rPr>
          <w:rtl/>
        </w:rPr>
        <w:t xml:space="preserve">ں </w:t>
      </w:r>
      <w:r>
        <w:rPr>
          <w:rtl/>
        </w:rPr>
        <w:t>ڈال ديتے تھے اس كے بعد جب اس مي</w:t>
      </w:r>
      <w:r w:rsidR="007D6C9B">
        <w:rPr>
          <w:rtl/>
        </w:rPr>
        <w:t xml:space="preserve">ں </w:t>
      </w:r>
      <w:r>
        <w:rPr>
          <w:rtl/>
        </w:rPr>
        <w:t>مچھليا</w:t>
      </w:r>
      <w:r w:rsidR="007D6C9B">
        <w:rPr>
          <w:rtl/>
        </w:rPr>
        <w:t xml:space="preserve">ں </w:t>
      </w:r>
      <w:r>
        <w:rPr>
          <w:rtl/>
        </w:rPr>
        <w:t>پھنس جاتى تھي</w:t>
      </w:r>
      <w:r w:rsidR="007D6C9B">
        <w:rPr>
          <w:rtl/>
        </w:rPr>
        <w:t xml:space="preserve">ں </w:t>
      </w:r>
      <w:r>
        <w:rPr>
          <w:rtl/>
        </w:rPr>
        <w:t>تو دوسرے روز انہي</w:t>
      </w:r>
      <w:r w:rsidR="007D6C9B">
        <w:rPr>
          <w:rtl/>
        </w:rPr>
        <w:t xml:space="preserve">ں </w:t>
      </w:r>
      <w:r>
        <w:rPr>
          <w:rtl/>
        </w:rPr>
        <w:t xml:space="preserve">نكال ليتے تھے اور اس حيلہ سے ان كا شكار كرتے تھے_ </w:t>
      </w:r>
    </w:p>
    <w:p w:rsidR="00DE2D7F" w:rsidRDefault="00DE2D7F" w:rsidP="00D07B54">
      <w:pPr>
        <w:pStyle w:val="libNormal"/>
        <w:rPr>
          <w:rtl/>
        </w:rPr>
      </w:pPr>
      <w:r>
        <w:rPr>
          <w:rtl/>
        </w:rPr>
        <w:t>بعض روايات سے يہ بھى پتہ چلتا ہے كہ وہ بغير كسى حيلہ كے بروز شنبہ بڑى ڈھٹائي كے ساتھ شكار مي</w:t>
      </w:r>
      <w:r w:rsidR="007D6C9B">
        <w:rPr>
          <w:rtl/>
        </w:rPr>
        <w:t xml:space="preserve">ں </w:t>
      </w:r>
      <w:r>
        <w:rPr>
          <w:rtl/>
        </w:rPr>
        <w:t xml:space="preserve">مشغول ہوتے تھے_ </w:t>
      </w:r>
    </w:p>
    <w:p w:rsidR="00DE2D7F" w:rsidRDefault="00DE2D7F" w:rsidP="00D07B54">
      <w:pPr>
        <w:pStyle w:val="libNormal"/>
        <w:rPr>
          <w:rtl/>
        </w:rPr>
      </w:pPr>
      <w:r>
        <w:rPr>
          <w:rtl/>
        </w:rPr>
        <w:t>ممكن ہے كہ يہ تمام روايات صحيح ہو</w:t>
      </w:r>
      <w:r w:rsidR="007D6C9B">
        <w:rPr>
          <w:rtl/>
        </w:rPr>
        <w:t xml:space="preserve">ں </w:t>
      </w:r>
      <w:r>
        <w:rPr>
          <w:rtl/>
        </w:rPr>
        <w:t>اس طرح كہ ابتدا ء مي</w:t>
      </w:r>
      <w:r w:rsidR="007D6C9B">
        <w:rPr>
          <w:rtl/>
        </w:rPr>
        <w:t xml:space="preserve">ں </w:t>
      </w:r>
      <w:r>
        <w:rPr>
          <w:rtl/>
        </w:rPr>
        <w:t>حوضو</w:t>
      </w:r>
      <w:r w:rsidR="007D6C9B">
        <w:rPr>
          <w:rtl/>
        </w:rPr>
        <w:t xml:space="preserve">ں </w:t>
      </w:r>
      <w:r>
        <w:rPr>
          <w:rtl/>
        </w:rPr>
        <w:t>يا قلابو</w:t>
      </w:r>
      <w:r w:rsidR="007D6C9B">
        <w:rPr>
          <w:rtl/>
        </w:rPr>
        <w:t xml:space="preserve">ں </w:t>
      </w:r>
      <w:r>
        <w:rPr>
          <w:rtl/>
        </w:rPr>
        <w:t>كے ذريعے حيلے سے شكار كرتے ہو</w:t>
      </w:r>
      <w:r w:rsidR="007D6C9B">
        <w:rPr>
          <w:rtl/>
        </w:rPr>
        <w:t xml:space="preserve">ں </w:t>
      </w:r>
      <w:r>
        <w:rPr>
          <w:rtl/>
        </w:rPr>
        <w:t>،جب اس طرح سے ان كى نظر مي</w:t>
      </w:r>
      <w:r w:rsidR="007D6C9B">
        <w:rPr>
          <w:rtl/>
        </w:rPr>
        <w:t xml:space="preserve">ں </w:t>
      </w:r>
      <w:r>
        <w:rPr>
          <w:rtl/>
        </w:rPr>
        <w:t>گناہ كى اہميت كم ہوگئي ہو تو پھر انہو</w:t>
      </w:r>
      <w:r w:rsidR="007D6C9B">
        <w:rPr>
          <w:rtl/>
        </w:rPr>
        <w:t xml:space="preserve">ں </w:t>
      </w:r>
      <w:r>
        <w:rPr>
          <w:rtl/>
        </w:rPr>
        <w:t>نے اعلانيہ گناہ كرنا شروع كرديا ہو اور ہفتہ كے دن كى حرمت كو ضائع كركے مچھلى كى تجارت سے مالدار ہوگئے ہو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)آيا يہ مسخ جسمانى تھايا روحاني؟ </w:t>
      </w:r>
    </w:p>
    <w:p w:rsidR="00DE2D7F" w:rsidRDefault="00DE2D7F" w:rsidP="00D07B54">
      <w:pPr>
        <w:pStyle w:val="libFootnote"/>
        <w:rPr>
          <w:rtl/>
        </w:rPr>
      </w:pPr>
      <w:r>
        <w:rPr>
          <w:rtl/>
        </w:rPr>
        <w:t>''مسخ''يا دوسرے لفظو</w:t>
      </w:r>
      <w:r w:rsidR="007D6C9B">
        <w:rPr>
          <w:rtl/>
        </w:rPr>
        <w:t xml:space="preserve">ں </w:t>
      </w:r>
      <w:r>
        <w:rPr>
          <w:rtl/>
        </w:rPr>
        <w:t>مي</w:t>
      </w:r>
      <w:r w:rsidR="007D6C9B">
        <w:rPr>
          <w:rtl/>
        </w:rPr>
        <w:t xml:space="preserve">ں </w:t>
      </w:r>
      <w:r>
        <w:rPr>
          <w:rtl/>
        </w:rPr>
        <w:t>''انسانى شكل كا كسى حيوان كى شكل مي</w:t>
      </w:r>
      <w:r w:rsidR="007D6C9B">
        <w:rPr>
          <w:rtl/>
        </w:rPr>
        <w:t xml:space="preserve">ں </w:t>
      </w:r>
      <w:r>
        <w:rPr>
          <w:rtl/>
        </w:rPr>
        <w:t>تبديل ہو جانا''مسلمہ طور پر ايك خلاف معمول اور خلاف طبيعت بات ہے اگر چہ ميوٹيشن(</w:t>
      </w:r>
      <w:r>
        <w:t>mutation</w:t>
      </w:r>
      <w:r>
        <w:rPr>
          <w:rtl/>
        </w:rPr>
        <w:t>)بعض حيوانات كا دوسرے حيوانات كى شكل اختيار كرلينا نادر طور پر ديكھا گيا ہے اور سائنس مي</w:t>
      </w:r>
      <w:r w:rsidR="007D6C9B">
        <w:rPr>
          <w:rtl/>
        </w:rPr>
        <w:t xml:space="preserve">ں </w:t>
      </w:r>
      <w:r>
        <w:rPr>
          <w:rtl/>
        </w:rPr>
        <w:t>تكامل حيات كى بنياد بھى اس بات پر ركھى گئي ہے،ليكن ميوٹيشن(</w:t>
      </w:r>
      <w:r>
        <w:t>mutation</w:t>
      </w:r>
      <w:r>
        <w:rPr>
          <w:rtl/>
        </w:rPr>
        <w:t>)جہا</w:t>
      </w:r>
      <w:r w:rsidR="007D6C9B">
        <w:rPr>
          <w:rtl/>
        </w:rPr>
        <w:t xml:space="preserve">ں </w:t>
      </w:r>
      <w:r>
        <w:rPr>
          <w:rtl/>
        </w:rPr>
        <w:t>ديكھا گيا ہے وہ بہت نادر الموقع موارد ہي</w:t>
      </w:r>
      <w:r w:rsidR="007D6C9B">
        <w:rPr>
          <w:rtl/>
        </w:rPr>
        <w:t xml:space="preserve">ں </w:t>
      </w:r>
      <w:r>
        <w:rPr>
          <w:rtl/>
        </w:rPr>
        <w:t>،وہ بھى حيوانات كى جزوى صفات مي</w:t>
      </w:r>
      <w:r w:rsidR="007D6C9B">
        <w:rPr>
          <w:rtl/>
        </w:rPr>
        <w:t xml:space="preserve">ں </w:t>
      </w:r>
      <w:r>
        <w:rPr>
          <w:rtl/>
        </w:rPr>
        <w:t>پايا جاتا ہے نہ كہ ان كى كلى صفات مي</w:t>
      </w:r>
      <w:r w:rsidR="007D6C9B">
        <w:rPr>
          <w:rtl/>
        </w:rPr>
        <w:t xml:space="preserve">ں </w:t>
      </w:r>
      <w:r>
        <w:rPr>
          <w:rtl/>
        </w:rPr>
        <w:t>،بلكہ ايسا ہرگز نہي</w:t>
      </w:r>
      <w:r w:rsidR="007D6C9B">
        <w:rPr>
          <w:rtl/>
        </w:rPr>
        <w:t xml:space="preserve">ں </w:t>
      </w:r>
      <w:r>
        <w:rPr>
          <w:rtl/>
        </w:rPr>
        <w:t>ہواكہ ميوٹيشن(</w:t>
      </w:r>
      <w:r>
        <w:t>mutation</w:t>
      </w:r>
      <w:r>
        <w:rPr>
          <w:rtl/>
        </w:rPr>
        <w:t>)كى وجہ سے ايك حيوان اپنى نوع مثلاً بندر سے بكرى بن گيا ہو_ہا</w:t>
      </w:r>
      <w:r w:rsidR="007D6C9B">
        <w:rPr>
          <w:rtl/>
        </w:rPr>
        <w:t xml:space="preserve">ں </w:t>
      </w:r>
      <w:r>
        <w:rPr>
          <w:rtl/>
        </w:rPr>
        <w:t>يہ ممكن ہے كہ كسى حيوان كى خصوصيات دگر گو</w:t>
      </w:r>
      <w:r w:rsidR="007D6C9B">
        <w:rPr>
          <w:rtl/>
        </w:rPr>
        <w:t xml:space="preserve">ں </w:t>
      </w:r>
      <w:r>
        <w:rPr>
          <w:rtl/>
        </w:rPr>
        <w:t>ہو جائي</w:t>
      </w:r>
      <w:r w:rsidR="007D6C9B">
        <w:rPr>
          <w:rtl/>
        </w:rPr>
        <w:t xml:space="preserve">ں </w:t>
      </w:r>
      <w:r>
        <w:rPr>
          <w:rtl/>
        </w:rPr>
        <w:t>،پھر يہ كہ يہ تبديلى اس كى نسل مي</w:t>
      </w:r>
      <w:r w:rsidR="007D6C9B">
        <w:rPr>
          <w:rtl/>
        </w:rPr>
        <w:t xml:space="preserve">ں </w:t>
      </w:r>
      <w:r>
        <w:rPr>
          <w:rtl/>
        </w:rPr>
        <w:t>پيدا ہوتى ہے نہ كہ جو حيوان پيدا ہوگيا ہے اس كى شكل يك بيك بدل گئي ہو،بنا بري</w:t>
      </w:r>
      <w:r w:rsidR="007D6C9B">
        <w:rPr>
          <w:rtl/>
        </w:rPr>
        <w:t xml:space="preserve">ں </w:t>
      </w:r>
      <w:r>
        <w:rPr>
          <w:rtl/>
        </w:rPr>
        <w:t xml:space="preserve">كسى انسان يا حيوان كى شكل كا بدل كر دوسرى نوع اختيار كرلينا ايك خلاف معمول بات ہے_ </w:t>
      </w:r>
    </w:p>
    <w:p w:rsidR="00DE2D7F" w:rsidRDefault="00DE2D7F" w:rsidP="00D07B54">
      <w:pPr>
        <w:pStyle w:val="libFootnote"/>
        <w:rPr>
          <w:rtl/>
        </w:rPr>
      </w:pPr>
      <w:r>
        <w:rPr>
          <w:rtl/>
        </w:rPr>
        <w:t>ہم نے بارہا يہ بات كہى ہے كہ كچھ مسائل ايسے بھى ہي</w:t>
      </w:r>
      <w:r w:rsidR="007D6C9B">
        <w:rPr>
          <w:rtl/>
        </w:rPr>
        <w:t xml:space="preserve">ں </w:t>
      </w:r>
      <w:r>
        <w:rPr>
          <w:rtl/>
        </w:rPr>
        <w:t>جو طبيعت اور عادت كے بر خلاف واقع ہوتے ہي</w:t>
      </w:r>
      <w:r w:rsidR="007D6C9B">
        <w:rPr>
          <w:rtl/>
        </w:rPr>
        <w:t xml:space="preserve">ں </w:t>
      </w:r>
      <w:r>
        <w:rPr>
          <w:rtl/>
        </w:rPr>
        <w:t>جو كبھى تو پيغمبرو</w:t>
      </w:r>
      <w:r w:rsidR="007D6C9B">
        <w:rPr>
          <w:rtl/>
        </w:rPr>
        <w:t xml:space="preserve">ں </w:t>
      </w:r>
      <w:r>
        <w:rPr>
          <w:rtl/>
        </w:rPr>
        <w:t>كے معجزو</w:t>
      </w:r>
      <w:r w:rsidR="007D6C9B">
        <w:rPr>
          <w:rtl/>
        </w:rPr>
        <w:t xml:space="preserve">ں </w:t>
      </w:r>
      <w:r>
        <w:rPr>
          <w:rtl/>
        </w:rPr>
        <w:t>كى صورت مي</w:t>
      </w:r>
      <w:r w:rsidR="007D6C9B">
        <w:rPr>
          <w:rtl/>
        </w:rPr>
        <w:t xml:space="preserve">ں </w:t>
      </w:r>
      <w:r>
        <w:rPr>
          <w:rtl/>
        </w:rPr>
        <w:t>اور كبھى بعض خارق العادت كامو</w:t>
      </w:r>
      <w:r w:rsidR="007D6C9B">
        <w:rPr>
          <w:rtl/>
        </w:rPr>
        <w:t xml:space="preserve">ں </w:t>
      </w:r>
      <w:r>
        <w:rPr>
          <w:rtl/>
        </w:rPr>
        <w:t>كى صورت مي</w:t>
      </w:r>
      <w:r w:rsidR="007D6C9B">
        <w:rPr>
          <w:rtl/>
        </w:rPr>
        <w:t xml:space="preserve">ں </w:t>
      </w:r>
      <w:r>
        <w:rPr>
          <w:rtl/>
        </w:rPr>
        <w:t>بعض انسانو</w:t>
      </w:r>
      <w:r w:rsidR="007D6C9B">
        <w:rPr>
          <w:rtl/>
        </w:rPr>
        <w:t xml:space="preserve">ں </w:t>
      </w:r>
      <w:r>
        <w:rPr>
          <w:rtl/>
        </w:rPr>
        <w:t>سے ظاہر ہوتے ہي</w:t>
      </w:r>
      <w:r w:rsidR="007D6C9B">
        <w:rPr>
          <w:rtl/>
        </w:rPr>
        <w:t xml:space="preserve">ں </w:t>
      </w:r>
      <w:r>
        <w:rPr>
          <w:rtl/>
        </w:rPr>
        <w:t xml:space="preserve">، - </w:t>
      </w:r>
    </w:p>
    <w:p w:rsidR="001C7914" w:rsidRDefault="001648F9" w:rsidP="00D07B54">
      <w:pPr>
        <w:pStyle w:val="libNormal"/>
      </w:pPr>
      <w:r>
        <w:rPr>
          <w:rtl/>
        </w:rPr>
        <w:t xml:space="preserve"> </w:t>
      </w:r>
      <w:r>
        <w:rPr>
          <w:rtl/>
        </w:rPr>
        <w:br w:type="page"/>
      </w:r>
    </w:p>
    <w:p w:rsidR="001C7914" w:rsidRDefault="001C7914" w:rsidP="00D07B54">
      <w:pPr>
        <w:pStyle w:val="libNormal"/>
      </w:pPr>
    </w:p>
    <w:p w:rsidR="00B5756B" w:rsidRDefault="00DE2D7F" w:rsidP="00D07B54">
      <w:pPr>
        <w:pStyle w:val="Heading2Center"/>
      </w:pPr>
      <w:bookmarkStart w:id="290" w:name="_Toc7268687"/>
      <w:r>
        <w:rPr>
          <w:rtl/>
        </w:rPr>
        <w:t>بنى اسرائيل كى گائے كا واقعہ</w:t>
      </w:r>
      <w:bookmarkEnd w:id="290"/>
      <w:r>
        <w:rPr>
          <w:rtl/>
        </w:rPr>
        <w:t xml:space="preserve"> </w:t>
      </w:r>
    </w:p>
    <w:p w:rsidR="00DE2D7F" w:rsidRDefault="00DE2D7F" w:rsidP="00D07B54">
      <w:pPr>
        <w:pStyle w:val="libNormal"/>
        <w:rPr>
          <w:rtl/>
        </w:rPr>
      </w:pPr>
      <w:r>
        <w:rPr>
          <w:rtl/>
        </w:rPr>
        <w:t>بنى اسرائيل مي</w:t>
      </w:r>
      <w:r w:rsidR="007D6C9B">
        <w:rPr>
          <w:rtl/>
        </w:rPr>
        <w:t xml:space="preserve">ں </w:t>
      </w:r>
      <w:r>
        <w:rPr>
          <w:rtl/>
        </w:rPr>
        <w:t>سے ايك شخص نا معلوم طور پر قتل ہو جاتا ہے _اس كے قاتل كا كسى طرح پتا نہي</w:t>
      </w:r>
      <w:r w:rsidR="007D6C9B">
        <w:rPr>
          <w:rtl/>
        </w:rPr>
        <w:t xml:space="preserve">ں </w:t>
      </w:r>
      <w:r>
        <w:rPr>
          <w:rtl/>
        </w:rPr>
        <w:t xml:space="preserve">چلتا_ </w:t>
      </w:r>
    </w:p>
    <w:p w:rsidR="00DE2D7F" w:rsidRDefault="00DE2D7F" w:rsidP="00D07B54">
      <w:pPr>
        <w:pStyle w:val="libNormal"/>
        <w:rPr>
          <w:rtl/>
        </w:rPr>
      </w:pPr>
      <w:r>
        <w:rPr>
          <w:rtl/>
        </w:rPr>
        <w:t xml:space="preserve">تاريخ اور تفاسير سے جو كچھ ظاہر ہوتاہے وہ يہ ہے كہ قتل كا سبب مال تھا يا شادي_ </w:t>
      </w:r>
    </w:p>
    <w:p w:rsidR="00DE2D7F" w:rsidRDefault="00DE2D7F" w:rsidP="00D07B54">
      <w:pPr>
        <w:pStyle w:val="libNormal"/>
        <w:rPr>
          <w:rtl/>
        </w:rPr>
      </w:pPr>
      <w:r>
        <w:rPr>
          <w:rtl/>
        </w:rPr>
        <w:t>بعض مفسرين كہتے ہي</w:t>
      </w:r>
      <w:r w:rsidR="007D6C9B">
        <w:rPr>
          <w:rtl/>
        </w:rPr>
        <w:t xml:space="preserve">ں </w:t>
      </w:r>
      <w:r>
        <w:rPr>
          <w:rtl/>
        </w:rPr>
        <w:t>كہ بنى اسرائيل مي</w:t>
      </w:r>
      <w:r w:rsidR="007D6C9B">
        <w:rPr>
          <w:rtl/>
        </w:rPr>
        <w:t xml:space="preserve">ں </w:t>
      </w:r>
      <w:r>
        <w:rPr>
          <w:rtl/>
        </w:rPr>
        <w:t>ايك ثروت مند شخص تھا_ اس كے پاس بے پناہ دولت تھي_اس دولت كا وارث اس كے چچا زاد بھائي كے علاوہ كوئي نہ تھا_وہ دولت مند كافى عمر رسيدہ ہوچكا تھا_اس كے چچازاد بھائي نے بہت انتظار كيا كہ وہ دنيا سے چلا جائے تاكہ اس كا وارث بن سكے ليكن اس كا انتظار بے نتيجہ رہا لہذا اس نے اسے ختم كردينے كا تہيہ كرليا _بالاخر اسے تنہائي مي</w:t>
      </w:r>
      <w:r w:rsidR="007D6C9B">
        <w:rPr>
          <w:rtl/>
        </w:rPr>
        <w:t xml:space="preserve">ں </w:t>
      </w:r>
      <w:r>
        <w:rPr>
          <w:rtl/>
        </w:rPr>
        <w:t>پاكر قتل كرديا اور اس كى لاش سڑك پر ركھ دى اور گريہ وزارى كرنے لگا اورحضرت موسى عليہ السلام كى بارگاہ مي</w:t>
      </w:r>
      <w:r w:rsidR="007D6C9B">
        <w:rPr>
          <w:rtl/>
        </w:rPr>
        <w:t xml:space="preserve">ں </w:t>
      </w:r>
      <w:r>
        <w:rPr>
          <w:rtl/>
        </w:rPr>
        <w:t>مقدمہ پيش كيا كہ بعض لوگو</w:t>
      </w:r>
      <w:r w:rsidR="007D6C9B">
        <w:rPr>
          <w:rtl/>
        </w:rPr>
        <w:t xml:space="preserve">ں </w:t>
      </w:r>
      <w:r>
        <w:rPr>
          <w:rtl/>
        </w:rPr>
        <w:t xml:space="preserve">نے ميرے چچا زاد بھائي كو قتل كرديا ہے_ </w:t>
      </w:r>
    </w:p>
    <w:p w:rsidR="001C7914" w:rsidRDefault="001C7914" w:rsidP="00D07B54">
      <w:pPr>
        <w:pStyle w:val="libNormal"/>
      </w:pPr>
    </w:p>
    <w:p w:rsidR="001C7914" w:rsidRDefault="00C2634E" w:rsidP="00D07B54">
      <w:pPr>
        <w:pStyle w:val="libNormal"/>
      </w:pPr>
      <w:r>
        <w:rPr>
          <w:rtl/>
        </w:rPr>
        <w:t xml:space="preserve"> </w:t>
      </w:r>
      <w:r>
        <w:rPr>
          <w:rtl/>
        </w:rPr>
        <w:br w:type="page"/>
      </w:r>
      <w:r w:rsidR="001648F9">
        <w:rPr>
          <w:rtl/>
        </w:rPr>
        <w:lastRenderedPageBreak/>
        <w:t xml:space="preserve"> </w:t>
      </w:r>
      <w:r w:rsidR="001648F9">
        <w:rPr>
          <w:rtl/>
        </w:rPr>
        <w:br w:type="page"/>
      </w:r>
    </w:p>
    <w:p w:rsidR="001C7914" w:rsidRDefault="001C7914" w:rsidP="00D07B54">
      <w:pPr>
        <w:pStyle w:val="libNormal"/>
      </w:pPr>
    </w:p>
    <w:p w:rsidR="001C7914" w:rsidRDefault="001648F9" w:rsidP="00D07B54">
      <w:pPr>
        <w:pStyle w:val="libNormal"/>
      </w:pPr>
      <w:r>
        <w:rPr>
          <w:rtl/>
        </w:rPr>
        <w:t xml:space="preserve"> </w:t>
      </w:r>
      <w:r>
        <w:rPr>
          <w:rtl/>
        </w:rPr>
        <w:br w:type="page"/>
      </w:r>
    </w:p>
    <w:p w:rsidR="001C7914" w:rsidRDefault="001C7914" w:rsidP="00D07B54">
      <w:pPr>
        <w:pStyle w:val="libNormal"/>
      </w:pPr>
    </w:p>
    <w:p w:rsidR="001C7914" w:rsidRDefault="001648F9" w:rsidP="00D07B54">
      <w:pPr>
        <w:pStyle w:val="libNormal"/>
      </w:pPr>
      <w:r>
        <w:rPr>
          <w:rtl/>
        </w:rPr>
        <w:t xml:space="preserve"> </w:t>
      </w:r>
      <w:r>
        <w:rPr>
          <w:rtl/>
        </w:rPr>
        <w:br w:type="page"/>
      </w:r>
    </w:p>
    <w:p w:rsidR="001C7914" w:rsidRDefault="001C7914" w:rsidP="00D07B54">
      <w:pPr>
        <w:pStyle w:val="libNormal"/>
      </w:pPr>
    </w:p>
    <w:p w:rsidR="00B5756B" w:rsidRDefault="00DE2D7F" w:rsidP="00D07B54">
      <w:pPr>
        <w:pStyle w:val="Heading2Center"/>
      </w:pPr>
      <w:bookmarkStart w:id="291" w:name="_Toc7268688"/>
      <w:r>
        <w:rPr>
          <w:rtl/>
        </w:rPr>
        <w:t>سليمان (ع) اپنى فوجى طاقت كامظاہرہ ديكھتے ہي</w:t>
      </w:r>
      <w:r w:rsidR="007D6C9B">
        <w:rPr>
          <w:rtl/>
        </w:rPr>
        <w:t>ں</w:t>
      </w:r>
      <w:bookmarkEnd w:id="291"/>
    </w:p>
    <w:p w:rsidR="00DE2D7F" w:rsidRDefault="007D6C9B" w:rsidP="00D07B54">
      <w:pPr>
        <w:pStyle w:val="libNormal"/>
        <w:rPr>
          <w:rtl/>
        </w:rPr>
      </w:pPr>
      <w:r>
        <w:rPr>
          <w:rtl/>
        </w:rPr>
        <w:t xml:space="preserve"> </w:t>
      </w:r>
      <w:r w:rsidR="00DE2D7F">
        <w:rPr>
          <w:rtl/>
        </w:rPr>
        <w:t>قرآن مي</w:t>
      </w:r>
      <w:r>
        <w:rPr>
          <w:rtl/>
        </w:rPr>
        <w:t xml:space="preserve">ں </w:t>
      </w:r>
      <w:r w:rsidR="00DE2D7F">
        <w:rPr>
          <w:rtl/>
        </w:rPr>
        <w:t>موجود مختلف قرائن سے مجموعى طور پر نتيجہ نكلتا ہے كہ ايك روز حضرت سليمان(ع) اپنے تيز رفتار گھوڑو</w:t>
      </w:r>
      <w:r>
        <w:rPr>
          <w:rtl/>
        </w:rPr>
        <w:t xml:space="preserve">ں </w:t>
      </w:r>
      <w:r w:rsidR="00DE2D7F">
        <w:rPr>
          <w:rtl/>
        </w:rPr>
        <w:t>كا معائنہ كررہے تھے كہ جنھي</w:t>
      </w:r>
      <w:r>
        <w:rPr>
          <w:rtl/>
        </w:rPr>
        <w:t xml:space="preserve">ں </w:t>
      </w:r>
      <w:r w:rsidR="00DE2D7F">
        <w:rPr>
          <w:rtl/>
        </w:rPr>
        <w:t>ميدان جہاد كے لئے تيار كيا گيا تھا_ عصر كا وقت تھا_ مامورين مذكورہ گھوڑو</w:t>
      </w:r>
      <w:r>
        <w:rPr>
          <w:rtl/>
        </w:rPr>
        <w:t xml:space="preserve">ں </w:t>
      </w:r>
      <w:r w:rsidR="00DE2D7F">
        <w:rPr>
          <w:rtl/>
        </w:rPr>
        <w:t xml:space="preserve">كے ساتھ مارچ كرتے ہوئے ان كے سامنے سے گزر رہے تھے_ </w:t>
      </w:r>
    </w:p>
    <w:p w:rsidR="00DE2D7F" w:rsidRDefault="00DE2D7F" w:rsidP="00D07B54">
      <w:pPr>
        <w:pStyle w:val="libNormal"/>
        <w:rPr>
          <w:rtl/>
        </w:rPr>
      </w:pPr>
      <w:r>
        <w:rPr>
          <w:rtl/>
        </w:rPr>
        <w:t>ايك عادل اور با اثر حكمران كے لئے ضرورى ہے كہ اس كے پاس طاقتور فوج ہو اور اس زمانے مي</w:t>
      </w:r>
      <w:r w:rsidR="007D6C9B">
        <w:rPr>
          <w:rtl/>
        </w:rPr>
        <w:t xml:space="preserve">ں </w:t>
      </w:r>
      <w:r>
        <w:rPr>
          <w:rtl/>
        </w:rPr>
        <w:t>لشكر كے اہم ترين وسائل مي</w:t>
      </w:r>
      <w:r w:rsidR="007D6C9B">
        <w:rPr>
          <w:rtl/>
        </w:rPr>
        <w:t xml:space="preserve">ں </w:t>
      </w:r>
      <w:r>
        <w:rPr>
          <w:rtl/>
        </w:rPr>
        <w:t>سے تيز رفتار گھوڑے تھے لہذا حضرت سليمان(ع) كا مقام ذكر كرنے كے بعد نمونے كے طورپر گھوڑو</w:t>
      </w:r>
      <w:r w:rsidR="007D6C9B">
        <w:rPr>
          <w:rtl/>
        </w:rPr>
        <w:t xml:space="preserve">ں </w:t>
      </w:r>
      <w:r>
        <w:rPr>
          <w:rtl/>
        </w:rPr>
        <w:t xml:space="preserve">كا ذكر آيا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Normal"/>
        <w:rPr>
          <w:rtl/>
        </w:rPr>
      </w:pPr>
    </w:p>
    <w:p w:rsidR="001C7914" w:rsidRDefault="001648F9" w:rsidP="00D07B54">
      <w:pPr>
        <w:pStyle w:val="libNormal"/>
      </w:pPr>
      <w:r>
        <w:rPr>
          <w:rtl/>
        </w:rPr>
        <w:t xml:space="preserve"> </w:t>
      </w:r>
      <w:r>
        <w:rPr>
          <w:rtl/>
        </w:rPr>
        <w:br w:type="page"/>
      </w:r>
    </w:p>
    <w:p w:rsidR="00B5756B" w:rsidRDefault="00B5756B" w:rsidP="00D07B54">
      <w:pPr>
        <w:pStyle w:val="libNormal"/>
        <w:rPr>
          <w:rtl/>
        </w:rPr>
      </w:pPr>
      <w:r>
        <w:rPr>
          <w:rtl/>
        </w:rPr>
        <w:lastRenderedPageBreak/>
        <w:br w:type="page"/>
      </w:r>
    </w:p>
    <w:p w:rsidR="00B5756B" w:rsidRDefault="00B5756B" w:rsidP="00D07B54">
      <w:pPr>
        <w:pStyle w:val="libNormal"/>
        <w:rPr>
          <w:rtl/>
        </w:rPr>
      </w:pPr>
      <w:r>
        <w:rPr>
          <w:rtl/>
        </w:rPr>
        <w:lastRenderedPageBreak/>
        <w:br w:type="page"/>
      </w:r>
    </w:p>
    <w:p w:rsidR="00B5756B" w:rsidRDefault="00B5756B" w:rsidP="00D07B54">
      <w:pPr>
        <w:pStyle w:val="libNormal"/>
        <w:rPr>
          <w:rtl/>
        </w:rPr>
      </w:pPr>
      <w:r>
        <w:rPr>
          <w:rtl/>
        </w:rPr>
        <w:lastRenderedPageBreak/>
        <w:br w:type="page"/>
      </w:r>
    </w:p>
    <w:p w:rsidR="00B5756B" w:rsidRDefault="00B5756B" w:rsidP="00D07B54">
      <w:pPr>
        <w:pStyle w:val="libNormal"/>
        <w:rPr>
          <w:rtl/>
        </w:rPr>
      </w:pPr>
      <w:r>
        <w:rPr>
          <w:rtl/>
        </w:rPr>
        <w:lastRenderedPageBreak/>
        <w:br w:type="page"/>
      </w:r>
    </w:p>
    <w:p w:rsidR="00B5756B" w:rsidRDefault="00B5756B" w:rsidP="00D07B54">
      <w:pPr>
        <w:pStyle w:val="libNormal"/>
        <w:rPr>
          <w:rtl/>
        </w:rPr>
      </w:pPr>
      <w:r>
        <w:rPr>
          <w:rtl/>
        </w:rPr>
        <w:lastRenderedPageBreak/>
        <w:br w:type="page"/>
      </w:r>
    </w:p>
    <w:p w:rsidR="00B5756B" w:rsidRDefault="00B5756B" w:rsidP="00D07B54">
      <w:pPr>
        <w:pStyle w:val="libNormal"/>
        <w:rPr>
          <w:rtl/>
        </w:rPr>
      </w:pPr>
      <w:r>
        <w:rPr>
          <w:rtl/>
        </w:rPr>
        <w:lastRenderedPageBreak/>
        <w:br w:type="page"/>
      </w:r>
    </w:p>
    <w:p w:rsidR="00B5756B" w:rsidRDefault="00B5756B" w:rsidP="00D07B54">
      <w:pPr>
        <w:pStyle w:val="libNormal"/>
        <w:rPr>
          <w:rtl/>
        </w:rPr>
      </w:pPr>
      <w:r>
        <w:rPr>
          <w:rtl/>
        </w:rPr>
        <w:lastRenderedPageBreak/>
        <w:br w:type="page"/>
      </w:r>
    </w:p>
    <w:p w:rsidR="00E53EBD" w:rsidRDefault="00E53EBD" w:rsidP="00D07B54">
      <w:pPr>
        <w:pStyle w:val="libNormal"/>
        <w:rPr>
          <w:rtl/>
        </w:rPr>
      </w:pPr>
      <w:r>
        <w:rPr>
          <w:rtl/>
        </w:rPr>
        <w:lastRenderedPageBreak/>
        <w:br w:type="page"/>
      </w:r>
    </w:p>
    <w:p w:rsidR="001C7914" w:rsidRDefault="001C7914" w:rsidP="00D07B54">
      <w:pPr>
        <w:pStyle w:val="libNormal"/>
      </w:pPr>
    </w:p>
    <w:p w:rsidR="00B5756B" w:rsidRDefault="00DE2D7F" w:rsidP="00D07B54">
      <w:pPr>
        <w:pStyle w:val="Heading2Center"/>
      </w:pPr>
      <w:bookmarkStart w:id="292" w:name="_Toc7268689"/>
      <w:r>
        <w:rPr>
          <w:rtl/>
        </w:rPr>
        <w:t>ملكہ سبا كے دل مي</w:t>
      </w:r>
      <w:r w:rsidR="007D6C9B">
        <w:rPr>
          <w:rtl/>
        </w:rPr>
        <w:t xml:space="preserve">ں </w:t>
      </w:r>
      <w:r>
        <w:rPr>
          <w:rtl/>
        </w:rPr>
        <w:t>نور ايمان</w:t>
      </w:r>
      <w:bookmarkEnd w:id="292"/>
    </w:p>
    <w:p w:rsidR="00DE2D7F" w:rsidRDefault="00DE2D7F" w:rsidP="00D07B54">
      <w:pPr>
        <w:pStyle w:val="libNormal"/>
        <w:rPr>
          <w:rtl/>
        </w:rPr>
      </w:pPr>
      <w:r>
        <w:rPr>
          <w:rtl/>
        </w:rPr>
        <w:t xml:space="preserve"> قرآن مي</w:t>
      </w:r>
      <w:r w:rsidR="007D6C9B">
        <w:rPr>
          <w:rtl/>
        </w:rPr>
        <w:t xml:space="preserve">ں </w:t>
      </w:r>
      <w:r>
        <w:rPr>
          <w:rtl/>
        </w:rPr>
        <w:t xml:space="preserve">سليمان عليہ السلام اور ملكہ سبا كى سبق آموز داستان سے متعلق ايك اور پہلو پيش كياگيا ہے_ </w:t>
      </w:r>
    </w:p>
    <w:p w:rsidR="00DE2D7F" w:rsidRDefault="00DE2D7F" w:rsidP="00D07B54">
      <w:pPr>
        <w:pStyle w:val="libNormal"/>
      </w:pPr>
      <w:r>
        <w:rPr>
          <w:rtl/>
        </w:rPr>
        <w:t>حضرت سليمان عليہ السلام نے ملكہ سبا كى عقل و خرد كو آزمانے اور خدا پر اس كے ايمان لانے كے لئے راہ ہموار كرنے كى غرض سے اس كے تخت مي</w:t>
      </w:r>
      <w:r w:rsidR="007D6C9B">
        <w:rPr>
          <w:rtl/>
        </w:rPr>
        <w:t xml:space="preserve">ں </w:t>
      </w:r>
      <w:r>
        <w:rPr>
          <w:rtl/>
        </w:rPr>
        <w:t>كچھ تبديلى كرنے كا حكم ديا_ تاكہ وہ پہچانا نہ جاسكے چنانچہ انھو</w:t>
      </w:r>
      <w:r w:rsidR="007D6C9B">
        <w:rPr>
          <w:rtl/>
        </w:rPr>
        <w:t xml:space="preserve">ں </w:t>
      </w:r>
      <w:r>
        <w:rPr>
          <w:rtl/>
        </w:rPr>
        <w:t>نے كہا:اس كے تخت مي</w:t>
      </w:r>
      <w:r w:rsidR="007D6C9B">
        <w:rPr>
          <w:rtl/>
        </w:rPr>
        <w:t xml:space="preserve">ں </w:t>
      </w:r>
      <w:r>
        <w:rPr>
          <w:rtl/>
        </w:rPr>
        <w:t>كچھ تبديلى كردو ہم ديكھتے ہي</w:t>
      </w:r>
      <w:r w:rsidR="007D6C9B">
        <w:rPr>
          <w:rtl/>
        </w:rPr>
        <w:t xml:space="preserve">ں </w:t>
      </w:r>
      <w:r>
        <w:rPr>
          <w:rtl/>
        </w:rPr>
        <w:t>كہ وہ سمجھ پاتى ہے يا ان لوگو</w:t>
      </w:r>
      <w:r w:rsidR="007D6C9B">
        <w:rPr>
          <w:rtl/>
        </w:rPr>
        <w:t xml:space="preserve">ں </w:t>
      </w:r>
      <w:r>
        <w:rPr>
          <w:rtl/>
        </w:rPr>
        <w:t>مي</w:t>
      </w:r>
      <w:r w:rsidR="007D6C9B">
        <w:rPr>
          <w:rtl/>
        </w:rPr>
        <w:t xml:space="preserve">ں </w:t>
      </w:r>
      <w:r>
        <w:rPr>
          <w:rtl/>
        </w:rPr>
        <w:t>سے ہے جو ہدايت نہي</w:t>
      </w:r>
      <w:r w:rsidR="007D6C9B">
        <w:rPr>
          <w:rtl/>
        </w:rPr>
        <w:t xml:space="preserve">ں </w:t>
      </w:r>
      <w:r>
        <w:rPr>
          <w:rtl/>
        </w:rPr>
        <w:t>پاتے''_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5077B1" w:rsidRDefault="005077B1" w:rsidP="00D07B54">
      <w:pPr>
        <w:pStyle w:val="libNormal"/>
      </w:pPr>
      <w:r>
        <w:br w:type="page"/>
      </w:r>
    </w:p>
    <w:p w:rsidR="005077B1" w:rsidRDefault="005077B1" w:rsidP="00D07B54">
      <w:pPr>
        <w:pStyle w:val="libNormal"/>
        <w:rPr>
          <w:rtl/>
        </w:rPr>
      </w:pPr>
      <w:r>
        <w:rPr>
          <w:rtl/>
        </w:rPr>
        <w:lastRenderedPageBreak/>
        <w:br w:type="page"/>
      </w:r>
    </w:p>
    <w:p w:rsidR="005077B1" w:rsidRDefault="005077B1" w:rsidP="00D07B54">
      <w:pPr>
        <w:pStyle w:val="libNormal"/>
        <w:rPr>
          <w:rtl/>
        </w:rPr>
      </w:pPr>
      <w:r>
        <w:rPr>
          <w:rtl/>
        </w:rPr>
        <w:lastRenderedPageBreak/>
        <w:br w:type="page"/>
      </w:r>
    </w:p>
    <w:p w:rsidR="005077B1" w:rsidRDefault="005077B1" w:rsidP="00D07B54">
      <w:pPr>
        <w:pStyle w:val="libNormal"/>
        <w:rPr>
          <w:rtl/>
        </w:rPr>
      </w:pPr>
      <w:r>
        <w:rPr>
          <w:rtl/>
        </w:rPr>
        <w:lastRenderedPageBreak/>
        <w:br w:type="page"/>
      </w:r>
    </w:p>
    <w:p w:rsidR="005077B1" w:rsidRDefault="005077B1" w:rsidP="00D07B54">
      <w:pPr>
        <w:pStyle w:val="libNormal"/>
        <w:rPr>
          <w:rtl/>
        </w:rPr>
      </w:pPr>
      <w:r>
        <w:rPr>
          <w:rtl/>
        </w:rPr>
        <w:lastRenderedPageBreak/>
        <w:br w:type="page"/>
      </w:r>
    </w:p>
    <w:p w:rsidR="005077B1" w:rsidRDefault="005077B1" w:rsidP="00D07B54">
      <w:pPr>
        <w:pStyle w:val="libNormal"/>
        <w:rPr>
          <w:rtl/>
        </w:rPr>
      </w:pPr>
      <w:r>
        <w:rPr>
          <w:rtl/>
        </w:rPr>
        <w:lastRenderedPageBreak/>
        <w:br w:type="page"/>
      </w:r>
    </w:p>
    <w:p w:rsidR="005077B1" w:rsidRDefault="005077B1" w:rsidP="00D07B54">
      <w:pPr>
        <w:pStyle w:val="libNormal"/>
        <w:rPr>
          <w:rtl/>
        </w:rPr>
      </w:pPr>
      <w:r>
        <w:rPr>
          <w:rtl/>
        </w:rPr>
        <w:lastRenderedPageBreak/>
        <w:br w:type="page"/>
      </w:r>
    </w:p>
    <w:p w:rsidR="005077B1" w:rsidRDefault="005077B1" w:rsidP="00D07B54">
      <w:pPr>
        <w:pStyle w:val="libNormal"/>
        <w:rPr>
          <w:rtl/>
        </w:rPr>
      </w:pPr>
      <w:r>
        <w:rPr>
          <w:rtl/>
        </w:rPr>
        <w:lastRenderedPageBreak/>
        <w:br w:type="page"/>
      </w:r>
    </w:p>
    <w:p w:rsidR="005077B1" w:rsidRDefault="005077B1" w:rsidP="00D07B54">
      <w:pPr>
        <w:pStyle w:val="libNormal"/>
        <w:rPr>
          <w:rtl/>
        </w:rPr>
      </w:pPr>
      <w:r>
        <w:rPr>
          <w:rtl/>
        </w:rPr>
        <w:lastRenderedPageBreak/>
        <w:br w:type="page"/>
      </w:r>
    </w:p>
    <w:p w:rsidR="005077B1" w:rsidRDefault="005077B1" w:rsidP="00D07B54">
      <w:pPr>
        <w:pStyle w:val="libNormal"/>
        <w:rPr>
          <w:rtl/>
        </w:rPr>
      </w:pPr>
    </w:p>
    <w:p w:rsidR="00DE2D7F" w:rsidRDefault="00DE2D7F" w:rsidP="00D07B54">
      <w:pPr>
        <w:pStyle w:val="Heading2Center"/>
        <w:rPr>
          <w:rtl/>
        </w:rPr>
      </w:pPr>
      <w:bookmarkStart w:id="293" w:name="_Toc7268690"/>
      <w:r>
        <w:rPr>
          <w:rtl/>
          <w:lang w:bidi="fa-IR"/>
        </w:rPr>
        <w:t>۶</w:t>
      </w:r>
      <w:r>
        <w:rPr>
          <w:rtl/>
        </w:rPr>
        <w:t xml:space="preserve"> انبياء عليهم السلام کے واقعات</w:t>
      </w:r>
      <w:bookmarkEnd w:id="293"/>
      <w:r>
        <w:rPr>
          <w:rtl/>
        </w:rPr>
        <w:t xml:space="preserve"> </w:t>
      </w:r>
    </w:p>
    <w:p w:rsidR="005077B1" w:rsidRDefault="00DE2D7F" w:rsidP="00D07B54">
      <w:pPr>
        <w:pStyle w:val="Heading2Center"/>
      </w:pPr>
      <w:bookmarkStart w:id="294" w:name="_Toc7268691"/>
      <w:r>
        <w:rPr>
          <w:rtl/>
        </w:rPr>
        <w:t>حضرت ايوب عليہ السلام</w:t>
      </w:r>
      <w:bookmarkEnd w:id="294"/>
      <w:r>
        <w:rPr>
          <w:rtl/>
        </w:rPr>
        <w:t xml:space="preserve"> </w:t>
      </w:r>
    </w:p>
    <w:p w:rsidR="005077B1" w:rsidRDefault="00DE2D7F" w:rsidP="00D07B54">
      <w:pPr>
        <w:pStyle w:val="Heading2Center"/>
      </w:pPr>
      <w:bookmarkStart w:id="295" w:name="_Toc7268692"/>
      <w:r>
        <w:rPr>
          <w:rtl/>
        </w:rPr>
        <w:t>حضرت ايوب (ع) كى حيران كن زندگى اور ان كا صبر</w:t>
      </w:r>
      <w:bookmarkEnd w:id="295"/>
      <w:r>
        <w:rPr>
          <w:rtl/>
        </w:rPr>
        <w:t xml:space="preserve"> </w:t>
      </w:r>
    </w:p>
    <w:p w:rsidR="00DE2D7F" w:rsidRDefault="00DE2D7F" w:rsidP="00D07B54">
      <w:pPr>
        <w:pStyle w:val="libNormal"/>
        <w:rPr>
          <w:rtl/>
        </w:rPr>
      </w:pPr>
      <w:r>
        <w:rPr>
          <w:rtl/>
        </w:rPr>
        <w:t>گفتگو حضرت ايوب عليہ السلام كے بارے مي</w:t>
      </w:r>
      <w:r w:rsidR="007D6C9B">
        <w:rPr>
          <w:rtl/>
        </w:rPr>
        <w:t xml:space="preserve">ں </w:t>
      </w:r>
      <w:r>
        <w:rPr>
          <w:rtl/>
        </w:rPr>
        <w:t>ہي</w:t>
      </w:r>
      <w:r w:rsidR="007D6C9B">
        <w:rPr>
          <w:rtl/>
        </w:rPr>
        <w:t xml:space="preserve">ں </w:t>
      </w:r>
      <w:r>
        <w:rPr>
          <w:rtl/>
        </w:rPr>
        <w:t>كہ جو صبر و استقامت كا نمونہ تھے،ان كا ذكر اس لئے ہے تاكہ اس وقت كے اور پھر اج كے اور ائندہ كے مسلمانو</w:t>
      </w:r>
      <w:r w:rsidR="007D6C9B">
        <w:rPr>
          <w:rtl/>
        </w:rPr>
        <w:t xml:space="preserve">ں </w:t>
      </w:r>
      <w:r>
        <w:rPr>
          <w:rtl/>
        </w:rPr>
        <w:t>كے لئے مشكلو</w:t>
      </w:r>
      <w:r w:rsidR="007D6C9B">
        <w:rPr>
          <w:rtl/>
        </w:rPr>
        <w:t xml:space="preserve">ں </w:t>
      </w:r>
      <w:r>
        <w:rPr>
          <w:rtl/>
        </w:rPr>
        <w:t>اور پريشانيو</w:t>
      </w:r>
      <w:r w:rsidR="007D6C9B">
        <w:rPr>
          <w:rtl/>
        </w:rPr>
        <w:t xml:space="preserve">ں </w:t>
      </w:r>
      <w:r>
        <w:rPr>
          <w:rtl/>
        </w:rPr>
        <w:t>مي</w:t>
      </w:r>
      <w:r w:rsidR="007D6C9B">
        <w:rPr>
          <w:rtl/>
        </w:rPr>
        <w:t xml:space="preserve">ں </w:t>
      </w:r>
      <w:r>
        <w:rPr>
          <w:rtl/>
        </w:rPr>
        <w:t>استقامت ،قيام اور جد و جہد كا درس ہواور انھي</w:t>
      </w:r>
      <w:r w:rsidR="007D6C9B">
        <w:rPr>
          <w:rtl/>
        </w:rPr>
        <w:t xml:space="preserve">ں </w:t>
      </w:r>
      <w:r>
        <w:rPr>
          <w:rtl/>
        </w:rPr>
        <w:t xml:space="preserve">پامردى كى دعوت دى جائے اور اس صبر و استقامت كا حسن انجام واضح كياجائے_ </w:t>
      </w:r>
    </w:p>
    <w:p w:rsidR="00DE2D7F" w:rsidRDefault="00DE2D7F" w:rsidP="00D07B54">
      <w:pPr>
        <w:pStyle w:val="libNormal"/>
        <w:rPr>
          <w:rtl/>
        </w:rPr>
      </w:pPr>
      <w:r>
        <w:rPr>
          <w:rtl/>
        </w:rPr>
        <w:t>حضرت ايوب عليہ السلام وہ تيسرے نبى ہي</w:t>
      </w:r>
      <w:r w:rsidR="007D6C9B">
        <w:rPr>
          <w:rtl/>
        </w:rPr>
        <w:t xml:space="preserve">ں </w:t>
      </w:r>
      <w:r>
        <w:rPr>
          <w:rtl/>
        </w:rPr>
        <w:t>كہ ہمارے عظيم نبى (ص) پر فرض كيا گيا ہے كہ ان كے واقعہ كو مسلمان كے لئے بيان كري</w:t>
      </w:r>
      <w:r w:rsidR="007D6C9B">
        <w:rPr>
          <w:rtl/>
        </w:rPr>
        <w:t xml:space="preserve">ں </w:t>
      </w:r>
      <w:r>
        <w:rPr>
          <w:rtl/>
        </w:rPr>
        <w:t>تاكہ مسلمان بڑى بڑى مشكلات سے نہ گھبرائي</w:t>
      </w:r>
      <w:r w:rsidR="007D6C9B">
        <w:rPr>
          <w:rtl/>
        </w:rPr>
        <w:t xml:space="preserve">ں </w:t>
      </w:r>
      <w:r>
        <w:rPr>
          <w:rtl/>
        </w:rPr>
        <w:t>اوراس كى رحمت سے كبھى بھى مايوس نہ ہو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قرآن مي</w:t>
      </w:r>
      <w:r w:rsidR="007D6C9B">
        <w:rPr>
          <w:rtl/>
        </w:rPr>
        <w:t xml:space="preserve">ں </w:t>
      </w:r>
      <w:r>
        <w:rPr>
          <w:rtl/>
        </w:rPr>
        <w:t>ارشاد ہوتا ہے:''ہمارے بندے ايوب كو ياد كرو كہ جب اس نے اپنے پروردگار كو پكارا اور عرض كي:شيطان نے مجھے بہت تكليف اور اذيت مي</w:t>
      </w:r>
      <w:r w:rsidR="007D6C9B">
        <w:rPr>
          <w:rtl/>
        </w:rPr>
        <w:t xml:space="preserve">ں </w:t>
      </w:r>
      <w:r>
        <w:rPr>
          <w:rtl/>
        </w:rPr>
        <w:t>مبتلا كر ركھا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)بر خلاف موجودہ توريت كے كہ جو انھي</w:t>
      </w:r>
      <w:r w:rsidR="007D6C9B">
        <w:rPr>
          <w:rtl/>
        </w:rPr>
        <w:t xml:space="preserve">ں </w:t>
      </w:r>
      <w:r>
        <w:rPr>
          <w:rtl/>
        </w:rPr>
        <w:t>انبياء كے زمرے مي</w:t>
      </w:r>
      <w:r w:rsidR="007D6C9B">
        <w:rPr>
          <w:rtl/>
        </w:rPr>
        <w:t xml:space="preserve">ں </w:t>
      </w:r>
      <w:r>
        <w:rPr>
          <w:rtl/>
        </w:rPr>
        <w:t>شمار نہي</w:t>
      </w:r>
      <w:r w:rsidR="007D6C9B">
        <w:rPr>
          <w:rtl/>
        </w:rPr>
        <w:t xml:space="preserve">ں </w:t>
      </w:r>
      <w:r>
        <w:rPr>
          <w:rtl/>
        </w:rPr>
        <w:t>كرتى بلكہ انھي</w:t>
      </w:r>
      <w:r w:rsidR="007D6C9B">
        <w:rPr>
          <w:rtl/>
        </w:rPr>
        <w:t xml:space="preserve">ں </w:t>
      </w:r>
      <w:r>
        <w:rPr>
          <w:rtl/>
        </w:rPr>
        <w:t xml:space="preserve">ايك نيك اور صالح انسان سمجھتى ہے كہ جن كى بہت سى اولاد تھى اور جو صاحب مال شخص تھے_ </w:t>
      </w:r>
    </w:p>
    <w:p w:rsidR="00DE2D7F" w:rsidRDefault="00DE2D7F" w:rsidP="00D07B54">
      <w:pPr>
        <w:pStyle w:val="libFootnote"/>
        <w:rPr>
          <w:rtl/>
        </w:rPr>
      </w:pPr>
      <w:r>
        <w:rPr>
          <w:rtl/>
        </w:rPr>
        <w:t>(</w:t>
      </w:r>
      <w:r w:rsidR="00E664BB">
        <w:rPr>
          <w:rtl/>
        </w:rPr>
        <w:t>2</w:t>
      </w:r>
      <w:r>
        <w:rPr>
          <w:rtl/>
        </w:rPr>
        <w:t xml:space="preserve">) سورہ انبياء ايت </w:t>
      </w:r>
      <w:r w:rsidR="00E664BB">
        <w:rPr>
          <w:rtl/>
        </w:rPr>
        <w:t>41</w:t>
      </w:r>
      <w:r>
        <w:rPr>
          <w:rtl/>
        </w:rPr>
        <w:t xml:space="preserve"> </w:t>
      </w:r>
    </w:p>
    <w:p w:rsidR="005077B1" w:rsidRDefault="001648F9" w:rsidP="00D07B54">
      <w:pPr>
        <w:pStyle w:val="libNormal"/>
      </w:pPr>
      <w:r>
        <w:rPr>
          <w:rtl/>
        </w:rPr>
        <w:t xml:space="preserve"> </w:t>
      </w:r>
      <w:r>
        <w:rPr>
          <w:rtl/>
        </w:rPr>
        <w:br w:type="page"/>
      </w:r>
    </w:p>
    <w:p w:rsidR="005077B1" w:rsidRDefault="005077B1" w:rsidP="00D07B54">
      <w:pPr>
        <w:pStyle w:val="libNormal"/>
      </w:pPr>
    </w:p>
    <w:p w:rsidR="00DE2D7F" w:rsidRDefault="00DE2D7F" w:rsidP="00D07B54">
      <w:pPr>
        <w:pStyle w:val="Heading2Center"/>
        <w:rPr>
          <w:rtl/>
        </w:rPr>
      </w:pPr>
      <w:bookmarkStart w:id="296" w:name="_Toc7268693"/>
      <w:r>
        <w:rPr>
          <w:rtl/>
        </w:rPr>
        <w:t>اس گفتگو مي</w:t>
      </w:r>
      <w:r w:rsidR="007D6C9B">
        <w:rPr>
          <w:rtl/>
        </w:rPr>
        <w:t xml:space="preserve">ں </w:t>
      </w:r>
      <w:r>
        <w:rPr>
          <w:rtl/>
        </w:rPr>
        <w:t>قرآن:</w:t>
      </w:r>
      <w:bookmarkEnd w:id="296"/>
      <w:r>
        <w:rPr>
          <w:rtl/>
        </w:rPr>
        <w:t xml:space="preserve"> </w:t>
      </w:r>
    </w:p>
    <w:p w:rsidR="00DE2D7F" w:rsidRDefault="00DE2D7F" w:rsidP="00D07B54">
      <w:pPr>
        <w:pStyle w:val="libNormal"/>
        <w:rPr>
          <w:rtl/>
        </w:rPr>
      </w:pPr>
      <w:r>
        <w:rPr>
          <w:rtl/>
        </w:rPr>
        <w:t>اولاً :بارگاہ الہى مي</w:t>
      </w:r>
      <w:r w:rsidR="007D6C9B">
        <w:rPr>
          <w:rtl/>
        </w:rPr>
        <w:t xml:space="preserve">ں </w:t>
      </w:r>
      <w:r>
        <w:rPr>
          <w:rtl/>
        </w:rPr>
        <w:t xml:space="preserve">حضرت ايوب عليہ السلام كا بلند مقام ''عبدنا ''(ہمارابندہ )سے معلوم ہوتا ہے_ </w:t>
      </w:r>
    </w:p>
    <w:p w:rsidR="00DE2D7F" w:rsidRDefault="00DE2D7F" w:rsidP="00D07B54">
      <w:pPr>
        <w:pStyle w:val="libNormal"/>
        <w:rPr>
          <w:rtl/>
        </w:rPr>
      </w:pPr>
      <w:r>
        <w:rPr>
          <w:rtl/>
        </w:rPr>
        <w:t>ثانياً:اشارتاً حضرت ايوب عليہ السلام كى شديد اور طاقت فرسا تكليف اور فراوا</w:t>
      </w:r>
      <w:r w:rsidR="007D6C9B">
        <w:rPr>
          <w:rtl/>
        </w:rPr>
        <w:t xml:space="preserve">ں </w:t>
      </w:r>
      <w:r>
        <w:rPr>
          <w:rtl/>
        </w:rPr>
        <w:t>مصيبت كا ذكر ہے ،اس ماجرے كى تفصيل قران مي</w:t>
      </w:r>
      <w:r w:rsidR="007D6C9B">
        <w:rPr>
          <w:rtl/>
        </w:rPr>
        <w:t xml:space="preserve">ں </w:t>
      </w:r>
      <w:r>
        <w:rPr>
          <w:rtl/>
        </w:rPr>
        <w:t>نہي</w:t>
      </w:r>
      <w:r w:rsidR="007D6C9B">
        <w:rPr>
          <w:rtl/>
        </w:rPr>
        <w:t xml:space="preserve">ں </w:t>
      </w:r>
      <w:r>
        <w:rPr>
          <w:rtl/>
        </w:rPr>
        <w:t>ائي ليكن حديث و تفسير كى مشہور كتب مي</w:t>
      </w:r>
      <w:r w:rsidR="007D6C9B">
        <w:rPr>
          <w:rtl/>
        </w:rPr>
        <w:t xml:space="preserve">ں </w:t>
      </w:r>
      <w:r>
        <w:rPr>
          <w:rtl/>
        </w:rPr>
        <w:t xml:space="preserve">اس كى تفصيل نقل ہوئي ہے _ </w:t>
      </w:r>
    </w:p>
    <w:p w:rsidR="00DE2D7F" w:rsidRDefault="00DE2D7F" w:rsidP="00D07B54">
      <w:pPr>
        <w:pStyle w:val="libNormal"/>
        <w:rPr>
          <w:rtl/>
        </w:rPr>
      </w:pPr>
    </w:p>
    <w:p w:rsidR="005077B1" w:rsidRDefault="00DE2D7F" w:rsidP="00D07B54">
      <w:pPr>
        <w:pStyle w:val="Heading2Center"/>
      </w:pPr>
      <w:bookmarkStart w:id="297" w:name="_Toc7268694"/>
      <w:r>
        <w:rPr>
          <w:rtl/>
        </w:rPr>
        <w:t>حضرت ايو ب عليہ السلام كيو</w:t>
      </w:r>
      <w:r w:rsidR="007D6C9B">
        <w:rPr>
          <w:rtl/>
        </w:rPr>
        <w:t xml:space="preserve">ں </w:t>
      </w:r>
      <w:r>
        <w:rPr>
          <w:rtl/>
        </w:rPr>
        <w:t>مشكلات مي</w:t>
      </w:r>
      <w:r w:rsidR="007D6C9B">
        <w:rPr>
          <w:rtl/>
        </w:rPr>
        <w:t xml:space="preserve">ں </w:t>
      </w:r>
      <w:r>
        <w:rPr>
          <w:rtl/>
        </w:rPr>
        <w:t>گرفتار ہوئے</w:t>
      </w:r>
      <w:bookmarkEnd w:id="297"/>
      <w:r>
        <w:rPr>
          <w:rtl/>
        </w:rPr>
        <w:t xml:space="preserve"> </w:t>
      </w:r>
    </w:p>
    <w:p w:rsidR="00DE2D7F" w:rsidRDefault="00DE2D7F" w:rsidP="00D07B54">
      <w:pPr>
        <w:pStyle w:val="libNormal"/>
        <w:rPr>
          <w:rtl/>
        </w:rPr>
      </w:pPr>
      <w:r>
        <w:rPr>
          <w:rtl/>
        </w:rPr>
        <w:t xml:space="preserve">كسى نے امام جعفر صادق عليہ السلام سے پوچھا: </w:t>
      </w:r>
    </w:p>
    <w:p w:rsidR="00DE2D7F" w:rsidRDefault="00DE2D7F" w:rsidP="00D07B54">
      <w:pPr>
        <w:pStyle w:val="libNormal"/>
        <w:rPr>
          <w:rtl/>
        </w:rPr>
      </w:pPr>
      <w:r>
        <w:rPr>
          <w:rtl/>
        </w:rPr>
        <w:t>وہ مصيبت جو حضرت ايوب عليہ السلام كو دامن گير ہوئي ،كس بنا پر تھى ؟(شايد سائل كا خيال تھا كہ ان سے كوئي غلط كام سر زد ہو گيا تھا جس كى وجہ سے اللہ نے انھي</w:t>
      </w:r>
      <w:r w:rsidR="007D6C9B">
        <w:rPr>
          <w:rtl/>
        </w:rPr>
        <w:t xml:space="preserve">ں </w:t>
      </w:r>
      <w:r>
        <w:rPr>
          <w:rtl/>
        </w:rPr>
        <w:t>مصيبت مي</w:t>
      </w:r>
      <w:r w:rsidR="007D6C9B">
        <w:rPr>
          <w:rtl/>
        </w:rPr>
        <w:t xml:space="preserve">ں </w:t>
      </w:r>
      <w:r>
        <w:rPr>
          <w:rtl/>
        </w:rPr>
        <w:t xml:space="preserve">مبتلا كر ديا)_ </w:t>
      </w:r>
    </w:p>
    <w:p w:rsidR="00DE2D7F" w:rsidRDefault="00DE2D7F" w:rsidP="00D07B54">
      <w:pPr>
        <w:pStyle w:val="libNormal"/>
        <w:rPr>
          <w:rtl/>
        </w:rPr>
      </w:pPr>
      <w:r>
        <w:rPr>
          <w:rtl/>
        </w:rPr>
        <w:t>امام عليہ السلام نے اس سوال كا تفصيلى جواب ديا جس كا خلاصہ يو</w:t>
      </w:r>
      <w:r w:rsidR="007D6C9B">
        <w:rPr>
          <w:rtl/>
        </w:rPr>
        <w:t xml:space="preserve">ں </w:t>
      </w:r>
      <w:r>
        <w:rPr>
          <w:rtl/>
        </w:rPr>
        <w:t xml:space="preserve">ہے : </w:t>
      </w:r>
    </w:p>
    <w:p w:rsidR="00DE2D7F" w:rsidRDefault="00DE2D7F" w:rsidP="00D07B54">
      <w:pPr>
        <w:pStyle w:val="libNormal"/>
        <w:rPr>
          <w:rtl/>
        </w:rPr>
      </w:pPr>
      <w:r>
        <w:rPr>
          <w:rtl/>
        </w:rPr>
        <w:t>ايوب عليہ السلام كفران نعمت كى وجہ سے ان عظيم مصائب مي</w:t>
      </w:r>
      <w:r w:rsidR="007D6C9B">
        <w:rPr>
          <w:rtl/>
        </w:rPr>
        <w:t xml:space="preserve">ں </w:t>
      </w:r>
      <w:r>
        <w:rPr>
          <w:rtl/>
        </w:rPr>
        <w:t>گرفتا رنہي</w:t>
      </w:r>
      <w:r w:rsidR="007D6C9B">
        <w:rPr>
          <w:rtl/>
        </w:rPr>
        <w:t xml:space="preserve">ں </w:t>
      </w:r>
      <w:r>
        <w:rPr>
          <w:rtl/>
        </w:rPr>
        <w:t>ہوئے بلكہ اس كے بر عكس شكر نعمت كى وجہ سے ہوئے، كيونكہ شيطان نے بارگاہ خدا مي</w:t>
      </w:r>
      <w:r w:rsidR="007D6C9B">
        <w:rPr>
          <w:rtl/>
        </w:rPr>
        <w:t xml:space="preserve">ں </w:t>
      </w:r>
      <w:r>
        <w:rPr>
          <w:rtl/>
        </w:rPr>
        <w:t>عرض كى كہ يہ جو ايوب تيرا شكر گزار ہے وہ فراوا</w:t>
      </w:r>
      <w:r w:rsidR="007D6C9B">
        <w:rPr>
          <w:rtl/>
        </w:rPr>
        <w:t xml:space="preserve">ں </w:t>
      </w:r>
      <w:r>
        <w:rPr>
          <w:rtl/>
        </w:rPr>
        <w:t>نعمتو</w:t>
      </w:r>
      <w:r w:rsidR="007D6C9B">
        <w:rPr>
          <w:rtl/>
        </w:rPr>
        <w:t xml:space="preserve">ں </w:t>
      </w:r>
      <w:r>
        <w:rPr>
          <w:rtl/>
        </w:rPr>
        <w:t>كى وجہ سے ہے كہ جو تونے اسے دى ہي</w:t>
      </w:r>
      <w:r w:rsidR="007D6C9B">
        <w:rPr>
          <w:rtl/>
        </w:rPr>
        <w:t xml:space="preserve">ں </w:t>
      </w:r>
      <w:r>
        <w:rPr>
          <w:rtl/>
        </w:rPr>
        <w:t>، اگر يہ نعمتي</w:t>
      </w:r>
      <w:r w:rsidR="007D6C9B">
        <w:rPr>
          <w:rtl/>
        </w:rPr>
        <w:t xml:space="preserve">ں </w:t>
      </w:r>
      <w:r>
        <w:rPr>
          <w:rtl/>
        </w:rPr>
        <w:t>اس سے چھين لى جائي</w:t>
      </w:r>
      <w:r w:rsidR="007D6C9B">
        <w:rPr>
          <w:rtl/>
        </w:rPr>
        <w:t xml:space="preserve">ں </w:t>
      </w:r>
      <w:r>
        <w:rPr>
          <w:rtl/>
        </w:rPr>
        <w:t>تو يقينا وہ كبھى شكر گزار بندہ نہي</w:t>
      </w:r>
      <w:r w:rsidR="007D6C9B">
        <w:rPr>
          <w:rtl/>
        </w:rPr>
        <w:t xml:space="preserve">ں </w:t>
      </w:r>
      <w:r>
        <w:rPr>
          <w:rtl/>
        </w:rPr>
        <w:t xml:space="preserve">ہو گا_ </w:t>
      </w:r>
    </w:p>
    <w:p w:rsidR="00DE2D7F" w:rsidRDefault="00DE2D7F" w:rsidP="00D07B54">
      <w:pPr>
        <w:pStyle w:val="libNormal"/>
        <w:rPr>
          <w:rtl/>
        </w:rPr>
      </w:pPr>
      <w:r>
        <w:rPr>
          <w:rtl/>
        </w:rPr>
        <w:t>اس بنا پر كہ سارى دنيا پر ايوب عليہ السلام كا خلوص واضح ہو جائے اور انھي</w:t>
      </w:r>
      <w:r w:rsidR="007D6C9B">
        <w:rPr>
          <w:rtl/>
        </w:rPr>
        <w:t xml:space="preserve">ں </w:t>
      </w:r>
      <w:r>
        <w:rPr>
          <w:rtl/>
        </w:rPr>
        <w:t>عالمين كے لئے نمونہ قرار ديا جائے تاكہ لوگ نعمت اور مصيبت ہر دوعالم مي</w:t>
      </w:r>
      <w:r w:rsidR="007D6C9B">
        <w:rPr>
          <w:rtl/>
        </w:rPr>
        <w:t xml:space="preserve">ں </w:t>
      </w:r>
      <w:r>
        <w:rPr>
          <w:rtl/>
        </w:rPr>
        <w:t>شاكر و صابر وہي</w:t>
      </w:r>
      <w:r w:rsidR="007D6C9B">
        <w:rPr>
          <w:rtl/>
        </w:rPr>
        <w:t xml:space="preserve">ں </w:t>
      </w:r>
      <w:r>
        <w:rPr>
          <w:rtl/>
        </w:rPr>
        <w:t>_اللہ نے شيطان كو اجازت دى كہ وہ حضرت ايوب عليہ السلام كى دنيا پر قبضہ كر لے، شيطان نے اللہ سے خواہش كى ايوب كا فراوا</w:t>
      </w:r>
      <w:r w:rsidR="007D6C9B">
        <w:rPr>
          <w:rtl/>
        </w:rPr>
        <w:t xml:space="preserve">ں </w:t>
      </w:r>
      <w:r>
        <w:rPr>
          <w:rtl/>
        </w:rPr>
        <w:t>مال و دولت ،ان كى كھيتيا</w:t>
      </w:r>
      <w:r w:rsidR="007D6C9B">
        <w:rPr>
          <w:rtl/>
        </w:rPr>
        <w:t xml:space="preserve">ں </w:t>
      </w:r>
      <w:r>
        <w:rPr>
          <w:rtl/>
        </w:rPr>
        <w:t>،بھيڑ بكريا</w:t>
      </w:r>
      <w:r w:rsidR="007D6C9B">
        <w:rPr>
          <w:rtl/>
        </w:rPr>
        <w:t xml:space="preserve">ں </w:t>
      </w:r>
      <w:r>
        <w:rPr>
          <w:rtl/>
        </w:rPr>
        <w:t>اور ال اولاد سب ختم ہو جائے _افتي</w:t>
      </w:r>
      <w:r w:rsidR="007D6C9B">
        <w:rPr>
          <w:rtl/>
        </w:rPr>
        <w:t xml:space="preserve">ں </w:t>
      </w:r>
      <w:r>
        <w:rPr>
          <w:rtl/>
        </w:rPr>
        <w:t>اور مصيبتي</w:t>
      </w:r>
      <w:r w:rsidR="007D6C9B">
        <w:rPr>
          <w:rtl/>
        </w:rPr>
        <w:t xml:space="preserve">ں </w:t>
      </w:r>
      <w:r>
        <w:rPr>
          <w:rtl/>
        </w:rPr>
        <w:t>ائي</w:t>
      </w:r>
      <w:r w:rsidR="007D6C9B">
        <w:rPr>
          <w:rtl/>
        </w:rPr>
        <w:t xml:space="preserve">ں </w:t>
      </w:r>
      <w:r>
        <w:rPr>
          <w:rtl/>
        </w:rPr>
        <w:t>اور ديكھتے ہى ديكھتے سب كچھ تباہ و برباد ہو گيا ليكن نہ صرف يہ كہ ايوب عليہ السلام كے شكر مي</w:t>
      </w:r>
      <w:r w:rsidR="007D6C9B">
        <w:rPr>
          <w:rtl/>
        </w:rPr>
        <w:t xml:space="preserve">ں </w:t>
      </w:r>
      <w:r>
        <w:rPr>
          <w:rtl/>
        </w:rPr>
        <w:t>كمى نہي</w:t>
      </w:r>
      <w:r w:rsidR="007D6C9B">
        <w:rPr>
          <w:rtl/>
        </w:rPr>
        <w:t xml:space="preserve">ں </w:t>
      </w:r>
      <w:r>
        <w:rPr>
          <w:rtl/>
        </w:rPr>
        <w:t>ائي بلكہ اس مي</w:t>
      </w:r>
      <w:r w:rsidR="007D6C9B">
        <w:rPr>
          <w:rtl/>
        </w:rPr>
        <w:t xml:space="preserve">ں </w:t>
      </w:r>
      <w:r>
        <w:rPr>
          <w:rtl/>
        </w:rPr>
        <w:t xml:space="preserve">اور اضافہ ہو </w:t>
      </w:r>
    </w:p>
    <w:p w:rsidR="005077B1" w:rsidRDefault="001648F9" w:rsidP="00D07B54">
      <w:pPr>
        <w:pStyle w:val="libNormal"/>
      </w:pPr>
      <w:r>
        <w:rPr>
          <w:rtl/>
        </w:rPr>
        <w:t xml:space="preserve"> </w:t>
      </w:r>
      <w:r>
        <w:rPr>
          <w:rtl/>
        </w:rPr>
        <w:br w:type="page"/>
      </w:r>
    </w:p>
    <w:p w:rsidR="005077B1" w:rsidRDefault="005077B1" w:rsidP="00D07B54">
      <w:pPr>
        <w:pStyle w:val="libNormal"/>
      </w:pPr>
    </w:p>
    <w:p w:rsidR="00DE2D7F" w:rsidRDefault="00DE2D7F" w:rsidP="00D07B54">
      <w:pPr>
        <w:pStyle w:val="libNormal"/>
        <w:rPr>
          <w:rtl/>
        </w:rPr>
      </w:pPr>
      <w:r>
        <w:rPr>
          <w:rtl/>
        </w:rPr>
        <w:t>گيا_خدا سے شيطان نے خواہش كى كہ اب اسے ايوب عليہ السلام كے بدن پر بھى مسلط كردے اور وہ اس طرح بيمار ہو جائي</w:t>
      </w:r>
      <w:r w:rsidR="007D6C9B">
        <w:rPr>
          <w:rtl/>
        </w:rPr>
        <w:t xml:space="preserve">ں </w:t>
      </w:r>
      <w:r>
        <w:rPr>
          <w:rtl/>
        </w:rPr>
        <w:t>كہ ان كا بدن شدت درد كى لپيٹ مي</w:t>
      </w:r>
      <w:r w:rsidR="007D6C9B">
        <w:rPr>
          <w:rtl/>
        </w:rPr>
        <w:t xml:space="preserve">ں </w:t>
      </w:r>
      <w:r>
        <w:rPr>
          <w:rtl/>
        </w:rPr>
        <w:t>اجائے اور وہ بيمارى كے بستر كا اسير ہوجائے ليكن اس چيز نے بھى ان كے مقام شكر مي</w:t>
      </w:r>
      <w:r w:rsidR="007D6C9B">
        <w:rPr>
          <w:rtl/>
        </w:rPr>
        <w:t xml:space="preserve">ں </w:t>
      </w:r>
      <w:r>
        <w:rPr>
          <w:rtl/>
        </w:rPr>
        <w:t xml:space="preserve">كمى نہ كى _ </w:t>
      </w:r>
    </w:p>
    <w:p w:rsidR="00DE2D7F" w:rsidRDefault="00DE2D7F" w:rsidP="00D07B54">
      <w:pPr>
        <w:pStyle w:val="libNormal"/>
        <w:rPr>
          <w:rtl/>
        </w:rPr>
      </w:pPr>
      <w:r>
        <w:rPr>
          <w:rtl/>
        </w:rPr>
        <w:t>پھر ايك ايسا واقعہ پيش ايا كہ جس نے ايوب عليہ السلام كا دل توڑ ديا اور ان كى روح كو سخت مجروح كيا، وہ يہ كہ نبى اسرائيل كے راہبو</w:t>
      </w:r>
      <w:r w:rsidR="007D6C9B">
        <w:rPr>
          <w:rtl/>
        </w:rPr>
        <w:t xml:space="preserve">ں </w:t>
      </w:r>
      <w:r>
        <w:rPr>
          <w:rtl/>
        </w:rPr>
        <w:t>كى ايك جماعت انھي</w:t>
      </w:r>
      <w:r w:rsidR="007D6C9B">
        <w:rPr>
          <w:rtl/>
        </w:rPr>
        <w:t xml:space="preserve">ں </w:t>
      </w:r>
      <w:r>
        <w:rPr>
          <w:rtl/>
        </w:rPr>
        <w:t>ديكھنے ائي اور انھو</w:t>
      </w:r>
      <w:r w:rsidR="007D6C9B">
        <w:rPr>
          <w:rtl/>
        </w:rPr>
        <w:t xml:space="preserve">ں </w:t>
      </w:r>
      <w:r>
        <w:rPr>
          <w:rtl/>
        </w:rPr>
        <w:t>نے كہا كہ تونے كون سا گناہ كيا ہے جس كى وجہ سے اس درد ناك عذاب مي</w:t>
      </w:r>
      <w:r w:rsidR="007D6C9B">
        <w:rPr>
          <w:rtl/>
        </w:rPr>
        <w:t xml:space="preserve">ں </w:t>
      </w:r>
      <w:r>
        <w:rPr>
          <w:rtl/>
        </w:rPr>
        <w:t>مبتلا ہے؟ايوب عليہ السلام نے جواباً كہا: ميرے پرور دگار كى قسم كہ مجھ سے كوئي غلط كام نہي</w:t>
      </w:r>
      <w:r w:rsidR="007D6C9B">
        <w:rPr>
          <w:rtl/>
        </w:rPr>
        <w:t xml:space="preserve">ں </w:t>
      </w:r>
      <w:r>
        <w:rPr>
          <w:rtl/>
        </w:rPr>
        <w:t>ہوا مي</w:t>
      </w:r>
      <w:r w:rsidR="007D6C9B">
        <w:rPr>
          <w:rtl/>
        </w:rPr>
        <w:t xml:space="preserve">ں </w:t>
      </w:r>
      <w:r>
        <w:rPr>
          <w:rtl/>
        </w:rPr>
        <w:t>ہميشہ اللہ كى اطاعت مي</w:t>
      </w:r>
      <w:r w:rsidR="007D6C9B">
        <w:rPr>
          <w:rtl/>
        </w:rPr>
        <w:t xml:space="preserve">ں </w:t>
      </w:r>
      <w:r>
        <w:rPr>
          <w:rtl/>
        </w:rPr>
        <w:t>كوشا</w:t>
      </w:r>
      <w:r w:rsidR="007D6C9B">
        <w:rPr>
          <w:rtl/>
        </w:rPr>
        <w:t xml:space="preserve">ں </w:t>
      </w:r>
      <w:r>
        <w:rPr>
          <w:rtl/>
        </w:rPr>
        <w:t>رہا ہو</w:t>
      </w:r>
      <w:r w:rsidR="007D6C9B">
        <w:rPr>
          <w:rtl/>
        </w:rPr>
        <w:t xml:space="preserve">ں </w:t>
      </w:r>
      <w:r>
        <w:rPr>
          <w:rtl/>
        </w:rPr>
        <w:t>اور مي</w:t>
      </w:r>
      <w:r w:rsidR="007D6C9B">
        <w:rPr>
          <w:rtl/>
        </w:rPr>
        <w:t xml:space="preserve">ں </w:t>
      </w:r>
      <w:r>
        <w:rPr>
          <w:rtl/>
        </w:rPr>
        <w:t xml:space="preserve">نے جب بھى كوئي لقمہ غذا كا كھايا ہے كوئي نہ كوئي يتيم و بے نوا ميرے دسترخوان پر ہوتا تھا_ </w:t>
      </w:r>
    </w:p>
    <w:p w:rsidR="00DE2D7F" w:rsidRDefault="00DE2D7F" w:rsidP="00D07B54">
      <w:pPr>
        <w:pStyle w:val="libNormal"/>
        <w:rPr>
          <w:rtl/>
        </w:rPr>
      </w:pPr>
      <w:r>
        <w:rPr>
          <w:rtl/>
        </w:rPr>
        <w:t>يہ ٹھيك ہے كہ ايوب عليہ السلام دوستو</w:t>
      </w:r>
      <w:r w:rsidR="007D6C9B">
        <w:rPr>
          <w:rtl/>
        </w:rPr>
        <w:t xml:space="preserve">ں </w:t>
      </w:r>
      <w:r>
        <w:rPr>
          <w:rtl/>
        </w:rPr>
        <w:t>كى اس شماتت پر ہر دوسرى مصيبت سے زيادہ دكھى ہوئے پھر بھى صبر كا دا من نہ چھوڑا اور شكر كے صفاف و شري</w:t>
      </w:r>
      <w:r w:rsidR="007D6C9B">
        <w:rPr>
          <w:rtl/>
        </w:rPr>
        <w:t xml:space="preserve">ں </w:t>
      </w:r>
      <w:r>
        <w:rPr>
          <w:rtl/>
        </w:rPr>
        <w:t>پانى كو كفران سے الودہ نہ كيا،صرف بارگاہ خدا كى طرف رخ كيا اور مذكورہ جملہ عرض كيا اور چونكہ اپ اللہ كے امتحانو</w:t>
      </w:r>
      <w:r w:rsidR="007D6C9B">
        <w:rPr>
          <w:rtl/>
        </w:rPr>
        <w:t xml:space="preserve">ں </w:t>
      </w:r>
      <w:r>
        <w:rPr>
          <w:rtl/>
        </w:rPr>
        <w:t>سے خوب عہدہ بر اہوئے لہذا اللہ نے اپنے اس شاكر و صابر بندے پر پھر اپنى رحمت كے دروازے كھول ديئے اور كھوئي ہوئي نعمتي</w:t>
      </w:r>
      <w:r w:rsidR="007D6C9B">
        <w:rPr>
          <w:rtl/>
        </w:rPr>
        <w:t xml:space="preserve">ں </w:t>
      </w:r>
      <w:r>
        <w:rPr>
          <w:rtl/>
        </w:rPr>
        <w:t>يكے بعد ديگرے پہلے سے بھى زيادہ انھي</w:t>
      </w:r>
      <w:r w:rsidR="007D6C9B">
        <w:rPr>
          <w:rtl/>
        </w:rPr>
        <w:t xml:space="preserve">ں </w:t>
      </w:r>
      <w:r>
        <w:rPr>
          <w:rtl/>
        </w:rPr>
        <w:t>عطا كي</w:t>
      </w:r>
      <w:r w:rsidR="007D6C9B">
        <w:rPr>
          <w:rtl/>
        </w:rPr>
        <w:t xml:space="preserve">ں </w:t>
      </w:r>
      <w:r>
        <w:rPr>
          <w:rtl/>
        </w:rPr>
        <w:t>تاكہ سب لو گ صبر و شكر كا نيك انجام ديكھ لي</w:t>
      </w:r>
      <w:r w:rsidR="007D6C9B">
        <w:rPr>
          <w:rtl/>
        </w:rPr>
        <w:t xml:space="preserve">ں </w:t>
      </w:r>
      <w:r>
        <w:rPr>
          <w:rtl/>
        </w:rPr>
        <w:t xml:space="preserve">_ </w:t>
      </w:r>
    </w:p>
    <w:p w:rsidR="00DE2D7F" w:rsidRDefault="00DE2D7F" w:rsidP="00D07B54">
      <w:pPr>
        <w:pStyle w:val="libNormal"/>
        <w:rPr>
          <w:rtl/>
        </w:rPr>
      </w:pPr>
      <w:r>
        <w:rPr>
          <w:rtl/>
        </w:rPr>
        <w:t>بہرحال كہتے ہي</w:t>
      </w:r>
      <w:r w:rsidR="007D6C9B">
        <w:rPr>
          <w:rtl/>
        </w:rPr>
        <w:t xml:space="preserve">ں </w:t>
      </w:r>
      <w:r>
        <w:rPr>
          <w:rtl/>
        </w:rPr>
        <w:t>كہ ان كى بيمارى اور ناراحتى سات سال تك رہى اور ايك روايت كے مطابق سترہ برس تك رہى ،يہا</w:t>
      </w:r>
      <w:r w:rsidR="007D6C9B">
        <w:rPr>
          <w:rtl/>
        </w:rPr>
        <w:t xml:space="preserve">ں </w:t>
      </w:r>
      <w:r>
        <w:rPr>
          <w:rtl/>
        </w:rPr>
        <w:t>تك كہ اپ كے نزديك ترين ساتھى بھى ساتھ چھوڑ گئے ،صرف ايك بيوى نے وفا مي</w:t>
      </w:r>
      <w:r w:rsidR="007D6C9B">
        <w:rPr>
          <w:rtl/>
        </w:rPr>
        <w:t xml:space="preserve">ں </w:t>
      </w:r>
      <w:r>
        <w:rPr>
          <w:rtl/>
        </w:rPr>
        <w:t>استقامت كى اور يہ چيز خود ايك شاہد ہے بعض بيويو</w:t>
      </w:r>
      <w:r w:rsidR="007D6C9B">
        <w:rPr>
          <w:rtl/>
        </w:rPr>
        <w:t xml:space="preserve">ں </w:t>
      </w:r>
      <w:r>
        <w:rPr>
          <w:rtl/>
        </w:rPr>
        <w:t xml:space="preserve">كى وفادارى پر_ </w:t>
      </w:r>
    </w:p>
    <w:p w:rsidR="005462CB" w:rsidRDefault="00DE2D7F" w:rsidP="00D07B54">
      <w:pPr>
        <w:pStyle w:val="Heading2Center"/>
      </w:pPr>
      <w:bookmarkStart w:id="298" w:name="_Toc7268695"/>
      <w:r>
        <w:rPr>
          <w:rtl/>
        </w:rPr>
        <w:t>سب سے بڑا غم دشمنو</w:t>
      </w:r>
      <w:r w:rsidR="007D6C9B">
        <w:rPr>
          <w:rtl/>
        </w:rPr>
        <w:t xml:space="preserve">ں </w:t>
      </w:r>
      <w:r>
        <w:rPr>
          <w:rtl/>
        </w:rPr>
        <w:t>كى شماتت</w:t>
      </w:r>
      <w:bookmarkEnd w:id="298"/>
    </w:p>
    <w:p w:rsidR="00DE2D7F" w:rsidRDefault="00DE2D7F" w:rsidP="00D07B54">
      <w:pPr>
        <w:pStyle w:val="libNormal"/>
        <w:rPr>
          <w:rtl/>
        </w:rPr>
      </w:pPr>
      <w:r>
        <w:rPr>
          <w:rtl/>
        </w:rPr>
        <w:t xml:space="preserve"> ليكن حضرت ايوب عليہ السلام كو جس چيز سے زيادہ دكھ ہوتا تھا وہ دشمنو</w:t>
      </w:r>
      <w:r w:rsidR="007D6C9B">
        <w:rPr>
          <w:rtl/>
        </w:rPr>
        <w:t xml:space="preserve">ں </w:t>
      </w:r>
      <w:r>
        <w:rPr>
          <w:rtl/>
        </w:rPr>
        <w:t>كى شماتت تھي،اسى لئے ايك حديث مي</w:t>
      </w:r>
      <w:r w:rsidR="007D6C9B">
        <w:rPr>
          <w:rtl/>
        </w:rPr>
        <w:t xml:space="preserve">ں </w:t>
      </w:r>
      <w:r>
        <w:rPr>
          <w:rtl/>
        </w:rPr>
        <w:t xml:space="preserve">ہے كہ جب حضرت ايوب عليہ السلام كو كھوئي ہوئي صحت و سلامتى پھر مل گئي اور رحمت الہى كے </w:t>
      </w:r>
    </w:p>
    <w:p w:rsidR="005462CB" w:rsidRDefault="001648F9" w:rsidP="00D07B54">
      <w:pPr>
        <w:pStyle w:val="libNormal"/>
      </w:pPr>
      <w:r>
        <w:rPr>
          <w:rtl/>
        </w:rPr>
        <w:t xml:space="preserve"> </w:t>
      </w:r>
      <w:r>
        <w:rPr>
          <w:rtl/>
        </w:rPr>
        <w:br w:type="page"/>
      </w:r>
    </w:p>
    <w:p w:rsidR="005462CB" w:rsidRDefault="005462CB" w:rsidP="00D07B54">
      <w:pPr>
        <w:pStyle w:val="libNormal"/>
      </w:pPr>
    </w:p>
    <w:p w:rsidR="00DE2D7F" w:rsidRDefault="00DE2D7F" w:rsidP="00D07B54">
      <w:pPr>
        <w:pStyle w:val="libNormal"/>
        <w:rPr>
          <w:rtl/>
        </w:rPr>
      </w:pPr>
      <w:r>
        <w:rPr>
          <w:rtl/>
        </w:rPr>
        <w:t>دروازے ان كے لئے كھل گئے تو لوگو</w:t>
      </w:r>
      <w:r w:rsidR="007D6C9B">
        <w:rPr>
          <w:rtl/>
        </w:rPr>
        <w:t xml:space="preserve">ں </w:t>
      </w:r>
      <w:r>
        <w:rPr>
          <w:rtl/>
        </w:rPr>
        <w:t>نے اپ سے سوال كيا كہ سب سے شديد درداپ كو كون سا تھا؟تواپ نے كہا:دشمنو</w:t>
      </w:r>
      <w:r w:rsidR="007D6C9B">
        <w:rPr>
          <w:rtl/>
        </w:rPr>
        <w:t xml:space="preserve">ں </w:t>
      </w:r>
      <w:r>
        <w:rPr>
          <w:rtl/>
        </w:rPr>
        <w:t xml:space="preserve">كى شماتت _ </w:t>
      </w:r>
    </w:p>
    <w:p w:rsidR="00DE2D7F" w:rsidRDefault="00DE2D7F" w:rsidP="00D07B54">
      <w:pPr>
        <w:pStyle w:val="libNormal"/>
        <w:rPr>
          <w:rtl/>
        </w:rPr>
      </w:pPr>
      <w:r>
        <w:rPr>
          <w:rtl/>
        </w:rPr>
        <w:t>آخرم كار حضرت ايوب عليہ السلام ازما</w:t>
      </w:r>
      <w:r w:rsidR="00091C36">
        <w:rPr>
          <w:rtl/>
        </w:rPr>
        <w:t xml:space="preserve">ئش </w:t>
      </w:r>
      <w:r>
        <w:rPr>
          <w:rtl/>
        </w:rPr>
        <w:t xml:space="preserve"> الہى كى اس گرم بھٹى سے صحيح و سالم باہر نكل ائے اور پھر رحمت خدا كا اغاز ہوا،انھي</w:t>
      </w:r>
      <w:r w:rsidR="007D6C9B">
        <w:rPr>
          <w:rtl/>
        </w:rPr>
        <w:t xml:space="preserve">ں </w:t>
      </w:r>
      <w:r>
        <w:rPr>
          <w:rtl/>
        </w:rPr>
        <w:t xml:space="preserve">حكم ديا گيا كہ'' اپناپاو </w:t>
      </w:r>
      <w:r w:rsidR="007D6C9B">
        <w:rPr>
          <w:rtl/>
        </w:rPr>
        <w:t xml:space="preserve">ں </w:t>
      </w:r>
      <w:r>
        <w:rPr>
          <w:rtl/>
        </w:rPr>
        <w:t>زمين پر مارو''تو پانى كا چشمہ ابل پڑے گا كہ جو تيرے نہانے كے لئے ٹھنڈا بھى ہوگا اور تيرے پينے كے لئے عمدہ بھي_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وہى خدا جس نے خشك اور تپتے بيابان مي</w:t>
      </w:r>
      <w:r w:rsidR="007D6C9B">
        <w:rPr>
          <w:rtl/>
        </w:rPr>
        <w:t xml:space="preserve">ں </w:t>
      </w:r>
      <w:r>
        <w:rPr>
          <w:rtl/>
        </w:rPr>
        <w:t>شير خوار اسماعيل كى ايڑيو</w:t>
      </w:r>
      <w:r w:rsidR="007D6C9B">
        <w:rPr>
          <w:rtl/>
        </w:rPr>
        <w:t xml:space="preserve">ں </w:t>
      </w:r>
      <w:r>
        <w:rPr>
          <w:rtl/>
        </w:rPr>
        <w:t>كے نيچے چشمہ پيدا كر ديا ،وہى خدا كہ ہر حركت و سكون اور ہر نعمت و عنايت جس كى طرف سے ہے،اس نے يہ فرمان ايوب عليہ السلام كے لئے بھى صادر فرمايا ،پانى كا چشمہ ابلنے لگا،ٹھنڈا اور ميٹھا چشمہ جو اندرونى و بيرونى سب بيماريو</w:t>
      </w:r>
      <w:r w:rsidR="007D6C9B">
        <w:rPr>
          <w:rtl/>
        </w:rPr>
        <w:t xml:space="preserve">ں </w:t>
      </w:r>
      <w:r>
        <w:rPr>
          <w:rtl/>
        </w:rPr>
        <w:t xml:space="preserve">كے لئے شفا بخش تھا_ </w:t>
      </w:r>
    </w:p>
    <w:p w:rsidR="00DE2D7F" w:rsidRDefault="00DE2D7F" w:rsidP="00D07B54">
      <w:pPr>
        <w:pStyle w:val="libNormal"/>
        <w:rPr>
          <w:rtl/>
        </w:rPr>
      </w:pPr>
      <w:r>
        <w:rPr>
          <w:rtl/>
        </w:rPr>
        <w:t>بعض كا خيال ہے كہ اس چشمے مي</w:t>
      </w:r>
      <w:r w:rsidR="007D6C9B">
        <w:rPr>
          <w:rtl/>
        </w:rPr>
        <w:t xml:space="preserve">ں </w:t>
      </w:r>
      <w:r>
        <w:rPr>
          <w:rtl/>
        </w:rPr>
        <w:t>ايك طرح كا معدنى پانى تھا جو پينے كے لئے بھى اچھا تھا اور بيماريو</w:t>
      </w:r>
      <w:r w:rsidR="007D6C9B">
        <w:rPr>
          <w:rtl/>
        </w:rPr>
        <w:t xml:space="preserve">ں </w:t>
      </w:r>
      <w:r>
        <w:rPr>
          <w:rtl/>
        </w:rPr>
        <w:t xml:space="preserve">كو درو كرنے كے لئے بھى مو ثر تھا ،بہر حال كچھ بھى تھا ايك صابر و شاكر بنى كے لئے اللہ كا لطف و كرم تھا_ </w:t>
      </w:r>
    </w:p>
    <w:p w:rsidR="00DE2D7F" w:rsidRDefault="00DE2D7F" w:rsidP="00D07B54">
      <w:pPr>
        <w:pStyle w:val="libNormal"/>
        <w:rPr>
          <w:rtl/>
        </w:rPr>
      </w:pPr>
      <w:r>
        <w:rPr>
          <w:rtl/>
        </w:rPr>
        <w:t>پہلى اور اہم ترين خدائي نعمت صحت تھى ،جب وہ ايوب عليہ السلام كى طرف لوٹ ائي تو دوسرى نعمتو</w:t>
      </w:r>
      <w:r w:rsidR="007D6C9B">
        <w:rPr>
          <w:rtl/>
        </w:rPr>
        <w:t xml:space="preserve">ں </w:t>
      </w:r>
      <w:r>
        <w:rPr>
          <w:rtl/>
        </w:rPr>
        <w:t>كے لوٹنے كى نوبت ائي ،اس سلسلے مي</w:t>
      </w:r>
      <w:r w:rsidR="007D6C9B">
        <w:rPr>
          <w:rtl/>
        </w:rPr>
        <w:t xml:space="preserve">ں </w:t>
      </w:r>
      <w:r>
        <w:rPr>
          <w:rtl/>
        </w:rPr>
        <w:t>قران كہتا ہے :''ہم نے اسے اس كے گھر والے بخش ديئے_ اور ان كے ساتھ ان كے مانند بھى قرا ر ديئے _تاكہ ہمارى طرف سے رحمت ہو اور صاحبان فكر و نظر كے لئے نصيحت بھى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ان كا گھر انہ ان كے پاس واپس ايا ،اس سلسلے مي</w:t>
      </w:r>
      <w:r w:rsidR="007D6C9B">
        <w:rPr>
          <w:rtl/>
        </w:rPr>
        <w:t xml:space="preserve">ں </w:t>
      </w:r>
      <w:r>
        <w:rPr>
          <w:rtl/>
        </w:rPr>
        <w:t>مختلف تفسيري</w:t>
      </w:r>
      <w:r w:rsidR="007D6C9B">
        <w:rPr>
          <w:rtl/>
        </w:rPr>
        <w:t xml:space="preserve">ں </w:t>
      </w:r>
      <w:r>
        <w:rPr>
          <w:rtl/>
        </w:rPr>
        <w:t>موجود ہي</w:t>
      </w:r>
      <w:r w:rsidR="007D6C9B">
        <w:rPr>
          <w:rtl/>
        </w:rPr>
        <w:t xml:space="preserve">ں </w:t>
      </w:r>
      <w:r>
        <w:rPr>
          <w:rtl/>
        </w:rPr>
        <w:t>،مشہور يہ ہے كہ وہ مر چكے تھے اور اللہ نے انھي</w:t>
      </w:r>
      <w:r w:rsidR="007D6C9B">
        <w:rPr>
          <w:rtl/>
        </w:rPr>
        <w:t xml:space="preserve">ں </w:t>
      </w:r>
      <w:r>
        <w:rPr>
          <w:rtl/>
        </w:rPr>
        <w:t xml:space="preserve">پھر زندگى دي_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ص ايت </w:t>
      </w:r>
      <w:r w:rsidR="00E664BB">
        <w:rPr>
          <w:rtl/>
        </w:rPr>
        <w:t>42</w:t>
      </w:r>
      <w:r>
        <w:rPr>
          <w:rtl/>
        </w:rPr>
        <w:t xml:space="preserve"> </w:t>
      </w:r>
    </w:p>
    <w:p w:rsidR="00DE2D7F" w:rsidRDefault="00DE2D7F" w:rsidP="00D07B54">
      <w:pPr>
        <w:pStyle w:val="libFootnote"/>
        <w:rPr>
          <w:rtl/>
        </w:rPr>
      </w:pPr>
      <w:r>
        <w:rPr>
          <w:rtl/>
        </w:rPr>
        <w:t>(</w:t>
      </w:r>
      <w:r w:rsidR="00E664BB">
        <w:rPr>
          <w:rtl/>
        </w:rPr>
        <w:t>2</w:t>
      </w:r>
      <w:r>
        <w:rPr>
          <w:rtl/>
        </w:rPr>
        <w:t xml:space="preserve">)سورہ ص ايت </w:t>
      </w:r>
      <w:r w:rsidR="00E664BB">
        <w:rPr>
          <w:rtl/>
        </w:rPr>
        <w:t>43</w:t>
      </w:r>
      <w:r>
        <w:rPr>
          <w:rtl/>
        </w:rPr>
        <w:t xml:space="preserve"> </w:t>
      </w:r>
    </w:p>
    <w:p w:rsidR="005462CB" w:rsidRDefault="001648F9" w:rsidP="00D07B54">
      <w:pPr>
        <w:pStyle w:val="libNormal"/>
      </w:pPr>
      <w:r>
        <w:rPr>
          <w:rtl/>
        </w:rPr>
        <w:t xml:space="preserve"> </w:t>
      </w:r>
      <w:r>
        <w:rPr>
          <w:rtl/>
        </w:rPr>
        <w:br w:type="page"/>
      </w:r>
    </w:p>
    <w:p w:rsidR="005462CB" w:rsidRDefault="005462CB" w:rsidP="00D07B54">
      <w:pPr>
        <w:pStyle w:val="libNormal"/>
      </w:pPr>
    </w:p>
    <w:p w:rsidR="00DE2D7F" w:rsidRDefault="00DE2D7F" w:rsidP="00D07B54">
      <w:pPr>
        <w:pStyle w:val="libNormal"/>
        <w:rPr>
          <w:rtl/>
        </w:rPr>
      </w:pPr>
      <w:r>
        <w:rPr>
          <w:rtl/>
        </w:rPr>
        <w:t xml:space="preserve">ليكن بعض نے لكھا ہے كہ حضرت ايوب عليہ السلام كى طويل بيمارى كے باعث وہ ادھر ادھر بكھر چكے تھے جب حضرت ايوب عليہ السلام صحت ياب ہوگئے تو وہ پھر اپ كے گرد ا گردجمع ہوگئے _ </w:t>
      </w:r>
    </w:p>
    <w:p w:rsidR="00DE2D7F" w:rsidRDefault="00DE2D7F" w:rsidP="00D07B54">
      <w:pPr>
        <w:pStyle w:val="libNormal"/>
        <w:rPr>
          <w:rtl/>
        </w:rPr>
      </w:pPr>
      <w:r>
        <w:rPr>
          <w:rtl/>
        </w:rPr>
        <w:t>كچھ لوگو</w:t>
      </w:r>
      <w:r w:rsidR="007D6C9B">
        <w:rPr>
          <w:rtl/>
        </w:rPr>
        <w:t xml:space="preserve">ں </w:t>
      </w:r>
      <w:r>
        <w:rPr>
          <w:rtl/>
        </w:rPr>
        <w:t>نے يہ احتمال بھى ذكر كيا ہے كہ وہ سب يا ان مي</w:t>
      </w:r>
      <w:r w:rsidR="007D6C9B">
        <w:rPr>
          <w:rtl/>
        </w:rPr>
        <w:t xml:space="preserve">ں </w:t>
      </w:r>
      <w:r>
        <w:rPr>
          <w:rtl/>
        </w:rPr>
        <w:t>سے بعض افراد بھى طرح طرح كى بيماريو</w:t>
      </w:r>
      <w:r w:rsidR="007D6C9B">
        <w:rPr>
          <w:rtl/>
        </w:rPr>
        <w:t xml:space="preserve">ں </w:t>
      </w:r>
      <w:r>
        <w:rPr>
          <w:rtl/>
        </w:rPr>
        <w:t>مي</w:t>
      </w:r>
      <w:r w:rsidR="007D6C9B">
        <w:rPr>
          <w:rtl/>
        </w:rPr>
        <w:t xml:space="preserve">ں </w:t>
      </w:r>
      <w:r>
        <w:rPr>
          <w:rtl/>
        </w:rPr>
        <w:t>مبتلا ہوگئے تھے رحمت الہى ان كے شامل حال ہوئي وہ سب رو بصحت ہوئے اور پروانو</w:t>
      </w:r>
      <w:r w:rsidR="007D6C9B">
        <w:rPr>
          <w:rtl/>
        </w:rPr>
        <w:t xml:space="preserve">ں </w:t>
      </w:r>
      <w:r>
        <w:rPr>
          <w:rtl/>
        </w:rPr>
        <w:t xml:space="preserve">كى طرح وجود پدر كى شمع كے گرد جمع ہوئے _ </w:t>
      </w:r>
    </w:p>
    <w:p w:rsidR="00DE2D7F" w:rsidRDefault="00DE2D7F" w:rsidP="00D07B54">
      <w:pPr>
        <w:pStyle w:val="libNormal"/>
        <w:rPr>
          <w:rtl/>
        </w:rPr>
      </w:pPr>
      <w:r>
        <w:rPr>
          <w:rtl/>
        </w:rPr>
        <w:t xml:space="preserve">''اور ان كے ساتھ ان كے مانند بھى قرار ديئے ''يہ اس طرف اشارہ ہے كہ اللہ نے ان كے گھر كو پہلے سے بھى زيادہ اباد اور پر رونق كيا اور ايوب عليہ السلام كو مزيد بيٹے عطا كئے _ </w:t>
      </w:r>
    </w:p>
    <w:p w:rsidR="00DE2D7F" w:rsidRDefault="00DE2D7F" w:rsidP="00D07B54">
      <w:pPr>
        <w:pStyle w:val="libNormal"/>
        <w:rPr>
          <w:rtl/>
        </w:rPr>
      </w:pPr>
      <w:r>
        <w:rPr>
          <w:rtl/>
        </w:rPr>
        <w:t>قران مي</w:t>
      </w:r>
      <w:r w:rsidR="007D6C9B">
        <w:rPr>
          <w:rtl/>
        </w:rPr>
        <w:t xml:space="preserve">ں </w:t>
      </w:r>
      <w:r>
        <w:rPr>
          <w:rtl/>
        </w:rPr>
        <w:t>اگر چہ حضرت ايوب عليہ السلام كے مال و دولت كے بارے مي</w:t>
      </w:r>
      <w:r w:rsidR="007D6C9B">
        <w:rPr>
          <w:rtl/>
        </w:rPr>
        <w:t xml:space="preserve">ں </w:t>
      </w:r>
      <w:r>
        <w:rPr>
          <w:rtl/>
        </w:rPr>
        <w:t>بات نہي</w:t>
      </w:r>
      <w:r w:rsidR="007D6C9B">
        <w:rPr>
          <w:rtl/>
        </w:rPr>
        <w:t xml:space="preserve">ں </w:t>
      </w:r>
      <w:r>
        <w:rPr>
          <w:rtl/>
        </w:rPr>
        <w:t>كى گئي ليكن مو جودقرائن سے معلوم ہوتا ہے كہ اللہ نے پھر اپ كو مال ودولت بھى فراوا</w:t>
      </w:r>
      <w:r w:rsidR="007D6C9B">
        <w:rPr>
          <w:rtl/>
        </w:rPr>
        <w:t xml:space="preserve">ں </w:t>
      </w:r>
      <w:r>
        <w:rPr>
          <w:rtl/>
        </w:rPr>
        <w:t xml:space="preserve">تر عطا فرمايا_ </w:t>
      </w:r>
    </w:p>
    <w:p w:rsidR="00DE2D7F" w:rsidRDefault="00DE2D7F" w:rsidP="00D07B54">
      <w:pPr>
        <w:pStyle w:val="libNormal"/>
        <w:rPr>
          <w:rtl/>
        </w:rPr>
      </w:pPr>
    </w:p>
    <w:p w:rsidR="005462CB" w:rsidRDefault="00DE2D7F" w:rsidP="00D07B54">
      <w:pPr>
        <w:pStyle w:val="Heading2Center"/>
      </w:pPr>
      <w:bookmarkStart w:id="299" w:name="_Toc7268696"/>
      <w:r>
        <w:rPr>
          <w:rtl/>
        </w:rPr>
        <w:t>حضرت ايوب عليہ السلام كى قسم</w:t>
      </w:r>
      <w:bookmarkEnd w:id="299"/>
    </w:p>
    <w:p w:rsidR="00DE2D7F" w:rsidRDefault="00DE2D7F" w:rsidP="00D07B54">
      <w:pPr>
        <w:pStyle w:val="libNormal"/>
        <w:rPr>
          <w:rtl/>
        </w:rPr>
      </w:pPr>
      <w:r>
        <w:rPr>
          <w:rtl/>
        </w:rPr>
        <w:t xml:space="preserve"> اب صرف ايك مشكل ايوب عليہ السلام كے لئے باقى تھى ،وہ قسم جو انھو</w:t>
      </w:r>
      <w:r w:rsidR="007D6C9B">
        <w:rPr>
          <w:rtl/>
        </w:rPr>
        <w:t xml:space="preserve">ں </w:t>
      </w:r>
      <w:r>
        <w:rPr>
          <w:rtl/>
        </w:rPr>
        <w:t>نے اپنى بيوى كے بارے مي</w:t>
      </w:r>
      <w:r w:rsidR="007D6C9B">
        <w:rPr>
          <w:rtl/>
        </w:rPr>
        <w:t xml:space="preserve">ں </w:t>
      </w:r>
      <w:r>
        <w:rPr>
          <w:rtl/>
        </w:rPr>
        <w:t>كھائي تھى اور وہ يہ تھى كہ انھو</w:t>
      </w:r>
      <w:r w:rsidR="007D6C9B">
        <w:rPr>
          <w:rtl/>
        </w:rPr>
        <w:t xml:space="preserve">ں </w:t>
      </w:r>
      <w:r>
        <w:rPr>
          <w:rtl/>
        </w:rPr>
        <w:t>نے ان سے كوئي خلاف مرضى كام ديكھا تھا لہذا انھو</w:t>
      </w:r>
      <w:r w:rsidR="007D6C9B">
        <w:rPr>
          <w:rtl/>
        </w:rPr>
        <w:t xml:space="preserve">ں </w:t>
      </w:r>
      <w:r>
        <w:rPr>
          <w:rtl/>
        </w:rPr>
        <w:t>نے اس بيمارى كى حالت مي</w:t>
      </w:r>
      <w:r w:rsidR="007D6C9B">
        <w:rPr>
          <w:rtl/>
        </w:rPr>
        <w:t xml:space="preserve">ں </w:t>
      </w:r>
      <w:r>
        <w:rPr>
          <w:rtl/>
        </w:rPr>
        <w:t>قسم كھائي كہ جس وقت ان مي</w:t>
      </w:r>
      <w:r w:rsidR="007D6C9B">
        <w:rPr>
          <w:rtl/>
        </w:rPr>
        <w:t xml:space="preserve">ں </w:t>
      </w:r>
      <w:r>
        <w:rPr>
          <w:rtl/>
        </w:rPr>
        <w:t>طاقت پيدا ہو گئي تو وہ اسے ايك سويا اس سے كچھ كم كوڑے ماري</w:t>
      </w:r>
      <w:r w:rsidR="007D6C9B">
        <w:rPr>
          <w:rtl/>
        </w:rPr>
        <w:t xml:space="preserve">ں </w:t>
      </w:r>
      <w:r>
        <w:rPr>
          <w:rtl/>
        </w:rPr>
        <w:t xml:space="preserve">گے،ليكن صحت يابى كے بعد وہ چاہتے تھے _ </w:t>
      </w:r>
    </w:p>
    <w:p w:rsidR="00DE2D7F" w:rsidRDefault="00DE2D7F" w:rsidP="00D07B54">
      <w:pPr>
        <w:pStyle w:val="libNormal"/>
        <w:rPr>
          <w:rtl/>
        </w:rPr>
      </w:pPr>
      <w:r>
        <w:rPr>
          <w:rtl/>
        </w:rPr>
        <w:t>كہ اس كى خدمات اور وفاداريو</w:t>
      </w:r>
      <w:r w:rsidR="007D6C9B">
        <w:rPr>
          <w:rtl/>
        </w:rPr>
        <w:t xml:space="preserve">ں </w:t>
      </w:r>
      <w:r>
        <w:rPr>
          <w:rtl/>
        </w:rPr>
        <w:t>كا لحاظ ركھتے ہوئے اسے معاف كردي</w:t>
      </w:r>
      <w:r w:rsidR="007D6C9B">
        <w:rPr>
          <w:rtl/>
        </w:rPr>
        <w:t xml:space="preserve">ں </w:t>
      </w:r>
      <w:r>
        <w:rPr>
          <w:rtl/>
        </w:rPr>
        <w:t>ليكن قسم اور خدا كے نام كا مسئلہ درميان مي</w:t>
      </w:r>
      <w:r w:rsidR="007D6C9B">
        <w:rPr>
          <w:rtl/>
        </w:rPr>
        <w:t xml:space="preserve">ں </w:t>
      </w:r>
      <w:r>
        <w:rPr>
          <w:rtl/>
        </w:rPr>
        <w:t xml:space="preserve">تھا_ </w:t>
      </w:r>
    </w:p>
    <w:p w:rsidR="00DE2D7F" w:rsidRDefault="00DE2D7F" w:rsidP="00D07B54">
      <w:pPr>
        <w:pStyle w:val="libNormal"/>
        <w:rPr>
          <w:rtl/>
        </w:rPr>
      </w:pPr>
      <w:r>
        <w:rPr>
          <w:rtl/>
        </w:rPr>
        <w:t>خدانے يہ مشكل بھى ان كے لئے حل كر دى ،جيسا كہ قران كہتا ہے كہ ان سے فرمايا گيا:''گندم كى شاخو</w:t>
      </w:r>
      <w:r w:rsidR="007D6C9B">
        <w:rPr>
          <w:rtl/>
        </w:rPr>
        <w:t xml:space="preserve">ں </w:t>
      </w:r>
      <w:r>
        <w:rPr>
          <w:rtl/>
        </w:rPr>
        <w:t>(يا اسى قسم كى كسى چيز ) كى ايك مٹھى بھر لو اور اس كے ساتھ مارو اور اپنى قسم نہ توڑو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ص ايت </w:t>
      </w:r>
      <w:r w:rsidR="00E664BB">
        <w:rPr>
          <w:rtl/>
        </w:rPr>
        <w:t>44</w:t>
      </w:r>
      <w:r>
        <w:rPr>
          <w:rtl/>
        </w:rPr>
        <w:t xml:space="preserve"> </w:t>
      </w:r>
    </w:p>
    <w:p w:rsidR="005462CB" w:rsidRDefault="001648F9" w:rsidP="00D07B54">
      <w:pPr>
        <w:pStyle w:val="libNormal"/>
      </w:pPr>
      <w:r>
        <w:rPr>
          <w:rtl/>
        </w:rPr>
        <w:t xml:space="preserve"> </w:t>
      </w:r>
      <w:r>
        <w:rPr>
          <w:rtl/>
        </w:rPr>
        <w:br w:type="page"/>
      </w:r>
    </w:p>
    <w:p w:rsidR="005462CB" w:rsidRDefault="005462CB" w:rsidP="00D07B54">
      <w:pPr>
        <w:pStyle w:val="libNormal"/>
      </w:pPr>
    </w:p>
    <w:p w:rsidR="00DE2D7F" w:rsidRDefault="00DE2D7F" w:rsidP="00D07B54">
      <w:pPr>
        <w:pStyle w:val="libNormal"/>
        <w:rPr>
          <w:rtl/>
        </w:rPr>
      </w:pPr>
      <w:r>
        <w:rPr>
          <w:rtl/>
        </w:rPr>
        <w:t>حضرت ايوب عليہ السلام كى بيوى كا نام ايك روايت كے مطابق ''ليا'' بنت يعقوب تھا ،اس بارے مي</w:t>
      </w:r>
      <w:r w:rsidR="007D6C9B">
        <w:rPr>
          <w:rtl/>
        </w:rPr>
        <w:t xml:space="preserve">ں </w:t>
      </w:r>
      <w:r>
        <w:rPr>
          <w:rtl/>
        </w:rPr>
        <w:t xml:space="preserve">كہ اس سے كون سى غلطى ہوئي تھى مفسرين كے درميان بحث ہے _ </w:t>
      </w:r>
    </w:p>
    <w:p w:rsidR="00DE2D7F" w:rsidRDefault="00DE2D7F" w:rsidP="00D07B54">
      <w:pPr>
        <w:pStyle w:val="libNormal"/>
        <w:rPr>
          <w:rtl/>
        </w:rPr>
      </w:pPr>
      <w:r>
        <w:rPr>
          <w:rtl/>
        </w:rPr>
        <w:t>مشہورترين مفسر ،ابن عباس سے نقل ہوا ہے كہ شيطان يا (كوئي شيطان صفت )ايك طبيب كى صورت مي</w:t>
      </w:r>
      <w:r w:rsidR="007D6C9B">
        <w:rPr>
          <w:rtl/>
        </w:rPr>
        <w:t xml:space="preserve">ں </w:t>
      </w:r>
      <w:r>
        <w:rPr>
          <w:rtl/>
        </w:rPr>
        <w:t>ايوب عليہ السلام كى بيوى كے پاس ايا اس نے كہا :مي</w:t>
      </w:r>
      <w:r w:rsidR="007D6C9B">
        <w:rPr>
          <w:rtl/>
        </w:rPr>
        <w:t xml:space="preserve">ں </w:t>
      </w:r>
      <w:r>
        <w:rPr>
          <w:rtl/>
        </w:rPr>
        <w:t>تيرے شوہر كا علاج كرتا ہو</w:t>
      </w:r>
      <w:r w:rsidR="007D6C9B">
        <w:rPr>
          <w:rtl/>
        </w:rPr>
        <w:t xml:space="preserve">ں </w:t>
      </w:r>
      <w:r>
        <w:rPr>
          <w:rtl/>
        </w:rPr>
        <w:t>صرف اس شرط پر كہ جس وقت وہ ٹھيك ہو جائے تو وہ مجھ سے يہ كہہ دے كہ صرف مي</w:t>
      </w:r>
      <w:r w:rsidR="007D6C9B">
        <w:rPr>
          <w:rtl/>
        </w:rPr>
        <w:t xml:space="preserve">ں </w:t>
      </w:r>
      <w:r>
        <w:rPr>
          <w:rtl/>
        </w:rPr>
        <w:t>نے اسے شفا ياب كيا ہے،اس كے علاوہ مي</w:t>
      </w:r>
      <w:r w:rsidR="007D6C9B">
        <w:rPr>
          <w:rtl/>
        </w:rPr>
        <w:t xml:space="preserve">ں </w:t>
      </w:r>
      <w:r>
        <w:rPr>
          <w:rtl/>
        </w:rPr>
        <w:t>اور كوئي اجرت نہي</w:t>
      </w:r>
      <w:r w:rsidR="007D6C9B">
        <w:rPr>
          <w:rtl/>
        </w:rPr>
        <w:t xml:space="preserve">ں </w:t>
      </w:r>
      <w:r>
        <w:rPr>
          <w:rtl/>
        </w:rPr>
        <w:t>چاہتا _ان كى بيوى نے جو ان كى مسلسل بيمارى كى وجہ سے سخت پريشان تھى اس شرط كو قبول كر ليا اور حضرت ايوب عليہ السلام كے سامنے يہ تجويز پيش كي،حضرت ايوب عليہ السلام جو شيطان كے جال كو سمجھتے تھے ،بہت ناراض ہوئے اور قسم كھائي كہ وہ اپنى بيوى كو سزا دي</w:t>
      </w:r>
      <w:r w:rsidR="007D6C9B">
        <w:rPr>
          <w:rtl/>
        </w:rPr>
        <w:t xml:space="preserve">ں </w:t>
      </w:r>
      <w:r>
        <w:rPr>
          <w:rtl/>
        </w:rPr>
        <w:t xml:space="preserve">گے_ </w:t>
      </w:r>
    </w:p>
    <w:p w:rsidR="00DE2D7F" w:rsidRDefault="00DE2D7F" w:rsidP="00D07B54">
      <w:pPr>
        <w:pStyle w:val="libNormal"/>
        <w:rPr>
          <w:rtl/>
        </w:rPr>
      </w:pPr>
      <w:r>
        <w:rPr>
          <w:rtl/>
        </w:rPr>
        <w:t>بعض نے كہا ہے كہ جناب ايوب عليہ السلام نے اسے كسى كام كے لئے بھيجا تھا تو اس نے دير كردي، حضرت ايوب عليہ السلام چونكہ بيمارى سے تكليف مي</w:t>
      </w:r>
      <w:r w:rsidR="007D6C9B">
        <w:rPr>
          <w:rtl/>
        </w:rPr>
        <w:t xml:space="preserve">ں </w:t>
      </w:r>
      <w:r>
        <w:rPr>
          <w:rtl/>
        </w:rPr>
        <w:t>تھے ،بہت پريشان ہوئے اور اس طرح كى قسم كھائي_ بہر حال اگر وہ ايك طرف سے اس قسم كى سزا كى مستحق تھى تو دوسرى طرف اس طويل بيمارى مي</w:t>
      </w:r>
      <w:r w:rsidR="007D6C9B">
        <w:rPr>
          <w:rtl/>
        </w:rPr>
        <w:t xml:space="preserve">ں </w:t>
      </w:r>
      <w:r>
        <w:rPr>
          <w:rtl/>
        </w:rPr>
        <w:t xml:space="preserve">اس كى وفاداري، خدمت اور تيماردارى اس قسم كے عفو و در گذر كا استحقاق بھى ركھتى تھى _ </w:t>
      </w:r>
    </w:p>
    <w:p w:rsidR="00DE2D7F" w:rsidRDefault="00DE2D7F" w:rsidP="00D07B54">
      <w:pPr>
        <w:pStyle w:val="libNormal"/>
        <w:rPr>
          <w:rtl/>
        </w:rPr>
      </w:pPr>
      <w:r>
        <w:rPr>
          <w:rtl/>
        </w:rPr>
        <w:t>يہ ٹھيك ہے كہ گندم كى شاخو</w:t>
      </w:r>
      <w:r w:rsidR="007D6C9B">
        <w:rPr>
          <w:rtl/>
        </w:rPr>
        <w:t xml:space="preserve">ں </w:t>
      </w:r>
      <w:r>
        <w:rPr>
          <w:rtl/>
        </w:rPr>
        <w:t>كے ايك دستہ يا خوشہ خرما كى لكڑيو</w:t>
      </w:r>
      <w:r w:rsidR="007D6C9B">
        <w:rPr>
          <w:rtl/>
        </w:rPr>
        <w:t xml:space="preserve">ں </w:t>
      </w:r>
      <w:r>
        <w:rPr>
          <w:rtl/>
        </w:rPr>
        <w:t>سے مارنا ان كى قسم كا واقعى مصداق نہي</w:t>
      </w:r>
      <w:r w:rsidR="007D6C9B">
        <w:rPr>
          <w:rtl/>
        </w:rPr>
        <w:t xml:space="preserve">ں </w:t>
      </w:r>
      <w:r>
        <w:rPr>
          <w:rtl/>
        </w:rPr>
        <w:t>تھا ليكن خدا كے نام كے احترام كى حفاظت اور قانون شكنى پھيلنے سے روكنے كے لئے انھو</w:t>
      </w:r>
      <w:r w:rsidR="007D6C9B">
        <w:rPr>
          <w:rtl/>
        </w:rPr>
        <w:t xml:space="preserve">ں </w:t>
      </w:r>
      <w:r>
        <w:rPr>
          <w:rtl/>
        </w:rPr>
        <w:t>نے يہ كام كيا اور يہ بات صرف اس صورت مي</w:t>
      </w:r>
      <w:r w:rsidR="007D6C9B">
        <w:rPr>
          <w:rtl/>
        </w:rPr>
        <w:t xml:space="preserve">ں </w:t>
      </w:r>
      <w:r>
        <w:rPr>
          <w:rtl/>
        </w:rPr>
        <w:t>ہے كہ كوئي مستحق عفو و در گذر ہو،اور انسان چاہے كہ عفو و درگذر كے باجود قانون كے ظاہر كو بھى محفوظ ركھے ورنہ ايسے مواقع پر جہا</w:t>
      </w:r>
      <w:r w:rsidR="007D6C9B">
        <w:rPr>
          <w:rtl/>
        </w:rPr>
        <w:t xml:space="preserve">ں </w:t>
      </w:r>
      <w:r>
        <w:rPr>
          <w:rtl/>
        </w:rPr>
        <w:t>استحقاق عفو و بخشش نہ ہو وہا</w:t>
      </w:r>
      <w:r w:rsidR="007D6C9B">
        <w:rPr>
          <w:rtl/>
        </w:rPr>
        <w:t xml:space="preserve">ں </w:t>
      </w:r>
      <w:r>
        <w:rPr>
          <w:rtl/>
        </w:rPr>
        <w:t>ہر گز اس كام كى اجازت نہي</w:t>
      </w:r>
      <w:r w:rsidR="007D6C9B">
        <w:rPr>
          <w:rtl/>
        </w:rPr>
        <w:t xml:space="preserve">ں </w:t>
      </w:r>
      <w:r>
        <w:rPr>
          <w:rtl/>
        </w:rPr>
        <w:t>ہے_قران مي</w:t>
      </w:r>
      <w:r w:rsidR="007D6C9B">
        <w:rPr>
          <w:rtl/>
        </w:rPr>
        <w:t xml:space="preserve">ں </w:t>
      </w:r>
      <w:r>
        <w:rPr>
          <w:rtl/>
        </w:rPr>
        <w:t>اس واقعہ كے اخرى جملے مي</w:t>
      </w:r>
      <w:r w:rsidR="007D6C9B">
        <w:rPr>
          <w:rtl/>
        </w:rPr>
        <w:t xml:space="preserve">ں </w:t>
      </w:r>
      <w:r>
        <w:rPr>
          <w:rtl/>
        </w:rPr>
        <w:t>جو اس داستان كى ابتداء و انتہاكا نچوڑ ہے ،فرمايا گيا ہے:''ہم نے اسے صابر و شكيبا پايا ،ايوب كتنا اچھا بندہ تھا جو ہمارى طر ف بہت زيادہ باز گشت كرنے والا تھا''_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ص ايت </w:t>
      </w:r>
      <w:r w:rsidR="00E664BB">
        <w:rPr>
          <w:rtl/>
        </w:rPr>
        <w:t>44</w:t>
      </w:r>
      <w:r>
        <w:rPr>
          <w:rtl/>
        </w:rPr>
        <w:t xml:space="preserve"> </w:t>
      </w:r>
    </w:p>
    <w:p w:rsidR="005462CB" w:rsidRDefault="001648F9" w:rsidP="00D07B54">
      <w:pPr>
        <w:pStyle w:val="libNormal"/>
      </w:pPr>
      <w:r>
        <w:rPr>
          <w:rtl/>
        </w:rPr>
        <w:t xml:space="preserve"> </w:t>
      </w:r>
      <w:r>
        <w:rPr>
          <w:rtl/>
        </w:rPr>
        <w:br w:type="page"/>
      </w:r>
    </w:p>
    <w:p w:rsidR="005462CB" w:rsidRDefault="005462CB" w:rsidP="00D07B54">
      <w:pPr>
        <w:pStyle w:val="libNormal"/>
      </w:pPr>
    </w:p>
    <w:p w:rsidR="00DE2D7F" w:rsidRDefault="00DE2D7F" w:rsidP="00D07B54">
      <w:pPr>
        <w:pStyle w:val="libNormal"/>
        <w:rPr>
          <w:rtl/>
        </w:rPr>
      </w:pPr>
      <w:r>
        <w:rPr>
          <w:rtl/>
        </w:rPr>
        <w:t>يہ بات كہے بغير ہى ظاہر ہے كہ ان كا خدا كى بارگاہ مي</w:t>
      </w:r>
      <w:r w:rsidR="007D6C9B">
        <w:rPr>
          <w:rtl/>
        </w:rPr>
        <w:t xml:space="preserve">ں </w:t>
      </w:r>
      <w:r>
        <w:rPr>
          <w:rtl/>
        </w:rPr>
        <w:t>دعاكرنا اور شيطان كو وسوسو</w:t>
      </w:r>
      <w:r w:rsidR="007D6C9B">
        <w:rPr>
          <w:rtl/>
        </w:rPr>
        <w:t xml:space="preserve">ں </w:t>
      </w:r>
      <w:r>
        <w:rPr>
          <w:rtl/>
        </w:rPr>
        <w:t>اور درد ،تكليف اور بيمارى كے درو ہونے كا تقاضا كرنا،مقام صبر و شكيبائي كے منافى نہي</w:t>
      </w:r>
      <w:r w:rsidR="007D6C9B">
        <w:rPr>
          <w:rtl/>
        </w:rPr>
        <w:t xml:space="preserve">ں </w:t>
      </w:r>
      <w:r>
        <w:rPr>
          <w:rtl/>
        </w:rPr>
        <w:t xml:space="preserve">اور وہ بھى سات سال اور ايك روايت كے مطابق اٹھارہ سال تك بيمارى اور فقر و نادارى كے ساتھ نبھا نے اور شاكر رہنے كے بعد_ </w:t>
      </w:r>
    </w:p>
    <w:p w:rsidR="00DE2D7F" w:rsidRDefault="00DE2D7F" w:rsidP="00D07B54">
      <w:pPr>
        <w:pStyle w:val="libNormal"/>
        <w:rPr>
          <w:rtl/>
        </w:rPr>
      </w:pPr>
      <w:r>
        <w:rPr>
          <w:rtl/>
        </w:rPr>
        <w:t>قابل توجہ بات يہ ہے كہ اس جملے مي</w:t>
      </w:r>
      <w:r w:rsidR="007D6C9B">
        <w:rPr>
          <w:rtl/>
        </w:rPr>
        <w:t xml:space="preserve">ں </w:t>
      </w:r>
      <w:r>
        <w:rPr>
          <w:rtl/>
        </w:rPr>
        <w:t>حضرت ايوب عليہ السلام كى تين اہم صفات كے ساتھ تو صيف كى گئي ہے كہ جو جس كسى مي</w:t>
      </w:r>
      <w:r w:rsidR="007D6C9B">
        <w:rPr>
          <w:rtl/>
        </w:rPr>
        <w:t xml:space="preserve">ں </w:t>
      </w:r>
      <w:r>
        <w:rPr>
          <w:rtl/>
        </w:rPr>
        <w:t>بھى پائي جائي</w:t>
      </w:r>
      <w:r w:rsidR="007D6C9B">
        <w:rPr>
          <w:rtl/>
        </w:rPr>
        <w:t xml:space="preserve">ں </w:t>
      </w:r>
      <w:r>
        <w:rPr>
          <w:rtl/>
        </w:rPr>
        <w:t xml:space="preserve">وہ ايك انسان كا مل ہوتا ہے _ </w:t>
      </w:r>
    </w:p>
    <w:p w:rsidR="00DE2D7F" w:rsidRDefault="00E664BB" w:rsidP="00D07B54">
      <w:pPr>
        <w:pStyle w:val="libNormal"/>
        <w:rPr>
          <w:rtl/>
        </w:rPr>
      </w:pPr>
      <w:r>
        <w:rPr>
          <w:rtl/>
        </w:rPr>
        <w:t>1</w:t>
      </w:r>
      <w:r w:rsidR="00DE2D7F">
        <w:rPr>
          <w:rtl/>
        </w:rPr>
        <w:t>_مقام عبوديت</w:t>
      </w:r>
      <w:r>
        <w:rPr>
          <w:rtl/>
        </w:rPr>
        <w:t>2</w:t>
      </w:r>
      <w:r w:rsidR="00DE2D7F">
        <w:rPr>
          <w:rtl/>
        </w:rPr>
        <w:t>_صبر و استقامت</w:t>
      </w:r>
      <w:r>
        <w:rPr>
          <w:rtl/>
        </w:rPr>
        <w:t>3</w:t>
      </w:r>
      <w:r w:rsidR="00DE2D7F">
        <w:rPr>
          <w:rtl/>
        </w:rPr>
        <w:t xml:space="preserve">_پے در پے خدا كى طرف باز گشت_ </w:t>
      </w:r>
    </w:p>
    <w:p w:rsidR="00DE2D7F" w:rsidRDefault="00DE2D7F" w:rsidP="00D07B54">
      <w:pPr>
        <w:pStyle w:val="libNormal"/>
        <w:rPr>
          <w:rtl/>
        </w:rPr>
      </w:pPr>
    </w:p>
    <w:p w:rsidR="005462CB" w:rsidRDefault="00DE2D7F" w:rsidP="00D07B54">
      <w:pPr>
        <w:pStyle w:val="Heading2Center"/>
      </w:pPr>
      <w:bookmarkStart w:id="300" w:name="_Toc7268697"/>
      <w:r>
        <w:rPr>
          <w:rtl/>
        </w:rPr>
        <w:t>حضرت ايوب عليہ السلام قرآن اور توريت مي</w:t>
      </w:r>
      <w:r w:rsidR="007D6C9B">
        <w:rPr>
          <w:rtl/>
        </w:rPr>
        <w:t>ں</w:t>
      </w:r>
      <w:bookmarkEnd w:id="300"/>
      <w:r w:rsidR="007D6C9B">
        <w:rPr>
          <w:rtl/>
        </w:rPr>
        <w:t xml:space="preserve"> </w:t>
      </w:r>
    </w:p>
    <w:p w:rsidR="00DE2D7F" w:rsidRDefault="00DE2D7F" w:rsidP="00D07B54">
      <w:pPr>
        <w:pStyle w:val="libNormal"/>
        <w:rPr>
          <w:rtl/>
        </w:rPr>
      </w:pPr>
      <w:r>
        <w:rPr>
          <w:rtl/>
        </w:rPr>
        <w:t>اس عظيم پيغمبر كا پاك چہرہ ،جو صبر و شكيبائي كا مظہر ہے ،يہا</w:t>
      </w:r>
      <w:r w:rsidR="007D6C9B">
        <w:rPr>
          <w:rtl/>
        </w:rPr>
        <w:t xml:space="preserve">ں </w:t>
      </w:r>
      <w:r>
        <w:rPr>
          <w:rtl/>
        </w:rPr>
        <w:t>تك كہ صبر ايوب عليہ السلام سب كے لئے ضرب المثل ہو گيا ہے ،قران مجيد مي</w:t>
      </w:r>
      <w:r w:rsidR="007D6C9B">
        <w:rPr>
          <w:rtl/>
        </w:rPr>
        <w:t xml:space="preserve">ں </w:t>
      </w:r>
      <w:r>
        <w:rPr>
          <w:rtl/>
        </w:rPr>
        <w:t>ہم نے ديكھ ليا ہے كہ خدا نے كس طرح سے اس داستان كى ابتدااور انتہا مي</w:t>
      </w:r>
      <w:r w:rsidR="007D6C9B">
        <w:rPr>
          <w:rtl/>
        </w:rPr>
        <w:t xml:space="preserve">ں </w:t>
      </w:r>
      <w:r>
        <w:rPr>
          <w:rtl/>
        </w:rPr>
        <w:t xml:space="preserve">ان كى تعريف كى ہے_ </w:t>
      </w:r>
    </w:p>
    <w:p w:rsidR="00DE2D7F" w:rsidRDefault="00DE2D7F" w:rsidP="00D07B54">
      <w:pPr>
        <w:pStyle w:val="libNormal"/>
        <w:rPr>
          <w:rtl/>
        </w:rPr>
      </w:pPr>
      <w:r>
        <w:rPr>
          <w:rtl/>
        </w:rPr>
        <w:t>ليكن افسوس كے ساتھ كہنا پڑتا ہے كہ اس عظيم پيغمبر كى سر گزشت بھى جاہلو</w:t>
      </w:r>
      <w:r w:rsidR="007D6C9B">
        <w:rPr>
          <w:rtl/>
        </w:rPr>
        <w:t xml:space="preserve">ں </w:t>
      </w:r>
      <w:r>
        <w:rPr>
          <w:rtl/>
        </w:rPr>
        <w:t>يا دانا دشمنو</w:t>
      </w:r>
      <w:r w:rsidR="007D6C9B">
        <w:rPr>
          <w:rtl/>
        </w:rPr>
        <w:t xml:space="preserve">ں </w:t>
      </w:r>
      <w:r>
        <w:rPr>
          <w:rtl/>
        </w:rPr>
        <w:t>كى دستبرد سے محفوظ نہ رہى اور ايسے ايسے خرافات ان پر باندھے گئے جن سے ان كى مقدس و پاك شخصيت منزہ ہے ،ان مي</w:t>
      </w:r>
      <w:r w:rsidR="007D6C9B">
        <w:rPr>
          <w:rtl/>
        </w:rPr>
        <w:t xml:space="preserve">ں </w:t>
      </w:r>
      <w:r>
        <w:rPr>
          <w:rtl/>
        </w:rPr>
        <w:t>سے ايك يہ ہے كہ بيمارى كے وقت حضرت ايوب عليہ السلام كے بدن مي</w:t>
      </w:r>
      <w:r w:rsidR="007D6C9B">
        <w:rPr>
          <w:rtl/>
        </w:rPr>
        <w:t xml:space="preserve">ں </w:t>
      </w:r>
      <w:r>
        <w:rPr>
          <w:rtl/>
        </w:rPr>
        <w:t>كيڑے پڑگئے تھے اور ان مي</w:t>
      </w:r>
      <w:r w:rsidR="007D6C9B">
        <w:rPr>
          <w:rtl/>
        </w:rPr>
        <w:t xml:space="preserve">ں </w:t>
      </w:r>
      <w:r>
        <w:rPr>
          <w:rtl/>
        </w:rPr>
        <w:t>بدبو پيدا ہو گئي تھى كہ بستى والو</w:t>
      </w:r>
      <w:r w:rsidR="007D6C9B">
        <w:rPr>
          <w:rtl/>
        </w:rPr>
        <w:t xml:space="preserve">ں </w:t>
      </w:r>
      <w:r>
        <w:rPr>
          <w:rtl/>
        </w:rPr>
        <w:t>نے انھي</w:t>
      </w:r>
      <w:r w:rsidR="007D6C9B">
        <w:rPr>
          <w:rtl/>
        </w:rPr>
        <w:t xml:space="preserve">ں </w:t>
      </w:r>
      <w:r>
        <w:rPr>
          <w:rtl/>
        </w:rPr>
        <w:t xml:space="preserve">ابادى سے باہر نكال ديا _ </w:t>
      </w:r>
    </w:p>
    <w:p w:rsidR="00DE2D7F" w:rsidRDefault="00DE2D7F" w:rsidP="00D07B54">
      <w:pPr>
        <w:pStyle w:val="libNormal"/>
        <w:rPr>
          <w:rtl/>
        </w:rPr>
      </w:pPr>
      <w:r>
        <w:rPr>
          <w:rtl/>
        </w:rPr>
        <w:t>بلا شك و شبہ اس قسم كى روايت جعلى اور من گھڑت ہے ،چاہے وہ حديث كى كتابو</w:t>
      </w:r>
      <w:r w:rsidR="007D6C9B">
        <w:rPr>
          <w:rtl/>
        </w:rPr>
        <w:t xml:space="preserve">ں </w:t>
      </w:r>
      <w:r>
        <w:rPr>
          <w:rtl/>
        </w:rPr>
        <w:t>كے اندر ہى كيو</w:t>
      </w:r>
      <w:r w:rsidR="007D6C9B">
        <w:rPr>
          <w:rtl/>
        </w:rPr>
        <w:t xml:space="preserve">ں </w:t>
      </w:r>
      <w:r>
        <w:rPr>
          <w:rtl/>
        </w:rPr>
        <w:t>نہ ذكر ہوئي ہو</w:t>
      </w:r>
      <w:r w:rsidR="007D6C9B">
        <w:rPr>
          <w:rtl/>
        </w:rPr>
        <w:t xml:space="preserve">ں </w:t>
      </w:r>
      <w:r>
        <w:rPr>
          <w:rtl/>
        </w:rPr>
        <w:t>،كيونكہ پيغمبر و</w:t>
      </w:r>
      <w:r w:rsidR="007D6C9B">
        <w:rPr>
          <w:rtl/>
        </w:rPr>
        <w:t xml:space="preserve">ں </w:t>
      </w:r>
      <w:r>
        <w:rPr>
          <w:rtl/>
        </w:rPr>
        <w:t>كى رسالت كا تقاضا يہ ہے كہ لوگ ہر وقت اور ہر زمانے مي</w:t>
      </w:r>
      <w:r w:rsidR="007D6C9B">
        <w:rPr>
          <w:rtl/>
        </w:rPr>
        <w:t xml:space="preserve">ں </w:t>
      </w:r>
      <w:r>
        <w:rPr>
          <w:rtl/>
        </w:rPr>
        <w:t>ميل و رغبت كے ساتھ ان سے مل سكي</w:t>
      </w:r>
      <w:r w:rsidR="007D6C9B">
        <w:rPr>
          <w:rtl/>
        </w:rPr>
        <w:t xml:space="preserve">ں </w:t>
      </w:r>
      <w:r>
        <w:rPr>
          <w:rtl/>
        </w:rPr>
        <w:t>اور جو بات لوگو</w:t>
      </w:r>
      <w:r w:rsidR="007D6C9B">
        <w:rPr>
          <w:rtl/>
        </w:rPr>
        <w:t xml:space="preserve">ں </w:t>
      </w:r>
      <w:r>
        <w:rPr>
          <w:rtl/>
        </w:rPr>
        <w:t>كے تنفر و بے زارى اور افراد كے ان سے دور رہنے كا موجب بنے ،چاہے وہ تنفر بيماريا</w:t>
      </w:r>
      <w:r w:rsidR="007D6C9B">
        <w:rPr>
          <w:rtl/>
        </w:rPr>
        <w:t xml:space="preserve">ں </w:t>
      </w:r>
      <w:r>
        <w:rPr>
          <w:rtl/>
        </w:rPr>
        <w:t>ہو</w:t>
      </w:r>
      <w:r w:rsidR="007D6C9B">
        <w:rPr>
          <w:rtl/>
        </w:rPr>
        <w:t xml:space="preserve">ں </w:t>
      </w:r>
      <w:r>
        <w:rPr>
          <w:rtl/>
        </w:rPr>
        <w:t>يا عيوب جسمانى يا اخلاقى خشونت و سختى ،ان مي</w:t>
      </w:r>
      <w:r w:rsidR="007D6C9B">
        <w:rPr>
          <w:rtl/>
        </w:rPr>
        <w:t xml:space="preserve">ں </w:t>
      </w:r>
      <w:r>
        <w:rPr>
          <w:rtl/>
        </w:rPr>
        <w:t>نہي</w:t>
      </w:r>
      <w:r w:rsidR="007D6C9B">
        <w:rPr>
          <w:rtl/>
        </w:rPr>
        <w:t xml:space="preserve">ں </w:t>
      </w:r>
      <w:r>
        <w:rPr>
          <w:rtl/>
        </w:rPr>
        <w:t>ہو</w:t>
      </w:r>
      <w:r w:rsidR="007D6C9B">
        <w:rPr>
          <w:rtl/>
        </w:rPr>
        <w:t xml:space="preserve">ں </w:t>
      </w:r>
      <w:r>
        <w:rPr>
          <w:rtl/>
        </w:rPr>
        <w:t>گي،كيونكہ يہ چيزي</w:t>
      </w:r>
      <w:r w:rsidR="007D6C9B">
        <w:rPr>
          <w:rtl/>
        </w:rPr>
        <w:t xml:space="preserve">ں </w:t>
      </w:r>
      <w:r>
        <w:rPr>
          <w:rtl/>
        </w:rPr>
        <w:t>ان كے فلسفہ رسالت سے تضاد ركھتى ہي</w:t>
      </w:r>
      <w:r w:rsidR="007D6C9B">
        <w:rPr>
          <w:rtl/>
        </w:rPr>
        <w:t xml:space="preserve">ں </w:t>
      </w:r>
      <w:r>
        <w:rPr>
          <w:rtl/>
        </w:rPr>
        <w:t xml:space="preserve">_ </w:t>
      </w:r>
    </w:p>
    <w:p w:rsidR="005462CB" w:rsidRDefault="001648F9" w:rsidP="00D07B54">
      <w:pPr>
        <w:pStyle w:val="libNormal"/>
      </w:pPr>
      <w:r>
        <w:rPr>
          <w:rtl/>
        </w:rPr>
        <w:t xml:space="preserve"> </w:t>
      </w:r>
      <w:r>
        <w:rPr>
          <w:rtl/>
        </w:rPr>
        <w:br w:type="page"/>
      </w:r>
    </w:p>
    <w:p w:rsidR="005462CB" w:rsidRDefault="005462CB" w:rsidP="00D07B54">
      <w:pPr>
        <w:pStyle w:val="libNormal"/>
      </w:pPr>
    </w:p>
    <w:p w:rsidR="00DE2D7F" w:rsidRDefault="00DE2D7F" w:rsidP="00D07B54">
      <w:pPr>
        <w:pStyle w:val="libNormal"/>
        <w:rPr>
          <w:rtl/>
        </w:rPr>
      </w:pPr>
      <w:r>
        <w:rPr>
          <w:rtl/>
        </w:rPr>
        <w:t>ليكن توريت مي</w:t>
      </w:r>
      <w:r w:rsidR="007D6C9B">
        <w:rPr>
          <w:rtl/>
        </w:rPr>
        <w:t xml:space="preserve">ں </w:t>
      </w:r>
      <w:r>
        <w:rPr>
          <w:rtl/>
        </w:rPr>
        <w:t>ايك مفصل قصہ ''ايوب''كے بارے مي</w:t>
      </w:r>
      <w:r w:rsidR="007D6C9B">
        <w:rPr>
          <w:rtl/>
        </w:rPr>
        <w:t xml:space="preserve">ں </w:t>
      </w:r>
      <w:r>
        <w:rPr>
          <w:rtl/>
        </w:rPr>
        <w:t xml:space="preserve">نظر اتا ہے جو ''مزامير داو د ''سے پہلے موجود ہے ،يہ كتاب </w:t>
      </w:r>
      <w:r w:rsidR="00E664BB">
        <w:rPr>
          <w:rtl/>
        </w:rPr>
        <w:t>42</w:t>
      </w:r>
      <w:r>
        <w:rPr>
          <w:rtl/>
        </w:rPr>
        <w:t>/فصل پر مشتمل ہے اور ہر فصل مي</w:t>
      </w:r>
      <w:r w:rsidR="007D6C9B">
        <w:rPr>
          <w:rtl/>
        </w:rPr>
        <w:t xml:space="preserve">ں </w:t>
      </w:r>
      <w:r>
        <w:rPr>
          <w:rtl/>
        </w:rPr>
        <w:t>تفصيلى بحث موجود ہے ،بعض فصول مي</w:t>
      </w:r>
      <w:r w:rsidR="007D6C9B">
        <w:rPr>
          <w:rtl/>
        </w:rPr>
        <w:t xml:space="preserve">ں </w:t>
      </w:r>
      <w:r>
        <w:rPr>
          <w:rtl/>
        </w:rPr>
        <w:t>تو انتہائي تكليف دہ مطالب نظر اتے ہي</w:t>
      </w:r>
      <w:r w:rsidR="007D6C9B">
        <w:rPr>
          <w:rtl/>
        </w:rPr>
        <w:t xml:space="preserve">ں </w:t>
      </w:r>
      <w:r>
        <w:rPr>
          <w:rtl/>
        </w:rPr>
        <w:t>،ان مي</w:t>
      </w:r>
      <w:r w:rsidR="007D6C9B">
        <w:rPr>
          <w:rtl/>
        </w:rPr>
        <w:t xml:space="preserve">ں </w:t>
      </w:r>
      <w:r>
        <w:rPr>
          <w:rtl/>
        </w:rPr>
        <w:t>سے تيسرى فصل مي</w:t>
      </w:r>
      <w:r w:rsidR="007D6C9B">
        <w:rPr>
          <w:rtl/>
        </w:rPr>
        <w:t xml:space="preserve">ں </w:t>
      </w:r>
      <w:r>
        <w:rPr>
          <w:rtl/>
        </w:rPr>
        <w:t xml:space="preserve">ہے كہ : </w:t>
      </w:r>
    </w:p>
    <w:p w:rsidR="00DE2D7F" w:rsidRDefault="00DE2D7F" w:rsidP="00D07B54">
      <w:pPr>
        <w:pStyle w:val="libNormal"/>
        <w:rPr>
          <w:rtl/>
        </w:rPr>
      </w:pPr>
      <w:r>
        <w:rPr>
          <w:rtl/>
        </w:rPr>
        <w:t xml:space="preserve">ايوب عليہ السلام نے شكايت كے لئے زبان كھولى اور بہت زيادہ شكوہ كيا،جب كہ قران نے ان كى صبر وشكيبائي كى تعريف كى ہے _ </w:t>
      </w:r>
    </w:p>
    <w:p w:rsidR="005462CB" w:rsidRDefault="001648F9" w:rsidP="00D07B54">
      <w:pPr>
        <w:pStyle w:val="libNormal"/>
      </w:pPr>
      <w:r>
        <w:rPr>
          <w:rtl/>
        </w:rPr>
        <w:t xml:space="preserve"> </w:t>
      </w:r>
      <w:r>
        <w:rPr>
          <w:rtl/>
        </w:rPr>
        <w:br w:type="page"/>
      </w:r>
    </w:p>
    <w:p w:rsidR="005462CB" w:rsidRDefault="005462CB" w:rsidP="00D07B54">
      <w:pPr>
        <w:pStyle w:val="libNormal"/>
      </w:pPr>
    </w:p>
    <w:p w:rsidR="005462CB" w:rsidRDefault="00DE2D7F" w:rsidP="00D07B54">
      <w:pPr>
        <w:pStyle w:val="Heading2Center"/>
      </w:pPr>
      <w:bookmarkStart w:id="301" w:name="_Toc7268698"/>
      <w:r>
        <w:rPr>
          <w:rtl/>
        </w:rPr>
        <w:t>حضرت يونس عليہ السلام</w:t>
      </w:r>
      <w:bookmarkEnd w:id="301"/>
      <w:r>
        <w:rPr>
          <w:rtl/>
        </w:rPr>
        <w:t xml:space="preserve"> </w:t>
      </w:r>
    </w:p>
    <w:p w:rsidR="00DE2D7F" w:rsidRDefault="00DE2D7F" w:rsidP="00D07B54">
      <w:pPr>
        <w:pStyle w:val="libNormal"/>
        <w:rPr>
          <w:rtl/>
        </w:rPr>
      </w:pPr>
      <w:r>
        <w:rPr>
          <w:rtl/>
        </w:rPr>
        <w:t>''يونس ''''متي''كے فرزند ہي</w:t>
      </w:r>
      <w:r w:rsidR="007D6C9B">
        <w:rPr>
          <w:rtl/>
        </w:rPr>
        <w:t xml:space="preserve">ں </w:t>
      </w:r>
      <w:r>
        <w:rPr>
          <w:rtl/>
        </w:rPr>
        <w:t>''ذوالنون''(مچھلى والا)اپ كا لقب ہے اور يہ لقب اس بناپر ہے كہ چونكہ ان كى سر گذشت ،جيسا كہ ہم بيان كري</w:t>
      </w:r>
      <w:r w:rsidR="007D6C9B">
        <w:rPr>
          <w:rtl/>
        </w:rPr>
        <w:t xml:space="preserve">ں </w:t>
      </w:r>
      <w:r>
        <w:rPr>
          <w:rtl/>
        </w:rPr>
        <w:t>گے،ايك مچھلى كے ساتھ تعلق ركھتى ہے ،اپ ان مشہور پيغمبرو</w:t>
      </w:r>
      <w:r w:rsidR="007D6C9B">
        <w:rPr>
          <w:rtl/>
        </w:rPr>
        <w:t xml:space="preserve">ں </w:t>
      </w:r>
      <w:r>
        <w:rPr>
          <w:rtl/>
        </w:rPr>
        <w:t>مي</w:t>
      </w:r>
      <w:r w:rsidR="007D6C9B">
        <w:rPr>
          <w:rtl/>
        </w:rPr>
        <w:t xml:space="preserve">ں </w:t>
      </w:r>
      <w:r>
        <w:rPr>
          <w:rtl/>
        </w:rPr>
        <w:t>سے ہي</w:t>
      </w:r>
      <w:r w:rsidR="007D6C9B">
        <w:rPr>
          <w:rtl/>
        </w:rPr>
        <w:t xml:space="preserve">ں </w:t>
      </w:r>
      <w:r>
        <w:rPr>
          <w:rtl/>
        </w:rPr>
        <w:t>جو حضرت موسى عليہ السلام اور حضرت ہارون عليہ السلام كے بعد اس دنيا مي</w:t>
      </w:r>
      <w:r w:rsidR="007D6C9B">
        <w:rPr>
          <w:rtl/>
        </w:rPr>
        <w:t xml:space="preserve">ں </w:t>
      </w:r>
      <w:r>
        <w:rPr>
          <w:rtl/>
        </w:rPr>
        <w:t xml:space="preserve">ائے _ </w:t>
      </w:r>
    </w:p>
    <w:p w:rsidR="00DE2D7F" w:rsidRDefault="00DE2D7F" w:rsidP="00D07B54">
      <w:pPr>
        <w:pStyle w:val="libNormal"/>
        <w:rPr>
          <w:rtl/>
        </w:rPr>
      </w:pPr>
      <w:r>
        <w:rPr>
          <w:rtl/>
        </w:rPr>
        <w:t>بعض نے انھي</w:t>
      </w:r>
      <w:r w:rsidR="007D6C9B">
        <w:rPr>
          <w:rtl/>
        </w:rPr>
        <w:t xml:space="preserve">ں </w:t>
      </w:r>
      <w:r>
        <w:rPr>
          <w:rtl/>
        </w:rPr>
        <w:t>حضرت ہود عليہ السلام كى اولاد مي</w:t>
      </w:r>
      <w:r w:rsidR="007D6C9B">
        <w:rPr>
          <w:rtl/>
        </w:rPr>
        <w:t xml:space="preserve">ں </w:t>
      </w:r>
      <w:r>
        <w:rPr>
          <w:rtl/>
        </w:rPr>
        <w:t>سے قرار دياہے اور ان كى ماموريت قوم ثمود كے باقى ماندہ لوگو</w:t>
      </w:r>
      <w:r w:rsidR="007D6C9B">
        <w:rPr>
          <w:rtl/>
        </w:rPr>
        <w:t xml:space="preserve">ں </w:t>
      </w:r>
      <w:r>
        <w:rPr>
          <w:rtl/>
        </w:rPr>
        <w:t xml:space="preserve">كى ہدايت قرار ديا ہے _ </w:t>
      </w:r>
    </w:p>
    <w:p w:rsidR="00DE2D7F" w:rsidRDefault="00DE2D7F" w:rsidP="00D07B54">
      <w:pPr>
        <w:pStyle w:val="libNormal"/>
        <w:rPr>
          <w:rtl/>
        </w:rPr>
      </w:pPr>
      <w:r>
        <w:rPr>
          <w:rtl/>
        </w:rPr>
        <w:t xml:space="preserve">ان كے ظہور كا مقام عراق كا ايك علاقہ ہے جس كانام نينوا تھا_ </w:t>
      </w:r>
    </w:p>
    <w:p w:rsidR="00DE2D7F" w:rsidRDefault="00DE2D7F" w:rsidP="00D07B54">
      <w:pPr>
        <w:pStyle w:val="libNormal"/>
        <w:rPr>
          <w:rtl/>
        </w:rPr>
      </w:pPr>
      <w:r>
        <w:rPr>
          <w:rtl/>
        </w:rPr>
        <w:t xml:space="preserve">بعض نے ان كا ظہور </w:t>
      </w:r>
      <w:r w:rsidR="00E664BB">
        <w:rPr>
          <w:rtl/>
        </w:rPr>
        <w:t>825</w:t>
      </w:r>
      <w:r>
        <w:rPr>
          <w:rtl/>
        </w:rPr>
        <w:t xml:space="preserve"> قبل مسيح لكھا ہے اور اب بھى كوفہ كے نزديك شط فرات كے كنارے ''يونس''كے نام كى معروف قبر موجود ہے_ </w:t>
      </w:r>
    </w:p>
    <w:p w:rsidR="00DE2D7F" w:rsidRDefault="00DE2D7F" w:rsidP="00D07B54">
      <w:pPr>
        <w:pStyle w:val="libNormal"/>
        <w:rPr>
          <w:rtl/>
        </w:rPr>
      </w:pPr>
      <w:r>
        <w:rPr>
          <w:rtl/>
        </w:rPr>
        <w:t>بعض كتابو</w:t>
      </w:r>
      <w:r w:rsidR="007D6C9B">
        <w:rPr>
          <w:rtl/>
        </w:rPr>
        <w:t xml:space="preserve">ں </w:t>
      </w:r>
      <w:r>
        <w:rPr>
          <w:rtl/>
        </w:rPr>
        <w:t>نے لكھا ہے كہ اپ بنى اسرائيل كے ايك پيغمبر تھے جو حضرت سليمان عليہ السلام كے بعد اہل نينوا كى طرف مبعوث ہوئے_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)كتاب ''يوناہ '' مي</w:t>
      </w:r>
      <w:r w:rsidR="007D6C9B">
        <w:rPr>
          <w:rtl/>
        </w:rPr>
        <w:t xml:space="preserve">ں </w:t>
      </w:r>
      <w:r>
        <w:rPr>
          <w:rtl/>
        </w:rPr>
        <w:t>جو عہد عتيق (توريت ) كى كتابو</w:t>
      </w:r>
      <w:r w:rsidR="007D6C9B">
        <w:rPr>
          <w:rtl/>
        </w:rPr>
        <w:t xml:space="preserve">ں </w:t>
      </w:r>
      <w:r>
        <w:rPr>
          <w:rtl/>
        </w:rPr>
        <w:t>مي</w:t>
      </w:r>
      <w:r w:rsidR="007D6C9B">
        <w:rPr>
          <w:rtl/>
        </w:rPr>
        <w:t xml:space="preserve">ں </w:t>
      </w:r>
      <w:r>
        <w:rPr>
          <w:rtl/>
        </w:rPr>
        <w:t>سے ہے _''يونس''كے بارے مي</w:t>
      </w:r>
      <w:r w:rsidR="007D6C9B">
        <w:rPr>
          <w:rtl/>
        </w:rPr>
        <w:t xml:space="preserve">ں </w:t>
      </w:r>
      <w:r>
        <w:rPr>
          <w:rtl/>
        </w:rPr>
        <w:t xml:space="preserve">تفصيلى ذكر''يوناہ بن متي''كے نام سے كيا گيا ہے _ </w:t>
      </w:r>
    </w:p>
    <w:p w:rsidR="00DE2D7F" w:rsidRDefault="00DE2D7F" w:rsidP="00D07B54">
      <w:pPr>
        <w:pStyle w:val="libFootnote"/>
        <w:rPr>
          <w:rtl/>
        </w:rPr>
      </w:pPr>
      <w:r>
        <w:rPr>
          <w:rtl/>
        </w:rPr>
        <w:t>اس كے مطابق وہ اس كے لئے مامور ہوئے تھے كہ عظيم شہر نينوا جائي</w:t>
      </w:r>
      <w:r w:rsidR="007D6C9B">
        <w:rPr>
          <w:rtl/>
        </w:rPr>
        <w:t xml:space="preserve">ں </w:t>
      </w:r>
      <w:r>
        <w:rPr>
          <w:rtl/>
        </w:rPr>
        <w:t>اور لوگو</w:t>
      </w:r>
      <w:r w:rsidR="007D6C9B">
        <w:rPr>
          <w:rtl/>
        </w:rPr>
        <w:t xml:space="preserve">ں </w:t>
      </w:r>
      <w:r>
        <w:rPr>
          <w:rtl/>
        </w:rPr>
        <w:t>كى شرارت كے خلاف قيام كري</w:t>
      </w:r>
      <w:r w:rsidR="007D6C9B">
        <w:rPr>
          <w:rtl/>
        </w:rPr>
        <w:t xml:space="preserve">ں </w:t>
      </w:r>
      <w:r>
        <w:rPr>
          <w:rtl/>
        </w:rPr>
        <w:t xml:space="preserve">، </w:t>
      </w:r>
    </w:p>
    <w:p w:rsidR="005462CB" w:rsidRDefault="001648F9" w:rsidP="00D07B54">
      <w:pPr>
        <w:pStyle w:val="libNormal"/>
      </w:pPr>
      <w:r>
        <w:rPr>
          <w:rtl/>
        </w:rPr>
        <w:t xml:space="preserve"> </w:t>
      </w:r>
      <w:r>
        <w:rPr>
          <w:rtl/>
        </w:rPr>
        <w:br w:type="page"/>
      </w:r>
    </w:p>
    <w:p w:rsidR="005462CB" w:rsidRDefault="005462CB" w:rsidP="00D07B54">
      <w:pPr>
        <w:pStyle w:val="libNormal"/>
      </w:pPr>
    </w:p>
    <w:p w:rsidR="005462CB" w:rsidRDefault="00DE2D7F" w:rsidP="00D07B54">
      <w:pPr>
        <w:pStyle w:val="Heading2Center"/>
      </w:pPr>
      <w:bookmarkStart w:id="302" w:name="_Toc7268699"/>
      <w:r>
        <w:rPr>
          <w:rtl/>
        </w:rPr>
        <w:t>يونس عليہ السلام امتحان كى بھٹى مي</w:t>
      </w:r>
      <w:r w:rsidR="007D6C9B">
        <w:rPr>
          <w:rtl/>
        </w:rPr>
        <w:t>ں</w:t>
      </w:r>
      <w:bookmarkEnd w:id="302"/>
      <w:r w:rsidR="007D6C9B">
        <w:rPr>
          <w:rtl/>
        </w:rPr>
        <w:t xml:space="preserve"> </w:t>
      </w:r>
    </w:p>
    <w:p w:rsidR="00DE2D7F" w:rsidRDefault="00DE2D7F" w:rsidP="00D07B54">
      <w:pPr>
        <w:pStyle w:val="libNormal"/>
        <w:rPr>
          <w:rtl/>
        </w:rPr>
      </w:pPr>
      <w:r>
        <w:rPr>
          <w:rtl/>
        </w:rPr>
        <w:t>يونس(ع) نے بھى ديگر انبياء كى طرح اپنى دعوت كى ابتداء توحيد اور بت پرستى كے خلاف قيام سے شروع كي_اس كے بعد ان برائيو</w:t>
      </w:r>
      <w:r w:rsidR="007D6C9B">
        <w:rPr>
          <w:rtl/>
        </w:rPr>
        <w:t xml:space="preserve">ں </w:t>
      </w:r>
      <w:r>
        <w:rPr>
          <w:rtl/>
        </w:rPr>
        <w:t>كے خلاف نبرد آزمائي كى جو اس ماحول مي</w:t>
      </w:r>
      <w:r w:rsidR="007D6C9B">
        <w:rPr>
          <w:rtl/>
        </w:rPr>
        <w:t xml:space="preserve">ں </w:t>
      </w:r>
      <w:r>
        <w:rPr>
          <w:rtl/>
        </w:rPr>
        <w:t xml:space="preserve">رائج تھے_ </w:t>
      </w:r>
    </w:p>
    <w:p w:rsidR="00DE2D7F" w:rsidRDefault="00DE2D7F" w:rsidP="00D07B54">
      <w:pPr>
        <w:pStyle w:val="libNormal"/>
        <w:rPr>
          <w:rtl/>
        </w:rPr>
      </w:pPr>
      <w:r>
        <w:rPr>
          <w:rtl/>
        </w:rPr>
        <w:t>ليكن وہ متعصب قوم،جو آنكھي</w:t>
      </w:r>
      <w:r w:rsidR="007D6C9B">
        <w:rPr>
          <w:rtl/>
        </w:rPr>
        <w:t xml:space="preserve">ں </w:t>
      </w:r>
      <w:r>
        <w:rPr>
          <w:rtl/>
        </w:rPr>
        <w:t>اور كان بند كركے،اپنے بوڑھو</w:t>
      </w:r>
      <w:r w:rsidR="007D6C9B">
        <w:rPr>
          <w:rtl/>
        </w:rPr>
        <w:t xml:space="preserve">ں </w:t>
      </w:r>
      <w:r>
        <w:rPr>
          <w:rtl/>
        </w:rPr>
        <w:t xml:space="preserve">كى تقليد كررہى تھي_ان كى دعوت كو تسليم كرنے پر آمادہ نہ ہوئي_ </w:t>
      </w:r>
    </w:p>
    <w:p w:rsidR="005462CB" w:rsidRDefault="005462CB" w:rsidP="00D07B54">
      <w:pPr>
        <w:pStyle w:val="libNormal"/>
        <w:rPr>
          <w:rtl/>
        </w:rPr>
      </w:pPr>
      <w:r>
        <w:rPr>
          <w:rtl/>
        </w:rPr>
        <w:br w:type="page"/>
      </w:r>
    </w:p>
    <w:p w:rsidR="005462CB" w:rsidRDefault="005462CB" w:rsidP="00D07B54">
      <w:pPr>
        <w:pStyle w:val="libNormal"/>
        <w:rPr>
          <w:rtl/>
        </w:rPr>
      </w:pPr>
      <w:r>
        <w:rPr>
          <w:rtl/>
        </w:rPr>
        <w:lastRenderedPageBreak/>
        <w:br w:type="page"/>
      </w:r>
    </w:p>
    <w:p w:rsidR="005462CB" w:rsidRDefault="005462CB" w:rsidP="00D07B54">
      <w:pPr>
        <w:pStyle w:val="libNormal"/>
        <w:rPr>
          <w:rtl/>
        </w:rPr>
      </w:pPr>
      <w:r>
        <w:rPr>
          <w:rtl/>
        </w:rPr>
        <w:lastRenderedPageBreak/>
        <w:br w:type="page"/>
      </w:r>
    </w:p>
    <w:p w:rsidR="005462CB" w:rsidRDefault="005462CB" w:rsidP="00D07B54">
      <w:pPr>
        <w:pStyle w:val="libNormal"/>
        <w:rPr>
          <w:rtl/>
        </w:rPr>
      </w:pPr>
      <w:r>
        <w:rPr>
          <w:rtl/>
        </w:rPr>
        <w:lastRenderedPageBreak/>
        <w:br w:type="page"/>
      </w:r>
    </w:p>
    <w:p w:rsidR="005462CB" w:rsidRDefault="005462CB" w:rsidP="00D07B54">
      <w:pPr>
        <w:pStyle w:val="libNormal"/>
        <w:rPr>
          <w:rtl/>
        </w:rPr>
      </w:pPr>
      <w:r>
        <w:rPr>
          <w:rtl/>
        </w:rPr>
        <w:lastRenderedPageBreak/>
        <w:br w:type="page"/>
      </w:r>
    </w:p>
    <w:p w:rsidR="005462CB" w:rsidRDefault="005462CB" w:rsidP="00D07B54">
      <w:pPr>
        <w:pStyle w:val="libNormal"/>
        <w:rPr>
          <w:rtl/>
        </w:rPr>
      </w:pPr>
      <w:r>
        <w:rPr>
          <w:rtl/>
        </w:rPr>
        <w:lastRenderedPageBreak/>
        <w:br w:type="page"/>
      </w:r>
    </w:p>
    <w:p w:rsidR="005462CB" w:rsidRDefault="005462CB" w:rsidP="00D07B54">
      <w:pPr>
        <w:pStyle w:val="libNormal"/>
      </w:pPr>
    </w:p>
    <w:p w:rsidR="005462CB" w:rsidRDefault="001648F9" w:rsidP="00D07B54">
      <w:pPr>
        <w:pStyle w:val="libNormal"/>
      </w:pPr>
      <w:r>
        <w:rPr>
          <w:rtl/>
        </w:rPr>
        <w:t xml:space="preserve"> </w:t>
      </w:r>
      <w:r>
        <w:rPr>
          <w:rtl/>
        </w:rPr>
        <w:br w:type="page"/>
      </w:r>
    </w:p>
    <w:p w:rsidR="005462CB" w:rsidRDefault="005462CB" w:rsidP="00D07B54">
      <w:pPr>
        <w:pStyle w:val="libNormal"/>
      </w:pPr>
    </w:p>
    <w:p w:rsidR="00DE2D7F" w:rsidRDefault="00DE2D7F" w:rsidP="00D07B54">
      <w:pPr>
        <w:pStyle w:val="libNormal"/>
        <w:rPr>
          <w:rtl/>
        </w:rPr>
      </w:pPr>
      <w:r>
        <w:rPr>
          <w:rtl/>
        </w:rPr>
        <w:t>قرآن مي</w:t>
      </w:r>
      <w:r w:rsidR="007D6C9B">
        <w:rPr>
          <w:rtl/>
        </w:rPr>
        <w:t xml:space="preserve">ں </w:t>
      </w:r>
      <w:r>
        <w:rPr>
          <w:rtl/>
        </w:rPr>
        <w:t>حضرت مريم(ع) سے فرشتو</w:t>
      </w:r>
      <w:r w:rsidR="007D6C9B">
        <w:rPr>
          <w:rtl/>
        </w:rPr>
        <w:t xml:space="preserve">ں </w:t>
      </w:r>
      <w:r>
        <w:rPr>
          <w:rtl/>
        </w:rPr>
        <w:t xml:space="preserve">كى گفتگو كى تفصيل بيان كى گئي ہے_ انہو </w:t>
      </w:r>
      <w:r w:rsidR="007D6C9B">
        <w:rPr>
          <w:rtl/>
        </w:rPr>
        <w:t xml:space="preserve">ں </w:t>
      </w:r>
      <w:r>
        <w:rPr>
          <w:rtl/>
        </w:rPr>
        <w:t>نے حضرت مريم(ع) كو خدا كى طرف سے برگزيدہ ہونے كى بشارت دينے كے بعد كہا:''اب پروردگار كے حضور خضوع كرو اور سجدہ و قيام بجالائو''_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يہ درحقيقت اس عظيم نعمت پر شكرانہ تھا_ </w:t>
      </w:r>
    </w:p>
    <w:p w:rsidR="00DE2D7F" w:rsidRDefault="00DE2D7F" w:rsidP="00D07B54">
      <w:pPr>
        <w:pStyle w:val="libNormal"/>
        <w:rPr>
          <w:rtl/>
        </w:rPr>
      </w:pPr>
    </w:p>
    <w:p w:rsidR="005462CB" w:rsidRDefault="00DE2D7F" w:rsidP="00D07B54">
      <w:pPr>
        <w:pStyle w:val="Heading2Center"/>
      </w:pPr>
      <w:bookmarkStart w:id="303" w:name="_Toc7268700"/>
      <w:r>
        <w:rPr>
          <w:rtl/>
        </w:rPr>
        <w:t>حضرت عيسى عليہ السلام كى ولادت كا سراغاز</w:t>
      </w:r>
      <w:bookmarkEnd w:id="303"/>
      <w:r>
        <w:rPr>
          <w:rtl/>
        </w:rPr>
        <w:t xml:space="preserve"> </w:t>
      </w:r>
    </w:p>
    <w:p w:rsidR="00DE2D7F" w:rsidRDefault="00DE2D7F" w:rsidP="00D07B54">
      <w:pPr>
        <w:pStyle w:val="libNormal"/>
        <w:rPr>
          <w:rtl/>
        </w:rPr>
      </w:pPr>
      <w:r>
        <w:rPr>
          <w:rtl/>
        </w:rPr>
        <w:t xml:space="preserve">قرآن حضرت عيسى عليہ السلام كى ولادت كے واقعہ كو اس طرح بيان كرتا ہے: </w:t>
      </w:r>
    </w:p>
    <w:p w:rsidR="00DE2D7F" w:rsidRDefault="00DE2D7F" w:rsidP="00D07B54">
      <w:pPr>
        <w:pStyle w:val="libNormal"/>
        <w:rPr>
          <w:rtl/>
        </w:rPr>
      </w:pPr>
      <w:r>
        <w:rPr>
          <w:rtl/>
        </w:rPr>
        <w:t>''آسمانى كتاب قرآن مي</w:t>
      </w:r>
      <w:r w:rsidR="007D6C9B">
        <w:rPr>
          <w:rtl/>
        </w:rPr>
        <w:t xml:space="preserve">ں </w:t>
      </w:r>
      <w:r>
        <w:rPr>
          <w:rtl/>
        </w:rPr>
        <w:t>مريم(ع) كى بات كرو كہ جس وقت اس نے اپنے گھروالو</w:t>
      </w:r>
      <w:r w:rsidR="007D6C9B">
        <w:rPr>
          <w:rtl/>
        </w:rPr>
        <w:t xml:space="preserve">ں </w:t>
      </w:r>
      <w:r>
        <w:rPr>
          <w:rtl/>
        </w:rPr>
        <w:t>سے جدا ہوكر مشرقى حصہ مي</w:t>
      </w:r>
      <w:r w:rsidR="007D6C9B">
        <w:rPr>
          <w:rtl/>
        </w:rPr>
        <w:t xml:space="preserve">ں </w:t>
      </w:r>
      <w:r>
        <w:rPr>
          <w:rtl/>
        </w:rPr>
        <w:t>قيام كيا''_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درحقيقت وہ ايك ايسى خالى اور فارغ جگہ چاہتى تھى جہا</w:t>
      </w:r>
      <w:r w:rsidR="007D6C9B">
        <w:rPr>
          <w:rtl/>
        </w:rPr>
        <w:t xml:space="preserve">ں </w:t>
      </w:r>
      <w:r>
        <w:rPr>
          <w:rtl/>
        </w:rPr>
        <w:t>پر كسى قسم كا كوئي شور و غل نہ ہوتا كہ وہ اپنے خدا سے راز و نياز مي</w:t>
      </w:r>
      <w:r w:rsidR="007D6C9B">
        <w:rPr>
          <w:rtl/>
        </w:rPr>
        <w:t xml:space="preserve">ں </w:t>
      </w:r>
      <w:r>
        <w:rPr>
          <w:rtl/>
        </w:rPr>
        <w:t xml:space="preserve">مشغول رہ سكے،اور كوئي چيز اسے ياد محبوب سے غافل نہ كرے،اسى مقصد كے لئے ا س نے عظيم عبادت گاہ بيت المقدس كى مشرقى سمت كو جو شايد زيادہ آرام و سكون كى جگہ تھى يا سورج كى روشنى كے لحاظ سے زيادہ پاك و صاف اور زيادہ مناسب تھي،انتخاب كيا_ </w:t>
      </w:r>
    </w:p>
    <w:p w:rsidR="00DE2D7F" w:rsidRDefault="00DE2D7F" w:rsidP="00D07B54">
      <w:pPr>
        <w:pStyle w:val="libNormal"/>
        <w:rPr>
          <w:rtl/>
        </w:rPr>
      </w:pPr>
      <w:r>
        <w:rPr>
          <w:rtl/>
        </w:rPr>
        <w:t>اس وقت مريم(ع) نے''اپنے اور دوسرو</w:t>
      </w:r>
      <w:r w:rsidR="007D6C9B">
        <w:rPr>
          <w:rtl/>
        </w:rPr>
        <w:t xml:space="preserve">ں </w:t>
      </w:r>
      <w:r>
        <w:rPr>
          <w:rtl/>
        </w:rPr>
        <w:t>كے درميان ايك پردہ ڈال ليا''_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 xml:space="preserve">تاكہ اس كى خلوت گاہ ہر لحاظ سے كامل ہوجائے_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Normal"/>
        <w:rPr>
          <w:rtl/>
        </w:rPr>
      </w:pPr>
    </w:p>
    <w:p w:rsidR="00D12B1E" w:rsidRDefault="001648F9" w:rsidP="00D07B54">
      <w:pPr>
        <w:pStyle w:val="libNormal"/>
      </w:pPr>
      <w:r>
        <w:rPr>
          <w:rtl/>
        </w:rPr>
        <w:t xml:space="preserve"> </w:t>
      </w:r>
      <w:r>
        <w:rPr>
          <w:rtl/>
        </w:rPr>
        <w:br w:type="page"/>
      </w:r>
    </w:p>
    <w:p w:rsidR="00D12B1E" w:rsidRDefault="00D12B1E" w:rsidP="00D07B54">
      <w:pPr>
        <w:pStyle w:val="libNormal"/>
      </w:pPr>
    </w:p>
    <w:p w:rsidR="00DE2D7F" w:rsidRDefault="00DE2D7F" w:rsidP="00D07B54">
      <w:pPr>
        <w:pStyle w:val="Heading2Center"/>
      </w:pPr>
      <w:bookmarkStart w:id="304" w:name="_Toc7268701"/>
      <w:r>
        <w:rPr>
          <w:rtl/>
        </w:rPr>
        <w:t>۷ ديگر قرآنى واقعات</w:t>
      </w:r>
      <w:bookmarkEnd w:id="304"/>
      <w:r>
        <w:rPr>
          <w:rtl/>
        </w:rPr>
        <w:t xml:space="preserve"> </w:t>
      </w:r>
    </w:p>
    <w:p w:rsidR="00D12B1E" w:rsidRDefault="00D12B1E" w:rsidP="00D07B54">
      <w:pPr>
        <w:pStyle w:val="Heading2Center"/>
        <w:rPr>
          <w:rtl/>
        </w:rPr>
      </w:pPr>
    </w:p>
    <w:p w:rsidR="00DE2D7F" w:rsidRDefault="00DE2D7F" w:rsidP="00D07B54">
      <w:pPr>
        <w:pStyle w:val="Heading2Center"/>
        <w:rPr>
          <w:rtl/>
        </w:rPr>
      </w:pPr>
      <w:bookmarkStart w:id="305" w:name="_Toc7268702"/>
      <w:r>
        <w:rPr>
          <w:rtl/>
        </w:rPr>
        <w:t>ديگر قرآنى واقعات</w:t>
      </w:r>
      <w:bookmarkEnd w:id="305"/>
      <w:r>
        <w:rPr>
          <w:rtl/>
        </w:rPr>
        <w:t xml:space="preserve"> </w:t>
      </w:r>
    </w:p>
    <w:p w:rsidR="00D12B1E" w:rsidRDefault="001648F9" w:rsidP="00D07B54">
      <w:pPr>
        <w:pStyle w:val="Heading2Center"/>
      </w:pPr>
      <w:r>
        <w:rPr>
          <w:rtl/>
        </w:rPr>
        <w:t xml:space="preserve"> </w:t>
      </w:r>
      <w:r>
        <w:rPr>
          <w:rtl/>
        </w:rPr>
        <w:br w:type="page"/>
      </w:r>
      <w:bookmarkStart w:id="306" w:name="_Toc7268703"/>
      <w:r w:rsidR="00DE2D7F">
        <w:rPr>
          <w:rtl/>
        </w:rPr>
        <w:lastRenderedPageBreak/>
        <w:t>حضرت لقمان</w:t>
      </w:r>
      <w:bookmarkEnd w:id="306"/>
      <w:r w:rsidR="00DE2D7F">
        <w:rPr>
          <w:rtl/>
        </w:rPr>
        <w:t xml:space="preserve"> </w:t>
      </w:r>
    </w:p>
    <w:p w:rsidR="00DE2D7F" w:rsidRDefault="00DE2D7F" w:rsidP="00D07B54">
      <w:pPr>
        <w:pStyle w:val="libNormal"/>
        <w:rPr>
          <w:rtl/>
        </w:rPr>
      </w:pPr>
      <w:r>
        <w:rPr>
          <w:rtl/>
        </w:rPr>
        <w:t>حضرت لقمان كا نام سورہ لقمان كى دوايا ت مي</w:t>
      </w:r>
      <w:r w:rsidR="007D6C9B">
        <w:rPr>
          <w:rtl/>
        </w:rPr>
        <w:t xml:space="preserve">ں </w:t>
      </w:r>
      <w:r>
        <w:rPr>
          <w:rtl/>
        </w:rPr>
        <w:t>ايا ہے ،ايا وہ پيغمبر تھے يا صرف ايك دانا اور صاحب حكمت انسان تھے ؟قران مي</w:t>
      </w:r>
      <w:r w:rsidR="007D6C9B">
        <w:rPr>
          <w:rtl/>
        </w:rPr>
        <w:t xml:space="preserve">ں </w:t>
      </w:r>
      <w:r>
        <w:rPr>
          <w:rtl/>
        </w:rPr>
        <w:t>اس كى كوئي وضاحت نہي</w:t>
      </w:r>
      <w:r w:rsidR="007D6C9B">
        <w:rPr>
          <w:rtl/>
        </w:rPr>
        <w:t xml:space="preserve">ں </w:t>
      </w:r>
      <w:r>
        <w:rPr>
          <w:rtl/>
        </w:rPr>
        <w:t>ملتى ،ليكن ان كے بارے مي</w:t>
      </w:r>
      <w:r w:rsidR="007D6C9B">
        <w:rPr>
          <w:rtl/>
        </w:rPr>
        <w:t xml:space="preserve">ں </w:t>
      </w:r>
      <w:r>
        <w:rPr>
          <w:rtl/>
        </w:rPr>
        <w:t>قران كالب ولہجہ نشان دہى كرتا ہے كہ وہ پيغمبر نہي</w:t>
      </w:r>
      <w:r w:rsidR="007D6C9B">
        <w:rPr>
          <w:rtl/>
        </w:rPr>
        <w:t xml:space="preserve">ں </w:t>
      </w:r>
      <w:r>
        <w:rPr>
          <w:rtl/>
        </w:rPr>
        <w:t>تھے كيونكہ عام طور پر پيغمبرو</w:t>
      </w:r>
      <w:r w:rsidR="007D6C9B">
        <w:rPr>
          <w:rtl/>
        </w:rPr>
        <w:t xml:space="preserve">ں </w:t>
      </w:r>
      <w:r>
        <w:rPr>
          <w:rtl/>
        </w:rPr>
        <w:t>كے بارے مي</w:t>
      </w:r>
      <w:r w:rsidR="007D6C9B">
        <w:rPr>
          <w:rtl/>
        </w:rPr>
        <w:t xml:space="preserve">ں </w:t>
      </w:r>
      <w:r>
        <w:rPr>
          <w:rtl/>
        </w:rPr>
        <w:t>جو گفتگو ہوتى ہے اس مي</w:t>
      </w:r>
      <w:r w:rsidR="007D6C9B">
        <w:rPr>
          <w:rtl/>
        </w:rPr>
        <w:t xml:space="preserve">ں </w:t>
      </w:r>
      <w:r>
        <w:rPr>
          <w:rtl/>
        </w:rPr>
        <w:t>رسالت; توحيد كى طرف دعوت ،شرك اور ماحول مي</w:t>
      </w:r>
      <w:r w:rsidR="007D6C9B">
        <w:rPr>
          <w:rtl/>
        </w:rPr>
        <w:t xml:space="preserve">ں </w:t>
      </w:r>
      <w:r>
        <w:rPr>
          <w:rtl/>
        </w:rPr>
        <w:t>موجود بے راہ روى سے نبر دازمائي ،رسالت كى ادائيگى كے سلسلہ مي</w:t>
      </w:r>
      <w:r w:rsidR="007D6C9B">
        <w:rPr>
          <w:rtl/>
        </w:rPr>
        <w:t xml:space="preserve">ں </w:t>
      </w:r>
      <w:r>
        <w:rPr>
          <w:rtl/>
        </w:rPr>
        <w:t>كسى قسم كى اجرت كا طلب نہ كرنا نيز امتو</w:t>
      </w:r>
      <w:r w:rsidR="007D6C9B">
        <w:rPr>
          <w:rtl/>
        </w:rPr>
        <w:t xml:space="preserve">ں </w:t>
      </w:r>
      <w:r>
        <w:rPr>
          <w:rtl/>
        </w:rPr>
        <w:t>كو بشارت و انذار كے مسائل وغيرہ ديكھنے مي</w:t>
      </w:r>
      <w:r w:rsidR="007D6C9B">
        <w:rPr>
          <w:rtl/>
        </w:rPr>
        <w:t xml:space="preserve">ں </w:t>
      </w:r>
      <w:r>
        <w:rPr>
          <w:rtl/>
        </w:rPr>
        <w:t>اتے ہي</w:t>
      </w:r>
      <w:r w:rsidR="007D6C9B">
        <w:rPr>
          <w:rtl/>
        </w:rPr>
        <w:t xml:space="preserve">ں </w:t>
      </w:r>
      <w:r>
        <w:rPr>
          <w:rtl/>
        </w:rPr>
        <w:t>،جب كہ لقمان كے بارے مي</w:t>
      </w:r>
      <w:r w:rsidR="007D6C9B">
        <w:rPr>
          <w:rtl/>
        </w:rPr>
        <w:t xml:space="preserve">ں </w:t>
      </w:r>
      <w:r>
        <w:rPr>
          <w:rtl/>
        </w:rPr>
        <w:t>ان مسائل مي</w:t>
      </w:r>
      <w:r w:rsidR="007D6C9B">
        <w:rPr>
          <w:rtl/>
        </w:rPr>
        <w:t xml:space="preserve">ں </w:t>
      </w:r>
      <w:r>
        <w:rPr>
          <w:rtl/>
        </w:rPr>
        <w:t>سے كوئي بھى بيان نہي</w:t>
      </w:r>
      <w:r w:rsidR="007D6C9B">
        <w:rPr>
          <w:rtl/>
        </w:rPr>
        <w:t xml:space="preserve">ں </w:t>
      </w:r>
      <w:r>
        <w:rPr>
          <w:rtl/>
        </w:rPr>
        <w:t>ہوا، صرف انكے پند نصائح بيان ہوئے ہي</w:t>
      </w:r>
      <w:r w:rsidR="007D6C9B">
        <w:rPr>
          <w:rtl/>
        </w:rPr>
        <w:t xml:space="preserve">ں </w:t>
      </w:r>
      <w:r>
        <w:rPr>
          <w:rtl/>
        </w:rPr>
        <w:t>جو اگر چہ خصوصى طورپر تو ان كے اپنے بيٹے كے لئے ہي</w:t>
      </w:r>
      <w:r w:rsidR="007D6C9B">
        <w:rPr>
          <w:rtl/>
        </w:rPr>
        <w:t xml:space="preserve">ں </w:t>
      </w:r>
      <w:r>
        <w:rPr>
          <w:rtl/>
        </w:rPr>
        <w:t xml:space="preserve">ليكن ان كا مفہوم عمومى حيثيت كا حامل ہے اور يہى چيز اس بات پر گواہ ہے كہ وہ صرف ايك مرد حكيم و دانا تھے _ </w:t>
      </w:r>
    </w:p>
    <w:p w:rsidR="00DE2D7F" w:rsidRDefault="00DE2D7F" w:rsidP="00D07B54">
      <w:pPr>
        <w:pStyle w:val="libNormal"/>
        <w:rPr>
          <w:rtl/>
        </w:rPr>
      </w:pPr>
      <w:r>
        <w:rPr>
          <w:rtl/>
        </w:rPr>
        <w:t xml:space="preserve">جو حديث پيغمبر گرامى اسلام (ص) سے نقل ہوئي ہے اس طرح درج ہے : </w:t>
      </w:r>
    </w:p>
    <w:p w:rsidR="00DE2D7F" w:rsidRDefault="00DE2D7F" w:rsidP="00D07B54">
      <w:pPr>
        <w:pStyle w:val="libNormal"/>
        <w:rPr>
          <w:rtl/>
        </w:rPr>
      </w:pPr>
      <w:r>
        <w:rPr>
          <w:rtl/>
        </w:rPr>
        <w:t>'' سچى بات يہ ہے كہ لقمان پيغمبر نہي</w:t>
      </w:r>
      <w:r w:rsidR="007D6C9B">
        <w:rPr>
          <w:rtl/>
        </w:rPr>
        <w:t xml:space="preserve">ں </w:t>
      </w:r>
      <w:r>
        <w:rPr>
          <w:rtl/>
        </w:rPr>
        <w:t>تھے بلكہ وہ اللہ كے ايسے بندے تھے جو زيادہ غور وفكر كيا كرتے ، ان كا ايمان و يقين اعلى درجے پر تھا، خدا كو دوست ركھتے تھے اور خدا بھى انھي</w:t>
      </w:r>
      <w:r w:rsidR="007D6C9B">
        <w:rPr>
          <w:rtl/>
        </w:rPr>
        <w:t xml:space="preserve">ں </w:t>
      </w:r>
      <w:r>
        <w:rPr>
          <w:rtl/>
        </w:rPr>
        <w:t>دوست ركھتا تھا اور اللہ نے انھي</w:t>
      </w:r>
      <w:r w:rsidR="007D6C9B">
        <w:rPr>
          <w:rtl/>
        </w:rPr>
        <w:t xml:space="preserve">ں </w:t>
      </w:r>
      <w:r>
        <w:rPr>
          <w:rtl/>
        </w:rPr>
        <w:t>اپنى نعمتو</w:t>
      </w:r>
      <w:r w:rsidR="007D6C9B">
        <w:rPr>
          <w:rtl/>
        </w:rPr>
        <w:t xml:space="preserve">ں </w:t>
      </w:r>
      <w:r>
        <w:rPr>
          <w:rtl/>
        </w:rPr>
        <w:t xml:space="preserve">سے مالا مال كرديا تھا ''_ </w:t>
      </w:r>
    </w:p>
    <w:p w:rsidR="00DE2D7F" w:rsidRDefault="00DE2D7F" w:rsidP="00D07B54">
      <w:pPr>
        <w:pStyle w:val="libNormal"/>
        <w:rPr>
          <w:rtl/>
        </w:rPr>
      </w:pPr>
      <w:r>
        <w:rPr>
          <w:rtl/>
        </w:rPr>
        <w:t>بعض تواريخ مي</w:t>
      </w:r>
      <w:r w:rsidR="007D6C9B">
        <w:rPr>
          <w:rtl/>
        </w:rPr>
        <w:t xml:space="preserve">ں </w:t>
      </w:r>
      <w:r>
        <w:rPr>
          <w:rtl/>
        </w:rPr>
        <w:t>ہے لقمان مصر اور سوڈان كے لوگو</w:t>
      </w:r>
      <w:r w:rsidR="007D6C9B">
        <w:rPr>
          <w:rtl/>
        </w:rPr>
        <w:t xml:space="preserve">ں </w:t>
      </w:r>
      <w:r>
        <w:rPr>
          <w:rtl/>
        </w:rPr>
        <w:t>مي</w:t>
      </w:r>
      <w:r w:rsidR="007D6C9B">
        <w:rPr>
          <w:rtl/>
        </w:rPr>
        <w:t xml:space="preserve">ں </w:t>
      </w:r>
      <w:r>
        <w:rPr>
          <w:rtl/>
        </w:rPr>
        <w:t>سے سياہ رنگ كے غلام تھے باوجود يكہ ان كا چہرہ خوبصورت نہي</w:t>
      </w:r>
      <w:r w:rsidR="007D6C9B">
        <w:rPr>
          <w:rtl/>
        </w:rPr>
        <w:t xml:space="preserve">ں </w:t>
      </w:r>
      <w:r>
        <w:rPr>
          <w:rtl/>
        </w:rPr>
        <w:t xml:space="preserve">تھا ليكن روشن دل اور مصفا روح كے مالك تھے وہ ابتدائے زندگى سے سچ بولتے اورا </w:t>
      </w:r>
    </w:p>
    <w:p w:rsidR="00DE2D7F" w:rsidRDefault="00C2634E" w:rsidP="00D07B54">
      <w:pPr>
        <w:pStyle w:val="libNormal"/>
        <w:rPr>
          <w:rtl/>
        </w:rPr>
      </w:pPr>
      <w:r>
        <w:rPr>
          <w:rtl/>
        </w:rPr>
        <w:t xml:space="preserve"> </w:t>
      </w:r>
      <w:r>
        <w:rPr>
          <w:rtl/>
        </w:rPr>
        <w:br w:type="page"/>
      </w:r>
      <w:r>
        <w:rPr>
          <w:rtl/>
        </w:rPr>
        <w:lastRenderedPageBreak/>
        <w:t xml:space="preserve"> </w:t>
      </w:r>
      <w:r>
        <w:rPr>
          <w:rtl/>
        </w:rPr>
        <w:cr/>
      </w:r>
      <w:r w:rsidR="00DE2D7F">
        <w:rPr>
          <w:rtl/>
        </w:rPr>
        <w:t>مانت كو خيانت سے الودہ نہ كرتے اور جو امور ان سے تعلق نہي</w:t>
      </w:r>
      <w:r w:rsidR="007D6C9B">
        <w:rPr>
          <w:rtl/>
        </w:rPr>
        <w:t xml:space="preserve">ں </w:t>
      </w:r>
      <w:r w:rsidR="00DE2D7F">
        <w:rPr>
          <w:rtl/>
        </w:rPr>
        <w:t>ركھتے تھے ان مي</w:t>
      </w:r>
      <w:r w:rsidR="007D6C9B">
        <w:rPr>
          <w:rtl/>
        </w:rPr>
        <w:t xml:space="preserve">ں </w:t>
      </w:r>
      <w:r w:rsidR="00DE2D7F">
        <w:rPr>
          <w:rtl/>
        </w:rPr>
        <w:t>دخل اندازى نہي</w:t>
      </w:r>
      <w:r w:rsidR="007D6C9B">
        <w:rPr>
          <w:rtl/>
        </w:rPr>
        <w:t xml:space="preserve">ں </w:t>
      </w:r>
      <w:r w:rsidR="00DE2D7F">
        <w:rPr>
          <w:rtl/>
        </w:rPr>
        <w:t xml:space="preserve">كرتے تھے _ </w:t>
      </w:r>
    </w:p>
    <w:p w:rsidR="00DE2D7F" w:rsidRDefault="00DE2D7F" w:rsidP="00D07B54">
      <w:pPr>
        <w:pStyle w:val="libNormal"/>
        <w:rPr>
          <w:rtl/>
        </w:rPr>
      </w:pPr>
      <w:r>
        <w:rPr>
          <w:rtl/>
        </w:rPr>
        <w:t>بعض مفسرين نے ان كى نبوت كا احتما ل ديا ہے ليكن جيسا كہ ہم كہہ چكے ہي</w:t>
      </w:r>
      <w:r w:rsidR="007D6C9B">
        <w:rPr>
          <w:rtl/>
        </w:rPr>
        <w:t xml:space="preserve">ں </w:t>
      </w:r>
      <w:r>
        <w:rPr>
          <w:rtl/>
        </w:rPr>
        <w:t>اس پر كوئي دليل موجود نہي</w:t>
      </w:r>
      <w:r w:rsidR="007D6C9B">
        <w:rPr>
          <w:rtl/>
        </w:rPr>
        <w:t xml:space="preserve">ں </w:t>
      </w:r>
      <w:r>
        <w:rPr>
          <w:rtl/>
        </w:rPr>
        <w:t>ہے بلكہ واضح شواہد اس كے خلاف موجود ہي</w:t>
      </w:r>
      <w:r w:rsidR="007D6C9B">
        <w:rPr>
          <w:rtl/>
        </w:rPr>
        <w:t xml:space="preserve">ں </w:t>
      </w:r>
      <w:r>
        <w:rPr>
          <w:rtl/>
        </w:rPr>
        <w:t xml:space="preserve">_ </w:t>
      </w:r>
    </w:p>
    <w:p w:rsidR="00DE2D7F" w:rsidRDefault="00DE2D7F" w:rsidP="00D07B54">
      <w:pPr>
        <w:pStyle w:val="libNormal"/>
        <w:rPr>
          <w:rtl/>
        </w:rPr>
      </w:pPr>
    </w:p>
    <w:p w:rsidR="00D12B1E" w:rsidRDefault="00DE2D7F" w:rsidP="00D07B54">
      <w:pPr>
        <w:pStyle w:val="Heading2Center"/>
      </w:pPr>
      <w:bookmarkStart w:id="307" w:name="_Toc7268704"/>
      <w:r>
        <w:rPr>
          <w:rtl/>
        </w:rPr>
        <w:t>يہ تمام حكمت كہا</w:t>
      </w:r>
      <w:r w:rsidR="007D6C9B">
        <w:rPr>
          <w:rtl/>
        </w:rPr>
        <w:t xml:space="preserve">ں </w:t>
      </w:r>
      <w:r>
        <w:rPr>
          <w:rtl/>
        </w:rPr>
        <w:t>سے</w:t>
      </w:r>
      <w:bookmarkEnd w:id="307"/>
    </w:p>
    <w:p w:rsidR="00DE2D7F" w:rsidRDefault="00DE2D7F" w:rsidP="00D07B54">
      <w:pPr>
        <w:pStyle w:val="libNormal"/>
        <w:rPr>
          <w:rtl/>
        </w:rPr>
      </w:pPr>
      <w:r>
        <w:rPr>
          <w:rtl/>
        </w:rPr>
        <w:t xml:space="preserve"> بعض روايات مي</w:t>
      </w:r>
      <w:r w:rsidR="007D6C9B">
        <w:rPr>
          <w:rtl/>
        </w:rPr>
        <w:t xml:space="preserve">ں </w:t>
      </w:r>
      <w:r>
        <w:rPr>
          <w:rtl/>
        </w:rPr>
        <w:t>ايا ہے كہ ايك شخص نے لقمان سے كہا كيا ايسا نہي</w:t>
      </w:r>
      <w:r w:rsidR="007D6C9B">
        <w:rPr>
          <w:rtl/>
        </w:rPr>
        <w:t xml:space="preserve">ں </w:t>
      </w:r>
      <w:r>
        <w:rPr>
          <w:rtl/>
        </w:rPr>
        <w:t xml:space="preserve">ہے كہ اپ ہمارے ساتھ مل كر جانور چراياكرتے تھے ؟ </w:t>
      </w:r>
    </w:p>
    <w:p w:rsidR="00DE2D7F" w:rsidRDefault="00DE2D7F" w:rsidP="00D07B54">
      <w:pPr>
        <w:pStyle w:val="libNormal"/>
        <w:rPr>
          <w:rtl/>
        </w:rPr>
      </w:pPr>
      <w:r>
        <w:rPr>
          <w:rtl/>
        </w:rPr>
        <w:t>اپ نے جواب مي</w:t>
      </w:r>
      <w:r w:rsidR="007D6C9B">
        <w:rPr>
          <w:rtl/>
        </w:rPr>
        <w:t xml:space="preserve">ں </w:t>
      </w:r>
      <w:r>
        <w:rPr>
          <w:rtl/>
        </w:rPr>
        <w:t>كہا ايسا ہى ہے اس نے كہا تو پھر اپ كو يہ سب علم و حكمت كہا</w:t>
      </w:r>
      <w:r w:rsidR="007D6C9B">
        <w:rPr>
          <w:rtl/>
        </w:rPr>
        <w:t xml:space="preserve">ں </w:t>
      </w:r>
      <w:r>
        <w:rPr>
          <w:rtl/>
        </w:rPr>
        <w:t xml:space="preserve">سے نصيب ہوئے ؟ </w:t>
      </w:r>
    </w:p>
    <w:p w:rsidR="00DE2D7F" w:rsidRDefault="00DE2D7F" w:rsidP="00D07B54">
      <w:pPr>
        <w:pStyle w:val="libNormal"/>
        <w:rPr>
          <w:rtl/>
        </w:rPr>
      </w:pPr>
      <w:r>
        <w:rPr>
          <w:rtl/>
        </w:rPr>
        <w:t>لقمان نے فرمايا:اللہ كى قدر ت،امانت كى ادائيگى ،بات كى سچائي اور جو چيز مجھ سے تعلق نہي</w:t>
      </w:r>
      <w:r w:rsidR="007D6C9B">
        <w:rPr>
          <w:rtl/>
        </w:rPr>
        <w:t xml:space="preserve">ں </w:t>
      </w:r>
      <w:r>
        <w:rPr>
          <w:rtl/>
        </w:rPr>
        <w:t>ركھتى اس كے بارے مي</w:t>
      </w:r>
      <w:r w:rsidR="007D6C9B">
        <w:rPr>
          <w:rtl/>
        </w:rPr>
        <w:t xml:space="preserve">ں </w:t>
      </w:r>
      <w:r>
        <w:rPr>
          <w:rtl/>
        </w:rPr>
        <w:t xml:space="preserve">خاموشى اختيار كرنے سے </w:t>
      </w:r>
    </w:p>
    <w:p w:rsidR="00DE2D7F" w:rsidRDefault="00DE2D7F" w:rsidP="00D07B54">
      <w:pPr>
        <w:pStyle w:val="libNormal"/>
        <w:rPr>
          <w:rtl/>
        </w:rPr>
      </w:pPr>
      <w:r>
        <w:rPr>
          <w:rtl/>
        </w:rPr>
        <w:t>حديث بالا كے ذيل مي</w:t>
      </w:r>
      <w:r w:rsidR="007D6C9B">
        <w:rPr>
          <w:rtl/>
        </w:rPr>
        <w:t xml:space="preserve">ں </w:t>
      </w:r>
      <w:r>
        <w:rPr>
          <w:rtl/>
        </w:rPr>
        <w:t>انحضرت سے ايك روايت يو</w:t>
      </w:r>
      <w:r w:rsidR="007D6C9B">
        <w:rPr>
          <w:rtl/>
        </w:rPr>
        <w:t xml:space="preserve">ں </w:t>
      </w:r>
      <w:r>
        <w:rPr>
          <w:rtl/>
        </w:rPr>
        <w:t xml:space="preserve">بھى نقل ہوئي ہے كہ : </w:t>
      </w:r>
    </w:p>
    <w:p w:rsidR="00DE2D7F" w:rsidRDefault="00DE2D7F" w:rsidP="00D07B54">
      <w:pPr>
        <w:pStyle w:val="libNormal"/>
        <w:rPr>
          <w:rtl/>
        </w:rPr>
      </w:pPr>
      <w:r>
        <w:rPr>
          <w:rtl/>
        </w:rPr>
        <w:t>''ايك دن حضرت لقمان دوپہر كے وقت ارام فرمارہے تھے كہ اچانك انھو</w:t>
      </w:r>
      <w:r w:rsidR="007D6C9B">
        <w:rPr>
          <w:rtl/>
        </w:rPr>
        <w:t xml:space="preserve">ں </w:t>
      </w:r>
      <w:r>
        <w:rPr>
          <w:rtl/>
        </w:rPr>
        <w:t>نے ايك اواز سنى كہ اے لقمان كيا اپ چاہتے ہي</w:t>
      </w:r>
      <w:r w:rsidR="007D6C9B">
        <w:rPr>
          <w:rtl/>
        </w:rPr>
        <w:t xml:space="preserve">ں </w:t>
      </w:r>
      <w:r>
        <w:rPr>
          <w:rtl/>
        </w:rPr>
        <w:t>كہ خداوند عالم اپ كو زمين مي</w:t>
      </w:r>
      <w:r w:rsidR="007D6C9B">
        <w:rPr>
          <w:rtl/>
        </w:rPr>
        <w:t xml:space="preserve">ں </w:t>
      </w:r>
      <w:r>
        <w:rPr>
          <w:rtl/>
        </w:rPr>
        <w:t>خليفہ قرار دے تاكہ لوگو</w:t>
      </w:r>
      <w:r w:rsidR="007D6C9B">
        <w:rPr>
          <w:rtl/>
        </w:rPr>
        <w:t xml:space="preserve">ں </w:t>
      </w:r>
      <w:r>
        <w:rPr>
          <w:rtl/>
        </w:rPr>
        <w:t>كے درميان حق كے ساتھ فيصلہ كري</w:t>
      </w:r>
      <w:r w:rsidR="007D6C9B">
        <w:rPr>
          <w:rtl/>
        </w:rPr>
        <w:t xml:space="preserve">ں </w:t>
      </w:r>
      <w:r>
        <w:rPr>
          <w:rtl/>
        </w:rPr>
        <w:t xml:space="preserve">؟ </w:t>
      </w:r>
    </w:p>
    <w:p w:rsidR="00DE2D7F" w:rsidRDefault="00DE2D7F" w:rsidP="00D07B54">
      <w:pPr>
        <w:pStyle w:val="libNormal"/>
        <w:rPr>
          <w:rtl/>
        </w:rPr>
      </w:pPr>
      <w:r>
        <w:rPr>
          <w:rtl/>
        </w:rPr>
        <w:t>لقمان نے اس كے جواب مي</w:t>
      </w:r>
      <w:r w:rsidR="007D6C9B">
        <w:rPr>
          <w:rtl/>
        </w:rPr>
        <w:t xml:space="preserve">ں </w:t>
      </w:r>
      <w:r>
        <w:rPr>
          <w:rtl/>
        </w:rPr>
        <w:t>كہا كہ اگر ميرا پروردگار مجھے اختيار دےدے تو مي</w:t>
      </w:r>
      <w:r w:rsidR="007D6C9B">
        <w:rPr>
          <w:rtl/>
        </w:rPr>
        <w:t xml:space="preserve">ں </w:t>
      </w:r>
      <w:r>
        <w:rPr>
          <w:rtl/>
        </w:rPr>
        <w:t>عافيت كى راہ قبول كرو</w:t>
      </w:r>
      <w:r w:rsidR="007D6C9B">
        <w:rPr>
          <w:rtl/>
        </w:rPr>
        <w:t xml:space="preserve">ں </w:t>
      </w:r>
      <w:r>
        <w:rPr>
          <w:rtl/>
        </w:rPr>
        <w:t>گا كيونكہ مي</w:t>
      </w:r>
      <w:r w:rsidR="007D6C9B">
        <w:rPr>
          <w:rtl/>
        </w:rPr>
        <w:t xml:space="preserve">ں </w:t>
      </w:r>
      <w:r>
        <w:rPr>
          <w:rtl/>
        </w:rPr>
        <w:t>جانتا ہو</w:t>
      </w:r>
      <w:r w:rsidR="007D6C9B">
        <w:rPr>
          <w:rtl/>
        </w:rPr>
        <w:t xml:space="preserve">ں </w:t>
      </w:r>
      <w:r>
        <w:rPr>
          <w:rtl/>
        </w:rPr>
        <w:t>كہ اگر اس قسم كى ذمہ دارى ميرے كندھے پر ڈال دے گا تو يقينا ميرى مدد بھى كرے گا اور مجھے لغزشو</w:t>
      </w:r>
      <w:r w:rsidR="007D6C9B">
        <w:rPr>
          <w:rtl/>
        </w:rPr>
        <w:t xml:space="preserve">ں </w:t>
      </w:r>
      <w:r>
        <w:rPr>
          <w:rtl/>
        </w:rPr>
        <w:t xml:space="preserve">سے بھى محفوظ ركھے گا _ </w:t>
      </w:r>
    </w:p>
    <w:p w:rsidR="00DE2D7F" w:rsidRDefault="00DE2D7F" w:rsidP="00D07B54">
      <w:pPr>
        <w:pStyle w:val="libNormal"/>
        <w:rPr>
          <w:rtl/>
        </w:rPr>
      </w:pPr>
      <w:r>
        <w:rPr>
          <w:rtl/>
        </w:rPr>
        <w:t>فرشتو</w:t>
      </w:r>
      <w:r w:rsidR="007D6C9B">
        <w:rPr>
          <w:rtl/>
        </w:rPr>
        <w:t xml:space="preserve">ں </w:t>
      </w:r>
      <w:r>
        <w:rPr>
          <w:rtl/>
        </w:rPr>
        <w:t>نے اس حالت مي</w:t>
      </w:r>
      <w:r w:rsidR="007D6C9B">
        <w:rPr>
          <w:rtl/>
        </w:rPr>
        <w:t xml:space="preserve">ں </w:t>
      </w:r>
      <w:r>
        <w:rPr>
          <w:rtl/>
        </w:rPr>
        <w:t>كہ لقمان انھي</w:t>
      </w:r>
      <w:r w:rsidR="007D6C9B">
        <w:rPr>
          <w:rtl/>
        </w:rPr>
        <w:t xml:space="preserve">ں </w:t>
      </w:r>
      <w:r>
        <w:rPr>
          <w:rtl/>
        </w:rPr>
        <w:t>ديكھ رہے تھے كہا اے لقمان كيو</w:t>
      </w:r>
      <w:r w:rsidR="007D6C9B">
        <w:rPr>
          <w:rtl/>
        </w:rPr>
        <w:t xml:space="preserve">ں </w:t>
      </w:r>
      <w:r>
        <w:rPr>
          <w:rtl/>
        </w:rPr>
        <w:t>(ايسا نہي</w:t>
      </w:r>
      <w:r w:rsidR="007D6C9B">
        <w:rPr>
          <w:rtl/>
        </w:rPr>
        <w:t xml:space="preserve">ں </w:t>
      </w:r>
      <w:r>
        <w:rPr>
          <w:rtl/>
        </w:rPr>
        <w:t xml:space="preserve">كرتے؟) </w:t>
      </w:r>
    </w:p>
    <w:p w:rsidR="00DE2D7F" w:rsidRDefault="00DE2D7F" w:rsidP="00D07B54">
      <w:pPr>
        <w:pStyle w:val="libNormal"/>
        <w:rPr>
          <w:rtl/>
        </w:rPr>
      </w:pPr>
      <w:r>
        <w:rPr>
          <w:rtl/>
        </w:rPr>
        <w:t>تو انھو</w:t>
      </w:r>
      <w:r w:rsidR="007D6C9B">
        <w:rPr>
          <w:rtl/>
        </w:rPr>
        <w:t xml:space="preserve">ں </w:t>
      </w:r>
      <w:r>
        <w:rPr>
          <w:rtl/>
        </w:rPr>
        <w:t>نے كہا اس لئے كيونكہ لوگو</w:t>
      </w:r>
      <w:r w:rsidR="007D6C9B">
        <w:rPr>
          <w:rtl/>
        </w:rPr>
        <w:t xml:space="preserve">ں </w:t>
      </w:r>
      <w:r>
        <w:rPr>
          <w:rtl/>
        </w:rPr>
        <w:t xml:space="preserve">كے درميان فيصلہ كرنا سخت ترين منزل اور اہم ترين مرحلہ ہے </w:t>
      </w:r>
    </w:p>
    <w:p w:rsidR="00D12B1E" w:rsidRDefault="001648F9" w:rsidP="00D07B54">
      <w:pPr>
        <w:pStyle w:val="libNormal"/>
      </w:pPr>
      <w:r>
        <w:rPr>
          <w:rtl/>
        </w:rPr>
        <w:t xml:space="preserve"> </w:t>
      </w:r>
      <w:r>
        <w:rPr>
          <w:rtl/>
        </w:rPr>
        <w:br w:type="page"/>
      </w:r>
    </w:p>
    <w:p w:rsidR="00D12B1E" w:rsidRDefault="00D12B1E" w:rsidP="00D07B54">
      <w:pPr>
        <w:pStyle w:val="libNormal"/>
      </w:pPr>
    </w:p>
    <w:p w:rsidR="00DE2D7F" w:rsidRDefault="00DE2D7F" w:rsidP="00D07B54">
      <w:pPr>
        <w:pStyle w:val="libNormal"/>
        <w:rPr>
          <w:rtl/>
        </w:rPr>
      </w:pPr>
      <w:r>
        <w:rPr>
          <w:rtl/>
        </w:rPr>
        <w:t>اور ہر طرف سے ظلم و ستم كى موجي</w:t>
      </w:r>
      <w:r w:rsidR="007D6C9B">
        <w:rPr>
          <w:rtl/>
        </w:rPr>
        <w:t xml:space="preserve">ں </w:t>
      </w:r>
      <w:r>
        <w:rPr>
          <w:rtl/>
        </w:rPr>
        <w:t>اس كى طرف متوجہ ہي</w:t>
      </w:r>
      <w:r w:rsidR="007D6C9B">
        <w:rPr>
          <w:rtl/>
        </w:rPr>
        <w:t xml:space="preserve">ں </w:t>
      </w:r>
      <w:r>
        <w:rPr>
          <w:rtl/>
        </w:rPr>
        <w:t>اگر خدا انسان كى حفاظت كرے تو وہ نجات پاجائے گا ليكن اگر خطا كى راہ پر چلے تو يقينا جنت كى راہ سے منحرف ہوجائے گا اور جس شخص كا سر دنيا مي</w:t>
      </w:r>
      <w:r w:rsidR="007D6C9B">
        <w:rPr>
          <w:rtl/>
        </w:rPr>
        <w:t xml:space="preserve">ں </w:t>
      </w:r>
      <w:r>
        <w:rPr>
          <w:rtl/>
        </w:rPr>
        <w:t>جھكا ہوا اور اخرت مي</w:t>
      </w:r>
      <w:r w:rsidR="007D6C9B">
        <w:rPr>
          <w:rtl/>
        </w:rPr>
        <w:t xml:space="preserve">ں </w:t>
      </w:r>
      <w:r>
        <w:rPr>
          <w:rtl/>
        </w:rPr>
        <w:t>بلند ہو اس سے بہتر ہے كہ جس كا سر دنيامي</w:t>
      </w:r>
      <w:r w:rsidR="007D6C9B">
        <w:rPr>
          <w:rtl/>
        </w:rPr>
        <w:t xml:space="preserve">ں </w:t>
      </w:r>
      <w:r>
        <w:rPr>
          <w:rtl/>
        </w:rPr>
        <w:t>بلند اور اخرت مي</w:t>
      </w:r>
      <w:r w:rsidR="007D6C9B">
        <w:rPr>
          <w:rtl/>
        </w:rPr>
        <w:t xml:space="preserve">ں </w:t>
      </w:r>
      <w:r>
        <w:rPr>
          <w:rtl/>
        </w:rPr>
        <w:t xml:space="preserve">جھكا ہو اہو اور جو شخص دنيا كو اخرت پر ترجيح دے تو نہ تو وہ دنيا كو پاسكے گا اور نہ ہى اخرت كو حاصل كر سكے گا _ </w:t>
      </w:r>
    </w:p>
    <w:p w:rsidR="00DE2D7F" w:rsidRDefault="00DE2D7F" w:rsidP="00D07B54">
      <w:pPr>
        <w:pStyle w:val="libNormal"/>
        <w:rPr>
          <w:rtl/>
        </w:rPr>
      </w:pPr>
      <w:r>
        <w:rPr>
          <w:rtl/>
        </w:rPr>
        <w:t>فرشتے لقمان كى اس دلچسپ گفتگو اور منطقى باتو</w:t>
      </w:r>
      <w:r w:rsidR="007D6C9B">
        <w:rPr>
          <w:rtl/>
        </w:rPr>
        <w:t xml:space="preserve">ں </w:t>
      </w:r>
      <w:r>
        <w:rPr>
          <w:rtl/>
        </w:rPr>
        <w:t>سے متعجب ہوئے ،لقمان نے يہ بات كہى اور سوگئے اور خدانے نور حكمت ان كے دل مي</w:t>
      </w:r>
      <w:r w:rsidR="007D6C9B">
        <w:rPr>
          <w:rtl/>
        </w:rPr>
        <w:t xml:space="preserve">ں </w:t>
      </w:r>
      <w:r>
        <w:rPr>
          <w:rtl/>
        </w:rPr>
        <w:t>ڈال ديا جس وقت بيدار ہوئے تو ان كى زبان پر حكمت كى باتي</w:t>
      </w:r>
      <w:r w:rsidR="007D6C9B">
        <w:rPr>
          <w:rtl/>
        </w:rPr>
        <w:t xml:space="preserve">ں </w:t>
      </w:r>
      <w:r>
        <w:rPr>
          <w:rtl/>
        </w:rPr>
        <w:t>تھي</w:t>
      </w:r>
      <w:r w:rsidR="007D6C9B">
        <w:rPr>
          <w:rtl/>
        </w:rPr>
        <w:t xml:space="preserve">ں </w:t>
      </w:r>
      <w:r>
        <w:rPr>
          <w:rtl/>
        </w:rPr>
        <w:t xml:space="preserve">''_ </w:t>
      </w:r>
    </w:p>
    <w:p w:rsidR="00D12B1E" w:rsidRDefault="001648F9" w:rsidP="00D07B54">
      <w:pPr>
        <w:pStyle w:val="libNormal"/>
      </w:pPr>
      <w:r>
        <w:rPr>
          <w:rtl/>
        </w:rPr>
        <w:t xml:space="preserve"> </w:t>
      </w:r>
      <w:r>
        <w:rPr>
          <w:rtl/>
        </w:rPr>
        <w:br w:type="page"/>
      </w:r>
    </w:p>
    <w:p w:rsidR="00D12B1E" w:rsidRDefault="00DE2D7F" w:rsidP="00D07B54">
      <w:pPr>
        <w:pStyle w:val="Heading2Center"/>
      </w:pPr>
      <w:bookmarkStart w:id="308" w:name="_Toc7268705"/>
      <w:r>
        <w:rPr>
          <w:rtl/>
        </w:rPr>
        <w:lastRenderedPageBreak/>
        <w:t>اصحاب كہف</w:t>
      </w:r>
      <w:bookmarkEnd w:id="308"/>
      <w:r>
        <w:rPr>
          <w:rtl/>
        </w:rPr>
        <w:t xml:space="preserve"> </w:t>
      </w:r>
    </w:p>
    <w:p w:rsidR="00DE2D7F" w:rsidRDefault="00DE2D7F" w:rsidP="00D07B54">
      <w:pPr>
        <w:pStyle w:val="libNormal"/>
        <w:rPr>
          <w:rtl/>
        </w:rPr>
      </w:pPr>
      <w:r>
        <w:rPr>
          <w:rtl/>
        </w:rPr>
        <w:t>چند بيدار فكر اور باايمان نوجوان تھے ،وہ نازو نعمت كى زندگى بسر كر رہے تھے ،انھو</w:t>
      </w:r>
      <w:r w:rsidR="007D6C9B">
        <w:rPr>
          <w:rtl/>
        </w:rPr>
        <w:t xml:space="preserve">ں </w:t>
      </w:r>
      <w:r>
        <w:rPr>
          <w:rtl/>
        </w:rPr>
        <w:t>نے اپنے عقيدے كى حفاظت اور اپنے زمانے كے طاغوت سے مقابلے كے لئے ان سب نعمتو</w:t>
      </w:r>
      <w:r w:rsidR="007D6C9B">
        <w:rPr>
          <w:rtl/>
        </w:rPr>
        <w:t xml:space="preserve">ں </w:t>
      </w:r>
      <w:r>
        <w:rPr>
          <w:rtl/>
        </w:rPr>
        <w:t>كو ٹھوكر ماردى پہاڑ كے ايك مي</w:t>
      </w:r>
      <w:r w:rsidR="007D6C9B">
        <w:rPr>
          <w:rtl/>
        </w:rPr>
        <w:t xml:space="preserve">ں </w:t>
      </w:r>
      <w:r>
        <w:rPr>
          <w:rtl/>
        </w:rPr>
        <w:t>جا پناہ لى ،وہ جس مي</w:t>
      </w:r>
      <w:r w:rsidR="007D6C9B">
        <w:rPr>
          <w:rtl/>
        </w:rPr>
        <w:t xml:space="preserve">ں </w:t>
      </w:r>
      <w:r>
        <w:rPr>
          <w:rtl/>
        </w:rPr>
        <w:t>كچھ بھى نہ تھا ،يہ اقدام كر كے انھو</w:t>
      </w:r>
      <w:r w:rsidR="007D6C9B">
        <w:rPr>
          <w:rtl/>
        </w:rPr>
        <w:t xml:space="preserve">ں </w:t>
      </w:r>
      <w:r>
        <w:rPr>
          <w:rtl/>
        </w:rPr>
        <w:t>نے راہ ايمان مي</w:t>
      </w:r>
      <w:r w:rsidR="007D6C9B">
        <w:rPr>
          <w:rtl/>
        </w:rPr>
        <w:t xml:space="preserve">ں </w:t>
      </w:r>
      <w:r>
        <w:rPr>
          <w:rtl/>
        </w:rPr>
        <w:t xml:space="preserve">اپنى استقامت اور پا مردى ثابت كردى _ </w:t>
      </w:r>
    </w:p>
    <w:p w:rsidR="00DE2D7F" w:rsidRDefault="00DE2D7F" w:rsidP="00D07B54">
      <w:pPr>
        <w:pStyle w:val="libNormal"/>
        <w:rPr>
          <w:rtl/>
        </w:rPr>
      </w:pPr>
      <w:r>
        <w:rPr>
          <w:rtl/>
        </w:rPr>
        <w:t>يہ بات لائق توجہ ہے كہ اس مقام پر قران فن فصاحت و بلاغت كے ايك اصول سے كام ليتے ہوئے پہلے ان افراد كى سر گزشت كو اجمالى طورپر بيان كرتا ہے تاكہ سننے والو</w:t>
      </w:r>
      <w:r w:rsidR="007D6C9B">
        <w:rPr>
          <w:rtl/>
        </w:rPr>
        <w:t xml:space="preserve">ں </w:t>
      </w:r>
      <w:r>
        <w:rPr>
          <w:rtl/>
        </w:rPr>
        <w:t>كا ذہن مائل ہو جائے ،اس سلسلے مي</w:t>
      </w:r>
      <w:r w:rsidR="007D6C9B">
        <w:rPr>
          <w:rtl/>
        </w:rPr>
        <w:t xml:space="preserve">ں </w:t>
      </w:r>
      <w:r>
        <w:rPr>
          <w:rtl/>
        </w:rPr>
        <w:t>چار ايات مي</w:t>
      </w:r>
      <w:r w:rsidR="007D6C9B">
        <w:rPr>
          <w:rtl/>
        </w:rPr>
        <w:t xml:space="preserve">ں </w:t>
      </w:r>
      <w:r>
        <w:rPr>
          <w:rtl/>
        </w:rPr>
        <w:t>واقعہ بيان كيا گيا ہے اور اس كے بعد مي</w:t>
      </w:r>
      <w:r w:rsidR="007D6C9B">
        <w:rPr>
          <w:rtl/>
        </w:rPr>
        <w:t xml:space="preserve">ں </w:t>
      </w:r>
      <w:r>
        <w:rPr>
          <w:rtl/>
        </w:rPr>
        <w:t xml:space="preserve">تفصيل بيان كى گئي ہے _ </w:t>
      </w:r>
    </w:p>
    <w:p w:rsidR="00DE2D7F" w:rsidRDefault="00DE2D7F" w:rsidP="00D07B54">
      <w:pPr>
        <w:pStyle w:val="libNormal"/>
        <w:rPr>
          <w:rtl/>
        </w:rPr>
      </w:pPr>
    </w:p>
    <w:p w:rsidR="00D12B1E" w:rsidRDefault="00DE2D7F" w:rsidP="00D07B54">
      <w:pPr>
        <w:pStyle w:val="Heading2Center"/>
      </w:pPr>
      <w:bookmarkStart w:id="309" w:name="_Toc7268706"/>
      <w:r>
        <w:rPr>
          <w:rtl/>
        </w:rPr>
        <w:t>اصحاب كہف كى زندگى كا اجمالى جائزہ</w:t>
      </w:r>
      <w:bookmarkEnd w:id="309"/>
    </w:p>
    <w:p w:rsidR="00DE2D7F" w:rsidRDefault="00DE2D7F" w:rsidP="00D07B54">
      <w:pPr>
        <w:pStyle w:val="libNormal"/>
        <w:rPr>
          <w:rtl/>
        </w:rPr>
      </w:pPr>
      <w:r>
        <w:rPr>
          <w:rtl/>
        </w:rPr>
        <w:t xml:space="preserve"> پہلے فرمايا گيا ہے :''كيا تم سمجھتے ہو كہ اصحاب كہف و رقيم ہمارى عجيب ايات مي</w:t>
      </w:r>
      <w:r w:rsidR="007D6C9B">
        <w:rPr>
          <w:rtl/>
        </w:rPr>
        <w:t xml:space="preserve">ں </w:t>
      </w:r>
      <w:r>
        <w:rPr>
          <w:rtl/>
        </w:rPr>
        <w:t>سے تھے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زمين و اسمان مي</w:t>
      </w:r>
      <w:r w:rsidR="007D6C9B">
        <w:rPr>
          <w:rtl/>
        </w:rPr>
        <w:t xml:space="preserve">ں </w:t>
      </w:r>
      <w:r>
        <w:rPr>
          <w:rtl/>
        </w:rPr>
        <w:t>ہمارى بہت سى عجيب ايا ت ہي</w:t>
      </w:r>
      <w:r w:rsidR="007D6C9B">
        <w:rPr>
          <w:rtl/>
        </w:rPr>
        <w:t xml:space="preserve">ں </w:t>
      </w:r>
      <w:r>
        <w:rPr>
          <w:rtl/>
        </w:rPr>
        <w:t>كہ جن مي</w:t>
      </w:r>
      <w:r w:rsidR="007D6C9B">
        <w:rPr>
          <w:rtl/>
        </w:rPr>
        <w:t xml:space="preserve">ں </w:t>
      </w:r>
      <w:r>
        <w:rPr>
          <w:rtl/>
        </w:rPr>
        <w:t>سے ہر ايك عظمت تخليق كا ايك نمونہ ہے ،خود تمہارى زندگى مي</w:t>
      </w:r>
      <w:r w:rsidR="007D6C9B">
        <w:rPr>
          <w:rtl/>
        </w:rPr>
        <w:t xml:space="preserve">ں </w:t>
      </w:r>
      <w:r>
        <w:rPr>
          <w:rtl/>
        </w:rPr>
        <w:t>عجيب اسرار موجود ہي</w:t>
      </w:r>
      <w:r w:rsidR="007D6C9B">
        <w:rPr>
          <w:rtl/>
        </w:rPr>
        <w:t xml:space="preserve">ں </w:t>
      </w:r>
      <w:r>
        <w:rPr>
          <w:rtl/>
        </w:rPr>
        <w:t>كہ جن مي</w:t>
      </w:r>
      <w:r w:rsidR="007D6C9B">
        <w:rPr>
          <w:rtl/>
        </w:rPr>
        <w:t xml:space="preserve">ں </w:t>
      </w:r>
      <w:r>
        <w:rPr>
          <w:rtl/>
        </w:rPr>
        <w:t>سے ہر ايك تمہارى دعوت كى حقانيت كى نشانى ہے اور اصحاب كہف كى داستان مسلما ً ان سے عجيب تر نہي</w:t>
      </w:r>
      <w:r w:rsidR="007D6C9B">
        <w:rPr>
          <w:rtl/>
        </w:rPr>
        <w:t xml:space="preserve">ں </w:t>
      </w:r>
      <w:r>
        <w:rPr>
          <w:rtl/>
        </w:rPr>
        <w:t xml:space="preserve">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كہف ايت </w:t>
      </w:r>
      <w:r w:rsidR="00E44785">
        <w:rPr>
          <w:rtl/>
        </w:rPr>
        <w:t>9</w:t>
      </w:r>
      <w:r>
        <w:rPr>
          <w:rtl/>
        </w:rPr>
        <w:t xml:space="preserve"> </w:t>
      </w:r>
    </w:p>
    <w:p w:rsidR="00D12B1E" w:rsidRDefault="00D12B1E" w:rsidP="00D07B54">
      <w:pPr>
        <w:pStyle w:val="libNormal"/>
        <w:rPr>
          <w:rtl/>
        </w:rPr>
      </w:pPr>
      <w:r>
        <w:rPr>
          <w:rtl/>
        </w:rPr>
        <w:br w:type="page"/>
      </w:r>
    </w:p>
    <w:p w:rsidR="00D12B1E" w:rsidRDefault="00D12B1E" w:rsidP="00D07B54">
      <w:pPr>
        <w:pStyle w:val="libNormal"/>
      </w:pPr>
    </w:p>
    <w:p w:rsidR="00DE2D7F" w:rsidRDefault="00DE2D7F" w:rsidP="00D07B54">
      <w:pPr>
        <w:pStyle w:val="libNormal"/>
        <w:rPr>
          <w:rtl/>
        </w:rPr>
      </w:pPr>
      <w:r>
        <w:rPr>
          <w:rtl/>
        </w:rPr>
        <w:t>''اصحاب كہف''(اصحاب )كو يہ نام اس لئے ديا گيا ہے كيونكہ انھو</w:t>
      </w:r>
      <w:r w:rsidR="007D6C9B">
        <w:rPr>
          <w:rtl/>
        </w:rPr>
        <w:t xml:space="preserve">ں </w:t>
      </w:r>
      <w:r>
        <w:rPr>
          <w:rtl/>
        </w:rPr>
        <w:t>نے اپنے جان بچانے كے لئے مي</w:t>
      </w:r>
      <w:r w:rsidR="007D6C9B">
        <w:rPr>
          <w:rtl/>
        </w:rPr>
        <w:t xml:space="preserve">ں </w:t>
      </w:r>
      <w:r>
        <w:rPr>
          <w:rtl/>
        </w:rPr>
        <w:t xml:space="preserve">پناہ لى تھى جس كى تفصيل انكى زندگى كے حالات بيان كرتے ہوئے ائے گى _ </w:t>
      </w:r>
    </w:p>
    <w:p w:rsidR="00DE2D7F" w:rsidRDefault="00DE2D7F" w:rsidP="00D07B54">
      <w:pPr>
        <w:pStyle w:val="libNormal"/>
        <w:rPr>
          <w:rtl/>
        </w:rPr>
      </w:pPr>
      <w:r>
        <w:rPr>
          <w:rtl/>
        </w:rPr>
        <w:t>ليكن ''رقيم ''دراصل ''رقم ''كے مادہ سے'' لكھنے ''كے معنى مي</w:t>
      </w:r>
      <w:r w:rsidR="007D6C9B">
        <w:rPr>
          <w:rtl/>
        </w:rPr>
        <w:t xml:space="preserve">ں </w:t>
      </w:r>
      <w:r>
        <w:rPr>
          <w:rtl/>
        </w:rPr>
        <w:t xml:space="preserve">ہے ،زيادہ تر مفسرين كا نظريہ ہے كہ يہ اصحاب كہف كا دوسرا نام ہے كيونكہ اخر كا ر اس كا نام ايك تختى پر لكھا گيا اور اسے كے دروزاے پر نصب كيا گيا _ </w:t>
      </w:r>
    </w:p>
    <w:p w:rsidR="00DE2D7F" w:rsidRDefault="00DE2D7F" w:rsidP="00D07B54">
      <w:pPr>
        <w:pStyle w:val="libNormal"/>
        <w:rPr>
          <w:rtl/>
        </w:rPr>
      </w:pPr>
      <w:r>
        <w:rPr>
          <w:rtl/>
        </w:rPr>
        <w:t>بعض اسے اس پہاڑ كا نام سمجھتے ہي</w:t>
      </w:r>
      <w:r w:rsidR="007D6C9B">
        <w:rPr>
          <w:rtl/>
        </w:rPr>
        <w:t xml:space="preserve">ں </w:t>
      </w:r>
      <w:r>
        <w:rPr>
          <w:rtl/>
        </w:rPr>
        <w:t>كہ جس مي</w:t>
      </w:r>
      <w:r w:rsidR="007D6C9B">
        <w:rPr>
          <w:rtl/>
        </w:rPr>
        <w:t xml:space="preserve">ں </w:t>
      </w:r>
      <w:r>
        <w:rPr>
          <w:rtl/>
        </w:rPr>
        <w:t>يہ تھى اور بعض اس زمين كانام سمجھتے ہي</w:t>
      </w:r>
      <w:r w:rsidR="007D6C9B">
        <w:rPr>
          <w:rtl/>
        </w:rPr>
        <w:t xml:space="preserve">ں </w:t>
      </w:r>
      <w:r>
        <w:rPr>
          <w:rtl/>
        </w:rPr>
        <w:t>كہ جس مي</w:t>
      </w:r>
      <w:r w:rsidR="007D6C9B">
        <w:rPr>
          <w:rtl/>
        </w:rPr>
        <w:t xml:space="preserve">ں </w:t>
      </w:r>
      <w:r>
        <w:rPr>
          <w:rtl/>
        </w:rPr>
        <w:t>وہ پہاڑ تھا بعض كا خيال ہے كہ يہ اس شہر كانام ہے جس سے اصحاب كہف نكلے تھے ليكن پہلا معنى زيادہ صحيح معلوم ہوتا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اس كے بعد فرمايا گيا ہے : </w:t>
      </w:r>
    </w:p>
    <w:p w:rsidR="00DE2D7F" w:rsidRDefault="00DE2D7F" w:rsidP="00D07B54">
      <w:pPr>
        <w:pStyle w:val="libNormal"/>
        <w:rPr>
          <w:rtl/>
        </w:rPr>
      </w:pPr>
      <w:r>
        <w:rPr>
          <w:rtl/>
        </w:rPr>
        <w:t>''اس وقت كا سوچو جب چند جوانو</w:t>
      </w:r>
      <w:r w:rsidR="007D6C9B">
        <w:rPr>
          <w:rtl/>
        </w:rPr>
        <w:t xml:space="preserve">ں </w:t>
      </w:r>
      <w:r>
        <w:rPr>
          <w:rtl/>
        </w:rPr>
        <w:t>نے ايك مي</w:t>
      </w:r>
      <w:r w:rsidR="007D6C9B">
        <w:rPr>
          <w:rtl/>
        </w:rPr>
        <w:t xml:space="preserve">ں </w:t>
      </w:r>
      <w:r>
        <w:rPr>
          <w:rtl/>
        </w:rPr>
        <w:t>جاپناہ لي''_</w:t>
      </w:r>
      <w:r w:rsidRPr="00AD1EF3">
        <w:rPr>
          <w:rStyle w:val="libFootnotenumChar"/>
          <w:rtl/>
        </w:rPr>
        <w:t>(</w:t>
      </w:r>
      <w:r w:rsidR="00E664BB" w:rsidRPr="00AD1EF3">
        <w:rPr>
          <w:rStyle w:val="libFootnotenumChar"/>
          <w:rtl/>
        </w:rPr>
        <w:t>2</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)رہا بعض كا يہ احتمال كہ اصحاب كہف اور تھے اور اصحاب رقيم اور تھے بعض روايت مي</w:t>
      </w:r>
      <w:r w:rsidR="007D6C9B">
        <w:rPr>
          <w:rtl/>
        </w:rPr>
        <w:t xml:space="preserve">ں </w:t>
      </w:r>
      <w:r>
        <w:rPr>
          <w:rtl/>
        </w:rPr>
        <w:t>ان كے بارے مي</w:t>
      </w:r>
      <w:r w:rsidR="007D6C9B">
        <w:rPr>
          <w:rtl/>
        </w:rPr>
        <w:t xml:space="preserve">ں </w:t>
      </w:r>
      <w:r>
        <w:rPr>
          <w:rtl/>
        </w:rPr>
        <w:t>ايك داستان بھى نقل كى گئي ہے ،يہ ظاہر ايت سے ہم اہنگ نہي</w:t>
      </w:r>
      <w:r w:rsidR="007D6C9B">
        <w:rPr>
          <w:rtl/>
        </w:rPr>
        <w:t xml:space="preserve">ں </w:t>
      </w:r>
      <w:r>
        <w:rPr>
          <w:rtl/>
        </w:rPr>
        <w:t>ہے كيونكہ زير قران كا ظاہرى مفہوم يہ ہے كہ اصحاب كہف و رقيم ايك ہى گروہ كا نام ہے يہى وجہ ہے كہ ان دو الفاظ كے استعمال كے بعد صرف ''اصحاب كہف ''كہہ كر داستان شروع كى گئي ہے اور انكے علاوہ ہر گز كسى دوسرے گروہ كا ذكر نہي</w:t>
      </w:r>
      <w:r w:rsidR="007D6C9B">
        <w:rPr>
          <w:rtl/>
        </w:rPr>
        <w:t xml:space="preserve">ں </w:t>
      </w:r>
      <w:r>
        <w:rPr>
          <w:rtl/>
        </w:rPr>
        <w:t xml:space="preserve">كيا گيا ،يہ صورت حال خود ايك ہى گروہ ہونے كى دليل ہے </w:t>
      </w:r>
    </w:p>
    <w:p w:rsidR="00DE2D7F" w:rsidRDefault="00DE2D7F" w:rsidP="00D07B54">
      <w:pPr>
        <w:pStyle w:val="libFootnote"/>
        <w:rPr>
          <w:rtl/>
        </w:rPr>
      </w:pPr>
      <w:r>
        <w:rPr>
          <w:rtl/>
        </w:rPr>
        <w:t>(</w:t>
      </w:r>
      <w:r w:rsidR="00E664BB">
        <w:rPr>
          <w:rtl/>
        </w:rPr>
        <w:t>2</w:t>
      </w:r>
      <w:r>
        <w:rPr>
          <w:rtl/>
        </w:rPr>
        <w:t>)سورہ كہف آيت</w:t>
      </w:r>
      <w:r w:rsidR="00E664BB">
        <w:rPr>
          <w:rtl/>
        </w:rPr>
        <w:t>10</w:t>
      </w:r>
      <w:r>
        <w:rPr>
          <w:rtl/>
        </w:rPr>
        <w:t xml:space="preserve"> </w:t>
      </w:r>
    </w:p>
    <w:p w:rsidR="00DE2D7F" w:rsidRDefault="00DE2D7F" w:rsidP="00D07B54">
      <w:pPr>
        <w:pStyle w:val="libFootnote"/>
        <w:rPr>
          <w:rtl/>
        </w:rPr>
      </w:pPr>
      <w:r>
        <w:rPr>
          <w:rtl/>
        </w:rPr>
        <w:t>(</w:t>
      </w:r>
      <w:r w:rsidR="00E664BB">
        <w:rPr>
          <w:rtl/>
        </w:rPr>
        <w:t>3</w:t>
      </w:r>
      <w:r>
        <w:rPr>
          <w:rtl/>
        </w:rPr>
        <w:t>)جيسا كہ قرآن مي</w:t>
      </w:r>
      <w:r w:rsidR="007D6C9B">
        <w:rPr>
          <w:rtl/>
        </w:rPr>
        <w:t xml:space="preserve">ں </w:t>
      </w:r>
      <w:r>
        <w:rPr>
          <w:rtl/>
        </w:rPr>
        <w:t>موجود ہے: ''</w:t>
      </w:r>
      <w:r w:rsidRPr="0024115B">
        <w:rPr>
          <w:rStyle w:val="libFootnoteAieChar"/>
          <w:rtl/>
        </w:rPr>
        <w:t>اذا وى الفتية الى الك</w:t>
      </w:r>
      <w:r w:rsidR="003E5058" w:rsidRPr="007F58D3">
        <w:rPr>
          <w:rStyle w:val="libFootnoteAieChar"/>
          <w:rFonts w:hint="cs"/>
          <w:rtl/>
        </w:rPr>
        <w:t>ه</w:t>
      </w:r>
      <w:r w:rsidRPr="00421A14">
        <w:rPr>
          <w:rStyle w:val="libFootnoteAieChar"/>
          <w:rFonts w:hint="cs"/>
          <w:rtl/>
        </w:rPr>
        <w:t>ف</w:t>
      </w:r>
      <w:r w:rsidRPr="0024115B">
        <w:rPr>
          <w:rStyle w:val="libFootnoteAieChar"/>
          <w:rtl/>
        </w:rPr>
        <w:t xml:space="preserve">'' </w:t>
      </w:r>
    </w:p>
    <w:p w:rsidR="00DE2D7F" w:rsidRDefault="00DE2D7F" w:rsidP="00D07B54">
      <w:pPr>
        <w:pStyle w:val="libFootnote"/>
        <w:rPr>
          <w:rtl/>
        </w:rPr>
      </w:pPr>
      <w:r>
        <w:rPr>
          <w:rtl/>
        </w:rPr>
        <w:t>(فتية) فتى كى جمع ہے_در اصل يہ نوخيز و سرشار جوان كے معنى مي</w:t>
      </w:r>
      <w:r w:rsidR="007D6C9B">
        <w:rPr>
          <w:rtl/>
        </w:rPr>
        <w:t xml:space="preserve">ں </w:t>
      </w:r>
      <w:r>
        <w:rPr>
          <w:rtl/>
        </w:rPr>
        <w:t>ہے البتہ كبھى كبھار بڑى عمر والے ان افراد كے لئے بھى بولاجاتا ہے كہ جن كے جذبے جوان اور سرشار ہو</w:t>
      </w:r>
      <w:r w:rsidR="007D6C9B">
        <w:rPr>
          <w:rtl/>
        </w:rPr>
        <w:t xml:space="preserve">ں </w:t>
      </w:r>
      <w:r>
        <w:rPr>
          <w:rtl/>
        </w:rPr>
        <w:t>_اس لفظ مي</w:t>
      </w:r>
      <w:r w:rsidR="007D6C9B">
        <w:rPr>
          <w:rtl/>
        </w:rPr>
        <w:t xml:space="preserve">ں </w:t>
      </w:r>
      <w:r>
        <w:rPr>
          <w:rtl/>
        </w:rPr>
        <w:t xml:space="preserve">عام طورپر جوانمردى حق كے لئے ڈٹ جانے اور حق كے حضور سر تسليم خم كرنے كا مفہوم بھى ہوتا ہے_ </w:t>
      </w:r>
    </w:p>
    <w:p w:rsidR="00DE2D7F" w:rsidRDefault="00DE2D7F" w:rsidP="00D07B54">
      <w:pPr>
        <w:pStyle w:val="libFootnote"/>
        <w:rPr>
          <w:rtl/>
        </w:rPr>
      </w:pPr>
      <w:r>
        <w:rPr>
          <w:rtl/>
        </w:rPr>
        <w:t xml:space="preserve">اس امر كى شاہد وہ حديث ہے جو امام صادق عليہ السلام سے نقل ہوئي ہے_ </w:t>
      </w:r>
    </w:p>
    <w:p w:rsidR="00DE2D7F" w:rsidRDefault="00DE2D7F" w:rsidP="00D07B54">
      <w:pPr>
        <w:pStyle w:val="libFootnote"/>
        <w:rPr>
          <w:rtl/>
        </w:rPr>
      </w:pPr>
      <w:r>
        <w:rPr>
          <w:rtl/>
        </w:rPr>
        <w:t>امام(ع) نے اپنے ايك صحابى سے پوچھا:''فتى ''كس شخص كو كہتے ہي</w:t>
      </w:r>
      <w:r w:rsidR="007D6C9B">
        <w:rPr>
          <w:rtl/>
        </w:rPr>
        <w:t xml:space="preserve">ں </w:t>
      </w:r>
      <w:r>
        <w:rPr>
          <w:rtl/>
        </w:rPr>
        <w:t xml:space="preserve">؟ </w:t>
      </w:r>
    </w:p>
    <w:p w:rsidR="00D12B1E" w:rsidRDefault="001648F9" w:rsidP="00D07B54">
      <w:pPr>
        <w:pStyle w:val="libNormal"/>
      </w:pPr>
      <w:r>
        <w:rPr>
          <w:rtl/>
        </w:rPr>
        <w:t xml:space="preserve"> </w:t>
      </w:r>
      <w:r>
        <w:rPr>
          <w:rtl/>
        </w:rPr>
        <w:br w:type="page"/>
      </w:r>
    </w:p>
    <w:p w:rsidR="00D12B1E" w:rsidRDefault="00D12B1E" w:rsidP="00D07B54">
      <w:pPr>
        <w:pStyle w:val="libNormal"/>
      </w:pPr>
    </w:p>
    <w:p w:rsidR="00DE2D7F" w:rsidRDefault="00DE2D7F" w:rsidP="00D07B54">
      <w:pPr>
        <w:pStyle w:val="libNormal"/>
        <w:rPr>
          <w:rtl/>
        </w:rPr>
      </w:pPr>
      <w:r>
        <w:rPr>
          <w:rtl/>
        </w:rPr>
        <w:t>جب وہ ہر طرف سے مايوس تھے،انہو</w:t>
      </w:r>
      <w:r w:rsidR="007D6C9B">
        <w:rPr>
          <w:rtl/>
        </w:rPr>
        <w:t xml:space="preserve">ں </w:t>
      </w:r>
      <w:r>
        <w:rPr>
          <w:rtl/>
        </w:rPr>
        <w:t>نے بارگاہ خدا كا رخ كيا اور عرض كي:''پروردگاراہمي</w:t>
      </w:r>
      <w:r w:rsidR="007D6C9B">
        <w:rPr>
          <w:rtl/>
        </w:rPr>
        <w:t xml:space="preserve">ں </w:t>
      </w:r>
      <w:r>
        <w:rPr>
          <w:rtl/>
        </w:rPr>
        <w:t>اپنى رحمت سے بہرہ ور كر''_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اور ہمارے لئے راہ نجات پيدا كردے_ </w:t>
      </w:r>
    </w:p>
    <w:p w:rsidR="00DE2D7F" w:rsidRDefault="00DE2D7F" w:rsidP="00D07B54">
      <w:pPr>
        <w:pStyle w:val="libNormal"/>
        <w:rPr>
          <w:rtl/>
        </w:rPr>
      </w:pPr>
      <w:r>
        <w:rPr>
          <w:rtl/>
        </w:rPr>
        <w:t>ايسى راہ كہ جس سے ہمي</w:t>
      </w:r>
      <w:r w:rsidR="007D6C9B">
        <w:rPr>
          <w:rtl/>
        </w:rPr>
        <w:t xml:space="preserve">ں </w:t>
      </w:r>
      <w:r>
        <w:rPr>
          <w:rtl/>
        </w:rPr>
        <w:t>اس تاريك مقام سے چھٹكارا مل جائے اور تيرى رضا كے قريب كردے_ ايسى راہ كہ جس مي</w:t>
      </w:r>
      <w:r w:rsidR="007D6C9B">
        <w:rPr>
          <w:rtl/>
        </w:rPr>
        <w:t xml:space="preserve">ں </w:t>
      </w:r>
      <w:r>
        <w:rPr>
          <w:rtl/>
        </w:rPr>
        <w:t xml:space="preserve">خير و سعادت ہو اور ذمہ دارى ادا ہوجائے_ </w:t>
      </w:r>
    </w:p>
    <w:p w:rsidR="00DE2D7F" w:rsidRDefault="00DE2D7F" w:rsidP="00D07B54">
      <w:pPr>
        <w:pStyle w:val="libNormal"/>
        <w:rPr>
          <w:rtl/>
        </w:rPr>
      </w:pPr>
      <w:r>
        <w:rPr>
          <w:rtl/>
        </w:rPr>
        <w:t>ہم نے ان كى دعا قبو ل كي''ان كے كانو</w:t>
      </w:r>
      <w:r w:rsidR="007D6C9B">
        <w:rPr>
          <w:rtl/>
        </w:rPr>
        <w:t xml:space="preserve">ں </w:t>
      </w:r>
      <w:r>
        <w:rPr>
          <w:rtl/>
        </w:rPr>
        <w:t>پر خواب كے پردے ڈال ديئے اور وہ سالہا سال تك مي</w:t>
      </w:r>
      <w:r w:rsidR="007D6C9B">
        <w:rPr>
          <w:rtl/>
        </w:rPr>
        <w:t xml:space="preserve">ں </w:t>
      </w:r>
      <w:r>
        <w:rPr>
          <w:rtl/>
        </w:rPr>
        <w:t xml:space="preserve">سوئے رہے''_ </w:t>
      </w:r>
    </w:p>
    <w:p w:rsidR="00DE2D7F" w:rsidRDefault="00DE2D7F" w:rsidP="00D07B54">
      <w:pPr>
        <w:pStyle w:val="libNormal"/>
        <w:rPr>
          <w:rtl/>
        </w:rPr>
      </w:pPr>
      <w:r>
        <w:rPr>
          <w:rtl/>
        </w:rPr>
        <w:t>''پھر ہم نے انہي</w:t>
      </w:r>
      <w:r w:rsidR="007D6C9B">
        <w:rPr>
          <w:rtl/>
        </w:rPr>
        <w:t xml:space="preserve">ں </w:t>
      </w:r>
      <w:r>
        <w:rPr>
          <w:rtl/>
        </w:rPr>
        <w:t>اٹھايا اور بيدار كيا تا كہ ہم ديكھي</w:t>
      </w:r>
      <w:r w:rsidR="007D6C9B">
        <w:rPr>
          <w:rtl/>
        </w:rPr>
        <w:t xml:space="preserve">ں </w:t>
      </w:r>
      <w:r>
        <w:rPr>
          <w:rtl/>
        </w:rPr>
        <w:t>كا ان مي</w:t>
      </w:r>
      <w:r w:rsidR="007D6C9B">
        <w:rPr>
          <w:rtl/>
        </w:rPr>
        <w:t xml:space="preserve">ں </w:t>
      </w:r>
      <w:r>
        <w:rPr>
          <w:rtl/>
        </w:rPr>
        <w:t>سے كون لوگ اپنى نيند كى مدت كا بہتر حساب لگاتے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p>
    <w:p w:rsidR="00573D35" w:rsidRDefault="00DE2D7F" w:rsidP="00D07B54">
      <w:pPr>
        <w:pStyle w:val="Heading2Center"/>
      </w:pPr>
      <w:bookmarkStart w:id="310" w:name="_Toc7268707"/>
      <w:r>
        <w:rPr>
          <w:rtl/>
        </w:rPr>
        <w:t>داستان اصحاب كہف كى تفصيل</w:t>
      </w:r>
      <w:bookmarkEnd w:id="310"/>
    </w:p>
    <w:p w:rsidR="00DE2D7F" w:rsidRDefault="00DE2D7F" w:rsidP="00D07B54">
      <w:pPr>
        <w:pStyle w:val="libNormal"/>
        <w:rPr>
          <w:rtl/>
        </w:rPr>
      </w:pPr>
      <w:r>
        <w:rPr>
          <w:rtl/>
        </w:rPr>
        <w:t xml:space="preserve"> جيسا كہ ہم نے كہا ہے اجمالى طور پر واقعہ بيا ن كرنے كے بعد مي</w:t>
      </w:r>
      <w:r w:rsidR="007D6C9B">
        <w:rPr>
          <w:rtl/>
        </w:rPr>
        <w:t xml:space="preserve">ں </w:t>
      </w:r>
      <w:r>
        <w:rPr>
          <w:rtl/>
        </w:rPr>
        <w:t>اس كى تفصيل بيان كى گئي ہے_ گفتگو كا آغازيو</w:t>
      </w:r>
      <w:r w:rsidR="007D6C9B">
        <w:rPr>
          <w:rtl/>
        </w:rPr>
        <w:t xml:space="preserve">ں </w:t>
      </w:r>
      <w:r>
        <w:rPr>
          <w:rtl/>
        </w:rPr>
        <w:t>كيا گياہے: ''ان كى داستان،جيسا كہ ہے،ہم تجھ سے بيان كرتے ہي</w:t>
      </w:r>
      <w:r w:rsidR="007D6C9B">
        <w:rPr>
          <w:rtl/>
        </w:rPr>
        <w:t xml:space="preserve">ں </w:t>
      </w:r>
      <w:r>
        <w:rPr>
          <w:rtl/>
        </w:rPr>
        <w:t>''_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ہم اس طرح سے واقعہ بيان كرتے ہي</w:t>
      </w:r>
      <w:r w:rsidR="007D6C9B">
        <w:rPr>
          <w:rtl/>
        </w:rPr>
        <w:t xml:space="preserve">ں </w:t>
      </w:r>
      <w:r>
        <w:rPr>
          <w:rtl/>
        </w:rPr>
        <w:t>كہ وہ ہر قسم كى فضول بات بے بنياد چيزو</w:t>
      </w:r>
      <w:r w:rsidR="007D6C9B">
        <w:rPr>
          <w:rtl/>
        </w:rPr>
        <w:t xml:space="preserve">ں </w:t>
      </w:r>
      <w:r>
        <w:rPr>
          <w:rtl/>
        </w:rPr>
        <w:t xml:space="preserve">اور غلط باتو </w:t>
      </w:r>
      <w:r w:rsidR="007D6C9B">
        <w:rPr>
          <w:rtl/>
        </w:rPr>
        <w:t xml:space="preserve">ں </w:t>
      </w:r>
      <w:r>
        <w:rPr>
          <w:rtl/>
        </w:rPr>
        <w:t xml:space="preserve">سے پاك ہوگا_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Normal"/>
        <w:rPr>
          <w:rtl/>
        </w:rPr>
      </w:pPr>
    </w:p>
    <w:p w:rsidR="00573D35" w:rsidRDefault="001648F9" w:rsidP="00D07B54">
      <w:pPr>
        <w:pStyle w:val="libNormal"/>
        <w:rPr>
          <w:rtl/>
        </w:rPr>
      </w:pPr>
      <w:r>
        <w:rPr>
          <w:rtl/>
        </w:rPr>
        <w:t xml:space="preserve"> </w:t>
      </w:r>
      <w:r>
        <w:rPr>
          <w:rtl/>
        </w:rPr>
        <w:br w:type="page"/>
      </w:r>
      <w:r w:rsidR="00573D35">
        <w:rPr>
          <w:rtl/>
        </w:rPr>
        <w:lastRenderedPageBreak/>
        <w:br w:type="page"/>
      </w:r>
    </w:p>
    <w:p w:rsidR="00573D35" w:rsidRDefault="00573D35" w:rsidP="00D07B54">
      <w:pPr>
        <w:pStyle w:val="libNormal"/>
        <w:rPr>
          <w:rtl/>
        </w:rPr>
      </w:pPr>
      <w:r>
        <w:rPr>
          <w:rtl/>
        </w:rPr>
        <w:lastRenderedPageBreak/>
        <w:br w:type="page"/>
      </w:r>
    </w:p>
    <w:p w:rsidR="00573D35" w:rsidRDefault="00573D35" w:rsidP="00D07B54">
      <w:pPr>
        <w:pStyle w:val="libNormal"/>
        <w:rPr>
          <w:rtl/>
        </w:rPr>
      </w:pPr>
      <w:r>
        <w:rPr>
          <w:rtl/>
        </w:rPr>
        <w:lastRenderedPageBreak/>
        <w:br w:type="page"/>
      </w:r>
    </w:p>
    <w:p w:rsidR="00573D35" w:rsidRDefault="00573D35" w:rsidP="00D07B54">
      <w:pPr>
        <w:pStyle w:val="libNormal"/>
        <w:rPr>
          <w:rtl/>
        </w:rPr>
      </w:pPr>
      <w:r>
        <w:rPr>
          <w:rtl/>
        </w:rPr>
        <w:lastRenderedPageBreak/>
        <w:br w:type="page"/>
      </w:r>
    </w:p>
    <w:p w:rsidR="00DE2D7F" w:rsidRDefault="00DE2D7F" w:rsidP="00D07B54">
      <w:pPr>
        <w:pStyle w:val="Heading2Center"/>
        <w:rPr>
          <w:rtl/>
        </w:rPr>
      </w:pPr>
      <w:bookmarkStart w:id="311" w:name="_Toc7268708"/>
      <w:r>
        <w:rPr>
          <w:rtl/>
          <w:lang w:bidi="fa-IR"/>
        </w:rPr>
        <w:lastRenderedPageBreak/>
        <w:t>۸</w:t>
      </w:r>
      <w:r>
        <w:rPr>
          <w:rtl/>
        </w:rPr>
        <w:t xml:space="preserve"> حضرت رسول اكرم (ص)</w:t>
      </w:r>
      <w:bookmarkEnd w:id="311"/>
      <w:r>
        <w:rPr>
          <w:rtl/>
        </w:rPr>
        <w:t xml:space="preserve"> </w:t>
      </w:r>
    </w:p>
    <w:p w:rsidR="00DE2D7F" w:rsidRDefault="00DE2D7F" w:rsidP="00D07B54">
      <w:pPr>
        <w:pStyle w:val="Heading2Center"/>
        <w:rPr>
          <w:rtl/>
        </w:rPr>
      </w:pPr>
    </w:p>
    <w:p w:rsidR="00DE2D7F" w:rsidRDefault="00DE2D7F" w:rsidP="00D07B54">
      <w:pPr>
        <w:pStyle w:val="Heading2Center"/>
        <w:rPr>
          <w:rtl/>
        </w:rPr>
      </w:pPr>
      <w:bookmarkStart w:id="312" w:name="_Toc7268709"/>
      <w:r>
        <w:rPr>
          <w:rtl/>
        </w:rPr>
        <w:t>حضرت رسول اكرم (ص)</w:t>
      </w:r>
      <w:bookmarkEnd w:id="312"/>
      <w:r>
        <w:rPr>
          <w:rtl/>
        </w:rPr>
        <w:t xml:space="preserve"> </w:t>
      </w:r>
    </w:p>
    <w:p w:rsidR="00573D35" w:rsidRDefault="001648F9" w:rsidP="00D07B54">
      <w:pPr>
        <w:pStyle w:val="Heading2Center"/>
      </w:pPr>
      <w:r>
        <w:rPr>
          <w:rtl/>
        </w:rPr>
        <w:t xml:space="preserve"> </w:t>
      </w:r>
      <w:r>
        <w:rPr>
          <w:rtl/>
        </w:rPr>
        <w:br w:type="page"/>
      </w:r>
      <w:bookmarkStart w:id="313" w:name="_Toc7268710"/>
      <w:r w:rsidR="00DE2D7F">
        <w:rPr>
          <w:rtl/>
        </w:rPr>
        <w:lastRenderedPageBreak/>
        <w:t>نبوت سے پہلے آنحضرت (ص) كس دين پر تھے؟</w:t>
      </w:r>
      <w:bookmarkEnd w:id="313"/>
      <w:r w:rsidR="00DE2D7F">
        <w:rPr>
          <w:rtl/>
        </w:rPr>
        <w:t xml:space="preserve"> </w:t>
      </w:r>
    </w:p>
    <w:p w:rsidR="00DE2D7F" w:rsidRDefault="00DE2D7F" w:rsidP="00D07B54">
      <w:pPr>
        <w:pStyle w:val="libNormal"/>
        <w:rPr>
          <w:rtl/>
        </w:rPr>
      </w:pPr>
      <w:r>
        <w:rPr>
          <w:rtl/>
        </w:rPr>
        <w:t>اس بات مي</w:t>
      </w:r>
      <w:r w:rsidR="007D6C9B">
        <w:rPr>
          <w:rtl/>
        </w:rPr>
        <w:t xml:space="preserve">ں </w:t>
      </w:r>
      <w:r>
        <w:rPr>
          <w:rtl/>
        </w:rPr>
        <w:t>تو شك كى گنجا</w:t>
      </w:r>
      <w:r w:rsidR="00091C36">
        <w:rPr>
          <w:rtl/>
        </w:rPr>
        <w:t xml:space="preserve">ئش </w:t>
      </w:r>
      <w:r>
        <w:rPr>
          <w:rtl/>
        </w:rPr>
        <w:t xml:space="preserve"> ہى نہي</w:t>
      </w:r>
      <w:r w:rsidR="007D6C9B">
        <w:rPr>
          <w:rtl/>
        </w:rPr>
        <w:t xml:space="preserve">ں </w:t>
      </w:r>
      <w:r>
        <w:rPr>
          <w:rtl/>
        </w:rPr>
        <w:t>كہ بعثت سے پہلے آنحضرت(ص) نے نہ تو كسى بت كو سجدہ كيا اور نہ ہى تو حيد كى راہ سے سر موانحراف كيا،ليكن سوال يہ پيدا ہوتا ہے كہ وہ كس دين پر پابندتھے؟ تو اس بارے مي</w:t>
      </w:r>
      <w:r w:rsidR="007D6C9B">
        <w:rPr>
          <w:rtl/>
        </w:rPr>
        <w:t xml:space="preserve">ں </w:t>
      </w:r>
      <w:r>
        <w:rPr>
          <w:rtl/>
        </w:rPr>
        <w:t>علماء كى آراء مختلف ہي</w:t>
      </w:r>
      <w:r w:rsidR="007D6C9B">
        <w:rPr>
          <w:rtl/>
        </w:rPr>
        <w:t xml:space="preserve">ں </w:t>
      </w:r>
      <w:r>
        <w:rPr>
          <w:rtl/>
        </w:rPr>
        <w:t xml:space="preserve">_ </w:t>
      </w:r>
    </w:p>
    <w:p w:rsidR="00DE2D7F" w:rsidRDefault="00DE2D7F" w:rsidP="00D07B54">
      <w:pPr>
        <w:pStyle w:val="libNormal"/>
        <w:rPr>
          <w:rtl/>
        </w:rPr>
      </w:pPr>
      <w:r>
        <w:rPr>
          <w:rtl/>
        </w:rPr>
        <w:t>بعض كہتے ہي</w:t>
      </w:r>
      <w:r w:rsidR="007D6C9B">
        <w:rPr>
          <w:rtl/>
        </w:rPr>
        <w:t xml:space="preserve">ں </w:t>
      </w:r>
      <w:r>
        <w:rPr>
          <w:rtl/>
        </w:rPr>
        <w:t xml:space="preserve">كہ آپ(ص) دين مسيح(ع) پر تھے،كيونكہ آنحضرت(ص) كى بعثت سے پہلے جو مستقل،قانونى اور غير منسوخ دين تھا وہ حضرت عيسى (ع) كا دين ہى تھا_ </w:t>
      </w:r>
    </w:p>
    <w:p w:rsidR="00DE2D7F" w:rsidRDefault="00DE2D7F" w:rsidP="00D07B54">
      <w:pPr>
        <w:pStyle w:val="libNormal"/>
        <w:rPr>
          <w:rtl/>
        </w:rPr>
      </w:pPr>
      <w:r>
        <w:rPr>
          <w:rtl/>
        </w:rPr>
        <w:t>بعض علماء آپ(ص) كو دين ابراہيمى پرپا بند سمجھتے ہي</w:t>
      </w:r>
      <w:r w:rsidR="007D6C9B">
        <w:rPr>
          <w:rtl/>
        </w:rPr>
        <w:t xml:space="preserve">ں </w:t>
      </w:r>
      <w:r>
        <w:rPr>
          <w:rtl/>
        </w:rPr>
        <w:t>_ كيونكہ جناب ابراہيم(ع) شيخ الانبياء اور ابوالانبياء تھے اور قرآن كى بعض آيات مي</w:t>
      </w:r>
      <w:r w:rsidR="007D6C9B">
        <w:rPr>
          <w:rtl/>
        </w:rPr>
        <w:t xml:space="preserve">ں </w:t>
      </w:r>
      <w:r>
        <w:rPr>
          <w:rtl/>
        </w:rPr>
        <w:t xml:space="preserve">بھى دين اسلام كا دين ابراہيم(ع) كے نام سے تعارف كروايا گيا ہے_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بعض علماء نے اس بارے مي</w:t>
      </w:r>
      <w:r w:rsidR="007D6C9B">
        <w:rPr>
          <w:rtl/>
        </w:rPr>
        <w:t xml:space="preserve">ں </w:t>
      </w:r>
      <w:r>
        <w:rPr>
          <w:rtl/>
        </w:rPr>
        <w:t>اپنى لا علمى كا اظہار كيا ہے اور دليل يہ دى ہے كہ يقينا آپ(ص) كسى دين پر تو پا بند تھے ليكن يہ نہي</w:t>
      </w:r>
      <w:r w:rsidR="007D6C9B">
        <w:rPr>
          <w:rtl/>
        </w:rPr>
        <w:t xml:space="preserve">ں </w:t>
      </w:r>
      <w:r>
        <w:rPr>
          <w:rtl/>
        </w:rPr>
        <w:t xml:space="preserve">معلوم كہ وہ كونسا دين تھا؟ </w:t>
      </w:r>
    </w:p>
    <w:p w:rsidR="00DE2D7F" w:rsidRDefault="00DE2D7F" w:rsidP="00D07B54">
      <w:pPr>
        <w:pStyle w:val="libNormal"/>
        <w:rPr>
          <w:rtl/>
        </w:rPr>
      </w:pP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)''ملة ابيكم ابراھيم'' (سورہ حج ايت </w:t>
      </w:r>
      <w:r w:rsidR="00E664BB">
        <w:rPr>
          <w:rtl/>
        </w:rPr>
        <w:t>78</w:t>
      </w:r>
      <w:r>
        <w:rPr>
          <w:rtl/>
        </w:rPr>
        <w:t xml:space="preserve">) </w:t>
      </w:r>
    </w:p>
    <w:p w:rsidR="002B5A8E" w:rsidRDefault="001648F9" w:rsidP="00D07B54">
      <w:pPr>
        <w:pStyle w:val="libNormal"/>
        <w:rPr>
          <w:rtl/>
        </w:rPr>
      </w:pPr>
      <w:r>
        <w:rPr>
          <w:rtl/>
        </w:rPr>
        <w:t xml:space="preserve"> </w:t>
      </w:r>
      <w:r>
        <w:rPr>
          <w:rtl/>
        </w:rPr>
        <w:br w:type="page"/>
      </w:r>
    </w:p>
    <w:p w:rsidR="002B5A8E" w:rsidRDefault="002B5A8E" w:rsidP="00D07B54">
      <w:pPr>
        <w:pStyle w:val="libNormal"/>
        <w:rPr>
          <w:rtl/>
        </w:rPr>
      </w:pPr>
    </w:p>
    <w:p w:rsidR="00DE2D7F" w:rsidRDefault="00DE2D7F" w:rsidP="00D07B54">
      <w:pPr>
        <w:pStyle w:val="libNormal"/>
        <w:rPr>
          <w:rtl/>
        </w:rPr>
      </w:pPr>
      <w:r>
        <w:rPr>
          <w:rtl/>
        </w:rPr>
        <w:t>اگر چہ ان احتمالات مي</w:t>
      </w:r>
      <w:r w:rsidR="007D6C9B">
        <w:rPr>
          <w:rtl/>
        </w:rPr>
        <w:t xml:space="preserve">ں </w:t>
      </w:r>
      <w:r>
        <w:rPr>
          <w:rtl/>
        </w:rPr>
        <w:t>سے ہر ايك كى اپنى جگہ پر دليل تو ہے ليكن مسلم كوئي بھى نہي</w:t>
      </w:r>
      <w:r w:rsidR="007D6C9B">
        <w:rPr>
          <w:rtl/>
        </w:rPr>
        <w:t xml:space="preserve">ں </w:t>
      </w:r>
      <w:r>
        <w:rPr>
          <w:rtl/>
        </w:rPr>
        <w:t>_ البتہ ان تينو</w:t>
      </w:r>
      <w:r w:rsidR="007D6C9B">
        <w:rPr>
          <w:rtl/>
        </w:rPr>
        <w:t xml:space="preserve">ں </w:t>
      </w:r>
      <w:r>
        <w:rPr>
          <w:rtl/>
        </w:rPr>
        <w:t>اقوال سے ہٹ كر ايك چوتھااحتمال زيادہ مناسب معلوم ہوتا ہے اور وہ يہ كہ''آنحضرت(ص) خداوند عالم كى طرف سے اپنے لئے ايك خاص پروگرام ركھتے تھے،اور اسى پر عمل پيرا تھے اور درحقيقت يہ آپ(ص) كى ذات كے ليے مخصوص ايك دين تھا،جب تك كہ اسلام نازل نہي</w:t>
      </w:r>
      <w:r w:rsidR="007D6C9B">
        <w:rPr>
          <w:rtl/>
        </w:rPr>
        <w:t xml:space="preserve">ں </w:t>
      </w:r>
      <w:r>
        <w:rPr>
          <w:rtl/>
        </w:rPr>
        <w:t xml:space="preserve">ہوگيا''_ </w:t>
      </w:r>
    </w:p>
    <w:p w:rsidR="00DE2D7F" w:rsidRDefault="00DE2D7F" w:rsidP="00D07B54">
      <w:pPr>
        <w:pStyle w:val="libNormal"/>
        <w:rPr>
          <w:rtl/>
        </w:rPr>
      </w:pPr>
      <w:r>
        <w:rPr>
          <w:rtl/>
        </w:rPr>
        <w:t>اس قول پر وہ حديث شاہد ہے جو نہج البلاغہ مي</w:t>
      </w:r>
      <w:r w:rsidR="007D6C9B">
        <w:rPr>
          <w:rtl/>
        </w:rPr>
        <w:t xml:space="preserve">ں </w:t>
      </w:r>
      <w:r>
        <w:rPr>
          <w:rtl/>
        </w:rPr>
        <w:t xml:space="preserve">موجود ہے : </w:t>
      </w:r>
    </w:p>
    <w:p w:rsidR="00DE2D7F" w:rsidRDefault="00DE2D7F" w:rsidP="00D07B54">
      <w:pPr>
        <w:pStyle w:val="libNormal"/>
        <w:rPr>
          <w:rtl/>
        </w:rPr>
      </w:pPr>
      <w:r>
        <w:rPr>
          <w:rtl/>
        </w:rPr>
        <w:t>''جس وقت سے پيغمبر(ص) كى دودھ بڑھائي ہوئي،اللہ نے اپنے فرشتو</w:t>
      </w:r>
      <w:r w:rsidR="007D6C9B">
        <w:rPr>
          <w:rtl/>
        </w:rPr>
        <w:t xml:space="preserve">ں </w:t>
      </w:r>
      <w:r>
        <w:rPr>
          <w:rtl/>
        </w:rPr>
        <w:t>مي</w:t>
      </w:r>
      <w:r w:rsidR="007D6C9B">
        <w:rPr>
          <w:rtl/>
        </w:rPr>
        <w:t xml:space="preserve">ں </w:t>
      </w:r>
      <w:r>
        <w:rPr>
          <w:rtl/>
        </w:rPr>
        <w:t>سے ايك عظيم فرشتے كو آپ(ص) كے ساتھ ملاديا،جوشب وروز مكارم الاخلاق اور نيك راستو</w:t>
      </w:r>
      <w:r w:rsidR="007D6C9B">
        <w:rPr>
          <w:rtl/>
        </w:rPr>
        <w:t xml:space="preserve">ں </w:t>
      </w:r>
      <w:r>
        <w:rPr>
          <w:rtl/>
        </w:rPr>
        <w:t xml:space="preserve">پر آپ(ص) كو اپنے ساتھ ركھتا''_ </w:t>
      </w:r>
    </w:p>
    <w:p w:rsidR="00DE2D7F" w:rsidRDefault="00DE2D7F" w:rsidP="00D07B54">
      <w:pPr>
        <w:pStyle w:val="libNormal"/>
        <w:rPr>
          <w:rtl/>
        </w:rPr>
      </w:pPr>
      <w:r>
        <w:rPr>
          <w:rtl/>
        </w:rPr>
        <w:t>اس قول كا ايك اور گواہ يہ ہے كہ كسى بھى تاريخ مي</w:t>
      </w:r>
      <w:r w:rsidR="007D6C9B">
        <w:rPr>
          <w:rtl/>
        </w:rPr>
        <w:t xml:space="preserve">ں </w:t>
      </w:r>
      <w:r>
        <w:rPr>
          <w:rtl/>
        </w:rPr>
        <w:t>نہي</w:t>
      </w:r>
      <w:r w:rsidR="007D6C9B">
        <w:rPr>
          <w:rtl/>
        </w:rPr>
        <w:t xml:space="preserve">ں </w:t>
      </w:r>
      <w:r>
        <w:rPr>
          <w:rtl/>
        </w:rPr>
        <w:t>ملتاكہ پيغمبر اسلام(ص) يہوديا نصارى ياكسى اور مذہب كے عبادت خانو</w:t>
      </w:r>
      <w:r w:rsidR="007D6C9B">
        <w:rPr>
          <w:rtl/>
        </w:rPr>
        <w:t xml:space="preserve">ں </w:t>
      </w:r>
      <w:r>
        <w:rPr>
          <w:rtl/>
        </w:rPr>
        <w:t>مي</w:t>
      </w:r>
      <w:r w:rsidR="007D6C9B">
        <w:rPr>
          <w:rtl/>
        </w:rPr>
        <w:t xml:space="preserve">ں </w:t>
      </w:r>
      <w:r>
        <w:rPr>
          <w:rtl/>
        </w:rPr>
        <w:t>عبادت كے ليے تشريف لے گئے ہو</w:t>
      </w:r>
      <w:r w:rsidR="007D6C9B">
        <w:rPr>
          <w:rtl/>
        </w:rPr>
        <w:t xml:space="preserve">ں </w:t>
      </w:r>
      <w:r>
        <w:rPr>
          <w:rtl/>
        </w:rPr>
        <w:t>،نہ تو كفار كے ساتھ مل كر كبھى كسى بت خانے مي</w:t>
      </w:r>
      <w:r w:rsidR="007D6C9B">
        <w:rPr>
          <w:rtl/>
        </w:rPr>
        <w:t xml:space="preserve">ں </w:t>
      </w:r>
      <w:r>
        <w:rPr>
          <w:rtl/>
        </w:rPr>
        <w:t>گئے اور نہ ہى اہل كتاب كے ساتھ كسى عبادت خانے مي</w:t>
      </w:r>
      <w:r w:rsidR="007D6C9B">
        <w:rPr>
          <w:rtl/>
        </w:rPr>
        <w:t xml:space="preserve">ں </w:t>
      </w:r>
      <w:r>
        <w:rPr>
          <w:rtl/>
        </w:rPr>
        <w:t>بلكہ ہميشہ راہ توحيد پر گامزن رہے اور آپ(ص) اخلاقى اصولو</w:t>
      </w:r>
      <w:r w:rsidR="007D6C9B">
        <w:rPr>
          <w:rtl/>
        </w:rPr>
        <w:t xml:space="preserve">ں </w:t>
      </w:r>
      <w:r>
        <w:rPr>
          <w:rtl/>
        </w:rPr>
        <w:t xml:space="preserve">اور عبادت الہى كے سخت پابند تھے_ </w:t>
      </w:r>
    </w:p>
    <w:p w:rsidR="00DE2D7F" w:rsidRDefault="00DE2D7F" w:rsidP="00D07B54">
      <w:pPr>
        <w:pStyle w:val="libNormal"/>
        <w:rPr>
          <w:rtl/>
        </w:rPr>
      </w:pPr>
      <w:r>
        <w:rPr>
          <w:rtl/>
        </w:rPr>
        <w:t>بحار الانوار مي</w:t>
      </w:r>
      <w:r w:rsidR="007D6C9B">
        <w:rPr>
          <w:rtl/>
        </w:rPr>
        <w:t xml:space="preserve">ں </w:t>
      </w:r>
      <w:r>
        <w:rPr>
          <w:rtl/>
        </w:rPr>
        <w:t>علامہ مجلسي كے مطابق ،بہت سى اسلامى روايات اس بات كا پتہ ديتى ہي</w:t>
      </w:r>
      <w:r w:rsidR="007D6C9B">
        <w:rPr>
          <w:rtl/>
        </w:rPr>
        <w:t xml:space="preserve">ں </w:t>
      </w:r>
      <w:r>
        <w:rPr>
          <w:rtl/>
        </w:rPr>
        <w:t xml:space="preserve">كہ پيغمبر اسلام(ص) اپنى عمر كے آغاز ہى سے روح القدس كے ساتھ مو يد تھے اور اس تائيد كے ساتھ يقيناوہ روح القدس كى راہنمائي كے مطابق عمل كيا كرتے تھے_ </w:t>
      </w:r>
    </w:p>
    <w:p w:rsidR="00DE2D7F" w:rsidRDefault="00DE2D7F" w:rsidP="00D07B54">
      <w:pPr>
        <w:pStyle w:val="libNormal"/>
        <w:rPr>
          <w:rtl/>
        </w:rPr>
      </w:pPr>
      <w:r>
        <w:rPr>
          <w:rtl/>
        </w:rPr>
        <w:t>علامہ مجلسي ذاتى طور پر اس بات كے معتقد ہي</w:t>
      </w:r>
      <w:r w:rsidR="007D6C9B">
        <w:rPr>
          <w:rtl/>
        </w:rPr>
        <w:t xml:space="preserve">ں </w:t>
      </w:r>
      <w:r>
        <w:rPr>
          <w:rtl/>
        </w:rPr>
        <w:t>كہ پيغمبر اسلام(ص) رسالت كے مرتبے پر فائز ہونے سے پہلے مقام نبوت پر فائز تھے،اور كبھى آپ(ص) ان كى آواز سنا كرتے تھے اور كبھى سچے خواب كى صورت مي</w:t>
      </w:r>
      <w:r w:rsidR="007D6C9B">
        <w:rPr>
          <w:rtl/>
        </w:rPr>
        <w:t xml:space="preserve">ں </w:t>
      </w:r>
      <w:r>
        <w:rPr>
          <w:rtl/>
        </w:rPr>
        <w:t xml:space="preserve">آپ(ص) پر خدائي الہام ہوا كرتاتھا_ چاليس سال كے بعد اعلان رسالت كا حكم ہوا اور اسلام و قرآن با قاعدہ طور پر آپ(ص) پر نازل ہوئے_ </w:t>
      </w:r>
    </w:p>
    <w:p w:rsidR="00DE2D7F" w:rsidRDefault="00DE2D7F" w:rsidP="00D07B54">
      <w:pPr>
        <w:pStyle w:val="libNormal"/>
        <w:rPr>
          <w:rtl/>
        </w:rPr>
      </w:pPr>
      <w:r>
        <w:rPr>
          <w:rtl/>
        </w:rPr>
        <w:t>علامہ مجلسي نے اپنے اس مدعا پر چھ دلائل ذكر كئے ہي</w:t>
      </w:r>
      <w:r w:rsidR="007D6C9B">
        <w:rPr>
          <w:rtl/>
        </w:rPr>
        <w:t xml:space="preserve">ں </w:t>
      </w:r>
      <w:r>
        <w:rPr>
          <w:rtl/>
        </w:rPr>
        <w:t>جن مي</w:t>
      </w:r>
      <w:r w:rsidR="007D6C9B">
        <w:rPr>
          <w:rtl/>
        </w:rPr>
        <w:t xml:space="preserve">ں </w:t>
      </w:r>
      <w:r>
        <w:rPr>
          <w:rtl/>
        </w:rPr>
        <w:t>سے كچھ ان دلائل كے ساتھ ملتے جلتے اور ہم آہنگ ہي</w:t>
      </w:r>
      <w:r w:rsidR="007D6C9B">
        <w:rPr>
          <w:rtl/>
        </w:rPr>
        <w:t xml:space="preserve">ں </w:t>
      </w:r>
      <w:r>
        <w:rPr>
          <w:rtl/>
        </w:rPr>
        <w:t>جو ہم اوپر بيان كرچكے ہي</w:t>
      </w:r>
      <w:r w:rsidR="007D6C9B">
        <w:rPr>
          <w:rtl/>
        </w:rPr>
        <w:t xml:space="preserve">ں </w:t>
      </w:r>
      <w:r>
        <w:rPr>
          <w:rtl/>
        </w:rPr>
        <w:t xml:space="preserve">_ </w:t>
      </w:r>
    </w:p>
    <w:p w:rsidR="002B5A8E" w:rsidRDefault="001648F9" w:rsidP="00D07B54">
      <w:pPr>
        <w:pStyle w:val="libNormal"/>
        <w:rPr>
          <w:rtl/>
        </w:rPr>
      </w:pPr>
      <w:r>
        <w:rPr>
          <w:rtl/>
        </w:rPr>
        <w:t xml:space="preserve"> </w:t>
      </w:r>
      <w:r>
        <w:rPr>
          <w:rtl/>
        </w:rPr>
        <w:br w:type="page"/>
      </w:r>
    </w:p>
    <w:p w:rsidR="002B5A8E" w:rsidRDefault="002B5A8E" w:rsidP="00D07B54">
      <w:pPr>
        <w:pStyle w:val="libNormal"/>
        <w:rPr>
          <w:rtl/>
        </w:rPr>
      </w:pPr>
    </w:p>
    <w:p w:rsidR="002B5A8E" w:rsidRDefault="00DE2D7F" w:rsidP="00D07B54">
      <w:pPr>
        <w:pStyle w:val="Heading2Center"/>
        <w:rPr>
          <w:rtl/>
        </w:rPr>
      </w:pPr>
      <w:bookmarkStart w:id="314" w:name="_Toc7268711"/>
      <w:r>
        <w:rPr>
          <w:rtl/>
        </w:rPr>
        <w:t>آغاز وحي</w:t>
      </w:r>
      <w:bookmarkEnd w:id="314"/>
    </w:p>
    <w:p w:rsidR="00DE2D7F" w:rsidRDefault="00DE2D7F" w:rsidP="00D07B54">
      <w:pPr>
        <w:pStyle w:val="libNormal"/>
        <w:rPr>
          <w:rtl/>
        </w:rPr>
      </w:pPr>
      <w:r>
        <w:rPr>
          <w:rtl/>
        </w:rPr>
        <w:t xml:space="preserve"> پيغمبر اكرم (ص) كوہ حرا پر گئے ہوئے تھے كہ جبرئيل آئے اور كہا : اے محمد پڑھ:پيغمبر (ص) نے فرمايا مي</w:t>
      </w:r>
      <w:r w:rsidR="007D6C9B">
        <w:rPr>
          <w:rtl/>
        </w:rPr>
        <w:t xml:space="preserve">ں </w:t>
      </w:r>
      <w:r>
        <w:rPr>
          <w:rtl/>
        </w:rPr>
        <w:t>پڑھا ہوانہي</w:t>
      </w:r>
      <w:r w:rsidR="007D6C9B">
        <w:rPr>
          <w:rtl/>
        </w:rPr>
        <w:t xml:space="preserve">ں </w:t>
      </w:r>
      <w:r>
        <w:rPr>
          <w:rtl/>
        </w:rPr>
        <w:t>ہو</w:t>
      </w:r>
      <w:r w:rsidR="007D6C9B">
        <w:rPr>
          <w:rtl/>
        </w:rPr>
        <w:t xml:space="preserve">ں </w:t>
      </w:r>
      <w:r>
        <w:rPr>
          <w:rtl/>
        </w:rPr>
        <w:t>_ جبرئيل نے انہي</w:t>
      </w:r>
      <w:r w:rsidR="007D6C9B">
        <w:rPr>
          <w:rtl/>
        </w:rPr>
        <w:t xml:space="preserve">ں </w:t>
      </w:r>
      <w:r>
        <w:rPr>
          <w:rtl/>
        </w:rPr>
        <w:t>آغوش مي</w:t>
      </w:r>
      <w:r w:rsidR="007D6C9B">
        <w:rPr>
          <w:rtl/>
        </w:rPr>
        <w:t xml:space="preserve">ں </w:t>
      </w:r>
      <w:r>
        <w:rPr>
          <w:rtl/>
        </w:rPr>
        <w:t>لے كردبايا اور پھر دوبارہ كہا : پڑھ، پيغمبر (ص) نے پھر اسى جواب كو دہرايا_ اس كے بعد جبرئيل نے پھر وہى كام كيا اور وہى جواب سنا ، اور تيسرى باركہا: ( اقراباسم ربك الذى خلق)</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جبرئيل (ع) يہ بات كہہ كر پيغمبر (ص) كى نظرو</w:t>
      </w:r>
      <w:r w:rsidR="007D6C9B">
        <w:rPr>
          <w:rtl/>
        </w:rPr>
        <w:t xml:space="preserve">ں </w:t>
      </w:r>
      <w:r>
        <w:rPr>
          <w:rtl/>
        </w:rPr>
        <w:t>سے غائب ہوگئے رسول خدا (ص) جو وحى كى پہلى شعاع كو حاصل كرنے كے بعد بہت تھكے ہوئے تھے خديجہ كے پاس آئے اور فرمايا : '' زملونى ودثرونى '' مجھے اڑھادو اور كوئي كپڑا ميرے اوپر ڈال دوتاكہ مي</w:t>
      </w:r>
      <w:r w:rsidR="007D6C9B">
        <w:rPr>
          <w:rtl/>
        </w:rPr>
        <w:t xml:space="preserve">ں </w:t>
      </w:r>
      <w:r>
        <w:rPr>
          <w:rtl/>
        </w:rPr>
        <w:t>آرام كرو</w:t>
      </w:r>
      <w:r w:rsidR="007D6C9B">
        <w:rPr>
          <w:rtl/>
        </w:rPr>
        <w:t xml:space="preserve">ں </w:t>
      </w:r>
      <w:r>
        <w:rPr>
          <w:rtl/>
        </w:rPr>
        <w:t xml:space="preserve">_ </w:t>
      </w:r>
    </w:p>
    <w:p w:rsidR="00DE2D7F" w:rsidRDefault="00DE2D7F" w:rsidP="00D07B54">
      <w:pPr>
        <w:pStyle w:val="libNormal"/>
        <w:rPr>
          <w:rtl/>
        </w:rPr>
      </w:pPr>
      <w:r>
        <w:rPr>
          <w:rtl/>
        </w:rPr>
        <w:t>''علامہ طبرسي'' بھى مجمع البيان مي</w:t>
      </w:r>
      <w:r w:rsidR="007D6C9B">
        <w:rPr>
          <w:rtl/>
        </w:rPr>
        <w:t xml:space="preserve">ں </w:t>
      </w:r>
      <w:r>
        <w:rPr>
          <w:rtl/>
        </w:rPr>
        <w:t>يہ نقل كرتے ہي</w:t>
      </w:r>
      <w:r w:rsidR="007D6C9B">
        <w:rPr>
          <w:rtl/>
        </w:rPr>
        <w:t xml:space="preserve">ں </w:t>
      </w:r>
      <w:r>
        <w:rPr>
          <w:rtl/>
        </w:rPr>
        <w:t xml:space="preserve">كہ رسو لخدا (ص) نے خديجہ سے فرمايا : </w:t>
      </w:r>
    </w:p>
    <w:p w:rsidR="00DE2D7F" w:rsidRDefault="00DE2D7F" w:rsidP="00D07B54">
      <w:pPr>
        <w:pStyle w:val="libNormal"/>
        <w:rPr>
          <w:rtl/>
        </w:rPr>
      </w:pPr>
      <w:r>
        <w:rPr>
          <w:rtl/>
        </w:rPr>
        <w:t>''جب مي</w:t>
      </w:r>
      <w:r w:rsidR="007D6C9B">
        <w:rPr>
          <w:rtl/>
        </w:rPr>
        <w:t xml:space="preserve">ں </w:t>
      </w:r>
      <w:r>
        <w:rPr>
          <w:rtl/>
        </w:rPr>
        <w:t>تنہا ہوتا ہو</w:t>
      </w:r>
      <w:r w:rsidR="007D6C9B">
        <w:rPr>
          <w:rtl/>
        </w:rPr>
        <w:t xml:space="preserve">ں </w:t>
      </w:r>
      <w:r>
        <w:rPr>
          <w:rtl/>
        </w:rPr>
        <w:t>تو ايك آواز سن كر پريشان ہوجاتاہو</w:t>
      </w:r>
      <w:r w:rsidR="007D6C9B">
        <w:rPr>
          <w:rtl/>
        </w:rPr>
        <w:t xml:space="preserve">ں </w:t>
      </w:r>
      <w:r>
        <w:rPr>
          <w:rtl/>
        </w:rPr>
        <w:t>'' _ حضرت خديجہ(ع) نے عرض كيا : خداآپ كے بارے مي</w:t>
      </w:r>
      <w:r w:rsidR="007D6C9B">
        <w:rPr>
          <w:rtl/>
        </w:rPr>
        <w:t xml:space="preserve">ں </w:t>
      </w:r>
      <w:r>
        <w:rPr>
          <w:rtl/>
        </w:rPr>
        <w:t>خير اور بھلائي كے سواكچھ نہي</w:t>
      </w:r>
      <w:r w:rsidR="007D6C9B">
        <w:rPr>
          <w:rtl/>
        </w:rPr>
        <w:t xml:space="preserve">ں </w:t>
      </w:r>
      <w:r>
        <w:rPr>
          <w:rtl/>
        </w:rPr>
        <w:t>كرے گا كيونكہ خدا كى قسم آپ امانت كو ادا كرتے ہي</w:t>
      </w:r>
      <w:r w:rsidR="007D6C9B">
        <w:rPr>
          <w:rtl/>
        </w:rPr>
        <w:t xml:space="preserve">ں </w:t>
      </w:r>
      <w:r>
        <w:rPr>
          <w:rtl/>
        </w:rPr>
        <w:t>اور صلہ رحم بجالاتے ہي</w:t>
      </w:r>
      <w:r w:rsidR="007D6C9B">
        <w:rPr>
          <w:rtl/>
        </w:rPr>
        <w:t xml:space="preserve">ں </w:t>
      </w:r>
      <w:r>
        <w:rPr>
          <w:rtl/>
        </w:rPr>
        <w:t>'اور جوبات كرتے ہي</w:t>
      </w:r>
      <w:r w:rsidR="007D6C9B">
        <w:rPr>
          <w:rtl/>
        </w:rPr>
        <w:t xml:space="preserve">ں </w:t>
      </w:r>
      <w:r>
        <w:rPr>
          <w:rtl/>
        </w:rPr>
        <w:t>اس مي</w:t>
      </w:r>
      <w:r w:rsidR="007D6C9B">
        <w:rPr>
          <w:rtl/>
        </w:rPr>
        <w:t xml:space="preserve">ں </w:t>
      </w:r>
      <w:r>
        <w:rPr>
          <w:rtl/>
        </w:rPr>
        <w:t>سچ بولتے ہي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علق آيت </w:t>
      </w:r>
      <w:r w:rsidR="00E664BB">
        <w:rPr>
          <w:rtl/>
        </w:rPr>
        <w:t>1</w:t>
      </w:r>
      <w:r>
        <w:rPr>
          <w:rtl/>
        </w:rPr>
        <w:t xml:space="preserve"> </w:t>
      </w:r>
    </w:p>
    <w:p w:rsidR="008D6A0B" w:rsidRDefault="001648F9" w:rsidP="00D07B54">
      <w:pPr>
        <w:pStyle w:val="libNormal"/>
        <w:rPr>
          <w:rtl/>
        </w:rPr>
      </w:pPr>
      <w:r>
        <w:rPr>
          <w:rtl/>
        </w:rPr>
        <w:t xml:space="preserve"> </w:t>
      </w:r>
      <w:r>
        <w:rPr>
          <w:rtl/>
        </w:rPr>
        <w:br w:type="page"/>
      </w:r>
    </w:p>
    <w:p w:rsidR="008D6A0B" w:rsidRDefault="008D6A0B" w:rsidP="00D07B54">
      <w:pPr>
        <w:pStyle w:val="libNormal"/>
        <w:rPr>
          <w:rtl/>
        </w:rPr>
      </w:pPr>
    </w:p>
    <w:p w:rsidR="00DE2D7F" w:rsidRDefault="00DE2D7F" w:rsidP="00D07B54">
      <w:pPr>
        <w:pStyle w:val="libNormal"/>
        <w:rPr>
          <w:rtl/>
        </w:rPr>
      </w:pPr>
      <w:r>
        <w:rPr>
          <w:rtl/>
        </w:rPr>
        <w:t>''خديجہ''(ع) كہتى ہي</w:t>
      </w:r>
      <w:r w:rsidR="007D6C9B">
        <w:rPr>
          <w:rtl/>
        </w:rPr>
        <w:t xml:space="preserve">ں </w:t>
      </w:r>
      <w:r>
        <w:rPr>
          <w:rtl/>
        </w:rPr>
        <w:t>: اس واقعہ كے بعد ہم ورقہ بن نوفل كے پاس گئے (نوفل خديجہ كا زاد بھائي اور عرب كے علماء مي</w:t>
      </w:r>
      <w:r w:rsidR="007D6C9B">
        <w:rPr>
          <w:rtl/>
        </w:rPr>
        <w:t xml:space="preserve">ں </w:t>
      </w:r>
      <w:r>
        <w:rPr>
          <w:rtl/>
        </w:rPr>
        <w:t xml:space="preserve">سے تھا )رسول اللہ (ص) نے جو كچھ ديكھا تھا وہ'' ورقہ'' سے بيان كيا '' ورقہ '' نے كہا : جس وقت وہ پكارنے والا آپ كے پاس آئے تو غور سے سنو كہ وہ كيا كہتا ہے ؟ اس كے بعد مجھ سے بيان كرنا_ </w:t>
      </w:r>
    </w:p>
    <w:p w:rsidR="00DE2D7F" w:rsidRDefault="00DE2D7F" w:rsidP="00D07B54">
      <w:pPr>
        <w:pStyle w:val="libNormal"/>
        <w:rPr>
          <w:rtl/>
        </w:rPr>
      </w:pPr>
      <w:r>
        <w:rPr>
          <w:rtl/>
        </w:rPr>
        <w:t>پيغمبر (ص) نے اپنى خلوت گاہ مي</w:t>
      </w:r>
      <w:r w:rsidR="007D6C9B">
        <w:rPr>
          <w:rtl/>
        </w:rPr>
        <w:t xml:space="preserve">ں </w:t>
      </w:r>
      <w:r>
        <w:rPr>
          <w:rtl/>
        </w:rPr>
        <w:t xml:space="preserve">سنا كہ وہ كہہ رہاہے : </w:t>
      </w:r>
    </w:p>
    <w:p w:rsidR="00DE2D7F" w:rsidRDefault="00DE2D7F" w:rsidP="00D07B54">
      <w:pPr>
        <w:pStyle w:val="libNormal"/>
        <w:rPr>
          <w:rtl/>
        </w:rPr>
      </w:pPr>
      <w:r>
        <w:rPr>
          <w:rtl/>
        </w:rPr>
        <w:t xml:space="preserve">اے محمد كہو : </w:t>
      </w:r>
    </w:p>
    <w:p w:rsidR="00DE2D7F" w:rsidRDefault="00DE2D7F" w:rsidP="00D07B54">
      <w:pPr>
        <w:pStyle w:val="libNormal"/>
        <w:rPr>
          <w:rtl/>
        </w:rPr>
      </w:pPr>
      <w:r>
        <w:rPr>
          <w:rtl/>
        </w:rPr>
        <w:t xml:space="preserve">'' </w:t>
      </w:r>
      <w:r w:rsidRPr="0024115B">
        <w:rPr>
          <w:rStyle w:val="libAieChar"/>
          <w:rtl/>
        </w:rPr>
        <w:t>بسم اللّ</w:t>
      </w:r>
      <w:r w:rsidR="003E5058" w:rsidRPr="003E5058">
        <w:rPr>
          <w:rStyle w:val="libAieChar"/>
          <w:rFonts w:hint="cs"/>
          <w:rtl/>
        </w:rPr>
        <w:t>ه</w:t>
      </w:r>
      <w:r w:rsidRPr="0024115B">
        <w:rPr>
          <w:rStyle w:val="libAieChar"/>
          <w:rtl/>
        </w:rPr>
        <w:t xml:space="preserve"> </w:t>
      </w:r>
      <w:r w:rsidRPr="0024115B">
        <w:rPr>
          <w:rStyle w:val="libAieChar"/>
          <w:rFonts w:hint="cs"/>
          <w:rtl/>
        </w:rPr>
        <w:t>الرحمن</w:t>
      </w:r>
      <w:r w:rsidRPr="0024115B">
        <w:rPr>
          <w:rStyle w:val="libAieChar"/>
          <w:rtl/>
        </w:rPr>
        <w:t xml:space="preserve"> </w:t>
      </w:r>
      <w:r w:rsidRPr="0024115B">
        <w:rPr>
          <w:rStyle w:val="libAieChar"/>
          <w:rFonts w:hint="cs"/>
          <w:rtl/>
        </w:rPr>
        <w:t>الرحيم</w:t>
      </w:r>
      <w:r w:rsidRPr="0024115B">
        <w:rPr>
          <w:rStyle w:val="libAieChar"/>
          <w:rtl/>
        </w:rPr>
        <w:t xml:space="preserve"> </w:t>
      </w:r>
      <w:r w:rsidRPr="0024115B">
        <w:rPr>
          <w:rStyle w:val="libAieChar"/>
          <w:rFonts w:hint="cs"/>
          <w:rtl/>
        </w:rPr>
        <w:t>الحمد</w:t>
      </w:r>
      <w:r w:rsidRPr="0024115B">
        <w:rPr>
          <w:rStyle w:val="libAieChar"/>
          <w:rtl/>
        </w:rPr>
        <w:t xml:space="preserve"> </w:t>
      </w:r>
      <w:r w:rsidRPr="0024115B">
        <w:rPr>
          <w:rStyle w:val="libAieChar"/>
          <w:rFonts w:hint="cs"/>
          <w:rtl/>
        </w:rPr>
        <w:t>للّ</w:t>
      </w:r>
      <w:r w:rsidR="003E5058" w:rsidRPr="003E5058">
        <w:rPr>
          <w:rStyle w:val="libAieChar"/>
          <w:rFonts w:hint="cs"/>
          <w:rtl/>
        </w:rPr>
        <w:t>ه</w:t>
      </w:r>
      <w:r w:rsidRPr="0024115B">
        <w:rPr>
          <w:rStyle w:val="libAieChar"/>
          <w:rtl/>
        </w:rPr>
        <w:t xml:space="preserve"> </w:t>
      </w:r>
      <w:r w:rsidRPr="0024115B">
        <w:rPr>
          <w:rStyle w:val="libAieChar"/>
          <w:rFonts w:hint="cs"/>
          <w:rtl/>
        </w:rPr>
        <w:t>رب</w:t>
      </w:r>
      <w:r w:rsidRPr="0024115B">
        <w:rPr>
          <w:rStyle w:val="libAieChar"/>
          <w:rtl/>
        </w:rPr>
        <w:t xml:space="preserve"> </w:t>
      </w:r>
      <w:r w:rsidRPr="0024115B">
        <w:rPr>
          <w:rStyle w:val="libAieChar"/>
          <w:rFonts w:hint="cs"/>
          <w:rtl/>
        </w:rPr>
        <w:t>العالمين</w:t>
      </w:r>
      <w:r w:rsidRPr="0024115B">
        <w:rPr>
          <w:rStyle w:val="libAieChar"/>
          <w:rtl/>
        </w:rPr>
        <w:t xml:space="preserve"> </w:t>
      </w:r>
      <w:r w:rsidRPr="0024115B">
        <w:rPr>
          <w:rStyle w:val="libAieChar"/>
          <w:rFonts w:hint="cs"/>
          <w:rtl/>
        </w:rPr>
        <w:t>الرحمن</w:t>
      </w:r>
      <w:r w:rsidRPr="0024115B">
        <w:rPr>
          <w:rStyle w:val="libAieChar"/>
          <w:rtl/>
        </w:rPr>
        <w:t xml:space="preserve"> </w:t>
      </w:r>
      <w:r w:rsidRPr="0024115B">
        <w:rPr>
          <w:rStyle w:val="libAieChar"/>
          <w:rFonts w:hint="cs"/>
          <w:rtl/>
        </w:rPr>
        <w:t>الرحيم</w:t>
      </w:r>
      <w:r w:rsidRPr="0024115B">
        <w:rPr>
          <w:rStyle w:val="libAieChar"/>
          <w:rtl/>
        </w:rPr>
        <w:t xml:space="preserve"> </w:t>
      </w:r>
      <w:r w:rsidRPr="0024115B">
        <w:rPr>
          <w:rStyle w:val="libAieChar"/>
          <w:rFonts w:hint="cs"/>
          <w:rtl/>
        </w:rPr>
        <w:t>مالك</w:t>
      </w:r>
      <w:r w:rsidRPr="0024115B">
        <w:rPr>
          <w:rStyle w:val="libAieChar"/>
          <w:rtl/>
        </w:rPr>
        <w:t xml:space="preserve"> </w:t>
      </w:r>
      <w:r w:rsidRPr="0024115B">
        <w:rPr>
          <w:rStyle w:val="libAieChar"/>
          <w:rFonts w:hint="cs"/>
          <w:rtl/>
        </w:rPr>
        <w:t>يوم</w:t>
      </w:r>
      <w:r w:rsidRPr="0024115B">
        <w:rPr>
          <w:rStyle w:val="libAieChar"/>
          <w:rtl/>
        </w:rPr>
        <w:t xml:space="preserve"> </w:t>
      </w:r>
      <w:r w:rsidRPr="0024115B">
        <w:rPr>
          <w:rStyle w:val="libAieChar"/>
          <w:rFonts w:hint="cs"/>
          <w:rtl/>
        </w:rPr>
        <w:t>الدين</w:t>
      </w:r>
      <w:r w:rsidRPr="0024115B">
        <w:rPr>
          <w:rStyle w:val="libAieChar"/>
          <w:rtl/>
        </w:rPr>
        <w:t xml:space="preserve"> </w:t>
      </w:r>
      <w:r w:rsidRPr="0024115B">
        <w:rPr>
          <w:rStyle w:val="libAieChar"/>
          <w:rFonts w:hint="cs"/>
          <w:rtl/>
        </w:rPr>
        <w:t>اياك</w:t>
      </w:r>
      <w:r w:rsidRPr="0024115B">
        <w:rPr>
          <w:rStyle w:val="libAieChar"/>
          <w:rtl/>
        </w:rPr>
        <w:t xml:space="preserve"> </w:t>
      </w:r>
      <w:r w:rsidRPr="0024115B">
        <w:rPr>
          <w:rStyle w:val="libAieChar"/>
          <w:rFonts w:hint="cs"/>
          <w:rtl/>
        </w:rPr>
        <w:t>نعبدواياك</w:t>
      </w:r>
      <w:r w:rsidRPr="0024115B">
        <w:rPr>
          <w:rStyle w:val="libAieChar"/>
          <w:rtl/>
        </w:rPr>
        <w:t xml:space="preserve"> </w:t>
      </w:r>
      <w:r w:rsidRPr="0024115B">
        <w:rPr>
          <w:rStyle w:val="libAieChar"/>
          <w:rFonts w:hint="cs"/>
          <w:rtl/>
        </w:rPr>
        <w:t>نستعين</w:t>
      </w:r>
      <w:r w:rsidRPr="0024115B">
        <w:rPr>
          <w:rStyle w:val="libAieChar"/>
          <w:rtl/>
        </w:rPr>
        <w:t xml:space="preserve"> </w:t>
      </w:r>
      <w:r w:rsidRPr="0024115B">
        <w:rPr>
          <w:rStyle w:val="libAieChar"/>
          <w:rFonts w:hint="cs"/>
          <w:rtl/>
        </w:rPr>
        <w:t>ا</w:t>
      </w:r>
      <w:r w:rsidR="003E5058" w:rsidRPr="003E5058">
        <w:rPr>
          <w:rStyle w:val="libAieChar"/>
          <w:rFonts w:hint="cs"/>
          <w:rtl/>
        </w:rPr>
        <w:t>ه</w:t>
      </w:r>
      <w:r w:rsidRPr="0024115B">
        <w:rPr>
          <w:rStyle w:val="libAieChar"/>
          <w:rFonts w:hint="cs"/>
          <w:rtl/>
        </w:rPr>
        <w:t>دنا</w:t>
      </w:r>
      <w:r w:rsidRPr="0024115B">
        <w:rPr>
          <w:rStyle w:val="libAieChar"/>
          <w:rtl/>
        </w:rPr>
        <w:t xml:space="preserve"> </w:t>
      </w:r>
      <w:r w:rsidRPr="0024115B">
        <w:rPr>
          <w:rStyle w:val="libAieChar"/>
          <w:rFonts w:hint="cs"/>
          <w:rtl/>
        </w:rPr>
        <w:t>الصراط</w:t>
      </w:r>
      <w:r w:rsidRPr="0024115B">
        <w:rPr>
          <w:rStyle w:val="libAieChar"/>
          <w:rtl/>
        </w:rPr>
        <w:t xml:space="preserve"> </w:t>
      </w:r>
      <w:r w:rsidRPr="0024115B">
        <w:rPr>
          <w:rStyle w:val="libAieChar"/>
          <w:rFonts w:hint="cs"/>
          <w:rtl/>
        </w:rPr>
        <w:t>المستقيم</w:t>
      </w:r>
      <w:r w:rsidRPr="0024115B">
        <w:rPr>
          <w:rStyle w:val="libAieChar"/>
          <w:rtl/>
        </w:rPr>
        <w:t xml:space="preserve"> </w:t>
      </w:r>
      <w:r w:rsidRPr="0024115B">
        <w:rPr>
          <w:rStyle w:val="libAieChar"/>
          <w:rFonts w:hint="cs"/>
          <w:rtl/>
        </w:rPr>
        <w:t>صراط</w:t>
      </w:r>
      <w:r w:rsidRPr="0024115B">
        <w:rPr>
          <w:rStyle w:val="libAieChar"/>
          <w:rtl/>
        </w:rPr>
        <w:t xml:space="preserve"> </w:t>
      </w:r>
      <w:r w:rsidRPr="0024115B">
        <w:rPr>
          <w:rStyle w:val="libAieChar"/>
          <w:rFonts w:hint="cs"/>
          <w:rtl/>
        </w:rPr>
        <w:t>الذين</w:t>
      </w:r>
      <w:r w:rsidRPr="0024115B">
        <w:rPr>
          <w:rStyle w:val="libAieChar"/>
          <w:rtl/>
        </w:rPr>
        <w:t xml:space="preserve"> </w:t>
      </w:r>
      <w:r w:rsidRPr="0024115B">
        <w:rPr>
          <w:rStyle w:val="libAieChar"/>
          <w:rFonts w:hint="cs"/>
          <w:rtl/>
        </w:rPr>
        <w:t>انعمت</w:t>
      </w:r>
      <w:r w:rsidRPr="0024115B">
        <w:rPr>
          <w:rStyle w:val="libAieChar"/>
          <w:rtl/>
        </w:rPr>
        <w:t xml:space="preserve"> </w:t>
      </w:r>
      <w:r w:rsidRPr="0024115B">
        <w:rPr>
          <w:rStyle w:val="libAieChar"/>
          <w:rFonts w:hint="cs"/>
          <w:rtl/>
        </w:rPr>
        <w:t>علي</w:t>
      </w:r>
      <w:r w:rsidR="003E5058" w:rsidRPr="003E5058">
        <w:rPr>
          <w:rStyle w:val="libAieChar"/>
          <w:rFonts w:hint="cs"/>
          <w:rtl/>
        </w:rPr>
        <w:t>ه</w:t>
      </w:r>
      <w:r w:rsidRPr="0024115B">
        <w:rPr>
          <w:rStyle w:val="libAieChar"/>
          <w:rFonts w:hint="cs"/>
          <w:rtl/>
        </w:rPr>
        <w:t>م</w:t>
      </w:r>
      <w:r w:rsidRPr="0024115B">
        <w:rPr>
          <w:rStyle w:val="libAieChar"/>
          <w:rtl/>
        </w:rPr>
        <w:t xml:space="preserve"> </w:t>
      </w:r>
      <w:r w:rsidRPr="0024115B">
        <w:rPr>
          <w:rStyle w:val="libAieChar"/>
          <w:rFonts w:hint="cs"/>
          <w:rtl/>
        </w:rPr>
        <w:t>غيرالمغضوب</w:t>
      </w:r>
      <w:r w:rsidRPr="0024115B">
        <w:rPr>
          <w:rStyle w:val="libAieChar"/>
          <w:rtl/>
        </w:rPr>
        <w:t xml:space="preserve"> </w:t>
      </w:r>
      <w:r w:rsidRPr="0024115B">
        <w:rPr>
          <w:rStyle w:val="libAieChar"/>
          <w:rFonts w:hint="cs"/>
          <w:rtl/>
        </w:rPr>
        <w:t>علي</w:t>
      </w:r>
      <w:r w:rsidR="003E5058" w:rsidRPr="003E5058">
        <w:rPr>
          <w:rStyle w:val="libAieChar"/>
          <w:rFonts w:hint="cs"/>
          <w:rtl/>
        </w:rPr>
        <w:t>ه</w:t>
      </w:r>
      <w:r w:rsidRPr="0024115B">
        <w:rPr>
          <w:rStyle w:val="libAieChar"/>
          <w:rFonts w:hint="cs"/>
          <w:rtl/>
        </w:rPr>
        <w:t>م</w:t>
      </w:r>
      <w:r w:rsidRPr="0024115B">
        <w:rPr>
          <w:rStyle w:val="libAieChar"/>
          <w:rtl/>
        </w:rPr>
        <w:t xml:space="preserve"> </w:t>
      </w:r>
      <w:r w:rsidRPr="0024115B">
        <w:rPr>
          <w:rStyle w:val="libAieChar"/>
          <w:rFonts w:hint="cs"/>
          <w:rtl/>
        </w:rPr>
        <w:t>ولاالضالين</w:t>
      </w:r>
      <w:r w:rsidRPr="0024115B">
        <w:rPr>
          <w:rStyle w:val="libAieChar"/>
          <w:rtl/>
        </w:rPr>
        <w:t>''</w:t>
      </w:r>
      <w:r>
        <w:rPr>
          <w:rtl/>
        </w:rPr>
        <w:t xml:space="preserve">_ </w:t>
      </w:r>
    </w:p>
    <w:p w:rsidR="00DE2D7F" w:rsidRDefault="00DE2D7F" w:rsidP="00D07B54">
      <w:pPr>
        <w:pStyle w:val="libNormal"/>
        <w:rPr>
          <w:rtl/>
        </w:rPr>
      </w:pPr>
      <w:r>
        <w:rPr>
          <w:rtl/>
        </w:rPr>
        <w:t xml:space="preserve">اور كہو '' لاالہ الاالله '' اس كے بعد آپ ورقہ كے پاس آئے اور اس ماجرے كو بيان كيا _ </w:t>
      </w:r>
    </w:p>
    <w:p w:rsidR="00DE2D7F" w:rsidRDefault="00DE2D7F" w:rsidP="00D07B54">
      <w:pPr>
        <w:pStyle w:val="libNormal"/>
        <w:rPr>
          <w:rtl/>
        </w:rPr>
      </w:pPr>
      <w:r>
        <w:rPr>
          <w:rtl/>
        </w:rPr>
        <w:t>'' ورقہ '' نے كہا : آپ كو بشارت ہو ' پھر بھى آپ كو بشارت ہو _مي</w:t>
      </w:r>
      <w:r w:rsidR="007D6C9B">
        <w:rPr>
          <w:rtl/>
        </w:rPr>
        <w:t xml:space="preserve">ں </w:t>
      </w:r>
      <w:r>
        <w:rPr>
          <w:rtl/>
        </w:rPr>
        <w:t>گواہى ديتا ہو</w:t>
      </w:r>
      <w:r w:rsidR="007D6C9B">
        <w:rPr>
          <w:rtl/>
        </w:rPr>
        <w:t xml:space="preserve">ں </w:t>
      </w:r>
      <w:r>
        <w:rPr>
          <w:rtl/>
        </w:rPr>
        <w:t>كہ آپ وہى ہي</w:t>
      </w:r>
      <w:r w:rsidR="007D6C9B">
        <w:rPr>
          <w:rtl/>
        </w:rPr>
        <w:t xml:space="preserve">ں </w:t>
      </w:r>
      <w:r>
        <w:rPr>
          <w:rtl/>
        </w:rPr>
        <w:t>جن كى عيسى بن مريم نے بشارت دى ہے' آپ موسى عليہ السلام كى طرح صاحب شريعت ہي</w:t>
      </w:r>
      <w:r w:rsidR="007D6C9B">
        <w:rPr>
          <w:rtl/>
        </w:rPr>
        <w:t xml:space="preserve">ں </w:t>
      </w:r>
      <w:r>
        <w:rPr>
          <w:rtl/>
        </w:rPr>
        <w:t>اور پيغمبر مرسل ہي</w:t>
      </w:r>
      <w:r w:rsidR="007D6C9B">
        <w:rPr>
          <w:rtl/>
        </w:rPr>
        <w:t xml:space="preserve">ں </w:t>
      </w:r>
      <w:r>
        <w:rPr>
          <w:rtl/>
        </w:rPr>
        <w:t>_ آج كے بعد بہت جلدہى جہاد كے ليے مامور ہو</w:t>
      </w:r>
      <w:r w:rsidR="007D6C9B">
        <w:rPr>
          <w:rtl/>
        </w:rPr>
        <w:t xml:space="preserve">ں </w:t>
      </w:r>
      <w:r>
        <w:rPr>
          <w:rtl/>
        </w:rPr>
        <w:t>گے اور اگر مي</w:t>
      </w:r>
      <w:r w:rsidR="007D6C9B">
        <w:rPr>
          <w:rtl/>
        </w:rPr>
        <w:t xml:space="preserve">ں </w:t>
      </w:r>
      <w:r>
        <w:rPr>
          <w:rtl/>
        </w:rPr>
        <w:t>اس دن تك زندہ رہا تو آپ كے ساتھ مل كر جہاد كرو</w:t>
      </w:r>
      <w:r w:rsidR="007D6C9B">
        <w:rPr>
          <w:rtl/>
        </w:rPr>
        <w:t xml:space="preserve">ں </w:t>
      </w:r>
      <w:r>
        <w:rPr>
          <w:rtl/>
        </w:rPr>
        <w:t xml:space="preserve">گا '' جب '' ور قہ دنيا سے رخصت ہو گيا تو رسول خدا (ص) نے فرمايا: </w:t>
      </w:r>
    </w:p>
    <w:p w:rsidR="00DE2D7F" w:rsidRDefault="00DE2D7F" w:rsidP="00D07B54">
      <w:pPr>
        <w:pStyle w:val="libNormal"/>
        <w:rPr>
          <w:rtl/>
        </w:rPr>
      </w:pPr>
      <w:r>
        <w:rPr>
          <w:rtl/>
        </w:rPr>
        <w:t>''مي</w:t>
      </w:r>
      <w:r w:rsidR="007D6C9B">
        <w:rPr>
          <w:rtl/>
        </w:rPr>
        <w:t xml:space="preserve">ں </w:t>
      </w:r>
      <w:r>
        <w:rPr>
          <w:rtl/>
        </w:rPr>
        <w:t>نے اس روحانى شخص كو بہشت (برزخى جنت ) مي</w:t>
      </w:r>
      <w:r w:rsidR="007D6C9B">
        <w:rPr>
          <w:rtl/>
        </w:rPr>
        <w:t xml:space="preserve">ں </w:t>
      </w:r>
      <w:r>
        <w:rPr>
          <w:rtl/>
        </w:rPr>
        <w:t>ديكھا ہے كہ وہ جسم پر ريشمى لباس پہنے ہوئے تھا' كيونكہ وہ مجھ پر ايمان لايا تھا اور ميرى تصديق كى تھي_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)يقينى طورپر مفسرين كے بعض كلمات يا تاريخ كى كتابو</w:t>
      </w:r>
      <w:r w:rsidR="007D6C9B">
        <w:rPr>
          <w:rtl/>
        </w:rPr>
        <w:t xml:space="preserve">ں </w:t>
      </w:r>
      <w:r>
        <w:rPr>
          <w:rtl/>
        </w:rPr>
        <w:t>مي</w:t>
      </w:r>
      <w:r w:rsidR="007D6C9B">
        <w:rPr>
          <w:rtl/>
        </w:rPr>
        <w:t xml:space="preserve">ں </w:t>
      </w:r>
      <w:r>
        <w:rPr>
          <w:rtl/>
        </w:rPr>
        <w:t>پيغمبر اكرم (ص) كى زندگى كى اس فصل كے بارے مي</w:t>
      </w:r>
      <w:r w:rsidR="007D6C9B">
        <w:rPr>
          <w:rtl/>
        </w:rPr>
        <w:t xml:space="preserve">ں </w:t>
      </w:r>
      <w:r>
        <w:rPr>
          <w:rtl/>
        </w:rPr>
        <w:t>ايسے ناموزو</w:t>
      </w:r>
      <w:r w:rsidR="007D6C9B">
        <w:rPr>
          <w:rtl/>
        </w:rPr>
        <w:t xml:space="preserve">ں </w:t>
      </w:r>
      <w:r>
        <w:rPr>
          <w:rtl/>
        </w:rPr>
        <w:t>مطالب نظرآتے ہي</w:t>
      </w:r>
      <w:r w:rsidR="007D6C9B">
        <w:rPr>
          <w:rtl/>
        </w:rPr>
        <w:t xml:space="preserve">ں </w:t>
      </w:r>
      <w:r>
        <w:rPr>
          <w:rtl/>
        </w:rPr>
        <w:t>جو مسلمہ طور پر جعلي' وضعى ' گھڑى ہوئي روايات اور اسرائيليات سے ہي</w:t>
      </w:r>
      <w:r w:rsidR="007D6C9B">
        <w:rPr>
          <w:rtl/>
        </w:rPr>
        <w:t xml:space="preserve">ں </w:t>
      </w:r>
      <w:r>
        <w:rPr>
          <w:rtl/>
        </w:rPr>
        <w:t>' مثلاًيہ كہ پيغمبر (ص) نزول وحى كے پہلے واقعہ كے بعد بہت ہى ناراحت ہوئے اور ڈرگئے كہ كہي</w:t>
      </w:r>
      <w:r w:rsidR="007D6C9B">
        <w:rPr>
          <w:rtl/>
        </w:rPr>
        <w:t xml:space="preserve">ں </w:t>
      </w:r>
      <w:r>
        <w:rPr>
          <w:rtl/>
        </w:rPr>
        <w:t>يہ شيطانى القاآت نہ ہو</w:t>
      </w:r>
      <w:r w:rsidR="007D6C9B">
        <w:rPr>
          <w:rtl/>
        </w:rPr>
        <w:t xml:space="preserve">ں </w:t>
      </w:r>
      <w:r>
        <w:rPr>
          <w:rtl/>
        </w:rPr>
        <w:t xml:space="preserve">' يا آپ نے كئي مرتبہ </w:t>
      </w:r>
    </w:p>
    <w:p w:rsidR="008D6A0B" w:rsidRDefault="001648F9" w:rsidP="00D07B54">
      <w:pPr>
        <w:pStyle w:val="libNormal"/>
        <w:rPr>
          <w:rtl/>
        </w:rPr>
      </w:pPr>
      <w:r>
        <w:rPr>
          <w:rtl/>
        </w:rPr>
        <w:t xml:space="preserve"> </w:t>
      </w:r>
      <w:r>
        <w:rPr>
          <w:rtl/>
        </w:rPr>
        <w:br w:type="page"/>
      </w:r>
    </w:p>
    <w:p w:rsidR="008D6A0B" w:rsidRDefault="008D6A0B" w:rsidP="00D07B54">
      <w:pPr>
        <w:pStyle w:val="libNormal"/>
        <w:rPr>
          <w:rtl/>
        </w:rPr>
      </w:pPr>
    </w:p>
    <w:p w:rsidR="008D6A0B" w:rsidRDefault="00DE2D7F" w:rsidP="00D07B54">
      <w:pPr>
        <w:pStyle w:val="Heading2Center"/>
        <w:rPr>
          <w:rtl/>
        </w:rPr>
      </w:pPr>
      <w:bookmarkStart w:id="315" w:name="_Toc7268712"/>
      <w:r>
        <w:rPr>
          <w:rtl/>
        </w:rPr>
        <w:t>پہلا مسلمان</w:t>
      </w:r>
      <w:r w:rsidRPr="00AD1EF3">
        <w:rPr>
          <w:rStyle w:val="libFootnotenumChar"/>
          <w:rtl/>
        </w:rPr>
        <w:t>(</w:t>
      </w:r>
      <w:r w:rsidR="00E664BB" w:rsidRPr="00AD1EF3">
        <w:rPr>
          <w:rStyle w:val="libFootnotenumChar"/>
          <w:rtl/>
        </w:rPr>
        <w:t>1</w:t>
      </w:r>
      <w:r w:rsidRPr="00AD1EF3">
        <w:rPr>
          <w:rStyle w:val="libFootnotenumChar"/>
          <w:rtl/>
        </w:rPr>
        <w:t>)</w:t>
      </w:r>
      <w:bookmarkEnd w:id="315"/>
    </w:p>
    <w:p w:rsidR="00DE2D7F" w:rsidRDefault="00DE2D7F" w:rsidP="00D07B54">
      <w:pPr>
        <w:pStyle w:val="libNormal"/>
        <w:rPr>
          <w:rtl/>
        </w:rPr>
      </w:pPr>
      <w:r>
        <w:rPr>
          <w:rtl/>
        </w:rPr>
        <w:t xml:space="preserve"> اس سوال كے جواب مي</w:t>
      </w:r>
      <w:r w:rsidR="007D6C9B">
        <w:rPr>
          <w:rtl/>
        </w:rPr>
        <w:t xml:space="preserve">ں </w:t>
      </w:r>
      <w:r>
        <w:rPr>
          <w:rtl/>
        </w:rPr>
        <w:t>سب نے متفقہ طور پر كہا ہے كہ عورتو</w:t>
      </w:r>
      <w:r w:rsidR="007D6C9B">
        <w:rPr>
          <w:rtl/>
        </w:rPr>
        <w:t xml:space="preserve">ں </w:t>
      </w:r>
      <w:r>
        <w:rPr>
          <w:rtl/>
        </w:rPr>
        <w:t>مي</w:t>
      </w:r>
      <w:r w:rsidR="007D6C9B">
        <w:rPr>
          <w:rtl/>
        </w:rPr>
        <w:t xml:space="preserve">ں </w:t>
      </w:r>
      <w:r>
        <w:rPr>
          <w:rtl/>
        </w:rPr>
        <w:t>سے جو خاتون سب سے پہلے مسلمان ہوئي</w:t>
      </w:r>
      <w:r w:rsidR="007D6C9B">
        <w:rPr>
          <w:rtl/>
        </w:rPr>
        <w:t xml:space="preserve">ں </w:t>
      </w:r>
      <w:r>
        <w:rPr>
          <w:rtl/>
        </w:rPr>
        <w:t>وہ جناب خديجہ(ع) تھي</w:t>
      </w:r>
      <w:r w:rsidR="007D6C9B">
        <w:rPr>
          <w:rtl/>
        </w:rPr>
        <w:t xml:space="preserve">ں </w:t>
      </w:r>
      <w:r>
        <w:rPr>
          <w:rtl/>
        </w:rPr>
        <w:t>جو پيغمبر اكرم (ص) كى وفاداراور فدا كار زوجہ تھي</w:t>
      </w:r>
      <w:r w:rsidR="007D6C9B">
        <w:rPr>
          <w:rtl/>
        </w:rPr>
        <w:t xml:space="preserve">ں </w:t>
      </w:r>
      <w:r>
        <w:rPr>
          <w:rtl/>
        </w:rPr>
        <w:t>باقى رہا مردو</w:t>
      </w:r>
      <w:r w:rsidR="007D6C9B">
        <w:rPr>
          <w:rtl/>
        </w:rPr>
        <w:t xml:space="preserve">ں </w:t>
      </w:r>
      <w:r>
        <w:rPr>
          <w:rtl/>
        </w:rPr>
        <w:t>مي</w:t>
      </w:r>
      <w:r w:rsidR="007D6C9B">
        <w:rPr>
          <w:rtl/>
        </w:rPr>
        <w:t xml:space="preserve">ں </w:t>
      </w:r>
      <w:r>
        <w:rPr>
          <w:rtl/>
        </w:rPr>
        <w:t>سے تو تمام شيعہ علماء ومفسرين اور اہل سنت علماء كے ايك بہت بڑے گروہ نے كہا ہے كہ حضرت على (ع) وہ پہلے شخض تھے جنہو</w:t>
      </w:r>
      <w:r w:rsidR="007D6C9B">
        <w:rPr>
          <w:rtl/>
        </w:rPr>
        <w:t xml:space="preserve">ں </w:t>
      </w:r>
      <w:r>
        <w:rPr>
          <w:rtl/>
        </w:rPr>
        <w:t>نے مردو</w:t>
      </w:r>
      <w:r w:rsidR="007D6C9B">
        <w:rPr>
          <w:rtl/>
        </w:rPr>
        <w:t xml:space="preserve">ں </w:t>
      </w:r>
      <w:r>
        <w:rPr>
          <w:rtl/>
        </w:rPr>
        <w:t>مي</w:t>
      </w:r>
      <w:r w:rsidR="007D6C9B">
        <w:rPr>
          <w:rtl/>
        </w:rPr>
        <w:t xml:space="preserve">ں </w:t>
      </w:r>
      <w:r>
        <w:rPr>
          <w:rtl/>
        </w:rPr>
        <w:t>سے دعوت پيغمبر (ص) پر لبيك كہى علماء اہل سنت مي</w:t>
      </w:r>
      <w:r w:rsidR="007D6C9B">
        <w:rPr>
          <w:rtl/>
        </w:rPr>
        <w:t xml:space="preserve">ں </w:t>
      </w:r>
      <w:r>
        <w:rPr>
          <w:rtl/>
        </w:rPr>
        <w:t>اس امركى اتنى شہرت ہے كہ ا ن مي</w:t>
      </w:r>
      <w:r w:rsidR="007D6C9B">
        <w:rPr>
          <w:rtl/>
        </w:rPr>
        <w:t xml:space="preserve">ں </w:t>
      </w:r>
      <w:r>
        <w:rPr>
          <w:rtl/>
        </w:rPr>
        <w:t>سے ايك جماعت نے اس پر اجماع واتفاق كا دعوى كيا ہے ان مي</w:t>
      </w:r>
      <w:r w:rsidR="007D6C9B">
        <w:rPr>
          <w:rtl/>
        </w:rPr>
        <w:t xml:space="preserve">ں </w:t>
      </w:r>
      <w:r>
        <w:rPr>
          <w:rtl/>
        </w:rPr>
        <w:t xml:space="preserve">سے حاكم نيشاپورى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نے كہا ہے : </w:t>
      </w:r>
    </w:p>
    <w:p w:rsidR="00DE2D7F" w:rsidRDefault="00DE2D7F" w:rsidP="00D07B54">
      <w:pPr>
        <w:pStyle w:val="libNormal"/>
        <w:rPr>
          <w:rtl/>
        </w:rPr>
      </w:pPr>
      <w:r>
        <w:rPr>
          <w:rtl/>
        </w:rPr>
        <w:t>مورخين مي</w:t>
      </w:r>
      <w:r w:rsidR="007D6C9B">
        <w:rPr>
          <w:rtl/>
        </w:rPr>
        <w:t xml:space="preserve">ں </w:t>
      </w:r>
      <w:r>
        <w:rPr>
          <w:rtl/>
        </w:rPr>
        <w:t>اس امر پر كوئي اختلاف نہي</w:t>
      </w:r>
      <w:r w:rsidR="007D6C9B">
        <w:rPr>
          <w:rtl/>
        </w:rPr>
        <w:t xml:space="preserve">ں </w:t>
      </w:r>
      <w:r>
        <w:rPr>
          <w:rtl/>
        </w:rPr>
        <w:t>كہ على ابن ابى طالب اسلام لانے والے پہلے شخص ہي</w:t>
      </w:r>
      <w:r w:rsidR="007D6C9B">
        <w:rPr>
          <w:rtl/>
        </w:rPr>
        <w:t xml:space="preserve">ں </w:t>
      </w:r>
      <w:r>
        <w:rPr>
          <w:rtl/>
        </w:rPr>
        <w:t>_ اختلاف اسلام قبول كرتے وقت انكے بلوغ كے بارے مي</w:t>
      </w:r>
      <w:r w:rsidR="007D6C9B">
        <w:rPr>
          <w:rtl/>
        </w:rPr>
        <w:t xml:space="preserve">ں </w:t>
      </w:r>
      <w:r>
        <w:rPr>
          <w:rtl/>
        </w:rPr>
        <w:t xml:space="preserve">ہے _ </w:t>
      </w:r>
    </w:p>
    <w:p w:rsidR="00DE2D7F" w:rsidRDefault="00DE2D7F" w:rsidP="00D07B54">
      <w:pPr>
        <w:pStyle w:val="libNormal"/>
        <w:rPr>
          <w:rtl/>
        </w:rPr>
      </w:pPr>
      <w:r>
        <w:rPr>
          <w:rtl/>
        </w:rPr>
        <w:t>جناب ابن عبدالبر</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لكھتے ہي</w:t>
      </w:r>
      <w:r w:rsidR="007D6C9B">
        <w:rPr>
          <w:rtl/>
        </w:rPr>
        <w:t xml:space="preserve">ں </w:t>
      </w:r>
      <w:r>
        <w:rPr>
          <w:rtl/>
        </w:rPr>
        <w:t>: اس مسئلہ پر اتفاق ہے كہ خديجہ(ع) وہ پہلى خاتون ہي</w:t>
      </w:r>
      <w:r w:rsidR="007D6C9B">
        <w:rPr>
          <w:rtl/>
        </w:rPr>
        <w:t xml:space="preserve">ں </w:t>
      </w:r>
      <w:r>
        <w:rPr>
          <w:rtl/>
        </w:rPr>
        <w:t xml:space="preserve">جو خدا اور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اس بات كا پختہ ارادہ كرليا كہ خود كو پہاڑ سے گرادي</w:t>
      </w:r>
      <w:r w:rsidR="007D6C9B">
        <w:rPr>
          <w:rtl/>
        </w:rPr>
        <w:t xml:space="preserve">ں </w:t>
      </w:r>
      <w:r>
        <w:rPr>
          <w:rtl/>
        </w:rPr>
        <w:t>' اور اسى قسم كے فضول اور بے ہودہ باتي</w:t>
      </w:r>
      <w:r w:rsidR="007D6C9B">
        <w:rPr>
          <w:rtl/>
        </w:rPr>
        <w:t xml:space="preserve">ں </w:t>
      </w:r>
      <w:r>
        <w:rPr>
          <w:rtl/>
        </w:rPr>
        <w:t>جو نہ تو نبوت كے بلند مقام كے ساتھ سازگار ہي</w:t>
      </w:r>
      <w:r w:rsidR="007D6C9B">
        <w:rPr>
          <w:rtl/>
        </w:rPr>
        <w:t xml:space="preserve">ں </w:t>
      </w:r>
      <w:r>
        <w:rPr>
          <w:rtl/>
        </w:rPr>
        <w:t>اور نہ ہى پيغمبر (ص) كى اس عقل اور حد سے زيادہ دانش مندى ' مدبريت ' صبر وتحمل وشكيبائي ' نفس پر تسلط اور اس اعتماد كو ظاہر كرتى ہي</w:t>
      </w:r>
      <w:r w:rsidR="007D6C9B">
        <w:rPr>
          <w:rtl/>
        </w:rPr>
        <w:t xml:space="preserve">ں </w:t>
      </w:r>
      <w:r>
        <w:rPr>
          <w:rtl/>
        </w:rPr>
        <w:t>جو تاريخو</w:t>
      </w:r>
      <w:r w:rsidR="007D6C9B">
        <w:rPr>
          <w:rtl/>
        </w:rPr>
        <w:t xml:space="preserve">ں </w:t>
      </w:r>
      <w:r>
        <w:rPr>
          <w:rtl/>
        </w:rPr>
        <w:t>مي</w:t>
      </w:r>
      <w:r w:rsidR="007D6C9B">
        <w:rPr>
          <w:rtl/>
        </w:rPr>
        <w:t xml:space="preserve">ں </w:t>
      </w:r>
      <w:r>
        <w:rPr>
          <w:rtl/>
        </w:rPr>
        <w:t xml:space="preserve">ثبت ہے _ </w:t>
      </w:r>
    </w:p>
    <w:p w:rsidR="00DE2D7F" w:rsidRDefault="00DE2D7F" w:rsidP="00D07B54">
      <w:pPr>
        <w:pStyle w:val="libFootnote"/>
        <w:rPr>
          <w:rtl/>
        </w:rPr>
      </w:pPr>
      <w:r>
        <w:rPr>
          <w:rtl/>
        </w:rPr>
        <w:t>ايسا دكھائي ديتا ہے كہ اس قسم كى ضعيف وركيك روايات دشمنان اسلام كى ساختہ وپرداختہ ہي</w:t>
      </w:r>
      <w:r w:rsidR="007D6C9B">
        <w:rPr>
          <w:rtl/>
        </w:rPr>
        <w:t xml:space="preserve">ں </w:t>
      </w:r>
      <w:r>
        <w:rPr>
          <w:rtl/>
        </w:rPr>
        <w:t>جن كا مقصد يہ تھا كہ اسلام كو بھى مورد اعتراض قراردے دي</w:t>
      </w:r>
      <w:r w:rsidR="007D6C9B">
        <w:rPr>
          <w:rtl/>
        </w:rPr>
        <w:t xml:space="preserve">ں </w:t>
      </w:r>
      <w:r>
        <w:rPr>
          <w:rtl/>
        </w:rPr>
        <w:t xml:space="preserve">اور پيغمبر اسلام (ص) كى ذات گرامى كو بھى _ </w:t>
      </w:r>
    </w:p>
    <w:p w:rsidR="00DE2D7F" w:rsidRDefault="00DE2D7F" w:rsidP="00D07B54">
      <w:pPr>
        <w:pStyle w:val="libFootnote"/>
        <w:rPr>
          <w:rtl/>
        </w:rPr>
      </w:pPr>
      <w:r>
        <w:rPr>
          <w:rtl/>
        </w:rPr>
        <w:t>(</w:t>
      </w:r>
      <w:r w:rsidR="00E664BB">
        <w:rPr>
          <w:rtl/>
        </w:rPr>
        <w:t>1</w:t>
      </w:r>
      <w:r>
        <w:rPr>
          <w:rtl/>
        </w:rPr>
        <w:t>)اس سوال كو اكثر مفسرين نے سورہ توبہ ايت</w:t>
      </w:r>
      <w:r w:rsidR="00E664BB">
        <w:rPr>
          <w:rtl/>
        </w:rPr>
        <w:t>100</w:t>
      </w:r>
      <w:r>
        <w:rPr>
          <w:rtl/>
        </w:rPr>
        <w:t>''السابقون الاولون''كے ضمن مي</w:t>
      </w:r>
      <w:r w:rsidR="007D6C9B">
        <w:rPr>
          <w:rtl/>
        </w:rPr>
        <w:t xml:space="preserve">ں </w:t>
      </w:r>
      <w:r>
        <w:rPr>
          <w:rtl/>
        </w:rPr>
        <w:t xml:space="preserve">بيان كيا ہے </w:t>
      </w:r>
    </w:p>
    <w:p w:rsidR="00DE2D7F" w:rsidRDefault="00DE2D7F" w:rsidP="00D07B54">
      <w:pPr>
        <w:pStyle w:val="libFootnote"/>
        <w:rPr>
          <w:rtl/>
        </w:rPr>
      </w:pPr>
      <w:r>
        <w:rPr>
          <w:rtl/>
        </w:rPr>
        <w:t>(</w:t>
      </w:r>
      <w:r w:rsidR="00E664BB">
        <w:rPr>
          <w:rtl/>
        </w:rPr>
        <w:t>2</w:t>
      </w:r>
      <w:r>
        <w:rPr>
          <w:rtl/>
        </w:rPr>
        <w:t>)مستدرك على صحيحين كتاب معرفت ص</w:t>
      </w:r>
      <w:r w:rsidR="00E664BB">
        <w:rPr>
          <w:rtl/>
        </w:rPr>
        <w:t>22</w:t>
      </w:r>
      <w:r>
        <w:rPr>
          <w:rtl/>
        </w:rPr>
        <w:t xml:space="preserve"> </w:t>
      </w:r>
    </w:p>
    <w:p w:rsidR="00DE2D7F" w:rsidRDefault="00DE2D7F" w:rsidP="00D07B54">
      <w:pPr>
        <w:pStyle w:val="libFootnote"/>
        <w:rPr>
          <w:rtl/>
        </w:rPr>
      </w:pPr>
      <w:r>
        <w:rPr>
          <w:rtl/>
        </w:rPr>
        <w:t>(</w:t>
      </w:r>
      <w:r w:rsidR="00E664BB">
        <w:rPr>
          <w:rtl/>
        </w:rPr>
        <w:t>3</w:t>
      </w:r>
      <w:r>
        <w:rPr>
          <w:rtl/>
        </w:rPr>
        <w:t xml:space="preserve">)استيعاب ،ج </w:t>
      </w:r>
      <w:r w:rsidR="00E664BB">
        <w:rPr>
          <w:rtl/>
        </w:rPr>
        <w:t>2</w:t>
      </w:r>
      <w:r>
        <w:rPr>
          <w:rtl/>
        </w:rPr>
        <w:t xml:space="preserve"> ص</w:t>
      </w:r>
      <w:r w:rsidR="00E664BB">
        <w:rPr>
          <w:rtl/>
        </w:rPr>
        <w:t>457</w:t>
      </w:r>
      <w:r>
        <w:rPr>
          <w:rtl/>
        </w:rPr>
        <w:t xml:space="preserve"> </w:t>
      </w:r>
    </w:p>
    <w:p w:rsidR="00DE2D7F" w:rsidRDefault="001648F9" w:rsidP="00D07B54">
      <w:pPr>
        <w:pStyle w:val="libNormal"/>
        <w:rPr>
          <w:rtl/>
        </w:rPr>
      </w:pPr>
      <w:r>
        <w:rPr>
          <w:rtl/>
        </w:rPr>
        <w:t xml:space="preserve"> </w:t>
      </w:r>
      <w:r>
        <w:rPr>
          <w:rtl/>
        </w:rPr>
        <w:br w:type="page"/>
      </w:r>
      <w:r>
        <w:rPr>
          <w:rtl/>
        </w:rPr>
        <w:lastRenderedPageBreak/>
        <w:t xml:space="preserve"> </w:t>
      </w:r>
      <w:r w:rsidR="00DE2D7F">
        <w:rPr>
          <w:rtl/>
        </w:rPr>
        <w:t>اس كے رسول پر ايمان لائي</w:t>
      </w:r>
      <w:r w:rsidR="007D6C9B">
        <w:rPr>
          <w:rtl/>
        </w:rPr>
        <w:t xml:space="preserve">ں </w:t>
      </w:r>
      <w:r w:rsidR="00DE2D7F">
        <w:rPr>
          <w:rtl/>
        </w:rPr>
        <w:t>اور جو كچھ وہ لائے تھے اسى كى تصديق كى _ پھر حضرت على نے ان كے بعد يہى كام انجام ديا _</w:t>
      </w:r>
      <w:r w:rsidR="00DE2D7F" w:rsidRPr="00AD1EF3">
        <w:rPr>
          <w:rStyle w:val="libFootnotenumChar"/>
          <w:rtl/>
        </w:rPr>
        <w:t>(</w:t>
      </w:r>
      <w:r w:rsidR="00E664BB" w:rsidRPr="00AD1EF3">
        <w:rPr>
          <w:rStyle w:val="libFootnotenumChar"/>
          <w:rtl/>
        </w:rPr>
        <w:t>1</w:t>
      </w:r>
      <w:r w:rsidR="00DE2D7F" w:rsidRPr="00AD1EF3">
        <w:rPr>
          <w:rStyle w:val="libFootnotenumChar"/>
          <w:rtl/>
        </w:rPr>
        <w:t>)</w:t>
      </w:r>
      <w:r w:rsidR="00DE2D7F">
        <w:rPr>
          <w:rtl/>
        </w:rPr>
        <w:t xml:space="preserve"> </w:t>
      </w:r>
    </w:p>
    <w:p w:rsidR="00DE2D7F" w:rsidRDefault="00DE2D7F" w:rsidP="00D07B54">
      <w:pPr>
        <w:pStyle w:val="libNormal"/>
        <w:rPr>
          <w:rtl/>
        </w:rPr>
      </w:pPr>
      <w:r>
        <w:rPr>
          <w:rtl/>
        </w:rPr>
        <w:t>ابوجعفر الكافى معتزلى لكھتا ہے : تمام لوگو</w:t>
      </w:r>
      <w:r w:rsidR="007D6C9B">
        <w:rPr>
          <w:rtl/>
        </w:rPr>
        <w:t xml:space="preserve">ں </w:t>
      </w:r>
      <w:r>
        <w:rPr>
          <w:rtl/>
        </w:rPr>
        <w:t>نے يہى نقل كيا ہے كہ سبقت اسلام كا افتخار على سے مخصوص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قطع نظر اس كے كہ پيغمبر اكرم (ص) سے،خود حضرت على (ع) سے اور صحابہ سے اس بارے مي</w:t>
      </w:r>
      <w:r w:rsidR="007D6C9B">
        <w:rPr>
          <w:rtl/>
        </w:rPr>
        <w:t xml:space="preserve">ں </w:t>
      </w:r>
      <w:r>
        <w:rPr>
          <w:rtl/>
        </w:rPr>
        <w:t>بہت سى روايات نقل ہوئي ہي</w:t>
      </w:r>
      <w:r w:rsidR="007D6C9B">
        <w:rPr>
          <w:rtl/>
        </w:rPr>
        <w:t xml:space="preserve">ں </w:t>
      </w:r>
      <w:r>
        <w:rPr>
          <w:rtl/>
        </w:rPr>
        <w:t>جو حد تواتر تك پہنچى ہوئي ہي</w:t>
      </w:r>
      <w:r w:rsidR="007D6C9B">
        <w:rPr>
          <w:rtl/>
        </w:rPr>
        <w:t xml:space="preserve">ں </w:t>
      </w:r>
      <w:r>
        <w:rPr>
          <w:rtl/>
        </w:rPr>
        <w:t>،ذيل مي</w:t>
      </w:r>
      <w:r w:rsidR="007D6C9B">
        <w:rPr>
          <w:rtl/>
        </w:rPr>
        <w:t xml:space="preserve">ں </w:t>
      </w:r>
      <w:r>
        <w:rPr>
          <w:rtl/>
        </w:rPr>
        <w:t>چند روايات ہم نمونے كے طور پر نقل كرتے ہي</w:t>
      </w:r>
      <w:r w:rsidR="007D6C9B">
        <w:rPr>
          <w:rtl/>
        </w:rPr>
        <w:t xml:space="preserve">ں </w:t>
      </w:r>
      <w:r>
        <w:rPr>
          <w:rtl/>
        </w:rPr>
        <w:t xml:space="preserve">: پيغمبر اكر م(ص) نے فرمايا : </w:t>
      </w:r>
    </w:p>
    <w:p w:rsidR="00DE2D7F" w:rsidRDefault="00E664BB" w:rsidP="00D07B54">
      <w:pPr>
        <w:pStyle w:val="libNormal"/>
        <w:rPr>
          <w:rtl/>
        </w:rPr>
      </w:pPr>
      <w:r>
        <w:rPr>
          <w:rtl/>
        </w:rPr>
        <w:t>1</w:t>
      </w:r>
      <w:r w:rsidR="00DE2D7F">
        <w:rPr>
          <w:rtl/>
        </w:rPr>
        <w:t xml:space="preserve">_پہلا شخص جو حوض كوثر كے كنارے ميرے پاس پہنچے گا وہ شخص ہے جو سب سے پہلے اسلام لايا اور وہ على بن ابى طالب ہے_ </w:t>
      </w:r>
      <w:r w:rsidR="00DE2D7F" w:rsidRPr="00AD1EF3">
        <w:rPr>
          <w:rStyle w:val="libFootnotenumChar"/>
          <w:rtl/>
        </w:rPr>
        <w:t>(</w:t>
      </w:r>
      <w:r w:rsidRPr="00AD1EF3">
        <w:rPr>
          <w:rStyle w:val="libFootnotenumChar"/>
          <w:rtl/>
        </w:rPr>
        <w:t>3</w:t>
      </w:r>
      <w:r w:rsidR="00DE2D7F" w:rsidRPr="00AD1EF3">
        <w:rPr>
          <w:rStyle w:val="libFootnotenumChar"/>
          <w:rtl/>
        </w:rPr>
        <w:t>)</w:t>
      </w:r>
      <w:r w:rsidR="00DE2D7F">
        <w:rPr>
          <w:rtl/>
        </w:rPr>
        <w:t xml:space="preserve"> </w:t>
      </w:r>
    </w:p>
    <w:p w:rsidR="00DE2D7F" w:rsidRDefault="00E664BB" w:rsidP="00D07B54">
      <w:pPr>
        <w:pStyle w:val="libNormal"/>
        <w:rPr>
          <w:rtl/>
        </w:rPr>
      </w:pPr>
      <w:r>
        <w:rPr>
          <w:rtl/>
        </w:rPr>
        <w:t>2</w:t>
      </w:r>
      <w:r w:rsidR="00DE2D7F">
        <w:rPr>
          <w:rtl/>
        </w:rPr>
        <w:t xml:space="preserve">_ علماء اہل سنت كے ايك گروہ نے پيغمبر اكرم (ص) سے نقل كيا ہے كہ آنحضرت(ص) نے حضرت على (ع) كا ہاتھ پكڑكر فرمايا : </w:t>
      </w:r>
    </w:p>
    <w:p w:rsidR="00DE2D7F" w:rsidRDefault="00DE2D7F" w:rsidP="00D07B54">
      <w:pPr>
        <w:pStyle w:val="libNormal"/>
        <w:rPr>
          <w:rtl/>
        </w:rPr>
      </w:pPr>
      <w:r>
        <w:rPr>
          <w:rtl/>
        </w:rPr>
        <w:t>يہ پہلا شخص ہے جو مجھ پر ايمان لايا اور پہلا شخص ہے جو قيامت مي</w:t>
      </w:r>
      <w:r w:rsidR="007D6C9B">
        <w:rPr>
          <w:rtl/>
        </w:rPr>
        <w:t xml:space="preserve">ں </w:t>
      </w:r>
      <w:r>
        <w:rPr>
          <w:rtl/>
        </w:rPr>
        <w:t>مجھ سے مصافحہ كرے گا اور يہ ''صديق اكبر'' ہے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E664BB" w:rsidP="00D07B54">
      <w:pPr>
        <w:pStyle w:val="libNormal"/>
        <w:rPr>
          <w:rtl/>
        </w:rPr>
      </w:pPr>
      <w:r>
        <w:rPr>
          <w:rtl/>
        </w:rPr>
        <w:t>3</w:t>
      </w:r>
      <w:r w:rsidR="00DE2D7F">
        <w:rPr>
          <w:rtl/>
        </w:rPr>
        <w:t>_ابو سعيد خدرى رسول اكرم (ص) سے نقل كرتے ہي</w:t>
      </w:r>
      <w:r w:rsidR="007D6C9B">
        <w:rPr>
          <w:rtl/>
        </w:rPr>
        <w:t xml:space="preserve">ں </w:t>
      </w:r>
      <w:r w:rsidR="00DE2D7F">
        <w:rPr>
          <w:rtl/>
        </w:rPr>
        <w:t>كہ آنحضرت (ص) نے حضرت على عليہ السلام كے دونو</w:t>
      </w:r>
      <w:r w:rsidR="007D6C9B">
        <w:rPr>
          <w:rtl/>
        </w:rPr>
        <w:t xml:space="preserve">ں </w:t>
      </w:r>
      <w:r w:rsidR="00DE2D7F">
        <w:rPr>
          <w:rtl/>
        </w:rPr>
        <w:t>شانو</w:t>
      </w:r>
      <w:r w:rsidR="007D6C9B">
        <w:rPr>
          <w:rtl/>
        </w:rPr>
        <w:t xml:space="preserve">ں </w:t>
      </w:r>
      <w:r w:rsidR="00DE2D7F">
        <w:rPr>
          <w:rtl/>
        </w:rPr>
        <w:t>كے درميان ہاتھ ماركر فرمايا :''اے على (ع) : تم سات ممتاز صفات كے حامل ہو كہ جن كے بارے مي</w:t>
      </w:r>
      <w:r w:rsidR="007D6C9B">
        <w:rPr>
          <w:rtl/>
        </w:rPr>
        <w:t xml:space="preserve">ں </w:t>
      </w:r>
      <w:r w:rsidR="00DE2D7F">
        <w:rPr>
          <w:rtl/>
        </w:rPr>
        <w:t>روز قيامت كوئي تم سے حجت بازى نہي</w:t>
      </w:r>
      <w:r w:rsidR="007D6C9B">
        <w:rPr>
          <w:rtl/>
        </w:rPr>
        <w:t xml:space="preserve">ں </w:t>
      </w:r>
      <w:r w:rsidR="00DE2D7F">
        <w:rPr>
          <w:rtl/>
        </w:rPr>
        <w:t>كرسكتا _ تم وہ پہلے شخص ہو جو خدا پر ايمان لائے اور خدائي پيمانو</w:t>
      </w:r>
      <w:r w:rsidR="007D6C9B">
        <w:rPr>
          <w:rtl/>
        </w:rPr>
        <w:t xml:space="preserve">ں </w:t>
      </w:r>
      <w:r w:rsidR="00DE2D7F">
        <w:rPr>
          <w:rtl/>
        </w:rPr>
        <w:t>كے زيادہ وفادار ہو اور فرمان خداكى اطاعت مي</w:t>
      </w:r>
      <w:r w:rsidR="007D6C9B">
        <w:rPr>
          <w:rtl/>
        </w:rPr>
        <w:t xml:space="preserve">ں </w:t>
      </w:r>
      <w:r w:rsidR="00DE2D7F">
        <w:rPr>
          <w:rtl/>
        </w:rPr>
        <w:t>تم زيادہ قيام كرنيوالے ہو ''</w:t>
      </w:r>
      <w:r w:rsidR="00DE2D7F" w:rsidRPr="00AD1EF3">
        <w:rPr>
          <w:rStyle w:val="libFootnotenumChar"/>
          <w:rtl/>
        </w:rPr>
        <w:t>(</w:t>
      </w:r>
      <w:r w:rsidRPr="00AD1EF3">
        <w:rPr>
          <w:rStyle w:val="libFootnotenumChar"/>
          <w:rtl/>
        </w:rPr>
        <w:t>5</w:t>
      </w:r>
      <w:r w:rsidR="00DE2D7F" w:rsidRPr="00AD1EF3">
        <w:rPr>
          <w:rStyle w:val="libFootnotenumChar"/>
          <w:rtl/>
        </w:rPr>
        <w:t>)</w:t>
      </w:r>
      <w:r w:rsidR="00DE2D7F">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)الغدير ج ،</w:t>
      </w:r>
      <w:r w:rsidR="00E664BB">
        <w:rPr>
          <w:rtl/>
        </w:rPr>
        <w:t>3</w:t>
      </w:r>
      <w:r>
        <w:rPr>
          <w:rtl/>
        </w:rPr>
        <w:t>ص</w:t>
      </w:r>
      <w:r w:rsidR="00E664BB">
        <w:rPr>
          <w:rtl/>
        </w:rPr>
        <w:t>237</w:t>
      </w:r>
      <w:r>
        <w:rPr>
          <w:rtl/>
        </w:rPr>
        <w:t xml:space="preserve"> </w:t>
      </w:r>
    </w:p>
    <w:p w:rsidR="00DE2D7F" w:rsidRDefault="00DE2D7F" w:rsidP="00D07B54">
      <w:pPr>
        <w:pStyle w:val="libFootnote"/>
        <w:rPr>
          <w:rtl/>
        </w:rPr>
      </w:pPr>
      <w:r>
        <w:rPr>
          <w:rtl/>
        </w:rPr>
        <w:t>(</w:t>
      </w:r>
      <w:r w:rsidR="00E664BB">
        <w:rPr>
          <w:rtl/>
        </w:rPr>
        <w:t>2</w:t>
      </w:r>
      <w:r>
        <w:rPr>
          <w:rtl/>
        </w:rPr>
        <w:t>)الغدير ج ،</w:t>
      </w:r>
      <w:r w:rsidR="00E664BB">
        <w:rPr>
          <w:rtl/>
        </w:rPr>
        <w:t>3</w:t>
      </w:r>
      <w:r>
        <w:rPr>
          <w:rtl/>
        </w:rPr>
        <w:t>ص</w:t>
      </w:r>
      <w:r w:rsidR="00E664BB">
        <w:rPr>
          <w:rtl/>
        </w:rPr>
        <w:t>237</w:t>
      </w:r>
      <w:r>
        <w:rPr>
          <w:rtl/>
        </w:rPr>
        <w:t xml:space="preserve"> </w:t>
      </w:r>
    </w:p>
    <w:p w:rsidR="00DE2D7F" w:rsidRDefault="00DE2D7F" w:rsidP="00D07B54">
      <w:pPr>
        <w:pStyle w:val="libFootnote"/>
        <w:rPr>
          <w:rtl/>
        </w:rPr>
      </w:pPr>
      <w:r>
        <w:rPr>
          <w:rtl/>
        </w:rPr>
        <w:t>(</w:t>
      </w:r>
      <w:r w:rsidR="00E664BB">
        <w:rPr>
          <w:rtl/>
        </w:rPr>
        <w:t>3</w:t>
      </w:r>
      <w:r>
        <w:rPr>
          <w:rtl/>
        </w:rPr>
        <w:t>)الغديرمي</w:t>
      </w:r>
      <w:r w:rsidR="007D6C9B">
        <w:rPr>
          <w:rtl/>
        </w:rPr>
        <w:t xml:space="preserve">ں </w:t>
      </w:r>
      <w:r>
        <w:rPr>
          <w:rtl/>
        </w:rPr>
        <w:t>يہ حديث مستدرك حاكم ج</w:t>
      </w:r>
      <w:r w:rsidR="00E664BB">
        <w:rPr>
          <w:rtl/>
        </w:rPr>
        <w:t>2</w:t>
      </w:r>
      <w:r>
        <w:rPr>
          <w:rtl/>
        </w:rPr>
        <w:t>ص</w:t>
      </w:r>
      <w:r w:rsidR="00E664BB">
        <w:rPr>
          <w:rtl/>
        </w:rPr>
        <w:t>6</w:t>
      </w:r>
      <w:r>
        <w:rPr>
          <w:rtl/>
        </w:rPr>
        <w:t xml:space="preserve"> </w:t>
      </w:r>
      <w:r w:rsidR="00E664BB">
        <w:rPr>
          <w:rtl/>
        </w:rPr>
        <w:t>13</w:t>
      </w:r>
      <w:r>
        <w:rPr>
          <w:rtl/>
        </w:rPr>
        <w:t xml:space="preserve"> ،استيعاب ج</w:t>
      </w:r>
      <w:r w:rsidR="00E664BB">
        <w:rPr>
          <w:rtl/>
        </w:rPr>
        <w:t>2</w:t>
      </w:r>
      <w:r>
        <w:rPr>
          <w:rtl/>
        </w:rPr>
        <w:t xml:space="preserve"> ص </w:t>
      </w:r>
      <w:r w:rsidR="00E664BB">
        <w:rPr>
          <w:rtl/>
        </w:rPr>
        <w:t>457</w:t>
      </w:r>
      <w:r>
        <w:rPr>
          <w:rtl/>
        </w:rPr>
        <w:t xml:space="preserve"> اور شرح ابن ابى الحديد ج </w:t>
      </w:r>
      <w:r w:rsidR="00E664BB">
        <w:rPr>
          <w:rtl/>
        </w:rPr>
        <w:t>3</w:t>
      </w:r>
      <w:r>
        <w:rPr>
          <w:rtl/>
        </w:rPr>
        <w:t xml:space="preserve"> ص </w:t>
      </w:r>
      <w:r w:rsidR="00E664BB">
        <w:rPr>
          <w:rtl/>
        </w:rPr>
        <w:t>258</w:t>
      </w:r>
      <w:r>
        <w:rPr>
          <w:rtl/>
        </w:rPr>
        <w:t xml:space="preserve"> سے نقل كى گئي ہے </w:t>
      </w:r>
    </w:p>
    <w:p w:rsidR="00DE2D7F" w:rsidRDefault="00DE2D7F" w:rsidP="00D07B54">
      <w:pPr>
        <w:pStyle w:val="libFootnote"/>
        <w:rPr>
          <w:rtl/>
        </w:rPr>
      </w:pPr>
      <w:r>
        <w:rPr>
          <w:rtl/>
        </w:rPr>
        <w:t>(</w:t>
      </w:r>
      <w:r w:rsidR="00E664BB">
        <w:rPr>
          <w:rtl/>
        </w:rPr>
        <w:t>4</w:t>
      </w:r>
      <w:r>
        <w:rPr>
          <w:rtl/>
        </w:rPr>
        <w:t>) الغدير ہى مي</w:t>
      </w:r>
      <w:r w:rsidR="007D6C9B">
        <w:rPr>
          <w:rtl/>
        </w:rPr>
        <w:t xml:space="preserve">ں </w:t>
      </w:r>
      <w:r>
        <w:rPr>
          <w:rtl/>
        </w:rPr>
        <w:t>يہ حديث طبرانى اور بيہقى سے نقل كى گئي ہے نيز بيہقى نے مجمع مي</w:t>
      </w:r>
      <w:r w:rsidR="007D6C9B">
        <w:rPr>
          <w:rtl/>
        </w:rPr>
        <w:t xml:space="preserve">ں </w:t>
      </w:r>
      <w:r>
        <w:rPr>
          <w:rtl/>
        </w:rPr>
        <w:t>، حافظ گنجى نے كفايہ اكمال مي</w:t>
      </w:r>
      <w:r w:rsidR="007D6C9B">
        <w:rPr>
          <w:rtl/>
        </w:rPr>
        <w:t xml:space="preserve">ں </w:t>
      </w:r>
      <w:r>
        <w:rPr>
          <w:rtl/>
        </w:rPr>
        <w:t>اور كنز العمال مي</w:t>
      </w:r>
      <w:r w:rsidR="007D6C9B">
        <w:rPr>
          <w:rtl/>
        </w:rPr>
        <w:t xml:space="preserve">ں </w:t>
      </w:r>
      <w:r>
        <w:rPr>
          <w:rtl/>
        </w:rPr>
        <w:t xml:space="preserve">نقل كى ہے </w:t>
      </w:r>
    </w:p>
    <w:p w:rsidR="00DE2D7F" w:rsidRDefault="00DE2D7F" w:rsidP="00D07B54">
      <w:pPr>
        <w:pStyle w:val="libFootnote"/>
        <w:rPr>
          <w:rtl/>
        </w:rPr>
      </w:pPr>
      <w:r>
        <w:rPr>
          <w:rtl/>
        </w:rPr>
        <w:t>(</w:t>
      </w:r>
      <w:r w:rsidR="00E664BB">
        <w:rPr>
          <w:rtl/>
        </w:rPr>
        <w:t>5</w:t>
      </w:r>
      <w:r>
        <w:rPr>
          <w:rtl/>
        </w:rPr>
        <w:t>) الغدير مي</w:t>
      </w:r>
      <w:r w:rsidR="007D6C9B">
        <w:rPr>
          <w:rtl/>
        </w:rPr>
        <w:t xml:space="preserve">ں </w:t>
      </w:r>
      <w:r>
        <w:rPr>
          <w:rtl/>
        </w:rPr>
        <w:t xml:space="preserve">يہ حديث حليتہ الاولياء ج اص </w:t>
      </w:r>
      <w:r w:rsidR="00E664BB">
        <w:rPr>
          <w:rtl/>
        </w:rPr>
        <w:t>66</w:t>
      </w:r>
      <w:r>
        <w:rPr>
          <w:rtl/>
        </w:rPr>
        <w:t xml:space="preserve"> كے حوالے سے نقل كى گئي ہے </w:t>
      </w:r>
    </w:p>
    <w:p w:rsidR="008D6A0B" w:rsidRDefault="001648F9" w:rsidP="00D07B54">
      <w:pPr>
        <w:pStyle w:val="libNormal"/>
        <w:rPr>
          <w:rtl/>
        </w:rPr>
      </w:pPr>
      <w:r>
        <w:rPr>
          <w:rtl/>
        </w:rPr>
        <w:t xml:space="preserve"> </w:t>
      </w:r>
      <w:r>
        <w:rPr>
          <w:rtl/>
        </w:rPr>
        <w:br w:type="page"/>
      </w:r>
    </w:p>
    <w:p w:rsidR="008D6A0B" w:rsidRDefault="008D6A0B" w:rsidP="00D07B54">
      <w:pPr>
        <w:pStyle w:val="libNormal"/>
        <w:rPr>
          <w:rtl/>
        </w:rPr>
      </w:pPr>
    </w:p>
    <w:p w:rsidR="008D6A0B" w:rsidRDefault="00DE2D7F" w:rsidP="00D07B54">
      <w:pPr>
        <w:pStyle w:val="Heading2Center"/>
        <w:rPr>
          <w:rtl/>
        </w:rPr>
      </w:pPr>
      <w:bookmarkStart w:id="316" w:name="_Toc7268713"/>
      <w:r>
        <w:rPr>
          <w:rtl/>
        </w:rPr>
        <w:t>تحريف تاريخ</w:t>
      </w:r>
      <w:bookmarkEnd w:id="316"/>
      <w:r>
        <w:rPr>
          <w:rtl/>
        </w:rPr>
        <w:t xml:space="preserve"> </w:t>
      </w:r>
    </w:p>
    <w:p w:rsidR="00DE2D7F" w:rsidRDefault="00DE2D7F" w:rsidP="00D07B54">
      <w:pPr>
        <w:pStyle w:val="libNormal"/>
        <w:rPr>
          <w:rtl/>
        </w:rPr>
      </w:pPr>
      <w:r>
        <w:rPr>
          <w:rtl/>
        </w:rPr>
        <w:t>يہ امر لائق توجہ ہے كہ بعض لوگ ايسے بھى جوايمان اوراسلام مي</w:t>
      </w:r>
      <w:r w:rsidR="007D6C9B">
        <w:rPr>
          <w:rtl/>
        </w:rPr>
        <w:t xml:space="preserve">ں </w:t>
      </w:r>
      <w:r>
        <w:rPr>
          <w:rtl/>
        </w:rPr>
        <w:t>حضرت على كى سبقت كا سيدھے طريقے سے تو انكار نہي</w:t>
      </w:r>
      <w:r w:rsidR="007D6C9B">
        <w:rPr>
          <w:rtl/>
        </w:rPr>
        <w:t xml:space="preserve">ں </w:t>
      </w:r>
      <w:r>
        <w:rPr>
          <w:rtl/>
        </w:rPr>
        <w:t>كرسكے ليكن كچھ واضح البطلان علل كى بنياد پر ايك اور طريقے سے انكار كى كوشش كى ہے يا اسے كم اہم بنا كر پيش كيا ہے بعض نے كو شش كى ہے ان كى جگہ حضرت ابوبكر كو پہلا مسلمان قرار دي</w:t>
      </w:r>
      <w:r w:rsidR="007D6C9B">
        <w:rPr>
          <w:rtl/>
        </w:rPr>
        <w:t xml:space="preserve">ں </w:t>
      </w:r>
      <w:r>
        <w:rPr>
          <w:rtl/>
        </w:rPr>
        <w:t>يہ لوگ كبھى كہتے ہي</w:t>
      </w:r>
      <w:r w:rsidR="007D6C9B">
        <w:rPr>
          <w:rtl/>
        </w:rPr>
        <w:t xml:space="preserve">ں </w:t>
      </w:r>
      <w:r>
        <w:rPr>
          <w:rtl/>
        </w:rPr>
        <w:t>كہ على اس وقت دس سال كے تھے لہذا طبعاًنا با لغ تھے اس بناء پر ان كا اسلام ايك بچے كے اسلام كى حيثيت سے دشمن كے مقابلے مي</w:t>
      </w:r>
      <w:r w:rsidR="007D6C9B">
        <w:rPr>
          <w:rtl/>
        </w:rPr>
        <w:t xml:space="preserve">ں </w:t>
      </w:r>
      <w:r>
        <w:rPr>
          <w:rtl/>
        </w:rPr>
        <w:t>مسلمانو</w:t>
      </w:r>
      <w:r w:rsidR="007D6C9B">
        <w:rPr>
          <w:rtl/>
        </w:rPr>
        <w:t xml:space="preserve">ں </w:t>
      </w:r>
      <w:r>
        <w:rPr>
          <w:rtl/>
        </w:rPr>
        <w:t>كے محاذ كے ليے كوئي اہميت نہي</w:t>
      </w:r>
      <w:r w:rsidR="007D6C9B">
        <w:rPr>
          <w:rtl/>
        </w:rPr>
        <w:t xml:space="preserve">ں </w:t>
      </w:r>
      <w:r>
        <w:rPr>
          <w:rtl/>
        </w:rPr>
        <w:t>ركھتا تھا_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بات واقعاً عجيب ہے اور حقيقت مي</w:t>
      </w:r>
      <w:r w:rsidR="007D6C9B">
        <w:rPr>
          <w:rtl/>
        </w:rPr>
        <w:t xml:space="preserve">ں </w:t>
      </w:r>
      <w:r>
        <w:rPr>
          <w:rtl/>
        </w:rPr>
        <w:t>خود پيغمبر خدا پر اعتراض ہے كيونكہ ہمي</w:t>
      </w:r>
      <w:r w:rsidR="007D6C9B">
        <w:rPr>
          <w:rtl/>
        </w:rPr>
        <w:t xml:space="preserve">ں </w:t>
      </w:r>
      <w:r>
        <w:rPr>
          <w:rtl/>
        </w:rPr>
        <w:t>معلوم ہے كہ يوم الدار(دعوت ذى العشيرہ كے موقع پر )رسول اللہ (ص) نے اسلام اپنے قبيلے كے سامنے پيش كيا اور كسى نے حضرت علي(ع) كے سوا اسے قبول نہ كيا اس وقت حضرت على كھڑے ہوگئے اور اسلام كا اعلان كيا تو آپ نے ان كے اسلام كو قبول كيا بلكہ يہا</w:t>
      </w:r>
      <w:r w:rsidR="007D6C9B">
        <w:rPr>
          <w:rtl/>
        </w:rPr>
        <w:t xml:space="preserve">ں </w:t>
      </w:r>
      <w:r>
        <w:rPr>
          <w:rtl/>
        </w:rPr>
        <w:t xml:space="preserve">تك اعلان كيا كہ تو ميرے بھائي ،ميرا وصى اور ميرا خليفہ ہے _ </w:t>
      </w:r>
    </w:p>
    <w:p w:rsidR="00DE2D7F" w:rsidRDefault="00DE2D7F" w:rsidP="00D07B54">
      <w:pPr>
        <w:pStyle w:val="libNormal"/>
        <w:rPr>
          <w:rtl/>
        </w:rPr>
      </w:pPr>
      <w:r>
        <w:rPr>
          <w:rtl/>
        </w:rPr>
        <w:t>يہ وہ حديث ہے جو شيعہ سنى حافظان حديث نے كتب صحاح اور مسانيد مي</w:t>
      </w:r>
      <w:r w:rsidR="007D6C9B">
        <w:rPr>
          <w:rtl/>
        </w:rPr>
        <w:t xml:space="preserve">ں </w:t>
      </w:r>
      <w:r>
        <w:rPr>
          <w:rtl/>
        </w:rPr>
        <w:t>نقل كى ہے، اسى طرح كئي مورخين اسلام نے اسے نقل كيا ہے يہ نشاندہى كرتى ہے كہ رسول اللہ (ص) نے حضرت على (ع) كى اس كم سنى مي</w:t>
      </w:r>
      <w:r w:rsidR="007D6C9B">
        <w:rPr>
          <w:rtl/>
        </w:rPr>
        <w:t xml:space="preserve">ں </w:t>
      </w:r>
      <w:r>
        <w:rPr>
          <w:rtl/>
        </w:rPr>
        <w:t>نہ صرف ان كا اسلام قبول كيا ہے بلكہ ان كا اپنے بھائي ، وصى اور جانشين كى حيثيت سے تعارف بھى كروايا ہے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كبھى كہتے ہي</w:t>
      </w:r>
      <w:r w:rsidR="007D6C9B">
        <w:rPr>
          <w:rtl/>
        </w:rPr>
        <w:t xml:space="preserve">ں </w:t>
      </w:r>
      <w:r>
        <w:rPr>
          <w:rtl/>
        </w:rPr>
        <w:t>كہ عورتو</w:t>
      </w:r>
      <w:r w:rsidR="007D6C9B">
        <w:rPr>
          <w:rtl/>
        </w:rPr>
        <w:t xml:space="preserve">ں </w:t>
      </w:r>
      <w:r>
        <w:rPr>
          <w:rtl/>
        </w:rPr>
        <w:t>مي</w:t>
      </w:r>
      <w:r w:rsidR="007D6C9B">
        <w:rPr>
          <w:rtl/>
        </w:rPr>
        <w:t xml:space="preserve">ں </w:t>
      </w:r>
      <w:r>
        <w:rPr>
          <w:rtl/>
        </w:rPr>
        <w:t>پہلى مسلمان خديجہ تھي</w:t>
      </w:r>
      <w:r w:rsidR="007D6C9B">
        <w:rPr>
          <w:rtl/>
        </w:rPr>
        <w:t xml:space="preserve">ں </w:t>
      </w:r>
      <w:r>
        <w:rPr>
          <w:rtl/>
        </w:rPr>
        <w:t>، مردو</w:t>
      </w:r>
      <w:r w:rsidR="007D6C9B">
        <w:rPr>
          <w:rtl/>
        </w:rPr>
        <w:t xml:space="preserve">ں </w:t>
      </w:r>
      <w:r>
        <w:rPr>
          <w:rtl/>
        </w:rPr>
        <w:t>مي</w:t>
      </w:r>
      <w:r w:rsidR="007D6C9B">
        <w:rPr>
          <w:rtl/>
        </w:rPr>
        <w:t xml:space="preserve">ں </w:t>
      </w:r>
      <w:r>
        <w:rPr>
          <w:rtl/>
        </w:rPr>
        <w:t>پہلے مسلمان ابوبكر تھے اور بچو</w:t>
      </w:r>
      <w:r w:rsidR="007D6C9B">
        <w:rPr>
          <w:rtl/>
        </w:rPr>
        <w:t xml:space="preserve">ں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)يہ بات فخرالدين رازى نے اپنى تفسير مي</w:t>
      </w:r>
      <w:r w:rsidR="007D6C9B">
        <w:rPr>
          <w:rtl/>
        </w:rPr>
        <w:t xml:space="preserve">ں </w:t>
      </w:r>
      <w:r>
        <w:rPr>
          <w:rtl/>
        </w:rPr>
        <w:t xml:space="preserve">سورہ توبہ آيت </w:t>
      </w:r>
      <w:r w:rsidR="00E664BB">
        <w:rPr>
          <w:rtl/>
        </w:rPr>
        <w:t>100</w:t>
      </w:r>
      <w:r>
        <w:rPr>
          <w:rtl/>
        </w:rPr>
        <w:t xml:space="preserve"> كے ذيل مي</w:t>
      </w:r>
      <w:r w:rsidR="007D6C9B">
        <w:rPr>
          <w:rtl/>
        </w:rPr>
        <w:t xml:space="preserve">ں </w:t>
      </w:r>
      <w:r>
        <w:rPr>
          <w:rtl/>
        </w:rPr>
        <w:t xml:space="preserve">ذكر كى ہے </w:t>
      </w:r>
    </w:p>
    <w:p w:rsidR="00DE2D7F" w:rsidRDefault="00DE2D7F" w:rsidP="00D07B54">
      <w:pPr>
        <w:pStyle w:val="libFootnote"/>
        <w:rPr>
          <w:rtl/>
        </w:rPr>
      </w:pPr>
      <w:r>
        <w:rPr>
          <w:rtl/>
        </w:rPr>
        <w:t>(</w:t>
      </w:r>
      <w:r w:rsidR="00E664BB">
        <w:rPr>
          <w:rtl/>
        </w:rPr>
        <w:t>2</w:t>
      </w:r>
      <w:r>
        <w:rPr>
          <w:rtl/>
        </w:rPr>
        <w:t>)يہ حديث مختلف عبارات مي</w:t>
      </w:r>
      <w:r w:rsidR="007D6C9B">
        <w:rPr>
          <w:rtl/>
        </w:rPr>
        <w:t xml:space="preserve">ں </w:t>
      </w:r>
      <w:r>
        <w:rPr>
          <w:rtl/>
        </w:rPr>
        <w:t>نقل ہوئي ہے اور جو كچھ ہم نے بيان كيا ہے اسے ابو جعفر اسكافى نے كتاب ''نہج العثمانيہ'' مي</w:t>
      </w:r>
      <w:r w:rsidR="007D6C9B">
        <w:rPr>
          <w:rtl/>
        </w:rPr>
        <w:t xml:space="preserve">ں </w:t>
      </w:r>
      <w:r>
        <w:rPr>
          <w:rtl/>
        </w:rPr>
        <w:t>،برہان الدين نے'' نجبا الانبا'' مي</w:t>
      </w:r>
      <w:r w:rsidR="007D6C9B">
        <w:rPr>
          <w:rtl/>
        </w:rPr>
        <w:t xml:space="preserve">ں </w:t>
      </w:r>
      <w:r>
        <w:rPr>
          <w:rtl/>
        </w:rPr>
        <w:t>،ابن اثير نے كامل مي</w:t>
      </w:r>
      <w:r w:rsidR="007D6C9B">
        <w:rPr>
          <w:rtl/>
        </w:rPr>
        <w:t xml:space="preserve">ں </w:t>
      </w:r>
      <w:r>
        <w:rPr>
          <w:rtl/>
        </w:rPr>
        <w:t>اور بعض ديگر علماء نے نقل كيا ہے (مزيد وضاحت كے لئے الغدير،عربى كى جلد دوم ص</w:t>
      </w:r>
      <w:r w:rsidR="00E664BB">
        <w:rPr>
          <w:rtl/>
        </w:rPr>
        <w:t>278</w:t>
      </w:r>
      <w:r>
        <w:rPr>
          <w:rtl/>
        </w:rPr>
        <w:t xml:space="preserve"> تا</w:t>
      </w:r>
      <w:r w:rsidR="00E664BB">
        <w:rPr>
          <w:rtl/>
        </w:rPr>
        <w:t>286</w:t>
      </w:r>
      <w:r>
        <w:rPr>
          <w:rtl/>
        </w:rPr>
        <w:t>كى طرف رجوع كري</w:t>
      </w:r>
      <w:r w:rsidR="007D6C9B">
        <w:rPr>
          <w:rtl/>
        </w:rPr>
        <w:t xml:space="preserve">ں </w:t>
      </w:r>
      <w:r>
        <w:rPr>
          <w:rtl/>
        </w:rPr>
        <w:t xml:space="preserve">) </w:t>
      </w:r>
    </w:p>
    <w:p w:rsidR="008D6A0B" w:rsidRDefault="001648F9" w:rsidP="00D07B54">
      <w:pPr>
        <w:pStyle w:val="libNormal"/>
        <w:rPr>
          <w:rtl/>
        </w:rPr>
      </w:pPr>
      <w:r>
        <w:rPr>
          <w:rtl/>
        </w:rPr>
        <w:t xml:space="preserve"> </w:t>
      </w:r>
      <w:r>
        <w:rPr>
          <w:rtl/>
        </w:rPr>
        <w:br w:type="page"/>
      </w:r>
    </w:p>
    <w:p w:rsidR="008D6A0B" w:rsidRDefault="008D6A0B" w:rsidP="00D07B54">
      <w:pPr>
        <w:pStyle w:val="libNormal"/>
        <w:rPr>
          <w:rtl/>
        </w:rPr>
      </w:pPr>
    </w:p>
    <w:p w:rsidR="00DE2D7F" w:rsidRDefault="00DE2D7F" w:rsidP="00D07B54">
      <w:pPr>
        <w:pStyle w:val="libNormal"/>
        <w:rPr>
          <w:rtl/>
        </w:rPr>
      </w:pPr>
      <w:r>
        <w:rPr>
          <w:rtl/>
        </w:rPr>
        <w:t>مي</w:t>
      </w:r>
      <w:r w:rsidR="007D6C9B">
        <w:rPr>
          <w:rtl/>
        </w:rPr>
        <w:t xml:space="preserve">ں </w:t>
      </w:r>
      <w:r>
        <w:rPr>
          <w:rtl/>
        </w:rPr>
        <w:t>پہلے مسلمان على تھے يو</w:t>
      </w:r>
      <w:r w:rsidR="007D6C9B">
        <w:rPr>
          <w:rtl/>
        </w:rPr>
        <w:t xml:space="preserve">ں </w:t>
      </w:r>
      <w:r>
        <w:rPr>
          <w:rtl/>
        </w:rPr>
        <w:t>دراصل وہ اس امر كى اہميت كم كرنا چاہتے ہي</w:t>
      </w:r>
      <w:r w:rsidR="007D6C9B">
        <w:rPr>
          <w:rtl/>
        </w:rPr>
        <w:t xml:space="preserve">ں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حالانكہ اول تو جيسا كہ ہم كہہ چكے ہي</w:t>
      </w:r>
      <w:r w:rsidR="007D6C9B">
        <w:rPr>
          <w:rtl/>
        </w:rPr>
        <w:t xml:space="preserve">ں </w:t>
      </w:r>
      <w:r>
        <w:rPr>
          <w:rtl/>
        </w:rPr>
        <w:t>حضرت على عليہ السلام كى اہميت اس وقت كى سن سے اس امر كى اہميت كم نہي</w:t>
      </w:r>
      <w:r w:rsidR="007D6C9B">
        <w:rPr>
          <w:rtl/>
        </w:rPr>
        <w:t xml:space="preserve">ں </w:t>
      </w:r>
      <w:r>
        <w:rPr>
          <w:rtl/>
        </w:rPr>
        <w:t>ہوسكتى خصوصاً جب كہ قرآن حضرت يحيي(ع) كے بارے مي</w:t>
      </w:r>
      <w:r w:rsidR="007D6C9B">
        <w:rPr>
          <w:rtl/>
        </w:rPr>
        <w:t xml:space="preserve">ں </w:t>
      </w:r>
      <w:r>
        <w:rPr>
          <w:rtl/>
        </w:rPr>
        <w:t>كہتا ہے : ''ہم نے اسے بچپن كے عالم مي</w:t>
      </w:r>
      <w:r w:rsidR="007D6C9B">
        <w:rPr>
          <w:rtl/>
        </w:rPr>
        <w:t xml:space="preserve">ں </w:t>
      </w:r>
      <w:r>
        <w:rPr>
          <w:rtl/>
        </w:rPr>
        <w:t xml:space="preserve">حكم ديا''_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حضرت عيسى عليہ السلام كے بارے مي</w:t>
      </w:r>
      <w:r w:rsidR="007D6C9B">
        <w:rPr>
          <w:rtl/>
        </w:rPr>
        <w:t xml:space="preserve">ں </w:t>
      </w:r>
      <w:r>
        <w:rPr>
          <w:rtl/>
        </w:rPr>
        <w:t>بھى ہے كہ وہ بچپن كے عالم مي</w:t>
      </w:r>
      <w:r w:rsidR="007D6C9B">
        <w:rPr>
          <w:rtl/>
        </w:rPr>
        <w:t xml:space="preserve">ں </w:t>
      </w:r>
      <w:r>
        <w:rPr>
          <w:rtl/>
        </w:rPr>
        <w:t>بھى بول اٹھے اور افراد ان كے بارے مي</w:t>
      </w:r>
      <w:r w:rsidR="007D6C9B">
        <w:rPr>
          <w:rtl/>
        </w:rPr>
        <w:t xml:space="preserve">ں </w:t>
      </w:r>
      <w:r>
        <w:rPr>
          <w:rtl/>
        </w:rPr>
        <w:t>شك كرتے تھے ان سے كہا : ''مي</w:t>
      </w:r>
      <w:r w:rsidR="007D6C9B">
        <w:rPr>
          <w:rtl/>
        </w:rPr>
        <w:t xml:space="preserve">ں </w:t>
      </w:r>
      <w:r>
        <w:rPr>
          <w:rtl/>
        </w:rPr>
        <w:t>اللہ كا بندہ ہو</w:t>
      </w:r>
      <w:r w:rsidR="007D6C9B">
        <w:rPr>
          <w:rtl/>
        </w:rPr>
        <w:t xml:space="preserve">ں </w:t>
      </w:r>
      <w:r>
        <w:rPr>
          <w:rtl/>
        </w:rPr>
        <w:t>مجھے اس نے آسمانى كتاب دى اور مجھے نبى بنايا ہے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ايسى آيات كو اگر ہم مذكورہ حديث سے ملاكرديكھي</w:t>
      </w:r>
      <w:r w:rsidR="007D6C9B">
        <w:rPr>
          <w:rtl/>
        </w:rPr>
        <w:t xml:space="preserve">ں </w:t>
      </w:r>
      <w:r>
        <w:rPr>
          <w:rtl/>
        </w:rPr>
        <w:t>كہ جس مي</w:t>
      </w:r>
      <w:r w:rsidR="007D6C9B">
        <w:rPr>
          <w:rtl/>
        </w:rPr>
        <w:t xml:space="preserve">ں </w:t>
      </w:r>
      <w:r>
        <w:rPr>
          <w:rtl/>
        </w:rPr>
        <w:t>آپ نے حضرت على (ع) كو اپنا وصي، خليفہ اور جانشين قرار ديا ہے توواضح ہوجاتاہے كہ صاحب المنار كى متعصبانہ گفتگو كچھ حيثيت نہي</w:t>
      </w:r>
      <w:r w:rsidR="007D6C9B">
        <w:rPr>
          <w:rtl/>
        </w:rPr>
        <w:t xml:space="preserve">ں </w:t>
      </w:r>
      <w:r>
        <w:rPr>
          <w:rtl/>
        </w:rPr>
        <w:t xml:space="preserve">ركھتى _ </w:t>
      </w:r>
    </w:p>
    <w:p w:rsidR="00DE2D7F" w:rsidRDefault="00DE2D7F" w:rsidP="00D07B54">
      <w:pPr>
        <w:pStyle w:val="libNormal"/>
        <w:rPr>
          <w:rtl/>
        </w:rPr>
      </w:pPr>
      <w:r>
        <w:rPr>
          <w:rtl/>
        </w:rPr>
        <w:t>دوسرى بات يہ ہے كہ يہ امرتاريخى لحاظ سے مسلم نہي</w:t>
      </w:r>
      <w:r w:rsidR="007D6C9B">
        <w:rPr>
          <w:rtl/>
        </w:rPr>
        <w:t xml:space="preserve">ں </w:t>
      </w:r>
      <w:r>
        <w:rPr>
          <w:rtl/>
        </w:rPr>
        <w:t>ہے كہ حضرت ابوبكر اسلام لانے والے تيسرے شخص تھے بلكہ تاريخ وحديث كى بہت سى كتب مي</w:t>
      </w:r>
      <w:r w:rsidR="007D6C9B">
        <w:rPr>
          <w:rtl/>
        </w:rPr>
        <w:t xml:space="preserve">ں </w:t>
      </w:r>
      <w:r>
        <w:rPr>
          <w:rtl/>
        </w:rPr>
        <w:t>ان سے پہلے بہت سے افراد كے اسلام قبول كرنے ذكر ہے _ يہ بحث ہم اس نكتے پر ختم كرتے ہي</w:t>
      </w:r>
      <w:r w:rsidR="007D6C9B">
        <w:rPr>
          <w:rtl/>
        </w:rPr>
        <w:t xml:space="preserve">ں </w:t>
      </w:r>
      <w:r>
        <w:rPr>
          <w:rtl/>
        </w:rPr>
        <w:t>كہ حضرت على (ع) نے خود اپنے ارشادات مي</w:t>
      </w:r>
      <w:r w:rsidR="007D6C9B">
        <w:rPr>
          <w:rtl/>
        </w:rPr>
        <w:t xml:space="preserve">ں </w:t>
      </w:r>
      <w:r>
        <w:rPr>
          <w:rtl/>
        </w:rPr>
        <w:t>اس امر كى طرف اشارہ كيا ہے كہ مي</w:t>
      </w:r>
      <w:r w:rsidR="007D6C9B">
        <w:rPr>
          <w:rtl/>
        </w:rPr>
        <w:t xml:space="preserve">ں </w:t>
      </w:r>
      <w:r>
        <w:rPr>
          <w:rtl/>
        </w:rPr>
        <w:t>پہلا مومن ، پہلا مسلمان اور سول اللہ (ص) كے ساتھ پہلا نماز گذارہو</w:t>
      </w:r>
      <w:r w:rsidR="007D6C9B">
        <w:rPr>
          <w:rtl/>
        </w:rPr>
        <w:t xml:space="preserve">ں </w:t>
      </w:r>
      <w:r>
        <w:rPr>
          <w:rtl/>
        </w:rPr>
        <w:t>اور اس سے آپ نے اپنے مقام وحيثيت كو واضح كيا ہے يہ بات آپ سے بہت سى كتب مي</w:t>
      </w:r>
      <w:r w:rsidR="007D6C9B">
        <w:rPr>
          <w:rtl/>
        </w:rPr>
        <w:t xml:space="preserve">ں </w:t>
      </w:r>
      <w:r>
        <w:rPr>
          <w:rtl/>
        </w:rPr>
        <w:t xml:space="preserve">منقول ہے_ </w:t>
      </w:r>
    </w:p>
    <w:p w:rsidR="00DE2D7F" w:rsidRDefault="00DE2D7F" w:rsidP="00D07B54">
      <w:pPr>
        <w:pStyle w:val="libNormal"/>
        <w:rPr>
          <w:rtl/>
        </w:rPr>
      </w:pPr>
      <w:r>
        <w:rPr>
          <w:rtl/>
        </w:rPr>
        <w:t>علاوہ ازي</w:t>
      </w:r>
      <w:r w:rsidR="007D6C9B">
        <w:rPr>
          <w:rtl/>
        </w:rPr>
        <w:t xml:space="preserve">ں </w:t>
      </w:r>
      <w:r>
        <w:rPr>
          <w:rtl/>
        </w:rPr>
        <w:t>ابن ابى الحديد مشہور عالم ابو جعفر اسكافى معتزلى سے نقل كرتے ہي</w:t>
      </w:r>
      <w:r w:rsidR="007D6C9B">
        <w:rPr>
          <w:rtl/>
        </w:rPr>
        <w:t xml:space="preserve">ں </w:t>
      </w:r>
      <w:r>
        <w:rPr>
          <w:rtl/>
        </w:rPr>
        <w:t>كہ يہ جو بعض لوگ كہتے ہي</w:t>
      </w:r>
      <w:r w:rsidR="007D6C9B">
        <w:rPr>
          <w:rtl/>
        </w:rPr>
        <w:t xml:space="preserve">ں </w:t>
      </w:r>
      <w:r>
        <w:rPr>
          <w:rtl/>
        </w:rPr>
        <w:t>كہ ابوبكر اسلام مي</w:t>
      </w:r>
      <w:r w:rsidR="007D6C9B">
        <w:rPr>
          <w:rtl/>
        </w:rPr>
        <w:t xml:space="preserve">ں </w:t>
      </w:r>
      <w:r>
        <w:rPr>
          <w:rtl/>
        </w:rPr>
        <w:t>سبقت ركھتے تھے اگر يہ امر صحيح ہے تو پھر خود انھو</w:t>
      </w:r>
      <w:r w:rsidR="007D6C9B">
        <w:rPr>
          <w:rtl/>
        </w:rPr>
        <w:t xml:space="preserve">ں </w:t>
      </w:r>
      <w:r>
        <w:rPr>
          <w:rtl/>
        </w:rPr>
        <w:t>نے اس سے كسى مقام پر اپنى فضيلت كے ليے استدلال كيو</w:t>
      </w:r>
      <w:r w:rsidR="007D6C9B">
        <w:rPr>
          <w:rtl/>
        </w:rPr>
        <w:t xml:space="preserve">ں </w:t>
      </w:r>
      <w:r>
        <w:rPr>
          <w:rtl/>
        </w:rPr>
        <w:t>نہي</w:t>
      </w:r>
      <w:r w:rsidR="007D6C9B">
        <w:rPr>
          <w:rtl/>
        </w:rPr>
        <w:t xml:space="preserve">ں </w:t>
      </w:r>
      <w:r>
        <w:rPr>
          <w:rtl/>
        </w:rPr>
        <w:t>كيا اور نہ ہى ان كے حامى كسى صحابى نے ايسا دعوى كيا ہے_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)يہ تعبير مشہور اور متعصب مفسر مو لف المنارنے بھى سورہ توبہ آيت </w:t>
      </w:r>
      <w:r w:rsidR="00E664BB">
        <w:rPr>
          <w:rtl/>
        </w:rPr>
        <w:t>100</w:t>
      </w:r>
      <w:r>
        <w:rPr>
          <w:rtl/>
        </w:rPr>
        <w:t>كے ذيل مي</w:t>
      </w:r>
      <w:r w:rsidR="007D6C9B">
        <w:rPr>
          <w:rtl/>
        </w:rPr>
        <w:t xml:space="preserve">ں </w:t>
      </w:r>
      <w:r>
        <w:rPr>
          <w:rtl/>
        </w:rPr>
        <w:t xml:space="preserve">ذكر ہے </w:t>
      </w:r>
    </w:p>
    <w:p w:rsidR="00DE2D7F" w:rsidRDefault="00DE2D7F" w:rsidP="00D07B54">
      <w:pPr>
        <w:pStyle w:val="libFootnote"/>
        <w:rPr>
          <w:rtl/>
        </w:rPr>
      </w:pPr>
      <w:r>
        <w:rPr>
          <w:rtl/>
        </w:rPr>
        <w:t>(</w:t>
      </w:r>
      <w:r w:rsidR="00E664BB">
        <w:rPr>
          <w:rtl/>
        </w:rPr>
        <w:t>2</w:t>
      </w:r>
      <w:r>
        <w:rPr>
          <w:rtl/>
        </w:rPr>
        <w:t>)سورہ مريم آيت</w:t>
      </w:r>
      <w:r w:rsidR="00E664BB">
        <w:rPr>
          <w:rtl/>
        </w:rPr>
        <w:t>12</w:t>
      </w:r>
      <w:r>
        <w:rPr>
          <w:rtl/>
        </w:rPr>
        <w:t xml:space="preserve"> </w:t>
      </w:r>
    </w:p>
    <w:p w:rsidR="00DE2D7F" w:rsidRDefault="00DE2D7F" w:rsidP="00D07B54">
      <w:pPr>
        <w:pStyle w:val="libFootnote"/>
        <w:rPr>
          <w:rtl/>
        </w:rPr>
      </w:pPr>
      <w:r>
        <w:rPr>
          <w:rtl/>
        </w:rPr>
        <w:t>(</w:t>
      </w:r>
      <w:r w:rsidR="00E664BB">
        <w:rPr>
          <w:rtl/>
        </w:rPr>
        <w:t>3</w:t>
      </w:r>
      <w:r>
        <w:rPr>
          <w:rtl/>
        </w:rPr>
        <w:t xml:space="preserve">)سورہ مريم آيت </w:t>
      </w:r>
      <w:r w:rsidR="00E664BB">
        <w:rPr>
          <w:rtl/>
        </w:rPr>
        <w:t>30</w:t>
      </w:r>
      <w:r>
        <w:rPr>
          <w:rtl/>
        </w:rPr>
        <w:t xml:space="preserve"> </w:t>
      </w:r>
    </w:p>
    <w:p w:rsidR="00DE2D7F" w:rsidRDefault="00DE2D7F" w:rsidP="00D07B54">
      <w:pPr>
        <w:pStyle w:val="libFootnote"/>
        <w:rPr>
          <w:rtl/>
        </w:rPr>
      </w:pPr>
      <w:r>
        <w:rPr>
          <w:rtl/>
        </w:rPr>
        <w:t>(</w:t>
      </w:r>
      <w:r w:rsidR="00E664BB">
        <w:rPr>
          <w:rtl/>
        </w:rPr>
        <w:t>4</w:t>
      </w:r>
      <w:r>
        <w:rPr>
          <w:rtl/>
        </w:rPr>
        <w:t>)الغدير ج</w:t>
      </w:r>
      <w:r w:rsidR="00E664BB">
        <w:rPr>
          <w:rtl/>
        </w:rPr>
        <w:t>2</w:t>
      </w:r>
      <w:r>
        <w:rPr>
          <w:rtl/>
        </w:rPr>
        <w:t xml:space="preserve"> ص </w:t>
      </w:r>
      <w:r w:rsidR="00E664BB">
        <w:rPr>
          <w:rtl/>
        </w:rPr>
        <w:t>240</w:t>
      </w:r>
      <w:r>
        <w:rPr>
          <w:rtl/>
        </w:rPr>
        <w:t xml:space="preserve"> </w:t>
      </w:r>
    </w:p>
    <w:p w:rsidR="008D6A0B" w:rsidRDefault="001648F9" w:rsidP="00D07B54">
      <w:pPr>
        <w:pStyle w:val="libNormal"/>
        <w:rPr>
          <w:rtl/>
        </w:rPr>
      </w:pPr>
      <w:r>
        <w:rPr>
          <w:rtl/>
        </w:rPr>
        <w:t xml:space="preserve"> </w:t>
      </w:r>
      <w:r>
        <w:rPr>
          <w:rtl/>
        </w:rPr>
        <w:br w:type="page"/>
      </w:r>
    </w:p>
    <w:p w:rsidR="008D6A0B" w:rsidRDefault="008D6A0B" w:rsidP="00D07B54">
      <w:pPr>
        <w:pStyle w:val="libNormal"/>
        <w:rPr>
          <w:rtl/>
        </w:rPr>
      </w:pPr>
    </w:p>
    <w:p w:rsidR="008D6A0B" w:rsidRDefault="00DE2D7F" w:rsidP="00D07B54">
      <w:pPr>
        <w:pStyle w:val="Heading2Center"/>
        <w:rPr>
          <w:rtl/>
        </w:rPr>
      </w:pPr>
      <w:bookmarkStart w:id="317" w:name="_Toc7268714"/>
      <w:r>
        <w:rPr>
          <w:rtl/>
        </w:rPr>
        <w:t>دعوت ذوالعشيرة</w:t>
      </w:r>
      <w:bookmarkEnd w:id="317"/>
    </w:p>
    <w:p w:rsidR="00DE2D7F" w:rsidRDefault="00DE2D7F" w:rsidP="00D07B54">
      <w:pPr>
        <w:pStyle w:val="libNormal"/>
        <w:rPr>
          <w:rtl/>
        </w:rPr>
      </w:pPr>
      <w:r>
        <w:rPr>
          <w:rtl/>
        </w:rPr>
        <w:t xml:space="preserve"> تاريخ اسلام كى رو سے آنحضرت (ص) كو بعثت كے تيسرے سال اس دعوت كا حكم ہوا كيونكہ اب تك آپ كى دعوت مخفى طورپرجارى تھى اور اس مدت مي</w:t>
      </w:r>
      <w:r w:rsidR="007D6C9B">
        <w:rPr>
          <w:rtl/>
        </w:rPr>
        <w:t xml:space="preserve">ں </w:t>
      </w:r>
      <w:r>
        <w:rPr>
          <w:rtl/>
        </w:rPr>
        <w:t>بہت كم لوگو</w:t>
      </w:r>
      <w:r w:rsidR="007D6C9B">
        <w:rPr>
          <w:rtl/>
        </w:rPr>
        <w:t xml:space="preserve">ں </w:t>
      </w:r>
      <w:r>
        <w:rPr>
          <w:rtl/>
        </w:rPr>
        <w:t xml:space="preserve">نے اسلام قبول كيا تھا ،ليكن جب يہ آيت نازل ہوئي '' وانذر عشيرتك الا قربين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اور يہ آيت بھى '' فاصدع بما تومرواعرض عن المشركين ''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تو آپ كھلم كھلا دعوت دينے پر مامور ہوگئے اس كى ابتداء اپنے قريبى رشتہ دارو</w:t>
      </w:r>
      <w:r w:rsidR="007D6C9B">
        <w:rPr>
          <w:rtl/>
        </w:rPr>
        <w:t xml:space="preserve">ں </w:t>
      </w:r>
      <w:r>
        <w:rPr>
          <w:rtl/>
        </w:rPr>
        <w:t xml:space="preserve">سے كرنے كا حكم ہوا _ </w:t>
      </w:r>
    </w:p>
    <w:p w:rsidR="00DE2D7F" w:rsidRDefault="00DE2D7F" w:rsidP="00D07B54">
      <w:pPr>
        <w:pStyle w:val="libNormal"/>
        <w:rPr>
          <w:rtl/>
        </w:rPr>
      </w:pPr>
      <w:r>
        <w:rPr>
          <w:rtl/>
        </w:rPr>
        <w:t>اس دعوت اور تبليغ كى اجمالى كيفيت كچھ اس طرح سے ہے : آنحضرت (ص) نے اپنے قريبى رشتہ دارو</w:t>
      </w:r>
      <w:r w:rsidR="007D6C9B">
        <w:rPr>
          <w:rtl/>
        </w:rPr>
        <w:t xml:space="preserve">ں </w:t>
      </w:r>
      <w:r>
        <w:rPr>
          <w:rtl/>
        </w:rPr>
        <w:t>كو جناب ابوطالب كے گھر مي</w:t>
      </w:r>
      <w:r w:rsidR="007D6C9B">
        <w:rPr>
          <w:rtl/>
        </w:rPr>
        <w:t xml:space="preserve">ں </w:t>
      </w:r>
      <w:r>
        <w:rPr>
          <w:rtl/>
        </w:rPr>
        <w:t>دعوت دى اس مي</w:t>
      </w:r>
      <w:r w:rsidR="007D6C9B">
        <w:rPr>
          <w:rtl/>
        </w:rPr>
        <w:t xml:space="preserve">ں </w:t>
      </w:r>
      <w:r>
        <w:rPr>
          <w:rtl/>
        </w:rPr>
        <w:t>تقريباً چاليس افراد شريك ہوئے آپ كے چچائو</w:t>
      </w:r>
      <w:r w:rsidR="007D6C9B">
        <w:rPr>
          <w:rtl/>
        </w:rPr>
        <w:t xml:space="preserve">ں </w:t>
      </w:r>
      <w:r>
        <w:rPr>
          <w:rtl/>
        </w:rPr>
        <w:t>مي</w:t>
      </w:r>
      <w:r w:rsidR="007D6C9B">
        <w:rPr>
          <w:rtl/>
        </w:rPr>
        <w:t xml:space="preserve">ں </w:t>
      </w:r>
      <w:r>
        <w:rPr>
          <w:rtl/>
        </w:rPr>
        <w:t xml:space="preserve">سے ابوطالب، حمزہ اور ابولہب نے بھى شركت كى _ </w:t>
      </w:r>
    </w:p>
    <w:p w:rsidR="00DE2D7F" w:rsidRDefault="00DE2D7F" w:rsidP="00D07B54">
      <w:pPr>
        <w:pStyle w:val="libNormal"/>
        <w:rPr>
          <w:rtl/>
        </w:rPr>
      </w:pPr>
      <w:r>
        <w:rPr>
          <w:rtl/>
        </w:rPr>
        <w:t>كھانا كھالينے كے بعد جب آنحضرت (ص) نے اپنا فريضہ ادا كرنے كا ارادہ فرمايا تو ابولہب نے بڑھ كر كچھ ايسى باتي</w:t>
      </w:r>
      <w:r w:rsidR="007D6C9B">
        <w:rPr>
          <w:rtl/>
        </w:rPr>
        <w:t xml:space="preserve">ں </w:t>
      </w:r>
      <w:r>
        <w:rPr>
          <w:rtl/>
        </w:rPr>
        <w:t>كي</w:t>
      </w:r>
      <w:r w:rsidR="007D6C9B">
        <w:rPr>
          <w:rtl/>
        </w:rPr>
        <w:t xml:space="preserve">ں </w:t>
      </w:r>
      <w:r>
        <w:rPr>
          <w:rtl/>
        </w:rPr>
        <w:t>جس سے سارا مجمع منتشر ہوگيالہذا آپ نے انھي</w:t>
      </w:r>
      <w:r w:rsidR="007D6C9B">
        <w:rPr>
          <w:rtl/>
        </w:rPr>
        <w:t xml:space="preserve">ں </w:t>
      </w:r>
      <w:r>
        <w:rPr>
          <w:rtl/>
        </w:rPr>
        <w:t xml:space="preserve">كل كے كھانے كى دعوت دے دى _ </w:t>
      </w:r>
    </w:p>
    <w:p w:rsidR="00DE2D7F" w:rsidRDefault="00DE2D7F" w:rsidP="00D07B54">
      <w:pPr>
        <w:pStyle w:val="libNormal"/>
        <w:rPr>
          <w:rtl/>
        </w:rPr>
      </w:pPr>
      <w:r>
        <w:rPr>
          <w:rtl/>
        </w:rPr>
        <w:t>دوسرے دن كھانا كھانے كے بعد آپ نے ان سے فرمايا : '' اے عبد المطلب كے بيٹو: پورے عرب مي</w:t>
      </w:r>
      <w:r w:rsidR="007D6C9B">
        <w:rPr>
          <w:rtl/>
        </w:rPr>
        <w:t xml:space="preserve">ں </w:t>
      </w:r>
      <w:r>
        <w:rPr>
          <w:rtl/>
        </w:rPr>
        <w:t>مجھے كوئي ايسا شخص دكھائي نہي</w:t>
      </w:r>
      <w:r w:rsidR="007D6C9B">
        <w:rPr>
          <w:rtl/>
        </w:rPr>
        <w:t xml:space="preserve">ں </w:t>
      </w:r>
      <w:r>
        <w:rPr>
          <w:rtl/>
        </w:rPr>
        <w:t>ديتا جو اپنى قوم كے ليے مجھ سے بہتر چيز لايا ہو ، مي</w:t>
      </w:r>
      <w:r w:rsidR="007D6C9B">
        <w:rPr>
          <w:rtl/>
        </w:rPr>
        <w:t xml:space="preserve">ں </w:t>
      </w:r>
      <w:r>
        <w:rPr>
          <w:rtl/>
        </w:rPr>
        <w:t>تمہارے ليے دنيا اور آخرت كى بھلائي لے كر آيا ہو</w:t>
      </w:r>
      <w:r w:rsidR="007D6C9B">
        <w:rPr>
          <w:rtl/>
        </w:rPr>
        <w:t xml:space="preserve">ں </w:t>
      </w:r>
      <w:r>
        <w:rPr>
          <w:rtl/>
        </w:rPr>
        <w:t>اور خدا نے مجھے حكم ديا ہے كہ تمھي</w:t>
      </w:r>
      <w:r w:rsidR="007D6C9B">
        <w:rPr>
          <w:rtl/>
        </w:rPr>
        <w:t xml:space="preserve">ں </w:t>
      </w:r>
      <w:r>
        <w:rPr>
          <w:rtl/>
        </w:rPr>
        <w:t>اس دين كى دعوت دو</w:t>
      </w:r>
      <w:r w:rsidR="007D6C9B">
        <w:rPr>
          <w:rtl/>
        </w:rPr>
        <w:t xml:space="preserve">ں </w:t>
      </w:r>
      <w:r>
        <w:rPr>
          <w:rtl/>
        </w:rPr>
        <w:t>، تم مي</w:t>
      </w:r>
      <w:r w:rsidR="007D6C9B">
        <w:rPr>
          <w:rtl/>
        </w:rPr>
        <w:t xml:space="preserve">ں </w:t>
      </w:r>
      <w:r>
        <w:rPr>
          <w:rtl/>
        </w:rPr>
        <w:t xml:space="preserve">سے كون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شعراء آيت </w:t>
      </w:r>
      <w:r w:rsidR="00E664BB">
        <w:rPr>
          <w:rtl/>
        </w:rPr>
        <w:t>214</w:t>
      </w:r>
      <w:r>
        <w:rPr>
          <w:rtl/>
        </w:rPr>
        <w:t xml:space="preserve"> </w:t>
      </w:r>
    </w:p>
    <w:p w:rsidR="00DE2D7F" w:rsidRDefault="00DE2D7F" w:rsidP="00D07B54">
      <w:pPr>
        <w:pStyle w:val="libFootnote"/>
        <w:rPr>
          <w:rtl/>
        </w:rPr>
      </w:pPr>
      <w:r>
        <w:rPr>
          <w:rtl/>
        </w:rPr>
        <w:t>(</w:t>
      </w:r>
      <w:r w:rsidR="00E664BB">
        <w:rPr>
          <w:rtl/>
        </w:rPr>
        <w:t>2</w:t>
      </w:r>
      <w:r>
        <w:rPr>
          <w:rtl/>
        </w:rPr>
        <w:t xml:space="preserve">)سورہ حجرات آيہ </w:t>
      </w:r>
      <w:r w:rsidR="00E44785">
        <w:rPr>
          <w:rtl/>
        </w:rPr>
        <w:t>9</w:t>
      </w:r>
      <w:r w:rsidR="00E664BB">
        <w:rPr>
          <w:rtl/>
        </w:rPr>
        <w:t>4</w:t>
      </w:r>
      <w:r>
        <w:rPr>
          <w:rtl/>
        </w:rPr>
        <w:t xml:space="preserve"> </w:t>
      </w:r>
    </w:p>
    <w:p w:rsidR="008D6A0B" w:rsidRDefault="001648F9" w:rsidP="00D07B54">
      <w:pPr>
        <w:pStyle w:val="libNormal"/>
        <w:rPr>
          <w:rtl/>
        </w:rPr>
      </w:pPr>
      <w:r>
        <w:rPr>
          <w:rtl/>
        </w:rPr>
        <w:t xml:space="preserve"> </w:t>
      </w:r>
      <w:r>
        <w:rPr>
          <w:rtl/>
        </w:rPr>
        <w:br w:type="page"/>
      </w:r>
    </w:p>
    <w:p w:rsidR="008D6A0B" w:rsidRDefault="008D6A0B" w:rsidP="00D07B54">
      <w:pPr>
        <w:pStyle w:val="libNormal"/>
        <w:rPr>
          <w:rtl/>
        </w:rPr>
      </w:pPr>
    </w:p>
    <w:p w:rsidR="00DE2D7F" w:rsidRDefault="00DE2D7F" w:rsidP="00D07B54">
      <w:pPr>
        <w:pStyle w:val="libNormal"/>
        <w:rPr>
          <w:rtl/>
        </w:rPr>
      </w:pPr>
      <w:r>
        <w:rPr>
          <w:rtl/>
        </w:rPr>
        <w:t>ہے جو اس كام مي</w:t>
      </w:r>
      <w:r w:rsidR="007D6C9B">
        <w:rPr>
          <w:rtl/>
        </w:rPr>
        <w:t xml:space="preserve">ں </w:t>
      </w:r>
      <w:r>
        <w:rPr>
          <w:rtl/>
        </w:rPr>
        <w:t>ميرا ہاتھ بٹائے تاكہ وہ ميرا بھائي ، ميرا وصى اور ميرا جانشين ہو'' ؟ سب لوگ خاموش رہے سوائے على بن ابى طالب كے جو سب سے كم سن تھے، على اٹھے اور عرض كى : ''اے اللہ كے رسول اس راہ مي</w:t>
      </w:r>
      <w:r w:rsidR="007D6C9B">
        <w:rPr>
          <w:rtl/>
        </w:rPr>
        <w:t xml:space="preserve">ں </w:t>
      </w:r>
      <w:r>
        <w:rPr>
          <w:rtl/>
        </w:rPr>
        <w:t>مي</w:t>
      </w:r>
      <w:r w:rsidR="007D6C9B">
        <w:rPr>
          <w:rtl/>
        </w:rPr>
        <w:t xml:space="preserve">ں </w:t>
      </w:r>
      <w:r>
        <w:rPr>
          <w:rtl/>
        </w:rPr>
        <w:t>آپ(ص) كا ياروومددگار ہو</w:t>
      </w:r>
      <w:r w:rsidR="007D6C9B">
        <w:rPr>
          <w:rtl/>
        </w:rPr>
        <w:t xml:space="preserve">ں </w:t>
      </w:r>
      <w:r>
        <w:rPr>
          <w:rtl/>
        </w:rPr>
        <w:t>گا'' آنحضرت (ص) نے اپنا ہاتھ على (ع) كى گردن پر ركھا اور فرمايا : ''ان ھذا اخى ووصى وخليفتى فيكم فاسمعوالہ واطيعوہ ''_ يہ (على (ع) ) تمہارے درميان ميرا بھائي ، ميرا وصى اور ميرا جانشين ہے اس كى باتو</w:t>
      </w:r>
      <w:r w:rsidR="007D6C9B">
        <w:rPr>
          <w:rtl/>
        </w:rPr>
        <w:t xml:space="preserve">ں </w:t>
      </w:r>
      <w:r>
        <w:rPr>
          <w:rtl/>
        </w:rPr>
        <w:t>كو سنو اور اس كے فرمان كى اطاعت كرو _ يہ سن كر سب لوگ اٹھ كھڑے ہوئے اور تمسخر آميز مسكراہٹ ان كے لبو</w:t>
      </w:r>
      <w:r w:rsidR="007D6C9B">
        <w:rPr>
          <w:rtl/>
        </w:rPr>
        <w:t xml:space="preserve">ں </w:t>
      </w:r>
      <w:r>
        <w:rPr>
          <w:rtl/>
        </w:rPr>
        <w:t>پر تھى ، ابوطالب (ع) سے سے كہنے لگے، ''اب تم اپنے بيٹے كى باتو</w:t>
      </w:r>
      <w:r w:rsidR="007D6C9B">
        <w:rPr>
          <w:rtl/>
        </w:rPr>
        <w:t xml:space="preserve">ں </w:t>
      </w:r>
      <w:r>
        <w:rPr>
          <w:rtl/>
        </w:rPr>
        <w:t>كو سنا كرو اور اس كے فرمان پر عمل كيا كرنا''_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روايت سے معلوم ہوتا ہے كہ آنحضرت (ص) ان دنو</w:t>
      </w:r>
      <w:r w:rsidR="007D6C9B">
        <w:rPr>
          <w:rtl/>
        </w:rPr>
        <w:t xml:space="preserve">ں </w:t>
      </w:r>
      <w:r>
        <w:rPr>
          <w:rtl/>
        </w:rPr>
        <w:t>كس حدتك تنہا تھے اور لوگ آپ كى دعوت كے جواب مي</w:t>
      </w:r>
      <w:r w:rsidR="007D6C9B">
        <w:rPr>
          <w:rtl/>
        </w:rPr>
        <w:t xml:space="preserve">ں </w:t>
      </w:r>
      <w:r>
        <w:rPr>
          <w:rtl/>
        </w:rPr>
        <w:t>كيسے كيسے تمسخرآميزجملے كہا كرتے تھے اور على عليہ السلام ان ابتدائي ايام مي</w:t>
      </w:r>
      <w:r w:rsidR="007D6C9B">
        <w:rPr>
          <w:rtl/>
        </w:rPr>
        <w:t xml:space="preserve">ں </w:t>
      </w:r>
      <w:r>
        <w:rPr>
          <w:rtl/>
        </w:rPr>
        <w:t xml:space="preserve">جب كہ آپ بالكل تنہا تھے كيونكر آنحضرت (ص) كے مدافع بن كر آپ كے شانہ بشانہ چل رہے تھے_ </w:t>
      </w:r>
    </w:p>
    <w:p w:rsidR="00DE2D7F" w:rsidRDefault="00DE2D7F" w:rsidP="00D07B54">
      <w:pPr>
        <w:pStyle w:val="libNormal"/>
        <w:rPr>
          <w:rtl/>
        </w:rPr>
      </w:pPr>
      <w:r>
        <w:rPr>
          <w:rtl/>
        </w:rPr>
        <w:t>ايك اور روايت مي</w:t>
      </w:r>
      <w:r w:rsidR="007D6C9B">
        <w:rPr>
          <w:rtl/>
        </w:rPr>
        <w:t xml:space="preserve">ں </w:t>
      </w:r>
      <w:r>
        <w:rPr>
          <w:rtl/>
        </w:rPr>
        <w:t>ہے كہ پيغمبراكرم (ص) نے اس وقت قريش كے ہر قبيلے كا نام لے لے كر انھي</w:t>
      </w:r>
      <w:r w:rsidR="007D6C9B">
        <w:rPr>
          <w:rtl/>
        </w:rPr>
        <w:t xml:space="preserve">ں </w:t>
      </w:r>
      <w:r>
        <w:rPr>
          <w:rtl/>
        </w:rPr>
        <w:t>بلايا اور انھي</w:t>
      </w:r>
      <w:r w:rsidR="007D6C9B">
        <w:rPr>
          <w:rtl/>
        </w:rPr>
        <w:t xml:space="preserve">ں </w:t>
      </w:r>
      <w:r>
        <w:rPr>
          <w:rtl/>
        </w:rPr>
        <w:t xml:space="preserve">جہنم كے عذاب سے ڈرايا، كبھى فرماتے:'' يابنى كعب انقذواانفسكم من النار ''_ </w:t>
      </w:r>
    </w:p>
    <w:p w:rsidR="00DE2D7F" w:rsidRDefault="00DE2D7F" w:rsidP="00D07B54">
      <w:pPr>
        <w:pStyle w:val="libNormal"/>
        <w:rPr>
          <w:rtl/>
        </w:rPr>
      </w:pPr>
      <w:r>
        <w:rPr>
          <w:rtl/>
        </w:rPr>
        <w:t>اے بنى كعب : خود كو جہنم سے بچائو، كبھى فرماتے : ''يا بنى عبد الشمس'' __ كبھى فرماتے :'' يابنى عبدمناف'' _كبھى فرماتے : ''يابنى ہاشم ''_كبھى فرماتے : ''يابنى عبد المطلب انقذ وانفسكم النار ''_ تم خودہى اپنے آپ كو جہنم سے بچائو ، ورنہ كفر كى صورت مي</w:t>
      </w:r>
      <w:r w:rsidR="007D6C9B">
        <w:rPr>
          <w:rtl/>
        </w:rPr>
        <w:t xml:space="preserve">ں </w:t>
      </w:r>
      <w:r>
        <w:rPr>
          <w:rtl/>
        </w:rPr>
        <w:t>مي</w:t>
      </w:r>
      <w:r w:rsidR="007D6C9B">
        <w:rPr>
          <w:rtl/>
        </w:rPr>
        <w:t xml:space="preserve">ں </w:t>
      </w:r>
      <w:r>
        <w:rPr>
          <w:rtl/>
        </w:rPr>
        <w:t>تمہارا دفاع نہي</w:t>
      </w:r>
      <w:r w:rsidR="007D6C9B">
        <w:rPr>
          <w:rtl/>
        </w:rPr>
        <w:t xml:space="preserve">ں </w:t>
      </w:r>
      <w:r>
        <w:rPr>
          <w:rtl/>
        </w:rPr>
        <w:t>كرسكو</w:t>
      </w:r>
      <w:r w:rsidR="007D6C9B">
        <w:rPr>
          <w:rtl/>
        </w:rPr>
        <w:t xml:space="preserve">ں </w:t>
      </w:r>
      <w:r>
        <w:rPr>
          <w:rtl/>
        </w:rPr>
        <w:t xml:space="preserve">گا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)اس روايت كو بہت سے اہل سنت علماء نے نقل كيا ہے جن مي</w:t>
      </w:r>
      <w:r w:rsidR="007D6C9B">
        <w:rPr>
          <w:rtl/>
        </w:rPr>
        <w:t xml:space="preserve">ں </w:t>
      </w:r>
      <w:r>
        <w:rPr>
          <w:rtl/>
        </w:rPr>
        <w:t>سے چند ايك كے نام يہ ہي</w:t>
      </w:r>
      <w:r w:rsidR="007D6C9B">
        <w:rPr>
          <w:rtl/>
        </w:rPr>
        <w:t xml:space="preserve">ں </w:t>
      </w:r>
      <w:r>
        <w:rPr>
          <w:rtl/>
        </w:rPr>
        <w:t xml:space="preserve">: </w:t>
      </w:r>
    </w:p>
    <w:p w:rsidR="00DE2D7F" w:rsidRDefault="00DE2D7F" w:rsidP="00D07B54">
      <w:pPr>
        <w:pStyle w:val="libFootnote"/>
        <w:rPr>
          <w:rtl/>
        </w:rPr>
      </w:pPr>
      <w:r>
        <w:rPr>
          <w:rtl/>
        </w:rPr>
        <w:t>ابن ابى جرير، ابن ابى حاتم ، ابن مردويہ ، ابونعيم ، بيہقى ، ثعلبى اور طبرى مورخ ابن اثير نے يہ واقعہ اپنى كتاب '' كامل '' مي</w:t>
      </w:r>
      <w:r w:rsidR="007D6C9B">
        <w:rPr>
          <w:rtl/>
        </w:rPr>
        <w:t xml:space="preserve">ں </w:t>
      </w:r>
      <w:r>
        <w:rPr>
          <w:rtl/>
        </w:rPr>
        <w:t>اور '' ابوالفداء '' نے اپنى تاريخ مي</w:t>
      </w:r>
      <w:r w:rsidR="007D6C9B">
        <w:rPr>
          <w:rtl/>
        </w:rPr>
        <w:t xml:space="preserve">ں </w:t>
      </w:r>
      <w:r>
        <w:rPr>
          <w:rtl/>
        </w:rPr>
        <w:t>اور دوسرے بہت سے مورخين نے اپنى اپنى كتابو</w:t>
      </w:r>
      <w:r w:rsidR="007D6C9B">
        <w:rPr>
          <w:rtl/>
        </w:rPr>
        <w:t xml:space="preserve">ں </w:t>
      </w:r>
      <w:r>
        <w:rPr>
          <w:rtl/>
        </w:rPr>
        <w:t>مي</w:t>
      </w:r>
      <w:r w:rsidR="007D6C9B">
        <w:rPr>
          <w:rtl/>
        </w:rPr>
        <w:t xml:space="preserve">ں </w:t>
      </w:r>
      <w:r>
        <w:rPr>
          <w:rtl/>
        </w:rPr>
        <w:t>اسے درج كيا ہے مزيد اگاہى كے لئے كتاب'' المرجعات ''ص</w:t>
      </w:r>
      <w:r w:rsidR="00E664BB">
        <w:rPr>
          <w:rtl/>
        </w:rPr>
        <w:t>130</w:t>
      </w:r>
      <w:r>
        <w:rPr>
          <w:rtl/>
        </w:rPr>
        <w:t xml:space="preserve"> كے بعد سے اور كتاب ''احقاق الحق''ج</w:t>
      </w:r>
      <w:r w:rsidR="00E664BB">
        <w:rPr>
          <w:rtl/>
        </w:rPr>
        <w:t>2</w:t>
      </w:r>
      <w:r>
        <w:rPr>
          <w:rtl/>
        </w:rPr>
        <w:t>،ص</w:t>
      </w:r>
      <w:r w:rsidR="00E664BB">
        <w:rPr>
          <w:rtl/>
        </w:rPr>
        <w:t>62</w:t>
      </w:r>
      <w:r>
        <w:rPr>
          <w:rtl/>
        </w:rPr>
        <w:t xml:space="preserve"> ملاحظہ فرمائي</w:t>
      </w:r>
      <w:r w:rsidR="007D6C9B">
        <w:rPr>
          <w:rtl/>
        </w:rPr>
        <w:t xml:space="preserve">ں </w:t>
      </w:r>
    </w:p>
    <w:p w:rsidR="00A44498" w:rsidRDefault="00C2634E" w:rsidP="00D07B54">
      <w:pPr>
        <w:pStyle w:val="libNormal"/>
        <w:rPr>
          <w:rtl/>
        </w:rPr>
      </w:pPr>
      <w:r>
        <w:rPr>
          <w:rtl/>
        </w:rPr>
        <w:t xml:space="preserve"> </w:t>
      </w:r>
      <w:r>
        <w:rPr>
          <w:rtl/>
        </w:rPr>
        <w:br w:type="page"/>
      </w:r>
    </w:p>
    <w:p w:rsidR="00A44498" w:rsidRDefault="00A44498" w:rsidP="00D07B54">
      <w:pPr>
        <w:pStyle w:val="libNormal"/>
        <w:rPr>
          <w:rtl/>
        </w:rPr>
      </w:pPr>
    </w:p>
    <w:p w:rsidR="00A44498" w:rsidRDefault="00DE2D7F" w:rsidP="00D07B54">
      <w:pPr>
        <w:pStyle w:val="Heading2Center"/>
        <w:rPr>
          <w:rtl/>
        </w:rPr>
      </w:pPr>
      <w:bookmarkStart w:id="318" w:name="_Toc7268715"/>
      <w:r>
        <w:rPr>
          <w:rtl/>
        </w:rPr>
        <w:t>ايمان ابوطالب</w:t>
      </w:r>
      <w:bookmarkEnd w:id="318"/>
    </w:p>
    <w:p w:rsidR="00DE2D7F" w:rsidRDefault="00DE2D7F" w:rsidP="00D07B54">
      <w:pPr>
        <w:pStyle w:val="libNormal"/>
        <w:rPr>
          <w:rtl/>
        </w:rPr>
      </w:pPr>
      <w:r>
        <w:rPr>
          <w:rtl/>
        </w:rPr>
        <w:t xml:space="preserve"> تمام علمائے شيعہ اور اہل سنت كے بعض بزرگ علماء مثلاً ''ابن ابى الحديد''شارح نہج البلاغہ نے اور''قسطلاني'' نے ارشاد السارى مي</w:t>
      </w:r>
      <w:r w:rsidR="007D6C9B">
        <w:rPr>
          <w:rtl/>
        </w:rPr>
        <w:t xml:space="preserve">ں </w:t>
      </w:r>
      <w:r>
        <w:rPr>
          <w:rtl/>
        </w:rPr>
        <w:t>اور'' زينى دحلان'' نے سيرةحلبى كے حاشيہ مي</w:t>
      </w:r>
      <w:r w:rsidR="007D6C9B">
        <w:rPr>
          <w:rtl/>
        </w:rPr>
        <w:t xml:space="preserve">ں </w:t>
      </w:r>
      <w:r>
        <w:rPr>
          <w:rtl/>
        </w:rPr>
        <w:t>حضرت ابوطالب كو مومنين اہل اسلام مي</w:t>
      </w:r>
      <w:r w:rsidR="007D6C9B">
        <w:rPr>
          <w:rtl/>
        </w:rPr>
        <w:t xml:space="preserve">ں </w:t>
      </w:r>
      <w:r>
        <w:rPr>
          <w:rtl/>
        </w:rPr>
        <w:t>سے بيان كيا ہے_اسلام كى بنيادى كتابو</w:t>
      </w:r>
      <w:r w:rsidR="007D6C9B">
        <w:rPr>
          <w:rtl/>
        </w:rPr>
        <w:t xml:space="preserve">ں </w:t>
      </w:r>
      <w:r>
        <w:rPr>
          <w:rtl/>
        </w:rPr>
        <w:t>كے منابع مي</w:t>
      </w:r>
      <w:r w:rsidR="007D6C9B">
        <w:rPr>
          <w:rtl/>
        </w:rPr>
        <w:t xml:space="preserve">ں </w:t>
      </w:r>
      <w:r>
        <w:rPr>
          <w:rtl/>
        </w:rPr>
        <w:t>بھى ہمي</w:t>
      </w:r>
      <w:r w:rsidR="007D6C9B">
        <w:rPr>
          <w:rtl/>
        </w:rPr>
        <w:t xml:space="preserve">ں </w:t>
      </w:r>
      <w:r>
        <w:rPr>
          <w:rtl/>
        </w:rPr>
        <w:t>اس موضوع كے بہت سے شواہد ملتے ہي</w:t>
      </w:r>
      <w:r w:rsidR="007D6C9B">
        <w:rPr>
          <w:rtl/>
        </w:rPr>
        <w:t xml:space="preserve">ں </w:t>
      </w:r>
      <w:r>
        <w:rPr>
          <w:rtl/>
        </w:rPr>
        <w:t>كہ جن كے مطالعہ كے بعد ہم گہرے تعجب اور حيرت مي</w:t>
      </w:r>
      <w:r w:rsidR="007D6C9B">
        <w:rPr>
          <w:rtl/>
        </w:rPr>
        <w:t xml:space="preserve">ں </w:t>
      </w:r>
      <w:r>
        <w:rPr>
          <w:rtl/>
        </w:rPr>
        <w:t>پڑجاتے ہي</w:t>
      </w:r>
      <w:r w:rsidR="007D6C9B">
        <w:rPr>
          <w:rtl/>
        </w:rPr>
        <w:t xml:space="preserve">ں </w:t>
      </w:r>
      <w:r>
        <w:rPr>
          <w:rtl/>
        </w:rPr>
        <w:t>كہ حضرت ابوطالب پرايك گروہ كى طرف سے اس قسم كى بے جا تہمي</w:t>
      </w:r>
      <w:r w:rsidR="007D6C9B">
        <w:rPr>
          <w:rtl/>
        </w:rPr>
        <w:t xml:space="preserve">ں </w:t>
      </w:r>
      <w:r>
        <w:rPr>
          <w:rtl/>
        </w:rPr>
        <w:t>كيو</w:t>
      </w:r>
      <w:r w:rsidR="007D6C9B">
        <w:rPr>
          <w:rtl/>
        </w:rPr>
        <w:t xml:space="preserve">ں </w:t>
      </w:r>
      <w:r>
        <w:rPr>
          <w:rtl/>
        </w:rPr>
        <w:t>لگائي گئي</w:t>
      </w:r>
      <w:r w:rsidR="007D6C9B">
        <w:rPr>
          <w:rtl/>
        </w:rPr>
        <w:t xml:space="preserve">ں </w:t>
      </w:r>
      <w:r>
        <w:rPr>
          <w:rtl/>
        </w:rPr>
        <w:t xml:space="preserve">؟ </w:t>
      </w:r>
    </w:p>
    <w:p w:rsidR="00DE2D7F" w:rsidRDefault="00DE2D7F" w:rsidP="00D07B54">
      <w:pPr>
        <w:pStyle w:val="libNormal"/>
        <w:rPr>
          <w:rtl/>
        </w:rPr>
      </w:pPr>
      <w:r>
        <w:rPr>
          <w:rtl/>
        </w:rPr>
        <w:t xml:space="preserve">جو شخص اپنے تمام وجود كے ساتھ پيغمبر اسلام كا دفاع كيا كرتا تھا اور بار ہا خوداپنے فرزند كو پيغمبراسلام كے وجود مقدس كو بچانے كے لئے خطرات كے مواقع پر ڈھال بناديا كرتا تھايہ كيسے ہوسكتا ہے كہ اس پر ايسى تہمت لگائي جائے_ </w:t>
      </w:r>
    </w:p>
    <w:p w:rsidR="00DE2D7F" w:rsidRDefault="00DE2D7F" w:rsidP="00D07B54">
      <w:pPr>
        <w:pStyle w:val="libNormal"/>
        <w:rPr>
          <w:rtl/>
        </w:rPr>
      </w:pPr>
      <w:r>
        <w:rPr>
          <w:rtl/>
        </w:rPr>
        <w:t>يہى سبب ہے كہ دقت نظر كے ساتھ تحقيق كرنے والو</w:t>
      </w:r>
      <w:r w:rsidR="007D6C9B">
        <w:rPr>
          <w:rtl/>
        </w:rPr>
        <w:t xml:space="preserve">ں </w:t>
      </w:r>
      <w:r>
        <w:rPr>
          <w:rtl/>
        </w:rPr>
        <w:t xml:space="preserve">نے يہ سمجھا ہے كہ حضرت ابوطالب كے خلاف، مخالفت كى لہر ايك سياسى ضرورت كى وجہ سے ہے جو '' شجرہ خبيثہ بنى اميّہ'' كى حضرت على عليہ السلام كے مقام ومرتبہ كى مخالفت سے پيداہوئي ہے_ </w:t>
      </w:r>
    </w:p>
    <w:p w:rsidR="00DE2D7F" w:rsidRDefault="00DE2D7F" w:rsidP="00D07B54">
      <w:pPr>
        <w:pStyle w:val="libNormal"/>
        <w:rPr>
          <w:rtl/>
        </w:rPr>
      </w:pPr>
      <w:r>
        <w:rPr>
          <w:rtl/>
        </w:rPr>
        <w:t>كيونكہ يہ صرف حضرت ابوطالب كى ذات ہى نہي</w:t>
      </w:r>
      <w:r w:rsidR="007D6C9B">
        <w:rPr>
          <w:rtl/>
        </w:rPr>
        <w:t xml:space="preserve">ں </w:t>
      </w:r>
      <w:r>
        <w:rPr>
          <w:rtl/>
        </w:rPr>
        <w:t>تھى كہ جو حضرت على عليہ السلام كے قرب كى وجہ سے ايسے حملے كى زد مي</w:t>
      </w:r>
      <w:r w:rsidR="007D6C9B">
        <w:rPr>
          <w:rtl/>
        </w:rPr>
        <w:t xml:space="preserve">ں </w:t>
      </w:r>
      <w:r>
        <w:rPr>
          <w:rtl/>
        </w:rPr>
        <w:t>آئي ہو ،بلكہ ہم ديكھتے ہي</w:t>
      </w:r>
      <w:r w:rsidR="007D6C9B">
        <w:rPr>
          <w:rtl/>
        </w:rPr>
        <w:t xml:space="preserve">ں </w:t>
      </w:r>
      <w:r>
        <w:rPr>
          <w:rtl/>
        </w:rPr>
        <w:t>كہ ہر وہ شخص جو تاريخ اسلام مي</w:t>
      </w:r>
      <w:r w:rsidR="007D6C9B">
        <w:rPr>
          <w:rtl/>
        </w:rPr>
        <w:t xml:space="preserve">ں </w:t>
      </w:r>
      <w:r>
        <w:rPr>
          <w:rtl/>
        </w:rPr>
        <w:t>كسى طرح سے بھى اميرالمومنين حضرت على عليہ السلام سے قربت ركھتا ہے ايسے ناجو انمردانہ حملو</w:t>
      </w:r>
      <w:r w:rsidR="007D6C9B">
        <w:rPr>
          <w:rtl/>
        </w:rPr>
        <w:t xml:space="preserve">ں </w:t>
      </w:r>
      <w:r>
        <w:rPr>
          <w:rtl/>
        </w:rPr>
        <w:t>سے نہي</w:t>
      </w:r>
      <w:r w:rsidR="007D6C9B">
        <w:rPr>
          <w:rtl/>
        </w:rPr>
        <w:t xml:space="preserve">ں </w:t>
      </w:r>
      <w:r>
        <w:rPr>
          <w:rtl/>
        </w:rPr>
        <w:t>بچ سكا، حقيقت مي</w:t>
      </w:r>
      <w:r w:rsidR="007D6C9B">
        <w:rPr>
          <w:rtl/>
        </w:rPr>
        <w:t xml:space="preserve">ں </w:t>
      </w:r>
    </w:p>
    <w:p w:rsidR="00A44498" w:rsidRDefault="001648F9" w:rsidP="00D07B54">
      <w:pPr>
        <w:pStyle w:val="libNormal"/>
        <w:rPr>
          <w:rtl/>
        </w:rPr>
      </w:pPr>
      <w:r>
        <w:rPr>
          <w:rtl/>
        </w:rPr>
        <w:t xml:space="preserve"> </w:t>
      </w:r>
      <w:r>
        <w:rPr>
          <w:rtl/>
        </w:rPr>
        <w:br w:type="page"/>
      </w:r>
    </w:p>
    <w:p w:rsidR="00A44498" w:rsidRDefault="00A44498" w:rsidP="00D07B54">
      <w:pPr>
        <w:pStyle w:val="libNormal"/>
        <w:rPr>
          <w:rtl/>
        </w:rPr>
      </w:pPr>
    </w:p>
    <w:p w:rsidR="00DE2D7F" w:rsidRDefault="00DE2D7F" w:rsidP="00D07B54">
      <w:pPr>
        <w:pStyle w:val="libNormal"/>
        <w:rPr>
          <w:rtl/>
        </w:rPr>
      </w:pPr>
      <w:r>
        <w:rPr>
          <w:rtl/>
        </w:rPr>
        <w:t>حضرت ابوطالب كا كوئي گناہ نہي</w:t>
      </w:r>
      <w:r w:rsidR="007D6C9B">
        <w:rPr>
          <w:rtl/>
        </w:rPr>
        <w:t xml:space="preserve">ں </w:t>
      </w:r>
      <w:r>
        <w:rPr>
          <w:rtl/>
        </w:rPr>
        <w:t xml:space="preserve">تھا سوائے اس كے وہ حضرت على عليہ السلام جيسے عظيم پيشوائے اسلام كے باپ تھے_ </w:t>
      </w:r>
    </w:p>
    <w:p w:rsidR="00DE2D7F" w:rsidRDefault="00DE2D7F" w:rsidP="00D07B54">
      <w:pPr>
        <w:pStyle w:val="libNormal"/>
        <w:rPr>
          <w:rtl/>
        </w:rPr>
      </w:pPr>
    </w:p>
    <w:p w:rsidR="00A44498" w:rsidRDefault="00DE2D7F" w:rsidP="00D07B54">
      <w:pPr>
        <w:pStyle w:val="Heading2Center"/>
        <w:rPr>
          <w:rtl/>
        </w:rPr>
      </w:pPr>
      <w:bookmarkStart w:id="319" w:name="_Toc7268716"/>
      <w:r>
        <w:rPr>
          <w:rtl/>
        </w:rPr>
        <w:t>ايمان ابو طالب پر سات دليل</w:t>
      </w:r>
      <w:bookmarkEnd w:id="319"/>
    </w:p>
    <w:p w:rsidR="00DE2D7F" w:rsidRDefault="00DE2D7F" w:rsidP="00D07B54">
      <w:pPr>
        <w:pStyle w:val="libNormal"/>
        <w:rPr>
          <w:rtl/>
        </w:rPr>
      </w:pPr>
      <w:r>
        <w:rPr>
          <w:rtl/>
        </w:rPr>
        <w:t xml:space="preserve"> ہم يہا</w:t>
      </w:r>
      <w:r w:rsidR="007D6C9B">
        <w:rPr>
          <w:rtl/>
        </w:rPr>
        <w:t xml:space="preserve">ں </w:t>
      </w:r>
      <w:r>
        <w:rPr>
          <w:rtl/>
        </w:rPr>
        <w:t>پر ان بہت سے دلائل مي</w:t>
      </w:r>
      <w:r w:rsidR="007D6C9B">
        <w:rPr>
          <w:rtl/>
        </w:rPr>
        <w:t xml:space="preserve">ں </w:t>
      </w:r>
      <w:r>
        <w:rPr>
          <w:rtl/>
        </w:rPr>
        <w:t>سے جو واضح طور پر ايمان ابوطالب كى گواہى ديتے ہي</w:t>
      </w:r>
      <w:r w:rsidR="007D6C9B">
        <w:rPr>
          <w:rtl/>
        </w:rPr>
        <w:t xml:space="preserve">ں </w:t>
      </w:r>
      <w:r>
        <w:rPr>
          <w:rtl/>
        </w:rPr>
        <w:t>كچھ دلائل مختصر طور پر فہرست وار بيان كرتے ہي</w:t>
      </w:r>
      <w:r w:rsidR="007D6C9B">
        <w:rPr>
          <w:rtl/>
        </w:rPr>
        <w:t xml:space="preserve">ں </w:t>
      </w:r>
      <w:r>
        <w:rPr>
          <w:rtl/>
        </w:rPr>
        <w:t>تفصيلات كے لئے ان كتابو</w:t>
      </w:r>
      <w:r w:rsidR="007D6C9B">
        <w:rPr>
          <w:rtl/>
        </w:rPr>
        <w:t xml:space="preserve">ں </w:t>
      </w:r>
      <w:r>
        <w:rPr>
          <w:rtl/>
        </w:rPr>
        <w:t>كى طرف رجوع كري</w:t>
      </w:r>
      <w:r w:rsidR="007D6C9B">
        <w:rPr>
          <w:rtl/>
        </w:rPr>
        <w:t xml:space="preserve">ں </w:t>
      </w:r>
      <w:r>
        <w:rPr>
          <w:rtl/>
        </w:rPr>
        <w:t>جو اسى موضوع پر لكھى گئي ہي</w:t>
      </w:r>
      <w:r w:rsidR="007D6C9B">
        <w:rPr>
          <w:rtl/>
        </w:rPr>
        <w:t xml:space="preserve">ں </w:t>
      </w:r>
      <w:r>
        <w:rPr>
          <w:rtl/>
        </w:rPr>
        <w:t xml:space="preserve">_ </w:t>
      </w:r>
    </w:p>
    <w:p w:rsidR="00DE2D7F" w:rsidRDefault="00E664BB" w:rsidP="00D07B54">
      <w:pPr>
        <w:pStyle w:val="libNormal"/>
        <w:rPr>
          <w:rtl/>
        </w:rPr>
      </w:pPr>
      <w:r>
        <w:rPr>
          <w:rtl/>
        </w:rPr>
        <w:t>1</w:t>
      </w:r>
      <w:r w:rsidR="00DE2D7F">
        <w:rPr>
          <w:rtl/>
        </w:rPr>
        <w:t>_ حضرت ابوطالب پيغمبر اكرم (ص) كى بعثت سے پہلے خوب اچھى طرح سے جانتے تھے كہ ان كا بھتيجا مقام نبوت تك پہنچے گا كيونكہ مورخين نے لكھا ہے كہ جس سفر مي</w:t>
      </w:r>
      <w:r w:rsidR="007D6C9B">
        <w:rPr>
          <w:rtl/>
        </w:rPr>
        <w:t xml:space="preserve">ں </w:t>
      </w:r>
      <w:r w:rsidR="00DE2D7F">
        <w:rPr>
          <w:rtl/>
        </w:rPr>
        <w:t>حضرت ابوطالب قريش كے قافلے كے ساتھ شام گئے تھے تو اپنے بارہ سالہ بھتجے محمد (ص) كو بھى اپنے ساتھ لے گئے تھے _ اس سفر مي</w:t>
      </w:r>
      <w:r w:rsidR="007D6C9B">
        <w:rPr>
          <w:rtl/>
        </w:rPr>
        <w:t xml:space="preserve">ں </w:t>
      </w:r>
      <w:r w:rsidR="00DE2D7F">
        <w:rPr>
          <w:rtl/>
        </w:rPr>
        <w:t>انہو</w:t>
      </w:r>
      <w:r w:rsidR="007D6C9B">
        <w:rPr>
          <w:rtl/>
        </w:rPr>
        <w:t xml:space="preserve">ں </w:t>
      </w:r>
      <w:r w:rsidR="00DE2D7F">
        <w:rPr>
          <w:rtl/>
        </w:rPr>
        <w:t>نے آپ سے بہت سى كرامات مشاہدہ كي</w:t>
      </w:r>
      <w:r w:rsidR="007D6C9B">
        <w:rPr>
          <w:rtl/>
        </w:rPr>
        <w:t xml:space="preserve">ں </w:t>
      </w:r>
      <w:r w:rsidR="00DE2D7F">
        <w:rPr>
          <w:rtl/>
        </w:rPr>
        <w:t xml:space="preserve">_ </w:t>
      </w:r>
    </w:p>
    <w:p w:rsidR="00DE2D7F" w:rsidRDefault="00DE2D7F" w:rsidP="00D07B54">
      <w:pPr>
        <w:pStyle w:val="libNormal"/>
        <w:rPr>
          <w:rtl/>
        </w:rPr>
      </w:pPr>
      <w:r>
        <w:rPr>
          <w:rtl/>
        </w:rPr>
        <w:t>ان مي</w:t>
      </w:r>
      <w:r w:rsidR="007D6C9B">
        <w:rPr>
          <w:rtl/>
        </w:rPr>
        <w:t xml:space="preserve">ں </w:t>
      </w:r>
      <w:r>
        <w:rPr>
          <w:rtl/>
        </w:rPr>
        <w:t>ايك واقعہ يہ ہے كہ جو نہي</w:t>
      </w:r>
      <w:r w:rsidR="007D6C9B">
        <w:rPr>
          <w:rtl/>
        </w:rPr>
        <w:t xml:space="preserve">ں </w:t>
      </w:r>
      <w:r>
        <w:rPr>
          <w:rtl/>
        </w:rPr>
        <w:t>قافلہ ''بحيرا''نامى راہب كے قريب سے گزرا جو قديم عرصے سے ايك گرجے مي</w:t>
      </w:r>
      <w:r w:rsidR="007D6C9B">
        <w:rPr>
          <w:rtl/>
        </w:rPr>
        <w:t xml:space="preserve">ں </w:t>
      </w:r>
      <w:r>
        <w:rPr>
          <w:rtl/>
        </w:rPr>
        <w:t>مشغول عبادت تھا اور كتب عہدين كا عالم تھا ،تجارتى قافلے اپنے سفر كے دوران اس كى زيارت كے لئے جاتے تھے، توراہب كى نظري</w:t>
      </w:r>
      <w:r w:rsidR="007D6C9B">
        <w:rPr>
          <w:rtl/>
        </w:rPr>
        <w:t xml:space="preserve">ں </w:t>
      </w:r>
      <w:r>
        <w:rPr>
          <w:rtl/>
        </w:rPr>
        <w:t>قافلہ والو</w:t>
      </w:r>
      <w:r w:rsidR="007D6C9B">
        <w:rPr>
          <w:rtl/>
        </w:rPr>
        <w:t xml:space="preserve">ں </w:t>
      </w:r>
      <w:r>
        <w:rPr>
          <w:rtl/>
        </w:rPr>
        <w:t>مي</w:t>
      </w:r>
      <w:r w:rsidR="007D6C9B">
        <w:rPr>
          <w:rtl/>
        </w:rPr>
        <w:t xml:space="preserve">ں </w:t>
      </w:r>
      <w:r>
        <w:rPr>
          <w:rtl/>
        </w:rPr>
        <w:t>سے حضرت محمد (ص) پر جم كررہ گئي</w:t>
      </w:r>
      <w:r w:rsidR="007D6C9B">
        <w:rPr>
          <w:rtl/>
        </w:rPr>
        <w:t xml:space="preserve">ں </w:t>
      </w:r>
      <w:r>
        <w:rPr>
          <w:rtl/>
        </w:rPr>
        <w:t xml:space="preserve">، جن كى عمراس وقت بارہ سال سے زيادہ نہ تھى _ </w:t>
      </w:r>
    </w:p>
    <w:p w:rsidR="00DE2D7F" w:rsidRDefault="00DE2D7F" w:rsidP="00D07B54">
      <w:pPr>
        <w:pStyle w:val="libNormal"/>
        <w:rPr>
          <w:rtl/>
        </w:rPr>
      </w:pPr>
      <w:r>
        <w:rPr>
          <w:rtl/>
        </w:rPr>
        <w:t>بحيرانے تھوڑى دير كے لئے حيران وششدر رہنے اور گہرى اور پُرمعنى نظرو</w:t>
      </w:r>
      <w:r w:rsidR="007D6C9B">
        <w:rPr>
          <w:rtl/>
        </w:rPr>
        <w:t xml:space="preserve">ں </w:t>
      </w:r>
      <w:r>
        <w:rPr>
          <w:rtl/>
        </w:rPr>
        <w:t>سے ديكھنے كے بعد كہا:يہ بچہ تم مي</w:t>
      </w:r>
      <w:r w:rsidR="007D6C9B">
        <w:rPr>
          <w:rtl/>
        </w:rPr>
        <w:t xml:space="preserve">ں </w:t>
      </w:r>
      <w:r>
        <w:rPr>
          <w:rtl/>
        </w:rPr>
        <w:t>سے كس سے تعلق ركھتا ہے؟لوگو</w:t>
      </w:r>
      <w:r w:rsidR="007D6C9B">
        <w:rPr>
          <w:rtl/>
        </w:rPr>
        <w:t xml:space="preserve">ں </w:t>
      </w:r>
      <w:r>
        <w:rPr>
          <w:rtl/>
        </w:rPr>
        <w:t>نے ابوطالب كى طرف اشارہ كيا، انہو</w:t>
      </w:r>
      <w:r w:rsidR="007D6C9B">
        <w:rPr>
          <w:rtl/>
        </w:rPr>
        <w:t xml:space="preserve">ں </w:t>
      </w:r>
      <w:r>
        <w:rPr>
          <w:rtl/>
        </w:rPr>
        <w:t xml:space="preserve">نے بتايا كہ يہ ميرا بھتيجا ہے_ </w:t>
      </w:r>
    </w:p>
    <w:p w:rsidR="00DE2D7F" w:rsidRDefault="00DE2D7F" w:rsidP="00D07B54">
      <w:pPr>
        <w:pStyle w:val="libNormal"/>
        <w:rPr>
          <w:rtl/>
        </w:rPr>
      </w:pPr>
      <w:r>
        <w:rPr>
          <w:rtl/>
        </w:rPr>
        <w:t>'' بحيرا'' نے كہا : اس بچہ كا مستقبل بہت درخشا</w:t>
      </w:r>
      <w:r w:rsidR="007D6C9B">
        <w:rPr>
          <w:rtl/>
        </w:rPr>
        <w:t xml:space="preserve">ں </w:t>
      </w:r>
      <w:r>
        <w:rPr>
          <w:rtl/>
        </w:rPr>
        <w:t>ہے، يہ وہى پيغمبر ہے كہ جس كى نبوت ورسالت كى آسمانى كتابو</w:t>
      </w:r>
      <w:r w:rsidR="007D6C9B">
        <w:rPr>
          <w:rtl/>
        </w:rPr>
        <w:t xml:space="preserve">ں </w:t>
      </w:r>
      <w:r>
        <w:rPr>
          <w:rtl/>
        </w:rPr>
        <w:t>نے خبردى ہے اور مي</w:t>
      </w:r>
      <w:r w:rsidR="007D6C9B">
        <w:rPr>
          <w:rtl/>
        </w:rPr>
        <w:t xml:space="preserve">ں </w:t>
      </w:r>
      <w:r>
        <w:rPr>
          <w:rtl/>
        </w:rPr>
        <w:t>نے اسكى تمام خصوصيات كتابو</w:t>
      </w:r>
      <w:r w:rsidR="007D6C9B">
        <w:rPr>
          <w:rtl/>
        </w:rPr>
        <w:t xml:space="preserve">ں </w:t>
      </w:r>
      <w:r>
        <w:rPr>
          <w:rtl/>
        </w:rPr>
        <w:t>مي</w:t>
      </w:r>
      <w:r w:rsidR="007D6C9B">
        <w:rPr>
          <w:rtl/>
        </w:rPr>
        <w:t xml:space="preserve">ں </w:t>
      </w:r>
      <w:r>
        <w:rPr>
          <w:rtl/>
        </w:rPr>
        <w:t>پڑھى ہي</w:t>
      </w:r>
      <w:r w:rsidR="007D6C9B">
        <w:rPr>
          <w:rtl/>
        </w:rPr>
        <w:t xml:space="preserve">ں </w:t>
      </w:r>
      <w:r>
        <w:rPr>
          <w:rtl/>
        </w:rPr>
        <w:t xml:space="preserve">_ </w:t>
      </w:r>
    </w:p>
    <w:p w:rsidR="00DE2D7F" w:rsidRDefault="00DE2D7F" w:rsidP="00D07B54">
      <w:pPr>
        <w:pStyle w:val="libNormal"/>
        <w:rPr>
          <w:rtl/>
        </w:rPr>
      </w:pPr>
      <w:r>
        <w:rPr>
          <w:rtl/>
        </w:rPr>
        <w:t xml:space="preserve">ابوطالب اس واقعہ اور اس جيسے دوسرے واقعات سے پہلے دوسرے قرائن سے بھى پيغمبر اكرم (ص) كى </w:t>
      </w:r>
    </w:p>
    <w:p w:rsidR="00A44498"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 xml:space="preserve">نبوت اور معنويت كو سمجھ چكے تھے _ </w:t>
      </w:r>
    </w:p>
    <w:p w:rsidR="00DE2D7F" w:rsidRDefault="00DE2D7F" w:rsidP="00D07B54">
      <w:pPr>
        <w:pStyle w:val="libNormal"/>
        <w:rPr>
          <w:rtl/>
        </w:rPr>
      </w:pPr>
      <w:r>
        <w:rPr>
          <w:rtl/>
        </w:rPr>
        <w:t>اہل سنت كے عالم شہرستانى (صاحب ملل ونحل) اور دوسرے علماء كى نقل كے مطابق: ''ايك سال آسمان مكہ نے اپنى بركت اہل مكہ سے روك لى اور سخت قسم كى قحط سالى نے لوگو</w:t>
      </w:r>
      <w:r w:rsidR="007D6C9B">
        <w:rPr>
          <w:rtl/>
        </w:rPr>
        <w:t xml:space="preserve">ں </w:t>
      </w:r>
      <w:r>
        <w:rPr>
          <w:rtl/>
        </w:rPr>
        <w:t>كوگھير لياتو ابوطالب نے حكم ديا كہ ان كے بھتيجے محمد كو جو ابھى شير خوارہى تھے لاياجائے، جب بچے كو اس حال مي</w:t>
      </w:r>
      <w:r w:rsidR="007D6C9B">
        <w:rPr>
          <w:rtl/>
        </w:rPr>
        <w:t xml:space="preserve">ں </w:t>
      </w:r>
      <w:r>
        <w:rPr>
          <w:rtl/>
        </w:rPr>
        <w:t>كہ وہ ابھى كپڑے مي</w:t>
      </w:r>
      <w:r w:rsidR="007D6C9B">
        <w:rPr>
          <w:rtl/>
        </w:rPr>
        <w:t xml:space="preserve">ں </w:t>
      </w:r>
      <w:r>
        <w:rPr>
          <w:rtl/>
        </w:rPr>
        <w:t>لپيٹا ہوا تھا انہي</w:t>
      </w:r>
      <w:r w:rsidR="007D6C9B">
        <w:rPr>
          <w:rtl/>
        </w:rPr>
        <w:t xml:space="preserve">ں </w:t>
      </w:r>
      <w:r>
        <w:rPr>
          <w:rtl/>
        </w:rPr>
        <w:t xml:space="preserve">ديا گيا تو وہ اسے لينے كے بعد خانہ كعبہ كے سامنے كھڑے ہوگئے اور تضرع وزارى كے ساتھ اس طفل شير خوار كو تين مرتبہ اوپر كى طرف بلند كيا اور ہر مرتبہ كہتے تھے، پروردگارا، اس بچہ كے حق كا واسطہ ہم پر بركت والى بارش نازل فرما _ </w:t>
      </w:r>
    </w:p>
    <w:p w:rsidR="00DE2D7F" w:rsidRDefault="00DE2D7F" w:rsidP="00D07B54">
      <w:pPr>
        <w:pStyle w:val="libNormal"/>
        <w:rPr>
          <w:rtl/>
        </w:rPr>
      </w:pPr>
      <w:r>
        <w:rPr>
          <w:rtl/>
        </w:rPr>
        <w:t>كچھ زيادہ دير نہ گزرى تھى كہ افق كے كنارے سے بادل كا ايك ٹكڑا نمودار ہوا اور مكہ كے آسمان پر چھا گيا اور بارش سے ايسا سيلاب آيا كہ يہ خوف پيدا ہونے لگا كہ كہي</w:t>
      </w:r>
      <w:r w:rsidR="007D6C9B">
        <w:rPr>
          <w:rtl/>
        </w:rPr>
        <w:t xml:space="preserve">ں </w:t>
      </w:r>
      <w:r>
        <w:rPr>
          <w:rtl/>
        </w:rPr>
        <w:t xml:space="preserve">مسجد الحرام ہى ويران نہ ہوجائے ''_ </w:t>
      </w:r>
    </w:p>
    <w:p w:rsidR="00DE2D7F" w:rsidRDefault="00DE2D7F" w:rsidP="00D07B54">
      <w:pPr>
        <w:pStyle w:val="libNormal"/>
        <w:rPr>
          <w:rtl/>
        </w:rPr>
      </w:pPr>
      <w:r>
        <w:rPr>
          <w:rtl/>
        </w:rPr>
        <w:t>اس كے بعد شہرستانى لكھتا ہے كہ يہى واقعہ جوابوطالب كى اپنے بھتيجے كے بچپن سے اس كى نبوت ورسالت سے آگاہ ہونے پر دلالت كرتا ہے ان كے پيغمبر پر ايمان ركھنے كا ثبوت بھى ہے اور ابوطالب نے بعد مي</w:t>
      </w:r>
      <w:r w:rsidR="007D6C9B">
        <w:rPr>
          <w:rtl/>
        </w:rPr>
        <w:t xml:space="preserve">ں </w:t>
      </w:r>
      <w:r>
        <w:rPr>
          <w:rtl/>
        </w:rPr>
        <w:t xml:space="preserve">اشعار ذيل اسى واقعہ كى مناسبت سے كہے تھے : </w:t>
      </w:r>
    </w:p>
    <w:p w:rsidR="00DE2D7F" w:rsidRDefault="00DE2D7F" w:rsidP="00D07B54">
      <w:pPr>
        <w:pStyle w:val="libArabic"/>
        <w:rPr>
          <w:rtl/>
        </w:rPr>
      </w:pPr>
      <w:r>
        <w:rPr>
          <w:rtl/>
        </w:rPr>
        <w:t>و ابيض يستسقى الغمام بوج</w:t>
      </w:r>
      <w:r w:rsidR="003E5058" w:rsidRPr="007F58D3">
        <w:rPr>
          <w:rFonts w:hint="cs"/>
          <w:rtl/>
        </w:rPr>
        <w:t>هه</w:t>
      </w:r>
      <w:r>
        <w:rPr>
          <w:rtl/>
        </w:rPr>
        <w:t xml:space="preserve"> </w:t>
      </w:r>
    </w:p>
    <w:p w:rsidR="00DE2D7F" w:rsidRDefault="00DE2D7F" w:rsidP="00D07B54">
      <w:pPr>
        <w:pStyle w:val="libArabic"/>
        <w:rPr>
          <w:rtl/>
        </w:rPr>
      </w:pPr>
      <w:r>
        <w:rPr>
          <w:rtl/>
        </w:rPr>
        <w:t>ثمال اليتامى عصمة الارامل</w:t>
      </w:r>
    </w:p>
    <w:p w:rsidR="00DE2D7F" w:rsidRDefault="00DE2D7F" w:rsidP="00D07B54">
      <w:pPr>
        <w:pStyle w:val="libNormal"/>
        <w:rPr>
          <w:rtl/>
        </w:rPr>
      </w:pPr>
      <w:r>
        <w:rPr>
          <w:rtl/>
        </w:rPr>
        <w:t>'' وہ ايسا روشن چہرے والا ہے كہ بادل اس كى خاطر سے بارش برساتے ہي</w:t>
      </w:r>
      <w:r w:rsidR="007D6C9B">
        <w:rPr>
          <w:rtl/>
        </w:rPr>
        <w:t xml:space="preserve">ں </w:t>
      </w:r>
      <w:r>
        <w:rPr>
          <w:rtl/>
        </w:rPr>
        <w:t>وہ يتيمو</w:t>
      </w:r>
      <w:r w:rsidR="007D6C9B">
        <w:rPr>
          <w:rtl/>
        </w:rPr>
        <w:t xml:space="preserve">ں </w:t>
      </w:r>
      <w:r>
        <w:rPr>
          <w:rtl/>
        </w:rPr>
        <w:t>كى پناہ گاہ اور بيوائو</w:t>
      </w:r>
      <w:r w:rsidR="007D6C9B">
        <w:rPr>
          <w:rtl/>
        </w:rPr>
        <w:t xml:space="preserve">ں </w:t>
      </w:r>
      <w:r>
        <w:rPr>
          <w:rtl/>
        </w:rPr>
        <w:t>كے محافظ ہي</w:t>
      </w:r>
      <w:r w:rsidR="007D6C9B">
        <w:rPr>
          <w:rtl/>
        </w:rPr>
        <w:t xml:space="preserve">ں </w:t>
      </w:r>
      <w:r>
        <w:rPr>
          <w:rtl/>
        </w:rPr>
        <w:t xml:space="preserve">'' </w:t>
      </w:r>
    </w:p>
    <w:p w:rsidR="00DE2D7F" w:rsidRDefault="00DE2D7F" w:rsidP="00D07B54">
      <w:pPr>
        <w:pStyle w:val="libArabic"/>
        <w:rPr>
          <w:rtl/>
        </w:rPr>
      </w:pPr>
      <w:r>
        <w:rPr>
          <w:rtl/>
        </w:rPr>
        <w:t>يلوذ ب</w:t>
      </w:r>
      <w:r w:rsidR="003E5058" w:rsidRPr="007F58D3">
        <w:rPr>
          <w:rFonts w:hint="cs"/>
          <w:rtl/>
        </w:rPr>
        <w:t>ه</w:t>
      </w:r>
      <w:r>
        <w:rPr>
          <w:rtl/>
        </w:rPr>
        <w:t xml:space="preserve"> </w:t>
      </w:r>
      <w:r>
        <w:rPr>
          <w:rFonts w:hint="cs"/>
          <w:rtl/>
        </w:rPr>
        <w:t>ال</w:t>
      </w:r>
      <w:r w:rsidR="003E5058" w:rsidRPr="007F58D3">
        <w:rPr>
          <w:rFonts w:hint="cs"/>
          <w:rtl/>
        </w:rPr>
        <w:t>ه</w:t>
      </w:r>
      <w:r>
        <w:rPr>
          <w:rFonts w:hint="cs"/>
          <w:rtl/>
        </w:rPr>
        <w:t>لاك</w:t>
      </w:r>
      <w:r>
        <w:rPr>
          <w:rtl/>
        </w:rPr>
        <w:t xml:space="preserve"> </w:t>
      </w:r>
      <w:r>
        <w:rPr>
          <w:rFonts w:hint="cs"/>
          <w:rtl/>
        </w:rPr>
        <w:t>من</w:t>
      </w:r>
      <w:r>
        <w:rPr>
          <w:rtl/>
        </w:rPr>
        <w:t xml:space="preserve"> </w:t>
      </w:r>
      <w:r>
        <w:rPr>
          <w:rFonts w:hint="cs"/>
          <w:rtl/>
        </w:rPr>
        <w:t>آل</w:t>
      </w:r>
      <w:r>
        <w:rPr>
          <w:rtl/>
        </w:rPr>
        <w:t xml:space="preserve"> </w:t>
      </w:r>
      <w:r w:rsidR="003E5058" w:rsidRPr="007F58D3">
        <w:rPr>
          <w:rFonts w:hint="cs"/>
          <w:rtl/>
        </w:rPr>
        <w:t>ه</w:t>
      </w:r>
      <w:r>
        <w:rPr>
          <w:rFonts w:hint="cs"/>
          <w:rtl/>
        </w:rPr>
        <w:t>اشم</w:t>
      </w:r>
      <w:r>
        <w:rPr>
          <w:rtl/>
        </w:rPr>
        <w:t xml:space="preserve"> </w:t>
      </w:r>
    </w:p>
    <w:p w:rsidR="00DE2D7F" w:rsidRDefault="00DE2D7F" w:rsidP="00D07B54">
      <w:pPr>
        <w:pStyle w:val="libArabic"/>
        <w:rPr>
          <w:rtl/>
        </w:rPr>
      </w:pPr>
      <w:r>
        <w:rPr>
          <w:rtl/>
        </w:rPr>
        <w:t>ف</w:t>
      </w:r>
      <w:r w:rsidR="003E5058" w:rsidRPr="007F58D3">
        <w:rPr>
          <w:rFonts w:hint="cs"/>
          <w:rtl/>
        </w:rPr>
        <w:t>ه</w:t>
      </w:r>
      <w:r>
        <w:rPr>
          <w:rFonts w:hint="cs"/>
          <w:rtl/>
        </w:rPr>
        <w:t>م</w:t>
      </w:r>
      <w:r>
        <w:rPr>
          <w:rtl/>
        </w:rPr>
        <w:t xml:space="preserve"> </w:t>
      </w:r>
      <w:r>
        <w:rPr>
          <w:rFonts w:hint="cs"/>
          <w:rtl/>
        </w:rPr>
        <w:t>عند</w:t>
      </w:r>
      <w:r w:rsidR="003E5058" w:rsidRPr="007F58D3">
        <w:rPr>
          <w:rFonts w:hint="cs"/>
          <w:rtl/>
        </w:rPr>
        <w:t>ه</w:t>
      </w:r>
      <w:r>
        <w:rPr>
          <w:rtl/>
        </w:rPr>
        <w:t xml:space="preserve"> </w:t>
      </w:r>
      <w:r>
        <w:rPr>
          <w:rFonts w:hint="cs"/>
          <w:rtl/>
        </w:rPr>
        <w:t>فى</w:t>
      </w:r>
      <w:r>
        <w:rPr>
          <w:rtl/>
        </w:rPr>
        <w:t xml:space="preserve"> </w:t>
      </w:r>
      <w:r>
        <w:rPr>
          <w:rFonts w:hint="cs"/>
          <w:rtl/>
        </w:rPr>
        <w:t>نعمة</w:t>
      </w:r>
      <w:r>
        <w:rPr>
          <w:rtl/>
        </w:rPr>
        <w:t xml:space="preserve"> </w:t>
      </w:r>
      <w:r>
        <w:rPr>
          <w:rFonts w:hint="cs"/>
          <w:rtl/>
        </w:rPr>
        <w:t>و</w:t>
      </w:r>
      <w:r>
        <w:rPr>
          <w:rtl/>
        </w:rPr>
        <w:t xml:space="preserve"> </w:t>
      </w:r>
      <w:r>
        <w:rPr>
          <w:rFonts w:hint="cs"/>
          <w:rtl/>
        </w:rPr>
        <w:t>فواضل</w:t>
      </w:r>
      <w:r>
        <w:rPr>
          <w:rtl/>
        </w:rPr>
        <w:t xml:space="preserve"> </w:t>
      </w:r>
    </w:p>
    <w:p w:rsidR="00DE2D7F" w:rsidRDefault="00DE2D7F" w:rsidP="00D07B54">
      <w:pPr>
        <w:pStyle w:val="libNormal"/>
        <w:rPr>
          <w:rtl/>
        </w:rPr>
      </w:pPr>
      <w:r>
        <w:rPr>
          <w:rtl/>
        </w:rPr>
        <w:t>'' بنى ہاشم مي</w:t>
      </w:r>
      <w:r w:rsidR="007D6C9B">
        <w:rPr>
          <w:rtl/>
        </w:rPr>
        <w:t xml:space="preserve">ں </w:t>
      </w:r>
      <w:r>
        <w:rPr>
          <w:rtl/>
        </w:rPr>
        <w:t>سے جوچل بسے ہي</w:t>
      </w:r>
      <w:r w:rsidR="007D6C9B">
        <w:rPr>
          <w:rtl/>
        </w:rPr>
        <w:t xml:space="preserve">ں </w:t>
      </w:r>
      <w:r>
        <w:rPr>
          <w:rtl/>
        </w:rPr>
        <w:t>وہ اسى سے پناہ ليتے ہي</w:t>
      </w:r>
      <w:r w:rsidR="007D6C9B">
        <w:rPr>
          <w:rtl/>
        </w:rPr>
        <w:t xml:space="preserve">ں </w:t>
      </w:r>
      <w:r>
        <w:rPr>
          <w:rtl/>
        </w:rPr>
        <w:t>اور اسى كے صدقے مي</w:t>
      </w:r>
      <w:r w:rsidR="007D6C9B">
        <w:rPr>
          <w:rtl/>
        </w:rPr>
        <w:t xml:space="preserve">ں </w:t>
      </w:r>
      <w:r>
        <w:rPr>
          <w:rtl/>
        </w:rPr>
        <w:t>نعمتو</w:t>
      </w:r>
      <w:r w:rsidR="007D6C9B">
        <w:rPr>
          <w:rtl/>
        </w:rPr>
        <w:t xml:space="preserve">ں </w:t>
      </w:r>
      <w:r>
        <w:rPr>
          <w:rtl/>
        </w:rPr>
        <w:t>اور احسانات سے بہرہ مند ہوتے ہي</w:t>
      </w:r>
      <w:r w:rsidR="007D6C9B">
        <w:rPr>
          <w:rtl/>
        </w:rPr>
        <w:t xml:space="preserve">ں </w:t>
      </w:r>
      <w:r>
        <w:rPr>
          <w:rtl/>
        </w:rPr>
        <w:t xml:space="preserve">،، </w:t>
      </w:r>
    </w:p>
    <w:p w:rsidR="00A44498" w:rsidRDefault="001648F9" w:rsidP="00D07B54">
      <w:pPr>
        <w:pStyle w:val="libNormal"/>
        <w:rPr>
          <w:rtl/>
        </w:rPr>
      </w:pPr>
      <w:r>
        <w:rPr>
          <w:rtl/>
        </w:rPr>
        <w:t xml:space="preserve"> </w:t>
      </w:r>
      <w:r>
        <w:rPr>
          <w:rtl/>
        </w:rPr>
        <w:br w:type="page"/>
      </w:r>
    </w:p>
    <w:p w:rsidR="00A44498" w:rsidRDefault="00A44498" w:rsidP="00D07B54">
      <w:pPr>
        <w:pStyle w:val="libNormal"/>
        <w:rPr>
          <w:rtl/>
        </w:rPr>
      </w:pPr>
    </w:p>
    <w:p w:rsidR="00DE2D7F" w:rsidRDefault="00DE2D7F" w:rsidP="00D07B54">
      <w:pPr>
        <w:pStyle w:val="libNormal"/>
        <w:rPr>
          <w:rtl/>
        </w:rPr>
      </w:pPr>
      <w:r>
        <w:rPr>
          <w:rtl/>
        </w:rPr>
        <w:t xml:space="preserve">وميزان عدلہ يخيس شعيرة </w:t>
      </w:r>
    </w:p>
    <w:p w:rsidR="00DE2D7F" w:rsidRDefault="00DE2D7F" w:rsidP="00D07B54">
      <w:pPr>
        <w:pStyle w:val="libNormal"/>
        <w:rPr>
          <w:rtl/>
        </w:rPr>
      </w:pPr>
      <w:r>
        <w:rPr>
          <w:rtl/>
        </w:rPr>
        <w:t xml:space="preserve">ووزان صدق وزنہ غير ہائل </w:t>
      </w:r>
    </w:p>
    <w:p w:rsidR="00DE2D7F" w:rsidRDefault="00DE2D7F" w:rsidP="00D07B54">
      <w:pPr>
        <w:pStyle w:val="libNormal"/>
        <w:rPr>
          <w:rtl/>
        </w:rPr>
      </w:pPr>
      <w:r>
        <w:rPr>
          <w:rtl/>
        </w:rPr>
        <w:t>'' وہ ايك ايسى ميزان عدالت ہے كہ جو ايك جَوبرابر بھى ادھرادھر نہي</w:t>
      </w:r>
      <w:r w:rsidR="007D6C9B">
        <w:rPr>
          <w:rtl/>
        </w:rPr>
        <w:t xml:space="preserve">ں </w:t>
      </w:r>
      <w:r>
        <w:rPr>
          <w:rtl/>
        </w:rPr>
        <w:t>كرتا اور درست كامو</w:t>
      </w:r>
      <w:r w:rsidR="007D6C9B">
        <w:rPr>
          <w:rtl/>
        </w:rPr>
        <w:t xml:space="preserve">ں </w:t>
      </w:r>
      <w:r>
        <w:rPr>
          <w:rtl/>
        </w:rPr>
        <w:t>كا ايسا وزن كرنے والا ہے كہ جس كے وزن كرنے مي</w:t>
      </w:r>
      <w:r w:rsidR="007D6C9B">
        <w:rPr>
          <w:rtl/>
        </w:rPr>
        <w:t xml:space="preserve">ں </w:t>
      </w:r>
      <w:r>
        <w:rPr>
          <w:rtl/>
        </w:rPr>
        <w:t>كسى شك وشبہ كا خوف نہي</w:t>
      </w:r>
      <w:r w:rsidR="007D6C9B">
        <w:rPr>
          <w:rtl/>
        </w:rPr>
        <w:t xml:space="preserve">ں </w:t>
      </w:r>
      <w:r>
        <w:rPr>
          <w:rtl/>
        </w:rPr>
        <w:t xml:space="preserve">ہے '' </w:t>
      </w:r>
    </w:p>
    <w:p w:rsidR="00DE2D7F" w:rsidRDefault="00DE2D7F" w:rsidP="00D07B54">
      <w:pPr>
        <w:pStyle w:val="libNormal"/>
        <w:rPr>
          <w:rtl/>
        </w:rPr>
      </w:pPr>
      <w:r>
        <w:rPr>
          <w:rtl/>
        </w:rPr>
        <w:t>قحط سالى كے وقت قريش كا ابوطالب كى طرف متوجہ ہونا اور ابوطالب كا خدا كو آنحضرت كے حق كا واسطہ دينا شہرستانى كے علاوہ اور دوسرے بہت سے عظيم مورخين نے بھى نقل كيا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A44498" w:rsidRDefault="00DE2D7F" w:rsidP="00D07B54">
      <w:pPr>
        <w:pStyle w:val="Heading2Center"/>
        <w:rPr>
          <w:rtl/>
        </w:rPr>
      </w:pPr>
      <w:bookmarkStart w:id="320" w:name="_Toc7268717"/>
      <w:r>
        <w:rPr>
          <w:rtl/>
        </w:rPr>
        <w:t>اشعار ابوطالب زندہ گواہ</w:t>
      </w:r>
      <w:bookmarkEnd w:id="320"/>
    </w:p>
    <w:p w:rsidR="00DE2D7F" w:rsidRDefault="00DE2D7F" w:rsidP="00D07B54">
      <w:pPr>
        <w:pStyle w:val="libNormal"/>
        <w:rPr>
          <w:rtl/>
        </w:rPr>
      </w:pPr>
      <w:r>
        <w:rPr>
          <w:rtl/>
        </w:rPr>
        <w:t xml:space="preserve"> </w:t>
      </w:r>
      <w:r w:rsidR="00E664BB">
        <w:rPr>
          <w:rtl/>
        </w:rPr>
        <w:t>2</w:t>
      </w:r>
      <w:r>
        <w:rPr>
          <w:rtl/>
        </w:rPr>
        <w:t>_اس كے علاوہ مشہور اسلامى كتابو</w:t>
      </w:r>
      <w:r w:rsidR="007D6C9B">
        <w:rPr>
          <w:rtl/>
        </w:rPr>
        <w:t xml:space="preserve">ں </w:t>
      </w:r>
      <w:r>
        <w:rPr>
          <w:rtl/>
        </w:rPr>
        <w:t>مي</w:t>
      </w:r>
      <w:r w:rsidR="007D6C9B">
        <w:rPr>
          <w:rtl/>
        </w:rPr>
        <w:t xml:space="preserve">ں </w:t>
      </w:r>
      <w:r>
        <w:rPr>
          <w:rtl/>
        </w:rPr>
        <w:t>ابوطالب كے بہت سے اشعار ايسے ہي</w:t>
      </w:r>
      <w:r w:rsidR="007D6C9B">
        <w:rPr>
          <w:rtl/>
        </w:rPr>
        <w:t xml:space="preserve">ں </w:t>
      </w:r>
      <w:r>
        <w:rPr>
          <w:rtl/>
        </w:rPr>
        <w:t>جو ہمارى دسترس مي</w:t>
      </w:r>
      <w:r w:rsidR="007D6C9B">
        <w:rPr>
          <w:rtl/>
        </w:rPr>
        <w:t xml:space="preserve">ں </w:t>
      </w:r>
      <w:r>
        <w:rPr>
          <w:rtl/>
        </w:rPr>
        <w:t>ہي</w:t>
      </w:r>
      <w:r w:rsidR="007D6C9B">
        <w:rPr>
          <w:rtl/>
        </w:rPr>
        <w:t xml:space="preserve">ں </w:t>
      </w:r>
      <w:r>
        <w:rPr>
          <w:rtl/>
        </w:rPr>
        <w:t>ان مي</w:t>
      </w:r>
      <w:r w:rsidR="007D6C9B">
        <w:rPr>
          <w:rtl/>
        </w:rPr>
        <w:t xml:space="preserve">ں </w:t>
      </w:r>
      <w:r>
        <w:rPr>
          <w:rtl/>
        </w:rPr>
        <w:t>سے كچھ اشعار ہم ذيل مي</w:t>
      </w:r>
      <w:r w:rsidR="007D6C9B">
        <w:rPr>
          <w:rtl/>
        </w:rPr>
        <w:t xml:space="preserve">ں </w:t>
      </w:r>
      <w:r>
        <w:rPr>
          <w:rtl/>
        </w:rPr>
        <w:t>پيش كررہے ہي</w:t>
      </w:r>
      <w:r w:rsidR="007D6C9B">
        <w:rPr>
          <w:rtl/>
        </w:rPr>
        <w:t xml:space="preserve">ں </w:t>
      </w:r>
      <w:r>
        <w:rPr>
          <w:rtl/>
        </w:rPr>
        <w:t xml:space="preserve">: </w:t>
      </w:r>
    </w:p>
    <w:p w:rsidR="00DE2D7F" w:rsidRDefault="00DE2D7F" w:rsidP="00D07B54">
      <w:pPr>
        <w:pStyle w:val="libArabic"/>
        <w:rPr>
          <w:rtl/>
        </w:rPr>
      </w:pPr>
      <w:r>
        <w:rPr>
          <w:rtl/>
        </w:rPr>
        <w:t>والله ان يصلواليك بجمع</w:t>
      </w:r>
      <w:r w:rsidR="003E5058" w:rsidRPr="007F58D3">
        <w:rPr>
          <w:rFonts w:hint="cs"/>
          <w:rtl/>
        </w:rPr>
        <w:t>ه</w:t>
      </w:r>
      <w:r>
        <w:rPr>
          <w:rFonts w:hint="cs"/>
          <w:rtl/>
        </w:rPr>
        <w:t>م</w:t>
      </w:r>
      <w:r>
        <w:rPr>
          <w:rtl/>
        </w:rPr>
        <w:t xml:space="preserve"> </w:t>
      </w:r>
    </w:p>
    <w:p w:rsidR="00DE2D7F" w:rsidRDefault="00DE2D7F" w:rsidP="00D07B54">
      <w:pPr>
        <w:pStyle w:val="libArabic"/>
        <w:rPr>
          <w:rtl/>
        </w:rPr>
      </w:pPr>
      <w:r>
        <w:rPr>
          <w:rtl/>
        </w:rPr>
        <w:t xml:space="preserve">حتى اوسدفى التراب دفينا </w:t>
      </w:r>
    </w:p>
    <w:p w:rsidR="00DE2D7F" w:rsidRDefault="00DE2D7F" w:rsidP="00D07B54">
      <w:pPr>
        <w:pStyle w:val="libNormal"/>
        <w:rPr>
          <w:rtl/>
        </w:rPr>
      </w:pPr>
      <w:r>
        <w:rPr>
          <w:rtl/>
        </w:rPr>
        <w:t>''اے ميرے بھتيجے خدا كى قسم جب تك ابوطالب مٹى مي</w:t>
      </w:r>
      <w:r w:rsidR="007D6C9B">
        <w:rPr>
          <w:rtl/>
        </w:rPr>
        <w:t xml:space="preserve">ں </w:t>
      </w:r>
      <w:r>
        <w:rPr>
          <w:rtl/>
        </w:rPr>
        <w:t>نہ سوجائے اور لحد كو اپنا بستر نہ بنالے دشمن ہرگز ہرگز تجھ تك نہي</w:t>
      </w:r>
      <w:r w:rsidR="007D6C9B">
        <w:rPr>
          <w:rtl/>
        </w:rPr>
        <w:t xml:space="preserve">ں </w:t>
      </w:r>
      <w:r>
        <w:rPr>
          <w:rtl/>
        </w:rPr>
        <w:t>پہنچ سكي</w:t>
      </w:r>
      <w:r w:rsidR="007D6C9B">
        <w:rPr>
          <w:rtl/>
        </w:rPr>
        <w:t xml:space="preserve">ں </w:t>
      </w:r>
      <w:r>
        <w:rPr>
          <w:rtl/>
        </w:rPr>
        <w:t xml:space="preserve">گے'' </w:t>
      </w:r>
    </w:p>
    <w:p w:rsidR="00DE2D7F" w:rsidRDefault="00DE2D7F" w:rsidP="00D07B54">
      <w:pPr>
        <w:pStyle w:val="libArabic"/>
        <w:rPr>
          <w:rtl/>
        </w:rPr>
      </w:pPr>
      <w:r>
        <w:rPr>
          <w:rtl/>
        </w:rPr>
        <w:t>فاصدع بامرك ماعليك غضاضت</w:t>
      </w:r>
      <w:r w:rsidR="003E5058" w:rsidRPr="007F58D3">
        <w:rPr>
          <w:rFonts w:hint="cs"/>
          <w:rtl/>
        </w:rPr>
        <w:t>ه</w:t>
      </w:r>
    </w:p>
    <w:p w:rsidR="00DE2D7F" w:rsidRDefault="00DE2D7F" w:rsidP="00D07B54">
      <w:pPr>
        <w:pStyle w:val="libArabic"/>
        <w:rPr>
          <w:rtl/>
        </w:rPr>
      </w:pPr>
      <w:r>
        <w:rPr>
          <w:rtl/>
        </w:rPr>
        <w:t xml:space="preserve">وابشربذاك وقرمنك عيونا </w:t>
      </w:r>
    </w:p>
    <w:p w:rsidR="00DE2D7F" w:rsidRDefault="00DE2D7F" w:rsidP="00D07B54">
      <w:pPr>
        <w:pStyle w:val="libNormal"/>
        <w:rPr>
          <w:rtl/>
        </w:rPr>
      </w:pPr>
      <w:r>
        <w:rPr>
          <w:rtl/>
        </w:rPr>
        <w:t>''لہذا كسى چيز سے نہ ڈراور اپنى ذمہ دارى اور ماموريت كا ابلاع كر، بشارت دے اور آنكھو</w:t>
      </w:r>
      <w:r w:rsidR="007D6C9B">
        <w:rPr>
          <w:rtl/>
        </w:rPr>
        <w:t xml:space="preserve">ں </w:t>
      </w:r>
      <w:r>
        <w:rPr>
          <w:rtl/>
        </w:rPr>
        <w:t xml:space="preserve">كو ٹھنڈا كر''_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علامہ امينى نے اسے اپنى كتاب''الغدير'' مي</w:t>
      </w:r>
      <w:r w:rsidR="007D6C9B">
        <w:rPr>
          <w:rtl/>
        </w:rPr>
        <w:t xml:space="preserve">ں </w:t>
      </w:r>
      <w:r>
        <w:rPr>
          <w:rtl/>
        </w:rPr>
        <w:t xml:space="preserve">'' شرح بخاري'' ،''المواہب اللدنيہ'' ،'' الخصائص الكبرى '' ،'' شرح بہجتہ المحافل'' ،''سيرہ حلبي''، '' سيرہ نبوي'' اور '' طلبتہ الطالب'' سے نقل كيا ہے </w:t>
      </w:r>
    </w:p>
    <w:p w:rsidR="00A44498" w:rsidRDefault="001648F9" w:rsidP="00D07B54">
      <w:pPr>
        <w:pStyle w:val="libNormal"/>
        <w:rPr>
          <w:rtl/>
        </w:rPr>
      </w:pPr>
      <w:r>
        <w:rPr>
          <w:rtl/>
        </w:rPr>
        <w:t xml:space="preserve"> </w:t>
      </w:r>
      <w:r>
        <w:rPr>
          <w:rtl/>
        </w:rPr>
        <w:br w:type="page"/>
      </w:r>
    </w:p>
    <w:p w:rsidR="00A44498" w:rsidRDefault="00A44498" w:rsidP="00D07B54">
      <w:pPr>
        <w:pStyle w:val="libNormal"/>
        <w:rPr>
          <w:rtl/>
        </w:rPr>
      </w:pPr>
    </w:p>
    <w:p w:rsidR="00DE2D7F" w:rsidRDefault="00DE2D7F" w:rsidP="00D07B54">
      <w:pPr>
        <w:pStyle w:val="libArabic"/>
        <w:rPr>
          <w:rtl/>
        </w:rPr>
      </w:pPr>
      <w:r>
        <w:rPr>
          <w:rtl/>
        </w:rPr>
        <w:t>ودعوتنى وعلمت انك ناصحي</w:t>
      </w:r>
    </w:p>
    <w:p w:rsidR="00DE2D7F" w:rsidRDefault="00DE2D7F" w:rsidP="00D07B54">
      <w:pPr>
        <w:pStyle w:val="libArabic"/>
        <w:rPr>
          <w:rtl/>
        </w:rPr>
      </w:pPr>
      <w:r>
        <w:rPr>
          <w:rtl/>
        </w:rPr>
        <w:t>ولقد دعوت وكنت ثم امينا</w:t>
      </w:r>
    </w:p>
    <w:p w:rsidR="00DE2D7F" w:rsidRDefault="00DE2D7F" w:rsidP="00D07B54">
      <w:pPr>
        <w:pStyle w:val="libNormal"/>
        <w:rPr>
          <w:rtl/>
        </w:rPr>
      </w:pPr>
      <w:r>
        <w:rPr>
          <w:rtl/>
        </w:rPr>
        <w:t>''تونے مجھے اپنے مكتب كى دعوت دى اور مجھے اچھى طرح معلوم ہے كہ تيرا ہدف ومقصد صرف پندو نصيحت كرنا اور بيدار كرنا ہے، تو اپنى دعوت مي</w:t>
      </w:r>
      <w:r w:rsidR="007D6C9B">
        <w:rPr>
          <w:rtl/>
        </w:rPr>
        <w:t xml:space="preserve">ں </w:t>
      </w:r>
      <w:r>
        <w:rPr>
          <w:rtl/>
        </w:rPr>
        <w:t xml:space="preserve">امين اور صحيح ہے'' </w:t>
      </w:r>
    </w:p>
    <w:p w:rsidR="00DE2D7F" w:rsidRDefault="00DE2D7F" w:rsidP="00D07B54">
      <w:pPr>
        <w:pStyle w:val="libArabic"/>
        <w:rPr>
          <w:rtl/>
        </w:rPr>
      </w:pPr>
      <w:r>
        <w:rPr>
          <w:rtl/>
        </w:rPr>
        <w:t>ولقد علمت ان دين محمد(ص)</w:t>
      </w:r>
    </w:p>
    <w:p w:rsidR="00DE2D7F" w:rsidRDefault="00DE2D7F" w:rsidP="00D07B54">
      <w:pPr>
        <w:pStyle w:val="libArabic"/>
        <w:rPr>
          <w:rtl/>
        </w:rPr>
      </w:pPr>
      <w:r>
        <w:rPr>
          <w:rtl/>
        </w:rPr>
        <w:t>من خير اديان البرية ديناً</w:t>
      </w:r>
    </w:p>
    <w:p w:rsidR="00DE2D7F" w:rsidRDefault="00DE2D7F" w:rsidP="00D07B54">
      <w:pPr>
        <w:pStyle w:val="libNormal"/>
        <w:rPr>
          <w:rtl/>
        </w:rPr>
      </w:pPr>
      <w:r>
        <w:rPr>
          <w:rtl/>
        </w:rPr>
        <w:t>'' مي</w:t>
      </w:r>
      <w:r w:rsidR="007D6C9B">
        <w:rPr>
          <w:rtl/>
        </w:rPr>
        <w:t xml:space="preserve">ں </w:t>
      </w:r>
      <w:r>
        <w:rPr>
          <w:rtl/>
        </w:rPr>
        <w:t>يہ بھى جانتا ہو</w:t>
      </w:r>
      <w:r w:rsidR="007D6C9B">
        <w:rPr>
          <w:rtl/>
        </w:rPr>
        <w:t xml:space="preserve">ں </w:t>
      </w:r>
      <w:r>
        <w:rPr>
          <w:rtl/>
        </w:rPr>
        <w:t>كہ محمد كا دين ومكتب تمام دينو</w:t>
      </w:r>
      <w:r w:rsidR="007D6C9B">
        <w:rPr>
          <w:rtl/>
        </w:rPr>
        <w:t xml:space="preserve">ں </w:t>
      </w:r>
      <w:r>
        <w:rPr>
          <w:rtl/>
        </w:rPr>
        <w:t>اور مكتبو</w:t>
      </w:r>
      <w:r w:rsidR="007D6C9B">
        <w:rPr>
          <w:rtl/>
        </w:rPr>
        <w:t xml:space="preserve">ں </w:t>
      </w:r>
      <w:r>
        <w:rPr>
          <w:rtl/>
        </w:rPr>
        <w:t>مي</w:t>
      </w:r>
      <w:r w:rsidR="007D6C9B">
        <w:rPr>
          <w:rtl/>
        </w:rPr>
        <w:t xml:space="preserve">ں </w:t>
      </w:r>
      <w:r>
        <w:rPr>
          <w:rtl/>
        </w:rPr>
        <w:t xml:space="preserve">سب سے بہتردين ہے''_ </w:t>
      </w:r>
    </w:p>
    <w:p w:rsidR="00DE2D7F" w:rsidRDefault="00DE2D7F" w:rsidP="00D07B54">
      <w:pPr>
        <w:pStyle w:val="libNormal"/>
        <w:rPr>
          <w:rtl/>
        </w:rPr>
      </w:pPr>
      <w:r>
        <w:rPr>
          <w:rtl/>
        </w:rPr>
        <w:t>اور يہ اشعار بھى انہو</w:t>
      </w:r>
      <w:r w:rsidR="007D6C9B">
        <w:rPr>
          <w:rtl/>
        </w:rPr>
        <w:t xml:space="preserve">ں </w:t>
      </w:r>
      <w:r>
        <w:rPr>
          <w:rtl/>
        </w:rPr>
        <w:t>نے ہى ارشاد فرمائے ہي</w:t>
      </w:r>
      <w:r w:rsidR="007D6C9B">
        <w:rPr>
          <w:rtl/>
        </w:rPr>
        <w:t xml:space="preserve">ں </w:t>
      </w:r>
      <w:r>
        <w:rPr>
          <w:rtl/>
        </w:rPr>
        <w:t xml:space="preserve">: </w:t>
      </w:r>
    </w:p>
    <w:p w:rsidR="00DE2D7F" w:rsidRDefault="00DE2D7F" w:rsidP="00D07B54">
      <w:pPr>
        <w:pStyle w:val="libArabic"/>
        <w:rPr>
          <w:rtl/>
        </w:rPr>
      </w:pPr>
      <w:r>
        <w:rPr>
          <w:rtl/>
        </w:rPr>
        <w:t>الم تعلمواانا وجدنا محمد اً</w:t>
      </w:r>
    </w:p>
    <w:p w:rsidR="00DE2D7F" w:rsidRDefault="00DE2D7F" w:rsidP="00D07B54">
      <w:pPr>
        <w:pStyle w:val="libArabic"/>
        <w:rPr>
          <w:rtl/>
        </w:rPr>
      </w:pPr>
      <w:r>
        <w:rPr>
          <w:rtl/>
        </w:rPr>
        <w:t>رسولا كموسى خط فى اول الكتب</w:t>
      </w:r>
    </w:p>
    <w:p w:rsidR="00DE2D7F" w:rsidRDefault="00DE2D7F" w:rsidP="00D07B54">
      <w:pPr>
        <w:pStyle w:val="libNormal"/>
        <w:rPr>
          <w:rtl/>
        </w:rPr>
      </w:pPr>
      <w:r>
        <w:rPr>
          <w:rtl/>
        </w:rPr>
        <w:t>'' اے قريش كيا تمہي</w:t>
      </w:r>
      <w:r w:rsidR="007D6C9B">
        <w:rPr>
          <w:rtl/>
        </w:rPr>
        <w:t xml:space="preserve">ں </w:t>
      </w:r>
      <w:r>
        <w:rPr>
          <w:rtl/>
        </w:rPr>
        <w:t>معلوم نہي</w:t>
      </w:r>
      <w:r w:rsidR="007D6C9B">
        <w:rPr>
          <w:rtl/>
        </w:rPr>
        <w:t xml:space="preserve">ں </w:t>
      </w:r>
      <w:r>
        <w:rPr>
          <w:rtl/>
        </w:rPr>
        <w:t>ہے كہ محمد( (ص) )موسى (عليہ السلام) كى مثل ہي</w:t>
      </w:r>
      <w:r w:rsidR="007D6C9B">
        <w:rPr>
          <w:rtl/>
        </w:rPr>
        <w:t xml:space="preserve">ں </w:t>
      </w:r>
      <w:r>
        <w:rPr>
          <w:rtl/>
        </w:rPr>
        <w:t>اور موسى عليہ السلام كے مانند خدا كے پيغمبر اور رسول ہي</w:t>
      </w:r>
      <w:r w:rsidR="007D6C9B">
        <w:rPr>
          <w:rtl/>
        </w:rPr>
        <w:t xml:space="preserve">ں </w:t>
      </w:r>
      <w:r>
        <w:rPr>
          <w:rtl/>
        </w:rPr>
        <w:t>جن كے آنے كى پيشين گوئي پہلى آسمانى كتابو</w:t>
      </w:r>
      <w:r w:rsidR="007D6C9B">
        <w:rPr>
          <w:rtl/>
        </w:rPr>
        <w:t xml:space="preserve">ں </w:t>
      </w:r>
      <w:r>
        <w:rPr>
          <w:rtl/>
        </w:rPr>
        <w:t>مي</w:t>
      </w:r>
      <w:r w:rsidR="007D6C9B">
        <w:rPr>
          <w:rtl/>
        </w:rPr>
        <w:t xml:space="preserve">ں </w:t>
      </w:r>
      <w:r>
        <w:rPr>
          <w:rtl/>
        </w:rPr>
        <w:t xml:space="preserve">لكھى ہوئي ہے اور ہم نے اسے پالياہے''_ </w:t>
      </w:r>
    </w:p>
    <w:p w:rsidR="00DE2D7F" w:rsidRDefault="00DE2D7F" w:rsidP="00D07B54">
      <w:pPr>
        <w:pStyle w:val="libArabic"/>
        <w:rPr>
          <w:rtl/>
        </w:rPr>
      </w:pPr>
      <w:r>
        <w:rPr>
          <w:rtl/>
        </w:rPr>
        <w:t>وان علي</w:t>
      </w:r>
      <w:r w:rsidR="003E5058" w:rsidRPr="007F58D3">
        <w:rPr>
          <w:rFonts w:hint="cs"/>
          <w:rtl/>
        </w:rPr>
        <w:t>ه</w:t>
      </w:r>
      <w:r>
        <w:rPr>
          <w:rtl/>
        </w:rPr>
        <w:t xml:space="preserve"> </w:t>
      </w:r>
      <w:r>
        <w:rPr>
          <w:rFonts w:hint="cs"/>
          <w:rtl/>
        </w:rPr>
        <w:t>فى</w:t>
      </w:r>
      <w:r>
        <w:rPr>
          <w:rtl/>
        </w:rPr>
        <w:t xml:space="preserve"> </w:t>
      </w:r>
      <w:r>
        <w:rPr>
          <w:rFonts w:hint="cs"/>
          <w:rtl/>
        </w:rPr>
        <w:t>العباد</w:t>
      </w:r>
      <w:r>
        <w:rPr>
          <w:rtl/>
        </w:rPr>
        <w:t xml:space="preserve"> </w:t>
      </w:r>
      <w:r>
        <w:rPr>
          <w:rFonts w:hint="cs"/>
          <w:rtl/>
        </w:rPr>
        <w:t>محبة</w:t>
      </w:r>
    </w:p>
    <w:p w:rsidR="00DE2D7F" w:rsidRDefault="00DE2D7F" w:rsidP="00D07B54">
      <w:pPr>
        <w:pStyle w:val="libArabic"/>
        <w:rPr>
          <w:rtl/>
        </w:rPr>
      </w:pPr>
      <w:r>
        <w:rPr>
          <w:rtl/>
        </w:rPr>
        <w:t>ولاحيف فى من خص</w:t>
      </w:r>
      <w:r w:rsidR="003E5058" w:rsidRPr="007F58D3">
        <w:rPr>
          <w:rFonts w:hint="cs"/>
          <w:rtl/>
        </w:rPr>
        <w:t>ه</w:t>
      </w:r>
      <w:r>
        <w:rPr>
          <w:rtl/>
        </w:rPr>
        <w:t xml:space="preserve"> </w:t>
      </w:r>
      <w:r>
        <w:rPr>
          <w:rFonts w:hint="cs"/>
          <w:rtl/>
        </w:rPr>
        <w:t>الل</w:t>
      </w:r>
      <w:r w:rsidR="003E5058" w:rsidRPr="007F58D3">
        <w:rPr>
          <w:rFonts w:hint="cs"/>
          <w:rtl/>
        </w:rPr>
        <w:t>ه</w:t>
      </w:r>
      <w:r>
        <w:rPr>
          <w:rtl/>
        </w:rPr>
        <w:t xml:space="preserve"> </w:t>
      </w:r>
      <w:r>
        <w:rPr>
          <w:rFonts w:hint="cs"/>
          <w:rtl/>
        </w:rPr>
        <w:t>فى</w:t>
      </w:r>
      <w:r>
        <w:rPr>
          <w:rtl/>
        </w:rPr>
        <w:t xml:space="preserve"> </w:t>
      </w:r>
      <w:r>
        <w:rPr>
          <w:rFonts w:hint="cs"/>
          <w:rtl/>
        </w:rPr>
        <w:t>الحب</w:t>
      </w:r>
    </w:p>
    <w:p w:rsidR="00DE2D7F" w:rsidRDefault="00DE2D7F" w:rsidP="00D07B54">
      <w:pPr>
        <w:pStyle w:val="libNormal"/>
        <w:rPr>
          <w:rtl/>
        </w:rPr>
      </w:pPr>
      <w:r>
        <w:rPr>
          <w:rtl/>
        </w:rPr>
        <w:t>'' خدا كے بندے اس سے خاص لگائو ركھتے ہي</w:t>
      </w:r>
      <w:r w:rsidR="007D6C9B">
        <w:rPr>
          <w:rtl/>
        </w:rPr>
        <w:t xml:space="preserve">ں </w:t>
      </w:r>
      <w:r>
        <w:rPr>
          <w:rtl/>
        </w:rPr>
        <w:t>اور جسے خدا وندمتعال نے اپنى محبت كے لئے مخصوص كرليا ہو اس شخص سے يہ لگائوبے موقع نہي</w:t>
      </w:r>
      <w:r w:rsidR="007D6C9B">
        <w:rPr>
          <w:rtl/>
        </w:rPr>
        <w:t xml:space="preserve">ں </w:t>
      </w:r>
      <w:r>
        <w:rPr>
          <w:rtl/>
        </w:rPr>
        <w:t xml:space="preserve">ہے_'' </w:t>
      </w:r>
    </w:p>
    <w:p w:rsidR="00DE2D7F" w:rsidRDefault="00DE2D7F" w:rsidP="00D07B54">
      <w:pPr>
        <w:pStyle w:val="libNormal"/>
        <w:rPr>
          <w:rtl/>
        </w:rPr>
      </w:pPr>
      <w:r>
        <w:rPr>
          <w:rtl/>
        </w:rPr>
        <w:t>ابن ابى الحديد نے جناب ابوطالب كے كافى اشعار نقل كرنے كے بعد (كہ جن كے مجموعہ كو ابن شہر آشوب نے '' متشابہات القرآن'' مي</w:t>
      </w:r>
      <w:r w:rsidR="007D6C9B">
        <w:rPr>
          <w:rtl/>
        </w:rPr>
        <w:t xml:space="preserve">ں </w:t>
      </w:r>
      <w:r>
        <w:rPr>
          <w:rtl/>
        </w:rPr>
        <w:t>تين ہزار اشعار كہا ہے) كہتا ہے : ''ان تمام اشعار كے مطالعہ سے ہمارے لئے كسى قسم كے شك وشبہ كى كوئي گنجا</w:t>
      </w:r>
      <w:r w:rsidR="00091C36">
        <w:rPr>
          <w:rtl/>
        </w:rPr>
        <w:t xml:space="preserve">ئش </w:t>
      </w:r>
      <w:r>
        <w:rPr>
          <w:rtl/>
        </w:rPr>
        <w:t xml:space="preserve"> باقى نہي</w:t>
      </w:r>
      <w:r w:rsidR="007D6C9B">
        <w:rPr>
          <w:rtl/>
        </w:rPr>
        <w:t xml:space="preserve">ں </w:t>
      </w:r>
      <w:r>
        <w:rPr>
          <w:rtl/>
        </w:rPr>
        <w:t xml:space="preserve">رہ جاتى كہ ابوطالب اپنے بھتيجے كے دين پر ايمان </w:t>
      </w:r>
    </w:p>
    <w:p w:rsidR="00A44498" w:rsidRDefault="001648F9" w:rsidP="00D07B54">
      <w:pPr>
        <w:pStyle w:val="libNormal"/>
        <w:rPr>
          <w:rtl/>
        </w:rPr>
      </w:pPr>
      <w:r>
        <w:rPr>
          <w:rtl/>
        </w:rPr>
        <w:t xml:space="preserve"> </w:t>
      </w:r>
      <w:r>
        <w:rPr>
          <w:rtl/>
        </w:rPr>
        <w:br w:type="page"/>
      </w:r>
    </w:p>
    <w:p w:rsidR="00A44498" w:rsidRDefault="00A44498" w:rsidP="00D07B54">
      <w:pPr>
        <w:pStyle w:val="libNormal"/>
        <w:rPr>
          <w:rtl/>
        </w:rPr>
      </w:pPr>
    </w:p>
    <w:p w:rsidR="00DE2D7F" w:rsidRDefault="00DE2D7F" w:rsidP="00D07B54">
      <w:pPr>
        <w:pStyle w:val="libNormal"/>
        <w:rPr>
          <w:rtl/>
        </w:rPr>
      </w:pPr>
      <w:r>
        <w:rPr>
          <w:rtl/>
        </w:rPr>
        <w:t xml:space="preserve">ركھتے تھے''_ </w:t>
      </w:r>
    </w:p>
    <w:p w:rsidR="00DE2D7F" w:rsidRDefault="00E664BB" w:rsidP="00D07B54">
      <w:pPr>
        <w:pStyle w:val="libNormal"/>
        <w:rPr>
          <w:rtl/>
        </w:rPr>
      </w:pPr>
      <w:r>
        <w:rPr>
          <w:rtl/>
        </w:rPr>
        <w:t>3</w:t>
      </w:r>
      <w:r w:rsidR="00DE2D7F">
        <w:rPr>
          <w:rtl/>
        </w:rPr>
        <w:t>_ پيغمبر اكرم (ص) سے بہت سى ايسى احاديث بھى نقل ہوئي ہي</w:t>
      </w:r>
      <w:r w:rsidR="007D6C9B">
        <w:rPr>
          <w:rtl/>
        </w:rPr>
        <w:t xml:space="preserve">ں </w:t>
      </w:r>
      <w:r w:rsidR="00DE2D7F">
        <w:rPr>
          <w:rtl/>
        </w:rPr>
        <w:t>جو آنحضرت (ص) كى ان كے فدا كار چچا ابوطالب كے ايمان پر گواہى ديتى ہي</w:t>
      </w:r>
      <w:r w:rsidR="007D6C9B">
        <w:rPr>
          <w:rtl/>
        </w:rPr>
        <w:t xml:space="preserve">ں </w:t>
      </w:r>
      <w:r w:rsidR="00DE2D7F">
        <w:rPr>
          <w:rtl/>
        </w:rPr>
        <w:t>منجملہ ان كے كتاب '' ابوطالب مومن قريش'' كے مولف كى نقل كے مطابق ايك يہ ہے كہ جب ابوطالب كى وفات ہوگئي تو پيغمبر اكرم (ص) نے ان كى تشيع جنازہ كے بعد اس سوگوارى كے ضمن مي</w:t>
      </w:r>
      <w:r w:rsidR="007D6C9B">
        <w:rPr>
          <w:rtl/>
        </w:rPr>
        <w:t xml:space="preserve">ں </w:t>
      </w:r>
      <w:r w:rsidR="00DE2D7F">
        <w:rPr>
          <w:rtl/>
        </w:rPr>
        <w:t>جو اپنے چچا كى وفات كى مصيبت مي</w:t>
      </w:r>
      <w:r w:rsidR="007D6C9B">
        <w:rPr>
          <w:rtl/>
        </w:rPr>
        <w:t xml:space="preserve">ں </w:t>
      </w:r>
      <w:r w:rsidR="00DE2D7F">
        <w:rPr>
          <w:rtl/>
        </w:rPr>
        <w:t xml:space="preserve">آپ كررہے تھے آپ يہ بھى كہتے تھے: </w:t>
      </w:r>
    </w:p>
    <w:p w:rsidR="00DE2D7F" w:rsidRDefault="00DE2D7F" w:rsidP="00D07B54">
      <w:pPr>
        <w:pStyle w:val="libNormal"/>
        <w:rPr>
          <w:rtl/>
        </w:rPr>
      </w:pPr>
      <w:r>
        <w:rPr>
          <w:rtl/>
        </w:rPr>
        <w:t>''ہائے ميرے بابا ہائے ابوطالب مي</w:t>
      </w:r>
      <w:r w:rsidR="007D6C9B">
        <w:rPr>
          <w:rtl/>
        </w:rPr>
        <w:t xml:space="preserve">ں </w:t>
      </w:r>
      <w:r>
        <w:rPr>
          <w:rtl/>
        </w:rPr>
        <w:t>آپ كى وفات سے كس قدر غمگين ہو</w:t>
      </w:r>
      <w:r w:rsidR="007D6C9B">
        <w:rPr>
          <w:rtl/>
        </w:rPr>
        <w:t xml:space="preserve">ں </w:t>
      </w:r>
      <w:r>
        <w:rPr>
          <w:rtl/>
        </w:rPr>
        <w:t>كس طرح آپ كى مصيبت كو مي</w:t>
      </w:r>
      <w:r w:rsidR="007D6C9B">
        <w:rPr>
          <w:rtl/>
        </w:rPr>
        <w:t xml:space="preserve">ں </w:t>
      </w:r>
      <w:r>
        <w:rPr>
          <w:rtl/>
        </w:rPr>
        <w:t>بھول جائو</w:t>
      </w:r>
      <w:r w:rsidR="007D6C9B">
        <w:rPr>
          <w:rtl/>
        </w:rPr>
        <w:t xml:space="preserve">ں </w:t>
      </w:r>
      <w:r>
        <w:rPr>
          <w:rtl/>
        </w:rPr>
        <w:t>، اے وہ شخص جس نے بچپن مي</w:t>
      </w:r>
      <w:r w:rsidR="007D6C9B">
        <w:rPr>
          <w:rtl/>
        </w:rPr>
        <w:t xml:space="preserve">ں </w:t>
      </w:r>
      <w:r>
        <w:rPr>
          <w:rtl/>
        </w:rPr>
        <w:t>ميرى پرورش اور تربيت كى اور بڑے ہونے پر ميرى دعوت پر لبيك كہى ، مي</w:t>
      </w:r>
      <w:r w:rsidR="007D6C9B">
        <w:rPr>
          <w:rtl/>
        </w:rPr>
        <w:t xml:space="preserve">ں </w:t>
      </w:r>
      <w:r>
        <w:rPr>
          <w:rtl/>
        </w:rPr>
        <w:t>آپ كے نزديك اس طرح تھا جيسے آنكھ خانہ چشم مي</w:t>
      </w:r>
      <w:r w:rsidR="007D6C9B">
        <w:rPr>
          <w:rtl/>
        </w:rPr>
        <w:t xml:space="preserve">ں </w:t>
      </w:r>
      <w:r>
        <w:rPr>
          <w:rtl/>
        </w:rPr>
        <w:t>اور روح بدن مي</w:t>
      </w:r>
      <w:r w:rsidR="007D6C9B">
        <w:rPr>
          <w:rtl/>
        </w:rPr>
        <w:t xml:space="preserve">ں </w:t>
      </w:r>
      <w:r>
        <w:rPr>
          <w:rtl/>
        </w:rPr>
        <w:t xml:space="preserve">''_ </w:t>
      </w:r>
    </w:p>
    <w:p w:rsidR="00DE2D7F" w:rsidRDefault="00DE2D7F" w:rsidP="00D07B54">
      <w:pPr>
        <w:pStyle w:val="libNormal"/>
        <w:rPr>
          <w:rtl/>
        </w:rPr>
      </w:pPr>
      <w:r>
        <w:rPr>
          <w:rtl/>
        </w:rPr>
        <w:t xml:space="preserve">نيز آپ ہميشہ يہ كيا كرتے تھے :'' </w:t>
      </w:r>
      <w:r w:rsidRPr="00516725">
        <w:rPr>
          <w:rStyle w:val="libArabicChar"/>
          <w:rtl/>
        </w:rPr>
        <w:t>مانالت منى قريش شيئًااكر</w:t>
      </w:r>
      <w:r w:rsidR="003E5058" w:rsidRPr="007F58D3">
        <w:rPr>
          <w:rStyle w:val="libArabicChar"/>
          <w:rFonts w:hint="cs"/>
          <w:rtl/>
        </w:rPr>
        <w:t>هه</w:t>
      </w:r>
      <w:r w:rsidRPr="00516725">
        <w:rPr>
          <w:rStyle w:val="libArabicChar"/>
          <w:rtl/>
        </w:rPr>
        <w:t xml:space="preserve"> </w:t>
      </w:r>
      <w:r w:rsidRPr="00516725">
        <w:rPr>
          <w:rStyle w:val="libArabicChar"/>
          <w:rFonts w:hint="cs"/>
          <w:rtl/>
        </w:rPr>
        <w:t>حتى</w:t>
      </w:r>
      <w:r w:rsidRPr="00516725">
        <w:rPr>
          <w:rStyle w:val="libArabicChar"/>
          <w:rtl/>
        </w:rPr>
        <w:t xml:space="preserve"> </w:t>
      </w:r>
      <w:r w:rsidRPr="00516725">
        <w:rPr>
          <w:rStyle w:val="libArabicChar"/>
          <w:rFonts w:hint="cs"/>
          <w:rtl/>
        </w:rPr>
        <w:t>مات</w:t>
      </w:r>
      <w:r w:rsidRPr="00516725">
        <w:rPr>
          <w:rStyle w:val="libArabicChar"/>
          <w:rtl/>
        </w:rPr>
        <w:t xml:space="preserve"> </w:t>
      </w:r>
      <w:r w:rsidRPr="00516725">
        <w:rPr>
          <w:rStyle w:val="libArabicChar"/>
          <w:rFonts w:hint="cs"/>
          <w:rtl/>
        </w:rPr>
        <w:t>ابوطالب</w:t>
      </w:r>
      <w:r>
        <w:rPr>
          <w:rtl/>
        </w:rPr>
        <w:t xml:space="preserve"> '' </w:t>
      </w:r>
    </w:p>
    <w:p w:rsidR="00DE2D7F" w:rsidRDefault="00DE2D7F" w:rsidP="00D07B54">
      <w:pPr>
        <w:pStyle w:val="libNormal"/>
        <w:rPr>
          <w:rtl/>
        </w:rPr>
      </w:pPr>
      <w:r>
        <w:rPr>
          <w:rtl/>
        </w:rPr>
        <w:t xml:space="preserve">''اہل قريش اس وقت تك كبھى ميرے خلاف ناپسنديدہ اقدام نہ كرسكے جب تك ابوطالب كى وفات نہ ہوگئي''_ </w:t>
      </w:r>
    </w:p>
    <w:p w:rsidR="00DE2D7F" w:rsidRDefault="00E664BB" w:rsidP="00D07B54">
      <w:pPr>
        <w:pStyle w:val="libNormal"/>
        <w:rPr>
          <w:rtl/>
        </w:rPr>
      </w:pPr>
      <w:r>
        <w:rPr>
          <w:rtl/>
        </w:rPr>
        <w:t>4</w:t>
      </w:r>
      <w:r w:rsidR="00DE2D7F">
        <w:rPr>
          <w:rtl/>
        </w:rPr>
        <w:t>_ ايك طرف سے يہ بات مسلم ہے كہ پيغمبر اكرم (ص) كو ابوطالب كى وفات سے كئي سال پہلے يہ حكم مل چكا تھا كہ وہ مشركين كے ساتھ كسى قسم كا دوستانہ رابطہ نہ ركھي</w:t>
      </w:r>
      <w:r w:rsidR="007D6C9B">
        <w:rPr>
          <w:rtl/>
        </w:rPr>
        <w:t xml:space="preserve">ں </w:t>
      </w:r>
      <w:r w:rsidR="00DE2D7F">
        <w:rPr>
          <w:rtl/>
        </w:rPr>
        <w:t>،اس كے باوجود ابوطالب كے ساتھ اس قسم كے تعلق اور مہرو محبت كا اظہار اس بات كى نشاندہى كرتا ہے كہ پيغمبر اكرم (ص) انھي</w:t>
      </w:r>
      <w:r w:rsidR="007D6C9B">
        <w:rPr>
          <w:rtl/>
        </w:rPr>
        <w:t xml:space="preserve">ں </w:t>
      </w:r>
      <w:r w:rsidR="00DE2D7F">
        <w:rPr>
          <w:rtl/>
        </w:rPr>
        <w:t>مكتب توحيد كا معتقد جانتے تھے، ورنہ يہ بات كس طرح ممكن ہوسكتى تھى كہ دوسرو</w:t>
      </w:r>
      <w:r w:rsidR="007D6C9B">
        <w:rPr>
          <w:rtl/>
        </w:rPr>
        <w:t xml:space="preserve">ں </w:t>
      </w:r>
      <w:r w:rsidR="00DE2D7F">
        <w:rPr>
          <w:rtl/>
        </w:rPr>
        <w:t>كو تو مشركين كى دوستى سے منع كري</w:t>
      </w:r>
      <w:r w:rsidR="007D6C9B">
        <w:rPr>
          <w:rtl/>
        </w:rPr>
        <w:t xml:space="preserve">ں </w:t>
      </w:r>
      <w:r w:rsidR="00DE2D7F">
        <w:rPr>
          <w:rtl/>
        </w:rPr>
        <w:t>اور خود ابوطالب سے عشق كى حدتك مہرومحبت ركھي</w:t>
      </w:r>
      <w:r w:rsidR="007D6C9B">
        <w:rPr>
          <w:rtl/>
        </w:rPr>
        <w:t xml:space="preserve">ں </w:t>
      </w:r>
      <w:r w:rsidR="00DE2D7F">
        <w:rPr>
          <w:rtl/>
        </w:rPr>
        <w:t xml:space="preserve">_ </w:t>
      </w:r>
    </w:p>
    <w:p w:rsidR="00DE2D7F" w:rsidRDefault="00E664BB" w:rsidP="00D07B54">
      <w:pPr>
        <w:pStyle w:val="libNormal"/>
        <w:rPr>
          <w:rtl/>
        </w:rPr>
      </w:pPr>
      <w:r>
        <w:rPr>
          <w:rtl/>
        </w:rPr>
        <w:t>5</w:t>
      </w:r>
      <w:r w:rsidR="00DE2D7F">
        <w:rPr>
          <w:rtl/>
        </w:rPr>
        <w:t>_ان احاديث مي</w:t>
      </w:r>
      <w:r w:rsidR="007D6C9B">
        <w:rPr>
          <w:rtl/>
        </w:rPr>
        <w:t xml:space="preserve">ں </w:t>
      </w:r>
      <w:r w:rsidR="00DE2D7F">
        <w:rPr>
          <w:rtl/>
        </w:rPr>
        <w:t>بھى كہ جو اہل بيت پيغمبر كے ذريعہ سے ہم تك پہنچى ہي</w:t>
      </w:r>
      <w:r w:rsidR="007D6C9B">
        <w:rPr>
          <w:rtl/>
        </w:rPr>
        <w:t xml:space="preserve">ں </w:t>
      </w:r>
      <w:r w:rsidR="00DE2D7F">
        <w:rPr>
          <w:rtl/>
        </w:rPr>
        <w:t>حضرت ابوطالب كے ايمان واخلاص كے بڑى كثرت سے مدارك نظر آتے ہي</w:t>
      </w:r>
      <w:r w:rsidR="007D6C9B">
        <w:rPr>
          <w:rtl/>
        </w:rPr>
        <w:t xml:space="preserve">ں </w:t>
      </w:r>
      <w:r w:rsidR="00DE2D7F">
        <w:rPr>
          <w:rtl/>
        </w:rPr>
        <w:t>، جن كا يہا</w:t>
      </w:r>
      <w:r w:rsidR="007D6C9B">
        <w:rPr>
          <w:rtl/>
        </w:rPr>
        <w:t xml:space="preserve">ں </w:t>
      </w:r>
      <w:r w:rsidR="00DE2D7F">
        <w:rPr>
          <w:rtl/>
        </w:rPr>
        <w:t>نقل كرنا طول كا باعث ہوگا، يہ احاديث منطقى استدلالات كى حامل ہي</w:t>
      </w:r>
      <w:r w:rsidR="007D6C9B">
        <w:rPr>
          <w:rtl/>
        </w:rPr>
        <w:t xml:space="preserve">ں </w:t>
      </w:r>
      <w:r w:rsidR="00DE2D7F">
        <w:rPr>
          <w:rtl/>
        </w:rPr>
        <w:t>ان مي</w:t>
      </w:r>
      <w:r w:rsidR="007D6C9B">
        <w:rPr>
          <w:rtl/>
        </w:rPr>
        <w:t xml:space="preserve">ں </w:t>
      </w:r>
      <w:r w:rsidR="00DE2D7F">
        <w:rPr>
          <w:rtl/>
        </w:rPr>
        <w:t>سے ايك حديث چوتھے امام عليہ السلام سے نقل ہوئي ہے اس مي</w:t>
      </w:r>
      <w:r w:rsidR="007D6C9B">
        <w:rPr>
          <w:rtl/>
        </w:rPr>
        <w:t xml:space="preserve">ں </w:t>
      </w:r>
      <w:r w:rsidR="00DE2D7F">
        <w:rPr>
          <w:rtl/>
        </w:rPr>
        <w:t>امام عليہ السلام نے اس سوال كے جواب مي</w:t>
      </w:r>
      <w:r w:rsidR="007D6C9B">
        <w:rPr>
          <w:rtl/>
        </w:rPr>
        <w:t xml:space="preserve">ں </w:t>
      </w:r>
      <w:r w:rsidR="00DE2D7F">
        <w:rPr>
          <w:rtl/>
        </w:rPr>
        <w:t xml:space="preserve">كہ كيا ابوطالب مومن تھے؟ جواب دينے كے بعد ارشاد فرمايا: </w:t>
      </w:r>
    </w:p>
    <w:p w:rsidR="009457C9" w:rsidRDefault="00C2634E" w:rsidP="00D07B54">
      <w:pPr>
        <w:pStyle w:val="libNormal"/>
        <w:rPr>
          <w:rtl/>
        </w:rPr>
      </w:pPr>
      <w:r>
        <w:rPr>
          <w:rtl/>
        </w:rPr>
        <w:t xml:space="preserve"> </w:t>
      </w:r>
      <w:r>
        <w:rPr>
          <w:rtl/>
        </w:rPr>
        <w:br w:type="page"/>
      </w:r>
    </w:p>
    <w:p w:rsidR="009457C9" w:rsidRDefault="009457C9" w:rsidP="00D07B54">
      <w:pPr>
        <w:pStyle w:val="libNormal"/>
        <w:rPr>
          <w:rtl/>
        </w:rPr>
      </w:pPr>
    </w:p>
    <w:p w:rsidR="00DE2D7F" w:rsidRDefault="00DE2D7F" w:rsidP="00D07B54">
      <w:pPr>
        <w:pStyle w:val="libNormal"/>
        <w:rPr>
          <w:rtl/>
        </w:rPr>
      </w:pPr>
      <w:r>
        <w:rPr>
          <w:rtl/>
        </w:rPr>
        <w:t>''ان ھنا قوماً يزعمون انہ كافر'' ، اس كے بعد فرماياكہ: '' تعجب كى بات ہے كہ بعض لوگ يہ كيو</w:t>
      </w:r>
      <w:r w:rsidR="007D6C9B">
        <w:rPr>
          <w:rtl/>
        </w:rPr>
        <w:t xml:space="preserve">ں </w:t>
      </w:r>
      <w:r>
        <w:rPr>
          <w:rtl/>
        </w:rPr>
        <w:t>خيال كرتے ہي</w:t>
      </w:r>
      <w:r w:rsidR="007D6C9B">
        <w:rPr>
          <w:rtl/>
        </w:rPr>
        <w:t xml:space="preserve">ں </w:t>
      </w:r>
      <w:r>
        <w:rPr>
          <w:rtl/>
        </w:rPr>
        <w:t>كہ ابوطالب كا فرتھے_ كيا وہ نہي</w:t>
      </w:r>
      <w:r w:rsidR="007D6C9B">
        <w:rPr>
          <w:rtl/>
        </w:rPr>
        <w:t xml:space="preserve">ں </w:t>
      </w:r>
      <w:r>
        <w:rPr>
          <w:rtl/>
        </w:rPr>
        <w:t>جانتے كہ وہ اس عقيدہ كے ساتھ پيغمبر(ص) اور ابوطالب پر طعن كرتے ہي</w:t>
      </w:r>
      <w:r w:rsidR="007D6C9B">
        <w:rPr>
          <w:rtl/>
        </w:rPr>
        <w:t xml:space="preserve">ں </w:t>
      </w:r>
      <w:r>
        <w:rPr>
          <w:rtl/>
        </w:rPr>
        <w:t>كيا ايسا نہي</w:t>
      </w:r>
      <w:r w:rsidR="007D6C9B">
        <w:rPr>
          <w:rtl/>
        </w:rPr>
        <w:t xml:space="preserve">ں </w:t>
      </w:r>
      <w:r>
        <w:rPr>
          <w:rtl/>
        </w:rPr>
        <w:t>ہے كہ قرآن كى كئي آيات مي</w:t>
      </w:r>
      <w:r w:rsidR="007D6C9B">
        <w:rPr>
          <w:rtl/>
        </w:rPr>
        <w:t xml:space="preserve">ں </w:t>
      </w:r>
      <w:r>
        <w:rPr>
          <w:rtl/>
        </w:rPr>
        <w:t>اس بات سے منع كيا گيا ہے (اور يہ حكم ديا گيا ہے كہ ) مومن عورت ايمان لانے كے بعد كافر كے ساتھ نہي</w:t>
      </w:r>
      <w:r w:rsidR="007D6C9B">
        <w:rPr>
          <w:rtl/>
        </w:rPr>
        <w:t xml:space="preserve">ں </w:t>
      </w:r>
      <w:r>
        <w:rPr>
          <w:rtl/>
        </w:rPr>
        <w:t>رہ سكتى اور يہ بات مسلم ہے كہ فاطمہ بنت اسدرضى اللہ عنہا سابق ايمان لانے والو</w:t>
      </w:r>
      <w:r w:rsidR="007D6C9B">
        <w:rPr>
          <w:rtl/>
        </w:rPr>
        <w:t xml:space="preserve">ں </w:t>
      </w:r>
      <w:r>
        <w:rPr>
          <w:rtl/>
        </w:rPr>
        <w:t>مي</w:t>
      </w:r>
      <w:r w:rsidR="007D6C9B">
        <w:rPr>
          <w:rtl/>
        </w:rPr>
        <w:t xml:space="preserve">ں </w:t>
      </w:r>
      <w:r>
        <w:rPr>
          <w:rtl/>
        </w:rPr>
        <w:t>سے ہي</w:t>
      </w:r>
      <w:r w:rsidR="007D6C9B">
        <w:rPr>
          <w:rtl/>
        </w:rPr>
        <w:t xml:space="preserve">ں </w:t>
      </w:r>
      <w:r>
        <w:rPr>
          <w:rtl/>
        </w:rPr>
        <w:t>اور وہ ابوطالب كى زوجيت مي</w:t>
      </w:r>
      <w:r w:rsidR="007D6C9B">
        <w:rPr>
          <w:rtl/>
        </w:rPr>
        <w:t xml:space="preserve">ں </w:t>
      </w:r>
      <w:r>
        <w:rPr>
          <w:rtl/>
        </w:rPr>
        <w:t>ابوطالب كى وفات تك رہي</w:t>
      </w:r>
      <w:r w:rsidR="007D6C9B">
        <w:rPr>
          <w:rtl/>
        </w:rPr>
        <w:t xml:space="preserve">ں </w:t>
      </w:r>
      <w:r>
        <w:rPr>
          <w:rtl/>
        </w:rPr>
        <w:t xml:space="preserve">_'' </w:t>
      </w:r>
    </w:p>
    <w:p w:rsidR="00DE2D7F" w:rsidRDefault="00DE2D7F" w:rsidP="00D07B54">
      <w:pPr>
        <w:pStyle w:val="libNormal"/>
        <w:rPr>
          <w:rtl/>
        </w:rPr>
      </w:pPr>
    </w:p>
    <w:p w:rsidR="009457C9" w:rsidRDefault="00DE2D7F" w:rsidP="00D07B54">
      <w:pPr>
        <w:pStyle w:val="Heading2Center"/>
        <w:rPr>
          <w:rtl/>
        </w:rPr>
      </w:pPr>
      <w:bookmarkStart w:id="321" w:name="_Toc7268718"/>
      <w:r>
        <w:rPr>
          <w:rtl/>
        </w:rPr>
        <w:t>ابوطالب تين سال تك شعب مي</w:t>
      </w:r>
      <w:r w:rsidR="007D6C9B">
        <w:rPr>
          <w:rtl/>
        </w:rPr>
        <w:t>ں</w:t>
      </w:r>
      <w:bookmarkEnd w:id="321"/>
    </w:p>
    <w:p w:rsidR="00DE2D7F" w:rsidRDefault="007D6C9B" w:rsidP="00D07B54">
      <w:pPr>
        <w:pStyle w:val="libNormal"/>
        <w:rPr>
          <w:rtl/>
        </w:rPr>
      </w:pPr>
      <w:r>
        <w:rPr>
          <w:rtl/>
        </w:rPr>
        <w:t xml:space="preserve"> </w:t>
      </w:r>
      <w:r w:rsidR="00E664BB">
        <w:rPr>
          <w:rtl/>
        </w:rPr>
        <w:t>6</w:t>
      </w:r>
      <w:r w:rsidR="00DE2D7F">
        <w:rPr>
          <w:rtl/>
        </w:rPr>
        <w:t>_ان تمام باتو</w:t>
      </w:r>
      <w:r>
        <w:rPr>
          <w:rtl/>
        </w:rPr>
        <w:t xml:space="preserve">ں </w:t>
      </w:r>
      <w:r w:rsidR="00DE2D7F">
        <w:rPr>
          <w:rtl/>
        </w:rPr>
        <w:t>كو چھوڑتے ہوئے اگرانسان ہر چيز مي</w:t>
      </w:r>
      <w:r>
        <w:rPr>
          <w:rtl/>
        </w:rPr>
        <w:t xml:space="preserve">ں </w:t>
      </w:r>
      <w:r w:rsidR="00DE2D7F">
        <w:rPr>
          <w:rtl/>
        </w:rPr>
        <w:t>ہى شك كري</w:t>
      </w:r>
      <w:r>
        <w:rPr>
          <w:rtl/>
        </w:rPr>
        <w:t xml:space="preserve">ں </w:t>
      </w:r>
      <w:r w:rsidR="00DE2D7F">
        <w:rPr>
          <w:rtl/>
        </w:rPr>
        <w:t>تو كم از كم اس حقيقت مي</w:t>
      </w:r>
      <w:r>
        <w:rPr>
          <w:rtl/>
        </w:rPr>
        <w:t xml:space="preserve">ں </w:t>
      </w:r>
      <w:r w:rsidR="00DE2D7F">
        <w:rPr>
          <w:rtl/>
        </w:rPr>
        <w:t>تو كوئي شك نہي</w:t>
      </w:r>
      <w:r>
        <w:rPr>
          <w:rtl/>
        </w:rPr>
        <w:t xml:space="preserve">ں </w:t>
      </w:r>
      <w:r w:rsidR="00DE2D7F">
        <w:rPr>
          <w:rtl/>
        </w:rPr>
        <w:t>كرسكتا كہ ابوطالب اسلام اور پيغمبر اكرم (ص) كے درجہ اول كے حامى ومددگار تھے ، ان كى اسلام اور پيغمبر كى حمايت اس درجہ تك پہنچى ہوئي تھى كہ جسے كسى طرح بھى رشتہ دارى اور قبائلى تعصبات سے منسلك نہي</w:t>
      </w:r>
      <w:r>
        <w:rPr>
          <w:rtl/>
        </w:rPr>
        <w:t xml:space="preserve">ں </w:t>
      </w:r>
      <w:r w:rsidR="00DE2D7F">
        <w:rPr>
          <w:rtl/>
        </w:rPr>
        <w:t xml:space="preserve">كيا جاسكتا _ </w:t>
      </w:r>
    </w:p>
    <w:p w:rsidR="00DE2D7F" w:rsidRDefault="00DE2D7F" w:rsidP="00D07B54">
      <w:pPr>
        <w:pStyle w:val="libNormal"/>
        <w:rPr>
          <w:rtl/>
        </w:rPr>
      </w:pPr>
      <w:r>
        <w:rPr>
          <w:rtl/>
        </w:rPr>
        <w:t>اس كا زندہ نمونہ شعب ابوطالب كى داستان ہے_ تمام مورخين نے لكھا ہے كہ جب قريش نے پيغمبر اكرم (ص) اور مسلمانو</w:t>
      </w:r>
      <w:r w:rsidR="007D6C9B">
        <w:rPr>
          <w:rtl/>
        </w:rPr>
        <w:t xml:space="preserve">ں </w:t>
      </w:r>
      <w:r>
        <w:rPr>
          <w:rtl/>
        </w:rPr>
        <w:t>كا ايك شديد اقتصادي، سماجى اور سياسى بائيكاٹ كرليا اور اپنے ہر قسم كے روابط ان سے منقطع كرلئے تو آنحضرت (ص) كے واحد حامى اور مدافع، ابوطالب نے اپنے تمام كامو</w:t>
      </w:r>
      <w:r w:rsidR="007D6C9B">
        <w:rPr>
          <w:rtl/>
        </w:rPr>
        <w:t xml:space="preserve">ں </w:t>
      </w:r>
      <w:r>
        <w:rPr>
          <w:rtl/>
        </w:rPr>
        <w:t>سے ہاتھ كھينچ ليا اور برابر تين سال تك ہاتھ كھينچے ركھا اور بنى ہاشم كو ايك درہ كى طرف لے گئے جو مكہ كے پہاڑو</w:t>
      </w:r>
      <w:r w:rsidR="007D6C9B">
        <w:rPr>
          <w:rtl/>
        </w:rPr>
        <w:t xml:space="preserve">ں </w:t>
      </w:r>
      <w:r>
        <w:rPr>
          <w:rtl/>
        </w:rPr>
        <w:t>كے درميان تھا اور ''شعب ابوطالب'' كے نام سے مشہور تھا اور وہا</w:t>
      </w:r>
      <w:r w:rsidR="007D6C9B">
        <w:rPr>
          <w:rtl/>
        </w:rPr>
        <w:t xml:space="preserve">ں </w:t>
      </w:r>
      <w:r>
        <w:rPr>
          <w:rtl/>
        </w:rPr>
        <w:t xml:space="preserve">پر سكونت اختيار كر لي_ </w:t>
      </w:r>
    </w:p>
    <w:p w:rsidR="00DE2D7F" w:rsidRDefault="00DE2D7F" w:rsidP="00D07B54">
      <w:pPr>
        <w:pStyle w:val="libNormal"/>
        <w:rPr>
          <w:rtl/>
        </w:rPr>
      </w:pPr>
      <w:r>
        <w:rPr>
          <w:rtl/>
        </w:rPr>
        <w:t>ان كى فدا كارى اس مقام تك جا پہنچى كہ قريش كے حملو</w:t>
      </w:r>
      <w:r w:rsidR="007D6C9B">
        <w:rPr>
          <w:rtl/>
        </w:rPr>
        <w:t xml:space="preserve">ں </w:t>
      </w:r>
      <w:r>
        <w:rPr>
          <w:rtl/>
        </w:rPr>
        <w:t>سے بچانے كےلئے كئي ايك مخصوص قسم كے برج تعميركرنے كے علاوہ ہر رات پيغمبر اكرم (ص) كو ان كے بستر سے اٹھاتے اور دوسرى جگہ ان كے آرام كے لئے مہيا كرتے اور اپنے فرزند دلبند على كو ان كى جگہ پر سلاديتے اور جب حضرت على كہتے: ''بابا جان مي</w:t>
      </w:r>
      <w:r w:rsidR="007D6C9B">
        <w:rPr>
          <w:rtl/>
        </w:rPr>
        <w:t xml:space="preserve">ں </w:t>
      </w:r>
      <w:r>
        <w:rPr>
          <w:rtl/>
        </w:rPr>
        <w:t>تو اسى حالت مي</w:t>
      </w:r>
      <w:r w:rsidR="007D6C9B">
        <w:rPr>
          <w:rtl/>
        </w:rPr>
        <w:t xml:space="preserve">ں </w:t>
      </w:r>
      <w:r>
        <w:rPr>
          <w:rtl/>
        </w:rPr>
        <w:t>قتل ہوجائو</w:t>
      </w:r>
      <w:r w:rsidR="007D6C9B">
        <w:rPr>
          <w:rtl/>
        </w:rPr>
        <w:t xml:space="preserve">ں </w:t>
      </w:r>
      <w:r>
        <w:rPr>
          <w:rtl/>
        </w:rPr>
        <w:t>گا '' تو ابوطالب جواب مي</w:t>
      </w:r>
      <w:r w:rsidR="007D6C9B">
        <w:rPr>
          <w:rtl/>
        </w:rPr>
        <w:t xml:space="preserve">ں </w:t>
      </w:r>
      <w:r>
        <w:rPr>
          <w:rtl/>
        </w:rPr>
        <w:t xml:space="preserve">كہتے :ميرے پيارے بچے بردبارى اور صبر ہاتھ </w:t>
      </w:r>
    </w:p>
    <w:p w:rsidR="009457C9" w:rsidRDefault="001648F9" w:rsidP="00D07B54">
      <w:pPr>
        <w:pStyle w:val="libNormal"/>
        <w:rPr>
          <w:rtl/>
        </w:rPr>
      </w:pPr>
      <w:r>
        <w:rPr>
          <w:rtl/>
        </w:rPr>
        <w:t xml:space="preserve"> </w:t>
      </w:r>
      <w:r>
        <w:rPr>
          <w:rtl/>
        </w:rPr>
        <w:br w:type="page"/>
      </w:r>
    </w:p>
    <w:p w:rsidR="009457C9" w:rsidRDefault="009457C9" w:rsidP="00D07B54">
      <w:pPr>
        <w:pStyle w:val="libNormal"/>
        <w:rPr>
          <w:rtl/>
        </w:rPr>
      </w:pPr>
    </w:p>
    <w:p w:rsidR="00DE2D7F" w:rsidRDefault="00DE2D7F" w:rsidP="00D07B54">
      <w:pPr>
        <w:pStyle w:val="libNormal"/>
        <w:rPr>
          <w:rtl/>
        </w:rPr>
      </w:pPr>
      <w:r>
        <w:rPr>
          <w:rtl/>
        </w:rPr>
        <w:t>سے نہ چھوڑو، ہر زندہ موت كى طرف روا</w:t>
      </w:r>
      <w:r w:rsidR="007D6C9B">
        <w:rPr>
          <w:rtl/>
        </w:rPr>
        <w:t xml:space="preserve">ں </w:t>
      </w:r>
      <w:r>
        <w:rPr>
          <w:rtl/>
        </w:rPr>
        <w:t>دوا</w:t>
      </w:r>
      <w:r w:rsidR="007D6C9B">
        <w:rPr>
          <w:rtl/>
        </w:rPr>
        <w:t xml:space="preserve">ں </w:t>
      </w:r>
      <w:r>
        <w:rPr>
          <w:rtl/>
        </w:rPr>
        <w:t>ہے، مي</w:t>
      </w:r>
      <w:r w:rsidR="007D6C9B">
        <w:rPr>
          <w:rtl/>
        </w:rPr>
        <w:t xml:space="preserve">ں </w:t>
      </w:r>
      <w:r>
        <w:rPr>
          <w:rtl/>
        </w:rPr>
        <w:t xml:space="preserve">نے تجھے فرزند عبد اللہ كا فديہ قرار ديا ہے _ </w:t>
      </w:r>
    </w:p>
    <w:p w:rsidR="00DE2D7F" w:rsidRDefault="00DE2D7F" w:rsidP="00D07B54">
      <w:pPr>
        <w:pStyle w:val="libNormal"/>
        <w:rPr>
          <w:rtl/>
        </w:rPr>
      </w:pPr>
      <w:r>
        <w:rPr>
          <w:rtl/>
        </w:rPr>
        <w:t>يہ بات اور بھى طالب توجہ ہے كہ جو حضرت على عليہ السلام باپ كے جواب مي</w:t>
      </w:r>
      <w:r w:rsidR="007D6C9B">
        <w:rPr>
          <w:rtl/>
        </w:rPr>
        <w:t xml:space="preserve">ں </w:t>
      </w:r>
      <w:r>
        <w:rPr>
          <w:rtl/>
        </w:rPr>
        <w:t>كہتے ہي</w:t>
      </w:r>
      <w:r w:rsidR="007D6C9B">
        <w:rPr>
          <w:rtl/>
        </w:rPr>
        <w:t xml:space="preserve">ں </w:t>
      </w:r>
      <w:r>
        <w:rPr>
          <w:rtl/>
        </w:rPr>
        <w:t>كہ بابا جان ميرا يہ كلام اس بناپر نہي</w:t>
      </w:r>
      <w:r w:rsidR="007D6C9B">
        <w:rPr>
          <w:rtl/>
        </w:rPr>
        <w:t xml:space="preserve">ں </w:t>
      </w:r>
      <w:r>
        <w:rPr>
          <w:rtl/>
        </w:rPr>
        <w:t>تھا كہ مي</w:t>
      </w:r>
      <w:r w:rsidR="007D6C9B">
        <w:rPr>
          <w:rtl/>
        </w:rPr>
        <w:t xml:space="preserve">ں </w:t>
      </w:r>
      <w:r>
        <w:rPr>
          <w:rtl/>
        </w:rPr>
        <w:t>راہ محمد مي</w:t>
      </w:r>
      <w:r w:rsidR="007D6C9B">
        <w:rPr>
          <w:rtl/>
        </w:rPr>
        <w:t xml:space="preserve">ں </w:t>
      </w:r>
      <w:r>
        <w:rPr>
          <w:rtl/>
        </w:rPr>
        <w:t>قتل ہونے سے ڈرتاہو</w:t>
      </w:r>
      <w:r w:rsidR="007D6C9B">
        <w:rPr>
          <w:rtl/>
        </w:rPr>
        <w:t xml:space="preserve">ں </w:t>
      </w:r>
      <w:r>
        <w:rPr>
          <w:rtl/>
        </w:rPr>
        <w:t>، بلكہ ميرا يہ كلام اس بنا پر تھا كہ مي</w:t>
      </w:r>
      <w:r w:rsidR="007D6C9B">
        <w:rPr>
          <w:rtl/>
        </w:rPr>
        <w:t xml:space="preserve">ں </w:t>
      </w:r>
      <w:r>
        <w:rPr>
          <w:rtl/>
        </w:rPr>
        <w:t>يہ چاہتا تھا كہ آپ كو معلوم ہوجائے كہ مي</w:t>
      </w:r>
      <w:r w:rsidR="007D6C9B">
        <w:rPr>
          <w:rtl/>
        </w:rPr>
        <w:t xml:space="preserve">ں </w:t>
      </w:r>
      <w:r>
        <w:rPr>
          <w:rtl/>
        </w:rPr>
        <w:t>كس طرح سے آپ كا اطاعت گزار اور احمد مجتبى كى نصرت ومدد كے لئے آمادہ و تيار ہو</w:t>
      </w:r>
      <w:r w:rsidR="007D6C9B">
        <w:rPr>
          <w:rtl/>
        </w:rPr>
        <w:t xml:space="preserve">ں </w:t>
      </w:r>
      <w:r>
        <w:rPr>
          <w:rtl/>
        </w:rPr>
        <w:t xml:space="preserve">_ </w:t>
      </w:r>
    </w:p>
    <w:p w:rsidR="00DE2D7F" w:rsidRDefault="00DE2D7F" w:rsidP="00D07B54">
      <w:pPr>
        <w:pStyle w:val="libNormal"/>
        <w:rPr>
          <w:rtl/>
        </w:rPr>
      </w:pPr>
      <w:r>
        <w:rPr>
          <w:rtl/>
        </w:rPr>
        <w:t>قارئين كرام ہمارا عقيدہ يہ ہے كہ جو شخص بھى تعصب كو ايك طرف ركھ كر غير جانبدارى كے ساتھ ابوطالب كے بارے مي</w:t>
      </w:r>
      <w:r w:rsidR="007D6C9B">
        <w:rPr>
          <w:rtl/>
        </w:rPr>
        <w:t xml:space="preserve">ں </w:t>
      </w:r>
      <w:r>
        <w:rPr>
          <w:rtl/>
        </w:rPr>
        <w:t>تاريخ كى سنہرى سطرو</w:t>
      </w:r>
      <w:r w:rsidR="007D6C9B">
        <w:rPr>
          <w:rtl/>
        </w:rPr>
        <w:t xml:space="preserve">ں </w:t>
      </w:r>
      <w:r>
        <w:rPr>
          <w:rtl/>
        </w:rPr>
        <w:t xml:space="preserve">كو پڑھے گا تو وہ ابن ابى الحديد شارح نہج البلاغہ كا ہمصدا ہوكر كہے گا : </w:t>
      </w:r>
    </w:p>
    <w:p w:rsidR="00DE2D7F" w:rsidRDefault="00DE2D7F" w:rsidP="00D07B54">
      <w:pPr>
        <w:pStyle w:val="libNormal"/>
        <w:rPr>
          <w:rtl/>
        </w:rPr>
      </w:pPr>
    </w:p>
    <w:p w:rsidR="00DE2D7F" w:rsidRDefault="00DE2D7F" w:rsidP="00D07B54">
      <w:pPr>
        <w:pStyle w:val="libArabic"/>
        <w:rPr>
          <w:rtl/>
        </w:rPr>
      </w:pPr>
      <w:r>
        <w:rPr>
          <w:rtl/>
        </w:rPr>
        <w:t>ولولا ابوطالب وابن</w:t>
      </w:r>
      <w:r w:rsidR="003E5058" w:rsidRPr="007F58D3">
        <w:rPr>
          <w:rFonts w:hint="cs"/>
          <w:rtl/>
        </w:rPr>
        <w:t>ه</w:t>
      </w:r>
      <w:r>
        <w:rPr>
          <w:rtl/>
        </w:rPr>
        <w:t xml:space="preserve"> </w:t>
      </w:r>
      <w:r>
        <w:rPr>
          <w:rFonts w:hint="cs"/>
          <w:rtl/>
        </w:rPr>
        <w:t>لما</w:t>
      </w:r>
      <w:r>
        <w:rPr>
          <w:rtl/>
        </w:rPr>
        <w:t xml:space="preserve"> </w:t>
      </w:r>
      <w:r>
        <w:rPr>
          <w:rFonts w:hint="cs"/>
          <w:rtl/>
        </w:rPr>
        <w:t>مثل</w:t>
      </w:r>
      <w:r>
        <w:rPr>
          <w:rtl/>
        </w:rPr>
        <w:t xml:space="preserve"> </w:t>
      </w:r>
      <w:r>
        <w:rPr>
          <w:rFonts w:hint="cs"/>
          <w:rtl/>
        </w:rPr>
        <w:t>الدين</w:t>
      </w:r>
      <w:r>
        <w:rPr>
          <w:rtl/>
        </w:rPr>
        <w:t xml:space="preserve"> </w:t>
      </w:r>
      <w:r>
        <w:rPr>
          <w:rFonts w:hint="cs"/>
          <w:rtl/>
        </w:rPr>
        <w:t>شخصا</w:t>
      </w:r>
      <w:r>
        <w:rPr>
          <w:rtl/>
        </w:rPr>
        <w:t xml:space="preserve"> </w:t>
      </w:r>
      <w:r>
        <w:rPr>
          <w:rFonts w:hint="cs"/>
          <w:rtl/>
        </w:rPr>
        <w:t>وقاما</w:t>
      </w:r>
    </w:p>
    <w:p w:rsidR="00DE2D7F" w:rsidRDefault="00DE2D7F" w:rsidP="00D07B54">
      <w:pPr>
        <w:pStyle w:val="libArabic"/>
        <w:rPr>
          <w:rtl/>
        </w:rPr>
      </w:pPr>
      <w:r>
        <w:rPr>
          <w:rtl/>
        </w:rPr>
        <w:t>فذاك بمكة آوى وحامي و</w:t>
      </w:r>
      <w:r w:rsidR="003E5058" w:rsidRPr="007F58D3">
        <w:rPr>
          <w:rFonts w:hint="cs"/>
          <w:rtl/>
        </w:rPr>
        <w:t>ه</w:t>
      </w:r>
      <w:r>
        <w:rPr>
          <w:rFonts w:hint="cs"/>
          <w:rtl/>
        </w:rPr>
        <w:t>ذا</w:t>
      </w:r>
      <w:r>
        <w:rPr>
          <w:rtl/>
        </w:rPr>
        <w:t xml:space="preserve"> </w:t>
      </w:r>
      <w:r>
        <w:rPr>
          <w:rFonts w:hint="cs"/>
          <w:rtl/>
        </w:rPr>
        <w:t>بيثرب</w:t>
      </w:r>
      <w:r>
        <w:rPr>
          <w:rtl/>
        </w:rPr>
        <w:t xml:space="preserve"> </w:t>
      </w:r>
      <w:r>
        <w:rPr>
          <w:rFonts w:hint="cs"/>
          <w:rtl/>
        </w:rPr>
        <w:t>جس</w:t>
      </w:r>
      <w:r>
        <w:rPr>
          <w:rtl/>
        </w:rPr>
        <w:t xml:space="preserve"> </w:t>
      </w:r>
      <w:r>
        <w:rPr>
          <w:rFonts w:hint="cs"/>
          <w:rtl/>
        </w:rPr>
        <w:t>الحماما</w:t>
      </w:r>
    </w:p>
    <w:p w:rsidR="00DE2D7F" w:rsidRDefault="00DE2D7F" w:rsidP="00D07B54">
      <w:pPr>
        <w:pStyle w:val="libNormal"/>
        <w:rPr>
          <w:rtl/>
        </w:rPr>
      </w:pPr>
    </w:p>
    <w:p w:rsidR="00DE2D7F" w:rsidRDefault="00DE2D7F" w:rsidP="00D07B54">
      <w:pPr>
        <w:pStyle w:val="libNormal"/>
        <w:rPr>
          <w:rtl/>
        </w:rPr>
      </w:pPr>
      <w:r>
        <w:rPr>
          <w:rtl/>
        </w:rPr>
        <w:t>'' اگر ابوطالب اور ان كا بيٹا نہ ہوتے تو ہرگزمكتب اسلام باقى نہ رہتا اور اپنا قدسيدھا نہ كرتا ،ابوطالب تو مكہ مي</w:t>
      </w:r>
      <w:r w:rsidR="007D6C9B">
        <w:rPr>
          <w:rtl/>
        </w:rPr>
        <w:t xml:space="preserve">ں </w:t>
      </w:r>
      <w:r>
        <w:rPr>
          <w:rtl/>
        </w:rPr>
        <w:t>پيغمبر كى مدد كےلئے آگے بڑھے اور على يثرب (مدينہ) مي</w:t>
      </w:r>
      <w:r w:rsidR="007D6C9B">
        <w:rPr>
          <w:rtl/>
        </w:rPr>
        <w:t xml:space="preserve">ں </w:t>
      </w:r>
      <w:r>
        <w:rPr>
          <w:rtl/>
        </w:rPr>
        <w:t>حمايت اسلام كى راہ مي</w:t>
      </w:r>
      <w:r w:rsidR="007D6C9B">
        <w:rPr>
          <w:rtl/>
        </w:rPr>
        <w:t xml:space="preserve">ں </w:t>
      </w:r>
      <w:r>
        <w:rPr>
          <w:rtl/>
        </w:rPr>
        <w:t>گرداب موت مي</w:t>
      </w:r>
      <w:r w:rsidR="007D6C9B">
        <w:rPr>
          <w:rtl/>
        </w:rPr>
        <w:t xml:space="preserve">ں </w:t>
      </w:r>
      <w:r>
        <w:rPr>
          <w:rtl/>
        </w:rPr>
        <w:t xml:space="preserve">ڈوب گئے'' </w:t>
      </w:r>
    </w:p>
    <w:p w:rsidR="009457C9" w:rsidRDefault="00DE2D7F" w:rsidP="00D07B54">
      <w:pPr>
        <w:pStyle w:val="Heading2Center"/>
        <w:rPr>
          <w:rtl/>
        </w:rPr>
      </w:pPr>
      <w:bookmarkStart w:id="322" w:name="_Toc7268719"/>
      <w:r>
        <w:rPr>
          <w:rtl/>
        </w:rPr>
        <w:t>ابوطالب كا سال وفات ''عام الحزن</w:t>
      </w:r>
      <w:bookmarkEnd w:id="322"/>
    </w:p>
    <w:p w:rsidR="00DE2D7F" w:rsidRDefault="00DE2D7F" w:rsidP="00D07B54">
      <w:pPr>
        <w:pStyle w:val="libNormal"/>
        <w:rPr>
          <w:rtl/>
        </w:rPr>
      </w:pPr>
      <w:r>
        <w:rPr>
          <w:rtl/>
        </w:rPr>
        <w:t xml:space="preserve">'' </w:t>
      </w:r>
      <w:r w:rsidR="00E664BB">
        <w:rPr>
          <w:rtl/>
        </w:rPr>
        <w:t>7</w:t>
      </w:r>
      <w:r>
        <w:rPr>
          <w:rtl/>
        </w:rPr>
        <w:t>_''ابوطالب كى تايخ زندگي، جناب رسالت مآب (ص) كے لئے ان كى عظيم قربانيا</w:t>
      </w:r>
      <w:r w:rsidR="007D6C9B">
        <w:rPr>
          <w:rtl/>
        </w:rPr>
        <w:t xml:space="preserve">ں </w:t>
      </w:r>
      <w:r>
        <w:rPr>
          <w:rtl/>
        </w:rPr>
        <w:t>اور رسول اللہ اور مسلمانو</w:t>
      </w:r>
      <w:r w:rsidR="007D6C9B">
        <w:rPr>
          <w:rtl/>
        </w:rPr>
        <w:t xml:space="preserve">ں </w:t>
      </w:r>
      <w:r>
        <w:rPr>
          <w:rtl/>
        </w:rPr>
        <w:t>كى ان سے شديد محبت كو بھى ملحوظ ركھنا چاہئے ہم يہا</w:t>
      </w:r>
      <w:r w:rsidR="007D6C9B">
        <w:rPr>
          <w:rtl/>
        </w:rPr>
        <w:t xml:space="preserve">ں </w:t>
      </w:r>
      <w:r>
        <w:rPr>
          <w:rtl/>
        </w:rPr>
        <w:t>تك ديكھتے ہي</w:t>
      </w:r>
      <w:r w:rsidR="007D6C9B">
        <w:rPr>
          <w:rtl/>
        </w:rPr>
        <w:t xml:space="preserve">ں </w:t>
      </w:r>
      <w:r>
        <w:rPr>
          <w:rtl/>
        </w:rPr>
        <w:t>كہ حضرت ابوطالب كى موت كے سال كا نام ''عام الحزن'' ركھا يہ سب باتي</w:t>
      </w:r>
      <w:r w:rsidR="007D6C9B">
        <w:rPr>
          <w:rtl/>
        </w:rPr>
        <w:t xml:space="preserve">ں </w:t>
      </w:r>
      <w:r>
        <w:rPr>
          <w:rtl/>
        </w:rPr>
        <w:t>اس امر كى دليل ہي</w:t>
      </w:r>
      <w:r w:rsidR="007D6C9B">
        <w:rPr>
          <w:rtl/>
        </w:rPr>
        <w:t xml:space="preserve">ں </w:t>
      </w:r>
      <w:r>
        <w:rPr>
          <w:rtl/>
        </w:rPr>
        <w:t>كہ حضرت ابوطالب كو اسلام سے عشق تھا اور وہ جو پيغمبر اسلام كى اس قدر مدافعت كرتے تھے وہ محض رشتہ دارى كى وجہ سے نہ تھى بلكہ اس دفاع مي</w:t>
      </w:r>
      <w:r w:rsidR="007D6C9B">
        <w:rPr>
          <w:rtl/>
        </w:rPr>
        <w:t xml:space="preserve">ں </w:t>
      </w:r>
      <w:r>
        <w:rPr>
          <w:rtl/>
        </w:rPr>
        <w:t>آپ كى حيثيت ايك مخلص، ايك جا</w:t>
      </w:r>
      <w:r w:rsidR="007D6C9B">
        <w:rPr>
          <w:rtl/>
        </w:rPr>
        <w:t xml:space="preserve">ں </w:t>
      </w:r>
      <w:r>
        <w:rPr>
          <w:rtl/>
        </w:rPr>
        <w:t xml:space="preserve">نثار اور ايسے فدا كار كى تھى جو اپنے رہبر اور پيشوا كا تحفظ كررہا ہو_'' </w:t>
      </w:r>
    </w:p>
    <w:p w:rsidR="009457C9" w:rsidRDefault="001648F9" w:rsidP="00D07B54">
      <w:pPr>
        <w:pStyle w:val="libNormal"/>
        <w:rPr>
          <w:rtl/>
        </w:rPr>
      </w:pPr>
      <w:r>
        <w:rPr>
          <w:rtl/>
        </w:rPr>
        <w:t xml:space="preserve"> </w:t>
      </w:r>
      <w:r>
        <w:rPr>
          <w:rtl/>
        </w:rPr>
        <w:br w:type="page"/>
      </w:r>
    </w:p>
    <w:p w:rsidR="009457C9" w:rsidRDefault="009457C9" w:rsidP="00D07B54">
      <w:pPr>
        <w:pStyle w:val="libNormal"/>
        <w:rPr>
          <w:rtl/>
        </w:rPr>
      </w:pPr>
    </w:p>
    <w:p w:rsidR="009457C9" w:rsidRDefault="00DE2D7F" w:rsidP="00D07B54">
      <w:pPr>
        <w:pStyle w:val="Heading2Center"/>
        <w:rPr>
          <w:rtl/>
        </w:rPr>
      </w:pPr>
      <w:bookmarkStart w:id="323" w:name="_Toc7268720"/>
      <w:r>
        <w:rPr>
          <w:rtl/>
        </w:rPr>
        <w:t>ابولہب كى دشمني</w:t>
      </w:r>
      <w:bookmarkEnd w:id="323"/>
    </w:p>
    <w:p w:rsidR="00DE2D7F" w:rsidRDefault="00DE2D7F" w:rsidP="00D07B54">
      <w:pPr>
        <w:pStyle w:val="libNormal"/>
        <w:rPr>
          <w:rtl/>
        </w:rPr>
      </w:pPr>
      <w:r>
        <w:rPr>
          <w:rtl/>
        </w:rPr>
        <w:t xml:space="preserve"> اس كانام '' عبدالعزي'' (عزى بت كا بندہ ) اور اس كى كنيت ''ابولہب'' تھي_ اس كے ليے اس كنيت كا انتخاب شايد اس وجہ سے تھا كہ اس كا چہرہ سرخ اور بھڑكتا ہوا تھا، چونكہ لغت مي</w:t>
      </w:r>
      <w:r w:rsidR="007D6C9B">
        <w:rPr>
          <w:rtl/>
        </w:rPr>
        <w:t xml:space="preserve">ں </w:t>
      </w:r>
      <w:r>
        <w:rPr>
          <w:rtl/>
        </w:rPr>
        <w:t>لہب آگ كے شعلہ كے معنى مي</w:t>
      </w:r>
      <w:r w:rsidR="007D6C9B">
        <w:rPr>
          <w:rtl/>
        </w:rPr>
        <w:t xml:space="preserve">ں </w:t>
      </w:r>
      <w:r>
        <w:rPr>
          <w:rtl/>
        </w:rPr>
        <w:t xml:space="preserve">ہے _ </w:t>
      </w:r>
    </w:p>
    <w:p w:rsidR="00DE2D7F" w:rsidRDefault="00DE2D7F" w:rsidP="00D07B54">
      <w:pPr>
        <w:pStyle w:val="libNormal"/>
        <w:rPr>
          <w:rtl/>
        </w:rPr>
      </w:pPr>
      <w:r>
        <w:rPr>
          <w:rtl/>
        </w:rPr>
        <w:t>وہ اور اس كى بيوى ''ام جميل''جو ابوسفيان كى بہن تھى ، پيغمبر اكرم (ص) كے نہايت بدزبان اور سخت ترين دشمنو</w:t>
      </w:r>
      <w:r w:rsidR="007D6C9B">
        <w:rPr>
          <w:rtl/>
        </w:rPr>
        <w:t xml:space="preserve">ں </w:t>
      </w:r>
      <w:r>
        <w:rPr>
          <w:rtl/>
        </w:rPr>
        <w:t>مي</w:t>
      </w:r>
      <w:r w:rsidR="007D6C9B">
        <w:rPr>
          <w:rtl/>
        </w:rPr>
        <w:t xml:space="preserve">ں </w:t>
      </w:r>
      <w:r>
        <w:rPr>
          <w:rtl/>
        </w:rPr>
        <w:t xml:space="preserve">سے تھے _ </w:t>
      </w:r>
    </w:p>
    <w:p w:rsidR="00DE2D7F" w:rsidRDefault="00DE2D7F" w:rsidP="00D07B54">
      <w:pPr>
        <w:pStyle w:val="libNormal"/>
        <w:rPr>
          <w:rtl/>
        </w:rPr>
      </w:pPr>
      <w:r>
        <w:rPr>
          <w:rtl/>
        </w:rPr>
        <w:t>''طارق محارق '' نامى ايك شخص كہتاہے : مي</w:t>
      </w:r>
      <w:r w:rsidR="007D6C9B">
        <w:rPr>
          <w:rtl/>
        </w:rPr>
        <w:t xml:space="preserve">ں </w:t>
      </w:r>
      <w:r>
        <w:rPr>
          <w:rtl/>
        </w:rPr>
        <w:t>'' ذى المجاز '' كے بازار مي</w:t>
      </w:r>
      <w:r w:rsidR="007D6C9B">
        <w:rPr>
          <w:rtl/>
        </w:rPr>
        <w:t xml:space="preserve">ں </w:t>
      </w:r>
      <w:r>
        <w:rPr>
          <w:rtl/>
        </w:rPr>
        <w:t>تھا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اچانك مي</w:t>
      </w:r>
      <w:r w:rsidR="007D6C9B">
        <w:rPr>
          <w:rtl/>
        </w:rPr>
        <w:t xml:space="preserve">ں </w:t>
      </w:r>
      <w:r>
        <w:rPr>
          <w:rtl/>
        </w:rPr>
        <w:t>نے ايك جوان كو ديكھا جو پكار پكار كر كہہ رہا تھا: اے لوگو: لاالہ الا اللہ كا اقرار كر لو تو نجات پاجائوگے _ اور اس كے پيچھے پيچھے مي</w:t>
      </w:r>
      <w:r w:rsidR="007D6C9B">
        <w:rPr>
          <w:rtl/>
        </w:rPr>
        <w:t xml:space="preserve">ں </w:t>
      </w:r>
      <w:r>
        <w:rPr>
          <w:rtl/>
        </w:rPr>
        <w:t>نے ايك شخص كو ديكھا جو اس كے پائو</w:t>
      </w:r>
      <w:r w:rsidR="007D6C9B">
        <w:rPr>
          <w:rtl/>
        </w:rPr>
        <w:t xml:space="preserve">ں </w:t>
      </w:r>
      <w:r>
        <w:rPr>
          <w:rtl/>
        </w:rPr>
        <w:t>كے پچھلے حصہ پرپتھر مارتاجاتاہے جس كى وجہ سے اس كے پائو</w:t>
      </w:r>
      <w:r w:rsidR="007D6C9B">
        <w:rPr>
          <w:rtl/>
        </w:rPr>
        <w:t xml:space="preserve">ں </w:t>
      </w:r>
      <w:r>
        <w:rPr>
          <w:rtl/>
        </w:rPr>
        <w:t xml:space="preserve">سے خون جارى تھا اوروہ چلا چلا كر كہہ رہاتھا _اے لوگو يہ جھوٹاہے اس كى بات نہ ماننا ''_ </w:t>
      </w:r>
    </w:p>
    <w:p w:rsidR="00DE2D7F" w:rsidRDefault="00DE2D7F" w:rsidP="00D07B54">
      <w:pPr>
        <w:pStyle w:val="libNormal"/>
        <w:rPr>
          <w:rtl/>
        </w:rPr>
      </w:pPr>
      <w:r>
        <w:rPr>
          <w:rtl/>
        </w:rPr>
        <w:t>مي</w:t>
      </w:r>
      <w:r w:rsidR="007D6C9B">
        <w:rPr>
          <w:rtl/>
        </w:rPr>
        <w:t xml:space="preserve">ں </w:t>
      </w:r>
      <w:r>
        <w:rPr>
          <w:rtl/>
        </w:rPr>
        <w:t>نے پوچھا كہ يہ جوان كون ہے ؟ تو لوگو</w:t>
      </w:r>
      <w:r w:rsidR="007D6C9B">
        <w:rPr>
          <w:rtl/>
        </w:rPr>
        <w:t xml:space="preserve">ں </w:t>
      </w:r>
      <w:r>
        <w:rPr>
          <w:rtl/>
        </w:rPr>
        <w:t xml:space="preserve">نے بتايا :'' يہ محمد، ، (ص) ہے جس كا گمان يہ ہے كہ وہ پيغمبر ہے اور يہ بوڑھا اس كا چچا ابولہب ہے جو جو اس كو جھوٹا سمجھتا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)ذى المجار عرفات كے نزديك مكہ سے تھوڑے سے فاصلہ پر ہے </w:t>
      </w:r>
    </w:p>
    <w:p w:rsidR="009457C9" w:rsidRDefault="001648F9" w:rsidP="00D07B54">
      <w:pPr>
        <w:pStyle w:val="libNormal"/>
        <w:rPr>
          <w:rtl/>
        </w:rPr>
      </w:pPr>
      <w:r>
        <w:rPr>
          <w:rtl/>
        </w:rPr>
        <w:t xml:space="preserve"> </w:t>
      </w:r>
      <w:r>
        <w:rPr>
          <w:rtl/>
        </w:rPr>
        <w:br w:type="page"/>
      </w:r>
    </w:p>
    <w:p w:rsidR="009457C9" w:rsidRDefault="009457C9" w:rsidP="00D07B54">
      <w:pPr>
        <w:pStyle w:val="libNormal"/>
        <w:rPr>
          <w:rtl/>
        </w:rPr>
      </w:pPr>
    </w:p>
    <w:p w:rsidR="00DE2D7F" w:rsidRDefault="00DE2D7F" w:rsidP="00D07B54">
      <w:pPr>
        <w:pStyle w:val="libNormal"/>
        <w:rPr>
          <w:rtl/>
        </w:rPr>
      </w:pPr>
      <w:r>
        <w:rPr>
          <w:rtl/>
        </w:rPr>
        <w:t>''ربيع بن عباد'' كہتا ہے : مي</w:t>
      </w:r>
      <w:r w:rsidR="007D6C9B">
        <w:rPr>
          <w:rtl/>
        </w:rPr>
        <w:t xml:space="preserve">ں </w:t>
      </w:r>
      <w:r>
        <w:rPr>
          <w:rtl/>
        </w:rPr>
        <w:t>اپنے باپ كے ساتھ تھا، مي</w:t>
      </w:r>
      <w:r w:rsidR="007D6C9B">
        <w:rPr>
          <w:rtl/>
        </w:rPr>
        <w:t xml:space="preserve">ں </w:t>
      </w:r>
      <w:r>
        <w:rPr>
          <w:rtl/>
        </w:rPr>
        <w:t>نے رسول اللہ (ص) كو ديكھاكہ وہ قبائل عرب كے پاس جاتے اور ہر ايك كو پكار كر كہتے : مي</w:t>
      </w:r>
      <w:r w:rsidR="007D6C9B">
        <w:rPr>
          <w:rtl/>
        </w:rPr>
        <w:t xml:space="preserve">ں </w:t>
      </w:r>
      <w:r>
        <w:rPr>
          <w:rtl/>
        </w:rPr>
        <w:t>تمہارى طرف خدا كا بھيجا ہوا رسول ہو</w:t>
      </w:r>
      <w:r w:rsidR="007D6C9B">
        <w:rPr>
          <w:rtl/>
        </w:rPr>
        <w:t xml:space="preserve">ں </w:t>
      </w:r>
      <w:r>
        <w:rPr>
          <w:rtl/>
        </w:rPr>
        <w:t xml:space="preserve">: تم خدائے يگانہ كے سوا اور كسى كى عبادت نہ كرو اور كسى كو اس كا شريك نہ بنائو _ </w:t>
      </w:r>
    </w:p>
    <w:p w:rsidR="00DE2D7F" w:rsidRDefault="00DE2D7F" w:rsidP="00D07B54">
      <w:pPr>
        <w:pStyle w:val="libNormal"/>
        <w:rPr>
          <w:rtl/>
        </w:rPr>
      </w:pPr>
      <w:r>
        <w:rPr>
          <w:rtl/>
        </w:rPr>
        <w:t>جب وہ اپنى بات سے فارغ ہوجاتاتو ايك خوبرو بھينگا آدمى جو ان كے پيچھے پيچھے تھا، پكاركركہتا : اے فلا</w:t>
      </w:r>
      <w:r w:rsidR="007D6C9B">
        <w:rPr>
          <w:rtl/>
        </w:rPr>
        <w:t xml:space="preserve">ں </w:t>
      </w:r>
      <w:r>
        <w:rPr>
          <w:rtl/>
        </w:rPr>
        <w:t>قبيلے : يہ شخص يہ چاہتاہے كہ تم لات وعزى بت اور اپنے ہم پيمان جنو</w:t>
      </w:r>
      <w:r w:rsidR="007D6C9B">
        <w:rPr>
          <w:rtl/>
        </w:rPr>
        <w:t xml:space="preserve">ں </w:t>
      </w:r>
      <w:r>
        <w:rPr>
          <w:rtl/>
        </w:rPr>
        <w:t xml:space="preserve">كو چھوڑدو اور اس كى بدعت وضلالت كى پيروى كرنے لگ جائواس كى نہ سننا، اور اس كى پيروى نہ كرنا ''_ </w:t>
      </w:r>
    </w:p>
    <w:p w:rsidR="00DE2D7F" w:rsidRDefault="00DE2D7F" w:rsidP="00D07B54">
      <w:pPr>
        <w:pStyle w:val="libNormal"/>
        <w:rPr>
          <w:rtl/>
        </w:rPr>
      </w:pPr>
      <w:r>
        <w:rPr>
          <w:rtl/>
        </w:rPr>
        <w:t>مي</w:t>
      </w:r>
      <w:r w:rsidR="007D6C9B">
        <w:rPr>
          <w:rtl/>
        </w:rPr>
        <w:t xml:space="preserve">ں </w:t>
      </w:r>
      <w:r>
        <w:rPr>
          <w:rtl/>
        </w:rPr>
        <w:t>نے پوچھا كہ يہ كون ہے ؟ تو انہو</w:t>
      </w:r>
      <w:r w:rsidR="007D6C9B">
        <w:rPr>
          <w:rtl/>
        </w:rPr>
        <w:t xml:space="preserve">ں </w:t>
      </w:r>
      <w:r>
        <w:rPr>
          <w:rtl/>
        </w:rPr>
        <w:t xml:space="preserve">نے بتايا كہ يہ '' اس كا چچا ابولہب ہے ''_ </w:t>
      </w:r>
    </w:p>
    <w:p w:rsidR="00DE2D7F" w:rsidRDefault="00DE2D7F" w:rsidP="00D07B54">
      <w:pPr>
        <w:pStyle w:val="libNormal"/>
        <w:rPr>
          <w:rtl/>
        </w:rPr>
      </w:pPr>
    </w:p>
    <w:p w:rsidR="009457C9" w:rsidRDefault="00DE2D7F" w:rsidP="00D07B54">
      <w:pPr>
        <w:pStyle w:val="Heading2Center"/>
        <w:rPr>
          <w:rtl/>
        </w:rPr>
      </w:pPr>
      <w:bookmarkStart w:id="324" w:name="_Toc7268721"/>
      <w:r>
        <w:rPr>
          <w:rtl/>
        </w:rPr>
        <w:t>ابولہب پيغمبر كا پيچھا كرتارہا</w:t>
      </w:r>
      <w:bookmarkEnd w:id="324"/>
    </w:p>
    <w:p w:rsidR="00DE2D7F" w:rsidRDefault="00DE2D7F" w:rsidP="00D07B54">
      <w:pPr>
        <w:pStyle w:val="libNormal"/>
        <w:rPr>
          <w:rtl/>
        </w:rPr>
      </w:pPr>
      <w:r>
        <w:rPr>
          <w:rtl/>
        </w:rPr>
        <w:t xml:space="preserve"> جب مكہ سے باہر كے لوگو</w:t>
      </w:r>
      <w:r w:rsidR="007D6C9B">
        <w:rPr>
          <w:rtl/>
        </w:rPr>
        <w:t xml:space="preserve">ں </w:t>
      </w:r>
      <w:r>
        <w:rPr>
          <w:rtl/>
        </w:rPr>
        <w:t>كا كوئي گروہ اس شہر مي</w:t>
      </w:r>
      <w:r w:rsidR="007D6C9B">
        <w:rPr>
          <w:rtl/>
        </w:rPr>
        <w:t xml:space="preserve">ں </w:t>
      </w:r>
      <w:r>
        <w:rPr>
          <w:rtl/>
        </w:rPr>
        <w:t>داخل ہوتا تھا تو وہ پيغمبر (ص) سے اس كى رشتہ دارى اور سن وسال كے لحاظ سے بڑاہونے كى بناپر ابولہب كے پاس جاتاتھا اور رسول اللہ (ص) كے بارے مي</w:t>
      </w:r>
      <w:r w:rsidR="007D6C9B">
        <w:rPr>
          <w:rtl/>
        </w:rPr>
        <w:t xml:space="preserve">ں </w:t>
      </w:r>
      <w:r>
        <w:rPr>
          <w:rtl/>
        </w:rPr>
        <w:t>تحقيق كرتا تھا وہ جواب ديتا تھا: محمد ايك جادوگر ہے ،وہ بھى پيغمبر سے ملاقات كئے بغير ہى لوٹ جاتے اسى اثناء مي</w:t>
      </w:r>
      <w:r w:rsidR="007D6C9B">
        <w:rPr>
          <w:rtl/>
        </w:rPr>
        <w:t xml:space="preserve">ں </w:t>
      </w:r>
      <w:r>
        <w:rPr>
          <w:rtl/>
        </w:rPr>
        <w:t>ايك ايسا گروہ آيا جنہو</w:t>
      </w:r>
      <w:r w:rsidR="007D6C9B">
        <w:rPr>
          <w:rtl/>
        </w:rPr>
        <w:t xml:space="preserve">ں </w:t>
      </w:r>
      <w:r>
        <w:rPr>
          <w:rtl/>
        </w:rPr>
        <w:t>نے يہ كہا كہ ہم تو اسے ديكھے بغير واپس نہي</w:t>
      </w:r>
      <w:r w:rsidR="007D6C9B">
        <w:rPr>
          <w:rtl/>
        </w:rPr>
        <w:t xml:space="preserve">ں </w:t>
      </w:r>
      <w:r>
        <w:rPr>
          <w:rtl/>
        </w:rPr>
        <w:t>جائي</w:t>
      </w:r>
      <w:r w:rsidR="007D6C9B">
        <w:rPr>
          <w:rtl/>
        </w:rPr>
        <w:t xml:space="preserve">ں </w:t>
      </w:r>
      <w:r>
        <w:rPr>
          <w:rtl/>
        </w:rPr>
        <w:t>گے ابولہب نے كہا : ''ہم مسلسل اس كے جنون كا علاج كررہے ہي</w:t>
      </w:r>
      <w:r w:rsidR="007D6C9B">
        <w:rPr>
          <w:rtl/>
        </w:rPr>
        <w:t xml:space="preserve">ں </w:t>
      </w:r>
      <w:r>
        <w:rPr>
          <w:rtl/>
        </w:rPr>
        <w:t xml:space="preserve">: وہ ہلاك ہوجائے ''_ </w:t>
      </w:r>
    </w:p>
    <w:p w:rsidR="00DE2D7F" w:rsidRDefault="00DE2D7F" w:rsidP="00D07B54">
      <w:pPr>
        <w:pStyle w:val="libNormal"/>
        <w:rPr>
          <w:rtl/>
        </w:rPr>
      </w:pPr>
      <w:r>
        <w:rPr>
          <w:rtl/>
        </w:rPr>
        <w:t>وہ اكثر مواقع پر سايہ كى طرح پيغمبر كے پيچھے لگارہتا تھا اور كسى خرابى سے فروگذاشت نہ كرتا تھا خصوصاً اس كى زبان بہت ہى گندى اور آلودہ ہوتى تھى اور وہ ركيك اورچبھنے والى باتي</w:t>
      </w:r>
      <w:r w:rsidR="007D6C9B">
        <w:rPr>
          <w:rtl/>
        </w:rPr>
        <w:t xml:space="preserve">ں </w:t>
      </w:r>
      <w:r>
        <w:rPr>
          <w:rtl/>
        </w:rPr>
        <w:t>كيا كرتا تھا اور شايد اسى وجہ سے پيغمبر اسلام (ص) كے سب دشمنو</w:t>
      </w:r>
      <w:r w:rsidR="007D6C9B">
        <w:rPr>
          <w:rtl/>
        </w:rPr>
        <w:t xml:space="preserve">ں </w:t>
      </w:r>
      <w:r>
        <w:rPr>
          <w:rtl/>
        </w:rPr>
        <w:t>كا سرغنہ شمار ہوتا تھا اسى بناء پر قرآن كريم اس پر اور اس كى بيوى ام جميل پر ايسى صراحت اور سختى كے ساتھ تنقيد كررہاہے وہى ايك اكيلا ايسا شخص تھا جس نے پيغمبر اكرم (ص) سے بنى ہاشم كى حمايت كے عہد وپيمان پر دستخط نہي</w:t>
      </w:r>
      <w:r w:rsidR="007D6C9B">
        <w:rPr>
          <w:rtl/>
        </w:rPr>
        <w:t xml:space="preserve">ں </w:t>
      </w:r>
      <w:r>
        <w:rPr>
          <w:rtl/>
        </w:rPr>
        <w:t>كئے تھے اور اس نے آپ كے دشمنو</w:t>
      </w:r>
      <w:r w:rsidR="007D6C9B">
        <w:rPr>
          <w:rtl/>
        </w:rPr>
        <w:t xml:space="preserve">ں </w:t>
      </w:r>
      <w:r>
        <w:rPr>
          <w:rtl/>
        </w:rPr>
        <w:t>كى صف مي</w:t>
      </w:r>
      <w:r w:rsidR="007D6C9B">
        <w:rPr>
          <w:rtl/>
        </w:rPr>
        <w:t xml:space="preserve">ں </w:t>
      </w:r>
      <w:r>
        <w:rPr>
          <w:rtl/>
        </w:rPr>
        <w:t>رہتے ہوئے دشمنو</w:t>
      </w:r>
      <w:r w:rsidR="007D6C9B">
        <w:rPr>
          <w:rtl/>
        </w:rPr>
        <w:t xml:space="preserve">ں </w:t>
      </w:r>
      <w:r>
        <w:rPr>
          <w:rtl/>
        </w:rPr>
        <w:t>كے عہد وپيمان مي</w:t>
      </w:r>
      <w:r w:rsidR="007D6C9B">
        <w:rPr>
          <w:rtl/>
        </w:rPr>
        <w:t xml:space="preserve">ں </w:t>
      </w:r>
      <w:r>
        <w:rPr>
          <w:rtl/>
        </w:rPr>
        <w:t xml:space="preserve">شركت كى تھي_ </w:t>
      </w:r>
    </w:p>
    <w:p w:rsidR="009457C9" w:rsidRDefault="001648F9" w:rsidP="00D07B54">
      <w:pPr>
        <w:pStyle w:val="libNormal"/>
        <w:rPr>
          <w:rtl/>
        </w:rPr>
      </w:pPr>
      <w:r>
        <w:rPr>
          <w:rtl/>
        </w:rPr>
        <w:t xml:space="preserve"> </w:t>
      </w:r>
      <w:r>
        <w:rPr>
          <w:rtl/>
        </w:rPr>
        <w:br w:type="page"/>
      </w:r>
    </w:p>
    <w:p w:rsidR="009457C9" w:rsidRDefault="009457C9" w:rsidP="00D07B54">
      <w:pPr>
        <w:pStyle w:val="libNormal"/>
        <w:rPr>
          <w:rtl/>
        </w:rPr>
      </w:pPr>
    </w:p>
    <w:p w:rsidR="009457C9" w:rsidRDefault="00DE2D7F" w:rsidP="00D07B54">
      <w:pPr>
        <w:pStyle w:val="Heading2Center"/>
        <w:rPr>
          <w:rtl/>
        </w:rPr>
      </w:pPr>
      <w:bookmarkStart w:id="325" w:name="_Toc7268722"/>
      <w:r>
        <w:rPr>
          <w:rtl/>
        </w:rPr>
        <w:t>ابو لہب كے ہاتھ كٹ جائي</w:t>
      </w:r>
      <w:r w:rsidR="007D6C9B">
        <w:rPr>
          <w:rtl/>
        </w:rPr>
        <w:t>ں</w:t>
      </w:r>
      <w:bookmarkEnd w:id="325"/>
    </w:p>
    <w:p w:rsidR="00DE2D7F" w:rsidRDefault="007D6C9B" w:rsidP="00D07B54">
      <w:pPr>
        <w:pStyle w:val="libNormal"/>
        <w:rPr>
          <w:rtl/>
        </w:rPr>
      </w:pPr>
      <w:r>
        <w:rPr>
          <w:rtl/>
        </w:rPr>
        <w:t xml:space="preserve"> </w:t>
      </w:r>
      <w:r w:rsidR="00DE2D7F">
        <w:rPr>
          <w:rtl/>
        </w:rPr>
        <w:t>''ابن عباس ''سے نقل ہوا ہے كہ جس وقت آيہ ''</w:t>
      </w:r>
      <w:r w:rsidR="00DE2D7F" w:rsidRPr="00785915">
        <w:rPr>
          <w:rStyle w:val="libAieChar"/>
          <w:rtl/>
        </w:rPr>
        <w:t>ونذر عشيرتك الاقربين''</w:t>
      </w:r>
      <w:r w:rsidR="00DE2D7F">
        <w:rPr>
          <w:rtl/>
        </w:rPr>
        <w:t>_نازل ہوئي اور پيغمبر (ص) اپنے قريبى رشتہ دارو</w:t>
      </w:r>
      <w:r>
        <w:rPr>
          <w:rtl/>
        </w:rPr>
        <w:t xml:space="preserve">ں </w:t>
      </w:r>
      <w:r w:rsidR="00DE2D7F">
        <w:rPr>
          <w:rtl/>
        </w:rPr>
        <w:t>كو انذار كرنے اور اسلام كى دعوت دينے پر مامور ہوئے،تو پيغمبر(ص) كوہ صفا پرآئے اور پكار كر كہا''يا صباحاہ''(يہ جملہ عرب اس وقت كہتے تھے جب ان پر دشمن كى طرف سے غفلت كى حالت مي</w:t>
      </w:r>
      <w:r>
        <w:rPr>
          <w:rtl/>
        </w:rPr>
        <w:t xml:space="preserve">ں </w:t>
      </w:r>
      <w:r w:rsidR="00DE2D7F">
        <w:rPr>
          <w:rtl/>
        </w:rPr>
        <w:t>حملہ ہو جاتا تھاتا كہ سب كو با خبر كردي</w:t>
      </w:r>
      <w:r>
        <w:rPr>
          <w:rtl/>
        </w:rPr>
        <w:t xml:space="preserve">ں </w:t>
      </w:r>
      <w:r w:rsidR="00DE2D7F">
        <w:rPr>
          <w:rtl/>
        </w:rPr>
        <w:t>اور وہ مقابلہ كے ليے كھڑے ہو جائي</w:t>
      </w:r>
      <w:r>
        <w:rPr>
          <w:rtl/>
        </w:rPr>
        <w:t xml:space="preserve">ں </w:t>
      </w:r>
      <w:r w:rsidR="00DE2D7F">
        <w:rPr>
          <w:rtl/>
        </w:rPr>
        <w:t>،لہذا كوئي شخص''يا صباحاہ''كہہ كر آواز ديتا تھا''صباح''كے لفظ كا انتخاب اس وجہ سے كيا جاتا تھا كہ عام طور پر غفلت كى حالت مي</w:t>
      </w:r>
      <w:r>
        <w:rPr>
          <w:rtl/>
        </w:rPr>
        <w:t xml:space="preserve">ں </w:t>
      </w:r>
      <w:r w:rsidR="00DE2D7F">
        <w:rPr>
          <w:rtl/>
        </w:rPr>
        <w:t xml:space="preserve">حملے صبح كے دقت كيے جاتے تھے_ </w:t>
      </w:r>
    </w:p>
    <w:p w:rsidR="00DE2D7F" w:rsidRDefault="00DE2D7F" w:rsidP="00D07B54">
      <w:pPr>
        <w:pStyle w:val="libNormal"/>
        <w:rPr>
          <w:rtl/>
        </w:rPr>
      </w:pPr>
      <w:r>
        <w:rPr>
          <w:rtl/>
        </w:rPr>
        <w:t>مكہ كے لوگو</w:t>
      </w:r>
      <w:r w:rsidR="007D6C9B">
        <w:rPr>
          <w:rtl/>
        </w:rPr>
        <w:t xml:space="preserve">ں </w:t>
      </w:r>
      <w:r>
        <w:rPr>
          <w:rtl/>
        </w:rPr>
        <w:t>نے جب يہ صدا سنى تو انہو</w:t>
      </w:r>
      <w:r w:rsidR="007D6C9B">
        <w:rPr>
          <w:rtl/>
        </w:rPr>
        <w:t xml:space="preserve">ں </w:t>
      </w:r>
      <w:r>
        <w:rPr>
          <w:rtl/>
        </w:rPr>
        <w:t xml:space="preserve">نے كہا كہ يہ كون ہے جو فرياد كررہا ہے_ </w:t>
      </w:r>
    </w:p>
    <w:p w:rsidR="00DE2D7F" w:rsidRDefault="00DE2D7F" w:rsidP="00D07B54">
      <w:pPr>
        <w:pStyle w:val="libNormal"/>
        <w:rPr>
          <w:rtl/>
        </w:rPr>
      </w:pPr>
      <w:r>
        <w:rPr>
          <w:rtl/>
        </w:rPr>
        <w:t>كہا گيا كہ يہ''محمد'' (ص) ہي</w:t>
      </w:r>
      <w:r w:rsidR="007D6C9B">
        <w:rPr>
          <w:rtl/>
        </w:rPr>
        <w:t xml:space="preserve">ں </w:t>
      </w:r>
      <w:r>
        <w:rPr>
          <w:rtl/>
        </w:rPr>
        <w:t xml:space="preserve">_ كچھ لوگ آپ(ص) كے پاس پہنچے تو آپ(ص) نے قبائل عرب كو ان كے نام كے ساتھ پكارا_ آپ(ص) كى آواز پر سب كے سب جمع ہوگئے تو آپ(ص) نے ان سے فرما يا: </w:t>
      </w:r>
    </w:p>
    <w:p w:rsidR="00DE2D7F" w:rsidRDefault="00DE2D7F" w:rsidP="00D07B54">
      <w:pPr>
        <w:pStyle w:val="libNormal"/>
        <w:rPr>
          <w:rtl/>
        </w:rPr>
      </w:pPr>
      <w:r>
        <w:rPr>
          <w:rtl/>
        </w:rPr>
        <w:t>''مجھے بتلائو اگر مي</w:t>
      </w:r>
      <w:r w:rsidR="007D6C9B">
        <w:rPr>
          <w:rtl/>
        </w:rPr>
        <w:t xml:space="preserve">ں </w:t>
      </w:r>
      <w:r>
        <w:rPr>
          <w:rtl/>
        </w:rPr>
        <w:t>تمہي</w:t>
      </w:r>
      <w:r w:rsidR="007D6C9B">
        <w:rPr>
          <w:rtl/>
        </w:rPr>
        <w:t xml:space="preserve">ں </w:t>
      </w:r>
      <w:r>
        <w:rPr>
          <w:rtl/>
        </w:rPr>
        <w:t>يہ خبر دو</w:t>
      </w:r>
      <w:r w:rsidR="007D6C9B">
        <w:rPr>
          <w:rtl/>
        </w:rPr>
        <w:t xml:space="preserve">ں </w:t>
      </w:r>
      <w:r>
        <w:rPr>
          <w:rtl/>
        </w:rPr>
        <w:t>كہ دشمن كے سوار اس پہاڑ كے پيچھے سے حملہ كرنے والے ہي</w:t>
      </w:r>
      <w:r w:rsidR="007D6C9B">
        <w:rPr>
          <w:rtl/>
        </w:rPr>
        <w:t xml:space="preserve">ں </w:t>
      </w:r>
      <w:r>
        <w:rPr>
          <w:rtl/>
        </w:rPr>
        <w:t xml:space="preserve">،تو كيا تم ميرى بات كى تصديق كروگے''_ </w:t>
      </w:r>
    </w:p>
    <w:p w:rsidR="00DE2D7F" w:rsidRDefault="00DE2D7F" w:rsidP="00D07B54">
      <w:pPr>
        <w:pStyle w:val="libNormal"/>
        <w:rPr>
          <w:rtl/>
        </w:rPr>
      </w:pPr>
      <w:r>
        <w:rPr>
          <w:rtl/>
        </w:rPr>
        <w:t>انہو</w:t>
      </w:r>
      <w:r w:rsidR="007D6C9B">
        <w:rPr>
          <w:rtl/>
        </w:rPr>
        <w:t xml:space="preserve">ں </w:t>
      </w:r>
      <w:r>
        <w:rPr>
          <w:rtl/>
        </w:rPr>
        <w:t>نے جواب ديا:''ہم نے آپ(ص) سے كبھى بھى جھوٹ نہي</w:t>
      </w:r>
      <w:r w:rsidR="007D6C9B">
        <w:rPr>
          <w:rtl/>
        </w:rPr>
        <w:t xml:space="preserve">ں </w:t>
      </w:r>
      <w:r>
        <w:rPr>
          <w:rtl/>
        </w:rPr>
        <w:t xml:space="preserve">سنا''_ </w:t>
      </w:r>
    </w:p>
    <w:p w:rsidR="00DE2D7F" w:rsidRDefault="00DE2D7F" w:rsidP="00D07B54">
      <w:pPr>
        <w:pStyle w:val="libNormal"/>
        <w:rPr>
          <w:rtl/>
        </w:rPr>
      </w:pPr>
      <w:r>
        <w:rPr>
          <w:rtl/>
        </w:rPr>
        <w:t xml:space="preserve">آپ (ص) نے فرمايا: </w:t>
      </w:r>
    </w:p>
    <w:p w:rsidR="00DE2D7F" w:rsidRDefault="00DE2D7F" w:rsidP="00D07B54">
      <w:pPr>
        <w:pStyle w:val="libNormal"/>
        <w:rPr>
          <w:rtl/>
        </w:rPr>
      </w:pPr>
      <w:r>
        <w:rPr>
          <w:rtl/>
        </w:rPr>
        <w:t>''</w:t>
      </w:r>
      <w:r w:rsidRPr="00785915">
        <w:rPr>
          <w:rStyle w:val="libAieChar"/>
          <w:rtl/>
        </w:rPr>
        <w:t>انى نذير لكم بين يدى عذاب شديد''</w:t>
      </w:r>
      <w:r>
        <w:rPr>
          <w:rtl/>
        </w:rPr>
        <w:t xml:space="preserve">_ </w:t>
      </w:r>
    </w:p>
    <w:p w:rsidR="00DE2D7F" w:rsidRDefault="00DE2D7F" w:rsidP="00D07B54">
      <w:pPr>
        <w:pStyle w:val="libNormal"/>
        <w:rPr>
          <w:rtl/>
        </w:rPr>
      </w:pPr>
      <w:r>
        <w:rPr>
          <w:rtl/>
        </w:rPr>
        <w:t>''مي</w:t>
      </w:r>
      <w:r w:rsidR="007D6C9B">
        <w:rPr>
          <w:rtl/>
        </w:rPr>
        <w:t xml:space="preserve">ں </w:t>
      </w:r>
      <w:r>
        <w:rPr>
          <w:rtl/>
        </w:rPr>
        <w:t>تمہي</w:t>
      </w:r>
      <w:r w:rsidR="007D6C9B">
        <w:rPr>
          <w:rtl/>
        </w:rPr>
        <w:t xml:space="preserve">ں </w:t>
      </w:r>
      <w:r>
        <w:rPr>
          <w:rtl/>
        </w:rPr>
        <w:t>خدا كے شديد عذاب سے ڈراتا ہو</w:t>
      </w:r>
      <w:r w:rsidR="007D6C9B">
        <w:rPr>
          <w:rtl/>
        </w:rPr>
        <w:t xml:space="preserve">ں </w:t>
      </w:r>
      <w:r>
        <w:rPr>
          <w:rtl/>
        </w:rPr>
        <w:t xml:space="preserve">''_ </w:t>
      </w:r>
    </w:p>
    <w:p w:rsidR="00DE2D7F" w:rsidRDefault="00DE2D7F" w:rsidP="00D07B54">
      <w:pPr>
        <w:pStyle w:val="libNormal"/>
        <w:rPr>
          <w:rtl/>
        </w:rPr>
      </w:pPr>
      <w:r>
        <w:rPr>
          <w:rtl/>
        </w:rPr>
        <w:t>(''مي</w:t>
      </w:r>
      <w:r w:rsidR="007D6C9B">
        <w:rPr>
          <w:rtl/>
        </w:rPr>
        <w:t xml:space="preserve">ں </w:t>
      </w:r>
      <w:r>
        <w:rPr>
          <w:rtl/>
        </w:rPr>
        <w:t>تمہي</w:t>
      </w:r>
      <w:r w:rsidR="007D6C9B">
        <w:rPr>
          <w:rtl/>
        </w:rPr>
        <w:t xml:space="preserve">ں </w:t>
      </w:r>
      <w:r>
        <w:rPr>
          <w:rtl/>
        </w:rPr>
        <w:t>توحيدكا اقرار كرنے او ربتو</w:t>
      </w:r>
      <w:r w:rsidR="007D6C9B">
        <w:rPr>
          <w:rtl/>
        </w:rPr>
        <w:t xml:space="preserve">ں </w:t>
      </w:r>
      <w:r>
        <w:rPr>
          <w:rtl/>
        </w:rPr>
        <w:t>كو ترك كرنے كى دعوت ديتا ہو</w:t>
      </w:r>
      <w:r w:rsidR="007D6C9B">
        <w:rPr>
          <w:rtl/>
        </w:rPr>
        <w:t xml:space="preserve">ں </w:t>
      </w:r>
      <w:r>
        <w:rPr>
          <w:rtl/>
        </w:rPr>
        <w:t xml:space="preserve">'')جب ابو لہب نے يہ بات سنى تو اس نے كہا: </w:t>
      </w:r>
    </w:p>
    <w:p w:rsidR="00DE2D7F" w:rsidRDefault="00DE2D7F" w:rsidP="00D07B54">
      <w:pPr>
        <w:pStyle w:val="libNormal"/>
        <w:rPr>
          <w:rtl/>
        </w:rPr>
      </w:pPr>
      <w:r>
        <w:rPr>
          <w:rtl/>
        </w:rPr>
        <w:t>''</w:t>
      </w:r>
      <w:r w:rsidRPr="00785915">
        <w:rPr>
          <w:rStyle w:val="libAieChar"/>
          <w:rtl/>
        </w:rPr>
        <w:t>تبالكا ما جمعتنا الا ل</w:t>
      </w:r>
      <w:r w:rsidR="003E5058" w:rsidRPr="003E5058">
        <w:rPr>
          <w:rStyle w:val="libAieChar"/>
          <w:rFonts w:hint="cs"/>
          <w:rtl/>
        </w:rPr>
        <w:t>ه</w:t>
      </w:r>
      <w:r w:rsidRPr="00785915">
        <w:rPr>
          <w:rStyle w:val="libAieChar"/>
          <w:rFonts w:hint="cs"/>
          <w:rtl/>
        </w:rPr>
        <w:t>ذا؟</w:t>
      </w:r>
      <w:r>
        <w:rPr>
          <w:rtl/>
        </w:rPr>
        <w:t xml:space="preserve">''_ </w:t>
      </w:r>
    </w:p>
    <w:p w:rsidR="009457C9" w:rsidRDefault="001648F9" w:rsidP="00D07B54">
      <w:pPr>
        <w:pStyle w:val="libNormal"/>
        <w:rPr>
          <w:rtl/>
        </w:rPr>
      </w:pPr>
      <w:r>
        <w:rPr>
          <w:rtl/>
        </w:rPr>
        <w:t xml:space="preserve"> </w:t>
      </w:r>
      <w:r>
        <w:rPr>
          <w:rtl/>
        </w:rPr>
        <w:br w:type="page"/>
      </w:r>
    </w:p>
    <w:p w:rsidR="009457C9" w:rsidRDefault="009457C9" w:rsidP="00D07B54">
      <w:pPr>
        <w:pStyle w:val="libNormal"/>
        <w:rPr>
          <w:rtl/>
        </w:rPr>
      </w:pPr>
    </w:p>
    <w:p w:rsidR="00DE2D7F" w:rsidRDefault="00DE2D7F" w:rsidP="00D07B54">
      <w:pPr>
        <w:pStyle w:val="libNormal"/>
        <w:rPr>
          <w:rtl/>
        </w:rPr>
      </w:pPr>
      <w:r>
        <w:rPr>
          <w:rtl/>
        </w:rPr>
        <w:t>تو ہلاك ہو جائے كيا تو نے ہمي</w:t>
      </w:r>
      <w:r w:rsidR="007D6C9B">
        <w:rPr>
          <w:rtl/>
        </w:rPr>
        <w:t xml:space="preserve">ں </w:t>
      </w:r>
      <w:r>
        <w:rPr>
          <w:rtl/>
        </w:rPr>
        <w:t xml:space="preserve">صرف اس بات كے ليے جمع كيا ہے''؟ </w:t>
      </w:r>
    </w:p>
    <w:p w:rsidR="00DE2D7F" w:rsidRDefault="00DE2D7F" w:rsidP="00D07B54">
      <w:pPr>
        <w:pStyle w:val="libNormal"/>
        <w:rPr>
          <w:rtl/>
        </w:rPr>
      </w:pPr>
      <w:r>
        <w:rPr>
          <w:rtl/>
        </w:rPr>
        <w:t xml:space="preserve">اس مو قع پر يہ سورہ نازل ہوا : </w:t>
      </w:r>
    </w:p>
    <w:p w:rsidR="00DE2D7F" w:rsidRDefault="00DE2D7F" w:rsidP="00D07B54">
      <w:pPr>
        <w:pStyle w:val="libNormal"/>
        <w:rPr>
          <w:rtl/>
        </w:rPr>
      </w:pPr>
      <w:r>
        <w:rPr>
          <w:rtl/>
        </w:rPr>
        <w:t>(</w:t>
      </w:r>
      <w:r w:rsidRPr="00785915">
        <w:rPr>
          <w:rStyle w:val="libAieChar"/>
          <w:rtl/>
        </w:rPr>
        <w:t>تبت يداا بى ل</w:t>
      </w:r>
      <w:r w:rsidR="003E5058" w:rsidRPr="003E5058">
        <w:rPr>
          <w:rStyle w:val="libAieChar"/>
          <w:rFonts w:hint="cs"/>
          <w:rtl/>
        </w:rPr>
        <w:t>ه</w:t>
      </w:r>
      <w:r w:rsidRPr="00785915">
        <w:rPr>
          <w:rStyle w:val="libAieChar"/>
          <w:rFonts w:hint="cs"/>
          <w:rtl/>
        </w:rPr>
        <w:t>ب</w:t>
      </w:r>
      <w:r w:rsidRPr="00785915">
        <w:rPr>
          <w:rStyle w:val="libAieChar"/>
          <w:rtl/>
        </w:rPr>
        <w:t xml:space="preserve"> </w:t>
      </w:r>
      <w:r w:rsidRPr="00785915">
        <w:rPr>
          <w:rStyle w:val="libAieChar"/>
          <w:rFonts w:hint="cs"/>
          <w:rtl/>
        </w:rPr>
        <w:t>وتب</w:t>
      </w:r>
      <w:r>
        <w:rPr>
          <w:rtl/>
        </w:rPr>
        <w:t>)</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اے ابو لہب تو ہى ہلاك ہو اور تيرے ہاتھ ٹوٹي</w:t>
      </w:r>
      <w:r w:rsidR="007D6C9B">
        <w:rPr>
          <w:rtl/>
        </w:rPr>
        <w:t xml:space="preserve">ں </w:t>
      </w:r>
      <w:r>
        <w:rPr>
          <w:rtl/>
        </w:rPr>
        <w:t>،تو ہى زيا</w:t>
      </w:r>
      <w:r w:rsidR="007D6C9B">
        <w:rPr>
          <w:rtl/>
        </w:rPr>
        <w:t xml:space="preserve">ں </w:t>
      </w:r>
      <w:r>
        <w:rPr>
          <w:rtl/>
        </w:rPr>
        <w:t>كار اور ہلاك ہونے والاہے،اس كے مال وثروت نے اور جو كچھ اس نے كمايا ہے اس نے، اسے ہر گز كوئي فائدہ نہي</w:t>
      </w:r>
      <w:r w:rsidR="007D6C9B">
        <w:rPr>
          <w:rtl/>
        </w:rPr>
        <w:t xml:space="preserve">ں </w:t>
      </w:r>
      <w:r>
        <w:rPr>
          <w:rtl/>
        </w:rPr>
        <w:t>ديا اور وہ اسے عذاب الہى سے نہي</w:t>
      </w:r>
      <w:r w:rsidR="007D6C9B">
        <w:rPr>
          <w:rtl/>
        </w:rPr>
        <w:t xml:space="preserve">ں </w:t>
      </w:r>
      <w:r>
        <w:rPr>
          <w:rtl/>
        </w:rPr>
        <w:t xml:space="preserve">بچائے گا''_ </w:t>
      </w:r>
    </w:p>
    <w:p w:rsidR="00DE2D7F" w:rsidRDefault="00DE2D7F" w:rsidP="00D07B54">
      <w:pPr>
        <w:pStyle w:val="libNormal"/>
        <w:rPr>
          <w:rtl/>
        </w:rPr>
      </w:pPr>
      <w:r>
        <w:rPr>
          <w:rtl/>
        </w:rPr>
        <w:t>اس تعبير سے معلوم ہوتا ہے كہ وہ ايك دولت مند مغرور شخص تھا جواپنى اسلام دشمن كوششو</w:t>
      </w:r>
      <w:r w:rsidR="007D6C9B">
        <w:rPr>
          <w:rtl/>
        </w:rPr>
        <w:t xml:space="preserve">ں </w:t>
      </w:r>
      <w:r>
        <w:rPr>
          <w:rtl/>
        </w:rPr>
        <w:t xml:space="preserve">كے لئے اپنے مال ودولت پر بھروسہ كرتاتھا_ </w:t>
      </w:r>
    </w:p>
    <w:p w:rsidR="00DE2D7F" w:rsidRDefault="00DE2D7F" w:rsidP="00D07B54">
      <w:pPr>
        <w:pStyle w:val="libNormal"/>
        <w:rPr>
          <w:rtl/>
        </w:rPr>
      </w:pPr>
      <w:r>
        <w:rPr>
          <w:rtl/>
        </w:rPr>
        <w:t>بعدمي</w:t>
      </w:r>
      <w:r w:rsidR="007D6C9B">
        <w:rPr>
          <w:rtl/>
        </w:rPr>
        <w:t xml:space="preserve">ں </w:t>
      </w:r>
      <w:r>
        <w:rPr>
          <w:rtl/>
        </w:rPr>
        <w:t>قرآن مزيے كہتا ہے،''وہ جلدى ہى اس آگ مي</w:t>
      </w:r>
      <w:r w:rsidR="007D6C9B">
        <w:rPr>
          <w:rtl/>
        </w:rPr>
        <w:t xml:space="preserve">ں </w:t>
      </w:r>
      <w:r>
        <w:rPr>
          <w:rtl/>
        </w:rPr>
        <w:t>داخل ہوگا جس كے شعلے بھڑكنے والے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اگر اس كا نام ''ابو لہب''ہے تو اس كے لئے عذاب بھي''بو لہب''ہے يعنى اس كے لئے بھڑگتے ہوئے اگ كے شعلہ ہي</w:t>
      </w:r>
      <w:r w:rsidR="007D6C9B">
        <w:rPr>
          <w:rtl/>
        </w:rPr>
        <w:t xml:space="preserve">ں </w:t>
      </w:r>
      <w:r>
        <w:rPr>
          <w:rtl/>
        </w:rPr>
        <w:t xml:space="preserve">_ </w:t>
      </w:r>
    </w:p>
    <w:p w:rsidR="009457C9" w:rsidRDefault="00DE2D7F" w:rsidP="00D07B54">
      <w:pPr>
        <w:pStyle w:val="Heading2Center"/>
        <w:rPr>
          <w:rtl/>
        </w:rPr>
      </w:pPr>
      <w:bookmarkStart w:id="326" w:name="_Toc7268723"/>
      <w:r>
        <w:rPr>
          <w:rtl/>
        </w:rPr>
        <w:t>ايندھن اٹھائے ہوئے</w:t>
      </w:r>
      <w:bookmarkEnd w:id="326"/>
    </w:p>
    <w:p w:rsidR="00DE2D7F" w:rsidRDefault="00DE2D7F" w:rsidP="00D07B54">
      <w:pPr>
        <w:pStyle w:val="libNormal"/>
        <w:rPr>
          <w:rtl/>
        </w:rPr>
      </w:pPr>
      <w:r>
        <w:rPr>
          <w:rtl/>
        </w:rPr>
        <w:t xml:space="preserve"> قرآن كريم نے اس كے بعد اس كى بيوى ''ام جميل '' كى كيفيت بيان كرتے ہوئے فرماياہے :''اس كى بيوى بھى جہنم كى بھڑكتى ہوئي آگ مي</w:t>
      </w:r>
      <w:r w:rsidR="007D6C9B">
        <w:rPr>
          <w:rtl/>
        </w:rPr>
        <w:t xml:space="preserve">ں </w:t>
      </w:r>
      <w:r>
        <w:rPr>
          <w:rtl/>
        </w:rPr>
        <w:t xml:space="preserve">داخل ہوگى ، جو اپنے د وش پر ايندھن اٹھاتى ہے''_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''اور اس كى گردن مي</w:t>
      </w:r>
      <w:r w:rsidR="007D6C9B">
        <w:rPr>
          <w:rtl/>
        </w:rPr>
        <w:t xml:space="preserve">ں </w:t>
      </w:r>
      <w:r>
        <w:rPr>
          <w:rtl/>
        </w:rPr>
        <w:t>خرماكى چھال كى رسى يا گردن بند ہے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''فى جيدھا حبل من مسد''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مسد آيت</w:t>
      </w:r>
      <w:r w:rsidR="00E664BB">
        <w:rPr>
          <w:rtl/>
        </w:rPr>
        <w:t>1</w:t>
      </w:r>
      <w:r>
        <w:rPr>
          <w:rtl/>
        </w:rPr>
        <w:t xml:space="preserve"> تا </w:t>
      </w:r>
      <w:r w:rsidR="00E664BB">
        <w:rPr>
          <w:rtl/>
        </w:rPr>
        <w:t>2</w:t>
      </w:r>
      <w:r>
        <w:rPr>
          <w:rtl/>
        </w:rPr>
        <w:t xml:space="preserve"> </w:t>
      </w:r>
    </w:p>
    <w:p w:rsidR="00DE2D7F" w:rsidRDefault="00DE2D7F" w:rsidP="00D07B54">
      <w:pPr>
        <w:pStyle w:val="libFootnote"/>
        <w:rPr>
          <w:rtl/>
        </w:rPr>
      </w:pPr>
      <w:r>
        <w:rPr>
          <w:rtl/>
        </w:rPr>
        <w:t>(</w:t>
      </w:r>
      <w:r w:rsidR="00E664BB">
        <w:rPr>
          <w:rtl/>
        </w:rPr>
        <w:t>2</w:t>
      </w:r>
      <w:r>
        <w:rPr>
          <w:rtl/>
        </w:rPr>
        <w:t>)سورہ مسدآيت</w:t>
      </w:r>
      <w:r w:rsidR="00E664BB">
        <w:rPr>
          <w:rtl/>
        </w:rPr>
        <w:t>3</w:t>
      </w:r>
      <w:r>
        <w:rPr>
          <w:rtl/>
        </w:rPr>
        <w:t xml:space="preserve"> </w:t>
      </w:r>
    </w:p>
    <w:p w:rsidR="00DE2D7F" w:rsidRDefault="00DE2D7F" w:rsidP="00D07B54">
      <w:pPr>
        <w:pStyle w:val="libFootnote"/>
        <w:rPr>
          <w:rtl/>
        </w:rPr>
      </w:pPr>
      <w:r>
        <w:rPr>
          <w:rtl/>
        </w:rPr>
        <w:t>(</w:t>
      </w:r>
      <w:r w:rsidR="00E664BB">
        <w:rPr>
          <w:rtl/>
        </w:rPr>
        <w:t>3</w:t>
      </w:r>
      <w:r>
        <w:rPr>
          <w:rtl/>
        </w:rPr>
        <w:t xml:space="preserve">)سورہ مسد آيت </w:t>
      </w:r>
      <w:r w:rsidR="00E664BB">
        <w:rPr>
          <w:rtl/>
        </w:rPr>
        <w:t>4</w:t>
      </w:r>
      <w:r>
        <w:rPr>
          <w:rtl/>
        </w:rPr>
        <w:t xml:space="preserve"> </w:t>
      </w:r>
    </w:p>
    <w:p w:rsidR="00DE2D7F" w:rsidRDefault="00DE2D7F" w:rsidP="00D07B54">
      <w:pPr>
        <w:pStyle w:val="libFootnote"/>
        <w:rPr>
          <w:rtl/>
        </w:rPr>
      </w:pPr>
      <w:r>
        <w:rPr>
          <w:rtl/>
        </w:rPr>
        <w:t>(</w:t>
      </w:r>
      <w:r w:rsidR="00E664BB">
        <w:rPr>
          <w:rtl/>
        </w:rPr>
        <w:t>4</w:t>
      </w:r>
      <w:r>
        <w:rPr>
          <w:rtl/>
        </w:rPr>
        <w:t xml:space="preserve">)سورہ مسد آيت </w:t>
      </w:r>
      <w:r w:rsidR="00E664BB">
        <w:rPr>
          <w:rtl/>
        </w:rPr>
        <w:t>4</w:t>
      </w:r>
      <w:r>
        <w:rPr>
          <w:rtl/>
        </w:rPr>
        <w:t xml:space="preserve"> </w:t>
      </w:r>
    </w:p>
    <w:p w:rsidR="009457C9" w:rsidRDefault="001648F9" w:rsidP="00D07B54">
      <w:pPr>
        <w:pStyle w:val="libNormal"/>
        <w:rPr>
          <w:rtl/>
        </w:rPr>
      </w:pPr>
      <w:r>
        <w:rPr>
          <w:rtl/>
        </w:rPr>
        <w:t xml:space="preserve"> </w:t>
      </w:r>
      <w:r>
        <w:rPr>
          <w:rtl/>
        </w:rPr>
        <w:br w:type="page"/>
      </w:r>
      <w:r>
        <w:rPr>
          <w:rtl/>
        </w:rPr>
        <w:lastRenderedPageBreak/>
        <w:t xml:space="preserve"> </w:t>
      </w:r>
    </w:p>
    <w:p w:rsidR="009457C9" w:rsidRDefault="009457C9" w:rsidP="00D07B54">
      <w:pPr>
        <w:pStyle w:val="libNormal"/>
        <w:rPr>
          <w:rtl/>
        </w:rPr>
      </w:pPr>
    </w:p>
    <w:p w:rsidR="00DE2D7F" w:rsidRDefault="00DE2D7F" w:rsidP="00D07B54">
      <w:pPr>
        <w:pStyle w:val="libNormal"/>
        <w:rPr>
          <w:rtl/>
        </w:rPr>
      </w:pPr>
      <w:r>
        <w:rPr>
          <w:rtl/>
        </w:rPr>
        <w:t>''مسد'' (بروزن حسد) اس رسى كے معنى مي</w:t>
      </w:r>
      <w:r w:rsidR="007D6C9B">
        <w:rPr>
          <w:rtl/>
        </w:rPr>
        <w:t xml:space="preserve">ں </w:t>
      </w:r>
      <w:r>
        <w:rPr>
          <w:rtl/>
        </w:rPr>
        <w:t>ہے جو كھجور كے پتو</w:t>
      </w:r>
      <w:r w:rsidR="007D6C9B">
        <w:rPr>
          <w:rtl/>
        </w:rPr>
        <w:t xml:space="preserve">ں </w:t>
      </w:r>
      <w:r>
        <w:rPr>
          <w:rtl/>
        </w:rPr>
        <w:t>سے بنائي جاتى ہے _ بعض نے يہ كہا ہے كہ ''مسد'' وہ رسى ہے جو جہنم مي</w:t>
      </w:r>
      <w:r w:rsidR="007D6C9B">
        <w:rPr>
          <w:rtl/>
        </w:rPr>
        <w:t xml:space="preserve">ں </w:t>
      </w:r>
      <w:r>
        <w:rPr>
          <w:rtl/>
        </w:rPr>
        <w:t>اس كى گردن مي</w:t>
      </w:r>
      <w:r w:rsidR="007D6C9B">
        <w:rPr>
          <w:rtl/>
        </w:rPr>
        <w:t xml:space="preserve">ں </w:t>
      </w:r>
      <w:r>
        <w:rPr>
          <w:rtl/>
        </w:rPr>
        <w:t>ڈالي</w:t>
      </w:r>
      <w:r w:rsidR="007D6C9B">
        <w:rPr>
          <w:rtl/>
        </w:rPr>
        <w:t xml:space="preserve">ں </w:t>
      </w:r>
      <w:r>
        <w:rPr>
          <w:rtl/>
        </w:rPr>
        <w:t>گے جس مي</w:t>
      </w:r>
      <w:r w:rsidR="007D6C9B">
        <w:rPr>
          <w:rtl/>
        </w:rPr>
        <w:t xml:space="preserve">ں </w:t>
      </w:r>
      <w:r>
        <w:rPr>
          <w:rtl/>
        </w:rPr>
        <w:t>كھجور كے پتو</w:t>
      </w:r>
      <w:r w:rsidR="007D6C9B">
        <w:rPr>
          <w:rtl/>
        </w:rPr>
        <w:t xml:space="preserve">ں </w:t>
      </w:r>
      <w:r>
        <w:rPr>
          <w:rtl/>
        </w:rPr>
        <w:t>جيسى سختى ہوگى اور اس مي</w:t>
      </w:r>
      <w:r w:rsidR="007D6C9B">
        <w:rPr>
          <w:rtl/>
        </w:rPr>
        <w:t xml:space="preserve">ں </w:t>
      </w:r>
      <w:r>
        <w:rPr>
          <w:rtl/>
        </w:rPr>
        <w:t xml:space="preserve">آگ كى حرارت اور لوہے كى سنگينى ہوگى _ </w:t>
      </w:r>
    </w:p>
    <w:p w:rsidR="00DE2D7F" w:rsidRDefault="00DE2D7F" w:rsidP="00D07B54">
      <w:pPr>
        <w:pStyle w:val="libNormal"/>
        <w:rPr>
          <w:rtl/>
        </w:rPr>
      </w:pPr>
      <w:r>
        <w:rPr>
          <w:rtl/>
        </w:rPr>
        <w:t>بعض نے يہ بھى كہا ہے كہ چونكہ بڑے لوگو</w:t>
      </w:r>
      <w:r w:rsidR="007D6C9B">
        <w:rPr>
          <w:rtl/>
        </w:rPr>
        <w:t xml:space="preserve">ں </w:t>
      </w:r>
      <w:r>
        <w:rPr>
          <w:rtl/>
        </w:rPr>
        <w:t>كى عورتي</w:t>
      </w:r>
      <w:r w:rsidR="007D6C9B">
        <w:rPr>
          <w:rtl/>
        </w:rPr>
        <w:t xml:space="preserve">ں </w:t>
      </w:r>
      <w:r>
        <w:rPr>
          <w:rtl/>
        </w:rPr>
        <w:t>اپنى شخصيت كو آلات وزيورات خصوصا ًگردن كے قيمتى زيورات سے زينت دينے مي</w:t>
      </w:r>
      <w:r w:rsidR="007D6C9B">
        <w:rPr>
          <w:rtl/>
        </w:rPr>
        <w:t xml:space="preserve">ں </w:t>
      </w:r>
      <w:r>
        <w:rPr>
          <w:rtl/>
        </w:rPr>
        <w:t>خاص بات سمجھتى ہي</w:t>
      </w:r>
      <w:r w:rsidR="007D6C9B">
        <w:rPr>
          <w:rtl/>
        </w:rPr>
        <w:t xml:space="preserve">ں </w:t>
      </w:r>
      <w:r>
        <w:rPr>
          <w:rtl/>
        </w:rPr>
        <w:t>،لہذا خدا قيامت مي</w:t>
      </w:r>
      <w:r w:rsidR="007D6C9B">
        <w:rPr>
          <w:rtl/>
        </w:rPr>
        <w:t xml:space="preserve">ں </w:t>
      </w:r>
      <w:r>
        <w:rPr>
          <w:rtl/>
        </w:rPr>
        <w:t>اس مضراوروخود پسند عورت كى تحقير كے ليے ليف خرما كا ايك گردن بند اس كى گردن مي</w:t>
      </w:r>
      <w:r w:rsidR="007D6C9B">
        <w:rPr>
          <w:rtl/>
        </w:rPr>
        <w:t xml:space="preserve">ں </w:t>
      </w:r>
      <w:r>
        <w:rPr>
          <w:rtl/>
        </w:rPr>
        <w:t xml:space="preserve">ڈال دے گايا يہ اصلا اس كى تحقير سے كنايہ ہے _ </w:t>
      </w:r>
    </w:p>
    <w:p w:rsidR="00DE2D7F" w:rsidRDefault="00DE2D7F" w:rsidP="00D07B54">
      <w:pPr>
        <w:pStyle w:val="libNormal"/>
        <w:rPr>
          <w:rtl/>
        </w:rPr>
      </w:pPr>
      <w:r>
        <w:rPr>
          <w:rtl/>
        </w:rPr>
        <w:t>بعض نے يہ بھى كہا ہے كہ اس تعبير كے بيان كرنے كا سبب يہ ہے كہ '' ام جميل '' كے پاس جواہرات كا ايك بہت ہى قيمتى گردن بند تھااور اس نے يہ قسم كھائي تھى كہ وہ اسے پيغمبراكرم (ص) كى دشمنى مي</w:t>
      </w:r>
      <w:r w:rsidR="007D6C9B">
        <w:rPr>
          <w:rtl/>
        </w:rPr>
        <w:t xml:space="preserve">ں </w:t>
      </w:r>
      <w:r>
        <w:rPr>
          <w:rtl/>
        </w:rPr>
        <w:t>خرچ كرے گى لہذا اس كے اس كام كے بدلے مي</w:t>
      </w:r>
      <w:r w:rsidR="007D6C9B">
        <w:rPr>
          <w:rtl/>
        </w:rPr>
        <w:t xml:space="preserve">ں </w:t>
      </w:r>
      <w:r>
        <w:rPr>
          <w:rtl/>
        </w:rPr>
        <w:t xml:space="preserve">خدا نے بھى اس كے لئے ايسا عذاب مقرر كرديا ہے _ </w:t>
      </w:r>
    </w:p>
    <w:p w:rsidR="00DE2D7F" w:rsidRDefault="00DE2D7F" w:rsidP="00D07B54">
      <w:pPr>
        <w:pStyle w:val="libNormal"/>
        <w:rPr>
          <w:rtl/>
        </w:rPr>
      </w:pPr>
    </w:p>
    <w:p w:rsidR="009457C9" w:rsidRDefault="00DE2D7F" w:rsidP="00D07B54">
      <w:pPr>
        <w:pStyle w:val="Heading2Center"/>
        <w:rPr>
          <w:rtl/>
        </w:rPr>
      </w:pPr>
      <w:bookmarkStart w:id="327" w:name="_Toc7268724"/>
      <w:r>
        <w:rPr>
          <w:rtl/>
        </w:rPr>
        <w:t>ابولہب كاعبرت ناك انجام</w:t>
      </w:r>
      <w:bookmarkEnd w:id="327"/>
      <w:r>
        <w:rPr>
          <w:rtl/>
        </w:rPr>
        <w:t xml:space="preserve"> </w:t>
      </w:r>
    </w:p>
    <w:p w:rsidR="00DE2D7F" w:rsidRDefault="00DE2D7F" w:rsidP="00D07B54">
      <w:pPr>
        <w:pStyle w:val="libNormal"/>
        <w:rPr>
          <w:rtl/>
        </w:rPr>
      </w:pPr>
      <w:r>
        <w:rPr>
          <w:rtl/>
        </w:rPr>
        <w:t>روايات مي</w:t>
      </w:r>
      <w:r w:rsidR="007D6C9B">
        <w:rPr>
          <w:rtl/>
        </w:rPr>
        <w:t xml:space="preserve">ں </w:t>
      </w:r>
      <w:r>
        <w:rPr>
          <w:rtl/>
        </w:rPr>
        <w:t>ايا ہے كہ جنگ''بدر''اور سخت شكست كے بعد ،جو مشركين قريش كو اٹھانى پڑى تھى ، ابولہب نے جوخود ميدان جنگ مي</w:t>
      </w:r>
      <w:r w:rsidR="007D6C9B">
        <w:rPr>
          <w:rtl/>
        </w:rPr>
        <w:t xml:space="preserve">ں </w:t>
      </w:r>
      <w:r>
        <w:rPr>
          <w:rtl/>
        </w:rPr>
        <w:t>شريك نہي</w:t>
      </w:r>
      <w:r w:rsidR="007D6C9B">
        <w:rPr>
          <w:rtl/>
        </w:rPr>
        <w:t xml:space="preserve">ں </w:t>
      </w:r>
      <w:r>
        <w:rPr>
          <w:rtl/>
        </w:rPr>
        <w:t>ہوا تھا ،ابوسفيان كے واپس آنے پر اس ماجرے كے بارے مي</w:t>
      </w:r>
      <w:r w:rsidR="007D6C9B">
        <w:rPr>
          <w:rtl/>
        </w:rPr>
        <w:t xml:space="preserve">ں </w:t>
      </w:r>
      <w:r>
        <w:rPr>
          <w:rtl/>
        </w:rPr>
        <w:t>سوال كيا،ابو سفيان كے قريش كے لشكر كى شكست اور سركوبى كى كيفيت بيان كي، اس كے بعد اس نے مزيد كہا :خدا كى قسم ہم نے اس جنگ مي</w:t>
      </w:r>
      <w:r w:rsidR="007D6C9B">
        <w:rPr>
          <w:rtl/>
        </w:rPr>
        <w:t xml:space="preserve">ں </w:t>
      </w:r>
      <w:r>
        <w:rPr>
          <w:rtl/>
        </w:rPr>
        <w:t>آسمان وزمين كے درميان ايسے سوار ديكھے ہي</w:t>
      </w:r>
      <w:r w:rsidR="007D6C9B">
        <w:rPr>
          <w:rtl/>
        </w:rPr>
        <w:t xml:space="preserve">ں </w:t>
      </w:r>
      <w:r>
        <w:rPr>
          <w:rtl/>
        </w:rPr>
        <w:t xml:space="preserve">جو محمد كى مدد كے ليے آئے تھے _ </w:t>
      </w:r>
    </w:p>
    <w:p w:rsidR="00DE2D7F" w:rsidRDefault="00DE2D7F" w:rsidP="00D07B54">
      <w:pPr>
        <w:pStyle w:val="libNormal"/>
        <w:rPr>
          <w:rtl/>
        </w:rPr>
      </w:pPr>
      <w:r>
        <w:rPr>
          <w:rtl/>
        </w:rPr>
        <w:t>اس موقع پر'' عباس '' كے ايك غلام ''ابورافع ''نے كہا :مي</w:t>
      </w:r>
      <w:r w:rsidR="007D6C9B">
        <w:rPr>
          <w:rtl/>
        </w:rPr>
        <w:t xml:space="preserve">ں </w:t>
      </w:r>
      <w:r>
        <w:rPr>
          <w:rtl/>
        </w:rPr>
        <w:t>وہا</w:t>
      </w:r>
      <w:r w:rsidR="007D6C9B">
        <w:rPr>
          <w:rtl/>
        </w:rPr>
        <w:t xml:space="preserve">ں </w:t>
      </w:r>
      <w:r>
        <w:rPr>
          <w:rtl/>
        </w:rPr>
        <w:t>بيٹھاہوا تھا ،مي</w:t>
      </w:r>
      <w:r w:rsidR="007D6C9B">
        <w:rPr>
          <w:rtl/>
        </w:rPr>
        <w:t xml:space="preserve">ں </w:t>
      </w:r>
      <w:r>
        <w:rPr>
          <w:rtl/>
        </w:rPr>
        <w:t xml:space="preserve">نے اپنے ہاتھ بلند كيے اور كہا كہ وہ آسمانى فرشتے تھے _ </w:t>
      </w:r>
    </w:p>
    <w:p w:rsidR="00DE2D7F" w:rsidRDefault="00DE2D7F" w:rsidP="00D07B54">
      <w:pPr>
        <w:pStyle w:val="libNormal"/>
        <w:rPr>
          <w:rtl/>
        </w:rPr>
      </w:pPr>
      <w:r>
        <w:rPr>
          <w:rtl/>
        </w:rPr>
        <w:t xml:space="preserve">اس سے ابولہب بھڑك اٹھا اور اس نے ايك زوردار تھپڑميرے منہ پر دے مارا ، مجھے اٹھاكر زمين پر </w:t>
      </w:r>
    </w:p>
    <w:p w:rsidR="009457C9" w:rsidRDefault="001648F9" w:rsidP="00D07B54">
      <w:pPr>
        <w:pStyle w:val="libNormal"/>
        <w:rPr>
          <w:rtl/>
        </w:rPr>
      </w:pPr>
      <w:r>
        <w:rPr>
          <w:rtl/>
        </w:rPr>
        <w:t xml:space="preserve"> </w:t>
      </w:r>
      <w:r>
        <w:rPr>
          <w:rtl/>
        </w:rPr>
        <w:br w:type="page"/>
      </w:r>
    </w:p>
    <w:p w:rsidR="009457C9" w:rsidRDefault="009457C9" w:rsidP="00D07B54">
      <w:pPr>
        <w:pStyle w:val="libNormal"/>
        <w:rPr>
          <w:rtl/>
        </w:rPr>
      </w:pPr>
    </w:p>
    <w:p w:rsidR="00DE2D7F" w:rsidRDefault="00DE2D7F" w:rsidP="00D07B54">
      <w:pPr>
        <w:pStyle w:val="libNormal"/>
        <w:rPr>
          <w:rtl/>
        </w:rPr>
      </w:pPr>
      <w:r>
        <w:rPr>
          <w:rtl/>
        </w:rPr>
        <w:t>پٹخ ديا اور اپنے دل كى بھڑاس نكالنے كے ليے مجھے پيٹے چلے جارہا تھا وہا</w:t>
      </w:r>
      <w:r w:rsidR="007D6C9B">
        <w:rPr>
          <w:rtl/>
        </w:rPr>
        <w:t xml:space="preserve">ں </w:t>
      </w:r>
      <w:r>
        <w:rPr>
          <w:rtl/>
        </w:rPr>
        <w:t xml:space="preserve">عباس كى بيوي''ام الفضل'' بھى موجود تھى اس نے ايك چھڑى اٹھائي اور ابولہب كے سرپر دے مارى اور كہا :''كيا تونے اس كمزور آدمى كو اكيلاسمجھا ہے ؟ '' </w:t>
      </w:r>
    </w:p>
    <w:p w:rsidR="00DE2D7F" w:rsidRDefault="00DE2D7F" w:rsidP="00D07B54">
      <w:pPr>
        <w:pStyle w:val="libNormal"/>
        <w:rPr>
          <w:rtl/>
        </w:rPr>
      </w:pPr>
      <w:r>
        <w:rPr>
          <w:rtl/>
        </w:rPr>
        <w:t>ابولہب كا سرپھٹ گيا اور اس سے خون بہنے لگا سات دن كے بعد اس كے بدن مي</w:t>
      </w:r>
      <w:r w:rsidR="007D6C9B">
        <w:rPr>
          <w:rtl/>
        </w:rPr>
        <w:t xml:space="preserve">ں </w:t>
      </w:r>
      <w:r>
        <w:rPr>
          <w:rtl/>
        </w:rPr>
        <w:t>بدبو پيدا ہوگئي ، اس كى جلد مي</w:t>
      </w:r>
      <w:r w:rsidR="007D6C9B">
        <w:rPr>
          <w:rtl/>
        </w:rPr>
        <w:t xml:space="preserve">ں </w:t>
      </w:r>
      <w:r>
        <w:rPr>
          <w:rtl/>
        </w:rPr>
        <w:t xml:space="preserve">طاعون كى شكل كے دانے نكل آئے اور وہ اسى بيمارى سے واصل جہنم ہوگيا _ </w:t>
      </w:r>
    </w:p>
    <w:p w:rsidR="00DE2D7F" w:rsidRDefault="00DE2D7F" w:rsidP="00D07B54">
      <w:pPr>
        <w:pStyle w:val="libNormal"/>
        <w:rPr>
          <w:rtl/>
        </w:rPr>
      </w:pPr>
      <w:r>
        <w:rPr>
          <w:rtl/>
        </w:rPr>
        <w:t>اس كے بدن سے اتنى بدبو آرہى تھى كہ لوگ اس كے نزديك جانے كى جرات نہي</w:t>
      </w:r>
      <w:r w:rsidR="007D6C9B">
        <w:rPr>
          <w:rtl/>
        </w:rPr>
        <w:t xml:space="preserve">ں </w:t>
      </w:r>
      <w:r>
        <w:rPr>
          <w:rtl/>
        </w:rPr>
        <w:t>كرتے تھے وہ اسے مكہ سے باہر لے گئے اور دور سے اس پر پانى ڈالا اور اس كے بعد اس كے اوپر پتھر پھينكے يہا</w:t>
      </w:r>
      <w:r w:rsidR="007D6C9B">
        <w:rPr>
          <w:rtl/>
        </w:rPr>
        <w:t xml:space="preserve">ں </w:t>
      </w:r>
      <w:r>
        <w:rPr>
          <w:rtl/>
        </w:rPr>
        <w:t>تك كہ اس كا بدن پتھرو</w:t>
      </w:r>
      <w:r w:rsidR="007D6C9B">
        <w:rPr>
          <w:rtl/>
        </w:rPr>
        <w:t xml:space="preserve">ں </w:t>
      </w:r>
      <w:r>
        <w:rPr>
          <w:rtl/>
        </w:rPr>
        <w:t xml:space="preserve">اور مٹى كے نيچے چھپ گيا _ </w:t>
      </w:r>
    </w:p>
    <w:p w:rsidR="009457C9" w:rsidRDefault="001648F9" w:rsidP="00D07B54">
      <w:pPr>
        <w:pStyle w:val="libNormal"/>
        <w:rPr>
          <w:rtl/>
        </w:rPr>
      </w:pPr>
      <w:r>
        <w:rPr>
          <w:rtl/>
        </w:rPr>
        <w:t xml:space="preserve"> </w:t>
      </w:r>
      <w:r>
        <w:rPr>
          <w:rtl/>
        </w:rPr>
        <w:br w:type="page"/>
      </w:r>
    </w:p>
    <w:p w:rsidR="009457C9" w:rsidRDefault="009457C9" w:rsidP="00D07B54">
      <w:pPr>
        <w:pStyle w:val="libNormal"/>
        <w:rPr>
          <w:rtl/>
        </w:rPr>
      </w:pPr>
    </w:p>
    <w:p w:rsidR="009457C9" w:rsidRDefault="00DE2D7F" w:rsidP="00D07B54">
      <w:pPr>
        <w:pStyle w:val="Heading2Center"/>
        <w:rPr>
          <w:rtl/>
        </w:rPr>
      </w:pPr>
      <w:bookmarkStart w:id="328" w:name="_Toc7268725"/>
      <w:r>
        <w:rPr>
          <w:rtl/>
        </w:rPr>
        <w:t>ابوسفيان وابوجہل چھپ كر قرآن سنتے ہي</w:t>
      </w:r>
      <w:r w:rsidR="007D6C9B">
        <w:rPr>
          <w:rtl/>
        </w:rPr>
        <w:t>ں</w:t>
      </w:r>
      <w:bookmarkEnd w:id="328"/>
    </w:p>
    <w:p w:rsidR="00DE2D7F" w:rsidRDefault="007D6C9B" w:rsidP="00D07B54">
      <w:pPr>
        <w:pStyle w:val="libNormal"/>
        <w:rPr>
          <w:rtl/>
        </w:rPr>
      </w:pPr>
      <w:r>
        <w:rPr>
          <w:rtl/>
        </w:rPr>
        <w:t xml:space="preserve"> </w:t>
      </w:r>
      <w:r w:rsidR="00DE2D7F">
        <w:rPr>
          <w:rtl/>
        </w:rPr>
        <w:t>ايك شب ابوسفيان ،ابوجہل اور مشركين كے بہت سے دوسرے سردارجدا گانہ طور پر اور ايك دوسرے سے چھپ كر آنحضرت (ص) سے قرآن سننے كے لئے آگئے آپ اس وقت نماز پڑھنے مي</w:t>
      </w:r>
      <w:r>
        <w:rPr>
          <w:rtl/>
        </w:rPr>
        <w:t xml:space="preserve">ں </w:t>
      </w:r>
      <w:r w:rsidR="00DE2D7F">
        <w:rPr>
          <w:rtl/>
        </w:rPr>
        <w:t>مشغول تھے اور ہر ايك ، ايك دوسرے سے بالكل بے خبر عليحدہ عليحدہ مقامات پر چھپ كر بيٹھ گئے چنانچہ وہ رات گئے تك قرآن سنتے رہے اور جب واپس پلٹنے لگے تو اس وقت صبح كى سفيدى نمودار ہوچكى تھى _اتفاق سے سب نے واپسى كے ليے ايك ہى راستے كا انتخاب كيا اور ان كى اچانك ايك دوسرے سے ملاقات ہوگئي اور ان كا بھانڈا وہي</w:t>
      </w:r>
      <w:r>
        <w:rPr>
          <w:rtl/>
        </w:rPr>
        <w:t xml:space="preserve">ں </w:t>
      </w:r>
      <w:r w:rsidR="00DE2D7F">
        <w:rPr>
          <w:rtl/>
        </w:rPr>
        <w:t>پر پھوٹ گيا انھو</w:t>
      </w:r>
      <w:r>
        <w:rPr>
          <w:rtl/>
        </w:rPr>
        <w:t xml:space="preserve">ں </w:t>
      </w:r>
      <w:r w:rsidR="00DE2D7F">
        <w:rPr>
          <w:rtl/>
        </w:rPr>
        <w:t>نے ايك دوسرے كوملامت كى اور اس بات پر زورديا كہ آئندہ ايسا كام نہي</w:t>
      </w:r>
      <w:r>
        <w:rPr>
          <w:rtl/>
        </w:rPr>
        <w:t xml:space="preserve">ں </w:t>
      </w:r>
      <w:r w:rsidR="00DE2D7F">
        <w:rPr>
          <w:rtl/>
        </w:rPr>
        <w:t>كري</w:t>
      </w:r>
      <w:r>
        <w:rPr>
          <w:rtl/>
        </w:rPr>
        <w:t xml:space="preserve">ں </w:t>
      </w:r>
      <w:r w:rsidR="00DE2D7F">
        <w:rPr>
          <w:rtl/>
        </w:rPr>
        <w:t>گے ، اگر نا سمجھ لوگو</w:t>
      </w:r>
      <w:r>
        <w:rPr>
          <w:rtl/>
        </w:rPr>
        <w:t xml:space="preserve">ں </w:t>
      </w:r>
      <w:r w:rsidR="00DE2D7F">
        <w:rPr>
          <w:rtl/>
        </w:rPr>
        <w:t>كو پتہ چل گيا تو وہ شك وشبہ مي</w:t>
      </w:r>
      <w:r>
        <w:rPr>
          <w:rtl/>
        </w:rPr>
        <w:t xml:space="preserve">ں </w:t>
      </w:r>
      <w:r w:rsidR="00DE2D7F">
        <w:rPr>
          <w:rtl/>
        </w:rPr>
        <w:t>پڑجائي</w:t>
      </w:r>
      <w:r>
        <w:rPr>
          <w:rtl/>
        </w:rPr>
        <w:t xml:space="preserve">ں </w:t>
      </w:r>
      <w:r w:rsidR="00DE2D7F">
        <w:rPr>
          <w:rtl/>
        </w:rPr>
        <w:t xml:space="preserve">گے _ </w:t>
      </w:r>
    </w:p>
    <w:p w:rsidR="00DE2D7F" w:rsidRDefault="00DE2D7F" w:rsidP="00D07B54">
      <w:pPr>
        <w:pStyle w:val="libNormal"/>
        <w:rPr>
          <w:rtl/>
        </w:rPr>
      </w:pPr>
      <w:r>
        <w:rPr>
          <w:rtl/>
        </w:rPr>
        <w:t>دوسرى اور تيسرى رات بھى ايسا ہى اتفاق ہوا اور پھروہى باتي</w:t>
      </w:r>
      <w:r w:rsidR="007D6C9B">
        <w:rPr>
          <w:rtl/>
        </w:rPr>
        <w:t xml:space="preserve">ں </w:t>
      </w:r>
      <w:r>
        <w:rPr>
          <w:rtl/>
        </w:rPr>
        <w:t>دہرائي گئي</w:t>
      </w:r>
      <w:r w:rsidR="007D6C9B">
        <w:rPr>
          <w:rtl/>
        </w:rPr>
        <w:t xml:space="preserve">ں </w:t>
      </w:r>
      <w:r>
        <w:rPr>
          <w:rtl/>
        </w:rPr>
        <w:t>اور آخرى رات تو انھو</w:t>
      </w:r>
      <w:r w:rsidR="007D6C9B">
        <w:rPr>
          <w:rtl/>
        </w:rPr>
        <w:t xml:space="preserve">ں </w:t>
      </w:r>
      <w:r>
        <w:rPr>
          <w:rtl/>
        </w:rPr>
        <w:t>نے كہا جب تك اس بات پر پختہ عہد نہ كرلي</w:t>
      </w:r>
      <w:r w:rsidR="007D6C9B">
        <w:rPr>
          <w:rtl/>
        </w:rPr>
        <w:t xml:space="preserve">ں </w:t>
      </w:r>
      <w:r>
        <w:rPr>
          <w:rtl/>
        </w:rPr>
        <w:t>اپنى جگہ سے ہلي</w:t>
      </w:r>
      <w:r w:rsidR="007D6C9B">
        <w:rPr>
          <w:rtl/>
        </w:rPr>
        <w:t xml:space="preserve">ں </w:t>
      </w:r>
      <w:r>
        <w:rPr>
          <w:rtl/>
        </w:rPr>
        <w:t>نہي</w:t>
      </w:r>
      <w:r w:rsidR="007D6C9B">
        <w:rPr>
          <w:rtl/>
        </w:rPr>
        <w:t xml:space="preserve">ں </w:t>
      </w:r>
      <w:r>
        <w:rPr>
          <w:rtl/>
        </w:rPr>
        <w:t>چنانچہ ايسا ہى كيا گيا اور پھر ہر ايك نے اپنى راہ لى _اسى رات كى صبح اخنس بن شريق نامى ايك مشرك اپنا عصالے كر سيدھا ابوسفيان كے گھر پہنچا اور اسے كہا : تم نے جو كچھ محمدسے سناہے اس كے بارے مي</w:t>
      </w:r>
      <w:r w:rsidR="007D6C9B">
        <w:rPr>
          <w:rtl/>
        </w:rPr>
        <w:t xml:space="preserve">ں </w:t>
      </w:r>
      <w:r>
        <w:rPr>
          <w:rtl/>
        </w:rPr>
        <w:t xml:space="preserve">تمہارى كيا رائے ہے ؟ </w:t>
      </w:r>
    </w:p>
    <w:p w:rsidR="00DE2D7F" w:rsidRDefault="00DE2D7F" w:rsidP="00D07B54">
      <w:pPr>
        <w:pStyle w:val="libNormal"/>
        <w:rPr>
          <w:rtl/>
        </w:rPr>
      </w:pPr>
      <w:r>
        <w:rPr>
          <w:rtl/>
        </w:rPr>
        <w:t>اس نے كہا:خدا قسم : كچھ مطالب ايسے سنے ہي</w:t>
      </w:r>
      <w:r w:rsidR="007D6C9B">
        <w:rPr>
          <w:rtl/>
        </w:rPr>
        <w:t xml:space="preserve">ں </w:t>
      </w:r>
      <w:r>
        <w:rPr>
          <w:rtl/>
        </w:rPr>
        <w:t>جن كا معنى بخوبى سمجھ سكاہو</w:t>
      </w:r>
      <w:r w:rsidR="007D6C9B">
        <w:rPr>
          <w:rtl/>
        </w:rPr>
        <w:t xml:space="preserve">ں </w:t>
      </w:r>
      <w:r>
        <w:rPr>
          <w:rtl/>
        </w:rPr>
        <w:t>اور كچھ مسائل كى مراد اور معنى كو نہي</w:t>
      </w:r>
      <w:r w:rsidR="007D6C9B">
        <w:rPr>
          <w:rtl/>
        </w:rPr>
        <w:t xml:space="preserve">ں </w:t>
      </w:r>
      <w:r>
        <w:rPr>
          <w:rtl/>
        </w:rPr>
        <w:t>سمجھ سكا _ اخنس وہا</w:t>
      </w:r>
      <w:r w:rsidR="007D6C9B">
        <w:rPr>
          <w:rtl/>
        </w:rPr>
        <w:t xml:space="preserve">ں </w:t>
      </w:r>
      <w:r>
        <w:rPr>
          <w:rtl/>
        </w:rPr>
        <w:t>سے سيدھا ابوجہل كے پاس پہنچا اس سے بھى وہى سوال كيا : تم نے جو كچھ محمد سے سنا ہے اس كے بارے مي</w:t>
      </w:r>
      <w:r w:rsidR="007D6C9B">
        <w:rPr>
          <w:rtl/>
        </w:rPr>
        <w:t xml:space="preserve">ں </w:t>
      </w:r>
      <w:r>
        <w:rPr>
          <w:rtl/>
        </w:rPr>
        <w:t xml:space="preserve">كيا كہتے ہو ؟ </w:t>
      </w:r>
    </w:p>
    <w:p w:rsidR="00DE2D7F" w:rsidRDefault="00DE2D7F" w:rsidP="00D07B54">
      <w:pPr>
        <w:pStyle w:val="libNormal"/>
        <w:rPr>
          <w:rtl/>
        </w:rPr>
      </w:pPr>
      <w:r>
        <w:rPr>
          <w:rtl/>
        </w:rPr>
        <w:t xml:space="preserve">ابوجہل نے كہا :سناكياہے، حقيقت يہ ہے كہ ہمارى اور اولاد عبدمناف كى قديم زمانے سے رقابت </w:t>
      </w:r>
    </w:p>
    <w:p w:rsidR="009457C9" w:rsidRDefault="001648F9" w:rsidP="00D07B54">
      <w:pPr>
        <w:pStyle w:val="libNormal"/>
        <w:rPr>
          <w:rtl/>
        </w:rPr>
      </w:pPr>
      <w:r>
        <w:rPr>
          <w:rtl/>
        </w:rPr>
        <w:t xml:space="preserve"> </w:t>
      </w:r>
      <w:r>
        <w:rPr>
          <w:rtl/>
        </w:rPr>
        <w:br w:type="page"/>
      </w:r>
    </w:p>
    <w:p w:rsidR="009457C9" w:rsidRDefault="009457C9" w:rsidP="00D07B54">
      <w:pPr>
        <w:pStyle w:val="libNormal"/>
        <w:rPr>
          <w:rtl/>
        </w:rPr>
      </w:pPr>
    </w:p>
    <w:p w:rsidR="00DE2D7F" w:rsidRDefault="00DE2D7F" w:rsidP="00D07B54">
      <w:pPr>
        <w:pStyle w:val="libNormal"/>
        <w:rPr>
          <w:rtl/>
        </w:rPr>
      </w:pPr>
      <w:r>
        <w:rPr>
          <w:rtl/>
        </w:rPr>
        <w:t>چلى آرہى ہے انھو</w:t>
      </w:r>
      <w:r w:rsidR="007D6C9B">
        <w:rPr>
          <w:rtl/>
        </w:rPr>
        <w:t xml:space="preserve">ں </w:t>
      </w:r>
      <w:r>
        <w:rPr>
          <w:rtl/>
        </w:rPr>
        <w:t>نے بھوكو</w:t>
      </w:r>
      <w:r w:rsidR="007D6C9B">
        <w:rPr>
          <w:rtl/>
        </w:rPr>
        <w:t xml:space="preserve">ں </w:t>
      </w:r>
      <w:r>
        <w:rPr>
          <w:rtl/>
        </w:rPr>
        <w:t>كو كھانا كھلايا، ہم نے بھى كھلايا ، انھو</w:t>
      </w:r>
      <w:r w:rsidR="007D6C9B">
        <w:rPr>
          <w:rtl/>
        </w:rPr>
        <w:t xml:space="preserve">ں </w:t>
      </w:r>
      <w:r>
        <w:rPr>
          <w:rtl/>
        </w:rPr>
        <w:t>نے پيدل لوگو</w:t>
      </w:r>
      <w:r w:rsidR="007D6C9B">
        <w:rPr>
          <w:rtl/>
        </w:rPr>
        <w:t xml:space="preserve">ں </w:t>
      </w:r>
      <w:r>
        <w:rPr>
          <w:rtl/>
        </w:rPr>
        <w:t>كو سواريا</w:t>
      </w:r>
      <w:r w:rsidR="007D6C9B">
        <w:rPr>
          <w:rtl/>
        </w:rPr>
        <w:t xml:space="preserve">ں </w:t>
      </w:r>
      <w:r>
        <w:rPr>
          <w:rtl/>
        </w:rPr>
        <w:t>دي</w:t>
      </w:r>
      <w:r w:rsidR="007D6C9B">
        <w:rPr>
          <w:rtl/>
        </w:rPr>
        <w:t xml:space="preserve">ں </w:t>
      </w:r>
      <w:r>
        <w:rPr>
          <w:rtl/>
        </w:rPr>
        <w:t>ہم نے بھى دي</w:t>
      </w:r>
      <w:r w:rsidR="007D6C9B">
        <w:rPr>
          <w:rtl/>
        </w:rPr>
        <w:t xml:space="preserve">ں </w:t>
      </w:r>
      <w:r>
        <w:rPr>
          <w:rtl/>
        </w:rPr>
        <w:t>، انھو</w:t>
      </w:r>
      <w:r w:rsidR="007D6C9B">
        <w:rPr>
          <w:rtl/>
        </w:rPr>
        <w:t xml:space="preserve">ں </w:t>
      </w:r>
      <w:r>
        <w:rPr>
          <w:rtl/>
        </w:rPr>
        <w:t>نے لوگو</w:t>
      </w:r>
      <w:r w:rsidR="007D6C9B">
        <w:rPr>
          <w:rtl/>
        </w:rPr>
        <w:t xml:space="preserve">ں </w:t>
      </w:r>
      <w:r>
        <w:rPr>
          <w:rtl/>
        </w:rPr>
        <w:t>پر خرچ كيا، سوہم نے بھى كيا گويا ہم دوش بدوش آگے بڑھتے رہے_جب انھو</w:t>
      </w:r>
      <w:r w:rsidR="007D6C9B">
        <w:rPr>
          <w:rtl/>
        </w:rPr>
        <w:t xml:space="preserve">ں </w:t>
      </w:r>
      <w:r>
        <w:rPr>
          <w:rtl/>
        </w:rPr>
        <w:t>نے دعوى كيا ہے كہ ان كے پاس وحى آسمانى بھى آتى ہے تو اس بارے مي</w:t>
      </w:r>
      <w:r w:rsidR="007D6C9B">
        <w:rPr>
          <w:rtl/>
        </w:rPr>
        <w:t xml:space="preserve">ں </w:t>
      </w:r>
      <w:r>
        <w:rPr>
          <w:rtl/>
        </w:rPr>
        <w:t>ہم ان كے ساتھ كس طرح برابرى كرسكتے ہي</w:t>
      </w:r>
      <w:r w:rsidR="007D6C9B">
        <w:rPr>
          <w:rtl/>
        </w:rPr>
        <w:t xml:space="preserve">ں </w:t>
      </w:r>
      <w:r>
        <w:rPr>
          <w:rtl/>
        </w:rPr>
        <w:t>؟ اب جب كہ صورت حال يہ ہے تو خداكى قسم ہم نہ تو كبھى اس پر ايمان لائي</w:t>
      </w:r>
      <w:r w:rsidR="007D6C9B">
        <w:rPr>
          <w:rtl/>
        </w:rPr>
        <w:t xml:space="preserve">ں </w:t>
      </w:r>
      <w:r>
        <w:rPr>
          <w:rtl/>
        </w:rPr>
        <w:t>گے اور نہ ہى اس كى تصديق كري</w:t>
      </w:r>
      <w:r w:rsidR="007D6C9B">
        <w:rPr>
          <w:rtl/>
        </w:rPr>
        <w:t xml:space="preserve">ں </w:t>
      </w:r>
      <w:r>
        <w:rPr>
          <w:rtl/>
        </w:rPr>
        <w:t>گے _اخنس نے جب يہ بات سنى تو وہا</w:t>
      </w:r>
      <w:r w:rsidR="007D6C9B">
        <w:rPr>
          <w:rtl/>
        </w:rPr>
        <w:t xml:space="preserve">ں </w:t>
      </w:r>
      <w:r>
        <w:rPr>
          <w:rtl/>
        </w:rPr>
        <w:t xml:space="preserve">سے اٹھ كر چلاگيا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جى ہا</w:t>
      </w:r>
      <w:r w:rsidR="007D6C9B">
        <w:rPr>
          <w:rtl/>
        </w:rPr>
        <w:t xml:space="preserve">ں </w:t>
      </w:r>
      <w:r>
        <w:rPr>
          <w:rtl/>
        </w:rPr>
        <w:t>: قرآن كى كشش نے ان پر اس قدرا ثركرديا كہ وہ سپيدہ صبح تك اس الہى كشش مي</w:t>
      </w:r>
      <w:r w:rsidR="007D6C9B">
        <w:rPr>
          <w:rtl/>
        </w:rPr>
        <w:t xml:space="preserve">ں </w:t>
      </w:r>
      <w:r>
        <w:rPr>
          <w:rtl/>
        </w:rPr>
        <w:t>گم رہے ليكن خود خواہى ، تعصب اور مادى فوائدان پر اس قدر غالب آچكے تھے كہ انھو</w:t>
      </w:r>
      <w:r w:rsidR="007D6C9B">
        <w:rPr>
          <w:rtl/>
        </w:rPr>
        <w:t xml:space="preserve">ں </w:t>
      </w:r>
      <w:r>
        <w:rPr>
          <w:rtl/>
        </w:rPr>
        <w:t>نے حق قبول كرنے سے انكار كرديا _اس مي</w:t>
      </w:r>
      <w:r w:rsidR="007D6C9B">
        <w:rPr>
          <w:rtl/>
        </w:rPr>
        <w:t xml:space="preserve">ں </w:t>
      </w:r>
      <w:r>
        <w:rPr>
          <w:rtl/>
        </w:rPr>
        <w:t>شك نہي</w:t>
      </w:r>
      <w:r w:rsidR="007D6C9B">
        <w:rPr>
          <w:rtl/>
        </w:rPr>
        <w:t xml:space="preserve">ں </w:t>
      </w:r>
      <w:r>
        <w:rPr>
          <w:rtl/>
        </w:rPr>
        <w:t>كہ اس نورالہى مي</w:t>
      </w:r>
      <w:r w:rsidR="007D6C9B">
        <w:rPr>
          <w:rtl/>
        </w:rPr>
        <w:t xml:space="preserve">ں </w:t>
      </w:r>
      <w:r>
        <w:rPr>
          <w:rtl/>
        </w:rPr>
        <w:t>اس قدر طاقت ہے كہ ہر آمادہ دل كو وہ جہا</w:t>
      </w:r>
      <w:r w:rsidR="007D6C9B">
        <w:rPr>
          <w:rtl/>
        </w:rPr>
        <w:t xml:space="preserve">ں </w:t>
      </w:r>
      <w:r>
        <w:rPr>
          <w:rtl/>
        </w:rPr>
        <w:t>بھى ہو، اپنى طرف جذب كرليتا ہے يہى وجہ ہے كہ اس (قرآن)كا ان آيات مي</w:t>
      </w:r>
      <w:r w:rsidR="007D6C9B">
        <w:rPr>
          <w:rtl/>
        </w:rPr>
        <w:t xml:space="preserve">ں </w:t>
      </w:r>
      <w:r>
        <w:rPr>
          <w:rtl/>
        </w:rPr>
        <w:t>''جہاد كبير'' كہہ كر تعارف كروايا گيا ہے_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ايك اور روايت مي</w:t>
      </w:r>
      <w:r w:rsidR="007D6C9B">
        <w:rPr>
          <w:rtl/>
        </w:rPr>
        <w:t xml:space="preserve">ں </w:t>
      </w:r>
      <w:r>
        <w:rPr>
          <w:rtl/>
        </w:rPr>
        <w:t>ہے كہ ايك دن ''اخنس بن شريق'' كا ابوجہل سے آمناسامنا ہوگيا جب كہ وہا</w:t>
      </w:r>
      <w:r w:rsidR="007D6C9B">
        <w:rPr>
          <w:rtl/>
        </w:rPr>
        <w:t xml:space="preserve">ں </w:t>
      </w:r>
      <w:r>
        <w:rPr>
          <w:rtl/>
        </w:rPr>
        <w:t>پر اور كوئي دوسرا آدمى موجود نہي</w:t>
      </w:r>
      <w:r w:rsidR="007D6C9B">
        <w:rPr>
          <w:rtl/>
        </w:rPr>
        <w:t xml:space="preserve">ں </w:t>
      </w:r>
      <w:r>
        <w:rPr>
          <w:rtl/>
        </w:rPr>
        <w:t>تھا_تو اخنس نے اس سے كہا :سچ بتائو محمد سچاہے ،ياجھوٹا ؟قريش مي</w:t>
      </w:r>
      <w:r w:rsidR="007D6C9B">
        <w:rPr>
          <w:rtl/>
        </w:rPr>
        <w:t xml:space="preserve">ں </w:t>
      </w:r>
      <w:r>
        <w:rPr>
          <w:rtl/>
        </w:rPr>
        <w:t>سے كوئي شخص سواميرے اور تيرے يہا</w:t>
      </w:r>
      <w:r w:rsidR="007D6C9B">
        <w:rPr>
          <w:rtl/>
        </w:rPr>
        <w:t xml:space="preserve">ں </w:t>
      </w:r>
      <w:r>
        <w:rPr>
          <w:rtl/>
        </w:rPr>
        <w:t>موجود نہي</w:t>
      </w:r>
      <w:r w:rsidR="007D6C9B">
        <w:rPr>
          <w:rtl/>
        </w:rPr>
        <w:t xml:space="preserve">ں </w:t>
      </w:r>
      <w:r>
        <w:rPr>
          <w:rtl/>
        </w:rPr>
        <w:t>ہے جو ہمارى باتو</w:t>
      </w:r>
      <w:r w:rsidR="007D6C9B">
        <w:rPr>
          <w:rtl/>
        </w:rPr>
        <w:t xml:space="preserve">ں </w:t>
      </w:r>
      <w:r>
        <w:rPr>
          <w:rtl/>
        </w:rPr>
        <w:t xml:space="preserve">كو سنے _ </w:t>
      </w:r>
    </w:p>
    <w:p w:rsidR="00DE2D7F" w:rsidRDefault="00DE2D7F" w:rsidP="00D07B54">
      <w:pPr>
        <w:pStyle w:val="libNormal"/>
        <w:rPr>
          <w:rtl/>
        </w:rPr>
      </w:pPr>
      <w:r>
        <w:rPr>
          <w:rtl/>
        </w:rPr>
        <w:t>ابوجہل نے كہا: وائے ہو تجھ پر خداكى قسم وہ ميرے عقيدے مي</w:t>
      </w:r>
      <w:r w:rsidR="007D6C9B">
        <w:rPr>
          <w:rtl/>
        </w:rPr>
        <w:t xml:space="preserve">ں </w:t>
      </w:r>
      <w:r>
        <w:rPr>
          <w:rtl/>
        </w:rPr>
        <w:t>سچ كہتا ہے اور اس نے كبھى جھوٹ نہي</w:t>
      </w:r>
      <w:r w:rsidR="007D6C9B">
        <w:rPr>
          <w:rtl/>
        </w:rPr>
        <w:t xml:space="preserve">ں </w:t>
      </w:r>
      <w:r>
        <w:rPr>
          <w:rtl/>
        </w:rPr>
        <w:t>بولا ليكن اگر يہ اس بات كى بناہو جائے كہ محمد كا خاندان سب چيزو</w:t>
      </w:r>
      <w:r w:rsidR="007D6C9B">
        <w:rPr>
          <w:rtl/>
        </w:rPr>
        <w:t xml:space="preserve">ں </w:t>
      </w:r>
      <w:r>
        <w:rPr>
          <w:rtl/>
        </w:rPr>
        <w:t>كو اپنے قبضہ مي</w:t>
      </w:r>
      <w:r w:rsidR="007D6C9B">
        <w:rPr>
          <w:rtl/>
        </w:rPr>
        <w:t xml:space="preserve">ں </w:t>
      </w:r>
      <w:r>
        <w:rPr>
          <w:rtl/>
        </w:rPr>
        <w:t>كرلے، حج كا پرچم ، حاجيو</w:t>
      </w:r>
      <w:r w:rsidR="007D6C9B">
        <w:rPr>
          <w:rtl/>
        </w:rPr>
        <w:t xml:space="preserve">ں </w:t>
      </w:r>
      <w:r>
        <w:rPr>
          <w:rtl/>
        </w:rPr>
        <w:t xml:space="preserve">كو پانى پلانا،كعبہ كى پردہ دارى اور مقام نبوت تو باقى قريش كے لئے كيا باقى رہ جائےگا_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)سيرت ابن ہشام جلداول ص</w:t>
      </w:r>
      <w:r w:rsidR="00E664BB">
        <w:rPr>
          <w:rtl/>
        </w:rPr>
        <w:t>337</w:t>
      </w:r>
      <w:r>
        <w:rPr>
          <w:rtl/>
        </w:rPr>
        <w:t xml:space="preserve"> ، اور تفسير فى ظلال القر،آن جلد</w:t>
      </w:r>
      <w:r w:rsidR="00E664BB">
        <w:rPr>
          <w:rtl/>
        </w:rPr>
        <w:t>6</w:t>
      </w:r>
      <w:r>
        <w:rPr>
          <w:rtl/>
        </w:rPr>
        <w:t xml:space="preserve"> ص </w:t>
      </w:r>
      <w:r w:rsidR="00E664BB">
        <w:rPr>
          <w:rtl/>
        </w:rPr>
        <w:t>173</w:t>
      </w:r>
      <w:r>
        <w:rPr>
          <w:rtl/>
        </w:rPr>
        <w:t xml:space="preserve"> </w:t>
      </w:r>
    </w:p>
    <w:p w:rsidR="00DE2D7F" w:rsidRDefault="00DE2D7F" w:rsidP="00D07B54">
      <w:pPr>
        <w:pStyle w:val="libFootnote"/>
        <w:rPr>
          <w:rtl/>
        </w:rPr>
      </w:pPr>
      <w:r>
        <w:rPr>
          <w:rtl/>
        </w:rPr>
        <w:t>(</w:t>
      </w:r>
      <w:r w:rsidR="00E664BB">
        <w:rPr>
          <w:rtl/>
        </w:rPr>
        <w:t>2</w:t>
      </w:r>
      <w:r>
        <w:rPr>
          <w:rtl/>
        </w:rPr>
        <w:t xml:space="preserve">)تفسير نمونہ ج </w:t>
      </w:r>
      <w:r w:rsidR="00E664BB">
        <w:rPr>
          <w:rtl/>
        </w:rPr>
        <w:t>8</w:t>
      </w:r>
      <w:r>
        <w:rPr>
          <w:rtl/>
        </w:rPr>
        <w:t xml:space="preserve"> ص </w:t>
      </w:r>
      <w:r w:rsidR="00E664BB">
        <w:rPr>
          <w:rtl/>
        </w:rPr>
        <w:t>144</w:t>
      </w:r>
      <w:r>
        <w:rPr>
          <w:rtl/>
        </w:rPr>
        <w:t xml:space="preserve"> </w:t>
      </w:r>
    </w:p>
    <w:p w:rsidR="00DE2D7F" w:rsidRDefault="00DE2D7F" w:rsidP="00D07B54">
      <w:pPr>
        <w:pStyle w:val="libFootnote"/>
        <w:rPr>
          <w:rtl/>
        </w:rPr>
      </w:pPr>
      <w:r>
        <w:rPr>
          <w:rtl/>
        </w:rPr>
        <w:t>(</w:t>
      </w:r>
      <w:r w:rsidR="00E664BB">
        <w:rPr>
          <w:rtl/>
        </w:rPr>
        <w:t>3</w:t>
      </w:r>
      <w:r>
        <w:rPr>
          <w:rtl/>
        </w:rPr>
        <w:t xml:space="preserve">)مندرجہ بالاروايات تفسير المنار اور مجمع البيان سے سورہ انعام ايت </w:t>
      </w:r>
      <w:r w:rsidR="00E664BB">
        <w:rPr>
          <w:rtl/>
        </w:rPr>
        <w:t>33</w:t>
      </w:r>
      <w:r>
        <w:rPr>
          <w:rtl/>
        </w:rPr>
        <w:t>/ كے ذيل مي</w:t>
      </w:r>
      <w:r w:rsidR="007D6C9B">
        <w:rPr>
          <w:rtl/>
        </w:rPr>
        <w:t xml:space="preserve">ں </w:t>
      </w:r>
      <w:r>
        <w:rPr>
          <w:rtl/>
        </w:rPr>
        <w:t>بيان كردہ تفسير سے لى گئي ہي</w:t>
      </w:r>
      <w:r w:rsidR="007D6C9B">
        <w:rPr>
          <w:rtl/>
        </w:rPr>
        <w:t xml:space="preserve">ں </w:t>
      </w:r>
    </w:p>
    <w:p w:rsidR="009457C9" w:rsidRDefault="001648F9" w:rsidP="00D07B54">
      <w:pPr>
        <w:pStyle w:val="libNormal"/>
        <w:rPr>
          <w:rtl/>
        </w:rPr>
      </w:pPr>
      <w:r>
        <w:rPr>
          <w:rtl/>
        </w:rPr>
        <w:t xml:space="preserve"> </w:t>
      </w:r>
      <w:r>
        <w:rPr>
          <w:rtl/>
        </w:rPr>
        <w:br w:type="page"/>
      </w:r>
    </w:p>
    <w:p w:rsidR="009457C9" w:rsidRDefault="00DE2D7F" w:rsidP="00D07B54">
      <w:pPr>
        <w:pStyle w:val="Heading2Center"/>
        <w:rPr>
          <w:rtl/>
        </w:rPr>
      </w:pPr>
      <w:bookmarkStart w:id="329" w:name="_Toc7268726"/>
      <w:r>
        <w:rPr>
          <w:rtl/>
        </w:rPr>
        <w:lastRenderedPageBreak/>
        <w:t>اسلام كے پہلے مہاجرين</w:t>
      </w:r>
      <w:bookmarkEnd w:id="329"/>
    </w:p>
    <w:p w:rsidR="00DE2D7F" w:rsidRDefault="00DE2D7F" w:rsidP="00D07B54">
      <w:pPr>
        <w:pStyle w:val="libNormal"/>
        <w:rPr>
          <w:rtl/>
        </w:rPr>
      </w:pPr>
      <w:r>
        <w:rPr>
          <w:rtl/>
        </w:rPr>
        <w:t xml:space="preserve"> پيغمبر اكرم (ص) كى بعثت اور عمومى دعوت كے ابتدائي سالو</w:t>
      </w:r>
      <w:r w:rsidR="007D6C9B">
        <w:rPr>
          <w:rtl/>
        </w:rPr>
        <w:t xml:space="preserve">ں </w:t>
      </w:r>
      <w:r>
        <w:rPr>
          <w:rtl/>
        </w:rPr>
        <w:t>مي</w:t>
      </w:r>
      <w:r w:rsidR="007D6C9B">
        <w:rPr>
          <w:rtl/>
        </w:rPr>
        <w:t xml:space="preserve">ں </w:t>
      </w:r>
      <w:r>
        <w:rPr>
          <w:rtl/>
        </w:rPr>
        <w:t>مسلمان بہت ہى كم تعداد مي</w:t>
      </w:r>
      <w:r w:rsidR="007D6C9B">
        <w:rPr>
          <w:rtl/>
        </w:rPr>
        <w:t xml:space="preserve">ں </w:t>
      </w:r>
      <w:r>
        <w:rPr>
          <w:rtl/>
        </w:rPr>
        <w:t>تھے قريش نے قبائل عرب كو يہ نصيحت كرركھى تھى كہ ہر قبيلہ اپنے قبيلہ كے ان لوگو</w:t>
      </w:r>
      <w:r w:rsidR="007D6C9B">
        <w:rPr>
          <w:rtl/>
        </w:rPr>
        <w:t xml:space="preserve">ں </w:t>
      </w:r>
      <w:r>
        <w:rPr>
          <w:rtl/>
        </w:rPr>
        <w:t>پر كہ جو پيغمبر اكرم (ص) پر ايمان لاچكے ہي</w:t>
      </w:r>
      <w:r w:rsidR="007D6C9B">
        <w:rPr>
          <w:rtl/>
        </w:rPr>
        <w:t xml:space="preserve">ں </w:t>
      </w:r>
      <w:r>
        <w:rPr>
          <w:rtl/>
        </w:rPr>
        <w:t>انتہائي سخت دبائوڈالي</w:t>
      </w:r>
      <w:r w:rsidR="007D6C9B">
        <w:rPr>
          <w:rtl/>
        </w:rPr>
        <w:t xml:space="preserve">ں </w:t>
      </w:r>
      <w:r>
        <w:rPr>
          <w:rtl/>
        </w:rPr>
        <w:t>اور اس طرح مسلمانو</w:t>
      </w:r>
      <w:r w:rsidR="007D6C9B">
        <w:rPr>
          <w:rtl/>
        </w:rPr>
        <w:t xml:space="preserve">ں </w:t>
      </w:r>
      <w:r>
        <w:rPr>
          <w:rtl/>
        </w:rPr>
        <w:t>مي</w:t>
      </w:r>
      <w:r w:rsidR="007D6C9B">
        <w:rPr>
          <w:rtl/>
        </w:rPr>
        <w:t xml:space="preserve">ں </w:t>
      </w:r>
      <w:r>
        <w:rPr>
          <w:rtl/>
        </w:rPr>
        <w:t>سے ہر كوئي اپنى قوم وقبيلہ كى طرف سے انتہائي سختى اور دبائومي</w:t>
      </w:r>
      <w:r w:rsidR="007D6C9B">
        <w:rPr>
          <w:rtl/>
        </w:rPr>
        <w:t xml:space="preserve">ں </w:t>
      </w:r>
      <w:r>
        <w:rPr>
          <w:rtl/>
        </w:rPr>
        <w:t>مبتلا تھا اس وقت مسلمانو</w:t>
      </w:r>
      <w:r w:rsidR="007D6C9B">
        <w:rPr>
          <w:rtl/>
        </w:rPr>
        <w:t xml:space="preserve">ں </w:t>
      </w:r>
      <w:r>
        <w:rPr>
          <w:rtl/>
        </w:rPr>
        <w:t>كى تعداد جہادآزادى شروع كرنے كے لئے كافى نہي</w:t>
      </w:r>
      <w:r w:rsidR="007D6C9B">
        <w:rPr>
          <w:rtl/>
        </w:rPr>
        <w:t xml:space="preserve">ں </w:t>
      </w:r>
      <w:r>
        <w:rPr>
          <w:rtl/>
        </w:rPr>
        <w:t>تھى _پيغمبراكرم (ص) نے اس چھوٹے سے گروہ كى حفاظت اور مسلمانو</w:t>
      </w:r>
      <w:r w:rsidR="007D6C9B">
        <w:rPr>
          <w:rtl/>
        </w:rPr>
        <w:t xml:space="preserve">ں </w:t>
      </w:r>
      <w:r>
        <w:rPr>
          <w:rtl/>
        </w:rPr>
        <w:t>كے لئے حجاز سے باہر قيام گاہ مہياكرنے كے لئے انہي</w:t>
      </w:r>
      <w:r w:rsidR="007D6C9B">
        <w:rPr>
          <w:rtl/>
        </w:rPr>
        <w:t xml:space="preserve">ں </w:t>
      </w:r>
      <w:r>
        <w:rPr>
          <w:rtl/>
        </w:rPr>
        <w:t>ہجرت كا حكم دے ديا اور اس مقصد كےلئے حبشہ كو منتخب فرمايا اور كہا كہ وہا</w:t>
      </w:r>
      <w:r w:rsidR="007D6C9B">
        <w:rPr>
          <w:rtl/>
        </w:rPr>
        <w:t xml:space="preserve">ں </w:t>
      </w:r>
      <w:r>
        <w:rPr>
          <w:rtl/>
        </w:rPr>
        <w:t>ايك نيك دل بادشاہ ہے جو ظلم وستم كرنے سے اجتناب كرتا ہے _ تم وہا</w:t>
      </w:r>
      <w:r w:rsidR="007D6C9B">
        <w:rPr>
          <w:rtl/>
        </w:rPr>
        <w:t xml:space="preserve">ں </w:t>
      </w:r>
      <w:r>
        <w:rPr>
          <w:rtl/>
        </w:rPr>
        <w:t>چلے جائو يہا</w:t>
      </w:r>
      <w:r w:rsidR="007D6C9B">
        <w:rPr>
          <w:rtl/>
        </w:rPr>
        <w:t xml:space="preserve">ں </w:t>
      </w:r>
      <w:r>
        <w:rPr>
          <w:rtl/>
        </w:rPr>
        <w:t>تك كہ خداوند تعالى كوئي مناسب موقع ہمي</w:t>
      </w:r>
      <w:r w:rsidR="007D6C9B">
        <w:rPr>
          <w:rtl/>
        </w:rPr>
        <w:t xml:space="preserve">ں </w:t>
      </w:r>
      <w:r>
        <w:rPr>
          <w:rtl/>
        </w:rPr>
        <w:t>عطافرمائے_پيغمبر اكرم (ص) كى مراد نجاشى سے تھى (نجاشى ايك عام نام تھا جيسے ''كسرى '' جو حبشہ كے تمام بادشاہو</w:t>
      </w:r>
      <w:r w:rsidR="007D6C9B">
        <w:rPr>
          <w:rtl/>
        </w:rPr>
        <w:t xml:space="preserve">ں </w:t>
      </w:r>
      <w:r>
        <w:rPr>
          <w:rtl/>
        </w:rPr>
        <w:t>كا خاص لقب تھا ليكن اس نجاشى كا اصل نام جو پيغمبر اكرم (ص) كا ہم عصر تھا اصحمہ تھا جو كہ حبشہ كى زبان مي</w:t>
      </w:r>
      <w:r w:rsidR="007D6C9B">
        <w:rPr>
          <w:rtl/>
        </w:rPr>
        <w:t xml:space="preserve">ں </w:t>
      </w:r>
      <w:r>
        <w:rPr>
          <w:rtl/>
        </w:rPr>
        <w:t>عطيہ وبخشش كے معنى مي</w:t>
      </w:r>
      <w:r w:rsidR="007D6C9B">
        <w:rPr>
          <w:rtl/>
        </w:rPr>
        <w:t xml:space="preserve">ں </w:t>
      </w:r>
      <w:r>
        <w:rPr>
          <w:rtl/>
        </w:rPr>
        <w:t xml:space="preserve">ہے )_ </w:t>
      </w:r>
    </w:p>
    <w:p w:rsidR="00DE2D7F" w:rsidRDefault="00DE2D7F" w:rsidP="00D07B54">
      <w:pPr>
        <w:pStyle w:val="libNormal"/>
        <w:rPr>
          <w:rtl/>
        </w:rPr>
      </w:pPr>
      <w:r>
        <w:rPr>
          <w:rtl/>
        </w:rPr>
        <w:t>مسلمانو</w:t>
      </w:r>
      <w:r w:rsidR="007D6C9B">
        <w:rPr>
          <w:rtl/>
        </w:rPr>
        <w:t xml:space="preserve">ں </w:t>
      </w:r>
      <w:r>
        <w:rPr>
          <w:rtl/>
        </w:rPr>
        <w:t>مي</w:t>
      </w:r>
      <w:r w:rsidR="007D6C9B">
        <w:rPr>
          <w:rtl/>
        </w:rPr>
        <w:t xml:space="preserve">ں </w:t>
      </w:r>
      <w:r>
        <w:rPr>
          <w:rtl/>
        </w:rPr>
        <w:t>سے گيارہ مرداور چار عورتي</w:t>
      </w:r>
      <w:r w:rsidR="007D6C9B">
        <w:rPr>
          <w:rtl/>
        </w:rPr>
        <w:t xml:space="preserve">ں </w:t>
      </w:r>
      <w:r>
        <w:rPr>
          <w:rtl/>
        </w:rPr>
        <w:t>حبشہ جانے كے لئے تيار ہوئے اور ايك چھوٹى سى كشتى كرايہ پر لے كر بحرى راستے سے حبشہ جانے كے لئے روانہ ہوگئے _يہ بعثت كے پانچوي</w:t>
      </w:r>
      <w:r w:rsidR="007D6C9B">
        <w:rPr>
          <w:rtl/>
        </w:rPr>
        <w:t xml:space="preserve">ں </w:t>
      </w:r>
      <w:r>
        <w:rPr>
          <w:rtl/>
        </w:rPr>
        <w:t>سال ماہ رجب كا واقعہ ہے _كچھ زيادہ عرصہ نہي</w:t>
      </w:r>
      <w:r w:rsidR="007D6C9B">
        <w:rPr>
          <w:rtl/>
        </w:rPr>
        <w:t xml:space="preserve">ں </w:t>
      </w:r>
      <w:r>
        <w:rPr>
          <w:rtl/>
        </w:rPr>
        <w:t>گزراتھا كہ جناب جعفر بن ابوطالب بھى مسلمانو</w:t>
      </w:r>
      <w:r w:rsidR="007D6C9B">
        <w:rPr>
          <w:rtl/>
        </w:rPr>
        <w:t xml:space="preserve">ں </w:t>
      </w:r>
      <w:r>
        <w:rPr>
          <w:rtl/>
        </w:rPr>
        <w:t>كے ايك دوسرے گروہ كے ساتھ حبشہ چلے گئے _ اب اس اسلامى جمعيت مي</w:t>
      </w:r>
      <w:r w:rsidR="007D6C9B">
        <w:rPr>
          <w:rtl/>
        </w:rPr>
        <w:t xml:space="preserve">ں </w:t>
      </w:r>
      <w:r w:rsidR="00E664BB">
        <w:rPr>
          <w:rtl/>
        </w:rPr>
        <w:t>82</w:t>
      </w:r>
      <w:r>
        <w:rPr>
          <w:rtl/>
        </w:rPr>
        <w:t>/مردو</w:t>
      </w:r>
      <w:r w:rsidR="007D6C9B">
        <w:rPr>
          <w:rtl/>
        </w:rPr>
        <w:t xml:space="preserve">ں </w:t>
      </w:r>
      <w:r>
        <w:rPr>
          <w:rtl/>
        </w:rPr>
        <w:t>علاوہ كافى تعداد مي</w:t>
      </w:r>
      <w:r w:rsidR="007D6C9B">
        <w:rPr>
          <w:rtl/>
        </w:rPr>
        <w:t xml:space="preserve">ں </w:t>
      </w:r>
      <w:r>
        <w:rPr>
          <w:rtl/>
        </w:rPr>
        <w:t>عورتي</w:t>
      </w:r>
      <w:r w:rsidR="007D6C9B">
        <w:rPr>
          <w:rtl/>
        </w:rPr>
        <w:t xml:space="preserve">ں </w:t>
      </w:r>
      <w:r>
        <w:rPr>
          <w:rtl/>
        </w:rPr>
        <w:t xml:space="preserve">اور بچے بھى تھے _ </w:t>
      </w:r>
    </w:p>
    <w:p w:rsidR="00172364" w:rsidRDefault="001648F9" w:rsidP="00D07B54">
      <w:pPr>
        <w:pStyle w:val="libNormal"/>
        <w:rPr>
          <w:rtl/>
        </w:rPr>
      </w:pPr>
      <w:r>
        <w:rPr>
          <w:rtl/>
        </w:rPr>
        <w:t xml:space="preserve"> </w:t>
      </w:r>
      <w:r>
        <w:rPr>
          <w:rtl/>
        </w:rPr>
        <w:br w:type="page"/>
      </w:r>
    </w:p>
    <w:p w:rsidR="00172364" w:rsidRDefault="00172364" w:rsidP="00D07B54">
      <w:pPr>
        <w:pStyle w:val="libNormal"/>
        <w:rPr>
          <w:rtl/>
        </w:rPr>
      </w:pPr>
    </w:p>
    <w:p w:rsidR="00172364" w:rsidRDefault="00DE2D7F" w:rsidP="00D07B54">
      <w:pPr>
        <w:pStyle w:val="Heading2Center"/>
        <w:rPr>
          <w:rtl/>
        </w:rPr>
      </w:pPr>
      <w:bookmarkStart w:id="330" w:name="_Toc7268727"/>
      <w:r>
        <w:rPr>
          <w:rtl/>
        </w:rPr>
        <w:t>مشركين ،مہاجرين كى تعقيب مي</w:t>
      </w:r>
      <w:r w:rsidR="007D6C9B">
        <w:rPr>
          <w:rtl/>
        </w:rPr>
        <w:t>ں</w:t>
      </w:r>
      <w:bookmarkEnd w:id="330"/>
    </w:p>
    <w:p w:rsidR="00DE2D7F" w:rsidRDefault="007D6C9B" w:rsidP="00D07B54">
      <w:pPr>
        <w:pStyle w:val="libNormal"/>
        <w:rPr>
          <w:rtl/>
        </w:rPr>
      </w:pPr>
      <w:r>
        <w:rPr>
          <w:rtl/>
        </w:rPr>
        <w:t xml:space="preserve"> </w:t>
      </w:r>
      <w:r w:rsidR="00DE2D7F">
        <w:rPr>
          <w:rtl/>
        </w:rPr>
        <w:t>اس ہجرت كى بنيادبت پرستو</w:t>
      </w:r>
      <w:r>
        <w:rPr>
          <w:rtl/>
        </w:rPr>
        <w:t xml:space="preserve">ں </w:t>
      </w:r>
      <w:r w:rsidR="00DE2D7F">
        <w:rPr>
          <w:rtl/>
        </w:rPr>
        <w:t>كے لئے سخت تكليف دہ تھى كيونكہ دہ اچھى طرح سے ديكھ رہے تھے كہ كچھ زيادہ عرصہ نہي</w:t>
      </w:r>
      <w:r>
        <w:rPr>
          <w:rtl/>
        </w:rPr>
        <w:t xml:space="preserve">ں </w:t>
      </w:r>
      <w:r w:rsidR="00DE2D7F">
        <w:rPr>
          <w:rtl/>
        </w:rPr>
        <w:t>گزرے گا كہ وہ لوگ جو تدريجاً اسلام كو قبول كرچكے ہي</w:t>
      </w:r>
      <w:r>
        <w:rPr>
          <w:rtl/>
        </w:rPr>
        <w:t xml:space="preserve">ں </w:t>
      </w:r>
      <w:r w:rsidR="00DE2D7F">
        <w:rPr>
          <w:rtl/>
        </w:rPr>
        <w:t>اور حبشہ كى سرزمين امن وامان كى طرف چلے گئے ہي</w:t>
      </w:r>
      <w:r>
        <w:rPr>
          <w:rtl/>
        </w:rPr>
        <w:t xml:space="preserve">ں </w:t>
      </w:r>
      <w:r w:rsidR="00DE2D7F">
        <w:rPr>
          <w:rtl/>
        </w:rPr>
        <w:t>، مسلمانو</w:t>
      </w:r>
      <w:r>
        <w:rPr>
          <w:rtl/>
        </w:rPr>
        <w:t xml:space="preserve">ں </w:t>
      </w:r>
      <w:r w:rsidR="00DE2D7F">
        <w:rPr>
          <w:rtl/>
        </w:rPr>
        <w:t>كى ايك طاقتور جماعت كى صورت اختيار كرلي</w:t>
      </w:r>
      <w:r>
        <w:rPr>
          <w:rtl/>
        </w:rPr>
        <w:t xml:space="preserve">ں </w:t>
      </w:r>
      <w:r w:rsidR="00DE2D7F">
        <w:rPr>
          <w:rtl/>
        </w:rPr>
        <w:t>گے يہ حيثيت ختم كرنے كے لئے انہو</w:t>
      </w:r>
      <w:r>
        <w:rPr>
          <w:rtl/>
        </w:rPr>
        <w:t xml:space="preserve">ں </w:t>
      </w:r>
      <w:r w:rsidR="00DE2D7F">
        <w:rPr>
          <w:rtl/>
        </w:rPr>
        <w:t>نے كام كرنا شروع كرديا اس مقصد كے لئے انہو</w:t>
      </w:r>
      <w:r>
        <w:rPr>
          <w:rtl/>
        </w:rPr>
        <w:t xml:space="preserve">ں </w:t>
      </w:r>
      <w:r w:rsidR="00DE2D7F">
        <w:rPr>
          <w:rtl/>
        </w:rPr>
        <w:t>نے جوانو</w:t>
      </w:r>
      <w:r>
        <w:rPr>
          <w:rtl/>
        </w:rPr>
        <w:t xml:space="preserve">ں </w:t>
      </w:r>
      <w:r w:rsidR="00DE2D7F">
        <w:rPr>
          <w:rtl/>
        </w:rPr>
        <w:t>مي</w:t>
      </w:r>
      <w:r>
        <w:rPr>
          <w:rtl/>
        </w:rPr>
        <w:t xml:space="preserve">ں </w:t>
      </w:r>
      <w:r w:rsidR="00DE2D7F">
        <w:rPr>
          <w:rtl/>
        </w:rPr>
        <w:t>سے دوہوشيار، فعال، حيلہ باز اور عيار جوانو</w:t>
      </w:r>
      <w:r>
        <w:rPr>
          <w:rtl/>
        </w:rPr>
        <w:t xml:space="preserve">ں </w:t>
      </w:r>
      <w:r w:rsidR="00DE2D7F">
        <w:rPr>
          <w:rtl/>
        </w:rPr>
        <w:t>يعنى عمروبن عاص اور عمارہ بن وليد كا انتخاب كيا بہت سے ہديے دے كر ان كو حبشہ كى طرف روانہ كيا گيا ،ان دونو</w:t>
      </w:r>
      <w:r>
        <w:rPr>
          <w:rtl/>
        </w:rPr>
        <w:t xml:space="preserve">ں </w:t>
      </w:r>
      <w:r w:rsidR="00DE2D7F">
        <w:rPr>
          <w:rtl/>
        </w:rPr>
        <w:t>نے كشتى مي</w:t>
      </w:r>
      <w:r>
        <w:rPr>
          <w:rtl/>
        </w:rPr>
        <w:t xml:space="preserve">ں </w:t>
      </w:r>
      <w:r w:rsidR="00DE2D7F">
        <w:rPr>
          <w:rtl/>
        </w:rPr>
        <w:t>بيٹھ كر شراب پى اور ايك دوسرے سے لڑپڑے ليكن آخركار وہ اپنى سازش كو روبہ عمل لانے كے لئے سرزمين حبشہ مي</w:t>
      </w:r>
      <w:r>
        <w:rPr>
          <w:rtl/>
        </w:rPr>
        <w:t xml:space="preserve">ں </w:t>
      </w:r>
      <w:r w:rsidR="00DE2D7F">
        <w:rPr>
          <w:rtl/>
        </w:rPr>
        <w:t>داخل ہوگئے _ ابتدائي مراحل طے كرنے كے بعد وہ نجاشى كے دربار مي</w:t>
      </w:r>
      <w:r>
        <w:rPr>
          <w:rtl/>
        </w:rPr>
        <w:t xml:space="preserve">ں </w:t>
      </w:r>
      <w:r w:rsidR="00DE2D7F">
        <w:rPr>
          <w:rtl/>
        </w:rPr>
        <w:t>پہنچ گئے ،دربار مي</w:t>
      </w:r>
      <w:r>
        <w:rPr>
          <w:rtl/>
        </w:rPr>
        <w:t xml:space="preserve">ں </w:t>
      </w:r>
      <w:r w:rsidR="00DE2D7F">
        <w:rPr>
          <w:rtl/>
        </w:rPr>
        <w:t>بارياب ہونے سے پہلے انہو</w:t>
      </w:r>
      <w:r>
        <w:rPr>
          <w:rtl/>
        </w:rPr>
        <w:t xml:space="preserve">ں </w:t>
      </w:r>
      <w:r w:rsidR="00DE2D7F">
        <w:rPr>
          <w:rtl/>
        </w:rPr>
        <w:t>نے نجاشى كے درباريو</w:t>
      </w:r>
      <w:r>
        <w:rPr>
          <w:rtl/>
        </w:rPr>
        <w:t xml:space="preserve">ں </w:t>
      </w:r>
      <w:r w:rsidR="00DE2D7F">
        <w:rPr>
          <w:rtl/>
        </w:rPr>
        <w:t xml:space="preserve">كو بہت قيمتى ہديے دے كران كو اپنا موافق بنايا تھا اور ان سے اپنى طرفدارى اور تائيد كرنے كا وعدہ لے ليا تھا _ </w:t>
      </w:r>
    </w:p>
    <w:p w:rsidR="00DE2D7F" w:rsidRDefault="00DE2D7F" w:rsidP="00D07B54">
      <w:pPr>
        <w:pStyle w:val="libNormal"/>
        <w:rPr>
          <w:rtl/>
        </w:rPr>
      </w:pPr>
      <w:r>
        <w:rPr>
          <w:rtl/>
        </w:rPr>
        <w:t xml:space="preserve">'' عمروعاص '' نے اپنى گفتگو شروع كى اور نجاشى سے اس طرح ہمكلام ہوا: </w:t>
      </w:r>
    </w:p>
    <w:p w:rsidR="00DE2D7F" w:rsidRDefault="00DE2D7F" w:rsidP="00D07B54">
      <w:pPr>
        <w:pStyle w:val="libNormal"/>
        <w:rPr>
          <w:rtl/>
        </w:rPr>
      </w:pPr>
      <w:r>
        <w:rPr>
          <w:rtl/>
        </w:rPr>
        <w:t>ہم سرداران مكہ كے بھيجے ہوئے ہي</w:t>
      </w:r>
      <w:r w:rsidR="007D6C9B">
        <w:rPr>
          <w:rtl/>
        </w:rPr>
        <w:t xml:space="preserve">ں </w:t>
      </w:r>
      <w:r>
        <w:rPr>
          <w:rtl/>
        </w:rPr>
        <w:t>ہمارے درميان كچھ كم عقل جوانو</w:t>
      </w:r>
      <w:r w:rsidR="007D6C9B">
        <w:rPr>
          <w:rtl/>
        </w:rPr>
        <w:t xml:space="preserve">ں </w:t>
      </w:r>
      <w:r>
        <w:rPr>
          <w:rtl/>
        </w:rPr>
        <w:t>نے مخالفت كا علم بلند كيا ہے اور وہ اپنے بزرگو</w:t>
      </w:r>
      <w:r w:rsidR="007D6C9B">
        <w:rPr>
          <w:rtl/>
        </w:rPr>
        <w:t xml:space="preserve">ں </w:t>
      </w:r>
      <w:r>
        <w:rPr>
          <w:rtl/>
        </w:rPr>
        <w:t>كے دين سے پھر گئے ہي</w:t>
      </w:r>
      <w:r w:rsidR="007D6C9B">
        <w:rPr>
          <w:rtl/>
        </w:rPr>
        <w:t xml:space="preserve">ں </w:t>
      </w:r>
      <w:r>
        <w:rPr>
          <w:rtl/>
        </w:rPr>
        <w:t>،اور ہمارے خدائو</w:t>
      </w:r>
      <w:r w:rsidR="007D6C9B">
        <w:rPr>
          <w:rtl/>
        </w:rPr>
        <w:t xml:space="preserve">ں </w:t>
      </w:r>
      <w:r>
        <w:rPr>
          <w:rtl/>
        </w:rPr>
        <w:t>كو برابھلا كہتے ہي</w:t>
      </w:r>
      <w:r w:rsidR="007D6C9B">
        <w:rPr>
          <w:rtl/>
        </w:rPr>
        <w:t xml:space="preserve">ں </w:t>
      </w:r>
      <w:r>
        <w:rPr>
          <w:rtl/>
        </w:rPr>
        <w:t>،انہو</w:t>
      </w:r>
      <w:r w:rsidR="007D6C9B">
        <w:rPr>
          <w:rtl/>
        </w:rPr>
        <w:t xml:space="preserve">ں </w:t>
      </w:r>
      <w:r>
        <w:rPr>
          <w:rtl/>
        </w:rPr>
        <w:t>نے فتنہ وفساد برپا كرديا ہے لوگو</w:t>
      </w:r>
      <w:r w:rsidR="007D6C9B">
        <w:rPr>
          <w:rtl/>
        </w:rPr>
        <w:t xml:space="preserve">ں </w:t>
      </w:r>
      <w:r>
        <w:rPr>
          <w:rtl/>
        </w:rPr>
        <w:t>مي</w:t>
      </w:r>
      <w:r w:rsidR="007D6C9B">
        <w:rPr>
          <w:rtl/>
        </w:rPr>
        <w:t xml:space="preserve">ں </w:t>
      </w:r>
      <w:r>
        <w:rPr>
          <w:rtl/>
        </w:rPr>
        <w:t>نفاق كا بيچ بوديا ہے ،آپ كى سرزمين كى آزادى سے انہو</w:t>
      </w:r>
      <w:r w:rsidR="007D6C9B">
        <w:rPr>
          <w:rtl/>
        </w:rPr>
        <w:t xml:space="preserve">ں </w:t>
      </w:r>
      <w:r>
        <w:rPr>
          <w:rtl/>
        </w:rPr>
        <w:t>نے غلط فائدہ اٹھايا ہے اور انہو</w:t>
      </w:r>
      <w:r w:rsidR="007D6C9B">
        <w:rPr>
          <w:rtl/>
        </w:rPr>
        <w:t xml:space="preserve">ں </w:t>
      </w:r>
      <w:r>
        <w:rPr>
          <w:rtl/>
        </w:rPr>
        <w:t>نے يہا</w:t>
      </w:r>
      <w:r w:rsidR="007D6C9B">
        <w:rPr>
          <w:rtl/>
        </w:rPr>
        <w:t xml:space="preserve">ں </w:t>
      </w:r>
      <w:r>
        <w:rPr>
          <w:rtl/>
        </w:rPr>
        <w:t>آكر پناہ لے لى ہے ، ہمي</w:t>
      </w:r>
      <w:r w:rsidR="007D6C9B">
        <w:rPr>
          <w:rtl/>
        </w:rPr>
        <w:t xml:space="preserve">ں </w:t>
      </w:r>
      <w:r>
        <w:rPr>
          <w:rtl/>
        </w:rPr>
        <w:t>اس بات كا خوف ہے كہ وہ يہا</w:t>
      </w:r>
      <w:r w:rsidR="007D6C9B">
        <w:rPr>
          <w:rtl/>
        </w:rPr>
        <w:t xml:space="preserve">ں </w:t>
      </w:r>
      <w:r>
        <w:rPr>
          <w:rtl/>
        </w:rPr>
        <w:t>بھى خلل اندازى نہ كري</w:t>
      </w:r>
      <w:r w:rsidR="007D6C9B">
        <w:rPr>
          <w:rtl/>
        </w:rPr>
        <w:t xml:space="preserve">ں </w:t>
      </w:r>
      <w:r>
        <w:rPr>
          <w:rtl/>
        </w:rPr>
        <w:t>بہتريہ ہے كہ آپ انہي</w:t>
      </w:r>
      <w:r w:rsidR="007D6C9B">
        <w:rPr>
          <w:rtl/>
        </w:rPr>
        <w:t xml:space="preserve">ں </w:t>
      </w:r>
      <w:r>
        <w:rPr>
          <w:rtl/>
        </w:rPr>
        <w:t>ہمارے سپرد كردي</w:t>
      </w:r>
      <w:r w:rsidR="007D6C9B">
        <w:rPr>
          <w:rtl/>
        </w:rPr>
        <w:t xml:space="preserve">ں </w:t>
      </w:r>
      <w:r>
        <w:rPr>
          <w:rtl/>
        </w:rPr>
        <w:t>تاكہ ہم انہي</w:t>
      </w:r>
      <w:r w:rsidR="007D6C9B">
        <w:rPr>
          <w:rtl/>
        </w:rPr>
        <w:t xml:space="preserve">ں </w:t>
      </w:r>
      <w:r>
        <w:rPr>
          <w:rtl/>
        </w:rPr>
        <w:t>اپنى جگہ واپس لے جائي</w:t>
      </w:r>
      <w:r w:rsidR="007D6C9B">
        <w:rPr>
          <w:rtl/>
        </w:rPr>
        <w:t xml:space="preserve">ں </w:t>
      </w:r>
      <w:r>
        <w:rPr>
          <w:rtl/>
        </w:rPr>
        <w:t xml:space="preserve">_ </w:t>
      </w:r>
    </w:p>
    <w:p w:rsidR="00DE2D7F" w:rsidRDefault="00DE2D7F" w:rsidP="00D07B54">
      <w:pPr>
        <w:pStyle w:val="libNormal"/>
        <w:rPr>
          <w:rtl/>
        </w:rPr>
      </w:pPr>
      <w:r>
        <w:rPr>
          <w:rtl/>
        </w:rPr>
        <w:t>يہ كہہ كر ان لوگو</w:t>
      </w:r>
      <w:r w:rsidR="007D6C9B">
        <w:rPr>
          <w:rtl/>
        </w:rPr>
        <w:t xml:space="preserve">ں </w:t>
      </w:r>
      <w:r>
        <w:rPr>
          <w:rtl/>
        </w:rPr>
        <w:t xml:space="preserve">نے وہ ہديئےو وہ اپنے ساتھ لائے تھے پيش كيے _ </w:t>
      </w:r>
    </w:p>
    <w:p w:rsidR="00DE2D7F" w:rsidRDefault="00DE2D7F" w:rsidP="00D07B54">
      <w:pPr>
        <w:pStyle w:val="libNormal"/>
        <w:rPr>
          <w:rtl/>
        </w:rPr>
      </w:pPr>
      <w:r>
        <w:rPr>
          <w:rtl/>
        </w:rPr>
        <w:t>نجاشى نے كہا : جب تك مي</w:t>
      </w:r>
      <w:r w:rsidR="007D6C9B">
        <w:rPr>
          <w:rtl/>
        </w:rPr>
        <w:t xml:space="preserve">ں </w:t>
      </w:r>
      <w:r>
        <w:rPr>
          <w:rtl/>
        </w:rPr>
        <w:t>اپنى حكومت مي</w:t>
      </w:r>
      <w:r w:rsidR="007D6C9B">
        <w:rPr>
          <w:rtl/>
        </w:rPr>
        <w:t xml:space="preserve">ں </w:t>
      </w:r>
      <w:r>
        <w:rPr>
          <w:rtl/>
        </w:rPr>
        <w:t>پناہ لينے والو</w:t>
      </w:r>
      <w:r w:rsidR="007D6C9B">
        <w:rPr>
          <w:rtl/>
        </w:rPr>
        <w:t xml:space="preserve">ں </w:t>
      </w:r>
      <w:r>
        <w:rPr>
          <w:rtl/>
        </w:rPr>
        <w:t>كے نمائندو</w:t>
      </w:r>
      <w:r w:rsidR="007D6C9B">
        <w:rPr>
          <w:rtl/>
        </w:rPr>
        <w:t xml:space="preserve">ں </w:t>
      </w:r>
      <w:r>
        <w:rPr>
          <w:rtl/>
        </w:rPr>
        <w:t>سے نہ مل لو</w:t>
      </w:r>
      <w:r w:rsidR="007D6C9B">
        <w:rPr>
          <w:rtl/>
        </w:rPr>
        <w:t xml:space="preserve">ں </w:t>
      </w:r>
      <w:r>
        <w:rPr>
          <w:rtl/>
        </w:rPr>
        <w:t>اس سلسلے مي</w:t>
      </w:r>
      <w:r w:rsidR="007D6C9B">
        <w:rPr>
          <w:rtl/>
        </w:rPr>
        <w:t xml:space="preserve">ں </w:t>
      </w:r>
      <w:r>
        <w:rPr>
          <w:rtl/>
        </w:rPr>
        <w:t>كوئي بات نہي</w:t>
      </w:r>
      <w:r w:rsidR="007D6C9B">
        <w:rPr>
          <w:rtl/>
        </w:rPr>
        <w:t xml:space="preserve">ں </w:t>
      </w:r>
      <w:r>
        <w:rPr>
          <w:rtl/>
        </w:rPr>
        <w:t>كرسكتا اور چونكہ يہ ايك مذہبى بحث ہے لہذا ضرورى ہے كہ تمہارى موجودگى مي</w:t>
      </w:r>
      <w:r w:rsidR="007D6C9B">
        <w:rPr>
          <w:rtl/>
        </w:rPr>
        <w:t xml:space="preserve">ں </w:t>
      </w:r>
      <w:r>
        <w:rPr>
          <w:rtl/>
        </w:rPr>
        <w:t>مذہبى نمائندو</w:t>
      </w:r>
      <w:r w:rsidR="007D6C9B">
        <w:rPr>
          <w:rtl/>
        </w:rPr>
        <w:t xml:space="preserve">ں </w:t>
      </w:r>
      <w:r>
        <w:rPr>
          <w:rtl/>
        </w:rPr>
        <w:t>كوبھى ايك جلسہ مي</w:t>
      </w:r>
      <w:r w:rsidR="007D6C9B">
        <w:rPr>
          <w:rtl/>
        </w:rPr>
        <w:t xml:space="preserve">ں </w:t>
      </w:r>
      <w:r>
        <w:rPr>
          <w:rtl/>
        </w:rPr>
        <w:t xml:space="preserve">دعوت دى جائے _ </w:t>
      </w:r>
    </w:p>
    <w:p w:rsidR="00172364" w:rsidRDefault="001648F9" w:rsidP="00D07B54">
      <w:pPr>
        <w:pStyle w:val="libNormal"/>
        <w:rPr>
          <w:rtl/>
        </w:rPr>
      </w:pPr>
      <w:r>
        <w:rPr>
          <w:rtl/>
        </w:rPr>
        <w:t xml:space="preserve"> </w:t>
      </w:r>
      <w:r>
        <w:rPr>
          <w:rtl/>
        </w:rPr>
        <w:br w:type="page"/>
      </w:r>
    </w:p>
    <w:p w:rsidR="00172364" w:rsidRDefault="00172364" w:rsidP="00D07B54">
      <w:pPr>
        <w:pStyle w:val="libNormal"/>
        <w:rPr>
          <w:rtl/>
        </w:rPr>
      </w:pPr>
    </w:p>
    <w:p w:rsidR="00172364" w:rsidRDefault="00DE2D7F" w:rsidP="00D07B54">
      <w:pPr>
        <w:pStyle w:val="Heading2Center"/>
        <w:rPr>
          <w:rtl/>
        </w:rPr>
      </w:pPr>
      <w:bookmarkStart w:id="331" w:name="_Toc7268728"/>
      <w:r>
        <w:rPr>
          <w:rtl/>
        </w:rPr>
        <w:t>جعفربن ابى طالب مہاجرين كے بہترين خطيب</w:t>
      </w:r>
      <w:bookmarkEnd w:id="331"/>
    </w:p>
    <w:p w:rsidR="00DE2D7F" w:rsidRDefault="00DE2D7F" w:rsidP="00D07B54">
      <w:pPr>
        <w:pStyle w:val="libNormal"/>
        <w:rPr>
          <w:rtl/>
        </w:rPr>
      </w:pPr>
      <w:r>
        <w:rPr>
          <w:rtl/>
        </w:rPr>
        <w:t xml:space="preserve"> چنانچہ دوسرے دن ايك اہم جلسہ منعقد ہوا، اس مي</w:t>
      </w:r>
      <w:r w:rsidR="007D6C9B">
        <w:rPr>
          <w:rtl/>
        </w:rPr>
        <w:t xml:space="preserve">ں </w:t>
      </w:r>
      <w:r>
        <w:rPr>
          <w:rtl/>
        </w:rPr>
        <w:t>نجاشى كے مصاحبين اور عيسائي علماء كى ايك جماعت شريك تھى جعفر بن ابى طالب مسلمانو</w:t>
      </w:r>
      <w:r w:rsidR="007D6C9B">
        <w:rPr>
          <w:rtl/>
        </w:rPr>
        <w:t xml:space="preserve">ں </w:t>
      </w:r>
      <w:r>
        <w:rPr>
          <w:rtl/>
        </w:rPr>
        <w:t>كے نمائندہ كى حيثيت سے موجود تھے اور قريش كے نمائندے بھى حاضر ہوئے نجاشى نے قريش كے نمائندو</w:t>
      </w:r>
      <w:r w:rsidR="007D6C9B">
        <w:rPr>
          <w:rtl/>
        </w:rPr>
        <w:t xml:space="preserve">ں </w:t>
      </w:r>
      <w:r>
        <w:rPr>
          <w:rtl/>
        </w:rPr>
        <w:t>كى باتي</w:t>
      </w:r>
      <w:r w:rsidR="007D6C9B">
        <w:rPr>
          <w:rtl/>
        </w:rPr>
        <w:t xml:space="preserve">ں </w:t>
      </w:r>
      <w:r>
        <w:rPr>
          <w:rtl/>
        </w:rPr>
        <w:t>سننے كے بعد جناب جعفر كى طرف رخ كيا اور ان سے خواہش كى كہ وہ اس سلسلے مي</w:t>
      </w:r>
      <w:r w:rsidR="007D6C9B">
        <w:rPr>
          <w:rtl/>
        </w:rPr>
        <w:t xml:space="preserve">ں </w:t>
      </w:r>
      <w:r>
        <w:rPr>
          <w:rtl/>
        </w:rPr>
        <w:t>اپنا نقطہ نظربيان كري</w:t>
      </w:r>
      <w:r w:rsidR="007D6C9B">
        <w:rPr>
          <w:rtl/>
        </w:rPr>
        <w:t xml:space="preserve">ں </w:t>
      </w:r>
      <w:r>
        <w:rPr>
          <w:rtl/>
        </w:rPr>
        <w:t>جناب جعفرا دائے احترام كے بعد اس طرح گويا ہوئے : پہلے ان سے پوچھيے كہ كيا ہم ان كے بھاگے ہوئے غلامو</w:t>
      </w:r>
      <w:r w:rsidR="007D6C9B">
        <w:rPr>
          <w:rtl/>
        </w:rPr>
        <w:t xml:space="preserve">ں </w:t>
      </w:r>
      <w:r>
        <w:rPr>
          <w:rtl/>
        </w:rPr>
        <w:t>مي</w:t>
      </w:r>
      <w:r w:rsidR="007D6C9B">
        <w:rPr>
          <w:rtl/>
        </w:rPr>
        <w:t xml:space="preserve">ں </w:t>
      </w:r>
      <w:r>
        <w:rPr>
          <w:rtl/>
        </w:rPr>
        <w:t>سے ہي</w:t>
      </w:r>
      <w:r w:rsidR="007D6C9B">
        <w:rPr>
          <w:rtl/>
        </w:rPr>
        <w:t xml:space="preserve">ں </w:t>
      </w:r>
      <w:r>
        <w:rPr>
          <w:rtl/>
        </w:rPr>
        <w:t xml:space="preserve">؟ </w:t>
      </w:r>
    </w:p>
    <w:p w:rsidR="00DE2D7F" w:rsidRDefault="00DE2D7F" w:rsidP="00D07B54">
      <w:pPr>
        <w:pStyle w:val="libNormal"/>
        <w:rPr>
          <w:rtl/>
        </w:rPr>
      </w:pPr>
      <w:r>
        <w:rPr>
          <w:rtl/>
        </w:rPr>
        <w:t>عمرو نے كہا :نہي</w:t>
      </w:r>
      <w:r w:rsidR="007D6C9B">
        <w:rPr>
          <w:rtl/>
        </w:rPr>
        <w:t xml:space="preserve">ں </w:t>
      </w:r>
      <w:r>
        <w:rPr>
          <w:rtl/>
        </w:rPr>
        <w:t>بلكہ آپ آزاد ہي</w:t>
      </w:r>
      <w:r w:rsidR="007D6C9B">
        <w:rPr>
          <w:rtl/>
        </w:rPr>
        <w:t xml:space="preserve">ں </w:t>
      </w:r>
      <w:r>
        <w:rPr>
          <w:rtl/>
        </w:rPr>
        <w:t xml:space="preserve">_ </w:t>
      </w:r>
    </w:p>
    <w:p w:rsidR="00DE2D7F" w:rsidRDefault="00DE2D7F" w:rsidP="00D07B54">
      <w:pPr>
        <w:pStyle w:val="libNormal"/>
        <w:rPr>
          <w:rtl/>
        </w:rPr>
      </w:pPr>
      <w:r>
        <w:rPr>
          <w:rtl/>
        </w:rPr>
        <w:t>جعفر: ان سے يہ بھى پوچھئے كہ كيا ان كا كوئي قرض ہمارے ذمہ ہے كہ جس كا وہ ہم سے مطالبہ كرتے ہي</w:t>
      </w:r>
      <w:r w:rsidR="007D6C9B">
        <w:rPr>
          <w:rtl/>
        </w:rPr>
        <w:t xml:space="preserve">ں </w:t>
      </w:r>
      <w:r>
        <w:rPr>
          <w:rtl/>
        </w:rPr>
        <w:t xml:space="preserve">؟ </w:t>
      </w:r>
    </w:p>
    <w:p w:rsidR="00DE2D7F" w:rsidRDefault="00DE2D7F" w:rsidP="00D07B54">
      <w:pPr>
        <w:pStyle w:val="libNormal"/>
        <w:rPr>
          <w:rtl/>
        </w:rPr>
      </w:pPr>
      <w:r>
        <w:rPr>
          <w:rtl/>
        </w:rPr>
        <w:t>عمرو : نہي</w:t>
      </w:r>
      <w:r w:rsidR="007D6C9B">
        <w:rPr>
          <w:rtl/>
        </w:rPr>
        <w:t xml:space="preserve">ں </w:t>
      </w:r>
      <w:r>
        <w:rPr>
          <w:rtl/>
        </w:rPr>
        <w:t>ہمارا آپ سے ايسا كوئي مطالبہ نہي</w:t>
      </w:r>
      <w:r w:rsidR="007D6C9B">
        <w:rPr>
          <w:rtl/>
        </w:rPr>
        <w:t xml:space="preserve">ں </w:t>
      </w:r>
      <w:r>
        <w:rPr>
          <w:rtl/>
        </w:rPr>
        <w:t xml:space="preserve">ہے _ </w:t>
      </w:r>
    </w:p>
    <w:p w:rsidR="00DE2D7F" w:rsidRDefault="00DE2D7F" w:rsidP="00D07B54">
      <w:pPr>
        <w:pStyle w:val="libNormal"/>
        <w:rPr>
          <w:rtl/>
        </w:rPr>
      </w:pPr>
      <w:r>
        <w:rPr>
          <w:rtl/>
        </w:rPr>
        <w:t xml:space="preserve">جعفر: كيا ہم نے تمہارا كوئي خون بہايا ہے كہ جس كا ہم سے بدلہ لينا چاہتے ہو ؟ </w:t>
      </w:r>
    </w:p>
    <w:p w:rsidR="00DE2D7F" w:rsidRDefault="00DE2D7F" w:rsidP="00D07B54">
      <w:pPr>
        <w:pStyle w:val="libNormal"/>
        <w:rPr>
          <w:rtl/>
        </w:rPr>
      </w:pPr>
      <w:r>
        <w:rPr>
          <w:rtl/>
        </w:rPr>
        <w:t>عمرو:نہي</w:t>
      </w:r>
      <w:r w:rsidR="007D6C9B">
        <w:rPr>
          <w:rtl/>
        </w:rPr>
        <w:t xml:space="preserve">ں </w:t>
      </w:r>
      <w:r>
        <w:rPr>
          <w:rtl/>
        </w:rPr>
        <w:t>ايسا كچھ نہي</w:t>
      </w:r>
      <w:r w:rsidR="007D6C9B">
        <w:rPr>
          <w:rtl/>
        </w:rPr>
        <w:t xml:space="preserve">ں </w:t>
      </w:r>
      <w:r>
        <w:rPr>
          <w:rtl/>
        </w:rPr>
        <w:t xml:space="preserve">ہے؟ </w:t>
      </w:r>
    </w:p>
    <w:p w:rsidR="00DE2D7F" w:rsidRDefault="00DE2D7F" w:rsidP="00D07B54">
      <w:pPr>
        <w:pStyle w:val="libNormal"/>
        <w:rPr>
          <w:rtl/>
        </w:rPr>
      </w:pPr>
      <w:r>
        <w:rPr>
          <w:rtl/>
        </w:rPr>
        <w:t>جعفر: تو پھر تم ہم سے كيا چاہتے ہو ؟تم نے ہم پر اتنى سختيا</w:t>
      </w:r>
      <w:r w:rsidR="007D6C9B">
        <w:rPr>
          <w:rtl/>
        </w:rPr>
        <w:t xml:space="preserve">ں </w:t>
      </w:r>
      <w:r>
        <w:rPr>
          <w:rtl/>
        </w:rPr>
        <w:t>كي</w:t>
      </w:r>
      <w:r w:rsidR="007D6C9B">
        <w:rPr>
          <w:rtl/>
        </w:rPr>
        <w:t xml:space="preserve">ں </w:t>
      </w:r>
      <w:r>
        <w:rPr>
          <w:rtl/>
        </w:rPr>
        <w:t>اور اتنى تكليفي</w:t>
      </w:r>
      <w:r w:rsidR="007D6C9B">
        <w:rPr>
          <w:rtl/>
        </w:rPr>
        <w:t xml:space="preserve">ں </w:t>
      </w:r>
      <w:r>
        <w:rPr>
          <w:rtl/>
        </w:rPr>
        <w:t>پہنچائي</w:t>
      </w:r>
      <w:r w:rsidR="007D6C9B">
        <w:rPr>
          <w:rtl/>
        </w:rPr>
        <w:t xml:space="preserve">ں </w:t>
      </w:r>
      <w:r>
        <w:rPr>
          <w:rtl/>
        </w:rPr>
        <w:t>اور ہم تمہارى سرزمين سے جو سراسر مركز ظلم وجور تھى باہر نكل آئے ہي</w:t>
      </w:r>
      <w:r w:rsidR="007D6C9B">
        <w:rPr>
          <w:rtl/>
        </w:rPr>
        <w:t xml:space="preserve">ں </w:t>
      </w:r>
      <w:r>
        <w:rPr>
          <w:rtl/>
        </w:rPr>
        <w:t xml:space="preserve">_ </w:t>
      </w:r>
    </w:p>
    <w:p w:rsidR="00DE2D7F" w:rsidRDefault="00DE2D7F" w:rsidP="00D07B54">
      <w:pPr>
        <w:pStyle w:val="libNormal"/>
        <w:rPr>
          <w:rtl/>
        </w:rPr>
      </w:pPr>
      <w:r>
        <w:rPr>
          <w:rtl/>
        </w:rPr>
        <w:t>اس كے بعد جناب جعفر نے نجاشى كى طرف رخ كيا اور كہا : ہم جاہل اور نادان تھے، بت پرستى كرتے تھے ،مردار كا گوشت كھاتے تھے ، طرح طرح كے برے اور شرمناك كام انجام ديتے تھے، قطع رحمى كرتے تھے ، اپنے ہمسايو</w:t>
      </w:r>
      <w:r w:rsidR="007D6C9B">
        <w:rPr>
          <w:rtl/>
        </w:rPr>
        <w:t xml:space="preserve">ں </w:t>
      </w:r>
      <w:r>
        <w:rPr>
          <w:rtl/>
        </w:rPr>
        <w:t>سے براسلوك كرتے تھے اور ہمارے طاقتور كمزورو</w:t>
      </w:r>
      <w:r w:rsidR="007D6C9B">
        <w:rPr>
          <w:rtl/>
        </w:rPr>
        <w:t xml:space="preserve">ں </w:t>
      </w:r>
      <w:r>
        <w:rPr>
          <w:rtl/>
        </w:rPr>
        <w:t>كے حقوق ہڑپ كرجاتے تھے _ ليكن خدا وند تعالى نے ہمارے درميان ايك پيغمبر كو معبوث فرمايا، جس نے ہمي</w:t>
      </w:r>
      <w:r w:rsidR="007D6C9B">
        <w:rPr>
          <w:rtl/>
        </w:rPr>
        <w:t xml:space="preserve">ں </w:t>
      </w:r>
      <w:r>
        <w:rPr>
          <w:rtl/>
        </w:rPr>
        <w:t>حكم ديا كہ ہم خدا كا كوئي مثل اورشريك نہ بنائي</w:t>
      </w:r>
      <w:r w:rsidR="007D6C9B">
        <w:rPr>
          <w:rtl/>
        </w:rPr>
        <w:t xml:space="preserve">ں </w:t>
      </w:r>
      <w:r>
        <w:rPr>
          <w:rtl/>
        </w:rPr>
        <w:t>اور فحشاء ومنكر، ظلم وستم اور قماربازى ترك كردي</w:t>
      </w:r>
      <w:r w:rsidR="007D6C9B">
        <w:rPr>
          <w:rtl/>
        </w:rPr>
        <w:t xml:space="preserve">ں </w:t>
      </w:r>
      <w:r>
        <w:rPr>
          <w:rtl/>
        </w:rPr>
        <w:t>ہمي</w:t>
      </w:r>
      <w:r w:rsidR="007D6C9B">
        <w:rPr>
          <w:rtl/>
        </w:rPr>
        <w:t xml:space="preserve">ں </w:t>
      </w:r>
      <w:r>
        <w:rPr>
          <w:rtl/>
        </w:rPr>
        <w:t>حكم ديا كہ ہم نماز پڑھي</w:t>
      </w:r>
      <w:r w:rsidR="007D6C9B">
        <w:rPr>
          <w:rtl/>
        </w:rPr>
        <w:t xml:space="preserve">ں </w:t>
      </w:r>
      <w:r>
        <w:rPr>
          <w:rtl/>
        </w:rPr>
        <w:t xml:space="preserve">، </w:t>
      </w:r>
    </w:p>
    <w:p w:rsidR="00172364" w:rsidRDefault="001648F9" w:rsidP="00D07B54">
      <w:pPr>
        <w:pStyle w:val="libNormal"/>
        <w:rPr>
          <w:rtl/>
        </w:rPr>
      </w:pPr>
      <w:r>
        <w:rPr>
          <w:rtl/>
        </w:rPr>
        <w:t xml:space="preserve"> </w:t>
      </w:r>
      <w:r>
        <w:rPr>
          <w:rtl/>
        </w:rPr>
        <w:br w:type="page"/>
      </w:r>
    </w:p>
    <w:p w:rsidR="00172364" w:rsidRDefault="00172364" w:rsidP="00D07B54">
      <w:pPr>
        <w:pStyle w:val="libNormal"/>
        <w:rPr>
          <w:rtl/>
        </w:rPr>
      </w:pPr>
    </w:p>
    <w:p w:rsidR="00DE2D7F" w:rsidRDefault="00DE2D7F" w:rsidP="00D07B54">
      <w:pPr>
        <w:pStyle w:val="libNormal"/>
        <w:rPr>
          <w:rtl/>
        </w:rPr>
      </w:pPr>
      <w:r>
        <w:rPr>
          <w:rtl/>
        </w:rPr>
        <w:t>زكوة ادا كري</w:t>
      </w:r>
      <w:r w:rsidR="007D6C9B">
        <w:rPr>
          <w:rtl/>
        </w:rPr>
        <w:t xml:space="preserve">ں </w:t>
      </w:r>
      <w:r>
        <w:rPr>
          <w:rtl/>
        </w:rPr>
        <w:t>، عدل واحسان سے كام لي</w:t>
      </w:r>
      <w:r w:rsidR="007D6C9B">
        <w:rPr>
          <w:rtl/>
        </w:rPr>
        <w:t xml:space="preserve">ں </w:t>
      </w:r>
      <w:r>
        <w:rPr>
          <w:rtl/>
        </w:rPr>
        <w:t>اور اپنے وابستگان كى مدد كري</w:t>
      </w:r>
      <w:r w:rsidR="007D6C9B">
        <w:rPr>
          <w:rtl/>
        </w:rPr>
        <w:t xml:space="preserve">ں </w:t>
      </w:r>
      <w:r>
        <w:rPr>
          <w:rtl/>
        </w:rPr>
        <w:t xml:space="preserve">_ </w:t>
      </w:r>
    </w:p>
    <w:p w:rsidR="00DE2D7F" w:rsidRDefault="00DE2D7F" w:rsidP="00D07B54">
      <w:pPr>
        <w:pStyle w:val="libNormal"/>
        <w:rPr>
          <w:rtl/>
        </w:rPr>
      </w:pPr>
      <w:r>
        <w:rPr>
          <w:rtl/>
        </w:rPr>
        <w:t>نجاشى نے كہا : عيسى مسيح عليہ السلام بھى انہى چيزو</w:t>
      </w:r>
      <w:r w:rsidR="007D6C9B">
        <w:rPr>
          <w:rtl/>
        </w:rPr>
        <w:t xml:space="preserve">ں </w:t>
      </w:r>
      <w:r>
        <w:rPr>
          <w:rtl/>
        </w:rPr>
        <w:t xml:space="preserve">كے لئے مبعوث ہوئے تھے _ </w:t>
      </w:r>
    </w:p>
    <w:p w:rsidR="00DE2D7F" w:rsidRDefault="00DE2D7F" w:rsidP="00D07B54">
      <w:pPr>
        <w:pStyle w:val="libNormal"/>
        <w:rPr>
          <w:rtl/>
        </w:rPr>
      </w:pPr>
      <w:r>
        <w:rPr>
          <w:rtl/>
        </w:rPr>
        <w:t>اس كے بعد اس نے جناب جعفر سے پوچھا: ان آيات مي</w:t>
      </w:r>
      <w:r w:rsidR="007D6C9B">
        <w:rPr>
          <w:rtl/>
        </w:rPr>
        <w:t xml:space="preserve">ں </w:t>
      </w:r>
      <w:r>
        <w:rPr>
          <w:rtl/>
        </w:rPr>
        <w:t>سے جو تمہارے پيغمبر پر نازل ہوئي ہي</w:t>
      </w:r>
      <w:r w:rsidR="007D6C9B">
        <w:rPr>
          <w:rtl/>
        </w:rPr>
        <w:t xml:space="preserve">ں </w:t>
      </w:r>
      <w:r>
        <w:rPr>
          <w:rtl/>
        </w:rPr>
        <w:t>كچھ تہمي</w:t>
      </w:r>
      <w:r w:rsidR="007D6C9B">
        <w:rPr>
          <w:rtl/>
        </w:rPr>
        <w:t xml:space="preserve">ں </w:t>
      </w:r>
      <w:r>
        <w:rPr>
          <w:rtl/>
        </w:rPr>
        <w:t>ياد ہي</w:t>
      </w:r>
      <w:r w:rsidR="007D6C9B">
        <w:rPr>
          <w:rtl/>
        </w:rPr>
        <w:t xml:space="preserve">ں </w:t>
      </w:r>
      <w:r>
        <w:rPr>
          <w:rtl/>
        </w:rPr>
        <w:t>_جعفرنے كہا : جى ہا</w:t>
      </w:r>
      <w:r w:rsidR="007D6C9B">
        <w:rPr>
          <w:rtl/>
        </w:rPr>
        <w:t xml:space="preserve">ں </w:t>
      </w:r>
      <w:r>
        <w:rPr>
          <w:rtl/>
        </w:rPr>
        <w:t>: اور پھر انہو</w:t>
      </w:r>
      <w:r w:rsidR="007D6C9B">
        <w:rPr>
          <w:rtl/>
        </w:rPr>
        <w:t xml:space="preserve">ں </w:t>
      </w:r>
      <w:r>
        <w:rPr>
          <w:rtl/>
        </w:rPr>
        <w:t>نے سورہ مريم كى تلاوت شروع كردى ،اس سورہ كى ايسى ہلادينے والى آيات كے ذريعہ جو مسيح عليہ السلام اور ان كى ما</w:t>
      </w:r>
      <w:r w:rsidR="007D6C9B">
        <w:rPr>
          <w:rtl/>
        </w:rPr>
        <w:t xml:space="preserve">ں </w:t>
      </w:r>
      <w:r>
        <w:rPr>
          <w:rtl/>
        </w:rPr>
        <w:t>كو ہر قسم كى نارو اتہمتو</w:t>
      </w:r>
      <w:r w:rsidR="007D6C9B">
        <w:rPr>
          <w:rtl/>
        </w:rPr>
        <w:t xml:space="preserve">ں </w:t>
      </w:r>
      <w:r>
        <w:rPr>
          <w:rtl/>
        </w:rPr>
        <w:t>سے پاك قرارديتى ہي</w:t>
      </w:r>
      <w:r w:rsidR="007D6C9B">
        <w:rPr>
          <w:rtl/>
        </w:rPr>
        <w:t xml:space="preserve">ں </w:t>
      </w:r>
      <w:r>
        <w:rPr>
          <w:rtl/>
        </w:rPr>
        <w:t>، جناب جعفر كے حسن انتخاب نے عجيب وغريب اثر كيا يہا</w:t>
      </w:r>
      <w:r w:rsidR="007D6C9B">
        <w:rPr>
          <w:rtl/>
        </w:rPr>
        <w:t xml:space="preserve">ں </w:t>
      </w:r>
      <w:r>
        <w:rPr>
          <w:rtl/>
        </w:rPr>
        <w:t>تك كہ مسيحى علماء كى آنكھو</w:t>
      </w:r>
      <w:r w:rsidR="007D6C9B">
        <w:rPr>
          <w:rtl/>
        </w:rPr>
        <w:t xml:space="preserve">ں </w:t>
      </w:r>
      <w:r>
        <w:rPr>
          <w:rtl/>
        </w:rPr>
        <w:t>سے فرط شوق مي</w:t>
      </w:r>
      <w:r w:rsidR="007D6C9B">
        <w:rPr>
          <w:rtl/>
        </w:rPr>
        <w:t xml:space="preserve">ں </w:t>
      </w:r>
      <w:r>
        <w:rPr>
          <w:rtl/>
        </w:rPr>
        <w:t>آنسو بہنے لگے اور نجاشى نے پكار كر كہا : خدا كى قسم : ان آيات مي</w:t>
      </w:r>
      <w:r w:rsidR="007D6C9B">
        <w:rPr>
          <w:rtl/>
        </w:rPr>
        <w:t xml:space="preserve">ں </w:t>
      </w:r>
      <w:r>
        <w:rPr>
          <w:rtl/>
        </w:rPr>
        <w:t>حقيقت كى نشانيا</w:t>
      </w:r>
      <w:r w:rsidR="007D6C9B">
        <w:rPr>
          <w:rtl/>
        </w:rPr>
        <w:t xml:space="preserve">ں </w:t>
      </w:r>
      <w:r>
        <w:rPr>
          <w:rtl/>
        </w:rPr>
        <w:t>نمايا</w:t>
      </w:r>
      <w:r w:rsidR="007D6C9B">
        <w:rPr>
          <w:rtl/>
        </w:rPr>
        <w:t xml:space="preserve">ں </w:t>
      </w:r>
      <w:r>
        <w:rPr>
          <w:rtl/>
        </w:rPr>
        <w:t>ہي</w:t>
      </w:r>
      <w:r w:rsidR="007D6C9B">
        <w:rPr>
          <w:rtl/>
        </w:rPr>
        <w:t xml:space="preserve">ں </w:t>
      </w:r>
      <w:r>
        <w:rPr>
          <w:rtl/>
        </w:rPr>
        <w:t xml:space="preserve">_ </w:t>
      </w:r>
    </w:p>
    <w:p w:rsidR="00DE2D7F" w:rsidRDefault="00DE2D7F" w:rsidP="00D07B54">
      <w:pPr>
        <w:pStyle w:val="libNormal"/>
        <w:rPr>
          <w:rtl/>
        </w:rPr>
      </w:pPr>
      <w:r>
        <w:rPr>
          <w:rtl/>
        </w:rPr>
        <w:t>جب عمرنے چاہا كہ اب يہا</w:t>
      </w:r>
      <w:r w:rsidR="007D6C9B">
        <w:rPr>
          <w:rtl/>
        </w:rPr>
        <w:t xml:space="preserve">ں </w:t>
      </w:r>
      <w:r>
        <w:rPr>
          <w:rtl/>
        </w:rPr>
        <w:t>كوئي بات كرے اور مسلمانو</w:t>
      </w:r>
      <w:r w:rsidR="007D6C9B">
        <w:rPr>
          <w:rtl/>
        </w:rPr>
        <w:t xml:space="preserve">ں </w:t>
      </w:r>
      <w:r>
        <w:rPr>
          <w:rtl/>
        </w:rPr>
        <w:t>كو اس كے سپرد كرنے كى درخواست كرے ، نجاشى نے ہاتھ بلند كيا اور زور سے عمرو كے منہ پر مارا اور كہا: خاموش رہو، خدا كى قسم اگر ان لوگو</w:t>
      </w:r>
      <w:r w:rsidR="007D6C9B">
        <w:rPr>
          <w:rtl/>
        </w:rPr>
        <w:t xml:space="preserve">ں </w:t>
      </w:r>
      <w:r>
        <w:rPr>
          <w:rtl/>
        </w:rPr>
        <w:t>كى مذمت مي</w:t>
      </w:r>
      <w:r w:rsidR="007D6C9B">
        <w:rPr>
          <w:rtl/>
        </w:rPr>
        <w:t xml:space="preserve">ں </w:t>
      </w:r>
      <w:r>
        <w:rPr>
          <w:rtl/>
        </w:rPr>
        <w:t>اس سے زيادہ كوئي بات كى تو مي</w:t>
      </w:r>
      <w:r w:rsidR="007D6C9B">
        <w:rPr>
          <w:rtl/>
        </w:rPr>
        <w:t xml:space="preserve">ں </w:t>
      </w:r>
      <w:r>
        <w:rPr>
          <w:rtl/>
        </w:rPr>
        <w:t>تجھے سزادو</w:t>
      </w:r>
      <w:r w:rsidR="007D6C9B">
        <w:rPr>
          <w:rtl/>
        </w:rPr>
        <w:t xml:space="preserve">ں </w:t>
      </w:r>
      <w:r>
        <w:rPr>
          <w:rtl/>
        </w:rPr>
        <w:t>گا ،يہ كہہ كر مامورين حكومت كى طرف رخ كيا اور پكار كر كہا : ان كے ہديے ان كو واپس كردو اور انہي</w:t>
      </w:r>
      <w:r w:rsidR="007D6C9B">
        <w:rPr>
          <w:rtl/>
        </w:rPr>
        <w:t xml:space="preserve">ں </w:t>
      </w:r>
      <w:r>
        <w:rPr>
          <w:rtl/>
        </w:rPr>
        <w:t>حبشہ كى سرزمين سے باہر نكال دو جناب جعفر اور ان كے ساتھيو</w:t>
      </w:r>
      <w:r w:rsidR="007D6C9B">
        <w:rPr>
          <w:rtl/>
        </w:rPr>
        <w:t xml:space="preserve">ں </w:t>
      </w:r>
      <w:r>
        <w:rPr>
          <w:rtl/>
        </w:rPr>
        <w:t>سے كہا : تم آرام سے ميرے ملك مي</w:t>
      </w:r>
      <w:r w:rsidR="007D6C9B">
        <w:rPr>
          <w:rtl/>
        </w:rPr>
        <w:t xml:space="preserve">ں </w:t>
      </w:r>
      <w:r>
        <w:rPr>
          <w:rtl/>
        </w:rPr>
        <w:t xml:space="preserve">زندگى بسر كرو _ </w:t>
      </w:r>
    </w:p>
    <w:p w:rsidR="00DE2D7F" w:rsidRDefault="00DE2D7F" w:rsidP="00D07B54">
      <w:pPr>
        <w:pStyle w:val="libNormal"/>
        <w:rPr>
          <w:rtl/>
        </w:rPr>
      </w:pPr>
      <w:r>
        <w:rPr>
          <w:rtl/>
        </w:rPr>
        <w:t>اس واقعہ نے جہا</w:t>
      </w:r>
      <w:r w:rsidR="007D6C9B">
        <w:rPr>
          <w:rtl/>
        </w:rPr>
        <w:t xml:space="preserve">ں </w:t>
      </w:r>
      <w:r>
        <w:rPr>
          <w:rtl/>
        </w:rPr>
        <w:t>جعفر اور ان كے ساتھيو</w:t>
      </w:r>
      <w:r w:rsidR="007D6C9B">
        <w:rPr>
          <w:rtl/>
        </w:rPr>
        <w:t xml:space="preserve">ں </w:t>
      </w:r>
      <w:r>
        <w:rPr>
          <w:rtl/>
        </w:rPr>
        <w:t>سے كہا تم آرام سے ميرے ملك مي</w:t>
      </w:r>
      <w:r w:rsidR="007D6C9B">
        <w:rPr>
          <w:rtl/>
        </w:rPr>
        <w:t xml:space="preserve">ں </w:t>
      </w:r>
      <w:r>
        <w:rPr>
          <w:rtl/>
        </w:rPr>
        <w:t>زندگى بسركرو_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واقعہ نے جہا</w:t>
      </w:r>
      <w:r w:rsidR="007D6C9B">
        <w:rPr>
          <w:rtl/>
        </w:rPr>
        <w:t xml:space="preserve">ں </w:t>
      </w:r>
      <w:r>
        <w:rPr>
          <w:rtl/>
        </w:rPr>
        <w:t>حبشہ كے كچھ لوگو</w:t>
      </w:r>
      <w:r w:rsidR="007D6C9B">
        <w:rPr>
          <w:rtl/>
        </w:rPr>
        <w:t xml:space="preserve">ں </w:t>
      </w:r>
      <w:r>
        <w:rPr>
          <w:rtl/>
        </w:rPr>
        <w:t>پر اسلام شناسى كے سلسلے مي</w:t>
      </w:r>
      <w:r w:rsidR="007D6C9B">
        <w:rPr>
          <w:rtl/>
        </w:rPr>
        <w:t xml:space="preserve">ں </w:t>
      </w:r>
      <w:r>
        <w:rPr>
          <w:rtl/>
        </w:rPr>
        <w:t>گہرا تبليغى اثر كيا وہا</w:t>
      </w:r>
      <w:r w:rsidR="007D6C9B">
        <w:rPr>
          <w:rtl/>
        </w:rPr>
        <w:t xml:space="preserve">ں </w:t>
      </w:r>
      <w:r>
        <w:rPr>
          <w:rtl/>
        </w:rPr>
        <w:t>يہ واقعہ اس بات كا بھى سبب بنا كہ مكے كے مسلمان اس كو ايك اطمينان بخش جائے پناہ شماركري</w:t>
      </w:r>
      <w:r w:rsidR="007D6C9B">
        <w:rPr>
          <w:rtl/>
        </w:rPr>
        <w:t xml:space="preserve">ں </w:t>
      </w:r>
      <w:r>
        <w:rPr>
          <w:rtl/>
        </w:rPr>
        <w:t>اور نئے مسلمان ہونے والو</w:t>
      </w:r>
      <w:r w:rsidR="007D6C9B">
        <w:rPr>
          <w:rtl/>
        </w:rPr>
        <w:t xml:space="preserve">ں </w:t>
      </w:r>
      <w:r>
        <w:rPr>
          <w:rtl/>
        </w:rPr>
        <w:t>كو اس دن كے انتظارمي</w:t>
      </w:r>
      <w:r w:rsidR="007D6C9B">
        <w:rPr>
          <w:rtl/>
        </w:rPr>
        <w:t xml:space="preserve">ں </w:t>
      </w:r>
      <w:r>
        <w:rPr>
          <w:rtl/>
        </w:rPr>
        <w:t>كہ جب وہ كافى قدرت و طاقت حاصل كري</w:t>
      </w:r>
      <w:r w:rsidR="007D6C9B">
        <w:rPr>
          <w:rtl/>
        </w:rPr>
        <w:t xml:space="preserve">ں </w:t>
      </w:r>
      <w:r>
        <w:rPr>
          <w:rtl/>
        </w:rPr>
        <w:t>،وہا</w:t>
      </w:r>
      <w:r w:rsidR="007D6C9B">
        <w:rPr>
          <w:rtl/>
        </w:rPr>
        <w:t xml:space="preserve">ں </w:t>
      </w:r>
      <w:r>
        <w:rPr>
          <w:rtl/>
        </w:rPr>
        <w:t>پر بھيجتے رہي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)بہت سے مفسرين نے نقل كيا ہے كہ سورہ مائدہ ايات </w:t>
      </w:r>
      <w:r w:rsidR="00E664BB">
        <w:rPr>
          <w:rtl/>
        </w:rPr>
        <w:t>82</w:t>
      </w:r>
      <w:r>
        <w:rPr>
          <w:rtl/>
        </w:rPr>
        <w:t>تا</w:t>
      </w:r>
      <w:r w:rsidR="00E664BB">
        <w:rPr>
          <w:rtl/>
        </w:rPr>
        <w:t>86</w:t>
      </w:r>
      <w:r>
        <w:rPr>
          <w:rtl/>
        </w:rPr>
        <w:t xml:space="preserve"> نجاشى اور اس كے ساتھيو</w:t>
      </w:r>
      <w:r w:rsidR="007D6C9B">
        <w:rPr>
          <w:rtl/>
        </w:rPr>
        <w:t xml:space="preserve">ں </w:t>
      </w:r>
      <w:r>
        <w:rPr>
          <w:rtl/>
        </w:rPr>
        <w:t>كے بارے مي</w:t>
      </w:r>
      <w:r w:rsidR="007D6C9B">
        <w:rPr>
          <w:rtl/>
        </w:rPr>
        <w:t xml:space="preserve">ں </w:t>
      </w:r>
      <w:r>
        <w:rPr>
          <w:rtl/>
        </w:rPr>
        <w:t>نازل ہوئي ہي</w:t>
      </w:r>
      <w:r w:rsidR="007D6C9B">
        <w:rPr>
          <w:rtl/>
        </w:rPr>
        <w:t xml:space="preserve">ں </w:t>
      </w:r>
    </w:p>
    <w:p w:rsidR="00172364" w:rsidRDefault="001648F9" w:rsidP="00D07B54">
      <w:pPr>
        <w:pStyle w:val="libNormal"/>
        <w:rPr>
          <w:rtl/>
        </w:rPr>
      </w:pPr>
      <w:r>
        <w:rPr>
          <w:rtl/>
        </w:rPr>
        <w:t xml:space="preserve"> </w:t>
      </w:r>
      <w:r>
        <w:rPr>
          <w:rtl/>
        </w:rPr>
        <w:br w:type="page"/>
      </w:r>
    </w:p>
    <w:p w:rsidR="00172364" w:rsidRDefault="00DE2D7F" w:rsidP="00D07B54">
      <w:pPr>
        <w:pStyle w:val="Heading2Center"/>
        <w:rPr>
          <w:rtl/>
        </w:rPr>
      </w:pPr>
      <w:bookmarkStart w:id="332" w:name="_Toc7268729"/>
      <w:r>
        <w:rPr>
          <w:rtl/>
        </w:rPr>
        <w:lastRenderedPageBreak/>
        <w:t>فتح خيبركى زيادہ خوشى ہے يا جعفركے پلٹنے كي</w:t>
      </w:r>
      <w:bookmarkEnd w:id="332"/>
    </w:p>
    <w:p w:rsidR="00DE2D7F" w:rsidRDefault="00DE2D7F" w:rsidP="00D07B54">
      <w:pPr>
        <w:pStyle w:val="libNormal"/>
        <w:rPr>
          <w:rtl/>
        </w:rPr>
      </w:pPr>
      <w:r>
        <w:rPr>
          <w:rtl/>
        </w:rPr>
        <w:t xml:space="preserve"> كئي سال گزر گئے پيغمبر (ص) بھى ہجرت فرماگئے اور اسلام روزبروز ترقى كى منزلي</w:t>
      </w:r>
      <w:r w:rsidR="007D6C9B">
        <w:rPr>
          <w:rtl/>
        </w:rPr>
        <w:t xml:space="preserve">ں </w:t>
      </w:r>
      <w:r>
        <w:rPr>
          <w:rtl/>
        </w:rPr>
        <w:t>طے كرنے لگا،عہدنامہ حديبيہ لكھا گيا اور پيغمبر اكرم (ص) فتح خيبركى طرف متوجہ ہوئے اس وقت جب كہ مسلمان يہوديو</w:t>
      </w:r>
      <w:r w:rsidR="007D6C9B">
        <w:rPr>
          <w:rtl/>
        </w:rPr>
        <w:t xml:space="preserve">ں </w:t>
      </w:r>
      <w:r>
        <w:rPr>
          <w:rtl/>
        </w:rPr>
        <w:t>كے سب سے بڑے اور خطر ناك مركز كے لوٹنے كى وجہ سے اتنے خوش تھے كہ پھولے نہي</w:t>
      </w:r>
      <w:r w:rsidR="007D6C9B">
        <w:rPr>
          <w:rtl/>
        </w:rPr>
        <w:t xml:space="preserve">ں </w:t>
      </w:r>
      <w:r>
        <w:rPr>
          <w:rtl/>
        </w:rPr>
        <w:t>سماتے تھے، دور سے انہو</w:t>
      </w:r>
      <w:r w:rsidR="007D6C9B">
        <w:rPr>
          <w:rtl/>
        </w:rPr>
        <w:t xml:space="preserve">ں </w:t>
      </w:r>
      <w:r>
        <w:rPr>
          <w:rtl/>
        </w:rPr>
        <w:t>نے ايك مجمع كو لشكر اسلام كى طرف آتے ہوئے ديكھا ،تھوڑى ہى دير گزرى تھى كہ معلوم ہواكہ يہ وہى مہاجرين حبشہ ہي</w:t>
      </w:r>
      <w:r w:rsidR="007D6C9B">
        <w:rPr>
          <w:rtl/>
        </w:rPr>
        <w:t xml:space="preserve">ں </w:t>
      </w:r>
      <w:r>
        <w:rPr>
          <w:rtl/>
        </w:rPr>
        <w:t>، جو آغوش وطن مي</w:t>
      </w:r>
      <w:r w:rsidR="007D6C9B">
        <w:rPr>
          <w:rtl/>
        </w:rPr>
        <w:t xml:space="preserve">ں </w:t>
      </w:r>
      <w:r>
        <w:rPr>
          <w:rtl/>
        </w:rPr>
        <w:t>پلٹ كر آرہے ہي</w:t>
      </w:r>
      <w:r w:rsidR="007D6C9B">
        <w:rPr>
          <w:rtl/>
        </w:rPr>
        <w:t xml:space="preserve">ں </w:t>
      </w:r>
      <w:r>
        <w:rPr>
          <w:rtl/>
        </w:rPr>
        <w:t>،جب كہ دشمنو</w:t>
      </w:r>
      <w:r w:rsidR="007D6C9B">
        <w:rPr>
          <w:rtl/>
        </w:rPr>
        <w:t xml:space="preserve">ں </w:t>
      </w:r>
      <w:r>
        <w:rPr>
          <w:rtl/>
        </w:rPr>
        <w:t>كى بڑى بڑى طاقتي</w:t>
      </w:r>
      <w:r w:rsidR="007D6C9B">
        <w:rPr>
          <w:rtl/>
        </w:rPr>
        <w:t xml:space="preserve">ں </w:t>
      </w:r>
      <w:r>
        <w:rPr>
          <w:rtl/>
        </w:rPr>
        <w:t>د م توڑچكى ہي</w:t>
      </w:r>
      <w:r w:rsidR="007D6C9B">
        <w:rPr>
          <w:rtl/>
        </w:rPr>
        <w:t xml:space="preserve">ں </w:t>
      </w:r>
      <w:r>
        <w:rPr>
          <w:rtl/>
        </w:rPr>
        <w:t>اور اسلام كا پودا اپنى جڑي</w:t>
      </w:r>
      <w:r w:rsidR="007D6C9B">
        <w:rPr>
          <w:rtl/>
        </w:rPr>
        <w:t xml:space="preserve">ں </w:t>
      </w:r>
      <w:r>
        <w:rPr>
          <w:rtl/>
        </w:rPr>
        <w:t xml:space="preserve">كافى پھيلا چكا ہے _ </w:t>
      </w:r>
    </w:p>
    <w:p w:rsidR="00DE2D7F" w:rsidRDefault="00DE2D7F" w:rsidP="00D07B54">
      <w:pPr>
        <w:pStyle w:val="libNormal"/>
        <w:rPr>
          <w:rtl/>
        </w:rPr>
      </w:pPr>
      <w:r>
        <w:rPr>
          <w:rtl/>
        </w:rPr>
        <w:t xml:space="preserve">پيغمبر اكرم (ص) نے جناب جعفراور مہا جرين حبشہ كو ديكھ كر يہ تاريخى جملہ ارشاد فرمايا: </w:t>
      </w:r>
    </w:p>
    <w:p w:rsidR="00DE2D7F" w:rsidRDefault="00DE2D7F" w:rsidP="00D07B54">
      <w:pPr>
        <w:pStyle w:val="libNormal"/>
        <w:rPr>
          <w:rtl/>
        </w:rPr>
      </w:pPr>
      <w:r>
        <w:rPr>
          <w:rtl/>
        </w:rPr>
        <w:t>''مي</w:t>
      </w:r>
      <w:r w:rsidR="007D6C9B">
        <w:rPr>
          <w:rtl/>
        </w:rPr>
        <w:t xml:space="preserve">ں </w:t>
      </w:r>
      <w:r>
        <w:rPr>
          <w:rtl/>
        </w:rPr>
        <w:t>نہي</w:t>
      </w:r>
      <w:r w:rsidR="007D6C9B">
        <w:rPr>
          <w:rtl/>
        </w:rPr>
        <w:t xml:space="preserve">ں </w:t>
      </w:r>
      <w:r>
        <w:rPr>
          <w:rtl/>
        </w:rPr>
        <w:t xml:space="preserve">جانتا كہ مجھے خيبر كے فتح ہونے كى زيادہ خوشى ہے يا جعفر كے پلٹ آنے كى '' </w:t>
      </w:r>
    </w:p>
    <w:p w:rsidR="00DE2D7F" w:rsidRDefault="00DE2D7F" w:rsidP="00D07B54">
      <w:pPr>
        <w:pStyle w:val="libNormal"/>
        <w:rPr>
          <w:rtl/>
        </w:rPr>
      </w:pPr>
      <w:r>
        <w:rPr>
          <w:rtl/>
        </w:rPr>
        <w:t>كہتے ہي</w:t>
      </w:r>
      <w:r w:rsidR="007D6C9B">
        <w:rPr>
          <w:rtl/>
        </w:rPr>
        <w:t xml:space="preserve">ں </w:t>
      </w:r>
      <w:r>
        <w:rPr>
          <w:rtl/>
        </w:rPr>
        <w:t>كہ مسلمانو</w:t>
      </w:r>
      <w:r w:rsidR="007D6C9B">
        <w:rPr>
          <w:rtl/>
        </w:rPr>
        <w:t xml:space="preserve">ں </w:t>
      </w:r>
      <w:r>
        <w:rPr>
          <w:rtl/>
        </w:rPr>
        <w:t>كے علاوہ شاميو</w:t>
      </w:r>
      <w:r w:rsidR="007D6C9B">
        <w:rPr>
          <w:rtl/>
        </w:rPr>
        <w:t xml:space="preserve">ں </w:t>
      </w:r>
      <w:r>
        <w:rPr>
          <w:rtl/>
        </w:rPr>
        <w:t>مي</w:t>
      </w:r>
      <w:r w:rsidR="007D6C9B">
        <w:rPr>
          <w:rtl/>
        </w:rPr>
        <w:t xml:space="preserve">ں </w:t>
      </w:r>
      <w:r>
        <w:rPr>
          <w:rtl/>
        </w:rPr>
        <w:t>سے آٹھ افراد كہ جن مي</w:t>
      </w:r>
      <w:r w:rsidR="007D6C9B">
        <w:rPr>
          <w:rtl/>
        </w:rPr>
        <w:t xml:space="preserve">ں </w:t>
      </w:r>
      <w:r>
        <w:rPr>
          <w:rtl/>
        </w:rPr>
        <w:t>ايك مسيحى راہب بھى تھا اور ان كا اسلام كى طرف شديد ميلان پيدا ہوگيا تھاپيغمبر (ص) كى خدمت مي</w:t>
      </w:r>
      <w:r w:rsidR="007D6C9B">
        <w:rPr>
          <w:rtl/>
        </w:rPr>
        <w:t xml:space="preserve">ں </w:t>
      </w:r>
      <w:r>
        <w:rPr>
          <w:rtl/>
        </w:rPr>
        <w:t>حاضرہو ئے اور انہو</w:t>
      </w:r>
      <w:r w:rsidR="007D6C9B">
        <w:rPr>
          <w:rtl/>
        </w:rPr>
        <w:t xml:space="preserve">ں </w:t>
      </w:r>
      <w:r>
        <w:rPr>
          <w:rtl/>
        </w:rPr>
        <w:t>نے سورہ ى سين كى كچھ آيات سننے كے بعد رونا شروع كرديا اور مسلمان ہوگئے اور كہنے لگے كہ يہ آيات مسيح عليہ السلام كى سچى تعليمات سے كس قدر مشابہت ركھتى ہي</w:t>
      </w:r>
      <w:r w:rsidR="007D6C9B">
        <w:rPr>
          <w:rtl/>
        </w:rPr>
        <w:t xml:space="preserve">ں </w:t>
      </w:r>
      <w:r>
        <w:rPr>
          <w:rtl/>
        </w:rPr>
        <w:t xml:space="preserve">_ </w:t>
      </w:r>
    </w:p>
    <w:p w:rsidR="00DE2D7F" w:rsidRDefault="00DE2D7F" w:rsidP="00D07B54">
      <w:pPr>
        <w:pStyle w:val="libNormal"/>
        <w:rPr>
          <w:rtl/>
        </w:rPr>
      </w:pPr>
      <w:r>
        <w:rPr>
          <w:rtl/>
        </w:rPr>
        <w:t>اس روايت كے مطابق جو تفسير المنار، مي</w:t>
      </w:r>
      <w:r w:rsidR="007D6C9B">
        <w:rPr>
          <w:rtl/>
        </w:rPr>
        <w:t xml:space="preserve">ں </w:t>
      </w:r>
      <w:r>
        <w:rPr>
          <w:rtl/>
        </w:rPr>
        <w:t>سعيد بن جبير سے منقول ہے نجاشى نے اپنے يارو انصار مي</w:t>
      </w:r>
      <w:r w:rsidR="007D6C9B">
        <w:rPr>
          <w:rtl/>
        </w:rPr>
        <w:t xml:space="preserve">ں </w:t>
      </w:r>
      <w:r>
        <w:rPr>
          <w:rtl/>
        </w:rPr>
        <w:t xml:space="preserve">سے تيس بہترين افراد كوپيغمبر اكرم (ص) اور دين اسلام كے ساتھ اظہار عقيدت كے لئے مدينہ بھيجا تھا اور يہ وہى تھے جو سورہ ى سين كى ايات سن كر روپڑے تھے اور اسلام قبول كرليا تھا_ </w:t>
      </w:r>
    </w:p>
    <w:p w:rsidR="00172364" w:rsidRDefault="001648F9" w:rsidP="00D07B54">
      <w:pPr>
        <w:pStyle w:val="libNormal"/>
        <w:rPr>
          <w:rtl/>
        </w:rPr>
      </w:pPr>
      <w:r>
        <w:rPr>
          <w:rtl/>
        </w:rPr>
        <w:t xml:space="preserve"> </w:t>
      </w:r>
      <w:r>
        <w:rPr>
          <w:rtl/>
        </w:rPr>
        <w:br w:type="page"/>
      </w:r>
    </w:p>
    <w:p w:rsidR="00172364" w:rsidRDefault="00DE2D7F" w:rsidP="00D07B54">
      <w:pPr>
        <w:pStyle w:val="Heading2Center"/>
        <w:rPr>
          <w:rtl/>
        </w:rPr>
      </w:pPr>
      <w:bookmarkStart w:id="333" w:name="_Toc7268730"/>
      <w:r>
        <w:rPr>
          <w:rtl/>
        </w:rPr>
        <w:lastRenderedPageBreak/>
        <w:t>معراج رسول (ص)</w:t>
      </w:r>
      <w:bookmarkEnd w:id="333"/>
    </w:p>
    <w:p w:rsidR="00DE2D7F" w:rsidRDefault="00DE2D7F" w:rsidP="00D07B54">
      <w:pPr>
        <w:pStyle w:val="libNormal"/>
        <w:rPr>
          <w:rtl/>
        </w:rPr>
      </w:pPr>
      <w:r>
        <w:rPr>
          <w:rtl/>
        </w:rPr>
        <w:t xml:space="preserve"> علماء اسلام كے درميان مشہور يہ ہے كہ رسول اكرم (ص) جس وقت مكہ مي</w:t>
      </w:r>
      <w:r w:rsidR="007D6C9B">
        <w:rPr>
          <w:rtl/>
        </w:rPr>
        <w:t xml:space="preserve">ں </w:t>
      </w:r>
      <w:r>
        <w:rPr>
          <w:rtl/>
        </w:rPr>
        <w:t>تھے تو ايك ہى رات مي</w:t>
      </w:r>
      <w:r w:rsidR="007D6C9B">
        <w:rPr>
          <w:rtl/>
        </w:rPr>
        <w:t xml:space="preserve">ں </w:t>
      </w:r>
      <w:r>
        <w:rPr>
          <w:rtl/>
        </w:rPr>
        <w:t>آپ قدرت الہى سے مسجد الحرام سے اقصى پہنچے كہ جو بہت المقدس مي</w:t>
      </w:r>
      <w:r w:rsidR="007D6C9B">
        <w:rPr>
          <w:rtl/>
        </w:rPr>
        <w:t xml:space="preserve">ں </w:t>
      </w:r>
      <w:r>
        <w:rPr>
          <w:rtl/>
        </w:rPr>
        <w:t>ہے ، وہا</w:t>
      </w:r>
      <w:r w:rsidR="007D6C9B">
        <w:rPr>
          <w:rtl/>
        </w:rPr>
        <w:t xml:space="preserve">ں </w:t>
      </w:r>
      <w:r>
        <w:rPr>
          <w:rtl/>
        </w:rPr>
        <w:t>سے آپ آسمانو</w:t>
      </w:r>
      <w:r w:rsidR="007D6C9B">
        <w:rPr>
          <w:rtl/>
        </w:rPr>
        <w:t xml:space="preserve">ں </w:t>
      </w:r>
      <w:r>
        <w:rPr>
          <w:rtl/>
        </w:rPr>
        <w:t>كى طرف گئے ، آسمانى دسعتو</w:t>
      </w:r>
      <w:r w:rsidR="007D6C9B">
        <w:rPr>
          <w:rtl/>
        </w:rPr>
        <w:t xml:space="preserve">ں </w:t>
      </w:r>
      <w:r>
        <w:rPr>
          <w:rtl/>
        </w:rPr>
        <w:t>مي</w:t>
      </w:r>
      <w:r w:rsidR="007D6C9B">
        <w:rPr>
          <w:rtl/>
        </w:rPr>
        <w:t xml:space="preserve">ں </w:t>
      </w:r>
      <w:r>
        <w:rPr>
          <w:rtl/>
        </w:rPr>
        <w:t xml:space="preserve">عظمت الہى كے آثار مشاہدہ كئے اور اسى رات مكہ واپس آگئے _ </w:t>
      </w:r>
    </w:p>
    <w:p w:rsidR="00DE2D7F" w:rsidRDefault="00DE2D7F" w:rsidP="00D07B54">
      <w:pPr>
        <w:pStyle w:val="libNormal"/>
        <w:rPr>
          <w:rtl/>
        </w:rPr>
      </w:pPr>
      <w:r>
        <w:rPr>
          <w:rtl/>
        </w:rPr>
        <w:t>نيزيہ بھى مشہور ہے كہ يہ زمينى اور آسمانى سير جسم اور روح كے ساتھ تھى البتہ يہ سير چونكہ بہت عجيب غريب اور بے نظير تھى لہذا بعض حضرات نے اس كى توجيہ كى اور اسے معراج روحانى قرار ديا اور كہا كہ يہ ايك طرح كا خواب تھايا مكا شفہ روحى تھا ليكن جيسا كہ ہم كہہ چكے ہي</w:t>
      </w:r>
      <w:r w:rsidR="007D6C9B">
        <w:rPr>
          <w:rtl/>
        </w:rPr>
        <w:t xml:space="preserve">ں </w:t>
      </w:r>
      <w:r>
        <w:rPr>
          <w:rtl/>
        </w:rPr>
        <w:t xml:space="preserve">يہ بات قرآن كے ظاہرى مفہوم كے بالكل خلاف ہے كيونكہ ظاہرقر آن اس معراج كے جسمانى ہونے كى گواہى ديتا ہے _ </w:t>
      </w:r>
    </w:p>
    <w:p w:rsidR="00DE2D7F" w:rsidRDefault="00DE2D7F" w:rsidP="00D07B54">
      <w:pPr>
        <w:pStyle w:val="libNormal"/>
        <w:rPr>
          <w:rtl/>
        </w:rPr>
      </w:pPr>
    </w:p>
    <w:p w:rsidR="00172364" w:rsidRDefault="00DE2D7F" w:rsidP="00D07B54">
      <w:pPr>
        <w:pStyle w:val="Heading2Center"/>
        <w:rPr>
          <w:rtl/>
        </w:rPr>
      </w:pPr>
      <w:bookmarkStart w:id="334" w:name="_Toc7268731"/>
      <w:r>
        <w:rPr>
          <w:rtl/>
        </w:rPr>
        <w:t>معراج كى كيفيت قرآن و حديث كى نظر سے</w:t>
      </w:r>
      <w:bookmarkEnd w:id="334"/>
      <w:r>
        <w:rPr>
          <w:rtl/>
        </w:rPr>
        <w:t xml:space="preserve"> </w:t>
      </w:r>
    </w:p>
    <w:p w:rsidR="00DE2D7F" w:rsidRDefault="00DE2D7F" w:rsidP="00D07B54">
      <w:pPr>
        <w:pStyle w:val="libNormal"/>
        <w:rPr>
          <w:rtl/>
        </w:rPr>
      </w:pPr>
      <w:r>
        <w:rPr>
          <w:rtl/>
        </w:rPr>
        <w:t>قرآن حكيم كى دوسورتو</w:t>
      </w:r>
      <w:r w:rsidR="007D6C9B">
        <w:rPr>
          <w:rtl/>
        </w:rPr>
        <w:t xml:space="preserve">ں </w:t>
      </w:r>
      <w:r>
        <w:rPr>
          <w:rtl/>
        </w:rPr>
        <w:t>مي</w:t>
      </w:r>
      <w:r w:rsidR="007D6C9B">
        <w:rPr>
          <w:rtl/>
        </w:rPr>
        <w:t xml:space="preserve">ں </w:t>
      </w:r>
      <w:r>
        <w:rPr>
          <w:rtl/>
        </w:rPr>
        <w:t>اس مسئلے كى طرف اشارہ كيا گيا ہے پہلى سورت بنى اسرائيل ہے اس مي</w:t>
      </w:r>
      <w:r w:rsidR="007D6C9B">
        <w:rPr>
          <w:rtl/>
        </w:rPr>
        <w:t xml:space="preserve">ں </w:t>
      </w:r>
      <w:r>
        <w:rPr>
          <w:rtl/>
        </w:rPr>
        <w:t xml:space="preserve">اس سفر كے ابتدائي حصے كا تذكرہ ہے _ (يعنى مكہ كى مسجد الحرام سے بيت المقدس كى مسجد الاقصى تك كا سفر) اس سلسلے كى دوسرى سورت _ سورہ نجم ہے اس كى آيت </w:t>
      </w:r>
      <w:r w:rsidR="00E664BB">
        <w:rPr>
          <w:rtl/>
        </w:rPr>
        <w:t>13</w:t>
      </w:r>
      <w:r>
        <w:rPr>
          <w:rtl/>
        </w:rPr>
        <w:t xml:space="preserve"> تا </w:t>
      </w:r>
      <w:r w:rsidR="00E664BB">
        <w:rPr>
          <w:rtl/>
        </w:rPr>
        <w:t>18</w:t>
      </w:r>
      <w:r>
        <w:rPr>
          <w:rtl/>
        </w:rPr>
        <w:t xml:space="preserve"> مي</w:t>
      </w:r>
      <w:r w:rsidR="007D6C9B">
        <w:rPr>
          <w:rtl/>
        </w:rPr>
        <w:t xml:space="preserve">ں </w:t>
      </w:r>
      <w:r>
        <w:rPr>
          <w:rtl/>
        </w:rPr>
        <w:t xml:space="preserve">معراج كا دوسرا حصہ بيان كيا گيا ہے اور يہ آسمانى سير كے متعلق ہے ارشاد ہوتا ہے : </w:t>
      </w:r>
    </w:p>
    <w:p w:rsidR="00DE2D7F" w:rsidRDefault="00DE2D7F" w:rsidP="00D07B54">
      <w:pPr>
        <w:pStyle w:val="libNormal"/>
        <w:rPr>
          <w:rtl/>
        </w:rPr>
      </w:pPr>
      <w:r>
        <w:rPr>
          <w:rtl/>
        </w:rPr>
        <w:t>ان چھ آيات كا مفہوم يہ ہے : رسول اللہ نے فرشتہ وحى جبرئيل كو اس كو اصلى صورت مي</w:t>
      </w:r>
      <w:r w:rsidR="007D6C9B">
        <w:rPr>
          <w:rtl/>
        </w:rPr>
        <w:t xml:space="preserve">ں </w:t>
      </w:r>
      <w:r>
        <w:rPr>
          <w:rtl/>
        </w:rPr>
        <w:t xml:space="preserve">دوسرى مرتبہ </w:t>
      </w:r>
    </w:p>
    <w:p w:rsidR="00172364" w:rsidRDefault="001648F9" w:rsidP="00D07B54">
      <w:pPr>
        <w:pStyle w:val="libNormal"/>
        <w:rPr>
          <w:rtl/>
        </w:rPr>
      </w:pPr>
      <w:r>
        <w:rPr>
          <w:rtl/>
        </w:rPr>
        <w:t xml:space="preserve"> </w:t>
      </w:r>
      <w:r>
        <w:rPr>
          <w:rtl/>
        </w:rPr>
        <w:br w:type="page"/>
      </w:r>
    </w:p>
    <w:p w:rsidR="00172364" w:rsidRDefault="00172364" w:rsidP="00D07B54">
      <w:pPr>
        <w:pStyle w:val="libNormal"/>
        <w:rPr>
          <w:rtl/>
        </w:rPr>
      </w:pPr>
    </w:p>
    <w:p w:rsidR="00DE2D7F" w:rsidRDefault="00DE2D7F" w:rsidP="00D07B54">
      <w:pPr>
        <w:pStyle w:val="libNormal"/>
        <w:rPr>
          <w:rtl/>
        </w:rPr>
      </w:pPr>
      <w:r>
        <w:rPr>
          <w:rtl/>
        </w:rPr>
        <w:t>ديكھا (پہلے آپ اسے نزول وحى كے آغاز مي</w:t>
      </w:r>
      <w:r w:rsidR="007D6C9B">
        <w:rPr>
          <w:rtl/>
        </w:rPr>
        <w:t xml:space="preserve">ں </w:t>
      </w:r>
      <w:r>
        <w:rPr>
          <w:rtl/>
        </w:rPr>
        <w:t>كوہ حرا مي</w:t>
      </w:r>
      <w:r w:rsidR="007D6C9B">
        <w:rPr>
          <w:rtl/>
        </w:rPr>
        <w:t xml:space="preserve">ں </w:t>
      </w:r>
      <w:r>
        <w:rPr>
          <w:rtl/>
        </w:rPr>
        <w:t>ديكھ چكے تھے) يہ ملاقات بہشت جاودا</w:t>
      </w:r>
      <w:r w:rsidR="007D6C9B">
        <w:rPr>
          <w:rtl/>
        </w:rPr>
        <w:t xml:space="preserve">ں </w:t>
      </w:r>
      <w:r>
        <w:rPr>
          <w:rtl/>
        </w:rPr>
        <w:t>كے پاس ہوئي ، يہ منظر ديكھتے ہوئے رسول اللہ (ص) كسى اشتباہ كا شكار نہ تھے آپ نے عظمت الہى كى عظيم نشانيا</w:t>
      </w:r>
      <w:r w:rsidR="007D6C9B">
        <w:rPr>
          <w:rtl/>
        </w:rPr>
        <w:t xml:space="preserve">ں </w:t>
      </w:r>
      <w:r>
        <w:rPr>
          <w:rtl/>
        </w:rPr>
        <w:t>مشاہدہ كي</w:t>
      </w:r>
      <w:r w:rsidR="007D6C9B">
        <w:rPr>
          <w:rtl/>
        </w:rPr>
        <w:t xml:space="preserve">ں </w:t>
      </w:r>
      <w:r>
        <w:rPr>
          <w:rtl/>
        </w:rPr>
        <w:t xml:space="preserve">_ </w:t>
      </w:r>
    </w:p>
    <w:p w:rsidR="00DE2D7F" w:rsidRDefault="00DE2D7F" w:rsidP="00D07B54">
      <w:pPr>
        <w:pStyle w:val="libNormal"/>
        <w:rPr>
          <w:rtl/>
        </w:rPr>
      </w:pPr>
      <w:r>
        <w:rPr>
          <w:rtl/>
        </w:rPr>
        <w:t>يہ آيات كہ جو اكثر مفسرين كے بقول واقعہ معراج سے متعلق ہي</w:t>
      </w:r>
      <w:r w:rsidR="007D6C9B">
        <w:rPr>
          <w:rtl/>
        </w:rPr>
        <w:t xml:space="preserve">ں </w:t>
      </w:r>
      <w:r>
        <w:rPr>
          <w:rtl/>
        </w:rPr>
        <w:t>يہ بھى نشاندہى كرتى ہي</w:t>
      </w:r>
      <w:r w:rsidR="007D6C9B">
        <w:rPr>
          <w:rtl/>
        </w:rPr>
        <w:t xml:space="preserve">ں </w:t>
      </w:r>
      <w:r>
        <w:rPr>
          <w:rtl/>
        </w:rPr>
        <w:t>كہ يہ واقعہ عالم بيدارى مي</w:t>
      </w:r>
      <w:r w:rsidR="007D6C9B">
        <w:rPr>
          <w:rtl/>
        </w:rPr>
        <w:t xml:space="preserve">ں </w:t>
      </w:r>
      <w:r>
        <w:rPr>
          <w:rtl/>
        </w:rPr>
        <w:t>پيش آيا خصوصا ''مازاغ البصروماطغي'' اس امر كا شاہد ہے كہ رسول اللہ (ص) كى آنكھ كسى خطا واشتباہ اور انحراف سے دوچار نہي</w:t>
      </w:r>
      <w:r w:rsidR="007D6C9B">
        <w:rPr>
          <w:rtl/>
        </w:rPr>
        <w:t xml:space="preserve">ں </w:t>
      </w:r>
      <w:r>
        <w:rPr>
          <w:rtl/>
        </w:rPr>
        <w:t xml:space="preserve">ہوئي _ </w:t>
      </w:r>
    </w:p>
    <w:p w:rsidR="00DE2D7F" w:rsidRDefault="00DE2D7F" w:rsidP="00D07B54">
      <w:pPr>
        <w:pStyle w:val="libNormal"/>
        <w:rPr>
          <w:rtl/>
        </w:rPr>
      </w:pPr>
      <w:r>
        <w:rPr>
          <w:rtl/>
        </w:rPr>
        <w:t>اس واقعے كے سلسلے مي</w:t>
      </w:r>
      <w:r w:rsidR="007D6C9B">
        <w:rPr>
          <w:rtl/>
        </w:rPr>
        <w:t xml:space="preserve">ں </w:t>
      </w:r>
      <w:r>
        <w:rPr>
          <w:rtl/>
        </w:rPr>
        <w:t>مشہور اسلامى كتابو</w:t>
      </w:r>
      <w:r w:rsidR="007D6C9B">
        <w:rPr>
          <w:rtl/>
        </w:rPr>
        <w:t xml:space="preserve">ں </w:t>
      </w:r>
      <w:r>
        <w:rPr>
          <w:rtl/>
        </w:rPr>
        <w:t>مي</w:t>
      </w:r>
      <w:r w:rsidR="007D6C9B">
        <w:rPr>
          <w:rtl/>
        </w:rPr>
        <w:t xml:space="preserve">ں </w:t>
      </w:r>
      <w:r>
        <w:rPr>
          <w:rtl/>
        </w:rPr>
        <w:t>بہت زيادہ روايات نقل ہوئي ہي</w:t>
      </w:r>
      <w:r w:rsidR="007D6C9B">
        <w:rPr>
          <w:rtl/>
        </w:rPr>
        <w:t xml:space="preserve">ں </w:t>
      </w:r>
      <w:r>
        <w:rPr>
          <w:rtl/>
        </w:rPr>
        <w:t xml:space="preserve">_ </w:t>
      </w:r>
    </w:p>
    <w:p w:rsidR="00DE2D7F" w:rsidRDefault="00DE2D7F" w:rsidP="00D07B54">
      <w:pPr>
        <w:pStyle w:val="libNormal"/>
        <w:rPr>
          <w:rtl/>
        </w:rPr>
      </w:pPr>
      <w:r>
        <w:rPr>
          <w:rtl/>
        </w:rPr>
        <w:t>علماء اسلام نے ان روايات كے تو اتر اور شہرت كى گواہى دى 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172364" w:rsidRDefault="00DE2D7F" w:rsidP="00D07B54">
      <w:pPr>
        <w:pStyle w:val="Heading2Center"/>
        <w:rPr>
          <w:rtl/>
        </w:rPr>
      </w:pPr>
      <w:bookmarkStart w:id="335" w:name="_Toc7268732"/>
      <w:r>
        <w:rPr>
          <w:rtl/>
        </w:rPr>
        <w:t>معراج كى تاريخ</w:t>
      </w:r>
      <w:bookmarkEnd w:id="335"/>
      <w:r>
        <w:rPr>
          <w:rtl/>
        </w:rPr>
        <w:t xml:space="preserve"> </w:t>
      </w:r>
    </w:p>
    <w:p w:rsidR="00DE2D7F" w:rsidRDefault="00DE2D7F" w:rsidP="00D07B54">
      <w:pPr>
        <w:pStyle w:val="libNormal"/>
        <w:rPr>
          <w:rtl/>
        </w:rPr>
      </w:pPr>
      <w:r>
        <w:rPr>
          <w:rtl/>
        </w:rPr>
        <w:t>واقعہ معراج كى تاريخ كے سلسلے مي</w:t>
      </w:r>
      <w:r w:rsidR="007D6C9B">
        <w:rPr>
          <w:rtl/>
        </w:rPr>
        <w:t xml:space="preserve">ں </w:t>
      </w:r>
      <w:r>
        <w:rPr>
          <w:rtl/>
        </w:rPr>
        <w:t>اسلامى مو رخين كے درميان اختلاف ہے بعض كا خيال ہے كہ يہ واقعہ بعثت كے دسوي</w:t>
      </w:r>
      <w:r w:rsidR="007D6C9B">
        <w:rPr>
          <w:rtl/>
        </w:rPr>
        <w:t xml:space="preserve">ں </w:t>
      </w:r>
      <w:r>
        <w:rPr>
          <w:rtl/>
        </w:rPr>
        <w:t xml:space="preserve">سال </w:t>
      </w:r>
      <w:r w:rsidR="00E664BB">
        <w:rPr>
          <w:rtl/>
        </w:rPr>
        <w:t>27</w:t>
      </w:r>
      <w:r>
        <w:rPr>
          <w:rtl/>
        </w:rPr>
        <w:t xml:space="preserve"> /رجب كى شب پيش آيا، بعض كہتے ہي</w:t>
      </w:r>
      <w:r w:rsidR="007D6C9B">
        <w:rPr>
          <w:rtl/>
        </w:rPr>
        <w:t xml:space="preserve">ں </w:t>
      </w:r>
      <w:r>
        <w:rPr>
          <w:rtl/>
        </w:rPr>
        <w:t>كہ يہ بعثت كے بارہوي</w:t>
      </w:r>
      <w:r w:rsidR="007D6C9B">
        <w:rPr>
          <w:rtl/>
        </w:rPr>
        <w:t xml:space="preserve">ں </w:t>
      </w:r>
      <w:r>
        <w:rPr>
          <w:rtl/>
        </w:rPr>
        <w:t xml:space="preserve">سال </w:t>
      </w:r>
      <w:r w:rsidR="00E664BB">
        <w:rPr>
          <w:rtl/>
        </w:rPr>
        <w:t>17</w:t>
      </w:r>
      <w:r>
        <w:rPr>
          <w:rtl/>
        </w:rPr>
        <w:t>/رمضان المبارك كى رات وقوع پذير ہوا جب كہ بعض اسے اوائل بعثت مي</w:t>
      </w:r>
      <w:r w:rsidR="007D6C9B">
        <w:rPr>
          <w:rtl/>
        </w:rPr>
        <w:t xml:space="preserve">ں </w:t>
      </w:r>
      <w:r>
        <w:rPr>
          <w:rtl/>
        </w:rPr>
        <w:t>ذكر كرتے ہي</w:t>
      </w:r>
      <w:r w:rsidR="007D6C9B">
        <w:rPr>
          <w:rtl/>
        </w:rPr>
        <w:t xml:space="preserve">ں </w:t>
      </w:r>
      <w:r>
        <w:rPr>
          <w:rtl/>
        </w:rPr>
        <w:t>ليكن اس كے وقوع پذير ہونے كى تاريخ مي</w:t>
      </w:r>
      <w:r w:rsidR="007D6C9B">
        <w:rPr>
          <w:rtl/>
        </w:rPr>
        <w:t xml:space="preserve">ں </w:t>
      </w:r>
      <w:r>
        <w:rPr>
          <w:rtl/>
        </w:rPr>
        <w:t>اختلاف،اصل واقعہ پر اختلاف مي</w:t>
      </w:r>
      <w:r w:rsidR="007D6C9B">
        <w:rPr>
          <w:rtl/>
        </w:rPr>
        <w:t xml:space="preserve">ں </w:t>
      </w:r>
      <w:r>
        <w:rPr>
          <w:rtl/>
        </w:rPr>
        <w:t>حائل نہي</w:t>
      </w:r>
      <w:r w:rsidR="007D6C9B">
        <w:rPr>
          <w:rtl/>
        </w:rPr>
        <w:t xml:space="preserve">ں </w:t>
      </w:r>
      <w:r>
        <w:rPr>
          <w:rtl/>
        </w:rPr>
        <w:t xml:space="preserve">ہوتا _ </w:t>
      </w:r>
    </w:p>
    <w:p w:rsidR="00DE2D7F" w:rsidRDefault="00DE2D7F" w:rsidP="00D07B54">
      <w:pPr>
        <w:pStyle w:val="libNormal"/>
        <w:rPr>
          <w:rtl/>
        </w:rPr>
      </w:pPr>
      <w:r>
        <w:rPr>
          <w:rtl/>
        </w:rPr>
        <w:t>اس نكتے كا ذكر بھى ضرورى ہے كہ صر ف مسلمان ہى معراج كا عقيدہ نہي</w:t>
      </w:r>
      <w:r w:rsidR="007D6C9B">
        <w:rPr>
          <w:rtl/>
        </w:rPr>
        <w:t xml:space="preserve">ں </w:t>
      </w:r>
      <w:r>
        <w:rPr>
          <w:rtl/>
        </w:rPr>
        <w:t>كھتے بلكہ ديگراديان كے پيروكار و</w:t>
      </w:r>
      <w:r w:rsidR="007D6C9B">
        <w:rPr>
          <w:rtl/>
        </w:rPr>
        <w:t xml:space="preserve">ں </w:t>
      </w:r>
      <w:r>
        <w:rPr>
          <w:rtl/>
        </w:rPr>
        <w:t>مي</w:t>
      </w:r>
      <w:r w:rsidR="007D6C9B">
        <w:rPr>
          <w:rtl/>
        </w:rPr>
        <w:t xml:space="preserve">ں </w:t>
      </w:r>
      <w:r>
        <w:rPr>
          <w:rtl/>
        </w:rPr>
        <w:t>بھى كم و بيش يہ عقيدہ پايا جاتا ہے ان مي</w:t>
      </w:r>
      <w:r w:rsidR="007D6C9B">
        <w:rPr>
          <w:rtl/>
        </w:rPr>
        <w:t xml:space="preserve">ں </w:t>
      </w:r>
      <w:r>
        <w:rPr>
          <w:rtl/>
        </w:rPr>
        <w:t>حضرت عيسى عليہ السلام كے بارے مي</w:t>
      </w:r>
      <w:r w:rsidR="007D6C9B">
        <w:rPr>
          <w:rtl/>
        </w:rPr>
        <w:t xml:space="preserve">ں </w:t>
      </w:r>
      <w:r>
        <w:rPr>
          <w:rtl/>
        </w:rPr>
        <w:t>يہ عقيدہ عجيب تر صورت مي</w:t>
      </w:r>
      <w:r w:rsidR="007D6C9B">
        <w:rPr>
          <w:rtl/>
        </w:rPr>
        <w:t xml:space="preserve">ں </w:t>
      </w:r>
      <w:r>
        <w:rPr>
          <w:rtl/>
        </w:rPr>
        <w:t xml:space="preserve">نظر آتا ہے جيسا كہ انجيل مرقس كے باب </w:t>
      </w:r>
      <w:r w:rsidR="00E664BB">
        <w:rPr>
          <w:rtl/>
        </w:rPr>
        <w:t>6</w:t>
      </w:r>
      <w:r>
        <w:rPr>
          <w:rtl/>
        </w:rPr>
        <w:t xml:space="preserve">/ لوقاكے باب </w:t>
      </w:r>
      <w:r w:rsidR="00E664BB">
        <w:rPr>
          <w:rtl/>
        </w:rPr>
        <w:t>24</w:t>
      </w:r>
      <w:r>
        <w:rPr>
          <w:rtl/>
        </w:rPr>
        <w:t>/ اور يوحنا كے باب ا</w:t>
      </w:r>
      <w:r w:rsidR="00E664BB">
        <w:rPr>
          <w:rtl/>
        </w:rPr>
        <w:t>2</w:t>
      </w:r>
      <w:r>
        <w:rPr>
          <w:rtl/>
        </w:rPr>
        <w:t>/ مي</w:t>
      </w:r>
      <w:r w:rsidR="007D6C9B">
        <w:rPr>
          <w:rtl/>
        </w:rPr>
        <w:t xml:space="preserve">ں </w:t>
      </w:r>
      <w:r>
        <w:rPr>
          <w:rtl/>
        </w:rPr>
        <w:t xml:space="preserve">ہے: </w:t>
      </w:r>
    </w:p>
    <w:p w:rsidR="00DE2D7F" w:rsidRDefault="00DE2D7F" w:rsidP="00D07B54">
      <w:pPr>
        <w:pStyle w:val="libNormal"/>
        <w:rPr>
          <w:rtl/>
        </w:rPr>
      </w:pPr>
      <w:r>
        <w:rPr>
          <w:rtl/>
        </w:rPr>
        <w:t>عيسى عليہ السلام مصلوب ہونے كے بعد دفن ہوگئے تو مردو</w:t>
      </w:r>
      <w:r w:rsidR="007D6C9B">
        <w:rPr>
          <w:rtl/>
        </w:rPr>
        <w:t xml:space="preserve">ں </w:t>
      </w:r>
      <w:r>
        <w:rPr>
          <w:rtl/>
        </w:rPr>
        <w:t>مي</w:t>
      </w:r>
      <w:r w:rsidR="007D6C9B">
        <w:rPr>
          <w:rtl/>
        </w:rPr>
        <w:t xml:space="preserve">ں </w:t>
      </w:r>
      <w:r>
        <w:rPr>
          <w:rtl/>
        </w:rPr>
        <w:t>سے اٹھ كھڑے ہوئے ،اور چاليس روز تك لوگو</w:t>
      </w:r>
      <w:r w:rsidR="007D6C9B">
        <w:rPr>
          <w:rtl/>
        </w:rPr>
        <w:t xml:space="preserve">ں </w:t>
      </w:r>
      <w:r>
        <w:rPr>
          <w:rtl/>
        </w:rPr>
        <w:t>مي</w:t>
      </w:r>
      <w:r w:rsidR="007D6C9B">
        <w:rPr>
          <w:rtl/>
        </w:rPr>
        <w:t xml:space="preserve">ں </w:t>
      </w:r>
      <w:r>
        <w:rPr>
          <w:rtl/>
        </w:rPr>
        <w:t xml:space="preserve">موجود رہے پھر آسمان كى طرف چڑھ گئے ( اور ہميشہ كے لئے معراج پر چلے گئے )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)رجوع كري</w:t>
      </w:r>
      <w:r w:rsidR="007D6C9B">
        <w:rPr>
          <w:rtl/>
        </w:rPr>
        <w:t xml:space="preserve">ں </w:t>
      </w:r>
      <w:r>
        <w:rPr>
          <w:rtl/>
        </w:rPr>
        <w:t xml:space="preserve">تفسير نمونہ ج </w:t>
      </w:r>
    </w:p>
    <w:p w:rsidR="00172364" w:rsidRDefault="001648F9" w:rsidP="00D07B54">
      <w:pPr>
        <w:pStyle w:val="libNormal"/>
        <w:rPr>
          <w:rtl/>
        </w:rPr>
      </w:pPr>
      <w:r>
        <w:rPr>
          <w:rtl/>
        </w:rPr>
        <w:t xml:space="preserve"> </w:t>
      </w:r>
      <w:r>
        <w:rPr>
          <w:rtl/>
        </w:rPr>
        <w:br w:type="page"/>
      </w:r>
    </w:p>
    <w:p w:rsidR="00172364" w:rsidRDefault="00172364" w:rsidP="00D07B54">
      <w:pPr>
        <w:pStyle w:val="libNormal"/>
        <w:rPr>
          <w:rtl/>
        </w:rPr>
      </w:pPr>
    </w:p>
    <w:p w:rsidR="00DE2D7F" w:rsidRDefault="00DE2D7F" w:rsidP="00D07B54">
      <w:pPr>
        <w:pStyle w:val="libNormal"/>
        <w:rPr>
          <w:rtl/>
        </w:rPr>
      </w:pPr>
      <w:r>
        <w:rPr>
          <w:rtl/>
        </w:rPr>
        <w:t xml:space="preserve">ضمناً يہ وضاحت بھى ہوجائے كہ بعض اسلامى روايات سے بھى معلوم ہوتا ہے كہ بعض گزشتہ انبياء كو بھى معراج نصيب ہوئي تھى _ </w:t>
      </w:r>
    </w:p>
    <w:p w:rsidR="00DE2D7F" w:rsidRDefault="00DE2D7F" w:rsidP="00D07B54">
      <w:pPr>
        <w:pStyle w:val="libNormal"/>
        <w:rPr>
          <w:rtl/>
        </w:rPr>
      </w:pPr>
      <w:r>
        <w:rPr>
          <w:rtl/>
        </w:rPr>
        <w:t>پيغمبرگرامى (ص) نے يہ آسمانى سفر چند مرحلو</w:t>
      </w:r>
      <w:r w:rsidR="007D6C9B">
        <w:rPr>
          <w:rtl/>
        </w:rPr>
        <w:t xml:space="preserve">ں </w:t>
      </w:r>
      <w:r>
        <w:rPr>
          <w:rtl/>
        </w:rPr>
        <w:t>مي</w:t>
      </w:r>
      <w:r w:rsidR="007D6C9B">
        <w:rPr>
          <w:rtl/>
        </w:rPr>
        <w:t xml:space="preserve">ں </w:t>
      </w:r>
      <w:r>
        <w:rPr>
          <w:rtl/>
        </w:rPr>
        <w:t xml:space="preserve">طے كيا_ </w:t>
      </w:r>
    </w:p>
    <w:p w:rsidR="00DE2D7F" w:rsidRDefault="00DE2D7F" w:rsidP="00D07B54">
      <w:pPr>
        <w:pStyle w:val="libNormal"/>
        <w:rPr>
          <w:rtl/>
        </w:rPr>
      </w:pPr>
      <w:r>
        <w:rPr>
          <w:rtl/>
        </w:rPr>
        <w:t>پہلا مرحلہ،مسجدالحرام اور مسجد اقصى كے درميانى فاصلہ كا مرحلہ تھا، جس كى طرف سورہ اسراء كى پہلى آيت مي</w:t>
      </w:r>
      <w:r w:rsidR="007D6C9B">
        <w:rPr>
          <w:rtl/>
        </w:rPr>
        <w:t xml:space="preserve">ں </w:t>
      </w:r>
      <w:r>
        <w:rPr>
          <w:rtl/>
        </w:rPr>
        <w:t>اشارہ ہوا ہے: ''منزہ ہے وہ خدا جو ايك رات مي</w:t>
      </w:r>
      <w:r w:rsidR="007D6C9B">
        <w:rPr>
          <w:rtl/>
        </w:rPr>
        <w:t xml:space="preserve">ں </w:t>
      </w:r>
      <w:r>
        <w:rPr>
          <w:rtl/>
        </w:rPr>
        <w:t>اپنے بندہ كو مسجد الحرام سے مسجد اقصى تك لے گيا''_ بعض معتبر روايات كے مطابق آپ(ص) نے اثناء راہ مي</w:t>
      </w:r>
      <w:r w:rsidR="007D6C9B">
        <w:rPr>
          <w:rtl/>
        </w:rPr>
        <w:t xml:space="preserve">ں </w:t>
      </w:r>
      <w:r>
        <w:rPr>
          <w:rtl/>
        </w:rPr>
        <w:t>جبرئيل(ع) كى معيت مي</w:t>
      </w:r>
      <w:r w:rsidR="007D6C9B">
        <w:rPr>
          <w:rtl/>
        </w:rPr>
        <w:t xml:space="preserve">ں </w:t>
      </w:r>
      <w:r>
        <w:rPr>
          <w:rtl/>
        </w:rPr>
        <w:t>سر زمين مدينہ مي</w:t>
      </w:r>
      <w:r w:rsidR="007D6C9B">
        <w:rPr>
          <w:rtl/>
        </w:rPr>
        <w:t xml:space="preserve">ں </w:t>
      </w:r>
      <w:r>
        <w:rPr>
          <w:rtl/>
        </w:rPr>
        <w:t>نزول فرمايا او روہا</w:t>
      </w:r>
      <w:r w:rsidR="007D6C9B">
        <w:rPr>
          <w:rtl/>
        </w:rPr>
        <w:t xml:space="preserve">ں </w:t>
      </w:r>
      <w:r>
        <w:rPr>
          <w:rtl/>
        </w:rPr>
        <w:t xml:space="preserve">نماز پڑھى _ </w:t>
      </w:r>
    </w:p>
    <w:p w:rsidR="00DE2D7F" w:rsidRDefault="00DE2D7F" w:rsidP="00D07B54">
      <w:pPr>
        <w:pStyle w:val="libNormal"/>
        <w:rPr>
          <w:rtl/>
        </w:rPr>
      </w:pPr>
      <w:r>
        <w:rPr>
          <w:rtl/>
        </w:rPr>
        <w:t>او رمسجد الاقصى مي</w:t>
      </w:r>
      <w:r w:rsidR="007D6C9B">
        <w:rPr>
          <w:rtl/>
        </w:rPr>
        <w:t xml:space="preserve">ں </w:t>
      </w:r>
      <w:r>
        <w:rPr>
          <w:rtl/>
        </w:rPr>
        <w:t>بھى ابراہيم و موسى و عيسى عليہم السلام انبياء كى ارواح كى موجود گى مي</w:t>
      </w:r>
      <w:r w:rsidR="007D6C9B">
        <w:rPr>
          <w:rtl/>
        </w:rPr>
        <w:t xml:space="preserve">ں </w:t>
      </w:r>
      <w:r>
        <w:rPr>
          <w:rtl/>
        </w:rPr>
        <w:t>نماز پڑھى اور امام جماعت پيغمبر (ص) تھے، اس كے بعد وہا</w:t>
      </w:r>
      <w:r w:rsidR="007D6C9B">
        <w:rPr>
          <w:rtl/>
        </w:rPr>
        <w:t xml:space="preserve">ں </w:t>
      </w:r>
      <w:r>
        <w:rPr>
          <w:rtl/>
        </w:rPr>
        <w:t>سے پيغمبر (ص) كا آسمانى سفر شروع ہوا، اور آپ(ص) نے ساتو</w:t>
      </w:r>
      <w:r w:rsidR="007D6C9B">
        <w:rPr>
          <w:rtl/>
        </w:rPr>
        <w:t xml:space="preserve">ں </w:t>
      </w:r>
      <w:r>
        <w:rPr>
          <w:rtl/>
        </w:rPr>
        <w:t>آسمانو</w:t>
      </w:r>
      <w:r w:rsidR="007D6C9B">
        <w:rPr>
          <w:rtl/>
        </w:rPr>
        <w:t xml:space="preserve">ں </w:t>
      </w:r>
      <w:r>
        <w:rPr>
          <w:rtl/>
        </w:rPr>
        <w:t>كو يكے بعد ديگرے عبور كيا او رہر اسمان مي</w:t>
      </w:r>
      <w:r w:rsidR="007D6C9B">
        <w:rPr>
          <w:rtl/>
        </w:rPr>
        <w:t xml:space="preserve">ں </w:t>
      </w:r>
      <w:r>
        <w:rPr>
          <w:rtl/>
        </w:rPr>
        <w:t>ايك نياہى منظر ديكھا ، بعض آسمانو</w:t>
      </w:r>
      <w:r w:rsidR="007D6C9B">
        <w:rPr>
          <w:rtl/>
        </w:rPr>
        <w:t xml:space="preserve">ں </w:t>
      </w:r>
      <w:r>
        <w:rPr>
          <w:rtl/>
        </w:rPr>
        <w:t>مي</w:t>
      </w:r>
      <w:r w:rsidR="007D6C9B">
        <w:rPr>
          <w:rtl/>
        </w:rPr>
        <w:t xml:space="preserve">ں </w:t>
      </w:r>
      <w:r>
        <w:rPr>
          <w:rtl/>
        </w:rPr>
        <w:t>پيغمبرو</w:t>
      </w:r>
      <w:r w:rsidR="007D6C9B">
        <w:rPr>
          <w:rtl/>
        </w:rPr>
        <w:t xml:space="preserve">ں </w:t>
      </w:r>
      <w:r>
        <w:rPr>
          <w:rtl/>
        </w:rPr>
        <w:t>اور فرشتو</w:t>
      </w:r>
      <w:r w:rsidR="007D6C9B">
        <w:rPr>
          <w:rtl/>
        </w:rPr>
        <w:t xml:space="preserve">ں </w:t>
      </w:r>
      <w:r>
        <w:rPr>
          <w:rtl/>
        </w:rPr>
        <w:t>سے، بعض آسمانو</w:t>
      </w:r>
      <w:r w:rsidR="007D6C9B">
        <w:rPr>
          <w:rtl/>
        </w:rPr>
        <w:t xml:space="preserve">ں </w:t>
      </w:r>
      <w:r>
        <w:rPr>
          <w:rtl/>
        </w:rPr>
        <w:t>مي</w:t>
      </w:r>
      <w:r w:rsidR="007D6C9B">
        <w:rPr>
          <w:rtl/>
        </w:rPr>
        <w:t xml:space="preserve">ں </w:t>
      </w:r>
      <w:r>
        <w:rPr>
          <w:rtl/>
        </w:rPr>
        <w:t>دوزخ او ردوزخيو</w:t>
      </w:r>
      <w:r w:rsidR="007D6C9B">
        <w:rPr>
          <w:rtl/>
        </w:rPr>
        <w:t xml:space="preserve">ں </w:t>
      </w:r>
      <w:r>
        <w:rPr>
          <w:rtl/>
        </w:rPr>
        <w:t>سے اور بعض مي</w:t>
      </w:r>
      <w:r w:rsidR="007D6C9B">
        <w:rPr>
          <w:rtl/>
        </w:rPr>
        <w:t xml:space="preserve">ں </w:t>
      </w:r>
      <w:r>
        <w:rPr>
          <w:rtl/>
        </w:rPr>
        <w:t>جنت اور جنتيو</w:t>
      </w:r>
      <w:r w:rsidR="007D6C9B">
        <w:rPr>
          <w:rtl/>
        </w:rPr>
        <w:t xml:space="preserve">ں </w:t>
      </w:r>
      <w:r>
        <w:rPr>
          <w:rtl/>
        </w:rPr>
        <w:t>سے ملاقات كى ،او رپيغمبر (ص) نے ان مي</w:t>
      </w:r>
      <w:r w:rsidR="007D6C9B">
        <w:rPr>
          <w:rtl/>
        </w:rPr>
        <w:t xml:space="preserve">ں </w:t>
      </w:r>
      <w:r>
        <w:rPr>
          <w:rtl/>
        </w:rPr>
        <w:t>سے ہر ايك سے بہت سى تربيتى اور اصلاحى قيمتى باتي</w:t>
      </w:r>
      <w:r w:rsidR="007D6C9B">
        <w:rPr>
          <w:rtl/>
        </w:rPr>
        <w:t xml:space="preserve">ں </w:t>
      </w:r>
      <w:r>
        <w:rPr>
          <w:rtl/>
        </w:rPr>
        <w:t>اپنى روح پاك مي</w:t>
      </w:r>
      <w:r w:rsidR="007D6C9B">
        <w:rPr>
          <w:rtl/>
        </w:rPr>
        <w:t xml:space="preserve">ں </w:t>
      </w:r>
      <w:r>
        <w:rPr>
          <w:rtl/>
        </w:rPr>
        <w:t>ذخيرہ كي</w:t>
      </w:r>
      <w:r w:rsidR="007D6C9B">
        <w:rPr>
          <w:rtl/>
        </w:rPr>
        <w:t xml:space="preserve">ں </w:t>
      </w:r>
      <w:r>
        <w:rPr>
          <w:rtl/>
        </w:rPr>
        <w:t>اور بہت سے عجائبات كا مشاہدہ كيا جن مي</w:t>
      </w:r>
      <w:r w:rsidR="007D6C9B">
        <w:rPr>
          <w:rtl/>
        </w:rPr>
        <w:t xml:space="preserve">ں </w:t>
      </w:r>
      <w:r>
        <w:rPr>
          <w:rtl/>
        </w:rPr>
        <w:t>سے ہر ايك عالم ہستى كے اسرار مي</w:t>
      </w:r>
      <w:r w:rsidR="007D6C9B">
        <w:rPr>
          <w:rtl/>
        </w:rPr>
        <w:t xml:space="preserve">ں </w:t>
      </w:r>
      <w:r>
        <w:rPr>
          <w:rtl/>
        </w:rPr>
        <w:t>سے ايك راز تھا، اور واپس آنے كے بعد ان كو صراحت كے ساتھ اور بعض اوقا ت كنايہ اور مثال كى زبان مي</w:t>
      </w:r>
      <w:r w:rsidR="007D6C9B">
        <w:rPr>
          <w:rtl/>
        </w:rPr>
        <w:t xml:space="preserve">ں </w:t>
      </w:r>
      <w:r>
        <w:rPr>
          <w:rtl/>
        </w:rPr>
        <w:t>امت كى آگاہى كے لئے مناسب فرصتو</w:t>
      </w:r>
      <w:r w:rsidR="007D6C9B">
        <w:rPr>
          <w:rtl/>
        </w:rPr>
        <w:t xml:space="preserve">ں </w:t>
      </w:r>
      <w:r>
        <w:rPr>
          <w:rtl/>
        </w:rPr>
        <w:t>مي</w:t>
      </w:r>
      <w:r w:rsidR="007D6C9B">
        <w:rPr>
          <w:rtl/>
        </w:rPr>
        <w:t xml:space="preserve">ں </w:t>
      </w:r>
      <w:r>
        <w:rPr>
          <w:rtl/>
        </w:rPr>
        <w:t xml:space="preserve">بيان فرماتے تھے، اور تعليم وتربيت كے لئے اس سے بہت زيادہ فائدہ اٹھاتے تھے_ </w:t>
      </w:r>
    </w:p>
    <w:p w:rsidR="00DE2D7F" w:rsidRDefault="00DE2D7F" w:rsidP="00D07B54">
      <w:pPr>
        <w:pStyle w:val="libNormal"/>
        <w:rPr>
          <w:rtl/>
        </w:rPr>
      </w:pPr>
      <w:r>
        <w:rPr>
          <w:rtl/>
        </w:rPr>
        <w:t>يہ امر اس بات كى نشاندہى كرتا ہے كہ اس آسمانى سفر كا ايك اہم مقصد،ان قيمتى مشاہدات كے تربيتى و عرفانى نتائج سے استفادہ كرنا تھا،اور قرآن كى يہ پر معنى تعبير''لقد راى من آيات ربہ الكبرى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نجم ايت</w:t>
      </w:r>
      <w:r w:rsidR="00E664BB">
        <w:rPr>
          <w:rtl/>
        </w:rPr>
        <w:t>18</w:t>
      </w:r>
      <w:r>
        <w:rPr>
          <w:rtl/>
        </w:rPr>
        <w:t xml:space="preserve"> </w:t>
      </w:r>
    </w:p>
    <w:p w:rsidR="00172364" w:rsidRDefault="001648F9" w:rsidP="00D07B54">
      <w:pPr>
        <w:pStyle w:val="libNormal"/>
        <w:rPr>
          <w:rtl/>
        </w:rPr>
      </w:pPr>
      <w:r>
        <w:rPr>
          <w:rtl/>
        </w:rPr>
        <w:t xml:space="preserve"> </w:t>
      </w:r>
      <w:r>
        <w:rPr>
          <w:rtl/>
        </w:rPr>
        <w:br w:type="page"/>
      </w:r>
    </w:p>
    <w:p w:rsidR="00172364" w:rsidRDefault="00172364" w:rsidP="00D07B54">
      <w:pPr>
        <w:pStyle w:val="libNormal"/>
        <w:rPr>
          <w:rtl/>
        </w:rPr>
      </w:pPr>
    </w:p>
    <w:p w:rsidR="00DE2D7F" w:rsidRDefault="00DE2D7F" w:rsidP="00D07B54">
      <w:pPr>
        <w:pStyle w:val="libNormal"/>
        <w:rPr>
          <w:rtl/>
        </w:rPr>
      </w:pPr>
      <w:r>
        <w:rPr>
          <w:rtl/>
        </w:rPr>
        <w:t>ان تمام امور كى طرف ايك اجمالى اور سربستہ اشارہ ہو سكتى ہ</w:t>
      </w:r>
      <w:r w:rsidR="00E664BB">
        <w:rPr>
          <w:rtl/>
        </w:rPr>
        <w:t>6</w:t>
      </w:r>
      <w:r>
        <w:rPr>
          <w:rtl/>
        </w:rPr>
        <w:t xml:space="preserve">ے_ </w:t>
      </w:r>
    </w:p>
    <w:p w:rsidR="00DE2D7F" w:rsidRDefault="00DE2D7F" w:rsidP="00D07B54">
      <w:pPr>
        <w:pStyle w:val="libNormal"/>
        <w:rPr>
          <w:rtl/>
        </w:rPr>
      </w:pPr>
      <w:r>
        <w:rPr>
          <w:rtl/>
        </w:rPr>
        <w:t>البتہ جيسا كہ ہم بيان كرچكے ہي</w:t>
      </w:r>
      <w:r w:rsidR="007D6C9B">
        <w:rPr>
          <w:rtl/>
        </w:rPr>
        <w:t xml:space="preserve">ں </w:t>
      </w:r>
      <w:r>
        <w:rPr>
          <w:rtl/>
        </w:rPr>
        <w:t>كہ وہ بہشت اور دوزخ جس كو پيغمبر (ص) نے سفر معراج مي</w:t>
      </w:r>
      <w:r w:rsidR="007D6C9B">
        <w:rPr>
          <w:rtl/>
        </w:rPr>
        <w:t xml:space="preserve">ں </w:t>
      </w:r>
      <w:r>
        <w:rPr>
          <w:rtl/>
        </w:rPr>
        <w:t>مشاہدہ كيا اور كچھ لوگو</w:t>
      </w:r>
      <w:r w:rsidR="007D6C9B">
        <w:rPr>
          <w:rtl/>
        </w:rPr>
        <w:t xml:space="preserve">ں </w:t>
      </w:r>
      <w:r>
        <w:rPr>
          <w:rtl/>
        </w:rPr>
        <w:t>كو وہا</w:t>
      </w:r>
      <w:r w:rsidR="007D6C9B">
        <w:rPr>
          <w:rtl/>
        </w:rPr>
        <w:t xml:space="preserve">ں </w:t>
      </w:r>
      <w:r>
        <w:rPr>
          <w:rtl/>
        </w:rPr>
        <w:t>عيش مي</w:t>
      </w:r>
      <w:r w:rsidR="007D6C9B">
        <w:rPr>
          <w:rtl/>
        </w:rPr>
        <w:t xml:space="preserve">ں </w:t>
      </w:r>
      <w:r>
        <w:rPr>
          <w:rtl/>
        </w:rPr>
        <w:t>اور عذاب مي</w:t>
      </w:r>
      <w:r w:rsidR="007D6C9B">
        <w:rPr>
          <w:rtl/>
        </w:rPr>
        <w:t xml:space="preserve">ں </w:t>
      </w:r>
      <w:r>
        <w:rPr>
          <w:rtl/>
        </w:rPr>
        <w:t>ديكھا ، وہ قيامت والى جنت اور دوزخ نہي</w:t>
      </w:r>
      <w:r w:rsidR="007D6C9B">
        <w:rPr>
          <w:rtl/>
        </w:rPr>
        <w:t xml:space="preserve">ں </w:t>
      </w:r>
      <w:r>
        <w:rPr>
          <w:rtl/>
        </w:rPr>
        <w:t>تھي</w:t>
      </w:r>
      <w:r w:rsidR="007D6C9B">
        <w:rPr>
          <w:rtl/>
        </w:rPr>
        <w:t xml:space="preserve">ں </w:t>
      </w:r>
      <w:r>
        <w:rPr>
          <w:rtl/>
        </w:rPr>
        <w:t>، بلكہ وہ برزخ والى جنت ودوزخ تھي</w:t>
      </w:r>
      <w:r w:rsidR="007D6C9B">
        <w:rPr>
          <w:rtl/>
        </w:rPr>
        <w:t xml:space="preserve">ں </w:t>
      </w:r>
      <w:r>
        <w:rPr>
          <w:rtl/>
        </w:rPr>
        <w:t>، كيونكہ قرآن مجيدكے مطابق جيسا كہ كہتا ہے كہ قيامت والى جنت ودوزخ قيام قيامت اور حساب وكتاب سے فراغت كے بعد نيكو كارو</w:t>
      </w:r>
      <w:r w:rsidR="007D6C9B">
        <w:rPr>
          <w:rtl/>
        </w:rPr>
        <w:t xml:space="preserve">ں </w:t>
      </w:r>
      <w:r>
        <w:rPr>
          <w:rtl/>
        </w:rPr>
        <w:t>اور بدكارو</w:t>
      </w:r>
      <w:r w:rsidR="007D6C9B">
        <w:rPr>
          <w:rtl/>
        </w:rPr>
        <w:t xml:space="preserve">ں </w:t>
      </w:r>
      <w:r>
        <w:rPr>
          <w:rtl/>
        </w:rPr>
        <w:t xml:space="preserve">كو نصيب ہوگى _ </w:t>
      </w:r>
    </w:p>
    <w:p w:rsidR="00DE2D7F" w:rsidRDefault="00DE2D7F" w:rsidP="00D07B54">
      <w:pPr>
        <w:pStyle w:val="libNormal"/>
        <w:rPr>
          <w:rtl/>
        </w:rPr>
      </w:pPr>
      <w:r>
        <w:rPr>
          <w:rtl/>
        </w:rPr>
        <w:t>آخر كار آپ ساتوي</w:t>
      </w:r>
      <w:r w:rsidR="007D6C9B">
        <w:rPr>
          <w:rtl/>
        </w:rPr>
        <w:t xml:space="preserve">ں </w:t>
      </w:r>
      <w:r>
        <w:rPr>
          <w:rtl/>
        </w:rPr>
        <w:t>آسمان پر پہنچ گئے ، وہا</w:t>
      </w:r>
      <w:r w:rsidR="007D6C9B">
        <w:rPr>
          <w:rtl/>
        </w:rPr>
        <w:t xml:space="preserve">ں </w:t>
      </w:r>
      <w:r>
        <w:rPr>
          <w:rtl/>
        </w:rPr>
        <w:t>نور كے بہت سے حجابو</w:t>
      </w:r>
      <w:r w:rsidR="007D6C9B">
        <w:rPr>
          <w:rtl/>
        </w:rPr>
        <w:t xml:space="preserve">ں </w:t>
      </w:r>
      <w:r>
        <w:rPr>
          <w:rtl/>
        </w:rPr>
        <w:t>كا مشاہدہ كيا ، وہى جگہ جہا</w:t>
      </w:r>
      <w:r w:rsidR="007D6C9B">
        <w:rPr>
          <w:rtl/>
        </w:rPr>
        <w:t xml:space="preserve">ں </w:t>
      </w:r>
      <w:r>
        <w:rPr>
          <w:rtl/>
        </w:rPr>
        <w:t>پر ''سدرة المنتہى '' اور'' جنة الما وى '' واقع تھي، اور پيغمبر (ص) اس جہان سراسر نوروروشنى مي</w:t>
      </w:r>
      <w:r w:rsidR="007D6C9B">
        <w:rPr>
          <w:rtl/>
        </w:rPr>
        <w:t xml:space="preserve">ں </w:t>
      </w:r>
      <w:r>
        <w:rPr>
          <w:rtl/>
        </w:rPr>
        <w:t>، شہود باطنى كى اوج، اور قرب الى اللہ اور مقام '' قاب قوسين اوادني''پر فائز ہوئے اور خدا نے اس سفر مي</w:t>
      </w:r>
      <w:r w:rsidR="007D6C9B">
        <w:rPr>
          <w:rtl/>
        </w:rPr>
        <w:t xml:space="preserve">ں </w:t>
      </w:r>
      <w:r>
        <w:rPr>
          <w:rtl/>
        </w:rPr>
        <w:t>آپ كو مخالب كرتے ہوئے بہت سے اہم احكام ديئے اور بہت سے ارشادات فرمائے جن كا ايك مجموعہ اس وقت اسلامى روايات مي</w:t>
      </w:r>
      <w:r w:rsidR="007D6C9B">
        <w:rPr>
          <w:rtl/>
        </w:rPr>
        <w:t xml:space="preserve">ں </w:t>
      </w:r>
      <w:r>
        <w:rPr>
          <w:rtl/>
        </w:rPr>
        <w:t>'' احاديث قدسى '' كى صورت مي</w:t>
      </w:r>
      <w:r w:rsidR="007D6C9B">
        <w:rPr>
          <w:rtl/>
        </w:rPr>
        <w:t xml:space="preserve">ں </w:t>
      </w:r>
      <w:r>
        <w:rPr>
          <w:rtl/>
        </w:rPr>
        <w:t xml:space="preserve">ہمارے لئے يادگار رہ گيا ہے _ </w:t>
      </w:r>
    </w:p>
    <w:p w:rsidR="00DE2D7F" w:rsidRDefault="00DE2D7F" w:rsidP="00D07B54">
      <w:pPr>
        <w:pStyle w:val="libNormal"/>
        <w:rPr>
          <w:rtl/>
        </w:rPr>
      </w:pPr>
      <w:r>
        <w:rPr>
          <w:rtl/>
        </w:rPr>
        <w:t>قابل توجہ بات يہ ہے كہ بہت سى روايات كى تصريح كے مطابق پيغمبر (ص) نے اس عظيم سفر كے مختلف حصو</w:t>
      </w:r>
      <w:r w:rsidR="007D6C9B">
        <w:rPr>
          <w:rtl/>
        </w:rPr>
        <w:t xml:space="preserve">ں </w:t>
      </w:r>
      <w:r>
        <w:rPr>
          <w:rtl/>
        </w:rPr>
        <w:t>مي</w:t>
      </w:r>
      <w:r w:rsidR="007D6C9B">
        <w:rPr>
          <w:rtl/>
        </w:rPr>
        <w:t xml:space="preserve">ں </w:t>
      </w:r>
      <w:r>
        <w:rPr>
          <w:rtl/>
        </w:rPr>
        <w:t>اچانك على عليہ السلام كو اپنے پہلو مي</w:t>
      </w:r>
      <w:r w:rsidR="007D6C9B">
        <w:rPr>
          <w:rtl/>
        </w:rPr>
        <w:t xml:space="preserve">ں </w:t>
      </w:r>
      <w:r>
        <w:rPr>
          <w:rtl/>
        </w:rPr>
        <w:t>ديكھا، اور ان روايات مي</w:t>
      </w:r>
      <w:r w:rsidR="007D6C9B">
        <w:rPr>
          <w:rtl/>
        </w:rPr>
        <w:t xml:space="preserve">ں </w:t>
      </w:r>
      <w:r>
        <w:rPr>
          <w:rtl/>
        </w:rPr>
        <w:t>كچھ ايسى تعبيري</w:t>
      </w:r>
      <w:r w:rsidR="007D6C9B">
        <w:rPr>
          <w:rtl/>
        </w:rPr>
        <w:t xml:space="preserve">ں </w:t>
      </w:r>
      <w:r>
        <w:rPr>
          <w:rtl/>
        </w:rPr>
        <w:t>نظر آتى ہي</w:t>
      </w:r>
      <w:r w:rsidR="007D6C9B">
        <w:rPr>
          <w:rtl/>
        </w:rPr>
        <w:t xml:space="preserve">ں </w:t>
      </w:r>
      <w:r>
        <w:rPr>
          <w:rtl/>
        </w:rPr>
        <w:t>، جو پيغمبر اكرم (ص) كے بعد على عليہ السلام كے مقام كى حد سے زيادہ عظمت كى گواہ ہي</w:t>
      </w:r>
      <w:r w:rsidR="007D6C9B">
        <w:rPr>
          <w:rtl/>
        </w:rPr>
        <w:t xml:space="preserve">ں </w:t>
      </w:r>
      <w:r>
        <w:rPr>
          <w:rtl/>
        </w:rPr>
        <w:t xml:space="preserve">_ </w:t>
      </w:r>
    </w:p>
    <w:p w:rsidR="00DE2D7F" w:rsidRDefault="00DE2D7F" w:rsidP="00D07B54">
      <w:pPr>
        <w:pStyle w:val="libNormal"/>
        <w:rPr>
          <w:rtl/>
        </w:rPr>
      </w:pPr>
      <w:r>
        <w:rPr>
          <w:rtl/>
        </w:rPr>
        <w:t>معراج كى ان سب روايات كے باوجود كچھ ايسے پيچيدہ اور اسرار آميز جملے ہي</w:t>
      </w:r>
      <w:r w:rsidR="007D6C9B">
        <w:rPr>
          <w:rtl/>
        </w:rPr>
        <w:t xml:space="preserve">ں </w:t>
      </w:r>
      <w:r>
        <w:rPr>
          <w:rtl/>
        </w:rPr>
        <w:t>جن كے مطالب كو كشف كرنا آسان نہي</w:t>
      </w:r>
      <w:r w:rsidR="007D6C9B">
        <w:rPr>
          <w:rtl/>
        </w:rPr>
        <w:t xml:space="preserve">ں </w:t>
      </w:r>
      <w:r>
        <w:rPr>
          <w:rtl/>
        </w:rPr>
        <w:t>ہے، اور اصطلاح كے مطابق روايات متشابہ كا حصہ ہي</w:t>
      </w:r>
      <w:r w:rsidR="007D6C9B">
        <w:rPr>
          <w:rtl/>
        </w:rPr>
        <w:t xml:space="preserve">ں </w:t>
      </w:r>
      <w:r>
        <w:rPr>
          <w:rtl/>
        </w:rPr>
        <w:t>يعنى ايسى روايات جن كى تشريح كوخود معصومين عليہم السلام كے سپرد كردينا چاہئے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ضمنى طورپر، معراج كى روايات اہل سنت كى كتابو</w:t>
      </w:r>
      <w:r w:rsidR="007D6C9B">
        <w:rPr>
          <w:rtl/>
        </w:rPr>
        <w:t xml:space="preserve">ں </w:t>
      </w:r>
      <w:r>
        <w:rPr>
          <w:rtl/>
        </w:rPr>
        <w:t>مي</w:t>
      </w:r>
      <w:r w:rsidR="007D6C9B">
        <w:rPr>
          <w:rtl/>
        </w:rPr>
        <w:t xml:space="preserve">ں </w:t>
      </w:r>
      <w:r>
        <w:rPr>
          <w:rtl/>
        </w:rPr>
        <w:t>بھى تفصيل سے آئي ہي</w:t>
      </w:r>
      <w:r w:rsidR="007D6C9B">
        <w:rPr>
          <w:rtl/>
        </w:rPr>
        <w:t xml:space="preserve">ں </w:t>
      </w:r>
      <w:r>
        <w:rPr>
          <w:rtl/>
        </w:rPr>
        <w:t>،اور ان كے راويو</w:t>
      </w:r>
      <w:r w:rsidR="007D6C9B">
        <w:rPr>
          <w:rtl/>
        </w:rPr>
        <w:t xml:space="preserve">ں </w:t>
      </w:r>
      <w:r>
        <w:rPr>
          <w:rtl/>
        </w:rPr>
        <w:t>مي</w:t>
      </w:r>
      <w:r w:rsidR="007D6C9B">
        <w:rPr>
          <w:rtl/>
        </w:rPr>
        <w:t xml:space="preserve">ں </w:t>
      </w:r>
      <w:r>
        <w:rPr>
          <w:rtl/>
        </w:rPr>
        <w:t xml:space="preserve">سے تقريباً </w:t>
      </w:r>
      <w:r w:rsidR="00E664BB">
        <w:rPr>
          <w:rtl/>
        </w:rPr>
        <w:t>30</w:t>
      </w:r>
      <w:r>
        <w:rPr>
          <w:rtl/>
        </w:rPr>
        <w:t xml:space="preserve">/افراد نے حديث معراج كو نقل كيا ہے_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)روايات معراج كے سلسلہ مي</w:t>
      </w:r>
      <w:r w:rsidR="007D6C9B">
        <w:rPr>
          <w:rtl/>
        </w:rPr>
        <w:t xml:space="preserve">ں </w:t>
      </w:r>
      <w:r>
        <w:rPr>
          <w:rtl/>
        </w:rPr>
        <w:t xml:space="preserve">مزيد اطلاع كے لئے بحارالانوار كى جلد </w:t>
      </w:r>
      <w:r w:rsidR="00E664BB">
        <w:rPr>
          <w:rtl/>
        </w:rPr>
        <w:t>18</w:t>
      </w:r>
      <w:r>
        <w:rPr>
          <w:rtl/>
        </w:rPr>
        <w:t xml:space="preserve"> از ص </w:t>
      </w:r>
      <w:r w:rsidR="00E664BB">
        <w:rPr>
          <w:rtl/>
        </w:rPr>
        <w:t>282</w:t>
      </w:r>
      <w:r>
        <w:rPr>
          <w:rtl/>
        </w:rPr>
        <w:t xml:space="preserve"> تاص </w:t>
      </w:r>
      <w:r w:rsidR="00E664BB">
        <w:rPr>
          <w:rtl/>
        </w:rPr>
        <w:t>10</w:t>
      </w:r>
      <w:r>
        <w:rPr>
          <w:rtl/>
        </w:rPr>
        <w:t xml:space="preserve"> </w:t>
      </w:r>
      <w:r w:rsidR="00E664BB">
        <w:rPr>
          <w:rtl/>
        </w:rPr>
        <w:t>4</w:t>
      </w:r>
      <w:r>
        <w:rPr>
          <w:rtl/>
        </w:rPr>
        <w:t xml:space="preserve"> رجوع فرمائي</w:t>
      </w:r>
      <w:r w:rsidR="007D6C9B">
        <w:rPr>
          <w:rtl/>
        </w:rPr>
        <w:t xml:space="preserve">ں </w:t>
      </w:r>
    </w:p>
    <w:p w:rsidR="00172364" w:rsidRDefault="001648F9" w:rsidP="00D07B54">
      <w:pPr>
        <w:pStyle w:val="libNormal"/>
        <w:rPr>
          <w:rtl/>
        </w:rPr>
      </w:pPr>
      <w:r>
        <w:rPr>
          <w:rtl/>
        </w:rPr>
        <w:t xml:space="preserve"> </w:t>
      </w:r>
      <w:r>
        <w:rPr>
          <w:rtl/>
        </w:rPr>
        <w:br w:type="page"/>
      </w:r>
    </w:p>
    <w:p w:rsidR="00172364" w:rsidRDefault="00172364" w:rsidP="00D07B54">
      <w:pPr>
        <w:pStyle w:val="libNormal"/>
        <w:rPr>
          <w:rtl/>
        </w:rPr>
      </w:pPr>
    </w:p>
    <w:p w:rsidR="00DE2D7F" w:rsidRDefault="00DE2D7F" w:rsidP="00D07B54">
      <w:pPr>
        <w:pStyle w:val="libNormal"/>
        <w:rPr>
          <w:rtl/>
        </w:rPr>
      </w:pPr>
      <w:r>
        <w:rPr>
          <w:rtl/>
        </w:rPr>
        <w:t>يہا</w:t>
      </w:r>
      <w:r w:rsidR="007D6C9B">
        <w:rPr>
          <w:rtl/>
        </w:rPr>
        <w:t xml:space="preserve">ں </w:t>
      </w:r>
      <w:r>
        <w:rPr>
          <w:rtl/>
        </w:rPr>
        <w:t>يہ سوال سامنے آتاہے : يہ اتنا لمبا سفر طے كرنا اور يہ سب عجيب اور قسم قسم كے حادثات، اور يہ سارى لمبى چوڑى گفتگو ، اور يہ سب كے سب مشاہدات ايك ہى رات مي</w:t>
      </w:r>
      <w:r w:rsidR="007D6C9B">
        <w:rPr>
          <w:rtl/>
        </w:rPr>
        <w:t xml:space="preserve">ں </w:t>
      </w:r>
      <w:r>
        <w:rPr>
          <w:rtl/>
        </w:rPr>
        <w:t>ياايك رات سے بھى كم وقت مي</w:t>
      </w:r>
      <w:r w:rsidR="007D6C9B">
        <w:rPr>
          <w:rtl/>
        </w:rPr>
        <w:t xml:space="preserve">ں </w:t>
      </w:r>
      <w:r>
        <w:rPr>
          <w:rtl/>
        </w:rPr>
        <w:t xml:space="preserve">كس طرح سے انجام پاگئے ؟ </w:t>
      </w:r>
    </w:p>
    <w:p w:rsidR="00DE2D7F" w:rsidRDefault="00DE2D7F" w:rsidP="00D07B54">
      <w:pPr>
        <w:pStyle w:val="libNormal"/>
        <w:rPr>
          <w:rtl/>
        </w:rPr>
      </w:pPr>
      <w:r>
        <w:rPr>
          <w:rtl/>
        </w:rPr>
        <w:t>ليكن ايك نكتہ كى طرف توجہ كرنے سے اس سوال كا جواب واضح ہوجاتاہے ، سفر معراج ہرگز ايك عام سفر نہي</w:t>
      </w:r>
      <w:r w:rsidR="007D6C9B">
        <w:rPr>
          <w:rtl/>
        </w:rPr>
        <w:t xml:space="preserve">ں </w:t>
      </w:r>
      <w:r>
        <w:rPr>
          <w:rtl/>
        </w:rPr>
        <w:t>تھا ، كہ اسے عام معيارو</w:t>
      </w:r>
      <w:r w:rsidR="007D6C9B">
        <w:rPr>
          <w:rtl/>
        </w:rPr>
        <w:t xml:space="preserve">ں </w:t>
      </w:r>
      <w:r>
        <w:rPr>
          <w:rtl/>
        </w:rPr>
        <w:t>سے پركھاجائے نہ تو اصل سفر معمولى تھا اور نہ ہى آپ كى سوارى معمولى اور عام تھي،نہ آپ كے مشاہدات عام اور معمولى تھے اور نہ ہى آپ كى گفتگو ، اور نہ ہى وہ پيمانے جواس مي</w:t>
      </w:r>
      <w:r w:rsidR="007D6C9B">
        <w:rPr>
          <w:rtl/>
        </w:rPr>
        <w:t xml:space="preserve">ں </w:t>
      </w:r>
      <w:r>
        <w:rPr>
          <w:rtl/>
        </w:rPr>
        <w:t>استعمال ہوئے، ہمارے كرہ خاكى كے محدود اور چھوٹے پيمانو</w:t>
      </w:r>
      <w:r w:rsidR="007D6C9B">
        <w:rPr>
          <w:rtl/>
        </w:rPr>
        <w:t xml:space="preserve">ں </w:t>
      </w:r>
      <w:r>
        <w:rPr>
          <w:rtl/>
        </w:rPr>
        <w:t>كے مانند تھے، اور نہ ہى وہ تشبيہات جواس مي</w:t>
      </w:r>
      <w:r w:rsidR="007D6C9B">
        <w:rPr>
          <w:rtl/>
        </w:rPr>
        <w:t xml:space="preserve">ں </w:t>
      </w:r>
      <w:r>
        <w:rPr>
          <w:rtl/>
        </w:rPr>
        <w:t>بيان ہوئي ہي</w:t>
      </w:r>
      <w:r w:rsidR="007D6C9B">
        <w:rPr>
          <w:rtl/>
        </w:rPr>
        <w:t xml:space="preserve">ں </w:t>
      </w:r>
      <w:r>
        <w:rPr>
          <w:rtl/>
        </w:rPr>
        <w:t>ان مناظر كى عظمت كو بيان كرسكتى ہي</w:t>
      </w:r>
      <w:r w:rsidR="007D6C9B">
        <w:rPr>
          <w:rtl/>
        </w:rPr>
        <w:t xml:space="preserve">ں </w:t>
      </w:r>
      <w:r>
        <w:rPr>
          <w:rtl/>
        </w:rPr>
        <w:t>جو پيغمبر (ص) نے مشاہدہ كيے ، تمام چيزي</w:t>
      </w:r>
      <w:r w:rsidR="007D6C9B">
        <w:rPr>
          <w:rtl/>
        </w:rPr>
        <w:t xml:space="preserve">ں </w:t>
      </w:r>
      <w:r>
        <w:rPr>
          <w:rtl/>
        </w:rPr>
        <w:t>خارق العادت صورت مي</w:t>
      </w:r>
      <w:r w:rsidR="007D6C9B">
        <w:rPr>
          <w:rtl/>
        </w:rPr>
        <w:t xml:space="preserve">ں </w:t>
      </w:r>
      <w:r>
        <w:rPr>
          <w:rtl/>
        </w:rPr>
        <w:t>، اور اس مكان وزمان سے خارج ہونے كے پيمانو</w:t>
      </w:r>
      <w:r w:rsidR="007D6C9B">
        <w:rPr>
          <w:rtl/>
        </w:rPr>
        <w:t xml:space="preserve">ں </w:t>
      </w:r>
      <w:r>
        <w:rPr>
          <w:rtl/>
        </w:rPr>
        <w:t>مي</w:t>
      </w:r>
      <w:r w:rsidR="007D6C9B">
        <w:rPr>
          <w:rtl/>
        </w:rPr>
        <w:t xml:space="preserve">ں </w:t>
      </w:r>
      <w:r>
        <w:rPr>
          <w:rtl/>
        </w:rPr>
        <w:t>، جن سے ہم آشنا نہي</w:t>
      </w:r>
      <w:r w:rsidR="007D6C9B">
        <w:rPr>
          <w:rtl/>
        </w:rPr>
        <w:t xml:space="preserve">ں </w:t>
      </w:r>
      <w:r>
        <w:rPr>
          <w:rtl/>
        </w:rPr>
        <w:t>، واقع ہوئي</w:t>
      </w:r>
      <w:r w:rsidR="007D6C9B">
        <w:rPr>
          <w:rtl/>
        </w:rPr>
        <w:t xml:space="preserve">ں </w:t>
      </w:r>
      <w:r>
        <w:rPr>
          <w:rtl/>
        </w:rPr>
        <w:t xml:space="preserve">_ </w:t>
      </w:r>
    </w:p>
    <w:p w:rsidR="00DE2D7F" w:rsidRDefault="00DE2D7F" w:rsidP="00D07B54">
      <w:pPr>
        <w:pStyle w:val="libNormal"/>
        <w:rPr>
          <w:rtl/>
        </w:rPr>
      </w:pPr>
      <w:r>
        <w:rPr>
          <w:rtl/>
        </w:rPr>
        <w:t>اس بناپر كوئي تعجب كى بات نہي</w:t>
      </w:r>
      <w:r w:rsidR="007D6C9B">
        <w:rPr>
          <w:rtl/>
        </w:rPr>
        <w:t xml:space="preserve">ں </w:t>
      </w:r>
      <w:r>
        <w:rPr>
          <w:rtl/>
        </w:rPr>
        <w:t>ہے كہ يہ امور ہمارے كرہ زمين كے زمانى پيمانو</w:t>
      </w:r>
      <w:r w:rsidR="007D6C9B">
        <w:rPr>
          <w:rtl/>
        </w:rPr>
        <w:t xml:space="preserve">ں </w:t>
      </w:r>
      <w:r>
        <w:rPr>
          <w:rtl/>
        </w:rPr>
        <w:t>كے ساتھ ايك رات يا ايك رات سے بھى كم وقت مي</w:t>
      </w:r>
      <w:r w:rsidR="007D6C9B">
        <w:rPr>
          <w:rtl/>
        </w:rPr>
        <w:t xml:space="preserve">ں </w:t>
      </w:r>
      <w:r>
        <w:rPr>
          <w:rtl/>
        </w:rPr>
        <w:t>واقع ہوئے ہو</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172364" w:rsidRDefault="00DE2D7F" w:rsidP="00D07B54">
      <w:pPr>
        <w:pStyle w:val="Heading2Center"/>
        <w:rPr>
          <w:rtl/>
        </w:rPr>
      </w:pPr>
      <w:bookmarkStart w:id="336" w:name="_Toc7268733"/>
      <w:r>
        <w:rPr>
          <w:rtl/>
        </w:rPr>
        <w:t>معراج جسمانى تھى ياروحانى ؟</w:t>
      </w:r>
      <w:bookmarkEnd w:id="336"/>
    </w:p>
    <w:p w:rsidR="00DE2D7F" w:rsidRDefault="00DE2D7F" w:rsidP="00D07B54">
      <w:pPr>
        <w:pStyle w:val="libNormal"/>
        <w:rPr>
          <w:rtl/>
        </w:rPr>
      </w:pPr>
      <w:r>
        <w:rPr>
          <w:rtl/>
        </w:rPr>
        <w:t xml:space="preserve"> شيعہ اور سنى علمائے اسلام كے درميان مشہور ہے كہ يہ واقعہ عالم بيدارى مي</w:t>
      </w:r>
      <w:r w:rsidR="007D6C9B">
        <w:rPr>
          <w:rtl/>
        </w:rPr>
        <w:t xml:space="preserve">ں </w:t>
      </w:r>
      <w:r>
        <w:rPr>
          <w:rtl/>
        </w:rPr>
        <w:t>صورت پذير ہوا، سورہ بنى اسرائيل كى پہلى آيت اور سورہ نجم كى مذكورہ آيات كا ظاہرى مفہوم بھى اس امر كا شاہد ہے كہ يہ واقعہ بيدارى كى حالت مي</w:t>
      </w:r>
      <w:r w:rsidR="007D6C9B">
        <w:rPr>
          <w:rtl/>
        </w:rPr>
        <w:t xml:space="preserve">ں </w:t>
      </w:r>
      <w:r>
        <w:rPr>
          <w:rtl/>
        </w:rPr>
        <w:t xml:space="preserve">پيش آيا _ </w:t>
      </w:r>
    </w:p>
    <w:p w:rsidR="00DE2D7F" w:rsidRDefault="00DE2D7F" w:rsidP="00D07B54">
      <w:pPr>
        <w:pStyle w:val="libNormal"/>
        <w:rPr>
          <w:rtl/>
        </w:rPr>
      </w:pPr>
      <w:r>
        <w:rPr>
          <w:rtl/>
        </w:rPr>
        <w:t>تواريخ اسلامى بھى اس امرپر شاہد وصادق ہي</w:t>
      </w:r>
      <w:r w:rsidR="007D6C9B">
        <w:rPr>
          <w:rtl/>
        </w:rPr>
        <w:t xml:space="preserve">ں </w:t>
      </w:r>
      <w:r>
        <w:rPr>
          <w:rtl/>
        </w:rPr>
        <w:t xml:space="preserve">،تاريخ كہتى ہے : جس وقت رسول اللہ (ص) نے واقعہ معراج كا ذكر كيا تو مشركين نے شدت سے اس كا انكار كرديا اور اسے آپ كے خلاف ايك بہانہ بناليا_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)تفسير نمونہ ج </w:t>
      </w:r>
      <w:r w:rsidR="00E664BB">
        <w:rPr>
          <w:rtl/>
        </w:rPr>
        <w:t>13</w:t>
      </w:r>
      <w:r>
        <w:rPr>
          <w:rtl/>
        </w:rPr>
        <w:t xml:space="preserve"> ص</w:t>
      </w:r>
      <w:r w:rsidR="00E44785">
        <w:rPr>
          <w:rtl/>
        </w:rPr>
        <w:t>9</w:t>
      </w:r>
      <w:r w:rsidR="00E664BB">
        <w:rPr>
          <w:rtl/>
        </w:rPr>
        <w:t>7</w:t>
      </w:r>
      <w:r>
        <w:rPr>
          <w:rtl/>
        </w:rPr>
        <w:t xml:space="preserve"> تا </w:t>
      </w:r>
      <w:r w:rsidR="00E44785">
        <w:rPr>
          <w:rtl/>
        </w:rPr>
        <w:t>99</w:t>
      </w:r>
      <w:r>
        <w:rPr>
          <w:rtl/>
        </w:rPr>
        <w:t xml:space="preserve"> </w:t>
      </w:r>
    </w:p>
    <w:p w:rsidR="00DE2D7F" w:rsidRDefault="00C2634E" w:rsidP="00D07B54">
      <w:pPr>
        <w:pStyle w:val="libNormal"/>
        <w:rPr>
          <w:rtl/>
        </w:rPr>
      </w:pPr>
      <w:r>
        <w:rPr>
          <w:rtl/>
        </w:rPr>
        <w:t xml:space="preserve"> </w:t>
      </w:r>
      <w:r>
        <w:rPr>
          <w:rtl/>
        </w:rPr>
        <w:br w:type="page"/>
      </w:r>
      <w:r>
        <w:rPr>
          <w:rtl/>
        </w:rPr>
        <w:lastRenderedPageBreak/>
        <w:t xml:space="preserve"> </w:t>
      </w:r>
      <w:r>
        <w:rPr>
          <w:rtl/>
        </w:rPr>
        <w:cr/>
      </w:r>
      <w:r w:rsidR="00DE2D7F">
        <w:rPr>
          <w:rtl/>
        </w:rPr>
        <w:t xml:space="preserve">يہ بات گواہى ديتى ہے كہ رسول اللہ (ص) ہرگز خواب يا مكا شفہ روحانى كے مدعى نہ تھے ورنہ مخالفين اس قدر شور وغوغا نہ كرتے _ </w:t>
      </w:r>
    </w:p>
    <w:p w:rsidR="00DE2D7F" w:rsidRDefault="00DE2D7F" w:rsidP="00D07B54">
      <w:pPr>
        <w:pStyle w:val="libNormal"/>
        <w:rPr>
          <w:rtl/>
        </w:rPr>
      </w:pPr>
      <w:r>
        <w:rPr>
          <w:rtl/>
        </w:rPr>
        <w:t>يہ جو حسن بصرى سے روايت ہے كہ : ''يہ واقعہ خواب مي</w:t>
      </w:r>
      <w:r w:rsidR="007D6C9B">
        <w:rPr>
          <w:rtl/>
        </w:rPr>
        <w:t xml:space="preserve">ں </w:t>
      </w:r>
      <w:r>
        <w:rPr>
          <w:rtl/>
        </w:rPr>
        <w:t xml:space="preserve">پيش آيا ''_ </w:t>
      </w:r>
    </w:p>
    <w:p w:rsidR="00DE2D7F" w:rsidRDefault="00DE2D7F" w:rsidP="00D07B54">
      <w:pPr>
        <w:pStyle w:val="libNormal"/>
        <w:rPr>
          <w:rtl/>
        </w:rPr>
      </w:pPr>
      <w:r>
        <w:rPr>
          <w:rtl/>
        </w:rPr>
        <w:t xml:space="preserve">اور اسى طرح جو حضرت </w:t>
      </w:r>
      <w:r w:rsidR="00A1611C">
        <w:rPr>
          <w:rtl/>
        </w:rPr>
        <w:t xml:space="preserve">عائشہ </w:t>
      </w:r>
      <w:r>
        <w:rPr>
          <w:rtl/>
        </w:rPr>
        <w:t>سے روايت ہے كہ : ''خداكى قسم بدن رسول اللہ (ص) ہم سے جدا نہي</w:t>
      </w:r>
      <w:r w:rsidR="007D6C9B">
        <w:rPr>
          <w:rtl/>
        </w:rPr>
        <w:t xml:space="preserve">ں </w:t>
      </w:r>
      <w:r>
        <w:rPr>
          <w:rtl/>
        </w:rPr>
        <w:t>ہوا صرف آپ كى روح آسمان پر گئي'' ايسى روايات ظاہر ًاسياسى پہلو ركھتى ہي</w:t>
      </w:r>
      <w:r w:rsidR="007D6C9B">
        <w:rPr>
          <w:rtl/>
        </w:rPr>
        <w:t xml:space="preserve">ں </w:t>
      </w:r>
      <w:r>
        <w:rPr>
          <w:rtl/>
        </w:rPr>
        <w:t xml:space="preserve">_ </w:t>
      </w:r>
    </w:p>
    <w:p w:rsidR="00DE2D7F" w:rsidRDefault="00DE2D7F" w:rsidP="00D07B54">
      <w:pPr>
        <w:pStyle w:val="libNormal"/>
        <w:rPr>
          <w:rtl/>
        </w:rPr>
      </w:pPr>
    </w:p>
    <w:p w:rsidR="00172364" w:rsidRDefault="00DE2D7F" w:rsidP="00D07B54">
      <w:pPr>
        <w:pStyle w:val="Heading2Center"/>
        <w:rPr>
          <w:rtl/>
        </w:rPr>
      </w:pPr>
      <w:bookmarkStart w:id="337" w:name="_Toc7268734"/>
      <w:r>
        <w:rPr>
          <w:rtl/>
        </w:rPr>
        <w:t>معراج كا مقصد</w:t>
      </w:r>
      <w:bookmarkEnd w:id="337"/>
    </w:p>
    <w:p w:rsidR="00DE2D7F" w:rsidRDefault="00DE2D7F" w:rsidP="00D07B54">
      <w:pPr>
        <w:pStyle w:val="libNormal"/>
        <w:rPr>
          <w:rtl/>
        </w:rPr>
      </w:pPr>
      <w:r>
        <w:rPr>
          <w:rtl/>
        </w:rPr>
        <w:t xml:space="preserve"> گزشتہ مباحث پر غور كرنے سے يہ بات واضح ہوجاتى ہے كہ معراج كا مقصد يہ نہي</w:t>
      </w:r>
      <w:r w:rsidR="007D6C9B">
        <w:rPr>
          <w:rtl/>
        </w:rPr>
        <w:t xml:space="preserve">ں </w:t>
      </w:r>
      <w:r>
        <w:rPr>
          <w:rtl/>
        </w:rPr>
        <w:t>كہ رسول اكرم (ص) ديدار خدا كے لئے آسمانو</w:t>
      </w:r>
      <w:r w:rsidR="007D6C9B">
        <w:rPr>
          <w:rtl/>
        </w:rPr>
        <w:t xml:space="preserve">ں </w:t>
      </w:r>
      <w:r>
        <w:rPr>
          <w:rtl/>
        </w:rPr>
        <w:t>پر جائي</w:t>
      </w:r>
      <w:r w:rsidR="007D6C9B">
        <w:rPr>
          <w:rtl/>
        </w:rPr>
        <w:t xml:space="preserve">ں </w:t>
      </w:r>
      <w:r>
        <w:rPr>
          <w:rtl/>
        </w:rPr>
        <w:t>، جيسا كہ سادہ لوح افرادخيال كرتے ہي</w:t>
      </w:r>
      <w:r w:rsidR="007D6C9B">
        <w:rPr>
          <w:rtl/>
        </w:rPr>
        <w:t xml:space="preserve">ں </w:t>
      </w:r>
      <w:r>
        <w:rPr>
          <w:rtl/>
        </w:rPr>
        <w:t>، افسوس سے كہنا پڑتا ہے كہ بعض مغربى دانشور بھى ناآگاہى كى بناء پر دوسرو</w:t>
      </w:r>
      <w:r w:rsidR="007D6C9B">
        <w:rPr>
          <w:rtl/>
        </w:rPr>
        <w:t xml:space="preserve">ں </w:t>
      </w:r>
      <w:r>
        <w:rPr>
          <w:rtl/>
        </w:rPr>
        <w:t>كے سامنے اسلام كا چہرہ بگاڑكر پيش كرنے كے لئے ايسى باتي</w:t>
      </w:r>
      <w:r w:rsidR="007D6C9B">
        <w:rPr>
          <w:rtl/>
        </w:rPr>
        <w:t xml:space="preserve">ں </w:t>
      </w:r>
      <w:r>
        <w:rPr>
          <w:rtl/>
        </w:rPr>
        <w:t>كرتے ہي</w:t>
      </w:r>
      <w:r w:rsidR="007D6C9B">
        <w:rPr>
          <w:rtl/>
        </w:rPr>
        <w:t xml:space="preserve">ں </w:t>
      </w:r>
      <w:r>
        <w:rPr>
          <w:rtl/>
        </w:rPr>
        <w:t>ان مي</w:t>
      </w:r>
      <w:r w:rsidR="007D6C9B">
        <w:rPr>
          <w:rtl/>
        </w:rPr>
        <w:t xml:space="preserve">ں </w:t>
      </w:r>
      <w:r>
        <w:rPr>
          <w:rtl/>
        </w:rPr>
        <w:t>سے ايك مسڑ'' گيور گيو'' بھى ہي</w:t>
      </w:r>
      <w:r w:rsidR="007D6C9B">
        <w:rPr>
          <w:rtl/>
        </w:rPr>
        <w:t xml:space="preserve">ں </w:t>
      </w:r>
      <w:r>
        <w:rPr>
          <w:rtl/>
        </w:rPr>
        <w:t>وہ بھى كتاب ''محمد وہ پيغمبر ہي</w:t>
      </w:r>
      <w:r w:rsidR="007D6C9B">
        <w:rPr>
          <w:rtl/>
        </w:rPr>
        <w:t xml:space="preserve">ں </w:t>
      </w:r>
      <w:r>
        <w:rPr>
          <w:rtl/>
        </w:rPr>
        <w:t>جنہي</w:t>
      </w:r>
      <w:r w:rsidR="007D6C9B">
        <w:rPr>
          <w:rtl/>
        </w:rPr>
        <w:t xml:space="preserve">ں </w:t>
      </w:r>
      <w:r>
        <w:rPr>
          <w:rtl/>
        </w:rPr>
        <w:t>پھرسے پہچاننا چاہئے''</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مي</w:t>
      </w:r>
      <w:r w:rsidR="007D6C9B">
        <w:rPr>
          <w:rtl/>
        </w:rPr>
        <w:t xml:space="preserve">ں </w:t>
      </w:r>
      <w:r>
        <w:rPr>
          <w:rtl/>
        </w:rPr>
        <w:t>كہتے ہي</w:t>
      </w:r>
      <w:r w:rsidR="007D6C9B">
        <w:rPr>
          <w:rtl/>
        </w:rPr>
        <w:t xml:space="preserve">ں </w:t>
      </w:r>
      <w:r>
        <w:rPr>
          <w:rtl/>
        </w:rPr>
        <w:t xml:space="preserve">: </w:t>
      </w:r>
    </w:p>
    <w:p w:rsidR="00DE2D7F" w:rsidRDefault="00DE2D7F" w:rsidP="00D07B54">
      <w:pPr>
        <w:pStyle w:val="libNormal"/>
        <w:rPr>
          <w:rtl/>
        </w:rPr>
      </w:pPr>
      <w:r>
        <w:rPr>
          <w:rtl/>
        </w:rPr>
        <w:t>''محمد اپنے سفر معراج مي</w:t>
      </w:r>
      <w:r w:rsidR="007D6C9B">
        <w:rPr>
          <w:rtl/>
        </w:rPr>
        <w:t xml:space="preserve">ں </w:t>
      </w:r>
      <w:r>
        <w:rPr>
          <w:rtl/>
        </w:rPr>
        <w:t>ايسى جگہ پہنچے كہ انہي</w:t>
      </w:r>
      <w:r w:rsidR="007D6C9B">
        <w:rPr>
          <w:rtl/>
        </w:rPr>
        <w:t xml:space="preserve">ں </w:t>
      </w:r>
      <w:r>
        <w:rPr>
          <w:rtl/>
        </w:rPr>
        <w:t>خدا كے قلم كى آواز سنائي دي، انہو</w:t>
      </w:r>
      <w:r w:rsidR="007D6C9B">
        <w:rPr>
          <w:rtl/>
        </w:rPr>
        <w:t xml:space="preserve">ں </w:t>
      </w:r>
      <w:r>
        <w:rPr>
          <w:rtl/>
        </w:rPr>
        <w:t>نے سمجھا كہ اللہ اپنے بندو</w:t>
      </w:r>
      <w:r w:rsidR="007D6C9B">
        <w:rPr>
          <w:rtl/>
        </w:rPr>
        <w:t xml:space="preserve">ں </w:t>
      </w:r>
      <w:r>
        <w:rPr>
          <w:rtl/>
        </w:rPr>
        <w:t>كے حساب كتاب مي</w:t>
      </w:r>
      <w:r w:rsidR="007D6C9B">
        <w:rPr>
          <w:rtl/>
        </w:rPr>
        <w:t xml:space="preserve">ں </w:t>
      </w:r>
      <w:r>
        <w:rPr>
          <w:rtl/>
        </w:rPr>
        <w:t>مشغول ہے البتہ وہ اللہ كے قلم كى آواز تو سننے تھے مگر انہي</w:t>
      </w:r>
      <w:r w:rsidR="007D6C9B">
        <w:rPr>
          <w:rtl/>
        </w:rPr>
        <w:t xml:space="preserve">ں </w:t>
      </w:r>
      <w:r>
        <w:rPr>
          <w:rtl/>
        </w:rPr>
        <w:t>اللہ دكھائي نہ ديتا تھا كيونكہ كوئي شخص خدا كو نہي</w:t>
      </w:r>
      <w:r w:rsidR="007D6C9B">
        <w:rPr>
          <w:rtl/>
        </w:rPr>
        <w:t xml:space="preserve">ں </w:t>
      </w:r>
      <w:r>
        <w:rPr>
          <w:rtl/>
        </w:rPr>
        <w:t>ديكھ سكتا خواہ پيغمبر ہى كيو</w:t>
      </w:r>
      <w:r w:rsidR="007D6C9B">
        <w:rPr>
          <w:rtl/>
        </w:rPr>
        <w:t xml:space="preserve">ں </w:t>
      </w:r>
      <w:r>
        <w:rPr>
          <w:rtl/>
        </w:rPr>
        <w:t>نہ ہو</w:t>
      </w:r>
      <w:r w:rsidR="007D6C9B">
        <w:rPr>
          <w:rtl/>
        </w:rPr>
        <w:t xml:space="preserve">ں </w:t>
      </w:r>
      <w:r>
        <w:rPr>
          <w:rtl/>
        </w:rPr>
        <w:t>''يہ عبارت نشاندھى كرتى ہے كہ قلم لكڑى كا تھا، ايسا كہ كاغذ پر لكھتے وقت لرزتاتھا اور اواز پيدا كرتا تھا، اسى طرح كى اور بہت سارے خرافات اس مي</w:t>
      </w:r>
      <w:r w:rsidR="007D6C9B">
        <w:rPr>
          <w:rtl/>
        </w:rPr>
        <w:t xml:space="preserve">ں </w:t>
      </w:r>
      <w:r>
        <w:rPr>
          <w:rtl/>
        </w:rPr>
        <w:t>موجود ہي</w:t>
      </w:r>
      <w:r w:rsidR="007D6C9B">
        <w:rPr>
          <w:rtl/>
        </w:rPr>
        <w:t xml:space="preserve">ں </w:t>
      </w:r>
      <w:r>
        <w:rPr>
          <w:rtl/>
        </w:rPr>
        <w:t>''_ جب كہ مقصد معراج يہ تھا كہ اللہ كے عظيم پيغمبر كائنات مي</w:t>
      </w:r>
      <w:r w:rsidR="007D6C9B">
        <w:rPr>
          <w:rtl/>
        </w:rPr>
        <w:t xml:space="preserve">ں </w:t>
      </w:r>
      <w:r>
        <w:rPr>
          <w:rtl/>
        </w:rPr>
        <w:t>بالخصوص عالم بالا مي</w:t>
      </w:r>
      <w:r w:rsidR="007D6C9B">
        <w:rPr>
          <w:rtl/>
        </w:rPr>
        <w:t xml:space="preserve">ں </w:t>
      </w:r>
      <w:r>
        <w:rPr>
          <w:rtl/>
        </w:rPr>
        <w:t>موجود عظمت الہى كى نشانيو</w:t>
      </w:r>
      <w:r w:rsidR="007D6C9B">
        <w:rPr>
          <w:rtl/>
        </w:rPr>
        <w:t xml:space="preserve">ں </w:t>
      </w:r>
      <w:r>
        <w:rPr>
          <w:rtl/>
        </w:rPr>
        <w:t>كا مشاہدہ كري</w:t>
      </w:r>
      <w:r w:rsidR="007D6C9B">
        <w:rPr>
          <w:rtl/>
        </w:rPr>
        <w:t xml:space="preserve">ں </w:t>
      </w:r>
      <w:r>
        <w:rPr>
          <w:rtl/>
        </w:rPr>
        <w:t>اور انسانو</w:t>
      </w:r>
      <w:r w:rsidR="007D6C9B">
        <w:rPr>
          <w:rtl/>
        </w:rPr>
        <w:t xml:space="preserve">ں </w:t>
      </w:r>
      <w:r>
        <w:rPr>
          <w:rtl/>
        </w:rPr>
        <w:t>كى ہدايت ورہبرى كے لئے ايك نيا ادراك اور ايك نئي بصيرت حاصل كري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)مذكورہ كتاب كے فارسى ترجمے كا نام ہے '' محمد پيغمبرى كہ از نوبايد شناخت '' ص </w:t>
      </w:r>
      <w:r w:rsidR="00E664BB">
        <w:rPr>
          <w:rtl/>
        </w:rPr>
        <w:t>125</w:t>
      </w:r>
      <w:r>
        <w:rPr>
          <w:rtl/>
        </w:rPr>
        <w:t xml:space="preserve"> ديكھئے </w:t>
      </w:r>
    </w:p>
    <w:p w:rsidR="00A1611C" w:rsidRDefault="001648F9" w:rsidP="00D07B54">
      <w:pPr>
        <w:pStyle w:val="libNormal"/>
        <w:rPr>
          <w:rtl/>
        </w:rPr>
      </w:pPr>
      <w:r>
        <w:rPr>
          <w:rtl/>
        </w:rPr>
        <w:t xml:space="preserve"> </w:t>
      </w:r>
      <w:r>
        <w:rPr>
          <w:rtl/>
        </w:rPr>
        <w:br w:type="page"/>
      </w:r>
    </w:p>
    <w:p w:rsidR="00A1611C" w:rsidRDefault="00A1611C" w:rsidP="00D07B54">
      <w:pPr>
        <w:pStyle w:val="libNormal"/>
        <w:rPr>
          <w:rtl/>
        </w:rPr>
      </w:pPr>
    </w:p>
    <w:p w:rsidR="00DE2D7F" w:rsidRDefault="00DE2D7F" w:rsidP="00D07B54">
      <w:pPr>
        <w:pStyle w:val="libNormal"/>
        <w:rPr>
          <w:rtl/>
        </w:rPr>
      </w:pPr>
      <w:r>
        <w:rPr>
          <w:rtl/>
        </w:rPr>
        <w:t xml:space="preserve">يہ ھدف واضح طورپر سورہ بنى اسرائيل كى پہلى ايت اور سورہ نجم كى ايت </w:t>
      </w:r>
      <w:r w:rsidR="00E664BB">
        <w:rPr>
          <w:rtl/>
        </w:rPr>
        <w:t>18</w:t>
      </w:r>
      <w:r>
        <w:rPr>
          <w:rtl/>
        </w:rPr>
        <w:t xml:space="preserve"> مي</w:t>
      </w:r>
      <w:r w:rsidR="007D6C9B">
        <w:rPr>
          <w:rtl/>
        </w:rPr>
        <w:t xml:space="preserve">ں </w:t>
      </w:r>
      <w:r>
        <w:rPr>
          <w:rtl/>
        </w:rPr>
        <w:t xml:space="preserve">بيان ہوا ہے_ </w:t>
      </w:r>
    </w:p>
    <w:p w:rsidR="00DE2D7F" w:rsidRDefault="00DE2D7F" w:rsidP="00D07B54">
      <w:pPr>
        <w:pStyle w:val="libNormal"/>
        <w:rPr>
          <w:rtl/>
        </w:rPr>
      </w:pPr>
      <w:r>
        <w:rPr>
          <w:rtl/>
        </w:rPr>
        <w:t xml:space="preserve">امام صادق عليہ السلام سے مقصد معراج پوچھاگيا تو آپ نے فرمايا : </w:t>
      </w:r>
    </w:p>
    <w:p w:rsidR="00DE2D7F" w:rsidRDefault="00DE2D7F" w:rsidP="00D07B54">
      <w:pPr>
        <w:pStyle w:val="libNormal"/>
        <w:rPr>
          <w:rtl/>
        </w:rPr>
      </w:pPr>
      <w:r>
        <w:rPr>
          <w:rtl/>
        </w:rPr>
        <w:t>''خدا ہرگز كوئي مكان نہي</w:t>
      </w:r>
      <w:r w:rsidR="007D6C9B">
        <w:rPr>
          <w:rtl/>
        </w:rPr>
        <w:t xml:space="preserve">ں </w:t>
      </w:r>
      <w:r>
        <w:rPr>
          <w:rtl/>
        </w:rPr>
        <w:t>ركھتا اور نہ اس پر كوئي زمانہ گزرتاہے ليكن وہ چاہتا تھا كہ فرشتو</w:t>
      </w:r>
      <w:r w:rsidR="007D6C9B">
        <w:rPr>
          <w:rtl/>
        </w:rPr>
        <w:t xml:space="preserve">ں </w:t>
      </w:r>
      <w:r>
        <w:rPr>
          <w:rtl/>
        </w:rPr>
        <w:t>اور آسمان كے باسيو</w:t>
      </w:r>
      <w:r w:rsidR="007D6C9B">
        <w:rPr>
          <w:rtl/>
        </w:rPr>
        <w:t xml:space="preserve">ں </w:t>
      </w:r>
      <w:r>
        <w:rPr>
          <w:rtl/>
        </w:rPr>
        <w:t>كو اپنے پيغمبر كى تشريف آورى سے عزت بخشے اور انہي</w:t>
      </w:r>
      <w:r w:rsidR="007D6C9B">
        <w:rPr>
          <w:rtl/>
        </w:rPr>
        <w:t xml:space="preserve">ں </w:t>
      </w:r>
      <w:r>
        <w:rPr>
          <w:rtl/>
        </w:rPr>
        <w:t>آپ كى زيارت كا شرف عطاكرے نيزآپ كو اپنى عظمت كے عجائبات دكھائے تاكہ واپس آكر آپ انہي</w:t>
      </w:r>
      <w:r w:rsidR="007D6C9B">
        <w:rPr>
          <w:rtl/>
        </w:rPr>
        <w:t xml:space="preserve">ں </w:t>
      </w:r>
      <w:r>
        <w:rPr>
          <w:rtl/>
        </w:rPr>
        <w:t>لوگو</w:t>
      </w:r>
      <w:r w:rsidR="007D6C9B">
        <w:rPr>
          <w:rtl/>
        </w:rPr>
        <w:t xml:space="preserve">ں </w:t>
      </w:r>
      <w:r>
        <w:rPr>
          <w:rtl/>
        </w:rPr>
        <w:t>سے بيان كري</w:t>
      </w:r>
      <w:r w:rsidR="007D6C9B">
        <w:rPr>
          <w:rtl/>
        </w:rPr>
        <w:t xml:space="preserve">ں </w:t>
      </w:r>
      <w:r>
        <w:rPr>
          <w:rtl/>
        </w:rPr>
        <w:t xml:space="preserve">''_ </w:t>
      </w:r>
    </w:p>
    <w:p w:rsidR="00DE2D7F" w:rsidRDefault="00DE2D7F" w:rsidP="00D07B54">
      <w:pPr>
        <w:pStyle w:val="libNormal"/>
        <w:rPr>
          <w:rtl/>
        </w:rPr>
      </w:pPr>
    </w:p>
    <w:p w:rsidR="00A1611C" w:rsidRDefault="00DE2D7F" w:rsidP="00D07B54">
      <w:pPr>
        <w:pStyle w:val="Heading2Center"/>
        <w:rPr>
          <w:rtl/>
        </w:rPr>
      </w:pPr>
      <w:bookmarkStart w:id="338" w:name="_Toc7268735"/>
      <w:r>
        <w:rPr>
          <w:rtl/>
        </w:rPr>
        <w:t>معراج اور سائنس</w:t>
      </w:r>
      <w:bookmarkEnd w:id="338"/>
    </w:p>
    <w:p w:rsidR="00DE2D7F" w:rsidRDefault="00DE2D7F" w:rsidP="00D07B54">
      <w:pPr>
        <w:pStyle w:val="libNormal"/>
        <w:rPr>
          <w:rtl/>
        </w:rPr>
      </w:pPr>
      <w:r>
        <w:rPr>
          <w:rtl/>
        </w:rPr>
        <w:t xml:space="preserve"> گزشتہ زمانے مي</w:t>
      </w:r>
      <w:r w:rsidR="007D6C9B">
        <w:rPr>
          <w:rtl/>
        </w:rPr>
        <w:t xml:space="preserve">ں </w:t>
      </w:r>
      <w:r>
        <w:rPr>
          <w:rtl/>
        </w:rPr>
        <w:t>بعض فلاسفہ بطليموس كى طرح يہ نظريہ ركھتے تھے كہ نو آسمان پياز كے چھلكے كى طرح تہہ بہ تہہ ايك دوسرے كے اوپر ہي</w:t>
      </w:r>
      <w:r w:rsidR="007D6C9B">
        <w:rPr>
          <w:rtl/>
        </w:rPr>
        <w:t xml:space="preserve">ں </w:t>
      </w:r>
      <w:r>
        <w:rPr>
          <w:rtl/>
        </w:rPr>
        <w:t>واقعہ معراج كو قبول كرنے مي</w:t>
      </w:r>
      <w:r w:rsidR="007D6C9B">
        <w:rPr>
          <w:rtl/>
        </w:rPr>
        <w:t xml:space="preserve">ں </w:t>
      </w:r>
      <w:r>
        <w:rPr>
          <w:rtl/>
        </w:rPr>
        <w:t>ان كے لئے سب سے بڑى ركاوٹ ان كا يہى نظريہ تھا ان كے خيال مي</w:t>
      </w:r>
      <w:r w:rsidR="007D6C9B">
        <w:rPr>
          <w:rtl/>
        </w:rPr>
        <w:t xml:space="preserve">ں </w:t>
      </w:r>
      <w:r>
        <w:rPr>
          <w:rtl/>
        </w:rPr>
        <w:t>اس طرح تويہ ماننا پڑتا ہے كہ آسمان شگافتہ ہوگئے اور پھر آپس مي</w:t>
      </w:r>
      <w:r w:rsidR="007D6C9B">
        <w:rPr>
          <w:rtl/>
        </w:rPr>
        <w:t xml:space="preserve">ں </w:t>
      </w:r>
      <w:r>
        <w:rPr>
          <w:rtl/>
        </w:rPr>
        <w:t>مل گئے_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ليكن'' بطليموسى ''نظريہ ختم ہو گيا تو اسمانو</w:t>
      </w:r>
      <w:r w:rsidR="007D6C9B">
        <w:rPr>
          <w:rtl/>
        </w:rPr>
        <w:t xml:space="preserve">ں </w:t>
      </w:r>
      <w:r>
        <w:rPr>
          <w:rtl/>
        </w:rPr>
        <w:t>كے شگافتہ ہونے كا مسئلہ ختم ہوگيا البتہ علم ہئيت مي</w:t>
      </w:r>
      <w:r w:rsidR="007D6C9B">
        <w:rPr>
          <w:rtl/>
        </w:rPr>
        <w:t xml:space="preserve">ں </w:t>
      </w:r>
      <w:r>
        <w:rPr>
          <w:rtl/>
        </w:rPr>
        <w:t>جو ترقى ہوئي ہے اس سے معراج كے سلسلے مي</w:t>
      </w:r>
      <w:r w:rsidR="007D6C9B">
        <w:rPr>
          <w:rtl/>
        </w:rPr>
        <w:t xml:space="preserve">ں </w:t>
      </w:r>
      <w:r>
        <w:rPr>
          <w:rtl/>
        </w:rPr>
        <w:t>نئے سوالات ابھر ے ہي</w:t>
      </w:r>
      <w:r w:rsidR="007D6C9B">
        <w:rPr>
          <w:rtl/>
        </w:rPr>
        <w:t xml:space="preserve">ں </w:t>
      </w:r>
      <w:r>
        <w:rPr>
          <w:rtl/>
        </w:rPr>
        <w:t xml:space="preserve">مثلاً; </w:t>
      </w:r>
    </w:p>
    <w:p w:rsidR="00DE2D7F" w:rsidRDefault="00E664BB" w:rsidP="00D07B54">
      <w:pPr>
        <w:pStyle w:val="libNormal"/>
        <w:rPr>
          <w:rtl/>
        </w:rPr>
      </w:pPr>
      <w:r>
        <w:rPr>
          <w:rtl/>
        </w:rPr>
        <w:t>1</w:t>
      </w:r>
      <w:r w:rsidR="00DE2D7F">
        <w:rPr>
          <w:rtl/>
        </w:rPr>
        <w:t>)ايسے فضائي سفر مي</w:t>
      </w:r>
      <w:r w:rsidR="007D6C9B">
        <w:rPr>
          <w:rtl/>
        </w:rPr>
        <w:t xml:space="preserve">ں </w:t>
      </w:r>
      <w:r w:rsidR="00DE2D7F">
        <w:rPr>
          <w:rtl/>
        </w:rPr>
        <w:t xml:space="preserve">پہلى بار ركاوٹ كشش ثقل ہے كہ جس پر كنٹرول حاصل كرنے كے لے غير معمولى وسائل و ذرائع كى ضرورت ہے كيونكہ زمين كے مداراور مركز ثقل سے نكلنے كے لئے كم از كم چاليس ہزار كلو ميٹر فى گھنٹہ رفتار كى ضرورت ہے _ </w:t>
      </w:r>
    </w:p>
    <w:p w:rsidR="00DE2D7F" w:rsidRDefault="00E664BB" w:rsidP="00D07B54">
      <w:pPr>
        <w:pStyle w:val="libNormal"/>
        <w:rPr>
          <w:rtl/>
        </w:rPr>
      </w:pPr>
      <w:r>
        <w:rPr>
          <w:rtl/>
        </w:rPr>
        <w:t>2</w:t>
      </w:r>
      <w:r w:rsidR="00DE2D7F">
        <w:rPr>
          <w:rtl/>
        </w:rPr>
        <w:t>)دوسرى ركاوٹ يہ ہے كہ زمين كے باہر خلا مي</w:t>
      </w:r>
      <w:r w:rsidR="007D6C9B">
        <w:rPr>
          <w:rtl/>
        </w:rPr>
        <w:t xml:space="preserve">ں </w:t>
      </w:r>
      <w:r w:rsidR="00DE2D7F">
        <w:rPr>
          <w:rtl/>
        </w:rPr>
        <w:t>ہوا نہي</w:t>
      </w:r>
      <w:r w:rsidR="007D6C9B">
        <w:rPr>
          <w:rtl/>
        </w:rPr>
        <w:t xml:space="preserve">ں </w:t>
      </w:r>
      <w:r w:rsidR="00DE2D7F">
        <w:rPr>
          <w:rtl/>
        </w:rPr>
        <w:t>ہے جبكہ ہوا كے بغير انسان زندہ نہي</w:t>
      </w:r>
      <w:r w:rsidR="007D6C9B">
        <w:rPr>
          <w:rtl/>
        </w:rPr>
        <w:t xml:space="preserve">ں </w:t>
      </w:r>
      <w:r w:rsidR="00DE2D7F">
        <w:rPr>
          <w:rtl/>
        </w:rPr>
        <w:t xml:space="preserve">رہ سكتا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)بعض قديم فلاسفہ كا نظريہ يہ تھا كہ اسمانو</w:t>
      </w:r>
      <w:r w:rsidR="007D6C9B">
        <w:rPr>
          <w:rtl/>
        </w:rPr>
        <w:t xml:space="preserve">ں </w:t>
      </w:r>
      <w:r>
        <w:rPr>
          <w:rtl/>
        </w:rPr>
        <w:t>مي</w:t>
      </w:r>
      <w:r w:rsidR="007D6C9B">
        <w:rPr>
          <w:rtl/>
        </w:rPr>
        <w:t xml:space="preserve">ں </w:t>
      </w:r>
      <w:r>
        <w:rPr>
          <w:rtl/>
        </w:rPr>
        <w:t>ايسا ہونا ممكن نہي</w:t>
      </w:r>
      <w:r w:rsidR="007D6C9B">
        <w:rPr>
          <w:rtl/>
        </w:rPr>
        <w:t xml:space="preserve">ں </w:t>
      </w:r>
      <w:r>
        <w:rPr>
          <w:rtl/>
        </w:rPr>
        <w:t>ہے _اصطلاح مي</w:t>
      </w:r>
      <w:r w:rsidR="007D6C9B">
        <w:rPr>
          <w:rtl/>
        </w:rPr>
        <w:t xml:space="preserve">ں </w:t>
      </w:r>
      <w:r>
        <w:rPr>
          <w:rtl/>
        </w:rPr>
        <w:t>وہ كہتے تھے كہ افلاك مي</w:t>
      </w:r>
      <w:r w:rsidR="007D6C9B">
        <w:rPr>
          <w:rtl/>
        </w:rPr>
        <w:t xml:space="preserve">ں </w:t>
      </w:r>
      <w:r>
        <w:rPr>
          <w:rtl/>
        </w:rPr>
        <w:t>--''خرق ''(پھٹنا)اور ''التيام''(ملنا)ممكن نہي</w:t>
      </w:r>
      <w:r w:rsidR="007D6C9B">
        <w:rPr>
          <w:rtl/>
        </w:rPr>
        <w:t xml:space="preserve">ں </w:t>
      </w:r>
    </w:p>
    <w:p w:rsidR="00A1611C" w:rsidRDefault="00C2634E" w:rsidP="00D07B54">
      <w:pPr>
        <w:pStyle w:val="libNormal"/>
        <w:rPr>
          <w:rtl/>
        </w:rPr>
      </w:pPr>
      <w:r>
        <w:rPr>
          <w:rtl/>
        </w:rPr>
        <w:t xml:space="preserve"> </w:t>
      </w:r>
      <w:r>
        <w:rPr>
          <w:rtl/>
        </w:rPr>
        <w:br w:type="page"/>
      </w:r>
    </w:p>
    <w:p w:rsidR="00A1611C" w:rsidRDefault="00A1611C" w:rsidP="00D07B54">
      <w:pPr>
        <w:pStyle w:val="libNormal"/>
        <w:rPr>
          <w:rtl/>
        </w:rPr>
      </w:pPr>
    </w:p>
    <w:p w:rsidR="00DE2D7F" w:rsidRDefault="00E664BB" w:rsidP="00D07B54">
      <w:pPr>
        <w:pStyle w:val="libNormal"/>
        <w:rPr>
          <w:rtl/>
        </w:rPr>
      </w:pPr>
      <w:r>
        <w:rPr>
          <w:rtl/>
        </w:rPr>
        <w:t>3</w:t>
      </w:r>
      <w:r w:rsidR="00DE2D7F">
        <w:rPr>
          <w:rtl/>
        </w:rPr>
        <w:t>)تيسرى ركاوٹ ايسے سفر مي</w:t>
      </w:r>
      <w:r w:rsidR="007D6C9B">
        <w:rPr>
          <w:rtl/>
        </w:rPr>
        <w:t xml:space="preserve">ں </w:t>
      </w:r>
      <w:r w:rsidR="00DE2D7F">
        <w:rPr>
          <w:rtl/>
        </w:rPr>
        <w:t>اس حصہ مي</w:t>
      </w:r>
      <w:r w:rsidR="007D6C9B">
        <w:rPr>
          <w:rtl/>
        </w:rPr>
        <w:t xml:space="preserve">ں </w:t>
      </w:r>
      <w:r w:rsidR="00DE2D7F">
        <w:rPr>
          <w:rtl/>
        </w:rPr>
        <w:t>سورج كى جلادينے والى تپش ہے جبكہ جس حصہ پر سورج كى مستقيماً روشنى پڑرہى ہے اور اسى طرح اس حصے مي</w:t>
      </w:r>
      <w:r w:rsidR="007D6C9B">
        <w:rPr>
          <w:rtl/>
        </w:rPr>
        <w:t xml:space="preserve">ں </w:t>
      </w:r>
      <w:r w:rsidR="00DE2D7F">
        <w:rPr>
          <w:rtl/>
        </w:rPr>
        <w:t>جان ليوا سردى ہے جس مي</w:t>
      </w:r>
      <w:r w:rsidR="007D6C9B">
        <w:rPr>
          <w:rtl/>
        </w:rPr>
        <w:t xml:space="preserve">ں </w:t>
      </w:r>
      <w:r w:rsidR="00DE2D7F">
        <w:rPr>
          <w:rtl/>
        </w:rPr>
        <w:t>سورج كى روشنى نہي</w:t>
      </w:r>
      <w:r w:rsidR="007D6C9B">
        <w:rPr>
          <w:rtl/>
        </w:rPr>
        <w:t xml:space="preserve">ں </w:t>
      </w:r>
      <w:r w:rsidR="00DE2D7F">
        <w:rPr>
          <w:rtl/>
        </w:rPr>
        <w:t xml:space="preserve">پڑرہى ہے_ </w:t>
      </w:r>
    </w:p>
    <w:p w:rsidR="00DE2D7F" w:rsidRDefault="00E664BB" w:rsidP="00D07B54">
      <w:pPr>
        <w:pStyle w:val="libNormal"/>
        <w:rPr>
          <w:rtl/>
        </w:rPr>
      </w:pPr>
      <w:r>
        <w:rPr>
          <w:rtl/>
        </w:rPr>
        <w:t>4</w:t>
      </w:r>
      <w:r w:rsidR="00DE2D7F">
        <w:rPr>
          <w:rtl/>
        </w:rPr>
        <w:t>) اس سفر مي</w:t>
      </w:r>
      <w:r w:rsidR="007D6C9B">
        <w:rPr>
          <w:rtl/>
        </w:rPr>
        <w:t xml:space="preserve">ں </w:t>
      </w:r>
      <w:r w:rsidR="00DE2D7F">
        <w:rPr>
          <w:rtl/>
        </w:rPr>
        <w:t>چوتھى ركاوٹ وہ خطرناك شعاعي</w:t>
      </w:r>
      <w:r w:rsidR="007D6C9B">
        <w:rPr>
          <w:rtl/>
        </w:rPr>
        <w:t xml:space="preserve">ں </w:t>
      </w:r>
      <w:r w:rsidR="00DE2D7F">
        <w:rPr>
          <w:rtl/>
        </w:rPr>
        <w:t>ہي</w:t>
      </w:r>
      <w:r w:rsidR="007D6C9B">
        <w:rPr>
          <w:rtl/>
        </w:rPr>
        <w:t xml:space="preserve">ں </w:t>
      </w:r>
      <w:r w:rsidR="00DE2D7F">
        <w:rPr>
          <w:rtl/>
        </w:rPr>
        <w:t>كہ جو فضا ئے زمين كے اوپر موجود ہي</w:t>
      </w:r>
      <w:r w:rsidR="007D6C9B">
        <w:rPr>
          <w:rtl/>
        </w:rPr>
        <w:t xml:space="preserve">ں </w:t>
      </w:r>
      <w:r w:rsidR="00DE2D7F">
        <w:rPr>
          <w:rtl/>
        </w:rPr>
        <w:t xml:space="preserve">مثلا كا سمك ريز </w:t>
      </w:r>
      <w:r w:rsidR="00DE2D7F">
        <w:t>cosmic ravs</w:t>
      </w:r>
      <w:r w:rsidR="00DE2D7F">
        <w:rPr>
          <w:rtl/>
        </w:rPr>
        <w:t xml:space="preserve"> الٹرا وائلٹ ريز </w:t>
      </w:r>
      <w:r w:rsidR="00DE2D7F">
        <w:t>ultra violet ravs</w:t>
      </w:r>
      <w:r w:rsidR="00DE2D7F">
        <w:rPr>
          <w:rtl/>
        </w:rPr>
        <w:t xml:space="preserve">اور ايكس ريز </w:t>
      </w:r>
      <w:r w:rsidR="00DE2D7F">
        <w:t>x ravs</w:t>
      </w:r>
      <w:r w:rsidR="00DE2D7F">
        <w:rPr>
          <w:rtl/>
        </w:rPr>
        <w:t>يہ شعاعي</w:t>
      </w:r>
      <w:r w:rsidR="007D6C9B">
        <w:rPr>
          <w:rtl/>
        </w:rPr>
        <w:t xml:space="preserve">ں </w:t>
      </w:r>
      <w:r w:rsidR="00DE2D7F">
        <w:rPr>
          <w:rtl/>
        </w:rPr>
        <w:t>اگر تھوڑى مقدار مي</w:t>
      </w:r>
      <w:r w:rsidR="007D6C9B">
        <w:rPr>
          <w:rtl/>
        </w:rPr>
        <w:t xml:space="preserve">ں </w:t>
      </w:r>
      <w:r w:rsidR="00DE2D7F">
        <w:rPr>
          <w:rtl/>
        </w:rPr>
        <w:t>انسانى بدن پر پڑي</w:t>
      </w:r>
      <w:r w:rsidR="007D6C9B">
        <w:rPr>
          <w:rtl/>
        </w:rPr>
        <w:t xml:space="preserve">ں </w:t>
      </w:r>
      <w:r w:rsidR="00DE2D7F">
        <w:rPr>
          <w:rtl/>
        </w:rPr>
        <w:t xml:space="preserve">تو بدن كے آرگانزم </w:t>
      </w:r>
      <w:r w:rsidR="00DE2D7F">
        <w:t>otganism</w:t>
      </w:r>
      <w:r w:rsidR="00DE2D7F">
        <w:rPr>
          <w:rtl/>
        </w:rPr>
        <w:t>كے لئے نقصان دہ نہي</w:t>
      </w:r>
      <w:r w:rsidR="007D6C9B">
        <w:rPr>
          <w:rtl/>
        </w:rPr>
        <w:t xml:space="preserve">ں </w:t>
      </w:r>
      <w:r w:rsidR="00DE2D7F">
        <w:rPr>
          <w:rtl/>
        </w:rPr>
        <w:t>ہي</w:t>
      </w:r>
      <w:r w:rsidR="007D6C9B">
        <w:rPr>
          <w:rtl/>
        </w:rPr>
        <w:t xml:space="preserve">ں </w:t>
      </w:r>
      <w:r w:rsidR="00DE2D7F">
        <w:rPr>
          <w:rtl/>
        </w:rPr>
        <w:t>ليكن فضائے زمين كے باہر يہ شعاعي</w:t>
      </w:r>
      <w:r w:rsidR="007D6C9B">
        <w:rPr>
          <w:rtl/>
        </w:rPr>
        <w:t xml:space="preserve">ں </w:t>
      </w:r>
      <w:r w:rsidR="00DE2D7F">
        <w:rPr>
          <w:rtl/>
        </w:rPr>
        <w:t>بہت تباہ كن ہوتى ہي</w:t>
      </w:r>
      <w:r w:rsidR="007D6C9B">
        <w:rPr>
          <w:rtl/>
        </w:rPr>
        <w:t xml:space="preserve">ں </w:t>
      </w:r>
      <w:r w:rsidR="00DE2D7F">
        <w:rPr>
          <w:rtl/>
        </w:rPr>
        <w:t>(زمين پر رہنے والو</w:t>
      </w:r>
      <w:r w:rsidR="007D6C9B">
        <w:rPr>
          <w:rtl/>
        </w:rPr>
        <w:t xml:space="preserve">ں </w:t>
      </w:r>
      <w:r w:rsidR="00DE2D7F">
        <w:rPr>
          <w:rtl/>
        </w:rPr>
        <w:t xml:space="preserve">كے لئے زمين كے اوپر موجود فضاكى وجہ سے ان كى تپش ختم ہوجاتى ہے ) </w:t>
      </w:r>
    </w:p>
    <w:p w:rsidR="00DE2D7F" w:rsidRDefault="00E664BB" w:rsidP="00D07B54">
      <w:pPr>
        <w:pStyle w:val="libNormal"/>
        <w:rPr>
          <w:rtl/>
        </w:rPr>
      </w:pPr>
      <w:r>
        <w:rPr>
          <w:rtl/>
        </w:rPr>
        <w:t>5</w:t>
      </w:r>
      <w:r w:rsidR="00DE2D7F">
        <w:rPr>
          <w:rtl/>
        </w:rPr>
        <w:t>) ايك اور مشكل اس سلسلہ مي</w:t>
      </w:r>
      <w:r w:rsidR="007D6C9B">
        <w:rPr>
          <w:rtl/>
        </w:rPr>
        <w:t xml:space="preserve">ں </w:t>
      </w:r>
      <w:r w:rsidR="00DE2D7F">
        <w:rPr>
          <w:rtl/>
        </w:rPr>
        <w:t>يہ ہے كہ خلامي</w:t>
      </w:r>
      <w:r w:rsidR="007D6C9B">
        <w:rPr>
          <w:rtl/>
        </w:rPr>
        <w:t xml:space="preserve">ں </w:t>
      </w:r>
      <w:r w:rsidR="00DE2D7F">
        <w:rPr>
          <w:rtl/>
        </w:rPr>
        <w:t>انسان بے وزنى كى كيفيت سے دوچار ہوجاتا ہے اگرچہ تدريجاًبے وزنى كى عادت پيدا كى جاسكتى ہے ليكن اگر زمين كے باسى بغير كسى تيارى اور تمہيد كے خلا مي</w:t>
      </w:r>
      <w:r w:rsidR="007D6C9B">
        <w:rPr>
          <w:rtl/>
        </w:rPr>
        <w:t xml:space="preserve">ں </w:t>
      </w:r>
      <w:r w:rsidR="00DE2D7F">
        <w:rPr>
          <w:rtl/>
        </w:rPr>
        <w:t>جا پہنچي</w:t>
      </w:r>
      <w:r w:rsidR="007D6C9B">
        <w:rPr>
          <w:rtl/>
        </w:rPr>
        <w:t xml:space="preserve">ں </w:t>
      </w:r>
      <w:r w:rsidR="00DE2D7F">
        <w:rPr>
          <w:rtl/>
        </w:rPr>
        <w:t xml:space="preserve">تو بےوزنى سے نمٹنا بہت ہى مشكل ہے _ </w:t>
      </w:r>
    </w:p>
    <w:p w:rsidR="00DE2D7F" w:rsidRDefault="00E664BB" w:rsidP="00D07B54">
      <w:pPr>
        <w:pStyle w:val="libNormal"/>
        <w:rPr>
          <w:rtl/>
        </w:rPr>
      </w:pPr>
      <w:r>
        <w:rPr>
          <w:rtl/>
        </w:rPr>
        <w:t>6</w:t>
      </w:r>
      <w:r w:rsidR="00DE2D7F">
        <w:rPr>
          <w:rtl/>
        </w:rPr>
        <w:t>) آخرى مشكل اس سلسلے مي</w:t>
      </w:r>
      <w:r w:rsidR="007D6C9B">
        <w:rPr>
          <w:rtl/>
        </w:rPr>
        <w:t xml:space="preserve">ں </w:t>
      </w:r>
      <w:r w:rsidR="00DE2D7F">
        <w:rPr>
          <w:rtl/>
        </w:rPr>
        <w:t>زمانے كى مشكل ہے اور يہ نہايت اہم ركاوٹ ہے كيونكہ دورحاضر كے سان سى علوم كے مطابق روشنى كى رفتار ہر چيز سے زيادہ ہے اور اگر كوئي آسمانو</w:t>
      </w:r>
      <w:r w:rsidR="007D6C9B">
        <w:rPr>
          <w:rtl/>
        </w:rPr>
        <w:t xml:space="preserve">ں </w:t>
      </w:r>
      <w:r w:rsidR="00DE2D7F">
        <w:rPr>
          <w:rtl/>
        </w:rPr>
        <w:t xml:space="preserve">كى سير كرنا چاہے تو ضرورى ہو گاكہ اس كى رفتار سے زيادہ ہو _ </w:t>
      </w:r>
    </w:p>
    <w:p w:rsidR="00DE2D7F" w:rsidRDefault="00DE2D7F" w:rsidP="00D07B54">
      <w:pPr>
        <w:pStyle w:val="libNormal"/>
        <w:rPr>
          <w:rtl/>
        </w:rPr>
      </w:pPr>
    </w:p>
    <w:p w:rsidR="00A1611C" w:rsidRDefault="00DE2D7F" w:rsidP="00D07B54">
      <w:pPr>
        <w:pStyle w:val="Heading2Center"/>
        <w:rPr>
          <w:rtl/>
        </w:rPr>
      </w:pPr>
      <w:bookmarkStart w:id="339" w:name="_Toc7268736"/>
      <w:r>
        <w:rPr>
          <w:rtl/>
        </w:rPr>
        <w:t>ان سوالات كے پيش نظر چندچيزو</w:t>
      </w:r>
      <w:r w:rsidR="007D6C9B">
        <w:rPr>
          <w:rtl/>
        </w:rPr>
        <w:t xml:space="preserve">ں </w:t>
      </w:r>
      <w:r>
        <w:rPr>
          <w:rtl/>
        </w:rPr>
        <w:t>پر توجہ</w:t>
      </w:r>
      <w:bookmarkEnd w:id="339"/>
      <w:r>
        <w:rPr>
          <w:rtl/>
        </w:rPr>
        <w:t xml:space="preserve"> </w:t>
      </w:r>
    </w:p>
    <w:p w:rsidR="00DE2D7F" w:rsidRDefault="00DE2D7F" w:rsidP="00D07B54">
      <w:pPr>
        <w:pStyle w:val="libNormal"/>
        <w:rPr>
          <w:rtl/>
        </w:rPr>
      </w:pPr>
      <w:r>
        <w:rPr>
          <w:rtl/>
        </w:rPr>
        <w:t>ان امور كے جواب مي</w:t>
      </w:r>
      <w:r w:rsidR="007D6C9B">
        <w:rPr>
          <w:rtl/>
        </w:rPr>
        <w:t xml:space="preserve">ں </w:t>
      </w:r>
      <w:r>
        <w:rPr>
          <w:rtl/>
        </w:rPr>
        <w:t xml:space="preserve">ان نكات كى طرف توجہ ضرورى ہے _ </w:t>
      </w:r>
    </w:p>
    <w:p w:rsidR="00DE2D7F" w:rsidRDefault="00E664BB" w:rsidP="00D07B54">
      <w:pPr>
        <w:pStyle w:val="libNormal"/>
        <w:rPr>
          <w:rtl/>
        </w:rPr>
      </w:pPr>
      <w:r>
        <w:rPr>
          <w:rtl/>
        </w:rPr>
        <w:t>1</w:t>
      </w:r>
      <w:r w:rsidR="00DE2D7F">
        <w:rPr>
          <w:rtl/>
        </w:rPr>
        <w:t>_ہم جانتے ہي</w:t>
      </w:r>
      <w:r w:rsidR="007D6C9B">
        <w:rPr>
          <w:rtl/>
        </w:rPr>
        <w:t xml:space="preserve">ں </w:t>
      </w:r>
      <w:r w:rsidR="00DE2D7F">
        <w:rPr>
          <w:rtl/>
        </w:rPr>
        <w:t>كہ فضائي سفر كى تمام تر مشكلات كے باوجود آخر كار انسان علم كى قوت سے اس پر دسترس حاصل كرچكا ہے اور سوائے زمانے كى مشكل كے باقى تمام مشكلات حل ہوچكى ہي</w:t>
      </w:r>
      <w:r w:rsidR="007D6C9B">
        <w:rPr>
          <w:rtl/>
        </w:rPr>
        <w:t xml:space="preserve">ں </w:t>
      </w:r>
      <w:r w:rsidR="00DE2D7F">
        <w:rPr>
          <w:rtl/>
        </w:rPr>
        <w:t xml:space="preserve">اور زمانے والى مشكل بھى بہت دور كے سفر سے مربوط ہے _ </w:t>
      </w:r>
    </w:p>
    <w:p w:rsidR="00A1611C" w:rsidRDefault="001648F9" w:rsidP="00D07B54">
      <w:pPr>
        <w:pStyle w:val="libNormal"/>
        <w:rPr>
          <w:rtl/>
        </w:rPr>
      </w:pPr>
      <w:r>
        <w:rPr>
          <w:rtl/>
        </w:rPr>
        <w:t xml:space="preserve"> </w:t>
      </w:r>
      <w:r>
        <w:rPr>
          <w:rtl/>
        </w:rPr>
        <w:br w:type="page"/>
      </w:r>
    </w:p>
    <w:p w:rsidR="00A1611C" w:rsidRDefault="00A1611C" w:rsidP="00D07B54">
      <w:pPr>
        <w:pStyle w:val="libNormal"/>
        <w:rPr>
          <w:rtl/>
        </w:rPr>
      </w:pPr>
    </w:p>
    <w:p w:rsidR="00DE2D7F" w:rsidRDefault="00E664BB" w:rsidP="00D07B54">
      <w:pPr>
        <w:pStyle w:val="libNormal"/>
        <w:rPr>
          <w:rtl/>
        </w:rPr>
      </w:pPr>
      <w:r>
        <w:rPr>
          <w:rtl/>
        </w:rPr>
        <w:t>2</w:t>
      </w:r>
      <w:r w:rsidR="00DE2D7F">
        <w:rPr>
          <w:rtl/>
        </w:rPr>
        <w:t>_اس مي</w:t>
      </w:r>
      <w:r w:rsidR="007D6C9B">
        <w:rPr>
          <w:rtl/>
        </w:rPr>
        <w:t xml:space="preserve">ں </w:t>
      </w:r>
      <w:r w:rsidR="00DE2D7F">
        <w:rPr>
          <w:rtl/>
        </w:rPr>
        <w:t>شك نہي</w:t>
      </w:r>
      <w:r w:rsidR="007D6C9B">
        <w:rPr>
          <w:rtl/>
        </w:rPr>
        <w:t xml:space="preserve">ں </w:t>
      </w:r>
      <w:r w:rsidR="00DE2D7F">
        <w:rPr>
          <w:rtl/>
        </w:rPr>
        <w:t>كہ مسئلہ معراج عمومى اور معمولى پہلو نہي</w:t>
      </w:r>
      <w:r w:rsidR="007D6C9B">
        <w:rPr>
          <w:rtl/>
        </w:rPr>
        <w:t xml:space="preserve">ں </w:t>
      </w:r>
      <w:r w:rsidR="00DE2D7F">
        <w:rPr>
          <w:rtl/>
        </w:rPr>
        <w:t>ركھتا بلكہ يہ اللہ كى لامتناہى قدرت و طاقت كے ذريعے صورت پذير ہوا اور انبياء كے تمام معجزات اسى قسم كے تھے زيادہ واضح الفاظ مي</w:t>
      </w:r>
      <w:r w:rsidR="007D6C9B">
        <w:rPr>
          <w:rtl/>
        </w:rPr>
        <w:t xml:space="preserve">ں </w:t>
      </w:r>
      <w:r w:rsidR="00DE2D7F">
        <w:rPr>
          <w:rtl/>
        </w:rPr>
        <w:t>يہ كہا جاسكتا ہے كہ معجزہ عقلاً محال نہي</w:t>
      </w:r>
      <w:r w:rsidR="007D6C9B">
        <w:rPr>
          <w:rtl/>
        </w:rPr>
        <w:t xml:space="preserve">ں </w:t>
      </w:r>
      <w:r w:rsidR="00DE2D7F">
        <w:rPr>
          <w:rtl/>
        </w:rPr>
        <w:t>ہونا چاہئے اور جب معجزہ بھى عقلاً ممكن ہے ، توباقى معاملات اللہ كى قدرت سے حل ہوجاتے ہي</w:t>
      </w:r>
      <w:r w:rsidR="007D6C9B">
        <w:rPr>
          <w:rtl/>
        </w:rPr>
        <w:t xml:space="preserve">ں </w:t>
      </w:r>
      <w:r w:rsidR="00DE2D7F">
        <w:rPr>
          <w:rtl/>
        </w:rPr>
        <w:t xml:space="preserve">_ </w:t>
      </w:r>
    </w:p>
    <w:p w:rsidR="00DE2D7F" w:rsidRDefault="00DE2D7F" w:rsidP="00D07B54">
      <w:pPr>
        <w:pStyle w:val="libNormal"/>
        <w:rPr>
          <w:rtl/>
        </w:rPr>
      </w:pPr>
      <w:r>
        <w:rPr>
          <w:rtl/>
        </w:rPr>
        <w:t>جب انسان يہ طاقت ركھتا ہے كہ سائنسى ترقى كى بنياد پر ايسى چيزي</w:t>
      </w:r>
      <w:r w:rsidR="007D6C9B">
        <w:rPr>
          <w:rtl/>
        </w:rPr>
        <w:t xml:space="preserve">ں </w:t>
      </w:r>
      <w:r>
        <w:rPr>
          <w:rtl/>
        </w:rPr>
        <w:t>بنالے جو زمينى مركز ثقل سے باہر نكل سكتى ہي</w:t>
      </w:r>
      <w:r w:rsidR="007D6C9B">
        <w:rPr>
          <w:rtl/>
        </w:rPr>
        <w:t xml:space="preserve">ں </w:t>
      </w:r>
      <w:r>
        <w:rPr>
          <w:rtl/>
        </w:rPr>
        <w:t>، ايسى چيزي</w:t>
      </w:r>
      <w:r w:rsidR="007D6C9B">
        <w:rPr>
          <w:rtl/>
        </w:rPr>
        <w:t xml:space="preserve">ں </w:t>
      </w:r>
      <w:r>
        <w:rPr>
          <w:rtl/>
        </w:rPr>
        <w:t>تيار كرلے كہ فضائے زمين سے باہر كى ہولناك شعاعي</w:t>
      </w:r>
      <w:r w:rsidR="007D6C9B">
        <w:rPr>
          <w:rtl/>
        </w:rPr>
        <w:t xml:space="preserve">ں </w:t>
      </w:r>
      <w:r>
        <w:rPr>
          <w:rtl/>
        </w:rPr>
        <w:t>ان پر اثر نہ كرسكي</w:t>
      </w:r>
      <w:r w:rsidR="007D6C9B">
        <w:rPr>
          <w:rtl/>
        </w:rPr>
        <w:t xml:space="preserve">ں </w:t>
      </w:r>
      <w:r>
        <w:rPr>
          <w:rtl/>
        </w:rPr>
        <w:t>اور ايسے لباس تيار كرلے كہ جو اسے انتہائي زيادہ گرمى اور سردى سے محفوظ ركھ سكي</w:t>
      </w:r>
      <w:r w:rsidR="007D6C9B">
        <w:rPr>
          <w:rtl/>
        </w:rPr>
        <w:t xml:space="preserve">ں </w:t>
      </w:r>
      <w:r>
        <w:rPr>
          <w:rtl/>
        </w:rPr>
        <w:t>اور مشق كے ذريعے بے وزنى كى كيفيت مي</w:t>
      </w:r>
      <w:r w:rsidR="007D6C9B">
        <w:rPr>
          <w:rtl/>
        </w:rPr>
        <w:t xml:space="preserve">ں </w:t>
      </w:r>
      <w:r>
        <w:rPr>
          <w:rtl/>
        </w:rPr>
        <w:t>رہنے كى عادت پيدا كرلے ،يعنى جب انسان اپنى محدود قوت كے ذريعے يہ كام كرسكتا ہے تو پھر كيا اللہ اپنى لا محدود طاقت كے ذريعہ يہ كام نہي</w:t>
      </w:r>
      <w:r w:rsidR="007D6C9B">
        <w:rPr>
          <w:rtl/>
        </w:rPr>
        <w:t xml:space="preserve">ں </w:t>
      </w:r>
      <w:r>
        <w:rPr>
          <w:rtl/>
        </w:rPr>
        <w:t xml:space="preserve">كرسكتا ؟ </w:t>
      </w:r>
    </w:p>
    <w:p w:rsidR="00DE2D7F" w:rsidRDefault="00DE2D7F" w:rsidP="00D07B54">
      <w:pPr>
        <w:pStyle w:val="libNormal"/>
        <w:rPr>
          <w:rtl/>
        </w:rPr>
      </w:pPr>
      <w:r>
        <w:rPr>
          <w:rtl/>
        </w:rPr>
        <w:t>ہمي</w:t>
      </w:r>
      <w:r w:rsidR="007D6C9B">
        <w:rPr>
          <w:rtl/>
        </w:rPr>
        <w:t xml:space="preserve">ں </w:t>
      </w:r>
      <w:r>
        <w:rPr>
          <w:rtl/>
        </w:rPr>
        <w:t>يقين ہے كہ اللہ نے اپنے رسول كو اس سفر كے لئے انتہائي تيز رفتار سوارى دى تھى اور اس سفرمي</w:t>
      </w:r>
      <w:r w:rsidR="007D6C9B">
        <w:rPr>
          <w:rtl/>
        </w:rPr>
        <w:t xml:space="preserve">ں </w:t>
      </w:r>
      <w:r>
        <w:rPr>
          <w:rtl/>
        </w:rPr>
        <w:t>در پيش خطرات سے محفوظ رہنے كے لئے انہي</w:t>
      </w:r>
      <w:r w:rsidR="007D6C9B">
        <w:rPr>
          <w:rtl/>
        </w:rPr>
        <w:t xml:space="preserve">ں </w:t>
      </w:r>
      <w:r>
        <w:rPr>
          <w:rtl/>
        </w:rPr>
        <w:t>اپنى مدد كا لباس پہنايا تھا ،ہا</w:t>
      </w:r>
      <w:r w:rsidR="007D6C9B">
        <w:rPr>
          <w:rtl/>
        </w:rPr>
        <w:t xml:space="preserve">ں </w:t>
      </w:r>
      <w:r>
        <w:rPr>
          <w:rtl/>
        </w:rPr>
        <w:t>يہ سوارى كس قسم كى تھى اور اس كا نام كيا تھا براق ؟ رفرف ؟ يا كوئي اور ؟يہ مسئلہ قدرت كاراز ہے، ہمي</w:t>
      </w:r>
      <w:r w:rsidR="007D6C9B">
        <w:rPr>
          <w:rtl/>
        </w:rPr>
        <w:t xml:space="preserve">ں </w:t>
      </w:r>
      <w:r>
        <w:rPr>
          <w:rtl/>
        </w:rPr>
        <w:t>اس كا علم نہي</w:t>
      </w:r>
      <w:r w:rsidR="007D6C9B">
        <w:rPr>
          <w:rtl/>
        </w:rPr>
        <w:t xml:space="preserve">ں </w:t>
      </w:r>
      <w:r>
        <w:rPr>
          <w:rtl/>
        </w:rPr>
        <w:t xml:space="preserve">_ </w:t>
      </w:r>
    </w:p>
    <w:p w:rsidR="00DE2D7F" w:rsidRDefault="00DE2D7F" w:rsidP="00D07B54">
      <w:pPr>
        <w:pStyle w:val="libNormal"/>
        <w:rPr>
          <w:rtl/>
        </w:rPr>
      </w:pPr>
      <w:r>
        <w:rPr>
          <w:rtl/>
        </w:rPr>
        <w:t>ان تمام چيزو</w:t>
      </w:r>
      <w:r w:rsidR="007D6C9B">
        <w:rPr>
          <w:rtl/>
        </w:rPr>
        <w:t xml:space="preserve">ں </w:t>
      </w:r>
      <w:r>
        <w:rPr>
          <w:rtl/>
        </w:rPr>
        <w:t>سے قطع نظر تيز تري</w:t>
      </w:r>
      <w:r w:rsidR="007D6C9B">
        <w:rPr>
          <w:rtl/>
        </w:rPr>
        <w:t xml:space="preserve">ں </w:t>
      </w:r>
      <w:r>
        <w:rPr>
          <w:rtl/>
        </w:rPr>
        <w:t>رفتار كے بارے مي</w:t>
      </w:r>
      <w:r w:rsidR="007D6C9B">
        <w:rPr>
          <w:rtl/>
        </w:rPr>
        <w:t xml:space="preserve">ں </w:t>
      </w:r>
      <w:r>
        <w:rPr>
          <w:rtl/>
        </w:rPr>
        <w:t>مذكورہ نظريہ آج كے سائنسدانو</w:t>
      </w:r>
      <w:r w:rsidR="007D6C9B">
        <w:rPr>
          <w:rtl/>
        </w:rPr>
        <w:t xml:space="preserve">ں </w:t>
      </w:r>
      <w:r>
        <w:rPr>
          <w:rtl/>
        </w:rPr>
        <w:t xml:space="preserve">كے درميان متزلزل ہوچكا ہے اگر چہ آ ئن سٹائن اپنے مشہور نظريہ پر پختہ يقين ركھتا ہے _ </w:t>
      </w:r>
    </w:p>
    <w:p w:rsidR="00DE2D7F" w:rsidRDefault="00DE2D7F" w:rsidP="00D07B54">
      <w:pPr>
        <w:pStyle w:val="libNormal"/>
        <w:rPr>
          <w:rtl/>
        </w:rPr>
      </w:pPr>
      <w:r>
        <w:rPr>
          <w:rtl/>
        </w:rPr>
        <w:t>آج كے سائنسدا</w:t>
      </w:r>
      <w:r w:rsidR="007D6C9B">
        <w:rPr>
          <w:rtl/>
        </w:rPr>
        <w:t xml:space="preserve">ں </w:t>
      </w:r>
      <w:r>
        <w:rPr>
          <w:rtl/>
        </w:rPr>
        <w:t>كہتے ہي</w:t>
      </w:r>
      <w:r w:rsidR="007D6C9B">
        <w:rPr>
          <w:rtl/>
        </w:rPr>
        <w:t xml:space="preserve">ں </w:t>
      </w:r>
      <w:r>
        <w:rPr>
          <w:rtl/>
        </w:rPr>
        <w:t>كہ امواج جاذمہ</w:t>
      </w:r>
      <w:r>
        <w:t>rdvs of at f fion</w:t>
      </w:r>
      <w:r>
        <w:rPr>
          <w:rtl/>
        </w:rPr>
        <w:t>زمانے كى احتياج كے بغير آن واحد مي</w:t>
      </w:r>
      <w:r w:rsidR="007D6C9B">
        <w:rPr>
          <w:rtl/>
        </w:rPr>
        <w:t xml:space="preserve">ں </w:t>
      </w:r>
      <w:r>
        <w:rPr>
          <w:rtl/>
        </w:rPr>
        <w:t>دنيا كى ايك طرف سے دوسرى طرف منتقل ہوجاتى ہي</w:t>
      </w:r>
      <w:r w:rsidR="007D6C9B">
        <w:rPr>
          <w:rtl/>
        </w:rPr>
        <w:t xml:space="preserve">ں </w:t>
      </w:r>
      <w:r>
        <w:rPr>
          <w:rtl/>
        </w:rPr>
        <w:t>اور اپنا اثر چھوڑتى ہي</w:t>
      </w:r>
      <w:r w:rsidR="007D6C9B">
        <w:rPr>
          <w:rtl/>
        </w:rPr>
        <w:t xml:space="preserve">ں </w:t>
      </w:r>
      <w:r>
        <w:rPr>
          <w:rtl/>
        </w:rPr>
        <w:t>يہا</w:t>
      </w:r>
      <w:r w:rsidR="007D6C9B">
        <w:rPr>
          <w:rtl/>
        </w:rPr>
        <w:t xml:space="preserve">ں </w:t>
      </w:r>
      <w:r>
        <w:rPr>
          <w:rtl/>
        </w:rPr>
        <w:t>تك كہ يہ احتمال بھى ہے كہ عالم كے پھيلائو سے مربوط حركات مي</w:t>
      </w:r>
      <w:r w:rsidR="007D6C9B">
        <w:rPr>
          <w:rtl/>
        </w:rPr>
        <w:t xml:space="preserve">ں </w:t>
      </w:r>
      <w:r>
        <w:rPr>
          <w:rtl/>
        </w:rPr>
        <w:t>ايسے منظومے موجودہي</w:t>
      </w:r>
      <w:r w:rsidR="007D6C9B">
        <w:rPr>
          <w:rtl/>
        </w:rPr>
        <w:t xml:space="preserve">ں </w:t>
      </w:r>
      <w:r>
        <w:rPr>
          <w:rtl/>
        </w:rPr>
        <w:t>كہ جوروشنى كى رفتارسے زيادہ تيزى سے مركز جہان سے دور ہوجاتے ہي</w:t>
      </w:r>
      <w:r w:rsidR="007D6C9B">
        <w:rPr>
          <w:rtl/>
        </w:rPr>
        <w:t xml:space="preserve">ں </w:t>
      </w:r>
      <w:r>
        <w:rPr>
          <w:rtl/>
        </w:rPr>
        <w:t>(ہم جانتے ہي</w:t>
      </w:r>
      <w:r w:rsidR="007D6C9B">
        <w:rPr>
          <w:rtl/>
        </w:rPr>
        <w:t xml:space="preserve">ں </w:t>
      </w:r>
      <w:r>
        <w:rPr>
          <w:rtl/>
        </w:rPr>
        <w:t>كہ كائنات پھيل رہى ہے اور ستارے اور نظام ہائے شمسى تيزى كے ساتھ ايك دوسرے سے دور ہورہے ہي</w:t>
      </w:r>
      <w:r w:rsidR="007D6C9B">
        <w:rPr>
          <w:rtl/>
        </w:rPr>
        <w:t xml:space="preserve">ں </w:t>
      </w:r>
      <w:r>
        <w:rPr>
          <w:rtl/>
        </w:rPr>
        <w:t>)(غور كيجئے گا)مختصر يہ كہ اس سفر كے لئے جو بھى مشكلات بيان كى گئي ہي</w:t>
      </w:r>
      <w:r w:rsidR="007D6C9B">
        <w:rPr>
          <w:rtl/>
        </w:rPr>
        <w:t xml:space="preserve">ں </w:t>
      </w:r>
      <w:r>
        <w:rPr>
          <w:rtl/>
        </w:rPr>
        <w:t>ان مي</w:t>
      </w:r>
      <w:r w:rsidR="007D6C9B">
        <w:rPr>
          <w:rtl/>
        </w:rPr>
        <w:t xml:space="preserve">ں </w:t>
      </w:r>
      <w:r>
        <w:rPr>
          <w:rtl/>
        </w:rPr>
        <w:t>سے كوئي بھى عقلى طور پر اس راہ مي</w:t>
      </w:r>
      <w:r w:rsidR="007D6C9B">
        <w:rPr>
          <w:rtl/>
        </w:rPr>
        <w:t xml:space="preserve">ں </w:t>
      </w:r>
      <w:r>
        <w:rPr>
          <w:rtl/>
        </w:rPr>
        <w:t>حائل نہي</w:t>
      </w:r>
      <w:r w:rsidR="007D6C9B">
        <w:rPr>
          <w:rtl/>
        </w:rPr>
        <w:t xml:space="preserve">ں </w:t>
      </w:r>
      <w:r>
        <w:rPr>
          <w:rtl/>
        </w:rPr>
        <w:t>ہے اور ايسى كوئي بنياد نہي</w:t>
      </w:r>
      <w:r w:rsidR="007D6C9B">
        <w:rPr>
          <w:rtl/>
        </w:rPr>
        <w:t xml:space="preserve">ں </w:t>
      </w:r>
      <w:r>
        <w:rPr>
          <w:rtl/>
        </w:rPr>
        <w:t xml:space="preserve">كہ </w:t>
      </w:r>
    </w:p>
    <w:p w:rsidR="00A1611C" w:rsidRDefault="001648F9" w:rsidP="00D07B54">
      <w:pPr>
        <w:pStyle w:val="libNormal"/>
        <w:rPr>
          <w:rtl/>
        </w:rPr>
      </w:pPr>
      <w:r>
        <w:rPr>
          <w:rtl/>
        </w:rPr>
        <w:t xml:space="preserve"> </w:t>
      </w:r>
      <w:r>
        <w:rPr>
          <w:rtl/>
        </w:rPr>
        <w:br w:type="page"/>
      </w:r>
    </w:p>
    <w:p w:rsidR="00A1611C" w:rsidRDefault="00A1611C" w:rsidP="00D07B54">
      <w:pPr>
        <w:pStyle w:val="libNormal"/>
        <w:rPr>
          <w:rtl/>
        </w:rPr>
      </w:pPr>
    </w:p>
    <w:p w:rsidR="00DE2D7F" w:rsidRDefault="00DE2D7F" w:rsidP="00D07B54">
      <w:pPr>
        <w:pStyle w:val="libNormal"/>
        <w:rPr>
          <w:rtl/>
        </w:rPr>
      </w:pPr>
      <w:r>
        <w:rPr>
          <w:rtl/>
        </w:rPr>
        <w:t>واقعہ معراج كو محال عقلى سمجھا جائے اس راستے مي</w:t>
      </w:r>
      <w:r w:rsidR="007D6C9B">
        <w:rPr>
          <w:rtl/>
        </w:rPr>
        <w:t xml:space="preserve">ں </w:t>
      </w:r>
      <w:r>
        <w:rPr>
          <w:rtl/>
        </w:rPr>
        <w:t>درپيش مسائل كو حل كرنے كے لئے جو وسائل دركار ہي</w:t>
      </w:r>
      <w:r w:rsidR="007D6C9B">
        <w:rPr>
          <w:rtl/>
        </w:rPr>
        <w:t xml:space="preserve">ں </w:t>
      </w:r>
      <w:r>
        <w:rPr>
          <w:rtl/>
        </w:rPr>
        <w:t>وہ موجود ہو</w:t>
      </w:r>
      <w:r w:rsidR="007D6C9B">
        <w:rPr>
          <w:rtl/>
        </w:rPr>
        <w:t xml:space="preserve">ں </w:t>
      </w:r>
      <w:r>
        <w:rPr>
          <w:rtl/>
        </w:rPr>
        <w:t xml:space="preserve">تو ايسا ہوسكتا ہے _ </w:t>
      </w:r>
    </w:p>
    <w:p w:rsidR="00DE2D7F" w:rsidRDefault="00DE2D7F" w:rsidP="00D07B54">
      <w:pPr>
        <w:pStyle w:val="libNormal"/>
        <w:rPr>
          <w:rtl/>
        </w:rPr>
      </w:pPr>
      <w:r>
        <w:rPr>
          <w:rtl/>
        </w:rPr>
        <w:t>بہرحال واقعہ معراج نہ تو عقلى دلائل كے حوالے سے ناممكن ہے اور نہ دور حاضر كے سائنسى معيارو</w:t>
      </w:r>
      <w:r w:rsidR="007D6C9B">
        <w:rPr>
          <w:rtl/>
        </w:rPr>
        <w:t xml:space="preserve">ں </w:t>
      </w:r>
      <w:r>
        <w:rPr>
          <w:rtl/>
        </w:rPr>
        <w:t>كے لحاظ سے ، البتہ اس كے غير معمولى اور معجزہ ہونے كو سب قبول كرتے ہي</w:t>
      </w:r>
      <w:r w:rsidR="007D6C9B">
        <w:rPr>
          <w:rtl/>
        </w:rPr>
        <w:t xml:space="preserve">ں </w:t>
      </w:r>
      <w:r>
        <w:rPr>
          <w:rtl/>
        </w:rPr>
        <w:t xml:space="preserve">لہذا جب قطعى اور يقينى نقلى دليل سے ثابت ہوجائے تو اسے قبول كرلينا چاہئے_ </w:t>
      </w:r>
    </w:p>
    <w:p w:rsidR="00DE2D7F" w:rsidRDefault="00DE2D7F" w:rsidP="00D07B54">
      <w:pPr>
        <w:pStyle w:val="libNormal"/>
        <w:rPr>
          <w:rtl/>
        </w:rPr>
      </w:pPr>
    </w:p>
    <w:p w:rsidR="00A1611C" w:rsidRDefault="00DE2D7F" w:rsidP="00D07B54">
      <w:pPr>
        <w:pStyle w:val="Heading2Center"/>
        <w:rPr>
          <w:rtl/>
        </w:rPr>
      </w:pPr>
      <w:bookmarkStart w:id="340" w:name="_Toc7268737"/>
      <w:r>
        <w:rPr>
          <w:rtl/>
        </w:rPr>
        <w:t>شب معراج پيغمبر (ص) سے خداكى باتي</w:t>
      </w:r>
      <w:r w:rsidR="007D6C9B">
        <w:rPr>
          <w:rtl/>
        </w:rPr>
        <w:t>ں</w:t>
      </w:r>
      <w:bookmarkEnd w:id="340"/>
    </w:p>
    <w:p w:rsidR="00DE2D7F" w:rsidRDefault="007D6C9B" w:rsidP="00D07B54">
      <w:pPr>
        <w:pStyle w:val="libNormal"/>
        <w:rPr>
          <w:rtl/>
        </w:rPr>
      </w:pPr>
      <w:r>
        <w:rPr>
          <w:rtl/>
        </w:rPr>
        <w:t xml:space="preserve"> </w:t>
      </w:r>
      <w:r w:rsidR="00DE2D7F">
        <w:rPr>
          <w:rtl/>
        </w:rPr>
        <w:t xml:space="preserve">پيغمبر نے شب معراج پروردگار سبحان سے اس طرح سوال كيا : </w:t>
      </w:r>
    </w:p>
    <w:p w:rsidR="00DE2D7F" w:rsidRDefault="00DE2D7F" w:rsidP="00D07B54">
      <w:pPr>
        <w:pStyle w:val="libNormal"/>
        <w:rPr>
          <w:rtl/>
        </w:rPr>
      </w:pPr>
      <w:r>
        <w:rPr>
          <w:rtl/>
        </w:rPr>
        <w:t xml:space="preserve">پروردگار ا: كونساعمل افضل ہے ؟ </w:t>
      </w:r>
    </w:p>
    <w:p w:rsidR="00DE2D7F" w:rsidRDefault="00DE2D7F" w:rsidP="00D07B54">
      <w:pPr>
        <w:pStyle w:val="libNormal"/>
        <w:rPr>
          <w:rtl/>
        </w:rPr>
      </w:pPr>
      <w:r>
        <w:rPr>
          <w:rtl/>
        </w:rPr>
        <w:t xml:space="preserve">خدا وند تعالى نے فرمايا : </w:t>
      </w:r>
    </w:p>
    <w:p w:rsidR="00DE2D7F" w:rsidRDefault="00DE2D7F" w:rsidP="00D07B54">
      <w:pPr>
        <w:pStyle w:val="libNormal"/>
        <w:rPr>
          <w:rtl/>
        </w:rPr>
      </w:pPr>
      <w:r>
        <w:rPr>
          <w:rtl/>
        </w:rPr>
        <w:t>'' كوئي چيز ميرے نزيك مجھ پر توكل كرنے ، اور جو كچھ مي</w:t>
      </w:r>
      <w:r w:rsidR="007D6C9B">
        <w:rPr>
          <w:rtl/>
        </w:rPr>
        <w:t xml:space="preserve">ں </w:t>
      </w:r>
      <w:r>
        <w:rPr>
          <w:rtl/>
        </w:rPr>
        <w:t>نے تقسيم كركے ديا ہے اس پر راضى ہونے سے بہتر نہي</w:t>
      </w:r>
      <w:r w:rsidR="007D6C9B">
        <w:rPr>
          <w:rtl/>
        </w:rPr>
        <w:t xml:space="preserve">ں </w:t>
      </w:r>
      <w:r>
        <w:rPr>
          <w:rtl/>
        </w:rPr>
        <w:t>ہے ،اے محمد جولوگ ميرى خاطر ايك دوسرے كو دوست ركھتے ہي</w:t>
      </w:r>
      <w:r w:rsidR="007D6C9B">
        <w:rPr>
          <w:rtl/>
        </w:rPr>
        <w:t xml:space="preserve">ں </w:t>
      </w:r>
      <w:r>
        <w:rPr>
          <w:rtl/>
        </w:rPr>
        <w:t>ميرى محبت ان كے شامل حال ہوگى اور جو لوگ ميرى خاطر ايك دوسرے پر مہربان ہي</w:t>
      </w:r>
      <w:r w:rsidR="007D6C9B">
        <w:rPr>
          <w:rtl/>
        </w:rPr>
        <w:t xml:space="preserve">ں </w:t>
      </w:r>
      <w:r>
        <w:rPr>
          <w:rtl/>
        </w:rPr>
        <w:t>اور ميرى خاطر دوستى كے تعلقات ركھتے ہي</w:t>
      </w:r>
      <w:r w:rsidR="007D6C9B">
        <w:rPr>
          <w:rtl/>
        </w:rPr>
        <w:t xml:space="preserve">ں </w:t>
      </w:r>
      <w:r>
        <w:rPr>
          <w:rtl/>
        </w:rPr>
        <w:t>انھي</w:t>
      </w:r>
      <w:r w:rsidR="007D6C9B">
        <w:rPr>
          <w:rtl/>
        </w:rPr>
        <w:t xml:space="preserve">ں </w:t>
      </w:r>
      <w:r>
        <w:rPr>
          <w:rtl/>
        </w:rPr>
        <w:t>دوست ركھتا ہو</w:t>
      </w:r>
      <w:r w:rsidR="007D6C9B">
        <w:rPr>
          <w:rtl/>
        </w:rPr>
        <w:t xml:space="preserve">ں </w:t>
      </w:r>
      <w:r>
        <w:rPr>
          <w:rtl/>
        </w:rPr>
        <w:t>علاوہ بر اي</w:t>
      </w:r>
      <w:r w:rsidR="007D6C9B">
        <w:rPr>
          <w:rtl/>
        </w:rPr>
        <w:t xml:space="preserve">ں </w:t>
      </w:r>
      <w:r>
        <w:rPr>
          <w:rtl/>
        </w:rPr>
        <w:t>ميرى محبت ان لوكو</w:t>
      </w:r>
      <w:r w:rsidR="007D6C9B">
        <w:rPr>
          <w:rtl/>
        </w:rPr>
        <w:t xml:space="preserve">ں </w:t>
      </w:r>
      <w:r>
        <w:rPr>
          <w:rtl/>
        </w:rPr>
        <w:t>كے لئے جو مجھ پر توكل كري</w:t>
      </w:r>
      <w:r w:rsidR="007D6C9B">
        <w:rPr>
          <w:rtl/>
        </w:rPr>
        <w:t xml:space="preserve">ں </w:t>
      </w:r>
      <w:r>
        <w:rPr>
          <w:rtl/>
        </w:rPr>
        <w:t>فرض اور لازم ہے اور ميرى محبت كے لئے كوئي حد او ركنارہ اوراس كى انتہا نہي</w:t>
      </w:r>
      <w:r w:rsidR="007D6C9B">
        <w:rPr>
          <w:rtl/>
        </w:rPr>
        <w:t xml:space="preserve">ں </w:t>
      </w:r>
      <w:r>
        <w:rPr>
          <w:rtl/>
        </w:rPr>
        <w:t xml:space="preserve">ہے ''_ </w:t>
      </w:r>
    </w:p>
    <w:p w:rsidR="00DE2D7F" w:rsidRDefault="00DE2D7F" w:rsidP="00D07B54">
      <w:pPr>
        <w:pStyle w:val="libNormal"/>
        <w:rPr>
          <w:rtl/>
        </w:rPr>
      </w:pPr>
      <w:r>
        <w:rPr>
          <w:rtl/>
        </w:rPr>
        <w:t>اس طرح سے محبت كى باتي</w:t>
      </w:r>
      <w:r w:rsidR="007D6C9B">
        <w:rPr>
          <w:rtl/>
        </w:rPr>
        <w:t xml:space="preserve">ں </w:t>
      </w:r>
      <w:r>
        <w:rPr>
          <w:rtl/>
        </w:rPr>
        <w:t>شروع ہوتى ہي</w:t>
      </w:r>
      <w:r w:rsidR="007D6C9B">
        <w:rPr>
          <w:rtl/>
        </w:rPr>
        <w:t xml:space="preserve">ں </w:t>
      </w:r>
      <w:r>
        <w:rPr>
          <w:rtl/>
        </w:rPr>
        <w:t>ايسى محبت جس كى كوئي انتہا نہي</w:t>
      </w:r>
      <w:r w:rsidR="007D6C9B">
        <w:rPr>
          <w:rtl/>
        </w:rPr>
        <w:t xml:space="preserve">ں </w:t>
      </w:r>
      <w:r>
        <w:rPr>
          <w:rtl/>
        </w:rPr>
        <w:t>،جو كشادہ اور اصولى طور پر عالم ہستى مي</w:t>
      </w:r>
      <w:r w:rsidR="007D6C9B">
        <w:rPr>
          <w:rtl/>
        </w:rPr>
        <w:t xml:space="preserve">ں </w:t>
      </w:r>
      <w:r>
        <w:rPr>
          <w:rtl/>
        </w:rPr>
        <w:t xml:space="preserve">اسى محور محبت پر گردش كررہا ہے _ </w:t>
      </w:r>
    </w:p>
    <w:p w:rsidR="00DE2D7F" w:rsidRDefault="00DE2D7F" w:rsidP="00D07B54">
      <w:pPr>
        <w:pStyle w:val="libNormal"/>
        <w:rPr>
          <w:rtl/>
        </w:rPr>
      </w:pPr>
      <w:r>
        <w:rPr>
          <w:rtl/>
        </w:rPr>
        <w:t>ايك اور ددسرے حصہ مي</w:t>
      </w:r>
      <w:r w:rsidR="007D6C9B">
        <w:rPr>
          <w:rtl/>
        </w:rPr>
        <w:t xml:space="preserve">ں </w:t>
      </w:r>
      <w:r>
        <w:rPr>
          <w:rtl/>
        </w:rPr>
        <w:t xml:space="preserve">يہ آيا ہے _ </w:t>
      </w:r>
    </w:p>
    <w:p w:rsidR="00DE2D7F" w:rsidRDefault="00DE2D7F" w:rsidP="00D07B54">
      <w:pPr>
        <w:pStyle w:val="libNormal"/>
        <w:rPr>
          <w:rtl/>
        </w:rPr>
      </w:pPr>
      <w:r>
        <w:rPr>
          <w:rtl/>
        </w:rPr>
        <w:t>''اے احمد بچو</w:t>
      </w:r>
      <w:r w:rsidR="007D6C9B">
        <w:rPr>
          <w:rtl/>
        </w:rPr>
        <w:t xml:space="preserve">ں </w:t>
      </w:r>
      <w:r>
        <w:rPr>
          <w:rtl/>
        </w:rPr>
        <w:t>كى طرح نہ ہونا جو سبز وزرد اور زرق وبرق كو دوست ركھتے ہي</w:t>
      </w:r>
      <w:r w:rsidR="007D6C9B">
        <w:rPr>
          <w:rtl/>
        </w:rPr>
        <w:t xml:space="preserve">ں </w:t>
      </w:r>
      <w:r>
        <w:rPr>
          <w:rtl/>
        </w:rPr>
        <w:t>اور جب انہي</w:t>
      </w:r>
      <w:r w:rsidR="007D6C9B">
        <w:rPr>
          <w:rtl/>
        </w:rPr>
        <w:t xml:space="preserve">ں </w:t>
      </w:r>
      <w:r>
        <w:rPr>
          <w:rtl/>
        </w:rPr>
        <w:t>كوئي عمدہ اور شيري</w:t>
      </w:r>
      <w:r w:rsidR="007D6C9B">
        <w:rPr>
          <w:rtl/>
        </w:rPr>
        <w:t xml:space="preserve">ں </w:t>
      </w:r>
      <w:r>
        <w:rPr>
          <w:rtl/>
        </w:rPr>
        <w:t>غذا ديدى جاتى ہے تو وہ مغرور ہوجاتے ہي</w:t>
      </w:r>
      <w:r w:rsidR="007D6C9B">
        <w:rPr>
          <w:rtl/>
        </w:rPr>
        <w:t xml:space="preserve">ں </w:t>
      </w:r>
      <w:r>
        <w:rPr>
          <w:rtl/>
        </w:rPr>
        <w:t>اور ہر چيز كو بھول جاتے ہي</w:t>
      </w:r>
      <w:r w:rsidR="007D6C9B">
        <w:rPr>
          <w:rtl/>
        </w:rPr>
        <w:t xml:space="preserve">ں </w:t>
      </w:r>
      <w:r>
        <w:rPr>
          <w:rtl/>
        </w:rPr>
        <w:t xml:space="preserve">''_ </w:t>
      </w:r>
    </w:p>
    <w:p w:rsidR="00A1611C" w:rsidRDefault="001648F9" w:rsidP="00D07B54">
      <w:pPr>
        <w:pStyle w:val="libNormal"/>
        <w:rPr>
          <w:rtl/>
        </w:rPr>
      </w:pPr>
      <w:r>
        <w:rPr>
          <w:rtl/>
        </w:rPr>
        <w:t xml:space="preserve"> </w:t>
      </w:r>
      <w:r>
        <w:rPr>
          <w:rtl/>
        </w:rPr>
        <w:br w:type="page"/>
      </w:r>
    </w:p>
    <w:p w:rsidR="00A1611C" w:rsidRDefault="00A1611C" w:rsidP="00D07B54">
      <w:pPr>
        <w:pStyle w:val="libNormal"/>
        <w:rPr>
          <w:rtl/>
        </w:rPr>
      </w:pPr>
    </w:p>
    <w:p w:rsidR="00DE2D7F" w:rsidRDefault="00DE2D7F" w:rsidP="00D07B54">
      <w:pPr>
        <w:pStyle w:val="libNormal"/>
        <w:rPr>
          <w:rtl/>
        </w:rPr>
      </w:pPr>
      <w:r>
        <w:rPr>
          <w:rtl/>
        </w:rPr>
        <w:t xml:space="preserve">پيغمبرنے اس موقع پر عرض كيا : </w:t>
      </w:r>
    </w:p>
    <w:p w:rsidR="00DE2D7F" w:rsidRDefault="00DE2D7F" w:rsidP="00D07B54">
      <w:pPr>
        <w:pStyle w:val="libNormal"/>
        <w:rPr>
          <w:rtl/>
        </w:rPr>
      </w:pPr>
      <w:r>
        <w:rPr>
          <w:rtl/>
        </w:rPr>
        <w:t>پروردگارا :مجھے كسى ايسے عمل كى ہدايت فرماجو تيرى بارگاہ مي</w:t>
      </w:r>
      <w:r w:rsidR="007D6C9B">
        <w:rPr>
          <w:rtl/>
        </w:rPr>
        <w:t xml:space="preserve">ں </w:t>
      </w:r>
      <w:r>
        <w:rPr>
          <w:rtl/>
        </w:rPr>
        <w:t xml:space="preserve">قرب كا باعث ہو _ </w:t>
      </w:r>
    </w:p>
    <w:p w:rsidR="00DE2D7F" w:rsidRDefault="00DE2D7F" w:rsidP="00D07B54">
      <w:pPr>
        <w:pStyle w:val="libNormal"/>
        <w:rPr>
          <w:rtl/>
        </w:rPr>
      </w:pPr>
      <w:r>
        <w:rPr>
          <w:rtl/>
        </w:rPr>
        <w:t xml:space="preserve">فرمايا : رات كو دن اور دن كو رات قرار دے _ </w:t>
      </w:r>
    </w:p>
    <w:p w:rsidR="00DE2D7F" w:rsidRDefault="00DE2D7F" w:rsidP="00D07B54">
      <w:pPr>
        <w:pStyle w:val="libNormal"/>
        <w:rPr>
          <w:rtl/>
        </w:rPr>
      </w:pPr>
      <w:r>
        <w:rPr>
          <w:rtl/>
        </w:rPr>
        <w:t xml:space="preserve">عرض كيا : كس طرح ؟ </w:t>
      </w:r>
    </w:p>
    <w:p w:rsidR="00DE2D7F" w:rsidRDefault="00DE2D7F" w:rsidP="00D07B54">
      <w:pPr>
        <w:pStyle w:val="libNormal"/>
        <w:rPr>
          <w:rtl/>
        </w:rPr>
      </w:pPr>
      <w:r>
        <w:rPr>
          <w:rtl/>
        </w:rPr>
        <w:t xml:space="preserve">فرمايا : اس طرح كے تيرا سونا نماز ہو اور ہرگز اپنے شكم كو مكمل طور پر سير نہ كرنا _ </w:t>
      </w:r>
    </w:p>
    <w:p w:rsidR="00DE2D7F" w:rsidRDefault="00DE2D7F" w:rsidP="00D07B54">
      <w:pPr>
        <w:pStyle w:val="libNormal"/>
        <w:rPr>
          <w:rtl/>
        </w:rPr>
      </w:pPr>
      <w:r>
        <w:rPr>
          <w:rtl/>
        </w:rPr>
        <w:t>ايك اور حصہ مي</w:t>
      </w:r>
      <w:r w:rsidR="007D6C9B">
        <w:rPr>
          <w:rtl/>
        </w:rPr>
        <w:t xml:space="preserve">ں </w:t>
      </w:r>
      <w:r>
        <w:rPr>
          <w:rtl/>
        </w:rPr>
        <w:t xml:space="preserve">آيا ہے : </w:t>
      </w:r>
    </w:p>
    <w:p w:rsidR="00DE2D7F" w:rsidRDefault="00DE2D7F" w:rsidP="00D07B54">
      <w:pPr>
        <w:pStyle w:val="libNormal"/>
        <w:rPr>
          <w:rtl/>
        </w:rPr>
      </w:pPr>
      <w:r>
        <w:rPr>
          <w:rtl/>
        </w:rPr>
        <w:t>''اے احمد ميرى محبت فقيرو</w:t>
      </w:r>
      <w:r w:rsidR="007D6C9B">
        <w:rPr>
          <w:rtl/>
        </w:rPr>
        <w:t xml:space="preserve">ں </w:t>
      </w:r>
      <w:r>
        <w:rPr>
          <w:rtl/>
        </w:rPr>
        <w:t>اور محرومو</w:t>
      </w:r>
      <w:r w:rsidR="007D6C9B">
        <w:rPr>
          <w:rtl/>
        </w:rPr>
        <w:t xml:space="preserve">ں </w:t>
      </w:r>
      <w:r>
        <w:rPr>
          <w:rtl/>
        </w:rPr>
        <w:t>سے محبت ہے ،ان كے قريب ہوجاو اور ان كى مجلس كے قريب بيٹھو كہ مي</w:t>
      </w:r>
      <w:r w:rsidR="007D6C9B">
        <w:rPr>
          <w:rtl/>
        </w:rPr>
        <w:t xml:space="preserve">ں </w:t>
      </w:r>
      <w:r>
        <w:rPr>
          <w:rtl/>
        </w:rPr>
        <w:t>تيرے نزديك ہو</w:t>
      </w:r>
      <w:r w:rsidR="007D6C9B">
        <w:rPr>
          <w:rtl/>
        </w:rPr>
        <w:t xml:space="preserve">ں </w:t>
      </w:r>
      <w:r>
        <w:rPr>
          <w:rtl/>
        </w:rPr>
        <w:t>اور دنيا پرست اور ثروت مندو</w:t>
      </w:r>
      <w:r w:rsidR="007D6C9B">
        <w:rPr>
          <w:rtl/>
        </w:rPr>
        <w:t xml:space="preserve">ں </w:t>
      </w:r>
      <w:r>
        <w:rPr>
          <w:rtl/>
        </w:rPr>
        <w:t xml:space="preserve">كو اپنے سے دور ركھو اور ان كى مجالس سے بچتے رہو ''_ </w:t>
      </w:r>
    </w:p>
    <w:p w:rsidR="00DE2D7F" w:rsidRDefault="00DE2D7F" w:rsidP="00D07B54">
      <w:pPr>
        <w:pStyle w:val="libNormal"/>
        <w:rPr>
          <w:rtl/>
        </w:rPr>
      </w:pPr>
    </w:p>
    <w:p w:rsidR="00A1611C" w:rsidRDefault="00DE2D7F" w:rsidP="00D07B54">
      <w:pPr>
        <w:pStyle w:val="Heading2Center"/>
        <w:rPr>
          <w:rtl/>
        </w:rPr>
      </w:pPr>
      <w:bookmarkStart w:id="341" w:name="_Toc7268738"/>
      <w:r>
        <w:rPr>
          <w:rtl/>
        </w:rPr>
        <w:t>اہل دنيا و آخرت</w:t>
      </w:r>
      <w:bookmarkEnd w:id="341"/>
    </w:p>
    <w:p w:rsidR="00DE2D7F" w:rsidRDefault="00DE2D7F" w:rsidP="00D07B54">
      <w:pPr>
        <w:pStyle w:val="libNormal"/>
        <w:rPr>
          <w:rtl/>
        </w:rPr>
      </w:pPr>
      <w:r>
        <w:rPr>
          <w:rtl/>
        </w:rPr>
        <w:t xml:space="preserve"> ايك اور حصہ مي</w:t>
      </w:r>
      <w:r w:rsidR="007D6C9B">
        <w:rPr>
          <w:rtl/>
        </w:rPr>
        <w:t xml:space="preserve">ں </w:t>
      </w:r>
      <w:r>
        <w:rPr>
          <w:rtl/>
        </w:rPr>
        <w:t xml:space="preserve">آياہے: </w:t>
      </w:r>
    </w:p>
    <w:p w:rsidR="00DE2D7F" w:rsidRDefault="00DE2D7F" w:rsidP="00D07B54">
      <w:pPr>
        <w:pStyle w:val="libNormal"/>
        <w:rPr>
          <w:rtl/>
        </w:rPr>
      </w:pPr>
      <w:r>
        <w:rPr>
          <w:rtl/>
        </w:rPr>
        <w:t>''اے احمد دنيا كے زرق برق اور دنيا پرستو</w:t>
      </w:r>
      <w:r w:rsidR="007D6C9B">
        <w:rPr>
          <w:rtl/>
        </w:rPr>
        <w:t xml:space="preserve">ں </w:t>
      </w:r>
      <w:r>
        <w:rPr>
          <w:rtl/>
        </w:rPr>
        <w:t>كو مبغوض شمار كر اور آخرت كو محبوب ركھ'' عرض كرتے ہي</w:t>
      </w:r>
      <w:r w:rsidR="007D6C9B">
        <w:rPr>
          <w:rtl/>
        </w:rPr>
        <w:t xml:space="preserve">ں </w:t>
      </w:r>
      <w:r>
        <w:rPr>
          <w:rtl/>
        </w:rPr>
        <w:t xml:space="preserve">: </w:t>
      </w:r>
    </w:p>
    <w:p w:rsidR="00DE2D7F" w:rsidRDefault="00DE2D7F" w:rsidP="00D07B54">
      <w:pPr>
        <w:pStyle w:val="libNormal"/>
        <w:rPr>
          <w:rtl/>
        </w:rPr>
      </w:pPr>
      <w:r>
        <w:rPr>
          <w:rtl/>
        </w:rPr>
        <w:t>پروردگارا :اہل دنيا اور اہل آخرت كون ہي</w:t>
      </w:r>
      <w:r w:rsidR="007D6C9B">
        <w:rPr>
          <w:rtl/>
        </w:rPr>
        <w:t xml:space="preserve">ں </w:t>
      </w:r>
      <w:r>
        <w:rPr>
          <w:rtl/>
        </w:rPr>
        <w:t xml:space="preserve">؟ </w:t>
      </w:r>
    </w:p>
    <w:p w:rsidR="00DE2D7F" w:rsidRDefault="00DE2D7F" w:rsidP="00D07B54">
      <w:pPr>
        <w:pStyle w:val="libNormal"/>
        <w:rPr>
          <w:rtl/>
        </w:rPr>
      </w:pPr>
      <w:r>
        <w:rPr>
          <w:rtl/>
        </w:rPr>
        <w:t>فرمايا :''اہل دنيا تو وہ لوگ ہي</w:t>
      </w:r>
      <w:r w:rsidR="007D6C9B">
        <w:rPr>
          <w:rtl/>
        </w:rPr>
        <w:t xml:space="preserve">ں </w:t>
      </w:r>
      <w:r>
        <w:rPr>
          <w:rtl/>
        </w:rPr>
        <w:t>جو زيادہ كھاتے ہي</w:t>
      </w:r>
      <w:r w:rsidR="007D6C9B">
        <w:rPr>
          <w:rtl/>
        </w:rPr>
        <w:t xml:space="preserve">ں </w:t>
      </w:r>
      <w:r>
        <w:rPr>
          <w:rtl/>
        </w:rPr>
        <w:t>زيادہ ہنستے ہي</w:t>
      </w:r>
      <w:r w:rsidR="007D6C9B">
        <w:rPr>
          <w:rtl/>
        </w:rPr>
        <w:t xml:space="preserve">ں </w:t>
      </w:r>
      <w:r>
        <w:rPr>
          <w:rtl/>
        </w:rPr>
        <w:t>زيادہ سوتے ہي</w:t>
      </w:r>
      <w:r w:rsidR="007D6C9B">
        <w:rPr>
          <w:rtl/>
        </w:rPr>
        <w:t xml:space="preserve">ں </w:t>
      </w:r>
      <w:r>
        <w:rPr>
          <w:rtl/>
        </w:rPr>
        <w:t>اور غصہ كرتے ہي</w:t>
      </w:r>
      <w:r w:rsidR="007D6C9B">
        <w:rPr>
          <w:rtl/>
        </w:rPr>
        <w:t xml:space="preserve">ں </w:t>
      </w:r>
      <w:r>
        <w:rPr>
          <w:rtl/>
        </w:rPr>
        <w:t>اور تھوڑا خوش ہوتے ہي</w:t>
      </w:r>
      <w:r w:rsidR="007D6C9B">
        <w:rPr>
          <w:rtl/>
        </w:rPr>
        <w:t xml:space="preserve">ں </w:t>
      </w:r>
      <w:r>
        <w:rPr>
          <w:rtl/>
        </w:rPr>
        <w:t>نہ ہى تو برائيو</w:t>
      </w:r>
      <w:r w:rsidR="007D6C9B">
        <w:rPr>
          <w:rtl/>
        </w:rPr>
        <w:t xml:space="preserve">ں </w:t>
      </w:r>
      <w:r>
        <w:rPr>
          <w:rtl/>
        </w:rPr>
        <w:t>كے مقابلہ مي</w:t>
      </w:r>
      <w:r w:rsidR="007D6C9B">
        <w:rPr>
          <w:rtl/>
        </w:rPr>
        <w:t xml:space="preserve">ں </w:t>
      </w:r>
      <w:r>
        <w:rPr>
          <w:rtl/>
        </w:rPr>
        <w:t>كسى سے عذر چاہتے ہي</w:t>
      </w:r>
      <w:r w:rsidR="007D6C9B">
        <w:rPr>
          <w:rtl/>
        </w:rPr>
        <w:t xml:space="preserve">ں </w:t>
      </w:r>
      <w:r>
        <w:rPr>
          <w:rtl/>
        </w:rPr>
        <w:t>_اور نہ ہى كسى عذر چاہنے والے سے اس كا عذر قبول كرتے ہي</w:t>
      </w:r>
      <w:r w:rsidR="007D6C9B">
        <w:rPr>
          <w:rtl/>
        </w:rPr>
        <w:t xml:space="preserve">ں </w:t>
      </w:r>
      <w:r>
        <w:rPr>
          <w:rtl/>
        </w:rPr>
        <w:t>اطاعت خدا مي</w:t>
      </w:r>
      <w:r w:rsidR="007D6C9B">
        <w:rPr>
          <w:rtl/>
        </w:rPr>
        <w:t xml:space="preserve">ں </w:t>
      </w:r>
      <w:r>
        <w:rPr>
          <w:rtl/>
        </w:rPr>
        <w:t>سست ہي</w:t>
      </w:r>
      <w:r w:rsidR="007D6C9B">
        <w:rPr>
          <w:rtl/>
        </w:rPr>
        <w:t xml:space="preserve">ں </w:t>
      </w:r>
      <w:r>
        <w:rPr>
          <w:rtl/>
        </w:rPr>
        <w:t>اور گناہ كرنے مي</w:t>
      </w:r>
      <w:r w:rsidR="007D6C9B">
        <w:rPr>
          <w:rtl/>
        </w:rPr>
        <w:t xml:space="preserve">ں </w:t>
      </w:r>
      <w:r>
        <w:rPr>
          <w:rtl/>
        </w:rPr>
        <w:t>دلير ہي</w:t>
      </w:r>
      <w:r w:rsidR="007D6C9B">
        <w:rPr>
          <w:rtl/>
        </w:rPr>
        <w:t xml:space="preserve">ں </w:t>
      </w:r>
      <w:r>
        <w:rPr>
          <w:rtl/>
        </w:rPr>
        <w:t>، لمبى چوڑى آرزوئي</w:t>
      </w:r>
      <w:r w:rsidR="007D6C9B">
        <w:rPr>
          <w:rtl/>
        </w:rPr>
        <w:t xml:space="preserve">ں </w:t>
      </w:r>
      <w:r>
        <w:rPr>
          <w:rtl/>
        </w:rPr>
        <w:t>ركھتے ہي</w:t>
      </w:r>
      <w:r w:rsidR="007D6C9B">
        <w:rPr>
          <w:rtl/>
        </w:rPr>
        <w:t xml:space="preserve">ں </w:t>
      </w:r>
      <w:r>
        <w:rPr>
          <w:rtl/>
        </w:rPr>
        <w:t>حالانكہ ان كى اجل قريب آپہنچى ہے مگر وہ ہر گز اپنے اعمال كا حساب نہي</w:t>
      </w:r>
      <w:r w:rsidR="007D6C9B">
        <w:rPr>
          <w:rtl/>
        </w:rPr>
        <w:t xml:space="preserve">ں </w:t>
      </w:r>
      <w:r>
        <w:rPr>
          <w:rtl/>
        </w:rPr>
        <w:t>كرتے ان سے لوگو</w:t>
      </w:r>
      <w:r w:rsidR="007D6C9B">
        <w:rPr>
          <w:rtl/>
        </w:rPr>
        <w:t xml:space="preserve">ں </w:t>
      </w:r>
      <w:r>
        <w:rPr>
          <w:rtl/>
        </w:rPr>
        <w:t>كو بہت كم نفع ہوتا ہے، باتي</w:t>
      </w:r>
      <w:r w:rsidR="007D6C9B">
        <w:rPr>
          <w:rtl/>
        </w:rPr>
        <w:t xml:space="preserve">ں </w:t>
      </w:r>
      <w:r>
        <w:rPr>
          <w:rtl/>
        </w:rPr>
        <w:t>زيادہ كرتے ہي</w:t>
      </w:r>
      <w:r w:rsidR="007D6C9B">
        <w:rPr>
          <w:rtl/>
        </w:rPr>
        <w:t xml:space="preserve">ں </w:t>
      </w:r>
      <w:r>
        <w:rPr>
          <w:rtl/>
        </w:rPr>
        <w:t>احساس ذمہ دارى نہي</w:t>
      </w:r>
      <w:r w:rsidR="007D6C9B">
        <w:rPr>
          <w:rtl/>
        </w:rPr>
        <w:t xml:space="preserve">ں </w:t>
      </w:r>
      <w:r>
        <w:rPr>
          <w:rtl/>
        </w:rPr>
        <w:t>ركھتے اور كھانے پينے سے ہى غرض ركھتے ہي</w:t>
      </w:r>
      <w:r w:rsidR="007D6C9B">
        <w:rPr>
          <w:rtl/>
        </w:rPr>
        <w:t xml:space="preserve">ں </w:t>
      </w:r>
      <w:r>
        <w:rPr>
          <w:rtl/>
        </w:rPr>
        <w:t xml:space="preserve">_ </w:t>
      </w:r>
    </w:p>
    <w:p w:rsidR="00A1611C" w:rsidRDefault="001648F9" w:rsidP="00D07B54">
      <w:pPr>
        <w:pStyle w:val="libNormal"/>
        <w:rPr>
          <w:rtl/>
        </w:rPr>
      </w:pPr>
      <w:r>
        <w:rPr>
          <w:rtl/>
        </w:rPr>
        <w:t xml:space="preserve"> </w:t>
      </w:r>
      <w:r>
        <w:rPr>
          <w:rtl/>
        </w:rPr>
        <w:br w:type="page"/>
      </w:r>
    </w:p>
    <w:p w:rsidR="00A1611C" w:rsidRDefault="00A1611C" w:rsidP="00D07B54">
      <w:pPr>
        <w:pStyle w:val="libNormal"/>
        <w:rPr>
          <w:rtl/>
        </w:rPr>
      </w:pPr>
    </w:p>
    <w:p w:rsidR="00DE2D7F" w:rsidRDefault="00DE2D7F" w:rsidP="00D07B54">
      <w:pPr>
        <w:pStyle w:val="libNormal"/>
        <w:rPr>
          <w:rtl/>
        </w:rPr>
      </w:pPr>
      <w:r>
        <w:rPr>
          <w:rtl/>
        </w:rPr>
        <w:t>اہل دنيا نہ تو نعمت مي</w:t>
      </w:r>
      <w:r w:rsidR="007D6C9B">
        <w:rPr>
          <w:rtl/>
        </w:rPr>
        <w:t xml:space="preserve">ں </w:t>
      </w:r>
      <w:r>
        <w:rPr>
          <w:rtl/>
        </w:rPr>
        <w:t>خدا كا شكريہ ادا كرتے ہي</w:t>
      </w:r>
      <w:r w:rsidR="007D6C9B">
        <w:rPr>
          <w:rtl/>
        </w:rPr>
        <w:t xml:space="preserve">ں </w:t>
      </w:r>
      <w:r>
        <w:rPr>
          <w:rtl/>
        </w:rPr>
        <w:t>اورنہ ہى مصائب مي</w:t>
      </w:r>
      <w:r w:rsidR="007D6C9B">
        <w:rPr>
          <w:rtl/>
        </w:rPr>
        <w:t xml:space="preserve">ں </w:t>
      </w:r>
      <w:r>
        <w:rPr>
          <w:rtl/>
        </w:rPr>
        <w:t>صبر كرتے ہي</w:t>
      </w:r>
      <w:r w:rsidR="007D6C9B">
        <w:rPr>
          <w:rtl/>
        </w:rPr>
        <w:t xml:space="preserve">ں </w:t>
      </w:r>
      <w:r>
        <w:rPr>
          <w:rtl/>
        </w:rPr>
        <w:t>_ زيادہ خدمات بھى ان كى نظر مي</w:t>
      </w:r>
      <w:r w:rsidR="007D6C9B">
        <w:rPr>
          <w:rtl/>
        </w:rPr>
        <w:t xml:space="preserve">ں </w:t>
      </w:r>
      <w:r>
        <w:rPr>
          <w:rtl/>
        </w:rPr>
        <w:t>تھوڑى ہي</w:t>
      </w:r>
      <w:r w:rsidR="007D6C9B">
        <w:rPr>
          <w:rtl/>
        </w:rPr>
        <w:t xml:space="preserve">ں </w:t>
      </w:r>
      <w:r>
        <w:rPr>
          <w:rtl/>
        </w:rPr>
        <w:t>(اور خود ان كى اپنى خدمات تھوڑى بھى زيادہ ہي</w:t>
      </w:r>
      <w:r w:rsidR="007D6C9B">
        <w:rPr>
          <w:rtl/>
        </w:rPr>
        <w:t xml:space="preserve">ں </w:t>
      </w:r>
      <w:r>
        <w:rPr>
          <w:rtl/>
        </w:rPr>
        <w:t>) اپنے اس كام كے انجام پانے پر جو انہو</w:t>
      </w:r>
      <w:r w:rsidR="007D6C9B">
        <w:rPr>
          <w:rtl/>
        </w:rPr>
        <w:t xml:space="preserve">ں </w:t>
      </w:r>
      <w:r>
        <w:rPr>
          <w:rtl/>
        </w:rPr>
        <w:t>نے انجام نہي</w:t>
      </w:r>
      <w:r w:rsidR="007D6C9B">
        <w:rPr>
          <w:rtl/>
        </w:rPr>
        <w:t xml:space="preserve">ں </w:t>
      </w:r>
      <w:r>
        <w:rPr>
          <w:rtl/>
        </w:rPr>
        <w:t>ديا ہے تعريف كرتے ہي</w:t>
      </w:r>
      <w:r w:rsidR="007D6C9B">
        <w:rPr>
          <w:rtl/>
        </w:rPr>
        <w:t xml:space="preserve">ں </w:t>
      </w:r>
      <w:r>
        <w:rPr>
          <w:rtl/>
        </w:rPr>
        <w:t>اور ايسى چيز كا مطالبہ كرتے ہي</w:t>
      </w:r>
      <w:r w:rsidR="007D6C9B">
        <w:rPr>
          <w:rtl/>
        </w:rPr>
        <w:t xml:space="preserve">ں </w:t>
      </w:r>
      <w:r>
        <w:rPr>
          <w:rtl/>
        </w:rPr>
        <w:t>جو ان كا حق نہي</w:t>
      </w:r>
      <w:r w:rsidR="007D6C9B">
        <w:rPr>
          <w:rtl/>
        </w:rPr>
        <w:t xml:space="preserve">ں </w:t>
      </w:r>
      <w:r>
        <w:rPr>
          <w:rtl/>
        </w:rPr>
        <w:t>ہے _ ہميشہ اپنى آرزوئو</w:t>
      </w:r>
      <w:r w:rsidR="007D6C9B">
        <w:rPr>
          <w:rtl/>
        </w:rPr>
        <w:t xml:space="preserve">ں </w:t>
      </w:r>
      <w:r>
        <w:rPr>
          <w:rtl/>
        </w:rPr>
        <w:t>اور تمنا و</w:t>
      </w:r>
      <w:r w:rsidR="007D6C9B">
        <w:rPr>
          <w:rtl/>
        </w:rPr>
        <w:t xml:space="preserve">ں </w:t>
      </w:r>
      <w:r>
        <w:rPr>
          <w:rtl/>
        </w:rPr>
        <w:t>كى بات كرتے ہي</w:t>
      </w:r>
      <w:r w:rsidR="007D6C9B">
        <w:rPr>
          <w:rtl/>
        </w:rPr>
        <w:t xml:space="preserve">ں </w:t>
      </w:r>
      <w:r>
        <w:rPr>
          <w:rtl/>
        </w:rPr>
        <w:t>اور لوگو</w:t>
      </w:r>
      <w:r w:rsidR="007D6C9B">
        <w:rPr>
          <w:rtl/>
        </w:rPr>
        <w:t xml:space="preserve">ں </w:t>
      </w:r>
      <w:r>
        <w:rPr>
          <w:rtl/>
        </w:rPr>
        <w:t>كے عيوب تو بيان كرتے رہتے ہي</w:t>
      </w:r>
      <w:r w:rsidR="007D6C9B">
        <w:rPr>
          <w:rtl/>
        </w:rPr>
        <w:t xml:space="preserve">ں </w:t>
      </w:r>
      <w:r>
        <w:rPr>
          <w:rtl/>
        </w:rPr>
        <w:t>ليكن ان كى نيكيو</w:t>
      </w:r>
      <w:r w:rsidR="007D6C9B">
        <w:rPr>
          <w:rtl/>
        </w:rPr>
        <w:t xml:space="preserve">ں </w:t>
      </w:r>
      <w:r>
        <w:rPr>
          <w:rtl/>
        </w:rPr>
        <w:t>كو چھپاتے ہي</w:t>
      </w:r>
      <w:r w:rsidR="007D6C9B">
        <w:rPr>
          <w:rtl/>
        </w:rPr>
        <w:t xml:space="preserve">ں </w:t>
      </w:r>
      <w:r>
        <w:rPr>
          <w:rtl/>
        </w:rPr>
        <w:t xml:space="preserve">_ </w:t>
      </w:r>
    </w:p>
    <w:p w:rsidR="00DE2D7F" w:rsidRDefault="00DE2D7F" w:rsidP="00D07B54">
      <w:pPr>
        <w:pStyle w:val="libNormal"/>
        <w:rPr>
          <w:rtl/>
        </w:rPr>
      </w:pPr>
      <w:r>
        <w:rPr>
          <w:rtl/>
        </w:rPr>
        <w:t>'' عرض كيا :پروردگارا :كيا دنيا پرست اس كے علاوہ بھى كوئي عيب ركھتے ہي</w:t>
      </w:r>
      <w:r w:rsidR="007D6C9B">
        <w:rPr>
          <w:rtl/>
        </w:rPr>
        <w:t xml:space="preserve">ں </w:t>
      </w:r>
      <w:r>
        <w:rPr>
          <w:rtl/>
        </w:rPr>
        <w:t xml:space="preserve">؟ </w:t>
      </w:r>
    </w:p>
    <w:p w:rsidR="00DE2D7F" w:rsidRDefault="00DE2D7F" w:rsidP="00D07B54">
      <w:pPr>
        <w:pStyle w:val="libNormal"/>
        <w:rPr>
          <w:rtl/>
        </w:rPr>
      </w:pPr>
      <w:r>
        <w:rPr>
          <w:rtl/>
        </w:rPr>
        <w:t>''فرمايا : اے احمد ان كا عيب يہ ہے كہ جہل اور حماقت ان مي</w:t>
      </w:r>
      <w:r w:rsidR="007D6C9B">
        <w:rPr>
          <w:rtl/>
        </w:rPr>
        <w:t xml:space="preserve">ں </w:t>
      </w:r>
      <w:r>
        <w:rPr>
          <w:rtl/>
        </w:rPr>
        <w:t>بہت زيادہ ہے جس استاد سے انہو</w:t>
      </w:r>
      <w:r w:rsidR="007D6C9B">
        <w:rPr>
          <w:rtl/>
        </w:rPr>
        <w:t xml:space="preserve">ں </w:t>
      </w:r>
      <w:r>
        <w:rPr>
          <w:rtl/>
        </w:rPr>
        <w:t>علم سيكھا ہے وہ اس سے تواضع نہي</w:t>
      </w:r>
      <w:r w:rsidR="007D6C9B">
        <w:rPr>
          <w:rtl/>
        </w:rPr>
        <w:t xml:space="preserve">ں </w:t>
      </w:r>
      <w:r>
        <w:rPr>
          <w:rtl/>
        </w:rPr>
        <w:t>كرتے اور اپنے آپ كو عاقل كل سمجھتے ہي</w:t>
      </w:r>
      <w:r w:rsidR="007D6C9B">
        <w:rPr>
          <w:rtl/>
        </w:rPr>
        <w:t xml:space="preserve">ں </w:t>
      </w:r>
      <w:r>
        <w:rPr>
          <w:rtl/>
        </w:rPr>
        <w:t>حالانكہ وہ صاحبان علم كے نزديك نادان اور احمق ہي</w:t>
      </w:r>
      <w:r w:rsidR="007D6C9B">
        <w:rPr>
          <w:rtl/>
        </w:rPr>
        <w:t xml:space="preserve">ں </w:t>
      </w:r>
      <w:r>
        <w:rPr>
          <w:rtl/>
        </w:rPr>
        <w:t xml:space="preserve">'' _ </w:t>
      </w:r>
    </w:p>
    <w:p w:rsidR="00DE2D7F" w:rsidRDefault="00DE2D7F" w:rsidP="00D07B54">
      <w:pPr>
        <w:pStyle w:val="libNormal"/>
        <w:rPr>
          <w:rtl/>
        </w:rPr>
      </w:pPr>
    </w:p>
    <w:p w:rsidR="00A1611C" w:rsidRDefault="00DE2D7F" w:rsidP="00D07B54">
      <w:pPr>
        <w:pStyle w:val="Heading2Center"/>
        <w:rPr>
          <w:rtl/>
        </w:rPr>
      </w:pPr>
      <w:bookmarkStart w:id="342" w:name="_Toc7268739"/>
      <w:r>
        <w:rPr>
          <w:rtl/>
        </w:rPr>
        <w:t>اہل بہشت كے صفات</w:t>
      </w:r>
      <w:bookmarkEnd w:id="342"/>
    </w:p>
    <w:p w:rsidR="00DE2D7F" w:rsidRDefault="00DE2D7F" w:rsidP="00D07B54">
      <w:pPr>
        <w:pStyle w:val="libNormal"/>
        <w:rPr>
          <w:rtl/>
        </w:rPr>
      </w:pPr>
      <w:r>
        <w:rPr>
          <w:rtl/>
        </w:rPr>
        <w:t xml:space="preserve"> خدا وند عالم اس كے بعد اہل آخرت اور بہشتيو</w:t>
      </w:r>
      <w:r w:rsidR="007D6C9B">
        <w:rPr>
          <w:rtl/>
        </w:rPr>
        <w:t xml:space="preserve">ں </w:t>
      </w:r>
      <w:r>
        <w:rPr>
          <w:rtl/>
        </w:rPr>
        <w:t>كے اوصاف كو يو</w:t>
      </w:r>
      <w:r w:rsidR="007D6C9B">
        <w:rPr>
          <w:rtl/>
        </w:rPr>
        <w:t xml:space="preserve">ں </w:t>
      </w:r>
      <w:r>
        <w:rPr>
          <w:rtl/>
        </w:rPr>
        <w:t>بيان كرتا ہے : ''وہ ايسے لوگ ہي</w:t>
      </w:r>
      <w:r w:rsidR="007D6C9B">
        <w:rPr>
          <w:rtl/>
        </w:rPr>
        <w:t xml:space="preserve">ں </w:t>
      </w:r>
      <w:r>
        <w:rPr>
          <w:rtl/>
        </w:rPr>
        <w:t>جو با حيا ہي</w:t>
      </w:r>
      <w:r w:rsidR="007D6C9B">
        <w:rPr>
          <w:rtl/>
        </w:rPr>
        <w:t xml:space="preserve">ں </w:t>
      </w:r>
      <w:r>
        <w:rPr>
          <w:rtl/>
        </w:rPr>
        <w:t>ان كى جہالت كم ہے ، ان كے منافع زيادہ ہي</w:t>
      </w:r>
      <w:r w:rsidR="007D6C9B">
        <w:rPr>
          <w:rtl/>
        </w:rPr>
        <w:t xml:space="preserve">ں </w:t>
      </w:r>
      <w:r>
        <w:rPr>
          <w:rtl/>
        </w:rPr>
        <w:t>،لوگ ان سے راحت و آرام مي</w:t>
      </w:r>
      <w:r w:rsidR="007D6C9B">
        <w:rPr>
          <w:rtl/>
        </w:rPr>
        <w:t xml:space="preserve">ں </w:t>
      </w:r>
      <w:r>
        <w:rPr>
          <w:rtl/>
        </w:rPr>
        <w:t>ہوتے ہي</w:t>
      </w:r>
      <w:r w:rsidR="007D6C9B">
        <w:rPr>
          <w:rtl/>
        </w:rPr>
        <w:t xml:space="preserve">ں </w:t>
      </w:r>
      <w:r>
        <w:rPr>
          <w:rtl/>
        </w:rPr>
        <w:t>اور وہ خود اپنے ہاتھو</w:t>
      </w:r>
      <w:r w:rsidR="007D6C9B">
        <w:rPr>
          <w:rtl/>
        </w:rPr>
        <w:t xml:space="preserve">ں </w:t>
      </w:r>
      <w:r>
        <w:rPr>
          <w:rtl/>
        </w:rPr>
        <w:t>تكليف مي</w:t>
      </w:r>
      <w:r w:rsidR="007D6C9B">
        <w:rPr>
          <w:rtl/>
        </w:rPr>
        <w:t xml:space="preserve">ں </w:t>
      </w:r>
      <w:r>
        <w:rPr>
          <w:rtl/>
        </w:rPr>
        <w:t>ہوتے ہي</w:t>
      </w:r>
      <w:r w:rsidR="007D6C9B">
        <w:rPr>
          <w:rtl/>
        </w:rPr>
        <w:t xml:space="preserve">ں </w:t>
      </w:r>
      <w:r>
        <w:rPr>
          <w:rtl/>
        </w:rPr>
        <w:t>اور ان كى باتي</w:t>
      </w:r>
      <w:r w:rsidR="007D6C9B">
        <w:rPr>
          <w:rtl/>
        </w:rPr>
        <w:t xml:space="preserve">ں </w:t>
      </w:r>
      <w:r>
        <w:rPr>
          <w:rtl/>
        </w:rPr>
        <w:t>سنجيدہ ہوتى ہي</w:t>
      </w:r>
      <w:r w:rsidR="007D6C9B">
        <w:rPr>
          <w:rtl/>
        </w:rPr>
        <w:t xml:space="preserve">ں </w:t>
      </w:r>
      <w:r>
        <w:rPr>
          <w:rtl/>
        </w:rPr>
        <w:t xml:space="preserve">''_ </w:t>
      </w:r>
    </w:p>
    <w:p w:rsidR="00DE2D7F" w:rsidRDefault="00DE2D7F" w:rsidP="00D07B54">
      <w:pPr>
        <w:pStyle w:val="libNormal"/>
        <w:rPr>
          <w:rtl/>
        </w:rPr>
      </w:pPr>
      <w:r>
        <w:rPr>
          <w:rtl/>
        </w:rPr>
        <w:t>وہ ہميشہ اپنے اعمال كا حساب كرتے رہتے ہي</w:t>
      </w:r>
      <w:r w:rsidR="007D6C9B">
        <w:rPr>
          <w:rtl/>
        </w:rPr>
        <w:t xml:space="preserve">ں </w:t>
      </w:r>
      <w:r>
        <w:rPr>
          <w:rtl/>
        </w:rPr>
        <w:t>اور اسى وجہ سے وہ خود كو زحمت مي</w:t>
      </w:r>
      <w:r w:rsidR="007D6C9B">
        <w:rPr>
          <w:rtl/>
        </w:rPr>
        <w:t xml:space="preserve">ں </w:t>
      </w:r>
      <w:r>
        <w:rPr>
          <w:rtl/>
        </w:rPr>
        <w:t>ڈالتے رہتے ہي</w:t>
      </w:r>
      <w:r w:rsidR="007D6C9B">
        <w:rPr>
          <w:rtl/>
        </w:rPr>
        <w:t xml:space="preserve">ں </w:t>
      </w:r>
      <w:r>
        <w:rPr>
          <w:rtl/>
        </w:rPr>
        <w:t>ان كى آنكھي</w:t>
      </w:r>
      <w:r w:rsidR="007D6C9B">
        <w:rPr>
          <w:rtl/>
        </w:rPr>
        <w:t xml:space="preserve">ں </w:t>
      </w:r>
      <w:r>
        <w:rPr>
          <w:rtl/>
        </w:rPr>
        <w:t>سوئي ہوئي ہوتى ہي</w:t>
      </w:r>
      <w:r w:rsidR="007D6C9B">
        <w:rPr>
          <w:rtl/>
        </w:rPr>
        <w:t xml:space="preserve">ں </w:t>
      </w:r>
      <w:r>
        <w:rPr>
          <w:rtl/>
        </w:rPr>
        <w:t>ليكن ان كے دل بيدار ہوتے ہي</w:t>
      </w:r>
      <w:r w:rsidR="007D6C9B">
        <w:rPr>
          <w:rtl/>
        </w:rPr>
        <w:t xml:space="preserve">ں </w:t>
      </w:r>
      <w:r>
        <w:rPr>
          <w:rtl/>
        </w:rPr>
        <w:t>ان كى آنكھ گريا</w:t>
      </w:r>
      <w:r w:rsidR="007D6C9B">
        <w:rPr>
          <w:rtl/>
        </w:rPr>
        <w:t xml:space="preserve">ں </w:t>
      </w:r>
      <w:r>
        <w:rPr>
          <w:rtl/>
        </w:rPr>
        <w:t>ہوتى ہے اور ان كا دل ہميشہ ياد خدا مي</w:t>
      </w:r>
      <w:r w:rsidR="007D6C9B">
        <w:rPr>
          <w:rtl/>
        </w:rPr>
        <w:t xml:space="preserve">ں </w:t>
      </w:r>
      <w:r>
        <w:rPr>
          <w:rtl/>
        </w:rPr>
        <w:t>مصروف رہتا ہے جس وقت لوگ غافلو</w:t>
      </w:r>
      <w:r w:rsidR="007D6C9B">
        <w:rPr>
          <w:rtl/>
        </w:rPr>
        <w:t xml:space="preserve">ں </w:t>
      </w:r>
      <w:r>
        <w:rPr>
          <w:rtl/>
        </w:rPr>
        <w:t>كے زمرہ مي</w:t>
      </w:r>
      <w:r w:rsidR="007D6C9B">
        <w:rPr>
          <w:rtl/>
        </w:rPr>
        <w:t xml:space="preserve">ں </w:t>
      </w:r>
      <w:r>
        <w:rPr>
          <w:rtl/>
        </w:rPr>
        <w:t>لكھے جارہے ہو</w:t>
      </w:r>
      <w:r w:rsidR="007D6C9B">
        <w:rPr>
          <w:rtl/>
        </w:rPr>
        <w:t xml:space="preserve">ں </w:t>
      </w:r>
      <w:r>
        <w:rPr>
          <w:rtl/>
        </w:rPr>
        <w:t>وہ اس وقت ذكر كرنے والو</w:t>
      </w:r>
      <w:r w:rsidR="007D6C9B">
        <w:rPr>
          <w:rtl/>
        </w:rPr>
        <w:t xml:space="preserve">ں </w:t>
      </w:r>
      <w:r>
        <w:rPr>
          <w:rtl/>
        </w:rPr>
        <w:t>مي</w:t>
      </w:r>
      <w:r w:rsidR="007D6C9B">
        <w:rPr>
          <w:rtl/>
        </w:rPr>
        <w:t xml:space="preserve">ں </w:t>
      </w:r>
      <w:r>
        <w:rPr>
          <w:rtl/>
        </w:rPr>
        <w:t>لكھے جاتے ہي</w:t>
      </w:r>
      <w:r w:rsidR="007D6C9B">
        <w:rPr>
          <w:rtl/>
        </w:rPr>
        <w:t xml:space="preserve">ں </w:t>
      </w:r>
      <w:r>
        <w:rPr>
          <w:rtl/>
        </w:rPr>
        <w:t xml:space="preserve">_ </w:t>
      </w:r>
    </w:p>
    <w:p w:rsidR="00DE2D7F" w:rsidRDefault="00DE2D7F" w:rsidP="00D07B54">
      <w:pPr>
        <w:pStyle w:val="libNormal"/>
        <w:rPr>
          <w:rtl/>
        </w:rPr>
      </w:pPr>
      <w:r>
        <w:rPr>
          <w:rtl/>
        </w:rPr>
        <w:t>نعمتو</w:t>
      </w:r>
      <w:r w:rsidR="007D6C9B">
        <w:rPr>
          <w:rtl/>
        </w:rPr>
        <w:t xml:space="preserve">ں </w:t>
      </w:r>
      <w:r>
        <w:rPr>
          <w:rtl/>
        </w:rPr>
        <w:t>كے آغاز مي</w:t>
      </w:r>
      <w:r w:rsidR="007D6C9B">
        <w:rPr>
          <w:rtl/>
        </w:rPr>
        <w:t xml:space="preserve">ں </w:t>
      </w:r>
      <w:r>
        <w:rPr>
          <w:rtl/>
        </w:rPr>
        <w:t>حمد خدا بجالاتے ہي</w:t>
      </w:r>
      <w:r w:rsidR="007D6C9B">
        <w:rPr>
          <w:rtl/>
        </w:rPr>
        <w:t xml:space="preserve">ں </w:t>
      </w:r>
      <w:r>
        <w:rPr>
          <w:rtl/>
        </w:rPr>
        <w:t>اور ختم ہونے پر اس كا شكر ادا كرتے ہي</w:t>
      </w:r>
      <w:r w:rsidR="007D6C9B">
        <w:rPr>
          <w:rtl/>
        </w:rPr>
        <w:t xml:space="preserve">ں </w:t>
      </w:r>
      <w:r>
        <w:rPr>
          <w:rtl/>
        </w:rPr>
        <w:t>، ان كى دعائي</w:t>
      </w:r>
      <w:r w:rsidR="007D6C9B">
        <w:rPr>
          <w:rtl/>
        </w:rPr>
        <w:t xml:space="preserve">ں </w:t>
      </w:r>
      <w:r>
        <w:rPr>
          <w:rtl/>
        </w:rPr>
        <w:t>بارگاہ خدا مي</w:t>
      </w:r>
      <w:r w:rsidR="007D6C9B">
        <w:rPr>
          <w:rtl/>
        </w:rPr>
        <w:t xml:space="preserve">ں </w:t>
      </w:r>
      <w:r>
        <w:rPr>
          <w:rtl/>
        </w:rPr>
        <w:t>قبول ہوتى ہي</w:t>
      </w:r>
      <w:r w:rsidR="007D6C9B">
        <w:rPr>
          <w:rtl/>
        </w:rPr>
        <w:t xml:space="preserve">ں </w:t>
      </w:r>
      <w:r>
        <w:rPr>
          <w:rtl/>
        </w:rPr>
        <w:t>اور ان كى حاجتي</w:t>
      </w:r>
      <w:r w:rsidR="007D6C9B">
        <w:rPr>
          <w:rtl/>
        </w:rPr>
        <w:t xml:space="preserve">ں </w:t>
      </w:r>
      <w:r>
        <w:rPr>
          <w:rtl/>
        </w:rPr>
        <w:t>پورى كى جاتى ہي</w:t>
      </w:r>
      <w:r w:rsidR="007D6C9B">
        <w:rPr>
          <w:rtl/>
        </w:rPr>
        <w:t xml:space="preserve">ں </w:t>
      </w:r>
      <w:r>
        <w:rPr>
          <w:rtl/>
        </w:rPr>
        <w:t xml:space="preserve">اور فرشتے ان كے وجود سے مسرور اور خوش </w:t>
      </w:r>
    </w:p>
    <w:p w:rsidR="00A1611C" w:rsidRDefault="001648F9" w:rsidP="00D07B54">
      <w:pPr>
        <w:pStyle w:val="libNormal"/>
        <w:rPr>
          <w:rtl/>
        </w:rPr>
      </w:pPr>
      <w:r>
        <w:rPr>
          <w:rtl/>
        </w:rPr>
        <w:t xml:space="preserve"> </w:t>
      </w:r>
      <w:r>
        <w:rPr>
          <w:rtl/>
        </w:rPr>
        <w:br w:type="page"/>
      </w:r>
    </w:p>
    <w:p w:rsidR="00A1611C" w:rsidRDefault="00A1611C" w:rsidP="00D07B54">
      <w:pPr>
        <w:pStyle w:val="libNormal"/>
        <w:rPr>
          <w:rtl/>
        </w:rPr>
      </w:pPr>
    </w:p>
    <w:p w:rsidR="00DE2D7F" w:rsidRDefault="00DE2D7F" w:rsidP="00D07B54">
      <w:pPr>
        <w:pStyle w:val="libNormal"/>
        <w:rPr>
          <w:rtl/>
        </w:rPr>
      </w:pPr>
      <w:r>
        <w:rPr>
          <w:rtl/>
        </w:rPr>
        <w:t>رہتے ہي</w:t>
      </w:r>
      <w:r w:rsidR="007D6C9B">
        <w:rPr>
          <w:rtl/>
        </w:rPr>
        <w:t xml:space="preserve">ں </w:t>
      </w:r>
      <w:r>
        <w:rPr>
          <w:rtl/>
        </w:rPr>
        <w:t>(غافل )لوگ ان كے نزديك مردہ ہي</w:t>
      </w:r>
      <w:r w:rsidR="007D6C9B">
        <w:rPr>
          <w:rtl/>
        </w:rPr>
        <w:t xml:space="preserve">ں </w:t>
      </w:r>
      <w:r>
        <w:rPr>
          <w:rtl/>
        </w:rPr>
        <w:t>اور خدا اُن كے نزديك حى و قيوم اور كريم ہے (ان كى ہمت اتنى بلند ہے كہ وہ اس كے سوا كسى كے اوپر نظر نہي</w:t>
      </w:r>
      <w:r w:rsidR="007D6C9B">
        <w:rPr>
          <w:rtl/>
        </w:rPr>
        <w:t xml:space="preserve">ں </w:t>
      </w:r>
      <w:r>
        <w:rPr>
          <w:rtl/>
        </w:rPr>
        <w:t xml:space="preserve">ركھتے ) </w:t>
      </w:r>
    </w:p>
    <w:p w:rsidR="00DE2D7F" w:rsidRDefault="00DE2D7F" w:rsidP="00D07B54">
      <w:pPr>
        <w:pStyle w:val="libNormal"/>
        <w:rPr>
          <w:rtl/>
        </w:rPr>
      </w:pPr>
      <w:r>
        <w:rPr>
          <w:rtl/>
        </w:rPr>
        <w:t>لوگ تو اپنى عمر مي</w:t>
      </w:r>
      <w:r w:rsidR="007D6C9B">
        <w:rPr>
          <w:rtl/>
        </w:rPr>
        <w:t xml:space="preserve">ں </w:t>
      </w:r>
      <w:r>
        <w:rPr>
          <w:rtl/>
        </w:rPr>
        <w:t>صرف ايك ہى دفعہ مرتے ہي</w:t>
      </w:r>
      <w:r w:rsidR="007D6C9B">
        <w:rPr>
          <w:rtl/>
        </w:rPr>
        <w:t xml:space="preserve">ں </w:t>
      </w:r>
      <w:r>
        <w:rPr>
          <w:rtl/>
        </w:rPr>
        <w:t>ليكن وہ جہاد باالنفس اور ہواوہوس كى مخالفت كى وجہ سے ہر روز ستر مرتبہ مرتے ہي</w:t>
      </w:r>
      <w:r w:rsidR="007D6C9B">
        <w:rPr>
          <w:rtl/>
        </w:rPr>
        <w:t xml:space="preserve">ں </w:t>
      </w:r>
      <w:r>
        <w:rPr>
          <w:rtl/>
        </w:rPr>
        <w:t>(اور نئي زندگى پاتے ہي</w:t>
      </w:r>
      <w:r w:rsidR="007D6C9B">
        <w:rPr>
          <w:rtl/>
        </w:rPr>
        <w:t xml:space="preserve">ں </w:t>
      </w:r>
      <w:r>
        <w:rPr>
          <w:rtl/>
        </w:rPr>
        <w:t xml:space="preserve">) </w:t>
      </w:r>
    </w:p>
    <w:p w:rsidR="00DE2D7F" w:rsidRDefault="00DE2D7F" w:rsidP="00D07B54">
      <w:pPr>
        <w:pStyle w:val="libNormal"/>
        <w:rPr>
          <w:rtl/>
        </w:rPr>
      </w:pPr>
      <w:r>
        <w:rPr>
          <w:rtl/>
        </w:rPr>
        <w:t>جس وقت عبادت كے ليئےيرے سامنے كھڑے ہوتے ہي</w:t>
      </w:r>
      <w:r w:rsidR="007D6C9B">
        <w:rPr>
          <w:rtl/>
        </w:rPr>
        <w:t xml:space="preserve">ں </w:t>
      </w:r>
      <w:r>
        <w:rPr>
          <w:rtl/>
        </w:rPr>
        <w:t>تو ايك فولادى باندھ اور بنيان مرصوص كے مانند ہوتے ہي</w:t>
      </w:r>
      <w:r w:rsidR="007D6C9B">
        <w:rPr>
          <w:rtl/>
        </w:rPr>
        <w:t xml:space="preserve">ں </w:t>
      </w:r>
      <w:r>
        <w:rPr>
          <w:rtl/>
        </w:rPr>
        <w:t>اور ان كے دل مي</w:t>
      </w:r>
      <w:r w:rsidR="007D6C9B">
        <w:rPr>
          <w:rtl/>
        </w:rPr>
        <w:t xml:space="preserve">ں </w:t>
      </w:r>
      <w:r>
        <w:rPr>
          <w:rtl/>
        </w:rPr>
        <w:t>مخلوقات كى طرف كوئي توجہ نہي</w:t>
      </w:r>
      <w:r w:rsidR="007D6C9B">
        <w:rPr>
          <w:rtl/>
        </w:rPr>
        <w:t xml:space="preserve">ں </w:t>
      </w:r>
      <w:r>
        <w:rPr>
          <w:rtl/>
        </w:rPr>
        <w:t>ہوتى مجھے اپنى عزت و جلال كى قسم ہے كہ مي</w:t>
      </w:r>
      <w:r w:rsidR="007D6C9B">
        <w:rPr>
          <w:rtl/>
        </w:rPr>
        <w:t xml:space="preserve">ں </w:t>
      </w:r>
      <w:r>
        <w:rPr>
          <w:rtl/>
        </w:rPr>
        <w:t>انہي</w:t>
      </w:r>
      <w:r w:rsidR="007D6C9B">
        <w:rPr>
          <w:rtl/>
        </w:rPr>
        <w:t xml:space="preserve">ں </w:t>
      </w:r>
      <w:r>
        <w:rPr>
          <w:rtl/>
        </w:rPr>
        <w:t>ايك پاكيزہ زندگى بخشونگا اور عمر كے اختتام پر مي</w:t>
      </w:r>
      <w:r w:rsidR="007D6C9B">
        <w:rPr>
          <w:rtl/>
        </w:rPr>
        <w:t xml:space="preserve">ں </w:t>
      </w:r>
      <w:r>
        <w:rPr>
          <w:rtl/>
        </w:rPr>
        <w:t>خود ان كى روح كو قبض كرو</w:t>
      </w:r>
      <w:r w:rsidR="007D6C9B">
        <w:rPr>
          <w:rtl/>
        </w:rPr>
        <w:t xml:space="preserve">ں </w:t>
      </w:r>
      <w:r>
        <w:rPr>
          <w:rtl/>
        </w:rPr>
        <w:t>گا اور ان كى پرواز كے لئے آسمان كے دروازو</w:t>
      </w:r>
      <w:r w:rsidR="007D6C9B">
        <w:rPr>
          <w:rtl/>
        </w:rPr>
        <w:t xml:space="preserve">ں </w:t>
      </w:r>
      <w:r>
        <w:rPr>
          <w:rtl/>
        </w:rPr>
        <w:t>كو كھول دو</w:t>
      </w:r>
      <w:r w:rsidR="007D6C9B">
        <w:rPr>
          <w:rtl/>
        </w:rPr>
        <w:t xml:space="preserve">ں </w:t>
      </w:r>
      <w:r>
        <w:rPr>
          <w:rtl/>
        </w:rPr>
        <w:t>گاتمام حجابو</w:t>
      </w:r>
      <w:r w:rsidR="007D6C9B">
        <w:rPr>
          <w:rtl/>
        </w:rPr>
        <w:t xml:space="preserve">ں </w:t>
      </w:r>
      <w:r>
        <w:rPr>
          <w:rtl/>
        </w:rPr>
        <w:t>كو ان كے سامنے سے ہٹا دو</w:t>
      </w:r>
      <w:r w:rsidR="007D6C9B">
        <w:rPr>
          <w:rtl/>
        </w:rPr>
        <w:t xml:space="preserve">ں </w:t>
      </w:r>
      <w:r>
        <w:rPr>
          <w:rtl/>
        </w:rPr>
        <w:t>گا اور حكم دو</w:t>
      </w:r>
      <w:r w:rsidR="007D6C9B">
        <w:rPr>
          <w:rtl/>
        </w:rPr>
        <w:t xml:space="preserve">ں </w:t>
      </w:r>
      <w:r>
        <w:rPr>
          <w:rtl/>
        </w:rPr>
        <w:t>گا كہ بہشت خود اپنے ان كے لئے آراستہ كرے ''اے احمد عبادت كے دس حصہ ہي</w:t>
      </w:r>
      <w:r w:rsidR="007D6C9B">
        <w:rPr>
          <w:rtl/>
        </w:rPr>
        <w:t xml:space="preserve">ں </w:t>
      </w:r>
      <w:r>
        <w:rPr>
          <w:rtl/>
        </w:rPr>
        <w:t>جن مي</w:t>
      </w:r>
      <w:r w:rsidR="007D6C9B">
        <w:rPr>
          <w:rtl/>
        </w:rPr>
        <w:t xml:space="preserve">ں </w:t>
      </w:r>
      <w:r>
        <w:rPr>
          <w:rtl/>
        </w:rPr>
        <w:t>سے نو حصے طلب رزق حلال مي</w:t>
      </w:r>
      <w:r w:rsidR="007D6C9B">
        <w:rPr>
          <w:rtl/>
        </w:rPr>
        <w:t xml:space="preserve">ں </w:t>
      </w:r>
      <w:r>
        <w:rPr>
          <w:rtl/>
        </w:rPr>
        <w:t>ہي</w:t>
      </w:r>
      <w:r w:rsidR="007D6C9B">
        <w:rPr>
          <w:rtl/>
        </w:rPr>
        <w:t xml:space="preserve">ں </w:t>
      </w:r>
      <w:r>
        <w:rPr>
          <w:rtl/>
        </w:rPr>
        <w:t>جب تيرا كھانا اور پينا حلال ہوگا تو تيرى حفظ و حمايت مي</w:t>
      </w:r>
      <w:r w:rsidR="007D6C9B">
        <w:rPr>
          <w:rtl/>
        </w:rPr>
        <w:t xml:space="preserve">ں </w:t>
      </w:r>
      <w:r>
        <w:rPr>
          <w:rtl/>
        </w:rPr>
        <w:t xml:space="preserve">ہوگا'' </w:t>
      </w:r>
    </w:p>
    <w:p w:rsidR="00A1611C" w:rsidRDefault="00DE2D7F" w:rsidP="00D07B54">
      <w:pPr>
        <w:pStyle w:val="Heading2Center"/>
        <w:rPr>
          <w:rtl/>
        </w:rPr>
      </w:pPr>
      <w:bookmarkStart w:id="343" w:name="_Toc7268740"/>
      <w:r>
        <w:rPr>
          <w:rtl/>
        </w:rPr>
        <w:t>بہترين اور جاويدانى زندگي</w:t>
      </w:r>
      <w:bookmarkEnd w:id="343"/>
      <w:r>
        <w:rPr>
          <w:rtl/>
        </w:rPr>
        <w:t xml:space="preserve"> </w:t>
      </w:r>
    </w:p>
    <w:p w:rsidR="00DE2D7F" w:rsidRDefault="00DE2D7F" w:rsidP="00D07B54">
      <w:pPr>
        <w:pStyle w:val="libNormal"/>
        <w:rPr>
          <w:rtl/>
        </w:rPr>
      </w:pPr>
      <w:r>
        <w:rPr>
          <w:rtl/>
        </w:rPr>
        <w:t>ايك اور حصہ مي</w:t>
      </w:r>
      <w:r w:rsidR="007D6C9B">
        <w:rPr>
          <w:rtl/>
        </w:rPr>
        <w:t xml:space="preserve">ں </w:t>
      </w:r>
      <w:r>
        <w:rPr>
          <w:rtl/>
        </w:rPr>
        <w:t xml:space="preserve">آيا ہے: </w:t>
      </w:r>
    </w:p>
    <w:p w:rsidR="00DE2D7F" w:rsidRDefault="00DE2D7F" w:rsidP="00D07B54">
      <w:pPr>
        <w:pStyle w:val="libNormal"/>
        <w:rPr>
          <w:rtl/>
        </w:rPr>
      </w:pPr>
      <w:r>
        <w:rPr>
          <w:rtl/>
        </w:rPr>
        <w:t xml:space="preserve">''اے احمد كيا تو جانتا ہے كہ كونسى زندگى زيادہ گوارا اور زيادہ دوام ركھتى ہے''؟ </w:t>
      </w:r>
    </w:p>
    <w:p w:rsidR="00DE2D7F" w:rsidRDefault="00DE2D7F" w:rsidP="00D07B54">
      <w:pPr>
        <w:pStyle w:val="libNormal"/>
        <w:rPr>
          <w:rtl/>
        </w:rPr>
      </w:pPr>
      <w:r>
        <w:rPr>
          <w:rtl/>
        </w:rPr>
        <w:t>عرض كيا : خداوندا: نہي</w:t>
      </w:r>
      <w:r w:rsidR="007D6C9B">
        <w:rPr>
          <w:rtl/>
        </w:rPr>
        <w:t xml:space="preserve">ں </w:t>
      </w:r>
      <w:r>
        <w:rPr>
          <w:rtl/>
        </w:rPr>
        <w:t xml:space="preserve">_ </w:t>
      </w:r>
    </w:p>
    <w:p w:rsidR="00DE2D7F" w:rsidRDefault="00DE2D7F" w:rsidP="00D07B54">
      <w:pPr>
        <w:pStyle w:val="libNormal"/>
        <w:rPr>
          <w:rtl/>
        </w:rPr>
      </w:pPr>
      <w:r>
        <w:rPr>
          <w:rtl/>
        </w:rPr>
        <w:t xml:space="preserve">فرمايا: گوارا زندگى وہ ہوتى ہے جس كا صاحب ايك لمحہ كے لئے بھى ميرى ياد سے غافل نہ رہے، ميرى نعمت كو فراموش نہ كرے ، ميرے حق سے بے خبر نہ رہے اور رات دن ميرى رضا كو طلب كرے_ </w:t>
      </w:r>
    </w:p>
    <w:p w:rsidR="00DE2D7F" w:rsidRDefault="00DE2D7F" w:rsidP="00D07B54">
      <w:pPr>
        <w:pStyle w:val="libNormal"/>
        <w:rPr>
          <w:rtl/>
        </w:rPr>
      </w:pPr>
      <w:r>
        <w:rPr>
          <w:rtl/>
        </w:rPr>
        <w:t>ليكن باقى رہنے والى زندگى وہ ہے جس مي</w:t>
      </w:r>
      <w:r w:rsidR="007D6C9B">
        <w:rPr>
          <w:rtl/>
        </w:rPr>
        <w:t xml:space="preserve">ں </w:t>
      </w:r>
      <w:r>
        <w:rPr>
          <w:rtl/>
        </w:rPr>
        <w:t>اپنى نجات كے لئے عمل كرے ، دنيا اس كى نظر مي</w:t>
      </w:r>
      <w:r w:rsidR="007D6C9B">
        <w:rPr>
          <w:rtl/>
        </w:rPr>
        <w:t xml:space="preserve">ں </w:t>
      </w:r>
      <w:r>
        <w:rPr>
          <w:rtl/>
        </w:rPr>
        <w:t xml:space="preserve">حقير ہو اور آخرت بڑى اور بزرگ ہو، ميرى رضا كو اپنى رضا پر مقدم كرے، اور ہميشہ ميرى خوشنودى كو طلب كرے، ميرے حق كو بڑا سمجھے اور اپنى نسبت ميرى آگاہى كى طرف توجہ ركھے_ </w:t>
      </w:r>
    </w:p>
    <w:p w:rsidR="00DE2D7F" w:rsidRDefault="00DE2D7F" w:rsidP="00D07B54">
      <w:pPr>
        <w:pStyle w:val="libNormal"/>
        <w:rPr>
          <w:rtl/>
        </w:rPr>
      </w:pPr>
      <w:r>
        <w:rPr>
          <w:rtl/>
        </w:rPr>
        <w:t>ہرگناہ اور معصيت پر مجھے ياد كرليا كرے ، اور اپنے دل كو اس چيز سے جو مجھے پسند نہي</w:t>
      </w:r>
      <w:r w:rsidR="007D6C9B">
        <w:rPr>
          <w:rtl/>
        </w:rPr>
        <w:t xml:space="preserve">ں </w:t>
      </w:r>
      <w:r>
        <w:rPr>
          <w:rtl/>
        </w:rPr>
        <w:t xml:space="preserve">ہے پاك </w:t>
      </w:r>
    </w:p>
    <w:p w:rsidR="00A1611C" w:rsidRDefault="001648F9" w:rsidP="00D07B54">
      <w:pPr>
        <w:pStyle w:val="libNormal"/>
        <w:rPr>
          <w:rtl/>
        </w:rPr>
      </w:pPr>
      <w:r>
        <w:rPr>
          <w:rtl/>
        </w:rPr>
        <w:t xml:space="preserve"> </w:t>
      </w:r>
      <w:r>
        <w:rPr>
          <w:rtl/>
        </w:rPr>
        <w:br w:type="page"/>
      </w:r>
    </w:p>
    <w:p w:rsidR="00A1611C" w:rsidRDefault="00A1611C" w:rsidP="00D07B54">
      <w:pPr>
        <w:pStyle w:val="libNormal"/>
        <w:rPr>
          <w:rtl/>
        </w:rPr>
      </w:pPr>
    </w:p>
    <w:p w:rsidR="00DE2D7F" w:rsidRDefault="00DE2D7F" w:rsidP="00D07B54">
      <w:pPr>
        <w:pStyle w:val="libNormal"/>
        <w:rPr>
          <w:rtl/>
        </w:rPr>
      </w:pPr>
      <w:r>
        <w:rPr>
          <w:rtl/>
        </w:rPr>
        <w:t>ركھے، شيطانى وسو سو</w:t>
      </w:r>
      <w:r w:rsidR="007D6C9B">
        <w:rPr>
          <w:rtl/>
        </w:rPr>
        <w:t xml:space="preserve">ں </w:t>
      </w:r>
      <w:r>
        <w:rPr>
          <w:rtl/>
        </w:rPr>
        <w:t xml:space="preserve">كو مبغوض ركھے ،اور ابليس كو اپنے دل پر مسلط نہ كرے _ </w:t>
      </w:r>
    </w:p>
    <w:p w:rsidR="00DE2D7F" w:rsidRDefault="00DE2D7F" w:rsidP="00D07B54">
      <w:pPr>
        <w:pStyle w:val="libNormal"/>
        <w:rPr>
          <w:rtl/>
        </w:rPr>
      </w:pPr>
      <w:r>
        <w:rPr>
          <w:rtl/>
        </w:rPr>
        <w:t>جب وہ ايسا كرے گا تو مي</w:t>
      </w:r>
      <w:r w:rsidR="007D6C9B">
        <w:rPr>
          <w:rtl/>
        </w:rPr>
        <w:t xml:space="preserve">ں </w:t>
      </w:r>
      <w:r>
        <w:rPr>
          <w:rtl/>
        </w:rPr>
        <w:t>ايك خاص قسم كى محبت كو اس كے دل مي</w:t>
      </w:r>
      <w:r w:rsidR="007D6C9B">
        <w:rPr>
          <w:rtl/>
        </w:rPr>
        <w:t xml:space="preserve">ں </w:t>
      </w:r>
      <w:r>
        <w:rPr>
          <w:rtl/>
        </w:rPr>
        <w:t>ڈال دو</w:t>
      </w:r>
      <w:r w:rsidR="007D6C9B">
        <w:rPr>
          <w:rtl/>
        </w:rPr>
        <w:t xml:space="preserve">ں </w:t>
      </w:r>
      <w:r>
        <w:rPr>
          <w:rtl/>
        </w:rPr>
        <w:t>گا اس طرح سے كہ اس كا دل ميرے اختيار مي</w:t>
      </w:r>
      <w:r w:rsidR="007D6C9B">
        <w:rPr>
          <w:rtl/>
        </w:rPr>
        <w:t xml:space="preserve">ں </w:t>
      </w:r>
      <w:r>
        <w:rPr>
          <w:rtl/>
        </w:rPr>
        <w:t>ہوگا ، اس كى فرصت اور مشغوليت اس كا ہم وغم اور اس كى بات ان نعمتو</w:t>
      </w:r>
      <w:r w:rsidR="007D6C9B">
        <w:rPr>
          <w:rtl/>
        </w:rPr>
        <w:t xml:space="preserve">ں </w:t>
      </w:r>
      <w:r>
        <w:rPr>
          <w:rtl/>
        </w:rPr>
        <w:t>كے بارے مي</w:t>
      </w:r>
      <w:r w:rsidR="007D6C9B">
        <w:rPr>
          <w:rtl/>
        </w:rPr>
        <w:t xml:space="preserve">ں </w:t>
      </w:r>
      <w:r>
        <w:rPr>
          <w:rtl/>
        </w:rPr>
        <w:t>ہوگى جو مي</w:t>
      </w:r>
      <w:r w:rsidR="007D6C9B">
        <w:rPr>
          <w:rtl/>
        </w:rPr>
        <w:t xml:space="preserve">ں </w:t>
      </w:r>
      <w:r>
        <w:rPr>
          <w:rtl/>
        </w:rPr>
        <w:t>اہل محبت كو بخشتا ہو</w:t>
      </w:r>
      <w:r w:rsidR="007D6C9B">
        <w:rPr>
          <w:rtl/>
        </w:rPr>
        <w:t xml:space="preserve">ں </w:t>
      </w:r>
      <w:r>
        <w:rPr>
          <w:rtl/>
        </w:rPr>
        <w:t>_ مي</w:t>
      </w:r>
      <w:r w:rsidR="007D6C9B">
        <w:rPr>
          <w:rtl/>
        </w:rPr>
        <w:t xml:space="preserve">ں </w:t>
      </w:r>
      <w:r>
        <w:rPr>
          <w:rtl/>
        </w:rPr>
        <w:t>اس كى آنكھ اور دل كے كان كھول ديتا ہو</w:t>
      </w:r>
      <w:r w:rsidR="007D6C9B">
        <w:rPr>
          <w:rtl/>
        </w:rPr>
        <w:t xml:space="preserve">ں </w:t>
      </w:r>
      <w:r>
        <w:rPr>
          <w:rtl/>
        </w:rPr>
        <w:t xml:space="preserve">تاكہ وہ اپنے دل كے كان سے غيب كے حقائق كو سننے اور اپنے دل سے ميرے جلال وعظمت كو ديكھے'' : </w:t>
      </w:r>
    </w:p>
    <w:p w:rsidR="00DE2D7F" w:rsidRDefault="00DE2D7F" w:rsidP="00D07B54">
      <w:pPr>
        <w:pStyle w:val="libNormal"/>
        <w:rPr>
          <w:rtl/>
        </w:rPr>
      </w:pPr>
      <w:r>
        <w:rPr>
          <w:rtl/>
        </w:rPr>
        <w:t>اور آخر مي</w:t>
      </w:r>
      <w:r w:rsidR="007D6C9B">
        <w:rPr>
          <w:rtl/>
        </w:rPr>
        <w:t xml:space="preserve">ں </w:t>
      </w:r>
      <w:r>
        <w:rPr>
          <w:rtl/>
        </w:rPr>
        <w:t>يہ نورانى حديث ان بيدار كرنے والے جملو</w:t>
      </w:r>
      <w:r w:rsidR="007D6C9B">
        <w:rPr>
          <w:rtl/>
        </w:rPr>
        <w:t xml:space="preserve">ں </w:t>
      </w:r>
      <w:r>
        <w:rPr>
          <w:rtl/>
        </w:rPr>
        <w:t xml:space="preserve">پر ختم ہوجاتى ہے : </w:t>
      </w:r>
    </w:p>
    <w:p w:rsidR="00DE2D7F" w:rsidRDefault="00DE2D7F" w:rsidP="00D07B54">
      <w:pPr>
        <w:pStyle w:val="libNormal"/>
        <w:rPr>
          <w:rtl/>
        </w:rPr>
      </w:pPr>
      <w:r>
        <w:rPr>
          <w:rtl/>
        </w:rPr>
        <w:t>'' اے احمد اگر كوئي بندہ تمام اہل آسمان اور تمام اہل زمين كے برابر نماز ادا كرے ،اور تمام اہل آسمان وزمين كے برابر روزہ ركھے، فرشتو</w:t>
      </w:r>
      <w:r w:rsidR="007D6C9B">
        <w:rPr>
          <w:rtl/>
        </w:rPr>
        <w:t xml:space="preserve">ں </w:t>
      </w:r>
      <w:r>
        <w:rPr>
          <w:rtl/>
        </w:rPr>
        <w:t>كى طرح كھانانہ كھائے اور كوئي فاخرہ لباس بدن پر نہ پہنے (اور انتہائي زہد اور پارسائي كى زندگى بسر كرے) ليكن اس كے دل مي</w:t>
      </w:r>
      <w:r w:rsidR="007D6C9B">
        <w:rPr>
          <w:rtl/>
        </w:rPr>
        <w:t xml:space="preserve">ں </w:t>
      </w:r>
      <w:r>
        <w:rPr>
          <w:rtl/>
        </w:rPr>
        <w:t>ذرہ برابر بھى دنيا پرستى يا رياست طلبى يازينت دنيا كا عشق ہو تو وہ ميرے جاودانى گھر مي</w:t>
      </w:r>
      <w:r w:rsidR="007D6C9B">
        <w:rPr>
          <w:rtl/>
        </w:rPr>
        <w:t xml:space="preserve">ں </w:t>
      </w:r>
      <w:r>
        <w:rPr>
          <w:rtl/>
        </w:rPr>
        <w:t>ميرے جوار مي</w:t>
      </w:r>
      <w:r w:rsidR="007D6C9B">
        <w:rPr>
          <w:rtl/>
        </w:rPr>
        <w:t xml:space="preserve">ں </w:t>
      </w:r>
      <w:r>
        <w:rPr>
          <w:rtl/>
        </w:rPr>
        <w:t>نہي</w:t>
      </w:r>
      <w:r w:rsidR="007D6C9B">
        <w:rPr>
          <w:rtl/>
        </w:rPr>
        <w:t xml:space="preserve">ں </w:t>
      </w:r>
      <w:r>
        <w:rPr>
          <w:rtl/>
        </w:rPr>
        <w:t>ہوگا اور مي</w:t>
      </w:r>
      <w:r w:rsidR="007D6C9B">
        <w:rPr>
          <w:rtl/>
        </w:rPr>
        <w:t xml:space="preserve">ں </w:t>
      </w:r>
      <w:r>
        <w:rPr>
          <w:rtl/>
        </w:rPr>
        <w:t>اپنى محبت كو اس كے دل سے نكال دو</w:t>
      </w:r>
      <w:r w:rsidR="007D6C9B">
        <w:rPr>
          <w:rtl/>
        </w:rPr>
        <w:t xml:space="preserve">ں </w:t>
      </w:r>
      <w:r>
        <w:rPr>
          <w:rtl/>
        </w:rPr>
        <w:t xml:space="preserve">گا ،ميرا سلام ورحمت تجھ پر ہو ،والحمد للہ رب العالمين '' </w:t>
      </w:r>
    </w:p>
    <w:p w:rsidR="00DE2D7F" w:rsidRDefault="00DE2D7F" w:rsidP="00D07B54">
      <w:pPr>
        <w:pStyle w:val="libNormal"/>
        <w:rPr>
          <w:rtl/>
        </w:rPr>
      </w:pPr>
      <w:r>
        <w:rPr>
          <w:rtl/>
        </w:rPr>
        <w:t>يہ عرشى باتي</w:t>
      </w:r>
      <w:r w:rsidR="007D6C9B">
        <w:rPr>
          <w:rtl/>
        </w:rPr>
        <w:t xml:space="preserve">ں </w:t>
      </w:r>
      <w:r>
        <w:rPr>
          <w:rtl/>
        </w:rPr>
        <w:t>__جو انسانى روح كو آسمانو</w:t>
      </w:r>
      <w:r w:rsidR="007D6C9B">
        <w:rPr>
          <w:rtl/>
        </w:rPr>
        <w:t xml:space="preserve">ں </w:t>
      </w:r>
      <w:r>
        <w:rPr>
          <w:rtl/>
        </w:rPr>
        <w:t>كى طرف بلند كرتى ہي</w:t>
      </w:r>
      <w:r w:rsidR="007D6C9B">
        <w:rPr>
          <w:rtl/>
        </w:rPr>
        <w:t xml:space="preserve">ں </w:t>
      </w:r>
      <w:r>
        <w:rPr>
          <w:rtl/>
        </w:rPr>
        <w:t>، اور آستان ہ عشق وشہود كى طرف كھينچتى ہي</w:t>
      </w:r>
      <w:r w:rsidR="007D6C9B">
        <w:rPr>
          <w:rtl/>
        </w:rPr>
        <w:t xml:space="preserve">ں </w:t>
      </w:r>
      <w:r>
        <w:rPr>
          <w:rtl/>
        </w:rPr>
        <w:t xml:space="preserve">_حديث قدسى كا صرف ايك حصہ ہے _ </w:t>
      </w:r>
    </w:p>
    <w:p w:rsidR="00DE2D7F" w:rsidRDefault="00DE2D7F" w:rsidP="00D07B54">
      <w:pPr>
        <w:pStyle w:val="libNormal"/>
        <w:rPr>
          <w:rtl/>
        </w:rPr>
      </w:pPr>
      <w:r>
        <w:rPr>
          <w:rtl/>
        </w:rPr>
        <w:t>مزيد برا</w:t>
      </w:r>
      <w:r w:rsidR="007D6C9B">
        <w:rPr>
          <w:rtl/>
        </w:rPr>
        <w:t xml:space="preserve">ں </w:t>
      </w:r>
      <w:r>
        <w:rPr>
          <w:rtl/>
        </w:rPr>
        <w:t>ہمي</w:t>
      </w:r>
      <w:r w:rsidR="007D6C9B">
        <w:rPr>
          <w:rtl/>
        </w:rPr>
        <w:t xml:space="preserve">ں </w:t>
      </w:r>
      <w:r>
        <w:rPr>
          <w:rtl/>
        </w:rPr>
        <w:t>اطمينان ہے كہ پيغمبر نے اپنے ارشادات مي</w:t>
      </w:r>
      <w:r w:rsidR="007D6C9B">
        <w:rPr>
          <w:rtl/>
        </w:rPr>
        <w:t xml:space="preserve">ں </w:t>
      </w:r>
      <w:r>
        <w:rPr>
          <w:rtl/>
        </w:rPr>
        <w:t>جو كچھ بيان فرمايا ہے ان كے علاوہ بھي، اس شب عشق وشوق اور جذبہ ووصال كى شب مي</w:t>
      </w:r>
      <w:r w:rsidR="007D6C9B">
        <w:rPr>
          <w:rtl/>
        </w:rPr>
        <w:t xml:space="preserve">ں </w:t>
      </w:r>
      <w:r>
        <w:rPr>
          <w:rtl/>
        </w:rPr>
        <w:t>، ايسى باتي</w:t>
      </w:r>
      <w:r w:rsidR="007D6C9B">
        <w:rPr>
          <w:rtl/>
        </w:rPr>
        <w:t xml:space="preserve">ں </w:t>
      </w:r>
      <w:r>
        <w:rPr>
          <w:rtl/>
        </w:rPr>
        <w:t>، اسرارورموز اور اشارے آپ كے اور اپ كے محبوب كے درميان ہوتے ہي</w:t>
      </w:r>
      <w:r w:rsidR="007D6C9B">
        <w:rPr>
          <w:rtl/>
        </w:rPr>
        <w:t xml:space="preserve">ں </w:t>
      </w:r>
      <w:r>
        <w:rPr>
          <w:rtl/>
        </w:rPr>
        <w:t>جن كو نہ تو كان سننے كى طاقت ركھتے ہي</w:t>
      </w:r>
      <w:r w:rsidR="007D6C9B">
        <w:rPr>
          <w:rtl/>
        </w:rPr>
        <w:t xml:space="preserve">ں </w:t>
      </w:r>
      <w:r>
        <w:rPr>
          <w:rtl/>
        </w:rPr>
        <w:t>اور نہ عام افكار مي</w:t>
      </w:r>
      <w:r w:rsidR="007D6C9B">
        <w:rPr>
          <w:rtl/>
        </w:rPr>
        <w:t xml:space="preserve">ں </w:t>
      </w:r>
      <w:r>
        <w:rPr>
          <w:rtl/>
        </w:rPr>
        <w:t>ان كے درك كى صلاحيت ہے، اور اسى بناپر وہ ہميشہ پيغمبر كے دل وجان كے اندر ہى مكتوم اور پوشيدہ رہے ، اور آپ كے خواص كے علاوہ كوئي بھى ان سے آگاہ نہي</w:t>
      </w:r>
      <w:r w:rsidR="007D6C9B">
        <w:rPr>
          <w:rtl/>
        </w:rPr>
        <w:t xml:space="preserve">ں </w:t>
      </w:r>
      <w:r>
        <w:rPr>
          <w:rtl/>
        </w:rPr>
        <w:t xml:space="preserve">ہوا _ </w:t>
      </w:r>
    </w:p>
    <w:p w:rsidR="00D56E2E" w:rsidRDefault="00C2634E" w:rsidP="00D07B54">
      <w:pPr>
        <w:pStyle w:val="libNormal"/>
        <w:rPr>
          <w:rtl/>
        </w:rPr>
      </w:pPr>
      <w:r>
        <w:rPr>
          <w:rtl/>
        </w:rPr>
        <w:t xml:space="preserve"> </w:t>
      </w:r>
      <w:r>
        <w:rPr>
          <w:rtl/>
        </w:rPr>
        <w:br w:type="page"/>
      </w:r>
    </w:p>
    <w:p w:rsidR="00D56E2E" w:rsidRDefault="00D56E2E" w:rsidP="00D07B54">
      <w:pPr>
        <w:pStyle w:val="libNormal"/>
        <w:rPr>
          <w:rtl/>
        </w:rPr>
      </w:pPr>
    </w:p>
    <w:p w:rsidR="00D56E2E" w:rsidRDefault="00DE2D7F" w:rsidP="00D07B54">
      <w:pPr>
        <w:pStyle w:val="Heading2Center"/>
        <w:rPr>
          <w:rtl/>
        </w:rPr>
      </w:pPr>
      <w:bookmarkStart w:id="344" w:name="_Toc7268741"/>
      <w:r>
        <w:rPr>
          <w:rtl/>
        </w:rPr>
        <w:t xml:space="preserve">ہجرت پيامبر اكرم (ص) </w:t>
      </w:r>
      <w:r w:rsidRPr="00AD1EF3">
        <w:rPr>
          <w:rStyle w:val="libFootnotenumChar"/>
          <w:rtl/>
        </w:rPr>
        <w:t>(</w:t>
      </w:r>
      <w:r w:rsidR="00E664BB" w:rsidRPr="00AD1EF3">
        <w:rPr>
          <w:rStyle w:val="libFootnotenumChar"/>
          <w:rtl/>
        </w:rPr>
        <w:t>1</w:t>
      </w:r>
      <w:r w:rsidRPr="00AD1EF3">
        <w:rPr>
          <w:rStyle w:val="libFootnotenumChar"/>
          <w:rtl/>
        </w:rPr>
        <w:t>)</w:t>
      </w:r>
      <w:bookmarkEnd w:id="344"/>
    </w:p>
    <w:p w:rsidR="00DE2D7F" w:rsidRDefault="00DE2D7F" w:rsidP="00D07B54">
      <w:pPr>
        <w:pStyle w:val="libNormal"/>
        <w:rPr>
          <w:rtl/>
        </w:rPr>
      </w:pPr>
      <w:r>
        <w:rPr>
          <w:rtl/>
        </w:rPr>
        <w:t xml:space="preserve"> مختلف قبائل قريش اور اشراف مكہ كا ايك گروہ جمع ہوا تاكہ وہ'' دار الند وہ'' مي</w:t>
      </w:r>
      <w:r w:rsidR="007D6C9B">
        <w:rPr>
          <w:rtl/>
        </w:rPr>
        <w:t xml:space="preserve">ں </w:t>
      </w:r>
      <w:r>
        <w:rPr>
          <w:rtl/>
        </w:rPr>
        <w:t>ميٹنگ كري</w:t>
      </w:r>
      <w:r w:rsidR="007D6C9B">
        <w:rPr>
          <w:rtl/>
        </w:rPr>
        <w:t xml:space="preserve">ں </w:t>
      </w:r>
      <w:r>
        <w:rPr>
          <w:rtl/>
        </w:rPr>
        <w:t>اور انہي</w:t>
      </w:r>
      <w:r w:rsidR="007D6C9B">
        <w:rPr>
          <w:rtl/>
        </w:rPr>
        <w:t xml:space="preserve">ں </w:t>
      </w:r>
      <w:r>
        <w:rPr>
          <w:rtl/>
        </w:rPr>
        <w:t>رسول اللہ كى طرف سے درپيش خطرے پر غور وفكر كري</w:t>
      </w:r>
      <w:r w:rsidR="007D6C9B">
        <w:rPr>
          <w:rtl/>
        </w:rPr>
        <w:t xml:space="preserve">ں </w:t>
      </w:r>
      <w:r>
        <w:rPr>
          <w:rtl/>
        </w:rPr>
        <w:t xml:space="preserve">_ </w:t>
      </w:r>
    </w:p>
    <w:p w:rsidR="00DE2D7F" w:rsidRDefault="00DE2D7F" w:rsidP="00D07B54">
      <w:pPr>
        <w:pStyle w:val="libNormal"/>
        <w:rPr>
          <w:rtl/>
        </w:rPr>
      </w:pPr>
      <w:r>
        <w:rPr>
          <w:rtl/>
        </w:rPr>
        <w:t>(كہتے ہي</w:t>
      </w:r>
      <w:r w:rsidR="007D6C9B">
        <w:rPr>
          <w:rtl/>
        </w:rPr>
        <w:t xml:space="preserve">ں </w:t>
      </w:r>
      <w:r>
        <w:rPr>
          <w:rtl/>
        </w:rPr>
        <w:t>) اثنائے راہ مي</w:t>
      </w:r>
      <w:r w:rsidR="007D6C9B">
        <w:rPr>
          <w:rtl/>
        </w:rPr>
        <w:t xml:space="preserve">ں </w:t>
      </w:r>
      <w:r>
        <w:rPr>
          <w:rtl/>
        </w:rPr>
        <w:t>انہي</w:t>
      </w:r>
      <w:r w:rsidR="007D6C9B">
        <w:rPr>
          <w:rtl/>
        </w:rPr>
        <w:t xml:space="preserve">ں </w:t>
      </w:r>
      <w:r>
        <w:rPr>
          <w:rtl/>
        </w:rPr>
        <w:t xml:space="preserve">ايك خوش ظاہر بوڑھا شخص ملا جو در اصل شيطان تھا (يا كوئي انسان جو شيطانى روح وفكر كا حامل تھا)_ </w:t>
      </w:r>
    </w:p>
    <w:p w:rsidR="00DE2D7F" w:rsidRDefault="00DE2D7F" w:rsidP="00D07B54">
      <w:pPr>
        <w:pStyle w:val="libNormal"/>
        <w:rPr>
          <w:rtl/>
        </w:rPr>
      </w:pPr>
      <w:r>
        <w:rPr>
          <w:rtl/>
        </w:rPr>
        <w:t>انہو</w:t>
      </w:r>
      <w:r w:rsidR="007D6C9B">
        <w:rPr>
          <w:rtl/>
        </w:rPr>
        <w:t xml:space="preserve">ں </w:t>
      </w:r>
      <w:r>
        <w:rPr>
          <w:rtl/>
        </w:rPr>
        <w:t xml:space="preserve">نے اس سے پوچھا : تم كون ہو؟ </w:t>
      </w:r>
    </w:p>
    <w:p w:rsidR="00DE2D7F" w:rsidRDefault="00DE2D7F" w:rsidP="00D07B54">
      <w:pPr>
        <w:pStyle w:val="libNormal"/>
        <w:rPr>
          <w:rtl/>
        </w:rPr>
      </w:pPr>
      <w:r>
        <w:rPr>
          <w:rtl/>
        </w:rPr>
        <w:t>كہنے لگا : اہل نجد كا ايك بڑا بوڑھا ہو</w:t>
      </w:r>
      <w:r w:rsidR="007D6C9B">
        <w:rPr>
          <w:rtl/>
        </w:rPr>
        <w:t xml:space="preserve">ں </w:t>
      </w:r>
      <w:r>
        <w:rPr>
          <w:rtl/>
        </w:rPr>
        <w:t>، مجھے تمہارے اراداے كى اطلاع ملى تو مي</w:t>
      </w:r>
      <w:r w:rsidR="007D6C9B">
        <w:rPr>
          <w:rtl/>
        </w:rPr>
        <w:t xml:space="preserve">ں </w:t>
      </w:r>
      <w:r>
        <w:rPr>
          <w:rtl/>
        </w:rPr>
        <w:t>نے چاہا كہ تمہارى ميٹنگ مي</w:t>
      </w:r>
      <w:r w:rsidR="007D6C9B">
        <w:rPr>
          <w:rtl/>
        </w:rPr>
        <w:t xml:space="preserve">ں </w:t>
      </w:r>
      <w:r>
        <w:rPr>
          <w:rtl/>
        </w:rPr>
        <w:t>شركت كرو</w:t>
      </w:r>
      <w:r w:rsidR="007D6C9B">
        <w:rPr>
          <w:rtl/>
        </w:rPr>
        <w:t xml:space="preserve">ں </w:t>
      </w:r>
      <w:r>
        <w:rPr>
          <w:rtl/>
        </w:rPr>
        <w:t>اور اپنا نظريہ اور خير خواہى كى رائے پيش كرنے مي</w:t>
      </w:r>
      <w:r w:rsidR="007D6C9B">
        <w:rPr>
          <w:rtl/>
        </w:rPr>
        <w:t xml:space="preserve">ں </w:t>
      </w:r>
      <w:r>
        <w:rPr>
          <w:rtl/>
        </w:rPr>
        <w:t>دريغ نہ كرو</w:t>
      </w:r>
      <w:r w:rsidR="007D6C9B">
        <w:rPr>
          <w:rtl/>
        </w:rPr>
        <w:t xml:space="preserve">ں </w:t>
      </w:r>
      <w:r>
        <w:rPr>
          <w:rtl/>
        </w:rPr>
        <w:t xml:space="preserve">_ </w:t>
      </w:r>
    </w:p>
    <w:p w:rsidR="00DE2D7F" w:rsidRDefault="00DE2D7F" w:rsidP="00D07B54">
      <w:pPr>
        <w:pStyle w:val="libNormal"/>
        <w:rPr>
          <w:rtl/>
        </w:rPr>
      </w:pPr>
      <w:r>
        <w:rPr>
          <w:rtl/>
        </w:rPr>
        <w:t xml:space="preserve">كہنے لگے : بہت اچھا اندر آجايئے _ </w:t>
      </w:r>
    </w:p>
    <w:p w:rsidR="00DE2D7F" w:rsidRDefault="00DE2D7F" w:rsidP="00D07B54">
      <w:pPr>
        <w:pStyle w:val="libNormal"/>
        <w:rPr>
          <w:rtl/>
        </w:rPr>
      </w:pPr>
      <w:r>
        <w:rPr>
          <w:rtl/>
        </w:rPr>
        <w:t>اس طرح وہ بھي'' دارالندوة''مي</w:t>
      </w:r>
      <w:r w:rsidR="007D6C9B">
        <w:rPr>
          <w:rtl/>
        </w:rPr>
        <w:t xml:space="preserve">ں </w:t>
      </w:r>
      <w:r>
        <w:rPr>
          <w:rtl/>
        </w:rPr>
        <w:t xml:space="preserve">داخل ہوگيا _ </w:t>
      </w:r>
    </w:p>
    <w:p w:rsidR="00DE2D7F" w:rsidRDefault="00DE2D7F" w:rsidP="00D07B54">
      <w:pPr>
        <w:pStyle w:val="libNormal"/>
        <w:rPr>
          <w:rtl/>
        </w:rPr>
      </w:pPr>
      <w:r>
        <w:rPr>
          <w:rtl/>
        </w:rPr>
        <w:t>حاضرين مي</w:t>
      </w:r>
      <w:r w:rsidR="007D6C9B">
        <w:rPr>
          <w:rtl/>
        </w:rPr>
        <w:t xml:space="preserve">ں </w:t>
      </w:r>
      <w:r>
        <w:rPr>
          <w:rtl/>
        </w:rPr>
        <w:t>سے ايك نے ان كى طرف رخ كيا اور ( پيغمبر اسلام (ص) كى طرف اشارہ كرتے ہوئے ) كہا : اس شخص كے بارے مي</w:t>
      </w:r>
      <w:r w:rsidR="007D6C9B">
        <w:rPr>
          <w:rtl/>
        </w:rPr>
        <w:t xml:space="preserve">ں </w:t>
      </w:r>
      <w:r>
        <w:rPr>
          <w:rtl/>
        </w:rPr>
        <w:t>كوئي سوچ بچار كرو ، كيونكہ بخدا ڈر ہے كہ وہ تم پر كامياب ہوجائے ( اور تمہارے دين اور تمہارى عظمت كو خاك مي</w:t>
      </w:r>
      <w:r w:rsidR="007D6C9B">
        <w:rPr>
          <w:rtl/>
        </w:rPr>
        <w:t xml:space="preserve">ں </w:t>
      </w:r>
      <w:r>
        <w:rPr>
          <w:rtl/>
        </w:rPr>
        <w:t xml:space="preserve">ملادے گا )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انفال ايت </w:t>
      </w:r>
      <w:r w:rsidR="00E664BB">
        <w:rPr>
          <w:rtl/>
        </w:rPr>
        <w:t>30</w:t>
      </w:r>
      <w:r>
        <w:rPr>
          <w:rtl/>
        </w:rPr>
        <w:t xml:space="preserve"> كے ذيل مي</w:t>
      </w:r>
      <w:r w:rsidR="007D6C9B">
        <w:rPr>
          <w:rtl/>
        </w:rPr>
        <w:t xml:space="preserve">ں </w:t>
      </w:r>
      <w:r>
        <w:rPr>
          <w:rtl/>
        </w:rPr>
        <w:t xml:space="preserve">واقعہ ہجرت بيان ہوا ہے </w:t>
      </w:r>
    </w:p>
    <w:p w:rsidR="00D56E2E" w:rsidRDefault="00C2634E" w:rsidP="00D07B54">
      <w:pPr>
        <w:pStyle w:val="libNormal"/>
        <w:rPr>
          <w:rtl/>
        </w:rPr>
      </w:pPr>
      <w:r>
        <w:rPr>
          <w:rtl/>
        </w:rPr>
        <w:t xml:space="preserve"> </w:t>
      </w:r>
      <w:r>
        <w:rPr>
          <w:rtl/>
        </w:rPr>
        <w:br w:type="page"/>
      </w:r>
    </w:p>
    <w:p w:rsidR="00D56E2E" w:rsidRDefault="00D56E2E" w:rsidP="00D07B54">
      <w:pPr>
        <w:pStyle w:val="libNormal"/>
        <w:rPr>
          <w:rtl/>
        </w:rPr>
      </w:pPr>
    </w:p>
    <w:p w:rsidR="00DE2D7F" w:rsidRDefault="00DE2D7F" w:rsidP="00D07B54">
      <w:pPr>
        <w:pStyle w:val="libNormal"/>
        <w:rPr>
          <w:rtl/>
        </w:rPr>
      </w:pPr>
      <w:r>
        <w:rPr>
          <w:rtl/>
        </w:rPr>
        <w:t>ايك نے تجويز پيش كى : اسے قيد كردو يہا</w:t>
      </w:r>
      <w:r w:rsidR="007D6C9B">
        <w:rPr>
          <w:rtl/>
        </w:rPr>
        <w:t xml:space="preserve">ں </w:t>
      </w:r>
      <w:r>
        <w:rPr>
          <w:rtl/>
        </w:rPr>
        <w:t>تك كے زندان ہى مي</w:t>
      </w:r>
      <w:r w:rsidR="007D6C9B">
        <w:rPr>
          <w:rtl/>
        </w:rPr>
        <w:t xml:space="preserve">ں </w:t>
      </w:r>
      <w:r>
        <w:rPr>
          <w:rtl/>
        </w:rPr>
        <w:t xml:space="preserve">مرجائے _ </w:t>
      </w:r>
    </w:p>
    <w:p w:rsidR="00DE2D7F" w:rsidRDefault="00DE2D7F" w:rsidP="00D07B54">
      <w:pPr>
        <w:pStyle w:val="libNormal"/>
        <w:rPr>
          <w:rtl/>
        </w:rPr>
      </w:pPr>
      <w:r>
        <w:rPr>
          <w:rtl/>
        </w:rPr>
        <w:t>بوڑھے نجدى نے اس تجويز پراعتراض كيا اور كہا : اس مي</w:t>
      </w:r>
      <w:r w:rsidR="007D6C9B">
        <w:rPr>
          <w:rtl/>
        </w:rPr>
        <w:t xml:space="preserve">ں </w:t>
      </w:r>
      <w:r>
        <w:rPr>
          <w:rtl/>
        </w:rPr>
        <w:t>خطرہ يہ ہے كہ اس كے طرف دار ٹوٹ پڑي</w:t>
      </w:r>
      <w:r w:rsidR="007D6C9B">
        <w:rPr>
          <w:rtl/>
        </w:rPr>
        <w:t xml:space="preserve">ں </w:t>
      </w:r>
      <w:r>
        <w:rPr>
          <w:rtl/>
        </w:rPr>
        <w:t>اور كسى مناسب وقت اسے قيد خانے سے چھڑا كر اس سرزمين سے باہر لے جائي</w:t>
      </w:r>
      <w:r w:rsidR="007D6C9B">
        <w:rPr>
          <w:rtl/>
        </w:rPr>
        <w:t xml:space="preserve">ں </w:t>
      </w:r>
      <w:r>
        <w:rPr>
          <w:rtl/>
        </w:rPr>
        <w:t xml:space="preserve">لہذا كوئي اور بنيادى بات كرو _ </w:t>
      </w:r>
    </w:p>
    <w:p w:rsidR="00DE2D7F" w:rsidRDefault="00DE2D7F" w:rsidP="00D07B54">
      <w:pPr>
        <w:pStyle w:val="libNormal"/>
        <w:rPr>
          <w:rtl/>
        </w:rPr>
      </w:pPr>
      <w:r>
        <w:rPr>
          <w:rtl/>
        </w:rPr>
        <w:t>ايك اورشخص نے كہا: اسے اپنے شہرسے نكال دو تاكہ تمہي</w:t>
      </w:r>
      <w:r w:rsidR="007D6C9B">
        <w:rPr>
          <w:rtl/>
        </w:rPr>
        <w:t xml:space="preserve">ں </w:t>
      </w:r>
      <w:r>
        <w:rPr>
          <w:rtl/>
        </w:rPr>
        <w:t>اس سے چھٹكارامل جائے كيونكہ جب وہ تمہارے درميان سے چلا جائے گا تو پھر جو كچھ بھى كرتا پھرے تمہي</w:t>
      </w:r>
      <w:r w:rsidR="007D6C9B">
        <w:rPr>
          <w:rtl/>
        </w:rPr>
        <w:t xml:space="preserve">ں </w:t>
      </w:r>
      <w:r>
        <w:rPr>
          <w:rtl/>
        </w:rPr>
        <w:t>كوئي نقصان نہي</w:t>
      </w:r>
      <w:r w:rsidR="007D6C9B">
        <w:rPr>
          <w:rtl/>
        </w:rPr>
        <w:t xml:space="preserve">ں </w:t>
      </w:r>
      <w:r>
        <w:rPr>
          <w:rtl/>
        </w:rPr>
        <w:t>پہنچا سكتا اور پھر وہ دوسرو</w:t>
      </w:r>
      <w:r w:rsidR="007D6C9B">
        <w:rPr>
          <w:rtl/>
        </w:rPr>
        <w:t xml:space="preserve">ں </w:t>
      </w:r>
      <w:r>
        <w:rPr>
          <w:rtl/>
        </w:rPr>
        <w:t xml:space="preserve">ہى سے سروكار ركھے گا _ </w:t>
      </w:r>
    </w:p>
    <w:p w:rsidR="00DE2D7F" w:rsidRDefault="00DE2D7F" w:rsidP="00D07B54">
      <w:pPr>
        <w:pStyle w:val="libNormal"/>
        <w:rPr>
          <w:rtl/>
        </w:rPr>
      </w:pPr>
      <w:r>
        <w:rPr>
          <w:rtl/>
        </w:rPr>
        <w:t>اس بوڑھے نجدى نے كہا : واللہ يہ نظريہ بھى صحيح نہي</w:t>
      </w:r>
      <w:r w:rsidR="007D6C9B">
        <w:rPr>
          <w:rtl/>
        </w:rPr>
        <w:t xml:space="preserve">ں </w:t>
      </w:r>
      <w:r>
        <w:rPr>
          <w:rtl/>
        </w:rPr>
        <w:t>ہے ، كہا تم اس كى شيري</w:t>
      </w:r>
      <w:r w:rsidR="007D6C9B">
        <w:rPr>
          <w:rtl/>
        </w:rPr>
        <w:t xml:space="preserve">ں </w:t>
      </w:r>
      <w:r>
        <w:rPr>
          <w:rtl/>
        </w:rPr>
        <w:t>بيانى ،قدرت زبان اور لوگو</w:t>
      </w:r>
      <w:r w:rsidR="007D6C9B">
        <w:rPr>
          <w:rtl/>
        </w:rPr>
        <w:t xml:space="preserve">ں </w:t>
      </w:r>
      <w:r>
        <w:rPr>
          <w:rtl/>
        </w:rPr>
        <w:t>كے دلو</w:t>
      </w:r>
      <w:r w:rsidR="007D6C9B">
        <w:rPr>
          <w:rtl/>
        </w:rPr>
        <w:t xml:space="preserve">ں </w:t>
      </w:r>
      <w:r>
        <w:rPr>
          <w:rtl/>
        </w:rPr>
        <w:t>مي</w:t>
      </w:r>
      <w:r w:rsidR="007D6C9B">
        <w:rPr>
          <w:rtl/>
        </w:rPr>
        <w:t xml:space="preserve">ں </w:t>
      </w:r>
      <w:r>
        <w:rPr>
          <w:rtl/>
        </w:rPr>
        <w:t>اس كے نفوذ نہي</w:t>
      </w:r>
      <w:r w:rsidR="007D6C9B">
        <w:rPr>
          <w:rtl/>
        </w:rPr>
        <w:t xml:space="preserve">ں </w:t>
      </w:r>
      <w:r>
        <w:rPr>
          <w:rtl/>
        </w:rPr>
        <w:t>ديكھتے؟ اگر ايسا كروگے تو وہ تمام دنيائے عرب كے پاس جائے گا اور وہ اس كے گرد جمع ہوجائي</w:t>
      </w:r>
      <w:r w:rsidR="007D6C9B">
        <w:rPr>
          <w:rtl/>
        </w:rPr>
        <w:t xml:space="preserve">ں </w:t>
      </w:r>
      <w:r>
        <w:rPr>
          <w:rtl/>
        </w:rPr>
        <w:t>گے اور پھر وہ ايك انبوہ كثير كے ساتھ تمہارى طرف پلٹے گا اور تمہي</w:t>
      </w:r>
      <w:r w:rsidR="007D6C9B">
        <w:rPr>
          <w:rtl/>
        </w:rPr>
        <w:t xml:space="preserve">ں </w:t>
      </w:r>
      <w:r>
        <w:rPr>
          <w:rtl/>
        </w:rPr>
        <w:t>تمہارے شہرو</w:t>
      </w:r>
      <w:r w:rsidR="007D6C9B">
        <w:rPr>
          <w:rtl/>
        </w:rPr>
        <w:t xml:space="preserve">ں </w:t>
      </w:r>
      <w:r>
        <w:rPr>
          <w:rtl/>
        </w:rPr>
        <w:t>سے نكال باہر كرے گا اور بڑو</w:t>
      </w:r>
      <w:r w:rsidR="007D6C9B">
        <w:rPr>
          <w:rtl/>
        </w:rPr>
        <w:t xml:space="preserve">ں </w:t>
      </w:r>
      <w:r>
        <w:rPr>
          <w:rtl/>
        </w:rPr>
        <w:t xml:space="preserve">كو قتل كردےگا _ </w:t>
      </w:r>
    </w:p>
    <w:p w:rsidR="00DE2D7F" w:rsidRDefault="00DE2D7F" w:rsidP="00D07B54">
      <w:pPr>
        <w:pStyle w:val="libNormal"/>
        <w:rPr>
          <w:rtl/>
        </w:rPr>
      </w:pPr>
      <w:r>
        <w:rPr>
          <w:rtl/>
        </w:rPr>
        <w:t xml:space="preserve">مجمع نے كہا بخدا يہ سچ كہہ رہاہے كوئي اور تجويزسو چو_ </w:t>
      </w:r>
    </w:p>
    <w:p w:rsidR="00DE2D7F" w:rsidRDefault="00DE2D7F" w:rsidP="00D07B54">
      <w:pPr>
        <w:pStyle w:val="libNormal"/>
        <w:rPr>
          <w:rtl/>
        </w:rPr>
      </w:pPr>
    </w:p>
    <w:p w:rsidR="004B3E2C" w:rsidRDefault="00DE2D7F" w:rsidP="00D07B54">
      <w:pPr>
        <w:pStyle w:val="Heading2Center"/>
        <w:rPr>
          <w:rtl/>
        </w:rPr>
      </w:pPr>
      <w:bookmarkStart w:id="345" w:name="_Toc7268742"/>
      <w:r>
        <w:rPr>
          <w:rtl/>
        </w:rPr>
        <w:t>ابوجہل كى رائے</w:t>
      </w:r>
      <w:bookmarkEnd w:id="345"/>
    </w:p>
    <w:p w:rsidR="00DE2D7F" w:rsidRDefault="00DE2D7F" w:rsidP="00D07B54">
      <w:pPr>
        <w:pStyle w:val="libNormal"/>
        <w:rPr>
          <w:rtl/>
        </w:rPr>
      </w:pPr>
      <w:r>
        <w:rPr>
          <w:rtl/>
        </w:rPr>
        <w:t xml:space="preserve"> ابوجہل ابھى تك خاموش بيٹھا تھا ، اس نے گفتگو شروع كى اور كہا : ميرا ايك نظريہ ہے اور اس كے علاوہ مي</w:t>
      </w:r>
      <w:r w:rsidR="007D6C9B">
        <w:rPr>
          <w:rtl/>
        </w:rPr>
        <w:t xml:space="preserve">ں </w:t>
      </w:r>
      <w:r>
        <w:rPr>
          <w:rtl/>
        </w:rPr>
        <w:t>كسى رائے كو صحيح نہي</w:t>
      </w:r>
      <w:r w:rsidR="007D6C9B">
        <w:rPr>
          <w:rtl/>
        </w:rPr>
        <w:t xml:space="preserve">ں </w:t>
      </w:r>
      <w:r>
        <w:rPr>
          <w:rtl/>
        </w:rPr>
        <w:t xml:space="preserve">سمجھتا _ </w:t>
      </w:r>
    </w:p>
    <w:p w:rsidR="00DE2D7F" w:rsidRDefault="00DE2D7F" w:rsidP="00D07B54">
      <w:pPr>
        <w:pStyle w:val="libNormal"/>
        <w:rPr>
          <w:rtl/>
        </w:rPr>
      </w:pPr>
      <w:r>
        <w:rPr>
          <w:rtl/>
        </w:rPr>
        <w:t xml:space="preserve">حاضرين كہنے لگے :وہ كيا ہے ؟ </w:t>
      </w:r>
    </w:p>
    <w:p w:rsidR="00DE2D7F" w:rsidRDefault="00DE2D7F" w:rsidP="00D07B54">
      <w:pPr>
        <w:pStyle w:val="libNormal"/>
        <w:rPr>
          <w:rtl/>
        </w:rPr>
      </w:pPr>
      <w:r>
        <w:rPr>
          <w:rtl/>
        </w:rPr>
        <w:t>كہنے لگا : ہم ہر قبيلے سے ايك بہادر شمشير زن كا انتخاب كري</w:t>
      </w:r>
      <w:r w:rsidR="007D6C9B">
        <w:rPr>
          <w:rtl/>
        </w:rPr>
        <w:t xml:space="preserve">ں </w:t>
      </w:r>
      <w:r>
        <w:rPr>
          <w:rtl/>
        </w:rPr>
        <w:t>اور ان مي</w:t>
      </w:r>
      <w:r w:rsidR="007D6C9B">
        <w:rPr>
          <w:rtl/>
        </w:rPr>
        <w:t xml:space="preserve">ں </w:t>
      </w:r>
      <w:r>
        <w:rPr>
          <w:rtl/>
        </w:rPr>
        <w:t>سے ہر ايك ہاتھ مي</w:t>
      </w:r>
      <w:r w:rsidR="007D6C9B">
        <w:rPr>
          <w:rtl/>
        </w:rPr>
        <w:t xml:space="preserve">ں </w:t>
      </w:r>
      <w:r>
        <w:rPr>
          <w:rtl/>
        </w:rPr>
        <w:t>ايك تيز تلوار دے ديدي</w:t>
      </w:r>
      <w:r w:rsidR="007D6C9B">
        <w:rPr>
          <w:rtl/>
        </w:rPr>
        <w:t xml:space="preserve">ں </w:t>
      </w:r>
      <w:r>
        <w:rPr>
          <w:rtl/>
        </w:rPr>
        <w:t>اور پھر وہ سب مل كر موقع پاتے ہى اس پر حملہ كري</w:t>
      </w:r>
      <w:r w:rsidR="007D6C9B">
        <w:rPr>
          <w:rtl/>
        </w:rPr>
        <w:t xml:space="preserve">ں </w:t>
      </w:r>
      <w:r>
        <w:rPr>
          <w:rtl/>
        </w:rPr>
        <w:t>جب وہ اس صورت مي</w:t>
      </w:r>
      <w:r w:rsidR="007D6C9B">
        <w:rPr>
          <w:rtl/>
        </w:rPr>
        <w:t xml:space="preserve">ں </w:t>
      </w:r>
      <w:r>
        <w:rPr>
          <w:rtl/>
        </w:rPr>
        <w:t>قتل ہوگا تو اس كا خون تمام قبائل مي</w:t>
      </w:r>
      <w:r w:rsidR="007D6C9B">
        <w:rPr>
          <w:rtl/>
        </w:rPr>
        <w:t xml:space="preserve">ں </w:t>
      </w:r>
      <w:r>
        <w:rPr>
          <w:rtl/>
        </w:rPr>
        <w:t>بٹ جائے گا اور مي</w:t>
      </w:r>
      <w:r w:rsidR="007D6C9B">
        <w:rPr>
          <w:rtl/>
        </w:rPr>
        <w:t xml:space="preserve">ں </w:t>
      </w:r>
      <w:r>
        <w:rPr>
          <w:rtl/>
        </w:rPr>
        <w:t>نہي</w:t>
      </w:r>
      <w:r w:rsidR="007D6C9B">
        <w:rPr>
          <w:rtl/>
        </w:rPr>
        <w:t xml:space="preserve">ں </w:t>
      </w:r>
      <w:r>
        <w:rPr>
          <w:rtl/>
        </w:rPr>
        <w:t>سمجھتا كہ بنى ہاشم تمام قبائل قريش سے لڑسكي</w:t>
      </w:r>
      <w:r w:rsidR="007D6C9B">
        <w:rPr>
          <w:rtl/>
        </w:rPr>
        <w:t xml:space="preserve">ں </w:t>
      </w:r>
      <w:r>
        <w:rPr>
          <w:rtl/>
        </w:rPr>
        <w:t xml:space="preserve">گے لہذا مجبورا اس </w:t>
      </w:r>
    </w:p>
    <w:p w:rsidR="004B3E2C"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صورت مي</w:t>
      </w:r>
      <w:r w:rsidR="007D6C9B">
        <w:rPr>
          <w:rtl/>
        </w:rPr>
        <w:t xml:space="preserve">ں </w:t>
      </w:r>
      <w:r>
        <w:rPr>
          <w:rtl/>
        </w:rPr>
        <w:t>خون بہا پر راضى ہوجائي</w:t>
      </w:r>
      <w:r w:rsidR="007D6C9B">
        <w:rPr>
          <w:rtl/>
        </w:rPr>
        <w:t xml:space="preserve">ں </w:t>
      </w:r>
      <w:r>
        <w:rPr>
          <w:rtl/>
        </w:rPr>
        <w:t>گے اور يو</w:t>
      </w:r>
      <w:r w:rsidR="007D6C9B">
        <w:rPr>
          <w:rtl/>
        </w:rPr>
        <w:t xml:space="preserve">ں </w:t>
      </w:r>
      <w:r>
        <w:rPr>
          <w:rtl/>
        </w:rPr>
        <w:t>ہم بھى اس كے آزار سے نجات پالي</w:t>
      </w:r>
      <w:r w:rsidR="007D6C9B">
        <w:rPr>
          <w:rtl/>
        </w:rPr>
        <w:t xml:space="preserve">ں </w:t>
      </w:r>
      <w:r>
        <w:rPr>
          <w:rtl/>
        </w:rPr>
        <w:t xml:space="preserve">گے_ </w:t>
      </w:r>
    </w:p>
    <w:p w:rsidR="00DE2D7F" w:rsidRDefault="00DE2D7F" w:rsidP="00D07B54">
      <w:pPr>
        <w:pStyle w:val="libNormal"/>
        <w:rPr>
          <w:rtl/>
        </w:rPr>
      </w:pPr>
      <w:r>
        <w:rPr>
          <w:rtl/>
        </w:rPr>
        <w:t>بوڑھے نجدى نے (خوش ہوكر ) كہا: بخدا : صحيح رائے يہى ہے جو اس جوا</w:t>
      </w:r>
      <w:r w:rsidR="007D6C9B">
        <w:rPr>
          <w:rtl/>
        </w:rPr>
        <w:t xml:space="preserve">ں </w:t>
      </w:r>
      <w:r>
        <w:rPr>
          <w:rtl/>
        </w:rPr>
        <w:t>مرد نے پيش كى ہے ميرا بھى اس كے علاوہ كوئي نظريہ نہي</w:t>
      </w:r>
      <w:r w:rsidR="007D6C9B">
        <w:rPr>
          <w:rtl/>
        </w:rPr>
        <w:t xml:space="preserve">ں </w:t>
      </w:r>
      <w:r>
        <w:rPr>
          <w:rtl/>
        </w:rPr>
        <w:t xml:space="preserve">_ </w:t>
      </w:r>
    </w:p>
    <w:p w:rsidR="00DE2D7F" w:rsidRDefault="00DE2D7F" w:rsidP="00D07B54">
      <w:pPr>
        <w:pStyle w:val="libNormal"/>
        <w:rPr>
          <w:rtl/>
        </w:rPr>
      </w:pPr>
      <w:r>
        <w:rPr>
          <w:rtl/>
        </w:rPr>
        <w:t>اس طرح يہ تجويز اتفاق رائے سے پاس ہوگئي اور وہ يہى مصمم ارادہ لے كروہا</w:t>
      </w:r>
      <w:r w:rsidR="007D6C9B">
        <w:rPr>
          <w:rtl/>
        </w:rPr>
        <w:t xml:space="preserve">ں </w:t>
      </w:r>
      <w:r>
        <w:rPr>
          <w:rtl/>
        </w:rPr>
        <w:t xml:space="preserve">سے اٹھے _ </w:t>
      </w:r>
    </w:p>
    <w:p w:rsidR="004B3E2C" w:rsidRDefault="00DE2D7F" w:rsidP="00D07B54">
      <w:pPr>
        <w:pStyle w:val="Heading2Center"/>
        <w:rPr>
          <w:rtl/>
        </w:rPr>
      </w:pPr>
      <w:bookmarkStart w:id="346" w:name="_Toc7268743"/>
      <w:r>
        <w:rPr>
          <w:rtl/>
        </w:rPr>
        <w:t>حضرت على عليہ السلام نے اپنى جان كو بيچ ڈالي</w:t>
      </w:r>
      <w:bookmarkEnd w:id="346"/>
      <w:r>
        <w:rPr>
          <w:rtl/>
        </w:rPr>
        <w:t xml:space="preserve"> </w:t>
      </w:r>
    </w:p>
    <w:p w:rsidR="00DE2D7F" w:rsidRDefault="00DE2D7F" w:rsidP="00D07B54">
      <w:pPr>
        <w:pStyle w:val="libNormal"/>
        <w:rPr>
          <w:rtl/>
        </w:rPr>
      </w:pPr>
      <w:r>
        <w:rPr>
          <w:rtl/>
        </w:rPr>
        <w:t>جبرئيل نازل ہوئے اور پيغمبر اسلام (ص) كو حكم ملا كہ وہ رات كو اپنے بستر پر نہ سوئي</w:t>
      </w:r>
      <w:r w:rsidR="007D6C9B">
        <w:rPr>
          <w:rtl/>
        </w:rPr>
        <w:t xml:space="preserve">ں </w:t>
      </w:r>
      <w:r>
        <w:rPr>
          <w:rtl/>
        </w:rPr>
        <w:t>،پيغمبر اكرم (ص) رات كو غار ثور كى طرف روانہ ہوگئے اور حكم دے گئے كہ على آپ كے بستر پر سوجائي</w:t>
      </w:r>
      <w:r w:rsidR="007D6C9B">
        <w:rPr>
          <w:rtl/>
        </w:rPr>
        <w:t xml:space="preserve">ں </w:t>
      </w:r>
      <w:r>
        <w:rPr>
          <w:rtl/>
        </w:rPr>
        <w:t>(تاكہ جو لوگ دروازے كى درازسے بستر پيغمبر (ص) پر نظر ركھے ہوئے ہي</w:t>
      </w:r>
      <w:r w:rsidR="007D6C9B">
        <w:rPr>
          <w:rtl/>
        </w:rPr>
        <w:t xml:space="preserve">ں </w:t>
      </w:r>
      <w:r>
        <w:rPr>
          <w:rtl/>
        </w:rPr>
        <w:t>انہي</w:t>
      </w:r>
      <w:r w:rsidR="007D6C9B">
        <w:rPr>
          <w:rtl/>
        </w:rPr>
        <w:t xml:space="preserve">ں </w:t>
      </w:r>
      <w:r>
        <w:rPr>
          <w:rtl/>
        </w:rPr>
        <w:t>بستر پر سويا ہوا سمجھي</w:t>
      </w:r>
      <w:r w:rsidR="007D6C9B">
        <w:rPr>
          <w:rtl/>
        </w:rPr>
        <w:t xml:space="preserve">ں </w:t>
      </w:r>
      <w:r>
        <w:rPr>
          <w:rtl/>
        </w:rPr>
        <w:t xml:space="preserve">اور آپ كو خطرے كے علاقہ سے دور نكل جانے كى مہلت مل جائے )_ </w:t>
      </w:r>
    </w:p>
    <w:p w:rsidR="00DE2D7F" w:rsidRDefault="00DE2D7F" w:rsidP="00D07B54">
      <w:pPr>
        <w:pStyle w:val="libNormal"/>
        <w:rPr>
          <w:rtl/>
        </w:rPr>
      </w:pPr>
      <w:r>
        <w:rPr>
          <w:rtl/>
        </w:rPr>
        <w:t>اہل سنت كے مشہور مفسر ثعلبى كہتے ہي</w:t>
      </w:r>
      <w:r w:rsidR="007D6C9B">
        <w:rPr>
          <w:rtl/>
        </w:rPr>
        <w:t xml:space="preserve">ں </w:t>
      </w:r>
      <w:r>
        <w:rPr>
          <w:rtl/>
        </w:rPr>
        <w:t>كہ جب پيغمبراسلام (ص) نے ہجرت كرنے كا پختہ ارادہ كرليا تو اپنے قرضو</w:t>
      </w:r>
      <w:r w:rsidR="007D6C9B">
        <w:rPr>
          <w:rtl/>
        </w:rPr>
        <w:t xml:space="preserve">ں </w:t>
      </w:r>
      <w:r>
        <w:rPr>
          <w:rtl/>
        </w:rPr>
        <w:t>كى ادائيگى اور موجود امانتو</w:t>
      </w:r>
      <w:r w:rsidR="007D6C9B">
        <w:rPr>
          <w:rtl/>
        </w:rPr>
        <w:t xml:space="preserve">ں </w:t>
      </w:r>
      <w:r>
        <w:rPr>
          <w:rtl/>
        </w:rPr>
        <w:t>كى واپسى كے لئے حضرت على عليہ السلام كو اپنى جگہ مقرر كيا اور جس رات آپ غار ثور كى طرف جانا چاہتے تھے اس رات مشركين آپ پر حملہ كرنے كے لئے آپ كے گھر كا چارو</w:t>
      </w:r>
      <w:r w:rsidR="007D6C9B">
        <w:rPr>
          <w:rtl/>
        </w:rPr>
        <w:t xml:space="preserve">ں </w:t>
      </w:r>
      <w:r>
        <w:rPr>
          <w:rtl/>
        </w:rPr>
        <w:t>طرف سے محاصرہ كئے ہوے تھے، آپ نے حضرت على عليہ السلام كو حكم ديا كہ وہ آپ كے بستر پر ليٹ جائي</w:t>
      </w:r>
      <w:r w:rsidR="007D6C9B">
        <w:rPr>
          <w:rtl/>
        </w:rPr>
        <w:t xml:space="preserve">ں </w:t>
      </w:r>
      <w:r>
        <w:rPr>
          <w:rtl/>
        </w:rPr>
        <w:t>، اپنى مخصوص سبز رنگ كى چادر انہي</w:t>
      </w:r>
      <w:r w:rsidR="007D6C9B">
        <w:rPr>
          <w:rtl/>
        </w:rPr>
        <w:t xml:space="preserve">ں </w:t>
      </w:r>
      <w:r>
        <w:rPr>
          <w:rtl/>
        </w:rPr>
        <w:t>اوڑھنے كو دى ، اس وقت خدا وند عالم نے جبرائيل اور ميكائيل پر وحى كى كہ مي</w:t>
      </w:r>
      <w:r w:rsidR="007D6C9B">
        <w:rPr>
          <w:rtl/>
        </w:rPr>
        <w:t xml:space="preserve">ں </w:t>
      </w:r>
      <w:r>
        <w:rPr>
          <w:rtl/>
        </w:rPr>
        <w:t>نے تم دونو</w:t>
      </w:r>
      <w:r w:rsidR="007D6C9B">
        <w:rPr>
          <w:rtl/>
        </w:rPr>
        <w:t xml:space="preserve">ں </w:t>
      </w:r>
      <w:r>
        <w:rPr>
          <w:rtl/>
        </w:rPr>
        <w:t>كے درميان بھائي چارہ اور اخوت قائم كى ہے اور تم مي</w:t>
      </w:r>
      <w:r w:rsidR="007D6C9B">
        <w:rPr>
          <w:rtl/>
        </w:rPr>
        <w:t xml:space="preserve">ں </w:t>
      </w:r>
      <w:r>
        <w:rPr>
          <w:rtl/>
        </w:rPr>
        <w:t>سے ايك كى عمر كو زيادہ مقرر كيا ہے تم مي</w:t>
      </w:r>
      <w:r w:rsidR="007D6C9B">
        <w:rPr>
          <w:rtl/>
        </w:rPr>
        <w:t xml:space="preserve">ں </w:t>
      </w:r>
      <w:r>
        <w:rPr>
          <w:rtl/>
        </w:rPr>
        <w:t>سے كون ہے جو ايثار كرتے ہوئے دوسرے كى زندگى كو اپنى حيات پر ترجيح دے ان مي</w:t>
      </w:r>
      <w:r w:rsidR="007D6C9B">
        <w:rPr>
          <w:rtl/>
        </w:rPr>
        <w:t xml:space="preserve">ں </w:t>
      </w:r>
      <w:r>
        <w:rPr>
          <w:rtl/>
        </w:rPr>
        <w:t>سے كوئي بھى اس كے لئے تيار نہ ہوا تو ان پروحى ہوئي كہ اس وقت على ميرے پيغمبر كے بستر پر سويا ہوا ہے اور وہ تيار ہے كہ اپنى جان ان پر قربان كردے، زمين پرجائو اور اس كے محافظ ونگہبان بن جائو ،جب جبرئيل ،حضرت على عليہ السلام كے سرہانے آئے اور ميكائيل پائو</w:t>
      </w:r>
      <w:r w:rsidR="007D6C9B">
        <w:rPr>
          <w:rtl/>
        </w:rPr>
        <w:t xml:space="preserve">ں </w:t>
      </w:r>
      <w:r>
        <w:rPr>
          <w:rtl/>
        </w:rPr>
        <w:t>كى طرف بيٹھے تو جبرئيل كہہ رہے تھے: سبحان اللہ، صدآفرين آپ پر اے على عليہ السلام كہ خدا آپ كے ذريعے فرشتو</w:t>
      </w:r>
      <w:r w:rsidR="007D6C9B">
        <w:rPr>
          <w:rtl/>
        </w:rPr>
        <w:t xml:space="preserve">ں </w:t>
      </w:r>
      <w:r>
        <w:rPr>
          <w:rtl/>
        </w:rPr>
        <w:t xml:space="preserve">پر فخر ومباہات كررہاہے ،اس موقع پر آيت نازل </w:t>
      </w:r>
    </w:p>
    <w:p w:rsidR="000403C8"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ہوئي ''كچھ لوگ اپنى جان خدا كى خوشنودى كے بدلے بيچ ديتے ہي</w:t>
      </w:r>
      <w:r w:rsidR="007D6C9B">
        <w:rPr>
          <w:rtl/>
        </w:rPr>
        <w:t xml:space="preserve">ں </w:t>
      </w:r>
      <w:r>
        <w:rPr>
          <w:rtl/>
        </w:rPr>
        <w:t>اور خدا اپنے بندو</w:t>
      </w:r>
      <w:r w:rsidR="007D6C9B">
        <w:rPr>
          <w:rtl/>
        </w:rPr>
        <w:t xml:space="preserve">ں </w:t>
      </w:r>
      <w:r>
        <w:rPr>
          <w:rtl/>
        </w:rPr>
        <w:t xml:space="preserve">پر مہربان ہے'' اور اسى بناء پروہ تاريخى رات '' ليلة المبيت''(شب ہجرت) كے نام سے مشہور ہوگئي _ </w:t>
      </w:r>
    </w:p>
    <w:p w:rsidR="00DE2D7F" w:rsidRDefault="00DE2D7F" w:rsidP="00D07B54">
      <w:pPr>
        <w:pStyle w:val="libNormal"/>
        <w:rPr>
          <w:rtl/>
        </w:rPr>
      </w:pPr>
      <w:r>
        <w:rPr>
          <w:rtl/>
        </w:rPr>
        <w:t>ابن عباس كہتے ہي</w:t>
      </w:r>
      <w:r w:rsidR="007D6C9B">
        <w:rPr>
          <w:rtl/>
        </w:rPr>
        <w:t xml:space="preserve">ں </w:t>
      </w:r>
      <w:r>
        <w:rPr>
          <w:rtl/>
        </w:rPr>
        <w:t>:جب پيغمبر (ص) مشركين سے چھپ كر ابوبكر كے ساتھ غار كى طرف جارہے تھے يہ ايت على عليہ السلام كے بارے مي</w:t>
      </w:r>
      <w:r w:rsidR="007D6C9B">
        <w:rPr>
          <w:rtl/>
        </w:rPr>
        <w:t xml:space="preserve">ں </w:t>
      </w:r>
      <w:r>
        <w:rPr>
          <w:rtl/>
        </w:rPr>
        <w:t xml:space="preserve">نازل ہوئي جو اس وقت بستر رسول (ص) پر سوئے ہوئے تھے _ </w:t>
      </w:r>
    </w:p>
    <w:p w:rsidR="00DE2D7F" w:rsidRDefault="00DE2D7F" w:rsidP="00D07B54">
      <w:pPr>
        <w:pStyle w:val="libNormal"/>
        <w:rPr>
          <w:rtl/>
        </w:rPr>
      </w:pPr>
      <w:r>
        <w:rPr>
          <w:rtl/>
        </w:rPr>
        <w:t>ابوجعفر اسكافى كہتے ہي</w:t>
      </w:r>
      <w:r w:rsidR="007D6C9B">
        <w:rPr>
          <w:rtl/>
        </w:rPr>
        <w:t xml:space="preserve">ں </w:t>
      </w:r>
      <w:r>
        <w:rPr>
          <w:rtl/>
        </w:rPr>
        <w:t xml:space="preserve">:جيسے ابن ابى الحديد نے شرح نہج البلاغہ، جلد </w:t>
      </w:r>
      <w:r w:rsidR="00E664BB">
        <w:rPr>
          <w:rtl/>
        </w:rPr>
        <w:t>3</w:t>
      </w:r>
      <w:r>
        <w:rPr>
          <w:rtl/>
        </w:rPr>
        <w:t xml:space="preserve"> ص </w:t>
      </w:r>
      <w:r w:rsidR="00E664BB">
        <w:rPr>
          <w:rtl/>
        </w:rPr>
        <w:t>270</w:t>
      </w:r>
      <w:r>
        <w:rPr>
          <w:rtl/>
        </w:rPr>
        <w:t xml:space="preserve"> پر لكھا ہے : </w:t>
      </w:r>
    </w:p>
    <w:p w:rsidR="00DE2D7F" w:rsidRDefault="00DE2D7F" w:rsidP="00D07B54">
      <w:pPr>
        <w:pStyle w:val="libNormal"/>
        <w:rPr>
          <w:rtl/>
        </w:rPr>
      </w:pPr>
      <w:r>
        <w:rPr>
          <w:rtl/>
        </w:rPr>
        <w:t>پيغمبر (ص) كے بستر پر حضرت على عليہ السلام كے سونے كا واقعہ تو اتر سے ثابت ہے اور اس كا انكار غير مسلمو</w:t>
      </w:r>
      <w:r w:rsidR="007D6C9B">
        <w:rPr>
          <w:rtl/>
        </w:rPr>
        <w:t xml:space="preserve">ں </w:t>
      </w:r>
      <w:r>
        <w:rPr>
          <w:rtl/>
        </w:rPr>
        <w:t>اور كم ذہن لوگو</w:t>
      </w:r>
      <w:r w:rsidR="007D6C9B">
        <w:rPr>
          <w:rtl/>
        </w:rPr>
        <w:t xml:space="preserve">ں </w:t>
      </w:r>
      <w:r>
        <w:rPr>
          <w:rtl/>
        </w:rPr>
        <w:t>كے علاوہ كوئي نہي</w:t>
      </w:r>
      <w:r w:rsidR="007D6C9B">
        <w:rPr>
          <w:rtl/>
        </w:rPr>
        <w:t xml:space="preserve">ں </w:t>
      </w:r>
      <w:r>
        <w:rPr>
          <w:rtl/>
        </w:rPr>
        <w:t xml:space="preserve">كرتا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جب صبح ہوئي تومشركين گھر مي</w:t>
      </w:r>
      <w:r w:rsidR="007D6C9B">
        <w:rPr>
          <w:rtl/>
        </w:rPr>
        <w:t xml:space="preserve">ں </w:t>
      </w:r>
      <w:r>
        <w:rPr>
          <w:rtl/>
        </w:rPr>
        <w:t>گھس آئے _ انہو</w:t>
      </w:r>
      <w:r w:rsidR="007D6C9B">
        <w:rPr>
          <w:rtl/>
        </w:rPr>
        <w:t xml:space="preserve">ں </w:t>
      </w:r>
      <w:r>
        <w:rPr>
          <w:rtl/>
        </w:rPr>
        <w:t xml:space="preserve">نے جستجو كى تو حضرت على عليہ السلام كو پيغمبر(ص) كى جگہ پر ديكھا _ اس طرح سے خدا نے ان كى سازش كو نقش برآب كرديا _ </w:t>
      </w:r>
    </w:p>
    <w:p w:rsidR="00DE2D7F" w:rsidRDefault="00DE2D7F" w:rsidP="00D07B54">
      <w:pPr>
        <w:pStyle w:val="libNormal"/>
        <w:rPr>
          <w:rtl/>
        </w:rPr>
      </w:pPr>
      <w:r>
        <w:rPr>
          <w:rtl/>
        </w:rPr>
        <w:t>وہ پكارے: محمد كہا</w:t>
      </w:r>
      <w:r w:rsidR="007D6C9B">
        <w:rPr>
          <w:rtl/>
        </w:rPr>
        <w:t xml:space="preserve">ں </w:t>
      </w:r>
      <w:r>
        <w:rPr>
          <w:rtl/>
        </w:rPr>
        <w:t xml:space="preserve">ہے ؟ </w:t>
      </w:r>
    </w:p>
    <w:p w:rsidR="00DE2D7F" w:rsidRDefault="00DE2D7F" w:rsidP="00D07B54">
      <w:pPr>
        <w:pStyle w:val="libNormal"/>
        <w:rPr>
          <w:rtl/>
        </w:rPr>
      </w:pPr>
      <w:r>
        <w:rPr>
          <w:rtl/>
        </w:rPr>
        <w:t>آپ نے جواب ديا : مي</w:t>
      </w:r>
      <w:r w:rsidR="007D6C9B">
        <w:rPr>
          <w:rtl/>
        </w:rPr>
        <w:t xml:space="preserve">ں </w:t>
      </w:r>
      <w:r>
        <w:rPr>
          <w:rtl/>
        </w:rPr>
        <w:t>نہي</w:t>
      </w:r>
      <w:r w:rsidR="007D6C9B">
        <w:rPr>
          <w:rtl/>
        </w:rPr>
        <w:t xml:space="preserve">ں </w:t>
      </w:r>
      <w:r>
        <w:rPr>
          <w:rtl/>
        </w:rPr>
        <w:t xml:space="preserve">جانتا _ </w:t>
      </w:r>
    </w:p>
    <w:p w:rsidR="00DE2D7F" w:rsidRDefault="00DE2D7F" w:rsidP="00D07B54">
      <w:pPr>
        <w:pStyle w:val="libNormal"/>
        <w:rPr>
          <w:rtl/>
        </w:rPr>
      </w:pPr>
      <w:r>
        <w:rPr>
          <w:rtl/>
        </w:rPr>
        <w:t>وہ آپ كے پائو</w:t>
      </w:r>
      <w:r w:rsidR="007D6C9B">
        <w:rPr>
          <w:rtl/>
        </w:rPr>
        <w:t xml:space="preserve">ں </w:t>
      </w:r>
      <w:r>
        <w:rPr>
          <w:rtl/>
        </w:rPr>
        <w:t>كے نشانو</w:t>
      </w:r>
      <w:r w:rsidR="007D6C9B">
        <w:rPr>
          <w:rtl/>
        </w:rPr>
        <w:t xml:space="preserve">ں </w:t>
      </w:r>
      <w:r>
        <w:rPr>
          <w:rtl/>
        </w:rPr>
        <w:t>پر چل پڑے يہا</w:t>
      </w:r>
      <w:r w:rsidR="007D6C9B">
        <w:rPr>
          <w:rtl/>
        </w:rPr>
        <w:t xml:space="preserve">ں </w:t>
      </w:r>
      <w:r>
        <w:rPr>
          <w:rtl/>
        </w:rPr>
        <w:t>تك كہ غار كے پاس پہنچ گئے ليكن (انہو</w:t>
      </w:r>
      <w:r w:rsidR="007D6C9B">
        <w:rPr>
          <w:rtl/>
        </w:rPr>
        <w:t xml:space="preserve">ں </w:t>
      </w:r>
      <w:r>
        <w:rPr>
          <w:rtl/>
        </w:rPr>
        <w:t>نے تعجب سے ديكھا كہ مكڑى نے غار كے سامنے جالاتن ركھاہے ايك نے دوسرے سے كہا كہ اگر وہ اس غار مي</w:t>
      </w:r>
      <w:r w:rsidR="007D6C9B">
        <w:rPr>
          <w:rtl/>
        </w:rPr>
        <w:t xml:space="preserve">ں </w:t>
      </w:r>
      <w:r>
        <w:rPr>
          <w:rtl/>
        </w:rPr>
        <w:t xml:space="preserve">ہوتے تو غاركے دہانے پر مكڑى كا جالا نہ ہوتا ، اس طرح وہ واپس چلے گئے ) </w:t>
      </w:r>
    </w:p>
    <w:p w:rsidR="00DE2D7F" w:rsidRDefault="00DE2D7F" w:rsidP="00D07B54">
      <w:pPr>
        <w:pStyle w:val="libNormal"/>
        <w:rPr>
          <w:rtl/>
        </w:rPr>
      </w:pPr>
      <w:r>
        <w:rPr>
          <w:rtl/>
        </w:rPr>
        <w:t>پيغمبر (ص) تين دن تك غار كے اندر رہے ( اور جب دشمن مكہ كے تمام بيابانو</w:t>
      </w:r>
      <w:r w:rsidR="007D6C9B">
        <w:rPr>
          <w:rtl/>
        </w:rPr>
        <w:t xml:space="preserve">ں </w:t>
      </w:r>
      <w:r>
        <w:rPr>
          <w:rtl/>
        </w:rPr>
        <w:t>مي</w:t>
      </w:r>
      <w:r w:rsidR="007D6C9B">
        <w:rPr>
          <w:rtl/>
        </w:rPr>
        <w:t xml:space="preserve">ں </w:t>
      </w:r>
      <w:r>
        <w:rPr>
          <w:rtl/>
        </w:rPr>
        <w:t xml:space="preserve">آپ كو تلاش كرچكے اور تھك ہار كرمايوس پلٹ گئے تو آپ مدينہ كى طرف چل پڑے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)الغدير، جلد </w:t>
      </w:r>
      <w:r w:rsidR="00E664BB">
        <w:rPr>
          <w:rtl/>
        </w:rPr>
        <w:t>2</w:t>
      </w:r>
      <w:r>
        <w:rPr>
          <w:rtl/>
        </w:rPr>
        <w:t xml:space="preserve"> ص</w:t>
      </w:r>
      <w:r w:rsidR="00E664BB">
        <w:rPr>
          <w:rtl/>
        </w:rPr>
        <w:t>45</w:t>
      </w:r>
      <w:r>
        <w:rPr>
          <w:rtl/>
        </w:rPr>
        <w:t xml:space="preserve"> پر ہے كہ غزالى نے احياء العلوم ج</w:t>
      </w:r>
      <w:r w:rsidR="00E664BB">
        <w:rPr>
          <w:rtl/>
        </w:rPr>
        <w:t>3</w:t>
      </w:r>
      <w:r>
        <w:rPr>
          <w:rtl/>
        </w:rPr>
        <w:t xml:space="preserve"> ص </w:t>
      </w:r>
      <w:r w:rsidR="00E664BB">
        <w:rPr>
          <w:rtl/>
        </w:rPr>
        <w:t>238</w:t>
      </w:r>
      <w:r>
        <w:rPr>
          <w:rtl/>
        </w:rPr>
        <w:t xml:space="preserve"> پر، صفورى نے نزہتہ المجالس ج</w:t>
      </w:r>
      <w:r w:rsidR="00E664BB">
        <w:rPr>
          <w:rtl/>
        </w:rPr>
        <w:t>2</w:t>
      </w:r>
      <w:r>
        <w:rPr>
          <w:rtl/>
        </w:rPr>
        <w:t xml:space="preserve"> ،ص </w:t>
      </w:r>
      <w:r w:rsidR="00E664BB">
        <w:rPr>
          <w:rtl/>
        </w:rPr>
        <w:t>20</w:t>
      </w:r>
      <w:r w:rsidR="00E44785">
        <w:rPr>
          <w:rtl/>
        </w:rPr>
        <w:t>9</w:t>
      </w:r>
      <w:r>
        <w:rPr>
          <w:rtl/>
        </w:rPr>
        <w:t xml:space="preserve"> پر، ابن صباغ مالكى نے فصول المہمہ، مي</w:t>
      </w:r>
      <w:r w:rsidR="007D6C9B">
        <w:rPr>
          <w:rtl/>
        </w:rPr>
        <w:t xml:space="preserve">ں </w:t>
      </w:r>
      <w:r>
        <w:rPr>
          <w:rtl/>
        </w:rPr>
        <w:t xml:space="preserve">سبط ابن جوزى نے تذكرہ الخواص ص </w:t>
      </w:r>
      <w:r w:rsidR="00E664BB">
        <w:rPr>
          <w:rtl/>
        </w:rPr>
        <w:t>21</w:t>
      </w:r>
      <w:r>
        <w:rPr>
          <w:rtl/>
        </w:rPr>
        <w:t xml:space="preserve"> پر ، امام احمد نے مسندج ا ص </w:t>
      </w:r>
      <w:r w:rsidR="00E664BB">
        <w:rPr>
          <w:rtl/>
        </w:rPr>
        <w:t>348</w:t>
      </w:r>
      <w:r>
        <w:rPr>
          <w:rtl/>
        </w:rPr>
        <w:t xml:space="preserve"> پر، تاريخ طبرى جلد </w:t>
      </w:r>
      <w:r w:rsidR="00E664BB">
        <w:rPr>
          <w:rtl/>
        </w:rPr>
        <w:t>2</w:t>
      </w:r>
      <w:r>
        <w:rPr>
          <w:rtl/>
        </w:rPr>
        <w:t xml:space="preserve"> ص</w:t>
      </w:r>
      <w:r w:rsidR="00E44785">
        <w:rPr>
          <w:rtl/>
        </w:rPr>
        <w:t>99</w:t>
      </w:r>
      <w:r>
        <w:rPr>
          <w:rtl/>
        </w:rPr>
        <w:t xml:space="preserve"> پر، سيرة ابن ہشام ج </w:t>
      </w:r>
      <w:r w:rsidR="00E664BB">
        <w:rPr>
          <w:rtl/>
        </w:rPr>
        <w:t>2</w:t>
      </w:r>
      <w:r>
        <w:rPr>
          <w:rtl/>
        </w:rPr>
        <w:t xml:space="preserve">، ص </w:t>
      </w:r>
      <w:r w:rsidR="00E664BB">
        <w:rPr>
          <w:rtl/>
        </w:rPr>
        <w:t>2</w:t>
      </w:r>
      <w:r w:rsidR="00E44785">
        <w:rPr>
          <w:rtl/>
        </w:rPr>
        <w:t>9</w:t>
      </w:r>
      <w:r w:rsidR="00E664BB">
        <w:rPr>
          <w:rtl/>
        </w:rPr>
        <w:t>1</w:t>
      </w:r>
      <w:r>
        <w:rPr>
          <w:rtl/>
        </w:rPr>
        <w:t xml:space="preserve"> پر، سيرة حلبى ج </w:t>
      </w:r>
      <w:r w:rsidR="00E664BB">
        <w:rPr>
          <w:rtl/>
        </w:rPr>
        <w:t>1</w:t>
      </w:r>
      <w:r>
        <w:rPr>
          <w:rtl/>
        </w:rPr>
        <w:t xml:space="preserve"> ص </w:t>
      </w:r>
      <w:r w:rsidR="00E664BB">
        <w:rPr>
          <w:rtl/>
        </w:rPr>
        <w:t>2</w:t>
      </w:r>
      <w:r w:rsidR="00E44785">
        <w:rPr>
          <w:rtl/>
        </w:rPr>
        <w:t>9</w:t>
      </w:r>
      <w:r>
        <w:rPr>
          <w:rtl/>
        </w:rPr>
        <w:t xml:space="preserve"> پر، تاريخى يعقوبى ج</w:t>
      </w:r>
      <w:r w:rsidR="00E664BB">
        <w:rPr>
          <w:rtl/>
        </w:rPr>
        <w:t>2</w:t>
      </w:r>
      <w:r>
        <w:rPr>
          <w:rtl/>
        </w:rPr>
        <w:t xml:space="preserve"> ص </w:t>
      </w:r>
      <w:r w:rsidR="00E664BB">
        <w:rPr>
          <w:rtl/>
        </w:rPr>
        <w:t>2</w:t>
      </w:r>
      <w:r w:rsidR="00E44785">
        <w:rPr>
          <w:rtl/>
        </w:rPr>
        <w:t>9</w:t>
      </w:r>
      <w:r>
        <w:rPr>
          <w:rtl/>
        </w:rPr>
        <w:t xml:space="preserve"> پرليلة المبيت كے واقعہ كو نقل كيا ہے </w:t>
      </w:r>
    </w:p>
    <w:p w:rsidR="000403C8" w:rsidRDefault="00C2634E" w:rsidP="00D07B54">
      <w:pPr>
        <w:pStyle w:val="libNormal"/>
        <w:rPr>
          <w:rtl/>
        </w:rPr>
      </w:pPr>
      <w:r>
        <w:rPr>
          <w:rtl/>
        </w:rPr>
        <w:t xml:space="preserve"> </w:t>
      </w:r>
      <w:r>
        <w:rPr>
          <w:rtl/>
        </w:rPr>
        <w:br w:type="page"/>
      </w:r>
    </w:p>
    <w:p w:rsidR="000403C8" w:rsidRDefault="000403C8" w:rsidP="00D07B54">
      <w:pPr>
        <w:pStyle w:val="libNormal"/>
        <w:rPr>
          <w:rtl/>
        </w:rPr>
      </w:pPr>
    </w:p>
    <w:p w:rsidR="000403C8" w:rsidRDefault="00DE2D7F" w:rsidP="00D07B54">
      <w:pPr>
        <w:pStyle w:val="Heading2Center"/>
        <w:rPr>
          <w:rtl/>
        </w:rPr>
      </w:pPr>
      <w:bookmarkStart w:id="347" w:name="_Toc7268744"/>
      <w:r>
        <w:rPr>
          <w:rtl/>
        </w:rPr>
        <w:t>قبلہ كى تبديلي</w:t>
      </w:r>
      <w:bookmarkEnd w:id="347"/>
    </w:p>
    <w:p w:rsidR="00DE2D7F" w:rsidRDefault="00DE2D7F" w:rsidP="00D07B54">
      <w:pPr>
        <w:pStyle w:val="libNormal"/>
        <w:rPr>
          <w:rtl/>
        </w:rPr>
      </w:pPr>
      <w:r>
        <w:rPr>
          <w:rtl/>
        </w:rPr>
        <w:t xml:space="preserve"> بعثت كے بعد تيرہ سال تك مكہ مي</w:t>
      </w:r>
      <w:r w:rsidR="007D6C9B">
        <w:rPr>
          <w:rtl/>
        </w:rPr>
        <w:t xml:space="preserve">ں </w:t>
      </w:r>
      <w:r>
        <w:rPr>
          <w:rtl/>
        </w:rPr>
        <w:t>اور چند ماہ تك مدينہ مي</w:t>
      </w:r>
      <w:r w:rsidR="007D6C9B">
        <w:rPr>
          <w:rtl/>
        </w:rPr>
        <w:t xml:space="preserve">ں </w:t>
      </w:r>
      <w:r>
        <w:rPr>
          <w:rtl/>
        </w:rPr>
        <w:t>پيغمبر اسلام (ص) حكم خدا سے بيت المقدس كى طرف رخ كركے نماز پڑھتے رہے ليكن اس كے بعد قبلہ بدل گيا اور مسلمانو</w:t>
      </w:r>
      <w:r w:rsidR="007D6C9B">
        <w:rPr>
          <w:rtl/>
        </w:rPr>
        <w:t xml:space="preserve">ں </w:t>
      </w:r>
      <w:r>
        <w:rPr>
          <w:rtl/>
        </w:rPr>
        <w:t>كو حكم ديا گيا كہ وہ مكہ كى طرف رخ كركے نماز پڑھي</w:t>
      </w:r>
      <w:r w:rsidR="007D6C9B">
        <w:rPr>
          <w:rtl/>
        </w:rPr>
        <w:t xml:space="preserve">ں </w:t>
      </w:r>
      <w:r>
        <w:rPr>
          <w:rtl/>
        </w:rPr>
        <w:t xml:space="preserve">_ </w:t>
      </w:r>
    </w:p>
    <w:p w:rsidR="00DE2D7F" w:rsidRDefault="00DE2D7F" w:rsidP="00D07B54">
      <w:pPr>
        <w:pStyle w:val="libNormal"/>
        <w:rPr>
          <w:rtl/>
        </w:rPr>
      </w:pPr>
      <w:r>
        <w:rPr>
          <w:rtl/>
        </w:rPr>
        <w:t>مدينہ مي</w:t>
      </w:r>
      <w:r w:rsidR="007D6C9B">
        <w:rPr>
          <w:rtl/>
        </w:rPr>
        <w:t xml:space="preserve">ں </w:t>
      </w:r>
      <w:r>
        <w:rPr>
          <w:rtl/>
        </w:rPr>
        <w:t>كتنے ماہ بيت المقدس كى طرف رخ كركے نماز پڑھى جاتى رہي؟ اس سلسلے مي</w:t>
      </w:r>
      <w:r w:rsidR="007D6C9B">
        <w:rPr>
          <w:rtl/>
        </w:rPr>
        <w:t xml:space="preserve">ں </w:t>
      </w:r>
      <w:r>
        <w:rPr>
          <w:rtl/>
        </w:rPr>
        <w:t>مفسرين مي</w:t>
      </w:r>
      <w:r w:rsidR="007D6C9B">
        <w:rPr>
          <w:rtl/>
        </w:rPr>
        <w:t xml:space="preserve">ں </w:t>
      </w:r>
      <w:r>
        <w:rPr>
          <w:rtl/>
        </w:rPr>
        <w:t>اختلاف ہے، يہ مدت سات ماہ سے لے كر سترہ ماہ تك بيان كى گئي ہے ليكن يہ جتنا عرصہ بھى تھا اس دوران يہودى مسلمانو</w:t>
      </w:r>
      <w:r w:rsidR="007D6C9B">
        <w:rPr>
          <w:rtl/>
        </w:rPr>
        <w:t xml:space="preserve">ں </w:t>
      </w:r>
      <w:r>
        <w:rPr>
          <w:rtl/>
        </w:rPr>
        <w:t>كو طعنہ زنى كرتے رہے كيونكہ بيت المقدس دراصل يہوديو</w:t>
      </w:r>
      <w:r w:rsidR="007D6C9B">
        <w:rPr>
          <w:rtl/>
        </w:rPr>
        <w:t xml:space="preserve">ں </w:t>
      </w:r>
      <w:r>
        <w:rPr>
          <w:rtl/>
        </w:rPr>
        <w:t>كا قبلہ تھا وہ مسلمانو</w:t>
      </w:r>
      <w:r w:rsidR="007D6C9B">
        <w:rPr>
          <w:rtl/>
        </w:rPr>
        <w:t xml:space="preserve">ں </w:t>
      </w:r>
      <w:r>
        <w:rPr>
          <w:rtl/>
        </w:rPr>
        <w:t>سے كہتے تھے كہ ان كا اپنا كوئي قبلہ نہي</w:t>
      </w:r>
      <w:r w:rsidR="007D6C9B">
        <w:rPr>
          <w:rtl/>
        </w:rPr>
        <w:t xml:space="preserve">ں </w:t>
      </w:r>
      <w:r>
        <w:rPr>
          <w:rtl/>
        </w:rPr>
        <w:t>بلكہ ہمارے قبلہ كى طرف رخ كركے نماز پڑھتے ہي</w:t>
      </w:r>
      <w:r w:rsidR="007D6C9B">
        <w:rPr>
          <w:rtl/>
        </w:rPr>
        <w:t xml:space="preserve">ں </w:t>
      </w:r>
      <w:r>
        <w:rPr>
          <w:rtl/>
        </w:rPr>
        <w:t>اور يہ اس امر كى دليل ہے كہ ہم حق پر ہي</w:t>
      </w:r>
      <w:r w:rsidR="007D6C9B">
        <w:rPr>
          <w:rtl/>
        </w:rPr>
        <w:t xml:space="preserve">ں </w:t>
      </w:r>
      <w:r>
        <w:rPr>
          <w:rtl/>
        </w:rPr>
        <w:t xml:space="preserve">_ </w:t>
      </w:r>
    </w:p>
    <w:p w:rsidR="00DE2D7F" w:rsidRDefault="00DE2D7F" w:rsidP="00D07B54">
      <w:pPr>
        <w:pStyle w:val="libNormal"/>
        <w:rPr>
          <w:rtl/>
        </w:rPr>
      </w:pPr>
      <w:r>
        <w:rPr>
          <w:rtl/>
        </w:rPr>
        <w:t>يہ باتي</w:t>
      </w:r>
      <w:r w:rsidR="007D6C9B">
        <w:rPr>
          <w:rtl/>
        </w:rPr>
        <w:t xml:space="preserve">ں </w:t>
      </w:r>
      <w:r>
        <w:rPr>
          <w:rtl/>
        </w:rPr>
        <w:t>پيغمبر اكرم (ص) اور مسلمانو</w:t>
      </w:r>
      <w:r w:rsidR="007D6C9B">
        <w:rPr>
          <w:rtl/>
        </w:rPr>
        <w:t xml:space="preserve">ں </w:t>
      </w:r>
      <w:r>
        <w:rPr>
          <w:rtl/>
        </w:rPr>
        <w:t>كے لئے ناگوار تھي</w:t>
      </w:r>
      <w:r w:rsidR="007D6C9B">
        <w:rPr>
          <w:rtl/>
        </w:rPr>
        <w:t xml:space="preserve">ں </w:t>
      </w:r>
      <w:r>
        <w:rPr>
          <w:rtl/>
        </w:rPr>
        <w:t>ايك طرف وہ فرمان الہى كے مطيع تھے اور دوسرى طرف يہوديو</w:t>
      </w:r>
      <w:r w:rsidR="007D6C9B">
        <w:rPr>
          <w:rtl/>
        </w:rPr>
        <w:t xml:space="preserve">ں </w:t>
      </w:r>
      <w:r>
        <w:rPr>
          <w:rtl/>
        </w:rPr>
        <w:t xml:space="preserve">كے طعنے ختم نہ ہوتے تھے، اسى لئے پيغمبر اكرم (ص) آسمان كى طرف ديكھتے تھے گويا وحى الہى كے منتظر تھے_ </w:t>
      </w:r>
    </w:p>
    <w:p w:rsidR="00DE2D7F" w:rsidRDefault="00DE2D7F" w:rsidP="00D07B54">
      <w:pPr>
        <w:pStyle w:val="libNormal"/>
        <w:rPr>
          <w:rtl/>
        </w:rPr>
      </w:pPr>
    </w:p>
    <w:p w:rsidR="000403C8" w:rsidRDefault="00DE2D7F" w:rsidP="00D07B54">
      <w:pPr>
        <w:pStyle w:val="Heading2Center"/>
        <w:rPr>
          <w:rtl/>
        </w:rPr>
      </w:pPr>
      <w:bookmarkStart w:id="348" w:name="_Toc7268745"/>
      <w:r>
        <w:rPr>
          <w:rtl/>
        </w:rPr>
        <w:t>پيغمبر اكرم (ص) كا خانہ كعبہ سے خاص لگائو</w:t>
      </w:r>
      <w:bookmarkEnd w:id="348"/>
    </w:p>
    <w:p w:rsidR="00DE2D7F" w:rsidRDefault="00DE2D7F" w:rsidP="00D07B54">
      <w:pPr>
        <w:pStyle w:val="libNormal"/>
        <w:rPr>
          <w:rtl/>
        </w:rPr>
      </w:pPr>
      <w:r>
        <w:rPr>
          <w:rtl/>
        </w:rPr>
        <w:t xml:space="preserve"> پيغمبر اكرم (ص) خصوصيت سے چاہتے تھے كہ قبلہ، كعبہ كى طرف تبديل ہوجائے اور آپ انتظار </w:t>
      </w:r>
    </w:p>
    <w:p w:rsidR="000403C8" w:rsidRDefault="000403C8" w:rsidP="00D07B54">
      <w:pPr>
        <w:pStyle w:val="libNormal"/>
        <w:rPr>
          <w:rtl/>
        </w:rPr>
      </w:pPr>
      <w:r>
        <w:rPr>
          <w:rtl/>
        </w:rPr>
        <w:br w:type="page"/>
      </w:r>
    </w:p>
    <w:p w:rsidR="00DE2D7F" w:rsidRDefault="00DE2D7F" w:rsidP="00D07B54">
      <w:pPr>
        <w:pStyle w:val="libNormal"/>
        <w:rPr>
          <w:rtl/>
        </w:rPr>
      </w:pPr>
      <w:r>
        <w:rPr>
          <w:rtl/>
        </w:rPr>
        <w:lastRenderedPageBreak/>
        <w:t>مي</w:t>
      </w:r>
      <w:r w:rsidR="007D6C9B">
        <w:rPr>
          <w:rtl/>
        </w:rPr>
        <w:t xml:space="preserve">ں </w:t>
      </w:r>
      <w:r>
        <w:rPr>
          <w:rtl/>
        </w:rPr>
        <w:t>رہتے تھے كہ خدا كى طرف سے اس سلسلہ مي</w:t>
      </w:r>
      <w:r w:rsidR="007D6C9B">
        <w:rPr>
          <w:rtl/>
        </w:rPr>
        <w:t xml:space="preserve">ں </w:t>
      </w:r>
      <w:r>
        <w:rPr>
          <w:rtl/>
        </w:rPr>
        <w:t>كوئي حكم نازل ہو، اس كى وجہ شايد يہ تھى كہ آنحضرت (ص) كو حضرت ابراہيم عليہ السلام اور ان كے آثار سے عشق تھا، علاوہ از اي</w:t>
      </w:r>
      <w:r w:rsidR="007D6C9B">
        <w:rPr>
          <w:rtl/>
        </w:rPr>
        <w:t xml:space="preserve">ں </w:t>
      </w:r>
      <w:r>
        <w:rPr>
          <w:rtl/>
        </w:rPr>
        <w:t xml:space="preserve">كعبہ توحيد كا قديم ترين مركز تھا، آپ(ص) جانتے تھے كہ بيت المقدس تو وقتى قبلہ ہے ليكن آپ كى خواہش تھى كہ حقيقى و آخرى قبلہ جلد معين ہوجائے_ </w:t>
      </w:r>
    </w:p>
    <w:p w:rsidR="00DE2D7F" w:rsidRDefault="00DE2D7F" w:rsidP="00D07B54">
      <w:pPr>
        <w:pStyle w:val="libNormal"/>
        <w:rPr>
          <w:rtl/>
        </w:rPr>
      </w:pPr>
      <w:r>
        <w:rPr>
          <w:rtl/>
        </w:rPr>
        <w:t>آپ چونكہ حكم خدا كے سامنے سر تسليم خم تھے،پس اپ يہ تقاضا زبان تك نہ لاتے صرف منتظر نگاہي</w:t>
      </w:r>
      <w:r w:rsidR="007D6C9B">
        <w:rPr>
          <w:rtl/>
        </w:rPr>
        <w:t xml:space="preserve">ں </w:t>
      </w:r>
      <w:r>
        <w:rPr>
          <w:rtl/>
        </w:rPr>
        <w:t xml:space="preserve">آسمان كى طرف لگائے ہوئے تھے، جس سے ظاہر ہوتا ہے كہ آپ كو كعبہ سے كس قدر عشق اور لگائو تھا_ </w:t>
      </w:r>
    </w:p>
    <w:p w:rsidR="00DE2D7F" w:rsidRDefault="00DE2D7F" w:rsidP="00D07B54">
      <w:pPr>
        <w:pStyle w:val="libNormal"/>
        <w:rPr>
          <w:rtl/>
        </w:rPr>
      </w:pPr>
      <w:r>
        <w:rPr>
          <w:rtl/>
        </w:rPr>
        <w:t>اس انتظار مي</w:t>
      </w:r>
      <w:r w:rsidR="007D6C9B">
        <w:rPr>
          <w:rtl/>
        </w:rPr>
        <w:t xml:space="preserve">ں </w:t>
      </w:r>
      <w:r>
        <w:rPr>
          <w:rtl/>
        </w:rPr>
        <w:t>ايك عرصہ گذرگيا يہا</w:t>
      </w:r>
      <w:r w:rsidR="007D6C9B">
        <w:rPr>
          <w:rtl/>
        </w:rPr>
        <w:t xml:space="preserve">ں </w:t>
      </w:r>
      <w:r>
        <w:rPr>
          <w:rtl/>
        </w:rPr>
        <w:t>تك كہ قبلہ كى تبديلى كا حكم صادر ہوا ايك روز مسجد ''بنى سالم'' مي</w:t>
      </w:r>
      <w:r w:rsidR="007D6C9B">
        <w:rPr>
          <w:rtl/>
        </w:rPr>
        <w:t xml:space="preserve">ں </w:t>
      </w:r>
      <w:r>
        <w:rPr>
          <w:rtl/>
        </w:rPr>
        <w:t>پيغمبر نماز ظہر پڑھارہے تھے دوركعتي</w:t>
      </w:r>
      <w:r w:rsidR="007D6C9B">
        <w:rPr>
          <w:rtl/>
        </w:rPr>
        <w:t xml:space="preserve">ں </w:t>
      </w:r>
      <w:r>
        <w:rPr>
          <w:rtl/>
        </w:rPr>
        <w:t>پڑھ چكے تھے كہ جبرئيل كو حكم ہوا كہ پيغمبر كا بازو تھام كر ان كارخ انور كعبہ كى طرف پھيردي</w:t>
      </w:r>
      <w:r w:rsidR="007D6C9B">
        <w:rPr>
          <w:rtl/>
        </w:rPr>
        <w:t xml:space="preserve">ں </w:t>
      </w:r>
      <w:r>
        <w:rPr>
          <w:rtl/>
        </w:rPr>
        <w:t xml:space="preserve">_ </w:t>
      </w:r>
    </w:p>
    <w:p w:rsidR="00DE2D7F" w:rsidRDefault="00DE2D7F" w:rsidP="00D07B54">
      <w:pPr>
        <w:pStyle w:val="libNormal"/>
        <w:rPr>
          <w:rtl/>
        </w:rPr>
      </w:pPr>
      <w:r>
        <w:rPr>
          <w:rtl/>
        </w:rPr>
        <w:t>مسلمانو</w:t>
      </w:r>
      <w:r w:rsidR="007D6C9B">
        <w:rPr>
          <w:rtl/>
        </w:rPr>
        <w:t xml:space="preserve">ں </w:t>
      </w:r>
      <w:r>
        <w:rPr>
          <w:rtl/>
        </w:rPr>
        <w:t>نے بھى فوراً اپنى صفو</w:t>
      </w:r>
      <w:r w:rsidR="007D6C9B">
        <w:rPr>
          <w:rtl/>
        </w:rPr>
        <w:t xml:space="preserve">ں </w:t>
      </w:r>
      <w:r>
        <w:rPr>
          <w:rtl/>
        </w:rPr>
        <w:t>كا رخ بدل ليا،يہا</w:t>
      </w:r>
      <w:r w:rsidR="007D6C9B">
        <w:rPr>
          <w:rtl/>
        </w:rPr>
        <w:t xml:space="preserve">ں </w:t>
      </w:r>
      <w:r>
        <w:rPr>
          <w:rtl/>
        </w:rPr>
        <w:t>تك كہ ايك روايت مي</w:t>
      </w:r>
      <w:r w:rsidR="007D6C9B">
        <w:rPr>
          <w:rtl/>
        </w:rPr>
        <w:t xml:space="preserve">ں </w:t>
      </w:r>
      <w:r>
        <w:rPr>
          <w:rtl/>
        </w:rPr>
        <w:t>منقول ہے كہ عورتو</w:t>
      </w:r>
      <w:r w:rsidR="007D6C9B">
        <w:rPr>
          <w:rtl/>
        </w:rPr>
        <w:t xml:space="preserve">ں </w:t>
      </w:r>
      <w:r>
        <w:rPr>
          <w:rtl/>
        </w:rPr>
        <w:t>نے اپنى جگہ مردو</w:t>
      </w:r>
      <w:r w:rsidR="007D6C9B">
        <w:rPr>
          <w:rtl/>
        </w:rPr>
        <w:t xml:space="preserve">ں </w:t>
      </w:r>
      <w:r>
        <w:rPr>
          <w:rtl/>
        </w:rPr>
        <w:t>كو دى اور مردو</w:t>
      </w:r>
      <w:r w:rsidR="007D6C9B">
        <w:rPr>
          <w:rtl/>
        </w:rPr>
        <w:t xml:space="preserve">ں </w:t>
      </w:r>
      <w:r>
        <w:rPr>
          <w:rtl/>
        </w:rPr>
        <w:t>نے اپنے جگہ عورتو</w:t>
      </w:r>
      <w:r w:rsidR="007D6C9B">
        <w:rPr>
          <w:rtl/>
        </w:rPr>
        <w:t xml:space="preserve">ں </w:t>
      </w:r>
      <w:r>
        <w:rPr>
          <w:rtl/>
        </w:rPr>
        <w:t>كو ديدى ،(توجہ رہے كہ بيت المقدس شمالى سمت مي</w:t>
      </w:r>
      <w:r w:rsidR="007D6C9B">
        <w:rPr>
          <w:rtl/>
        </w:rPr>
        <w:t xml:space="preserve">ں </w:t>
      </w:r>
      <w:r>
        <w:rPr>
          <w:rtl/>
        </w:rPr>
        <w:t>تھا ،اور خانہ كعبہ جنوبى سمت مي</w:t>
      </w:r>
      <w:r w:rsidR="007D6C9B">
        <w:rPr>
          <w:rtl/>
        </w:rPr>
        <w:t xml:space="preserve">ں </w:t>
      </w:r>
      <w:r>
        <w:rPr>
          <w:rtl/>
        </w:rPr>
        <w:t xml:space="preserve">تھا_) </w:t>
      </w:r>
    </w:p>
    <w:p w:rsidR="00DE2D7F" w:rsidRDefault="00DE2D7F" w:rsidP="00D07B54">
      <w:pPr>
        <w:pStyle w:val="libNormal"/>
        <w:rPr>
          <w:rtl/>
        </w:rPr>
      </w:pPr>
      <w:r>
        <w:rPr>
          <w:rtl/>
        </w:rPr>
        <w:t>اس واقعے سے يہودى بہت پريشان ہوئے اور اپنے پرانے طريقہ كے مطابق ،ڈھٹائي، بہانہ سازى اور طعنہ بازى كا مظاہرہ كرنے لگے پہلے تو كہتے تھے كہ ہم مسلمانو</w:t>
      </w:r>
      <w:r w:rsidR="007D6C9B">
        <w:rPr>
          <w:rtl/>
        </w:rPr>
        <w:t xml:space="preserve">ں </w:t>
      </w:r>
      <w:r>
        <w:rPr>
          <w:rtl/>
        </w:rPr>
        <w:t>سے بہتر ہي</w:t>
      </w:r>
      <w:r w:rsidR="007D6C9B">
        <w:rPr>
          <w:rtl/>
        </w:rPr>
        <w:t xml:space="preserve">ں </w:t>
      </w:r>
      <w:r>
        <w:rPr>
          <w:rtl/>
        </w:rPr>
        <w:t>كيونكہ ان كا كوئي اپنا قبلہ نہي</w:t>
      </w:r>
      <w:r w:rsidR="007D6C9B">
        <w:rPr>
          <w:rtl/>
        </w:rPr>
        <w:t xml:space="preserve">ں </w:t>
      </w:r>
      <w:r>
        <w:rPr>
          <w:rtl/>
        </w:rPr>
        <w:t>، يہ ہمارے پيروكار ہي</w:t>
      </w:r>
      <w:r w:rsidR="007D6C9B">
        <w:rPr>
          <w:rtl/>
        </w:rPr>
        <w:t xml:space="preserve">ں </w:t>
      </w:r>
      <w:r>
        <w:rPr>
          <w:rtl/>
        </w:rPr>
        <w:t>ليكن جب خدا كى طرف سے قبلہ كى تبديلى كا حكم نازل ہوا تو انہو</w:t>
      </w:r>
      <w:r w:rsidR="007D6C9B">
        <w:rPr>
          <w:rtl/>
        </w:rPr>
        <w:t xml:space="preserve">ں </w:t>
      </w:r>
      <w:r>
        <w:rPr>
          <w:rtl/>
        </w:rPr>
        <w:t xml:space="preserve">نے پھر زبان اعتراض درازكى چنانچہ قرآن كہتا ہے_ </w:t>
      </w:r>
    </w:p>
    <w:p w:rsidR="00DE2D7F" w:rsidRDefault="00DE2D7F" w:rsidP="00D07B54">
      <w:pPr>
        <w:pStyle w:val="libNormal"/>
        <w:rPr>
          <w:rtl/>
        </w:rPr>
      </w:pPr>
      <w:r>
        <w:rPr>
          <w:rtl/>
        </w:rPr>
        <w:t>''بہت جلد كم عقل لوك كہي</w:t>
      </w:r>
      <w:r w:rsidR="007D6C9B">
        <w:rPr>
          <w:rtl/>
        </w:rPr>
        <w:t xml:space="preserve">ں </w:t>
      </w:r>
      <w:r>
        <w:rPr>
          <w:rtl/>
        </w:rPr>
        <w:t>گے ان (مسلمانو</w:t>
      </w:r>
      <w:r w:rsidR="007D6C9B">
        <w:rPr>
          <w:rtl/>
        </w:rPr>
        <w:t xml:space="preserve">ں </w:t>
      </w:r>
      <w:r>
        <w:rPr>
          <w:rtl/>
        </w:rPr>
        <w:t>) كو كس چيز نے اس قبلہ سے پھيرديا جس پر وہ پہلے تھے''_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مسلمانو</w:t>
      </w:r>
      <w:r w:rsidR="007D6C9B">
        <w:rPr>
          <w:rtl/>
        </w:rPr>
        <w:t xml:space="preserve">ں </w:t>
      </w:r>
      <w:r>
        <w:rPr>
          <w:rtl/>
        </w:rPr>
        <w:t>نے اس سے كيو</w:t>
      </w:r>
      <w:r w:rsidR="007D6C9B">
        <w:rPr>
          <w:rtl/>
        </w:rPr>
        <w:t xml:space="preserve">ں </w:t>
      </w:r>
      <w:r>
        <w:rPr>
          <w:rtl/>
        </w:rPr>
        <w:t>اعراض كيا ہے جو گذشتہ زمانہ مي</w:t>
      </w:r>
      <w:r w:rsidR="007D6C9B">
        <w:rPr>
          <w:rtl/>
        </w:rPr>
        <w:t xml:space="preserve">ں </w:t>
      </w:r>
      <w:r>
        <w:rPr>
          <w:rtl/>
        </w:rPr>
        <w:t xml:space="preserve">انبيائے ماسلف كا قبلہ رہا ہے، اگر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بقرہ آيت </w:t>
      </w:r>
      <w:r w:rsidR="00E664BB">
        <w:rPr>
          <w:rtl/>
        </w:rPr>
        <w:t>142</w:t>
      </w:r>
      <w:r>
        <w:rPr>
          <w:rtl/>
        </w:rPr>
        <w:t xml:space="preserve"> </w:t>
      </w:r>
    </w:p>
    <w:p w:rsidR="000403C8" w:rsidRDefault="001648F9" w:rsidP="00D07B54">
      <w:pPr>
        <w:pStyle w:val="libNormal"/>
        <w:rPr>
          <w:rtl/>
        </w:rPr>
      </w:pPr>
      <w:r>
        <w:rPr>
          <w:rtl/>
        </w:rPr>
        <w:t xml:space="preserve"> </w:t>
      </w:r>
      <w:r>
        <w:rPr>
          <w:rtl/>
        </w:rPr>
        <w:br w:type="page"/>
      </w:r>
    </w:p>
    <w:p w:rsidR="000403C8" w:rsidRDefault="000403C8" w:rsidP="00D07B54">
      <w:pPr>
        <w:pStyle w:val="libNormal"/>
        <w:rPr>
          <w:rtl/>
        </w:rPr>
      </w:pPr>
    </w:p>
    <w:p w:rsidR="00DE2D7F" w:rsidRDefault="00DE2D7F" w:rsidP="00D07B54">
      <w:pPr>
        <w:pStyle w:val="libNormal"/>
        <w:rPr>
          <w:rtl/>
        </w:rPr>
      </w:pPr>
      <w:r>
        <w:rPr>
          <w:rtl/>
        </w:rPr>
        <w:t>پہلا قبلہ صحيح تھا تو اس تبديلى كا كيا مقصد،اور اگر دوسرا صحيح ہے تو پھرتير ہ سال اور پندرہ ماہ بيت المقدس كى طرف رخ كركے كيو</w:t>
      </w:r>
      <w:r w:rsidR="007D6C9B">
        <w:rPr>
          <w:rtl/>
        </w:rPr>
        <w:t xml:space="preserve">ں </w:t>
      </w:r>
      <w:r>
        <w:rPr>
          <w:rtl/>
        </w:rPr>
        <w:t>نماز پڑھتے رہے ہي</w:t>
      </w:r>
      <w:r w:rsidR="007D6C9B">
        <w:rPr>
          <w:rtl/>
        </w:rPr>
        <w:t xml:space="preserve">ں </w:t>
      </w:r>
      <w:r>
        <w:rPr>
          <w:rtl/>
        </w:rPr>
        <w:t xml:space="preserve">_؟ </w:t>
      </w:r>
    </w:p>
    <w:p w:rsidR="00DE2D7F" w:rsidRDefault="00DE2D7F" w:rsidP="00D07B54">
      <w:pPr>
        <w:pStyle w:val="libNormal"/>
        <w:rPr>
          <w:rtl/>
        </w:rPr>
      </w:pPr>
      <w:r>
        <w:rPr>
          <w:rtl/>
        </w:rPr>
        <w:t xml:space="preserve">چنانچہ خدا وند عالم نے اپنے پيغمبر كو حكم ديا: </w:t>
      </w:r>
    </w:p>
    <w:p w:rsidR="00DE2D7F" w:rsidRDefault="00DE2D7F" w:rsidP="00D07B54">
      <w:pPr>
        <w:pStyle w:val="libNormal"/>
        <w:rPr>
          <w:rtl/>
        </w:rPr>
      </w:pPr>
      <w:r>
        <w:rPr>
          <w:rtl/>
        </w:rPr>
        <w:t>''ان سے كہہ دو عالم كے مشرق ومغرب اللہ كے لئے ہي</w:t>
      </w:r>
      <w:r w:rsidR="007D6C9B">
        <w:rPr>
          <w:rtl/>
        </w:rPr>
        <w:t xml:space="preserve">ں </w:t>
      </w:r>
      <w:r>
        <w:rPr>
          <w:rtl/>
        </w:rPr>
        <w:t xml:space="preserve">وہ جسے چاہتا ہے سيدھے راستے كى ہدايت كرتا ہے''_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p>
    <w:p w:rsidR="000403C8" w:rsidRDefault="00DE2D7F" w:rsidP="00D07B54">
      <w:pPr>
        <w:pStyle w:val="Heading2Center"/>
        <w:rPr>
          <w:rtl/>
        </w:rPr>
      </w:pPr>
      <w:bookmarkStart w:id="349" w:name="_Toc7268746"/>
      <w:r>
        <w:rPr>
          <w:rtl/>
        </w:rPr>
        <w:t>تبديلى قبلہ كا راز</w:t>
      </w:r>
      <w:bookmarkEnd w:id="349"/>
    </w:p>
    <w:p w:rsidR="00DE2D7F" w:rsidRDefault="00DE2D7F" w:rsidP="00D07B54">
      <w:pPr>
        <w:pStyle w:val="libNormal"/>
        <w:rPr>
          <w:rtl/>
        </w:rPr>
      </w:pPr>
      <w:r>
        <w:rPr>
          <w:rtl/>
        </w:rPr>
        <w:t xml:space="preserve"> بيت المقدس سے خانہ كعبہ كى طرف قبلہ كى تبديلى ان سب كے لئے اعتراض كا موجب بنى جن كا گمان تھا كہ ہر حكم كو مستقل رہنا چاہئے تھااگر ہمارے لئے ضرورى تھا كہ كعبہ كى طرف نماز پڑھي</w:t>
      </w:r>
      <w:r w:rsidR="007D6C9B">
        <w:rPr>
          <w:rtl/>
        </w:rPr>
        <w:t xml:space="preserve">ں </w:t>
      </w:r>
      <w:r>
        <w:rPr>
          <w:rtl/>
        </w:rPr>
        <w:t>تو پہلے دن يہ حكم كيو</w:t>
      </w:r>
      <w:r w:rsidR="007D6C9B">
        <w:rPr>
          <w:rtl/>
        </w:rPr>
        <w:t xml:space="preserve">ں </w:t>
      </w:r>
      <w:r>
        <w:rPr>
          <w:rtl/>
        </w:rPr>
        <w:t>نہ ديا گيا اور اگر بيت المقدس مقدم ہے جو گذشتہ انبياء كا بھى قبلہ شمار ہوتا ہے توپھراسے كيو</w:t>
      </w:r>
      <w:r w:rsidR="007D6C9B">
        <w:rPr>
          <w:rtl/>
        </w:rPr>
        <w:t xml:space="preserve">ں </w:t>
      </w:r>
      <w:r>
        <w:rPr>
          <w:rtl/>
        </w:rPr>
        <w:t xml:space="preserve">بدلاگيا_؟ </w:t>
      </w:r>
    </w:p>
    <w:p w:rsidR="00DE2D7F" w:rsidRDefault="00DE2D7F" w:rsidP="00D07B54">
      <w:pPr>
        <w:pStyle w:val="libNormal"/>
        <w:rPr>
          <w:rtl/>
        </w:rPr>
      </w:pPr>
      <w:r>
        <w:rPr>
          <w:rtl/>
        </w:rPr>
        <w:t>دشمنو</w:t>
      </w:r>
      <w:r w:rsidR="007D6C9B">
        <w:rPr>
          <w:rtl/>
        </w:rPr>
        <w:t xml:space="preserve">ں </w:t>
      </w:r>
      <w:r>
        <w:rPr>
          <w:rtl/>
        </w:rPr>
        <w:t>كے ہاتھ بھى طعنہ زنى كا موقع آگيا، شايد وہ كہتے تھے كہ پہلے تو انبياء ماسبق كے قبلہ كى طرف نماز پڑھتا تھا ليكن كاميابيو</w:t>
      </w:r>
      <w:r w:rsidR="007D6C9B">
        <w:rPr>
          <w:rtl/>
        </w:rPr>
        <w:t xml:space="preserve">ں </w:t>
      </w:r>
      <w:r>
        <w:rPr>
          <w:rtl/>
        </w:rPr>
        <w:t xml:space="preserve">كے بعد اس پر قبيلہ پرستى نے غلبہ كرليا ہے لہذا اپنى قوم اور قبيلے كے قبلہ كى طرف پلٹ گيا ہے ياكہتے تھے كہ اس نے دھوكا دينے اور يہودو نصارى كى توجہ اپنى طرف مبذول كرنے كے لئے پہلے بيت المقدس كو قبول كرليا اور جب يہ بات كار گرنہ ہوسكى تو اب كعبہ كى طرف رخ كرليا ہے _ </w:t>
      </w:r>
    </w:p>
    <w:p w:rsidR="00DE2D7F" w:rsidRDefault="00DE2D7F" w:rsidP="00D07B54">
      <w:pPr>
        <w:pStyle w:val="libNormal"/>
        <w:rPr>
          <w:rtl/>
        </w:rPr>
      </w:pPr>
      <w:r>
        <w:rPr>
          <w:rtl/>
        </w:rPr>
        <w:t>واضح ہے كہ ايسے وسوسے اور وہ بھى ايسے معاشرے مي</w:t>
      </w:r>
      <w:r w:rsidR="007D6C9B">
        <w:rPr>
          <w:rtl/>
        </w:rPr>
        <w:t xml:space="preserve">ں </w:t>
      </w:r>
      <w:r>
        <w:rPr>
          <w:rtl/>
        </w:rPr>
        <w:t>جہا</w:t>
      </w:r>
      <w:r w:rsidR="007D6C9B">
        <w:rPr>
          <w:rtl/>
        </w:rPr>
        <w:t xml:space="preserve">ں </w:t>
      </w:r>
      <w:r>
        <w:rPr>
          <w:rtl/>
        </w:rPr>
        <w:t>ابھى نور علم نہ پھيلا ہو اور جہا</w:t>
      </w:r>
      <w:r w:rsidR="007D6C9B">
        <w:rPr>
          <w:rtl/>
        </w:rPr>
        <w:t xml:space="preserve">ں </w:t>
      </w:r>
      <w:r>
        <w:rPr>
          <w:rtl/>
        </w:rPr>
        <w:t>شرك وبت پرستى كى رسمي</w:t>
      </w:r>
      <w:r w:rsidR="007D6C9B">
        <w:rPr>
          <w:rtl/>
        </w:rPr>
        <w:t xml:space="preserve">ں </w:t>
      </w:r>
      <w:r>
        <w:rPr>
          <w:rtl/>
        </w:rPr>
        <w:t>موجود ہو</w:t>
      </w:r>
      <w:r w:rsidR="007D6C9B">
        <w:rPr>
          <w:rtl/>
        </w:rPr>
        <w:t xml:space="preserve">ں </w:t>
      </w:r>
      <w:r>
        <w:rPr>
          <w:rtl/>
        </w:rPr>
        <w:t>كيسا تذبذب واضطراب پيدا كرديتے ہي</w:t>
      </w:r>
      <w:r w:rsidR="007D6C9B">
        <w:rPr>
          <w:rtl/>
        </w:rPr>
        <w:t xml:space="preserve">ں </w:t>
      </w:r>
      <w:r>
        <w:rPr>
          <w:rtl/>
        </w:rPr>
        <w:t>اسى لئے قرآن صراحت سے كہتا ہے كہ'' يہ مومنين اورمشركين مي</w:t>
      </w:r>
      <w:r w:rsidR="007D6C9B">
        <w:rPr>
          <w:rtl/>
        </w:rPr>
        <w:t xml:space="preserve">ں </w:t>
      </w:r>
      <w:r>
        <w:rPr>
          <w:rtl/>
        </w:rPr>
        <w:t>امتياز پيدا كرنے والى ايك عظيم آزما</w:t>
      </w:r>
      <w:r w:rsidR="00091C36">
        <w:rPr>
          <w:rtl/>
        </w:rPr>
        <w:t xml:space="preserve">ئش </w:t>
      </w:r>
      <w:r>
        <w:rPr>
          <w:rtl/>
        </w:rPr>
        <w:t xml:space="preserve"> تھي''_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ممكن ہے كہ قبلہ كى تبديلى كے اہم اسباب مي</w:t>
      </w:r>
      <w:r w:rsidR="007D6C9B">
        <w:rPr>
          <w:rtl/>
        </w:rPr>
        <w:t xml:space="preserve">ں </w:t>
      </w:r>
      <w:r>
        <w:rPr>
          <w:rtl/>
        </w:rPr>
        <w:t xml:space="preserve">سے درج ذيل مسئلہ بھى ہو خانہ كعبہ اس وقت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بقرہ آيت</w:t>
      </w:r>
      <w:r w:rsidR="00E664BB">
        <w:rPr>
          <w:rtl/>
        </w:rPr>
        <w:t>142</w:t>
      </w:r>
      <w:r>
        <w:rPr>
          <w:rtl/>
        </w:rPr>
        <w:t xml:space="preserve"> </w:t>
      </w:r>
    </w:p>
    <w:p w:rsidR="00DE2D7F" w:rsidRDefault="00DE2D7F" w:rsidP="00D07B54">
      <w:pPr>
        <w:pStyle w:val="libFootnote"/>
        <w:rPr>
          <w:rtl/>
        </w:rPr>
      </w:pPr>
      <w:r>
        <w:rPr>
          <w:rtl/>
        </w:rPr>
        <w:t>(</w:t>
      </w:r>
      <w:r w:rsidR="00E664BB">
        <w:rPr>
          <w:rtl/>
        </w:rPr>
        <w:t>2</w:t>
      </w:r>
      <w:r>
        <w:rPr>
          <w:rtl/>
        </w:rPr>
        <w:t xml:space="preserve">)سورہ بقرہ ايت </w:t>
      </w:r>
      <w:r w:rsidR="00E664BB">
        <w:rPr>
          <w:rtl/>
        </w:rPr>
        <w:t>143</w:t>
      </w:r>
      <w:r>
        <w:rPr>
          <w:rtl/>
        </w:rPr>
        <w:t xml:space="preserve"> </w:t>
      </w:r>
    </w:p>
    <w:p w:rsidR="000403C8" w:rsidRDefault="001648F9" w:rsidP="00D07B54">
      <w:pPr>
        <w:pStyle w:val="libNormal"/>
        <w:rPr>
          <w:rtl/>
        </w:rPr>
      </w:pPr>
      <w:r>
        <w:rPr>
          <w:rtl/>
        </w:rPr>
        <w:t xml:space="preserve"> </w:t>
      </w:r>
      <w:r>
        <w:rPr>
          <w:rtl/>
        </w:rPr>
        <w:br w:type="page"/>
      </w:r>
    </w:p>
    <w:p w:rsidR="000403C8" w:rsidRDefault="000403C8" w:rsidP="00D07B54">
      <w:pPr>
        <w:pStyle w:val="libNormal"/>
        <w:rPr>
          <w:rtl/>
        </w:rPr>
      </w:pPr>
    </w:p>
    <w:p w:rsidR="00DE2D7F" w:rsidRDefault="00DE2D7F" w:rsidP="00D07B54">
      <w:pPr>
        <w:pStyle w:val="libNormal"/>
        <w:rPr>
          <w:rtl/>
        </w:rPr>
      </w:pPr>
      <w:r>
        <w:rPr>
          <w:rtl/>
        </w:rPr>
        <w:t>مشركين كے بتو</w:t>
      </w:r>
      <w:r w:rsidR="007D6C9B">
        <w:rPr>
          <w:rtl/>
        </w:rPr>
        <w:t xml:space="preserve">ں </w:t>
      </w:r>
      <w:r>
        <w:rPr>
          <w:rtl/>
        </w:rPr>
        <w:t>كامركز بنا ہوا تھا لہذا حكم ديا گيا كہ مسلمان وقتى طور پر بيت المقدس كى طرف رخ كركے نمازپڑھ ليا كري</w:t>
      </w:r>
      <w:r w:rsidR="007D6C9B">
        <w:rPr>
          <w:rtl/>
        </w:rPr>
        <w:t xml:space="preserve">ں </w:t>
      </w:r>
      <w:r>
        <w:rPr>
          <w:rtl/>
        </w:rPr>
        <w:t>تاكہ اس طرح مشركين سے اپنى صفي</w:t>
      </w:r>
      <w:r w:rsidR="007D6C9B">
        <w:rPr>
          <w:rtl/>
        </w:rPr>
        <w:t xml:space="preserve">ں </w:t>
      </w:r>
      <w:r>
        <w:rPr>
          <w:rtl/>
        </w:rPr>
        <w:t>الگ كرسكي</w:t>
      </w:r>
      <w:r w:rsidR="007D6C9B">
        <w:rPr>
          <w:rtl/>
        </w:rPr>
        <w:t xml:space="preserve">ں </w:t>
      </w:r>
      <w:r>
        <w:rPr>
          <w:rtl/>
        </w:rPr>
        <w:t xml:space="preserve">_ </w:t>
      </w:r>
    </w:p>
    <w:p w:rsidR="00DE2D7F" w:rsidRDefault="00DE2D7F" w:rsidP="00D07B54">
      <w:pPr>
        <w:pStyle w:val="libNormal"/>
        <w:rPr>
          <w:rtl/>
        </w:rPr>
      </w:pPr>
      <w:r>
        <w:rPr>
          <w:rtl/>
        </w:rPr>
        <w:t>ليكن جب مدينہ كى طرف ہجرت كے بعد اسلامى حكومت وملت كى تشكيل ہوگئي اور مسلمانو</w:t>
      </w:r>
      <w:r w:rsidR="007D6C9B">
        <w:rPr>
          <w:rtl/>
        </w:rPr>
        <w:t xml:space="preserve">ں </w:t>
      </w:r>
      <w:r>
        <w:rPr>
          <w:rtl/>
        </w:rPr>
        <w:t>كى صفي</w:t>
      </w:r>
      <w:r w:rsidR="007D6C9B">
        <w:rPr>
          <w:rtl/>
        </w:rPr>
        <w:t xml:space="preserve">ں </w:t>
      </w:r>
      <w:r>
        <w:rPr>
          <w:rtl/>
        </w:rPr>
        <w:t>دوسرو</w:t>
      </w:r>
      <w:r w:rsidR="007D6C9B">
        <w:rPr>
          <w:rtl/>
        </w:rPr>
        <w:t xml:space="preserve">ں </w:t>
      </w:r>
      <w:r>
        <w:rPr>
          <w:rtl/>
        </w:rPr>
        <w:t>سے مكمل طور پر ممتاز ہوگئي</w:t>
      </w:r>
      <w:r w:rsidR="007D6C9B">
        <w:rPr>
          <w:rtl/>
        </w:rPr>
        <w:t xml:space="preserve">ں </w:t>
      </w:r>
      <w:r>
        <w:rPr>
          <w:rtl/>
        </w:rPr>
        <w:t xml:space="preserve">تو اب يہ كيفيت برقرار ركھنا ضرورى نہ رہا ،لہذا اس وقت كعبہ كى طرف رخ كرليا گيا جو قديم ترين مركز توحيد اور انبياء كا بہت پرانا مركز تھا _ </w:t>
      </w:r>
    </w:p>
    <w:p w:rsidR="00DE2D7F" w:rsidRDefault="00DE2D7F" w:rsidP="00D07B54">
      <w:pPr>
        <w:pStyle w:val="libNormal"/>
        <w:rPr>
          <w:rtl/>
        </w:rPr>
      </w:pPr>
      <w:r>
        <w:rPr>
          <w:rtl/>
        </w:rPr>
        <w:t>ايسے مي</w:t>
      </w:r>
      <w:r w:rsidR="007D6C9B">
        <w:rPr>
          <w:rtl/>
        </w:rPr>
        <w:t xml:space="preserve">ں </w:t>
      </w:r>
      <w:r>
        <w:rPr>
          <w:rtl/>
        </w:rPr>
        <w:t>ظاہر ہے كہ جو كعبہ كو اپنا خاندانى معنوى اور روحانى سرمايہ سمجھتے تھے بيت المقدس كى طرف نماز پڑھنا ان كے لئے مشكل تھا اور اسى طرح بيت المقدس كے بعد كعبہ كى طرف پلٹنا، لہذا اس مي</w:t>
      </w:r>
      <w:r w:rsidR="007D6C9B">
        <w:rPr>
          <w:rtl/>
        </w:rPr>
        <w:t xml:space="preserve">ں </w:t>
      </w:r>
      <w:r>
        <w:rPr>
          <w:rtl/>
        </w:rPr>
        <w:t>مسلمانو</w:t>
      </w:r>
      <w:r w:rsidR="007D6C9B">
        <w:rPr>
          <w:rtl/>
        </w:rPr>
        <w:t xml:space="preserve">ں </w:t>
      </w:r>
      <w:r>
        <w:rPr>
          <w:rtl/>
        </w:rPr>
        <w:t>كى سخت آزما</w:t>
      </w:r>
      <w:r w:rsidR="00091C36">
        <w:rPr>
          <w:rtl/>
        </w:rPr>
        <w:t xml:space="preserve">ئش </w:t>
      </w:r>
      <w:r>
        <w:rPr>
          <w:rtl/>
        </w:rPr>
        <w:t xml:space="preserve"> تھى تاكہ شرك كے جتنے آثار ان مي</w:t>
      </w:r>
      <w:r w:rsidR="007D6C9B">
        <w:rPr>
          <w:rtl/>
        </w:rPr>
        <w:t xml:space="preserve">ں </w:t>
      </w:r>
      <w:r>
        <w:rPr>
          <w:rtl/>
        </w:rPr>
        <w:t>باقى رہ گئے تھے اس كٹھالى مي</w:t>
      </w:r>
      <w:r w:rsidR="007D6C9B">
        <w:rPr>
          <w:rtl/>
        </w:rPr>
        <w:t xml:space="preserve">ں </w:t>
      </w:r>
      <w:r>
        <w:rPr>
          <w:rtl/>
        </w:rPr>
        <w:t>پڑكر جل جائي</w:t>
      </w:r>
      <w:r w:rsidR="007D6C9B">
        <w:rPr>
          <w:rtl/>
        </w:rPr>
        <w:t xml:space="preserve">ں </w:t>
      </w:r>
      <w:r>
        <w:rPr>
          <w:rtl/>
        </w:rPr>
        <w:t>اور ان كے گذشتہ شرك آلود رشتے ناتے ٹوٹ جائي</w:t>
      </w:r>
      <w:r w:rsidR="007D6C9B">
        <w:rPr>
          <w:rtl/>
        </w:rPr>
        <w:t xml:space="preserve">ں </w:t>
      </w:r>
      <w:r>
        <w:rPr>
          <w:rtl/>
        </w:rPr>
        <w:t xml:space="preserve">_ </w:t>
      </w:r>
    </w:p>
    <w:p w:rsidR="00DE2D7F" w:rsidRDefault="00DE2D7F" w:rsidP="00D07B54">
      <w:pPr>
        <w:pStyle w:val="libNormal"/>
        <w:rPr>
          <w:rtl/>
        </w:rPr>
      </w:pPr>
      <w:r>
        <w:rPr>
          <w:rtl/>
        </w:rPr>
        <w:t>جيسا كہ ہم پہلے كہہ چكے ہي</w:t>
      </w:r>
      <w:r w:rsidR="007D6C9B">
        <w:rPr>
          <w:rtl/>
        </w:rPr>
        <w:t xml:space="preserve">ں </w:t>
      </w:r>
      <w:r>
        <w:rPr>
          <w:rtl/>
        </w:rPr>
        <w:t>اصولى طور پر تو خدا كے لئے مكان نہي</w:t>
      </w:r>
      <w:r w:rsidR="007D6C9B">
        <w:rPr>
          <w:rtl/>
        </w:rPr>
        <w:t xml:space="preserve">ں </w:t>
      </w:r>
      <w:r>
        <w:rPr>
          <w:rtl/>
        </w:rPr>
        <w:t>ہے قبلہ تو صرف وحدت اور صفو</w:t>
      </w:r>
      <w:r w:rsidR="007D6C9B">
        <w:rPr>
          <w:rtl/>
        </w:rPr>
        <w:t xml:space="preserve">ں </w:t>
      </w:r>
      <w:r>
        <w:rPr>
          <w:rtl/>
        </w:rPr>
        <w:t>مي</w:t>
      </w:r>
      <w:r w:rsidR="007D6C9B">
        <w:rPr>
          <w:rtl/>
        </w:rPr>
        <w:t xml:space="preserve">ں </w:t>
      </w:r>
      <w:r>
        <w:rPr>
          <w:rtl/>
        </w:rPr>
        <w:t>اتحاد كا ايك رمزہے اور اس كى تبديلى كسى چيز كود گرگو</w:t>
      </w:r>
      <w:r w:rsidR="007D6C9B">
        <w:rPr>
          <w:rtl/>
        </w:rPr>
        <w:t xml:space="preserve">ں </w:t>
      </w:r>
      <w:r>
        <w:rPr>
          <w:rtl/>
        </w:rPr>
        <w:t>نہي</w:t>
      </w:r>
      <w:r w:rsidR="007D6C9B">
        <w:rPr>
          <w:rtl/>
        </w:rPr>
        <w:t xml:space="preserve">ں </w:t>
      </w:r>
      <w:r>
        <w:rPr>
          <w:rtl/>
        </w:rPr>
        <w:t>كرسكتى ، اہم ترين امر تو خدا كے حكم كے سامنے سر تسليم خم كرنا ہے اور تعصب اورہٹ دھرمى كے بتو</w:t>
      </w:r>
      <w:r w:rsidR="007D6C9B">
        <w:rPr>
          <w:rtl/>
        </w:rPr>
        <w:t xml:space="preserve">ں </w:t>
      </w:r>
      <w:r>
        <w:rPr>
          <w:rtl/>
        </w:rPr>
        <w:t xml:space="preserve">كو توڑناہے _ </w:t>
      </w:r>
    </w:p>
    <w:p w:rsidR="00DE2D7F" w:rsidRDefault="001648F9" w:rsidP="00D07B54">
      <w:pPr>
        <w:pStyle w:val="libNormal"/>
        <w:rPr>
          <w:rtl/>
        </w:rPr>
      </w:pPr>
      <w:r>
        <w:rPr>
          <w:rtl/>
        </w:rPr>
        <w:t xml:space="preserve"> </w:t>
      </w:r>
      <w:r>
        <w:rPr>
          <w:rtl/>
        </w:rPr>
        <w:br w:type="page"/>
      </w:r>
    </w:p>
    <w:p w:rsidR="000403C8" w:rsidRDefault="000403C8" w:rsidP="00D07B54">
      <w:pPr>
        <w:pStyle w:val="libNormal"/>
        <w:rPr>
          <w:rtl/>
        </w:rPr>
      </w:pPr>
    </w:p>
    <w:p w:rsidR="000403C8" w:rsidRDefault="00DE2D7F" w:rsidP="00D07B54">
      <w:pPr>
        <w:pStyle w:val="Heading2Center"/>
        <w:rPr>
          <w:rtl/>
        </w:rPr>
      </w:pPr>
      <w:bookmarkStart w:id="350" w:name="_Toc7268747"/>
      <w:r>
        <w:rPr>
          <w:rtl/>
        </w:rPr>
        <w:t>جنگ بدر</w:t>
      </w:r>
      <w:r w:rsidRPr="00AD1EF3">
        <w:rPr>
          <w:rStyle w:val="libFootnotenumChar"/>
          <w:rtl/>
        </w:rPr>
        <w:t>(</w:t>
      </w:r>
      <w:r w:rsidR="00E664BB" w:rsidRPr="00AD1EF3">
        <w:rPr>
          <w:rStyle w:val="libFootnotenumChar"/>
          <w:rtl/>
        </w:rPr>
        <w:t>1</w:t>
      </w:r>
      <w:r w:rsidRPr="00AD1EF3">
        <w:rPr>
          <w:rStyle w:val="libFootnotenumChar"/>
          <w:rtl/>
        </w:rPr>
        <w:t>)</w:t>
      </w:r>
      <w:bookmarkEnd w:id="350"/>
    </w:p>
    <w:p w:rsidR="00DE2D7F" w:rsidRDefault="00DE2D7F" w:rsidP="00D07B54">
      <w:pPr>
        <w:pStyle w:val="libNormal"/>
        <w:rPr>
          <w:rtl/>
        </w:rPr>
      </w:pPr>
      <w:r>
        <w:rPr>
          <w:rtl/>
        </w:rPr>
        <w:t xml:space="preserve"> جنگ بدركى ابتداء يہا</w:t>
      </w:r>
      <w:r w:rsidR="007D6C9B">
        <w:rPr>
          <w:rtl/>
        </w:rPr>
        <w:t xml:space="preserve">ں </w:t>
      </w:r>
      <w:r>
        <w:rPr>
          <w:rtl/>
        </w:rPr>
        <w:t>سے ہوئي كہ مكہ والو</w:t>
      </w:r>
      <w:r w:rsidR="007D6C9B">
        <w:rPr>
          <w:rtl/>
        </w:rPr>
        <w:t xml:space="preserve">ں </w:t>
      </w:r>
      <w:r>
        <w:rPr>
          <w:rtl/>
        </w:rPr>
        <w:t>كا ايك اہم تجارتى قافلہ شام سے مكہ كى طرف واپس جارہا تھا اس قافلے كو مدينہ كى طرف سے گزرنا تھا اہل مكہ كا سردار ابوسفيان قافلہ كا سالار تھا اس كے پاس ہزار دينار كا مال تجارت تھا پيغمبر اسلام نے اپنے اصحاب كو اس عظيم قافلے كى طرف تيزى سے كوچ كا حكم ديا كہ جس كے پاس دشمن كا ايك بڑا سرمايہ تھا تاكہ اس سرمائے كو ضبط كركے دشمن كى اقتصادى قوت كو سخت ضرب لگائي جائے تاكہ اس كا نقصان دشمن كى فوج كو پہنچے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)واقعہ جنگ بدر سورہ انفال آيات </w:t>
      </w:r>
      <w:r w:rsidR="00E664BB">
        <w:rPr>
          <w:rtl/>
        </w:rPr>
        <w:t>5</w:t>
      </w:r>
      <w:r>
        <w:rPr>
          <w:rtl/>
        </w:rPr>
        <w:t xml:space="preserve"> تا </w:t>
      </w:r>
      <w:r w:rsidR="00E664BB">
        <w:rPr>
          <w:rtl/>
        </w:rPr>
        <w:t>18</w:t>
      </w:r>
      <w:r>
        <w:rPr>
          <w:rtl/>
        </w:rPr>
        <w:t>كے ذيل مي</w:t>
      </w:r>
      <w:r w:rsidR="007D6C9B">
        <w:rPr>
          <w:rtl/>
        </w:rPr>
        <w:t xml:space="preserve">ں </w:t>
      </w:r>
      <w:r>
        <w:rPr>
          <w:rtl/>
        </w:rPr>
        <w:t xml:space="preserve">بيان ہوئي ہے _ </w:t>
      </w:r>
    </w:p>
    <w:p w:rsidR="00DE2D7F" w:rsidRDefault="00DE2D7F" w:rsidP="00D07B54">
      <w:pPr>
        <w:pStyle w:val="libFootnote"/>
        <w:rPr>
          <w:rtl/>
        </w:rPr>
      </w:pPr>
      <w:r>
        <w:rPr>
          <w:rtl/>
        </w:rPr>
        <w:t>(</w:t>
      </w:r>
      <w:r w:rsidR="00E664BB">
        <w:rPr>
          <w:rtl/>
        </w:rPr>
        <w:t>2</w:t>
      </w:r>
      <w:r>
        <w:rPr>
          <w:rtl/>
        </w:rPr>
        <w:t>)پيغمبراور ان كے اصحاب ايسا كرنے كا حق ركھتے تھے كيونكہ مسلمان مكہ سے مدينہ كى طرف ہجرت كركے آئے تو اہل مكہ نے ان كے بہت سے اموال پر قبضہ كرليا تھا جس سے مسلمانو</w:t>
      </w:r>
      <w:r w:rsidR="007D6C9B">
        <w:rPr>
          <w:rtl/>
        </w:rPr>
        <w:t xml:space="preserve">ں </w:t>
      </w:r>
      <w:r>
        <w:rPr>
          <w:rtl/>
        </w:rPr>
        <w:t>كو سخت نقصان اٹھانا پڑا لہذا وہ حق ركھتے تھے كہ اس نقصان كى تلافى كري</w:t>
      </w:r>
      <w:r w:rsidR="007D6C9B">
        <w:rPr>
          <w:rtl/>
        </w:rPr>
        <w:t xml:space="preserve">ں </w:t>
      </w:r>
      <w:r>
        <w:rPr>
          <w:rtl/>
        </w:rPr>
        <w:t>_اس سے قطع نظر بھى اہل مكہ نے گذشتہ تيرہ برس مي</w:t>
      </w:r>
      <w:r w:rsidR="007D6C9B">
        <w:rPr>
          <w:rtl/>
        </w:rPr>
        <w:t xml:space="preserve">ں </w:t>
      </w:r>
      <w:r>
        <w:rPr>
          <w:rtl/>
        </w:rPr>
        <w:t>پيغمبر اسلام (ص) اور مسلمانو</w:t>
      </w:r>
      <w:r w:rsidR="007D6C9B">
        <w:rPr>
          <w:rtl/>
        </w:rPr>
        <w:t xml:space="preserve">ں </w:t>
      </w:r>
      <w:r>
        <w:rPr>
          <w:rtl/>
        </w:rPr>
        <w:t>سے جو سلوك رواركھا اس سے بات ثابت ہوچكى تھى وہ مسلمانو</w:t>
      </w:r>
      <w:r w:rsidR="007D6C9B">
        <w:rPr>
          <w:rtl/>
        </w:rPr>
        <w:t xml:space="preserve">ں </w:t>
      </w:r>
      <w:r>
        <w:rPr>
          <w:rtl/>
        </w:rPr>
        <w:t>كو ضرب لگانے اور نقصان پہنچانے كے لئے كوئي موقع ہاتھ سے نہي</w:t>
      </w:r>
      <w:r w:rsidR="007D6C9B">
        <w:rPr>
          <w:rtl/>
        </w:rPr>
        <w:t xml:space="preserve">ں </w:t>
      </w:r>
      <w:r>
        <w:rPr>
          <w:rtl/>
        </w:rPr>
        <w:t>گنوائي</w:t>
      </w:r>
      <w:r w:rsidR="007D6C9B">
        <w:rPr>
          <w:rtl/>
        </w:rPr>
        <w:t xml:space="preserve">ں </w:t>
      </w:r>
      <w:r>
        <w:rPr>
          <w:rtl/>
        </w:rPr>
        <w:t>گے يہا</w:t>
      </w:r>
      <w:r w:rsidR="007D6C9B">
        <w:rPr>
          <w:rtl/>
        </w:rPr>
        <w:t xml:space="preserve">ں </w:t>
      </w:r>
      <w:r>
        <w:rPr>
          <w:rtl/>
        </w:rPr>
        <w:t>تك كہ وہ خودپيغمبر اكرم (ص) كو قتل كرنے پر تل گئے تھے ايسا دشمن پيغمبر اكرم (ص) كے ہجرت مدينہ كى وجہ سے بے كار نہي</w:t>
      </w:r>
      <w:r w:rsidR="007D6C9B">
        <w:rPr>
          <w:rtl/>
        </w:rPr>
        <w:t xml:space="preserve">ں </w:t>
      </w:r>
      <w:r>
        <w:rPr>
          <w:rtl/>
        </w:rPr>
        <w:t>بيٹھ سكتا تھا واضح تھا كہ وہ قاطع ترين ضرب لگانے كے لئے اپنى قوت مجتمع كرتا پس عقل ومنطق كا تقاضا تھا كہ پيش بندى كے طورپر ان كے تجارتى قافلے كو گھير كر اس كے اتنے بڑے سرمائے كو ضبط كرليا جاتا تاكہ اس پر ضرب پڑے اور اپنى فوجى اور اقتصادى بنياد مضبوط كى جاتى ايسے اقدامات آج بھى اور گذشتہ ادوار مي</w:t>
      </w:r>
      <w:r w:rsidR="007D6C9B">
        <w:rPr>
          <w:rtl/>
        </w:rPr>
        <w:t xml:space="preserve">ں </w:t>
      </w:r>
      <w:r>
        <w:rPr>
          <w:rtl/>
        </w:rPr>
        <w:t>بھى عام دنيا مي</w:t>
      </w:r>
      <w:r w:rsidR="007D6C9B">
        <w:rPr>
          <w:rtl/>
        </w:rPr>
        <w:t xml:space="preserve">ں </w:t>
      </w:r>
      <w:r>
        <w:rPr>
          <w:rtl/>
        </w:rPr>
        <w:t>فوجى طريق كار كا حصہ رہے ہي</w:t>
      </w:r>
      <w:r w:rsidR="007D6C9B">
        <w:rPr>
          <w:rtl/>
        </w:rPr>
        <w:t xml:space="preserve">ں </w:t>
      </w:r>
      <w:r>
        <w:rPr>
          <w:rtl/>
        </w:rPr>
        <w:t>،جولوگ ان پہلوئو</w:t>
      </w:r>
      <w:r w:rsidR="007D6C9B">
        <w:rPr>
          <w:rtl/>
        </w:rPr>
        <w:t xml:space="preserve">ں </w:t>
      </w:r>
      <w:r>
        <w:rPr>
          <w:rtl/>
        </w:rPr>
        <w:t>كو نظر اندازكركے قافلے كى طرف پيغمبر كى پيش قدمى كو ايك طرح كى غارت گرى كے طور پر پيش كرنا چاہتے ہي</w:t>
      </w:r>
      <w:r w:rsidR="007D6C9B">
        <w:rPr>
          <w:rtl/>
        </w:rPr>
        <w:t xml:space="preserve">ں </w:t>
      </w:r>
      <w:r>
        <w:rPr>
          <w:rtl/>
        </w:rPr>
        <w:t>ياتو وہ حالات سے آگاہ نہي</w:t>
      </w:r>
      <w:r w:rsidR="007D6C9B">
        <w:rPr>
          <w:rtl/>
        </w:rPr>
        <w:t xml:space="preserve">ں </w:t>
      </w:r>
      <w:r>
        <w:rPr>
          <w:rtl/>
        </w:rPr>
        <w:t>اور اسلام كے تاريخى مسائل كى بنيادو</w:t>
      </w:r>
      <w:r w:rsidR="007D6C9B">
        <w:rPr>
          <w:rtl/>
        </w:rPr>
        <w:t xml:space="preserve">ں </w:t>
      </w:r>
      <w:r>
        <w:rPr>
          <w:rtl/>
        </w:rPr>
        <w:t>سے بے خبر ہي</w:t>
      </w:r>
      <w:r w:rsidR="007D6C9B">
        <w:rPr>
          <w:rtl/>
        </w:rPr>
        <w:t xml:space="preserve">ں </w:t>
      </w:r>
      <w:r>
        <w:rPr>
          <w:rtl/>
        </w:rPr>
        <w:t>اور يا ان كے كچھ مخصوص مقاصد ہي</w:t>
      </w:r>
      <w:r w:rsidR="007D6C9B">
        <w:rPr>
          <w:rtl/>
        </w:rPr>
        <w:t xml:space="preserve">ں </w:t>
      </w:r>
      <w:r>
        <w:rPr>
          <w:rtl/>
        </w:rPr>
        <w:t>جن كے تحت وہ واقعات وحقائق كو توڑمروڑكر پيش كرتے ہي</w:t>
      </w:r>
      <w:r w:rsidR="007D6C9B">
        <w:rPr>
          <w:rtl/>
        </w:rPr>
        <w:t xml:space="preserve">ں </w:t>
      </w:r>
    </w:p>
    <w:p w:rsidR="000403C8" w:rsidRDefault="001648F9" w:rsidP="00D07B54">
      <w:pPr>
        <w:pStyle w:val="libNormal"/>
        <w:rPr>
          <w:rtl/>
        </w:rPr>
      </w:pPr>
      <w:r>
        <w:rPr>
          <w:rtl/>
        </w:rPr>
        <w:t xml:space="preserve"> </w:t>
      </w:r>
      <w:r>
        <w:rPr>
          <w:rtl/>
        </w:rPr>
        <w:br w:type="page"/>
      </w:r>
    </w:p>
    <w:p w:rsidR="000403C8" w:rsidRDefault="000403C8" w:rsidP="00D07B54">
      <w:pPr>
        <w:pStyle w:val="libNormal"/>
        <w:rPr>
          <w:rtl/>
        </w:rPr>
      </w:pPr>
    </w:p>
    <w:p w:rsidR="00DE2D7F" w:rsidRDefault="00DE2D7F" w:rsidP="00D07B54">
      <w:pPr>
        <w:pStyle w:val="libNormal"/>
        <w:rPr>
          <w:rtl/>
        </w:rPr>
      </w:pPr>
      <w:r>
        <w:rPr>
          <w:rtl/>
        </w:rPr>
        <w:t>بہرحال ايك طرف ابوسفيان كو مدينہ مي</w:t>
      </w:r>
      <w:r w:rsidR="007D6C9B">
        <w:rPr>
          <w:rtl/>
        </w:rPr>
        <w:t xml:space="preserve">ں </w:t>
      </w:r>
      <w:r>
        <w:rPr>
          <w:rtl/>
        </w:rPr>
        <w:t>اس كے ذريعے اس امر كى اطلاع مل گئي اور دوسرى طرف اس نے اہل مكہ كو صورت حال كى اطلاع كے لئے ايك تيز رفتار قاصد روانہ كرديا كيونكہ شام كى طرف جاتے ہوئے بھى اسے اس تجارتى قافلہ كى راہ مي</w:t>
      </w:r>
      <w:r w:rsidR="007D6C9B">
        <w:rPr>
          <w:rtl/>
        </w:rPr>
        <w:t xml:space="preserve">ں </w:t>
      </w:r>
      <w:r>
        <w:rPr>
          <w:rtl/>
        </w:rPr>
        <w:t xml:space="preserve">ركاوٹ كا انديشہ تھا _ </w:t>
      </w:r>
    </w:p>
    <w:p w:rsidR="00DE2D7F" w:rsidRDefault="00DE2D7F" w:rsidP="00D07B54">
      <w:pPr>
        <w:pStyle w:val="libNormal"/>
        <w:rPr>
          <w:rtl/>
        </w:rPr>
      </w:pPr>
      <w:r>
        <w:rPr>
          <w:rtl/>
        </w:rPr>
        <w:t>قاصد ،ابوسفيان كى نصيحت كے مطابق اس حالت مي</w:t>
      </w:r>
      <w:r w:rsidR="007D6C9B">
        <w:rPr>
          <w:rtl/>
        </w:rPr>
        <w:t xml:space="preserve">ں </w:t>
      </w:r>
      <w:r>
        <w:rPr>
          <w:rtl/>
        </w:rPr>
        <w:t>مكہ مي</w:t>
      </w:r>
      <w:r w:rsidR="007D6C9B">
        <w:rPr>
          <w:rtl/>
        </w:rPr>
        <w:t xml:space="preserve">ں </w:t>
      </w:r>
      <w:r>
        <w:rPr>
          <w:rtl/>
        </w:rPr>
        <w:t>داخل ہوا كہ اس نے اپنے اونٹ كى ناك كوچير ديا تھا اس كے كان كاٹ ديئے تھے ، خون ہيجان انگيز طريقہ سے اونٹ سے بہہ رہا تھا ،قاصد نے اپنى قميض كو دونو</w:t>
      </w:r>
      <w:r w:rsidR="007D6C9B">
        <w:rPr>
          <w:rtl/>
        </w:rPr>
        <w:t xml:space="preserve">ں </w:t>
      </w:r>
      <w:r>
        <w:rPr>
          <w:rtl/>
        </w:rPr>
        <w:t>طرف سے پھاڑديا تھا اونٹ كى پشت كى طرف منہ كركے بيٹھا ہوا تھا تاكہ لوگو</w:t>
      </w:r>
      <w:r w:rsidR="007D6C9B">
        <w:rPr>
          <w:rtl/>
        </w:rPr>
        <w:t xml:space="preserve">ں </w:t>
      </w:r>
      <w:r>
        <w:rPr>
          <w:rtl/>
        </w:rPr>
        <w:t>كو اپنى طرف متوجہ كرسكے ، مكہ مي</w:t>
      </w:r>
      <w:r w:rsidR="007D6C9B">
        <w:rPr>
          <w:rtl/>
        </w:rPr>
        <w:t xml:space="preserve">ں </w:t>
      </w:r>
      <w:r>
        <w:rPr>
          <w:rtl/>
        </w:rPr>
        <w:t xml:space="preserve">داخل ہوتے ہى اس نے چيخنا چلانا شروع كرديا : </w:t>
      </w:r>
    </w:p>
    <w:p w:rsidR="00DE2D7F" w:rsidRDefault="00DE2D7F" w:rsidP="00D07B54">
      <w:pPr>
        <w:pStyle w:val="libNormal"/>
        <w:rPr>
          <w:rtl/>
        </w:rPr>
      </w:pPr>
      <w:r>
        <w:rPr>
          <w:rtl/>
        </w:rPr>
        <w:t>اے كا مياب وكامران لوگو اپنے قافلے كى خبر لو، اپنے كاروا</w:t>
      </w:r>
      <w:r w:rsidR="007D6C9B">
        <w:rPr>
          <w:rtl/>
        </w:rPr>
        <w:t xml:space="preserve">ں </w:t>
      </w:r>
      <w:r>
        <w:rPr>
          <w:rtl/>
        </w:rPr>
        <w:t>كى مدد كرو _ ليكن مجھے اميد نہي</w:t>
      </w:r>
      <w:r w:rsidR="007D6C9B">
        <w:rPr>
          <w:rtl/>
        </w:rPr>
        <w:t xml:space="preserve">ں </w:t>
      </w:r>
      <w:r>
        <w:rPr>
          <w:rtl/>
        </w:rPr>
        <w:t>كہ تم وقت پر پہنچ سكو ، محمد اور تمہارے دين سے نكل جانے والے افراد قافلے پر حملے كے لئے نكل چكے ہي</w:t>
      </w:r>
      <w:r w:rsidR="007D6C9B">
        <w:rPr>
          <w:rtl/>
        </w:rPr>
        <w:t xml:space="preserve">ں </w:t>
      </w:r>
      <w:r>
        <w:rPr>
          <w:rtl/>
        </w:rPr>
        <w:t xml:space="preserve">_ </w:t>
      </w:r>
    </w:p>
    <w:p w:rsidR="00DE2D7F" w:rsidRDefault="00DE2D7F" w:rsidP="00D07B54">
      <w:pPr>
        <w:pStyle w:val="libNormal"/>
        <w:rPr>
          <w:rtl/>
        </w:rPr>
      </w:pPr>
      <w:r>
        <w:rPr>
          <w:rtl/>
        </w:rPr>
        <w:t>اس موقع پر پيغمبر (ص) كى پھوپھى عاتكہ بنت عبدالمطلب كا ايك عجيب وغريب خواب تھا مكہ مي</w:t>
      </w:r>
      <w:r w:rsidR="007D6C9B">
        <w:rPr>
          <w:rtl/>
        </w:rPr>
        <w:t xml:space="preserve">ں </w:t>
      </w:r>
      <w:r>
        <w:rPr>
          <w:rtl/>
        </w:rPr>
        <w:t>زبان زد خاص وعام تھا اور لوگو</w:t>
      </w:r>
      <w:r w:rsidR="007D6C9B">
        <w:rPr>
          <w:rtl/>
        </w:rPr>
        <w:t xml:space="preserve">ں </w:t>
      </w:r>
      <w:r>
        <w:rPr>
          <w:rtl/>
        </w:rPr>
        <w:t>كے ہيجان مي</w:t>
      </w:r>
      <w:r w:rsidR="007D6C9B">
        <w:rPr>
          <w:rtl/>
        </w:rPr>
        <w:t xml:space="preserve">ں </w:t>
      </w:r>
      <w:r>
        <w:rPr>
          <w:rtl/>
        </w:rPr>
        <w:t>اضافہ كرہا تھا _ خواب كا ماجرايہ تھا كہ عاتكہ نے تين روزقبل خواب مي</w:t>
      </w:r>
      <w:r w:rsidR="007D6C9B">
        <w:rPr>
          <w:rtl/>
        </w:rPr>
        <w:t xml:space="preserve">ں </w:t>
      </w:r>
      <w:r>
        <w:rPr>
          <w:rtl/>
        </w:rPr>
        <w:t xml:space="preserve">ديكھاكہ : </w:t>
      </w:r>
    </w:p>
    <w:p w:rsidR="00DE2D7F" w:rsidRDefault="00DE2D7F" w:rsidP="00D07B54">
      <w:pPr>
        <w:pStyle w:val="libNormal"/>
        <w:rPr>
          <w:rtl/>
        </w:rPr>
      </w:pPr>
      <w:r>
        <w:rPr>
          <w:rtl/>
        </w:rPr>
        <w:t>ايك شخص پكاررہا ہے كہ لوگو اپنى قتل گاہ كى طرف جلدى چلو، اس كے بعد وہ منادى كوہ ابوقيس كى چوٹى پر چڑھ گيا اس نے پتھر كى ايك بڑى چٹان كو حركت دى تو وہ چٹان ريزہ ريزہ ہوگئي اور اس كا ايك ايك ٹكڑا قريش كے ايك ايك گھرمي</w:t>
      </w:r>
      <w:r w:rsidR="007D6C9B">
        <w:rPr>
          <w:rtl/>
        </w:rPr>
        <w:t xml:space="preserve">ں </w:t>
      </w:r>
      <w:r>
        <w:rPr>
          <w:rtl/>
        </w:rPr>
        <w:t xml:space="preserve">جاپڑا اور مكہ كے درے سے خون كا سيلاب جارى ہوگيا _ </w:t>
      </w:r>
    </w:p>
    <w:p w:rsidR="00DE2D7F" w:rsidRDefault="00DE2D7F" w:rsidP="00D07B54">
      <w:pPr>
        <w:pStyle w:val="libNormal"/>
        <w:rPr>
          <w:rtl/>
        </w:rPr>
      </w:pPr>
      <w:r>
        <w:rPr>
          <w:rtl/>
        </w:rPr>
        <w:t>عاتكہ وحشت زدہ ہوكر خواب سے بيدار ہوئي اور اپنے بھائي عباس كو سنايا _ اس طرح خواب لوگو</w:t>
      </w:r>
      <w:r w:rsidR="007D6C9B">
        <w:rPr>
          <w:rtl/>
        </w:rPr>
        <w:t xml:space="preserve">ں </w:t>
      </w:r>
      <w:r>
        <w:rPr>
          <w:rtl/>
        </w:rPr>
        <w:t>تك پہنچاتو وہ وحشت وپريشانى مي</w:t>
      </w:r>
      <w:r w:rsidR="007D6C9B">
        <w:rPr>
          <w:rtl/>
        </w:rPr>
        <w:t xml:space="preserve">ں </w:t>
      </w:r>
      <w:r>
        <w:rPr>
          <w:rtl/>
        </w:rPr>
        <w:t>ڈوب گئے _ ابوجہل نے خواب سنا تو بولا : يہ عورت دوسرا پيغمبر ہے جو اولادعبدالمطلب مي</w:t>
      </w:r>
      <w:r w:rsidR="007D6C9B">
        <w:rPr>
          <w:rtl/>
        </w:rPr>
        <w:t xml:space="preserve">ں </w:t>
      </w:r>
      <w:r>
        <w:rPr>
          <w:rtl/>
        </w:rPr>
        <w:t>ظاہر ہوا ہے لات وعزى كى قسم ہم تين دن كى مہلت ديتے ہي</w:t>
      </w:r>
      <w:r w:rsidR="007D6C9B">
        <w:rPr>
          <w:rtl/>
        </w:rPr>
        <w:t xml:space="preserve">ں </w:t>
      </w:r>
      <w:r>
        <w:rPr>
          <w:rtl/>
        </w:rPr>
        <w:t>اگر اتنے عرصے مي</w:t>
      </w:r>
      <w:r w:rsidR="007D6C9B">
        <w:rPr>
          <w:rtl/>
        </w:rPr>
        <w:t xml:space="preserve">ں </w:t>
      </w:r>
      <w:r>
        <w:rPr>
          <w:rtl/>
        </w:rPr>
        <w:t>اس خواب كى تعبير ظاہر نہ ہوئي تو ہم آپس مي</w:t>
      </w:r>
      <w:r w:rsidR="007D6C9B">
        <w:rPr>
          <w:rtl/>
        </w:rPr>
        <w:t xml:space="preserve">ں </w:t>
      </w:r>
      <w:r>
        <w:rPr>
          <w:rtl/>
        </w:rPr>
        <w:t>ايك تحرير لكھ كر اس پر دستخط كري</w:t>
      </w:r>
      <w:r w:rsidR="007D6C9B">
        <w:rPr>
          <w:rtl/>
        </w:rPr>
        <w:t xml:space="preserve">ں </w:t>
      </w:r>
      <w:r>
        <w:rPr>
          <w:rtl/>
        </w:rPr>
        <w:t>گے كہ بنى ہاشم قبائل عرب مي</w:t>
      </w:r>
      <w:r w:rsidR="007D6C9B">
        <w:rPr>
          <w:rtl/>
        </w:rPr>
        <w:t xml:space="preserve">ں </w:t>
      </w:r>
      <w:r>
        <w:rPr>
          <w:rtl/>
        </w:rPr>
        <w:t>سے سب سے زيادہ جھوٹے ہي</w:t>
      </w:r>
      <w:r w:rsidR="007D6C9B">
        <w:rPr>
          <w:rtl/>
        </w:rPr>
        <w:t xml:space="preserve">ں </w:t>
      </w:r>
      <w:r>
        <w:rPr>
          <w:rtl/>
        </w:rPr>
        <w:t xml:space="preserve">تيسرا دن ہوا تو ابوسفيان كا قاصد آپہنچا ، اس كى پكار نے تمام اہل مكہ كو ہلاكو ركھ ديا_ </w:t>
      </w:r>
    </w:p>
    <w:p w:rsidR="000403C8" w:rsidRDefault="001648F9" w:rsidP="00D07B54">
      <w:pPr>
        <w:pStyle w:val="libNormal"/>
        <w:rPr>
          <w:rtl/>
        </w:rPr>
      </w:pPr>
      <w:r>
        <w:rPr>
          <w:rtl/>
        </w:rPr>
        <w:t xml:space="preserve"> </w:t>
      </w:r>
      <w:r>
        <w:rPr>
          <w:rtl/>
        </w:rPr>
        <w:br w:type="page"/>
      </w:r>
    </w:p>
    <w:p w:rsidR="000403C8" w:rsidRDefault="000403C8" w:rsidP="00D07B54">
      <w:pPr>
        <w:pStyle w:val="libNormal"/>
        <w:rPr>
          <w:rtl/>
        </w:rPr>
      </w:pPr>
    </w:p>
    <w:p w:rsidR="00DE2D7F" w:rsidRDefault="00DE2D7F" w:rsidP="00D07B54">
      <w:pPr>
        <w:pStyle w:val="libNormal"/>
        <w:rPr>
          <w:rtl/>
        </w:rPr>
      </w:pPr>
      <w:r>
        <w:rPr>
          <w:rtl/>
        </w:rPr>
        <w:t>اور چونكہ تمام اہل مكہ كا اس قافلے مي</w:t>
      </w:r>
      <w:r w:rsidR="007D6C9B">
        <w:rPr>
          <w:rtl/>
        </w:rPr>
        <w:t xml:space="preserve">ں </w:t>
      </w:r>
      <w:r>
        <w:rPr>
          <w:rtl/>
        </w:rPr>
        <w:t>حصہ تھا سب فوراً جمع ہوگئے ابوجہل كى كمان مي</w:t>
      </w:r>
      <w:r w:rsidR="007D6C9B">
        <w:rPr>
          <w:rtl/>
        </w:rPr>
        <w:t xml:space="preserve">ں </w:t>
      </w:r>
      <w:r>
        <w:rPr>
          <w:rtl/>
        </w:rPr>
        <w:t>ايك لشكر تيار ہوا ، اس مي</w:t>
      </w:r>
      <w:r w:rsidR="007D6C9B">
        <w:rPr>
          <w:rtl/>
        </w:rPr>
        <w:t xml:space="preserve">ں </w:t>
      </w:r>
      <w:r w:rsidR="00E664BB">
        <w:rPr>
          <w:rtl/>
        </w:rPr>
        <w:t>50</w:t>
      </w:r>
      <w:r>
        <w:rPr>
          <w:rtl/>
        </w:rPr>
        <w:t xml:space="preserve"> </w:t>
      </w:r>
      <w:r w:rsidR="00E44785">
        <w:rPr>
          <w:rtl/>
        </w:rPr>
        <w:t>9</w:t>
      </w:r>
      <w:r>
        <w:rPr>
          <w:rtl/>
        </w:rPr>
        <w:t>/ جنگجو تھے جن مي</w:t>
      </w:r>
      <w:r w:rsidR="007D6C9B">
        <w:rPr>
          <w:rtl/>
        </w:rPr>
        <w:t xml:space="preserve">ں </w:t>
      </w:r>
      <w:r>
        <w:rPr>
          <w:rtl/>
        </w:rPr>
        <w:t xml:space="preserve">سے بعض انكے بڑے اور مشہور سردار اور بہادر تھے </w:t>
      </w:r>
      <w:r w:rsidR="00E664BB">
        <w:rPr>
          <w:rtl/>
        </w:rPr>
        <w:t>700</w:t>
      </w:r>
      <w:r>
        <w:rPr>
          <w:rtl/>
        </w:rPr>
        <w:t xml:space="preserve">/ اونٹ تھے اور </w:t>
      </w:r>
      <w:r w:rsidR="00E664BB">
        <w:rPr>
          <w:rtl/>
        </w:rPr>
        <w:t>100</w:t>
      </w:r>
      <w:r>
        <w:rPr>
          <w:rtl/>
        </w:rPr>
        <w:t xml:space="preserve">/ گھوڑے تھے لشكر مدينہ كى طرف روانہ ہوگيا _ </w:t>
      </w:r>
    </w:p>
    <w:p w:rsidR="00DE2D7F" w:rsidRDefault="00DE2D7F" w:rsidP="00D07B54">
      <w:pPr>
        <w:pStyle w:val="libNormal"/>
        <w:rPr>
          <w:rtl/>
        </w:rPr>
      </w:pPr>
      <w:r>
        <w:rPr>
          <w:rtl/>
        </w:rPr>
        <w:t>دوسرى طرف چونكہ ابو سفيان مسلمانو</w:t>
      </w:r>
      <w:r w:rsidR="007D6C9B">
        <w:rPr>
          <w:rtl/>
        </w:rPr>
        <w:t xml:space="preserve">ں </w:t>
      </w:r>
      <w:r>
        <w:rPr>
          <w:rtl/>
        </w:rPr>
        <w:t xml:space="preserve">سے بچ كر نكلنا چاہتاتھا ،لہذا اس نے راستہ بدل ديا اور مكہ كى طرف روانہ ہو گيا_ </w:t>
      </w:r>
    </w:p>
    <w:p w:rsidR="00DE2D7F" w:rsidRDefault="00DE2D7F" w:rsidP="00D07B54">
      <w:pPr>
        <w:pStyle w:val="libNormal"/>
        <w:rPr>
          <w:rtl/>
        </w:rPr>
      </w:pPr>
    </w:p>
    <w:p w:rsidR="000403C8" w:rsidRDefault="00E664BB" w:rsidP="00D07B54">
      <w:pPr>
        <w:pStyle w:val="Heading2Center"/>
        <w:rPr>
          <w:rtl/>
        </w:rPr>
      </w:pPr>
      <w:bookmarkStart w:id="351" w:name="_Toc7268748"/>
      <w:r>
        <w:rPr>
          <w:rtl/>
        </w:rPr>
        <w:t>313</w:t>
      </w:r>
      <w:r w:rsidR="00DE2D7F">
        <w:rPr>
          <w:rtl/>
        </w:rPr>
        <w:t>/ وفادار ساتھي</w:t>
      </w:r>
      <w:bookmarkEnd w:id="351"/>
    </w:p>
    <w:p w:rsidR="00DE2D7F" w:rsidRDefault="00DE2D7F" w:rsidP="00D07B54">
      <w:pPr>
        <w:pStyle w:val="libNormal"/>
        <w:rPr>
          <w:rtl/>
        </w:rPr>
      </w:pPr>
      <w:r>
        <w:rPr>
          <w:rtl/>
        </w:rPr>
        <w:t xml:space="preserve"> پيغمبر اسلام (ص) </w:t>
      </w:r>
      <w:r w:rsidR="00E664BB">
        <w:rPr>
          <w:rtl/>
        </w:rPr>
        <w:t>313</w:t>
      </w:r>
      <w:r>
        <w:rPr>
          <w:rtl/>
        </w:rPr>
        <w:t xml:space="preserve"> /افراد كے ساتھ جن مي</w:t>
      </w:r>
      <w:r w:rsidR="007D6C9B">
        <w:rPr>
          <w:rtl/>
        </w:rPr>
        <w:t xml:space="preserve">ں </w:t>
      </w:r>
      <w:r>
        <w:rPr>
          <w:rtl/>
        </w:rPr>
        <w:t>تقريباً تمام مجاہدين اسلام تھے سرزمين بدركے پاس پہنچ گئے تھے يہ مقام مكہ اور مدينہ كے راستے مي</w:t>
      </w:r>
      <w:r w:rsidR="007D6C9B">
        <w:rPr>
          <w:rtl/>
        </w:rPr>
        <w:t xml:space="preserve">ں </w:t>
      </w:r>
      <w:r>
        <w:rPr>
          <w:rtl/>
        </w:rPr>
        <w:t>ہے يہا</w:t>
      </w:r>
      <w:r w:rsidR="007D6C9B">
        <w:rPr>
          <w:rtl/>
        </w:rPr>
        <w:t xml:space="preserve">ں </w:t>
      </w:r>
      <w:r>
        <w:rPr>
          <w:rtl/>
        </w:rPr>
        <w:t>آپ كو قريش كے لشكر كى روانگى كى خبر ملى اس وقت آپ نے اپنے اصحاب سے مشورہ كيا كہ كيا ابوسفيان كے قافلہ كا تعاقب كيا جائے اور قافلہ كے مال پر قبضہ كيا جائے يا لشكر كے مقابلے كے لئے تيار ہواجائے؟ ايك گروہ نے دشمن كے لشكر كامقابلہ كرنے كو ترجيح دى جب كہ دوسرے گروہ نے اس تجويز كو ناپسند كيا اور قافلہ كے تعاقب كو ترجيح دى ،ان كى دليل يہ تھى كہ ہم مدينہ سے مكہ كى فوج كا مقابلہ كرنے كے ارادہ سے نہي</w:t>
      </w:r>
      <w:r w:rsidR="007D6C9B">
        <w:rPr>
          <w:rtl/>
        </w:rPr>
        <w:t xml:space="preserve">ں </w:t>
      </w:r>
      <w:r>
        <w:rPr>
          <w:rtl/>
        </w:rPr>
        <w:t>نكلے تھے اور ہم نے اس لشكر كے مقابلے كے لئے جنگى تيارى نہي</w:t>
      </w:r>
      <w:r w:rsidR="007D6C9B">
        <w:rPr>
          <w:rtl/>
        </w:rPr>
        <w:t xml:space="preserve">ں </w:t>
      </w:r>
      <w:r>
        <w:rPr>
          <w:rtl/>
        </w:rPr>
        <w:t xml:space="preserve">كى تھى جب كہ وہ ہمارى طرف پورى تيارى سے آرہا ہے _ </w:t>
      </w:r>
    </w:p>
    <w:p w:rsidR="00DE2D7F" w:rsidRDefault="00DE2D7F" w:rsidP="00D07B54">
      <w:pPr>
        <w:pStyle w:val="libNormal"/>
        <w:rPr>
          <w:rtl/>
        </w:rPr>
      </w:pPr>
      <w:r>
        <w:rPr>
          <w:rtl/>
        </w:rPr>
        <w:t>اس اختلاف رائے اور تردد مي</w:t>
      </w:r>
      <w:r w:rsidR="007D6C9B">
        <w:rPr>
          <w:rtl/>
        </w:rPr>
        <w:t xml:space="preserve">ں </w:t>
      </w:r>
      <w:r>
        <w:rPr>
          <w:rtl/>
        </w:rPr>
        <w:t>اس وقت اضافہ ہوگيا جب انہي</w:t>
      </w:r>
      <w:r w:rsidR="007D6C9B">
        <w:rPr>
          <w:rtl/>
        </w:rPr>
        <w:t xml:space="preserve">ں </w:t>
      </w:r>
      <w:r>
        <w:rPr>
          <w:rtl/>
        </w:rPr>
        <w:t>معلوم تھاكہ دشمن كى تعداد مسلمانو</w:t>
      </w:r>
      <w:r w:rsidR="007D6C9B">
        <w:rPr>
          <w:rtl/>
        </w:rPr>
        <w:t xml:space="preserve">ں </w:t>
      </w:r>
      <w:r>
        <w:rPr>
          <w:rtl/>
        </w:rPr>
        <w:t>سے تقريبا تين گنا ہے اور ان كا سازوسامان بھى مسلمانو</w:t>
      </w:r>
      <w:r w:rsidR="007D6C9B">
        <w:rPr>
          <w:rtl/>
        </w:rPr>
        <w:t xml:space="preserve">ں </w:t>
      </w:r>
      <w:r>
        <w:rPr>
          <w:rtl/>
        </w:rPr>
        <w:t>سے كئي گنا زيادہ ہے، ان تمام باتو</w:t>
      </w:r>
      <w:r w:rsidR="007D6C9B">
        <w:rPr>
          <w:rtl/>
        </w:rPr>
        <w:t xml:space="preserve">ں </w:t>
      </w:r>
      <w:r>
        <w:rPr>
          <w:rtl/>
        </w:rPr>
        <w:t xml:space="preserve">كے باوجود پيغمبر اسلام (ص) نے پہلے گروہ كے نظريے كو پسند فرمايا اور حكم ديا كہ دشمن كى فوج پر حملہ كى تيارى كى جائے _ </w:t>
      </w:r>
    </w:p>
    <w:p w:rsidR="00DE2D7F" w:rsidRDefault="00DE2D7F" w:rsidP="00D07B54">
      <w:pPr>
        <w:pStyle w:val="libNormal"/>
        <w:rPr>
          <w:rtl/>
        </w:rPr>
      </w:pPr>
      <w:r>
        <w:rPr>
          <w:rtl/>
        </w:rPr>
        <w:t>جب دونو</w:t>
      </w:r>
      <w:r w:rsidR="007D6C9B">
        <w:rPr>
          <w:rtl/>
        </w:rPr>
        <w:t xml:space="preserve">ں </w:t>
      </w:r>
      <w:r>
        <w:rPr>
          <w:rtl/>
        </w:rPr>
        <w:t>لشكر آمنے سامنے ہوئے تودشمن كو يقين نہ آيا كہ مسلمان اس قدر كم تعداد اور سازو سامان كے ساتھ ميدان مي</w:t>
      </w:r>
      <w:r w:rsidR="007D6C9B">
        <w:rPr>
          <w:rtl/>
        </w:rPr>
        <w:t xml:space="preserve">ں </w:t>
      </w:r>
      <w:r>
        <w:rPr>
          <w:rtl/>
        </w:rPr>
        <w:t>آئے ہو</w:t>
      </w:r>
      <w:r w:rsidR="007D6C9B">
        <w:rPr>
          <w:rtl/>
        </w:rPr>
        <w:t xml:space="preserve">ں </w:t>
      </w:r>
      <w:r>
        <w:rPr>
          <w:rtl/>
        </w:rPr>
        <w:t>گے ،ان كا خيال تھا كہ سپاہ اسلام كا اہم حصہ كسى مقام پر چھپاہوا ہے تاكہ وہ غفلت مي</w:t>
      </w:r>
      <w:r w:rsidR="007D6C9B">
        <w:rPr>
          <w:rtl/>
        </w:rPr>
        <w:t xml:space="preserve">ں </w:t>
      </w:r>
      <w:r>
        <w:rPr>
          <w:rtl/>
        </w:rPr>
        <w:t>كسى وقت ان پر حملہ كردے لہذا انہو</w:t>
      </w:r>
      <w:r w:rsidR="007D6C9B">
        <w:rPr>
          <w:rtl/>
        </w:rPr>
        <w:t xml:space="preserve">ں </w:t>
      </w:r>
      <w:r>
        <w:rPr>
          <w:rtl/>
        </w:rPr>
        <w:t>نے ايك شخص كو تحقيقات كے لئے بھيجا، انہي</w:t>
      </w:r>
      <w:r w:rsidR="007D6C9B">
        <w:rPr>
          <w:rtl/>
        </w:rPr>
        <w:t xml:space="preserve">ں </w:t>
      </w:r>
      <w:r>
        <w:rPr>
          <w:rtl/>
        </w:rPr>
        <w:t xml:space="preserve">جلدى معلوم </w:t>
      </w:r>
    </w:p>
    <w:p w:rsidR="000403C8" w:rsidRDefault="001648F9" w:rsidP="00D07B54">
      <w:pPr>
        <w:pStyle w:val="libNormal"/>
        <w:rPr>
          <w:rtl/>
        </w:rPr>
      </w:pPr>
      <w:r>
        <w:rPr>
          <w:rtl/>
        </w:rPr>
        <w:t xml:space="preserve"> </w:t>
      </w:r>
      <w:r>
        <w:rPr>
          <w:rtl/>
        </w:rPr>
        <w:br w:type="page"/>
      </w:r>
    </w:p>
    <w:p w:rsidR="000403C8" w:rsidRDefault="000403C8" w:rsidP="00D07B54">
      <w:pPr>
        <w:pStyle w:val="libNormal"/>
        <w:rPr>
          <w:rtl/>
        </w:rPr>
      </w:pPr>
    </w:p>
    <w:p w:rsidR="00DE2D7F" w:rsidRDefault="00DE2D7F" w:rsidP="00D07B54">
      <w:pPr>
        <w:pStyle w:val="libNormal"/>
        <w:rPr>
          <w:rtl/>
        </w:rPr>
      </w:pPr>
      <w:r>
        <w:rPr>
          <w:rtl/>
        </w:rPr>
        <w:t>ہوگيا كہ مسلمانو</w:t>
      </w:r>
      <w:r w:rsidR="007D6C9B">
        <w:rPr>
          <w:rtl/>
        </w:rPr>
        <w:t xml:space="preserve">ں </w:t>
      </w:r>
      <w:r>
        <w:rPr>
          <w:rtl/>
        </w:rPr>
        <w:t>كى جمعيت يہى ہے جسے وہ ديكھ رہے ہي</w:t>
      </w:r>
      <w:r w:rsidR="007D6C9B">
        <w:rPr>
          <w:rtl/>
        </w:rPr>
        <w:t xml:space="preserve">ں </w:t>
      </w:r>
      <w:r>
        <w:rPr>
          <w:rtl/>
        </w:rPr>
        <w:t xml:space="preserve">_ </w:t>
      </w:r>
    </w:p>
    <w:p w:rsidR="00DE2D7F" w:rsidRDefault="00DE2D7F" w:rsidP="00D07B54">
      <w:pPr>
        <w:pStyle w:val="libNormal"/>
        <w:rPr>
          <w:rtl/>
        </w:rPr>
      </w:pPr>
      <w:r>
        <w:rPr>
          <w:rtl/>
        </w:rPr>
        <w:t>دوسرى طرف جيسا كہ ہم نے كہا ہے مسلمانو</w:t>
      </w:r>
      <w:r w:rsidR="007D6C9B">
        <w:rPr>
          <w:rtl/>
        </w:rPr>
        <w:t xml:space="preserve">ں </w:t>
      </w:r>
      <w:r>
        <w:rPr>
          <w:rtl/>
        </w:rPr>
        <w:t>كاايك گروہ وحشت وخوف مي</w:t>
      </w:r>
      <w:r w:rsidR="007D6C9B">
        <w:rPr>
          <w:rtl/>
        </w:rPr>
        <w:t xml:space="preserve">ں </w:t>
      </w:r>
      <w:r>
        <w:rPr>
          <w:rtl/>
        </w:rPr>
        <w:t>غرق تھا اس كا اصرار تھا كہ اتنى بڑى فوج جس سے مسلمانو</w:t>
      </w:r>
      <w:r w:rsidR="007D6C9B">
        <w:rPr>
          <w:rtl/>
        </w:rPr>
        <w:t xml:space="preserve">ں </w:t>
      </w:r>
      <w:r>
        <w:rPr>
          <w:rtl/>
        </w:rPr>
        <w:t>كا كوئي موازنہ نہي</w:t>
      </w:r>
      <w:r w:rsidR="007D6C9B">
        <w:rPr>
          <w:rtl/>
        </w:rPr>
        <w:t xml:space="preserve">ں </w:t>
      </w:r>
      <w:r>
        <w:rPr>
          <w:rtl/>
        </w:rPr>
        <w:t>، خلاف مصلحت ہے، ليكن پيغمبر اسلام (ص) نے خدا كے وعدہ سے انہي</w:t>
      </w:r>
      <w:r w:rsidR="007D6C9B">
        <w:rPr>
          <w:rtl/>
        </w:rPr>
        <w:t xml:space="preserve">ں </w:t>
      </w:r>
      <w:r>
        <w:rPr>
          <w:rtl/>
        </w:rPr>
        <w:t>جوش دلايا اور انہي</w:t>
      </w:r>
      <w:r w:rsidR="007D6C9B">
        <w:rPr>
          <w:rtl/>
        </w:rPr>
        <w:t xml:space="preserve">ں </w:t>
      </w:r>
      <w:r>
        <w:rPr>
          <w:rtl/>
        </w:rPr>
        <w:t>جنگ پر اُبھارا، آپ نے فرمايا :كہ خدا نے مجھ سے وعدہ كيا ہے كہ دوگرو ہو</w:t>
      </w:r>
      <w:r w:rsidR="007D6C9B">
        <w:rPr>
          <w:rtl/>
        </w:rPr>
        <w:t xml:space="preserve">ں </w:t>
      </w:r>
      <w:r>
        <w:rPr>
          <w:rtl/>
        </w:rPr>
        <w:t>مي</w:t>
      </w:r>
      <w:r w:rsidR="007D6C9B">
        <w:rPr>
          <w:rtl/>
        </w:rPr>
        <w:t xml:space="preserve">ں </w:t>
      </w:r>
      <w:r>
        <w:rPr>
          <w:rtl/>
        </w:rPr>
        <w:t>سے ايك پر تمہي</w:t>
      </w:r>
      <w:r w:rsidR="007D6C9B">
        <w:rPr>
          <w:rtl/>
        </w:rPr>
        <w:t xml:space="preserve">ں </w:t>
      </w:r>
      <w:r>
        <w:rPr>
          <w:rtl/>
        </w:rPr>
        <w:t>كا ميابى حاصل ہوگى قريش كے قافلہ پر يا لشكر قريش پراور خداكے وعدہ كے خلاف نہي</w:t>
      </w:r>
      <w:r w:rsidR="007D6C9B">
        <w:rPr>
          <w:rtl/>
        </w:rPr>
        <w:t xml:space="preserve">ں </w:t>
      </w:r>
      <w:r>
        <w:rPr>
          <w:rtl/>
        </w:rPr>
        <w:t xml:space="preserve">ہوسكتا _ </w:t>
      </w:r>
    </w:p>
    <w:p w:rsidR="00DE2D7F" w:rsidRDefault="00DE2D7F" w:rsidP="00D07B54">
      <w:pPr>
        <w:pStyle w:val="libNormal"/>
        <w:rPr>
          <w:rtl/>
        </w:rPr>
      </w:pPr>
      <w:r>
        <w:rPr>
          <w:rtl/>
        </w:rPr>
        <w:t>خدا كى قسم ابوجہل اور كئي سرداران قريش كے لوگو</w:t>
      </w:r>
      <w:r w:rsidR="007D6C9B">
        <w:rPr>
          <w:rtl/>
        </w:rPr>
        <w:t xml:space="preserve">ں </w:t>
      </w:r>
      <w:r>
        <w:rPr>
          <w:rtl/>
        </w:rPr>
        <w:t>كى قتل گاہ كو گويا مي</w:t>
      </w:r>
      <w:r w:rsidR="007D6C9B">
        <w:rPr>
          <w:rtl/>
        </w:rPr>
        <w:t xml:space="preserve">ں </w:t>
      </w:r>
      <w:r>
        <w:rPr>
          <w:rtl/>
        </w:rPr>
        <w:t>اپنى آنكھو</w:t>
      </w:r>
      <w:r w:rsidR="007D6C9B">
        <w:rPr>
          <w:rtl/>
        </w:rPr>
        <w:t xml:space="preserve">ں </w:t>
      </w:r>
      <w:r>
        <w:rPr>
          <w:rtl/>
        </w:rPr>
        <w:t>سے ديكھ رہا ہو</w:t>
      </w:r>
      <w:r w:rsidR="007D6C9B">
        <w:rPr>
          <w:rtl/>
        </w:rPr>
        <w:t xml:space="preserve">ں </w:t>
      </w:r>
      <w:r>
        <w:rPr>
          <w:rtl/>
        </w:rPr>
        <w:t xml:space="preserve">_ </w:t>
      </w:r>
    </w:p>
    <w:p w:rsidR="00DE2D7F" w:rsidRDefault="00DE2D7F" w:rsidP="00D07B54">
      <w:pPr>
        <w:pStyle w:val="libNormal"/>
        <w:rPr>
          <w:rtl/>
        </w:rPr>
      </w:pPr>
      <w:r>
        <w:rPr>
          <w:rtl/>
        </w:rPr>
        <w:t>اس كے بعد آپ نے مسلمانو</w:t>
      </w:r>
      <w:r w:rsidR="007D6C9B">
        <w:rPr>
          <w:rtl/>
        </w:rPr>
        <w:t xml:space="preserve">ں </w:t>
      </w:r>
      <w:r>
        <w:rPr>
          <w:rtl/>
        </w:rPr>
        <w:t>كو حكم ديا كہ وہ بدر كے كنوئي</w:t>
      </w:r>
      <w:r w:rsidR="007D6C9B">
        <w:rPr>
          <w:rtl/>
        </w:rPr>
        <w:t xml:space="preserve">ں </w:t>
      </w:r>
      <w:r>
        <w:rPr>
          <w:rtl/>
        </w:rPr>
        <w:t>كے قريب پڑا ئو ڈالي</w:t>
      </w:r>
      <w:r w:rsidR="007D6C9B">
        <w:rPr>
          <w:rtl/>
        </w:rPr>
        <w:t xml:space="preserve">ں </w:t>
      </w:r>
      <w:r>
        <w:rPr>
          <w:rtl/>
        </w:rPr>
        <w:t xml:space="preserve">_ </w:t>
      </w:r>
    </w:p>
    <w:p w:rsidR="00DE2D7F" w:rsidRDefault="00DE2D7F" w:rsidP="00D07B54">
      <w:pPr>
        <w:pStyle w:val="libNormal"/>
        <w:rPr>
          <w:rtl/>
        </w:rPr>
      </w:pPr>
      <w:r>
        <w:rPr>
          <w:rtl/>
        </w:rPr>
        <w:t>رسول اللہ (ص) نے پہلے سے خواب مي</w:t>
      </w:r>
      <w:r w:rsidR="007D6C9B">
        <w:rPr>
          <w:rtl/>
        </w:rPr>
        <w:t xml:space="preserve">ں </w:t>
      </w:r>
      <w:r>
        <w:rPr>
          <w:rtl/>
        </w:rPr>
        <w:t>اس جنگ كا منظر ديكھا تھا، آپ نے د يكھا كہ دشمن كى ايك قليل سى تعداد مسلمانو</w:t>
      </w:r>
      <w:r w:rsidR="007D6C9B">
        <w:rPr>
          <w:rtl/>
        </w:rPr>
        <w:t xml:space="preserve">ں </w:t>
      </w:r>
      <w:r>
        <w:rPr>
          <w:rtl/>
        </w:rPr>
        <w:t>كے مقابلہ مي</w:t>
      </w:r>
      <w:r w:rsidR="007D6C9B">
        <w:rPr>
          <w:rtl/>
        </w:rPr>
        <w:t xml:space="preserve">ں </w:t>
      </w:r>
      <w:r>
        <w:rPr>
          <w:rtl/>
        </w:rPr>
        <w:t>آئي ہے، يہ در اصل كاميابى كى ايك بشارت تھى آپ نے بعينہ يہ خواب مسلمانو</w:t>
      </w:r>
      <w:r w:rsidR="007D6C9B">
        <w:rPr>
          <w:rtl/>
        </w:rPr>
        <w:t xml:space="preserve">ں </w:t>
      </w:r>
      <w:r>
        <w:rPr>
          <w:rtl/>
        </w:rPr>
        <w:t>كے سامنے بيان كرديا، يہ بات مسلمانو</w:t>
      </w:r>
      <w:r w:rsidR="007D6C9B">
        <w:rPr>
          <w:rtl/>
        </w:rPr>
        <w:t xml:space="preserve">ں </w:t>
      </w:r>
      <w:r>
        <w:rPr>
          <w:rtl/>
        </w:rPr>
        <w:t xml:space="preserve">كے ميدان بدر كى طرف پيش روى كے لئے ان كے جذبہ اور عزم كى تقويت كا باعث بني_ </w:t>
      </w:r>
    </w:p>
    <w:p w:rsidR="00DE2D7F" w:rsidRDefault="00DE2D7F" w:rsidP="00D07B54">
      <w:pPr>
        <w:pStyle w:val="libNormal"/>
        <w:rPr>
          <w:rtl/>
        </w:rPr>
      </w:pPr>
      <w:r>
        <w:rPr>
          <w:rtl/>
        </w:rPr>
        <w:t>البتہ پيغمبر اكرم (ص) نے يہ خواب صحيح ديكھا تھا كيونكہ دشمن كى قوت اور تعداد اگرچہ ظاہراً بہت زيادہ تھى ليكن باطناً كم، ضعيف اور ناتوا</w:t>
      </w:r>
      <w:r w:rsidR="007D6C9B">
        <w:rPr>
          <w:rtl/>
        </w:rPr>
        <w:t xml:space="preserve">ں </w:t>
      </w:r>
      <w:r>
        <w:rPr>
          <w:rtl/>
        </w:rPr>
        <w:t>تھي، ہم جانتے ہي</w:t>
      </w:r>
      <w:r w:rsidR="007D6C9B">
        <w:rPr>
          <w:rtl/>
        </w:rPr>
        <w:t xml:space="preserve">ں </w:t>
      </w:r>
      <w:r>
        <w:rPr>
          <w:rtl/>
        </w:rPr>
        <w:t>كہ خواب عام طور پر اشارے اور تعبير كا پہلو ركھتے ہي</w:t>
      </w:r>
      <w:r w:rsidR="007D6C9B">
        <w:rPr>
          <w:rtl/>
        </w:rPr>
        <w:t xml:space="preserve">ں </w:t>
      </w:r>
      <w:r>
        <w:rPr>
          <w:rtl/>
        </w:rPr>
        <w:t>، اور ايك صحيح خواب مي</w:t>
      </w:r>
      <w:r w:rsidR="007D6C9B">
        <w:rPr>
          <w:rtl/>
        </w:rPr>
        <w:t xml:space="preserve">ں </w:t>
      </w:r>
      <w:r>
        <w:rPr>
          <w:rtl/>
        </w:rPr>
        <w:t xml:space="preserve">كسى مسئلے كا باطنى چہرہ آشكار ہوتا ہے_ </w:t>
      </w:r>
    </w:p>
    <w:p w:rsidR="00DE2D7F" w:rsidRDefault="00DE2D7F" w:rsidP="00D07B54">
      <w:pPr>
        <w:pStyle w:val="libNormal"/>
        <w:rPr>
          <w:rtl/>
        </w:rPr>
      </w:pPr>
    </w:p>
    <w:p w:rsidR="000403C8" w:rsidRDefault="00DE2D7F" w:rsidP="00D07B54">
      <w:pPr>
        <w:pStyle w:val="Heading2Center"/>
        <w:rPr>
          <w:rtl/>
        </w:rPr>
      </w:pPr>
      <w:bookmarkStart w:id="352" w:name="_Toc7268749"/>
      <w:r>
        <w:rPr>
          <w:rtl/>
        </w:rPr>
        <w:t>قريش كا ايك ہزار كا لشكر</w:t>
      </w:r>
      <w:bookmarkEnd w:id="352"/>
      <w:r>
        <w:rPr>
          <w:rtl/>
        </w:rPr>
        <w:t xml:space="preserve"> </w:t>
      </w:r>
    </w:p>
    <w:p w:rsidR="00DE2D7F" w:rsidRDefault="00DE2D7F" w:rsidP="00D07B54">
      <w:pPr>
        <w:pStyle w:val="libNormal"/>
        <w:rPr>
          <w:rtl/>
        </w:rPr>
      </w:pPr>
      <w:r>
        <w:rPr>
          <w:rtl/>
        </w:rPr>
        <w:t>اس ہنگامے مي</w:t>
      </w:r>
      <w:r w:rsidR="007D6C9B">
        <w:rPr>
          <w:rtl/>
        </w:rPr>
        <w:t xml:space="preserve">ں </w:t>
      </w:r>
      <w:r>
        <w:rPr>
          <w:rtl/>
        </w:rPr>
        <w:t xml:space="preserve">ابوسفيان اپنا قافلہ خطرے كے علاقے سے نكال لے گيا _اصل راستے سے ہٹ كردريائے احمر كے ساحل كى طرف سے وہ تيزى سے مكہ پہنچ گيا _ اس كے ايك قاصدكے ذريعے لشكر كو پيغام </w:t>
      </w:r>
    </w:p>
    <w:p w:rsidR="000403C8" w:rsidRDefault="001648F9" w:rsidP="00D07B54">
      <w:pPr>
        <w:pStyle w:val="libNormal"/>
        <w:rPr>
          <w:rtl/>
        </w:rPr>
      </w:pPr>
      <w:r>
        <w:rPr>
          <w:rtl/>
        </w:rPr>
        <w:t xml:space="preserve"> </w:t>
      </w:r>
      <w:r>
        <w:rPr>
          <w:rtl/>
        </w:rPr>
        <w:br w:type="page"/>
      </w:r>
    </w:p>
    <w:p w:rsidR="000403C8" w:rsidRDefault="000403C8" w:rsidP="00D07B54">
      <w:pPr>
        <w:pStyle w:val="libNormal"/>
        <w:rPr>
          <w:rtl/>
        </w:rPr>
      </w:pPr>
    </w:p>
    <w:p w:rsidR="00DE2D7F" w:rsidRDefault="00DE2D7F" w:rsidP="00D07B54">
      <w:pPr>
        <w:pStyle w:val="libNormal"/>
        <w:rPr>
          <w:rtl/>
        </w:rPr>
      </w:pPr>
      <w:r>
        <w:rPr>
          <w:rtl/>
        </w:rPr>
        <w:t xml:space="preserve">بھيجا: </w:t>
      </w:r>
    </w:p>
    <w:p w:rsidR="00DE2D7F" w:rsidRDefault="00DE2D7F" w:rsidP="00D07B54">
      <w:pPr>
        <w:pStyle w:val="libNormal"/>
        <w:rPr>
          <w:rtl/>
        </w:rPr>
      </w:pPr>
      <w:r>
        <w:rPr>
          <w:rtl/>
        </w:rPr>
        <w:t>خدانے تمہارا قافلہ بچاليا ہے ميرا خيال ہے كہ ان حالات مي</w:t>
      </w:r>
      <w:r w:rsidR="007D6C9B">
        <w:rPr>
          <w:rtl/>
        </w:rPr>
        <w:t xml:space="preserve">ں </w:t>
      </w:r>
      <w:r>
        <w:rPr>
          <w:rtl/>
        </w:rPr>
        <w:t>محمد كامقابلہ كرنا ضرورى نہي</w:t>
      </w:r>
      <w:r w:rsidR="007D6C9B">
        <w:rPr>
          <w:rtl/>
        </w:rPr>
        <w:t xml:space="preserve">ں </w:t>
      </w:r>
      <w:r>
        <w:rPr>
          <w:rtl/>
        </w:rPr>
        <w:t>كيونكہ اس كے اتنے دشمن ہي</w:t>
      </w:r>
      <w:r w:rsidR="007D6C9B">
        <w:rPr>
          <w:rtl/>
        </w:rPr>
        <w:t xml:space="preserve">ں </w:t>
      </w:r>
      <w:r>
        <w:rPr>
          <w:rtl/>
        </w:rPr>
        <w:t>جو اس كا حساب چكالي</w:t>
      </w:r>
      <w:r w:rsidR="007D6C9B">
        <w:rPr>
          <w:rtl/>
        </w:rPr>
        <w:t xml:space="preserve">ں </w:t>
      </w:r>
      <w:r>
        <w:rPr>
          <w:rtl/>
        </w:rPr>
        <w:t xml:space="preserve">گے _ </w:t>
      </w:r>
    </w:p>
    <w:p w:rsidR="00DE2D7F" w:rsidRDefault="00DE2D7F" w:rsidP="00D07B54">
      <w:pPr>
        <w:pStyle w:val="libNormal"/>
        <w:rPr>
          <w:rtl/>
        </w:rPr>
      </w:pPr>
      <w:r>
        <w:rPr>
          <w:rtl/>
        </w:rPr>
        <w:t>لشكر كے كمانڈرابوجہل نے اس تجويز كو قبول نہ كيا ، اس نے اپنے بتو</w:t>
      </w:r>
      <w:r w:rsidR="007D6C9B">
        <w:rPr>
          <w:rtl/>
        </w:rPr>
        <w:t xml:space="preserve">ں </w:t>
      </w:r>
      <w:r>
        <w:rPr>
          <w:rtl/>
        </w:rPr>
        <w:t>لات اور عزى كى قسم كھائي كہ نہ صرف ان كا مقابلہ كري</w:t>
      </w:r>
      <w:r w:rsidR="007D6C9B">
        <w:rPr>
          <w:rtl/>
        </w:rPr>
        <w:t xml:space="preserve">ں </w:t>
      </w:r>
      <w:r>
        <w:rPr>
          <w:rtl/>
        </w:rPr>
        <w:t>گے بلكہ مدينہ كے اندر تك ان كا تعاقب كري</w:t>
      </w:r>
      <w:r w:rsidR="007D6C9B">
        <w:rPr>
          <w:rtl/>
        </w:rPr>
        <w:t xml:space="preserve">ں </w:t>
      </w:r>
      <w:r>
        <w:rPr>
          <w:rtl/>
        </w:rPr>
        <w:t>گے يا انہي</w:t>
      </w:r>
      <w:r w:rsidR="007D6C9B">
        <w:rPr>
          <w:rtl/>
        </w:rPr>
        <w:t xml:space="preserve">ں </w:t>
      </w:r>
      <w:r>
        <w:rPr>
          <w:rtl/>
        </w:rPr>
        <w:t>قيدكرلي</w:t>
      </w:r>
      <w:r w:rsidR="007D6C9B">
        <w:rPr>
          <w:rtl/>
        </w:rPr>
        <w:t xml:space="preserve">ں </w:t>
      </w:r>
      <w:r>
        <w:rPr>
          <w:rtl/>
        </w:rPr>
        <w:t>گے اور مكہ مي</w:t>
      </w:r>
      <w:r w:rsidR="007D6C9B">
        <w:rPr>
          <w:rtl/>
        </w:rPr>
        <w:t xml:space="preserve">ں </w:t>
      </w:r>
      <w:r>
        <w:rPr>
          <w:rtl/>
        </w:rPr>
        <w:t>لے آئي</w:t>
      </w:r>
      <w:r w:rsidR="007D6C9B">
        <w:rPr>
          <w:rtl/>
        </w:rPr>
        <w:t xml:space="preserve">ں </w:t>
      </w:r>
      <w:r>
        <w:rPr>
          <w:rtl/>
        </w:rPr>
        <w:t>گے تاكہ اس كاميابى كا شہرہ تمام قبائل عرب كے كانو</w:t>
      </w:r>
      <w:r w:rsidR="007D6C9B">
        <w:rPr>
          <w:rtl/>
        </w:rPr>
        <w:t xml:space="preserve">ں </w:t>
      </w:r>
      <w:r>
        <w:rPr>
          <w:rtl/>
        </w:rPr>
        <w:t>تك پہنچ جائے _ آخر كارلشكر قريش بھى مقام بدر تك آپہنچا، انہو</w:t>
      </w:r>
      <w:r w:rsidR="007D6C9B">
        <w:rPr>
          <w:rtl/>
        </w:rPr>
        <w:t xml:space="preserve">ں </w:t>
      </w:r>
      <w:r>
        <w:rPr>
          <w:rtl/>
        </w:rPr>
        <w:t>نے اپنے غلام كوپانى لانے كے لئے كنوي</w:t>
      </w:r>
      <w:r w:rsidR="007D6C9B">
        <w:rPr>
          <w:rtl/>
        </w:rPr>
        <w:t xml:space="preserve">ں </w:t>
      </w:r>
      <w:r>
        <w:rPr>
          <w:rtl/>
        </w:rPr>
        <w:t>كى طرف بھيجے ،اصحاب پيغمبر نے انہي</w:t>
      </w:r>
      <w:r w:rsidR="007D6C9B">
        <w:rPr>
          <w:rtl/>
        </w:rPr>
        <w:t xml:space="preserve">ں </w:t>
      </w:r>
      <w:r>
        <w:rPr>
          <w:rtl/>
        </w:rPr>
        <w:t>پكڑليا اور ان سے حالات معلوم كرنے كے لئے انہي</w:t>
      </w:r>
      <w:r w:rsidR="007D6C9B">
        <w:rPr>
          <w:rtl/>
        </w:rPr>
        <w:t xml:space="preserve">ں </w:t>
      </w:r>
      <w:r>
        <w:rPr>
          <w:rtl/>
        </w:rPr>
        <w:t>خدمت پيغمبر (ص) مي</w:t>
      </w:r>
      <w:r w:rsidR="007D6C9B">
        <w:rPr>
          <w:rtl/>
        </w:rPr>
        <w:t xml:space="preserve">ں </w:t>
      </w:r>
      <w:r>
        <w:rPr>
          <w:rtl/>
        </w:rPr>
        <w:t>لے آئے حضرت نے ان سے پوچھا تم كون ہو ؟ انہو</w:t>
      </w:r>
      <w:r w:rsidR="007D6C9B">
        <w:rPr>
          <w:rtl/>
        </w:rPr>
        <w:t xml:space="preserve">ں </w:t>
      </w:r>
      <w:r>
        <w:rPr>
          <w:rtl/>
        </w:rPr>
        <w:t>نے كہا : ہم قريش كے غلام ہي</w:t>
      </w:r>
      <w:r w:rsidR="007D6C9B">
        <w:rPr>
          <w:rtl/>
        </w:rPr>
        <w:t xml:space="preserve">ں </w:t>
      </w:r>
      <w:r>
        <w:rPr>
          <w:rtl/>
        </w:rPr>
        <w:t>، فرمايا: لشكر كى تعداد كيا ہے ؟ انہو</w:t>
      </w:r>
      <w:r w:rsidR="007D6C9B">
        <w:rPr>
          <w:rtl/>
        </w:rPr>
        <w:t xml:space="preserve">ں </w:t>
      </w:r>
      <w:r>
        <w:rPr>
          <w:rtl/>
        </w:rPr>
        <w:t>نے كہا : ہمي</w:t>
      </w:r>
      <w:r w:rsidR="007D6C9B">
        <w:rPr>
          <w:rtl/>
        </w:rPr>
        <w:t xml:space="preserve">ں </w:t>
      </w:r>
      <w:r>
        <w:rPr>
          <w:rtl/>
        </w:rPr>
        <w:t>اس كا پتہ نہي</w:t>
      </w:r>
      <w:r w:rsidR="007D6C9B">
        <w:rPr>
          <w:rtl/>
        </w:rPr>
        <w:t xml:space="preserve">ں </w:t>
      </w:r>
      <w:r>
        <w:rPr>
          <w:rtl/>
        </w:rPr>
        <w:t>، فرمايا : ہرروز كتنے اونٹ كھانے كے لئے نحركرتے ہي</w:t>
      </w:r>
      <w:r w:rsidR="007D6C9B">
        <w:rPr>
          <w:rtl/>
        </w:rPr>
        <w:t xml:space="preserve">ں </w:t>
      </w:r>
      <w:r>
        <w:rPr>
          <w:rtl/>
        </w:rPr>
        <w:t>؟ انہو</w:t>
      </w:r>
      <w:r w:rsidR="007D6C9B">
        <w:rPr>
          <w:rtl/>
        </w:rPr>
        <w:t xml:space="preserve">ں </w:t>
      </w:r>
      <w:r>
        <w:rPr>
          <w:rtl/>
        </w:rPr>
        <w:t xml:space="preserve">نے كہا : نو سے دس تك، فرمايا: ان كى تعداد </w:t>
      </w:r>
      <w:r w:rsidR="00E44785">
        <w:rPr>
          <w:rtl/>
        </w:rPr>
        <w:t>9</w:t>
      </w:r>
      <w:r>
        <w:rPr>
          <w:rtl/>
        </w:rPr>
        <w:t>/ سوسے لے كر ايك ہزار تك ہے (ايك اونٹ ايك سو فوجى جوانو</w:t>
      </w:r>
      <w:r w:rsidR="007D6C9B">
        <w:rPr>
          <w:rtl/>
        </w:rPr>
        <w:t xml:space="preserve">ں </w:t>
      </w:r>
      <w:r>
        <w:rPr>
          <w:rtl/>
        </w:rPr>
        <w:t xml:space="preserve">كى خواراك ہے ) _ </w:t>
      </w:r>
    </w:p>
    <w:p w:rsidR="00DE2D7F" w:rsidRDefault="00DE2D7F" w:rsidP="00D07B54">
      <w:pPr>
        <w:pStyle w:val="libNormal"/>
        <w:rPr>
          <w:rtl/>
        </w:rPr>
      </w:pPr>
      <w:r>
        <w:rPr>
          <w:rtl/>
        </w:rPr>
        <w:t>ماحول پُر ہيبت اور وحشت ناك تھا لشكر قريش كے پاس فراوا</w:t>
      </w:r>
      <w:r w:rsidR="007D6C9B">
        <w:rPr>
          <w:rtl/>
        </w:rPr>
        <w:t xml:space="preserve">ں </w:t>
      </w:r>
      <w:r>
        <w:rPr>
          <w:rtl/>
        </w:rPr>
        <w:t>جنگى سازوسامان تھا _ يہا</w:t>
      </w:r>
      <w:r w:rsidR="007D6C9B">
        <w:rPr>
          <w:rtl/>
        </w:rPr>
        <w:t xml:space="preserve">ں </w:t>
      </w:r>
      <w:r>
        <w:rPr>
          <w:rtl/>
        </w:rPr>
        <w:t>تك كہ حوصلہ بڑھانے كے لئے وہ گانے بجانے والى عورتو</w:t>
      </w:r>
      <w:r w:rsidR="007D6C9B">
        <w:rPr>
          <w:rtl/>
        </w:rPr>
        <w:t xml:space="preserve">ں </w:t>
      </w:r>
      <w:r>
        <w:rPr>
          <w:rtl/>
        </w:rPr>
        <w:t>كو بھى ساتھ لائے تھے _ اپنے سامنے ايسے حريف كو ديكھ رہے تھے كہ انہي</w:t>
      </w:r>
      <w:r w:rsidR="007D6C9B">
        <w:rPr>
          <w:rtl/>
        </w:rPr>
        <w:t xml:space="preserve">ں </w:t>
      </w:r>
      <w:r>
        <w:rPr>
          <w:rtl/>
        </w:rPr>
        <w:t>يقين نہي</w:t>
      </w:r>
      <w:r w:rsidR="007D6C9B">
        <w:rPr>
          <w:rtl/>
        </w:rPr>
        <w:t xml:space="preserve">ں </w:t>
      </w:r>
      <w:r>
        <w:rPr>
          <w:rtl/>
        </w:rPr>
        <w:t>آتا تھا كہ ان حالات مي</w:t>
      </w:r>
      <w:r w:rsidR="007D6C9B">
        <w:rPr>
          <w:rtl/>
        </w:rPr>
        <w:t xml:space="preserve">ں </w:t>
      </w:r>
      <w:r>
        <w:rPr>
          <w:rtl/>
        </w:rPr>
        <w:t>وہ ميدان جنگ مي</w:t>
      </w:r>
      <w:r w:rsidR="007D6C9B">
        <w:rPr>
          <w:rtl/>
        </w:rPr>
        <w:t xml:space="preserve">ں </w:t>
      </w:r>
      <w:r>
        <w:rPr>
          <w:rtl/>
        </w:rPr>
        <w:t xml:space="preserve">قدم ركھے گا_ </w:t>
      </w:r>
    </w:p>
    <w:p w:rsidR="000403C8" w:rsidRDefault="00DE2D7F" w:rsidP="00D07B54">
      <w:pPr>
        <w:pStyle w:val="libNormal"/>
        <w:rPr>
          <w:rtl/>
        </w:rPr>
      </w:pPr>
      <w:r>
        <w:rPr>
          <w:rtl/>
        </w:rPr>
        <w:t>مسلمانو! فرشتے تمہارى مدد كري</w:t>
      </w:r>
      <w:r w:rsidR="007D6C9B">
        <w:rPr>
          <w:rtl/>
        </w:rPr>
        <w:t xml:space="preserve">ں </w:t>
      </w:r>
      <w:r>
        <w:rPr>
          <w:rtl/>
        </w:rPr>
        <w:t>گے</w:t>
      </w:r>
    </w:p>
    <w:p w:rsidR="00DE2D7F" w:rsidRDefault="00DE2D7F" w:rsidP="00D07B54">
      <w:pPr>
        <w:pStyle w:val="libNormal"/>
        <w:rPr>
          <w:rtl/>
        </w:rPr>
      </w:pPr>
      <w:r>
        <w:rPr>
          <w:rtl/>
        </w:rPr>
        <w:t xml:space="preserve"> پيغمبر اكرم (ص) ديكھ رہے تھے كہ ممكن ہے آپ كے اصحاب خوف ووحشت كى وجہ سے رات مي</w:t>
      </w:r>
      <w:r w:rsidR="007D6C9B">
        <w:rPr>
          <w:rtl/>
        </w:rPr>
        <w:t xml:space="preserve">ں </w:t>
      </w:r>
      <w:r>
        <w:rPr>
          <w:rtl/>
        </w:rPr>
        <w:t>آرام سے سونہ سكي</w:t>
      </w:r>
      <w:r w:rsidR="007D6C9B">
        <w:rPr>
          <w:rtl/>
        </w:rPr>
        <w:t xml:space="preserve">ں </w:t>
      </w:r>
      <w:r>
        <w:rPr>
          <w:rtl/>
        </w:rPr>
        <w:t>اور پھر كل دن كو تھكے ہوئے جسم اور روح كے ساتھ دشمن كے مقابل ہو</w:t>
      </w:r>
      <w:r w:rsidR="007D6C9B">
        <w:rPr>
          <w:rtl/>
        </w:rPr>
        <w:t xml:space="preserve">ں </w:t>
      </w:r>
      <w:r>
        <w:rPr>
          <w:rtl/>
        </w:rPr>
        <w:t xml:space="preserve">لہذا خدا كے وعدے كے مطابق ان سے فرمايا: </w:t>
      </w:r>
    </w:p>
    <w:p w:rsidR="00DE2D7F" w:rsidRDefault="00DE2D7F" w:rsidP="00D07B54">
      <w:pPr>
        <w:pStyle w:val="libNormal"/>
        <w:rPr>
          <w:rtl/>
        </w:rPr>
      </w:pPr>
      <w:r>
        <w:rPr>
          <w:rtl/>
        </w:rPr>
        <w:t>تمہارى تعداد كم ہوتو اس كا غم نہ كر، آسمانى فرشتو</w:t>
      </w:r>
      <w:r w:rsidR="007D6C9B">
        <w:rPr>
          <w:rtl/>
        </w:rPr>
        <w:t xml:space="preserve">ں </w:t>
      </w:r>
      <w:r>
        <w:rPr>
          <w:rtl/>
        </w:rPr>
        <w:t>كى ايك عظيم جماعت تمہارى مدد كے لئے آئے گي، آپ نے انہي</w:t>
      </w:r>
      <w:r w:rsidR="007D6C9B">
        <w:rPr>
          <w:rtl/>
        </w:rPr>
        <w:t xml:space="preserve">ں </w:t>
      </w:r>
      <w:r>
        <w:rPr>
          <w:rtl/>
        </w:rPr>
        <w:t xml:space="preserve">خدائي وعدے كے مطابق اگلے روز فتح كى پورى تسلى دے كر مطمئن كرديا اور وہ رات </w:t>
      </w:r>
    </w:p>
    <w:p w:rsidR="000403C8" w:rsidRDefault="00C2634E" w:rsidP="00D07B54">
      <w:pPr>
        <w:pStyle w:val="libNormal"/>
        <w:rPr>
          <w:rtl/>
        </w:rPr>
      </w:pPr>
      <w:r>
        <w:rPr>
          <w:rtl/>
        </w:rPr>
        <w:t xml:space="preserve"> </w:t>
      </w:r>
      <w:r>
        <w:rPr>
          <w:rtl/>
        </w:rPr>
        <w:br w:type="page"/>
      </w:r>
    </w:p>
    <w:p w:rsidR="000403C8" w:rsidRDefault="000403C8" w:rsidP="00D07B54">
      <w:pPr>
        <w:pStyle w:val="libNormal"/>
        <w:rPr>
          <w:rtl/>
        </w:rPr>
      </w:pPr>
    </w:p>
    <w:p w:rsidR="00DE2D7F" w:rsidRDefault="00DE2D7F" w:rsidP="00D07B54">
      <w:pPr>
        <w:pStyle w:val="libNormal"/>
        <w:rPr>
          <w:rtl/>
        </w:rPr>
      </w:pPr>
      <w:r>
        <w:rPr>
          <w:rtl/>
        </w:rPr>
        <w:t xml:space="preserve">آرام سے سوگئے_ </w:t>
      </w:r>
    </w:p>
    <w:p w:rsidR="00DE2D7F" w:rsidRDefault="00DE2D7F" w:rsidP="00D07B54">
      <w:pPr>
        <w:pStyle w:val="libNormal"/>
        <w:rPr>
          <w:rtl/>
        </w:rPr>
      </w:pPr>
      <w:r>
        <w:rPr>
          <w:rtl/>
        </w:rPr>
        <w:t>دوسرى مشكل جس سے مجاہدين كو پريشانى تھى وہ ميدان بدر كى كيفيت تھى ،ان كى طرف زمين نرم تھى اور اس مي</w:t>
      </w:r>
      <w:r w:rsidR="007D6C9B">
        <w:rPr>
          <w:rtl/>
        </w:rPr>
        <w:t xml:space="preserve">ں </w:t>
      </w:r>
      <w:r>
        <w:rPr>
          <w:rtl/>
        </w:rPr>
        <w:t>پائو</w:t>
      </w:r>
      <w:r w:rsidR="007D6C9B">
        <w:rPr>
          <w:rtl/>
        </w:rPr>
        <w:t xml:space="preserve">ں </w:t>
      </w:r>
      <w:r>
        <w:rPr>
          <w:rtl/>
        </w:rPr>
        <w:t xml:space="preserve">دھنس جاتے تھے اسى رات يہ ہوا كہ خوب بارش ہوئي ،اس كے پانى سے مجاہدين نے وضو كيا ، غسل كيا اور تازہ دم ہوگئے ان كے نيچے كى زمين بھى اس سے سخت ہوگئي ،تعجب كى بات يہ ہے كہ دشمن كى طرف اتنى زيادہ بارش ہوئي كہ وہ پريشان ہوگئے _ </w:t>
      </w:r>
    </w:p>
    <w:p w:rsidR="00DE2D7F" w:rsidRDefault="00DE2D7F" w:rsidP="00D07B54">
      <w:pPr>
        <w:pStyle w:val="libNormal"/>
        <w:rPr>
          <w:rtl/>
        </w:rPr>
      </w:pPr>
      <w:r>
        <w:rPr>
          <w:rtl/>
        </w:rPr>
        <w:t>دشمن كے لشكر گاہ سے مسلمان جاسوسو</w:t>
      </w:r>
      <w:r w:rsidR="007D6C9B">
        <w:rPr>
          <w:rtl/>
        </w:rPr>
        <w:t xml:space="preserve">ں </w:t>
      </w:r>
      <w:r>
        <w:rPr>
          <w:rtl/>
        </w:rPr>
        <w:t>كى طرف سے ايك نئي خبر موصول ہوئي اور جلد ہى مسلمانو</w:t>
      </w:r>
      <w:r w:rsidR="007D6C9B">
        <w:rPr>
          <w:rtl/>
        </w:rPr>
        <w:t xml:space="preserve">ں </w:t>
      </w:r>
      <w:r>
        <w:rPr>
          <w:rtl/>
        </w:rPr>
        <w:t>مي</w:t>
      </w:r>
      <w:r w:rsidR="007D6C9B">
        <w:rPr>
          <w:rtl/>
        </w:rPr>
        <w:t xml:space="preserve">ں </w:t>
      </w:r>
      <w:r>
        <w:rPr>
          <w:rtl/>
        </w:rPr>
        <w:t>پھيل گئي ، خبريہ تھى كہ فوج قريش اپنے ان تمام وسائل كے باوجود خو فزدہ ہے گويا وحشت كا ايك لشكر خدا نے ان كے دلو</w:t>
      </w:r>
      <w:r w:rsidR="007D6C9B">
        <w:rPr>
          <w:rtl/>
        </w:rPr>
        <w:t xml:space="preserve">ں </w:t>
      </w:r>
      <w:r>
        <w:rPr>
          <w:rtl/>
        </w:rPr>
        <w:t>كى سرزمين پر اتار ديا تھا ،اگلے روز چھوٹا سا اسلامى لشكر بڑے ولولے كے ساتھ دشمن كے سامنے صف آراء ہوا، پيغمبر اكرم (ص) نے پہلے انہي</w:t>
      </w:r>
      <w:r w:rsidR="007D6C9B">
        <w:rPr>
          <w:rtl/>
        </w:rPr>
        <w:t xml:space="preserve">ں </w:t>
      </w:r>
      <w:r>
        <w:rPr>
          <w:rtl/>
        </w:rPr>
        <w:t>صلح كى تجويز پيش كى تاكہ عذر اور بہانہ باقى نہ رہے، آپ نے ايك نمائندے كے ہاتھ پيغام بھيجا كہ مي</w:t>
      </w:r>
      <w:r w:rsidR="007D6C9B">
        <w:rPr>
          <w:rtl/>
        </w:rPr>
        <w:t xml:space="preserve">ں </w:t>
      </w:r>
      <w:r>
        <w:rPr>
          <w:rtl/>
        </w:rPr>
        <w:t>نہي</w:t>
      </w:r>
      <w:r w:rsidR="007D6C9B">
        <w:rPr>
          <w:rtl/>
        </w:rPr>
        <w:t xml:space="preserve">ں </w:t>
      </w:r>
      <w:r>
        <w:rPr>
          <w:rtl/>
        </w:rPr>
        <w:t>چاہتا كہ تم وہ پہلا گروہ بن جائو كہ جس پر ہم حملہ آور ہو</w:t>
      </w:r>
      <w:r w:rsidR="007D6C9B">
        <w:rPr>
          <w:rtl/>
        </w:rPr>
        <w:t xml:space="preserve">ں </w:t>
      </w:r>
      <w:r>
        <w:rPr>
          <w:rtl/>
        </w:rPr>
        <w:t>، بعض سردار ان قريش چاہتے تھے يہ صلح كا ہاتھ جوان كى طرف بڑھايا گيا ہے اسے تھام لي</w:t>
      </w:r>
      <w:r w:rsidR="007D6C9B">
        <w:rPr>
          <w:rtl/>
        </w:rPr>
        <w:t xml:space="preserve">ں </w:t>
      </w:r>
      <w:r>
        <w:rPr>
          <w:rtl/>
        </w:rPr>
        <w:t>اور صلح كرلي</w:t>
      </w:r>
      <w:r w:rsidR="007D6C9B">
        <w:rPr>
          <w:rtl/>
        </w:rPr>
        <w:t xml:space="preserve">ں </w:t>
      </w:r>
      <w:r>
        <w:rPr>
          <w:rtl/>
        </w:rPr>
        <w:t xml:space="preserve">، ليكن پھر ابوجہل مانع ہوا_ </w:t>
      </w:r>
    </w:p>
    <w:p w:rsidR="00DE2D7F" w:rsidRDefault="00DE2D7F" w:rsidP="00D07B54">
      <w:pPr>
        <w:pStyle w:val="libNormal"/>
        <w:rPr>
          <w:rtl/>
        </w:rPr>
      </w:pPr>
    </w:p>
    <w:p w:rsidR="000403C8" w:rsidRDefault="00DE2D7F" w:rsidP="00D07B54">
      <w:pPr>
        <w:pStyle w:val="Heading2Center"/>
        <w:rPr>
          <w:rtl/>
        </w:rPr>
      </w:pPr>
      <w:bookmarkStart w:id="353" w:name="_Toc7268750"/>
      <w:r>
        <w:rPr>
          <w:rtl/>
        </w:rPr>
        <w:t>ستر قتل ستر اسير</w:t>
      </w:r>
      <w:bookmarkEnd w:id="353"/>
    </w:p>
    <w:p w:rsidR="00DE2D7F" w:rsidRDefault="00DE2D7F" w:rsidP="00D07B54">
      <w:pPr>
        <w:pStyle w:val="libNormal"/>
        <w:rPr>
          <w:rtl/>
        </w:rPr>
      </w:pPr>
      <w:r>
        <w:rPr>
          <w:rtl/>
        </w:rPr>
        <w:t xml:space="preserve"> آخركار جنگ شروع ہوئي ،اس زمانے كے طريقے كے مطابق پہلے ايك كے مقابلے مي</w:t>
      </w:r>
      <w:r w:rsidR="007D6C9B">
        <w:rPr>
          <w:rtl/>
        </w:rPr>
        <w:t xml:space="preserve">ں </w:t>
      </w:r>
      <w:r>
        <w:rPr>
          <w:rtl/>
        </w:rPr>
        <w:t>ايك نكلا ،ادھر لشكر اسلام مي</w:t>
      </w:r>
      <w:r w:rsidR="007D6C9B">
        <w:rPr>
          <w:rtl/>
        </w:rPr>
        <w:t xml:space="preserve">ں </w:t>
      </w:r>
      <w:r>
        <w:rPr>
          <w:rtl/>
        </w:rPr>
        <w:t>رسول اللہ (ص) كے چچا حمزہ اور حضرت على عليہ السلام جوجو ان ترين افراد تھے ميدان مي</w:t>
      </w:r>
      <w:r w:rsidR="007D6C9B">
        <w:rPr>
          <w:rtl/>
        </w:rPr>
        <w:t xml:space="preserve">ں </w:t>
      </w:r>
      <w:r>
        <w:rPr>
          <w:rtl/>
        </w:rPr>
        <w:t>نكلے، مجاہدين اسلام مي</w:t>
      </w:r>
      <w:r w:rsidR="007D6C9B">
        <w:rPr>
          <w:rtl/>
        </w:rPr>
        <w:t xml:space="preserve">ں </w:t>
      </w:r>
      <w:r>
        <w:rPr>
          <w:rtl/>
        </w:rPr>
        <w:t>سے چند اور بہادر بھى اس جنگ مي</w:t>
      </w:r>
      <w:r w:rsidR="007D6C9B">
        <w:rPr>
          <w:rtl/>
        </w:rPr>
        <w:t xml:space="preserve">ں </w:t>
      </w:r>
      <w:r>
        <w:rPr>
          <w:rtl/>
        </w:rPr>
        <w:t>شريك ہوئے ،ان جوانو</w:t>
      </w:r>
      <w:r w:rsidR="007D6C9B">
        <w:rPr>
          <w:rtl/>
        </w:rPr>
        <w:t xml:space="preserve">ں </w:t>
      </w:r>
      <w:r>
        <w:rPr>
          <w:rtl/>
        </w:rPr>
        <w:t>نے اپنے حريفو</w:t>
      </w:r>
      <w:r w:rsidR="007D6C9B">
        <w:rPr>
          <w:rtl/>
        </w:rPr>
        <w:t xml:space="preserve">ں </w:t>
      </w:r>
      <w:r>
        <w:rPr>
          <w:rtl/>
        </w:rPr>
        <w:t>كے پيكر پر سخت ضربي</w:t>
      </w:r>
      <w:r w:rsidR="007D6C9B">
        <w:rPr>
          <w:rtl/>
        </w:rPr>
        <w:t xml:space="preserve">ں </w:t>
      </w:r>
      <w:r>
        <w:rPr>
          <w:rtl/>
        </w:rPr>
        <w:t>لگائي</w:t>
      </w:r>
      <w:r w:rsidR="007D6C9B">
        <w:rPr>
          <w:rtl/>
        </w:rPr>
        <w:t xml:space="preserve">ں </w:t>
      </w:r>
      <w:r>
        <w:rPr>
          <w:rtl/>
        </w:rPr>
        <w:t xml:space="preserve">اور كارى وار كئے اور ان كے قدم اكھاڑديئے ،دشمن كا جذبہ اور كمزور پڑگيا ،يہ ديكھا تو ابوجہل نے عمومى حملے كا حكم دے ديا _ </w:t>
      </w:r>
    </w:p>
    <w:p w:rsidR="00DE2D7F" w:rsidRDefault="00DE2D7F" w:rsidP="00D07B54">
      <w:pPr>
        <w:pStyle w:val="libNormal"/>
        <w:rPr>
          <w:rtl/>
        </w:rPr>
      </w:pPr>
      <w:r>
        <w:rPr>
          <w:rtl/>
        </w:rPr>
        <w:t>ابوجہل پہلے ہى حكم دے چكا تھا كہ اصحاب پيغمبر (ص) مي</w:t>
      </w:r>
      <w:r w:rsidR="007D6C9B">
        <w:rPr>
          <w:rtl/>
        </w:rPr>
        <w:t xml:space="preserve">ں </w:t>
      </w:r>
      <w:r>
        <w:rPr>
          <w:rtl/>
        </w:rPr>
        <w:t>سے جو اہل مدينہ مي</w:t>
      </w:r>
      <w:r w:rsidR="007D6C9B">
        <w:rPr>
          <w:rtl/>
        </w:rPr>
        <w:t xml:space="preserve">ں </w:t>
      </w:r>
      <w:r>
        <w:rPr>
          <w:rtl/>
        </w:rPr>
        <w:t>سے ہي</w:t>
      </w:r>
      <w:r w:rsidR="007D6C9B">
        <w:rPr>
          <w:rtl/>
        </w:rPr>
        <w:t xml:space="preserve">ں </w:t>
      </w:r>
      <w:r>
        <w:rPr>
          <w:rtl/>
        </w:rPr>
        <w:t>انہي</w:t>
      </w:r>
      <w:r w:rsidR="007D6C9B">
        <w:rPr>
          <w:rtl/>
        </w:rPr>
        <w:t xml:space="preserve">ں </w:t>
      </w:r>
      <w:r>
        <w:rPr>
          <w:rtl/>
        </w:rPr>
        <w:t xml:space="preserve">قتل </w:t>
      </w:r>
    </w:p>
    <w:p w:rsidR="000403C8" w:rsidRDefault="001648F9" w:rsidP="00D07B54">
      <w:pPr>
        <w:pStyle w:val="libNormal"/>
        <w:rPr>
          <w:rtl/>
        </w:rPr>
      </w:pPr>
      <w:r>
        <w:rPr>
          <w:rtl/>
        </w:rPr>
        <w:t xml:space="preserve"> </w:t>
      </w:r>
      <w:r>
        <w:rPr>
          <w:rtl/>
        </w:rPr>
        <w:br w:type="page"/>
      </w:r>
    </w:p>
    <w:p w:rsidR="000403C8" w:rsidRDefault="000403C8" w:rsidP="00D07B54">
      <w:pPr>
        <w:pStyle w:val="libNormal"/>
        <w:rPr>
          <w:rtl/>
        </w:rPr>
      </w:pPr>
    </w:p>
    <w:p w:rsidR="00DE2D7F" w:rsidRDefault="00DE2D7F" w:rsidP="00D07B54">
      <w:pPr>
        <w:pStyle w:val="libNormal"/>
        <w:rPr>
          <w:rtl/>
        </w:rPr>
      </w:pPr>
      <w:r>
        <w:rPr>
          <w:rtl/>
        </w:rPr>
        <w:t>كردو ، مہاجرين مكہ كو اسير كرلو مقصديہ تھا كہ ايك طرح كے پر وپيگنڈا كے لئے انہي</w:t>
      </w:r>
      <w:r w:rsidR="007D6C9B">
        <w:rPr>
          <w:rtl/>
        </w:rPr>
        <w:t xml:space="preserve">ں </w:t>
      </w:r>
      <w:r>
        <w:rPr>
          <w:rtl/>
        </w:rPr>
        <w:t>مكہ لے جائي</w:t>
      </w:r>
      <w:r w:rsidR="007D6C9B">
        <w:rPr>
          <w:rtl/>
        </w:rPr>
        <w:t xml:space="preserve">ں </w:t>
      </w:r>
      <w:r>
        <w:rPr>
          <w:rtl/>
        </w:rPr>
        <w:t xml:space="preserve">_ </w:t>
      </w:r>
    </w:p>
    <w:p w:rsidR="00DE2D7F" w:rsidRDefault="00DE2D7F" w:rsidP="00D07B54">
      <w:pPr>
        <w:pStyle w:val="libNormal"/>
        <w:rPr>
          <w:rtl/>
        </w:rPr>
      </w:pPr>
      <w:r>
        <w:rPr>
          <w:rtl/>
        </w:rPr>
        <w:t>يہ لمحات بڑے حساس تھے، رسول اللہ (ص) نے مسلمانو</w:t>
      </w:r>
      <w:r w:rsidR="007D6C9B">
        <w:rPr>
          <w:rtl/>
        </w:rPr>
        <w:t xml:space="preserve">ں </w:t>
      </w:r>
      <w:r>
        <w:rPr>
          <w:rtl/>
        </w:rPr>
        <w:t>كو حكم ديا كہ جمعيت كى كثرت پر نظر نہ كري</w:t>
      </w:r>
      <w:r w:rsidR="007D6C9B">
        <w:rPr>
          <w:rtl/>
        </w:rPr>
        <w:t xml:space="preserve">ں </w:t>
      </w:r>
      <w:r>
        <w:rPr>
          <w:rtl/>
        </w:rPr>
        <w:t>اور صرف اپنے مد مقابل پر نگاہ ركھي</w:t>
      </w:r>
      <w:r w:rsidR="007D6C9B">
        <w:rPr>
          <w:rtl/>
        </w:rPr>
        <w:t xml:space="preserve">ں </w:t>
      </w:r>
      <w:r>
        <w:rPr>
          <w:rtl/>
        </w:rPr>
        <w:t>دانتو</w:t>
      </w:r>
      <w:r w:rsidR="007D6C9B">
        <w:rPr>
          <w:rtl/>
        </w:rPr>
        <w:t xml:space="preserve">ں </w:t>
      </w:r>
      <w:r>
        <w:rPr>
          <w:rtl/>
        </w:rPr>
        <w:t>كو ايك دوسرے پرركھ كر پيسي</w:t>
      </w:r>
      <w:r w:rsidR="007D6C9B">
        <w:rPr>
          <w:rtl/>
        </w:rPr>
        <w:t xml:space="preserve">ں </w:t>
      </w:r>
      <w:r>
        <w:rPr>
          <w:rtl/>
        </w:rPr>
        <w:t>، باتي</w:t>
      </w:r>
      <w:r w:rsidR="007D6C9B">
        <w:rPr>
          <w:rtl/>
        </w:rPr>
        <w:t xml:space="preserve">ں </w:t>
      </w:r>
      <w:r>
        <w:rPr>
          <w:rtl/>
        </w:rPr>
        <w:t>كم كري</w:t>
      </w:r>
      <w:r w:rsidR="007D6C9B">
        <w:rPr>
          <w:rtl/>
        </w:rPr>
        <w:t xml:space="preserve">ں </w:t>
      </w:r>
      <w:r>
        <w:rPr>
          <w:rtl/>
        </w:rPr>
        <w:t>، خدا سے مدد طلب كري</w:t>
      </w:r>
      <w:r w:rsidR="007D6C9B">
        <w:rPr>
          <w:rtl/>
        </w:rPr>
        <w:t xml:space="preserve">ں </w:t>
      </w:r>
      <w:r>
        <w:rPr>
          <w:rtl/>
        </w:rPr>
        <w:t>، حكم پيغمبر سے كہي</w:t>
      </w:r>
      <w:r w:rsidR="007D6C9B">
        <w:rPr>
          <w:rtl/>
        </w:rPr>
        <w:t xml:space="preserve">ں </w:t>
      </w:r>
      <w:r>
        <w:rPr>
          <w:rtl/>
        </w:rPr>
        <w:t>رتى بھر سرتابى نہ كري</w:t>
      </w:r>
      <w:r w:rsidR="007D6C9B">
        <w:rPr>
          <w:rtl/>
        </w:rPr>
        <w:t xml:space="preserve">ں </w:t>
      </w:r>
      <w:r>
        <w:rPr>
          <w:rtl/>
        </w:rPr>
        <w:t>اور مكمل كاميابى كى اميد ركھي</w:t>
      </w:r>
      <w:r w:rsidR="007D6C9B">
        <w:rPr>
          <w:rtl/>
        </w:rPr>
        <w:t xml:space="preserve">ں </w:t>
      </w:r>
      <w:r>
        <w:rPr>
          <w:rtl/>
        </w:rPr>
        <w:t>، رسول اللہ (ص) نے دست دعا آسمان كى طرف بلند كئے اور عرض كيا : ''پالنے والے اگر يہ لوگ قتل ہوگئے تو پھر تيرى عبادت كوئي نہي</w:t>
      </w:r>
      <w:r w:rsidR="007D6C9B">
        <w:rPr>
          <w:rtl/>
        </w:rPr>
        <w:t xml:space="preserve">ں </w:t>
      </w:r>
      <w:r>
        <w:rPr>
          <w:rtl/>
        </w:rPr>
        <w:t xml:space="preserve">كرے گا''_ </w:t>
      </w:r>
    </w:p>
    <w:p w:rsidR="00DE2D7F" w:rsidRDefault="00DE2D7F" w:rsidP="00D07B54">
      <w:pPr>
        <w:pStyle w:val="libNormal"/>
        <w:rPr>
          <w:rtl/>
        </w:rPr>
      </w:pPr>
      <w:r>
        <w:rPr>
          <w:rtl/>
        </w:rPr>
        <w:t>دشمن كے لشكر كى سمت مي</w:t>
      </w:r>
      <w:r w:rsidR="007D6C9B">
        <w:rPr>
          <w:rtl/>
        </w:rPr>
        <w:t xml:space="preserve">ں </w:t>
      </w:r>
      <w:r>
        <w:rPr>
          <w:rtl/>
        </w:rPr>
        <w:t>سخت ہوا چل رہى تھى اور مسلمان ہوا كى طرف پشت كركے ان پر حملے كررہے تھے _ ان كى استقامت ، پامردى اور دلاورى نے قريش كا ناطقہ بندكرديا ابوجہل سميت دشمن كے ستر آدمى قتل ہوگئے ان كى لاشي</w:t>
      </w:r>
      <w:r w:rsidR="007D6C9B">
        <w:rPr>
          <w:rtl/>
        </w:rPr>
        <w:t xml:space="preserve">ں </w:t>
      </w:r>
      <w:r>
        <w:rPr>
          <w:rtl/>
        </w:rPr>
        <w:t>خاك وخون مي</w:t>
      </w:r>
      <w:r w:rsidR="007D6C9B">
        <w:rPr>
          <w:rtl/>
        </w:rPr>
        <w:t xml:space="preserve">ں </w:t>
      </w:r>
      <w:r>
        <w:rPr>
          <w:rtl/>
        </w:rPr>
        <w:t>غلطا</w:t>
      </w:r>
      <w:r w:rsidR="007D6C9B">
        <w:rPr>
          <w:rtl/>
        </w:rPr>
        <w:t xml:space="preserve">ں </w:t>
      </w:r>
      <w:r>
        <w:rPr>
          <w:rtl/>
        </w:rPr>
        <w:t>پڑى تھي</w:t>
      </w:r>
      <w:r w:rsidR="007D6C9B">
        <w:rPr>
          <w:rtl/>
        </w:rPr>
        <w:t xml:space="preserve">ں </w:t>
      </w:r>
      <w:r>
        <w:rPr>
          <w:rtl/>
        </w:rPr>
        <w:t>سترا فراد مسلمانو</w:t>
      </w:r>
      <w:r w:rsidR="007D6C9B">
        <w:rPr>
          <w:rtl/>
        </w:rPr>
        <w:t xml:space="preserve">ں </w:t>
      </w:r>
      <w:r>
        <w:rPr>
          <w:rtl/>
        </w:rPr>
        <w:t>كے ہاتھو</w:t>
      </w:r>
      <w:r w:rsidR="007D6C9B">
        <w:rPr>
          <w:rtl/>
        </w:rPr>
        <w:t xml:space="preserve">ں </w:t>
      </w:r>
      <w:r>
        <w:rPr>
          <w:rtl/>
        </w:rPr>
        <w:t>قيد ہوگئے مسلمانو</w:t>
      </w:r>
      <w:r w:rsidR="007D6C9B">
        <w:rPr>
          <w:rtl/>
        </w:rPr>
        <w:t xml:space="preserve">ں </w:t>
      </w:r>
      <w:r>
        <w:rPr>
          <w:rtl/>
        </w:rPr>
        <w:t xml:space="preserve">كے بہت كم افراد شہيد ہوئے_ </w:t>
      </w:r>
    </w:p>
    <w:p w:rsidR="00DE2D7F" w:rsidRDefault="00DE2D7F" w:rsidP="00D07B54">
      <w:pPr>
        <w:pStyle w:val="libNormal"/>
        <w:rPr>
          <w:rtl/>
        </w:rPr>
      </w:pPr>
      <w:r>
        <w:rPr>
          <w:rtl/>
        </w:rPr>
        <w:t>اس طرح مسلمانو</w:t>
      </w:r>
      <w:r w:rsidR="007D6C9B">
        <w:rPr>
          <w:rtl/>
        </w:rPr>
        <w:t xml:space="preserve">ں </w:t>
      </w:r>
      <w:r>
        <w:rPr>
          <w:rtl/>
        </w:rPr>
        <w:t xml:space="preserve">كى پہلى مسلح جنگ طاقتور دشمن كے خلاف غير متوقع كاميابى كے ساتھ اختتام پذيزر ہوئي _ </w:t>
      </w:r>
    </w:p>
    <w:p w:rsidR="00DE2D7F" w:rsidRDefault="00DE2D7F" w:rsidP="00D07B54">
      <w:pPr>
        <w:pStyle w:val="libNormal"/>
        <w:rPr>
          <w:rtl/>
        </w:rPr>
      </w:pPr>
      <w:r>
        <w:rPr>
          <w:rtl/>
        </w:rPr>
        <w:t>جنگ بدر مي</w:t>
      </w:r>
      <w:r w:rsidR="007D6C9B">
        <w:rPr>
          <w:rtl/>
        </w:rPr>
        <w:t xml:space="preserve">ں </w:t>
      </w:r>
      <w:r>
        <w:rPr>
          <w:rtl/>
        </w:rPr>
        <w:t>مسلمانو</w:t>
      </w:r>
      <w:r w:rsidR="007D6C9B">
        <w:rPr>
          <w:rtl/>
        </w:rPr>
        <w:t xml:space="preserve">ں </w:t>
      </w:r>
      <w:r>
        <w:rPr>
          <w:rtl/>
        </w:rPr>
        <w:t>كى تعداد تين سو تيرہ تھي، ان مي</w:t>
      </w:r>
      <w:r w:rsidR="007D6C9B">
        <w:rPr>
          <w:rtl/>
        </w:rPr>
        <w:t xml:space="preserve">ں </w:t>
      </w:r>
      <w:r w:rsidR="00E664BB">
        <w:rPr>
          <w:rtl/>
        </w:rPr>
        <w:t>77</w:t>
      </w:r>
      <w:r>
        <w:rPr>
          <w:rtl/>
        </w:rPr>
        <w:t>/ مہاجر تھے اور دوسو چھتيس (</w:t>
      </w:r>
      <w:r w:rsidR="00E664BB">
        <w:rPr>
          <w:rtl/>
        </w:rPr>
        <w:t>236</w:t>
      </w:r>
      <w:r>
        <w:rPr>
          <w:rtl/>
        </w:rPr>
        <w:t>) انصار، مہاجرين كا پرچم حضرت على عليہ السلام كے ہاتھ مي</w:t>
      </w:r>
      <w:r w:rsidR="007D6C9B">
        <w:rPr>
          <w:rtl/>
        </w:rPr>
        <w:t xml:space="preserve">ں </w:t>
      </w:r>
      <w:r>
        <w:rPr>
          <w:rtl/>
        </w:rPr>
        <w:t xml:space="preserve">تھا، اور انصار كا پرچم بردار'' سعد بن عبادہ'' تھے، اس عظيم معركہ كے لئے ان كے پاس صرف </w:t>
      </w:r>
      <w:r w:rsidR="00E664BB">
        <w:rPr>
          <w:rtl/>
        </w:rPr>
        <w:t>70</w:t>
      </w:r>
      <w:r>
        <w:rPr>
          <w:rtl/>
        </w:rPr>
        <w:t xml:space="preserve"> /اونٹ دو گھوڑے، </w:t>
      </w:r>
      <w:r w:rsidR="00E664BB">
        <w:rPr>
          <w:rtl/>
        </w:rPr>
        <w:t>6</w:t>
      </w:r>
      <w:r>
        <w:rPr>
          <w:rtl/>
        </w:rPr>
        <w:t>/زرہي</w:t>
      </w:r>
      <w:r w:rsidR="007D6C9B">
        <w:rPr>
          <w:rtl/>
        </w:rPr>
        <w:t xml:space="preserve">ں </w:t>
      </w:r>
      <w:r>
        <w:rPr>
          <w:rtl/>
        </w:rPr>
        <w:t>اور آٹھ تلواري</w:t>
      </w:r>
      <w:r w:rsidR="007D6C9B">
        <w:rPr>
          <w:rtl/>
        </w:rPr>
        <w:t xml:space="preserve">ں </w:t>
      </w:r>
      <w:r>
        <w:rPr>
          <w:rtl/>
        </w:rPr>
        <w:t>تھي</w:t>
      </w:r>
      <w:r w:rsidR="007D6C9B">
        <w:rPr>
          <w:rtl/>
        </w:rPr>
        <w:t xml:space="preserve">ں </w:t>
      </w:r>
      <w:r>
        <w:rPr>
          <w:rtl/>
        </w:rPr>
        <w:t>، دوسرى طرف دشمن كى فوج ہزار افراد سے متجاوز تھي، اس كے پاس كافى ووافى اسلحہ تھا اور ايك سو گھوڑے تھے، اس جنگ</w:t>
      </w:r>
      <w:r w:rsidR="00E664BB">
        <w:rPr>
          <w:rtl/>
        </w:rPr>
        <w:t>22</w:t>
      </w:r>
      <w:r>
        <w:rPr>
          <w:rtl/>
        </w:rPr>
        <w:t>/ مسلمان شہيد ہوئے ان مي</w:t>
      </w:r>
      <w:r w:rsidR="007D6C9B">
        <w:rPr>
          <w:rtl/>
        </w:rPr>
        <w:t xml:space="preserve">ں </w:t>
      </w:r>
      <w:r>
        <w:rPr>
          <w:rtl/>
        </w:rPr>
        <w:t>چودہ مہاجر او ر</w:t>
      </w:r>
      <w:r w:rsidR="00E664BB">
        <w:rPr>
          <w:rtl/>
        </w:rPr>
        <w:t>8</w:t>
      </w:r>
      <w:r>
        <w:rPr>
          <w:rtl/>
        </w:rPr>
        <w:t>/ انصار تھے، دشمن كے ستر(</w:t>
      </w:r>
      <w:r w:rsidR="00E664BB">
        <w:rPr>
          <w:rtl/>
        </w:rPr>
        <w:t>70</w:t>
      </w:r>
      <w:r>
        <w:rPr>
          <w:rtl/>
        </w:rPr>
        <w:t>) افراد مارے گئے اور ستر ہى قيدى ہوئے، اس طرح مسلمانو</w:t>
      </w:r>
      <w:r w:rsidR="007D6C9B">
        <w:rPr>
          <w:rtl/>
        </w:rPr>
        <w:t xml:space="preserve">ں </w:t>
      </w:r>
      <w:r>
        <w:rPr>
          <w:rtl/>
        </w:rPr>
        <w:t>كو فتح نصيب ہوئي اور يو</w:t>
      </w:r>
      <w:r w:rsidR="007D6C9B">
        <w:rPr>
          <w:rtl/>
        </w:rPr>
        <w:t xml:space="preserve">ں </w:t>
      </w:r>
      <w:r>
        <w:rPr>
          <w:rtl/>
        </w:rPr>
        <w:t xml:space="preserve">مكمل كامرانى كے ساتھ وہ مدينہ كى طرف پلٹ گئے_ </w:t>
      </w:r>
    </w:p>
    <w:p w:rsidR="00DE2D7F" w:rsidRDefault="00DE2D7F" w:rsidP="00D07B54">
      <w:pPr>
        <w:pStyle w:val="libNormal"/>
        <w:rPr>
          <w:rtl/>
        </w:rPr>
      </w:pPr>
      <w:r>
        <w:rPr>
          <w:rtl/>
        </w:rPr>
        <w:t>واقعاً يہ عجيب و غريب بات تھى كہ تواريخ كے مطابق مسلمانو</w:t>
      </w:r>
      <w:r w:rsidR="007D6C9B">
        <w:rPr>
          <w:rtl/>
        </w:rPr>
        <w:t xml:space="preserve">ں </w:t>
      </w:r>
      <w:r>
        <w:rPr>
          <w:rtl/>
        </w:rPr>
        <w:t>كے چھوٹے سے لشكر كے مقابلہ مي</w:t>
      </w:r>
      <w:r w:rsidR="007D6C9B">
        <w:rPr>
          <w:rtl/>
        </w:rPr>
        <w:t xml:space="preserve">ں </w:t>
      </w:r>
    </w:p>
    <w:p w:rsidR="000403C8" w:rsidRDefault="000403C8" w:rsidP="00D07B54">
      <w:pPr>
        <w:pStyle w:val="libNormal"/>
        <w:rPr>
          <w:rtl/>
        </w:rPr>
      </w:pPr>
      <w:r>
        <w:rPr>
          <w:rtl/>
        </w:rPr>
        <w:br w:type="page"/>
      </w:r>
    </w:p>
    <w:p w:rsidR="000403C8" w:rsidRDefault="000403C8" w:rsidP="00D07B54">
      <w:pPr>
        <w:pStyle w:val="libNormal"/>
        <w:rPr>
          <w:rtl/>
        </w:rPr>
      </w:pPr>
    </w:p>
    <w:p w:rsidR="00DE2D7F" w:rsidRDefault="00DE2D7F" w:rsidP="00D07B54">
      <w:pPr>
        <w:pStyle w:val="libNormal"/>
        <w:rPr>
          <w:rtl/>
        </w:rPr>
      </w:pPr>
      <w:r>
        <w:rPr>
          <w:rtl/>
        </w:rPr>
        <w:t>قريش كى طاقتور فوج نفسياتى طور پر اس قدر شكست خودرہ ہوچكى تھى كہ ان مي</w:t>
      </w:r>
      <w:r w:rsidR="007D6C9B">
        <w:rPr>
          <w:rtl/>
        </w:rPr>
        <w:t xml:space="preserve">ں </w:t>
      </w:r>
      <w:r>
        <w:rPr>
          <w:rtl/>
        </w:rPr>
        <w:t>سے ايك گروہ مسلمانو</w:t>
      </w:r>
      <w:r w:rsidR="007D6C9B">
        <w:rPr>
          <w:rtl/>
        </w:rPr>
        <w:t xml:space="preserve">ں </w:t>
      </w:r>
      <w:r>
        <w:rPr>
          <w:rtl/>
        </w:rPr>
        <w:t>سے جنگ كرنے سے ڈرتا تھا، بعض اوقات وہ دل مي</w:t>
      </w:r>
      <w:r w:rsidR="007D6C9B">
        <w:rPr>
          <w:rtl/>
        </w:rPr>
        <w:t xml:space="preserve">ں </w:t>
      </w:r>
      <w:r>
        <w:rPr>
          <w:rtl/>
        </w:rPr>
        <w:t>سوچتے كہ يہ عام انسان نہي</w:t>
      </w:r>
      <w:r w:rsidR="007D6C9B">
        <w:rPr>
          <w:rtl/>
        </w:rPr>
        <w:t xml:space="preserve">ں </w:t>
      </w:r>
      <w:r>
        <w:rPr>
          <w:rtl/>
        </w:rPr>
        <w:t>ہي</w:t>
      </w:r>
      <w:r w:rsidR="007D6C9B">
        <w:rPr>
          <w:rtl/>
        </w:rPr>
        <w:t xml:space="preserve">ں </w:t>
      </w:r>
      <w:r>
        <w:rPr>
          <w:rtl/>
        </w:rPr>
        <w:t>، بعض كہتے ہي</w:t>
      </w:r>
      <w:r w:rsidR="007D6C9B">
        <w:rPr>
          <w:rtl/>
        </w:rPr>
        <w:t xml:space="preserve">ں </w:t>
      </w:r>
      <w:r>
        <w:rPr>
          <w:rtl/>
        </w:rPr>
        <w:t>كہ يہ موت كو اپنے اونٹو</w:t>
      </w:r>
      <w:r w:rsidR="007D6C9B">
        <w:rPr>
          <w:rtl/>
        </w:rPr>
        <w:t xml:space="preserve">ں </w:t>
      </w:r>
      <w:r>
        <w:rPr>
          <w:rtl/>
        </w:rPr>
        <w:t>پر لادكر مدينہ سے تمہارے لئے سوغات لائے ہي</w:t>
      </w:r>
      <w:r w:rsidR="007D6C9B">
        <w:rPr>
          <w:rtl/>
        </w:rPr>
        <w:t xml:space="preserve">ں </w:t>
      </w:r>
      <w:r>
        <w:rPr>
          <w:rtl/>
        </w:rPr>
        <w:t xml:space="preserve">_ </w:t>
      </w:r>
    </w:p>
    <w:p w:rsidR="00DE2D7F" w:rsidRDefault="00DE2D7F" w:rsidP="00D07B54">
      <w:pPr>
        <w:pStyle w:val="libNormal"/>
        <w:rPr>
          <w:rtl/>
        </w:rPr>
      </w:pPr>
      <w:r>
        <w:rPr>
          <w:rtl/>
        </w:rPr>
        <w:t>''سعدبن معاذانصارى ''نمائندہ كے طور پر خدمت پيغمبر مي</w:t>
      </w:r>
      <w:r w:rsidR="007D6C9B">
        <w:rPr>
          <w:rtl/>
        </w:rPr>
        <w:t xml:space="preserve">ں </w:t>
      </w:r>
      <w:r>
        <w:rPr>
          <w:rtl/>
        </w:rPr>
        <w:t xml:space="preserve">حاضر ہوئے اور عرض كرنے لگے : </w:t>
      </w:r>
    </w:p>
    <w:p w:rsidR="00DE2D7F" w:rsidRDefault="00DE2D7F" w:rsidP="00D07B54">
      <w:pPr>
        <w:pStyle w:val="libNormal"/>
        <w:rPr>
          <w:rtl/>
        </w:rPr>
      </w:pPr>
      <w:r>
        <w:rPr>
          <w:rtl/>
        </w:rPr>
        <w:t>ميرے ما</w:t>
      </w:r>
      <w:r w:rsidR="007D6C9B">
        <w:rPr>
          <w:rtl/>
        </w:rPr>
        <w:t xml:space="preserve">ں </w:t>
      </w:r>
      <w:r>
        <w:rPr>
          <w:rtl/>
        </w:rPr>
        <w:t>پاپ آپ پر قربان اے اللہ كے رسول ہم آپ پر ايمان لائے ہي</w:t>
      </w:r>
      <w:r w:rsidR="007D6C9B">
        <w:rPr>
          <w:rtl/>
        </w:rPr>
        <w:t xml:space="preserve">ں </w:t>
      </w:r>
      <w:r>
        <w:rPr>
          <w:rtl/>
        </w:rPr>
        <w:t>اور ہم نے آپ كى نبوت كى گواہى دى ہے كہ جو كچھ آپ كہتے ہي</w:t>
      </w:r>
      <w:r w:rsidR="007D6C9B">
        <w:rPr>
          <w:rtl/>
        </w:rPr>
        <w:t xml:space="preserve">ں </w:t>
      </w:r>
      <w:r>
        <w:rPr>
          <w:rtl/>
        </w:rPr>
        <w:t>خدا كى طرف سے ہے، آپ جو بھى حكم دينا چاہي</w:t>
      </w:r>
      <w:r w:rsidR="007D6C9B">
        <w:rPr>
          <w:rtl/>
        </w:rPr>
        <w:t xml:space="preserve">ں </w:t>
      </w:r>
      <w:r>
        <w:rPr>
          <w:rtl/>
        </w:rPr>
        <w:t>ديجئے اور ہمارے مال مي</w:t>
      </w:r>
      <w:r w:rsidR="007D6C9B">
        <w:rPr>
          <w:rtl/>
        </w:rPr>
        <w:t xml:space="preserve">ں </w:t>
      </w:r>
      <w:r>
        <w:rPr>
          <w:rtl/>
        </w:rPr>
        <w:t>سے جو كچھ آپ چاہي</w:t>
      </w:r>
      <w:r w:rsidR="007D6C9B">
        <w:rPr>
          <w:rtl/>
        </w:rPr>
        <w:t xml:space="preserve">ں </w:t>
      </w:r>
      <w:r>
        <w:rPr>
          <w:rtl/>
        </w:rPr>
        <w:t>لے لي</w:t>
      </w:r>
      <w:r w:rsidR="007D6C9B">
        <w:rPr>
          <w:rtl/>
        </w:rPr>
        <w:t xml:space="preserve">ں </w:t>
      </w:r>
      <w:r>
        <w:rPr>
          <w:rtl/>
        </w:rPr>
        <w:t>، خدا كى قسم اگر آپ ہمي</w:t>
      </w:r>
      <w:r w:rsidR="007D6C9B">
        <w:rPr>
          <w:rtl/>
        </w:rPr>
        <w:t xml:space="preserve">ں </w:t>
      </w:r>
      <w:r>
        <w:rPr>
          <w:rtl/>
        </w:rPr>
        <w:t>حكم دي</w:t>
      </w:r>
      <w:r w:rsidR="007D6C9B">
        <w:rPr>
          <w:rtl/>
        </w:rPr>
        <w:t xml:space="preserve">ں </w:t>
      </w:r>
      <w:r>
        <w:rPr>
          <w:rtl/>
        </w:rPr>
        <w:t>كہ اس دريا ( دريائے احمر كى طرف اشارہ كرتے ہوئے ،جووہا</w:t>
      </w:r>
      <w:r w:rsidR="007D6C9B">
        <w:rPr>
          <w:rtl/>
        </w:rPr>
        <w:t xml:space="preserve">ں </w:t>
      </w:r>
      <w:r>
        <w:rPr>
          <w:rtl/>
        </w:rPr>
        <w:t>سے قريب تھا ) مي</w:t>
      </w:r>
      <w:r w:rsidR="007D6C9B">
        <w:rPr>
          <w:rtl/>
        </w:rPr>
        <w:t xml:space="preserve">ں </w:t>
      </w:r>
      <w:r>
        <w:rPr>
          <w:rtl/>
        </w:rPr>
        <w:t>كود پڑو تو ہم كو د پڑي</w:t>
      </w:r>
      <w:r w:rsidR="007D6C9B">
        <w:rPr>
          <w:rtl/>
        </w:rPr>
        <w:t xml:space="preserve">ں </w:t>
      </w:r>
      <w:r>
        <w:rPr>
          <w:rtl/>
        </w:rPr>
        <w:t>گے ہمارى يہ آرزو ہے كہ خدا ہمي</w:t>
      </w:r>
      <w:r w:rsidR="007D6C9B">
        <w:rPr>
          <w:rtl/>
        </w:rPr>
        <w:t xml:space="preserve">ں </w:t>
      </w:r>
      <w:r>
        <w:rPr>
          <w:rtl/>
        </w:rPr>
        <w:t>توفيق دے كہ ايسى خدمت كري</w:t>
      </w:r>
      <w:r w:rsidR="007D6C9B">
        <w:rPr>
          <w:rtl/>
        </w:rPr>
        <w:t xml:space="preserve">ں </w:t>
      </w:r>
      <w:r>
        <w:rPr>
          <w:rtl/>
        </w:rPr>
        <w:t xml:space="preserve">جو آپ كى آنكھ كى روشنى كا باعث ہو_ </w:t>
      </w:r>
    </w:p>
    <w:p w:rsidR="00DE2D7F" w:rsidRDefault="00DE2D7F" w:rsidP="00D07B54">
      <w:pPr>
        <w:pStyle w:val="libNormal"/>
        <w:rPr>
          <w:rtl/>
        </w:rPr>
      </w:pPr>
      <w:r>
        <w:rPr>
          <w:rtl/>
        </w:rPr>
        <w:t xml:space="preserve">روز بدر رسول اللہ (ص) نے حضرت على عليہ السلام سے فرمايا: </w:t>
      </w:r>
    </w:p>
    <w:p w:rsidR="00DE2D7F" w:rsidRDefault="00DE2D7F" w:rsidP="00D07B54">
      <w:pPr>
        <w:pStyle w:val="libNormal"/>
        <w:rPr>
          <w:rtl/>
        </w:rPr>
      </w:pPr>
      <w:r>
        <w:rPr>
          <w:rtl/>
        </w:rPr>
        <w:t>زمين سے مٹى اور سنگريزو</w:t>
      </w:r>
      <w:r w:rsidR="007D6C9B">
        <w:rPr>
          <w:rtl/>
        </w:rPr>
        <w:t xml:space="preserve">ں </w:t>
      </w:r>
      <w:r>
        <w:rPr>
          <w:rtl/>
        </w:rPr>
        <w:t xml:space="preserve">كى ايك مٹھى بھر كے مجھے ديدو_ </w:t>
      </w:r>
    </w:p>
    <w:p w:rsidR="00DE2D7F" w:rsidRDefault="00DE2D7F" w:rsidP="00D07B54">
      <w:pPr>
        <w:pStyle w:val="libNormal"/>
        <w:rPr>
          <w:rtl/>
        </w:rPr>
      </w:pPr>
      <w:r>
        <w:rPr>
          <w:rtl/>
        </w:rPr>
        <w:t xml:space="preserve">حضرت على عليہ السلام نے ايسا ہى كيا اور رسول خدا (ص) نے اسے مشركين كى طرف پھينك ديا اور فرمايا: </w:t>
      </w:r>
    </w:p>
    <w:p w:rsidR="00DE2D7F" w:rsidRDefault="00DE2D7F" w:rsidP="00D07B54">
      <w:pPr>
        <w:pStyle w:val="libNormal"/>
        <w:rPr>
          <w:rtl/>
        </w:rPr>
      </w:pPr>
      <w:r>
        <w:rPr>
          <w:rtl/>
        </w:rPr>
        <w:t>''شاہت الوجوہ''(تمہارے منھ قبيح اور سياہ ہوجائي</w:t>
      </w:r>
      <w:r w:rsidR="007D6C9B">
        <w:rPr>
          <w:rtl/>
        </w:rPr>
        <w:t xml:space="preserve">ں </w:t>
      </w:r>
      <w:r>
        <w:rPr>
          <w:rtl/>
        </w:rPr>
        <w:t xml:space="preserve">) </w:t>
      </w:r>
    </w:p>
    <w:p w:rsidR="00DE2D7F" w:rsidRDefault="00DE2D7F" w:rsidP="00D07B54">
      <w:pPr>
        <w:pStyle w:val="libNormal"/>
        <w:rPr>
          <w:rtl/>
        </w:rPr>
      </w:pPr>
      <w:r>
        <w:rPr>
          <w:rtl/>
        </w:rPr>
        <w:t>لكھا ہے كہ معجزانہ طور پر گرد و غبار اور سنگريزے دشمن كى آنكھو</w:t>
      </w:r>
      <w:r w:rsidR="007D6C9B">
        <w:rPr>
          <w:rtl/>
        </w:rPr>
        <w:t xml:space="preserve">ں </w:t>
      </w:r>
      <w:r>
        <w:rPr>
          <w:rtl/>
        </w:rPr>
        <w:t>مي</w:t>
      </w:r>
      <w:r w:rsidR="007D6C9B">
        <w:rPr>
          <w:rtl/>
        </w:rPr>
        <w:t xml:space="preserve">ں </w:t>
      </w:r>
      <w:r>
        <w:rPr>
          <w:rtl/>
        </w:rPr>
        <w:t xml:space="preserve">جا پڑے اور سب وحشت زدہ ہوگئے_ </w:t>
      </w:r>
    </w:p>
    <w:p w:rsidR="004F0625" w:rsidRDefault="00DE2D7F" w:rsidP="00D07B54">
      <w:pPr>
        <w:pStyle w:val="Heading2Center"/>
        <w:rPr>
          <w:rtl/>
        </w:rPr>
      </w:pPr>
      <w:bookmarkStart w:id="354" w:name="_Toc7268751"/>
      <w:r>
        <w:rPr>
          <w:rtl/>
        </w:rPr>
        <w:t>مجاہدين كى تشويق</w:t>
      </w:r>
      <w:bookmarkEnd w:id="354"/>
    </w:p>
    <w:p w:rsidR="00DE2D7F" w:rsidRDefault="00DE2D7F" w:rsidP="00D07B54">
      <w:pPr>
        <w:pStyle w:val="libNormal"/>
        <w:rPr>
          <w:rtl/>
        </w:rPr>
      </w:pPr>
      <w:r>
        <w:rPr>
          <w:rtl/>
        </w:rPr>
        <w:t xml:space="preserve"> ابن عباس سے منقول ہے كہ رسول اللہ (ص) نے جنگ بدر كے روز مجاہدين اسلام كى تشويق كے لئے كچھ انعامات مقرركيے مثلاً فرمايا كہ جو فلا</w:t>
      </w:r>
      <w:r w:rsidR="007D6C9B">
        <w:rPr>
          <w:rtl/>
        </w:rPr>
        <w:t xml:space="preserve">ں </w:t>
      </w:r>
      <w:r>
        <w:rPr>
          <w:rtl/>
        </w:rPr>
        <w:t>دشمن كو قيد كر كے ميرے پاس لائے گا اُسے يہ انعام دو</w:t>
      </w:r>
      <w:r w:rsidR="007D6C9B">
        <w:rPr>
          <w:rtl/>
        </w:rPr>
        <w:t xml:space="preserve">ں </w:t>
      </w:r>
      <w:r>
        <w:rPr>
          <w:rtl/>
        </w:rPr>
        <w:t xml:space="preserve">گا ان </w:t>
      </w:r>
    </w:p>
    <w:p w:rsidR="004F0625" w:rsidRDefault="001648F9" w:rsidP="00D07B54">
      <w:pPr>
        <w:pStyle w:val="libNormal"/>
        <w:rPr>
          <w:rtl/>
        </w:rPr>
      </w:pPr>
      <w:r>
        <w:rPr>
          <w:rtl/>
        </w:rPr>
        <w:t xml:space="preserve"> </w:t>
      </w:r>
      <w:r>
        <w:rPr>
          <w:rtl/>
        </w:rPr>
        <w:br w:type="page"/>
      </w:r>
    </w:p>
    <w:p w:rsidR="004F0625" w:rsidRDefault="004F0625" w:rsidP="00D07B54">
      <w:pPr>
        <w:pStyle w:val="libNormal"/>
        <w:rPr>
          <w:rtl/>
        </w:rPr>
      </w:pPr>
    </w:p>
    <w:p w:rsidR="00DE2D7F" w:rsidRDefault="00DE2D7F" w:rsidP="00D07B54">
      <w:pPr>
        <w:pStyle w:val="libNormal"/>
        <w:rPr>
          <w:rtl/>
        </w:rPr>
      </w:pPr>
      <w:r>
        <w:rPr>
          <w:rtl/>
        </w:rPr>
        <w:t>مي</w:t>
      </w:r>
      <w:r w:rsidR="007D6C9B">
        <w:rPr>
          <w:rtl/>
        </w:rPr>
        <w:t xml:space="preserve">ں </w:t>
      </w:r>
      <w:r>
        <w:rPr>
          <w:rtl/>
        </w:rPr>
        <w:t>پہلے ہى روح ايمان وجہاد موجود تھى اوپر سے يہ تشويق بھي، نتيجہ يہ ہو اكہ جوان سپاہى بڑے افتخار سے مقابلہ كے لئے آگے بڑھے اور اپنے مقصد كى طرف لپكے بوڑھے سن رسيدہ افراد جھنڈو</w:t>
      </w:r>
      <w:r w:rsidR="007D6C9B">
        <w:rPr>
          <w:rtl/>
        </w:rPr>
        <w:t xml:space="preserve">ں </w:t>
      </w:r>
      <w:r>
        <w:rPr>
          <w:rtl/>
        </w:rPr>
        <w:t>تلے موجودرہے جب جنگ ختم ہوئي تو نوجوان اپنے پر افتخار انعامات كے لئے بارگاہ پيغمبر اكرم (ص) كى طرف بڑھے، بوڑھے ان سے كہنے لگے كہ اس مي</w:t>
      </w:r>
      <w:r w:rsidR="007D6C9B">
        <w:rPr>
          <w:rtl/>
        </w:rPr>
        <w:t xml:space="preserve">ں </w:t>
      </w:r>
      <w:r>
        <w:rPr>
          <w:rtl/>
        </w:rPr>
        <w:t>ہمارا بھى حصہ ہے كيونكہ ہم تمہارے لئے پناہ اور سہارے كاكام كررہے تھے اور تمہارے لئے جوش وخروش كا باعث تھے اگر تمہارا معاملہ سخت ہوجاتاہے تو تمہي</w:t>
      </w:r>
      <w:r w:rsidR="007D6C9B">
        <w:rPr>
          <w:rtl/>
        </w:rPr>
        <w:t xml:space="preserve">ں </w:t>
      </w:r>
      <w:r>
        <w:rPr>
          <w:rtl/>
        </w:rPr>
        <w:t>پيچھے ہٹنا پڑتا تو يقيناً تم ہمارى طرف آتے اس موقع پر دو انصاريو</w:t>
      </w:r>
      <w:r w:rsidR="007D6C9B">
        <w:rPr>
          <w:rtl/>
        </w:rPr>
        <w:t xml:space="preserve">ں </w:t>
      </w:r>
      <w:r>
        <w:rPr>
          <w:rtl/>
        </w:rPr>
        <w:t>مي</w:t>
      </w:r>
      <w:r w:rsidR="007D6C9B">
        <w:rPr>
          <w:rtl/>
        </w:rPr>
        <w:t xml:space="preserve">ں </w:t>
      </w:r>
      <w:r>
        <w:rPr>
          <w:rtl/>
        </w:rPr>
        <w:t>تو تو مي</w:t>
      </w:r>
      <w:r w:rsidR="007D6C9B">
        <w:rPr>
          <w:rtl/>
        </w:rPr>
        <w:t xml:space="preserve">ں </w:t>
      </w:r>
      <w:r>
        <w:rPr>
          <w:rtl/>
        </w:rPr>
        <w:t>مي</w:t>
      </w:r>
      <w:r w:rsidR="007D6C9B">
        <w:rPr>
          <w:rtl/>
        </w:rPr>
        <w:t xml:space="preserve">ں </w:t>
      </w:r>
      <w:r>
        <w:rPr>
          <w:rtl/>
        </w:rPr>
        <w:t>بھى ہوگئي اور انہو</w:t>
      </w:r>
      <w:r w:rsidR="007D6C9B">
        <w:rPr>
          <w:rtl/>
        </w:rPr>
        <w:t xml:space="preserve">ں </w:t>
      </w:r>
      <w:r>
        <w:rPr>
          <w:rtl/>
        </w:rPr>
        <w:t>نے جنگى غنائم كے بارے مي</w:t>
      </w:r>
      <w:r w:rsidR="007D6C9B">
        <w:rPr>
          <w:rtl/>
        </w:rPr>
        <w:t xml:space="preserve">ں </w:t>
      </w:r>
      <w:r>
        <w:rPr>
          <w:rtl/>
        </w:rPr>
        <w:t xml:space="preserve">بحث كى _ </w:t>
      </w:r>
    </w:p>
    <w:p w:rsidR="00DE2D7F" w:rsidRDefault="00DE2D7F" w:rsidP="00D07B54">
      <w:pPr>
        <w:pStyle w:val="libNormal"/>
        <w:rPr>
          <w:rtl/>
        </w:rPr>
      </w:pPr>
      <w:r>
        <w:rPr>
          <w:rtl/>
        </w:rPr>
        <w:t>اس اثناء مي</w:t>
      </w:r>
      <w:r w:rsidR="007D6C9B">
        <w:rPr>
          <w:rtl/>
        </w:rPr>
        <w:t xml:space="preserve">ں </w:t>
      </w:r>
      <w:r>
        <w:rPr>
          <w:rtl/>
        </w:rPr>
        <w:t>سورہ انفال كى پہلى آيت نازل ہوئي جس مي</w:t>
      </w:r>
      <w:r w:rsidR="007D6C9B">
        <w:rPr>
          <w:rtl/>
        </w:rPr>
        <w:t xml:space="preserve">ں </w:t>
      </w:r>
      <w:r>
        <w:rPr>
          <w:rtl/>
        </w:rPr>
        <w:t>صراحت كے ساتھ بتايا گيا كہ غنائم كا تعلق پيغمبر (ص) سے ہے وہ جيسے چاہي</w:t>
      </w:r>
      <w:r w:rsidR="007D6C9B">
        <w:rPr>
          <w:rtl/>
        </w:rPr>
        <w:t xml:space="preserve">ں </w:t>
      </w:r>
      <w:r>
        <w:rPr>
          <w:rtl/>
        </w:rPr>
        <w:t>انہي</w:t>
      </w:r>
      <w:r w:rsidR="007D6C9B">
        <w:rPr>
          <w:rtl/>
        </w:rPr>
        <w:t xml:space="preserve">ں </w:t>
      </w:r>
      <w:r>
        <w:rPr>
          <w:rtl/>
        </w:rPr>
        <w:t>تقسيم فرمائي</w:t>
      </w:r>
      <w:r w:rsidR="007D6C9B">
        <w:rPr>
          <w:rtl/>
        </w:rPr>
        <w:t xml:space="preserve">ں </w:t>
      </w:r>
      <w:r>
        <w:rPr>
          <w:rtl/>
        </w:rPr>
        <w:t>، پيغمبر اكرم (ص) نے بھى مساوى طور پر سب سپاہيو</w:t>
      </w:r>
      <w:r w:rsidR="007D6C9B">
        <w:rPr>
          <w:rtl/>
        </w:rPr>
        <w:t xml:space="preserve">ں </w:t>
      </w:r>
      <w:r>
        <w:rPr>
          <w:rtl/>
        </w:rPr>
        <w:t>مي</w:t>
      </w:r>
      <w:r w:rsidR="007D6C9B">
        <w:rPr>
          <w:rtl/>
        </w:rPr>
        <w:t xml:space="preserve">ں </w:t>
      </w:r>
      <w:r>
        <w:rPr>
          <w:rtl/>
        </w:rPr>
        <w:t>غنائم تقسيم كرديئے اور برادران دينى مي</w:t>
      </w:r>
      <w:r w:rsidR="007D6C9B">
        <w:rPr>
          <w:rtl/>
        </w:rPr>
        <w:t xml:space="preserve">ں </w:t>
      </w:r>
      <w:r>
        <w:rPr>
          <w:rtl/>
        </w:rPr>
        <w:t xml:space="preserve">صلح ومصالحت كا حكم ديا _ </w:t>
      </w:r>
    </w:p>
    <w:p w:rsidR="004F0625" w:rsidRDefault="00DE2D7F" w:rsidP="00D07B54">
      <w:pPr>
        <w:pStyle w:val="Heading2Center"/>
        <w:rPr>
          <w:rtl/>
        </w:rPr>
      </w:pPr>
      <w:bookmarkStart w:id="355" w:name="_Toc7268752"/>
      <w:r>
        <w:rPr>
          <w:rtl/>
        </w:rPr>
        <w:t>جنگ كا خاتمہ اور اسيرو</w:t>
      </w:r>
      <w:r w:rsidR="007D6C9B">
        <w:rPr>
          <w:rtl/>
        </w:rPr>
        <w:t xml:space="preserve">ں </w:t>
      </w:r>
      <w:r>
        <w:rPr>
          <w:rtl/>
        </w:rPr>
        <w:t>كا واقعہ</w:t>
      </w:r>
      <w:bookmarkEnd w:id="355"/>
      <w:r>
        <w:rPr>
          <w:rtl/>
        </w:rPr>
        <w:t xml:space="preserve"> </w:t>
      </w:r>
    </w:p>
    <w:p w:rsidR="00DE2D7F" w:rsidRDefault="00DE2D7F" w:rsidP="00D07B54">
      <w:pPr>
        <w:pStyle w:val="libNormal"/>
        <w:rPr>
          <w:rtl/>
        </w:rPr>
      </w:pPr>
      <w:r>
        <w:rPr>
          <w:rtl/>
        </w:rPr>
        <w:t>جنگ بدر كے خاتمہ پر جب جنگى قيدى بنالئے گئے اور پيغمبر اكرم (ص) نے يہ حكم دياكہ قيديو</w:t>
      </w:r>
      <w:r w:rsidR="007D6C9B">
        <w:rPr>
          <w:rtl/>
        </w:rPr>
        <w:t xml:space="preserve">ں </w:t>
      </w:r>
      <w:r>
        <w:rPr>
          <w:rtl/>
        </w:rPr>
        <w:t>مي</w:t>
      </w:r>
      <w:r w:rsidR="007D6C9B">
        <w:rPr>
          <w:rtl/>
        </w:rPr>
        <w:t xml:space="preserve">ں </w:t>
      </w:r>
      <w:r>
        <w:rPr>
          <w:rtl/>
        </w:rPr>
        <w:t>سے دو خطر ناك افراد عقبہ اور نضر كو قتل كردياجائے تو اس پر انصار گھبراگئے كہ كہي</w:t>
      </w:r>
      <w:r w:rsidR="007D6C9B">
        <w:rPr>
          <w:rtl/>
        </w:rPr>
        <w:t xml:space="preserve">ں </w:t>
      </w:r>
      <w:r>
        <w:rPr>
          <w:rtl/>
        </w:rPr>
        <w:t>ايسا نہ ہو كہ يہ حكم تمام قيديو</w:t>
      </w:r>
      <w:r w:rsidR="007D6C9B">
        <w:rPr>
          <w:rtl/>
        </w:rPr>
        <w:t xml:space="preserve">ں </w:t>
      </w:r>
      <w:r>
        <w:rPr>
          <w:rtl/>
        </w:rPr>
        <w:t>كے متعلق جارى ہوجائے اور وہ فديہ لينے سے محروم ہوجائي</w:t>
      </w:r>
      <w:r w:rsidR="007D6C9B">
        <w:rPr>
          <w:rtl/>
        </w:rPr>
        <w:t xml:space="preserve">ں </w:t>
      </w:r>
      <w:r>
        <w:rPr>
          <w:rtl/>
        </w:rPr>
        <w:t>) لہذا انہو</w:t>
      </w:r>
      <w:r w:rsidR="007D6C9B">
        <w:rPr>
          <w:rtl/>
        </w:rPr>
        <w:t xml:space="preserve">ں </w:t>
      </w:r>
      <w:r>
        <w:rPr>
          <w:rtl/>
        </w:rPr>
        <w:t>نے رسول اللہ كى خدمت مي</w:t>
      </w:r>
      <w:r w:rsidR="007D6C9B">
        <w:rPr>
          <w:rtl/>
        </w:rPr>
        <w:t xml:space="preserve">ں </w:t>
      </w:r>
      <w:r>
        <w:rPr>
          <w:rtl/>
        </w:rPr>
        <w:t>عرض كيا : ہم نے سترآدميو</w:t>
      </w:r>
      <w:r w:rsidR="007D6C9B">
        <w:rPr>
          <w:rtl/>
        </w:rPr>
        <w:t xml:space="preserve">ں </w:t>
      </w:r>
      <w:r>
        <w:rPr>
          <w:rtl/>
        </w:rPr>
        <w:t>كو قتل كيا ہے اور سترہى كو قيدى بنايا ہے اور يہ آپ كے قبيلے مي</w:t>
      </w:r>
      <w:r w:rsidR="007D6C9B">
        <w:rPr>
          <w:rtl/>
        </w:rPr>
        <w:t xml:space="preserve">ں </w:t>
      </w:r>
      <w:r>
        <w:rPr>
          <w:rtl/>
        </w:rPr>
        <w:t>سے آپ ہى كے قيدى ہي</w:t>
      </w:r>
      <w:r w:rsidR="007D6C9B">
        <w:rPr>
          <w:rtl/>
        </w:rPr>
        <w:t xml:space="preserve">ں </w:t>
      </w:r>
      <w:r>
        <w:rPr>
          <w:rtl/>
        </w:rPr>
        <w:t>،يہ ہمي</w:t>
      </w:r>
      <w:r w:rsidR="007D6C9B">
        <w:rPr>
          <w:rtl/>
        </w:rPr>
        <w:t xml:space="preserve">ں </w:t>
      </w:r>
      <w:r>
        <w:rPr>
          <w:rtl/>
        </w:rPr>
        <w:t>بخش ديجئے تاكہ ہم ان كى آزادى كے بدلے فديہ لے سكي</w:t>
      </w:r>
      <w:r w:rsidR="007D6C9B">
        <w:rPr>
          <w:rtl/>
        </w:rPr>
        <w:t xml:space="preserve">ں </w:t>
      </w:r>
      <w:r>
        <w:rPr>
          <w:rtl/>
        </w:rPr>
        <w:t xml:space="preserve">_ </w:t>
      </w:r>
    </w:p>
    <w:p w:rsidR="00DE2D7F" w:rsidRDefault="00DE2D7F" w:rsidP="00D07B54">
      <w:pPr>
        <w:pStyle w:val="libNormal"/>
        <w:rPr>
          <w:rtl/>
        </w:rPr>
      </w:pPr>
      <w:r>
        <w:rPr>
          <w:rtl/>
        </w:rPr>
        <w:t>(رسول اللہ اس كے لئے وحى آسمانى كے منتظر تھے ) اس موقع پروحى الہى نازل ہوئي اورقيديو</w:t>
      </w:r>
      <w:r w:rsidR="007D6C9B">
        <w:rPr>
          <w:rtl/>
        </w:rPr>
        <w:t xml:space="preserve">ں </w:t>
      </w:r>
      <w:r>
        <w:rPr>
          <w:rtl/>
        </w:rPr>
        <w:t xml:space="preserve">كى آزادى كے بدلے فديہ لينے كى اجازت ديدى گئي _ </w:t>
      </w:r>
    </w:p>
    <w:p w:rsidR="00DE2D7F" w:rsidRDefault="00DE2D7F" w:rsidP="00D07B54">
      <w:pPr>
        <w:pStyle w:val="libNormal"/>
        <w:rPr>
          <w:rtl/>
        </w:rPr>
      </w:pPr>
      <w:r>
        <w:rPr>
          <w:rtl/>
        </w:rPr>
        <w:t>اسيرو</w:t>
      </w:r>
      <w:r w:rsidR="007D6C9B">
        <w:rPr>
          <w:rtl/>
        </w:rPr>
        <w:t xml:space="preserve">ں </w:t>
      </w:r>
      <w:r>
        <w:rPr>
          <w:rtl/>
        </w:rPr>
        <w:t>كى ازادى كے لئے زيادہ سے زيادہ چار ہزار درہم اور كم سے كم ايك ہزار درہم معين كى گئي، يہ بات قريش كے كانو</w:t>
      </w:r>
      <w:r w:rsidR="007D6C9B">
        <w:rPr>
          <w:rtl/>
        </w:rPr>
        <w:t xml:space="preserve">ں </w:t>
      </w:r>
      <w:r>
        <w:rPr>
          <w:rtl/>
        </w:rPr>
        <w:t>تك پہونچى تو انھو</w:t>
      </w:r>
      <w:r w:rsidR="007D6C9B">
        <w:rPr>
          <w:rtl/>
        </w:rPr>
        <w:t xml:space="preserve">ں </w:t>
      </w:r>
      <w:r>
        <w:rPr>
          <w:rtl/>
        </w:rPr>
        <w:t>نے ايك ايك كے بدلے معين شدہ رقم بھيج كرا سيرو</w:t>
      </w:r>
      <w:r w:rsidR="007D6C9B">
        <w:rPr>
          <w:rtl/>
        </w:rPr>
        <w:t xml:space="preserve">ں </w:t>
      </w:r>
      <w:r>
        <w:rPr>
          <w:rtl/>
        </w:rPr>
        <w:t xml:space="preserve">كو ازاد </w:t>
      </w:r>
    </w:p>
    <w:p w:rsidR="004F0625" w:rsidRDefault="001648F9" w:rsidP="00D07B54">
      <w:pPr>
        <w:pStyle w:val="libNormal"/>
        <w:rPr>
          <w:rtl/>
        </w:rPr>
      </w:pPr>
      <w:r>
        <w:rPr>
          <w:rtl/>
        </w:rPr>
        <w:t xml:space="preserve"> </w:t>
      </w:r>
      <w:r>
        <w:rPr>
          <w:rtl/>
        </w:rPr>
        <w:br w:type="page"/>
      </w:r>
    </w:p>
    <w:p w:rsidR="004F0625" w:rsidRDefault="004F0625" w:rsidP="00D07B54">
      <w:pPr>
        <w:pStyle w:val="libNormal"/>
        <w:rPr>
          <w:rtl/>
        </w:rPr>
      </w:pPr>
    </w:p>
    <w:p w:rsidR="00DE2D7F" w:rsidRDefault="00DE2D7F" w:rsidP="00D07B54">
      <w:pPr>
        <w:pStyle w:val="libNormal"/>
        <w:rPr>
          <w:rtl/>
        </w:rPr>
      </w:pPr>
      <w:r>
        <w:rPr>
          <w:rtl/>
        </w:rPr>
        <w:t xml:space="preserve">كراليا_ </w:t>
      </w:r>
    </w:p>
    <w:p w:rsidR="00DE2D7F" w:rsidRDefault="00DE2D7F" w:rsidP="00D07B54">
      <w:pPr>
        <w:pStyle w:val="libNormal"/>
        <w:rPr>
          <w:rtl/>
        </w:rPr>
      </w:pPr>
      <w:r>
        <w:rPr>
          <w:rtl/>
        </w:rPr>
        <w:t>تعجب كى بات يہ ہے كہ رسول اللہ (ص) كا داماد ابوالعاص بھى ان قيديو</w:t>
      </w:r>
      <w:r w:rsidR="007D6C9B">
        <w:rPr>
          <w:rtl/>
        </w:rPr>
        <w:t xml:space="preserve">ں </w:t>
      </w:r>
      <w:r>
        <w:rPr>
          <w:rtl/>
        </w:rPr>
        <w:t>مي</w:t>
      </w:r>
      <w:r w:rsidR="007D6C9B">
        <w:rPr>
          <w:rtl/>
        </w:rPr>
        <w:t xml:space="preserve">ں </w:t>
      </w:r>
      <w:r>
        <w:rPr>
          <w:rtl/>
        </w:rPr>
        <w:t>تھا ،رسول (ص) كى بيٹى يعنى زينب جو ابولعاص كى بيوى تھى نے وہ گلو بند جو جناب خديجہ نے ان كى شاد ى كے وقت انہي</w:t>
      </w:r>
      <w:r w:rsidR="007D6C9B">
        <w:rPr>
          <w:rtl/>
        </w:rPr>
        <w:t xml:space="preserve">ں </w:t>
      </w:r>
      <w:r>
        <w:rPr>
          <w:rtl/>
        </w:rPr>
        <w:t>ديا تھا فديہ كے طور پررسول اللہ (ص) كے پاس بھيجا،جب پيغمبر اكرم (ص) كى نگاہ گلو بند پر پڑى تو جناب خديجہ جيسى فداكار اور مجاہدہ خاتون كى ياد ي</w:t>
      </w:r>
      <w:r w:rsidR="007D6C9B">
        <w:rPr>
          <w:rtl/>
        </w:rPr>
        <w:t xml:space="preserve">ں </w:t>
      </w:r>
      <w:r>
        <w:rPr>
          <w:rtl/>
        </w:rPr>
        <w:t>ان كى آنكھو</w:t>
      </w:r>
      <w:r w:rsidR="007D6C9B">
        <w:rPr>
          <w:rtl/>
        </w:rPr>
        <w:t xml:space="preserve">ں </w:t>
      </w:r>
      <w:r>
        <w:rPr>
          <w:rtl/>
        </w:rPr>
        <w:t>كے سامنے مجسم ہوگئي</w:t>
      </w:r>
      <w:r w:rsidR="007D6C9B">
        <w:rPr>
          <w:rtl/>
        </w:rPr>
        <w:t xml:space="preserve">ں </w:t>
      </w:r>
      <w:r>
        <w:rPr>
          <w:rtl/>
        </w:rPr>
        <w:t>،آپ(ص) نے فرمايا:خدا كى رحمت ہو خديجہ پر ،يہ وہ گلو بند ہے جو اس نے ميرى بيٹى زينب كو جہيز مي</w:t>
      </w:r>
      <w:r w:rsidR="007D6C9B">
        <w:rPr>
          <w:rtl/>
        </w:rPr>
        <w:t xml:space="preserve">ں </w:t>
      </w:r>
      <w:r>
        <w:rPr>
          <w:rtl/>
        </w:rPr>
        <w:t>ديا تھا(اور بعض دوسرى روايات كے مطابق جناب خديجہ كے احترام مي</w:t>
      </w:r>
      <w:r w:rsidR="007D6C9B">
        <w:rPr>
          <w:rtl/>
        </w:rPr>
        <w:t xml:space="preserve">ں </w:t>
      </w:r>
      <w:r>
        <w:rPr>
          <w:rtl/>
        </w:rPr>
        <w:t>آپ (ص) نے گلو بند قبول كرنے سے احرازكيا اور حقوق مسلمين كو پيش نظر كرتے ہوئے اس مي</w:t>
      </w:r>
      <w:r w:rsidR="007D6C9B">
        <w:rPr>
          <w:rtl/>
        </w:rPr>
        <w:t xml:space="preserve">ں </w:t>
      </w:r>
      <w:r>
        <w:rPr>
          <w:rtl/>
        </w:rPr>
        <w:t xml:space="preserve">ان كى موافقت حاصل كي)_ </w:t>
      </w:r>
    </w:p>
    <w:p w:rsidR="00DE2D7F" w:rsidRDefault="00DE2D7F" w:rsidP="00D07B54">
      <w:pPr>
        <w:pStyle w:val="libNormal"/>
        <w:rPr>
          <w:rtl/>
        </w:rPr>
      </w:pPr>
      <w:r>
        <w:rPr>
          <w:rtl/>
        </w:rPr>
        <w:t>اس كے بعد پيغمبر اكرم (ص) نے ابوالعاص كو اس شرط پر آزاد كرديا كہ وہ زينب كو (جو اسلام سے پہلے ابوالعاص كى زوجيت مي</w:t>
      </w:r>
      <w:r w:rsidR="007D6C9B">
        <w:rPr>
          <w:rtl/>
        </w:rPr>
        <w:t xml:space="preserve">ں </w:t>
      </w:r>
      <w:r>
        <w:rPr>
          <w:rtl/>
        </w:rPr>
        <w:t>تھي</w:t>
      </w:r>
      <w:r w:rsidR="007D6C9B">
        <w:rPr>
          <w:rtl/>
        </w:rPr>
        <w:t xml:space="preserve">ں </w:t>
      </w:r>
      <w:r>
        <w:rPr>
          <w:rtl/>
        </w:rPr>
        <w:t>)مدينہ پيغمبر (ص) كے پاس بھيج دے ، اس نے بھى اس شرط كو قبول كرليا او ربعد مي</w:t>
      </w:r>
      <w:r w:rsidR="007D6C9B">
        <w:rPr>
          <w:rtl/>
        </w:rPr>
        <w:t xml:space="preserve">ں </w:t>
      </w:r>
      <w:r>
        <w:rPr>
          <w:rtl/>
        </w:rPr>
        <w:t xml:space="preserve">اسے پورا بھى كيا_ </w:t>
      </w:r>
    </w:p>
    <w:p w:rsidR="004F0625" w:rsidRDefault="00DE2D7F" w:rsidP="00D07B54">
      <w:pPr>
        <w:pStyle w:val="Heading2Center"/>
        <w:rPr>
          <w:rtl/>
        </w:rPr>
      </w:pPr>
      <w:bookmarkStart w:id="356" w:name="_Toc7268753"/>
      <w:r>
        <w:rPr>
          <w:rtl/>
        </w:rPr>
        <w:t>آنحضرت(ص) كے چچا عباس كا اسلام قبول كرنا</w:t>
      </w:r>
      <w:bookmarkEnd w:id="356"/>
    </w:p>
    <w:p w:rsidR="00DE2D7F" w:rsidRDefault="00DE2D7F" w:rsidP="00D07B54">
      <w:pPr>
        <w:pStyle w:val="libNormal"/>
        <w:rPr>
          <w:rtl/>
        </w:rPr>
      </w:pPr>
      <w:r>
        <w:rPr>
          <w:rtl/>
        </w:rPr>
        <w:t xml:space="preserve"> انصار كے كچھ آدميو</w:t>
      </w:r>
      <w:r w:rsidR="007D6C9B">
        <w:rPr>
          <w:rtl/>
        </w:rPr>
        <w:t xml:space="preserve">ں </w:t>
      </w:r>
      <w:r>
        <w:rPr>
          <w:rtl/>
        </w:rPr>
        <w:t>نے رسول اللہ (ص) سے اجازت چاہى كہ آپ كے چچا عباس جو قيديو</w:t>
      </w:r>
      <w:r w:rsidR="007D6C9B">
        <w:rPr>
          <w:rtl/>
        </w:rPr>
        <w:t xml:space="preserve">ں </w:t>
      </w:r>
      <w:r>
        <w:rPr>
          <w:rtl/>
        </w:rPr>
        <w:t>مي</w:t>
      </w:r>
      <w:r w:rsidR="007D6C9B">
        <w:rPr>
          <w:rtl/>
        </w:rPr>
        <w:t xml:space="preserve">ں </w:t>
      </w:r>
      <w:r>
        <w:rPr>
          <w:rtl/>
        </w:rPr>
        <w:t>تھے ان سے آپ(ص) كے احترام مي</w:t>
      </w:r>
      <w:r w:rsidR="007D6C9B">
        <w:rPr>
          <w:rtl/>
        </w:rPr>
        <w:t xml:space="preserve">ں </w:t>
      </w:r>
      <w:r>
        <w:rPr>
          <w:rtl/>
        </w:rPr>
        <w:t xml:space="preserve">فديہ نہ ليا جائے ليكن پيغمبر (ص) نے فرمايا: </w:t>
      </w:r>
    </w:p>
    <w:p w:rsidR="00DE2D7F" w:rsidRDefault="00DE2D7F" w:rsidP="00D07B54">
      <w:pPr>
        <w:pStyle w:val="libNormal"/>
        <w:rPr>
          <w:rtl/>
        </w:rPr>
      </w:pPr>
      <w:r>
        <w:rPr>
          <w:rtl/>
        </w:rPr>
        <w:t>''خداكى قسم اس كے ايك درھم سے بھى صرف نظر نہ كرو''( اگر فديہ لينا خدائي قانون ہے تو اسے سب پر جارى ہونا چاہئے ،يہا</w:t>
      </w:r>
      <w:r w:rsidR="007D6C9B">
        <w:rPr>
          <w:rtl/>
        </w:rPr>
        <w:t xml:space="preserve">ں </w:t>
      </w:r>
      <w:r>
        <w:rPr>
          <w:rtl/>
        </w:rPr>
        <w:t>تك كہ ميرے چچا پر بھى اس كے اور دوسرو</w:t>
      </w:r>
      <w:r w:rsidR="007D6C9B">
        <w:rPr>
          <w:rtl/>
        </w:rPr>
        <w:t xml:space="preserve">ں </w:t>
      </w:r>
      <w:r>
        <w:rPr>
          <w:rtl/>
        </w:rPr>
        <w:t>كے درميان كوئي فرق نہي</w:t>
      </w:r>
      <w:r w:rsidR="007D6C9B">
        <w:rPr>
          <w:rtl/>
        </w:rPr>
        <w:t xml:space="preserve">ں </w:t>
      </w:r>
      <w:r>
        <w:rPr>
          <w:rtl/>
        </w:rPr>
        <w:t xml:space="preserve">ہے_) </w:t>
      </w:r>
    </w:p>
    <w:p w:rsidR="00DE2D7F" w:rsidRDefault="00DE2D7F" w:rsidP="00D07B54">
      <w:pPr>
        <w:pStyle w:val="libNormal"/>
        <w:rPr>
          <w:rtl/>
        </w:rPr>
      </w:pPr>
      <w:r>
        <w:rPr>
          <w:rtl/>
        </w:rPr>
        <w:t xml:space="preserve">پيغمبر اكرم (ص) عباس كى طرف متوجہ ہوئے اور فرمايا: اپنى طرف سے او راپنے بھتيجے ( عقيل بن ابى طالب) كى طرف سے آپ(ص) كو فديہ ادا كرنا چاہئے_ </w:t>
      </w:r>
    </w:p>
    <w:p w:rsidR="004F0625" w:rsidRDefault="001648F9" w:rsidP="00D07B54">
      <w:pPr>
        <w:pStyle w:val="libNormal"/>
        <w:rPr>
          <w:rtl/>
        </w:rPr>
      </w:pPr>
      <w:r>
        <w:rPr>
          <w:rtl/>
        </w:rPr>
        <w:t xml:space="preserve"> </w:t>
      </w:r>
      <w:r>
        <w:rPr>
          <w:rtl/>
        </w:rPr>
        <w:br w:type="page"/>
      </w:r>
    </w:p>
    <w:p w:rsidR="004F0625" w:rsidRDefault="004F0625" w:rsidP="00D07B54">
      <w:pPr>
        <w:pStyle w:val="libNormal"/>
        <w:rPr>
          <w:rtl/>
        </w:rPr>
      </w:pPr>
    </w:p>
    <w:p w:rsidR="00DE2D7F" w:rsidRDefault="00DE2D7F" w:rsidP="00D07B54">
      <w:pPr>
        <w:pStyle w:val="libNormal"/>
        <w:rPr>
          <w:rtl/>
        </w:rPr>
      </w:pPr>
      <w:r>
        <w:rPr>
          <w:rtl/>
        </w:rPr>
        <w:t>عباس ( جو مال سے بڑا لگائو ركھتے تھے ) كہنے لگے: اے محمد(ص) كيا تم چاہتے ہو كہ مجھے ايسا فقير او رمحتاج كردو كہ مي</w:t>
      </w:r>
      <w:r w:rsidR="007D6C9B">
        <w:rPr>
          <w:rtl/>
        </w:rPr>
        <w:t xml:space="preserve">ں </w:t>
      </w:r>
      <w:r>
        <w:rPr>
          <w:rtl/>
        </w:rPr>
        <w:t>اہل قريش كے سامنے اپنا ہاتھ پھيلائو</w:t>
      </w:r>
      <w:r w:rsidR="007D6C9B">
        <w:rPr>
          <w:rtl/>
        </w:rPr>
        <w:t xml:space="preserve">ں </w:t>
      </w:r>
      <w:r>
        <w:rPr>
          <w:rtl/>
        </w:rPr>
        <w:t xml:space="preserve">_ </w:t>
      </w:r>
    </w:p>
    <w:p w:rsidR="00DE2D7F" w:rsidRDefault="00DE2D7F" w:rsidP="00D07B54">
      <w:pPr>
        <w:pStyle w:val="libNormal"/>
        <w:rPr>
          <w:rtl/>
        </w:rPr>
      </w:pPr>
      <w:r>
        <w:rPr>
          <w:rtl/>
        </w:rPr>
        <w:t>رسول اللہ (ص) نے فرمايا: اس مال مي</w:t>
      </w:r>
      <w:r w:rsidR="007D6C9B">
        <w:rPr>
          <w:rtl/>
        </w:rPr>
        <w:t xml:space="preserve">ں </w:t>
      </w:r>
      <w:r>
        <w:rPr>
          <w:rtl/>
        </w:rPr>
        <w:t>سے فديہ ادا كري</w:t>
      </w:r>
      <w:r w:rsidR="007D6C9B">
        <w:rPr>
          <w:rtl/>
        </w:rPr>
        <w:t xml:space="preserve">ں </w:t>
      </w:r>
      <w:r>
        <w:rPr>
          <w:rtl/>
        </w:rPr>
        <w:t>جو آپ(ص) نے اپنى بيوى ام الفضل كے پاس ركھا تھا اور اس سے كہا تھا كہ اگر مي</w:t>
      </w:r>
      <w:r w:rsidR="007D6C9B">
        <w:rPr>
          <w:rtl/>
        </w:rPr>
        <w:t xml:space="preserve">ں </w:t>
      </w:r>
      <w:r>
        <w:rPr>
          <w:rtl/>
        </w:rPr>
        <w:t>ميدان جنگ مي</w:t>
      </w:r>
      <w:r w:rsidR="007D6C9B">
        <w:rPr>
          <w:rtl/>
        </w:rPr>
        <w:t xml:space="preserve">ں </w:t>
      </w:r>
      <w:r>
        <w:rPr>
          <w:rtl/>
        </w:rPr>
        <w:t>مارا جائو</w:t>
      </w:r>
      <w:r w:rsidR="007D6C9B">
        <w:rPr>
          <w:rtl/>
        </w:rPr>
        <w:t xml:space="preserve">ں </w:t>
      </w:r>
      <w:r>
        <w:rPr>
          <w:rtl/>
        </w:rPr>
        <w:t xml:space="preserve">تو اس مال كو اپنے اور اپنى اولاد كے مصارف كے لئے سمجھنا_ </w:t>
      </w:r>
    </w:p>
    <w:p w:rsidR="00DE2D7F" w:rsidRDefault="00DE2D7F" w:rsidP="00D07B54">
      <w:pPr>
        <w:pStyle w:val="libNormal"/>
        <w:rPr>
          <w:rtl/>
        </w:rPr>
      </w:pPr>
      <w:r>
        <w:rPr>
          <w:rtl/>
        </w:rPr>
        <w:t xml:space="preserve">عباس يہ بات سن كر بہت متعجب ہوئے اور كہنے لگے: آپ(ص) كو يہ بات كس نے بتائي ( حالانكہ يہ تو بالكل محرمانہ تھى )؟ </w:t>
      </w:r>
    </w:p>
    <w:p w:rsidR="00DE2D7F" w:rsidRDefault="00DE2D7F" w:rsidP="00D07B54">
      <w:pPr>
        <w:pStyle w:val="libNormal"/>
        <w:rPr>
          <w:rtl/>
        </w:rPr>
      </w:pPr>
      <w:r>
        <w:rPr>
          <w:rtl/>
        </w:rPr>
        <w:t xml:space="preserve">رسول اللہ (ص) نے فرمايا : جبرئيل نے، خدا كى طرف سے_ </w:t>
      </w:r>
    </w:p>
    <w:p w:rsidR="00DE2D7F" w:rsidRDefault="00DE2D7F" w:rsidP="00D07B54">
      <w:pPr>
        <w:pStyle w:val="libNormal"/>
        <w:rPr>
          <w:rtl/>
        </w:rPr>
      </w:pPr>
      <w:r>
        <w:rPr>
          <w:rtl/>
        </w:rPr>
        <w:t xml:space="preserve">عباس بولے : اس كى قسم كہ جس كى محمد (ص) قسم كھاتا ہے كہ ميرے اور ميرى بيوى كے علاوہ اس راز سے كوئي آگاہ نہ تھا_ </w:t>
      </w:r>
    </w:p>
    <w:p w:rsidR="00DE2D7F" w:rsidRDefault="00DE2D7F" w:rsidP="00D07B54">
      <w:pPr>
        <w:pStyle w:val="libNormal"/>
        <w:rPr>
          <w:rtl/>
        </w:rPr>
      </w:pPr>
      <w:r>
        <w:rPr>
          <w:rtl/>
        </w:rPr>
        <w:t xml:space="preserve">اس كے بعد وہ پكار اٹھے: ''اشھد انك رسول اللہ'' </w:t>
      </w:r>
    </w:p>
    <w:p w:rsidR="00DE2D7F" w:rsidRDefault="00DE2D7F" w:rsidP="00D07B54">
      <w:pPr>
        <w:pStyle w:val="libNormal"/>
        <w:rPr>
          <w:rtl/>
        </w:rPr>
      </w:pPr>
      <w:r>
        <w:rPr>
          <w:rtl/>
        </w:rPr>
        <w:t>( يعنى مي</w:t>
      </w:r>
      <w:r w:rsidR="007D6C9B">
        <w:rPr>
          <w:rtl/>
        </w:rPr>
        <w:t xml:space="preserve">ں </w:t>
      </w:r>
      <w:r>
        <w:rPr>
          <w:rtl/>
        </w:rPr>
        <w:t>گواہى ديتا ہو</w:t>
      </w:r>
      <w:r w:rsidR="007D6C9B">
        <w:rPr>
          <w:rtl/>
        </w:rPr>
        <w:t xml:space="preserve">ں </w:t>
      </w:r>
      <w:r>
        <w:rPr>
          <w:rtl/>
        </w:rPr>
        <w:t>كہ آپ(ص) اللہ كے رسول ہي</w:t>
      </w:r>
      <w:r w:rsidR="007D6C9B">
        <w:rPr>
          <w:rtl/>
        </w:rPr>
        <w:t xml:space="preserve">ں </w:t>
      </w:r>
      <w:r>
        <w:rPr>
          <w:rtl/>
        </w:rPr>
        <w:t xml:space="preserve">) </w:t>
      </w:r>
    </w:p>
    <w:p w:rsidR="00DE2D7F" w:rsidRDefault="00DE2D7F" w:rsidP="00D07B54">
      <w:pPr>
        <w:pStyle w:val="libNormal"/>
        <w:rPr>
          <w:rtl/>
        </w:rPr>
      </w:pPr>
      <w:r>
        <w:rPr>
          <w:rtl/>
        </w:rPr>
        <w:t>اور يو</w:t>
      </w:r>
      <w:r w:rsidR="007D6C9B">
        <w:rPr>
          <w:rtl/>
        </w:rPr>
        <w:t xml:space="preserve">ں </w:t>
      </w:r>
      <w:r>
        <w:rPr>
          <w:rtl/>
        </w:rPr>
        <w:t xml:space="preserve">وہ مسلمان ہوگئے_ </w:t>
      </w:r>
    </w:p>
    <w:p w:rsidR="00DE2D7F" w:rsidRDefault="00DE2D7F" w:rsidP="00D07B54">
      <w:pPr>
        <w:pStyle w:val="libNormal"/>
        <w:rPr>
          <w:rtl/>
        </w:rPr>
      </w:pPr>
      <w:r>
        <w:rPr>
          <w:rtl/>
        </w:rPr>
        <w:t>آزادى كے بعد بدر كے تمام قيدى مكہ لوٹ گئے ليكن عباس، عقيل اور نوفل مدينہ ہى مي</w:t>
      </w:r>
      <w:r w:rsidR="007D6C9B">
        <w:rPr>
          <w:rtl/>
        </w:rPr>
        <w:t xml:space="preserve">ں </w:t>
      </w:r>
      <w:r>
        <w:rPr>
          <w:rtl/>
        </w:rPr>
        <w:t>رہ گئے كيونكہ انہو</w:t>
      </w:r>
      <w:r w:rsidR="007D6C9B">
        <w:rPr>
          <w:rtl/>
        </w:rPr>
        <w:t xml:space="preserve">ں </w:t>
      </w:r>
      <w:r>
        <w:rPr>
          <w:rtl/>
        </w:rPr>
        <w:t xml:space="preserve">نے اسلام قبول كرليا تھا_ </w:t>
      </w:r>
    </w:p>
    <w:p w:rsidR="00DE2D7F" w:rsidRDefault="00DE2D7F" w:rsidP="00D07B54">
      <w:pPr>
        <w:pStyle w:val="libNormal"/>
        <w:rPr>
          <w:rtl/>
        </w:rPr>
      </w:pPr>
      <w:r>
        <w:rPr>
          <w:rtl/>
        </w:rPr>
        <w:t>عباس كے اسلام لانے كے بارے مي</w:t>
      </w:r>
      <w:r w:rsidR="007D6C9B">
        <w:rPr>
          <w:rtl/>
        </w:rPr>
        <w:t xml:space="preserve">ں </w:t>
      </w:r>
      <w:r>
        <w:rPr>
          <w:rtl/>
        </w:rPr>
        <w:t>بعض تواريخ مي</w:t>
      </w:r>
      <w:r w:rsidR="007D6C9B">
        <w:rPr>
          <w:rtl/>
        </w:rPr>
        <w:t xml:space="preserve">ں </w:t>
      </w:r>
      <w:r>
        <w:rPr>
          <w:rtl/>
        </w:rPr>
        <w:t xml:space="preserve">ہے كہ اسلام قبول كرلينے كے بعد وہ مكہ كى طرف پلٹ گئے تھے اور خط كے ذريعہ رسول اللہ (ص) كو سازش سے باخبر كيا كرتے تھے ، پھر </w:t>
      </w:r>
      <w:r w:rsidR="00E664BB">
        <w:rPr>
          <w:rtl/>
        </w:rPr>
        <w:t>8</w:t>
      </w:r>
      <w:r>
        <w:rPr>
          <w:rtl/>
        </w:rPr>
        <w:t xml:space="preserve"> سے پہلے فتح مكہ كے سال مدينہ كى طرف ہجرت كر آئے_ </w:t>
      </w:r>
    </w:p>
    <w:p w:rsidR="004F0625" w:rsidRDefault="001648F9" w:rsidP="00D07B54">
      <w:pPr>
        <w:pStyle w:val="libNormal"/>
        <w:rPr>
          <w:rtl/>
        </w:rPr>
      </w:pPr>
      <w:r>
        <w:rPr>
          <w:rtl/>
        </w:rPr>
        <w:t xml:space="preserve"> </w:t>
      </w:r>
      <w:r>
        <w:rPr>
          <w:rtl/>
        </w:rPr>
        <w:br w:type="page"/>
      </w:r>
    </w:p>
    <w:p w:rsidR="004F0625" w:rsidRDefault="00DE2D7F" w:rsidP="00D07B54">
      <w:pPr>
        <w:pStyle w:val="Heading2Center"/>
        <w:rPr>
          <w:rtl/>
        </w:rPr>
      </w:pPr>
      <w:bookmarkStart w:id="357" w:name="_Toc7268754"/>
      <w:r>
        <w:rPr>
          <w:rtl/>
        </w:rPr>
        <w:lastRenderedPageBreak/>
        <w:t xml:space="preserve">جنگ احد </w:t>
      </w:r>
      <w:r w:rsidRPr="00AD1EF3">
        <w:rPr>
          <w:rStyle w:val="libFootnotenumChar"/>
          <w:rtl/>
        </w:rPr>
        <w:t>(</w:t>
      </w:r>
      <w:r w:rsidR="00E664BB" w:rsidRPr="00AD1EF3">
        <w:rPr>
          <w:rStyle w:val="libFootnotenumChar"/>
          <w:rtl/>
        </w:rPr>
        <w:t>1</w:t>
      </w:r>
      <w:r w:rsidRPr="00AD1EF3">
        <w:rPr>
          <w:rStyle w:val="libFootnotenumChar"/>
          <w:rtl/>
        </w:rPr>
        <w:t>)</w:t>
      </w:r>
      <w:bookmarkEnd w:id="357"/>
      <w:r>
        <w:rPr>
          <w:rtl/>
        </w:rPr>
        <w:t xml:space="preserve"> </w:t>
      </w:r>
    </w:p>
    <w:p w:rsidR="00DE2D7F" w:rsidRDefault="00DE2D7F" w:rsidP="00D07B54">
      <w:pPr>
        <w:pStyle w:val="libNormal"/>
        <w:rPr>
          <w:rtl/>
        </w:rPr>
      </w:pPr>
      <w:r>
        <w:rPr>
          <w:rtl/>
        </w:rPr>
        <w:t>جنگ احد كا پيش خيمہ جب كفار مكہ جنگ بدر مي</w:t>
      </w:r>
      <w:r w:rsidR="007D6C9B">
        <w:rPr>
          <w:rtl/>
        </w:rPr>
        <w:t xml:space="preserve">ں </w:t>
      </w:r>
      <w:r>
        <w:rPr>
          <w:rtl/>
        </w:rPr>
        <w:t>شكست خوردہ ہوئے اور ستر(</w:t>
      </w:r>
      <w:r w:rsidR="00E664BB">
        <w:rPr>
          <w:rtl/>
        </w:rPr>
        <w:t>70</w:t>
      </w:r>
      <w:r>
        <w:rPr>
          <w:rtl/>
        </w:rPr>
        <w:t>) قيدى چھوڑكر مكہ كى طرف پلٹ گئے تو ابو سفيان نے لوگو</w:t>
      </w:r>
      <w:r w:rsidR="007D6C9B">
        <w:rPr>
          <w:rtl/>
        </w:rPr>
        <w:t xml:space="preserve">ں </w:t>
      </w:r>
      <w:r>
        <w:rPr>
          <w:rtl/>
        </w:rPr>
        <w:t>كو خبر دار كيا كہ وہ اپنى عورتو</w:t>
      </w:r>
      <w:r w:rsidR="007D6C9B">
        <w:rPr>
          <w:rtl/>
        </w:rPr>
        <w:t xml:space="preserve">ں </w:t>
      </w:r>
      <w:r>
        <w:rPr>
          <w:rtl/>
        </w:rPr>
        <w:t>كو مقتولين بدر پر گريہ وزارى نہ كرنے دي</w:t>
      </w:r>
      <w:r w:rsidR="007D6C9B">
        <w:rPr>
          <w:rtl/>
        </w:rPr>
        <w:t xml:space="preserve">ں </w:t>
      </w:r>
      <w:r>
        <w:rPr>
          <w:rtl/>
        </w:rPr>
        <w:t>كيونكہ آنسو غم واندوہ كو دور كرديتے ہي</w:t>
      </w:r>
      <w:r w:rsidR="007D6C9B">
        <w:rPr>
          <w:rtl/>
        </w:rPr>
        <w:t xml:space="preserve">ں </w:t>
      </w:r>
      <w:r>
        <w:rPr>
          <w:rtl/>
        </w:rPr>
        <w:t>اور اس طرح محمد كى دشمنى اور عداوت ا</w:t>
      </w:r>
      <w:r w:rsidR="00E664BB">
        <w:rPr>
          <w:rtl/>
        </w:rPr>
        <w:t>6</w:t>
      </w:r>
      <w:r>
        <w:rPr>
          <w:rtl/>
        </w:rPr>
        <w:t>ن كے دلو</w:t>
      </w:r>
      <w:r w:rsidR="007D6C9B">
        <w:rPr>
          <w:rtl/>
        </w:rPr>
        <w:t xml:space="preserve">ں </w:t>
      </w:r>
      <w:r>
        <w:rPr>
          <w:rtl/>
        </w:rPr>
        <w:t>سے ختم ہوجائے گى ، ابو سفيان نے خود يہ عہد كرركھا تھا كہ جب تك جنگ بدر كے قاتلو</w:t>
      </w:r>
      <w:r w:rsidR="007D6C9B">
        <w:rPr>
          <w:rtl/>
        </w:rPr>
        <w:t xml:space="preserve">ں </w:t>
      </w:r>
      <w:r>
        <w:rPr>
          <w:rtl/>
        </w:rPr>
        <w:t>سے انتقام نہ لے لے اس وقت تك وہ اپنى بيوى سے ہمبسترى نہي</w:t>
      </w:r>
      <w:r w:rsidR="007D6C9B">
        <w:rPr>
          <w:rtl/>
        </w:rPr>
        <w:t xml:space="preserve">ں </w:t>
      </w:r>
      <w:r>
        <w:rPr>
          <w:rtl/>
        </w:rPr>
        <w:t>كرے گا ،بہر حال قريش ہر ممكن طريقہ سے لوگو</w:t>
      </w:r>
      <w:r w:rsidR="007D6C9B">
        <w:rPr>
          <w:rtl/>
        </w:rPr>
        <w:t xml:space="preserve">ں </w:t>
      </w:r>
      <w:r>
        <w:rPr>
          <w:rtl/>
        </w:rPr>
        <w:t>كوپيغمبر اسلام (ص) كے خلاف اكساتے تھے اور انتقام كى صدا شہر مكہ مي</w:t>
      </w:r>
      <w:r w:rsidR="007D6C9B">
        <w:rPr>
          <w:rtl/>
        </w:rPr>
        <w:t xml:space="preserve">ں </w:t>
      </w:r>
      <w:r>
        <w:rPr>
          <w:rtl/>
        </w:rPr>
        <w:t xml:space="preserve">بلند ہورہى تھى _ </w:t>
      </w:r>
    </w:p>
    <w:p w:rsidR="00DE2D7F" w:rsidRDefault="00DE2D7F" w:rsidP="00D07B54">
      <w:pPr>
        <w:pStyle w:val="libNormal"/>
        <w:rPr>
          <w:rtl/>
        </w:rPr>
      </w:pPr>
      <w:r>
        <w:rPr>
          <w:rtl/>
        </w:rPr>
        <w:t>ہجرت كے تيسرے سال قريش ہزار سوار اور دوہزار پيدل كے ساتھ بہت سامان جنگ لے كر آپ سے جنگ كرنے كے لئے مكہ سے نكلے اور ميدان جنگ مي</w:t>
      </w:r>
      <w:r w:rsidR="007D6C9B">
        <w:rPr>
          <w:rtl/>
        </w:rPr>
        <w:t xml:space="preserve">ں </w:t>
      </w:r>
      <w:r>
        <w:rPr>
          <w:rtl/>
        </w:rPr>
        <w:t>ثابت قدمى سے لڑنے كے لئے اپنے بڑے بڑے بت اور اپنى عورتو</w:t>
      </w:r>
      <w:r w:rsidR="007D6C9B">
        <w:rPr>
          <w:rtl/>
        </w:rPr>
        <w:t xml:space="preserve">ں </w:t>
      </w:r>
      <w:r>
        <w:rPr>
          <w:rtl/>
        </w:rPr>
        <w:t xml:space="preserve">كو بھى ہمراہ لے آئے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 xml:space="preserve">()جنگ احد كا واقعہ سورہ آل عمران آيت </w:t>
      </w:r>
      <w:r w:rsidR="00E664BB">
        <w:rPr>
          <w:rtl/>
        </w:rPr>
        <w:t>120</w:t>
      </w:r>
      <w:r>
        <w:rPr>
          <w:rtl/>
        </w:rPr>
        <w:t xml:space="preserve"> كے ذيل مي</w:t>
      </w:r>
      <w:r w:rsidR="007D6C9B">
        <w:rPr>
          <w:rtl/>
        </w:rPr>
        <w:t xml:space="preserve">ں </w:t>
      </w:r>
      <w:r>
        <w:rPr>
          <w:rtl/>
        </w:rPr>
        <w:t xml:space="preserve">بيان ہوا ہے </w:t>
      </w:r>
    </w:p>
    <w:p w:rsidR="004F0625" w:rsidRDefault="001648F9" w:rsidP="00D07B54">
      <w:pPr>
        <w:pStyle w:val="libNormal"/>
        <w:rPr>
          <w:rtl/>
        </w:rPr>
      </w:pPr>
      <w:r>
        <w:rPr>
          <w:rtl/>
        </w:rPr>
        <w:t xml:space="preserve"> </w:t>
      </w:r>
      <w:r>
        <w:rPr>
          <w:rtl/>
        </w:rPr>
        <w:br w:type="page"/>
      </w:r>
    </w:p>
    <w:p w:rsidR="004F0625" w:rsidRDefault="004F0625" w:rsidP="00D07B54">
      <w:pPr>
        <w:pStyle w:val="libNormal"/>
        <w:rPr>
          <w:rtl/>
        </w:rPr>
      </w:pPr>
    </w:p>
    <w:p w:rsidR="004F0625" w:rsidRDefault="00DE2D7F" w:rsidP="00D07B54">
      <w:pPr>
        <w:pStyle w:val="Heading2Center"/>
        <w:rPr>
          <w:rtl/>
        </w:rPr>
      </w:pPr>
      <w:bookmarkStart w:id="358" w:name="_Toc7268755"/>
      <w:r>
        <w:rPr>
          <w:rtl/>
        </w:rPr>
        <w:t>جناب عباس كى بر وقت اطلاع</w:t>
      </w:r>
      <w:bookmarkEnd w:id="358"/>
      <w:r>
        <w:rPr>
          <w:rtl/>
        </w:rPr>
        <w:t xml:space="preserve"> </w:t>
      </w:r>
    </w:p>
    <w:p w:rsidR="00DE2D7F" w:rsidRDefault="00DE2D7F" w:rsidP="00D07B54">
      <w:pPr>
        <w:pStyle w:val="libNormal"/>
        <w:rPr>
          <w:rtl/>
        </w:rPr>
      </w:pPr>
      <w:r>
        <w:rPr>
          <w:rtl/>
        </w:rPr>
        <w:t>حضرت رسول خدا (ص) كے چچاحضرت عباس جو ابھى مسلمان نہي</w:t>
      </w:r>
      <w:r w:rsidR="007D6C9B">
        <w:rPr>
          <w:rtl/>
        </w:rPr>
        <w:t xml:space="preserve">ں </w:t>
      </w:r>
      <w:r>
        <w:rPr>
          <w:rtl/>
        </w:rPr>
        <w:t>ہوئے تھے اور قريش كے درميان ان كے ہم مشرب و ہم مذہب تھے ليكن اپنے بھتيجے سے فطرى محبت كى بنا پر جب انھو</w:t>
      </w:r>
      <w:r w:rsidR="007D6C9B">
        <w:rPr>
          <w:rtl/>
        </w:rPr>
        <w:t xml:space="preserve">ں </w:t>
      </w:r>
      <w:r>
        <w:rPr>
          <w:rtl/>
        </w:rPr>
        <w:t>نے ديكھا كہ قريش كا ايك طاقتور لشكر پيغمبر (ص) سے جنگ كرنے كے لئے مكہ سے نكلا ہے تو فوراً ايك خط لكھا اور قبيلہ بنى غفار كے ايك آدمى كے ہاتھ مدينہ بھيجا ،عباس كا قاصد بڑى تيزى سے مدينہ كى طرف روانہ ہوا ،جب آپ كو اس كى اطلاع ملى تو آپ نے سعد بن اُبَ كو عباس كا پيغام پہنچايا اور حتى الامكان اس واقعہ كو پردہ راز مي</w:t>
      </w:r>
      <w:r w:rsidR="007D6C9B">
        <w:rPr>
          <w:rtl/>
        </w:rPr>
        <w:t xml:space="preserve">ں </w:t>
      </w:r>
      <w:r>
        <w:rPr>
          <w:rtl/>
        </w:rPr>
        <w:t xml:space="preserve">ركھنے كى كوشش كى _ </w:t>
      </w:r>
    </w:p>
    <w:p w:rsidR="005463B1" w:rsidRDefault="00DE2D7F" w:rsidP="00D07B54">
      <w:pPr>
        <w:pStyle w:val="Heading2Center"/>
        <w:rPr>
          <w:rtl/>
        </w:rPr>
      </w:pPr>
      <w:bookmarkStart w:id="359" w:name="_Toc7268756"/>
      <w:r>
        <w:rPr>
          <w:rtl/>
        </w:rPr>
        <w:t>پيغمبر كا مسلمانو</w:t>
      </w:r>
      <w:r w:rsidR="007D6C9B">
        <w:rPr>
          <w:rtl/>
        </w:rPr>
        <w:t xml:space="preserve">ں </w:t>
      </w:r>
      <w:r>
        <w:rPr>
          <w:rtl/>
        </w:rPr>
        <w:t>سے مشورہ</w:t>
      </w:r>
      <w:bookmarkEnd w:id="359"/>
    </w:p>
    <w:p w:rsidR="00DE2D7F" w:rsidRDefault="00DE2D7F" w:rsidP="00D07B54">
      <w:pPr>
        <w:pStyle w:val="libNormal"/>
        <w:rPr>
          <w:rtl/>
        </w:rPr>
      </w:pPr>
      <w:r>
        <w:rPr>
          <w:rtl/>
        </w:rPr>
        <w:t xml:space="preserve"> جس دن عباس كا قاصد آپ كو موصول ہوا آپ نے چند مسلمانو</w:t>
      </w:r>
      <w:r w:rsidR="007D6C9B">
        <w:rPr>
          <w:rtl/>
        </w:rPr>
        <w:t xml:space="preserve">ں </w:t>
      </w:r>
      <w:r>
        <w:rPr>
          <w:rtl/>
        </w:rPr>
        <w:t>كو حكم ديا كہ وہ مكہ ومدينہ كے راستہ پر جائي</w:t>
      </w:r>
      <w:r w:rsidR="007D6C9B">
        <w:rPr>
          <w:rtl/>
        </w:rPr>
        <w:t xml:space="preserve">ں </w:t>
      </w:r>
      <w:r>
        <w:rPr>
          <w:rtl/>
        </w:rPr>
        <w:t>اور لشكر كفار كے كوائف معلوم كري</w:t>
      </w:r>
      <w:r w:rsidR="007D6C9B">
        <w:rPr>
          <w:rtl/>
        </w:rPr>
        <w:t xml:space="preserve">ں </w:t>
      </w:r>
      <w:r>
        <w:rPr>
          <w:rtl/>
        </w:rPr>
        <w:t>، آپ كے دو نمائندے ان كے حالات معلوم كركے بہت جلدى واپس آئے اور قريش كى قوت وطاقت سے آنحضرت (ص) كو مطلع كيا اور يہ بھى اطلاع دى كہ طاقتور لشكر خود ابوسفيان كى كمان مي</w:t>
      </w:r>
      <w:r w:rsidR="007D6C9B">
        <w:rPr>
          <w:rtl/>
        </w:rPr>
        <w:t xml:space="preserve">ں </w:t>
      </w:r>
      <w:r>
        <w:rPr>
          <w:rtl/>
        </w:rPr>
        <w:t xml:space="preserve">ہے _ </w:t>
      </w:r>
    </w:p>
    <w:p w:rsidR="00DE2D7F" w:rsidRDefault="00DE2D7F" w:rsidP="00D07B54">
      <w:pPr>
        <w:pStyle w:val="libNormal"/>
        <w:rPr>
          <w:rtl/>
        </w:rPr>
      </w:pPr>
      <w:r>
        <w:rPr>
          <w:rtl/>
        </w:rPr>
        <w:t>پيغمبراكرم (ص) نے چند روز كے بعد تمام اصحاب اور اہل مدينہ كو بلايا اور ان در پيش حالات كا مقابلہ كرنے كے لئے ميٹنگ كي، اس مي</w:t>
      </w:r>
      <w:r w:rsidR="007D6C9B">
        <w:rPr>
          <w:rtl/>
        </w:rPr>
        <w:t xml:space="preserve">ں </w:t>
      </w:r>
      <w:r>
        <w:rPr>
          <w:rtl/>
        </w:rPr>
        <w:t>عباس كے خط كو بھى پيش كيا گيا اور اس كے بعد مقام جنگ كے بارے مي</w:t>
      </w:r>
      <w:r w:rsidR="007D6C9B">
        <w:rPr>
          <w:rtl/>
        </w:rPr>
        <w:t xml:space="preserve">ں </w:t>
      </w:r>
      <w:r>
        <w:rPr>
          <w:rtl/>
        </w:rPr>
        <w:t>رائے لى گئي اس ميٹنگ مي</w:t>
      </w:r>
      <w:r w:rsidR="007D6C9B">
        <w:rPr>
          <w:rtl/>
        </w:rPr>
        <w:t xml:space="preserve">ں </w:t>
      </w:r>
      <w:r>
        <w:rPr>
          <w:rtl/>
        </w:rPr>
        <w:t>ايك گروہ نے رائے دى كہ جنگ دشمن سے مدينہ كى تنگ گليو</w:t>
      </w:r>
      <w:r w:rsidR="007D6C9B">
        <w:rPr>
          <w:rtl/>
        </w:rPr>
        <w:t xml:space="preserve">ں </w:t>
      </w:r>
      <w:r>
        <w:rPr>
          <w:rtl/>
        </w:rPr>
        <w:t>مي</w:t>
      </w:r>
      <w:r w:rsidR="007D6C9B">
        <w:rPr>
          <w:rtl/>
        </w:rPr>
        <w:t xml:space="preserve">ں </w:t>
      </w:r>
      <w:r>
        <w:rPr>
          <w:rtl/>
        </w:rPr>
        <w:t>كى جائے كيونكہ اس صورت مي</w:t>
      </w:r>
      <w:r w:rsidR="007D6C9B">
        <w:rPr>
          <w:rtl/>
        </w:rPr>
        <w:t xml:space="preserve">ں </w:t>
      </w:r>
      <w:r>
        <w:rPr>
          <w:rtl/>
        </w:rPr>
        <w:t>كمزور مرد ،عورتي</w:t>
      </w:r>
      <w:r w:rsidR="007D6C9B">
        <w:rPr>
          <w:rtl/>
        </w:rPr>
        <w:t xml:space="preserve">ں </w:t>
      </w:r>
      <w:r>
        <w:rPr>
          <w:rtl/>
        </w:rPr>
        <w:t>بلكہ كنيزي</w:t>
      </w:r>
      <w:r w:rsidR="007D6C9B">
        <w:rPr>
          <w:rtl/>
        </w:rPr>
        <w:t xml:space="preserve">ں </w:t>
      </w:r>
      <w:r>
        <w:rPr>
          <w:rtl/>
        </w:rPr>
        <w:t>بھى مدد گار ثابت ہوسكي</w:t>
      </w:r>
      <w:r w:rsidR="007D6C9B">
        <w:rPr>
          <w:rtl/>
        </w:rPr>
        <w:t xml:space="preserve">ں </w:t>
      </w:r>
      <w:r>
        <w:rPr>
          <w:rtl/>
        </w:rPr>
        <w:t xml:space="preserve">گي_ </w:t>
      </w:r>
    </w:p>
    <w:p w:rsidR="00DE2D7F" w:rsidRDefault="00DE2D7F" w:rsidP="00D07B54">
      <w:pPr>
        <w:pStyle w:val="libNormal"/>
        <w:rPr>
          <w:rtl/>
        </w:rPr>
      </w:pPr>
      <w:r>
        <w:rPr>
          <w:rtl/>
        </w:rPr>
        <w:t>عبد اللہ بن ابى نے تائيد ا ًكہا يا رسول اللہ (ص) آج تك ايسا نہي</w:t>
      </w:r>
      <w:r w:rsidR="007D6C9B">
        <w:rPr>
          <w:rtl/>
        </w:rPr>
        <w:t xml:space="preserve">ں </w:t>
      </w:r>
      <w:r>
        <w:rPr>
          <w:rtl/>
        </w:rPr>
        <w:t>ہوا كہ ہم اپنے قلعو</w:t>
      </w:r>
      <w:r w:rsidR="007D6C9B">
        <w:rPr>
          <w:rtl/>
        </w:rPr>
        <w:t xml:space="preserve">ں </w:t>
      </w:r>
      <w:r>
        <w:rPr>
          <w:rtl/>
        </w:rPr>
        <w:t>اور گھرو</w:t>
      </w:r>
      <w:r w:rsidR="007D6C9B">
        <w:rPr>
          <w:rtl/>
        </w:rPr>
        <w:t xml:space="preserve">ں </w:t>
      </w:r>
      <w:r>
        <w:rPr>
          <w:rtl/>
        </w:rPr>
        <w:t>مي</w:t>
      </w:r>
      <w:r w:rsidR="007D6C9B">
        <w:rPr>
          <w:rtl/>
        </w:rPr>
        <w:t xml:space="preserve">ں </w:t>
      </w:r>
      <w:r>
        <w:rPr>
          <w:rtl/>
        </w:rPr>
        <w:t>ہو</w:t>
      </w:r>
      <w:r w:rsidR="007D6C9B">
        <w:rPr>
          <w:rtl/>
        </w:rPr>
        <w:t xml:space="preserve">ں </w:t>
      </w:r>
      <w:r>
        <w:rPr>
          <w:rtl/>
        </w:rPr>
        <w:t xml:space="preserve">اور دشمن ہم پر كامياب ہوگيا ہو _ </w:t>
      </w:r>
    </w:p>
    <w:p w:rsidR="00DE2D7F" w:rsidRDefault="00DE2D7F" w:rsidP="00D07B54">
      <w:pPr>
        <w:pStyle w:val="libNormal"/>
        <w:rPr>
          <w:rtl/>
        </w:rPr>
      </w:pPr>
      <w:r>
        <w:rPr>
          <w:rtl/>
        </w:rPr>
        <w:t xml:space="preserve">اس رائے كو آپ بھى اس وقت كى مدينہ كى پوزيشن كے مطابق بنظر تحسين ديكھتے تھے كيونكہ آپ بھى </w:t>
      </w:r>
    </w:p>
    <w:p w:rsidR="005463B1" w:rsidRDefault="001648F9" w:rsidP="00D07B54">
      <w:pPr>
        <w:pStyle w:val="libNormal"/>
        <w:rPr>
          <w:rtl/>
        </w:rPr>
      </w:pPr>
      <w:r>
        <w:rPr>
          <w:rtl/>
        </w:rPr>
        <w:t xml:space="preserve"> </w:t>
      </w:r>
      <w:r>
        <w:rPr>
          <w:rtl/>
        </w:rPr>
        <w:br w:type="page"/>
      </w:r>
    </w:p>
    <w:p w:rsidR="005463B1" w:rsidRDefault="005463B1" w:rsidP="00D07B54">
      <w:pPr>
        <w:pStyle w:val="libNormal"/>
        <w:rPr>
          <w:rtl/>
        </w:rPr>
      </w:pPr>
    </w:p>
    <w:p w:rsidR="00DE2D7F" w:rsidRDefault="00DE2D7F" w:rsidP="00D07B54">
      <w:pPr>
        <w:pStyle w:val="libNormal"/>
        <w:rPr>
          <w:rtl/>
        </w:rPr>
      </w:pPr>
      <w:r>
        <w:rPr>
          <w:rtl/>
        </w:rPr>
        <w:t>مدينہ ہى مي</w:t>
      </w:r>
      <w:r w:rsidR="007D6C9B">
        <w:rPr>
          <w:rtl/>
        </w:rPr>
        <w:t xml:space="preserve">ں </w:t>
      </w:r>
      <w:r>
        <w:rPr>
          <w:rtl/>
        </w:rPr>
        <w:t>ٹھہرنا چاہتے تھے ليكن نوجوانو</w:t>
      </w:r>
      <w:r w:rsidR="007D6C9B">
        <w:rPr>
          <w:rtl/>
        </w:rPr>
        <w:t xml:space="preserve">ں </w:t>
      </w:r>
      <w:r>
        <w:rPr>
          <w:rtl/>
        </w:rPr>
        <w:t xml:space="preserve">اورجنگجو و </w:t>
      </w:r>
      <w:r w:rsidR="007D6C9B">
        <w:rPr>
          <w:rtl/>
        </w:rPr>
        <w:t xml:space="preserve">ں </w:t>
      </w:r>
      <w:r>
        <w:rPr>
          <w:rtl/>
        </w:rPr>
        <w:t>كا ايك گروہ اس كا مخالف تھا چنانچہ سعد بن معاذ اور قبيلہ اوس كے چند افراد نے كھڑے ہو كر كہا اے رسول خدا (ص) گذشتہ زمانے مي</w:t>
      </w:r>
      <w:r w:rsidR="007D6C9B">
        <w:rPr>
          <w:rtl/>
        </w:rPr>
        <w:t xml:space="preserve">ں </w:t>
      </w:r>
      <w:r>
        <w:rPr>
          <w:rtl/>
        </w:rPr>
        <w:t>عربو</w:t>
      </w:r>
      <w:r w:rsidR="007D6C9B">
        <w:rPr>
          <w:rtl/>
        </w:rPr>
        <w:t xml:space="preserve">ں </w:t>
      </w:r>
      <w:r>
        <w:rPr>
          <w:rtl/>
        </w:rPr>
        <w:t>مي</w:t>
      </w:r>
      <w:r w:rsidR="007D6C9B">
        <w:rPr>
          <w:rtl/>
        </w:rPr>
        <w:t xml:space="preserve">ں </w:t>
      </w:r>
      <w:r>
        <w:rPr>
          <w:rtl/>
        </w:rPr>
        <w:t>سے كسى كو يہ جرا ت نہ تھى كہ ہمارى طرف نظر كرے جبكہ ہم مشرك اور بت پرست تھے اب جبكہ ہمارے درميان آپ كى ذات والا صفات موجود ہے كس طرح وہ ہمي</w:t>
      </w:r>
      <w:r w:rsidR="007D6C9B">
        <w:rPr>
          <w:rtl/>
        </w:rPr>
        <w:t xml:space="preserve">ں </w:t>
      </w:r>
      <w:r>
        <w:rPr>
          <w:rtl/>
        </w:rPr>
        <w:t>دبا سكتے ہي</w:t>
      </w:r>
      <w:r w:rsidR="007D6C9B">
        <w:rPr>
          <w:rtl/>
        </w:rPr>
        <w:t xml:space="preserve">ں </w:t>
      </w:r>
      <w:r>
        <w:rPr>
          <w:rtl/>
        </w:rPr>
        <w:t>اس لئے شہرسے باہر جنگ كرنى چاہئے اگر ہم مي</w:t>
      </w:r>
      <w:r w:rsidR="007D6C9B">
        <w:rPr>
          <w:rtl/>
        </w:rPr>
        <w:t xml:space="preserve">ں </w:t>
      </w:r>
      <w:r>
        <w:rPr>
          <w:rtl/>
        </w:rPr>
        <w:t>سے كوئي مارا گيا تو وہ جام شہادت نوش كرے گا اور اگر كوئي بچ گيا تو اسے جہاد كا اعزازوافتخار نصيب ہوگا اس قسم كى باتو</w:t>
      </w:r>
      <w:r w:rsidR="007D6C9B">
        <w:rPr>
          <w:rtl/>
        </w:rPr>
        <w:t xml:space="preserve">ں </w:t>
      </w:r>
      <w:r>
        <w:rPr>
          <w:rtl/>
        </w:rPr>
        <w:t>اور جوش شجاعت نے مدينہ سے باہر جنگ كے حاميو</w:t>
      </w:r>
      <w:r w:rsidR="007D6C9B">
        <w:rPr>
          <w:rtl/>
        </w:rPr>
        <w:t xml:space="preserve">ں </w:t>
      </w:r>
      <w:r>
        <w:rPr>
          <w:rtl/>
        </w:rPr>
        <w:t>كى تعدا دكو بڑھا ديا يہا</w:t>
      </w:r>
      <w:r w:rsidR="007D6C9B">
        <w:rPr>
          <w:rtl/>
        </w:rPr>
        <w:t xml:space="preserve">ں </w:t>
      </w:r>
      <w:r>
        <w:rPr>
          <w:rtl/>
        </w:rPr>
        <w:t>تك كہ عبد اللہ بن اُبَ كى پيش كش سرد خانہ مي</w:t>
      </w:r>
      <w:r w:rsidR="007D6C9B">
        <w:rPr>
          <w:rtl/>
        </w:rPr>
        <w:t xml:space="preserve">ں </w:t>
      </w:r>
      <w:r>
        <w:rPr>
          <w:rtl/>
        </w:rPr>
        <w:t>جاپڑى خود پيغمبر (ص) نے بھى اس مشورے كا احترام كيااور مدينہ سے باہر نكل كر جنگ كے طرف دارو</w:t>
      </w:r>
      <w:r w:rsidR="007D6C9B">
        <w:rPr>
          <w:rtl/>
        </w:rPr>
        <w:t xml:space="preserve">ں </w:t>
      </w:r>
      <w:r>
        <w:rPr>
          <w:rtl/>
        </w:rPr>
        <w:t xml:space="preserve">كى رائے كو قبول فرماليا اور ايك صحابى كے ساتھ مقام جنگ كا انتخاب كرنے كے لئے شہر سے باہر تشريف لے گئے آپ نے كوہ احد كا دامن لشكر گاہ كے لئے منتخب كيا كيونكہ جنگى نقطہ نظر سے يہ مقام زيادہ مناسب تھا_ </w:t>
      </w:r>
    </w:p>
    <w:p w:rsidR="005463B1" w:rsidRDefault="00DE2D7F" w:rsidP="00D07B54">
      <w:pPr>
        <w:pStyle w:val="Heading2Center"/>
        <w:rPr>
          <w:rtl/>
        </w:rPr>
      </w:pPr>
      <w:bookmarkStart w:id="360" w:name="_Toc7268757"/>
      <w:r>
        <w:rPr>
          <w:rtl/>
        </w:rPr>
        <w:t>مسلمانو</w:t>
      </w:r>
      <w:r w:rsidR="007D6C9B">
        <w:rPr>
          <w:rtl/>
        </w:rPr>
        <w:t xml:space="preserve">ں </w:t>
      </w:r>
      <w:r>
        <w:rPr>
          <w:rtl/>
        </w:rPr>
        <w:t>كى دفاعى تياريا</w:t>
      </w:r>
      <w:r w:rsidR="007D6C9B">
        <w:rPr>
          <w:rtl/>
        </w:rPr>
        <w:t>ں</w:t>
      </w:r>
      <w:bookmarkEnd w:id="360"/>
    </w:p>
    <w:p w:rsidR="00DE2D7F" w:rsidRDefault="007D6C9B" w:rsidP="00D07B54">
      <w:pPr>
        <w:pStyle w:val="libNormal"/>
        <w:rPr>
          <w:rtl/>
        </w:rPr>
      </w:pPr>
      <w:r>
        <w:rPr>
          <w:rtl/>
        </w:rPr>
        <w:t xml:space="preserve"> </w:t>
      </w:r>
      <w:r w:rsidR="00DE2D7F">
        <w:rPr>
          <w:rtl/>
        </w:rPr>
        <w:t>جمعہ كے دن آپ نے يہ مشورہ ليا اور نماز جمعہ كا خطبہ ديتے ہوئے آپ نے حمدو ثناء كے بعد مسلمانو</w:t>
      </w:r>
      <w:r>
        <w:rPr>
          <w:rtl/>
        </w:rPr>
        <w:t xml:space="preserve">ں </w:t>
      </w:r>
      <w:r w:rsidR="00DE2D7F">
        <w:rPr>
          <w:rtl/>
        </w:rPr>
        <w:t xml:space="preserve">كو لشكر قريش كى آمد كى اطلاع دى اور فرمايا: </w:t>
      </w:r>
    </w:p>
    <w:p w:rsidR="00DE2D7F" w:rsidRDefault="00DE2D7F" w:rsidP="00D07B54">
      <w:pPr>
        <w:pStyle w:val="libNormal"/>
        <w:rPr>
          <w:rtl/>
        </w:rPr>
      </w:pPr>
      <w:r>
        <w:rPr>
          <w:rtl/>
        </w:rPr>
        <w:t>'' تہہ دل سے جنگ كے لئے آمادہ ہوجائو اور پورے جذبہ سے دشمن سے لڑو تو خدا وند قددس تمہي</w:t>
      </w:r>
      <w:r w:rsidR="007D6C9B">
        <w:rPr>
          <w:rtl/>
        </w:rPr>
        <w:t xml:space="preserve">ں </w:t>
      </w:r>
      <w:r>
        <w:rPr>
          <w:rtl/>
        </w:rPr>
        <w:t>كاميابى وكامرانى سے ہمكنار كرے گا اور اسى دن آپ ايك ہزار افراد كے ساتھ لشكر گاہ كى طرف روانہ ہوئے آپ خود لشكر كى كمان كررہے تھے مدينہ سے نكلنے سے قبل آپ نے حكم ديا كہ لشكر كے تين علم بنائے جائي</w:t>
      </w:r>
      <w:r w:rsidR="007D6C9B">
        <w:rPr>
          <w:rtl/>
        </w:rPr>
        <w:t xml:space="preserve">ں </w:t>
      </w:r>
      <w:r>
        <w:rPr>
          <w:rtl/>
        </w:rPr>
        <w:t>جن مي</w:t>
      </w:r>
      <w:r w:rsidR="007D6C9B">
        <w:rPr>
          <w:rtl/>
        </w:rPr>
        <w:t xml:space="preserve">ں </w:t>
      </w:r>
      <w:r>
        <w:rPr>
          <w:rtl/>
        </w:rPr>
        <w:t>ايك مہاجرين اور دو انصار كے ہو</w:t>
      </w:r>
      <w:r w:rsidR="007D6C9B">
        <w:rPr>
          <w:rtl/>
        </w:rPr>
        <w:t xml:space="preserve">ں </w:t>
      </w:r>
      <w:r>
        <w:rPr>
          <w:rtl/>
        </w:rPr>
        <w:t xml:space="preserve">''_ </w:t>
      </w:r>
    </w:p>
    <w:p w:rsidR="00DE2D7F" w:rsidRDefault="00DE2D7F" w:rsidP="00D07B54">
      <w:pPr>
        <w:pStyle w:val="libNormal"/>
        <w:rPr>
          <w:rtl/>
        </w:rPr>
      </w:pPr>
      <w:r>
        <w:rPr>
          <w:rtl/>
        </w:rPr>
        <w:t>پيغمبر اكرم (ص) نے مدينہ اور احد كے درميانى فاصلے كو پاپيادہ طے كيا اور سارے راستے لشكر كى ديكھ بھال كرتے رہے خود لشكر كى صفو</w:t>
      </w:r>
      <w:r w:rsidR="007D6C9B">
        <w:rPr>
          <w:rtl/>
        </w:rPr>
        <w:t xml:space="preserve">ں </w:t>
      </w:r>
      <w:r>
        <w:rPr>
          <w:rtl/>
        </w:rPr>
        <w:t>كو منظم ومرتب ركھا تاكہ وہ ايك ہى سيدھى صف مي</w:t>
      </w:r>
      <w:r w:rsidR="007D6C9B">
        <w:rPr>
          <w:rtl/>
        </w:rPr>
        <w:t xml:space="preserve">ں </w:t>
      </w:r>
      <w:r>
        <w:rPr>
          <w:rtl/>
        </w:rPr>
        <w:t>حركت كري</w:t>
      </w:r>
      <w:r w:rsidR="007D6C9B">
        <w:rPr>
          <w:rtl/>
        </w:rPr>
        <w:t xml:space="preserve">ں </w:t>
      </w:r>
      <w:r>
        <w:rPr>
          <w:rtl/>
        </w:rPr>
        <w:t xml:space="preserve">_ </w:t>
      </w:r>
    </w:p>
    <w:p w:rsidR="00E02206" w:rsidRDefault="001648F9" w:rsidP="00D07B54">
      <w:pPr>
        <w:pStyle w:val="libNormal"/>
        <w:rPr>
          <w:rtl/>
        </w:rPr>
      </w:pPr>
      <w:r>
        <w:rPr>
          <w:rtl/>
        </w:rPr>
        <w:t xml:space="preserve"> </w:t>
      </w:r>
      <w:r>
        <w:rPr>
          <w:rtl/>
        </w:rPr>
        <w:br w:type="page"/>
      </w:r>
    </w:p>
    <w:p w:rsidR="00E02206" w:rsidRDefault="00E02206" w:rsidP="00D07B54">
      <w:pPr>
        <w:pStyle w:val="libNormal"/>
        <w:rPr>
          <w:rtl/>
        </w:rPr>
      </w:pPr>
    </w:p>
    <w:p w:rsidR="00DE2D7F" w:rsidRDefault="00DE2D7F" w:rsidP="00D07B54">
      <w:pPr>
        <w:pStyle w:val="libNormal"/>
        <w:rPr>
          <w:rtl/>
        </w:rPr>
      </w:pPr>
      <w:r>
        <w:rPr>
          <w:rtl/>
        </w:rPr>
        <w:t>ان مي</w:t>
      </w:r>
      <w:r w:rsidR="007D6C9B">
        <w:rPr>
          <w:rtl/>
        </w:rPr>
        <w:t xml:space="preserve">ں </w:t>
      </w:r>
      <w:r>
        <w:rPr>
          <w:rtl/>
        </w:rPr>
        <w:t>سے كچھ ايسے افراد كو ديكھا جو پہلى وفعہ آپ كو نظر پڑے پوچھا كہ يہ لوگ كون ہي</w:t>
      </w:r>
      <w:r w:rsidR="007D6C9B">
        <w:rPr>
          <w:rtl/>
        </w:rPr>
        <w:t xml:space="preserve">ں </w:t>
      </w:r>
      <w:r>
        <w:rPr>
          <w:rtl/>
        </w:rPr>
        <w:t>؟ بتايا گيا كہ يہ عبداللہ بن ابى كے ساتھى كچھ يہودى ہي</w:t>
      </w:r>
      <w:r w:rsidR="007D6C9B">
        <w:rPr>
          <w:rtl/>
        </w:rPr>
        <w:t xml:space="preserve">ں </w:t>
      </w:r>
      <w:r>
        <w:rPr>
          <w:rtl/>
        </w:rPr>
        <w:t>اور اس مناسبت سے مسلمانو</w:t>
      </w:r>
      <w:r w:rsidR="007D6C9B">
        <w:rPr>
          <w:rtl/>
        </w:rPr>
        <w:t xml:space="preserve">ں </w:t>
      </w:r>
      <w:r>
        <w:rPr>
          <w:rtl/>
        </w:rPr>
        <w:t>كى مدد كے لئے آئے ہي</w:t>
      </w:r>
      <w:r w:rsidR="007D6C9B">
        <w:rPr>
          <w:rtl/>
        </w:rPr>
        <w:t xml:space="preserve">ں </w:t>
      </w:r>
      <w:r>
        <w:rPr>
          <w:rtl/>
        </w:rPr>
        <w:t>آپ نے فرمايا كہ مشركين سے جنگ كرنے مي</w:t>
      </w:r>
      <w:r w:rsidR="007D6C9B">
        <w:rPr>
          <w:rtl/>
        </w:rPr>
        <w:t xml:space="preserve">ں </w:t>
      </w:r>
      <w:r>
        <w:rPr>
          <w:rtl/>
        </w:rPr>
        <w:t>مشركين سے مدد نہي</w:t>
      </w:r>
      <w:r w:rsidR="007D6C9B">
        <w:rPr>
          <w:rtl/>
        </w:rPr>
        <w:t xml:space="preserve">ں </w:t>
      </w:r>
      <w:r>
        <w:rPr>
          <w:rtl/>
        </w:rPr>
        <w:t>لى جاسكتى مگريہ كہ يہ لوگ اسلام قبول كرلي</w:t>
      </w:r>
      <w:r w:rsidR="007D6C9B">
        <w:rPr>
          <w:rtl/>
        </w:rPr>
        <w:t xml:space="preserve">ں </w:t>
      </w:r>
      <w:r>
        <w:rPr>
          <w:rtl/>
        </w:rPr>
        <w:t>يہوديو</w:t>
      </w:r>
      <w:r w:rsidR="007D6C9B">
        <w:rPr>
          <w:rtl/>
        </w:rPr>
        <w:t xml:space="preserve">ں </w:t>
      </w:r>
      <w:r>
        <w:rPr>
          <w:rtl/>
        </w:rPr>
        <w:t>نے اس شرط كو قبول نہ كيا اور سب مدينہ كى طرف پلٹ آئے يو</w:t>
      </w:r>
      <w:r w:rsidR="007D6C9B">
        <w:rPr>
          <w:rtl/>
        </w:rPr>
        <w:t xml:space="preserve">ں </w:t>
      </w:r>
      <w:r>
        <w:rPr>
          <w:rtl/>
        </w:rPr>
        <w:t>ايك ہزار مي</w:t>
      </w:r>
      <w:r w:rsidR="007D6C9B">
        <w:rPr>
          <w:rtl/>
        </w:rPr>
        <w:t xml:space="preserve">ں </w:t>
      </w:r>
      <w:r>
        <w:rPr>
          <w:rtl/>
        </w:rPr>
        <w:t xml:space="preserve">سے تين سو افراد كم ہوگئے _ </w:t>
      </w:r>
    </w:p>
    <w:p w:rsidR="00DE2D7F" w:rsidRDefault="00DE2D7F" w:rsidP="00D07B54">
      <w:pPr>
        <w:pStyle w:val="libNormal"/>
        <w:rPr>
          <w:rtl/>
        </w:rPr>
      </w:pPr>
      <w:r>
        <w:rPr>
          <w:rtl/>
        </w:rPr>
        <w:t>ليكن مفسرين نے لكھا ہے كہ چونكہ عبداللہ بن اُبَ كى رائے كو رد كيا گيا تھا اس لئے وہ اثنائے راہ مي</w:t>
      </w:r>
      <w:r w:rsidR="007D6C9B">
        <w:rPr>
          <w:rtl/>
        </w:rPr>
        <w:t xml:space="preserve">ں </w:t>
      </w:r>
      <w:r>
        <w:rPr>
          <w:rtl/>
        </w:rPr>
        <w:t>تين سوسے زيادہ افراد كو لے كر مدينہ كى طرف پلٹ آيا بہر صورت پيغمبر اكرم (ص) لشكر كى ضرورى چھان بين (يہوديو</w:t>
      </w:r>
      <w:r w:rsidR="007D6C9B">
        <w:rPr>
          <w:rtl/>
        </w:rPr>
        <w:t xml:space="preserve">ں </w:t>
      </w:r>
      <w:r>
        <w:rPr>
          <w:rtl/>
        </w:rPr>
        <w:t>يا ابن ابى ابى كے ساتھيو</w:t>
      </w:r>
      <w:r w:rsidR="007D6C9B">
        <w:rPr>
          <w:rtl/>
        </w:rPr>
        <w:t xml:space="preserve">ں </w:t>
      </w:r>
      <w:r>
        <w:rPr>
          <w:rtl/>
        </w:rPr>
        <w:t>كے نكالنے) كے بعد سات سو افراد كو ہمراہ لے كر كوہ احد كے دامن مي</w:t>
      </w:r>
      <w:r w:rsidR="007D6C9B">
        <w:rPr>
          <w:rtl/>
        </w:rPr>
        <w:t xml:space="preserve">ں </w:t>
      </w:r>
      <w:r>
        <w:rPr>
          <w:rtl/>
        </w:rPr>
        <w:t>پہنچ گئے، اور نماز فجر كے بعد مسلمانو</w:t>
      </w:r>
      <w:r w:rsidR="007D6C9B">
        <w:rPr>
          <w:rtl/>
        </w:rPr>
        <w:t xml:space="preserve">ں </w:t>
      </w:r>
      <w:r>
        <w:rPr>
          <w:rtl/>
        </w:rPr>
        <w:t>كى صفو</w:t>
      </w:r>
      <w:r w:rsidR="007D6C9B">
        <w:rPr>
          <w:rtl/>
        </w:rPr>
        <w:t xml:space="preserve">ں </w:t>
      </w:r>
      <w:r>
        <w:rPr>
          <w:rtl/>
        </w:rPr>
        <w:t xml:space="preserve">كو آراستہ كيا_ </w:t>
      </w:r>
    </w:p>
    <w:p w:rsidR="00DE2D7F" w:rsidRDefault="00DE2D7F" w:rsidP="00D07B54">
      <w:pPr>
        <w:pStyle w:val="libNormal"/>
        <w:rPr>
          <w:rtl/>
        </w:rPr>
      </w:pPr>
      <w:r>
        <w:rPr>
          <w:rtl/>
        </w:rPr>
        <w:t>عبد اللہ بن جبير كو پچاس ماہر تير اندازو</w:t>
      </w:r>
      <w:r w:rsidR="007D6C9B">
        <w:rPr>
          <w:rtl/>
        </w:rPr>
        <w:t xml:space="preserve">ں </w:t>
      </w:r>
      <w:r>
        <w:rPr>
          <w:rtl/>
        </w:rPr>
        <w:t>كے ساتھ پہاڑ كے درہ پر تعينات كيا اور انھي</w:t>
      </w:r>
      <w:r w:rsidR="007D6C9B">
        <w:rPr>
          <w:rtl/>
        </w:rPr>
        <w:t xml:space="preserve">ں </w:t>
      </w:r>
      <w:r>
        <w:rPr>
          <w:rtl/>
        </w:rPr>
        <w:t>تاكيد كى كہ وہ كسى صورت مي</w:t>
      </w:r>
      <w:r w:rsidR="007D6C9B">
        <w:rPr>
          <w:rtl/>
        </w:rPr>
        <w:t xml:space="preserve">ں </w:t>
      </w:r>
      <w:r>
        <w:rPr>
          <w:rtl/>
        </w:rPr>
        <w:t>اپنى جگہ نہ چھوڑي</w:t>
      </w:r>
      <w:r w:rsidR="007D6C9B">
        <w:rPr>
          <w:rtl/>
        </w:rPr>
        <w:t xml:space="preserve">ں </w:t>
      </w:r>
      <w:r>
        <w:rPr>
          <w:rtl/>
        </w:rPr>
        <w:t>اور فوج كے پچھلے حصے كى حفاظت كري</w:t>
      </w:r>
      <w:r w:rsidR="007D6C9B">
        <w:rPr>
          <w:rtl/>
        </w:rPr>
        <w:t xml:space="preserve">ں </w:t>
      </w:r>
      <w:r>
        <w:rPr>
          <w:rtl/>
        </w:rPr>
        <w:t>اور اس حد تك تاكيد كى كہ اگر ہم دشمن كا مكہ تك پيچھا كري</w:t>
      </w:r>
      <w:r w:rsidR="007D6C9B">
        <w:rPr>
          <w:rtl/>
        </w:rPr>
        <w:t xml:space="preserve">ں </w:t>
      </w:r>
      <w:r>
        <w:rPr>
          <w:rtl/>
        </w:rPr>
        <w:t>يا ہم شكست كھاجائي</w:t>
      </w:r>
      <w:r w:rsidR="007D6C9B">
        <w:rPr>
          <w:rtl/>
        </w:rPr>
        <w:t xml:space="preserve">ں </w:t>
      </w:r>
      <w:r>
        <w:rPr>
          <w:rtl/>
        </w:rPr>
        <w:t>اور دشمن ہمي</w:t>
      </w:r>
      <w:r w:rsidR="007D6C9B">
        <w:rPr>
          <w:rtl/>
        </w:rPr>
        <w:t xml:space="preserve">ں </w:t>
      </w:r>
      <w:r>
        <w:rPr>
          <w:rtl/>
        </w:rPr>
        <w:t>مدينہ تك جانے پر مجبور كردے پھر بھى تم اپنا مورچہ نہ چھوڑنا، دوسرى طرف سے ابو سفيان نے خالد بن وليد كو منتخب سپاہيو</w:t>
      </w:r>
      <w:r w:rsidR="007D6C9B">
        <w:rPr>
          <w:rtl/>
        </w:rPr>
        <w:t xml:space="preserve">ں </w:t>
      </w:r>
      <w:r>
        <w:rPr>
          <w:rtl/>
        </w:rPr>
        <w:t>كے ساتھ اس درہ كى نگرانى پر مقرر كيا اور انھي</w:t>
      </w:r>
      <w:r w:rsidR="007D6C9B">
        <w:rPr>
          <w:rtl/>
        </w:rPr>
        <w:t xml:space="preserve">ں </w:t>
      </w:r>
      <w:r>
        <w:rPr>
          <w:rtl/>
        </w:rPr>
        <w:t>ہر حالت مي</w:t>
      </w:r>
      <w:r w:rsidR="007D6C9B">
        <w:rPr>
          <w:rtl/>
        </w:rPr>
        <w:t xml:space="preserve">ں </w:t>
      </w:r>
      <w:r>
        <w:rPr>
          <w:rtl/>
        </w:rPr>
        <w:t>وہي</w:t>
      </w:r>
      <w:r w:rsidR="007D6C9B">
        <w:rPr>
          <w:rtl/>
        </w:rPr>
        <w:t xml:space="preserve">ں </w:t>
      </w:r>
      <w:r>
        <w:rPr>
          <w:rtl/>
        </w:rPr>
        <w:t xml:space="preserve">رہنے كا حكم د يا اور كہا كہ جب اسلامى لشكر اس درہ سے ہٹ جائے تو فوراً لشكر اسلام پر پيچھے سے حملہ كردو_ </w:t>
      </w:r>
    </w:p>
    <w:p w:rsidR="00E02206" w:rsidRDefault="00DE2D7F" w:rsidP="00D07B54">
      <w:pPr>
        <w:pStyle w:val="Heading2Center"/>
        <w:rPr>
          <w:rtl/>
        </w:rPr>
      </w:pPr>
      <w:bookmarkStart w:id="361" w:name="_Toc7268758"/>
      <w:r>
        <w:rPr>
          <w:rtl/>
        </w:rPr>
        <w:t>آغاز جنگ</w:t>
      </w:r>
      <w:bookmarkEnd w:id="361"/>
      <w:r>
        <w:rPr>
          <w:rtl/>
        </w:rPr>
        <w:t xml:space="preserve"> </w:t>
      </w:r>
    </w:p>
    <w:p w:rsidR="00DE2D7F" w:rsidRDefault="00DE2D7F" w:rsidP="00D07B54">
      <w:pPr>
        <w:pStyle w:val="libNormal"/>
        <w:rPr>
          <w:rtl/>
        </w:rPr>
      </w:pPr>
      <w:r>
        <w:rPr>
          <w:rtl/>
        </w:rPr>
        <w:t>دونو</w:t>
      </w:r>
      <w:r w:rsidR="007D6C9B">
        <w:rPr>
          <w:rtl/>
        </w:rPr>
        <w:t xml:space="preserve">ں </w:t>
      </w:r>
      <w:r>
        <w:rPr>
          <w:rtl/>
        </w:rPr>
        <w:t>لشكر ايك دوسرے كے امنے سامنے جنگ گے لئے آمادہ ہوگئے اور يہ دونو</w:t>
      </w:r>
      <w:r w:rsidR="007D6C9B">
        <w:rPr>
          <w:rtl/>
        </w:rPr>
        <w:t xml:space="preserve">ں </w:t>
      </w:r>
      <w:r>
        <w:rPr>
          <w:rtl/>
        </w:rPr>
        <w:t>لشكر اپنے نوجوانو</w:t>
      </w:r>
      <w:r w:rsidR="007D6C9B">
        <w:rPr>
          <w:rtl/>
        </w:rPr>
        <w:t xml:space="preserve">ں </w:t>
      </w:r>
      <w:r>
        <w:rPr>
          <w:rtl/>
        </w:rPr>
        <w:t>كو ايك خاص انداز سے اكسا رہے تھے، ابوسفيان كعبہ كے بتو</w:t>
      </w:r>
      <w:r w:rsidR="007D6C9B">
        <w:rPr>
          <w:rtl/>
        </w:rPr>
        <w:t xml:space="preserve">ں </w:t>
      </w:r>
      <w:r>
        <w:rPr>
          <w:rtl/>
        </w:rPr>
        <w:t>كے نام لے كر اور خوبصورت عورتو</w:t>
      </w:r>
      <w:r w:rsidR="007D6C9B">
        <w:rPr>
          <w:rtl/>
        </w:rPr>
        <w:t xml:space="preserve">ں </w:t>
      </w:r>
      <w:r>
        <w:rPr>
          <w:rtl/>
        </w:rPr>
        <w:t>كے ذريعے اپنے جنگى جوانو</w:t>
      </w:r>
      <w:r w:rsidR="007D6C9B">
        <w:rPr>
          <w:rtl/>
        </w:rPr>
        <w:t xml:space="preserve">ں </w:t>
      </w:r>
      <w:r>
        <w:rPr>
          <w:rtl/>
        </w:rPr>
        <w:t xml:space="preserve">كى توجہ مبذول كراكے ان كو ذوق وشوق دلاتا تھا_ </w:t>
      </w:r>
    </w:p>
    <w:p w:rsidR="00DE2D7F" w:rsidRDefault="00DE2D7F" w:rsidP="00D07B54">
      <w:pPr>
        <w:pStyle w:val="libNormal"/>
        <w:rPr>
          <w:rtl/>
        </w:rPr>
      </w:pPr>
      <w:r>
        <w:rPr>
          <w:rtl/>
        </w:rPr>
        <w:t>جب كہ پيغمبر اسلام (ص) خدا كے اسم مبارك اور انعامات اعلى كے حوالے سے مسلمانو</w:t>
      </w:r>
      <w:r w:rsidR="007D6C9B">
        <w:rPr>
          <w:rtl/>
        </w:rPr>
        <w:t xml:space="preserve">ں </w:t>
      </w:r>
      <w:r>
        <w:rPr>
          <w:rtl/>
        </w:rPr>
        <w:t xml:space="preserve">كو جنگ </w:t>
      </w:r>
    </w:p>
    <w:p w:rsidR="00E02206" w:rsidRDefault="001648F9" w:rsidP="00D07B54">
      <w:pPr>
        <w:pStyle w:val="libNormal"/>
        <w:rPr>
          <w:rtl/>
        </w:rPr>
      </w:pPr>
      <w:r>
        <w:rPr>
          <w:rtl/>
        </w:rPr>
        <w:t xml:space="preserve"> </w:t>
      </w:r>
      <w:r>
        <w:rPr>
          <w:rtl/>
        </w:rPr>
        <w:br w:type="page"/>
      </w:r>
    </w:p>
    <w:p w:rsidR="00E02206" w:rsidRDefault="00E02206" w:rsidP="00D07B54">
      <w:pPr>
        <w:pStyle w:val="libNormal"/>
        <w:rPr>
          <w:rtl/>
        </w:rPr>
      </w:pPr>
    </w:p>
    <w:p w:rsidR="00DE2D7F" w:rsidRDefault="00DE2D7F" w:rsidP="00D07B54">
      <w:pPr>
        <w:pStyle w:val="libNormal"/>
        <w:rPr>
          <w:rtl/>
        </w:rPr>
      </w:pPr>
      <w:r>
        <w:rPr>
          <w:rtl/>
        </w:rPr>
        <w:t>كى ترغيب ديتے تھے اچانك مسلمانو</w:t>
      </w:r>
      <w:r w:rsidR="007D6C9B">
        <w:rPr>
          <w:rtl/>
        </w:rPr>
        <w:t xml:space="preserve">ں </w:t>
      </w:r>
      <w:r>
        <w:rPr>
          <w:rtl/>
        </w:rPr>
        <w:t>كى صدائے اللہ اكبراللہ اكبر سے ميدان اور دامن كوہ كى فضا گونج اٹھى جب كہ ميدان كى دوسرى طرف قريش كى لڑكيو</w:t>
      </w:r>
      <w:r w:rsidR="007D6C9B">
        <w:rPr>
          <w:rtl/>
        </w:rPr>
        <w:t xml:space="preserve">ں </w:t>
      </w:r>
      <w:r>
        <w:rPr>
          <w:rtl/>
        </w:rPr>
        <w:t>نے دف اور سارنگى پر اشعار گا گا كر قريش كے جنگ جو افراد كے احساسات كو ابھارتى تھي</w:t>
      </w:r>
      <w:r w:rsidR="007D6C9B">
        <w:rPr>
          <w:rtl/>
        </w:rPr>
        <w:t xml:space="preserve">ں </w:t>
      </w:r>
      <w:r>
        <w:rPr>
          <w:rtl/>
        </w:rPr>
        <w:t xml:space="preserve">_ </w:t>
      </w:r>
    </w:p>
    <w:p w:rsidR="00DE2D7F" w:rsidRDefault="00DE2D7F" w:rsidP="00D07B54">
      <w:pPr>
        <w:pStyle w:val="libNormal"/>
        <w:rPr>
          <w:rtl/>
        </w:rPr>
      </w:pPr>
      <w:r>
        <w:rPr>
          <w:rtl/>
        </w:rPr>
        <w:t>جنگ كے شروع ہوتے ہى مسلمانو</w:t>
      </w:r>
      <w:r w:rsidR="007D6C9B">
        <w:rPr>
          <w:rtl/>
        </w:rPr>
        <w:t xml:space="preserve">ں </w:t>
      </w:r>
      <w:r>
        <w:rPr>
          <w:rtl/>
        </w:rPr>
        <w:t>نے ايك شديد حملہ سے لشكر قريش كے پرخچے اڑاديئےور وہ حواس باختہ ہوكر بھاگ كھڑے ہوئے اور لشكر اسلام نے ان كا پيچھا كرنا شروع كرديا خالدبن وليد نے جب قريش كى يقينى شكت ديكھى تو اس نے چاہا كہ درہ كے راستے نكل كر مسلمانو</w:t>
      </w:r>
      <w:r w:rsidR="007D6C9B">
        <w:rPr>
          <w:rtl/>
        </w:rPr>
        <w:t xml:space="preserve">ں </w:t>
      </w:r>
      <w:r>
        <w:rPr>
          <w:rtl/>
        </w:rPr>
        <w:t>پر پيچھے سے حملہ كرے ليكن تيراندازو</w:t>
      </w:r>
      <w:r w:rsidR="007D6C9B">
        <w:rPr>
          <w:rtl/>
        </w:rPr>
        <w:t xml:space="preserve">ں </w:t>
      </w:r>
      <w:r>
        <w:rPr>
          <w:rtl/>
        </w:rPr>
        <w:t>نے اسے پيچھے ہٹنے پر مجبور كرديا قريش كے قدم اكھڑتے ديكھ كر تازہ مسلمانو</w:t>
      </w:r>
      <w:r w:rsidR="007D6C9B">
        <w:rPr>
          <w:rtl/>
        </w:rPr>
        <w:t xml:space="preserve">ں </w:t>
      </w:r>
      <w:r>
        <w:rPr>
          <w:rtl/>
        </w:rPr>
        <w:t>كے ايك گروہ نے دشمن كو شكت خوردہ سمجھ كرمال غنيمت جمع كرنے كے لئے اچانك اپنى پوزيشن چھوڑدى ، ان كى ديكھا ديكھى درہ پر تعينات تيراندازو</w:t>
      </w:r>
      <w:r w:rsidR="007D6C9B">
        <w:rPr>
          <w:rtl/>
        </w:rPr>
        <w:t xml:space="preserve">ں </w:t>
      </w:r>
      <w:r>
        <w:rPr>
          <w:rtl/>
        </w:rPr>
        <w:t>نے بھى اپنا مورچہ چھوڑديا، ان كے كمانڈرعبد اللہ بن جبيرنے انہي</w:t>
      </w:r>
      <w:r w:rsidR="007D6C9B">
        <w:rPr>
          <w:rtl/>
        </w:rPr>
        <w:t xml:space="preserve">ں </w:t>
      </w:r>
      <w:r>
        <w:rPr>
          <w:rtl/>
        </w:rPr>
        <w:t xml:space="preserve">آ نحضرت(ص) كا حكم ياددلايا مگرسوائے چند (تقريبا ًدس افراد) كے كوئي اس اہم جگہ پر نہ ٹھہرا_ </w:t>
      </w:r>
    </w:p>
    <w:p w:rsidR="00DE2D7F" w:rsidRDefault="00DE2D7F" w:rsidP="00D07B54">
      <w:pPr>
        <w:pStyle w:val="libNormal"/>
        <w:rPr>
          <w:rtl/>
        </w:rPr>
      </w:pPr>
      <w:r>
        <w:rPr>
          <w:rtl/>
        </w:rPr>
        <w:t>پيغمبراكرم (ص) كى مخالفت كا نتيجہ يہ ہوا كہ خالدبن وليد نے درہ خالى ديكھ كر بڑى تيزى سے عبد اللہ بن جبير پر حملہ كيا اور اسے اس كے ساتھيو</w:t>
      </w:r>
      <w:r w:rsidR="007D6C9B">
        <w:rPr>
          <w:rtl/>
        </w:rPr>
        <w:t xml:space="preserve">ں </w:t>
      </w:r>
      <w:r>
        <w:rPr>
          <w:rtl/>
        </w:rPr>
        <w:t>سميت قتل كرديا، اس كے بعد انہو</w:t>
      </w:r>
      <w:r w:rsidR="007D6C9B">
        <w:rPr>
          <w:rtl/>
        </w:rPr>
        <w:t xml:space="preserve">ں </w:t>
      </w:r>
      <w:r>
        <w:rPr>
          <w:rtl/>
        </w:rPr>
        <w:t>نے پيچھے سے مسلمانو</w:t>
      </w:r>
      <w:r w:rsidR="007D6C9B">
        <w:rPr>
          <w:rtl/>
        </w:rPr>
        <w:t xml:space="preserve">ں </w:t>
      </w:r>
      <w:r>
        <w:rPr>
          <w:rtl/>
        </w:rPr>
        <w:t>پر حملہ كرديا اچانك مسلمانو</w:t>
      </w:r>
      <w:r w:rsidR="007D6C9B">
        <w:rPr>
          <w:rtl/>
        </w:rPr>
        <w:t xml:space="preserve">ں </w:t>
      </w:r>
      <w:r>
        <w:rPr>
          <w:rtl/>
        </w:rPr>
        <w:t>نے ہر طرف چمك دار تلوارو</w:t>
      </w:r>
      <w:r w:rsidR="007D6C9B">
        <w:rPr>
          <w:rtl/>
        </w:rPr>
        <w:t xml:space="preserve">ں </w:t>
      </w:r>
      <w:r>
        <w:rPr>
          <w:rtl/>
        </w:rPr>
        <w:t>كى تيزدھارو</w:t>
      </w:r>
      <w:r w:rsidR="007D6C9B">
        <w:rPr>
          <w:rtl/>
        </w:rPr>
        <w:t xml:space="preserve">ں </w:t>
      </w:r>
      <w:r>
        <w:rPr>
          <w:rtl/>
        </w:rPr>
        <w:t>كو اپنے سرو</w:t>
      </w:r>
      <w:r w:rsidR="007D6C9B">
        <w:rPr>
          <w:rtl/>
        </w:rPr>
        <w:t xml:space="preserve">ں </w:t>
      </w:r>
      <w:r>
        <w:rPr>
          <w:rtl/>
        </w:rPr>
        <w:t>پر ديكھا تو حواس باختہ ہوگئے اور اپنے آپ كو منظم نہ ركھ سكے قريش كے بھگوڑو</w:t>
      </w:r>
      <w:r w:rsidR="007D6C9B">
        <w:rPr>
          <w:rtl/>
        </w:rPr>
        <w:t xml:space="preserve">ں </w:t>
      </w:r>
      <w:r>
        <w:rPr>
          <w:rtl/>
        </w:rPr>
        <w:t>نے جب يہ صورتحال ديكھى تو وہ بھى پلٹ آئے اور مسلمانو</w:t>
      </w:r>
      <w:r w:rsidR="007D6C9B">
        <w:rPr>
          <w:rtl/>
        </w:rPr>
        <w:t xml:space="preserve">ں </w:t>
      </w:r>
      <w:r>
        <w:rPr>
          <w:rtl/>
        </w:rPr>
        <w:t>كو چارو</w:t>
      </w:r>
      <w:r w:rsidR="007D6C9B">
        <w:rPr>
          <w:rtl/>
        </w:rPr>
        <w:t xml:space="preserve">ں </w:t>
      </w:r>
      <w:r>
        <w:rPr>
          <w:rtl/>
        </w:rPr>
        <w:t xml:space="preserve">طرف سے گھيرليا_ </w:t>
      </w:r>
    </w:p>
    <w:p w:rsidR="00DE2D7F" w:rsidRDefault="00DE2D7F" w:rsidP="00D07B54">
      <w:pPr>
        <w:pStyle w:val="libNormal"/>
        <w:rPr>
          <w:rtl/>
        </w:rPr>
      </w:pPr>
      <w:r>
        <w:rPr>
          <w:rtl/>
        </w:rPr>
        <w:t>اسى موقع پر لشكر اسلام كے بہادر افسر سيد الشہداء حضرت حمزہ نے دوسرے مسلمانو</w:t>
      </w:r>
      <w:r w:rsidR="007D6C9B">
        <w:rPr>
          <w:rtl/>
        </w:rPr>
        <w:t xml:space="preserve">ں </w:t>
      </w:r>
      <w:r>
        <w:rPr>
          <w:rtl/>
        </w:rPr>
        <w:t>كے ساتھ جام شہادت نوش كيا ،سوائے چند شمع رسالت كے پروانو</w:t>
      </w:r>
      <w:r w:rsidR="007D6C9B">
        <w:rPr>
          <w:rtl/>
        </w:rPr>
        <w:t xml:space="preserve">ں </w:t>
      </w:r>
      <w:r>
        <w:rPr>
          <w:rtl/>
        </w:rPr>
        <w:t>كے اور بقيہ مسلمانو</w:t>
      </w:r>
      <w:r w:rsidR="007D6C9B">
        <w:rPr>
          <w:rtl/>
        </w:rPr>
        <w:t xml:space="preserve">ں </w:t>
      </w:r>
      <w:r>
        <w:rPr>
          <w:rtl/>
        </w:rPr>
        <w:t xml:space="preserve">نے وحشت زدہ ہوكر ميدان كو دشمن كے حوالے كرديا_ </w:t>
      </w:r>
    </w:p>
    <w:p w:rsidR="00DE2D7F" w:rsidRDefault="00DE2D7F" w:rsidP="00D07B54">
      <w:pPr>
        <w:pStyle w:val="libNormal"/>
        <w:rPr>
          <w:rtl/>
        </w:rPr>
      </w:pPr>
      <w:r>
        <w:rPr>
          <w:rtl/>
        </w:rPr>
        <w:t>اس خطرناك جنگ مي</w:t>
      </w:r>
      <w:r w:rsidR="007D6C9B">
        <w:rPr>
          <w:rtl/>
        </w:rPr>
        <w:t xml:space="preserve">ں </w:t>
      </w:r>
      <w:r>
        <w:rPr>
          <w:rtl/>
        </w:rPr>
        <w:t xml:space="preserve">جس نے سب سے زيادہ فداكارى كا مظاہرہ كيا اور پيغمبر اكرم (ص) پر ہونے والے دشمن كے ہر حملے كا دفاع كيا وہ حضرت على بن ابى طالب عليہ السلام تھے _ </w:t>
      </w:r>
    </w:p>
    <w:p w:rsidR="00E02206" w:rsidRDefault="001648F9" w:rsidP="00D07B54">
      <w:pPr>
        <w:pStyle w:val="libNormal"/>
        <w:rPr>
          <w:rtl/>
        </w:rPr>
      </w:pPr>
      <w:r>
        <w:rPr>
          <w:rtl/>
        </w:rPr>
        <w:t xml:space="preserve"> </w:t>
      </w:r>
      <w:r>
        <w:rPr>
          <w:rtl/>
        </w:rPr>
        <w:br w:type="page"/>
      </w:r>
    </w:p>
    <w:p w:rsidR="00E02206" w:rsidRDefault="00E02206" w:rsidP="00D07B54">
      <w:pPr>
        <w:pStyle w:val="libNormal"/>
        <w:rPr>
          <w:rtl/>
        </w:rPr>
      </w:pPr>
    </w:p>
    <w:p w:rsidR="00DE2D7F" w:rsidRDefault="00DE2D7F" w:rsidP="00D07B54">
      <w:pPr>
        <w:pStyle w:val="libNormal"/>
        <w:rPr>
          <w:rtl/>
        </w:rPr>
      </w:pPr>
      <w:r>
        <w:rPr>
          <w:rtl/>
        </w:rPr>
        <w:t>حضرت على عليہ السلام بڑى جرا ت اور بڑے حوصلہ سے جنگ كررہے تھے يہا</w:t>
      </w:r>
      <w:r w:rsidR="007D6C9B">
        <w:rPr>
          <w:rtl/>
        </w:rPr>
        <w:t xml:space="preserve">ں </w:t>
      </w:r>
      <w:r>
        <w:rPr>
          <w:rtl/>
        </w:rPr>
        <w:t>تك كہ آپ كى تلوار ٹوٹ گئي، اور پيغمبر اكرم (ص) (ص) نے اپنى تلوار آپ كو عنايت فرمائي جو ذوالفقار كے نام سے مشہور ہے بالآخر آپ ايك مورچہ مي</w:t>
      </w:r>
      <w:r w:rsidR="007D6C9B">
        <w:rPr>
          <w:rtl/>
        </w:rPr>
        <w:t xml:space="preserve">ں </w:t>
      </w:r>
      <w:r>
        <w:rPr>
          <w:rtl/>
        </w:rPr>
        <w:t>ٹھہرگئے اور حضرت على عليہ السلام مسلسل آپ كا دفاع كرتے رہے يہا</w:t>
      </w:r>
      <w:r w:rsidR="007D6C9B">
        <w:rPr>
          <w:rtl/>
        </w:rPr>
        <w:t xml:space="preserve">ں </w:t>
      </w:r>
      <w:r>
        <w:rPr>
          <w:rtl/>
        </w:rPr>
        <w:t>تك كہ بعض مورخين كى تحقيق كے مطابق حضرت على عليہ السلام كے جسم پر ساٹھ كارى زخم آئے، اور اسى موقع پر قاصد وحى نے پيغمبراكرم (ص) سے عرض كيا :اے محمد يہ ہے مواسات ومعاونت كا حق ،آپ (ص) نے فرمايا ( ايسا كيو</w:t>
      </w:r>
      <w:r w:rsidR="007D6C9B">
        <w:rPr>
          <w:rtl/>
        </w:rPr>
        <w:t xml:space="preserve">ں </w:t>
      </w:r>
      <w:r>
        <w:rPr>
          <w:rtl/>
        </w:rPr>
        <w:t>نہ ہو كہ ) على مجھ سے ہے اور مي</w:t>
      </w:r>
      <w:r w:rsidR="007D6C9B">
        <w:rPr>
          <w:rtl/>
        </w:rPr>
        <w:t xml:space="preserve">ں </w:t>
      </w:r>
      <w:r>
        <w:rPr>
          <w:rtl/>
        </w:rPr>
        <w:t>على سے ہو</w:t>
      </w:r>
      <w:r w:rsidR="007D6C9B">
        <w:rPr>
          <w:rtl/>
        </w:rPr>
        <w:t xml:space="preserve">ں </w:t>
      </w:r>
      <w:r>
        <w:rPr>
          <w:rtl/>
        </w:rPr>
        <w:t>،تو جبرئيل نے اضافہ كيا : مي</w:t>
      </w:r>
      <w:r w:rsidR="007D6C9B">
        <w:rPr>
          <w:rtl/>
        </w:rPr>
        <w:t xml:space="preserve">ں </w:t>
      </w:r>
      <w:r>
        <w:rPr>
          <w:rtl/>
        </w:rPr>
        <w:t>تم دونو</w:t>
      </w:r>
      <w:r w:rsidR="007D6C9B">
        <w:rPr>
          <w:rtl/>
        </w:rPr>
        <w:t xml:space="preserve">ں </w:t>
      </w:r>
      <w:r>
        <w:rPr>
          <w:rtl/>
        </w:rPr>
        <w:t>سے ہو</w:t>
      </w:r>
      <w:r w:rsidR="007D6C9B">
        <w:rPr>
          <w:rtl/>
        </w:rPr>
        <w:t xml:space="preserve">ں </w:t>
      </w:r>
      <w:r>
        <w:rPr>
          <w:rtl/>
        </w:rPr>
        <w:t xml:space="preserve">_ </w:t>
      </w:r>
    </w:p>
    <w:p w:rsidR="00DE2D7F" w:rsidRDefault="00DE2D7F" w:rsidP="00D07B54">
      <w:pPr>
        <w:pStyle w:val="libNormal"/>
        <w:rPr>
          <w:rtl/>
        </w:rPr>
      </w:pPr>
      <w:r>
        <w:rPr>
          <w:rtl/>
        </w:rPr>
        <w:t>امام صادق ارشاد فرماتے ہي</w:t>
      </w:r>
      <w:r w:rsidR="007D6C9B">
        <w:rPr>
          <w:rtl/>
        </w:rPr>
        <w:t xml:space="preserve">ں </w:t>
      </w:r>
      <w:r>
        <w:rPr>
          <w:rtl/>
        </w:rPr>
        <w:t>كہ پيغمبر اكرم (ص) نے قاصد وحى كو آسمان مي</w:t>
      </w:r>
      <w:r w:rsidR="007D6C9B">
        <w:rPr>
          <w:rtl/>
        </w:rPr>
        <w:t xml:space="preserve">ں </w:t>
      </w:r>
      <w:r>
        <w:rPr>
          <w:rtl/>
        </w:rPr>
        <w:t>يہ كہتے ہوئے ديكھا كہ: ''لاسيف الاذوالفقار ولا فتى الا على '' (ذوالفقار كے علاوہ كوئي تلوار نہي</w:t>
      </w:r>
      <w:r w:rsidR="007D6C9B">
        <w:rPr>
          <w:rtl/>
        </w:rPr>
        <w:t xml:space="preserve">ں </w:t>
      </w:r>
      <w:r>
        <w:rPr>
          <w:rtl/>
        </w:rPr>
        <w:t>اور على كے سوا كوئي جوانمرد نہي</w:t>
      </w:r>
      <w:r w:rsidR="007D6C9B">
        <w:rPr>
          <w:rtl/>
        </w:rPr>
        <w:t xml:space="preserve">ں </w:t>
      </w:r>
      <w:r>
        <w:rPr>
          <w:rtl/>
        </w:rPr>
        <w:t xml:space="preserve">) </w:t>
      </w:r>
    </w:p>
    <w:p w:rsidR="00DE2D7F" w:rsidRDefault="00DE2D7F" w:rsidP="00D07B54">
      <w:pPr>
        <w:pStyle w:val="libNormal"/>
        <w:rPr>
          <w:rtl/>
        </w:rPr>
      </w:pPr>
      <w:r>
        <w:rPr>
          <w:rtl/>
        </w:rPr>
        <w:t>اس اثناء مي</w:t>
      </w:r>
      <w:r w:rsidR="007D6C9B">
        <w:rPr>
          <w:rtl/>
        </w:rPr>
        <w:t xml:space="preserve">ں </w:t>
      </w:r>
      <w:r>
        <w:rPr>
          <w:rtl/>
        </w:rPr>
        <w:t xml:space="preserve">يہ آواز بلند ہوئي كہ محمد قتل ہوگئے _ </w:t>
      </w:r>
    </w:p>
    <w:p w:rsidR="00DE2D7F" w:rsidRDefault="00DE2D7F" w:rsidP="00D07B54">
      <w:pPr>
        <w:pStyle w:val="libNormal"/>
        <w:rPr>
          <w:rtl/>
        </w:rPr>
      </w:pPr>
      <w:r>
        <w:rPr>
          <w:rtl/>
        </w:rPr>
        <w:t>يہ آواز فضائے عالم مي</w:t>
      </w:r>
      <w:r w:rsidR="007D6C9B">
        <w:rPr>
          <w:rtl/>
        </w:rPr>
        <w:t xml:space="preserve">ں </w:t>
      </w:r>
      <w:r>
        <w:rPr>
          <w:rtl/>
        </w:rPr>
        <w:t>گونج اٹھى اس آواز سے جتنابت پرستو</w:t>
      </w:r>
      <w:r w:rsidR="007D6C9B">
        <w:rPr>
          <w:rtl/>
        </w:rPr>
        <w:t xml:space="preserve">ں </w:t>
      </w:r>
      <w:r>
        <w:rPr>
          <w:rtl/>
        </w:rPr>
        <w:t>كے جذبات پر مثبت اثر پيدا ہوا اتناہى مسلمانو</w:t>
      </w:r>
      <w:r w:rsidR="007D6C9B">
        <w:rPr>
          <w:rtl/>
        </w:rPr>
        <w:t xml:space="preserve">ں </w:t>
      </w:r>
      <w:r>
        <w:rPr>
          <w:rtl/>
        </w:rPr>
        <w:t>مي</w:t>
      </w:r>
      <w:r w:rsidR="007D6C9B">
        <w:rPr>
          <w:rtl/>
        </w:rPr>
        <w:t xml:space="preserve">ں </w:t>
      </w:r>
      <w:r>
        <w:rPr>
          <w:rtl/>
        </w:rPr>
        <w:t>عجيب اضطراب پيدا ہوگيا چنانچہ ايك گروہ كے ہاتھ پائو</w:t>
      </w:r>
      <w:r w:rsidR="007D6C9B">
        <w:rPr>
          <w:rtl/>
        </w:rPr>
        <w:t xml:space="preserve">ں </w:t>
      </w:r>
      <w:r>
        <w:rPr>
          <w:rtl/>
        </w:rPr>
        <w:t>جواب دے گئے اور وہ بڑى تيزى سے ميدان جنگ سے نكل گئے يہا</w:t>
      </w:r>
      <w:r w:rsidR="007D6C9B">
        <w:rPr>
          <w:rtl/>
        </w:rPr>
        <w:t xml:space="preserve">ں </w:t>
      </w:r>
      <w:r>
        <w:rPr>
          <w:rtl/>
        </w:rPr>
        <w:t>تك كہ ان مي</w:t>
      </w:r>
      <w:r w:rsidR="007D6C9B">
        <w:rPr>
          <w:rtl/>
        </w:rPr>
        <w:t xml:space="preserve">ں </w:t>
      </w:r>
      <w:r>
        <w:rPr>
          <w:rtl/>
        </w:rPr>
        <w:t>سے بعض نے سوچا كہ پيغمبر شہيدہو گئے ہي</w:t>
      </w:r>
      <w:r w:rsidR="007D6C9B">
        <w:rPr>
          <w:rtl/>
        </w:rPr>
        <w:t xml:space="preserve">ں </w:t>
      </w:r>
      <w:r>
        <w:rPr>
          <w:rtl/>
        </w:rPr>
        <w:t>لہذا اسلام ہى كو خيرباد كہہ ديا جائے اور بت برستو</w:t>
      </w:r>
      <w:r w:rsidR="007D6C9B">
        <w:rPr>
          <w:rtl/>
        </w:rPr>
        <w:t xml:space="preserve">ں </w:t>
      </w:r>
      <w:r>
        <w:rPr>
          <w:rtl/>
        </w:rPr>
        <w:t>كے سردارو</w:t>
      </w:r>
      <w:r w:rsidR="007D6C9B">
        <w:rPr>
          <w:rtl/>
        </w:rPr>
        <w:t xml:space="preserve">ں </w:t>
      </w:r>
      <w:r>
        <w:rPr>
          <w:rtl/>
        </w:rPr>
        <w:t>سے امان طلب كرلى جائے ليكن ان كے مقابلہ مي</w:t>
      </w:r>
      <w:r w:rsidR="007D6C9B">
        <w:rPr>
          <w:rtl/>
        </w:rPr>
        <w:t xml:space="preserve">ں </w:t>
      </w:r>
      <w:r>
        <w:rPr>
          <w:rtl/>
        </w:rPr>
        <w:t>فداكارو</w:t>
      </w:r>
      <w:r w:rsidR="007D6C9B">
        <w:rPr>
          <w:rtl/>
        </w:rPr>
        <w:t xml:space="preserve">ں </w:t>
      </w:r>
      <w:r>
        <w:rPr>
          <w:rtl/>
        </w:rPr>
        <w:t>اور جانثارو</w:t>
      </w:r>
      <w:r w:rsidR="007D6C9B">
        <w:rPr>
          <w:rtl/>
        </w:rPr>
        <w:t xml:space="preserve">ں </w:t>
      </w:r>
      <w:r>
        <w:rPr>
          <w:rtl/>
        </w:rPr>
        <w:t>كى بھى ايك قليل جماعت تھى جن مي</w:t>
      </w:r>
      <w:r w:rsidR="007D6C9B">
        <w:rPr>
          <w:rtl/>
        </w:rPr>
        <w:t xml:space="preserve">ں </w:t>
      </w:r>
      <w:r>
        <w:rPr>
          <w:rtl/>
        </w:rPr>
        <w:t>حضرت على ابود جانہ اور طلحہ جيسے بہادر لوگ موجود تھے جوباقى لوگو</w:t>
      </w:r>
      <w:r w:rsidR="007D6C9B">
        <w:rPr>
          <w:rtl/>
        </w:rPr>
        <w:t xml:space="preserve">ں </w:t>
      </w:r>
      <w:r>
        <w:rPr>
          <w:rtl/>
        </w:rPr>
        <w:t>كوپامردى اور استقامت كى دعوت دے رہے تھے ان مي</w:t>
      </w:r>
      <w:r w:rsidR="007D6C9B">
        <w:rPr>
          <w:rtl/>
        </w:rPr>
        <w:t xml:space="preserve">ں </w:t>
      </w:r>
      <w:r>
        <w:rPr>
          <w:rtl/>
        </w:rPr>
        <w:t>سے انس بن نضر لوگو</w:t>
      </w:r>
      <w:r w:rsidR="007D6C9B">
        <w:rPr>
          <w:rtl/>
        </w:rPr>
        <w:t xml:space="preserve">ں </w:t>
      </w:r>
      <w:r>
        <w:rPr>
          <w:rtl/>
        </w:rPr>
        <w:t>كے درميان آيا اور كہنے لگا :اے لوگو اگر محمد شہيد ہوگئے ہي</w:t>
      </w:r>
      <w:r w:rsidR="007D6C9B">
        <w:rPr>
          <w:rtl/>
        </w:rPr>
        <w:t xml:space="preserve">ں </w:t>
      </w:r>
      <w:r>
        <w:rPr>
          <w:rtl/>
        </w:rPr>
        <w:t>تو محمد كا خدا تو قتل نہي</w:t>
      </w:r>
      <w:r w:rsidR="007D6C9B">
        <w:rPr>
          <w:rtl/>
        </w:rPr>
        <w:t xml:space="preserve">ں </w:t>
      </w:r>
      <w:r>
        <w:rPr>
          <w:rtl/>
        </w:rPr>
        <w:t>ہوا چلو اور جنگ كرو ،اسى نيك اور مقدس ہدف كے حصول كے لئے درجہ شہادت پر فائز ہو جائو ،يہ گفتگو تمام كرتے ہى انھو</w:t>
      </w:r>
      <w:r w:rsidR="007D6C9B">
        <w:rPr>
          <w:rtl/>
        </w:rPr>
        <w:t xml:space="preserve">ں </w:t>
      </w:r>
      <w:r>
        <w:rPr>
          <w:rtl/>
        </w:rPr>
        <w:t>نے دشمن پر حملہ كرديا يہا</w:t>
      </w:r>
      <w:r w:rsidR="007D6C9B">
        <w:rPr>
          <w:rtl/>
        </w:rPr>
        <w:t xml:space="preserve">ں </w:t>
      </w:r>
      <w:r>
        <w:rPr>
          <w:rtl/>
        </w:rPr>
        <w:t>تك كہ شہيد ہوگئے ،تاہم جلد معلوم ہوگيا كہ پيغمبر اكرم (ص) سلامت ہي</w:t>
      </w:r>
      <w:r w:rsidR="007D6C9B">
        <w:rPr>
          <w:rtl/>
        </w:rPr>
        <w:t xml:space="preserve">ں </w:t>
      </w:r>
      <w:r>
        <w:rPr>
          <w:rtl/>
        </w:rPr>
        <w:t xml:space="preserve">اور اطلاع ايك شايعہ تھى _ </w:t>
      </w:r>
    </w:p>
    <w:p w:rsidR="00E02206" w:rsidRDefault="001648F9" w:rsidP="00D07B54">
      <w:pPr>
        <w:pStyle w:val="libNormal"/>
        <w:rPr>
          <w:rtl/>
        </w:rPr>
      </w:pPr>
      <w:r>
        <w:rPr>
          <w:rtl/>
        </w:rPr>
        <w:t xml:space="preserve"> </w:t>
      </w:r>
      <w:r>
        <w:rPr>
          <w:rtl/>
        </w:rPr>
        <w:br w:type="page"/>
      </w:r>
    </w:p>
    <w:p w:rsidR="00E02206" w:rsidRDefault="00E02206" w:rsidP="00D07B54">
      <w:pPr>
        <w:pStyle w:val="libNormal"/>
        <w:rPr>
          <w:rtl/>
        </w:rPr>
      </w:pPr>
    </w:p>
    <w:p w:rsidR="00E02206" w:rsidRDefault="00DE2D7F" w:rsidP="00D07B54">
      <w:pPr>
        <w:pStyle w:val="Heading2Center"/>
        <w:rPr>
          <w:rtl/>
        </w:rPr>
      </w:pPr>
      <w:bookmarkStart w:id="362" w:name="_Toc7268759"/>
      <w:r>
        <w:rPr>
          <w:rtl/>
        </w:rPr>
        <w:t>كون پكارا كہ محمد (ص) قتل ہوگئے ؟</w:t>
      </w:r>
      <w:bookmarkEnd w:id="362"/>
    </w:p>
    <w:p w:rsidR="00DE2D7F" w:rsidRDefault="00DE2D7F" w:rsidP="00D07B54">
      <w:pPr>
        <w:pStyle w:val="libNormal"/>
        <w:rPr>
          <w:rtl/>
        </w:rPr>
      </w:pPr>
      <w:r>
        <w:rPr>
          <w:rtl/>
        </w:rPr>
        <w:t xml:space="preserve"> ''ابن قمعہ'' نے اسلامى سپاہى مصعب كو پيغمبر سمجھ كر اس پر كارى ضرب لگائي اور باآواز بلند كہا :لات وعزى كى قسم محمد قتل ہوگئے _ </w:t>
      </w:r>
    </w:p>
    <w:p w:rsidR="00DE2D7F" w:rsidRDefault="00DE2D7F" w:rsidP="00D07B54">
      <w:pPr>
        <w:pStyle w:val="libNormal"/>
        <w:rPr>
          <w:rtl/>
        </w:rPr>
      </w:pPr>
      <w:r>
        <w:rPr>
          <w:rtl/>
        </w:rPr>
        <w:t>اس مي</w:t>
      </w:r>
      <w:r w:rsidR="007D6C9B">
        <w:rPr>
          <w:rtl/>
        </w:rPr>
        <w:t xml:space="preserve">ں </w:t>
      </w:r>
      <w:r>
        <w:rPr>
          <w:rtl/>
        </w:rPr>
        <w:t>كوئي شك نہي</w:t>
      </w:r>
      <w:r w:rsidR="007D6C9B">
        <w:rPr>
          <w:rtl/>
        </w:rPr>
        <w:t xml:space="preserve">ں </w:t>
      </w:r>
      <w:r>
        <w:rPr>
          <w:rtl/>
        </w:rPr>
        <w:t>ہے كہ يہ افواہ چاہے مسلمانو</w:t>
      </w:r>
      <w:r w:rsidR="007D6C9B">
        <w:rPr>
          <w:rtl/>
        </w:rPr>
        <w:t xml:space="preserve">ں </w:t>
      </w:r>
      <w:r>
        <w:rPr>
          <w:rtl/>
        </w:rPr>
        <w:t>نے اڑائي يا دشمن نے ليكن مسلمانو</w:t>
      </w:r>
      <w:r w:rsidR="007D6C9B">
        <w:rPr>
          <w:rtl/>
        </w:rPr>
        <w:t xml:space="preserve">ں </w:t>
      </w:r>
      <w:r>
        <w:rPr>
          <w:rtl/>
        </w:rPr>
        <w:t>كے لئے فائدہ مند ثابت ہوئي اس لئے كہ جب آواز بلند ہوئي تو دشمن ميدان چھوڑ كر مكہ كى طرف چل پڑے ورنہ قريش كا فاتح لشكر جو حضور (ص) كے لئے دلو</w:t>
      </w:r>
      <w:r w:rsidR="007D6C9B">
        <w:rPr>
          <w:rtl/>
        </w:rPr>
        <w:t xml:space="preserve">ں </w:t>
      </w:r>
      <w:r>
        <w:rPr>
          <w:rtl/>
        </w:rPr>
        <w:t>مي</w:t>
      </w:r>
      <w:r w:rsidR="007D6C9B">
        <w:rPr>
          <w:rtl/>
        </w:rPr>
        <w:t xml:space="preserve">ں </w:t>
      </w:r>
      <w:r>
        <w:rPr>
          <w:rtl/>
        </w:rPr>
        <w:t>كينہ ركھتا تھا اور انتقام لينے كى نيت سے آيا تھا كبھى ميدان نہ چھوڑتا، قريش كے پانچ ہزار افراد پر مشتمل لشكر نے ميدان جنگ مي</w:t>
      </w:r>
      <w:r w:rsidR="007D6C9B">
        <w:rPr>
          <w:rtl/>
        </w:rPr>
        <w:t xml:space="preserve">ں </w:t>
      </w:r>
      <w:r>
        <w:rPr>
          <w:rtl/>
        </w:rPr>
        <w:t>مسلمانو</w:t>
      </w:r>
      <w:r w:rsidR="007D6C9B">
        <w:rPr>
          <w:rtl/>
        </w:rPr>
        <w:t xml:space="preserve">ں </w:t>
      </w:r>
      <w:r>
        <w:rPr>
          <w:rtl/>
        </w:rPr>
        <w:t>كى كاميابى كے بعد ايك رات بھى صبح تك وہا</w:t>
      </w:r>
      <w:r w:rsidR="007D6C9B">
        <w:rPr>
          <w:rtl/>
        </w:rPr>
        <w:t xml:space="preserve">ں </w:t>
      </w:r>
      <w:r>
        <w:rPr>
          <w:rtl/>
        </w:rPr>
        <w:t xml:space="preserve">نہ گذارى اور اسى وقت مكہ كى طرف چل پڑے_ </w:t>
      </w:r>
    </w:p>
    <w:p w:rsidR="00DE2D7F" w:rsidRDefault="00DE2D7F" w:rsidP="00D07B54">
      <w:pPr>
        <w:pStyle w:val="libNormal"/>
        <w:rPr>
          <w:rtl/>
        </w:rPr>
      </w:pPr>
      <w:r>
        <w:rPr>
          <w:rtl/>
        </w:rPr>
        <w:t>پيغمبر (ص) كى شہادت كى خبر نے بعض مسلمانو</w:t>
      </w:r>
      <w:r w:rsidR="007D6C9B">
        <w:rPr>
          <w:rtl/>
        </w:rPr>
        <w:t xml:space="preserve">ں </w:t>
      </w:r>
      <w:r>
        <w:rPr>
          <w:rtl/>
        </w:rPr>
        <w:t>مي</w:t>
      </w:r>
      <w:r w:rsidR="007D6C9B">
        <w:rPr>
          <w:rtl/>
        </w:rPr>
        <w:t xml:space="preserve">ں </w:t>
      </w:r>
      <w:r>
        <w:rPr>
          <w:rtl/>
        </w:rPr>
        <w:t>اضطراب وپريشانى پيدا كردى ،جو مسلمان اب تك ميدان كارزار مي</w:t>
      </w:r>
      <w:r w:rsidR="007D6C9B">
        <w:rPr>
          <w:rtl/>
        </w:rPr>
        <w:t xml:space="preserve">ں </w:t>
      </w:r>
      <w:r>
        <w:rPr>
          <w:rtl/>
        </w:rPr>
        <w:t>موجود تھے ، انھو</w:t>
      </w:r>
      <w:r w:rsidR="007D6C9B">
        <w:rPr>
          <w:rtl/>
        </w:rPr>
        <w:t xml:space="preserve">ں </w:t>
      </w:r>
      <w:r>
        <w:rPr>
          <w:rtl/>
        </w:rPr>
        <w:t>نے اس خيال سے كہ دوسرے مسلمان پراكندہ نہ ہو</w:t>
      </w:r>
      <w:r w:rsidR="007D6C9B">
        <w:rPr>
          <w:rtl/>
        </w:rPr>
        <w:t xml:space="preserve">ں </w:t>
      </w:r>
      <w:r>
        <w:rPr>
          <w:rtl/>
        </w:rPr>
        <w:t>آنحضرت (ص) كو پہاڑ كے اوپر لے گئے تاكہ مسلمانو</w:t>
      </w:r>
      <w:r w:rsidR="007D6C9B">
        <w:rPr>
          <w:rtl/>
        </w:rPr>
        <w:t xml:space="preserve">ں </w:t>
      </w:r>
      <w:r>
        <w:rPr>
          <w:rtl/>
        </w:rPr>
        <w:t>كو پتہ چل جائے كہ آپ بقيد حيات ہي</w:t>
      </w:r>
      <w:r w:rsidR="007D6C9B">
        <w:rPr>
          <w:rtl/>
        </w:rPr>
        <w:t xml:space="preserve">ں </w:t>
      </w:r>
      <w:r>
        <w:rPr>
          <w:rtl/>
        </w:rPr>
        <w:t>، يہ ديكھ كر بھگوڑے واپس آگئے اور آنحضرت كے گرد پروانو</w:t>
      </w:r>
      <w:r w:rsidR="007D6C9B">
        <w:rPr>
          <w:rtl/>
        </w:rPr>
        <w:t xml:space="preserve">ں </w:t>
      </w:r>
      <w:r>
        <w:rPr>
          <w:rtl/>
        </w:rPr>
        <w:t>كى طرح جمع ہوگئے ،آپ نے ان كو ملامت وسرزنش كى كہ تم نے ان خطرناك حالات مي</w:t>
      </w:r>
      <w:r w:rsidR="007D6C9B">
        <w:rPr>
          <w:rtl/>
        </w:rPr>
        <w:t xml:space="preserve">ں </w:t>
      </w:r>
      <w:r>
        <w:rPr>
          <w:rtl/>
        </w:rPr>
        <w:t>كيو</w:t>
      </w:r>
      <w:r w:rsidR="007D6C9B">
        <w:rPr>
          <w:rtl/>
        </w:rPr>
        <w:t xml:space="preserve">ں </w:t>
      </w:r>
      <w:r>
        <w:rPr>
          <w:rtl/>
        </w:rPr>
        <w:t>فرار كيا ،مسلمان شرمندہ تھے انہو</w:t>
      </w:r>
      <w:r w:rsidR="007D6C9B">
        <w:rPr>
          <w:rtl/>
        </w:rPr>
        <w:t xml:space="preserve">ں </w:t>
      </w:r>
      <w:r>
        <w:rPr>
          <w:rtl/>
        </w:rPr>
        <w:t xml:space="preserve">نے معذرت كرتے ہوئے كہا : يا رسول خدا ہم نے آپ كى شہادت كى خبر سنى تو خوف كى شدت سے بھاگ كھڑے ہوے_ </w:t>
      </w:r>
    </w:p>
    <w:p w:rsidR="00DE2D7F" w:rsidRDefault="00DE2D7F" w:rsidP="00D07B54">
      <w:pPr>
        <w:pStyle w:val="libNormal"/>
        <w:rPr>
          <w:rtl/>
        </w:rPr>
      </w:pPr>
      <w:r>
        <w:rPr>
          <w:rtl/>
        </w:rPr>
        <w:t>مفسر عظيم مرحوم طبرسي، ابو القاسم بلخى سے نقل كرتے ہي</w:t>
      </w:r>
      <w:r w:rsidR="007D6C9B">
        <w:rPr>
          <w:rtl/>
        </w:rPr>
        <w:t xml:space="preserve">ں </w:t>
      </w:r>
      <w:r>
        <w:rPr>
          <w:rtl/>
        </w:rPr>
        <w:t>كہ جنگ احد كے دن( پيغمبر اكرم (ص) كے علاوہ)سوائے تيرہ افرادكے تمام بھاگ گئے تھے، اور ان تيرہ مي</w:t>
      </w:r>
      <w:r w:rsidR="007D6C9B">
        <w:rPr>
          <w:rtl/>
        </w:rPr>
        <w:t xml:space="preserve">ں </w:t>
      </w:r>
      <w:r>
        <w:rPr>
          <w:rtl/>
        </w:rPr>
        <w:t>سے آٹھ انصار اور پانچ مہاجرتھے، جن مي</w:t>
      </w:r>
      <w:r w:rsidR="007D6C9B">
        <w:rPr>
          <w:rtl/>
        </w:rPr>
        <w:t xml:space="preserve">ں </w:t>
      </w:r>
      <w:r>
        <w:rPr>
          <w:rtl/>
        </w:rPr>
        <w:t>سے حضرت على عليہ السلام اور طلحہ كے علاوہ باقى نامو</w:t>
      </w:r>
      <w:r w:rsidR="007D6C9B">
        <w:rPr>
          <w:rtl/>
        </w:rPr>
        <w:t xml:space="preserve">ں </w:t>
      </w:r>
      <w:r>
        <w:rPr>
          <w:rtl/>
        </w:rPr>
        <w:t>مي</w:t>
      </w:r>
      <w:r w:rsidR="007D6C9B">
        <w:rPr>
          <w:rtl/>
        </w:rPr>
        <w:t xml:space="preserve">ں </w:t>
      </w:r>
      <w:r>
        <w:rPr>
          <w:rtl/>
        </w:rPr>
        <w:t>اختلاف ہے، البتہ دونو</w:t>
      </w:r>
      <w:r w:rsidR="007D6C9B">
        <w:rPr>
          <w:rtl/>
        </w:rPr>
        <w:t xml:space="preserve">ں </w:t>
      </w:r>
      <w:r>
        <w:rPr>
          <w:rtl/>
        </w:rPr>
        <w:t>كے بارے مي</w:t>
      </w:r>
      <w:r w:rsidR="007D6C9B">
        <w:rPr>
          <w:rtl/>
        </w:rPr>
        <w:t xml:space="preserve">ں </w:t>
      </w:r>
      <w:r>
        <w:rPr>
          <w:rtl/>
        </w:rPr>
        <w:t>تمام مو رخين كا اتفاق ہے كہ انھو</w:t>
      </w:r>
      <w:r w:rsidR="007D6C9B">
        <w:rPr>
          <w:rtl/>
        </w:rPr>
        <w:t xml:space="preserve">ں </w:t>
      </w:r>
      <w:r>
        <w:rPr>
          <w:rtl/>
        </w:rPr>
        <w:t>نے فرار نہي</w:t>
      </w:r>
      <w:r w:rsidR="007D6C9B">
        <w:rPr>
          <w:rtl/>
        </w:rPr>
        <w:t xml:space="preserve">ں </w:t>
      </w:r>
      <w:r>
        <w:rPr>
          <w:rtl/>
        </w:rPr>
        <w:t xml:space="preserve">كيا_ </w:t>
      </w:r>
    </w:p>
    <w:p w:rsidR="00DE2D7F" w:rsidRDefault="00DE2D7F" w:rsidP="00D07B54">
      <w:pPr>
        <w:pStyle w:val="libNormal"/>
        <w:rPr>
          <w:rtl/>
        </w:rPr>
      </w:pPr>
      <w:r>
        <w:rPr>
          <w:rtl/>
        </w:rPr>
        <w:t>يو</w:t>
      </w:r>
      <w:r w:rsidR="007D6C9B">
        <w:rPr>
          <w:rtl/>
        </w:rPr>
        <w:t xml:space="preserve">ں </w:t>
      </w:r>
      <w:r>
        <w:rPr>
          <w:rtl/>
        </w:rPr>
        <w:t>مسلمانو</w:t>
      </w:r>
      <w:r w:rsidR="007D6C9B">
        <w:rPr>
          <w:rtl/>
        </w:rPr>
        <w:t xml:space="preserve">ں </w:t>
      </w:r>
      <w:r>
        <w:rPr>
          <w:rtl/>
        </w:rPr>
        <w:t>كو جنگ احد مي</w:t>
      </w:r>
      <w:r w:rsidR="007D6C9B">
        <w:rPr>
          <w:rtl/>
        </w:rPr>
        <w:t xml:space="preserve">ں </w:t>
      </w:r>
      <w:r>
        <w:rPr>
          <w:rtl/>
        </w:rPr>
        <w:t>بہت زيادہ جانى اورمالى نقصان كا سامنا كرنا،پڑا مسلمانو</w:t>
      </w:r>
      <w:r w:rsidR="007D6C9B">
        <w:rPr>
          <w:rtl/>
        </w:rPr>
        <w:t xml:space="preserve">ں </w:t>
      </w:r>
      <w:r>
        <w:rPr>
          <w:rtl/>
        </w:rPr>
        <w:t xml:space="preserve">كے ستر </w:t>
      </w:r>
    </w:p>
    <w:p w:rsidR="00E02206" w:rsidRDefault="001648F9" w:rsidP="00D07B54">
      <w:pPr>
        <w:pStyle w:val="libNormal"/>
        <w:rPr>
          <w:rtl/>
        </w:rPr>
      </w:pPr>
      <w:r>
        <w:rPr>
          <w:rtl/>
        </w:rPr>
        <w:t xml:space="preserve"> </w:t>
      </w:r>
      <w:r>
        <w:rPr>
          <w:rtl/>
        </w:rPr>
        <w:br w:type="page"/>
      </w:r>
    </w:p>
    <w:p w:rsidR="00E02206" w:rsidRDefault="00E02206" w:rsidP="00D07B54">
      <w:pPr>
        <w:pStyle w:val="libNormal"/>
        <w:rPr>
          <w:rtl/>
        </w:rPr>
      </w:pPr>
    </w:p>
    <w:p w:rsidR="00DE2D7F" w:rsidRDefault="00DE2D7F" w:rsidP="00D07B54">
      <w:pPr>
        <w:pStyle w:val="libNormal"/>
        <w:rPr>
          <w:rtl/>
        </w:rPr>
      </w:pPr>
      <w:r>
        <w:rPr>
          <w:rtl/>
        </w:rPr>
        <w:t>افراد شہيد ہوئے اور بہت سے زخمى ہوگئے ليكن مسلمانو</w:t>
      </w:r>
      <w:r w:rsidR="007D6C9B">
        <w:rPr>
          <w:rtl/>
        </w:rPr>
        <w:t xml:space="preserve">ں </w:t>
      </w:r>
      <w:r>
        <w:rPr>
          <w:rtl/>
        </w:rPr>
        <w:t>كو اس شكست سے بڑا درس ملا جو بعد كى جنگو</w:t>
      </w:r>
      <w:r w:rsidR="007D6C9B">
        <w:rPr>
          <w:rtl/>
        </w:rPr>
        <w:t xml:space="preserve">ں </w:t>
      </w:r>
      <w:r>
        <w:rPr>
          <w:rtl/>
        </w:rPr>
        <w:t>مي</w:t>
      </w:r>
      <w:r w:rsidR="007D6C9B">
        <w:rPr>
          <w:rtl/>
        </w:rPr>
        <w:t xml:space="preserve">ں </w:t>
      </w:r>
      <w:r>
        <w:rPr>
          <w:rtl/>
        </w:rPr>
        <w:t xml:space="preserve">ان كى كاميابى و كامرانى كا باعث بنا _ </w:t>
      </w:r>
    </w:p>
    <w:p w:rsidR="00DE2D7F" w:rsidRDefault="00DE2D7F" w:rsidP="00D07B54">
      <w:pPr>
        <w:pStyle w:val="libNormal"/>
        <w:rPr>
          <w:rtl/>
        </w:rPr>
      </w:pPr>
    </w:p>
    <w:p w:rsidR="00E02206" w:rsidRDefault="00DE2D7F" w:rsidP="00D07B54">
      <w:pPr>
        <w:pStyle w:val="Heading2Center"/>
        <w:rPr>
          <w:rtl/>
        </w:rPr>
      </w:pPr>
      <w:bookmarkStart w:id="363" w:name="_Toc7268760"/>
      <w:r>
        <w:rPr>
          <w:rtl/>
        </w:rPr>
        <w:t>جنگ كا خطرناك مرحلہ</w:t>
      </w:r>
      <w:bookmarkEnd w:id="363"/>
      <w:r>
        <w:rPr>
          <w:rtl/>
        </w:rPr>
        <w:t xml:space="preserve"> </w:t>
      </w:r>
    </w:p>
    <w:p w:rsidR="00DE2D7F" w:rsidRDefault="00DE2D7F" w:rsidP="00D07B54">
      <w:pPr>
        <w:pStyle w:val="libNormal"/>
        <w:rPr>
          <w:rtl/>
        </w:rPr>
      </w:pPr>
      <w:r>
        <w:rPr>
          <w:rtl/>
        </w:rPr>
        <w:t>جنگ احد كے اختتام پر مشركين كا فتحياب لشكر بڑى تيزى كے ساتھ مكہ پلٹ گيا ليكن راستے مي</w:t>
      </w:r>
      <w:r w:rsidR="007D6C9B">
        <w:rPr>
          <w:rtl/>
        </w:rPr>
        <w:t xml:space="preserve">ں </w:t>
      </w:r>
      <w:r>
        <w:rPr>
          <w:rtl/>
        </w:rPr>
        <w:t>انہي</w:t>
      </w:r>
      <w:r w:rsidR="007D6C9B">
        <w:rPr>
          <w:rtl/>
        </w:rPr>
        <w:t xml:space="preserve">ں </w:t>
      </w:r>
      <w:r>
        <w:rPr>
          <w:rtl/>
        </w:rPr>
        <w:t>يہ فكر دامن گير ہوئي كہ انہو</w:t>
      </w:r>
      <w:r w:rsidR="007D6C9B">
        <w:rPr>
          <w:rtl/>
        </w:rPr>
        <w:t xml:space="preserve">ں </w:t>
      </w:r>
      <w:r>
        <w:rPr>
          <w:rtl/>
        </w:rPr>
        <w:t>نے اپنى كاميابى كو ناقص كيو</w:t>
      </w:r>
      <w:r w:rsidR="007D6C9B">
        <w:rPr>
          <w:rtl/>
        </w:rPr>
        <w:t xml:space="preserve">ں </w:t>
      </w:r>
      <w:r>
        <w:rPr>
          <w:rtl/>
        </w:rPr>
        <w:t>چھوڑديا _كيا ہى اچھا ہو كہ مدينہ كى طرف پلٹ جائي</w:t>
      </w:r>
      <w:r w:rsidR="007D6C9B">
        <w:rPr>
          <w:rtl/>
        </w:rPr>
        <w:t xml:space="preserve">ں </w:t>
      </w:r>
      <w:r>
        <w:rPr>
          <w:rtl/>
        </w:rPr>
        <w:t>اور اسے غارت و تاراج كردي</w:t>
      </w:r>
      <w:r w:rsidR="007D6C9B">
        <w:rPr>
          <w:rtl/>
        </w:rPr>
        <w:t xml:space="preserve">ں </w:t>
      </w:r>
      <w:r>
        <w:rPr>
          <w:rtl/>
        </w:rPr>
        <w:t>اور اگر محمد زندہ ہو</w:t>
      </w:r>
      <w:r w:rsidR="007D6C9B">
        <w:rPr>
          <w:rtl/>
        </w:rPr>
        <w:t xml:space="preserve">ں </w:t>
      </w:r>
      <w:r>
        <w:rPr>
          <w:rtl/>
        </w:rPr>
        <w:t>تو انہي</w:t>
      </w:r>
      <w:r w:rsidR="007D6C9B">
        <w:rPr>
          <w:rtl/>
        </w:rPr>
        <w:t xml:space="preserve">ں </w:t>
      </w:r>
      <w:r>
        <w:rPr>
          <w:rtl/>
        </w:rPr>
        <w:t>ختم كردي</w:t>
      </w:r>
      <w:r w:rsidR="007D6C9B">
        <w:rPr>
          <w:rtl/>
        </w:rPr>
        <w:t xml:space="preserve">ں </w:t>
      </w:r>
      <w:r>
        <w:rPr>
          <w:rtl/>
        </w:rPr>
        <w:t>تاكہ ہميشہ كے لئے اسلام اور مسلمانو</w:t>
      </w:r>
      <w:r w:rsidR="007D6C9B">
        <w:rPr>
          <w:rtl/>
        </w:rPr>
        <w:t xml:space="preserve">ں </w:t>
      </w:r>
      <w:r>
        <w:rPr>
          <w:rtl/>
        </w:rPr>
        <w:t>كى فكر ختم ہوجائے ، اور اسى بنا پر انہي</w:t>
      </w:r>
      <w:r w:rsidR="007D6C9B">
        <w:rPr>
          <w:rtl/>
        </w:rPr>
        <w:t xml:space="preserve">ں </w:t>
      </w:r>
      <w:r>
        <w:rPr>
          <w:rtl/>
        </w:rPr>
        <w:t>واپس لوٹنے كا حكم ديا گيا اور درحقيقت جنگ احد كا يہ وہ خطر ناك مرحلہ تھا كيونكہ كافى مسلمان شہيد اور زخمى ہوچكے تھے اور فطرى طور پر وہ ازسر نو جنگ كرنے كے لئے آمادہ نہي</w:t>
      </w:r>
      <w:r w:rsidR="007D6C9B">
        <w:rPr>
          <w:rtl/>
        </w:rPr>
        <w:t xml:space="preserve">ں </w:t>
      </w:r>
      <w:r>
        <w:rPr>
          <w:rtl/>
        </w:rPr>
        <w:t xml:space="preserve">تھے _جبكہ اس كے برعكس اس مرتبہ دشمن پورے جذبہ كے ساتھ جنگ كرسكتا تھا_ </w:t>
      </w:r>
    </w:p>
    <w:p w:rsidR="00DE2D7F" w:rsidRDefault="00DE2D7F" w:rsidP="00D07B54">
      <w:pPr>
        <w:pStyle w:val="libNormal"/>
        <w:rPr>
          <w:rtl/>
        </w:rPr>
      </w:pPr>
      <w:r>
        <w:rPr>
          <w:rtl/>
        </w:rPr>
        <w:t>يہ اطلاع پيغمبر اكرم (ص) كو پہنچى تو آپ نے فوراً حكم ديا كہ جنگ احد مي</w:t>
      </w:r>
      <w:r w:rsidR="007D6C9B">
        <w:rPr>
          <w:rtl/>
        </w:rPr>
        <w:t xml:space="preserve">ں </w:t>
      </w:r>
      <w:r>
        <w:rPr>
          <w:rtl/>
        </w:rPr>
        <w:t>شريك ہونے والا لشكر دوسرى جنگ كے لئے تيار ہوجائے ،آپ نے يہ حكم خصوصيت سے ديا كہ جنگ احد كے زخمى بھى لشكر مي</w:t>
      </w:r>
      <w:r w:rsidR="007D6C9B">
        <w:rPr>
          <w:rtl/>
        </w:rPr>
        <w:t xml:space="preserve">ں </w:t>
      </w:r>
      <w:r>
        <w:rPr>
          <w:rtl/>
        </w:rPr>
        <w:t>شامل ہو</w:t>
      </w:r>
      <w:r w:rsidR="007D6C9B">
        <w:rPr>
          <w:rtl/>
        </w:rPr>
        <w:t xml:space="preserve">ں </w:t>
      </w:r>
      <w:r>
        <w:rPr>
          <w:rtl/>
        </w:rPr>
        <w:t>،(حضرت على عليہ السلام نے جن كے بدن پر دشمنو</w:t>
      </w:r>
      <w:r w:rsidR="007D6C9B">
        <w:rPr>
          <w:rtl/>
        </w:rPr>
        <w:t xml:space="preserve">ں </w:t>
      </w:r>
      <w:r>
        <w:rPr>
          <w:rtl/>
        </w:rPr>
        <w:t xml:space="preserve">نے </w:t>
      </w:r>
      <w:r w:rsidR="00E664BB">
        <w:rPr>
          <w:rtl/>
        </w:rPr>
        <w:t>60</w:t>
      </w:r>
      <w:r>
        <w:rPr>
          <w:rtl/>
        </w:rPr>
        <w:t>/زخم لگائے تھے،ليكن اپ پھر دوبارہ دشمنو</w:t>
      </w:r>
      <w:r w:rsidR="007D6C9B">
        <w:rPr>
          <w:rtl/>
        </w:rPr>
        <w:t xml:space="preserve">ں </w:t>
      </w:r>
      <w:r>
        <w:rPr>
          <w:rtl/>
        </w:rPr>
        <w:t>كے مقابلہ مي</w:t>
      </w:r>
      <w:r w:rsidR="007D6C9B">
        <w:rPr>
          <w:rtl/>
        </w:rPr>
        <w:t xml:space="preserve">ں </w:t>
      </w:r>
      <w:r>
        <w:rPr>
          <w:rtl/>
        </w:rPr>
        <w:t>اگئے) ايك صحابى كہتے ہي</w:t>
      </w:r>
      <w:r w:rsidR="007D6C9B">
        <w:rPr>
          <w:rtl/>
        </w:rPr>
        <w:t xml:space="preserve">ں </w:t>
      </w:r>
      <w:r>
        <w:rPr>
          <w:rtl/>
        </w:rPr>
        <w:t xml:space="preserve">: </w:t>
      </w:r>
    </w:p>
    <w:p w:rsidR="00DE2D7F" w:rsidRDefault="00DE2D7F" w:rsidP="00D07B54">
      <w:pPr>
        <w:pStyle w:val="libNormal"/>
        <w:rPr>
          <w:rtl/>
        </w:rPr>
      </w:pPr>
      <w:r>
        <w:rPr>
          <w:rtl/>
        </w:rPr>
        <w:t>مي</w:t>
      </w:r>
      <w:r w:rsidR="007D6C9B">
        <w:rPr>
          <w:rtl/>
        </w:rPr>
        <w:t xml:space="preserve">ں </w:t>
      </w:r>
      <w:r>
        <w:rPr>
          <w:rtl/>
        </w:rPr>
        <w:t>بھى زخميو</w:t>
      </w:r>
      <w:r w:rsidR="007D6C9B">
        <w:rPr>
          <w:rtl/>
        </w:rPr>
        <w:t xml:space="preserve">ں </w:t>
      </w:r>
      <w:r>
        <w:rPr>
          <w:rtl/>
        </w:rPr>
        <w:t>مي</w:t>
      </w:r>
      <w:r w:rsidR="007D6C9B">
        <w:rPr>
          <w:rtl/>
        </w:rPr>
        <w:t xml:space="preserve">ں </w:t>
      </w:r>
      <w:r>
        <w:rPr>
          <w:rtl/>
        </w:rPr>
        <w:t>سے تھا ليكن ميرے بھائي كے زخم مجھ سے زيادہ شديد تھے ، ہم نے ارادہ كرليا كہ جو بھى حالت ہو ہم پيغمبر اسلام كى خدمت مي</w:t>
      </w:r>
      <w:r w:rsidR="007D6C9B">
        <w:rPr>
          <w:rtl/>
        </w:rPr>
        <w:t xml:space="preserve">ں </w:t>
      </w:r>
      <w:r>
        <w:rPr>
          <w:rtl/>
        </w:rPr>
        <w:t>پہونچے گے، ميرى حالت چونكہ ميرے بھائي سے كچھ بہتر تھى ، جہا</w:t>
      </w:r>
      <w:r w:rsidR="007D6C9B">
        <w:rPr>
          <w:rtl/>
        </w:rPr>
        <w:t xml:space="preserve">ں </w:t>
      </w:r>
      <w:r>
        <w:rPr>
          <w:rtl/>
        </w:rPr>
        <w:t>ميرا بھائي نہ چل پاتا مي</w:t>
      </w:r>
      <w:r w:rsidR="007D6C9B">
        <w:rPr>
          <w:rtl/>
        </w:rPr>
        <w:t xml:space="preserve">ں </w:t>
      </w:r>
      <w:r>
        <w:rPr>
          <w:rtl/>
        </w:rPr>
        <w:t>اسے اپنے كندھے پر اٹھاليتا، بڑى تكليف سے ہم لشكر تك جا پہنچے، پيغمبر اكرم (ص) اور لشكر اسلام ''حمراء الاسد'' كے مقام پر پہنچ گئے اور وہا</w:t>
      </w:r>
      <w:r w:rsidR="007D6C9B">
        <w:rPr>
          <w:rtl/>
        </w:rPr>
        <w:t xml:space="preserve">ں </w:t>
      </w:r>
      <w:r>
        <w:rPr>
          <w:rtl/>
        </w:rPr>
        <w:t xml:space="preserve">پر پڑائو ڈالا يہ جگہ مدينہ سے آٹھ ميل كے فاصلے پر تھي_ </w:t>
      </w:r>
    </w:p>
    <w:p w:rsidR="00DE2D7F" w:rsidRDefault="00DE2D7F" w:rsidP="00D07B54">
      <w:pPr>
        <w:pStyle w:val="libNormal"/>
        <w:rPr>
          <w:rtl/>
        </w:rPr>
      </w:pPr>
      <w:r>
        <w:rPr>
          <w:rtl/>
        </w:rPr>
        <w:t>يہ خبر جب لشكر قريش تك پہنچى خصوصاً جب انھو</w:t>
      </w:r>
      <w:r w:rsidR="007D6C9B">
        <w:rPr>
          <w:rtl/>
        </w:rPr>
        <w:t xml:space="preserve">ں </w:t>
      </w:r>
      <w:r>
        <w:rPr>
          <w:rtl/>
        </w:rPr>
        <w:t>نے مقابلہ كے لئے ايسى آمادگى ديكھى كہ زخمى بھى ميدان جنگ مي</w:t>
      </w:r>
      <w:r w:rsidR="007D6C9B">
        <w:rPr>
          <w:rtl/>
        </w:rPr>
        <w:t xml:space="preserve">ں </w:t>
      </w:r>
      <w:r>
        <w:rPr>
          <w:rtl/>
        </w:rPr>
        <w:t>پہنچ گئے ہي</w:t>
      </w:r>
      <w:r w:rsidR="007D6C9B">
        <w:rPr>
          <w:rtl/>
        </w:rPr>
        <w:t xml:space="preserve">ں </w:t>
      </w:r>
      <w:r>
        <w:rPr>
          <w:rtl/>
        </w:rPr>
        <w:t>تو وہ پريشان ہوگئے اور ساتھ ہى انھي</w:t>
      </w:r>
      <w:r w:rsidR="007D6C9B">
        <w:rPr>
          <w:rtl/>
        </w:rPr>
        <w:t xml:space="preserve">ں </w:t>
      </w:r>
      <w:r>
        <w:rPr>
          <w:rtl/>
        </w:rPr>
        <w:t xml:space="preserve">يہ فكر بھى لاجق ہوئي كہ مدينہ سے تازہ دم </w:t>
      </w:r>
    </w:p>
    <w:p w:rsidR="00E02206" w:rsidRDefault="00C2634E" w:rsidP="00D07B54">
      <w:pPr>
        <w:pStyle w:val="libNormal"/>
        <w:rPr>
          <w:rtl/>
        </w:rPr>
      </w:pPr>
      <w:r>
        <w:rPr>
          <w:rtl/>
        </w:rPr>
        <w:t xml:space="preserve"> </w:t>
      </w:r>
      <w:r>
        <w:rPr>
          <w:rtl/>
        </w:rPr>
        <w:br w:type="page"/>
      </w:r>
    </w:p>
    <w:p w:rsidR="00E02206" w:rsidRDefault="00E02206" w:rsidP="00D07B54">
      <w:pPr>
        <w:pStyle w:val="libNormal"/>
        <w:rPr>
          <w:rtl/>
        </w:rPr>
      </w:pPr>
    </w:p>
    <w:p w:rsidR="00DE2D7F" w:rsidRDefault="00DE2D7F" w:rsidP="00D07B54">
      <w:pPr>
        <w:pStyle w:val="libNormal"/>
        <w:rPr>
          <w:rtl/>
        </w:rPr>
      </w:pPr>
      <w:r>
        <w:rPr>
          <w:rtl/>
        </w:rPr>
        <w:t xml:space="preserve">فوج ان سے آملى ہے_ </w:t>
      </w:r>
    </w:p>
    <w:p w:rsidR="00DE2D7F" w:rsidRDefault="00DE2D7F" w:rsidP="00D07B54">
      <w:pPr>
        <w:pStyle w:val="libNormal"/>
        <w:rPr>
          <w:rtl/>
        </w:rPr>
      </w:pPr>
      <w:r>
        <w:rPr>
          <w:rtl/>
        </w:rPr>
        <w:t>اس موقع پر ايسا واقعہ پيش آيا جس نے ان كے دلو</w:t>
      </w:r>
      <w:r w:rsidR="007D6C9B">
        <w:rPr>
          <w:rtl/>
        </w:rPr>
        <w:t xml:space="preserve">ں </w:t>
      </w:r>
      <w:r>
        <w:rPr>
          <w:rtl/>
        </w:rPr>
        <w:t>كو اور كمزور كرديا اور ان مي</w:t>
      </w:r>
      <w:r w:rsidR="007D6C9B">
        <w:rPr>
          <w:rtl/>
        </w:rPr>
        <w:t xml:space="preserve">ں </w:t>
      </w:r>
      <w:r>
        <w:rPr>
          <w:rtl/>
        </w:rPr>
        <w:t>مقابلہ كى ہمت نہ رہى ، واقعہ يہ ہوا كہ ايك مشرك جس كا نام ''معبد خزاعي'' تھا مدينہ سے مكہ كى طرف جارہا تھا اس نے پيغمبر اكرم اور ان كے اصحاب كى كيفيت ديكھى تو انتہائي متاثر ہوا، اس كے انسانى جذبات مي</w:t>
      </w:r>
      <w:r w:rsidR="007D6C9B">
        <w:rPr>
          <w:rtl/>
        </w:rPr>
        <w:t xml:space="preserve">ں </w:t>
      </w:r>
      <w:r>
        <w:rPr>
          <w:rtl/>
        </w:rPr>
        <w:t>حركت پيدا ہوئي، اس نے پيغمبر اكرم (ص) سے عرض كيا: آپ كى يہ حالت و كيفيت ہمارے لئے بہت ہى ناگوار ہے آپ آرام كرتے تو ہمارے لئے بہتر ہوتا، يہ كہہ كر وہ وہا</w:t>
      </w:r>
      <w:r w:rsidR="007D6C9B">
        <w:rPr>
          <w:rtl/>
        </w:rPr>
        <w:t xml:space="preserve">ں </w:t>
      </w:r>
      <w:r>
        <w:rPr>
          <w:rtl/>
        </w:rPr>
        <w:t>سے چل پڑااور'' روحاء'' كے مقام پر ابو سفيان كے لشكر سے ملا، ابو سفيان نے اس سے پيغمبر اسلام (ص) كے بارے مي</w:t>
      </w:r>
      <w:r w:rsidR="007D6C9B">
        <w:rPr>
          <w:rtl/>
        </w:rPr>
        <w:t xml:space="preserve">ں </w:t>
      </w:r>
      <w:r>
        <w:rPr>
          <w:rtl/>
        </w:rPr>
        <w:t>سوال كيا تو اس نے جواب مي</w:t>
      </w:r>
      <w:r w:rsidR="007D6C9B">
        <w:rPr>
          <w:rtl/>
        </w:rPr>
        <w:t xml:space="preserve">ں </w:t>
      </w:r>
      <w:r>
        <w:rPr>
          <w:rtl/>
        </w:rPr>
        <w:t>كہا: مي</w:t>
      </w:r>
      <w:r w:rsidR="007D6C9B">
        <w:rPr>
          <w:rtl/>
        </w:rPr>
        <w:t xml:space="preserve">ں </w:t>
      </w:r>
      <w:r>
        <w:rPr>
          <w:rtl/>
        </w:rPr>
        <w:t>نے محمد (ص) كو ديكھا ہے كہ وہ ايسا عظيم لشكر لئے ہوئے تمہارا تعاقب كرہے ہي</w:t>
      </w:r>
      <w:r w:rsidR="007D6C9B">
        <w:rPr>
          <w:rtl/>
        </w:rPr>
        <w:t xml:space="preserve">ں </w:t>
      </w:r>
      <w:r>
        <w:rPr>
          <w:rtl/>
        </w:rPr>
        <w:t>ايسا لشكر مي</w:t>
      </w:r>
      <w:r w:rsidR="007D6C9B">
        <w:rPr>
          <w:rtl/>
        </w:rPr>
        <w:t xml:space="preserve">ں </w:t>
      </w:r>
      <w:r>
        <w:rPr>
          <w:rtl/>
        </w:rPr>
        <w:t>نے كبھى نہي</w:t>
      </w:r>
      <w:r w:rsidR="007D6C9B">
        <w:rPr>
          <w:rtl/>
        </w:rPr>
        <w:t xml:space="preserve">ں </w:t>
      </w:r>
      <w:r>
        <w:rPr>
          <w:rtl/>
        </w:rPr>
        <w:t>ديكھا او رتيزى سے آگے بڑھ رہے ہي</w:t>
      </w:r>
      <w:r w:rsidR="007D6C9B">
        <w:rPr>
          <w:rtl/>
        </w:rPr>
        <w:t xml:space="preserve">ں </w:t>
      </w:r>
      <w:r>
        <w:rPr>
          <w:rtl/>
        </w:rPr>
        <w:t xml:space="preserve">_ </w:t>
      </w:r>
    </w:p>
    <w:p w:rsidR="00DE2D7F" w:rsidRDefault="00DE2D7F" w:rsidP="00D07B54">
      <w:pPr>
        <w:pStyle w:val="libNormal"/>
        <w:rPr>
          <w:rtl/>
        </w:rPr>
      </w:pPr>
      <w:r>
        <w:rPr>
          <w:rtl/>
        </w:rPr>
        <w:t>ابوسفيان نے اضطراب اور پريشانى كے عالم مي</w:t>
      </w:r>
      <w:r w:rsidR="007D6C9B">
        <w:rPr>
          <w:rtl/>
        </w:rPr>
        <w:t xml:space="preserve">ں </w:t>
      </w:r>
      <w:r>
        <w:rPr>
          <w:rtl/>
        </w:rPr>
        <w:t>كہا : تم كيا كہہ رہے ہو؟ہم نے انہي</w:t>
      </w:r>
      <w:r w:rsidR="007D6C9B">
        <w:rPr>
          <w:rtl/>
        </w:rPr>
        <w:t xml:space="preserve">ں </w:t>
      </w:r>
      <w:r>
        <w:rPr>
          <w:rtl/>
        </w:rPr>
        <w:t>قتل كيا زخمى كيا اور منتشر كر كے ر كھ ديا تھا ،معبد خزاعى نے كہا: مي</w:t>
      </w:r>
      <w:r w:rsidR="007D6C9B">
        <w:rPr>
          <w:rtl/>
        </w:rPr>
        <w:t xml:space="preserve">ں </w:t>
      </w:r>
      <w:r>
        <w:rPr>
          <w:rtl/>
        </w:rPr>
        <w:t>نہي</w:t>
      </w:r>
      <w:r w:rsidR="007D6C9B">
        <w:rPr>
          <w:rtl/>
        </w:rPr>
        <w:t xml:space="preserve">ں </w:t>
      </w:r>
      <w:r>
        <w:rPr>
          <w:rtl/>
        </w:rPr>
        <w:t>جانتا كہ تم نے پايا كيا ہے ،مي</w:t>
      </w:r>
      <w:r w:rsidR="007D6C9B">
        <w:rPr>
          <w:rtl/>
        </w:rPr>
        <w:t xml:space="preserve">ں </w:t>
      </w:r>
      <w:r>
        <w:rPr>
          <w:rtl/>
        </w:rPr>
        <w:t>تو صرف يہ جانتا ہو</w:t>
      </w:r>
      <w:r w:rsidR="007D6C9B">
        <w:rPr>
          <w:rtl/>
        </w:rPr>
        <w:t xml:space="preserve">ں </w:t>
      </w:r>
      <w:r>
        <w:rPr>
          <w:rtl/>
        </w:rPr>
        <w:t xml:space="preserve">كہ ايك عظيم اور كثير لشكر اس وقت تمہارا تعاقب كر رہا ہے _ </w:t>
      </w:r>
    </w:p>
    <w:p w:rsidR="00DE2D7F" w:rsidRDefault="00DE2D7F" w:rsidP="00D07B54">
      <w:pPr>
        <w:pStyle w:val="libNormal"/>
        <w:rPr>
          <w:rtl/>
        </w:rPr>
      </w:pPr>
      <w:r>
        <w:rPr>
          <w:rtl/>
        </w:rPr>
        <w:t>ابو سفيان اور اسكے سا تھيو</w:t>
      </w:r>
      <w:r w:rsidR="007D6C9B">
        <w:rPr>
          <w:rtl/>
        </w:rPr>
        <w:t xml:space="preserve">ں </w:t>
      </w:r>
      <w:r>
        <w:rPr>
          <w:rtl/>
        </w:rPr>
        <w:t>نے قطعى فيصلہ كر ليا كہ وہ تيزى سے پيچھے كى طرف ہٹ جا ئي</w:t>
      </w:r>
      <w:r w:rsidR="007D6C9B">
        <w:rPr>
          <w:rtl/>
        </w:rPr>
        <w:t xml:space="preserve">ں </w:t>
      </w:r>
      <w:r>
        <w:rPr>
          <w:rtl/>
        </w:rPr>
        <w:t>اور مكہ كى طرف پلٹ جا ئي</w:t>
      </w:r>
      <w:r w:rsidR="007D6C9B">
        <w:rPr>
          <w:rtl/>
        </w:rPr>
        <w:t xml:space="preserve">ں </w:t>
      </w:r>
      <w:r>
        <w:rPr>
          <w:rtl/>
        </w:rPr>
        <w:t>اور اس مقصد كے لئے كہ مسلمان ان كا تعاقب نہ كري</w:t>
      </w:r>
      <w:r w:rsidR="007D6C9B">
        <w:rPr>
          <w:rtl/>
        </w:rPr>
        <w:t xml:space="preserve">ں </w:t>
      </w:r>
      <w:r>
        <w:rPr>
          <w:rtl/>
        </w:rPr>
        <w:t>اور انہي</w:t>
      </w:r>
      <w:r w:rsidR="007D6C9B">
        <w:rPr>
          <w:rtl/>
        </w:rPr>
        <w:t xml:space="preserve">ں </w:t>
      </w:r>
      <w:r>
        <w:rPr>
          <w:rtl/>
        </w:rPr>
        <w:t>پيچھے ہٹ جا نے كا كا فى مو قع مل جا ئے ، انہو</w:t>
      </w:r>
      <w:r w:rsidR="007D6C9B">
        <w:rPr>
          <w:rtl/>
        </w:rPr>
        <w:t xml:space="preserve">ں </w:t>
      </w:r>
      <w:r>
        <w:rPr>
          <w:rtl/>
        </w:rPr>
        <w:t>نے قبيلہ عبد القيس كى ايك جما عت سے خواہش كى كہ وہ پيغمبر اسلا م (ص) اور مسلما نو</w:t>
      </w:r>
      <w:r w:rsidR="007D6C9B">
        <w:rPr>
          <w:rtl/>
        </w:rPr>
        <w:t xml:space="preserve">ں </w:t>
      </w:r>
      <w:r>
        <w:rPr>
          <w:rtl/>
        </w:rPr>
        <w:t>تك يہ خبر پہنجا دي</w:t>
      </w:r>
      <w:r w:rsidR="007D6C9B">
        <w:rPr>
          <w:rtl/>
        </w:rPr>
        <w:t xml:space="preserve">ں </w:t>
      </w:r>
      <w:r>
        <w:rPr>
          <w:rtl/>
        </w:rPr>
        <w:t>كہ ابو سفيان اور قريش كے بت پر ست با قى ماندہ اصحا ب پيغمبر (ص) كے ختم كرنے كے لئے ايك عظيم لشكر كے ساتھ تيزى سے مدينہ كى طرف آ رہے ہي</w:t>
      </w:r>
      <w:r w:rsidR="007D6C9B">
        <w:rPr>
          <w:rtl/>
        </w:rPr>
        <w:t xml:space="preserve">ں </w:t>
      </w:r>
      <w:r>
        <w:rPr>
          <w:rtl/>
        </w:rPr>
        <w:t>، يہ جما عت گندم خريد نے كے لئے مدينہ جا رہى تھى جب يہ اطلاع پيغمبر اسلام (ص) اور مسلما نو</w:t>
      </w:r>
      <w:r w:rsidR="007D6C9B">
        <w:rPr>
          <w:rtl/>
        </w:rPr>
        <w:t xml:space="preserve">ں </w:t>
      </w:r>
      <w:r>
        <w:rPr>
          <w:rtl/>
        </w:rPr>
        <w:t>تك پہنچى تو انہو</w:t>
      </w:r>
      <w:r w:rsidR="007D6C9B">
        <w:rPr>
          <w:rtl/>
        </w:rPr>
        <w:t xml:space="preserve">ں </w:t>
      </w:r>
      <w:r>
        <w:rPr>
          <w:rtl/>
        </w:rPr>
        <w:t xml:space="preserve">نے كہا :''حسبنا اللہ و نعم الو كيل'' (خدا ہمارے لئے كافى ہے اور وہ ہمارا بہترين حامى اور مدافع ہے )_ </w:t>
      </w:r>
    </w:p>
    <w:p w:rsidR="00DE2D7F" w:rsidRDefault="00DE2D7F" w:rsidP="00D07B54">
      <w:pPr>
        <w:pStyle w:val="libNormal"/>
        <w:rPr>
          <w:rtl/>
        </w:rPr>
      </w:pPr>
      <w:r>
        <w:rPr>
          <w:rtl/>
        </w:rPr>
        <w:t>انہو</w:t>
      </w:r>
      <w:r w:rsidR="007D6C9B">
        <w:rPr>
          <w:rtl/>
        </w:rPr>
        <w:t xml:space="preserve">ں </w:t>
      </w:r>
      <w:r>
        <w:rPr>
          <w:rtl/>
        </w:rPr>
        <w:t xml:space="preserve">نے بہت انتظار كيا ليكن دشمن كے لشكر كى كو ئي خبر نہ ہو ئي ، لہذا تين روز توقف كے بعد ،وہ </w:t>
      </w:r>
    </w:p>
    <w:p w:rsidR="00E02206" w:rsidRDefault="001648F9" w:rsidP="00D07B54">
      <w:pPr>
        <w:pStyle w:val="libNormal"/>
        <w:rPr>
          <w:rtl/>
        </w:rPr>
      </w:pPr>
      <w:r>
        <w:rPr>
          <w:rtl/>
        </w:rPr>
        <w:t xml:space="preserve"> </w:t>
      </w:r>
      <w:r>
        <w:rPr>
          <w:rtl/>
        </w:rPr>
        <w:br w:type="page"/>
      </w:r>
    </w:p>
    <w:p w:rsidR="00E02206" w:rsidRDefault="00E02206" w:rsidP="00D07B54">
      <w:pPr>
        <w:pStyle w:val="libNormal"/>
        <w:rPr>
          <w:rtl/>
        </w:rPr>
      </w:pPr>
    </w:p>
    <w:p w:rsidR="00DE2D7F" w:rsidRDefault="00DE2D7F" w:rsidP="00D07B54">
      <w:pPr>
        <w:pStyle w:val="libNormal"/>
        <w:rPr>
          <w:rtl/>
        </w:rPr>
      </w:pPr>
      <w:r>
        <w:rPr>
          <w:rtl/>
        </w:rPr>
        <w:t xml:space="preserve">مدينہ كى طرف لوٹ گئے_ </w:t>
      </w:r>
    </w:p>
    <w:p w:rsidR="00DE2D7F" w:rsidRDefault="00DE2D7F" w:rsidP="00D07B54">
      <w:pPr>
        <w:pStyle w:val="libNormal"/>
        <w:rPr>
          <w:rtl/>
        </w:rPr>
      </w:pPr>
    </w:p>
    <w:p w:rsidR="00E02206" w:rsidRDefault="00DE2D7F" w:rsidP="00D07B54">
      <w:pPr>
        <w:pStyle w:val="Heading2Center"/>
        <w:rPr>
          <w:rtl/>
        </w:rPr>
      </w:pPr>
      <w:bookmarkStart w:id="364" w:name="_Toc7268761"/>
      <w:r>
        <w:rPr>
          <w:rtl/>
        </w:rPr>
        <w:t>كھوكھلى باتي</w:t>
      </w:r>
      <w:r w:rsidR="007D6C9B">
        <w:rPr>
          <w:rtl/>
        </w:rPr>
        <w:t>ں</w:t>
      </w:r>
      <w:bookmarkEnd w:id="364"/>
    </w:p>
    <w:p w:rsidR="00DE2D7F" w:rsidRDefault="007D6C9B" w:rsidP="00D07B54">
      <w:pPr>
        <w:pStyle w:val="libNormal"/>
        <w:rPr>
          <w:rtl/>
        </w:rPr>
      </w:pPr>
      <w:r>
        <w:rPr>
          <w:rtl/>
        </w:rPr>
        <w:t xml:space="preserve"> </w:t>
      </w:r>
      <w:r w:rsidR="00DE2D7F">
        <w:rPr>
          <w:rtl/>
        </w:rPr>
        <w:t>جنگ بدر مي</w:t>
      </w:r>
      <w:r>
        <w:rPr>
          <w:rtl/>
        </w:rPr>
        <w:t xml:space="preserve">ں </w:t>
      </w:r>
      <w:r w:rsidR="00DE2D7F">
        <w:rPr>
          <w:rtl/>
        </w:rPr>
        <w:t>بعض مسلمانو</w:t>
      </w:r>
      <w:r>
        <w:rPr>
          <w:rtl/>
        </w:rPr>
        <w:t xml:space="preserve">ں </w:t>
      </w:r>
      <w:r w:rsidR="00DE2D7F">
        <w:rPr>
          <w:rtl/>
        </w:rPr>
        <w:t>كى پر افتخا ر شہادت كے بعد بعض مسلمان جب باہم مل بيٹھتے تو ہميشہ شہادت كى آرزو كرتے اور كہتے كاش يہ اعزاز ميدان بدر مي</w:t>
      </w:r>
      <w:r>
        <w:rPr>
          <w:rtl/>
        </w:rPr>
        <w:t xml:space="preserve">ں </w:t>
      </w:r>
      <w:r w:rsidR="00DE2D7F">
        <w:rPr>
          <w:rtl/>
        </w:rPr>
        <w:t>ہمي</w:t>
      </w:r>
      <w:r>
        <w:rPr>
          <w:rtl/>
        </w:rPr>
        <w:t xml:space="preserve">ں </w:t>
      </w:r>
      <w:r w:rsidR="00DE2D7F">
        <w:rPr>
          <w:rtl/>
        </w:rPr>
        <w:t>بھى نصيب ہوجا تا ،يقينا ان مي</w:t>
      </w:r>
      <w:r>
        <w:rPr>
          <w:rtl/>
        </w:rPr>
        <w:t xml:space="preserve">ں </w:t>
      </w:r>
      <w:r w:rsidR="00DE2D7F">
        <w:rPr>
          <w:rtl/>
        </w:rPr>
        <w:t>كچھ لوگ سچے بھى تھے ليكن ان مي</w:t>
      </w:r>
      <w:r>
        <w:rPr>
          <w:rtl/>
        </w:rPr>
        <w:t xml:space="preserve">ں </w:t>
      </w:r>
      <w:r w:rsidR="00DE2D7F">
        <w:rPr>
          <w:rtl/>
        </w:rPr>
        <w:t>ايك جھوٹا گروہ بھى تھا جس نے اپنے آپ كو سمجھنے مي</w:t>
      </w:r>
      <w:r>
        <w:rPr>
          <w:rtl/>
        </w:rPr>
        <w:t xml:space="preserve">ں </w:t>
      </w:r>
      <w:r w:rsidR="00DE2D7F">
        <w:rPr>
          <w:rtl/>
        </w:rPr>
        <w:t>غلطى كى ،بہر حال زيادہ وقت نہي</w:t>
      </w:r>
      <w:r>
        <w:rPr>
          <w:rtl/>
        </w:rPr>
        <w:t xml:space="preserve">ں </w:t>
      </w:r>
      <w:r w:rsidR="00DE2D7F">
        <w:rPr>
          <w:rtl/>
        </w:rPr>
        <w:t>گزرا تھا كہ جنگ احد كا وحشتناك معركہ در پيش ہوا تو ان سچے مجا ہدين نے بہادرى سے جنگ كى اور جام شہادت نوش كيا اور اپنى آرزوكو پا ليا ليكن جھوٹو</w:t>
      </w:r>
      <w:r>
        <w:rPr>
          <w:rtl/>
        </w:rPr>
        <w:t xml:space="preserve">ں </w:t>
      </w:r>
      <w:r w:rsidR="00DE2D7F">
        <w:rPr>
          <w:rtl/>
        </w:rPr>
        <w:t>كے گروہ نے جب لشكر اسلام مي</w:t>
      </w:r>
      <w:r>
        <w:rPr>
          <w:rtl/>
        </w:rPr>
        <w:t xml:space="preserve">ں </w:t>
      </w:r>
      <w:r w:rsidR="00DE2D7F">
        <w:rPr>
          <w:rtl/>
        </w:rPr>
        <w:t>شكست كے آثار ديكھے تو وہ قتل ہونے كے ڈر سے بھاگ كھڑے ہوئے تو يہ قران انہي</w:t>
      </w:r>
      <w:r>
        <w:rPr>
          <w:rtl/>
        </w:rPr>
        <w:t xml:space="preserve">ں </w:t>
      </w:r>
      <w:r w:rsidR="00DE2D7F">
        <w:rPr>
          <w:rtl/>
        </w:rPr>
        <w:t>سرزنش كرتے ہوئے كہتا ہے كہ'' تم ايسے لوگ تھے كہ جو دلو</w:t>
      </w:r>
      <w:r>
        <w:rPr>
          <w:rtl/>
        </w:rPr>
        <w:t xml:space="preserve">ں </w:t>
      </w:r>
      <w:r w:rsidR="00DE2D7F">
        <w:rPr>
          <w:rtl/>
        </w:rPr>
        <w:t>مي</w:t>
      </w:r>
      <w:r>
        <w:rPr>
          <w:rtl/>
        </w:rPr>
        <w:t xml:space="preserve">ں </w:t>
      </w:r>
      <w:r w:rsidR="00DE2D7F">
        <w:rPr>
          <w:rtl/>
        </w:rPr>
        <w:t>آرزو اور تمنائے شہادت كے دعويدار تھے، پھرجب تم نے اپنے محبوب كو اپنى آنكھو</w:t>
      </w:r>
      <w:r>
        <w:rPr>
          <w:rtl/>
        </w:rPr>
        <w:t xml:space="preserve">ں </w:t>
      </w:r>
      <w:r w:rsidR="00DE2D7F">
        <w:rPr>
          <w:rtl/>
        </w:rPr>
        <w:t>كے سامنے ديكھا تو كيو</w:t>
      </w:r>
      <w:r>
        <w:rPr>
          <w:rtl/>
        </w:rPr>
        <w:t xml:space="preserve">ں </w:t>
      </w:r>
      <w:r w:rsidR="00DE2D7F">
        <w:rPr>
          <w:rtl/>
        </w:rPr>
        <w:t>بھاگ كھڑے ہوئے''_</w:t>
      </w:r>
      <w:r w:rsidR="00DE2D7F" w:rsidRPr="00AD1EF3">
        <w:rPr>
          <w:rStyle w:val="libFootnotenumChar"/>
          <w:rtl/>
        </w:rPr>
        <w:t>(</w:t>
      </w:r>
      <w:r w:rsidR="00E664BB" w:rsidRPr="00AD1EF3">
        <w:rPr>
          <w:rStyle w:val="libFootnotenumChar"/>
          <w:rtl/>
        </w:rPr>
        <w:t>1</w:t>
      </w:r>
      <w:r w:rsidR="00DE2D7F" w:rsidRPr="00AD1EF3">
        <w:rPr>
          <w:rStyle w:val="libFootnotenumChar"/>
          <w:rtl/>
        </w:rPr>
        <w:t>)</w:t>
      </w:r>
      <w:r w:rsidR="00DE2D7F">
        <w:rPr>
          <w:rtl/>
        </w:rPr>
        <w:t xml:space="preserve"> </w:t>
      </w:r>
    </w:p>
    <w:p w:rsidR="00DE2D7F" w:rsidRDefault="00DE2D7F" w:rsidP="00D07B54">
      <w:pPr>
        <w:pStyle w:val="libNormal"/>
        <w:rPr>
          <w:rtl/>
        </w:rPr>
      </w:pPr>
    </w:p>
    <w:p w:rsidR="00E02206" w:rsidRDefault="00DE2D7F" w:rsidP="00D07B54">
      <w:pPr>
        <w:pStyle w:val="Heading2Center"/>
        <w:rPr>
          <w:rtl/>
        </w:rPr>
      </w:pPr>
      <w:bookmarkStart w:id="365" w:name="_Toc7268762"/>
      <w:r>
        <w:rPr>
          <w:rtl/>
        </w:rPr>
        <w:t>حضرت على عليہ السلام كے زخم</w:t>
      </w:r>
      <w:bookmarkEnd w:id="365"/>
    </w:p>
    <w:p w:rsidR="00DE2D7F" w:rsidRDefault="00DE2D7F" w:rsidP="00D07B54">
      <w:pPr>
        <w:pStyle w:val="libNormal"/>
        <w:rPr>
          <w:rtl/>
        </w:rPr>
      </w:pPr>
      <w:r>
        <w:rPr>
          <w:rtl/>
        </w:rPr>
        <w:t xml:space="preserve"> امام باقر عليہ السلام سے اس طرح منقول ہے:حضرت على عليہ السلام كو احد كے دن اكسٹھ زخم لگے تھے اور پيغمبر (ص) نے ''ام سليم'' اور ''ام عطيہ'' كو حكم ديا كہ ہ دونو</w:t>
      </w:r>
      <w:r w:rsidR="007D6C9B">
        <w:rPr>
          <w:rtl/>
        </w:rPr>
        <w:t xml:space="preserve">ں </w:t>
      </w:r>
      <w:r>
        <w:rPr>
          <w:rtl/>
        </w:rPr>
        <w:t>حضرت على عليہ السلام كے زخمو</w:t>
      </w:r>
      <w:r w:rsidR="007D6C9B">
        <w:rPr>
          <w:rtl/>
        </w:rPr>
        <w:t xml:space="preserve">ں </w:t>
      </w:r>
      <w:r>
        <w:rPr>
          <w:rtl/>
        </w:rPr>
        <w:t>كا علاج كري</w:t>
      </w:r>
      <w:r w:rsidR="007D6C9B">
        <w:rPr>
          <w:rtl/>
        </w:rPr>
        <w:t xml:space="preserve">ں </w:t>
      </w:r>
      <w:r>
        <w:rPr>
          <w:rtl/>
        </w:rPr>
        <w:t>،تھوڑى ہى دير گذرى تھى كہ وہ حالت پريشانى مي</w:t>
      </w:r>
      <w:r w:rsidR="007D6C9B">
        <w:rPr>
          <w:rtl/>
        </w:rPr>
        <w:t xml:space="preserve">ں </w:t>
      </w:r>
      <w:r>
        <w:rPr>
          <w:rtl/>
        </w:rPr>
        <w:t>آنحضرت(ص) كى خدمت مي</w:t>
      </w:r>
      <w:r w:rsidR="007D6C9B">
        <w:rPr>
          <w:rtl/>
        </w:rPr>
        <w:t xml:space="preserve">ں </w:t>
      </w:r>
      <w:r>
        <w:rPr>
          <w:rtl/>
        </w:rPr>
        <w:t>عرض كرنے لگے: كہ حضرت على عليہ السلام كے بدن كى كيفيت يہ ہے كہ ہم جب ايك زخم باندھتے ہي</w:t>
      </w:r>
      <w:r w:rsidR="007D6C9B">
        <w:rPr>
          <w:rtl/>
        </w:rPr>
        <w:t xml:space="preserve">ں </w:t>
      </w:r>
      <w:r>
        <w:rPr>
          <w:rtl/>
        </w:rPr>
        <w:t>تو دوسرا كھل جا تاہے اور ان كے بدن كے زخم اس قدرزيادہ اور خطرناك ہي</w:t>
      </w:r>
      <w:r w:rsidR="007D6C9B">
        <w:rPr>
          <w:rtl/>
        </w:rPr>
        <w:t xml:space="preserve">ں </w:t>
      </w:r>
      <w:r>
        <w:rPr>
          <w:rtl/>
        </w:rPr>
        <w:t>كہ ہم ان كى زندگى كے بارے مي</w:t>
      </w:r>
      <w:r w:rsidR="007D6C9B">
        <w:rPr>
          <w:rtl/>
        </w:rPr>
        <w:t xml:space="preserve">ں </w:t>
      </w:r>
      <w:r>
        <w:rPr>
          <w:rtl/>
        </w:rPr>
        <w:t>پريشان ہي</w:t>
      </w:r>
      <w:r w:rsidR="007D6C9B">
        <w:rPr>
          <w:rtl/>
        </w:rPr>
        <w:t xml:space="preserve">ں </w:t>
      </w:r>
      <w:r>
        <w:rPr>
          <w:rtl/>
        </w:rPr>
        <w:t xml:space="preserve">تو حضرت رسول خدا (ص) اور كچھ ديگر مسلمان حضرت على عليہ السلام كى عيادت كے لئے ان كے گھرآئے جب كہ ان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ال عمران ايت </w:t>
      </w:r>
      <w:r w:rsidR="00E664BB">
        <w:rPr>
          <w:rtl/>
        </w:rPr>
        <w:t>163</w:t>
      </w:r>
      <w:r>
        <w:rPr>
          <w:rtl/>
        </w:rPr>
        <w:t xml:space="preserve"> </w:t>
      </w:r>
    </w:p>
    <w:p w:rsidR="00E02206"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كے بدن پر زخم ہى زخم تھے پيغمبراكرم (ص) اپنے دست مبارك ان كے جسم سے مس كرتے تھے اور فرماتے تھے كہ جو شخص راہ خدا مي</w:t>
      </w:r>
      <w:r w:rsidR="007D6C9B">
        <w:rPr>
          <w:rtl/>
        </w:rPr>
        <w:t xml:space="preserve">ں </w:t>
      </w:r>
      <w:r>
        <w:rPr>
          <w:rtl/>
        </w:rPr>
        <w:t>اس حالت كو ديكھ لے وہ اپنى ہى ذمہ دارى كے آخرى درجہ كو پہنچ چكا ہے اور جن جن زخمو</w:t>
      </w:r>
      <w:r w:rsidR="007D6C9B">
        <w:rPr>
          <w:rtl/>
        </w:rPr>
        <w:t xml:space="preserve">ں </w:t>
      </w:r>
      <w:r>
        <w:rPr>
          <w:rtl/>
        </w:rPr>
        <w:t>پرآپ(ص) ہاتھ ركھتے تھے وہ فوراًمل جاتے تھے تواس وقت حضرت على عليہ السلام نے فرمايا: الحمدا للہ كہ ان حالات مي</w:t>
      </w:r>
      <w:r w:rsidR="007D6C9B">
        <w:rPr>
          <w:rtl/>
        </w:rPr>
        <w:t xml:space="preserve">ں </w:t>
      </w:r>
      <w:r>
        <w:rPr>
          <w:rtl/>
        </w:rPr>
        <w:t>جنگ سے نہي</w:t>
      </w:r>
      <w:r w:rsidR="007D6C9B">
        <w:rPr>
          <w:rtl/>
        </w:rPr>
        <w:t xml:space="preserve">ں </w:t>
      </w:r>
      <w:r>
        <w:rPr>
          <w:rtl/>
        </w:rPr>
        <w:t>بھا گا اوردشمن كو پشت نہي</w:t>
      </w:r>
      <w:r w:rsidR="007D6C9B">
        <w:rPr>
          <w:rtl/>
        </w:rPr>
        <w:t xml:space="preserve">ں </w:t>
      </w:r>
      <w:r>
        <w:rPr>
          <w:rtl/>
        </w:rPr>
        <w:t xml:space="preserve">دكھائي خدا نے ان كى كو شش كى قدر دانى كي_ </w:t>
      </w:r>
    </w:p>
    <w:p w:rsidR="003A5CC0" w:rsidRDefault="00DE2D7F" w:rsidP="00D07B54">
      <w:pPr>
        <w:pStyle w:val="Heading2Center"/>
        <w:rPr>
          <w:rtl/>
        </w:rPr>
      </w:pPr>
      <w:bookmarkStart w:id="366" w:name="_Toc7268763"/>
      <w:r>
        <w:rPr>
          <w:rtl/>
        </w:rPr>
        <w:t>ہم نے شكست كيو</w:t>
      </w:r>
      <w:r w:rsidR="007D6C9B">
        <w:rPr>
          <w:rtl/>
        </w:rPr>
        <w:t xml:space="preserve">ں </w:t>
      </w:r>
      <w:r>
        <w:rPr>
          <w:rtl/>
        </w:rPr>
        <w:t>كھائي ؟</w:t>
      </w:r>
      <w:bookmarkEnd w:id="366"/>
    </w:p>
    <w:p w:rsidR="00DE2D7F" w:rsidRDefault="00DE2D7F" w:rsidP="00D07B54">
      <w:pPr>
        <w:pStyle w:val="libNormal"/>
        <w:rPr>
          <w:rtl/>
        </w:rPr>
      </w:pPr>
      <w:r>
        <w:rPr>
          <w:rtl/>
        </w:rPr>
        <w:t xml:space="preserve"> كا فى شہيد دےكر اور بہت نقصان اٹھا كر جب مسلمان مدينہ كى طرف پلٹ آئے تو ايك دوسرے سے كہتے تھے كہ كيا خدانے ہم سے فتح و كاميابى كا وعدہ نہي</w:t>
      </w:r>
      <w:r w:rsidR="007D6C9B">
        <w:rPr>
          <w:rtl/>
        </w:rPr>
        <w:t xml:space="preserve">ں </w:t>
      </w:r>
      <w:r>
        <w:rPr>
          <w:rtl/>
        </w:rPr>
        <w:t>كيا تھا،پھر اس جنگ مي</w:t>
      </w:r>
      <w:r w:rsidR="007D6C9B">
        <w:rPr>
          <w:rtl/>
        </w:rPr>
        <w:t xml:space="preserve">ں </w:t>
      </w:r>
      <w:r>
        <w:rPr>
          <w:rtl/>
        </w:rPr>
        <w:t>ہمي</w:t>
      </w:r>
      <w:r w:rsidR="007D6C9B">
        <w:rPr>
          <w:rtl/>
        </w:rPr>
        <w:t xml:space="preserve">ں </w:t>
      </w:r>
      <w:r>
        <w:rPr>
          <w:rtl/>
        </w:rPr>
        <w:t>كيو</w:t>
      </w:r>
      <w:r w:rsidR="007D6C9B">
        <w:rPr>
          <w:rtl/>
        </w:rPr>
        <w:t xml:space="preserve">ں </w:t>
      </w:r>
      <w:r>
        <w:rPr>
          <w:rtl/>
        </w:rPr>
        <w:t>شكست ہوئي ؟اسى سے قران مي</w:t>
      </w:r>
      <w:r w:rsidR="007D6C9B">
        <w:rPr>
          <w:rtl/>
        </w:rPr>
        <w:t xml:space="preserve">ں </w:t>
      </w:r>
      <w:r>
        <w:rPr>
          <w:rtl/>
        </w:rPr>
        <w:t>انہي</w:t>
      </w:r>
      <w:r w:rsidR="007D6C9B">
        <w:rPr>
          <w:rtl/>
        </w:rPr>
        <w:t xml:space="preserve">ں </w:t>
      </w:r>
      <w:r>
        <w:rPr>
          <w:rtl/>
        </w:rPr>
        <w:t>جواب ديا گيا اور شكست كے اسباب كى نشاندہى كى گئي_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قرآن كہتا ہے كہ كاميابى كہ بارے مي</w:t>
      </w:r>
      <w:r w:rsidR="007D6C9B">
        <w:rPr>
          <w:rtl/>
        </w:rPr>
        <w:t xml:space="preserve">ں </w:t>
      </w:r>
      <w:r>
        <w:rPr>
          <w:rtl/>
        </w:rPr>
        <w:t>خدا كا وعدہ درست تھا اور اس كى وجہ ہى سے تم ابتداء جنگ مي</w:t>
      </w:r>
      <w:r w:rsidR="007D6C9B">
        <w:rPr>
          <w:rtl/>
        </w:rPr>
        <w:t xml:space="preserve">ں </w:t>
      </w:r>
      <w:r>
        <w:rPr>
          <w:rtl/>
        </w:rPr>
        <w:t>كامياب ہوئے اور حكم خدا سے تم نے دشمن كو تتر بتر كر ديا كاميا بى كا يہ وعدہ اس وقت تك تھا جب تك تم استقامت اور پائيدارى اور فرمان پيغمبرى (ص) كى پيروى سے دست بردار نہي</w:t>
      </w:r>
      <w:r w:rsidR="007D6C9B">
        <w:rPr>
          <w:rtl/>
        </w:rPr>
        <w:t xml:space="preserve">ں </w:t>
      </w:r>
      <w:r>
        <w:rPr>
          <w:rtl/>
        </w:rPr>
        <w:t>ہو ئے اور شكست كا دروازہ اس وقت كھلا جب سستى اور نا فرمائي نے تمہي</w:t>
      </w:r>
      <w:r w:rsidR="007D6C9B">
        <w:rPr>
          <w:rtl/>
        </w:rPr>
        <w:t xml:space="preserve">ں </w:t>
      </w:r>
      <w:r>
        <w:rPr>
          <w:rtl/>
        </w:rPr>
        <w:t>آگھيرا ،يعنى اگر تم نے يہ سمجھ ركھا ہے كہ كا ميابى كا وعدہ بلا شرط تھا تو تمہارى بڑ ى غلط فہمى ہے بلكہ كاميابى كے تمام وعدے فرمان خدا كى پيروى كے ساتھ مشروط ہي</w:t>
      </w:r>
      <w:r w:rsidR="007D6C9B">
        <w:rPr>
          <w:rtl/>
        </w:rPr>
        <w:t xml:space="preserve">ں </w:t>
      </w:r>
      <w:r>
        <w:rPr>
          <w:rtl/>
        </w:rPr>
        <w:t xml:space="preserve">_ </w:t>
      </w:r>
    </w:p>
    <w:p w:rsidR="003A5CC0" w:rsidRDefault="00DE2D7F" w:rsidP="00D07B54">
      <w:pPr>
        <w:pStyle w:val="Heading2Center"/>
        <w:rPr>
          <w:rtl/>
        </w:rPr>
      </w:pPr>
      <w:bookmarkStart w:id="367" w:name="_Toc7268764"/>
      <w:r>
        <w:rPr>
          <w:rtl/>
        </w:rPr>
        <w:t>عمومى معافى كا حكم</w:t>
      </w:r>
      <w:bookmarkEnd w:id="367"/>
    </w:p>
    <w:p w:rsidR="00DE2D7F" w:rsidRDefault="00DE2D7F" w:rsidP="00D07B54">
      <w:pPr>
        <w:pStyle w:val="libNormal"/>
        <w:rPr>
          <w:rtl/>
        </w:rPr>
      </w:pPr>
      <w:r>
        <w:rPr>
          <w:rtl/>
        </w:rPr>
        <w:t xml:space="preserve"> جو لوگ واقعہ احد كے دوران جنگ سے فرار ہوگئے تھے وہ پيغمبر اكرم (ص) كے گرد جمع ہوگئے اور انہو</w:t>
      </w:r>
      <w:r w:rsidR="007D6C9B">
        <w:rPr>
          <w:rtl/>
        </w:rPr>
        <w:t xml:space="preserve">ں </w:t>
      </w:r>
      <w:r>
        <w:rPr>
          <w:rtl/>
        </w:rPr>
        <w:t>نے ندامت وپشيمانى كے عالم مي</w:t>
      </w:r>
      <w:r w:rsidR="007D6C9B">
        <w:rPr>
          <w:rtl/>
        </w:rPr>
        <w:t xml:space="preserve">ں </w:t>
      </w:r>
      <w:r>
        <w:rPr>
          <w:rtl/>
        </w:rPr>
        <w:t>معافى كى درخواست كى تو خدا ئے تعالى نے پيغمبر اكرم (ص) سے انہي</w:t>
      </w:r>
      <w:r w:rsidR="007D6C9B">
        <w:rPr>
          <w:rtl/>
        </w:rPr>
        <w:t xml:space="preserve">ں </w:t>
      </w:r>
      <w:r>
        <w:rPr>
          <w:rtl/>
        </w:rPr>
        <w:t>عام معافى دينے كے لئے فرمايا لہذا حكم الہى نازل ہوتے ہى آپ نے فراخ دلى سے توبہ كرنے والے خطا كارو</w:t>
      </w:r>
      <w:r w:rsidR="007D6C9B">
        <w:rPr>
          <w:rtl/>
        </w:rPr>
        <w:t xml:space="preserve">ں </w:t>
      </w:r>
      <w:r>
        <w:rPr>
          <w:rtl/>
        </w:rPr>
        <w:t xml:space="preserve">كو معاف كرديا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)ال عمران ايت </w:t>
      </w:r>
      <w:r w:rsidR="00E664BB">
        <w:rPr>
          <w:rtl/>
        </w:rPr>
        <w:t>152</w:t>
      </w:r>
      <w:r>
        <w:rPr>
          <w:rtl/>
        </w:rPr>
        <w:t xml:space="preserve"> </w:t>
      </w:r>
    </w:p>
    <w:p w:rsidR="003A5CC0" w:rsidRDefault="00C2634E" w:rsidP="00D07B54">
      <w:pPr>
        <w:pStyle w:val="libNormal"/>
        <w:rPr>
          <w:rtl/>
        </w:rPr>
      </w:pPr>
      <w:r>
        <w:rPr>
          <w:rtl/>
        </w:rPr>
        <w:t xml:space="preserve"> </w:t>
      </w:r>
      <w:r>
        <w:rPr>
          <w:rtl/>
        </w:rPr>
        <w:br w:type="page"/>
      </w:r>
    </w:p>
    <w:p w:rsidR="003A5CC0" w:rsidRDefault="003A5CC0" w:rsidP="00D07B54">
      <w:pPr>
        <w:pStyle w:val="libNormal"/>
        <w:rPr>
          <w:rtl/>
        </w:rPr>
      </w:pPr>
    </w:p>
    <w:p w:rsidR="00DE2D7F" w:rsidRDefault="00DE2D7F" w:rsidP="00D07B54">
      <w:pPr>
        <w:pStyle w:val="libNormal"/>
        <w:rPr>
          <w:rtl/>
        </w:rPr>
      </w:pPr>
      <w:r>
        <w:rPr>
          <w:rtl/>
        </w:rPr>
        <w:t>قرآن مي</w:t>
      </w:r>
      <w:r w:rsidR="007D6C9B">
        <w:rPr>
          <w:rtl/>
        </w:rPr>
        <w:t xml:space="preserve">ں </w:t>
      </w:r>
      <w:r>
        <w:rPr>
          <w:rtl/>
        </w:rPr>
        <w:t>پيغمبر اكرم(ص) (ص) كى ايك بہت بڑى اخلاقى خوبى كى طرف اشارہ كيا گيا ہے كہ تم پروردگار كے لطف وكرم كے سبب ان پر مہربان ہوگئے اور اگر تم ان كے لئے سنگدل،سخت مزاج اور تند خو ہوتے اور عملا ًان پر لطف وعنايت نہ كرتے تو وہ تمہارے پاس سے بكھر جاتے _ اس كے بعد حكم ديا گيا كہ'' ان كى كوتاہيو</w:t>
      </w:r>
      <w:r w:rsidR="007D6C9B">
        <w:rPr>
          <w:rtl/>
        </w:rPr>
        <w:t xml:space="preserve">ں </w:t>
      </w:r>
      <w:r>
        <w:rPr>
          <w:rtl/>
        </w:rPr>
        <w:t>سے درگزر فرمايئےور انہي</w:t>
      </w:r>
      <w:r w:rsidR="007D6C9B">
        <w:rPr>
          <w:rtl/>
        </w:rPr>
        <w:t xml:space="preserve">ں </w:t>
      </w:r>
      <w:r>
        <w:rPr>
          <w:rtl/>
        </w:rPr>
        <w:t>اپنے دامن عفو مي</w:t>
      </w:r>
      <w:r w:rsidR="007D6C9B">
        <w:rPr>
          <w:rtl/>
        </w:rPr>
        <w:t xml:space="preserve">ں </w:t>
      </w:r>
      <w:r>
        <w:rPr>
          <w:rtl/>
        </w:rPr>
        <w:t>جگہ ديجئے''_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يعنى اس جنگ مي</w:t>
      </w:r>
      <w:r w:rsidR="007D6C9B">
        <w:rPr>
          <w:rtl/>
        </w:rPr>
        <w:t xml:space="preserve">ں </w:t>
      </w:r>
      <w:r>
        <w:rPr>
          <w:rtl/>
        </w:rPr>
        <w:t>انہو</w:t>
      </w:r>
      <w:r w:rsidR="007D6C9B">
        <w:rPr>
          <w:rtl/>
        </w:rPr>
        <w:t xml:space="preserve">ں </w:t>
      </w:r>
      <w:r>
        <w:rPr>
          <w:rtl/>
        </w:rPr>
        <w:t>نے جو بے وفائيا</w:t>
      </w:r>
      <w:r w:rsidR="007D6C9B">
        <w:rPr>
          <w:rtl/>
        </w:rPr>
        <w:t xml:space="preserve">ں </w:t>
      </w:r>
      <w:r>
        <w:rPr>
          <w:rtl/>
        </w:rPr>
        <w:t>آپ سے كى ہي</w:t>
      </w:r>
      <w:r w:rsidR="007D6C9B">
        <w:rPr>
          <w:rtl/>
        </w:rPr>
        <w:t xml:space="preserve">ں </w:t>
      </w:r>
      <w:r>
        <w:rPr>
          <w:rtl/>
        </w:rPr>
        <w:t>اور جو تكا ليف اس جنگ مي</w:t>
      </w:r>
      <w:r w:rsidR="007D6C9B">
        <w:rPr>
          <w:rtl/>
        </w:rPr>
        <w:t xml:space="preserve">ں </w:t>
      </w:r>
      <w:r>
        <w:rPr>
          <w:rtl/>
        </w:rPr>
        <w:t>آپ كو پہنچائي ہي</w:t>
      </w:r>
      <w:r w:rsidR="007D6C9B">
        <w:rPr>
          <w:rtl/>
        </w:rPr>
        <w:t xml:space="preserve">ں </w:t>
      </w:r>
      <w:r>
        <w:rPr>
          <w:rtl/>
        </w:rPr>
        <w:t>، ان كے لئے ان كى مغفرت طلب كيجئے اور مي</w:t>
      </w:r>
      <w:r w:rsidR="007D6C9B">
        <w:rPr>
          <w:rtl/>
        </w:rPr>
        <w:t xml:space="preserve">ں </w:t>
      </w:r>
      <w:r>
        <w:rPr>
          <w:rtl/>
        </w:rPr>
        <w:t>خود ان كے لئے تم سے سفارش كرتا ہو</w:t>
      </w:r>
      <w:r w:rsidR="007D6C9B">
        <w:rPr>
          <w:rtl/>
        </w:rPr>
        <w:t xml:space="preserve">ں </w:t>
      </w:r>
      <w:r>
        <w:rPr>
          <w:rtl/>
        </w:rPr>
        <w:t>كہ انہو</w:t>
      </w:r>
      <w:r w:rsidR="007D6C9B">
        <w:rPr>
          <w:rtl/>
        </w:rPr>
        <w:t xml:space="preserve">ں </w:t>
      </w:r>
      <w:r>
        <w:rPr>
          <w:rtl/>
        </w:rPr>
        <w:t>نے ميرى جو مخالفتي</w:t>
      </w:r>
      <w:r w:rsidR="007D6C9B">
        <w:rPr>
          <w:rtl/>
        </w:rPr>
        <w:t xml:space="preserve">ں </w:t>
      </w:r>
      <w:r>
        <w:rPr>
          <w:rtl/>
        </w:rPr>
        <w:t>كى ہي</w:t>
      </w:r>
      <w:r w:rsidR="007D6C9B">
        <w:rPr>
          <w:rtl/>
        </w:rPr>
        <w:t xml:space="preserve">ں </w:t>
      </w:r>
      <w:r>
        <w:rPr>
          <w:rtl/>
        </w:rPr>
        <w:t>،مجھ سے ان كى مغفرت طلب كرو دوسرے لفظو</w:t>
      </w:r>
      <w:r w:rsidR="007D6C9B">
        <w:rPr>
          <w:rtl/>
        </w:rPr>
        <w:t xml:space="preserve">ں </w:t>
      </w:r>
      <w:r>
        <w:rPr>
          <w:rtl/>
        </w:rPr>
        <w:t>مي</w:t>
      </w:r>
      <w:r w:rsidR="007D6C9B">
        <w:rPr>
          <w:rtl/>
        </w:rPr>
        <w:t xml:space="preserve">ں </w:t>
      </w:r>
      <w:r>
        <w:rPr>
          <w:rtl/>
        </w:rPr>
        <w:t>جو تم سے مربوط ہے اسے تم معاف كردو اورجو مجھ سے ربط ركھتا ہے اسے مي</w:t>
      </w:r>
      <w:r w:rsidR="007D6C9B">
        <w:rPr>
          <w:rtl/>
        </w:rPr>
        <w:t xml:space="preserve">ں </w:t>
      </w:r>
      <w:r>
        <w:rPr>
          <w:rtl/>
        </w:rPr>
        <w:t>بخش ديتا ہو</w:t>
      </w:r>
      <w:r w:rsidR="007D6C9B">
        <w:rPr>
          <w:rtl/>
        </w:rPr>
        <w:t xml:space="preserve">ں </w:t>
      </w:r>
      <w:r>
        <w:rPr>
          <w:rtl/>
        </w:rPr>
        <w:t>، آنحضرت (ص) نے فرمان خدا پر عمل كرتے ہوئے ان تمام خطا كارو</w:t>
      </w:r>
      <w:r w:rsidR="007D6C9B">
        <w:rPr>
          <w:rtl/>
        </w:rPr>
        <w:t xml:space="preserve">ں </w:t>
      </w:r>
      <w:r>
        <w:rPr>
          <w:rtl/>
        </w:rPr>
        <w:t>كو عام معافى دےدى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3A5CC0" w:rsidRDefault="00DE2D7F" w:rsidP="00D07B54">
      <w:pPr>
        <w:pStyle w:val="Heading2Center"/>
        <w:rPr>
          <w:rtl/>
        </w:rPr>
      </w:pPr>
      <w:bookmarkStart w:id="368" w:name="_Toc7268765"/>
      <w:r>
        <w:rPr>
          <w:rtl/>
        </w:rPr>
        <w:t>پيغمبر اكرم (ص) شہداء سے مخاطب</w:t>
      </w:r>
      <w:bookmarkEnd w:id="368"/>
    </w:p>
    <w:p w:rsidR="00DE2D7F" w:rsidRDefault="00DE2D7F" w:rsidP="00D07B54">
      <w:pPr>
        <w:pStyle w:val="libNormal"/>
        <w:rPr>
          <w:rtl/>
        </w:rPr>
      </w:pPr>
      <w:r>
        <w:rPr>
          <w:rtl/>
        </w:rPr>
        <w:t xml:space="preserve"> ابن مسعود پيغمبر اكرم (ص) سے روايت كرتے ہي</w:t>
      </w:r>
      <w:r w:rsidR="007D6C9B">
        <w:rPr>
          <w:rtl/>
        </w:rPr>
        <w:t xml:space="preserve">ں </w:t>
      </w:r>
      <w:r>
        <w:rPr>
          <w:rtl/>
        </w:rPr>
        <w:t>: خدا نے شہداء بدرواحد كى ارواح كو خطاب كرتے ہوئے ان سے پوچھا كہ تمہارى كيا آرزو ہے تو انہو</w:t>
      </w:r>
      <w:r w:rsidR="007D6C9B">
        <w:rPr>
          <w:rtl/>
        </w:rPr>
        <w:t xml:space="preserve">ں </w:t>
      </w:r>
      <w:r>
        <w:rPr>
          <w:rtl/>
        </w:rPr>
        <w:t>نے كہا : پروردگارا ہم اس سے زيادہ كيا آرزو كرسكتے ہي</w:t>
      </w:r>
      <w:r w:rsidR="007D6C9B">
        <w:rPr>
          <w:rtl/>
        </w:rPr>
        <w:t xml:space="preserve">ں </w:t>
      </w:r>
      <w:r>
        <w:rPr>
          <w:rtl/>
        </w:rPr>
        <w:t>كہ ہم ہميشہ كى نعمتو</w:t>
      </w:r>
      <w:r w:rsidR="007D6C9B">
        <w:rPr>
          <w:rtl/>
        </w:rPr>
        <w:t xml:space="preserve">ں </w:t>
      </w:r>
      <w:r>
        <w:rPr>
          <w:rtl/>
        </w:rPr>
        <w:t>مي</w:t>
      </w:r>
      <w:r w:rsidR="007D6C9B">
        <w:rPr>
          <w:rtl/>
        </w:rPr>
        <w:t xml:space="preserve">ں </w:t>
      </w:r>
      <w:r>
        <w:rPr>
          <w:rtl/>
        </w:rPr>
        <w:t>غرق ہي</w:t>
      </w:r>
      <w:r w:rsidR="007D6C9B">
        <w:rPr>
          <w:rtl/>
        </w:rPr>
        <w:t xml:space="preserve">ں </w:t>
      </w:r>
      <w:r>
        <w:rPr>
          <w:rtl/>
        </w:rPr>
        <w:t>اور تيرے عرش كے سائے مي</w:t>
      </w:r>
      <w:r w:rsidR="007D6C9B">
        <w:rPr>
          <w:rtl/>
        </w:rPr>
        <w:t xml:space="preserve">ں </w:t>
      </w:r>
      <w:r>
        <w:rPr>
          <w:rtl/>
        </w:rPr>
        <w:t>رہتے ہي</w:t>
      </w:r>
      <w:r w:rsidR="007D6C9B">
        <w:rPr>
          <w:rtl/>
        </w:rPr>
        <w:t xml:space="preserve">ں </w:t>
      </w:r>
      <w:r>
        <w:rPr>
          <w:rtl/>
        </w:rPr>
        <w:t>، ہمارا تقاضا صرف يہ ہے كہ ہم دوبارہ دنيا كى طرف پلٹ جائي</w:t>
      </w:r>
      <w:r w:rsidR="007D6C9B">
        <w:rPr>
          <w:rtl/>
        </w:rPr>
        <w:t xml:space="preserve">ں </w:t>
      </w:r>
      <w:r>
        <w:rPr>
          <w:rtl/>
        </w:rPr>
        <w:t>اور پھر سے تيرى راہ مي</w:t>
      </w:r>
      <w:r w:rsidR="007D6C9B">
        <w:rPr>
          <w:rtl/>
        </w:rPr>
        <w:t xml:space="preserve">ں </w:t>
      </w:r>
      <w:r>
        <w:rPr>
          <w:rtl/>
        </w:rPr>
        <w:t>شہيد ہو</w:t>
      </w:r>
      <w:r w:rsidR="007D6C9B">
        <w:rPr>
          <w:rtl/>
        </w:rPr>
        <w:t xml:space="preserve">ں </w:t>
      </w:r>
      <w:r>
        <w:rPr>
          <w:rtl/>
        </w:rPr>
        <w:t>، اس پر خدا نے فرمايا : ميرااٹل فيصلہ ہے كہ كوئي شخص دوبارہ دنيا كى طرف نہي</w:t>
      </w:r>
      <w:r w:rsidR="007D6C9B">
        <w:rPr>
          <w:rtl/>
        </w:rPr>
        <w:t xml:space="preserve">ں </w:t>
      </w:r>
      <w:r>
        <w:rPr>
          <w:rtl/>
        </w:rPr>
        <w:t xml:space="preserve">پلٹے گا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سورہ آل عمران آيت</w:t>
      </w:r>
      <w:r w:rsidR="00E664BB">
        <w:rPr>
          <w:rtl/>
        </w:rPr>
        <w:t>15</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)واضح رہے كہ عفو ودر گزر كرنے كے لئے يہ ايك اہم اور بہت مناسب موقع تھا اور اگر آپ ايسانہ كرتے تو لوگو</w:t>
      </w:r>
      <w:r w:rsidR="007D6C9B">
        <w:rPr>
          <w:rtl/>
        </w:rPr>
        <w:t xml:space="preserve">ں </w:t>
      </w:r>
      <w:r>
        <w:rPr>
          <w:rtl/>
        </w:rPr>
        <w:t>كے بكھرجانے كےلئے فضا ہموار تھى وہ لوگ جو اتنى برى شكست كا سامناكر چكے تھے اور بہت سے مقتول ومجروح پيش گرچكے تھے (اگرچہ يہ سب كچھ ان كى اپنى غلطى سے ہواتا ہم ) ايسے لوگو</w:t>
      </w:r>
      <w:r w:rsidR="007D6C9B">
        <w:rPr>
          <w:rtl/>
        </w:rPr>
        <w:t xml:space="preserve">ں </w:t>
      </w:r>
      <w:r>
        <w:rPr>
          <w:rtl/>
        </w:rPr>
        <w:t>كو محبت ، دلجوئي اور تسلى كى ضرورت تھى تاكہ ان كے دل اور جسم كے زخم پر مرہم لگ سكے اور وہ ان سے جانبرہوكر آئندہ كے معركو</w:t>
      </w:r>
      <w:r w:rsidR="007D6C9B">
        <w:rPr>
          <w:rtl/>
        </w:rPr>
        <w:t xml:space="preserve">ں </w:t>
      </w:r>
      <w:r>
        <w:rPr>
          <w:rtl/>
        </w:rPr>
        <w:t>كےلئے تيار ہوسكي</w:t>
      </w:r>
      <w:r w:rsidR="007D6C9B">
        <w:rPr>
          <w:rtl/>
        </w:rPr>
        <w:t xml:space="preserve">ں </w:t>
      </w:r>
    </w:p>
    <w:p w:rsidR="003A5CC0"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انہو</w:t>
      </w:r>
      <w:r w:rsidR="007D6C9B">
        <w:rPr>
          <w:rtl/>
        </w:rPr>
        <w:t xml:space="preserve">ں </w:t>
      </w:r>
      <w:r>
        <w:rPr>
          <w:rtl/>
        </w:rPr>
        <w:t>نے عرض كيا : جب ايسا ہى ہے تو ہمارى تمنا ہے كہ ہمارے پيغمبر كو ہماراسلام كو پہنچادے ، ہمارى حالت ہمارے پسما ندگان كوبتادے اور انہي</w:t>
      </w:r>
      <w:r w:rsidR="007D6C9B">
        <w:rPr>
          <w:rtl/>
        </w:rPr>
        <w:t xml:space="preserve">ں </w:t>
      </w:r>
      <w:r>
        <w:rPr>
          <w:rtl/>
        </w:rPr>
        <w:t>ہمارى حالت كى بشارت دے تاكہ ہمارے بارے مي</w:t>
      </w:r>
      <w:r w:rsidR="007D6C9B">
        <w:rPr>
          <w:rtl/>
        </w:rPr>
        <w:t xml:space="preserve">ں </w:t>
      </w:r>
      <w:r>
        <w:rPr>
          <w:rtl/>
        </w:rPr>
        <w:t>انہي</w:t>
      </w:r>
      <w:r w:rsidR="007D6C9B">
        <w:rPr>
          <w:rtl/>
        </w:rPr>
        <w:t xml:space="preserve">ں </w:t>
      </w:r>
      <w:r>
        <w:rPr>
          <w:rtl/>
        </w:rPr>
        <w:t xml:space="preserve">كسى قسم كى پريشانى نہ ہو_ </w:t>
      </w:r>
    </w:p>
    <w:p w:rsidR="003A5CC0" w:rsidRDefault="00DE2D7F" w:rsidP="00D07B54">
      <w:pPr>
        <w:pStyle w:val="Heading2Center"/>
        <w:rPr>
          <w:rtl/>
        </w:rPr>
      </w:pPr>
      <w:bookmarkStart w:id="369" w:name="_Toc7268766"/>
      <w:r>
        <w:rPr>
          <w:rtl/>
        </w:rPr>
        <w:t>حنظلہ غسيل الملائلكہ</w:t>
      </w:r>
      <w:bookmarkEnd w:id="369"/>
      <w:r>
        <w:rPr>
          <w:rtl/>
        </w:rPr>
        <w:t xml:space="preserve"> </w:t>
      </w:r>
    </w:p>
    <w:p w:rsidR="00DE2D7F" w:rsidRDefault="00DE2D7F" w:rsidP="00D07B54">
      <w:pPr>
        <w:pStyle w:val="libNormal"/>
        <w:rPr>
          <w:rtl/>
        </w:rPr>
      </w:pPr>
      <w:r>
        <w:rPr>
          <w:rtl/>
        </w:rPr>
        <w:t>''حنظلہ بن ابى عياش'' جس رات شادى كرنا چاہتے تھے اس سے اگلے دن جنگ احد برپاہوئي پيغمبر اكرم (ص) اپنے اصحاب سے جنگ كے بارے مي</w:t>
      </w:r>
      <w:r w:rsidR="007D6C9B">
        <w:rPr>
          <w:rtl/>
        </w:rPr>
        <w:t xml:space="preserve">ں </w:t>
      </w:r>
      <w:r>
        <w:rPr>
          <w:rtl/>
        </w:rPr>
        <w:t>مشورہ كررہے تھے كہ وہ آپ كے پاس آئے اور عرض كى اگر رسول اللہ (ص) اجازت دےدي</w:t>
      </w:r>
      <w:r w:rsidR="007D6C9B">
        <w:rPr>
          <w:rtl/>
        </w:rPr>
        <w:t xml:space="preserve">ں </w:t>
      </w:r>
      <w:r>
        <w:rPr>
          <w:rtl/>
        </w:rPr>
        <w:t>تو يہ رات مي</w:t>
      </w:r>
      <w:r w:rsidR="007D6C9B">
        <w:rPr>
          <w:rtl/>
        </w:rPr>
        <w:t xml:space="preserve">ں </w:t>
      </w:r>
      <w:r>
        <w:rPr>
          <w:rtl/>
        </w:rPr>
        <w:t>بيوى كے ساتھ گزرالو</w:t>
      </w:r>
      <w:r w:rsidR="007D6C9B">
        <w:rPr>
          <w:rtl/>
        </w:rPr>
        <w:t xml:space="preserve">ں </w:t>
      </w:r>
      <w:r>
        <w:rPr>
          <w:rtl/>
        </w:rPr>
        <w:t>، آنحضرت (ص) نے انہي</w:t>
      </w:r>
      <w:r w:rsidR="007D6C9B">
        <w:rPr>
          <w:rtl/>
        </w:rPr>
        <w:t xml:space="preserve">ں </w:t>
      </w:r>
      <w:r>
        <w:rPr>
          <w:rtl/>
        </w:rPr>
        <w:t xml:space="preserve">اجازت دےدى _ </w:t>
      </w:r>
    </w:p>
    <w:p w:rsidR="00DE2D7F" w:rsidRDefault="00DE2D7F" w:rsidP="00D07B54">
      <w:pPr>
        <w:pStyle w:val="libNormal"/>
        <w:rPr>
          <w:rtl/>
        </w:rPr>
      </w:pPr>
      <w:r>
        <w:rPr>
          <w:rtl/>
        </w:rPr>
        <w:t>صبح كے وقت انہي</w:t>
      </w:r>
      <w:r w:rsidR="007D6C9B">
        <w:rPr>
          <w:rtl/>
        </w:rPr>
        <w:t xml:space="preserve">ں </w:t>
      </w:r>
      <w:r>
        <w:rPr>
          <w:rtl/>
        </w:rPr>
        <w:t>جہاد مي</w:t>
      </w:r>
      <w:r w:rsidR="007D6C9B">
        <w:rPr>
          <w:rtl/>
        </w:rPr>
        <w:t xml:space="preserve">ں </w:t>
      </w:r>
      <w:r>
        <w:rPr>
          <w:rtl/>
        </w:rPr>
        <w:t>شركت كرنے كى اتنى جلدى تھى كہ وہ غسل بھى نہ كرسكے اسى حالت مي</w:t>
      </w:r>
      <w:r w:rsidR="007D6C9B">
        <w:rPr>
          <w:rtl/>
        </w:rPr>
        <w:t xml:space="preserve">ں </w:t>
      </w:r>
      <w:r>
        <w:rPr>
          <w:rtl/>
        </w:rPr>
        <w:t>معركہ كارزار مي</w:t>
      </w:r>
      <w:r w:rsidR="007D6C9B">
        <w:rPr>
          <w:rtl/>
        </w:rPr>
        <w:t xml:space="preserve">ں </w:t>
      </w:r>
      <w:r>
        <w:rPr>
          <w:rtl/>
        </w:rPr>
        <w:t>شريك ہوگئے اور بالآخر جام شہادت نوش كيا ،رسول اللہ (ص) نے ان كے بارے مي</w:t>
      </w:r>
      <w:r w:rsidR="007D6C9B">
        <w:rPr>
          <w:rtl/>
        </w:rPr>
        <w:t xml:space="preserve">ں </w:t>
      </w:r>
      <w:r>
        <w:rPr>
          <w:rtl/>
        </w:rPr>
        <w:t>ارشاد فرمايا :مي</w:t>
      </w:r>
      <w:r w:rsidR="007D6C9B">
        <w:rPr>
          <w:rtl/>
        </w:rPr>
        <w:t xml:space="preserve">ں </w:t>
      </w:r>
      <w:r>
        <w:rPr>
          <w:rtl/>
        </w:rPr>
        <w:t>نے فرشتو</w:t>
      </w:r>
      <w:r w:rsidR="007D6C9B">
        <w:rPr>
          <w:rtl/>
        </w:rPr>
        <w:t xml:space="preserve">ں </w:t>
      </w:r>
      <w:r>
        <w:rPr>
          <w:rtl/>
        </w:rPr>
        <w:t>كو ديكھا ہے كہ وہ آسمان وزمين كے درميان حنظلہ كو غسل دے رہے ہي</w:t>
      </w:r>
      <w:r w:rsidR="007D6C9B">
        <w:rPr>
          <w:rtl/>
        </w:rPr>
        <w:t xml:space="preserve">ں </w:t>
      </w:r>
      <w:r>
        <w:rPr>
          <w:rtl/>
        </w:rPr>
        <w:t xml:space="preserve">_ </w:t>
      </w:r>
    </w:p>
    <w:p w:rsidR="00DE2D7F" w:rsidRDefault="00DE2D7F" w:rsidP="00D07B54">
      <w:pPr>
        <w:pStyle w:val="libNormal"/>
        <w:rPr>
          <w:rtl/>
        </w:rPr>
      </w:pPr>
      <w:r>
        <w:rPr>
          <w:rtl/>
        </w:rPr>
        <w:t>اسى لئے انہي</w:t>
      </w:r>
      <w:r w:rsidR="007D6C9B">
        <w:rPr>
          <w:rtl/>
        </w:rPr>
        <w:t xml:space="preserve">ں </w:t>
      </w:r>
      <w:r>
        <w:rPr>
          <w:rtl/>
        </w:rPr>
        <w:t xml:space="preserve">حنظلہ كو:'' غسيل الملائكہ'' كے نام سے ياد كيا جاتاہے _ </w:t>
      </w:r>
    </w:p>
    <w:p w:rsidR="003A5CC0" w:rsidRDefault="00C2634E" w:rsidP="00D07B54">
      <w:pPr>
        <w:pStyle w:val="libNormal"/>
        <w:rPr>
          <w:rtl/>
        </w:rPr>
      </w:pPr>
      <w:r>
        <w:rPr>
          <w:rtl/>
        </w:rPr>
        <w:t xml:space="preserve"> </w:t>
      </w:r>
      <w:r>
        <w:rPr>
          <w:rtl/>
        </w:rPr>
        <w:br w:type="page"/>
      </w:r>
    </w:p>
    <w:p w:rsidR="003A5CC0" w:rsidRDefault="003A5CC0" w:rsidP="00D07B54">
      <w:pPr>
        <w:pStyle w:val="libNormal"/>
        <w:rPr>
          <w:rtl/>
        </w:rPr>
      </w:pPr>
    </w:p>
    <w:p w:rsidR="003A5CC0" w:rsidRDefault="00DE2D7F" w:rsidP="00D07B54">
      <w:pPr>
        <w:pStyle w:val="Heading2Center"/>
        <w:rPr>
          <w:rtl/>
        </w:rPr>
      </w:pPr>
      <w:bookmarkStart w:id="370" w:name="_Toc7268767"/>
      <w:r>
        <w:rPr>
          <w:rtl/>
        </w:rPr>
        <w:t>قبيلہ بنى نضير كى سازش</w:t>
      </w:r>
      <w:bookmarkEnd w:id="370"/>
    </w:p>
    <w:p w:rsidR="00DE2D7F" w:rsidRDefault="00DE2D7F" w:rsidP="00D07B54">
      <w:pPr>
        <w:pStyle w:val="libNormal"/>
        <w:rPr>
          <w:rtl/>
        </w:rPr>
      </w:pPr>
      <w:r>
        <w:rPr>
          <w:rtl/>
        </w:rPr>
        <w:t xml:space="preserve"> مدينہ مي</w:t>
      </w:r>
      <w:r w:rsidR="007D6C9B">
        <w:rPr>
          <w:rtl/>
        </w:rPr>
        <w:t xml:space="preserve">ں </w:t>
      </w:r>
      <w:r>
        <w:rPr>
          <w:rtl/>
        </w:rPr>
        <w:t>يہوديو</w:t>
      </w:r>
      <w:r w:rsidR="007D6C9B">
        <w:rPr>
          <w:rtl/>
        </w:rPr>
        <w:t xml:space="preserve">ں </w:t>
      </w:r>
      <w:r>
        <w:rPr>
          <w:rtl/>
        </w:rPr>
        <w:t>كے تين قبيلے رہتے تھے ، بنى نظير، بنو قريظہ اور بنو قينقاع، كہا جاتاہے كہ وہ اصلاً اہل حجازنہ تھے ليكن چونكہ اپنى مذہبى كتب مي</w:t>
      </w:r>
      <w:r w:rsidR="007D6C9B">
        <w:rPr>
          <w:rtl/>
        </w:rPr>
        <w:t xml:space="preserve">ں </w:t>
      </w:r>
      <w:r>
        <w:rPr>
          <w:rtl/>
        </w:rPr>
        <w:t>انہو</w:t>
      </w:r>
      <w:r w:rsidR="007D6C9B">
        <w:rPr>
          <w:rtl/>
        </w:rPr>
        <w:t xml:space="preserve">ں </w:t>
      </w:r>
      <w:r>
        <w:rPr>
          <w:rtl/>
        </w:rPr>
        <w:t>نے پڑھا تھا كہ ايك پيغمبر مدينہ مي</w:t>
      </w:r>
      <w:r w:rsidR="007D6C9B">
        <w:rPr>
          <w:rtl/>
        </w:rPr>
        <w:t xml:space="preserve">ں </w:t>
      </w:r>
      <w:r>
        <w:rPr>
          <w:rtl/>
        </w:rPr>
        <w:t>ظہور كرے گا لہذا انہو</w:t>
      </w:r>
      <w:r w:rsidR="007D6C9B">
        <w:rPr>
          <w:rtl/>
        </w:rPr>
        <w:t xml:space="preserve">ں </w:t>
      </w:r>
      <w:r>
        <w:rPr>
          <w:rtl/>
        </w:rPr>
        <w:t>نے اس سر زمين كى طرف كوچ كيا اور وہ اس عظيم پيغمبر (ص) كے انتظار مي</w:t>
      </w:r>
      <w:r w:rsidR="007D6C9B">
        <w:rPr>
          <w:rtl/>
        </w:rPr>
        <w:t xml:space="preserve">ں </w:t>
      </w:r>
      <w:r>
        <w:rPr>
          <w:rtl/>
        </w:rPr>
        <w:t xml:space="preserve">تھے_ </w:t>
      </w:r>
    </w:p>
    <w:p w:rsidR="00DE2D7F" w:rsidRDefault="00DE2D7F" w:rsidP="00D07B54">
      <w:pPr>
        <w:pStyle w:val="libNormal"/>
        <w:rPr>
          <w:rtl/>
        </w:rPr>
      </w:pPr>
      <w:r>
        <w:rPr>
          <w:rtl/>
        </w:rPr>
        <w:t>جس وقت رسول خدا نے مدينہ كى طرف ہجرت فرمائي تو آپ نے ان كے ساتھ عدم تعرض كا عہد باندھا ليكن ان كو جب بھى موقع ملا انہو</w:t>
      </w:r>
      <w:r w:rsidR="007D6C9B">
        <w:rPr>
          <w:rtl/>
        </w:rPr>
        <w:t xml:space="preserve">ں </w:t>
      </w:r>
      <w:r>
        <w:rPr>
          <w:rtl/>
        </w:rPr>
        <w:t xml:space="preserve">نے يہ عہد توڑا _ </w:t>
      </w:r>
    </w:p>
    <w:p w:rsidR="00DE2D7F" w:rsidRDefault="00DE2D7F" w:rsidP="00D07B54">
      <w:pPr>
        <w:pStyle w:val="libNormal"/>
        <w:rPr>
          <w:rtl/>
        </w:rPr>
      </w:pPr>
      <w:r>
        <w:rPr>
          <w:rtl/>
        </w:rPr>
        <w:t>دوسرى عہد شكنيو</w:t>
      </w:r>
      <w:r w:rsidR="007D6C9B">
        <w:rPr>
          <w:rtl/>
        </w:rPr>
        <w:t xml:space="preserve">ں </w:t>
      </w:r>
      <w:r>
        <w:rPr>
          <w:rtl/>
        </w:rPr>
        <w:t>كے علاوہ يہ كہ جنگ احد(جنگ احد ہجرت كے تيسرے سال واقع ہوئي ) كعب ابن اشرف چاليس سوارو</w:t>
      </w:r>
      <w:r w:rsidR="007D6C9B">
        <w:rPr>
          <w:rtl/>
        </w:rPr>
        <w:t xml:space="preserve">ں </w:t>
      </w:r>
      <w:r>
        <w:rPr>
          <w:rtl/>
        </w:rPr>
        <w:t>كے ساتھ مكہ پہنچا وہ اور اس كے ساتھى سب قريش كے پاس اور ان سے عہد كيا كہ سب مل كر محمد (ص) كے خلاف جنگ كري</w:t>
      </w:r>
      <w:r w:rsidR="007D6C9B">
        <w:rPr>
          <w:rtl/>
        </w:rPr>
        <w:t xml:space="preserve">ں </w:t>
      </w:r>
      <w:r>
        <w:rPr>
          <w:rtl/>
        </w:rPr>
        <w:t>اس كے بعد ابوسفيان چاليس مكى افراد كے ساتھ اور كعب بن اشرف ان چاليس يہوديو</w:t>
      </w:r>
      <w:r w:rsidR="007D6C9B">
        <w:rPr>
          <w:rtl/>
        </w:rPr>
        <w:t xml:space="preserve">ں </w:t>
      </w:r>
      <w:r>
        <w:rPr>
          <w:rtl/>
        </w:rPr>
        <w:t>كے ساتھ مسجد الحرام مي</w:t>
      </w:r>
      <w:r w:rsidR="007D6C9B">
        <w:rPr>
          <w:rtl/>
        </w:rPr>
        <w:t xml:space="preserve">ں </w:t>
      </w:r>
      <w:r>
        <w:rPr>
          <w:rtl/>
        </w:rPr>
        <w:t>وارد ہوئے اور انہو</w:t>
      </w:r>
      <w:r w:rsidR="007D6C9B">
        <w:rPr>
          <w:rtl/>
        </w:rPr>
        <w:t xml:space="preserve">ں </w:t>
      </w:r>
      <w:r>
        <w:rPr>
          <w:rtl/>
        </w:rPr>
        <w:t xml:space="preserve">نے خانہ كعبہ كے پاس اپنے عہددپيمان كو مستحكم كيا يہ خبر بذريعہ وحى پيغمبر اسلام (ص) كو مل گئي_ </w:t>
      </w:r>
    </w:p>
    <w:p w:rsidR="00DE2D7F" w:rsidRDefault="00DE2D7F" w:rsidP="00D07B54">
      <w:pPr>
        <w:pStyle w:val="libNormal"/>
        <w:rPr>
          <w:rtl/>
        </w:rPr>
      </w:pPr>
      <w:r>
        <w:rPr>
          <w:rtl/>
        </w:rPr>
        <w:t xml:space="preserve">دوسرے يہ كہ ايك روز پيغمبر اسلام (ص) اپنے چند بزرگ اصحاب كے ساتھ قبيلہ بنى نضير كے پاس آئے يہ لوگ مدينہ كے قريب رہتے تھے_ </w:t>
      </w:r>
    </w:p>
    <w:p w:rsidR="00DE2D7F" w:rsidRDefault="00DE2D7F" w:rsidP="00D07B54">
      <w:pPr>
        <w:pStyle w:val="libNormal"/>
        <w:rPr>
          <w:rtl/>
        </w:rPr>
      </w:pPr>
      <w:r>
        <w:rPr>
          <w:rtl/>
        </w:rPr>
        <w:t>پيغمبر اسلام (ص) اور آپ كے صحابہ كا حقيقى مقصديہ تھا كہ آپ اس طرح بنى نظير كے حالات قريب سے ديكھناچاہتے تھے اس لئے كہ كہي</w:t>
      </w:r>
      <w:r w:rsidR="007D6C9B">
        <w:rPr>
          <w:rtl/>
        </w:rPr>
        <w:t xml:space="preserve">ں </w:t>
      </w:r>
      <w:r>
        <w:rPr>
          <w:rtl/>
        </w:rPr>
        <w:t>ايسانہ ہو كہ مسلمان غفلت كا شكار ہوكر دشمنو</w:t>
      </w:r>
      <w:r w:rsidR="007D6C9B">
        <w:rPr>
          <w:rtl/>
        </w:rPr>
        <w:t xml:space="preserve">ں </w:t>
      </w:r>
      <w:r>
        <w:rPr>
          <w:rtl/>
        </w:rPr>
        <w:t>كے ہاتھو</w:t>
      </w:r>
      <w:r w:rsidR="007D6C9B">
        <w:rPr>
          <w:rtl/>
        </w:rPr>
        <w:t xml:space="preserve">ں </w:t>
      </w:r>
      <w:r>
        <w:rPr>
          <w:rtl/>
        </w:rPr>
        <w:t xml:space="preserve">مارے </w:t>
      </w:r>
    </w:p>
    <w:p w:rsidR="003A5CC0" w:rsidRDefault="001648F9" w:rsidP="00D07B54">
      <w:pPr>
        <w:pStyle w:val="libNormal"/>
        <w:rPr>
          <w:rtl/>
        </w:rPr>
      </w:pPr>
      <w:r>
        <w:rPr>
          <w:rtl/>
        </w:rPr>
        <w:t xml:space="preserve"> </w:t>
      </w:r>
      <w:r>
        <w:rPr>
          <w:rtl/>
        </w:rPr>
        <w:br w:type="page"/>
      </w:r>
    </w:p>
    <w:p w:rsidR="003A5CC0" w:rsidRDefault="003A5CC0" w:rsidP="00D07B54">
      <w:pPr>
        <w:pStyle w:val="libNormal"/>
        <w:rPr>
          <w:rtl/>
        </w:rPr>
      </w:pPr>
    </w:p>
    <w:p w:rsidR="00DE2D7F" w:rsidRDefault="00DE2D7F" w:rsidP="00D07B54">
      <w:pPr>
        <w:pStyle w:val="libNormal"/>
        <w:rPr>
          <w:rtl/>
        </w:rPr>
      </w:pPr>
      <w:r>
        <w:rPr>
          <w:rtl/>
        </w:rPr>
        <w:t>جائي</w:t>
      </w:r>
      <w:r w:rsidR="007D6C9B">
        <w:rPr>
          <w:rtl/>
        </w:rPr>
        <w:t xml:space="preserve">ں </w:t>
      </w:r>
      <w:r>
        <w:rPr>
          <w:rtl/>
        </w:rPr>
        <w:t xml:space="preserve">_ </w:t>
      </w:r>
    </w:p>
    <w:p w:rsidR="00DE2D7F" w:rsidRDefault="00DE2D7F" w:rsidP="00D07B54">
      <w:pPr>
        <w:pStyle w:val="libNormal"/>
        <w:rPr>
          <w:rtl/>
        </w:rPr>
      </w:pPr>
      <w:r>
        <w:rPr>
          <w:rtl/>
        </w:rPr>
        <w:t>پيغمبر اسلام (ص) يہود يو</w:t>
      </w:r>
      <w:r w:rsidR="007D6C9B">
        <w:rPr>
          <w:rtl/>
        </w:rPr>
        <w:t xml:space="preserve">ں </w:t>
      </w:r>
      <w:r>
        <w:rPr>
          <w:rtl/>
        </w:rPr>
        <w:t>كے قلعہ كے باہر تھے آپ(ص) نے كعب بن اشرف سے اس سلسلہ مي</w:t>
      </w:r>
      <w:r w:rsidR="007D6C9B">
        <w:rPr>
          <w:rtl/>
        </w:rPr>
        <w:t xml:space="preserve">ں </w:t>
      </w:r>
      <w:r>
        <w:rPr>
          <w:rtl/>
        </w:rPr>
        <w:t>بات كى اسى دوران يہوديو</w:t>
      </w:r>
      <w:r w:rsidR="007D6C9B">
        <w:rPr>
          <w:rtl/>
        </w:rPr>
        <w:t xml:space="preserve">ں </w:t>
      </w:r>
      <w:r>
        <w:rPr>
          <w:rtl/>
        </w:rPr>
        <w:t>كے درميان سازش ہونے لگى وہ ايك دوسرے سے كہنے لگے كہ ايسا عمدہ موقع اس شخض كے سلسلہ مي</w:t>
      </w:r>
      <w:r w:rsidR="007D6C9B">
        <w:rPr>
          <w:rtl/>
        </w:rPr>
        <w:t xml:space="preserve">ں </w:t>
      </w:r>
      <w:r>
        <w:rPr>
          <w:rtl/>
        </w:rPr>
        <w:t>دوبارہ ہاتھ نہي</w:t>
      </w:r>
      <w:r w:rsidR="007D6C9B">
        <w:rPr>
          <w:rtl/>
        </w:rPr>
        <w:t xml:space="preserve">ں </w:t>
      </w:r>
      <w:r>
        <w:rPr>
          <w:rtl/>
        </w:rPr>
        <w:t>آئے گا، اب جب كہ يہ تمہارى ديوار كے پاس بيٹھا ہے ايك آدمى چھت پر جائے اور ايك بہت بڑا پتھر اس پر پھينك دے اور ہمي</w:t>
      </w:r>
      <w:r w:rsidR="007D6C9B">
        <w:rPr>
          <w:rtl/>
        </w:rPr>
        <w:t xml:space="preserve">ں </w:t>
      </w:r>
      <w:r>
        <w:rPr>
          <w:rtl/>
        </w:rPr>
        <w:t>اس سے نجات دلادے ايك يہودى ،جس كا نام عمر بن حجاش تھا ،اس نے آمادگى ظاہر كى وہ چھت پر چلا گيا رسول خدا (ص) بذريعہ وحى باخبر ہوگئے اور وہا</w:t>
      </w:r>
      <w:r w:rsidR="007D6C9B">
        <w:rPr>
          <w:rtl/>
        </w:rPr>
        <w:t xml:space="preserve">ں </w:t>
      </w:r>
      <w:r>
        <w:rPr>
          <w:rtl/>
        </w:rPr>
        <w:t>سے اٹھ كر مدينہ آگئے آپ نے اپنے اصحاب سے كوئي بات نہي</w:t>
      </w:r>
      <w:r w:rsidR="007D6C9B">
        <w:rPr>
          <w:rtl/>
        </w:rPr>
        <w:t xml:space="preserve">ں </w:t>
      </w:r>
      <w:r>
        <w:rPr>
          <w:rtl/>
        </w:rPr>
        <w:t>كى ان كا خيال تھا كہ پيغمبر اكرم (ص) لوٹ كر مدينہ جائي</w:t>
      </w:r>
      <w:r w:rsidR="007D6C9B">
        <w:rPr>
          <w:rtl/>
        </w:rPr>
        <w:t xml:space="preserve">ں </w:t>
      </w:r>
      <w:r>
        <w:rPr>
          <w:rtl/>
        </w:rPr>
        <w:t>گے ان كو معلوم ہوا كہ آپ مدينہ پہنچ گئے ہي</w:t>
      </w:r>
      <w:r w:rsidR="007D6C9B">
        <w:rPr>
          <w:rtl/>
        </w:rPr>
        <w:t xml:space="preserve">ں </w:t>
      </w:r>
      <w:r>
        <w:rPr>
          <w:rtl/>
        </w:rPr>
        <w:t>چنانچہ وہ بھى مدينہ پلٹ آئے يہ وہ منزل تھى كہ جہا</w:t>
      </w:r>
      <w:r w:rsidR="007D6C9B">
        <w:rPr>
          <w:rtl/>
        </w:rPr>
        <w:t xml:space="preserve">ں </w:t>
      </w:r>
      <w:r>
        <w:rPr>
          <w:rtl/>
        </w:rPr>
        <w:t>پيغمبر اسلام (ص) پر يہوديو</w:t>
      </w:r>
      <w:r w:rsidR="007D6C9B">
        <w:rPr>
          <w:rtl/>
        </w:rPr>
        <w:t xml:space="preserve">ں </w:t>
      </w:r>
      <w:r>
        <w:rPr>
          <w:rtl/>
        </w:rPr>
        <w:t>كى پيما ن شكنى واضح وثابت ہوگئي تھى آپ نے مسلمانو</w:t>
      </w:r>
      <w:r w:rsidR="007D6C9B">
        <w:rPr>
          <w:rtl/>
        </w:rPr>
        <w:t xml:space="preserve">ں </w:t>
      </w:r>
      <w:r>
        <w:rPr>
          <w:rtl/>
        </w:rPr>
        <w:t xml:space="preserve">كو جنگ كے لئے تيار ہوجانے كا حكم ديا_ </w:t>
      </w:r>
    </w:p>
    <w:p w:rsidR="00DE2D7F" w:rsidRDefault="00DE2D7F" w:rsidP="00D07B54">
      <w:pPr>
        <w:pStyle w:val="libNormal"/>
        <w:rPr>
          <w:rtl/>
        </w:rPr>
      </w:pPr>
      <w:r>
        <w:rPr>
          <w:rtl/>
        </w:rPr>
        <w:t>بعض روايات مي</w:t>
      </w:r>
      <w:r w:rsidR="007D6C9B">
        <w:rPr>
          <w:rtl/>
        </w:rPr>
        <w:t xml:space="preserve">ں </w:t>
      </w:r>
      <w:r>
        <w:rPr>
          <w:rtl/>
        </w:rPr>
        <w:t>يہ بھى آيا ہے كہ بنى نظير كے ايك شاعر نے پيغمبر اسلام (ص) كى ہجومي</w:t>
      </w:r>
      <w:r w:rsidR="007D6C9B">
        <w:rPr>
          <w:rtl/>
        </w:rPr>
        <w:t xml:space="preserve">ں </w:t>
      </w:r>
      <w:r>
        <w:rPr>
          <w:rtl/>
        </w:rPr>
        <w:t>كچھ اشعار كہے اور آپ كے بارے مي</w:t>
      </w:r>
      <w:r w:rsidR="007D6C9B">
        <w:rPr>
          <w:rtl/>
        </w:rPr>
        <w:t xml:space="preserve">ں </w:t>
      </w:r>
      <w:r>
        <w:rPr>
          <w:rtl/>
        </w:rPr>
        <w:t xml:space="preserve">بد گوئي بھى كى ان كى پيمان شكنى كى يہ ايك اور دليل تھي_ </w:t>
      </w:r>
    </w:p>
    <w:p w:rsidR="00DE2D7F" w:rsidRDefault="00DE2D7F" w:rsidP="00D07B54">
      <w:pPr>
        <w:pStyle w:val="libNormal"/>
        <w:rPr>
          <w:rtl/>
        </w:rPr>
      </w:pPr>
      <w:r>
        <w:rPr>
          <w:rtl/>
        </w:rPr>
        <w:t>پيغمبر اسلام (ص) نے اس وجہ سے كہ ان پر پہلے سے ايك كارى ضرب لگائي</w:t>
      </w:r>
      <w:r w:rsidR="007D6C9B">
        <w:rPr>
          <w:rtl/>
        </w:rPr>
        <w:t xml:space="preserve">ں </w:t>
      </w:r>
      <w:r>
        <w:rPr>
          <w:rtl/>
        </w:rPr>
        <w:t>، محمد بن مسلمہ كو جو كعب بن اشرف رئيس يہود سے آشنائي ركھتا تھا ،حكم ديا كہ وہ كعب كو قتل كردے اس نے كعب كو قتل كرديا، كعب بن اشرف كے قتل ہوجانے نے يہوديو</w:t>
      </w:r>
      <w:r w:rsidR="007D6C9B">
        <w:rPr>
          <w:rtl/>
        </w:rPr>
        <w:t xml:space="preserve">ں </w:t>
      </w:r>
      <w:r>
        <w:rPr>
          <w:rtl/>
        </w:rPr>
        <w:t>كو متزلزل كرديا،ا س كے ساتھ ہى پيغمبر اكرم (ص) نے حكم ديا كہ ہر مسلمان اس عہد شكن قوم سے جنگ كرنے كے لئے چل پڑے جس وقت وہ اس صورت حال سے باخبر ہوئے تو انہو</w:t>
      </w:r>
      <w:r w:rsidR="007D6C9B">
        <w:rPr>
          <w:rtl/>
        </w:rPr>
        <w:t xml:space="preserve">ں </w:t>
      </w:r>
      <w:r>
        <w:rPr>
          <w:rtl/>
        </w:rPr>
        <w:t>نے اپنے مضبوط ومستحكم قلعو</w:t>
      </w:r>
      <w:r w:rsidR="007D6C9B">
        <w:rPr>
          <w:rtl/>
        </w:rPr>
        <w:t xml:space="preserve">ں </w:t>
      </w:r>
      <w:r>
        <w:rPr>
          <w:rtl/>
        </w:rPr>
        <w:t>مي</w:t>
      </w:r>
      <w:r w:rsidR="007D6C9B">
        <w:rPr>
          <w:rtl/>
        </w:rPr>
        <w:t xml:space="preserve">ں </w:t>
      </w:r>
      <w:r>
        <w:rPr>
          <w:rtl/>
        </w:rPr>
        <w:t>پناہ لے لى اور دروازے بند كرلئے ،پيغمبر اسلام (ص) نے حكم ديا كہ وہ چند كھجورو</w:t>
      </w:r>
      <w:r w:rsidR="007D6C9B">
        <w:rPr>
          <w:rtl/>
        </w:rPr>
        <w:t xml:space="preserve">ں </w:t>
      </w:r>
      <w:r>
        <w:rPr>
          <w:rtl/>
        </w:rPr>
        <w:t>كے درخت جو قلعو</w:t>
      </w:r>
      <w:r w:rsidR="007D6C9B">
        <w:rPr>
          <w:rtl/>
        </w:rPr>
        <w:t xml:space="preserve">ں </w:t>
      </w:r>
      <w:r>
        <w:rPr>
          <w:rtl/>
        </w:rPr>
        <w:t>كے قريب ہي</w:t>
      </w:r>
      <w:r w:rsidR="007D6C9B">
        <w:rPr>
          <w:rtl/>
        </w:rPr>
        <w:t xml:space="preserve">ں </w:t>
      </w:r>
      <w:r>
        <w:rPr>
          <w:rtl/>
        </w:rPr>
        <w:t>، كاٹ ديے جائي</w:t>
      </w:r>
      <w:r w:rsidR="007D6C9B">
        <w:rPr>
          <w:rtl/>
        </w:rPr>
        <w:t xml:space="preserve">ں </w:t>
      </w:r>
      <w:r>
        <w:rPr>
          <w:rtl/>
        </w:rPr>
        <w:t>يا جلادئے جائي</w:t>
      </w:r>
      <w:r w:rsidR="007D6C9B">
        <w:rPr>
          <w:rtl/>
        </w:rPr>
        <w:t xml:space="preserve">ں </w:t>
      </w:r>
      <w:r>
        <w:rPr>
          <w:rtl/>
        </w:rPr>
        <w:t xml:space="preserve">_ </w:t>
      </w:r>
    </w:p>
    <w:p w:rsidR="00DE2D7F" w:rsidRDefault="00DE2D7F" w:rsidP="00D07B54">
      <w:pPr>
        <w:pStyle w:val="libNormal"/>
        <w:rPr>
          <w:rtl/>
        </w:rPr>
      </w:pPr>
      <w:r>
        <w:rPr>
          <w:rtl/>
        </w:rPr>
        <w:t>يہ كام غالبا ًاس مقصد كے پيش نظر ہوا كہ يہودى اپنے مال واسباب سے بہت محبت ركھتے تھے وہ اس نقصان كى وجہ سے قلعو</w:t>
      </w:r>
      <w:r w:rsidR="007D6C9B">
        <w:rPr>
          <w:rtl/>
        </w:rPr>
        <w:t xml:space="preserve">ں </w:t>
      </w:r>
      <w:r>
        <w:rPr>
          <w:rtl/>
        </w:rPr>
        <w:t>سے باہرنكل كر آمنے سامنے جنگ كري</w:t>
      </w:r>
      <w:r w:rsidR="007D6C9B">
        <w:rPr>
          <w:rtl/>
        </w:rPr>
        <w:t xml:space="preserve">ں </w:t>
      </w:r>
      <w:r>
        <w:rPr>
          <w:rtl/>
        </w:rPr>
        <w:t xml:space="preserve">گے مفسرين كى طرف سے يہ احتمال بھى تجويز </w:t>
      </w:r>
    </w:p>
    <w:p w:rsidR="003A5CC0" w:rsidRDefault="00C2634E" w:rsidP="00D07B54">
      <w:pPr>
        <w:pStyle w:val="libNormal"/>
        <w:rPr>
          <w:rtl/>
        </w:rPr>
      </w:pPr>
      <w:r>
        <w:rPr>
          <w:rtl/>
        </w:rPr>
        <w:t xml:space="preserve"> </w:t>
      </w:r>
      <w:r>
        <w:rPr>
          <w:rtl/>
        </w:rPr>
        <w:br w:type="page"/>
      </w:r>
    </w:p>
    <w:p w:rsidR="003A5CC0" w:rsidRDefault="003A5CC0" w:rsidP="00D07B54">
      <w:pPr>
        <w:pStyle w:val="libNormal"/>
        <w:rPr>
          <w:rtl/>
        </w:rPr>
      </w:pPr>
    </w:p>
    <w:p w:rsidR="00DE2D7F" w:rsidRDefault="00DE2D7F" w:rsidP="00D07B54">
      <w:pPr>
        <w:pStyle w:val="libNormal"/>
        <w:rPr>
          <w:rtl/>
        </w:rPr>
      </w:pPr>
      <w:r>
        <w:rPr>
          <w:rtl/>
        </w:rPr>
        <w:t>كيا گيا ہے كہ كاٹے جانے والے كھجورو</w:t>
      </w:r>
      <w:r w:rsidR="007D6C9B">
        <w:rPr>
          <w:rtl/>
        </w:rPr>
        <w:t xml:space="preserve">ں </w:t>
      </w:r>
      <w:r>
        <w:rPr>
          <w:rtl/>
        </w:rPr>
        <w:t>كے يہ درخت مسلمانو</w:t>
      </w:r>
      <w:r w:rsidR="007D6C9B">
        <w:rPr>
          <w:rtl/>
        </w:rPr>
        <w:t xml:space="preserve">ں </w:t>
      </w:r>
      <w:r>
        <w:rPr>
          <w:rtl/>
        </w:rPr>
        <w:t>كى تيز نقل وحركت مي</w:t>
      </w:r>
      <w:r w:rsidR="007D6C9B">
        <w:rPr>
          <w:rtl/>
        </w:rPr>
        <w:t xml:space="preserve">ں </w:t>
      </w:r>
      <w:r>
        <w:rPr>
          <w:rtl/>
        </w:rPr>
        <w:t>ركاوٹ ڈالتے تھے لہذا انہي</w:t>
      </w:r>
      <w:r w:rsidR="007D6C9B">
        <w:rPr>
          <w:rtl/>
        </w:rPr>
        <w:t xml:space="preserve">ں </w:t>
      </w:r>
      <w:r>
        <w:rPr>
          <w:rtl/>
        </w:rPr>
        <w:t>كاٹ ديا جانا چاہئے تھا بہرحال اس پر يہوديو</w:t>
      </w:r>
      <w:r w:rsidR="007D6C9B">
        <w:rPr>
          <w:rtl/>
        </w:rPr>
        <w:t xml:space="preserve">ں </w:t>
      </w:r>
      <w:r>
        <w:rPr>
          <w:rtl/>
        </w:rPr>
        <w:t>نے فرياد كى انہو</w:t>
      </w:r>
      <w:r w:rsidR="007D6C9B">
        <w:rPr>
          <w:rtl/>
        </w:rPr>
        <w:t xml:space="preserve">ں </w:t>
      </w:r>
      <w:r>
        <w:rPr>
          <w:rtl/>
        </w:rPr>
        <w:t>نے كہا :''اے محمد ًآپ تو ہميشہ اس قسم كے كامو</w:t>
      </w:r>
      <w:r w:rsidR="007D6C9B">
        <w:rPr>
          <w:rtl/>
        </w:rPr>
        <w:t xml:space="preserve">ں </w:t>
      </w:r>
      <w:r>
        <w:rPr>
          <w:rtl/>
        </w:rPr>
        <w:t>سے منع كرتے تھے يہ كيا سلسلہ ہے'' تو اس وقت وحى نازل ہوئي</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اور انہي</w:t>
      </w:r>
      <w:r w:rsidR="007D6C9B">
        <w:rPr>
          <w:rtl/>
        </w:rPr>
        <w:t xml:space="preserve">ں </w:t>
      </w:r>
      <w:r>
        <w:rPr>
          <w:rtl/>
        </w:rPr>
        <w:t xml:space="preserve">جواب ديا كہ يہ ايك مخصوص حكم الہى تھا_ </w:t>
      </w:r>
    </w:p>
    <w:p w:rsidR="00DE2D7F" w:rsidRDefault="00DE2D7F" w:rsidP="00D07B54">
      <w:pPr>
        <w:pStyle w:val="libNormal"/>
        <w:rPr>
          <w:rtl/>
        </w:rPr>
      </w:pPr>
      <w:r>
        <w:rPr>
          <w:rtl/>
        </w:rPr>
        <w:t>محاصرہ نے كچھ دن طول كھينچا اور پيغمبر اسلام (ص) نے خو</w:t>
      </w:r>
      <w:r w:rsidR="007D6C9B">
        <w:rPr>
          <w:rtl/>
        </w:rPr>
        <w:t xml:space="preserve">ں </w:t>
      </w:r>
      <w:r>
        <w:rPr>
          <w:rtl/>
        </w:rPr>
        <w:t>ريزى سے پرہيز كرتے ہوئے ان سے كہا كہ وہ مدينہ كو خير باد كہہ دي</w:t>
      </w:r>
      <w:r w:rsidR="007D6C9B">
        <w:rPr>
          <w:rtl/>
        </w:rPr>
        <w:t xml:space="preserve">ں </w:t>
      </w:r>
      <w:r>
        <w:rPr>
          <w:rtl/>
        </w:rPr>
        <w:t>اور كہي</w:t>
      </w:r>
      <w:r w:rsidR="007D6C9B">
        <w:rPr>
          <w:rtl/>
        </w:rPr>
        <w:t xml:space="preserve">ں </w:t>
      </w:r>
      <w:r>
        <w:rPr>
          <w:rtl/>
        </w:rPr>
        <w:t>دوسرى جگہ چلے جائي</w:t>
      </w:r>
      <w:r w:rsidR="007D6C9B">
        <w:rPr>
          <w:rtl/>
        </w:rPr>
        <w:t xml:space="preserve">ں </w:t>
      </w:r>
      <w:r>
        <w:rPr>
          <w:rtl/>
        </w:rPr>
        <w:t>انہو</w:t>
      </w:r>
      <w:r w:rsidR="007D6C9B">
        <w:rPr>
          <w:rtl/>
        </w:rPr>
        <w:t xml:space="preserve">ں </w:t>
      </w:r>
      <w:r>
        <w:rPr>
          <w:rtl/>
        </w:rPr>
        <w:t>نے اس بات كو قبول كرليا كچھ سامان اپنا لے ليا اور كچھ چھوڑديا ايك جماعت'' اذرعات '' شام كى طرف اور ايك مختصر سى تعداد خيبر كى طرف چلى گئي ايك گروہ'' حيرہ'' كى طرف چلا گيا ان كے چھوڑے ہوئے اموال،زميني</w:t>
      </w:r>
      <w:r w:rsidR="007D6C9B">
        <w:rPr>
          <w:rtl/>
        </w:rPr>
        <w:t xml:space="preserve">ں </w:t>
      </w:r>
      <w:r>
        <w:rPr>
          <w:rtl/>
        </w:rPr>
        <w:t>،باغات اور گھر مسلمانو</w:t>
      </w:r>
      <w:r w:rsidR="007D6C9B">
        <w:rPr>
          <w:rtl/>
        </w:rPr>
        <w:t xml:space="preserve">ں </w:t>
      </w:r>
      <w:r>
        <w:rPr>
          <w:rtl/>
        </w:rPr>
        <w:t>كے ہاتھ لگے، چلتے وقت جتنا ان سے ہوسكا انہو</w:t>
      </w:r>
      <w:r w:rsidR="007D6C9B">
        <w:rPr>
          <w:rtl/>
        </w:rPr>
        <w:t xml:space="preserve">ں </w:t>
      </w:r>
      <w:r>
        <w:rPr>
          <w:rtl/>
        </w:rPr>
        <w:t xml:space="preserve">نے اپنے گھر توڑپھوڑدئےے يہ واقعہ جنگ احد كے چھ ماہ بعد اور ايك گروہ كى نظركے مطابق جنگ بدر كے چھ ماہ بعد ہوا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حشر ايت</w:t>
      </w:r>
      <w:r w:rsidR="00E664BB">
        <w:rPr>
          <w:rtl/>
        </w:rPr>
        <w:t>5</w:t>
      </w:r>
      <w:r>
        <w:rPr>
          <w:rtl/>
        </w:rPr>
        <w:t xml:space="preserve"> </w:t>
      </w:r>
    </w:p>
    <w:p w:rsidR="00DE2D7F" w:rsidRDefault="00DE2D7F" w:rsidP="00D07B54">
      <w:pPr>
        <w:pStyle w:val="libFootnote"/>
        <w:rPr>
          <w:rtl/>
        </w:rPr>
      </w:pPr>
      <w:r>
        <w:rPr>
          <w:rtl/>
        </w:rPr>
        <w:t>(</w:t>
      </w:r>
      <w:r w:rsidR="00E664BB">
        <w:rPr>
          <w:rtl/>
        </w:rPr>
        <w:t>2</w:t>
      </w:r>
      <w:r>
        <w:rPr>
          <w:rtl/>
        </w:rPr>
        <w:t>)يہ واقعہ سورہ حشركى ابتدائي آيات مي</w:t>
      </w:r>
      <w:r w:rsidR="007D6C9B">
        <w:rPr>
          <w:rtl/>
        </w:rPr>
        <w:t xml:space="preserve">ں </w:t>
      </w:r>
      <w:r>
        <w:rPr>
          <w:rtl/>
        </w:rPr>
        <w:t xml:space="preserve">بيان ہوا ہے. </w:t>
      </w:r>
    </w:p>
    <w:p w:rsidR="003A5CC0" w:rsidRDefault="003A5CC0" w:rsidP="00D07B54">
      <w:pPr>
        <w:pStyle w:val="libNormal"/>
        <w:rPr>
          <w:rtl/>
        </w:rPr>
      </w:pPr>
      <w:r>
        <w:rPr>
          <w:rtl/>
        </w:rPr>
        <w:br w:type="page"/>
      </w:r>
    </w:p>
    <w:p w:rsidR="003A5CC0" w:rsidRDefault="003A5CC0" w:rsidP="00D07B54">
      <w:pPr>
        <w:pStyle w:val="libNormal"/>
        <w:rPr>
          <w:rtl/>
        </w:rPr>
      </w:pPr>
    </w:p>
    <w:p w:rsidR="00DE2D7F" w:rsidRDefault="00DE2D7F" w:rsidP="00D07B54">
      <w:pPr>
        <w:pStyle w:val="Heading2Center"/>
        <w:rPr>
          <w:rtl/>
        </w:rPr>
      </w:pPr>
      <w:bookmarkStart w:id="371" w:name="_Toc7268768"/>
      <w:r>
        <w:rPr>
          <w:rtl/>
          <w:lang w:bidi="fa-IR"/>
        </w:rPr>
        <w:t>۹</w:t>
      </w:r>
      <w:r>
        <w:rPr>
          <w:rtl/>
        </w:rPr>
        <w:t xml:space="preserve"> حضرت رسول اكرم (ص)</w:t>
      </w:r>
      <w:bookmarkEnd w:id="371"/>
      <w:r>
        <w:rPr>
          <w:rtl/>
        </w:rPr>
        <w:t xml:space="preserve"> </w:t>
      </w:r>
    </w:p>
    <w:p w:rsidR="003A5CC0" w:rsidRDefault="00DE2D7F" w:rsidP="00D07B54">
      <w:pPr>
        <w:pStyle w:val="Heading2Center"/>
        <w:rPr>
          <w:rtl/>
        </w:rPr>
      </w:pPr>
      <w:bookmarkStart w:id="372" w:name="_Toc7268769"/>
      <w:r>
        <w:rPr>
          <w:rtl/>
        </w:rPr>
        <w:t>جنگ احزاب</w:t>
      </w:r>
      <w:bookmarkEnd w:id="372"/>
    </w:p>
    <w:p w:rsidR="00DE2D7F" w:rsidRDefault="00DE2D7F" w:rsidP="00D07B54">
      <w:pPr>
        <w:pStyle w:val="libNormal"/>
        <w:rPr>
          <w:rtl/>
        </w:rPr>
      </w:pPr>
      <w:r>
        <w:rPr>
          <w:rtl/>
        </w:rPr>
        <w:t xml:space="preserve"> تاريخ اسلام كے اہم حادثو</w:t>
      </w:r>
      <w:r w:rsidR="007D6C9B">
        <w:rPr>
          <w:rtl/>
        </w:rPr>
        <w:t xml:space="preserve">ں </w:t>
      </w:r>
      <w:r>
        <w:rPr>
          <w:rtl/>
        </w:rPr>
        <w:t>مي</w:t>
      </w:r>
      <w:r w:rsidR="007D6C9B">
        <w:rPr>
          <w:rtl/>
        </w:rPr>
        <w:t xml:space="preserve">ں </w:t>
      </w:r>
      <w:r>
        <w:rPr>
          <w:rtl/>
        </w:rPr>
        <w:t>سے ايك جنگ احزاب بھى ہے يہ ايك ايسى جنگ جو تاريخ اسلام مي</w:t>
      </w:r>
      <w:r w:rsidR="007D6C9B">
        <w:rPr>
          <w:rtl/>
        </w:rPr>
        <w:t xml:space="preserve">ں </w:t>
      </w:r>
      <w:r>
        <w:rPr>
          <w:rtl/>
        </w:rPr>
        <w:t>ايك اہم تاريخى موڑ ثابت ہوئي اور اسلام وكفر كے درميان طاقت كے موازنہ كے پلڑے كو مسلمانو</w:t>
      </w:r>
      <w:r w:rsidR="007D6C9B">
        <w:rPr>
          <w:rtl/>
        </w:rPr>
        <w:t xml:space="preserve">ں </w:t>
      </w:r>
      <w:r>
        <w:rPr>
          <w:rtl/>
        </w:rPr>
        <w:t>كے حق مي</w:t>
      </w:r>
      <w:r w:rsidR="007D6C9B">
        <w:rPr>
          <w:rtl/>
        </w:rPr>
        <w:t xml:space="preserve">ں </w:t>
      </w:r>
      <w:r>
        <w:rPr>
          <w:rtl/>
        </w:rPr>
        <w:t>جھكاديا اور اس كى كاميابى آئندہ كى عظيم كاميابيو</w:t>
      </w:r>
      <w:r w:rsidR="007D6C9B">
        <w:rPr>
          <w:rtl/>
        </w:rPr>
        <w:t xml:space="preserve">ں </w:t>
      </w:r>
      <w:r>
        <w:rPr>
          <w:rtl/>
        </w:rPr>
        <w:t>كے لئے كليدى حيثيت اختياركر گئي اور حقيقت يہ ہے كہ اس جنگ مي</w:t>
      </w:r>
      <w:r w:rsidR="007D6C9B">
        <w:rPr>
          <w:rtl/>
        </w:rPr>
        <w:t xml:space="preserve">ں </w:t>
      </w:r>
      <w:r>
        <w:rPr>
          <w:rtl/>
        </w:rPr>
        <w:t>دشمنو</w:t>
      </w:r>
      <w:r w:rsidR="007D6C9B">
        <w:rPr>
          <w:rtl/>
        </w:rPr>
        <w:t xml:space="preserve">ں </w:t>
      </w:r>
      <w:r>
        <w:rPr>
          <w:rtl/>
        </w:rPr>
        <w:t xml:space="preserve">كى كمر ٹوٹ گئي اور اس كے بعد وہ كوئي خاص قابل ذكر كار نامہ انجام دينے كے قابل نہ رہ سكے _ </w:t>
      </w:r>
    </w:p>
    <w:p w:rsidR="00DE2D7F" w:rsidRDefault="00DE2D7F" w:rsidP="00D07B54">
      <w:pPr>
        <w:pStyle w:val="libNormal"/>
        <w:rPr>
          <w:rtl/>
        </w:rPr>
      </w:pPr>
      <w:r>
        <w:rPr>
          <w:rtl/>
        </w:rPr>
        <w:t>'' يہ جنگ احزاب'' جيسا كہ اس كے نام سے ظاہر ہے تمام اسلام دشمن طاقتو</w:t>
      </w:r>
      <w:r w:rsidR="007D6C9B">
        <w:rPr>
          <w:rtl/>
        </w:rPr>
        <w:t xml:space="preserve">ں </w:t>
      </w:r>
      <w:r>
        <w:rPr>
          <w:rtl/>
        </w:rPr>
        <w:t>اور ان مختلف گرو ہو</w:t>
      </w:r>
      <w:r w:rsidR="007D6C9B">
        <w:rPr>
          <w:rtl/>
        </w:rPr>
        <w:t xml:space="preserve">ں </w:t>
      </w:r>
      <w:r>
        <w:rPr>
          <w:rtl/>
        </w:rPr>
        <w:t>كى طرف سے ہر طرح كا مقابلہ تھا كہ اس دين كى پيش رفت سے ان لوگو</w:t>
      </w:r>
      <w:r w:rsidR="007D6C9B">
        <w:rPr>
          <w:rtl/>
        </w:rPr>
        <w:t xml:space="preserve">ں </w:t>
      </w:r>
      <w:r>
        <w:rPr>
          <w:rtl/>
        </w:rPr>
        <w:t>كے ناجائز مفادات خطرے مي</w:t>
      </w:r>
      <w:r w:rsidR="007D6C9B">
        <w:rPr>
          <w:rtl/>
        </w:rPr>
        <w:t xml:space="preserve">ں </w:t>
      </w:r>
      <w:r>
        <w:rPr>
          <w:rtl/>
        </w:rPr>
        <w:t>پڑگئے تھے _ جنگ كى آگ كى چنگاري''نبى نضير'' يہوديو</w:t>
      </w:r>
      <w:r w:rsidR="007D6C9B">
        <w:rPr>
          <w:rtl/>
        </w:rPr>
        <w:t xml:space="preserve">ں </w:t>
      </w:r>
      <w:r>
        <w:rPr>
          <w:rtl/>
        </w:rPr>
        <w:t>كے اس گروہ كى طرف سے بھڑكى جو مكہ مي</w:t>
      </w:r>
      <w:r w:rsidR="007D6C9B">
        <w:rPr>
          <w:rtl/>
        </w:rPr>
        <w:t xml:space="preserve">ں </w:t>
      </w:r>
      <w:r>
        <w:rPr>
          <w:rtl/>
        </w:rPr>
        <w:t>آئے اور قبيلہ ''قريش'' كو آنحضرت (ص) سے لڑنے پر اكسايا اور ان سے وعدہ كيا كہ آخرى دم تك ان كا ساتھ دي</w:t>
      </w:r>
      <w:r w:rsidR="007D6C9B">
        <w:rPr>
          <w:rtl/>
        </w:rPr>
        <w:t xml:space="preserve">ں </w:t>
      </w:r>
      <w:r>
        <w:rPr>
          <w:rtl/>
        </w:rPr>
        <w:t>گے پھر قبيلہ ''غطفان '' كے پاس گئے اور انھي</w:t>
      </w:r>
      <w:r w:rsidR="007D6C9B">
        <w:rPr>
          <w:rtl/>
        </w:rPr>
        <w:t xml:space="preserve">ں </w:t>
      </w:r>
      <w:r>
        <w:rPr>
          <w:rtl/>
        </w:rPr>
        <w:t xml:space="preserve">بھى كارزار كے لئے آمادہ كيا _ </w:t>
      </w:r>
    </w:p>
    <w:p w:rsidR="00DE2D7F" w:rsidRDefault="00DE2D7F" w:rsidP="00D07B54">
      <w:pPr>
        <w:pStyle w:val="libNormal"/>
        <w:rPr>
          <w:rtl/>
        </w:rPr>
      </w:pPr>
      <w:r>
        <w:rPr>
          <w:rtl/>
        </w:rPr>
        <w:t>ان قبائل نے اپنے ہم پيمان اور حليفو</w:t>
      </w:r>
      <w:r w:rsidR="007D6C9B">
        <w:rPr>
          <w:rtl/>
        </w:rPr>
        <w:t xml:space="preserve">ں </w:t>
      </w:r>
      <w:r>
        <w:rPr>
          <w:rtl/>
        </w:rPr>
        <w:t>مثلاً قبيلہ '' بنى اسد '' اور'' بنى سليم '' كو بھى دعوت دى اور چونكہ يہ سب قبائل خطرہ محسوس كئے ہوئے تھے، لہذا اسلام كا كام ہميشہ كے لئے تمام كرنے كے لئے ايك دوسرے كے ہاتھ مي</w:t>
      </w:r>
      <w:r w:rsidR="007D6C9B">
        <w:rPr>
          <w:rtl/>
        </w:rPr>
        <w:t xml:space="preserve">ں </w:t>
      </w:r>
      <w:r>
        <w:rPr>
          <w:rtl/>
        </w:rPr>
        <w:t>ہاتھ دےديا تاكہ وہ اس طرح سے پيغمبر كو شہيد ، مسلمانو</w:t>
      </w:r>
      <w:r w:rsidR="007D6C9B">
        <w:rPr>
          <w:rtl/>
        </w:rPr>
        <w:t xml:space="preserve">ں </w:t>
      </w:r>
      <w:r>
        <w:rPr>
          <w:rtl/>
        </w:rPr>
        <w:t>كو سر كوب ، مدينہ كو غارت اور اسلام كا چراغ ہميشہ كے لئے گل كردي</w:t>
      </w:r>
      <w:r w:rsidR="007D6C9B">
        <w:rPr>
          <w:rtl/>
        </w:rPr>
        <w:t xml:space="preserve">ں </w:t>
      </w:r>
      <w:r>
        <w:rPr>
          <w:rtl/>
        </w:rPr>
        <w:t xml:space="preserve">_ </w:t>
      </w:r>
    </w:p>
    <w:p w:rsidR="003A5CC0" w:rsidRDefault="001648F9" w:rsidP="00D07B54">
      <w:pPr>
        <w:pStyle w:val="libNormal"/>
        <w:rPr>
          <w:rtl/>
        </w:rPr>
      </w:pPr>
      <w:r>
        <w:rPr>
          <w:rtl/>
        </w:rPr>
        <w:t xml:space="preserve"> </w:t>
      </w:r>
      <w:r>
        <w:rPr>
          <w:rtl/>
        </w:rPr>
        <w:br w:type="page"/>
      </w:r>
    </w:p>
    <w:p w:rsidR="003A5CC0" w:rsidRDefault="003A5CC0" w:rsidP="00D07B54">
      <w:pPr>
        <w:pStyle w:val="libNormal"/>
        <w:rPr>
          <w:rtl/>
        </w:rPr>
      </w:pPr>
    </w:p>
    <w:p w:rsidR="003A5CC0" w:rsidRDefault="00DE2D7F" w:rsidP="00D07B54">
      <w:pPr>
        <w:pStyle w:val="Heading2Center"/>
        <w:rPr>
          <w:rtl/>
        </w:rPr>
      </w:pPr>
      <w:bookmarkStart w:id="373" w:name="_Toc7268770"/>
      <w:r>
        <w:rPr>
          <w:rtl/>
        </w:rPr>
        <w:t>كل ايمان كل كفر كے مقابلہ مي</w:t>
      </w:r>
      <w:r w:rsidR="007D6C9B">
        <w:rPr>
          <w:rtl/>
        </w:rPr>
        <w:t>ں</w:t>
      </w:r>
      <w:bookmarkEnd w:id="373"/>
    </w:p>
    <w:p w:rsidR="00DE2D7F" w:rsidRDefault="007D6C9B" w:rsidP="00D07B54">
      <w:pPr>
        <w:pStyle w:val="libNormal"/>
        <w:rPr>
          <w:rtl/>
        </w:rPr>
      </w:pPr>
      <w:r>
        <w:rPr>
          <w:rtl/>
        </w:rPr>
        <w:t xml:space="preserve"> </w:t>
      </w:r>
      <w:r w:rsidR="00DE2D7F">
        <w:rPr>
          <w:rtl/>
        </w:rPr>
        <w:t>جنگ احزاب كفر كى آخرى كوشش ،ان كے تركش كا آخرى تيراور شرك كى قوت كا آخرى مظاہرہ تھا اسى بنا پر جب دشمن كا سب سے بڑا پہلو ان عمروبن عبدودعالم اسلام كے دلير مجاہد حضرت على ابن ابى طالب عليہ السلام كے مقابلہ مي</w:t>
      </w:r>
      <w:r>
        <w:rPr>
          <w:rtl/>
        </w:rPr>
        <w:t xml:space="preserve">ں </w:t>
      </w:r>
      <w:r w:rsidR="00DE2D7F">
        <w:rPr>
          <w:rtl/>
        </w:rPr>
        <w:t>آيا تو پيغمبر اسلام (ص) نے فرمايا :''سارے كا سارا ايمان سارے كے سارے (كفر اور ) شرك كے مقابلہ مي</w:t>
      </w:r>
      <w:r>
        <w:rPr>
          <w:rtl/>
        </w:rPr>
        <w:t xml:space="preserve">ں </w:t>
      </w:r>
      <w:r w:rsidR="00DE2D7F">
        <w:rPr>
          <w:rtl/>
        </w:rPr>
        <w:t xml:space="preserve">آگيا ہے ''_ </w:t>
      </w:r>
    </w:p>
    <w:p w:rsidR="00DE2D7F" w:rsidRDefault="00DE2D7F" w:rsidP="00D07B54">
      <w:pPr>
        <w:pStyle w:val="libNormal"/>
        <w:rPr>
          <w:rtl/>
        </w:rPr>
      </w:pPr>
      <w:r>
        <w:rPr>
          <w:rtl/>
        </w:rPr>
        <w:t>كيونكہ ان مي</w:t>
      </w:r>
      <w:r w:rsidR="007D6C9B">
        <w:rPr>
          <w:rtl/>
        </w:rPr>
        <w:t xml:space="preserve">ں </w:t>
      </w:r>
      <w:r>
        <w:rPr>
          <w:rtl/>
        </w:rPr>
        <w:t>سے كسى ايك كى دوسرے پر فتح كفر كى ايمان پر يا ايمان كى كفر پر مكمل كا ميابى تھى دوسرے لفظو</w:t>
      </w:r>
      <w:r w:rsidR="007D6C9B">
        <w:rPr>
          <w:rtl/>
        </w:rPr>
        <w:t xml:space="preserve">ں </w:t>
      </w:r>
      <w:r>
        <w:rPr>
          <w:rtl/>
        </w:rPr>
        <w:t>مي</w:t>
      </w:r>
      <w:r w:rsidR="007D6C9B">
        <w:rPr>
          <w:rtl/>
        </w:rPr>
        <w:t xml:space="preserve">ں </w:t>
      </w:r>
      <w:r>
        <w:rPr>
          <w:rtl/>
        </w:rPr>
        <w:t>يہ فيصلہ كن معركہ تھا جو اسلام اور كفر كے مستقبل كا تعين كررہا تھا اسى بناء پر دشمن كى اس عظيم جنگ اور كار زار مي</w:t>
      </w:r>
      <w:r w:rsidR="007D6C9B">
        <w:rPr>
          <w:rtl/>
        </w:rPr>
        <w:t xml:space="preserve">ں </w:t>
      </w:r>
      <w:r>
        <w:rPr>
          <w:rtl/>
        </w:rPr>
        <w:t>كمر ٹوٹ گئي اور اس كے بعد ہميشہ مسلمانو</w:t>
      </w:r>
      <w:r w:rsidR="007D6C9B">
        <w:rPr>
          <w:rtl/>
        </w:rPr>
        <w:t xml:space="preserve">ں </w:t>
      </w:r>
      <w:r>
        <w:rPr>
          <w:rtl/>
        </w:rPr>
        <w:t xml:space="preserve">كاپلہ بھارى رہا _ </w:t>
      </w:r>
    </w:p>
    <w:p w:rsidR="00DE2D7F" w:rsidRDefault="00DE2D7F" w:rsidP="00D07B54">
      <w:pPr>
        <w:pStyle w:val="libNormal"/>
        <w:rPr>
          <w:rtl/>
        </w:rPr>
      </w:pPr>
      <w:r>
        <w:rPr>
          <w:rtl/>
        </w:rPr>
        <w:t>دشمن كا ستارہ اقبال غروب ہوگيا اور اس كى طاقت كے ستون ٹوٹ گئے اسى لئے ايك حديث مي</w:t>
      </w:r>
      <w:r w:rsidR="007D6C9B">
        <w:rPr>
          <w:rtl/>
        </w:rPr>
        <w:t xml:space="preserve">ں </w:t>
      </w:r>
      <w:r>
        <w:rPr>
          <w:rtl/>
        </w:rPr>
        <w:t xml:space="preserve">ہے كہ حضرت رسول گرامى (ص) نے جنگ احزاب كے خاتمہ پر فرمايا : </w:t>
      </w:r>
    </w:p>
    <w:p w:rsidR="00DE2D7F" w:rsidRDefault="00DE2D7F" w:rsidP="00D07B54">
      <w:pPr>
        <w:pStyle w:val="libNormal"/>
        <w:rPr>
          <w:rtl/>
        </w:rPr>
      </w:pPr>
      <w:r>
        <w:rPr>
          <w:rtl/>
        </w:rPr>
        <w:t>''اب ہم ان سے جنگ كري</w:t>
      </w:r>
      <w:r w:rsidR="007D6C9B">
        <w:rPr>
          <w:rtl/>
        </w:rPr>
        <w:t xml:space="preserve">ں </w:t>
      </w:r>
      <w:r>
        <w:rPr>
          <w:rtl/>
        </w:rPr>
        <w:t>گے اور ان مي</w:t>
      </w:r>
      <w:r w:rsidR="007D6C9B">
        <w:rPr>
          <w:rtl/>
        </w:rPr>
        <w:t xml:space="preserve">ں </w:t>
      </w:r>
      <w:r>
        <w:rPr>
          <w:rtl/>
        </w:rPr>
        <w:t>ہم سے جنگ كى سكت نہي</w:t>
      </w:r>
      <w:r w:rsidR="007D6C9B">
        <w:rPr>
          <w:rtl/>
        </w:rPr>
        <w:t xml:space="preserve">ں </w:t>
      </w:r>
      <w:r>
        <w:rPr>
          <w:rtl/>
        </w:rPr>
        <w:t xml:space="preserve">ہے'' _ </w:t>
      </w:r>
    </w:p>
    <w:p w:rsidR="003A5CC0" w:rsidRDefault="00DE2D7F" w:rsidP="00D07B54">
      <w:pPr>
        <w:pStyle w:val="Heading2Center"/>
        <w:rPr>
          <w:rtl/>
        </w:rPr>
      </w:pPr>
      <w:bookmarkStart w:id="374" w:name="_Toc7268771"/>
      <w:r>
        <w:rPr>
          <w:rtl/>
        </w:rPr>
        <w:t>لشكر كى تعداد</w:t>
      </w:r>
      <w:bookmarkEnd w:id="374"/>
    </w:p>
    <w:p w:rsidR="00DE2D7F" w:rsidRDefault="00DE2D7F" w:rsidP="00D07B54">
      <w:pPr>
        <w:pStyle w:val="libNormal"/>
        <w:rPr>
          <w:rtl/>
        </w:rPr>
      </w:pPr>
      <w:r>
        <w:rPr>
          <w:rtl/>
        </w:rPr>
        <w:t xml:space="preserve"> بعض مو رخين نے لشكر كفار كى تعداد دس ہزار سے زيادہ لكھى ہے _مقريزى اپنى كتاب ''الا متاع '' مي</w:t>
      </w:r>
      <w:r w:rsidR="007D6C9B">
        <w:rPr>
          <w:rtl/>
        </w:rPr>
        <w:t xml:space="preserve">ں </w:t>
      </w:r>
      <w:r>
        <w:rPr>
          <w:rtl/>
        </w:rPr>
        <w:t>لكھتے ہي</w:t>
      </w:r>
      <w:r w:rsidR="007D6C9B">
        <w:rPr>
          <w:rtl/>
        </w:rPr>
        <w:t xml:space="preserve">ں </w:t>
      </w:r>
      <w:r>
        <w:rPr>
          <w:rtl/>
        </w:rPr>
        <w:t>:''صرف قريش نے چارہزار جنگ جوئو</w:t>
      </w:r>
      <w:r w:rsidR="007D6C9B">
        <w:rPr>
          <w:rtl/>
        </w:rPr>
        <w:t xml:space="preserve">ں </w:t>
      </w:r>
      <w:r>
        <w:rPr>
          <w:rtl/>
        </w:rPr>
        <w:t>، تين سو گھوڑو</w:t>
      </w:r>
      <w:r w:rsidR="007D6C9B">
        <w:rPr>
          <w:rtl/>
        </w:rPr>
        <w:t xml:space="preserve">ں </w:t>
      </w:r>
      <w:r>
        <w:rPr>
          <w:rtl/>
        </w:rPr>
        <w:t>اور پندرہ سواونٹو</w:t>
      </w:r>
      <w:r w:rsidR="007D6C9B">
        <w:rPr>
          <w:rtl/>
        </w:rPr>
        <w:t xml:space="preserve">ں </w:t>
      </w:r>
      <w:r>
        <w:rPr>
          <w:rtl/>
        </w:rPr>
        <w:t>كے ساتھ خندق كے كنارے پڑائو ڈالا تھا ،قبيلہ '' بنى سليم ''سات سو افراد كے ساتھ ''مرالظہران '' كے علاقہ مي</w:t>
      </w:r>
      <w:r w:rsidR="007D6C9B">
        <w:rPr>
          <w:rtl/>
        </w:rPr>
        <w:t xml:space="preserve">ں </w:t>
      </w:r>
      <w:r>
        <w:rPr>
          <w:rtl/>
        </w:rPr>
        <w:t>ان سے آملا، قبيلہ ''بنى فرازہ'' ہزار افراد كے ساتھ ، ''بنى اشجع'' اور'' بنى مرہ'' كے قبائل مي</w:t>
      </w:r>
      <w:r w:rsidR="007D6C9B">
        <w:rPr>
          <w:rtl/>
        </w:rPr>
        <w:t xml:space="preserve">ں </w:t>
      </w:r>
      <w:r>
        <w:rPr>
          <w:rtl/>
        </w:rPr>
        <w:t xml:space="preserve">سے ہر ايك چار چار سو افراد كے ساتھ پہنچ گيا _ اور دوسرے قبائل نے بھى اپنے آدمى يہ بھيجے جن كى مجموعى تعداد دس ہزار سے بھى زيادہ بنتى ہے '' </w:t>
      </w:r>
    </w:p>
    <w:p w:rsidR="00DE2D7F" w:rsidRDefault="00DE2D7F" w:rsidP="00D07B54">
      <w:pPr>
        <w:pStyle w:val="libNormal"/>
        <w:rPr>
          <w:rtl/>
        </w:rPr>
      </w:pPr>
      <w:r>
        <w:rPr>
          <w:rtl/>
        </w:rPr>
        <w:t>جبكہ مسلمانو</w:t>
      </w:r>
      <w:r w:rsidR="007D6C9B">
        <w:rPr>
          <w:rtl/>
        </w:rPr>
        <w:t xml:space="preserve">ں </w:t>
      </w:r>
      <w:r>
        <w:rPr>
          <w:rtl/>
        </w:rPr>
        <w:t>كى تعداد تين ہزار سے زيادہ نہ تھى انہو</w:t>
      </w:r>
      <w:r w:rsidR="007D6C9B">
        <w:rPr>
          <w:rtl/>
        </w:rPr>
        <w:t xml:space="preserve">ں </w:t>
      </w:r>
      <w:r>
        <w:rPr>
          <w:rtl/>
        </w:rPr>
        <w:t xml:space="preserve">نے (مدينہ كے قريب )'' سلع '' نامى </w:t>
      </w:r>
    </w:p>
    <w:p w:rsidR="003A5CC0" w:rsidRDefault="001648F9" w:rsidP="00D07B54">
      <w:pPr>
        <w:pStyle w:val="libNormal"/>
        <w:rPr>
          <w:rtl/>
        </w:rPr>
      </w:pPr>
      <w:r>
        <w:rPr>
          <w:rtl/>
        </w:rPr>
        <w:t xml:space="preserve"> </w:t>
      </w:r>
      <w:r>
        <w:rPr>
          <w:rtl/>
        </w:rPr>
        <w:br w:type="page"/>
      </w:r>
    </w:p>
    <w:p w:rsidR="003A5CC0" w:rsidRDefault="003A5CC0" w:rsidP="00D07B54">
      <w:pPr>
        <w:pStyle w:val="libNormal"/>
        <w:rPr>
          <w:rtl/>
        </w:rPr>
      </w:pPr>
    </w:p>
    <w:p w:rsidR="00DE2D7F" w:rsidRDefault="00DE2D7F" w:rsidP="00D07B54">
      <w:pPr>
        <w:pStyle w:val="libNormal"/>
        <w:rPr>
          <w:rtl/>
        </w:rPr>
      </w:pPr>
      <w:r>
        <w:rPr>
          <w:rtl/>
        </w:rPr>
        <w:t>پہاڑى كے دامن كو جو ايك بلند جگہ تھى وہا</w:t>
      </w:r>
      <w:r w:rsidR="007D6C9B">
        <w:rPr>
          <w:rtl/>
        </w:rPr>
        <w:t xml:space="preserve">ں </w:t>
      </w:r>
      <w:r>
        <w:rPr>
          <w:rtl/>
        </w:rPr>
        <w:t>پر لشكر كفر نے مسلمانو</w:t>
      </w:r>
      <w:r w:rsidR="007D6C9B">
        <w:rPr>
          <w:rtl/>
        </w:rPr>
        <w:t xml:space="preserve">ں </w:t>
      </w:r>
      <w:r>
        <w:rPr>
          <w:rtl/>
        </w:rPr>
        <w:t xml:space="preserve">كا ہر طرف سے محاصرہ كرليا اور ايك روايت كے مطابق بيس دن دوسرى روايت كے مطابق پچيس دن اور بعض روايات كے مطابق ايك ماہ تك محاصرہ جارى رہا _ </w:t>
      </w:r>
    </w:p>
    <w:p w:rsidR="00DE2D7F" w:rsidRDefault="00DE2D7F" w:rsidP="00D07B54">
      <w:pPr>
        <w:pStyle w:val="libNormal"/>
        <w:rPr>
          <w:rtl/>
        </w:rPr>
      </w:pPr>
      <w:r>
        <w:rPr>
          <w:rtl/>
        </w:rPr>
        <w:t>باوجوديكہ دشمن مسلمانو</w:t>
      </w:r>
      <w:r w:rsidR="007D6C9B">
        <w:rPr>
          <w:rtl/>
        </w:rPr>
        <w:t xml:space="preserve">ں </w:t>
      </w:r>
      <w:r>
        <w:rPr>
          <w:rtl/>
        </w:rPr>
        <w:t>كى نسبت مختلف پہلوئو</w:t>
      </w:r>
      <w:r w:rsidR="007D6C9B">
        <w:rPr>
          <w:rtl/>
        </w:rPr>
        <w:t xml:space="preserve">ں </w:t>
      </w:r>
      <w:r>
        <w:rPr>
          <w:rtl/>
        </w:rPr>
        <w:t>سے برترى ركھتا تھا ليكن جيسا كہ ہم كہہ چكے ہي</w:t>
      </w:r>
      <w:r w:rsidR="007D6C9B">
        <w:rPr>
          <w:rtl/>
        </w:rPr>
        <w:t xml:space="preserve">ں </w:t>
      </w:r>
      <w:r>
        <w:rPr>
          <w:rtl/>
        </w:rPr>
        <w:t xml:space="preserve">،آخر كار ناكام ہو كر واپس پلٹ گيا_ </w:t>
      </w:r>
    </w:p>
    <w:p w:rsidR="003C61BE" w:rsidRDefault="00DE2D7F" w:rsidP="00D07B54">
      <w:pPr>
        <w:pStyle w:val="Heading2Center"/>
        <w:rPr>
          <w:rtl/>
        </w:rPr>
      </w:pPr>
      <w:bookmarkStart w:id="375" w:name="_Toc7268772"/>
      <w:r>
        <w:rPr>
          <w:rtl/>
        </w:rPr>
        <w:t>خندق كى كھدائي</w:t>
      </w:r>
      <w:bookmarkEnd w:id="375"/>
      <w:r>
        <w:rPr>
          <w:rtl/>
        </w:rPr>
        <w:t xml:space="preserve"> </w:t>
      </w:r>
    </w:p>
    <w:p w:rsidR="00DE2D7F" w:rsidRDefault="00DE2D7F" w:rsidP="00D07B54">
      <w:pPr>
        <w:pStyle w:val="libNormal"/>
        <w:rPr>
          <w:rtl/>
        </w:rPr>
      </w:pPr>
      <w:r>
        <w:rPr>
          <w:rtl/>
        </w:rPr>
        <w:t>خندق كے كھودنے كا سلسلہ حضرت سلمان فارسى كے مشورہ سے وقوع پذير ہوا خندق كے اس زمانے مي</w:t>
      </w:r>
      <w:r w:rsidR="007D6C9B">
        <w:rPr>
          <w:rtl/>
        </w:rPr>
        <w:t xml:space="preserve">ں </w:t>
      </w:r>
      <w:r>
        <w:rPr>
          <w:rtl/>
        </w:rPr>
        <w:t>ملك ايران مي</w:t>
      </w:r>
      <w:r w:rsidR="007D6C9B">
        <w:rPr>
          <w:rtl/>
        </w:rPr>
        <w:t xml:space="preserve">ں </w:t>
      </w:r>
      <w:r>
        <w:rPr>
          <w:rtl/>
        </w:rPr>
        <w:t>دفاع كا موثر ذريعہ تھا اور جزيرة العرب مي</w:t>
      </w:r>
      <w:r w:rsidR="007D6C9B">
        <w:rPr>
          <w:rtl/>
        </w:rPr>
        <w:t xml:space="preserve">ں </w:t>
      </w:r>
      <w:r>
        <w:rPr>
          <w:rtl/>
        </w:rPr>
        <w:t>اس وقت تك اس كى مثال نہي</w:t>
      </w:r>
      <w:r w:rsidR="007D6C9B">
        <w:rPr>
          <w:rtl/>
        </w:rPr>
        <w:t xml:space="preserve">ں </w:t>
      </w:r>
      <w:r>
        <w:rPr>
          <w:rtl/>
        </w:rPr>
        <w:t>تھى اور عرب مي</w:t>
      </w:r>
      <w:r w:rsidR="007D6C9B">
        <w:rPr>
          <w:rtl/>
        </w:rPr>
        <w:t xml:space="preserve">ں </w:t>
      </w:r>
      <w:r>
        <w:rPr>
          <w:rtl/>
        </w:rPr>
        <w:t>اس كا شمار نئي ايجادات مي</w:t>
      </w:r>
      <w:r w:rsidR="007D6C9B">
        <w:rPr>
          <w:rtl/>
        </w:rPr>
        <w:t xml:space="preserve">ں </w:t>
      </w:r>
      <w:r>
        <w:rPr>
          <w:rtl/>
        </w:rPr>
        <w:t>ہوتا تھا اطراف مدينہ مي</w:t>
      </w:r>
      <w:r w:rsidR="007D6C9B">
        <w:rPr>
          <w:rtl/>
        </w:rPr>
        <w:t xml:space="preserve">ں </w:t>
      </w:r>
      <w:r>
        <w:rPr>
          <w:rtl/>
        </w:rPr>
        <w:t>اس كا كھود نا فوجى لحاظ سے بھى اہميت كا حامل تھا يہ خندق دشمن كے حوصلو</w:t>
      </w:r>
      <w:r w:rsidR="007D6C9B">
        <w:rPr>
          <w:rtl/>
        </w:rPr>
        <w:t xml:space="preserve">ں </w:t>
      </w:r>
      <w:r>
        <w:rPr>
          <w:rtl/>
        </w:rPr>
        <w:t>كو پست كرنے اور مسلمانو</w:t>
      </w:r>
      <w:r w:rsidR="007D6C9B">
        <w:rPr>
          <w:rtl/>
        </w:rPr>
        <w:t xml:space="preserve">ں </w:t>
      </w:r>
      <w:r>
        <w:rPr>
          <w:rtl/>
        </w:rPr>
        <w:t xml:space="preserve">كے لئے روحانى تقويت كا بھى ايك موثر ذريعہ تھى _ </w:t>
      </w:r>
    </w:p>
    <w:p w:rsidR="00DE2D7F" w:rsidRDefault="00DE2D7F" w:rsidP="00D07B54">
      <w:pPr>
        <w:pStyle w:val="libNormal"/>
        <w:rPr>
          <w:rtl/>
        </w:rPr>
      </w:pPr>
      <w:r>
        <w:rPr>
          <w:rtl/>
        </w:rPr>
        <w:t>خندق كے كو ائف اور جزئيات كے بارے مي</w:t>
      </w:r>
      <w:r w:rsidR="007D6C9B">
        <w:rPr>
          <w:rtl/>
        </w:rPr>
        <w:t xml:space="preserve">ں </w:t>
      </w:r>
      <w:r>
        <w:rPr>
          <w:rtl/>
        </w:rPr>
        <w:t>صحيح طور پر معلومات تك رسائي تو نہي</w:t>
      </w:r>
      <w:r w:rsidR="007D6C9B">
        <w:rPr>
          <w:rtl/>
        </w:rPr>
        <w:t xml:space="preserve">ں </w:t>
      </w:r>
      <w:r>
        <w:rPr>
          <w:rtl/>
        </w:rPr>
        <w:t>ہے البتہ مورخين نے اتنا ضرور لكھا ہے كہ اس كا عرض اتنا تھاكہ دشمن كے سوار جست لگا كر بھى اس كو عبور نہي</w:t>
      </w:r>
      <w:r w:rsidR="007D6C9B">
        <w:rPr>
          <w:rtl/>
        </w:rPr>
        <w:t xml:space="preserve">ں </w:t>
      </w:r>
      <w:r>
        <w:rPr>
          <w:rtl/>
        </w:rPr>
        <w:t>كرسكتے تھے اس كى گہرائي يقينا اتنى تھى كہ اگر كو ئي شخص اس مي</w:t>
      </w:r>
      <w:r w:rsidR="007D6C9B">
        <w:rPr>
          <w:rtl/>
        </w:rPr>
        <w:t xml:space="preserve">ں </w:t>
      </w:r>
      <w:r>
        <w:rPr>
          <w:rtl/>
        </w:rPr>
        <w:t>داخل ہوجاتاہے تو آسانى كے ساتھ دوسرى طرف باہر نہي</w:t>
      </w:r>
      <w:r w:rsidR="007D6C9B">
        <w:rPr>
          <w:rtl/>
        </w:rPr>
        <w:t xml:space="preserve">ں </w:t>
      </w:r>
      <w:r>
        <w:rPr>
          <w:rtl/>
        </w:rPr>
        <w:t>نكل سكتا تھا ،علاوہ ازي</w:t>
      </w:r>
      <w:r w:rsidR="007D6C9B">
        <w:rPr>
          <w:rtl/>
        </w:rPr>
        <w:t xml:space="preserve">ں </w:t>
      </w:r>
      <w:r>
        <w:rPr>
          <w:rtl/>
        </w:rPr>
        <w:t>مسلمان تير اندازو</w:t>
      </w:r>
      <w:r w:rsidR="007D6C9B">
        <w:rPr>
          <w:rtl/>
        </w:rPr>
        <w:t xml:space="preserve">ں </w:t>
      </w:r>
      <w:r>
        <w:rPr>
          <w:rtl/>
        </w:rPr>
        <w:t xml:space="preserve">كا خندق والے علاقے پر اتنا تسلط تھا كہ اگر كوئي شخص خندق كو عبور كرنے كا ارداہ كرتا تھا تو ان كے لئے ممكن تھا كہ اسے خندق كے اندرہى تير كا نشانہ بناليتے _ </w:t>
      </w:r>
    </w:p>
    <w:p w:rsidR="00DE2D7F" w:rsidRDefault="00DE2D7F" w:rsidP="00D07B54">
      <w:pPr>
        <w:pStyle w:val="libNormal"/>
        <w:rPr>
          <w:rtl/>
        </w:rPr>
      </w:pPr>
      <w:r>
        <w:rPr>
          <w:rtl/>
        </w:rPr>
        <w:t xml:space="preserve">رہى اس كى لمبائي تو مشہور روايت كو مد نظر ركھتے ہوئے كہ حضرت رسالت ماب (ص) نے دس ،دس افراد كو چاليس ہاتھ (تقريباً </w:t>
      </w:r>
      <w:r w:rsidR="00E664BB">
        <w:rPr>
          <w:rtl/>
        </w:rPr>
        <w:t>20</w:t>
      </w:r>
      <w:r>
        <w:rPr>
          <w:rtl/>
        </w:rPr>
        <w:t xml:space="preserve"> ميڑ) خندق كھودنے پر مامور كيا تھا،اور مشہور قول كے پيش نظر لشكر اسلام كى تعداد تين ہزار تھى تو مجموعى طورپر اس كى لمبائي اندازاً بارہ ہزار ہاتھ (چھ ہزار ميڑ) ہوگي_ </w:t>
      </w:r>
    </w:p>
    <w:p w:rsidR="00DE2D7F" w:rsidRDefault="00DE2D7F" w:rsidP="00D07B54">
      <w:pPr>
        <w:pStyle w:val="libNormal"/>
        <w:rPr>
          <w:rtl/>
        </w:rPr>
      </w:pPr>
      <w:r>
        <w:rPr>
          <w:rtl/>
        </w:rPr>
        <w:t>اس بات كا بھى اعتراف كرنا چاہئے كہ اس زمانے مي</w:t>
      </w:r>
      <w:r w:rsidR="007D6C9B">
        <w:rPr>
          <w:rtl/>
        </w:rPr>
        <w:t xml:space="preserve">ں </w:t>
      </w:r>
      <w:r>
        <w:rPr>
          <w:rtl/>
        </w:rPr>
        <w:t xml:space="preserve">نہايت ہى ابتدائي وسائل كے ساتھ اس قسم كى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خندق كھودنا بہت ہى طاقت فرسا كام تھا خصوصاً جب كہ مسلمان خوراك اور دوسرے وسائل كے لحاظ سے بھى سخت تنگى مي</w:t>
      </w:r>
      <w:r w:rsidR="007D6C9B">
        <w:rPr>
          <w:rtl/>
        </w:rPr>
        <w:t xml:space="preserve">ں </w:t>
      </w:r>
      <w:r>
        <w:rPr>
          <w:rtl/>
        </w:rPr>
        <w:t xml:space="preserve">تھے _ </w:t>
      </w:r>
    </w:p>
    <w:p w:rsidR="00DE2D7F" w:rsidRDefault="00DE2D7F" w:rsidP="00D07B54">
      <w:pPr>
        <w:pStyle w:val="libNormal"/>
        <w:rPr>
          <w:rtl/>
        </w:rPr>
      </w:pPr>
      <w:r>
        <w:rPr>
          <w:rtl/>
        </w:rPr>
        <w:t>يقينا خندق كھودى بھى نہايت كم مدت مي</w:t>
      </w:r>
      <w:r w:rsidR="007D6C9B">
        <w:rPr>
          <w:rtl/>
        </w:rPr>
        <w:t xml:space="preserve">ں </w:t>
      </w:r>
      <w:r>
        <w:rPr>
          <w:rtl/>
        </w:rPr>
        <w:t xml:space="preserve">گئي يہ امر اس بات كى نشاندہى كرتا ہے كہ لشكر اسلام پورى ہوشيارى كے ساتھ دشمن كے حملہ آور ہونے سے پہلے ضرورى پيش بندى كرچكا تھا اور وہ بھى اس طرح سے كہ لشكر كفر كے مدينہ پہنچنے سے تين دن پہلے خندق كى كھدائي كا كام مكمل ہوچكا تھا _ </w:t>
      </w:r>
    </w:p>
    <w:p w:rsidR="003C61BE" w:rsidRDefault="00DE2D7F" w:rsidP="00D07B54">
      <w:pPr>
        <w:pStyle w:val="Heading2Center"/>
        <w:rPr>
          <w:rtl/>
        </w:rPr>
      </w:pPr>
      <w:bookmarkStart w:id="376" w:name="_Toc7268773"/>
      <w:r>
        <w:rPr>
          <w:rtl/>
        </w:rPr>
        <w:t>عمرو بن عبدود دسے حضرت على (ع) كى تاريخى جنگ</w:t>
      </w:r>
      <w:bookmarkEnd w:id="376"/>
    </w:p>
    <w:p w:rsidR="00DE2D7F" w:rsidRDefault="00DE2D7F" w:rsidP="00D07B54">
      <w:pPr>
        <w:pStyle w:val="libNormal"/>
        <w:rPr>
          <w:rtl/>
        </w:rPr>
      </w:pPr>
      <w:r>
        <w:rPr>
          <w:rtl/>
        </w:rPr>
        <w:t xml:space="preserve"> اس جنگ كا ايك اہم واقعہ حضرت على عليہ السلام كا دشمن كے لشكر كے نامى گرامى پہلو ان عمروبن عبددد كے ساتھ مقابلہ تھا تاريخ مي</w:t>
      </w:r>
      <w:r w:rsidR="007D6C9B">
        <w:rPr>
          <w:rtl/>
        </w:rPr>
        <w:t xml:space="preserve">ں </w:t>
      </w:r>
      <w:r>
        <w:rPr>
          <w:rtl/>
        </w:rPr>
        <w:t>آيا ہے كہ لشكر احزاب نے جن دلاوران عرب مي</w:t>
      </w:r>
      <w:r w:rsidR="007D6C9B">
        <w:rPr>
          <w:rtl/>
        </w:rPr>
        <w:t xml:space="preserve">ں </w:t>
      </w:r>
      <w:r>
        <w:rPr>
          <w:rtl/>
        </w:rPr>
        <w:t>سے بہت طاقت ور افراد كو اس جنگ مي</w:t>
      </w:r>
      <w:r w:rsidR="007D6C9B">
        <w:rPr>
          <w:rtl/>
        </w:rPr>
        <w:t xml:space="preserve">ں </w:t>
      </w:r>
      <w:r>
        <w:rPr>
          <w:rtl/>
        </w:rPr>
        <w:t>اپنى امداد كے لئے دعوت دے ركھى تھي، ان مي</w:t>
      </w:r>
      <w:r w:rsidR="007D6C9B">
        <w:rPr>
          <w:rtl/>
        </w:rPr>
        <w:t xml:space="preserve">ں </w:t>
      </w:r>
      <w:r>
        <w:rPr>
          <w:rtl/>
        </w:rPr>
        <w:t>سے پانچ افراد زيادہ مشہور تھے، عمروبن عبدود ، عكرمہ بن ابى جہل ،ہبيرہ ، نوفل اور ضرار يہ لوگ دوران محاصرہ ايك دن دست بدست لڑائي كے لئے تيار ہوئے ، لباس جنگ بدن پر سجايا اور خندق كے ايك كم چوڑے حصے سے ، جو مجاہدين اسلام كے تيرو</w:t>
      </w:r>
      <w:r w:rsidR="007D6C9B">
        <w:rPr>
          <w:rtl/>
        </w:rPr>
        <w:t xml:space="preserve">ں </w:t>
      </w:r>
      <w:r>
        <w:rPr>
          <w:rtl/>
        </w:rPr>
        <w:t>كى پہنچ سے كسى قدر دور تھا ، اپنے گھوڑو</w:t>
      </w:r>
      <w:r w:rsidR="007D6C9B">
        <w:rPr>
          <w:rtl/>
        </w:rPr>
        <w:t xml:space="preserve">ں </w:t>
      </w:r>
      <w:r>
        <w:rPr>
          <w:rtl/>
        </w:rPr>
        <w:t>كے ساتھ دوسرى طرف جست لگائي اور لشكر اسلام كے سامنے آكھڑے ہوئے ان مي</w:t>
      </w:r>
      <w:r w:rsidR="007D6C9B">
        <w:rPr>
          <w:rtl/>
        </w:rPr>
        <w:t xml:space="preserve">ں </w:t>
      </w:r>
      <w:r>
        <w:rPr>
          <w:rtl/>
        </w:rPr>
        <w:t>سے عمروبن عبدود زيادہ مشہور اور نامور تھا اس كي''كوئي ہے بہادر ''كى آواز ميدان احزاب مي</w:t>
      </w:r>
      <w:r w:rsidR="007D6C9B">
        <w:rPr>
          <w:rtl/>
        </w:rPr>
        <w:t xml:space="preserve">ں </w:t>
      </w:r>
      <w:r>
        <w:rPr>
          <w:rtl/>
        </w:rPr>
        <w:t>گونجى اور چونكہ مسلمانو</w:t>
      </w:r>
      <w:r w:rsidR="007D6C9B">
        <w:rPr>
          <w:rtl/>
        </w:rPr>
        <w:t xml:space="preserve">ں </w:t>
      </w:r>
      <w:r>
        <w:rPr>
          <w:rtl/>
        </w:rPr>
        <w:t>مي</w:t>
      </w:r>
      <w:r w:rsidR="007D6C9B">
        <w:rPr>
          <w:rtl/>
        </w:rPr>
        <w:t xml:space="preserve">ں </w:t>
      </w:r>
      <w:r>
        <w:rPr>
          <w:rtl/>
        </w:rPr>
        <w:t>سے كوئي بھى اس كے مقابلہ كے لئے تيار نہ ہوا لہذا وہ زيادہ گستاخ ہوگيا اور مسلمانو</w:t>
      </w:r>
      <w:r w:rsidR="007D6C9B">
        <w:rPr>
          <w:rtl/>
        </w:rPr>
        <w:t xml:space="preserve">ں </w:t>
      </w:r>
      <w:r>
        <w:rPr>
          <w:rtl/>
        </w:rPr>
        <w:t xml:space="preserve">كے عقايد اورنظريات كا مذاق اڑا نے لگا اور كہنے لگا : </w:t>
      </w:r>
    </w:p>
    <w:p w:rsidR="00DE2D7F" w:rsidRDefault="00DE2D7F" w:rsidP="00D07B54">
      <w:pPr>
        <w:pStyle w:val="libNormal"/>
        <w:rPr>
          <w:rtl/>
        </w:rPr>
      </w:pPr>
      <w:r>
        <w:rPr>
          <w:rtl/>
        </w:rPr>
        <w:t>''تم تويہ كہتے ہو كہ تمہارے مقتول جنت مي</w:t>
      </w:r>
      <w:r w:rsidR="007D6C9B">
        <w:rPr>
          <w:rtl/>
        </w:rPr>
        <w:t xml:space="preserve">ں </w:t>
      </w:r>
      <w:r>
        <w:rPr>
          <w:rtl/>
        </w:rPr>
        <w:t>ہي</w:t>
      </w:r>
      <w:r w:rsidR="007D6C9B">
        <w:rPr>
          <w:rtl/>
        </w:rPr>
        <w:t xml:space="preserve">ں </w:t>
      </w:r>
      <w:r>
        <w:rPr>
          <w:rtl/>
        </w:rPr>
        <w:t>اور ہمارے مقتول جہنم مي</w:t>
      </w:r>
      <w:r w:rsidR="007D6C9B">
        <w:rPr>
          <w:rtl/>
        </w:rPr>
        <w:t xml:space="preserve">ں </w:t>
      </w:r>
      <w:r>
        <w:rPr>
          <w:rtl/>
        </w:rPr>
        <w:t>توكياتم مي</w:t>
      </w:r>
      <w:r w:rsidR="007D6C9B">
        <w:rPr>
          <w:rtl/>
        </w:rPr>
        <w:t xml:space="preserve">ں </w:t>
      </w:r>
      <w:r>
        <w:rPr>
          <w:rtl/>
        </w:rPr>
        <w:t>سے كوئي بھى ايسا نہي</w:t>
      </w:r>
      <w:r w:rsidR="007D6C9B">
        <w:rPr>
          <w:rtl/>
        </w:rPr>
        <w:t xml:space="preserve">ں </w:t>
      </w:r>
      <w:r>
        <w:rPr>
          <w:rtl/>
        </w:rPr>
        <w:t>جسے مي</w:t>
      </w:r>
      <w:r w:rsidR="007D6C9B">
        <w:rPr>
          <w:rtl/>
        </w:rPr>
        <w:t xml:space="preserve">ں </w:t>
      </w:r>
      <w:r>
        <w:rPr>
          <w:rtl/>
        </w:rPr>
        <w:t>بہشت مي</w:t>
      </w:r>
      <w:r w:rsidR="007D6C9B">
        <w:rPr>
          <w:rtl/>
        </w:rPr>
        <w:t xml:space="preserve">ں </w:t>
      </w:r>
      <w:r>
        <w:rPr>
          <w:rtl/>
        </w:rPr>
        <w:t>بھيجو</w:t>
      </w:r>
      <w:r w:rsidR="007D6C9B">
        <w:rPr>
          <w:rtl/>
        </w:rPr>
        <w:t xml:space="preserve">ں </w:t>
      </w:r>
      <w:r>
        <w:rPr>
          <w:rtl/>
        </w:rPr>
        <w:t xml:space="preserve">يا وہ مجھے جہنم كى طرف روانہ كرے ؟'' </w:t>
      </w:r>
    </w:p>
    <w:p w:rsidR="00DE2D7F" w:rsidRDefault="00DE2D7F" w:rsidP="00D07B54">
      <w:pPr>
        <w:pStyle w:val="libNormal"/>
        <w:rPr>
          <w:rtl/>
        </w:rPr>
      </w:pPr>
      <w:r>
        <w:rPr>
          <w:rtl/>
        </w:rPr>
        <w:t>اس موقع پر پيغمبر اسلام (ص) نے حكم ديا كہ كوئي شخص كھڑا ہواور اس كے شر كو مسلمانو</w:t>
      </w:r>
      <w:r w:rsidR="007D6C9B">
        <w:rPr>
          <w:rtl/>
        </w:rPr>
        <w:t xml:space="preserve">ں </w:t>
      </w:r>
      <w:r>
        <w:rPr>
          <w:rtl/>
        </w:rPr>
        <w:t xml:space="preserve">كے سرسے كم كردے ليكن حضرت على ابن ابى طالب عليہ السلام كے سوا كوئي بھى اس كے ساتھ جنگ كے لئے آمادہ نہ ہوا تو آنحضرت نے على ابن اطالب عليہ السلام سے فرمايا : يہ عمر وبن عبدود ہے '' حضرت على عليہ السلام نے عرض كى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حضور : مي</w:t>
      </w:r>
      <w:r w:rsidR="007D6C9B">
        <w:rPr>
          <w:rtl/>
        </w:rPr>
        <w:t xml:space="preserve">ں </w:t>
      </w:r>
      <w:r>
        <w:rPr>
          <w:rtl/>
        </w:rPr>
        <w:t>بالكل تيار ہو</w:t>
      </w:r>
      <w:r w:rsidR="007D6C9B">
        <w:rPr>
          <w:rtl/>
        </w:rPr>
        <w:t xml:space="preserve">ں </w:t>
      </w:r>
      <w:r>
        <w:rPr>
          <w:rtl/>
        </w:rPr>
        <w:t>خواہ عمروہى كيو</w:t>
      </w:r>
      <w:r w:rsidR="007D6C9B">
        <w:rPr>
          <w:rtl/>
        </w:rPr>
        <w:t xml:space="preserve">ں </w:t>
      </w:r>
      <w:r>
        <w:rPr>
          <w:rtl/>
        </w:rPr>
        <w:t>نہ ہو، پيغمبر اكرم (ص) نے ان سے فرمايا '' ميرے قريب آئو : چنانچہ على عليہ السلام آپ كے قريب گئے اور آنحضرت (ص) نے ان كے سر پر عمامہ باندھا اور اپنى مخصوص تلوار ذوالفقار انہي</w:t>
      </w:r>
      <w:r w:rsidR="007D6C9B">
        <w:rPr>
          <w:rtl/>
        </w:rPr>
        <w:t xml:space="preserve">ں </w:t>
      </w:r>
      <w:r>
        <w:rPr>
          <w:rtl/>
        </w:rPr>
        <w:t>عطا فرمائي اور ان الفاظ مي</w:t>
      </w:r>
      <w:r w:rsidR="007D6C9B">
        <w:rPr>
          <w:rtl/>
        </w:rPr>
        <w:t xml:space="preserve">ں </w:t>
      </w:r>
      <w:r>
        <w:rPr>
          <w:rtl/>
        </w:rPr>
        <w:t>انھي</w:t>
      </w:r>
      <w:r w:rsidR="007D6C9B">
        <w:rPr>
          <w:rtl/>
        </w:rPr>
        <w:t xml:space="preserve">ں </w:t>
      </w:r>
      <w:r>
        <w:rPr>
          <w:rtl/>
        </w:rPr>
        <w:t xml:space="preserve">دعا دى : </w:t>
      </w:r>
    </w:p>
    <w:p w:rsidR="00DE2D7F" w:rsidRDefault="00DE2D7F" w:rsidP="00D07B54">
      <w:pPr>
        <w:pStyle w:val="libNormal"/>
        <w:rPr>
          <w:rtl/>
        </w:rPr>
      </w:pPr>
      <w:r>
        <w:rPr>
          <w:rtl/>
        </w:rPr>
        <w:t>خدايا ،على كے سامنے سے ، پيچھے سے ، دائي</w:t>
      </w:r>
      <w:r w:rsidR="007D6C9B">
        <w:rPr>
          <w:rtl/>
        </w:rPr>
        <w:t xml:space="preserve">ں </w:t>
      </w:r>
      <w:r>
        <w:rPr>
          <w:rtl/>
        </w:rPr>
        <w:t>اور بائي</w:t>
      </w:r>
      <w:r w:rsidR="007D6C9B">
        <w:rPr>
          <w:rtl/>
        </w:rPr>
        <w:t xml:space="preserve">ں </w:t>
      </w:r>
      <w:r>
        <w:rPr>
          <w:rtl/>
        </w:rPr>
        <w:t xml:space="preserve">سے اور اوپر اور نيچے سے حفاظت فرما _ </w:t>
      </w:r>
    </w:p>
    <w:p w:rsidR="00DE2D7F" w:rsidRDefault="00DE2D7F" w:rsidP="00D07B54">
      <w:pPr>
        <w:pStyle w:val="libNormal"/>
        <w:rPr>
          <w:rtl/>
        </w:rPr>
      </w:pPr>
      <w:r>
        <w:rPr>
          <w:rtl/>
        </w:rPr>
        <w:t>حضرت على عليہ السلام بڑى تيزى سے عمرو كے مقابلہ كےلئے ميدان مي</w:t>
      </w:r>
      <w:r w:rsidR="007D6C9B">
        <w:rPr>
          <w:rtl/>
        </w:rPr>
        <w:t xml:space="preserve">ں </w:t>
      </w:r>
      <w:r>
        <w:rPr>
          <w:rtl/>
        </w:rPr>
        <w:t xml:space="preserve">پہنچ گئے _ </w:t>
      </w:r>
    </w:p>
    <w:p w:rsidR="00DE2D7F" w:rsidRDefault="00DE2D7F" w:rsidP="00D07B54">
      <w:pPr>
        <w:pStyle w:val="libNormal"/>
        <w:rPr>
          <w:rtl/>
        </w:rPr>
      </w:pPr>
      <w:r>
        <w:rPr>
          <w:rtl/>
        </w:rPr>
        <w:t xml:space="preserve">يہى وہ موقع تھا كہ پيغمبر اكرم (ص) ختمى المرتبت (ص) نے وہ مشہور جملہ ارشاد فرمايا : </w:t>
      </w:r>
    </w:p>
    <w:p w:rsidR="00DE2D7F" w:rsidRDefault="00DE2D7F" w:rsidP="00D07B54">
      <w:pPr>
        <w:pStyle w:val="libNormal"/>
        <w:rPr>
          <w:rtl/>
        </w:rPr>
      </w:pPr>
      <w:r>
        <w:rPr>
          <w:rtl/>
        </w:rPr>
        <w:t>''كل ايمان كل كفر كے مقابلہ مي</w:t>
      </w:r>
      <w:r w:rsidR="007D6C9B">
        <w:rPr>
          <w:rtl/>
        </w:rPr>
        <w:t xml:space="preserve">ں </w:t>
      </w:r>
      <w:r>
        <w:rPr>
          <w:rtl/>
        </w:rPr>
        <w:t xml:space="preserve">جارہا ہے ''_ </w:t>
      </w:r>
    </w:p>
    <w:p w:rsidR="003C61BE" w:rsidRDefault="00DE2D7F" w:rsidP="00D07B54">
      <w:pPr>
        <w:pStyle w:val="Heading2Center"/>
        <w:rPr>
          <w:rtl/>
        </w:rPr>
      </w:pPr>
      <w:bookmarkStart w:id="377" w:name="_Toc7268774"/>
      <w:r>
        <w:rPr>
          <w:rtl/>
        </w:rPr>
        <w:t>ضربت على (ع) ثقلين كى عبادت پر بھاري</w:t>
      </w:r>
      <w:bookmarkEnd w:id="377"/>
      <w:r>
        <w:rPr>
          <w:rtl/>
        </w:rPr>
        <w:t xml:space="preserve"> </w:t>
      </w:r>
    </w:p>
    <w:p w:rsidR="00DE2D7F" w:rsidRDefault="00DE2D7F" w:rsidP="00D07B54">
      <w:pPr>
        <w:pStyle w:val="libNormal"/>
        <w:rPr>
          <w:rtl/>
        </w:rPr>
      </w:pPr>
      <w:r>
        <w:rPr>
          <w:rtl/>
        </w:rPr>
        <w:t xml:space="preserve">امير المو منين على عليہ السلام نے پہلے تو اسے اسلام كى دعوت دى جسے اس نے قبول نہ كيا پھر ميدان چھوڑكر چلے جانے كو كہا اس پر بھى اس نے انكار كيا اور اپنے لئے باعث ننگ وعار سمجھا آپ كى تيسرى پيشكش يہ تھى كہ گھوڑے سے اتر آئے اور پيادہ ہوكر دست بدست لڑائي كرے _ </w:t>
      </w:r>
    </w:p>
    <w:p w:rsidR="00DE2D7F" w:rsidRDefault="00DE2D7F" w:rsidP="00D07B54">
      <w:pPr>
        <w:pStyle w:val="libNormal"/>
        <w:rPr>
          <w:rtl/>
        </w:rPr>
      </w:pPr>
      <w:r>
        <w:rPr>
          <w:rtl/>
        </w:rPr>
        <w:t>عمرو آگ بگولہ ہوگيا اور كہا كہ مي</w:t>
      </w:r>
      <w:r w:rsidR="007D6C9B">
        <w:rPr>
          <w:rtl/>
        </w:rPr>
        <w:t xml:space="preserve">ں </w:t>
      </w:r>
      <w:r>
        <w:rPr>
          <w:rtl/>
        </w:rPr>
        <w:t>نے كبھى سوچا بھى نہ تھا كہ عرب مي</w:t>
      </w:r>
      <w:r w:rsidR="007D6C9B">
        <w:rPr>
          <w:rtl/>
        </w:rPr>
        <w:t xml:space="preserve">ں </w:t>
      </w:r>
      <w:r>
        <w:rPr>
          <w:rtl/>
        </w:rPr>
        <w:t>سے كوئي بھى شخص مجھے ايسى تجويزدے گا گھوڑے سے اتر آيا اور على عليہ السلام پر اپنى تلوار كا وار كيا ليكن اميرالمومنين على عليہ السلام نے اپنى مخصوص مہارت سے اس وار كو اپنى سپركے ذريعے روكا ،مگر تلوار نے سپر كو كاٹ كرآپ كے سرمبارك كو زخمى كرديا اس كے بعد حضرت على عليہ السلام نے ايك خاص حكمت عملى سے كام ليا عمر وبن عبدود سے فرمايا :تو عرب كا زبردست پہلو ان ہے ، جب كہ مي</w:t>
      </w:r>
      <w:r w:rsidR="007D6C9B">
        <w:rPr>
          <w:rtl/>
        </w:rPr>
        <w:t xml:space="preserve">ں </w:t>
      </w:r>
      <w:r>
        <w:rPr>
          <w:rtl/>
        </w:rPr>
        <w:t>تجھ سے تن تنہا لڑرہا ہو</w:t>
      </w:r>
      <w:r w:rsidR="007D6C9B">
        <w:rPr>
          <w:rtl/>
        </w:rPr>
        <w:t xml:space="preserve">ں </w:t>
      </w:r>
      <w:r>
        <w:rPr>
          <w:rtl/>
        </w:rPr>
        <w:t>ليكن تو نے اپنے پيچھے كن لوگو</w:t>
      </w:r>
      <w:r w:rsidR="007D6C9B">
        <w:rPr>
          <w:rtl/>
        </w:rPr>
        <w:t xml:space="preserve">ں </w:t>
      </w:r>
      <w:r>
        <w:rPr>
          <w:rtl/>
        </w:rPr>
        <w:t xml:space="preserve">كو جمع كرركھا ہے اس پر عمر ونے جيسے ہى پيچھے مڑكر ديكھا _ </w:t>
      </w:r>
    </w:p>
    <w:p w:rsidR="00DE2D7F" w:rsidRDefault="00DE2D7F" w:rsidP="00D07B54">
      <w:pPr>
        <w:pStyle w:val="libNormal"/>
        <w:rPr>
          <w:rtl/>
        </w:rPr>
      </w:pPr>
      <w:r>
        <w:rPr>
          <w:rtl/>
        </w:rPr>
        <w:t xml:space="preserve">حضرت على عليہ السلام نے عمرو كى پنڈلى پر تلوار كا وار كيا ، جس سے وہ سروقد زمين پر لوٹنے لگا شديد گردوغبار نے ميدان كى فضا كو گھيرركھا تھا كچھ منافقين يہ سوچ رہے تھے كہ حضرت على عليہ السلام ، عمرو كے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ہاتھو</w:t>
      </w:r>
      <w:r w:rsidR="007D6C9B">
        <w:rPr>
          <w:rtl/>
        </w:rPr>
        <w:t xml:space="preserve">ں </w:t>
      </w:r>
      <w:r>
        <w:rPr>
          <w:rtl/>
        </w:rPr>
        <w:t>شہيد ہوگئے ہي</w:t>
      </w:r>
      <w:r w:rsidR="007D6C9B">
        <w:rPr>
          <w:rtl/>
        </w:rPr>
        <w:t xml:space="preserve">ں </w:t>
      </w:r>
      <w:r>
        <w:rPr>
          <w:rtl/>
        </w:rPr>
        <w:t>ليكن جب انھو</w:t>
      </w:r>
      <w:r w:rsidR="007D6C9B">
        <w:rPr>
          <w:rtl/>
        </w:rPr>
        <w:t xml:space="preserve">ں </w:t>
      </w:r>
      <w:r>
        <w:rPr>
          <w:rtl/>
        </w:rPr>
        <w:t>نے تكبير كى آواز سنى تو على كى كاميابى ان پر واضح ہوگئي اچانك لوگو</w:t>
      </w:r>
      <w:r w:rsidR="007D6C9B">
        <w:rPr>
          <w:rtl/>
        </w:rPr>
        <w:t xml:space="preserve">ں </w:t>
      </w:r>
      <w:r>
        <w:rPr>
          <w:rtl/>
        </w:rPr>
        <w:t>نے ديكھا كہ آپ كے سرمبارك سے خون بہہ رہا تھا اور لشكر گاہ اسلام كى طرف خراما</w:t>
      </w:r>
      <w:r w:rsidR="007D6C9B">
        <w:rPr>
          <w:rtl/>
        </w:rPr>
        <w:t xml:space="preserve">ں </w:t>
      </w:r>
      <w:r>
        <w:rPr>
          <w:rtl/>
        </w:rPr>
        <w:t>خراما</w:t>
      </w:r>
      <w:r w:rsidR="007D6C9B">
        <w:rPr>
          <w:rtl/>
        </w:rPr>
        <w:t xml:space="preserve">ں </w:t>
      </w:r>
      <w:r>
        <w:rPr>
          <w:rtl/>
        </w:rPr>
        <w:t>واپس آرہے تھے جبكہ فتح كى مسكراہٹ آپ كے لبو</w:t>
      </w:r>
      <w:r w:rsidR="007D6C9B">
        <w:rPr>
          <w:rtl/>
        </w:rPr>
        <w:t xml:space="preserve">ں </w:t>
      </w:r>
      <w:r>
        <w:rPr>
          <w:rtl/>
        </w:rPr>
        <w:t xml:space="preserve">پر كھيل رہى تھى اور عمر و كا پيكر بے سر ميدان كے كنارے ايك طرف پڑا ہوا تھا _ </w:t>
      </w:r>
    </w:p>
    <w:p w:rsidR="00DE2D7F" w:rsidRDefault="00DE2D7F" w:rsidP="00D07B54">
      <w:pPr>
        <w:pStyle w:val="libNormal"/>
        <w:rPr>
          <w:rtl/>
        </w:rPr>
      </w:pPr>
      <w:r>
        <w:rPr>
          <w:rtl/>
        </w:rPr>
        <w:t>عرب كے مشہور پہلوان كے مارے جانے سے لشكر احزاب اور ان كى آرزوئو</w:t>
      </w:r>
      <w:r w:rsidR="007D6C9B">
        <w:rPr>
          <w:rtl/>
        </w:rPr>
        <w:t xml:space="preserve">ں </w:t>
      </w:r>
      <w:r>
        <w:rPr>
          <w:rtl/>
        </w:rPr>
        <w:t xml:space="preserve">پر ضرب كارى لگى ان كے حوصلے پست اور دل انتہائي كمزور ہوگئے اس ضرب نے ان كى فتح كى آرزوو </w:t>
      </w:r>
      <w:r w:rsidR="007D6C9B">
        <w:rPr>
          <w:rtl/>
        </w:rPr>
        <w:t xml:space="preserve">ں </w:t>
      </w:r>
      <w:r>
        <w:rPr>
          <w:rtl/>
        </w:rPr>
        <w:t>پر پانى پھيرديا اسى بناء پر آنحضرت (ص) نے اس كاميابى كے بارے مي</w:t>
      </w:r>
      <w:r w:rsidR="007D6C9B">
        <w:rPr>
          <w:rtl/>
        </w:rPr>
        <w:t xml:space="preserve">ں </w:t>
      </w:r>
      <w:r>
        <w:rPr>
          <w:rtl/>
        </w:rPr>
        <w:t xml:space="preserve">حضرت على عليہ السلام سے ارشاد فرمايا : </w:t>
      </w:r>
    </w:p>
    <w:p w:rsidR="00DE2D7F" w:rsidRDefault="00DE2D7F" w:rsidP="00D07B54">
      <w:pPr>
        <w:pStyle w:val="libNormal"/>
        <w:rPr>
          <w:rtl/>
        </w:rPr>
      </w:pPr>
      <w:r>
        <w:rPr>
          <w:rtl/>
        </w:rPr>
        <w:t>''اگر تمہارے آج كے عمل كو سارى امت محمد كے اعمال سے موازنہ كري</w:t>
      </w:r>
      <w:r w:rsidR="007D6C9B">
        <w:rPr>
          <w:rtl/>
        </w:rPr>
        <w:t xml:space="preserve">ں </w:t>
      </w:r>
      <w:r>
        <w:rPr>
          <w:rtl/>
        </w:rPr>
        <w:t>تو وہ ان پر بھارى ہوگا، كيونكہ عمرو كے مارے جانے سے مشركين كا كوئي ايسا گھر باقى نہي</w:t>
      </w:r>
      <w:r w:rsidR="007D6C9B">
        <w:rPr>
          <w:rtl/>
        </w:rPr>
        <w:t xml:space="preserve">ں </w:t>
      </w:r>
      <w:r>
        <w:rPr>
          <w:rtl/>
        </w:rPr>
        <w:t>رہا جس مي</w:t>
      </w:r>
      <w:r w:rsidR="007D6C9B">
        <w:rPr>
          <w:rtl/>
        </w:rPr>
        <w:t xml:space="preserve">ں </w:t>
      </w:r>
      <w:r>
        <w:rPr>
          <w:rtl/>
        </w:rPr>
        <w:t>ذلت وخوارى داخل نہ ہوئي ہو اور مسلمانو</w:t>
      </w:r>
      <w:r w:rsidR="007D6C9B">
        <w:rPr>
          <w:rtl/>
        </w:rPr>
        <w:t xml:space="preserve">ں </w:t>
      </w:r>
      <w:r>
        <w:rPr>
          <w:rtl/>
        </w:rPr>
        <w:t>كا كوئي بھى گھر ايسا نہي</w:t>
      </w:r>
      <w:r w:rsidR="007D6C9B">
        <w:rPr>
          <w:rtl/>
        </w:rPr>
        <w:t xml:space="preserve">ں </w:t>
      </w:r>
      <w:r>
        <w:rPr>
          <w:rtl/>
        </w:rPr>
        <w:t>ہے جس مي</w:t>
      </w:r>
      <w:r w:rsidR="007D6C9B">
        <w:rPr>
          <w:rtl/>
        </w:rPr>
        <w:t xml:space="preserve">ں </w:t>
      </w:r>
      <w:r>
        <w:rPr>
          <w:rtl/>
        </w:rPr>
        <w:t xml:space="preserve">عمرو كے قتل ہوجانے كى وجہ سے عزت داخل نہ ہوئي ہو'' _ </w:t>
      </w:r>
    </w:p>
    <w:p w:rsidR="00DE2D7F" w:rsidRDefault="00DE2D7F" w:rsidP="00D07B54">
      <w:pPr>
        <w:pStyle w:val="libNormal"/>
        <w:rPr>
          <w:rtl/>
        </w:rPr>
      </w:pPr>
      <w:r>
        <w:rPr>
          <w:rtl/>
        </w:rPr>
        <w:t xml:space="preserve">اہل سنت كے مشہور عالم ، حاكم نيشاپورى نے اس گفتگو كو نقل كيا ہے البتہ مختلف الفاظ كے ساتھ اور وہ يہ ہے : </w:t>
      </w:r>
    </w:p>
    <w:p w:rsidR="00DE2D7F" w:rsidRDefault="00DE2D7F" w:rsidP="00D07B54">
      <w:pPr>
        <w:pStyle w:val="libNormal"/>
        <w:rPr>
          <w:rtl/>
        </w:rPr>
      </w:pPr>
      <w:r>
        <w:rPr>
          <w:rtl/>
        </w:rPr>
        <w:t xml:space="preserve">'' لمبارزة على بن ابيطالب لعمروبن عبدود يوم الخندق افضل من اعمال امتى الى يوم القيامة '' </w:t>
      </w:r>
    </w:p>
    <w:p w:rsidR="00DE2D7F" w:rsidRDefault="00DE2D7F" w:rsidP="00D07B54">
      <w:pPr>
        <w:pStyle w:val="libNormal"/>
        <w:rPr>
          <w:rtl/>
        </w:rPr>
      </w:pPr>
      <w:r>
        <w:rPr>
          <w:rtl/>
        </w:rPr>
        <w:t xml:space="preserve">'' يعنى على بن ابى طالب كى خندق كے دن عمروبن عبدود سے جنگ ميرى امت كے قيامت تك كے اعمال سے ا فضل ہے '' </w:t>
      </w:r>
    </w:p>
    <w:p w:rsidR="00DE2D7F" w:rsidRDefault="00DE2D7F" w:rsidP="00D07B54">
      <w:pPr>
        <w:pStyle w:val="libNormal"/>
        <w:rPr>
          <w:rtl/>
        </w:rPr>
      </w:pPr>
      <w:r>
        <w:rPr>
          <w:rtl/>
        </w:rPr>
        <w:t>آپ كے اس ارشاد كا فلسفہ واضح ہے ، كيونكہ اس دن اسلام اور قرآن ظاہراً نابودى كے كنارے پر پہنچ چكے تھے، ان كے لئے زبردست بحرانى لمحات تھے،جس شخص نے پيغمبر اكرم (ص) كى فداكارى كے بعد اس ميدان مي</w:t>
      </w:r>
      <w:r w:rsidR="007D6C9B">
        <w:rPr>
          <w:rtl/>
        </w:rPr>
        <w:t xml:space="preserve">ں </w:t>
      </w:r>
      <w:r>
        <w:rPr>
          <w:rtl/>
        </w:rPr>
        <w:t>سب سے زيادہ ايثار اور قربانى كا ثبوت ديا،اسلام كو خطرے سے محفوظ ركھا، قيامت تك اس كے دوام كى ضمانت دي،اس كى فداكارى سے اسلام كى جڑي</w:t>
      </w:r>
      <w:r w:rsidR="007D6C9B">
        <w:rPr>
          <w:rtl/>
        </w:rPr>
        <w:t xml:space="preserve">ں </w:t>
      </w:r>
      <w:r>
        <w:rPr>
          <w:rtl/>
        </w:rPr>
        <w:t>مضبوط ہوگئي</w:t>
      </w:r>
      <w:r w:rsidR="007D6C9B">
        <w:rPr>
          <w:rtl/>
        </w:rPr>
        <w:t xml:space="preserve">ں </w:t>
      </w:r>
      <w:r>
        <w:rPr>
          <w:rtl/>
        </w:rPr>
        <w:t xml:space="preserve">اور پھر اسلام عالمين پر پھيل گيا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لہذا سب لوگو</w:t>
      </w:r>
      <w:r w:rsidR="007D6C9B">
        <w:rPr>
          <w:rtl/>
        </w:rPr>
        <w:t xml:space="preserve">ں </w:t>
      </w:r>
      <w:r>
        <w:rPr>
          <w:rtl/>
        </w:rPr>
        <w:t>كى عبادتي</w:t>
      </w:r>
      <w:r w:rsidR="007D6C9B">
        <w:rPr>
          <w:rtl/>
        </w:rPr>
        <w:t xml:space="preserve">ں </w:t>
      </w:r>
      <w:r>
        <w:rPr>
          <w:rtl/>
        </w:rPr>
        <w:t>اسكى مرہون منت قرار پا گئي</w:t>
      </w:r>
      <w:r w:rsidR="007D6C9B">
        <w:rPr>
          <w:rtl/>
        </w:rPr>
        <w:t xml:space="preserve">ں </w:t>
      </w:r>
      <w:r>
        <w:rPr>
          <w:rtl/>
        </w:rPr>
        <w:t xml:space="preserve">_ </w:t>
      </w:r>
    </w:p>
    <w:p w:rsidR="00DE2D7F" w:rsidRDefault="00DE2D7F" w:rsidP="00D07B54">
      <w:pPr>
        <w:pStyle w:val="libNormal"/>
        <w:rPr>
          <w:rtl/>
        </w:rPr>
      </w:pPr>
      <w:r>
        <w:rPr>
          <w:rtl/>
        </w:rPr>
        <w:t>بعض مورخين نے لكھا ہے كہ مشركين نے كسى آدمى كو پيغمبر (ص) كى خدمت مي</w:t>
      </w:r>
      <w:r w:rsidR="007D6C9B">
        <w:rPr>
          <w:rtl/>
        </w:rPr>
        <w:t xml:space="preserve">ں </w:t>
      </w:r>
      <w:r>
        <w:rPr>
          <w:rtl/>
        </w:rPr>
        <w:t>بھيجا تاكہ وہ عمر و بن عبدود كے لاشہ كو دس ہزار درہم مي</w:t>
      </w:r>
      <w:r w:rsidR="007D6C9B">
        <w:rPr>
          <w:rtl/>
        </w:rPr>
        <w:t xml:space="preserve">ں </w:t>
      </w:r>
      <w:r>
        <w:rPr>
          <w:rtl/>
        </w:rPr>
        <w:t>خريد لائے (شايد ان كا خيال يہ تھا كہ مسلمان عمرو كے بدن كے ساتھ وہى سلوك كري</w:t>
      </w:r>
      <w:r w:rsidR="007D6C9B">
        <w:rPr>
          <w:rtl/>
        </w:rPr>
        <w:t xml:space="preserve">ں </w:t>
      </w:r>
      <w:r>
        <w:rPr>
          <w:rtl/>
        </w:rPr>
        <w:t>گے جو سنگدل ظالمو</w:t>
      </w:r>
      <w:r w:rsidR="007D6C9B">
        <w:rPr>
          <w:rtl/>
        </w:rPr>
        <w:t xml:space="preserve">ں </w:t>
      </w:r>
      <w:r>
        <w:rPr>
          <w:rtl/>
        </w:rPr>
        <w:t>نے حمزہ(ص) كے بدن كےساتھ جنگ مي</w:t>
      </w:r>
      <w:r w:rsidR="007D6C9B">
        <w:rPr>
          <w:rtl/>
        </w:rPr>
        <w:t xml:space="preserve">ں </w:t>
      </w:r>
      <w:r>
        <w:rPr>
          <w:rtl/>
        </w:rPr>
        <w:t>كياتھا)ليكن رسول اكرم(ص) نے فرمايا: اس كا لاشہ تمھا رى ملكيت ہے ہم مردو</w:t>
      </w:r>
      <w:r w:rsidR="007D6C9B">
        <w:rPr>
          <w:rtl/>
        </w:rPr>
        <w:t xml:space="preserve">ں </w:t>
      </w:r>
      <w:r>
        <w:rPr>
          <w:rtl/>
        </w:rPr>
        <w:t>كى قيمت نہي</w:t>
      </w:r>
      <w:r w:rsidR="007D6C9B">
        <w:rPr>
          <w:rtl/>
        </w:rPr>
        <w:t xml:space="preserve">ں </w:t>
      </w:r>
      <w:r>
        <w:rPr>
          <w:rtl/>
        </w:rPr>
        <w:t xml:space="preserve">ليا كرتے_ </w:t>
      </w:r>
    </w:p>
    <w:p w:rsidR="00DE2D7F" w:rsidRDefault="00DE2D7F" w:rsidP="00D07B54">
      <w:pPr>
        <w:pStyle w:val="libNormal"/>
        <w:rPr>
          <w:rtl/>
        </w:rPr>
      </w:pPr>
      <w:r>
        <w:rPr>
          <w:rtl/>
        </w:rPr>
        <w:t>يہ نكتہ بھى قابل توجہ ہے كہ جس وقت عمرو كى بہن اپنے بھائي كے لاشہ پر پہنچى اوراس كى قيمتى زرہ كو ديكھا كہ حضرت على عليہ السلام نے اس كے بدن سے نہي</w:t>
      </w:r>
      <w:r w:rsidR="007D6C9B">
        <w:rPr>
          <w:rtl/>
        </w:rPr>
        <w:t xml:space="preserve">ں </w:t>
      </w:r>
      <w:r>
        <w:rPr>
          <w:rtl/>
        </w:rPr>
        <w:t xml:space="preserve">اتارى تو اس نے كہا: </w:t>
      </w:r>
    </w:p>
    <w:p w:rsidR="00DE2D7F" w:rsidRDefault="00DE2D7F" w:rsidP="00D07B54">
      <w:pPr>
        <w:pStyle w:val="libNormal"/>
        <w:rPr>
          <w:rtl/>
        </w:rPr>
      </w:pPr>
      <w:r>
        <w:rPr>
          <w:rtl/>
        </w:rPr>
        <w:t>''مي</w:t>
      </w:r>
      <w:r w:rsidR="007D6C9B">
        <w:rPr>
          <w:rtl/>
        </w:rPr>
        <w:t xml:space="preserve">ں </w:t>
      </w:r>
      <w:r>
        <w:rPr>
          <w:rtl/>
        </w:rPr>
        <w:t>اعتراف كرتى ہو</w:t>
      </w:r>
      <w:r w:rsidR="007D6C9B">
        <w:rPr>
          <w:rtl/>
        </w:rPr>
        <w:t xml:space="preserve">ں </w:t>
      </w:r>
      <w:r>
        <w:rPr>
          <w:rtl/>
        </w:rPr>
        <w:t xml:space="preserve">كہ اس كا قاتل كريم اور بزرگوارشخص ہى تھا'' </w:t>
      </w:r>
    </w:p>
    <w:p w:rsidR="003C61BE" w:rsidRDefault="00DE2D7F" w:rsidP="00D07B54">
      <w:pPr>
        <w:pStyle w:val="Heading2Center"/>
        <w:rPr>
          <w:rtl/>
        </w:rPr>
      </w:pPr>
      <w:bookmarkStart w:id="378" w:name="_Toc7268775"/>
      <w:r>
        <w:rPr>
          <w:rtl/>
        </w:rPr>
        <w:t>نعيم بن مسعود كى داستان اور دشمن كے لشكر مي</w:t>
      </w:r>
      <w:r w:rsidR="007D6C9B">
        <w:rPr>
          <w:rtl/>
        </w:rPr>
        <w:t xml:space="preserve">ں </w:t>
      </w:r>
      <w:r>
        <w:rPr>
          <w:rtl/>
        </w:rPr>
        <w:t>پھوٹ</w:t>
      </w:r>
      <w:bookmarkEnd w:id="378"/>
    </w:p>
    <w:p w:rsidR="00DE2D7F" w:rsidRDefault="00DE2D7F" w:rsidP="00D07B54">
      <w:pPr>
        <w:pStyle w:val="libNormal"/>
        <w:rPr>
          <w:rtl/>
        </w:rPr>
      </w:pPr>
      <w:r>
        <w:rPr>
          <w:rtl/>
        </w:rPr>
        <w:t xml:space="preserve"> نعيم جو تازہ مسلمان تھے اور ان كے قبيلہ''غطفان ''كو لشكر اسلام كى خبر نہي</w:t>
      </w:r>
      <w:r w:rsidR="007D6C9B">
        <w:rPr>
          <w:rtl/>
        </w:rPr>
        <w:t xml:space="preserve">ں </w:t>
      </w:r>
      <w:r>
        <w:rPr>
          <w:rtl/>
        </w:rPr>
        <w:t>تھي،وہ پيغمبر اكرم (ص) كى خدمت مي</w:t>
      </w:r>
      <w:r w:rsidR="007D6C9B">
        <w:rPr>
          <w:rtl/>
        </w:rPr>
        <w:t xml:space="preserve">ں </w:t>
      </w:r>
      <w:r>
        <w:rPr>
          <w:rtl/>
        </w:rPr>
        <w:t>آئے اور عرض كى كہ آپ(ص) مجھے جو حكم بھى دي</w:t>
      </w:r>
      <w:r w:rsidR="007D6C9B">
        <w:rPr>
          <w:rtl/>
        </w:rPr>
        <w:t xml:space="preserve">ں </w:t>
      </w:r>
      <w:r>
        <w:rPr>
          <w:rtl/>
        </w:rPr>
        <w:t>گے ،مي</w:t>
      </w:r>
      <w:r w:rsidR="007D6C9B">
        <w:rPr>
          <w:rtl/>
        </w:rPr>
        <w:t xml:space="preserve">ں </w:t>
      </w:r>
      <w:r>
        <w:rPr>
          <w:rtl/>
        </w:rPr>
        <w:t>حتمى كاميابى كے لئے اس پر كار بند رہو</w:t>
      </w:r>
      <w:r w:rsidR="007D6C9B">
        <w:rPr>
          <w:rtl/>
        </w:rPr>
        <w:t xml:space="preserve">ں </w:t>
      </w:r>
      <w:r>
        <w:rPr>
          <w:rtl/>
        </w:rPr>
        <w:t xml:space="preserve">گا_ </w:t>
      </w:r>
    </w:p>
    <w:p w:rsidR="00DE2D7F" w:rsidRDefault="00DE2D7F" w:rsidP="00D07B54">
      <w:pPr>
        <w:pStyle w:val="libNormal"/>
        <w:rPr>
          <w:rtl/>
        </w:rPr>
      </w:pPr>
      <w:r>
        <w:rPr>
          <w:rtl/>
        </w:rPr>
        <w:t xml:space="preserve">رسول اللہ (ص) نے فرمايا : </w:t>
      </w:r>
    </w:p>
    <w:p w:rsidR="00DE2D7F" w:rsidRDefault="00DE2D7F" w:rsidP="00D07B54">
      <w:pPr>
        <w:pStyle w:val="libNormal"/>
        <w:rPr>
          <w:rtl/>
        </w:rPr>
      </w:pPr>
      <w:r>
        <w:rPr>
          <w:rtl/>
        </w:rPr>
        <w:t>''تمہارے جيسا شخص ہمارے درميان اور كوئي نہي</w:t>
      </w:r>
      <w:r w:rsidR="007D6C9B">
        <w:rPr>
          <w:rtl/>
        </w:rPr>
        <w:t xml:space="preserve">ں </w:t>
      </w:r>
      <w:r>
        <w:rPr>
          <w:rtl/>
        </w:rPr>
        <w:t xml:space="preserve">ہے _اگر تم دشمن كے لشكر كے درميان پھوٹ ڈال سكتے ہو تو ڈ الو _كيونكہ جنگ پوشيدہ تدابير كا مجموعہ ہے ''_ </w:t>
      </w:r>
    </w:p>
    <w:p w:rsidR="00DE2D7F" w:rsidRDefault="00DE2D7F" w:rsidP="00D07B54">
      <w:pPr>
        <w:pStyle w:val="libNormal"/>
        <w:rPr>
          <w:rtl/>
        </w:rPr>
      </w:pPr>
      <w:r>
        <w:rPr>
          <w:rtl/>
        </w:rPr>
        <w:t>نعيم بن مسعود نے ايك عمدہ تدبير سوچى اور وہ يہ كہ وہ بنى قريظہ كے يہوديو</w:t>
      </w:r>
      <w:r w:rsidR="007D6C9B">
        <w:rPr>
          <w:rtl/>
        </w:rPr>
        <w:t xml:space="preserve">ں </w:t>
      </w:r>
      <w:r>
        <w:rPr>
          <w:rtl/>
        </w:rPr>
        <w:t>كے پاس گيا ،جن سے زمانہ جاہليت مي</w:t>
      </w:r>
      <w:r w:rsidR="007D6C9B">
        <w:rPr>
          <w:rtl/>
        </w:rPr>
        <w:t xml:space="preserve">ں </w:t>
      </w:r>
      <w:r>
        <w:rPr>
          <w:rtl/>
        </w:rPr>
        <w:t xml:space="preserve">ان كى دوستى تھى ان سے كہا اے بنى قريظہ تم جانتے ہوكہ مجھے تمہارے ساتھ محبت ہے_ </w:t>
      </w:r>
    </w:p>
    <w:p w:rsidR="00DE2D7F" w:rsidRDefault="00DE2D7F" w:rsidP="00D07B54">
      <w:pPr>
        <w:pStyle w:val="libNormal"/>
        <w:rPr>
          <w:rtl/>
        </w:rPr>
      </w:pPr>
      <w:r>
        <w:rPr>
          <w:rtl/>
        </w:rPr>
        <w:t>انھو</w:t>
      </w:r>
      <w:r w:rsidR="007D6C9B">
        <w:rPr>
          <w:rtl/>
        </w:rPr>
        <w:t xml:space="preserve">ں </w:t>
      </w:r>
      <w:r>
        <w:rPr>
          <w:rtl/>
        </w:rPr>
        <w:t>نے كہا آپ سچ كہتے ہي</w:t>
      </w:r>
      <w:r w:rsidR="007D6C9B">
        <w:rPr>
          <w:rtl/>
        </w:rPr>
        <w:t xml:space="preserve">ں </w:t>
      </w:r>
      <w:r>
        <w:rPr>
          <w:rtl/>
        </w:rPr>
        <w:t>:ہم آپ پراس بارے مي</w:t>
      </w:r>
      <w:r w:rsidR="007D6C9B">
        <w:rPr>
          <w:rtl/>
        </w:rPr>
        <w:t xml:space="preserve">ں </w:t>
      </w:r>
      <w:r>
        <w:rPr>
          <w:rtl/>
        </w:rPr>
        <w:t>ہر گز كوئي الزام نہي</w:t>
      </w:r>
      <w:r w:rsidR="007D6C9B">
        <w:rPr>
          <w:rtl/>
        </w:rPr>
        <w:t xml:space="preserve">ں </w:t>
      </w:r>
      <w:r>
        <w:rPr>
          <w:rtl/>
        </w:rPr>
        <w:t xml:space="preserve">لگاتے _ </w:t>
      </w:r>
    </w:p>
    <w:p w:rsidR="00DE2D7F" w:rsidRDefault="00DE2D7F" w:rsidP="00D07B54">
      <w:pPr>
        <w:pStyle w:val="libNormal"/>
        <w:rPr>
          <w:rtl/>
        </w:rPr>
      </w:pPr>
      <w:r>
        <w:rPr>
          <w:rtl/>
        </w:rPr>
        <w:t>نعيم بن مسعود نے كہا :قبيلہ قريش اور عظفان تمہارى طرح نہي</w:t>
      </w:r>
      <w:r w:rsidR="007D6C9B">
        <w:rPr>
          <w:rtl/>
        </w:rPr>
        <w:t xml:space="preserve">ں </w:t>
      </w:r>
      <w:r>
        <w:rPr>
          <w:rtl/>
        </w:rPr>
        <w:t>ہي</w:t>
      </w:r>
      <w:r w:rsidR="007D6C9B">
        <w:rPr>
          <w:rtl/>
        </w:rPr>
        <w:t xml:space="preserve">ں </w:t>
      </w:r>
      <w:r>
        <w:rPr>
          <w:rtl/>
        </w:rPr>
        <w:t xml:space="preserve">، يہ تمہارا اپنا شہر ہے، تمہارا مال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اولاد اور عورتي</w:t>
      </w:r>
      <w:r w:rsidR="007D6C9B">
        <w:rPr>
          <w:rtl/>
        </w:rPr>
        <w:t xml:space="preserve">ں </w:t>
      </w:r>
      <w:r>
        <w:rPr>
          <w:rtl/>
        </w:rPr>
        <w:t>يہا</w:t>
      </w:r>
      <w:r w:rsidR="007D6C9B">
        <w:rPr>
          <w:rtl/>
        </w:rPr>
        <w:t xml:space="preserve">ں </w:t>
      </w:r>
      <w:r>
        <w:rPr>
          <w:rtl/>
        </w:rPr>
        <w:t>پر ہي</w:t>
      </w:r>
      <w:r w:rsidR="007D6C9B">
        <w:rPr>
          <w:rtl/>
        </w:rPr>
        <w:t xml:space="preserve">ں </w:t>
      </w:r>
      <w:r>
        <w:rPr>
          <w:rtl/>
        </w:rPr>
        <w:t>اور تم ہر گز يہ نہي</w:t>
      </w:r>
      <w:r w:rsidR="007D6C9B">
        <w:rPr>
          <w:rtl/>
        </w:rPr>
        <w:t xml:space="preserve">ں </w:t>
      </w:r>
      <w:r>
        <w:rPr>
          <w:rtl/>
        </w:rPr>
        <w:t>كر سكتے كہ يہا</w:t>
      </w:r>
      <w:r w:rsidR="007D6C9B">
        <w:rPr>
          <w:rtl/>
        </w:rPr>
        <w:t xml:space="preserve">ں </w:t>
      </w:r>
      <w:r>
        <w:rPr>
          <w:rtl/>
        </w:rPr>
        <w:t xml:space="preserve">سے كو چ كر جا ئو_ </w:t>
      </w:r>
    </w:p>
    <w:p w:rsidR="00DE2D7F" w:rsidRDefault="00DE2D7F" w:rsidP="00D07B54">
      <w:pPr>
        <w:pStyle w:val="libNormal"/>
        <w:rPr>
          <w:rtl/>
        </w:rPr>
      </w:pPr>
      <w:r>
        <w:rPr>
          <w:rtl/>
        </w:rPr>
        <w:t>قريش اور قبيلہ عظفان محمد(ص) اور ان كے اصحاب كے ساتھ جنگ كرنے كے لے آئے ہوئے ہي</w:t>
      </w:r>
      <w:r w:rsidR="007D6C9B">
        <w:rPr>
          <w:rtl/>
        </w:rPr>
        <w:t xml:space="preserve">ں </w:t>
      </w:r>
      <w:r>
        <w:rPr>
          <w:rtl/>
        </w:rPr>
        <w:t>اور تم نے ان كى حمايت كى ہے جبكہ ان كا شہر كہي</w:t>
      </w:r>
      <w:r w:rsidR="007D6C9B">
        <w:rPr>
          <w:rtl/>
        </w:rPr>
        <w:t xml:space="preserve">ں </w:t>
      </w:r>
      <w:r>
        <w:rPr>
          <w:rtl/>
        </w:rPr>
        <w:t>او رہے اور ان كے مال او رعورتي</w:t>
      </w:r>
      <w:r w:rsidR="007D6C9B">
        <w:rPr>
          <w:rtl/>
        </w:rPr>
        <w:t xml:space="preserve">ں </w:t>
      </w:r>
      <w:r>
        <w:rPr>
          <w:rtl/>
        </w:rPr>
        <w:t>بھى دوسرى جگہ پر ہي</w:t>
      </w:r>
      <w:r w:rsidR="007D6C9B">
        <w:rPr>
          <w:rtl/>
        </w:rPr>
        <w:t xml:space="preserve">ں </w:t>
      </w:r>
      <w:r>
        <w:rPr>
          <w:rtl/>
        </w:rPr>
        <w:t>، اگر انھي</w:t>
      </w:r>
      <w:r w:rsidR="007D6C9B">
        <w:rPr>
          <w:rtl/>
        </w:rPr>
        <w:t xml:space="preserve">ں </w:t>
      </w:r>
      <w:r>
        <w:rPr>
          <w:rtl/>
        </w:rPr>
        <w:t>موقع ملے تو لوٹ مار اور غارت گرى كر كے اپنے ساتھ لے جائي</w:t>
      </w:r>
      <w:r w:rsidR="007D6C9B">
        <w:rPr>
          <w:rtl/>
        </w:rPr>
        <w:t xml:space="preserve">ں </w:t>
      </w:r>
      <w:r>
        <w:rPr>
          <w:rtl/>
        </w:rPr>
        <w:t>گے، اگر كوئي مشكل پيش آجا ئے تو اپنے شہر كو لوٹ جائي</w:t>
      </w:r>
      <w:r w:rsidR="007D6C9B">
        <w:rPr>
          <w:rtl/>
        </w:rPr>
        <w:t xml:space="preserve">ں </w:t>
      </w:r>
      <w:r>
        <w:rPr>
          <w:rtl/>
        </w:rPr>
        <w:t>گے، ليكن تم كو اور محمد(ص) كو تو اسى شہر مي</w:t>
      </w:r>
      <w:r w:rsidR="007D6C9B">
        <w:rPr>
          <w:rtl/>
        </w:rPr>
        <w:t xml:space="preserve">ں </w:t>
      </w:r>
      <w:r>
        <w:rPr>
          <w:rtl/>
        </w:rPr>
        <w:t>رہنا ہے او ريقيناتم اكيلے ان سے مقابلہ كرنے كى طاقت نہي</w:t>
      </w:r>
      <w:r w:rsidR="007D6C9B">
        <w:rPr>
          <w:rtl/>
        </w:rPr>
        <w:t xml:space="preserve">ں </w:t>
      </w:r>
      <w:r>
        <w:rPr>
          <w:rtl/>
        </w:rPr>
        <w:t>ركھتے ،تم اس وقت تك اسلحہ نہ اٹھائوجب تك قريش سے كوئي معاہدہ نہ كر لو او رو ہ اس طرح كہ وہ چندسردارو</w:t>
      </w:r>
      <w:r w:rsidR="007D6C9B">
        <w:rPr>
          <w:rtl/>
        </w:rPr>
        <w:t xml:space="preserve">ں </w:t>
      </w:r>
      <w:r>
        <w:rPr>
          <w:rtl/>
        </w:rPr>
        <w:t>اور بزرگو</w:t>
      </w:r>
      <w:r w:rsidR="007D6C9B">
        <w:rPr>
          <w:rtl/>
        </w:rPr>
        <w:t xml:space="preserve">ں </w:t>
      </w:r>
      <w:r>
        <w:rPr>
          <w:rtl/>
        </w:rPr>
        <w:t>كو تمہارے پاس گروى ركھ دي</w:t>
      </w:r>
      <w:r w:rsidR="007D6C9B">
        <w:rPr>
          <w:rtl/>
        </w:rPr>
        <w:t xml:space="preserve">ں </w:t>
      </w:r>
      <w:r>
        <w:rPr>
          <w:rtl/>
        </w:rPr>
        <w:t>تاكہ وہ جنگ مي</w:t>
      </w:r>
      <w:r w:rsidR="007D6C9B">
        <w:rPr>
          <w:rtl/>
        </w:rPr>
        <w:t xml:space="preserve">ں </w:t>
      </w:r>
      <w:r>
        <w:rPr>
          <w:rtl/>
        </w:rPr>
        <w:t>كو تاہى نہ كري</w:t>
      </w:r>
      <w:r w:rsidR="007D6C9B">
        <w:rPr>
          <w:rtl/>
        </w:rPr>
        <w:t xml:space="preserve">ں </w:t>
      </w:r>
      <w:r>
        <w:rPr>
          <w:rtl/>
        </w:rPr>
        <w:t xml:space="preserve">_ </w:t>
      </w:r>
    </w:p>
    <w:p w:rsidR="00DE2D7F" w:rsidRDefault="00DE2D7F" w:rsidP="00D07B54">
      <w:pPr>
        <w:pStyle w:val="libNormal"/>
        <w:rPr>
          <w:rtl/>
        </w:rPr>
      </w:pPr>
      <w:r>
        <w:rPr>
          <w:rtl/>
        </w:rPr>
        <w:t>بنى قريظہ كے يہوديو</w:t>
      </w:r>
      <w:r w:rsidR="007D6C9B">
        <w:rPr>
          <w:rtl/>
        </w:rPr>
        <w:t xml:space="preserve">ں </w:t>
      </w:r>
      <w:r>
        <w:rPr>
          <w:rtl/>
        </w:rPr>
        <w:t xml:space="preserve">نے اس نظريہ كوبہت سراہا_ </w:t>
      </w:r>
    </w:p>
    <w:p w:rsidR="00DE2D7F" w:rsidRDefault="00DE2D7F" w:rsidP="00D07B54">
      <w:pPr>
        <w:pStyle w:val="libNormal"/>
        <w:rPr>
          <w:rtl/>
        </w:rPr>
      </w:pPr>
      <w:r>
        <w:rPr>
          <w:rtl/>
        </w:rPr>
        <w:t>پھر نعيم مخفى طور پر قريش كے پاس گيا اور ابو سفيان اور قريش كے چندسردارو</w:t>
      </w:r>
      <w:r w:rsidR="007D6C9B">
        <w:rPr>
          <w:rtl/>
        </w:rPr>
        <w:t xml:space="preserve">ں </w:t>
      </w:r>
      <w:r>
        <w:rPr>
          <w:rtl/>
        </w:rPr>
        <w:t>سے كہا كہ تم اپنے ساتھ ميرى دوستى كى كيفيت سے اچھى طرح آگاہ ہو، ايك بات ميرے كانو</w:t>
      </w:r>
      <w:r w:rsidR="007D6C9B">
        <w:rPr>
          <w:rtl/>
        </w:rPr>
        <w:t xml:space="preserve">ں </w:t>
      </w:r>
      <w:r>
        <w:rPr>
          <w:rtl/>
        </w:rPr>
        <w:t>تك پہنچى ہے، جسے تم تك پہنچا نا مي</w:t>
      </w:r>
      <w:r w:rsidR="007D6C9B">
        <w:rPr>
          <w:rtl/>
        </w:rPr>
        <w:t xml:space="preserve">ں </w:t>
      </w:r>
      <w:r>
        <w:rPr>
          <w:rtl/>
        </w:rPr>
        <w:t>اپنا فريضہ سمجھتا ہو</w:t>
      </w:r>
      <w:r w:rsidR="007D6C9B">
        <w:rPr>
          <w:rtl/>
        </w:rPr>
        <w:t xml:space="preserve">ں </w:t>
      </w:r>
      <w:r>
        <w:rPr>
          <w:rtl/>
        </w:rPr>
        <w:t>تا كہ خير خواہى كا حق اداكر سكو</w:t>
      </w:r>
      <w:r w:rsidR="007D6C9B">
        <w:rPr>
          <w:rtl/>
        </w:rPr>
        <w:t xml:space="preserve">ں </w:t>
      </w:r>
      <w:r>
        <w:rPr>
          <w:rtl/>
        </w:rPr>
        <w:t xml:space="preserve">ليكن ميرى خواہش يہ ہے كہ يہ بات كسى او ركو معلو م نہ ہونے پائے _ </w:t>
      </w:r>
    </w:p>
    <w:p w:rsidR="00DE2D7F" w:rsidRDefault="00DE2D7F" w:rsidP="00D07B54">
      <w:pPr>
        <w:pStyle w:val="libNormal"/>
        <w:rPr>
          <w:rtl/>
        </w:rPr>
      </w:pPr>
      <w:r>
        <w:rPr>
          <w:rtl/>
        </w:rPr>
        <w:t>انھو</w:t>
      </w:r>
      <w:r w:rsidR="007D6C9B">
        <w:rPr>
          <w:rtl/>
        </w:rPr>
        <w:t xml:space="preserve">ں </w:t>
      </w:r>
      <w:r>
        <w:rPr>
          <w:rtl/>
        </w:rPr>
        <w:t xml:space="preserve">نے كہا كہ تم بالكل مطمئن رہو _ </w:t>
      </w:r>
    </w:p>
    <w:p w:rsidR="00DE2D7F" w:rsidRDefault="00DE2D7F" w:rsidP="00D07B54">
      <w:pPr>
        <w:pStyle w:val="libNormal"/>
        <w:rPr>
          <w:rtl/>
        </w:rPr>
      </w:pPr>
      <w:r>
        <w:rPr>
          <w:rtl/>
        </w:rPr>
        <w:t>نعيم كہنے لگے : تمہي</w:t>
      </w:r>
      <w:r w:rsidR="007D6C9B">
        <w:rPr>
          <w:rtl/>
        </w:rPr>
        <w:t xml:space="preserve">ں </w:t>
      </w:r>
      <w:r>
        <w:rPr>
          <w:rtl/>
        </w:rPr>
        <w:t>معلوم ہو نا چاہيے كہ يہودى محمد(ص) كے بارے مي</w:t>
      </w:r>
      <w:r w:rsidR="007D6C9B">
        <w:rPr>
          <w:rtl/>
        </w:rPr>
        <w:t xml:space="preserve">ں </w:t>
      </w:r>
      <w:r>
        <w:rPr>
          <w:rtl/>
        </w:rPr>
        <w:t>تمھارے طرز عمل سے اپنى برائت كا فيصلہ كر چكے ہي</w:t>
      </w:r>
      <w:r w:rsidR="007D6C9B">
        <w:rPr>
          <w:rtl/>
        </w:rPr>
        <w:t xml:space="preserve">ں </w:t>
      </w:r>
      <w:r>
        <w:rPr>
          <w:rtl/>
        </w:rPr>
        <w:t>،يہوديو</w:t>
      </w:r>
      <w:r w:rsidR="007D6C9B">
        <w:rPr>
          <w:rtl/>
        </w:rPr>
        <w:t xml:space="preserve">ں </w:t>
      </w:r>
      <w:r>
        <w:rPr>
          <w:rtl/>
        </w:rPr>
        <w:t>نے محمد(ص) كے پاس قاصد بھيجا ہے او ركہلوايا ہے كہ ہم اپنے كئے پر پشيمان ہي</w:t>
      </w:r>
      <w:r w:rsidR="007D6C9B">
        <w:rPr>
          <w:rtl/>
        </w:rPr>
        <w:t xml:space="preserve">ں </w:t>
      </w:r>
      <w:r>
        <w:rPr>
          <w:rtl/>
        </w:rPr>
        <w:t>اور كيا يہ كافى ہو گا كہ ہم قبيلہ قريش او رغطفان كے چندسردار آپ(ص) كے لئے يرغمال بنالي</w:t>
      </w:r>
      <w:r w:rsidR="007D6C9B">
        <w:rPr>
          <w:rtl/>
        </w:rPr>
        <w:t xml:space="preserve">ں </w:t>
      </w:r>
      <w:r>
        <w:rPr>
          <w:rtl/>
        </w:rPr>
        <w:t>اور ان كو بندھے ہاتھو</w:t>
      </w:r>
      <w:r w:rsidR="007D6C9B">
        <w:rPr>
          <w:rtl/>
        </w:rPr>
        <w:t xml:space="preserve">ں </w:t>
      </w:r>
      <w:r>
        <w:rPr>
          <w:rtl/>
        </w:rPr>
        <w:t>آپ كے سپرد كردي</w:t>
      </w:r>
      <w:r w:rsidR="007D6C9B">
        <w:rPr>
          <w:rtl/>
        </w:rPr>
        <w:t xml:space="preserve">ں </w:t>
      </w:r>
      <w:r>
        <w:rPr>
          <w:rtl/>
        </w:rPr>
        <w:t>تاكہ آپ ان كى گردن اڑادي</w:t>
      </w:r>
      <w:r w:rsidR="007D6C9B">
        <w:rPr>
          <w:rtl/>
        </w:rPr>
        <w:t xml:space="preserve">ں </w:t>
      </w:r>
      <w:r>
        <w:rPr>
          <w:rtl/>
        </w:rPr>
        <w:t>، اس كے بعد ہم آپ كے ساتھ مل كر ان كى بيخ كنى كري</w:t>
      </w:r>
      <w:r w:rsidR="007D6C9B">
        <w:rPr>
          <w:rtl/>
        </w:rPr>
        <w:t xml:space="preserve">ں </w:t>
      </w:r>
      <w:r>
        <w:rPr>
          <w:rtl/>
        </w:rPr>
        <w:t>گے ؟محمد(ص) نے بھى ان كى پيش كش كوقبول كرليا ہے، اس بنا ء پر اگر يہودى تمہارے پاس كسى كو بھيجي</w:t>
      </w:r>
      <w:r w:rsidR="007D6C9B">
        <w:rPr>
          <w:rtl/>
        </w:rPr>
        <w:t xml:space="preserve">ں </w:t>
      </w:r>
      <w:r>
        <w:rPr>
          <w:rtl/>
        </w:rPr>
        <w:t>او رگروى ركھنے كا مطالبہ كري</w:t>
      </w:r>
      <w:r w:rsidR="007D6C9B">
        <w:rPr>
          <w:rtl/>
        </w:rPr>
        <w:t xml:space="preserve">ں </w:t>
      </w:r>
      <w:r>
        <w:rPr>
          <w:rtl/>
        </w:rPr>
        <w:t xml:space="preserve">تو ايك آدمى بھى ان كے سپرد نہ كر نا كيونكہ خطرہ يقينى ہے _ </w:t>
      </w:r>
    </w:p>
    <w:p w:rsidR="00DE2D7F" w:rsidRDefault="00DE2D7F" w:rsidP="00D07B54">
      <w:pPr>
        <w:pStyle w:val="libNormal"/>
        <w:rPr>
          <w:rtl/>
        </w:rPr>
      </w:pPr>
      <w:r>
        <w:rPr>
          <w:rtl/>
        </w:rPr>
        <w:t xml:space="preserve">پھر وہ اپنے قبيلہ غطفان كے پاس آئے اور كہا :تم ميرے اصل اور نسب كو اچھى طرح جانتے ہو_ </w:t>
      </w:r>
    </w:p>
    <w:p w:rsidR="003C61BE" w:rsidRDefault="00C2634E"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مي</w:t>
      </w:r>
      <w:r w:rsidR="007D6C9B">
        <w:rPr>
          <w:rtl/>
        </w:rPr>
        <w:t xml:space="preserve">ں </w:t>
      </w:r>
      <w:r>
        <w:rPr>
          <w:rtl/>
        </w:rPr>
        <w:t>تمھاراعاشق او رفريفتہ ہو</w:t>
      </w:r>
      <w:r w:rsidR="007D6C9B">
        <w:rPr>
          <w:rtl/>
        </w:rPr>
        <w:t xml:space="preserve">ں </w:t>
      </w:r>
      <w:r>
        <w:rPr>
          <w:rtl/>
        </w:rPr>
        <w:t>او رمي</w:t>
      </w:r>
      <w:r w:rsidR="007D6C9B">
        <w:rPr>
          <w:rtl/>
        </w:rPr>
        <w:t xml:space="preserve">ں </w:t>
      </w:r>
      <w:r>
        <w:rPr>
          <w:rtl/>
        </w:rPr>
        <w:t>سوچ بھى نہي</w:t>
      </w:r>
      <w:r w:rsidR="007D6C9B">
        <w:rPr>
          <w:rtl/>
        </w:rPr>
        <w:t xml:space="preserve">ں </w:t>
      </w:r>
      <w:r>
        <w:rPr>
          <w:rtl/>
        </w:rPr>
        <w:t>سكتا كہ تمھي</w:t>
      </w:r>
      <w:r w:rsidR="007D6C9B">
        <w:rPr>
          <w:rtl/>
        </w:rPr>
        <w:t xml:space="preserve">ں </w:t>
      </w:r>
      <w:r>
        <w:rPr>
          <w:rtl/>
        </w:rPr>
        <w:t>ميرے خلوص نيت مي</w:t>
      </w:r>
      <w:r w:rsidR="007D6C9B">
        <w:rPr>
          <w:rtl/>
        </w:rPr>
        <w:t xml:space="preserve">ں </w:t>
      </w:r>
      <w:r>
        <w:rPr>
          <w:rtl/>
        </w:rPr>
        <w:t xml:space="preserve">تھوڑا سابھى شك اور شبہ ہو _ </w:t>
      </w:r>
    </w:p>
    <w:p w:rsidR="00DE2D7F" w:rsidRDefault="00DE2D7F" w:rsidP="00D07B54">
      <w:pPr>
        <w:pStyle w:val="libNormal"/>
        <w:rPr>
          <w:rtl/>
        </w:rPr>
      </w:pPr>
      <w:r>
        <w:rPr>
          <w:rtl/>
        </w:rPr>
        <w:t>انھو</w:t>
      </w:r>
      <w:r w:rsidR="007D6C9B">
        <w:rPr>
          <w:rtl/>
        </w:rPr>
        <w:t xml:space="preserve">ں </w:t>
      </w:r>
      <w:r>
        <w:rPr>
          <w:rtl/>
        </w:rPr>
        <w:t xml:space="preserve">نے كہا :تم سچ كہتے ہو ،يقينا ايسا ہى ہے _ </w:t>
      </w:r>
    </w:p>
    <w:p w:rsidR="00DE2D7F" w:rsidRDefault="00DE2D7F" w:rsidP="00D07B54">
      <w:pPr>
        <w:pStyle w:val="libNormal"/>
        <w:rPr>
          <w:rtl/>
        </w:rPr>
      </w:pPr>
      <w:r>
        <w:rPr>
          <w:rtl/>
        </w:rPr>
        <w:t>نعيم نے كہا : مي</w:t>
      </w:r>
      <w:r w:rsidR="007D6C9B">
        <w:rPr>
          <w:rtl/>
        </w:rPr>
        <w:t xml:space="preserve">ں </w:t>
      </w:r>
      <w:r>
        <w:rPr>
          <w:rtl/>
        </w:rPr>
        <w:t>تم سے ايك بات كہنا چاہتا ہو</w:t>
      </w:r>
      <w:r w:rsidR="007D6C9B">
        <w:rPr>
          <w:rtl/>
        </w:rPr>
        <w:t xml:space="preserve">ں </w:t>
      </w:r>
      <w:r>
        <w:rPr>
          <w:rtl/>
        </w:rPr>
        <w:t>ليكن ايسا ہو كہ گو يا تم نے مجھ سے بات نہي</w:t>
      </w:r>
      <w:r w:rsidR="007D6C9B">
        <w:rPr>
          <w:rtl/>
        </w:rPr>
        <w:t xml:space="preserve">ں </w:t>
      </w:r>
      <w:r>
        <w:rPr>
          <w:rtl/>
        </w:rPr>
        <w:t xml:space="preserve">سنى _ </w:t>
      </w:r>
    </w:p>
    <w:p w:rsidR="00DE2D7F" w:rsidRDefault="00DE2D7F" w:rsidP="00D07B54">
      <w:pPr>
        <w:pStyle w:val="libNormal"/>
        <w:rPr>
          <w:rtl/>
        </w:rPr>
      </w:pPr>
      <w:r>
        <w:rPr>
          <w:rtl/>
        </w:rPr>
        <w:t>انھو</w:t>
      </w:r>
      <w:r w:rsidR="007D6C9B">
        <w:rPr>
          <w:rtl/>
        </w:rPr>
        <w:t xml:space="preserve">ں </w:t>
      </w:r>
      <w:r>
        <w:rPr>
          <w:rtl/>
        </w:rPr>
        <w:t xml:space="preserve">نے كہا :مطمئن رہويقينا ايسا ہى ہو گا ،وہ بات كيا ہے ؟ </w:t>
      </w:r>
    </w:p>
    <w:p w:rsidR="00DE2D7F" w:rsidRDefault="00DE2D7F" w:rsidP="00D07B54">
      <w:pPr>
        <w:pStyle w:val="libNormal"/>
        <w:rPr>
          <w:rtl/>
        </w:rPr>
      </w:pPr>
      <w:r>
        <w:rPr>
          <w:rtl/>
        </w:rPr>
        <w:t>نعيم نے وہى بات جو قريش سے كہى تھى يہوديو</w:t>
      </w:r>
      <w:r w:rsidR="007D6C9B">
        <w:rPr>
          <w:rtl/>
        </w:rPr>
        <w:t xml:space="preserve">ں </w:t>
      </w:r>
      <w:r>
        <w:rPr>
          <w:rtl/>
        </w:rPr>
        <w:t>كے پشيمان ہونے او رير غمال بنانے كے ارادے كے بارے مي</w:t>
      </w:r>
      <w:r w:rsidR="007D6C9B">
        <w:rPr>
          <w:rtl/>
        </w:rPr>
        <w:t xml:space="preserve">ں </w:t>
      </w:r>
      <w:r>
        <w:rPr>
          <w:rtl/>
        </w:rPr>
        <w:t>حرف بحرف ان سے بھى كہہ ديا او رانھي</w:t>
      </w:r>
      <w:r w:rsidR="007D6C9B">
        <w:rPr>
          <w:rtl/>
        </w:rPr>
        <w:t xml:space="preserve">ں </w:t>
      </w:r>
      <w:r>
        <w:rPr>
          <w:rtl/>
        </w:rPr>
        <w:t xml:space="preserve">اس كام كے انجام سے ڈرايا _ </w:t>
      </w:r>
    </w:p>
    <w:p w:rsidR="00DE2D7F" w:rsidRDefault="00DE2D7F" w:rsidP="00D07B54">
      <w:pPr>
        <w:pStyle w:val="libNormal"/>
        <w:rPr>
          <w:rtl/>
        </w:rPr>
      </w:pPr>
      <w:r>
        <w:rPr>
          <w:rtl/>
        </w:rPr>
        <w:t xml:space="preserve">اتفاق سے وہ ( ماہ شوال سن </w:t>
      </w:r>
      <w:r w:rsidR="00E664BB">
        <w:rPr>
          <w:rtl/>
        </w:rPr>
        <w:t>5</w:t>
      </w:r>
      <w:r>
        <w:rPr>
          <w:rtl/>
        </w:rPr>
        <w:t xml:space="preserve"> ہجرى كے ) جمعہ او رہفتہ كى درميانى رات تھى _ ابو سفيان او رغطفان كے سردارو</w:t>
      </w:r>
      <w:r w:rsidR="007D6C9B">
        <w:rPr>
          <w:rtl/>
        </w:rPr>
        <w:t xml:space="preserve">ں </w:t>
      </w:r>
      <w:r>
        <w:rPr>
          <w:rtl/>
        </w:rPr>
        <w:t>نے ايك گروہ بنى قريظہ كے يہوديو</w:t>
      </w:r>
      <w:r w:rsidR="007D6C9B">
        <w:rPr>
          <w:rtl/>
        </w:rPr>
        <w:t xml:space="preserve">ں </w:t>
      </w:r>
      <w:r>
        <w:rPr>
          <w:rtl/>
        </w:rPr>
        <w:t>كے پاس بھيجا او ركہا : ہمارے جانور يہا</w:t>
      </w:r>
      <w:r w:rsidR="007D6C9B">
        <w:rPr>
          <w:rtl/>
        </w:rPr>
        <w:t xml:space="preserve">ں </w:t>
      </w:r>
      <w:r>
        <w:rPr>
          <w:rtl/>
        </w:rPr>
        <w:t>تلف ہو رہے ہي</w:t>
      </w:r>
      <w:r w:rsidR="007D6C9B">
        <w:rPr>
          <w:rtl/>
        </w:rPr>
        <w:t xml:space="preserve">ں </w:t>
      </w:r>
      <w:r>
        <w:rPr>
          <w:rtl/>
        </w:rPr>
        <w:t>اور يہا</w:t>
      </w:r>
      <w:r w:rsidR="007D6C9B">
        <w:rPr>
          <w:rtl/>
        </w:rPr>
        <w:t xml:space="preserve">ں </w:t>
      </w:r>
      <w:r>
        <w:rPr>
          <w:rtl/>
        </w:rPr>
        <w:t>ہمارے لئے ٹھہر نے كى كو ئي جگہ نہي</w:t>
      </w:r>
      <w:r w:rsidR="007D6C9B">
        <w:rPr>
          <w:rtl/>
        </w:rPr>
        <w:t xml:space="preserve">ں </w:t>
      </w:r>
      <w:r>
        <w:rPr>
          <w:rtl/>
        </w:rPr>
        <w:t>_ كل صبح ہمي</w:t>
      </w:r>
      <w:r w:rsidR="007D6C9B">
        <w:rPr>
          <w:rtl/>
        </w:rPr>
        <w:t xml:space="preserve">ں </w:t>
      </w:r>
      <w:r>
        <w:rPr>
          <w:rtl/>
        </w:rPr>
        <w:t>حملہ شروع كرنا چاہيے تاكہ كام كو كسى نتيجے تك پہنچائي</w:t>
      </w:r>
      <w:r w:rsidR="007D6C9B">
        <w:rPr>
          <w:rtl/>
        </w:rPr>
        <w:t xml:space="preserve">ں </w:t>
      </w:r>
      <w:r>
        <w:rPr>
          <w:rtl/>
        </w:rPr>
        <w:t xml:space="preserve">_ </w:t>
      </w:r>
    </w:p>
    <w:p w:rsidR="00DE2D7F" w:rsidRDefault="00DE2D7F" w:rsidP="00D07B54">
      <w:pPr>
        <w:pStyle w:val="libNormal"/>
        <w:rPr>
          <w:rtl/>
        </w:rPr>
      </w:pPr>
      <w:r>
        <w:rPr>
          <w:rtl/>
        </w:rPr>
        <w:t>يہوديو</w:t>
      </w:r>
      <w:r w:rsidR="007D6C9B">
        <w:rPr>
          <w:rtl/>
        </w:rPr>
        <w:t xml:space="preserve">ں </w:t>
      </w:r>
      <w:r>
        <w:rPr>
          <w:rtl/>
        </w:rPr>
        <w:t>نے جواب مي</w:t>
      </w:r>
      <w:r w:rsidR="007D6C9B">
        <w:rPr>
          <w:rtl/>
        </w:rPr>
        <w:t xml:space="preserve">ں </w:t>
      </w:r>
      <w:r>
        <w:rPr>
          <w:rtl/>
        </w:rPr>
        <w:t>كہا :كل ہفتہ كا دن ہے او رہم اس دن كسى كام كو ہاتھ نہي</w:t>
      </w:r>
      <w:r w:rsidR="007D6C9B">
        <w:rPr>
          <w:rtl/>
        </w:rPr>
        <w:t xml:space="preserve">ں </w:t>
      </w:r>
      <w:r>
        <w:rPr>
          <w:rtl/>
        </w:rPr>
        <w:t>لگاتے ،علاوہ ازي</w:t>
      </w:r>
      <w:r w:rsidR="007D6C9B">
        <w:rPr>
          <w:rtl/>
        </w:rPr>
        <w:t xml:space="preserve">ں </w:t>
      </w:r>
      <w:r>
        <w:rPr>
          <w:rtl/>
        </w:rPr>
        <w:t>ہمي</w:t>
      </w:r>
      <w:r w:rsidR="007D6C9B">
        <w:rPr>
          <w:rtl/>
        </w:rPr>
        <w:t xml:space="preserve">ں </w:t>
      </w:r>
      <w:r>
        <w:rPr>
          <w:rtl/>
        </w:rPr>
        <w:t>اس بات كا خوف ہے كہ اگر جنگ نے تم پر دبائو ڈالا تو تم اپنے شہرو</w:t>
      </w:r>
      <w:r w:rsidR="007D6C9B">
        <w:rPr>
          <w:rtl/>
        </w:rPr>
        <w:t xml:space="preserve">ں </w:t>
      </w:r>
      <w:r>
        <w:rPr>
          <w:rtl/>
        </w:rPr>
        <w:t>كى طرف پلٹ جائو گے او رہمي</w:t>
      </w:r>
      <w:r w:rsidR="007D6C9B">
        <w:rPr>
          <w:rtl/>
        </w:rPr>
        <w:t xml:space="preserve">ں </w:t>
      </w:r>
      <w:r>
        <w:rPr>
          <w:rtl/>
        </w:rPr>
        <w:t>يہا</w:t>
      </w:r>
      <w:r w:rsidR="007D6C9B">
        <w:rPr>
          <w:rtl/>
        </w:rPr>
        <w:t xml:space="preserve">ں </w:t>
      </w:r>
      <w:r>
        <w:rPr>
          <w:rtl/>
        </w:rPr>
        <w:t>تنہاچھوڑدوگے _ ہمارے تعاون او رساتھ دينے كى شرط يہ ہے كہ ايك گروہ گروى كے طور پر ہمارے حوالے كردو، جب يہ خبر قبيلہ قريش او رغطفان تك پہنچى تو انھو</w:t>
      </w:r>
      <w:r w:rsidR="007D6C9B">
        <w:rPr>
          <w:rtl/>
        </w:rPr>
        <w:t xml:space="preserve">ں </w:t>
      </w:r>
      <w:r>
        <w:rPr>
          <w:rtl/>
        </w:rPr>
        <w:t>نے كہا :خداكى قسم نعيم بن مسعود سچ كہتا تھا،دال مي</w:t>
      </w:r>
      <w:r w:rsidR="007D6C9B">
        <w:rPr>
          <w:rtl/>
        </w:rPr>
        <w:t xml:space="preserve">ں </w:t>
      </w:r>
      <w:r>
        <w:rPr>
          <w:rtl/>
        </w:rPr>
        <w:t xml:space="preserve">كالا ضرو رہے _ </w:t>
      </w:r>
    </w:p>
    <w:p w:rsidR="00DE2D7F" w:rsidRDefault="00DE2D7F" w:rsidP="00D07B54">
      <w:pPr>
        <w:pStyle w:val="libNormal"/>
        <w:rPr>
          <w:rtl/>
        </w:rPr>
      </w:pPr>
      <w:r>
        <w:rPr>
          <w:rtl/>
        </w:rPr>
        <w:t>لہذا انھو</w:t>
      </w:r>
      <w:r w:rsidR="007D6C9B">
        <w:rPr>
          <w:rtl/>
        </w:rPr>
        <w:t xml:space="preserve">ں </w:t>
      </w:r>
      <w:r>
        <w:rPr>
          <w:rtl/>
        </w:rPr>
        <w:t>نے اپنے قاصد يہوديو</w:t>
      </w:r>
      <w:r w:rsidR="007D6C9B">
        <w:rPr>
          <w:rtl/>
        </w:rPr>
        <w:t xml:space="preserve">ں </w:t>
      </w:r>
      <w:r>
        <w:rPr>
          <w:rtl/>
        </w:rPr>
        <w:t>كے پاس بھيجے اور كہا : بخدا ہم تو ايك آدمى بھى تمھارے سپرد نہي</w:t>
      </w:r>
      <w:r w:rsidR="007D6C9B">
        <w:rPr>
          <w:rtl/>
        </w:rPr>
        <w:t xml:space="preserve">ں </w:t>
      </w:r>
      <w:r>
        <w:rPr>
          <w:rtl/>
        </w:rPr>
        <w:t>كري</w:t>
      </w:r>
      <w:r w:rsidR="007D6C9B">
        <w:rPr>
          <w:rtl/>
        </w:rPr>
        <w:t xml:space="preserve">ں </w:t>
      </w:r>
      <w:r>
        <w:rPr>
          <w:rtl/>
        </w:rPr>
        <w:t>گے او راگر جنگ مي</w:t>
      </w:r>
      <w:r w:rsidR="007D6C9B">
        <w:rPr>
          <w:rtl/>
        </w:rPr>
        <w:t xml:space="preserve">ں </w:t>
      </w:r>
      <w:r>
        <w:rPr>
          <w:rtl/>
        </w:rPr>
        <w:t xml:space="preserve">شريك ہو تو ٹھيك ہے شروع كرو _ </w:t>
      </w:r>
    </w:p>
    <w:p w:rsidR="00DE2D7F" w:rsidRDefault="00DE2D7F" w:rsidP="00D07B54">
      <w:pPr>
        <w:pStyle w:val="libNormal"/>
        <w:rPr>
          <w:rtl/>
        </w:rPr>
      </w:pPr>
      <w:r>
        <w:rPr>
          <w:rtl/>
        </w:rPr>
        <w:t>بنى قريظہ جب اس سے با خبر ہوئے تو انھو</w:t>
      </w:r>
      <w:r w:rsidR="007D6C9B">
        <w:rPr>
          <w:rtl/>
        </w:rPr>
        <w:t xml:space="preserve">ں </w:t>
      </w:r>
      <w:r>
        <w:rPr>
          <w:rtl/>
        </w:rPr>
        <w:t>نے كہا :واقعا نعيم بن مسعود نے حق بات كہى تھى يہ جنگ نہي</w:t>
      </w:r>
      <w:r w:rsidR="007D6C9B">
        <w:rPr>
          <w:rtl/>
        </w:rPr>
        <w:t xml:space="preserve">ں </w:t>
      </w:r>
      <w:r>
        <w:rPr>
          <w:rtl/>
        </w:rPr>
        <w:t>كرنا چاہتے بلكہ كوئي چكر چلا رہے ہي</w:t>
      </w:r>
      <w:r w:rsidR="007D6C9B">
        <w:rPr>
          <w:rtl/>
        </w:rPr>
        <w:t xml:space="preserve">ں </w:t>
      </w:r>
      <w:r>
        <w:rPr>
          <w:rtl/>
        </w:rPr>
        <w:t>، يہ چا ہتے ہي</w:t>
      </w:r>
      <w:r w:rsidR="007D6C9B">
        <w:rPr>
          <w:rtl/>
        </w:rPr>
        <w:t xml:space="preserve">ں </w:t>
      </w:r>
      <w:r>
        <w:rPr>
          <w:rtl/>
        </w:rPr>
        <w:t>كہ لوٹ مار كر كے اپنے شہرو</w:t>
      </w:r>
      <w:r w:rsidR="007D6C9B">
        <w:rPr>
          <w:rtl/>
        </w:rPr>
        <w:t xml:space="preserve">ں </w:t>
      </w:r>
      <w:r>
        <w:rPr>
          <w:rtl/>
        </w:rPr>
        <w:t>كو لوٹ جائي</w:t>
      </w:r>
      <w:r w:rsidR="007D6C9B">
        <w:rPr>
          <w:rtl/>
        </w:rPr>
        <w:t xml:space="preserve">ں </w:t>
      </w:r>
      <w:r>
        <w:rPr>
          <w:rtl/>
        </w:rPr>
        <w:t xml:space="preserve">او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رہمي</w:t>
      </w:r>
      <w:r w:rsidR="007D6C9B">
        <w:rPr>
          <w:rtl/>
        </w:rPr>
        <w:t xml:space="preserve">ں </w:t>
      </w:r>
      <w:r>
        <w:rPr>
          <w:rtl/>
        </w:rPr>
        <w:t>محمد(ص) كے مقابلہ مي</w:t>
      </w:r>
      <w:r w:rsidR="007D6C9B">
        <w:rPr>
          <w:rtl/>
        </w:rPr>
        <w:t xml:space="preserve">ں </w:t>
      </w:r>
      <w:r>
        <w:rPr>
          <w:rtl/>
        </w:rPr>
        <w:t>اكيلا چھوڑجا ئي</w:t>
      </w:r>
      <w:r w:rsidR="007D6C9B">
        <w:rPr>
          <w:rtl/>
        </w:rPr>
        <w:t xml:space="preserve">ں </w:t>
      </w:r>
      <w:r>
        <w:rPr>
          <w:rtl/>
        </w:rPr>
        <w:t>پھر انہو</w:t>
      </w:r>
      <w:r w:rsidR="007D6C9B">
        <w:rPr>
          <w:rtl/>
        </w:rPr>
        <w:t xml:space="preserve">ں </w:t>
      </w:r>
      <w:r>
        <w:rPr>
          <w:rtl/>
        </w:rPr>
        <w:t>نے پيغام بھيجا كہ اصل بات وہى ہے جو ہم كہہ چكے ہي</w:t>
      </w:r>
      <w:r w:rsidR="007D6C9B">
        <w:rPr>
          <w:rtl/>
        </w:rPr>
        <w:t xml:space="preserve">ں </w:t>
      </w:r>
      <w:r>
        <w:rPr>
          <w:rtl/>
        </w:rPr>
        <w:t>،بخدا جب تك كچھ افرادگروى كے طور پر ہمارے سپرد نہي</w:t>
      </w:r>
      <w:r w:rsidR="007D6C9B">
        <w:rPr>
          <w:rtl/>
        </w:rPr>
        <w:t xml:space="preserve">ں </w:t>
      </w:r>
      <w:r>
        <w:rPr>
          <w:rtl/>
        </w:rPr>
        <w:t>كروگے ،ہم بھى جنگ نہي</w:t>
      </w:r>
      <w:r w:rsidR="007D6C9B">
        <w:rPr>
          <w:rtl/>
        </w:rPr>
        <w:t xml:space="preserve">ں </w:t>
      </w:r>
      <w:r>
        <w:rPr>
          <w:rtl/>
        </w:rPr>
        <w:t>كري</w:t>
      </w:r>
      <w:r w:rsidR="007D6C9B">
        <w:rPr>
          <w:rtl/>
        </w:rPr>
        <w:t xml:space="preserve">ں </w:t>
      </w:r>
      <w:r>
        <w:rPr>
          <w:rtl/>
        </w:rPr>
        <w:t>گے ،قريش اورغطفان نے بھى اپنى بات پراصرار كيا، لہذا ان كے درميان بھى اختلاف پڑ گيا _ اور يہ وہى موقع تھا كہ رات كو اس قدر زبردست سرد طوفانى ہوا چلى كہ ان كے خيمے اكھڑگئے اور ديگي</w:t>
      </w:r>
      <w:r w:rsidR="007D6C9B">
        <w:rPr>
          <w:rtl/>
        </w:rPr>
        <w:t xml:space="preserve">ں </w:t>
      </w:r>
      <w:r>
        <w:rPr>
          <w:rtl/>
        </w:rPr>
        <w:t>چو لہو</w:t>
      </w:r>
      <w:r w:rsidR="007D6C9B">
        <w:rPr>
          <w:rtl/>
        </w:rPr>
        <w:t xml:space="preserve">ں </w:t>
      </w:r>
      <w:r>
        <w:rPr>
          <w:rtl/>
        </w:rPr>
        <w:t>سے زمين پر آپڑي</w:t>
      </w:r>
      <w:r w:rsidR="007D6C9B">
        <w:rPr>
          <w:rtl/>
        </w:rPr>
        <w:t xml:space="preserve">ں </w:t>
      </w:r>
      <w:r>
        <w:rPr>
          <w:rtl/>
        </w:rPr>
        <w:t xml:space="preserve">_ </w:t>
      </w:r>
    </w:p>
    <w:p w:rsidR="00DE2D7F" w:rsidRDefault="00DE2D7F" w:rsidP="00D07B54">
      <w:pPr>
        <w:pStyle w:val="libNormal"/>
        <w:rPr>
          <w:rtl/>
        </w:rPr>
      </w:pPr>
      <w:r>
        <w:rPr>
          <w:rtl/>
        </w:rPr>
        <w:t>يہ سب عوامل مل ملاكر اس بات كا سبب بن گئے كہ دشمن كو سر پر پائو</w:t>
      </w:r>
      <w:r w:rsidR="007D6C9B">
        <w:rPr>
          <w:rtl/>
        </w:rPr>
        <w:t xml:space="preserve">ں </w:t>
      </w:r>
      <w:r>
        <w:rPr>
          <w:rtl/>
        </w:rPr>
        <w:t>ركھ كر بھا گنا پڑا اور فرار كو قرار پر ترجيح دينى پڑى _ يہا</w:t>
      </w:r>
      <w:r w:rsidR="007D6C9B">
        <w:rPr>
          <w:rtl/>
        </w:rPr>
        <w:t xml:space="preserve">ں </w:t>
      </w:r>
      <w:r>
        <w:rPr>
          <w:rtl/>
        </w:rPr>
        <w:t>تك كہ ميدان مي</w:t>
      </w:r>
      <w:r w:rsidR="007D6C9B">
        <w:rPr>
          <w:rtl/>
        </w:rPr>
        <w:t xml:space="preserve">ں </w:t>
      </w:r>
      <w:r>
        <w:rPr>
          <w:rtl/>
        </w:rPr>
        <w:t xml:space="preserve">انكا ايك آدمى بھى نہ رہا_ </w:t>
      </w:r>
    </w:p>
    <w:p w:rsidR="003C61BE" w:rsidRDefault="00DE2D7F" w:rsidP="00D07B54">
      <w:pPr>
        <w:pStyle w:val="Heading2Center"/>
        <w:rPr>
          <w:rtl/>
        </w:rPr>
      </w:pPr>
      <w:bookmarkStart w:id="379" w:name="_Toc7268776"/>
      <w:r>
        <w:rPr>
          <w:rtl/>
        </w:rPr>
        <w:t>حذيفہ كا واقعہ</w:t>
      </w:r>
      <w:bookmarkEnd w:id="379"/>
    </w:p>
    <w:p w:rsidR="00DE2D7F" w:rsidRDefault="00DE2D7F" w:rsidP="00D07B54">
      <w:pPr>
        <w:pStyle w:val="libNormal"/>
        <w:rPr>
          <w:rtl/>
        </w:rPr>
      </w:pPr>
      <w:r>
        <w:rPr>
          <w:rtl/>
        </w:rPr>
        <w:t xml:space="preserve"> بہت سى تواريخ مي</w:t>
      </w:r>
      <w:r w:rsidR="007D6C9B">
        <w:rPr>
          <w:rtl/>
        </w:rPr>
        <w:t xml:space="preserve">ں </w:t>
      </w:r>
      <w:r>
        <w:rPr>
          <w:rtl/>
        </w:rPr>
        <w:t>آيا ہے ،كہ حذيفہ يمانى كہتے ہي</w:t>
      </w:r>
      <w:r w:rsidR="007D6C9B">
        <w:rPr>
          <w:rtl/>
        </w:rPr>
        <w:t xml:space="preserve">ں </w:t>
      </w:r>
      <w:r>
        <w:rPr>
          <w:rtl/>
        </w:rPr>
        <w:t>كہ ہم جنگ خندق مي</w:t>
      </w:r>
      <w:r w:rsidR="007D6C9B">
        <w:rPr>
          <w:rtl/>
        </w:rPr>
        <w:t xml:space="preserve">ں </w:t>
      </w:r>
      <w:r>
        <w:rPr>
          <w:rtl/>
        </w:rPr>
        <w:t>بھوك او رتھكن ،وحشت اوراضطراب اس قدر دو چار تھے كہ خدا ہى بہتر جانتا ہے ،ايك رات (لشكر احزاب مي</w:t>
      </w:r>
      <w:r w:rsidR="007D6C9B">
        <w:rPr>
          <w:rtl/>
        </w:rPr>
        <w:t xml:space="preserve">ں </w:t>
      </w:r>
      <w:r>
        <w:rPr>
          <w:rtl/>
        </w:rPr>
        <w:t>اختلاف پڑ جانے كے بعد )پيغمبر (ص) نے فرمايا:كيا تم مي</w:t>
      </w:r>
      <w:r w:rsidR="007D6C9B">
        <w:rPr>
          <w:rtl/>
        </w:rPr>
        <w:t xml:space="preserve">ں </w:t>
      </w:r>
      <w:r>
        <w:rPr>
          <w:rtl/>
        </w:rPr>
        <w:t>سے كوئي ايسا شخص ہے جو چھپ چھپا كر دشمن كى لشكر گاہ مي</w:t>
      </w:r>
      <w:r w:rsidR="007D6C9B">
        <w:rPr>
          <w:rtl/>
        </w:rPr>
        <w:t xml:space="preserve">ں </w:t>
      </w:r>
      <w:r>
        <w:rPr>
          <w:rtl/>
        </w:rPr>
        <w:t>جائے اور ان كے حالات معلوم كر لائے تا كہ وہ جيت مي</w:t>
      </w:r>
      <w:r w:rsidR="007D6C9B">
        <w:rPr>
          <w:rtl/>
        </w:rPr>
        <w:t xml:space="preserve">ں </w:t>
      </w:r>
      <w:r>
        <w:rPr>
          <w:rtl/>
        </w:rPr>
        <w:t xml:space="preserve">ميرا رفيق اور ساتھى ہو_ </w:t>
      </w:r>
    </w:p>
    <w:p w:rsidR="00DE2D7F" w:rsidRDefault="00DE2D7F" w:rsidP="00D07B54">
      <w:pPr>
        <w:pStyle w:val="libNormal"/>
        <w:rPr>
          <w:rtl/>
        </w:rPr>
      </w:pPr>
      <w:r>
        <w:rPr>
          <w:rtl/>
        </w:rPr>
        <w:t>حذيفہ كہتے ہي</w:t>
      </w:r>
      <w:r w:rsidR="007D6C9B">
        <w:rPr>
          <w:rtl/>
        </w:rPr>
        <w:t xml:space="preserve">ں </w:t>
      </w:r>
      <w:r>
        <w:rPr>
          <w:rtl/>
        </w:rPr>
        <w:t xml:space="preserve">: خدا كى قسم كوئي شخض بھى شدت وحشت ، تھكن اور بھوك كے مارے اپنى جگہ سے نہ اٹھا _ </w:t>
      </w:r>
    </w:p>
    <w:p w:rsidR="00DE2D7F" w:rsidRDefault="00DE2D7F" w:rsidP="00D07B54">
      <w:pPr>
        <w:pStyle w:val="libNormal"/>
        <w:rPr>
          <w:rtl/>
        </w:rPr>
      </w:pPr>
      <w:r>
        <w:rPr>
          <w:rtl/>
        </w:rPr>
        <w:t>جس وقت آنحضرت(ص) نے يہ حالت ديكھى تو مجھے آوازدي، مي</w:t>
      </w:r>
      <w:r w:rsidR="007D6C9B">
        <w:rPr>
          <w:rtl/>
        </w:rPr>
        <w:t xml:space="preserve">ں </w:t>
      </w:r>
      <w:r>
        <w:rPr>
          <w:rtl/>
        </w:rPr>
        <w:t>آپ كى خدمت مي</w:t>
      </w:r>
      <w:r w:rsidR="007D6C9B">
        <w:rPr>
          <w:rtl/>
        </w:rPr>
        <w:t xml:space="preserve">ں </w:t>
      </w:r>
      <w:r>
        <w:rPr>
          <w:rtl/>
        </w:rPr>
        <w:t>حاضر ہوا تو فرماياجائو اور ميرے پاس ان لوگو</w:t>
      </w:r>
      <w:r w:rsidR="007D6C9B">
        <w:rPr>
          <w:rtl/>
        </w:rPr>
        <w:t xml:space="preserve">ں </w:t>
      </w:r>
      <w:r>
        <w:rPr>
          <w:rtl/>
        </w:rPr>
        <w:t>كى خبر لے آئو _ ليكن وہا</w:t>
      </w:r>
      <w:r w:rsidR="007D6C9B">
        <w:rPr>
          <w:rtl/>
        </w:rPr>
        <w:t xml:space="preserve">ں </w:t>
      </w:r>
      <w:r>
        <w:rPr>
          <w:rtl/>
        </w:rPr>
        <w:t>كوئي اور كام انجام نہ دينا يہا</w:t>
      </w:r>
      <w:r w:rsidR="007D6C9B">
        <w:rPr>
          <w:rtl/>
        </w:rPr>
        <w:t xml:space="preserve">ں </w:t>
      </w:r>
      <w:r>
        <w:rPr>
          <w:rtl/>
        </w:rPr>
        <w:t xml:space="preserve">تك كہ ميرے پاس آجائو _ </w:t>
      </w:r>
    </w:p>
    <w:p w:rsidR="00DE2D7F" w:rsidRDefault="00DE2D7F" w:rsidP="00D07B54">
      <w:pPr>
        <w:pStyle w:val="libNormal"/>
        <w:rPr>
          <w:rtl/>
        </w:rPr>
      </w:pPr>
      <w:r>
        <w:rPr>
          <w:rtl/>
        </w:rPr>
        <w:t>مي</w:t>
      </w:r>
      <w:r w:rsidR="007D6C9B">
        <w:rPr>
          <w:rtl/>
        </w:rPr>
        <w:t xml:space="preserve">ں </w:t>
      </w:r>
      <w:r>
        <w:rPr>
          <w:rtl/>
        </w:rPr>
        <w:t>ايسى حالت مي</w:t>
      </w:r>
      <w:r w:rsidR="007D6C9B">
        <w:rPr>
          <w:rtl/>
        </w:rPr>
        <w:t xml:space="preserve">ں </w:t>
      </w:r>
      <w:r>
        <w:rPr>
          <w:rtl/>
        </w:rPr>
        <w:t>وہا</w:t>
      </w:r>
      <w:r w:rsidR="007D6C9B">
        <w:rPr>
          <w:rtl/>
        </w:rPr>
        <w:t xml:space="preserve">ں </w:t>
      </w:r>
      <w:r>
        <w:rPr>
          <w:rtl/>
        </w:rPr>
        <w:t>پہنچا جب كہ سخت آندھى چل رہى تھى اور طوفان برپا تھا اور خدا كا يہ لشكر انھي</w:t>
      </w:r>
      <w:r w:rsidR="007D6C9B">
        <w:rPr>
          <w:rtl/>
        </w:rPr>
        <w:t xml:space="preserve">ں </w:t>
      </w:r>
      <w:r>
        <w:rPr>
          <w:rtl/>
        </w:rPr>
        <w:t>تہس نہس كررہا تھا _ خيمے تيز آندھى كے سبب ہوا مي</w:t>
      </w:r>
      <w:r w:rsidR="007D6C9B">
        <w:rPr>
          <w:rtl/>
        </w:rPr>
        <w:t xml:space="preserve">ں </w:t>
      </w:r>
      <w:r>
        <w:rPr>
          <w:rtl/>
        </w:rPr>
        <w:t>اڑ رہے تھے _ آگ بيابان مي</w:t>
      </w:r>
      <w:r w:rsidR="007D6C9B">
        <w:rPr>
          <w:rtl/>
        </w:rPr>
        <w:t xml:space="preserve">ں </w:t>
      </w:r>
      <w:r>
        <w:rPr>
          <w:rtl/>
        </w:rPr>
        <w:t>پھيل چكى تھي_ كھانے كے برتن الٹ پلٹ گئے تھے اچانك مي</w:t>
      </w:r>
      <w:r w:rsidR="007D6C9B">
        <w:rPr>
          <w:rtl/>
        </w:rPr>
        <w:t xml:space="preserve">ں </w:t>
      </w:r>
      <w:r>
        <w:rPr>
          <w:rtl/>
        </w:rPr>
        <w:t>نے ابو سفيان كا سايہ محسوس كياكہ وہ اس تاريكى مي</w:t>
      </w:r>
      <w:r w:rsidR="007D6C9B">
        <w:rPr>
          <w:rtl/>
        </w:rPr>
        <w:t xml:space="preserve">ں </w:t>
      </w:r>
      <w:r>
        <w:rPr>
          <w:rtl/>
        </w:rPr>
        <w:t>بلند آواز سے كہہ رہا تھا: اے قريش تم مي</w:t>
      </w:r>
      <w:r w:rsidR="007D6C9B">
        <w:rPr>
          <w:rtl/>
        </w:rPr>
        <w:t xml:space="preserve">ں </w:t>
      </w:r>
      <w:r>
        <w:rPr>
          <w:rtl/>
        </w:rPr>
        <w:t>سے ہر ايك اپنے پہلو مي</w:t>
      </w:r>
      <w:r w:rsidR="007D6C9B">
        <w:rPr>
          <w:rtl/>
        </w:rPr>
        <w:t xml:space="preserve">ں </w:t>
      </w:r>
      <w:r>
        <w:rPr>
          <w:rtl/>
        </w:rPr>
        <w:t xml:space="preserve">بيٹھے ہوئے كو اچھى طرح سے پہچان لے تا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كہ يہا</w:t>
      </w:r>
      <w:r w:rsidR="007D6C9B">
        <w:rPr>
          <w:rtl/>
        </w:rPr>
        <w:t xml:space="preserve">ں </w:t>
      </w:r>
      <w:r>
        <w:rPr>
          <w:rtl/>
        </w:rPr>
        <w:t>كوئي بے گانہ نہ ہو ، مي</w:t>
      </w:r>
      <w:r w:rsidR="007D6C9B">
        <w:rPr>
          <w:rtl/>
        </w:rPr>
        <w:t xml:space="preserve">ں </w:t>
      </w:r>
      <w:r>
        <w:rPr>
          <w:rtl/>
        </w:rPr>
        <w:t>نے پہل كر كے فوراًہى اپنے پاس بيٹھنے والے شخص سے پوچھا كہ تو كون ہے ؟ اس نے كہا ، فلا</w:t>
      </w:r>
      <w:r w:rsidR="007D6C9B">
        <w:rPr>
          <w:rtl/>
        </w:rPr>
        <w:t xml:space="preserve">ں </w:t>
      </w:r>
      <w:r>
        <w:rPr>
          <w:rtl/>
        </w:rPr>
        <w:t>ہو</w:t>
      </w:r>
      <w:r w:rsidR="007D6C9B">
        <w:rPr>
          <w:rtl/>
        </w:rPr>
        <w:t xml:space="preserve">ں </w:t>
      </w:r>
      <w:r>
        <w:rPr>
          <w:rtl/>
        </w:rPr>
        <w:t>، مي</w:t>
      </w:r>
      <w:r w:rsidR="007D6C9B">
        <w:rPr>
          <w:rtl/>
        </w:rPr>
        <w:t xml:space="preserve">ں </w:t>
      </w:r>
      <w:r>
        <w:rPr>
          <w:rtl/>
        </w:rPr>
        <w:t xml:space="preserve">نے كہابہت اچھا _ </w:t>
      </w:r>
    </w:p>
    <w:p w:rsidR="00DE2D7F" w:rsidRDefault="00DE2D7F" w:rsidP="00D07B54">
      <w:pPr>
        <w:pStyle w:val="libNormal"/>
        <w:rPr>
          <w:rtl/>
        </w:rPr>
      </w:pPr>
      <w:r>
        <w:rPr>
          <w:rtl/>
        </w:rPr>
        <w:t>پھر ابو سفيان نے كہا:خدا كى قسم يہ ٹھہرنے كى جگہ نہي</w:t>
      </w:r>
      <w:r w:rsidR="007D6C9B">
        <w:rPr>
          <w:rtl/>
        </w:rPr>
        <w:t xml:space="preserve">ں </w:t>
      </w:r>
      <w:r>
        <w:rPr>
          <w:rtl/>
        </w:rPr>
        <w:t>ہے، ہمارے اونٹ گھوڑے ضائع ہو چكے ہي</w:t>
      </w:r>
      <w:r w:rsidR="007D6C9B">
        <w:rPr>
          <w:rtl/>
        </w:rPr>
        <w:t xml:space="preserve">ں </w:t>
      </w:r>
      <w:r>
        <w:rPr>
          <w:rtl/>
        </w:rPr>
        <w:t>اور بنى قريظہ نے اپنا پيمان توڑ ڈالا ہے اور اس طوفان نے ہمارے لئے كچھ نہي</w:t>
      </w:r>
      <w:r w:rsidR="007D6C9B">
        <w:rPr>
          <w:rtl/>
        </w:rPr>
        <w:t xml:space="preserve">ں </w:t>
      </w:r>
      <w:r>
        <w:rPr>
          <w:rtl/>
        </w:rPr>
        <w:t xml:space="preserve">چھوڑا _ </w:t>
      </w:r>
    </w:p>
    <w:p w:rsidR="00DE2D7F" w:rsidRDefault="00DE2D7F" w:rsidP="00D07B54">
      <w:pPr>
        <w:pStyle w:val="libNormal"/>
        <w:rPr>
          <w:rtl/>
        </w:rPr>
      </w:pPr>
      <w:r>
        <w:rPr>
          <w:rtl/>
        </w:rPr>
        <w:t>پھر وہ بڑى تيزى سے اپنے اونٹ كى طرف بڑھا اور سوار ہو نے كے لئے اسے زمين سے اٹھا يا، اور اس قدر جلدى مي</w:t>
      </w:r>
      <w:r w:rsidR="007D6C9B">
        <w:rPr>
          <w:rtl/>
        </w:rPr>
        <w:t xml:space="preserve">ں </w:t>
      </w:r>
      <w:r>
        <w:rPr>
          <w:rtl/>
        </w:rPr>
        <w:t>تھا كہ اونٹ كے پائو</w:t>
      </w:r>
      <w:r w:rsidR="007D6C9B">
        <w:rPr>
          <w:rtl/>
        </w:rPr>
        <w:t xml:space="preserve">ں </w:t>
      </w:r>
      <w:r>
        <w:rPr>
          <w:rtl/>
        </w:rPr>
        <w:t>مي</w:t>
      </w:r>
      <w:r w:rsidR="007D6C9B">
        <w:rPr>
          <w:rtl/>
        </w:rPr>
        <w:t xml:space="preserve">ں </w:t>
      </w:r>
      <w:r>
        <w:rPr>
          <w:rtl/>
        </w:rPr>
        <w:t>بندھى ہوئي رسى كھولنا بھول گيا ،لہذا اونٹ تين پائو</w:t>
      </w:r>
      <w:r w:rsidR="007D6C9B">
        <w:rPr>
          <w:rtl/>
        </w:rPr>
        <w:t xml:space="preserve">ں </w:t>
      </w:r>
      <w:r>
        <w:rPr>
          <w:rtl/>
        </w:rPr>
        <w:t>پر كھڑا ہو گيا، مي</w:t>
      </w:r>
      <w:r w:rsidR="007D6C9B">
        <w:rPr>
          <w:rtl/>
        </w:rPr>
        <w:t xml:space="preserve">ں </w:t>
      </w:r>
      <w:r>
        <w:rPr>
          <w:rtl/>
        </w:rPr>
        <w:t>نے سوچا ايك ہى تيرسے اسكا كام تمام كردو</w:t>
      </w:r>
      <w:r w:rsidR="007D6C9B">
        <w:rPr>
          <w:rtl/>
        </w:rPr>
        <w:t xml:space="preserve">ں </w:t>
      </w:r>
      <w:r>
        <w:rPr>
          <w:rtl/>
        </w:rPr>
        <w:t>،ابھى تير چلہ كمان مي</w:t>
      </w:r>
      <w:r w:rsidR="007D6C9B">
        <w:rPr>
          <w:rtl/>
        </w:rPr>
        <w:t xml:space="preserve">ں </w:t>
      </w:r>
      <w:r>
        <w:rPr>
          <w:rtl/>
        </w:rPr>
        <w:t>جوڑا ہى تھا كہ فوراًآنحضرت(ص) كا فرمان يادآگيا كہ جس مي</w:t>
      </w:r>
      <w:r w:rsidR="007D6C9B">
        <w:rPr>
          <w:rtl/>
        </w:rPr>
        <w:t xml:space="preserve">ں </w:t>
      </w:r>
      <w:r>
        <w:rPr>
          <w:rtl/>
        </w:rPr>
        <w:t>آپ (ص) نے فرمايا تھا كچھ كاروائي كے بغير واپس آجا نا،تمہارا كام صرف وہا</w:t>
      </w:r>
      <w:r w:rsidR="007D6C9B">
        <w:rPr>
          <w:rtl/>
        </w:rPr>
        <w:t xml:space="preserve">ں </w:t>
      </w:r>
      <w:r>
        <w:rPr>
          <w:rtl/>
        </w:rPr>
        <w:t>كے حالات ہمارے پاس لانا ہے، لہذا مي</w:t>
      </w:r>
      <w:r w:rsidR="007D6C9B">
        <w:rPr>
          <w:rtl/>
        </w:rPr>
        <w:t xml:space="preserve">ں </w:t>
      </w:r>
      <w:r>
        <w:rPr>
          <w:rtl/>
        </w:rPr>
        <w:t>واپس پلٹ گيا اور جا كر تمام حا لات عرض كئے _ پيغمبر اكرم (ص) نے بارگاہ ايزدى مي</w:t>
      </w:r>
      <w:r w:rsidR="007D6C9B">
        <w:rPr>
          <w:rtl/>
        </w:rPr>
        <w:t xml:space="preserve">ں </w:t>
      </w:r>
      <w:r>
        <w:rPr>
          <w:rtl/>
        </w:rPr>
        <w:t xml:space="preserve">عرض كيا : </w:t>
      </w:r>
    </w:p>
    <w:p w:rsidR="00DE2D7F" w:rsidRDefault="00DE2D7F" w:rsidP="00D07B54">
      <w:pPr>
        <w:pStyle w:val="libNormal"/>
        <w:rPr>
          <w:rtl/>
        </w:rPr>
      </w:pPr>
      <w:r>
        <w:rPr>
          <w:rtl/>
        </w:rPr>
        <w:t>''خداوندا تو كتاب كو نازل كرنے والا او رسريع الحساب ہے ، توخود ہى احزاب كو نيست و نا بو دفرما خدايا انہي</w:t>
      </w:r>
      <w:r w:rsidR="007D6C9B">
        <w:rPr>
          <w:rtl/>
        </w:rPr>
        <w:t xml:space="preserve">ں </w:t>
      </w:r>
      <w:r>
        <w:rPr>
          <w:rtl/>
        </w:rPr>
        <w:t>تباہ كردے اور ان كے پائو</w:t>
      </w:r>
      <w:r w:rsidR="007D6C9B">
        <w:rPr>
          <w:rtl/>
        </w:rPr>
        <w:t xml:space="preserve">ں </w:t>
      </w:r>
      <w:r>
        <w:rPr>
          <w:rtl/>
        </w:rPr>
        <w:t xml:space="preserve">نہ جمنے دے ''_ </w:t>
      </w:r>
    </w:p>
    <w:p w:rsidR="003C61BE" w:rsidRDefault="00DE2D7F" w:rsidP="00D07B54">
      <w:pPr>
        <w:pStyle w:val="Heading2Center"/>
        <w:rPr>
          <w:rtl/>
        </w:rPr>
      </w:pPr>
      <w:bookmarkStart w:id="380" w:name="_Toc7268777"/>
      <w:r>
        <w:rPr>
          <w:rtl/>
        </w:rPr>
        <w:t>جنگ احزاب قرآن كى روشنى مي</w:t>
      </w:r>
      <w:r w:rsidR="007D6C9B">
        <w:rPr>
          <w:rtl/>
        </w:rPr>
        <w:t>ں</w:t>
      </w:r>
      <w:bookmarkEnd w:id="380"/>
    </w:p>
    <w:p w:rsidR="00DE2D7F" w:rsidRDefault="007D6C9B" w:rsidP="00D07B54">
      <w:pPr>
        <w:pStyle w:val="libNormal"/>
        <w:rPr>
          <w:rtl/>
        </w:rPr>
      </w:pPr>
      <w:r>
        <w:rPr>
          <w:rtl/>
        </w:rPr>
        <w:t xml:space="preserve"> </w:t>
      </w:r>
      <w:r w:rsidR="00DE2D7F">
        <w:rPr>
          <w:rtl/>
        </w:rPr>
        <w:t>قرآن اس ماجرا تفصيل بيان كرتے ہوئے كہتا ہے: ''اے وہ لوگ جو ايمان لائے ہو، اپنے اوپر خدا كى عظيم نعمت كو ياد كرو،اس موقع پر جب كہ عظيم لشكر تمہارى طرف آئے ''_</w:t>
      </w:r>
      <w:r w:rsidR="00DE2D7F" w:rsidRPr="00AD1EF3">
        <w:rPr>
          <w:rStyle w:val="libFootnotenumChar"/>
          <w:rtl/>
        </w:rPr>
        <w:t>(</w:t>
      </w:r>
      <w:r w:rsidR="00E664BB" w:rsidRPr="00AD1EF3">
        <w:rPr>
          <w:rStyle w:val="libFootnotenumChar"/>
          <w:rtl/>
        </w:rPr>
        <w:t>1</w:t>
      </w:r>
      <w:r w:rsidR="00DE2D7F" w:rsidRPr="00AD1EF3">
        <w:rPr>
          <w:rStyle w:val="libFootnotenumChar"/>
          <w:rtl/>
        </w:rPr>
        <w:t>)</w:t>
      </w:r>
      <w:r w:rsidR="00DE2D7F">
        <w:rPr>
          <w:rtl/>
        </w:rPr>
        <w:t xml:space="preserve"> </w:t>
      </w:r>
    </w:p>
    <w:p w:rsidR="00DE2D7F" w:rsidRDefault="00DE2D7F" w:rsidP="00D07B54">
      <w:pPr>
        <w:pStyle w:val="libNormal"/>
        <w:rPr>
          <w:rtl/>
        </w:rPr>
      </w:pPr>
      <w:r>
        <w:rPr>
          <w:rtl/>
        </w:rPr>
        <w:t>''ليكن ہم نے ان پر آندھى اور طوفان بھيجے اور ايسے لشكر جنہي</w:t>
      </w:r>
      <w:r w:rsidR="007D6C9B">
        <w:rPr>
          <w:rtl/>
        </w:rPr>
        <w:t xml:space="preserve">ں </w:t>
      </w:r>
      <w:r>
        <w:rPr>
          <w:rtl/>
        </w:rPr>
        <w:t>تم نہي</w:t>
      </w:r>
      <w:r w:rsidR="007D6C9B">
        <w:rPr>
          <w:rtl/>
        </w:rPr>
        <w:t xml:space="preserve">ں </w:t>
      </w:r>
      <w:r>
        <w:rPr>
          <w:rtl/>
        </w:rPr>
        <w:t>ديكھتے رہے تھے اور اس ذريعہ سے ہم نے ان كى سركوبى كى اور انھي</w:t>
      </w:r>
      <w:r w:rsidR="007D6C9B">
        <w:rPr>
          <w:rtl/>
        </w:rPr>
        <w:t xml:space="preserve">ں </w:t>
      </w:r>
      <w:r>
        <w:rPr>
          <w:rtl/>
        </w:rPr>
        <w:t>تتر بتر كرديا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 نہ دكھنے والے لشكر '' سے مراد جو رسالت ماب (ص) كى نصرت كے لئے آئے تھے ، وہى فرشتے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احزاب آيت </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 سورہ احزاب آيت </w:t>
      </w:r>
      <w:r w:rsidR="00E44785">
        <w:rPr>
          <w:rtl/>
        </w:rPr>
        <w:t>9</w:t>
      </w:r>
      <w:r>
        <w:rPr>
          <w:rtl/>
        </w:rPr>
        <w:t xml:space="preserve">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تھے جن كا مومنين كى جنگ بدر مي</w:t>
      </w:r>
      <w:r w:rsidR="007D6C9B">
        <w:rPr>
          <w:rtl/>
        </w:rPr>
        <w:t xml:space="preserve">ں </w:t>
      </w:r>
      <w:r>
        <w:rPr>
          <w:rtl/>
        </w:rPr>
        <w:t>مدد كرنا بھى صراحت كے ساتھ قرآن مجيد مي</w:t>
      </w:r>
      <w:r w:rsidR="007D6C9B">
        <w:rPr>
          <w:rtl/>
        </w:rPr>
        <w:t xml:space="preserve">ں </w:t>
      </w:r>
      <w:r>
        <w:rPr>
          <w:rtl/>
        </w:rPr>
        <w:t xml:space="preserve">آيا ہے ليكن جيسا (كہ سورہ انفال كى آيہ </w:t>
      </w:r>
      <w:r w:rsidR="00E44785">
        <w:rPr>
          <w:rtl/>
        </w:rPr>
        <w:t>9</w:t>
      </w:r>
      <w:r>
        <w:rPr>
          <w:rtl/>
        </w:rPr>
        <w:t xml:space="preserve"> كے ذيل مي</w:t>
      </w:r>
      <w:r w:rsidR="007D6C9B">
        <w:rPr>
          <w:rtl/>
        </w:rPr>
        <w:t xml:space="preserve">ں </w:t>
      </w:r>
      <w:r>
        <w:rPr>
          <w:rtl/>
        </w:rPr>
        <w:t>) ہم بيان كرچكے ہي</w:t>
      </w:r>
      <w:r w:rsidR="007D6C9B">
        <w:rPr>
          <w:rtl/>
        </w:rPr>
        <w:t xml:space="preserve">ں </w:t>
      </w:r>
      <w:r>
        <w:rPr>
          <w:rtl/>
        </w:rPr>
        <w:t>ہمارے پاس كوئي دليل نہي</w:t>
      </w:r>
      <w:r w:rsidR="007D6C9B">
        <w:rPr>
          <w:rtl/>
        </w:rPr>
        <w:t xml:space="preserve">ں </w:t>
      </w:r>
      <w:r>
        <w:rPr>
          <w:rtl/>
        </w:rPr>
        <w:t>ہے كہ يہ نظر نہ آنے والا فرشتو</w:t>
      </w:r>
      <w:r w:rsidR="007D6C9B">
        <w:rPr>
          <w:rtl/>
        </w:rPr>
        <w:t xml:space="preserve">ں </w:t>
      </w:r>
      <w:r>
        <w:rPr>
          <w:rtl/>
        </w:rPr>
        <w:t>كا خدائي لشكر باقاعدہ طور پر ميدان مي</w:t>
      </w:r>
      <w:r w:rsidR="007D6C9B">
        <w:rPr>
          <w:rtl/>
        </w:rPr>
        <w:t xml:space="preserve">ں </w:t>
      </w:r>
      <w:r>
        <w:rPr>
          <w:rtl/>
        </w:rPr>
        <w:t>داخل ہوا اور وہ جنگ مي</w:t>
      </w:r>
      <w:r w:rsidR="007D6C9B">
        <w:rPr>
          <w:rtl/>
        </w:rPr>
        <w:t xml:space="preserve">ں </w:t>
      </w:r>
      <w:r>
        <w:rPr>
          <w:rtl/>
        </w:rPr>
        <w:t>بھى مصروف ہوا ہو بلكہ ايسے قرائن موجود ہي</w:t>
      </w:r>
      <w:r w:rsidR="007D6C9B">
        <w:rPr>
          <w:rtl/>
        </w:rPr>
        <w:t xml:space="preserve">ں </w:t>
      </w:r>
      <w:r>
        <w:rPr>
          <w:rtl/>
        </w:rPr>
        <w:t>جو واضح كرتے ہي</w:t>
      </w:r>
      <w:r w:rsidR="007D6C9B">
        <w:rPr>
          <w:rtl/>
        </w:rPr>
        <w:t xml:space="preserve">ں </w:t>
      </w:r>
      <w:r>
        <w:rPr>
          <w:rtl/>
        </w:rPr>
        <w:t xml:space="preserve">كہ وہ صرف مومنين كے حوصلے بلند كرنے اور ان كا دل بڑھانے كے لئے نازل ہوئے تھے _ </w:t>
      </w:r>
    </w:p>
    <w:p w:rsidR="00DE2D7F" w:rsidRDefault="00DE2D7F" w:rsidP="00D07B54">
      <w:pPr>
        <w:pStyle w:val="libNormal"/>
        <w:rPr>
          <w:rtl/>
        </w:rPr>
      </w:pPr>
      <w:r>
        <w:rPr>
          <w:rtl/>
        </w:rPr>
        <w:t>بعد والى آيت جو جنگ احزاب كى بحرانى كيفيت ، دشمنو</w:t>
      </w:r>
      <w:r w:rsidR="007D6C9B">
        <w:rPr>
          <w:rtl/>
        </w:rPr>
        <w:t xml:space="preserve">ں </w:t>
      </w:r>
      <w:r>
        <w:rPr>
          <w:rtl/>
        </w:rPr>
        <w:t>كى عظيم طاقت اور بہت سے مسلمانو</w:t>
      </w:r>
      <w:r w:rsidR="007D6C9B">
        <w:rPr>
          <w:rtl/>
        </w:rPr>
        <w:t xml:space="preserve">ں </w:t>
      </w:r>
      <w:r>
        <w:rPr>
          <w:rtl/>
        </w:rPr>
        <w:t>كى شديد پريشانى كى تصوير كشى كرتے ہوئے يو</w:t>
      </w:r>
      <w:r w:rsidR="007D6C9B">
        <w:rPr>
          <w:rtl/>
        </w:rPr>
        <w:t xml:space="preserve">ں </w:t>
      </w:r>
      <w:r>
        <w:rPr>
          <w:rtl/>
        </w:rPr>
        <w:t>كہتى ہے '' اس وقت كو ياد كرو جب وہ تمہارے شہر كے اوپر اور نيچے سے داخل ہوگئے ،اور مدينہ كو اپنے محاصرہ مي</w:t>
      </w:r>
      <w:r w:rsidR="007D6C9B">
        <w:rPr>
          <w:rtl/>
        </w:rPr>
        <w:t xml:space="preserve">ں </w:t>
      </w:r>
      <w:r>
        <w:rPr>
          <w:rtl/>
        </w:rPr>
        <w:t>لے ليا) اور اس وقت كو جب آنكھي</w:t>
      </w:r>
      <w:r w:rsidR="007D6C9B">
        <w:rPr>
          <w:rtl/>
        </w:rPr>
        <w:t xml:space="preserve">ں </w:t>
      </w:r>
      <w:r>
        <w:rPr>
          <w:rtl/>
        </w:rPr>
        <w:t>شدت وحشت سے پتھرا گئي تھي</w:t>
      </w:r>
      <w:r w:rsidR="007D6C9B">
        <w:rPr>
          <w:rtl/>
        </w:rPr>
        <w:t xml:space="preserve">ں </w:t>
      </w:r>
      <w:r>
        <w:rPr>
          <w:rtl/>
        </w:rPr>
        <w:t>اور جا</w:t>
      </w:r>
      <w:r w:rsidR="007D6C9B">
        <w:rPr>
          <w:rtl/>
        </w:rPr>
        <w:t xml:space="preserve">ں </w:t>
      </w:r>
      <w:r>
        <w:rPr>
          <w:rtl/>
        </w:rPr>
        <w:t>بلب ہوگئے تھے اور خدا كے بارے مي</w:t>
      </w:r>
      <w:r w:rsidR="007D6C9B">
        <w:rPr>
          <w:rtl/>
        </w:rPr>
        <w:t xml:space="preserve">ں </w:t>
      </w:r>
      <w:r>
        <w:rPr>
          <w:rtl/>
        </w:rPr>
        <w:t>طرح طرح كى بدگمانيان كرتے تھے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كيفيت سے مسلمانو</w:t>
      </w:r>
      <w:r w:rsidR="007D6C9B">
        <w:rPr>
          <w:rtl/>
        </w:rPr>
        <w:t xml:space="preserve">ں </w:t>
      </w:r>
      <w:r>
        <w:rPr>
          <w:rtl/>
        </w:rPr>
        <w:t>كى ايك جماعت كے لئے غلط قسم كے گمان پيدا ہوگئے تھے كيونكہ وہ ابھى تك ايمانى قوت كے لحاظ سے كمال كے مرحلہ تك نہي</w:t>
      </w:r>
      <w:r w:rsidR="007D6C9B">
        <w:rPr>
          <w:rtl/>
        </w:rPr>
        <w:t xml:space="preserve">ں </w:t>
      </w:r>
      <w:r>
        <w:rPr>
          <w:rtl/>
        </w:rPr>
        <w:t>پہنچ پائے تھے يہ وہى لوگ ہي</w:t>
      </w:r>
      <w:r w:rsidR="007D6C9B">
        <w:rPr>
          <w:rtl/>
        </w:rPr>
        <w:t xml:space="preserve">ں </w:t>
      </w:r>
      <w:r>
        <w:rPr>
          <w:rtl/>
        </w:rPr>
        <w:t>جن كے بارے مي</w:t>
      </w:r>
      <w:r w:rsidR="007D6C9B">
        <w:rPr>
          <w:rtl/>
        </w:rPr>
        <w:t xml:space="preserve">ں </w:t>
      </w:r>
      <w:r>
        <w:rPr>
          <w:rtl/>
        </w:rPr>
        <w:t>بعد والى آيت مي</w:t>
      </w:r>
      <w:r w:rsidR="007D6C9B">
        <w:rPr>
          <w:rtl/>
        </w:rPr>
        <w:t xml:space="preserve">ں </w:t>
      </w:r>
      <w:r>
        <w:rPr>
          <w:rtl/>
        </w:rPr>
        <w:t xml:space="preserve">كہتا ہے كہ وہ شدت سے متزلزل ہوئے _ </w:t>
      </w:r>
    </w:p>
    <w:p w:rsidR="00DE2D7F" w:rsidRDefault="00DE2D7F" w:rsidP="00D07B54">
      <w:pPr>
        <w:pStyle w:val="libNormal"/>
        <w:rPr>
          <w:rtl/>
        </w:rPr>
      </w:pPr>
      <w:r>
        <w:rPr>
          <w:rtl/>
        </w:rPr>
        <w:t>شايدان مي</w:t>
      </w:r>
      <w:r w:rsidR="007D6C9B">
        <w:rPr>
          <w:rtl/>
        </w:rPr>
        <w:t xml:space="preserve">ں </w:t>
      </w:r>
      <w:r>
        <w:rPr>
          <w:rtl/>
        </w:rPr>
        <w:t>سے كچھ لوگ گمان كرتے تھے كہ آخر كار ہم شكست كھا جائي</w:t>
      </w:r>
      <w:r w:rsidR="007D6C9B">
        <w:rPr>
          <w:rtl/>
        </w:rPr>
        <w:t xml:space="preserve">ں </w:t>
      </w:r>
      <w:r>
        <w:rPr>
          <w:rtl/>
        </w:rPr>
        <w:t>گے اور اس قوت و طاقت كے ساتھ دشمن كا لشكر كامياب ہوجائے گا، اسلام كے ز ندگى كے آخر ى دن آپہنچے ہي</w:t>
      </w:r>
      <w:r w:rsidR="007D6C9B">
        <w:rPr>
          <w:rtl/>
        </w:rPr>
        <w:t xml:space="preserve">ں </w:t>
      </w:r>
      <w:r>
        <w:rPr>
          <w:rtl/>
        </w:rPr>
        <w:t>اور پيغمبر (ص) كا كا ميابى كا وعدہ بھى پورا ہوتا دكھا ئي نہي</w:t>
      </w:r>
      <w:r w:rsidR="007D6C9B">
        <w:rPr>
          <w:rtl/>
        </w:rPr>
        <w:t xml:space="preserve">ں </w:t>
      </w:r>
      <w:r>
        <w:rPr>
          <w:rtl/>
        </w:rPr>
        <w:t xml:space="preserve">ديتا _ </w:t>
      </w:r>
    </w:p>
    <w:p w:rsidR="00DE2D7F" w:rsidRDefault="00DE2D7F" w:rsidP="00D07B54">
      <w:pPr>
        <w:pStyle w:val="libNormal"/>
        <w:rPr>
          <w:rtl/>
        </w:rPr>
      </w:pPr>
      <w:r>
        <w:rPr>
          <w:rtl/>
        </w:rPr>
        <w:t>البتہ يہ افكار اور نظريات ايك عقيدہ كى صورت مي</w:t>
      </w:r>
      <w:r w:rsidR="007D6C9B">
        <w:rPr>
          <w:rtl/>
        </w:rPr>
        <w:t xml:space="preserve">ں </w:t>
      </w:r>
      <w:r>
        <w:rPr>
          <w:rtl/>
        </w:rPr>
        <w:t>نہي</w:t>
      </w:r>
      <w:r w:rsidR="007D6C9B">
        <w:rPr>
          <w:rtl/>
        </w:rPr>
        <w:t xml:space="preserve">ں </w:t>
      </w:r>
      <w:r>
        <w:rPr>
          <w:rtl/>
        </w:rPr>
        <w:t>بلكہ ايك وسوسہ كى شكل مي</w:t>
      </w:r>
      <w:r w:rsidR="007D6C9B">
        <w:rPr>
          <w:rtl/>
        </w:rPr>
        <w:t xml:space="preserve">ں </w:t>
      </w:r>
      <w:r>
        <w:rPr>
          <w:rtl/>
        </w:rPr>
        <w:t>بعض لوگو</w:t>
      </w:r>
      <w:r w:rsidR="007D6C9B">
        <w:rPr>
          <w:rtl/>
        </w:rPr>
        <w:t xml:space="preserve">ں </w:t>
      </w:r>
      <w:r>
        <w:rPr>
          <w:rtl/>
        </w:rPr>
        <w:t>كے دل كى گہرائيو</w:t>
      </w:r>
      <w:r w:rsidR="007D6C9B">
        <w:rPr>
          <w:rtl/>
        </w:rPr>
        <w:t xml:space="preserve">ں </w:t>
      </w:r>
      <w:r>
        <w:rPr>
          <w:rtl/>
        </w:rPr>
        <w:t>مي</w:t>
      </w:r>
      <w:r w:rsidR="007D6C9B">
        <w:rPr>
          <w:rtl/>
        </w:rPr>
        <w:t xml:space="preserve">ں </w:t>
      </w:r>
      <w:r>
        <w:rPr>
          <w:rtl/>
        </w:rPr>
        <w:t>پيدا ہو گئے تھے بالكل ويسے ہى جيسے جنگ احد كے سلسلہ مي</w:t>
      </w:r>
      <w:r w:rsidR="007D6C9B">
        <w:rPr>
          <w:rtl/>
        </w:rPr>
        <w:t xml:space="preserve">ں </w:t>
      </w:r>
      <w:r>
        <w:rPr>
          <w:rtl/>
        </w:rPr>
        <w:t>قرآن مجيد ان كا ذكر كرتے ہو ئے كہتا ہے :''يعنى تم مي</w:t>
      </w:r>
      <w:r w:rsidR="007D6C9B">
        <w:rPr>
          <w:rtl/>
        </w:rPr>
        <w:t xml:space="preserve">ں </w:t>
      </w:r>
      <w:r>
        <w:rPr>
          <w:rtl/>
        </w:rPr>
        <w:t>سے ايك گروہ جنگ كے ان بحرانى لمحات مي</w:t>
      </w:r>
      <w:r w:rsidR="007D6C9B">
        <w:rPr>
          <w:rtl/>
        </w:rPr>
        <w:t xml:space="preserve">ں </w:t>
      </w:r>
      <w:r>
        <w:rPr>
          <w:rtl/>
        </w:rPr>
        <w:t>صرف اپنى جان كى فكر مي</w:t>
      </w:r>
      <w:r w:rsidR="007D6C9B">
        <w:rPr>
          <w:rtl/>
        </w:rPr>
        <w:t xml:space="preserve">ں </w:t>
      </w:r>
      <w:r>
        <w:rPr>
          <w:rtl/>
        </w:rPr>
        <w:t xml:space="preserve">تھا اور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احزاب ايت</w:t>
      </w:r>
      <w:r w:rsidR="00E664BB">
        <w:rPr>
          <w:rtl/>
        </w:rPr>
        <w:t>10</w:t>
      </w:r>
      <w:r>
        <w:rPr>
          <w:rtl/>
        </w:rPr>
        <w:t xml:space="preserve">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دورجا ہليت كے گمانو</w:t>
      </w:r>
      <w:r w:rsidR="007D6C9B">
        <w:rPr>
          <w:rtl/>
        </w:rPr>
        <w:t xml:space="preserve">ں </w:t>
      </w:r>
      <w:r>
        <w:rPr>
          <w:rtl/>
        </w:rPr>
        <w:t>كى مانند خدا كے بارے مي</w:t>
      </w:r>
      <w:r w:rsidR="007D6C9B">
        <w:rPr>
          <w:rtl/>
        </w:rPr>
        <w:t xml:space="preserve">ں </w:t>
      </w:r>
      <w:r>
        <w:rPr>
          <w:rtl/>
        </w:rPr>
        <w:t xml:space="preserve">بدگمانى كررہے تھے ''_ </w:t>
      </w:r>
    </w:p>
    <w:p w:rsidR="00DE2D7F" w:rsidRDefault="00DE2D7F" w:rsidP="00D07B54">
      <w:pPr>
        <w:pStyle w:val="libNormal"/>
        <w:rPr>
          <w:rtl/>
        </w:rPr>
      </w:pPr>
      <w:r>
        <w:rPr>
          <w:rtl/>
        </w:rPr>
        <w:t>يہى وہ منزل تھى كہ خدائي امتحان كا تنور سخت گرم ہوا جيسا كہ بعد والى آيت كہتى ہے كہ ''وہا</w:t>
      </w:r>
      <w:r w:rsidR="007D6C9B">
        <w:rPr>
          <w:rtl/>
        </w:rPr>
        <w:t xml:space="preserve">ں </w:t>
      </w:r>
      <w:r>
        <w:rPr>
          <w:rtl/>
        </w:rPr>
        <w:t>مومنين كو آزمايا گيا اور وہ سخت دہل گئے تھے_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فطرى امر ہے كہ جب انسان فكرى طوفانو</w:t>
      </w:r>
      <w:r w:rsidR="007D6C9B">
        <w:rPr>
          <w:rtl/>
        </w:rPr>
        <w:t xml:space="preserve">ں </w:t>
      </w:r>
      <w:r>
        <w:rPr>
          <w:rtl/>
        </w:rPr>
        <w:t>مي</w:t>
      </w:r>
      <w:r w:rsidR="007D6C9B">
        <w:rPr>
          <w:rtl/>
        </w:rPr>
        <w:t xml:space="preserve">ں </w:t>
      </w:r>
      <w:r>
        <w:rPr>
          <w:rtl/>
        </w:rPr>
        <w:t>گھر جاتا ہے تو اس كا جسم بھى ان طوفانو</w:t>
      </w:r>
      <w:r w:rsidR="007D6C9B">
        <w:rPr>
          <w:rtl/>
        </w:rPr>
        <w:t xml:space="preserve">ں </w:t>
      </w:r>
      <w:r>
        <w:rPr>
          <w:rtl/>
        </w:rPr>
        <w:t>سے لا تعلق نہي</w:t>
      </w:r>
      <w:r w:rsidR="007D6C9B">
        <w:rPr>
          <w:rtl/>
        </w:rPr>
        <w:t xml:space="preserve">ں </w:t>
      </w:r>
      <w:r>
        <w:rPr>
          <w:rtl/>
        </w:rPr>
        <w:t>رہ سكتا ،بلكہ وہ بھى اضطراب اور تزلزل كے سمندر مي</w:t>
      </w:r>
      <w:r w:rsidR="007D6C9B">
        <w:rPr>
          <w:rtl/>
        </w:rPr>
        <w:t xml:space="preserve">ں </w:t>
      </w:r>
      <w:r>
        <w:rPr>
          <w:rtl/>
        </w:rPr>
        <w:t>ڈوبنے لگتا ہے ،ہم نے اكثر ديكھا ہے كہ جب لوگ ذہنى طور پر پريشان ہوتے ہي</w:t>
      </w:r>
      <w:r w:rsidR="007D6C9B">
        <w:rPr>
          <w:rtl/>
        </w:rPr>
        <w:t xml:space="preserve">ں </w:t>
      </w:r>
      <w:r>
        <w:rPr>
          <w:rtl/>
        </w:rPr>
        <w:t>تو وہ جہا</w:t>
      </w:r>
      <w:r w:rsidR="007D6C9B">
        <w:rPr>
          <w:rtl/>
        </w:rPr>
        <w:t xml:space="preserve">ں </w:t>
      </w:r>
      <w:r>
        <w:rPr>
          <w:rtl/>
        </w:rPr>
        <w:t>بھى بيٹھتے ہي</w:t>
      </w:r>
      <w:r w:rsidR="007D6C9B">
        <w:rPr>
          <w:rtl/>
        </w:rPr>
        <w:t xml:space="preserve">ں </w:t>
      </w:r>
      <w:r>
        <w:rPr>
          <w:rtl/>
        </w:rPr>
        <w:t>اكثر بے چين رہتے ہي</w:t>
      </w:r>
      <w:r w:rsidR="007D6C9B">
        <w:rPr>
          <w:rtl/>
        </w:rPr>
        <w:t xml:space="preserve">ں </w:t>
      </w:r>
      <w:r>
        <w:rPr>
          <w:rtl/>
        </w:rPr>
        <w:t>، ہاتھ ملتے كاپنتے رہتے ہي</w:t>
      </w:r>
      <w:r w:rsidR="007D6C9B">
        <w:rPr>
          <w:rtl/>
        </w:rPr>
        <w:t xml:space="preserve">ں </w:t>
      </w:r>
      <w:r>
        <w:rPr>
          <w:rtl/>
        </w:rPr>
        <w:t>اور اپنے اضطراب اور پريشانيو</w:t>
      </w:r>
      <w:r w:rsidR="007D6C9B">
        <w:rPr>
          <w:rtl/>
        </w:rPr>
        <w:t xml:space="preserve">ں </w:t>
      </w:r>
      <w:r>
        <w:rPr>
          <w:rtl/>
        </w:rPr>
        <w:t>كو اپنى حركات سے ظاہر كرتے رہتے ہي</w:t>
      </w:r>
      <w:r w:rsidR="007D6C9B">
        <w:rPr>
          <w:rtl/>
        </w:rPr>
        <w:t xml:space="preserve">ں </w:t>
      </w:r>
      <w:r>
        <w:rPr>
          <w:rtl/>
        </w:rPr>
        <w:t xml:space="preserve">_ </w:t>
      </w:r>
    </w:p>
    <w:p w:rsidR="00DE2D7F" w:rsidRDefault="00DE2D7F" w:rsidP="00D07B54">
      <w:pPr>
        <w:pStyle w:val="libNormal"/>
        <w:rPr>
          <w:rtl/>
        </w:rPr>
      </w:pPr>
      <w:r>
        <w:rPr>
          <w:rtl/>
        </w:rPr>
        <w:t>اس شديد پريشانى كے شواہد مي</w:t>
      </w:r>
      <w:r w:rsidR="007D6C9B">
        <w:rPr>
          <w:rtl/>
        </w:rPr>
        <w:t xml:space="preserve">ں </w:t>
      </w:r>
      <w:r>
        <w:rPr>
          <w:rtl/>
        </w:rPr>
        <w:t>سے ايك يہ بھى تھا جسے مورخين نے بھى نقل كيا ہے كہ عرب كے پانچ مشہور جنگجو پہلوان جن كا سردار عمرو بن عبدود تھا ،جنگ كا لباس پہن كر اورمخصوص غرور اور تكبر كے ساتھ ميدان مي</w:t>
      </w:r>
      <w:r w:rsidR="007D6C9B">
        <w:rPr>
          <w:rtl/>
        </w:rPr>
        <w:t xml:space="preserve">ں </w:t>
      </w:r>
      <w:r>
        <w:rPr>
          <w:rtl/>
        </w:rPr>
        <w:t>آئے اور ''ھل من مبارز''( ہے كو ئي مقابلہ كرنے والا )كى آواز لگانے لگے ، خاص كر عمرو بن عبدود رجز پڑھ كر جنت اور آخرت كا مذاق اڑا رہا تھا ،وہ كہہ رہا تھا كہ ''كيا تم يہ نہي</w:t>
      </w:r>
      <w:r w:rsidR="007D6C9B">
        <w:rPr>
          <w:rtl/>
        </w:rPr>
        <w:t xml:space="preserve">ں </w:t>
      </w:r>
      <w:r>
        <w:rPr>
          <w:rtl/>
        </w:rPr>
        <w:t>كہتے ہوكہ تمہارے مقتول جنت مي</w:t>
      </w:r>
      <w:r w:rsidR="007D6C9B">
        <w:rPr>
          <w:rtl/>
        </w:rPr>
        <w:t xml:space="preserve">ں </w:t>
      </w:r>
      <w:r>
        <w:rPr>
          <w:rtl/>
        </w:rPr>
        <w:t>جائي</w:t>
      </w:r>
      <w:r w:rsidR="007D6C9B">
        <w:rPr>
          <w:rtl/>
        </w:rPr>
        <w:t xml:space="preserve">ں </w:t>
      </w:r>
      <w:r>
        <w:rPr>
          <w:rtl/>
        </w:rPr>
        <w:t>گے ؟تو كيا تم مي</w:t>
      </w:r>
      <w:r w:rsidR="007D6C9B">
        <w:rPr>
          <w:rtl/>
        </w:rPr>
        <w:t xml:space="preserve">ں </w:t>
      </w:r>
      <w:r>
        <w:rPr>
          <w:rtl/>
        </w:rPr>
        <w:t>سے كوئي بھى جنت كے ديدار كا شوقين نہي</w:t>
      </w:r>
      <w:r w:rsidR="007D6C9B">
        <w:rPr>
          <w:rtl/>
        </w:rPr>
        <w:t xml:space="preserve">ں </w:t>
      </w:r>
      <w:r>
        <w:rPr>
          <w:rtl/>
        </w:rPr>
        <w:t>ہے ؟ليكن اس كے ان نعرو</w:t>
      </w:r>
      <w:r w:rsidR="007D6C9B">
        <w:rPr>
          <w:rtl/>
        </w:rPr>
        <w:t xml:space="preserve">ں </w:t>
      </w:r>
      <w:r>
        <w:rPr>
          <w:rtl/>
        </w:rPr>
        <w:t>كے برخلاف لشكر اسلام پر بُرى طرح كى خاموشى طارى تھى اور كوئي بھى مقابلہ كى جر ائت نہي</w:t>
      </w:r>
      <w:r w:rsidR="007D6C9B">
        <w:rPr>
          <w:rtl/>
        </w:rPr>
        <w:t xml:space="preserve">ں </w:t>
      </w:r>
      <w:r>
        <w:rPr>
          <w:rtl/>
        </w:rPr>
        <w:t>ركھتا تھا سوائے على بن ابى طالب عليہ السلام كے جو مقابلہ كے لئے كھڑے ہوئے اور مسلمانو</w:t>
      </w:r>
      <w:r w:rsidR="007D6C9B">
        <w:rPr>
          <w:rtl/>
        </w:rPr>
        <w:t xml:space="preserve">ں </w:t>
      </w:r>
      <w:r>
        <w:rPr>
          <w:rtl/>
        </w:rPr>
        <w:t>كو عظيم كاميابى سے ہم كنار كرديا _اس كى تفصيل نكات كى بحث مي</w:t>
      </w:r>
      <w:r w:rsidR="007D6C9B">
        <w:rPr>
          <w:rtl/>
        </w:rPr>
        <w:t xml:space="preserve">ں </w:t>
      </w:r>
      <w:r>
        <w:rPr>
          <w:rtl/>
        </w:rPr>
        <w:t xml:space="preserve">آئےگي_ </w:t>
      </w:r>
    </w:p>
    <w:p w:rsidR="00DE2D7F" w:rsidRDefault="00DE2D7F" w:rsidP="00D07B54">
      <w:pPr>
        <w:pStyle w:val="libNormal"/>
        <w:rPr>
          <w:rtl/>
        </w:rPr>
      </w:pPr>
      <w:r>
        <w:rPr>
          <w:rtl/>
        </w:rPr>
        <w:t>جى ہا</w:t>
      </w:r>
      <w:r w:rsidR="007D6C9B">
        <w:rPr>
          <w:rtl/>
        </w:rPr>
        <w:t xml:space="preserve">ں </w:t>
      </w:r>
      <w:r>
        <w:rPr>
          <w:rtl/>
        </w:rPr>
        <w:t>جس طرح فولاد كو گرم بھٹى مي</w:t>
      </w:r>
      <w:r w:rsidR="007D6C9B">
        <w:rPr>
          <w:rtl/>
        </w:rPr>
        <w:t xml:space="preserve">ں </w:t>
      </w:r>
      <w:r>
        <w:rPr>
          <w:rtl/>
        </w:rPr>
        <w:t>ڈالتے ہي</w:t>
      </w:r>
      <w:r w:rsidR="007D6C9B">
        <w:rPr>
          <w:rtl/>
        </w:rPr>
        <w:t xml:space="preserve">ں </w:t>
      </w:r>
      <w:r>
        <w:rPr>
          <w:rtl/>
        </w:rPr>
        <w:t>تا كہ وہ نكھر جائے اسى طرح اوائل كے مسلمان بھى جنگ احزاب جيسے معركو</w:t>
      </w:r>
      <w:r w:rsidR="007D6C9B">
        <w:rPr>
          <w:rtl/>
        </w:rPr>
        <w:t xml:space="preserve">ں </w:t>
      </w:r>
      <w:r>
        <w:rPr>
          <w:rtl/>
        </w:rPr>
        <w:t>كى بھٹى مي</w:t>
      </w:r>
      <w:r w:rsidR="007D6C9B">
        <w:rPr>
          <w:rtl/>
        </w:rPr>
        <w:t xml:space="preserve">ں </w:t>
      </w:r>
      <w:r>
        <w:rPr>
          <w:rtl/>
        </w:rPr>
        <w:t>سے گزري</w:t>
      </w:r>
      <w:r w:rsidR="007D6C9B">
        <w:rPr>
          <w:rtl/>
        </w:rPr>
        <w:t xml:space="preserve">ں </w:t>
      </w:r>
      <w:r>
        <w:rPr>
          <w:rtl/>
        </w:rPr>
        <w:t>تا كہ كندن بن كر نكلي</w:t>
      </w:r>
      <w:r w:rsidR="007D6C9B">
        <w:rPr>
          <w:rtl/>
        </w:rPr>
        <w:t xml:space="preserve">ں </w:t>
      </w:r>
      <w:r>
        <w:rPr>
          <w:rtl/>
        </w:rPr>
        <w:t>او رحوادثات كے مقابل مي</w:t>
      </w:r>
      <w:r w:rsidR="007D6C9B">
        <w:rPr>
          <w:rtl/>
        </w:rPr>
        <w:t xml:space="preserve">ں </w:t>
      </w:r>
      <w:r>
        <w:rPr>
          <w:rtl/>
        </w:rPr>
        <w:t>جرا ت اور پا مردى كا مظاہرہ كر سكي</w:t>
      </w:r>
      <w:r w:rsidR="007D6C9B">
        <w:rPr>
          <w:rtl/>
        </w:rPr>
        <w:t xml:space="preserve">ں </w:t>
      </w:r>
      <w:r>
        <w:rPr>
          <w:rtl/>
        </w:rPr>
        <w:t xml:space="preserve">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احزاب آيت </w:t>
      </w:r>
      <w:r w:rsidR="00E664BB">
        <w:rPr>
          <w:rtl/>
        </w:rPr>
        <w:t>11</w:t>
      </w:r>
      <w:r>
        <w:rPr>
          <w:rtl/>
        </w:rPr>
        <w:t xml:space="preserve">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3C61BE" w:rsidRDefault="00DE2D7F" w:rsidP="00D07B54">
      <w:pPr>
        <w:pStyle w:val="Heading2Center"/>
        <w:rPr>
          <w:rtl/>
        </w:rPr>
      </w:pPr>
      <w:bookmarkStart w:id="381" w:name="_Toc7268778"/>
      <w:r>
        <w:rPr>
          <w:rtl/>
        </w:rPr>
        <w:t>منافقين او رضعيف الايمان جنگ احزاب مي</w:t>
      </w:r>
      <w:r w:rsidR="007D6C9B">
        <w:rPr>
          <w:rtl/>
        </w:rPr>
        <w:t>ں</w:t>
      </w:r>
      <w:bookmarkEnd w:id="381"/>
    </w:p>
    <w:p w:rsidR="00DE2D7F" w:rsidRDefault="007D6C9B" w:rsidP="00D07B54">
      <w:pPr>
        <w:pStyle w:val="libNormal"/>
        <w:rPr>
          <w:rtl/>
        </w:rPr>
      </w:pPr>
      <w:r>
        <w:rPr>
          <w:rtl/>
        </w:rPr>
        <w:t xml:space="preserve"> </w:t>
      </w:r>
      <w:r w:rsidR="00DE2D7F">
        <w:rPr>
          <w:rtl/>
        </w:rPr>
        <w:t>ہم كہہ چكے ہي</w:t>
      </w:r>
      <w:r>
        <w:rPr>
          <w:rtl/>
        </w:rPr>
        <w:t xml:space="preserve">ں </w:t>
      </w:r>
      <w:r w:rsidR="00DE2D7F">
        <w:rPr>
          <w:rtl/>
        </w:rPr>
        <w:t>كہ امتحان كى بھٹى جنگ احزاب مي</w:t>
      </w:r>
      <w:r>
        <w:rPr>
          <w:rtl/>
        </w:rPr>
        <w:t xml:space="preserve">ں </w:t>
      </w:r>
      <w:r w:rsidR="00DE2D7F">
        <w:rPr>
          <w:rtl/>
        </w:rPr>
        <w:t>گرم ہوئي او رسب كے سب اس عظيم امتحان مي</w:t>
      </w:r>
      <w:r>
        <w:rPr>
          <w:rtl/>
        </w:rPr>
        <w:t xml:space="preserve">ں </w:t>
      </w:r>
      <w:r w:rsidR="00DE2D7F">
        <w:rPr>
          <w:rtl/>
        </w:rPr>
        <w:t>گھر گئے_ واضح رہے كہ اس قسم كے بحرانى دور مي</w:t>
      </w:r>
      <w:r>
        <w:rPr>
          <w:rtl/>
        </w:rPr>
        <w:t xml:space="preserve">ں </w:t>
      </w:r>
      <w:r w:rsidR="00DE2D7F">
        <w:rPr>
          <w:rtl/>
        </w:rPr>
        <w:t>جولوگ عام حالات مي</w:t>
      </w:r>
      <w:r>
        <w:rPr>
          <w:rtl/>
        </w:rPr>
        <w:t xml:space="preserve">ں </w:t>
      </w:r>
      <w:r w:rsidR="00DE2D7F">
        <w:rPr>
          <w:rtl/>
        </w:rPr>
        <w:t>ظاہراًايك ہى صف مي</w:t>
      </w:r>
      <w:r>
        <w:rPr>
          <w:rtl/>
        </w:rPr>
        <w:t xml:space="preserve">ں </w:t>
      </w:r>
      <w:r w:rsidR="00DE2D7F">
        <w:rPr>
          <w:rtl/>
        </w:rPr>
        <w:t>قرارپاتے ہي</w:t>
      </w:r>
      <w:r>
        <w:rPr>
          <w:rtl/>
        </w:rPr>
        <w:t xml:space="preserve">ں </w:t>
      </w:r>
      <w:r w:rsidR="00DE2D7F">
        <w:rPr>
          <w:rtl/>
        </w:rPr>
        <w:t>،كئي صفو</w:t>
      </w:r>
      <w:r>
        <w:rPr>
          <w:rtl/>
        </w:rPr>
        <w:t xml:space="preserve">ں </w:t>
      </w:r>
      <w:r w:rsidR="00DE2D7F">
        <w:rPr>
          <w:rtl/>
        </w:rPr>
        <w:t>مي</w:t>
      </w:r>
      <w:r>
        <w:rPr>
          <w:rtl/>
        </w:rPr>
        <w:t xml:space="preserve">ں </w:t>
      </w:r>
      <w:r w:rsidR="00DE2D7F">
        <w:rPr>
          <w:rtl/>
        </w:rPr>
        <w:t>بٹ جاتے ہي</w:t>
      </w:r>
      <w:r>
        <w:rPr>
          <w:rtl/>
        </w:rPr>
        <w:t xml:space="preserve">ں </w:t>
      </w:r>
      <w:r w:rsidR="00DE2D7F">
        <w:rPr>
          <w:rtl/>
        </w:rPr>
        <w:t>،يہا</w:t>
      </w:r>
      <w:r>
        <w:rPr>
          <w:rtl/>
        </w:rPr>
        <w:t xml:space="preserve">ں </w:t>
      </w:r>
      <w:r w:rsidR="00DE2D7F">
        <w:rPr>
          <w:rtl/>
        </w:rPr>
        <w:t>پربھى مسلمان مختلف گروہو</w:t>
      </w:r>
      <w:r>
        <w:rPr>
          <w:rtl/>
        </w:rPr>
        <w:t xml:space="preserve">ں </w:t>
      </w:r>
      <w:r w:rsidR="00DE2D7F">
        <w:rPr>
          <w:rtl/>
        </w:rPr>
        <w:t>مي</w:t>
      </w:r>
      <w:r>
        <w:rPr>
          <w:rtl/>
        </w:rPr>
        <w:t xml:space="preserve">ں </w:t>
      </w:r>
      <w:r w:rsidR="00DE2D7F">
        <w:rPr>
          <w:rtl/>
        </w:rPr>
        <w:t>بٹ گئے تھے، ايك جماعت سچے مومنين كى تھى ،ايك گروہ ہٹ دھرم اور سخت قسم كے منافقين كا تھا اور ايك گروہ اپنے گھر بار ،زندگى اور بھاگ كھڑے ہونے كى فكر مي</w:t>
      </w:r>
      <w:r>
        <w:rPr>
          <w:rtl/>
        </w:rPr>
        <w:t xml:space="preserve">ں </w:t>
      </w:r>
      <w:r w:rsidR="00DE2D7F">
        <w:rPr>
          <w:rtl/>
        </w:rPr>
        <w:t>تھا ،اور كچھ لوگو</w:t>
      </w:r>
      <w:r>
        <w:rPr>
          <w:rtl/>
        </w:rPr>
        <w:t xml:space="preserve">ں </w:t>
      </w:r>
      <w:r w:rsidR="00DE2D7F">
        <w:rPr>
          <w:rtl/>
        </w:rPr>
        <w:t>كى يہ كوشش تھى كہ دوسرے لوگو</w:t>
      </w:r>
      <w:r>
        <w:rPr>
          <w:rtl/>
        </w:rPr>
        <w:t xml:space="preserve">ں </w:t>
      </w:r>
      <w:r w:rsidR="00DE2D7F">
        <w:rPr>
          <w:rtl/>
        </w:rPr>
        <w:t>كو جہاد سے روكي</w:t>
      </w:r>
      <w:r>
        <w:rPr>
          <w:rtl/>
        </w:rPr>
        <w:t xml:space="preserve">ں </w:t>
      </w:r>
      <w:r w:rsidR="00DE2D7F">
        <w:rPr>
          <w:rtl/>
        </w:rPr>
        <w:t>_ اور ايك گروہ اس كوشش مي</w:t>
      </w:r>
      <w:r>
        <w:rPr>
          <w:rtl/>
        </w:rPr>
        <w:t xml:space="preserve">ں </w:t>
      </w:r>
      <w:r w:rsidR="00DE2D7F">
        <w:rPr>
          <w:rtl/>
        </w:rPr>
        <w:t>مصروف تھا كہ منافقين كے ساتھ اپنے رشتہ كو محكم كري</w:t>
      </w:r>
      <w:r>
        <w:rPr>
          <w:rtl/>
        </w:rPr>
        <w:t xml:space="preserve">ں </w:t>
      </w:r>
      <w:r w:rsidR="00DE2D7F">
        <w:rPr>
          <w:rtl/>
        </w:rPr>
        <w:t xml:space="preserve">_ </w:t>
      </w:r>
    </w:p>
    <w:p w:rsidR="00DE2D7F" w:rsidRDefault="00DE2D7F" w:rsidP="00D07B54">
      <w:pPr>
        <w:pStyle w:val="libNormal"/>
        <w:rPr>
          <w:rtl/>
        </w:rPr>
      </w:pPr>
      <w:r>
        <w:rPr>
          <w:rtl/>
        </w:rPr>
        <w:t>خلاصہ يہ كہ ہر شخص نے اپنے باطنى اسراراس عجيب ''عرصہ محشر''اور ''يوم البروز''مي</w:t>
      </w:r>
      <w:r w:rsidR="007D6C9B">
        <w:rPr>
          <w:rtl/>
        </w:rPr>
        <w:t xml:space="preserve">ں </w:t>
      </w:r>
      <w:r>
        <w:rPr>
          <w:rtl/>
        </w:rPr>
        <w:t xml:space="preserve">آشكار كرديئے_ </w:t>
      </w:r>
    </w:p>
    <w:p w:rsidR="00DE2D7F" w:rsidRDefault="00DE2D7F" w:rsidP="00D07B54">
      <w:pPr>
        <w:pStyle w:val="libNormal"/>
        <w:rPr>
          <w:rtl/>
        </w:rPr>
      </w:pPr>
    </w:p>
    <w:p w:rsidR="003C61BE" w:rsidRDefault="00DE2D7F" w:rsidP="00D07B54">
      <w:pPr>
        <w:pStyle w:val="Heading2Center"/>
        <w:rPr>
          <w:rtl/>
        </w:rPr>
      </w:pPr>
      <w:bookmarkStart w:id="382" w:name="_Toc7268779"/>
      <w:r>
        <w:rPr>
          <w:rtl/>
        </w:rPr>
        <w:t>مي</w:t>
      </w:r>
      <w:r w:rsidR="007D6C9B">
        <w:rPr>
          <w:rtl/>
        </w:rPr>
        <w:t xml:space="preserve">ں </w:t>
      </w:r>
      <w:r>
        <w:rPr>
          <w:rtl/>
        </w:rPr>
        <w:t>نے ايران، روم اور مصركے محلو</w:t>
      </w:r>
      <w:r w:rsidR="007D6C9B">
        <w:rPr>
          <w:rtl/>
        </w:rPr>
        <w:t xml:space="preserve">ں </w:t>
      </w:r>
      <w:r>
        <w:rPr>
          <w:rtl/>
        </w:rPr>
        <w:t>كو ديكھا ہے</w:t>
      </w:r>
      <w:bookmarkEnd w:id="382"/>
    </w:p>
    <w:p w:rsidR="00DE2D7F" w:rsidRDefault="00DE2D7F" w:rsidP="00D07B54">
      <w:pPr>
        <w:pStyle w:val="libNormal"/>
        <w:rPr>
          <w:rtl/>
        </w:rPr>
      </w:pPr>
      <w:r>
        <w:rPr>
          <w:rtl/>
        </w:rPr>
        <w:t xml:space="preserve"> خندق كھودنے كے دوران مي</w:t>
      </w:r>
      <w:r w:rsidR="007D6C9B">
        <w:rPr>
          <w:rtl/>
        </w:rPr>
        <w:t xml:space="preserve">ں </w:t>
      </w:r>
      <w:r>
        <w:rPr>
          <w:rtl/>
        </w:rPr>
        <w:t>جب ہر ايك مسلمان خندق كے ايك حصہ كے كھودنے مي</w:t>
      </w:r>
      <w:r w:rsidR="007D6C9B">
        <w:rPr>
          <w:rtl/>
        </w:rPr>
        <w:t xml:space="preserve">ں </w:t>
      </w:r>
      <w:r>
        <w:rPr>
          <w:rtl/>
        </w:rPr>
        <w:t>مصروف تھا تو ايك مرتبہ پتھر كے ايك سخت اوربڑے ٹكڑے سے ان كا سامنا ہوا كہ جس پر كوئي ہتھوڑا كار گر ثابت نہي</w:t>
      </w:r>
      <w:r w:rsidR="007D6C9B">
        <w:rPr>
          <w:rtl/>
        </w:rPr>
        <w:t xml:space="preserve">ں </w:t>
      </w:r>
      <w:r>
        <w:rPr>
          <w:rtl/>
        </w:rPr>
        <w:t>ہورہا تھا ،حضرت رسالت مآب (ص) كو خبر دى گئي تو آنحضرت (ص) بنفس نفيس خندق مي</w:t>
      </w:r>
      <w:r w:rsidR="007D6C9B">
        <w:rPr>
          <w:rtl/>
        </w:rPr>
        <w:t xml:space="preserve">ں </w:t>
      </w:r>
      <w:r>
        <w:rPr>
          <w:rtl/>
        </w:rPr>
        <w:t>تشريف لے گئے او راس پتھر كے پاس كھڑے ہو كراورہتھوڑا لے كر پہلى مرتبہ ہى اس كے دل پر ايسى مضبوط چوٹ لگائي كہ اس كا كچھ حصہ ريزہ ريزہ ہو گيا اور اس سے ايك چمك نكلى جس پر آپ(ص) نے فتح وكامرانى كى تكبير بلند كي_ آپ(ص) كے ساتھ دوسرے مسلمانو</w:t>
      </w:r>
      <w:r w:rsidR="007D6C9B">
        <w:rPr>
          <w:rtl/>
        </w:rPr>
        <w:t xml:space="preserve">ں </w:t>
      </w:r>
      <w:r>
        <w:rPr>
          <w:rtl/>
        </w:rPr>
        <w:t xml:space="preserve">نے بھى تكبيركہي_ </w:t>
      </w:r>
    </w:p>
    <w:p w:rsidR="00DE2D7F" w:rsidRDefault="00DE2D7F" w:rsidP="00D07B54">
      <w:pPr>
        <w:pStyle w:val="libNormal"/>
        <w:rPr>
          <w:rtl/>
        </w:rPr>
      </w:pPr>
      <w:r>
        <w:rPr>
          <w:rtl/>
        </w:rPr>
        <w:t>آپ(ص) نے ايك اورسخت چوٹ لگائي تو اس كا كچھ حصہ او رٹوٹا اوراس سے بھى چمك نكلي_اس پر بھى سروركونين (ص) نے تكبيركہى اور مسلمانو</w:t>
      </w:r>
      <w:r w:rsidR="007D6C9B">
        <w:rPr>
          <w:rtl/>
        </w:rPr>
        <w:t xml:space="preserve">ں </w:t>
      </w:r>
      <w:r>
        <w:rPr>
          <w:rtl/>
        </w:rPr>
        <w:t xml:space="preserve">نے بھى آپ(ص) (ص) (ص) كے ساتھ تكبيركہى آخر كاآپ(ص) نے تيسرى چوٹھى لگائي جس سے بجلى كوند ى اورباقى ماندہ پتھر بھى ٹكڑے ٹكڑے ہو گيا ،حضوراكرم (ص) نے پھر تكبير كہى او </w:t>
      </w:r>
      <w:r w:rsidR="003C61BE">
        <w:rPr>
          <w:rtl/>
        </w:rPr>
        <w:t>ر</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مسلمانو</w:t>
      </w:r>
      <w:r w:rsidR="007D6C9B">
        <w:rPr>
          <w:rtl/>
        </w:rPr>
        <w:t xml:space="preserve">ں </w:t>
      </w:r>
      <w:r>
        <w:rPr>
          <w:rtl/>
        </w:rPr>
        <w:t>نے بھى ايسا ہى كيا، اس موقع پر جناب سلمان فارسي نے اس ماجرا كے بارے مي</w:t>
      </w:r>
      <w:r w:rsidR="007D6C9B">
        <w:rPr>
          <w:rtl/>
        </w:rPr>
        <w:t xml:space="preserve">ں </w:t>
      </w:r>
      <w:r>
        <w:rPr>
          <w:rtl/>
        </w:rPr>
        <w:t>دريافت كيا تو سركاررسالت مآب (ص) نے فرمايا :''پہلى چمك مي</w:t>
      </w:r>
      <w:r w:rsidR="007D6C9B">
        <w:rPr>
          <w:rtl/>
        </w:rPr>
        <w:t xml:space="preserve">ں </w:t>
      </w:r>
      <w:r>
        <w:rPr>
          <w:rtl/>
        </w:rPr>
        <w:t>مي</w:t>
      </w:r>
      <w:r w:rsidR="007D6C9B">
        <w:rPr>
          <w:rtl/>
        </w:rPr>
        <w:t xml:space="preserve">ں </w:t>
      </w:r>
      <w:r>
        <w:rPr>
          <w:rtl/>
        </w:rPr>
        <w:t>نے ''حيرہ''كى سرزمين او رايران كے بادشاہو</w:t>
      </w:r>
      <w:r w:rsidR="007D6C9B">
        <w:rPr>
          <w:rtl/>
        </w:rPr>
        <w:t xml:space="preserve">ں </w:t>
      </w:r>
      <w:r>
        <w:rPr>
          <w:rtl/>
        </w:rPr>
        <w:t>كے قصر ومحلات ديكھے ہي</w:t>
      </w:r>
      <w:r w:rsidR="007D6C9B">
        <w:rPr>
          <w:rtl/>
        </w:rPr>
        <w:t xml:space="preserve">ں </w:t>
      </w:r>
      <w:r>
        <w:rPr>
          <w:rtl/>
        </w:rPr>
        <w:t>او رجبرئيل نے مجھے بشارت دى ہے كہ ميرى امت ان پر كاميابى حاصل كرے گي،دوسرى چمك مي</w:t>
      </w:r>
      <w:r w:rsidR="007D6C9B">
        <w:rPr>
          <w:rtl/>
        </w:rPr>
        <w:t xml:space="preserve">ں </w:t>
      </w:r>
      <w:r>
        <w:rPr>
          <w:rtl/>
        </w:rPr>
        <w:t>''شام او رروم''كے سرخ رنگ كے محلات نمايا</w:t>
      </w:r>
      <w:r w:rsidR="007D6C9B">
        <w:rPr>
          <w:rtl/>
        </w:rPr>
        <w:t xml:space="preserve">ں </w:t>
      </w:r>
      <w:r>
        <w:rPr>
          <w:rtl/>
        </w:rPr>
        <w:t>ہوئے او رجبرئيل نے پھر بشارت دى كہ ميرى امت ان پرفتح ياب ہوگي، تيسرى چمك مي</w:t>
      </w:r>
      <w:r w:rsidR="007D6C9B">
        <w:rPr>
          <w:rtl/>
        </w:rPr>
        <w:t xml:space="preserve">ں </w:t>
      </w:r>
      <w:r>
        <w:rPr>
          <w:rtl/>
        </w:rPr>
        <w:t>مجھے ''صنعا و يمن ''كے قصور ومحلات دكھائي ديئےورجبرئيل نے نويد دى كہ ميرى امت ان پربھى كاميابى حاصل كرے گي، اے مسلمانوتمھي</w:t>
      </w:r>
      <w:r w:rsidR="007D6C9B">
        <w:rPr>
          <w:rtl/>
        </w:rPr>
        <w:t xml:space="preserve">ں </w:t>
      </w:r>
      <w:r>
        <w:rPr>
          <w:rtl/>
        </w:rPr>
        <w:t xml:space="preserve">خوشخبرى ہو </w:t>
      </w:r>
    </w:p>
    <w:p w:rsidR="00DE2D7F" w:rsidRDefault="00DE2D7F" w:rsidP="00D07B54">
      <w:pPr>
        <w:pStyle w:val="libNormal"/>
        <w:rPr>
          <w:rtl/>
        </w:rPr>
      </w:pPr>
      <w:r>
        <w:rPr>
          <w:rtl/>
        </w:rPr>
        <w:t>منافقين نے ايك دوسرے كى طرف ديكھا او ركہا: كيسى عجيب و غريب باتي</w:t>
      </w:r>
      <w:r w:rsidR="007D6C9B">
        <w:rPr>
          <w:rtl/>
        </w:rPr>
        <w:t xml:space="preserve">ں </w:t>
      </w:r>
      <w:r>
        <w:rPr>
          <w:rtl/>
        </w:rPr>
        <w:t>كر رہے ہي</w:t>
      </w:r>
      <w:r w:rsidR="007D6C9B">
        <w:rPr>
          <w:rtl/>
        </w:rPr>
        <w:t xml:space="preserve">ں </w:t>
      </w:r>
      <w:r>
        <w:rPr>
          <w:rtl/>
        </w:rPr>
        <w:t>اور كيا ہى باطل اور بے بنياد پروپيگنڈاہے ؟مدينہ سے حيرہ او رمدائن كسرى كو تو ديكھ كر تمہي</w:t>
      </w:r>
      <w:r w:rsidR="007D6C9B">
        <w:rPr>
          <w:rtl/>
        </w:rPr>
        <w:t xml:space="preserve">ں </w:t>
      </w:r>
      <w:r>
        <w:rPr>
          <w:rtl/>
        </w:rPr>
        <w:t>ان كے فتح ہونے كى خبرديتا ہے حالانكہ اس وقت تم چند عربو</w:t>
      </w:r>
      <w:r w:rsidR="007D6C9B">
        <w:rPr>
          <w:rtl/>
        </w:rPr>
        <w:t xml:space="preserve">ں </w:t>
      </w:r>
      <w:r>
        <w:rPr>
          <w:rtl/>
        </w:rPr>
        <w:t>كے چنگل مي</w:t>
      </w:r>
      <w:r w:rsidR="007D6C9B">
        <w:rPr>
          <w:rtl/>
        </w:rPr>
        <w:t xml:space="preserve">ں </w:t>
      </w:r>
      <w:r>
        <w:rPr>
          <w:rtl/>
        </w:rPr>
        <w:t>گرفتا رہو (او رخو ددفاعى پوزيشن اختيار كئے ہوئے ہو )تم تو'' بيت الحذر''(خوف كى جگہ ) تك نہي</w:t>
      </w:r>
      <w:r w:rsidR="007D6C9B">
        <w:rPr>
          <w:rtl/>
        </w:rPr>
        <w:t xml:space="preserve">ں </w:t>
      </w:r>
      <w:r>
        <w:rPr>
          <w:rtl/>
        </w:rPr>
        <w:t xml:space="preserve">جا سكتے ( كيا ہى خيال خام او رگمان باطل ہے _ </w:t>
      </w:r>
    </w:p>
    <w:p w:rsidR="00DE2D7F" w:rsidRDefault="00DE2D7F" w:rsidP="00D07B54">
      <w:pPr>
        <w:pStyle w:val="libNormal"/>
        <w:rPr>
          <w:rtl/>
        </w:rPr>
      </w:pPr>
      <w:r>
        <w:rPr>
          <w:rtl/>
        </w:rPr>
        <w:t xml:space="preserve">الہى وحى نازل ہوئي او ركہا: </w:t>
      </w:r>
    </w:p>
    <w:p w:rsidR="00DE2D7F" w:rsidRDefault="00DE2D7F" w:rsidP="00D07B54">
      <w:pPr>
        <w:pStyle w:val="libNormal"/>
        <w:rPr>
          <w:rtl/>
        </w:rPr>
      </w:pPr>
      <w:r>
        <w:rPr>
          <w:rtl/>
        </w:rPr>
        <w:t>''يہ منا فق او ردل كے مريض كہتے ہي</w:t>
      </w:r>
      <w:r w:rsidR="007D6C9B">
        <w:rPr>
          <w:rtl/>
        </w:rPr>
        <w:t xml:space="preserve">ں </w:t>
      </w:r>
      <w:r>
        <w:rPr>
          <w:rtl/>
        </w:rPr>
        <w:t>كہ خدا او راس كے رسو ل نے سوائے دھوكہ و فريب كے ہمي</w:t>
      </w:r>
      <w:r w:rsidR="007D6C9B">
        <w:rPr>
          <w:rtl/>
        </w:rPr>
        <w:t xml:space="preserve">ں </w:t>
      </w:r>
      <w:r>
        <w:rPr>
          <w:rtl/>
        </w:rPr>
        <w:t>كوئي وعدہ نہي</w:t>
      </w:r>
      <w:r w:rsidR="007D6C9B">
        <w:rPr>
          <w:rtl/>
        </w:rPr>
        <w:t xml:space="preserve">ں </w:t>
      </w:r>
      <w:r>
        <w:rPr>
          <w:rtl/>
        </w:rPr>
        <w:t>ديا، (وہ پر و ردگاركى بے انتہا قدرت سے بے خبر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وقت اس قسم كى بشارت او رخوشخبرى سوائے آگاہ او ربا خبر مو منين كى نظر كے علاوہ ( باقى لوگو</w:t>
      </w:r>
      <w:r w:rsidR="007D6C9B">
        <w:rPr>
          <w:rtl/>
        </w:rPr>
        <w:t xml:space="preserve">ں </w:t>
      </w:r>
      <w:r>
        <w:rPr>
          <w:rtl/>
        </w:rPr>
        <w:t>كے لئے )دھوكا او ر فريب سے زيادہ حيثيت نہي</w:t>
      </w:r>
      <w:r w:rsidR="007D6C9B">
        <w:rPr>
          <w:rtl/>
        </w:rPr>
        <w:t xml:space="preserve">ں </w:t>
      </w:r>
      <w:r>
        <w:rPr>
          <w:rtl/>
        </w:rPr>
        <w:t>ركھتى تھى ليكن پيغمبر (ص) كى ملكوتى آنكھي</w:t>
      </w:r>
      <w:r w:rsidR="007D6C9B">
        <w:rPr>
          <w:rtl/>
        </w:rPr>
        <w:t xml:space="preserve">ں </w:t>
      </w:r>
      <w:r>
        <w:rPr>
          <w:rtl/>
        </w:rPr>
        <w:t>ان آتشي</w:t>
      </w:r>
      <w:r w:rsidR="007D6C9B">
        <w:rPr>
          <w:rtl/>
        </w:rPr>
        <w:t xml:space="preserve">ں </w:t>
      </w:r>
      <w:r>
        <w:rPr>
          <w:rtl/>
        </w:rPr>
        <w:t>چنگاريو</w:t>
      </w:r>
      <w:r w:rsidR="007D6C9B">
        <w:rPr>
          <w:rtl/>
        </w:rPr>
        <w:t xml:space="preserve">ں </w:t>
      </w:r>
      <w:r>
        <w:rPr>
          <w:rtl/>
        </w:rPr>
        <w:t>كے درميان سے جو كدالو</w:t>
      </w:r>
      <w:r w:rsidR="007D6C9B">
        <w:rPr>
          <w:rtl/>
        </w:rPr>
        <w:t xml:space="preserve">ں </w:t>
      </w:r>
      <w:r>
        <w:rPr>
          <w:rtl/>
        </w:rPr>
        <w:t>او رہتھوڑو</w:t>
      </w:r>
      <w:r w:rsidR="007D6C9B">
        <w:rPr>
          <w:rtl/>
        </w:rPr>
        <w:t xml:space="preserve">ں </w:t>
      </w:r>
      <w:r>
        <w:rPr>
          <w:rtl/>
        </w:rPr>
        <w:t>كے خندق كھودنے كے لئے زمين پرلگنے سے نكلتى تھي</w:t>
      </w:r>
      <w:r w:rsidR="007D6C9B">
        <w:rPr>
          <w:rtl/>
        </w:rPr>
        <w:t xml:space="preserve">ں </w:t>
      </w:r>
      <w:r>
        <w:rPr>
          <w:rtl/>
        </w:rPr>
        <w:t>، ايران روم او ريمن كے بادشاہو</w:t>
      </w:r>
      <w:r w:rsidR="007D6C9B">
        <w:rPr>
          <w:rtl/>
        </w:rPr>
        <w:t xml:space="preserve">ں </w:t>
      </w:r>
      <w:r>
        <w:rPr>
          <w:rtl/>
        </w:rPr>
        <w:t>كے قصرو محلات كے دروازو</w:t>
      </w:r>
      <w:r w:rsidR="007D6C9B">
        <w:rPr>
          <w:rtl/>
        </w:rPr>
        <w:t xml:space="preserve">ں </w:t>
      </w:r>
      <w:r>
        <w:rPr>
          <w:rtl/>
        </w:rPr>
        <w:t xml:space="preserve">كے كھلنے كو ديكھ سكتے تھے او رآئندہ كے اسرارو رموز سے پردے بھى اٹھاسكتے تھے_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احزاب آيت </w:t>
      </w:r>
      <w:r w:rsidR="00E664BB">
        <w:rPr>
          <w:rtl/>
        </w:rPr>
        <w:t>12</w:t>
      </w:r>
      <w:r>
        <w:rPr>
          <w:rtl/>
        </w:rPr>
        <w:t xml:space="preserve"> </w:t>
      </w:r>
    </w:p>
    <w:p w:rsidR="003C61BE" w:rsidRDefault="001648F9" w:rsidP="00D07B54">
      <w:pPr>
        <w:pStyle w:val="libNormal"/>
        <w:rPr>
          <w:rtl/>
        </w:rPr>
      </w:pPr>
      <w:r>
        <w:rPr>
          <w:rtl/>
        </w:rPr>
        <w:t xml:space="preserve"> </w:t>
      </w:r>
      <w:r>
        <w:rPr>
          <w:rtl/>
        </w:rPr>
        <w:br w:type="page"/>
      </w:r>
    </w:p>
    <w:p w:rsidR="003C61BE" w:rsidRDefault="00DE2D7F" w:rsidP="00D07B54">
      <w:pPr>
        <w:pStyle w:val="Heading2Center"/>
        <w:rPr>
          <w:rtl/>
        </w:rPr>
      </w:pPr>
      <w:bookmarkStart w:id="383" w:name="_Toc7268780"/>
      <w:r>
        <w:rPr>
          <w:rtl/>
        </w:rPr>
        <w:lastRenderedPageBreak/>
        <w:t>منافقانہ عذر</w:t>
      </w:r>
      <w:bookmarkEnd w:id="383"/>
      <w:r>
        <w:rPr>
          <w:rtl/>
        </w:rPr>
        <w:t xml:space="preserve"> </w:t>
      </w:r>
    </w:p>
    <w:p w:rsidR="00DE2D7F" w:rsidRDefault="00DE2D7F" w:rsidP="00D07B54">
      <w:pPr>
        <w:pStyle w:val="libNormal"/>
        <w:rPr>
          <w:rtl/>
        </w:rPr>
      </w:pPr>
      <w:r>
        <w:rPr>
          <w:rtl/>
        </w:rPr>
        <w:t>جنگ احزاب كے واقعہ كے سلسلے مي</w:t>
      </w:r>
      <w:r w:rsidR="007D6C9B">
        <w:rPr>
          <w:rtl/>
        </w:rPr>
        <w:t xml:space="preserve">ں </w:t>
      </w:r>
      <w:r>
        <w:rPr>
          <w:rtl/>
        </w:rPr>
        <w:t>قرآن مجيدمنافقين او ردل كے بيمارلوگو</w:t>
      </w:r>
      <w:r w:rsidR="007D6C9B">
        <w:rPr>
          <w:rtl/>
        </w:rPr>
        <w:t xml:space="preserve">ں </w:t>
      </w:r>
      <w:r>
        <w:rPr>
          <w:rtl/>
        </w:rPr>
        <w:t>مي</w:t>
      </w:r>
      <w:r w:rsidR="007D6C9B">
        <w:rPr>
          <w:rtl/>
        </w:rPr>
        <w:t xml:space="preserve">ں </w:t>
      </w:r>
      <w:r>
        <w:rPr>
          <w:rtl/>
        </w:rPr>
        <w:t>سے ايك خطرناك گروہ كے حالات تفصيل سے بيان كرتا ہے جو دوسرو</w:t>
      </w:r>
      <w:r w:rsidR="007D6C9B">
        <w:rPr>
          <w:rtl/>
        </w:rPr>
        <w:t xml:space="preserve">ں </w:t>
      </w:r>
      <w:r>
        <w:rPr>
          <w:rtl/>
        </w:rPr>
        <w:t>كى نسبت زيادہ خبيث او رآلودہ گناہ ہي</w:t>
      </w:r>
      <w:r w:rsidR="007D6C9B">
        <w:rPr>
          <w:rtl/>
        </w:rPr>
        <w:t xml:space="preserve">ں </w:t>
      </w:r>
      <w:r>
        <w:rPr>
          <w:rtl/>
        </w:rPr>
        <w:t>، چنانچہ كہتا ہے: ''او راس وقت كو بھى يا دكرو، جب ان مي</w:t>
      </w:r>
      <w:r w:rsidR="007D6C9B">
        <w:rPr>
          <w:rtl/>
        </w:rPr>
        <w:t xml:space="preserve">ں </w:t>
      </w:r>
      <w:r>
        <w:rPr>
          <w:rtl/>
        </w:rPr>
        <w:t>سے ايك گروہ نے كہا: اے يثرب (مدينہ )كے رہنے والويہا</w:t>
      </w:r>
      <w:r w:rsidR="007D6C9B">
        <w:rPr>
          <w:rtl/>
        </w:rPr>
        <w:t xml:space="preserve">ں </w:t>
      </w:r>
      <w:r>
        <w:rPr>
          <w:rtl/>
        </w:rPr>
        <w:t>تمہارے رہنے كى جگہ نہي</w:t>
      </w:r>
      <w:r w:rsidR="007D6C9B">
        <w:rPr>
          <w:rtl/>
        </w:rPr>
        <w:t xml:space="preserve">ں </w:t>
      </w:r>
      <w:r>
        <w:rPr>
          <w:rtl/>
        </w:rPr>
        <w:t>ہے ،اپنے گھرو</w:t>
      </w:r>
      <w:r w:rsidR="007D6C9B">
        <w:rPr>
          <w:rtl/>
        </w:rPr>
        <w:t xml:space="preserve">ں </w:t>
      </w:r>
      <w:r>
        <w:rPr>
          <w:rtl/>
        </w:rPr>
        <w:t>كى طرف لوٹ جائو''</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خلاصہ يہ كہ دشمنو</w:t>
      </w:r>
      <w:r w:rsidR="007D6C9B">
        <w:rPr>
          <w:rtl/>
        </w:rPr>
        <w:t xml:space="preserve">ں </w:t>
      </w:r>
      <w:r>
        <w:rPr>
          <w:rtl/>
        </w:rPr>
        <w:t>كے اس انبوہ كے مقابلہ مي</w:t>
      </w:r>
      <w:r w:rsidR="007D6C9B">
        <w:rPr>
          <w:rtl/>
        </w:rPr>
        <w:t xml:space="preserve">ں </w:t>
      </w:r>
      <w:r>
        <w:rPr>
          <w:rtl/>
        </w:rPr>
        <w:t>كچھ نہي</w:t>
      </w:r>
      <w:r w:rsidR="007D6C9B">
        <w:rPr>
          <w:rtl/>
        </w:rPr>
        <w:t xml:space="preserve">ں </w:t>
      </w:r>
      <w:r>
        <w:rPr>
          <w:rtl/>
        </w:rPr>
        <w:t>ہو سكتا، اپنے آپ كو معركہ كار زار سے نكال كرلے جائو او راپنے آپ كو ہلاكت كے اور بيوى بچو</w:t>
      </w:r>
      <w:r w:rsidR="007D6C9B">
        <w:rPr>
          <w:rtl/>
        </w:rPr>
        <w:t xml:space="preserve">ں </w:t>
      </w:r>
      <w:r>
        <w:rPr>
          <w:rtl/>
        </w:rPr>
        <w:t>كو قيد كے حوالے نہ كرو_ اس طرح سے وہ چاہتے تھے كہ ايك طرف سے تو وہ انصار كے گروہ كو لشكر اسلام سے جدا كرلي</w:t>
      </w:r>
      <w:r w:rsidR="007D6C9B">
        <w:rPr>
          <w:rtl/>
        </w:rPr>
        <w:t xml:space="preserve">ں </w:t>
      </w:r>
      <w:r>
        <w:rPr>
          <w:rtl/>
        </w:rPr>
        <w:t>اوردوسرى طرف ''انہي</w:t>
      </w:r>
      <w:r w:rsidR="007D6C9B">
        <w:rPr>
          <w:rtl/>
        </w:rPr>
        <w:t xml:space="preserve">ں </w:t>
      </w:r>
      <w:r>
        <w:rPr>
          <w:rtl/>
        </w:rPr>
        <w:t>منافقين كا ٹولہ جن كے گھر مدينہ مي</w:t>
      </w:r>
      <w:r w:rsidR="007D6C9B">
        <w:rPr>
          <w:rtl/>
        </w:rPr>
        <w:t xml:space="preserve">ں </w:t>
      </w:r>
      <w:r>
        <w:rPr>
          <w:rtl/>
        </w:rPr>
        <w:t>تھے ،نبى اكرم (ص) سے اجازت مانگ رہے تھے كہ وہ واپس چلے جا ئي</w:t>
      </w:r>
      <w:r w:rsidR="007D6C9B">
        <w:rPr>
          <w:rtl/>
        </w:rPr>
        <w:t xml:space="preserve">ں </w:t>
      </w:r>
      <w:r>
        <w:rPr>
          <w:rtl/>
        </w:rPr>
        <w:t>او راپنى اس واپسى كے لئے حيلے بہانے پيش كررہے تھے ، وہ يہ بھى كہتے تھے كہ ہمارے گھردل كے دروديوارٹھيك نہي</w:t>
      </w:r>
      <w:r w:rsidR="007D6C9B">
        <w:rPr>
          <w:rtl/>
        </w:rPr>
        <w:t xml:space="preserve">ں </w:t>
      </w:r>
      <w:r>
        <w:rPr>
          <w:rtl/>
        </w:rPr>
        <w:t>ہي</w:t>
      </w:r>
      <w:r w:rsidR="007D6C9B">
        <w:rPr>
          <w:rtl/>
        </w:rPr>
        <w:t xml:space="preserve">ں </w:t>
      </w:r>
      <w:r>
        <w:rPr>
          <w:rtl/>
        </w:rPr>
        <w:t>حالانكہ ايسا نہي</w:t>
      </w:r>
      <w:r w:rsidR="007D6C9B">
        <w:rPr>
          <w:rtl/>
        </w:rPr>
        <w:t xml:space="preserve">ں </w:t>
      </w:r>
      <w:r>
        <w:rPr>
          <w:rtl/>
        </w:rPr>
        <w:t>تھا ،اس طرح سے وہ ميدان كو خالى چھوڑكر فراركرنا چاہتے تھے''_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منافقين اس قسم كا عذر پيش كركے يہ چاہتے تھے كہ وہ ميدان جنگ چھوڑكر اپنے گھرو</w:t>
      </w:r>
      <w:r w:rsidR="007D6C9B">
        <w:rPr>
          <w:rtl/>
        </w:rPr>
        <w:t xml:space="preserve">ں </w:t>
      </w:r>
      <w:r>
        <w:rPr>
          <w:rtl/>
        </w:rPr>
        <w:t>مي</w:t>
      </w:r>
      <w:r w:rsidR="007D6C9B">
        <w:rPr>
          <w:rtl/>
        </w:rPr>
        <w:t xml:space="preserve">ں </w:t>
      </w:r>
      <w:r>
        <w:rPr>
          <w:rtl/>
        </w:rPr>
        <w:t>جاكرپناہ لي</w:t>
      </w:r>
      <w:r w:rsidR="007D6C9B">
        <w:rPr>
          <w:rtl/>
        </w:rPr>
        <w:t xml:space="preserve">ں </w:t>
      </w:r>
      <w:r>
        <w:rPr>
          <w:rtl/>
        </w:rPr>
        <w:t xml:space="preserve">_ </w:t>
      </w:r>
    </w:p>
    <w:p w:rsidR="00DE2D7F" w:rsidRDefault="00DE2D7F" w:rsidP="00D07B54">
      <w:pPr>
        <w:pStyle w:val="libNormal"/>
        <w:rPr>
          <w:rtl/>
        </w:rPr>
      </w:pPr>
      <w:r>
        <w:rPr>
          <w:rtl/>
        </w:rPr>
        <w:t>ايك روايت مي</w:t>
      </w:r>
      <w:r w:rsidR="007D6C9B">
        <w:rPr>
          <w:rtl/>
        </w:rPr>
        <w:t xml:space="preserve">ں </w:t>
      </w:r>
      <w:r>
        <w:rPr>
          <w:rtl/>
        </w:rPr>
        <w:t>آيا ہے كہ قبيلہ ''بنى حارثہ ''نے كسى شخص كو حضور رسالت پناہ (ص) كى خدمت مي</w:t>
      </w:r>
      <w:r w:rsidR="007D6C9B">
        <w:rPr>
          <w:rtl/>
        </w:rPr>
        <w:t xml:space="preserve">ں </w:t>
      </w:r>
      <w:r>
        <w:rPr>
          <w:rtl/>
        </w:rPr>
        <w:t>بھيجااو ركہا كہ ہمارے گھر غير محفوظ ہي</w:t>
      </w:r>
      <w:r w:rsidR="007D6C9B">
        <w:rPr>
          <w:rtl/>
        </w:rPr>
        <w:t xml:space="preserve">ں </w:t>
      </w:r>
      <w:r>
        <w:rPr>
          <w:rtl/>
        </w:rPr>
        <w:t>اور انصار مي</w:t>
      </w:r>
      <w:r w:rsidR="007D6C9B">
        <w:rPr>
          <w:rtl/>
        </w:rPr>
        <w:t xml:space="preserve">ں </w:t>
      </w:r>
      <w:r>
        <w:rPr>
          <w:rtl/>
        </w:rPr>
        <w:t>سے كسى كا گھر بھى ہمارے گھرو</w:t>
      </w:r>
      <w:r w:rsidR="007D6C9B">
        <w:rPr>
          <w:rtl/>
        </w:rPr>
        <w:t xml:space="preserve">ں </w:t>
      </w:r>
      <w:r>
        <w:rPr>
          <w:rtl/>
        </w:rPr>
        <w:t>كى طرح نہي</w:t>
      </w:r>
      <w:r w:rsidR="007D6C9B">
        <w:rPr>
          <w:rtl/>
        </w:rPr>
        <w:t xml:space="preserve">ں </w:t>
      </w:r>
      <w:r>
        <w:rPr>
          <w:rtl/>
        </w:rPr>
        <w:t>اور ہمارے او رقبيلہ ''غطفان ''كے درميان كوئي ركا وٹ نہي</w:t>
      </w:r>
      <w:r w:rsidR="007D6C9B">
        <w:rPr>
          <w:rtl/>
        </w:rPr>
        <w:t xml:space="preserve">ں </w:t>
      </w:r>
      <w:r>
        <w:rPr>
          <w:rtl/>
        </w:rPr>
        <w:t>ہے جو مدينہ كى مشرقى جانب سے حملہ آور ہو رہے ہي</w:t>
      </w:r>
      <w:r w:rsidR="007D6C9B">
        <w:rPr>
          <w:rtl/>
        </w:rPr>
        <w:t xml:space="preserve">ں </w:t>
      </w:r>
      <w:r>
        <w:rPr>
          <w:rtl/>
        </w:rPr>
        <w:t>، لہذا اجا زت ديجئے تا كہ ہم اپنے گھرو</w:t>
      </w:r>
      <w:r w:rsidR="007D6C9B">
        <w:rPr>
          <w:rtl/>
        </w:rPr>
        <w:t xml:space="preserve">ں </w:t>
      </w:r>
      <w:r>
        <w:rPr>
          <w:rtl/>
        </w:rPr>
        <w:t>كو پلٹ جا ئي</w:t>
      </w:r>
      <w:r w:rsidR="007D6C9B">
        <w:rPr>
          <w:rtl/>
        </w:rPr>
        <w:t xml:space="preserve">ں </w:t>
      </w:r>
      <w:r>
        <w:rPr>
          <w:rtl/>
        </w:rPr>
        <w:t>او راپنے بيوى بچو</w:t>
      </w:r>
      <w:r w:rsidR="007D6C9B">
        <w:rPr>
          <w:rtl/>
        </w:rPr>
        <w:t xml:space="preserve">ں </w:t>
      </w:r>
      <w:r>
        <w:rPr>
          <w:rtl/>
        </w:rPr>
        <w:t>كا دفاع كري</w:t>
      </w:r>
      <w:r w:rsidR="007D6C9B">
        <w:rPr>
          <w:rtl/>
        </w:rPr>
        <w:t xml:space="preserve">ں </w:t>
      </w:r>
      <w:r>
        <w:rPr>
          <w:rtl/>
        </w:rPr>
        <w:t>تو سركار رسالت (ص) (ص) نے انھي</w:t>
      </w:r>
      <w:r w:rsidR="007D6C9B">
        <w:rPr>
          <w:rtl/>
        </w:rPr>
        <w:t xml:space="preserve">ں </w:t>
      </w:r>
      <w:r>
        <w:rPr>
          <w:rtl/>
        </w:rPr>
        <w:t xml:space="preserve">اجازت عطا فرمادى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احزاب آيت </w:t>
      </w:r>
      <w:r w:rsidR="00E664BB">
        <w:rPr>
          <w:rtl/>
        </w:rPr>
        <w:t>12</w:t>
      </w:r>
      <w:r>
        <w:rPr>
          <w:rtl/>
        </w:rPr>
        <w:t xml:space="preserve"> </w:t>
      </w:r>
    </w:p>
    <w:p w:rsidR="00DE2D7F" w:rsidRDefault="00DE2D7F" w:rsidP="00D07B54">
      <w:pPr>
        <w:pStyle w:val="libFootnote"/>
        <w:rPr>
          <w:rtl/>
        </w:rPr>
      </w:pPr>
      <w:r>
        <w:rPr>
          <w:rtl/>
        </w:rPr>
        <w:t>(</w:t>
      </w:r>
      <w:r w:rsidR="00E664BB">
        <w:rPr>
          <w:rtl/>
        </w:rPr>
        <w:t>2</w:t>
      </w:r>
      <w:r>
        <w:rPr>
          <w:rtl/>
        </w:rPr>
        <w:t xml:space="preserve">)سورہ احزاب آيت </w:t>
      </w:r>
      <w:r w:rsidR="00E664BB">
        <w:rPr>
          <w:rtl/>
        </w:rPr>
        <w:t>13</w:t>
      </w:r>
      <w:r>
        <w:rPr>
          <w:rtl/>
        </w:rPr>
        <w:t xml:space="preserve">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جب يہ بات انصار كے سردار ''معد بن معاذ ''كے گوش گذارہوئي توانھو</w:t>
      </w:r>
      <w:r w:rsidR="007D6C9B">
        <w:rPr>
          <w:rtl/>
        </w:rPr>
        <w:t xml:space="preserve">ں </w:t>
      </w:r>
      <w:r>
        <w:rPr>
          <w:rtl/>
        </w:rPr>
        <w:t>نے پيغمبراسلام (ص) كى خدمت مي</w:t>
      </w:r>
      <w:r w:rsidR="007D6C9B">
        <w:rPr>
          <w:rtl/>
        </w:rPr>
        <w:t xml:space="preserve">ں </w:t>
      </w:r>
      <w:r>
        <w:rPr>
          <w:rtl/>
        </w:rPr>
        <w:t>عرض كيا ''سركا رانہي</w:t>
      </w:r>
      <w:r w:rsidR="007D6C9B">
        <w:rPr>
          <w:rtl/>
        </w:rPr>
        <w:t xml:space="preserve">ں </w:t>
      </w:r>
      <w:r>
        <w:rPr>
          <w:rtl/>
        </w:rPr>
        <w:t>اجازت نہ ديجئے ،بخدا آج تك جب بھى كوئي مشكل درپيش آئي تو ان لوگو</w:t>
      </w:r>
      <w:r w:rsidR="007D6C9B">
        <w:rPr>
          <w:rtl/>
        </w:rPr>
        <w:t xml:space="preserve">ں </w:t>
      </w:r>
      <w:r>
        <w:rPr>
          <w:rtl/>
        </w:rPr>
        <w:t>نے يہى بہانہ تراشا،يہ جھوٹ بولتے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چنانچہ آنحضرت (ص) نے حكم ديا كہ واپس آجائي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قرآن مي</w:t>
      </w:r>
      <w:r w:rsidR="007D6C9B">
        <w:rPr>
          <w:rtl/>
        </w:rPr>
        <w:t xml:space="preserve">ں </w:t>
      </w:r>
      <w:r>
        <w:rPr>
          <w:rtl/>
        </w:rPr>
        <w:t>خداوندعالم اس گروہ كے ايمان كى كمزورى كى طرف اشارہ كرتے ہوئے كہتا ہے: ''وہ اسلام كے اظہار مي</w:t>
      </w:r>
      <w:r w:rsidR="007D6C9B">
        <w:rPr>
          <w:rtl/>
        </w:rPr>
        <w:t xml:space="preserve">ں </w:t>
      </w:r>
      <w:r>
        <w:rPr>
          <w:rtl/>
        </w:rPr>
        <w:t>اس قدر ضعيف اور ناتوا</w:t>
      </w:r>
      <w:r w:rsidR="007D6C9B">
        <w:rPr>
          <w:rtl/>
        </w:rPr>
        <w:t xml:space="preserve">ں </w:t>
      </w:r>
      <w:r>
        <w:rPr>
          <w:rtl/>
        </w:rPr>
        <w:t>ہي</w:t>
      </w:r>
      <w:r w:rsidR="007D6C9B">
        <w:rPr>
          <w:rtl/>
        </w:rPr>
        <w:t xml:space="preserve">ں </w:t>
      </w:r>
      <w:r>
        <w:rPr>
          <w:rtl/>
        </w:rPr>
        <w:t>كہ اگر دشمن مدينہ كے اطراف و جوانب سے اس شہر مي</w:t>
      </w:r>
      <w:r w:rsidR="007D6C9B">
        <w:rPr>
          <w:rtl/>
        </w:rPr>
        <w:t xml:space="preserve">ں </w:t>
      </w:r>
      <w:r>
        <w:rPr>
          <w:rtl/>
        </w:rPr>
        <w:t>داخل ہوجائي</w:t>
      </w:r>
      <w:r w:rsidR="007D6C9B">
        <w:rPr>
          <w:rtl/>
        </w:rPr>
        <w:t xml:space="preserve">ں </w:t>
      </w:r>
      <w:r>
        <w:rPr>
          <w:rtl/>
        </w:rPr>
        <w:t>اور مدينہ كو فوجى كنٹرول مي</w:t>
      </w:r>
      <w:r w:rsidR="007D6C9B">
        <w:rPr>
          <w:rtl/>
        </w:rPr>
        <w:t xml:space="preserve">ں </w:t>
      </w:r>
      <w:r>
        <w:rPr>
          <w:rtl/>
        </w:rPr>
        <w:t>لے كر انھي</w:t>
      </w:r>
      <w:r w:rsidR="007D6C9B">
        <w:rPr>
          <w:rtl/>
        </w:rPr>
        <w:t xml:space="preserve">ں </w:t>
      </w:r>
      <w:r>
        <w:rPr>
          <w:rtl/>
        </w:rPr>
        <w:t>پيش كش كري</w:t>
      </w:r>
      <w:r w:rsidR="007D6C9B">
        <w:rPr>
          <w:rtl/>
        </w:rPr>
        <w:t xml:space="preserve">ں </w:t>
      </w:r>
      <w:r>
        <w:rPr>
          <w:rtl/>
        </w:rPr>
        <w:t>كہ كفر و شرك كى طرف پلٹ جائي</w:t>
      </w:r>
      <w:r w:rsidR="007D6C9B">
        <w:rPr>
          <w:rtl/>
        </w:rPr>
        <w:t xml:space="preserve">ں </w:t>
      </w:r>
      <w:r>
        <w:rPr>
          <w:rtl/>
        </w:rPr>
        <w:t>توجلدى سے اس كو قبول كرلي</w:t>
      </w:r>
      <w:r w:rsidR="007D6C9B">
        <w:rPr>
          <w:rtl/>
        </w:rPr>
        <w:t xml:space="preserve">ں </w:t>
      </w:r>
      <w:r>
        <w:rPr>
          <w:rtl/>
        </w:rPr>
        <w:t>گے اور اس راہ كے انتخاب كرنے مي</w:t>
      </w:r>
      <w:r w:rsidR="007D6C9B">
        <w:rPr>
          <w:rtl/>
        </w:rPr>
        <w:t xml:space="preserve">ں </w:t>
      </w:r>
      <w:r>
        <w:rPr>
          <w:rtl/>
        </w:rPr>
        <w:t>ذراسا بھى توقف نہي</w:t>
      </w:r>
      <w:r w:rsidR="007D6C9B">
        <w:rPr>
          <w:rtl/>
        </w:rPr>
        <w:t xml:space="preserve">ں </w:t>
      </w:r>
      <w:r>
        <w:rPr>
          <w:rtl/>
        </w:rPr>
        <w:t>كري</w:t>
      </w:r>
      <w:r w:rsidR="007D6C9B">
        <w:rPr>
          <w:rtl/>
        </w:rPr>
        <w:t xml:space="preserve">ں </w:t>
      </w:r>
      <w:r>
        <w:rPr>
          <w:rtl/>
        </w:rPr>
        <w:t>گے''_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ظاہر ہے كہ جو لوگ اس قدرت ضعيف، كمزور اور غير مستقل مزاج ہو</w:t>
      </w:r>
      <w:r w:rsidR="007D6C9B">
        <w:rPr>
          <w:rtl/>
        </w:rPr>
        <w:t xml:space="preserve">ں </w:t>
      </w:r>
      <w:r>
        <w:rPr>
          <w:rtl/>
        </w:rPr>
        <w:t xml:space="preserve">كہ نہ تو دشمن سے جنگ كرنے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احزاب</w:t>
      </w:r>
      <w:r w:rsidR="00E664BB">
        <w:rPr>
          <w:rtl/>
        </w:rPr>
        <w:t>14</w:t>
      </w:r>
      <w:r>
        <w:rPr>
          <w:rtl/>
        </w:rPr>
        <w:t xml:space="preserve"> </w:t>
      </w:r>
    </w:p>
    <w:p w:rsidR="00DE2D7F" w:rsidRDefault="00DE2D7F" w:rsidP="00D07B54">
      <w:pPr>
        <w:pStyle w:val="libFootnote"/>
        <w:rPr>
          <w:rtl/>
        </w:rPr>
      </w:pPr>
      <w:r>
        <w:rPr>
          <w:rtl/>
        </w:rPr>
        <w:t>(</w:t>
      </w:r>
      <w:r w:rsidR="00E664BB">
        <w:rPr>
          <w:rtl/>
        </w:rPr>
        <w:t>2</w:t>
      </w:r>
      <w:r>
        <w:rPr>
          <w:rtl/>
        </w:rPr>
        <w:t>)''يثرب ''مدينہ كا قديمى نام ہے ،جناب رسالت مآب (ص) كے اس شہر كى طرف ہجرت كرنے سے پہلے تك اس كا نام ''يثرب''رہا پھر آہستہ آہستہ اس كا نام ''مدينةالرسول''(پيغمبركا شہر )پڑگيا جس كا مخفف''مدينہ ''ہے_ اس شہركے كئي ايك نام او ربھى ہي</w:t>
      </w:r>
      <w:r w:rsidR="007D6C9B">
        <w:rPr>
          <w:rtl/>
        </w:rPr>
        <w:t xml:space="preserve">ں </w:t>
      </w:r>
      <w:r>
        <w:rPr>
          <w:rtl/>
        </w:rPr>
        <w:t>_ سيد مرتضى نے ان دو نامو</w:t>
      </w:r>
      <w:r w:rsidR="007D6C9B">
        <w:rPr>
          <w:rtl/>
        </w:rPr>
        <w:t xml:space="preserve">ں </w:t>
      </w:r>
      <w:r>
        <w:rPr>
          <w:rtl/>
        </w:rPr>
        <w:t>( مدينہ او ريثرب)كے علاوہ اس شہر كے گيارہ او رنام بھى ذكركيے ہي</w:t>
      </w:r>
      <w:r w:rsidR="007D6C9B">
        <w:rPr>
          <w:rtl/>
        </w:rPr>
        <w:t xml:space="preserve">ں </w:t>
      </w:r>
      <w:r>
        <w:rPr>
          <w:rtl/>
        </w:rPr>
        <w:t>،منجملہ ان كے ''طيبہ''''طابہ''''سكينہ''''محبوبہ''''مرحومہ '' اور''قاصمہ''ہي</w:t>
      </w:r>
      <w:r w:rsidR="007D6C9B">
        <w:rPr>
          <w:rtl/>
        </w:rPr>
        <w:t xml:space="preserve">ں </w:t>
      </w:r>
      <w:r>
        <w:rPr>
          <w:rtl/>
        </w:rPr>
        <w:t>_ (اوربعض لوگ اس شہر كى زمين كو ''يثرب''كا نام ديتے ہي</w:t>
      </w:r>
      <w:r w:rsidR="007D6C9B">
        <w:rPr>
          <w:rtl/>
        </w:rPr>
        <w:t xml:space="preserve">ں </w:t>
      </w:r>
      <w:r>
        <w:rPr>
          <w:rtl/>
        </w:rPr>
        <w:t>) چند ايك روايات مي</w:t>
      </w:r>
      <w:r w:rsidR="007D6C9B">
        <w:rPr>
          <w:rtl/>
        </w:rPr>
        <w:t xml:space="preserve">ں </w:t>
      </w:r>
      <w:r>
        <w:rPr>
          <w:rtl/>
        </w:rPr>
        <w:t>آياہے كہ رسالت مآب (ص) نے فرمايا كہ ''اس شہر كو يثرب نہ كہا كرو شايد اسكى وجہ يہ ہو كہ يثرب اصل مي</w:t>
      </w:r>
      <w:r w:rsidR="007D6C9B">
        <w:rPr>
          <w:rtl/>
        </w:rPr>
        <w:t xml:space="preserve">ں </w:t>
      </w:r>
      <w:r>
        <w:rPr>
          <w:rtl/>
        </w:rPr>
        <w:t>''ثرب''(بروزن حرب)كے مادہ سے ملامت كرنے كے معنى مي</w:t>
      </w:r>
      <w:r w:rsidR="007D6C9B">
        <w:rPr>
          <w:rtl/>
        </w:rPr>
        <w:t xml:space="preserve">ں </w:t>
      </w:r>
      <w:r>
        <w:rPr>
          <w:rtl/>
        </w:rPr>
        <w:t>ہے اور آپ(ص) اس قسم كے نام كو اس بابركت شہر كے لئے پسند نہي</w:t>
      </w:r>
      <w:r w:rsidR="007D6C9B">
        <w:rPr>
          <w:rtl/>
        </w:rPr>
        <w:t xml:space="preserve">ں </w:t>
      </w:r>
      <w:r>
        <w:rPr>
          <w:rtl/>
        </w:rPr>
        <w:t>فرماتے تھے_ بہرحال منافقين نے اہل مدينہ كو ''يااہل يثرب''كے عنوان سے جو خطاب كيا ہے وہ بلاوجہ نہي</w:t>
      </w:r>
      <w:r w:rsidR="007D6C9B">
        <w:rPr>
          <w:rtl/>
        </w:rPr>
        <w:t xml:space="preserve">ں </w:t>
      </w:r>
      <w:r>
        <w:rPr>
          <w:rtl/>
        </w:rPr>
        <w:t>ہے او رشايد اس كى وجہ يہ تھى كہ آنحضرت (ص) كو اس نام سے نفرت ہے ،يا چاہتے تھے كہ اسلام او ر''مدينةالرسو(ص) ل''كے نام كو تسليم نہ كرنے كااعلان كري</w:t>
      </w:r>
      <w:r w:rsidR="007D6C9B">
        <w:rPr>
          <w:rtl/>
        </w:rPr>
        <w:t xml:space="preserve">ں </w:t>
      </w:r>
      <w:r>
        <w:rPr>
          <w:rtl/>
        </w:rPr>
        <w:t>_يالوگو</w:t>
      </w:r>
      <w:r w:rsidR="007D6C9B">
        <w:rPr>
          <w:rtl/>
        </w:rPr>
        <w:t xml:space="preserve">ں </w:t>
      </w:r>
      <w:r>
        <w:rPr>
          <w:rtl/>
        </w:rPr>
        <w:t>كو زمانہ جاہليت كى يادتازہ كرائي</w:t>
      </w:r>
      <w:r w:rsidR="007D6C9B">
        <w:rPr>
          <w:rtl/>
        </w:rPr>
        <w:t xml:space="preserve">ں </w:t>
      </w:r>
      <w:r>
        <w:rPr>
          <w:rtl/>
        </w:rPr>
        <w:t xml:space="preserve">_ </w:t>
      </w:r>
    </w:p>
    <w:p w:rsidR="00DE2D7F" w:rsidRDefault="00DE2D7F" w:rsidP="00D07B54">
      <w:pPr>
        <w:pStyle w:val="libFootnote"/>
        <w:rPr>
          <w:rtl/>
        </w:rPr>
      </w:pPr>
      <w:r>
        <w:rPr>
          <w:rtl/>
        </w:rPr>
        <w:t>(</w:t>
      </w:r>
      <w:r w:rsidR="00E664BB">
        <w:rPr>
          <w:rtl/>
        </w:rPr>
        <w:t>3</w:t>
      </w:r>
      <w:r>
        <w:rPr>
          <w:rtl/>
        </w:rPr>
        <w:t xml:space="preserve">) سورہ احزاب آيت </w:t>
      </w:r>
      <w:r w:rsidR="00E664BB">
        <w:rPr>
          <w:rtl/>
        </w:rPr>
        <w:t>14</w:t>
      </w:r>
      <w:r>
        <w:rPr>
          <w:rtl/>
        </w:rPr>
        <w:t xml:space="preserve"> </w:t>
      </w:r>
    </w:p>
    <w:p w:rsidR="003C61B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كے لئے تيار ہو</w:t>
      </w:r>
      <w:r w:rsidR="007D6C9B">
        <w:rPr>
          <w:rtl/>
        </w:rPr>
        <w:t xml:space="preserve">ں </w:t>
      </w:r>
      <w:r>
        <w:rPr>
          <w:rtl/>
        </w:rPr>
        <w:t>اور نہ ہى راہ خدا مي</w:t>
      </w:r>
      <w:r w:rsidR="007D6C9B">
        <w:rPr>
          <w:rtl/>
        </w:rPr>
        <w:t xml:space="preserve">ں </w:t>
      </w:r>
      <w:r>
        <w:rPr>
          <w:rtl/>
        </w:rPr>
        <w:t>شہادت قبول كرنے كے لئے، ايسے لوگ بہت جلد ہتھيار ڈال ديتے ہي</w:t>
      </w:r>
      <w:r w:rsidR="007D6C9B">
        <w:rPr>
          <w:rtl/>
        </w:rPr>
        <w:t xml:space="preserve">ں </w:t>
      </w:r>
      <w:r>
        <w:rPr>
          <w:rtl/>
        </w:rPr>
        <w:t>اور اپنى راہ فوراً بدل ديتے ہي</w:t>
      </w:r>
      <w:r w:rsidR="007D6C9B">
        <w:rPr>
          <w:rtl/>
        </w:rPr>
        <w:t xml:space="preserve">ں </w:t>
      </w:r>
      <w:r>
        <w:rPr>
          <w:rtl/>
        </w:rPr>
        <w:t xml:space="preserve">_ </w:t>
      </w:r>
    </w:p>
    <w:p w:rsidR="00DE2D7F" w:rsidRDefault="00DE2D7F" w:rsidP="00D07B54">
      <w:pPr>
        <w:pStyle w:val="libNormal"/>
        <w:rPr>
          <w:rtl/>
        </w:rPr>
      </w:pPr>
      <w:r>
        <w:rPr>
          <w:rtl/>
        </w:rPr>
        <w:t>پھر قرآن اس منافق ٹولے كو عدالت كے كٹہرے مي</w:t>
      </w:r>
      <w:r w:rsidR="007D6C9B">
        <w:rPr>
          <w:rtl/>
        </w:rPr>
        <w:t xml:space="preserve">ں </w:t>
      </w:r>
      <w:r>
        <w:rPr>
          <w:rtl/>
        </w:rPr>
        <w:t>لاكر كہتا ہے: ''انھو</w:t>
      </w:r>
      <w:r w:rsidR="007D6C9B">
        <w:rPr>
          <w:rtl/>
        </w:rPr>
        <w:t xml:space="preserve">ں </w:t>
      </w:r>
      <w:r>
        <w:rPr>
          <w:rtl/>
        </w:rPr>
        <w:t>نے پہلے سے خدا كے ساتھ عہد و پيمان باندھا ہوا تھا كہ دشمن كى طرف پشت نہي</w:t>
      </w:r>
      <w:r w:rsidR="007D6C9B">
        <w:rPr>
          <w:rtl/>
        </w:rPr>
        <w:t xml:space="preserve">ں </w:t>
      </w:r>
      <w:r>
        <w:rPr>
          <w:rtl/>
        </w:rPr>
        <w:t>كري</w:t>
      </w:r>
      <w:r w:rsidR="007D6C9B">
        <w:rPr>
          <w:rtl/>
        </w:rPr>
        <w:t xml:space="preserve">ں </w:t>
      </w:r>
      <w:r>
        <w:rPr>
          <w:rtl/>
        </w:rPr>
        <w:t>گے اور اپنے عہد و پيمان پر قائم رہتے ہوئے توحيد، اسلام اور پيغمبر كے لئے دفاع مي</w:t>
      </w:r>
      <w:r w:rsidR="007D6C9B">
        <w:rPr>
          <w:rtl/>
        </w:rPr>
        <w:t xml:space="preserve">ں </w:t>
      </w:r>
      <w:r>
        <w:rPr>
          <w:rtl/>
        </w:rPr>
        <w:t>كھڑے ہو</w:t>
      </w:r>
      <w:r w:rsidR="007D6C9B">
        <w:rPr>
          <w:rtl/>
        </w:rPr>
        <w:t xml:space="preserve">ں </w:t>
      </w:r>
      <w:r>
        <w:rPr>
          <w:rtl/>
        </w:rPr>
        <w:t>گے، كيا وہ جانتے نہي</w:t>
      </w:r>
      <w:r w:rsidR="007D6C9B">
        <w:rPr>
          <w:rtl/>
        </w:rPr>
        <w:t xml:space="preserve">ں </w:t>
      </w:r>
      <w:r>
        <w:rPr>
          <w:rtl/>
        </w:rPr>
        <w:t>كہ خدا سے كئے گئے عہد و پيمان كے بارے مي</w:t>
      </w:r>
      <w:r w:rsidR="007D6C9B">
        <w:rPr>
          <w:rtl/>
        </w:rPr>
        <w:t xml:space="preserve">ں </w:t>
      </w:r>
      <w:r>
        <w:rPr>
          <w:rtl/>
        </w:rPr>
        <w:t>سوال كيا جائے گا''_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جب خدا نے منافقين كى نيت كو فاش كرديا كہ ان كا مقصد گھرو</w:t>
      </w:r>
      <w:r w:rsidR="007D6C9B">
        <w:rPr>
          <w:rtl/>
        </w:rPr>
        <w:t xml:space="preserve">ں </w:t>
      </w:r>
      <w:r>
        <w:rPr>
          <w:rtl/>
        </w:rPr>
        <w:t>كى حفاظت كرنا نہي</w:t>
      </w:r>
      <w:r w:rsidR="007D6C9B">
        <w:rPr>
          <w:rtl/>
        </w:rPr>
        <w:t xml:space="preserve">ں </w:t>
      </w:r>
      <w:r>
        <w:rPr>
          <w:rtl/>
        </w:rPr>
        <w:t>، بلكہ ميدان جنگ سے فرار كرنا ہے تو انھي</w:t>
      </w:r>
      <w:r w:rsidR="007D6C9B">
        <w:rPr>
          <w:rtl/>
        </w:rPr>
        <w:t xml:space="preserve">ں </w:t>
      </w:r>
      <w:r>
        <w:rPr>
          <w:rtl/>
        </w:rPr>
        <w:t>دود ليلو</w:t>
      </w:r>
      <w:r w:rsidR="007D6C9B">
        <w:rPr>
          <w:rtl/>
        </w:rPr>
        <w:t xml:space="preserve">ں </w:t>
      </w:r>
      <w:r>
        <w:rPr>
          <w:rtl/>
        </w:rPr>
        <w:t xml:space="preserve">كے ساتھ جواب ديتا ہے_ </w:t>
      </w:r>
    </w:p>
    <w:p w:rsidR="00DE2D7F" w:rsidRDefault="00DE2D7F" w:rsidP="00D07B54">
      <w:pPr>
        <w:pStyle w:val="libNormal"/>
        <w:rPr>
          <w:rtl/>
        </w:rPr>
      </w:pPr>
      <w:r>
        <w:rPr>
          <w:rtl/>
        </w:rPr>
        <w:t>پہلے تو پيغمبر (ص) سے فرماتا ہے: ''كہہ ديجئے كہ اگر موت يا قتل ہونے سے فرار كرتے ہو تو يہ فرار تمہي</w:t>
      </w:r>
      <w:r w:rsidR="007D6C9B">
        <w:rPr>
          <w:rtl/>
        </w:rPr>
        <w:t xml:space="preserve">ں </w:t>
      </w:r>
      <w:r>
        <w:rPr>
          <w:rtl/>
        </w:rPr>
        <w:t>كوئي فائدہ نہي</w:t>
      </w:r>
      <w:r w:rsidR="007D6C9B">
        <w:rPr>
          <w:rtl/>
        </w:rPr>
        <w:t xml:space="preserve">ں </w:t>
      </w:r>
      <w:r>
        <w:rPr>
          <w:rtl/>
        </w:rPr>
        <w:t>پہونچائے گااور تم دنياوى زندگى كے چند دن سے زيادہ فائدہ نہي</w:t>
      </w:r>
      <w:r w:rsidR="007D6C9B">
        <w:rPr>
          <w:rtl/>
        </w:rPr>
        <w:t xml:space="preserve">ں </w:t>
      </w:r>
      <w:r>
        <w:rPr>
          <w:rtl/>
        </w:rPr>
        <w:t>اٹھاپائو گے''_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دوسرا يہ كہ كيا تم جانتے ہوكہ تمہارا سارا انجام خدا كے ہاتھ مي</w:t>
      </w:r>
      <w:r w:rsidR="007D6C9B">
        <w:rPr>
          <w:rtl/>
        </w:rPr>
        <w:t xml:space="preserve">ں </w:t>
      </w:r>
      <w:r>
        <w:rPr>
          <w:rtl/>
        </w:rPr>
        <w:t>ہے اور تم اس كى قدرت و مشيت كے دائرہ اختيار سے ہرگز بھاگ نہي</w:t>
      </w:r>
      <w:r w:rsidR="007D6C9B">
        <w:rPr>
          <w:rtl/>
        </w:rPr>
        <w:t xml:space="preserve">ں </w:t>
      </w:r>
      <w:r>
        <w:rPr>
          <w:rtl/>
        </w:rPr>
        <w:t>سكتے_ ''اے پيغمبر (ص) ان سے كہہ ديجئے : كون شخص خدا كے ارادہ كے مقابلہ مي</w:t>
      </w:r>
      <w:r w:rsidR="007D6C9B">
        <w:rPr>
          <w:rtl/>
        </w:rPr>
        <w:t xml:space="preserve">ں </w:t>
      </w:r>
      <w:r>
        <w:rPr>
          <w:rtl/>
        </w:rPr>
        <w:t>تمہارى حفاظت كرسكتا ہے، اگر وہ تمہارے لئے مصيبت يا رحمت چاہتا ہے''_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3C61BE" w:rsidRDefault="00DE2D7F" w:rsidP="00D07B54">
      <w:pPr>
        <w:pStyle w:val="Heading2Center"/>
        <w:rPr>
          <w:rtl/>
        </w:rPr>
      </w:pPr>
      <w:bookmarkStart w:id="384" w:name="_Toc7268781"/>
      <w:r>
        <w:rPr>
          <w:rtl/>
        </w:rPr>
        <w:t>روكنے والا ٹولہ</w:t>
      </w:r>
      <w:bookmarkEnd w:id="384"/>
      <w:r>
        <w:rPr>
          <w:rtl/>
        </w:rPr>
        <w:t xml:space="preserve"> </w:t>
      </w:r>
    </w:p>
    <w:p w:rsidR="00DE2D7F" w:rsidRDefault="00DE2D7F" w:rsidP="00D07B54">
      <w:pPr>
        <w:pStyle w:val="libNormal"/>
        <w:rPr>
          <w:rtl/>
        </w:rPr>
      </w:pPr>
      <w:r>
        <w:rPr>
          <w:rtl/>
        </w:rPr>
        <w:t>اس كے بعد قران مجيد منافقين كے اس گروہ كى طرف اشارہ كرتا ہے جو جنگ احزاب كے ميدان سے خودكنارہ كش ہوا اور دوسرو</w:t>
      </w:r>
      <w:r w:rsidR="007D6C9B">
        <w:rPr>
          <w:rtl/>
        </w:rPr>
        <w:t xml:space="preserve">ں </w:t>
      </w:r>
      <w:r>
        <w:rPr>
          <w:rtl/>
        </w:rPr>
        <w:t>كو بھى كنار كشى كى دعوت ديتا ہو فرماتا ہے: '' خدا تم مي</w:t>
      </w:r>
      <w:r w:rsidR="007D6C9B">
        <w:rPr>
          <w:rtl/>
        </w:rPr>
        <w:t xml:space="preserve">ں </w:t>
      </w:r>
      <w:r>
        <w:rPr>
          <w:rtl/>
        </w:rPr>
        <w:t>سے اس گروہ كو جانتا ہے جو كوشش كرتے تھے كہ لوگو</w:t>
      </w:r>
      <w:r w:rsidR="007D6C9B">
        <w:rPr>
          <w:rtl/>
        </w:rPr>
        <w:t xml:space="preserve">ں </w:t>
      </w:r>
      <w:r>
        <w:rPr>
          <w:rtl/>
        </w:rPr>
        <w:t>كو جنگ سے منحرف كردي</w:t>
      </w:r>
      <w:r w:rsidR="007D6C9B">
        <w:rPr>
          <w:rtl/>
        </w:rPr>
        <w:t xml:space="preserve">ں </w:t>
      </w:r>
      <w:r>
        <w:rPr>
          <w:rtl/>
        </w:rPr>
        <w:t>،اور اسى طرح سے ان لوگو</w:t>
      </w:r>
      <w:r w:rsidR="007D6C9B">
        <w:rPr>
          <w:rtl/>
        </w:rPr>
        <w:t xml:space="preserve">ں </w:t>
      </w:r>
      <w:r>
        <w:rPr>
          <w:rtl/>
        </w:rPr>
        <w:t xml:space="preserve">كو بھى جانتا ہے جو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احزاب آيت </w:t>
      </w:r>
      <w:r w:rsidR="00E664BB">
        <w:rPr>
          <w:rtl/>
        </w:rPr>
        <w:t>15</w:t>
      </w:r>
      <w:r>
        <w:rPr>
          <w:rtl/>
        </w:rPr>
        <w:t xml:space="preserve"> </w:t>
      </w:r>
    </w:p>
    <w:p w:rsidR="00DE2D7F" w:rsidRDefault="00DE2D7F" w:rsidP="00D07B54">
      <w:pPr>
        <w:pStyle w:val="libFootnote"/>
        <w:rPr>
          <w:rtl/>
        </w:rPr>
      </w:pPr>
      <w:r>
        <w:rPr>
          <w:rtl/>
        </w:rPr>
        <w:t>(</w:t>
      </w:r>
      <w:r w:rsidR="00E664BB">
        <w:rPr>
          <w:rtl/>
        </w:rPr>
        <w:t>2</w:t>
      </w:r>
      <w:r>
        <w:rPr>
          <w:rtl/>
        </w:rPr>
        <w:t xml:space="preserve">) سورہ احزاب آيت </w:t>
      </w:r>
      <w:r w:rsidR="00E664BB">
        <w:rPr>
          <w:rtl/>
        </w:rPr>
        <w:t>16</w:t>
      </w:r>
      <w:r>
        <w:rPr>
          <w:rtl/>
        </w:rPr>
        <w:t xml:space="preserve"> </w:t>
      </w:r>
    </w:p>
    <w:p w:rsidR="00DE2D7F" w:rsidRDefault="00DE2D7F" w:rsidP="00D07B54">
      <w:pPr>
        <w:pStyle w:val="libFootnote"/>
        <w:rPr>
          <w:rtl/>
        </w:rPr>
      </w:pPr>
      <w:r>
        <w:rPr>
          <w:rtl/>
        </w:rPr>
        <w:t>(</w:t>
      </w:r>
      <w:r w:rsidR="00E664BB">
        <w:rPr>
          <w:rtl/>
        </w:rPr>
        <w:t>3</w:t>
      </w:r>
      <w:r>
        <w:rPr>
          <w:rtl/>
        </w:rPr>
        <w:t xml:space="preserve">) سورہ احزاب آيت </w:t>
      </w:r>
      <w:r w:rsidR="00E664BB">
        <w:rPr>
          <w:rtl/>
        </w:rPr>
        <w:t>17</w:t>
      </w:r>
      <w:r>
        <w:rPr>
          <w:rtl/>
        </w:rPr>
        <w:t xml:space="preserve"> </w:t>
      </w:r>
    </w:p>
    <w:p w:rsidR="003C61BE" w:rsidRDefault="001648F9" w:rsidP="00D07B54">
      <w:pPr>
        <w:pStyle w:val="libNormal"/>
        <w:rPr>
          <w:rtl/>
        </w:rPr>
      </w:pPr>
      <w:r>
        <w:rPr>
          <w:rtl/>
        </w:rPr>
        <w:t xml:space="preserve"> </w:t>
      </w:r>
      <w:r>
        <w:rPr>
          <w:rtl/>
        </w:rPr>
        <w:br w:type="page"/>
      </w:r>
    </w:p>
    <w:p w:rsidR="003C61BE" w:rsidRDefault="003C61BE" w:rsidP="00D07B54">
      <w:pPr>
        <w:pStyle w:val="libNormal"/>
        <w:rPr>
          <w:rtl/>
        </w:rPr>
      </w:pPr>
    </w:p>
    <w:p w:rsidR="00DE2D7F" w:rsidRDefault="00DE2D7F" w:rsidP="00D07B54">
      <w:pPr>
        <w:pStyle w:val="libNormal"/>
        <w:rPr>
          <w:rtl/>
        </w:rPr>
      </w:pPr>
      <w:r>
        <w:rPr>
          <w:rtl/>
        </w:rPr>
        <w:t>اپنے بھائيو</w:t>
      </w:r>
      <w:r w:rsidR="007D6C9B">
        <w:rPr>
          <w:rtl/>
        </w:rPr>
        <w:t xml:space="preserve">ں </w:t>
      </w:r>
      <w:r>
        <w:rPr>
          <w:rtl/>
        </w:rPr>
        <w:t xml:space="preserve">سے كہتے تھے كہ ہمارى طرف آئو'' اور اس خطرناك جنگ سے دستبردار ہوجائو _ </w:t>
      </w:r>
    </w:p>
    <w:p w:rsidR="00DE2D7F" w:rsidRDefault="00DE2D7F" w:rsidP="00D07B54">
      <w:pPr>
        <w:pStyle w:val="libNormal"/>
        <w:rPr>
          <w:rtl/>
        </w:rPr>
      </w:pPr>
      <w:r>
        <w:rPr>
          <w:rtl/>
        </w:rPr>
        <w:t>وہى لوگ جواہل جنگ نہي</w:t>
      </w:r>
      <w:r w:rsidR="007D6C9B">
        <w:rPr>
          <w:rtl/>
        </w:rPr>
        <w:t xml:space="preserve">ں </w:t>
      </w:r>
      <w:r>
        <w:rPr>
          <w:rtl/>
        </w:rPr>
        <w:t>ہي</w:t>
      </w:r>
      <w:r w:rsidR="007D6C9B">
        <w:rPr>
          <w:rtl/>
        </w:rPr>
        <w:t xml:space="preserve">ں </w:t>
      </w:r>
      <w:r>
        <w:rPr>
          <w:rtl/>
        </w:rPr>
        <w:t>اور سوائے كم مقدار كے اور وہ بھى بطور جبر واكراہ ياد كھاوے كے; جنگ كے لئے نہي</w:t>
      </w:r>
      <w:r w:rsidR="007D6C9B">
        <w:rPr>
          <w:rtl/>
        </w:rPr>
        <w:t xml:space="preserve">ں </w:t>
      </w:r>
      <w:r>
        <w:rPr>
          <w:rtl/>
        </w:rPr>
        <w:t xml:space="preserve">جاتے_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ہم ايك روايت مي</w:t>
      </w:r>
      <w:r w:rsidR="007D6C9B">
        <w:rPr>
          <w:rtl/>
        </w:rPr>
        <w:t xml:space="preserve">ں </w:t>
      </w:r>
      <w:r>
        <w:rPr>
          <w:rtl/>
        </w:rPr>
        <w:t>پڑھتے ہي</w:t>
      </w:r>
      <w:r w:rsidR="007D6C9B">
        <w:rPr>
          <w:rtl/>
        </w:rPr>
        <w:t xml:space="preserve">ں </w:t>
      </w:r>
      <w:r>
        <w:rPr>
          <w:rtl/>
        </w:rPr>
        <w:t>كہ ايك صحابى رسول كسى ضرورت كے تحت ميدان'' احزاب '' سے شہر مي</w:t>
      </w:r>
      <w:r w:rsidR="007D6C9B">
        <w:rPr>
          <w:rtl/>
        </w:rPr>
        <w:t xml:space="preserve">ں </w:t>
      </w:r>
      <w:r>
        <w:rPr>
          <w:rtl/>
        </w:rPr>
        <w:t>آيا ہوا تھا اس نے اپنے بھائي كو ديكھا كہ اس نے اپنے سامنے روٹى ، بھنا ہوا گوشت اور شراب ركھے ہوئے تھے ، تو صحابى نے كہا تم تو يہا</w:t>
      </w:r>
      <w:r w:rsidR="007D6C9B">
        <w:rPr>
          <w:rtl/>
        </w:rPr>
        <w:t xml:space="preserve">ں </w:t>
      </w:r>
      <w:r>
        <w:rPr>
          <w:rtl/>
        </w:rPr>
        <w:t>عيش وعشرت مي</w:t>
      </w:r>
      <w:r w:rsidR="007D6C9B">
        <w:rPr>
          <w:rtl/>
        </w:rPr>
        <w:t xml:space="preserve">ں </w:t>
      </w:r>
      <w:r>
        <w:rPr>
          <w:rtl/>
        </w:rPr>
        <w:t>مشغول ہواور رسول خدا نيزو</w:t>
      </w:r>
      <w:r w:rsidR="007D6C9B">
        <w:rPr>
          <w:rtl/>
        </w:rPr>
        <w:t xml:space="preserve">ں </w:t>
      </w:r>
      <w:r>
        <w:rPr>
          <w:rtl/>
        </w:rPr>
        <w:t>اور تلوارو</w:t>
      </w:r>
      <w:r w:rsidR="007D6C9B">
        <w:rPr>
          <w:rtl/>
        </w:rPr>
        <w:t xml:space="preserve">ں </w:t>
      </w:r>
      <w:r>
        <w:rPr>
          <w:rtl/>
        </w:rPr>
        <w:t>كے درميان مصروف پيكار ہي</w:t>
      </w:r>
      <w:r w:rsidR="007D6C9B">
        <w:rPr>
          <w:rtl/>
        </w:rPr>
        <w:t xml:space="preserve">ں </w:t>
      </w:r>
      <w:r>
        <w:rPr>
          <w:rtl/>
        </w:rPr>
        <w:t>اس نے جواب مي</w:t>
      </w:r>
      <w:r w:rsidR="007D6C9B">
        <w:rPr>
          <w:rtl/>
        </w:rPr>
        <w:t xml:space="preserve">ں </w:t>
      </w:r>
      <w:r>
        <w:rPr>
          <w:rtl/>
        </w:rPr>
        <w:t>كہا ، اے بے وقوف : تم بھى ہمارے ساتھ بيٹھ جائو اور مزے اڑائو اس نے كہا:اس خدا كى قسم جس كى محمد كھاتا ہے وہ اس ميدان سے ہرگز پلٹ كر واپس نہي</w:t>
      </w:r>
      <w:r w:rsidR="007D6C9B">
        <w:rPr>
          <w:rtl/>
        </w:rPr>
        <w:t xml:space="preserve">ں </w:t>
      </w:r>
      <w:r>
        <w:rPr>
          <w:rtl/>
        </w:rPr>
        <w:t>آئے گا اور يہ عظيم لشكر جو جمع ہوچكا ہے اسے اور اس كے ساتھيو</w:t>
      </w:r>
      <w:r w:rsidR="007D6C9B">
        <w:rPr>
          <w:rtl/>
        </w:rPr>
        <w:t xml:space="preserve">ں </w:t>
      </w:r>
      <w:r>
        <w:rPr>
          <w:rtl/>
        </w:rPr>
        <w:t>كو زندہ نہي</w:t>
      </w:r>
      <w:r w:rsidR="007D6C9B">
        <w:rPr>
          <w:rtl/>
        </w:rPr>
        <w:t xml:space="preserve">ں </w:t>
      </w:r>
      <w:r>
        <w:rPr>
          <w:rtl/>
        </w:rPr>
        <w:t xml:space="preserve">چھوڑے گا _ </w:t>
      </w:r>
    </w:p>
    <w:p w:rsidR="00DE2D7F" w:rsidRDefault="00DE2D7F" w:rsidP="00D07B54">
      <w:pPr>
        <w:pStyle w:val="libNormal"/>
        <w:rPr>
          <w:rtl/>
        </w:rPr>
      </w:pPr>
      <w:r>
        <w:rPr>
          <w:rtl/>
        </w:rPr>
        <w:t>يہ سن كر وہ صحابى كہنے لگے :تو بكتا ہے،خدا كى قسم مي</w:t>
      </w:r>
      <w:r w:rsidR="007D6C9B">
        <w:rPr>
          <w:rtl/>
        </w:rPr>
        <w:t xml:space="preserve">ں </w:t>
      </w:r>
      <w:r>
        <w:rPr>
          <w:rtl/>
        </w:rPr>
        <w:t>ابھى رسول اللہ كے پاس جاكر تمہارى اس گفتگو سے باخبر كرتا ہو</w:t>
      </w:r>
      <w:r w:rsidR="007D6C9B">
        <w:rPr>
          <w:rtl/>
        </w:rPr>
        <w:t xml:space="preserve">ں </w:t>
      </w:r>
      <w:r>
        <w:rPr>
          <w:rtl/>
        </w:rPr>
        <w:t>، چنانچہ انھو</w:t>
      </w:r>
      <w:r w:rsidR="007D6C9B">
        <w:rPr>
          <w:rtl/>
        </w:rPr>
        <w:t xml:space="preserve">ں </w:t>
      </w:r>
      <w:r>
        <w:rPr>
          <w:rtl/>
        </w:rPr>
        <w:t>نے بارگاہ رسالت مي</w:t>
      </w:r>
      <w:r w:rsidR="007D6C9B">
        <w:rPr>
          <w:rtl/>
        </w:rPr>
        <w:t xml:space="preserve">ں </w:t>
      </w:r>
      <w:r>
        <w:rPr>
          <w:rtl/>
        </w:rPr>
        <w:t xml:space="preserve">پہنچ كر تمام ماجرا بيان كيا _ </w:t>
      </w:r>
    </w:p>
    <w:p w:rsidR="001D7CB1" w:rsidRDefault="00DE2D7F" w:rsidP="00D07B54">
      <w:pPr>
        <w:pStyle w:val="Heading2Center"/>
        <w:rPr>
          <w:rtl/>
        </w:rPr>
      </w:pPr>
      <w:bookmarkStart w:id="385" w:name="_Toc7268782"/>
      <w:r>
        <w:rPr>
          <w:rtl/>
        </w:rPr>
        <w:t>وہ ہرگز ايمان نہي</w:t>
      </w:r>
      <w:r w:rsidR="007D6C9B">
        <w:rPr>
          <w:rtl/>
        </w:rPr>
        <w:t xml:space="preserve">ں </w:t>
      </w:r>
      <w:r>
        <w:rPr>
          <w:rtl/>
        </w:rPr>
        <w:t>لائے</w:t>
      </w:r>
      <w:bookmarkEnd w:id="385"/>
    </w:p>
    <w:p w:rsidR="00DE2D7F" w:rsidRDefault="00DE2D7F" w:rsidP="00D07B54">
      <w:pPr>
        <w:pStyle w:val="libNormal"/>
        <w:rPr>
          <w:rtl/>
        </w:rPr>
      </w:pPr>
      <w:r>
        <w:rPr>
          <w:rtl/>
        </w:rPr>
        <w:t xml:space="preserve"> قرآن فرماتاہے :'' ان تمام ركاوٹو</w:t>
      </w:r>
      <w:r w:rsidR="007D6C9B">
        <w:rPr>
          <w:rtl/>
        </w:rPr>
        <w:t xml:space="preserve">ں </w:t>
      </w:r>
      <w:r>
        <w:rPr>
          <w:rtl/>
        </w:rPr>
        <w:t>كا باعث يہ ہے كہ وہ تمہارى بابت تمام چيزو</w:t>
      </w:r>
      <w:r w:rsidR="007D6C9B">
        <w:rPr>
          <w:rtl/>
        </w:rPr>
        <w:t xml:space="preserve">ں </w:t>
      </w:r>
      <w:r>
        <w:rPr>
          <w:rtl/>
        </w:rPr>
        <w:t>مي</w:t>
      </w:r>
      <w:r w:rsidR="007D6C9B">
        <w:rPr>
          <w:rtl/>
        </w:rPr>
        <w:t xml:space="preserve">ں </w:t>
      </w:r>
      <w:r>
        <w:rPr>
          <w:rtl/>
        </w:rPr>
        <w:t>بخيل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نہ صرف ميدان جنگ مي</w:t>
      </w:r>
      <w:r w:rsidR="007D6C9B">
        <w:rPr>
          <w:rtl/>
        </w:rPr>
        <w:t xml:space="preserve">ں </w:t>
      </w:r>
      <w:r>
        <w:rPr>
          <w:rtl/>
        </w:rPr>
        <w:t>جان قربان كرنے مي</w:t>
      </w:r>
      <w:r w:rsidR="007D6C9B">
        <w:rPr>
          <w:rtl/>
        </w:rPr>
        <w:t xml:space="preserve">ں </w:t>
      </w:r>
      <w:r>
        <w:rPr>
          <w:rtl/>
        </w:rPr>
        <w:t>بلكہ وسائل جنگ مہيا كرنے كے لئے مالى امداد اور خندق كھودنے كے لئے جسمانى امداد حتى كہ فكرى امداد مہيا كرنے مي</w:t>
      </w:r>
      <w:r w:rsidR="007D6C9B">
        <w:rPr>
          <w:rtl/>
        </w:rPr>
        <w:t xml:space="preserve">ں </w:t>
      </w:r>
      <w:r>
        <w:rPr>
          <w:rtl/>
        </w:rPr>
        <w:t>بھى بخل سے كام ليتے ہي</w:t>
      </w:r>
      <w:r w:rsidR="007D6C9B">
        <w:rPr>
          <w:rtl/>
        </w:rPr>
        <w:t xml:space="preserve">ں </w:t>
      </w:r>
      <w:r>
        <w:rPr>
          <w:rtl/>
        </w:rPr>
        <w:t>، ايسا بخل جو حرص كے ساتھ ہوتا ہے اور ايسا حرص جس مي</w:t>
      </w:r>
      <w:r w:rsidR="007D6C9B">
        <w:rPr>
          <w:rtl/>
        </w:rPr>
        <w:t xml:space="preserve">ں </w:t>
      </w:r>
      <w:r>
        <w:rPr>
          <w:rtl/>
        </w:rPr>
        <w:t xml:space="preserve">روز بروز اضافہ ہوتا رہتا ہے _ </w:t>
      </w:r>
    </w:p>
    <w:p w:rsidR="00DE2D7F" w:rsidRDefault="00DE2D7F" w:rsidP="00D07B54">
      <w:pPr>
        <w:pStyle w:val="libNormal"/>
        <w:rPr>
          <w:rtl/>
        </w:rPr>
      </w:pPr>
      <w:r>
        <w:rPr>
          <w:rtl/>
        </w:rPr>
        <w:t xml:space="preserve">ان كے بخل اور ہر قسم كے ايثارسے دريغ كرنے كے بيان كے بعد ان كے ان دوسرے اوصاف كو جو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احزاب ايت</w:t>
      </w:r>
      <w:r w:rsidR="00E664BB">
        <w:rPr>
          <w:rtl/>
        </w:rPr>
        <w:t>18</w:t>
      </w:r>
      <w:r>
        <w:rPr>
          <w:rtl/>
        </w:rPr>
        <w:t xml:space="preserve"> </w:t>
      </w:r>
    </w:p>
    <w:p w:rsidR="00DE2D7F" w:rsidRDefault="00DE2D7F" w:rsidP="00D07B54">
      <w:pPr>
        <w:pStyle w:val="libFootnote"/>
        <w:rPr>
          <w:rtl/>
        </w:rPr>
      </w:pPr>
      <w:r>
        <w:rPr>
          <w:rtl/>
        </w:rPr>
        <w:t>(</w:t>
      </w:r>
      <w:r w:rsidR="00E664BB">
        <w:rPr>
          <w:rtl/>
        </w:rPr>
        <w:t>2</w:t>
      </w:r>
      <w:r>
        <w:rPr>
          <w:rtl/>
        </w:rPr>
        <w:t>)سورہ احزاف ايت</w:t>
      </w:r>
      <w:r w:rsidR="00E664BB">
        <w:rPr>
          <w:rtl/>
        </w:rPr>
        <w:t>1</w:t>
      </w:r>
      <w:r w:rsidR="00E44785">
        <w:rPr>
          <w:rtl/>
        </w:rPr>
        <w:t>9</w:t>
      </w:r>
      <w:r>
        <w:rPr>
          <w:rtl/>
        </w:rPr>
        <w:t xml:space="preserve">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ہر عہد اور ہر دور كے تمام منافقين كے لئے تقريباً عمو ميت كا درجہ ركھتے ہي</w:t>
      </w:r>
      <w:r w:rsidR="007D6C9B">
        <w:rPr>
          <w:rtl/>
        </w:rPr>
        <w:t xml:space="preserve">ں </w:t>
      </w:r>
      <w:r>
        <w:rPr>
          <w:rtl/>
        </w:rPr>
        <w:t>بيان كرتے ہوئے كہتا ہے :'' جس وقت خوفناك اور بحرانى لمحات آتے ہي</w:t>
      </w:r>
      <w:r w:rsidR="007D6C9B">
        <w:rPr>
          <w:rtl/>
        </w:rPr>
        <w:t xml:space="preserve">ں </w:t>
      </w:r>
      <w:r>
        <w:rPr>
          <w:rtl/>
        </w:rPr>
        <w:t>تو وہ اس قدر بزدل اور ڈرپوك ہي</w:t>
      </w:r>
      <w:r w:rsidR="007D6C9B">
        <w:rPr>
          <w:rtl/>
        </w:rPr>
        <w:t xml:space="preserve">ں </w:t>
      </w:r>
      <w:r>
        <w:rPr>
          <w:rtl/>
        </w:rPr>
        <w:t>كہ آپ ديكھي</w:t>
      </w:r>
      <w:r w:rsidR="007D6C9B">
        <w:rPr>
          <w:rtl/>
        </w:rPr>
        <w:t xml:space="preserve">ں </w:t>
      </w:r>
      <w:r>
        <w:rPr>
          <w:rtl/>
        </w:rPr>
        <w:t>گے كہ وہ آپ كو ديكھ رہے ہي</w:t>
      </w:r>
      <w:r w:rsidR="007D6C9B">
        <w:rPr>
          <w:rtl/>
        </w:rPr>
        <w:t xml:space="preserve">ں </w:t>
      </w:r>
      <w:r>
        <w:rPr>
          <w:rtl/>
        </w:rPr>
        <w:t>حالانكہ ان كى آنكھو</w:t>
      </w:r>
      <w:r w:rsidR="007D6C9B">
        <w:rPr>
          <w:rtl/>
        </w:rPr>
        <w:t xml:space="preserve">ں </w:t>
      </w:r>
      <w:r>
        <w:rPr>
          <w:rtl/>
        </w:rPr>
        <w:t>مي</w:t>
      </w:r>
      <w:r w:rsidR="007D6C9B">
        <w:rPr>
          <w:rtl/>
        </w:rPr>
        <w:t xml:space="preserve">ں </w:t>
      </w:r>
      <w:r>
        <w:rPr>
          <w:rtl/>
        </w:rPr>
        <w:t>ڈھيلے بے اختيار گردش كررہے ہي</w:t>
      </w:r>
      <w:r w:rsidR="007D6C9B">
        <w:rPr>
          <w:rtl/>
        </w:rPr>
        <w:t xml:space="preserve">ں </w:t>
      </w:r>
      <w:r>
        <w:rPr>
          <w:rtl/>
        </w:rPr>
        <w:t>، اس شخص كى طرح جو جا</w:t>
      </w:r>
      <w:r w:rsidR="007D6C9B">
        <w:rPr>
          <w:rtl/>
        </w:rPr>
        <w:t xml:space="preserve">ں </w:t>
      </w:r>
      <w:r>
        <w:rPr>
          <w:rtl/>
        </w:rPr>
        <w:t>كنى مي</w:t>
      </w:r>
      <w:r w:rsidR="007D6C9B">
        <w:rPr>
          <w:rtl/>
        </w:rPr>
        <w:t xml:space="preserve">ں </w:t>
      </w:r>
      <w:r>
        <w:rPr>
          <w:rtl/>
        </w:rPr>
        <w:t xml:space="preserve">مبتلا ہو ''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چونكہ وہ صحيح ايمان كے مالك نہي</w:t>
      </w:r>
      <w:r w:rsidR="007D6C9B">
        <w:rPr>
          <w:rtl/>
        </w:rPr>
        <w:t xml:space="preserve">ں </w:t>
      </w:r>
      <w:r>
        <w:rPr>
          <w:rtl/>
        </w:rPr>
        <w:t>ہي</w:t>
      </w:r>
      <w:r w:rsidR="007D6C9B">
        <w:rPr>
          <w:rtl/>
        </w:rPr>
        <w:t xml:space="preserve">ں </w:t>
      </w:r>
      <w:r>
        <w:rPr>
          <w:rtl/>
        </w:rPr>
        <w:t>اور نہ ہى زندگى مي</w:t>
      </w:r>
      <w:r w:rsidR="007D6C9B">
        <w:rPr>
          <w:rtl/>
        </w:rPr>
        <w:t xml:space="preserve">ں </w:t>
      </w:r>
      <w:r>
        <w:rPr>
          <w:rtl/>
        </w:rPr>
        <w:t>ان كا كوئي مستحكم سہارا ہے ، جس وقت كسى سخت حادثہ سے دوچار ہوتے ہي</w:t>
      </w:r>
      <w:r w:rsidR="007D6C9B">
        <w:rPr>
          <w:rtl/>
        </w:rPr>
        <w:t xml:space="preserve">ں </w:t>
      </w:r>
      <w:r>
        <w:rPr>
          <w:rtl/>
        </w:rPr>
        <w:t>تو وہ لوگ بالكل اپنا توازن كھوبيٹھتے ہي</w:t>
      </w:r>
      <w:r w:rsidR="007D6C9B">
        <w:rPr>
          <w:rtl/>
        </w:rPr>
        <w:t xml:space="preserve">ں </w:t>
      </w:r>
      <w:r>
        <w:rPr>
          <w:rtl/>
        </w:rPr>
        <w:t xml:space="preserve">جيسے ان كى روح قبض ہى ہوجائے گي_ </w:t>
      </w:r>
    </w:p>
    <w:p w:rsidR="00DE2D7F" w:rsidRDefault="00DE2D7F" w:rsidP="00D07B54">
      <w:pPr>
        <w:pStyle w:val="libNormal"/>
        <w:rPr>
          <w:rtl/>
        </w:rPr>
      </w:pPr>
      <w:r>
        <w:rPr>
          <w:rtl/>
        </w:rPr>
        <w:t>پھر مزيد كہتا ہے: '' ليكن يہى لوگ جس وقت طوفان رك جاتاہے اور حالات معمول پر آجاتے ہي</w:t>
      </w:r>
      <w:r w:rsidR="007D6C9B">
        <w:rPr>
          <w:rtl/>
        </w:rPr>
        <w:t xml:space="preserve">ں </w:t>
      </w:r>
      <w:r>
        <w:rPr>
          <w:rtl/>
        </w:rPr>
        <w:t>تو تمہارے پاس يہ توقع لے كر آتے ہي</w:t>
      </w:r>
      <w:r w:rsidR="007D6C9B">
        <w:rPr>
          <w:rtl/>
        </w:rPr>
        <w:t xml:space="preserve">ں </w:t>
      </w:r>
      <w:r>
        <w:rPr>
          <w:rtl/>
        </w:rPr>
        <w:t>كہ گويا جنگ كے اصلى فاتح يہى ہي</w:t>
      </w:r>
      <w:r w:rsidR="007D6C9B">
        <w:rPr>
          <w:rtl/>
        </w:rPr>
        <w:t xml:space="preserve">ں </w:t>
      </w:r>
      <w:r>
        <w:rPr>
          <w:rtl/>
        </w:rPr>
        <w:t>اور قرض خواہو</w:t>
      </w:r>
      <w:r w:rsidR="007D6C9B">
        <w:rPr>
          <w:rtl/>
        </w:rPr>
        <w:t xml:space="preserve">ں </w:t>
      </w:r>
      <w:r>
        <w:rPr>
          <w:rtl/>
        </w:rPr>
        <w:t>كى طرح پكار پكار كر سخت اور درشت الفاظ كے ساتھ مال غنيمت سے اپنے حصہ كا مطالبہ كرتے ہي</w:t>
      </w:r>
      <w:r w:rsidR="007D6C9B">
        <w:rPr>
          <w:rtl/>
        </w:rPr>
        <w:t xml:space="preserve">ں </w:t>
      </w:r>
      <w:r>
        <w:rPr>
          <w:rtl/>
        </w:rPr>
        <w:t>اور اس مي</w:t>
      </w:r>
      <w:r w:rsidR="007D6C9B">
        <w:rPr>
          <w:rtl/>
        </w:rPr>
        <w:t xml:space="preserve">ں </w:t>
      </w:r>
      <w:r>
        <w:rPr>
          <w:rtl/>
        </w:rPr>
        <w:t>سخت گير، بخيل اور حريص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آخر مي</w:t>
      </w:r>
      <w:r w:rsidR="007D6C9B">
        <w:rPr>
          <w:rtl/>
        </w:rPr>
        <w:t xml:space="preserve">ں </w:t>
      </w:r>
      <w:r>
        <w:rPr>
          <w:rtl/>
        </w:rPr>
        <w:t>ان كى آخرى صفت كى طرف جو درحقيقت مي</w:t>
      </w:r>
      <w:r w:rsidR="007D6C9B">
        <w:rPr>
          <w:rtl/>
        </w:rPr>
        <w:t xml:space="preserve">ں </w:t>
      </w:r>
      <w:r>
        <w:rPr>
          <w:rtl/>
        </w:rPr>
        <w:t>ان كى تمام بد بختيو</w:t>
      </w:r>
      <w:r w:rsidR="007D6C9B">
        <w:rPr>
          <w:rtl/>
        </w:rPr>
        <w:t xml:space="preserve">ں </w:t>
      </w:r>
      <w:r>
        <w:rPr>
          <w:rtl/>
        </w:rPr>
        <w:t>كى جڑ اور بنياد ہے ، اشارہ كرتے ہوئے فرماتاہے '' وہ ہر گز ايمان نہي</w:t>
      </w:r>
      <w:r w:rsidR="007D6C9B">
        <w:rPr>
          <w:rtl/>
        </w:rPr>
        <w:t xml:space="preserve">ں </w:t>
      </w:r>
      <w:r>
        <w:rPr>
          <w:rtl/>
        </w:rPr>
        <w:t>لائے_اور اسى بناپر خدانے ان كے اعمال نيست ونابود كرديئےي</w:t>
      </w:r>
      <w:r w:rsidR="007D6C9B">
        <w:rPr>
          <w:rtl/>
        </w:rPr>
        <w:t xml:space="preserve">ں </w:t>
      </w:r>
      <w:r>
        <w:rPr>
          <w:rtl/>
        </w:rPr>
        <w:t>كيونكہ ان كے اعمال خدا كے لئے نہي</w:t>
      </w:r>
      <w:r w:rsidR="007D6C9B">
        <w:rPr>
          <w:rtl/>
        </w:rPr>
        <w:t xml:space="preserve">ں </w:t>
      </w:r>
      <w:r>
        <w:rPr>
          <w:rtl/>
        </w:rPr>
        <w:t>ہي</w:t>
      </w:r>
      <w:r w:rsidR="007D6C9B">
        <w:rPr>
          <w:rtl/>
        </w:rPr>
        <w:t xml:space="preserve">ں </w:t>
      </w:r>
      <w:r>
        <w:rPr>
          <w:rtl/>
        </w:rPr>
        <w:t>اور ان مي</w:t>
      </w:r>
      <w:r w:rsidR="007D6C9B">
        <w:rPr>
          <w:rtl/>
        </w:rPr>
        <w:t xml:space="preserve">ں </w:t>
      </w:r>
      <w:r>
        <w:rPr>
          <w:rtl/>
        </w:rPr>
        <w:t>اخلاص نہي</w:t>
      </w:r>
      <w:r w:rsidR="007D6C9B">
        <w:rPr>
          <w:rtl/>
        </w:rPr>
        <w:t xml:space="preserve">ں </w:t>
      </w:r>
      <w:r>
        <w:rPr>
          <w:rtl/>
        </w:rPr>
        <w:t>پايا جاتا_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''وہ اس قدر وحشت زدہ ہو چكے ہي</w:t>
      </w:r>
      <w:r w:rsidR="007D6C9B">
        <w:rPr>
          <w:rtl/>
        </w:rPr>
        <w:t xml:space="preserve">ں </w:t>
      </w:r>
      <w:r>
        <w:rPr>
          <w:rtl/>
        </w:rPr>
        <w:t>كہ احزاب اور دشمن كے لشكرو</w:t>
      </w:r>
      <w:r w:rsidR="007D6C9B">
        <w:rPr>
          <w:rtl/>
        </w:rPr>
        <w:t xml:space="preserve">ں </w:t>
      </w:r>
      <w:r>
        <w:rPr>
          <w:rtl/>
        </w:rPr>
        <w:t>كے پر اگندہ ہوجانے كے بعد بھى يہ تصور كرتے ہي</w:t>
      </w:r>
      <w:r w:rsidR="007D6C9B">
        <w:rPr>
          <w:rtl/>
        </w:rPr>
        <w:t xml:space="preserve">ں </w:t>
      </w:r>
      <w:r>
        <w:rPr>
          <w:rtl/>
        </w:rPr>
        <w:t>كہ ابھى وہ نہي</w:t>
      </w:r>
      <w:r w:rsidR="007D6C9B">
        <w:rPr>
          <w:rtl/>
        </w:rPr>
        <w:t xml:space="preserve">ں </w:t>
      </w:r>
      <w:r>
        <w:rPr>
          <w:rtl/>
        </w:rPr>
        <w:t>گئے''_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 xml:space="preserve">وحشتناك اور بھيانك تصور نے ان كى فكر پر سايہ كر ركھا ہے گويا كفر كى افواج پے درپے ان كي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احزاب </w:t>
      </w:r>
      <w:r w:rsidR="00E664BB">
        <w:rPr>
          <w:rtl/>
        </w:rPr>
        <w:t>1</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)سورہ احزاب </w:t>
      </w:r>
      <w:r w:rsidR="00E664BB">
        <w:rPr>
          <w:rtl/>
        </w:rPr>
        <w:t>1</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 xml:space="preserve">)سورہ احزاب آيت </w:t>
      </w:r>
      <w:r w:rsidR="00E664BB">
        <w:rPr>
          <w:rtl/>
        </w:rPr>
        <w:t>1</w:t>
      </w:r>
      <w:r w:rsidR="00E44785">
        <w:rPr>
          <w:rtl/>
        </w:rPr>
        <w:t>9</w:t>
      </w:r>
      <w:r>
        <w:rPr>
          <w:rtl/>
        </w:rPr>
        <w:t xml:space="preserve"> </w:t>
      </w:r>
    </w:p>
    <w:p w:rsidR="00DE2D7F" w:rsidRDefault="00DE2D7F" w:rsidP="00D07B54">
      <w:pPr>
        <w:pStyle w:val="libFootnote"/>
        <w:rPr>
          <w:rtl/>
        </w:rPr>
      </w:pPr>
      <w:r>
        <w:rPr>
          <w:rtl/>
        </w:rPr>
        <w:t>(</w:t>
      </w:r>
      <w:r w:rsidR="00E664BB">
        <w:rPr>
          <w:rtl/>
        </w:rPr>
        <w:t>4</w:t>
      </w:r>
      <w:r>
        <w:rPr>
          <w:rtl/>
        </w:rPr>
        <w:t xml:space="preserve">)سورہ احزاب ايت </w:t>
      </w:r>
      <w:r w:rsidR="00E664BB">
        <w:rPr>
          <w:rtl/>
        </w:rPr>
        <w:t>20</w:t>
      </w:r>
      <w:r>
        <w:rPr>
          <w:rtl/>
        </w:rPr>
        <w:t xml:space="preserve">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آنكھو</w:t>
      </w:r>
      <w:r w:rsidR="007D6C9B">
        <w:rPr>
          <w:rtl/>
        </w:rPr>
        <w:t xml:space="preserve">ں </w:t>
      </w:r>
      <w:r>
        <w:rPr>
          <w:rtl/>
        </w:rPr>
        <w:t>كے سامنے قطاردر قطار چلى جارہى ہي</w:t>
      </w:r>
      <w:r w:rsidR="007D6C9B">
        <w:rPr>
          <w:rtl/>
        </w:rPr>
        <w:t xml:space="preserve">ں </w:t>
      </w:r>
      <w:r>
        <w:rPr>
          <w:rtl/>
        </w:rPr>
        <w:t>، ننگى تلواري</w:t>
      </w:r>
      <w:r w:rsidR="007D6C9B">
        <w:rPr>
          <w:rtl/>
        </w:rPr>
        <w:t xml:space="preserve">ں </w:t>
      </w:r>
      <w:r>
        <w:rPr>
          <w:rtl/>
        </w:rPr>
        <w:t>اور نيزے تانے ان پر حملہ كررہى ہي</w:t>
      </w:r>
      <w:r w:rsidR="007D6C9B">
        <w:rPr>
          <w:rtl/>
        </w:rPr>
        <w:t xml:space="preserve">ں </w:t>
      </w:r>
      <w:r>
        <w:rPr>
          <w:rtl/>
        </w:rPr>
        <w:t xml:space="preserve">_ </w:t>
      </w:r>
    </w:p>
    <w:p w:rsidR="00DE2D7F" w:rsidRDefault="00DE2D7F" w:rsidP="00D07B54">
      <w:pPr>
        <w:pStyle w:val="libNormal"/>
        <w:rPr>
          <w:rtl/>
        </w:rPr>
      </w:pPr>
      <w:r>
        <w:rPr>
          <w:rtl/>
        </w:rPr>
        <w:t>يہ بزدل جھگڑالو ، ڈرپوك منافق اپنے سائے سے بھى ڈرتے ہي</w:t>
      </w:r>
      <w:r w:rsidR="007D6C9B">
        <w:rPr>
          <w:rtl/>
        </w:rPr>
        <w:t xml:space="preserve">ں </w:t>
      </w:r>
      <w:r>
        <w:rPr>
          <w:rtl/>
        </w:rPr>
        <w:t>، جب كسى گھوڑے كے ہنہنانے يا كسى اونٹ كے بلبلانے كى آواز سنتے ہي</w:t>
      </w:r>
      <w:r w:rsidR="007D6C9B">
        <w:rPr>
          <w:rtl/>
        </w:rPr>
        <w:t xml:space="preserve">ں </w:t>
      </w:r>
      <w:r>
        <w:rPr>
          <w:rtl/>
        </w:rPr>
        <w:t>تو مارے خوف كے لرزنے لگتے ہي</w:t>
      </w:r>
      <w:r w:rsidR="007D6C9B">
        <w:rPr>
          <w:rtl/>
        </w:rPr>
        <w:t xml:space="preserve">ں </w:t>
      </w:r>
      <w:r>
        <w:rPr>
          <w:rtl/>
        </w:rPr>
        <w:t>كہ شايد احزاب كے لشكر واپس آرہے ہي</w:t>
      </w:r>
      <w:r w:rsidR="007D6C9B">
        <w:rPr>
          <w:rtl/>
        </w:rPr>
        <w:t xml:space="preserve">ں </w:t>
      </w:r>
      <w:r>
        <w:rPr>
          <w:rtl/>
        </w:rPr>
        <w:t xml:space="preserve">_ </w:t>
      </w:r>
    </w:p>
    <w:p w:rsidR="00DE2D7F" w:rsidRDefault="00DE2D7F" w:rsidP="00D07B54">
      <w:pPr>
        <w:pStyle w:val="libNormal"/>
        <w:rPr>
          <w:rtl/>
        </w:rPr>
      </w:pPr>
      <w:r>
        <w:rPr>
          <w:rtl/>
        </w:rPr>
        <w:t>اس كے بعدكہتا ہے '' اگر احزاب دوبارہ پلٹ كر آجائے تو وہ اس بات پر تيار ہي</w:t>
      </w:r>
      <w:r w:rsidR="007D6C9B">
        <w:rPr>
          <w:rtl/>
        </w:rPr>
        <w:t xml:space="preserve">ں </w:t>
      </w:r>
      <w:r>
        <w:rPr>
          <w:rtl/>
        </w:rPr>
        <w:t>كہ بيابان كا رخ كرلي</w:t>
      </w:r>
      <w:r w:rsidR="007D6C9B">
        <w:rPr>
          <w:rtl/>
        </w:rPr>
        <w:t xml:space="preserve">ں </w:t>
      </w:r>
      <w:r>
        <w:rPr>
          <w:rtl/>
        </w:rPr>
        <w:t xml:space="preserve">اور باديہ نشين بدوو </w:t>
      </w:r>
      <w:r w:rsidR="007D6C9B">
        <w:rPr>
          <w:rtl/>
        </w:rPr>
        <w:t xml:space="preserve">ں </w:t>
      </w:r>
      <w:r>
        <w:rPr>
          <w:rtl/>
        </w:rPr>
        <w:t>كے درميان منتشر ہو كر پنہا</w:t>
      </w:r>
      <w:r w:rsidR="007D6C9B">
        <w:rPr>
          <w:rtl/>
        </w:rPr>
        <w:t xml:space="preserve">ں </w:t>
      </w:r>
      <w:r>
        <w:rPr>
          <w:rtl/>
        </w:rPr>
        <w:t>ہو جائي</w:t>
      </w:r>
      <w:r w:rsidR="007D6C9B">
        <w:rPr>
          <w:rtl/>
        </w:rPr>
        <w:t xml:space="preserve">ں </w:t>
      </w:r>
      <w:r>
        <w:rPr>
          <w:rtl/>
        </w:rPr>
        <w:t>ہا</w:t>
      </w:r>
      <w:r w:rsidR="007D6C9B">
        <w:rPr>
          <w:rtl/>
        </w:rPr>
        <w:t xml:space="preserve">ں </w:t>
      </w:r>
      <w:r>
        <w:rPr>
          <w:rtl/>
        </w:rPr>
        <w:t>، ہا</w:t>
      </w:r>
      <w:r w:rsidR="007D6C9B">
        <w:rPr>
          <w:rtl/>
        </w:rPr>
        <w:t xml:space="preserve">ں </w:t>
      </w:r>
      <w:r>
        <w:rPr>
          <w:rtl/>
        </w:rPr>
        <w:t>وہ چلے جائي</w:t>
      </w:r>
      <w:r w:rsidR="007D6C9B">
        <w:rPr>
          <w:rtl/>
        </w:rPr>
        <w:t xml:space="preserve">ں </w:t>
      </w:r>
      <w:r>
        <w:rPr>
          <w:rtl/>
        </w:rPr>
        <w:t>اور وہا</w:t>
      </w:r>
      <w:r w:rsidR="007D6C9B">
        <w:rPr>
          <w:rtl/>
        </w:rPr>
        <w:t xml:space="preserve">ں </w:t>
      </w:r>
      <w:r>
        <w:rPr>
          <w:rtl/>
        </w:rPr>
        <w:t>جاكر رہي</w:t>
      </w:r>
      <w:r w:rsidR="007D6C9B">
        <w:rPr>
          <w:rtl/>
        </w:rPr>
        <w:t xml:space="preserve">ں </w:t>
      </w:r>
      <w:r>
        <w:rPr>
          <w:rtl/>
        </w:rPr>
        <w:t>'' اور ہميشہ تمہارى خبرو</w:t>
      </w:r>
      <w:r w:rsidR="007D6C9B">
        <w:rPr>
          <w:rtl/>
        </w:rPr>
        <w:t xml:space="preserve">ں </w:t>
      </w:r>
      <w:r>
        <w:rPr>
          <w:rtl/>
        </w:rPr>
        <w:t>كے جويا رہي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ہر مسافر سے تمہارى ہر ہر پل كى خبر كے جويا رہي</w:t>
      </w:r>
      <w:r w:rsidR="007D6C9B">
        <w:rPr>
          <w:rtl/>
        </w:rPr>
        <w:t xml:space="preserve">ں </w:t>
      </w:r>
      <w:r>
        <w:rPr>
          <w:rtl/>
        </w:rPr>
        <w:t>ايسا نہ ہوكہ كہي</w:t>
      </w:r>
      <w:r w:rsidR="007D6C9B">
        <w:rPr>
          <w:rtl/>
        </w:rPr>
        <w:t xml:space="preserve">ں </w:t>
      </w:r>
      <w:r>
        <w:rPr>
          <w:rtl/>
        </w:rPr>
        <w:t>احزاب ان كى جگہ قريب آجائي</w:t>
      </w:r>
      <w:r w:rsidR="007D6C9B">
        <w:rPr>
          <w:rtl/>
        </w:rPr>
        <w:t xml:space="preserve">ں </w:t>
      </w:r>
      <w:r>
        <w:rPr>
          <w:rtl/>
        </w:rPr>
        <w:t>اور ان كا سايہ ان كے گھر كى ديوارو</w:t>
      </w:r>
      <w:r w:rsidR="007D6C9B">
        <w:rPr>
          <w:rtl/>
        </w:rPr>
        <w:t xml:space="preserve">ں </w:t>
      </w:r>
      <w:r>
        <w:rPr>
          <w:rtl/>
        </w:rPr>
        <w:t>پر آپڑے اور تم پر يہ احسان جتلائي</w:t>
      </w:r>
      <w:r w:rsidR="007D6C9B">
        <w:rPr>
          <w:rtl/>
        </w:rPr>
        <w:t xml:space="preserve">ں </w:t>
      </w:r>
      <w:r>
        <w:rPr>
          <w:rtl/>
        </w:rPr>
        <w:t>كہ وہ ہمشہ تمہارى حالت اور كيفيت كے بارے مي</w:t>
      </w:r>
      <w:r w:rsidR="007D6C9B">
        <w:rPr>
          <w:rtl/>
        </w:rPr>
        <w:t xml:space="preserve">ں </w:t>
      </w:r>
      <w:r>
        <w:rPr>
          <w:rtl/>
        </w:rPr>
        <w:t xml:space="preserve">فكر مند تھے _ </w:t>
      </w:r>
    </w:p>
    <w:p w:rsidR="00DE2D7F" w:rsidRDefault="00DE2D7F" w:rsidP="00D07B54">
      <w:pPr>
        <w:pStyle w:val="libNormal"/>
        <w:rPr>
          <w:rtl/>
        </w:rPr>
      </w:pPr>
      <w:r>
        <w:rPr>
          <w:rtl/>
        </w:rPr>
        <w:t>اور آخرى جملہ مي</w:t>
      </w:r>
      <w:r w:rsidR="007D6C9B">
        <w:rPr>
          <w:rtl/>
        </w:rPr>
        <w:t xml:space="preserve">ں </w:t>
      </w:r>
      <w:r>
        <w:rPr>
          <w:rtl/>
        </w:rPr>
        <w:t xml:space="preserve">كہتا ہے: </w:t>
      </w:r>
    </w:p>
    <w:p w:rsidR="00DE2D7F" w:rsidRDefault="00DE2D7F" w:rsidP="00D07B54">
      <w:pPr>
        <w:pStyle w:val="libNormal"/>
        <w:rPr>
          <w:rtl/>
        </w:rPr>
      </w:pPr>
      <w:r>
        <w:rPr>
          <w:rtl/>
        </w:rPr>
        <w:t>''بالفرض وہ فراربھى نہ كرتے اور تمہارے درميان ہى رہتے ، پھر بھى سوائے تھوڑى سى جنگ كے وہ كچھ نہ كرپاتے''_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نہ ان كے جانے سے تم پريشان ہونا اور نہ ہى ان كے موجود رہنے سے خوشى منانا، كيونكہ نہ تو ان كى قدر وقيمت ہے اور نہ ہى كوئي خاص حيثيت، بلكہ ان كا نہ ہونا ان كے ہونے سے بہتر ہے _ </w:t>
      </w:r>
    </w:p>
    <w:p w:rsidR="00DE2D7F" w:rsidRDefault="00DE2D7F" w:rsidP="00D07B54">
      <w:pPr>
        <w:pStyle w:val="libNormal"/>
        <w:rPr>
          <w:rtl/>
        </w:rPr>
      </w:pPr>
      <w:r>
        <w:rPr>
          <w:rtl/>
        </w:rPr>
        <w:t>ان كى يہى تھوڑى سى جنگ بھى خدا كےلئے نہي</w:t>
      </w:r>
      <w:r w:rsidR="007D6C9B">
        <w:rPr>
          <w:rtl/>
        </w:rPr>
        <w:t xml:space="preserve">ں </w:t>
      </w:r>
      <w:r>
        <w:rPr>
          <w:rtl/>
        </w:rPr>
        <w:t>بلكہ لوگو</w:t>
      </w:r>
      <w:r w:rsidR="007D6C9B">
        <w:rPr>
          <w:rtl/>
        </w:rPr>
        <w:t xml:space="preserve">ں </w:t>
      </w:r>
      <w:r>
        <w:rPr>
          <w:rtl/>
        </w:rPr>
        <w:t>كى سرزنش اور ملامت كے خوف اور ظاہردارى يارياكارى كےلئے ہے كيونكہ اگر خدا كے لئے ہوتى تو اس كى كوئي حدو انتہا نہ ہوتى اور جب تك جان مي</w:t>
      </w:r>
      <w:r w:rsidR="007D6C9B">
        <w:rPr>
          <w:rtl/>
        </w:rPr>
        <w:t xml:space="preserve">ں </w:t>
      </w:r>
      <w:r>
        <w:rPr>
          <w:rtl/>
        </w:rPr>
        <w:t>جان ہوتى وہ اس ميدان مي</w:t>
      </w:r>
      <w:r w:rsidR="007D6C9B">
        <w:rPr>
          <w:rtl/>
        </w:rPr>
        <w:t xml:space="preserve">ں </w:t>
      </w:r>
      <w:r>
        <w:rPr>
          <w:rtl/>
        </w:rPr>
        <w:t xml:space="preserve">ڈٹے رہتے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احزاب ايت </w:t>
      </w:r>
      <w:r w:rsidR="00E664BB">
        <w:rPr>
          <w:rtl/>
        </w:rPr>
        <w:t>20</w:t>
      </w:r>
      <w:r>
        <w:rPr>
          <w:rtl/>
        </w:rPr>
        <w:t xml:space="preserve"> </w:t>
      </w:r>
    </w:p>
    <w:p w:rsidR="00DE2D7F" w:rsidRDefault="00DE2D7F" w:rsidP="00D07B54">
      <w:pPr>
        <w:pStyle w:val="libFootnote"/>
        <w:rPr>
          <w:rtl/>
        </w:rPr>
      </w:pPr>
      <w:r>
        <w:rPr>
          <w:rtl/>
        </w:rPr>
        <w:t>(</w:t>
      </w:r>
      <w:r w:rsidR="00E664BB">
        <w:rPr>
          <w:rtl/>
        </w:rPr>
        <w:t>2</w:t>
      </w:r>
      <w:r>
        <w:rPr>
          <w:rtl/>
        </w:rPr>
        <w:t>) سورہ احزاب ايت</w:t>
      </w:r>
      <w:r w:rsidR="00E664BB">
        <w:rPr>
          <w:rtl/>
        </w:rPr>
        <w:t>20</w:t>
      </w:r>
      <w:r>
        <w:rPr>
          <w:rtl/>
        </w:rPr>
        <w:t xml:space="preserve">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1D7CB1" w:rsidRDefault="00DE2D7F" w:rsidP="00D07B54">
      <w:pPr>
        <w:pStyle w:val="Heading2Center"/>
        <w:rPr>
          <w:rtl/>
        </w:rPr>
      </w:pPr>
      <w:bookmarkStart w:id="386" w:name="_Toc7268783"/>
      <w:r>
        <w:rPr>
          <w:rtl/>
        </w:rPr>
        <w:t>جنگ احزاب مي</w:t>
      </w:r>
      <w:r w:rsidR="007D6C9B">
        <w:rPr>
          <w:rtl/>
        </w:rPr>
        <w:t xml:space="preserve">ں </w:t>
      </w:r>
      <w:r>
        <w:rPr>
          <w:rtl/>
        </w:rPr>
        <w:t>سچے مومنين كا كردار</w:t>
      </w:r>
      <w:bookmarkEnd w:id="386"/>
    </w:p>
    <w:p w:rsidR="00DE2D7F" w:rsidRDefault="00DE2D7F" w:rsidP="00D07B54">
      <w:pPr>
        <w:pStyle w:val="libNormal"/>
        <w:rPr>
          <w:rtl/>
        </w:rPr>
      </w:pPr>
      <w:r>
        <w:rPr>
          <w:rtl/>
        </w:rPr>
        <w:t xml:space="preserve"> اب تك مختلف گر وہو</w:t>
      </w:r>
      <w:r w:rsidR="007D6C9B">
        <w:rPr>
          <w:rtl/>
        </w:rPr>
        <w:t xml:space="preserve">ں </w:t>
      </w:r>
      <w:r>
        <w:rPr>
          <w:rtl/>
        </w:rPr>
        <w:t>اور ان كے جنگ احزاب مي</w:t>
      </w:r>
      <w:r w:rsidR="007D6C9B">
        <w:rPr>
          <w:rtl/>
        </w:rPr>
        <w:t xml:space="preserve">ں </w:t>
      </w:r>
      <w:r>
        <w:rPr>
          <w:rtl/>
        </w:rPr>
        <w:t>كارنامو</w:t>
      </w:r>
      <w:r w:rsidR="007D6C9B">
        <w:rPr>
          <w:rtl/>
        </w:rPr>
        <w:t xml:space="preserve">ں </w:t>
      </w:r>
      <w:r>
        <w:rPr>
          <w:rtl/>
        </w:rPr>
        <w:t>كے بارے مي</w:t>
      </w:r>
      <w:r w:rsidR="007D6C9B">
        <w:rPr>
          <w:rtl/>
        </w:rPr>
        <w:t xml:space="preserve">ں </w:t>
      </w:r>
      <w:r>
        <w:rPr>
          <w:rtl/>
        </w:rPr>
        <w:t>گفتگو ہورہى تھى جن مي</w:t>
      </w:r>
      <w:r w:rsidR="007D6C9B">
        <w:rPr>
          <w:rtl/>
        </w:rPr>
        <w:t xml:space="preserve">ں </w:t>
      </w:r>
      <w:r>
        <w:rPr>
          <w:rtl/>
        </w:rPr>
        <w:t>ضعيف الايمان مسلمان ، منافق، كفر ونفاق كے سرغنے اور جہد سے روكنے والے شامل ہي</w:t>
      </w:r>
      <w:r w:rsidR="007D6C9B">
        <w:rPr>
          <w:rtl/>
        </w:rPr>
        <w:t xml:space="preserve">ں </w:t>
      </w:r>
      <w:r>
        <w:rPr>
          <w:rtl/>
        </w:rPr>
        <w:t xml:space="preserve">_ </w:t>
      </w:r>
    </w:p>
    <w:p w:rsidR="00DE2D7F" w:rsidRDefault="00DE2D7F" w:rsidP="00D07B54">
      <w:pPr>
        <w:pStyle w:val="libNormal"/>
        <w:rPr>
          <w:rtl/>
        </w:rPr>
      </w:pPr>
      <w:r>
        <w:rPr>
          <w:rtl/>
        </w:rPr>
        <w:t>قرآن مجيد اس گفتگو كے آخر مي</w:t>
      </w:r>
      <w:r w:rsidR="007D6C9B">
        <w:rPr>
          <w:rtl/>
        </w:rPr>
        <w:t xml:space="preserve">ں </w:t>
      </w:r>
      <w:r>
        <w:rPr>
          <w:rtl/>
        </w:rPr>
        <w:t>'' سچے مئومنين '' ان كے بلند حوصلو</w:t>
      </w:r>
      <w:r w:rsidR="007D6C9B">
        <w:rPr>
          <w:rtl/>
        </w:rPr>
        <w:t xml:space="preserve">ں </w:t>
      </w:r>
      <w:r>
        <w:rPr>
          <w:rtl/>
        </w:rPr>
        <w:t>، پامرديو</w:t>
      </w:r>
      <w:r w:rsidR="007D6C9B">
        <w:rPr>
          <w:rtl/>
        </w:rPr>
        <w:t xml:space="preserve">ں </w:t>
      </w:r>
      <w:r>
        <w:rPr>
          <w:rtl/>
        </w:rPr>
        <w:t>، جرائتو</w:t>
      </w:r>
      <w:r w:rsidR="007D6C9B">
        <w:rPr>
          <w:rtl/>
        </w:rPr>
        <w:t xml:space="preserve">ں </w:t>
      </w:r>
      <w:r>
        <w:rPr>
          <w:rtl/>
        </w:rPr>
        <w:t>اور اس عظيم جہاد مي</w:t>
      </w:r>
      <w:r w:rsidR="007D6C9B">
        <w:rPr>
          <w:rtl/>
        </w:rPr>
        <w:t xml:space="preserve">ں </w:t>
      </w:r>
      <w:r>
        <w:rPr>
          <w:rtl/>
        </w:rPr>
        <w:t>ان كى ديگر خصوصيات كے بارے مي</w:t>
      </w:r>
      <w:r w:rsidR="007D6C9B">
        <w:rPr>
          <w:rtl/>
        </w:rPr>
        <w:t xml:space="preserve">ں </w:t>
      </w:r>
      <w:r>
        <w:rPr>
          <w:rtl/>
        </w:rPr>
        <w:t xml:space="preserve">گفتگو كرتا ہے _ </w:t>
      </w:r>
    </w:p>
    <w:p w:rsidR="00DE2D7F" w:rsidRDefault="00DE2D7F" w:rsidP="00D07B54">
      <w:pPr>
        <w:pStyle w:val="libNormal"/>
        <w:rPr>
          <w:rtl/>
        </w:rPr>
      </w:pPr>
      <w:r>
        <w:rPr>
          <w:rtl/>
        </w:rPr>
        <w:t>اس بحث كى تمہيد كو پيغمبر اسلام (ص) كى ذات سے شروع كرتا ہے جو مسلمانو</w:t>
      </w:r>
      <w:r w:rsidR="007D6C9B">
        <w:rPr>
          <w:rtl/>
        </w:rPr>
        <w:t xml:space="preserve">ں </w:t>
      </w:r>
      <w:r>
        <w:rPr>
          <w:rtl/>
        </w:rPr>
        <w:t>كے پيشوا ، سرداراور اسوہ كامل تھے، خدا كہتا ہے: '' تمہارے لئے رسول اللہ (ص) كى زندگى اور (ميدان احزاب مي</w:t>
      </w:r>
      <w:r w:rsidR="007D6C9B">
        <w:rPr>
          <w:rtl/>
        </w:rPr>
        <w:t xml:space="preserve">ں </w:t>
      </w:r>
      <w:r>
        <w:rPr>
          <w:rtl/>
        </w:rPr>
        <w:t>) ان كا كردار ايك اچھا نمونہ اوراسوہ ہے ، ان لوگو</w:t>
      </w:r>
      <w:r w:rsidR="007D6C9B">
        <w:rPr>
          <w:rtl/>
        </w:rPr>
        <w:t xml:space="preserve">ں </w:t>
      </w:r>
      <w:r>
        <w:rPr>
          <w:rtl/>
        </w:rPr>
        <w:t>كے لئے جورحمت خدا اور روز قيامت كى اميد ركھتے ہي</w:t>
      </w:r>
      <w:r w:rsidR="007D6C9B">
        <w:rPr>
          <w:rtl/>
        </w:rPr>
        <w:t xml:space="preserve">ں </w:t>
      </w:r>
      <w:r>
        <w:rPr>
          <w:rtl/>
        </w:rPr>
        <w:t>اور خدا كو بہت زيادہ ياد كرتے ہي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تمہارے لئے بہترين اسوہ اور نمونہ ،نہ صرف اس ميدان مي</w:t>
      </w:r>
      <w:r w:rsidR="007D6C9B">
        <w:rPr>
          <w:rtl/>
        </w:rPr>
        <w:t xml:space="preserve">ں </w:t>
      </w:r>
      <w:r>
        <w:rPr>
          <w:rtl/>
        </w:rPr>
        <w:t>بلكہ سارى زندگى پيغمبراسلام كى ذات والا صفات ہے آپ كے بلند حوصلے، صبرو استقامت ،پائمردى ،زير كى ، دانائي ، خلوص ، خدا كى طرف تو جہ، حادثات پر كنڑول، مشكلات اور مصائب كے آگے سر تسليم خم نہ كرنا ، غرضكہ ان مي</w:t>
      </w:r>
      <w:r w:rsidR="007D6C9B">
        <w:rPr>
          <w:rtl/>
        </w:rPr>
        <w:t xml:space="preserve">ں </w:t>
      </w:r>
      <w:r>
        <w:rPr>
          <w:rtl/>
        </w:rPr>
        <w:t>سے ہر ايك چيز مسلمانو</w:t>
      </w:r>
      <w:r w:rsidR="007D6C9B">
        <w:rPr>
          <w:rtl/>
        </w:rPr>
        <w:t xml:space="preserve">ں </w:t>
      </w:r>
      <w:r>
        <w:rPr>
          <w:rtl/>
        </w:rPr>
        <w:t xml:space="preserve">كے لئے نمونہ كامل اور اسوہ حسنہ ہے  </w:t>
      </w:r>
    </w:p>
    <w:p w:rsidR="00DE2D7F" w:rsidRDefault="00DE2D7F" w:rsidP="00D07B54">
      <w:pPr>
        <w:pStyle w:val="libNormal"/>
        <w:rPr>
          <w:rtl/>
        </w:rPr>
      </w:pPr>
      <w:r>
        <w:rPr>
          <w:rtl/>
        </w:rPr>
        <w:t>وہ ايسا عظيم نا خدا ہے كہ جب اس كى كشتى سخت ترين طوفانو</w:t>
      </w:r>
      <w:r w:rsidR="007D6C9B">
        <w:rPr>
          <w:rtl/>
        </w:rPr>
        <w:t xml:space="preserve">ں </w:t>
      </w:r>
      <w:r>
        <w:rPr>
          <w:rtl/>
        </w:rPr>
        <w:t>مي</w:t>
      </w:r>
      <w:r w:rsidR="007D6C9B">
        <w:rPr>
          <w:rtl/>
        </w:rPr>
        <w:t xml:space="preserve">ں </w:t>
      </w:r>
      <w:r>
        <w:rPr>
          <w:rtl/>
        </w:rPr>
        <w:t>گھر جاتى ہے تو ذرہ برابر بھى كمزوري،گھبراہٹ اور سراسيمگى كا مظاہرہ نہي</w:t>
      </w:r>
      <w:r w:rsidR="007D6C9B">
        <w:rPr>
          <w:rtl/>
        </w:rPr>
        <w:t xml:space="preserve">ں </w:t>
      </w:r>
      <w:r>
        <w:rPr>
          <w:rtl/>
        </w:rPr>
        <w:t>كرتا وہ كشتى كانا خدا بھى ہے اور اس كا قابل اطمينان لنگر اور چراغ ہدايت بھى وہ اس مي</w:t>
      </w:r>
      <w:r w:rsidR="007D6C9B">
        <w:rPr>
          <w:rtl/>
        </w:rPr>
        <w:t xml:space="preserve">ں </w:t>
      </w:r>
      <w:r>
        <w:rPr>
          <w:rtl/>
        </w:rPr>
        <w:t>بيٹھنے والو</w:t>
      </w:r>
      <w:r w:rsidR="007D6C9B">
        <w:rPr>
          <w:rtl/>
        </w:rPr>
        <w:t xml:space="preserve">ں </w:t>
      </w:r>
      <w:r>
        <w:rPr>
          <w:rtl/>
        </w:rPr>
        <w:t xml:space="preserve">كے لئے آرام وسكون كا باعث بھى ہے اور ان كے لئے راحت جان بھى _ </w:t>
      </w:r>
    </w:p>
    <w:p w:rsidR="00DE2D7F" w:rsidRDefault="00DE2D7F" w:rsidP="00D07B54">
      <w:pPr>
        <w:pStyle w:val="libNormal"/>
        <w:rPr>
          <w:rtl/>
        </w:rPr>
      </w:pPr>
      <w:r>
        <w:rPr>
          <w:rtl/>
        </w:rPr>
        <w:t>وہ دوسرے مئومنين كے ساتھ مل كر كدال ہاتھ مي</w:t>
      </w:r>
      <w:r w:rsidR="007D6C9B">
        <w:rPr>
          <w:rtl/>
        </w:rPr>
        <w:t xml:space="preserve">ں </w:t>
      </w:r>
      <w:r>
        <w:rPr>
          <w:rtl/>
        </w:rPr>
        <w:t xml:space="preserve">ليتا ہے اور خندق كھودتا ہے،بليچے كے ساتھ پتھر اكھاڑكركے خندق سے باہر ڈال آتا ہے اپنے اصحاب كے حوصلے بڑھانے اور ٹھنڈے دل سے سوچنے كے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احزاب آيت </w:t>
      </w:r>
      <w:r w:rsidR="00E664BB">
        <w:rPr>
          <w:rtl/>
        </w:rPr>
        <w:t>21</w:t>
      </w:r>
      <w:r>
        <w:rPr>
          <w:rtl/>
        </w:rPr>
        <w:t xml:space="preserve">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لئے ان سے مزاح بھى كرتا ہے ان كے قلب و روح كو گرمانے كے حربى اور جوش وجذبہ دلانے والے اشعار پڑھ كر انھي</w:t>
      </w:r>
      <w:r w:rsidR="007D6C9B">
        <w:rPr>
          <w:rtl/>
        </w:rPr>
        <w:t xml:space="preserve">ں </w:t>
      </w:r>
      <w:r>
        <w:rPr>
          <w:rtl/>
        </w:rPr>
        <w:t>ترغيب بھى دلاتاہے، ذكر خدا كرنے پرمسلسل اصرار كرتا ہے اور انھي</w:t>
      </w:r>
      <w:r w:rsidR="007D6C9B">
        <w:rPr>
          <w:rtl/>
        </w:rPr>
        <w:t xml:space="preserve">ں </w:t>
      </w:r>
      <w:r>
        <w:rPr>
          <w:rtl/>
        </w:rPr>
        <w:t>درخشا</w:t>
      </w:r>
      <w:r w:rsidR="007D6C9B">
        <w:rPr>
          <w:rtl/>
        </w:rPr>
        <w:t xml:space="preserve">ں </w:t>
      </w:r>
      <w:r>
        <w:rPr>
          <w:rtl/>
        </w:rPr>
        <w:t>مستقبل اور عظيم فتوحات كى خوشخبرى ديتاہے انہي</w:t>
      </w:r>
      <w:r w:rsidR="007D6C9B">
        <w:rPr>
          <w:rtl/>
        </w:rPr>
        <w:t xml:space="preserve">ں </w:t>
      </w:r>
      <w:r>
        <w:rPr>
          <w:rtl/>
        </w:rPr>
        <w:t>منافقو</w:t>
      </w:r>
      <w:r w:rsidR="007D6C9B">
        <w:rPr>
          <w:rtl/>
        </w:rPr>
        <w:t xml:space="preserve">ں </w:t>
      </w:r>
      <w:r>
        <w:rPr>
          <w:rtl/>
        </w:rPr>
        <w:t>كى سازشو</w:t>
      </w:r>
      <w:r w:rsidR="007D6C9B">
        <w:rPr>
          <w:rtl/>
        </w:rPr>
        <w:t xml:space="preserve">ں </w:t>
      </w:r>
      <w:r>
        <w:rPr>
          <w:rtl/>
        </w:rPr>
        <w:t xml:space="preserve">سے متنبہ كرتا ہے اور ان سے ہميشہ خبردار رہنے كا حكم ديتا ہے _ </w:t>
      </w:r>
    </w:p>
    <w:p w:rsidR="00DE2D7F" w:rsidRDefault="00DE2D7F" w:rsidP="00D07B54">
      <w:pPr>
        <w:pStyle w:val="libNormal"/>
        <w:rPr>
          <w:rtl/>
        </w:rPr>
      </w:pPr>
      <w:r>
        <w:rPr>
          <w:rtl/>
        </w:rPr>
        <w:t>صحيح حربى طريقو</w:t>
      </w:r>
      <w:r w:rsidR="007D6C9B">
        <w:rPr>
          <w:rtl/>
        </w:rPr>
        <w:t xml:space="preserve">ں </w:t>
      </w:r>
      <w:r>
        <w:rPr>
          <w:rtl/>
        </w:rPr>
        <w:t>اور بہترين فوجى چالو</w:t>
      </w:r>
      <w:r w:rsidR="007D6C9B">
        <w:rPr>
          <w:rtl/>
        </w:rPr>
        <w:t xml:space="preserve">ں </w:t>
      </w:r>
      <w:r>
        <w:rPr>
          <w:rtl/>
        </w:rPr>
        <w:t>كو انتخاب كرنے سے ايك لمحہ بھى غافل نہي</w:t>
      </w:r>
      <w:r w:rsidR="007D6C9B">
        <w:rPr>
          <w:rtl/>
        </w:rPr>
        <w:t xml:space="preserve">ں </w:t>
      </w:r>
      <w:r>
        <w:rPr>
          <w:rtl/>
        </w:rPr>
        <w:t>رہتا اس كے باوجود مختلف طريقو</w:t>
      </w:r>
      <w:r w:rsidR="007D6C9B">
        <w:rPr>
          <w:rtl/>
        </w:rPr>
        <w:t xml:space="preserve">ں </w:t>
      </w:r>
      <w:r>
        <w:rPr>
          <w:rtl/>
        </w:rPr>
        <w:t>سے دشمن كى صفو</w:t>
      </w:r>
      <w:r w:rsidR="007D6C9B">
        <w:rPr>
          <w:rtl/>
        </w:rPr>
        <w:t xml:space="preserve">ں </w:t>
      </w:r>
      <w:r>
        <w:rPr>
          <w:rtl/>
        </w:rPr>
        <w:t>مي</w:t>
      </w:r>
      <w:r w:rsidR="007D6C9B">
        <w:rPr>
          <w:rtl/>
        </w:rPr>
        <w:t xml:space="preserve">ں </w:t>
      </w:r>
      <w:r>
        <w:rPr>
          <w:rtl/>
        </w:rPr>
        <w:t>شگاف ڈالنے سے بھى نہي</w:t>
      </w:r>
      <w:r w:rsidR="007D6C9B">
        <w:rPr>
          <w:rtl/>
        </w:rPr>
        <w:t xml:space="preserve">ں </w:t>
      </w:r>
      <w:r>
        <w:rPr>
          <w:rtl/>
        </w:rPr>
        <w:t xml:space="preserve">چوكتا _ </w:t>
      </w:r>
    </w:p>
    <w:p w:rsidR="00DE2D7F" w:rsidRDefault="00DE2D7F" w:rsidP="00D07B54">
      <w:pPr>
        <w:pStyle w:val="libNormal"/>
        <w:rPr>
          <w:rtl/>
        </w:rPr>
      </w:pPr>
      <w:r>
        <w:rPr>
          <w:rtl/>
        </w:rPr>
        <w:t>جى ہا</w:t>
      </w:r>
      <w:r w:rsidR="007D6C9B">
        <w:rPr>
          <w:rtl/>
        </w:rPr>
        <w:t xml:space="preserve">ں </w:t>
      </w:r>
      <w:r>
        <w:rPr>
          <w:rtl/>
        </w:rPr>
        <w:t>: وہ مو منين كا بہترين مقتدا ہے اور ان كے لئے اسوہ حسنہ ہے اس ميدان مي</w:t>
      </w:r>
      <w:r w:rsidR="007D6C9B">
        <w:rPr>
          <w:rtl/>
        </w:rPr>
        <w:t xml:space="preserve">ں </w:t>
      </w:r>
      <w:r>
        <w:rPr>
          <w:rtl/>
        </w:rPr>
        <w:t>بھى اور دوسرے تمام ميدانو</w:t>
      </w:r>
      <w:r w:rsidR="007D6C9B">
        <w:rPr>
          <w:rtl/>
        </w:rPr>
        <w:t xml:space="preserve">ں </w:t>
      </w:r>
      <w:r>
        <w:rPr>
          <w:rtl/>
        </w:rPr>
        <w:t>مي</w:t>
      </w:r>
      <w:r w:rsidR="007D6C9B">
        <w:rPr>
          <w:rtl/>
        </w:rPr>
        <w:t xml:space="preserve">ں </w:t>
      </w:r>
      <w:r>
        <w:rPr>
          <w:rtl/>
        </w:rPr>
        <w:t xml:space="preserve">بھي_ </w:t>
      </w:r>
    </w:p>
    <w:p w:rsidR="001D7CB1" w:rsidRDefault="00DE2D7F" w:rsidP="00D07B54">
      <w:pPr>
        <w:pStyle w:val="Heading2Center"/>
        <w:rPr>
          <w:rtl/>
        </w:rPr>
      </w:pPr>
      <w:bookmarkStart w:id="387" w:name="_Toc7268784"/>
      <w:r>
        <w:rPr>
          <w:rtl/>
        </w:rPr>
        <w:t>مومنين كے صفات</w:t>
      </w:r>
      <w:bookmarkEnd w:id="387"/>
    </w:p>
    <w:p w:rsidR="00DE2D7F" w:rsidRDefault="00DE2D7F" w:rsidP="00D07B54">
      <w:pPr>
        <w:pStyle w:val="libNormal"/>
        <w:rPr>
          <w:rtl/>
        </w:rPr>
      </w:pPr>
      <w:r>
        <w:rPr>
          <w:rtl/>
        </w:rPr>
        <w:t xml:space="preserve"> اس مقام پر مومنين كے ايك خاص گروہ كى طرف اشارہ ہے: </w:t>
      </w:r>
    </w:p>
    <w:p w:rsidR="00DE2D7F" w:rsidRDefault="00DE2D7F" w:rsidP="00D07B54">
      <w:pPr>
        <w:pStyle w:val="libNormal"/>
        <w:rPr>
          <w:rtl/>
        </w:rPr>
      </w:pPr>
      <w:r>
        <w:rPr>
          <w:rtl/>
        </w:rPr>
        <w:t>'' جو پيغمبر اكرم (ص) كى اقتداء مي</w:t>
      </w:r>
      <w:r w:rsidR="007D6C9B">
        <w:rPr>
          <w:rtl/>
        </w:rPr>
        <w:t xml:space="preserve">ں </w:t>
      </w:r>
      <w:r>
        <w:rPr>
          <w:rtl/>
        </w:rPr>
        <w:t>سب سے زيادہ پيش قدمى كرتے تھے وہ خدا سے كئے ہوئے اپنے اس عہدو پيمان پرقائم تھے كہ وہ آخرى سانس اور آخرى قطرہ خون تك فداكارى اور قربانى كے لئے تيار ہي</w:t>
      </w:r>
      <w:r w:rsidR="007D6C9B">
        <w:rPr>
          <w:rtl/>
        </w:rPr>
        <w:t xml:space="preserve">ں </w:t>
      </w:r>
      <w:r>
        <w:rPr>
          <w:rtl/>
        </w:rPr>
        <w:t>فرمايا گيا ہے مومنين مي</w:t>
      </w:r>
      <w:r w:rsidR="007D6C9B">
        <w:rPr>
          <w:rtl/>
        </w:rPr>
        <w:t xml:space="preserve">ں </w:t>
      </w:r>
      <w:r>
        <w:rPr>
          <w:rtl/>
        </w:rPr>
        <w:t>ايسے بھى ہي</w:t>
      </w:r>
      <w:r w:rsidR="007D6C9B">
        <w:rPr>
          <w:rtl/>
        </w:rPr>
        <w:t xml:space="preserve">ں </w:t>
      </w:r>
      <w:r>
        <w:rPr>
          <w:rtl/>
        </w:rPr>
        <w:t>جواس عہدوپيمان پر قائم ہي</w:t>
      </w:r>
      <w:r w:rsidR="007D6C9B">
        <w:rPr>
          <w:rtl/>
        </w:rPr>
        <w:t xml:space="preserve">ں </w:t>
      </w:r>
      <w:r>
        <w:rPr>
          <w:rtl/>
        </w:rPr>
        <w:t>جو انھو</w:t>
      </w:r>
      <w:r w:rsidR="007D6C9B">
        <w:rPr>
          <w:rtl/>
        </w:rPr>
        <w:t xml:space="preserve">ں </w:t>
      </w:r>
      <w:r>
        <w:rPr>
          <w:rtl/>
        </w:rPr>
        <w:t>نے خدا سے باندھا ہے ان مي</w:t>
      </w:r>
      <w:r w:rsidR="007D6C9B">
        <w:rPr>
          <w:rtl/>
        </w:rPr>
        <w:t xml:space="preserve">ں </w:t>
      </w:r>
      <w:r>
        <w:rPr>
          <w:rtl/>
        </w:rPr>
        <w:t>سے كچھ نے تو ميدان جہاد مي</w:t>
      </w:r>
      <w:r w:rsidR="007D6C9B">
        <w:rPr>
          <w:rtl/>
        </w:rPr>
        <w:t xml:space="preserve">ں </w:t>
      </w:r>
      <w:r>
        <w:rPr>
          <w:rtl/>
        </w:rPr>
        <w:t>شربت شہادت نوش كرليا ہے اوربعض انتظار مي</w:t>
      </w:r>
      <w:r w:rsidR="007D6C9B">
        <w:rPr>
          <w:rtl/>
        </w:rPr>
        <w:t xml:space="preserve">ں </w:t>
      </w:r>
      <w:r>
        <w:rPr>
          <w:rtl/>
        </w:rPr>
        <w:t>ہي</w:t>
      </w:r>
      <w:r w:rsidR="007D6C9B">
        <w:rPr>
          <w:rtl/>
        </w:rPr>
        <w:t xml:space="preserve">ں </w:t>
      </w:r>
      <w:r>
        <w:rPr>
          <w:rtl/>
        </w:rPr>
        <w:t>_ور انھو</w:t>
      </w:r>
      <w:r w:rsidR="007D6C9B">
        <w:rPr>
          <w:rtl/>
        </w:rPr>
        <w:t xml:space="preserve">ں </w:t>
      </w:r>
      <w:r>
        <w:rPr>
          <w:rtl/>
        </w:rPr>
        <w:t>نے اپنے عہدوپيمان مي</w:t>
      </w:r>
      <w:r w:rsidR="007D6C9B">
        <w:rPr>
          <w:rtl/>
        </w:rPr>
        <w:t xml:space="preserve">ں </w:t>
      </w:r>
      <w:r>
        <w:rPr>
          <w:rtl/>
        </w:rPr>
        <w:t>كسى قسم كى كوئي تبديلى نہي</w:t>
      </w:r>
      <w:r w:rsidR="007D6C9B">
        <w:rPr>
          <w:rtl/>
        </w:rPr>
        <w:t xml:space="preserve">ں </w:t>
      </w:r>
      <w:r>
        <w:rPr>
          <w:rtl/>
        </w:rPr>
        <w:t>كى ''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نہ ہى ان كے قدمو</w:t>
      </w:r>
      <w:r w:rsidR="007D6C9B">
        <w:rPr>
          <w:rtl/>
        </w:rPr>
        <w:t xml:space="preserve">ں </w:t>
      </w:r>
      <w:r>
        <w:rPr>
          <w:rtl/>
        </w:rPr>
        <w:t>مي</w:t>
      </w:r>
      <w:r w:rsidR="007D6C9B">
        <w:rPr>
          <w:rtl/>
        </w:rPr>
        <w:t xml:space="preserve">ں </w:t>
      </w:r>
      <w:r>
        <w:rPr>
          <w:rtl/>
        </w:rPr>
        <w:t xml:space="preserve">لغزش پيدا ہوئي ہے_ </w:t>
      </w:r>
    </w:p>
    <w:p w:rsidR="00DE2D7F" w:rsidRDefault="00DE2D7F" w:rsidP="00D07B54">
      <w:pPr>
        <w:pStyle w:val="libNormal"/>
        <w:rPr>
          <w:rtl/>
        </w:rPr>
      </w:pPr>
      <w:r>
        <w:rPr>
          <w:rtl/>
        </w:rPr>
        <w:t>مفسرين كے درميان اختلاف ہے كہ يہ آيت كن افراد كے بارے مي</w:t>
      </w:r>
      <w:r w:rsidR="007D6C9B">
        <w:rPr>
          <w:rtl/>
        </w:rPr>
        <w:t xml:space="preserve">ں </w:t>
      </w:r>
      <w:r>
        <w:rPr>
          <w:rtl/>
        </w:rPr>
        <w:t xml:space="preserve">نازل ہوئي ہے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احزاب آيت </w:t>
      </w:r>
      <w:r w:rsidR="00E664BB">
        <w:rPr>
          <w:rtl/>
        </w:rPr>
        <w:t>23</w:t>
      </w:r>
      <w:r>
        <w:rPr>
          <w:rtl/>
        </w:rPr>
        <w:t xml:space="preserve"> </w:t>
      </w:r>
    </w:p>
    <w:p w:rsidR="001D7CB1" w:rsidRDefault="00C2634E"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اہل سنت كے مشہور عالم ، حاكم ابوالقاسم جسكانى سند كے ساتھ حضرت على عليہ السلام سے نقل كرتے ہي</w:t>
      </w:r>
      <w:r w:rsidR="007D6C9B">
        <w:rPr>
          <w:rtl/>
        </w:rPr>
        <w:t xml:space="preserve">ں </w:t>
      </w:r>
      <w:r>
        <w:rPr>
          <w:rtl/>
        </w:rPr>
        <w:t xml:space="preserve">كہ آپ نے فرمايا : </w:t>
      </w:r>
    </w:p>
    <w:p w:rsidR="00DE2D7F" w:rsidRDefault="00DE2D7F" w:rsidP="00D07B54">
      <w:pPr>
        <w:pStyle w:val="libNormal"/>
        <w:rPr>
          <w:rtl/>
        </w:rPr>
      </w:pPr>
      <w:r>
        <w:rPr>
          <w:rtl/>
        </w:rPr>
        <w:t>آيہ ''رجال صدقوا ما عاھدوا اللّہ عليہ '' ہمارے بارے مي</w:t>
      </w:r>
      <w:r w:rsidR="007D6C9B">
        <w:rPr>
          <w:rtl/>
        </w:rPr>
        <w:t xml:space="preserve">ں </w:t>
      </w:r>
      <w:r>
        <w:rPr>
          <w:rtl/>
        </w:rPr>
        <w:t>نازل ہوئي ہے اور بخدا مي</w:t>
      </w:r>
      <w:r w:rsidR="007D6C9B">
        <w:rPr>
          <w:rtl/>
        </w:rPr>
        <w:t xml:space="preserve">ں </w:t>
      </w:r>
      <w:r>
        <w:rPr>
          <w:rtl/>
        </w:rPr>
        <w:t>ہى وہ شخص ہو</w:t>
      </w:r>
      <w:r w:rsidR="007D6C9B">
        <w:rPr>
          <w:rtl/>
        </w:rPr>
        <w:t xml:space="preserve">ں </w:t>
      </w:r>
      <w:r>
        <w:rPr>
          <w:rtl/>
        </w:rPr>
        <w:t>جو(شہادت كا) انتظار كررہاہو</w:t>
      </w:r>
      <w:r w:rsidR="007D6C9B">
        <w:rPr>
          <w:rtl/>
        </w:rPr>
        <w:t xml:space="preserve">ں </w:t>
      </w:r>
      <w:r>
        <w:rPr>
          <w:rtl/>
        </w:rPr>
        <w:t>(اور قبل از اي</w:t>
      </w:r>
      <w:r w:rsidR="007D6C9B">
        <w:rPr>
          <w:rtl/>
        </w:rPr>
        <w:t xml:space="preserve">ں </w:t>
      </w:r>
      <w:r>
        <w:rPr>
          <w:rtl/>
        </w:rPr>
        <w:t>ہم مي</w:t>
      </w:r>
      <w:r w:rsidR="007D6C9B">
        <w:rPr>
          <w:rtl/>
        </w:rPr>
        <w:t xml:space="preserve">ں </w:t>
      </w:r>
      <w:r>
        <w:rPr>
          <w:rtl/>
        </w:rPr>
        <w:t>حمزہ سيد الشہداء جيسے لوگ شہادت نوش كرچكے ہي</w:t>
      </w:r>
      <w:r w:rsidR="007D6C9B">
        <w:rPr>
          <w:rtl/>
        </w:rPr>
        <w:t xml:space="preserve">ں </w:t>
      </w:r>
      <w:r>
        <w:rPr>
          <w:rtl/>
        </w:rPr>
        <w:t>)اور مي</w:t>
      </w:r>
      <w:r w:rsidR="007D6C9B">
        <w:rPr>
          <w:rtl/>
        </w:rPr>
        <w:t xml:space="preserve">ں </w:t>
      </w:r>
      <w:r>
        <w:rPr>
          <w:rtl/>
        </w:rPr>
        <w:t>نے ہرگز اپنى روش اور اپنے طريقہ كار مي</w:t>
      </w:r>
      <w:r w:rsidR="007D6C9B">
        <w:rPr>
          <w:rtl/>
        </w:rPr>
        <w:t xml:space="preserve">ں </w:t>
      </w:r>
      <w:r>
        <w:rPr>
          <w:rtl/>
        </w:rPr>
        <w:t>تبديلى نہي</w:t>
      </w:r>
      <w:r w:rsidR="007D6C9B">
        <w:rPr>
          <w:rtl/>
        </w:rPr>
        <w:t xml:space="preserve">ں </w:t>
      </w:r>
      <w:r>
        <w:rPr>
          <w:rtl/>
        </w:rPr>
        <w:t>كى اور اپنے كيئے ہوے عہدوپيمان پر قائم ہو</w:t>
      </w:r>
      <w:r w:rsidR="007D6C9B">
        <w:rPr>
          <w:rtl/>
        </w:rPr>
        <w:t xml:space="preserve">ں </w:t>
      </w:r>
      <w:r>
        <w:rPr>
          <w:rtl/>
        </w:rPr>
        <w:t xml:space="preserve">_ </w:t>
      </w:r>
    </w:p>
    <w:p w:rsidR="001D7CB1" w:rsidRDefault="001648F9" w:rsidP="00D07B54">
      <w:pPr>
        <w:pStyle w:val="libNormal"/>
        <w:rPr>
          <w:rtl/>
        </w:rPr>
      </w:pPr>
      <w:r>
        <w:rPr>
          <w:rtl/>
        </w:rPr>
        <w:t xml:space="preserve"> </w:t>
      </w:r>
      <w:r>
        <w:rPr>
          <w:rtl/>
        </w:rPr>
        <w:br w:type="page"/>
      </w:r>
    </w:p>
    <w:p w:rsidR="001D7CB1" w:rsidRDefault="00DE2D7F" w:rsidP="00D07B54">
      <w:pPr>
        <w:pStyle w:val="Heading2Center"/>
        <w:rPr>
          <w:rtl/>
        </w:rPr>
      </w:pPr>
      <w:bookmarkStart w:id="388" w:name="_Toc7268785"/>
      <w:r>
        <w:rPr>
          <w:rtl/>
        </w:rPr>
        <w:lastRenderedPageBreak/>
        <w:t>جنگ بنى قريظہ</w:t>
      </w:r>
      <w:bookmarkEnd w:id="388"/>
    </w:p>
    <w:p w:rsidR="00DE2D7F" w:rsidRDefault="00DE2D7F" w:rsidP="00D07B54">
      <w:pPr>
        <w:pStyle w:val="libNormal"/>
        <w:rPr>
          <w:rtl/>
        </w:rPr>
      </w:pPr>
      <w:r>
        <w:rPr>
          <w:rtl/>
        </w:rPr>
        <w:t xml:space="preserve"> مدينہ مي</w:t>
      </w:r>
      <w:r w:rsidR="007D6C9B">
        <w:rPr>
          <w:rtl/>
        </w:rPr>
        <w:t xml:space="preserve">ں </w:t>
      </w:r>
      <w:r>
        <w:rPr>
          <w:rtl/>
        </w:rPr>
        <w:t>يہوديو</w:t>
      </w:r>
      <w:r w:rsidR="007D6C9B">
        <w:rPr>
          <w:rtl/>
        </w:rPr>
        <w:t xml:space="preserve">ں </w:t>
      </w:r>
      <w:r>
        <w:rPr>
          <w:rtl/>
        </w:rPr>
        <w:t xml:space="preserve">كے تين مشہور قبائل رہتے تھے : بنى قريظہ، بنى النضير اور بنى قينقاع_ </w:t>
      </w:r>
    </w:p>
    <w:p w:rsidR="00DE2D7F" w:rsidRDefault="00DE2D7F" w:rsidP="00D07B54">
      <w:pPr>
        <w:pStyle w:val="libNormal"/>
        <w:rPr>
          <w:rtl/>
        </w:rPr>
      </w:pPr>
      <w:r>
        <w:rPr>
          <w:rtl/>
        </w:rPr>
        <w:t>تينو</w:t>
      </w:r>
      <w:r w:rsidR="007D6C9B">
        <w:rPr>
          <w:rtl/>
        </w:rPr>
        <w:t xml:space="preserve">ں </w:t>
      </w:r>
      <w:r>
        <w:rPr>
          <w:rtl/>
        </w:rPr>
        <w:t>گروہو</w:t>
      </w:r>
      <w:r w:rsidR="007D6C9B">
        <w:rPr>
          <w:rtl/>
        </w:rPr>
        <w:t xml:space="preserve">ں </w:t>
      </w:r>
      <w:r>
        <w:rPr>
          <w:rtl/>
        </w:rPr>
        <w:t>نے پيغمبر اسلام (ص) سے معاہدہ كر ركھا تھا كہ آپ(ص) كے دشمنو</w:t>
      </w:r>
      <w:r w:rsidR="007D6C9B">
        <w:rPr>
          <w:rtl/>
        </w:rPr>
        <w:t xml:space="preserve">ں </w:t>
      </w:r>
      <w:r>
        <w:rPr>
          <w:rtl/>
        </w:rPr>
        <w:t>كا ساتھ نہي</w:t>
      </w:r>
      <w:r w:rsidR="007D6C9B">
        <w:rPr>
          <w:rtl/>
        </w:rPr>
        <w:t xml:space="preserve">ں </w:t>
      </w:r>
      <w:r>
        <w:rPr>
          <w:rtl/>
        </w:rPr>
        <w:t>دي</w:t>
      </w:r>
      <w:r w:rsidR="007D6C9B">
        <w:rPr>
          <w:rtl/>
        </w:rPr>
        <w:t xml:space="preserve">ں </w:t>
      </w:r>
      <w:r>
        <w:rPr>
          <w:rtl/>
        </w:rPr>
        <w:t>گے، ان كے لئے جاسوسى نہي</w:t>
      </w:r>
      <w:r w:rsidR="007D6C9B">
        <w:rPr>
          <w:rtl/>
        </w:rPr>
        <w:t xml:space="preserve">ں </w:t>
      </w:r>
      <w:r>
        <w:rPr>
          <w:rtl/>
        </w:rPr>
        <w:t>كري</w:t>
      </w:r>
      <w:r w:rsidR="007D6C9B">
        <w:rPr>
          <w:rtl/>
        </w:rPr>
        <w:t xml:space="preserve">ں </w:t>
      </w:r>
      <w:r>
        <w:rPr>
          <w:rtl/>
        </w:rPr>
        <w:t>گے، اور مسلمانو</w:t>
      </w:r>
      <w:r w:rsidR="007D6C9B">
        <w:rPr>
          <w:rtl/>
        </w:rPr>
        <w:t xml:space="preserve">ں </w:t>
      </w:r>
      <w:r>
        <w:rPr>
          <w:rtl/>
        </w:rPr>
        <w:t>كے ساتھ مل جل كر امن و آشتى كى زندگى گزاري</w:t>
      </w:r>
      <w:r w:rsidR="007D6C9B">
        <w:rPr>
          <w:rtl/>
        </w:rPr>
        <w:t xml:space="preserve">ں </w:t>
      </w:r>
      <w:r>
        <w:rPr>
          <w:rtl/>
        </w:rPr>
        <w:t>گے، ليكن قبيلہ بنى قينقاع نے ہجرت كے دوسرے سال اور قبيلہ بنى نضير نے ہجرت كے چوتھے سال مختلف حيلو</w:t>
      </w:r>
      <w:r w:rsidR="007D6C9B">
        <w:rPr>
          <w:rtl/>
        </w:rPr>
        <w:t xml:space="preserve">ں </w:t>
      </w:r>
      <w:r>
        <w:rPr>
          <w:rtl/>
        </w:rPr>
        <w:t>بہانو</w:t>
      </w:r>
      <w:r w:rsidR="007D6C9B">
        <w:rPr>
          <w:rtl/>
        </w:rPr>
        <w:t xml:space="preserve">ں </w:t>
      </w:r>
      <w:r>
        <w:rPr>
          <w:rtl/>
        </w:rPr>
        <w:t xml:space="preserve">سے اپنا معاہدہ توڑ ڈالا، اور پيغمبر اكرم (ص) سے مقابلہ كے لئے تيار ہوگئے آخر كار ان كى مزاحمت اور مقابلہ كى سكت ختم ہوگئي اور وہ مدينہ سے باہر نكل گئے_ </w:t>
      </w:r>
    </w:p>
    <w:p w:rsidR="00DE2D7F" w:rsidRDefault="00DE2D7F" w:rsidP="00D07B54">
      <w:pPr>
        <w:pStyle w:val="libNormal"/>
        <w:rPr>
          <w:rtl/>
        </w:rPr>
      </w:pPr>
      <w:r>
        <w:rPr>
          <w:rtl/>
        </w:rPr>
        <w:t xml:space="preserve">بنى قينقاع'' اذر عات'' شام كى طرف چلے گئے اور بنى نضير كے كچھ لوگ تو خيبر كى طرف اور كچھ شام كى طرف چلے گئے _ </w:t>
      </w:r>
    </w:p>
    <w:p w:rsidR="00DE2D7F" w:rsidRDefault="00DE2D7F" w:rsidP="00D07B54">
      <w:pPr>
        <w:pStyle w:val="libNormal"/>
        <w:rPr>
          <w:rtl/>
        </w:rPr>
      </w:pPr>
      <w:r>
        <w:rPr>
          <w:rtl/>
        </w:rPr>
        <w:t>اسى بناء پر ہجرت كے پانچوي</w:t>
      </w:r>
      <w:r w:rsidR="007D6C9B">
        <w:rPr>
          <w:rtl/>
        </w:rPr>
        <w:t xml:space="preserve">ں </w:t>
      </w:r>
      <w:r>
        <w:rPr>
          <w:rtl/>
        </w:rPr>
        <w:t>سال جب كہ جنگ احزاب پيش آئي تو صرف قبيلہ بنى قريظہ مدينہ مي</w:t>
      </w:r>
      <w:r w:rsidR="007D6C9B">
        <w:rPr>
          <w:rtl/>
        </w:rPr>
        <w:t xml:space="preserve">ں </w:t>
      </w:r>
      <w:r>
        <w:rPr>
          <w:rtl/>
        </w:rPr>
        <w:t>باقى رہ گيا تھا ، وہ بھى اس ميدان مي</w:t>
      </w:r>
      <w:r w:rsidR="007D6C9B">
        <w:rPr>
          <w:rtl/>
        </w:rPr>
        <w:t xml:space="preserve">ں </w:t>
      </w:r>
      <w:r>
        <w:rPr>
          <w:rtl/>
        </w:rPr>
        <w:t>اپنے معاہدہ كو توڑكر مشركين عرب كے ساتھ مل گئے اور مسلمانو</w:t>
      </w:r>
      <w:r w:rsidR="007D6C9B">
        <w:rPr>
          <w:rtl/>
        </w:rPr>
        <w:t xml:space="preserve">ں </w:t>
      </w:r>
      <w:r>
        <w:rPr>
          <w:rtl/>
        </w:rPr>
        <w:t>كے مقابلہ مي</w:t>
      </w:r>
      <w:r w:rsidR="007D6C9B">
        <w:rPr>
          <w:rtl/>
        </w:rPr>
        <w:t xml:space="preserve">ں </w:t>
      </w:r>
      <w:r>
        <w:rPr>
          <w:rtl/>
        </w:rPr>
        <w:t>تلواري</w:t>
      </w:r>
      <w:r w:rsidR="007D6C9B">
        <w:rPr>
          <w:rtl/>
        </w:rPr>
        <w:t xml:space="preserve">ں </w:t>
      </w:r>
      <w:r>
        <w:rPr>
          <w:rtl/>
        </w:rPr>
        <w:t>سونت لي</w:t>
      </w:r>
      <w:r w:rsidR="007D6C9B">
        <w:rPr>
          <w:rtl/>
        </w:rPr>
        <w:t xml:space="preserve">ں </w:t>
      </w:r>
      <w:r>
        <w:rPr>
          <w:rtl/>
        </w:rPr>
        <w:t xml:space="preserve">_ </w:t>
      </w:r>
    </w:p>
    <w:p w:rsidR="00DE2D7F" w:rsidRDefault="00DE2D7F" w:rsidP="00D07B54">
      <w:pPr>
        <w:pStyle w:val="libNormal"/>
        <w:rPr>
          <w:rtl/>
        </w:rPr>
      </w:pPr>
      <w:r>
        <w:rPr>
          <w:rtl/>
        </w:rPr>
        <w:t>جب جنگ احزا ب ختم ہوگئي اور قريش، بنى غطفان اور ديگر قبائل عرب بھى رسوا كن شكست كے بعد مدينہ سے پلٹ گئے تو اسلامى روايات كے مطابق پيغمبر اكرم (ص) اپنے گھر لوٹ آئے اور جنگى لباس اتاركر نہانے دھونے مي</w:t>
      </w:r>
      <w:r w:rsidR="007D6C9B">
        <w:rPr>
          <w:rtl/>
        </w:rPr>
        <w:t xml:space="preserve">ں </w:t>
      </w:r>
      <w:r>
        <w:rPr>
          <w:rtl/>
        </w:rPr>
        <w:t>مشغول ہوگئے تو اس موقع پر جبرئيل حكم خدا سے آپ پر نازل ہوئے اور كہا : كيو</w:t>
      </w:r>
      <w:r w:rsidR="007D6C9B">
        <w:rPr>
          <w:rtl/>
        </w:rPr>
        <w:t xml:space="preserve">ں </w:t>
      </w:r>
      <w:r>
        <w:rPr>
          <w:rtl/>
        </w:rPr>
        <w:t xml:space="preserve">آپ نے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ہتھيار اتار ديئے ہي</w:t>
      </w:r>
      <w:r w:rsidR="007D6C9B">
        <w:rPr>
          <w:rtl/>
        </w:rPr>
        <w:t xml:space="preserve">ں </w:t>
      </w:r>
      <w:r>
        <w:rPr>
          <w:rtl/>
        </w:rPr>
        <w:t>جبكہ فرشتے ابھى تك آمادہ پيكار ہي</w:t>
      </w:r>
      <w:r w:rsidR="007D6C9B">
        <w:rPr>
          <w:rtl/>
        </w:rPr>
        <w:t xml:space="preserve">ں </w:t>
      </w:r>
      <w:r>
        <w:rPr>
          <w:rtl/>
        </w:rPr>
        <w:t>آپ فوراً بنى قريظہ كى طرف جائي</w:t>
      </w:r>
      <w:r w:rsidR="007D6C9B">
        <w:rPr>
          <w:rtl/>
        </w:rPr>
        <w:t xml:space="preserve">ں </w:t>
      </w:r>
      <w:r>
        <w:rPr>
          <w:rtl/>
        </w:rPr>
        <w:t>اور ان كا كام تمام كردي</w:t>
      </w:r>
      <w:r w:rsidR="007D6C9B">
        <w:rPr>
          <w:rtl/>
        </w:rPr>
        <w:t xml:space="preserve">ں </w:t>
      </w:r>
      <w:r>
        <w:rPr>
          <w:rtl/>
        </w:rPr>
        <w:t xml:space="preserve">_ </w:t>
      </w:r>
    </w:p>
    <w:p w:rsidR="00DE2D7F" w:rsidRDefault="00DE2D7F" w:rsidP="00D07B54">
      <w:pPr>
        <w:pStyle w:val="libNormal"/>
        <w:rPr>
          <w:rtl/>
        </w:rPr>
      </w:pPr>
      <w:r>
        <w:rPr>
          <w:rtl/>
        </w:rPr>
        <w:t>واقعاً بنى قريظہ كا حساب چكانے كے لئے اس سے بہتر كوئي اور موقع نہي</w:t>
      </w:r>
      <w:r w:rsidR="007D6C9B">
        <w:rPr>
          <w:rtl/>
        </w:rPr>
        <w:t xml:space="preserve">ں </w:t>
      </w:r>
      <w:r>
        <w:rPr>
          <w:rtl/>
        </w:rPr>
        <w:t>تھا مسلمان اپنى كاميابى پر خوش خرم تھے، بنى قريظہ شكست كى شديد وحشت مي</w:t>
      </w:r>
      <w:r w:rsidR="007D6C9B">
        <w:rPr>
          <w:rtl/>
        </w:rPr>
        <w:t xml:space="preserve">ں </w:t>
      </w:r>
      <w:r>
        <w:rPr>
          <w:rtl/>
        </w:rPr>
        <w:t>گرفتار تھے اور قبائل عرب مي</w:t>
      </w:r>
      <w:r w:rsidR="007D6C9B">
        <w:rPr>
          <w:rtl/>
        </w:rPr>
        <w:t xml:space="preserve">ں </w:t>
      </w:r>
      <w:r>
        <w:rPr>
          <w:rtl/>
        </w:rPr>
        <w:t>سے ان كے دوست اور حليف تھكے ماندے اور بہت ہى پست حوصلو</w:t>
      </w:r>
      <w:r w:rsidR="007D6C9B">
        <w:rPr>
          <w:rtl/>
        </w:rPr>
        <w:t xml:space="preserve">ں </w:t>
      </w:r>
      <w:r>
        <w:rPr>
          <w:rtl/>
        </w:rPr>
        <w:t>كے ساتھ شكست خوردہ حالت مي</w:t>
      </w:r>
      <w:r w:rsidR="007D6C9B">
        <w:rPr>
          <w:rtl/>
        </w:rPr>
        <w:t xml:space="preserve">ں </w:t>
      </w:r>
      <w:r>
        <w:rPr>
          <w:rtl/>
        </w:rPr>
        <w:t>اپنے اپنے شہرو</w:t>
      </w:r>
      <w:r w:rsidR="007D6C9B">
        <w:rPr>
          <w:rtl/>
        </w:rPr>
        <w:t xml:space="preserve">ں </w:t>
      </w:r>
      <w:r>
        <w:rPr>
          <w:rtl/>
        </w:rPr>
        <w:t>اور علاقو</w:t>
      </w:r>
      <w:r w:rsidR="007D6C9B">
        <w:rPr>
          <w:rtl/>
        </w:rPr>
        <w:t xml:space="preserve">ں </w:t>
      </w:r>
      <w:r>
        <w:rPr>
          <w:rtl/>
        </w:rPr>
        <w:t>مي</w:t>
      </w:r>
      <w:r w:rsidR="007D6C9B">
        <w:rPr>
          <w:rtl/>
        </w:rPr>
        <w:t xml:space="preserve">ں </w:t>
      </w:r>
      <w:r>
        <w:rPr>
          <w:rtl/>
        </w:rPr>
        <w:t>جاچكے تھے اور كوئي نہي</w:t>
      </w:r>
      <w:r w:rsidR="007D6C9B">
        <w:rPr>
          <w:rtl/>
        </w:rPr>
        <w:t xml:space="preserve">ں </w:t>
      </w:r>
      <w:r>
        <w:rPr>
          <w:rtl/>
        </w:rPr>
        <w:t xml:space="preserve">تھا جوان كى حمايت كرے _ </w:t>
      </w:r>
    </w:p>
    <w:p w:rsidR="00DE2D7F" w:rsidRDefault="00DE2D7F" w:rsidP="00D07B54">
      <w:pPr>
        <w:pStyle w:val="libNormal"/>
        <w:rPr>
          <w:rtl/>
        </w:rPr>
      </w:pPr>
      <w:r>
        <w:rPr>
          <w:rtl/>
        </w:rPr>
        <w:t>بہرحال منادى نے پيغمبر اكرم (ص) كى طرف سے ندادى كہ نماز عصر پڑھنے سے پہلے بنى قريظہ كى طرف چل پڑو مسلمان بڑى تيزى كے ساتھ ہى بنى قريظہ كے محكم ومضبوط قلعو</w:t>
      </w:r>
      <w:r w:rsidR="007D6C9B">
        <w:rPr>
          <w:rtl/>
        </w:rPr>
        <w:t xml:space="preserve">ں </w:t>
      </w:r>
      <w:r>
        <w:rPr>
          <w:rtl/>
        </w:rPr>
        <w:t>كو مسلمانو</w:t>
      </w:r>
      <w:r w:rsidR="007D6C9B">
        <w:rPr>
          <w:rtl/>
        </w:rPr>
        <w:t xml:space="preserve">ں </w:t>
      </w:r>
      <w:r>
        <w:rPr>
          <w:rtl/>
        </w:rPr>
        <w:t>نے اپنے محاصرے مي</w:t>
      </w:r>
      <w:r w:rsidR="007D6C9B">
        <w:rPr>
          <w:rtl/>
        </w:rPr>
        <w:t xml:space="preserve">ں </w:t>
      </w:r>
      <w:r>
        <w:rPr>
          <w:rtl/>
        </w:rPr>
        <w:t xml:space="preserve">لے ليا _ </w:t>
      </w:r>
    </w:p>
    <w:p w:rsidR="00DE2D7F" w:rsidRDefault="00DE2D7F" w:rsidP="00D07B54">
      <w:pPr>
        <w:pStyle w:val="libNormal"/>
        <w:rPr>
          <w:rtl/>
        </w:rPr>
      </w:pPr>
      <w:r>
        <w:rPr>
          <w:rtl/>
        </w:rPr>
        <w:t>پچيس دن تك محاصرہ جارى رہا چنانچہ لكھتے ہي</w:t>
      </w:r>
      <w:r w:rsidR="007D6C9B">
        <w:rPr>
          <w:rtl/>
        </w:rPr>
        <w:t xml:space="preserve">ں </w:t>
      </w:r>
      <w:r>
        <w:rPr>
          <w:rtl/>
        </w:rPr>
        <w:t>كہ مسلمانو</w:t>
      </w:r>
      <w:r w:rsidR="007D6C9B">
        <w:rPr>
          <w:rtl/>
        </w:rPr>
        <w:t xml:space="preserve">ں </w:t>
      </w:r>
      <w:r>
        <w:rPr>
          <w:rtl/>
        </w:rPr>
        <w:t>نے بنى قريظہ كے قلعو</w:t>
      </w:r>
      <w:r w:rsidR="007D6C9B">
        <w:rPr>
          <w:rtl/>
        </w:rPr>
        <w:t xml:space="preserve">ں </w:t>
      </w:r>
      <w:r>
        <w:rPr>
          <w:rtl/>
        </w:rPr>
        <w:t>پر حملہ كرنے كے لئے اتنى جلدى كى كہ بعض مسلمان نماز عصر سے غافل ہوگئے كہ مجبوراً بعد مي</w:t>
      </w:r>
      <w:r w:rsidR="007D6C9B">
        <w:rPr>
          <w:rtl/>
        </w:rPr>
        <w:t xml:space="preserve">ں </w:t>
      </w:r>
      <w:r>
        <w:rPr>
          <w:rtl/>
        </w:rPr>
        <w:t>قضا كي،خداوند عالم نے ان كے دلو</w:t>
      </w:r>
      <w:r w:rsidR="007D6C9B">
        <w:rPr>
          <w:rtl/>
        </w:rPr>
        <w:t xml:space="preserve">ں </w:t>
      </w:r>
      <w:r>
        <w:rPr>
          <w:rtl/>
        </w:rPr>
        <w:t>مي</w:t>
      </w:r>
      <w:r w:rsidR="007D6C9B">
        <w:rPr>
          <w:rtl/>
        </w:rPr>
        <w:t xml:space="preserve">ں </w:t>
      </w:r>
      <w:r>
        <w:rPr>
          <w:rtl/>
        </w:rPr>
        <w:t xml:space="preserve">سخت رطب و دبدبہ طارى ہوگيا_ </w:t>
      </w:r>
    </w:p>
    <w:p w:rsidR="001D7CB1" w:rsidRDefault="00DE2D7F" w:rsidP="00D07B54">
      <w:pPr>
        <w:pStyle w:val="Heading2Center"/>
        <w:rPr>
          <w:rtl/>
        </w:rPr>
      </w:pPr>
      <w:bookmarkStart w:id="389" w:name="_Toc7268786"/>
      <w:r>
        <w:rPr>
          <w:rtl/>
        </w:rPr>
        <w:t>تين تجاويز</w:t>
      </w:r>
      <w:bookmarkEnd w:id="389"/>
      <w:r>
        <w:rPr>
          <w:rtl/>
        </w:rPr>
        <w:t xml:space="preserve"> </w:t>
      </w:r>
    </w:p>
    <w:p w:rsidR="00DE2D7F" w:rsidRDefault="00DE2D7F" w:rsidP="00D07B54">
      <w:pPr>
        <w:pStyle w:val="libNormal"/>
        <w:rPr>
          <w:rtl/>
        </w:rPr>
      </w:pPr>
      <w:r>
        <w:rPr>
          <w:rtl/>
        </w:rPr>
        <w:t>''كعب بن اسد'' كا شمار يہوديو</w:t>
      </w:r>
      <w:r w:rsidR="007D6C9B">
        <w:rPr>
          <w:rtl/>
        </w:rPr>
        <w:t xml:space="preserve">ں </w:t>
      </w:r>
      <w:r>
        <w:rPr>
          <w:rtl/>
        </w:rPr>
        <w:t>كے سردارو</w:t>
      </w:r>
      <w:r w:rsidR="007D6C9B">
        <w:rPr>
          <w:rtl/>
        </w:rPr>
        <w:t xml:space="preserve">ں </w:t>
      </w:r>
      <w:r>
        <w:rPr>
          <w:rtl/>
        </w:rPr>
        <w:t>مي</w:t>
      </w:r>
      <w:r w:rsidR="007D6C9B">
        <w:rPr>
          <w:rtl/>
        </w:rPr>
        <w:t xml:space="preserve">ں </w:t>
      </w:r>
      <w:r>
        <w:rPr>
          <w:rtl/>
        </w:rPr>
        <w:t>ہوتا تھا اس نے اپنى قوم سے كہا : مجھے يقين ہے كہ محمد ہمي</w:t>
      </w:r>
      <w:r w:rsidR="007D6C9B">
        <w:rPr>
          <w:rtl/>
        </w:rPr>
        <w:t xml:space="preserve">ں </w:t>
      </w:r>
      <w:r>
        <w:rPr>
          <w:rtl/>
        </w:rPr>
        <w:t>اس وقت تك نہي</w:t>
      </w:r>
      <w:r w:rsidR="007D6C9B">
        <w:rPr>
          <w:rtl/>
        </w:rPr>
        <w:t xml:space="preserve">ں </w:t>
      </w:r>
      <w:r>
        <w:rPr>
          <w:rtl/>
        </w:rPr>
        <w:t>چھوڑي</w:t>
      </w:r>
      <w:r w:rsidR="007D6C9B">
        <w:rPr>
          <w:rtl/>
        </w:rPr>
        <w:t xml:space="preserve">ں </w:t>
      </w:r>
      <w:r>
        <w:rPr>
          <w:rtl/>
        </w:rPr>
        <w:t>گے جب تك ہم جنگ نہ كري</w:t>
      </w:r>
      <w:r w:rsidR="007D6C9B">
        <w:rPr>
          <w:rtl/>
        </w:rPr>
        <w:t xml:space="preserve">ں </w:t>
      </w:r>
      <w:r>
        <w:rPr>
          <w:rtl/>
        </w:rPr>
        <w:t>لہذا ميرى تين تجاويز ہي</w:t>
      </w:r>
      <w:r w:rsidR="007D6C9B">
        <w:rPr>
          <w:rtl/>
        </w:rPr>
        <w:t xml:space="preserve">ں </w:t>
      </w:r>
      <w:r>
        <w:rPr>
          <w:rtl/>
        </w:rPr>
        <w:t>، ان مي</w:t>
      </w:r>
      <w:r w:rsidR="007D6C9B">
        <w:rPr>
          <w:rtl/>
        </w:rPr>
        <w:t xml:space="preserve">ں </w:t>
      </w:r>
      <w:r>
        <w:rPr>
          <w:rtl/>
        </w:rPr>
        <w:t>سے كسى ايك كو قبول كرلو ،پہلى تجويز تويہ ہے كہ اس شخص كے ہاتھ مي</w:t>
      </w:r>
      <w:r w:rsidR="007D6C9B">
        <w:rPr>
          <w:rtl/>
        </w:rPr>
        <w:t xml:space="preserve">ں </w:t>
      </w:r>
      <w:r>
        <w:rPr>
          <w:rtl/>
        </w:rPr>
        <w:t>ہاتھ دے كر اس پر ايمان لے او اور اس كى پيروى اختيار كرلو كيونكہ تم پر ثابت ہوچكا ہے كہ وہ خدا كا پيغمبر ہے اوراس كى نشانيا</w:t>
      </w:r>
      <w:r w:rsidR="007D6C9B">
        <w:rPr>
          <w:rtl/>
        </w:rPr>
        <w:t xml:space="preserve">ں </w:t>
      </w:r>
      <w:r>
        <w:rPr>
          <w:rtl/>
        </w:rPr>
        <w:t>تمہارى كتابو</w:t>
      </w:r>
      <w:r w:rsidR="007D6C9B">
        <w:rPr>
          <w:rtl/>
        </w:rPr>
        <w:t xml:space="preserve">ں </w:t>
      </w:r>
      <w:r>
        <w:rPr>
          <w:rtl/>
        </w:rPr>
        <w:t>مي</w:t>
      </w:r>
      <w:r w:rsidR="007D6C9B">
        <w:rPr>
          <w:rtl/>
        </w:rPr>
        <w:t xml:space="preserve">ں </w:t>
      </w:r>
      <w:r>
        <w:rPr>
          <w:rtl/>
        </w:rPr>
        <w:t>پائي جاتى ہي</w:t>
      </w:r>
      <w:r w:rsidR="007D6C9B">
        <w:rPr>
          <w:rtl/>
        </w:rPr>
        <w:t xml:space="preserve">ں </w:t>
      </w:r>
      <w:r>
        <w:rPr>
          <w:rtl/>
        </w:rPr>
        <w:t>تو اس صورت مي</w:t>
      </w:r>
      <w:r w:rsidR="007D6C9B">
        <w:rPr>
          <w:rtl/>
        </w:rPr>
        <w:t xml:space="preserve">ں </w:t>
      </w:r>
      <w:r>
        <w:rPr>
          <w:rtl/>
        </w:rPr>
        <w:t>تمہارے مال ، جان، اولاد اور عورتي</w:t>
      </w:r>
      <w:r w:rsidR="007D6C9B">
        <w:rPr>
          <w:rtl/>
        </w:rPr>
        <w:t xml:space="preserve">ں </w:t>
      </w:r>
      <w:r>
        <w:rPr>
          <w:rtl/>
        </w:rPr>
        <w:t>محفوظ ہوجائي</w:t>
      </w:r>
      <w:r w:rsidR="007D6C9B">
        <w:rPr>
          <w:rtl/>
        </w:rPr>
        <w:t xml:space="preserve">ں </w:t>
      </w:r>
      <w:r>
        <w:rPr>
          <w:rtl/>
        </w:rPr>
        <w:t xml:space="preserve">گي_ </w:t>
      </w:r>
    </w:p>
    <w:p w:rsidR="00DE2D7F" w:rsidRDefault="00DE2D7F" w:rsidP="00D07B54">
      <w:pPr>
        <w:pStyle w:val="libNormal"/>
        <w:rPr>
          <w:rtl/>
        </w:rPr>
      </w:pPr>
      <w:r>
        <w:rPr>
          <w:rtl/>
        </w:rPr>
        <w:t>وہ كہنے لگے كہ ہم ہرگز حكم توريت سے دست بردار نہي</w:t>
      </w:r>
      <w:r w:rsidR="007D6C9B">
        <w:rPr>
          <w:rtl/>
        </w:rPr>
        <w:t xml:space="preserve">ں </w:t>
      </w:r>
      <w:r>
        <w:rPr>
          <w:rtl/>
        </w:rPr>
        <w:t>ہو</w:t>
      </w:r>
      <w:r w:rsidR="007D6C9B">
        <w:rPr>
          <w:rtl/>
        </w:rPr>
        <w:t xml:space="preserve">ں </w:t>
      </w:r>
      <w:r>
        <w:rPr>
          <w:rtl/>
        </w:rPr>
        <w:t>گے اور نہ ہى اس كا متبادل اختيار كري</w:t>
      </w:r>
      <w:r w:rsidR="007D6C9B">
        <w:rPr>
          <w:rtl/>
        </w:rPr>
        <w:t xml:space="preserve">ں </w:t>
      </w:r>
      <w:r>
        <w:rPr>
          <w:rtl/>
        </w:rPr>
        <w:t xml:space="preserve">گے _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اس نے كہا : اگر يہ تجويز قبول نہي</w:t>
      </w:r>
      <w:r w:rsidR="007D6C9B">
        <w:rPr>
          <w:rtl/>
        </w:rPr>
        <w:t xml:space="preserve">ں </w:t>
      </w:r>
      <w:r>
        <w:rPr>
          <w:rtl/>
        </w:rPr>
        <w:t>كرتے تو پھر آئو اور اپنے بچو</w:t>
      </w:r>
      <w:r w:rsidR="007D6C9B">
        <w:rPr>
          <w:rtl/>
        </w:rPr>
        <w:t xml:space="preserve">ں </w:t>
      </w:r>
      <w:r>
        <w:rPr>
          <w:rtl/>
        </w:rPr>
        <w:t>اور عورتو</w:t>
      </w:r>
      <w:r w:rsidR="007D6C9B">
        <w:rPr>
          <w:rtl/>
        </w:rPr>
        <w:t xml:space="preserve">ں </w:t>
      </w:r>
      <w:r>
        <w:rPr>
          <w:rtl/>
        </w:rPr>
        <w:t>كو اپنے ہاتھو</w:t>
      </w:r>
      <w:r w:rsidR="007D6C9B">
        <w:rPr>
          <w:rtl/>
        </w:rPr>
        <w:t xml:space="preserve">ں </w:t>
      </w:r>
      <w:r>
        <w:rPr>
          <w:rtl/>
        </w:rPr>
        <w:t>سے قتل كرڈالو تاكہ ان كى طرف سے آسودہ خاطر ہوكر ميدان جنگ مي</w:t>
      </w:r>
      <w:r w:rsidR="007D6C9B">
        <w:rPr>
          <w:rtl/>
        </w:rPr>
        <w:t xml:space="preserve">ں </w:t>
      </w:r>
      <w:r>
        <w:rPr>
          <w:rtl/>
        </w:rPr>
        <w:t>كود پڑي</w:t>
      </w:r>
      <w:r w:rsidR="007D6C9B">
        <w:rPr>
          <w:rtl/>
        </w:rPr>
        <w:t xml:space="preserve">ں </w:t>
      </w:r>
      <w:r>
        <w:rPr>
          <w:rtl/>
        </w:rPr>
        <w:t>اور پھر ديكھي</w:t>
      </w:r>
      <w:r w:rsidR="007D6C9B">
        <w:rPr>
          <w:rtl/>
        </w:rPr>
        <w:t xml:space="preserve">ں </w:t>
      </w:r>
      <w:r>
        <w:rPr>
          <w:rtl/>
        </w:rPr>
        <w:t>كہ خدا كيا چاہتا ہے ؟ اگر ہم مارے گئے تو اہل وعيال كى جانب سے ہمي</w:t>
      </w:r>
      <w:r w:rsidR="007D6C9B">
        <w:rPr>
          <w:rtl/>
        </w:rPr>
        <w:t xml:space="preserve">ں </w:t>
      </w:r>
      <w:r>
        <w:rPr>
          <w:rtl/>
        </w:rPr>
        <w:t>كوئي پريشانى نہي</w:t>
      </w:r>
      <w:r w:rsidR="007D6C9B">
        <w:rPr>
          <w:rtl/>
        </w:rPr>
        <w:t xml:space="preserve">ں </w:t>
      </w:r>
      <w:r>
        <w:rPr>
          <w:rtl/>
        </w:rPr>
        <w:t>ہوگى اور اگر كامياب ہوگئے تو پھر عورتي</w:t>
      </w:r>
      <w:r w:rsidR="007D6C9B">
        <w:rPr>
          <w:rtl/>
        </w:rPr>
        <w:t xml:space="preserve">ں </w:t>
      </w:r>
      <w:r>
        <w:rPr>
          <w:rtl/>
        </w:rPr>
        <w:t xml:space="preserve">بھى بہت بچے بھى بہت _ </w:t>
      </w:r>
    </w:p>
    <w:p w:rsidR="00DE2D7F" w:rsidRDefault="00DE2D7F" w:rsidP="00D07B54">
      <w:pPr>
        <w:pStyle w:val="libNormal"/>
        <w:rPr>
          <w:rtl/>
        </w:rPr>
      </w:pPr>
      <w:r>
        <w:rPr>
          <w:rtl/>
        </w:rPr>
        <w:t>وہ كہنے لگے كہ ہم ان بے چارو</w:t>
      </w:r>
      <w:r w:rsidR="007D6C9B">
        <w:rPr>
          <w:rtl/>
        </w:rPr>
        <w:t xml:space="preserve">ں </w:t>
      </w:r>
      <w:r>
        <w:rPr>
          <w:rtl/>
        </w:rPr>
        <w:t>كو اپنے ہى ہاتھو</w:t>
      </w:r>
      <w:r w:rsidR="007D6C9B">
        <w:rPr>
          <w:rtl/>
        </w:rPr>
        <w:t xml:space="preserve">ں </w:t>
      </w:r>
      <w:r>
        <w:rPr>
          <w:rtl/>
        </w:rPr>
        <w:t>سے قتل كردي</w:t>
      </w:r>
      <w:r w:rsidR="007D6C9B">
        <w:rPr>
          <w:rtl/>
        </w:rPr>
        <w:t xml:space="preserve">ں </w:t>
      </w:r>
      <w:r>
        <w:rPr>
          <w:rtl/>
        </w:rPr>
        <w:t xml:space="preserve">؟ان كے بعد ہمارے لئے زندگى كى قدرو قيمت كيارہ جائے گى ؟ </w:t>
      </w:r>
    </w:p>
    <w:p w:rsidR="00DE2D7F" w:rsidRDefault="00DE2D7F" w:rsidP="00D07B54">
      <w:pPr>
        <w:pStyle w:val="libNormal"/>
        <w:rPr>
          <w:rtl/>
        </w:rPr>
      </w:pPr>
      <w:r>
        <w:rPr>
          <w:rtl/>
        </w:rPr>
        <w:t>كعب بن اسد نے كہا : اگر يہ بھى تم نے قبول نہي</w:t>
      </w:r>
      <w:r w:rsidR="007D6C9B">
        <w:rPr>
          <w:rtl/>
        </w:rPr>
        <w:t xml:space="preserve">ں </w:t>
      </w:r>
      <w:r>
        <w:rPr>
          <w:rtl/>
        </w:rPr>
        <w:t>كيا تو آج چونكہ ہفتہ كى رات ہے محمد (ص) اور اس كے ساتھى يہ خيال كري</w:t>
      </w:r>
      <w:r w:rsidR="007D6C9B">
        <w:rPr>
          <w:rtl/>
        </w:rPr>
        <w:t xml:space="preserve">ں </w:t>
      </w:r>
      <w:r>
        <w:rPr>
          <w:rtl/>
        </w:rPr>
        <w:t>گے كہ ہم آج رات حملہ نہي</w:t>
      </w:r>
      <w:r w:rsidR="007D6C9B">
        <w:rPr>
          <w:rtl/>
        </w:rPr>
        <w:t xml:space="preserve">ں </w:t>
      </w:r>
      <w:r>
        <w:rPr>
          <w:rtl/>
        </w:rPr>
        <w:t>كري</w:t>
      </w:r>
      <w:r w:rsidR="007D6C9B">
        <w:rPr>
          <w:rtl/>
        </w:rPr>
        <w:t xml:space="preserve">ں </w:t>
      </w:r>
      <w:r>
        <w:rPr>
          <w:rtl/>
        </w:rPr>
        <w:t>گے انھي</w:t>
      </w:r>
      <w:r w:rsidR="007D6C9B">
        <w:rPr>
          <w:rtl/>
        </w:rPr>
        <w:t xml:space="preserve">ں </w:t>
      </w:r>
      <w:r>
        <w:rPr>
          <w:rtl/>
        </w:rPr>
        <w:t>اس غفلت مي</w:t>
      </w:r>
      <w:r w:rsidR="007D6C9B">
        <w:rPr>
          <w:rtl/>
        </w:rPr>
        <w:t xml:space="preserve">ں </w:t>
      </w:r>
      <w:r>
        <w:rPr>
          <w:rtl/>
        </w:rPr>
        <w:t>ڈال كر ان پر حملہ كردي</w:t>
      </w:r>
      <w:r w:rsidR="007D6C9B">
        <w:rPr>
          <w:rtl/>
        </w:rPr>
        <w:t xml:space="preserve">ں </w:t>
      </w:r>
      <w:r>
        <w:rPr>
          <w:rtl/>
        </w:rPr>
        <w:t xml:space="preserve">شايد كاميابى حاصل ہوجائے _ </w:t>
      </w:r>
    </w:p>
    <w:p w:rsidR="00DE2D7F" w:rsidRDefault="00DE2D7F" w:rsidP="00D07B54">
      <w:pPr>
        <w:pStyle w:val="libNormal"/>
        <w:rPr>
          <w:rtl/>
        </w:rPr>
      </w:pPr>
      <w:r>
        <w:rPr>
          <w:rtl/>
        </w:rPr>
        <w:t>وہ كہنے لگے كہ يہ كام بھى ہم نہي</w:t>
      </w:r>
      <w:r w:rsidR="007D6C9B">
        <w:rPr>
          <w:rtl/>
        </w:rPr>
        <w:t xml:space="preserve">ں </w:t>
      </w:r>
      <w:r>
        <w:rPr>
          <w:rtl/>
        </w:rPr>
        <w:t>كري</w:t>
      </w:r>
      <w:r w:rsidR="007D6C9B">
        <w:rPr>
          <w:rtl/>
        </w:rPr>
        <w:t xml:space="preserve">ں </w:t>
      </w:r>
      <w:r>
        <w:rPr>
          <w:rtl/>
        </w:rPr>
        <w:t>گے كيونكہ ہم كسى بھى صورت مي</w:t>
      </w:r>
      <w:r w:rsidR="007D6C9B">
        <w:rPr>
          <w:rtl/>
        </w:rPr>
        <w:t xml:space="preserve">ں </w:t>
      </w:r>
      <w:r>
        <w:rPr>
          <w:rtl/>
        </w:rPr>
        <w:t>ہفتہ كا احترام پامال نہي</w:t>
      </w:r>
      <w:r w:rsidR="007D6C9B">
        <w:rPr>
          <w:rtl/>
        </w:rPr>
        <w:t xml:space="preserve">ں </w:t>
      </w:r>
      <w:r>
        <w:rPr>
          <w:rtl/>
        </w:rPr>
        <w:t>كري</w:t>
      </w:r>
      <w:r w:rsidR="007D6C9B">
        <w:rPr>
          <w:rtl/>
        </w:rPr>
        <w:t xml:space="preserve">ں </w:t>
      </w:r>
      <w:r>
        <w:rPr>
          <w:rtl/>
        </w:rPr>
        <w:t xml:space="preserve">گے _ </w:t>
      </w:r>
    </w:p>
    <w:p w:rsidR="00DE2D7F" w:rsidRDefault="00DE2D7F" w:rsidP="00D07B54">
      <w:pPr>
        <w:pStyle w:val="libNormal"/>
        <w:rPr>
          <w:rtl/>
        </w:rPr>
      </w:pPr>
      <w:r>
        <w:rPr>
          <w:rtl/>
        </w:rPr>
        <w:t>كعب كہنے لگا :</w:t>
      </w:r>
      <w:r w:rsidR="00E173E0">
        <w:rPr>
          <w:rtl/>
        </w:rPr>
        <w:t xml:space="preserve"> پيدائش </w:t>
      </w:r>
      <w:r>
        <w:rPr>
          <w:rtl/>
        </w:rPr>
        <w:t>سے لے كر آج تك تمہارے اندر عقل نہي</w:t>
      </w:r>
      <w:r w:rsidR="007D6C9B">
        <w:rPr>
          <w:rtl/>
        </w:rPr>
        <w:t xml:space="preserve">ں </w:t>
      </w:r>
      <w:r>
        <w:rPr>
          <w:rtl/>
        </w:rPr>
        <w:t xml:space="preserve">آسكى _ </w:t>
      </w:r>
    </w:p>
    <w:p w:rsidR="00DE2D7F" w:rsidRDefault="00DE2D7F" w:rsidP="00D07B54">
      <w:pPr>
        <w:pStyle w:val="libNormal"/>
        <w:rPr>
          <w:rtl/>
        </w:rPr>
      </w:pPr>
      <w:r>
        <w:rPr>
          <w:rtl/>
        </w:rPr>
        <w:t>اس كے بعد انھو</w:t>
      </w:r>
      <w:r w:rsidR="007D6C9B">
        <w:rPr>
          <w:rtl/>
        </w:rPr>
        <w:t xml:space="preserve">ں </w:t>
      </w:r>
      <w:r>
        <w:rPr>
          <w:rtl/>
        </w:rPr>
        <w:t>نے پيغمبر اكرم (ص) سے بات كى كہ'' ابولبابہ'' كو ان كے پاس بھيجا جائے تاكہ وہ ان سے صلاح مشورہ كرلي</w:t>
      </w:r>
      <w:r w:rsidR="007D6C9B">
        <w:rPr>
          <w:rtl/>
        </w:rPr>
        <w:t xml:space="preserve">ں </w:t>
      </w:r>
      <w:r>
        <w:rPr>
          <w:rtl/>
        </w:rPr>
        <w:t xml:space="preserve">_ </w:t>
      </w:r>
    </w:p>
    <w:p w:rsidR="001D7CB1" w:rsidRDefault="00DE2D7F" w:rsidP="00D07B54">
      <w:pPr>
        <w:pStyle w:val="Heading2Center"/>
        <w:rPr>
          <w:rtl/>
        </w:rPr>
      </w:pPr>
      <w:bookmarkStart w:id="390" w:name="_Toc7268787"/>
      <w:r>
        <w:rPr>
          <w:rtl/>
        </w:rPr>
        <w:t>ابولبابہ كى خيانت</w:t>
      </w:r>
      <w:bookmarkEnd w:id="390"/>
    </w:p>
    <w:p w:rsidR="00DE2D7F" w:rsidRDefault="00DE2D7F" w:rsidP="00D07B54">
      <w:pPr>
        <w:pStyle w:val="libNormal"/>
        <w:rPr>
          <w:rtl/>
        </w:rPr>
      </w:pPr>
      <w:r>
        <w:rPr>
          <w:rtl/>
        </w:rPr>
        <w:t xml:space="preserve"> جس وقت ابولبابہ ان كے پاس آئے تو يہوديو</w:t>
      </w:r>
      <w:r w:rsidR="007D6C9B">
        <w:rPr>
          <w:rtl/>
        </w:rPr>
        <w:t xml:space="preserve">ں </w:t>
      </w:r>
      <w:r>
        <w:rPr>
          <w:rtl/>
        </w:rPr>
        <w:t>كى عورتي</w:t>
      </w:r>
      <w:r w:rsidR="007D6C9B">
        <w:rPr>
          <w:rtl/>
        </w:rPr>
        <w:t xml:space="preserve">ں </w:t>
      </w:r>
      <w:r>
        <w:rPr>
          <w:rtl/>
        </w:rPr>
        <w:t>اور بچے ان كے سامنے گريہ وزارى كرنے لگے اس بات كا ان كے دل پر بہت اثر ہوا اس وقت لوگو</w:t>
      </w:r>
      <w:r w:rsidR="007D6C9B">
        <w:rPr>
          <w:rtl/>
        </w:rPr>
        <w:t xml:space="preserve">ں </w:t>
      </w:r>
      <w:r>
        <w:rPr>
          <w:rtl/>
        </w:rPr>
        <w:t>نے كہا كہ آپ ہمي</w:t>
      </w:r>
      <w:r w:rsidR="007D6C9B">
        <w:rPr>
          <w:rtl/>
        </w:rPr>
        <w:t xml:space="preserve">ں </w:t>
      </w:r>
      <w:r>
        <w:rPr>
          <w:rtl/>
        </w:rPr>
        <w:t>مشورہ ديتے ہي</w:t>
      </w:r>
      <w:r w:rsidR="007D6C9B">
        <w:rPr>
          <w:rtl/>
        </w:rPr>
        <w:t xml:space="preserve">ں </w:t>
      </w:r>
      <w:r>
        <w:rPr>
          <w:rtl/>
        </w:rPr>
        <w:t>كہ ہم محمد كے آگے ہتھيار ڈال دي</w:t>
      </w:r>
      <w:r w:rsidR="007D6C9B">
        <w:rPr>
          <w:rtl/>
        </w:rPr>
        <w:t xml:space="preserve">ں </w:t>
      </w:r>
      <w:r>
        <w:rPr>
          <w:rtl/>
        </w:rPr>
        <w:t>؟ ابولبابہ نے كہا ہا</w:t>
      </w:r>
      <w:r w:rsidR="007D6C9B">
        <w:rPr>
          <w:rtl/>
        </w:rPr>
        <w:t xml:space="preserve">ں </w:t>
      </w:r>
      <w:r>
        <w:rPr>
          <w:rtl/>
        </w:rPr>
        <w:t>اور ساتھ ہى اپنے گلے كى طرف اشارہ كيا يعنى تم سب كو قتل كردي</w:t>
      </w:r>
      <w:r w:rsidR="007D6C9B">
        <w:rPr>
          <w:rtl/>
        </w:rPr>
        <w:t xml:space="preserve">ں </w:t>
      </w:r>
      <w:r>
        <w:rPr>
          <w:rtl/>
        </w:rPr>
        <w:t xml:space="preserve">گے _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ابولبابہ كہتے ہي</w:t>
      </w:r>
      <w:r w:rsidR="007D6C9B">
        <w:rPr>
          <w:rtl/>
        </w:rPr>
        <w:t xml:space="preserve">ں </w:t>
      </w:r>
      <w:r>
        <w:rPr>
          <w:rtl/>
        </w:rPr>
        <w:t>، جيسے ہى مي</w:t>
      </w:r>
      <w:r w:rsidR="007D6C9B">
        <w:rPr>
          <w:rtl/>
        </w:rPr>
        <w:t xml:space="preserve">ں </w:t>
      </w:r>
      <w:r>
        <w:rPr>
          <w:rtl/>
        </w:rPr>
        <w:t>وہا</w:t>
      </w:r>
      <w:r w:rsidR="007D6C9B">
        <w:rPr>
          <w:rtl/>
        </w:rPr>
        <w:t xml:space="preserve">ں </w:t>
      </w:r>
      <w:r>
        <w:rPr>
          <w:rtl/>
        </w:rPr>
        <w:t>سے چلا تو مجھے اپنى خيانت كا شديد احساس ہوا پيغمبر اكرم (ص) كے پاس نہ گيا بلكہ سيدھا مسجد كى طرف چلا اور اپنے آپ كو مسجد كے ايك ستون كے ساتھ باندھ ديا اور كہا اپنى جگہ سے اس وقت تك حركت نہي</w:t>
      </w:r>
      <w:r w:rsidR="007D6C9B">
        <w:rPr>
          <w:rtl/>
        </w:rPr>
        <w:t xml:space="preserve">ں </w:t>
      </w:r>
      <w:r>
        <w:rPr>
          <w:rtl/>
        </w:rPr>
        <w:t>كرو</w:t>
      </w:r>
      <w:r w:rsidR="007D6C9B">
        <w:rPr>
          <w:rtl/>
        </w:rPr>
        <w:t xml:space="preserve">ں </w:t>
      </w:r>
      <w:r>
        <w:rPr>
          <w:rtl/>
        </w:rPr>
        <w:t xml:space="preserve">گا جب تك خدا ميرى توبہ قبول نہ كرلے _ </w:t>
      </w:r>
    </w:p>
    <w:p w:rsidR="00DE2D7F" w:rsidRDefault="00DE2D7F" w:rsidP="00D07B54">
      <w:pPr>
        <w:pStyle w:val="libNormal"/>
        <w:rPr>
          <w:rtl/>
        </w:rPr>
      </w:pPr>
      <w:r>
        <w:rPr>
          <w:rtl/>
        </w:rPr>
        <w:t>سات دن تك اس نے نہ كھانا كھايا نہ پانى پيا اور يونہى بے ہوش پڑا رہا يہا</w:t>
      </w:r>
      <w:r w:rsidR="007D6C9B">
        <w:rPr>
          <w:rtl/>
        </w:rPr>
        <w:t xml:space="preserve">ں </w:t>
      </w:r>
      <w:r>
        <w:rPr>
          <w:rtl/>
        </w:rPr>
        <w:t>تك كہ خدا نے اس كى توبہ قبول كر لي،جب يہ خبر بعض مومنين كے ذريعہ اس تك پہنچى شتو اس ننے قسم كھائي مي</w:t>
      </w:r>
      <w:r w:rsidR="007D6C9B">
        <w:rPr>
          <w:rtl/>
        </w:rPr>
        <w:t xml:space="preserve">ں </w:t>
      </w:r>
      <w:r>
        <w:rPr>
          <w:rtl/>
        </w:rPr>
        <w:t>خود رہنے كو اس ستون سے نہي</w:t>
      </w:r>
      <w:r w:rsidR="007D6C9B">
        <w:rPr>
          <w:rtl/>
        </w:rPr>
        <w:t xml:space="preserve">ں </w:t>
      </w:r>
      <w:r>
        <w:rPr>
          <w:rtl/>
        </w:rPr>
        <w:t>كھولو</w:t>
      </w:r>
      <w:r w:rsidR="007D6C9B">
        <w:rPr>
          <w:rtl/>
        </w:rPr>
        <w:t xml:space="preserve">ں </w:t>
      </w:r>
      <w:r>
        <w:rPr>
          <w:rtl/>
        </w:rPr>
        <w:t>گا يہا</w:t>
      </w:r>
      <w:r w:rsidR="007D6C9B">
        <w:rPr>
          <w:rtl/>
        </w:rPr>
        <w:t xml:space="preserve">ں </w:t>
      </w:r>
      <w:r>
        <w:rPr>
          <w:rtl/>
        </w:rPr>
        <w:t>تك كہ پيغمبر(ص) آكر كھولي</w:t>
      </w:r>
      <w:r w:rsidR="007D6C9B">
        <w:rPr>
          <w:rtl/>
        </w:rPr>
        <w:t xml:space="preserve">ں </w:t>
      </w:r>
      <w:r>
        <w:rPr>
          <w:rtl/>
        </w:rPr>
        <w:t xml:space="preserve">_ </w:t>
      </w:r>
    </w:p>
    <w:p w:rsidR="00DE2D7F" w:rsidRDefault="00DE2D7F" w:rsidP="00D07B54">
      <w:pPr>
        <w:pStyle w:val="libNormal"/>
        <w:rPr>
          <w:rtl/>
        </w:rPr>
      </w:pPr>
      <w:r>
        <w:rPr>
          <w:rtl/>
        </w:rPr>
        <w:t>پيغمبر اكرم (ص) آئے اور اس كو كھولا ابولبابہ نے كہا كہ اونى توبہ كو كامل ہونے كے لئے اپنا سارا مال راہ خدا مي</w:t>
      </w:r>
      <w:r w:rsidR="007D6C9B">
        <w:rPr>
          <w:rtl/>
        </w:rPr>
        <w:t xml:space="preserve">ں </w:t>
      </w:r>
      <w:r>
        <w:rPr>
          <w:rtl/>
        </w:rPr>
        <w:t>ديتا ہو</w:t>
      </w:r>
      <w:r w:rsidR="007D6C9B">
        <w:rPr>
          <w:rtl/>
        </w:rPr>
        <w:t xml:space="preserve">ں </w:t>
      </w:r>
      <w:r>
        <w:rPr>
          <w:rtl/>
        </w:rPr>
        <w:t xml:space="preserve">_اس وقت پيغمبر(ص) نے كہا:ايك سوم مال كافى ہے،''آخركار خدانے اس كا يہ گناہ اس كى صداقت كى بنا ء پربخش ديا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ليكن آخر كار بنى قريظہ كے يہوديو</w:t>
      </w:r>
      <w:r w:rsidR="007D6C9B">
        <w:rPr>
          <w:rtl/>
        </w:rPr>
        <w:t xml:space="preserve">ں </w:t>
      </w:r>
      <w:r>
        <w:rPr>
          <w:rtl/>
        </w:rPr>
        <w:t xml:space="preserve">نے مجبور ہوكر غير مشروط طور پر ہتھيار ڈال ديئے_ </w:t>
      </w:r>
    </w:p>
    <w:p w:rsidR="00DE2D7F" w:rsidRDefault="00DE2D7F" w:rsidP="00D07B54">
      <w:pPr>
        <w:pStyle w:val="libNormal"/>
        <w:rPr>
          <w:rtl/>
        </w:rPr>
      </w:pPr>
      <w:r>
        <w:rPr>
          <w:rtl/>
        </w:rPr>
        <w:t>جناب پيغمبر اكرم (ص) نے فرمايا سعد بن معاذ تمہارے بارے مي</w:t>
      </w:r>
      <w:r w:rsidR="007D6C9B">
        <w:rPr>
          <w:rtl/>
        </w:rPr>
        <w:t xml:space="preserve">ں </w:t>
      </w:r>
      <w:r>
        <w:rPr>
          <w:rtl/>
        </w:rPr>
        <w:t>جو فيصلہ كردي</w:t>
      </w:r>
      <w:r w:rsidR="007D6C9B">
        <w:rPr>
          <w:rtl/>
        </w:rPr>
        <w:t xml:space="preserve">ں </w:t>
      </w:r>
      <w:r>
        <w:rPr>
          <w:rtl/>
        </w:rPr>
        <w:t>كيا وہ تمہي</w:t>
      </w:r>
      <w:r w:rsidR="007D6C9B">
        <w:rPr>
          <w:rtl/>
        </w:rPr>
        <w:t xml:space="preserve">ں </w:t>
      </w:r>
      <w:r>
        <w:rPr>
          <w:rtl/>
        </w:rPr>
        <w:t xml:space="preserve">قبول ہے ؟وہ راضى ہوگئے _ </w:t>
      </w:r>
    </w:p>
    <w:p w:rsidR="00DE2D7F" w:rsidRDefault="00DE2D7F" w:rsidP="00D07B54">
      <w:pPr>
        <w:pStyle w:val="libNormal"/>
        <w:rPr>
          <w:rtl/>
        </w:rPr>
      </w:pPr>
      <w:r>
        <w:rPr>
          <w:rtl/>
        </w:rPr>
        <w:t>سعدبن معاذ نے كہا كہ اب وہ موقع آن پہنچا ہے كہ سعد كسى ملامت كرنے والے كى ملامت كو نظر مي</w:t>
      </w:r>
      <w:r w:rsidR="007D6C9B">
        <w:rPr>
          <w:rtl/>
        </w:rPr>
        <w:t xml:space="preserve">ں </w:t>
      </w:r>
      <w:r>
        <w:rPr>
          <w:rtl/>
        </w:rPr>
        <w:t xml:space="preserve">ركھے بغير حكم خدا بيان كرے _ </w:t>
      </w:r>
    </w:p>
    <w:p w:rsidR="00DE2D7F" w:rsidRDefault="00DE2D7F" w:rsidP="00D07B54">
      <w:pPr>
        <w:pStyle w:val="libNormal"/>
        <w:rPr>
          <w:rtl/>
        </w:rPr>
      </w:pPr>
      <w:r>
        <w:rPr>
          <w:rtl/>
        </w:rPr>
        <w:t>سعد نے جس وقت يہوديو</w:t>
      </w:r>
      <w:r w:rsidR="007D6C9B">
        <w:rPr>
          <w:rtl/>
        </w:rPr>
        <w:t xml:space="preserve">ں </w:t>
      </w:r>
      <w:r>
        <w:rPr>
          <w:rtl/>
        </w:rPr>
        <w:t>سے دوبارہ يہى اقرار لے ليا تو آنكھي</w:t>
      </w:r>
      <w:r w:rsidR="007D6C9B">
        <w:rPr>
          <w:rtl/>
        </w:rPr>
        <w:t xml:space="preserve">ں </w:t>
      </w:r>
      <w:r>
        <w:rPr>
          <w:rtl/>
        </w:rPr>
        <w:t>بند كرلي</w:t>
      </w:r>
      <w:r w:rsidR="007D6C9B">
        <w:rPr>
          <w:rtl/>
        </w:rPr>
        <w:t xml:space="preserve">ں </w:t>
      </w:r>
      <w:r>
        <w:rPr>
          <w:rtl/>
        </w:rPr>
        <w:t>اور جس طرف پيغمبر (ص) كھڑے ہوئے تھے ادھر رخ كركے عرض كيا : آپ بھى ميرا فيصلہ قبول كري</w:t>
      </w:r>
      <w:r w:rsidR="007D6C9B">
        <w:rPr>
          <w:rtl/>
        </w:rPr>
        <w:t xml:space="preserve">ں </w:t>
      </w:r>
      <w:r>
        <w:rPr>
          <w:rtl/>
        </w:rPr>
        <w:t>گے ؟ آنحضرت (ص) نے فرمايا ضرور: تو سعد نے كہا : مي</w:t>
      </w:r>
      <w:r w:rsidR="007D6C9B">
        <w:rPr>
          <w:rtl/>
        </w:rPr>
        <w:t xml:space="preserve">ں </w:t>
      </w:r>
      <w:r>
        <w:rPr>
          <w:rtl/>
        </w:rPr>
        <w:t>كہتا ہو</w:t>
      </w:r>
      <w:r w:rsidR="007D6C9B">
        <w:rPr>
          <w:rtl/>
        </w:rPr>
        <w:t xml:space="preserve">ں </w:t>
      </w:r>
      <w:r>
        <w:rPr>
          <w:rtl/>
        </w:rPr>
        <w:t>كہ جو لوگ مسلمانو</w:t>
      </w:r>
      <w:r w:rsidR="007D6C9B">
        <w:rPr>
          <w:rtl/>
        </w:rPr>
        <w:t xml:space="preserve">ں </w:t>
      </w:r>
      <w:r>
        <w:rPr>
          <w:rtl/>
        </w:rPr>
        <w:t>كے ساتھ جنگ كرنے پر آمادہ تھے (بنى قريظہ كے مرد ) انھي</w:t>
      </w:r>
      <w:r w:rsidR="007D6C9B">
        <w:rPr>
          <w:rtl/>
        </w:rPr>
        <w:t xml:space="preserve">ں </w:t>
      </w:r>
      <w:r>
        <w:rPr>
          <w:rtl/>
        </w:rPr>
        <w:t>قتل كردينا چاہئے ، ان كى عورتي</w:t>
      </w:r>
      <w:r w:rsidR="007D6C9B">
        <w:rPr>
          <w:rtl/>
        </w:rPr>
        <w:t xml:space="preserve">ں </w:t>
      </w:r>
      <w:r>
        <w:rPr>
          <w:rtl/>
        </w:rPr>
        <w:t>اور بچے قيد اور ان كے اموال تقسيم كرديئے جائي</w:t>
      </w:r>
      <w:r w:rsidR="007D6C9B">
        <w:rPr>
          <w:rtl/>
        </w:rPr>
        <w:t xml:space="preserve">ں </w:t>
      </w:r>
      <w:r>
        <w:rPr>
          <w:rtl/>
        </w:rPr>
        <w:t>البتہ ان مي</w:t>
      </w:r>
      <w:r w:rsidR="007D6C9B">
        <w:rPr>
          <w:rtl/>
        </w:rPr>
        <w:t xml:space="preserve">ں </w:t>
      </w:r>
      <w:r>
        <w:rPr>
          <w:rtl/>
        </w:rPr>
        <w:t xml:space="preserve">سے ايك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توبہ آيت </w:t>
      </w:r>
      <w:r w:rsidR="00E664BB">
        <w:rPr>
          <w:rtl/>
        </w:rPr>
        <w:t>102</w:t>
      </w:r>
      <w:r>
        <w:rPr>
          <w:rtl/>
        </w:rPr>
        <w:t xml:space="preserve">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 xml:space="preserve">گروہ اسلام قبول كرنے كے بعد قتل ہونے سے بچ گيا _ </w:t>
      </w:r>
    </w:p>
    <w:p w:rsidR="00DE2D7F" w:rsidRDefault="00DE2D7F" w:rsidP="00D07B54">
      <w:pPr>
        <w:pStyle w:val="libNormal"/>
        <w:rPr>
          <w:rtl/>
        </w:rPr>
      </w:pPr>
      <w:r>
        <w:rPr>
          <w:rtl/>
        </w:rPr>
        <w:t xml:space="preserve">قران اس ماجرا كى طرف مختصر اور بليغ اشارہ كرتا ہے اور اس ماجراكا تذكرہ خداكى ايك عظيم نعمت او رعنايت كے طور پر ہوا ہے _ </w:t>
      </w:r>
    </w:p>
    <w:p w:rsidR="00DE2D7F" w:rsidRDefault="00DE2D7F" w:rsidP="00D07B54">
      <w:pPr>
        <w:pStyle w:val="libNormal"/>
        <w:rPr>
          <w:rtl/>
        </w:rPr>
      </w:pPr>
      <w:r>
        <w:rPr>
          <w:rtl/>
        </w:rPr>
        <w:t>پہلے فرمايا گيا ہے:''خدا نے اہل كتاب مي</w:t>
      </w:r>
      <w:r w:rsidR="007D6C9B">
        <w:rPr>
          <w:rtl/>
        </w:rPr>
        <w:t xml:space="preserve">ں </w:t>
      </w:r>
      <w:r>
        <w:rPr>
          <w:rtl/>
        </w:rPr>
        <w:t>سے ايك گروہ كو جنہو</w:t>
      </w:r>
      <w:r w:rsidR="007D6C9B">
        <w:rPr>
          <w:rtl/>
        </w:rPr>
        <w:t xml:space="preserve">ں </w:t>
      </w:r>
      <w:r>
        <w:rPr>
          <w:rtl/>
        </w:rPr>
        <w:t>نے مشركين عرب كى حمايت كى تھى ،ان كے محكم و مضبوط قلعو</w:t>
      </w:r>
      <w:r w:rsidR="007D6C9B">
        <w:rPr>
          <w:rtl/>
        </w:rPr>
        <w:t xml:space="preserve">ں </w:t>
      </w:r>
      <w:r>
        <w:rPr>
          <w:rtl/>
        </w:rPr>
        <w:t>سے نيچے كھينچا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يہا</w:t>
      </w:r>
      <w:r w:rsidR="007D6C9B">
        <w:rPr>
          <w:rtl/>
        </w:rPr>
        <w:t xml:space="preserve">ں </w:t>
      </w:r>
      <w:r>
        <w:rPr>
          <w:rtl/>
        </w:rPr>
        <w:t>سے واضح ہو جا تا ہے كہ يہو ديو</w:t>
      </w:r>
      <w:r w:rsidR="007D6C9B">
        <w:rPr>
          <w:rtl/>
        </w:rPr>
        <w:t xml:space="preserve">ں </w:t>
      </w:r>
      <w:r>
        <w:rPr>
          <w:rtl/>
        </w:rPr>
        <w:t>نے اپنے قلعے مدينہ كے پاس بلند او راونچى جگہ پربنا ركھے تھے او ران كے بلند برجو</w:t>
      </w:r>
      <w:r w:rsidR="007D6C9B">
        <w:rPr>
          <w:rtl/>
        </w:rPr>
        <w:t xml:space="preserve">ں </w:t>
      </w:r>
      <w:r>
        <w:rPr>
          <w:rtl/>
        </w:rPr>
        <w:t xml:space="preserve">سے اپنا دفاع كرتے تھے ''انزل ''(نيچے لے آيا ) كى تعبير اسى معنى كى طرف اشارہ كرتى ہے _ </w:t>
      </w:r>
    </w:p>
    <w:p w:rsidR="00DE2D7F" w:rsidRDefault="00DE2D7F" w:rsidP="00D07B54">
      <w:pPr>
        <w:pStyle w:val="libNormal"/>
        <w:rPr>
          <w:rtl/>
        </w:rPr>
      </w:pPr>
      <w:r>
        <w:rPr>
          <w:rtl/>
        </w:rPr>
        <w:t>اس كے بعد مزيد فرمايا گيا ہے : ''خدا نے ان كے دلو</w:t>
      </w:r>
      <w:r w:rsidR="007D6C9B">
        <w:rPr>
          <w:rtl/>
        </w:rPr>
        <w:t xml:space="preserve">ں </w:t>
      </w:r>
      <w:r>
        <w:rPr>
          <w:rtl/>
        </w:rPr>
        <w:t>مي</w:t>
      </w:r>
      <w:r w:rsidR="007D6C9B">
        <w:rPr>
          <w:rtl/>
        </w:rPr>
        <w:t xml:space="preserve">ں </w:t>
      </w:r>
      <w:r>
        <w:rPr>
          <w:rtl/>
        </w:rPr>
        <w:t xml:space="preserve">خوف او ررعب ڈال ديا '': </w:t>
      </w:r>
    </w:p>
    <w:p w:rsidR="00DE2D7F" w:rsidRDefault="00DE2D7F" w:rsidP="00D07B54">
      <w:pPr>
        <w:pStyle w:val="libNormal"/>
        <w:rPr>
          <w:rtl/>
        </w:rPr>
      </w:pPr>
      <w:r>
        <w:rPr>
          <w:rtl/>
        </w:rPr>
        <w:t>آخر كار ان كا مقابلہ يہا</w:t>
      </w:r>
      <w:r w:rsidR="007D6C9B">
        <w:rPr>
          <w:rtl/>
        </w:rPr>
        <w:t xml:space="preserve">ں </w:t>
      </w:r>
      <w:r>
        <w:rPr>
          <w:rtl/>
        </w:rPr>
        <w:t>تك پہنچ گيا كہ ''تم ان مي</w:t>
      </w:r>
      <w:r w:rsidR="007D6C9B">
        <w:rPr>
          <w:rtl/>
        </w:rPr>
        <w:t xml:space="preserve">ں </w:t>
      </w:r>
      <w:r>
        <w:rPr>
          <w:rtl/>
        </w:rPr>
        <w:t>سے ايك گروہ كو قتل كررہے تھے او ردوسرے كو اسير بنا رہے تھے _''او ران كى زميني</w:t>
      </w:r>
      <w:r w:rsidR="007D6C9B">
        <w:rPr>
          <w:rtl/>
        </w:rPr>
        <w:t xml:space="preserve">ں </w:t>
      </w:r>
      <w:r>
        <w:rPr>
          <w:rtl/>
        </w:rPr>
        <w:t>گھر اور مال و متاع تمھارے اختيارمي</w:t>
      </w:r>
      <w:r w:rsidR="007D6C9B">
        <w:rPr>
          <w:rtl/>
        </w:rPr>
        <w:t xml:space="preserve">ں </w:t>
      </w:r>
      <w:r>
        <w:rPr>
          <w:rtl/>
        </w:rPr>
        <w:t>دے ديا ''_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يہ چند جملے جنگ بنى قريظہ كے عام نتائج كا خلاصہ ہي</w:t>
      </w:r>
      <w:r w:rsidR="007D6C9B">
        <w:rPr>
          <w:rtl/>
        </w:rPr>
        <w:t xml:space="preserve">ں </w:t>
      </w:r>
      <w:r>
        <w:rPr>
          <w:rtl/>
        </w:rPr>
        <w:t>_ ان خيانت كارو</w:t>
      </w:r>
      <w:r w:rsidR="007D6C9B">
        <w:rPr>
          <w:rtl/>
        </w:rPr>
        <w:t xml:space="preserve">ں </w:t>
      </w:r>
      <w:r>
        <w:rPr>
          <w:rtl/>
        </w:rPr>
        <w:t>مي</w:t>
      </w:r>
      <w:r w:rsidR="007D6C9B">
        <w:rPr>
          <w:rtl/>
        </w:rPr>
        <w:t xml:space="preserve">ں </w:t>
      </w:r>
      <w:r>
        <w:rPr>
          <w:rtl/>
        </w:rPr>
        <w:t>سے كچھ مسلمانو</w:t>
      </w:r>
      <w:r w:rsidR="007D6C9B">
        <w:rPr>
          <w:rtl/>
        </w:rPr>
        <w:t xml:space="preserve">ں </w:t>
      </w:r>
      <w:r>
        <w:rPr>
          <w:rtl/>
        </w:rPr>
        <w:t>كے ہاتھو</w:t>
      </w:r>
      <w:r w:rsidR="007D6C9B">
        <w:rPr>
          <w:rtl/>
        </w:rPr>
        <w:t xml:space="preserve">ں </w:t>
      </w:r>
      <w:r>
        <w:rPr>
          <w:rtl/>
        </w:rPr>
        <w:t>قتل ہو گئے،كچھ قيد ہوگئے اوربہت زيادہ مال غنيمت جس مي</w:t>
      </w:r>
      <w:r w:rsidR="007D6C9B">
        <w:rPr>
          <w:rtl/>
        </w:rPr>
        <w:t xml:space="preserve">ں </w:t>
      </w:r>
      <w:r>
        <w:rPr>
          <w:rtl/>
        </w:rPr>
        <w:t>ان كى زميني</w:t>
      </w:r>
      <w:r w:rsidR="007D6C9B">
        <w:rPr>
          <w:rtl/>
        </w:rPr>
        <w:t xml:space="preserve">ں </w:t>
      </w:r>
      <w:r>
        <w:rPr>
          <w:rtl/>
        </w:rPr>
        <w:t>،گھر ،مكا نات او رمال و متاع شامل تھا ،مسلمانو</w:t>
      </w:r>
      <w:r w:rsidR="007D6C9B">
        <w:rPr>
          <w:rtl/>
        </w:rPr>
        <w:t xml:space="preserve">ں </w:t>
      </w:r>
      <w:r>
        <w:rPr>
          <w:rtl/>
        </w:rPr>
        <w:t xml:space="preserve">كو ملا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احزاب آيت </w:t>
      </w:r>
      <w:r w:rsidR="00E664BB">
        <w:rPr>
          <w:rtl/>
        </w:rPr>
        <w:t>26</w:t>
      </w:r>
      <w:r>
        <w:rPr>
          <w:rtl/>
        </w:rPr>
        <w:t xml:space="preserve"> </w:t>
      </w:r>
    </w:p>
    <w:p w:rsidR="00DE2D7F" w:rsidRDefault="00DE2D7F" w:rsidP="00D07B54">
      <w:pPr>
        <w:pStyle w:val="libFootnote"/>
        <w:rPr>
          <w:rtl/>
        </w:rPr>
      </w:pPr>
      <w:r>
        <w:rPr>
          <w:rtl/>
        </w:rPr>
        <w:t>(</w:t>
      </w:r>
      <w:r w:rsidR="00E664BB">
        <w:rPr>
          <w:rtl/>
        </w:rPr>
        <w:t>2</w:t>
      </w:r>
      <w:r>
        <w:rPr>
          <w:rtl/>
        </w:rPr>
        <w:t xml:space="preserve">)سورہ احزاب ايت </w:t>
      </w:r>
      <w:r w:rsidR="00E664BB">
        <w:rPr>
          <w:rtl/>
        </w:rPr>
        <w:t>26</w:t>
      </w:r>
      <w:r>
        <w:rPr>
          <w:rtl/>
        </w:rPr>
        <w:t>،</w:t>
      </w:r>
      <w:r w:rsidR="00E664BB">
        <w:rPr>
          <w:rtl/>
        </w:rPr>
        <w:t>27</w:t>
      </w:r>
      <w:r>
        <w:rPr>
          <w:rtl/>
        </w:rPr>
        <w:t xml:space="preserve"> </w:t>
      </w:r>
    </w:p>
    <w:p w:rsidR="001D7CB1" w:rsidRDefault="001D7CB1" w:rsidP="00D07B54">
      <w:pPr>
        <w:pStyle w:val="libNormal"/>
        <w:rPr>
          <w:rtl/>
        </w:rPr>
      </w:pPr>
      <w:r>
        <w:rPr>
          <w:rtl/>
        </w:rPr>
        <w:br w:type="page"/>
      </w:r>
    </w:p>
    <w:p w:rsidR="001D7CB1" w:rsidRDefault="00DE2D7F" w:rsidP="00D07B54">
      <w:pPr>
        <w:pStyle w:val="Heading2Center"/>
        <w:rPr>
          <w:rtl/>
        </w:rPr>
      </w:pPr>
      <w:bookmarkStart w:id="391" w:name="_Toc7268788"/>
      <w:r>
        <w:rPr>
          <w:rtl/>
        </w:rPr>
        <w:lastRenderedPageBreak/>
        <w:t>صلح حديبيہ</w:t>
      </w:r>
      <w:bookmarkEnd w:id="391"/>
    </w:p>
    <w:p w:rsidR="00DE2D7F" w:rsidRDefault="00DE2D7F" w:rsidP="00D07B54">
      <w:pPr>
        <w:pStyle w:val="libNormal"/>
        <w:rPr>
          <w:rtl/>
        </w:rPr>
      </w:pPr>
      <w:r>
        <w:rPr>
          <w:rtl/>
        </w:rPr>
        <w:t xml:space="preserve"> چھٹى ہجرى كے ماہ ذى قعدہ مي</w:t>
      </w:r>
      <w:r w:rsidR="007D6C9B">
        <w:rPr>
          <w:rtl/>
        </w:rPr>
        <w:t xml:space="preserve">ں </w:t>
      </w:r>
      <w:r>
        <w:rPr>
          <w:rtl/>
        </w:rPr>
        <w:t>پيغمبر اكرم (ص) عمرہ كے قصد سے مكہ كى طرف روانہ ہوئے ،مسلمانو</w:t>
      </w:r>
      <w:r w:rsidR="007D6C9B">
        <w:rPr>
          <w:rtl/>
        </w:rPr>
        <w:t xml:space="preserve">ں </w:t>
      </w:r>
      <w:r>
        <w:rPr>
          <w:rtl/>
        </w:rPr>
        <w:t>كو رسول اكرم(ص) كے خواب كى اطلاع مل چكى تھى كہ رسول اكرم(ص) نے اپنے تمام اصحاب كے ساتھ ''مسجد الحرام''مي</w:t>
      </w:r>
      <w:r w:rsidR="007D6C9B">
        <w:rPr>
          <w:rtl/>
        </w:rPr>
        <w:t xml:space="preserve">ں </w:t>
      </w:r>
      <w:r>
        <w:rPr>
          <w:rtl/>
        </w:rPr>
        <w:t>وارد ہونے كو خواب مي</w:t>
      </w:r>
      <w:r w:rsidR="007D6C9B">
        <w:rPr>
          <w:rtl/>
        </w:rPr>
        <w:t xml:space="preserve">ں </w:t>
      </w:r>
      <w:r>
        <w:rPr>
          <w:rtl/>
        </w:rPr>
        <w:t>ديكھا ہے ،او رتمام مسلمانو</w:t>
      </w:r>
      <w:r w:rsidR="007D6C9B">
        <w:rPr>
          <w:rtl/>
        </w:rPr>
        <w:t xml:space="preserve">ں </w:t>
      </w:r>
      <w:r>
        <w:rPr>
          <w:rtl/>
        </w:rPr>
        <w:t>كو اس سفرمي</w:t>
      </w:r>
      <w:r w:rsidR="007D6C9B">
        <w:rPr>
          <w:rtl/>
        </w:rPr>
        <w:t xml:space="preserve">ں </w:t>
      </w:r>
      <w:r>
        <w:rPr>
          <w:rtl/>
        </w:rPr>
        <w:t xml:space="preserve">شركت كا شوق دلايا،اگر چہ ايك گروہ كنارہ كش ہو گيا ،مگر مہاجرين و انصار او رباديہ نشين اعراب كى ايك كثير جماعت آپ كے ساتھ مكہ كى طرف روانہ ہو گئي _ </w:t>
      </w:r>
    </w:p>
    <w:p w:rsidR="00DE2D7F" w:rsidRDefault="00DE2D7F" w:rsidP="00D07B54">
      <w:pPr>
        <w:pStyle w:val="libNormal"/>
        <w:rPr>
          <w:rtl/>
        </w:rPr>
      </w:pPr>
      <w:r>
        <w:rPr>
          <w:rtl/>
        </w:rPr>
        <w:t>يہ جمعيت جو تقريباًايك ہزار چار سوافراد پر مشتمل تھى ،سب كے سب نے لباس احرام پہنا ہوا تھا ،او رتلوار كے علاوہ جو مسافرو</w:t>
      </w:r>
      <w:r w:rsidR="007D6C9B">
        <w:rPr>
          <w:rtl/>
        </w:rPr>
        <w:t xml:space="preserve">ں </w:t>
      </w:r>
      <w:r>
        <w:rPr>
          <w:rtl/>
        </w:rPr>
        <w:t xml:space="preserve">كا اسلحہ شمار ہو تى تھى ،كوئي جنگى ہتھيار ساتھ نہ ليا تھا _ </w:t>
      </w:r>
    </w:p>
    <w:p w:rsidR="00DE2D7F" w:rsidRDefault="00DE2D7F" w:rsidP="00D07B54">
      <w:pPr>
        <w:pStyle w:val="libNormal"/>
        <w:rPr>
          <w:rtl/>
        </w:rPr>
      </w:pPr>
      <w:r>
        <w:rPr>
          <w:rtl/>
        </w:rPr>
        <w:t>جب مسلمان ''ذى الحليفہ'' مدينہ كے نزديك پہونچے،اور بہت اونٹو</w:t>
      </w:r>
      <w:r w:rsidR="007D6C9B">
        <w:rPr>
          <w:rtl/>
        </w:rPr>
        <w:t xml:space="preserve">ں </w:t>
      </w:r>
      <w:r>
        <w:rPr>
          <w:rtl/>
        </w:rPr>
        <w:t xml:space="preserve">كو قربانى كے لئے لے ليا_ </w:t>
      </w:r>
    </w:p>
    <w:p w:rsidR="00DE2D7F" w:rsidRDefault="00DE2D7F" w:rsidP="00D07B54">
      <w:pPr>
        <w:pStyle w:val="libNormal"/>
        <w:rPr>
          <w:rtl/>
        </w:rPr>
      </w:pPr>
      <w:r>
        <w:rPr>
          <w:rtl/>
        </w:rPr>
        <w:t>پيغمبر(ص) (اور آپ (ع) كے اصحاب كا)طرز عمل بتارہا تھا كہ عبادت كے علاوہ كوئي دوسرا قصد نہي</w:t>
      </w:r>
      <w:r w:rsidR="007D6C9B">
        <w:rPr>
          <w:rtl/>
        </w:rPr>
        <w:t xml:space="preserve">ں </w:t>
      </w:r>
      <w:r>
        <w:rPr>
          <w:rtl/>
        </w:rPr>
        <w:t>تھا_جب پيغمبر(ص) مكہ كے نزديكى مقام آپ كو اطلاع ملى كہ قريش نے يہ پختہ ارادہ كرليا ہے كہ آپ(ص) كو مكہ مي</w:t>
      </w:r>
      <w:r w:rsidR="007D6C9B">
        <w:rPr>
          <w:rtl/>
        </w:rPr>
        <w:t xml:space="preserve">ں </w:t>
      </w:r>
      <w:r>
        <w:rPr>
          <w:rtl/>
        </w:rPr>
        <w:t>داخل نہ ہونے دي</w:t>
      </w:r>
      <w:r w:rsidR="007D6C9B">
        <w:rPr>
          <w:rtl/>
        </w:rPr>
        <w:t xml:space="preserve">ں </w:t>
      </w:r>
      <w:r>
        <w:rPr>
          <w:rtl/>
        </w:rPr>
        <w:t>گے ،يہا</w:t>
      </w:r>
      <w:r w:rsidR="007D6C9B">
        <w:rPr>
          <w:rtl/>
        </w:rPr>
        <w:t xml:space="preserve">ں </w:t>
      </w:r>
      <w:r>
        <w:rPr>
          <w:rtl/>
        </w:rPr>
        <w:t>تك كہ پيغمبر(ص) مقام'' حديبيہ''مي</w:t>
      </w:r>
      <w:r w:rsidR="007D6C9B">
        <w:rPr>
          <w:rtl/>
        </w:rPr>
        <w:t xml:space="preserve">ں </w:t>
      </w:r>
      <w:r>
        <w:rPr>
          <w:rtl/>
        </w:rPr>
        <w:t>پہنچ گئے ( حديبيہ مكہ سے بيس كلو مٹر كے فاصلہ پر ايك بستى ہے ،جو ايك كنوي</w:t>
      </w:r>
      <w:r w:rsidR="007D6C9B">
        <w:rPr>
          <w:rtl/>
        </w:rPr>
        <w:t xml:space="preserve">ں </w:t>
      </w:r>
      <w:r>
        <w:rPr>
          <w:rtl/>
        </w:rPr>
        <w:t>يا درخت كى مناسبت سے اس نام سے مو سوم تھى )حضرت(ص) نے فرمايا: كہ تم سب اسى جگہ پر رك جائو،لوگو</w:t>
      </w:r>
      <w:r w:rsidR="007D6C9B">
        <w:rPr>
          <w:rtl/>
        </w:rPr>
        <w:t xml:space="preserve">ں </w:t>
      </w:r>
      <w:r>
        <w:rPr>
          <w:rtl/>
        </w:rPr>
        <w:t>نے عرض كى كہ يہا</w:t>
      </w:r>
      <w:r w:rsidR="007D6C9B">
        <w:rPr>
          <w:rtl/>
        </w:rPr>
        <w:t xml:space="preserve">ں </w:t>
      </w:r>
      <w:r>
        <w:rPr>
          <w:rtl/>
        </w:rPr>
        <w:t>تو كوئي پانى نہي</w:t>
      </w:r>
      <w:r w:rsidR="007D6C9B">
        <w:rPr>
          <w:rtl/>
        </w:rPr>
        <w:t xml:space="preserve">ں </w:t>
      </w:r>
      <w:r>
        <w:rPr>
          <w:rtl/>
        </w:rPr>
        <w:t>ہے پيغمبر(ص) نے معجزانہ طور پر اس كنوي</w:t>
      </w:r>
      <w:r w:rsidR="007D6C9B">
        <w:rPr>
          <w:rtl/>
        </w:rPr>
        <w:t xml:space="preserve">ں </w:t>
      </w:r>
      <w:r>
        <w:rPr>
          <w:rtl/>
        </w:rPr>
        <w:t>سے جو وہا</w:t>
      </w:r>
      <w:r w:rsidR="007D6C9B">
        <w:rPr>
          <w:rtl/>
        </w:rPr>
        <w:t xml:space="preserve">ں </w:t>
      </w:r>
      <w:r>
        <w:rPr>
          <w:rtl/>
        </w:rPr>
        <w:t xml:space="preserve">تھا ،اپنے اصحاب كے لئے پانى فراہم كيا _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اسى مقام پر قريش او رپيغمبر(ص) كے درميان سفراء آتے جاتے رہے تاكہ كسى طرح سے مشكل حل ہو جائے ، آخركا ر''عروہ ابن مسعودثقفي''جو ايك ہوشيا ر آدمى تھا ،قريش كى طرف سے پيغمبر(ص) كى خدمت مي</w:t>
      </w:r>
      <w:r w:rsidR="007D6C9B">
        <w:rPr>
          <w:rtl/>
        </w:rPr>
        <w:t xml:space="preserve">ں </w:t>
      </w:r>
      <w:r>
        <w:rPr>
          <w:rtl/>
        </w:rPr>
        <w:t>حاضر ہوا ،پيغمبر (ص) نے فرمايا مي</w:t>
      </w:r>
      <w:r w:rsidR="007D6C9B">
        <w:rPr>
          <w:rtl/>
        </w:rPr>
        <w:t xml:space="preserve">ں </w:t>
      </w:r>
      <w:r>
        <w:rPr>
          <w:rtl/>
        </w:rPr>
        <w:t>جنگ كے ارادے سے نہي</w:t>
      </w:r>
      <w:r w:rsidR="007D6C9B">
        <w:rPr>
          <w:rtl/>
        </w:rPr>
        <w:t xml:space="preserve">ں </w:t>
      </w:r>
      <w:r>
        <w:rPr>
          <w:rtl/>
        </w:rPr>
        <w:t>آيا او رميرا مقصد صرف خانہ خدا كى زيارت ہے ،ضمناًعروہ نے اس ملاقات مي</w:t>
      </w:r>
      <w:r w:rsidR="007D6C9B">
        <w:rPr>
          <w:rtl/>
        </w:rPr>
        <w:t xml:space="preserve">ں </w:t>
      </w:r>
      <w:r>
        <w:rPr>
          <w:rtl/>
        </w:rPr>
        <w:t>پيغمبر(ص) كے وضو كرنے كا منظربھى ديكھا،كہ صحابہ آپ(ص) كے وضو كے پانى كا ايك قطرہ بھى زمين پرگرنے نہي</w:t>
      </w:r>
      <w:r w:rsidR="007D6C9B">
        <w:rPr>
          <w:rtl/>
        </w:rPr>
        <w:t xml:space="preserve">ں </w:t>
      </w:r>
      <w:r>
        <w:rPr>
          <w:rtl/>
        </w:rPr>
        <w:t>ديتے تھے ،جب وہ واپس لوٹا تو اس نے قريش سے كہا :مي</w:t>
      </w:r>
      <w:r w:rsidR="007D6C9B">
        <w:rPr>
          <w:rtl/>
        </w:rPr>
        <w:t xml:space="preserve">ں </w:t>
      </w:r>
      <w:r>
        <w:rPr>
          <w:rtl/>
        </w:rPr>
        <w:t>قيصر وكسرى او رنجاشى كے دربارمي</w:t>
      </w:r>
      <w:r w:rsidR="007D6C9B">
        <w:rPr>
          <w:rtl/>
        </w:rPr>
        <w:t xml:space="preserve">ں </w:t>
      </w:r>
      <w:r>
        <w:rPr>
          <w:rtl/>
        </w:rPr>
        <w:t>گيا ہو</w:t>
      </w:r>
      <w:r w:rsidR="007D6C9B">
        <w:rPr>
          <w:rtl/>
        </w:rPr>
        <w:t xml:space="preserve">ں </w:t>
      </w:r>
      <w:r>
        <w:rPr>
          <w:rtl/>
        </w:rPr>
        <w:t>_مي</w:t>
      </w:r>
      <w:r w:rsidR="007D6C9B">
        <w:rPr>
          <w:rtl/>
        </w:rPr>
        <w:t xml:space="preserve">ں </w:t>
      </w:r>
      <w:r>
        <w:rPr>
          <w:rtl/>
        </w:rPr>
        <w:t>نے كسى سربراہ مملكت كو اس كى قوم كے درميان اتنا با عظمت نہي</w:t>
      </w:r>
      <w:r w:rsidR="007D6C9B">
        <w:rPr>
          <w:rtl/>
        </w:rPr>
        <w:t xml:space="preserve">ں </w:t>
      </w:r>
      <w:r>
        <w:rPr>
          <w:rtl/>
        </w:rPr>
        <w:t>ديكھا ،جتنا محمد(ص) كى عظمت كو ان كے اصحاب كے درميان ديكھا ہے _ اگر تم يہ خيال كرتے ہو كہ محمد(ص) كو چھوڑ جائي</w:t>
      </w:r>
      <w:r w:rsidR="007D6C9B">
        <w:rPr>
          <w:rtl/>
        </w:rPr>
        <w:t xml:space="preserve">ں </w:t>
      </w:r>
      <w:r>
        <w:rPr>
          <w:rtl/>
        </w:rPr>
        <w:t>گے تويہ بہت بڑى غلطى ہو گى ،ديكھ لو تمھارا مقابلہ ايسے ايثار كرنے والو</w:t>
      </w:r>
      <w:r w:rsidR="007D6C9B">
        <w:rPr>
          <w:rtl/>
        </w:rPr>
        <w:t xml:space="preserve">ں </w:t>
      </w:r>
      <w:r>
        <w:rPr>
          <w:rtl/>
        </w:rPr>
        <w:t xml:space="preserve">كے ساتھ ہے _يہ تمہارے لئے غور و فكر كا مقام ہے _ </w:t>
      </w:r>
    </w:p>
    <w:p w:rsidR="001D7CB1" w:rsidRDefault="00DE2D7F" w:rsidP="00D07B54">
      <w:pPr>
        <w:pStyle w:val="Heading2Center"/>
        <w:rPr>
          <w:rtl/>
        </w:rPr>
      </w:pPr>
      <w:bookmarkStart w:id="392" w:name="_Toc7268789"/>
      <w:r>
        <w:rPr>
          <w:rtl/>
        </w:rPr>
        <w:t>بيعت رضوان</w:t>
      </w:r>
      <w:bookmarkEnd w:id="392"/>
    </w:p>
    <w:p w:rsidR="00DE2D7F" w:rsidRDefault="00DE2D7F" w:rsidP="00D07B54">
      <w:pPr>
        <w:pStyle w:val="libNormal"/>
        <w:rPr>
          <w:rtl/>
        </w:rPr>
      </w:pPr>
      <w:r>
        <w:rPr>
          <w:rtl/>
        </w:rPr>
        <w:t xml:space="preserve"> اسى دوران پيغمبر(ص) نے عمر سے فرمايا: كہ وہ مكہ جائي</w:t>
      </w:r>
      <w:r w:rsidR="007D6C9B">
        <w:rPr>
          <w:rtl/>
        </w:rPr>
        <w:t xml:space="preserve">ں </w:t>
      </w:r>
      <w:r>
        <w:rPr>
          <w:rtl/>
        </w:rPr>
        <w:t>، او ر اشراف قريش كو اس سفركے مقصد سے آگاہ كري</w:t>
      </w:r>
      <w:r w:rsidR="007D6C9B">
        <w:rPr>
          <w:rtl/>
        </w:rPr>
        <w:t xml:space="preserve">ں </w:t>
      </w:r>
      <w:r>
        <w:rPr>
          <w:rtl/>
        </w:rPr>
        <w:t>،عمر نے كہاقريش مجھ سے شديد دشمنى ركھتے ہي</w:t>
      </w:r>
      <w:r w:rsidR="007D6C9B">
        <w:rPr>
          <w:rtl/>
        </w:rPr>
        <w:t xml:space="preserve">ں </w:t>
      </w:r>
      <w:r>
        <w:rPr>
          <w:rtl/>
        </w:rPr>
        <w:t>،لہذامجھے ان سے خطرہ ہے ، بہتر يہ ہے كہ عثمان كو اس كام كے لئے بھيجا جائے ،عثمان مكہ كى طرف آئے ،تھوڑى دير نہ گذرى تھى كہ مسلمانو</w:t>
      </w:r>
      <w:r w:rsidR="007D6C9B">
        <w:rPr>
          <w:rtl/>
        </w:rPr>
        <w:t xml:space="preserve">ں </w:t>
      </w:r>
      <w:r>
        <w:rPr>
          <w:rtl/>
        </w:rPr>
        <w:t>كے ورميان يہ افواہ پھيل گئي كہ ان كو قتل كر دياہے _ اس مو قع پرپيغمبر(ص) نے شدت عمل كا ارادہ كيا او رايك درخت كے نيچے جو وہا</w:t>
      </w:r>
      <w:r w:rsidR="007D6C9B">
        <w:rPr>
          <w:rtl/>
        </w:rPr>
        <w:t xml:space="preserve">ں </w:t>
      </w:r>
      <w:r>
        <w:rPr>
          <w:rtl/>
        </w:rPr>
        <w:t>پرموجودتھا ،اپنے اصحاب سے بيعت لى جو ''بيعت رضوان'' كے نام سے مشہو رہوئي ،او ران كے ساتھ عہد وپيمان كيا كہ آخرى سانس تك ڈٹي</w:t>
      </w:r>
      <w:r w:rsidR="007D6C9B">
        <w:rPr>
          <w:rtl/>
        </w:rPr>
        <w:t xml:space="preserve">ں </w:t>
      </w:r>
      <w:r>
        <w:rPr>
          <w:rtl/>
        </w:rPr>
        <w:t>گے،ليكن تھوڑى دير نہ گذرى تھى كہ عثمان صحيح و سالم واپس لوٹ آئے او رانكے پيچھے پيچھے قريش نے''سہيل بن عمر''كو مصالحت كے لئے پيغمبر (ص) كى خدمت مي</w:t>
      </w:r>
      <w:r w:rsidR="007D6C9B">
        <w:rPr>
          <w:rtl/>
        </w:rPr>
        <w:t xml:space="preserve">ں </w:t>
      </w:r>
      <w:r>
        <w:rPr>
          <w:rtl/>
        </w:rPr>
        <w:t>بھيجا ،ليكن تاكيد كى كہ اس سال كسى طرح بھى آپ(ص) كا مكہ مي</w:t>
      </w:r>
      <w:r w:rsidR="007D6C9B">
        <w:rPr>
          <w:rtl/>
        </w:rPr>
        <w:t xml:space="preserve">ں </w:t>
      </w:r>
      <w:r>
        <w:rPr>
          <w:rtl/>
        </w:rPr>
        <w:t>ورود ممكن نہي</w:t>
      </w:r>
      <w:r w:rsidR="007D6C9B">
        <w:rPr>
          <w:rtl/>
        </w:rPr>
        <w:t xml:space="preserve">ں </w:t>
      </w:r>
      <w:r>
        <w:rPr>
          <w:rtl/>
        </w:rPr>
        <w:t xml:space="preserve">ہے _ </w:t>
      </w:r>
    </w:p>
    <w:p w:rsidR="00DE2D7F" w:rsidRDefault="00DE2D7F" w:rsidP="00D07B54">
      <w:pPr>
        <w:pStyle w:val="libNormal"/>
        <w:rPr>
          <w:rtl/>
        </w:rPr>
      </w:pPr>
      <w:r>
        <w:rPr>
          <w:rtl/>
        </w:rPr>
        <w:t>بہت زيادہ بحث و گفتگو كے بعد صلح كا عہد و پيمان ہوا،جس كى ايك شق يہ تھى كہ مسلمان اس سال عمرہ سے باز رہي</w:t>
      </w:r>
      <w:r w:rsidR="007D6C9B">
        <w:rPr>
          <w:rtl/>
        </w:rPr>
        <w:t xml:space="preserve">ں </w:t>
      </w:r>
      <w:r>
        <w:rPr>
          <w:rtl/>
        </w:rPr>
        <w:t>او ر آئندہ سال مكہ مي</w:t>
      </w:r>
      <w:r w:rsidR="007D6C9B">
        <w:rPr>
          <w:rtl/>
        </w:rPr>
        <w:t xml:space="preserve">ں </w:t>
      </w:r>
      <w:r>
        <w:rPr>
          <w:rtl/>
        </w:rPr>
        <w:t>آئي</w:t>
      </w:r>
      <w:r w:rsidR="007D6C9B">
        <w:rPr>
          <w:rtl/>
        </w:rPr>
        <w:t xml:space="preserve">ں </w:t>
      </w:r>
      <w:r>
        <w:rPr>
          <w:rtl/>
        </w:rPr>
        <w:t>،اس شرط كے ساتھ كہ تين دن سے زيادہ مكہ مي</w:t>
      </w:r>
      <w:r w:rsidR="007D6C9B">
        <w:rPr>
          <w:rtl/>
        </w:rPr>
        <w:t xml:space="preserve">ں </w:t>
      </w:r>
      <w:r>
        <w:rPr>
          <w:rtl/>
        </w:rPr>
        <w:t>نہ رہي</w:t>
      </w:r>
      <w:r w:rsidR="007D6C9B">
        <w:rPr>
          <w:rtl/>
        </w:rPr>
        <w:t xml:space="preserve">ں </w:t>
      </w:r>
      <w:r>
        <w:rPr>
          <w:rtl/>
        </w:rPr>
        <w:t xml:space="preserve">،او </w:t>
      </w:r>
      <w:r w:rsidR="001D7CB1">
        <w:rPr>
          <w:rtl/>
        </w:rPr>
        <w:t>ر</w:t>
      </w:r>
    </w:p>
    <w:p w:rsidR="001D7CB1"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مسافرت كے عام ہتھياركے علاوہ او ركوئي اسلحہ اپنے ساتھ نہ لائي</w:t>
      </w:r>
      <w:r w:rsidR="007D6C9B">
        <w:rPr>
          <w:rtl/>
        </w:rPr>
        <w:t xml:space="preserve">ں </w:t>
      </w:r>
      <w:r>
        <w:rPr>
          <w:rtl/>
        </w:rPr>
        <w:t>_اورمتعددمواد جن كا دارومداران مسلمانو</w:t>
      </w:r>
      <w:r w:rsidR="007D6C9B">
        <w:rPr>
          <w:rtl/>
        </w:rPr>
        <w:t xml:space="preserve">ں </w:t>
      </w:r>
      <w:r>
        <w:rPr>
          <w:rtl/>
        </w:rPr>
        <w:t>كى جان و مال كى امنيت پر تھا،جو مدينہ سے مكہ مي</w:t>
      </w:r>
      <w:r w:rsidR="007D6C9B">
        <w:rPr>
          <w:rtl/>
        </w:rPr>
        <w:t xml:space="preserve">ں </w:t>
      </w:r>
      <w:r>
        <w:rPr>
          <w:rtl/>
        </w:rPr>
        <w:t>واردہو</w:t>
      </w:r>
      <w:r w:rsidR="007D6C9B">
        <w:rPr>
          <w:rtl/>
        </w:rPr>
        <w:t xml:space="preserve">ں </w:t>
      </w:r>
      <w:r>
        <w:rPr>
          <w:rtl/>
        </w:rPr>
        <w:t>،او راسى طرح مسلمانو</w:t>
      </w:r>
      <w:r w:rsidR="007D6C9B">
        <w:rPr>
          <w:rtl/>
        </w:rPr>
        <w:t xml:space="preserve">ں </w:t>
      </w:r>
      <w:r>
        <w:rPr>
          <w:rtl/>
        </w:rPr>
        <w:t>اورمشركين كے درميان دس سال جنگ نہ كرنے او رمكہ مي</w:t>
      </w:r>
      <w:r w:rsidR="007D6C9B">
        <w:rPr>
          <w:rtl/>
        </w:rPr>
        <w:t xml:space="preserve">ں </w:t>
      </w:r>
      <w:r>
        <w:rPr>
          <w:rtl/>
        </w:rPr>
        <w:t>رہنے والے مسلمانو</w:t>
      </w:r>
      <w:r w:rsidR="007D6C9B">
        <w:rPr>
          <w:rtl/>
        </w:rPr>
        <w:t xml:space="preserve">ں </w:t>
      </w:r>
      <w:r>
        <w:rPr>
          <w:rtl/>
        </w:rPr>
        <w:t xml:space="preserve">كے لئے مذہبى فرائض كى انجام دہى بھى شامل كى گئي تھي_ </w:t>
      </w:r>
    </w:p>
    <w:p w:rsidR="00DE2D7F" w:rsidRDefault="00DE2D7F" w:rsidP="00D07B54">
      <w:pPr>
        <w:pStyle w:val="libNormal"/>
        <w:rPr>
          <w:rtl/>
        </w:rPr>
      </w:pPr>
      <w:r>
        <w:rPr>
          <w:rtl/>
        </w:rPr>
        <w:t>يہ پيمان حقيقت مي</w:t>
      </w:r>
      <w:r w:rsidR="007D6C9B">
        <w:rPr>
          <w:rtl/>
        </w:rPr>
        <w:t xml:space="preserve">ں </w:t>
      </w:r>
      <w:r>
        <w:rPr>
          <w:rtl/>
        </w:rPr>
        <w:t>ہر جہت سے ايك عدم تعرض كا عہد و پيمان تھا ،جس نے مسلمانو</w:t>
      </w:r>
      <w:r w:rsidR="007D6C9B">
        <w:rPr>
          <w:rtl/>
        </w:rPr>
        <w:t xml:space="preserve">ں </w:t>
      </w:r>
      <w:r>
        <w:rPr>
          <w:rtl/>
        </w:rPr>
        <w:t>او رمشركين كے درميان مسلسل اوربار با ركى جنگو</w:t>
      </w:r>
      <w:r w:rsidR="007D6C9B">
        <w:rPr>
          <w:rtl/>
        </w:rPr>
        <w:t xml:space="preserve">ں </w:t>
      </w:r>
      <w:r>
        <w:rPr>
          <w:rtl/>
        </w:rPr>
        <w:t xml:space="preserve">كو وقتى طور پر ختم كرديا _ </w:t>
      </w:r>
    </w:p>
    <w:p w:rsidR="001D7CB1" w:rsidRDefault="00DE2D7F" w:rsidP="00D07B54">
      <w:pPr>
        <w:pStyle w:val="Heading2Center"/>
        <w:rPr>
          <w:rtl/>
        </w:rPr>
      </w:pPr>
      <w:bookmarkStart w:id="393" w:name="_Toc7268790"/>
      <w:r>
        <w:rPr>
          <w:rtl/>
        </w:rPr>
        <w:t>صلح نامہ كى تحرير</w:t>
      </w:r>
      <w:bookmarkEnd w:id="393"/>
    </w:p>
    <w:p w:rsidR="00DE2D7F" w:rsidRDefault="00DE2D7F" w:rsidP="00D07B54">
      <w:pPr>
        <w:pStyle w:val="libNormal"/>
        <w:rPr>
          <w:rtl/>
        </w:rPr>
      </w:pPr>
      <w:r>
        <w:rPr>
          <w:rtl/>
        </w:rPr>
        <w:t xml:space="preserve"> ''صلح كے عہدو پيمان كا متن ''اس طرح تھاكہ پيغمبر (ص) نے على عليہ السلام كوحكم ديا كہ لكھو: </w:t>
      </w:r>
    </w:p>
    <w:p w:rsidR="00DE2D7F" w:rsidRDefault="00DE2D7F" w:rsidP="00D07B54">
      <w:pPr>
        <w:pStyle w:val="libNormal"/>
        <w:rPr>
          <w:rtl/>
        </w:rPr>
      </w:pPr>
      <w:r>
        <w:rPr>
          <w:rtl/>
        </w:rPr>
        <w:t>''بسم اللہ الرحمن الرحيم'':سہيل بن عمرنے،جو مشركين كانمائندہ تھا ،كہا :مي</w:t>
      </w:r>
      <w:r w:rsidR="007D6C9B">
        <w:rPr>
          <w:rtl/>
        </w:rPr>
        <w:t xml:space="preserve">ں </w:t>
      </w:r>
      <w:r>
        <w:rPr>
          <w:rtl/>
        </w:rPr>
        <w:t>اس قسم كے جملہ سے آشنا نہي</w:t>
      </w:r>
      <w:r w:rsidR="007D6C9B">
        <w:rPr>
          <w:rtl/>
        </w:rPr>
        <w:t xml:space="preserve">ں </w:t>
      </w:r>
      <w:r>
        <w:rPr>
          <w:rtl/>
        </w:rPr>
        <w:t xml:space="preserve">ہو </w:t>
      </w:r>
      <w:r w:rsidR="007D6C9B">
        <w:rPr>
          <w:rtl/>
        </w:rPr>
        <w:t xml:space="preserve">ں </w:t>
      </w:r>
      <w:r>
        <w:rPr>
          <w:rtl/>
        </w:rPr>
        <w:t xml:space="preserve">،لہذا''بسمك اللھم'' لكھو:پيغمبر(ص) نے فرمايا لكھو :''بسمك اللھم'' </w:t>
      </w:r>
    </w:p>
    <w:p w:rsidR="00DE2D7F" w:rsidRDefault="00DE2D7F" w:rsidP="00D07B54">
      <w:pPr>
        <w:pStyle w:val="libNormal"/>
        <w:rPr>
          <w:rtl/>
        </w:rPr>
      </w:pPr>
      <w:r>
        <w:rPr>
          <w:rtl/>
        </w:rPr>
        <w:t>اس كے بعد فرمايا: لكھويہ وہ چيز ہے جس پر محمدرسو ل اللہ (ص) نے سہيل بن عمرو سے مصالحت كى ، سہيل نے كہا : ہم اگر آپ كو رسول اللہ(ص) سمجھتے تو آپ سے جنگ نہ كرتے ،صرف اپنا او راپنے والد كا نام لكھئے،پيغمبر(ص) نے فرمايا كو ئي حرج نہي</w:t>
      </w:r>
      <w:r w:rsidR="007D6C9B">
        <w:rPr>
          <w:rtl/>
        </w:rPr>
        <w:t xml:space="preserve">ں </w:t>
      </w:r>
      <w:r>
        <w:rPr>
          <w:rtl/>
        </w:rPr>
        <w:t xml:space="preserve">لكھو :''يہ وہ چيز ہے جس پرمحمد (ص) بن عبد اللہ نے سہيل بن عمرو سے صلح كى ،كہ دس سال تك دو نو </w:t>
      </w:r>
      <w:r w:rsidR="007D6C9B">
        <w:rPr>
          <w:rtl/>
        </w:rPr>
        <w:t xml:space="preserve">ں </w:t>
      </w:r>
      <w:r>
        <w:rPr>
          <w:rtl/>
        </w:rPr>
        <w:t>طرف سے جنگ مترو ك رہے گى تاكہ لو گو</w:t>
      </w:r>
      <w:r w:rsidR="007D6C9B">
        <w:rPr>
          <w:rtl/>
        </w:rPr>
        <w:t xml:space="preserve">ں </w:t>
      </w:r>
      <w:r>
        <w:rPr>
          <w:rtl/>
        </w:rPr>
        <w:t xml:space="preserve">كو امن و امان كى صورت دوبارہ ميسرآئے_ </w:t>
      </w:r>
    </w:p>
    <w:p w:rsidR="00DE2D7F" w:rsidRDefault="00DE2D7F" w:rsidP="00D07B54">
      <w:pPr>
        <w:pStyle w:val="libNormal"/>
        <w:rPr>
          <w:rtl/>
        </w:rPr>
      </w:pPr>
      <w:r>
        <w:rPr>
          <w:rtl/>
        </w:rPr>
        <w:t>علاوہ ازاي</w:t>
      </w:r>
      <w:r w:rsidR="007D6C9B">
        <w:rPr>
          <w:rtl/>
        </w:rPr>
        <w:t xml:space="preserve">ں </w:t>
      </w:r>
      <w:r>
        <w:rPr>
          <w:rtl/>
        </w:rPr>
        <w:t>جو شخص قريش مي</w:t>
      </w:r>
      <w:r w:rsidR="007D6C9B">
        <w:rPr>
          <w:rtl/>
        </w:rPr>
        <w:t xml:space="preserve">ں </w:t>
      </w:r>
      <w:r>
        <w:rPr>
          <w:rtl/>
        </w:rPr>
        <w:t>سے اپنے ولى كى اجازت كے بغير محمد(ص) كے پاس آئے (او رمسلمان ہو جائے )اسے واپس كردي</w:t>
      </w:r>
      <w:r w:rsidR="007D6C9B">
        <w:rPr>
          <w:rtl/>
        </w:rPr>
        <w:t xml:space="preserve">ں </w:t>
      </w:r>
      <w:r>
        <w:rPr>
          <w:rtl/>
        </w:rPr>
        <w:t>اورجو شخص ان افراد مي</w:t>
      </w:r>
      <w:r w:rsidR="007D6C9B">
        <w:rPr>
          <w:rtl/>
        </w:rPr>
        <w:t xml:space="preserve">ں </w:t>
      </w:r>
      <w:r>
        <w:rPr>
          <w:rtl/>
        </w:rPr>
        <w:t>سے جو محمد(ص) كے پاس ہي</w:t>
      </w:r>
      <w:r w:rsidR="007D6C9B">
        <w:rPr>
          <w:rtl/>
        </w:rPr>
        <w:t xml:space="preserve">ں </w:t>
      </w:r>
      <w:r>
        <w:rPr>
          <w:rtl/>
        </w:rPr>
        <w:t>،قريش كى طرف پلٹ جائے تو ان كو واپس لوٹانا ضرورى نہي</w:t>
      </w:r>
      <w:r w:rsidR="007D6C9B">
        <w:rPr>
          <w:rtl/>
        </w:rPr>
        <w:t xml:space="preserve">ں </w:t>
      </w:r>
      <w:r>
        <w:rPr>
          <w:rtl/>
        </w:rPr>
        <w:t xml:space="preserve">ہے _ </w:t>
      </w:r>
    </w:p>
    <w:p w:rsidR="00DE2D7F" w:rsidRDefault="00DE2D7F" w:rsidP="00D07B54">
      <w:pPr>
        <w:pStyle w:val="libNormal"/>
        <w:rPr>
          <w:rtl/>
        </w:rPr>
      </w:pPr>
      <w:r>
        <w:rPr>
          <w:rtl/>
        </w:rPr>
        <w:t>تمام لوگ آزاد ہي</w:t>
      </w:r>
      <w:r w:rsidR="007D6C9B">
        <w:rPr>
          <w:rtl/>
        </w:rPr>
        <w:t xml:space="preserve">ں </w:t>
      </w:r>
      <w:r>
        <w:rPr>
          <w:rtl/>
        </w:rPr>
        <w:t>جو چاہے محمد (ص) كے عہد و پيمان مي</w:t>
      </w:r>
      <w:r w:rsidR="007D6C9B">
        <w:rPr>
          <w:rtl/>
        </w:rPr>
        <w:t xml:space="preserve">ں </w:t>
      </w:r>
      <w:r>
        <w:rPr>
          <w:rtl/>
        </w:rPr>
        <w:t>داخل ہو او رجو چاہے قريش كے عہد و پيمان مي</w:t>
      </w:r>
      <w:r w:rsidR="007D6C9B">
        <w:rPr>
          <w:rtl/>
        </w:rPr>
        <w:t xml:space="preserve">ں </w:t>
      </w:r>
      <w:r>
        <w:rPr>
          <w:rtl/>
        </w:rPr>
        <w:t>داخل ہو،طرفين اس بات كے پابندہي</w:t>
      </w:r>
      <w:r w:rsidR="007D6C9B">
        <w:rPr>
          <w:rtl/>
        </w:rPr>
        <w:t xml:space="preserve">ں </w:t>
      </w:r>
      <w:r>
        <w:rPr>
          <w:rtl/>
        </w:rPr>
        <w:t>كہ ايك دوسرے سے خيانت نہ كرے</w:t>
      </w:r>
      <w:r w:rsidR="007D6C9B">
        <w:rPr>
          <w:rtl/>
        </w:rPr>
        <w:t xml:space="preserve">ں </w:t>
      </w:r>
      <w:r>
        <w:rPr>
          <w:rtl/>
        </w:rPr>
        <w:t xml:space="preserve">،او رايك دوسرے كى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DE2D7F" w:rsidP="00D07B54">
      <w:pPr>
        <w:pStyle w:val="libNormal"/>
        <w:rPr>
          <w:rtl/>
        </w:rPr>
      </w:pPr>
      <w:r>
        <w:rPr>
          <w:rtl/>
        </w:rPr>
        <w:t>جان و مال كو محترم شمار كري</w:t>
      </w:r>
      <w:r w:rsidR="007D6C9B">
        <w:rPr>
          <w:rtl/>
        </w:rPr>
        <w:t xml:space="preserve">ں </w:t>
      </w:r>
      <w:r>
        <w:rPr>
          <w:rtl/>
        </w:rPr>
        <w:t xml:space="preserve">_ </w:t>
      </w:r>
    </w:p>
    <w:p w:rsidR="00DE2D7F" w:rsidRDefault="00DE2D7F" w:rsidP="00D07B54">
      <w:pPr>
        <w:pStyle w:val="libNormal"/>
        <w:rPr>
          <w:rtl/>
        </w:rPr>
      </w:pPr>
      <w:r>
        <w:rPr>
          <w:rtl/>
        </w:rPr>
        <w:t>اس كے علاوہ محمد(ص) اس سال واپس چلے جائي</w:t>
      </w:r>
      <w:r w:rsidR="007D6C9B">
        <w:rPr>
          <w:rtl/>
        </w:rPr>
        <w:t xml:space="preserve">ں </w:t>
      </w:r>
      <w:r>
        <w:rPr>
          <w:rtl/>
        </w:rPr>
        <w:t>او رمكہ مي</w:t>
      </w:r>
      <w:r w:rsidR="007D6C9B">
        <w:rPr>
          <w:rtl/>
        </w:rPr>
        <w:t xml:space="preserve">ں </w:t>
      </w:r>
      <w:r>
        <w:rPr>
          <w:rtl/>
        </w:rPr>
        <w:t>داخل نہ ہو</w:t>
      </w:r>
      <w:r w:rsidR="007D6C9B">
        <w:rPr>
          <w:rtl/>
        </w:rPr>
        <w:t xml:space="preserve">ں </w:t>
      </w:r>
      <w:r>
        <w:rPr>
          <w:rtl/>
        </w:rPr>
        <w:t>،ليكن آئندہ سال ہم تين دن كے لئے مكہ سے باہر چلے جائي</w:t>
      </w:r>
      <w:r w:rsidR="007D6C9B">
        <w:rPr>
          <w:rtl/>
        </w:rPr>
        <w:t xml:space="preserve">ں </w:t>
      </w:r>
      <w:r>
        <w:rPr>
          <w:rtl/>
        </w:rPr>
        <w:t>گے او ران كے اصحاب آجائي</w:t>
      </w:r>
      <w:r w:rsidR="007D6C9B">
        <w:rPr>
          <w:rtl/>
        </w:rPr>
        <w:t xml:space="preserve">ں </w:t>
      </w:r>
      <w:r>
        <w:rPr>
          <w:rtl/>
        </w:rPr>
        <w:t>،ليكن تين دن سے زيادہ نہ ٹھہري</w:t>
      </w:r>
      <w:r w:rsidR="007D6C9B">
        <w:rPr>
          <w:rtl/>
        </w:rPr>
        <w:t xml:space="preserve">ں </w:t>
      </w:r>
      <w:r>
        <w:rPr>
          <w:rtl/>
        </w:rPr>
        <w:t>، (اور مراسم عمرہ كے انجام دے كر واپس چلے جائي</w:t>
      </w:r>
      <w:r w:rsidR="007D6C9B">
        <w:rPr>
          <w:rtl/>
        </w:rPr>
        <w:t xml:space="preserve">ں </w:t>
      </w:r>
      <w:r>
        <w:rPr>
          <w:rtl/>
        </w:rPr>
        <w:t>)اس شرط كے ساتھ كہ سواے مسافركے ہتھيار يعنى تلوار كے،وہ بھى غلاف مي</w:t>
      </w:r>
      <w:r w:rsidR="007D6C9B">
        <w:rPr>
          <w:rtl/>
        </w:rPr>
        <w:t xml:space="preserve">ں </w:t>
      </w:r>
      <w:r>
        <w:rPr>
          <w:rtl/>
        </w:rPr>
        <w:t>كو ئي ہتھيار ساتھ نہ لائي</w:t>
      </w:r>
      <w:r w:rsidR="007D6C9B">
        <w:rPr>
          <w:rtl/>
        </w:rPr>
        <w:t xml:space="preserve">ں </w:t>
      </w:r>
      <w:r>
        <w:rPr>
          <w:rtl/>
        </w:rPr>
        <w:t xml:space="preserve">_ </w:t>
      </w:r>
    </w:p>
    <w:p w:rsidR="00DE2D7F" w:rsidRDefault="00DE2D7F" w:rsidP="00D07B54">
      <w:pPr>
        <w:pStyle w:val="libNormal"/>
        <w:rPr>
          <w:rtl/>
        </w:rPr>
      </w:pPr>
      <w:r>
        <w:rPr>
          <w:rtl/>
        </w:rPr>
        <w:t>اس پيمان پر مسلمانو</w:t>
      </w:r>
      <w:r w:rsidR="007D6C9B">
        <w:rPr>
          <w:rtl/>
        </w:rPr>
        <w:t xml:space="preserve">ں </w:t>
      </w:r>
      <w:r>
        <w:rPr>
          <w:rtl/>
        </w:rPr>
        <w:t xml:space="preserve">او رمشركين كے ايك گروہ نے گواہى دى او راس عہد نامہ كے كاتب على (ع) ابن ابى طالب عليہ السلام تھے _ </w:t>
      </w:r>
    </w:p>
    <w:p w:rsidR="00DE2D7F" w:rsidRDefault="00DE2D7F" w:rsidP="00D07B54">
      <w:pPr>
        <w:pStyle w:val="libNormal"/>
        <w:rPr>
          <w:rtl/>
        </w:rPr>
      </w:pPr>
      <w:r>
        <w:rPr>
          <w:rtl/>
        </w:rPr>
        <w:t>مرحو م علامہ مجلسى نے بحار الانوارمي</w:t>
      </w:r>
      <w:r w:rsidR="007D6C9B">
        <w:rPr>
          <w:rtl/>
        </w:rPr>
        <w:t xml:space="preserve">ں </w:t>
      </w:r>
      <w:r>
        <w:rPr>
          <w:rtl/>
        </w:rPr>
        <w:t>كچھ او رامور بھى نقل كئے ہي</w:t>
      </w:r>
      <w:r w:rsidR="007D6C9B">
        <w:rPr>
          <w:rtl/>
        </w:rPr>
        <w:t xml:space="preserve">ں </w:t>
      </w:r>
      <w:r>
        <w:rPr>
          <w:rtl/>
        </w:rPr>
        <w:t xml:space="preserve">،منجملہ ان كے يہ كہ : </w:t>
      </w:r>
    </w:p>
    <w:p w:rsidR="00DE2D7F" w:rsidRDefault="00DE2D7F" w:rsidP="00D07B54">
      <w:pPr>
        <w:pStyle w:val="libNormal"/>
        <w:rPr>
          <w:rtl/>
        </w:rPr>
      </w:pPr>
      <w:r>
        <w:rPr>
          <w:rtl/>
        </w:rPr>
        <w:t>''اسلام مكہ مي</w:t>
      </w:r>
      <w:r w:rsidR="007D6C9B">
        <w:rPr>
          <w:rtl/>
        </w:rPr>
        <w:t xml:space="preserve">ں </w:t>
      </w:r>
      <w:r>
        <w:rPr>
          <w:rtl/>
        </w:rPr>
        <w:t>آشكارا ہوگا اوركسى كو كسى مذہب كے انتخاب كرنے پر مجبورنہي</w:t>
      </w:r>
      <w:r w:rsidR="007D6C9B">
        <w:rPr>
          <w:rtl/>
        </w:rPr>
        <w:t xml:space="preserve">ں </w:t>
      </w:r>
      <w:r>
        <w:rPr>
          <w:rtl/>
        </w:rPr>
        <w:t>كري</w:t>
      </w:r>
      <w:r w:rsidR="007D6C9B">
        <w:rPr>
          <w:rtl/>
        </w:rPr>
        <w:t xml:space="preserve">ں </w:t>
      </w:r>
      <w:r>
        <w:rPr>
          <w:rtl/>
        </w:rPr>
        <w:t>گے ،اورمسلمان كو اذيت و آزارنہي</w:t>
      </w:r>
      <w:r w:rsidR="007D6C9B">
        <w:rPr>
          <w:rtl/>
        </w:rPr>
        <w:t xml:space="preserve">ں </w:t>
      </w:r>
      <w:r>
        <w:rPr>
          <w:rtl/>
        </w:rPr>
        <w:t>پہنچائي</w:t>
      </w:r>
      <w:r w:rsidR="007D6C9B">
        <w:rPr>
          <w:rtl/>
        </w:rPr>
        <w:t xml:space="preserve">ں </w:t>
      </w:r>
      <w:r>
        <w:rPr>
          <w:rtl/>
        </w:rPr>
        <w:t xml:space="preserve">گے''_ </w:t>
      </w:r>
    </w:p>
    <w:p w:rsidR="00DE2D7F" w:rsidRDefault="00DE2D7F" w:rsidP="00D07B54">
      <w:pPr>
        <w:pStyle w:val="libNormal"/>
        <w:rPr>
          <w:rtl/>
        </w:rPr>
      </w:pPr>
      <w:r>
        <w:rPr>
          <w:rtl/>
        </w:rPr>
        <w:t>اس موقع پرپيغمبراسلام (ص) نے حكم ديا كہ قربانى كے وہ اونٹ جووہ اپنے ہمراہ لائے تھے ،اسى جگہ قربان كردي</w:t>
      </w:r>
      <w:r w:rsidR="007D6C9B">
        <w:rPr>
          <w:rtl/>
        </w:rPr>
        <w:t xml:space="preserve">ں </w:t>
      </w:r>
      <w:r>
        <w:rPr>
          <w:rtl/>
        </w:rPr>
        <w:t>اور اپنے سرو</w:t>
      </w:r>
      <w:r w:rsidR="007D6C9B">
        <w:rPr>
          <w:rtl/>
        </w:rPr>
        <w:t xml:space="preserve">ں </w:t>
      </w:r>
      <w:r>
        <w:rPr>
          <w:rtl/>
        </w:rPr>
        <w:t>كو منڈوائي</w:t>
      </w:r>
      <w:r w:rsidR="007D6C9B">
        <w:rPr>
          <w:rtl/>
        </w:rPr>
        <w:t xml:space="preserve">ں </w:t>
      </w:r>
      <w:r>
        <w:rPr>
          <w:rtl/>
        </w:rPr>
        <w:t>اور احرام سے باہرنكل آئي</w:t>
      </w:r>
      <w:r w:rsidR="007D6C9B">
        <w:rPr>
          <w:rtl/>
        </w:rPr>
        <w:t xml:space="preserve">ں </w:t>
      </w:r>
      <w:r>
        <w:rPr>
          <w:rtl/>
        </w:rPr>
        <w:t>،ليكن يہ بات كچھ مسلمانو</w:t>
      </w:r>
      <w:r w:rsidR="007D6C9B">
        <w:rPr>
          <w:rtl/>
        </w:rPr>
        <w:t xml:space="preserve">ں </w:t>
      </w:r>
      <w:r>
        <w:rPr>
          <w:rtl/>
        </w:rPr>
        <w:t>كو سخت ناگوار معلوم ہوئي ،كيونكہ عمرہ كے مناسك كى انجام دہى كے بغير ان كى نظرمي</w:t>
      </w:r>
      <w:r w:rsidR="007D6C9B">
        <w:rPr>
          <w:rtl/>
        </w:rPr>
        <w:t xml:space="preserve">ں </w:t>
      </w:r>
      <w:r>
        <w:rPr>
          <w:rtl/>
        </w:rPr>
        <w:t>احرام سے باہر نكل آنا ممكن نہي</w:t>
      </w:r>
      <w:r w:rsidR="007D6C9B">
        <w:rPr>
          <w:rtl/>
        </w:rPr>
        <w:t xml:space="preserve">ں </w:t>
      </w:r>
      <w:r>
        <w:rPr>
          <w:rtl/>
        </w:rPr>
        <w:t>تھا ،ليكن پيغمبر (ص) نے ذاتى طور پرخودپيش قدمى كى او رقربانى كے اونٹو</w:t>
      </w:r>
      <w:r w:rsidR="007D6C9B">
        <w:rPr>
          <w:rtl/>
        </w:rPr>
        <w:t xml:space="preserve">ں </w:t>
      </w:r>
      <w:r>
        <w:rPr>
          <w:rtl/>
        </w:rPr>
        <w:t>كو نحر كيا او راحرام سے باہرنكل آئے اورمسلمانو</w:t>
      </w:r>
      <w:r w:rsidR="007D6C9B">
        <w:rPr>
          <w:rtl/>
        </w:rPr>
        <w:t xml:space="preserve">ں </w:t>
      </w:r>
      <w:r>
        <w:rPr>
          <w:rtl/>
        </w:rPr>
        <w:t>كو سمجھاياكہ يہ احرام اور قربانى كے قانون مي</w:t>
      </w:r>
      <w:r w:rsidR="007D6C9B">
        <w:rPr>
          <w:rtl/>
        </w:rPr>
        <w:t xml:space="preserve">ں </w:t>
      </w:r>
      <w:r>
        <w:rPr>
          <w:rtl/>
        </w:rPr>
        <w:t xml:space="preserve">استثناء ہے جو خداكى طرف سے قرارديا گيا ہے _ </w:t>
      </w:r>
    </w:p>
    <w:p w:rsidR="00DE2D7F" w:rsidRDefault="00DE2D7F" w:rsidP="00D07B54">
      <w:pPr>
        <w:pStyle w:val="libNormal"/>
        <w:rPr>
          <w:rtl/>
        </w:rPr>
      </w:pPr>
      <w:r>
        <w:rPr>
          <w:rtl/>
        </w:rPr>
        <w:t>مسلمانو</w:t>
      </w:r>
      <w:r w:rsidR="007D6C9B">
        <w:rPr>
          <w:rtl/>
        </w:rPr>
        <w:t xml:space="preserve">ں </w:t>
      </w:r>
      <w:r>
        <w:rPr>
          <w:rtl/>
        </w:rPr>
        <w:t>نے جب يہ ديكھا تو سر تسليم خم كرديا ،او رپيغمبر (ص) كا حكم كامل طورسے مان ليا،اوروہي</w:t>
      </w:r>
      <w:r w:rsidR="007D6C9B">
        <w:rPr>
          <w:rtl/>
        </w:rPr>
        <w:t xml:space="preserve">ں </w:t>
      </w:r>
      <w:r>
        <w:rPr>
          <w:rtl/>
        </w:rPr>
        <w:t>سے مدينہ كى راہ لي،ليكن غم واندوہ كا ايك پہاڑ ان كے دلو</w:t>
      </w:r>
      <w:r w:rsidR="007D6C9B">
        <w:rPr>
          <w:rtl/>
        </w:rPr>
        <w:t xml:space="preserve">ں </w:t>
      </w:r>
      <w:r>
        <w:rPr>
          <w:rtl/>
        </w:rPr>
        <w:t>پر بوجھ ڈال رہا تھا ،كيونكہ ظاہر مي</w:t>
      </w:r>
      <w:r w:rsidR="007D6C9B">
        <w:rPr>
          <w:rtl/>
        </w:rPr>
        <w:t xml:space="preserve">ں </w:t>
      </w:r>
      <w:r>
        <w:rPr>
          <w:rtl/>
        </w:rPr>
        <w:t xml:space="preserve">يہ سارے كا ساراسفرايك نا كامى اور شكست تھى ،ليكن اسى وقت سورہ فتح نازل ہوئي اورپيغمبرگرامى اسلام (ص) كو فتح كى بشارت ملى _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1D7CB1" w:rsidRDefault="00DE2D7F" w:rsidP="00D07B54">
      <w:pPr>
        <w:pStyle w:val="Heading2Center"/>
        <w:rPr>
          <w:rtl/>
        </w:rPr>
      </w:pPr>
      <w:bookmarkStart w:id="394" w:name="_Toc7268791"/>
      <w:r>
        <w:rPr>
          <w:rtl/>
        </w:rPr>
        <w:t>صلح حديبيہ كے سياسى ،اجتماعى او رمذہبى نتائج</w:t>
      </w:r>
      <w:bookmarkEnd w:id="394"/>
      <w:r>
        <w:rPr>
          <w:rtl/>
        </w:rPr>
        <w:t xml:space="preserve"> </w:t>
      </w:r>
    </w:p>
    <w:p w:rsidR="00DE2D7F" w:rsidRDefault="00DE2D7F" w:rsidP="00D07B54">
      <w:pPr>
        <w:pStyle w:val="libNormal"/>
        <w:rPr>
          <w:rtl/>
        </w:rPr>
      </w:pPr>
      <w:r>
        <w:rPr>
          <w:rtl/>
        </w:rPr>
        <w:t>ہجرت كے چھٹے سال (صلح حديبيہ كے وقت )مسلمانو</w:t>
      </w:r>
      <w:r w:rsidR="007D6C9B">
        <w:rPr>
          <w:rtl/>
        </w:rPr>
        <w:t xml:space="preserve">ں </w:t>
      </w:r>
      <w:r>
        <w:rPr>
          <w:rtl/>
        </w:rPr>
        <w:t>كى حالت مي</w:t>
      </w:r>
      <w:r w:rsidR="007D6C9B">
        <w:rPr>
          <w:rtl/>
        </w:rPr>
        <w:t xml:space="preserve">ں </w:t>
      </w:r>
      <w:r>
        <w:rPr>
          <w:rtl/>
        </w:rPr>
        <w:t>او ردو سال بعد كى حالت مي</w:t>
      </w:r>
      <w:r w:rsidR="007D6C9B">
        <w:rPr>
          <w:rtl/>
        </w:rPr>
        <w:t xml:space="preserve">ں </w:t>
      </w:r>
      <w:r>
        <w:rPr>
          <w:rtl/>
        </w:rPr>
        <w:t>فرق نمايا</w:t>
      </w:r>
      <w:r w:rsidR="007D6C9B">
        <w:rPr>
          <w:rtl/>
        </w:rPr>
        <w:t xml:space="preserve">ں </w:t>
      </w:r>
      <w:r>
        <w:rPr>
          <w:rtl/>
        </w:rPr>
        <w:t>تھا ،جب وہ دس ہزار كے لشكر كے ساتھ فتح مكہ كے لئے چلے تاكہ مشركين كو پيمان شكنى كا دندان شكن جواب ديا جائے،جنانچہ انھو</w:t>
      </w:r>
      <w:r w:rsidR="007D6C9B">
        <w:rPr>
          <w:rtl/>
        </w:rPr>
        <w:t xml:space="preserve">ں </w:t>
      </w:r>
      <w:r>
        <w:rPr>
          <w:rtl/>
        </w:rPr>
        <w:t>نے فوجو</w:t>
      </w:r>
      <w:r w:rsidR="007D6C9B">
        <w:rPr>
          <w:rtl/>
        </w:rPr>
        <w:t xml:space="preserve">ں </w:t>
      </w:r>
      <w:r>
        <w:rPr>
          <w:rtl/>
        </w:rPr>
        <w:t>كو معمولى سى جھڑپ كے بغيرہى مكہ كوفتح كرليا ،اس وقت قريش اپنے اندر مقابلہ كرنے كى معمولى سى قدرت بھى نہي</w:t>
      </w:r>
      <w:r w:rsidR="007D6C9B">
        <w:rPr>
          <w:rtl/>
        </w:rPr>
        <w:t xml:space="preserve">ں </w:t>
      </w:r>
      <w:r>
        <w:rPr>
          <w:rtl/>
        </w:rPr>
        <w:t xml:space="preserve">ركھتے تھے _ايك اجمالى موازنہ اس بات كى نشاندہى كرتا ہے كہ ''صلح حديبيہ'' كا عكس العمل كس قدر وسيع تھا _ </w:t>
      </w:r>
    </w:p>
    <w:p w:rsidR="00DE2D7F" w:rsidRDefault="00DE2D7F" w:rsidP="00D07B54">
      <w:pPr>
        <w:pStyle w:val="libNormal"/>
        <w:rPr>
          <w:rtl/>
        </w:rPr>
      </w:pPr>
      <w:r>
        <w:rPr>
          <w:rtl/>
        </w:rPr>
        <w:t>خلاصہ كے طور پر مسلمانو</w:t>
      </w:r>
      <w:r w:rsidR="007D6C9B">
        <w:rPr>
          <w:rtl/>
        </w:rPr>
        <w:t xml:space="preserve">ں </w:t>
      </w:r>
      <w:r>
        <w:rPr>
          <w:rtl/>
        </w:rPr>
        <w:t>نے ا س صلح سے چند امتياز او راہم كاميابيا</w:t>
      </w:r>
      <w:r w:rsidR="007D6C9B">
        <w:rPr>
          <w:rtl/>
        </w:rPr>
        <w:t xml:space="preserve">ں </w:t>
      </w:r>
      <w:r>
        <w:rPr>
          <w:rtl/>
        </w:rPr>
        <w:t>حاصل كي</w:t>
      </w:r>
      <w:r w:rsidR="007D6C9B">
        <w:rPr>
          <w:rtl/>
        </w:rPr>
        <w:t xml:space="preserve">ں </w:t>
      </w:r>
      <w:r>
        <w:rPr>
          <w:rtl/>
        </w:rPr>
        <w:t xml:space="preserve">،جنكى تفصيل حسب ذيل ہے _ </w:t>
      </w:r>
    </w:p>
    <w:p w:rsidR="00DE2D7F" w:rsidRDefault="00E664BB" w:rsidP="00D07B54">
      <w:pPr>
        <w:pStyle w:val="libNormal"/>
        <w:rPr>
          <w:rtl/>
        </w:rPr>
      </w:pPr>
      <w:r>
        <w:rPr>
          <w:rtl/>
        </w:rPr>
        <w:t>1</w:t>
      </w:r>
      <w:r w:rsidR="00DE2D7F">
        <w:rPr>
          <w:rtl/>
        </w:rPr>
        <w:t>)عملى طور پر مكہ كہ فريب خوردہ لوگو</w:t>
      </w:r>
      <w:r w:rsidR="007D6C9B">
        <w:rPr>
          <w:rtl/>
        </w:rPr>
        <w:t xml:space="preserve">ں </w:t>
      </w:r>
      <w:r w:rsidR="00DE2D7F">
        <w:rPr>
          <w:rtl/>
        </w:rPr>
        <w:t>كو يہ بتا ديا كہ وہ جنگ و جدال كا ارادہ نہي</w:t>
      </w:r>
      <w:r w:rsidR="007D6C9B">
        <w:rPr>
          <w:rtl/>
        </w:rPr>
        <w:t xml:space="preserve">ں </w:t>
      </w:r>
      <w:r w:rsidR="00DE2D7F">
        <w:rPr>
          <w:rtl/>
        </w:rPr>
        <w:t>ركھتے ،او رمكہ كے مقدس شہر اور خانہ خداكے لئے بہت زيادہ احترام كے قائل ہي</w:t>
      </w:r>
      <w:r w:rsidR="007D6C9B">
        <w:rPr>
          <w:rtl/>
        </w:rPr>
        <w:t xml:space="preserve">ں </w:t>
      </w:r>
      <w:r w:rsidR="00DE2D7F">
        <w:rPr>
          <w:rtl/>
        </w:rPr>
        <w:t>،يہى بات ايك كثيرجماعت كے دلو</w:t>
      </w:r>
      <w:r w:rsidR="007D6C9B">
        <w:rPr>
          <w:rtl/>
        </w:rPr>
        <w:t xml:space="preserve">ں </w:t>
      </w:r>
      <w:r w:rsidR="00DE2D7F">
        <w:rPr>
          <w:rtl/>
        </w:rPr>
        <w:t xml:space="preserve">كے لئے اسلام كى طرف كشش كا سبب بن گئي _ </w:t>
      </w:r>
    </w:p>
    <w:p w:rsidR="00DE2D7F" w:rsidRDefault="00E664BB" w:rsidP="00D07B54">
      <w:pPr>
        <w:pStyle w:val="libNormal"/>
        <w:rPr>
          <w:rtl/>
        </w:rPr>
      </w:pPr>
      <w:r>
        <w:rPr>
          <w:rtl/>
        </w:rPr>
        <w:t>2</w:t>
      </w:r>
      <w:r w:rsidR="00DE2D7F">
        <w:rPr>
          <w:rtl/>
        </w:rPr>
        <w:t>)قريش نے پہلى مرتبہ اسلام او رمسلمانو</w:t>
      </w:r>
      <w:r w:rsidR="007D6C9B">
        <w:rPr>
          <w:rtl/>
        </w:rPr>
        <w:t xml:space="preserve">ں </w:t>
      </w:r>
      <w:r w:rsidR="00DE2D7F">
        <w:rPr>
          <w:rtl/>
        </w:rPr>
        <w:t>كى رسمو</w:t>
      </w:r>
      <w:r w:rsidR="007D6C9B">
        <w:rPr>
          <w:rtl/>
        </w:rPr>
        <w:t xml:space="preserve">ں </w:t>
      </w:r>
      <w:r w:rsidR="00DE2D7F">
        <w:rPr>
          <w:rtl/>
        </w:rPr>
        <w:t>كو تسليم كيا ،يہى وہ چيز تھى جو جزيرةالعرب مي</w:t>
      </w:r>
      <w:r w:rsidR="007D6C9B">
        <w:rPr>
          <w:rtl/>
        </w:rPr>
        <w:t xml:space="preserve">ں </w:t>
      </w:r>
      <w:r w:rsidR="00DE2D7F">
        <w:rPr>
          <w:rtl/>
        </w:rPr>
        <w:t>مسلمانو</w:t>
      </w:r>
      <w:r w:rsidR="007D6C9B">
        <w:rPr>
          <w:rtl/>
        </w:rPr>
        <w:t xml:space="preserve">ں </w:t>
      </w:r>
      <w:r w:rsidR="00DE2D7F">
        <w:rPr>
          <w:rtl/>
        </w:rPr>
        <w:t xml:space="preserve">كى حيثيت كو ثابت كرنے كى دليل بنى _ </w:t>
      </w:r>
    </w:p>
    <w:p w:rsidR="00DE2D7F" w:rsidRDefault="00E664BB" w:rsidP="00D07B54">
      <w:pPr>
        <w:pStyle w:val="libNormal"/>
        <w:rPr>
          <w:rtl/>
        </w:rPr>
      </w:pPr>
      <w:r>
        <w:rPr>
          <w:rtl/>
        </w:rPr>
        <w:t>3</w:t>
      </w:r>
      <w:r w:rsidR="00DE2D7F">
        <w:rPr>
          <w:rtl/>
        </w:rPr>
        <w:t>)صلح حديبيہ كے بعد مسلمان سكون واطمنان سے ہر جگہ آجا سكتے تھے او رانكا جان و مال محفوظ ہوگيا تھا ،او رعملى طورپرمشركين كے ساتھ قريبى تعلق اورميل جول پيدا ہوا،ايسے تعلقات جس كے نتيجہ مي</w:t>
      </w:r>
      <w:r w:rsidR="007D6C9B">
        <w:rPr>
          <w:rtl/>
        </w:rPr>
        <w:t xml:space="preserve">ں </w:t>
      </w:r>
      <w:r w:rsidR="00DE2D7F">
        <w:rPr>
          <w:rtl/>
        </w:rPr>
        <w:t xml:space="preserve">مشركين كو اسلام كى زيادہ سے زيادہ پہچان كے ساتھ ان كى توجہ اسلام كى طرف مائل ہو ئي _ </w:t>
      </w:r>
    </w:p>
    <w:p w:rsidR="00DE2D7F" w:rsidRDefault="00E664BB" w:rsidP="00D07B54">
      <w:pPr>
        <w:pStyle w:val="libNormal"/>
        <w:rPr>
          <w:rtl/>
        </w:rPr>
      </w:pPr>
      <w:r>
        <w:rPr>
          <w:rtl/>
        </w:rPr>
        <w:t>4</w:t>
      </w:r>
      <w:r w:rsidR="00DE2D7F">
        <w:rPr>
          <w:rtl/>
        </w:rPr>
        <w:t>)صلح حديبيہ كے بعد اسلام كى نشر واشاعت كے لئے سارے جزيرةالعرب مي</w:t>
      </w:r>
      <w:r w:rsidR="007D6C9B">
        <w:rPr>
          <w:rtl/>
        </w:rPr>
        <w:t xml:space="preserve">ں </w:t>
      </w:r>
      <w:r w:rsidR="00DE2D7F">
        <w:rPr>
          <w:rtl/>
        </w:rPr>
        <w:t>راستہ كھل گيا ،او رپيغمبر (ص) كى صلح طلبى كى شرط نے مختلف اقوام كو،جو پيغمبر (ص) كى ذات او راسلام كے متعلق غلط نظريہ ركھتے تھے ،تجديد نظر پر آمادہ كيا ،او رتبليغاتى نقطہ نظرسے بہت سے وسيع امكانات ووسائل مسلمانو</w:t>
      </w:r>
      <w:r w:rsidR="007D6C9B">
        <w:rPr>
          <w:rtl/>
        </w:rPr>
        <w:t xml:space="preserve">ں </w:t>
      </w:r>
      <w:r w:rsidR="00DE2D7F">
        <w:rPr>
          <w:rtl/>
        </w:rPr>
        <w:t xml:space="preserve">كے ہاتھ آئے _ </w:t>
      </w:r>
    </w:p>
    <w:p w:rsidR="001D7CB1" w:rsidRDefault="001648F9" w:rsidP="00D07B54">
      <w:pPr>
        <w:pStyle w:val="libNormal"/>
        <w:rPr>
          <w:rtl/>
        </w:rPr>
      </w:pPr>
      <w:r>
        <w:rPr>
          <w:rtl/>
        </w:rPr>
        <w:t xml:space="preserve"> </w:t>
      </w:r>
      <w:r>
        <w:rPr>
          <w:rtl/>
        </w:rPr>
        <w:br w:type="page"/>
      </w:r>
    </w:p>
    <w:p w:rsidR="001D7CB1" w:rsidRDefault="001D7CB1" w:rsidP="00D07B54">
      <w:pPr>
        <w:pStyle w:val="libNormal"/>
        <w:rPr>
          <w:rtl/>
        </w:rPr>
      </w:pPr>
    </w:p>
    <w:p w:rsidR="00DE2D7F" w:rsidRDefault="00E664BB" w:rsidP="00D07B54">
      <w:pPr>
        <w:pStyle w:val="libNormal"/>
        <w:rPr>
          <w:rtl/>
        </w:rPr>
      </w:pPr>
      <w:r>
        <w:rPr>
          <w:rtl/>
        </w:rPr>
        <w:t>5</w:t>
      </w:r>
      <w:r w:rsidR="00DE2D7F">
        <w:rPr>
          <w:rtl/>
        </w:rPr>
        <w:t>)صلح حديبيہ نے خيبر كو فتح كرنے او ريہوديو</w:t>
      </w:r>
      <w:r w:rsidR="007D6C9B">
        <w:rPr>
          <w:rtl/>
        </w:rPr>
        <w:t xml:space="preserve">ں </w:t>
      </w:r>
      <w:r w:rsidR="00DE2D7F">
        <w:rPr>
          <w:rtl/>
        </w:rPr>
        <w:t>كے اس سرطانى غدہ كو نكال پھينكنے كے لئے،جوبالفعل اوربالقوہ اسلام او رمسلمانو</w:t>
      </w:r>
      <w:r w:rsidR="007D6C9B">
        <w:rPr>
          <w:rtl/>
        </w:rPr>
        <w:t xml:space="preserve">ں </w:t>
      </w:r>
      <w:r w:rsidR="00DE2D7F">
        <w:rPr>
          <w:rtl/>
        </w:rPr>
        <w:t xml:space="preserve">كے لئے ايك اہم خطرہ تھا ،راستہ ہموار كرديا_ </w:t>
      </w:r>
    </w:p>
    <w:p w:rsidR="00DE2D7F" w:rsidRDefault="00E664BB" w:rsidP="00D07B54">
      <w:pPr>
        <w:pStyle w:val="libNormal"/>
        <w:rPr>
          <w:rtl/>
        </w:rPr>
      </w:pPr>
      <w:r>
        <w:rPr>
          <w:rtl/>
        </w:rPr>
        <w:t>6</w:t>
      </w:r>
      <w:r w:rsidR="00DE2D7F">
        <w:rPr>
          <w:rtl/>
        </w:rPr>
        <w:t>)اصولى طو رپر پيغمبر(ص) كى ايك ہزار چار سو افراد كى فوج سے ٹكرلينے سے قريش كى وحشت جن كے پاس كسى قسم كے اہم جنگى ہتھياربھى نہي</w:t>
      </w:r>
      <w:r w:rsidR="007D6C9B">
        <w:rPr>
          <w:rtl/>
        </w:rPr>
        <w:t xml:space="preserve">ں </w:t>
      </w:r>
      <w:r w:rsidR="00DE2D7F">
        <w:rPr>
          <w:rtl/>
        </w:rPr>
        <w:t>تھے، او رشرائط صلح كو قبول كرلينا اسلام كے طرفدارو</w:t>
      </w:r>
      <w:r w:rsidR="007D6C9B">
        <w:rPr>
          <w:rtl/>
        </w:rPr>
        <w:t xml:space="preserve">ں </w:t>
      </w:r>
      <w:r w:rsidR="00DE2D7F">
        <w:rPr>
          <w:rtl/>
        </w:rPr>
        <w:t>كے دلو</w:t>
      </w:r>
      <w:r w:rsidR="007D6C9B">
        <w:rPr>
          <w:rtl/>
        </w:rPr>
        <w:t xml:space="preserve">ں </w:t>
      </w:r>
      <w:r w:rsidR="00DE2D7F">
        <w:rPr>
          <w:rtl/>
        </w:rPr>
        <w:t>كى تقويت ،او رمخالفين كى شكست كے لئے ،جنہو</w:t>
      </w:r>
      <w:r w:rsidR="007D6C9B">
        <w:rPr>
          <w:rtl/>
        </w:rPr>
        <w:t xml:space="preserve">ں </w:t>
      </w:r>
      <w:r w:rsidR="00DE2D7F">
        <w:rPr>
          <w:rtl/>
        </w:rPr>
        <w:t>نے مسلمانو</w:t>
      </w:r>
      <w:r w:rsidR="007D6C9B">
        <w:rPr>
          <w:rtl/>
        </w:rPr>
        <w:t xml:space="preserve">ں </w:t>
      </w:r>
      <w:r w:rsidR="00DE2D7F">
        <w:rPr>
          <w:rtl/>
        </w:rPr>
        <w:t xml:space="preserve">كو ستاياتھا خود ايك اہم عامل تھا_ </w:t>
      </w:r>
    </w:p>
    <w:p w:rsidR="00DE2D7F" w:rsidRDefault="00E664BB" w:rsidP="00D07B54">
      <w:pPr>
        <w:pStyle w:val="libNormal"/>
        <w:rPr>
          <w:rtl/>
        </w:rPr>
      </w:pPr>
      <w:r>
        <w:rPr>
          <w:rtl/>
        </w:rPr>
        <w:t>7</w:t>
      </w:r>
      <w:r w:rsidR="00DE2D7F">
        <w:rPr>
          <w:rtl/>
        </w:rPr>
        <w:t xml:space="preserve">)واقعہ حديبيہ كے بعد پيغمبر(ص) نے بڑے بڑے ملكو </w:t>
      </w:r>
      <w:r w:rsidR="007D6C9B">
        <w:rPr>
          <w:rtl/>
        </w:rPr>
        <w:t xml:space="preserve">ں </w:t>
      </w:r>
      <w:r w:rsidR="00DE2D7F">
        <w:rPr>
          <w:rtl/>
        </w:rPr>
        <w:t>،ايران وروم وحبشہ كے سربراہو</w:t>
      </w:r>
      <w:r w:rsidR="007D6C9B">
        <w:rPr>
          <w:rtl/>
        </w:rPr>
        <w:t xml:space="preserve">ں </w:t>
      </w:r>
      <w:r w:rsidR="00DE2D7F">
        <w:rPr>
          <w:rtl/>
        </w:rPr>
        <w:t>،او ردنيا كے بڑے بڑے بادشاہو</w:t>
      </w:r>
      <w:r w:rsidR="007D6C9B">
        <w:rPr>
          <w:rtl/>
        </w:rPr>
        <w:t xml:space="preserve">ں </w:t>
      </w:r>
      <w:r w:rsidR="00DE2D7F">
        <w:rPr>
          <w:rtl/>
        </w:rPr>
        <w:t>كو متعددخطوط لكھے او رانہي</w:t>
      </w:r>
      <w:r w:rsidR="007D6C9B">
        <w:rPr>
          <w:rtl/>
        </w:rPr>
        <w:t xml:space="preserve">ں </w:t>
      </w:r>
      <w:r w:rsidR="00DE2D7F">
        <w:rPr>
          <w:rtl/>
        </w:rPr>
        <w:t>اسلام كى طرف دعوت دى او ريہ چيزاچھى طرح سے اس بات كى نشاندہى كرتى ہے كہ صلح حديبيہ نے مسلمانو</w:t>
      </w:r>
      <w:r w:rsidR="007D6C9B">
        <w:rPr>
          <w:rtl/>
        </w:rPr>
        <w:t xml:space="preserve">ں </w:t>
      </w:r>
      <w:r w:rsidR="00DE2D7F">
        <w:rPr>
          <w:rtl/>
        </w:rPr>
        <w:t>مي</w:t>
      </w:r>
      <w:r w:rsidR="007D6C9B">
        <w:rPr>
          <w:rtl/>
        </w:rPr>
        <w:t xml:space="preserve">ں </w:t>
      </w:r>
      <w:r w:rsidR="00DE2D7F">
        <w:rPr>
          <w:rtl/>
        </w:rPr>
        <w:t>كس قدر خود اعتمادى پيداكردى تھي،كہ نہ صرف جزيرہ عرب مي</w:t>
      </w:r>
      <w:r w:rsidR="007D6C9B">
        <w:rPr>
          <w:rtl/>
        </w:rPr>
        <w:t xml:space="preserve">ں </w:t>
      </w:r>
      <w:r w:rsidR="00DE2D7F">
        <w:rPr>
          <w:rtl/>
        </w:rPr>
        <w:t>بلكہ اس زمانہ كى بڑى دنيا مي</w:t>
      </w:r>
      <w:r w:rsidR="007D6C9B">
        <w:rPr>
          <w:rtl/>
        </w:rPr>
        <w:t xml:space="preserve">ں </w:t>
      </w:r>
      <w:r w:rsidR="00DE2D7F">
        <w:rPr>
          <w:rtl/>
        </w:rPr>
        <w:t xml:space="preserve">ان كى راہ كو كھول ديا_ </w:t>
      </w:r>
    </w:p>
    <w:p w:rsidR="00DE2D7F" w:rsidRDefault="00DE2D7F" w:rsidP="00D07B54">
      <w:pPr>
        <w:pStyle w:val="libNormal"/>
        <w:rPr>
          <w:rtl/>
        </w:rPr>
      </w:pPr>
      <w:r>
        <w:rPr>
          <w:rtl/>
        </w:rPr>
        <w:t>اب تك جو كچھ بيان كيا گيا ہے ،اس سے يہ بخوبى معلوم كيا جا سكتا ہے ،كہ واقعاً صلح حديبيہ مسلمانو</w:t>
      </w:r>
      <w:r w:rsidR="007D6C9B">
        <w:rPr>
          <w:rtl/>
        </w:rPr>
        <w:t xml:space="preserve">ں </w:t>
      </w:r>
      <w:r>
        <w:rPr>
          <w:rtl/>
        </w:rPr>
        <w:t>كے لئے ايك عظيم فتح او ركاميابى تھى ،اور تعجب كى بات نہي</w:t>
      </w:r>
      <w:r w:rsidR="007D6C9B">
        <w:rPr>
          <w:rtl/>
        </w:rPr>
        <w:t xml:space="preserve">ں </w:t>
      </w:r>
      <w:r>
        <w:rPr>
          <w:rtl/>
        </w:rPr>
        <w:t xml:space="preserve">ہے كہ قرآن مجيدا سے فتح مبين كے عنوان سے ياد كرتا ہے : </w:t>
      </w:r>
    </w:p>
    <w:p w:rsidR="00B04A21" w:rsidRDefault="00DE2D7F" w:rsidP="00D07B54">
      <w:pPr>
        <w:pStyle w:val="Heading2Center"/>
        <w:rPr>
          <w:rtl/>
        </w:rPr>
      </w:pPr>
      <w:bookmarkStart w:id="395" w:name="_Toc7268792"/>
      <w:r>
        <w:rPr>
          <w:rtl/>
        </w:rPr>
        <w:t>صلح حديبيہ يا عظيم الشان فتح</w:t>
      </w:r>
      <w:bookmarkEnd w:id="395"/>
    </w:p>
    <w:p w:rsidR="00DE2D7F" w:rsidRDefault="00DE2D7F" w:rsidP="00D07B54">
      <w:pPr>
        <w:pStyle w:val="libNormal"/>
        <w:rPr>
          <w:rtl/>
        </w:rPr>
      </w:pPr>
      <w:r>
        <w:rPr>
          <w:rtl/>
        </w:rPr>
        <w:t xml:space="preserve"> جس و قت پيغمبر (ص) حديبيہ سے واپس لوٹے (او رسورہ فتح نازل ہوئي )تو ايك صحابى نے عرض كيا :''يہ كيا فتح ہے كہ ہمي</w:t>
      </w:r>
      <w:r w:rsidR="007D6C9B">
        <w:rPr>
          <w:rtl/>
        </w:rPr>
        <w:t xml:space="preserve">ں </w:t>
      </w:r>
      <w:r>
        <w:rPr>
          <w:rtl/>
        </w:rPr>
        <w:t>خانہ خدا كى زيارت سے بھى رو ك ديا ہے او رہمارى قربانى مي</w:t>
      </w:r>
      <w:r w:rsidR="007D6C9B">
        <w:rPr>
          <w:rtl/>
        </w:rPr>
        <w:t xml:space="preserve">ں </w:t>
      </w:r>
      <w:r>
        <w:rPr>
          <w:rtl/>
        </w:rPr>
        <w:t xml:space="preserve">بھى ركاوٹ ڈال دي''؟ </w:t>
      </w:r>
    </w:p>
    <w:p w:rsidR="00DE2D7F" w:rsidRDefault="00DE2D7F" w:rsidP="00D07B54">
      <w:pPr>
        <w:pStyle w:val="libNormal"/>
        <w:rPr>
          <w:rtl/>
        </w:rPr>
      </w:pPr>
      <w:r>
        <w:rPr>
          <w:rtl/>
        </w:rPr>
        <w:t>پيغمبر (ص) نے فرمايا:''تو نے بہت برى بات كہى ہے ،بلكہ يہ تو ہمارى عظيم ترين فتح ہے كہ مشركين اس بات پر راضى ہوگئے ہي</w:t>
      </w:r>
      <w:r w:rsidR="007D6C9B">
        <w:rPr>
          <w:rtl/>
        </w:rPr>
        <w:t xml:space="preserve">ں </w:t>
      </w:r>
      <w:r>
        <w:rPr>
          <w:rtl/>
        </w:rPr>
        <w:t>كہ تمھي</w:t>
      </w:r>
      <w:r w:rsidR="007D6C9B">
        <w:rPr>
          <w:rtl/>
        </w:rPr>
        <w:t xml:space="preserve">ں </w:t>
      </w:r>
      <w:r>
        <w:rPr>
          <w:rtl/>
        </w:rPr>
        <w:t>خشونت آميز طريقہ سے ٹكر لئے بغير اپنى سرزمين سے دور كري</w:t>
      </w:r>
      <w:r w:rsidR="007D6C9B">
        <w:rPr>
          <w:rtl/>
        </w:rPr>
        <w:t xml:space="preserve">ں </w:t>
      </w:r>
      <w:r>
        <w:rPr>
          <w:rtl/>
        </w:rPr>
        <w:t>، اور تمہارے سامنے صلح كى پيش كش كري</w:t>
      </w:r>
      <w:r w:rsidR="007D6C9B">
        <w:rPr>
          <w:rtl/>
        </w:rPr>
        <w:t xml:space="preserve">ں </w:t>
      </w:r>
      <w:r>
        <w:rPr>
          <w:rtl/>
        </w:rPr>
        <w:t>اوران تمام تكاليف او ررنج وغم كے باو جود جو تمہارى طرف سے انھو</w:t>
      </w:r>
      <w:r w:rsidR="007D6C9B">
        <w:rPr>
          <w:rtl/>
        </w:rPr>
        <w:t xml:space="preserve">ں </w:t>
      </w:r>
    </w:p>
    <w:p w:rsidR="00B04A21" w:rsidRDefault="001648F9" w:rsidP="00D07B54">
      <w:pPr>
        <w:pStyle w:val="libNormal"/>
        <w:rPr>
          <w:rtl/>
        </w:rPr>
      </w:pPr>
      <w:r>
        <w:rPr>
          <w:rtl/>
        </w:rPr>
        <w:t xml:space="preserve"> </w:t>
      </w:r>
      <w:r>
        <w:rPr>
          <w:rtl/>
        </w:rPr>
        <w:br w:type="page"/>
      </w:r>
    </w:p>
    <w:p w:rsidR="00B04A21" w:rsidRDefault="00B04A21" w:rsidP="00D07B54">
      <w:pPr>
        <w:pStyle w:val="libNormal"/>
        <w:rPr>
          <w:rtl/>
        </w:rPr>
      </w:pPr>
    </w:p>
    <w:p w:rsidR="00DE2D7F" w:rsidRDefault="00DE2D7F" w:rsidP="00D07B54">
      <w:pPr>
        <w:pStyle w:val="libNormal"/>
        <w:rPr>
          <w:rtl/>
        </w:rPr>
      </w:pPr>
      <w:r>
        <w:rPr>
          <w:rtl/>
        </w:rPr>
        <w:t>نے اٹھائے ہي</w:t>
      </w:r>
      <w:r w:rsidR="007D6C9B">
        <w:rPr>
          <w:rtl/>
        </w:rPr>
        <w:t xml:space="preserve">ں </w:t>
      </w:r>
      <w:r>
        <w:rPr>
          <w:rtl/>
        </w:rPr>
        <w:t>،ترك تعرض كے لئے تمہارى طرف مائل ہوئے ہي</w:t>
      </w:r>
      <w:r w:rsidR="007D6C9B">
        <w:rPr>
          <w:rtl/>
        </w:rPr>
        <w:t xml:space="preserve">ں </w:t>
      </w:r>
      <w:r>
        <w:rPr>
          <w:rtl/>
        </w:rPr>
        <w:t xml:space="preserve">_ </w:t>
      </w:r>
    </w:p>
    <w:p w:rsidR="00DE2D7F" w:rsidRDefault="00DE2D7F" w:rsidP="00D07B54">
      <w:pPr>
        <w:pStyle w:val="libNormal"/>
        <w:rPr>
          <w:rtl/>
        </w:rPr>
      </w:pPr>
      <w:r>
        <w:rPr>
          <w:rtl/>
        </w:rPr>
        <w:t>اس كے بعد پيغمبر (ص) نے وہ تكاليف جو انھو</w:t>
      </w:r>
      <w:r w:rsidR="007D6C9B">
        <w:rPr>
          <w:rtl/>
        </w:rPr>
        <w:t xml:space="preserve">ں </w:t>
      </w:r>
      <w:r>
        <w:rPr>
          <w:rtl/>
        </w:rPr>
        <w:t>نے بدر واحزاب مي</w:t>
      </w:r>
      <w:r w:rsidR="007D6C9B">
        <w:rPr>
          <w:rtl/>
        </w:rPr>
        <w:t xml:space="preserve">ں </w:t>
      </w:r>
      <w:r>
        <w:rPr>
          <w:rtl/>
        </w:rPr>
        <w:t>جھيلى تھي</w:t>
      </w:r>
      <w:r w:rsidR="007D6C9B">
        <w:rPr>
          <w:rtl/>
        </w:rPr>
        <w:t xml:space="preserve">ں </w:t>
      </w:r>
      <w:r>
        <w:rPr>
          <w:rtl/>
        </w:rPr>
        <w:t>انھي</w:t>
      </w:r>
      <w:r w:rsidR="007D6C9B">
        <w:rPr>
          <w:rtl/>
        </w:rPr>
        <w:t xml:space="preserve">ں </w:t>
      </w:r>
      <w:r>
        <w:rPr>
          <w:rtl/>
        </w:rPr>
        <w:t>ياد دلائي</w:t>
      </w:r>
      <w:r w:rsidR="007D6C9B">
        <w:rPr>
          <w:rtl/>
        </w:rPr>
        <w:t xml:space="preserve">ں </w:t>
      </w:r>
      <w:r>
        <w:rPr>
          <w:rtl/>
        </w:rPr>
        <w:t>، تو مسلمانو</w:t>
      </w:r>
      <w:r w:rsidR="007D6C9B">
        <w:rPr>
          <w:rtl/>
        </w:rPr>
        <w:t xml:space="preserve">ں </w:t>
      </w:r>
      <w:r>
        <w:rPr>
          <w:rtl/>
        </w:rPr>
        <w:t>نے تصديق كى كہ يہ سب سے بڑى فتح تھى او رانھو</w:t>
      </w:r>
      <w:r w:rsidR="007D6C9B">
        <w:rPr>
          <w:rtl/>
        </w:rPr>
        <w:t xml:space="preserve">ں </w:t>
      </w:r>
      <w:r>
        <w:rPr>
          <w:rtl/>
        </w:rPr>
        <w:t xml:space="preserve">نے لا علمى كى بناء پر يہ فيصلہ كيا تھا _ </w:t>
      </w:r>
    </w:p>
    <w:p w:rsidR="00DE2D7F" w:rsidRDefault="00DE2D7F" w:rsidP="00D07B54">
      <w:pPr>
        <w:pStyle w:val="libNormal"/>
        <w:rPr>
          <w:rtl/>
        </w:rPr>
      </w:pPr>
      <w:r>
        <w:rPr>
          <w:rtl/>
        </w:rPr>
        <w:t>''زہرى ''جو ايك مشہور تابعى ہے، كہتا ہے:كوئي بھى فتح صلح حديبيہ سے زيادہ عظيم نہي</w:t>
      </w:r>
      <w:r w:rsidR="007D6C9B">
        <w:rPr>
          <w:rtl/>
        </w:rPr>
        <w:t xml:space="preserve">ں </w:t>
      </w:r>
      <w:r>
        <w:rPr>
          <w:rtl/>
        </w:rPr>
        <w:t>تھى ،كيونكہ مشركين نے مسلمانو</w:t>
      </w:r>
      <w:r w:rsidR="007D6C9B">
        <w:rPr>
          <w:rtl/>
        </w:rPr>
        <w:t xml:space="preserve">ں </w:t>
      </w:r>
      <w:r>
        <w:rPr>
          <w:rtl/>
        </w:rPr>
        <w:t>كے ساتھ ارتباط اور تعلق پيدا كيا او راسلام ان كے دلو</w:t>
      </w:r>
      <w:r w:rsidR="007D6C9B">
        <w:rPr>
          <w:rtl/>
        </w:rPr>
        <w:t xml:space="preserve">ں </w:t>
      </w:r>
      <w:r>
        <w:rPr>
          <w:rtl/>
        </w:rPr>
        <w:t>مي</w:t>
      </w:r>
      <w:r w:rsidR="007D6C9B">
        <w:rPr>
          <w:rtl/>
        </w:rPr>
        <w:t xml:space="preserve">ں </w:t>
      </w:r>
      <w:r>
        <w:rPr>
          <w:rtl/>
        </w:rPr>
        <w:t>جا</w:t>
      </w:r>
      <w:r w:rsidR="007D6C9B">
        <w:rPr>
          <w:rtl/>
        </w:rPr>
        <w:t xml:space="preserve">ں </w:t>
      </w:r>
      <w:r>
        <w:rPr>
          <w:rtl/>
        </w:rPr>
        <w:t>گزي</w:t>
      </w:r>
      <w:r w:rsidR="007D6C9B">
        <w:rPr>
          <w:rtl/>
        </w:rPr>
        <w:t xml:space="preserve">ں </w:t>
      </w:r>
      <w:r>
        <w:rPr>
          <w:rtl/>
        </w:rPr>
        <w:t>ہوا ،او رتين ہى سال كے عرصہ مي</w:t>
      </w:r>
      <w:r w:rsidR="007D6C9B">
        <w:rPr>
          <w:rtl/>
        </w:rPr>
        <w:t xml:space="preserve">ں </w:t>
      </w:r>
      <w:r>
        <w:rPr>
          <w:rtl/>
        </w:rPr>
        <w:t>ايك عظيم گروہ اسلام لے آيا او رمسلمانو</w:t>
      </w:r>
      <w:r w:rsidR="007D6C9B">
        <w:rPr>
          <w:rtl/>
        </w:rPr>
        <w:t xml:space="preserve">ں </w:t>
      </w:r>
      <w:r>
        <w:rPr>
          <w:rtl/>
        </w:rPr>
        <w:t>مي</w:t>
      </w:r>
      <w:r w:rsidR="007D6C9B">
        <w:rPr>
          <w:rtl/>
        </w:rPr>
        <w:t xml:space="preserve">ں </w:t>
      </w:r>
      <w:r>
        <w:rPr>
          <w:rtl/>
        </w:rPr>
        <w:t xml:space="preserve">ان كى وجہ سے اضافہ ہوا''_ </w:t>
      </w:r>
    </w:p>
    <w:p w:rsidR="00B04A21" w:rsidRDefault="00DE2D7F" w:rsidP="00D07B54">
      <w:pPr>
        <w:pStyle w:val="Heading2Center"/>
        <w:rPr>
          <w:rtl/>
        </w:rPr>
      </w:pPr>
      <w:bookmarkStart w:id="396" w:name="_Toc7268793"/>
      <w:r>
        <w:rPr>
          <w:rtl/>
        </w:rPr>
        <w:t>پيغمبر (ص) كا سچا خواب</w:t>
      </w:r>
      <w:bookmarkEnd w:id="396"/>
    </w:p>
    <w:p w:rsidR="00DE2D7F" w:rsidRDefault="00DE2D7F" w:rsidP="00D07B54">
      <w:pPr>
        <w:pStyle w:val="libNormal"/>
        <w:rPr>
          <w:rtl/>
        </w:rPr>
      </w:pPr>
      <w:r>
        <w:rPr>
          <w:rtl/>
        </w:rPr>
        <w:t xml:space="preserve"> جيسا كہ ہم نے شروع مي</w:t>
      </w:r>
      <w:r w:rsidR="007D6C9B">
        <w:rPr>
          <w:rtl/>
        </w:rPr>
        <w:t xml:space="preserve">ں </w:t>
      </w:r>
      <w:r>
        <w:rPr>
          <w:rtl/>
        </w:rPr>
        <w:t>عرض كيا كہ پيغمبر اكرم (ص) نے مدينہ مي</w:t>
      </w:r>
      <w:r w:rsidR="007D6C9B">
        <w:rPr>
          <w:rtl/>
        </w:rPr>
        <w:t xml:space="preserve">ں </w:t>
      </w:r>
      <w:r>
        <w:rPr>
          <w:rtl/>
        </w:rPr>
        <w:t>ايك خواب ديكھا كہ آپ اپنے صحابہ كے ساتھ عمرہ كے لئے مناسك ادا كرنے كے لئے مكہ مي</w:t>
      </w:r>
      <w:r w:rsidR="007D6C9B">
        <w:rPr>
          <w:rtl/>
        </w:rPr>
        <w:t xml:space="preserve">ں </w:t>
      </w:r>
      <w:r>
        <w:rPr>
          <w:rtl/>
        </w:rPr>
        <w:t>داخل ہورہے ہي</w:t>
      </w:r>
      <w:r w:rsidR="007D6C9B">
        <w:rPr>
          <w:rtl/>
        </w:rPr>
        <w:t xml:space="preserve">ں </w:t>
      </w:r>
      <w:r>
        <w:rPr>
          <w:rtl/>
        </w:rPr>
        <w:t>اور اس خواب كو صحابہ كے سامنے بيان كرديا ، وہ سب كے سب شاد و خوش حال ہوئے ليكن چونكہ ايك جماعت يہ خيال كرتى تھى كہ اس خواب كى تعبير اسى سال پورى ہوگي، تو جس وقت قريش نے مكہ مي</w:t>
      </w:r>
      <w:r w:rsidR="007D6C9B">
        <w:rPr>
          <w:rtl/>
        </w:rPr>
        <w:t xml:space="preserve">ں </w:t>
      </w:r>
      <w:r>
        <w:rPr>
          <w:rtl/>
        </w:rPr>
        <w:t>ان كے دخيل ہونے كا راستہ حديبيہ مي</w:t>
      </w:r>
      <w:r w:rsidR="007D6C9B">
        <w:rPr>
          <w:rtl/>
        </w:rPr>
        <w:t xml:space="preserve">ں </w:t>
      </w:r>
      <w:r>
        <w:rPr>
          <w:rtl/>
        </w:rPr>
        <w:t>ان كے آگے بند كرديا تو وہ شك و ترديد مي</w:t>
      </w:r>
      <w:r w:rsidR="007D6C9B">
        <w:rPr>
          <w:rtl/>
        </w:rPr>
        <w:t xml:space="preserve">ں </w:t>
      </w:r>
      <w:r>
        <w:rPr>
          <w:rtl/>
        </w:rPr>
        <w:t>مبتلا ہوگئے، كہ كيا پيغمبر (ص) كا خواب غلط بھى ہوسكتا ہے، كيا اس كا مطلب يہ نہي</w:t>
      </w:r>
      <w:r w:rsidR="007D6C9B">
        <w:rPr>
          <w:rtl/>
        </w:rPr>
        <w:t xml:space="preserve">ں </w:t>
      </w:r>
      <w:r>
        <w:rPr>
          <w:rtl/>
        </w:rPr>
        <w:t>تھا كہ ہم خانہ خدا كى زيارت سے مشرف ہو</w:t>
      </w:r>
      <w:r w:rsidR="007D6C9B">
        <w:rPr>
          <w:rtl/>
        </w:rPr>
        <w:t xml:space="preserve">ں </w:t>
      </w:r>
      <w:r>
        <w:rPr>
          <w:rtl/>
        </w:rPr>
        <w:t>؟ پس اس وعدہ كا كيا ہوا؟ اور وہ رحمانى خواب كہا</w:t>
      </w:r>
      <w:r w:rsidR="007D6C9B">
        <w:rPr>
          <w:rtl/>
        </w:rPr>
        <w:t xml:space="preserve">ں </w:t>
      </w:r>
      <w:r>
        <w:rPr>
          <w:rtl/>
        </w:rPr>
        <w:t xml:space="preserve">چلا گيا؟ </w:t>
      </w:r>
    </w:p>
    <w:p w:rsidR="00DE2D7F" w:rsidRDefault="00DE2D7F" w:rsidP="00D07B54">
      <w:pPr>
        <w:pStyle w:val="libNormal"/>
        <w:rPr>
          <w:rtl/>
        </w:rPr>
      </w:pPr>
      <w:r>
        <w:rPr>
          <w:rtl/>
        </w:rPr>
        <w:t>پيغمبر اكرم (ص) نے اس سوال كے جواب مي</w:t>
      </w:r>
      <w:r w:rsidR="007D6C9B">
        <w:rPr>
          <w:rtl/>
        </w:rPr>
        <w:t xml:space="preserve">ں </w:t>
      </w:r>
      <w:r>
        <w:rPr>
          <w:rtl/>
        </w:rPr>
        <w:t>فرمايا:كيا مي</w:t>
      </w:r>
      <w:r w:rsidR="007D6C9B">
        <w:rPr>
          <w:rtl/>
        </w:rPr>
        <w:t xml:space="preserve">ں </w:t>
      </w:r>
      <w:r>
        <w:rPr>
          <w:rtl/>
        </w:rPr>
        <w:t>نے تمہي</w:t>
      </w:r>
      <w:r w:rsidR="007D6C9B">
        <w:rPr>
          <w:rtl/>
        </w:rPr>
        <w:t xml:space="preserve">ں </w:t>
      </w:r>
      <w:r>
        <w:rPr>
          <w:rtl/>
        </w:rPr>
        <w:t>يہ كہا تھا كہ يہ خواب اسى سال پورا ہوگا؟ اسى بارے مي</w:t>
      </w:r>
      <w:r w:rsidR="007D6C9B">
        <w:rPr>
          <w:rtl/>
        </w:rPr>
        <w:t xml:space="preserve">ں </w:t>
      </w:r>
      <w:r>
        <w:rPr>
          <w:rtl/>
        </w:rPr>
        <w:t>مدينہ كى طرف بازگشت كى راہ مي</w:t>
      </w:r>
      <w:r w:rsidR="007D6C9B">
        <w:rPr>
          <w:rtl/>
        </w:rPr>
        <w:t xml:space="preserve">ں </w:t>
      </w:r>
      <w:r>
        <w:rPr>
          <w:rtl/>
        </w:rPr>
        <w:t xml:space="preserve">وحى الہى نازل ہوئي اور تاكيد كى كہ يہ خواب سچا تھا او رايسا مسئلہ حتمى و قطعى اور انجام پانے والا ہے_ </w:t>
      </w:r>
    </w:p>
    <w:p w:rsidR="00DE2D7F" w:rsidRDefault="00DE2D7F" w:rsidP="00D07B54">
      <w:pPr>
        <w:pStyle w:val="libNormal"/>
        <w:rPr>
          <w:rtl/>
        </w:rPr>
      </w:pPr>
      <w:r>
        <w:rPr>
          <w:rtl/>
        </w:rPr>
        <w:t>ارشاد خدا وندعالم ہوتا ہے:''خد نے اپنے پيغمبر كو جو كچھ دكھلايا تھا وہ سچ اور حق تھا''_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فتح آيت</w:t>
      </w:r>
      <w:r w:rsidR="00E664BB">
        <w:rPr>
          <w:rtl/>
        </w:rPr>
        <w:t>27</w:t>
      </w:r>
      <w:r>
        <w:rPr>
          <w:rtl/>
        </w:rPr>
        <w:t xml:space="preserve"> </w:t>
      </w:r>
    </w:p>
    <w:p w:rsidR="00DB5E45" w:rsidRDefault="00C2634E"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اس كے بعد مزيد كہتا ہے: ''انشاء اللہ تم سب كے سب قطعى طور پر انتہائي امن وامان كے ساتھ اس حالت مي</w:t>
      </w:r>
      <w:r w:rsidR="007D6C9B">
        <w:rPr>
          <w:rtl/>
        </w:rPr>
        <w:t xml:space="preserve">ں </w:t>
      </w:r>
      <w:r>
        <w:rPr>
          <w:rtl/>
        </w:rPr>
        <w:t>كہ تم اپنے سرو</w:t>
      </w:r>
      <w:r w:rsidR="007D6C9B">
        <w:rPr>
          <w:rtl/>
        </w:rPr>
        <w:t xml:space="preserve">ں </w:t>
      </w:r>
      <w:r>
        <w:rPr>
          <w:rtl/>
        </w:rPr>
        <w:t>كو منڈوائے ہوئے ہو</w:t>
      </w:r>
      <w:r w:rsidR="007D6C9B">
        <w:rPr>
          <w:rtl/>
        </w:rPr>
        <w:t xml:space="preserve">ں </w:t>
      </w:r>
      <w:r>
        <w:rPr>
          <w:rtl/>
        </w:rPr>
        <w:t>گے، يا اپنے ناخنو</w:t>
      </w:r>
      <w:r w:rsidR="007D6C9B">
        <w:rPr>
          <w:rtl/>
        </w:rPr>
        <w:t xml:space="preserve">ں </w:t>
      </w:r>
      <w:r>
        <w:rPr>
          <w:rtl/>
        </w:rPr>
        <w:t>كو كٹوائے ہوئے ہو</w:t>
      </w:r>
      <w:r w:rsidR="007D6C9B">
        <w:rPr>
          <w:rtl/>
        </w:rPr>
        <w:t xml:space="preserve">ں </w:t>
      </w:r>
      <w:r>
        <w:rPr>
          <w:rtl/>
        </w:rPr>
        <w:t>گے مسجد الحرام مي</w:t>
      </w:r>
      <w:r w:rsidR="007D6C9B">
        <w:rPr>
          <w:rtl/>
        </w:rPr>
        <w:t xml:space="preserve">ں </w:t>
      </w:r>
      <w:r>
        <w:rPr>
          <w:rtl/>
        </w:rPr>
        <w:t>داخل ہو</w:t>
      </w:r>
      <w:r w:rsidR="007D6C9B">
        <w:rPr>
          <w:rtl/>
        </w:rPr>
        <w:t xml:space="preserve">ں </w:t>
      </w:r>
      <w:r>
        <w:rPr>
          <w:rtl/>
        </w:rPr>
        <w:t>گے اور كسى شخص سے تمہي</w:t>
      </w:r>
      <w:r w:rsidR="007D6C9B">
        <w:rPr>
          <w:rtl/>
        </w:rPr>
        <w:t xml:space="preserve">ں </w:t>
      </w:r>
      <w:r>
        <w:rPr>
          <w:rtl/>
        </w:rPr>
        <w:t>كوئي خوف ووحشت نہ ہوگي''_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B5E45" w:rsidRDefault="00DE2D7F" w:rsidP="00D07B54">
      <w:pPr>
        <w:pStyle w:val="Heading2Center"/>
        <w:rPr>
          <w:rtl/>
        </w:rPr>
      </w:pPr>
      <w:bookmarkStart w:id="397" w:name="_Toc7268794"/>
      <w:r>
        <w:rPr>
          <w:rtl/>
        </w:rPr>
        <w:t>مومنين كے دلو</w:t>
      </w:r>
      <w:r w:rsidR="007D6C9B">
        <w:rPr>
          <w:rtl/>
        </w:rPr>
        <w:t xml:space="preserve">ں </w:t>
      </w:r>
      <w:r>
        <w:rPr>
          <w:rtl/>
        </w:rPr>
        <w:t>پرنزول سكينہ</w:t>
      </w:r>
      <w:bookmarkEnd w:id="397"/>
      <w:r>
        <w:rPr>
          <w:rtl/>
        </w:rPr>
        <w:t xml:space="preserve"> </w:t>
      </w:r>
    </w:p>
    <w:p w:rsidR="00DE2D7F" w:rsidRDefault="00DE2D7F" w:rsidP="00D07B54">
      <w:pPr>
        <w:pStyle w:val="libNormal"/>
        <w:rPr>
          <w:rtl/>
        </w:rPr>
      </w:pPr>
      <w:r>
        <w:rPr>
          <w:rtl/>
        </w:rPr>
        <w:t>يہا</w:t>
      </w:r>
      <w:r w:rsidR="007D6C9B">
        <w:rPr>
          <w:rtl/>
        </w:rPr>
        <w:t xml:space="preserve">ں </w:t>
      </w:r>
      <w:r>
        <w:rPr>
          <w:rtl/>
        </w:rPr>
        <w:t>گذشتہ مي</w:t>
      </w:r>
      <w:r w:rsidR="007D6C9B">
        <w:rPr>
          <w:rtl/>
        </w:rPr>
        <w:t xml:space="preserve">ں </w:t>
      </w:r>
      <w:r>
        <w:rPr>
          <w:rtl/>
        </w:rPr>
        <w:t>جو كچھ بيا ن ہوا ہے،وہ اتنى عظيم نعمتي</w:t>
      </w:r>
      <w:r w:rsidR="007D6C9B">
        <w:rPr>
          <w:rtl/>
        </w:rPr>
        <w:t xml:space="preserve">ں </w:t>
      </w:r>
      <w:r>
        <w:rPr>
          <w:rtl/>
        </w:rPr>
        <w:t>تھي</w:t>
      </w:r>
      <w:r w:rsidR="007D6C9B">
        <w:rPr>
          <w:rtl/>
        </w:rPr>
        <w:t xml:space="preserve">ں </w:t>
      </w:r>
      <w:r>
        <w:rPr>
          <w:rtl/>
        </w:rPr>
        <w:t>جو خدا نے فتح مبين و (صلح حديبيہ) كے سائے مي</w:t>
      </w:r>
      <w:r w:rsidR="007D6C9B">
        <w:rPr>
          <w:rtl/>
        </w:rPr>
        <w:t xml:space="preserve">ں </w:t>
      </w:r>
      <w:r>
        <w:rPr>
          <w:rtl/>
        </w:rPr>
        <w:t>پيغمبر اكرم (ص) كو عطا فرمائي تھي</w:t>
      </w:r>
      <w:r w:rsidR="007D6C9B">
        <w:rPr>
          <w:rtl/>
        </w:rPr>
        <w:t xml:space="preserve">ں </w:t>
      </w:r>
      <w:r>
        <w:rPr>
          <w:rtl/>
        </w:rPr>
        <w:t>ليكن يہا</w:t>
      </w:r>
      <w:r w:rsidR="007D6C9B">
        <w:rPr>
          <w:rtl/>
        </w:rPr>
        <w:t xml:space="preserve">ں </w:t>
      </w:r>
      <w:r>
        <w:rPr>
          <w:rtl/>
        </w:rPr>
        <w:t>پراس عظيم نعمت كے بارے مي</w:t>
      </w:r>
      <w:r w:rsidR="007D6C9B">
        <w:rPr>
          <w:rtl/>
        </w:rPr>
        <w:t xml:space="preserve">ں </w:t>
      </w:r>
      <w:r>
        <w:rPr>
          <w:rtl/>
        </w:rPr>
        <w:t>بحث كى جارہى ہے جو اس نے تمام مئومنين كو مرحمت فرمائي ہے ، فرماتاہے : وہى تو ہے ، جس نے مومنين كے دلو</w:t>
      </w:r>
      <w:r w:rsidR="007D6C9B">
        <w:rPr>
          <w:rtl/>
        </w:rPr>
        <w:t xml:space="preserve">ں </w:t>
      </w:r>
      <w:r>
        <w:rPr>
          <w:rtl/>
        </w:rPr>
        <w:t>مي</w:t>
      </w:r>
      <w:r w:rsidR="007D6C9B">
        <w:rPr>
          <w:rtl/>
        </w:rPr>
        <w:t xml:space="preserve">ں </w:t>
      </w:r>
      <w:r>
        <w:rPr>
          <w:rtl/>
        </w:rPr>
        <w:t>سكون واطمينان نازل كيا، تاكہ ان كے ايمان مي</w:t>
      </w:r>
      <w:r w:rsidR="007D6C9B">
        <w:rPr>
          <w:rtl/>
        </w:rPr>
        <w:t xml:space="preserve">ں </w:t>
      </w:r>
      <w:r>
        <w:rPr>
          <w:rtl/>
        </w:rPr>
        <w:t xml:space="preserve">مزيد ايمان كا اضافہ كر'' </w:t>
      </w:r>
    </w:p>
    <w:p w:rsidR="00DE2D7F" w:rsidRDefault="00DE2D7F" w:rsidP="00D07B54">
      <w:pPr>
        <w:pStyle w:val="libNormal"/>
        <w:rPr>
          <w:rtl/>
        </w:rPr>
      </w:pPr>
      <w:r>
        <w:rPr>
          <w:rtl/>
        </w:rPr>
        <w:t>اور سكون واطمينان ان كے دلو</w:t>
      </w:r>
      <w:r w:rsidR="007D6C9B">
        <w:rPr>
          <w:rtl/>
        </w:rPr>
        <w:t xml:space="preserve">ں </w:t>
      </w:r>
      <w:r>
        <w:rPr>
          <w:rtl/>
        </w:rPr>
        <w:t>پر نازل كيو</w:t>
      </w:r>
      <w:r w:rsidR="007D6C9B">
        <w:rPr>
          <w:rtl/>
        </w:rPr>
        <w:t xml:space="preserve">ں </w:t>
      </w:r>
      <w:r>
        <w:rPr>
          <w:rtl/>
        </w:rPr>
        <w:t>نہ ہو'' در آنحاليكہ آسمانو</w:t>
      </w:r>
      <w:r w:rsidR="007D6C9B">
        <w:rPr>
          <w:rtl/>
        </w:rPr>
        <w:t xml:space="preserve">ں </w:t>
      </w:r>
      <w:r>
        <w:rPr>
          <w:rtl/>
        </w:rPr>
        <w:t>اور زمين كے لشكر خدا كےلئے ہي</w:t>
      </w:r>
      <w:r w:rsidR="007D6C9B">
        <w:rPr>
          <w:rtl/>
        </w:rPr>
        <w:t xml:space="preserve">ں </w:t>
      </w:r>
      <w:r>
        <w:rPr>
          <w:rtl/>
        </w:rPr>
        <w:t>اور وہ دا ناو حكيم ہے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B5E45" w:rsidRDefault="00DE2D7F" w:rsidP="00D07B54">
      <w:pPr>
        <w:pStyle w:val="Heading2Center"/>
        <w:rPr>
          <w:rtl/>
        </w:rPr>
      </w:pPr>
      <w:bookmarkStart w:id="398" w:name="_Toc7268795"/>
      <w:r>
        <w:rPr>
          <w:rtl/>
        </w:rPr>
        <w:t>يہ سكينہ كيا تھا ؟</w:t>
      </w:r>
      <w:bookmarkEnd w:id="398"/>
    </w:p>
    <w:p w:rsidR="00DE2D7F" w:rsidRDefault="00DE2D7F" w:rsidP="00D07B54">
      <w:pPr>
        <w:pStyle w:val="libNormal"/>
        <w:rPr>
          <w:rtl/>
        </w:rPr>
      </w:pPr>
      <w:r>
        <w:rPr>
          <w:rtl/>
        </w:rPr>
        <w:t xml:space="preserve"> ضرورى ہے كہ ہم پھر''صلح حديبيہ'' كى داستان كى طرف لوٹي</w:t>
      </w:r>
      <w:r w:rsidR="007D6C9B">
        <w:rPr>
          <w:rtl/>
        </w:rPr>
        <w:t xml:space="preserve">ں </w:t>
      </w:r>
      <w:r>
        <w:rPr>
          <w:rtl/>
        </w:rPr>
        <w:t>اور اپنے آپ كو'' صلح حديبيہ '' كى فضا مي</w:t>
      </w:r>
      <w:r w:rsidR="007D6C9B">
        <w:rPr>
          <w:rtl/>
        </w:rPr>
        <w:t xml:space="preserve">ں </w:t>
      </w:r>
      <w:r>
        <w:rPr>
          <w:rtl/>
        </w:rPr>
        <w:t>اور اس فضاء مي</w:t>
      </w:r>
      <w:r w:rsidR="007D6C9B">
        <w:rPr>
          <w:rtl/>
        </w:rPr>
        <w:t xml:space="preserve">ں </w:t>
      </w:r>
      <w:r>
        <w:rPr>
          <w:rtl/>
        </w:rPr>
        <w:t>جو صلح كے بعد پيدا ہوئي ، تصور كري</w:t>
      </w:r>
      <w:r w:rsidR="007D6C9B">
        <w:rPr>
          <w:rtl/>
        </w:rPr>
        <w:t xml:space="preserve">ں </w:t>
      </w:r>
      <w:r>
        <w:rPr>
          <w:rtl/>
        </w:rPr>
        <w:t>تاكہ آيت كے مفہوم كى گہرائي سے آشنا ہوسكي</w:t>
      </w:r>
      <w:r w:rsidR="007D6C9B">
        <w:rPr>
          <w:rtl/>
        </w:rPr>
        <w:t xml:space="preserve">ں </w:t>
      </w:r>
      <w:r>
        <w:rPr>
          <w:rtl/>
        </w:rPr>
        <w:t xml:space="preserve">_ </w:t>
      </w:r>
    </w:p>
    <w:p w:rsidR="00DE2D7F" w:rsidRDefault="00DE2D7F" w:rsidP="00D07B54">
      <w:pPr>
        <w:pStyle w:val="libNormal"/>
        <w:rPr>
          <w:rtl/>
        </w:rPr>
      </w:pPr>
      <w:r>
        <w:rPr>
          <w:rtl/>
        </w:rPr>
        <w:t>پيغمبر اكرم (ص) نے ايك خواب ديكھا تھا (ايك رئويائے الہى ورحماني) كہ آپ اپنے اصحاب كے ساتھ مسجد الحرام مي</w:t>
      </w:r>
      <w:r w:rsidR="007D6C9B">
        <w:rPr>
          <w:rtl/>
        </w:rPr>
        <w:t xml:space="preserve">ں </w:t>
      </w:r>
      <w:r>
        <w:rPr>
          <w:rtl/>
        </w:rPr>
        <w:t>داخل ہورہے ہي</w:t>
      </w:r>
      <w:r w:rsidR="007D6C9B">
        <w:rPr>
          <w:rtl/>
        </w:rPr>
        <w:t xml:space="preserve">ں </w:t>
      </w:r>
      <w:r>
        <w:rPr>
          <w:rtl/>
        </w:rPr>
        <w:t>اور اس كے بعد خان ہ خدا كى زيارت كے عزم كے ساتھ چل پڑے زيادہ تر صحابہ يہى خيال كرتے تھے كہ اس خواب اورر و يائے صالحہ كى تعبير اسى سفر مي</w:t>
      </w:r>
      <w:r w:rsidR="007D6C9B">
        <w:rPr>
          <w:rtl/>
        </w:rPr>
        <w:t xml:space="preserve">ں </w:t>
      </w:r>
      <w:r>
        <w:rPr>
          <w:rtl/>
        </w:rPr>
        <w:t>واقع ہوگي، حالانكہ مقدر مي</w:t>
      </w:r>
      <w:r w:rsidR="007D6C9B">
        <w:rPr>
          <w:rtl/>
        </w:rPr>
        <w:t xml:space="preserve">ں </w:t>
      </w:r>
      <w:r>
        <w:rPr>
          <w:rtl/>
        </w:rPr>
        <w:t xml:space="preserve">ايك دوسرى چيز تھى يہ ايك بات_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)سورہ فتح آيت</w:t>
      </w:r>
      <w:r w:rsidR="00E664BB">
        <w:rPr>
          <w:rtl/>
        </w:rPr>
        <w:t>27</w:t>
      </w:r>
      <w:r>
        <w:rPr>
          <w:rtl/>
        </w:rPr>
        <w:t xml:space="preserve"> </w:t>
      </w:r>
    </w:p>
    <w:p w:rsidR="00DE2D7F" w:rsidRDefault="00DE2D7F" w:rsidP="00D07B54">
      <w:pPr>
        <w:pStyle w:val="libFootnote"/>
        <w:rPr>
          <w:rtl/>
        </w:rPr>
      </w:pPr>
      <w:r>
        <w:rPr>
          <w:rtl/>
        </w:rPr>
        <w:t>(</w:t>
      </w:r>
      <w:r w:rsidR="00E664BB">
        <w:rPr>
          <w:rtl/>
        </w:rPr>
        <w:t>2</w:t>
      </w:r>
      <w:r>
        <w:rPr>
          <w:rtl/>
        </w:rPr>
        <w:t xml:space="preserve">)سورہ فتح آيت </w:t>
      </w:r>
      <w:r w:rsidR="00E664BB">
        <w:rPr>
          <w:rtl/>
        </w:rPr>
        <w:t>4</w:t>
      </w:r>
      <w:r>
        <w:rPr>
          <w:rtl/>
        </w:rPr>
        <w:t xml:space="preserve"> </w:t>
      </w:r>
    </w:p>
    <w:p w:rsidR="00DB5E45"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دوسرى طرف مسلمانو</w:t>
      </w:r>
      <w:r w:rsidR="007D6C9B">
        <w:rPr>
          <w:rtl/>
        </w:rPr>
        <w:t xml:space="preserve">ں </w:t>
      </w:r>
      <w:r>
        <w:rPr>
          <w:rtl/>
        </w:rPr>
        <w:t>نے احرام باندھا ہوا تھا، ليكن ان كى توقع كے بر خلاف خانہ خدا كى زيارت كى سعادت تك نصيب نہ ہوئي اور پيغمبر اكرم (ص) نے حكم دے ديا كہ مقام حديبيہ مي</w:t>
      </w:r>
      <w:r w:rsidR="007D6C9B">
        <w:rPr>
          <w:rtl/>
        </w:rPr>
        <w:t xml:space="preserve">ں </w:t>
      </w:r>
      <w:r>
        <w:rPr>
          <w:rtl/>
        </w:rPr>
        <w:t>ہى قربانى كے اونٹو</w:t>
      </w:r>
      <w:r w:rsidR="007D6C9B">
        <w:rPr>
          <w:rtl/>
        </w:rPr>
        <w:t xml:space="preserve">ں </w:t>
      </w:r>
      <w:r>
        <w:rPr>
          <w:rtl/>
        </w:rPr>
        <w:t>كو نحركہ دي</w:t>
      </w:r>
      <w:r w:rsidR="007D6C9B">
        <w:rPr>
          <w:rtl/>
        </w:rPr>
        <w:t xml:space="preserve">ں </w:t>
      </w:r>
      <w:r>
        <w:rPr>
          <w:rtl/>
        </w:rPr>
        <w:t>،كيونكہ ان كے آداب وسنن كا بھى اور اسلامى احكام ودستور كا بھى يہى تقاضا تھا كہ جب تك مناسك عمرہ كو انجام نہ دے لي</w:t>
      </w:r>
      <w:r w:rsidR="007D6C9B">
        <w:rPr>
          <w:rtl/>
        </w:rPr>
        <w:t xml:space="preserve">ں </w:t>
      </w:r>
      <w:r>
        <w:rPr>
          <w:rtl/>
        </w:rPr>
        <w:t>احرام سے باہر نہ نكلي</w:t>
      </w:r>
      <w:r w:rsidR="007D6C9B">
        <w:rPr>
          <w:rtl/>
        </w:rPr>
        <w:t xml:space="preserve">ں </w:t>
      </w:r>
      <w:r>
        <w:rPr>
          <w:rtl/>
        </w:rPr>
        <w:t xml:space="preserve">_ </w:t>
      </w:r>
    </w:p>
    <w:p w:rsidR="00DE2D7F" w:rsidRDefault="00DE2D7F" w:rsidP="00D07B54">
      <w:pPr>
        <w:pStyle w:val="libNormal"/>
        <w:rPr>
          <w:rtl/>
        </w:rPr>
      </w:pPr>
      <w:r>
        <w:rPr>
          <w:rtl/>
        </w:rPr>
        <w:t>تيسرى طرف حديبيہ كے صلح نامہ مي</w:t>
      </w:r>
      <w:r w:rsidR="007D6C9B">
        <w:rPr>
          <w:rtl/>
        </w:rPr>
        <w:t xml:space="preserve">ں </w:t>
      </w:r>
      <w:r>
        <w:rPr>
          <w:rtl/>
        </w:rPr>
        <w:t>كچھ ايسے امور تھے جن كے مطالب كو قبول كرنا بہت ہى دشوار تھا،منجملہ ان كے يہ كہ اگر قريش مي</w:t>
      </w:r>
      <w:r w:rsidR="007D6C9B">
        <w:rPr>
          <w:rtl/>
        </w:rPr>
        <w:t xml:space="preserve">ں </w:t>
      </w:r>
      <w:r>
        <w:rPr>
          <w:rtl/>
        </w:rPr>
        <w:t>سے كوئي شخص مسلمان ہوجائے اور مدينہ مي</w:t>
      </w:r>
      <w:r w:rsidR="007D6C9B">
        <w:rPr>
          <w:rtl/>
        </w:rPr>
        <w:t xml:space="preserve">ں </w:t>
      </w:r>
      <w:r>
        <w:rPr>
          <w:rtl/>
        </w:rPr>
        <w:t>پناہ لے لے تو مسلمان اسے اس كے گھروالو</w:t>
      </w:r>
      <w:r w:rsidR="007D6C9B">
        <w:rPr>
          <w:rtl/>
        </w:rPr>
        <w:t xml:space="preserve">ں </w:t>
      </w:r>
      <w:r>
        <w:rPr>
          <w:rtl/>
        </w:rPr>
        <w:t>كے سپرد كردي</w:t>
      </w:r>
      <w:r w:rsidR="007D6C9B">
        <w:rPr>
          <w:rtl/>
        </w:rPr>
        <w:t xml:space="preserve">ں </w:t>
      </w:r>
      <w:r>
        <w:rPr>
          <w:rtl/>
        </w:rPr>
        <w:t>گے،ليكن اس كے برعكس لازم نہي</w:t>
      </w:r>
      <w:r w:rsidR="007D6C9B">
        <w:rPr>
          <w:rtl/>
        </w:rPr>
        <w:t xml:space="preserve">ں </w:t>
      </w:r>
      <w:r>
        <w:rPr>
          <w:rtl/>
        </w:rPr>
        <w:t xml:space="preserve">تھا _ </w:t>
      </w:r>
    </w:p>
    <w:p w:rsidR="00DE2D7F" w:rsidRDefault="00DE2D7F" w:rsidP="00D07B54">
      <w:pPr>
        <w:pStyle w:val="libNormal"/>
        <w:rPr>
          <w:rtl/>
        </w:rPr>
      </w:pPr>
      <w:r>
        <w:rPr>
          <w:rtl/>
        </w:rPr>
        <w:t>چوتھى طرف صلح نامہ كى تحرير كے موقع پر قريش اس بات پر تيار نہ ہوئے كہ لفظ '' رسول اللہ'' محمد'' كے نام كے ساتھ لكھا جائے، اور قريش كے نمائندہ '' سہيل '' نے اصرار كركے اسے حذف كرايا ، يہا</w:t>
      </w:r>
      <w:r w:rsidR="007D6C9B">
        <w:rPr>
          <w:rtl/>
        </w:rPr>
        <w:t xml:space="preserve">ں </w:t>
      </w:r>
      <w:r>
        <w:rPr>
          <w:rtl/>
        </w:rPr>
        <w:t>تك كہ ''بسم اللہ الرحمن الرحيم'' كے لكھنے كى بھى موافقت نہ كى ،اور وہ يہى اصرار كرتا رہا كہ اس كے بجائے ''بسمك اللھم''لكھاجائے ، جو اہل مكہ كى عادت اور طريقہ كے مطابق تھاواضح رہے، كہ ان امور مي</w:t>
      </w:r>
      <w:r w:rsidR="007D6C9B">
        <w:rPr>
          <w:rtl/>
        </w:rPr>
        <w:t xml:space="preserve">ں </w:t>
      </w:r>
      <w:r>
        <w:rPr>
          <w:rtl/>
        </w:rPr>
        <w:t xml:space="preserve">سے ہر ايك عليحدہ عليحدہ ايك ناگوار امرتھا_ </w:t>
      </w:r>
    </w:p>
    <w:p w:rsidR="00DE2D7F" w:rsidRDefault="00DE2D7F" w:rsidP="00D07B54">
      <w:pPr>
        <w:pStyle w:val="libNormal"/>
        <w:rPr>
          <w:rtl/>
        </w:rPr>
      </w:pPr>
      <w:r>
        <w:rPr>
          <w:rtl/>
        </w:rPr>
        <w:t>چہ جائيكہ وہ سب كے سب مجموعى طور سے وہا</w:t>
      </w:r>
      <w:r w:rsidR="007D6C9B">
        <w:rPr>
          <w:rtl/>
        </w:rPr>
        <w:t xml:space="preserve">ں </w:t>
      </w:r>
      <w:r>
        <w:rPr>
          <w:rtl/>
        </w:rPr>
        <w:t>جاتے رہے، اسى لئے ضعيف الايمان ،لوگو</w:t>
      </w:r>
      <w:r w:rsidR="007D6C9B">
        <w:rPr>
          <w:rtl/>
        </w:rPr>
        <w:t xml:space="preserve">ں </w:t>
      </w:r>
      <w:r>
        <w:rPr>
          <w:rtl/>
        </w:rPr>
        <w:t>كے دل ڈگمگا گئے ،يہا</w:t>
      </w:r>
      <w:r w:rsidR="007D6C9B">
        <w:rPr>
          <w:rtl/>
        </w:rPr>
        <w:t xml:space="preserve">ں </w:t>
      </w:r>
      <w:r>
        <w:rPr>
          <w:rtl/>
        </w:rPr>
        <w:t xml:space="preserve">تك كہ جب سورہ فتح نازل ہوئي تو بعض نے تعجب كے ساتھ پوچھا :كونسى فتح ؟ </w:t>
      </w:r>
    </w:p>
    <w:p w:rsidR="00DE2D7F" w:rsidRDefault="00DE2D7F" w:rsidP="00D07B54">
      <w:pPr>
        <w:pStyle w:val="libNormal"/>
        <w:rPr>
          <w:rtl/>
        </w:rPr>
      </w:pPr>
      <w:r>
        <w:rPr>
          <w:rtl/>
        </w:rPr>
        <w:t>يہى وہ موقع ہے جب نصرت الہى كو مسلمانو</w:t>
      </w:r>
      <w:r w:rsidR="007D6C9B">
        <w:rPr>
          <w:rtl/>
        </w:rPr>
        <w:t xml:space="preserve">ں </w:t>
      </w:r>
      <w:r>
        <w:rPr>
          <w:rtl/>
        </w:rPr>
        <w:t>كے شامل حال ہونا چاہئے تھا اور سكون واطمينان ان كے دلو</w:t>
      </w:r>
      <w:r w:rsidR="007D6C9B">
        <w:rPr>
          <w:rtl/>
        </w:rPr>
        <w:t xml:space="preserve">ں </w:t>
      </w:r>
      <w:r>
        <w:rPr>
          <w:rtl/>
        </w:rPr>
        <w:t>مي</w:t>
      </w:r>
      <w:r w:rsidR="007D6C9B">
        <w:rPr>
          <w:rtl/>
        </w:rPr>
        <w:t xml:space="preserve">ں </w:t>
      </w:r>
      <w:r>
        <w:rPr>
          <w:rtl/>
        </w:rPr>
        <w:t>داخل ہوتا تھا نہ يہ كہ كوئي فتور اوركمزورى ان مي</w:t>
      </w:r>
      <w:r w:rsidR="007D6C9B">
        <w:rPr>
          <w:rtl/>
        </w:rPr>
        <w:t xml:space="preserve">ں </w:t>
      </w:r>
      <w:r>
        <w:rPr>
          <w:rtl/>
        </w:rPr>
        <w:t xml:space="preserve">پيداہوتى تھي_ </w:t>
      </w:r>
    </w:p>
    <w:p w:rsidR="00DE2D7F" w:rsidRDefault="00DE2D7F" w:rsidP="00D07B54">
      <w:pPr>
        <w:pStyle w:val="libNormal"/>
        <w:rPr>
          <w:rtl/>
        </w:rPr>
      </w:pPr>
      <w:r>
        <w:rPr>
          <w:rtl/>
        </w:rPr>
        <w:t>بلكہ ''ليزدادوا ايمانا مع ايمانھم''_ كے مصداق كى قوت ايمانى مي</w:t>
      </w:r>
      <w:r w:rsidR="007D6C9B">
        <w:rPr>
          <w:rtl/>
        </w:rPr>
        <w:t xml:space="preserve">ں </w:t>
      </w:r>
      <w:r>
        <w:rPr>
          <w:rtl/>
        </w:rPr>
        <w:t>اضافہ ہونا چاہئے تھا اوپر والى آيت ايسے حالات مي</w:t>
      </w:r>
      <w:r w:rsidR="007D6C9B">
        <w:rPr>
          <w:rtl/>
        </w:rPr>
        <w:t xml:space="preserve">ں </w:t>
      </w:r>
      <w:r>
        <w:rPr>
          <w:rtl/>
        </w:rPr>
        <w:t xml:space="preserve">نازل ہوئي _ </w:t>
      </w:r>
    </w:p>
    <w:p w:rsidR="00DE2D7F" w:rsidRDefault="00DE2D7F" w:rsidP="00D07B54">
      <w:pPr>
        <w:pStyle w:val="libNormal"/>
        <w:rPr>
          <w:rtl/>
        </w:rPr>
      </w:pPr>
      <w:r>
        <w:rPr>
          <w:rtl/>
        </w:rPr>
        <w:t>ممكن ہے اس سكون مي</w:t>
      </w:r>
      <w:r w:rsidR="007D6C9B">
        <w:rPr>
          <w:rtl/>
        </w:rPr>
        <w:t xml:space="preserve">ں </w:t>
      </w:r>
      <w:r>
        <w:rPr>
          <w:rtl/>
        </w:rPr>
        <w:t>اعتقادى پہلو ہو اور وہ اعتقاد مي</w:t>
      </w:r>
      <w:r w:rsidR="007D6C9B">
        <w:rPr>
          <w:rtl/>
        </w:rPr>
        <w:t xml:space="preserve">ں </w:t>
      </w:r>
      <w:r>
        <w:rPr>
          <w:rtl/>
        </w:rPr>
        <w:t>ڈگمگا نے سے بچائے ، يا اس مي</w:t>
      </w:r>
      <w:r w:rsidR="007D6C9B">
        <w:rPr>
          <w:rtl/>
        </w:rPr>
        <w:t xml:space="preserve">ں </w:t>
      </w:r>
      <w:r>
        <w:rPr>
          <w:rtl/>
        </w:rPr>
        <w:t xml:space="preserve">عملى پہلو ہواس طرح سے كہ وہ انسان كو ثبات قدم ، مقاومت اور صبر و شكيبائي بخشے _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E8643C" w:rsidRDefault="00DE2D7F" w:rsidP="00D07B54">
      <w:pPr>
        <w:pStyle w:val="Heading2Center"/>
        <w:rPr>
          <w:rtl/>
        </w:rPr>
      </w:pPr>
      <w:bookmarkStart w:id="399" w:name="_Toc7268796"/>
      <w:r>
        <w:rPr>
          <w:rtl/>
        </w:rPr>
        <w:t>پيچھے رہ جانے والو</w:t>
      </w:r>
      <w:r w:rsidR="007D6C9B">
        <w:rPr>
          <w:rtl/>
        </w:rPr>
        <w:t xml:space="preserve">ں </w:t>
      </w:r>
      <w:r>
        <w:rPr>
          <w:rtl/>
        </w:rPr>
        <w:t>كى عذر تراشي</w:t>
      </w:r>
      <w:bookmarkEnd w:id="399"/>
    </w:p>
    <w:p w:rsidR="00DE2D7F" w:rsidRDefault="00DE2D7F" w:rsidP="00D07B54">
      <w:pPr>
        <w:pStyle w:val="libNormal"/>
        <w:rPr>
          <w:rtl/>
        </w:rPr>
      </w:pPr>
      <w:r>
        <w:rPr>
          <w:rtl/>
        </w:rPr>
        <w:t xml:space="preserve"> گذشتہ صفحات مي</w:t>
      </w:r>
      <w:r w:rsidR="007D6C9B">
        <w:rPr>
          <w:rtl/>
        </w:rPr>
        <w:t xml:space="preserve">ں </w:t>
      </w:r>
      <w:r>
        <w:rPr>
          <w:rtl/>
        </w:rPr>
        <w:t>ہم بيان كرچكے ہي</w:t>
      </w:r>
      <w:r w:rsidR="007D6C9B">
        <w:rPr>
          <w:rtl/>
        </w:rPr>
        <w:t xml:space="preserve">ں </w:t>
      </w:r>
      <w:r>
        <w:rPr>
          <w:rtl/>
        </w:rPr>
        <w:t>كہ پيغمبر (ص) ايك ہزار چار سو مسلمانو</w:t>
      </w:r>
      <w:r w:rsidR="007D6C9B">
        <w:rPr>
          <w:rtl/>
        </w:rPr>
        <w:t xml:space="preserve">ں </w:t>
      </w:r>
      <w:r>
        <w:rPr>
          <w:rtl/>
        </w:rPr>
        <w:t xml:space="preserve">كے ساتھ مدينہ سے عمرہ كے ارادہ سے مكہ كى طرف روانہ ہوئے_ </w:t>
      </w:r>
    </w:p>
    <w:p w:rsidR="00DE2D7F" w:rsidRDefault="00DE2D7F" w:rsidP="00D07B54">
      <w:pPr>
        <w:pStyle w:val="libNormal"/>
        <w:rPr>
          <w:rtl/>
        </w:rPr>
      </w:pPr>
      <w:r>
        <w:rPr>
          <w:rtl/>
        </w:rPr>
        <w:t>پيغمبر(ص) كى طرف سے باديہ نشين قبائل مي</w:t>
      </w:r>
      <w:r w:rsidR="007D6C9B">
        <w:rPr>
          <w:rtl/>
        </w:rPr>
        <w:t xml:space="preserve">ں </w:t>
      </w:r>
      <w:r>
        <w:rPr>
          <w:rtl/>
        </w:rPr>
        <w:t>اعلان ہوا كہ وہ بھى سب كے سب كے ساتھ چلي</w:t>
      </w:r>
      <w:r w:rsidR="007D6C9B">
        <w:rPr>
          <w:rtl/>
        </w:rPr>
        <w:t xml:space="preserve">ں </w:t>
      </w:r>
      <w:r>
        <w:rPr>
          <w:rtl/>
        </w:rPr>
        <w:t>ليكن ضعيف الايمان لوگو</w:t>
      </w:r>
      <w:r w:rsidR="007D6C9B">
        <w:rPr>
          <w:rtl/>
        </w:rPr>
        <w:t xml:space="preserve">ں </w:t>
      </w:r>
      <w:r>
        <w:rPr>
          <w:rtl/>
        </w:rPr>
        <w:t>كے ايك گروہ نے اس حكم سے رو گردانى كرلي،اور ان كا تجزيہ تھا كہ يہ كيسے ممكن ہے كہ مسلمان اس سفر سے صحيح وسالم بچ كر نكل آئي</w:t>
      </w:r>
      <w:r w:rsidR="007D6C9B">
        <w:rPr>
          <w:rtl/>
        </w:rPr>
        <w:t xml:space="preserve">ں </w:t>
      </w:r>
      <w:r>
        <w:rPr>
          <w:rtl/>
        </w:rPr>
        <w:t>، حالانكہ كفار قريش پہلے ہى ہيجان واشتعال مي</w:t>
      </w:r>
      <w:r w:rsidR="007D6C9B">
        <w:rPr>
          <w:rtl/>
        </w:rPr>
        <w:t xml:space="preserve">ں </w:t>
      </w:r>
      <w:r>
        <w:rPr>
          <w:rtl/>
        </w:rPr>
        <w:t>تھے ، اور انھو</w:t>
      </w:r>
      <w:r w:rsidR="007D6C9B">
        <w:rPr>
          <w:rtl/>
        </w:rPr>
        <w:t xml:space="preserve">ں </w:t>
      </w:r>
      <w:r>
        <w:rPr>
          <w:rtl/>
        </w:rPr>
        <w:t>نے احدواحزاب كى جنگي</w:t>
      </w:r>
      <w:r w:rsidR="007D6C9B">
        <w:rPr>
          <w:rtl/>
        </w:rPr>
        <w:t xml:space="preserve">ں </w:t>
      </w:r>
      <w:r>
        <w:rPr>
          <w:rtl/>
        </w:rPr>
        <w:t>مدينہ كے قريب مسلمانو</w:t>
      </w:r>
      <w:r w:rsidR="007D6C9B">
        <w:rPr>
          <w:rtl/>
        </w:rPr>
        <w:t xml:space="preserve">ں </w:t>
      </w:r>
      <w:r>
        <w:rPr>
          <w:rtl/>
        </w:rPr>
        <w:t>پر تھوپ دى تھي</w:t>
      </w:r>
      <w:r w:rsidR="007D6C9B">
        <w:rPr>
          <w:rtl/>
        </w:rPr>
        <w:t xml:space="preserve">ں </w:t>
      </w:r>
      <w:r>
        <w:rPr>
          <w:rtl/>
        </w:rPr>
        <w:t>اب جبكہ يہ چھوٹا ساگروہ بغير ہتھيارو</w:t>
      </w:r>
      <w:r w:rsidR="007D6C9B">
        <w:rPr>
          <w:rtl/>
        </w:rPr>
        <w:t xml:space="preserve">ں </w:t>
      </w:r>
      <w:r>
        <w:rPr>
          <w:rtl/>
        </w:rPr>
        <w:t>كے اپنے پائو</w:t>
      </w:r>
      <w:r w:rsidR="007D6C9B">
        <w:rPr>
          <w:rtl/>
        </w:rPr>
        <w:t xml:space="preserve">ں </w:t>
      </w:r>
      <w:r>
        <w:rPr>
          <w:rtl/>
        </w:rPr>
        <w:t>سے چل كر مكہ كى طرف جارہا ہے ، گويا بھڑو</w:t>
      </w:r>
      <w:r w:rsidR="007D6C9B">
        <w:rPr>
          <w:rtl/>
        </w:rPr>
        <w:t xml:space="preserve">ں </w:t>
      </w:r>
      <w:r>
        <w:rPr>
          <w:rtl/>
        </w:rPr>
        <w:t>كے چھتہ كے پاس خود ہى پہنچ رہا ہے ، تو يہ كس طرح ممكن ہے كہ وہ اپنے گھرو</w:t>
      </w:r>
      <w:r w:rsidR="007D6C9B">
        <w:rPr>
          <w:rtl/>
        </w:rPr>
        <w:t xml:space="preserve">ں </w:t>
      </w:r>
      <w:r>
        <w:rPr>
          <w:rtl/>
        </w:rPr>
        <w:t>كى طرف واپس لوٹ آئي</w:t>
      </w:r>
      <w:r w:rsidR="007D6C9B">
        <w:rPr>
          <w:rtl/>
        </w:rPr>
        <w:t xml:space="preserve">ں </w:t>
      </w:r>
      <w:r>
        <w:rPr>
          <w:rtl/>
        </w:rPr>
        <w:t xml:space="preserve">گے ؟ </w:t>
      </w:r>
    </w:p>
    <w:p w:rsidR="00DE2D7F" w:rsidRDefault="00DE2D7F" w:rsidP="00D07B54">
      <w:pPr>
        <w:pStyle w:val="libNormal"/>
        <w:rPr>
          <w:rtl/>
        </w:rPr>
      </w:pPr>
      <w:r>
        <w:rPr>
          <w:rtl/>
        </w:rPr>
        <w:t>ليكن جب انھو</w:t>
      </w:r>
      <w:r w:rsidR="007D6C9B">
        <w:rPr>
          <w:rtl/>
        </w:rPr>
        <w:t xml:space="preserve">ں </w:t>
      </w:r>
      <w:r>
        <w:rPr>
          <w:rtl/>
        </w:rPr>
        <w:t>نے ديكھا كہ مسلمان كا ميابى كے ساتھ اور قابل ملا حظہ امتيازات كے ہمراہ جو انھو</w:t>
      </w:r>
      <w:r w:rsidR="007D6C9B">
        <w:rPr>
          <w:rtl/>
        </w:rPr>
        <w:t xml:space="preserve">ں </w:t>
      </w:r>
      <w:r>
        <w:rPr>
          <w:rtl/>
        </w:rPr>
        <w:t>نے صلح حديبيہ كے عہد وپيمان سے حاصل كئے تھے ، صحيح وسالم مدينہ كى طرف پلٹ آئے ہي</w:t>
      </w:r>
      <w:r w:rsidR="007D6C9B">
        <w:rPr>
          <w:rtl/>
        </w:rPr>
        <w:t xml:space="preserve">ں </w:t>
      </w:r>
      <w:r>
        <w:rPr>
          <w:rtl/>
        </w:rPr>
        <w:t>اور كسى كے نكسير تك بھى نہي</w:t>
      </w:r>
      <w:r w:rsidR="007D6C9B">
        <w:rPr>
          <w:rtl/>
        </w:rPr>
        <w:t xml:space="preserve">ں </w:t>
      </w:r>
      <w:r>
        <w:rPr>
          <w:rtl/>
        </w:rPr>
        <w:t>چھوٹى ، تو انہو</w:t>
      </w:r>
      <w:r w:rsidR="007D6C9B">
        <w:rPr>
          <w:rtl/>
        </w:rPr>
        <w:t xml:space="preserve">ں </w:t>
      </w:r>
      <w:r>
        <w:rPr>
          <w:rtl/>
        </w:rPr>
        <w:t>نے اپنى عظيم غلطى كا احساس كيا اور پيغمبر كى خدمت مي</w:t>
      </w:r>
      <w:r w:rsidR="007D6C9B">
        <w:rPr>
          <w:rtl/>
        </w:rPr>
        <w:t xml:space="preserve">ں </w:t>
      </w:r>
      <w:r>
        <w:rPr>
          <w:rtl/>
        </w:rPr>
        <w:t>حاضر ہوئے تاكہ كسى طرح كى عذر خواہى كركے اپنے فعل كى توجيہ كري</w:t>
      </w:r>
      <w:r w:rsidR="007D6C9B">
        <w:rPr>
          <w:rtl/>
        </w:rPr>
        <w:t xml:space="preserve">ں </w:t>
      </w:r>
      <w:r>
        <w:rPr>
          <w:rtl/>
        </w:rPr>
        <w:t>، اور پيغمبر اكرم (ص) سے استغفار كا تقاضا كري</w:t>
      </w:r>
      <w:r w:rsidR="007D6C9B">
        <w:rPr>
          <w:rtl/>
        </w:rPr>
        <w:t xml:space="preserve">ں </w:t>
      </w:r>
      <w:r>
        <w:rPr>
          <w:rtl/>
        </w:rPr>
        <w:t xml:space="preserve">_ </w:t>
      </w:r>
    </w:p>
    <w:p w:rsidR="00DE2D7F" w:rsidRDefault="00DE2D7F" w:rsidP="00D07B54">
      <w:pPr>
        <w:pStyle w:val="libNormal"/>
        <w:rPr>
          <w:rtl/>
        </w:rPr>
      </w:pPr>
      <w:r>
        <w:rPr>
          <w:rtl/>
        </w:rPr>
        <w:t>ليكن وحى نازل ہوئي اور ان كے اعمال سے پردہ اٹھاديا اور انھي</w:t>
      </w:r>
      <w:r w:rsidR="007D6C9B">
        <w:rPr>
          <w:rtl/>
        </w:rPr>
        <w:t xml:space="preserve">ں </w:t>
      </w:r>
      <w:r>
        <w:rPr>
          <w:rtl/>
        </w:rPr>
        <w:t xml:space="preserve">رسوا كيا _ </w:t>
      </w:r>
    </w:p>
    <w:p w:rsidR="00DE2D7F" w:rsidRDefault="00DE2D7F" w:rsidP="00D07B54">
      <w:pPr>
        <w:pStyle w:val="libNormal"/>
        <w:rPr>
          <w:rtl/>
        </w:rPr>
      </w:pPr>
      <w:r>
        <w:rPr>
          <w:rtl/>
        </w:rPr>
        <w:t>اس طرح سے منافقين اور مشركين كى سرنوشت كا ذكر كر نے كے بعد، يہا</w:t>
      </w:r>
      <w:r w:rsidR="007D6C9B">
        <w:rPr>
          <w:rtl/>
        </w:rPr>
        <w:t xml:space="preserve">ں </w:t>
      </w:r>
      <w:r>
        <w:rPr>
          <w:rtl/>
        </w:rPr>
        <w:t>پيچھے رہ جانے والے ضعيف الايمان لوگو</w:t>
      </w:r>
      <w:r w:rsidR="007D6C9B">
        <w:rPr>
          <w:rtl/>
        </w:rPr>
        <w:t xml:space="preserve">ں </w:t>
      </w:r>
      <w:r>
        <w:rPr>
          <w:rtl/>
        </w:rPr>
        <w:t>كى كيفيت كا بيان ہورہا ہے تاكہ اس بحث كى كڑيا</w:t>
      </w:r>
      <w:r w:rsidR="007D6C9B">
        <w:rPr>
          <w:rtl/>
        </w:rPr>
        <w:t xml:space="preserve">ں </w:t>
      </w:r>
      <w:r>
        <w:rPr>
          <w:rtl/>
        </w:rPr>
        <w:t>مكمل ہوجائي</w:t>
      </w:r>
      <w:r w:rsidR="007D6C9B">
        <w:rPr>
          <w:rtl/>
        </w:rPr>
        <w:t xml:space="preserve">ں </w:t>
      </w:r>
      <w:r>
        <w:rPr>
          <w:rtl/>
        </w:rPr>
        <w:t xml:space="preserve">_ </w:t>
      </w:r>
    </w:p>
    <w:p w:rsidR="00DE2D7F" w:rsidRDefault="00DE2D7F" w:rsidP="00D07B54">
      <w:pPr>
        <w:pStyle w:val="libNormal"/>
        <w:rPr>
          <w:rtl/>
        </w:rPr>
      </w:pPr>
      <w:r>
        <w:rPr>
          <w:rtl/>
        </w:rPr>
        <w:t>فرماتاہے '' عنقريب باديہ نشين اعراب مي</w:t>
      </w:r>
      <w:r w:rsidR="007D6C9B">
        <w:rPr>
          <w:rtl/>
        </w:rPr>
        <w:t xml:space="preserve">ں </w:t>
      </w:r>
      <w:r>
        <w:rPr>
          <w:rtl/>
        </w:rPr>
        <w:t>سے پيچھے رہ جانے والے عذر تراشى كرتے ہوئے كہي</w:t>
      </w:r>
      <w:r w:rsidR="007D6C9B">
        <w:rPr>
          <w:rtl/>
        </w:rPr>
        <w:t xml:space="preserve">ں </w:t>
      </w:r>
      <w:r>
        <w:rPr>
          <w:rtl/>
        </w:rPr>
        <w:t>گے: ہمارے مال ومتاع اور وہا</w:t>
      </w:r>
      <w:r w:rsidR="007D6C9B">
        <w:rPr>
          <w:rtl/>
        </w:rPr>
        <w:t xml:space="preserve">ں </w:t>
      </w:r>
      <w:r>
        <w:rPr>
          <w:rtl/>
        </w:rPr>
        <w:t>پر بچو</w:t>
      </w:r>
      <w:r w:rsidR="007D6C9B">
        <w:rPr>
          <w:rtl/>
        </w:rPr>
        <w:t xml:space="preserve">ں </w:t>
      </w:r>
      <w:r>
        <w:rPr>
          <w:rtl/>
        </w:rPr>
        <w:t>كى حفاظت نے ہمي</w:t>
      </w:r>
      <w:r w:rsidR="007D6C9B">
        <w:rPr>
          <w:rtl/>
        </w:rPr>
        <w:t xml:space="preserve">ں </w:t>
      </w:r>
      <w:r>
        <w:rPr>
          <w:rtl/>
        </w:rPr>
        <w:t>اپنى طرف مائل كرلياتھا، اور ہم اس پرُبركت سفر مي</w:t>
      </w:r>
      <w:r w:rsidR="007D6C9B">
        <w:rPr>
          <w:rtl/>
        </w:rPr>
        <w:t xml:space="preserve">ں </w:t>
      </w:r>
      <w:r>
        <w:rPr>
          <w:rtl/>
        </w:rPr>
        <w:t>آپ كى خدمت مي</w:t>
      </w:r>
      <w:r w:rsidR="007D6C9B">
        <w:rPr>
          <w:rtl/>
        </w:rPr>
        <w:t xml:space="preserve">ں </w:t>
      </w:r>
      <w:r>
        <w:rPr>
          <w:rtl/>
        </w:rPr>
        <w:t xml:space="preserve">نہ رہ سكے، رسالتماب (ص) ہمارے عذر كو قبول كرتے ہوئے ہمارے لئے طلب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بخشش كيجئے ،وہ اپنى زبان سے ايسى چيز كہہ رہے ہي</w:t>
      </w:r>
      <w:r w:rsidR="007D6C9B">
        <w:rPr>
          <w:rtl/>
        </w:rPr>
        <w:t xml:space="preserve">ں </w:t>
      </w:r>
      <w:r>
        <w:rPr>
          <w:rtl/>
        </w:rPr>
        <w:t>جو ان كے دل مي</w:t>
      </w:r>
      <w:r w:rsidR="007D6C9B">
        <w:rPr>
          <w:rtl/>
        </w:rPr>
        <w:t xml:space="preserve">ں </w:t>
      </w:r>
      <w:r>
        <w:rPr>
          <w:rtl/>
        </w:rPr>
        <w:t>نہي</w:t>
      </w:r>
      <w:r w:rsidR="007D6C9B">
        <w:rPr>
          <w:rtl/>
        </w:rPr>
        <w:t xml:space="preserve">ں </w:t>
      </w:r>
      <w:r>
        <w:rPr>
          <w:rtl/>
        </w:rPr>
        <w:t>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وہ تو اپنى توبہ تك مي</w:t>
      </w:r>
      <w:r w:rsidR="007D6C9B">
        <w:rPr>
          <w:rtl/>
        </w:rPr>
        <w:t xml:space="preserve">ں </w:t>
      </w:r>
      <w:r>
        <w:rPr>
          <w:rtl/>
        </w:rPr>
        <w:t>بھى مخلص، نہي</w:t>
      </w:r>
      <w:r w:rsidR="007D6C9B">
        <w:rPr>
          <w:rtl/>
        </w:rPr>
        <w:t xml:space="preserve">ں </w:t>
      </w:r>
      <w:r>
        <w:rPr>
          <w:rtl/>
        </w:rPr>
        <w:t>ہي</w:t>
      </w:r>
      <w:r w:rsidR="007D6C9B">
        <w:rPr>
          <w:rtl/>
        </w:rPr>
        <w:t xml:space="preserve">ں </w:t>
      </w:r>
      <w:r>
        <w:rPr>
          <w:rtl/>
        </w:rPr>
        <w:t xml:space="preserve">_ </w:t>
      </w:r>
    </w:p>
    <w:p w:rsidR="00DE2D7F" w:rsidRDefault="00DE2D7F" w:rsidP="00D07B54">
      <w:pPr>
        <w:pStyle w:val="libNormal"/>
        <w:rPr>
          <w:rtl/>
        </w:rPr>
      </w:pPr>
      <w:r>
        <w:rPr>
          <w:rtl/>
        </w:rPr>
        <w:t>ليكن ان سے كہہ ديجئے : ''خدا كے مقابلہ مي</w:t>
      </w:r>
      <w:r w:rsidR="007D6C9B">
        <w:rPr>
          <w:rtl/>
        </w:rPr>
        <w:t xml:space="preserve">ں </w:t>
      </w:r>
      <w:r>
        <w:rPr>
          <w:rtl/>
        </w:rPr>
        <w:t>اگر وہ تمہي</w:t>
      </w:r>
      <w:r w:rsidR="007D6C9B">
        <w:rPr>
          <w:rtl/>
        </w:rPr>
        <w:t xml:space="preserve">ں </w:t>
      </w:r>
      <w:r>
        <w:rPr>
          <w:rtl/>
        </w:rPr>
        <w:t>نقصان پہنچانا چاہے تو كس كى مجال ہے كہ وہ تمہارا دفاع كرسكے، اور اگر وہ تمہي</w:t>
      </w:r>
      <w:r w:rsidR="007D6C9B">
        <w:rPr>
          <w:rtl/>
        </w:rPr>
        <w:t xml:space="preserve">ں </w:t>
      </w:r>
      <w:r>
        <w:rPr>
          <w:rtl/>
        </w:rPr>
        <w:t>كچھ نفع پہنچانا چاہے تو كس مي</w:t>
      </w:r>
      <w:r w:rsidR="007D6C9B">
        <w:rPr>
          <w:rtl/>
        </w:rPr>
        <w:t xml:space="preserve">ں </w:t>
      </w:r>
      <w:r>
        <w:rPr>
          <w:rtl/>
        </w:rPr>
        <w:t xml:space="preserve">طاقت ہے، كہ اسے روك سكے ''_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خدا كے لئے يہ بات كسى طرح بھى مشكل نہي</w:t>
      </w:r>
      <w:r w:rsidR="007D6C9B">
        <w:rPr>
          <w:rtl/>
        </w:rPr>
        <w:t xml:space="preserve">ں </w:t>
      </w:r>
      <w:r>
        <w:rPr>
          <w:rtl/>
        </w:rPr>
        <w:t>ہے ، كہ تمہي</w:t>
      </w:r>
      <w:r w:rsidR="007D6C9B">
        <w:rPr>
          <w:rtl/>
        </w:rPr>
        <w:t xml:space="preserve">ں </w:t>
      </w:r>
      <w:r>
        <w:rPr>
          <w:rtl/>
        </w:rPr>
        <w:t>تمہارے امن وامان كے گھرو</w:t>
      </w:r>
      <w:r w:rsidR="007D6C9B">
        <w:rPr>
          <w:rtl/>
        </w:rPr>
        <w:t xml:space="preserve">ں </w:t>
      </w:r>
      <w:r>
        <w:rPr>
          <w:rtl/>
        </w:rPr>
        <w:t>مي</w:t>
      </w:r>
      <w:r w:rsidR="007D6C9B">
        <w:rPr>
          <w:rtl/>
        </w:rPr>
        <w:t xml:space="preserve">ں </w:t>
      </w:r>
      <w:r>
        <w:rPr>
          <w:rtl/>
        </w:rPr>
        <w:t>، بيوى بچو</w:t>
      </w:r>
      <w:r w:rsidR="007D6C9B">
        <w:rPr>
          <w:rtl/>
        </w:rPr>
        <w:t xml:space="preserve">ں </w:t>
      </w:r>
      <w:r>
        <w:rPr>
          <w:rtl/>
        </w:rPr>
        <w:t>اور مال ومنال كے پاس ،انواع واقسام كى بلائو</w:t>
      </w:r>
      <w:r w:rsidR="007D6C9B">
        <w:rPr>
          <w:rtl/>
        </w:rPr>
        <w:t xml:space="preserve">ں </w:t>
      </w:r>
      <w:r>
        <w:rPr>
          <w:rtl/>
        </w:rPr>
        <w:t>اور مصائب مي</w:t>
      </w:r>
      <w:r w:rsidR="007D6C9B">
        <w:rPr>
          <w:rtl/>
        </w:rPr>
        <w:t xml:space="preserve">ں </w:t>
      </w:r>
      <w:r>
        <w:rPr>
          <w:rtl/>
        </w:rPr>
        <w:t>گرفتار كردے ،اور اس كےلئے يہ بھى كوئي مشكل كام نہي</w:t>
      </w:r>
      <w:r w:rsidR="007D6C9B">
        <w:rPr>
          <w:rtl/>
        </w:rPr>
        <w:t xml:space="preserve">ں </w:t>
      </w:r>
      <w:r>
        <w:rPr>
          <w:rtl/>
        </w:rPr>
        <w:t>ہے كہ دشمنو</w:t>
      </w:r>
      <w:r w:rsidR="007D6C9B">
        <w:rPr>
          <w:rtl/>
        </w:rPr>
        <w:t xml:space="preserve">ں </w:t>
      </w:r>
      <w:r>
        <w:rPr>
          <w:rtl/>
        </w:rPr>
        <w:t>كے مركز مي</w:t>
      </w:r>
      <w:r w:rsidR="007D6C9B">
        <w:rPr>
          <w:rtl/>
        </w:rPr>
        <w:t xml:space="preserve">ں </w:t>
      </w:r>
      <w:r>
        <w:rPr>
          <w:rtl/>
        </w:rPr>
        <w:t>اور مخالفين كے گڑھ مي</w:t>
      </w:r>
      <w:r w:rsidR="007D6C9B">
        <w:rPr>
          <w:rtl/>
        </w:rPr>
        <w:t xml:space="preserve">ں </w:t>
      </w:r>
      <w:r>
        <w:rPr>
          <w:rtl/>
        </w:rPr>
        <w:t>تمہي</w:t>
      </w:r>
      <w:r w:rsidR="007D6C9B">
        <w:rPr>
          <w:rtl/>
        </w:rPr>
        <w:t xml:space="preserve">ں </w:t>
      </w:r>
      <w:r>
        <w:rPr>
          <w:rtl/>
        </w:rPr>
        <w:t>ہر قسم كے گزندسے محفوظ ركھے، يہ تمہارى قدرت خدا كے بارے مي</w:t>
      </w:r>
      <w:r w:rsidR="007D6C9B">
        <w:rPr>
          <w:rtl/>
        </w:rPr>
        <w:t xml:space="preserve">ں </w:t>
      </w:r>
      <w:r>
        <w:rPr>
          <w:rtl/>
        </w:rPr>
        <w:t>جہالت اور بے خبرى ہے جو تمہارى نظر مي</w:t>
      </w:r>
      <w:r w:rsidR="007D6C9B">
        <w:rPr>
          <w:rtl/>
        </w:rPr>
        <w:t xml:space="preserve">ں </w:t>
      </w:r>
      <w:r>
        <w:rPr>
          <w:rtl/>
        </w:rPr>
        <w:t xml:space="preserve">اس قسم كے انكار كو جگہ ديتى ہے _ </w:t>
      </w:r>
    </w:p>
    <w:p w:rsidR="00DE2D7F" w:rsidRDefault="00DE2D7F" w:rsidP="00D07B54">
      <w:pPr>
        <w:pStyle w:val="libNormal"/>
        <w:rPr>
          <w:rtl/>
        </w:rPr>
      </w:pPr>
      <w:r>
        <w:rPr>
          <w:rtl/>
        </w:rPr>
        <w:t>ہا</w:t>
      </w:r>
      <w:r w:rsidR="007D6C9B">
        <w:rPr>
          <w:rtl/>
        </w:rPr>
        <w:t xml:space="preserve">ں </w:t>
      </w:r>
      <w:r>
        <w:rPr>
          <w:rtl/>
        </w:rPr>
        <w:t>، خدا ان تمام اعمال سے جنھي</w:t>
      </w:r>
      <w:r w:rsidR="007D6C9B">
        <w:rPr>
          <w:rtl/>
        </w:rPr>
        <w:t xml:space="preserve">ں </w:t>
      </w:r>
      <w:r>
        <w:rPr>
          <w:rtl/>
        </w:rPr>
        <w:t>تم انجام ديتے ہو باخبر اور آگاہ ہے ''</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r>
        <w:rPr>
          <w:rtl/>
        </w:rPr>
        <w:t>بلكہ وہ تو تمہارے سينو</w:t>
      </w:r>
      <w:r w:rsidR="007D6C9B">
        <w:rPr>
          <w:rtl/>
        </w:rPr>
        <w:t xml:space="preserve">ں </w:t>
      </w:r>
      <w:r>
        <w:rPr>
          <w:rtl/>
        </w:rPr>
        <w:t>كے اندر كے اسرار اور تمہارى نيتو</w:t>
      </w:r>
      <w:r w:rsidR="007D6C9B">
        <w:rPr>
          <w:rtl/>
        </w:rPr>
        <w:t xml:space="preserve">ں </w:t>
      </w:r>
      <w:r>
        <w:rPr>
          <w:rtl/>
        </w:rPr>
        <w:t>سے بھى اچھى طرح باخبر ہے ، وہ اچھى طرح جانتا ہے كہ يہ عذر اور بہانے واقعيت اور حقيقت نہي</w:t>
      </w:r>
      <w:r w:rsidR="007D6C9B">
        <w:rPr>
          <w:rtl/>
        </w:rPr>
        <w:t xml:space="preserve">ں </w:t>
      </w:r>
      <w:r>
        <w:rPr>
          <w:rtl/>
        </w:rPr>
        <w:t>ركھتے اور جو اصل حقيقت اور واقعيت ہے وہ تمہارى شك و تريد، خوف وخطر اور ضعف ايمان ہے ، اور يہ عذر تراشيا</w:t>
      </w:r>
      <w:r w:rsidR="007D6C9B">
        <w:rPr>
          <w:rtl/>
        </w:rPr>
        <w:t xml:space="preserve">ں </w:t>
      </w:r>
      <w:r>
        <w:rPr>
          <w:rtl/>
        </w:rPr>
        <w:t>خدا سے مخفى نہي</w:t>
      </w:r>
      <w:r w:rsidR="007D6C9B">
        <w:rPr>
          <w:rtl/>
        </w:rPr>
        <w:t xml:space="preserve">ں </w:t>
      </w:r>
      <w:r>
        <w:rPr>
          <w:rtl/>
        </w:rPr>
        <w:t>رہتي</w:t>
      </w:r>
      <w:r w:rsidR="007D6C9B">
        <w:rPr>
          <w:rtl/>
        </w:rPr>
        <w:t xml:space="preserve">ں </w:t>
      </w:r>
      <w:r>
        <w:rPr>
          <w:rtl/>
        </w:rPr>
        <w:t>، اور يہ ہرگز تمہارى سزا كو نہي</w:t>
      </w:r>
      <w:r w:rsidR="007D6C9B">
        <w:rPr>
          <w:rtl/>
        </w:rPr>
        <w:t xml:space="preserve">ں </w:t>
      </w:r>
      <w:r>
        <w:rPr>
          <w:rtl/>
        </w:rPr>
        <w:t>روكي</w:t>
      </w:r>
      <w:r w:rsidR="007D6C9B">
        <w:rPr>
          <w:rtl/>
        </w:rPr>
        <w:t xml:space="preserve">ں </w:t>
      </w:r>
      <w:r>
        <w:rPr>
          <w:rtl/>
        </w:rPr>
        <w:t xml:space="preserve">گى _ </w:t>
      </w:r>
    </w:p>
    <w:p w:rsidR="00DE2D7F" w:rsidRDefault="00DE2D7F" w:rsidP="00D07B54">
      <w:pPr>
        <w:pStyle w:val="libNormal"/>
        <w:rPr>
          <w:rtl/>
        </w:rPr>
      </w:pPr>
      <w:r>
        <w:rPr>
          <w:rtl/>
        </w:rPr>
        <w:t>قابل توجہ بات يہ ہے كہ قرآن كے لب ولہجہ سے بھى اور تواريخ سے بھى يہى معلوم ہوتا ہے كہ يہ وحى الہى پيغمبر (ص) كى مدينہ كى طرف بازگشت كے دوران نازل ہوئي، يعنى اس سے پہلے كہ پيچھے رہ جانے والے آئي</w:t>
      </w:r>
      <w:r w:rsidR="007D6C9B">
        <w:rPr>
          <w:rtl/>
        </w:rPr>
        <w:t xml:space="preserve">ں </w:t>
      </w:r>
      <w:r>
        <w:rPr>
          <w:rtl/>
        </w:rPr>
        <w:t>اورعذر تراشى كري</w:t>
      </w:r>
      <w:r w:rsidR="007D6C9B">
        <w:rPr>
          <w:rtl/>
        </w:rPr>
        <w:t xml:space="preserve">ں </w:t>
      </w:r>
      <w:r>
        <w:rPr>
          <w:rtl/>
        </w:rPr>
        <w:t>، ان كے كام سے پردہ اٹھاديا گيا اور انھي</w:t>
      </w:r>
      <w:r w:rsidR="007D6C9B">
        <w:rPr>
          <w:rtl/>
        </w:rPr>
        <w:t xml:space="preserve">ں </w:t>
      </w:r>
      <w:r>
        <w:rPr>
          <w:rtl/>
        </w:rPr>
        <w:t xml:space="preserve">رسوا كرديا _ </w:t>
      </w:r>
    </w:p>
    <w:p w:rsidR="00DE2D7F" w:rsidRDefault="00DE2D7F" w:rsidP="00D07B54">
      <w:pPr>
        <w:pStyle w:val="libNormal"/>
        <w:rPr>
          <w:rtl/>
        </w:rPr>
      </w:pPr>
      <w:r>
        <w:rPr>
          <w:rtl/>
        </w:rPr>
        <w:t xml:space="preserve">قرآن اس كے بعد مزيد وضاحت كے لئے مكمل طور پر پردے ہٹاكر مزيد كہتا ہے :''بلكہ تم نے تو يہ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فتح آيت </w:t>
      </w:r>
      <w:r w:rsidR="00E664BB">
        <w:rPr>
          <w:rtl/>
        </w:rPr>
        <w:t>11</w:t>
      </w:r>
      <w:r>
        <w:rPr>
          <w:rtl/>
        </w:rPr>
        <w:t xml:space="preserve"> </w:t>
      </w:r>
    </w:p>
    <w:p w:rsidR="00DE2D7F" w:rsidRDefault="00DE2D7F" w:rsidP="00D07B54">
      <w:pPr>
        <w:pStyle w:val="libFootnote"/>
        <w:rPr>
          <w:rtl/>
        </w:rPr>
      </w:pPr>
      <w:r>
        <w:rPr>
          <w:rtl/>
        </w:rPr>
        <w:t>(</w:t>
      </w:r>
      <w:r w:rsidR="00E664BB">
        <w:rPr>
          <w:rtl/>
        </w:rPr>
        <w:t>2</w:t>
      </w:r>
      <w:r>
        <w:rPr>
          <w:rtl/>
        </w:rPr>
        <w:t xml:space="preserve">) سورہ فتح آيت </w:t>
      </w:r>
      <w:r w:rsidR="00E664BB">
        <w:rPr>
          <w:rtl/>
        </w:rPr>
        <w:t>11</w:t>
      </w:r>
      <w:r>
        <w:rPr>
          <w:rtl/>
        </w:rPr>
        <w:t xml:space="preserve"> </w:t>
      </w:r>
    </w:p>
    <w:p w:rsidR="00DE2D7F" w:rsidRDefault="00DE2D7F" w:rsidP="00D07B54">
      <w:pPr>
        <w:pStyle w:val="libFootnote"/>
        <w:rPr>
          <w:rtl/>
        </w:rPr>
      </w:pPr>
      <w:r>
        <w:rPr>
          <w:rtl/>
        </w:rPr>
        <w:t>(</w:t>
      </w:r>
      <w:r w:rsidR="00E664BB">
        <w:rPr>
          <w:rtl/>
        </w:rPr>
        <w:t>3</w:t>
      </w:r>
      <w:r>
        <w:rPr>
          <w:rtl/>
        </w:rPr>
        <w:t xml:space="preserve">) سورہ فتح آيت </w:t>
      </w:r>
      <w:r w:rsidR="00E664BB">
        <w:rPr>
          <w:rtl/>
        </w:rPr>
        <w:t>11</w:t>
      </w:r>
      <w:r>
        <w:rPr>
          <w:rtl/>
        </w:rPr>
        <w:t xml:space="preserve"> </w:t>
      </w:r>
    </w:p>
    <w:p w:rsidR="00E8643C"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گمان كرليا تھا كہ پيغمبر اكرم (ص) اور مومنين ہرگز اپنے گھروالو</w:t>
      </w:r>
      <w:r w:rsidR="007D6C9B">
        <w:rPr>
          <w:rtl/>
        </w:rPr>
        <w:t xml:space="preserve">ں </w:t>
      </w:r>
      <w:r>
        <w:rPr>
          <w:rtl/>
        </w:rPr>
        <w:t>كى طرف پلٹ كرنہي</w:t>
      </w:r>
      <w:r w:rsidR="007D6C9B">
        <w:rPr>
          <w:rtl/>
        </w:rPr>
        <w:t xml:space="preserve">ں </w:t>
      </w:r>
      <w:r>
        <w:rPr>
          <w:rtl/>
        </w:rPr>
        <w:t>آئي</w:t>
      </w:r>
      <w:r w:rsidR="007D6C9B">
        <w:rPr>
          <w:rtl/>
        </w:rPr>
        <w:t xml:space="preserve">ں </w:t>
      </w:r>
      <w:r>
        <w:rPr>
          <w:rtl/>
        </w:rPr>
        <w:t>گے''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ہا</w:t>
      </w:r>
      <w:r w:rsidR="007D6C9B">
        <w:rPr>
          <w:rtl/>
        </w:rPr>
        <w:t xml:space="preserve">ں </w:t>
      </w:r>
      <w:r>
        <w:rPr>
          <w:rtl/>
        </w:rPr>
        <w:t>، اس تاريخى سفر مي</w:t>
      </w:r>
      <w:r w:rsidR="007D6C9B">
        <w:rPr>
          <w:rtl/>
        </w:rPr>
        <w:t xml:space="preserve">ں </w:t>
      </w:r>
      <w:r>
        <w:rPr>
          <w:rtl/>
        </w:rPr>
        <w:t>تمہارے شريك نہ ہونے كا سبب ، اموال اور بيوى بچو</w:t>
      </w:r>
      <w:r w:rsidR="007D6C9B">
        <w:rPr>
          <w:rtl/>
        </w:rPr>
        <w:t xml:space="preserve">ں </w:t>
      </w:r>
      <w:r>
        <w:rPr>
          <w:rtl/>
        </w:rPr>
        <w:t>كا مسئلہ نہي</w:t>
      </w:r>
      <w:r w:rsidR="007D6C9B">
        <w:rPr>
          <w:rtl/>
        </w:rPr>
        <w:t xml:space="preserve">ں </w:t>
      </w:r>
      <w:r>
        <w:rPr>
          <w:rtl/>
        </w:rPr>
        <w:t>تھا، بلكہ اس كا اصلى عامل وہ سوء ظن تھا جو تم خدا كے بارے مي</w:t>
      </w:r>
      <w:r w:rsidR="007D6C9B">
        <w:rPr>
          <w:rtl/>
        </w:rPr>
        <w:t xml:space="preserve">ں </w:t>
      </w:r>
      <w:r>
        <w:rPr>
          <w:rtl/>
        </w:rPr>
        <w:t>ركھتے تھے، اور اپنے غلط اندازو</w:t>
      </w:r>
      <w:r w:rsidR="007D6C9B">
        <w:rPr>
          <w:rtl/>
        </w:rPr>
        <w:t xml:space="preserve">ں </w:t>
      </w:r>
      <w:r>
        <w:rPr>
          <w:rtl/>
        </w:rPr>
        <w:t>كى وجہ سے يہ سوچتے تھے كہ يہ سفر پيغمبر اكرم (ص) كے ختم ہونے كا سفر ہے اور كيونكہ شيطانى وسوسہ تمہارے دلو</w:t>
      </w:r>
      <w:r w:rsidR="007D6C9B">
        <w:rPr>
          <w:rtl/>
        </w:rPr>
        <w:t xml:space="preserve">ں </w:t>
      </w:r>
      <w:r>
        <w:rPr>
          <w:rtl/>
        </w:rPr>
        <w:t>مي</w:t>
      </w:r>
      <w:r w:rsidR="007D6C9B">
        <w:rPr>
          <w:rtl/>
        </w:rPr>
        <w:t xml:space="preserve">ں </w:t>
      </w:r>
      <w:r>
        <w:rPr>
          <w:rtl/>
        </w:rPr>
        <w:t>زينت پاچكے تھے ،اور يہ تم نے برا گمان كيا''_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كيونكہ تم يہ سوچ رہے تھے كہ خدا نے پيغمبر اكرم (ص) كو اس سفر مي</w:t>
      </w:r>
      <w:r w:rsidR="007D6C9B">
        <w:rPr>
          <w:rtl/>
        </w:rPr>
        <w:t xml:space="preserve">ں </w:t>
      </w:r>
      <w:r>
        <w:rPr>
          <w:rtl/>
        </w:rPr>
        <w:t>بھيج كر انھي</w:t>
      </w:r>
      <w:r w:rsidR="007D6C9B">
        <w:rPr>
          <w:rtl/>
        </w:rPr>
        <w:t xml:space="preserve">ں </w:t>
      </w:r>
      <w:r>
        <w:rPr>
          <w:rtl/>
        </w:rPr>
        <w:t>دشمن كے چنگل مي</w:t>
      </w:r>
      <w:r w:rsidR="007D6C9B">
        <w:rPr>
          <w:rtl/>
        </w:rPr>
        <w:t xml:space="preserve">ں </w:t>
      </w:r>
      <w:r>
        <w:rPr>
          <w:rtl/>
        </w:rPr>
        <w:t>دےديا ہے ، اور ان كى حمايت نہي</w:t>
      </w:r>
      <w:r w:rsidR="007D6C9B">
        <w:rPr>
          <w:rtl/>
        </w:rPr>
        <w:t xml:space="preserve">ں </w:t>
      </w:r>
      <w:r>
        <w:rPr>
          <w:rtl/>
        </w:rPr>
        <w:t>كرے گا ،'' اور انجام كار تم ہلاك ہوگئے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اس سے بدتر ہلاكت اور كيا ہوگى كہ تم اس تاريخى سفر مي</w:t>
      </w:r>
      <w:r w:rsidR="007D6C9B">
        <w:rPr>
          <w:rtl/>
        </w:rPr>
        <w:t xml:space="preserve">ں </w:t>
      </w:r>
      <w:r>
        <w:rPr>
          <w:rtl/>
        </w:rPr>
        <w:t>شركت ، بيعت رضوان، اور دوسرے افتخارات واعزازات سے محروم رہ گئے، اور اس كے پيچھے عظيم رسوائي تھى اور آئندہ كے لئے آخرت كادردناك عذاب ہے ، ہا</w:t>
      </w:r>
      <w:r w:rsidR="007D6C9B">
        <w:rPr>
          <w:rtl/>
        </w:rPr>
        <w:t xml:space="preserve">ں </w:t>
      </w:r>
      <w:r>
        <w:rPr>
          <w:rtl/>
        </w:rPr>
        <w:t>تمہارے دل مردہ تھے اس لئے تم اس قسم كى صورت حال مي</w:t>
      </w:r>
      <w:r w:rsidR="007D6C9B">
        <w:rPr>
          <w:rtl/>
        </w:rPr>
        <w:t xml:space="preserve">ں </w:t>
      </w:r>
      <w:r>
        <w:rPr>
          <w:rtl/>
        </w:rPr>
        <w:t xml:space="preserve">گرفتار ہوئے_ </w:t>
      </w:r>
    </w:p>
    <w:p w:rsidR="00E8643C" w:rsidRDefault="00DE2D7F" w:rsidP="00D07B54">
      <w:pPr>
        <w:pStyle w:val="Heading2Center"/>
        <w:rPr>
          <w:rtl/>
        </w:rPr>
      </w:pPr>
      <w:bookmarkStart w:id="400" w:name="_Toc7268797"/>
      <w:r>
        <w:rPr>
          <w:rtl/>
        </w:rPr>
        <w:t>اگر حديبيہ مي</w:t>
      </w:r>
      <w:r w:rsidR="007D6C9B">
        <w:rPr>
          <w:rtl/>
        </w:rPr>
        <w:t xml:space="preserve">ں </w:t>
      </w:r>
      <w:r>
        <w:rPr>
          <w:rtl/>
        </w:rPr>
        <w:t>جنگ ہوجاتي</w:t>
      </w:r>
      <w:bookmarkEnd w:id="400"/>
    </w:p>
    <w:p w:rsidR="00DE2D7F" w:rsidRDefault="00DE2D7F" w:rsidP="00D07B54">
      <w:pPr>
        <w:pStyle w:val="libNormal"/>
        <w:rPr>
          <w:rtl/>
        </w:rPr>
      </w:pPr>
      <w:r>
        <w:rPr>
          <w:rtl/>
        </w:rPr>
        <w:t xml:space="preserve"> قرآن اسى طرح سے '' حديبيہ'' كے عظيم ماجرے كے كچھ دوسرے پہلوو </w:t>
      </w:r>
      <w:r w:rsidR="007D6C9B">
        <w:rPr>
          <w:rtl/>
        </w:rPr>
        <w:t xml:space="preserve">ں </w:t>
      </w:r>
      <w:r>
        <w:rPr>
          <w:rtl/>
        </w:rPr>
        <w:t>كو بيان كرتے ہوئے، اور اس سلسلہ مي</w:t>
      </w:r>
      <w:r w:rsidR="007D6C9B">
        <w:rPr>
          <w:rtl/>
        </w:rPr>
        <w:t xml:space="preserve">ں </w:t>
      </w:r>
      <w:r>
        <w:rPr>
          <w:rtl/>
        </w:rPr>
        <w:t>دو اہم نكتو</w:t>
      </w:r>
      <w:r w:rsidR="007D6C9B">
        <w:rPr>
          <w:rtl/>
        </w:rPr>
        <w:t xml:space="preserve">ں </w:t>
      </w:r>
      <w:r>
        <w:rPr>
          <w:rtl/>
        </w:rPr>
        <w:t xml:space="preserve">كى طرف اشارہ كررہا ہے_ </w:t>
      </w:r>
    </w:p>
    <w:p w:rsidR="00DE2D7F" w:rsidRDefault="00DE2D7F" w:rsidP="00D07B54">
      <w:pPr>
        <w:pStyle w:val="libNormal"/>
        <w:rPr>
          <w:rtl/>
        </w:rPr>
      </w:pPr>
      <w:r>
        <w:rPr>
          <w:rtl/>
        </w:rPr>
        <w:t>پہلا يہ كہ يہ خيال نہ كرو كہ سرزمين '' حديبيہ '' مي</w:t>
      </w:r>
      <w:r w:rsidR="007D6C9B">
        <w:rPr>
          <w:rtl/>
        </w:rPr>
        <w:t xml:space="preserve">ں </w:t>
      </w:r>
      <w:r>
        <w:rPr>
          <w:rtl/>
        </w:rPr>
        <w:t>تمہارے اور مشركين مكہ كے درميان جنگ چھڑجاتى تو مشركين جنگ مي</w:t>
      </w:r>
      <w:r w:rsidR="007D6C9B">
        <w:rPr>
          <w:rtl/>
        </w:rPr>
        <w:t xml:space="preserve">ں </w:t>
      </w:r>
      <w:r>
        <w:rPr>
          <w:rtl/>
        </w:rPr>
        <w:t>بازى لے جاتے، ايسا نہي</w:t>
      </w:r>
      <w:r w:rsidR="007D6C9B">
        <w:rPr>
          <w:rtl/>
        </w:rPr>
        <w:t xml:space="preserve">ں </w:t>
      </w:r>
      <w:r>
        <w:rPr>
          <w:rtl/>
        </w:rPr>
        <w:t>ہے ، اكثر كفار تمہارے ساتھ وہا</w:t>
      </w:r>
      <w:r w:rsidR="007D6C9B">
        <w:rPr>
          <w:rtl/>
        </w:rPr>
        <w:t xml:space="preserve">ں </w:t>
      </w:r>
      <w:r>
        <w:rPr>
          <w:rtl/>
        </w:rPr>
        <w:t>جنگ كرتے تو بہت جلدى پيٹھ پھير كر بھاگ جاتے ، اور پھر كوئي ولى وياورنہ پاتے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اور يہ بات صرف تم تك ہى منحصر نہي</w:t>
      </w:r>
      <w:r w:rsidR="007D6C9B">
        <w:rPr>
          <w:rtl/>
        </w:rPr>
        <w:t xml:space="preserve">ں </w:t>
      </w:r>
      <w:r>
        <w:rPr>
          <w:rtl/>
        </w:rPr>
        <w:t>ہے ، '' يہ تو ايك سنت الہى ہے ،جو پہلے بھى يہى تھى اور تم سنت الہى مي</w:t>
      </w:r>
      <w:r w:rsidR="007D6C9B">
        <w:rPr>
          <w:rtl/>
        </w:rPr>
        <w:t xml:space="preserve">ں </w:t>
      </w:r>
      <w:r>
        <w:rPr>
          <w:rtl/>
        </w:rPr>
        <w:t>ہرگز تغيرو تبديلى نہ پائو گے_</w:t>
      </w:r>
      <w:r w:rsidRPr="00AD1EF3">
        <w:rPr>
          <w:rStyle w:val="libFootnotenumChar"/>
          <w:rtl/>
        </w:rPr>
        <w:t>(</w:t>
      </w:r>
      <w:r w:rsidR="00E664BB" w:rsidRPr="00AD1EF3">
        <w:rPr>
          <w:rStyle w:val="libFootnotenumChar"/>
          <w:rtl/>
        </w:rPr>
        <w:t>5</w:t>
      </w:r>
      <w:r w:rsidRPr="00AD1EF3">
        <w:rPr>
          <w:rStyle w:val="libFootnotenumChar"/>
          <w:rtl/>
        </w:rPr>
        <w:t>)</w:t>
      </w:r>
      <w:r>
        <w:rPr>
          <w:rtl/>
        </w:rPr>
        <w:t xml:space="preserve"> وہ اہم نكتہ جو قرآن خاص طور پر بيان كررہاہے، يہ ہے كہ كہي</w:t>
      </w:r>
      <w:r w:rsidR="007D6C9B">
        <w:rPr>
          <w:rtl/>
        </w:rPr>
        <w:t xml:space="preserve">ں </w:t>
      </w:r>
      <w:r>
        <w:rPr>
          <w:rtl/>
        </w:rPr>
        <w:t>قريش بيٹھ كر يہ نہ كہنے لگي</w:t>
      </w:r>
      <w:r w:rsidR="007D6C9B">
        <w:rPr>
          <w:rtl/>
        </w:rPr>
        <w:t xml:space="preserve">ں </w:t>
      </w:r>
      <w:r>
        <w:rPr>
          <w:rtl/>
        </w:rPr>
        <w:t xml:space="preserve">، كہ افسوس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فتح آيت </w:t>
      </w:r>
      <w:r w:rsidR="00E664BB">
        <w:rPr>
          <w:rtl/>
        </w:rPr>
        <w:t>11</w:t>
      </w:r>
      <w:r>
        <w:rPr>
          <w:rtl/>
        </w:rPr>
        <w:t xml:space="preserve"> (</w:t>
      </w:r>
      <w:r w:rsidR="00E664BB">
        <w:rPr>
          <w:rtl/>
        </w:rPr>
        <w:t>2</w:t>
      </w:r>
      <w:r>
        <w:rPr>
          <w:rtl/>
        </w:rPr>
        <w:t xml:space="preserve">) سورہ فتح آيت </w:t>
      </w:r>
      <w:r w:rsidR="00E664BB">
        <w:rPr>
          <w:rtl/>
        </w:rPr>
        <w:t>11</w:t>
      </w:r>
      <w:r>
        <w:rPr>
          <w:rtl/>
        </w:rPr>
        <w:t xml:space="preserve"> </w:t>
      </w:r>
    </w:p>
    <w:p w:rsidR="00DE2D7F" w:rsidRDefault="00DE2D7F" w:rsidP="00D07B54">
      <w:pPr>
        <w:pStyle w:val="libFootnote"/>
        <w:rPr>
          <w:rtl/>
        </w:rPr>
      </w:pPr>
      <w:r>
        <w:rPr>
          <w:rtl/>
        </w:rPr>
        <w:t>(</w:t>
      </w:r>
      <w:r w:rsidR="00E664BB">
        <w:rPr>
          <w:rtl/>
        </w:rPr>
        <w:t>3</w:t>
      </w:r>
      <w:r>
        <w:rPr>
          <w:rtl/>
        </w:rPr>
        <w:t xml:space="preserve">)سورہ فتح آيت </w:t>
      </w:r>
      <w:r w:rsidR="00E664BB">
        <w:rPr>
          <w:rtl/>
        </w:rPr>
        <w:t>11</w:t>
      </w:r>
      <w:r>
        <w:rPr>
          <w:rtl/>
        </w:rPr>
        <w:t xml:space="preserve"> (</w:t>
      </w:r>
      <w:r w:rsidR="00E664BB">
        <w:rPr>
          <w:rtl/>
        </w:rPr>
        <w:t>4</w:t>
      </w:r>
      <w:r>
        <w:rPr>
          <w:rtl/>
        </w:rPr>
        <w:t xml:space="preserve">)سورہ فتح آيت </w:t>
      </w:r>
      <w:r w:rsidR="00E664BB">
        <w:rPr>
          <w:rtl/>
        </w:rPr>
        <w:t>22</w:t>
      </w:r>
      <w:r>
        <w:rPr>
          <w:rtl/>
        </w:rPr>
        <w:t xml:space="preserve"> (</w:t>
      </w:r>
      <w:r w:rsidR="00E664BB">
        <w:rPr>
          <w:rtl/>
        </w:rPr>
        <w:t>5</w:t>
      </w:r>
      <w:r>
        <w:rPr>
          <w:rtl/>
        </w:rPr>
        <w:t xml:space="preserve">)سورہ فتح آيت </w:t>
      </w:r>
      <w:r w:rsidR="00E664BB">
        <w:rPr>
          <w:rtl/>
        </w:rPr>
        <w:t>22</w:t>
      </w:r>
      <w:r>
        <w:rPr>
          <w:rtl/>
        </w:rPr>
        <w:t xml:space="preserve">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ہم نے جنگ كيو</w:t>
      </w:r>
      <w:r w:rsidR="007D6C9B">
        <w:rPr>
          <w:rtl/>
        </w:rPr>
        <w:t xml:space="preserve">ں </w:t>
      </w:r>
      <w:r>
        <w:rPr>
          <w:rtl/>
        </w:rPr>
        <w:t>نہ كى اوراس چھوٹے سے گروہ كى سركوبى كيو</w:t>
      </w:r>
      <w:r w:rsidR="007D6C9B">
        <w:rPr>
          <w:rtl/>
        </w:rPr>
        <w:t xml:space="preserve">ں </w:t>
      </w:r>
      <w:r>
        <w:rPr>
          <w:rtl/>
        </w:rPr>
        <w:t>نہ كي، افسوس كہ شكارہمارے گھر مي</w:t>
      </w:r>
      <w:r w:rsidR="007D6C9B">
        <w:rPr>
          <w:rtl/>
        </w:rPr>
        <w:t xml:space="preserve">ں </w:t>
      </w:r>
      <w:r>
        <w:rPr>
          <w:rtl/>
        </w:rPr>
        <w:t xml:space="preserve">آيا، اور اس سے ہم نے غفلت برتى ، افسوس ، افسوس _ </w:t>
      </w:r>
    </w:p>
    <w:p w:rsidR="00DE2D7F" w:rsidRDefault="00DE2D7F" w:rsidP="00D07B54">
      <w:pPr>
        <w:pStyle w:val="libNormal"/>
        <w:rPr>
          <w:rtl/>
        </w:rPr>
      </w:pPr>
      <w:r>
        <w:rPr>
          <w:rtl/>
        </w:rPr>
        <w:t>ہرگز ايسا نہي</w:t>
      </w:r>
      <w:r w:rsidR="007D6C9B">
        <w:rPr>
          <w:rtl/>
        </w:rPr>
        <w:t xml:space="preserve">ں </w:t>
      </w:r>
      <w:r>
        <w:rPr>
          <w:rtl/>
        </w:rPr>
        <w:t>ہے اگر چہ مسلمان ان كى نسبت تھوڑے تھے، اور وطن اور امن كى جگہ سے بھى دور تھے، اسلحہ بھى ان كے پاس كافى مقدار مي</w:t>
      </w:r>
      <w:r w:rsidR="007D6C9B">
        <w:rPr>
          <w:rtl/>
        </w:rPr>
        <w:t xml:space="preserve">ں </w:t>
      </w:r>
      <w:r>
        <w:rPr>
          <w:rtl/>
        </w:rPr>
        <w:t>نہي</w:t>
      </w:r>
      <w:r w:rsidR="007D6C9B">
        <w:rPr>
          <w:rtl/>
        </w:rPr>
        <w:t xml:space="preserve">ں </w:t>
      </w:r>
      <w:r>
        <w:rPr>
          <w:rtl/>
        </w:rPr>
        <w:t>تھا، ليكن اس كے باوجود اگر جنگ چھڑجاتى تو پھر بھى قوت ايمانى اور نصرت الہى كى بركت سے كاميابى انھي</w:t>
      </w:r>
      <w:r w:rsidR="007D6C9B">
        <w:rPr>
          <w:rtl/>
        </w:rPr>
        <w:t xml:space="preserve">ں </w:t>
      </w:r>
      <w:r>
        <w:rPr>
          <w:rtl/>
        </w:rPr>
        <w:t>ہى حاصل ہوتي، كيا جنگ ''بدر '' اور'' احزاب '' مي</w:t>
      </w:r>
      <w:r w:rsidR="007D6C9B">
        <w:rPr>
          <w:rtl/>
        </w:rPr>
        <w:t xml:space="preserve">ں </w:t>
      </w:r>
      <w:r>
        <w:rPr>
          <w:rtl/>
        </w:rPr>
        <w:t>ان كى تعداد بہت كم اور دشمن كا سازو سامان اور لشكر زيادہ نہ تھا؟ ان دونو</w:t>
      </w:r>
      <w:r w:rsidR="007D6C9B">
        <w:rPr>
          <w:rtl/>
        </w:rPr>
        <w:t xml:space="preserve">ں </w:t>
      </w:r>
      <w:r>
        <w:rPr>
          <w:rtl/>
        </w:rPr>
        <w:t xml:space="preserve">مواقع پر دشمن كو كيسے شكست ہوگئي _ </w:t>
      </w:r>
    </w:p>
    <w:p w:rsidR="00DE2D7F" w:rsidRDefault="00DE2D7F" w:rsidP="00D07B54">
      <w:pPr>
        <w:pStyle w:val="libNormal"/>
        <w:rPr>
          <w:rtl/>
        </w:rPr>
      </w:pPr>
      <w:r>
        <w:rPr>
          <w:rtl/>
        </w:rPr>
        <w:t xml:space="preserve">بہرحال اس حقيقت كا بيان مومنين كے دل كى تقويت اور دشمن كے دل كى كمزورى اور منافقين كے '' اگر '' اور '' مگر '' كے ختم ہونے كا سبب بن گئي اور اس نے اس بات كى نشاندہى كردى كہ ظاہرى طور پر حالات كے برابر نہ ہونے كے باوجود اگر جنگ چھڑجائے تو كاميابى مخلص مومنين ہى كو نصيب ہوتى ہے _ </w:t>
      </w:r>
    </w:p>
    <w:p w:rsidR="00DE2D7F" w:rsidRDefault="00DE2D7F" w:rsidP="00D07B54">
      <w:pPr>
        <w:pStyle w:val="libNormal"/>
        <w:rPr>
          <w:rtl/>
        </w:rPr>
      </w:pPr>
      <w:r>
        <w:rPr>
          <w:rtl/>
        </w:rPr>
        <w:t>دوسرا نكتہ جو قرآن مي</w:t>
      </w:r>
      <w:r w:rsidR="007D6C9B">
        <w:rPr>
          <w:rtl/>
        </w:rPr>
        <w:t xml:space="preserve">ں </w:t>
      </w:r>
      <w:r>
        <w:rPr>
          <w:rtl/>
        </w:rPr>
        <w:t>بيان ہوا ہے يہ ہے كہ فرماتاہے ''وہى تو ہے جس نے كفار كے ہاتھ كو مكہ مي</w:t>
      </w:r>
      <w:r w:rsidR="007D6C9B">
        <w:rPr>
          <w:rtl/>
        </w:rPr>
        <w:t xml:space="preserve">ں </w:t>
      </w:r>
      <w:r>
        <w:rPr>
          <w:rtl/>
        </w:rPr>
        <w:t>تم سے باز ركھا اور تمہارے ہاتھ كو ان سے،يہ اس وقت ہوا جبكہ تمہي</w:t>
      </w:r>
      <w:r w:rsidR="007D6C9B">
        <w:rPr>
          <w:rtl/>
        </w:rPr>
        <w:t xml:space="preserve">ں </w:t>
      </w:r>
      <w:r>
        <w:rPr>
          <w:rtl/>
        </w:rPr>
        <w:t>ان پر كاميابى حاصل ہوگئي تھي، اور خدا وہ سب كچھ جو تم انجام دے رہے ہو ديكھ رہاہے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مفسرين كى ايك جماعت نے اس آيت كےلئے ايك '' شان نزول'' بيان كى ہے اور وہ يہ ہے كہ: مشركين مكہ نے ''حديبيہ ''كے واقعہ مي</w:t>
      </w:r>
      <w:r w:rsidR="007D6C9B">
        <w:rPr>
          <w:rtl/>
        </w:rPr>
        <w:t xml:space="preserve">ں </w:t>
      </w:r>
      <w:r>
        <w:rPr>
          <w:rtl/>
        </w:rPr>
        <w:t>چاليس افراد كو مسلمانو</w:t>
      </w:r>
      <w:r w:rsidR="007D6C9B">
        <w:rPr>
          <w:rtl/>
        </w:rPr>
        <w:t xml:space="preserve">ں </w:t>
      </w:r>
      <w:r>
        <w:rPr>
          <w:rtl/>
        </w:rPr>
        <w:t>پرضرب لگانے كےلئے مخفى طور پر حملہ كے لئے تيار كيا، ليكن ان كى يہ سازش مسلمانو</w:t>
      </w:r>
      <w:r w:rsidR="007D6C9B">
        <w:rPr>
          <w:rtl/>
        </w:rPr>
        <w:t xml:space="preserve">ں </w:t>
      </w:r>
      <w:r>
        <w:rPr>
          <w:rtl/>
        </w:rPr>
        <w:t>كى ہوشيارى سے نقش برآب ہوگئي اور مسلمان ان سب كو گرفتار كركے پيغمبر (ص) كى خدمت مي</w:t>
      </w:r>
      <w:r w:rsidR="007D6C9B">
        <w:rPr>
          <w:rtl/>
        </w:rPr>
        <w:t xml:space="preserve">ں </w:t>
      </w:r>
      <w:r>
        <w:rPr>
          <w:rtl/>
        </w:rPr>
        <w:t>لے آئے ، اور پيغمبر (ص) نے انھي</w:t>
      </w:r>
      <w:r w:rsidR="007D6C9B">
        <w:rPr>
          <w:rtl/>
        </w:rPr>
        <w:t xml:space="preserve">ں </w:t>
      </w:r>
      <w:r>
        <w:rPr>
          <w:rtl/>
        </w:rPr>
        <w:t>رہا كرديا _ بعض نے يہ بھى كہا ہے كہ جس وقت پيغمبر (ص) درخت كے سائے مي</w:t>
      </w:r>
      <w:r w:rsidR="007D6C9B">
        <w:rPr>
          <w:rtl/>
        </w:rPr>
        <w:t xml:space="preserve">ں </w:t>
      </w:r>
      <w:r>
        <w:rPr>
          <w:rtl/>
        </w:rPr>
        <w:t>بيٹھے ہوئے تھے تاكہ قريش كے نمائندہ كے ساتھ صلح كے معاہدہ كو ترتيب دي</w:t>
      </w:r>
      <w:r w:rsidR="007D6C9B">
        <w:rPr>
          <w:rtl/>
        </w:rPr>
        <w:t xml:space="preserve">ں </w:t>
      </w:r>
      <w:r>
        <w:rPr>
          <w:rtl/>
        </w:rPr>
        <w:t>، اور على عليہ السلام لكھنے مي</w:t>
      </w:r>
      <w:r w:rsidR="007D6C9B">
        <w:rPr>
          <w:rtl/>
        </w:rPr>
        <w:t xml:space="preserve">ں </w:t>
      </w:r>
      <w:r>
        <w:rPr>
          <w:rtl/>
        </w:rPr>
        <w:t>مصروف تھے، تو جوانان مكہ مي</w:t>
      </w:r>
      <w:r w:rsidR="007D6C9B">
        <w:rPr>
          <w:rtl/>
        </w:rPr>
        <w:t xml:space="preserve">ں </w:t>
      </w:r>
      <w:r>
        <w:rPr>
          <w:rtl/>
        </w:rPr>
        <w:t xml:space="preserve">سے </w:t>
      </w:r>
      <w:r w:rsidR="00E664BB">
        <w:rPr>
          <w:rtl/>
        </w:rPr>
        <w:t>30</w:t>
      </w:r>
      <w:r>
        <w:rPr>
          <w:rtl/>
        </w:rPr>
        <w:t xml:space="preserve"> /افراد اسلحہ كے ساتھ آپ پر حملہ آور ہوئے،اور معجزا نہ طورپر ان كى يہ سازش بے كار ہوگئي اور وہ سب كے سب گرفتار ہوگئے اور حضرت نے انھي</w:t>
      </w:r>
      <w:r w:rsidR="007D6C9B">
        <w:rPr>
          <w:rtl/>
        </w:rPr>
        <w:t xml:space="preserve">ں </w:t>
      </w:r>
      <w:r>
        <w:rPr>
          <w:rtl/>
        </w:rPr>
        <w:t xml:space="preserve">آزاد كرديا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فتح آيت </w:t>
      </w:r>
      <w:r w:rsidR="00E664BB">
        <w:rPr>
          <w:rtl/>
        </w:rPr>
        <w:t>24</w:t>
      </w:r>
      <w:r>
        <w:rPr>
          <w:rtl/>
        </w:rPr>
        <w:t xml:space="preserve"> </w:t>
      </w:r>
    </w:p>
    <w:p w:rsidR="00E8643C" w:rsidRDefault="00C2634E" w:rsidP="00D07B54">
      <w:pPr>
        <w:pStyle w:val="libNormal"/>
        <w:rPr>
          <w:rtl/>
        </w:rPr>
      </w:pPr>
      <w:r>
        <w:rPr>
          <w:rtl/>
        </w:rPr>
        <w:t xml:space="preserve"> </w:t>
      </w:r>
      <w:r>
        <w:rPr>
          <w:rtl/>
        </w:rPr>
        <w:br w:type="page"/>
      </w:r>
      <w:r>
        <w:rPr>
          <w:rtl/>
        </w:rPr>
        <w:lastRenderedPageBreak/>
        <w:t xml:space="preserve"> </w:t>
      </w:r>
    </w:p>
    <w:p w:rsidR="00E8643C" w:rsidRDefault="00DE2D7F" w:rsidP="00D07B54">
      <w:pPr>
        <w:pStyle w:val="Heading2Center"/>
        <w:rPr>
          <w:rtl/>
        </w:rPr>
      </w:pPr>
      <w:bookmarkStart w:id="401" w:name="_Toc7268798"/>
      <w:r>
        <w:rPr>
          <w:rtl/>
        </w:rPr>
        <w:t>عمرة القضاء</w:t>
      </w:r>
      <w:bookmarkEnd w:id="401"/>
    </w:p>
    <w:p w:rsidR="00DE2D7F" w:rsidRDefault="00DE2D7F" w:rsidP="00D07B54">
      <w:pPr>
        <w:pStyle w:val="libNormal"/>
        <w:rPr>
          <w:rtl/>
        </w:rPr>
      </w:pPr>
      <w:r>
        <w:rPr>
          <w:rtl/>
        </w:rPr>
        <w:t xml:space="preserve"> ''عمرة القضاء''وہى عمرہ ہے جو پيغمبر (ص) نے حديبيہ سے ايك سال بعد يعنى ہجرت كے ساتوي</w:t>
      </w:r>
      <w:r w:rsidR="007D6C9B">
        <w:rPr>
          <w:rtl/>
        </w:rPr>
        <w:t xml:space="preserve">ں </w:t>
      </w:r>
      <w:r>
        <w:rPr>
          <w:rtl/>
        </w:rPr>
        <w:t>سال كے ماہ ذى القعدہ مي</w:t>
      </w:r>
      <w:r w:rsidR="007D6C9B">
        <w:rPr>
          <w:rtl/>
        </w:rPr>
        <w:t xml:space="preserve">ں </w:t>
      </w:r>
      <w:r>
        <w:rPr>
          <w:rtl/>
        </w:rPr>
        <w:t>اسے( ٹھيك ايك سال بعد جب مشركين نے آپ كو مسجد الحرام مي</w:t>
      </w:r>
      <w:r w:rsidR="007D6C9B">
        <w:rPr>
          <w:rtl/>
        </w:rPr>
        <w:t xml:space="preserve">ں </w:t>
      </w:r>
      <w:r>
        <w:rPr>
          <w:rtl/>
        </w:rPr>
        <w:t>داخل ہونے سے روكا تھا) اپنے اصحاب كے ساتھ انجام ديا اوراس كا يہ نام اس وجہ سے ہے ، چونكہ يہ حقيقت مي</w:t>
      </w:r>
      <w:r w:rsidR="007D6C9B">
        <w:rPr>
          <w:rtl/>
        </w:rPr>
        <w:t xml:space="preserve">ں </w:t>
      </w:r>
      <w:r>
        <w:rPr>
          <w:rtl/>
        </w:rPr>
        <w:t>گزشتہ سال كى قضاء شمار ہوتا تھا_ اس كى وضاحت اس طرح ہے كہ : قرار داد حديبيہ كى شقو</w:t>
      </w:r>
      <w:r w:rsidR="007D6C9B">
        <w:rPr>
          <w:rtl/>
        </w:rPr>
        <w:t xml:space="preserve">ں </w:t>
      </w:r>
      <w:r>
        <w:rPr>
          <w:rtl/>
        </w:rPr>
        <w:t>مي</w:t>
      </w:r>
      <w:r w:rsidR="007D6C9B">
        <w:rPr>
          <w:rtl/>
        </w:rPr>
        <w:t xml:space="preserve">ں </w:t>
      </w:r>
      <w:r>
        <w:rPr>
          <w:rtl/>
        </w:rPr>
        <w:t>سے ايك شق كے مطابق پروگرام يہ تھا كہ مسلمان آئندہ سال مراسم عمرہ اور خانہ خدا كى زيارت كو آزادانہ طور پر انجام دي</w:t>
      </w:r>
      <w:r w:rsidR="007D6C9B">
        <w:rPr>
          <w:rtl/>
        </w:rPr>
        <w:t xml:space="preserve">ں </w:t>
      </w:r>
      <w:r>
        <w:rPr>
          <w:rtl/>
        </w:rPr>
        <w:t>، ليكن تين دن سے زيادہ مكہ مي</w:t>
      </w:r>
      <w:r w:rsidR="007D6C9B">
        <w:rPr>
          <w:rtl/>
        </w:rPr>
        <w:t xml:space="preserve">ں </w:t>
      </w:r>
      <w:r>
        <w:rPr>
          <w:rtl/>
        </w:rPr>
        <w:t>توقف نہ كري</w:t>
      </w:r>
      <w:r w:rsidR="007D6C9B">
        <w:rPr>
          <w:rtl/>
        </w:rPr>
        <w:t xml:space="preserve">ں </w:t>
      </w:r>
      <w:r>
        <w:rPr>
          <w:rtl/>
        </w:rPr>
        <w:t>اور اس مدت مي</w:t>
      </w:r>
      <w:r w:rsidR="007D6C9B">
        <w:rPr>
          <w:rtl/>
        </w:rPr>
        <w:t xml:space="preserve">ں </w:t>
      </w:r>
      <w:r>
        <w:rPr>
          <w:rtl/>
        </w:rPr>
        <w:t>قريش كے سردار اور مشركين كے جانے پہچانے افراد شہرسے باہر چلے جائي</w:t>
      </w:r>
      <w:r w:rsidR="007D6C9B">
        <w:rPr>
          <w:rtl/>
        </w:rPr>
        <w:t xml:space="preserve">ں </w:t>
      </w:r>
      <w:r>
        <w:rPr>
          <w:rtl/>
        </w:rPr>
        <w:t>گے تاكہ ايك تو احتمالى ٹكرائو سے بچ جائي</w:t>
      </w:r>
      <w:r w:rsidR="007D6C9B">
        <w:rPr>
          <w:rtl/>
        </w:rPr>
        <w:t xml:space="preserve">ں </w:t>
      </w:r>
      <w:r>
        <w:rPr>
          <w:rtl/>
        </w:rPr>
        <w:t>اور كنبہ پرورى اور تعصب كى وجہ سے جو لوگ مسلمانو</w:t>
      </w:r>
      <w:r w:rsidR="007D6C9B">
        <w:rPr>
          <w:rtl/>
        </w:rPr>
        <w:t xml:space="preserve">ں </w:t>
      </w:r>
      <w:r>
        <w:rPr>
          <w:rtl/>
        </w:rPr>
        <w:t>كى عبادت توحيدى كے منظر كو ديكھنے كا يارا اور قدرت نہي</w:t>
      </w:r>
      <w:r w:rsidR="007D6C9B">
        <w:rPr>
          <w:rtl/>
        </w:rPr>
        <w:t xml:space="preserve">ں </w:t>
      </w:r>
      <w:r>
        <w:rPr>
          <w:rtl/>
        </w:rPr>
        <w:t>ركھتے، وہ بھى اسے نہ ديكھي</w:t>
      </w:r>
      <w:r w:rsidR="007D6C9B">
        <w:rPr>
          <w:rtl/>
        </w:rPr>
        <w:t xml:space="preserve">ں </w:t>
      </w:r>
      <w:r>
        <w:rPr>
          <w:rtl/>
        </w:rPr>
        <w:t xml:space="preserve">) </w:t>
      </w:r>
    </w:p>
    <w:p w:rsidR="00DE2D7F" w:rsidRDefault="00DE2D7F" w:rsidP="00D07B54">
      <w:pPr>
        <w:pStyle w:val="libNormal"/>
        <w:rPr>
          <w:rtl/>
        </w:rPr>
      </w:pPr>
      <w:r>
        <w:rPr>
          <w:rtl/>
        </w:rPr>
        <w:t>بعض تواريخ مي</w:t>
      </w:r>
      <w:r w:rsidR="007D6C9B">
        <w:rPr>
          <w:rtl/>
        </w:rPr>
        <w:t xml:space="preserve">ں </w:t>
      </w:r>
      <w:r>
        <w:rPr>
          <w:rtl/>
        </w:rPr>
        <w:t>آيا ہے كہ پيغمبر اكرم (ص) نے اپنے صحابہ كے ساتھ احرام باندھا اور قربانى كے اونٹ لے كر چل پڑے اور '' ظہران''كے قريب پہنچ گئے اس موقع پر پيغمبر نے اپنے ايك صحابى كو جس كا نام '' محمد بن مسلمہ'' تھا، عمدہ سوارى كے گھوڑو</w:t>
      </w:r>
      <w:r w:rsidR="007D6C9B">
        <w:rPr>
          <w:rtl/>
        </w:rPr>
        <w:t xml:space="preserve">ں </w:t>
      </w:r>
      <w:r>
        <w:rPr>
          <w:rtl/>
        </w:rPr>
        <w:t>اور اسلحہ كے ساتھ اپنے آگے بھيج ديا، جب مشركين نے اس پر وگرام كو ديكھا تو وہ سخت خوف زدہ ہوئے اور انھو</w:t>
      </w:r>
      <w:r w:rsidR="007D6C9B">
        <w:rPr>
          <w:rtl/>
        </w:rPr>
        <w:t xml:space="preserve">ں </w:t>
      </w:r>
      <w:r>
        <w:rPr>
          <w:rtl/>
        </w:rPr>
        <w:t>نے يہ گمان كرليا كہ حضرت ان سے جنگ كرنا اور اپنى دس سالہ صلح كى قرار داد كو توڑنا چاہتے ہي</w:t>
      </w:r>
      <w:r w:rsidR="007D6C9B">
        <w:rPr>
          <w:rtl/>
        </w:rPr>
        <w:t xml:space="preserve">ں </w:t>
      </w:r>
      <w:r>
        <w:rPr>
          <w:rtl/>
        </w:rPr>
        <w:t>، لوگو</w:t>
      </w:r>
      <w:r w:rsidR="007D6C9B">
        <w:rPr>
          <w:rtl/>
        </w:rPr>
        <w:t xml:space="preserve">ں </w:t>
      </w:r>
      <w:r>
        <w:rPr>
          <w:rtl/>
        </w:rPr>
        <w:t>نے يہ خبر اہل مكہ تك پہنچادى ليكن جب پيغمبر اكرم (ص) مكہ كے قريب پہنچے تو آپ نے حكم ديا كہ تمام تير اور نيزے اور دوسرے سارے ہتھاراس سرزمين مي</w:t>
      </w:r>
      <w:r w:rsidR="007D6C9B">
        <w:rPr>
          <w:rtl/>
        </w:rPr>
        <w:t xml:space="preserve">ں </w:t>
      </w:r>
      <w:r>
        <w:rPr>
          <w:rtl/>
        </w:rPr>
        <w:t>جس كا نام ''ياجج'' ہے منتقل كردي</w:t>
      </w:r>
      <w:r w:rsidR="007D6C9B">
        <w:rPr>
          <w:rtl/>
        </w:rPr>
        <w:t xml:space="preserve">ں </w:t>
      </w:r>
      <w:r>
        <w:rPr>
          <w:rtl/>
        </w:rPr>
        <w:t>، اور آپ خود اور آپ كے صحابہ صرف نيام مي</w:t>
      </w:r>
      <w:r w:rsidR="007D6C9B">
        <w:rPr>
          <w:rtl/>
        </w:rPr>
        <w:t xml:space="preserve">ں </w:t>
      </w:r>
      <w:r>
        <w:rPr>
          <w:rtl/>
        </w:rPr>
        <w:t>ركھى ہوئي تلوارو</w:t>
      </w:r>
      <w:r w:rsidR="007D6C9B">
        <w:rPr>
          <w:rtl/>
        </w:rPr>
        <w:t xml:space="preserve">ں </w:t>
      </w:r>
      <w:r>
        <w:rPr>
          <w:rtl/>
        </w:rPr>
        <w:t>كے ساتھ مكہ مي</w:t>
      </w:r>
      <w:r w:rsidR="007D6C9B">
        <w:rPr>
          <w:rtl/>
        </w:rPr>
        <w:t xml:space="preserve">ں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دارد ہوئے _ اہل مكہ نے جب يہ عمل ديكھا تو بہت خوش ہوئے كہ وعدہ پورا ہوگيا، (گويا پيغمبر (ص) كا يہ اقدام مشركين كے لئے ايك تنبيہ تھا،كہ اگر وہ نقض عہد كرنا چاہي</w:t>
      </w:r>
      <w:r w:rsidR="007D6C9B">
        <w:rPr>
          <w:rtl/>
        </w:rPr>
        <w:t xml:space="preserve">ں </w:t>
      </w:r>
      <w:r>
        <w:rPr>
          <w:rtl/>
        </w:rPr>
        <w:t>اور مسلمانو</w:t>
      </w:r>
      <w:r w:rsidR="007D6C9B">
        <w:rPr>
          <w:rtl/>
        </w:rPr>
        <w:t xml:space="preserve">ں </w:t>
      </w:r>
      <w:r>
        <w:rPr>
          <w:rtl/>
        </w:rPr>
        <w:t>كے خلاف سازش كري</w:t>
      </w:r>
      <w:r w:rsidR="007D6C9B">
        <w:rPr>
          <w:rtl/>
        </w:rPr>
        <w:t xml:space="preserve">ں </w:t>
      </w:r>
      <w:r>
        <w:rPr>
          <w:rtl/>
        </w:rPr>
        <w:t>،تو ان كے مقابلہ كى قدرت ركھتے ہي</w:t>
      </w:r>
      <w:r w:rsidR="007D6C9B">
        <w:rPr>
          <w:rtl/>
        </w:rPr>
        <w:t xml:space="preserve">ں </w:t>
      </w:r>
      <w:r>
        <w:rPr>
          <w:rtl/>
        </w:rPr>
        <w:t xml:space="preserve">) </w:t>
      </w:r>
    </w:p>
    <w:p w:rsidR="00DE2D7F" w:rsidRDefault="00DE2D7F" w:rsidP="00D07B54">
      <w:pPr>
        <w:pStyle w:val="libNormal"/>
        <w:rPr>
          <w:rtl/>
        </w:rPr>
      </w:pPr>
      <w:r>
        <w:rPr>
          <w:rtl/>
        </w:rPr>
        <w:t>رئو سائے مكہ، مكہ سے باہر چلے گئے، تاكہ ان مناظر كو جوان كےلئے دل خراش تھے نہ ديكھي</w:t>
      </w:r>
      <w:r w:rsidR="007D6C9B">
        <w:rPr>
          <w:rtl/>
        </w:rPr>
        <w:t xml:space="preserve">ں </w:t>
      </w:r>
      <w:r>
        <w:rPr>
          <w:rtl/>
        </w:rPr>
        <w:t>ليكن باقى اہل مكہ مرد ، عورتي</w:t>
      </w:r>
      <w:r w:rsidR="007D6C9B">
        <w:rPr>
          <w:rtl/>
        </w:rPr>
        <w:t xml:space="preserve">ں </w:t>
      </w:r>
      <w:r>
        <w:rPr>
          <w:rtl/>
        </w:rPr>
        <w:t>اور بچے سب ہى راستو</w:t>
      </w:r>
      <w:r w:rsidR="007D6C9B">
        <w:rPr>
          <w:rtl/>
        </w:rPr>
        <w:t xml:space="preserve">ں </w:t>
      </w:r>
      <w:r>
        <w:rPr>
          <w:rtl/>
        </w:rPr>
        <w:t>مي</w:t>
      </w:r>
      <w:r w:rsidR="007D6C9B">
        <w:rPr>
          <w:rtl/>
        </w:rPr>
        <w:t xml:space="preserve">ں </w:t>
      </w:r>
      <w:r>
        <w:rPr>
          <w:rtl/>
        </w:rPr>
        <w:t>، چھتو</w:t>
      </w:r>
      <w:r w:rsidR="007D6C9B">
        <w:rPr>
          <w:rtl/>
        </w:rPr>
        <w:t xml:space="preserve">ں </w:t>
      </w:r>
      <w:r>
        <w:rPr>
          <w:rtl/>
        </w:rPr>
        <w:t>كے اوپر ، اور خانہ خدا كے اطراف مي</w:t>
      </w:r>
      <w:r w:rsidR="007D6C9B">
        <w:rPr>
          <w:rtl/>
        </w:rPr>
        <w:t xml:space="preserve">ں </w:t>
      </w:r>
      <w:r>
        <w:rPr>
          <w:rtl/>
        </w:rPr>
        <w:t>جمع ہوگئے تھے ، تاكہ مسلمانو</w:t>
      </w:r>
      <w:r w:rsidR="007D6C9B">
        <w:rPr>
          <w:rtl/>
        </w:rPr>
        <w:t xml:space="preserve">ں </w:t>
      </w:r>
      <w:r>
        <w:rPr>
          <w:rtl/>
        </w:rPr>
        <w:t>اور ان كے مراسم عمرہ كو ديكھي</w:t>
      </w:r>
      <w:r w:rsidR="007D6C9B">
        <w:rPr>
          <w:rtl/>
        </w:rPr>
        <w:t xml:space="preserve">ں </w:t>
      </w:r>
      <w:r>
        <w:rPr>
          <w:rtl/>
        </w:rPr>
        <w:t>_ پيغمبر اكرم (ص) خاص رُعب اور دبدبہ كے ساتھ مكہ مي</w:t>
      </w:r>
      <w:r w:rsidR="007D6C9B">
        <w:rPr>
          <w:rtl/>
        </w:rPr>
        <w:t xml:space="preserve">ں </w:t>
      </w:r>
      <w:r>
        <w:rPr>
          <w:rtl/>
        </w:rPr>
        <w:t>وارد ہوئے اور قربانى كے بہت سے اونٹ آپ كے ساتھ تھے، اوراپ نے انتہائي محبت اور ادب كے ساتھ مكہ والو</w:t>
      </w:r>
      <w:r w:rsidR="007D6C9B">
        <w:rPr>
          <w:rtl/>
        </w:rPr>
        <w:t xml:space="preserve">ں </w:t>
      </w:r>
      <w:r>
        <w:rPr>
          <w:rtl/>
        </w:rPr>
        <w:t>سے سلوك كيا،اور يہ حكم ديا كہ مسلمان طواف كرتے وقت تيزى كے ساتھ چلي</w:t>
      </w:r>
      <w:r w:rsidR="007D6C9B">
        <w:rPr>
          <w:rtl/>
        </w:rPr>
        <w:t xml:space="preserve">ں </w:t>
      </w:r>
      <w:r>
        <w:rPr>
          <w:rtl/>
        </w:rPr>
        <w:t>، اور احرام كو ذراسا جسم سے ہٹالي</w:t>
      </w:r>
      <w:r w:rsidR="007D6C9B">
        <w:rPr>
          <w:rtl/>
        </w:rPr>
        <w:t xml:space="preserve">ں </w:t>
      </w:r>
      <w:r>
        <w:rPr>
          <w:rtl/>
        </w:rPr>
        <w:t>تاكہ ان كے قوى اور طاقتور اور موٹے تازے شانے آشكار ہو</w:t>
      </w:r>
      <w:r w:rsidR="007D6C9B">
        <w:rPr>
          <w:rtl/>
        </w:rPr>
        <w:t xml:space="preserve">ں </w:t>
      </w:r>
      <w:r>
        <w:rPr>
          <w:rtl/>
        </w:rPr>
        <w:t>، اور يہ منظر مكہ كے لوگو</w:t>
      </w:r>
      <w:r w:rsidR="007D6C9B">
        <w:rPr>
          <w:rtl/>
        </w:rPr>
        <w:t xml:space="preserve">ں </w:t>
      </w:r>
      <w:r>
        <w:rPr>
          <w:rtl/>
        </w:rPr>
        <w:t>كى روح اور فكر مي</w:t>
      </w:r>
      <w:r w:rsidR="007D6C9B">
        <w:rPr>
          <w:rtl/>
        </w:rPr>
        <w:t xml:space="preserve">ں </w:t>
      </w:r>
      <w:r>
        <w:rPr>
          <w:rtl/>
        </w:rPr>
        <w:t>، مسلمانو</w:t>
      </w:r>
      <w:r w:rsidR="007D6C9B">
        <w:rPr>
          <w:rtl/>
        </w:rPr>
        <w:t xml:space="preserve">ں </w:t>
      </w:r>
      <w:r>
        <w:rPr>
          <w:rtl/>
        </w:rPr>
        <w:t xml:space="preserve">كى قدرت وطاقت كى زندہ دليل كے طور پر اثراندز ہو _ </w:t>
      </w:r>
    </w:p>
    <w:p w:rsidR="00DE2D7F" w:rsidRDefault="00DE2D7F" w:rsidP="00D07B54">
      <w:pPr>
        <w:pStyle w:val="libNormal"/>
        <w:rPr>
          <w:rtl/>
        </w:rPr>
      </w:pPr>
      <w:r>
        <w:rPr>
          <w:rtl/>
        </w:rPr>
        <w:t>مجموعى طور سے '' عمرة القضاء'' عبادت بھى تھا اور قدرت كى نما</w:t>
      </w:r>
      <w:r w:rsidR="00091C36">
        <w:rPr>
          <w:rtl/>
        </w:rPr>
        <w:t xml:space="preserve">ئش </w:t>
      </w:r>
      <w:r>
        <w:rPr>
          <w:rtl/>
        </w:rPr>
        <w:t xml:space="preserve"> بھى ،يہ كہنا چاہئے كہ '' فتح مكہ '' جو بعد والے سال مي</w:t>
      </w:r>
      <w:r w:rsidR="007D6C9B">
        <w:rPr>
          <w:rtl/>
        </w:rPr>
        <w:t xml:space="preserve">ں </w:t>
      </w:r>
      <w:r>
        <w:rPr>
          <w:rtl/>
        </w:rPr>
        <w:t>حاصل ہوئي ، اس كا بيج انہي</w:t>
      </w:r>
      <w:r w:rsidR="007D6C9B">
        <w:rPr>
          <w:rtl/>
        </w:rPr>
        <w:t xml:space="preserve">ں </w:t>
      </w:r>
      <w:r>
        <w:rPr>
          <w:rtl/>
        </w:rPr>
        <w:t>دنو</w:t>
      </w:r>
      <w:r w:rsidR="007D6C9B">
        <w:rPr>
          <w:rtl/>
        </w:rPr>
        <w:t xml:space="preserve">ں </w:t>
      </w:r>
      <w:r>
        <w:rPr>
          <w:rtl/>
        </w:rPr>
        <w:t>مي</w:t>
      </w:r>
      <w:r w:rsidR="007D6C9B">
        <w:rPr>
          <w:rtl/>
        </w:rPr>
        <w:t xml:space="preserve">ں </w:t>
      </w:r>
      <w:r>
        <w:rPr>
          <w:rtl/>
        </w:rPr>
        <w:t>بويا گيا ، اوراسلام كے مقابلہ مي</w:t>
      </w:r>
      <w:r w:rsidR="007D6C9B">
        <w:rPr>
          <w:rtl/>
        </w:rPr>
        <w:t xml:space="preserve">ں </w:t>
      </w:r>
      <w:r>
        <w:rPr>
          <w:rtl/>
        </w:rPr>
        <w:t>اہل مكہ كے سرتسليم خم كرنے كے سلسلے مي</w:t>
      </w:r>
      <w:r w:rsidR="007D6C9B">
        <w:rPr>
          <w:rtl/>
        </w:rPr>
        <w:t xml:space="preserve">ں </w:t>
      </w:r>
      <w:r>
        <w:rPr>
          <w:rtl/>
        </w:rPr>
        <w:t>مكمل طور پر زمين ہموار كردى _ يہ وضع وكيفيت قريش كے سردارو</w:t>
      </w:r>
      <w:r w:rsidR="007D6C9B">
        <w:rPr>
          <w:rtl/>
        </w:rPr>
        <w:t xml:space="preserve">ں </w:t>
      </w:r>
      <w:r>
        <w:rPr>
          <w:rtl/>
        </w:rPr>
        <w:t>كے لئے اس قدر ناگوار تھى كہ تين دن گزرنے كے بعد كسى كو پيغمبر كى خدمت مي</w:t>
      </w:r>
      <w:r w:rsidR="007D6C9B">
        <w:rPr>
          <w:rtl/>
        </w:rPr>
        <w:t xml:space="preserve">ں </w:t>
      </w:r>
      <w:r>
        <w:rPr>
          <w:rtl/>
        </w:rPr>
        <w:t>بھيجا كہ قرادداد كے مطابق جتنا جلدى ہو سكے مكہ كو چھوڑديجئے _ قابل توجہ بات يہ ہے ، كہ پيغمبر اكرم (ص) نے مكہ كى عورتو</w:t>
      </w:r>
      <w:r w:rsidR="007D6C9B">
        <w:rPr>
          <w:rtl/>
        </w:rPr>
        <w:t xml:space="preserve">ں </w:t>
      </w:r>
      <w:r>
        <w:rPr>
          <w:rtl/>
        </w:rPr>
        <w:t>مي</w:t>
      </w:r>
      <w:r w:rsidR="007D6C9B">
        <w:rPr>
          <w:rtl/>
        </w:rPr>
        <w:t xml:space="preserve">ں </w:t>
      </w:r>
      <w:r>
        <w:rPr>
          <w:rtl/>
        </w:rPr>
        <w:t>سے ايك بيوہ عورت كو،جو قريش كے بعض سردارو</w:t>
      </w:r>
      <w:r w:rsidR="007D6C9B">
        <w:rPr>
          <w:rtl/>
        </w:rPr>
        <w:t xml:space="preserve">ں </w:t>
      </w:r>
      <w:r>
        <w:rPr>
          <w:rtl/>
        </w:rPr>
        <w:t>كى رشتہ دار تھي، اپنى زوجيت مي</w:t>
      </w:r>
      <w:r w:rsidR="007D6C9B">
        <w:rPr>
          <w:rtl/>
        </w:rPr>
        <w:t xml:space="preserve">ں </w:t>
      </w:r>
      <w:r>
        <w:rPr>
          <w:rtl/>
        </w:rPr>
        <w:t>لے ليا، تاكہ عربو</w:t>
      </w:r>
      <w:r w:rsidR="007D6C9B">
        <w:rPr>
          <w:rtl/>
        </w:rPr>
        <w:t xml:space="preserve">ں </w:t>
      </w:r>
      <w:r>
        <w:rPr>
          <w:rtl/>
        </w:rPr>
        <w:t>كى رسم كے مطابق ،اپنے تعلق اور رشتے كو ان سے مستحكم كركے ان كى عداوت اور مخالفت مي</w:t>
      </w:r>
      <w:r w:rsidR="007D6C9B">
        <w:rPr>
          <w:rtl/>
        </w:rPr>
        <w:t xml:space="preserve">ں </w:t>
      </w:r>
      <w:r>
        <w:rPr>
          <w:rtl/>
        </w:rPr>
        <w:t>كمى كري</w:t>
      </w:r>
      <w:r w:rsidR="007D6C9B">
        <w:rPr>
          <w:rtl/>
        </w:rPr>
        <w:t xml:space="preserve">ں </w:t>
      </w:r>
      <w:r>
        <w:rPr>
          <w:rtl/>
        </w:rPr>
        <w:t xml:space="preserve">_ </w:t>
      </w:r>
    </w:p>
    <w:p w:rsidR="00DE2D7F" w:rsidRDefault="00DE2D7F" w:rsidP="00D07B54">
      <w:pPr>
        <w:pStyle w:val="libNormal"/>
        <w:rPr>
          <w:rtl/>
        </w:rPr>
      </w:pPr>
      <w:r>
        <w:rPr>
          <w:rtl/>
        </w:rPr>
        <w:t>جس وقت پيغمبر (ص) نے مكہ سے باہر نكل جانے كى تجويز سنى تو آپ نے فرمايا : مي</w:t>
      </w:r>
      <w:r w:rsidR="007D6C9B">
        <w:rPr>
          <w:rtl/>
        </w:rPr>
        <w:t xml:space="preserve">ں </w:t>
      </w:r>
      <w:r>
        <w:rPr>
          <w:rtl/>
        </w:rPr>
        <w:t>اس ازدواج كے مراسم كے لئے كھانا كھلانا چاہتا ہو</w:t>
      </w:r>
      <w:r w:rsidR="007D6C9B">
        <w:rPr>
          <w:rtl/>
        </w:rPr>
        <w:t xml:space="preserve">ں </w:t>
      </w:r>
      <w:r>
        <w:rPr>
          <w:rtl/>
        </w:rPr>
        <w:t>اور تمہارى بھى دعوت كرنا چاہتاہو</w:t>
      </w:r>
      <w:r w:rsidR="007D6C9B">
        <w:rPr>
          <w:rtl/>
        </w:rPr>
        <w:t xml:space="preserve">ں </w:t>
      </w:r>
      <w:r>
        <w:rPr>
          <w:rtl/>
        </w:rPr>
        <w:t xml:space="preserve">،يہ دعوت رسمى طور پررد كردى گئي _ </w:t>
      </w:r>
    </w:p>
    <w:p w:rsidR="00E8643C" w:rsidRDefault="001648F9" w:rsidP="00D07B54">
      <w:pPr>
        <w:pStyle w:val="libNormal"/>
        <w:rPr>
          <w:rtl/>
        </w:rPr>
      </w:pPr>
      <w:r>
        <w:rPr>
          <w:rtl/>
        </w:rPr>
        <w:t xml:space="preserve"> </w:t>
      </w:r>
      <w:r>
        <w:rPr>
          <w:rtl/>
        </w:rPr>
        <w:br w:type="page"/>
      </w:r>
    </w:p>
    <w:p w:rsidR="00E8643C" w:rsidRDefault="00DE2D7F" w:rsidP="00D07B54">
      <w:pPr>
        <w:pStyle w:val="Heading2Center"/>
        <w:rPr>
          <w:rtl/>
        </w:rPr>
      </w:pPr>
      <w:bookmarkStart w:id="402" w:name="_Toc7268799"/>
      <w:r>
        <w:rPr>
          <w:rtl/>
        </w:rPr>
        <w:lastRenderedPageBreak/>
        <w:t>فتح خيبر</w:t>
      </w:r>
      <w:bookmarkEnd w:id="402"/>
    </w:p>
    <w:p w:rsidR="00DE2D7F" w:rsidRDefault="00DE2D7F" w:rsidP="00D07B54">
      <w:pPr>
        <w:pStyle w:val="libNormal"/>
        <w:rPr>
          <w:rtl/>
        </w:rPr>
      </w:pPr>
      <w:r>
        <w:rPr>
          <w:rtl/>
        </w:rPr>
        <w:t xml:space="preserve"> جب پيغمبر اكرم (ص) حديبيہ سے واپس لوٹے تو تمام ماہ ذى الحجہ اور ہجرت كے ساتوي</w:t>
      </w:r>
      <w:r w:rsidR="007D6C9B">
        <w:rPr>
          <w:rtl/>
        </w:rPr>
        <w:t xml:space="preserve">ں </w:t>
      </w:r>
      <w:r>
        <w:rPr>
          <w:rtl/>
        </w:rPr>
        <w:t>سال كے محرم كا كچھ حصہ مدينہ مي</w:t>
      </w:r>
      <w:r w:rsidR="007D6C9B">
        <w:rPr>
          <w:rtl/>
        </w:rPr>
        <w:t xml:space="preserve">ں </w:t>
      </w:r>
      <w:r>
        <w:rPr>
          <w:rtl/>
        </w:rPr>
        <w:t>توقف كيا، اس كے بعد اپنے اصحاب مي</w:t>
      </w:r>
      <w:r w:rsidR="007D6C9B">
        <w:rPr>
          <w:rtl/>
        </w:rPr>
        <w:t xml:space="preserve">ں </w:t>
      </w:r>
      <w:r>
        <w:rPr>
          <w:rtl/>
        </w:rPr>
        <w:t>سے ان ايك ہزار چار سوافراد كو جنہو</w:t>
      </w:r>
      <w:r w:rsidR="007D6C9B">
        <w:rPr>
          <w:rtl/>
        </w:rPr>
        <w:t xml:space="preserve">ں </w:t>
      </w:r>
      <w:r>
        <w:rPr>
          <w:rtl/>
        </w:rPr>
        <w:t>نے حديبيہ مي</w:t>
      </w:r>
      <w:r w:rsidR="007D6C9B">
        <w:rPr>
          <w:rtl/>
        </w:rPr>
        <w:t xml:space="preserve">ں </w:t>
      </w:r>
      <w:r>
        <w:rPr>
          <w:rtl/>
        </w:rPr>
        <w:t>شركت كى تھى ساتھ لے كر خيبر كى طرف روانہ ہوئے ،(جو اسلام كے برخلاف تحريكو</w:t>
      </w:r>
      <w:r w:rsidR="007D6C9B">
        <w:rPr>
          <w:rtl/>
        </w:rPr>
        <w:t xml:space="preserve">ں </w:t>
      </w:r>
      <w:r>
        <w:rPr>
          <w:rtl/>
        </w:rPr>
        <w:t>كا مركز تھا، اور پيغمبر اكرم (ص) كسى مناسب فرصت كے لئے گن گن كردن گزار رہے تھے كہ اس مركز فساد كو ختم كري</w:t>
      </w:r>
      <w:r w:rsidR="007D6C9B">
        <w:rPr>
          <w:rtl/>
        </w:rPr>
        <w:t xml:space="preserve">ں </w:t>
      </w:r>
      <w:r>
        <w:rPr>
          <w:rtl/>
        </w:rPr>
        <w:t xml:space="preserve">_ </w:t>
      </w:r>
    </w:p>
    <w:p w:rsidR="00DE2D7F" w:rsidRDefault="00DE2D7F" w:rsidP="00D07B54">
      <w:pPr>
        <w:pStyle w:val="libNormal"/>
        <w:rPr>
          <w:rtl/>
        </w:rPr>
      </w:pPr>
      <w:r>
        <w:rPr>
          <w:rtl/>
        </w:rPr>
        <w:t>روايات كے مطابق جس وقت پيغمبر اكرم (ص) ''حديبيہ'' سے پلٹ رہے تھے توحكم خدا سے آپ نے حديبيہ مي</w:t>
      </w:r>
      <w:r w:rsidR="007D6C9B">
        <w:rPr>
          <w:rtl/>
        </w:rPr>
        <w:t xml:space="preserve">ں </w:t>
      </w:r>
      <w:r>
        <w:rPr>
          <w:rtl/>
        </w:rPr>
        <w:t>شركت كرنے والے مسلمانو</w:t>
      </w:r>
      <w:r w:rsidR="007D6C9B">
        <w:rPr>
          <w:rtl/>
        </w:rPr>
        <w:t xml:space="preserve">ں </w:t>
      </w:r>
      <w:r>
        <w:rPr>
          <w:rtl/>
        </w:rPr>
        <w:t>كو '' فتح خيبر'' كى بشارت دى ، اور تصريح فرمائي كہ اس جنگ مي</w:t>
      </w:r>
      <w:r w:rsidR="007D6C9B">
        <w:rPr>
          <w:rtl/>
        </w:rPr>
        <w:t xml:space="preserve">ں </w:t>
      </w:r>
      <w:r>
        <w:rPr>
          <w:rtl/>
        </w:rPr>
        <w:t>صرف وہى شركت كري</w:t>
      </w:r>
      <w:r w:rsidR="007D6C9B">
        <w:rPr>
          <w:rtl/>
        </w:rPr>
        <w:t xml:space="preserve">ں </w:t>
      </w:r>
      <w:r>
        <w:rPr>
          <w:rtl/>
        </w:rPr>
        <w:t>گے ، اور جنگ مي</w:t>
      </w:r>
      <w:r w:rsidR="007D6C9B">
        <w:rPr>
          <w:rtl/>
        </w:rPr>
        <w:t xml:space="preserve">ں </w:t>
      </w:r>
      <w:r>
        <w:rPr>
          <w:rtl/>
        </w:rPr>
        <w:t>حاصل شدہ مال غنيمت بھى انھي</w:t>
      </w:r>
      <w:r w:rsidR="007D6C9B">
        <w:rPr>
          <w:rtl/>
        </w:rPr>
        <w:t xml:space="preserve">ں </w:t>
      </w:r>
      <w:r>
        <w:rPr>
          <w:rtl/>
        </w:rPr>
        <w:t>كے ساتھ مخصوص ہوگا تخلف كرنے والو</w:t>
      </w:r>
      <w:r w:rsidR="007D6C9B">
        <w:rPr>
          <w:rtl/>
        </w:rPr>
        <w:t xml:space="preserve">ں </w:t>
      </w:r>
      <w:r>
        <w:rPr>
          <w:rtl/>
        </w:rPr>
        <w:t>كو ان غنائم مي</w:t>
      </w:r>
      <w:r w:rsidR="007D6C9B">
        <w:rPr>
          <w:rtl/>
        </w:rPr>
        <w:t xml:space="preserve">ں </w:t>
      </w:r>
      <w:r>
        <w:rPr>
          <w:rtl/>
        </w:rPr>
        <w:t xml:space="preserve">سے كچھ نہ ملے گا _ </w:t>
      </w:r>
    </w:p>
    <w:p w:rsidR="00DE2D7F" w:rsidRDefault="00DE2D7F" w:rsidP="00D07B54">
      <w:pPr>
        <w:pStyle w:val="libNormal"/>
        <w:rPr>
          <w:rtl/>
        </w:rPr>
      </w:pPr>
      <w:r>
        <w:rPr>
          <w:rtl/>
        </w:rPr>
        <w:t>ليكن جو نہى ان ڈر پوك دنيا پرستو</w:t>
      </w:r>
      <w:r w:rsidR="007D6C9B">
        <w:rPr>
          <w:rtl/>
        </w:rPr>
        <w:t xml:space="preserve">ں </w:t>
      </w:r>
      <w:r>
        <w:rPr>
          <w:rtl/>
        </w:rPr>
        <w:t>نے قرائن سے يہ سمجھ ليا كہ پيغمبر اكرم (ص) اس جنگ مي</w:t>
      </w:r>
      <w:r w:rsidR="007D6C9B">
        <w:rPr>
          <w:rtl/>
        </w:rPr>
        <w:t xml:space="preserve">ں </w:t>
      </w:r>
      <w:r>
        <w:rPr>
          <w:rtl/>
        </w:rPr>
        <w:t>جو انھي</w:t>
      </w:r>
      <w:r w:rsidR="007D6C9B">
        <w:rPr>
          <w:rtl/>
        </w:rPr>
        <w:t xml:space="preserve">ں </w:t>
      </w:r>
      <w:r>
        <w:rPr>
          <w:rtl/>
        </w:rPr>
        <w:t>درپيش ہے يقينى طور پر كامياب ہو</w:t>
      </w:r>
      <w:r w:rsidR="007D6C9B">
        <w:rPr>
          <w:rtl/>
        </w:rPr>
        <w:t xml:space="preserve">ں </w:t>
      </w:r>
      <w:r>
        <w:rPr>
          <w:rtl/>
        </w:rPr>
        <w:t>گے اور سپاہ اسلام كو بہت سامال غنيمت ہاتھ آئے گا، تو وقت سے فائدہ اٹھاتے ہوئے پيغمبر اكرم (ص) كى خدمت مي</w:t>
      </w:r>
      <w:r w:rsidR="007D6C9B">
        <w:rPr>
          <w:rtl/>
        </w:rPr>
        <w:t xml:space="preserve">ں </w:t>
      </w:r>
      <w:r>
        <w:rPr>
          <w:rtl/>
        </w:rPr>
        <w:t>حاضر ہوئے اور ميدان خيبر مي</w:t>
      </w:r>
      <w:r w:rsidR="007D6C9B">
        <w:rPr>
          <w:rtl/>
        </w:rPr>
        <w:t xml:space="preserve">ں </w:t>
      </w:r>
      <w:r>
        <w:rPr>
          <w:rtl/>
        </w:rPr>
        <w:t>شركت كى اجازت چاہى اور شايد اس عذر كو بھى ساتھ ليا كہ ہم گزشتہ غلطى كى تلافى كرنے ، اپنى ذمہ دارى كے بوجھ كو ہلكا كرنے ، گناہ سے توبہ كرنے اور اسلام وقرآن كى مخلصانہ خدمت كرنے كے لئے يہ چاہتے ہي</w:t>
      </w:r>
      <w:r w:rsidR="007D6C9B">
        <w:rPr>
          <w:rtl/>
        </w:rPr>
        <w:t xml:space="preserve">ں </w:t>
      </w:r>
      <w:r>
        <w:rPr>
          <w:rtl/>
        </w:rPr>
        <w:t>كہ ہم ميدان جہاد مي</w:t>
      </w:r>
      <w:r w:rsidR="007D6C9B">
        <w:rPr>
          <w:rtl/>
        </w:rPr>
        <w:t xml:space="preserve">ں </w:t>
      </w:r>
      <w:r>
        <w:rPr>
          <w:rtl/>
        </w:rPr>
        <w:t>آپ كے ساتھ شركت كري</w:t>
      </w:r>
      <w:r w:rsidR="007D6C9B">
        <w:rPr>
          <w:rtl/>
        </w:rPr>
        <w:t xml:space="preserve">ں </w:t>
      </w:r>
      <w:r>
        <w:rPr>
          <w:rtl/>
        </w:rPr>
        <w:t>، وہ اس بات سے غافل تھے كہ وحى الہى پہلے ہى نازل ہوچكى تھي</w:t>
      </w:r>
      <w:r w:rsidR="007D6C9B">
        <w:rPr>
          <w:rtl/>
        </w:rPr>
        <w:t xml:space="preserve">ں </w:t>
      </w:r>
      <w:r>
        <w:rPr>
          <w:rtl/>
        </w:rPr>
        <w:t xml:space="preserve">اور ان كے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راز كو فاش كرچكى تھي</w:t>
      </w:r>
      <w:r w:rsidR="007D6C9B">
        <w:rPr>
          <w:rtl/>
        </w:rPr>
        <w:t xml:space="preserve">ں </w:t>
      </w:r>
      <w:r>
        <w:rPr>
          <w:rtl/>
        </w:rPr>
        <w:t>، جيسا كہ قرآن مي</w:t>
      </w:r>
      <w:r w:rsidR="007D6C9B">
        <w:rPr>
          <w:rtl/>
        </w:rPr>
        <w:t xml:space="preserve">ں </w:t>
      </w:r>
      <w:r>
        <w:rPr>
          <w:rtl/>
        </w:rPr>
        <w:t xml:space="preserve">بيان ہوا ہے _ </w:t>
      </w:r>
    </w:p>
    <w:p w:rsidR="00DE2D7F" w:rsidRDefault="00DE2D7F" w:rsidP="00D07B54">
      <w:pPr>
        <w:pStyle w:val="libNormal"/>
        <w:rPr>
          <w:rtl/>
        </w:rPr>
      </w:pPr>
      <w:r>
        <w:rPr>
          <w:rtl/>
        </w:rPr>
        <w:t>'' جس وقت تم كچھ غنيمت حاصل كرنے كے لئے چلو گے تو اس وقت پيچھے رہ جانے والے كہي</w:t>
      </w:r>
      <w:r w:rsidR="007D6C9B">
        <w:rPr>
          <w:rtl/>
        </w:rPr>
        <w:t xml:space="preserve">ں </w:t>
      </w:r>
      <w:r>
        <w:rPr>
          <w:rtl/>
        </w:rPr>
        <w:t>گے : ہمي</w:t>
      </w:r>
      <w:r w:rsidR="007D6C9B">
        <w:rPr>
          <w:rtl/>
        </w:rPr>
        <w:t xml:space="preserve">ں </w:t>
      </w:r>
      <w:r>
        <w:rPr>
          <w:rtl/>
        </w:rPr>
        <w:t>بھى اپنے ساتھ چلنے كى اجازت دي</w:t>
      </w:r>
      <w:r w:rsidR="007D6C9B">
        <w:rPr>
          <w:rtl/>
        </w:rPr>
        <w:t xml:space="preserve">ں </w:t>
      </w:r>
      <w:r>
        <w:rPr>
          <w:rtl/>
        </w:rPr>
        <w:t>اور اس جہاد مي</w:t>
      </w:r>
      <w:r w:rsidR="007D6C9B">
        <w:rPr>
          <w:rtl/>
        </w:rPr>
        <w:t xml:space="preserve">ں </w:t>
      </w:r>
      <w:r>
        <w:rPr>
          <w:rtl/>
        </w:rPr>
        <w:t>شركت كرنے كا شرف بخشي</w:t>
      </w:r>
      <w:r w:rsidR="007D6C9B">
        <w:rPr>
          <w:rtl/>
        </w:rPr>
        <w:t xml:space="preserve">ں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بہرحال قران اس منفعت اور فرصت طلب گروہ كے جواب مي</w:t>
      </w:r>
      <w:r w:rsidR="007D6C9B">
        <w:rPr>
          <w:rtl/>
        </w:rPr>
        <w:t xml:space="preserve">ں </w:t>
      </w:r>
      <w:r>
        <w:rPr>
          <w:rtl/>
        </w:rPr>
        <w:t>كہتا ہے :''وہ يہ چاہتے ہي</w:t>
      </w:r>
      <w:r w:rsidR="007D6C9B">
        <w:rPr>
          <w:rtl/>
        </w:rPr>
        <w:t xml:space="preserve">ں </w:t>
      </w:r>
      <w:r>
        <w:rPr>
          <w:rtl/>
        </w:rPr>
        <w:t>كہ خدا كے كلام كو بدل دي</w:t>
      </w:r>
      <w:r w:rsidR="007D6C9B">
        <w:rPr>
          <w:rtl/>
        </w:rPr>
        <w:t xml:space="preserve">ں </w:t>
      </w:r>
      <w:r>
        <w:rPr>
          <w:rtl/>
        </w:rPr>
        <w:t xml:space="preserve">''_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اس كے بعد مزيد كہتا ہے :''ان سے كہہ و : تم ہرگز ہمارے پيچھے نہ آنا'' تمھي</w:t>
      </w:r>
      <w:r w:rsidR="007D6C9B">
        <w:rPr>
          <w:rtl/>
        </w:rPr>
        <w:t xml:space="preserve">ں </w:t>
      </w:r>
      <w:r>
        <w:rPr>
          <w:rtl/>
        </w:rPr>
        <w:t>اس ميدان مي</w:t>
      </w:r>
      <w:r w:rsidR="007D6C9B">
        <w:rPr>
          <w:rtl/>
        </w:rPr>
        <w:t xml:space="preserve">ں </w:t>
      </w:r>
      <w:r>
        <w:rPr>
          <w:rtl/>
        </w:rPr>
        <w:t>شركت كرنے كا حق نہي</w:t>
      </w:r>
      <w:r w:rsidR="007D6C9B">
        <w:rPr>
          <w:rtl/>
        </w:rPr>
        <w:t xml:space="preserve">ں </w:t>
      </w:r>
      <w:r>
        <w:rPr>
          <w:rtl/>
        </w:rPr>
        <w:t>ہے ،يہ كوئي ايسى بات نہي</w:t>
      </w:r>
      <w:r w:rsidR="007D6C9B">
        <w:rPr>
          <w:rtl/>
        </w:rPr>
        <w:t xml:space="preserve">ں </w:t>
      </w:r>
      <w:r>
        <w:rPr>
          <w:rtl/>
        </w:rPr>
        <w:t>ہے جو مي</w:t>
      </w:r>
      <w:r w:rsidR="007D6C9B">
        <w:rPr>
          <w:rtl/>
        </w:rPr>
        <w:t xml:space="preserve">ں </w:t>
      </w:r>
      <w:r>
        <w:rPr>
          <w:rtl/>
        </w:rPr>
        <w:t>اپنى طرف سے كہہ رہاہو</w:t>
      </w:r>
      <w:r w:rsidR="007D6C9B">
        <w:rPr>
          <w:rtl/>
        </w:rPr>
        <w:t xml:space="preserve">ں </w:t>
      </w:r>
      <w:r>
        <w:rPr>
          <w:rtl/>
        </w:rPr>
        <w:t>'' يہ تو وہ بات ہے جو خدا نے پہلے سے ہى كہہ دى ہے ''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اور ہمي</w:t>
      </w:r>
      <w:r w:rsidR="007D6C9B">
        <w:rPr>
          <w:rtl/>
        </w:rPr>
        <w:t xml:space="preserve">ں </w:t>
      </w:r>
      <w:r>
        <w:rPr>
          <w:rtl/>
        </w:rPr>
        <w:t>تمہارے مستقبل (كے بارے مي</w:t>
      </w:r>
      <w:r w:rsidR="007D6C9B">
        <w:rPr>
          <w:rtl/>
        </w:rPr>
        <w:t xml:space="preserve">ں </w:t>
      </w:r>
      <w:r>
        <w:rPr>
          <w:rtl/>
        </w:rPr>
        <w:t xml:space="preserve">) باخبر كرديا ہے _ </w:t>
      </w:r>
    </w:p>
    <w:p w:rsidR="00DE2D7F" w:rsidRDefault="00DE2D7F" w:rsidP="00D07B54">
      <w:pPr>
        <w:pStyle w:val="libNormal"/>
        <w:rPr>
          <w:rtl/>
        </w:rPr>
      </w:pPr>
      <w:r>
        <w:rPr>
          <w:rtl/>
        </w:rPr>
        <w:t>خدا نے حكم ديا ہے كہ '' غنائم خيبر''،''اہل حديبيہ '' كے لئے مخصوص ہي</w:t>
      </w:r>
      <w:r w:rsidR="007D6C9B">
        <w:rPr>
          <w:rtl/>
        </w:rPr>
        <w:t xml:space="preserve">ں </w:t>
      </w:r>
      <w:r>
        <w:rPr>
          <w:rtl/>
        </w:rPr>
        <w:t>اور اس چيز مي</w:t>
      </w:r>
      <w:r w:rsidR="007D6C9B">
        <w:rPr>
          <w:rtl/>
        </w:rPr>
        <w:t xml:space="preserve">ں </w:t>
      </w:r>
      <w:r>
        <w:rPr>
          <w:rtl/>
        </w:rPr>
        <w:t>كوئي بھى ان كے ساتھ شركت نہ كرے ، ليكن يہ بے شرم اور پرا دعا پيچھے رہ جانے والے پھر بھى ميدان سے نہي</w:t>
      </w:r>
      <w:r w:rsidR="007D6C9B">
        <w:rPr>
          <w:rtl/>
        </w:rPr>
        <w:t xml:space="preserve">ں </w:t>
      </w:r>
      <w:r>
        <w:rPr>
          <w:rtl/>
        </w:rPr>
        <w:t>ہٹتے اور تمہي</w:t>
      </w:r>
      <w:r w:rsidR="007D6C9B">
        <w:rPr>
          <w:rtl/>
        </w:rPr>
        <w:t xml:space="preserve">ں </w:t>
      </w:r>
      <w:r>
        <w:rPr>
          <w:rtl/>
        </w:rPr>
        <w:t>حسد كے ساتھ متہم كرتے ، اور عنقريب وہ يہ كہي</w:t>
      </w:r>
      <w:r w:rsidR="007D6C9B">
        <w:rPr>
          <w:rtl/>
        </w:rPr>
        <w:t xml:space="preserve">ں </w:t>
      </w:r>
      <w:r>
        <w:rPr>
          <w:rtl/>
        </w:rPr>
        <w:t>گے : كہ معاملہ اس طرح نہي</w:t>
      </w:r>
      <w:r w:rsidR="007D6C9B">
        <w:rPr>
          <w:rtl/>
        </w:rPr>
        <w:t xml:space="preserve">ں </w:t>
      </w:r>
      <w:r>
        <w:rPr>
          <w:rtl/>
        </w:rPr>
        <w:t>ہے بلكہ تم ہم سے حسد كررہے ہو _</w:t>
      </w:r>
      <w:r w:rsidRPr="00AD1EF3">
        <w:rPr>
          <w:rStyle w:val="libFootnotenumChar"/>
          <w:rtl/>
        </w:rPr>
        <w:t>(</w:t>
      </w:r>
      <w:r w:rsidR="00E664BB" w:rsidRPr="00AD1EF3">
        <w:rPr>
          <w:rStyle w:val="libFootnotenumChar"/>
          <w:rtl/>
        </w:rPr>
        <w:t>4</w:t>
      </w:r>
      <w:r w:rsidRPr="00AD1EF3">
        <w:rPr>
          <w:rStyle w:val="libFootnotenumChar"/>
          <w:rtl/>
        </w:rPr>
        <w:t>)</w:t>
      </w:r>
      <w:r>
        <w:rPr>
          <w:rtl/>
        </w:rPr>
        <w:t xml:space="preserve"> </w:t>
      </w:r>
    </w:p>
    <w:p w:rsidR="00DE2D7F" w:rsidRDefault="00DE2D7F" w:rsidP="00D07B54">
      <w:pPr>
        <w:pStyle w:val="libNormal"/>
        <w:rPr>
          <w:rtl/>
        </w:rPr>
      </w:pPr>
      <w:r>
        <w:rPr>
          <w:rtl/>
        </w:rPr>
        <w:t>اور اس طرح وہ ضمنى طور پر رسول اكرم (ص) كى تكذيب بھى كرتے تھے يہى لوگ''جنگ خيبر''مي</w:t>
      </w:r>
      <w:r w:rsidR="007D6C9B">
        <w:rPr>
          <w:rtl/>
        </w:rPr>
        <w:t xml:space="preserve">ں </w:t>
      </w:r>
      <w:r>
        <w:rPr>
          <w:rtl/>
        </w:rPr>
        <w:t>انھي</w:t>
      </w:r>
      <w:r w:rsidR="007D6C9B">
        <w:rPr>
          <w:rtl/>
        </w:rPr>
        <w:t xml:space="preserve">ں </w:t>
      </w:r>
      <w:r>
        <w:rPr>
          <w:rtl/>
        </w:rPr>
        <w:t>شركت سے منع كرنے كى اصل حسد كو شمار كرتے ہي</w:t>
      </w:r>
      <w:r w:rsidR="007D6C9B">
        <w:rPr>
          <w:rtl/>
        </w:rPr>
        <w:t xml:space="preserve">ں </w:t>
      </w:r>
      <w:r>
        <w:rPr>
          <w:rtl/>
        </w:rPr>
        <w:t xml:space="preserve">_ </w:t>
      </w:r>
    </w:p>
    <w:p w:rsidR="00DE2D7F" w:rsidRDefault="00DE2D7F" w:rsidP="00D07B54">
      <w:pPr>
        <w:pStyle w:val="libNormal"/>
        <w:rPr>
          <w:rtl/>
        </w:rPr>
      </w:pPr>
    </w:p>
    <w:p w:rsidR="00E8643C" w:rsidRDefault="00DE2D7F" w:rsidP="00D07B54">
      <w:pPr>
        <w:pStyle w:val="Heading2Center"/>
        <w:rPr>
          <w:rtl/>
        </w:rPr>
      </w:pPr>
      <w:bookmarkStart w:id="403" w:name="_Toc7268800"/>
      <w:r>
        <w:rPr>
          <w:rtl/>
        </w:rPr>
        <w:t>دعائے پيامبر (ص)</w:t>
      </w:r>
      <w:bookmarkEnd w:id="403"/>
    </w:p>
    <w:p w:rsidR="00DE2D7F" w:rsidRDefault="00DE2D7F" w:rsidP="00D07B54">
      <w:pPr>
        <w:pStyle w:val="libNormal"/>
        <w:rPr>
          <w:rtl/>
        </w:rPr>
      </w:pPr>
      <w:r>
        <w:rPr>
          <w:rtl/>
        </w:rPr>
        <w:t xml:space="preserve"> ''غطفان''كے قبيلہ نے شروع مي</w:t>
      </w:r>
      <w:r w:rsidR="007D6C9B">
        <w:rPr>
          <w:rtl/>
        </w:rPr>
        <w:t xml:space="preserve">ں </w:t>
      </w:r>
      <w:r>
        <w:rPr>
          <w:rtl/>
        </w:rPr>
        <w:t>تو خيبر كے يہوديو</w:t>
      </w:r>
      <w:r w:rsidR="007D6C9B">
        <w:rPr>
          <w:rtl/>
        </w:rPr>
        <w:t xml:space="preserve">ں </w:t>
      </w:r>
      <w:r>
        <w:rPr>
          <w:rtl/>
        </w:rPr>
        <w:t>كى حمايت كرنے كا ارادہ كيا تھا، ليكن بعد مي</w:t>
      </w:r>
      <w:r w:rsidR="007D6C9B">
        <w:rPr>
          <w:rtl/>
        </w:rPr>
        <w:t xml:space="preserve">ں </w:t>
      </w:r>
      <w:r>
        <w:rPr>
          <w:rtl/>
        </w:rPr>
        <w:t xml:space="preserve">ڈرگئے اور اس سے رك گئے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فتح آيت </w:t>
      </w:r>
      <w:r w:rsidR="00E664BB">
        <w:rPr>
          <w:rtl/>
        </w:rPr>
        <w:t>15</w:t>
      </w:r>
      <w:r>
        <w:rPr>
          <w:rtl/>
        </w:rPr>
        <w:t xml:space="preserve"> (</w:t>
      </w:r>
      <w:r w:rsidR="00E664BB">
        <w:rPr>
          <w:rtl/>
        </w:rPr>
        <w:t>2</w:t>
      </w:r>
      <w:r>
        <w:rPr>
          <w:rtl/>
        </w:rPr>
        <w:t xml:space="preserve">) سورہ فتح آيت </w:t>
      </w:r>
      <w:r w:rsidR="00E664BB">
        <w:rPr>
          <w:rtl/>
        </w:rPr>
        <w:t>15</w:t>
      </w:r>
      <w:r>
        <w:rPr>
          <w:rtl/>
        </w:rPr>
        <w:t xml:space="preserve"> </w:t>
      </w:r>
    </w:p>
    <w:p w:rsidR="00DE2D7F" w:rsidRDefault="00DE2D7F" w:rsidP="00D07B54">
      <w:pPr>
        <w:pStyle w:val="libFootnote"/>
        <w:rPr>
          <w:rtl/>
        </w:rPr>
      </w:pPr>
      <w:r>
        <w:rPr>
          <w:rtl/>
        </w:rPr>
        <w:t>(</w:t>
      </w:r>
      <w:r w:rsidR="00E664BB">
        <w:rPr>
          <w:rtl/>
        </w:rPr>
        <w:t>3</w:t>
      </w:r>
      <w:r>
        <w:rPr>
          <w:rtl/>
        </w:rPr>
        <w:t xml:space="preserve">) سورہ فتح آيت </w:t>
      </w:r>
      <w:r w:rsidR="00E664BB">
        <w:rPr>
          <w:rtl/>
        </w:rPr>
        <w:t>15</w:t>
      </w:r>
      <w:r>
        <w:rPr>
          <w:rtl/>
        </w:rPr>
        <w:t xml:space="preserve"> (</w:t>
      </w:r>
      <w:r w:rsidR="00E664BB">
        <w:rPr>
          <w:rtl/>
        </w:rPr>
        <w:t>4</w:t>
      </w:r>
      <w:r>
        <w:rPr>
          <w:rtl/>
        </w:rPr>
        <w:t xml:space="preserve">) سورہ فتح آيت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پيغمبر اكرم (ص) جس وقت''خيبر'' كے قلعو</w:t>
      </w:r>
      <w:r w:rsidR="007D6C9B">
        <w:rPr>
          <w:rtl/>
        </w:rPr>
        <w:t xml:space="preserve">ں </w:t>
      </w:r>
      <w:r>
        <w:rPr>
          <w:rtl/>
        </w:rPr>
        <w:t xml:space="preserve">كے نزديك پہنچے تو آپ نے اپنے صحابہ كو ركنے كا حكم ديا، اس كے بعد آسمان كى طرف سربلند كيا اور يہ دعا پڑھي: </w:t>
      </w:r>
    </w:p>
    <w:p w:rsidR="00DE2D7F" w:rsidRDefault="00DE2D7F" w:rsidP="00D07B54">
      <w:pPr>
        <w:pStyle w:val="libNormal"/>
        <w:rPr>
          <w:rtl/>
        </w:rPr>
      </w:pPr>
      <w:r>
        <w:rPr>
          <w:rtl/>
        </w:rPr>
        <w:t>''خداوندا اے آسمانو</w:t>
      </w:r>
      <w:r w:rsidR="007D6C9B">
        <w:rPr>
          <w:rtl/>
        </w:rPr>
        <w:t xml:space="preserve">ں </w:t>
      </w:r>
      <w:r>
        <w:rPr>
          <w:rtl/>
        </w:rPr>
        <w:t>كے پروردگار اور جن پر انھو</w:t>
      </w:r>
      <w:r w:rsidR="007D6C9B">
        <w:rPr>
          <w:rtl/>
        </w:rPr>
        <w:t xml:space="preserve">ں </w:t>
      </w:r>
      <w:r>
        <w:rPr>
          <w:rtl/>
        </w:rPr>
        <w:t>نے سايہ ڈالا ہے، اور اے زمينو</w:t>
      </w:r>
      <w:r w:rsidR="007D6C9B">
        <w:rPr>
          <w:rtl/>
        </w:rPr>
        <w:t xml:space="preserve">ں </w:t>
      </w:r>
      <w:r>
        <w:rPr>
          <w:rtl/>
        </w:rPr>
        <w:t>كے پروردگار اور جن چيزو</w:t>
      </w:r>
      <w:r w:rsidR="007D6C9B">
        <w:rPr>
          <w:rtl/>
        </w:rPr>
        <w:t xml:space="preserve">ں </w:t>
      </w:r>
      <w:r>
        <w:rPr>
          <w:rtl/>
        </w:rPr>
        <w:t>كو انھو</w:t>
      </w:r>
      <w:r w:rsidR="007D6C9B">
        <w:rPr>
          <w:rtl/>
        </w:rPr>
        <w:t xml:space="preserve">ں </w:t>
      </w:r>
      <w:r>
        <w:rPr>
          <w:rtl/>
        </w:rPr>
        <w:t>نے اٹھاركھا ہے مي</w:t>
      </w:r>
      <w:r w:rsidR="007D6C9B">
        <w:rPr>
          <w:rtl/>
        </w:rPr>
        <w:t xml:space="preserve">ں </w:t>
      </w:r>
      <w:r>
        <w:rPr>
          <w:rtl/>
        </w:rPr>
        <w:t>تجھ سے اس آبادى اور اس كے اہل مي</w:t>
      </w:r>
      <w:r w:rsidR="007D6C9B">
        <w:rPr>
          <w:rtl/>
        </w:rPr>
        <w:t xml:space="preserve">ں </w:t>
      </w:r>
      <w:r>
        <w:rPr>
          <w:rtl/>
        </w:rPr>
        <w:t>جو خير ہے اس كا طلب گارہو</w:t>
      </w:r>
      <w:r w:rsidR="007D6C9B">
        <w:rPr>
          <w:rtl/>
        </w:rPr>
        <w:t xml:space="preserve">ں </w:t>
      </w:r>
      <w:r>
        <w:rPr>
          <w:rtl/>
        </w:rPr>
        <w:t>، اور تجھ سے اس كے شراور اس مي</w:t>
      </w:r>
      <w:r w:rsidR="007D6C9B">
        <w:rPr>
          <w:rtl/>
        </w:rPr>
        <w:t xml:space="preserve">ں </w:t>
      </w:r>
      <w:r>
        <w:rPr>
          <w:rtl/>
        </w:rPr>
        <w:t>رہنے والو</w:t>
      </w:r>
      <w:r w:rsidR="007D6C9B">
        <w:rPr>
          <w:rtl/>
        </w:rPr>
        <w:t xml:space="preserve">ں </w:t>
      </w:r>
      <w:r>
        <w:rPr>
          <w:rtl/>
        </w:rPr>
        <w:t>كے شر اور جو كچھ اس مي</w:t>
      </w:r>
      <w:r w:rsidR="007D6C9B">
        <w:rPr>
          <w:rtl/>
        </w:rPr>
        <w:t xml:space="preserve">ں </w:t>
      </w:r>
      <w:r>
        <w:rPr>
          <w:rtl/>
        </w:rPr>
        <w:t>ہے اس شرسے پناہ مانگتاہو</w:t>
      </w:r>
      <w:r w:rsidR="007D6C9B">
        <w:rPr>
          <w:rtl/>
        </w:rPr>
        <w:t xml:space="preserve">ں </w:t>
      </w:r>
      <w:r>
        <w:rPr>
          <w:rtl/>
        </w:rPr>
        <w:t>'' _اس كے بعد فرمايا:'' بسم اللہ ''آگے بڑھو: اور اس طرح سے رات كے وقت ''خيبر'' كے پاس جاپہنچے' اور صبح كے وقت جب ا''ہل خيبر'' اس ماجرا سے باخبر ہوئے تو خود كو لشكر اسلام كے محاصرہ مي</w:t>
      </w:r>
      <w:r w:rsidR="007D6C9B">
        <w:rPr>
          <w:rtl/>
        </w:rPr>
        <w:t xml:space="preserve">ں </w:t>
      </w:r>
      <w:r>
        <w:rPr>
          <w:rtl/>
        </w:rPr>
        <w:t>ديكھا، اس كے بعد پيغمبر نے يكے بعد ديگرے ان قلعو</w:t>
      </w:r>
      <w:r w:rsidR="007D6C9B">
        <w:rPr>
          <w:rtl/>
        </w:rPr>
        <w:t xml:space="preserve">ں </w:t>
      </w:r>
      <w:r>
        <w:rPr>
          <w:rtl/>
        </w:rPr>
        <w:t>كو فتح كيا،يہا</w:t>
      </w:r>
      <w:r w:rsidR="007D6C9B">
        <w:rPr>
          <w:rtl/>
        </w:rPr>
        <w:t xml:space="preserve">ں </w:t>
      </w:r>
      <w:r>
        <w:rPr>
          <w:rtl/>
        </w:rPr>
        <w:t>تك كہ آخرى قلعہ تك ، جو سب سے زيادہ مضبوط اور طاقتور تھا، اور مشہور يہودى كمانڈر''مرحب'' اس مي</w:t>
      </w:r>
      <w:r w:rsidR="007D6C9B">
        <w:rPr>
          <w:rtl/>
        </w:rPr>
        <w:t xml:space="preserve">ں </w:t>
      </w:r>
      <w:r>
        <w:rPr>
          <w:rtl/>
        </w:rPr>
        <w:t xml:space="preserve">رہتا تھا، پہنچ گئے _ </w:t>
      </w:r>
    </w:p>
    <w:p w:rsidR="00DE2D7F" w:rsidRDefault="00DE2D7F" w:rsidP="00D07B54">
      <w:pPr>
        <w:pStyle w:val="libNormal"/>
        <w:rPr>
          <w:rtl/>
        </w:rPr>
      </w:pPr>
      <w:r>
        <w:rPr>
          <w:rtl/>
        </w:rPr>
        <w:t>انھي</w:t>
      </w:r>
      <w:r w:rsidR="007D6C9B">
        <w:rPr>
          <w:rtl/>
        </w:rPr>
        <w:t xml:space="preserve">ں </w:t>
      </w:r>
      <w:r>
        <w:rPr>
          <w:rtl/>
        </w:rPr>
        <w:t>دنو</w:t>
      </w:r>
      <w:r w:rsidR="007D6C9B">
        <w:rPr>
          <w:rtl/>
        </w:rPr>
        <w:t xml:space="preserve">ں </w:t>
      </w:r>
      <w:r>
        <w:rPr>
          <w:rtl/>
        </w:rPr>
        <w:t>مي</w:t>
      </w:r>
      <w:r w:rsidR="007D6C9B">
        <w:rPr>
          <w:rtl/>
        </w:rPr>
        <w:t xml:space="preserve">ں </w:t>
      </w:r>
      <w:r>
        <w:rPr>
          <w:rtl/>
        </w:rPr>
        <w:t>ايك سخت قسم كا دردسر، جو كبھى كبھى پيغمبر اكرم (ص) كو عارض ہوا كرتا تھا، آپ كو عارض ہوگيا ، اس طرح سے كہ ايك دو دن آپ اپنے خيمہ سے باہر نہ آسكے تو اس موقع پر (مشہور اسلامى تواريخ كے مطابق ) حضرت ابوبكر، نے علم سنبھالا اور مسلمانو</w:t>
      </w:r>
      <w:r w:rsidR="007D6C9B">
        <w:rPr>
          <w:rtl/>
        </w:rPr>
        <w:t xml:space="preserve">ں </w:t>
      </w:r>
      <w:r>
        <w:rPr>
          <w:rtl/>
        </w:rPr>
        <w:t>كو ساتھ لے كر يہوديو</w:t>
      </w:r>
      <w:r w:rsidR="007D6C9B">
        <w:rPr>
          <w:rtl/>
        </w:rPr>
        <w:t xml:space="preserve">ں </w:t>
      </w:r>
      <w:r>
        <w:rPr>
          <w:rtl/>
        </w:rPr>
        <w:t xml:space="preserve">كے لشكر پر حملہ آور ہوئے ، ليكن كوئي نتيجہ حاصل كيے بغير واپس پلٹ آئے دوسرى دفعہ '' حضرت عمر'' نے علم اٹھايا، اور مسلمان پہلے دن كى نسبت زيادہ شدت سے لڑے، ليكن بغير كسى نتيجہ كے واپس پلٹ آئے _ </w:t>
      </w:r>
    </w:p>
    <w:p w:rsidR="00DE2D7F" w:rsidRDefault="00DE2D7F" w:rsidP="00D07B54">
      <w:pPr>
        <w:pStyle w:val="libNormal"/>
        <w:rPr>
          <w:rtl/>
        </w:rPr>
      </w:pPr>
    </w:p>
    <w:p w:rsidR="00E8643C" w:rsidRDefault="00DE2D7F" w:rsidP="00D07B54">
      <w:pPr>
        <w:pStyle w:val="Heading2Center"/>
        <w:rPr>
          <w:rtl/>
        </w:rPr>
      </w:pPr>
      <w:bookmarkStart w:id="404" w:name="_Toc7268801"/>
      <w:r>
        <w:rPr>
          <w:rtl/>
        </w:rPr>
        <w:t>فاتح خيبر على عليہ السلام</w:t>
      </w:r>
      <w:bookmarkEnd w:id="404"/>
      <w:r>
        <w:rPr>
          <w:rtl/>
        </w:rPr>
        <w:t xml:space="preserve"> </w:t>
      </w:r>
    </w:p>
    <w:p w:rsidR="00DE2D7F" w:rsidRDefault="00DE2D7F" w:rsidP="00D07B54">
      <w:pPr>
        <w:pStyle w:val="libNormal"/>
        <w:rPr>
          <w:rtl/>
        </w:rPr>
      </w:pPr>
      <w:r>
        <w:rPr>
          <w:rtl/>
        </w:rPr>
        <w:t>يہ خبر رسول اكرم (ص) تك پہنچى تو اپ نے فرمايا:''خدا كى قسم كل يہ علم ايسے مرد كو دو</w:t>
      </w:r>
      <w:r w:rsidR="007D6C9B">
        <w:rPr>
          <w:rtl/>
        </w:rPr>
        <w:t xml:space="preserve">ں </w:t>
      </w:r>
      <w:r>
        <w:rPr>
          <w:rtl/>
        </w:rPr>
        <w:t>گا جو خدا اور اس كے رسول كو دوست ركھتا ہے، اور خدا اور پيغمبر اس كو دوست ركھتے ہي</w:t>
      </w:r>
      <w:r w:rsidR="007D6C9B">
        <w:rPr>
          <w:rtl/>
        </w:rPr>
        <w:t xml:space="preserve">ں </w:t>
      </w:r>
      <w:r>
        <w:rPr>
          <w:rtl/>
        </w:rPr>
        <w:t>،اور وہ اس سے قلعہ كو طاقت كے زورسے فتح كرے گا ''_ ہرطرف سے گردني</w:t>
      </w:r>
      <w:r w:rsidR="007D6C9B">
        <w:rPr>
          <w:rtl/>
        </w:rPr>
        <w:t xml:space="preserve">ں </w:t>
      </w:r>
      <w:r>
        <w:rPr>
          <w:rtl/>
        </w:rPr>
        <w:t>اٹھنے ليگي</w:t>
      </w:r>
      <w:r w:rsidR="007D6C9B">
        <w:rPr>
          <w:rtl/>
        </w:rPr>
        <w:t xml:space="preserve">ں </w:t>
      </w:r>
      <w:r>
        <w:rPr>
          <w:rtl/>
        </w:rPr>
        <w:t>كہ اس سے مرادكون شخص ہے؟ كچھ لوگو</w:t>
      </w:r>
      <w:r w:rsidR="007D6C9B">
        <w:rPr>
          <w:rtl/>
        </w:rPr>
        <w:t xml:space="preserve">ں </w:t>
      </w:r>
      <w:r>
        <w:rPr>
          <w:rtl/>
        </w:rPr>
        <w:t>كا اندازہ تھا كہ پيغمبر (ص) كى مراد على عليہ السلام ہي</w:t>
      </w:r>
      <w:r w:rsidR="007D6C9B">
        <w:rPr>
          <w:rtl/>
        </w:rPr>
        <w:t xml:space="preserve">ں </w:t>
      </w:r>
      <w:r>
        <w:rPr>
          <w:rtl/>
        </w:rPr>
        <w:t>ليكن على عليہ السلام ابھى وہا</w:t>
      </w:r>
      <w:r w:rsidR="007D6C9B">
        <w:rPr>
          <w:rtl/>
        </w:rPr>
        <w:t xml:space="preserve">ں </w:t>
      </w:r>
      <w:r>
        <w:rPr>
          <w:rtl/>
        </w:rPr>
        <w:t>موجود نہي</w:t>
      </w:r>
      <w:r w:rsidR="007D6C9B">
        <w:rPr>
          <w:rtl/>
        </w:rPr>
        <w:t xml:space="preserve">ں </w:t>
      </w:r>
      <w:r>
        <w:rPr>
          <w:rtl/>
        </w:rPr>
        <w:t xml:space="preserve">تھے،كيونكہ شديد آشوب چشم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انہي</w:t>
      </w:r>
      <w:r w:rsidR="007D6C9B">
        <w:rPr>
          <w:rtl/>
        </w:rPr>
        <w:t xml:space="preserve">ں </w:t>
      </w:r>
      <w:r>
        <w:rPr>
          <w:rtl/>
        </w:rPr>
        <w:t>لشكر مي</w:t>
      </w:r>
      <w:r w:rsidR="007D6C9B">
        <w:rPr>
          <w:rtl/>
        </w:rPr>
        <w:t xml:space="preserve">ں </w:t>
      </w:r>
      <w:r>
        <w:rPr>
          <w:rtl/>
        </w:rPr>
        <w:t>حاضر ہونے سے مانع تھا، ليكن صبح كے وقت على عليہ السلام اونٹ پر سوار ہوكر وارد ہوئے، اور پيغمبر اكرم (ص) كے خيمہ كے پاس اترے درحاليكہ آپ كى آنكھي</w:t>
      </w:r>
      <w:r w:rsidR="007D6C9B">
        <w:rPr>
          <w:rtl/>
        </w:rPr>
        <w:t xml:space="preserve">ں </w:t>
      </w:r>
      <w:r>
        <w:rPr>
          <w:rtl/>
        </w:rPr>
        <w:t>شدت كے ساتھ درد كررہى تھي</w:t>
      </w:r>
      <w:r w:rsidR="007D6C9B">
        <w:rPr>
          <w:rtl/>
        </w:rPr>
        <w:t xml:space="preserve">ں </w:t>
      </w:r>
      <w:r>
        <w:rPr>
          <w:rtl/>
        </w:rPr>
        <w:t xml:space="preserve">_ </w:t>
      </w:r>
    </w:p>
    <w:p w:rsidR="00DE2D7F" w:rsidRDefault="00DE2D7F" w:rsidP="00D07B54">
      <w:pPr>
        <w:pStyle w:val="libNormal"/>
        <w:rPr>
          <w:rtl/>
        </w:rPr>
      </w:pPr>
      <w:r>
        <w:rPr>
          <w:rtl/>
        </w:rPr>
        <w:t>پيغمبر اكرم (ص) نے فرمايا :ميرے نزديك آئو،آپ قريب گئے توانحضرت (ص) نے اپنے دہن مبارك كا لعاب على عليہ السلام كى آنكھو</w:t>
      </w:r>
      <w:r w:rsidR="007D6C9B">
        <w:rPr>
          <w:rtl/>
        </w:rPr>
        <w:t xml:space="preserve">ں </w:t>
      </w:r>
      <w:r>
        <w:rPr>
          <w:rtl/>
        </w:rPr>
        <w:t>پر ملا اور اس معجزہ كى بركت سے آپ كى آنكھي</w:t>
      </w:r>
      <w:r w:rsidR="007D6C9B">
        <w:rPr>
          <w:rtl/>
        </w:rPr>
        <w:t xml:space="preserve">ں </w:t>
      </w:r>
      <w:r>
        <w:rPr>
          <w:rtl/>
        </w:rPr>
        <w:t>بالكل ٹھيك ہوگئي</w:t>
      </w:r>
      <w:r w:rsidR="007D6C9B">
        <w:rPr>
          <w:rtl/>
        </w:rPr>
        <w:t xml:space="preserve">ں </w:t>
      </w:r>
      <w:r>
        <w:rPr>
          <w:rtl/>
        </w:rPr>
        <w:t>اس كے بعد آنحضرت (ص) نے علم ان كے ہاتھ مي</w:t>
      </w:r>
      <w:r w:rsidR="007D6C9B">
        <w:rPr>
          <w:rtl/>
        </w:rPr>
        <w:t xml:space="preserve">ں </w:t>
      </w:r>
      <w:r>
        <w:rPr>
          <w:rtl/>
        </w:rPr>
        <w:t xml:space="preserve">ديا_ </w:t>
      </w:r>
    </w:p>
    <w:p w:rsidR="00DE2D7F" w:rsidRDefault="00DE2D7F" w:rsidP="00D07B54">
      <w:pPr>
        <w:pStyle w:val="libNormal"/>
        <w:rPr>
          <w:rtl/>
        </w:rPr>
      </w:pPr>
      <w:r>
        <w:rPr>
          <w:rtl/>
        </w:rPr>
        <w:t>على عليہ السلام لشكر اسلام كو ساتھ لے كر خيبر كے سب سے بڑے قلعہ كى طرف بڑھے تو يہوديو</w:t>
      </w:r>
      <w:r w:rsidR="007D6C9B">
        <w:rPr>
          <w:rtl/>
        </w:rPr>
        <w:t xml:space="preserve">ں </w:t>
      </w:r>
      <w:r>
        <w:rPr>
          <w:rtl/>
        </w:rPr>
        <w:t>مي</w:t>
      </w:r>
      <w:r w:rsidR="007D6C9B">
        <w:rPr>
          <w:rtl/>
        </w:rPr>
        <w:t xml:space="preserve">ں </w:t>
      </w:r>
      <w:r>
        <w:rPr>
          <w:rtl/>
        </w:rPr>
        <w:t>سے ايك شخص نے قلعہ كے اوپر سے پوچھا كہ آپ كون ہي</w:t>
      </w:r>
      <w:r w:rsidR="007D6C9B">
        <w:rPr>
          <w:rtl/>
        </w:rPr>
        <w:t xml:space="preserve">ں </w:t>
      </w:r>
      <w:r>
        <w:rPr>
          <w:rtl/>
        </w:rPr>
        <w:t>؟ آپ نے فرمايا : '' مي</w:t>
      </w:r>
      <w:r w:rsidR="007D6C9B">
        <w:rPr>
          <w:rtl/>
        </w:rPr>
        <w:t xml:space="preserve">ں </w:t>
      </w:r>
      <w:r>
        <w:rPr>
          <w:rtl/>
        </w:rPr>
        <w:t>على بن ابى طالب'' ہو</w:t>
      </w:r>
      <w:r w:rsidR="007D6C9B">
        <w:rPr>
          <w:rtl/>
        </w:rPr>
        <w:t xml:space="preserve">ں </w:t>
      </w:r>
      <w:r>
        <w:rPr>
          <w:rtl/>
        </w:rPr>
        <w:t xml:space="preserve">، اس يہودى نے پكار كر كہا : اے يہوديو اب تمہارى شكست كا وقت آن پہنچا ہے ، اس وقت اس قلعہ كا كمانڈر مرحب يہودى ، على عليہ السلام سے مقابلہ كے لئے نكلا، اور كچھ دير نہ گزرى تھى كہ ايك ہى كارى ضرب سے زمين پر گرپڑا _ </w:t>
      </w:r>
    </w:p>
    <w:p w:rsidR="00DE2D7F" w:rsidRDefault="00DE2D7F" w:rsidP="00D07B54">
      <w:pPr>
        <w:pStyle w:val="libNormal"/>
        <w:rPr>
          <w:rtl/>
        </w:rPr>
      </w:pPr>
      <w:r>
        <w:rPr>
          <w:rtl/>
        </w:rPr>
        <w:t>مسلمانو</w:t>
      </w:r>
      <w:r w:rsidR="007D6C9B">
        <w:rPr>
          <w:rtl/>
        </w:rPr>
        <w:t xml:space="preserve">ں </w:t>
      </w:r>
      <w:r>
        <w:rPr>
          <w:rtl/>
        </w:rPr>
        <w:t>اور يہوديو</w:t>
      </w:r>
      <w:r w:rsidR="007D6C9B">
        <w:rPr>
          <w:rtl/>
        </w:rPr>
        <w:t xml:space="preserve">ں </w:t>
      </w:r>
      <w:r>
        <w:rPr>
          <w:rtl/>
        </w:rPr>
        <w:t>كے درميان شديد جنگ شروع ہوگئي، على عليہ السلام قلعہ كے دروازے كے قريب آئے ، اور ايك قوى اورپُر قدرت حركت كے ساتھ دروازے كو اكھاڑا اور ايك طرف پھينك ديا، اور اس زور سے قلعہ كھل گيا اور مسلمان اس مي</w:t>
      </w:r>
      <w:r w:rsidR="007D6C9B">
        <w:rPr>
          <w:rtl/>
        </w:rPr>
        <w:t xml:space="preserve">ں </w:t>
      </w:r>
      <w:r>
        <w:rPr>
          <w:rtl/>
        </w:rPr>
        <w:t>داخل ہوگئے اور اسے فتح كرليا ،يہوديو</w:t>
      </w:r>
      <w:r w:rsidR="007D6C9B">
        <w:rPr>
          <w:rtl/>
        </w:rPr>
        <w:t xml:space="preserve">ں </w:t>
      </w:r>
      <w:r>
        <w:rPr>
          <w:rtl/>
        </w:rPr>
        <w:t>نے اطاعت قبول كرلي، اور پيغمبر (ص) سے درخواست كى كہ اس اطاعت كے عوض ان كى جان بخشى كى جائے، پيغمبر (ص) نے ان كى درخواست كو قبول كرليا، منقول غنائم اسلامى لشكر كے ہاتھ آئے اور وہا</w:t>
      </w:r>
      <w:r w:rsidR="007D6C9B">
        <w:rPr>
          <w:rtl/>
        </w:rPr>
        <w:t xml:space="preserve">ں </w:t>
      </w:r>
      <w:r>
        <w:rPr>
          <w:rtl/>
        </w:rPr>
        <w:t>كى زميني</w:t>
      </w:r>
      <w:r w:rsidR="007D6C9B">
        <w:rPr>
          <w:rtl/>
        </w:rPr>
        <w:t xml:space="preserve">ں </w:t>
      </w:r>
      <w:r>
        <w:rPr>
          <w:rtl/>
        </w:rPr>
        <w:t>اور باغات آپ نے يہوديو</w:t>
      </w:r>
      <w:r w:rsidR="007D6C9B">
        <w:rPr>
          <w:rtl/>
        </w:rPr>
        <w:t xml:space="preserve">ں </w:t>
      </w:r>
      <w:r>
        <w:rPr>
          <w:rtl/>
        </w:rPr>
        <w:t>كو اس شرط كے ساتھ سپرد كرديئےہ اس كى آمدنى كا آدھا حصہ وہ مسلمانو</w:t>
      </w:r>
      <w:r w:rsidR="007D6C9B">
        <w:rPr>
          <w:rtl/>
        </w:rPr>
        <w:t xml:space="preserve">ں </w:t>
      </w:r>
      <w:r>
        <w:rPr>
          <w:rtl/>
        </w:rPr>
        <w:t>كو ديا كري</w:t>
      </w:r>
      <w:r w:rsidR="007D6C9B">
        <w:rPr>
          <w:rtl/>
        </w:rPr>
        <w:t xml:space="preserve">ں </w:t>
      </w:r>
      <w:r>
        <w:rPr>
          <w:rtl/>
        </w:rPr>
        <w:t xml:space="preserve">گے _ </w:t>
      </w:r>
    </w:p>
    <w:p w:rsidR="00DE2D7F" w:rsidRDefault="00DE2D7F" w:rsidP="00D07B54">
      <w:pPr>
        <w:pStyle w:val="libNormal"/>
        <w:rPr>
          <w:rtl/>
        </w:rPr>
      </w:pPr>
      <w:r>
        <w:rPr>
          <w:rtl/>
        </w:rPr>
        <w:t>آخركار پيغمبر (ص) نے تواريخ كى نقل كے مطابق غنائم خيبرصرف اہل حديبيہ پر تقسيم كئے، يہا</w:t>
      </w:r>
      <w:r w:rsidR="007D6C9B">
        <w:rPr>
          <w:rtl/>
        </w:rPr>
        <w:t xml:space="preserve">ں </w:t>
      </w:r>
      <w:r>
        <w:rPr>
          <w:rtl/>
        </w:rPr>
        <w:t>تك كہ ان لوگو</w:t>
      </w:r>
      <w:r w:rsidR="007D6C9B">
        <w:rPr>
          <w:rtl/>
        </w:rPr>
        <w:t xml:space="preserve">ں </w:t>
      </w:r>
      <w:r>
        <w:rPr>
          <w:rtl/>
        </w:rPr>
        <w:t>كے لئے بھى جو حديبيہ مي</w:t>
      </w:r>
      <w:r w:rsidR="007D6C9B">
        <w:rPr>
          <w:rtl/>
        </w:rPr>
        <w:t xml:space="preserve">ں </w:t>
      </w:r>
      <w:r>
        <w:rPr>
          <w:rtl/>
        </w:rPr>
        <w:t>موجود تھے اور كسى وجہ سے جنگ خيبر مي</w:t>
      </w:r>
      <w:r w:rsidR="007D6C9B">
        <w:rPr>
          <w:rtl/>
        </w:rPr>
        <w:t xml:space="preserve">ں </w:t>
      </w:r>
      <w:r>
        <w:rPr>
          <w:rtl/>
        </w:rPr>
        <w:t xml:space="preserve">شريك نہ ہوسكے ان كے لئے بھى ايك حصہ قرارديا ، البتہ ايسا آدمى صرف ايك ہى تھا، اور وہ '' جابربن عبداللہ تھا _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E8643C" w:rsidRDefault="00DE2D7F" w:rsidP="00D07B54">
      <w:pPr>
        <w:pStyle w:val="Heading2Center"/>
        <w:rPr>
          <w:rtl/>
        </w:rPr>
      </w:pPr>
      <w:bookmarkStart w:id="405" w:name="_Toc7268802"/>
      <w:r>
        <w:rPr>
          <w:rtl/>
        </w:rPr>
        <w:t>فتح مكہ</w:t>
      </w:r>
      <w:bookmarkEnd w:id="405"/>
      <w:r>
        <w:rPr>
          <w:rtl/>
        </w:rPr>
        <w:t xml:space="preserve"> </w:t>
      </w:r>
    </w:p>
    <w:p w:rsidR="00DE2D7F" w:rsidRDefault="00DE2D7F" w:rsidP="00D07B54">
      <w:pPr>
        <w:pStyle w:val="libNormal"/>
        <w:rPr>
          <w:rtl/>
        </w:rPr>
      </w:pPr>
      <w:r>
        <w:rPr>
          <w:rtl/>
        </w:rPr>
        <w:t>فتح مكہ نے; تاريخ اسلام مي</w:t>
      </w:r>
      <w:r w:rsidR="007D6C9B">
        <w:rPr>
          <w:rtl/>
        </w:rPr>
        <w:t xml:space="preserve">ں </w:t>
      </w:r>
      <w:r>
        <w:rPr>
          <w:rtl/>
        </w:rPr>
        <w:t>ايك ن ى فصل كا اضافہ كياہے اور تقريباً بيس سال كے بعد دشمن كى مقاومتو</w:t>
      </w:r>
      <w:r w:rsidR="007D6C9B">
        <w:rPr>
          <w:rtl/>
        </w:rPr>
        <w:t xml:space="preserve">ں </w:t>
      </w:r>
      <w:r>
        <w:rPr>
          <w:rtl/>
        </w:rPr>
        <w:t>كو ہميشہ كے لئے ختم كرديا، حقيقت مي</w:t>
      </w:r>
      <w:r w:rsidR="007D6C9B">
        <w:rPr>
          <w:rtl/>
        </w:rPr>
        <w:t xml:space="preserve">ں </w:t>
      </w:r>
      <w:r>
        <w:rPr>
          <w:rtl/>
        </w:rPr>
        <w:t xml:space="preserve">فتح مكہ سے جزيرة العرب سے شرك و بت پر ستى كى بساط لپيٹ دى گئي ،اور اسلام دنياكے دوسرے ممالك كى طرف حركت كے لئے آمادہ ہوا_ </w:t>
      </w:r>
    </w:p>
    <w:p w:rsidR="00DE2D7F" w:rsidRDefault="00DE2D7F" w:rsidP="00D07B54">
      <w:pPr>
        <w:pStyle w:val="libNormal"/>
        <w:rPr>
          <w:rtl/>
        </w:rPr>
      </w:pPr>
      <w:r>
        <w:rPr>
          <w:rtl/>
        </w:rPr>
        <w:t>اس واقعہ كا خلاصہ يہ ہے كہ عہد وپيمان اور صلح كے بعد كفار نے عہد شكنى كى اور اس صلح نامہ كونظر انداز كرديا، اور پيغمبر (ص) كے بعض حليفو</w:t>
      </w:r>
      <w:r w:rsidR="007D6C9B">
        <w:rPr>
          <w:rtl/>
        </w:rPr>
        <w:t xml:space="preserve">ں </w:t>
      </w:r>
      <w:r>
        <w:rPr>
          <w:rtl/>
        </w:rPr>
        <w:t>كے ساتھ زيادتى كي، آپ(ص) كے حليفو</w:t>
      </w:r>
      <w:r w:rsidR="007D6C9B">
        <w:rPr>
          <w:rtl/>
        </w:rPr>
        <w:t xml:space="preserve">ں </w:t>
      </w:r>
      <w:r>
        <w:rPr>
          <w:rtl/>
        </w:rPr>
        <w:t>نے آنحضرت (ص) سے شكايت كى تورسول اللہ (ص) نے اپنے حليفو</w:t>
      </w:r>
      <w:r w:rsidR="007D6C9B">
        <w:rPr>
          <w:rtl/>
        </w:rPr>
        <w:t xml:space="preserve">ں </w:t>
      </w:r>
      <w:r>
        <w:rPr>
          <w:rtl/>
        </w:rPr>
        <w:t>كى مددكرنے كا ارادہ كرليا،اور دوسرى طرف مكہ مي</w:t>
      </w:r>
      <w:r w:rsidR="007D6C9B">
        <w:rPr>
          <w:rtl/>
        </w:rPr>
        <w:t xml:space="preserve">ں </w:t>
      </w:r>
      <w:r>
        <w:rPr>
          <w:rtl/>
        </w:rPr>
        <w:t>بت پرستى شرك اور نفاق كا جو مركز قائم تھا اس كے ختم ہونے كے تمام حالات فراہم ہوگئے تھے اور يہ ايك ايسا كام تھا جسے ہر حالت مي</w:t>
      </w:r>
      <w:r w:rsidR="007D6C9B">
        <w:rPr>
          <w:rtl/>
        </w:rPr>
        <w:t xml:space="preserve">ں </w:t>
      </w:r>
      <w:r>
        <w:rPr>
          <w:rtl/>
        </w:rPr>
        <w:t>انجام دينا ضرورى تھا،اس لئے پيغمبر خدا (ص) كے حكم سے مكہ كى طرف جانے كے لئے آمادہ ہوگئے ،فتح مكہ تين مراحل مي</w:t>
      </w:r>
      <w:r w:rsidR="007D6C9B">
        <w:rPr>
          <w:rtl/>
        </w:rPr>
        <w:t xml:space="preserve">ں </w:t>
      </w:r>
      <w:r>
        <w:rPr>
          <w:rtl/>
        </w:rPr>
        <w:t xml:space="preserve">انجام پائي _ </w:t>
      </w:r>
    </w:p>
    <w:p w:rsidR="00DE2D7F" w:rsidRDefault="00DE2D7F" w:rsidP="00D07B54">
      <w:pPr>
        <w:pStyle w:val="libNormal"/>
        <w:rPr>
          <w:rtl/>
        </w:rPr>
      </w:pPr>
      <w:r>
        <w:rPr>
          <w:rtl/>
        </w:rPr>
        <w:t>پہلا مرحلہ مقدماتى تھا، يعنى ضرورى قوااور توانائيو</w:t>
      </w:r>
      <w:r w:rsidR="007D6C9B">
        <w:rPr>
          <w:rtl/>
        </w:rPr>
        <w:t xml:space="preserve">ں </w:t>
      </w:r>
      <w:r>
        <w:rPr>
          <w:rtl/>
        </w:rPr>
        <w:t>كو فراہم كرنا، زمانہ كے موافق حالات كا انتخاب اور دشمن كى جسمانى و روحانى قوت و توانائي كى مقدار وكيفيت كى حيثيت كے بارے مي</w:t>
      </w:r>
      <w:r w:rsidR="007D6C9B">
        <w:rPr>
          <w:rtl/>
        </w:rPr>
        <w:t xml:space="preserve">ں </w:t>
      </w:r>
      <w:r>
        <w:rPr>
          <w:rtl/>
        </w:rPr>
        <w:t xml:space="preserve">كافى اطلاعات حاصل كرنا تھا_ </w:t>
      </w:r>
    </w:p>
    <w:p w:rsidR="00DE2D7F" w:rsidRDefault="00DE2D7F" w:rsidP="00D07B54">
      <w:pPr>
        <w:pStyle w:val="libNormal"/>
        <w:rPr>
          <w:rtl/>
        </w:rPr>
      </w:pPr>
      <w:r>
        <w:rPr>
          <w:rtl/>
        </w:rPr>
        <w:t xml:space="preserve">دوسرا مرحلہ، فتح كے مرحلہ كوبہت ہى ماہرانہ اور ضائعات و تلفات يعنى نقصان كے بغير انجام دينا تھا_ اور آخرى مرحلہ، جو اصلى مرحلہ تھا، وہ اس كے آثار و نتائج كا مرحلہ تھا_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يہ مرحلہ انتہائي دقت، باريك بينى اور لطافت كے ساتھ انجام پايا ، خصوصاً رسول اللہ (ص) نے مكہ و مدينہ كى شاہراہ كو اس طرح سے سے قرق كرليا تھا كہ اس عظيم آمادگى كى خبر كسى طرح سے بھى اہل مكہ كو نہ پہنچ سكي_ اس لئے انہو</w:t>
      </w:r>
      <w:r w:rsidR="007D6C9B">
        <w:rPr>
          <w:rtl/>
        </w:rPr>
        <w:t xml:space="preserve">ں </w:t>
      </w:r>
      <w:r>
        <w:rPr>
          <w:rtl/>
        </w:rPr>
        <w:t>نے كسى قسم كى تيار ى نہ كى ،وہ مكمل طور پر غفلت مي</w:t>
      </w:r>
      <w:r w:rsidR="007D6C9B">
        <w:rPr>
          <w:rtl/>
        </w:rPr>
        <w:t xml:space="preserve">ں </w:t>
      </w:r>
      <w:r>
        <w:rPr>
          <w:rtl/>
        </w:rPr>
        <w:t>پڑے رہے اور اسى وجہ سے اس مقد س سرزمين مي</w:t>
      </w:r>
      <w:r w:rsidR="007D6C9B">
        <w:rPr>
          <w:rtl/>
        </w:rPr>
        <w:t xml:space="preserve">ں </w:t>
      </w:r>
      <w:r>
        <w:rPr>
          <w:rtl/>
        </w:rPr>
        <w:t>اس عظيم حملہ اور بہت بڑى فتح مي</w:t>
      </w:r>
      <w:r w:rsidR="007D6C9B">
        <w:rPr>
          <w:rtl/>
        </w:rPr>
        <w:t xml:space="preserve">ں </w:t>
      </w:r>
      <w:r>
        <w:rPr>
          <w:rtl/>
        </w:rPr>
        <w:t>تقريباً كوئي خون نہي</w:t>
      </w:r>
      <w:r w:rsidR="007D6C9B">
        <w:rPr>
          <w:rtl/>
        </w:rPr>
        <w:t xml:space="preserve">ں </w:t>
      </w:r>
      <w:r>
        <w:rPr>
          <w:rtl/>
        </w:rPr>
        <w:t xml:space="preserve">بہا_ </w:t>
      </w:r>
    </w:p>
    <w:p w:rsidR="00DE2D7F" w:rsidRDefault="00DE2D7F" w:rsidP="00D07B54">
      <w:pPr>
        <w:pStyle w:val="libNormal"/>
        <w:rPr>
          <w:rtl/>
        </w:rPr>
      </w:pPr>
      <w:r>
        <w:rPr>
          <w:rtl/>
        </w:rPr>
        <w:t>يہا</w:t>
      </w:r>
      <w:r w:rsidR="007D6C9B">
        <w:rPr>
          <w:rtl/>
        </w:rPr>
        <w:t xml:space="preserve">ں </w:t>
      </w:r>
      <w:r>
        <w:rPr>
          <w:rtl/>
        </w:rPr>
        <w:t>تك كہ وہ خط بھي،جو ايك ضعيف الايمان مسلمان ''حاطب بن ابى بلتعہ''نے قريش كو لكھا تھا اور قبيلہ ''مزينہ'' كى ايك عورت ''كفود''يا ''سارہ''نامى كے ہاتھ مكہ كى طرف روانہ كيا تھا،اعجاز آميز طريقہ سے پيغمبر اكرم (ص) كے لئے آشكار ہوگيا، على عليہ االسلام كچھ دوسرے لوگو</w:t>
      </w:r>
      <w:r w:rsidR="007D6C9B">
        <w:rPr>
          <w:rtl/>
        </w:rPr>
        <w:t xml:space="preserve">ں </w:t>
      </w:r>
      <w:r>
        <w:rPr>
          <w:rtl/>
        </w:rPr>
        <w:t>كے ساتھ بڑى تيزى سے اس كے پيچھے روانہ ہوئے، انہو</w:t>
      </w:r>
      <w:r w:rsidR="007D6C9B">
        <w:rPr>
          <w:rtl/>
        </w:rPr>
        <w:t xml:space="preserve">ں </w:t>
      </w:r>
      <w:r>
        <w:rPr>
          <w:rtl/>
        </w:rPr>
        <w:t>نے اس عورت كو مكہ و مدينہ كى ايك درميانى منزل مي</w:t>
      </w:r>
      <w:r w:rsidR="007D6C9B">
        <w:rPr>
          <w:rtl/>
        </w:rPr>
        <w:t xml:space="preserve">ں </w:t>
      </w:r>
      <w:r>
        <w:rPr>
          <w:rtl/>
        </w:rPr>
        <w:t xml:space="preserve">جاليا اور اس سے وہ خط لے كر،خود اسے بھى مدينہ واپس لے آئے_ </w:t>
      </w:r>
    </w:p>
    <w:p w:rsidR="00DE2D7F" w:rsidRDefault="00DE2D7F" w:rsidP="00D07B54">
      <w:pPr>
        <w:pStyle w:val="libNormal"/>
        <w:rPr>
          <w:rtl/>
        </w:rPr>
      </w:pPr>
    </w:p>
    <w:p w:rsidR="00E8643C" w:rsidRDefault="00DE2D7F" w:rsidP="00D07B54">
      <w:pPr>
        <w:pStyle w:val="Heading2Center"/>
        <w:rPr>
          <w:rtl/>
        </w:rPr>
      </w:pPr>
      <w:bookmarkStart w:id="406" w:name="_Toc7268803"/>
      <w:r>
        <w:rPr>
          <w:rtl/>
        </w:rPr>
        <w:t>مكہ كى طرف روانگي</w:t>
      </w:r>
      <w:bookmarkEnd w:id="406"/>
    </w:p>
    <w:p w:rsidR="00DE2D7F" w:rsidRDefault="00DE2D7F" w:rsidP="00D07B54">
      <w:pPr>
        <w:pStyle w:val="libNormal"/>
        <w:rPr>
          <w:rtl/>
        </w:rPr>
      </w:pPr>
      <w:r>
        <w:rPr>
          <w:rtl/>
        </w:rPr>
        <w:t xml:space="preserve"> بہر حال پيغمبر اكرم (ص) مدينہ مي</w:t>
      </w:r>
      <w:r w:rsidR="007D6C9B">
        <w:rPr>
          <w:rtl/>
        </w:rPr>
        <w:t xml:space="preserve">ں </w:t>
      </w:r>
      <w:r>
        <w:rPr>
          <w:rtl/>
        </w:rPr>
        <w:t>اپنا ايك قائم مقام مقرر كر كے ہجرت كے آٹھوي</w:t>
      </w:r>
      <w:r w:rsidR="007D6C9B">
        <w:rPr>
          <w:rtl/>
        </w:rPr>
        <w:t xml:space="preserve">ں </w:t>
      </w:r>
      <w:r>
        <w:rPr>
          <w:rtl/>
        </w:rPr>
        <w:t xml:space="preserve">سال ماہ رمضان كى دس تاريخ كو مكہ كى طرف چل پڑے ، اور دس دن كے بعد مكہ پہنچ گئے _ </w:t>
      </w:r>
    </w:p>
    <w:p w:rsidR="00DE2D7F" w:rsidRDefault="00DE2D7F" w:rsidP="00D07B54">
      <w:pPr>
        <w:pStyle w:val="libNormal"/>
        <w:rPr>
          <w:rtl/>
        </w:rPr>
      </w:pPr>
      <w:r>
        <w:rPr>
          <w:rtl/>
        </w:rPr>
        <w:t>پيغمبر اكرم (ص) نے راستے كے وسط مي</w:t>
      </w:r>
      <w:r w:rsidR="007D6C9B">
        <w:rPr>
          <w:rtl/>
        </w:rPr>
        <w:t xml:space="preserve">ں </w:t>
      </w:r>
      <w:r>
        <w:rPr>
          <w:rtl/>
        </w:rPr>
        <w:t>اپنے چچا عباس كو ديكھا كہ وہ مكہ سے ہجرت كركے آپ(ص) كى طرف آرہے ہي</w:t>
      </w:r>
      <w:r w:rsidR="007D6C9B">
        <w:rPr>
          <w:rtl/>
        </w:rPr>
        <w:t xml:space="preserve">ں </w:t>
      </w:r>
      <w:r>
        <w:rPr>
          <w:rtl/>
        </w:rPr>
        <w:t>_ حضرت(ص) نے ان سے فرمايا كہ اپنا سامان مدينہ بھيج ديجئے اور خود ہمارے ساتھ چلي</w:t>
      </w:r>
      <w:r w:rsidR="007D6C9B">
        <w:rPr>
          <w:rtl/>
        </w:rPr>
        <w:t xml:space="preserve">ں </w:t>
      </w:r>
      <w:r>
        <w:rPr>
          <w:rtl/>
        </w:rPr>
        <w:t>، اور آپ آخرى مہاجر ہي</w:t>
      </w:r>
      <w:r w:rsidR="007D6C9B">
        <w:rPr>
          <w:rtl/>
        </w:rPr>
        <w:t xml:space="preserve">ں </w:t>
      </w:r>
      <w:r>
        <w:rPr>
          <w:rtl/>
        </w:rPr>
        <w:t xml:space="preserve">_ </w:t>
      </w:r>
    </w:p>
    <w:p w:rsidR="00DE2D7F" w:rsidRDefault="00DE2D7F" w:rsidP="00D07B54">
      <w:pPr>
        <w:pStyle w:val="libNormal"/>
        <w:rPr>
          <w:rtl/>
        </w:rPr>
      </w:pPr>
      <w:r>
        <w:rPr>
          <w:rtl/>
        </w:rPr>
        <w:t>آخر كار مسلمان مكہ كى طرف پہنچ گئے اور شہر كے باہر،اطراف كے بيابانو</w:t>
      </w:r>
      <w:r w:rsidR="007D6C9B">
        <w:rPr>
          <w:rtl/>
        </w:rPr>
        <w:t xml:space="preserve">ں </w:t>
      </w:r>
      <w:r>
        <w:rPr>
          <w:rtl/>
        </w:rPr>
        <w:t>مي</w:t>
      </w:r>
      <w:r w:rsidR="007D6C9B">
        <w:rPr>
          <w:rtl/>
        </w:rPr>
        <w:t xml:space="preserve">ں </w:t>
      </w:r>
      <w:r>
        <w:rPr>
          <w:rtl/>
        </w:rPr>
        <w:t>اس مقام پر جسے ''مرالظہران''كہا جاتا تھا اور جو مكہ سے چند كلوميٹر سے زيادہ فاصلہ پر نہ تھا،پڑائو ڈال ديا_ اور رات كے وقت كھانا پكانے كے لئے (يا شايد اپنى وسيع پيمانہ پر موجودگى كو ثابت كرنے كے لئے) وہا</w:t>
      </w:r>
      <w:r w:rsidR="007D6C9B">
        <w:rPr>
          <w:rtl/>
        </w:rPr>
        <w:t xml:space="preserve">ں </w:t>
      </w:r>
      <w:r>
        <w:rPr>
          <w:rtl/>
        </w:rPr>
        <w:t>آگ روشن كردي، اہل مكہ كا ايك گروہ اس منظر كو ديكھ كر حيرت مي</w:t>
      </w:r>
      <w:r w:rsidR="007D6C9B">
        <w:rPr>
          <w:rtl/>
        </w:rPr>
        <w:t xml:space="preserve">ں </w:t>
      </w:r>
      <w:r>
        <w:rPr>
          <w:rtl/>
        </w:rPr>
        <w:t xml:space="preserve">ڈوب گيا_ </w:t>
      </w:r>
    </w:p>
    <w:p w:rsidR="00DE2D7F" w:rsidRDefault="00DE2D7F" w:rsidP="00D07B54">
      <w:pPr>
        <w:pStyle w:val="libNormal"/>
        <w:rPr>
          <w:rtl/>
        </w:rPr>
      </w:pPr>
      <w:r>
        <w:rPr>
          <w:rtl/>
        </w:rPr>
        <w:t>ابھى تك پيغمبر اكرم (ص) اور لشكر اسلام كے اس طرف آنے كى خبري</w:t>
      </w:r>
      <w:r w:rsidR="007D6C9B">
        <w:rPr>
          <w:rtl/>
        </w:rPr>
        <w:t xml:space="preserve">ں </w:t>
      </w:r>
      <w:r>
        <w:rPr>
          <w:rtl/>
        </w:rPr>
        <w:t>قريش سے پنہا</w:t>
      </w:r>
      <w:r w:rsidR="007D6C9B">
        <w:rPr>
          <w:rtl/>
        </w:rPr>
        <w:t xml:space="preserve">ں </w:t>
      </w:r>
      <w:r>
        <w:rPr>
          <w:rtl/>
        </w:rPr>
        <w:t>تھي</w:t>
      </w:r>
      <w:r w:rsidR="007D6C9B">
        <w:rPr>
          <w:rtl/>
        </w:rPr>
        <w:t xml:space="preserve">ں </w:t>
      </w:r>
      <w:r>
        <w:rPr>
          <w:rtl/>
        </w:rPr>
        <w:t xml:space="preserve">_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اس رات اہل مكہ كا سرغنہ ابو سفيان اور مشركين كے بعض دوسرے سرغنہ خبري</w:t>
      </w:r>
      <w:r w:rsidR="007D6C9B">
        <w:rPr>
          <w:rtl/>
        </w:rPr>
        <w:t xml:space="preserve">ں </w:t>
      </w:r>
      <w:r>
        <w:rPr>
          <w:rtl/>
        </w:rPr>
        <w:t>معلوم كرنے كے لئے مكہ سے باہر نكلے،اس موقع پر پيغمبر اكرم (ص) كے چچا عباس نے سوچا كہ اگر رسول اللہ (ص) قہرآلود طريقہ پر مكہ مي</w:t>
      </w:r>
      <w:r w:rsidR="007D6C9B">
        <w:rPr>
          <w:rtl/>
        </w:rPr>
        <w:t xml:space="preserve">ں </w:t>
      </w:r>
      <w:r>
        <w:rPr>
          <w:rtl/>
        </w:rPr>
        <w:t>وارد ہوئے تو قريش مي</w:t>
      </w:r>
      <w:r w:rsidR="007D6C9B">
        <w:rPr>
          <w:rtl/>
        </w:rPr>
        <w:t xml:space="preserve">ں </w:t>
      </w:r>
      <w:r>
        <w:rPr>
          <w:rtl/>
        </w:rPr>
        <w:t>سے كوئي بھى زندہ نہي</w:t>
      </w:r>
      <w:r w:rsidR="007D6C9B">
        <w:rPr>
          <w:rtl/>
        </w:rPr>
        <w:t xml:space="preserve">ں </w:t>
      </w:r>
      <w:r>
        <w:rPr>
          <w:rtl/>
        </w:rPr>
        <w:t>بچے گا، انہو</w:t>
      </w:r>
      <w:r w:rsidR="007D6C9B">
        <w:rPr>
          <w:rtl/>
        </w:rPr>
        <w:t xml:space="preserve">ں </w:t>
      </w:r>
      <w:r>
        <w:rPr>
          <w:rtl/>
        </w:rPr>
        <w:t>نے پيغمبر اكرم (ص) سے اجازت لئے اور آپ (ص) كى سوارى پر سوار ہوكر كہا مي</w:t>
      </w:r>
      <w:r w:rsidR="007D6C9B">
        <w:rPr>
          <w:rtl/>
        </w:rPr>
        <w:t xml:space="preserve">ں </w:t>
      </w:r>
      <w:r>
        <w:rPr>
          <w:rtl/>
        </w:rPr>
        <w:t>جاتاہو</w:t>
      </w:r>
      <w:r w:rsidR="007D6C9B">
        <w:rPr>
          <w:rtl/>
        </w:rPr>
        <w:t xml:space="preserve">ں </w:t>
      </w:r>
      <w:r>
        <w:rPr>
          <w:rtl/>
        </w:rPr>
        <w:t>،شايد كوئي مل جائے تو اس سے كہو</w:t>
      </w:r>
      <w:r w:rsidR="007D6C9B">
        <w:rPr>
          <w:rtl/>
        </w:rPr>
        <w:t xml:space="preserve">ں </w:t>
      </w:r>
      <w:r>
        <w:rPr>
          <w:rtl/>
        </w:rPr>
        <w:t>كہ اہل مكہ كو اس ماجرے سے آگاہ كردے تا كہ وہ آكر امان حاصل كرلي</w:t>
      </w:r>
      <w:r w:rsidR="007D6C9B">
        <w:rPr>
          <w:rtl/>
        </w:rPr>
        <w:t xml:space="preserve">ں </w:t>
      </w:r>
      <w:r>
        <w:rPr>
          <w:rtl/>
        </w:rPr>
        <w:t xml:space="preserve">_ </w:t>
      </w:r>
    </w:p>
    <w:p w:rsidR="00DE2D7F" w:rsidRDefault="00DE2D7F" w:rsidP="00D07B54">
      <w:pPr>
        <w:pStyle w:val="libNormal"/>
        <w:rPr>
          <w:rtl/>
        </w:rPr>
      </w:pPr>
      <w:r>
        <w:rPr>
          <w:rtl/>
        </w:rPr>
        <w:t>عباس وہا</w:t>
      </w:r>
      <w:r w:rsidR="007D6C9B">
        <w:rPr>
          <w:rtl/>
        </w:rPr>
        <w:t xml:space="preserve">ں </w:t>
      </w:r>
      <w:r>
        <w:rPr>
          <w:rtl/>
        </w:rPr>
        <w:t>روانہ ہوكر بہت قريب پہنچ گئے_ اتفاقاً اس موقع پر انہو</w:t>
      </w:r>
      <w:r w:rsidR="007D6C9B">
        <w:rPr>
          <w:rtl/>
        </w:rPr>
        <w:t xml:space="preserve">ں </w:t>
      </w:r>
      <w:r>
        <w:rPr>
          <w:rtl/>
        </w:rPr>
        <w:t>نے ''ابو سفيان''كى آواز سنى جواپنے ايك دوست ''بديل'' سے كہہ رہا تھا كہ ہم نے كبھى بھى اس سے زيادہ آگ نہي</w:t>
      </w:r>
      <w:r w:rsidR="007D6C9B">
        <w:rPr>
          <w:rtl/>
        </w:rPr>
        <w:t xml:space="preserve">ں </w:t>
      </w:r>
      <w:r>
        <w:rPr>
          <w:rtl/>
        </w:rPr>
        <w:t>ديكھي، ''بديل'' نے كہا ميرا خيال ہے كہ يہ آگ قبيلہ''خزاعہ''نے جلائي ہوئي ہے، ابوسفيان نے كہا قبيلہ خزاعہ اس سے كہي</w:t>
      </w:r>
      <w:r w:rsidR="007D6C9B">
        <w:rPr>
          <w:rtl/>
        </w:rPr>
        <w:t xml:space="preserve">ں </w:t>
      </w:r>
      <w:r>
        <w:rPr>
          <w:rtl/>
        </w:rPr>
        <w:t>زيادہ ذليل وخوار ہي</w:t>
      </w:r>
      <w:r w:rsidR="007D6C9B">
        <w:rPr>
          <w:rtl/>
        </w:rPr>
        <w:t xml:space="preserve">ں </w:t>
      </w:r>
      <w:r>
        <w:rPr>
          <w:rtl/>
        </w:rPr>
        <w:t>كہ وہ اتنى آگ روشن كري</w:t>
      </w:r>
      <w:r w:rsidR="007D6C9B">
        <w:rPr>
          <w:rtl/>
        </w:rPr>
        <w:t xml:space="preserve">ں </w:t>
      </w:r>
      <w:r>
        <w:rPr>
          <w:rtl/>
        </w:rPr>
        <w:t xml:space="preserve">،اس موقع پر عباس نے ابوسفيان كو پكارا، ابوسفيان نے بھى عباس كو پہچان ليا اور كہا سچ سچ بتائو كيا بات ہے؟ </w:t>
      </w:r>
    </w:p>
    <w:p w:rsidR="00DE2D7F" w:rsidRDefault="00DE2D7F" w:rsidP="00D07B54">
      <w:pPr>
        <w:pStyle w:val="libNormal"/>
        <w:rPr>
          <w:rtl/>
        </w:rPr>
      </w:pPr>
      <w:r>
        <w:rPr>
          <w:rtl/>
        </w:rPr>
        <w:t>عباس نے جواب ديا: يہ رسول اللہ (ص) ہي</w:t>
      </w:r>
      <w:r w:rsidR="007D6C9B">
        <w:rPr>
          <w:rtl/>
        </w:rPr>
        <w:t xml:space="preserve">ں </w:t>
      </w:r>
      <w:r>
        <w:rPr>
          <w:rtl/>
        </w:rPr>
        <w:t>جو دس ہزار مجاہدين اسلام كے ساتھ تمہارى طرف آرہے ہي</w:t>
      </w:r>
      <w:r w:rsidR="007D6C9B">
        <w:rPr>
          <w:rtl/>
        </w:rPr>
        <w:t xml:space="preserve">ں </w:t>
      </w:r>
      <w:r>
        <w:rPr>
          <w:rtl/>
        </w:rPr>
        <w:t>، ابو سفيان سخت پريشان ہوا اور كہا آپ مجھے كيا حكم ديتے ہي</w:t>
      </w:r>
      <w:r w:rsidR="007D6C9B">
        <w:rPr>
          <w:rtl/>
        </w:rPr>
        <w:t xml:space="preserve">ں </w:t>
      </w:r>
      <w:r>
        <w:rPr>
          <w:rtl/>
        </w:rPr>
        <w:t xml:space="preserve">_ </w:t>
      </w:r>
    </w:p>
    <w:p w:rsidR="00DE2D7F" w:rsidRDefault="00DE2D7F" w:rsidP="00D07B54">
      <w:pPr>
        <w:pStyle w:val="libNormal"/>
        <w:rPr>
          <w:rtl/>
        </w:rPr>
      </w:pPr>
      <w:r>
        <w:rPr>
          <w:rtl/>
        </w:rPr>
        <w:t xml:space="preserve">عباس نے كہا:ميرے ساتھ آئو اور رسول اللہ (ص) سے امان لے لو ورنہ قتل كرديے جائوگے_ </w:t>
      </w:r>
    </w:p>
    <w:p w:rsidR="00DE2D7F" w:rsidRDefault="00DE2D7F" w:rsidP="00D07B54">
      <w:pPr>
        <w:pStyle w:val="libNormal"/>
        <w:rPr>
          <w:rtl/>
        </w:rPr>
      </w:pPr>
      <w:r>
        <w:rPr>
          <w:rtl/>
        </w:rPr>
        <w:t>اس طرح سے عباس نے''ابوسفيان''كو اپنے ہمراہ رسول اللہ (ص) كى سوارى پر ہى سوار كرليا اور تيزى كے ساتھ رسول اللہ (ص) كى خدمت مي</w:t>
      </w:r>
      <w:r w:rsidR="007D6C9B">
        <w:rPr>
          <w:rtl/>
        </w:rPr>
        <w:t xml:space="preserve">ں </w:t>
      </w:r>
      <w:r>
        <w:rPr>
          <w:rtl/>
        </w:rPr>
        <w:t>پلٹ آئے _ وہ جس گروہ اور جس آگ كے قريب سے گزرتے وہ يہى كہتے كہ يہ تو پيغمبر (ص) كے چچا ہي</w:t>
      </w:r>
      <w:r w:rsidR="007D6C9B">
        <w:rPr>
          <w:rtl/>
        </w:rPr>
        <w:t xml:space="preserve">ں </w:t>
      </w:r>
      <w:r>
        <w:rPr>
          <w:rtl/>
        </w:rPr>
        <w:t>جو آنحضرت (ص) كى سوارى پر سوار ہي</w:t>
      </w:r>
      <w:r w:rsidR="007D6C9B">
        <w:rPr>
          <w:rtl/>
        </w:rPr>
        <w:t xml:space="preserve">ں </w:t>
      </w:r>
      <w:r>
        <w:rPr>
          <w:rtl/>
        </w:rPr>
        <w:t>،كوئي غير آدمى ہے، يہا</w:t>
      </w:r>
      <w:r w:rsidR="007D6C9B">
        <w:rPr>
          <w:rtl/>
        </w:rPr>
        <w:t xml:space="preserve">ں </w:t>
      </w:r>
      <w:r>
        <w:rPr>
          <w:rtl/>
        </w:rPr>
        <w:t>تك كہ وہ اس مقام پر آئے، جہا</w:t>
      </w:r>
      <w:r w:rsidR="007D6C9B">
        <w:rPr>
          <w:rtl/>
        </w:rPr>
        <w:t xml:space="preserve">ں </w:t>
      </w:r>
      <w:r>
        <w:rPr>
          <w:rtl/>
        </w:rPr>
        <w:t>عمر ابن خطاب تھے ،جب عمر بن خطاب كى نگاہ ابو سفيان پر پڑى تو كہا خدا كا شكر ہے كہ اس نے مجھے تجھ ( ابوسفيان) پر مسلط كيا ہے، اب تيرے لئے كوئي امان نہي</w:t>
      </w:r>
      <w:r w:rsidR="007D6C9B">
        <w:rPr>
          <w:rtl/>
        </w:rPr>
        <w:t xml:space="preserve">ں </w:t>
      </w:r>
      <w:r>
        <w:rPr>
          <w:rtl/>
        </w:rPr>
        <w:t>ہے اور فوراً ہى پيغمبر (ص) كى خدمت مي</w:t>
      </w:r>
      <w:r w:rsidR="007D6C9B">
        <w:rPr>
          <w:rtl/>
        </w:rPr>
        <w:t xml:space="preserve">ں </w:t>
      </w:r>
      <w:r>
        <w:rPr>
          <w:rtl/>
        </w:rPr>
        <w:t xml:space="preserve">آكرآپ (ص) سے ابوسفيان كى گردن اڑانے كى اجازت مانگى _ </w:t>
      </w:r>
    </w:p>
    <w:p w:rsidR="00DE2D7F" w:rsidRDefault="00DE2D7F" w:rsidP="00D07B54">
      <w:pPr>
        <w:pStyle w:val="libNormal"/>
        <w:rPr>
          <w:rtl/>
        </w:rPr>
      </w:pPr>
      <w:r>
        <w:rPr>
          <w:rtl/>
        </w:rPr>
        <w:t>ليكن اتنے مي</w:t>
      </w:r>
      <w:r w:rsidR="007D6C9B">
        <w:rPr>
          <w:rtl/>
        </w:rPr>
        <w:t xml:space="preserve">ں </w:t>
      </w:r>
      <w:r>
        <w:rPr>
          <w:rtl/>
        </w:rPr>
        <w:t>عباس بھى پہنچ گئے اور كہا: كہ اے رسول خدا (ص) مي</w:t>
      </w:r>
      <w:r w:rsidR="007D6C9B">
        <w:rPr>
          <w:rtl/>
        </w:rPr>
        <w:t xml:space="preserve">ں </w:t>
      </w:r>
      <w:r>
        <w:rPr>
          <w:rtl/>
        </w:rPr>
        <w:t xml:space="preserve">نے اسے پنا ہ دے دى ہے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پيغمبر اكرم (ص) نے فرمايا: مي</w:t>
      </w:r>
      <w:r w:rsidR="007D6C9B">
        <w:rPr>
          <w:rtl/>
        </w:rPr>
        <w:t xml:space="preserve">ں </w:t>
      </w:r>
      <w:r>
        <w:rPr>
          <w:rtl/>
        </w:rPr>
        <w:t>بھى سر دست اسے امان ديتا ہو</w:t>
      </w:r>
      <w:r w:rsidR="007D6C9B">
        <w:rPr>
          <w:rtl/>
        </w:rPr>
        <w:t xml:space="preserve">ں </w:t>
      </w:r>
      <w:r>
        <w:rPr>
          <w:rtl/>
        </w:rPr>
        <w:t>، كل آپ (ص) اسے ميرے پاس لے آئي</w:t>
      </w:r>
      <w:r w:rsidR="007D6C9B">
        <w:rPr>
          <w:rtl/>
        </w:rPr>
        <w:t xml:space="preserve">ں </w:t>
      </w:r>
      <w:r>
        <w:rPr>
          <w:rtl/>
        </w:rPr>
        <w:t>اگلے دن جب عباس اسے پيغمبر (ص) كى خدمت مي</w:t>
      </w:r>
      <w:r w:rsidR="007D6C9B">
        <w:rPr>
          <w:rtl/>
        </w:rPr>
        <w:t xml:space="preserve">ں </w:t>
      </w:r>
      <w:r>
        <w:rPr>
          <w:rtl/>
        </w:rPr>
        <w:t>لائے تو رسول اللہ (ص) نے اس سے فرمايا:''اے ابوسفيان وائے ہو تجھ پر، كيا وہ وقت ابھى نہي</w:t>
      </w:r>
      <w:r w:rsidR="007D6C9B">
        <w:rPr>
          <w:rtl/>
        </w:rPr>
        <w:t xml:space="preserve">ں </w:t>
      </w:r>
      <w:r>
        <w:rPr>
          <w:rtl/>
        </w:rPr>
        <w:t xml:space="preserve">آيا كہ تو خدائے يگانہ پر ايمان لے آئے''_ </w:t>
      </w:r>
    </w:p>
    <w:p w:rsidR="00DE2D7F" w:rsidRDefault="00DE2D7F" w:rsidP="00D07B54">
      <w:pPr>
        <w:pStyle w:val="libNormal"/>
        <w:rPr>
          <w:rtl/>
        </w:rPr>
      </w:pPr>
      <w:r>
        <w:rPr>
          <w:rtl/>
        </w:rPr>
        <w:t>اس نے عرض كيا: ہا</w:t>
      </w:r>
      <w:r w:rsidR="007D6C9B">
        <w:rPr>
          <w:rtl/>
        </w:rPr>
        <w:t xml:space="preserve">ں </w:t>
      </w:r>
      <w:r>
        <w:rPr>
          <w:rtl/>
        </w:rPr>
        <w:t>ےا رسول خدا (ص) ميرے ما</w:t>
      </w:r>
      <w:r w:rsidR="007D6C9B">
        <w:rPr>
          <w:rtl/>
        </w:rPr>
        <w:t xml:space="preserve">ں </w:t>
      </w:r>
      <w:r>
        <w:rPr>
          <w:rtl/>
        </w:rPr>
        <w:t>باپ آپ پر قربان ہو</w:t>
      </w:r>
      <w:r w:rsidR="007D6C9B">
        <w:rPr>
          <w:rtl/>
        </w:rPr>
        <w:t xml:space="preserve">ں </w:t>
      </w:r>
      <w:r>
        <w:rPr>
          <w:rtl/>
        </w:rPr>
        <w:t>،مي</w:t>
      </w:r>
      <w:r w:rsidR="007D6C9B">
        <w:rPr>
          <w:rtl/>
        </w:rPr>
        <w:t xml:space="preserve">ں </w:t>
      </w:r>
      <w:r>
        <w:rPr>
          <w:rtl/>
        </w:rPr>
        <w:t>گواہى ديتاہو</w:t>
      </w:r>
      <w:r w:rsidR="007D6C9B">
        <w:rPr>
          <w:rtl/>
        </w:rPr>
        <w:t xml:space="preserve">ں </w:t>
      </w:r>
      <w:r>
        <w:rPr>
          <w:rtl/>
        </w:rPr>
        <w:t>كہ خدا يگانہ ہے اور اس كا كوئي شريك نہي</w:t>
      </w:r>
      <w:r w:rsidR="007D6C9B">
        <w:rPr>
          <w:rtl/>
        </w:rPr>
        <w:t xml:space="preserve">ں </w:t>
      </w:r>
      <w:r>
        <w:rPr>
          <w:rtl/>
        </w:rPr>
        <w:t>ہے،اگر بتو</w:t>
      </w:r>
      <w:r w:rsidR="007D6C9B">
        <w:rPr>
          <w:rtl/>
        </w:rPr>
        <w:t xml:space="preserve">ں </w:t>
      </w:r>
      <w:r>
        <w:rPr>
          <w:rtl/>
        </w:rPr>
        <w:t>سے كچھ ہو سكتا تو مي</w:t>
      </w:r>
      <w:r w:rsidR="007D6C9B">
        <w:rPr>
          <w:rtl/>
        </w:rPr>
        <w:t xml:space="preserve">ں </w:t>
      </w:r>
      <w:r>
        <w:rPr>
          <w:rtl/>
        </w:rPr>
        <w:t xml:space="preserve">يہ دن نہ ديكھتا_ </w:t>
      </w:r>
    </w:p>
    <w:p w:rsidR="00DE2D7F" w:rsidRDefault="00DE2D7F" w:rsidP="00D07B54">
      <w:pPr>
        <w:pStyle w:val="libNormal"/>
        <w:rPr>
          <w:rtl/>
        </w:rPr>
      </w:pPr>
      <w:r>
        <w:rPr>
          <w:rtl/>
        </w:rPr>
        <w:t>آنحضرت نے فرمايا:''كيا وہ موقع نہي</w:t>
      </w:r>
      <w:r w:rsidR="007D6C9B">
        <w:rPr>
          <w:rtl/>
        </w:rPr>
        <w:t xml:space="preserve">ں </w:t>
      </w:r>
      <w:r>
        <w:rPr>
          <w:rtl/>
        </w:rPr>
        <w:t>آيا كہ تو جان لے كہ مي</w:t>
      </w:r>
      <w:r w:rsidR="007D6C9B">
        <w:rPr>
          <w:rtl/>
        </w:rPr>
        <w:t xml:space="preserve">ں </w:t>
      </w:r>
      <w:r>
        <w:rPr>
          <w:rtl/>
        </w:rPr>
        <w:t>اللہ كا رسو ل ہو</w:t>
      </w:r>
      <w:r w:rsidR="007D6C9B">
        <w:rPr>
          <w:rtl/>
        </w:rPr>
        <w:t xml:space="preserve">ں </w:t>
      </w:r>
      <w:r>
        <w:rPr>
          <w:rtl/>
        </w:rPr>
        <w:t xml:space="preserve">''_ </w:t>
      </w:r>
    </w:p>
    <w:p w:rsidR="00DE2D7F" w:rsidRDefault="00DE2D7F" w:rsidP="00D07B54">
      <w:pPr>
        <w:pStyle w:val="libNormal"/>
        <w:rPr>
          <w:rtl/>
        </w:rPr>
      </w:pPr>
      <w:r>
        <w:rPr>
          <w:rtl/>
        </w:rPr>
        <w:t>اس نے عرض كي:ميرے ما</w:t>
      </w:r>
      <w:r w:rsidR="007D6C9B">
        <w:rPr>
          <w:rtl/>
        </w:rPr>
        <w:t xml:space="preserve">ں </w:t>
      </w:r>
      <w:r>
        <w:rPr>
          <w:rtl/>
        </w:rPr>
        <w:t xml:space="preserve">باپ آپ پر قربان ہو </w:t>
      </w:r>
      <w:r w:rsidR="007D6C9B">
        <w:rPr>
          <w:rtl/>
        </w:rPr>
        <w:t xml:space="preserve">ں </w:t>
      </w:r>
      <w:r>
        <w:rPr>
          <w:rtl/>
        </w:rPr>
        <w:t>ابھى اس بارے مي</w:t>
      </w:r>
      <w:r w:rsidR="007D6C9B">
        <w:rPr>
          <w:rtl/>
        </w:rPr>
        <w:t xml:space="preserve">ں </w:t>
      </w:r>
      <w:r>
        <w:rPr>
          <w:rtl/>
        </w:rPr>
        <w:t>ميرے دل مي</w:t>
      </w:r>
      <w:r w:rsidR="007D6C9B">
        <w:rPr>
          <w:rtl/>
        </w:rPr>
        <w:t xml:space="preserve">ں </w:t>
      </w:r>
      <w:r>
        <w:rPr>
          <w:rtl/>
        </w:rPr>
        <w:t>كچھ شك و شبہ موجود ہے ليكن آخر كار ابوسفيان اور اس كے ساتھيو</w:t>
      </w:r>
      <w:r w:rsidR="007D6C9B">
        <w:rPr>
          <w:rtl/>
        </w:rPr>
        <w:t xml:space="preserve">ں </w:t>
      </w:r>
      <w:r>
        <w:rPr>
          <w:rtl/>
        </w:rPr>
        <w:t>مي</w:t>
      </w:r>
      <w:r w:rsidR="007D6C9B">
        <w:rPr>
          <w:rtl/>
        </w:rPr>
        <w:t xml:space="preserve">ں </w:t>
      </w:r>
      <w:r>
        <w:rPr>
          <w:rtl/>
        </w:rPr>
        <w:t xml:space="preserve">سے دو آدمى مسلمان ہوگئے_ </w:t>
      </w:r>
    </w:p>
    <w:p w:rsidR="00DE2D7F" w:rsidRDefault="00DE2D7F" w:rsidP="00D07B54">
      <w:pPr>
        <w:pStyle w:val="libNormal"/>
        <w:rPr>
          <w:rtl/>
        </w:rPr>
      </w:pPr>
      <w:r>
        <w:rPr>
          <w:rtl/>
        </w:rPr>
        <w:t xml:space="preserve">پيغمبر اكرم (ص) نے عباس سے فرمايا: </w:t>
      </w:r>
    </w:p>
    <w:p w:rsidR="00DE2D7F" w:rsidRDefault="00DE2D7F" w:rsidP="00D07B54">
      <w:pPr>
        <w:pStyle w:val="libNormal"/>
        <w:rPr>
          <w:rtl/>
        </w:rPr>
      </w:pPr>
      <w:r>
        <w:rPr>
          <w:rtl/>
        </w:rPr>
        <w:t>''ابوسفيان كو اس درہ مي</w:t>
      </w:r>
      <w:r w:rsidR="007D6C9B">
        <w:rPr>
          <w:rtl/>
        </w:rPr>
        <w:t xml:space="preserve">ں </w:t>
      </w:r>
      <w:r>
        <w:rPr>
          <w:rtl/>
        </w:rPr>
        <w:t>جو مكہ كى گزرگاہ ہے، لے جائو تاكہ خدا كا لشكر وہا</w:t>
      </w:r>
      <w:r w:rsidR="007D6C9B">
        <w:rPr>
          <w:rtl/>
        </w:rPr>
        <w:t xml:space="preserve">ں </w:t>
      </w:r>
      <w:r>
        <w:rPr>
          <w:rtl/>
        </w:rPr>
        <w:t xml:space="preserve">سے گزرے اور يہ ديكھ لے''_ </w:t>
      </w:r>
    </w:p>
    <w:p w:rsidR="00DE2D7F" w:rsidRDefault="00DE2D7F" w:rsidP="00D07B54">
      <w:pPr>
        <w:pStyle w:val="libNormal"/>
        <w:rPr>
          <w:rtl/>
        </w:rPr>
      </w:pPr>
      <w:r>
        <w:rPr>
          <w:rtl/>
        </w:rPr>
        <w:t>عباس نے عرض كيا:''ابوسفيان ايك جاہ طلب آدمى ہے،اسكو كوئي امتيازى حيثيت دے ديجئے''پيغمبر (ص) نے فرمايا:''جو شخص ابوسفيان كے گھر مي</w:t>
      </w:r>
      <w:r w:rsidR="007D6C9B">
        <w:rPr>
          <w:rtl/>
        </w:rPr>
        <w:t xml:space="preserve">ں </w:t>
      </w:r>
      <w:r>
        <w:rPr>
          <w:rtl/>
        </w:rPr>
        <w:t>داخل ہوجائے وہ امان مي</w:t>
      </w:r>
      <w:r w:rsidR="007D6C9B">
        <w:rPr>
          <w:rtl/>
        </w:rPr>
        <w:t xml:space="preserve">ں </w:t>
      </w:r>
      <w:r>
        <w:rPr>
          <w:rtl/>
        </w:rPr>
        <w:t>ہے،جوشخص مسجد الحرام مي</w:t>
      </w:r>
      <w:r w:rsidR="007D6C9B">
        <w:rPr>
          <w:rtl/>
        </w:rPr>
        <w:t xml:space="preserve">ں </w:t>
      </w:r>
      <w:r>
        <w:rPr>
          <w:rtl/>
        </w:rPr>
        <w:t>پناہ لے لے وہ امان مي</w:t>
      </w:r>
      <w:r w:rsidR="007D6C9B">
        <w:rPr>
          <w:rtl/>
        </w:rPr>
        <w:t xml:space="preserve">ں </w:t>
      </w:r>
      <w:r>
        <w:rPr>
          <w:rtl/>
        </w:rPr>
        <w:t>ہے،جو شخص اپنے گھر كے اندر ہے اور دروازہ بند كرلے وہ بھى امان مي</w:t>
      </w:r>
      <w:r w:rsidR="007D6C9B">
        <w:rPr>
          <w:rtl/>
        </w:rPr>
        <w:t xml:space="preserve">ں </w:t>
      </w:r>
      <w:r>
        <w:rPr>
          <w:rtl/>
        </w:rPr>
        <w:t xml:space="preserve">ہے''_ </w:t>
      </w:r>
    </w:p>
    <w:p w:rsidR="00DE2D7F" w:rsidRDefault="00DE2D7F" w:rsidP="00D07B54">
      <w:pPr>
        <w:pStyle w:val="libNormal"/>
        <w:rPr>
          <w:rtl/>
        </w:rPr>
      </w:pPr>
      <w:r>
        <w:rPr>
          <w:rtl/>
        </w:rPr>
        <w:t>بہر حال جب ابوسفيان نے اس لشكر عظيم كو ديكھا تو اسے يقين ہوگيا كہ مقابلہ كرنے كى كوئي راہ باقى نہي</w:t>
      </w:r>
      <w:r w:rsidR="007D6C9B">
        <w:rPr>
          <w:rtl/>
        </w:rPr>
        <w:t xml:space="preserve">ں </w:t>
      </w:r>
      <w:r>
        <w:rPr>
          <w:rtl/>
        </w:rPr>
        <w:t>رہى او راس نے عباس كى طرف رخ كركے كہا:آپ كے بھتيجے كى سلطنت بہت بڑى ہوگئي ہے،عباس نے كہا: وائے ہو تجھ پر يہ سلطنت نہي</w:t>
      </w:r>
      <w:r w:rsidR="007D6C9B">
        <w:rPr>
          <w:rtl/>
        </w:rPr>
        <w:t xml:space="preserve">ں </w:t>
      </w:r>
      <w:r>
        <w:rPr>
          <w:rtl/>
        </w:rPr>
        <w:t xml:space="preserve">نبوت ہے_ </w:t>
      </w:r>
    </w:p>
    <w:p w:rsidR="00DE2D7F" w:rsidRDefault="00DE2D7F" w:rsidP="00D07B54">
      <w:pPr>
        <w:pStyle w:val="libNormal"/>
        <w:rPr>
          <w:rtl/>
        </w:rPr>
      </w:pPr>
      <w:r>
        <w:rPr>
          <w:rtl/>
        </w:rPr>
        <w:t>اس كے بعدعباس نے اس سے كہا كہ اب تو تيزى كے ساتھ مكہ والو</w:t>
      </w:r>
      <w:r w:rsidR="007D6C9B">
        <w:rPr>
          <w:rtl/>
        </w:rPr>
        <w:t xml:space="preserve">ں </w:t>
      </w:r>
      <w:r>
        <w:rPr>
          <w:rtl/>
        </w:rPr>
        <w:t>كے پاس جاكر انہي</w:t>
      </w:r>
      <w:r w:rsidR="007D6C9B">
        <w:rPr>
          <w:rtl/>
        </w:rPr>
        <w:t xml:space="preserve">ں </w:t>
      </w:r>
      <w:r>
        <w:rPr>
          <w:rtl/>
        </w:rPr>
        <w:t xml:space="preserve">لشكر اسلام كا مقابلہ كرنے سے ڈرا_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E8643C" w:rsidRDefault="00DE2D7F" w:rsidP="00D07B54">
      <w:pPr>
        <w:pStyle w:val="libNormal"/>
        <w:rPr>
          <w:rtl/>
        </w:rPr>
      </w:pPr>
      <w:r>
        <w:rPr>
          <w:rtl/>
        </w:rPr>
        <w:t>ابوسفيان; لوگو</w:t>
      </w:r>
      <w:r w:rsidR="007D6C9B">
        <w:rPr>
          <w:rtl/>
        </w:rPr>
        <w:t xml:space="preserve">ں </w:t>
      </w:r>
      <w:r>
        <w:rPr>
          <w:rtl/>
        </w:rPr>
        <w:t>كو تسليم ہونے كى دعوت كرتاہے</w:t>
      </w:r>
    </w:p>
    <w:p w:rsidR="00DE2D7F" w:rsidRDefault="00DE2D7F" w:rsidP="00D07B54">
      <w:pPr>
        <w:pStyle w:val="libNormal"/>
        <w:rPr>
          <w:rtl/>
        </w:rPr>
      </w:pPr>
      <w:r>
        <w:rPr>
          <w:rtl/>
        </w:rPr>
        <w:t xml:space="preserve"> ابوسفيان نے مسجدالحرام مي</w:t>
      </w:r>
      <w:r w:rsidR="007D6C9B">
        <w:rPr>
          <w:rtl/>
        </w:rPr>
        <w:t xml:space="preserve">ں </w:t>
      </w:r>
      <w:r>
        <w:rPr>
          <w:rtl/>
        </w:rPr>
        <w:t xml:space="preserve">جاكر پكار كر كہا: </w:t>
      </w:r>
    </w:p>
    <w:p w:rsidR="00DE2D7F" w:rsidRDefault="00DE2D7F" w:rsidP="00D07B54">
      <w:pPr>
        <w:pStyle w:val="libNormal"/>
        <w:rPr>
          <w:rtl/>
        </w:rPr>
      </w:pPr>
      <w:r>
        <w:rPr>
          <w:rtl/>
        </w:rPr>
        <w:t>''اے جمعيت قريش محمد ايك بہت بڑے لشكر كے ساتھ تمہارى طرف آيا ہے،تم مي</w:t>
      </w:r>
      <w:r w:rsidR="007D6C9B">
        <w:rPr>
          <w:rtl/>
        </w:rPr>
        <w:t xml:space="preserve">ں </w:t>
      </w:r>
      <w:r>
        <w:rPr>
          <w:rtl/>
        </w:rPr>
        <w:t>اس كا مقابلہ كرنے كى طاقت نہي</w:t>
      </w:r>
      <w:r w:rsidR="007D6C9B">
        <w:rPr>
          <w:rtl/>
        </w:rPr>
        <w:t xml:space="preserve">ں </w:t>
      </w:r>
      <w:r>
        <w:rPr>
          <w:rtl/>
        </w:rPr>
        <w:t>ہے، اس كے بعد اس نے كہا: جو شخص ميرے گھر مي</w:t>
      </w:r>
      <w:r w:rsidR="007D6C9B">
        <w:rPr>
          <w:rtl/>
        </w:rPr>
        <w:t xml:space="preserve">ں </w:t>
      </w:r>
      <w:r>
        <w:rPr>
          <w:rtl/>
        </w:rPr>
        <w:t>داخل ہوجائے وہ امان مي</w:t>
      </w:r>
      <w:r w:rsidR="007D6C9B">
        <w:rPr>
          <w:rtl/>
        </w:rPr>
        <w:t xml:space="preserve">ں </w:t>
      </w:r>
      <w:r>
        <w:rPr>
          <w:rtl/>
        </w:rPr>
        <w:t>ہے،جو شخص مسجد الحرام مي</w:t>
      </w:r>
      <w:r w:rsidR="007D6C9B">
        <w:rPr>
          <w:rtl/>
        </w:rPr>
        <w:t xml:space="preserve">ں </w:t>
      </w:r>
      <w:r>
        <w:rPr>
          <w:rtl/>
        </w:rPr>
        <w:t>چلا جائے وہ بھى امان مي</w:t>
      </w:r>
      <w:r w:rsidR="007D6C9B">
        <w:rPr>
          <w:rtl/>
        </w:rPr>
        <w:t xml:space="preserve">ں </w:t>
      </w:r>
      <w:r>
        <w:rPr>
          <w:rtl/>
        </w:rPr>
        <w:t>ہے اور جو شخص اپنے گھر مي</w:t>
      </w:r>
      <w:r w:rsidR="007D6C9B">
        <w:rPr>
          <w:rtl/>
        </w:rPr>
        <w:t xml:space="preserve">ں </w:t>
      </w:r>
      <w:r>
        <w:rPr>
          <w:rtl/>
        </w:rPr>
        <w:t>رہتے ہوئے گھر كا دروازہ بندكرے وہ بھى امان مي</w:t>
      </w:r>
      <w:r w:rsidR="007D6C9B">
        <w:rPr>
          <w:rtl/>
        </w:rPr>
        <w:t xml:space="preserve">ں </w:t>
      </w:r>
      <w:r>
        <w:rPr>
          <w:rtl/>
        </w:rPr>
        <w:t xml:space="preserve">ہے''_ </w:t>
      </w:r>
    </w:p>
    <w:p w:rsidR="00DE2D7F" w:rsidRDefault="00DE2D7F" w:rsidP="00D07B54">
      <w:pPr>
        <w:pStyle w:val="libNormal"/>
        <w:rPr>
          <w:rtl/>
        </w:rPr>
      </w:pPr>
      <w:r>
        <w:rPr>
          <w:rtl/>
        </w:rPr>
        <w:t xml:space="preserve">اس كے بعد اس نے چيخ كر كہا: اے جمعيت قريش اسلام قبول كرلو تا كہ سالم رہو اور بچ جائو، اس كى بيوي''ہندہ''نے اس كى داڑھى پكڑلى اور چيخ كر كہا:اس بڈھے احمق كو قتل كردو_ </w:t>
      </w:r>
    </w:p>
    <w:p w:rsidR="00DE2D7F" w:rsidRDefault="00DE2D7F" w:rsidP="00D07B54">
      <w:pPr>
        <w:pStyle w:val="libNormal"/>
        <w:rPr>
          <w:rtl/>
        </w:rPr>
      </w:pPr>
      <w:r>
        <w:rPr>
          <w:rtl/>
        </w:rPr>
        <w:t>ابوسفيان نے كہا: ميرى داڑھى چھوڑدے_ خدا كى قسم اگر تو اسلام نہ لائي تو تو بھى قتل ہو جائے گي،جاكر گھر مي</w:t>
      </w:r>
      <w:r w:rsidR="007D6C9B">
        <w:rPr>
          <w:rtl/>
        </w:rPr>
        <w:t xml:space="preserve">ں </w:t>
      </w:r>
      <w:r>
        <w:rPr>
          <w:rtl/>
        </w:rPr>
        <w:t xml:space="preserve">بيٹھ جا_ </w:t>
      </w:r>
    </w:p>
    <w:p w:rsidR="00E8643C" w:rsidRDefault="00DE2D7F" w:rsidP="00D07B54">
      <w:pPr>
        <w:pStyle w:val="Heading2Center"/>
        <w:rPr>
          <w:rtl/>
        </w:rPr>
      </w:pPr>
      <w:bookmarkStart w:id="407" w:name="_Toc7268804"/>
      <w:r>
        <w:rPr>
          <w:rtl/>
        </w:rPr>
        <w:t>على عليہ السلام كے قدم دوش رسول (ص) پر</w:t>
      </w:r>
      <w:bookmarkEnd w:id="407"/>
      <w:r>
        <w:rPr>
          <w:rtl/>
        </w:rPr>
        <w:t xml:space="preserve"> </w:t>
      </w:r>
    </w:p>
    <w:p w:rsidR="00DE2D7F" w:rsidRDefault="00DE2D7F" w:rsidP="00D07B54">
      <w:pPr>
        <w:pStyle w:val="libNormal"/>
        <w:rPr>
          <w:rtl/>
        </w:rPr>
      </w:pPr>
      <w:r>
        <w:rPr>
          <w:rtl/>
        </w:rPr>
        <w:t>اس كے بعد پيغمبر اسلام (ص) لشكر اسلام كے ساتھ روانہ ہوئے اور ''ذوى طوي''كے مقام تك پہنچ گئے،وہى بلند مقام جہا</w:t>
      </w:r>
      <w:r w:rsidR="007D6C9B">
        <w:rPr>
          <w:rtl/>
        </w:rPr>
        <w:t xml:space="preserve">ں </w:t>
      </w:r>
      <w:r>
        <w:rPr>
          <w:rtl/>
        </w:rPr>
        <w:t>سے مكہ كے مكانات صاف نظرآتے ہي</w:t>
      </w:r>
      <w:r w:rsidR="007D6C9B">
        <w:rPr>
          <w:rtl/>
        </w:rPr>
        <w:t xml:space="preserve">ں </w:t>
      </w:r>
      <w:r>
        <w:rPr>
          <w:rtl/>
        </w:rPr>
        <w:t>،پيغمبر (ص) كو وہ دن ياد آگيا جب آپ مجبور ہوكر مخفى طور پر مكہ سے باہر نكلے تھے، ليكن آج ديكھ رہے ہي</w:t>
      </w:r>
      <w:r w:rsidR="007D6C9B">
        <w:rPr>
          <w:rtl/>
        </w:rPr>
        <w:t xml:space="preserve">ں </w:t>
      </w:r>
      <w:r>
        <w:rPr>
          <w:rtl/>
        </w:rPr>
        <w:t>كہ اس عظمت كے ساتھ داخل ہورہے ہي</w:t>
      </w:r>
      <w:r w:rsidR="007D6C9B">
        <w:rPr>
          <w:rtl/>
        </w:rPr>
        <w:t xml:space="preserve">ں </w:t>
      </w:r>
      <w:r>
        <w:rPr>
          <w:rtl/>
        </w:rPr>
        <w:t>،تو آپ نے اپنى پيشانى مبارك اونٹ كے كجاوے كے اوپر ركھ دى او رسجدہ شكر بجا لائے،اس كے بعد پيغمبر اكرم(ص) ''حجون'' مي</w:t>
      </w:r>
      <w:r w:rsidR="007D6C9B">
        <w:rPr>
          <w:rtl/>
        </w:rPr>
        <w:t xml:space="preserve">ں </w:t>
      </w:r>
      <w:r>
        <w:rPr>
          <w:rtl/>
        </w:rPr>
        <w:t>(مكہ كے بلند مقامات مي</w:t>
      </w:r>
      <w:r w:rsidR="007D6C9B">
        <w:rPr>
          <w:rtl/>
        </w:rPr>
        <w:t xml:space="preserve">ں </w:t>
      </w:r>
      <w:r>
        <w:rPr>
          <w:rtl/>
        </w:rPr>
        <w:t>سے وہ جگہ جہا</w:t>
      </w:r>
      <w:r w:rsidR="007D6C9B">
        <w:rPr>
          <w:rtl/>
        </w:rPr>
        <w:t xml:space="preserve">ں </w:t>
      </w:r>
      <w:r>
        <w:rPr>
          <w:rtl/>
        </w:rPr>
        <w:t>خديجہ(ع) كى قبر ہے) اترے، غسل كر كے اسلحہ اور لباس جنگ پہن كر اپنى سوار ى پر سوار ہوئے،سورہ فتح كى قرائت كرتے ہوئے مسجدالحرام مي</w:t>
      </w:r>
      <w:r w:rsidR="007D6C9B">
        <w:rPr>
          <w:rtl/>
        </w:rPr>
        <w:t xml:space="preserve">ں </w:t>
      </w:r>
      <w:r>
        <w:rPr>
          <w:rtl/>
        </w:rPr>
        <w:t>داخل ہوئے اور آواز تكبير بلند كي، لشكر اسلام نے بھى نعرہ تكبير بلندكيا تو اس سے سارے دشت و كوہ گونج اٹھے_ اس كے بعد آپ اپنے اونٹ سے نيچے اترے اور بتو</w:t>
      </w:r>
      <w:r w:rsidR="007D6C9B">
        <w:rPr>
          <w:rtl/>
        </w:rPr>
        <w:t xml:space="preserve">ں </w:t>
      </w:r>
      <w:r>
        <w:rPr>
          <w:rtl/>
        </w:rPr>
        <w:t xml:space="preserve">كو توڑنے كے لئے خانہ كعبہ كے قريب آئے، آپ يكے بعد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DE2D7F" w:rsidRDefault="00DE2D7F" w:rsidP="00D07B54">
      <w:pPr>
        <w:pStyle w:val="libNormal"/>
        <w:rPr>
          <w:rtl/>
        </w:rPr>
      </w:pPr>
      <w:r>
        <w:rPr>
          <w:rtl/>
        </w:rPr>
        <w:t>ديگرے بتو</w:t>
      </w:r>
      <w:r w:rsidR="007D6C9B">
        <w:rPr>
          <w:rtl/>
        </w:rPr>
        <w:t xml:space="preserve">ں </w:t>
      </w:r>
      <w:r>
        <w:rPr>
          <w:rtl/>
        </w:rPr>
        <w:t>كو سرنگو</w:t>
      </w:r>
      <w:r w:rsidR="007D6C9B">
        <w:rPr>
          <w:rtl/>
        </w:rPr>
        <w:t xml:space="preserve">ں </w:t>
      </w:r>
      <w:r>
        <w:rPr>
          <w:rtl/>
        </w:rPr>
        <w:t xml:space="preserve">كرتے جاتے تھے اور فرماتے جاتھے: </w:t>
      </w:r>
    </w:p>
    <w:p w:rsidR="00DE2D7F" w:rsidRDefault="00DE2D7F" w:rsidP="00D07B54">
      <w:pPr>
        <w:pStyle w:val="libNormal"/>
        <w:rPr>
          <w:rtl/>
        </w:rPr>
      </w:pPr>
      <w:r>
        <w:rPr>
          <w:rtl/>
        </w:rPr>
        <w:t>''</w:t>
      </w:r>
      <w:r w:rsidRPr="00711C8A">
        <w:rPr>
          <w:rStyle w:val="libAieChar"/>
          <w:rtl/>
        </w:rPr>
        <w:t>جاء الحق و ز</w:t>
      </w:r>
      <w:r w:rsidR="003E5058" w:rsidRPr="003E5058">
        <w:rPr>
          <w:rStyle w:val="libAieChar"/>
          <w:rFonts w:hint="cs"/>
          <w:rtl/>
        </w:rPr>
        <w:t>ه</w:t>
      </w:r>
      <w:r w:rsidRPr="00711C8A">
        <w:rPr>
          <w:rStyle w:val="libAieChar"/>
          <w:rFonts w:hint="cs"/>
          <w:rtl/>
        </w:rPr>
        <w:t>ق</w:t>
      </w:r>
      <w:r w:rsidRPr="00711C8A">
        <w:rPr>
          <w:rStyle w:val="libAieChar"/>
          <w:rtl/>
        </w:rPr>
        <w:t xml:space="preserve"> </w:t>
      </w:r>
      <w:r w:rsidRPr="00711C8A">
        <w:rPr>
          <w:rStyle w:val="libAieChar"/>
          <w:rFonts w:hint="cs"/>
          <w:rtl/>
        </w:rPr>
        <w:t>الباطل</w:t>
      </w:r>
      <w:r w:rsidRPr="00711C8A">
        <w:rPr>
          <w:rStyle w:val="libAieChar"/>
          <w:rtl/>
        </w:rPr>
        <w:t xml:space="preserve"> </w:t>
      </w:r>
      <w:r w:rsidRPr="00711C8A">
        <w:rPr>
          <w:rStyle w:val="libAieChar"/>
          <w:rFonts w:hint="cs"/>
          <w:rtl/>
        </w:rPr>
        <w:t>ان</w:t>
      </w:r>
      <w:r w:rsidRPr="00711C8A">
        <w:rPr>
          <w:rStyle w:val="libAieChar"/>
          <w:rtl/>
        </w:rPr>
        <w:t xml:space="preserve"> </w:t>
      </w:r>
      <w:r w:rsidRPr="00711C8A">
        <w:rPr>
          <w:rStyle w:val="libAieChar"/>
          <w:rFonts w:hint="cs"/>
          <w:rtl/>
        </w:rPr>
        <w:t>الباطل</w:t>
      </w:r>
      <w:r w:rsidRPr="00711C8A">
        <w:rPr>
          <w:rStyle w:val="libAieChar"/>
          <w:rtl/>
        </w:rPr>
        <w:t xml:space="preserve"> كان ز</w:t>
      </w:r>
      <w:r w:rsidR="003E5058" w:rsidRPr="003E5058">
        <w:rPr>
          <w:rStyle w:val="libAieChar"/>
          <w:rFonts w:hint="cs"/>
          <w:rtl/>
        </w:rPr>
        <w:t>ه</w:t>
      </w:r>
      <w:r w:rsidRPr="00711C8A">
        <w:rPr>
          <w:rStyle w:val="libAieChar"/>
          <w:rFonts w:hint="cs"/>
          <w:rtl/>
        </w:rPr>
        <w:t>وقاً</w:t>
      </w:r>
      <w:r w:rsidRPr="00711C8A">
        <w:rPr>
          <w:rStyle w:val="libAieChar"/>
          <w:rtl/>
        </w:rPr>
        <w:t>''</w:t>
      </w:r>
      <w:r>
        <w:rPr>
          <w:rtl/>
        </w:rPr>
        <w:t xml:space="preserve"> </w:t>
      </w:r>
    </w:p>
    <w:p w:rsidR="00DE2D7F" w:rsidRDefault="00DE2D7F" w:rsidP="00D07B54">
      <w:pPr>
        <w:pStyle w:val="libNormal"/>
        <w:rPr>
          <w:rtl/>
        </w:rPr>
      </w:pPr>
      <w:r>
        <w:rPr>
          <w:rtl/>
        </w:rPr>
        <w:t xml:space="preserve">''حق آگيا اور باطل ہٹ گيا،اور باطل ہے ہى ہٹنے والا''_ </w:t>
      </w:r>
    </w:p>
    <w:p w:rsidR="00DE2D7F" w:rsidRDefault="00DE2D7F" w:rsidP="00D07B54">
      <w:pPr>
        <w:pStyle w:val="libNormal"/>
        <w:rPr>
          <w:rtl/>
        </w:rPr>
      </w:pPr>
      <w:r>
        <w:rPr>
          <w:rtl/>
        </w:rPr>
        <w:t>كچھ بڑے بڑے بت كعبہ كے اوپر نصب تھے، جن تك پيغمبر(ص) كا ہاتھ نہي</w:t>
      </w:r>
      <w:r w:rsidR="007D6C9B">
        <w:rPr>
          <w:rtl/>
        </w:rPr>
        <w:t xml:space="preserve">ں </w:t>
      </w:r>
      <w:r>
        <w:rPr>
          <w:rtl/>
        </w:rPr>
        <w:t>پہنچتاتھا،آپ(ص) نے اميرالمومنين على عليہ السلام كو حكم ديا وہ ميرے دوش پر پائو</w:t>
      </w:r>
      <w:r w:rsidR="007D6C9B">
        <w:rPr>
          <w:rtl/>
        </w:rPr>
        <w:t xml:space="preserve">ں </w:t>
      </w:r>
      <w:r>
        <w:rPr>
          <w:rtl/>
        </w:rPr>
        <w:t>ركھ كر اوپر چڑھ جائي</w:t>
      </w:r>
      <w:r w:rsidR="007D6C9B">
        <w:rPr>
          <w:rtl/>
        </w:rPr>
        <w:t xml:space="preserve">ں </w:t>
      </w:r>
      <w:r>
        <w:rPr>
          <w:rtl/>
        </w:rPr>
        <w:t>اور بتو</w:t>
      </w:r>
      <w:r w:rsidR="007D6C9B">
        <w:rPr>
          <w:rtl/>
        </w:rPr>
        <w:t xml:space="preserve">ں </w:t>
      </w:r>
      <w:r>
        <w:rPr>
          <w:rtl/>
        </w:rPr>
        <w:t>كو زمين پر گرا كر توڑڈالي</w:t>
      </w:r>
      <w:r w:rsidR="007D6C9B">
        <w:rPr>
          <w:rtl/>
        </w:rPr>
        <w:t xml:space="preserve">ں </w:t>
      </w:r>
      <w:r>
        <w:rPr>
          <w:rtl/>
        </w:rPr>
        <w:t xml:space="preserve">، على عليہ السلام نے آپ كے حكم كى اطاعت كي_ </w:t>
      </w:r>
    </w:p>
    <w:p w:rsidR="00DE2D7F" w:rsidRDefault="00DE2D7F" w:rsidP="00D07B54">
      <w:pPr>
        <w:pStyle w:val="libNormal"/>
        <w:rPr>
          <w:rtl/>
        </w:rPr>
      </w:pPr>
      <w:r>
        <w:rPr>
          <w:rtl/>
        </w:rPr>
        <w:t>اس كے بعد آپ نے خانہ كعبہ كى كليد لے كر دروازہ كھولا اور انبياء كى ان تصويرو</w:t>
      </w:r>
      <w:r w:rsidR="007D6C9B">
        <w:rPr>
          <w:rtl/>
        </w:rPr>
        <w:t xml:space="preserve">ں </w:t>
      </w:r>
      <w:r>
        <w:rPr>
          <w:rtl/>
        </w:rPr>
        <w:t>كو جو خانہ كعبہ كے اندر دروديوار پر بنى ہوئي تھي</w:t>
      </w:r>
      <w:r w:rsidR="007D6C9B">
        <w:rPr>
          <w:rtl/>
        </w:rPr>
        <w:t xml:space="preserve">ں </w:t>
      </w:r>
      <w:r>
        <w:rPr>
          <w:rtl/>
        </w:rPr>
        <w:t>، محو كرديا_ اس سريع اور شاندا ركاميابى كے بعد پيغمبر (ص) نے خانہ كعبہ كے دروازے كے حلقہ مي</w:t>
      </w:r>
      <w:r w:rsidR="007D6C9B">
        <w:rPr>
          <w:rtl/>
        </w:rPr>
        <w:t xml:space="preserve">ں </w:t>
      </w:r>
      <w:r>
        <w:rPr>
          <w:rtl/>
        </w:rPr>
        <w:t>ہاتھ ڈالا اور وہا</w:t>
      </w:r>
      <w:r w:rsidR="007D6C9B">
        <w:rPr>
          <w:rtl/>
        </w:rPr>
        <w:t xml:space="preserve">ں </w:t>
      </w:r>
      <w:r>
        <w:rPr>
          <w:rtl/>
        </w:rPr>
        <w:t xml:space="preserve">پر موجود اہل مكہ كى طرف رخ كركے فرمايا: </w:t>
      </w:r>
    </w:p>
    <w:p w:rsidR="00DE2D7F" w:rsidRDefault="00DE2D7F" w:rsidP="00D07B54">
      <w:pPr>
        <w:pStyle w:val="libNormal"/>
        <w:rPr>
          <w:rtl/>
        </w:rPr>
      </w:pPr>
      <w:r>
        <w:rPr>
          <w:rtl/>
        </w:rPr>
        <w:t>''اب بتلائو تم كيا كہتے ہو؟ اور تمہارا كيا خيال ہے كہ مي</w:t>
      </w:r>
      <w:r w:rsidR="007D6C9B">
        <w:rPr>
          <w:rtl/>
        </w:rPr>
        <w:t xml:space="preserve">ں </w:t>
      </w:r>
      <w:r>
        <w:rPr>
          <w:rtl/>
        </w:rPr>
        <w:t>تمہارے بارے مي</w:t>
      </w:r>
      <w:r w:rsidR="007D6C9B">
        <w:rPr>
          <w:rtl/>
        </w:rPr>
        <w:t xml:space="preserve">ں </w:t>
      </w:r>
      <w:r>
        <w:rPr>
          <w:rtl/>
        </w:rPr>
        <w:t>كيا حكم دو</w:t>
      </w:r>
      <w:r w:rsidR="007D6C9B">
        <w:rPr>
          <w:rtl/>
        </w:rPr>
        <w:t xml:space="preserve">ں </w:t>
      </w:r>
      <w:r>
        <w:rPr>
          <w:rtl/>
        </w:rPr>
        <w:t>گا؟ انہو</w:t>
      </w:r>
      <w:r w:rsidR="007D6C9B">
        <w:rPr>
          <w:rtl/>
        </w:rPr>
        <w:t xml:space="preserve">ں </w:t>
      </w:r>
      <w:r>
        <w:rPr>
          <w:rtl/>
        </w:rPr>
        <w:t>نے عرض كيا: ہم آپ سے نيكى اور بھلائي كے سواراور كوئي توقع نہي</w:t>
      </w:r>
      <w:r w:rsidR="007D6C9B">
        <w:rPr>
          <w:rtl/>
        </w:rPr>
        <w:t xml:space="preserve">ں </w:t>
      </w:r>
      <w:r>
        <w:rPr>
          <w:rtl/>
        </w:rPr>
        <w:t>ركھتےآپ(ص) ہمارے بزرگواربھائي اور ہمارے بزرگوار بھائي كے فرزند ہي</w:t>
      </w:r>
      <w:r w:rsidR="007D6C9B">
        <w:rPr>
          <w:rtl/>
        </w:rPr>
        <w:t xml:space="preserve">ں </w:t>
      </w:r>
      <w:r>
        <w:rPr>
          <w:rtl/>
        </w:rPr>
        <w:t>،آج آپ بر سر اقتدار آگئے ہي</w:t>
      </w:r>
      <w:r w:rsidR="007D6C9B">
        <w:rPr>
          <w:rtl/>
        </w:rPr>
        <w:t xml:space="preserve">ں </w:t>
      </w:r>
      <w:r>
        <w:rPr>
          <w:rtl/>
        </w:rPr>
        <w:t>، ہي</w:t>
      </w:r>
      <w:r w:rsidR="007D6C9B">
        <w:rPr>
          <w:rtl/>
        </w:rPr>
        <w:t xml:space="preserve">ں </w:t>
      </w:r>
      <w:r>
        <w:rPr>
          <w:rtl/>
        </w:rPr>
        <w:t>بخش ديجئے ،پيغمبر (ص) كى آنكھو</w:t>
      </w:r>
      <w:r w:rsidR="007D6C9B">
        <w:rPr>
          <w:rtl/>
        </w:rPr>
        <w:t xml:space="preserve">ں </w:t>
      </w:r>
      <w:r>
        <w:rPr>
          <w:rtl/>
        </w:rPr>
        <w:t>مي</w:t>
      </w:r>
      <w:r w:rsidR="007D6C9B">
        <w:rPr>
          <w:rtl/>
        </w:rPr>
        <w:t xml:space="preserve">ں </w:t>
      </w:r>
      <w:r>
        <w:rPr>
          <w:rtl/>
        </w:rPr>
        <w:t xml:space="preserve">آنسو ڈبڈبانے لگے اورمكہ كے لوگ بھى بلند آواز كے ساتھ رونے لگے_ </w:t>
      </w:r>
    </w:p>
    <w:p w:rsidR="00DE2D7F" w:rsidRDefault="00DE2D7F" w:rsidP="00D07B54">
      <w:pPr>
        <w:pStyle w:val="libNormal"/>
        <w:rPr>
          <w:rtl/>
        </w:rPr>
      </w:pPr>
      <w:r>
        <w:rPr>
          <w:rtl/>
        </w:rPr>
        <w:t>پيغمبر اكرم (ص) نے فرمايا: ''مي</w:t>
      </w:r>
      <w:r w:rsidR="007D6C9B">
        <w:rPr>
          <w:rtl/>
        </w:rPr>
        <w:t xml:space="preserve">ں </w:t>
      </w:r>
      <w:r>
        <w:rPr>
          <w:rtl/>
        </w:rPr>
        <w:t>تمہارے بارے مي</w:t>
      </w:r>
      <w:r w:rsidR="007D6C9B">
        <w:rPr>
          <w:rtl/>
        </w:rPr>
        <w:t xml:space="preserve">ں </w:t>
      </w:r>
      <w:r>
        <w:rPr>
          <w:rtl/>
        </w:rPr>
        <w:t>وہى بات كہتا ہو</w:t>
      </w:r>
      <w:r w:rsidR="007D6C9B">
        <w:rPr>
          <w:rtl/>
        </w:rPr>
        <w:t xml:space="preserve">ں </w:t>
      </w:r>
      <w:r>
        <w:rPr>
          <w:rtl/>
        </w:rPr>
        <w:t>جو ميرے بھائي يوسف عليہ السلام نے كى تھى كہ آج تمہارے اوپر كسى قسم كى كوئي سرزنش اور ملامت نہي</w:t>
      </w:r>
      <w:r w:rsidR="007D6C9B">
        <w:rPr>
          <w:rtl/>
        </w:rPr>
        <w:t xml:space="preserve">ں </w:t>
      </w:r>
      <w:r>
        <w:rPr>
          <w:rtl/>
        </w:rPr>
        <w:t>ہے، خدا تمہے</w:t>
      </w:r>
      <w:r w:rsidR="007D6C9B">
        <w:rPr>
          <w:rtl/>
        </w:rPr>
        <w:t xml:space="preserve">ں </w:t>
      </w:r>
      <w:r>
        <w:rPr>
          <w:rtl/>
        </w:rPr>
        <w:t>بخش دے گا،وہ الرحم الراحمين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اس طرح سے آپ نے ان سب كو معاف كرديا اور فرمايا: ''تم سب آزاد ہو،جہا</w:t>
      </w:r>
      <w:r w:rsidR="007D6C9B">
        <w:rPr>
          <w:rtl/>
        </w:rPr>
        <w:t xml:space="preserve">ں </w:t>
      </w:r>
      <w:r>
        <w:rPr>
          <w:rtl/>
        </w:rPr>
        <w:t xml:space="preserve">چاہو جاسكتے ہو''_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يوسف آيت </w:t>
      </w:r>
      <w:r w:rsidR="00E44785">
        <w:rPr>
          <w:rtl/>
        </w:rPr>
        <w:t>9</w:t>
      </w:r>
      <w:r w:rsidR="00E664BB">
        <w:rPr>
          <w:rtl/>
        </w:rPr>
        <w:t>2</w:t>
      </w:r>
      <w:r>
        <w:rPr>
          <w:rtl/>
        </w:rPr>
        <w:t xml:space="preserve"> </w:t>
      </w:r>
    </w:p>
    <w:p w:rsidR="00E8643C" w:rsidRDefault="001648F9" w:rsidP="00D07B54">
      <w:pPr>
        <w:pStyle w:val="libNormal"/>
        <w:rPr>
          <w:rtl/>
        </w:rPr>
      </w:pPr>
      <w:r>
        <w:rPr>
          <w:rtl/>
        </w:rPr>
        <w:t xml:space="preserve"> </w:t>
      </w:r>
      <w:r>
        <w:rPr>
          <w:rtl/>
        </w:rPr>
        <w:br w:type="page"/>
      </w:r>
    </w:p>
    <w:p w:rsidR="00E8643C" w:rsidRDefault="00E8643C" w:rsidP="00D07B54">
      <w:pPr>
        <w:pStyle w:val="libNormal"/>
        <w:rPr>
          <w:rtl/>
        </w:rPr>
      </w:pPr>
    </w:p>
    <w:p w:rsidR="000F1784" w:rsidRDefault="00DE2D7F" w:rsidP="00D07B54">
      <w:pPr>
        <w:pStyle w:val="Heading2Center"/>
        <w:rPr>
          <w:rtl/>
        </w:rPr>
      </w:pPr>
      <w:bookmarkStart w:id="408" w:name="_Toc7268805"/>
      <w:r>
        <w:rPr>
          <w:rtl/>
        </w:rPr>
        <w:t>آج كا دن روز رحمت ہے</w:t>
      </w:r>
      <w:bookmarkEnd w:id="408"/>
    </w:p>
    <w:p w:rsidR="00DE2D7F" w:rsidRDefault="00DE2D7F" w:rsidP="00D07B54">
      <w:pPr>
        <w:pStyle w:val="libNormal"/>
        <w:rPr>
          <w:rtl/>
        </w:rPr>
      </w:pPr>
      <w:r>
        <w:rPr>
          <w:rtl/>
        </w:rPr>
        <w:t xml:space="preserve"> پيغمبر (ص) نے يہ حكم دياتھا كہ آپ كے لشكرى كسى سے نہ الجھي</w:t>
      </w:r>
      <w:r w:rsidR="007D6C9B">
        <w:rPr>
          <w:rtl/>
        </w:rPr>
        <w:t xml:space="preserve">ں </w:t>
      </w:r>
      <w:r>
        <w:rPr>
          <w:rtl/>
        </w:rPr>
        <w:t xml:space="preserve">اور بالكل كوئي خون نہ بہايا جائے_ ايك روايت كے مطابق صرف چھ افراد كو مستثنى كيا گيا جو بہت ہى بد زبان اور خطرناك لوگ تھے_ </w:t>
      </w:r>
    </w:p>
    <w:p w:rsidR="00DE2D7F" w:rsidRDefault="00DE2D7F" w:rsidP="00D07B54">
      <w:pPr>
        <w:pStyle w:val="libNormal"/>
        <w:rPr>
          <w:rtl/>
        </w:rPr>
      </w:pPr>
      <w:r>
        <w:rPr>
          <w:rtl/>
        </w:rPr>
        <w:t>يہا</w:t>
      </w:r>
      <w:r w:rsidR="007D6C9B">
        <w:rPr>
          <w:rtl/>
        </w:rPr>
        <w:t xml:space="preserve">ں </w:t>
      </w:r>
      <w:r>
        <w:rPr>
          <w:rtl/>
        </w:rPr>
        <w:t xml:space="preserve">تك كہ جب آپ(ص) نے يہ سنا كہ لشكر اسلام كے علمدار''سعد بن عبادہ نے انتقام كا نعرہ بلند كيا ہے اور وہ يہ كہہ رہا ہے كہ:'' آج انتقام كا دن ہے'' تو پيغمبر (ص) نے على عليہ السلام سے فرمايا، ''جلدى سے جاكر اس سے علم لے كر يہ نعرہ لگائو كہ: </w:t>
      </w:r>
    </w:p>
    <w:p w:rsidR="00DE2D7F" w:rsidRDefault="00DE2D7F" w:rsidP="00D07B54">
      <w:pPr>
        <w:pStyle w:val="libNormal"/>
        <w:rPr>
          <w:rtl/>
        </w:rPr>
      </w:pPr>
      <w:r>
        <w:rPr>
          <w:rtl/>
        </w:rPr>
        <w:t xml:space="preserve">'' آج عفو وبخشش اور رحمت كا دن ہے''_ </w:t>
      </w:r>
    </w:p>
    <w:p w:rsidR="00DE2D7F" w:rsidRDefault="00DE2D7F" w:rsidP="00D07B54">
      <w:pPr>
        <w:pStyle w:val="libNormal"/>
        <w:rPr>
          <w:rtl/>
        </w:rPr>
      </w:pPr>
      <w:r>
        <w:rPr>
          <w:rtl/>
        </w:rPr>
        <w:t>اور اس طرح مكہ كسى خونريزى كے بغير فتح ہوگيا،عفوورحمت اسلام كى اس كشش نے،جس كى انہي</w:t>
      </w:r>
      <w:r w:rsidR="007D6C9B">
        <w:rPr>
          <w:rtl/>
        </w:rPr>
        <w:t xml:space="preserve">ں </w:t>
      </w:r>
      <w:r>
        <w:rPr>
          <w:rtl/>
        </w:rPr>
        <w:t>بالكل توقع نہي</w:t>
      </w:r>
      <w:r w:rsidR="007D6C9B">
        <w:rPr>
          <w:rtl/>
        </w:rPr>
        <w:t xml:space="preserve">ں </w:t>
      </w:r>
      <w:r>
        <w:rPr>
          <w:rtl/>
        </w:rPr>
        <w:t>تھي،دلو</w:t>
      </w:r>
      <w:r w:rsidR="007D6C9B">
        <w:rPr>
          <w:rtl/>
        </w:rPr>
        <w:t xml:space="preserve">ں </w:t>
      </w:r>
      <w:r>
        <w:rPr>
          <w:rtl/>
        </w:rPr>
        <w:t>پر ايسا اثر كيا كہ لوگ گروہ در گروہ آكر مسلمان ہوگئے،اس عظيم فتح كى صدا تمام جزائر عربستان مي</w:t>
      </w:r>
      <w:r w:rsidR="007D6C9B">
        <w:rPr>
          <w:rtl/>
        </w:rPr>
        <w:t xml:space="preserve">ں </w:t>
      </w:r>
      <w:r>
        <w:rPr>
          <w:rtl/>
        </w:rPr>
        <w:t>جاپہنچي،اسلام كى شہرت ہر جگہ پھيل گئي اور مسلمانو</w:t>
      </w:r>
      <w:r w:rsidR="007D6C9B">
        <w:rPr>
          <w:rtl/>
        </w:rPr>
        <w:t xml:space="preserve">ں </w:t>
      </w:r>
      <w:r>
        <w:rPr>
          <w:rtl/>
        </w:rPr>
        <w:t xml:space="preserve">اور اسلام كى ہر جہت سے دھاك بيٹھ گئي _ </w:t>
      </w:r>
    </w:p>
    <w:p w:rsidR="00DE2D7F" w:rsidRDefault="00DE2D7F" w:rsidP="00D07B54">
      <w:pPr>
        <w:pStyle w:val="libNormal"/>
        <w:rPr>
          <w:rtl/>
        </w:rPr>
      </w:pPr>
      <w:r>
        <w:rPr>
          <w:rtl/>
        </w:rPr>
        <w:t xml:space="preserve">جب پيغمبر اكرم (ص) خانہ كعبہ كے دروازے كے سامنے كھڑے ہوئے تھے تو آپ نے فرمايا: </w:t>
      </w:r>
    </w:p>
    <w:p w:rsidR="00DE2D7F" w:rsidRDefault="00DE2D7F" w:rsidP="00D07B54">
      <w:pPr>
        <w:pStyle w:val="libNormal"/>
        <w:rPr>
          <w:rtl/>
        </w:rPr>
      </w:pPr>
      <w:r>
        <w:rPr>
          <w:rtl/>
        </w:rPr>
        <w:t>''خداكے سوا اور كوئي معبود نہي</w:t>
      </w:r>
      <w:r w:rsidR="007D6C9B">
        <w:rPr>
          <w:rtl/>
        </w:rPr>
        <w:t xml:space="preserve">ں </w:t>
      </w:r>
      <w:r>
        <w:rPr>
          <w:rtl/>
        </w:rPr>
        <w:t>ہے،وہ يكتا اور يگانہ ہے،اس نے آخر كار اپنے وعدہ كو پورا كرديا، اور اپنے بندہ كى مددكي،اور اس نے خود اكيلے ہى تمام گروہو</w:t>
      </w:r>
      <w:r w:rsidR="007D6C9B">
        <w:rPr>
          <w:rtl/>
        </w:rPr>
        <w:t xml:space="preserve">ں </w:t>
      </w:r>
      <w:r>
        <w:rPr>
          <w:rtl/>
        </w:rPr>
        <w:t>كو شكست دےدي، ان لوگو</w:t>
      </w:r>
      <w:r w:rsidR="007D6C9B">
        <w:rPr>
          <w:rtl/>
        </w:rPr>
        <w:t xml:space="preserve">ں </w:t>
      </w:r>
      <w:r>
        <w:rPr>
          <w:rtl/>
        </w:rPr>
        <w:t>كا ہر مال ،ہر امتياز ،اورہر وہ خون جس كاتعلق ماضى اور زمانہ جاہليت سے ہے،سب كے سب ميرے ان دونو</w:t>
      </w:r>
      <w:r w:rsidR="007D6C9B">
        <w:rPr>
          <w:rtl/>
        </w:rPr>
        <w:t xml:space="preserve">ں </w:t>
      </w:r>
      <w:r>
        <w:rPr>
          <w:rtl/>
        </w:rPr>
        <w:t>قدمو</w:t>
      </w:r>
      <w:r w:rsidR="007D6C9B">
        <w:rPr>
          <w:rtl/>
        </w:rPr>
        <w:t xml:space="preserve">ں </w:t>
      </w:r>
      <w:r>
        <w:rPr>
          <w:rtl/>
        </w:rPr>
        <w:t>كے نيچے ہي</w:t>
      </w:r>
      <w:r w:rsidR="007D6C9B">
        <w:rPr>
          <w:rtl/>
        </w:rPr>
        <w:t xml:space="preserve">ں </w:t>
      </w:r>
      <w:r>
        <w:rPr>
          <w:rtl/>
        </w:rPr>
        <w:t xml:space="preserve">''_ </w:t>
      </w:r>
    </w:p>
    <w:p w:rsidR="00DE2D7F" w:rsidRDefault="00DE2D7F" w:rsidP="00D07B54">
      <w:pPr>
        <w:pStyle w:val="libNormal"/>
        <w:rPr>
          <w:rtl/>
        </w:rPr>
      </w:pPr>
      <w:r>
        <w:rPr>
          <w:rtl/>
        </w:rPr>
        <w:t>(يعنى زمانہ جاہليت مي</w:t>
      </w:r>
      <w:r w:rsidR="007D6C9B">
        <w:rPr>
          <w:rtl/>
        </w:rPr>
        <w:t xml:space="preserve">ں </w:t>
      </w:r>
      <w:r>
        <w:rPr>
          <w:rtl/>
        </w:rPr>
        <w:t>ہوئے خون خرابہ كو بھول جاو ،غارت شدہ اموال كى بات نہ كرو اور زمانہ جاہليت كے تمام امتيازات كو ختم كر ڈالو، خلاصہ گذشتہ فائلو</w:t>
      </w:r>
      <w:r w:rsidR="007D6C9B">
        <w:rPr>
          <w:rtl/>
        </w:rPr>
        <w:t xml:space="preserve">ں </w:t>
      </w:r>
      <w:r>
        <w:rPr>
          <w:rtl/>
        </w:rPr>
        <w:t xml:space="preserve">كو بند كر ديا جائے _) </w:t>
      </w:r>
    </w:p>
    <w:p w:rsidR="00DE2D7F" w:rsidRDefault="00DE2D7F" w:rsidP="00D07B54">
      <w:pPr>
        <w:pStyle w:val="libNormal"/>
        <w:rPr>
          <w:rtl/>
        </w:rPr>
      </w:pPr>
      <w:r>
        <w:rPr>
          <w:rtl/>
        </w:rPr>
        <w:t>يہ ايك بہت ہى اہم اور عجيب قسم كى پيش نہاد تھى جس مي</w:t>
      </w:r>
      <w:r w:rsidR="007D6C9B">
        <w:rPr>
          <w:rtl/>
        </w:rPr>
        <w:t xml:space="preserve">ں </w:t>
      </w:r>
      <w:r>
        <w:rPr>
          <w:rtl/>
        </w:rPr>
        <w:t>عمومى معافى كے فرمان سے حجاز كے لوگو</w:t>
      </w:r>
      <w:r w:rsidR="007D6C9B">
        <w:rPr>
          <w:rtl/>
        </w:rPr>
        <w:t xml:space="preserve">ں </w:t>
      </w:r>
      <w:r>
        <w:rPr>
          <w:rtl/>
        </w:rPr>
        <w:t xml:space="preserve">كو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DE2D7F" w:rsidRDefault="00DE2D7F" w:rsidP="00D07B54">
      <w:pPr>
        <w:pStyle w:val="libNormal"/>
        <w:rPr>
          <w:rtl/>
        </w:rPr>
      </w:pPr>
      <w:r>
        <w:rPr>
          <w:rtl/>
        </w:rPr>
        <w:t>ان كے تاريك اور پُر ماجرا ماضى سے كاٹ كر ركھ ديا اور انہي</w:t>
      </w:r>
      <w:r w:rsidR="007D6C9B">
        <w:rPr>
          <w:rtl/>
        </w:rPr>
        <w:t xml:space="preserve">ں </w:t>
      </w:r>
      <w:r>
        <w:rPr>
          <w:rtl/>
        </w:rPr>
        <w:t>اسلام كے سائے مي</w:t>
      </w:r>
      <w:r w:rsidR="007D6C9B">
        <w:rPr>
          <w:rtl/>
        </w:rPr>
        <w:t xml:space="preserve">ں </w:t>
      </w:r>
      <w:r>
        <w:rPr>
          <w:rtl/>
        </w:rPr>
        <w:t>ايك نئي زندگى بخشى جو ماضى سے مربوط كشمكشو</w:t>
      </w:r>
      <w:r w:rsidR="007D6C9B">
        <w:rPr>
          <w:rtl/>
        </w:rPr>
        <w:t xml:space="preserve">ں </w:t>
      </w:r>
      <w:r>
        <w:rPr>
          <w:rtl/>
        </w:rPr>
        <w:t>اور جنجالو</w:t>
      </w:r>
      <w:r w:rsidR="007D6C9B">
        <w:rPr>
          <w:rtl/>
        </w:rPr>
        <w:t xml:space="preserve">ں </w:t>
      </w:r>
      <w:r>
        <w:rPr>
          <w:rtl/>
        </w:rPr>
        <w:t xml:space="preserve">سے مكمل طور پر خالى تھي_ </w:t>
      </w:r>
    </w:p>
    <w:p w:rsidR="00DE2D7F" w:rsidRDefault="00DE2D7F" w:rsidP="00D07B54">
      <w:pPr>
        <w:pStyle w:val="libNormal"/>
        <w:rPr>
          <w:rtl/>
        </w:rPr>
      </w:pPr>
      <w:r>
        <w:rPr>
          <w:rtl/>
        </w:rPr>
        <w:t>اس كام نے اسلام كى پيش رفت كے سلسلہ مي</w:t>
      </w:r>
      <w:r w:rsidR="007D6C9B">
        <w:rPr>
          <w:rtl/>
        </w:rPr>
        <w:t xml:space="preserve">ں </w:t>
      </w:r>
      <w:r>
        <w:rPr>
          <w:rtl/>
        </w:rPr>
        <w:t xml:space="preserve">بہت زيادہ مد دكى اور يہ ہمارے آج اور آنے والے كل كے لئے ايك دستو رالعمل ہے_ </w:t>
      </w:r>
    </w:p>
    <w:p w:rsidR="00DE2D7F" w:rsidRDefault="00DE2D7F" w:rsidP="00D07B54">
      <w:pPr>
        <w:pStyle w:val="libNormal"/>
        <w:rPr>
          <w:rtl/>
        </w:rPr>
      </w:pPr>
    </w:p>
    <w:p w:rsidR="000F1784" w:rsidRDefault="00DE2D7F" w:rsidP="00D07B54">
      <w:pPr>
        <w:pStyle w:val="Heading2Center"/>
        <w:rPr>
          <w:rtl/>
        </w:rPr>
      </w:pPr>
      <w:bookmarkStart w:id="409" w:name="_Toc7268806"/>
      <w:r>
        <w:rPr>
          <w:rtl/>
        </w:rPr>
        <w:t>عورتو</w:t>
      </w:r>
      <w:r w:rsidR="007D6C9B">
        <w:rPr>
          <w:rtl/>
        </w:rPr>
        <w:t xml:space="preserve">ں </w:t>
      </w:r>
      <w:r>
        <w:rPr>
          <w:rtl/>
        </w:rPr>
        <w:t>كى بيعت كے شرائط</w:t>
      </w:r>
      <w:bookmarkEnd w:id="409"/>
    </w:p>
    <w:p w:rsidR="00DE2D7F" w:rsidRDefault="00DE2D7F" w:rsidP="00D07B54">
      <w:pPr>
        <w:pStyle w:val="libNormal"/>
        <w:rPr>
          <w:rtl/>
        </w:rPr>
      </w:pPr>
      <w:r>
        <w:rPr>
          <w:rtl/>
        </w:rPr>
        <w:t xml:space="preserve"> پيغمبر اكرم (ص) نے كوہ صفا پر قيام فرمايا،او رمردو</w:t>
      </w:r>
      <w:r w:rsidR="007D6C9B">
        <w:rPr>
          <w:rtl/>
        </w:rPr>
        <w:t xml:space="preserve">ں </w:t>
      </w:r>
      <w:r>
        <w:rPr>
          <w:rtl/>
        </w:rPr>
        <w:t>سے بيعت لي،بعدہ مكہ كى عورتي</w:t>
      </w:r>
      <w:r w:rsidR="007D6C9B">
        <w:rPr>
          <w:rtl/>
        </w:rPr>
        <w:t xml:space="preserve">ں </w:t>
      </w:r>
      <w:r>
        <w:rPr>
          <w:rtl/>
        </w:rPr>
        <w:t>جو ايمان لے آئي تھي</w:t>
      </w:r>
      <w:r w:rsidR="007D6C9B">
        <w:rPr>
          <w:rtl/>
        </w:rPr>
        <w:t xml:space="preserve">ں </w:t>
      </w:r>
      <w:r>
        <w:rPr>
          <w:rtl/>
        </w:rPr>
        <w:t>بيعت كرنے كے لئے آپ(ص) كى خدمت مي</w:t>
      </w:r>
      <w:r w:rsidR="007D6C9B">
        <w:rPr>
          <w:rtl/>
        </w:rPr>
        <w:t xml:space="preserve">ں </w:t>
      </w:r>
      <w:r>
        <w:rPr>
          <w:rtl/>
        </w:rPr>
        <w:t>حاضر ہوئي</w:t>
      </w:r>
      <w:r w:rsidR="007D6C9B">
        <w:rPr>
          <w:rtl/>
        </w:rPr>
        <w:t xml:space="preserve">ں </w:t>
      </w:r>
      <w:r>
        <w:rPr>
          <w:rtl/>
        </w:rPr>
        <w:t xml:space="preserve">تووحى الہى نازل ہوئي اور ان كى بيعت كى تفصيل بيان كى _ </w:t>
      </w:r>
    </w:p>
    <w:p w:rsidR="00DE2D7F" w:rsidRDefault="00DE2D7F" w:rsidP="00D07B54">
      <w:pPr>
        <w:pStyle w:val="libNormal"/>
        <w:rPr>
          <w:rtl/>
        </w:rPr>
      </w:pPr>
      <w:r>
        <w:rPr>
          <w:rtl/>
        </w:rPr>
        <w:t xml:space="preserve">روئے سخن پيغمبر (ص) كى طرف كرتے ہوئے فرماتا ہے : </w:t>
      </w:r>
    </w:p>
    <w:p w:rsidR="00DE2D7F" w:rsidRDefault="00DE2D7F" w:rsidP="00D07B54">
      <w:pPr>
        <w:pStyle w:val="libNormal"/>
        <w:rPr>
          <w:rtl/>
        </w:rPr>
      </w:pPr>
      <w:r>
        <w:rPr>
          <w:rtl/>
        </w:rPr>
        <w:t>''اے پيغمبر جب مومن عورتي</w:t>
      </w:r>
      <w:r w:rsidR="007D6C9B">
        <w:rPr>
          <w:rtl/>
        </w:rPr>
        <w:t xml:space="preserve">ں </w:t>
      </w:r>
      <w:r>
        <w:rPr>
          <w:rtl/>
        </w:rPr>
        <w:t>تيرے پاس آئي</w:t>
      </w:r>
      <w:r w:rsidR="007D6C9B">
        <w:rPr>
          <w:rtl/>
        </w:rPr>
        <w:t xml:space="preserve">ں </w:t>
      </w:r>
      <w:r>
        <w:rPr>
          <w:rtl/>
        </w:rPr>
        <w:t>او ران شرائط پر تجھ سے بيعت كرلي</w:t>
      </w:r>
      <w:r w:rsidR="007D6C9B">
        <w:rPr>
          <w:rtl/>
        </w:rPr>
        <w:t xml:space="preserve">ں </w:t>
      </w:r>
      <w:r>
        <w:rPr>
          <w:rtl/>
        </w:rPr>
        <w:t>كہ وہ كسى چيز كو خداكا شريك قرار نہي</w:t>
      </w:r>
      <w:r w:rsidR="007D6C9B">
        <w:rPr>
          <w:rtl/>
        </w:rPr>
        <w:t xml:space="preserve">ں </w:t>
      </w:r>
      <w:r>
        <w:rPr>
          <w:rtl/>
        </w:rPr>
        <w:t>دي</w:t>
      </w:r>
      <w:r w:rsidR="007D6C9B">
        <w:rPr>
          <w:rtl/>
        </w:rPr>
        <w:t xml:space="preserve">ں </w:t>
      </w:r>
      <w:r>
        <w:rPr>
          <w:rtl/>
        </w:rPr>
        <w:t>گي، چورى نہي</w:t>
      </w:r>
      <w:r w:rsidR="007D6C9B">
        <w:rPr>
          <w:rtl/>
        </w:rPr>
        <w:t xml:space="preserve">ں </w:t>
      </w:r>
      <w:r>
        <w:rPr>
          <w:rtl/>
        </w:rPr>
        <w:t>كري</w:t>
      </w:r>
      <w:r w:rsidR="007D6C9B">
        <w:rPr>
          <w:rtl/>
        </w:rPr>
        <w:t xml:space="preserve">ں </w:t>
      </w:r>
      <w:r>
        <w:rPr>
          <w:rtl/>
        </w:rPr>
        <w:t>گى ،زنا سے آلودہ نہي</w:t>
      </w:r>
      <w:r w:rsidR="007D6C9B">
        <w:rPr>
          <w:rtl/>
        </w:rPr>
        <w:t xml:space="preserve">ں </w:t>
      </w:r>
      <w:r>
        <w:rPr>
          <w:rtl/>
        </w:rPr>
        <w:t>ہو</w:t>
      </w:r>
      <w:r w:rsidR="007D6C9B">
        <w:rPr>
          <w:rtl/>
        </w:rPr>
        <w:t xml:space="preserve">ں </w:t>
      </w:r>
      <w:r>
        <w:rPr>
          <w:rtl/>
        </w:rPr>
        <w:t>گي،اپنى اولاد كو قتل نہي</w:t>
      </w:r>
      <w:r w:rsidR="007D6C9B">
        <w:rPr>
          <w:rtl/>
        </w:rPr>
        <w:t xml:space="preserve">ں </w:t>
      </w:r>
      <w:r>
        <w:rPr>
          <w:rtl/>
        </w:rPr>
        <w:t>كري</w:t>
      </w:r>
      <w:r w:rsidR="007D6C9B">
        <w:rPr>
          <w:rtl/>
        </w:rPr>
        <w:t xml:space="preserve">ں </w:t>
      </w:r>
      <w:r>
        <w:rPr>
          <w:rtl/>
        </w:rPr>
        <w:t>گي،اپنے ہاتھو</w:t>
      </w:r>
      <w:r w:rsidR="007D6C9B">
        <w:rPr>
          <w:rtl/>
        </w:rPr>
        <w:t xml:space="preserve">ں </w:t>
      </w:r>
      <w:r>
        <w:rPr>
          <w:rtl/>
        </w:rPr>
        <w:t>اورپائو</w:t>
      </w:r>
      <w:r w:rsidR="007D6C9B">
        <w:rPr>
          <w:rtl/>
        </w:rPr>
        <w:t xml:space="preserve">ں </w:t>
      </w:r>
      <w:r>
        <w:rPr>
          <w:rtl/>
        </w:rPr>
        <w:t>كے آگے كوئي افتراء اور بہتان نہي</w:t>
      </w:r>
      <w:r w:rsidR="007D6C9B">
        <w:rPr>
          <w:rtl/>
        </w:rPr>
        <w:t xml:space="preserve">ں </w:t>
      </w:r>
      <w:r>
        <w:rPr>
          <w:rtl/>
        </w:rPr>
        <w:t>باندھي</w:t>
      </w:r>
      <w:r w:rsidR="007D6C9B">
        <w:rPr>
          <w:rtl/>
        </w:rPr>
        <w:t xml:space="preserve">ں </w:t>
      </w:r>
      <w:r>
        <w:rPr>
          <w:rtl/>
        </w:rPr>
        <w:t>گى اور كسى شائستہ حكم مي</w:t>
      </w:r>
      <w:r w:rsidR="007D6C9B">
        <w:rPr>
          <w:rtl/>
        </w:rPr>
        <w:t xml:space="preserve">ں </w:t>
      </w:r>
      <w:r>
        <w:rPr>
          <w:rtl/>
        </w:rPr>
        <w:t>تيرى نافرمانى نہي</w:t>
      </w:r>
      <w:r w:rsidR="007D6C9B">
        <w:rPr>
          <w:rtl/>
        </w:rPr>
        <w:t xml:space="preserve">ں </w:t>
      </w:r>
      <w:r>
        <w:rPr>
          <w:rtl/>
        </w:rPr>
        <w:t>كري</w:t>
      </w:r>
      <w:r w:rsidR="007D6C9B">
        <w:rPr>
          <w:rtl/>
        </w:rPr>
        <w:t xml:space="preserve">ں </w:t>
      </w:r>
      <w:r>
        <w:rPr>
          <w:rtl/>
        </w:rPr>
        <w:t>گى تو تم ان سے بيعت لے لو اوران كے لئے بخشش طلب كرو،بيشك خدا بخشنے ،والا اورمہربان ہے_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 xml:space="preserve">اس كے بعد پيغمبر (ص) نے ان سے بيعت لي_ </w:t>
      </w:r>
    </w:p>
    <w:p w:rsidR="00DE2D7F" w:rsidRDefault="00DE2D7F" w:rsidP="00D07B54">
      <w:pPr>
        <w:pStyle w:val="libNormal"/>
        <w:rPr>
          <w:rtl/>
        </w:rPr>
      </w:pPr>
      <w:r>
        <w:rPr>
          <w:rtl/>
        </w:rPr>
        <w:t>بيعت كى كيفيت كے بارے مي</w:t>
      </w:r>
      <w:r w:rsidR="007D6C9B">
        <w:rPr>
          <w:rtl/>
        </w:rPr>
        <w:t xml:space="preserve">ں </w:t>
      </w:r>
      <w:r>
        <w:rPr>
          <w:rtl/>
        </w:rPr>
        <w:t>بعض مورخين نے لكھا ہے كہ پيغمبر (ص) نے پانى كاايك برتن لانے كا حكم ديا او راپنا ہاتھ پانى كے اس برتن مي</w:t>
      </w:r>
      <w:r w:rsidR="007D6C9B">
        <w:rPr>
          <w:rtl/>
        </w:rPr>
        <w:t xml:space="preserve">ں </w:t>
      </w:r>
      <w:r>
        <w:rPr>
          <w:rtl/>
        </w:rPr>
        <w:t>ركھ ديا،عورتي</w:t>
      </w:r>
      <w:r w:rsidR="007D6C9B">
        <w:rPr>
          <w:rtl/>
        </w:rPr>
        <w:t xml:space="preserve">ں </w:t>
      </w:r>
      <w:r>
        <w:rPr>
          <w:rtl/>
        </w:rPr>
        <w:t>اپنے ہاتھ برتن كے دوسرى طرف ركھ ديتى تھي</w:t>
      </w:r>
      <w:r w:rsidR="007D6C9B">
        <w:rPr>
          <w:rtl/>
        </w:rPr>
        <w:t xml:space="preserve">ں </w:t>
      </w:r>
      <w:r>
        <w:rPr>
          <w:rtl/>
        </w:rPr>
        <w:t xml:space="preserve">،جب كہ بعض نے كہا ہے پيغمبر (ص) لباس كے اوپر سے بيعت ليتے تھے 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ممتنحہ آيت </w:t>
      </w:r>
      <w:r w:rsidR="00E664BB">
        <w:rPr>
          <w:rtl/>
        </w:rPr>
        <w:t>12</w:t>
      </w:r>
      <w:r>
        <w:rPr>
          <w:rtl/>
        </w:rPr>
        <w:t xml:space="preserve">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0F1784" w:rsidRDefault="00DE2D7F" w:rsidP="00D07B54">
      <w:pPr>
        <w:pStyle w:val="Heading2Center"/>
        <w:rPr>
          <w:rtl/>
        </w:rPr>
      </w:pPr>
      <w:bookmarkStart w:id="410" w:name="_Toc7268807"/>
      <w:r>
        <w:rPr>
          <w:rtl/>
        </w:rPr>
        <w:t>ابوسفيان كى بيوى ہندہ كى بيعت كا ماجرا</w:t>
      </w:r>
      <w:bookmarkEnd w:id="410"/>
      <w:r>
        <w:rPr>
          <w:rtl/>
        </w:rPr>
        <w:t xml:space="preserve"> </w:t>
      </w:r>
    </w:p>
    <w:p w:rsidR="00DE2D7F" w:rsidRDefault="00DE2D7F" w:rsidP="00D07B54">
      <w:pPr>
        <w:pStyle w:val="libNormal"/>
        <w:rPr>
          <w:rtl/>
        </w:rPr>
      </w:pPr>
      <w:r>
        <w:rPr>
          <w:rtl/>
        </w:rPr>
        <w:t>فتح مكہ كے واقعہ مي</w:t>
      </w:r>
      <w:r w:rsidR="007D6C9B">
        <w:rPr>
          <w:rtl/>
        </w:rPr>
        <w:t xml:space="preserve">ں </w:t>
      </w:r>
      <w:r>
        <w:rPr>
          <w:rtl/>
        </w:rPr>
        <w:t>جن عورتو</w:t>
      </w:r>
      <w:r w:rsidR="007D6C9B">
        <w:rPr>
          <w:rtl/>
        </w:rPr>
        <w:t xml:space="preserve">ں </w:t>
      </w:r>
      <w:r>
        <w:rPr>
          <w:rtl/>
        </w:rPr>
        <w:t>نے پيغمبر (ص) كى خدمت مي</w:t>
      </w:r>
      <w:r w:rsidR="007D6C9B">
        <w:rPr>
          <w:rtl/>
        </w:rPr>
        <w:t xml:space="preserve">ں </w:t>
      </w:r>
      <w:r>
        <w:rPr>
          <w:rtl/>
        </w:rPr>
        <w:t>حاضر ہوكر بيعت كى ان مي</w:t>
      </w:r>
      <w:r w:rsidR="007D6C9B">
        <w:rPr>
          <w:rtl/>
        </w:rPr>
        <w:t xml:space="preserve">ں </w:t>
      </w:r>
      <w:r>
        <w:rPr>
          <w:rtl/>
        </w:rPr>
        <w:t>سے ايك ابو سفيان كى بيوي''ہندہ''تھي، يعنى وہ عورت جس كى طرف سے تاريخ اسلام بہت سے دردناك واقعات محفوظ ركھے ہوئے ہے،ا ن مي</w:t>
      </w:r>
      <w:r w:rsidR="007D6C9B">
        <w:rPr>
          <w:rtl/>
        </w:rPr>
        <w:t xml:space="preserve">ں </w:t>
      </w:r>
      <w:r>
        <w:rPr>
          <w:rtl/>
        </w:rPr>
        <w:t>سے ايك ميدان احد مي</w:t>
      </w:r>
      <w:r w:rsidR="007D6C9B">
        <w:rPr>
          <w:rtl/>
        </w:rPr>
        <w:t xml:space="preserve">ں </w:t>
      </w:r>
      <w:r>
        <w:rPr>
          <w:rtl/>
        </w:rPr>
        <w:t xml:space="preserve">حمزہ سيدالشہداء (ع) كى شہادت كا واقعہ ہے كہ جس كى كيفيت بہت ہى غم انگيز ہے _ </w:t>
      </w:r>
    </w:p>
    <w:p w:rsidR="00DE2D7F" w:rsidRDefault="00DE2D7F" w:rsidP="00D07B54">
      <w:pPr>
        <w:pStyle w:val="libNormal"/>
        <w:rPr>
          <w:rtl/>
        </w:rPr>
      </w:pPr>
      <w:r>
        <w:rPr>
          <w:rtl/>
        </w:rPr>
        <w:t>اگرچہ آخركاروہ مجبور ہوگئي كہ اسلام اور پيغمبر اسلام (ص) كے سامنے گھٹنے ٹيك دے او رظاہراً مسلمان ہو جائے ليكن اسكى بيعت كا ماجرا بتاتا ہے كہ وہ حقيقت مي</w:t>
      </w:r>
      <w:r w:rsidR="007D6C9B">
        <w:rPr>
          <w:rtl/>
        </w:rPr>
        <w:t xml:space="preserve">ں </w:t>
      </w:r>
      <w:r>
        <w:rPr>
          <w:rtl/>
        </w:rPr>
        <w:t>اپنے سابقہ عقائد كى اسى طرح وفادار تھى ،لہذا اس مي</w:t>
      </w:r>
      <w:r w:rsidR="007D6C9B">
        <w:rPr>
          <w:rtl/>
        </w:rPr>
        <w:t xml:space="preserve">ں </w:t>
      </w:r>
      <w:r>
        <w:rPr>
          <w:rtl/>
        </w:rPr>
        <w:t>تعجب كى كوئي بات نہي</w:t>
      </w:r>
      <w:r w:rsidR="007D6C9B">
        <w:rPr>
          <w:rtl/>
        </w:rPr>
        <w:t xml:space="preserve">ں </w:t>
      </w:r>
      <w:r>
        <w:rPr>
          <w:rtl/>
        </w:rPr>
        <w:t>ہے كہ بنى اميہ كا خاندان اور ہندہ كى اولادنے پيغمبر (ص) كے بعد اس قسم كے جرائم كا ارتكاب كيا كہ جن كى سابقہ زمانہ مي</w:t>
      </w:r>
      <w:r w:rsidR="007D6C9B">
        <w:rPr>
          <w:rtl/>
        </w:rPr>
        <w:t xml:space="preserve">ں </w:t>
      </w:r>
      <w:r>
        <w:rPr>
          <w:rtl/>
        </w:rPr>
        <w:t>كوئي نظير نہي</w:t>
      </w:r>
      <w:r w:rsidR="007D6C9B">
        <w:rPr>
          <w:rtl/>
        </w:rPr>
        <w:t xml:space="preserve">ں </w:t>
      </w:r>
      <w:r>
        <w:rPr>
          <w:rtl/>
        </w:rPr>
        <w:t xml:space="preserve">ملتى _ </w:t>
      </w:r>
    </w:p>
    <w:p w:rsidR="00DE2D7F" w:rsidRDefault="00DE2D7F" w:rsidP="00D07B54">
      <w:pPr>
        <w:pStyle w:val="libNormal"/>
        <w:rPr>
          <w:rtl/>
        </w:rPr>
      </w:pPr>
      <w:r>
        <w:rPr>
          <w:rtl/>
        </w:rPr>
        <w:t>بہر حال مفسرين نے اس طرح لكھا ہے كہ ہند ہ نے اپنے چہرے پر نقاب ڈالا ہوا تھا وہ پيغمبر (ص) كى خدمت مي</w:t>
      </w:r>
      <w:r w:rsidR="007D6C9B">
        <w:rPr>
          <w:rtl/>
        </w:rPr>
        <w:t xml:space="preserve">ں </w:t>
      </w:r>
      <w:r>
        <w:rPr>
          <w:rtl/>
        </w:rPr>
        <w:t>اس وقت حاضر ہوئي جب آپ كوہ صفا پر تشريف فرما تھے اور عورتو</w:t>
      </w:r>
      <w:r w:rsidR="007D6C9B">
        <w:rPr>
          <w:rtl/>
        </w:rPr>
        <w:t xml:space="preserve">ں </w:t>
      </w:r>
      <w:r>
        <w:rPr>
          <w:rtl/>
        </w:rPr>
        <w:t>كى ايك جماعت ہندہ كے ساتھ تھي، جب پيغمبر (ص) نے يہ فرماياكہ مي</w:t>
      </w:r>
      <w:r w:rsidR="007D6C9B">
        <w:rPr>
          <w:rtl/>
        </w:rPr>
        <w:t xml:space="preserve">ں </w:t>
      </w:r>
      <w:r>
        <w:rPr>
          <w:rtl/>
        </w:rPr>
        <w:t>تم عورتو</w:t>
      </w:r>
      <w:r w:rsidR="007D6C9B">
        <w:rPr>
          <w:rtl/>
        </w:rPr>
        <w:t xml:space="preserve">ں </w:t>
      </w:r>
      <w:r>
        <w:rPr>
          <w:rtl/>
        </w:rPr>
        <w:t>سے اس بات پر بيعت لتيا ہو</w:t>
      </w:r>
      <w:r w:rsidR="007D6C9B">
        <w:rPr>
          <w:rtl/>
        </w:rPr>
        <w:t xml:space="preserve">ں </w:t>
      </w:r>
      <w:r>
        <w:rPr>
          <w:rtl/>
        </w:rPr>
        <w:t>كہ تم كسى چيز كو خدا كا شريك قرار نہي</w:t>
      </w:r>
      <w:r w:rsidR="007D6C9B">
        <w:rPr>
          <w:rtl/>
        </w:rPr>
        <w:t xml:space="preserve">ں </w:t>
      </w:r>
      <w:r>
        <w:rPr>
          <w:rtl/>
        </w:rPr>
        <w:t>دو گي، تو ہندہ نے اعتراض كيا او ركہا:''آپ ہم سے ايسا عہد لے رہے ہي</w:t>
      </w:r>
      <w:r w:rsidR="007D6C9B">
        <w:rPr>
          <w:rtl/>
        </w:rPr>
        <w:t xml:space="preserve">ں </w:t>
      </w:r>
      <w:r>
        <w:rPr>
          <w:rtl/>
        </w:rPr>
        <w:t>جو آپ نے مردو</w:t>
      </w:r>
      <w:r w:rsidR="007D6C9B">
        <w:rPr>
          <w:rtl/>
        </w:rPr>
        <w:t xml:space="preserve">ں </w:t>
      </w:r>
      <w:r>
        <w:rPr>
          <w:rtl/>
        </w:rPr>
        <w:t>سے نہي</w:t>
      </w:r>
      <w:r w:rsidR="007D6C9B">
        <w:rPr>
          <w:rtl/>
        </w:rPr>
        <w:t xml:space="preserve">ں </w:t>
      </w:r>
      <w:r>
        <w:rPr>
          <w:rtl/>
        </w:rPr>
        <w:t>ليا ، (كيونكہ اس دن مردو</w:t>
      </w:r>
      <w:r w:rsidR="007D6C9B">
        <w:rPr>
          <w:rtl/>
        </w:rPr>
        <w:t xml:space="preserve">ں </w:t>
      </w:r>
      <w:r>
        <w:rPr>
          <w:rtl/>
        </w:rPr>
        <w:t xml:space="preserve">سے صرف ايمان اورجہاد پربيعت لى گئي تھى _) </w:t>
      </w:r>
    </w:p>
    <w:p w:rsidR="00DE2D7F" w:rsidRDefault="00DE2D7F" w:rsidP="00D07B54">
      <w:pPr>
        <w:pStyle w:val="libNormal"/>
        <w:rPr>
          <w:rtl/>
        </w:rPr>
      </w:pPr>
      <w:r>
        <w:rPr>
          <w:rtl/>
        </w:rPr>
        <w:t>پيغمبر (ص) نے اس كى بات كى پرواہ كئے بغير اپنى گفتگو كو جارى فرمايا:''كہ تم چورى بھى نہي</w:t>
      </w:r>
      <w:r w:rsidR="007D6C9B">
        <w:rPr>
          <w:rtl/>
        </w:rPr>
        <w:t xml:space="preserve">ں </w:t>
      </w:r>
      <w:r>
        <w:rPr>
          <w:rtl/>
        </w:rPr>
        <w:t>كرو گي،''ہند ہ نے كہا: ابو سفيان كنجوس اوربخيل آدمى ہے مي</w:t>
      </w:r>
      <w:r w:rsidR="007D6C9B">
        <w:rPr>
          <w:rtl/>
        </w:rPr>
        <w:t xml:space="preserve">ں </w:t>
      </w:r>
      <w:r>
        <w:rPr>
          <w:rtl/>
        </w:rPr>
        <w:t>نے اس كے مال مي</w:t>
      </w:r>
      <w:r w:rsidR="007D6C9B">
        <w:rPr>
          <w:rtl/>
        </w:rPr>
        <w:t xml:space="preserve">ں </w:t>
      </w:r>
      <w:r>
        <w:rPr>
          <w:rtl/>
        </w:rPr>
        <w:t>سے كچھ چيزي</w:t>
      </w:r>
      <w:r w:rsidR="007D6C9B">
        <w:rPr>
          <w:rtl/>
        </w:rPr>
        <w:t xml:space="preserve">ں </w:t>
      </w:r>
      <w:r>
        <w:rPr>
          <w:rtl/>
        </w:rPr>
        <w:t>لى ہي</w:t>
      </w:r>
      <w:r w:rsidR="007D6C9B">
        <w:rPr>
          <w:rtl/>
        </w:rPr>
        <w:t xml:space="preserve">ں </w:t>
      </w:r>
      <w:r>
        <w:rPr>
          <w:rtl/>
        </w:rPr>
        <w:t>، مي</w:t>
      </w:r>
      <w:r w:rsidR="007D6C9B">
        <w:rPr>
          <w:rtl/>
        </w:rPr>
        <w:t xml:space="preserve">ں </w:t>
      </w:r>
      <w:r>
        <w:rPr>
          <w:rtl/>
        </w:rPr>
        <w:t>نہي</w:t>
      </w:r>
      <w:r w:rsidR="007D6C9B">
        <w:rPr>
          <w:rtl/>
        </w:rPr>
        <w:t xml:space="preserve">ں </w:t>
      </w:r>
      <w:r>
        <w:rPr>
          <w:rtl/>
        </w:rPr>
        <w:t>جانتى كہ وہ انھي</w:t>
      </w:r>
      <w:r w:rsidR="007D6C9B">
        <w:rPr>
          <w:rtl/>
        </w:rPr>
        <w:t xml:space="preserve">ں </w:t>
      </w:r>
      <w:r>
        <w:rPr>
          <w:rtl/>
        </w:rPr>
        <w:t>مجھ پر حلال كرے گا يا نہي</w:t>
      </w:r>
      <w:r w:rsidR="007D6C9B">
        <w:rPr>
          <w:rtl/>
        </w:rPr>
        <w:t xml:space="preserve">ں </w:t>
      </w:r>
      <w:r>
        <w:rPr>
          <w:rtl/>
        </w:rPr>
        <w:t>ابو سفيان موجود تھا ،اس نے كہا: جو كچھ تو نے گذشتہ زمانہ مي</w:t>
      </w:r>
      <w:r w:rsidR="007D6C9B">
        <w:rPr>
          <w:rtl/>
        </w:rPr>
        <w:t xml:space="preserve">ں </w:t>
      </w:r>
      <w:r>
        <w:rPr>
          <w:rtl/>
        </w:rPr>
        <w:t>ميرے مال مي</w:t>
      </w:r>
      <w:r w:rsidR="007D6C9B">
        <w:rPr>
          <w:rtl/>
        </w:rPr>
        <w:t xml:space="preserve">ں </w:t>
      </w:r>
      <w:r>
        <w:rPr>
          <w:rtl/>
        </w:rPr>
        <w:t>سے لے ليا ہے وہ سب مي</w:t>
      </w:r>
      <w:r w:rsidR="007D6C9B">
        <w:rPr>
          <w:rtl/>
        </w:rPr>
        <w:t xml:space="preserve">ں </w:t>
      </w:r>
      <w:r>
        <w:rPr>
          <w:rtl/>
        </w:rPr>
        <w:t xml:space="preserve">نے حلال كيا ،(ليكن آئندہ كے لئے پابندى كرنا _) </w:t>
      </w:r>
    </w:p>
    <w:p w:rsidR="00DE2D7F" w:rsidRDefault="00DE2D7F" w:rsidP="00D07B54">
      <w:pPr>
        <w:pStyle w:val="libNormal"/>
        <w:rPr>
          <w:rtl/>
        </w:rPr>
      </w:pPr>
      <w:r>
        <w:rPr>
          <w:rtl/>
        </w:rPr>
        <w:t>اس موقع پر پيغمبر (ص) ہنسے اور ہندہ كو پہچان كر فرمايا:''كيا تو ہندہ ہے''؟ اس نے كہا :جى ہا</w:t>
      </w:r>
      <w:r w:rsidR="007D6C9B">
        <w:rPr>
          <w:rtl/>
        </w:rPr>
        <w:t xml:space="preserve">ں </w:t>
      </w:r>
      <w:r>
        <w:rPr>
          <w:rtl/>
        </w:rPr>
        <w:t xml:space="preserve">،يا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DE2D7F" w:rsidRDefault="00DE2D7F" w:rsidP="00D07B54">
      <w:pPr>
        <w:pStyle w:val="libNormal"/>
        <w:rPr>
          <w:rtl/>
        </w:rPr>
      </w:pPr>
      <w:r>
        <w:rPr>
          <w:rtl/>
        </w:rPr>
        <w:t xml:space="preserve">رسول اللہ پچھلے امور كو بخش ديجئے خدا آپ كو بخشے ''_ </w:t>
      </w:r>
    </w:p>
    <w:p w:rsidR="00DE2D7F" w:rsidRDefault="00DE2D7F" w:rsidP="00D07B54">
      <w:pPr>
        <w:pStyle w:val="libNormal"/>
        <w:rPr>
          <w:rtl/>
        </w:rPr>
      </w:pPr>
      <w:r>
        <w:rPr>
          <w:rtl/>
        </w:rPr>
        <w:t>پيغمبر (ص) نے اپنى گفتگو كو جارى ركھا:''او رتم زنا سے آلودہ نہي</w:t>
      </w:r>
      <w:r w:rsidR="007D6C9B">
        <w:rPr>
          <w:rtl/>
        </w:rPr>
        <w:t xml:space="preserve">ں </w:t>
      </w:r>
      <w:r>
        <w:rPr>
          <w:rtl/>
        </w:rPr>
        <w:t>ہوگي،''ہندہ نے تعجب كرتے ہوئے كہا:''كيا آزاد عورت اس قسم كا عمل بھى انجام ديتى ہے؟''حاضرين مي</w:t>
      </w:r>
      <w:r w:rsidR="007D6C9B">
        <w:rPr>
          <w:rtl/>
        </w:rPr>
        <w:t xml:space="preserve">ں </w:t>
      </w:r>
      <w:r>
        <w:rPr>
          <w:rtl/>
        </w:rPr>
        <w:t>سے بعض لوگ جو زمانہ جاہليت مي</w:t>
      </w:r>
      <w:r w:rsidR="007D6C9B">
        <w:rPr>
          <w:rtl/>
        </w:rPr>
        <w:t xml:space="preserve">ں </w:t>
      </w:r>
      <w:r>
        <w:rPr>
          <w:rtl/>
        </w:rPr>
        <w:t>اس كى حالت سے واقف تھے اس كى اس بات پر ہنس پڑے كيونكہ ہندہ كا سابقہ زمانہ كسى سے مخفى نہي</w:t>
      </w:r>
      <w:r w:rsidR="007D6C9B">
        <w:rPr>
          <w:rtl/>
        </w:rPr>
        <w:t xml:space="preserve">ں </w:t>
      </w:r>
      <w:r>
        <w:rPr>
          <w:rtl/>
        </w:rPr>
        <w:t xml:space="preserve">تھا_ </w:t>
      </w:r>
    </w:p>
    <w:p w:rsidR="00DE2D7F" w:rsidRDefault="00DE2D7F" w:rsidP="00D07B54">
      <w:pPr>
        <w:pStyle w:val="libNormal"/>
        <w:rPr>
          <w:rtl/>
        </w:rPr>
      </w:pPr>
      <w:r>
        <w:rPr>
          <w:rtl/>
        </w:rPr>
        <w:t xml:space="preserve">پھر پيغمبر (ص) نے اپنى بات كو جارى ركھتے ہوئے فرمايا: </w:t>
      </w:r>
    </w:p>
    <w:p w:rsidR="00DE2D7F" w:rsidRDefault="00DE2D7F" w:rsidP="00D07B54">
      <w:pPr>
        <w:pStyle w:val="libNormal"/>
        <w:rPr>
          <w:rtl/>
        </w:rPr>
      </w:pPr>
      <w:r>
        <w:rPr>
          <w:rtl/>
        </w:rPr>
        <w:t>''اور تم اپنى اولاد كو قتل نہي</w:t>
      </w:r>
      <w:r w:rsidR="007D6C9B">
        <w:rPr>
          <w:rtl/>
        </w:rPr>
        <w:t xml:space="preserve">ں </w:t>
      </w:r>
      <w:r>
        <w:rPr>
          <w:rtl/>
        </w:rPr>
        <w:t xml:space="preserve">كروگى ''_ </w:t>
      </w:r>
    </w:p>
    <w:p w:rsidR="00DE2D7F" w:rsidRDefault="00DE2D7F" w:rsidP="00D07B54">
      <w:pPr>
        <w:pStyle w:val="libNormal"/>
        <w:rPr>
          <w:rtl/>
        </w:rPr>
      </w:pPr>
      <w:r>
        <w:rPr>
          <w:rtl/>
        </w:rPr>
        <w:t>ہند نے كہا:''ہم نے تو انھي</w:t>
      </w:r>
      <w:r w:rsidR="007D6C9B">
        <w:rPr>
          <w:rtl/>
        </w:rPr>
        <w:t xml:space="preserve">ں </w:t>
      </w:r>
      <w:r>
        <w:rPr>
          <w:rtl/>
        </w:rPr>
        <w:t>بچپن مي</w:t>
      </w:r>
      <w:r w:rsidR="007D6C9B">
        <w:rPr>
          <w:rtl/>
        </w:rPr>
        <w:t xml:space="preserve">ں </w:t>
      </w:r>
      <w:r>
        <w:rPr>
          <w:rtl/>
        </w:rPr>
        <w:t>پالا پوسا تھا،مگر جب وہ بڑے ہوئے تو آپ نے انھي</w:t>
      </w:r>
      <w:r w:rsidR="007D6C9B">
        <w:rPr>
          <w:rtl/>
        </w:rPr>
        <w:t xml:space="preserve">ں </w:t>
      </w:r>
      <w:r>
        <w:rPr>
          <w:rtl/>
        </w:rPr>
        <w:t>قتل كرديا، اب آپ او روہ خود بہتر جانتے ہي</w:t>
      </w:r>
      <w:r w:rsidR="007D6C9B">
        <w:rPr>
          <w:rtl/>
        </w:rPr>
        <w:t xml:space="preserve">ں </w:t>
      </w:r>
      <w:r>
        <w:rPr>
          <w:rtl/>
        </w:rPr>
        <w:t>''_( اس كى مراد اس كا بيٹا ''حنظلہ''تھا جو بدر كے دن على عليہ السلام كے ہاتھو</w:t>
      </w:r>
      <w:r w:rsidR="007D6C9B">
        <w:rPr>
          <w:rtl/>
        </w:rPr>
        <w:t xml:space="preserve">ں </w:t>
      </w:r>
      <w:r>
        <w:rPr>
          <w:rtl/>
        </w:rPr>
        <w:t xml:space="preserve">ماراگيا تھا_) </w:t>
      </w:r>
    </w:p>
    <w:p w:rsidR="00DE2D7F" w:rsidRDefault="00DE2D7F" w:rsidP="00D07B54">
      <w:pPr>
        <w:pStyle w:val="libNormal"/>
        <w:rPr>
          <w:rtl/>
        </w:rPr>
      </w:pPr>
      <w:r>
        <w:rPr>
          <w:rtl/>
        </w:rPr>
        <w:t xml:space="preserve">پيغمبر (ص) نے اس كى اس بات پر تبسم فرمايا، او رجب آپ اس بات پر پہنچے او رفرمايا: </w:t>
      </w:r>
    </w:p>
    <w:p w:rsidR="00DE2D7F" w:rsidRDefault="00DE2D7F" w:rsidP="00D07B54">
      <w:pPr>
        <w:pStyle w:val="libNormal"/>
        <w:rPr>
          <w:rtl/>
        </w:rPr>
      </w:pPr>
      <w:r>
        <w:rPr>
          <w:rtl/>
        </w:rPr>
        <w:t>''تم بہتان او رتہمت كو روا نہي</w:t>
      </w:r>
      <w:r w:rsidR="007D6C9B">
        <w:rPr>
          <w:rtl/>
        </w:rPr>
        <w:t xml:space="preserve">ں </w:t>
      </w:r>
      <w:r>
        <w:rPr>
          <w:rtl/>
        </w:rPr>
        <w:t xml:space="preserve">ركھوگى ''_ </w:t>
      </w:r>
    </w:p>
    <w:p w:rsidR="00DE2D7F" w:rsidRDefault="00DE2D7F" w:rsidP="00D07B54">
      <w:pPr>
        <w:pStyle w:val="libNormal"/>
        <w:rPr>
          <w:rtl/>
        </w:rPr>
      </w:pPr>
      <w:r>
        <w:rPr>
          <w:rtl/>
        </w:rPr>
        <w:t>تو ہندہ نے كہا:''بہتان قبيح ہے او رآپ ہمي</w:t>
      </w:r>
      <w:r w:rsidR="007D6C9B">
        <w:rPr>
          <w:rtl/>
        </w:rPr>
        <w:t xml:space="preserve">ں </w:t>
      </w:r>
      <w:r>
        <w:rPr>
          <w:rtl/>
        </w:rPr>
        <w:t>صلاح و درستى ،نيكى او رمكارم اخلاق كے سوا او ركسى چيز كى دعوت نہي</w:t>
      </w:r>
      <w:r w:rsidR="007D6C9B">
        <w:rPr>
          <w:rtl/>
        </w:rPr>
        <w:t xml:space="preserve">ں </w:t>
      </w:r>
      <w:r>
        <w:rPr>
          <w:rtl/>
        </w:rPr>
        <w:t xml:space="preserve">ديتے''_ </w:t>
      </w:r>
    </w:p>
    <w:p w:rsidR="00DE2D7F" w:rsidRDefault="00DE2D7F" w:rsidP="00D07B54">
      <w:pPr>
        <w:pStyle w:val="libNormal"/>
        <w:rPr>
          <w:rtl/>
        </w:rPr>
      </w:pPr>
      <w:r>
        <w:rPr>
          <w:rtl/>
        </w:rPr>
        <w:t xml:space="preserve">جب آپ نے يہ فرمايا: </w:t>
      </w:r>
    </w:p>
    <w:p w:rsidR="00DE2D7F" w:rsidRDefault="00DE2D7F" w:rsidP="00D07B54">
      <w:pPr>
        <w:pStyle w:val="libNormal"/>
        <w:rPr>
          <w:rtl/>
        </w:rPr>
      </w:pPr>
      <w:r>
        <w:rPr>
          <w:rtl/>
        </w:rPr>
        <w:t>''تم تمام اچھے كامو</w:t>
      </w:r>
      <w:r w:rsidR="007D6C9B">
        <w:rPr>
          <w:rtl/>
        </w:rPr>
        <w:t xml:space="preserve">ں </w:t>
      </w:r>
      <w:r>
        <w:rPr>
          <w:rtl/>
        </w:rPr>
        <w:t>مي</w:t>
      </w:r>
      <w:r w:rsidR="007D6C9B">
        <w:rPr>
          <w:rtl/>
        </w:rPr>
        <w:t xml:space="preserve">ں </w:t>
      </w:r>
      <w:r>
        <w:rPr>
          <w:rtl/>
        </w:rPr>
        <w:t>ميرے حكم كى اطاعت كروگى ''_تو ہندہ نے كہا:''ہم يہا</w:t>
      </w:r>
      <w:r w:rsidR="007D6C9B">
        <w:rPr>
          <w:rtl/>
        </w:rPr>
        <w:t xml:space="preserve">ں </w:t>
      </w:r>
      <w:r>
        <w:rPr>
          <w:rtl/>
        </w:rPr>
        <w:t>اس لئے نہي</w:t>
      </w:r>
      <w:r w:rsidR="007D6C9B">
        <w:rPr>
          <w:rtl/>
        </w:rPr>
        <w:t xml:space="preserve">ں </w:t>
      </w:r>
      <w:r>
        <w:rPr>
          <w:rtl/>
        </w:rPr>
        <w:t>بيٹھے ہي</w:t>
      </w:r>
      <w:r w:rsidR="007D6C9B">
        <w:rPr>
          <w:rtl/>
        </w:rPr>
        <w:t xml:space="preserve">ں </w:t>
      </w:r>
      <w:r>
        <w:rPr>
          <w:rtl/>
        </w:rPr>
        <w:t>كہ ہمارے دل مي</w:t>
      </w:r>
      <w:r w:rsidR="007D6C9B">
        <w:rPr>
          <w:rtl/>
        </w:rPr>
        <w:t xml:space="preserve">ں </w:t>
      </w:r>
      <w:r>
        <w:rPr>
          <w:rtl/>
        </w:rPr>
        <w:t xml:space="preserve">آپ كى نافرمانى كاارادہ ہو''_ </w:t>
      </w:r>
    </w:p>
    <w:p w:rsidR="000F1784" w:rsidRDefault="00DE2D7F" w:rsidP="00D07B54">
      <w:pPr>
        <w:pStyle w:val="libNormal"/>
        <w:rPr>
          <w:rtl/>
        </w:rPr>
      </w:pPr>
      <w:r>
        <w:rPr>
          <w:rtl/>
        </w:rPr>
        <w:t>(حالانكہ مسلمہ طور پر معاملہ اس طرح نہي</w:t>
      </w:r>
      <w:r w:rsidR="007D6C9B">
        <w:rPr>
          <w:rtl/>
        </w:rPr>
        <w:t xml:space="preserve">ں </w:t>
      </w:r>
      <w:r>
        <w:rPr>
          <w:rtl/>
        </w:rPr>
        <w:t>تھا، ليكن تعليمات اسلامى كے مطابق پيغمبر (ص) اس بات كے پابند تھے كہ ان كے بيانات كو قبول كرلي</w:t>
      </w:r>
      <w:r w:rsidR="007D6C9B">
        <w:rPr>
          <w:rtl/>
        </w:rPr>
        <w:t xml:space="preserve">ں </w:t>
      </w:r>
      <w:r>
        <w:rPr>
          <w:rtl/>
        </w:rPr>
        <w:t xml:space="preserve">_ </w:t>
      </w:r>
    </w:p>
    <w:p w:rsidR="000F1784" w:rsidRDefault="000F1784" w:rsidP="00D07B54">
      <w:pPr>
        <w:pStyle w:val="libNormal"/>
        <w:rPr>
          <w:rtl/>
        </w:rPr>
      </w:pPr>
      <w:r>
        <w:rPr>
          <w:rtl/>
        </w:rPr>
        <w:br w:type="page"/>
      </w:r>
    </w:p>
    <w:p w:rsidR="00DE2D7F" w:rsidRDefault="00DE2D7F" w:rsidP="00D07B54">
      <w:pPr>
        <w:pStyle w:val="libNormal"/>
        <w:rPr>
          <w:rtl/>
        </w:rPr>
      </w:pPr>
    </w:p>
    <w:p w:rsidR="000F1784" w:rsidRDefault="00DE2D7F" w:rsidP="00D07B54">
      <w:pPr>
        <w:pStyle w:val="Heading2Center"/>
        <w:rPr>
          <w:rtl/>
        </w:rPr>
      </w:pPr>
      <w:bookmarkStart w:id="411" w:name="_Toc7268808"/>
      <w:r>
        <w:rPr>
          <w:rtl/>
          <w:lang w:bidi="fa-IR"/>
        </w:rPr>
        <w:t>۱۰</w:t>
      </w:r>
      <w:r>
        <w:rPr>
          <w:rtl/>
        </w:rPr>
        <w:t xml:space="preserve"> حضرت رسول اكرم (ص)</w:t>
      </w:r>
      <w:bookmarkEnd w:id="411"/>
      <w:r>
        <w:rPr>
          <w:rtl/>
        </w:rPr>
        <w:t xml:space="preserve"> </w:t>
      </w:r>
    </w:p>
    <w:p w:rsidR="00DE2D7F" w:rsidRDefault="00DE2D7F" w:rsidP="00D07B54">
      <w:pPr>
        <w:pStyle w:val="Heading2Center"/>
        <w:rPr>
          <w:rtl/>
        </w:rPr>
      </w:pPr>
      <w:bookmarkStart w:id="412" w:name="_Toc7268809"/>
      <w:r>
        <w:rPr>
          <w:rtl/>
        </w:rPr>
        <w:t>پيغمبر (ص) كے خطوط دنيا كے بادشاہو</w:t>
      </w:r>
      <w:r w:rsidR="007D6C9B">
        <w:rPr>
          <w:rtl/>
        </w:rPr>
        <w:t xml:space="preserve">ں </w:t>
      </w:r>
      <w:r>
        <w:rPr>
          <w:rtl/>
        </w:rPr>
        <w:t>كے نام</w:t>
      </w:r>
      <w:bookmarkEnd w:id="412"/>
      <w:r>
        <w:rPr>
          <w:rtl/>
        </w:rPr>
        <w:t xml:space="preserve"> </w:t>
      </w:r>
    </w:p>
    <w:p w:rsidR="00DE2D7F" w:rsidRDefault="00DE2D7F" w:rsidP="00D07B54">
      <w:pPr>
        <w:pStyle w:val="libNormal"/>
        <w:rPr>
          <w:rtl/>
        </w:rPr>
      </w:pPr>
      <w:r>
        <w:rPr>
          <w:rtl/>
        </w:rPr>
        <w:t>تاريخ اسلام سے معلوم ہوتا ہے كہ جب سرزمين حجاز مي</w:t>
      </w:r>
      <w:r w:rsidR="007D6C9B">
        <w:rPr>
          <w:rtl/>
        </w:rPr>
        <w:t xml:space="preserve">ں </w:t>
      </w:r>
      <w:r>
        <w:rPr>
          <w:rtl/>
        </w:rPr>
        <w:t>اسلام كافى نفوذ كرچكا تو پيغمبراكرم(ص) نے اس زمانے كے بڑے بڑے حكمرانو</w:t>
      </w:r>
      <w:r w:rsidR="007D6C9B">
        <w:rPr>
          <w:rtl/>
        </w:rPr>
        <w:t xml:space="preserve">ں </w:t>
      </w:r>
      <w:r>
        <w:rPr>
          <w:rtl/>
        </w:rPr>
        <w:t>كے نام كئي خطوط روانہ كيے _ ان مي</w:t>
      </w:r>
      <w:r w:rsidR="007D6C9B">
        <w:rPr>
          <w:rtl/>
        </w:rPr>
        <w:t xml:space="preserve">ں </w:t>
      </w:r>
      <w:r>
        <w:rPr>
          <w:rtl/>
        </w:rPr>
        <w:t>بعض خطوط مي</w:t>
      </w:r>
      <w:r w:rsidR="007D6C9B">
        <w:rPr>
          <w:rtl/>
        </w:rPr>
        <w:t xml:space="preserve">ں </w:t>
      </w:r>
      <w:r>
        <w:rPr>
          <w:rtl/>
        </w:rPr>
        <w:t>كا سہارا ليا گيا ہے ،جس مي</w:t>
      </w:r>
      <w:r w:rsidR="007D6C9B">
        <w:rPr>
          <w:rtl/>
        </w:rPr>
        <w:t xml:space="preserve">ں </w:t>
      </w:r>
      <w:r>
        <w:rPr>
          <w:rtl/>
        </w:rPr>
        <w:t xml:space="preserve">آسما نى اديان كى قدر مشترك كا تذكرہ ہے_ </w:t>
      </w:r>
    </w:p>
    <w:p w:rsidR="00DE2D7F" w:rsidRDefault="00DE2D7F" w:rsidP="00D07B54">
      <w:pPr>
        <w:pStyle w:val="libNormal"/>
        <w:rPr>
          <w:rtl/>
        </w:rPr>
      </w:pPr>
    </w:p>
    <w:p w:rsidR="000F1784" w:rsidRDefault="00DE2D7F" w:rsidP="00D07B54">
      <w:pPr>
        <w:pStyle w:val="Heading2Center"/>
        <w:rPr>
          <w:rtl/>
        </w:rPr>
      </w:pPr>
      <w:bookmarkStart w:id="413" w:name="_Toc7268810"/>
      <w:r>
        <w:rPr>
          <w:rtl/>
        </w:rPr>
        <w:t>مقوقس</w:t>
      </w:r>
      <w:r w:rsidRPr="00AD1EF3">
        <w:rPr>
          <w:rStyle w:val="libFootnotenumChar"/>
          <w:rtl/>
        </w:rPr>
        <w:t>(</w:t>
      </w:r>
      <w:r w:rsidR="00E664BB" w:rsidRPr="00AD1EF3">
        <w:rPr>
          <w:rStyle w:val="libFootnotenumChar"/>
          <w:rtl/>
        </w:rPr>
        <w:t>1</w:t>
      </w:r>
      <w:r w:rsidRPr="00AD1EF3">
        <w:rPr>
          <w:rStyle w:val="libFootnotenumChar"/>
          <w:rtl/>
        </w:rPr>
        <w:t>)</w:t>
      </w:r>
      <w:bookmarkEnd w:id="413"/>
    </w:p>
    <w:p w:rsidR="00DE2D7F" w:rsidRDefault="00DE2D7F" w:rsidP="00D07B54">
      <w:pPr>
        <w:pStyle w:val="libNormal"/>
        <w:rPr>
          <w:rtl/>
        </w:rPr>
      </w:pPr>
      <w:r>
        <w:rPr>
          <w:rtl/>
        </w:rPr>
        <w:t xml:space="preserve"> كے نام خط مقوقس مصر كا حاكم تھا پيغمبر اسلام (ص) نے دنيا كے بڑے بڑے بادشاہو</w:t>
      </w:r>
      <w:r w:rsidR="007D6C9B">
        <w:rPr>
          <w:rtl/>
        </w:rPr>
        <w:t xml:space="preserve">ں </w:t>
      </w:r>
      <w:r>
        <w:rPr>
          <w:rtl/>
        </w:rPr>
        <w:t>او رحكام كو خطوط لكھے او رانہي</w:t>
      </w:r>
      <w:r w:rsidR="007D6C9B">
        <w:rPr>
          <w:rtl/>
        </w:rPr>
        <w:t xml:space="preserve">ں </w:t>
      </w:r>
      <w:r>
        <w:rPr>
          <w:rtl/>
        </w:rPr>
        <w:t xml:space="preserve">اسلام كى طرف دعوت دي،حاطب بن ابى بلتعہ كو حاكم مصر مقوقس كى طرف يہ خط دے كرروانہ كيا_ </w:t>
      </w:r>
    </w:p>
    <w:p w:rsidR="00DE2D7F" w:rsidRDefault="00DE2D7F" w:rsidP="00D07B54">
      <w:pPr>
        <w:pStyle w:val="libArabic"/>
        <w:rPr>
          <w:rtl/>
        </w:rPr>
      </w:pPr>
      <w:r>
        <w:rPr>
          <w:rtl/>
        </w:rPr>
        <w:t>بسم اللّ</w:t>
      </w:r>
      <w:r w:rsidR="003E5058" w:rsidRPr="007F58D3">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DE2D7F" w:rsidRDefault="00DE2D7F" w:rsidP="00D07B54">
      <w:pPr>
        <w:pStyle w:val="libArabic"/>
        <w:rPr>
          <w:rtl/>
        </w:rPr>
      </w:pPr>
      <w:r>
        <w:rPr>
          <w:rtl/>
        </w:rPr>
        <w:t>من: محمد بن عبداللّ</w:t>
      </w:r>
      <w:r w:rsidR="003E5058" w:rsidRPr="007F58D3">
        <w:rPr>
          <w:rFonts w:hint="cs"/>
          <w:rtl/>
        </w:rPr>
        <w:t>ه</w:t>
      </w:r>
      <w:r>
        <w:rPr>
          <w:rtl/>
        </w:rPr>
        <w:t xml:space="preserve"> </w:t>
      </w:r>
    </w:p>
    <w:p w:rsidR="00DE2D7F" w:rsidRDefault="00DE2D7F" w:rsidP="00D07B54">
      <w:pPr>
        <w:pStyle w:val="libArabic"/>
        <w:rPr>
          <w:rtl/>
        </w:rPr>
      </w:pPr>
      <w:r>
        <w:rPr>
          <w:rtl/>
        </w:rPr>
        <w:t xml:space="preserve">الي: المقوقس عظيم القبط </w:t>
      </w:r>
    </w:p>
    <w:p w:rsidR="00DE2D7F" w:rsidRDefault="00DE2D7F" w:rsidP="00D07B54">
      <w:pPr>
        <w:pStyle w:val="libArabic"/>
        <w:rPr>
          <w:rtl/>
        </w:rPr>
      </w:pPr>
      <w:r>
        <w:rPr>
          <w:rtl/>
        </w:rPr>
        <w:t>سلام على من اتبع ال</w:t>
      </w:r>
      <w:r w:rsidR="003E5058" w:rsidRPr="007F58D3">
        <w:rPr>
          <w:rFonts w:hint="cs"/>
          <w:rtl/>
        </w:rPr>
        <w:t>ه</w:t>
      </w:r>
      <w:r>
        <w:rPr>
          <w:rFonts w:hint="cs"/>
          <w:rtl/>
        </w:rPr>
        <w:t>دى</w:t>
      </w:r>
      <w:r>
        <w:rPr>
          <w:rtl/>
        </w:rPr>
        <w:t xml:space="preserve"> </w:t>
      </w:r>
      <w:r>
        <w:rPr>
          <w:rFonts w:hint="cs"/>
          <w:rtl/>
        </w:rPr>
        <w:t>،اما</w:t>
      </w:r>
      <w:r>
        <w:rPr>
          <w:rtl/>
        </w:rPr>
        <w:t xml:space="preserve"> </w:t>
      </w:r>
      <w:r>
        <w:rPr>
          <w:rFonts w:hint="cs"/>
          <w:rtl/>
        </w:rPr>
        <w:t>بعد</w:t>
      </w:r>
      <w:r>
        <w:rPr>
          <w:rtl/>
        </w:rPr>
        <w:t>:''</w:t>
      </w:r>
      <w:r>
        <w:rPr>
          <w:rFonts w:hint="cs"/>
          <w:rtl/>
        </w:rPr>
        <w:t>فانى</w:t>
      </w:r>
      <w:r>
        <w:rPr>
          <w:rtl/>
        </w:rPr>
        <w:t xml:space="preserve"> </w:t>
      </w:r>
      <w:r>
        <w:rPr>
          <w:rFonts w:hint="cs"/>
          <w:rtl/>
        </w:rPr>
        <w:t>ادعوك</w:t>
      </w:r>
      <w:r>
        <w:rPr>
          <w:rtl/>
        </w:rPr>
        <w:t xml:space="preserve"> </w:t>
      </w:r>
      <w:r>
        <w:rPr>
          <w:rFonts w:hint="cs"/>
          <w:rtl/>
        </w:rPr>
        <w:t>بدعايةالاسلام</w:t>
      </w:r>
      <w:r>
        <w:rPr>
          <w:rtl/>
        </w:rPr>
        <w:t xml:space="preserve"> </w:t>
      </w:r>
    </w:p>
    <w:p w:rsidR="00DE2D7F" w:rsidRDefault="00DE2D7F" w:rsidP="00D07B54">
      <w:pPr>
        <w:pStyle w:val="libArabic"/>
        <w:rPr>
          <w:rtl/>
        </w:rPr>
      </w:pPr>
      <w:r>
        <w:rPr>
          <w:rtl/>
        </w:rPr>
        <w:t>اسلم تسلم،يو تك اللّ</w:t>
      </w:r>
      <w:r w:rsidR="003E5058" w:rsidRPr="007F58D3">
        <w:rPr>
          <w:rFonts w:hint="cs"/>
          <w:rtl/>
        </w:rPr>
        <w:t>ه</w:t>
      </w:r>
      <w:r>
        <w:rPr>
          <w:rtl/>
        </w:rPr>
        <w:t xml:space="preserve"> </w:t>
      </w:r>
      <w:r>
        <w:rPr>
          <w:rFonts w:hint="cs"/>
          <w:rtl/>
        </w:rPr>
        <w:t>اجرك</w:t>
      </w:r>
      <w:r>
        <w:rPr>
          <w:rtl/>
        </w:rPr>
        <w:t xml:space="preserve"> </w:t>
      </w:r>
      <w:r>
        <w:rPr>
          <w:rFonts w:hint="cs"/>
          <w:rtl/>
        </w:rPr>
        <w:t>مرتين،</w:t>
      </w:r>
      <w:r>
        <w:rPr>
          <w:rtl/>
        </w:rPr>
        <w:t xml:space="preserve"> </w:t>
      </w:r>
      <w:r>
        <w:rPr>
          <w:rFonts w:hint="cs"/>
          <w:rtl/>
        </w:rPr>
        <w:t>فان</w:t>
      </w:r>
      <w:r>
        <w:rPr>
          <w:rtl/>
        </w:rPr>
        <w:t xml:space="preserve"> </w:t>
      </w:r>
      <w:r>
        <w:rPr>
          <w:rFonts w:hint="cs"/>
          <w:rtl/>
        </w:rPr>
        <w:t>توليت</w:t>
      </w:r>
      <w:r>
        <w:rPr>
          <w:rtl/>
        </w:rPr>
        <w:t xml:space="preserve"> </w:t>
      </w:r>
      <w:r>
        <w:rPr>
          <w:rFonts w:hint="cs"/>
          <w:rtl/>
        </w:rPr>
        <w:t>فانما</w:t>
      </w:r>
      <w:r>
        <w:rPr>
          <w:rtl/>
        </w:rPr>
        <w:t xml:space="preserve"> </w:t>
      </w:r>
      <w:r>
        <w:rPr>
          <w:rFonts w:hint="cs"/>
          <w:rtl/>
        </w:rPr>
        <w:t>عليكم</w:t>
      </w:r>
      <w:r>
        <w:rPr>
          <w:rtl/>
        </w:rPr>
        <w:t xml:space="preserve"> </w:t>
      </w:r>
      <w:r>
        <w:rPr>
          <w:rFonts w:hint="cs"/>
          <w:rtl/>
        </w:rPr>
        <w:t>اثم</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)''مقوقس''(بہ ضم ميم وبہ فتحہ ہردو ''قاف'')''ہرقل ''بادشاہ روم كى طرف سے مصر كا والى تھا_ </w:t>
      </w:r>
    </w:p>
    <w:p w:rsidR="00DE2D7F" w:rsidRDefault="00C2634E" w:rsidP="00D07B54">
      <w:pPr>
        <w:pStyle w:val="libNormal"/>
        <w:rPr>
          <w:rtl/>
        </w:rPr>
      </w:pPr>
      <w:r>
        <w:rPr>
          <w:rtl/>
        </w:rPr>
        <w:t xml:space="preserve"> </w:t>
      </w:r>
      <w:r>
        <w:rPr>
          <w:rtl/>
        </w:rPr>
        <w:br w:type="page"/>
      </w:r>
      <w:r>
        <w:rPr>
          <w:rtl/>
        </w:rPr>
        <w:lastRenderedPageBreak/>
        <w:t xml:space="preserve"> </w:t>
      </w:r>
      <w:r>
        <w:rPr>
          <w:rtl/>
        </w:rPr>
        <w:cr/>
      </w:r>
      <w:r w:rsidR="00DE2D7F" w:rsidRPr="00CF190C">
        <w:rPr>
          <w:rStyle w:val="libArabicChar"/>
          <w:rtl/>
        </w:rPr>
        <w:t>القبط ، . . . يا ا</w:t>
      </w:r>
      <w:r w:rsidR="003E5058" w:rsidRPr="007F58D3">
        <w:rPr>
          <w:rStyle w:val="libArabicChar"/>
          <w:rFonts w:hint="cs"/>
          <w:rtl/>
        </w:rPr>
        <w:t>ه</w:t>
      </w:r>
      <w:r w:rsidR="00DE2D7F" w:rsidRPr="00CF190C">
        <w:rPr>
          <w:rStyle w:val="libArabicChar"/>
          <w:rFonts w:hint="cs"/>
          <w:rtl/>
        </w:rPr>
        <w:t>ل</w:t>
      </w:r>
      <w:r w:rsidR="00DE2D7F" w:rsidRPr="00CF190C">
        <w:rPr>
          <w:rStyle w:val="libArabicChar"/>
          <w:rtl/>
        </w:rPr>
        <w:t xml:space="preserve"> </w:t>
      </w:r>
      <w:r w:rsidR="00DE2D7F" w:rsidRPr="00CF190C">
        <w:rPr>
          <w:rStyle w:val="libArabicChar"/>
          <w:rFonts w:hint="cs"/>
          <w:rtl/>
        </w:rPr>
        <w:t>الكتب</w:t>
      </w:r>
      <w:r w:rsidR="00DE2D7F" w:rsidRPr="00CF190C">
        <w:rPr>
          <w:rStyle w:val="libArabicChar"/>
          <w:rtl/>
        </w:rPr>
        <w:t xml:space="preserve"> </w:t>
      </w:r>
      <w:r w:rsidR="00DE2D7F" w:rsidRPr="00CF190C">
        <w:rPr>
          <w:rStyle w:val="libArabicChar"/>
          <w:rFonts w:hint="cs"/>
          <w:rtl/>
        </w:rPr>
        <w:t>تعالواالى</w:t>
      </w:r>
      <w:r w:rsidR="00DE2D7F" w:rsidRPr="00CF190C">
        <w:rPr>
          <w:rStyle w:val="libArabicChar"/>
          <w:rtl/>
        </w:rPr>
        <w:t xml:space="preserve"> </w:t>
      </w:r>
      <w:r w:rsidR="00DE2D7F" w:rsidRPr="00CF190C">
        <w:rPr>
          <w:rStyle w:val="libArabicChar"/>
          <w:rFonts w:hint="cs"/>
          <w:rtl/>
        </w:rPr>
        <w:t>كلمة</w:t>
      </w:r>
      <w:r w:rsidR="00DE2D7F" w:rsidRPr="00CF190C">
        <w:rPr>
          <w:rStyle w:val="libArabicChar"/>
          <w:rtl/>
        </w:rPr>
        <w:t xml:space="preserve"> </w:t>
      </w:r>
      <w:r w:rsidR="00DE2D7F" w:rsidRPr="00CF190C">
        <w:rPr>
          <w:rStyle w:val="libArabicChar"/>
          <w:rFonts w:hint="cs"/>
          <w:rtl/>
        </w:rPr>
        <w:t>سواء</w:t>
      </w:r>
      <w:r w:rsidR="00DE2D7F" w:rsidRPr="00CF190C">
        <w:rPr>
          <w:rStyle w:val="libArabicChar"/>
          <w:rtl/>
        </w:rPr>
        <w:t xml:space="preserve"> </w:t>
      </w:r>
      <w:r w:rsidR="00DE2D7F" w:rsidRPr="00CF190C">
        <w:rPr>
          <w:rStyle w:val="libArabicChar"/>
          <w:rFonts w:hint="cs"/>
          <w:rtl/>
        </w:rPr>
        <w:t>بيننا</w:t>
      </w:r>
      <w:r w:rsidR="00DE2D7F" w:rsidRPr="00CF190C">
        <w:rPr>
          <w:rStyle w:val="libArabicChar"/>
          <w:rtl/>
        </w:rPr>
        <w:t xml:space="preserve"> </w:t>
      </w:r>
      <w:r w:rsidR="00DE2D7F" w:rsidRPr="00CF190C">
        <w:rPr>
          <w:rStyle w:val="libArabicChar"/>
          <w:rFonts w:hint="cs"/>
          <w:rtl/>
        </w:rPr>
        <w:t>و</w:t>
      </w:r>
      <w:r w:rsidR="00DE2D7F" w:rsidRPr="00CF190C">
        <w:rPr>
          <w:rStyle w:val="libArabicChar"/>
          <w:rtl/>
        </w:rPr>
        <w:t xml:space="preserve"> </w:t>
      </w:r>
      <w:r w:rsidR="00DE2D7F" w:rsidRPr="00CF190C">
        <w:rPr>
          <w:rStyle w:val="libArabicChar"/>
          <w:rFonts w:hint="cs"/>
          <w:rtl/>
        </w:rPr>
        <w:t>بينكم</w:t>
      </w:r>
      <w:r w:rsidR="00DE2D7F" w:rsidRPr="00CF190C">
        <w:rPr>
          <w:rStyle w:val="libArabicChar"/>
          <w:rtl/>
        </w:rPr>
        <w:t xml:space="preserve">'' </w:t>
      </w:r>
      <w:r w:rsidR="00DE2D7F" w:rsidRPr="00CF190C">
        <w:rPr>
          <w:rStyle w:val="libArabicChar"/>
          <w:rFonts w:hint="cs"/>
          <w:rtl/>
        </w:rPr>
        <w:t>ان</w:t>
      </w:r>
      <w:r w:rsidR="00DE2D7F" w:rsidRPr="00CF190C">
        <w:rPr>
          <w:rStyle w:val="libArabicChar"/>
          <w:rtl/>
        </w:rPr>
        <w:t xml:space="preserve"> </w:t>
      </w:r>
      <w:r w:rsidR="00DE2D7F" w:rsidRPr="00CF190C">
        <w:rPr>
          <w:rStyle w:val="libArabicChar"/>
          <w:rFonts w:hint="cs"/>
          <w:rtl/>
        </w:rPr>
        <w:t>لا</w:t>
      </w:r>
      <w:r w:rsidR="00DE2D7F" w:rsidRPr="00CF190C">
        <w:rPr>
          <w:rStyle w:val="libArabicChar"/>
          <w:rtl/>
        </w:rPr>
        <w:t xml:space="preserve"> </w:t>
      </w:r>
      <w:r w:rsidR="00DE2D7F" w:rsidRPr="00CF190C">
        <w:rPr>
          <w:rStyle w:val="libArabicChar"/>
          <w:rFonts w:hint="cs"/>
          <w:rtl/>
        </w:rPr>
        <w:t>نعبد</w:t>
      </w:r>
      <w:r w:rsidR="00DE2D7F" w:rsidRPr="00CF190C">
        <w:rPr>
          <w:rStyle w:val="libArabicChar"/>
          <w:rtl/>
        </w:rPr>
        <w:t xml:space="preserve"> </w:t>
      </w:r>
      <w:r w:rsidR="00DE2D7F" w:rsidRPr="00CF190C">
        <w:rPr>
          <w:rStyle w:val="libArabicChar"/>
          <w:rFonts w:hint="cs"/>
          <w:rtl/>
        </w:rPr>
        <w:t>الا</w:t>
      </w:r>
      <w:r w:rsidR="00DE2D7F" w:rsidRPr="00CF190C">
        <w:rPr>
          <w:rStyle w:val="libArabicChar"/>
          <w:rtl/>
        </w:rPr>
        <w:t xml:space="preserve"> </w:t>
      </w:r>
      <w:r w:rsidR="00DE2D7F" w:rsidRPr="00CF190C">
        <w:rPr>
          <w:rStyle w:val="libArabicChar"/>
          <w:rFonts w:hint="cs"/>
          <w:rtl/>
        </w:rPr>
        <w:t>اللّ</w:t>
      </w:r>
      <w:r w:rsidR="003E5058" w:rsidRPr="007F58D3">
        <w:rPr>
          <w:rStyle w:val="libArabicChar"/>
          <w:rFonts w:hint="cs"/>
          <w:rtl/>
        </w:rPr>
        <w:t>ه</w:t>
      </w:r>
      <w:r w:rsidR="00DE2D7F" w:rsidRPr="00CF190C">
        <w:rPr>
          <w:rStyle w:val="libArabicChar"/>
          <w:rtl/>
        </w:rPr>
        <w:t xml:space="preserve"> </w:t>
      </w:r>
      <w:r w:rsidR="00DE2D7F" w:rsidRPr="00CF190C">
        <w:rPr>
          <w:rStyle w:val="libArabicChar"/>
          <w:rFonts w:hint="cs"/>
          <w:rtl/>
        </w:rPr>
        <w:t>ولا</w:t>
      </w:r>
      <w:r w:rsidR="00DE2D7F" w:rsidRPr="00CF190C">
        <w:rPr>
          <w:rStyle w:val="libArabicChar"/>
          <w:rtl/>
        </w:rPr>
        <w:t xml:space="preserve"> </w:t>
      </w:r>
      <w:r w:rsidR="00DE2D7F" w:rsidRPr="00CF190C">
        <w:rPr>
          <w:rStyle w:val="libArabicChar"/>
          <w:rFonts w:hint="cs"/>
          <w:rtl/>
        </w:rPr>
        <w:t>نش</w:t>
      </w:r>
      <w:r w:rsidR="00DE2D7F" w:rsidRPr="00CF190C">
        <w:rPr>
          <w:rStyle w:val="libArabicChar"/>
          <w:rtl/>
        </w:rPr>
        <w:t>رك ب</w:t>
      </w:r>
      <w:r w:rsidR="003E5058" w:rsidRPr="007F58D3">
        <w:rPr>
          <w:rStyle w:val="libArabicChar"/>
          <w:rFonts w:hint="cs"/>
          <w:rtl/>
        </w:rPr>
        <w:t>ه</w:t>
      </w:r>
      <w:r w:rsidR="00DE2D7F" w:rsidRPr="00CF190C">
        <w:rPr>
          <w:rStyle w:val="libArabicChar"/>
          <w:rtl/>
        </w:rPr>
        <w:t xml:space="preserve"> </w:t>
      </w:r>
      <w:r w:rsidR="00DE2D7F" w:rsidRPr="00CF190C">
        <w:rPr>
          <w:rStyle w:val="libArabicChar"/>
          <w:rFonts w:hint="cs"/>
          <w:rtl/>
        </w:rPr>
        <w:t>شيئاً</w:t>
      </w:r>
      <w:r w:rsidR="00DE2D7F" w:rsidRPr="00CF190C">
        <w:rPr>
          <w:rStyle w:val="libArabicChar"/>
          <w:rtl/>
        </w:rPr>
        <w:t xml:space="preserve"> </w:t>
      </w:r>
      <w:r w:rsidR="00DE2D7F" w:rsidRPr="00CF190C">
        <w:rPr>
          <w:rStyle w:val="libArabicChar"/>
          <w:rFonts w:hint="cs"/>
          <w:rtl/>
        </w:rPr>
        <w:t>ولا</w:t>
      </w:r>
      <w:r w:rsidR="00DE2D7F" w:rsidRPr="00CF190C">
        <w:rPr>
          <w:rStyle w:val="libArabicChar"/>
          <w:rtl/>
        </w:rPr>
        <w:t xml:space="preserve"> </w:t>
      </w:r>
      <w:r w:rsidR="00DE2D7F" w:rsidRPr="00CF190C">
        <w:rPr>
          <w:rStyle w:val="libArabicChar"/>
          <w:rFonts w:hint="cs"/>
          <w:rtl/>
        </w:rPr>
        <w:t>تتخذ</w:t>
      </w:r>
      <w:r w:rsidR="00DE2D7F" w:rsidRPr="00CF190C">
        <w:rPr>
          <w:rStyle w:val="libArabicChar"/>
          <w:rtl/>
        </w:rPr>
        <w:t xml:space="preserve"> </w:t>
      </w:r>
      <w:r w:rsidR="00DE2D7F" w:rsidRPr="00CF190C">
        <w:rPr>
          <w:rStyle w:val="libArabicChar"/>
          <w:rFonts w:hint="cs"/>
          <w:rtl/>
        </w:rPr>
        <w:t>بعضنا</w:t>
      </w:r>
      <w:r w:rsidR="00DE2D7F" w:rsidRPr="00CF190C">
        <w:rPr>
          <w:rStyle w:val="libArabicChar"/>
          <w:rtl/>
        </w:rPr>
        <w:t xml:space="preserve"> </w:t>
      </w:r>
      <w:r w:rsidR="00DE2D7F" w:rsidRPr="00CF190C">
        <w:rPr>
          <w:rStyle w:val="libArabicChar"/>
          <w:rFonts w:hint="cs"/>
          <w:rtl/>
        </w:rPr>
        <w:t>بعضاً</w:t>
      </w:r>
      <w:r w:rsidR="00DE2D7F" w:rsidRPr="00CF190C">
        <w:rPr>
          <w:rStyle w:val="libArabicChar"/>
          <w:rtl/>
        </w:rPr>
        <w:t xml:space="preserve"> </w:t>
      </w:r>
      <w:r w:rsidR="00DE2D7F" w:rsidRPr="00CF190C">
        <w:rPr>
          <w:rStyle w:val="libArabicChar"/>
          <w:rFonts w:hint="cs"/>
          <w:rtl/>
        </w:rPr>
        <w:t>ارباباً</w:t>
      </w:r>
      <w:r w:rsidR="00DE2D7F" w:rsidRPr="00CF190C">
        <w:rPr>
          <w:rStyle w:val="libArabicChar"/>
          <w:rtl/>
        </w:rPr>
        <w:t xml:space="preserve"> </w:t>
      </w:r>
      <w:r w:rsidR="00DE2D7F" w:rsidRPr="00CF190C">
        <w:rPr>
          <w:rStyle w:val="libArabicChar"/>
          <w:rFonts w:hint="cs"/>
          <w:rtl/>
        </w:rPr>
        <w:t>من</w:t>
      </w:r>
      <w:r w:rsidR="00DE2D7F" w:rsidRPr="00CF190C">
        <w:rPr>
          <w:rStyle w:val="libArabicChar"/>
          <w:rtl/>
        </w:rPr>
        <w:t xml:space="preserve"> </w:t>
      </w:r>
      <w:r w:rsidR="00DE2D7F" w:rsidRPr="00CF190C">
        <w:rPr>
          <w:rStyle w:val="libArabicChar"/>
          <w:rFonts w:hint="cs"/>
          <w:rtl/>
        </w:rPr>
        <w:t>دون</w:t>
      </w:r>
      <w:r w:rsidR="00DE2D7F" w:rsidRPr="00CF190C">
        <w:rPr>
          <w:rStyle w:val="libArabicChar"/>
          <w:rtl/>
        </w:rPr>
        <w:t xml:space="preserve"> </w:t>
      </w:r>
      <w:r w:rsidR="00DE2D7F" w:rsidRPr="00CF190C">
        <w:rPr>
          <w:rStyle w:val="libArabicChar"/>
          <w:rFonts w:hint="cs"/>
          <w:rtl/>
        </w:rPr>
        <w:t>اللّ</w:t>
      </w:r>
      <w:r w:rsidR="003E5058" w:rsidRPr="007F58D3">
        <w:rPr>
          <w:rStyle w:val="libArabicChar"/>
          <w:rFonts w:hint="cs"/>
          <w:rtl/>
        </w:rPr>
        <w:t>ه</w:t>
      </w:r>
      <w:r w:rsidR="00DE2D7F" w:rsidRPr="00CF190C">
        <w:rPr>
          <w:rStyle w:val="libArabicChar"/>
          <w:rtl/>
        </w:rPr>
        <w:t xml:space="preserve"> </w:t>
      </w:r>
      <w:r w:rsidR="00DE2D7F" w:rsidRPr="00CF190C">
        <w:rPr>
          <w:rStyle w:val="libArabicChar"/>
          <w:rFonts w:hint="cs"/>
          <w:rtl/>
        </w:rPr>
        <w:t>،فان</w:t>
      </w:r>
      <w:r w:rsidR="00DE2D7F" w:rsidRPr="00CF190C">
        <w:rPr>
          <w:rStyle w:val="libArabicChar"/>
          <w:rtl/>
        </w:rPr>
        <w:t xml:space="preserve"> </w:t>
      </w:r>
      <w:r w:rsidR="00DE2D7F" w:rsidRPr="00CF190C">
        <w:rPr>
          <w:rStyle w:val="libArabicChar"/>
          <w:rFonts w:hint="cs"/>
          <w:rtl/>
        </w:rPr>
        <w:t>تولوا</w:t>
      </w:r>
      <w:r w:rsidR="00DE2D7F" w:rsidRPr="00CF190C">
        <w:rPr>
          <w:rStyle w:val="libArabicChar"/>
          <w:rtl/>
        </w:rPr>
        <w:t xml:space="preserve"> </w:t>
      </w:r>
      <w:r w:rsidR="00DE2D7F" w:rsidRPr="00CF190C">
        <w:rPr>
          <w:rStyle w:val="libArabicChar"/>
          <w:rFonts w:hint="cs"/>
          <w:rtl/>
        </w:rPr>
        <w:t>فقولوا</w:t>
      </w:r>
      <w:r w:rsidR="00DE2D7F" w:rsidRPr="00CF190C">
        <w:rPr>
          <w:rStyle w:val="libArabicChar"/>
          <w:rtl/>
        </w:rPr>
        <w:t xml:space="preserve"> </w:t>
      </w:r>
      <w:r w:rsidR="00DE2D7F" w:rsidRPr="00CF190C">
        <w:rPr>
          <w:rStyle w:val="libArabicChar"/>
          <w:rFonts w:hint="cs"/>
          <w:rtl/>
        </w:rPr>
        <w:t>اش</w:t>
      </w:r>
      <w:r w:rsidR="003E5058" w:rsidRPr="007F58D3">
        <w:rPr>
          <w:rStyle w:val="libArabicChar"/>
          <w:rFonts w:hint="cs"/>
          <w:rtl/>
        </w:rPr>
        <w:t>ه</w:t>
      </w:r>
      <w:r w:rsidR="00DE2D7F" w:rsidRPr="00CF190C">
        <w:rPr>
          <w:rStyle w:val="libArabicChar"/>
          <w:rFonts w:hint="cs"/>
          <w:rtl/>
        </w:rPr>
        <w:t>دوا</w:t>
      </w:r>
      <w:r w:rsidR="00DE2D7F" w:rsidRPr="00CF190C">
        <w:rPr>
          <w:rStyle w:val="libArabicChar"/>
          <w:rtl/>
        </w:rPr>
        <w:t xml:space="preserve"> </w:t>
      </w:r>
      <w:r w:rsidR="00DE2D7F" w:rsidRPr="00CF190C">
        <w:rPr>
          <w:rStyle w:val="libArabicChar"/>
          <w:rFonts w:hint="cs"/>
          <w:rtl/>
        </w:rPr>
        <w:t>بانا</w:t>
      </w:r>
      <w:r w:rsidR="00DE2D7F" w:rsidRPr="00CF190C">
        <w:rPr>
          <w:rStyle w:val="libArabicChar"/>
          <w:rtl/>
        </w:rPr>
        <w:t xml:space="preserve"> </w:t>
      </w:r>
      <w:r w:rsidR="00DE2D7F" w:rsidRPr="00CF190C">
        <w:rPr>
          <w:rStyle w:val="libArabicChar"/>
          <w:rFonts w:hint="cs"/>
          <w:rtl/>
        </w:rPr>
        <w:t>مسلمون</w:t>
      </w:r>
      <w:r w:rsidR="00DE2D7F" w:rsidRPr="00CF190C">
        <w:rPr>
          <w:rStyle w:val="libArabicChar"/>
          <w:rtl/>
        </w:rPr>
        <w:t>''</w:t>
      </w:r>
      <w:r w:rsidR="00DE2D7F">
        <w:rPr>
          <w:rtl/>
        </w:rPr>
        <w:t xml:space="preserve">_ </w:t>
      </w:r>
    </w:p>
    <w:p w:rsidR="00DE2D7F" w:rsidRDefault="00DE2D7F" w:rsidP="00D07B54">
      <w:pPr>
        <w:pStyle w:val="libNormal"/>
        <w:rPr>
          <w:rtl/>
        </w:rPr>
      </w:pPr>
      <w:r>
        <w:rPr>
          <w:rtl/>
        </w:rPr>
        <w:t xml:space="preserve">اللہ كے نام سے جو بخشنے والا بڑا مہربان ہے _ </w:t>
      </w:r>
    </w:p>
    <w:p w:rsidR="00DE2D7F" w:rsidRDefault="00DE2D7F" w:rsidP="00D07B54">
      <w:pPr>
        <w:pStyle w:val="libNormal"/>
        <w:rPr>
          <w:rtl/>
        </w:rPr>
      </w:pPr>
      <w:r>
        <w:rPr>
          <w:rtl/>
        </w:rPr>
        <w:t xml:space="preserve">از _ _ _ محمد بن عبد اللہ </w:t>
      </w:r>
    </w:p>
    <w:p w:rsidR="00DE2D7F" w:rsidRDefault="00DE2D7F" w:rsidP="00D07B54">
      <w:pPr>
        <w:pStyle w:val="libNormal"/>
        <w:rPr>
          <w:rtl/>
        </w:rPr>
      </w:pPr>
      <w:r>
        <w:rPr>
          <w:rtl/>
        </w:rPr>
        <w:t>بطرف_ _ _ قبطيو</w:t>
      </w:r>
      <w:r w:rsidR="007D6C9B">
        <w:rPr>
          <w:rtl/>
        </w:rPr>
        <w:t xml:space="preserve">ں </w:t>
      </w:r>
      <w:r>
        <w:rPr>
          <w:rtl/>
        </w:rPr>
        <w:t xml:space="preserve">كے مقوقس بزرگ _ </w:t>
      </w:r>
    </w:p>
    <w:p w:rsidR="00DE2D7F" w:rsidRDefault="00DE2D7F" w:rsidP="00D07B54">
      <w:pPr>
        <w:pStyle w:val="libNormal"/>
        <w:rPr>
          <w:rtl/>
        </w:rPr>
      </w:pPr>
      <w:r>
        <w:rPr>
          <w:rtl/>
        </w:rPr>
        <w:t>حق كے پيروكارو</w:t>
      </w:r>
      <w:r w:rsidR="007D6C9B">
        <w:rPr>
          <w:rtl/>
        </w:rPr>
        <w:t xml:space="preserve">ں </w:t>
      </w:r>
      <w:r>
        <w:rPr>
          <w:rtl/>
        </w:rPr>
        <w:t xml:space="preserve">پر سلام ہو_ </w:t>
      </w:r>
    </w:p>
    <w:p w:rsidR="00DE2D7F" w:rsidRDefault="00DE2D7F" w:rsidP="00D07B54">
      <w:pPr>
        <w:pStyle w:val="libNormal"/>
        <w:rPr>
          <w:rtl/>
        </w:rPr>
      </w:pPr>
      <w:r>
        <w:rPr>
          <w:rtl/>
        </w:rPr>
        <w:t>مي</w:t>
      </w:r>
      <w:r w:rsidR="007D6C9B">
        <w:rPr>
          <w:rtl/>
        </w:rPr>
        <w:t xml:space="preserve">ں </w:t>
      </w:r>
      <w:r>
        <w:rPr>
          <w:rtl/>
        </w:rPr>
        <w:t>تجھے اسلام كى دعوت ديتا ہو</w:t>
      </w:r>
      <w:r w:rsidR="007D6C9B">
        <w:rPr>
          <w:rtl/>
        </w:rPr>
        <w:t xml:space="preserve">ں </w:t>
      </w:r>
      <w:r>
        <w:rPr>
          <w:rtl/>
        </w:rPr>
        <w:t>_ اسلام لے آئو تاكہ سالم رہو _ خدا تجھے دوگنا اجر دے گا _ (ايك خود تمہارے ايمان لانے پر اوردوسراان لوگو</w:t>
      </w:r>
      <w:r w:rsidR="007D6C9B">
        <w:rPr>
          <w:rtl/>
        </w:rPr>
        <w:t xml:space="preserve">ں </w:t>
      </w:r>
      <w:r>
        <w:rPr>
          <w:rtl/>
        </w:rPr>
        <w:t>كى وجہ سے جو تمہارى پيروى كركے ايمان لائي</w:t>
      </w:r>
      <w:r w:rsidR="007D6C9B">
        <w:rPr>
          <w:rtl/>
        </w:rPr>
        <w:t xml:space="preserve">ں </w:t>
      </w:r>
      <w:r>
        <w:rPr>
          <w:rtl/>
        </w:rPr>
        <w:t>گے ) او راگر تو نے قانون اسلام سے روگردانى كى تو قبطيو</w:t>
      </w:r>
      <w:r w:rsidR="007D6C9B">
        <w:rPr>
          <w:rtl/>
        </w:rPr>
        <w:t xml:space="preserve">ں </w:t>
      </w:r>
      <w:r>
        <w:rPr>
          <w:rtl/>
        </w:rPr>
        <w:t>كے گناہ تيرے ذمہ ہو</w:t>
      </w:r>
      <w:r w:rsidR="007D6C9B">
        <w:rPr>
          <w:rtl/>
        </w:rPr>
        <w:t xml:space="preserve">ں </w:t>
      </w:r>
      <w:r>
        <w:rPr>
          <w:rtl/>
        </w:rPr>
        <w:t>گے __اے اہل كتاب ہم تمہي</w:t>
      </w:r>
      <w:r w:rsidR="007D6C9B">
        <w:rPr>
          <w:rtl/>
        </w:rPr>
        <w:t xml:space="preserve">ں </w:t>
      </w:r>
      <w:r>
        <w:rPr>
          <w:rtl/>
        </w:rPr>
        <w:t>ايك مشترك بنيادكى طرف دعوت ديتے ہي</w:t>
      </w:r>
      <w:r w:rsidR="007D6C9B">
        <w:rPr>
          <w:rtl/>
        </w:rPr>
        <w:t xml:space="preserve">ں </w:t>
      </w:r>
      <w:r>
        <w:rPr>
          <w:rtl/>
        </w:rPr>
        <w:t>او روہ يہ كہ ہم خدائے يگانہ كے سوا كسى كى پرستش نہ كري</w:t>
      </w:r>
      <w:r w:rsidR="007D6C9B">
        <w:rPr>
          <w:rtl/>
        </w:rPr>
        <w:t xml:space="preserve">ں </w:t>
      </w:r>
      <w:r>
        <w:rPr>
          <w:rtl/>
        </w:rPr>
        <w:t>اور كسى كو اس كا شريك قرار نہ دي</w:t>
      </w:r>
      <w:r w:rsidR="007D6C9B">
        <w:rPr>
          <w:rtl/>
        </w:rPr>
        <w:t xml:space="preserve">ں </w:t>
      </w:r>
      <w:r>
        <w:rPr>
          <w:rtl/>
        </w:rPr>
        <w:t>حق سے روگردانى نہ كري</w:t>
      </w:r>
      <w:r w:rsidR="007D6C9B">
        <w:rPr>
          <w:rtl/>
        </w:rPr>
        <w:t xml:space="preserve">ں </w:t>
      </w:r>
      <w:r>
        <w:rPr>
          <w:rtl/>
        </w:rPr>
        <w:t>تو ان سے كہو كہ گواہ رہو ہم تم مسلمان ہي</w:t>
      </w:r>
      <w:r w:rsidR="007D6C9B">
        <w:rPr>
          <w:rtl/>
        </w:rPr>
        <w:t xml:space="preserve">ں </w:t>
      </w:r>
      <w:r>
        <w:rPr>
          <w:rtl/>
        </w:rPr>
        <w:t xml:space="preserve">''_ </w:t>
      </w:r>
    </w:p>
    <w:p w:rsidR="00DE2D7F" w:rsidRDefault="00DE2D7F" w:rsidP="00D07B54">
      <w:pPr>
        <w:pStyle w:val="libNormal"/>
        <w:rPr>
          <w:rtl/>
        </w:rPr>
      </w:pPr>
      <w:r>
        <w:rPr>
          <w:rtl/>
        </w:rPr>
        <w:t>پيغمبر (ص) كا سفير مصر كى طرف روانہ ہوا، اسے اطلاع ملى كہ حاكم مصر اسكندريہ مي</w:t>
      </w:r>
      <w:r w:rsidR="007D6C9B">
        <w:rPr>
          <w:rtl/>
        </w:rPr>
        <w:t xml:space="preserve">ں </w:t>
      </w:r>
      <w:r>
        <w:rPr>
          <w:rtl/>
        </w:rPr>
        <w:t>ہے لہذا وہ اس وقت كے ذرائع آمد ورفت كے ذريعے اسكندريہ پہنچا او رمقوقس كے محل مي</w:t>
      </w:r>
      <w:r w:rsidR="007D6C9B">
        <w:rPr>
          <w:rtl/>
        </w:rPr>
        <w:t xml:space="preserve">ں </w:t>
      </w:r>
      <w:r>
        <w:rPr>
          <w:rtl/>
        </w:rPr>
        <w:t>گيا، حضرت كا خط اسے ديا ، مقوقس نے خط كھول كر پڑھا كچھ دير تك سوچتا رہا، پھر كہنے لگا:''اگر واقعاً محمد(ص) خدا كا بھيجا ہوا ہے تو اس كے مخالفين اسے اس كى</w:t>
      </w:r>
      <w:r w:rsidR="00E173E0">
        <w:rPr>
          <w:rtl/>
        </w:rPr>
        <w:t xml:space="preserve"> پيدائش </w:t>
      </w:r>
      <w:r>
        <w:rPr>
          <w:rtl/>
        </w:rPr>
        <w:t>كى جگہ سے باہر نكالنے مي</w:t>
      </w:r>
      <w:r w:rsidR="007D6C9B">
        <w:rPr>
          <w:rtl/>
        </w:rPr>
        <w:t xml:space="preserve">ں </w:t>
      </w:r>
      <w:r>
        <w:rPr>
          <w:rtl/>
        </w:rPr>
        <w:t>كيو</w:t>
      </w:r>
      <w:r w:rsidR="007D6C9B">
        <w:rPr>
          <w:rtl/>
        </w:rPr>
        <w:t xml:space="preserve">ں </w:t>
      </w:r>
      <w:r>
        <w:rPr>
          <w:rtl/>
        </w:rPr>
        <w:t>كامياب ہوئے او روہ مجبور ہوا كہ مدينہ مي</w:t>
      </w:r>
      <w:r w:rsidR="007D6C9B">
        <w:rPr>
          <w:rtl/>
        </w:rPr>
        <w:t xml:space="preserve">ں </w:t>
      </w:r>
      <w:r>
        <w:rPr>
          <w:rtl/>
        </w:rPr>
        <w:t>سكونت اختيار كرے؟ ان پر نفرين او ربد دعا كيو</w:t>
      </w:r>
      <w:r w:rsidR="007D6C9B">
        <w:rPr>
          <w:rtl/>
        </w:rPr>
        <w:t xml:space="preserve">ں </w:t>
      </w:r>
      <w:r>
        <w:rPr>
          <w:rtl/>
        </w:rPr>
        <w:t>نہي</w:t>
      </w:r>
      <w:r w:rsidR="007D6C9B">
        <w:rPr>
          <w:rtl/>
        </w:rPr>
        <w:t xml:space="preserve">ں </w:t>
      </w:r>
      <w:r>
        <w:rPr>
          <w:rtl/>
        </w:rPr>
        <w:t xml:space="preserve">كى تاكہ وہ نابود ہو جاتے؟'' </w:t>
      </w:r>
    </w:p>
    <w:p w:rsidR="00DE2D7F" w:rsidRDefault="00DE2D7F" w:rsidP="00D07B54">
      <w:pPr>
        <w:pStyle w:val="libNormal"/>
        <w:rPr>
          <w:rtl/>
        </w:rPr>
      </w:pPr>
      <w:r>
        <w:rPr>
          <w:rtl/>
        </w:rPr>
        <w:t xml:space="preserve">پيغمبر (ص) كے قاصد نے جواباً كہا: </w:t>
      </w:r>
    </w:p>
    <w:p w:rsidR="00DE2D7F" w:rsidRDefault="00DE2D7F" w:rsidP="00D07B54">
      <w:pPr>
        <w:pStyle w:val="libNormal"/>
        <w:rPr>
          <w:rtl/>
        </w:rPr>
      </w:pPr>
      <w:r>
        <w:rPr>
          <w:rtl/>
        </w:rPr>
        <w:t>''حضرت عيسى عليہ السلام خدا كے رسول تھے اور آپ بھى ان كى حقانيت كى گواہى ديتے ہي</w:t>
      </w:r>
      <w:r w:rsidR="007D6C9B">
        <w:rPr>
          <w:rtl/>
        </w:rPr>
        <w:t xml:space="preserve">ں </w:t>
      </w:r>
      <w:r>
        <w:rPr>
          <w:rtl/>
        </w:rPr>
        <w:t>، بنى اسرائيل نے جب ان كے قتل كى سازش كى توآپ نے ان پر نفرين اور بد دعا كيو</w:t>
      </w:r>
      <w:r w:rsidR="007D6C9B">
        <w:rPr>
          <w:rtl/>
        </w:rPr>
        <w:t xml:space="preserve">ں </w:t>
      </w:r>
      <w:r>
        <w:rPr>
          <w:rtl/>
        </w:rPr>
        <w:t>نہي</w:t>
      </w:r>
      <w:r w:rsidR="007D6C9B">
        <w:rPr>
          <w:rtl/>
        </w:rPr>
        <w:t xml:space="preserve">ں </w:t>
      </w:r>
      <w:r>
        <w:rPr>
          <w:rtl/>
        </w:rPr>
        <w:t>كى تاكہ خدا انہي</w:t>
      </w:r>
      <w:r w:rsidR="007D6C9B">
        <w:rPr>
          <w:rtl/>
        </w:rPr>
        <w:t xml:space="preserve">ں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DE2D7F" w:rsidRDefault="00DE2D7F" w:rsidP="00D07B54">
      <w:pPr>
        <w:pStyle w:val="libNormal"/>
        <w:rPr>
          <w:rtl/>
        </w:rPr>
      </w:pPr>
      <w:r>
        <w:rPr>
          <w:rtl/>
        </w:rPr>
        <w:t xml:space="preserve">ہلاك كرديتا؟ </w:t>
      </w:r>
    </w:p>
    <w:p w:rsidR="00DE2D7F" w:rsidRDefault="00DE2D7F" w:rsidP="00D07B54">
      <w:pPr>
        <w:pStyle w:val="libNormal"/>
        <w:rPr>
          <w:rtl/>
        </w:rPr>
      </w:pPr>
      <w:r>
        <w:rPr>
          <w:rtl/>
        </w:rPr>
        <w:t xml:space="preserve">يہ منطق سن كر مقو قس تحسين كرنے لگا اور كہنے لگا : </w:t>
      </w:r>
    </w:p>
    <w:p w:rsidR="00DE2D7F" w:rsidRDefault="00DE2D7F" w:rsidP="00D07B54">
      <w:pPr>
        <w:pStyle w:val="libArabic"/>
        <w:rPr>
          <w:rtl/>
        </w:rPr>
      </w:pPr>
      <w:r>
        <w:rPr>
          <w:rtl/>
        </w:rPr>
        <w:t xml:space="preserve">''احسنت انت حكيم من عند حكيم '' </w:t>
      </w:r>
    </w:p>
    <w:p w:rsidR="00DE2D7F" w:rsidRDefault="00DE2D7F" w:rsidP="00D07B54">
      <w:pPr>
        <w:pStyle w:val="libNormal"/>
        <w:rPr>
          <w:rtl/>
        </w:rPr>
      </w:pPr>
      <w:r>
        <w:rPr>
          <w:rtl/>
        </w:rPr>
        <w:t xml:space="preserve">''افرين ہے ،تم سمجھ دار ہو اور ايك صاحب حكمت كى طرف سے ائے ہو '' </w:t>
      </w:r>
    </w:p>
    <w:p w:rsidR="00DE2D7F" w:rsidRDefault="00DE2D7F" w:rsidP="00D07B54">
      <w:pPr>
        <w:pStyle w:val="libNormal"/>
        <w:rPr>
          <w:rtl/>
        </w:rPr>
      </w:pPr>
      <w:r>
        <w:rPr>
          <w:rtl/>
        </w:rPr>
        <w:t xml:space="preserve">حاطب نے پھر گفتگو شروع كى اور كہا : </w:t>
      </w:r>
    </w:p>
    <w:p w:rsidR="00DE2D7F" w:rsidRDefault="00DE2D7F" w:rsidP="00D07B54">
      <w:pPr>
        <w:pStyle w:val="libNormal"/>
        <w:rPr>
          <w:rtl/>
        </w:rPr>
      </w:pPr>
      <w:r>
        <w:rPr>
          <w:rtl/>
        </w:rPr>
        <w:t>''اپ سے پہلے ايك شخص (يعنى فرعون )اس ملك پر حكومت كرتا تھا ،وہ مدتو</w:t>
      </w:r>
      <w:r w:rsidR="007D6C9B">
        <w:rPr>
          <w:rtl/>
        </w:rPr>
        <w:t xml:space="preserve">ں </w:t>
      </w:r>
      <w:r>
        <w:rPr>
          <w:rtl/>
        </w:rPr>
        <w:t>لوگو</w:t>
      </w:r>
      <w:r w:rsidR="007D6C9B">
        <w:rPr>
          <w:rtl/>
        </w:rPr>
        <w:t xml:space="preserve">ں </w:t>
      </w:r>
      <w:r>
        <w:rPr>
          <w:rtl/>
        </w:rPr>
        <w:t>مي</w:t>
      </w:r>
      <w:r w:rsidR="007D6C9B">
        <w:rPr>
          <w:rtl/>
        </w:rPr>
        <w:t xml:space="preserve">ں </w:t>
      </w:r>
      <w:r>
        <w:rPr>
          <w:rtl/>
        </w:rPr>
        <w:t>اپنى خدائي كا سودا بيچتا رہا ،بالاخر اللہ نے اسے نابود كر ديا تاكہ اس كى زندگى اپ كے لئے باعث عبرت ہو ليكن اپ كوشش كري</w:t>
      </w:r>
      <w:r w:rsidR="007D6C9B">
        <w:rPr>
          <w:rtl/>
        </w:rPr>
        <w:t xml:space="preserve">ں </w:t>
      </w:r>
      <w:r>
        <w:rPr>
          <w:rtl/>
        </w:rPr>
        <w:t>كہ اپ كى زندگى دوسرو</w:t>
      </w:r>
      <w:r w:rsidR="007D6C9B">
        <w:rPr>
          <w:rtl/>
        </w:rPr>
        <w:t xml:space="preserve">ں </w:t>
      </w:r>
      <w:r>
        <w:rPr>
          <w:rtl/>
        </w:rPr>
        <w:t xml:space="preserve">كے لئے نمونہ بن جائے''_ </w:t>
      </w:r>
    </w:p>
    <w:p w:rsidR="00DE2D7F" w:rsidRDefault="00DE2D7F" w:rsidP="00D07B54">
      <w:pPr>
        <w:pStyle w:val="libNormal"/>
        <w:rPr>
          <w:rtl/>
        </w:rPr>
      </w:pPr>
      <w:r>
        <w:rPr>
          <w:rtl/>
        </w:rPr>
        <w:t>''پيغمبر (ص) نے ہمي</w:t>
      </w:r>
      <w:r w:rsidR="007D6C9B">
        <w:rPr>
          <w:rtl/>
        </w:rPr>
        <w:t xml:space="preserve">ں </w:t>
      </w:r>
      <w:r>
        <w:rPr>
          <w:rtl/>
        </w:rPr>
        <w:t>ايك پاكيزہ دين كى طرف دعوت دى ہے ، قريش نے ان سے بہت سخت جنگ كى او ران كے مقابل صف آراء ہوئے، يہودى بھى كينہ پرورى سے ان كے مقابلے مي</w:t>
      </w:r>
      <w:r w:rsidR="007D6C9B">
        <w:rPr>
          <w:rtl/>
        </w:rPr>
        <w:t xml:space="preserve">ں </w:t>
      </w:r>
      <w:r>
        <w:rPr>
          <w:rtl/>
        </w:rPr>
        <w:t>آكھڑے ہوئے او راسلام سے زيادہ نزديك عيسائي ہي</w:t>
      </w:r>
      <w:r w:rsidR="007D6C9B">
        <w:rPr>
          <w:rtl/>
        </w:rPr>
        <w:t xml:space="preserve">ں </w:t>
      </w:r>
      <w:r>
        <w:rPr>
          <w:rtl/>
        </w:rPr>
        <w:t xml:space="preserve">_ '' </w:t>
      </w:r>
    </w:p>
    <w:p w:rsidR="00DE2D7F" w:rsidRDefault="00DE2D7F" w:rsidP="00D07B54">
      <w:pPr>
        <w:pStyle w:val="libNormal"/>
        <w:rPr>
          <w:rtl/>
        </w:rPr>
      </w:pPr>
      <w:r>
        <w:rPr>
          <w:rtl/>
        </w:rPr>
        <w:t>مجھے اپنى جان كى قسم جيسے حضرت موسى عليہ السلام نے حضرت عيسى عليہ السلام كى نبوت كى بشارت دى تھى اس طرح حضرت عيسى عليہ السلام حضرت محمد كے مبشر تھے ، ہم آپ لوگو</w:t>
      </w:r>
      <w:r w:rsidR="007D6C9B">
        <w:rPr>
          <w:rtl/>
        </w:rPr>
        <w:t xml:space="preserve">ں </w:t>
      </w:r>
      <w:r>
        <w:rPr>
          <w:rtl/>
        </w:rPr>
        <w:t>نے تو ريت كے ماننے والو</w:t>
      </w:r>
      <w:r w:rsidR="007D6C9B">
        <w:rPr>
          <w:rtl/>
        </w:rPr>
        <w:t xml:space="preserve">ں </w:t>
      </w:r>
      <w:r>
        <w:rPr>
          <w:rtl/>
        </w:rPr>
        <w:t>كو انجيل كى دعوت دى تھى ،جوقوم پيغمبرحق كى دعوت كو سنے اسے چاہئے كہ اس كى پيروى كرے ،مي</w:t>
      </w:r>
      <w:r w:rsidR="007D6C9B">
        <w:rPr>
          <w:rtl/>
        </w:rPr>
        <w:t xml:space="preserve">ں </w:t>
      </w:r>
      <w:r>
        <w:rPr>
          <w:rtl/>
        </w:rPr>
        <w:t xml:space="preserve">نے محمد كى دعوت آپ كى سرزمين تك پہنچادى ہے، مناسب يہى ہے كہ آپ او رمصرى قوم يہ دعوت قبول كر لے''_ </w:t>
      </w:r>
    </w:p>
    <w:p w:rsidR="00DE2D7F" w:rsidRDefault="00DE2D7F" w:rsidP="00D07B54">
      <w:pPr>
        <w:pStyle w:val="libNormal"/>
        <w:rPr>
          <w:rtl/>
        </w:rPr>
      </w:pPr>
      <w:r>
        <w:rPr>
          <w:rtl/>
        </w:rPr>
        <w:t>حاطب كچھ عرصہ اسكندريہ ہى مي</w:t>
      </w:r>
      <w:r w:rsidR="007D6C9B">
        <w:rPr>
          <w:rtl/>
        </w:rPr>
        <w:t xml:space="preserve">ں </w:t>
      </w:r>
      <w:r>
        <w:rPr>
          <w:rtl/>
        </w:rPr>
        <w:t>ٹھہرا تاكہ رسول اللہ (ص) كے خط كا جواب حاصل كرے ،چند روز گزر گئے، ايك دن مقوقس نے حاطب كو اپنے محل مي</w:t>
      </w:r>
      <w:r w:rsidR="007D6C9B">
        <w:rPr>
          <w:rtl/>
        </w:rPr>
        <w:t xml:space="preserve">ں </w:t>
      </w:r>
      <w:r>
        <w:rPr>
          <w:rtl/>
        </w:rPr>
        <w:t>بلايا او رخواہش كى كہ اسے اسلام كے بارے مي</w:t>
      </w:r>
      <w:r w:rsidR="007D6C9B">
        <w:rPr>
          <w:rtl/>
        </w:rPr>
        <w:t xml:space="preserve">ں </w:t>
      </w:r>
      <w:r>
        <w:rPr>
          <w:rtl/>
        </w:rPr>
        <w:t xml:space="preserve">كچھ مزيد بتايا جائے_ </w:t>
      </w:r>
    </w:p>
    <w:p w:rsidR="00DE2D7F" w:rsidRDefault="00DE2D7F" w:rsidP="00D07B54">
      <w:pPr>
        <w:pStyle w:val="libNormal"/>
        <w:rPr>
          <w:rtl/>
        </w:rPr>
      </w:pPr>
      <w:r>
        <w:rPr>
          <w:rtl/>
        </w:rPr>
        <w:t xml:space="preserve">حاطب نے كہا: </w:t>
      </w:r>
    </w:p>
    <w:p w:rsidR="00DE2D7F" w:rsidRDefault="00DE2D7F" w:rsidP="00D07B54">
      <w:pPr>
        <w:pStyle w:val="libNormal"/>
        <w:rPr>
          <w:rtl/>
        </w:rPr>
      </w:pPr>
      <w:r>
        <w:rPr>
          <w:rtl/>
        </w:rPr>
        <w:t>''محمد (ص) ہمي</w:t>
      </w:r>
      <w:r w:rsidR="007D6C9B">
        <w:rPr>
          <w:rtl/>
        </w:rPr>
        <w:t xml:space="preserve">ں </w:t>
      </w:r>
      <w:r>
        <w:rPr>
          <w:rtl/>
        </w:rPr>
        <w:t>خدانے يكتا ئي پرستش كى دعوت ديتے ہي</w:t>
      </w:r>
      <w:r w:rsidR="007D6C9B">
        <w:rPr>
          <w:rtl/>
        </w:rPr>
        <w:t xml:space="preserve">ں </w:t>
      </w:r>
      <w:r>
        <w:rPr>
          <w:rtl/>
        </w:rPr>
        <w:t>او رحكم ديتے ہي</w:t>
      </w:r>
      <w:r w:rsidR="007D6C9B">
        <w:rPr>
          <w:rtl/>
        </w:rPr>
        <w:t xml:space="preserve">ں </w:t>
      </w:r>
      <w:r>
        <w:rPr>
          <w:rtl/>
        </w:rPr>
        <w:t xml:space="preserve">كہ لوگ روزوشب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DE2D7F" w:rsidRDefault="00DE2D7F" w:rsidP="00D07B54">
      <w:pPr>
        <w:pStyle w:val="libNormal"/>
        <w:rPr>
          <w:rtl/>
        </w:rPr>
      </w:pPr>
      <w:r>
        <w:rPr>
          <w:rtl/>
        </w:rPr>
        <w:t>مي</w:t>
      </w:r>
      <w:r w:rsidR="007D6C9B">
        <w:rPr>
          <w:rtl/>
        </w:rPr>
        <w:t xml:space="preserve">ں </w:t>
      </w:r>
      <w:r>
        <w:rPr>
          <w:rtl/>
        </w:rPr>
        <w:t>پانچ مرتبہ اپنے پروردگار سے قريبى رابطہ پيدا كري</w:t>
      </w:r>
      <w:r w:rsidR="007D6C9B">
        <w:rPr>
          <w:rtl/>
        </w:rPr>
        <w:t xml:space="preserve">ں </w:t>
      </w:r>
      <w:r>
        <w:rPr>
          <w:rtl/>
        </w:rPr>
        <w:t>او رنماز پڑھي</w:t>
      </w:r>
      <w:r w:rsidR="007D6C9B">
        <w:rPr>
          <w:rtl/>
        </w:rPr>
        <w:t xml:space="preserve">ں </w:t>
      </w:r>
      <w:r>
        <w:rPr>
          <w:rtl/>
        </w:rPr>
        <w:t>،پيمان پورے كري</w:t>
      </w:r>
      <w:r w:rsidR="007D6C9B">
        <w:rPr>
          <w:rtl/>
        </w:rPr>
        <w:t xml:space="preserve">ں </w:t>
      </w:r>
      <w:r>
        <w:rPr>
          <w:rtl/>
        </w:rPr>
        <w:t>،خون او رمردار كھانے سے اجتناب كري</w:t>
      </w:r>
      <w:r w:rsidR="007D6C9B">
        <w:rPr>
          <w:rtl/>
        </w:rPr>
        <w:t xml:space="preserve">ں </w:t>
      </w:r>
      <w:r>
        <w:rPr>
          <w:rtl/>
        </w:rPr>
        <w:t xml:space="preserve">''_ </w:t>
      </w:r>
    </w:p>
    <w:p w:rsidR="00DE2D7F" w:rsidRDefault="00DE2D7F" w:rsidP="00D07B54">
      <w:pPr>
        <w:pStyle w:val="libNormal"/>
        <w:rPr>
          <w:rtl/>
        </w:rPr>
      </w:pPr>
      <w:r>
        <w:rPr>
          <w:rtl/>
        </w:rPr>
        <w:t>علاوہ ازي</w:t>
      </w:r>
      <w:r w:rsidR="007D6C9B">
        <w:rPr>
          <w:rtl/>
        </w:rPr>
        <w:t xml:space="preserve">ں </w:t>
      </w:r>
      <w:r>
        <w:rPr>
          <w:rtl/>
        </w:rPr>
        <w:t>حاطب نے پيغمبر اسلام (ص) كى زندگى كى بعض خصوصيات بھى بيان كي</w:t>
      </w:r>
      <w:r w:rsidR="007D6C9B">
        <w:rPr>
          <w:rtl/>
        </w:rPr>
        <w:t xml:space="preserve">ں </w:t>
      </w:r>
      <w:r>
        <w:rPr>
          <w:rtl/>
        </w:rPr>
        <w:t xml:space="preserve">_ </w:t>
      </w:r>
    </w:p>
    <w:p w:rsidR="00DE2D7F" w:rsidRDefault="00DE2D7F" w:rsidP="00D07B54">
      <w:pPr>
        <w:pStyle w:val="libNormal"/>
        <w:rPr>
          <w:rtl/>
        </w:rPr>
      </w:pPr>
      <w:r>
        <w:rPr>
          <w:rtl/>
        </w:rPr>
        <w:t xml:space="preserve">مقوقس كہنے لگا: </w:t>
      </w:r>
    </w:p>
    <w:p w:rsidR="00DE2D7F" w:rsidRDefault="00DE2D7F" w:rsidP="00D07B54">
      <w:pPr>
        <w:pStyle w:val="libNormal"/>
        <w:rPr>
          <w:rtl/>
        </w:rPr>
      </w:pPr>
      <w:r>
        <w:rPr>
          <w:rtl/>
        </w:rPr>
        <w:t>''يہ تو بڑى اچھى نشانيا</w:t>
      </w:r>
      <w:r w:rsidR="007D6C9B">
        <w:rPr>
          <w:rtl/>
        </w:rPr>
        <w:t xml:space="preserve">ں </w:t>
      </w:r>
      <w:r>
        <w:rPr>
          <w:rtl/>
        </w:rPr>
        <w:t>ہي</w:t>
      </w:r>
      <w:r w:rsidR="007D6C9B">
        <w:rPr>
          <w:rtl/>
        </w:rPr>
        <w:t xml:space="preserve">ں </w:t>
      </w:r>
      <w:r>
        <w:rPr>
          <w:rtl/>
        </w:rPr>
        <w:t>_ ميرا خيال تھا كہ خاتم النبيين سرزمين شام سے ظہور كري</w:t>
      </w:r>
      <w:r w:rsidR="007D6C9B">
        <w:rPr>
          <w:rtl/>
        </w:rPr>
        <w:t xml:space="preserve">ں </w:t>
      </w:r>
      <w:r>
        <w:rPr>
          <w:rtl/>
        </w:rPr>
        <w:t>گے جو انبياء عليہم السلام كى سرزمين ہے،اب مجھ پر واضح ہوا كہ وہ سر زمين حجاز سے مبعوث ہوئے ہي</w:t>
      </w:r>
      <w:r w:rsidR="007D6C9B">
        <w:rPr>
          <w:rtl/>
        </w:rPr>
        <w:t xml:space="preserve">ں </w:t>
      </w:r>
      <w:r>
        <w:rPr>
          <w:rtl/>
        </w:rPr>
        <w:t xml:space="preserve">''_ </w:t>
      </w:r>
    </w:p>
    <w:p w:rsidR="00DE2D7F" w:rsidRDefault="00DE2D7F" w:rsidP="00D07B54">
      <w:pPr>
        <w:pStyle w:val="libNormal"/>
        <w:rPr>
          <w:rtl/>
        </w:rPr>
      </w:pPr>
      <w:r>
        <w:rPr>
          <w:rtl/>
        </w:rPr>
        <w:t>اس كے بعد اس نے اپنے كاتب كو حكم ديا كہ وہ عربى زبان مي</w:t>
      </w:r>
      <w:r w:rsidR="007D6C9B">
        <w:rPr>
          <w:rtl/>
        </w:rPr>
        <w:t xml:space="preserve">ں </w:t>
      </w:r>
      <w:r>
        <w:rPr>
          <w:rtl/>
        </w:rPr>
        <w:t xml:space="preserve">اس مضمون كا خط تحرير كرے: </w:t>
      </w:r>
    </w:p>
    <w:p w:rsidR="00DE2D7F" w:rsidRDefault="00DE2D7F" w:rsidP="00D07B54">
      <w:pPr>
        <w:pStyle w:val="libNormal"/>
        <w:rPr>
          <w:rtl/>
        </w:rPr>
      </w:pPr>
      <w:r>
        <w:rPr>
          <w:rtl/>
        </w:rPr>
        <w:t xml:space="preserve">بخدمت : محمد بن عبد اللہ _ </w:t>
      </w:r>
    </w:p>
    <w:p w:rsidR="00DE2D7F" w:rsidRDefault="00DE2D7F" w:rsidP="00D07B54">
      <w:pPr>
        <w:pStyle w:val="libNormal"/>
        <w:rPr>
          <w:rtl/>
        </w:rPr>
      </w:pPr>
      <w:r>
        <w:rPr>
          <w:rtl/>
        </w:rPr>
        <w:t>منجانب: قبطيو</w:t>
      </w:r>
      <w:r w:rsidR="007D6C9B">
        <w:rPr>
          <w:rtl/>
        </w:rPr>
        <w:t xml:space="preserve">ں </w:t>
      </w:r>
      <w:r>
        <w:rPr>
          <w:rtl/>
        </w:rPr>
        <w:t xml:space="preserve">كے بزرگ مقوقس _ </w:t>
      </w:r>
    </w:p>
    <w:p w:rsidR="00DE2D7F" w:rsidRDefault="00DE2D7F" w:rsidP="00D07B54">
      <w:pPr>
        <w:pStyle w:val="libNormal"/>
        <w:rPr>
          <w:rtl/>
        </w:rPr>
      </w:pPr>
      <w:r>
        <w:rPr>
          <w:rtl/>
        </w:rPr>
        <w:t>''آپ پر سلام ہو،مي</w:t>
      </w:r>
      <w:r w:rsidR="007D6C9B">
        <w:rPr>
          <w:rtl/>
        </w:rPr>
        <w:t xml:space="preserve">ں </w:t>
      </w:r>
      <w:r>
        <w:rPr>
          <w:rtl/>
        </w:rPr>
        <w:t>نے آپ كاخط پڑھا ،آپ كے مقصد سے باخبر ہوااو رآپ كى دعوت كى حقيقت كو سمجھ ليا،مي</w:t>
      </w:r>
      <w:r w:rsidR="007D6C9B">
        <w:rPr>
          <w:rtl/>
        </w:rPr>
        <w:t xml:space="preserve">ں </w:t>
      </w:r>
      <w:r>
        <w:rPr>
          <w:rtl/>
        </w:rPr>
        <w:t>يہ تو جانتا تھا كہ ايك پيغمبر (ص) ظہور كرے گا ليكن ميرا خيال تھا كہ وہ خطہ شام سے مبعوث ہوگا، مي</w:t>
      </w:r>
      <w:r w:rsidR="007D6C9B">
        <w:rPr>
          <w:rtl/>
        </w:rPr>
        <w:t xml:space="preserve">ں </w:t>
      </w:r>
      <w:r>
        <w:rPr>
          <w:rtl/>
        </w:rPr>
        <w:t>آ پ كے قاصد كا احترام كرتا ہو</w:t>
      </w:r>
      <w:r w:rsidR="007D6C9B">
        <w:rPr>
          <w:rtl/>
        </w:rPr>
        <w:t xml:space="preserve">ں </w:t>
      </w:r>
      <w:r>
        <w:rPr>
          <w:rtl/>
        </w:rPr>
        <w:t xml:space="preserve">''_ </w:t>
      </w:r>
    </w:p>
    <w:p w:rsidR="00DE2D7F" w:rsidRDefault="00DE2D7F" w:rsidP="00D07B54">
      <w:pPr>
        <w:pStyle w:val="libNormal"/>
        <w:rPr>
          <w:rtl/>
        </w:rPr>
      </w:pPr>
      <w:r>
        <w:rPr>
          <w:rtl/>
        </w:rPr>
        <w:t>پھر خط مي</w:t>
      </w:r>
      <w:r w:rsidR="007D6C9B">
        <w:rPr>
          <w:rtl/>
        </w:rPr>
        <w:t xml:space="preserve">ں </w:t>
      </w:r>
      <w:r>
        <w:rPr>
          <w:rtl/>
        </w:rPr>
        <w:t>ان ہديو</w:t>
      </w:r>
      <w:r w:rsidR="007D6C9B">
        <w:rPr>
          <w:rtl/>
        </w:rPr>
        <w:t xml:space="preserve">ں </w:t>
      </w:r>
      <w:r>
        <w:rPr>
          <w:rtl/>
        </w:rPr>
        <w:t>اور تحفو</w:t>
      </w:r>
      <w:r w:rsidR="007D6C9B">
        <w:rPr>
          <w:rtl/>
        </w:rPr>
        <w:t xml:space="preserve">ں </w:t>
      </w:r>
      <w:r>
        <w:rPr>
          <w:rtl/>
        </w:rPr>
        <w:t>كى طرف اشارہ كيا جواس نے آپ كى خدمت مي</w:t>
      </w:r>
      <w:r w:rsidR="007D6C9B">
        <w:rPr>
          <w:rtl/>
        </w:rPr>
        <w:t xml:space="preserve">ں </w:t>
      </w:r>
      <w:r>
        <w:rPr>
          <w:rtl/>
        </w:rPr>
        <w:t xml:space="preserve">بھيجے ،خط اس نے ان الفاظ پر تمام كيا_ </w:t>
      </w:r>
    </w:p>
    <w:p w:rsidR="00DE2D7F" w:rsidRDefault="00DE2D7F" w:rsidP="00D07B54">
      <w:pPr>
        <w:pStyle w:val="libNormal"/>
        <w:rPr>
          <w:rtl/>
        </w:rPr>
      </w:pPr>
      <w:r>
        <w:rPr>
          <w:rtl/>
        </w:rPr>
        <w:t xml:space="preserve">''آپ پر سلام ہو'' </w:t>
      </w:r>
    </w:p>
    <w:p w:rsidR="00DE2D7F" w:rsidRDefault="00DE2D7F" w:rsidP="00D07B54">
      <w:pPr>
        <w:pStyle w:val="libNormal"/>
        <w:rPr>
          <w:rtl/>
        </w:rPr>
      </w:pPr>
      <w:r>
        <w:rPr>
          <w:rtl/>
        </w:rPr>
        <w:t>تاريخ مي</w:t>
      </w:r>
      <w:r w:rsidR="007D6C9B">
        <w:rPr>
          <w:rtl/>
        </w:rPr>
        <w:t xml:space="preserve">ں </w:t>
      </w:r>
      <w:r>
        <w:rPr>
          <w:rtl/>
        </w:rPr>
        <w:t>ہے كہ مقوقس نے كوئي گيارہ قسم كے ہديے پيغمبر (ص) كے لئے بھيجے ، تاريخ اسلام مي</w:t>
      </w:r>
      <w:r w:rsidR="007D6C9B">
        <w:rPr>
          <w:rtl/>
        </w:rPr>
        <w:t xml:space="preserve">ں </w:t>
      </w:r>
      <w:r>
        <w:rPr>
          <w:rtl/>
        </w:rPr>
        <w:t>ان كى تفصيلات موجود ہي</w:t>
      </w:r>
      <w:r w:rsidR="007D6C9B">
        <w:rPr>
          <w:rtl/>
        </w:rPr>
        <w:t xml:space="preserve">ں </w:t>
      </w:r>
      <w:r>
        <w:rPr>
          <w:rtl/>
        </w:rPr>
        <w:t>،ان مي</w:t>
      </w:r>
      <w:r w:rsidR="007D6C9B">
        <w:rPr>
          <w:rtl/>
        </w:rPr>
        <w:t xml:space="preserve">ں </w:t>
      </w:r>
      <w:r>
        <w:rPr>
          <w:rtl/>
        </w:rPr>
        <w:t>سے ايك طبيب تھا تاكہ وہ بيما ر ہونے والے مسلمانو</w:t>
      </w:r>
      <w:r w:rsidR="007D6C9B">
        <w:rPr>
          <w:rtl/>
        </w:rPr>
        <w:t xml:space="preserve">ں </w:t>
      </w:r>
      <w:r>
        <w:rPr>
          <w:rtl/>
        </w:rPr>
        <w:t>كا علاج كرے، نبى اكرم (ص) نے ديگر ہديئے قبول فرمايائے ليكن طبيب كو قبول نہ كيا او رفرمايا:''ہم ايسے لوگ ہي</w:t>
      </w:r>
      <w:r w:rsidR="007D6C9B">
        <w:rPr>
          <w:rtl/>
        </w:rPr>
        <w:t xml:space="preserve">ں </w:t>
      </w:r>
      <w:r>
        <w:rPr>
          <w:rtl/>
        </w:rPr>
        <w:t>كہ جب تك بھوك نہ لگے كھانا نہي</w:t>
      </w:r>
      <w:r w:rsidR="007D6C9B">
        <w:rPr>
          <w:rtl/>
        </w:rPr>
        <w:t xml:space="preserve">ں </w:t>
      </w:r>
      <w:r>
        <w:rPr>
          <w:rtl/>
        </w:rPr>
        <w:t>كھاتے او رسير ہونے سے پہلے كھانے سے ہاتھ روك ليتے ہي</w:t>
      </w:r>
      <w:r w:rsidR="007D6C9B">
        <w:rPr>
          <w:rtl/>
        </w:rPr>
        <w:t xml:space="preserve">ں </w:t>
      </w:r>
      <w:r>
        <w:rPr>
          <w:rtl/>
        </w:rPr>
        <w:t>، يہى چيز ہمارى صحت و سلامتى كے لئے كافى ہے، شايد صحت كے اس عظيم اصول كے علاوہ پيغمبر اسلام (ص) اس طبيب كى وہا</w:t>
      </w:r>
      <w:r w:rsidR="007D6C9B">
        <w:rPr>
          <w:rtl/>
        </w:rPr>
        <w:t xml:space="preserve">ں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DE2D7F" w:rsidRDefault="00DE2D7F" w:rsidP="00D07B54">
      <w:pPr>
        <w:pStyle w:val="libNormal"/>
        <w:rPr>
          <w:rtl/>
        </w:rPr>
      </w:pPr>
      <w:r>
        <w:rPr>
          <w:rtl/>
        </w:rPr>
        <w:t>موجودگى كو درست نہ سمجھتے ہو</w:t>
      </w:r>
      <w:r w:rsidR="007D6C9B">
        <w:rPr>
          <w:rtl/>
        </w:rPr>
        <w:t xml:space="preserve">ں </w:t>
      </w:r>
      <w:r>
        <w:rPr>
          <w:rtl/>
        </w:rPr>
        <w:t>كيونكہ وہ ايك متعصب عيسائي تھا لہذا آپ نہي</w:t>
      </w:r>
      <w:r w:rsidR="007D6C9B">
        <w:rPr>
          <w:rtl/>
        </w:rPr>
        <w:t xml:space="preserve">ں </w:t>
      </w:r>
      <w:r>
        <w:rPr>
          <w:rtl/>
        </w:rPr>
        <w:t>چاہتے تھے كہ اپنى او رمسلمانو</w:t>
      </w:r>
      <w:r w:rsidR="007D6C9B">
        <w:rPr>
          <w:rtl/>
        </w:rPr>
        <w:t xml:space="preserve">ں </w:t>
      </w:r>
      <w:r>
        <w:rPr>
          <w:rtl/>
        </w:rPr>
        <w:t>كى جان كا معاملہ اس كے سپرد كردي</w:t>
      </w:r>
      <w:r w:rsidR="007D6C9B">
        <w:rPr>
          <w:rtl/>
        </w:rPr>
        <w:t xml:space="preserve">ں </w:t>
      </w:r>
      <w:r>
        <w:rPr>
          <w:rtl/>
        </w:rPr>
        <w:t xml:space="preserve">_ </w:t>
      </w:r>
    </w:p>
    <w:p w:rsidR="00DE2D7F" w:rsidRDefault="00DE2D7F" w:rsidP="00D07B54">
      <w:pPr>
        <w:pStyle w:val="libNormal"/>
        <w:rPr>
          <w:rtl/>
        </w:rPr>
      </w:pPr>
      <w:r>
        <w:rPr>
          <w:rtl/>
        </w:rPr>
        <w:t>مقوقس نے جو سفير پيغمبر (ص) كا احترام كيا،آپ كے لئے ہديے بھيجے او رخط مي</w:t>
      </w:r>
      <w:r w:rsidR="007D6C9B">
        <w:rPr>
          <w:rtl/>
        </w:rPr>
        <w:t xml:space="preserve">ں </w:t>
      </w:r>
      <w:r>
        <w:rPr>
          <w:rtl/>
        </w:rPr>
        <w:t>نام محمد اپنے نام سے مقدم ركھا يہ سب اس بات كى حكايت كرتے ہي</w:t>
      </w:r>
      <w:r w:rsidR="007D6C9B">
        <w:rPr>
          <w:rtl/>
        </w:rPr>
        <w:t xml:space="preserve">ں </w:t>
      </w:r>
      <w:r>
        <w:rPr>
          <w:rtl/>
        </w:rPr>
        <w:t>كہ اس نے آپ كى دعوت كو باطن مي</w:t>
      </w:r>
      <w:r w:rsidR="007D6C9B">
        <w:rPr>
          <w:rtl/>
        </w:rPr>
        <w:t xml:space="preserve">ں </w:t>
      </w:r>
      <w:r>
        <w:rPr>
          <w:rtl/>
        </w:rPr>
        <w:t xml:space="preserve">قبول كرليا تھا يا كم از كم اسلام كى طر ف مائل ہوگيا تھا ليكن اس بناء پركہ اس كى حيثيت او روقعت كو نقصان نہ پہنچے ظاہرى طو رپراس نے اسلام كى طرف اپنى رغبت كا اظہار نہ كيا _ </w:t>
      </w:r>
    </w:p>
    <w:p w:rsidR="00DE2D7F" w:rsidRDefault="00DE2D7F" w:rsidP="00D07B54">
      <w:pPr>
        <w:pStyle w:val="libNormal"/>
        <w:rPr>
          <w:rtl/>
        </w:rPr>
      </w:pPr>
    </w:p>
    <w:p w:rsidR="000F1784" w:rsidRDefault="00DE2D7F" w:rsidP="00D07B54">
      <w:pPr>
        <w:pStyle w:val="libNormal"/>
        <w:rPr>
          <w:rtl/>
        </w:rPr>
      </w:pPr>
      <w:r>
        <w:rPr>
          <w:rtl/>
        </w:rPr>
        <w:t xml:space="preserve">قيصر روم كے نام خط </w:t>
      </w:r>
    </w:p>
    <w:p w:rsidR="00DE2D7F" w:rsidRDefault="00DE2D7F" w:rsidP="00D07B54">
      <w:pPr>
        <w:pStyle w:val="libArabic"/>
        <w:rPr>
          <w:rtl/>
        </w:rPr>
      </w:pPr>
      <w:r>
        <w:rPr>
          <w:rtl/>
        </w:rPr>
        <w:t>بسم اللّ</w:t>
      </w:r>
      <w:r w:rsidR="003E5058" w:rsidRPr="007F58D3">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DE2D7F" w:rsidRDefault="00DE2D7F" w:rsidP="00D07B54">
      <w:pPr>
        <w:pStyle w:val="libArabic"/>
        <w:rPr>
          <w:rtl/>
        </w:rPr>
      </w:pPr>
      <w:r>
        <w:rPr>
          <w:rtl/>
        </w:rPr>
        <w:t>من:محمد بن عبداللّ</w:t>
      </w:r>
      <w:r w:rsidR="003E5058" w:rsidRPr="007F58D3">
        <w:rPr>
          <w:rFonts w:hint="cs"/>
          <w:rtl/>
        </w:rPr>
        <w:t>ه</w:t>
      </w:r>
      <w:r>
        <w:rPr>
          <w:rtl/>
        </w:rPr>
        <w:t xml:space="preserve"> </w:t>
      </w:r>
    </w:p>
    <w:p w:rsidR="00DE2D7F" w:rsidRDefault="00DE2D7F" w:rsidP="00D07B54">
      <w:pPr>
        <w:pStyle w:val="libArabic"/>
        <w:rPr>
          <w:rtl/>
        </w:rPr>
      </w:pPr>
      <w:r>
        <w:rPr>
          <w:rtl/>
        </w:rPr>
        <w:t xml:space="preserve">الي: </w:t>
      </w:r>
      <w:r w:rsidR="003E5058" w:rsidRPr="007F58D3">
        <w:rPr>
          <w:rFonts w:hint="cs"/>
          <w:rtl/>
        </w:rPr>
        <w:t>ه</w:t>
      </w:r>
      <w:r>
        <w:rPr>
          <w:rFonts w:hint="cs"/>
          <w:rtl/>
        </w:rPr>
        <w:t>رقل</w:t>
      </w:r>
      <w:r>
        <w:rPr>
          <w:rtl/>
        </w:rPr>
        <w:t xml:space="preserve"> </w:t>
      </w:r>
      <w:r>
        <w:rPr>
          <w:rFonts w:hint="cs"/>
          <w:rtl/>
        </w:rPr>
        <w:t>عظيم</w:t>
      </w:r>
      <w:r>
        <w:rPr>
          <w:rtl/>
        </w:rPr>
        <w:t xml:space="preserve"> </w:t>
      </w:r>
      <w:r>
        <w:rPr>
          <w:rFonts w:hint="cs"/>
          <w:rtl/>
        </w:rPr>
        <w:t>الرّوم</w:t>
      </w:r>
      <w:r>
        <w:rPr>
          <w:rtl/>
        </w:rPr>
        <w:t xml:space="preserve"> </w:t>
      </w:r>
    </w:p>
    <w:p w:rsidR="00DE2D7F" w:rsidRDefault="00DE2D7F" w:rsidP="00D07B54">
      <w:pPr>
        <w:pStyle w:val="libArabic"/>
        <w:rPr>
          <w:rtl/>
        </w:rPr>
      </w:pPr>
      <w:r>
        <w:rPr>
          <w:rtl/>
        </w:rPr>
        <w:t>سلام على من اتبع ال</w:t>
      </w:r>
      <w:r w:rsidR="003E5058" w:rsidRPr="007F58D3">
        <w:rPr>
          <w:rFonts w:hint="cs"/>
          <w:rtl/>
        </w:rPr>
        <w:t>ه</w:t>
      </w:r>
      <w:r>
        <w:rPr>
          <w:rFonts w:hint="cs"/>
          <w:rtl/>
        </w:rPr>
        <w:t>دى</w:t>
      </w:r>
      <w:r>
        <w:rPr>
          <w:rtl/>
        </w:rPr>
        <w:t xml:space="preserve"> </w:t>
      </w:r>
    </w:p>
    <w:p w:rsidR="00DE2D7F" w:rsidRDefault="00DE2D7F" w:rsidP="00D07B54">
      <w:pPr>
        <w:pStyle w:val="libArabic"/>
        <w:rPr>
          <w:rtl/>
        </w:rPr>
      </w:pPr>
      <w:r>
        <w:rPr>
          <w:rtl/>
        </w:rPr>
        <w:t xml:space="preserve">اما بعد:فانى ادعوك بدعايةالاسلام_ </w:t>
      </w:r>
    </w:p>
    <w:p w:rsidR="00DE2D7F" w:rsidRDefault="00DE2D7F" w:rsidP="00D07B54">
      <w:pPr>
        <w:pStyle w:val="libNormal"/>
        <w:rPr>
          <w:rtl/>
        </w:rPr>
      </w:pPr>
      <w:r w:rsidRPr="00CF190C">
        <w:rPr>
          <w:rStyle w:val="libArabicChar"/>
          <w:rtl/>
        </w:rPr>
        <w:t>اسلم تسلم،يو تك اللّ</w:t>
      </w:r>
      <w:r w:rsidR="003E5058" w:rsidRPr="007F58D3">
        <w:rPr>
          <w:rStyle w:val="libArabicChar"/>
          <w:rFonts w:hint="cs"/>
          <w:rtl/>
        </w:rPr>
        <w:t>ه</w:t>
      </w:r>
      <w:r w:rsidRPr="00CF190C">
        <w:rPr>
          <w:rStyle w:val="libArabicChar"/>
          <w:rtl/>
        </w:rPr>
        <w:t xml:space="preserve"> </w:t>
      </w:r>
      <w:r w:rsidRPr="00CF190C">
        <w:rPr>
          <w:rStyle w:val="libArabicChar"/>
          <w:rFonts w:hint="cs"/>
          <w:rtl/>
        </w:rPr>
        <w:t>اجرك</w:t>
      </w:r>
      <w:r w:rsidRPr="00CF190C">
        <w:rPr>
          <w:rStyle w:val="libArabicChar"/>
          <w:rtl/>
        </w:rPr>
        <w:t xml:space="preserve"> </w:t>
      </w:r>
      <w:r w:rsidRPr="00CF190C">
        <w:rPr>
          <w:rStyle w:val="libArabicChar"/>
          <w:rFonts w:hint="cs"/>
          <w:rtl/>
        </w:rPr>
        <w:t>مرتين،</w:t>
      </w:r>
      <w:r w:rsidRPr="00CF190C">
        <w:rPr>
          <w:rStyle w:val="libArabicChar"/>
          <w:rtl/>
        </w:rPr>
        <w:t xml:space="preserve"> </w:t>
      </w:r>
      <w:r w:rsidRPr="00CF190C">
        <w:rPr>
          <w:rStyle w:val="libArabicChar"/>
          <w:rFonts w:hint="cs"/>
          <w:rtl/>
        </w:rPr>
        <w:t>فان</w:t>
      </w:r>
      <w:r w:rsidRPr="00CF190C">
        <w:rPr>
          <w:rStyle w:val="libArabicChar"/>
          <w:rtl/>
        </w:rPr>
        <w:t xml:space="preserve"> </w:t>
      </w:r>
      <w:r w:rsidRPr="00CF190C">
        <w:rPr>
          <w:rStyle w:val="libArabicChar"/>
          <w:rFonts w:hint="cs"/>
          <w:rtl/>
        </w:rPr>
        <w:t>توليت</w:t>
      </w:r>
      <w:r w:rsidRPr="00CF190C">
        <w:rPr>
          <w:rStyle w:val="libArabicChar"/>
          <w:rtl/>
        </w:rPr>
        <w:t xml:space="preserve"> </w:t>
      </w:r>
      <w:r w:rsidRPr="00CF190C">
        <w:rPr>
          <w:rStyle w:val="libArabicChar"/>
          <w:rFonts w:hint="cs"/>
          <w:rtl/>
        </w:rPr>
        <w:t>فانما</w:t>
      </w:r>
      <w:r w:rsidRPr="00CF190C">
        <w:rPr>
          <w:rStyle w:val="libArabicChar"/>
          <w:rtl/>
        </w:rPr>
        <w:t xml:space="preserve"> </w:t>
      </w:r>
      <w:r w:rsidRPr="00CF190C">
        <w:rPr>
          <w:rStyle w:val="libArabicChar"/>
          <w:rFonts w:hint="cs"/>
          <w:rtl/>
        </w:rPr>
        <w:t>عليكم</w:t>
      </w:r>
      <w:r w:rsidRPr="00CF190C">
        <w:rPr>
          <w:rStyle w:val="libArabicChar"/>
          <w:rtl/>
        </w:rPr>
        <w:t xml:space="preserve"> </w:t>
      </w:r>
      <w:r w:rsidRPr="00CF190C">
        <w:rPr>
          <w:rStyle w:val="libArabicChar"/>
          <w:rFonts w:hint="cs"/>
          <w:rtl/>
        </w:rPr>
        <w:t>اثم</w:t>
      </w:r>
      <w:r w:rsidRPr="00CF190C">
        <w:rPr>
          <w:rStyle w:val="libArabicChar"/>
          <w:rtl/>
        </w:rPr>
        <w:t xml:space="preserve"> </w:t>
      </w:r>
      <w:r w:rsidRPr="00CF190C">
        <w:rPr>
          <w:rStyle w:val="libArabicChar"/>
          <w:rFonts w:hint="cs"/>
          <w:rtl/>
        </w:rPr>
        <w:t>القبط،</w:t>
      </w:r>
      <w:r w:rsidRPr="00CF190C">
        <w:rPr>
          <w:rStyle w:val="libArabicChar"/>
          <w:rtl/>
        </w:rPr>
        <w:t>___</w:t>
      </w:r>
      <w:r w:rsidRPr="00CF190C">
        <w:rPr>
          <w:rStyle w:val="libArabicChar"/>
          <w:rFonts w:hint="cs"/>
          <w:rtl/>
        </w:rPr>
        <w:t>يا</w:t>
      </w:r>
      <w:r w:rsidRPr="00CF190C">
        <w:rPr>
          <w:rStyle w:val="libArabicChar"/>
          <w:rtl/>
        </w:rPr>
        <w:t xml:space="preserve"> </w:t>
      </w:r>
      <w:r w:rsidRPr="00CF190C">
        <w:rPr>
          <w:rStyle w:val="libArabicChar"/>
          <w:rFonts w:hint="cs"/>
          <w:rtl/>
        </w:rPr>
        <w:t>ا</w:t>
      </w:r>
      <w:r w:rsidR="003E5058" w:rsidRPr="007F58D3">
        <w:rPr>
          <w:rStyle w:val="libArabicChar"/>
          <w:rFonts w:hint="cs"/>
          <w:rtl/>
        </w:rPr>
        <w:t>ه</w:t>
      </w:r>
      <w:r w:rsidRPr="00CF190C">
        <w:rPr>
          <w:rStyle w:val="libArabicChar"/>
          <w:rFonts w:hint="cs"/>
          <w:rtl/>
        </w:rPr>
        <w:t>ل</w:t>
      </w:r>
      <w:r w:rsidRPr="00CF190C">
        <w:rPr>
          <w:rStyle w:val="libArabicChar"/>
          <w:rtl/>
        </w:rPr>
        <w:t xml:space="preserve"> </w:t>
      </w:r>
      <w:r w:rsidRPr="00CF190C">
        <w:rPr>
          <w:rStyle w:val="libArabicChar"/>
          <w:rFonts w:hint="cs"/>
          <w:rtl/>
        </w:rPr>
        <w:t>الكتب</w:t>
      </w:r>
      <w:r w:rsidRPr="00CF190C">
        <w:rPr>
          <w:rStyle w:val="libArabicChar"/>
          <w:rtl/>
        </w:rPr>
        <w:t xml:space="preserve"> </w:t>
      </w:r>
      <w:r w:rsidRPr="00CF190C">
        <w:rPr>
          <w:rStyle w:val="libArabicChar"/>
          <w:rFonts w:hint="cs"/>
          <w:rtl/>
        </w:rPr>
        <w:t>تعالواالى</w:t>
      </w:r>
      <w:r w:rsidRPr="00CF190C">
        <w:rPr>
          <w:rStyle w:val="libArabicChar"/>
          <w:rtl/>
        </w:rPr>
        <w:t xml:space="preserve"> </w:t>
      </w:r>
      <w:r w:rsidRPr="00CF190C">
        <w:rPr>
          <w:rStyle w:val="libArabicChar"/>
          <w:rFonts w:hint="cs"/>
          <w:rtl/>
        </w:rPr>
        <w:t>كلمة</w:t>
      </w:r>
      <w:r w:rsidRPr="00CF190C">
        <w:rPr>
          <w:rStyle w:val="libArabicChar"/>
          <w:rtl/>
        </w:rPr>
        <w:t xml:space="preserve"> سواء بيننا و بينكم'' ان لا نعبد الا اللّ</w:t>
      </w:r>
      <w:r w:rsidR="003E5058" w:rsidRPr="007F58D3">
        <w:rPr>
          <w:rStyle w:val="libArabicChar"/>
          <w:rFonts w:hint="cs"/>
          <w:rtl/>
        </w:rPr>
        <w:t>ه</w:t>
      </w:r>
      <w:r w:rsidRPr="00CF190C">
        <w:rPr>
          <w:rStyle w:val="libArabicChar"/>
          <w:rtl/>
        </w:rPr>
        <w:t xml:space="preserve"> </w:t>
      </w:r>
      <w:r w:rsidRPr="00CF190C">
        <w:rPr>
          <w:rStyle w:val="libArabicChar"/>
          <w:rFonts w:hint="cs"/>
          <w:rtl/>
        </w:rPr>
        <w:t>ولا</w:t>
      </w:r>
      <w:r w:rsidRPr="00CF190C">
        <w:rPr>
          <w:rStyle w:val="libArabicChar"/>
          <w:rtl/>
        </w:rPr>
        <w:t xml:space="preserve"> </w:t>
      </w:r>
      <w:r w:rsidRPr="00CF190C">
        <w:rPr>
          <w:rStyle w:val="libArabicChar"/>
          <w:rFonts w:hint="cs"/>
          <w:rtl/>
        </w:rPr>
        <w:t>نشرك</w:t>
      </w:r>
      <w:r w:rsidRPr="00CF190C">
        <w:rPr>
          <w:rStyle w:val="libArabicChar"/>
          <w:rtl/>
        </w:rPr>
        <w:t xml:space="preserve"> </w:t>
      </w:r>
      <w:r w:rsidRPr="00CF190C">
        <w:rPr>
          <w:rStyle w:val="libArabicChar"/>
          <w:rFonts w:hint="cs"/>
          <w:rtl/>
        </w:rPr>
        <w:t>ب</w:t>
      </w:r>
      <w:r w:rsidR="003E5058" w:rsidRPr="007F58D3">
        <w:rPr>
          <w:rStyle w:val="libArabicChar"/>
          <w:rFonts w:hint="cs"/>
          <w:rtl/>
        </w:rPr>
        <w:t>ه</w:t>
      </w:r>
      <w:r w:rsidRPr="00CF190C">
        <w:rPr>
          <w:rStyle w:val="libArabicChar"/>
          <w:rtl/>
        </w:rPr>
        <w:t xml:space="preserve"> </w:t>
      </w:r>
      <w:r w:rsidRPr="00CF190C">
        <w:rPr>
          <w:rStyle w:val="libArabicChar"/>
          <w:rFonts w:hint="cs"/>
          <w:rtl/>
        </w:rPr>
        <w:t>شيئاً</w:t>
      </w:r>
      <w:r w:rsidRPr="00CF190C">
        <w:rPr>
          <w:rStyle w:val="libArabicChar"/>
          <w:rtl/>
        </w:rPr>
        <w:t xml:space="preserve"> </w:t>
      </w:r>
      <w:r w:rsidRPr="00CF190C">
        <w:rPr>
          <w:rStyle w:val="libArabicChar"/>
          <w:rFonts w:hint="cs"/>
          <w:rtl/>
        </w:rPr>
        <w:t>ولا</w:t>
      </w:r>
      <w:r w:rsidRPr="00CF190C">
        <w:rPr>
          <w:rStyle w:val="libArabicChar"/>
          <w:rtl/>
        </w:rPr>
        <w:t xml:space="preserve"> </w:t>
      </w:r>
      <w:r w:rsidRPr="00CF190C">
        <w:rPr>
          <w:rStyle w:val="libArabicChar"/>
          <w:rFonts w:hint="cs"/>
          <w:rtl/>
        </w:rPr>
        <w:t>تتخذ</w:t>
      </w:r>
      <w:r w:rsidRPr="00CF190C">
        <w:rPr>
          <w:rStyle w:val="libArabicChar"/>
          <w:rtl/>
        </w:rPr>
        <w:t xml:space="preserve"> </w:t>
      </w:r>
      <w:r w:rsidRPr="00CF190C">
        <w:rPr>
          <w:rStyle w:val="libArabicChar"/>
          <w:rFonts w:hint="cs"/>
          <w:rtl/>
        </w:rPr>
        <w:t>بعضنا</w:t>
      </w:r>
      <w:r w:rsidRPr="00CF190C">
        <w:rPr>
          <w:rStyle w:val="libArabicChar"/>
          <w:rtl/>
        </w:rPr>
        <w:t xml:space="preserve"> </w:t>
      </w:r>
      <w:r w:rsidRPr="00CF190C">
        <w:rPr>
          <w:rStyle w:val="libArabicChar"/>
          <w:rFonts w:hint="cs"/>
          <w:rtl/>
        </w:rPr>
        <w:t>بعضاً</w:t>
      </w:r>
      <w:r w:rsidRPr="00CF190C">
        <w:rPr>
          <w:rStyle w:val="libArabicChar"/>
          <w:rtl/>
        </w:rPr>
        <w:t xml:space="preserve"> </w:t>
      </w:r>
      <w:r w:rsidRPr="00CF190C">
        <w:rPr>
          <w:rStyle w:val="libArabicChar"/>
          <w:rFonts w:hint="cs"/>
          <w:rtl/>
        </w:rPr>
        <w:t>ارباباً</w:t>
      </w:r>
      <w:r w:rsidRPr="00CF190C">
        <w:rPr>
          <w:rStyle w:val="libArabicChar"/>
          <w:rtl/>
        </w:rPr>
        <w:t xml:space="preserve"> </w:t>
      </w:r>
      <w:r w:rsidRPr="00CF190C">
        <w:rPr>
          <w:rStyle w:val="libArabicChar"/>
          <w:rFonts w:hint="cs"/>
          <w:rtl/>
        </w:rPr>
        <w:t>من</w:t>
      </w:r>
      <w:r w:rsidRPr="00CF190C">
        <w:rPr>
          <w:rStyle w:val="libArabicChar"/>
          <w:rtl/>
        </w:rPr>
        <w:t xml:space="preserve"> </w:t>
      </w:r>
      <w:r w:rsidRPr="00CF190C">
        <w:rPr>
          <w:rStyle w:val="libArabicChar"/>
          <w:rFonts w:hint="cs"/>
          <w:rtl/>
        </w:rPr>
        <w:t>دون</w:t>
      </w:r>
      <w:r w:rsidRPr="00CF190C">
        <w:rPr>
          <w:rStyle w:val="libArabicChar"/>
          <w:rtl/>
        </w:rPr>
        <w:t xml:space="preserve"> </w:t>
      </w:r>
      <w:r w:rsidRPr="00CF190C">
        <w:rPr>
          <w:rStyle w:val="libArabicChar"/>
          <w:rFonts w:hint="cs"/>
          <w:rtl/>
        </w:rPr>
        <w:t>اللّ</w:t>
      </w:r>
      <w:r w:rsidR="003E5058" w:rsidRPr="007F58D3">
        <w:rPr>
          <w:rStyle w:val="libArabicChar"/>
          <w:rFonts w:hint="cs"/>
          <w:rtl/>
        </w:rPr>
        <w:t>ه</w:t>
      </w:r>
      <w:r w:rsidRPr="00CF190C">
        <w:rPr>
          <w:rStyle w:val="libArabicChar"/>
          <w:rtl/>
        </w:rPr>
        <w:t xml:space="preserve"> </w:t>
      </w:r>
      <w:r w:rsidRPr="00CF190C">
        <w:rPr>
          <w:rStyle w:val="libArabicChar"/>
          <w:rFonts w:hint="cs"/>
          <w:rtl/>
        </w:rPr>
        <w:t>،فان</w:t>
      </w:r>
      <w:r w:rsidRPr="00CF190C">
        <w:rPr>
          <w:rStyle w:val="libArabicChar"/>
          <w:rtl/>
        </w:rPr>
        <w:t xml:space="preserve"> </w:t>
      </w:r>
      <w:r w:rsidRPr="00CF190C">
        <w:rPr>
          <w:rStyle w:val="libArabicChar"/>
          <w:rFonts w:hint="cs"/>
          <w:rtl/>
        </w:rPr>
        <w:t>تولوا</w:t>
      </w:r>
      <w:r w:rsidRPr="00CF190C">
        <w:rPr>
          <w:rStyle w:val="libArabicChar"/>
          <w:rtl/>
        </w:rPr>
        <w:t xml:space="preserve"> </w:t>
      </w:r>
      <w:r w:rsidRPr="00CF190C">
        <w:rPr>
          <w:rStyle w:val="libArabicChar"/>
          <w:rFonts w:hint="cs"/>
          <w:rtl/>
        </w:rPr>
        <w:t>فقولوا</w:t>
      </w:r>
      <w:r w:rsidRPr="00CF190C">
        <w:rPr>
          <w:rStyle w:val="libArabicChar"/>
          <w:rtl/>
        </w:rPr>
        <w:t xml:space="preserve"> </w:t>
      </w:r>
      <w:r w:rsidRPr="00CF190C">
        <w:rPr>
          <w:rStyle w:val="libArabicChar"/>
          <w:rFonts w:hint="cs"/>
          <w:rtl/>
        </w:rPr>
        <w:t>اش</w:t>
      </w:r>
      <w:r w:rsidR="003E5058" w:rsidRPr="007F58D3">
        <w:rPr>
          <w:rStyle w:val="libArabicChar"/>
          <w:rFonts w:hint="cs"/>
          <w:rtl/>
        </w:rPr>
        <w:t>ه</w:t>
      </w:r>
      <w:r w:rsidRPr="00CF190C">
        <w:rPr>
          <w:rStyle w:val="libArabicChar"/>
          <w:rFonts w:hint="cs"/>
          <w:rtl/>
        </w:rPr>
        <w:t>دوا</w:t>
      </w:r>
      <w:r w:rsidRPr="00CF190C">
        <w:rPr>
          <w:rStyle w:val="libArabicChar"/>
          <w:rtl/>
        </w:rPr>
        <w:t xml:space="preserve"> </w:t>
      </w:r>
      <w:r w:rsidRPr="00CF190C">
        <w:rPr>
          <w:rStyle w:val="libArabicChar"/>
          <w:rFonts w:hint="cs"/>
          <w:rtl/>
        </w:rPr>
        <w:t>بانا</w:t>
      </w:r>
      <w:r w:rsidRPr="00CF190C">
        <w:rPr>
          <w:rStyle w:val="libArabicChar"/>
          <w:rtl/>
        </w:rPr>
        <w:t xml:space="preserve"> </w:t>
      </w:r>
      <w:r w:rsidRPr="00CF190C">
        <w:rPr>
          <w:rStyle w:val="libArabicChar"/>
          <w:rFonts w:hint="cs"/>
          <w:rtl/>
        </w:rPr>
        <w:t>مسلمون</w:t>
      </w:r>
      <w:r w:rsidRPr="00CF190C">
        <w:rPr>
          <w:rStyle w:val="libArabicChar"/>
          <w:rtl/>
        </w:rPr>
        <w:t>''</w:t>
      </w:r>
      <w:r>
        <w:rPr>
          <w:rtl/>
        </w:rPr>
        <w:t xml:space="preserve">_ </w:t>
      </w:r>
    </w:p>
    <w:p w:rsidR="00DE2D7F" w:rsidRDefault="00DE2D7F" w:rsidP="00D07B54">
      <w:pPr>
        <w:pStyle w:val="libNormal"/>
        <w:rPr>
          <w:rtl/>
        </w:rPr>
      </w:pPr>
      <w:r>
        <w:rPr>
          <w:rtl/>
        </w:rPr>
        <w:t xml:space="preserve">اللہ كے نام سے جو بخشنے والا بڑا مہربان ہے_ </w:t>
      </w:r>
    </w:p>
    <w:p w:rsidR="00DE2D7F" w:rsidRDefault="00DE2D7F" w:rsidP="00D07B54">
      <w:pPr>
        <w:pStyle w:val="libNormal"/>
        <w:rPr>
          <w:rtl/>
        </w:rPr>
      </w:pPr>
      <w:r>
        <w:rPr>
          <w:rtl/>
        </w:rPr>
        <w:t xml:space="preserve">منجانب: محمدبن عبد اللہ _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DE2D7F" w:rsidRDefault="00DE2D7F" w:rsidP="00D07B54">
      <w:pPr>
        <w:pStyle w:val="libNormal"/>
        <w:rPr>
          <w:rtl/>
        </w:rPr>
      </w:pPr>
      <w:r>
        <w:rPr>
          <w:rtl/>
        </w:rPr>
        <w:t xml:space="preserve">بطرف: ہرقل بادشاہ روم_ </w:t>
      </w:r>
    </w:p>
    <w:p w:rsidR="00DE2D7F" w:rsidRDefault="00DE2D7F" w:rsidP="00D07B54">
      <w:pPr>
        <w:pStyle w:val="libNormal"/>
        <w:rPr>
          <w:rtl/>
        </w:rPr>
      </w:pPr>
      <w:r>
        <w:rPr>
          <w:rtl/>
        </w:rPr>
        <w:t>''اس پر سلام ہے جو ہدايت كى پيروى كرے_مي</w:t>
      </w:r>
      <w:r w:rsidR="007D6C9B">
        <w:rPr>
          <w:rtl/>
        </w:rPr>
        <w:t xml:space="preserve">ں </w:t>
      </w:r>
      <w:r>
        <w:rPr>
          <w:rtl/>
        </w:rPr>
        <w:t>تجھے اسلام كى دعوت ديتا ہو</w:t>
      </w:r>
      <w:r w:rsidR="007D6C9B">
        <w:rPr>
          <w:rtl/>
        </w:rPr>
        <w:t xml:space="preserve">ں </w:t>
      </w:r>
      <w:r>
        <w:rPr>
          <w:rtl/>
        </w:rPr>
        <w:t>_ اسلام لے آئو تاكہ سالم رہو _ خدا تجھے دوگنا اجر دے گا _ (ايك خود تمہارے ايمان لانے پر اوردوسراان لوگو</w:t>
      </w:r>
      <w:r w:rsidR="007D6C9B">
        <w:rPr>
          <w:rtl/>
        </w:rPr>
        <w:t xml:space="preserve">ں </w:t>
      </w:r>
      <w:r>
        <w:rPr>
          <w:rtl/>
        </w:rPr>
        <w:t>كى وجہ سے جو تمہارى پيروى كركے ايمان لائي</w:t>
      </w:r>
      <w:r w:rsidR="007D6C9B">
        <w:rPr>
          <w:rtl/>
        </w:rPr>
        <w:t xml:space="preserve">ں </w:t>
      </w:r>
      <w:r>
        <w:rPr>
          <w:rtl/>
        </w:rPr>
        <w:t>گے ) او راگر تو نے قانون اسلام سے روگردانى كى تو اريسو</w:t>
      </w:r>
      <w:r w:rsidR="007D6C9B">
        <w:rPr>
          <w:rtl/>
        </w:rPr>
        <w:t xml:space="preserve">ں </w:t>
      </w:r>
      <w:r>
        <w:rPr>
          <w:rtl/>
        </w:rPr>
        <w:t>كا گناہ بھى تيرى گردن پر ہوگا_اے اہل كتاب ہم تمہي</w:t>
      </w:r>
      <w:r w:rsidR="007D6C9B">
        <w:rPr>
          <w:rtl/>
        </w:rPr>
        <w:t xml:space="preserve">ں </w:t>
      </w:r>
      <w:r>
        <w:rPr>
          <w:rtl/>
        </w:rPr>
        <w:t>ايك مشترك بنيادكى طرف دعوت ديتے ہي</w:t>
      </w:r>
      <w:r w:rsidR="007D6C9B">
        <w:rPr>
          <w:rtl/>
        </w:rPr>
        <w:t xml:space="preserve">ں </w:t>
      </w:r>
      <w:r>
        <w:rPr>
          <w:rtl/>
        </w:rPr>
        <w:t>او روہ يہ كہ ہم خدائے يگانہ كے سوا كسى كى پرستش نہ كري</w:t>
      </w:r>
      <w:r w:rsidR="007D6C9B">
        <w:rPr>
          <w:rtl/>
        </w:rPr>
        <w:t xml:space="preserve">ں </w:t>
      </w:r>
      <w:r>
        <w:rPr>
          <w:rtl/>
        </w:rPr>
        <w:t>اور كسى كو اس كا شريك قرار نہ دي</w:t>
      </w:r>
      <w:r w:rsidR="007D6C9B">
        <w:rPr>
          <w:rtl/>
        </w:rPr>
        <w:t xml:space="preserve">ں </w:t>
      </w:r>
      <w:r>
        <w:rPr>
          <w:rtl/>
        </w:rPr>
        <w:t>حق سے روگردانى نہ كري</w:t>
      </w:r>
      <w:r w:rsidR="007D6C9B">
        <w:rPr>
          <w:rtl/>
        </w:rPr>
        <w:t xml:space="preserve">ں </w:t>
      </w:r>
      <w:r>
        <w:rPr>
          <w:rtl/>
        </w:rPr>
        <w:t>تو ان سے كہو كہ گواہ رہو ہم تم مسلمان ہي</w:t>
      </w:r>
      <w:r w:rsidR="007D6C9B">
        <w:rPr>
          <w:rtl/>
        </w:rPr>
        <w:t xml:space="preserve">ں </w:t>
      </w:r>
      <w:r>
        <w:rPr>
          <w:rtl/>
        </w:rPr>
        <w:t xml:space="preserve">''_ </w:t>
      </w:r>
    </w:p>
    <w:p w:rsidR="00DE2D7F" w:rsidRDefault="00DE2D7F" w:rsidP="00D07B54">
      <w:pPr>
        <w:pStyle w:val="libNormal"/>
        <w:rPr>
          <w:rtl/>
        </w:rPr>
      </w:pPr>
      <w:r>
        <w:rPr>
          <w:rtl/>
        </w:rPr>
        <w:t xml:space="preserve">قيصر كے پاس نبى اكرم (ص) كا پيغام پہنچانے كے لئے ''دحيہ كلبي'' مامور ہوا سفيرپيغمبر(ص) عازم روم ہوا_ </w:t>
      </w:r>
    </w:p>
    <w:p w:rsidR="00DE2D7F" w:rsidRDefault="00DE2D7F" w:rsidP="00D07B54">
      <w:pPr>
        <w:pStyle w:val="libNormal"/>
        <w:rPr>
          <w:rtl/>
        </w:rPr>
      </w:pPr>
      <w:r>
        <w:rPr>
          <w:rtl/>
        </w:rPr>
        <w:t>قيصركے دارالحكومت قسطنطنيہ پہنچنے سے پہلے اسے معلوم ہوا كہ قيصربيت المقدس كى زيارت كے ارادے سے قسطنطنيہ چھوڑ چكا ہے، لہذا اس نے بصرى كے گور نر حادث بن ابى شمر سے رابطہ پيداكيا اور اسے اپنامقصد سفر بتايا ظاہراً پيغمبر اكرم (ص) نے بھى اجازت دے ركھى تھى كہ دحيہ وہ خط حاكم بصرى كو ديدے تاكہ وہ اسے قيصرتك پہنچادے سفير پيغمبر (ص) نے گورنر سے رابطہ كيا تو اس نے عدى بن حاتم كو بلايا اور اسے حكم ديا كہ وہ دحيہ كے ساتھ بيت المقدس كى طرف جائے اور خط قيصر تك پہنچا دے مقام حمص مي</w:t>
      </w:r>
      <w:r w:rsidR="007D6C9B">
        <w:rPr>
          <w:rtl/>
        </w:rPr>
        <w:t xml:space="preserve">ں </w:t>
      </w:r>
      <w:r>
        <w:rPr>
          <w:rtl/>
        </w:rPr>
        <w:t>سفير كى قيصر سے ملاقات ہوئي ليكن ملاقات سے قبل شاہى دربار كے كاركنو</w:t>
      </w:r>
      <w:r w:rsidR="007D6C9B">
        <w:rPr>
          <w:rtl/>
        </w:rPr>
        <w:t xml:space="preserve">ں </w:t>
      </w:r>
      <w:r>
        <w:rPr>
          <w:rtl/>
        </w:rPr>
        <w:t xml:space="preserve">نے كہا: </w:t>
      </w:r>
    </w:p>
    <w:p w:rsidR="00DE2D7F" w:rsidRDefault="00DE2D7F" w:rsidP="00D07B54">
      <w:pPr>
        <w:pStyle w:val="libNormal"/>
        <w:rPr>
          <w:rtl/>
        </w:rPr>
      </w:pPr>
      <w:r>
        <w:rPr>
          <w:rtl/>
        </w:rPr>
        <w:t>''تمہي</w:t>
      </w:r>
      <w:r w:rsidR="007D6C9B">
        <w:rPr>
          <w:rtl/>
        </w:rPr>
        <w:t xml:space="preserve">ں </w:t>
      </w:r>
      <w:r>
        <w:rPr>
          <w:rtl/>
        </w:rPr>
        <w:t>قيصر كے سامنے سجدہ كرنا پڑے گا ورنہ وہ تمہارى پرواہ نہي</w:t>
      </w:r>
      <w:r w:rsidR="007D6C9B">
        <w:rPr>
          <w:rtl/>
        </w:rPr>
        <w:t xml:space="preserve">ں </w:t>
      </w:r>
      <w:r>
        <w:rPr>
          <w:rtl/>
        </w:rPr>
        <w:t xml:space="preserve">كرے گا '' </w:t>
      </w:r>
    </w:p>
    <w:p w:rsidR="00DE2D7F" w:rsidRDefault="00DE2D7F" w:rsidP="00D07B54">
      <w:pPr>
        <w:pStyle w:val="libNormal"/>
        <w:rPr>
          <w:rtl/>
        </w:rPr>
      </w:pPr>
      <w:r>
        <w:rPr>
          <w:rtl/>
        </w:rPr>
        <w:t xml:space="preserve">دحيہ ايك سمجھدار آدمى تھا كہنے لگا : </w:t>
      </w:r>
    </w:p>
    <w:p w:rsidR="00DE2D7F" w:rsidRDefault="00DE2D7F" w:rsidP="00D07B54">
      <w:pPr>
        <w:pStyle w:val="libNormal"/>
        <w:rPr>
          <w:rtl/>
        </w:rPr>
      </w:pPr>
      <w:r>
        <w:rPr>
          <w:rtl/>
        </w:rPr>
        <w:t>''مي</w:t>
      </w:r>
      <w:r w:rsidR="007D6C9B">
        <w:rPr>
          <w:rtl/>
        </w:rPr>
        <w:t xml:space="preserve">ں </w:t>
      </w:r>
      <w:r>
        <w:rPr>
          <w:rtl/>
        </w:rPr>
        <w:t>ان غير مناسب بدعتو</w:t>
      </w:r>
      <w:r w:rsidR="007D6C9B">
        <w:rPr>
          <w:rtl/>
        </w:rPr>
        <w:t xml:space="preserve">ں </w:t>
      </w:r>
      <w:r>
        <w:rPr>
          <w:rtl/>
        </w:rPr>
        <w:t>كوختم كرنے كے لئے اتنا سفر كر كے آيا ہو</w:t>
      </w:r>
      <w:r w:rsidR="007D6C9B">
        <w:rPr>
          <w:rtl/>
        </w:rPr>
        <w:t xml:space="preserve">ں </w:t>
      </w:r>
      <w:r>
        <w:rPr>
          <w:rtl/>
        </w:rPr>
        <w:t>_ مي</w:t>
      </w:r>
      <w:r w:rsidR="007D6C9B">
        <w:rPr>
          <w:rtl/>
        </w:rPr>
        <w:t xml:space="preserve">ں </w:t>
      </w:r>
      <w:r>
        <w:rPr>
          <w:rtl/>
        </w:rPr>
        <w:t>اس مراسلے كے بھيجنے والے كى طرف سے آيا ہو</w:t>
      </w:r>
      <w:r w:rsidR="007D6C9B">
        <w:rPr>
          <w:rtl/>
        </w:rPr>
        <w:t xml:space="preserve">ں </w:t>
      </w:r>
      <w:r>
        <w:rPr>
          <w:rtl/>
        </w:rPr>
        <w:t>تا كہ قيصر كو يہ پيغام دو</w:t>
      </w:r>
      <w:r w:rsidR="007D6C9B">
        <w:rPr>
          <w:rtl/>
        </w:rPr>
        <w:t xml:space="preserve">ں </w:t>
      </w:r>
      <w:r>
        <w:rPr>
          <w:rtl/>
        </w:rPr>
        <w:t>كہ بشر پرستى كو ختم ہونا چاہئے او رخدا ئے واحد كے سواكسى كى عبادت نہي</w:t>
      </w:r>
      <w:r w:rsidR="007D6C9B">
        <w:rPr>
          <w:rtl/>
        </w:rPr>
        <w:t xml:space="preserve">ں </w:t>
      </w:r>
      <w:r>
        <w:rPr>
          <w:rtl/>
        </w:rPr>
        <w:t>ہونى چاہيے ، اس عقيدے كے باوجود كيسے ممكن ہے كہ مي</w:t>
      </w:r>
      <w:r w:rsidR="007D6C9B">
        <w:rPr>
          <w:rtl/>
        </w:rPr>
        <w:t xml:space="preserve">ں </w:t>
      </w:r>
      <w:r>
        <w:rPr>
          <w:rtl/>
        </w:rPr>
        <w:t xml:space="preserve">غير خدا كے لئے سجدہ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DE2D7F" w:rsidRDefault="00DE2D7F" w:rsidP="00D07B54">
      <w:pPr>
        <w:pStyle w:val="libNormal"/>
        <w:rPr>
          <w:rtl/>
        </w:rPr>
      </w:pPr>
      <w:r>
        <w:rPr>
          <w:rtl/>
        </w:rPr>
        <w:t>كرو</w:t>
      </w:r>
      <w:r w:rsidR="007D6C9B">
        <w:rPr>
          <w:rtl/>
        </w:rPr>
        <w:t xml:space="preserve">ں </w:t>
      </w:r>
      <w:r>
        <w:rPr>
          <w:rtl/>
        </w:rPr>
        <w:t xml:space="preserve">''_ </w:t>
      </w:r>
    </w:p>
    <w:p w:rsidR="00DE2D7F" w:rsidRDefault="00DE2D7F" w:rsidP="00D07B54">
      <w:pPr>
        <w:pStyle w:val="libNormal"/>
        <w:rPr>
          <w:rtl/>
        </w:rPr>
      </w:pPr>
      <w:r>
        <w:rPr>
          <w:rtl/>
        </w:rPr>
        <w:t>پيغمبر (ص) كے قاصد كى قوى منطق سے وہ بہت حيران ہوئے ،درباريو</w:t>
      </w:r>
      <w:r w:rsidR="007D6C9B">
        <w:rPr>
          <w:rtl/>
        </w:rPr>
        <w:t xml:space="preserve">ں </w:t>
      </w:r>
      <w:r>
        <w:rPr>
          <w:rtl/>
        </w:rPr>
        <w:t>مي</w:t>
      </w:r>
      <w:r w:rsidR="007D6C9B">
        <w:rPr>
          <w:rtl/>
        </w:rPr>
        <w:t xml:space="preserve">ں </w:t>
      </w:r>
      <w:r>
        <w:rPr>
          <w:rtl/>
        </w:rPr>
        <w:t xml:space="preserve">سے ايك نے كہا: </w:t>
      </w:r>
    </w:p>
    <w:p w:rsidR="00DE2D7F" w:rsidRDefault="00DE2D7F" w:rsidP="00D07B54">
      <w:pPr>
        <w:pStyle w:val="libNormal"/>
        <w:rPr>
          <w:rtl/>
        </w:rPr>
      </w:pPr>
      <w:r>
        <w:rPr>
          <w:rtl/>
        </w:rPr>
        <w:t>''تمہي</w:t>
      </w:r>
      <w:r w:rsidR="007D6C9B">
        <w:rPr>
          <w:rtl/>
        </w:rPr>
        <w:t xml:space="preserve">ں </w:t>
      </w:r>
      <w:r>
        <w:rPr>
          <w:rtl/>
        </w:rPr>
        <w:t>چاہئے كہ خط بادشاہ كى مخصوص ميز پر ركھ كر چلے جائو، اس ميز پر ركھے ہوئے خط كو قيصر كے علاوہ كوئي نہي</w:t>
      </w:r>
      <w:r w:rsidR="007D6C9B">
        <w:rPr>
          <w:rtl/>
        </w:rPr>
        <w:t xml:space="preserve">ں </w:t>
      </w:r>
      <w:r>
        <w:rPr>
          <w:rtl/>
        </w:rPr>
        <w:t xml:space="preserve">اٹھا سكتا''_ </w:t>
      </w:r>
    </w:p>
    <w:p w:rsidR="00DE2D7F" w:rsidRDefault="00DE2D7F" w:rsidP="00D07B54">
      <w:pPr>
        <w:pStyle w:val="libNormal"/>
        <w:rPr>
          <w:rtl/>
        </w:rPr>
      </w:pPr>
      <w:r>
        <w:rPr>
          <w:rtl/>
        </w:rPr>
        <w:t xml:space="preserve">دحيہ نے اس كا شكريہ اداكيا ،خط ميز پر ركھا اورخودواپس چلا گيا،قيصر نے خط كھولا ،خط نے جو''بسم اللہ'' سے شروع ہوتا تھا اسے متوجہ كيا اور كہنے لگا_ </w:t>
      </w:r>
    </w:p>
    <w:p w:rsidR="00DE2D7F" w:rsidRDefault="00DE2D7F" w:rsidP="00D07B54">
      <w:pPr>
        <w:pStyle w:val="libNormal"/>
        <w:rPr>
          <w:rtl/>
        </w:rPr>
      </w:pPr>
      <w:r>
        <w:rPr>
          <w:rtl/>
        </w:rPr>
        <w:t>''حضرت سليمان عليہ السلام كے خط كے سوا آج تك مي</w:t>
      </w:r>
      <w:r w:rsidR="007D6C9B">
        <w:rPr>
          <w:rtl/>
        </w:rPr>
        <w:t xml:space="preserve">ں </w:t>
      </w:r>
      <w:r>
        <w:rPr>
          <w:rtl/>
        </w:rPr>
        <w:t>نے ايسا خط نہي</w:t>
      </w:r>
      <w:r w:rsidR="007D6C9B">
        <w:rPr>
          <w:rtl/>
        </w:rPr>
        <w:t xml:space="preserve">ں </w:t>
      </w:r>
      <w:r>
        <w:rPr>
          <w:rtl/>
        </w:rPr>
        <w:t xml:space="preserve">ديكھا '' </w:t>
      </w:r>
    </w:p>
    <w:p w:rsidR="00DE2D7F" w:rsidRDefault="00DE2D7F" w:rsidP="00D07B54">
      <w:pPr>
        <w:pStyle w:val="libNormal"/>
        <w:rPr>
          <w:rtl/>
        </w:rPr>
      </w:pPr>
      <w:r>
        <w:rPr>
          <w:rtl/>
        </w:rPr>
        <w:t>اس نے اپنے مترجم كو بلايا تا كہ وہ خط پڑھے او راس كا ترجمہ كرے ،بادشاہ روم كو خيال ہوا كہ ہو سكتا ہے خط لكھنے والا وہى نبى ہو جس كاوعدہ انجيل او رتوريت مي</w:t>
      </w:r>
      <w:r w:rsidR="007D6C9B">
        <w:rPr>
          <w:rtl/>
        </w:rPr>
        <w:t xml:space="preserve">ں </w:t>
      </w:r>
      <w:r>
        <w:rPr>
          <w:rtl/>
        </w:rPr>
        <w:t>كيا گيا ہے، وہ اس جستجو مي</w:t>
      </w:r>
      <w:r w:rsidR="007D6C9B">
        <w:rPr>
          <w:rtl/>
        </w:rPr>
        <w:t xml:space="preserve">ں </w:t>
      </w:r>
      <w:r>
        <w:rPr>
          <w:rtl/>
        </w:rPr>
        <w:t>لگ گيا كہ آپ كى زندگى كى خصوصيات معلوم كرے، اس نے حكم ديا كہ شام كے پورے علاقے مي</w:t>
      </w:r>
      <w:r w:rsidR="007D6C9B">
        <w:rPr>
          <w:rtl/>
        </w:rPr>
        <w:t xml:space="preserve">ں </w:t>
      </w:r>
      <w:r>
        <w:rPr>
          <w:rtl/>
        </w:rPr>
        <w:t>چھان بين كى جائے،شايد محمد كے رشتہ دارو</w:t>
      </w:r>
      <w:r w:rsidR="007D6C9B">
        <w:rPr>
          <w:rtl/>
        </w:rPr>
        <w:t xml:space="preserve">ں </w:t>
      </w:r>
      <w:r>
        <w:rPr>
          <w:rtl/>
        </w:rPr>
        <w:t>مي</w:t>
      </w:r>
      <w:r w:rsidR="007D6C9B">
        <w:rPr>
          <w:rtl/>
        </w:rPr>
        <w:t xml:space="preserve">ں </w:t>
      </w:r>
      <w:r>
        <w:rPr>
          <w:rtl/>
        </w:rPr>
        <w:t>سے كوئي شخص مل جائے جو ان كے حالات سے واقف ہو ،اتفاق سے ابوسفيان او رقريش كا ايك گروہ تجارت كے لئے شام آيا ہوا تھا، شام اس وقت سلطنت روم كامشرقى حصہ تھا، قيصر كے آدميو</w:t>
      </w:r>
      <w:r w:rsidR="007D6C9B">
        <w:rPr>
          <w:rtl/>
        </w:rPr>
        <w:t xml:space="preserve">ں </w:t>
      </w:r>
      <w:r>
        <w:rPr>
          <w:rtl/>
        </w:rPr>
        <w:t>نے ان سے رابطہ قائم كيا او رانہي</w:t>
      </w:r>
      <w:r w:rsidR="007D6C9B">
        <w:rPr>
          <w:rtl/>
        </w:rPr>
        <w:t xml:space="preserve">ں </w:t>
      </w:r>
      <w:r>
        <w:rPr>
          <w:rtl/>
        </w:rPr>
        <w:t xml:space="preserve">بيت المقدس لے گئے،قيصر نے ان سے سوال كيا : </w:t>
      </w:r>
    </w:p>
    <w:p w:rsidR="00DE2D7F" w:rsidRDefault="00DE2D7F" w:rsidP="00D07B54">
      <w:pPr>
        <w:pStyle w:val="libNormal"/>
        <w:rPr>
          <w:rtl/>
        </w:rPr>
      </w:pPr>
      <w:r>
        <w:rPr>
          <w:rtl/>
        </w:rPr>
        <w:t>كيا تم مي</w:t>
      </w:r>
      <w:r w:rsidR="007D6C9B">
        <w:rPr>
          <w:rtl/>
        </w:rPr>
        <w:t xml:space="preserve">ں </w:t>
      </w:r>
      <w:r>
        <w:rPr>
          <w:rtl/>
        </w:rPr>
        <w:t xml:space="preserve">سے كوئي محمد كا نزديكى رشتہ دار ہے ؟ </w:t>
      </w:r>
    </w:p>
    <w:p w:rsidR="00DE2D7F" w:rsidRDefault="00DE2D7F" w:rsidP="00D07B54">
      <w:pPr>
        <w:pStyle w:val="libNormal"/>
        <w:rPr>
          <w:rtl/>
        </w:rPr>
      </w:pPr>
      <w:r>
        <w:rPr>
          <w:rtl/>
        </w:rPr>
        <w:t xml:space="preserve">ابو سفيان نے كہا : </w:t>
      </w:r>
    </w:p>
    <w:p w:rsidR="00DE2D7F" w:rsidRDefault="00DE2D7F" w:rsidP="00D07B54">
      <w:pPr>
        <w:pStyle w:val="libNormal"/>
        <w:rPr>
          <w:rtl/>
        </w:rPr>
      </w:pPr>
      <w:r>
        <w:rPr>
          <w:rtl/>
        </w:rPr>
        <w:t>مي</w:t>
      </w:r>
      <w:r w:rsidR="007D6C9B">
        <w:rPr>
          <w:rtl/>
        </w:rPr>
        <w:t xml:space="preserve">ں </w:t>
      </w:r>
      <w:r>
        <w:rPr>
          <w:rtl/>
        </w:rPr>
        <w:t>اور محمد ايك ہى خاندان سے ہي</w:t>
      </w:r>
      <w:r w:rsidR="007D6C9B">
        <w:rPr>
          <w:rtl/>
        </w:rPr>
        <w:t xml:space="preserve">ں </w:t>
      </w:r>
      <w:r>
        <w:rPr>
          <w:rtl/>
        </w:rPr>
        <w:t>او رہم چوتھى پشت مي</w:t>
      </w:r>
      <w:r w:rsidR="007D6C9B">
        <w:rPr>
          <w:rtl/>
        </w:rPr>
        <w:t xml:space="preserve">ں </w:t>
      </w:r>
      <w:r>
        <w:rPr>
          <w:rtl/>
        </w:rPr>
        <w:t>ايك درسرے سے مل جاتے ہي</w:t>
      </w:r>
      <w:r w:rsidR="007D6C9B">
        <w:rPr>
          <w:rtl/>
        </w:rPr>
        <w:t xml:space="preserve">ں </w:t>
      </w:r>
      <w:r>
        <w:rPr>
          <w:rtl/>
        </w:rPr>
        <w:t xml:space="preserve">_ </w:t>
      </w:r>
    </w:p>
    <w:p w:rsidR="00DE2D7F" w:rsidRDefault="00DE2D7F" w:rsidP="00D07B54">
      <w:pPr>
        <w:pStyle w:val="libNormal"/>
        <w:rPr>
          <w:rtl/>
        </w:rPr>
      </w:pPr>
      <w:r>
        <w:rPr>
          <w:rtl/>
        </w:rPr>
        <w:t>پھرقيصر نے اس سے كچھ سوالات كئے دونو</w:t>
      </w:r>
      <w:r w:rsidR="007D6C9B">
        <w:rPr>
          <w:rtl/>
        </w:rPr>
        <w:t xml:space="preserve">ں </w:t>
      </w:r>
      <w:r>
        <w:rPr>
          <w:rtl/>
        </w:rPr>
        <w:t>مي</w:t>
      </w:r>
      <w:r w:rsidR="007D6C9B">
        <w:rPr>
          <w:rtl/>
        </w:rPr>
        <w:t xml:space="preserve">ں </w:t>
      </w:r>
      <w:r>
        <w:rPr>
          <w:rtl/>
        </w:rPr>
        <w:t>يو</w:t>
      </w:r>
      <w:r w:rsidR="007D6C9B">
        <w:rPr>
          <w:rtl/>
        </w:rPr>
        <w:t xml:space="preserve">ں </w:t>
      </w:r>
      <w:r>
        <w:rPr>
          <w:rtl/>
        </w:rPr>
        <w:t xml:space="preserve">گفتگو ہوئي'' </w:t>
      </w:r>
    </w:p>
    <w:p w:rsidR="00DE2D7F" w:rsidRDefault="00DE2D7F" w:rsidP="00D07B54">
      <w:pPr>
        <w:pStyle w:val="libNormal"/>
        <w:rPr>
          <w:rtl/>
        </w:rPr>
      </w:pPr>
      <w:r>
        <w:rPr>
          <w:rtl/>
        </w:rPr>
        <w:t>قيصر: اس كے بزرگو</w:t>
      </w:r>
      <w:r w:rsidR="007D6C9B">
        <w:rPr>
          <w:rtl/>
        </w:rPr>
        <w:t xml:space="preserve">ں </w:t>
      </w:r>
      <w:r>
        <w:rPr>
          <w:rtl/>
        </w:rPr>
        <w:t>مي</w:t>
      </w:r>
      <w:r w:rsidR="007D6C9B">
        <w:rPr>
          <w:rtl/>
        </w:rPr>
        <w:t xml:space="preserve">ں </w:t>
      </w:r>
      <w:r>
        <w:rPr>
          <w:rtl/>
        </w:rPr>
        <w:t xml:space="preserve">سے كوئي حكمران ہوا ہے؟ </w:t>
      </w:r>
    </w:p>
    <w:p w:rsidR="00DE2D7F" w:rsidRDefault="00DE2D7F" w:rsidP="00D07B54">
      <w:pPr>
        <w:pStyle w:val="libNormal"/>
        <w:rPr>
          <w:rtl/>
        </w:rPr>
      </w:pPr>
      <w:r>
        <w:rPr>
          <w:rtl/>
        </w:rPr>
        <w:t>ابوسفيان: نہي</w:t>
      </w:r>
      <w:r w:rsidR="007D6C9B">
        <w:rPr>
          <w:rtl/>
        </w:rPr>
        <w:t xml:space="preserve">ں </w:t>
      </w:r>
      <w:r>
        <w:rPr>
          <w:rtl/>
        </w:rPr>
        <w:t xml:space="preserve">_ </w:t>
      </w:r>
    </w:p>
    <w:p w:rsidR="00DE2D7F" w:rsidRDefault="00DE2D7F" w:rsidP="00D07B54">
      <w:pPr>
        <w:pStyle w:val="libNormal"/>
        <w:rPr>
          <w:rtl/>
        </w:rPr>
      </w:pPr>
      <w:r>
        <w:rPr>
          <w:rtl/>
        </w:rPr>
        <w:t xml:space="preserve">قيصر: كيا نبوت كے دعوى سے پہلے وہ جھوٹ بولنے سے اجتناب كرتا تھا؟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DE2D7F" w:rsidRDefault="00DE2D7F" w:rsidP="00D07B54">
      <w:pPr>
        <w:pStyle w:val="libNormal"/>
        <w:rPr>
          <w:rtl/>
        </w:rPr>
      </w:pPr>
      <w:r>
        <w:rPr>
          <w:rtl/>
        </w:rPr>
        <w:t>ابوسفيان: ہا</w:t>
      </w:r>
      <w:r w:rsidR="007D6C9B">
        <w:rPr>
          <w:rtl/>
        </w:rPr>
        <w:t xml:space="preserve">ں </w:t>
      </w:r>
      <w:r>
        <w:rPr>
          <w:rtl/>
        </w:rPr>
        <w:t xml:space="preserve">محمد راست گو او رسچا انسان ہے_ </w:t>
      </w:r>
    </w:p>
    <w:p w:rsidR="00DE2D7F" w:rsidRDefault="00DE2D7F" w:rsidP="00D07B54">
      <w:pPr>
        <w:pStyle w:val="libNormal"/>
        <w:rPr>
          <w:rtl/>
        </w:rPr>
      </w:pPr>
      <w:r>
        <w:rPr>
          <w:rtl/>
        </w:rPr>
        <w:t xml:space="preserve">قيصر: كونسا طبقہ اس كا مخالف ہے اور كونسا موافق؟ </w:t>
      </w:r>
    </w:p>
    <w:p w:rsidR="00DE2D7F" w:rsidRDefault="00DE2D7F" w:rsidP="00D07B54">
      <w:pPr>
        <w:pStyle w:val="libNormal"/>
        <w:rPr>
          <w:rtl/>
        </w:rPr>
      </w:pPr>
      <w:r>
        <w:rPr>
          <w:rtl/>
        </w:rPr>
        <w:t>ابوسفيان: اشراف اس كے مخالف ہي</w:t>
      </w:r>
      <w:r w:rsidR="007D6C9B">
        <w:rPr>
          <w:rtl/>
        </w:rPr>
        <w:t xml:space="preserve">ں </w:t>
      </w:r>
      <w:r>
        <w:rPr>
          <w:rtl/>
        </w:rPr>
        <w:t>، عام او رمتوسط درجے كے لوگ اسے چاہتے ہي</w:t>
      </w:r>
      <w:r w:rsidR="007D6C9B">
        <w:rPr>
          <w:rtl/>
        </w:rPr>
        <w:t xml:space="preserve">ں </w:t>
      </w:r>
      <w:r>
        <w:rPr>
          <w:rtl/>
        </w:rPr>
        <w:t xml:space="preserve">_ </w:t>
      </w:r>
    </w:p>
    <w:p w:rsidR="00DE2D7F" w:rsidRDefault="00DE2D7F" w:rsidP="00D07B54">
      <w:pPr>
        <w:pStyle w:val="libNormal"/>
        <w:rPr>
          <w:rtl/>
        </w:rPr>
      </w:pPr>
      <w:r>
        <w:rPr>
          <w:rtl/>
        </w:rPr>
        <w:t>قيصر: اس كے پيروكارو</w:t>
      </w:r>
      <w:r w:rsidR="007D6C9B">
        <w:rPr>
          <w:rtl/>
        </w:rPr>
        <w:t xml:space="preserve">ں </w:t>
      </w:r>
      <w:r>
        <w:rPr>
          <w:rtl/>
        </w:rPr>
        <w:t>مي</w:t>
      </w:r>
      <w:r w:rsidR="007D6C9B">
        <w:rPr>
          <w:rtl/>
        </w:rPr>
        <w:t xml:space="preserve">ں </w:t>
      </w:r>
      <w:r>
        <w:rPr>
          <w:rtl/>
        </w:rPr>
        <w:t xml:space="preserve">سے كوئي اس كے دين سے پھرا بھى ہے؟ </w:t>
      </w:r>
    </w:p>
    <w:p w:rsidR="00DE2D7F" w:rsidRDefault="00DE2D7F" w:rsidP="00D07B54">
      <w:pPr>
        <w:pStyle w:val="libNormal"/>
        <w:rPr>
          <w:rtl/>
        </w:rPr>
      </w:pPr>
      <w:r>
        <w:rPr>
          <w:rtl/>
        </w:rPr>
        <w:t>ابوسفيان: نہي</w:t>
      </w:r>
      <w:r w:rsidR="007D6C9B">
        <w:rPr>
          <w:rtl/>
        </w:rPr>
        <w:t xml:space="preserve">ں </w:t>
      </w:r>
      <w:r>
        <w:rPr>
          <w:rtl/>
        </w:rPr>
        <w:t xml:space="preserve">_ </w:t>
      </w:r>
    </w:p>
    <w:p w:rsidR="00DE2D7F" w:rsidRDefault="00DE2D7F" w:rsidP="00D07B54">
      <w:pPr>
        <w:pStyle w:val="libNormal"/>
        <w:rPr>
          <w:rtl/>
        </w:rPr>
      </w:pPr>
      <w:r>
        <w:rPr>
          <w:rtl/>
        </w:rPr>
        <w:t>قيصر: كيا اس كے پيروكار روز بروز بڑھ رہے ہي</w:t>
      </w:r>
      <w:r w:rsidR="007D6C9B">
        <w:rPr>
          <w:rtl/>
        </w:rPr>
        <w:t xml:space="preserve">ں </w:t>
      </w:r>
      <w:r>
        <w:rPr>
          <w:rtl/>
        </w:rPr>
        <w:t xml:space="preserve">؟ </w:t>
      </w:r>
    </w:p>
    <w:p w:rsidR="00DE2D7F" w:rsidRDefault="00DE2D7F" w:rsidP="00D07B54">
      <w:pPr>
        <w:pStyle w:val="libNormal"/>
        <w:rPr>
          <w:rtl/>
        </w:rPr>
      </w:pPr>
      <w:r>
        <w:rPr>
          <w:rtl/>
        </w:rPr>
        <w:t>ابوسفيان:ہا</w:t>
      </w:r>
      <w:r w:rsidR="007D6C9B">
        <w:rPr>
          <w:rtl/>
        </w:rPr>
        <w:t xml:space="preserve">ں </w:t>
      </w:r>
      <w:r>
        <w:rPr>
          <w:rtl/>
        </w:rPr>
        <w:t xml:space="preserve">_ </w:t>
      </w:r>
    </w:p>
    <w:p w:rsidR="00DE2D7F" w:rsidRDefault="00DE2D7F" w:rsidP="00D07B54">
      <w:pPr>
        <w:pStyle w:val="libNormal"/>
        <w:rPr>
          <w:rtl/>
        </w:rPr>
      </w:pPr>
      <w:r>
        <w:rPr>
          <w:rtl/>
        </w:rPr>
        <w:t>اس كے بعد قيصر نے ابوسفيان او راس كے ساتھيو</w:t>
      </w:r>
      <w:r w:rsidR="007D6C9B">
        <w:rPr>
          <w:rtl/>
        </w:rPr>
        <w:t xml:space="preserve">ں </w:t>
      </w:r>
      <w:r>
        <w:rPr>
          <w:rtl/>
        </w:rPr>
        <w:t xml:space="preserve">سے كہا: </w:t>
      </w:r>
    </w:p>
    <w:p w:rsidR="00DE2D7F" w:rsidRDefault="00DE2D7F" w:rsidP="00D07B54">
      <w:pPr>
        <w:pStyle w:val="libNormal"/>
        <w:rPr>
          <w:rtl/>
        </w:rPr>
      </w:pPr>
      <w:r>
        <w:rPr>
          <w:rtl/>
        </w:rPr>
        <w:t>''اگر يہ باتي</w:t>
      </w:r>
      <w:r w:rsidR="007D6C9B">
        <w:rPr>
          <w:rtl/>
        </w:rPr>
        <w:t xml:space="preserve">ں </w:t>
      </w:r>
      <w:r>
        <w:rPr>
          <w:rtl/>
        </w:rPr>
        <w:t>سچى ہي</w:t>
      </w:r>
      <w:r w:rsidR="007D6C9B">
        <w:rPr>
          <w:rtl/>
        </w:rPr>
        <w:t xml:space="preserve">ں </w:t>
      </w:r>
      <w:r>
        <w:rPr>
          <w:rtl/>
        </w:rPr>
        <w:t>تو پھر يقينا وہ پيغمبر موعود ہي</w:t>
      </w:r>
      <w:r w:rsidR="007D6C9B">
        <w:rPr>
          <w:rtl/>
        </w:rPr>
        <w:t xml:space="preserve">ں </w:t>
      </w:r>
      <w:r>
        <w:rPr>
          <w:rtl/>
        </w:rPr>
        <w:t>، مجھے معلوم تھا كہ ايسے پيغمبر كا ظہور ہوگا ليكن مجھے يہ پتہ نہ تھا كہ وہ قريش مي</w:t>
      </w:r>
      <w:r w:rsidR="007D6C9B">
        <w:rPr>
          <w:rtl/>
        </w:rPr>
        <w:t xml:space="preserve">ں </w:t>
      </w:r>
      <w:r>
        <w:rPr>
          <w:rtl/>
        </w:rPr>
        <w:t>سے ہوگا، مي</w:t>
      </w:r>
      <w:r w:rsidR="007D6C9B">
        <w:rPr>
          <w:rtl/>
        </w:rPr>
        <w:t xml:space="preserve">ں </w:t>
      </w:r>
      <w:r>
        <w:rPr>
          <w:rtl/>
        </w:rPr>
        <w:t>تيار ہو</w:t>
      </w:r>
      <w:r w:rsidR="007D6C9B">
        <w:rPr>
          <w:rtl/>
        </w:rPr>
        <w:t xml:space="preserve">ں </w:t>
      </w:r>
      <w:r>
        <w:rPr>
          <w:rtl/>
        </w:rPr>
        <w:t>كہ اس كے لئے خضوع كرو</w:t>
      </w:r>
      <w:r w:rsidR="007D6C9B">
        <w:rPr>
          <w:rtl/>
        </w:rPr>
        <w:t xml:space="preserve">ں </w:t>
      </w:r>
      <w:r>
        <w:rPr>
          <w:rtl/>
        </w:rPr>
        <w:t>او راحترام كے طور پر اس كے پائو</w:t>
      </w:r>
      <w:r w:rsidR="007D6C9B">
        <w:rPr>
          <w:rtl/>
        </w:rPr>
        <w:t xml:space="preserve">ں </w:t>
      </w:r>
      <w:r>
        <w:rPr>
          <w:rtl/>
        </w:rPr>
        <w:t xml:space="preserve">دھوو </w:t>
      </w:r>
      <w:r w:rsidR="007D6C9B">
        <w:rPr>
          <w:rtl/>
        </w:rPr>
        <w:t xml:space="preserve">ں </w:t>
      </w:r>
      <w:r>
        <w:rPr>
          <w:rtl/>
        </w:rPr>
        <w:t>،مي</w:t>
      </w:r>
      <w:r w:rsidR="007D6C9B">
        <w:rPr>
          <w:rtl/>
        </w:rPr>
        <w:t xml:space="preserve">ں </w:t>
      </w:r>
      <w:r>
        <w:rPr>
          <w:rtl/>
        </w:rPr>
        <w:t>پيش گوئي كرتا ہو</w:t>
      </w:r>
      <w:r w:rsidR="007D6C9B">
        <w:rPr>
          <w:rtl/>
        </w:rPr>
        <w:t xml:space="preserve">ں </w:t>
      </w:r>
      <w:r>
        <w:rPr>
          <w:rtl/>
        </w:rPr>
        <w:t xml:space="preserve">كہ اس كا دين او رحكومت سرزمين روم پر غالب آئے گي''_ </w:t>
      </w:r>
    </w:p>
    <w:p w:rsidR="00DE2D7F" w:rsidRDefault="00DE2D7F" w:rsidP="00D07B54">
      <w:pPr>
        <w:pStyle w:val="libNormal"/>
        <w:rPr>
          <w:rtl/>
        </w:rPr>
      </w:pPr>
      <w:r>
        <w:rPr>
          <w:rtl/>
        </w:rPr>
        <w:t>پھر قيصر نے دحيہ كو بلايا او راس سے احترام سے پيش آيا، پيغمبر اكرم (ص) كے خط كا جواب لكھا او رآپ كے لئے دحيہ كے ذريعے ہديہ بھيجااورآپ كے نام اپنے خط مي</w:t>
      </w:r>
      <w:r w:rsidR="007D6C9B">
        <w:rPr>
          <w:rtl/>
        </w:rPr>
        <w:t xml:space="preserve">ں </w:t>
      </w:r>
      <w:r>
        <w:rPr>
          <w:rtl/>
        </w:rPr>
        <w:t xml:space="preserve">آپ سے اپنى عقيدت او رتعلق كا اظہار كيا_ </w:t>
      </w:r>
    </w:p>
    <w:p w:rsidR="00DE2D7F" w:rsidRDefault="00DE2D7F" w:rsidP="00D07B54">
      <w:pPr>
        <w:pStyle w:val="libNormal"/>
        <w:rPr>
          <w:rtl/>
        </w:rPr>
      </w:pPr>
      <w:r>
        <w:rPr>
          <w:rtl/>
        </w:rPr>
        <w:t>يہ بات جاذب نظر ہے كہ جس وقت پيغمبرا كرم (ص) كا قاصد آنحضرت(ص) كا خط لے كر قيصر روم كے پاس پہونچا تو اس نے خصوصيت كے ساتھ آپ كے قاصد كے سامنے اظہار ايمان كيا يہا</w:t>
      </w:r>
      <w:r w:rsidR="007D6C9B">
        <w:rPr>
          <w:rtl/>
        </w:rPr>
        <w:t xml:space="preserve">ں </w:t>
      </w:r>
      <w:r>
        <w:rPr>
          <w:rtl/>
        </w:rPr>
        <w:t>تك كہ وہ روميو</w:t>
      </w:r>
      <w:r w:rsidR="007D6C9B">
        <w:rPr>
          <w:rtl/>
        </w:rPr>
        <w:t xml:space="preserve">ں </w:t>
      </w:r>
      <w:r>
        <w:rPr>
          <w:rtl/>
        </w:rPr>
        <w:t>كو اس دين توحيد و اسلام كى دعوت دينا چاہتا تھا، اس نے سوچا كہ پہلے ان كى آزما</w:t>
      </w:r>
      <w:r w:rsidR="00091C36">
        <w:rPr>
          <w:rtl/>
        </w:rPr>
        <w:t xml:space="preserve">ئش </w:t>
      </w:r>
      <w:r>
        <w:rPr>
          <w:rtl/>
        </w:rPr>
        <w:t xml:space="preserve"> كى جائے، جب اس كى فوج نے محسوس كيا كہ وہ عيسائيت كو ترك كردينا چاہتا ہے تو اس نے اس كے قصر كا محاصرہ كرليا، قيصر نے ان سے فوراً كہا كہ مي</w:t>
      </w:r>
      <w:r w:rsidR="007D6C9B">
        <w:rPr>
          <w:rtl/>
        </w:rPr>
        <w:t xml:space="preserve">ں </w:t>
      </w:r>
      <w:r>
        <w:rPr>
          <w:rtl/>
        </w:rPr>
        <w:t>تو تمہي</w:t>
      </w:r>
      <w:r w:rsidR="007D6C9B">
        <w:rPr>
          <w:rtl/>
        </w:rPr>
        <w:t xml:space="preserve">ں </w:t>
      </w:r>
      <w:r>
        <w:rPr>
          <w:rtl/>
        </w:rPr>
        <w:t xml:space="preserve">آزمانا چاہتا تھا اپنى جگہ واپس چلے جائو_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0F1784" w:rsidRDefault="00DE2D7F" w:rsidP="00D07B54">
      <w:pPr>
        <w:pStyle w:val="Heading2Center"/>
        <w:rPr>
          <w:rtl/>
        </w:rPr>
      </w:pPr>
      <w:bookmarkStart w:id="414" w:name="_Toc7268811"/>
      <w:r>
        <w:rPr>
          <w:rtl/>
        </w:rPr>
        <w:t>جنگ ذات السلاسل</w:t>
      </w:r>
      <w:bookmarkEnd w:id="414"/>
    </w:p>
    <w:p w:rsidR="00DE2D7F" w:rsidRDefault="00DE2D7F" w:rsidP="00D07B54">
      <w:pPr>
        <w:pStyle w:val="libNormal"/>
        <w:rPr>
          <w:rtl/>
        </w:rPr>
      </w:pPr>
      <w:r>
        <w:rPr>
          <w:rtl/>
        </w:rPr>
        <w:t xml:space="preserve"> ہجرت كے آٹھوي</w:t>
      </w:r>
      <w:r w:rsidR="007D6C9B">
        <w:rPr>
          <w:rtl/>
        </w:rPr>
        <w:t xml:space="preserve">ں </w:t>
      </w:r>
      <w:r>
        <w:rPr>
          <w:rtl/>
        </w:rPr>
        <w:t>سال پيغمبراكرم (ص) كو خبر ملى كہ بارہ ہزار سوار سرزمين ''يابس''مي</w:t>
      </w:r>
      <w:r w:rsidR="007D6C9B">
        <w:rPr>
          <w:rtl/>
        </w:rPr>
        <w:t xml:space="preserve">ں </w:t>
      </w:r>
      <w:r>
        <w:rPr>
          <w:rtl/>
        </w:rPr>
        <w:t>جمع ہي</w:t>
      </w:r>
      <w:r w:rsidR="007D6C9B">
        <w:rPr>
          <w:rtl/>
        </w:rPr>
        <w:t xml:space="preserve">ں </w:t>
      </w:r>
      <w:r>
        <w:rPr>
          <w:rtl/>
        </w:rPr>
        <w:t>، اور انہو</w:t>
      </w:r>
      <w:r w:rsidR="007D6C9B">
        <w:rPr>
          <w:rtl/>
        </w:rPr>
        <w:t xml:space="preserve">ں </w:t>
      </w:r>
      <w:r>
        <w:rPr>
          <w:rtl/>
        </w:rPr>
        <w:t>نے ايك دوسرے كے ساتھ يہ عہد كيا ہے كہ جب تك پيغمبراكرم (ص) او رعلى عليہ السلام كو قتل نہ كرلي</w:t>
      </w:r>
      <w:r w:rsidR="007D6C9B">
        <w:rPr>
          <w:rtl/>
        </w:rPr>
        <w:t xml:space="preserve">ں </w:t>
      </w:r>
      <w:r>
        <w:rPr>
          <w:rtl/>
        </w:rPr>
        <w:t>او رمسلمانو</w:t>
      </w:r>
      <w:r w:rsidR="007D6C9B">
        <w:rPr>
          <w:rtl/>
        </w:rPr>
        <w:t xml:space="preserve">ں </w:t>
      </w:r>
      <w:r>
        <w:rPr>
          <w:rtl/>
        </w:rPr>
        <w:t>كى جماعت كو منتشر نہ كردي</w:t>
      </w:r>
      <w:r w:rsidR="007D6C9B">
        <w:rPr>
          <w:rtl/>
        </w:rPr>
        <w:t xml:space="preserve">ں </w:t>
      </w:r>
      <w:r>
        <w:rPr>
          <w:rtl/>
        </w:rPr>
        <w:t>آرام سے نہي</w:t>
      </w:r>
      <w:r w:rsidR="007D6C9B">
        <w:rPr>
          <w:rtl/>
        </w:rPr>
        <w:t xml:space="preserve">ں </w:t>
      </w:r>
      <w:r>
        <w:rPr>
          <w:rtl/>
        </w:rPr>
        <w:t>بيٹھي</w:t>
      </w:r>
      <w:r w:rsidR="007D6C9B">
        <w:rPr>
          <w:rtl/>
        </w:rPr>
        <w:t xml:space="preserve">ں </w:t>
      </w:r>
      <w:r>
        <w:rPr>
          <w:rtl/>
        </w:rPr>
        <w:t>گے _ پيغمبر اكرم (ص) نے اپنے اصحاب كى ايك بہت بڑى جماعت كو بعض صحابہ كى سركردگى مي</w:t>
      </w:r>
      <w:r w:rsidR="007D6C9B">
        <w:rPr>
          <w:rtl/>
        </w:rPr>
        <w:t xml:space="preserve">ں </w:t>
      </w:r>
      <w:r>
        <w:rPr>
          <w:rtl/>
        </w:rPr>
        <w:t xml:space="preserve">ان كى جانب روانہ كيا ليكن وہ كافى گفتگو كے بعد بغير كسى نتيجہ كے واپس آئے_ </w:t>
      </w:r>
    </w:p>
    <w:p w:rsidR="00DE2D7F" w:rsidRDefault="00DE2D7F" w:rsidP="00D07B54">
      <w:pPr>
        <w:pStyle w:val="libNormal"/>
        <w:rPr>
          <w:rtl/>
        </w:rPr>
      </w:pPr>
      <w:r>
        <w:rPr>
          <w:rtl/>
        </w:rPr>
        <w:t>آخر كار پيغمبر اكرم (ص) نے على عليہ السلام كو مہاجرين وانصار كے ايك گروہ كثير كے ساتھ ان سے جنگ كرنے كے لئے بھيجا، وہ بڑى تيزى كے ساتھ دشمن كے علاقہ كى طرف روانہ ہوئے او ررات بھر مي</w:t>
      </w:r>
      <w:r w:rsidR="007D6C9B">
        <w:rPr>
          <w:rtl/>
        </w:rPr>
        <w:t xml:space="preserve">ں </w:t>
      </w:r>
      <w:r>
        <w:rPr>
          <w:rtl/>
        </w:rPr>
        <w:t>سارا سفر طے كر كے صبح دم دشمن كو اپنے محاصرہ مي</w:t>
      </w:r>
      <w:r w:rsidR="007D6C9B">
        <w:rPr>
          <w:rtl/>
        </w:rPr>
        <w:t xml:space="preserve">ں </w:t>
      </w:r>
      <w:r>
        <w:rPr>
          <w:rtl/>
        </w:rPr>
        <w:t>لے ليا، پہلے تو ان كے سامنے اسلام كو پيش كيا، جب انہو</w:t>
      </w:r>
      <w:r w:rsidR="007D6C9B">
        <w:rPr>
          <w:rtl/>
        </w:rPr>
        <w:t xml:space="preserve">ں </w:t>
      </w:r>
      <w:r>
        <w:rPr>
          <w:rtl/>
        </w:rPr>
        <w:t>نے قبول نہ كيا تو ابھى فضا تاريك ہى تھى كہ ان پر حملہ كرديا اور انہي</w:t>
      </w:r>
      <w:r w:rsidR="007D6C9B">
        <w:rPr>
          <w:rtl/>
        </w:rPr>
        <w:t xml:space="preserve">ں </w:t>
      </w:r>
      <w:r>
        <w:rPr>
          <w:rtl/>
        </w:rPr>
        <w:t>درھم برھم كر كے ركھ ديا،ان مي</w:t>
      </w:r>
      <w:r w:rsidR="007D6C9B">
        <w:rPr>
          <w:rtl/>
        </w:rPr>
        <w:t xml:space="preserve">ں </w:t>
      </w:r>
      <w:r>
        <w:rPr>
          <w:rtl/>
        </w:rPr>
        <w:t>سے كچھ لوگو</w:t>
      </w:r>
      <w:r w:rsidR="007D6C9B">
        <w:rPr>
          <w:rtl/>
        </w:rPr>
        <w:t xml:space="preserve">ں </w:t>
      </w:r>
      <w:r>
        <w:rPr>
          <w:rtl/>
        </w:rPr>
        <w:t>كو قتل كيا ، ان كى عورتو</w:t>
      </w:r>
      <w:r w:rsidR="007D6C9B">
        <w:rPr>
          <w:rtl/>
        </w:rPr>
        <w:t xml:space="preserve">ں </w:t>
      </w:r>
      <w:r>
        <w:rPr>
          <w:rtl/>
        </w:rPr>
        <w:t>اور بچو</w:t>
      </w:r>
      <w:r w:rsidR="007D6C9B">
        <w:rPr>
          <w:rtl/>
        </w:rPr>
        <w:t xml:space="preserve">ں </w:t>
      </w:r>
      <w:r>
        <w:rPr>
          <w:rtl/>
        </w:rPr>
        <w:t xml:space="preserve">كو اسير كرليا او ربكثرت مال غنيمت كے طور پر حاصل كيا_ </w:t>
      </w:r>
    </w:p>
    <w:p w:rsidR="00DE2D7F" w:rsidRDefault="00DE2D7F" w:rsidP="00D07B54">
      <w:pPr>
        <w:pStyle w:val="libNormal"/>
        <w:rPr>
          <w:rtl/>
        </w:rPr>
      </w:pPr>
      <w:r>
        <w:rPr>
          <w:rtl/>
        </w:rPr>
        <w:t>سورہ ''والعاديات''نازل ہوئي حالانكہ ابھى سربازان اسلام مدينہ كى طرف لو ٹ كر نہي</w:t>
      </w:r>
      <w:r w:rsidR="007D6C9B">
        <w:rPr>
          <w:rtl/>
        </w:rPr>
        <w:t xml:space="preserve">ں </w:t>
      </w:r>
      <w:r>
        <w:rPr>
          <w:rtl/>
        </w:rPr>
        <w:t>آئے تھے ،پيغمبر خدا (ص) اس دن نماز صبح كے لئے آئے تو اس سورہ كى نماز مي</w:t>
      </w:r>
      <w:r w:rsidR="007D6C9B">
        <w:rPr>
          <w:rtl/>
        </w:rPr>
        <w:t xml:space="preserve">ں </w:t>
      </w:r>
      <w:r>
        <w:rPr>
          <w:rtl/>
        </w:rPr>
        <w:t>تلاوت كي،نمازكے بعد صحابہ نے عرض كيا، يہ تو ايسا سورہ ہے جسے ہم نے آج تك سنا نہي</w:t>
      </w:r>
      <w:r w:rsidR="007D6C9B">
        <w:rPr>
          <w:rtl/>
        </w:rPr>
        <w:t xml:space="preserve">ں </w:t>
      </w:r>
      <w:r>
        <w:rPr>
          <w:rtl/>
        </w:rPr>
        <w:t>ہے_ آپ نے فرمايا: ہا</w:t>
      </w:r>
      <w:r w:rsidR="007D6C9B">
        <w:rPr>
          <w:rtl/>
        </w:rPr>
        <w:t xml:space="preserve">ں </w:t>
      </w:r>
      <w:r>
        <w:rPr>
          <w:rtl/>
        </w:rPr>
        <w:t>على عليہ السلام دشمنو</w:t>
      </w:r>
      <w:r w:rsidR="007D6C9B">
        <w:rPr>
          <w:rtl/>
        </w:rPr>
        <w:t xml:space="preserve">ں </w:t>
      </w:r>
      <w:r>
        <w:rPr>
          <w:rtl/>
        </w:rPr>
        <w:t>پر فتح ياب ہوئے ہي</w:t>
      </w:r>
      <w:r w:rsidR="007D6C9B">
        <w:rPr>
          <w:rtl/>
        </w:rPr>
        <w:t xml:space="preserve">ں </w:t>
      </w:r>
      <w:r>
        <w:rPr>
          <w:rtl/>
        </w:rPr>
        <w:t>اور جبرئيل نے گزشتہ رات يہ سورہ لاكر مجھے بشارت دى ہے_ كچھ دن كے بعد على عليہ السلام غنائم او رقيديو</w:t>
      </w:r>
      <w:r w:rsidR="007D6C9B">
        <w:rPr>
          <w:rtl/>
        </w:rPr>
        <w:t xml:space="preserve">ں </w:t>
      </w:r>
      <w:r>
        <w:rPr>
          <w:rtl/>
        </w:rPr>
        <w:t>كے ساتھ مدينہ مي</w:t>
      </w:r>
      <w:r w:rsidR="007D6C9B">
        <w:rPr>
          <w:rtl/>
        </w:rPr>
        <w:t xml:space="preserve">ں </w:t>
      </w:r>
      <w:r>
        <w:rPr>
          <w:rtl/>
        </w:rPr>
        <w:t>وارد ہوئے_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)بعض كا نظريہ يہ ہے كہ يہ واقعہ اس سورہ كے واضح مصاديق مي</w:t>
      </w:r>
      <w:r w:rsidR="007D6C9B">
        <w:rPr>
          <w:rtl/>
        </w:rPr>
        <w:t xml:space="preserve">ں </w:t>
      </w:r>
      <w:r>
        <w:rPr>
          <w:rtl/>
        </w:rPr>
        <w:t>سے ايك ہے،يہ اس كا شان نزول نہي</w:t>
      </w:r>
      <w:r w:rsidR="007D6C9B">
        <w:rPr>
          <w:rtl/>
        </w:rPr>
        <w:t xml:space="preserve">ں </w:t>
      </w:r>
      <w:r>
        <w:rPr>
          <w:rtl/>
        </w:rPr>
        <w:t xml:space="preserve">ہے_ </w:t>
      </w:r>
    </w:p>
    <w:p w:rsidR="000F1784" w:rsidRDefault="00C2634E" w:rsidP="00D07B54">
      <w:pPr>
        <w:pStyle w:val="libNormal"/>
        <w:rPr>
          <w:rtl/>
        </w:rPr>
      </w:pPr>
      <w:r>
        <w:rPr>
          <w:rtl/>
        </w:rPr>
        <w:t xml:space="preserve"> </w:t>
      </w:r>
      <w:r>
        <w:rPr>
          <w:rtl/>
        </w:rPr>
        <w:br w:type="page"/>
      </w:r>
    </w:p>
    <w:p w:rsidR="000F1784" w:rsidRDefault="000F1784" w:rsidP="00D07B54">
      <w:pPr>
        <w:pStyle w:val="libNormal"/>
        <w:rPr>
          <w:rtl/>
        </w:rPr>
      </w:pPr>
    </w:p>
    <w:p w:rsidR="000F1784" w:rsidRDefault="00DE2D7F" w:rsidP="00D07B54">
      <w:pPr>
        <w:pStyle w:val="Heading2Center"/>
        <w:rPr>
          <w:rtl/>
        </w:rPr>
      </w:pPr>
      <w:bookmarkStart w:id="415" w:name="_Toc7268812"/>
      <w:r>
        <w:rPr>
          <w:rtl/>
        </w:rPr>
        <w:t xml:space="preserve">جنگ حنين </w:t>
      </w:r>
      <w:r w:rsidRPr="00AD1EF3">
        <w:rPr>
          <w:rStyle w:val="libFootnotenumChar"/>
          <w:rtl/>
        </w:rPr>
        <w:t>(</w:t>
      </w:r>
      <w:r w:rsidR="00E664BB" w:rsidRPr="00AD1EF3">
        <w:rPr>
          <w:rStyle w:val="libFootnotenumChar"/>
          <w:rtl/>
        </w:rPr>
        <w:t>1</w:t>
      </w:r>
      <w:r w:rsidRPr="00AD1EF3">
        <w:rPr>
          <w:rStyle w:val="libFootnotenumChar"/>
          <w:rtl/>
        </w:rPr>
        <w:t>)</w:t>
      </w:r>
      <w:bookmarkEnd w:id="415"/>
      <w:r>
        <w:rPr>
          <w:rtl/>
        </w:rPr>
        <w:t xml:space="preserve"> </w:t>
      </w:r>
    </w:p>
    <w:p w:rsidR="00DE2D7F" w:rsidRDefault="00DE2D7F" w:rsidP="00D07B54">
      <w:pPr>
        <w:pStyle w:val="libNormal"/>
        <w:rPr>
          <w:rtl/>
        </w:rPr>
      </w:pPr>
      <w:r>
        <w:rPr>
          <w:rtl/>
        </w:rPr>
        <w:t>اس جنگ كى ابتداء يو</w:t>
      </w:r>
      <w:r w:rsidR="007D6C9B">
        <w:rPr>
          <w:rtl/>
        </w:rPr>
        <w:t xml:space="preserve">ں </w:t>
      </w:r>
      <w:r>
        <w:rPr>
          <w:rtl/>
        </w:rPr>
        <w:t>ہوئي كہ جب ''ہوازن'' جو بہت بڑا قبيلہ تھا اسے فتح مكہ كى خبر ہوئي تو اس كے سردار مالك بن عوف نے افراد قبيلہ كو جمع كيا او ران سے كہا كہ ممكن ہے فتح مكہ كے بعد محمد ان سے جنگ كے لئے اٹھ كھڑے ہو، كہنے لگے كہ مصلحت اس مي</w:t>
      </w:r>
      <w:r w:rsidR="007D6C9B">
        <w:rPr>
          <w:rtl/>
        </w:rPr>
        <w:t xml:space="preserve">ں </w:t>
      </w:r>
      <w:r>
        <w:rPr>
          <w:rtl/>
        </w:rPr>
        <w:t>ہے كہ اس سے قبل كہ وہ ہم سے جنگ كرے ہمي</w:t>
      </w:r>
      <w:r w:rsidR="007D6C9B">
        <w:rPr>
          <w:rtl/>
        </w:rPr>
        <w:t xml:space="preserve">ں </w:t>
      </w:r>
      <w:r>
        <w:rPr>
          <w:rtl/>
        </w:rPr>
        <w:t xml:space="preserve">قدم آگے بڑھا نا چاہئے _ </w:t>
      </w:r>
    </w:p>
    <w:p w:rsidR="00DE2D7F" w:rsidRDefault="00DE2D7F" w:rsidP="00D07B54">
      <w:pPr>
        <w:pStyle w:val="libNormal"/>
        <w:rPr>
          <w:rtl/>
        </w:rPr>
      </w:pPr>
      <w:r>
        <w:rPr>
          <w:rtl/>
        </w:rPr>
        <w:t>رسول اللہ (ص) كو يہ اطلاع پہونچى تو آپ نے مسلمانو</w:t>
      </w:r>
      <w:r w:rsidR="007D6C9B">
        <w:rPr>
          <w:rtl/>
        </w:rPr>
        <w:t xml:space="preserve">ں </w:t>
      </w:r>
      <w:r>
        <w:rPr>
          <w:rtl/>
        </w:rPr>
        <w:t>كو حكم ديا كہ وہ سر زمين ہوازن كى طرف چلنے كو تيار ہو جائي</w:t>
      </w:r>
      <w:r w:rsidR="007D6C9B">
        <w:rPr>
          <w:rtl/>
        </w:rPr>
        <w:t xml:space="preserve">ں </w:t>
      </w:r>
      <w:r>
        <w:rPr>
          <w:rtl/>
        </w:rPr>
        <w:t xml:space="preserve">_ </w:t>
      </w:r>
    </w:p>
    <w:p w:rsidR="00DE2D7F" w:rsidRDefault="00E664BB" w:rsidP="00D07B54">
      <w:pPr>
        <w:pStyle w:val="libNormal"/>
        <w:rPr>
          <w:rtl/>
        </w:rPr>
      </w:pPr>
      <w:r>
        <w:rPr>
          <w:rtl/>
        </w:rPr>
        <w:t>1</w:t>
      </w:r>
      <w:r w:rsidR="00DE2D7F">
        <w:rPr>
          <w:rtl/>
        </w:rPr>
        <w:t xml:space="preserve"> ہجرى رمضان المبارك كے آخرى دن تھے يا شوال كا مہينہ تھا كہ قبيلہ ہوازن كے افراد سردار ''مالك بن عوف ''كے پاس جمع ہوئے اور اپنا مال ، اولاد او رعورتي</w:t>
      </w:r>
      <w:r w:rsidR="007D6C9B">
        <w:rPr>
          <w:rtl/>
        </w:rPr>
        <w:t xml:space="preserve">ں </w:t>
      </w:r>
      <w:r w:rsidR="00DE2D7F">
        <w:rPr>
          <w:rtl/>
        </w:rPr>
        <w:t>بھى اپنے ساتھ لے آئے تاكہ مسلمانو</w:t>
      </w:r>
      <w:r w:rsidR="007D6C9B">
        <w:rPr>
          <w:rtl/>
        </w:rPr>
        <w:t xml:space="preserve">ں </w:t>
      </w:r>
      <w:r w:rsidR="00DE2D7F">
        <w:rPr>
          <w:rtl/>
        </w:rPr>
        <w:t>سے جنگ كرتے دقت كسى كے دماغ مي</w:t>
      </w:r>
      <w:r w:rsidR="007D6C9B">
        <w:rPr>
          <w:rtl/>
        </w:rPr>
        <w:t xml:space="preserve">ں </w:t>
      </w:r>
      <w:r w:rsidR="00DE2D7F">
        <w:rPr>
          <w:rtl/>
        </w:rPr>
        <w:t>بھاگنے كا خيال نہ آئے،اسى طرح سے وہ سرزمين ''اوطاس'' مي</w:t>
      </w:r>
      <w:r w:rsidR="007D6C9B">
        <w:rPr>
          <w:rtl/>
        </w:rPr>
        <w:t xml:space="preserve">ں </w:t>
      </w:r>
      <w:r w:rsidR="00DE2D7F">
        <w:rPr>
          <w:rtl/>
        </w:rPr>
        <w:t xml:space="preserve">وارد ہوئے_ </w:t>
      </w:r>
    </w:p>
    <w:p w:rsidR="00DE2D7F" w:rsidRDefault="00DE2D7F" w:rsidP="00D07B54">
      <w:pPr>
        <w:pStyle w:val="libNormal"/>
        <w:rPr>
          <w:rtl/>
        </w:rPr>
      </w:pPr>
      <w:r>
        <w:rPr>
          <w:rtl/>
        </w:rPr>
        <w:t>پيغمبر اسلام (ص) نے لشكر كا بڑا علم باندھ كر على عليہ السلام كے ہاتھ مي</w:t>
      </w:r>
      <w:r w:rsidR="007D6C9B">
        <w:rPr>
          <w:rtl/>
        </w:rPr>
        <w:t xml:space="preserve">ں </w:t>
      </w:r>
      <w:r>
        <w:rPr>
          <w:rtl/>
        </w:rPr>
        <w:t xml:space="preserve">ديا او روہ تمام افراد جو فتح مكہ كے موقع پر اسلامى فوج كے كسى دستے كے كمانڈر تھے آنحضرت (ص) كے حكم سے اسى پرچم كے نيچے حنين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)ذيل آيات </w:t>
      </w:r>
      <w:r w:rsidR="00E664BB">
        <w:rPr>
          <w:rtl/>
        </w:rPr>
        <w:t>25</w:t>
      </w:r>
      <w:r>
        <w:rPr>
          <w:rtl/>
        </w:rPr>
        <w:t xml:space="preserve"> تا </w:t>
      </w:r>
      <w:r w:rsidR="00E664BB">
        <w:rPr>
          <w:rtl/>
        </w:rPr>
        <w:t>27</w:t>
      </w:r>
      <w:r>
        <w:rPr>
          <w:rtl/>
        </w:rPr>
        <w:t xml:space="preserve"> سورہ توبہ </w:t>
      </w:r>
    </w:p>
    <w:p w:rsidR="000F1784" w:rsidRDefault="001648F9" w:rsidP="00D07B54">
      <w:pPr>
        <w:pStyle w:val="libNormal"/>
        <w:rPr>
          <w:rtl/>
        </w:rPr>
      </w:pPr>
      <w:r>
        <w:rPr>
          <w:rtl/>
        </w:rPr>
        <w:t xml:space="preserve"> </w:t>
      </w:r>
      <w:r>
        <w:rPr>
          <w:rtl/>
        </w:rPr>
        <w:br w:type="page"/>
      </w:r>
    </w:p>
    <w:p w:rsidR="000F1784" w:rsidRDefault="000F1784" w:rsidP="00D07B54">
      <w:pPr>
        <w:pStyle w:val="libNormal"/>
        <w:rPr>
          <w:rtl/>
        </w:rPr>
      </w:pPr>
    </w:p>
    <w:p w:rsidR="00DE2D7F" w:rsidRDefault="00DE2D7F" w:rsidP="00D07B54">
      <w:pPr>
        <w:pStyle w:val="libNormal"/>
        <w:rPr>
          <w:rtl/>
        </w:rPr>
      </w:pPr>
      <w:r>
        <w:rPr>
          <w:rtl/>
        </w:rPr>
        <w:t xml:space="preserve">كے ميدان كى طرف روانہ ہوئے _ </w:t>
      </w:r>
    </w:p>
    <w:p w:rsidR="00DE2D7F" w:rsidRDefault="00DE2D7F" w:rsidP="00D07B54">
      <w:pPr>
        <w:pStyle w:val="libNormal"/>
        <w:rPr>
          <w:rtl/>
        </w:rPr>
      </w:pPr>
      <w:r>
        <w:rPr>
          <w:rtl/>
        </w:rPr>
        <w:t>رسول اللہ (ص) كو اطلاع ملى كہ ''صفوان بن اميہ'' كے پاس ايك بڑى مقدار مي</w:t>
      </w:r>
      <w:r w:rsidR="007D6C9B">
        <w:rPr>
          <w:rtl/>
        </w:rPr>
        <w:t xml:space="preserve">ں </w:t>
      </w:r>
      <w:r>
        <w:rPr>
          <w:rtl/>
        </w:rPr>
        <w:t>زرہي</w:t>
      </w:r>
      <w:r w:rsidR="007D6C9B">
        <w:rPr>
          <w:rtl/>
        </w:rPr>
        <w:t xml:space="preserve">ں </w:t>
      </w:r>
      <w:r>
        <w:rPr>
          <w:rtl/>
        </w:rPr>
        <w:t>ہي</w:t>
      </w:r>
      <w:r w:rsidR="007D6C9B">
        <w:rPr>
          <w:rtl/>
        </w:rPr>
        <w:t xml:space="preserve">ں </w:t>
      </w:r>
      <w:r>
        <w:rPr>
          <w:rtl/>
        </w:rPr>
        <w:t>آپ نے كسى كو اس كے پاس بھيجا اور اس سے سو زرہي</w:t>
      </w:r>
      <w:r w:rsidR="007D6C9B">
        <w:rPr>
          <w:rtl/>
        </w:rPr>
        <w:t xml:space="preserve">ں </w:t>
      </w:r>
      <w:r>
        <w:rPr>
          <w:rtl/>
        </w:rPr>
        <w:t>عاريتاً طلب كي، صفوان نے پوچھا واقعاً عاريتاً يا غصب كے طور پر _ رسول اللہ (ص) نے فرمايا: عاريتاً ہي</w:t>
      </w:r>
      <w:r w:rsidR="007D6C9B">
        <w:rPr>
          <w:rtl/>
        </w:rPr>
        <w:t xml:space="preserve">ں </w:t>
      </w:r>
      <w:r>
        <w:rPr>
          <w:rtl/>
        </w:rPr>
        <w:t>اور ہم ان كے ضامن ہي</w:t>
      </w:r>
      <w:r w:rsidR="007D6C9B">
        <w:rPr>
          <w:rtl/>
        </w:rPr>
        <w:t xml:space="preserve">ں </w:t>
      </w:r>
      <w:r>
        <w:rPr>
          <w:rtl/>
        </w:rPr>
        <w:t>كہ صحيح و سالم واپس كري</w:t>
      </w:r>
      <w:r w:rsidR="007D6C9B">
        <w:rPr>
          <w:rtl/>
        </w:rPr>
        <w:t xml:space="preserve">ں </w:t>
      </w:r>
      <w:r>
        <w:rPr>
          <w:rtl/>
        </w:rPr>
        <w:t xml:space="preserve">گے _ </w:t>
      </w:r>
    </w:p>
    <w:p w:rsidR="00DE2D7F" w:rsidRDefault="00DE2D7F" w:rsidP="00D07B54">
      <w:pPr>
        <w:pStyle w:val="libNormal"/>
        <w:rPr>
          <w:rtl/>
        </w:rPr>
      </w:pPr>
      <w:r>
        <w:rPr>
          <w:rtl/>
        </w:rPr>
        <w:t>صفوان نے زرہي</w:t>
      </w:r>
      <w:r w:rsidR="007D6C9B">
        <w:rPr>
          <w:rtl/>
        </w:rPr>
        <w:t xml:space="preserve">ں </w:t>
      </w:r>
      <w:r>
        <w:rPr>
          <w:rtl/>
        </w:rPr>
        <w:t>عاريتاً پيغمبر اكرم (ص) كودےدي</w:t>
      </w:r>
      <w:r w:rsidR="007D6C9B">
        <w:rPr>
          <w:rtl/>
        </w:rPr>
        <w:t xml:space="preserve">ں </w:t>
      </w:r>
      <w:r>
        <w:rPr>
          <w:rtl/>
        </w:rPr>
        <w:t xml:space="preserve">اورخود بھى آنحضرت (ص) كے ساتھ چلا _ </w:t>
      </w:r>
    </w:p>
    <w:p w:rsidR="00DE2D7F" w:rsidRDefault="00DE2D7F" w:rsidP="00D07B54">
      <w:pPr>
        <w:pStyle w:val="libNormal"/>
        <w:rPr>
          <w:rtl/>
        </w:rPr>
      </w:pPr>
      <w:r>
        <w:rPr>
          <w:rtl/>
        </w:rPr>
        <w:t>فوج مي</w:t>
      </w:r>
      <w:r w:rsidR="007D6C9B">
        <w:rPr>
          <w:rtl/>
        </w:rPr>
        <w:t xml:space="preserve">ں </w:t>
      </w:r>
      <w:r>
        <w:rPr>
          <w:rtl/>
        </w:rPr>
        <w:t>كچھ ايسے افراد تھے جنہو</w:t>
      </w:r>
      <w:r w:rsidR="007D6C9B">
        <w:rPr>
          <w:rtl/>
        </w:rPr>
        <w:t xml:space="preserve">ں </w:t>
      </w:r>
      <w:r>
        <w:rPr>
          <w:rtl/>
        </w:rPr>
        <w:t xml:space="preserve">نے فتح مكہ كے موقع پر اسلام قبول كيا تھا، ان كے علاوہ دس ہزار وہ مجاہدين اسلام تھے جو پيغمبر اكرم(ص) كے ساتھ فتح مكہ كے لئے آئے تھے ، يہ تعداد مجموعاً بارہ ہزار بنتى ہے، يہ سب ميدان جنگ كى طرف چل پڑے _ </w:t>
      </w:r>
    </w:p>
    <w:p w:rsidR="00DE2D7F" w:rsidRDefault="00DE2D7F" w:rsidP="00D07B54">
      <w:pPr>
        <w:pStyle w:val="libNormal"/>
        <w:rPr>
          <w:rtl/>
        </w:rPr>
      </w:pPr>
    </w:p>
    <w:p w:rsidR="000F1784" w:rsidRDefault="00DE2D7F" w:rsidP="00D07B54">
      <w:pPr>
        <w:pStyle w:val="Heading2Center"/>
        <w:rPr>
          <w:rtl/>
        </w:rPr>
      </w:pPr>
      <w:bookmarkStart w:id="416" w:name="_Toc7268813"/>
      <w:r>
        <w:rPr>
          <w:rtl/>
        </w:rPr>
        <w:t>دشمن كے لشكر كا مورچہ</w:t>
      </w:r>
      <w:bookmarkEnd w:id="416"/>
      <w:r>
        <w:rPr>
          <w:rtl/>
        </w:rPr>
        <w:t xml:space="preserve"> </w:t>
      </w:r>
    </w:p>
    <w:p w:rsidR="00DE2D7F" w:rsidRDefault="00DE2D7F" w:rsidP="00D07B54">
      <w:pPr>
        <w:pStyle w:val="libNormal"/>
        <w:rPr>
          <w:rtl/>
        </w:rPr>
      </w:pPr>
      <w:r>
        <w:rPr>
          <w:rtl/>
        </w:rPr>
        <w:t>''مالك بن عوف'' ايك مرد جرى او رہمت و حوصلے والا انسان تھا، اس نے اپنے قبيلے كو حكم ديا كہ اپنى تلوارو</w:t>
      </w:r>
      <w:r w:rsidR="007D6C9B">
        <w:rPr>
          <w:rtl/>
        </w:rPr>
        <w:t xml:space="preserve">ں </w:t>
      </w:r>
      <w:r>
        <w:rPr>
          <w:rtl/>
        </w:rPr>
        <w:t>كے نيام توڑ ڈالي</w:t>
      </w:r>
      <w:r w:rsidR="007D6C9B">
        <w:rPr>
          <w:rtl/>
        </w:rPr>
        <w:t xml:space="preserve">ں </w:t>
      </w:r>
      <w:r>
        <w:rPr>
          <w:rtl/>
        </w:rPr>
        <w:t>او رپہاڑ كى غارو</w:t>
      </w:r>
      <w:r w:rsidR="007D6C9B">
        <w:rPr>
          <w:rtl/>
        </w:rPr>
        <w:t xml:space="preserve">ں </w:t>
      </w:r>
      <w:r>
        <w:rPr>
          <w:rtl/>
        </w:rPr>
        <w:t>مي</w:t>
      </w:r>
      <w:r w:rsidR="007D6C9B">
        <w:rPr>
          <w:rtl/>
        </w:rPr>
        <w:t xml:space="preserve">ں </w:t>
      </w:r>
      <w:r>
        <w:rPr>
          <w:rtl/>
        </w:rPr>
        <w:t>، درو</w:t>
      </w:r>
      <w:r w:rsidR="007D6C9B">
        <w:rPr>
          <w:rtl/>
        </w:rPr>
        <w:t xml:space="preserve">ں </w:t>
      </w:r>
      <w:r>
        <w:rPr>
          <w:rtl/>
        </w:rPr>
        <w:t>كے اطراف مي</w:t>
      </w:r>
      <w:r w:rsidR="007D6C9B">
        <w:rPr>
          <w:rtl/>
        </w:rPr>
        <w:t xml:space="preserve">ں </w:t>
      </w:r>
      <w:r>
        <w:rPr>
          <w:rtl/>
        </w:rPr>
        <w:t>او ردرختو</w:t>
      </w:r>
      <w:r w:rsidR="007D6C9B">
        <w:rPr>
          <w:rtl/>
        </w:rPr>
        <w:t xml:space="preserve">ں </w:t>
      </w:r>
      <w:r>
        <w:rPr>
          <w:rtl/>
        </w:rPr>
        <w:t>كے درميان لشكر اسلام كے راستے مي</w:t>
      </w:r>
      <w:r w:rsidR="007D6C9B">
        <w:rPr>
          <w:rtl/>
        </w:rPr>
        <w:t xml:space="preserve">ں </w:t>
      </w:r>
      <w:r>
        <w:rPr>
          <w:rtl/>
        </w:rPr>
        <w:t>كمين گاہي</w:t>
      </w:r>
      <w:r w:rsidR="007D6C9B">
        <w:rPr>
          <w:rtl/>
        </w:rPr>
        <w:t xml:space="preserve">ں </w:t>
      </w:r>
      <w:r>
        <w:rPr>
          <w:rtl/>
        </w:rPr>
        <w:t>بنائي</w:t>
      </w:r>
      <w:r w:rsidR="007D6C9B">
        <w:rPr>
          <w:rtl/>
        </w:rPr>
        <w:t xml:space="preserve">ں </w:t>
      </w:r>
      <w:r>
        <w:rPr>
          <w:rtl/>
        </w:rPr>
        <w:t>اور جب اول صبح كى تاريكى مي</w:t>
      </w:r>
      <w:r w:rsidR="007D6C9B">
        <w:rPr>
          <w:rtl/>
        </w:rPr>
        <w:t xml:space="preserve">ں </w:t>
      </w:r>
      <w:r>
        <w:rPr>
          <w:rtl/>
        </w:rPr>
        <w:t>مسلمان وہا</w:t>
      </w:r>
      <w:r w:rsidR="007D6C9B">
        <w:rPr>
          <w:rtl/>
        </w:rPr>
        <w:t xml:space="preserve">ں </w:t>
      </w:r>
      <w:r>
        <w:rPr>
          <w:rtl/>
        </w:rPr>
        <w:t>پہنچي</w:t>
      </w:r>
      <w:r w:rsidR="007D6C9B">
        <w:rPr>
          <w:rtl/>
        </w:rPr>
        <w:t xml:space="preserve">ں </w:t>
      </w:r>
      <w:r>
        <w:rPr>
          <w:rtl/>
        </w:rPr>
        <w:t>تو اچانك اور ايك ہى بار ان پر حملہ كردي</w:t>
      </w:r>
      <w:r w:rsidR="007D6C9B">
        <w:rPr>
          <w:rtl/>
        </w:rPr>
        <w:t xml:space="preserve">ں </w:t>
      </w:r>
      <w:r>
        <w:rPr>
          <w:rtl/>
        </w:rPr>
        <w:t>اور اسے فنا كردي</w:t>
      </w:r>
      <w:r w:rsidR="007D6C9B">
        <w:rPr>
          <w:rtl/>
        </w:rPr>
        <w:t xml:space="preserve">ں </w:t>
      </w:r>
      <w:r>
        <w:rPr>
          <w:rtl/>
        </w:rPr>
        <w:t xml:space="preserve">_ </w:t>
      </w:r>
    </w:p>
    <w:p w:rsidR="00DE2D7F" w:rsidRDefault="00DE2D7F" w:rsidP="00D07B54">
      <w:pPr>
        <w:pStyle w:val="libNormal"/>
        <w:rPr>
          <w:rtl/>
        </w:rPr>
      </w:pPr>
      <w:r>
        <w:rPr>
          <w:rtl/>
        </w:rPr>
        <w:t>اس نے مزيد كہا :محمد كا ابھى تك جنگجو لوگو</w:t>
      </w:r>
      <w:r w:rsidR="007D6C9B">
        <w:rPr>
          <w:rtl/>
        </w:rPr>
        <w:t xml:space="preserve">ں </w:t>
      </w:r>
      <w:r>
        <w:rPr>
          <w:rtl/>
        </w:rPr>
        <w:t>سے سامنا نہي</w:t>
      </w:r>
      <w:r w:rsidR="007D6C9B">
        <w:rPr>
          <w:rtl/>
        </w:rPr>
        <w:t xml:space="preserve">ں </w:t>
      </w:r>
      <w:r>
        <w:rPr>
          <w:rtl/>
        </w:rPr>
        <w:t xml:space="preserve">ہوا كہ وہ شكست كا مزہ چكھتا _ </w:t>
      </w:r>
    </w:p>
    <w:p w:rsidR="00DE2D7F" w:rsidRDefault="00DE2D7F" w:rsidP="00D07B54">
      <w:pPr>
        <w:pStyle w:val="libNormal"/>
        <w:rPr>
          <w:rtl/>
        </w:rPr>
      </w:pPr>
      <w:r>
        <w:rPr>
          <w:rtl/>
        </w:rPr>
        <w:t>رسول اللہ (ص) اپنے اصحاب كے ہمراہ نماز صبح پڑھ چكے تو آپ (ص) نے حكم ديا كہ سر زمين حنين كى طرف چل پڑي</w:t>
      </w:r>
      <w:r w:rsidR="007D6C9B">
        <w:rPr>
          <w:rtl/>
        </w:rPr>
        <w:t xml:space="preserve">ں </w:t>
      </w:r>
      <w:r>
        <w:rPr>
          <w:rtl/>
        </w:rPr>
        <w:t>،اس موقع پر اچانك لشكر'' ہوازن'' نے ہر طرف سے مسلمانو</w:t>
      </w:r>
      <w:r w:rsidR="007D6C9B">
        <w:rPr>
          <w:rtl/>
        </w:rPr>
        <w:t xml:space="preserve">ں </w:t>
      </w:r>
      <w:r>
        <w:rPr>
          <w:rtl/>
        </w:rPr>
        <w:t>پرتيرو</w:t>
      </w:r>
      <w:r w:rsidR="007D6C9B">
        <w:rPr>
          <w:rtl/>
        </w:rPr>
        <w:t xml:space="preserve">ں </w:t>
      </w:r>
      <w:r>
        <w:rPr>
          <w:rtl/>
        </w:rPr>
        <w:t>كى بوچھار كر دي، وہ دستہ جو مقدمہ لشكر مي</w:t>
      </w:r>
      <w:r w:rsidR="007D6C9B">
        <w:rPr>
          <w:rtl/>
        </w:rPr>
        <w:t xml:space="preserve">ں </w:t>
      </w:r>
      <w:r>
        <w:rPr>
          <w:rtl/>
        </w:rPr>
        <w:t>تھا (اور جس مي</w:t>
      </w:r>
      <w:r w:rsidR="007D6C9B">
        <w:rPr>
          <w:rtl/>
        </w:rPr>
        <w:t xml:space="preserve">ں </w:t>
      </w:r>
      <w:r>
        <w:rPr>
          <w:rtl/>
        </w:rPr>
        <w:t xml:space="preserve">مكہ كے نئے نئے مسلمان بھى تھے ) بھاگ كھڑا ہوا، اس كے سبب باقى ماندہ لشكر بھى پريشان ہوكر بھاگ كھڑا ہوا _ </w:t>
      </w:r>
    </w:p>
    <w:p w:rsidR="00DE2D7F" w:rsidRDefault="00DE2D7F" w:rsidP="00D07B54">
      <w:pPr>
        <w:pStyle w:val="libNormal"/>
        <w:rPr>
          <w:rtl/>
        </w:rPr>
      </w:pPr>
      <w:r>
        <w:rPr>
          <w:rtl/>
        </w:rPr>
        <w:t>خداوندمتعال نے اس موقع پر دشمن كے ساتھ انہي</w:t>
      </w:r>
      <w:r w:rsidR="007D6C9B">
        <w:rPr>
          <w:rtl/>
        </w:rPr>
        <w:t xml:space="preserve">ں </w:t>
      </w:r>
      <w:r>
        <w:rPr>
          <w:rtl/>
        </w:rPr>
        <w:t xml:space="preserve">ان كى حالت پر چھوڑ ديا او روقتى طور پر ان كى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نصرت سے ہاتھ اٹھاليا كيونكہ مسلمان اپنى كثرت تعداد پر مغرور تھے، لہذا ان مي</w:t>
      </w:r>
      <w:r w:rsidR="007D6C9B">
        <w:rPr>
          <w:rtl/>
        </w:rPr>
        <w:t xml:space="preserve">ں </w:t>
      </w:r>
      <w:r>
        <w:rPr>
          <w:rtl/>
        </w:rPr>
        <w:t>شكست كے آثار اشكار ہوئے، ليكن حضرت على عليہ السلام جو لشكر اسلام كے علمبردار تھے وہ مٹھى بھر افراد سميت دشمن كے مقابلے مي</w:t>
      </w:r>
      <w:r w:rsidR="007D6C9B">
        <w:rPr>
          <w:rtl/>
        </w:rPr>
        <w:t xml:space="preserve">ں </w:t>
      </w:r>
      <w:r>
        <w:rPr>
          <w:rtl/>
        </w:rPr>
        <w:t xml:space="preserve">ڈٹے رہے او راسى طرح جنگ جارى ركھے رہے _ </w:t>
      </w:r>
    </w:p>
    <w:p w:rsidR="00DE2D7F" w:rsidRDefault="00DE2D7F" w:rsidP="00D07B54">
      <w:pPr>
        <w:pStyle w:val="libNormal"/>
        <w:rPr>
          <w:rtl/>
        </w:rPr>
      </w:pPr>
      <w:r>
        <w:rPr>
          <w:rtl/>
        </w:rPr>
        <w:t>اس وقت پيغمبر اكرم (ص) قلب لشكر مي</w:t>
      </w:r>
      <w:r w:rsidR="007D6C9B">
        <w:rPr>
          <w:rtl/>
        </w:rPr>
        <w:t xml:space="preserve">ں </w:t>
      </w:r>
      <w:r>
        <w:rPr>
          <w:rtl/>
        </w:rPr>
        <w:t>تھے، رسول اللہ كے چچا عباس بنى ہاشم كے چند افراد كے ساتھ آپ (ص) كے گرد حلقہ باندھے ہوئے تھے، يہ كل افراد نو سے زيادہ نہ تھے دسوي</w:t>
      </w:r>
      <w:r w:rsidR="007D6C9B">
        <w:rPr>
          <w:rtl/>
        </w:rPr>
        <w:t xml:space="preserve">ں </w:t>
      </w:r>
      <w:r>
        <w:rPr>
          <w:rtl/>
        </w:rPr>
        <w:t>ام ايمن كے فرزند ايمن تھے، مقدمہ لشكر كے سپاہى فرار كے موقع پر رسول اللہ (ص) كے پاس سے گزرے تو آنحضرت(ص) نے عباس كو جن كى آواز بلند او رزور دار تھى كو حكم ديا كہ اس ٹيلے پر جو قريب ہے چڑھ جائي</w:t>
      </w:r>
      <w:r w:rsidR="007D6C9B">
        <w:rPr>
          <w:rtl/>
        </w:rPr>
        <w:t xml:space="preserve">ں </w:t>
      </w:r>
      <w:r>
        <w:rPr>
          <w:rtl/>
        </w:rPr>
        <w:t>او رمسلمانو</w:t>
      </w:r>
      <w:r w:rsidR="007D6C9B">
        <w:rPr>
          <w:rtl/>
        </w:rPr>
        <w:t xml:space="preserve">ں </w:t>
      </w:r>
      <w:r>
        <w:rPr>
          <w:rtl/>
        </w:rPr>
        <w:t>كو پكاري</w:t>
      </w:r>
      <w:r w:rsidR="007D6C9B">
        <w:rPr>
          <w:rtl/>
        </w:rPr>
        <w:t xml:space="preserve">ں </w:t>
      </w:r>
      <w:r>
        <w:rPr>
          <w:rtl/>
        </w:rPr>
        <w:t xml:space="preserve">: </w:t>
      </w:r>
    </w:p>
    <w:p w:rsidR="00DE2D7F" w:rsidRDefault="00DE2D7F" w:rsidP="00D07B54">
      <w:pPr>
        <w:pStyle w:val="libNormal"/>
        <w:rPr>
          <w:rtl/>
        </w:rPr>
      </w:pPr>
      <w:r>
        <w:rPr>
          <w:rtl/>
        </w:rPr>
        <w:t xml:space="preserve">''يا معشر المھاجرين والانصار يا اصحاب سورةالبقرة يا اھل بيعت الشجرة الى اين تفرون ھذا رسول اللہ _ '' </w:t>
      </w:r>
    </w:p>
    <w:p w:rsidR="00DE2D7F" w:rsidRDefault="00DE2D7F" w:rsidP="00D07B54">
      <w:pPr>
        <w:pStyle w:val="libNormal"/>
        <w:rPr>
          <w:rtl/>
        </w:rPr>
      </w:pPr>
      <w:r>
        <w:rPr>
          <w:rtl/>
        </w:rPr>
        <w:t xml:space="preserve">اے مہاجرين وانصار اے سورہ بقرہ كے ساتھيو </w:t>
      </w:r>
    </w:p>
    <w:p w:rsidR="00DE2D7F" w:rsidRDefault="00DE2D7F" w:rsidP="00D07B54">
      <w:pPr>
        <w:pStyle w:val="libNormal"/>
        <w:rPr>
          <w:rtl/>
        </w:rPr>
      </w:pPr>
      <w:r>
        <w:rPr>
          <w:rtl/>
        </w:rPr>
        <w:t>اے درخت كے نيچے بيعت كرنے والوكہا</w:t>
      </w:r>
      <w:r w:rsidR="007D6C9B">
        <w:rPr>
          <w:rtl/>
        </w:rPr>
        <w:t xml:space="preserve">ں </w:t>
      </w:r>
      <w:r>
        <w:rPr>
          <w:rtl/>
        </w:rPr>
        <w:t>بھاگے جارہے ہو؟ رسول اللہ (ص) تو يہا</w:t>
      </w:r>
      <w:r w:rsidR="007D6C9B">
        <w:rPr>
          <w:rtl/>
        </w:rPr>
        <w:t xml:space="preserve">ں </w:t>
      </w:r>
      <w:r>
        <w:rPr>
          <w:rtl/>
        </w:rPr>
        <w:t>ہي</w:t>
      </w:r>
      <w:r w:rsidR="007D6C9B">
        <w:rPr>
          <w:rtl/>
        </w:rPr>
        <w:t xml:space="preserve">ں </w:t>
      </w:r>
      <w:r>
        <w:rPr>
          <w:rtl/>
        </w:rPr>
        <w:t>_ مسلمانو</w:t>
      </w:r>
      <w:r w:rsidR="007D6C9B">
        <w:rPr>
          <w:rtl/>
        </w:rPr>
        <w:t xml:space="preserve">ں </w:t>
      </w:r>
      <w:r>
        <w:rPr>
          <w:rtl/>
        </w:rPr>
        <w:t xml:space="preserve">نے جب عباس كى آواز سنى تو پلٹ آئے اور كہنے لگے:لبيك لبيك </w:t>
      </w:r>
    </w:p>
    <w:p w:rsidR="00DE2D7F" w:rsidRDefault="00DE2D7F" w:rsidP="00D07B54">
      <w:pPr>
        <w:pStyle w:val="libNormal"/>
        <w:rPr>
          <w:rtl/>
        </w:rPr>
      </w:pPr>
      <w:r>
        <w:rPr>
          <w:rtl/>
        </w:rPr>
        <w:t>خصوصاً لوٹ آنے والو</w:t>
      </w:r>
      <w:r w:rsidR="007D6C9B">
        <w:rPr>
          <w:rtl/>
        </w:rPr>
        <w:t xml:space="preserve">ں </w:t>
      </w:r>
      <w:r>
        <w:rPr>
          <w:rtl/>
        </w:rPr>
        <w:t>مي</w:t>
      </w:r>
      <w:r w:rsidR="007D6C9B">
        <w:rPr>
          <w:rtl/>
        </w:rPr>
        <w:t xml:space="preserve">ں </w:t>
      </w:r>
      <w:r>
        <w:rPr>
          <w:rtl/>
        </w:rPr>
        <w:t>انصار نے پيش قدمى كى او رفوج دشمن پر ہر طرف سے سخت حملہ كيا اور نصرت الہى سے پيش قدمى جارى ركھى يہا</w:t>
      </w:r>
      <w:r w:rsidR="007D6C9B">
        <w:rPr>
          <w:rtl/>
        </w:rPr>
        <w:t xml:space="preserve">ں </w:t>
      </w:r>
      <w:r>
        <w:rPr>
          <w:rtl/>
        </w:rPr>
        <w:t>تك كہ قبيلہ ہوازن وحشت زدہ ہوكر ہر طرف بكھر گيا، مسلمان ان كا تعاقب كررہے تھے، لشكر دشمن مي</w:t>
      </w:r>
      <w:r w:rsidR="007D6C9B">
        <w:rPr>
          <w:rtl/>
        </w:rPr>
        <w:t xml:space="preserve">ں </w:t>
      </w:r>
      <w:r>
        <w:rPr>
          <w:rtl/>
        </w:rPr>
        <w:t>سے تقريباً ايك سو افراد مارے گئے ،ان كے اموال غنيمت كے طور پر مسلمانو</w:t>
      </w:r>
      <w:r w:rsidR="007D6C9B">
        <w:rPr>
          <w:rtl/>
        </w:rPr>
        <w:t xml:space="preserve">ں </w:t>
      </w:r>
      <w:r>
        <w:rPr>
          <w:rtl/>
        </w:rPr>
        <w:t>كے ہاتھ لگے او ركچھ ان مي</w:t>
      </w:r>
      <w:r w:rsidR="007D6C9B">
        <w:rPr>
          <w:rtl/>
        </w:rPr>
        <w:t xml:space="preserve">ں </w:t>
      </w:r>
      <w:r>
        <w:rPr>
          <w:rtl/>
        </w:rPr>
        <w:t xml:space="preserve">سے قيدى بنا لئے گئے _ </w:t>
      </w:r>
    </w:p>
    <w:p w:rsidR="00DE2D7F" w:rsidRDefault="00DE2D7F" w:rsidP="00D07B54">
      <w:pPr>
        <w:pStyle w:val="libNormal"/>
        <w:rPr>
          <w:rtl/>
        </w:rPr>
      </w:pPr>
      <w:r>
        <w:rPr>
          <w:rtl/>
        </w:rPr>
        <w:t>لكھا ہے كہ اس تاريخى واقعہ كے آخر مي</w:t>
      </w:r>
      <w:r w:rsidR="007D6C9B">
        <w:rPr>
          <w:rtl/>
        </w:rPr>
        <w:t xml:space="preserve">ں </w:t>
      </w:r>
      <w:r>
        <w:rPr>
          <w:rtl/>
        </w:rPr>
        <w:t>قبيلہ ہوازن كے نمائندے رسول اللہ (ص) كى خدمت مي</w:t>
      </w:r>
      <w:r w:rsidR="007D6C9B">
        <w:rPr>
          <w:rtl/>
        </w:rPr>
        <w:t xml:space="preserve">ں </w:t>
      </w:r>
      <w:r>
        <w:rPr>
          <w:rtl/>
        </w:rPr>
        <w:t>حاضر ہوئے او راسلام قبول كرليا،پيغمبر اكرم (ص) نے ان سے بہت محبت و الفت فرمائي، يہا</w:t>
      </w:r>
      <w:r w:rsidR="007D6C9B">
        <w:rPr>
          <w:rtl/>
        </w:rPr>
        <w:t xml:space="preserve">ں </w:t>
      </w:r>
      <w:r>
        <w:rPr>
          <w:rtl/>
        </w:rPr>
        <w:t>تك كہ ان كے سر براہ مالك بن عوف نے بھى اسلام قبو كر ليا، آپ (ص) نے اس كا مال او رقيدى اسے واپس كرديئےو راس كے قبيلہ كے مسلمانو</w:t>
      </w:r>
      <w:r w:rsidR="007D6C9B">
        <w:rPr>
          <w:rtl/>
        </w:rPr>
        <w:t xml:space="preserve">ں </w:t>
      </w:r>
      <w:r>
        <w:rPr>
          <w:rtl/>
        </w:rPr>
        <w:t xml:space="preserve">كى سردارى بھى اس كے سپرد كردى _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درحققت ابتداء مي</w:t>
      </w:r>
      <w:r w:rsidR="007D6C9B">
        <w:rPr>
          <w:rtl/>
        </w:rPr>
        <w:t xml:space="preserve">ں </w:t>
      </w:r>
      <w:r>
        <w:rPr>
          <w:rtl/>
        </w:rPr>
        <w:t>مسلمانو</w:t>
      </w:r>
      <w:r w:rsidR="007D6C9B">
        <w:rPr>
          <w:rtl/>
        </w:rPr>
        <w:t xml:space="preserve">ں </w:t>
      </w:r>
      <w:r>
        <w:rPr>
          <w:rtl/>
        </w:rPr>
        <w:t>كى شكست كا اہم عامل غرور و تكبر جو كثرت فوج كى وجہ سے ان مي</w:t>
      </w:r>
      <w:r w:rsidR="007D6C9B">
        <w:rPr>
          <w:rtl/>
        </w:rPr>
        <w:t xml:space="preserve">ں </w:t>
      </w:r>
      <w:r>
        <w:rPr>
          <w:rtl/>
        </w:rPr>
        <w:t>پيدا ہوگيا تھا، اسكے علاوہ دو ہزا رنئے مسلمانو</w:t>
      </w:r>
      <w:r w:rsidR="007D6C9B">
        <w:rPr>
          <w:rtl/>
        </w:rPr>
        <w:t xml:space="preserve">ں </w:t>
      </w:r>
      <w:r>
        <w:rPr>
          <w:rtl/>
        </w:rPr>
        <w:t>كا وجود تھا جن مي</w:t>
      </w:r>
      <w:r w:rsidR="007D6C9B">
        <w:rPr>
          <w:rtl/>
        </w:rPr>
        <w:t xml:space="preserve">ں </w:t>
      </w:r>
      <w:r>
        <w:rPr>
          <w:rtl/>
        </w:rPr>
        <w:t>سے بعض فطرى طور پر منافق تھے ، كچھ ان مي</w:t>
      </w:r>
      <w:r w:rsidR="007D6C9B">
        <w:rPr>
          <w:rtl/>
        </w:rPr>
        <w:t xml:space="preserve">ں </w:t>
      </w:r>
      <w:r>
        <w:rPr>
          <w:rtl/>
        </w:rPr>
        <w:t>مال غنيمت كے حصول كے لئے شامل ہوگئے تھے او ربعض بغير كسى مقصد كے ان مي</w:t>
      </w:r>
      <w:r w:rsidR="007D6C9B">
        <w:rPr>
          <w:rtl/>
        </w:rPr>
        <w:t xml:space="preserve">ں </w:t>
      </w:r>
      <w:r>
        <w:rPr>
          <w:rtl/>
        </w:rPr>
        <w:t xml:space="preserve">شامل ہوگئے تھے_ </w:t>
      </w:r>
    </w:p>
    <w:p w:rsidR="00DE2D7F" w:rsidRDefault="00DE2D7F" w:rsidP="00D07B54">
      <w:pPr>
        <w:pStyle w:val="libNormal"/>
        <w:rPr>
          <w:rtl/>
        </w:rPr>
      </w:pPr>
      <w:r>
        <w:rPr>
          <w:rtl/>
        </w:rPr>
        <w:t>نہائي كاميابى كا سبب حضرت رسول اكرم (ص) ، حضرت على عليہ السلام اور بعض اصحاب كا قيام تھا، اور پہلے والو</w:t>
      </w:r>
      <w:r w:rsidR="007D6C9B">
        <w:rPr>
          <w:rtl/>
        </w:rPr>
        <w:t xml:space="preserve">ں </w:t>
      </w:r>
      <w:r>
        <w:rPr>
          <w:rtl/>
        </w:rPr>
        <w:t>كا عہد و پيمان اور خدا پر ايمان اور اس كى مدد پر خاص توجہ باعث بنى كہ مسلمانو</w:t>
      </w:r>
      <w:r w:rsidR="007D6C9B">
        <w:rPr>
          <w:rtl/>
        </w:rPr>
        <w:t xml:space="preserve">ں </w:t>
      </w:r>
      <w:r>
        <w:rPr>
          <w:rtl/>
        </w:rPr>
        <w:t>كو اس جنگ مي</w:t>
      </w:r>
      <w:r w:rsidR="007D6C9B">
        <w:rPr>
          <w:rtl/>
        </w:rPr>
        <w:t xml:space="preserve">ں </w:t>
      </w:r>
      <w:r>
        <w:rPr>
          <w:rtl/>
        </w:rPr>
        <w:t xml:space="preserve">كاميابى ملي_ </w:t>
      </w:r>
    </w:p>
    <w:p w:rsidR="00DE2D7F" w:rsidRDefault="00DE2D7F" w:rsidP="00D07B54">
      <w:pPr>
        <w:pStyle w:val="libNormal"/>
        <w:rPr>
          <w:rtl/>
        </w:rPr>
      </w:pPr>
    </w:p>
    <w:p w:rsidR="00B8090C" w:rsidRDefault="00DE2D7F" w:rsidP="00D07B54">
      <w:pPr>
        <w:pStyle w:val="Heading2Center"/>
        <w:rPr>
          <w:rtl/>
        </w:rPr>
      </w:pPr>
      <w:bookmarkStart w:id="417" w:name="_Toc7268814"/>
      <w:r>
        <w:rPr>
          <w:rtl/>
        </w:rPr>
        <w:t>بھاگنے والے كون تھے ؟</w:t>
      </w:r>
      <w:bookmarkEnd w:id="417"/>
    </w:p>
    <w:p w:rsidR="00DE2D7F" w:rsidRDefault="00DE2D7F" w:rsidP="00D07B54">
      <w:pPr>
        <w:pStyle w:val="libNormal"/>
        <w:rPr>
          <w:rtl/>
        </w:rPr>
      </w:pPr>
      <w:r>
        <w:rPr>
          <w:rtl/>
        </w:rPr>
        <w:t xml:space="preserve"> اس بات پر تقريباً اتفاق ہے كہ ميدان حنين مي</w:t>
      </w:r>
      <w:r w:rsidR="007D6C9B">
        <w:rPr>
          <w:rtl/>
        </w:rPr>
        <w:t xml:space="preserve">ں </w:t>
      </w:r>
      <w:r>
        <w:rPr>
          <w:rtl/>
        </w:rPr>
        <w:t>سے اكثريت ابتداء مي</w:t>
      </w:r>
      <w:r w:rsidR="007D6C9B">
        <w:rPr>
          <w:rtl/>
        </w:rPr>
        <w:t xml:space="preserve">ں </w:t>
      </w:r>
      <w:r>
        <w:rPr>
          <w:rtl/>
        </w:rPr>
        <w:t>بھاگ گئي تھي، جو باقى رہ گئے تھے ان كى تعداد ايك روايت كے مطابق دس تھى او ربعض نے تو ان كى تعداد چار بيان كى ہے بعض نے زيادہ سے زيادہ سو افراد لكھے ہي</w:t>
      </w:r>
      <w:r w:rsidR="007D6C9B">
        <w:rPr>
          <w:rtl/>
        </w:rPr>
        <w:t xml:space="preserve">ں </w:t>
      </w:r>
      <w:r>
        <w:rPr>
          <w:rtl/>
        </w:rPr>
        <w:t xml:space="preserve">_ </w:t>
      </w:r>
    </w:p>
    <w:p w:rsidR="00DE2D7F" w:rsidRDefault="00DE2D7F" w:rsidP="00D07B54">
      <w:pPr>
        <w:pStyle w:val="libNormal"/>
        <w:rPr>
          <w:rtl/>
        </w:rPr>
      </w:pPr>
      <w:r>
        <w:rPr>
          <w:rtl/>
        </w:rPr>
        <w:t>بعض مشہور روايات كے مطابق چونكہ پہلے خلفاء بھى بھاگ جانے والو</w:t>
      </w:r>
      <w:r w:rsidR="007D6C9B">
        <w:rPr>
          <w:rtl/>
        </w:rPr>
        <w:t xml:space="preserve">ں </w:t>
      </w:r>
      <w:r>
        <w:rPr>
          <w:rtl/>
        </w:rPr>
        <w:t>مي</w:t>
      </w:r>
      <w:r w:rsidR="007D6C9B">
        <w:rPr>
          <w:rtl/>
        </w:rPr>
        <w:t xml:space="preserve">ں </w:t>
      </w:r>
      <w:r>
        <w:rPr>
          <w:rtl/>
        </w:rPr>
        <w:t>سے تھے لہذا بعض اہل سنت مفسرين نے كوشش كى ہے كہ اس فرار كو ايك فطرى چيز كے طور پر پيش كيا جائے _ المنار كے مو لف لكھتے ہي</w:t>
      </w:r>
      <w:r w:rsidR="007D6C9B">
        <w:rPr>
          <w:rtl/>
        </w:rPr>
        <w:t xml:space="preserve">ں </w:t>
      </w:r>
      <w:r>
        <w:rPr>
          <w:rtl/>
        </w:rPr>
        <w:t>: ''جب دشمن كى طرف سے مسلمانو</w:t>
      </w:r>
      <w:r w:rsidR="007D6C9B">
        <w:rPr>
          <w:rtl/>
        </w:rPr>
        <w:t xml:space="preserve">ں </w:t>
      </w:r>
      <w:r>
        <w:rPr>
          <w:rtl/>
        </w:rPr>
        <w:t>پر تيرو</w:t>
      </w:r>
      <w:r w:rsidR="007D6C9B">
        <w:rPr>
          <w:rtl/>
        </w:rPr>
        <w:t xml:space="preserve">ں </w:t>
      </w:r>
      <w:r>
        <w:rPr>
          <w:rtl/>
        </w:rPr>
        <w:t>كى سخت بوچھارہوئي توجو لوگ مكہ سے مسلمانو</w:t>
      </w:r>
      <w:r w:rsidR="007D6C9B">
        <w:rPr>
          <w:rtl/>
        </w:rPr>
        <w:t xml:space="preserve">ں </w:t>
      </w:r>
      <w:r>
        <w:rPr>
          <w:rtl/>
        </w:rPr>
        <w:t>كے ساتھ مل گئے تھے، اورجن مي</w:t>
      </w:r>
      <w:r w:rsidR="007D6C9B">
        <w:rPr>
          <w:rtl/>
        </w:rPr>
        <w:t xml:space="preserve">ں </w:t>
      </w:r>
      <w:r>
        <w:rPr>
          <w:rtl/>
        </w:rPr>
        <w:t>منافقين اورضعيف الايمان بھى تھے اور جو مال غنيمت كے لئے آگئے تھے وہ بھاگ كھڑے ہوئے اور انہو</w:t>
      </w:r>
      <w:r w:rsidR="007D6C9B">
        <w:rPr>
          <w:rtl/>
        </w:rPr>
        <w:t xml:space="preserve">ں </w:t>
      </w:r>
      <w:r>
        <w:rPr>
          <w:rtl/>
        </w:rPr>
        <w:t>نے ميدان مي</w:t>
      </w:r>
      <w:r w:rsidR="007D6C9B">
        <w:rPr>
          <w:rtl/>
        </w:rPr>
        <w:t xml:space="preserve">ں </w:t>
      </w:r>
      <w:r>
        <w:rPr>
          <w:rtl/>
        </w:rPr>
        <w:t>پشت دكھائي تو باقى لشكر بھى فطرى طور پر مضطرب او رپريشان ہوگيا وہ بھى معمول كے مطابق نہ كہ خوف و ہراس سے ،بھاگ كھڑے ہوئے اوريہ ايك فطرى بات ہے كہ اگر ايك گروہ فرار ہو جائے تو باقى بھى بے سوچے سمجھے متزلزل ہو جاتے ہي</w:t>
      </w:r>
      <w:r w:rsidR="007D6C9B">
        <w:rPr>
          <w:rtl/>
        </w:rPr>
        <w:t xml:space="preserve">ں </w:t>
      </w:r>
      <w:r>
        <w:rPr>
          <w:rtl/>
        </w:rPr>
        <w:t>، لہذا ان كا فرار ہونا پيغمبر (ص) كى مدد ترك كرنے او رانہي</w:t>
      </w:r>
      <w:r w:rsidR="007D6C9B">
        <w:rPr>
          <w:rtl/>
        </w:rPr>
        <w:t xml:space="preserve">ں </w:t>
      </w:r>
      <w:r>
        <w:rPr>
          <w:rtl/>
        </w:rPr>
        <w:t>دشمن كے ہاتھ مي</w:t>
      </w:r>
      <w:r w:rsidR="007D6C9B">
        <w:rPr>
          <w:rtl/>
        </w:rPr>
        <w:t xml:space="preserve">ں </w:t>
      </w:r>
      <w:r>
        <w:rPr>
          <w:rtl/>
        </w:rPr>
        <w:t>چھوڑ جانے كے طور پر نہي</w:t>
      </w:r>
      <w:r w:rsidR="007D6C9B">
        <w:rPr>
          <w:rtl/>
        </w:rPr>
        <w:t xml:space="preserve">ں </w:t>
      </w:r>
      <w:r>
        <w:rPr>
          <w:rtl/>
        </w:rPr>
        <w:t>تھا كہ وہ خداكے غضب كے مستحق ہو</w:t>
      </w:r>
      <w:r w:rsidR="007D6C9B">
        <w:rPr>
          <w:rtl/>
        </w:rPr>
        <w:t xml:space="preserve">ں </w:t>
      </w:r>
      <w:r>
        <w:rPr>
          <w:rtl/>
        </w:rPr>
        <w:t>، ہم اس بات كى تشريح نہي</w:t>
      </w:r>
      <w:r w:rsidR="007D6C9B">
        <w:rPr>
          <w:rtl/>
        </w:rPr>
        <w:t xml:space="preserve">ں </w:t>
      </w:r>
      <w:r>
        <w:rPr>
          <w:rtl/>
        </w:rPr>
        <w:t>كرتے او راس كا فيصلہ پڑھنے والو</w:t>
      </w:r>
      <w:r w:rsidR="007D6C9B">
        <w:rPr>
          <w:rtl/>
        </w:rPr>
        <w:t xml:space="preserve">ں </w:t>
      </w:r>
      <w:r>
        <w:rPr>
          <w:rtl/>
        </w:rPr>
        <w:t>پر چھوڑتے ہي</w:t>
      </w:r>
      <w:r w:rsidR="007D6C9B">
        <w:rPr>
          <w:rtl/>
        </w:rPr>
        <w:t xml:space="preserve">ں </w:t>
      </w:r>
      <w:r>
        <w:rPr>
          <w:rtl/>
        </w:rPr>
        <w:t xml:space="preserve">''_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B8090C" w:rsidRDefault="00DE2D7F" w:rsidP="00D07B54">
      <w:pPr>
        <w:pStyle w:val="Heading2Center"/>
        <w:rPr>
          <w:rtl/>
        </w:rPr>
      </w:pPr>
      <w:bookmarkStart w:id="418" w:name="_Toc7268815"/>
      <w:r>
        <w:rPr>
          <w:rtl/>
        </w:rPr>
        <w:t>جنگ تبوك</w:t>
      </w:r>
      <w:bookmarkEnd w:id="418"/>
      <w:r>
        <w:rPr>
          <w:rtl/>
        </w:rPr>
        <w:t xml:space="preserve"> </w:t>
      </w:r>
    </w:p>
    <w:p w:rsidR="00DE2D7F" w:rsidRDefault="00DE2D7F" w:rsidP="00D07B54">
      <w:pPr>
        <w:pStyle w:val="libNormal"/>
        <w:rPr>
          <w:rtl/>
        </w:rPr>
      </w:pPr>
      <w:r>
        <w:rPr>
          <w:rtl/>
        </w:rPr>
        <w:t>''تبوك''</w:t>
      </w:r>
      <w:r w:rsidRPr="00AD1EF3">
        <w:rPr>
          <w:rStyle w:val="libFootnotenumChar"/>
          <w:rtl/>
        </w:rPr>
        <w:t>(</w:t>
      </w:r>
      <w:r w:rsidR="00E664BB" w:rsidRPr="00AD1EF3">
        <w:rPr>
          <w:rStyle w:val="libFootnotenumChar"/>
          <w:rtl/>
        </w:rPr>
        <w:t>1</w:t>
      </w:r>
      <w:r w:rsidRPr="00AD1EF3">
        <w:rPr>
          <w:rStyle w:val="libFootnotenumChar"/>
          <w:rtl/>
        </w:rPr>
        <w:t>)</w:t>
      </w:r>
      <w:r>
        <w:rPr>
          <w:rtl/>
        </w:rPr>
        <w:t>كا مقام ان تمام مقامات سے دور تھا جہا</w:t>
      </w:r>
      <w:r w:rsidR="007D6C9B">
        <w:rPr>
          <w:rtl/>
        </w:rPr>
        <w:t xml:space="preserve">ں </w:t>
      </w:r>
      <w:r>
        <w:rPr>
          <w:rtl/>
        </w:rPr>
        <w:t>پيغمبر (ص) نے اپنى جنگو</w:t>
      </w:r>
      <w:r w:rsidR="007D6C9B">
        <w:rPr>
          <w:rtl/>
        </w:rPr>
        <w:t xml:space="preserve">ں </w:t>
      </w:r>
      <w:r>
        <w:rPr>
          <w:rtl/>
        </w:rPr>
        <w:t>مي</w:t>
      </w:r>
      <w:r w:rsidR="007D6C9B">
        <w:rPr>
          <w:rtl/>
        </w:rPr>
        <w:t xml:space="preserve">ں </w:t>
      </w:r>
      <w:r>
        <w:rPr>
          <w:rtl/>
        </w:rPr>
        <w:t>پيش قدمى كى _ ''تبوك''اصل مي</w:t>
      </w:r>
      <w:r w:rsidR="007D6C9B">
        <w:rPr>
          <w:rtl/>
        </w:rPr>
        <w:t xml:space="preserve">ں </w:t>
      </w:r>
      <w:r>
        <w:rPr>
          <w:rtl/>
        </w:rPr>
        <w:t xml:space="preserve">ايك محكم اور بلند قلعہ كا نام تھا _ جو حجاز او رشام كى سرحد پر واقع تھا اسى وجہ سے اس علاقے كو سر زمين تبوك كہتے تھے _ </w:t>
      </w:r>
    </w:p>
    <w:p w:rsidR="00DE2D7F" w:rsidRDefault="00DE2D7F" w:rsidP="00D07B54">
      <w:pPr>
        <w:pStyle w:val="libNormal"/>
        <w:rPr>
          <w:rtl/>
        </w:rPr>
      </w:pPr>
      <w:r>
        <w:rPr>
          <w:rtl/>
        </w:rPr>
        <w:t>جزيرہ نمائے عرب مي</w:t>
      </w:r>
      <w:r w:rsidR="007D6C9B">
        <w:rPr>
          <w:rtl/>
        </w:rPr>
        <w:t xml:space="preserve">ں </w:t>
      </w:r>
      <w:r>
        <w:rPr>
          <w:rtl/>
        </w:rPr>
        <w:t>اسلام كے تيز رفتار نفوذ كى وجہ سے رسول اللہ (ص) كى شہرت اطراف كے تمام ممالك مي</w:t>
      </w:r>
      <w:r w:rsidR="007D6C9B">
        <w:rPr>
          <w:rtl/>
        </w:rPr>
        <w:t xml:space="preserve">ں </w:t>
      </w:r>
      <w:r>
        <w:rPr>
          <w:rtl/>
        </w:rPr>
        <w:t>گونجنے لگى باوجود يہ كہ وہ اس وقت حجازكى اہميت كے قائل نہي</w:t>
      </w:r>
      <w:r w:rsidR="007D6C9B">
        <w:rPr>
          <w:rtl/>
        </w:rPr>
        <w:t xml:space="preserve">ں </w:t>
      </w:r>
      <w:r>
        <w:rPr>
          <w:rtl/>
        </w:rPr>
        <w:t>تھے ليكن طلوع اسلام اور لشكر اسلام كى طاقت كہ جس نے حجاز كو ايك پرچم تلے جمع كرليا، نے انھي</w:t>
      </w:r>
      <w:r w:rsidR="007D6C9B">
        <w:rPr>
          <w:rtl/>
        </w:rPr>
        <w:t xml:space="preserve">ں </w:t>
      </w:r>
      <w:r>
        <w:rPr>
          <w:rtl/>
        </w:rPr>
        <w:t>اپنے مستقبل كے بارے مي</w:t>
      </w:r>
      <w:r w:rsidR="007D6C9B">
        <w:rPr>
          <w:rtl/>
        </w:rPr>
        <w:t xml:space="preserve">ں </w:t>
      </w:r>
      <w:r>
        <w:rPr>
          <w:rtl/>
        </w:rPr>
        <w:t>تشويش مي</w:t>
      </w:r>
      <w:r w:rsidR="007D6C9B">
        <w:rPr>
          <w:rtl/>
        </w:rPr>
        <w:t xml:space="preserve">ں </w:t>
      </w:r>
      <w:r>
        <w:rPr>
          <w:rtl/>
        </w:rPr>
        <w:t xml:space="preserve">ڈال ديا _ </w:t>
      </w:r>
    </w:p>
    <w:p w:rsidR="00DE2D7F" w:rsidRDefault="00DE2D7F" w:rsidP="00D07B54">
      <w:pPr>
        <w:pStyle w:val="libNormal"/>
        <w:rPr>
          <w:rtl/>
        </w:rPr>
      </w:pPr>
      <w:r>
        <w:rPr>
          <w:rtl/>
        </w:rPr>
        <w:t>مشرقى روم كى سرحد حجاز سے ملتى تھى اس حكومت كو خيال ہوا كہ كہي</w:t>
      </w:r>
      <w:r w:rsidR="007D6C9B">
        <w:rPr>
          <w:rtl/>
        </w:rPr>
        <w:t xml:space="preserve">ں </w:t>
      </w:r>
      <w:r>
        <w:rPr>
          <w:rtl/>
        </w:rPr>
        <w:t>اسلام كى تيز رفتار ترقى كى وہ پہلى قربانى نہ بن جائے لہذا اس نے چاليس ہزار كى زبردست مسلح فوج جو اس وقت كى روم جيسى طاقتور حكومت كے شايان شان تھي' اكھٹى كى اور اسے حجاز كى سرحد پر لاكھڑا كيا يہ خبر مسافرو</w:t>
      </w:r>
      <w:r w:rsidR="007D6C9B">
        <w:rPr>
          <w:rtl/>
        </w:rPr>
        <w:t xml:space="preserve">ں </w:t>
      </w:r>
      <w:r>
        <w:rPr>
          <w:rtl/>
        </w:rPr>
        <w:t>كے ذريعے پيغمبر اكرم (ص) كے كانو</w:t>
      </w:r>
      <w:r w:rsidR="007D6C9B">
        <w:rPr>
          <w:rtl/>
        </w:rPr>
        <w:t xml:space="preserve">ں </w:t>
      </w:r>
      <w:r>
        <w:rPr>
          <w:rtl/>
        </w:rPr>
        <w:t>تك پہنچى رسول اللہ (ص) نے روم اور ديگر ہمسايو</w:t>
      </w:r>
      <w:r w:rsidR="007D6C9B">
        <w:rPr>
          <w:rtl/>
        </w:rPr>
        <w:t xml:space="preserve">ں </w:t>
      </w:r>
      <w:r>
        <w:rPr>
          <w:rtl/>
        </w:rPr>
        <w:t>كودرس عبرت دينے كے لئے توقف كئے بغير تيارى كا حكم صادر فرماياآپ كے مناديو</w:t>
      </w:r>
      <w:r w:rsidR="007D6C9B">
        <w:rPr>
          <w:rtl/>
        </w:rPr>
        <w:t xml:space="preserve">ں </w:t>
      </w:r>
      <w:r>
        <w:rPr>
          <w:rtl/>
        </w:rPr>
        <w:t>نے مدينہ اور دوسرے علاقو</w:t>
      </w:r>
      <w:r w:rsidR="007D6C9B">
        <w:rPr>
          <w:rtl/>
        </w:rPr>
        <w:t xml:space="preserve">ں </w:t>
      </w:r>
      <w:r>
        <w:rPr>
          <w:rtl/>
        </w:rPr>
        <w:t xml:space="preserve">تك آپ(ص) كا پيغام پہنچايا تھوڑے ہى عرصہ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واقعہ جنگ تبوك سورہ توبہ آيت </w:t>
      </w:r>
      <w:r w:rsidR="00E664BB">
        <w:rPr>
          <w:rtl/>
        </w:rPr>
        <w:t>117</w:t>
      </w:r>
      <w:r>
        <w:rPr>
          <w:rtl/>
        </w:rPr>
        <w:t xml:space="preserve"> كے ذيل مي</w:t>
      </w:r>
      <w:r w:rsidR="007D6C9B">
        <w:rPr>
          <w:rtl/>
        </w:rPr>
        <w:t xml:space="preserve">ں </w:t>
      </w:r>
      <w:r>
        <w:rPr>
          <w:rtl/>
        </w:rPr>
        <w:t xml:space="preserve">بيان ہوا ہے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مي</w:t>
      </w:r>
      <w:r w:rsidR="007D6C9B">
        <w:rPr>
          <w:rtl/>
        </w:rPr>
        <w:t xml:space="preserve">ں </w:t>
      </w:r>
      <w:r>
        <w:rPr>
          <w:rtl/>
        </w:rPr>
        <w:t>تيس ہزار افراد روميو</w:t>
      </w:r>
      <w:r w:rsidR="007D6C9B">
        <w:rPr>
          <w:rtl/>
        </w:rPr>
        <w:t xml:space="preserve">ں </w:t>
      </w:r>
      <w:r>
        <w:rPr>
          <w:rtl/>
        </w:rPr>
        <w:t>سے جنگ كرنے كے لئے تيار ہوگئے ان مي</w:t>
      </w:r>
      <w:r w:rsidR="007D6C9B">
        <w:rPr>
          <w:rtl/>
        </w:rPr>
        <w:t xml:space="preserve">ں </w:t>
      </w:r>
      <w:r>
        <w:rPr>
          <w:rtl/>
        </w:rPr>
        <w:t xml:space="preserve">دس ہزار سوار اور بيس ہزار پيادہ تھے _ </w:t>
      </w:r>
    </w:p>
    <w:p w:rsidR="00DE2D7F" w:rsidRDefault="00DE2D7F" w:rsidP="00D07B54">
      <w:pPr>
        <w:pStyle w:val="libNormal"/>
        <w:rPr>
          <w:rtl/>
        </w:rPr>
      </w:pPr>
      <w:r>
        <w:rPr>
          <w:rtl/>
        </w:rPr>
        <w:t>موسم بہت گرم تھا، غلے كے گودام خالى تھے اس سال كى فصل ابھى اٹھائي نہي</w:t>
      </w:r>
      <w:r w:rsidR="007D6C9B">
        <w:rPr>
          <w:rtl/>
        </w:rPr>
        <w:t xml:space="preserve">ں </w:t>
      </w:r>
      <w:r>
        <w:rPr>
          <w:rtl/>
        </w:rPr>
        <w:t>گئي تھى ان حالات مي</w:t>
      </w:r>
      <w:r w:rsidR="007D6C9B">
        <w:rPr>
          <w:rtl/>
        </w:rPr>
        <w:t xml:space="preserve">ں </w:t>
      </w:r>
      <w:r>
        <w:rPr>
          <w:rtl/>
        </w:rPr>
        <w:t>سفر كرنا مسلمانو</w:t>
      </w:r>
      <w:r w:rsidR="007D6C9B">
        <w:rPr>
          <w:rtl/>
        </w:rPr>
        <w:t xml:space="preserve">ں </w:t>
      </w:r>
      <w:r>
        <w:rPr>
          <w:rtl/>
        </w:rPr>
        <w:t>كے لئے بہت ہى مشكل تھا ليكن چونكہ خدا اور رسول كافرمان تھا لہذا ہر حالت مي</w:t>
      </w:r>
      <w:r w:rsidR="007D6C9B">
        <w:rPr>
          <w:rtl/>
        </w:rPr>
        <w:t xml:space="preserve">ں </w:t>
      </w:r>
      <w:r>
        <w:rPr>
          <w:rtl/>
        </w:rPr>
        <w:t xml:space="preserve">سفر كرنا تھا اور مدينہ اور تبوك كے درميان پرُ خطر طويل صحرا كو عبور كرنا تھا _ </w:t>
      </w:r>
    </w:p>
    <w:p w:rsidR="00DE2D7F" w:rsidRDefault="00DE2D7F" w:rsidP="00D07B54">
      <w:pPr>
        <w:pStyle w:val="libNormal"/>
        <w:rPr>
          <w:rtl/>
        </w:rPr>
      </w:pPr>
    </w:p>
    <w:p w:rsidR="00B8090C" w:rsidRDefault="00DE2D7F" w:rsidP="00D07B54">
      <w:pPr>
        <w:pStyle w:val="Heading2Center"/>
        <w:rPr>
          <w:rtl/>
        </w:rPr>
      </w:pPr>
      <w:bookmarkStart w:id="419" w:name="_Toc7268816"/>
      <w:r>
        <w:rPr>
          <w:rtl/>
        </w:rPr>
        <w:t>لشكر ى مشكلات</w:t>
      </w:r>
      <w:bookmarkEnd w:id="419"/>
    </w:p>
    <w:p w:rsidR="00DE2D7F" w:rsidRDefault="00DE2D7F" w:rsidP="00D07B54">
      <w:pPr>
        <w:pStyle w:val="libNormal"/>
        <w:rPr>
          <w:rtl/>
        </w:rPr>
      </w:pPr>
      <w:r>
        <w:rPr>
          <w:rtl/>
        </w:rPr>
        <w:t xml:space="preserve"> اس لشكر كو چونكہ اقتصادى طور پر بہت زيادہ مشكلات كا سامنا كرنا پڑا اس كا راستہ بھى طولانى تھا راستے مي</w:t>
      </w:r>
      <w:r w:rsidR="007D6C9B">
        <w:rPr>
          <w:rtl/>
        </w:rPr>
        <w:t xml:space="preserve">ں </w:t>
      </w:r>
      <w:r>
        <w:rPr>
          <w:rtl/>
        </w:rPr>
        <w:t>جلانے والى زہريلى ہوائي</w:t>
      </w:r>
      <w:r w:rsidR="007D6C9B">
        <w:rPr>
          <w:rtl/>
        </w:rPr>
        <w:t xml:space="preserve">ں </w:t>
      </w:r>
      <w:r>
        <w:rPr>
          <w:rtl/>
        </w:rPr>
        <w:t>چلتى تھي</w:t>
      </w:r>
      <w:r w:rsidR="007D6C9B">
        <w:rPr>
          <w:rtl/>
        </w:rPr>
        <w:t xml:space="preserve">ں </w:t>
      </w:r>
      <w:r>
        <w:rPr>
          <w:rtl/>
        </w:rPr>
        <w:t>سنگريزے اڑتے تھے اور جھكڑچلتے تھے سواريا</w:t>
      </w:r>
      <w:r w:rsidR="007D6C9B">
        <w:rPr>
          <w:rtl/>
        </w:rPr>
        <w:t xml:space="preserve">ں </w:t>
      </w:r>
      <w:r>
        <w:rPr>
          <w:rtl/>
        </w:rPr>
        <w:t>بھى كافى نہ تھي</w:t>
      </w:r>
      <w:r w:rsidR="007D6C9B">
        <w:rPr>
          <w:rtl/>
        </w:rPr>
        <w:t xml:space="preserve">ں </w:t>
      </w:r>
      <w:r>
        <w:rPr>
          <w:rtl/>
        </w:rPr>
        <w:t>اس لئے يہ ''جيش العسرة'' (يعنى سختيو</w:t>
      </w:r>
      <w:r w:rsidR="007D6C9B">
        <w:rPr>
          <w:rtl/>
        </w:rPr>
        <w:t xml:space="preserve">ں </w:t>
      </w:r>
      <w:r>
        <w:rPr>
          <w:rtl/>
        </w:rPr>
        <w:t xml:space="preserve">والا لشكر ) كے نام سے مشہور ہوا _ </w:t>
      </w:r>
    </w:p>
    <w:p w:rsidR="00DE2D7F" w:rsidRDefault="00DE2D7F" w:rsidP="00D07B54">
      <w:pPr>
        <w:pStyle w:val="libNormal"/>
        <w:rPr>
          <w:rtl/>
        </w:rPr>
      </w:pPr>
      <w:r>
        <w:rPr>
          <w:rtl/>
        </w:rPr>
        <w:t>تاريخ اسلام نشاندہى كرتى ہے كہ مسلمان كبھى بھى جنگ تبوك كے موقع كى طرح مشكل صورت حال، دبائو اور زحمت مي</w:t>
      </w:r>
      <w:r w:rsidR="007D6C9B">
        <w:rPr>
          <w:rtl/>
        </w:rPr>
        <w:t xml:space="preserve">ں </w:t>
      </w:r>
      <w:r>
        <w:rPr>
          <w:rtl/>
        </w:rPr>
        <w:t>مبتلا نہي</w:t>
      </w:r>
      <w:r w:rsidR="007D6C9B">
        <w:rPr>
          <w:rtl/>
        </w:rPr>
        <w:t xml:space="preserve">ں </w:t>
      </w:r>
      <w:r>
        <w:rPr>
          <w:rtl/>
        </w:rPr>
        <w:t>ہوئے تھے كيونكہ ايك تو سفر سخت گرمى كے عالم مي</w:t>
      </w:r>
      <w:r w:rsidR="007D6C9B">
        <w:rPr>
          <w:rtl/>
        </w:rPr>
        <w:t xml:space="preserve">ں </w:t>
      </w:r>
      <w:r>
        <w:rPr>
          <w:rtl/>
        </w:rPr>
        <w:t>تھا دوسرا خشك سالى نے لوگو</w:t>
      </w:r>
      <w:r w:rsidR="007D6C9B">
        <w:rPr>
          <w:rtl/>
        </w:rPr>
        <w:t xml:space="preserve">ں </w:t>
      </w:r>
      <w:r>
        <w:rPr>
          <w:rtl/>
        </w:rPr>
        <w:t>كو تنگ اور ملول كرركھا تھا اور تيسرا اس وقت درختو</w:t>
      </w:r>
      <w:r w:rsidR="007D6C9B">
        <w:rPr>
          <w:rtl/>
        </w:rPr>
        <w:t xml:space="preserve">ں </w:t>
      </w:r>
      <w:r>
        <w:rPr>
          <w:rtl/>
        </w:rPr>
        <w:t>سے پھل اتارنے كے دن تھے اور اسى پر لوگو</w:t>
      </w:r>
      <w:r w:rsidR="007D6C9B">
        <w:rPr>
          <w:rtl/>
        </w:rPr>
        <w:t xml:space="preserve">ں </w:t>
      </w:r>
      <w:r>
        <w:rPr>
          <w:rtl/>
        </w:rPr>
        <w:t xml:space="preserve">كى سال بھر كى آمدنى كا انحصار تھا_ </w:t>
      </w:r>
    </w:p>
    <w:p w:rsidR="00DE2D7F" w:rsidRDefault="00DE2D7F" w:rsidP="00D07B54">
      <w:pPr>
        <w:pStyle w:val="libNormal"/>
        <w:rPr>
          <w:rtl/>
        </w:rPr>
      </w:pPr>
      <w:r>
        <w:rPr>
          <w:rtl/>
        </w:rPr>
        <w:t>ان تمام چيزو</w:t>
      </w:r>
      <w:r w:rsidR="007D6C9B">
        <w:rPr>
          <w:rtl/>
        </w:rPr>
        <w:t xml:space="preserve">ں </w:t>
      </w:r>
      <w:r>
        <w:rPr>
          <w:rtl/>
        </w:rPr>
        <w:t>كے علاوہ مدينہ اور تبوك كے درميان بہت زيادہ فاصلہ تھا اور مشرقى روم كى سلطنت كا انھي</w:t>
      </w:r>
      <w:r w:rsidR="007D6C9B">
        <w:rPr>
          <w:rtl/>
        </w:rPr>
        <w:t xml:space="preserve">ں </w:t>
      </w:r>
      <w:r>
        <w:rPr>
          <w:rtl/>
        </w:rPr>
        <w:t xml:space="preserve">سامنا تھا جو اس وقت كى سپر پاور تھي_ </w:t>
      </w:r>
    </w:p>
    <w:p w:rsidR="00DE2D7F" w:rsidRDefault="00DE2D7F" w:rsidP="00D07B54">
      <w:pPr>
        <w:pStyle w:val="libNormal"/>
        <w:rPr>
          <w:rtl/>
        </w:rPr>
      </w:pPr>
      <w:r>
        <w:rPr>
          <w:rtl/>
        </w:rPr>
        <w:t>مزيد برآ</w:t>
      </w:r>
      <w:r w:rsidR="007D6C9B">
        <w:rPr>
          <w:rtl/>
        </w:rPr>
        <w:t xml:space="preserve">ں </w:t>
      </w:r>
      <w:r>
        <w:rPr>
          <w:rtl/>
        </w:rPr>
        <w:t>سواريا</w:t>
      </w:r>
      <w:r w:rsidR="007D6C9B">
        <w:rPr>
          <w:rtl/>
        </w:rPr>
        <w:t xml:space="preserve">ں </w:t>
      </w:r>
      <w:r>
        <w:rPr>
          <w:rtl/>
        </w:rPr>
        <w:t>اور رسد مسلمانو</w:t>
      </w:r>
      <w:r w:rsidR="007D6C9B">
        <w:rPr>
          <w:rtl/>
        </w:rPr>
        <w:t xml:space="preserve">ں </w:t>
      </w:r>
      <w:r>
        <w:rPr>
          <w:rtl/>
        </w:rPr>
        <w:t>كے پاس اتنا كم تھا كہ بعض اوقات دوافراد مجبور ہوتے تھے كہ ايك ہى سوارى پربارى بارى سفر كري</w:t>
      </w:r>
      <w:r w:rsidR="007D6C9B">
        <w:rPr>
          <w:rtl/>
        </w:rPr>
        <w:t xml:space="preserve">ں </w:t>
      </w:r>
      <w:r>
        <w:rPr>
          <w:rtl/>
        </w:rPr>
        <w:t>بعض پيدل چلنے والو</w:t>
      </w:r>
      <w:r w:rsidR="007D6C9B">
        <w:rPr>
          <w:rtl/>
        </w:rPr>
        <w:t xml:space="preserve">ں </w:t>
      </w:r>
      <w:r>
        <w:rPr>
          <w:rtl/>
        </w:rPr>
        <w:t>كے پاس جوتاتك نہي</w:t>
      </w:r>
      <w:r w:rsidR="007D6C9B">
        <w:rPr>
          <w:rtl/>
        </w:rPr>
        <w:t xml:space="preserve">ں </w:t>
      </w:r>
      <w:r>
        <w:rPr>
          <w:rtl/>
        </w:rPr>
        <w:t>تھا اور وہ مجبور تھے كہ وہ بيابان كى جلانے والى ريت پرپا برہنہ چلي</w:t>
      </w:r>
      <w:r w:rsidR="007D6C9B">
        <w:rPr>
          <w:rtl/>
        </w:rPr>
        <w:t xml:space="preserve">ں </w:t>
      </w:r>
      <w:r>
        <w:rPr>
          <w:rtl/>
        </w:rPr>
        <w:t>آب وغذا كى كمى كا يہ عالم تھا كہ بغض اوقات خرمہ كا ايك دانہ چند آدمى يكے بعد ديگرے منہ مي</w:t>
      </w:r>
      <w:r w:rsidR="007D6C9B">
        <w:rPr>
          <w:rtl/>
        </w:rPr>
        <w:t xml:space="preserve">ں </w:t>
      </w:r>
      <w:r>
        <w:rPr>
          <w:rtl/>
        </w:rPr>
        <w:t>ركھ كر چوستے تھے يہا</w:t>
      </w:r>
      <w:r w:rsidR="007D6C9B">
        <w:rPr>
          <w:rtl/>
        </w:rPr>
        <w:t xml:space="preserve">ں </w:t>
      </w:r>
      <w:r>
        <w:rPr>
          <w:rtl/>
        </w:rPr>
        <w:t>تك كہ اس كى صرف گٹھلى رہ جاتى پانى كا ايك گھونٹ كبھى چند آدميو</w:t>
      </w:r>
      <w:r w:rsidR="007D6C9B">
        <w:rPr>
          <w:rtl/>
        </w:rPr>
        <w:t xml:space="preserve">ں </w:t>
      </w:r>
      <w:r>
        <w:rPr>
          <w:rtl/>
        </w:rPr>
        <w:t xml:space="preserve">كو مل كر پينا پڑتا _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يہ واقعہ نوہجرى يعنى فتح مكہ سے تقريبا ايك سال بعد رونماہوا _مقابلہ چونكہ اس وقت كى ايك عالمى سوپر طاقت سے تھا نہ كہ عرب كے كسى چھوٹے بڑے گروہ سے لہذا بعض مسلمان اس جنگ مي</w:t>
      </w:r>
      <w:r w:rsidR="007D6C9B">
        <w:rPr>
          <w:rtl/>
        </w:rPr>
        <w:t xml:space="preserve">ں </w:t>
      </w:r>
      <w:r>
        <w:rPr>
          <w:rtl/>
        </w:rPr>
        <w:t>شركت سے خوف زدہ تھے اس صورت حال مي</w:t>
      </w:r>
      <w:r w:rsidR="007D6C9B">
        <w:rPr>
          <w:rtl/>
        </w:rPr>
        <w:t xml:space="preserve">ں </w:t>
      </w:r>
      <w:r>
        <w:rPr>
          <w:rtl/>
        </w:rPr>
        <w:t>منافقين كے زہريلے پر وپيگنڈے اور وسوسو</w:t>
      </w:r>
      <w:r w:rsidR="007D6C9B">
        <w:rPr>
          <w:rtl/>
        </w:rPr>
        <w:t xml:space="preserve">ں </w:t>
      </w:r>
      <w:r>
        <w:rPr>
          <w:rtl/>
        </w:rPr>
        <w:t>كے لئے ماحول بالكل ساز گار تھا اور وہ بھى مومنين كے دلو</w:t>
      </w:r>
      <w:r w:rsidR="007D6C9B">
        <w:rPr>
          <w:rtl/>
        </w:rPr>
        <w:t xml:space="preserve">ں </w:t>
      </w:r>
      <w:r>
        <w:rPr>
          <w:rtl/>
        </w:rPr>
        <w:t>اور جذبات كوكمزور كرنے مي</w:t>
      </w:r>
      <w:r w:rsidR="007D6C9B">
        <w:rPr>
          <w:rtl/>
        </w:rPr>
        <w:t xml:space="preserve">ں </w:t>
      </w:r>
      <w:r>
        <w:rPr>
          <w:rtl/>
        </w:rPr>
        <w:t>كوئي دقيقہ فروگذاشت نہي</w:t>
      </w:r>
      <w:r w:rsidR="007D6C9B">
        <w:rPr>
          <w:rtl/>
        </w:rPr>
        <w:t xml:space="preserve">ں </w:t>
      </w:r>
      <w:r>
        <w:rPr>
          <w:rtl/>
        </w:rPr>
        <w:t xml:space="preserve">كررہے تھے _ </w:t>
      </w:r>
    </w:p>
    <w:p w:rsidR="00DE2D7F" w:rsidRDefault="00DE2D7F" w:rsidP="00D07B54">
      <w:pPr>
        <w:pStyle w:val="libNormal"/>
        <w:rPr>
          <w:rtl/>
        </w:rPr>
      </w:pPr>
      <w:r>
        <w:rPr>
          <w:rtl/>
        </w:rPr>
        <w:t>پھل اتارنے اور فصل كاٹنے كا موسم تھا جن لوگو</w:t>
      </w:r>
      <w:r w:rsidR="007D6C9B">
        <w:rPr>
          <w:rtl/>
        </w:rPr>
        <w:t xml:space="preserve">ں </w:t>
      </w:r>
      <w:r>
        <w:rPr>
          <w:rtl/>
        </w:rPr>
        <w:t>كى زندگى تھوڑى سى كھيتى باڑى اور كچھ جانور پالنے پر بسر ہوتى تھى يہ ان كى قسمت كے اہم دن شمار ہوتے تھے كيونكہ ان كى سال بھر كى گزر بسر انہي</w:t>
      </w:r>
      <w:r w:rsidR="007D6C9B">
        <w:rPr>
          <w:rtl/>
        </w:rPr>
        <w:t xml:space="preserve">ں </w:t>
      </w:r>
      <w:r>
        <w:rPr>
          <w:rtl/>
        </w:rPr>
        <w:t>چيزو</w:t>
      </w:r>
      <w:r w:rsidR="007D6C9B">
        <w:rPr>
          <w:rtl/>
        </w:rPr>
        <w:t xml:space="preserve">ں </w:t>
      </w:r>
      <w:r>
        <w:rPr>
          <w:rtl/>
        </w:rPr>
        <w:t>سے وابستہ تھے</w:t>
      </w:r>
      <w:r w:rsidR="007D6C9B">
        <w:rPr>
          <w:rtl/>
        </w:rPr>
        <w:t xml:space="preserve">ں </w:t>
      </w:r>
      <w:r>
        <w:rPr>
          <w:rtl/>
        </w:rPr>
        <w:t xml:space="preserve">_ </w:t>
      </w:r>
    </w:p>
    <w:p w:rsidR="00DE2D7F" w:rsidRDefault="00DE2D7F" w:rsidP="00D07B54">
      <w:pPr>
        <w:pStyle w:val="libNormal"/>
        <w:rPr>
          <w:rtl/>
        </w:rPr>
      </w:pPr>
      <w:r>
        <w:rPr>
          <w:rtl/>
        </w:rPr>
        <w:t>جيسا كہ ہم كہہ چكے ہي</w:t>
      </w:r>
      <w:r w:rsidR="007D6C9B">
        <w:rPr>
          <w:rtl/>
        </w:rPr>
        <w:t xml:space="preserve">ں </w:t>
      </w:r>
      <w:r>
        <w:rPr>
          <w:rtl/>
        </w:rPr>
        <w:t>مسافت كى دورى اور موسم كى گرمى بھى روكنے والے عوامل كى مزيد مدد كرتى تھى اس موقع پر آسمانى وحى لوگو</w:t>
      </w:r>
      <w:r w:rsidR="007D6C9B">
        <w:rPr>
          <w:rtl/>
        </w:rPr>
        <w:t xml:space="preserve">ں </w:t>
      </w:r>
      <w:r>
        <w:rPr>
          <w:rtl/>
        </w:rPr>
        <w:t>كى مدد كے لئے آپہنچى اور قرآنى آيات يكے بعد ديگر ے نازل ہوئي</w:t>
      </w:r>
      <w:r w:rsidR="007D6C9B">
        <w:rPr>
          <w:rtl/>
        </w:rPr>
        <w:t xml:space="preserve">ں </w:t>
      </w:r>
      <w:r>
        <w:rPr>
          <w:rtl/>
        </w:rPr>
        <w:t>اور ان منفى عوامل كے سامنے آكھڑى ہوئي</w:t>
      </w:r>
      <w:r w:rsidR="007D6C9B">
        <w:rPr>
          <w:rtl/>
        </w:rPr>
        <w:t xml:space="preserve">ں </w:t>
      </w:r>
      <w:r>
        <w:rPr>
          <w:rtl/>
        </w:rPr>
        <w:t xml:space="preserve">_ </w:t>
      </w:r>
    </w:p>
    <w:p w:rsidR="00DE2D7F" w:rsidRDefault="00DE2D7F" w:rsidP="00D07B54">
      <w:pPr>
        <w:pStyle w:val="libNormal"/>
        <w:rPr>
          <w:rtl/>
        </w:rPr>
      </w:pPr>
    </w:p>
    <w:p w:rsidR="00B8090C" w:rsidRDefault="00DE2D7F" w:rsidP="00D07B54">
      <w:pPr>
        <w:pStyle w:val="Heading2Center"/>
        <w:rPr>
          <w:rtl/>
        </w:rPr>
      </w:pPr>
      <w:bookmarkStart w:id="420" w:name="_Toc7268817"/>
      <w:r>
        <w:rPr>
          <w:rtl/>
        </w:rPr>
        <w:t>تشويق ، سرزنش، اور دھمكى كى زبان</w:t>
      </w:r>
      <w:bookmarkEnd w:id="420"/>
    </w:p>
    <w:p w:rsidR="00DE2D7F" w:rsidRDefault="00DE2D7F" w:rsidP="00D07B54">
      <w:pPr>
        <w:pStyle w:val="libNormal"/>
        <w:rPr>
          <w:rtl/>
        </w:rPr>
      </w:pPr>
      <w:r>
        <w:rPr>
          <w:rtl/>
        </w:rPr>
        <w:t xml:space="preserve"> قرآن جس قدر ہوسكتى ہے اتنى سختى اور شدت سے جہاد كى دعوت دتياہے _ كبھى تشويق كى زبان سے كبھى سرزنش كے لہجے مي</w:t>
      </w:r>
      <w:r w:rsidR="007D6C9B">
        <w:rPr>
          <w:rtl/>
        </w:rPr>
        <w:t xml:space="preserve">ں </w:t>
      </w:r>
      <w:r>
        <w:rPr>
          <w:rtl/>
        </w:rPr>
        <w:t>اوركبھى دھمكى كى زبان مي</w:t>
      </w:r>
      <w:r w:rsidR="007D6C9B">
        <w:rPr>
          <w:rtl/>
        </w:rPr>
        <w:t xml:space="preserve">ں </w:t>
      </w:r>
      <w:r>
        <w:rPr>
          <w:rtl/>
        </w:rPr>
        <w:t>ان سے بات كرتا ہے،اور انہي</w:t>
      </w:r>
      <w:r w:rsidR="007D6C9B">
        <w:rPr>
          <w:rtl/>
        </w:rPr>
        <w:t xml:space="preserve">ں </w:t>
      </w:r>
      <w:r>
        <w:rPr>
          <w:rtl/>
        </w:rPr>
        <w:t>آمادہ كرنے كے لئے ہر ممكن راستہ اختيار كرتا ہے_ پہلے كہتا ہے:'' كہ خدا كى راہ مي</w:t>
      </w:r>
      <w:r w:rsidR="007D6C9B">
        <w:rPr>
          <w:rtl/>
        </w:rPr>
        <w:t xml:space="preserve">ں </w:t>
      </w:r>
      <w:r>
        <w:rPr>
          <w:rtl/>
        </w:rPr>
        <w:t>،ميدان جہاد كى طرف حركت كرو تو تم سستى كا مظاہرہ كرتے ہو اور بوجھل پن دكھاتے ہو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اس كے بعد ملامت آميز لہجے مي</w:t>
      </w:r>
      <w:r w:rsidR="007D6C9B">
        <w:rPr>
          <w:rtl/>
        </w:rPr>
        <w:t xml:space="preserve">ں </w:t>
      </w:r>
      <w:r>
        <w:rPr>
          <w:rtl/>
        </w:rPr>
        <w:t>قرآن كہتا ہے : ''آخرت كى وسيع اور دائمى زندگى كى بجائے اس دنياوى پست اور ناپائيدار زندگى پر راضى ہوگئے ہو حالانكہ دنياوى زندگى كے فوائد اور مال ومتاع آخرت كى زندگى كے مقابلے مي</w:t>
      </w:r>
      <w:r w:rsidR="007D6C9B">
        <w:rPr>
          <w:rtl/>
        </w:rPr>
        <w:t xml:space="preserve">ں </w:t>
      </w:r>
      <w:r>
        <w:rPr>
          <w:rtl/>
        </w:rPr>
        <w:t>كوئي حيثيت نہي</w:t>
      </w:r>
      <w:r w:rsidR="007D6C9B">
        <w:rPr>
          <w:rtl/>
        </w:rPr>
        <w:t xml:space="preserve">ں </w:t>
      </w:r>
      <w:r>
        <w:rPr>
          <w:rtl/>
        </w:rPr>
        <w:t>ركھتے اور بہت ہى كم ہي</w:t>
      </w:r>
      <w:r w:rsidR="007D6C9B">
        <w:rPr>
          <w:rtl/>
        </w:rPr>
        <w:t xml:space="preserve">ں </w:t>
      </w:r>
      <w:r>
        <w:rPr>
          <w:rtl/>
        </w:rPr>
        <w:t>''_</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توبہ آيت </w:t>
      </w:r>
      <w:r w:rsidR="00E664BB">
        <w:rPr>
          <w:rtl/>
        </w:rPr>
        <w:t>38</w:t>
      </w:r>
      <w:r>
        <w:rPr>
          <w:rtl/>
        </w:rPr>
        <w:t xml:space="preserve"> </w:t>
      </w:r>
    </w:p>
    <w:p w:rsidR="00DE2D7F" w:rsidRDefault="00DE2D7F" w:rsidP="00D07B54">
      <w:pPr>
        <w:pStyle w:val="libFootnote"/>
        <w:rPr>
          <w:rtl/>
        </w:rPr>
      </w:pPr>
      <w:r>
        <w:rPr>
          <w:rtl/>
        </w:rPr>
        <w:t>(</w:t>
      </w:r>
      <w:r w:rsidR="00E664BB">
        <w:rPr>
          <w:rtl/>
        </w:rPr>
        <w:t>2</w:t>
      </w:r>
      <w:r>
        <w:rPr>
          <w:rtl/>
        </w:rPr>
        <w:t xml:space="preserve">)سورہ توبہ آيت </w:t>
      </w:r>
      <w:r w:rsidR="00E664BB">
        <w:rPr>
          <w:rtl/>
        </w:rPr>
        <w:t>38</w:t>
      </w:r>
      <w:r>
        <w:rPr>
          <w:rtl/>
        </w:rPr>
        <w:t xml:space="preserve">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ايك عقلمند انسان ايسے گھاٹے كے سودے پر كيسے تيار ہوسكتا ہے اور كيونكہ وہ ايك نہايت گرا</w:t>
      </w:r>
      <w:r w:rsidR="007D6C9B">
        <w:rPr>
          <w:rtl/>
        </w:rPr>
        <w:t xml:space="preserve">ں </w:t>
      </w:r>
      <w:r>
        <w:rPr>
          <w:rtl/>
        </w:rPr>
        <w:t xml:space="preserve">بہامتاع اور سرمايہ چھوڑكر ايك ناچيز اور بے وقعت متاع كى طرف جاسكتاہے _ </w:t>
      </w:r>
    </w:p>
    <w:p w:rsidR="00DE2D7F" w:rsidRDefault="00DE2D7F" w:rsidP="00D07B54">
      <w:pPr>
        <w:pStyle w:val="libNormal"/>
        <w:rPr>
          <w:rtl/>
        </w:rPr>
      </w:pPr>
      <w:r>
        <w:rPr>
          <w:rtl/>
        </w:rPr>
        <w:t>اس كے بعد ملامت كے بجائے ايك حقيقى تہديد كا اندازاختيار كرتے ہوئے ارشاد فرمايا گيا ہے :'' اگر تم ميدان جنگ كى طرف حركت نہي</w:t>
      </w:r>
      <w:r w:rsidR="007D6C9B">
        <w:rPr>
          <w:rtl/>
        </w:rPr>
        <w:t xml:space="preserve">ں </w:t>
      </w:r>
      <w:r>
        <w:rPr>
          <w:rtl/>
        </w:rPr>
        <w:t>كرو گے تو خدا دردناك عذاب كے ذريعے تمہي</w:t>
      </w:r>
      <w:r w:rsidR="007D6C9B">
        <w:rPr>
          <w:rtl/>
        </w:rPr>
        <w:t xml:space="preserve">ں </w:t>
      </w:r>
      <w:r>
        <w:rPr>
          <w:rtl/>
        </w:rPr>
        <w:t xml:space="preserve">سزادے گا''_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''اور اگر تم گمان كرتے ہو كہ تمہارے كنارہ كش ہونے اور ميدان جہاد سے پشت پھيرنے سے اسلام كى پيش رفت رك جائے گى اور آئينہ الہى كى چمك ماند پڑجائے گى تو تم سخت اشتباہ مي</w:t>
      </w:r>
      <w:r w:rsidR="007D6C9B">
        <w:rPr>
          <w:rtl/>
        </w:rPr>
        <w:t xml:space="preserve">ں </w:t>
      </w:r>
      <w:r>
        <w:rPr>
          <w:rtl/>
        </w:rPr>
        <w:t>ہو ،كيونكہ خدا تمہارے بجائے ايسے صاحبان ايمان كو لے آئے گا جو عزم مصمم ركھتے ہو</w:t>
      </w:r>
      <w:r w:rsidR="007D6C9B">
        <w:rPr>
          <w:rtl/>
        </w:rPr>
        <w:t xml:space="preserve">ں </w:t>
      </w:r>
      <w:r>
        <w:rPr>
          <w:rtl/>
        </w:rPr>
        <w:t>گے اور فرمان خدا كے مطيع ہو</w:t>
      </w:r>
      <w:r w:rsidR="007D6C9B">
        <w:rPr>
          <w:rtl/>
        </w:rPr>
        <w:t xml:space="preserve">ں </w:t>
      </w:r>
      <w:r>
        <w:rPr>
          <w:rtl/>
        </w:rPr>
        <w:t xml:space="preserve">گے''_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وہ لوگ كہ جو ہر لحاظ سے تم سے مختلف ہي</w:t>
      </w:r>
      <w:r w:rsidR="007D6C9B">
        <w:rPr>
          <w:rtl/>
        </w:rPr>
        <w:t xml:space="preserve">ں </w:t>
      </w:r>
      <w:r>
        <w:rPr>
          <w:rtl/>
        </w:rPr>
        <w:t>نہ صرف ان كى شخصيت بلكہ انكا ايمان، ارادہ،دليرى اور فرما</w:t>
      </w:r>
      <w:r w:rsidR="007D6C9B">
        <w:rPr>
          <w:rtl/>
        </w:rPr>
        <w:t xml:space="preserve">ں </w:t>
      </w:r>
      <w:r>
        <w:rPr>
          <w:rtl/>
        </w:rPr>
        <w:t>بردارى بھى تم سے مختلف ہے لہذا '' اس طرح تم خدا اور اس كے پاكيزہ دين كو كوئي نقصان نہي</w:t>
      </w:r>
      <w:r w:rsidR="007D6C9B">
        <w:rPr>
          <w:rtl/>
        </w:rPr>
        <w:t xml:space="preserve">ں </w:t>
      </w:r>
      <w:r>
        <w:rPr>
          <w:rtl/>
        </w:rPr>
        <w:t>پہنچا سكتے''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DE2D7F" w:rsidP="00D07B54">
      <w:pPr>
        <w:pStyle w:val="libNormal"/>
        <w:rPr>
          <w:rtl/>
        </w:rPr>
      </w:pPr>
    </w:p>
    <w:p w:rsidR="00B8090C" w:rsidRDefault="00DE2D7F" w:rsidP="00D07B54">
      <w:pPr>
        <w:pStyle w:val="Heading2Center"/>
        <w:rPr>
          <w:rtl/>
        </w:rPr>
      </w:pPr>
      <w:bookmarkStart w:id="421" w:name="_Toc7268818"/>
      <w:r>
        <w:rPr>
          <w:rtl/>
        </w:rPr>
        <w:t>تنہاوہ جنگ جس مي</w:t>
      </w:r>
      <w:r w:rsidR="007D6C9B">
        <w:rPr>
          <w:rtl/>
        </w:rPr>
        <w:t xml:space="preserve">ں </w:t>
      </w:r>
      <w:r>
        <w:rPr>
          <w:rtl/>
        </w:rPr>
        <w:t>حضرت على نے شركت نہ كي</w:t>
      </w:r>
      <w:bookmarkEnd w:id="421"/>
    </w:p>
    <w:p w:rsidR="00DE2D7F" w:rsidRDefault="00DE2D7F" w:rsidP="00D07B54">
      <w:pPr>
        <w:pStyle w:val="libNormal"/>
        <w:rPr>
          <w:rtl/>
        </w:rPr>
      </w:pPr>
      <w:r>
        <w:rPr>
          <w:rtl/>
        </w:rPr>
        <w:t xml:space="preserve"> اس لشكر كو چونكہ اقتصادى طور پر بہت زيادہ مشكلات كا سامنا كرنا پڑا اس كا راستہ بھى طولانى تھا راستے مي</w:t>
      </w:r>
      <w:r w:rsidR="007D6C9B">
        <w:rPr>
          <w:rtl/>
        </w:rPr>
        <w:t xml:space="preserve">ں </w:t>
      </w:r>
      <w:r>
        <w:rPr>
          <w:rtl/>
        </w:rPr>
        <w:t>جلانے والى زہريلى ہوائي</w:t>
      </w:r>
      <w:r w:rsidR="007D6C9B">
        <w:rPr>
          <w:rtl/>
        </w:rPr>
        <w:t xml:space="preserve">ں </w:t>
      </w:r>
      <w:r>
        <w:rPr>
          <w:rtl/>
        </w:rPr>
        <w:t>چلتى تھي</w:t>
      </w:r>
      <w:r w:rsidR="007D6C9B">
        <w:rPr>
          <w:rtl/>
        </w:rPr>
        <w:t xml:space="preserve">ں </w:t>
      </w:r>
      <w:r>
        <w:rPr>
          <w:rtl/>
        </w:rPr>
        <w:t>سنگريزے اڑتے تھے اور جھكّڑچلتے تھے سواريا</w:t>
      </w:r>
      <w:r w:rsidR="007D6C9B">
        <w:rPr>
          <w:rtl/>
        </w:rPr>
        <w:t xml:space="preserve">ں </w:t>
      </w:r>
      <w:r>
        <w:rPr>
          <w:rtl/>
        </w:rPr>
        <w:t>بھى كافى نہ تھي</w:t>
      </w:r>
      <w:r w:rsidR="007D6C9B">
        <w:rPr>
          <w:rtl/>
        </w:rPr>
        <w:t xml:space="preserve">ں </w:t>
      </w:r>
      <w:r>
        <w:rPr>
          <w:rtl/>
        </w:rPr>
        <w:t>اس لئے يہ'' جيش العسرة'' (يعنى سختيو</w:t>
      </w:r>
      <w:r w:rsidR="007D6C9B">
        <w:rPr>
          <w:rtl/>
        </w:rPr>
        <w:t xml:space="preserve">ں </w:t>
      </w:r>
      <w:r>
        <w:rPr>
          <w:rtl/>
        </w:rPr>
        <w:t>والا لشكر )كے نام سے مشہور ہوا اس نے تمام سختيو</w:t>
      </w:r>
      <w:r w:rsidR="007D6C9B">
        <w:rPr>
          <w:rtl/>
        </w:rPr>
        <w:t xml:space="preserve">ں </w:t>
      </w:r>
      <w:r>
        <w:rPr>
          <w:rtl/>
        </w:rPr>
        <w:t>كو جھيلا اور ماہ شعبان كى ابتداء مي</w:t>
      </w:r>
      <w:r w:rsidR="007D6C9B">
        <w:rPr>
          <w:rtl/>
        </w:rPr>
        <w:t xml:space="preserve">ں </w:t>
      </w:r>
      <w:r>
        <w:rPr>
          <w:rtl/>
        </w:rPr>
        <w:t>ہجرت كے نوي</w:t>
      </w:r>
      <w:r w:rsidR="007D6C9B">
        <w:rPr>
          <w:rtl/>
        </w:rPr>
        <w:t xml:space="preserve">ں </w:t>
      </w:r>
      <w:r>
        <w:rPr>
          <w:rtl/>
        </w:rPr>
        <w:t>سال سرزمين ''تبوك'' مي</w:t>
      </w:r>
      <w:r w:rsidR="007D6C9B">
        <w:rPr>
          <w:rtl/>
        </w:rPr>
        <w:t xml:space="preserve">ں </w:t>
      </w:r>
      <w:r>
        <w:rPr>
          <w:rtl/>
        </w:rPr>
        <w:t>پہنچا جب كہ رسول اللہ حضرت على كو اپنى جگہ پر مدينہ مي</w:t>
      </w:r>
      <w:r w:rsidR="007D6C9B">
        <w:rPr>
          <w:rtl/>
        </w:rPr>
        <w:t xml:space="preserve">ں </w:t>
      </w:r>
      <w:r>
        <w:rPr>
          <w:rtl/>
        </w:rPr>
        <w:t>چھوڑآئے تھے يہ واحد غزوہ ہے جس مي</w:t>
      </w:r>
      <w:r w:rsidR="007D6C9B">
        <w:rPr>
          <w:rtl/>
        </w:rPr>
        <w:t xml:space="preserve">ں </w:t>
      </w:r>
      <w:r>
        <w:rPr>
          <w:rtl/>
        </w:rPr>
        <w:t>حضرت على عليہ السلام شريك نہي</w:t>
      </w:r>
      <w:r w:rsidR="007D6C9B">
        <w:rPr>
          <w:rtl/>
        </w:rPr>
        <w:t xml:space="preserve">ں </w:t>
      </w:r>
      <w:r>
        <w:rPr>
          <w:rtl/>
        </w:rPr>
        <w:t xml:space="preserve">ہوئے _ </w:t>
      </w:r>
    </w:p>
    <w:p w:rsidR="00DE2D7F" w:rsidRDefault="00DE2D7F" w:rsidP="00D07B54">
      <w:pPr>
        <w:pStyle w:val="libNormal"/>
        <w:rPr>
          <w:rtl/>
        </w:rPr>
      </w:pPr>
      <w:r>
        <w:rPr>
          <w:rtl/>
        </w:rPr>
        <w:t xml:space="preserve">رسول اللہ كايہ اقدام بہت ہى مناسب اور ضرورى تھا كيونكہ بہت احتمال تھا كہ بعض پيچھے رہنے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توبہ آيت </w:t>
      </w:r>
      <w:r w:rsidR="00E664BB">
        <w:rPr>
          <w:rtl/>
        </w:rPr>
        <w:t>3</w:t>
      </w:r>
      <w:r w:rsidR="00E44785">
        <w:rPr>
          <w:rtl/>
        </w:rPr>
        <w:t>9</w:t>
      </w:r>
      <w:r>
        <w:rPr>
          <w:rtl/>
        </w:rPr>
        <w:t xml:space="preserve"> </w:t>
      </w:r>
    </w:p>
    <w:p w:rsidR="00DE2D7F" w:rsidRDefault="00DE2D7F" w:rsidP="00D07B54">
      <w:pPr>
        <w:pStyle w:val="libFootnote"/>
        <w:rPr>
          <w:rtl/>
        </w:rPr>
      </w:pPr>
      <w:r>
        <w:rPr>
          <w:rtl/>
        </w:rPr>
        <w:t>(</w:t>
      </w:r>
      <w:r w:rsidR="00E664BB">
        <w:rPr>
          <w:rtl/>
        </w:rPr>
        <w:t>2</w:t>
      </w:r>
      <w:r>
        <w:rPr>
          <w:rtl/>
        </w:rPr>
        <w:t xml:space="preserve">)سورہ توبہ آيت </w:t>
      </w:r>
      <w:r w:rsidR="00E664BB">
        <w:rPr>
          <w:rtl/>
        </w:rPr>
        <w:t>3</w:t>
      </w:r>
      <w:r w:rsidR="00E44785">
        <w:rPr>
          <w:rtl/>
        </w:rPr>
        <w:t>9</w:t>
      </w:r>
      <w:r>
        <w:rPr>
          <w:rtl/>
        </w:rPr>
        <w:t xml:space="preserve"> </w:t>
      </w:r>
    </w:p>
    <w:p w:rsidR="00DE2D7F" w:rsidRDefault="00DE2D7F" w:rsidP="00D07B54">
      <w:pPr>
        <w:pStyle w:val="libFootnote"/>
        <w:rPr>
          <w:rtl/>
        </w:rPr>
      </w:pPr>
      <w:r>
        <w:rPr>
          <w:rtl/>
        </w:rPr>
        <w:t>(</w:t>
      </w:r>
      <w:r w:rsidR="00E664BB">
        <w:rPr>
          <w:rtl/>
        </w:rPr>
        <w:t>3</w:t>
      </w:r>
      <w:r>
        <w:rPr>
          <w:rtl/>
        </w:rPr>
        <w:t xml:space="preserve">)سور ہ توبہ آيت </w:t>
      </w:r>
      <w:r w:rsidR="00E664BB">
        <w:rPr>
          <w:rtl/>
        </w:rPr>
        <w:t>3</w:t>
      </w:r>
      <w:r w:rsidR="00E44785">
        <w:rPr>
          <w:rtl/>
        </w:rPr>
        <w:t>9</w:t>
      </w:r>
      <w:r>
        <w:rPr>
          <w:rtl/>
        </w:rPr>
        <w:t xml:space="preserve">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والے مشركين يامنا فقين جو حيلو</w:t>
      </w:r>
      <w:r w:rsidR="007D6C9B">
        <w:rPr>
          <w:rtl/>
        </w:rPr>
        <w:t xml:space="preserve">ں </w:t>
      </w:r>
      <w:r>
        <w:rPr>
          <w:rtl/>
        </w:rPr>
        <w:t>بہانو</w:t>
      </w:r>
      <w:r w:rsidR="007D6C9B">
        <w:rPr>
          <w:rtl/>
        </w:rPr>
        <w:t xml:space="preserve">ں </w:t>
      </w:r>
      <w:r>
        <w:rPr>
          <w:rtl/>
        </w:rPr>
        <w:t>سے ميدان تبوك مي</w:t>
      </w:r>
      <w:r w:rsidR="007D6C9B">
        <w:rPr>
          <w:rtl/>
        </w:rPr>
        <w:t xml:space="preserve">ں </w:t>
      </w:r>
      <w:r>
        <w:rPr>
          <w:rtl/>
        </w:rPr>
        <w:t>شريك نہ ہوئے تھے، رسول اللہ اور ان كى فوج كى طويل غيبت سے فائدہ اٹھائي</w:t>
      </w:r>
      <w:r w:rsidR="007D6C9B">
        <w:rPr>
          <w:rtl/>
        </w:rPr>
        <w:t xml:space="preserve">ں </w:t>
      </w:r>
      <w:r>
        <w:rPr>
          <w:rtl/>
        </w:rPr>
        <w:t>اور مدينہ پر حملہ كردي</w:t>
      </w:r>
      <w:r w:rsidR="007D6C9B">
        <w:rPr>
          <w:rtl/>
        </w:rPr>
        <w:t xml:space="preserve">ں </w:t>
      </w:r>
      <w:r>
        <w:rPr>
          <w:rtl/>
        </w:rPr>
        <w:t>، عورتو</w:t>
      </w:r>
      <w:r w:rsidR="007D6C9B">
        <w:rPr>
          <w:rtl/>
        </w:rPr>
        <w:t xml:space="preserve">ں </w:t>
      </w:r>
      <w:r>
        <w:rPr>
          <w:rtl/>
        </w:rPr>
        <w:t>اور بچو</w:t>
      </w:r>
      <w:r w:rsidR="007D6C9B">
        <w:rPr>
          <w:rtl/>
        </w:rPr>
        <w:t xml:space="preserve">ں </w:t>
      </w:r>
      <w:r>
        <w:rPr>
          <w:rtl/>
        </w:rPr>
        <w:t>كو قتل كردي</w:t>
      </w:r>
      <w:r w:rsidR="007D6C9B">
        <w:rPr>
          <w:rtl/>
        </w:rPr>
        <w:t xml:space="preserve">ں </w:t>
      </w:r>
      <w:r>
        <w:rPr>
          <w:rtl/>
        </w:rPr>
        <w:t>اور مدينہ كو تاراج كردي</w:t>
      </w:r>
      <w:r w:rsidR="007D6C9B">
        <w:rPr>
          <w:rtl/>
        </w:rPr>
        <w:t xml:space="preserve">ں </w:t>
      </w:r>
      <w:r>
        <w:rPr>
          <w:rtl/>
        </w:rPr>
        <w:t>ليكن حضرت على كا مدينہ مي</w:t>
      </w:r>
      <w:r w:rsidR="007D6C9B">
        <w:rPr>
          <w:rtl/>
        </w:rPr>
        <w:t xml:space="preserve">ں </w:t>
      </w:r>
      <w:r>
        <w:rPr>
          <w:rtl/>
        </w:rPr>
        <w:t>رہ جانا ان كى سازشو</w:t>
      </w:r>
      <w:r w:rsidR="007D6C9B">
        <w:rPr>
          <w:rtl/>
        </w:rPr>
        <w:t xml:space="preserve">ں </w:t>
      </w:r>
      <w:r>
        <w:rPr>
          <w:rtl/>
        </w:rPr>
        <w:t>كے مقابلے مي</w:t>
      </w:r>
      <w:r w:rsidR="007D6C9B">
        <w:rPr>
          <w:rtl/>
        </w:rPr>
        <w:t xml:space="preserve">ں </w:t>
      </w:r>
      <w:r>
        <w:rPr>
          <w:rtl/>
        </w:rPr>
        <w:t xml:space="preserve">ايك طاقتور ركاوٹ تھى _ </w:t>
      </w:r>
    </w:p>
    <w:p w:rsidR="00DE2D7F" w:rsidRDefault="00DE2D7F" w:rsidP="00D07B54">
      <w:pPr>
        <w:pStyle w:val="libNormal"/>
        <w:rPr>
          <w:rtl/>
        </w:rPr>
      </w:pPr>
      <w:r>
        <w:rPr>
          <w:rtl/>
        </w:rPr>
        <w:t>بہرحال جب رسول اللہ تبوك مي</w:t>
      </w:r>
      <w:r w:rsidR="007D6C9B">
        <w:rPr>
          <w:rtl/>
        </w:rPr>
        <w:t xml:space="preserve">ں </w:t>
      </w:r>
      <w:r>
        <w:rPr>
          <w:rtl/>
        </w:rPr>
        <w:t>پہنچے تو وہا</w:t>
      </w:r>
      <w:r w:rsidR="007D6C9B">
        <w:rPr>
          <w:rtl/>
        </w:rPr>
        <w:t xml:space="preserve">ں </w:t>
      </w:r>
      <w:r>
        <w:rPr>
          <w:rtl/>
        </w:rPr>
        <w:t>آپ كو رومى فوج كا كوئي نام ونشان نظر نہ آيا عظيم سپاہ اسلام چونكہ كئي جنگو</w:t>
      </w:r>
      <w:r w:rsidR="007D6C9B">
        <w:rPr>
          <w:rtl/>
        </w:rPr>
        <w:t xml:space="preserve">ں </w:t>
      </w:r>
      <w:r>
        <w:rPr>
          <w:rtl/>
        </w:rPr>
        <w:t>مي</w:t>
      </w:r>
      <w:r w:rsidR="007D6C9B">
        <w:rPr>
          <w:rtl/>
        </w:rPr>
        <w:t xml:space="preserve">ں </w:t>
      </w:r>
      <w:r>
        <w:rPr>
          <w:rtl/>
        </w:rPr>
        <w:t>اپنى عجيب وغريب جرا ت وشجاعت كا مظاہرہ كرچكى تھي، جب ان كے آنے كى كچھ خبر روميو</w:t>
      </w:r>
      <w:r w:rsidR="007D6C9B">
        <w:rPr>
          <w:rtl/>
        </w:rPr>
        <w:t xml:space="preserve">ں </w:t>
      </w:r>
      <w:r>
        <w:rPr>
          <w:rtl/>
        </w:rPr>
        <w:t>كے كانو</w:t>
      </w:r>
      <w:r w:rsidR="007D6C9B">
        <w:rPr>
          <w:rtl/>
        </w:rPr>
        <w:t xml:space="preserve">ں </w:t>
      </w:r>
      <w:r>
        <w:rPr>
          <w:rtl/>
        </w:rPr>
        <w:t>تك پہنچى تو انھو</w:t>
      </w:r>
      <w:r w:rsidR="007D6C9B">
        <w:rPr>
          <w:rtl/>
        </w:rPr>
        <w:t xml:space="preserve">ں </w:t>
      </w:r>
      <w:r>
        <w:rPr>
          <w:rtl/>
        </w:rPr>
        <w:t>نے اسى كو بہتر سمجھا كہ اپنے ملك كے اندرچلے جائي</w:t>
      </w:r>
      <w:r w:rsidR="007D6C9B">
        <w:rPr>
          <w:rtl/>
        </w:rPr>
        <w:t xml:space="preserve">ں </w:t>
      </w:r>
      <w:r>
        <w:rPr>
          <w:rtl/>
        </w:rPr>
        <w:t>اور اس طرح سے ظاہر كري</w:t>
      </w:r>
      <w:r w:rsidR="007D6C9B">
        <w:rPr>
          <w:rtl/>
        </w:rPr>
        <w:t xml:space="preserve">ں </w:t>
      </w:r>
      <w:r>
        <w:rPr>
          <w:rtl/>
        </w:rPr>
        <w:t>كہ مدينہ پر حملہ كرنے كے لئے لشكر روم كى سرحدو</w:t>
      </w:r>
      <w:r w:rsidR="007D6C9B">
        <w:rPr>
          <w:rtl/>
        </w:rPr>
        <w:t xml:space="preserve">ں </w:t>
      </w:r>
      <w:r>
        <w:rPr>
          <w:rtl/>
        </w:rPr>
        <w:t>پر جمع ہونے كى خبر ايك بے بنياد افواہ سے زيادہ كچھ نہ تھى كيونكہ وہ ايك ايسى خطرناك جنگ شروع كرنے سے ڈرتے تھے جس كا جواز بھى ان كے پاس كوئي نہ تھا ليكن لشكر اسلام كے اس طرح سے تيز رفتارى سے ميدان تبوك مي</w:t>
      </w:r>
      <w:r w:rsidR="007D6C9B">
        <w:rPr>
          <w:rtl/>
        </w:rPr>
        <w:t xml:space="preserve">ں </w:t>
      </w:r>
      <w:r>
        <w:rPr>
          <w:rtl/>
        </w:rPr>
        <w:t xml:space="preserve">پہنچنے نے دشمنان اسلام كو كئي درس سكھائے، مثلاً: </w:t>
      </w:r>
    </w:p>
    <w:p w:rsidR="00DE2D7F" w:rsidRDefault="00E664BB" w:rsidP="00D07B54">
      <w:pPr>
        <w:pStyle w:val="libNormal"/>
        <w:rPr>
          <w:rtl/>
        </w:rPr>
      </w:pPr>
      <w:r>
        <w:rPr>
          <w:rtl/>
        </w:rPr>
        <w:t>1</w:t>
      </w:r>
      <w:r w:rsidR="00DE2D7F">
        <w:rPr>
          <w:rtl/>
        </w:rPr>
        <w:t>_يہ بات ثابت ہوگئي كہ مجاہدين اسلام كا جذبہ جہاد اس قدر قوى ہے كہ وہ اس زمانے كى نہايت طاقت ور فوج سے بھى نہي</w:t>
      </w:r>
      <w:r w:rsidR="007D6C9B">
        <w:rPr>
          <w:rtl/>
        </w:rPr>
        <w:t xml:space="preserve">ں </w:t>
      </w:r>
      <w:r w:rsidR="00DE2D7F">
        <w:rPr>
          <w:rtl/>
        </w:rPr>
        <w:t xml:space="preserve">ڈرتے_ </w:t>
      </w:r>
    </w:p>
    <w:p w:rsidR="00DE2D7F" w:rsidRDefault="00E664BB" w:rsidP="00D07B54">
      <w:pPr>
        <w:pStyle w:val="libNormal"/>
        <w:rPr>
          <w:rtl/>
        </w:rPr>
      </w:pPr>
      <w:r>
        <w:rPr>
          <w:rtl/>
        </w:rPr>
        <w:t>2</w:t>
      </w:r>
      <w:r w:rsidR="00DE2D7F">
        <w:rPr>
          <w:rtl/>
        </w:rPr>
        <w:t>_ بہت سے قبائل اور اطراف تبوك كے امراء پيغمبر اسلام (ص) كى خدمت مي</w:t>
      </w:r>
      <w:r w:rsidR="007D6C9B">
        <w:rPr>
          <w:rtl/>
        </w:rPr>
        <w:t xml:space="preserve">ں </w:t>
      </w:r>
      <w:r w:rsidR="00DE2D7F">
        <w:rPr>
          <w:rtl/>
        </w:rPr>
        <w:t xml:space="preserve">آئے اور آپ سے تعرض اور جنگ نہ كرنے كے عہدوپيمان پر دستخط كيے اس طرح مسلمان ان كى طرف سے آسودہ خاطر ہوگئے _ </w:t>
      </w:r>
    </w:p>
    <w:p w:rsidR="00DE2D7F" w:rsidRDefault="00E664BB" w:rsidP="00D07B54">
      <w:pPr>
        <w:pStyle w:val="libNormal"/>
        <w:rPr>
          <w:rtl/>
        </w:rPr>
      </w:pPr>
      <w:r>
        <w:rPr>
          <w:rtl/>
        </w:rPr>
        <w:t>3</w:t>
      </w:r>
      <w:r w:rsidR="00DE2D7F">
        <w:rPr>
          <w:rtl/>
        </w:rPr>
        <w:t>_ اسلام كى لہري</w:t>
      </w:r>
      <w:r w:rsidR="007D6C9B">
        <w:rPr>
          <w:rtl/>
        </w:rPr>
        <w:t xml:space="preserve">ں </w:t>
      </w:r>
      <w:r w:rsidR="00DE2D7F">
        <w:rPr>
          <w:rtl/>
        </w:rPr>
        <w:t>سلطنت روم كى سرحدو</w:t>
      </w:r>
      <w:r w:rsidR="007D6C9B">
        <w:rPr>
          <w:rtl/>
        </w:rPr>
        <w:t xml:space="preserve">ں </w:t>
      </w:r>
      <w:r w:rsidR="00DE2D7F">
        <w:rPr>
          <w:rtl/>
        </w:rPr>
        <w:t>كے اندر تك چلى گئي</w:t>
      </w:r>
      <w:r w:rsidR="007D6C9B">
        <w:rPr>
          <w:rtl/>
        </w:rPr>
        <w:t xml:space="preserve">ں </w:t>
      </w:r>
      <w:r w:rsidR="00DE2D7F">
        <w:rPr>
          <w:rtl/>
        </w:rPr>
        <w:t>اور اس وقت كے ايك اہم واقعہ كے طور پر اس كى آواز ہر جگہ گونجى اور روميو</w:t>
      </w:r>
      <w:r w:rsidR="007D6C9B">
        <w:rPr>
          <w:rtl/>
        </w:rPr>
        <w:t xml:space="preserve">ں </w:t>
      </w:r>
      <w:r w:rsidR="00DE2D7F">
        <w:rPr>
          <w:rtl/>
        </w:rPr>
        <w:t xml:space="preserve">كے اسلام كى طرف متوجہ ہونے كے لئے راستہ ہموار ہوگيا _ </w:t>
      </w:r>
    </w:p>
    <w:p w:rsidR="00DE2D7F" w:rsidRDefault="00E664BB" w:rsidP="00D07B54">
      <w:pPr>
        <w:pStyle w:val="libNormal"/>
        <w:rPr>
          <w:rtl/>
        </w:rPr>
      </w:pPr>
      <w:r>
        <w:rPr>
          <w:rtl/>
        </w:rPr>
        <w:t>4</w:t>
      </w:r>
      <w:r w:rsidR="00DE2D7F">
        <w:rPr>
          <w:rtl/>
        </w:rPr>
        <w:t>_ يہ راستہ طے كرنے اور زحمتو</w:t>
      </w:r>
      <w:r w:rsidR="007D6C9B">
        <w:rPr>
          <w:rtl/>
        </w:rPr>
        <w:t xml:space="preserve">ں </w:t>
      </w:r>
      <w:r w:rsidR="00DE2D7F">
        <w:rPr>
          <w:rtl/>
        </w:rPr>
        <w:t xml:space="preserve">كو برداشت كرنے سے آئندہ شام كا علاقہ فتح كرنے كے لئے راہ ہموار ہوگئي اور معلوم ہوگيا كہ آخركار يہ راستہ طے كرنا ہى ہے _ </w:t>
      </w:r>
    </w:p>
    <w:p w:rsidR="00DE2D7F" w:rsidRDefault="00DE2D7F" w:rsidP="00D07B54">
      <w:pPr>
        <w:pStyle w:val="libNormal"/>
        <w:rPr>
          <w:rtl/>
        </w:rPr>
      </w:pPr>
      <w:r>
        <w:rPr>
          <w:rtl/>
        </w:rPr>
        <w:t xml:space="preserve">يہ عظيم فوائد ايسے تھے كہ جن كے لئے لشكر كشى كى زحمت برداشت كى جاسكتى تھى _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 xml:space="preserve">بہرحال پيغمبر اكرم (ص) نے اپنى سنت كے مطابق اپنى فوج سے مشورہ كيا كہ كيا پيش قدمى جارى ركھى جائے ياواپس پلٹ جايا جائے؟ </w:t>
      </w:r>
    </w:p>
    <w:p w:rsidR="00DE2D7F" w:rsidRDefault="00DE2D7F" w:rsidP="00D07B54">
      <w:pPr>
        <w:pStyle w:val="libNormal"/>
        <w:rPr>
          <w:rtl/>
        </w:rPr>
      </w:pPr>
      <w:r>
        <w:rPr>
          <w:rtl/>
        </w:rPr>
        <w:t>اكثريت كى رائے يہ تھي، كہ پلٹ جانا بہتر ہے اور يہى اسلامى اصولو</w:t>
      </w:r>
      <w:r w:rsidR="007D6C9B">
        <w:rPr>
          <w:rtl/>
        </w:rPr>
        <w:t xml:space="preserve">ں </w:t>
      </w:r>
      <w:r>
        <w:rPr>
          <w:rtl/>
        </w:rPr>
        <w:t xml:space="preserve">كى روح سے زيادہ مناسبت ركھتا تھا خصوصاً جبكہ اس وقت طاقت فرسا سفر اور راستے كى مشقت وزحمت كے باعث اسلامى فوج كے سپاہى تھكے ہوئے تھے اور ان كى جسمانى قوت مزاحمت كمزور پڑچكى تھي، رسول اللہ نے اس رائے كو صحيح قرار ديا اور لشكر اسلام مدينہ كى طرف لوٹ آيا_ </w:t>
      </w:r>
    </w:p>
    <w:p w:rsidR="00DE2D7F" w:rsidRDefault="00DE2D7F" w:rsidP="00D07B54">
      <w:pPr>
        <w:pStyle w:val="libNormal"/>
        <w:rPr>
          <w:rtl/>
        </w:rPr>
      </w:pPr>
    </w:p>
    <w:p w:rsidR="00B8090C" w:rsidRDefault="00DE2D7F" w:rsidP="00D07B54">
      <w:pPr>
        <w:pStyle w:val="Heading2Center"/>
        <w:rPr>
          <w:rtl/>
        </w:rPr>
      </w:pPr>
      <w:bookmarkStart w:id="422" w:name="_Toc7268819"/>
      <w:r>
        <w:rPr>
          <w:rtl/>
        </w:rPr>
        <w:t>ايك عظيم درس</w:t>
      </w:r>
      <w:bookmarkEnd w:id="422"/>
    </w:p>
    <w:p w:rsidR="00DE2D7F" w:rsidRDefault="00DE2D7F" w:rsidP="00D07B54">
      <w:pPr>
        <w:pStyle w:val="libNormal"/>
        <w:rPr>
          <w:rtl/>
        </w:rPr>
      </w:pPr>
      <w:r>
        <w:rPr>
          <w:rtl/>
        </w:rPr>
        <w:t xml:space="preserve"> ''ابو حثيمہ ''</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اصحاب پيغمبر (ص) مي</w:t>
      </w:r>
      <w:r w:rsidR="007D6C9B">
        <w:rPr>
          <w:rtl/>
        </w:rPr>
        <w:t xml:space="preserve">ں </w:t>
      </w:r>
      <w:r>
        <w:rPr>
          <w:rtl/>
        </w:rPr>
        <w:t>سے تھا ،منافقين مي</w:t>
      </w:r>
      <w:r w:rsidR="007D6C9B">
        <w:rPr>
          <w:rtl/>
        </w:rPr>
        <w:t xml:space="preserve">ں </w:t>
      </w:r>
      <w:r>
        <w:rPr>
          <w:rtl/>
        </w:rPr>
        <w:t>سے نہ تھا ليكن سستى كى وجہ سے پيغمبراكرم (ص) كے ساتھ ميدان تبوك مي</w:t>
      </w:r>
      <w:r w:rsidR="007D6C9B">
        <w:rPr>
          <w:rtl/>
        </w:rPr>
        <w:t xml:space="preserve">ں </w:t>
      </w:r>
      <w:r>
        <w:rPr>
          <w:rtl/>
        </w:rPr>
        <w:t xml:space="preserve">نہ گيا _ </w:t>
      </w:r>
    </w:p>
    <w:p w:rsidR="00DE2D7F" w:rsidRDefault="00DE2D7F" w:rsidP="00D07B54">
      <w:pPr>
        <w:pStyle w:val="libNormal"/>
        <w:rPr>
          <w:rtl/>
        </w:rPr>
      </w:pPr>
      <w:r>
        <w:rPr>
          <w:rtl/>
        </w:rPr>
        <w:t>اس واقعہ كو دس دن گذر گئے ،ہوا گرم او رجلانے والى تھي،ايك دن اپنى بيويو</w:t>
      </w:r>
      <w:r w:rsidR="007D6C9B">
        <w:rPr>
          <w:rtl/>
        </w:rPr>
        <w:t xml:space="preserve">ں </w:t>
      </w:r>
      <w:r>
        <w:rPr>
          <w:rtl/>
        </w:rPr>
        <w:t>كے پاس آيا انھو</w:t>
      </w:r>
      <w:r w:rsidR="007D6C9B">
        <w:rPr>
          <w:rtl/>
        </w:rPr>
        <w:t xml:space="preserve">ں </w:t>
      </w:r>
      <w:r>
        <w:rPr>
          <w:rtl/>
        </w:rPr>
        <w:t>نے ايك سائبان تان ركھا تھا ، ٹھنڈا پانى مہيا كر ركھا تھا او ربہترين كھانا تيار كر ركھا تھا، وہ اچانك غم و فكر مي</w:t>
      </w:r>
      <w:r w:rsidR="007D6C9B">
        <w:rPr>
          <w:rtl/>
        </w:rPr>
        <w:t xml:space="preserve">ں </w:t>
      </w:r>
      <w:r>
        <w:rPr>
          <w:rtl/>
        </w:rPr>
        <w:t>ڈوب گيا او راپنے پيشوا رسول اللہ (ص) كى ياد اسے ستانے لگى ،اس نے كہا:رسول اللہ(ص) كہ جنھو</w:t>
      </w:r>
      <w:r w:rsidR="007D6C9B">
        <w:rPr>
          <w:rtl/>
        </w:rPr>
        <w:t xml:space="preserve">ں </w:t>
      </w:r>
      <w:r>
        <w:rPr>
          <w:rtl/>
        </w:rPr>
        <w:t>نے كبھى كوئي گناہ نہي</w:t>
      </w:r>
      <w:r w:rsidR="007D6C9B">
        <w:rPr>
          <w:rtl/>
        </w:rPr>
        <w:t xml:space="preserve">ں </w:t>
      </w:r>
      <w:r>
        <w:rPr>
          <w:rtl/>
        </w:rPr>
        <w:t>كيا او رخدا ان كے گذشتہ اور آئندہ كا ذمہ دار ہے ،بيابان كى جلا ڈالنے والى ہوائو</w:t>
      </w:r>
      <w:r w:rsidR="007D6C9B">
        <w:rPr>
          <w:rtl/>
        </w:rPr>
        <w:t xml:space="preserve">ں </w:t>
      </w:r>
      <w:r>
        <w:rPr>
          <w:rtl/>
        </w:rPr>
        <w:t>مي</w:t>
      </w:r>
      <w:r w:rsidR="007D6C9B">
        <w:rPr>
          <w:rtl/>
        </w:rPr>
        <w:t xml:space="preserve">ں </w:t>
      </w:r>
      <w:r>
        <w:rPr>
          <w:rtl/>
        </w:rPr>
        <w:t>كندھے پر ہتھيار اٹھائے اس دشوار گذار سفر كى مشكلات اٹھارہے ہي</w:t>
      </w:r>
      <w:r w:rsidR="007D6C9B">
        <w:rPr>
          <w:rtl/>
        </w:rPr>
        <w:t xml:space="preserve">ں </w:t>
      </w:r>
      <w:r>
        <w:rPr>
          <w:rtl/>
        </w:rPr>
        <w:t>او رابو حثيمہ كو ديكھو كہ ٹھنڈے سائے مي</w:t>
      </w:r>
      <w:r w:rsidR="007D6C9B">
        <w:rPr>
          <w:rtl/>
        </w:rPr>
        <w:t xml:space="preserve">ں </w:t>
      </w:r>
      <w:r>
        <w:rPr>
          <w:rtl/>
        </w:rPr>
        <w:t>تيار كھانے اور خوبصورت بيويو</w:t>
      </w:r>
      <w:r w:rsidR="007D6C9B">
        <w:rPr>
          <w:rtl/>
        </w:rPr>
        <w:t xml:space="preserve">ں </w:t>
      </w:r>
      <w:r>
        <w:rPr>
          <w:rtl/>
        </w:rPr>
        <w:t xml:space="preserve">كے پاس بيٹھا ہے ،كيا يہ انصاف ہے ؟ </w:t>
      </w:r>
    </w:p>
    <w:p w:rsidR="00DE2D7F" w:rsidRDefault="00DE2D7F" w:rsidP="00D07B54">
      <w:pPr>
        <w:pStyle w:val="libNormal"/>
        <w:rPr>
          <w:rtl/>
        </w:rPr>
      </w:pPr>
      <w:r>
        <w:rPr>
          <w:rtl/>
        </w:rPr>
        <w:t>اس كے بعد اس نے اپنى بيويو</w:t>
      </w:r>
      <w:r w:rsidR="007D6C9B">
        <w:rPr>
          <w:rtl/>
        </w:rPr>
        <w:t xml:space="preserve">ں </w:t>
      </w:r>
      <w:r>
        <w:rPr>
          <w:rtl/>
        </w:rPr>
        <w:t xml:space="preserve">كى طرف رخ كيا او ركہا: </w:t>
      </w:r>
    </w:p>
    <w:p w:rsidR="00DE2D7F" w:rsidRDefault="00DE2D7F" w:rsidP="00D07B54">
      <w:pPr>
        <w:pStyle w:val="libNormal"/>
        <w:rPr>
          <w:rtl/>
        </w:rPr>
      </w:pPr>
      <w:r>
        <w:rPr>
          <w:rtl/>
        </w:rPr>
        <w:t>خدا كى قسم تم مي</w:t>
      </w:r>
      <w:r w:rsidR="007D6C9B">
        <w:rPr>
          <w:rtl/>
        </w:rPr>
        <w:t xml:space="preserve">ں </w:t>
      </w:r>
      <w:r>
        <w:rPr>
          <w:rtl/>
        </w:rPr>
        <w:t>سے كسى كے ساتھ مي</w:t>
      </w:r>
      <w:r w:rsidR="007D6C9B">
        <w:rPr>
          <w:rtl/>
        </w:rPr>
        <w:t xml:space="preserve">ں </w:t>
      </w:r>
      <w:r>
        <w:rPr>
          <w:rtl/>
        </w:rPr>
        <w:t>بات نہ كرو</w:t>
      </w:r>
      <w:r w:rsidR="007D6C9B">
        <w:rPr>
          <w:rtl/>
        </w:rPr>
        <w:t xml:space="preserve">ں </w:t>
      </w:r>
      <w:r>
        <w:rPr>
          <w:rtl/>
        </w:rPr>
        <w:t>گا او رسائبان كے نيچے نہي</w:t>
      </w:r>
      <w:r w:rsidR="007D6C9B">
        <w:rPr>
          <w:rtl/>
        </w:rPr>
        <w:t xml:space="preserve">ں </w:t>
      </w:r>
      <w:r>
        <w:rPr>
          <w:rtl/>
        </w:rPr>
        <w:t>بيٹھو</w:t>
      </w:r>
      <w:r w:rsidR="007D6C9B">
        <w:rPr>
          <w:rtl/>
        </w:rPr>
        <w:t xml:space="preserve">ں </w:t>
      </w:r>
      <w:r>
        <w:rPr>
          <w:rtl/>
        </w:rPr>
        <w:t xml:space="preserve">گا جب تك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)يہ شخص انہي</w:t>
      </w:r>
      <w:r w:rsidR="007D6C9B">
        <w:rPr>
          <w:rtl/>
        </w:rPr>
        <w:t xml:space="preserve">ں </w:t>
      </w:r>
      <w:r>
        <w:rPr>
          <w:rtl/>
        </w:rPr>
        <w:t>افراد مي</w:t>
      </w:r>
      <w:r w:rsidR="007D6C9B">
        <w:rPr>
          <w:rtl/>
        </w:rPr>
        <w:t xml:space="preserve">ں </w:t>
      </w:r>
      <w:r>
        <w:rPr>
          <w:rtl/>
        </w:rPr>
        <w:t>سے تھا جن كے بارے مي</w:t>
      </w:r>
      <w:r w:rsidR="007D6C9B">
        <w:rPr>
          <w:rtl/>
        </w:rPr>
        <w:t xml:space="preserve">ں </w:t>
      </w:r>
      <w:r>
        <w:rPr>
          <w:rtl/>
        </w:rPr>
        <w:t>كہا جاتا ہے كہ سورہ توبہ آيت</w:t>
      </w:r>
      <w:r w:rsidR="00E664BB">
        <w:rPr>
          <w:rtl/>
        </w:rPr>
        <w:t>117</w:t>
      </w:r>
      <w:r>
        <w:rPr>
          <w:rtl/>
        </w:rPr>
        <w:t xml:space="preserve">/نازل ہوئي _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پيغمبر (ص) سے نہ جاملو</w:t>
      </w:r>
      <w:r w:rsidR="007D6C9B">
        <w:rPr>
          <w:rtl/>
        </w:rPr>
        <w:t xml:space="preserve">ں </w:t>
      </w:r>
      <w:r>
        <w:rPr>
          <w:rtl/>
        </w:rPr>
        <w:t xml:space="preserve">_ </w:t>
      </w:r>
    </w:p>
    <w:p w:rsidR="00DE2D7F" w:rsidRDefault="00DE2D7F" w:rsidP="00D07B54">
      <w:pPr>
        <w:pStyle w:val="libNormal"/>
        <w:rPr>
          <w:rtl/>
        </w:rPr>
      </w:pPr>
      <w:r>
        <w:rPr>
          <w:rtl/>
        </w:rPr>
        <w:t>يہ بات كہہ كر اس نے زادراہ ليا ،اپنے اونٹ پر سوار ہوااور چل كھڑا ہوا ،اس كى بيويو</w:t>
      </w:r>
      <w:r w:rsidR="007D6C9B">
        <w:rPr>
          <w:rtl/>
        </w:rPr>
        <w:t xml:space="preserve">ں </w:t>
      </w:r>
      <w:r>
        <w:rPr>
          <w:rtl/>
        </w:rPr>
        <w:t>نے بہت چاہا كہ اس سے بات كري</w:t>
      </w:r>
      <w:r w:rsidR="007D6C9B">
        <w:rPr>
          <w:rtl/>
        </w:rPr>
        <w:t xml:space="preserve">ں </w:t>
      </w:r>
      <w:r>
        <w:rPr>
          <w:rtl/>
        </w:rPr>
        <w:t>ليكن اس نے ايك لفظ نہ كہا او راسى طرح چلتا رہا يہا</w:t>
      </w:r>
      <w:r w:rsidR="007D6C9B">
        <w:rPr>
          <w:rtl/>
        </w:rPr>
        <w:t xml:space="preserve">ں </w:t>
      </w:r>
      <w:r>
        <w:rPr>
          <w:rtl/>
        </w:rPr>
        <w:t xml:space="preserve">تك كہ تبوك كے قريب جا پہنچا _ </w:t>
      </w:r>
    </w:p>
    <w:p w:rsidR="00DE2D7F" w:rsidRDefault="00DE2D7F" w:rsidP="00D07B54">
      <w:pPr>
        <w:pStyle w:val="libNormal"/>
        <w:rPr>
          <w:rtl/>
        </w:rPr>
      </w:pPr>
      <w:r>
        <w:rPr>
          <w:rtl/>
        </w:rPr>
        <w:t xml:space="preserve">مسلماان ايك دوسرے سے كہنے لگے :يہ كوئي سوار ہے جو سڑك سے گذررہا ہے، ليكن پيغمبر اكرم(ص) نے فرمايا:اے سوار تم ابو حثيمہ ہو تو بہتر ہے_ </w:t>
      </w:r>
    </w:p>
    <w:p w:rsidR="00DE2D7F" w:rsidRDefault="00DE2D7F" w:rsidP="00D07B54">
      <w:pPr>
        <w:pStyle w:val="libNormal"/>
        <w:rPr>
          <w:rtl/>
        </w:rPr>
      </w:pPr>
      <w:r>
        <w:rPr>
          <w:rtl/>
        </w:rPr>
        <w:t>جب وہ قريب پہنچا او رلوگو</w:t>
      </w:r>
      <w:r w:rsidR="007D6C9B">
        <w:rPr>
          <w:rtl/>
        </w:rPr>
        <w:t xml:space="preserve">ں </w:t>
      </w:r>
      <w:r>
        <w:rPr>
          <w:rtl/>
        </w:rPr>
        <w:t>نے اسے پہچان ليا تو كہنے لگے : جى ہا</w:t>
      </w:r>
      <w:r w:rsidR="007D6C9B">
        <w:rPr>
          <w:rtl/>
        </w:rPr>
        <w:t xml:space="preserve">ں </w:t>
      </w:r>
      <w:r>
        <w:rPr>
          <w:rtl/>
        </w:rPr>
        <w:t xml:space="preserve">; ابو حثيمہ ہے _ </w:t>
      </w:r>
    </w:p>
    <w:p w:rsidR="00DE2D7F" w:rsidRDefault="00DE2D7F" w:rsidP="00D07B54">
      <w:pPr>
        <w:pStyle w:val="libNormal"/>
        <w:rPr>
          <w:rtl/>
        </w:rPr>
      </w:pPr>
      <w:r>
        <w:rPr>
          <w:rtl/>
        </w:rPr>
        <w:t>اس نے اپنا اونٹ زمين پر بٹھايا او رپيغمبراكرم (ص) كى خدمت مي</w:t>
      </w:r>
      <w:r w:rsidR="007D6C9B">
        <w:rPr>
          <w:rtl/>
        </w:rPr>
        <w:t xml:space="preserve">ں </w:t>
      </w:r>
      <w:r>
        <w:rPr>
          <w:rtl/>
        </w:rPr>
        <w:t xml:space="preserve">سلام عرض كيا او راپنا ماجرابيان كيا _ </w:t>
      </w:r>
    </w:p>
    <w:p w:rsidR="00DE2D7F" w:rsidRDefault="00DE2D7F" w:rsidP="00D07B54">
      <w:pPr>
        <w:pStyle w:val="libNormal"/>
        <w:rPr>
          <w:rtl/>
        </w:rPr>
      </w:pPr>
      <w:r>
        <w:rPr>
          <w:rtl/>
        </w:rPr>
        <w:t>رسول اللہ (ص) نے اسے خوش آمديد كہا اور اس كے حق مي</w:t>
      </w:r>
      <w:r w:rsidR="007D6C9B">
        <w:rPr>
          <w:rtl/>
        </w:rPr>
        <w:t xml:space="preserve">ں </w:t>
      </w:r>
      <w:r>
        <w:rPr>
          <w:rtl/>
        </w:rPr>
        <w:t xml:space="preserve">دعا فرمائي _ </w:t>
      </w:r>
    </w:p>
    <w:p w:rsidR="00DE2D7F" w:rsidRDefault="00DE2D7F" w:rsidP="00D07B54">
      <w:pPr>
        <w:pStyle w:val="libNormal"/>
        <w:rPr>
          <w:rtl/>
        </w:rPr>
      </w:pPr>
      <w:r>
        <w:rPr>
          <w:rtl/>
        </w:rPr>
        <w:t xml:space="preserve">اس طرح وہ ايك ايسا شخص تھا جس كا دل باطل كى طرف مائل ہوگيا تھا ليكن اس كى روحانى آمادگى كى بنا ء پر خدا نے اسے حق كى طرف متوجہ كيا اور ثبات قدم بھى عطا كيا _ </w:t>
      </w:r>
    </w:p>
    <w:p w:rsidR="00DE2D7F" w:rsidRDefault="00DE2D7F" w:rsidP="00D07B54">
      <w:pPr>
        <w:pStyle w:val="libNormal"/>
        <w:rPr>
          <w:rtl/>
        </w:rPr>
      </w:pPr>
    </w:p>
    <w:p w:rsidR="00B8090C" w:rsidRDefault="00DE2D7F" w:rsidP="00D07B54">
      <w:pPr>
        <w:pStyle w:val="Heading2Center"/>
        <w:rPr>
          <w:rtl/>
        </w:rPr>
      </w:pPr>
      <w:bookmarkStart w:id="423" w:name="_Toc7268820"/>
      <w:r>
        <w:rPr>
          <w:rtl/>
        </w:rPr>
        <w:t>جنگ تبوك مي</w:t>
      </w:r>
      <w:r w:rsidR="007D6C9B">
        <w:rPr>
          <w:rtl/>
        </w:rPr>
        <w:t xml:space="preserve">ں </w:t>
      </w:r>
      <w:r>
        <w:rPr>
          <w:rtl/>
        </w:rPr>
        <w:t>شركت نہ كرنے والے تين لوگ</w:t>
      </w:r>
      <w:bookmarkEnd w:id="423"/>
    </w:p>
    <w:p w:rsidR="00DE2D7F" w:rsidRDefault="00DE2D7F" w:rsidP="00D07B54">
      <w:pPr>
        <w:pStyle w:val="libNormal"/>
        <w:rPr>
          <w:rtl/>
        </w:rPr>
      </w:pPr>
      <w:r>
        <w:rPr>
          <w:rtl/>
        </w:rPr>
        <w:t xml:space="preserve"> مسلمانو</w:t>
      </w:r>
      <w:r w:rsidR="007D6C9B">
        <w:rPr>
          <w:rtl/>
        </w:rPr>
        <w:t xml:space="preserve">ں </w:t>
      </w:r>
      <w:r>
        <w:rPr>
          <w:rtl/>
        </w:rPr>
        <w:t>مي</w:t>
      </w:r>
      <w:r w:rsidR="007D6C9B">
        <w:rPr>
          <w:rtl/>
        </w:rPr>
        <w:t xml:space="preserve">ں </w:t>
      </w:r>
      <w:r>
        <w:rPr>
          <w:rtl/>
        </w:rPr>
        <w:t>سے تين افراد كعب بن مالك ،مرارہ بن ربيع او ربلال بن اميہ نے جنگ تبوك مي</w:t>
      </w:r>
      <w:r w:rsidR="007D6C9B">
        <w:rPr>
          <w:rtl/>
        </w:rPr>
        <w:t xml:space="preserve">ں </w:t>
      </w:r>
      <w:r>
        <w:rPr>
          <w:rtl/>
        </w:rPr>
        <w:t>شركت نہ كى او رانھو</w:t>
      </w:r>
      <w:r w:rsidR="007D6C9B">
        <w:rPr>
          <w:rtl/>
        </w:rPr>
        <w:t xml:space="preserve">ں </w:t>
      </w:r>
      <w:r>
        <w:rPr>
          <w:rtl/>
        </w:rPr>
        <w:t>نے پيغمبر خدا (ص) كے ہمراہ سفر نہ كيا وہ منافقين مي</w:t>
      </w:r>
      <w:r w:rsidR="007D6C9B">
        <w:rPr>
          <w:rtl/>
        </w:rPr>
        <w:t xml:space="preserve">ں </w:t>
      </w:r>
      <w:r>
        <w:rPr>
          <w:rtl/>
        </w:rPr>
        <w:t>شامل نہي</w:t>
      </w:r>
      <w:r w:rsidR="007D6C9B">
        <w:rPr>
          <w:rtl/>
        </w:rPr>
        <w:t xml:space="preserve">ں </w:t>
      </w:r>
      <w:r>
        <w:rPr>
          <w:rtl/>
        </w:rPr>
        <w:t>ہو نا چاہتے تھے بلكہ ايسا انھو</w:t>
      </w:r>
      <w:r w:rsidR="007D6C9B">
        <w:rPr>
          <w:rtl/>
        </w:rPr>
        <w:t xml:space="preserve">ں </w:t>
      </w:r>
      <w:r>
        <w:rPr>
          <w:rtl/>
        </w:rPr>
        <w:t xml:space="preserve">نے سستى اور كاہلى كى بنا پر كيا تھا،تھوڑا ہى عرصہ گذرا تھا كہ وہ اپنے كئے پر نادم اور پشيمان ہوگئے_ </w:t>
      </w:r>
    </w:p>
    <w:p w:rsidR="00DE2D7F" w:rsidRDefault="00DE2D7F" w:rsidP="00D07B54">
      <w:pPr>
        <w:pStyle w:val="libNormal"/>
        <w:rPr>
          <w:rtl/>
        </w:rPr>
      </w:pPr>
      <w:r>
        <w:rPr>
          <w:rtl/>
        </w:rPr>
        <w:t>جب رسول اللہ (ص) ميدان تبوك سے مدينہ لوٹے تو وہ آنحضرت (ص) كى خدمت مي</w:t>
      </w:r>
      <w:r w:rsidR="007D6C9B">
        <w:rPr>
          <w:rtl/>
        </w:rPr>
        <w:t xml:space="preserve">ں </w:t>
      </w:r>
      <w:r>
        <w:rPr>
          <w:rtl/>
        </w:rPr>
        <w:t>حاضر ہوئے اور معذرت كى ليكن رسول اللہ(ص) نے ان سے ايك لفظ تك نہ كہا اور مسلمانو</w:t>
      </w:r>
      <w:r w:rsidR="007D6C9B">
        <w:rPr>
          <w:rtl/>
        </w:rPr>
        <w:t xml:space="preserve">ں </w:t>
      </w:r>
      <w:r>
        <w:rPr>
          <w:rtl/>
        </w:rPr>
        <w:t>كو بھى حكم ديا كہ كوئي شخص ان سے بات چيت نہ كرے وہ ايك عجيب معاشرتى دبائو كا شكار ہوگئے يہا</w:t>
      </w:r>
      <w:r w:rsidR="007D6C9B">
        <w:rPr>
          <w:rtl/>
        </w:rPr>
        <w:t xml:space="preserve">ں </w:t>
      </w:r>
      <w:r>
        <w:rPr>
          <w:rtl/>
        </w:rPr>
        <w:t>تك كہ ان كے چھوٹے بچے او رعورتي</w:t>
      </w:r>
      <w:r w:rsidR="007D6C9B">
        <w:rPr>
          <w:rtl/>
        </w:rPr>
        <w:t xml:space="preserve">ں </w:t>
      </w:r>
      <w:r>
        <w:rPr>
          <w:rtl/>
        </w:rPr>
        <w:t>رسول اللہ (ص) كے پاس آئي</w:t>
      </w:r>
      <w:r w:rsidR="007D6C9B">
        <w:rPr>
          <w:rtl/>
        </w:rPr>
        <w:t xml:space="preserve">ں </w:t>
      </w:r>
      <w:r>
        <w:rPr>
          <w:rtl/>
        </w:rPr>
        <w:t>او راجازت چاہى كہ ان سے الگ ہو جائي</w:t>
      </w:r>
      <w:r w:rsidR="007D6C9B">
        <w:rPr>
          <w:rtl/>
        </w:rPr>
        <w:t xml:space="preserve">ں </w:t>
      </w:r>
      <w:r>
        <w:rPr>
          <w:rtl/>
        </w:rPr>
        <w:t xml:space="preserve">،آپ (ص) نے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انھي</w:t>
      </w:r>
      <w:r w:rsidR="007D6C9B">
        <w:rPr>
          <w:rtl/>
        </w:rPr>
        <w:t xml:space="preserve">ں </w:t>
      </w:r>
      <w:r>
        <w:rPr>
          <w:rtl/>
        </w:rPr>
        <w:t>عليحدگى كى اجازت تو نہ دى ليكن حكم ديا كہ ان كے قريب نہ جائي</w:t>
      </w:r>
      <w:r w:rsidR="007D6C9B">
        <w:rPr>
          <w:rtl/>
        </w:rPr>
        <w:t xml:space="preserve">ں </w:t>
      </w:r>
      <w:r>
        <w:rPr>
          <w:rtl/>
        </w:rPr>
        <w:t>،مدينہ كى فضااپنى وسعت كے باوجود ان پر تنگ ہو گئي ،وہ مجبور ہوگئے كہ اتنى بڑى ذلت اوررسوائي سے نجات حاصل كرنے كے لئے شہر چھوڑدي</w:t>
      </w:r>
      <w:r w:rsidR="007D6C9B">
        <w:rPr>
          <w:rtl/>
        </w:rPr>
        <w:t xml:space="preserve">ں </w:t>
      </w:r>
      <w:r>
        <w:rPr>
          <w:rtl/>
        </w:rPr>
        <w:t>اوراطراف مدينہ كے پہاڑو</w:t>
      </w:r>
      <w:r w:rsidR="007D6C9B">
        <w:rPr>
          <w:rtl/>
        </w:rPr>
        <w:t xml:space="preserve">ں </w:t>
      </w:r>
      <w:r>
        <w:rPr>
          <w:rtl/>
        </w:rPr>
        <w:t>كى چوٹى پر جاكر پناہ لي</w:t>
      </w:r>
      <w:r w:rsidR="007D6C9B">
        <w:rPr>
          <w:rtl/>
        </w:rPr>
        <w:t xml:space="preserve">ں </w:t>
      </w:r>
      <w:r>
        <w:rPr>
          <w:rtl/>
        </w:rPr>
        <w:t xml:space="preserve">_ </w:t>
      </w:r>
    </w:p>
    <w:p w:rsidR="00DE2D7F" w:rsidRDefault="00DE2D7F" w:rsidP="00D07B54">
      <w:pPr>
        <w:pStyle w:val="libNormal"/>
        <w:rPr>
          <w:rtl/>
        </w:rPr>
      </w:pPr>
      <w:r>
        <w:rPr>
          <w:rtl/>
        </w:rPr>
        <w:t>جن باتو</w:t>
      </w:r>
      <w:r w:rsidR="007D6C9B">
        <w:rPr>
          <w:rtl/>
        </w:rPr>
        <w:t xml:space="preserve">ں </w:t>
      </w:r>
      <w:r>
        <w:rPr>
          <w:rtl/>
        </w:rPr>
        <w:t>نے ان كے جذبات پر شديد ضرب لگائي ان مي</w:t>
      </w:r>
      <w:r w:rsidR="007D6C9B">
        <w:rPr>
          <w:rtl/>
        </w:rPr>
        <w:t xml:space="preserve">ں </w:t>
      </w:r>
      <w:r>
        <w:rPr>
          <w:rtl/>
        </w:rPr>
        <w:t>سے ايك يہ تھى كہ كعب بن مالك كہتا ہے :مي</w:t>
      </w:r>
      <w:r w:rsidR="007D6C9B">
        <w:rPr>
          <w:rtl/>
        </w:rPr>
        <w:t xml:space="preserve">ں </w:t>
      </w:r>
      <w:r>
        <w:rPr>
          <w:rtl/>
        </w:rPr>
        <w:t>ايك دن بازار مدينہ مي</w:t>
      </w:r>
      <w:r w:rsidR="007D6C9B">
        <w:rPr>
          <w:rtl/>
        </w:rPr>
        <w:t xml:space="preserve">ں </w:t>
      </w:r>
      <w:r>
        <w:rPr>
          <w:rtl/>
        </w:rPr>
        <w:t>پريشانى كے عالم مي</w:t>
      </w:r>
      <w:r w:rsidR="007D6C9B">
        <w:rPr>
          <w:rtl/>
        </w:rPr>
        <w:t xml:space="preserve">ں </w:t>
      </w:r>
      <w:r>
        <w:rPr>
          <w:rtl/>
        </w:rPr>
        <w:t>بيٹھا تھاكہ ايك شامى عيسائي مجھے تلاش كرتا ہوا آيا، جب اس نے مجھے پہچان ليا تو بادشاہ غسان كى طرف سے ايك خط ميرے ہاتھ مي</w:t>
      </w:r>
      <w:r w:rsidR="007D6C9B">
        <w:rPr>
          <w:rtl/>
        </w:rPr>
        <w:t xml:space="preserve">ں </w:t>
      </w:r>
      <w:r>
        <w:rPr>
          <w:rtl/>
        </w:rPr>
        <w:t>ديا ، اس مي</w:t>
      </w:r>
      <w:r w:rsidR="007D6C9B">
        <w:rPr>
          <w:rtl/>
        </w:rPr>
        <w:t xml:space="preserve">ں </w:t>
      </w:r>
      <w:r>
        <w:rPr>
          <w:rtl/>
        </w:rPr>
        <w:t>لكھاتھا كہ اگر تيرے ساتھى نے تجھے دھتكارديا ہے تو ہمارى طرف چلے آئو، ميرى حالت منقلب اور غير ہوگئي ،اور مي</w:t>
      </w:r>
      <w:r w:rsidR="007D6C9B">
        <w:rPr>
          <w:rtl/>
        </w:rPr>
        <w:t xml:space="preserve">ں </w:t>
      </w:r>
      <w:r>
        <w:rPr>
          <w:rtl/>
        </w:rPr>
        <w:t>نے كہا وائے ہو مجھ پر ميرا معاملہ اس حد تك پہنچ گيا ہے كہ دشمن ميرے بارے مي</w:t>
      </w:r>
      <w:r w:rsidR="007D6C9B">
        <w:rPr>
          <w:rtl/>
        </w:rPr>
        <w:t xml:space="preserve">ں </w:t>
      </w:r>
      <w:r>
        <w:rPr>
          <w:rtl/>
        </w:rPr>
        <w:t>لالچ كرنے لگے ہي</w:t>
      </w:r>
      <w:r w:rsidR="007D6C9B">
        <w:rPr>
          <w:rtl/>
        </w:rPr>
        <w:t xml:space="preserve">ں </w:t>
      </w:r>
      <w:r>
        <w:rPr>
          <w:rtl/>
        </w:rPr>
        <w:t>، خلاصہ يہ كہ ان كے اعزا ء واقارب ان كے پاس كھانالے آتے مگر ان سے ايك لفظ بھى نہ كہتے ،كچھ مدت اسى صورت مي</w:t>
      </w:r>
      <w:r w:rsidR="007D6C9B">
        <w:rPr>
          <w:rtl/>
        </w:rPr>
        <w:t xml:space="preserve">ں </w:t>
      </w:r>
      <w:r>
        <w:rPr>
          <w:rtl/>
        </w:rPr>
        <w:t>گزر گئي او روہ مسلسل انتظار مي</w:t>
      </w:r>
      <w:r w:rsidR="007D6C9B">
        <w:rPr>
          <w:rtl/>
        </w:rPr>
        <w:t xml:space="preserve">ں </w:t>
      </w:r>
      <w:r>
        <w:rPr>
          <w:rtl/>
        </w:rPr>
        <w:t xml:space="preserve">تھے كہ اس كى توبہ قبول ہو اوركوئي آيت نازل ہو جو ان كى توبہ كى دليل بنے ، مگر كوئي خبر نہ تھى _ </w:t>
      </w:r>
    </w:p>
    <w:p w:rsidR="00DE2D7F" w:rsidRDefault="00DE2D7F" w:rsidP="00D07B54">
      <w:pPr>
        <w:pStyle w:val="libNormal"/>
        <w:rPr>
          <w:rtl/>
        </w:rPr>
      </w:pPr>
      <w:r>
        <w:rPr>
          <w:rtl/>
        </w:rPr>
        <w:t>اس دوران ان مي</w:t>
      </w:r>
      <w:r w:rsidR="007D6C9B">
        <w:rPr>
          <w:rtl/>
        </w:rPr>
        <w:t xml:space="preserve">ں </w:t>
      </w:r>
      <w:r>
        <w:rPr>
          <w:rtl/>
        </w:rPr>
        <w:t>سے ايك كے ذہن مي</w:t>
      </w:r>
      <w:r w:rsidR="007D6C9B">
        <w:rPr>
          <w:rtl/>
        </w:rPr>
        <w:t xml:space="preserve">ں </w:t>
      </w:r>
      <w:r>
        <w:rPr>
          <w:rtl/>
        </w:rPr>
        <w:t>يہ بات آئي او راس نے دوسرو</w:t>
      </w:r>
      <w:r w:rsidR="007D6C9B">
        <w:rPr>
          <w:rtl/>
        </w:rPr>
        <w:t xml:space="preserve">ں </w:t>
      </w:r>
      <w:r>
        <w:rPr>
          <w:rtl/>
        </w:rPr>
        <w:t>سے كہا اب جبكہ لوگو</w:t>
      </w:r>
      <w:r w:rsidR="007D6C9B">
        <w:rPr>
          <w:rtl/>
        </w:rPr>
        <w:t xml:space="preserve">ں </w:t>
      </w:r>
      <w:r>
        <w:rPr>
          <w:rtl/>
        </w:rPr>
        <w:t>نے ہم سے قطع تعلق كر ليا ہے ،كيا ہى بہتر ہے كہ ہم بھى ايك دوسرے سے قطع تعلق كرلي</w:t>
      </w:r>
      <w:r w:rsidR="007D6C9B">
        <w:rPr>
          <w:rtl/>
        </w:rPr>
        <w:t xml:space="preserve">ں </w:t>
      </w:r>
      <w:r>
        <w:rPr>
          <w:rtl/>
        </w:rPr>
        <w:t>(يہ ٹھيك ہے كہ ہم گنہ گار ہي</w:t>
      </w:r>
      <w:r w:rsidR="007D6C9B">
        <w:rPr>
          <w:rtl/>
        </w:rPr>
        <w:t xml:space="preserve">ں </w:t>
      </w:r>
      <w:r>
        <w:rPr>
          <w:rtl/>
        </w:rPr>
        <w:t>ليكن مناسب ہے كہ دوسرے گنہ گار سے خوش او رراضى نہ ہو</w:t>
      </w:r>
      <w:r w:rsidR="007D6C9B">
        <w:rPr>
          <w:rtl/>
        </w:rPr>
        <w:t xml:space="preserve">ں </w:t>
      </w:r>
      <w:r>
        <w:rPr>
          <w:rtl/>
        </w:rPr>
        <w:t xml:space="preserve">)_ </w:t>
      </w:r>
    </w:p>
    <w:p w:rsidR="00DE2D7F" w:rsidRDefault="00DE2D7F" w:rsidP="00D07B54">
      <w:pPr>
        <w:pStyle w:val="libNormal"/>
        <w:rPr>
          <w:rtl/>
        </w:rPr>
      </w:pPr>
      <w:r>
        <w:rPr>
          <w:rtl/>
        </w:rPr>
        <w:t>انھو</w:t>
      </w:r>
      <w:r w:rsidR="007D6C9B">
        <w:rPr>
          <w:rtl/>
        </w:rPr>
        <w:t xml:space="preserve">ں </w:t>
      </w:r>
      <w:r>
        <w:rPr>
          <w:rtl/>
        </w:rPr>
        <w:t>نے ايسا ہى كيا يہا</w:t>
      </w:r>
      <w:r w:rsidR="007D6C9B">
        <w:rPr>
          <w:rtl/>
        </w:rPr>
        <w:t xml:space="preserve">ں </w:t>
      </w:r>
      <w:r>
        <w:rPr>
          <w:rtl/>
        </w:rPr>
        <w:t>تك كہ ايك لفظ بھى ايك دوسرے سے نہي</w:t>
      </w:r>
      <w:r w:rsidR="007D6C9B">
        <w:rPr>
          <w:rtl/>
        </w:rPr>
        <w:t xml:space="preserve">ں </w:t>
      </w:r>
      <w:r>
        <w:rPr>
          <w:rtl/>
        </w:rPr>
        <w:t>كہتے تھے اوران مي</w:t>
      </w:r>
      <w:r w:rsidR="007D6C9B">
        <w:rPr>
          <w:rtl/>
        </w:rPr>
        <w:t xml:space="preserve">ں </w:t>
      </w:r>
      <w:r>
        <w:rPr>
          <w:rtl/>
        </w:rPr>
        <w:t>سے كوئي ايك دوسرے كے ساتھ نہي</w:t>
      </w:r>
      <w:r w:rsidR="007D6C9B">
        <w:rPr>
          <w:rtl/>
        </w:rPr>
        <w:t xml:space="preserve">ں </w:t>
      </w:r>
      <w:r>
        <w:rPr>
          <w:rtl/>
        </w:rPr>
        <w:t>رہتا تھا،اس طرح پچاس دن انھو</w:t>
      </w:r>
      <w:r w:rsidR="007D6C9B">
        <w:rPr>
          <w:rtl/>
        </w:rPr>
        <w:t xml:space="preserve">ں </w:t>
      </w:r>
      <w:r>
        <w:rPr>
          <w:rtl/>
        </w:rPr>
        <w:t>نے توبہ وزارى كى او رآخر كار ان كى توبہ قبول ہوگئي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توبہ:آيت </w:t>
      </w:r>
      <w:r w:rsidR="00E664BB">
        <w:rPr>
          <w:rtl/>
        </w:rPr>
        <w:t>118</w:t>
      </w:r>
      <w:r>
        <w:rPr>
          <w:rtl/>
        </w:rPr>
        <w:t>_ اس سلسلے مي</w:t>
      </w:r>
      <w:r w:rsidR="007D6C9B">
        <w:rPr>
          <w:rtl/>
        </w:rPr>
        <w:t xml:space="preserve">ں </w:t>
      </w:r>
      <w:r>
        <w:rPr>
          <w:rtl/>
        </w:rPr>
        <w:t xml:space="preserve">نازل ہوئي ہے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B8090C" w:rsidRDefault="00DE2D7F" w:rsidP="00D07B54">
      <w:pPr>
        <w:pStyle w:val="Heading2Center"/>
        <w:rPr>
          <w:rtl/>
        </w:rPr>
      </w:pPr>
      <w:bookmarkStart w:id="424" w:name="_Toc7268821"/>
      <w:r>
        <w:rPr>
          <w:rtl/>
        </w:rPr>
        <w:t>مسجد ضرار</w:t>
      </w:r>
      <w:r w:rsidRPr="00AD1EF3">
        <w:rPr>
          <w:rStyle w:val="libFootnotenumChar"/>
          <w:rtl/>
        </w:rPr>
        <w:t>(</w:t>
      </w:r>
      <w:r w:rsidR="00E664BB" w:rsidRPr="00AD1EF3">
        <w:rPr>
          <w:rStyle w:val="libFootnotenumChar"/>
          <w:rtl/>
        </w:rPr>
        <w:t>1</w:t>
      </w:r>
      <w:r w:rsidRPr="00AD1EF3">
        <w:rPr>
          <w:rStyle w:val="libFootnotenumChar"/>
          <w:rtl/>
        </w:rPr>
        <w:t>)</w:t>
      </w:r>
      <w:bookmarkEnd w:id="424"/>
    </w:p>
    <w:p w:rsidR="00DE2D7F" w:rsidRDefault="00DE2D7F" w:rsidP="00D07B54">
      <w:pPr>
        <w:pStyle w:val="libNormal"/>
        <w:rPr>
          <w:rtl/>
        </w:rPr>
      </w:pPr>
      <w:r>
        <w:rPr>
          <w:rtl/>
        </w:rPr>
        <w:t xml:space="preserve"> كچھ منافقين رسول اللہ (ص) كے پاس آئے او رعرض كيا، ہمي</w:t>
      </w:r>
      <w:r w:rsidR="007D6C9B">
        <w:rPr>
          <w:rtl/>
        </w:rPr>
        <w:t xml:space="preserve">ں </w:t>
      </w:r>
      <w:r>
        <w:rPr>
          <w:rtl/>
        </w:rPr>
        <w:t>اجازت ديجيئے كہ ہم قبيلہ ''بنى سالم'' كے درميان''مسحد قبا''كے قريب ايك مسجد بنالي</w:t>
      </w:r>
      <w:r w:rsidR="007D6C9B">
        <w:rPr>
          <w:rtl/>
        </w:rPr>
        <w:t xml:space="preserve">ں </w:t>
      </w:r>
      <w:r>
        <w:rPr>
          <w:rtl/>
        </w:rPr>
        <w:t>تاكہ ناتوا</w:t>
      </w:r>
      <w:r w:rsidR="007D6C9B">
        <w:rPr>
          <w:rtl/>
        </w:rPr>
        <w:t xml:space="preserve">ں </w:t>
      </w:r>
      <w:r>
        <w:rPr>
          <w:rtl/>
        </w:rPr>
        <w:t>بيمار اور بوڑھے جو كوئي كام نہي</w:t>
      </w:r>
      <w:r w:rsidR="007D6C9B">
        <w:rPr>
          <w:rtl/>
        </w:rPr>
        <w:t xml:space="preserve">ں </w:t>
      </w:r>
      <w:r>
        <w:rPr>
          <w:rtl/>
        </w:rPr>
        <w:t>كرسكتے اس مي</w:t>
      </w:r>
      <w:r w:rsidR="007D6C9B">
        <w:rPr>
          <w:rtl/>
        </w:rPr>
        <w:t xml:space="preserve">ں </w:t>
      </w:r>
      <w:r>
        <w:rPr>
          <w:rtl/>
        </w:rPr>
        <w:t>نماز پڑھ ليا كري</w:t>
      </w:r>
      <w:r w:rsidR="007D6C9B">
        <w:rPr>
          <w:rtl/>
        </w:rPr>
        <w:t xml:space="preserve">ں </w:t>
      </w:r>
      <w:r>
        <w:rPr>
          <w:rtl/>
        </w:rPr>
        <w:t>_ اسى طرح جن راتو</w:t>
      </w:r>
      <w:r w:rsidR="007D6C9B">
        <w:rPr>
          <w:rtl/>
        </w:rPr>
        <w:t xml:space="preserve">ں </w:t>
      </w:r>
      <w:r>
        <w:rPr>
          <w:rtl/>
        </w:rPr>
        <w:t>مي</w:t>
      </w:r>
      <w:r w:rsidR="007D6C9B">
        <w:rPr>
          <w:rtl/>
        </w:rPr>
        <w:t xml:space="preserve">ں </w:t>
      </w:r>
      <w:r>
        <w:rPr>
          <w:rtl/>
        </w:rPr>
        <w:t>بارش ہوتى ہے ان مي</w:t>
      </w:r>
      <w:r w:rsidR="007D6C9B">
        <w:rPr>
          <w:rtl/>
        </w:rPr>
        <w:t xml:space="preserve">ں </w:t>
      </w:r>
      <w:r>
        <w:rPr>
          <w:rtl/>
        </w:rPr>
        <w:t>جو لوگ آپ(ص) كى مسجد مي</w:t>
      </w:r>
      <w:r w:rsidR="007D6C9B">
        <w:rPr>
          <w:rtl/>
        </w:rPr>
        <w:t xml:space="preserve">ں </w:t>
      </w:r>
      <w:r>
        <w:rPr>
          <w:rtl/>
        </w:rPr>
        <w:t>نہي</w:t>
      </w:r>
      <w:r w:rsidR="007D6C9B">
        <w:rPr>
          <w:rtl/>
        </w:rPr>
        <w:t xml:space="preserve">ں </w:t>
      </w:r>
      <w:r>
        <w:rPr>
          <w:rtl/>
        </w:rPr>
        <w:t>آسكتے اپنے اسلامى فريضہ كو اس مي</w:t>
      </w:r>
      <w:r w:rsidR="007D6C9B">
        <w:rPr>
          <w:rtl/>
        </w:rPr>
        <w:t xml:space="preserve">ں </w:t>
      </w:r>
      <w:r>
        <w:rPr>
          <w:rtl/>
        </w:rPr>
        <w:t>انجام دے ليا كري</w:t>
      </w:r>
      <w:r w:rsidR="007D6C9B">
        <w:rPr>
          <w:rtl/>
        </w:rPr>
        <w:t xml:space="preserve">ں </w:t>
      </w:r>
      <w:r>
        <w:rPr>
          <w:rtl/>
        </w:rPr>
        <w:t xml:space="preserve">_ </w:t>
      </w:r>
    </w:p>
    <w:p w:rsidR="00DE2D7F" w:rsidRDefault="00DE2D7F" w:rsidP="00D07B54">
      <w:pPr>
        <w:pStyle w:val="libNormal"/>
        <w:rPr>
          <w:rtl/>
        </w:rPr>
      </w:pPr>
      <w:r>
        <w:rPr>
          <w:rtl/>
        </w:rPr>
        <w:t>يہ اس وقت كى بات ہے جب پيغمبر خد (ص) جنگ تبوك كا عزم كرچكے تھے آنحضرت(ص) نے انھي</w:t>
      </w:r>
      <w:r w:rsidR="007D6C9B">
        <w:rPr>
          <w:rtl/>
        </w:rPr>
        <w:t xml:space="preserve">ں </w:t>
      </w:r>
      <w:r>
        <w:rPr>
          <w:rtl/>
        </w:rPr>
        <w:t xml:space="preserve">اجازت دےدي_ </w:t>
      </w:r>
    </w:p>
    <w:p w:rsidR="00DE2D7F" w:rsidRDefault="00DE2D7F" w:rsidP="00D07B54">
      <w:pPr>
        <w:pStyle w:val="libNormal"/>
        <w:rPr>
          <w:rtl/>
        </w:rPr>
      </w:pPr>
      <w:r>
        <w:rPr>
          <w:rtl/>
        </w:rPr>
        <w:t>انھو</w:t>
      </w:r>
      <w:r w:rsidR="007D6C9B">
        <w:rPr>
          <w:rtl/>
        </w:rPr>
        <w:t xml:space="preserve">ں </w:t>
      </w:r>
      <w:r>
        <w:rPr>
          <w:rtl/>
        </w:rPr>
        <w:t>نے مزيد كہا: كيا يہ بھى ممكن ہے كہ آپ(ص) خود آكر اس مي</w:t>
      </w:r>
      <w:r w:rsidR="007D6C9B">
        <w:rPr>
          <w:rtl/>
        </w:rPr>
        <w:t xml:space="preserve">ں </w:t>
      </w:r>
      <w:r>
        <w:rPr>
          <w:rtl/>
        </w:rPr>
        <w:t>نماز پڑھي</w:t>
      </w:r>
      <w:r w:rsidR="007D6C9B">
        <w:rPr>
          <w:rtl/>
        </w:rPr>
        <w:t xml:space="preserve">ں </w:t>
      </w:r>
      <w:r>
        <w:rPr>
          <w:rtl/>
        </w:rPr>
        <w:t>؟نبى اكرم(ص) نے فرمايا: اس وقت تو مي</w:t>
      </w:r>
      <w:r w:rsidR="007D6C9B">
        <w:rPr>
          <w:rtl/>
        </w:rPr>
        <w:t xml:space="preserve">ں </w:t>
      </w:r>
      <w:r>
        <w:rPr>
          <w:rtl/>
        </w:rPr>
        <w:t>سفر كا ارادہ كر چكا ہو</w:t>
      </w:r>
      <w:r w:rsidR="007D6C9B">
        <w:rPr>
          <w:rtl/>
        </w:rPr>
        <w:t xml:space="preserve">ں </w:t>
      </w:r>
      <w:r>
        <w:rPr>
          <w:rtl/>
        </w:rPr>
        <w:t>البتہ واپسى پر خدا نے چاہا تو اس مسجد مي</w:t>
      </w:r>
      <w:r w:rsidR="007D6C9B">
        <w:rPr>
          <w:rtl/>
        </w:rPr>
        <w:t xml:space="preserve">ں </w:t>
      </w:r>
      <w:r>
        <w:rPr>
          <w:rtl/>
        </w:rPr>
        <w:t>آكر نماز پڑھو</w:t>
      </w:r>
      <w:r w:rsidR="007D6C9B">
        <w:rPr>
          <w:rtl/>
        </w:rPr>
        <w:t xml:space="preserve">ں </w:t>
      </w:r>
      <w:r>
        <w:rPr>
          <w:rtl/>
        </w:rPr>
        <w:t xml:space="preserve">گا_ </w:t>
      </w:r>
    </w:p>
    <w:p w:rsidR="00DE2D7F" w:rsidRDefault="00DE2D7F" w:rsidP="00D07B54">
      <w:pPr>
        <w:pStyle w:val="libNormal"/>
        <w:rPr>
          <w:rtl/>
        </w:rPr>
      </w:pPr>
      <w:r>
        <w:rPr>
          <w:rtl/>
        </w:rPr>
        <w:t>جب آپ(ص) جنگ تبوك سے لوٹے تو يہ لوگ آپ(ص) كے پاس آئے اور كہنے لگے ہمارى درخواست ہے كہ آپ(ص) ہمارى مسجد مي</w:t>
      </w:r>
      <w:r w:rsidR="007D6C9B">
        <w:rPr>
          <w:rtl/>
        </w:rPr>
        <w:t xml:space="preserve">ں </w:t>
      </w:r>
      <w:r>
        <w:rPr>
          <w:rtl/>
        </w:rPr>
        <w:t>آكر اس مي</w:t>
      </w:r>
      <w:r w:rsidR="007D6C9B">
        <w:rPr>
          <w:rtl/>
        </w:rPr>
        <w:t xml:space="preserve">ں </w:t>
      </w:r>
      <w:r>
        <w:rPr>
          <w:rtl/>
        </w:rPr>
        <w:t>نماز پڑھائي</w:t>
      </w:r>
      <w:r w:rsidR="007D6C9B">
        <w:rPr>
          <w:rtl/>
        </w:rPr>
        <w:t xml:space="preserve">ں </w:t>
      </w:r>
      <w:r>
        <w:rPr>
          <w:rtl/>
        </w:rPr>
        <w:t>اورخدا سے دعا كري</w:t>
      </w:r>
      <w:r w:rsidR="007D6C9B">
        <w:rPr>
          <w:rtl/>
        </w:rPr>
        <w:t xml:space="preserve">ں </w:t>
      </w:r>
      <w:r>
        <w:rPr>
          <w:rtl/>
        </w:rPr>
        <w:t>كہ ہمي</w:t>
      </w:r>
      <w:r w:rsidR="007D6C9B">
        <w:rPr>
          <w:rtl/>
        </w:rPr>
        <w:t xml:space="preserve">ں </w:t>
      </w:r>
      <w:r>
        <w:rPr>
          <w:rtl/>
        </w:rPr>
        <w:t xml:space="preserve">بركت دے _ </w:t>
      </w:r>
    </w:p>
    <w:p w:rsidR="00DE2D7F" w:rsidRDefault="00DE2D7F" w:rsidP="00D07B54">
      <w:pPr>
        <w:pStyle w:val="libNormal"/>
        <w:rPr>
          <w:rtl/>
        </w:rPr>
      </w:pPr>
      <w:r>
        <w:rPr>
          <w:rtl/>
        </w:rPr>
        <w:t>يہ اس وقت كى بات ہے جب ابھى آنحضرت(ص) مدينہ كے دروازے مي</w:t>
      </w:r>
      <w:r w:rsidR="007D6C9B">
        <w:rPr>
          <w:rtl/>
        </w:rPr>
        <w:t xml:space="preserve">ں </w:t>
      </w:r>
      <w:r>
        <w:rPr>
          <w:rtl/>
        </w:rPr>
        <w:t>داخل نہي</w:t>
      </w:r>
      <w:r w:rsidR="007D6C9B">
        <w:rPr>
          <w:rtl/>
        </w:rPr>
        <w:t xml:space="preserve">ں </w:t>
      </w:r>
      <w:r>
        <w:rPr>
          <w:rtl/>
        </w:rPr>
        <w:t xml:space="preserve">ہوئے تھے اس وقت وحى خدا كا حامل فرشتہ نازل ہوا اور خدا كى طرف سے پيغام لايا او ران كے كرتوت سے پردہ اٹھايا_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)مسجد ضرار كے سلسلے مي</w:t>
      </w:r>
      <w:r w:rsidR="007D6C9B">
        <w:rPr>
          <w:rtl/>
        </w:rPr>
        <w:t xml:space="preserve">ں </w:t>
      </w:r>
      <w:r>
        <w:rPr>
          <w:rtl/>
        </w:rPr>
        <w:t xml:space="preserve">سورہ توبہ </w:t>
      </w:r>
      <w:r w:rsidR="00E664BB">
        <w:rPr>
          <w:rtl/>
        </w:rPr>
        <w:t>107</w:t>
      </w:r>
      <w:r>
        <w:rPr>
          <w:rtl/>
        </w:rPr>
        <w:t xml:space="preserve"> تا</w:t>
      </w:r>
      <w:r w:rsidR="00E664BB">
        <w:rPr>
          <w:rtl/>
        </w:rPr>
        <w:t>110</w:t>
      </w:r>
      <w:r>
        <w:rPr>
          <w:rtl/>
        </w:rPr>
        <w:t xml:space="preserve"> مي</w:t>
      </w:r>
      <w:r w:rsidR="007D6C9B">
        <w:rPr>
          <w:rtl/>
        </w:rPr>
        <w:t xml:space="preserve">ں </w:t>
      </w:r>
      <w:r>
        <w:rPr>
          <w:rtl/>
        </w:rPr>
        <w:t xml:space="preserve">بيان ہوا ہے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 xml:space="preserve">اس كے فوراً بعد رسول اللہ (ص) نے حكم ديا كہ مذكورہ مسجد كو جلا ديا جائے او راسكے باقى حصے كو مسماركرديا جائے او راس كى جگہ كوڑاكركٹ ڈالاجايا كرے_ </w:t>
      </w:r>
    </w:p>
    <w:p w:rsidR="00DE2D7F" w:rsidRDefault="00DE2D7F" w:rsidP="00D07B54">
      <w:pPr>
        <w:pStyle w:val="libNormal"/>
        <w:rPr>
          <w:rtl/>
        </w:rPr>
      </w:pPr>
      <w:r>
        <w:rPr>
          <w:rtl/>
        </w:rPr>
        <w:t>ان لوگو</w:t>
      </w:r>
      <w:r w:rsidR="007D6C9B">
        <w:rPr>
          <w:rtl/>
        </w:rPr>
        <w:t xml:space="preserve">ں </w:t>
      </w:r>
      <w:r>
        <w:rPr>
          <w:rtl/>
        </w:rPr>
        <w:t>كے ظاہراًكام كو ديكھا جائے تو ہمي</w:t>
      </w:r>
      <w:r w:rsidR="007D6C9B">
        <w:rPr>
          <w:rtl/>
        </w:rPr>
        <w:t xml:space="preserve">ں </w:t>
      </w:r>
      <w:r>
        <w:rPr>
          <w:rtl/>
        </w:rPr>
        <w:t>شروع مي</w:t>
      </w:r>
      <w:r w:rsidR="007D6C9B">
        <w:rPr>
          <w:rtl/>
        </w:rPr>
        <w:t xml:space="preserve">ں </w:t>
      </w:r>
      <w:r>
        <w:rPr>
          <w:rtl/>
        </w:rPr>
        <w:t>تو اس حكم پر حيرت ہوئي كہ كيا بيمارو</w:t>
      </w:r>
      <w:r w:rsidR="007D6C9B">
        <w:rPr>
          <w:rtl/>
        </w:rPr>
        <w:t xml:space="preserve">ں </w:t>
      </w:r>
      <w:r>
        <w:rPr>
          <w:rtl/>
        </w:rPr>
        <w:t>اوربوڑھو</w:t>
      </w:r>
      <w:r w:rsidR="007D6C9B">
        <w:rPr>
          <w:rtl/>
        </w:rPr>
        <w:t xml:space="preserve">ں </w:t>
      </w:r>
      <w:r>
        <w:rPr>
          <w:rtl/>
        </w:rPr>
        <w:t>كى سہولت كے لئے اوراضطرارى مواقع كے لئے مسجد بنانا برا كام ہے جبكہ يہ ايك دينى او رانسانى خدمت معلوم ہوتى ہے كيا ايسے كام كے بارے مي</w:t>
      </w:r>
      <w:r w:rsidR="007D6C9B">
        <w:rPr>
          <w:rtl/>
        </w:rPr>
        <w:t xml:space="preserve">ں </w:t>
      </w:r>
      <w:r>
        <w:rPr>
          <w:rtl/>
        </w:rPr>
        <w:t>يہ حكم صادر ہوا ہے؟ليكن اگر ہم اس معاملہ كى حقيقت پر نظر كري</w:t>
      </w:r>
      <w:r w:rsidR="007D6C9B">
        <w:rPr>
          <w:rtl/>
        </w:rPr>
        <w:t xml:space="preserve">ں </w:t>
      </w:r>
      <w:r>
        <w:rPr>
          <w:rtl/>
        </w:rPr>
        <w:t xml:space="preserve">گے تو معلوم ہوگا كہ يہ حكم كس قدر بر محل اور جچاتلا تھا_ </w:t>
      </w:r>
    </w:p>
    <w:p w:rsidR="00DE2D7F" w:rsidRDefault="00DE2D7F" w:rsidP="00D07B54">
      <w:pPr>
        <w:pStyle w:val="libNormal"/>
        <w:rPr>
          <w:rtl/>
        </w:rPr>
      </w:pPr>
      <w:r>
        <w:rPr>
          <w:rtl/>
        </w:rPr>
        <w:t>اس كى وضاحت يہ ہے كہ'' ابو عامر''نامى ايك شخص نے عيسائيت قبول كرلى تھى اور راہبو</w:t>
      </w:r>
      <w:r w:rsidR="007D6C9B">
        <w:rPr>
          <w:rtl/>
        </w:rPr>
        <w:t xml:space="preserve">ں </w:t>
      </w:r>
      <w:r>
        <w:rPr>
          <w:rtl/>
        </w:rPr>
        <w:t>كے مسلك سے منسلك ہوگيا تھا _ اس كا شمار عابدو</w:t>
      </w:r>
      <w:r w:rsidR="007D6C9B">
        <w:rPr>
          <w:rtl/>
        </w:rPr>
        <w:t xml:space="preserve">ں </w:t>
      </w:r>
      <w:r>
        <w:rPr>
          <w:rtl/>
        </w:rPr>
        <w:t>مي</w:t>
      </w:r>
      <w:r w:rsidR="007D6C9B">
        <w:rPr>
          <w:rtl/>
        </w:rPr>
        <w:t xml:space="preserve">ں </w:t>
      </w:r>
      <w:r>
        <w:rPr>
          <w:rtl/>
        </w:rPr>
        <w:t>ہوتا تھا ، قبيلہ خزرج مي</w:t>
      </w:r>
      <w:r w:rsidR="007D6C9B">
        <w:rPr>
          <w:rtl/>
        </w:rPr>
        <w:t xml:space="preserve">ں </w:t>
      </w:r>
      <w:r>
        <w:rPr>
          <w:rtl/>
        </w:rPr>
        <w:t xml:space="preserve">اس كا گہرا اثرورسوخ تھا _ </w:t>
      </w:r>
    </w:p>
    <w:p w:rsidR="00DE2D7F" w:rsidRDefault="00DE2D7F" w:rsidP="00D07B54">
      <w:pPr>
        <w:pStyle w:val="libNormal"/>
        <w:rPr>
          <w:rtl/>
        </w:rPr>
      </w:pPr>
      <w:r>
        <w:rPr>
          <w:rtl/>
        </w:rPr>
        <w:t>رسول اللہ(ص) نے جب مدينہ كى طرف ہجرت كى او رمسلمان آپ(ص) كے گرد جمع ہوگئے تو ابو عامر جو خودبھى پيغمبر(ص) كے ظہور كى خبر دينے والو</w:t>
      </w:r>
      <w:r w:rsidR="007D6C9B">
        <w:rPr>
          <w:rtl/>
        </w:rPr>
        <w:t xml:space="preserve">ں </w:t>
      </w:r>
      <w:r>
        <w:rPr>
          <w:rtl/>
        </w:rPr>
        <w:t>مي</w:t>
      </w:r>
      <w:r w:rsidR="007D6C9B">
        <w:rPr>
          <w:rtl/>
        </w:rPr>
        <w:t xml:space="preserve">ں </w:t>
      </w:r>
      <w:r>
        <w:rPr>
          <w:rtl/>
        </w:rPr>
        <w:t>سے تھا،اس نے ديكھا كہ اس كے ارد گرد سے لوگ چھٹ گئے ہي</w:t>
      </w:r>
      <w:r w:rsidR="007D6C9B">
        <w:rPr>
          <w:rtl/>
        </w:rPr>
        <w:t xml:space="preserve">ں </w:t>
      </w:r>
      <w:r>
        <w:rPr>
          <w:rtl/>
        </w:rPr>
        <w:t>اس پر وہ اسلام كے مقابلے كے لئے اٹھ كھڑا ہوا ،وہ مدينہ سے نكلا اور كفار مكہ كے پاس پہنچا،اس نے ان سے پيغمبر اكرم(ص) كے خلاف جنگ كے لئے مدد چاہى اور قبائل عرب كو بھى تعاون كى دعوت دى ،وہ خود مسلمانو</w:t>
      </w:r>
      <w:r w:rsidR="007D6C9B">
        <w:rPr>
          <w:rtl/>
        </w:rPr>
        <w:t xml:space="preserve">ں </w:t>
      </w:r>
      <w:r>
        <w:rPr>
          <w:rtl/>
        </w:rPr>
        <w:t>كے خلاف جنگ احد كى منصوبہ بندى مي</w:t>
      </w:r>
      <w:r w:rsidR="007D6C9B">
        <w:rPr>
          <w:rtl/>
        </w:rPr>
        <w:t xml:space="preserve">ں </w:t>
      </w:r>
      <w:r>
        <w:rPr>
          <w:rtl/>
        </w:rPr>
        <w:t>شريك رہا تھا،اور راہنمائي كرنے والو</w:t>
      </w:r>
      <w:r w:rsidR="007D6C9B">
        <w:rPr>
          <w:rtl/>
        </w:rPr>
        <w:t xml:space="preserve">ں </w:t>
      </w:r>
      <w:r>
        <w:rPr>
          <w:rtl/>
        </w:rPr>
        <w:t>مي</w:t>
      </w:r>
      <w:r w:rsidR="007D6C9B">
        <w:rPr>
          <w:rtl/>
        </w:rPr>
        <w:t xml:space="preserve">ں </w:t>
      </w:r>
      <w:r>
        <w:rPr>
          <w:rtl/>
        </w:rPr>
        <w:t>سے تھا،اس نے حكم ديا كہ لشكر كى دو صفو</w:t>
      </w:r>
      <w:r w:rsidR="007D6C9B">
        <w:rPr>
          <w:rtl/>
        </w:rPr>
        <w:t xml:space="preserve">ں </w:t>
      </w:r>
      <w:r>
        <w:rPr>
          <w:rtl/>
        </w:rPr>
        <w:t>كے درميان گڑھے كھوددے جائي</w:t>
      </w:r>
      <w:r w:rsidR="007D6C9B">
        <w:rPr>
          <w:rtl/>
        </w:rPr>
        <w:t xml:space="preserve">ں </w:t>
      </w:r>
      <w:r>
        <w:rPr>
          <w:rtl/>
        </w:rPr>
        <w:t>_اتفاقاً پيغمبر اسلام(ص) ايك گڑھے مي</w:t>
      </w:r>
      <w:r w:rsidR="007D6C9B">
        <w:rPr>
          <w:rtl/>
        </w:rPr>
        <w:t xml:space="preserve">ں </w:t>
      </w:r>
      <w:r>
        <w:rPr>
          <w:rtl/>
        </w:rPr>
        <w:t xml:space="preserve">گر پڑے ،آپ(ص) كى پيشانى پر زخم آئے اور دندان مبارك ٹوٹ گئے _ </w:t>
      </w:r>
    </w:p>
    <w:p w:rsidR="00DE2D7F" w:rsidRDefault="00DE2D7F" w:rsidP="00D07B54">
      <w:pPr>
        <w:pStyle w:val="libNormal"/>
        <w:rPr>
          <w:rtl/>
        </w:rPr>
      </w:pPr>
      <w:r>
        <w:rPr>
          <w:rtl/>
        </w:rPr>
        <w:t>جنگ احد ختم ہوئي،مسلمانو</w:t>
      </w:r>
      <w:r w:rsidR="007D6C9B">
        <w:rPr>
          <w:rtl/>
        </w:rPr>
        <w:t xml:space="preserve">ں </w:t>
      </w:r>
      <w:r>
        <w:rPr>
          <w:rtl/>
        </w:rPr>
        <w:t>كو اس ميدان مي</w:t>
      </w:r>
      <w:r w:rsidR="007D6C9B">
        <w:rPr>
          <w:rtl/>
        </w:rPr>
        <w:t xml:space="preserve">ں </w:t>
      </w:r>
      <w:r>
        <w:rPr>
          <w:rtl/>
        </w:rPr>
        <w:t>آنے والى مشكلات كے باوجود اسلام كى آواز بلند تر ہوئي او رہر طرف صدا ئے اسلام گونجنے لگي، تو وہ مدينہ سے بھاگ گيا او ربادشاہ روم ہرقل كے پاس پہنچا تاكہ اس سے مددچاہے اور مسلمانو</w:t>
      </w:r>
      <w:r w:rsidR="007D6C9B">
        <w:rPr>
          <w:rtl/>
        </w:rPr>
        <w:t xml:space="preserve">ں </w:t>
      </w:r>
      <w:r>
        <w:rPr>
          <w:rtl/>
        </w:rPr>
        <w:t xml:space="preserve">كى سركوبى كے لئے ايك لشكر مہيا كرے_ </w:t>
      </w:r>
    </w:p>
    <w:p w:rsidR="00DE2D7F" w:rsidRDefault="00DE2D7F" w:rsidP="00D07B54">
      <w:pPr>
        <w:pStyle w:val="libNormal"/>
        <w:rPr>
          <w:rtl/>
        </w:rPr>
      </w:pPr>
      <w:r>
        <w:rPr>
          <w:rtl/>
        </w:rPr>
        <w:t>اس نكتے كا بھى ذكر ضرورى ہے كہ اس كى ان كارستانيو</w:t>
      </w:r>
      <w:r w:rsidR="007D6C9B">
        <w:rPr>
          <w:rtl/>
        </w:rPr>
        <w:t xml:space="preserve">ں </w:t>
      </w:r>
      <w:r>
        <w:rPr>
          <w:rtl/>
        </w:rPr>
        <w:t xml:space="preserve">كى وجہ سے پيغمبر اسلام(ص) نے اسے ''فاسق''كالقب دے ركھاتھا_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بعض كہتے ہي</w:t>
      </w:r>
      <w:r w:rsidR="007D6C9B">
        <w:rPr>
          <w:rtl/>
        </w:rPr>
        <w:t xml:space="preserve">ں </w:t>
      </w:r>
      <w:r>
        <w:rPr>
          <w:rtl/>
        </w:rPr>
        <w:t>كہ موت نے اسے مہلت نہ دى كہ وہ اپنى آرزو ہرقل سے كہتا ليكن بعض دوسرى كتب مي</w:t>
      </w:r>
      <w:r w:rsidR="007D6C9B">
        <w:rPr>
          <w:rtl/>
        </w:rPr>
        <w:t xml:space="preserve">ں </w:t>
      </w:r>
      <w:r>
        <w:rPr>
          <w:rtl/>
        </w:rPr>
        <w:t>ہے كہ وہ ہرقل سے جاكر ملا اور اس كے وعدو</w:t>
      </w:r>
      <w:r w:rsidR="007D6C9B">
        <w:rPr>
          <w:rtl/>
        </w:rPr>
        <w:t xml:space="preserve">ں </w:t>
      </w:r>
      <w:r>
        <w:rPr>
          <w:rtl/>
        </w:rPr>
        <w:t xml:space="preserve">سے مطمئن اورخوش ہوا_ </w:t>
      </w:r>
    </w:p>
    <w:p w:rsidR="00DE2D7F" w:rsidRDefault="00DE2D7F" w:rsidP="00D07B54">
      <w:pPr>
        <w:pStyle w:val="libNormal"/>
        <w:rPr>
          <w:rtl/>
        </w:rPr>
      </w:pPr>
      <w:r>
        <w:rPr>
          <w:rtl/>
        </w:rPr>
        <w:t>بہر حال اس نے مرنے سے پہلے مدينہ كے منافقين كو ايك خط لكھا اور انھي</w:t>
      </w:r>
      <w:r w:rsidR="007D6C9B">
        <w:rPr>
          <w:rtl/>
        </w:rPr>
        <w:t xml:space="preserve">ں </w:t>
      </w:r>
      <w:r>
        <w:rPr>
          <w:rtl/>
        </w:rPr>
        <w:t>خوشخبرى دى كہ روم كے ايك لشكر كے ساتھ وہ ان كى مدد كوآئے گا_اس نے انھي</w:t>
      </w:r>
      <w:r w:rsidR="007D6C9B">
        <w:rPr>
          <w:rtl/>
        </w:rPr>
        <w:t xml:space="preserve">ں </w:t>
      </w:r>
      <w:r>
        <w:rPr>
          <w:rtl/>
        </w:rPr>
        <w:t>خصوصى تاكيد كى كہ مدينہ مي</w:t>
      </w:r>
      <w:r w:rsidR="007D6C9B">
        <w:rPr>
          <w:rtl/>
        </w:rPr>
        <w:t xml:space="preserve">ں </w:t>
      </w:r>
      <w:r>
        <w:rPr>
          <w:rtl/>
        </w:rPr>
        <w:t>وہ اس كے لئے ايك مركز بنائي</w:t>
      </w:r>
      <w:r w:rsidR="007D6C9B">
        <w:rPr>
          <w:rtl/>
        </w:rPr>
        <w:t xml:space="preserve">ں </w:t>
      </w:r>
      <w:r>
        <w:rPr>
          <w:rtl/>
        </w:rPr>
        <w:t>تاكہ اس كى آئندہ كى كارگذاريو</w:t>
      </w:r>
      <w:r w:rsidR="007D6C9B">
        <w:rPr>
          <w:rtl/>
        </w:rPr>
        <w:t xml:space="preserve">ں </w:t>
      </w:r>
      <w:r>
        <w:rPr>
          <w:rtl/>
        </w:rPr>
        <w:t>كے لئے وہ كام دے سكے ليكن ايسا مركز چونكہ مدينہ مي</w:t>
      </w:r>
      <w:r w:rsidR="007D6C9B">
        <w:rPr>
          <w:rtl/>
        </w:rPr>
        <w:t xml:space="preserve">ں </w:t>
      </w:r>
      <w:r>
        <w:rPr>
          <w:rtl/>
        </w:rPr>
        <w:t>اسلام دشمنو</w:t>
      </w:r>
      <w:r w:rsidR="007D6C9B">
        <w:rPr>
          <w:rtl/>
        </w:rPr>
        <w:t xml:space="preserve">ں </w:t>
      </w:r>
      <w:r>
        <w:rPr>
          <w:rtl/>
        </w:rPr>
        <w:t>كى طرف سے اپنے نام پر قائم كرنا عملى طور پر ممكن نہ تھا_ لہذا منافقين نے مناسب يہ سمجھا كہ مسجد كے نام پر بيمارو</w:t>
      </w:r>
      <w:r w:rsidR="007D6C9B">
        <w:rPr>
          <w:rtl/>
        </w:rPr>
        <w:t xml:space="preserve">ں </w:t>
      </w:r>
      <w:r>
        <w:rPr>
          <w:rtl/>
        </w:rPr>
        <w:t>اور معذورو</w:t>
      </w:r>
      <w:r w:rsidR="007D6C9B">
        <w:rPr>
          <w:rtl/>
        </w:rPr>
        <w:t xml:space="preserve">ں </w:t>
      </w:r>
      <w:r>
        <w:rPr>
          <w:rtl/>
        </w:rPr>
        <w:t>كى مدد كى صورت مي</w:t>
      </w:r>
      <w:r w:rsidR="007D6C9B">
        <w:rPr>
          <w:rtl/>
        </w:rPr>
        <w:t xml:space="preserve">ں </w:t>
      </w:r>
      <w:r>
        <w:rPr>
          <w:rtl/>
        </w:rPr>
        <w:t>اپنے پروگرام كو عملى شكل دي</w:t>
      </w:r>
      <w:r w:rsidR="007D6C9B">
        <w:rPr>
          <w:rtl/>
        </w:rPr>
        <w:t xml:space="preserve">ں </w:t>
      </w:r>
      <w:r>
        <w:rPr>
          <w:rtl/>
        </w:rPr>
        <w:t xml:space="preserve">_ </w:t>
      </w:r>
    </w:p>
    <w:p w:rsidR="00DE2D7F" w:rsidRDefault="00DE2D7F" w:rsidP="00D07B54">
      <w:pPr>
        <w:pStyle w:val="libNormal"/>
        <w:rPr>
          <w:rtl/>
        </w:rPr>
      </w:pPr>
      <w:r>
        <w:rPr>
          <w:rtl/>
        </w:rPr>
        <w:t>آخر كار مسجد تعمير ہوگئي يہا</w:t>
      </w:r>
      <w:r w:rsidR="007D6C9B">
        <w:rPr>
          <w:rtl/>
        </w:rPr>
        <w:t xml:space="preserve">ں </w:t>
      </w:r>
      <w:r>
        <w:rPr>
          <w:rtl/>
        </w:rPr>
        <w:t>تك كہ مسلمانو</w:t>
      </w:r>
      <w:r w:rsidR="007D6C9B">
        <w:rPr>
          <w:rtl/>
        </w:rPr>
        <w:t xml:space="preserve">ں </w:t>
      </w:r>
      <w:r>
        <w:rPr>
          <w:rtl/>
        </w:rPr>
        <w:t>مي</w:t>
      </w:r>
      <w:r w:rsidR="007D6C9B">
        <w:rPr>
          <w:rtl/>
        </w:rPr>
        <w:t xml:space="preserve">ں </w:t>
      </w:r>
      <w:r>
        <w:rPr>
          <w:rtl/>
        </w:rPr>
        <w:t xml:space="preserve">سے ''مجمع بن حارثہ'' (يا مجمع بَن جاريہ)نامى ايك قرآن فہم نوجوان كو مسجد كى امامت كے لئے بھى چن ليا گيا ليكن وحى الہى نے ان كے كام سے پردہ اٹھاديا_ </w:t>
      </w:r>
    </w:p>
    <w:p w:rsidR="00DE2D7F" w:rsidRDefault="00DE2D7F" w:rsidP="00D07B54">
      <w:pPr>
        <w:pStyle w:val="libNormal"/>
        <w:rPr>
          <w:rtl/>
        </w:rPr>
      </w:pPr>
      <w:r>
        <w:rPr>
          <w:rtl/>
        </w:rPr>
        <w:t>يہ جو پيغمبر اكرم(ص) نے جنگ تبوك كى طرف جانے سے قبل ان كے خلا ف سخت كاروائي كا حكم نہي</w:t>
      </w:r>
      <w:r w:rsidR="007D6C9B">
        <w:rPr>
          <w:rtl/>
        </w:rPr>
        <w:t xml:space="preserve">ں </w:t>
      </w:r>
      <w:r>
        <w:rPr>
          <w:rtl/>
        </w:rPr>
        <w:t>ديا اس كى وجہ شايد ايك تو ان كى حقيقت زيادہ واضح ہوجائے او ردوسرا يہ كہ تبوك كے سفر مي</w:t>
      </w:r>
      <w:r w:rsidR="007D6C9B">
        <w:rPr>
          <w:rtl/>
        </w:rPr>
        <w:t xml:space="preserve">ں </w:t>
      </w:r>
      <w:r>
        <w:rPr>
          <w:rtl/>
        </w:rPr>
        <w:t>اس طرف سے كوئي او رذہنى پريشانى نہ ہو_ بہر حال جو كچھ بھى تھا رسول اللہ(ص) نے نہ صرف يہ كہ مسجد مي</w:t>
      </w:r>
      <w:r w:rsidR="007D6C9B">
        <w:rPr>
          <w:rtl/>
        </w:rPr>
        <w:t xml:space="preserve">ں </w:t>
      </w:r>
      <w:r>
        <w:rPr>
          <w:rtl/>
        </w:rPr>
        <w:t>نماز نہي</w:t>
      </w:r>
      <w:r w:rsidR="007D6C9B">
        <w:rPr>
          <w:rtl/>
        </w:rPr>
        <w:t xml:space="preserve">ں </w:t>
      </w:r>
      <w:r>
        <w:rPr>
          <w:rtl/>
        </w:rPr>
        <w:t>پڑھى بلكہ بعض مسلمانو</w:t>
      </w:r>
      <w:r w:rsidR="007D6C9B">
        <w:rPr>
          <w:rtl/>
        </w:rPr>
        <w:t xml:space="preserve">ں </w:t>
      </w:r>
      <w:r>
        <w:rPr>
          <w:rtl/>
        </w:rPr>
        <w:t>(مالك بن دخشم،معنى بن عدى اور عامر بن سكر يا عاصم بن عدي)كو حكم ديا كہ مسجدكو جلادي</w:t>
      </w:r>
      <w:r w:rsidR="007D6C9B">
        <w:rPr>
          <w:rtl/>
        </w:rPr>
        <w:t xml:space="preserve">ں </w:t>
      </w:r>
      <w:r>
        <w:rPr>
          <w:rtl/>
        </w:rPr>
        <w:t>او رپھر اس كى ديوارو</w:t>
      </w:r>
      <w:r w:rsidR="007D6C9B">
        <w:rPr>
          <w:rtl/>
        </w:rPr>
        <w:t xml:space="preserve">ں </w:t>
      </w:r>
      <w:r>
        <w:rPr>
          <w:rtl/>
        </w:rPr>
        <w:t xml:space="preserve">كو مسمار كرواديا_ او رآخر كار اسے كوڑاكركٹ پھيكنے كى جگہ قرار دےديا_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B8090C" w:rsidRDefault="00DE2D7F" w:rsidP="00D07B54">
      <w:pPr>
        <w:pStyle w:val="Heading2Center"/>
        <w:rPr>
          <w:rtl/>
        </w:rPr>
      </w:pPr>
      <w:bookmarkStart w:id="425" w:name="_Toc7268822"/>
      <w:r>
        <w:rPr>
          <w:rtl/>
        </w:rPr>
        <w:t>مسجد قباء</w:t>
      </w:r>
      <w:bookmarkEnd w:id="425"/>
      <w:r>
        <w:rPr>
          <w:rtl/>
        </w:rPr>
        <w:t xml:space="preserve"> </w:t>
      </w:r>
    </w:p>
    <w:p w:rsidR="00DE2D7F" w:rsidRDefault="00DE2D7F" w:rsidP="00D07B54">
      <w:pPr>
        <w:pStyle w:val="libNormal"/>
        <w:rPr>
          <w:rtl/>
        </w:rPr>
      </w:pPr>
      <w:r>
        <w:rPr>
          <w:rtl/>
        </w:rPr>
        <w:t>يہ بات قابل توجہ ہے كہ خدا وند عالم اس حيات بخش حكم كى مزيد تاكيد كے لئے خداوند متعال فرماتا ہے كہ اس مسجد مي</w:t>
      </w:r>
      <w:r w:rsidR="007D6C9B">
        <w:rPr>
          <w:rtl/>
        </w:rPr>
        <w:t xml:space="preserve">ں </w:t>
      </w:r>
      <w:r>
        <w:rPr>
          <w:rtl/>
        </w:rPr>
        <w:t>ہرگز قيام نہ كرو اور اس مي</w:t>
      </w:r>
      <w:r w:rsidR="007D6C9B">
        <w:rPr>
          <w:rtl/>
        </w:rPr>
        <w:t xml:space="preserve">ں </w:t>
      </w:r>
      <w:r>
        <w:rPr>
          <w:rtl/>
        </w:rPr>
        <w:t>نمازنہ پڑھو_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''بلكہ اس مسجدكے بجائے زيادہ مناسب يہ ہے كہ اس مسجد مي</w:t>
      </w:r>
      <w:r w:rsidR="007D6C9B">
        <w:rPr>
          <w:rtl/>
        </w:rPr>
        <w:t xml:space="preserve">ں </w:t>
      </w:r>
      <w:r>
        <w:rPr>
          <w:rtl/>
        </w:rPr>
        <w:t xml:space="preserve">عبادت قائم كرو جس كى بنياد پہلے دن سے تقوى پر ركھى گئي ہے'' </w:t>
      </w:r>
      <w:r w:rsidRPr="00AD1EF3">
        <w:rPr>
          <w:rStyle w:val="libFootnotenumChar"/>
          <w:rtl/>
        </w:rPr>
        <w:t>(</w:t>
      </w:r>
      <w:r w:rsidR="00E664BB" w:rsidRPr="00AD1EF3">
        <w:rPr>
          <w:rStyle w:val="libFootnotenumChar"/>
          <w:rtl/>
        </w:rPr>
        <w:t>2</w:t>
      </w:r>
      <w:r w:rsidRPr="00AD1EF3">
        <w:rPr>
          <w:rStyle w:val="libFootnotenumChar"/>
          <w:rtl/>
        </w:rPr>
        <w:t>)</w:t>
      </w:r>
      <w:r>
        <w:rPr>
          <w:rtl/>
        </w:rPr>
        <w:t xml:space="preserve"> </w:t>
      </w:r>
    </w:p>
    <w:p w:rsidR="00DE2D7F" w:rsidRDefault="00DE2D7F" w:rsidP="00D07B54">
      <w:pPr>
        <w:pStyle w:val="libNormal"/>
        <w:rPr>
          <w:rtl/>
        </w:rPr>
      </w:pPr>
      <w:r>
        <w:rPr>
          <w:rtl/>
        </w:rPr>
        <w:t xml:space="preserve">نہ يہ كہ يہ مسجد جس كى بنياد روز اول ہى سے كفر،نفاق،بے دينى اور تفرقہ پر ركھى گئي ہے_ </w:t>
      </w:r>
    </w:p>
    <w:p w:rsidR="00DE2D7F" w:rsidRDefault="00DE2D7F" w:rsidP="00D07B54">
      <w:pPr>
        <w:pStyle w:val="libNormal"/>
        <w:rPr>
          <w:rtl/>
        </w:rPr>
      </w:pPr>
      <w:r>
        <w:rPr>
          <w:rtl/>
        </w:rPr>
        <w:t>''مفسرين نے كہا ہے كہ جس مسجد كے بارے مي</w:t>
      </w:r>
      <w:r w:rsidR="007D6C9B">
        <w:rPr>
          <w:rtl/>
        </w:rPr>
        <w:t xml:space="preserve">ں </w:t>
      </w:r>
      <w:r>
        <w:rPr>
          <w:rtl/>
        </w:rPr>
        <w:t>مندرجہ بالا جملے مي</w:t>
      </w:r>
      <w:r w:rsidR="007D6C9B">
        <w:rPr>
          <w:rtl/>
        </w:rPr>
        <w:t xml:space="preserve">ں </w:t>
      </w:r>
      <w:r>
        <w:rPr>
          <w:rtl/>
        </w:rPr>
        <w:t>كہا گيا ہے كہ زيادہ مناسب يہ ہے كہ پيغمبر(ص) اس مي</w:t>
      </w:r>
      <w:r w:rsidR="007D6C9B">
        <w:rPr>
          <w:rtl/>
        </w:rPr>
        <w:t xml:space="preserve">ں </w:t>
      </w:r>
      <w:r>
        <w:rPr>
          <w:rtl/>
        </w:rPr>
        <w:t>نماز پڑھي</w:t>
      </w:r>
      <w:r w:rsidR="007D6C9B">
        <w:rPr>
          <w:rtl/>
        </w:rPr>
        <w:t xml:space="preserve">ں </w:t>
      </w:r>
      <w:r>
        <w:rPr>
          <w:rtl/>
        </w:rPr>
        <w:t xml:space="preserve">اس سے مراد'' مسجد قبا ''ہے كہ جس كے قريب منافقين نے مسجد ضرار بنائي تھي''_ </w:t>
      </w:r>
    </w:p>
    <w:p w:rsidR="00DE2D7F" w:rsidRDefault="00DE2D7F" w:rsidP="00D07B54">
      <w:pPr>
        <w:pStyle w:val="libNormal"/>
        <w:rPr>
          <w:rtl/>
        </w:rPr>
      </w:pPr>
      <w:r>
        <w:rPr>
          <w:rtl/>
        </w:rPr>
        <w:t>اس كے بعد قرآن مزيد كہتا ہے :''كہ علاوہ اس كے كہ اس مسجد كى بنياد تقوى پر ركھى گئي ہے ،مردو</w:t>
      </w:r>
      <w:r w:rsidR="007D6C9B">
        <w:rPr>
          <w:rtl/>
        </w:rPr>
        <w:t xml:space="preserve">ں </w:t>
      </w:r>
      <w:r>
        <w:rPr>
          <w:rtl/>
        </w:rPr>
        <w:t>كا ايك گروہ اس مي</w:t>
      </w:r>
      <w:r w:rsidR="007D6C9B">
        <w:rPr>
          <w:rtl/>
        </w:rPr>
        <w:t xml:space="preserve">ں </w:t>
      </w:r>
      <w:r>
        <w:rPr>
          <w:rtl/>
        </w:rPr>
        <w:t>مشغول عباد ت ہے جو پسند كرتا ہے كہ اپنے آپ كو پاك وپاكيزہ ركھے اور خدا پاكباز لوگو</w:t>
      </w:r>
      <w:r w:rsidR="007D6C9B">
        <w:rPr>
          <w:rtl/>
        </w:rPr>
        <w:t xml:space="preserve">ں </w:t>
      </w:r>
      <w:r>
        <w:rPr>
          <w:rtl/>
        </w:rPr>
        <w:t>كو دوست ركھتا ہے ''_</w:t>
      </w:r>
      <w:r w:rsidRPr="00AD1EF3">
        <w:rPr>
          <w:rStyle w:val="libFootnotenumChar"/>
          <w:rtl/>
        </w:rPr>
        <w:t>(</w:t>
      </w:r>
      <w:r w:rsidR="00E664BB" w:rsidRPr="00AD1EF3">
        <w:rPr>
          <w:rStyle w:val="libFootnotenumChar"/>
          <w:rtl/>
        </w:rPr>
        <w:t>3</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)سورہ توبہ آيت </w:t>
      </w:r>
      <w:r w:rsidR="00E664BB">
        <w:rPr>
          <w:rtl/>
        </w:rPr>
        <w:t>108</w:t>
      </w:r>
      <w:r>
        <w:rPr>
          <w:rtl/>
        </w:rPr>
        <w:t xml:space="preserve"> </w:t>
      </w:r>
    </w:p>
    <w:p w:rsidR="00DE2D7F" w:rsidRDefault="00DE2D7F" w:rsidP="00D07B54">
      <w:pPr>
        <w:pStyle w:val="libFootnote"/>
        <w:rPr>
          <w:rtl/>
        </w:rPr>
      </w:pPr>
      <w:r>
        <w:rPr>
          <w:rtl/>
        </w:rPr>
        <w:t>(</w:t>
      </w:r>
      <w:r w:rsidR="00E664BB">
        <w:rPr>
          <w:rtl/>
        </w:rPr>
        <w:t>2</w:t>
      </w:r>
      <w:r>
        <w:rPr>
          <w:rtl/>
        </w:rPr>
        <w:t xml:space="preserve">)سورہ توبہ آيت </w:t>
      </w:r>
      <w:r w:rsidR="00E664BB">
        <w:rPr>
          <w:rtl/>
        </w:rPr>
        <w:t>108</w:t>
      </w:r>
      <w:r>
        <w:rPr>
          <w:rtl/>
        </w:rPr>
        <w:t xml:space="preserve"> </w:t>
      </w:r>
    </w:p>
    <w:p w:rsidR="00DE2D7F" w:rsidRDefault="00DE2D7F" w:rsidP="00D07B54">
      <w:pPr>
        <w:pStyle w:val="libFootnote"/>
        <w:rPr>
          <w:rtl/>
        </w:rPr>
      </w:pPr>
      <w:r>
        <w:rPr>
          <w:rtl/>
        </w:rPr>
        <w:t>(</w:t>
      </w:r>
      <w:r w:rsidR="00E664BB">
        <w:rPr>
          <w:rtl/>
        </w:rPr>
        <w:t>3</w:t>
      </w:r>
      <w:r>
        <w:rPr>
          <w:rtl/>
        </w:rPr>
        <w:t xml:space="preserve">)سورہ توبہ آيت </w:t>
      </w:r>
      <w:r w:rsidR="00E664BB">
        <w:rPr>
          <w:rtl/>
        </w:rPr>
        <w:t>108</w:t>
      </w:r>
      <w:r>
        <w:rPr>
          <w:rtl/>
        </w:rPr>
        <w:t xml:space="preserve">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B8090C" w:rsidRDefault="00DE2D7F" w:rsidP="00D07B54">
      <w:pPr>
        <w:pStyle w:val="Heading2Center"/>
        <w:rPr>
          <w:rtl/>
        </w:rPr>
      </w:pPr>
      <w:bookmarkStart w:id="426" w:name="_Toc7268823"/>
      <w:r>
        <w:rPr>
          <w:rtl/>
        </w:rPr>
        <w:t>سب سے پہلى نماز جمعہ</w:t>
      </w:r>
      <w:bookmarkEnd w:id="426"/>
    </w:p>
    <w:p w:rsidR="00DE2D7F" w:rsidRDefault="00DE2D7F" w:rsidP="00D07B54">
      <w:pPr>
        <w:pStyle w:val="libNormal"/>
        <w:rPr>
          <w:rtl/>
        </w:rPr>
      </w:pPr>
      <w:r>
        <w:rPr>
          <w:rtl/>
        </w:rPr>
        <w:t xml:space="preserve"> پہلا جمعہ جو حضرت رسول اللہ (ص) نے اپنے اصحاب كے ساتھ پڑھا وہ اس وقت پڑھا گيا جب آپ نے مدينہ كى طرف ہجرت فرمائي _ جب آپ(ص) مدينہ مي</w:t>
      </w:r>
      <w:r w:rsidR="007D6C9B">
        <w:rPr>
          <w:rtl/>
        </w:rPr>
        <w:t xml:space="preserve">ں </w:t>
      </w:r>
      <w:r>
        <w:rPr>
          <w:rtl/>
        </w:rPr>
        <w:t>وارد ہوئے تو اس دن پير كا دن بارہ ربيع الاول او رظہر كا وقت تھا_ حضرت چار دن تك''قبا ''مي</w:t>
      </w:r>
      <w:r w:rsidR="007D6C9B">
        <w:rPr>
          <w:rtl/>
        </w:rPr>
        <w:t xml:space="preserve">ں </w:t>
      </w:r>
      <w:r>
        <w:rPr>
          <w:rtl/>
        </w:rPr>
        <w:t>رہے او رمسجد قبا كى بنياد ركھى ، پھر جمعہ كے دن مدينہ كى طرف روانہ ہوئے(قبااور مدينہ كے درميان فاصلہ بہت ہى كم ہے اور موجودہ وقت مي</w:t>
      </w:r>
      <w:r w:rsidR="007D6C9B">
        <w:rPr>
          <w:rtl/>
        </w:rPr>
        <w:t xml:space="preserve">ں </w:t>
      </w:r>
      <w:r>
        <w:rPr>
          <w:rtl/>
        </w:rPr>
        <w:t xml:space="preserve">قبا مدينہ كا ايك داخلى محلہ ہے) </w:t>
      </w:r>
    </w:p>
    <w:p w:rsidR="00DE2D7F" w:rsidRDefault="00DE2D7F" w:rsidP="00D07B54">
      <w:pPr>
        <w:pStyle w:val="libNormal"/>
        <w:rPr>
          <w:rtl/>
        </w:rPr>
      </w:pPr>
      <w:r>
        <w:rPr>
          <w:rtl/>
        </w:rPr>
        <w:t>اور نماز جمعہ كے وقت آپ(ص) محلہ''بنى سالم''مي</w:t>
      </w:r>
      <w:r w:rsidR="007D6C9B">
        <w:rPr>
          <w:rtl/>
        </w:rPr>
        <w:t xml:space="preserve">ں </w:t>
      </w:r>
      <w:r>
        <w:rPr>
          <w:rtl/>
        </w:rPr>
        <w:t>پہنچے وہا</w:t>
      </w:r>
      <w:r w:rsidR="007D6C9B">
        <w:rPr>
          <w:rtl/>
        </w:rPr>
        <w:t xml:space="preserve">ں </w:t>
      </w:r>
      <w:r>
        <w:rPr>
          <w:rtl/>
        </w:rPr>
        <w:t>نماز جمعہ ادا فرمائي اور يہ اسلام مي</w:t>
      </w:r>
      <w:r w:rsidR="007D6C9B">
        <w:rPr>
          <w:rtl/>
        </w:rPr>
        <w:t xml:space="preserve">ں </w:t>
      </w:r>
      <w:r>
        <w:rPr>
          <w:rtl/>
        </w:rPr>
        <w:t>پہلا جمعہ تھا جو حضرت رسول اللہ (ص) نے اداكيا_ جمعہ كى نماز مي</w:t>
      </w:r>
      <w:r w:rsidR="007D6C9B">
        <w:rPr>
          <w:rtl/>
        </w:rPr>
        <w:t xml:space="preserve">ں </w:t>
      </w:r>
      <w:r>
        <w:rPr>
          <w:rtl/>
        </w:rPr>
        <w:t>آپ(ص) نے خطبہ بھى پڑھا_ جو مدينہ مي</w:t>
      </w:r>
      <w:r w:rsidR="007D6C9B">
        <w:rPr>
          <w:rtl/>
        </w:rPr>
        <w:t xml:space="preserve">ں </w:t>
      </w:r>
      <w:r>
        <w:rPr>
          <w:rtl/>
        </w:rPr>
        <w:t xml:space="preserve">آنحضرت(ص) كا پہلا خطبہ تھا_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B8090C" w:rsidRDefault="00DE2D7F" w:rsidP="00D07B54">
      <w:pPr>
        <w:pStyle w:val="Heading2Center"/>
        <w:rPr>
          <w:rtl/>
        </w:rPr>
      </w:pPr>
      <w:bookmarkStart w:id="427" w:name="_Toc7268824"/>
      <w:r>
        <w:rPr>
          <w:rtl/>
        </w:rPr>
        <w:t>واقعہ غدير</w:t>
      </w:r>
      <w:bookmarkEnd w:id="427"/>
      <w:r>
        <w:rPr>
          <w:rtl/>
        </w:rPr>
        <w:t xml:space="preserve"> </w:t>
      </w:r>
    </w:p>
    <w:p w:rsidR="00DE2D7F" w:rsidRDefault="00DE2D7F" w:rsidP="00D07B54">
      <w:pPr>
        <w:pStyle w:val="libNormal"/>
        <w:rPr>
          <w:rtl/>
        </w:rPr>
      </w:pPr>
      <w:r>
        <w:rPr>
          <w:rtl/>
        </w:rPr>
        <w:t>پيغمبر اكرم (ص) كى زندگى كا آخرى سال تھا''حجة الوداع ''كے مراسم جس قدر باوقار و پرشكوہ ہو سكتے تھے اس قدر پيغمبر اكرم(ص) كى ہمراہى مي</w:t>
      </w:r>
      <w:r w:rsidR="007D6C9B">
        <w:rPr>
          <w:rtl/>
        </w:rPr>
        <w:t xml:space="preserve">ں </w:t>
      </w:r>
      <w:r>
        <w:rPr>
          <w:rtl/>
        </w:rPr>
        <w:t>اختتام پذير ہوئے_ سب كے دل روحانيت سے سرشار تھے ابھى ان كى روح اس عظيم عبادت كى معنوى لذت كا ذائقہ محسوس كررہى تھى _ اصحاب پيغمبر(ص) جن كى تعداد بہت زيادہ تھى اس عظيم نعمت سے فيض ياب ہوئے او راس سعادت كے حاصل ہونے پر جامے مي</w:t>
      </w:r>
      <w:r w:rsidR="007D6C9B">
        <w:rPr>
          <w:rtl/>
        </w:rPr>
        <w:t xml:space="preserve">ں </w:t>
      </w:r>
      <w:r>
        <w:rPr>
          <w:rtl/>
        </w:rPr>
        <w:t>پھولے نہي</w:t>
      </w:r>
      <w:r w:rsidR="007D6C9B">
        <w:rPr>
          <w:rtl/>
        </w:rPr>
        <w:t xml:space="preserve">ں </w:t>
      </w:r>
      <w:r>
        <w:rPr>
          <w:rtl/>
        </w:rPr>
        <w:t xml:space="preserve">سماتے تھے_ </w:t>
      </w:r>
    </w:p>
    <w:p w:rsidR="00DE2D7F" w:rsidRDefault="00DE2D7F" w:rsidP="00D07B54">
      <w:pPr>
        <w:pStyle w:val="libNormal"/>
        <w:rPr>
          <w:rtl/>
        </w:rPr>
      </w:pPr>
      <w:r>
        <w:rPr>
          <w:rtl/>
        </w:rPr>
        <w:t>نہ صرف مدينہ كے لوگ اس سفر مي</w:t>
      </w:r>
      <w:r w:rsidR="007D6C9B">
        <w:rPr>
          <w:rtl/>
        </w:rPr>
        <w:t xml:space="preserve">ں </w:t>
      </w:r>
      <w:r>
        <w:rPr>
          <w:rtl/>
        </w:rPr>
        <w:t>پيغمبر(ص) كے ساتھ تھے بلكہ جزيرہ نمائے عرب كے ديگر مختلف حصو</w:t>
      </w:r>
      <w:r w:rsidR="007D6C9B">
        <w:rPr>
          <w:rtl/>
        </w:rPr>
        <w:t xml:space="preserve">ں </w:t>
      </w:r>
      <w:r>
        <w:rPr>
          <w:rtl/>
        </w:rPr>
        <w:t xml:space="preserve">كے مسلمان بھى يہ عظيم تاريخى اعزازوافتخار حاصل كرنے كے لئے آپ(ص) كے ہمراہ تھے_ </w:t>
      </w:r>
    </w:p>
    <w:p w:rsidR="00DE2D7F" w:rsidRDefault="00DE2D7F" w:rsidP="00D07B54">
      <w:pPr>
        <w:pStyle w:val="libNormal"/>
        <w:rPr>
          <w:rtl/>
        </w:rPr>
      </w:pPr>
      <w:r>
        <w:rPr>
          <w:rtl/>
        </w:rPr>
        <w:t>سرزمين حجاز كا سورج درو</w:t>
      </w:r>
      <w:r w:rsidR="007D6C9B">
        <w:rPr>
          <w:rtl/>
        </w:rPr>
        <w:t xml:space="preserve">ں </w:t>
      </w:r>
      <w:r>
        <w:rPr>
          <w:rtl/>
        </w:rPr>
        <w:t>اور پہاڑو</w:t>
      </w:r>
      <w:r w:rsidR="007D6C9B">
        <w:rPr>
          <w:rtl/>
        </w:rPr>
        <w:t xml:space="preserve">ں </w:t>
      </w:r>
      <w:r>
        <w:rPr>
          <w:rtl/>
        </w:rPr>
        <w:t>پر آگ برسارہا تھا ليكن اس سفركى بے نظير روحانى مٹھاس تمام تكليفو</w:t>
      </w:r>
      <w:r w:rsidR="007D6C9B">
        <w:rPr>
          <w:rtl/>
        </w:rPr>
        <w:t xml:space="preserve">ں </w:t>
      </w:r>
      <w:r>
        <w:rPr>
          <w:rtl/>
        </w:rPr>
        <w:t xml:space="preserve">كو آسان بنارہى تھي_ زوال كا وقت نزديك تھا_ آہستہ آہستہ ''حجفہ ''كى سرزمين او راس كے بعد خشك اور جلانے والے''غديرخم'' كے بيابان نظر آنے لگے_ </w:t>
      </w:r>
    </w:p>
    <w:p w:rsidR="00DE2D7F" w:rsidRDefault="00DE2D7F" w:rsidP="00D07B54">
      <w:pPr>
        <w:pStyle w:val="libNormal"/>
        <w:rPr>
          <w:rtl/>
        </w:rPr>
      </w:pPr>
      <w:r>
        <w:rPr>
          <w:rtl/>
        </w:rPr>
        <w:t>در اصل يہا</w:t>
      </w:r>
      <w:r w:rsidR="007D6C9B">
        <w:rPr>
          <w:rtl/>
        </w:rPr>
        <w:t xml:space="preserve">ں </w:t>
      </w:r>
      <w:r>
        <w:rPr>
          <w:rtl/>
        </w:rPr>
        <w:t>پر ايك چوراہا ہے جو حجاز كے لوگو</w:t>
      </w:r>
      <w:r w:rsidR="007D6C9B">
        <w:rPr>
          <w:rtl/>
        </w:rPr>
        <w:t xml:space="preserve">ں </w:t>
      </w:r>
      <w:r>
        <w:rPr>
          <w:rtl/>
        </w:rPr>
        <w:t>كوايك دوسرے سے جدا كرتا ہے_ شمالى راستہ مدينہ كى طرف دوسرا مشرقى راستہ عراق كى طرف،تيسرا مغربى ممالك او رمصر كى طرف اور چوتھا جنوبى راستہ سرزمين يمن كو جاتا ہے يہى وہ مقام ہے جہا</w:t>
      </w:r>
      <w:r w:rsidR="007D6C9B">
        <w:rPr>
          <w:rtl/>
        </w:rPr>
        <w:t xml:space="preserve">ں </w:t>
      </w:r>
      <w:r>
        <w:rPr>
          <w:rtl/>
        </w:rPr>
        <w:t xml:space="preserve">پر آخرى مقصد او راس عظيم سفر كااہم ترين كام انجام پذير ہوتا تھا </w:t>
      </w:r>
    </w:p>
    <w:p w:rsidR="00B8090C" w:rsidRDefault="001648F9" w:rsidP="00D07B54">
      <w:pPr>
        <w:pStyle w:val="libNormal"/>
        <w:rPr>
          <w:rtl/>
        </w:rPr>
      </w:pPr>
      <w:r>
        <w:rPr>
          <w:rtl/>
        </w:rPr>
        <w:t xml:space="preserve"> </w:t>
      </w:r>
      <w:r>
        <w:rPr>
          <w:rtl/>
        </w:rPr>
        <w:br w:type="page"/>
      </w:r>
    </w:p>
    <w:p w:rsidR="00B8090C" w:rsidRDefault="00B8090C" w:rsidP="00D07B54">
      <w:pPr>
        <w:pStyle w:val="libNormal"/>
        <w:rPr>
          <w:rtl/>
        </w:rPr>
      </w:pPr>
    </w:p>
    <w:p w:rsidR="00DE2D7F" w:rsidRDefault="00DE2D7F" w:rsidP="00D07B54">
      <w:pPr>
        <w:pStyle w:val="libNormal"/>
        <w:rPr>
          <w:rtl/>
        </w:rPr>
      </w:pPr>
      <w:r>
        <w:rPr>
          <w:rtl/>
        </w:rPr>
        <w:t>تاكہ مسلمان پيغمبر(ص) كى اہم ذمہ داريو</w:t>
      </w:r>
      <w:r w:rsidR="007D6C9B">
        <w:rPr>
          <w:rtl/>
        </w:rPr>
        <w:t xml:space="preserve">ں </w:t>
      </w:r>
      <w:r>
        <w:rPr>
          <w:rtl/>
        </w:rPr>
        <w:t>مي</w:t>
      </w:r>
      <w:r w:rsidR="007D6C9B">
        <w:rPr>
          <w:rtl/>
        </w:rPr>
        <w:t xml:space="preserve">ں </w:t>
      </w:r>
      <w:r>
        <w:rPr>
          <w:rtl/>
        </w:rPr>
        <w:t>سے ان كا آخرى حكم جان كر ايك دوسرے سے جداہو</w:t>
      </w:r>
      <w:r w:rsidR="007D6C9B">
        <w:rPr>
          <w:rtl/>
        </w:rPr>
        <w:t xml:space="preserve">ں </w:t>
      </w:r>
      <w:r>
        <w:rPr>
          <w:rtl/>
        </w:rPr>
        <w:t xml:space="preserve">_ </w:t>
      </w:r>
    </w:p>
    <w:p w:rsidR="00DE2D7F" w:rsidRDefault="00DE2D7F" w:rsidP="00D07B54">
      <w:pPr>
        <w:pStyle w:val="libNormal"/>
        <w:rPr>
          <w:rtl/>
        </w:rPr>
      </w:pPr>
      <w:r>
        <w:rPr>
          <w:rtl/>
        </w:rPr>
        <w:t>جمعرات كا دن تھا اورہجرت كا دسوا</w:t>
      </w:r>
      <w:r w:rsidR="007D6C9B">
        <w:rPr>
          <w:rtl/>
        </w:rPr>
        <w:t xml:space="preserve">ں </w:t>
      </w:r>
      <w:r>
        <w:rPr>
          <w:rtl/>
        </w:rPr>
        <w:t>سال_ آٹھ دن عيد قربان كو گزرے تھے كہ اچانك پيغمبر(ص) كى طرف سے ان كے ہمراہيو</w:t>
      </w:r>
      <w:r w:rsidR="007D6C9B">
        <w:rPr>
          <w:rtl/>
        </w:rPr>
        <w:t xml:space="preserve">ں </w:t>
      </w:r>
      <w:r>
        <w:rPr>
          <w:rtl/>
        </w:rPr>
        <w:t>كو ٹھہر جانے كا حكم ديا گيا_ مسلمانو</w:t>
      </w:r>
      <w:r w:rsidR="007D6C9B">
        <w:rPr>
          <w:rtl/>
        </w:rPr>
        <w:t xml:space="preserve">ں </w:t>
      </w:r>
      <w:r>
        <w:rPr>
          <w:rtl/>
        </w:rPr>
        <w:t>نے بلندآواز سے ان لوگو</w:t>
      </w:r>
      <w:r w:rsidR="007D6C9B">
        <w:rPr>
          <w:rtl/>
        </w:rPr>
        <w:t xml:space="preserve">ں </w:t>
      </w:r>
      <w:r>
        <w:rPr>
          <w:rtl/>
        </w:rPr>
        <w:t>كو جو قافلے كے آگے چل رہے تھے واپس لوٹنے كے لئے پكارا اوراتنى دير كے لئے ٹھہر گئے كہ پيچھے آنے والے لوگ بھى پہنچ جائي</w:t>
      </w:r>
      <w:r w:rsidR="007D6C9B">
        <w:rPr>
          <w:rtl/>
        </w:rPr>
        <w:t xml:space="preserve">ں </w:t>
      </w:r>
      <w:r>
        <w:rPr>
          <w:rtl/>
        </w:rPr>
        <w:t>_ آفتاب خط نصف النہار سے گزر گيا تو پيغمبر(ص) كے مو ذن نے ''اللہ اكبر ''كى صداكے ساتھ لوگو</w:t>
      </w:r>
      <w:r w:rsidR="007D6C9B">
        <w:rPr>
          <w:rtl/>
        </w:rPr>
        <w:t xml:space="preserve">ں </w:t>
      </w:r>
      <w:r>
        <w:rPr>
          <w:rtl/>
        </w:rPr>
        <w:t>كونماز ظہر پڑھنے كى دعوت دى _ مسلمان جلدى جلدى نماز پڑھنے كے لئے تيار ہوگئے _ ليكن فضاء اتنى گرم تھى كہ بعض لوگ مجبور تھے كہ وہ اپنى عبا كا كچھ حصہ پائو</w:t>
      </w:r>
      <w:r w:rsidR="007D6C9B">
        <w:rPr>
          <w:rtl/>
        </w:rPr>
        <w:t xml:space="preserve">ں </w:t>
      </w:r>
      <w:r>
        <w:rPr>
          <w:rtl/>
        </w:rPr>
        <w:t>كے نيچے اور باقى سر كے اوپر لے لي</w:t>
      </w:r>
      <w:r w:rsidR="007D6C9B">
        <w:rPr>
          <w:rtl/>
        </w:rPr>
        <w:t xml:space="preserve">ں </w:t>
      </w:r>
      <w:r>
        <w:rPr>
          <w:rtl/>
        </w:rPr>
        <w:t>،ورنہ بيابان كى گرم ريت اور سورج كى شعاعي</w:t>
      </w:r>
      <w:r w:rsidR="007D6C9B">
        <w:rPr>
          <w:rtl/>
        </w:rPr>
        <w:t xml:space="preserve">ں </w:t>
      </w:r>
      <w:r>
        <w:rPr>
          <w:rtl/>
        </w:rPr>
        <w:t>ان كے سر اور پائو</w:t>
      </w:r>
      <w:r w:rsidR="007D6C9B">
        <w:rPr>
          <w:rtl/>
        </w:rPr>
        <w:t xml:space="preserve">ں </w:t>
      </w:r>
      <w:r>
        <w:rPr>
          <w:rtl/>
        </w:rPr>
        <w:t>كو تكليف دے رہى تھي</w:t>
      </w:r>
      <w:r w:rsidR="007D6C9B">
        <w:rPr>
          <w:rtl/>
        </w:rPr>
        <w:t xml:space="preserve">ں </w:t>
      </w:r>
      <w:r>
        <w:rPr>
          <w:rtl/>
        </w:rPr>
        <w:t xml:space="preserve">_ </w:t>
      </w:r>
    </w:p>
    <w:p w:rsidR="00DE2D7F" w:rsidRDefault="00DE2D7F" w:rsidP="00D07B54">
      <w:pPr>
        <w:pStyle w:val="libNormal"/>
        <w:rPr>
          <w:rtl/>
        </w:rPr>
      </w:pPr>
      <w:r>
        <w:rPr>
          <w:rtl/>
        </w:rPr>
        <w:t>اس صحراء مي</w:t>
      </w:r>
      <w:r w:rsidR="007D6C9B">
        <w:rPr>
          <w:rtl/>
        </w:rPr>
        <w:t xml:space="preserve">ں </w:t>
      </w:r>
      <w:r>
        <w:rPr>
          <w:rtl/>
        </w:rPr>
        <w:t>كوئي سائبان نظر نہ آتا تھا اور نہ ہى كوئي سبزہ ياگھاس صرف چند بے برگ وبار بيابانى درخت تھے جو گرمى كا سختى كے ساتھ مقابلہ كر رہے تھے كچھ لوگ انہى چند درختو</w:t>
      </w:r>
      <w:r w:rsidR="007D6C9B">
        <w:rPr>
          <w:rtl/>
        </w:rPr>
        <w:t xml:space="preserve">ں </w:t>
      </w:r>
      <w:r>
        <w:rPr>
          <w:rtl/>
        </w:rPr>
        <w:t>كا سہارا لئے ہوئے تھے اور انہو</w:t>
      </w:r>
      <w:r w:rsidR="007D6C9B">
        <w:rPr>
          <w:rtl/>
        </w:rPr>
        <w:t xml:space="preserve">ں </w:t>
      </w:r>
      <w:r>
        <w:rPr>
          <w:rtl/>
        </w:rPr>
        <w:t>نے ان برہنہ درختو</w:t>
      </w:r>
      <w:r w:rsidR="007D6C9B">
        <w:rPr>
          <w:rtl/>
        </w:rPr>
        <w:t xml:space="preserve">ں </w:t>
      </w:r>
      <w:r>
        <w:rPr>
          <w:rtl/>
        </w:rPr>
        <w:t xml:space="preserve">پر ايك كپڑاڈال ركھا تھا اور پيغمبر(ص) كے لئے ايك سائبان سا بنا ركھا تھا ليكن گرم ہوا اس سائبان كے نيچے سے گزرتى ہوئي سورج كى جلانے والى گرمى كو اس سائبان كے نيچے بھى پھيلا رہى تھي_ بہر حال ظہر كى نماز پڑھ لى گئي_ </w:t>
      </w:r>
    </w:p>
    <w:p w:rsidR="00DE2D7F" w:rsidRDefault="00DE2D7F" w:rsidP="00D07B54">
      <w:pPr>
        <w:pStyle w:val="libNormal"/>
        <w:rPr>
          <w:rtl/>
        </w:rPr>
      </w:pPr>
    </w:p>
    <w:p w:rsidR="00FB7F4E" w:rsidRDefault="00DE2D7F" w:rsidP="00D07B54">
      <w:pPr>
        <w:pStyle w:val="Heading2Center"/>
        <w:rPr>
          <w:rtl/>
        </w:rPr>
      </w:pPr>
      <w:bookmarkStart w:id="428" w:name="_Toc7268825"/>
      <w:r>
        <w:rPr>
          <w:rtl/>
        </w:rPr>
        <w:t>خطبہ غدير</w:t>
      </w:r>
      <w:bookmarkEnd w:id="428"/>
      <w:r>
        <w:rPr>
          <w:rtl/>
        </w:rPr>
        <w:t xml:space="preserve"> </w:t>
      </w:r>
    </w:p>
    <w:p w:rsidR="00DE2D7F" w:rsidRDefault="00DE2D7F" w:rsidP="00D07B54">
      <w:pPr>
        <w:pStyle w:val="libNormal"/>
        <w:rPr>
          <w:rtl/>
        </w:rPr>
      </w:pPr>
      <w:r>
        <w:rPr>
          <w:rtl/>
        </w:rPr>
        <w:t>مسلمان ارادہ كررہے تھے كہ فوراً اپنے چھوٹے چھوٹے خيمو</w:t>
      </w:r>
      <w:r w:rsidR="007D6C9B">
        <w:rPr>
          <w:rtl/>
        </w:rPr>
        <w:t xml:space="preserve">ں </w:t>
      </w:r>
      <w:r>
        <w:rPr>
          <w:rtl/>
        </w:rPr>
        <w:t>مي</w:t>
      </w:r>
      <w:r w:rsidR="007D6C9B">
        <w:rPr>
          <w:rtl/>
        </w:rPr>
        <w:t xml:space="preserve">ں </w:t>
      </w:r>
      <w:r>
        <w:rPr>
          <w:rtl/>
        </w:rPr>
        <w:t>جاكر پناہ لي</w:t>
      </w:r>
      <w:r w:rsidR="007D6C9B">
        <w:rPr>
          <w:rtl/>
        </w:rPr>
        <w:t xml:space="preserve">ں </w:t>
      </w:r>
      <w:r>
        <w:rPr>
          <w:rtl/>
        </w:rPr>
        <w:t>جو انھو</w:t>
      </w:r>
      <w:r w:rsidR="007D6C9B">
        <w:rPr>
          <w:rtl/>
        </w:rPr>
        <w:t xml:space="preserve">ں </w:t>
      </w:r>
      <w:r>
        <w:rPr>
          <w:rtl/>
        </w:rPr>
        <w:t>نے اپنے ساتھ اٹھاركھے تھے ليكن رسول اللہ(ص) نے انہي</w:t>
      </w:r>
      <w:r w:rsidR="007D6C9B">
        <w:rPr>
          <w:rtl/>
        </w:rPr>
        <w:t xml:space="preserve">ں </w:t>
      </w:r>
      <w:r>
        <w:rPr>
          <w:rtl/>
        </w:rPr>
        <w:t>آگاہ كيا كہ وہ سب كے سب خداوندتعالى كا ايك نيا پيغام سننے كے لئے تيار ہو</w:t>
      </w:r>
      <w:r w:rsidR="007D6C9B">
        <w:rPr>
          <w:rtl/>
        </w:rPr>
        <w:t xml:space="preserve">ں </w:t>
      </w:r>
      <w:r>
        <w:rPr>
          <w:rtl/>
        </w:rPr>
        <w:t xml:space="preserve">جسے ايك مفصل خطبے كے ساتھ بيان كيا جائے گا_ </w:t>
      </w:r>
    </w:p>
    <w:p w:rsidR="00DE2D7F" w:rsidRDefault="00DE2D7F" w:rsidP="00D07B54">
      <w:pPr>
        <w:pStyle w:val="libNormal"/>
        <w:rPr>
          <w:rtl/>
        </w:rPr>
      </w:pPr>
      <w:r>
        <w:rPr>
          <w:rtl/>
        </w:rPr>
        <w:t>جو لوگ رسول اللہ (ص) سے دور تھے وہ پيغمبر(ص) كا ملكوتى چہرہ اس عظيم اجتماع مي</w:t>
      </w:r>
      <w:r w:rsidR="007D6C9B">
        <w:rPr>
          <w:rtl/>
        </w:rPr>
        <w:t xml:space="preserve">ں </w:t>
      </w:r>
      <w:r>
        <w:rPr>
          <w:rtl/>
        </w:rPr>
        <w:t>دور سے ديكھ نہي</w:t>
      </w:r>
      <w:r w:rsidR="007D6C9B">
        <w:rPr>
          <w:rtl/>
        </w:rPr>
        <w:t xml:space="preserve">ں </w:t>
      </w:r>
      <w:r>
        <w:rPr>
          <w:rtl/>
        </w:rPr>
        <w:t>پارہے تھے لہذا اونٹو</w:t>
      </w:r>
      <w:r w:rsidR="007D6C9B">
        <w:rPr>
          <w:rtl/>
        </w:rPr>
        <w:t xml:space="preserve">ں </w:t>
      </w:r>
      <w:r>
        <w:rPr>
          <w:rtl/>
        </w:rPr>
        <w:t>كے پالانو</w:t>
      </w:r>
      <w:r w:rsidR="007D6C9B">
        <w:rPr>
          <w:rtl/>
        </w:rPr>
        <w:t xml:space="preserve">ں </w:t>
      </w:r>
      <w:r>
        <w:rPr>
          <w:rtl/>
        </w:rPr>
        <w:t>كا منبر بنايا گيا_پيغمبر(ص) اس كے اوپر تشريف لے گئے_پہلے پروردگار عالم كى حمد وثنا بجالائے اور خدا پر بھروسہ كرتے ہوئے يو</w:t>
      </w:r>
      <w:r w:rsidR="007D6C9B">
        <w:rPr>
          <w:rtl/>
        </w:rPr>
        <w:t xml:space="preserve">ں </w:t>
      </w:r>
      <w:r>
        <w:rPr>
          <w:rtl/>
        </w:rPr>
        <w:t>خطاب فرمايا:مي</w:t>
      </w:r>
      <w:r w:rsidR="007D6C9B">
        <w:rPr>
          <w:rtl/>
        </w:rPr>
        <w:t xml:space="preserve">ں </w:t>
      </w:r>
      <w:r>
        <w:rPr>
          <w:rtl/>
        </w:rPr>
        <w:t xml:space="preserve">عنقرب خداوندمتعال كى دعوت پر لبيك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كہتے ہوئے تمہارے درميان سے جارہا ہو</w:t>
      </w:r>
      <w:r w:rsidR="007D6C9B">
        <w:rPr>
          <w:rtl/>
        </w:rPr>
        <w:t xml:space="preserve">ں </w:t>
      </w:r>
      <w:r>
        <w:rPr>
          <w:rtl/>
        </w:rPr>
        <w:t>،مي</w:t>
      </w:r>
      <w:r w:rsidR="007D6C9B">
        <w:rPr>
          <w:rtl/>
        </w:rPr>
        <w:t xml:space="preserve">ں </w:t>
      </w:r>
      <w:r>
        <w:rPr>
          <w:rtl/>
        </w:rPr>
        <w:t>بھى جوابدہ ہو</w:t>
      </w:r>
      <w:r w:rsidR="007D6C9B">
        <w:rPr>
          <w:rtl/>
        </w:rPr>
        <w:t xml:space="preserve">ں </w:t>
      </w:r>
      <w:r>
        <w:rPr>
          <w:rtl/>
        </w:rPr>
        <w:t>اورتم بھى جوابدہ ہو ،تم ميرے بارے مي</w:t>
      </w:r>
      <w:r w:rsidR="007D6C9B">
        <w:rPr>
          <w:rtl/>
        </w:rPr>
        <w:t xml:space="preserve">ں </w:t>
      </w:r>
      <w:r>
        <w:rPr>
          <w:rtl/>
        </w:rPr>
        <w:t>كيا گواہى دوگے لوگو</w:t>
      </w:r>
      <w:r w:rsidR="007D6C9B">
        <w:rPr>
          <w:rtl/>
        </w:rPr>
        <w:t xml:space="preserve">ں </w:t>
      </w:r>
      <w:r>
        <w:rPr>
          <w:rtl/>
        </w:rPr>
        <w:t>نے بلند آواز مي</w:t>
      </w:r>
      <w:r w:rsidR="007D6C9B">
        <w:rPr>
          <w:rtl/>
        </w:rPr>
        <w:t xml:space="preserve">ں </w:t>
      </w:r>
      <w:r>
        <w:rPr>
          <w:rtl/>
        </w:rPr>
        <w:t xml:space="preserve">كہا : </w:t>
      </w:r>
    </w:p>
    <w:p w:rsidR="00DE2D7F" w:rsidRDefault="00DE2D7F" w:rsidP="00D07B54">
      <w:pPr>
        <w:pStyle w:val="libNormal"/>
        <w:rPr>
          <w:rtl/>
        </w:rPr>
      </w:pPr>
      <w:r>
        <w:rPr>
          <w:rtl/>
        </w:rPr>
        <w:t>''ہم گواہى دي</w:t>
      </w:r>
      <w:r w:rsidR="007D6C9B">
        <w:rPr>
          <w:rtl/>
        </w:rPr>
        <w:t xml:space="preserve">ں </w:t>
      </w:r>
      <w:r>
        <w:rPr>
          <w:rtl/>
        </w:rPr>
        <w:t>گے كہ آپ(ص) نے فريضہ رسالت انجام ديا اورخير خواہى كى ذمہ دارى كو انجام ديا اور ہمارى ہدايت كى راہ مي</w:t>
      </w:r>
      <w:r w:rsidR="007D6C9B">
        <w:rPr>
          <w:rtl/>
        </w:rPr>
        <w:t xml:space="preserve">ں </w:t>
      </w:r>
      <w:r>
        <w:rPr>
          <w:rtl/>
        </w:rPr>
        <w:t xml:space="preserve">سعى و كوشش كي،خدا آپ(ص) كوجزا ئے خير دے''_ </w:t>
      </w:r>
    </w:p>
    <w:p w:rsidR="00DE2D7F" w:rsidRDefault="00DE2D7F" w:rsidP="00D07B54">
      <w:pPr>
        <w:pStyle w:val="libNormal"/>
        <w:rPr>
          <w:rtl/>
        </w:rPr>
      </w:pPr>
      <w:r>
        <w:rPr>
          <w:rtl/>
        </w:rPr>
        <w:t>اس كے بعد آپ(ص) نے فرمايا كيا تم لوگ خدا كى وحدانيت،ميرى رسالت اور روز قيامت كى حقانيت اوراس دن مردو</w:t>
      </w:r>
      <w:r w:rsidR="007D6C9B">
        <w:rPr>
          <w:rtl/>
        </w:rPr>
        <w:t xml:space="preserve">ں </w:t>
      </w:r>
      <w:r>
        <w:rPr>
          <w:rtl/>
        </w:rPr>
        <w:t>كے قبرو</w:t>
      </w:r>
      <w:r w:rsidR="007D6C9B">
        <w:rPr>
          <w:rtl/>
        </w:rPr>
        <w:t xml:space="preserve">ں </w:t>
      </w:r>
      <w:r>
        <w:rPr>
          <w:rtl/>
        </w:rPr>
        <w:t>سے مبعوث ہونے كى گواہى نہي</w:t>
      </w:r>
      <w:r w:rsidR="007D6C9B">
        <w:rPr>
          <w:rtl/>
        </w:rPr>
        <w:t xml:space="preserve">ں </w:t>
      </w:r>
      <w:r>
        <w:rPr>
          <w:rtl/>
        </w:rPr>
        <w:t xml:space="preserve">ديتے؟ </w:t>
      </w:r>
    </w:p>
    <w:p w:rsidR="00DE2D7F" w:rsidRDefault="00DE2D7F" w:rsidP="00D07B54">
      <w:pPr>
        <w:pStyle w:val="libNormal"/>
        <w:rPr>
          <w:rtl/>
        </w:rPr>
      </w:pPr>
      <w:r>
        <w:rPr>
          <w:rtl/>
        </w:rPr>
        <w:t>سب نے كہا:كيو</w:t>
      </w:r>
      <w:r w:rsidR="007D6C9B">
        <w:rPr>
          <w:rtl/>
        </w:rPr>
        <w:t xml:space="preserve">ں </w:t>
      </w:r>
      <w:r>
        <w:rPr>
          <w:rtl/>
        </w:rPr>
        <w:t>نہي</w:t>
      </w:r>
      <w:r w:rsidR="007D6C9B">
        <w:rPr>
          <w:rtl/>
        </w:rPr>
        <w:t xml:space="preserve">ں </w:t>
      </w:r>
      <w:r>
        <w:rPr>
          <w:rtl/>
        </w:rPr>
        <w:t>ہم سب گواہى ديتے ہي</w:t>
      </w:r>
      <w:r w:rsidR="007D6C9B">
        <w:rPr>
          <w:rtl/>
        </w:rPr>
        <w:t xml:space="preserve">ں </w:t>
      </w:r>
      <w:r>
        <w:rPr>
          <w:rtl/>
        </w:rPr>
        <w:t xml:space="preserve">_ </w:t>
      </w:r>
    </w:p>
    <w:p w:rsidR="00DE2D7F" w:rsidRDefault="00DE2D7F" w:rsidP="00D07B54">
      <w:pPr>
        <w:pStyle w:val="libNormal"/>
        <w:rPr>
          <w:rtl/>
        </w:rPr>
      </w:pPr>
      <w:r>
        <w:rPr>
          <w:rtl/>
        </w:rPr>
        <w:t xml:space="preserve">آپ(ص) نے فرمايا: خداوندگواہ رہنا_ </w:t>
      </w:r>
    </w:p>
    <w:p w:rsidR="00DE2D7F" w:rsidRDefault="00DE2D7F" w:rsidP="00D07B54">
      <w:pPr>
        <w:pStyle w:val="libNormal"/>
        <w:rPr>
          <w:rtl/>
        </w:rPr>
      </w:pPr>
      <w:r>
        <w:rPr>
          <w:rtl/>
        </w:rPr>
        <w:t xml:space="preserve">آپ(ص) نے مزيد فرمايا:اے لوگو كيا تم ميرى آواز سن رہے ہو؟ </w:t>
      </w:r>
    </w:p>
    <w:p w:rsidR="00DE2D7F" w:rsidRDefault="00DE2D7F" w:rsidP="00D07B54">
      <w:pPr>
        <w:pStyle w:val="libNormal"/>
        <w:rPr>
          <w:rtl/>
        </w:rPr>
      </w:pPr>
      <w:r>
        <w:rPr>
          <w:rtl/>
        </w:rPr>
        <w:t>انہو</w:t>
      </w:r>
      <w:r w:rsidR="007D6C9B">
        <w:rPr>
          <w:rtl/>
        </w:rPr>
        <w:t xml:space="preserve">ں </w:t>
      </w:r>
      <w:r>
        <w:rPr>
          <w:rtl/>
        </w:rPr>
        <w:t>نے كہا: جى ہا</w:t>
      </w:r>
      <w:r w:rsidR="007D6C9B">
        <w:rPr>
          <w:rtl/>
        </w:rPr>
        <w:t xml:space="preserve">ں </w:t>
      </w:r>
      <w:r>
        <w:rPr>
          <w:rtl/>
        </w:rPr>
        <w:t xml:space="preserve">_ </w:t>
      </w:r>
    </w:p>
    <w:p w:rsidR="00DE2D7F" w:rsidRDefault="00DE2D7F" w:rsidP="00D07B54">
      <w:pPr>
        <w:pStyle w:val="libNormal"/>
        <w:rPr>
          <w:rtl/>
        </w:rPr>
      </w:pPr>
      <w:r>
        <w:rPr>
          <w:rtl/>
        </w:rPr>
        <w:t>اس كے بعد سارے بيابان پر سكوت كا عالم طارى ہوگيا_ سوائے ہوا كى سنسناہٹ كے كوئي چيز سنائي نہي</w:t>
      </w:r>
      <w:r w:rsidR="007D6C9B">
        <w:rPr>
          <w:rtl/>
        </w:rPr>
        <w:t xml:space="preserve">ں </w:t>
      </w:r>
      <w:r>
        <w:rPr>
          <w:rtl/>
        </w:rPr>
        <w:t>ديتى تھى _ پيغمبر(ص) نے فرمايا:ديكھو مي</w:t>
      </w:r>
      <w:r w:rsidR="007D6C9B">
        <w:rPr>
          <w:rtl/>
        </w:rPr>
        <w:t xml:space="preserve">ں </w:t>
      </w:r>
      <w:r>
        <w:rPr>
          <w:rtl/>
        </w:rPr>
        <w:t>تمہارے درميان دوگرانمايہ اور گرانقدر چيزي</w:t>
      </w:r>
      <w:r w:rsidR="007D6C9B">
        <w:rPr>
          <w:rtl/>
        </w:rPr>
        <w:t xml:space="preserve">ں </w:t>
      </w:r>
      <w:r>
        <w:rPr>
          <w:rtl/>
        </w:rPr>
        <w:t>بطور يادگار چھوڑے جارہا ہو</w:t>
      </w:r>
      <w:r w:rsidR="007D6C9B">
        <w:rPr>
          <w:rtl/>
        </w:rPr>
        <w:t xml:space="preserve">ں </w:t>
      </w:r>
      <w:r>
        <w:rPr>
          <w:rtl/>
        </w:rPr>
        <w:t xml:space="preserve">تم ان كے ساتھ كيا سلوك كروگے؟ </w:t>
      </w:r>
    </w:p>
    <w:p w:rsidR="00DE2D7F" w:rsidRDefault="00DE2D7F" w:rsidP="00D07B54">
      <w:pPr>
        <w:pStyle w:val="libNormal"/>
        <w:rPr>
          <w:rtl/>
        </w:rPr>
      </w:pPr>
      <w:r>
        <w:rPr>
          <w:rtl/>
        </w:rPr>
        <w:t>حاضرين مي</w:t>
      </w:r>
      <w:r w:rsidR="007D6C9B">
        <w:rPr>
          <w:rtl/>
        </w:rPr>
        <w:t xml:space="preserve">ں </w:t>
      </w:r>
      <w:r>
        <w:rPr>
          <w:rtl/>
        </w:rPr>
        <w:t>سے ايك شخص نے پكار كر كہا:يا رسول اللہ (ص) وہ دو گرانمايہ چيزي</w:t>
      </w:r>
      <w:r w:rsidR="007D6C9B">
        <w:rPr>
          <w:rtl/>
        </w:rPr>
        <w:t xml:space="preserve">ں </w:t>
      </w:r>
      <w:r>
        <w:rPr>
          <w:rtl/>
        </w:rPr>
        <w:t>كونسى ہي</w:t>
      </w:r>
      <w:r w:rsidR="007D6C9B">
        <w:rPr>
          <w:rtl/>
        </w:rPr>
        <w:t xml:space="preserve">ں </w:t>
      </w:r>
      <w:r>
        <w:rPr>
          <w:rtl/>
        </w:rPr>
        <w:t xml:space="preserve">؟ </w:t>
      </w:r>
    </w:p>
    <w:p w:rsidR="00DE2D7F" w:rsidRDefault="00DE2D7F" w:rsidP="00D07B54">
      <w:pPr>
        <w:pStyle w:val="libNormal"/>
        <w:rPr>
          <w:rtl/>
        </w:rPr>
      </w:pPr>
      <w:r>
        <w:rPr>
          <w:rtl/>
        </w:rPr>
        <w:t>تو پيغمبراكرم(ص) نے فرمايا: پہلى چيز تو اللہ تعالى كى كتاب ہے جو ثقل اكبر ہے_ اس كا ايك سرا تو پروردگار عالم كے ہاتھ مي</w:t>
      </w:r>
      <w:r w:rsidR="007D6C9B">
        <w:rPr>
          <w:rtl/>
        </w:rPr>
        <w:t xml:space="preserve">ں </w:t>
      </w:r>
      <w:r>
        <w:rPr>
          <w:rtl/>
        </w:rPr>
        <w:t>ہے اور دوسرا سراتمہارے ہاتھ مي</w:t>
      </w:r>
      <w:r w:rsidR="007D6C9B">
        <w:rPr>
          <w:rtl/>
        </w:rPr>
        <w:t xml:space="preserve">ں </w:t>
      </w:r>
      <w:r>
        <w:rPr>
          <w:rtl/>
        </w:rPr>
        <w:t>ہے،اس سے ہاتھ نہ ہٹانا ورنہ تم گمراہ ہو جائوگے_ دوسرى گرانقدر يادگار ميرے اہل بيت ہي</w:t>
      </w:r>
      <w:r w:rsidR="007D6C9B">
        <w:rPr>
          <w:rtl/>
        </w:rPr>
        <w:t xml:space="preserve">ں </w:t>
      </w:r>
      <w:r>
        <w:rPr>
          <w:rtl/>
        </w:rPr>
        <w:t>اور مجھے خدائے لطيف وخبير نے خبردى ہے كہ يہ دونو</w:t>
      </w:r>
      <w:r w:rsidR="007D6C9B">
        <w:rPr>
          <w:rtl/>
        </w:rPr>
        <w:t xml:space="preserve">ں </w:t>
      </w:r>
      <w:r>
        <w:rPr>
          <w:rtl/>
        </w:rPr>
        <w:t>ايك دوسرے سے جدا نہي</w:t>
      </w:r>
      <w:r w:rsidR="007D6C9B">
        <w:rPr>
          <w:rtl/>
        </w:rPr>
        <w:t xml:space="preserve">ں </w:t>
      </w:r>
      <w:r>
        <w:rPr>
          <w:rtl/>
        </w:rPr>
        <w:t>ہو</w:t>
      </w:r>
      <w:r w:rsidR="007D6C9B">
        <w:rPr>
          <w:rtl/>
        </w:rPr>
        <w:t xml:space="preserve">ں </w:t>
      </w:r>
      <w:r>
        <w:rPr>
          <w:rtl/>
        </w:rPr>
        <w:t>گے يہا</w:t>
      </w:r>
      <w:r w:rsidR="007D6C9B">
        <w:rPr>
          <w:rtl/>
        </w:rPr>
        <w:t xml:space="preserve">ں </w:t>
      </w:r>
      <w:r>
        <w:rPr>
          <w:rtl/>
        </w:rPr>
        <w:t>تك كہ بہشت مي</w:t>
      </w:r>
      <w:r w:rsidR="007D6C9B">
        <w:rPr>
          <w:rtl/>
        </w:rPr>
        <w:t xml:space="preserve">ں </w:t>
      </w:r>
      <w:r>
        <w:rPr>
          <w:rtl/>
        </w:rPr>
        <w:t>مجھ سے آملي</w:t>
      </w:r>
      <w:r w:rsidR="007D6C9B">
        <w:rPr>
          <w:rtl/>
        </w:rPr>
        <w:t xml:space="preserve">ں </w:t>
      </w:r>
      <w:r>
        <w:rPr>
          <w:rtl/>
        </w:rPr>
        <w:t xml:space="preserve">گے_ </w:t>
      </w:r>
    </w:p>
    <w:p w:rsidR="00DE2D7F" w:rsidRDefault="00DE2D7F" w:rsidP="00D07B54">
      <w:pPr>
        <w:pStyle w:val="libNormal"/>
        <w:rPr>
          <w:rtl/>
        </w:rPr>
      </w:pPr>
      <w:r>
        <w:rPr>
          <w:rtl/>
        </w:rPr>
        <w:t>ان دونو</w:t>
      </w:r>
      <w:r w:rsidR="007D6C9B">
        <w:rPr>
          <w:rtl/>
        </w:rPr>
        <w:t xml:space="preserve">ں </w:t>
      </w:r>
      <w:r>
        <w:rPr>
          <w:rtl/>
        </w:rPr>
        <w:t>سے آگے بڑھنے (اور ان سے تجاوز كرنے) كى كوشش نہ كرنا اور نہ ہى ان سے پيچھے رہنا كہ اس صورت مي</w:t>
      </w:r>
      <w:r w:rsidR="007D6C9B">
        <w:rPr>
          <w:rtl/>
        </w:rPr>
        <w:t xml:space="preserve">ں </w:t>
      </w:r>
      <w:r>
        <w:rPr>
          <w:rtl/>
        </w:rPr>
        <w:t xml:space="preserve">بھى تم ہلاك ہو جائوگے_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اچانك لوگو</w:t>
      </w:r>
      <w:r w:rsidR="007D6C9B">
        <w:rPr>
          <w:rtl/>
        </w:rPr>
        <w:t xml:space="preserve">ں </w:t>
      </w:r>
      <w:r>
        <w:rPr>
          <w:rtl/>
        </w:rPr>
        <w:t>نے ديكھا كہ ر سول اللہ(ص) اپنے ارد گرد نگاہي</w:t>
      </w:r>
      <w:r w:rsidR="007D6C9B">
        <w:rPr>
          <w:rtl/>
        </w:rPr>
        <w:t xml:space="preserve">ں </w:t>
      </w:r>
      <w:r>
        <w:rPr>
          <w:rtl/>
        </w:rPr>
        <w:t>دوڑارہے ہي</w:t>
      </w:r>
      <w:r w:rsidR="007D6C9B">
        <w:rPr>
          <w:rtl/>
        </w:rPr>
        <w:t xml:space="preserve">ں </w:t>
      </w:r>
      <w:r>
        <w:rPr>
          <w:rtl/>
        </w:rPr>
        <w:t>گويا كسى كو تلاش كر رہے ہي</w:t>
      </w:r>
      <w:r w:rsidR="007D6C9B">
        <w:rPr>
          <w:rtl/>
        </w:rPr>
        <w:t xml:space="preserve">ں </w:t>
      </w:r>
      <w:r>
        <w:rPr>
          <w:rtl/>
        </w:rPr>
        <w:t>جو نہى آپ(ص) كى نظر حضرت على عليہ السلام پر پڑى فوراً ان كا ہاتھ پكڑليا اور انہي</w:t>
      </w:r>
      <w:r w:rsidR="007D6C9B">
        <w:rPr>
          <w:rtl/>
        </w:rPr>
        <w:t xml:space="preserve">ں </w:t>
      </w:r>
      <w:r>
        <w:rPr>
          <w:rtl/>
        </w:rPr>
        <w:t>اتنا بلند كيا كہ دونو</w:t>
      </w:r>
      <w:r w:rsidR="007D6C9B">
        <w:rPr>
          <w:rtl/>
        </w:rPr>
        <w:t xml:space="preserve">ں </w:t>
      </w:r>
      <w:r>
        <w:rPr>
          <w:rtl/>
        </w:rPr>
        <w:t>كى بغلو</w:t>
      </w:r>
      <w:r w:rsidR="007D6C9B">
        <w:rPr>
          <w:rtl/>
        </w:rPr>
        <w:t xml:space="preserve">ں </w:t>
      </w:r>
      <w:r>
        <w:rPr>
          <w:rtl/>
        </w:rPr>
        <w:t>كے نيچے كى سفيدى نظر آنے لگى اور سب لوگو</w:t>
      </w:r>
      <w:r w:rsidR="007D6C9B">
        <w:rPr>
          <w:rtl/>
        </w:rPr>
        <w:t xml:space="preserve">ں </w:t>
      </w:r>
      <w:r>
        <w:rPr>
          <w:rtl/>
        </w:rPr>
        <w:t>نے انہي</w:t>
      </w:r>
      <w:r w:rsidR="007D6C9B">
        <w:rPr>
          <w:rtl/>
        </w:rPr>
        <w:t xml:space="preserve">ں </w:t>
      </w:r>
      <w:r>
        <w:rPr>
          <w:rtl/>
        </w:rPr>
        <w:t>ديكھ كر پہچان لياكہ يہ تو اسلام كا وہى سپہ سالار ہے كہ جس نے كبھى شكست كا منہ نہي</w:t>
      </w:r>
      <w:r w:rsidR="007D6C9B">
        <w:rPr>
          <w:rtl/>
        </w:rPr>
        <w:t xml:space="preserve">ں </w:t>
      </w:r>
      <w:r>
        <w:rPr>
          <w:rtl/>
        </w:rPr>
        <w:t xml:space="preserve">ديكھا_ </w:t>
      </w:r>
    </w:p>
    <w:p w:rsidR="00DE2D7F" w:rsidRDefault="00DE2D7F" w:rsidP="00D07B54">
      <w:pPr>
        <w:pStyle w:val="libNormal"/>
        <w:rPr>
          <w:rtl/>
        </w:rPr>
      </w:pPr>
      <w:r>
        <w:rPr>
          <w:rtl/>
        </w:rPr>
        <w:t>اس موقع پر پيغمبر(ص) كى آواز زيادہ نمايا</w:t>
      </w:r>
      <w:r w:rsidR="007D6C9B">
        <w:rPr>
          <w:rtl/>
        </w:rPr>
        <w:t xml:space="preserve">ں </w:t>
      </w:r>
      <w:r>
        <w:rPr>
          <w:rtl/>
        </w:rPr>
        <w:t xml:space="preserve">اوربلند ہوگئي اور آپ(ص) نے ارشاد فرمايا: </w:t>
      </w:r>
    </w:p>
    <w:p w:rsidR="00DE2D7F" w:rsidRDefault="00DE2D7F" w:rsidP="00D07B54">
      <w:pPr>
        <w:pStyle w:val="libArabic"/>
        <w:rPr>
          <w:rtl/>
        </w:rPr>
      </w:pPr>
      <w:r>
        <w:rPr>
          <w:rtl/>
        </w:rPr>
        <w:t>''اي</w:t>
      </w:r>
      <w:r w:rsidR="003E5058" w:rsidRPr="007F58D3">
        <w:rPr>
          <w:rFonts w:hint="cs"/>
          <w:rtl/>
        </w:rPr>
        <w:t>ه</w:t>
      </w:r>
      <w:r>
        <w:rPr>
          <w:rFonts w:hint="cs"/>
          <w:rtl/>
        </w:rPr>
        <w:t>ا</w:t>
      </w:r>
      <w:r>
        <w:rPr>
          <w:rtl/>
        </w:rPr>
        <w:t xml:space="preserve"> </w:t>
      </w:r>
      <w:r>
        <w:rPr>
          <w:rFonts w:hint="cs"/>
          <w:rtl/>
        </w:rPr>
        <w:t>الناس</w:t>
      </w:r>
      <w:r>
        <w:rPr>
          <w:rtl/>
        </w:rPr>
        <w:t xml:space="preserve"> </w:t>
      </w:r>
      <w:r>
        <w:rPr>
          <w:rFonts w:hint="cs"/>
          <w:rtl/>
        </w:rPr>
        <w:t>من</w:t>
      </w:r>
      <w:r>
        <w:rPr>
          <w:rtl/>
        </w:rPr>
        <w:t xml:space="preserve"> </w:t>
      </w:r>
      <w:r>
        <w:rPr>
          <w:rFonts w:hint="cs"/>
          <w:rtl/>
        </w:rPr>
        <w:t>اولى</w:t>
      </w:r>
      <w:r>
        <w:rPr>
          <w:rtl/>
        </w:rPr>
        <w:t xml:space="preserve"> </w:t>
      </w:r>
      <w:r>
        <w:rPr>
          <w:rFonts w:hint="cs"/>
          <w:rtl/>
        </w:rPr>
        <w:t>الناس</w:t>
      </w:r>
      <w:r>
        <w:rPr>
          <w:rtl/>
        </w:rPr>
        <w:t xml:space="preserve"> </w:t>
      </w:r>
      <w:r>
        <w:rPr>
          <w:rFonts w:hint="cs"/>
          <w:rtl/>
        </w:rPr>
        <w:t>بالمو</w:t>
      </w:r>
      <w:r>
        <w:rPr>
          <w:rtl/>
        </w:rPr>
        <w:t xml:space="preserve"> </w:t>
      </w:r>
      <w:r>
        <w:rPr>
          <w:rFonts w:hint="cs"/>
          <w:rtl/>
        </w:rPr>
        <w:t>منين</w:t>
      </w:r>
      <w:r>
        <w:rPr>
          <w:rtl/>
        </w:rPr>
        <w:t xml:space="preserve"> </w:t>
      </w:r>
      <w:r>
        <w:rPr>
          <w:rFonts w:hint="cs"/>
          <w:rtl/>
        </w:rPr>
        <w:t>من</w:t>
      </w:r>
      <w:r>
        <w:rPr>
          <w:rtl/>
        </w:rPr>
        <w:t xml:space="preserve"> </w:t>
      </w:r>
      <w:r>
        <w:rPr>
          <w:rFonts w:hint="cs"/>
          <w:rtl/>
        </w:rPr>
        <w:t>انفس</w:t>
      </w:r>
      <w:r w:rsidR="003E5058" w:rsidRPr="007F58D3">
        <w:rPr>
          <w:rFonts w:hint="cs"/>
          <w:rtl/>
        </w:rPr>
        <w:t>ه</w:t>
      </w:r>
      <w:r>
        <w:rPr>
          <w:rFonts w:hint="cs"/>
          <w:rtl/>
        </w:rPr>
        <w:t>م</w:t>
      </w:r>
      <w:r>
        <w:rPr>
          <w:rtl/>
        </w:rPr>
        <w:t xml:space="preserve">'' </w:t>
      </w:r>
    </w:p>
    <w:p w:rsidR="00DE2D7F" w:rsidRDefault="00DE2D7F" w:rsidP="00D07B54">
      <w:pPr>
        <w:pStyle w:val="libNormal"/>
        <w:rPr>
          <w:rtl/>
        </w:rPr>
      </w:pPr>
      <w:r>
        <w:rPr>
          <w:rtl/>
        </w:rPr>
        <w:t>يعنى اے لوگو بتائو وہ كون ہے جو تمام لوگو</w:t>
      </w:r>
      <w:r w:rsidR="007D6C9B">
        <w:rPr>
          <w:rtl/>
        </w:rPr>
        <w:t xml:space="preserve">ں </w:t>
      </w:r>
      <w:r>
        <w:rPr>
          <w:rtl/>
        </w:rPr>
        <w:t>كى نسبت مومنين پر خود ان سے زيادہ اوليت ركھتا ہے ؟ اس پر سب حاضرين نے بہ يك آواز جواب ديا كہ خدا اور اس كا پيغمبر(ص) بہتر جانتے ہي</w:t>
      </w:r>
      <w:r w:rsidR="007D6C9B">
        <w:rPr>
          <w:rtl/>
        </w:rPr>
        <w:t xml:space="preserve">ں </w:t>
      </w:r>
      <w:r>
        <w:rPr>
          <w:rtl/>
        </w:rPr>
        <w:t xml:space="preserve">_ </w:t>
      </w:r>
    </w:p>
    <w:p w:rsidR="00DE2D7F" w:rsidRDefault="00DE2D7F" w:rsidP="00D07B54">
      <w:pPr>
        <w:pStyle w:val="libNormal"/>
        <w:rPr>
          <w:rtl/>
        </w:rPr>
      </w:pPr>
      <w:r>
        <w:rPr>
          <w:rtl/>
        </w:rPr>
        <w:t>تو پيغمبر(ص) نے فرمايا: خداا ميرا مولا اوررہبر ہے اور مي</w:t>
      </w:r>
      <w:r w:rsidR="007D6C9B">
        <w:rPr>
          <w:rtl/>
        </w:rPr>
        <w:t xml:space="preserve">ں </w:t>
      </w:r>
      <w:r>
        <w:rPr>
          <w:rtl/>
        </w:rPr>
        <w:t>مومنين كا مولااوررہبر ہو</w:t>
      </w:r>
      <w:r w:rsidR="007D6C9B">
        <w:rPr>
          <w:rtl/>
        </w:rPr>
        <w:t xml:space="preserve">ں </w:t>
      </w:r>
      <w:r>
        <w:rPr>
          <w:rtl/>
        </w:rPr>
        <w:t>اور ان كے اوپر ان كى نسبت خود ان سے زيادہ حق ركھتا ہو</w:t>
      </w:r>
      <w:r w:rsidR="007D6C9B">
        <w:rPr>
          <w:rtl/>
        </w:rPr>
        <w:t xml:space="preserve">ں </w:t>
      </w:r>
      <w:r>
        <w:rPr>
          <w:rtl/>
        </w:rPr>
        <w:t xml:space="preserve">(اور ميرا ارادہ ان كے ارادے سے مقدم ہے)_ </w:t>
      </w:r>
    </w:p>
    <w:p w:rsidR="00DE2D7F" w:rsidRDefault="00DE2D7F" w:rsidP="00D07B54">
      <w:pPr>
        <w:pStyle w:val="libNormal"/>
        <w:rPr>
          <w:rtl/>
        </w:rPr>
      </w:pPr>
      <w:r>
        <w:rPr>
          <w:rtl/>
        </w:rPr>
        <w:t xml:space="preserve">اس كے بعد فرمايا: </w:t>
      </w:r>
    </w:p>
    <w:p w:rsidR="00DE2D7F" w:rsidRDefault="00DE2D7F" w:rsidP="00D07B54">
      <w:pPr>
        <w:pStyle w:val="libNormal"/>
        <w:rPr>
          <w:rtl/>
        </w:rPr>
      </w:pPr>
      <w:r w:rsidRPr="0063649F">
        <w:rPr>
          <w:rStyle w:val="libArabicChar"/>
          <w:rtl/>
        </w:rPr>
        <w:t>''فمن كنت مولا</w:t>
      </w:r>
      <w:r w:rsidR="003E5058" w:rsidRPr="007F58D3">
        <w:rPr>
          <w:rStyle w:val="libArabicChar"/>
          <w:rFonts w:hint="cs"/>
          <w:rtl/>
        </w:rPr>
        <w:t>ه</w:t>
      </w:r>
      <w:r w:rsidRPr="0063649F">
        <w:rPr>
          <w:rStyle w:val="libArabicChar"/>
          <w:rtl/>
        </w:rPr>
        <w:t xml:space="preserve"> </w:t>
      </w:r>
      <w:r w:rsidRPr="0063649F">
        <w:rPr>
          <w:rStyle w:val="libArabicChar"/>
          <w:rFonts w:hint="cs"/>
          <w:rtl/>
        </w:rPr>
        <w:t>ف</w:t>
      </w:r>
      <w:r w:rsidR="003E5058" w:rsidRPr="007F58D3">
        <w:rPr>
          <w:rStyle w:val="libArabicChar"/>
          <w:rFonts w:hint="cs"/>
          <w:rtl/>
        </w:rPr>
        <w:t>ه</w:t>
      </w:r>
      <w:r w:rsidRPr="0063649F">
        <w:rPr>
          <w:rStyle w:val="libArabicChar"/>
          <w:rFonts w:hint="cs"/>
          <w:rtl/>
        </w:rPr>
        <w:t>ذا</w:t>
      </w:r>
      <w:r w:rsidRPr="0063649F">
        <w:rPr>
          <w:rStyle w:val="libArabicChar"/>
          <w:rtl/>
        </w:rPr>
        <w:t xml:space="preserve"> </w:t>
      </w:r>
      <w:r w:rsidRPr="0063649F">
        <w:rPr>
          <w:rStyle w:val="libArabicChar"/>
          <w:rFonts w:hint="cs"/>
          <w:rtl/>
        </w:rPr>
        <w:t>على</w:t>
      </w:r>
      <w:r w:rsidRPr="0063649F">
        <w:rPr>
          <w:rStyle w:val="libArabicChar"/>
          <w:rtl/>
        </w:rPr>
        <w:t xml:space="preserve"> </w:t>
      </w:r>
      <w:r w:rsidRPr="0063649F">
        <w:rPr>
          <w:rStyle w:val="libArabicChar"/>
          <w:rFonts w:hint="cs"/>
          <w:rtl/>
        </w:rPr>
        <w:t>مولا</w:t>
      </w:r>
      <w:r w:rsidR="003E5058" w:rsidRPr="007F58D3">
        <w:rPr>
          <w:rStyle w:val="libArabicChar"/>
          <w:rFonts w:hint="cs"/>
          <w:rtl/>
        </w:rPr>
        <w:t>ه</w:t>
      </w:r>
      <w:r w:rsidRPr="0063649F">
        <w:rPr>
          <w:rStyle w:val="libArabicChar"/>
          <w:rtl/>
        </w:rPr>
        <w:t>''</w:t>
      </w:r>
      <w:r>
        <w:rPr>
          <w:rtl/>
        </w:rPr>
        <w:t xml:space="preserve">. </w:t>
      </w:r>
    </w:p>
    <w:p w:rsidR="00DE2D7F" w:rsidRDefault="00DE2D7F" w:rsidP="00D07B54">
      <w:pPr>
        <w:pStyle w:val="libNormal"/>
        <w:rPr>
          <w:rtl/>
        </w:rPr>
      </w:pPr>
      <w:r>
        <w:rPr>
          <w:rtl/>
        </w:rPr>
        <w:t>''يعنى جس جس كا مي</w:t>
      </w:r>
      <w:r w:rsidR="007D6C9B">
        <w:rPr>
          <w:rtl/>
        </w:rPr>
        <w:t xml:space="preserve">ں </w:t>
      </w:r>
      <w:r>
        <w:rPr>
          <w:rtl/>
        </w:rPr>
        <w:t>مولاہ ہو</w:t>
      </w:r>
      <w:r w:rsidR="007D6C9B">
        <w:rPr>
          <w:rtl/>
        </w:rPr>
        <w:t xml:space="preserve">ں </w:t>
      </w:r>
      <w:r>
        <w:rPr>
          <w:rtl/>
        </w:rPr>
        <w:t xml:space="preserve">على (ع) بھى اس اس كے مولاہ اوررہبر ہے''_ </w:t>
      </w:r>
    </w:p>
    <w:p w:rsidR="00DE2D7F" w:rsidRDefault="00DE2D7F" w:rsidP="00D07B54">
      <w:pPr>
        <w:pStyle w:val="libNormal"/>
        <w:rPr>
          <w:rtl/>
        </w:rPr>
      </w:pPr>
      <w:r>
        <w:rPr>
          <w:rtl/>
        </w:rPr>
        <w:t>پيغمبر اكرم(ص) نے اس جملے كى تين مرتبہ تكرار كى او ربعض راويو</w:t>
      </w:r>
      <w:r w:rsidR="007D6C9B">
        <w:rPr>
          <w:rtl/>
        </w:rPr>
        <w:t xml:space="preserve">ں </w:t>
      </w:r>
      <w:r>
        <w:rPr>
          <w:rtl/>
        </w:rPr>
        <w:t>كے قول كے مطابق پيغمبر(ص) نے يہ جملہ چار مرتبہ دہرايا اور اس كے بعد آسمان كى طرف سر بلند كر كے بارگاہ خداوندى مي</w:t>
      </w:r>
      <w:r w:rsidR="007D6C9B">
        <w:rPr>
          <w:rtl/>
        </w:rPr>
        <w:t xml:space="preserve">ں </w:t>
      </w:r>
      <w:r>
        <w:rPr>
          <w:rtl/>
        </w:rPr>
        <w:t xml:space="preserve">عرض كي:_ </w:t>
      </w:r>
    </w:p>
    <w:p w:rsidR="00DE2D7F" w:rsidRDefault="00DE2D7F" w:rsidP="00D07B54">
      <w:pPr>
        <w:pStyle w:val="libArabic"/>
        <w:rPr>
          <w:rtl/>
        </w:rPr>
      </w:pPr>
      <w:r>
        <w:rPr>
          <w:rtl/>
        </w:rPr>
        <w:t>''اللّ</w:t>
      </w:r>
      <w:r w:rsidR="003E5058" w:rsidRPr="007F58D3">
        <w:rPr>
          <w:rFonts w:hint="cs"/>
          <w:rtl/>
        </w:rPr>
        <w:t>ه</w:t>
      </w:r>
      <w:r>
        <w:rPr>
          <w:rFonts w:hint="cs"/>
          <w:rtl/>
        </w:rPr>
        <w:t>م</w:t>
      </w:r>
      <w:r>
        <w:rPr>
          <w:rtl/>
        </w:rPr>
        <w:t xml:space="preserve"> </w:t>
      </w:r>
      <w:r>
        <w:rPr>
          <w:rFonts w:hint="cs"/>
          <w:rtl/>
        </w:rPr>
        <w:t>وال</w:t>
      </w:r>
      <w:r>
        <w:rPr>
          <w:rtl/>
        </w:rPr>
        <w:t xml:space="preserve"> </w:t>
      </w:r>
      <w:r>
        <w:rPr>
          <w:rFonts w:hint="cs"/>
          <w:rtl/>
        </w:rPr>
        <w:t>من</w:t>
      </w:r>
      <w:r>
        <w:rPr>
          <w:rtl/>
        </w:rPr>
        <w:t xml:space="preserve"> </w:t>
      </w:r>
      <w:r>
        <w:rPr>
          <w:rFonts w:hint="cs"/>
          <w:rtl/>
        </w:rPr>
        <w:t>والا</w:t>
      </w:r>
      <w:r w:rsidR="003E5058" w:rsidRPr="007F58D3">
        <w:rPr>
          <w:rFonts w:hint="cs"/>
          <w:rtl/>
        </w:rPr>
        <w:t>ه</w:t>
      </w:r>
      <w:r>
        <w:rPr>
          <w:rtl/>
        </w:rPr>
        <w:t xml:space="preserve"> </w:t>
      </w:r>
      <w:r>
        <w:rPr>
          <w:rFonts w:hint="cs"/>
          <w:rtl/>
        </w:rPr>
        <w:t>وعاد</w:t>
      </w:r>
      <w:r>
        <w:rPr>
          <w:rtl/>
        </w:rPr>
        <w:t xml:space="preserve"> </w:t>
      </w:r>
      <w:r>
        <w:rPr>
          <w:rFonts w:hint="cs"/>
          <w:rtl/>
        </w:rPr>
        <w:t>من</w:t>
      </w:r>
      <w:r>
        <w:rPr>
          <w:rtl/>
        </w:rPr>
        <w:t xml:space="preserve"> </w:t>
      </w:r>
      <w:r>
        <w:rPr>
          <w:rFonts w:hint="cs"/>
          <w:rtl/>
        </w:rPr>
        <w:t>عادا</w:t>
      </w:r>
      <w:r w:rsidR="003E5058" w:rsidRPr="007F58D3">
        <w:rPr>
          <w:rFonts w:hint="cs"/>
          <w:rtl/>
        </w:rPr>
        <w:t>ه</w:t>
      </w:r>
      <w:r>
        <w:rPr>
          <w:rtl/>
        </w:rPr>
        <w:t xml:space="preserve"> </w:t>
      </w:r>
      <w:r>
        <w:rPr>
          <w:rFonts w:hint="cs"/>
          <w:rtl/>
        </w:rPr>
        <w:t>واحب</w:t>
      </w:r>
      <w:r>
        <w:rPr>
          <w:rtl/>
        </w:rPr>
        <w:t xml:space="preserve"> </w:t>
      </w:r>
      <w:r>
        <w:rPr>
          <w:rFonts w:hint="cs"/>
          <w:rtl/>
        </w:rPr>
        <w:t>من</w:t>
      </w:r>
      <w:r>
        <w:rPr>
          <w:rtl/>
        </w:rPr>
        <w:t xml:space="preserve"> </w:t>
      </w:r>
      <w:r>
        <w:rPr>
          <w:rFonts w:hint="cs"/>
          <w:rtl/>
        </w:rPr>
        <w:t>احب</w:t>
      </w:r>
      <w:r w:rsidR="003E5058" w:rsidRPr="007F58D3">
        <w:rPr>
          <w:rFonts w:hint="cs"/>
          <w:rtl/>
        </w:rPr>
        <w:t>ه</w:t>
      </w:r>
      <w:r>
        <w:rPr>
          <w:rtl/>
        </w:rPr>
        <w:t xml:space="preserve"> </w:t>
      </w:r>
      <w:r>
        <w:rPr>
          <w:rFonts w:hint="cs"/>
          <w:rtl/>
        </w:rPr>
        <w:t>و</w:t>
      </w:r>
      <w:r>
        <w:rPr>
          <w:rtl/>
        </w:rPr>
        <w:t xml:space="preserve"> </w:t>
      </w:r>
      <w:r>
        <w:rPr>
          <w:rFonts w:hint="cs"/>
          <w:rtl/>
        </w:rPr>
        <w:t>ابغض</w:t>
      </w:r>
      <w:r>
        <w:rPr>
          <w:rtl/>
        </w:rPr>
        <w:t xml:space="preserve"> </w:t>
      </w:r>
      <w:r>
        <w:rPr>
          <w:rFonts w:hint="cs"/>
          <w:rtl/>
        </w:rPr>
        <w:t>من</w:t>
      </w:r>
      <w:r>
        <w:rPr>
          <w:rtl/>
        </w:rPr>
        <w:t xml:space="preserve"> </w:t>
      </w:r>
      <w:r>
        <w:rPr>
          <w:rFonts w:hint="cs"/>
          <w:rtl/>
        </w:rPr>
        <w:t>ابغض</w:t>
      </w:r>
      <w:r w:rsidR="003E5058" w:rsidRPr="007F58D3">
        <w:rPr>
          <w:rFonts w:hint="cs"/>
          <w:rtl/>
        </w:rPr>
        <w:t>ه</w:t>
      </w:r>
      <w:r>
        <w:rPr>
          <w:rtl/>
        </w:rPr>
        <w:t xml:space="preserve"> </w:t>
      </w:r>
      <w:r>
        <w:rPr>
          <w:rFonts w:hint="cs"/>
          <w:rtl/>
        </w:rPr>
        <w:t>و</w:t>
      </w:r>
      <w:r>
        <w:rPr>
          <w:rtl/>
        </w:rPr>
        <w:t xml:space="preserve"> </w:t>
      </w:r>
      <w:r>
        <w:rPr>
          <w:rFonts w:hint="cs"/>
          <w:rtl/>
        </w:rPr>
        <w:t>انصرمن</w:t>
      </w:r>
      <w:r>
        <w:rPr>
          <w:rtl/>
        </w:rPr>
        <w:t xml:space="preserve"> </w:t>
      </w:r>
      <w:r>
        <w:rPr>
          <w:rFonts w:hint="cs"/>
          <w:rtl/>
        </w:rPr>
        <w:t>نصر</w:t>
      </w:r>
      <w:r w:rsidR="003E5058" w:rsidRPr="007F58D3">
        <w:rPr>
          <w:rFonts w:hint="cs"/>
          <w:rtl/>
        </w:rPr>
        <w:t>ه</w:t>
      </w:r>
      <w:r>
        <w:rPr>
          <w:rtl/>
        </w:rPr>
        <w:t xml:space="preserve"> </w:t>
      </w:r>
      <w:r>
        <w:rPr>
          <w:rFonts w:hint="cs"/>
          <w:rtl/>
        </w:rPr>
        <w:t>واخذل</w:t>
      </w:r>
      <w:r>
        <w:rPr>
          <w:rtl/>
        </w:rPr>
        <w:t xml:space="preserve"> </w:t>
      </w:r>
      <w:r>
        <w:rPr>
          <w:rFonts w:hint="cs"/>
          <w:rtl/>
        </w:rPr>
        <w:t>من</w:t>
      </w:r>
      <w:r>
        <w:rPr>
          <w:rtl/>
        </w:rPr>
        <w:t xml:space="preserve"> </w:t>
      </w:r>
      <w:r>
        <w:rPr>
          <w:rFonts w:hint="cs"/>
          <w:rtl/>
        </w:rPr>
        <w:t>خذل</w:t>
      </w:r>
      <w:r w:rsidR="003E5058" w:rsidRPr="007F58D3">
        <w:rPr>
          <w:rFonts w:hint="cs"/>
          <w:rtl/>
        </w:rPr>
        <w:t>ه</w:t>
      </w:r>
      <w:r>
        <w:rPr>
          <w:rFonts w:hint="cs"/>
          <w:rtl/>
        </w:rPr>
        <w:t>،</w:t>
      </w:r>
      <w:r>
        <w:rPr>
          <w:rtl/>
        </w:rPr>
        <w:t xml:space="preserve"> </w:t>
      </w:r>
      <w:r>
        <w:rPr>
          <w:rFonts w:hint="cs"/>
          <w:rtl/>
        </w:rPr>
        <w:t>وادرالحق</w:t>
      </w:r>
      <w:r>
        <w:rPr>
          <w:rtl/>
        </w:rPr>
        <w:t xml:space="preserve"> </w:t>
      </w:r>
      <w:r>
        <w:rPr>
          <w:rFonts w:hint="cs"/>
          <w:rtl/>
        </w:rPr>
        <w:t>مع</w:t>
      </w:r>
      <w:r w:rsidR="003E5058" w:rsidRPr="007F58D3">
        <w:rPr>
          <w:rFonts w:hint="cs"/>
          <w:rtl/>
        </w:rPr>
        <w:t>ه</w:t>
      </w:r>
      <w:r>
        <w:rPr>
          <w:rtl/>
        </w:rPr>
        <w:t xml:space="preserve"> </w:t>
      </w:r>
      <w:r>
        <w:rPr>
          <w:rFonts w:hint="cs"/>
          <w:rtl/>
        </w:rPr>
        <w:t>حيث</w:t>
      </w:r>
      <w:r>
        <w:rPr>
          <w:rtl/>
        </w:rPr>
        <w:t xml:space="preserve"> </w:t>
      </w:r>
      <w:r>
        <w:rPr>
          <w:rFonts w:hint="cs"/>
          <w:rtl/>
        </w:rPr>
        <w:t>دار</w:t>
      </w:r>
      <w:r>
        <w:rPr>
          <w:rtl/>
        </w:rPr>
        <w:t xml:space="preserve">.'' </w:t>
      </w:r>
    </w:p>
    <w:p w:rsidR="00DE2D7F" w:rsidRDefault="00DE2D7F" w:rsidP="00D07B54">
      <w:pPr>
        <w:pStyle w:val="libNormal"/>
        <w:rPr>
          <w:rtl/>
        </w:rPr>
      </w:pPr>
      <w:r>
        <w:rPr>
          <w:rtl/>
        </w:rPr>
        <w:t xml:space="preserve">يعنى بار الہا جو اس كو دوست ركھے تو اس كو دوست ركھ او رجو اس سے دشمنى كرے تو اس سے دشمنى ركھ_ جو اس سے محبت كرے تو اس سے محبت كر اور جو اس سے بغض ركھے تو اس سے بغض ركھ_ جو اس كى مدد كرے تو اس كى مددكر _ جو اس كى مدد سے كنارہ كشى كرے تو اسے اپنى مددسے محروم ركھ اور حق كو ادھرپھيردے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 xml:space="preserve">جدھر وہ رخ كرے_ </w:t>
      </w:r>
    </w:p>
    <w:p w:rsidR="00DE2D7F" w:rsidRDefault="00DE2D7F" w:rsidP="00D07B54">
      <w:pPr>
        <w:pStyle w:val="libNormal"/>
        <w:rPr>
          <w:rtl/>
        </w:rPr>
      </w:pPr>
      <w:r>
        <w:rPr>
          <w:rtl/>
        </w:rPr>
        <w:t xml:space="preserve">اس كے بعد فرمايا: </w:t>
      </w:r>
    </w:p>
    <w:p w:rsidR="00DE2D7F" w:rsidRDefault="00DE2D7F" w:rsidP="00D07B54">
      <w:pPr>
        <w:pStyle w:val="libNormal"/>
        <w:rPr>
          <w:rtl/>
        </w:rPr>
      </w:pPr>
      <w:r>
        <w:rPr>
          <w:rtl/>
        </w:rPr>
        <w:t>'' تمام حاضرين آگاہ ہوجائي</w:t>
      </w:r>
      <w:r w:rsidR="007D6C9B">
        <w:rPr>
          <w:rtl/>
        </w:rPr>
        <w:t xml:space="preserve">ں </w:t>
      </w:r>
      <w:r>
        <w:rPr>
          <w:rtl/>
        </w:rPr>
        <w:t>اس بات پر كہ يہ ان كى ذمہ دارى ہے كہ وہ اس بات كوان لوگو</w:t>
      </w:r>
      <w:r w:rsidR="007D6C9B">
        <w:rPr>
          <w:rtl/>
        </w:rPr>
        <w:t xml:space="preserve">ں </w:t>
      </w:r>
      <w:r>
        <w:rPr>
          <w:rtl/>
        </w:rPr>
        <w:t>تك پہنچائي</w:t>
      </w:r>
      <w:r w:rsidR="007D6C9B">
        <w:rPr>
          <w:rtl/>
        </w:rPr>
        <w:t xml:space="preserve">ں </w:t>
      </w:r>
      <w:r>
        <w:rPr>
          <w:rtl/>
        </w:rPr>
        <w:t>جو يہا</w:t>
      </w:r>
      <w:r w:rsidR="007D6C9B">
        <w:rPr>
          <w:rtl/>
        </w:rPr>
        <w:t xml:space="preserve">ں </w:t>
      </w:r>
      <w:r>
        <w:rPr>
          <w:rtl/>
        </w:rPr>
        <w:t>پر اور اس وقت موجود نہي</w:t>
      </w:r>
      <w:r w:rsidR="007D6C9B">
        <w:rPr>
          <w:rtl/>
        </w:rPr>
        <w:t xml:space="preserve">ں </w:t>
      </w:r>
      <w:r>
        <w:rPr>
          <w:rtl/>
        </w:rPr>
        <w:t>ہي</w:t>
      </w:r>
      <w:r w:rsidR="007D6C9B">
        <w:rPr>
          <w:rtl/>
        </w:rPr>
        <w:t xml:space="preserve">ں </w:t>
      </w:r>
      <w:r>
        <w:rPr>
          <w:rtl/>
        </w:rPr>
        <w:t xml:space="preserve">''_ </w:t>
      </w:r>
    </w:p>
    <w:p w:rsidR="00DE2D7F" w:rsidRDefault="00DE2D7F" w:rsidP="00D07B54">
      <w:pPr>
        <w:pStyle w:val="libNormal"/>
        <w:rPr>
          <w:rtl/>
        </w:rPr>
      </w:pPr>
    </w:p>
    <w:p w:rsidR="00FB7F4E" w:rsidRDefault="00DE2D7F" w:rsidP="00D07B54">
      <w:pPr>
        <w:pStyle w:val="Heading2Center"/>
        <w:rPr>
          <w:rtl/>
        </w:rPr>
      </w:pPr>
      <w:bookmarkStart w:id="429" w:name="_Toc7268826"/>
      <w:r>
        <w:rPr>
          <w:rtl/>
        </w:rPr>
        <w:t>روز اكمال دين</w:t>
      </w:r>
      <w:bookmarkEnd w:id="429"/>
    </w:p>
    <w:p w:rsidR="00DE2D7F" w:rsidRDefault="00DE2D7F" w:rsidP="00D07B54">
      <w:pPr>
        <w:pStyle w:val="libNormal"/>
        <w:rPr>
          <w:rtl/>
        </w:rPr>
      </w:pPr>
      <w:r>
        <w:rPr>
          <w:rtl/>
        </w:rPr>
        <w:t xml:space="preserve"> پيغمبر(ص) كا خطبہ ختم ہوگيا پيغمبر(ص) پسينے مي</w:t>
      </w:r>
      <w:r w:rsidR="007D6C9B">
        <w:rPr>
          <w:rtl/>
        </w:rPr>
        <w:t xml:space="preserve">ں </w:t>
      </w:r>
      <w:r>
        <w:rPr>
          <w:rtl/>
        </w:rPr>
        <w:t>شرابور تھے حضرت على عليہ السلام بھى پسينے مي</w:t>
      </w:r>
      <w:r w:rsidR="007D6C9B">
        <w:rPr>
          <w:rtl/>
        </w:rPr>
        <w:t xml:space="preserve">ں </w:t>
      </w:r>
      <w:r>
        <w:rPr>
          <w:rtl/>
        </w:rPr>
        <w:t>نہائے ہوئے تھے_ دوسرے تمام حاضرين كے بھى سر سے پائو</w:t>
      </w:r>
      <w:r w:rsidR="007D6C9B">
        <w:rPr>
          <w:rtl/>
        </w:rPr>
        <w:t xml:space="preserve">ں </w:t>
      </w:r>
      <w:r>
        <w:rPr>
          <w:rtl/>
        </w:rPr>
        <w:t xml:space="preserve">تك پسينہ بہہ رہا تھا_ </w:t>
      </w:r>
    </w:p>
    <w:p w:rsidR="00DE2D7F" w:rsidRDefault="00DE2D7F" w:rsidP="00D07B54">
      <w:pPr>
        <w:pStyle w:val="libNormal"/>
        <w:rPr>
          <w:rtl/>
        </w:rPr>
      </w:pPr>
      <w:r>
        <w:rPr>
          <w:rtl/>
        </w:rPr>
        <w:t>ابھى اس جمعيت كى صفي</w:t>
      </w:r>
      <w:r w:rsidR="007D6C9B">
        <w:rPr>
          <w:rtl/>
        </w:rPr>
        <w:t xml:space="preserve">ں </w:t>
      </w:r>
      <w:r>
        <w:rPr>
          <w:rtl/>
        </w:rPr>
        <w:t>ايك دوسرے سے جدا نہي</w:t>
      </w:r>
      <w:r w:rsidR="007D6C9B">
        <w:rPr>
          <w:rtl/>
        </w:rPr>
        <w:t xml:space="preserve">ں </w:t>
      </w:r>
      <w:r>
        <w:rPr>
          <w:rtl/>
        </w:rPr>
        <w:t>ہوئي تھي</w:t>
      </w:r>
      <w:r w:rsidR="007D6C9B">
        <w:rPr>
          <w:rtl/>
        </w:rPr>
        <w:t xml:space="preserve">ں </w:t>
      </w:r>
      <w:r>
        <w:rPr>
          <w:rtl/>
        </w:rPr>
        <w:t>كہ جبرئيل (ع) امين وحى لے كر نازل ہوئے اور تكميل دين كى پيغمبر(ص) كو باي</w:t>
      </w:r>
      <w:r w:rsidR="007D6C9B">
        <w:rPr>
          <w:rtl/>
        </w:rPr>
        <w:t xml:space="preserve">ں </w:t>
      </w:r>
      <w:r>
        <w:rPr>
          <w:rtl/>
        </w:rPr>
        <w:t xml:space="preserve">الفاظ بشارت دي: </w:t>
      </w:r>
    </w:p>
    <w:p w:rsidR="00DE2D7F" w:rsidRDefault="00DE2D7F" w:rsidP="00D07B54">
      <w:pPr>
        <w:pStyle w:val="libNormal"/>
        <w:rPr>
          <w:rtl/>
        </w:rPr>
      </w:pPr>
      <w:r>
        <w:rPr>
          <w:rtl/>
        </w:rPr>
        <w:t>''</w:t>
      </w:r>
      <w:r w:rsidRPr="0063649F">
        <w:rPr>
          <w:rStyle w:val="libAieChar"/>
          <w:rtl/>
        </w:rPr>
        <w:t xml:space="preserve">اليوم اكملت لكم دينكم واتممت عليكم نعمتى </w:t>
      </w:r>
      <w:r>
        <w:rPr>
          <w:rtl/>
        </w:rPr>
        <w:t>''_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''آج كے دن مي</w:t>
      </w:r>
      <w:r w:rsidR="007D6C9B">
        <w:rPr>
          <w:rtl/>
        </w:rPr>
        <w:t xml:space="preserve">ں </w:t>
      </w:r>
      <w:r>
        <w:rPr>
          <w:rtl/>
        </w:rPr>
        <w:t xml:space="preserve">نے تمہارے لئے تمہارے دين اور آئين كو كامل كرديا اور اپنى نعمت كو تم پر تمام كرديا''_ </w:t>
      </w:r>
    </w:p>
    <w:p w:rsidR="00DE2D7F" w:rsidRDefault="00DE2D7F" w:rsidP="00D07B54">
      <w:pPr>
        <w:pStyle w:val="libNormal"/>
        <w:rPr>
          <w:rtl/>
        </w:rPr>
      </w:pPr>
      <w:r>
        <w:rPr>
          <w:rtl/>
        </w:rPr>
        <w:t xml:space="preserve">اتمام نعمت كا پيغام سن كر پيغمبر(ص) نے فرمايا: </w:t>
      </w:r>
    </w:p>
    <w:p w:rsidR="00DE2D7F" w:rsidRDefault="00DE2D7F" w:rsidP="00D07B54">
      <w:pPr>
        <w:pStyle w:val="libNormal"/>
        <w:rPr>
          <w:rtl/>
        </w:rPr>
      </w:pPr>
      <w:r w:rsidRPr="0063649F">
        <w:rPr>
          <w:rStyle w:val="libArabicChar"/>
          <w:rtl/>
        </w:rPr>
        <w:t>''اللّ</w:t>
      </w:r>
      <w:r w:rsidR="003E5058" w:rsidRPr="007F58D3">
        <w:rPr>
          <w:rStyle w:val="libArabicChar"/>
          <w:rFonts w:hint="cs"/>
          <w:rtl/>
        </w:rPr>
        <w:t>ه</w:t>
      </w:r>
      <w:r w:rsidRPr="0063649F">
        <w:rPr>
          <w:rStyle w:val="libArabicChar"/>
          <w:rtl/>
        </w:rPr>
        <w:t xml:space="preserve"> </w:t>
      </w:r>
      <w:r w:rsidRPr="0063649F">
        <w:rPr>
          <w:rStyle w:val="libArabicChar"/>
          <w:rFonts w:hint="cs"/>
          <w:rtl/>
        </w:rPr>
        <w:t>اكبر</w:t>
      </w:r>
      <w:r w:rsidRPr="0063649F">
        <w:rPr>
          <w:rStyle w:val="libArabicChar"/>
          <w:rtl/>
        </w:rPr>
        <w:t xml:space="preserve"> </w:t>
      </w:r>
      <w:r w:rsidRPr="0063649F">
        <w:rPr>
          <w:rStyle w:val="libArabicChar"/>
          <w:rFonts w:hint="cs"/>
          <w:rtl/>
        </w:rPr>
        <w:t>اللّ</w:t>
      </w:r>
      <w:r w:rsidR="003E5058" w:rsidRPr="007F58D3">
        <w:rPr>
          <w:rStyle w:val="libArabicChar"/>
          <w:rFonts w:hint="cs"/>
          <w:rtl/>
        </w:rPr>
        <w:t>ه</w:t>
      </w:r>
      <w:r w:rsidRPr="0063649F">
        <w:rPr>
          <w:rStyle w:val="libArabicChar"/>
          <w:rtl/>
        </w:rPr>
        <w:t xml:space="preserve"> </w:t>
      </w:r>
      <w:r w:rsidRPr="0063649F">
        <w:rPr>
          <w:rStyle w:val="libArabicChar"/>
          <w:rFonts w:hint="cs"/>
          <w:rtl/>
        </w:rPr>
        <w:t>اكبر</w:t>
      </w:r>
      <w:r w:rsidRPr="0063649F">
        <w:rPr>
          <w:rStyle w:val="libArabicChar"/>
          <w:rtl/>
        </w:rPr>
        <w:t xml:space="preserve"> </w:t>
      </w:r>
      <w:r w:rsidRPr="0063649F">
        <w:rPr>
          <w:rStyle w:val="libArabicChar"/>
          <w:rFonts w:hint="cs"/>
          <w:rtl/>
        </w:rPr>
        <w:t>على</w:t>
      </w:r>
      <w:r w:rsidRPr="0063649F">
        <w:rPr>
          <w:rStyle w:val="libArabicChar"/>
          <w:rtl/>
        </w:rPr>
        <w:t xml:space="preserve"> </w:t>
      </w:r>
      <w:r w:rsidRPr="0063649F">
        <w:rPr>
          <w:rStyle w:val="libArabicChar"/>
          <w:rFonts w:hint="cs"/>
          <w:rtl/>
        </w:rPr>
        <w:t>اكمال</w:t>
      </w:r>
      <w:r w:rsidRPr="0063649F">
        <w:rPr>
          <w:rStyle w:val="libArabicChar"/>
          <w:rtl/>
        </w:rPr>
        <w:t xml:space="preserve"> </w:t>
      </w:r>
      <w:r w:rsidRPr="0063649F">
        <w:rPr>
          <w:rStyle w:val="libArabicChar"/>
          <w:rFonts w:hint="cs"/>
          <w:rtl/>
        </w:rPr>
        <w:t>الدين</w:t>
      </w:r>
      <w:r w:rsidRPr="0063649F">
        <w:rPr>
          <w:rStyle w:val="libArabicChar"/>
          <w:rtl/>
        </w:rPr>
        <w:t xml:space="preserve"> </w:t>
      </w:r>
      <w:r w:rsidRPr="0063649F">
        <w:rPr>
          <w:rStyle w:val="libArabicChar"/>
          <w:rFonts w:hint="cs"/>
          <w:rtl/>
        </w:rPr>
        <w:t>وا</w:t>
      </w:r>
      <w:r w:rsidRPr="0063649F">
        <w:rPr>
          <w:rStyle w:val="libArabicChar"/>
          <w:rtl/>
        </w:rPr>
        <w:t>تمام النعمة ورضى الرب برسالتى والولايةلعلى من بعدي''</w:t>
      </w:r>
      <w:r>
        <w:rPr>
          <w:rtl/>
        </w:rPr>
        <w:t xml:space="preserve">. </w:t>
      </w:r>
    </w:p>
    <w:p w:rsidR="00DE2D7F" w:rsidRDefault="00DE2D7F" w:rsidP="00D07B54">
      <w:pPr>
        <w:pStyle w:val="libNormal"/>
        <w:rPr>
          <w:rtl/>
        </w:rPr>
      </w:pPr>
      <w:r>
        <w:rPr>
          <w:rtl/>
        </w:rPr>
        <w:t xml:space="preserve">''ہر طرح كى بزرگى وبڑائي خداہى كے لئے ہے كہ جس نے اپنے دين كو كامل فرمايا اور اپنى نعمت كو ہم پر تمام كيا اور ميرى نبوت ورسالت اور ميرے بعد كے لئے على (ع) كى ولايت كے لئے خوش ہوا_''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مائدہ آيت </w:t>
      </w:r>
      <w:r w:rsidR="00E664BB">
        <w:rPr>
          <w:rtl/>
        </w:rPr>
        <w:t>3</w:t>
      </w:r>
      <w:r>
        <w:rPr>
          <w:rtl/>
        </w:rPr>
        <w:t xml:space="preserve">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اميرالمو منين على ابن ابى طالب عليہما السلام كى ولايت كا پيغمبر(ص) كى زبان مبارك سے اعلان سن كر حاضرين مي</w:t>
      </w:r>
      <w:r w:rsidR="007D6C9B">
        <w:rPr>
          <w:rtl/>
        </w:rPr>
        <w:t xml:space="preserve">ں </w:t>
      </w:r>
      <w:r>
        <w:rPr>
          <w:rtl/>
        </w:rPr>
        <w:t>مبارك باد كا شور برپا ہوا لوگ بڑھ چڑھ كر اس اعزازومنصب پر حضرت على (ع) كو اپنى طرف سے مبارك باد پيش كررہے تھے _ معروف شخصيتو</w:t>
      </w:r>
      <w:r w:rsidR="007D6C9B">
        <w:rPr>
          <w:rtl/>
        </w:rPr>
        <w:t xml:space="preserve">ں </w:t>
      </w:r>
      <w:r>
        <w:rPr>
          <w:rtl/>
        </w:rPr>
        <w:t>مي</w:t>
      </w:r>
      <w:r w:rsidR="007D6C9B">
        <w:rPr>
          <w:rtl/>
        </w:rPr>
        <w:t xml:space="preserve">ں </w:t>
      </w:r>
      <w:r>
        <w:rPr>
          <w:rtl/>
        </w:rPr>
        <w:t>سے حضرت ابو بكر اور حضرت عمر كى طرف سے مبارك باد كے يہ الفاظ تاريخ كے اوراق مي</w:t>
      </w:r>
      <w:r w:rsidR="007D6C9B">
        <w:rPr>
          <w:rtl/>
        </w:rPr>
        <w:t xml:space="preserve">ں </w:t>
      </w:r>
      <w:r>
        <w:rPr>
          <w:rtl/>
        </w:rPr>
        <w:t>محفوظ ہي</w:t>
      </w:r>
      <w:r w:rsidR="007D6C9B">
        <w:rPr>
          <w:rtl/>
        </w:rPr>
        <w:t xml:space="preserve">ں </w:t>
      </w:r>
      <w:r>
        <w:rPr>
          <w:rtl/>
        </w:rPr>
        <w:t>كہ انہو</w:t>
      </w:r>
      <w:r w:rsidR="007D6C9B">
        <w:rPr>
          <w:rtl/>
        </w:rPr>
        <w:t xml:space="preserve">ں </w:t>
      </w:r>
      <w:r>
        <w:rPr>
          <w:rtl/>
        </w:rPr>
        <w:t xml:space="preserve">نے كہا: </w:t>
      </w:r>
    </w:p>
    <w:p w:rsidR="00DE2D7F" w:rsidRDefault="00DE2D7F" w:rsidP="00D07B54">
      <w:pPr>
        <w:pStyle w:val="libArabic"/>
        <w:rPr>
          <w:rtl/>
        </w:rPr>
      </w:pPr>
      <w:r>
        <w:rPr>
          <w:rtl/>
        </w:rPr>
        <w:t xml:space="preserve">''بخ: بخ: لك يا بن ابى طالب اصبحت وامسيت مولائي و مولاكل مو من و مو منة:'' </w:t>
      </w:r>
    </w:p>
    <w:p w:rsidR="00DE2D7F" w:rsidRDefault="00DE2D7F" w:rsidP="00D07B54">
      <w:pPr>
        <w:pStyle w:val="libNormal"/>
        <w:rPr>
          <w:rtl/>
        </w:rPr>
      </w:pPr>
      <w:r>
        <w:rPr>
          <w:rtl/>
        </w:rPr>
        <w:t>''مبارك ہو مبارك ہو اے فرزند ابى طالب كہ آپ(ع) ميرے اور تمام صاحبان ايمان مردو</w:t>
      </w:r>
      <w:r w:rsidR="007D6C9B">
        <w:rPr>
          <w:rtl/>
        </w:rPr>
        <w:t xml:space="preserve">ں </w:t>
      </w:r>
      <w:r>
        <w:rPr>
          <w:rtl/>
        </w:rPr>
        <w:t>اورعورتو</w:t>
      </w:r>
      <w:r w:rsidR="007D6C9B">
        <w:rPr>
          <w:rtl/>
        </w:rPr>
        <w:t xml:space="preserve">ں </w:t>
      </w:r>
      <w:r>
        <w:rPr>
          <w:rtl/>
        </w:rPr>
        <w:t xml:space="preserve">كے مولا اور رہبر ہوگئے''_ </w:t>
      </w:r>
    </w:p>
    <w:p w:rsidR="00DE2D7F" w:rsidRDefault="00DE2D7F" w:rsidP="00D07B54">
      <w:pPr>
        <w:pStyle w:val="libNormal"/>
        <w:rPr>
          <w:rtl/>
        </w:rPr>
      </w:pPr>
      <w:r>
        <w:rPr>
          <w:rtl/>
        </w:rPr>
        <w:t>اس وقت ابن عباس نے كہا :بخدا يہ عہد وپيمان سب كى گردنو</w:t>
      </w:r>
      <w:r w:rsidR="007D6C9B">
        <w:rPr>
          <w:rtl/>
        </w:rPr>
        <w:t xml:space="preserve">ں </w:t>
      </w:r>
      <w:r>
        <w:rPr>
          <w:rtl/>
        </w:rPr>
        <w:t>مي</w:t>
      </w:r>
      <w:r w:rsidR="007D6C9B">
        <w:rPr>
          <w:rtl/>
        </w:rPr>
        <w:t xml:space="preserve">ں </w:t>
      </w:r>
      <w:r>
        <w:rPr>
          <w:rtl/>
        </w:rPr>
        <w:t>باقى رہے گا''_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اس سلسلے مي</w:t>
      </w:r>
      <w:r w:rsidR="007D6C9B">
        <w:rPr>
          <w:rtl/>
        </w:rPr>
        <w:t xml:space="preserve">ں </w:t>
      </w:r>
      <w:r>
        <w:rPr>
          <w:rtl/>
        </w:rPr>
        <w:t>مزيد آگہى كے لئے كتاب الغدير، علامہ اميني ،احقاق الحق ،قاضى نوراللہ شوشتري ،المراجعات شرف الدين اور دلائل الصدق محمدحسين مظفر پر رجوع كري</w:t>
      </w:r>
      <w:r w:rsidR="007D6C9B">
        <w:rPr>
          <w:rtl/>
        </w:rPr>
        <w:t xml:space="preserve">ں </w:t>
      </w:r>
    </w:p>
    <w:p w:rsidR="00FB7F4E" w:rsidRDefault="001648F9" w:rsidP="00D07B54">
      <w:pPr>
        <w:pStyle w:val="libNormal"/>
        <w:rPr>
          <w:rtl/>
        </w:rPr>
      </w:pPr>
      <w:r>
        <w:rPr>
          <w:rtl/>
        </w:rPr>
        <w:t xml:space="preserve"> </w:t>
      </w:r>
      <w:r>
        <w:rPr>
          <w:rtl/>
        </w:rPr>
        <w:br w:type="page"/>
      </w:r>
    </w:p>
    <w:p w:rsidR="00FB7F4E" w:rsidRDefault="00DE2D7F" w:rsidP="00D07B54">
      <w:pPr>
        <w:pStyle w:val="Heading2Center"/>
        <w:rPr>
          <w:rtl/>
        </w:rPr>
      </w:pPr>
      <w:bookmarkStart w:id="430" w:name="_Toc7268827"/>
      <w:r>
        <w:rPr>
          <w:rtl/>
        </w:rPr>
        <w:lastRenderedPageBreak/>
        <w:t>فدك</w:t>
      </w:r>
      <w:bookmarkEnd w:id="430"/>
    </w:p>
    <w:p w:rsidR="00DE2D7F" w:rsidRDefault="00DE2D7F" w:rsidP="00D07B54">
      <w:pPr>
        <w:pStyle w:val="libNormal"/>
        <w:rPr>
          <w:rtl/>
        </w:rPr>
      </w:pPr>
      <w:r>
        <w:rPr>
          <w:rtl/>
        </w:rPr>
        <w:t xml:space="preserve"> فدك اطراف مدينہ مي</w:t>
      </w:r>
      <w:r w:rsidR="007D6C9B">
        <w:rPr>
          <w:rtl/>
        </w:rPr>
        <w:t xml:space="preserve">ں </w:t>
      </w:r>
      <w:r>
        <w:rPr>
          <w:rtl/>
        </w:rPr>
        <w:t>تقريباً ايك سو چاليس كلو ميٹر كے فاصلہ پر خيبر كے نزديك ايك آباد قصبہ تھا_جب سات ہجرى مي</w:t>
      </w:r>
      <w:r w:rsidR="007D6C9B">
        <w:rPr>
          <w:rtl/>
        </w:rPr>
        <w:t xml:space="preserve">ں </w:t>
      </w:r>
      <w:r>
        <w:rPr>
          <w:rtl/>
        </w:rPr>
        <w:t>خيبر كے قلعے يكے بعد ديگر افواج اسلامى نے فتح كرلئے اور يہوديو</w:t>
      </w:r>
      <w:r w:rsidR="007D6C9B">
        <w:rPr>
          <w:rtl/>
        </w:rPr>
        <w:t xml:space="preserve">ں </w:t>
      </w:r>
      <w:r>
        <w:rPr>
          <w:rtl/>
        </w:rPr>
        <w:t>كى مركزى قوت ٹوٹ گئي تو فدك كے رہنے والے يہودى صلح كے خيال سے بارگاہ پيغمبر(ص) مي</w:t>
      </w:r>
      <w:r w:rsidR="007D6C9B">
        <w:rPr>
          <w:rtl/>
        </w:rPr>
        <w:t xml:space="preserve">ں </w:t>
      </w:r>
      <w:r>
        <w:rPr>
          <w:rtl/>
        </w:rPr>
        <w:t>سرتسليم خم كرتے ہوئے آئے اور انہو</w:t>
      </w:r>
      <w:r w:rsidR="007D6C9B">
        <w:rPr>
          <w:rtl/>
        </w:rPr>
        <w:t xml:space="preserve">ں </w:t>
      </w:r>
      <w:r>
        <w:rPr>
          <w:rtl/>
        </w:rPr>
        <w:t>نے اپنى آدھى زميني</w:t>
      </w:r>
      <w:r w:rsidR="007D6C9B">
        <w:rPr>
          <w:rtl/>
        </w:rPr>
        <w:t xml:space="preserve">ں </w:t>
      </w:r>
      <w:r>
        <w:rPr>
          <w:rtl/>
        </w:rPr>
        <w:t>اور باغات آنحضرت (ص) كے سپرد كرديئےور آدھے اپنے پاس ركھے _ اس كے علاوہ انہو</w:t>
      </w:r>
      <w:r w:rsidR="007D6C9B">
        <w:rPr>
          <w:rtl/>
        </w:rPr>
        <w:t xml:space="preserve">ں </w:t>
      </w:r>
      <w:r>
        <w:rPr>
          <w:rtl/>
        </w:rPr>
        <w:t>نے پيغمبر اسلام(ص) كے حصہ زمينو</w:t>
      </w:r>
      <w:r w:rsidR="007D6C9B">
        <w:rPr>
          <w:rtl/>
        </w:rPr>
        <w:t xml:space="preserve">ں </w:t>
      </w:r>
      <w:r>
        <w:rPr>
          <w:rtl/>
        </w:rPr>
        <w:t>كى كاشتكارى بھى اپنے ذمہ لي_ اپنى كاشتكارى كى زحمت كى اجرت وہ پيغمبر اسلام(ص) سے وصول كرتے تھے،(سورہ حشر آيت)كے پيش نظراس كى طرف توجہ كرتے ہوئے يہ زميني</w:t>
      </w:r>
      <w:r w:rsidR="007D6C9B">
        <w:rPr>
          <w:rtl/>
        </w:rPr>
        <w:t xml:space="preserve">ں </w:t>
      </w:r>
      <w:r>
        <w:rPr>
          <w:rtl/>
        </w:rPr>
        <w:t>پيغمبر اسلام(ص) كى ملكيت خاص تھي</w:t>
      </w:r>
      <w:r w:rsidR="007D6C9B">
        <w:rPr>
          <w:rtl/>
        </w:rPr>
        <w:t xml:space="preserve">ں </w:t>
      </w:r>
      <w:r>
        <w:rPr>
          <w:rtl/>
        </w:rPr>
        <w:t>_ ان كى آمدنى كو آپ(ص) اپنے مصرف مي</w:t>
      </w:r>
      <w:r w:rsidR="007D6C9B">
        <w:rPr>
          <w:rtl/>
        </w:rPr>
        <w:t xml:space="preserve">ں </w:t>
      </w:r>
      <w:r>
        <w:rPr>
          <w:rtl/>
        </w:rPr>
        <w:t>لاتے تھے يا ان مدات مي</w:t>
      </w:r>
      <w:r w:rsidR="007D6C9B">
        <w:rPr>
          <w:rtl/>
        </w:rPr>
        <w:t xml:space="preserve">ں </w:t>
      </w:r>
      <w:r>
        <w:rPr>
          <w:rtl/>
        </w:rPr>
        <w:t>خرچ كرتے تھے جن كى طرف اس سورہ كى آيت نمبر</w:t>
      </w:r>
      <w:r w:rsidR="00E664BB">
        <w:rPr>
          <w:rtl/>
        </w:rPr>
        <w:t>7</w:t>
      </w:r>
      <w:r>
        <w:rPr>
          <w:rtl/>
        </w:rPr>
        <w:t xml:space="preserve"> مي</w:t>
      </w:r>
      <w:r w:rsidR="007D6C9B">
        <w:rPr>
          <w:rtl/>
        </w:rPr>
        <w:t xml:space="preserve">ں </w:t>
      </w:r>
      <w:r>
        <w:rPr>
          <w:rtl/>
        </w:rPr>
        <w:t xml:space="preserve">اشارہ ہوا ہے _ </w:t>
      </w:r>
    </w:p>
    <w:p w:rsidR="00DE2D7F" w:rsidRDefault="00DE2D7F" w:rsidP="00D07B54">
      <w:pPr>
        <w:pStyle w:val="libNormal"/>
        <w:rPr>
          <w:rtl/>
        </w:rPr>
      </w:pPr>
      <w:r>
        <w:rPr>
          <w:rtl/>
        </w:rPr>
        <w:t>لہذا پيغمبر(ص) نے يہ سارى زميني</w:t>
      </w:r>
      <w:r w:rsidR="007D6C9B">
        <w:rPr>
          <w:rtl/>
        </w:rPr>
        <w:t xml:space="preserve">ں </w:t>
      </w:r>
      <w:r>
        <w:rPr>
          <w:rtl/>
        </w:rPr>
        <w:t>اپنى بيٹى حضرت فاطمة الزہرا سلام اللہ عليہا كوعنايت فرمادي</w:t>
      </w:r>
      <w:r w:rsidR="007D6C9B">
        <w:rPr>
          <w:rtl/>
        </w:rPr>
        <w:t xml:space="preserve">ں </w:t>
      </w:r>
      <w:r>
        <w:rPr>
          <w:rtl/>
        </w:rPr>
        <w:t>_ يہ ايسى حقيقت ہے جسے بہت سے شيعہ اور اہل سنت مفسرين نے تصريح كے ساتھ تحرير كيا ہے_منجملہ ديگر مفسرين كے تفسير درالمنثور مي</w:t>
      </w:r>
      <w:r w:rsidR="007D6C9B">
        <w:rPr>
          <w:rtl/>
        </w:rPr>
        <w:t xml:space="preserve">ں </w:t>
      </w:r>
      <w:r>
        <w:rPr>
          <w:rtl/>
        </w:rPr>
        <w:t xml:space="preserve">ابن عباس سے مروى ہے كہ جس وقت آيت </w:t>
      </w:r>
      <w:r w:rsidRPr="003E5058">
        <w:rPr>
          <w:rStyle w:val="libAlaemChar"/>
          <w:rtl/>
        </w:rPr>
        <w:t>(</w:t>
      </w:r>
      <w:r w:rsidRPr="0063649F">
        <w:rPr>
          <w:rStyle w:val="libAieChar"/>
          <w:rtl/>
        </w:rPr>
        <w:t>فات ذاالقربى حق</w:t>
      </w:r>
      <w:r w:rsidR="003E5058" w:rsidRPr="003E5058">
        <w:rPr>
          <w:rStyle w:val="libAieChar"/>
          <w:rFonts w:hint="cs"/>
          <w:rtl/>
        </w:rPr>
        <w:t>ه</w:t>
      </w:r>
      <w:r w:rsidRPr="003E5058">
        <w:rPr>
          <w:rStyle w:val="libAlaemChar"/>
          <w:rtl/>
        </w:rPr>
        <w:t>)</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نازل ہوئي تو پيغمبر (ص) نے جناب فاطمہ سلام اللہ عليہا كو فدك عنايت فرمايا: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xml:space="preserve">) سورہ روم ايت </w:t>
      </w:r>
      <w:r w:rsidR="00E664BB">
        <w:rPr>
          <w:rtl/>
        </w:rPr>
        <w:t>38</w:t>
      </w:r>
      <w:r>
        <w:rPr>
          <w:rtl/>
        </w:rPr>
        <w:t xml:space="preserve">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كتاب كنزالعمال جو مسند احمد كے حاشيہ پر لكھى گئي ہے،مي</w:t>
      </w:r>
      <w:r w:rsidR="007D6C9B">
        <w:rPr>
          <w:rtl/>
        </w:rPr>
        <w:t xml:space="preserve">ں </w:t>
      </w:r>
      <w:r>
        <w:rPr>
          <w:rtl/>
        </w:rPr>
        <w:t xml:space="preserve">صلہ رحم كے عنوان كے ماتحت ابو سعيد خدرى سے منقول ہے كہ جس وقت مذكورہ بالاآيت نازل ہوئي تو پيغمبر (ص) نے فاطمہ سلام اللہ عليہا كو طلب كيا اور فرمايا: </w:t>
      </w:r>
    </w:p>
    <w:p w:rsidR="00DE2D7F" w:rsidRDefault="00DE2D7F" w:rsidP="00D07B54">
      <w:pPr>
        <w:pStyle w:val="libNormal"/>
        <w:rPr>
          <w:rtl/>
        </w:rPr>
      </w:pPr>
      <w:r>
        <w:rPr>
          <w:rtl/>
        </w:rPr>
        <w:t xml:space="preserve">'' </w:t>
      </w:r>
      <w:r w:rsidRPr="0063649F">
        <w:rPr>
          <w:rStyle w:val="libArabicChar"/>
          <w:rtl/>
        </w:rPr>
        <w:t>يا فاطمة لك فدك''</w:t>
      </w:r>
      <w:r>
        <w:rPr>
          <w:rtl/>
        </w:rPr>
        <w:t xml:space="preserve"> ''اے فاطمہ(ع) فدك تيرى ملكيت ہے''_ </w:t>
      </w:r>
    </w:p>
    <w:p w:rsidR="00DE2D7F" w:rsidRDefault="00DE2D7F" w:rsidP="00D07B54">
      <w:pPr>
        <w:pStyle w:val="libNormal"/>
        <w:rPr>
          <w:rtl/>
        </w:rPr>
      </w:pPr>
      <w:r>
        <w:rPr>
          <w:rtl/>
        </w:rPr>
        <w:t>حاكم نيشاپورى نے بھى اپنى تاريخ مي</w:t>
      </w:r>
      <w:r w:rsidR="007D6C9B">
        <w:rPr>
          <w:rtl/>
        </w:rPr>
        <w:t xml:space="preserve">ں </w:t>
      </w:r>
      <w:r>
        <w:rPr>
          <w:rtl/>
        </w:rPr>
        <w:t xml:space="preserve">اس حقيقت كو تحريركيا ہے_ </w:t>
      </w:r>
    </w:p>
    <w:p w:rsidR="00DE2D7F" w:rsidRDefault="00DE2D7F" w:rsidP="00D07B54">
      <w:pPr>
        <w:pStyle w:val="libNormal"/>
        <w:rPr>
          <w:rtl/>
        </w:rPr>
      </w:pPr>
      <w:r>
        <w:rPr>
          <w:rtl/>
        </w:rPr>
        <w:t>ابن ابى الحديد معتزلى نے بھى نہج البلاغہ كى شرح مي</w:t>
      </w:r>
      <w:r w:rsidR="007D6C9B">
        <w:rPr>
          <w:rtl/>
        </w:rPr>
        <w:t xml:space="preserve">ں </w:t>
      </w:r>
      <w:r>
        <w:rPr>
          <w:rtl/>
        </w:rPr>
        <w:t>داستان فدك تفصيل كے ساتھ بيان كى ہے اور اسى طرح بہت سے ديگر مورخين نے بھي،ليكن وہ افراد جو اس اقتصادى قوت كو حضرت على عليہ السلام كى زوجہ محترمہ كے قبضہ مي</w:t>
      </w:r>
      <w:r w:rsidR="007D6C9B">
        <w:rPr>
          <w:rtl/>
        </w:rPr>
        <w:t xml:space="preserve">ں </w:t>
      </w:r>
      <w:r>
        <w:rPr>
          <w:rtl/>
        </w:rPr>
        <w:t>رہنے دينا اپنى سياسى قوت كے لئے مضر سمجھتے تھے،انہو</w:t>
      </w:r>
      <w:r w:rsidR="007D6C9B">
        <w:rPr>
          <w:rtl/>
        </w:rPr>
        <w:t xml:space="preserve">ں </w:t>
      </w:r>
      <w:r>
        <w:rPr>
          <w:rtl/>
        </w:rPr>
        <w:t>نے مصصم ارادہ كيا كہ حضرت على عليہ السلام كے ياور وانصار كو ہر لحاظ سے كمزور اور گوشہ نشي</w:t>
      </w:r>
      <w:r w:rsidR="007D6C9B">
        <w:rPr>
          <w:rtl/>
        </w:rPr>
        <w:t xml:space="preserve">ں </w:t>
      </w:r>
      <w:r>
        <w:rPr>
          <w:rtl/>
        </w:rPr>
        <w:t>كردي</w:t>
      </w:r>
      <w:r w:rsidR="007D6C9B">
        <w:rPr>
          <w:rtl/>
        </w:rPr>
        <w:t xml:space="preserve">ں </w:t>
      </w:r>
      <w:r>
        <w:rPr>
          <w:rtl/>
        </w:rPr>
        <w:t>_ حديث مجہول(نحن معاشر الانبياء ولا نورث) كے بہانے انہو</w:t>
      </w:r>
      <w:r w:rsidR="007D6C9B">
        <w:rPr>
          <w:rtl/>
        </w:rPr>
        <w:t xml:space="preserve">ں </w:t>
      </w:r>
      <w:r>
        <w:rPr>
          <w:rtl/>
        </w:rPr>
        <w:t>نے اسے اپنے قبضہ مي</w:t>
      </w:r>
      <w:r w:rsidR="007D6C9B">
        <w:rPr>
          <w:rtl/>
        </w:rPr>
        <w:t xml:space="preserve">ں </w:t>
      </w:r>
      <w:r>
        <w:rPr>
          <w:rtl/>
        </w:rPr>
        <w:t>لے ليا اور باوجود يكہ حضرت فاطمہ سلام اللہ عليہا قانونى طور پر اس پر متصرف تھي</w:t>
      </w:r>
      <w:r w:rsidR="007D6C9B">
        <w:rPr>
          <w:rtl/>
        </w:rPr>
        <w:t xml:space="preserve">ں </w:t>
      </w:r>
      <w:r>
        <w:rPr>
          <w:rtl/>
        </w:rPr>
        <w:t>اور كوئي شخص ''ذواليد''(جس كے قبضہ مي</w:t>
      </w:r>
      <w:r w:rsidR="007D6C9B">
        <w:rPr>
          <w:rtl/>
        </w:rPr>
        <w:t xml:space="preserve">ں </w:t>
      </w:r>
      <w:r>
        <w:rPr>
          <w:rtl/>
        </w:rPr>
        <w:t>مال ہو)سے گواہ كا مطالبہ نہي</w:t>
      </w:r>
      <w:r w:rsidR="007D6C9B">
        <w:rPr>
          <w:rtl/>
        </w:rPr>
        <w:t xml:space="preserve">ں </w:t>
      </w:r>
      <w:r>
        <w:rPr>
          <w:rtl/>
        </w:rPr>
        <w:t>كرتا،جناب سيدہ سلام اللہ عليہا سے گواہ طلب كيے گئے _ بى بى نے گواہ پيش كيے كہ پيغمبر اسلام (ص) نے خود انہي</w:t>
      </w:r>
      <w:r w:rsidR="007D6C9B">
        <w:rPr>
          <w:rtl/>
        </w:rPr>
        <w:t xml:space="preserve">ں </w:t>
      </w:r>
      <w:r>
        <w:rPr>
          <w:rtl/>
        </w:rPr>
        <w:t>فدك عطا فرمايا ہے ليكن انہو</w:t>
      </w:r>
      <w:r w:rsidR="007D6C9B">
        <w:rPr>
          <w:rtl/>
        </w:rPr>
        <w:t xml:space="preserve">ں </w:t>
      </w:r>
      <w:r>
        <w:rPr>
          <w:rtl/>
        </w:rPr>
        <w:t>نے ان تمام چيزو</w:t>
      </w:r>
      <w:r w:rsidR="007D6C9B">
        <w:rPr>
          <w:rtl/>
        </w:rPr>
        <w:t xml:space="preserve">ں </w:t>
      </w:r>
      <w:r>
        <w:rPr>
          <w:rtl/>
        </w:rPr>
        <w:t>كى كوئي پرواہ نہي</w:t>
      </w:r>
      <w:r w:rsidR="007D6C9B">
        <w:rPr>
          <w:rtl/>
        </w:rPr>
        <w:t xml:space="preserve">ں </w:t>
      </w:r>
      <w:r>
        <w:rPr>
          <w:rtl/>
        </w:rPr>
        <w:t>كي_بعد مي</w:t>
      </w:r>
      <w:r w:rsidR="007D6C9B">
        <w:rPr>
          <w:rtl/>
        </w:rPr>
        <w:t xml:space="preserve">ں </w:t>
      </w:r>
      <w:r>
        <w:rPr>
          <w:rtl/>
        </w:rPr>
        <w:t>آنے والے خلفاء مي</w:t>
      </w:r>
      <w:r w:rsidR="007D6C9B">
        <w:rPr>
          <w:rtl/>
        </w:rPr>
        <w:t xml:space="preserve">ں </w:t>
      </w:r>
      <w:r>
        <w:rPr>
          <w:rtl/>
        </w:rPr>
        <w:t>سے جو كوئي اہلبيت سے محبت كا اظہار كرتا تو وہ فدك انہي</w:t>
      </w:r>
      <w:r w:rsidR="007D6C9B">
        <w:rPr>
          <w:rtl/>
        </w:rPr>
        <w:t xml:space="preserve">ں </w:t>
      </w:r>
      <w:r>
        <w:rPr>
          <w:rtl/>
        </w:rPr>
        <w:t xml:space="preserve">لوٹا ديتا ليكن زيادہ دير نہ گزرتى كہ دوسرا خليفہ اسے چھين ليتا اور دوبارہ اس پر قبضہ كرليتا _ خلفائے بنى اميہ اور خلفائے بنى عباس بارہا يہ اقدام كرتے رہے _ </w:t>
      </w:r>
    </w:p>
    <w:p w:rsidR="00DE2D7F" w:rsidRDefault="00DE2D7F" w:rsidP="00D07B54">
      <w:pPr>
        <w:pStyle w:val="libNormal"/>
        <w:rPr>
          <w:rtl/>
        </w:rPr>
      </w:pPr>
      <w:r>
        <w:rPr>
          <w:rtl/>
        </w:rPr>
        <w:t>واقعہ فدك اور اس سے تعلق ركھنے والے مختلف النوع حوادث جو صدر اسلام مي</w:t>
      </w:r>
      <w:r w:rsidR="007D6C9B">
        <w:rPr>
          <w:rtl/>
        </w:rPr>
        <w:t xml:space="preserve">ں </w:t>
      </w:r>
      <w:r>
        <w:rPr>
          <w:rtl/>
        </w:rPr>
        <w:t>اور بعد كے ادوار مي</w:t>
      </w:r>
      <w:r w:rsidR="007D6C9B">
        <w:rPr>
          <w:rtl/>
        </w:rPr>
        <w:t xml:space="preserve">ں </w:t>
      </w:r>
      <w:r>
        <w:rPr>
          <w:rtl/>
        </w:rPr>
        <w:t>پيش آئے،زيادہ دردناك اورغم انگيز ہي</w:t>
      </w:r>
      <w:r w:rsidR="007D6C9B">
        <w:rPr>
          <w:rtl/>
        </w:rPr>
        <w:t xml:space="preserve">ں </w:t>
      </w:r>
      <w:r>
        <w:rPr>
          <w:rtl/>
        </w:rPr>
        <w:t>اور وہ تاريخ اسلام كا ايك عبرت انگيز حصہ بھى ہي</w:t>
      </w:r>
      <w:r w:rsidR="007D6C9B">
        <w:rPr>
          <w:rtl/>
        </w:rPr>
        <w:t xml:space="preserve">ں </w:t>
      </w:r>
      <w:r>
        <w:rPr>
          <w:rtl/>
        </w:rPr>
        <w:t>جو محققانہ طور پر مستقل مطالعہ كا متقاضى ہے تا كہ تاريخ اسلام كے مختلف حوادث نگاہو</w:t>
      </w:r>
      <w:r w:rsidR="007D6C9B">
        <w:rPr>
          <w:rtl/>
        </w:rPr>
        <w:t xml:space="preserve">ں </w:t>
      </w:r>
      <w:r>
        <w:rPr>
          <w:rtl/>
        </w:rPr>
        <w:t>كے سامنے آسكي</w:t>
      </w:r>
      <w:r w:rsidR="007D6C9B">
        <w:rPr>
          <w:rtl/>
        </w:rPr>
        <w:t xml:space="preserve">ں </w:t>
      </w:r>
      <w:r>
        <w:rPr>
          <w:rtl/>
        </w:rPr>
        <w:t xml:space="preserve">_ </w:t>
      </w:r>
    </w:p>
    <w:p w:rsidR="00DE2D7F" w:rsidRDefault="00DE2D7F" w:rsidP="00D07B54">
      <w:pPr>
        <w:pStyle w:val="libNormal"/>
        <w:rPr>
          <w:rtl/>
        </w:rPr>
      </w:pPr>
      <w:r>
        <w:rPr>
          <w:rtl/>
        </w:rPr>
        <w:t>قابل توجہ بات يہ ہے كہ اہل سنت كے نامور محدث مسلم بن حجاج نيشاپورى نے اپنى مشہور و معروف كتاب ''صحيح مسلم'' مي</w:t>
      </w:r>
      <w:r w:rsidR="007D6C9B">
        <w:rPr>
          <w:rtl/>
        </w:rPr>
        <w:t xml:space="preserve">ں </w:t>
      </w:r>
      <w:r>
        <w:rPr>
          <w:rtl/>
        </w:rPr>
        <w:t xml:space="preserve">جناب فاطمہ (سلام اللہ عليہا) كا خليفہ اول سے فدك كے مطالبہ كا واقعہ تفصيل سے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 xml:space="preserve">بيان كيا ہے، اور جناب </w:t>
      </w:r>
      <w:r w:rsidR="00A1611C">
        <w:rPr>
          <w:rtl/>
        </w:rPr>
        <w:t xml:space="preserve">عائشہ </w:t>
      </w:r>
      <w:r>
        <w:rPr>
          <w:rtl/>
        </w:rPr>
        <w:t>كى زبانى نقل كيا ہے كہ جناب فاطمہ كو جب خليفہ اول نے فدك نہي</w:t>
      </w:r>
      <w:r w:rsidR="007D6C9B">
        <w:rPr>
          <w:rtl/>
        </w:rPr>
        <w:t xml:space="preserve">ں </w:t>
      </w:r>
      <w:r>
        <w:rPr>
          <w:rtl/>
        </w:rPr>
        <w:t>ديا تو بى بى ان سے ناراض ہوگئي اور آخر عمر ان سے كوئي گفتگو نہي</w:t>
      </w:r>
      <w:r w:rsidR="007D6C9B">
        <w:rPr>
          <w:rtl/>
        </w:rPr>
        <w:t xml:space="preserve">ں </w:t>
      </w:r>
      <w:r>
        <w:rPr>
          <w:rtl/>
        </w:rPr>
        <w:t>كي_(صحيح مسلم،كتاب جہاد ج</w:t>
      </w:r>
      <w:r w:rsidR="00E664BB">
        <w:rPr>
          <w:rtl/>
        </w:rPr>
        <w:t>3</w:t>
      </w:r>
      <w:r>
        <w:rPr>
          <w:rtl/>
        </w:rPr>
        <w:t>ص</w:t>
      </w:r>
      <w:r w:rsidR="00E664BB">
        <w:rPr>
          <w:rtl/>
        </w:rPr>
        <w:t>1380</w:t>
      </w:r>
      <w:r>
        <w:rPr>
          <w:rtl/>
        </w:rPr>
        <w:t xml:space="preserve">حديث </w:t>
      </w:r>
      <w:r w:rsidR="00E664BB">
        <w:rPr>
          <w:rtl/>
        </w:rPr>
        <w:t>52</w:t>
      </w:r>
      <w:r>
        <w:rPr>
          <w:rtl/>
        </w:rPr>
        <w:t xml:space="preserve">) </w:t>
      </w:r>
    </w:p>
    <w:p w:rsidR="00DE2D7F" w:rsidRDefault="00DE2D7F" w:rsidP="00D07B54">
      <w:pPr>
        <w:pStyle w:val="libNormal"/>
        <w:rPr>
          <w:rtl/>
        </w:rPr>
      </w:pPr>
    </w:p>
    <w:p w:rsidR="00FB7F4E" w:rsidRDefault="00DE2D7F" w:rsidP="00D07B54">
      <w:pPr>
        <w:pStyle w:val="Heading2Center"/>
        <w:rPr>
          <w:rtl/>
        </w:rPr>
      </w:pPr>
      <w:bookmarkStart w:id="431" w:name="_Toc7268828"/>
      <w:r>
        <w:rPr>
          <w:rtl/>
        </w:rPr>
        <w:t>''نحن معاشر الانبياء لا نورث''</w:t>
      </w:r>
      <w:bookmarkEnd w:id="431"/>
      <w:r>
        <w:rPr>
          <w:rtl/>
        </w:rPr>
        <w:t xml:space="preserve"> </w:t>
      </w:r>
    </w:p>
    <w:p w:rsidR="00DE2D7F" w:rsidRDefault="00DE2D7F" w:rsidP="00D07B54">
      <w:pPr>
        <w:pStyle w:val="libNormal"/>
        <w:rPr>
          <w:rtl/>
        </w:rPr>
      </w:pPr>
      <w:r>
        <w:rPr>
          <w:rtl/>
        </w:rPr>
        <w:t>اہل سنت كى مختلف كتابو</w:t>
      </w:r>
      <w:r w:rsidR="007D6C9B">
        <w:rPr>
          <w:rtl/>
        </w:rPr>
        <w:t xml:space="preserve">ں </w:t>
      </w:r>
      <w:r>
        <w:rPr>
          <w:rtl/>
        </w:rPr>
        <w:t>مي</w:t>
      </w:r>
      <w:r w:rsidR="007D6C9B">
        <w:rPr>
          <w:rtl/>
        </w:rPr>
        <w:t xml:space="preserve">ں </w:t>
      </w:r>
      <w:r>
        <w:rPr>
          <w:rtl/>
        </w:rPr>
        <w:t xml:space="preserve">پيغمبراسلام (ص) كى طرف منسوب ايك حديث موجود ہے جو اس طرح كے مضمون پر مشتمل ہے: </w:t>
      </w:r>
    </w:p>
    <w:p w:rsidR="00DE2D7F" w:rsidRDefault="00DE2D7F" w:rsidP="00D07B54">
      <w:pPr>
        <w:pStyle w:val="libArabic"/>
        <w:rPr>
          <w:rtl/>
        </w:rPr>
      </w:pPr>
      <w:r>
        <w:rPr>
          <w:rtl/>
        </w:rPr>
        <w:t>''نحن معاشر الانبياء لا نورث ما تركنا</w:t>
      </w:r>
      <w:r w:rsidR="003E5058" w:rsidRPr="007F58D3">
        <w:rPr>
          <w:rFonts w:hint="cs"/>
          <w:rtl/>
        </w:rPr>
        <w:t>ه</w:t>
      </w:r>
      <w:r>
        <w:rPr>
          <w:rtl/>
        </w:rPr>
        <w:t xml:space="preserve"> </w:t>
      </w:r>
      <w:r>
        <w:rPr>
          <w:rFonts w:hint="cs"/>
          <w:rtl/>
        </w:rPr>
        <w:t>صدقة</w:t>
      </w:r>
      <w:r>
        <w:rPr>
          <w:rtl/>
        </w:rPr>
        <w:t xml:space="preserve">'' </w:t>
      </w:r>
    </w:p>
    <w:p w:rsidR="00DE2D7F" w:rsidRDefault="00DE2D7F" w:rsidP="00D07B54">
      <w:pPr>
        <w:pStyle w:val="libNormal"/>
        <w:rPr>
          <w:rtl/>
        </w:rPr>
      </w:pPr>
      <w:r>
        <w:rPr>
          <w:rtl/>
        </w:rPr>
        <w:t>''ہم پيغمبر(ص) لوگ اپنى ميراث نہي</w:t>
      </w:r>
      <w:r w:rsidR="007D6C9B">
        <w:rPr>
          <w:rtl/>
        </w:rPr>
        <w:t xml:space="preserve">ں </w:t>
      </w:r>
      <w:r>
        <w:rPr>
          <w:rtl/>
        </w:rPr>
        <w:t>چھوڑتے جو ہم سے رہ جائے اسے راہ خدا مي</w:t>
      </w:r>
      <w:r w:rsidR="007D6C9B">
        <w:rPr>
          <w:rtl/>
        </w:rPr>
        <w:t xml:space="preserve">ں </w:t>
      </w:r>
      <w:r>
        <w:rPr>
          <w:rtl/>
        </w:rPr>
        <w:t xml:space="preserve">صدقے كے طور پر خرچ كرديا جائے''_ </w:t>
      </w:r>
    </w:p>
    <w:p w:rsidR="00DE2D7F" w:rsidRDefault="00DE2D7F" w:rsidP="00D07B54">
      <w:pPr>
        <w:pStyle w:val="libNormal"/>
        <w:rPr>
          <w:rtl/>
        </w:rPr>
      </w:pPr>
      <w:r>
        <w:rPr>
          <w:rtl/>
        </w:rPr>
        <w:t>اور بعض كتابو</w:t>
      </w:r>
      <w:r w:rsidR="007D6C9B">
        <w:rPr>
          <w:rtl/>
        </w:rPr>
        <w:t xml:space="preserve">ں </w:t>
      </w:r>
      <w:r>
        <w:rPr>
          <w:rtl/>
        </w:rPr>
        <w:t>مي</w:t>
      </w:r>
      <w:r w:rsidR="007D6C9B">
        <w:rPr>
          <w:rtl/>
        </w:rPr>
        <w:t xml:space="preserve">ں </w:t>
      </w:r>
      <w:r>
        <w:rPr>
          <w:rtl/>
        </w:rPr>
        <w:t>''لا نورث''كا جملہ نہي</w:t>
      </w:r>
      <w:r w:rsidR="007D6C9B">
        <w:rPr>
          <w:rtl/>
        </w:rPr>
        <w:t xml:space="preserve">ں </w:t>
      </w:r>
      <w:r>
        <w:rPr>
          <w:rtl/>
        </w:rPr>
        <w:t>ہے بلكہ''ما تركناہ صدقة''كى صورت مي</w:t>
      </w:r>
      <w:r w:rsidR="007D6C9B">
        <w:rPr>
          <w:rtl/>
        </w:rPr>
        <w:t xml:space="preserve">ں </w:t>
      </w:r>
      <w:r>
        <w:rPr>
          <w:rtl/>
        </w:rPr>
        <w:t xml:space="preserve">نقل كيا گيا ہے _ </w:t>
      </w:r>
    </w:p>
    <w:p w:rsidR="00DE2D7F" w:rsidRDefault="00DE2D7F" w:rsidP="00D07B54">
      <w:pPr>
        <w:pStyle w:val="libNormal"/>
        <w:rPr>
          <w:rtl/>
        </w:rPr>
      </w:pPr>
      <w:r>
        <w:rPr>
          <w:rtl/>
        </w:rPr>
        <w:t>اس روايت كى سند عام طور پر ابوبكر تك جا كر ختم ہوجاتى ہے جنھو</w:t>
      </w:r>
      <w:r w:rsidR="007D6C9B">
        <w:rPr>
          <w:rtl/>
        </w:rPr>
        <w:t xml:space="preserve">ں </w:t>
      </w:r>
      <w:r>
        <w:rPr>
          <w:rtl/>
        </w:rPr>
        <w:t>نے آنحضرت (ص) كے بعد مسلمانو</w:t>
      </w:r>
      <w:r w:rsidR="007D6C9B">
        <w:rPr>
          <w:rtl/>
        </w:rPr>
        <w:t xml:space="preserve">ں </w:t>
      </w:r>
      <w:r>
        <w:rPr>
          <w:rtl/>
        </w:rPr>
        <w:t>كى زمام امور اپنے قبضے مي</w:t>
      </w:r>
      <w:r w:rsidR="007D6C9B">
        <w:rPr>
          <w:rtl/>
        </w:rPr>
        <w:t xml:space="preserve">ں </w:t>
      </w:r>
      <w:r>
        <w:rPr>
          <w:rtl/>
        </w:rPr>
        <w:t>لے لى تھي_ اور جب حضرت فاطمہ زہرا سلام اللہ عليہا يا پيغمبر اكرم (ص) كى بعض بيويو</w:t>
      </w:r>
      <w:r w:rsidR="007D6C9B">
        <w:rPr>
          <w:rtl/>
        </w:rPr>
        <w:t xml:space="preserve">ں </w:t>
      </w:r>
      <w:r>
        <w:rPr>
          <w:rtl/>
        </w:rPr>
        <w:t>نے ان سے پيغمبر(ص) كى ميراث كا مطالبہ كيا تو انھو</w:t>
      </w:r>
      <w:r w:rsidR="007D6C9B">
        <w:rPr>
          <w:rtl/>
        </w:rPr>
        <w:t xml:space="preserve">ں </w:t>
      </w:r>
      <w:r>
        <w:rPr>
          <w:rtl/>
        </w:rPr>
        <w:t>نے اس حديث كا سہارا لےكر انھي</w:t>
      </w:r>
      <w:r w:rsidR="007D6C9B">
        <w:rPr>
          <w:rtl/>
        </w:rPr>
        <w:t xml:space="preserve">ں </w:t>
      </w:r>
      <w:r>
        <w:rPr>
          <w:rtl/>
        </w:rPr>
        <w:t xml:space="preserve">ميراث سے محروم كرديا_ </w:t>
      </w:r>
    </w:p>
    <w:p w:rsidR="00DE2D7F" w:rsidRDefault="00DE2D7F" w:rsidP="00D07B54">
      <w:pPr>
        <w:pStyle w:val="libNormal"/>
        <w:rPr>
          <w:rtl/>
        </w:rPr>
      </w:pPr>
      <w:r>
        <w:rPr>
          <w:rtl/>
        </w:rPr>
        <w:t xml:space="preserve">اس حديث كو مسلم نے اپنى صحيح (جلد </w:t>
      </w:r>
      <w:r w:rsidR="00E664BB">
        <w:rPr>
          <w:rtl/>
        </w:rPr>
        <w:t>3</w:t>
      </w:r>
      <w:r>
        <w:rPr>
          <w:rtl/>
        </w:rPr>
        <w:t xml:space="preserve"> كتاب الجھاد والسير ص</w:t>
      </w:r>
      <w:r w:rsidR="00E664BB">
        <w:rPr>
          <w:rtl/>
        </w:rPr>
        <w:t>137</w:t>
      </w:r>
      <w:r w:rsidR="00E44785">
        <w:rPr>
          <w:rtl/>
        </w:rPr>
        <w:t>9</w:t>
      </w:r>
      <w:r>
        <w:rPr>
          <w:rtl/>
        </w:rPr>
        <w:t>)مي</w:t>
      </w:r>
      <w:r w:rsidR="007D6C9B">
        <w:rPr>
          <w:rtl/>
        </w:rPr>
        <w:t xml:space="preserve">ں </w:t>
      </w:r>
      <w:r>
        <w:rPr>
          <w:rtl/>
        </w:rPr>
        <w:t xml:space="preserve">،بخارى نے جزو ہشتم كتاب الفرائض كے صفحہ </w:t>
      </w:r>
      <w:r w:rsidR="00E664BB">
        <w:rPr>
          <w:rtl/>
        </w:rPr>
        <w:t>185</w:t>
      </w:r>
      <w:r>
        <w:rPr>
          <w:rtl/>
        </w:rPr>
        <w:t>پر اور اسى طرح بعض ديگر افراد نے اپنى اپنى كتابو</w:t>
      </w:r>
      <w:r w:rsidR="007D6C9B">
        <w:rPr>
          <w:rtl/>
        </w:rPr>
        <w:t xml:space="preserve">ں </w:t>
      </w:r>
      <w:r>
        <w:rPr>
          <w:rtl/>
        </w:rPr>
        <w:t>مي</w:t>
      </w:r>
      <w:r w:rsidR="007D6C9B">
        <w:rPr>
          <w:rtl/>
        </w:rPr>
        <w:t xml:space="preserve">ں </w:t>
      </w:r>
      <w:r>
        <w:rPr>
          <w:rtl/>
        </w:rPr>
        <w:t xml:space="preserve">درج كيا ہے_ </w:t>
      </w:r>
    </w:p>
    <w:p w:rsidR="00DE2D7F" w:rsidRDefault="00DE2D7F" w:rsidP="00D07B54">
      <w:pPr>
        <w:pStyle w:val="libNormal"/>
        <w:rPr>
          <w:rtl/>
        </w:rPr>
      </w:pPr>
      <w:r>
        <w:rPr>
          <w:rtl/>
        </w:rPr>
        <w:t>يہ بات قابل توجہ ہے كہ مذكورہ كتابو</w:t>
      </w:r>
      <w:r w:rsidR="007D6C9B">
        <w:rPr>
          <w:rtl/>
        </w:rPr>
        <w:t xml:space="preserve">ں </w:t>
      </w:r>
      <w:r>
        <w:rPr>
          <w:rtl/>
        </w:rPr>
        <w:t>مي</w:t>
      </w:r>
      <w:r w:rsidR="007D6C9B">
        <w:rPr>
          <w:rtl/>
        </w:rPr>
        <w:t xml:space="preserve">ں </w:t>
      </w:r>
      <w:r>
        <w:rPr>
          <w:rtl/>
        </w:rPr>
        <w:t>سے بخارى مي</w:t>
      </w:r>
      <w:r w:rsidR="007D6C9B">
        <w:rPr>
          <w:rtl/>
        </w:rPr>
        <w:t xml:space="preserve">ں </w:t>
      </w:r>
      <w:r>
        <w:rPr>
          <w:rtl/>
        </w:rPr>
        <w:t xml:space="preserve">بى بى </w:t>
      </w:r>
      <w:r w:rsidR="00A1611C">
        <w:rPr>
          <w:rtl/>
        </w:rPr>
        <w:t xml:space="preserve">عائشہ </w:t>
      </w:r>
      <w:r>
        <w:rPr>
          <w:rtl/>
        </w:rPr>
        <w:t>سے ايك روايت نقل كى گئي ہے:فاطمہ زہرا سلام اللہ عليہا اور جناب عباس بن عبد المطلب (رسول (ص) كى وفات كے بعد )ابو بكر كے پاس آئے اور ان سے اپنى ميراث كا مطالبہ كيا _ اس وقت انھو</w:t>
      </w:r>
      <w:r w:rsidR="007D6C9B">
        <w:rPr>
          <w:rtl/>
        </w:rPr>
        <w:t xml:space="preserve">ں </w:t>
      </w:r>
      <w:r>
        <w:rPr>
          <w:rtl/>
        </w:rPr>
        <w:t xml:space="preserve">نے اپنى فدك كى اراضى اور خيبر سے ملنے والى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ميراث كا مطالبہ كيا تو ابو بكر نے كہا مي</w:t>
      </w:r>
      <w:r w:rsidR="007D6C9B">
        <w:rPr>
          <w:rtl/>
        </w:rPr>
        <w:t xml:space="preserve">ں </w:t>
      </w:r>
      <w:r>
        <w:rPr>
          <w:rtl/>
        </w:rPr>
        <w:t>نے رسول اللہ (ص) سے سنا ہے كہ آپ(ص) نے فرمايا_''ہم ميراث مي</w:t>
      </w:r>
      <w:r w:rsidR="007D6C9B">
        <w:rPr>
          <w:rtl/>
        </w:rPr>
        <w:t xml:space="preserve">ں </w:t>
      </w:r>
      <w:r>
        <w:rPr>
          <w:rtl/>
        </w:rPr>
        <w:t>كوئي چيز نہي</w:t>
      </w:r>
      <w:r w:rsidR="007D6C9B">
        <w:rPr>
          <w:rtl/>
        </w:rPr>
        <w:t xml:space="preserve">ں </w:t>
      </w:r>
      <w:r>
        <w:rPr>
          <w:rtl/>
        </w:rPr>
        <w:t xml:space="preserve">چھوڑتے،جو كچھ ہم سے رہ جائے وہ صدقہ ہوتا ہے''_ </w:t>
      </w:r>
    </w:p>
    <w:p w:rsidR="00DE2D7F" w:rsidRDefault="00DE2D7F" w:rsidP="00D07B54">
      <w:pPr>
        <w:pStyle w:val="libNormal"/>
        <w:rPr>
          <w:rtl/>
        </w:rPr>
      </w:pPr>
      <w:r>
        <w:rPr>
          <w:rtl/>
        </w:rPr>
        <w:t>جناب فاطمہ زہرا سلام اللہ عليہا نے جب يہ سنا تو نا راض ہو كر وہا</w:t>
      </w:r>
      <w:r w:rsidR="007D6C9B">
        <w:rPr>
          <w:rtl/>
        </w:rPr>
        <w:t xml:space="preserve">ں </w:t>
      </w:r>
      <w:r>
        <w:rPr>
          <w:rtl/>
        </w:rPr>
        <w:t>سے واپس آگئي</w:t>
      </w:r>
      <w:r w:rsidR="007D6C9B">
        <w:rPr>
          <w:rtl/>
        </w:rPr>
        <w:t xml:space="preserve">ں </w:t>
      </w:r>
      <w:r>
        <w:rPr>
          <w:rtl/>
        </w:rPr>
        <w:t>اور مرتے دم تك ان سے بات نہي</w:t>
      </w:r>
      <w:r w:rsidR="007D6C9B">
        <w:rPr>
          <w:rtl/>
        </w:rPr>
        <w:t xml:space="preserve">ں </w:t>
      </w:r>
      <w:r>
        <w:rPr>
          <w:rtl/>
        </w:rPr>
        <w:t xml:space="preserve">كي_ </w:t>
      </w:r>
    </w:p>
    <w:p w:rsidR="00DE2D7F" w:rsidRDefault="00DE2D7F" w:rsidP="00D07B54">
      <w:pPr>
        <w:pStyle w:val="libNormal"/>
        <w:rPr>
          <w:rtl/>
        </w:rPr>
      </w:pPr>
      <w:r>
        <w:rPr>
          <w:rtl/>
        </w:rPr>
        <w:t>البتہ يہ حديث مختلف لحاظ سے تجزيہ و تحليل كے قابل ہے ليكن اس تفسير مي</w:t>
      </w:r>
      <w:r w:rsidR="007D6C9B">
        <w:rPr>
          <w:rtl/>
        </w:rPr>
        <w:t xml:space="preserve">ں </w:t>
      </w:r>
      <w:r>
        <w:rPr>
          <w:rtl/>
        </w:rPr>
        <w:t>ہم چند ايك نكات بيان كري</w:t>
      </w:r>
      <w:r w:rsidR="007D6C9B">
        <w:rPr>
          <w:rtl/>
        </w:rPr>
        <w:t xml:space="preserve">ں </w:t>
      </w:r>
      <w:r>
        <w:rPr>
          <w:rtl/>
        </w:rPr>
        <w:t xml:space="preserve">گے: </w:t>
      </w:r>
    </w:p>
    <w:p w:rsidR="00DE2D7F" w:rsidRDefault="00E664BB" w:rsidP="00D07B54">
      <w:pPr>
        <w:pStyle w:val="libNormal"/>
        <w:rPr>
          <w:rtl/>
        </w:rPr>
      </w:pPr>
      <w:r>
        <w:rPr>
          <w:rtl/>
        </w:rPr>
        <w:t>1</w:t>
      </w:r>
      <w:r w:rsidR="00DE2D7F">
        <w:rPr>
          <w:rtl/>
        </w:rPr>
        <w:t>_يہ حديث،قرآنى متن كے مخالف ہے اور اس اصول اور كليہ قاعدہ كى رو سے نا قابل اعتبار ہے كہ جو بھى حديث كتاب اللہ كے مطابق نہ ہو اس پر اعتبار نہي</w:t>
      </w:r>
      <w:r w:rsidR="007D6C9B">
        <w:rPr>
          <w:rtl/>
        </w:rPr>
        <w:t xml:space="preserve">ں </w:t>
      </w:r>
      <w:r w:rsidR="00DE2D7F">
        <w:rPr>
          <w:rtl/>
        </w:rPr>
        <w:t>كرنا چاہيے اور ايسى حديث كو پيغمبر اسلام (ص) يا ديگر معصومين عليھم السلام كا قول سمجھ كر قبول نہي</w:t>
      </w:r>
      <w:r w:rsidR="007D6C9B">
        <w:rPr>
          <w:rtl/>
        </w:rPr>
        <w:t xml:space="preserve">ں </w:t>
      </w:r>
      <w:r w:rsidR="00DE2D7F">
        <w:rPr>
          <w:rtl/>
        </w:rPr>
        <w:t xml:space="preserve">كيا جا سكتا_ </w:t>
      </w:r>
    </w:p>
    <w:p w:rsidR="00DE2D7F" w:rsidRDefault="00DE2D7F" w:rsidP="00D07B54">
      <w:pPr>
        <w:pStyle w:val="libNormal"/>
        <w:rPr>
          <w:rtl/>
        </w:rPr>
      </w:pPr>
      <w:r>
        <w:rPr>
          <w:rtl/>
        </w:rPr>
        <w:t>ہم قرآنى آيات مي</w:t>
      </w:r>
      <w:r w:rsidR="007D6C9B">
        <w:rPr>
          <w:rtl/>
        </w:rPr>
        <w:t xml:space="preserve">ں </w:t>
      </w:r>
      <w:r>
        <w:rPr>
          <w:rtl/>
        </w:rPr>
        <w:t>پڑھتے ہي</w:t>
      </w:r>
      <w:r w:rsidR="007D6C9B">
        <w:rPr>
          <w:rtl/>
        </w:rPr>
        <w:t xml:space="preserve">ں </w:t>
      </w:r>
      <w:r>
        <w:rPr>
          <w:rtl/>
        </w:rPr>
        <w:t>كہ حضرت سليمان(ع) جناب دائود (ع) كے وارث بنے اورآيت كا ظاہر مطلق ہے كہ جس مي</w:t>
      </w:r>
      <w:r w:rsidR="007D6C9B">
        <w:rPr>
          <w:rtl/>
        </w:rPr>
        <w:t xml:space="preserve">ں </w:t>
      </w:r>
      <w:r>
        <w:rPr>
          <w:rtl/>
        </w:rPr>
        <w:t>اموال بھى شامل ہي</w:t>
      </w:r>
      <w:r w:rsidR="007D6C9B">
        <w:rPr>
          <w:rtl/>
        </w:rPr>
        <w:t xml:space="preserve">ں </w:t>
      </w:r>
      <w:r>
        <w:rPr>
          <w:rtl/>
        </w:rPr>
        <w:t>_ جناب يحيى (ع) اور زكريا (ع) كے بارے مي</w:t>
      </w:r>
      <w:r w:rsidR="007D6C9B">
        <w:rPr>
          <w:rtl/>
        </w:rPr>
        <w:t xml:space="preserve">ں </w:t>
      </w:r>
      <w:r>
        <w:rPr>
          <w:rtl/>
        </w:rPr>
        <w:t xml:space="preserve">ہے: </w:t>
      </w:r>
    </w:p>
    <w:p w:rsidR="00DE2D7F" w:rsidRDefault="00DE2D7F" w:rsidP="00D07B54">
      <w:pPr>
        <w:pStyle w:val="libNormal"/>
        <w:rPr>
          <w:rtl/>
        </w:rPr>
      </w:pPr>
      <w:r>
        <w:rPr>
          <w:rtl/>
        </w:rPr>
        <w:t xml:space="preserve">''يرثنى ويرث من ال يعقوب'' </w:t>
      </w:r>
    </w:p>
    <w:p w:rsidR="00DE2D7F" w:rsidRDefault="00DE2D7F" w:rsidP="00D07B54">
      <w:pPr>
        <w:pStyle w:val="libNormal"/>
        <w:rPr>
          <w:rtl/>
        </w:rPr>
      </w:pPr>
      <w:r>
        <w:rPr>
          <w:rtl/>
        </w:rPr>
        <w:t xml:space="preserve">''خداوندا مجھے ايسا فرزند عطا فرما جو ميرا اور آل يعقوب كا وارث بنے''_(سورہ مريم آيت </w:t>
      </w:r>
      <w:r w:rsidR="00E664BB">
        <w:rPr>
          <w:rtl/>
        </w:rPr>
        <w:t>6</w:t>
      </w:r>
      <w:r>
        <w:rPr>
          <w:rtl/>
        </w:rPr>
        <w:t xml:space="preserve">) </w:t>
      </w:r>
    </w:p>
    <w:p w:rsidR="00DE2D7F" w:rsidRDefault="00DE2D7F" w:rsidP="00D07B54">
      <w:pPr>
        <w:pStyle w:val="libNormal"/>
        <w:rPr>
          <w:rtl/>
        </w:rPr>
      </w:pPr>
      <w:r>
        <w:rPr>
          <w:rtl/>
        </w:rPr>
        <w:t>حضرت''زكريا(ع) ''كے بارے مي</w:t>
      </w:r>
      <w:r w:rsidR="007D6C9B">
        <w:rPr>
          <w:rtl/>
        </w:rPr>
        <w:t xml:space="preserve">ں </w:t>
      </w:r>
      <w:r>
        <w:rPr>
          <w:rtl/>
        </w:rPr>
        <w:t xml:space="preserve">تو بہت سے مفسرين نے مالى وراثت پر زور ديا ہے_ </w:t>
      </w:r>
    </w:p>
    <w:p w:rsidR="00DE2D7F" w:rsidRDefault="00DE2D7F" w:rsidP="00D07B54">
      <w:pPr>
        <w:pStyle w:val="libNormal"/>
        <w:rPr>
          <w:rtl/>
        </w:rPr>
      </w:pPr>
      <w:r>
        <w:rPr>
          <w:rtl/>
        </w:rPr>
        <w:t>اس كے علاوہ قرآن مجيدمي</w:t>
      </w:r>
      <w:r w:rsidR="007D6C9B">
        <w:rPr>
          <w:rtl/>
        </w:rPr>
        <w:t xml:space="preserve">ں </w:t>
      </w:r>
      <w:r>
        <w:rPr>
          <w:rtl/>
        </w:rPr>
        <w:t xml:space="preserve">''وراثت''كى آيات كا ظاہر بھى عمومى ہے كہ جو بلا استثناء سب كے لئے ہے_ </w:t>
      </w:r>
    </w:p>
    <w:p w:rsidR="00DE2D7F" w:rsidRDefault="00DE2D7F" w:rsidP="00D07B54">
      <w:pPr>
        <w:pStyle w:val="libNormal"/>
        <w:rPr>
          <w:rtl/>
        </w:rPr>
      </w:pPr>
      <w:r>
        <w:rPr>
          <w:rtl/>
        </w:rPr>
        <w:t>شايد يہى وجہ ہے كہ اہل سنت كے مشہور عالم علامہ قرطبى نے مجبور ہوكر اس حديث كو غالب اور اكثر فعل كى حيثيت سے قبول كيا ہے نہ كہ عمومى كليہ كے طور پر اور اس كے لئے يہ مثال دى ہے كہ عرب ايك جملہ كہتے ہي</w:t>
      </w:r>
      <w:r w:rsidR="007D6C9B">
        <w:rPr>
          <w:rtl/>
        </w:rPr>
        <w:t xml:space="preserve">ں </w:t>
      </w:r>
      <w:r>
        <w:rPr>
          <w:rtl/>
        </w:rPr>
        <w:t xml:space="preserve">: </w:t>
      </w:r>
    </w:p>
    <w:p w:rsidR="00DE2D7F" w:rsidRDefault="00DE2D7F" w:rsidP="00D07B54">
      <w:pPr>
        <w:pStyle w:val="libNormal"/>
        <w:rPr>
          <w:rtl/>
        </w:rPr>
      </w:pPr>
      <w:r>
        <w:rPr>
          <w:rtl/>
        </w:rPr>
        <w:t xml:space="preserve">''انا معشرالعرب اقرى الناس للضيف''_ </w:t>
      </w:r>
    </w:p>
    <w:p w:rsidR="00FB7F4E" w:rsidRDefault="00C2634E"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ہم عرب لوگ دوسرے تمام افراد سے بڑھ كر مہمان نوازہي</w:t>
      </w:r>
      <w:r w:rsidR="007D6C9B">
        <w:rPr>
          <w:rtl/>
        </w:rPr>
        <w:t xml:space="preserve">ں </w:t>
      </w:r>
      <w:r>
        <w:rPr>
          <w:rtl/>
        </w:rPr>
        <w:t>(حالانكہ يہ كوئي عمومى حكم نہي</w:t>
      </w:r>
      <w:r w:rsidR="007D6C9B">
        <w:rPr>
          <w:rtl/>
        </w:rPr>
        <w:t xml:space="preserve">ں </w:t>
      </w:r>
      <w:r>
        <w:rPr>
          <w:rtl/>
        </w:rPr>
        <w:t xml:space="preserve">ہے)_ </w:t>
      </w:r>
    </w:p>
    <w:p w:rsidR="00DE2D7F" w:rsidRDefault="00DE2D7F" w:rsidP="00D07B54">
      <w:pPr>
        <w:pStyle w:val="libNormal"/>
        <w:rPr>
          <w:rtl/>
        </w:rPr>
      </w:pPr>
      <w:r>
        <w:rPr>
          <w:rtl/>
        </w:rPr>
        <w:t>ليكن ظاہر ہے كہ يہ بات اس حديث كى اہميت كى نفى كررہى ہے كيونكہ حضرت سليمان(ع) اور يحيى (ع) كے بارے مي</w:t>
      </w:r>
      <w:r w:rsidR="007D6C9B">
        <w:rPr>
          <w:rtl/>
        </w:rPr>
        <w:t xml:space="preserve">ں </w:t>
      </w:r>
      <w:r>
        <w:rPr>
          <w:rtl/>
        </w:rPr>
        <w:t>اس قسم كا عذر قبول كرلئے تو پھر دوسرے كے لئے بھى يہ قطعى نہي</w:t>
      </w:r>
      <w:r w:rsidR="007D6C9B">
        <w:rPr>
          <w:rtl/>
        </w:rPr>
        <w:t xml:space="preserve">ں </w:t>
      </w:r>
      <w:r>
        <w:rPr>
          <w:rtl/>
        </w:rPr>
        <w:t xml:space="preserve">رہ جاتي_ </w:t>
      </w:r>
    </w:p>
    <w:p w:rsidR="00DE2D7F" w:rsidRDefault="00E664BB" w:rsidP="00D07B54">
      <w:pPr>
        <w:pStyle w:val="libNormal"/>
        <w:rPr>
          <w:rtl/>
        </w:rPr>
      </w:pPr>
      <w:r>
        <w:rPr>
          <w:rtl/>
        </w:rPr>
        <w:t>2</w:t>
      </w:r>
      <w:r w:rsidR="00DE2D7F">
        <w:rPr>
          <w:rtl/>
        </w:rPr>
        <w:t>_مندرجہ بالا روايت ان كے خلاف ہے جن سے معلوم ہوتا ہو كہ ابو بكر نے جناب فاطمہ زہرا سلام اللہ عليہا كو فدك واپس لوٹا نے كا پختہ ارادہ كر كيا تھا ليكن دوسرے لوگ اس مي</w:t>
      </w:r>
      <w:r w:rsidR="007D6C9B">
        <w:rPr>
          <w:rtl/>
        </w:rPr>
        <w:t xml:space="preserve">ں </w:t>
      </w:r>
      <w:r w:rsidR="00DE2D7F">
        <w:rPr>
          <w:rtl/>
        </w:rPr>
        <w:t>حائل ہوگئے تھے چنانچہ سيرت حلبى مي</w:t>
      </w:r>
      <w:r w:rsidR="007D6C9B">
        <w:rPr>
          <w:rtl/>
        </w:rPr>
        <w:t xml:space="preserve">ں </w:t>
      </w:r>
      <w:r w:rsidR="00DE2D7F">
        <w:rPr>
          <w:rtl/>
        </w:rPr>
        <w:t xml:space="preserve">ہے: </w:t>
      </w:r>
    </w:p>
    <w:p w:rsidR="00DE2D7F" w:rsidRDefault="00DE2D7F" w:rsidP="00D07B54">
      <w:pPr>
        <w:pStyle w:val="libNormal"/>
        <w:rPr>
          <w:rtl/>
        </w:rPr>
      </w:pPr>
      <w:r>
        <w:rPr>
          <w:rtl/>
        </w:rPr>
        <w:t>فاطمہ(ص) بنت رسول(ص) ،ابو بكر كے پاس اس وقت آئي</w:t>
      </w:r>
      <w:r w:rsidR="007D6C9B">
        <w:rPr>
          <w:rtl/>
        </w:rPr>
        <w:t xml:space="preserve">ں </w:t>
      </w:r>
      <w:r>
        <w:rPr>
          <w:rtl/>
        </w:rPr>
        <w:t>جب وہ منبر پر تھے _ انھو</w:t>
      </w:r>
      <w:r w:rsidR="007D6C9B">
        <w:rPr>
          <w:rtl/>
        </w:rPr>
        <w:t xml:space="preserve">ں </w:t>
      </w:r>
      <w:r>
        <w:rPr>
          <w:rtl/>
        </w:rPr>
        <w:t xml:space="preserve">نے كہا: </w:t>
      </w:r>
    </w:p>
    <w:p w:rsidR="00DE2D7F" w:rsidRDefault="00DE2D7F" w:rsidP="00D07B54">
      <w:pPr>
        <w:pStyle w:val="libNormal"/>
        <w:rPr>
          <w:rtl/>
        </w:rPr>
      </w:pPr>
      <w:r>
        <w:rPr>
          <w:rtl/>
        </w:rPr>
        <w:t>''اے ابو بكر كيا يہ چيز قرآن مي</w:t>
      </w:r>
      <w:r w:rsidR="007D6C9B">
        <w:rPr>
          <w:rtl/>
        </w:rPr>
        <w:t xml:space="preserve">ں </w:t>
      </w:r>
      <w:r>
        <w:rPr>
          <w:rtl/>
        </w:rPr>
        <w:t>ہے كہ تمھارى بيٹى تمہارى وراث بنے ليكن مي</w:t>
      </w:r>
      <w:r w:rsidR="007D6C9B">
        <w:rPr>
          <w:rtl/>
        </w:rPr>
        <w:t xml:space="preserve">ں </w:t>
      </w:r>
      <w:r>
        <w:rPr>
          <w:rtl/>
        </w:rPr>
        <w:t>اپنے باپ كى ميراث نہ لو</w:t>
      </w:r>
      <w:r w:rsidR="007D6C9B">
        <w:rPr>
          <w:rtl/>
        </w:rPr>
        <w:t xml:space="preserve">ں </w:t>
      </w:r>
      <w:r>
        <w:rPr>
          <w:rtl/>
        </w:rPr>
        <w:t xml:space="preserve">''؟ </w:t>
      </w:r>
    </w:p>
    <w:p w:rsidR="00DE2D7F" w:rsidRDefault="00DE2D7F" w:rsidP="00D07B54">
      <w:pPr>
        <w:pStyle w:val="libNormal"/>
        <w:rPr>
          <w:rtl/>
        </w:rPr>
      </w:pPr>
      <w:r>
        <w:rPr>
          <w:rtl/>
        </w:rPr>
        <w:t>يہ سن كر ابو بكر رونے لگے اور ان كى آنكھو</w:t>
      </w:r>
      <w:r w:rsidR="007D6C9B">
        <w:rPr>
          <w:rtl/>
        </w:rPr>
        <w:t xml:space="preserve">ں </w:t>
      </w:r>
      <w:r>
        <w:rPr>
          <w:rtl/>
        </w:rPr>
        <w:t>سے آنسو جارى ہوگئے پھر وہ منبر سے نيچے اترے اور فدك كى واپسى كا پروانہ فاطمہ (ص) كو لكھ ديا_ اسى اثناء مي</w:t>
      </w:r>
      <w:r w:rsidR="007D6C9B">
        <w:rPr>
          <w:rtl/>
        </w:rPr>
        <w:t xml:space="preserve">ں </w:t>
      </w:r>
      <w:r>
        <w:rPr>
          <w:rtl/>
        </w:rPr>
        <w:t>عمر آگئے _ پوچھا يہ كيا ہے؟انھو</w:t>
      </w:r>
      <w:r w:rsidR="007D6C9B">
        <w:rPr>
          <w:rtl/>
        </w:rPr>
        <w:t xml:space="preserve">ں </w:t>
      </w:r>
      <w:r>
        <w:rPr>
          <w:rtl/>
        </w:rPr>
        <w:t>نے كہاكہ مي</w:t>
      </w:r>
      <w:r w:rsidR="007D6C9B">
        <w:rPr>
          <w:rtl/>
        </w:rPr>
        <w:t xml:space="preserve">ں </w:t>
      </w:r>
      <w:r>
        <w:rPr>
          <w:rtl/>
        </w:rPr>
        <w:t>نے يہ تحرير لكھ دى ہے تا كہ فاطمہ كو ان كے باپ سے ملنے والى وراثت واپس لوٹا دو</w:t>
      </w:r>
      <w:r w:rsidR="007D6C9B">
        <w:rPr>
          <w:rtl/>
        </w:rPr>
        <w:t xml:space="preserve">ں </w:t>
      </w:r>
    </w:p>
    <w:p w:rsidR="00DE2D7F" w:rsidRDefault="00DE2D7F" w:rsidP="00D07B54">
      <w:pPr>
        <w:pStyle w:val="libNormal"/>
        <w:rPr>
          <w:rtl/>
        </w:rPr>
      </w:pPr>
      <w:r>
        <w:rPr>
          <w:rtl/>
        </w:rPr>
        <w:t>عمر نے كہا: اگرآپ يہ كام كري</w:t>
      </w:r>
      <w:r w:rsidR="007D6C9B">
        <w:rPr>
          <w:rtl/>
        </w:rPr>
        <w:t xml:space="preserve">ں </w:t>
      </w:r>
      <w:r>
        <w:rPr>
          <w:rtl/>
        </w:rPr>
        <w:t>گے تو پھر دشمنو</w:t>
      </w:r>
      <w:r w:rsidR="007D6C9B">
        <w:rPr>
          <w:rtl/>
        </w:rPr>
        <w:t xml:space="preserve">ں </w:t>
      </w:r>
      <w:r>
        <w:rPr>
          <w:rtl/>
        </w:rPr>
        <w:t>كے ساتھ جنگى اخراجات كہا</w:t>
      </w:r>
      <w:r w:rsidR="007D6C9B">
        <w:rPr>
          <w:rtl/>
        </w:rPr>
        <w:t xml:space="preserve">ں </w:t>
      </w:r>
      <w:r>
        <w:rPr>
          <w:rtl/>
        </w:rPr>
        <w:t>سے پورے كري</w:t>
      </w:r>
      <w:r w:rsidR="007D6C9B">
        <w:rPr>
          <w:rtl/>
        </w:rPr>
        <w:t xml:space="preserve">ں </w:t>
      </w:r>
      <w:r>
        <w:rPr>
          <w:rtl/>
        </w:rPr>
        <w:t xml:space="preserve">گے؟ </w:t>
      </w:r>
    </w:p>
    <w:p w:rsidR="00DE2D7F" w:rsidRDefault="00DE2D7F" w:rsidP="00D07B54">
      <w:pPr>
        <w:pStyle w:val="libNormal"/>
        <w:rPr>
          <w:rtl/>
        </w:rPr>
      </w:pPr>
      <w:r>
        <w:rPr>
          <w:rtl/>
        </w:rPr>
        <w:t>جبكہ عربو</w:t>
      </w:r>
      <w:r w:rsidR="007D6C9B">
        <w:rPr>
          <w:rtl/>
        </w:rPr>
        <w:t xml:space="preserve">ں </w:t>
      </w:r>
      <w:r>
        <w:rPr>
          <w:rtl/>
        </w:rPr>
        <w:t>نے آپ كے خلاف قيام كيا ہوا ہے _ يہ كہا اور تحرير لے كر اسے پارہ پارہ كرديا_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DE2D7F" w:rsidP="00D07B54">
      <w:pPr>
        <w:pStyle w:val="libNormal"/>
        <w:rPr>
          <w:rtl/>
        </w:rPr>
      </w:pPr>
      <w:r>
        <w:rPr>
          <w:rtl/>
        </w:rPr>
        <w:t>يہ كيونكر ممكن ہے كہ پيغمبر اكرم(ص) نے تو صريحى طور پر ممانعت كى ہو اور ابو بكر اس كى مخالفت كى جرا ت كري</w:t>
      </w:r>
      <w:r w:rsidR="007D6C9B">
        <w:rPr>
          <w:rtl/>
        </w:rPr>
        <w:t xml:space="preserve">ں </w:t>
      </w:r>
      <w:r>
        <w:rPr>
          <w:rtl/>
        </w:rPr>
        <w:t>؟اور پھر عمر نے جنگى اخراجات كا تو سہارا ليا ليكن پيغمبر اكرم(ص) كى حديث پيش نہي</w:t>
      </w:r>
      <w:r w:rsidR="007D6C9B">
        <w:rPr>
          <w:rtl/>
        </w:rPr>
        <w:t xml:space="preserve">ں </w:t>
      </w:r>
      <w:r>
        <w:rPr>
          <w:rtl/>
        </w:rPr>
        <w:t xml:space="preserve">كي_ </w:t>
      </w:r>
    </w:p>
    <w:p w:rsidR="00DE2D7F" w:rsidRDefault="00DE2D7F" w:rsidP="00D07B54">
      <w:pPr>
        <w:pStyle w:val="libNormal"/>
        <w:rPr>
          <w:rtl/>
        </w:rPr>
      </w:pPr>
      <w:r>
        <w:rPr>
          <w:rtl/>
        </w:rPr>
        <w:t>مندرجہ بالا روايت پر اگر اچھى طرح غور كيا جائے تو معلوم ہوگاكہ يہا</w:t>
      </w:r>
      <w:r w:rsidR="007D6C9B">
        <w:rPr>
          <w:rtl/>
        </w:rPr>
        <w:t xml:space="preserve">ں </w:t>
      </w:r>
      <w:r>
        <w:rPr>
          <w:rtl/>
        </w:rPr>
        <w:t xml:space="preserve">پر پيغمبر اسلام(ص) كى طرف سے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)سيرہ حلبى ج</w:t>
      </w:r>
      <w:r w:rsidR="00E664BB">
        <w:rPr>
          <w:rtl/>
        </w:rPr>
        <w:t>3</w:t>
      </w:r>
      <w:r>
        <w:rPr>
          <w:rtl/>
        </w:rPr>
        <w:t>/ص</w:t>
      </w:r>
      <w:r w:rsidR="00E664BB">
        <w:rPr>
          <w:rtl/>
        </w:rPr>
        <w:t>361</w:t>
      </w:r>
      <w:r>
        <w:rPr>
          <w:rtl/>
        </w:rPr>
        <w:t xml:space="preserve">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ممانعت كا سوال نہي</w:t>
      </w:r>
      <w:r w:rsidR="007D6C9B">
        <w:rPr>
          <w:rtl/>
        </w:rPr>
        <w:t xml:space="preserve">ں </w:t>
      </w:r>
      <w:r>
        <w:rPr>
          <w:rtl/>
        </w:rPr>
        <w:t>تھا_ بلكہ سياسى مسائل آڑے تھے اور ايسے موقع پر معتزلى عالم ابن ابى الحديد كى گفتگو يادآجاتى ہے_ وہ كہتے ہي</w:t>
      </w:r>
      <w:r w:rsidR="007D6C9B">
        <w:rPr>
          <w:rtl/>
        </w:rPr>
        <w:t xml:space="preserve">ں </w:t>
      </w:r>
      <w:r>
        <w:rPr>
          <w:rtl/>
        </w:rPr>
        <w:t xml:space="preserve">: </w:t>
      </w:r>
    </w:p>
    <w:p w:rsidR="00DE2D7F" w:rsidRDefault="00DE2D7F" w:rsidP="00D07B54">
      <w:pPr>
        <w:pStyle w:val="libNormal"/>
        <w:rPr>
          <w:rtl/>
        </w:rPr>
      </w:pPr>
      <w:r>
        <w:rPr>
          <w:rtl/>
        </w:rPr>
        <w:t>مي</w:t>
      </w:r>
      <w:r w:rsidR="007D6C9B">
        <w:rPr>
          <w:rtl/>
        </w:rPr>
        <w:t xml:space="preserve">ں </w:t>
      </w:r>
      <w:r>
        <w:rPr>
          <w:rtl/>
        </w:rPr>
        <w:t>نے اپنے استاد'' على بن فارقي'' سے پوچھا كہ كيا فاطمہ(ص) اپنے دعوى مي</w:t>
      </w:r>
      <w:r w:rsidR="007D6C9B">
        <w:rPr>
          <w:rtl/>
        </w:rPr>
        <w:t xml:space="preserve">ں </w:t>
      </w:r>
      <w:r>
        <w:rPr>
          <w:rtl/>
        </w:rPr>
        <w:t>سچى تھي</w:t>
      </w:r>
      <w:r w:rsidR="007D6C9B">
        <w:rPr>
          <w:rtl/>
        </w:rPr>
        <w:t xml:space="preserve">ں </w:t>
      </w:r>
      <w:r>
        <w:rPr>
          <w:rtl/>
        </w:rPr>
        <w:t>؟ تو انھو</w:t>
      </w:r>
      <w:r w:rsidR="007D6C9B">
        <w:rPr>
          <w:rtl/>
        </w:rPr>
        <w:t xml:space="preserve">ں </w:t>
      </w:r>
      <w:r>
        <w:rPr>
          <w:rtl/>
        </w:rPr>
        <w:t>نے كہا جى ہا</w:t>
      </w:r>
      <w:r w:rsidR="007D6C9B">
        <w:rPr>
          <w:rtl/>
        </w:rPr>
        <w:t xml:space="preserve">ں </w:t>
      </w:r>
      <w:r>
        <w:rPr>
          <w:rtl/>
        </w:rPr>
        <w:t>پھر مي</w:t>
      </w:r>
      <w:r w:rsidR="007D6C9B">
        <w:rPr>
          <w:rtl/>
        </w:rPr>
        <w:t xml:space="preserve">ں </w:t>
      </w:r>
      <w:r>
        <w:rPr>
          <w:rtl/>
        </w:rPr>
        <w:t>نے پوچھا تو ابوبكر انھي</w:t>
      </w:r>
      <w:r w:rsidR="007D6C9B">
        <w:rPr>
          <w:rtl/>
        </w:rPr>
        <w:t xml:space="preserve">ں </w:t>
      </w:r>
      <w:r>
        <w:rPr>
          <w:rtl/>
        </w:rPr>
        <w:t xml:space="preserve">سچا اور بر حق بھى سمجھتے تھے _ </w:t>
      </w:r>
    </w:p>
    <w:p w:rsidR="00DE2D7F" w:rsidRDefault="00DE2D7F" w:rsidP="00D07B54">
      <w:pPr>
        <w:pStyle w:val="libNormal"/>
        <w:rPr>
          <w:rtl/>
        </w:rPr>
      </w:pPr>
      <w:r>
        <w:rPr>
          <w:rtl/>
        </w:rPr>
        <w:t>اس موقع پر ميرے استاد نے معنى خيز تبسم كے ساتھ نہايت ہى لطيف اور پيارا جواب ديا حالانكہ انكى مذاق كى عادت نہي</w:t>
      </w:r>
      <w:r w:rsidR="007D6C9B">
        <w:rPr>
          <w:rtl/>
        </w:rPr>
        <w:t xml:space="preserve">ں </w:t>
      </w:r>
      <w:r>
        <w:rPr>
          <w:rtl/>
        </w:rPr>
        <w:t>تھي،انھو</w:t>
      </w:r>
      <w:r w:rsidR="007D6C9B">
        <w:rPr>
          <w:rtl/>
        </w:rPr>
        <w:t xml:space="preserve">ں </w:t>
      </w:r>
      <w:r>
        <w:rPr>
          <w:rtl/>
        </w:rPr>
        <w:t xml:space="preserve">نے كہا: </w:t>
      </w:r>
    </w:p>
    <w:p w:rsidR="00DE2D7F" w:rsidRDefault="00DE2D7F" w:rsidP="00D07B54">
      <w:pPr>
        <w:pStyle w:val="libNormal"/>
        <w:rPr>
          <w:rtl/>
        </w:rPr>
      </w:pPr>
      <w:r>
        <w:rPr>
          <w:rtl/>
        </w:rPr>
        <w:t>اگر وہ آج انھي</w:t>
      </w:r>
      <w:r w:rsidR="007D6C9B">
        <w:rPr>
          <w:rtl/>
        </w:rPr>
        <w:t xml:space="preserve">ں </w:t>
      </w:r>
      <w:r>
        <w:rPr>
          <w:rtl/>
        </w:rPr>
        <w:t>صرف ان كے دعوى كى بناء پر ہى فدك دےديتے تو پھر نہ تو ان كے لئے كسى عذر كى گنجا</w:t>
      </w:r>
      <w:r w:rsidR="00091C36">
        <w:rPr>
          <w:rtl/>
        </w:rPr>
        <w:t xml:space="preserve">ئش </w:t>
      </w:r>
      <w:r>
        <w:rPr>
          <w:rtl/>
        </w:rPr>
        <w:t xml:space="preserve"> باقى رہتى اور نہ ہى ان سے موافقت كا امكان ''_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E664BB" w:rsidP="00D07B54">
      <w:pPr>
        <w:pStyle w:val="libNormal"/>
        <w:rPr>
          <w:rtl/>
        </w:rPr>
      </w:pPr>
      <w:r>
        <w:rPr>
          <w:rtl/>
        </w:rPr>
        <w:t>3</w:t>
      </w:r>
      <w:r w:rsidR="00DE2D7F">
        <w:rPr>
          <w:rtl/>
        </w:rPr>
        <w:t>_پيغمبر اسلام (ص) كى ايك مشہور حديث ہے جسے شيعہ اور سنى سب نے اپنى اپنى كتابو</w:t>
      </w:r>
      <w:r w:rsidR="007D6C9B">
        <w:rPr>
          <w:rtl/>
        </w:rPr>
        <w:t xml:space="preserve">ں </w:t>
      </w:r>
      <w:r w:rsidR="00DE2D7F">
        <w:rPr>
          <w:rtl/>
        </w:rPr>
        <w:t>مي</w:t>
      </w:r>
      <w:r w:rsidR="007D6C9B">
        <w:rPr>
          <w:rtl/>
        </w:rPr>
        <w:t xml:space="preserve">ں </w:t>
      </w:r>
      <w:r w:rsidR="00DE2D7F">
        <w:rPr>
          <w:rtl/>
        </w:rPr>
        <w:t>درج كيا ہے،حديث يہ ہے: ''</w:t>
      </w:r>
      <w:r w:rsidR="00DE2D7F" w:rsidRPr="0063649F">
        <w:rPr>
          <w:rStyle w:val="libArabicChar"/>
          <w:rtl/>
        </w:rPr>
        <w:t>العلماء ورثة الانبياء''</w:t>
      </w:r>
      <w:r w:rsidR="00DE2D7F">
        <w:rPr>
          <w:rtl/>
        </w:rPr>
        <w:t>_ ''علماء انبياء كے وارث ہوتے ہي</w:t>
      </w:r>
      <w:r w:rsidR="007D6C9B">
        <w:rPr>
          <w:rtl/>
        </w:rPr>
        <w:t xml:space="preserve">ں </w:t>
      </w:r>
      <w:r w:rsidR="00DE2D7F">
        <w:rPr>
          <w:rtl/>
        </w:rPr>
        <w:t xml:space="preserve">''_ </w:t>
      </w:r>
    </w:p>
    <w:p w:rsidR="00DE2D7F" w:rsidRDefault="00DE2D7F" w:rsidP="00D07B54">
      <w:pPr>
        <w:pStyle w:val="libNormal"/>
        <w:rPr>
          <w:rtl/>
        </w:rPr>
      </w:pPr>
      <w:r>
        <w:rPr>
          <w:rtl/>
        </w:rPr>
        <w:t>نيز يہ قول بھى آنحضرت(ص) ہى سے منقول ہے: ''ان الانبياء لم يورثوا ديناراً ولا درھماً''_ ''انبياء اپنى ميراث مي</w:t>
      </w:r>
      <w:r w:rsidR="007D6C9B">
        <w:rPr>
          <w:rtl/>
        </w:rPr>
        <w:t xml:space="preserve">ں </w:t>
      </w:r>
      <w:r>
        <w:rPr>
          <w:rtl/>
        </w:rPr>
        <w:t>نہ تودينار چھوڑتے ہي</w:t>
      </w:r>
      <w:r w:rsidR="007D6C9B">
        <w:rPr>
          <w:rtl/>
        </w:rPr>
        <w:t xml:space="preserve">ں </w:t>
      </w:r>
      <w:r>
        <w:rPr>
          <w:rtl/>
        </w:rPr>
        <w:t xml:space="preserve">اور نہ ہى درہم''_ </w:t>
      </w:r>
    </w:p>
    <w:p w:rsidR="00DE2D7F" w:rsidRDefault="00DE2D7F" w:rsidP="00D07B54">
      <w:pPr>
        <w:pStyle w:val="libNormal"/>
        <w:rPr>
          <w:rtl/>
        </w:rPr>
      </w:pPr>
      <w:r>
        <w:rPr>
          <w:rtl/>
        </w:rPr>
        <w:t>ان دونو</w:t>
      </w:r>
      <w:r w:rsidR="007D6C9B">
        <w:rPr>
          <w:rtl/>
        </w:rPr>
        <w:t xml:space="preserve">ں </w:t>
      </w:r>
      <w:r>
        <w:rPr>
          <w:rtl/>
        </w:rPr>
        <w:t>حديثو</w:t>
      </w:r>
      <w:r w:rsidR="007D6C9B">
        <w:rPr>
          <w:rtl/>
        </w:rPr>
        <w:t xml:space="preserve">ں </w:t>
      </w:r>
      <w:r>
        <w:rPr>
          <w:rtl/>
        </w:rPr>
        <w:t>كو ملا كر پڑھنے سے يو</w:t>
      </w:r>
      <w:r w:rsidR="007D6C9B">
        <w:rPr>
          <w:rtl/>
        </w:rPr>
        <w:t xml:space="preserve">ں </w:t>
      </w:r>
      <w:r>
        <w:rPr>
          <w:rtl/>
        </w:rPr>
        <w:t>معلوم ہوتا ہے كہ آپ(ص) كا اصل مقصد يہ تھا كہ لوگو</w:t>
      </w:r>
      <w:r w:rsidR="007D6C9B">
        <w:rPr>
          <w:rtl/>
        </w:rPr>
        <w:t xml:space="preserve">ں </w:t>
      </w:r>
      <w:r>
        <w:rPr>
          <w:rtl/>
        </w:rPr>
        <w:t>كو يہ بات باور كرائي</w:t>
      </w:r>
      <w:r w:rsidR="007D6C9B">
        <w:rPr>
          <w:rtl/>
        </w:rPr>
        <w:t xml:space="preserve">ں </w:t>
      </w:r>
      <w:r>
        <w:rPr>
          <w:rtl/>
        </w:rPr>
        <w:t>كہ انبياء كے لئے سرمايہ افتخار ان كا علم ہے اور اہم ترين چيز جو وہ يادگاركے طور پر چھوڑ جاتے ہي</w:t>
      </w:r>
      <w:r w:rsidR="007D6C9B">
        <w:rPr>
          <w:rtl/>
        </w:rPr>
        <w:t xml:space="preserve">ں </w:t>
      </w:r>
      <w:r>
        <w:rPr>
          <w:rtl/>
        </w:rPr>
        <w:t>ان كا ہدايت و راہنمائي كا پروگرام ہے اور جو لوگ علم و دانش سے زيادہ بہرہ مند ہو</w:t>
      </w:r>
      <w:r w:rsidR="007D6C9B">
        <w:rPr>
          <w:rtl/>
        </w:rPr>
        <w:t xml:space="preserve">ں </w:t>
      </w:r>
      <w:r>
        <w:rPr>
          <w:rtl/>
        </w:rPr>
        <w:t>گے وہى انبياء كے اصلى وارث ہو</w:t>
      </w:r>
      <w:r w:rsidR="007D6C9B">
        <w:rPr>
          <w:rtl/>
        </w:rPr>
        <w:t xml:space="preserve">ں </w:t>
      </w:r>
      <w:r>
        <w:rPr>
          <w:rtl/>
        </w:rPr>
        <w:t>گے_ بجائے اس كے كہ ان كى مال پر نگاہ ہو اور اسے يادگار كے طور پر چھوڑجائي</w:t>
      </w:r>
      <w:r w:rsidR="007D6C9B">
        <w:rPr>
          <w:rtl/>
        </w:rPr>
        <w:t xml:space="preserve">ں </w:t>
      </w:r>
      <w:r>
        <w:rPr>
          <w:rtl/>
        </w:rPr>
        <w:t>_ اس كے بعد اس حديث كے نقل بہ معنى كرديا گيا اور اس كى غلط تعبيري</w:t>
      </w:r>
      <w:r w:rsidR="007D6C9B">
        <w:rPr>
          <w:rtl/>
        </w:rPr>
        <w:t xml:space="preserve">ں </w:t>
      </w:r>
      <w:r>
        <w:rPr>
          <w:rtl/>
        </w:rPr>
        <w:t>كى گئي</w:t>
      </w:r>
      <w:r w:rsidR="007D6C9B">
        <w:rPr>
          <w:rtl/>
        </w:rPr>
        <w:t xml:space="preserve">ں </w:t>
      </w:r>
      <w:r>
        <w:rPr>
          <w:rtl/>
        </w:rPr>
        <w:t>اور شايد''ماتركناہ صدقة'' والے جملے كا بعض روايات مي</w:t>
      </w:r>
      <w:r w:rsidR="007D6C9B">
        <w:rPr>
          <w:rtl/>
        </w:rPr>
        <w:t xml:space="preserve">ں </w:t>
      </w:r>
      <w:r>
        <w:rPr>
          <w:rtl/>
        </w:rPr>
        <w:t xml:space="preserve">اس پر اضافہ كرديا گيا_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)شرح نہج البلاغہ،ابن ابى الحديد جلد_</w:t>
      </w:r>
      <w:r w:rsidR="00E664BB">
        <w:rPr>
          <w:rtl/>
        </w:rPr>
        <w:t>16</w:t>
      </w:r>
      <w:r>
        <w:rPr>
          <w:rtl/>
        </w:rPr>
        <w:t>ص</w:t>
      </w:r>
      <w:r w:rsidR="00E664BB">
        <w:rPr>
          <w:rtl/>
        </w:rPr>
        <w:t>284</w:t>
      </w:r>
      <w:r>
        <w:rPr>
          <w:rtl/>
        </w:rPr>
        <w:t xml:space="preserve">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FB7F4E" w:rsidRDefault="00DE2D7F" w:rsidP="00D07B54">
      <w:pPr>
        <w:pStyle w:val="Heading2Center"/>
        <w:rPr>
          <w:rtl/>
        </w:rPr>
      </w:pPr>
      <w:bookmarkStart w:id="432" w:name="_Toc7268829"/>
      <w:r>
        <w:rPr>
          <w:rtl/>
        </w:rPr>
        <w:t>مباہلہ</w:t>
      </w:r>
      <w:bookmarkEnd w:id="432"/>
      <w:r>
        <w:rPr>
          <w:rtl/>
        </w:rPr>
        <w:t xml:space="preserve"> </w:t>
      </w:r>
    </w:p>
    <w:p w:rsidR="00DE2D7F" w:rsidRDefault="00DE2D7F" w:rsidP="00D07B54">
      <w:pPr>
        <w:pStyle w:val="libNormal"/>
        <w:rPr>
          <w:rtl/>
        </w:rPr>
      </w:pPr>
      <w:r>
        <w:rPr>
          <w:rtl/>
        </w:rPr>
        <w:t>خداوندعالم نے اپنے پيغمبر(ص) كو حكم ديا ہے كہ ان واضح دلائل كے بعد بھى كوئي شخص تم سے حضرت عيسى (ع) كے بارے مي</w:t>
      </w:r>
      <w:r w:rsidR="007D6C9B">
        <w:rPr>
          <w:rtl/>
        </w:rPr>
        <w:t xml:space="preserve">ں </w:t>
      </w:r>
      <w:r>
        <w:rPr>
          <w:rtl/>
        </w:rPr>
        <w:t>گفتگو اور جھگڑا كرے تو اسے''مباھلہ''كى دعوت دو اور كہو كہ وہ اپنے بچو</w:t>
      </w:r>
      <w:r w:rsidR="007D6C9B">
        <w:rPr>
          <w:rtl/>
        </w:rPr>
        <w:t xml:space="preserve">ں </w:t>
      </w:r>
      <w:r>
        <w:rPr>
          <w:rtl/>
        </w:rPr>
        <w:t>،عورتو</w:t>
      </w:r>
      <w:r w:rsidR="007D6C9B">
        <w:rPr>
          <w:rtl/>
        </w:rPr>
        <w:t xml:space="preserve">ں </w:t>
      </w:r>
      <w:r>
        <w:rPr>
          <w:rtl/>
        </w:rPr>
        <w:t xml:space="preserve">اور نفسو </w:t>
      </w:r>
      <w:r w:rsidR="007D6C9B">
        <w:rPr>
          <w:rtl/>
        </w:rPr>
        <w:t xml:space="preserve">ں </w:t>
      </w:r>
      <w:r>
        <w:rPr>
          <w:rtl/>
        </w:rPr>
        <w:t>كو لے آئے اور تم بھى اپنے بچو</w:t>
      </w:r>
      <w:r w:rsidR="007D6C9B">
        <w:rPr>
          <w:rtl/>
        </w:rPr>
        <w:t xml:space="preserve">ں </w:t>
      </w:r>
      <w:r>
        <w:rPr>
          <w:rtl/>
        </w:rPr>
        <w:t>كو عورتو</w:t>
      </w:r>
      <w:r w:rsidR="007D6C9B">
        <w:rPr>
          <w:rtl/>
        </w:rPr>
        <w:t xml:space="preserve">ں </w:t>
      </w:r>
      <w:r>
        <w:rPr>
          <w:rtl/>
        </w:rPr>
        <w:t>اور نفس</w:t>
      </w:r>
      <w:r w:rsidR="007D6C9B">
        <w:rPr>
          <w:rtl/>
        </w:rPr>
        <w:t xml:space="preserve">ں </w:t>
      </w:r>
      <w:r>
        <w:rPr>
          <w:rtl/>
        </w:rPr>
        <w:t>كو بلا لو پھر دعا كرو تاكہ خدا جھوٹو</w:t>
      </w:r>
      <w:r w:rsidR="007D6C9B">
        <w:rPr>
          <w:rtl/>
        </w:rPr>
        <w:t xml:space="preserve">ں </w:t>
      </w:r>
      <w:r>
        <w:rPr>
          <w:rtl/>
        </w:rPr>
        <w:t xml:space="preserve">كو رسوا كردے_ </w:t>
      </w:r>
    </w:p>
    <w:p w:rsidR="00DE2D7F" w:rsidRDefault="00DE2D7F" w:rsidP="00D07B54">
      <w:pPr>
        <w:pStyle w:val="libNormal"/>
        <w:rPr>
          <w:rtl/>
        </w:rPr>
      </w:pPr>
      <w:r>
        <w:rPr>
          <w:rtl/>
        </w:rPr>
        <w:t>بغير كہے يہ بات واضح ہے جب كہ مباہلہ سے مراد يہ نہي</w:t>
      </w:r>
      <w:r w:rsidR="007D6C9B">
        <w:rPr>
          <w:rtl/>
        </w:rPr>
        <w:t xml:space="preserve">ں </w:t>
      </w:r>
      <w:r>
        <w:rPr>
          <w:rtl/>
        </w:rPr>
        <w:t>كہ طرفين جمع ہو</w:t>
      </w:r>
      <w:r w:rsidR="007D6C9B">
        <w:rPr>
          <w:rtl/>
        </w:rPr>
        <w:t xml:space="preserve">ں </w:t>
      </w:r>
      <w:r>
        <w:rPr>
          <w:rtl/>
        </w:rPr>
        <w:t>،اور ايك دوسرے پر لعنت اور نفرين كري</w:t>
      </w:r>
      <w:r w:rsidR="007D6C9B">
        <w:rPr>
          <w:rtl/>
        </w:rPr>
        <w:t xml:space="preserve">ں </w:t>
      </w:r>
      <w:r>
        <w:rPr>
          <w:rtl/>
        </w:rPr>
        <w:t>اور پھر منتشر ہو جائي</w:t>
      </w:r>
      <w:r w:rsidR="007D6C9B">
        <w:rPr>
          <w:rtl/>
        </w:rPr>
        <w:t xml:space="preserve">ں </w:t>
      </w:r>
      <w:r>
        <w:rPr>
          <w:rtl/>
        </w:rPr>
        <w:t>كيونكہ يہ عمل تو نتيجہ خيز نہي</w:t>
      </w:r>
      <w:r w:rsidR="007D6C9B">
        <w:rPr>
          <w:rtl/>
        </w:rPr>
        <w:t xml:space="preserve">ں </w:t>
      </w:r>
      <w:r>
        <w:rPr>
          <w:rtl/>
        </w:rPr>
        <w:t xml:space="preserve">ہے_ </w:t>
      </w:r>
    </w:p>
    <w:p w:rsidR="00DE2D7F" w:rsidRDefault="00DE2D7F" w:rsidP="00D07B54">
      <w:pPr>
        <w:pStyle w:val="libNormal"/>
        <w:rPr>
          <w:rtl/>
        </w:rPr>
      </w:pPr>
      <w:r>
        <w:rPr>
          <w:rtl/>
        </w:rPr>
        <w:t>بلكہ مراد يہ ہے كہ دعا او رنفرين عملى طور پر اپنا اثر ظاہر كرے اور جو جھوٹا ہو فوراً عذاب مي</w:t>
      </w:r>
      <w:r w:rsidR="007D6C9B">
        <w:rPr>
          <w:rtl/>
        </w:rPr>
        <w:t xml:space="preserve">ں </w:t>
      </w:r>
      <w:r>
        <w:rPr>
          <w:rtl/>
        </w:rPr>
        <w:t xml:space="preserve">گرفتار ہو جائے_ </w:t>
      </w:r>
    </w:p>
    <w:p w:rsidR="00DE2D7F" w:rsidRDefault="00DE2D7F" w:rsidP="00D07B54">
      <w:pPr>
        <w:pStyle w:val="libNormal"/>
        <w:rPr>
          <w:rtl/>
        </w:rPr>
      </w:pPr>
      <w:r>
        <w:rPr>
          <w:rtl/>
        </w:rPr>
        <w:t>آيات مي</w:t>
      </w:r>
      <w:r w:rsidR="007D6C9B">
        <w:rPr>
          <w:rtl/>
        </w:rPr>
        <w:t xml:space="preserve">ں </w:t>
      </w:r>
      <w:r>
        <w:rPr>
          <w:rtl/>
        </w:rPr>
        <w:t>مباہلہ كا نتيجہ تو بيان نہي</w:t>
      </w:r>
      <w:r w:rsidR="007D6C9B">
        <w:rPr>
          <w:rtl/>
        </w:rPr>
        <w:t xml:space="preserve">ں </w:t>
      </w:r>
      <w:r>
        <w:rPr>
          <w:rtl/>
        </w:rPr>
        <w:t xml:space="preserve">كيا گيا ليكن چونكہ يہ طريقہ كار منطق و استدلال كے غير موثر ہونے پر اختيار كيا گيا تھا اس لئے يہ خود اس بات كى دليل ہے كہ مقصود صرف دعا نہ تھى بلكہ اس كا خاجى اثر پيش نظر تھا_ </w:t>
      </w:r>
    </w:p>
    <w:p w:rsidR="00DE2D7F" w:rsidRDefault="00DE2D7F" w:rsidP="00D07B54">
      <w:pPr>
        <w:pStyle w:val="libNormal"/>
        <w:rPr>
          <w:rtl/>
        </w:rPr>
      </w:pPr>
      <w:r>
        <w:rPr>
          <w:rtl/>
        </w:rPr>
        <w:t>مباہلہ كا مسئلہ عرب مي</w:t>
      </w:r>
      <w:r w:rsidR="007D6C9B">
        <w:rPr>
          <w:rtl/>
        </w:rPr>
        <w:t xml:space="preserve">ں </w:t>
      </w:r>
      <w:r>
        <w:rPr>
          <w:rtl/>
        </w:rPr>
        <w:t>كبھى پيش نہي</w:t>
      </w:r>
      <w:r w:rsidR="007D6C9B">
        <w:rPr>
          <w:rtl/>
        </w:rPr>
        <w:t xml:space="preserve">ں </w:t>
      </w:r>
      <w:r>
        <w:rPr>
          <w:rtl/>
        </w:rPr>
        <w:t>آيا تھا،اور اس راستہ سے پيغمبر اكرم(ص) كو صدقت و ايمان كو اچھى سرح سمجھا جاسكتا تھا،كيسے ممكن ہے كہ جو شخص كامل ارتباط كے ساتھ خدا پر ايمان نہ ركھتا ہو وہ ايسے ميدان كى طرف آئے اور مخالفين كو دعوت دى كہ آئو اكھٹے درگاہ خدا مي</w:t>
      </w:r>
      <w:r w:rsidR="007D6C9B">
        <w:rPr>
          <w:rtl/>
        </w:rPr>
        <w:t xml:space="preserve">ں </w:t>
      </w:r>
      <w:r>
        <w:rPr>
          <w:rtl/>
        </w:rPr>
        <w:t>چلي</w:t>
      </w:r>
      <w:r w:rsidR="007D6C9B">
        <w:rPr>
          <w:rtl/>
        </w:rPr>
        <w:t xml:space="preserve">ں </w:t>
      </w:r>
      <w:r>
        <w:rPr>
          <w:rtl/>
        </w:rPr>
        <w:t>،اس سے درخواست كري</w:t>
      </w:r>
      <w:r w:rsidR="007D6C9B">
        <w:rPr>
          <w:rtl/>
        </w:rPr>
        <w:t xml:space="preserve">ں </w:t>
      </w:r>
      <w:r>
        <w:rPr>
          <w:rtl/>
        </w:rPr>
        <w:t>اور دعا كريسي</w:t>
      </w:r>
      <w:r w:rsidR="007D6C9B">
        <w:rPr>
          <w:rtl/>
        </w:rPr>
        <w:t xml:space="preserve">ں </w:t>
      </w:r>
      <w:r>
        <w:rPr>
          <w:rtl/>
        </w:rPr>
        <w:t xml:space="preserve">كہ وہ جھوٹے كو رسو اكردے اور پھر يہ بھى كہے كہ تم عنقريب اس كا نتيجہ خودديكھ لو گے كہ خدا كس طرح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جھوٹو</w:t>
      </w:r>
      <w:r w:rsidR="007D6C9B">
        <w:rPr>
          <w:rtl/>
        </w:rPr>
        <w:t xml:space="preserve">ں </w:t>
      </w:r>
      <w:r>
        <w:rPr>
          <w:rtl/>
        </w:rPr>
        <w:t xml:space="preserve">كو سزا ديتا ہے او رعذاب كرتا ہے_ </w:t>
      </w:r>
    </w:p>
    <w:p w:rsidR="00DE2D7F" w:rsidRDefault="00DE2D7F" w:rsidP="00D07B54">
      <w:pPr>
        <w:pStyle w:val="libNormal"/>
        <w:rPr>
          <w:rtl/>
        </w:rPr>
      </w:pPr>
      <w:r>
        <w:rPr>
          <w:rtl/>
        </w:rPr>
        <w:t xml:space="preserve">يہ مسلم ہے كہ ايسے ميدان كا رخ كرنا بہت خطرناك معاملہ ہے كيونكہ اگر دعوت دينے والے كى دعا قبول نہ ہوئي اور مخالفين كو ملنے والى سزا كا اثر واضح نہ ہوا تو نتيجہ دعوت دينے والے كى رسوائي كے علاوہ كچھ نہ ہوگا_ </w:t>
      </w:r>
    </w:p>
    <w:p w:rsidR="00DE2D7F" w:rsidRDefault="00DE2D7F" w:rsidP="00D07B54">
      <w:pPr>
        <w:pStyle w:val="libNormal"/>
        <w:rPr>
          <w:rtl/>
        </w:rPr>
      </w:pPr>
      <w:r>
        <w:rPr>
          <w:rtl/>
        </w:rPr>
        <w:t>كيسے ممكن ہے كہ ايك عقلمند اورسمجھ دار انسان نتيجے كے متعلق اطمينان كئے بغير اس مرحلے مي</w:t>
      </w:r>
      <w:r w:rsidR="007D6C9B">
        <w:rPr>
          <w:rtl/>
        </w:rPr>
        <w:t xml:space="preserve">ں </w:t>
      </w:r>
      <w:r>
        <w:rPr>
          <w:rtl/>
        </w:rPr>
        <w:t xml:space="preserve">قدم ركھے _ اسى لئے تو كہا جاتا ہے كہ پيغمبراكرم(ص) كى طرف سے دعوت مباھلہ اپنے نتائج سے قطع نظر،آپ (ص) كى دعوت كى صداقت اور ايمان كى دليل بھى ہے_ </w:t>
      </w:r>
    </w:p>
    <w:p w:rsidR="00DE2D7F" w:rsidRDefault="00DE2D7F" w:rsidP="00D07B54">
      <w:pPr>
        <w:pStyle w:val="libNormal"/>
        <w:rPr>
          <w:rtl/>
        </w:rPr>
      </w:pPr>
      <w:r>
        <w:rPr>
          <w:rtl/>
        </w:rPr>
        <w:t>اسلامى روايات مي</w:t>
      </w:r>
      <w:r w:rsidR="007D6C9B">
        <w:rPr>
          <w:rtl/>
        </w:rPr>
        <w:t xml:space="preserve">ں </w:t>
      </w:r>
      <w:r>
        <w:rPr>
          <w:rtl/>
        </w:rPr>
        <w:t>ہے كہ''مباھلہ''كى دعوت دى گئي تو نجران كے عيسائيو</w:t>
      </w:r>
      <w:r w:rsidR="007D6C9B">
        <w:rPr>
          <w:rtl/>
        </w:rPr>
        <w:t xml:space="preserve">ں </w:t>
      </w:r>
      <w:r>
        <w:rPr>
          <w:rtl/>
        </w:rPr>
        <w:t>كے نمائندے پيغمبر اكرم(ص) كے پاس آئے اور آپ(ص) سے مہلت چاہى تا كہ اس بارے مي</w:t>
      </w:r>
      <w:r w:rsidR="007D6C9B">
        <w:rPr>
          <w:rtl/>
        </w:rPr>
        <w:t xml:space="preserve">ں </w:t>
      </w:r>
      <w:r>
        <w:rPr>
          <w:rtl/>
        </w:rPr>
        <w:t>سوچ بچار كرلي</w:t>
      </w:r>
      <w:r w:rsidR="007D6C9B">
        <w:rPr>
          <w:rtl/>
        </w:rPr>
        <w:t xml:space="preserve">ں </w:t>
      </w:r>
      <w:r>
        <w:rPr>
          <w:rtl/>
        </w:rPr>
        <w:t>اور اس سلسلے مي</w:t>
      </w:r>
      <w:r w:rsidR="007D6C9B">
        <w:rPr>
          <w:rtl/>
        </w:rPr>
        <w:t xml:space="preserve">ں </w:t>
      </w:r>
      <w:r>
        <w:rPr>
          <w:rtl/>
        </w:rPr>
        <w:t>اپنے بزرگو</w:t>
      </w:r>
      <w:r w:rsidR="007D6C9B">
        <w:rPr>
          <w:rtl/>
        </w:rPr>
        <w:t xml:space="preserve">ں </w:t>
      </w:r>
      <w:r>
        <w:rPr>
          <w:rtl/>
        </w:rPr>
        <w:t>سے مشورہ كرلي</w:t>
      </w:r>
      <w:r w:rsidR="007D6C9B">
        <w:rPr>
          <w:rtl/>
        </w:rPr>
        <w:t xml:space="preserve">ں </w:t>
      </w:r>
      <w:r>
        <w:rPr>
          <w:rtl/>
        </w:rPr>
        <w:t xml:space="preserve">_ مشورہ كى يہ بات ان كى نفسياتى حالت كى چغلى كھاتى ہے_ </w:t>
      </w:r>
    </w:p>
    <w:p w:rsidR="00DE2D7F" w:rsidRDefault="00DE2D7F" w:rsidP="00D07B54">
      <w:pPr>
        <w:pStyle w:val="libNormal"/>
        <w:rPr>
          <w:rtl/>
        </w:rPr>
      </w:pPr>
      <w:r>
        <w:rPr>
          <w:rtl/>
        </w:rPr>
        <w:t>بہر حال مشورے كا نتيجہ يہ نكلا كہ عيسائيو</w:t>
      </w:r>
      <w:r w:rsidR="007D6C9B">
        <w:rPr>
          <w:rtl/>
        </w:rPr>
        <w:t xml:space="preserve">ں </w:t>
      </w:r>
      <w:r>
        <w:rPr>
          <w:rtl/>
        </w:rPr>
        <w:t>كے ما بين يہ طے پاياكہ اگر محمد(ص) شور وغل،مجمع اور دادوفريادكے ساتھ''مباھلہ''كے لئے آئي</w:t>
      </w:r>
      <w:r w:rsidR="007D6C9B">
        <w:rPr>
          <w:rtl/>
        </w:rPr>
        <w:t xml:space="preserve">ں </w:t>
      </w:r>
      <w:r>
        <w:rPr>
          <w:rtl/>
        </w:rPr>
        <w:t>تو ڈرا نہ جائے اورمباہلہ كرليا جائے كيونكہ اگر اس طرح آئي</w:t>
      </w:r>
      <w:r w:rsidR="007D6C9B">
        <w:rPr>
          <w:rtl/>
        </w:rPr>
        <w:t xml:space="preserve">ں </w:t>
      </w:r>
      <w:r>
        <w:rPr>
          <w:rtl/>
        </w:rPr>
        <w:t>تو پھر حقيقت كچھ بھى نہي</w:t>
      </w:r>
      <w:r w:rsidR="007D6C9B">
        <w:rPr>
          <w:rtl/>
        </w:rPr>
        <w:t xml:space="preserve">ں </w:t>
      </w:r>
      <w:r>
        <w:rPr>
          <w:rtl/>
        </w:rPr>
        <w:t>،جب بھى شوروغل كا سہارا ليا جائے گا اور اگر وہ بہت محدود افراد كے ساتھ آئي</w:t>
      </w:r>
      <w:r w:rsidR="007D6C9B">
        <w:rPr>
          <w:rtl/>
        </w:rPr>
        <w:t xml:space="preserve">ں </w:t>
      </w:r>
      <w:r>
        <w:rPr>
          <w:rtl/>
        </w:rPr>
        <w:t>،بہت قريبى خواص اور چھوٹے بچو</w:t>
      </w:r>
      <w:r w:rsidR="007D6C9B">
        <w:rPr>
          <w:rtl/>
        </w:rPr>
        <w:t xml:space="preserve">ں </w:t>
      </w:r>
      <w:r>
        <w:rPr>
          <w:rtl/>
        </w:rPr>
        <w:t>كو لے كر وعدہ گاہ مي</w:t>
      </w:r>
      <w:r w:rsidR="007D6C9B">
        <w:rPr>
          <w:rtl/>
        </w:rPr>
        <w:t xml:space="preserve">ں </w:t>
      </w:r>
      <w:r>
        <w:rPr>
          <w:rtl/>
        </w:rPr>
        <w:t>پہنچي</w:t>
      </w:r>
      <w:r w:rsidR="007D6C9B">
        <w:rPr>
          <w:rtl/>
        </w:rPr>
        <w:t xml:space="preserve">ں </w:t>
      </w:r>
      <w:r>
        <w:rPr>
          <w:rtl/>
        </w:rPr>
        <w:t>تو پھر جان لينا چاہيے كہ وہ خدا كے پيغمبرہي</w:t>
      </w:r>
      <w:r w:rsidR="007D6C9B">
        <w:rPr>
          <w:rtl/>
        </w:rPr>
        <w:t xml:space="preserve">ں </w:t>
      </w:r>
      <w:r>
        <w:rPr>
          <w:rtl/>
        </w:rPr>
        <w:t>اور اس صورت مي</w:t>
      </w:r>
      <w:r w:rsidR="007D6C9B">
        <w:rPr>
          <w:rtl/>
        </w:rPr>
        <w:t xml:space="preserve">ں </w:t>
      </w:r>
      <w:r>
        <w:rPr>
          <w:rtl/>
        </w:rPr>
        <w:t>اس سے ''مباھلہ''كرنے سے پرہيز كرنا چاہيے كيونكہ اس صورت مي</w:t>
      </w:r>
      <w:r w:rsidR="007D6C9B">
        <w:rPr>
          <w:rtl/>
        </w:rPr>
        <w:t xml:space="preserve">ں </w:t>
      </w:r>
      <w:r>
        <w:rPr>
          <w:rtl/>
        </w:rPr>
        <w:t xml:space="preserve">معاملہ خطرناك ہے_ </w:t>
      </w:r>
    </w:p>
    <w:p w:rsidR="00DE2D7F" w:rsidRDefault="00DE2D7F" w:rsidP="00D07B54">
      <w:pPr>
        <w:pStyle w:val="libNormal"/>
        <w:rPr>
          <w:rtl/>
        </w:rPr>
      </w:pPr>
      <w:r>
        <w:rPr>
          <w:rtl/>
        </w:rPr>
        <w:t>طے شدہ پروگرام كے مطابق عيسائي ميدان مباہلہ مي</w:t>
      </w:r>
      <w:r w:rsidR="007D6C9B">
        <w:rPr>
          <w:rtl/>
        </w:rPr>
        <w:t xml:space="preserve">ں </w:t>
      </w:r>
      <w:r>
        <w:rPr>
          <w:rtl/>
        </w:rPr>
        <w:t>پہنچے تو اچانك ديكھا كہ پيغمبر(ص) اپنے بيٹے حسين(ع) كو گود مي</w:t>
      </w:r>
      <w:r w:rsidR="007D6C9B">
        <w:rPr>
          <w:rtl/>
        </w:rPr>
        <w:t xml:space="preserve">ں </w:t>
      </w:r>
      <w:r>
        <w:rPr>
          <w:rtl/>
        </w:rPr>
        <w:t>لئے حسن(ع) كا ہاتھ پكڑے اور على (ع) اور فاطمہ(ع) كو ہمراہ لئے آپہنچے ہي</w:t>
      </w:r>
      <w:r w:rsidR="007D6C9B">
        <w:rPr>
          <w:rtl/>
        </w:rPr>
        <w:t xml:space="preserve">ں </w:t>
      </w:r>
      <w:r>
        <w:rPr>
          <w:rtl/>
        </w:rPr>
        <w:t>اور انہي</w:t>
      </w:r>
      <w:r w:rsidR="007D6C9B">
        <w:rPr>
          <w:rtl/>
        </w:rPr>
        <w:t xml:space="preserve">ں </w:t>
      </w:r>
      <w:r>
        <w:rPr>
          <w:rtl/>
        </w:rPr>
        <w:t>فرمارہے ہي</w:t>
      </w:r>
      <w:r w:rsidR="007D6C9B">
        <w:rPr>
          <w:rtl/>
        </w:rPr>
        <w:t xml:space="preserve">ں </w:t>
      </w:r>
      <w:r>
        <w:rPr>
          <w:rtl/>
        </w:rPr>
        <w:t>كہ جب مي</w:t>
      </w:r>
      <w:r w:rsidR="007D6C9B">
        <w:rPr>
          <w:rtl/>
        </w:rPr>
        <w:t xml:space="preserve">ں </w:t>
      </w:r>
      <w:r>
        <w:rPr>
          <w:rtl/>
        </w:rPr>
        <w:t>دعاكرو</w:t>
      </w:r>
      <w:r w:rsidR="007D6C9B">
        <w:rPr>
          <w:rtl/>
        </w:rPr>
        <w:t xml:space="preserve">ں </w:t>
      </w:r>
      <w:r>
        <w:rPr>
          <w:rtl/>
        </w:rPr>
        <w:t xml:space="preserve">،تم آمين كہنا_ </w:t>
      </w:r>
    </w:p>
    <w:p w:rsidR="00DE2D7F" w:rsidRDefault="00DE2D7F" w:rsidP="00D07B54">
      <w:pPr>
        <w:pStyle w:val="libNormal"/>
        <w:rPr>
          <w:rtl/>
        </w:rPr>
      </w:pPr>
      <w:r>
        <w:rPr>
          <w:rtl/>
        </w:rPr>
        <w:t>عيسائيو</w:t>
      </w:r>
      <w:r w:rsidR="007D6C9B">
        <w:rPr>
          <w:rtl/>
        </w:rPr>
        <w:t xml:space="preserve">ں </w:t>
      </w:r>
      <w:r>
        <w:rPr>
          <w:rtl/>
        </w:rPr>
        <w:t xml:space="preserve">نے يہ كيفيت ديكھى تو انتہائي پريشان ہوئے اور مباہلہ سے رك گئے اور صلح و مصالحت كے لئے تيار ہوگئے اور اہل ذمہ كى حيثيت سے رہنے پر آمادہ ہوگئے _ </w:t>
      </w:r>
    </w:p>
    <w:p w:rsidR="00FB7F4E" w:rsidRDefault="001648F9" w:rsidP="00D07B54">
      <w:pPr>
        <w:pStyle w:val="libNormal"/>
        <w:rPr>
          <w:rtl/>
        </w:rPr>
      </w:pPr>
      <w:r>
        <w:rPr>
          <w:rtl/>
        </w:rPr>
        <w:t xml:space="preserve"> </w:t>
      </w:r>
      <w:r>
        <w:rPr>
          <w:rtl/>
        </w:rPr>
        <w:br w:type="page"/>
      </w:r>
    </w:p>
    <w:p w:rsidR="00FB7F4E" w:rsidRDefault="00FB7F4E" w:rsidP="00D07B54">
      <w:pPr>
        <w:pStyle w:val="libNormal"/>
        <w:rPr>
          <w:rtl/>
        </w:rPr>
      </w:pPr>
    </w:p>
    <w:p w:rsidR="00FB7F4E" w:rsidRDefault="00DE2D7F" w:rsidP="00D07B54">
      <w:pPr>
        <w:pStyle w:val="Heading2Center"/>
        <w:rPr>
          <w:rtl/>
        </w:rPr>
      </w:pPr>
      <w:bookmarkStart w:id="433" w:name="_Toc7268830"/>
      <w:r>
        <w:rPr>
          <w:rtl/>
        </w:rPr>
        <w:t>عظمت اہل بيت كى ايك زندہ سند</w:t>
      </w:r>
      <w:bookmarkEnd w:id="433"/>
    </w:p>
    <w:p w:rsidR="00DE2D7F" w:rsidRDefault="00DE2D7F" w:rsidP="00D07B54">
      <w:pPr>
        <w:pStyle w:val="libNormal"/>
        <w:rPr>
          <w:rtl/>
        </w:rPr>
      </w:pPr>
      <w:r>
        <w:rPr>
          <w:rtl/>
        </w:rPr>
        <w:t xml:space="preserve"> شيعہ اورسنى مفسرين اور محدثين نے تصريح كى ہے كہ آيہ مباہلہ اہل بيت رسول عليہم السلام كى شان مي</w:t>
      </w:r>
      <w:r w:rsidR="007D6C9B">
        <w:rPr>
          <w:rtl/>
        </w:rPr>
        <w:t xml:space="preserve">ں </w:t>
      </w:r>
      <w:r>
        <w:rPr>
          <w:rtl/>
        </w:rPr>
        <w:t>نازل ہوئي ہے اور رسول اللہ (ص) جن افراد كو اپنے ہمراہ وعدہ گاہ كى طرف لے گئے تھے وہ صرف ان كے بيٹے امام حسن(ع) اور امام حسين(ع) ،ان كى بيٹى فاطمہ زہرا سلام اللہ عليہا اور حضرت على (ع) تھے _ اس بناء پر آيت مي</w:t>
      </w:r>
      <w:r w:rsidR="007D6C9B">
        <w:rPr>
          <w:rtl/>
        </w:rPr>
        <w:t xml:space="preserve">ں </w:t>
      </w:r>
      <w:r>
        <w:rPr>
          <w:rtl/>
        </w:rPr>
        <w:t>''ابنائنا ''سے مراد صرف امام حسن(ع) اور امام حسين(ع) ہي</w:t>
      </w:r>
      <w:r w:rsidR="007D6C9B">
        <w:rPr>
          <w:rtl/>
        </w:rPr>
        <w:t xml:space="preserve">ں </w:t>
      </w:r>
      <w:r>
        <w:rPr>
          <w:rtl/>
        </w:rPr>
        <w:t>_''نسائنا''سے مراد جناب فاطمہ سلام اللہ عليہا ہي</w:t>
      </w:r>
      <w:r w:rsidR="007D6C9B">
        <w:rPr>
          <w:rtl/>
        </w:rPr>
        <w:t xml:space="preserve">ں </w:t>
      </w:r>
      <w:r>
        <w:rPr>
          <w:rtl/>
        </w:rPr>
        <w:t>اور''انفسنا'' سے مراد صرف حضرت على (ع) ہي</w:t>
      </w:r>
      <w:r w:rsidR="007D6C9B">
        <w:rPr>
          <w:rtl/>
        </w:rPr>
        <w:t xml:space="preserve">ں </w:t>
      </w:r>
      <w:r>
        <w:rPr>
          <w:rtl/>
        </w:rPr>
        <w:t xml:space="preserve">_ </w:t>
      </w:r>
    </w:p>
    <w:p w:rsidR="00DE2D7F" w:rsidRDefault="00DE2D7F" w:rsidP="00D07B54">
      <w:pPr>
        <w:pStyle w:val="libNormal"/>
        <w:rPr>
          <w:rtl/>
        </w:rPr>
      </w:pPr>
      <w:r>
        <w:rPr>
          <w:rtl/>
        </w:rPr>
        <w:t>اس سلسلے مي</w:t>
      </w:r>
      <w:r w:rsidR="007D6C9B">
        <w:rPr>
          <w:rtl/>
        </w:rPr>
        <w:t xml:space="preserve">ں </w:t>
      </w:r>
      <w:r>
        <w:rPr>
          <w:rtl/>
        </w:rPr>
        <w:t>بہت سى احاديث نقل ہوئي ہي</w:t>
      </w:r>
      <w:r w:rsidR="007D6C9B">
        <w:rPr>
          <w:rtl/>
        </w:rPr>
        <w:t xml:space="preserve">ں </w:t>
      </w:r>
      <w:r>
        <w:rPr>
          <w:rtl/>
        </w:rPr>
        <w:t>_ اہل سنت كے بعض مفسرين نے جوبہت ہى تعداد مي</w:t>
      </w:r>
      <w:r w:rsidR="007D6C9B">
        <w:rPr>
          <w:rtl/>
        </w:rPr>
        <w:t xml:space="preserve">ں </w:t>
      </w:r>
      <w:r>
        <w:rPr>
          <w:rtl/>
        </w:rPr>
        <w:t>ہي</w:t>
      </w:r>
      <w:r w:rsidR="007D6C9B">
        <w:rPr>
          <w:rtl/>
        </w:rPr>
        <w:t xml:space="preserve">ں </w:t>
      </w:r>
      <w:r>
        <w:rPr>
          <w:rtl/>
        </w:rPr>
        <w:t>_ اس سلسلے مي</w:t>
      </w:r>
      <w:r w:rsidR="007D6C9B">
        <w:rPr>
          <w:rtl/>
        </w:rPr>
        <w:t xml:space="preserve">ں </w:t>
      </w:r>
      <w:r>
        <w:rPr>
          <w:rtl/>
        </w:rPr>
        <w:t>وارد ہونے والى احاديث كا انكار كرنے كى كوشش كى ہے_ مثلاًمولف''المنار''نے اس آيت كے ذيل مي</w:t>
      </w:r>
      <w:r w:rsidR="007D6C9B">
        <w:rPr>
          <w:rtl/>
        </w:rPr>
        <w:t xml:space="preserve">ں </w:t>
      </w:r>
      <w:r>
        <w:rPr>
          <w:rtl/>
        </w:rPr>
        <w:t xml:space="preserve">كہا ہے: </w:t>
      </w:r>
    </w:p>
    <w:p w:rsidR="00DE2D7F" w:rsidRDefault="00DE2D7F" w:rsidP="00D07B54">
      <w:pPr>
        <w:pStyle w:val="libNormal"/>
        <w:rPr>
          <w:rtl/>
        </w:rPr>
      </w:pPr>
      <w:r>
        <w:rPr>
          <w:rtl/>
        </w:rPr>
        <w:t>''يہ تمام روايات شيعہ طريقو</w:t>
      </w:r>
      <w:r w:rsidR="007D6C9B">
        <w:rPr>
          <w:rtl/>
        </w:rPr>
        <w:t xml:space="preserve">ں </w:t>
      </w:r>
      <w:r>
        <w:rPr>
          <w:rtl/>
        </w:rPr>
        <w:t>سے مروى ہي</w:t>
      </w:r>
      <w:r w:rsidR="007D6C9B">
        <w:rPr>
          <w:rtl/>
        </w:rPr>
        <w:t xml:space="preserve">ں </w:t>
      </w:r>
      <w:r>
        <w:rPr>
          <w:rtl/>
        </w:rPr>
        <w:t>،ان كا مقصد معين ہے،انہو</w:t>
      </w:r>
      <w:r w:rsidR="007D6C9B">
        <w:rPr>
          <w:rtl/>
        </w:rPr>
        <w:t xml:space="preserve">ں </w:t>
      </w:r>
      <w:r>
        <w:rPr>
          <w:rtl/>
        </w:rPr>
        <w:t xml:space="preserve">نے ان احاديث كى نشرو اشاعت اور ترويج كى كوشش كى ہے_ جس سے بہت سے علماء اہل سنت كو بھى اشتباہ ہوگيا ہے''_ </w:t>
      </w:r>
    </w:p>
    <w:p w:rsidR="00DE2D7F" w:rsidRDefault="00DE2D7F" w:rsidP="00D07B54">
      <w:pPr>
        <w:pStyle w:val="libNormal"/>
        <w:rPr>
          <w:rtl/>
        </w:rPr>
      </w:pPr>
      <w:r>
        <w:rPr>
          <w:rtl/>
        </w:rPr>
        <w:t>ليكن اہل سنت كى بنيادى كتابو</w:t>
      </w:r>
      <w:r w:rsidR="007D6C9B">
        <w:rPr>
          <w:rtl/>
        </w:rPr>
        <w:t xml:space="preserve">ں </w:t>
      </w:r>
      <w:r>
        <w:rPr>
          <w:rtl/>
        </w:rPr>
        <w:t>كى طرف رجوع كيا جائے تو وہ نشاندہى كرتى ہي</w:t>
      </w:r>
      <w:r w:rsidR="007D6C9B">
        <w:rPr>
          <w:rtl/>
        </w:rPr>
        <w:t xml:space="preserve">ں </w:t>
      </w:r>
      <w:r>
        <w:rPr>
          <w:rtl/>
        </w:rPr>
        <w:t>كہ ان مي</w:t>
      </w:r>
      <w:r w:rsidR="007D6C9B">
        <w:rPr>
          <w:rtl/>
        </w:rPr>
        <w:t xml:space="preserve">ں </w:t>
      </w:r>
      <w:r>
        <w:rPr>
          <w:rtl/>
        </w:rPr>
        <w:t>سے بہت سے طريقو</w:t>
      </w:r>
      <w:r w:rsidR="007D6C9B">
        <w:rPr>
          <w:rtl/>
        </w:rPr>
        <w:t xml:space="preserve">ں </w:t>
      </w:r>
      <w:r>
        <w:rPr>
          <w:rtl/>
        </w:rPr>
        <w:t>كا شيعو</w:t>
      </w:r>
      <w:r w:rsidR="007D6C9B">
        <w:rPr>
          <w:rtl/>
        </w:rPr>
        <w:t xml:space="preserve">ں </w:t>
      </w:r>
      <w:r>
        <w:rPr>
          <w:rtl/>
        </w:rPr>
        <w:t>يا ان كى كتابو</w:t>
      </w:r>
      <w:r w:rsidR="007D6C9B">
        <w:rPr>
          <w:rtl/>
        </w:rPr>
        <w:t xml:space="preserve">ں </w:t>
      </w:r>
      <w:r>
        <w:rPr>
          <w:rtl/>
        </w:rPr>
        <w:t>سے ہرگز كوئي تعلق نہي</w:t>
      </w:r>
      <w:r w:rsidR="007D6C9B">
        <w:rPr>
          <w:rtl/>
        </w:rPr>
        <w:t xml:space="preserve">ں </w:t>
      </w:r>
      <w:r>
        <w:rPr>
          <w:rtl/>
        </w:rPr>
        <w:t>ہے اور اگر اہل سنت كے طريقو</w:t>
      </w:r>
      <w:r w:rsidR="007D6C9B">
        <w:rPr>
          <w:rtl/>
        </w:rPr>
        <w:t xml:space="preserve">ں </w:t>
      </w:r>
      <w:r>
        <w:rPr>
          <w:rtl/>
        </w:rPr>
        <w:t>سے مروى ان احاديث كا انكار كيا جائے تو ان كى باقى احاديث اوركتب بھى درجہ اعتبار سے گرجائي</w:t>
      </w:r>
      <w:r w:rsidR="007D6C9B">
        <w:rPr>
          <w:rtl/>
        </w:rPr>
        <w:t xml:space="preserve">ں </w:t>
      </w:r>
      <w:r>
        <w:rPr>
          <w:rtl/>
        </w:rPr>
        <w:t xml:space="preserve">گي_ </w:t>
      </w:r>
    </w:p>
    <w:p w:rsidR="00DE2D7F" w:rsidRDefault="00DE2D7F" w:rsidP="00D07B54">
      <w:pPr>
        <w:pStyle w:val="libNormal"/>
        <w:rPr>
          <w:rtl/>
        </w:rPr>
      </w:pPr>
      <w:r>
        <w:rPr>
          <w:rtl/>
        </w:rPr>
        <w:t>اس حقيقت كو زيادہ واضح كرنے كے لئے اہل سنت كے طريقو</w:t>
      </w:r>
      <w:r w:rsidR="007D6C9B">
        <w:rPr>
          <w:rtl/>
        </w:rPr>
        <w:t xml:space="preserve">ں </w:t>
      </w:r>
      <w:r>
        <w:rPr>
          <w:rtl/>
        </w:rPr>
        <w:t>سے كچھ روايات ہم يہا</w:t>
      </w:r>
      <w:r w:rsidR="007D6C9B">
        <w:rPr>
          <w:rtl/>
        </w:rPr>
        <w:t xml:space="preserve">ں </w:t>
      </w:r>
      <w:r>
        <w:rPr>
          <w:rtl/>
        </w:rPr>
        <w:t>پيش كري</w:t>
      </w:r>
      <w:r w:rsidR="007D6C9B">
        <w:rPr>
          <w:rtl/>
        </w:rPr>
        <w:t xml:space="preserve">ں </w:t>
      </w:r>
      <w:r>
        <w:rPr>
          <w:rtl/>
        </w:rPr>
        <w:t xml:space="preserve">گے_ </w:t>
      </w:r>
    </w:p>
    <w:p w:rsidR="00DE2D7F" w:rsidRDefault="00DE2D7F" w:rsidP="00D07B54">
      <w:pPr>
        <w:pStyle w:val="libNormal"/>
        <w:rPr>
          <w:rtl/>
        </w:rPr>
      </w:pPr>
      <w:r>
        <w:rPr>
          <w:rtl/>
        </w:rPr>
        <w:t>قاضى نوراللہ شوسترى اپنى كتاب نفيس ''احقاق الحق''</w:t>
      </w:r>
      <w:r w:rsidRPr="00AD1EF3">
        <w:rPr>
          <w:rStyle w:val="libFootnotenumChar"/>
          <w:rtl/>
        </w:rPr>
        <w:t>(</w:t>
      </w:r>
      <w:r w:rsidR="00E664BB" w:rsidRPr="00AD1EF3">
        <w:rPr>
          <w:rStyle w:val="libFootnotenumChar"/>
          <w:rtl/>
        </w:rPr>
        <w:t>1</w:t>
      </w:r>
      <w:r w:rsidRPr="00AD1EF3">
        <w:rPr>
          <w:rStyle w:val="libFootnotenumChar"/>
          <w:rtl/>
        </w:rPr>
        <w:t>)</w:t>
      </w:r>
      <w:r>
        <w:rPr>
          <w:rtl/>
        </w:rPr>
        <w:t>مي</w:t>
      </w:r>
      <w:r w:rsidR="007D6C9B">
        <w:rPr>
          <w:rtl/>
        </w:rPr>
        <w:t xml:space="preserve">ں </w:t>
      </w:r>
      <w:r>
        <w:rPr>
          <w:rtl/>
        </w:rPr>
        <w:t>لكھتے ہي</w:t>
      </w:r>
      <w:r w:rsidR="007D6C9B">
        <w:rPr>
          <w:rtl/>
        </w:rPr>
        <w:t xml:space="preserve">ں </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جلد سوم طبع جديد صفحہ</w:t>
      </w:r>
      <w:r w:rsidR="00E664BB">
        <w:rPr>
          <w:rtl/>
        </w:rPr>
        <w:t>46</w:t>
      </w:r>
      <w:r>
        <w:rPr>
          <w:rtl/>
        </w:rPr>
        <w:t xml:space="preserve"> </w:t>
      </w:r>
    </w:p>
    <w:p w:rsidR="00FB7F4E" w:rsidRDefault="001648F9" w:rsidP="00D07B54">
      <w:pPr>
        <w:pStyle w:val="libNormal"/>
        <w:rPr>
          <w:rtl/>
        </w:rPr>
      </w:pPr>
      <w:r>
        <w:rPr>
          <w:rtl/>
        </w:rPr>
        <w:t xml:space="preserve"> </w:t>
      </w:r>
      <w:r>
        <w:rPr>
          <w:rtl/>
        </w:rPr>
        <w:br w:type="page"/>
      </w:r>
    </w:p>
    <w:p w:rsidR="00DE2D7F" w:rsidRDefault="00DE2D7F" w:rsidP="00D07B54">
      <w:pPr>
        <w:pStyle w:val="libNormal"/>
        <w:rPr>
          <w:rtl/>
        </w:rPr>
      </w:pPr>
      <w:r>
        <w:rPr>
          <w:rtl/>
        </w:rPr>
        <w:lastRenderedPageBreak/>
        <w:t>''مفسرين اس مسئلے مي</w:t>
      </w:r>
      <w:r w:rsidR="007D6C9B">
        <w:rPr>
          <w:rtl/>
        </w:rPr>
        <w:t xml:space="preserve">ں </w:t>
      </w:r>
      <w:r>
        <w:rPr>
          <w:rtl/>
        </w:rPr>
        <w:t>متفق ہي</w:t>
      </w:r>
      <w:r w:rsidR="007D6C9B">
        <w:rPr>
          <w:rtl/>
        </w:rPr>
        <w:t xml:space="preserve">ں </w:t>
      </w:r>
      <w:r>
        <w:rPr>
          <w:rtl/>
        </w:rPr>
        <w:t>كہ ''ابنائنا''سے اس آيت مي</w:t>
      </w:r>
      <w:r w:rsidR="007D6C9B">
        <w:rPr>
          <w:rtl/>
        </w:rPr>
        <w:t xml:space="preserve">ں </w:t>
      </w:r>
      <w:r>
        <w:rPr>
          <w:rtl/>
        </w:rPr>
        <w:t>امام حسن(ع) او رامام حسين(ع) مراد ہي</w:t>
      </w:r>
      <w:r w:rsidR="007D6C9B">
        <w:rPr>
          <w:rtl/>
        </w:rPr>
        <w:t xml:space="preserve">ں </w:t>
      </w:r>
      <w:r>
        <w:rPr>
          <w:rtl/>
        </w:rPr>
        <w:t>،''نسائنا''سے ''حضرت فاطمہ سلام اللہ عليہا''اور''انفسنا''مي</w:t>
      </w:r>
      <w:r w:rsidR="007D6C9B">
        <w:rPr>
          <w:rtl/>
        </w:rPr>
        <w:t xml:space="preserve">ں </w:t>
      </w:r>
      <w:r>
        <w:rPr>
          <w:rtl/>
        </w:rPr>
        <w:t xml:space="preserve">حضرت على عليہ السلام كى طرف اشارہ كيا گيا ہے''_ </w:t>
      </w:r>
    </w:p>
    <w:p w:rsidR="00DE2D7F" w:rsidRDefault="00DE2D7F" w:rsidP="00D07B54">
      <w:pPr>
        <w:pStyle w:val="libNormal"/>
        <w:rPr>
          <w:rtl/>
        </w:rPr>
      </w:pPr>
      <w:r>
        <w:rPr>
          <w:rtl/>
        </w:rPr>
        <w:t>اس كے بعد كتاب مذكور كے حاشيے پر تقريباً ساٹھ بزرگان اہل سنت كى فہرست دى گئي ہے جنہو</w:t>
      </w:r>
      <w:r w:rsidR="007D6C9B">
        <w:rPr>
          <w:rtl/>
        </w:rPr>
        <w:t xml:space="preserve">ں </w:t>
      </w:r>
      <w:r>
        <w:rPr>
          <w:rtl/>
        </w:rPr>
        <w:t>نے تصريح كى ہے كہ آيت مباہلہ اہل بيت رسول عليہم السلام كى شان مي</w:t>
      </w:r>
      <w:r w:rsidR="007D6C9B">
        <w:rPr>
          <w:rtl/>
        </w:rPr>
        <w:t xml:space="preserve">ں </w:t>
      </w:r>
      <w:r>
        <w:rPr>
          <w:rtl/>
        </w:rPr>
        <w:t>نازل ہوئي ہے_</w:t>
      </w:r>
      <w:r w:rsidRPr="00AD1EF3">
        <w:rPr>
          <w:rStyle w:val="libFootnotenumChar"/>
          <w:rtl/>
        </w:rPr>
        <w:t>(</w:t>
      </w:r>
      <w:r w:rsidR="00E664BB" w:rsidRPr="00AD1EF3">
        <w:rPr>
          <w:rStyle w:val="libFootnotenumChar"/>
          <w:rtl/>
        </w:rPr>
        <w:t>1</w:t>
      </w:r>
      <w:r w:rsidRPr="00AD1EF3">
        <w:rPr>
          <w:rStyle w:val="libFootnotenumChar"/>
          <w:rtl/>
        </w:rPr>
        <w:t>)</w:t>
      </w:r>
      <w:r>
        <w:rPr>
          <w:rtl/>
        </w:rPr>
        <w:t xml:space="preserve"> </w:t>
      </w:r>
    </w:p>
    <w:p w:rsidR="00DE2D7F" w:rsidRDefault="00403EFF" w:rsidP="00D07B54">
      <w:pPr>
        <w:pStyle w:val="libLine"/>
        <w:rPr>
          <w:rtl/>
        </w:rPr>
      </w:pPr>
      <w:r>
        <w:rPr>
          <w:rtl/>
        </w:rPr>
        <w:t>____________________</w:t>
      </w:r>
      <w:r w:rsidR="00DE2D7F">
        <w:rPr>
          <w:rtl/>
        </w:rPr>
        <w:t xml:space="preserve"> </w:t>
      </w:r>
    </w:p>
    <w:p w:rsidR="00DE2D7F" w:rsidRDefault="00DE2D7F" w:rsidP="00D07B54">
      <w:pPr>
        <w:pStyle w:val="libFootnote"/>
        <w:rPr>
          <w:rtl/>
        </w:rPr>
      </w:pPr>
      <w:r>
        <w:rPr>
          <w:rtl/>
        </w:rPr>
        <w:t>(</w:t>
      </w:r>
      <w:r w:rsidR="00E664BB">
        <w:rPr>
          <w:rtl/>
        </w:rPr>
        <w:t>1</w:t>
      </w:r>
      <w:r>
        <w:rPr>
          <w:rtl/>
        </w:rPr>
        <w:t>) ان كے نام او ران كى كتاب كى خصوصيات صفحہ _</w:t>
      </w:r>
      <w:r w:rsidR="00E664BB">
        <w:rPr>
          <w:rtl/>
        </w:rPr>
        <w:t>46</w:t>
      </w:r>
      <w:r>
        <w:rPr>
          <w:rtl/>
        </w:rPr>
        <w:t xml:space="preserve"> سے ليكر صفحہ</w:t>
      </w:r>
      <w:r w:rsidR="00E664BB">
        <w:rPr>
          <w:rtl/>
        </w:rPr>
        <w:t>76</w:t>
      </w:r>
      <w:r>
        <w:rPr>
          <w:rtl/>
        </w:rPr>
        <w:t xml:space="preserve"> تك تفصيل سے بيان كى گئي ہے ان شخصيتو</w:t>
      </w:r>
      <w:r w:rsidR="007D6C9B">
        <w:rPr>
          <w:rtl/>
        </w:rPr>
        <w:t xml:space="preserve">ں </w:t>
      </w:r>
      <w:r>
        <w:rPr>
          <w:rtl/>
        </w:rPr>
        <w:t>مي</w:t>
      </w:r>
      <w:r w:rsidR="007D6C9B">
        <w:rPr>
          <w:rtl/>
        </w:rPr>
        <w:t xml:space="preserve">ں </w:t>
      </w:r>
      <w:r>
        <w:rPr>
          <w:rtl/>
        </w:rPr>
        <w:t>سے يہ زيادہ مشہور ہي</w:t>
      </w:r>
      <w:r w:rsidR="007D6C9B">
        <w:rPr>
          <w:rtl/>
        </w:rPr>
        <w:t xml:space="preserve">ں </w:t>
      </w:r>
      <w:r>
        <w:rPr>
          <w:rtl/>
        </w:rPr>
        <w:t xml:space="preserve">. </w:t>
      </w:r>
    </w:p>
    <w:p w:rsidR="00DE2D7F" w:rsidRDefault="00E664BB" w:rsidP="00D07B54">
      <w:pPr>
        <w:pStyle w:val="libFootnote"/>
        <w:rPr>
          <w:rtl/>
        </w:rPr>
      </w:pPr>
      <w:r>
        <w:rPr>
          <w:rtl/>
        </w:rPr>
        <w:t>1</w:t>
      </w:r>
      <w:r w:rsidR="00DE2D7F">
        <w:rPr>
          <w:rtl/>
        </w:rPr>
        <w:t>_مسلم بن حجاج نيشاپوري،مو لف صحيح مسلم جو نامور شخصيت ہي</w:t>
      </w:r>
      <w:r w:rsidR="007D6C9B">
        <w:rPr>
          <w:rtl/>
        </w:rPr>
        <w:t xml:space="preserve">ں </w:t>
      </w:r>
      <w:r w:rsidR="00DE2D7F">
        <w:rPr>
          <w:rtl/>
        </w:rPr>
        <w:t>اور ان كى حديث كى كتاب اہل سنت كى چھ قابل اعتماد صحاح مي</w:t>
      </w:r>
      <w:r w:rsidR="007D6C9B">
        <w:rPr>
          <w:rtl/>
        </w:rPr>
        <w:t xml:space="preserve">ں </w:t>
      </w:r>
      <w:r w:rsidR="00DE2D7F">
        <w:rPr>
          <w:rtl/>
        </w:rPr>
        <w:t>سے ہے ملا حظہ ہو مسلم،ج</w:t>
      </w:r>
      <w:r>
        <w:rPr>
          <w:rtl/>
        </w:rPr>
        <w:t>7</w:t>
      </w:r>
      <w:r w:rsidR="00DE2D7F">
        <w:rPr>
          <w:rtl/>
        </w:rPr>
        <w:t>ص</w:t>
      </w:r>
      <w:r>
        <w:rPr>
          <w:rtl/>
        </w:rPr>
        <w:t>120</w:t>
      </w:r>
      <w:r w:rsidR="00DE2D7F">
        <w:rPr>
          <w:rtl/>
        </w:rPr>
        <w:t xml:space="preserve">طبع مصر زير اہتمام محمد على صبيح. </w:t>
      </w:r>
    </w:p>
    <w:p w:rsidR="00DE2D7F" w:rsidRDefault="00E664BB" w:rsidP="00D07B54">
      <w:pPr>
        <w:pStyle w:val="libFootnote"/>
        <w:rPr>
          <w:rtl/>
        </w:rPr>
      </w:pPr>
      <w:r>
        <w:rPr>
          <w:rtl/>
        </w:rPr>
        <w:t>2</w:t>
      </w:r>
      <w:r w:rsidR="00DE2D7F">
        <w:rPr>
          <w:rtl/>
        </w:rPr>
        <w:t>_احمد بن حنبل نے اپني''مسند''مي</w:t>
      </w:r>
      <w:r w:rsidR="007D6C9B">
        <w:rPr>
          <w:rtl/>
        </w:rPr>
        <w:t xml:space="preserve">ں </w:t>
      </w:r>
      <w:r w:rsidR="00DE2D7F">
        <w:rPr>
          <w:rtl/>
        </w:rPr>
        <w:t>لكھاہے ملاحظہ ہو ،ج</w:t>
      </w:r>
      <w:r>
        <w:rPr>
          <w:rtl/>
        </w:rPr>
        <w:t>2</w:t>
      </w:r>
      <w:r w:rsidR="00DE2D7F">
        <w:rPr>
          <w:rtl/>
        </w:rPr>
        <w:t>ص</w:t>
      </w:r>
      <w:r>
        <w:rPr>
          <w:rtl/>
        </w:rPr>
        <w:t>185</w:t>
      </w:r>
      <w:r w:rsidR="00DE2D7F">
        <w:rPr>
          <w:rtl/>
        </w:rPr>
        <w:t xml:space="preserve">طبع مصر. </w:t>
      </w:r>
    </w:p>
    <w:p w:rsidR="00DE2D7F" w:rsidRDefault="00E664BB" w:rsidP="00D07B54">
      <w:pPr>
        <w:pStyle w:val="libFootnote"/>
        <w:rPr>
          <w:rtl/>
        </w:rPr>
      </w:pPr>
      <w:r>
        <w:rPr>
          <w:rtl/>
        </w:rPr>
        <w:t>3</w:t>
      </w:r>
      <w:r w:rsidR="00DE2D7F">
        <w:rPr>
          <w:rtl/>
        </w:rPr>
        <w:t>_طبرى نے اپنى مشہور تفسير مي</w:t>
      </w:r>
      <w:r w:rsidR="007D6C9B">
        <w:rPr>
          <w:rtl/>
        </w:rPr>
        <w:t xml:space="preserve">ں </w:t>
      </w:r>
      <w:r w:rsidR="00DE2D7F">
        <w:rPr>
          <w:rtl/>
        </w:rPr>
        <w:t>اسى آيت كے ضمن مي</w:t>
      </w:r>
      <w:r w:rsidR="007D6C9B">
        <w:rPr>
          <w:rtl/>
        </w:rPr>
        <w:t xml:space="preserve">ں </w:t>
      </w:r>
      <w:r w:rsidR="00DE2D7F">
        <w:rPr>
          <w:rtl/>
        </w:rPr>
        <w:t>لكھا ہے_ ديكھئے ج</w:t>
      </w:r>
      <w:r>
        <w:rPr>
          <w:rtl/>
        </w:rPr>
        <w:t>3</w:t>
      </w:r>
      <w:r w:rsidR="00DE2D7F">
        <w:rPr>
          <w:rtl/>
        </w:rPr>
        <w:t>ص</w:t>
      </w:r>
      <w:r>
        <w:rPr>
          <w:rtl/>
        </w:rPr>
        <w:t>1</w:t>
      </w:r>
      <w:r w:rsidR="00E44785">
        <w:rPr>
          <w:rtl/>
        </w:rPr>
        <w:t>9</w:t>
      </w:r>
      <w:r>
        <w:rPr>
          <w:rtl/>
        </w:rPr>
        <w:t>2</w:t>
      </w:r>
      <w:r w:rsidR="00DE2D7F">
        <w:rPr>
          <w:rtl/>
        </w:rPr>
        <w:t xml:space="preserve">طبع ميمنيہ مصر. </w:t>
      </w:r>
    </w:p>
    <w:p w:rsidR="00DE2D7F" w:rsidRDefault="00E664BB" w:rsidP="00D07B54">
      <w:pPr>
        <w:pStyle w:val="libFootnote"/>
        <w:rPr>
          <w:rtl/>
        </w:rPr>
      </w:pPr>
      <w:r>
        <w:rPr>
          <w:rtl/>
        </w:rPr>
        <w:t>4</w:t>
      </w:r>
      <w:r w:rsidR="00DE2D7F">
        <w:rPr>
          <w:rtl/>
        </w:rPr>
        <w:t>_حاكم نے اپني''مستدرك''مي</w:t>
      </w:r>
      <w:r w:rsidR="007D6C9B">
        <w:rPr>
          <w:rtl/>
        </w:rPr>
        <w:t xml:space="preserve">ں </w:t>
      </w:r>
      <w:r w:rsidR="00DE2D7F">
        <w:rPr>
          <w:rtl/>
        </w:rPr>
        <w:t>لكھا ہے،ديكھئےج</w:t>
      </w:r>
      <w:r>
        <w:rPr>
          <w:rtl/>
        </w:rPr>
        <w:t>3</w:t>
      </w:r>
      <w:r w:rsidR="00DE2D7F">
        <w:rPr>
          <w:rtl/>
        </w:rPr>
        <w:t>ص</w:t>
      </w:r>
      <w:r>
        <w:rPr>
          <w:rtl/>
        </w:rPr>
        <w:t>15</w:t>
      </w:r>
      <w:r w:rsidR="00DE2D7F">
        <w:rPr>
          <w:rtl/>
        </w:rPr>
        <w:t xml:space="preserve">مطبوعہ حيدرآباد دكن. </w:t>
      </w:r>
    </w:p>
    <w:p w:rsidR="00DE2D7F" w:rsidRDefault="00E664BB" w:rsidP="00D07B54">
      <w:pPr>
        <w:pStyle w:val="libFootnote"/>
        <w:rPr>
          <w:rtl/>
        </w:rPr>
      </w:pPr>
      <w:r>
        <w:rPr>
          <w:rtl/>
        </w:rPr>
        <w:t>5</w:t>
      </w:r>
      <w:r w:rsidR="00DE2D7F">
        <w:rPr>
          <w:rtl/>
        </w:rPr>
        <w:t>_حافظ ابو نعيم اصفہاني،كتاب ''دلائل النبوة''ص</w:t>
      </w:r>
      <w:r>
        <w:rPr>
          <w:rtl/>
        </w:rPr>
        <w:t>2</w:t>
      </w:r>
      <w:r w:rsidR="00E44785">
        <w:rPr>
          <w:rtl/>
        </w:rPr>
        <w:t>9</w:t>
      </w:r>
      <w:r>
        <w:rPr>
          <w:rtl/>
        </w:rPr>
        <w:t>7</w:t>
      </w:r>
      <w:r w:rsidR="00DE2D7F">
        <w:rPr>
          <w:rtl/>
        </w:rPr>
        <w:t xml:space="preserve">مطبوعہ حيدرآباد دكن. </w:t>
      </w:r>
    </w:p>
    <w:p w:rsidR="00DE2D7F" w:rsidRDefault="00E664BB" w:rsidP="00D07B54">
      <w:pPr>
        <w:pStyle w:val="libFootnote"/>
        <w:rPr>
          <w:rtl/>
        </w:rPr>
      </w:pPr>
      <w:r>
        <w:rPr>
          <w:rtl/>
        </w:rPr>
        <w:t>6</w:t>
      </w:r>
      <w:r w:rsidR="00DE2D7F">
        <w:rPr>
          <w:rtl/>
        </w:rPr>
        <w:t>_واحدى نيشاپوري،كتاب''اسباب النزول''ص</w:t>
      </w:r>
      <w:r>
        <w:rPr>
          <w:rtl/>
        </w:rPr>
        <w:t>74</w:t>
      </w:r>
      <w:r w:rsidR="00DE2D7F">
        <w:rPr>
          <w:rtl/>
        </w:rPr>
        <w:t xml:space="preserve">طبع ہند. </w:t>
      </w:r>
    </w:p>
    <w:p w:rsidR="00DE2D7F" w:rsidRDefault="00E664BB" w:rsidP="00D07B54">
      <w:pPr>
        <w:pStyle w:val="libFootnote"/>
        <w:rPr>
          <w:rtl/>
        </w:rPr>
      </w:pPr>
      <w:r>
        <w:rPr>
          <w:rtl/>
        </w:rPr>
        <w:t>7</w:t>
      </w:r>
      <w:r w:rsidR="00DE2D7F">
        <w:rPr>
          <w:rtl/>
        </w:rPr>
        <w:t>_فخر رازي، نے اپنى مشہور تفسير كبير مي</w:t>
      </w:r>
      <w:r w:rsidR="007D6C9B">
        <w:rPr>
          <w:rtl/>
        </w:rPr>
        <w:t xml:space="preserve">ں </w:t>
      </w:r>
      <w:r w:rsidR="00DE2D7F">
        <w:rPr>
          <w:rtl/>
        </w:rPr>
        <w:t>لكھاہے،ديكھئےج</w:t>
      </w:r>
      <w:r>
        <w:rPr>
          <w:rtl/>
        </w:rPr>
        <w:t>8</w:t>
      </w:r>
      <w:r w:rsidR="00DE2D7F">
        <w:rPr>
          <w:rtl/>
        </w:rPr>
        <w:t>ص</w:t>
      </w:r>
      <w:r>
        <w:rPr>
          <w:rtl/>
        </w:rPr>
        <w:t>85</w:t>
      </w:r>
      <w:r w:rsidR="00DE2D7F">
        <w:rPr>
          <w:rtl/>
        </w:rPr>
        <w:t xml:space="preserve">طبع بہيہ،مصر. </w:t>
      </w:r>
    </w:p>
    <w:p w:rsidR="00DE2D7F" w:rsidRDefault="00E664BB" w:rsidP="00D07B54">
      <w:pPr>
        <w:pStyle w:val="libFootnote"/>
        <w:rPr>
          <w:rtl/>
        </w:rPr>
      </w:pPr>
      <w:r>
        <w:rPr>
          <w:rtl/>
        </w:rPr>
        <w:t>8</w:t>
      </w:r>
      <w:r w:rsidR="00DE2D7F">
        <w:rPr>
          <w:rtl/>
        </w:rPr>
        <w:t>_ابن اثير،''جامع الاصول''جلد</w:t>
      </w:r>
      <w:r w:rsidR="00E44785">
        <w:rPr>
          <w:rtl/>
        </w:rPr>
        <w:t>9</w:t>
      </w:r>
      <w:r w:rsidR="00DE2D7F">
        <w:rPr>
          <w:rtl/>
        </w:rPr>
        <w:t>ص</w:t>
      </w:r>
      <w:r>
        <w:rPr>
          <w:rtl/>
        </w:rPr>
        <w:t>470</w:t>
      </w:r>
      <w:r w:rsidR="00DE2D7F">
        <w:rPr>
          <w:rtl/>
        </w:rPr>
        <w:t xml:space="preserve">طبع سنتہ المحمديہ،مصر. </w:t>
      </w:r>
    </w:p>
    <w:p w:rsidR="00DE2D7F" w:rsidRDefault="00E44785" w:rsidP="00D07B54">
      <w:pPr>
        <w:pStyle w:val="libFootnote"/>
        <w:rPr>
          <w:rtl/>
        </w:rPr>
      </w:pPr>
      <w:r>
        <w:rPr>
          <w:rtl/>
        </w:rPr>
        <w:t>9</w:t>
      </w:r>
      <w:r w:rsidR="00DE2D7F">
        <w:rPr>
          <w:rtl/>
        </w:rPr>
        <w:t>_ابن جوزي''تذكرة الخواص'' صفحہ</w:t>
      </w:r>
      <w:r w:rsidR="00E664BB">
        <w:rPr>
          <w:rtl/>
        </w:rPr>
        <w:t>17</w:t>
      </w:r>
      <w:r w:rsidR="00DE2D7F">
        <w:rPr>
          <w:rtl/>
        </w:rPr>
        <w:t xml:space="preserve">طبع نجف. </w:t>
      </w:r>
    </w:p>
    <w:p w:rsidR="00DE2D7F" w:rsidRDefault="00E664BB" w:rsidP="00D07B54">
      <w:pPr>
        <w:pStyle w:val="libFootnote"/>
        <w:rPr>
          <w:rtl/>
        </w:rPr>
      </w:pPr>
      <w:r>
        <w:rPr>
          <w:rtl/>
        </w:rPr>
        <w:t>10</w:t>
      </w:r>
      <w:r w:rsidR="00DE2D7F">
        <w:rPr>
          <w:rtl/>
        </w:rPr>
        <w:t>_قاضى بيضاوي،نے اپنى تفسير مي</w:t>
      </w:r>
      <w:r w:rsidR="007D6C9B">
        <w:rPr>
          <w:rtl/>
        </w:rPr>
        <w:t xml:space="preserve">ں </w:t>
      </w:r>
      <w:r w:rsidR="00DE2D7F">
        <w:rPr>
          <w:rtl/>
        </w:rPr>
        <w:t>لكھا ہے،ملاحظہ كري</w:t>
      </w:r>
      <w:r w:rsidR="007D6C9B">
        <w:rPr>
          <w:rtl/>
        </w:rPr>
        <w:t xml:space="preserve">ں </w:t>
      </w:r>
      <w:r w:rsidR="00DE2D7F">
        <w:rPr>
          <w:rtl/>
        </w:rPr>
        <w:t>ج</w:t>
      </w:r>
      <w:r>
        <w:rPr>
          <w:rtl/>
        </w:rPr>
        <w:t>2</w:t>
      </w:r>
      <w:r w:rsidR="00DE2D7F">
        <w:rPr>
          <w:rtl/>
        </w:rPr>
        <w:t>ص</w:t>
      </w:r>
      <w:r>
        <w:rPr>
          <w:rtl/>
        </w:rPr>
        <w:t>22</w:t>
      </w:r>
      <w:r w:rsidR="00DE2D7F">
        <w:rPr>
          <w:rtl/>
        </w:rPr>
        <w:t xml:space="preserve">طبع مصطفى محمد،مصر. </w:t>
      </w:r>
    </w:p>
    <w:p w:rsidR="00DE2D7F" w:rsidRDefault="00E664BB" w:rsidP="00D07B54">
      <w:pPr>
        <w:pStyle w:val="libFootnote"/>
        <w:rPr>
          <w:rtl/>
        </w:rPr>
      </w:pPr>
      <w:r>
        <w:rPr>
          <w:rtl/>
        </w:rPr>
        <w:t>11</w:t>
      </w:r>
      <w:r w:rsidR="00DE2D7F">
        <w:rPr>
          <w:rtl/>
        </w:rPr>
        <w:t>_آلوسى نے تفسير''روح المعاني''مي</w:t>
      </w:r>
      <w:r w:rsidR="007D6C9B">
        <w:rPr>
          <w:rtl/>
        </w:rPr>
        <w:t xml:space="preserve">ں </w:t>
      </w:r>
      <w:r w:rsidR="00DE2D7F">
        <w:rPr>
          <w:rtl/>
        </w:rPr>
        <w:t xml:space="preserve">لكھا ہے_ ديكھئے _ج </w:t>
      </w:r>
      <w:r>
        <w:rPr>
          <w:rtl/>
        </w:rPr>
        <w:t>3</w:t>
      </w:r>
      <w:r w:rsidR="00DE2D7F">
        <w:rPr>
          <w:rtl/>
        </w:rPr>
        <w:t>ص</w:t>
      </w:r>
      <w:r>
        <w:rPr>
          <w:rtl/>
        </w:rPr>
        <w:t>167</w:t>
      </w:r>
      <w:r w:rsidR="00DE2D7F">
        <w:rPr>
          <w:rtl/>
        </w:rPr>
        <w:t xml:space="preserve">طبع منيريہمصر. </w:t>
      </w:r>
    </w:p>
    <w:p w:rsidR="00DE2D7F" w:rsidRDefault="00E664BB" w:rsidP="00D07B54">
      <w:pPr>
        <w:pStyle w:val="libFootnote"/>
        <w:rPr>
          <w:rtl/>
        </w:rPr>
      </w:pPr>
      <w:r>
        <w:rPr>
          <w:rtl/>
        </w:rPr>
        <w:t>12</w:t>
      </w:r>
      <w:r w:rsidR="00DE2D7F">
        <w:rPr>
          <w:rtl/>
        </w:rPr>
        <w:t>_معروف مفسر طنطاوى نے اپنى تفسير ''الجواھر''مي</w:t>
      </w:r>
      <w:r w:rsidR="007D6C9B">
        <w:rPr>
          <w:rtl/>
        </w:rPr>
        <w:t xml:space="preserve">ں </w:t>
      </w:r>
      <w:r w:rsidR="00DE2D7F">
        <w:rPr>
          <w:rtl/>
        </w:rPr>
        <w:t>لكھا ہے _ج</w:t>
      </w:r>
      <w:r>
        <w:rPr>
          <w:rtl/>
        </w:rPr>
        <w:t>2</w:t>
      </w:r>
      <w:r w:rsidR="00DE2D7F">
        <w:rPr>
          <w:rtl/>
        </w:rPr>
        <w:t>ص</w:t>
      </w:r>
      <w:r>
        <w:rPr>
          <w:rtl/>
        </w:rPr>
        <w:t>120</w:t>
      </w:r>
      <w:r w:rsidR="00DE2D7F">
        <w:rPr>
          <w:rtl/>
        </w:rPr>
        <w:t xml:space="preserve">مطبوعہ مصطفى اليابى ال.حلبي،مصر. </w:t>
      </w:r>
    </w:p>
    <w:p w:rsidR="00DE2D7F" w:rsidRDefault="00E664BB" w:rsidP="00D07B54">
      <w:pPr>
        <w:pStyle w:val="libFootnote"/>
        <w:rPr>
          <w:rtl/>
        </w:rPr>
      </w:pPr>
      <w:r>
        <w:rPr>
          <w:rtl/>
        </w:rPr>
        <w:t>13</w:t>
      </w:r>
      <w:r w:rsidR="00DE2D7F">
        <w:rPr>
          <w:rtl/>
        </w:rPr>
        <w:t>_زمخشرى نے تفسير''كشاف''مي</w:t>
      </w:r>
      <w:r w:rsidR="007D6C9B">
        <w:rPr>
          <w:rtl/>
        </w:rPr>
        <w:t xml:space="preserve">ں </w:t>
      </w:r>
      <w:r w:rsidR="00DE2D7F">
        <w:rPr>
          <w:rtl/>
        </w:rPr>
        <w:t>لكھا ہے،ديكھئے_ج</w:t>
      </w:r>
      <w:r>
        <w:rPr>
          <w:rtl/>
        </w:rPr>
        <w:t>1</w:t>
      </w:r>
      <w:r w:rsidR="00DE2D7F">
        <w:rPr>
          <w:rtl/>
        </w:rPr>
        <w:t>ص</w:t>
      </w:r>
      <w:r>
        <w:rPr>
          <w:rtl/>
        </w:rPr>
        <w:t>1</w:t>
      </w:r>
      <w:r w:rsidR="00E44785">
        <w:rPr>
          <w:rtl/>
        </w:rPr>
        <w:t>9</w:t>
      </w:r>
      <w:r>
        <w:rPr>
          <w:rtl/>
        </w:rPr>
        <w:t>3</w:t>
      </w:r>
      <w:r w:rsidR="00DE2D7F">
        <w:rPr>
          <w:rtl/>
        </w:rPr>
        <w:t xml:space="preserve">،مطبوعہ مصطفى محمد،مصر. </w:t>
      </w:r>
    </w:p>
    <w:p w:rsidR="00DE2D7F" w:rsidRDefault="00E664BB" w:rsidP="00D07B54">
      <w:pPr>
        <w:pStyle w:val="libFootnote"/>
        <w:rPr>
          <w:rtl/>
        </w:rPr>
      </w:pPr>
      <w:r>
        <w:rPr>
          <w:rtl/>
        </w:rPr>
        <w:t>14</w:t>
      </w:r>
      <w:r w:rsidR="00DE2D7F">
        <w:rPr>
          <w:rtl/>
        </w:rPr>
        <w:t>_حافظ احمد ابن حجر عسقلانى ،''الاصابة''_ج</w:t>
      </w:r>
      <w:r>
        <w:rPr>
          <w:rtl/>
        </w:rPr>
        <w:t>2</w:t>
      </w:r>
      <w:r w:rsidR="00DE2D7F">
        <w:rPr>
          <w:rtl/>
        </w:rPr>
        <w:t>ص</w:t>
      </w:r>
      <w:r>
        <w:rPr>
          <w:rtl/>
        </w:rPr>
        <w:t>503</w:t>
      </w:r>
      <w:r w:rsidR="00DE2D7F">
        <w:rPr>
          <w:rtl/>
        </w:rPr>
        <w:t xml:space="preserve">،مطبوعہ مصطفى محمد،مصر. </w:t>
      </w:r>
    </w:p>
    <w:p w:rsidR="00FB7F4E" w:rsidRDefault="00C2634E" w:rsidP="00D07B54">
      <w:pPr>
        <w:pStyle w:val="libNormal"/>
        <w:rPr>
          <w:rtl/>
        </w:rPr>
      </w:pPr>
      <w:r>
        <w:rPr>
          <w:rtl/>
        </w:rPr>
        <w:t xml:space="preserve"> </w:t>
      </w:r>
      <w:r>
        <w:rPr>
          <w:rtl/>
        </w:rPr>
        <w:br w:type="page"/>
      </w:r>
    </w:p>
    <w:p w:rsidR="00FB7F4E" w:rsidRDefault="00FB7F4E" w:rsidP="00D07B54">
      <w:pPr>
        <w:pStyle w:val="libNormal"/>
        <w:rPr>
          <w:rtl/>
        </w:rPr>
      </w:pPr>
    </w:p>
    <w:p w:rsidR="00DE2D7F" w:rsidRDefault="00DE2D7F" w:rsidP="00D07B54">
      <w:pPr>
        <w:pStyle w:val="libNormal"/>
        <w:rPr>
          <w:rtl/>
        </w:rPr>
      </w:pPr>
      <w:r>
        <w:rPr>
          <w:rtl/>
        </w:rPr>
        <w:t>''غاية المرام'' مي</w:t>
      </w:r>
      <w:r w:rsidR="007D6C9B">
        <w:rPr>
          <w:rtl/>
        </w:rPr>
        <w:t xml:space="preserve">ں </w:t>
      </w:r>
      <w:r>
        <w:rPr>
          <w:rtl/>
        </w:rPr>
        <w:t xml:space="preserve">صحيح مسلم كے حوالے سے لكھا'': </w:t>
      </w:r>
    </w:p>
    <w:p w:rsidR="00DE2D7F" w:rsidRDefault="00DE2D7F" w:rsidP="00D07B54">
      <w:pPr>
        <w:pStyle w:val="libNormal"/>
        <w:rPr>
          <w:rtl/>
        </w:rPr>
      </w:pPr>
      <w:r>
        <w:rPr>
          <w:rtl/>
        </w:rPr>
        <w:t xml:space="preserve">''ايك روز معاويہ نے سعد بن ابى وقاص سے كہا:'' </w:t>
      </w:r>
    </w:p>
    <w:p w:rsidR="00DE2D7F" w:rsidRDefault="00DE2D7F" w:rsidP="00D07B54">
      <w:pPr>
        <w:pStyle w:val="libNormal"/>
        <w:rPr>
          <w:rtl/>
        </w:rPr>
      </w:pPr>
      <w:r>
        <w:rPr>
          <w:rtl/>
        </w:rPr>
        <w:t>تم ابو تراب ( على (ع) ) كو سب وشتم كيو</w:t>
      </w:r>
      <w:r w:rsidR="007D6C9B">
        <w:rPr>
          <w:rtl/>
        </w:rPr>
        <w:t xml:space="preserve">ں </w:t>
      </w:r>
      <w:r>
        <w:rPr>
          <w:rtl/>
        </w:rPr>
        <w:t>نہي</w:t>
      </w:r>
      <w:r w:rsidR="007D6C9B">
        <w:rPr>
          <w:rtl/>
        </w:rPr>
        <w:t xml:space="preserve">ں </w:t>
      </w:r>
      <w:r>
        <w:rPr>
          <w:rtl/>
        </w:rPr>
        <w:t xml:space="preserve">كرتے_وہ كہنے لگا_ </w:t>
      </w:r>
    </w:p>
    <w:p w:rsidR="00DE2D7F" w:rsidRDefault="00DE2D7F" w:rsidP="00D07B54">
      <w:pPr>
        <w:pStyle w:val="libNormal"/>
        <w:rPr>
          <w:rtl/>
        </w:rPr>
      </w:pPr>
      <w:r>
        <w:rPr>
          <w:rtl/>
        </w:rPr>
        <w:t>جب سے على (ع) كے بارے مي</w:t>
      </w:r>
      <w:r w:rsidR="007D6C9B">
        <w:rPr>
          <w:rtl/>
        </w:rPr>
        <w:t xml:space="preserve">ں </w:t>
      </w:r>
      <w:r>
        <w:rPr>
          <w:rtl/>
        </w:rPr>
        <w:t>پيغمبر(ص) كى كہى ہوئي تين باتي</w:t>
      </w:r>
      <w:r w:rsidR="007D6C9B">
        <w:rPr>
          <w:rtl/>
        </w:rPr>
        <w:t xml:space="preserve">ں </w:t>
      </w:r>
      <w:r>
        <w:rPr>
          <w:rtl/>
        </w:rPr>
        <w:t>مجھے ياد آتى ہي</w:t>
      </w:r>
      <w:r w:rsidR="007D6C9B">
        <w:rPr>
          <w:rtl/>
        </w:rPr>
        <w:t xml:space="preserve">ں </w:t>
      </w:r>
      <w:r>
        <w:rPr>
          <w:rtl/>
        </w:rPr>
        <w:t>،مي</w:t>
      </w:r>
      <w:r w:rsidR="007D6C9B">
        <w:rPr>
          <w:rtl/>
        </w:rPr>
        <w:t xml:space="preserve">ں </w:t>
      </w:r>
      <w:r>
        <w:rPr>
          <w:rtl/>
        </w:rPr>
        <w:t>نے اس كام سے صرف نظركرليا ہے_ان مي</w:t>
      </w:r>
      <w:r w:rsidR="007D6C9B">
        <w:rPr>
          <w:rtl/>
        </w:rPr>
        <w:t xml:space="preserve">ں </w:t>
      </w:r>
      <w:r>
        <w:rPr>
          <w:rtl/>
        </w:rPr>
        <w:t>سے ايك يہ تھى كہ جب آيت مباہلہ نازل ہوئي تو پيغمبر(ص) نے فاطمہ(ع) ،حسن(ع) ،حسين(ع) ،اور على (ع) كو دعوت دي_اس كے بعد فرمايا''اللھم ھو لاء اھلي''(يعنى خدايا يہ ميرے نزديكى اور خواص ہي</w:t>
      </w:r>
      <w:r w:rsidR="007D6C9B">
        <w:rPr>
          <w:rtl/>
        </w:rPr>
        <w:t xml:space="preserve">ں </w:t>
      </w:r>
      <w:r>
        <w:rPr>
          <w:rtl/>
        </w:rPr>
        <w:t xml:space="preserve">)_ </w:t>
      </w:r>
    </w:p>
    <w:p w:rsidR="00DE2D7F" w:rsidRDefault="00DE2D7F" w:rsidP="00D07B54">
      <w:pPr>
        <w:pStyle w:val="libNormal"/>
        <w:rPr>
          <w:rtl/>
        </w:rPr>
      </w:pPr>
      <w:r>
        <w:rPr>
          <w:rtl/>
        </w:rPr>
        <w:t>تفسير''كشاف''كے مو لف اہل سنت كے بزرگو</w:t>
      </w:r>
      <w:r w:rsidR="007D6C9B">
        <w:rPr>
          <w:rtl/>
        </w:rPr>
        <w:t xml:space="preserve">ں </w:t>
      </w:r>
      <w:r>
        <w:rPr>
          <w:rtl/>
        </w:rPr>
        <w:t>مي</w:t>
      </w:r>
      <w:r w:rsidR="007D6C9B">
        <w:rPr>
          <w:rtl/>
        </w:rPr>
        <w:t xml:space="preserve">ں </w:t>
      </w:r>
      <w:r>
        <w:rPr>
          <w:rtl/>
        </w:rPr>
        <w:t>سے ہي</w:t>
      </w:r>
      <w:r w:rsidR="007D6C9B">
        <w:rPr>
          <w:rtl/>
        </w:rPr>
        <w:t xml:space="preserve">ں </w:t>
      </w:r>
      <w:r>
        <w:rPr>
          <w:rtl/>
        </w:rPr>
        <w:t>_ وہ اس آيت كے ذيل مي</w:t>
      </w:r>
      <w:r w:rsidR="007D6C9B">
        <w:rPr>
          <w:rtl/>
        </w:rPr>
        <w:t xml:space="preserve">ں </w:t>
      </w:r>
      <w:r>
        <w:rPr>
          <w:rtl/>
        </w:rPr>
        <w:t>كہتے ہي</w:t>
      </w:r>
      <w:r w:rsidR="007D6C9B">
        <w:rPr>
          <w:rtl/>
        </w:rPr>
        <w:t xml:space="preserve">ں </w:t>
      </w:r>
      <w:r>
        <w:rPr>
          <w:rtl/>
        </w:rPr>
        <w:t xml:space="preserve">_''يہ آيت اہل كساء كى فضيلت كو ثابت كرنے كے لئے قوى ترين دليل ہے''_ </w:t>
      </w:r>
    </w:p>
    <w:p w:rsidR="00DE2D7F" w:rsidRDefault="00DE2D7F" w:rsidP="00D07B54">
      <w:pPr>
        <w:pStyle w:val="libNormal"/>
        <w:rPr>
          <w:rtl/>
        </w:rPr>
      </w:pPr>
      <w:r>
        <w:rPr>
          <w:rtl/>
        </w:rPr>
        <w:t>شيعہ مفسرين،محدثين اور مو رخين بھى سب كے سب اس آيت كے ''اھل بيت ''كى شان مي</w:t>
      </w:r>
      <w:r w:rsidR="007D6C9B">
        <w:rPr>
          <w:rtl/>
        </w:rPr>
        <w:t xml:space="preserve">ں </w:t>
      </w:r>
      <w:r>
        <w:rPr>
          <w:rtl/>
        </w:rPr>
        <w:t>نازل ہونے پر متفق ہي</w:t>
      </w:r>
      <w:r w:rsidR="007D6C9B">
        <w:rPr>
          <w:rtl/>
        </w:rPr>
        <w:t xml:space="preserve">ں </w:t>
      </w:r>
      <w:r>
        <w:rPr>
          <w:rtl/>
        </w:rPr>
        <w:t>چنانچہ''نورالثقلين'' مي</w:t>
      </w:r>
      <w:r w:rsidR="007D6C9B">
        <w:rPr>
          <w:rtl/>
        </w:rPr>
        <w:t xml:space="preserve">ں </w:t>
      </w:r>
      <w:r>
        <w:rPr>
          <w:rtl/>
        </w:rPr>
        <w:t>اس سلسلے مي</w:t>
      </w:r>
      <w:r w:rsidR="007D6C9B">
        <w:rPr>
          <w:rtl/>
        </w:rPr>
        <w:t xml:space="preserve">ں </w:t>
      </w:r>
      <w:r>
        <w:rPr>
          <w:rtl/>
        </w:rPr>
        <w:t>بہت سى روايات نقل كى گئي ہي</w:t>
      </w:r>
      <w:r w:rsidR="007D6C9B">
        <w:rPr>
          <w:rtl/>
        </w:rPr>
        <w:t xml:space="preserve">ں </w:t>
      </w:r>
      <w:r>
        <w:rPr>
          <w:rtl/>
        </w:rPr>
        <w:t>_ ان مي</w:t>
      </w:r>
      <w:r w:rsidR="007D6C9B">
        <w:rPr>
          <w:rtl/>
        </w:rPr>
        <w:t xml:space="preserve">ں </w:t>
      </w:r>
      <w:r>
        <w:rPr>
          <w:rtl/>
        </w:rPr>
        <w:t>سے ايك كتاب''عيون اخبار الرضا''ہے_ اس مي</w:t>
      </w:r>
      <w:r w:rsidR="007D6C9B">
        <w:rPr>
          <w:rtl/>
        </w:rPr>
        <w:t xml:space="preserve">ں </w:t>
      </w:r>
      <w:r>
        <w:rPr>
          <w:rtl/>
        </w:rPr>
        <w:t>ايك مجلس مناظرہ كا حال بيان كيا گيا ہے،جو مامون نے اپنے دربار مي</w:t>
      </w:r>
      <w:r w:rsidR="007D6C9B">
        <w:rPr>
          <w:rtl/>
        </w:rPr>
        <w:t xml:space="preserve">ں </w:t>
      </w:r>
      <w:r>
        <w:rPr>
          <w:rtl/>
        </w:rPr>
        <w:t xml:space="preserve">منعقد كى تھي_ </w:t>
      </w:r>
    </w:p>
    <w:p w:rsidR="00DE2D7F" w:rsidRDefault="00DE2D7F" w:rsidP="00D07B54">
      <w:pPr>
        <w:pStyle w:val="libNormal"/>
        <w:rPr>
          <w:rtl/>
        </w:rPr>
      </w:pPr>
      <w:r>
        <w:rPr>
          <w:rtl/>
        </w:rPr>
        <w:t>اس مي</w:t>
      </w:r>
      <w:r w:rsidR="007D6C9B">
        <w:rPr>
          <w:rtl/>
        </w:rPr>
        <w:t xml:space="preserve">ں </w:t>
      </w:r>
      <w:r>
        <w:rPr>
          <w:rtl/>
        </w:rPr>
        <w:t xml:space="preserve">ہے كہ امام على بن موسى رضا عليہ السلام نے فرمايا: </w:t>
      </w:r>
    </w:p>
    <w:p w:rsidR="00DE2D7F" w:rsidRDefault="00DE2D7F" w:rsidP="00D07B54">
      <w:pPr>
        <w:pStyle w:val="libNormal"/>
        <w:rPr>
          <w:rtl/>
        </w:rPr>
      </w:pPr>
      <w:r>
        <w:rPr>
          <w:rtl/>
        </w:rPr>
        <w:t>''خدا نے اپنے پاك بندو</w:t>
      </w:r>
      <w:r w:rsidR="007D6C9B">
        <w:rPr>
          <w:rtl/>
        </w:rPr>
        <w:t xml:space="preserve">ں </w:t>
      </w:r>
      <w:r>
        <w:rPr>
          <w:rtl/>
        </w:rPr>
        <w:t>كو آيت مباہلہ مي</w:t>
      </w:r>
      <w:r w:rsidR="007D6C9B">
        <w:rPr>
          <w:rtl/>
        </w:rPr>
        <w:t xml:space="preserve">ں </w:t>
      </w:r>
      <w:r>
        <w:rPr>
          <w:rtl/>
        </w:rPr>
        <w:t xml:space="preserve">مشخص كرديا ہے اور اپنے پيغمبر(ص) كو حكم ديا ہے: </w:t>
      </w:r>
    </w:p>
    <w:p w:rsidR="00DE2D7F" w:rsidRDefault="003E5058" w:rsidP="00D07B54">
      <w:pPr>
        <w:pStyle w:val="libArabic"/>
        <w:rPr>
          <w:rtl/>
        </w:rPr>
      </w:pPr>
      <w:r w:rsidRPr="003E5058">
        <w:rPr>
          <w:rStyle w:val="libAlaemChar"/>
          <w:rFonts w:hint="cs"/>
          <w:rtl/>
        </w:rPr>
        <w:t>(</w:t>
      </w:r>
      <w:r w:rsidR="00DE2D7F" w:rsidRPr="0000568D">
        <w:rPr>
          <w:rStyle w:val="libAieChar"/>
          <w:rtl/>
        </w:rPr>
        <w:t>فمن حاجك في</w:t>
      </w:r>
      <w:r w:rsidRPr="003E5058">
        <w:rPr>
          <w:rStyle w:val="libAieChar"/>
          <w:rFonts w:hint="cs"/>
          <w:rtl/>
        </w:rPr>
        <w:t>ه</w:t>
      </w:r>
      <w:r w:rsidR="00DE2D7F" w:rsidRPr="0000568D">
        <w:rPr>
          <w:rStyle w:val="libAieChar"/>
          <w:rtl/>
        </w:rPr>
        <w:t xml:space="preserve"> </w:t>
      </w:r>
      <w:r w:rsidR="00DE2D7F" w:rsidRPr="0000568D">
        <w:rPr>
          <w:rStyle w:val="libAieChar"/>
          <w:rFonts w:hint="cs"/>
          <w:rtl/>
        </w:rPr>
        <w:t>من</w:t>
      </w:r>
      <w:r w:rsidR="00DE2D7F" w:rsidRPr="0000568D">
        <w:rPr>
          <w:rStyle w:val="libAieChar"/>
          <w:rtl/>
        </w:rPr>
        <w:t xml:space="preserve"> </w:t>
      </w:r>
      <w:r w:rsidR="00DE2D7F" w:rsidRPr="0000568D">
        <w:rPr>
          <w:rStyle w:val="libAieChar"/>
          <w:rFonts w:hint="cs"/>
          <w:rtl/>
        </w:rPr>
        <w:t>بعد</w:t>
      </w:r>
      <w:r w:rsidR="00DE2D7F" w:rsidRPr="0000568D">
        <w:rPr>
          <w:rStyle w:val="libAieChar"/>
          <w:rtl/>
        </w:rPr>
        <w:t xml:space="preserve"> </w:t>
      </w:r>
      <w:r w:rsidR="00DE2D7F" w:rsidRPr="0000568D">
        <w:rPr>
          <w:rStyle w:val="libAieChar"/>
          <w:rFonts w:hint="cs"/>
          <w:rtl/>
        </w:rPr>
        <w:t>ما</w:t>
      </w:r>
      <w:r w:rsidR="00DE2D7F" w:rsidRPr="0000568D">
        <w:rPr>
          <w:rStyle w:val="libAieChar"/>
          <w:rtl/>
        </w:rPr>
        <w:t xml:space="preserve"> </w:t>
      </w:r>
      <w:r w:rsidR="00DE2D7F" w:rsidRPr="0000568D">
        <w:rPr>
          <w:rStyle w:val="libAieChar"/>
          <w:rFonts w:hint="cs"/>
          <w:rtl/>
        </w:rPr>
        <w:t>جاء</w:t>
      </w:r>
      <w:r w:rsidR="00DE2D7F" w:rsidRPr="0000568D">
        <w:rPr>
          <w:rStyle w:val="libAieChar"/>
          <w:rtl/>
        </w:rPr>
        <w:t xml:space="preserve"> </w:t>
      </w:r>
      <w:r w:rsidR="00DE2D7F" w:rsidRPr="0000568D">
        <w:rPr>
          <w:rStyle w:val="libAieChar"/>
          <w:rFonts w:hint="cs"/>
          <w:rtl/>
        </w:rPr>
        <w:t>ك</w:t>
      </w:r>
      <w:r w:rsidR="00DE2D7F" w:rsidRPr="0000568D">
        <w:rPr>
          <w:rStyle w:val="libAieChar"/>
          <w:rtl/>
        </w:rPr>
        <w:t xml:space="preserve"> من العلم فقل</w:t>
      </w:r>
      <w:r w:rsidRPr="003E5058">
        <w:rPr>
          <w:rStyle w:val="libAlaemChar"/>
          <w:rFonts w:hint="cs"/>
          <w:rtl/>
        </w:rPr>
        <w:t>)</w:t>
      </w:r>
      <w:r w:rsidR="00DE2D7F" w:rsidRPr="0000568D">
        <w:rPr>
          <w:rStyle w:val="libAieChar"/>
          <w:rtl/>
        </w:rPr>
        <w:t xml:space="preserve"> </w:t>
      </w:r>
    </w:p>
    <w:p w:rsidR="00DE2D7F" w:rsidRDefault="00DE2D7F" w:rsidP="00D07B54">
      <w:pPr>
        <w:pStyle w:val="libNormal"/>
        <w:rPr>
          <w:rtl/>
        </w:rPr>
      </w:pPr>
      <w:r>
        <w:rPr>
          <w:rtl/>
        </w:rPr>
        <w:t xml:space="preserve">اس آيت كے نزول كے بعد پيغمبر(ص) ،على (ع) ،فاطمہ(ع) ،حسن(ع) ،اور حسين(ع) كو اپنے ساتھ مباھلہ كے لئے لے </w:t>
      </w:r>
    </w:p>
    <w:p w:rsidR="00DE2D7F" w:rsidRDefault="00DE2D7F" w:rsidP="00D07B54">
      <w:pPr>
        <w:pStyle w:val="libNormal"/>
        <w:rPr>
          <w:rtl/>
        </w:rPr>
      </w:pPr>
    </w:p>
    <w:p w:rsidR="00FB7F4E" w:rsidRDefault="001648F9" w:rsidP="00D07B54">
      <w:pPr>
        <w:pStyle w:val="libNormal"/>
        <w:rPr>
          <w:rtl/>
        </w:rPr>
      </w:pPr>
      <w:r>
        <w:rPr>
          <w:rtl/>
        </w:rPr>
        <w:t xml:space="preserve"> </w:t>
      </w:r>
      <w:r>
        <w:rPr>
          <w:rtl/>
        </w:rPr>
        <w:br w:type="page"/>
      </w:r>
    </w:p>
    <w:sdt>
      <w:sdtPr>
        <w:rPr>
          <w:rtl/>
        </w:rPr>
        <w:id w:val="-1559319902"/>
        <w:docPartObj>
          <w:docPartGallery w:val="Table of Contents"/>
          <w:docPartUnique/>
        </w:docPartObj>
      </w:sdtPr>
      <w:sdtEndPr>
        <w:rPr>
          <w:bCs w:val="0"/>
          <w:color w:val="000000" w:themeColor="text1"/>
        </w:rPr>
      </w:sdtEndPr>
      <w:sdtContent>
        <w:p w:rsidR="00F04216" w:rsidRPr="00F04216" w:rsidRDefault="00F04216" w:rsidP="00F04216">
          <w:pPr>
            <w:pStyle w:val="Heading2Center"/>
          </w:pPr>
          <w:r w:rsidRPr="00F04216">
            <w:rPr>
              <w:rFonts w:hint="cs"/>
              <w:rtl/>
            </w:rPr>
            <w:t>فہرست</w:t>
          </w:r>
        </w:p>
        <w:p w:rsidR="00F04216" w:rsidRDefault="00F04216">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7268397" w:history="1">
            <w:r w:rsidRPr="00C27113">
              <w:rPr>
                <w:rStyle w:val="Hyperlink"/>
                <w:rtl/>
              </w:rPr>
              <w:t>حرف 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Toc7268397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398" w:history="1">
            <w:r w:rsidRPr="00C27113">
              <w:rPr>
                <w:rStyle w:val="Hyperlink"/>
                <w:rtl/>
              </w:rPr>
              <w:t>تقريظ</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Toc7268398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399" w:history="1">
            <w:r w:rsidRPr="00C27113">
              <w:rPr>
                <w:rStyle w:val="Hyperlink"/>
                <w:rtl/>
              </w:rPr>
              <w:t>حضرت آيت اللہ العظمى مكارم شيرازى مدظلہ العالي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Toc7268399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0" w:history="1">
            <w:r w:rsidRPr="00C27113">
              <w:rPr>
                <w:rStyle w:val="Hyperlink"/>
                <w:rtl/>
              </w:rPr>
              <w:t>پيش گفتار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Toc7268400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1" w:history="1">
            <w:r w:rsidRPr="00C27113">
              <w:rPr>
                <w:rStyle w:val="Hyperlink"/>
                <w:rtl/>
              </w:rPr>
              <w:t>چند ضرورى نكات: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Toc7268401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2" w:history="1">
            <w:r w:rsidRPr="00C27113">
              <w:rPr>
                <w:rStyle w:val="Hyperlink"/>
                <w:rtl/>
              </w:rPr>
              <w:t>انسانى زندگى پر داستان كااثر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Toc7268402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3" w:history="1">
            <w:r w:rsidRPr="00C27113">
              <w:rPr>
                <w:rStyle w:val="Hyperlink"/>
                <w:rtl/>
                <w:lang w:bidi="fa-IR"/>
              </w:rPr>
              <w:t>۱</w:t>
            </w:r>
            <w:r w:rsidRPr="00C27113">
              <w:rPr>
                <w:rStyle w:val="Hyperlink"/>
                <w:rtl/>
              </w:rPr>
              <w:t xml:space="preserve"> انبياء عليهم السلام کے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Toc7268403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4" w:history="1">
            <w:r w:rsidRPr="00C27113">
              <w:rPr>
                <w:rStyle w:val="Hyperlink"/>
                <w:rtl/>
              </w:rPr>
              <w:t>حضرت آدم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5" w:history="1">
            <w:r w:rsidRPr="00C27113">
              <w:rPr>
                <w:rStyle w:val="Hyperlink"/>
                <w:rtl/>
              </w:rPr>
              <w:t>فرشتوں كا سوال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Toc7268405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6" w:history="1">
            <w:r w:rsidRPr="00C27113">
              <w:rPr>
                <w:rStyle w:val="Hyperlink"/>
                <w:rtl/>
              </w:rPr>
              <w:t>فرشتے امتحان كے سانچے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Toc7268406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7" w:history="1">
            <w:r w:rsidRPr="00C27113">
              <w:rPr>
                <w:rStyle w:val="Hyperlink"/>
                <w:rtl/>
              </w:rPr>
              <w:t>آدم عليہ السلام جنت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Toc7268407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8" w:history="1">
            <w:r w:rsidRPr="00C27113">
              <w:rPr>
                <w:rStyle w:val="Hyperlink"/>
                <w:rtl/>
              </w:rPr>
              <w:t>ابليس نے مخالفت كيوں كي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09" w:history="1">
            <w:r w:rsidRPr="00C27113">
              <w:rPr>
                <w:rStyle w:val="Hyperlink"/>
                <w:rtl/>
              </w:rPr>
              <w:t>بہشت ميں قيام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Toc7268409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10" w:history="1">
            <w:r w:rsidRPr="00C27113">
              <w:rPr>
                <w:rStyle w:val="Hyperlink"/>
                <w:rtl/>
              </w:rPr>
              <w:t>شيطان كا وسوسہ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Toc7268410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11" w:history="1">
            <w:r w:rsidRPr="00C27113">
              <w:rPr>
                <w:rStyle w:val="Hyperlink"/>
                <w:rtl/>
              </w:rPr>
              <w:t>حضرت آدم عليہ السلام كو آب حيات كى تمنا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Toc7268411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12" w:history="1">
            <w:r w:rsidRPr="00C27113">
              <w:rPr>
                <w:rStyle w:val="Hyperlink"/>
                <w:rtl/>
              </w:rPr>
              <w:t>شجرہ ممنوعہ كونسادرخت تھا؟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Toc7268412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13" w:history="1">
            <w:r w:rsidRPr="00C27113">
              <w:rPr>
                <w:rStyle w:val="Hyperlink"/>
                <w:rtl/>
              </w:rPr>
              <w:t>جنت سے اخراج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Toc7268413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14" w:history="1">
            <w:r w:rsidRPr="00C27113">
              <w:rPr>
                <w:rStyle w:val="Hyperlink"/>
                <w:rtl/>
              </w:rPr>
              <w:t>آدم عليہ السلام كونسى جنت ميں تھے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Toc7268414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15" w:history="1">
            <w:r w:rsidRPr="00C27113">
              <w:rPr>
                <w:rStyle w:val="Hyperlink"/>
                <w:rtl/>
              </w:rPr>
              <w:t>خدا كى طرف آدم عليہ السلام كى باز گشت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Toc7268415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416" w:history="1">
            <w:r w:rsidRPr="00C27113">
              <w:rPr>
                <w:rStyle w:val="Hyperlink"/>
                <w:rtl/>
              </w:rPr>
              <w:t>خدا نے جو كلمات آدم عليہ السلام پر القاكئے وہ كيا تھے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Toc7268416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17" w:history="1">
            <w:r w:rsidRPr="00C27113">
              <w:rPr>
                <w:rStyle w:val="Hyperlink"/>
                <w:rtl/>
              </w:rPr>
              <w:t>ادم عليہ السلام كا ماجرا اور اس جہان پر ايك طائرانہ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Toc7268417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18" w:history="1">
            <w:r w:rsidRPr="00C27113">
              <w:rPr>
                <w:rStyle w:val="Hyperlink"/>
                <w:rtl/>
              </w:rPr>
              <w:t>زمين پرسب سے پہلا قتل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Toc7268418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19" w:history="1">
            <w:r w:rsidRPr="00C27113">
              <w:rPr>
                <w:rStyle w:val="Hyperlink"/>
                <w:rtl/>
              </w:rPr>
              <w:t>ظلم كى پردہ پوشي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Toc7268419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0" w:history="1">
            <w:r w:rsidRPr="00C27113">
              <w:rPr>
                <w:rStyle w:val="Hyperlink"/>
                <w:rtl/>
              </w:rPr>
              <w:t>افسوس اپنے اوپر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Toc7268420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1" w:history="1">
            <w:r w:rsidRPr="00C27113">
              <w:rPr>
                <w:rStyle w:val="Hyperlink"/>
                <w:rtl/>
              </w:rPr>
              <w:t>حضرت ادريس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Toc7268421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2" w:history="1">
            <w:r w:rsidRPr="00C27113">
              <w:rPr>
                <w:rStyle w:val="Hyperlink"/>
                <w:rtl/>
              </w:rPr>
              <w:t>حضرت نوح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Toc7268422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3" w:history="1">
            <w:r w:rsidRPr="00C27113">
              <w:rPr>
                <w:rStyle w:val="Hyperlink"/>
                <w:rtl/>
              </w:rPr>
              <w:t>950/سال تبليغ 7/مومن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Toc7268423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4" w:history="1">
            <w:r w:rsidRPr="00C27113">
              <w:rPr>
                <w:rStyle w:val="Hyperlink"/>
                <w:rtl/>
              </w:rPr>
              <w:t>قوم نوح عليہ السلام كى ہلا دينے والى سرگزشت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Toc7268424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5" w:history="1">
            <w:r w:rsidRPr="00C27113">
              <w:rPr>
                <w:rStyle w:val="Hyperlink"/>
                <w:rtl/>
              </w:rPr>
              <w:t>امام زادوں كو زائرين كى تعداد سے پہچاناجاتا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Toc7268425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6" w:history="1">
            <w:r w:rsidRPr="00C27113">
              <w:rPr>
                <w:rStyle w:val="Hyperlink"/>
                <w:rtl/>
              </w:rPr>
              <w:t>حضرت نوح عليہ السلام كے جوابات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Toc7268426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7" w:history="1">
            <w:r w:rsidRPr="00C27113">
              <w:rPr>
                <w:rStyle w:val="Hyperlink"/>
                <w:rtl/>
              </w:rPr>
              <w:t>ميں كسى صاحب ايمان كو نہيں دھتكارتا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Toc7268427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8" w:history="1">
            <w:r w:rsidRPr="00C27113">
              <w:rPr>
                <w:rStyle w:val="Hyperlink"/>
                <w:rtl/>
              </w:rPr>
              <w:t>خدائي خزانے ميرے قبضہ ميں نہيں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Toc7268428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29" w:history="1">
            <w:r w:rsidRPr="00C27113">
              <w:rPr>
                <w:rStyle w:val="Hyperlink"/>
                <w:rtl/>
              </w:rPr>
              <w:t>كہاں ہے عذاب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Toc7268429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30" w:history="1">
            <w:r w:rsidRPr="00C27113">
              <w:rPr>
                <w:rStyle w:val="Hyperlink"/>
                <w:rtl/>
              </w:rPr>
              <w:t>معاشرے كو پاك كرنے كا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Toc7268430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31" w:history="1">
            <w:r w:rsidRPr="00C27113">
              <w:rPr>
                <w:rStyle w:val="Hyperlink"/>
                <w:rtl/>
              </w:rPr>
              <w:t>كشتى نوح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Toc7268431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32" w:history="1">
            <w:r w:rsidRPr="00C27113">
              <w:rPr>
                <w:rStyle w:val="Hyperlink"/>
                <w:rtl/>
              </w:rPr>
              <w:t>كشتى بنارہے ہو دريابھى بنائو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Toc7268432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33" w:history="1">
            <w:r w:rsidRPr="00C27113">
              <w:rPr>
                <w:rStyle w:val="Hyperlink"/>
                <w:rtl/>
              </w:rPr>
              <w:t>آغاز طوفان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Toc7268433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34" w:history="1">
            <w:r w:rsidRPr="00C27113">
              <w:rPr>
                <w:rStyle w:val="Hyperlink"/>
                <w:rtl/>
              </w:rPr>
              <w:t>نوح عليہ السلام كا بيٹابدكاروں كے ساتھ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Toc7268434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35" w:history="1">
            <w:r w:rsidRPr="00C27113">
              <w:rPr>
                <w:rStyle w:val="Hyperlink"/>
                <w:rtl/>
              </w:rPr>
              <w:t>اللہ كا نام لے كركشتى پرسوارہوجائو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Toc7268435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436" w:history="1">
            <w:r w:rsidRPr="00C27113">
              <w:rPr>
                <w:rStyle w:val="Hyperlink"/>
                <w:rtl/>
              </w:rPr>
              <w:t>پسر نوح كا درد ناك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Toc7268436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37" w:history="1">
            <w:r w:rsidRPr="00C27113">
              <w:rPr>
                <w:rStyle w:val="Hyperlink"/>
                <w:rtl/>
              </w:rPr>
              <w:t>اے نوح عليہ السلام تمہارا بيٹا تمہارے اہل سے نہيں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Toc7268437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38" w:history="1">
            <w:r w:rsidRPr="00C27113">
              <w:rPr>
                <w:rStyle w:val="Hyperlink"/>
                <w:rtl/>
              </w:rPr>
              <w:t>اس داستان كا اختتام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Toc7268438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39" w:history="1">
            <w:r w:rsidRPr="00C27113">
              <w:rPr>
                <w:rStyle w:val="Hyperlink"/>
                <w:rtl/>
              </w:rPr>
              <w:t>كوہ جودى كہاں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Toc7268439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0" w:history="1">
            <w:r w:rsidRPr="00C27113">
              <w:rPr>
                <w:rStyle w:val="Hyperlink"/>
                <w:rtl/>
              </w:rPr>
              <w:t>حضرت نوح(ع) باسلامت اترآئے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Toc7268440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1" w:history="1">
            <w:r w:rsidRPr="00C27113">
              <w:rPr>
                <w:rStyle w:val="Hyperlink"/>
                <w:rtl/>
              </w:rPr>
              <w:t>كيا طوفان نوح(ع) عالمگير تھا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Toc7268441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2" w:history="1">
            <w:r w:rsidRPr="00C27113">
              <w:rPr>
                <w:rStyle w:val="Hyperlink"/>
                <w:rtl/>
              </w:rPr>
              <w:t>طوفان كے ذريعے سزا كيوں دى گئي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Toc7268442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3" w:history="1">
            <w:r w:rsidRPr="00C27113">
              <w:rPr>
                <w:rStyle w:val="Hyperlink"/>
                <w:rtl/>
              </w:rPr>
              <w:t>جناب نوح(ع) كى بيوي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Toc7268443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4" w:history="1">
            <w:r w:rsidRPr="00C27113">
              <w:rPr>
                <w:rStyle w:val="Hyperlink"/>
                <w:rtl/>
                <w:lang w:bidi="fa-IR"/>
              </w:rPr>
              <w:t>۲</w:t>
            </w:r>
            <w:r w:rsidRPr="00C27113">
              <w:rPr>
                <w:rStyle w:val="Hyperlink"/>
                <w:rtl/>
              </w:rPr>
              <w:t xml:space="preserve"> انبياء عليهم السلام کے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Toc7268444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5" w:history="1">
            <w:r w:rsidRPr="00C27113">
              <w:rPr>
                <w:rStyle w:val="Hyperlink"/>
                <w:rtl/>
              </w:rPr>
              <w:t>حضرت ہود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Toc7268445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6" w:history="1">
            <w:r w:rsidRPr="00C27113">
              <w:rPr>
                <w:rStyle w:val="Hyperlink"/>
                <w:rtl/>
              </w:rPr>
              <w:t>شہر ارم اور شداد كى بہشت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Toc7268446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7" w:history="1">
            <w:r w:rsidRPr="00C27113">
              <w:rPr>
                <w:rStyle w:val="Hyperlink"/>
                <w:rtl/>
              </w:rPr>
              <w:t>حضرت ہود(ع) برادر قوم عاد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Toc7268447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8" w:history="1">
            <w:r w:rsidRPr="00C27113">
              <w:rPr>
                <w:rStyle w:val="Hyperlink"/>
                <w:rtl/>
              </w:rPr>
              <w:t>حضرت ہود كى بہترين دليل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Toc7268448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49" w:history="1">
            <w:r w:rsidRPr="00C27113">
              <w:rPr>
                <w:rStyle w:val="Hyperlink"/>
                <w:rtl/>
              </w:rPr>
              <w:t>اے ہود تم ہمارے خدائوں كے غضب سے ديوانہ ہوگئے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Toc7268449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50" w:history="1">
            <w:r w:rsidRPr="00C27113">
              <w:rPr>
                <w:rStyle w:val="Hyperlink"/>
                <w:rtl/>
              </w:rPr>
              <w:t>كيوں بت مجھے نابود نہيں كرتے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Toc7268450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51" w:history="1">
            <w:r w:rsidRPr="00C27113">
              <w:rPr>
                <w:rStyle w:val="Hyperlink"/>
                <w:rtl/>
              </w:rPr>
              <w:t>اس ظالم قوم پر ابدى لعنت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Toc7268451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52" w:history="1">
            <w:r w:rsidRPr="00C27113">
              <w:rPr>
                <w:rStyle w:val="Hyperlink"/>
                <w:rtl/>
              </w:rPr>
              <w:t>عذاب الہى ايك نحس دن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Toc7268452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53" w:history="1">
            <w:r w:rsidRPr="00C27113">
              <w:rPr>
                <w:rStyle w:val="Hyperlink"/>
                <w:rtl/>
              </w:rPr>
              <w:t>كيا ان ميں سے كسى كو ديكھتے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Toc7268453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54" w:history="1">
            <w:r w:rsidRPr="00C27113">
              <w:rPr>
                <w:rStyle w:val="Hyperlink"/>
                <w:rtl/>
              </w:rPr>
              <w:t>حضرت صالح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Toc7268454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55" w:history="1">
            <w:r w:rsidRPr="00C27113">
              <w:rPr>
                <w:rStyle w:val="Hyperlink"/>
                <w:rtl/>
              </w:rPr>
              <w:t>فاسداوراسراف كرنے والوں كى اطاعت نہ كرو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Toc7268455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456" w:history="1">
            <w:r w:rsidRPr="00C27113">
              <w:rPr>
                <w:rStyle w:val="Hyperlink"/>
                <w:rtl/>
              </w:rPr>
              <w:t>قوم صالح كى ہٹ دھرمي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Toc7268456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57" w:history="1">
            <w:r w:rsidRPr="00C27113">
              <w:rPr>
                <w:rStyle w:val="Hyperlink"/>
                <w:rtl/>
              </w:rPr>
              <w:t>كيا ہم دوبارہ زندہ كئے جائيں گے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Toc7268457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58" w:history="1">
            <w:r w:rsidRPr="00C27113">
              <w:rPr>
                <w:rStyle w:val="Hyperlink"/>
                <w:rtl/>
              </w:rPr>
              <w:t>اے صالح(ع) ہم تم پراميد ركھتے تھے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Toc7268458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59" w:history="1">
            <w:r w:rsidRPr="00C27113">
              <w:rPr>
                <w:rStyle w:val="Hyperlink"/>
                <w:rtl/>
              </w:rPr>
              <w:t>تم كتنے نحس قدم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Toc7268459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0" w:history="1">
            <w:r w:rsidRPr="00C27113">
              <w:rPr>
                <w:rStyle w:val="Hyperlink"/>
                <w:rtl/>
              </w:rPr>
              <w:t>ناقہ صالح(ع)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Toc7268460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1" w:history="1">
            <w:r w:rsidRPr="00C27113">
              <w:rPr>
                <w:rStyle w:val="Hyperlink"/>
                <w:rtl/>
              </w:rPr>
              <w:t>اگر تم سچے ہو تو عذاب ميں جلدى كرو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Toc7268461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2" w:history="1">
            <w:r w:rsidRPr="00C27113">
              <w:rPr>
                <w:rStyle w:val="Hyperlink"/>
                <w:rtl/>
              </w:rPr>
              <w:t>قوم ثمود كا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Toc7268462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3" w:history="1">
            <w:r w:rsidRPr="00C27113">
              <w:rPr>
                <w:rStyle w:val="Hyperlink"/>
                <w:rtl/>
              </w:rPr>
              <w:t>''صيحة'' سے كيا مرادہے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Toc7268463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4" w:history="1">
            <w:r w:rsidRPr="00C27113">
              <w:rPr>
                <w:rStyle w:val="Hyperlink"/>
                <w:rtl/>
              </w:rPr>
              <w:t>حضرت صالح(ع) كے ساتھ نجات پانے والے افراد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Toc7268464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5" w:history="1">
            <w:r w:rsidRPr="00C27113">
              <w:rPr>
                <w:rStyle w:val="Hyperlink"/>
                <w:rtl/>
              </w:rPr>
              <w:t>وادى القرى ميں نو 9 مفسدٹولوں كى سازش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Toc7268465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6" w:history="1">
            <w:r w:rsidRPr="00C27113">
              <w:rPr>
                <w:rStyle w:val="Hyperlink"/>
                <w:rtl/>
              </w:rPr>
              <w:t>يہ خالى گھران كے ہيں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Toc7268466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7" w:history="1">
            <w:r w:rsidRPr="00C27113">
              <w:rPr>
                <w:rStyle w:val="Hyperlink"/>
                <w:rtl/>
              </w:rPr>
              <w:t>حضرت ابراہيم ،حضرت اسماعيل اور حضرت اسحاق (عليہم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Toc7268467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8" w:history="1">
            <w:r w:rsidRPr="00C27113">
              <w:rPr>
                <w:rStyle w:val="Hyperlink"/>
                <w:rtl/>
              </w:rPr>
              <w:t>حضرت ابراہيم عليہ السلام كى پر تلاطم زندگي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Toc7268468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69" w:history="1">
            <w:r w:rsidRPr="00C27113">
              <w:rPr>
                <w:rStyle w:val="Hyperlink"/>
                <w:rtl/>
              </w:rPr>
              <w:t>حضرت ابراہيم عليہ السلام كى جائے پيدائش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Toc7268469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70" w:history="1">
            <w:r w:rsidRPr="00C27113">
              <w:rPr>
                <w:rStyle w:val="Hyperlink"/>
                <w:rtl/>
              </w:rPr>
              <w:t>دور نبوت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Toc7268470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71" w:history="1">
            <w:r w:rsidRPr="00C27113">
              <w:rPr>
                <w:rStyle w:val="Hyperlink"/>
                <w:rtl/>
              </w:rPr>
              <w:t>حضرت ابراہيم عليہ السلام كے پانچ برجستہ صفات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Toc7268471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72" w:history="1">
            <w:r w:rsidRPr="00C27113">
              <w:rPr>
                <w:rStyle w:val="Hyperlink"/>
                <w:rtl/>
              </w:rPr>
              <w:t>ابراہيم عليہ السلام سب كے لئے نمونہ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Toc7268472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73" w:history="1">
            <w:r w:rsidRPr="00C27113">
              <w:rPr>
                <w:rStyle w:val="Hyperlink"/>
                <w:rtl/>
              </w:rPr>
              <w:t>شائستہ 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Toc7268473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74" w:history="1">
            <w:r w:rsidRPr="00C27113">
              <w:rPr>
                <w:rStyle w:val="Hyperlink"/>
                <w:rtl/>
              </w:rPr>
              <w:t>آزرسے گفتگو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Toc7268474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75" w:history="1">
            <w:r w:rsidRPr="00C27113">
              <w:rPr>
                <w:rStyle w:val="Hyperlink"/>
                <w:rtl/>
              </w:rPr>
              <w:t>اے ابراہيم تم پر پتھر برسائوں 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Toc7268475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476" w:history="1">
            <w:r w:rsidRPr="00C27113">
              <w:rPr>
                <w:rStyle w:val="Hyperlink"/>
                <w:rtl/>
              </w:rPr>
              <w:t>اسمانوں ميں توحيد كے دلائل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Toc7268476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77" w:history="1">
            <w:r w:rsidRPr="00C27113">
              <w:rPr>
                <w:rStyle w:val="Hyperlink"/>
                <w:rtl/>
              </w:rPr>
              <w:t>ستارہ سے كون سا ستارہ مراد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Toc7268477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78" w:history="1">
            <w:r w:rsidRPr="00C27113">
              <w:rPr>
                <w:rStyle w:val="Hyperlink"/>
                <w:rtl/>
              </w:rPr>
              <w:t>توحيد كى دعوت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Toc7268478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79" w:history="1">
            <w:r w:rsidRPr="00C27113">
              <w:rPr>
                <w:rStyle w:val="Hyperlink"/>
                <w:rtl/>
              </w:rPr>
              <w:t>ابراہيم عليہ السلام كى بت شكنى كا زبردست منظر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Toc7268479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0" w:history="1">
            <w:r w:rsidRPr="00C27113">
              <w:rPr>
                <w:rStyle w:val="Hyperlink"/>
                <w:rtl/>
              </w:rPr>
              <w:t>تم يہ بہترين اور شيرين غذا كيوں نہيں كھاتے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Toc7268480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1" w:history="1">
            <w:r w:rsidRPr="00C27113">
              <w:rPr>
                <w:rStyle w:val="Hyperlink"/>
                <w:rtl/>
              </w:rPr>
              <w:t>جناب ابراہيم (ع) نمروديوں كى عدالت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Toc7268481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2" w:history="1">
            <w:r w:rsidRPr="00C27113">
              <w:rPr>
                <w:rStyle w:val="Hyperlink"/>
                <w:rtl/>
              </w:rPr>
              <w:t>حضرت ابراہيم عليہ السلام كى دندان شكن دليل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Toc7268482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3" w:history="1">
            <w:r w:rsidRPr="00C27113">
              <w:rPr>
                <w:rStyle w:val="Hyperlink"/>
                <w:rtl/>
              </w:rPr>
              <w:t>زودگذربيداري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Toc7268483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4" w:history="1">
            <w:r w:rsidRPr="00C27113">
              <w:rPr>
                <w:rStyle w:val="Hyperlink"/>
                <w:rtl/>
              </w:rPr>
              <w:t>بت تو بولتے ہى نہيں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Toc7268484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5" w:history="1">
            <w:r w:rsidRPr="00C27113">
              <w:rPr>
                <w:rStyle w:val="Hyperlink"/>
                <w:rtl/>
              </w:rPr>
              <w:t>ابراہيم (ع) كو جلا ديا جائے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Toc7268485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6" w:history="1">
            <w:r w:rsidRPr="00C27113">
              <w:rPr>
                <w:rStyle w:val="Hyperlink"/>
                <w:rtl/>
              </w:rPr>
              <w:t>فرشتوں كى فرياد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Toc7268486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7" w:history="1">
            <w:r w:rsidRPr="00C27113">
              <w:rPr>
                <w:rStyle w:val="Hyperlink"/>
                <w:rtl/>
              </w:rPr>
              <w:t>آگ گلزار ہوگئي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Toc7268487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8" w:history="1">
            <w:r w:rsidRPr="00C27113">
              <w:rPr>
                <w:rStyle w:val="Hyperlink"/>
                <w:rtl/>
              </w:rPr>
              <w:t>بہادرنوجوان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Toc7268488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89" w:history="1">
            <w:r w:rsidRPr="00C27113">
              <w:rPr>
                <w:rStyle w:val="Hyperlink"/>
                <w:rtl/>
              </w:rPr>
              <w:t>ابراہيم عليہ السلام اور نمرود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Toc7268489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90" w:history="1">
            <w:r w:rsidRPr="00C27113">
              <w:rPr>
                <w:rStyle w:val="Hyperlink"/>
                <w:rtl/>
              </w:rPr>
              <w:t>نمرود سے گفتگو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Toc7268490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91" w:history="1">
            <w:r w:rsidRPr="00C27113">
              <w:rPr>
                <w:rStyle w:val="Hyperlink"/>
                <w:rtl/>
              </w:rPr>
              <w:t>بت پرستوں كى سرزمين سے ابراہيم كى ہجرت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Toc7268491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92" w:history="1">
            <w:r w:rsidRPr="00C27113">
              <w:rPr>
                <w:rStyle w:val="Hyperlink"/>
                <w:rtl/>
              </w:rPr>
              <w:t>كس طرح مردوں كو زندہ كرے گا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Toc7268492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93" w:history="1">
            <w:r w:rsidRPr="00C27113">
              <w:rPr>
                <w:rStyle w:val="Hyperlink"/>
                <w:rtl/>
              </w:rPr>
              <w:t>چندا ہم نكات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Toc7268493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94" w:history="1">
            <w:r w:rsidRPr="00C27113">
              <w:rPr>
                <w:rStyle w:val="Hyperlink"/>
                <w:rtl/>
              </w:rPr>
              <w:t>اسماعيل (ع) اور ہاجرہ(ع) كو منتقل كرنے كا حكم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Toc7268494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95" w:history="1">
            <w:r w:rsidRPr="00C27113">
              <w:rPr>
                <w:rStyle w:val="Hyperlink"/>
                <w:rtl/>
              </w:rPr>
              <w:t>اسماعيل (ع) قربان گاہ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Toc7268495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496" w:history="1">
            <w:r w:rsidRPr="00C27113">
              <w:rPr>
                <w:rStyle w:val="Hyperlink"/>
                <w:rtl/>
              </w:rPr>
              <w:t>شيطانى وسوسہ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Toc7268496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97" w:history="1">
            <w:r w:rsidRPr="00C27113">
              <w:rPr>
                <w:rStyle w:val="Hyperlink"/>
                <w:rtl/>
              </w:rPr>
              <w:t>ميرى والدہ كو سلام كہنا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Toc7268497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98" w:history="1">
            <w:r w:rsidRPr="00C27113">
              <w:rPr>
                <w:rStyle w:val="Hyperlink"/>
                <w:rtl/>
              </w:rPr>
              <w:t>باپ بيٹے ايك دوسرے سے مل كررونے لگے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Toc7268498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499" w:history="1">
            <w:r w:rsidRPr="00C27113">
              <w:rPr>
                <w:rStyle w:val="Hyperlink"/>
                <w:rtl/>
              </w:rPr>
              <w:t>جبرئيل (ع) كى فرياد تكبير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Toc7268499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0" w:history="1">
            <w:r w:rsidRPr="00C27113">
              <w:rPr>
                <w:rStyle w:val="Hyperlink"/>
                <w:rtl/>
              </w:rPr>
              <w:t>ذبح عظيم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Toc7268500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1" w:history="1">
            <w:r w:rsidRPr="00C27113">
              <w:rPr>
                <w:rStyle w:val="Hyperlink"/>
                <w:rtl/>
              </w:rPr>
              <w:t>ذبيح اللہ كون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Toc7268501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2" w:history="1">
            <w:r w:rsidRPr="00C27113">
              <w:rPr>
                <w:rStyle w:val="Hyperlink"/>
                <w:rtl/>
              </w:rPr>
              <w:t>جناب اسحاق كى بشارت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Toc7268502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3" w:history="1">
            <w:r w:rsidRPr="00C27113">
              <w:rPr>
                <w:rStyle w:val="Hyperlink"/>
                <w:rtl/>
              </w:rPr>
              <w:t>يہ كہ غلام عليم(صاحب علم لڑكے ) سے كون مراد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Toc7268503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4" w:history="1">
            <w:r w:rsidRPr="00C27113">
              <w:rPr>
                <w:rStyle w:val="Hyperlink"/>
                <w:rtl/>
              </w:rPr>
              <w:t>حضرت ابراہيم عليہ السلام كو انعام ميں امامت ملي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Toc7268504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5" w:history="1">
            <w:r w:rsidRPr="00C27113">
              <w:rPr>
                <w:rStyle w:val="Hyperlink"/>
                <w:rtl/>
              </w:rPr>
              <w:t>ابراہيم عليہ السلام كا كن چيزوں كے ذريعہ امتحان ليا گيا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Toc7268505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6" w:history="1">
            <w:r w:rsidRPr="00C27113">
              <w:rPr>
                <w:rStyle w:val="Hyperlink"/>
                <w:rtl/>
              </w:rPr>
              <w:t>امام كسے كہتے ہيں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Toc7268506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7" w:history="1">
            <w:r w:rsidRPr="00C27113">
              <w:rPr>
                <w:rStyle w:val="Hyperlink"/>
                <w:rtl/>
                <w:lang w:bidi="fa-IR"/>
              </w:rPr>
              <w:t>۳</w:t>
            </w:r>
            <w:r w:rsidRPr="00C27113">
              <w:rPr>
                <w:rStyle w:val="Hyperlink"/>
                <w:rtl/>
              </w:rPr>
              <w:t xml:space="preserve"> انبياء عليهم السلام کے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Toc7268507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8" w:history="1">
            <w:r w:rsidRPr="00C27113">
              <w:rPr>
                <w:rStyle w:val="Hyperlink"/>
                <w:rtl/>
              </w:rPr>
              <w:t>حضرت لوط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Toc7268508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09" w:history="1">
            <w:r w:rsidRPr="00C27113">
              <w:rPr>
                <w:rStyle w:val="Hyperlink"/>
                <w:rtl/>
              </w:rPr>
              <w:t>قوم لوط كا سب سے بڑا اخلاقى انحراف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Toc7268509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10" w:history="1">
            <w:r w:rsidRPr="00C27113">
              <w:rPr>
                <w:rStyle w:val="Hyperlink"/>
                <w:rtl/>
              </w:rPr>
              <w:t>جہاں پر عفت ايك عيب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Toc7268510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11" w:history="1">
            <w:r w:rsidRPr="00C27113">
              <w:rPr>
                <w:rStyle w:val="Hyperlink"/>
                <w:rtl/>
              </w:rPr>
              <w:t>30 /سال سعى و كوشش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Toc7268511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12" w:history="1">
            <w:r w:rsidRPr="00C27113">
              <w:rPr>
                <w:rStyle w:val="Hyperlink"/>
                <w:rtl/>
              </w:rPr>
              <w:t>يہ ہے گناہ گاروں كا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Toc7268512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13" w:history="1">
            <w:r w:rsidRPr="00C27113">
              <w:rPr>
                <w:rStyle w:val="Hyperlink"/>
                <w:rtl/>
              </w:rPr>
              <w:t>صرف ايك خاندان مومن اور پاك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Toc7268513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14" w:history="1">
            <w:r w:rsidRPr="00C27113">
              <w:rPr>
                <w:rStyle w:val="Hyperlink"/>
                <w:rtl/>
              </w:rPr>
              <w:t>حضرت لوط عليہ السلام مہمانوں كو ديكھ كر پريشان ہوگئے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Toc7268514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15" w:history="1">
            <w:r w:rsidRPr="00C27113">
              <w:rPr>
                <w:rStyle w:val="Hyperlink"/>
                <w:rtl/>
              </w:rPr>
              <w:t>قوم لوط(ع) آپ كے گھر ميں داخل ہوگئي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Toc7268515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516" w:history="1">
            <w:r w:rsidRPr="00C27113">
              <w:rPr>
                <w:rStyle w:val="Hyperlink"/>
                <w:rtl/>
              </w:rPr>
              <w:t>اے كاش ميں تم سے مقابلہ كرسكتا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Toc7268516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17" w:history="1">
            <w:r w:rsidRPr="00C27113">
              <w:rPr>
                <w:rStyle w:val="Hyperlink"/>
                <w:rtl/>
              </w:rPr>
              <w:t>اے لوط(ع) آپ پريشان نہ ہويئے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Toc7268517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18" w:history="1">
            <w:r w:rsidRPr="00C27113">
              <w:rPr>
                <w:rStyle w:val="Hyperlink"/>
                <w:rtl/>
              </w:rPr>
              <w:t>كيا صبح قريب نہيں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Toc7268518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19" w:history="1">
            <w:r w:rsidRPr="00C27113">
              <w:rPr>
                <w:rStyle w:val="Hyperlink"/>
                <w:rtl/>
              </w:rPr>
              <w:t>صبح كے وقت نزول عذاب كيوں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Toc7268519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0" w:history="1">
            <w:r w:rsidRPr="00C27113">
              <w:rPr>
                <w:rStyle w:val="Hyperlink"/>
                <w:rtl/>
              </w:rPr>
              <w:t>زيرو زبركيوں كيا گيا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Toc7268520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1" w:history="1">
            <w:r w:rsidRPr="00C27113">
              <w:rPr>
                <w:rStyle w:val="Hyperlink"/>
                <w:rtl/>
              </w:rPr>
              <w:t>قوم لوط(ع) كا اخلاق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Toc7268521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2" w:history="1">
            <w:r w:rsidRPr="00C27113">
              <w:rPr>
                <w:rStyle w:val="Hyperlink"/>
                <w:rtl/>
              </w:rPr>
              <w:t>حضرت لوط (ع) كى بيوى كافروں كے لئے مثال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Toc7268522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3" w:history="1">
            <w:r w:rsidRPr="00C27113">
              <w:rPr>
                <w:rStyle w:val="Hyperlink"/>
                <w:rtl/>
              </w:rPr>
              <w:t>حضرت يوسف اور يعقوب (عليہماالسلام)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Toc7268523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4" w:history="1">
            <w:r w:rsidRPr="00C27113">
              <w:rPr>
                <w:rStyle w:val="Hyperlink"/>
                <w:rtl/>
              </w:rPr>
              <w:t>داستان عشق يا پاكيزگى كا بہترين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Toc7268524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5" w:history="1">
            <w:r w:rsidRPr="00C27113">
              <w:rPr>
                <w:rStyle w:val="Hyperlink"/>
                <w:rtl/>
              </w:rPr>
              <w:t>قہرمان پاكيزگي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Toc7268525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6" w:history="1">
            <w:r w:rsidRPr="00C27113">
              <w:rPr>
                <w:rStyle w:val="Hyperlink"/>
                <w:rtl/>
              </w:rPr>
              <w:t>حضرت يوسف(ع) كا واقعہ اسلام سے پہلے اور اسلام كے بعد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Toc7268526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7" w:history="1">
            <w:r w:rsidRPr="00C27113">
              <w:rPr>
                <w:rStyle w:val="Hyperlink"/>
                <w:rtl/>
              </w:rPr>
              <w:t>احسن القصص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Toc7268527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8" w:history="1">
            <w:r w:rsidRPr="00C27113">
              <w:rPr>
                <w:rStyle w:val="Hyperlink"/>
                <w:rtl/>
              </w:rPr>
              <w:t>اميد كى كرن او ر مشكلات كى ابتدا 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Toc7268528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29" w:history="1">
            <w:r w:rsidRPr="00C27113">
              <w:rPr>
                <w:rStyle w:val="Hyperlink"/>
                <w:rtl/>
              </w:rPr>
              <w:t>بھائيوں كى سازش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Toc7268529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30" w:history="1">
            <w:r w:rsidRPr="00C27113">
              <w:rPr>
                <w:rStyle w:val="Hyperlink"/>
                <w:rtl/>
              </w:rPr>
              <w:t>يوسف (ع) كو قتل كر ديا جائے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Toc7268530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31" w:history="1">
            <w:r w:rsidRPr="00C27113">
              <w:rPr>
                <w:rStyle w:val="Hyperlink"/>
                <w:rtl/>
              </w:rPr>
              <w:t>منحوس سازش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Toc7268531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32" w:history="1">
            <w:r w:rsidRPr="00C27113">
              <w:rPr>
                <w:rStyle w:val="Hyperlink"/>
                <w:rtl/>
              </w:rPr>
              <w:t>كنعان كے بھيڑئے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Toc7268532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33" w:history="1">
            <w:r w:rsidRPr="00C27113">
              <w:rPr>
                <w:rStyle w:val="Hyperlink"/>
                <w:rtl/>
              </w:rPr>
              <w:t>يوسف كى ہنسى اور ان كا رونا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Toc7268533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34" w:history="1">
            <w:r w:rsidRPr="00C27113">
              <w:rPr>
                <w:rStyle w:val="Hyperlink"/>
                <w:rtl/>
              </w:rPr>
              <w:t>جناب يوسف(ع) بر ہنہ كنويں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Toc7268534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35" w:history="1">
            <w:r w:rsidRPr="00C27113">
              <w:rPr>
                <w:rStyle w:val="Hyperlink"/>
                <w:rtl/>
              </w:rPr>
              <w:t>ذليل كنندہ جھوٹ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Toc7268535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536" w:history="1">
            <w:r w:rsidRPr="00C27113">
              <w:rPr>
                <w:rStyle w:val="Hyperlink"/>
                <w:rtl/>
              </w:rPr>
              <w:t>مہربان بھيڑيا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Toc7268536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37" w:history="1">
            <w:r w:rsidRPr="00C27113">
              <w:rPr>
                <w:rStyle w:val="Hyperlink"/>
                <w:rtl/>
              </w:rPr>
              <w:t>ايك ترك اولى كے بدلے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Toc7268537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38" w:history="1">
            <w:r w:rsidRPr="00C27113">
              <w:rPr>
                <w:rStyle w:val="Hyperlink"/>
                <w:rtl/>
              </w:rPr>
              <w:t>سر زمين مصر كى جانب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Toc7268538 \h</w:instrText>
            </w:r>
            <w:r>
              <w:rPr>
                <w:webHidden/>
                <w:rtl/>
              </w:rPr>
              <w:instrText xml:space="preserve"> </w:instrText>
            </w:r>
            <w:r>
              <w:rPr>
                <w:webHidden/>
                <w:rtl/>
              </w:rPr>
            </w:r>
            <w:r>
              <w:rPr>
                <w:webHidden/>
                <w:rtl/>
              </w:rPr>
              <w:fldChar w:fldCharType="separate"/>
            </w:r>
            <w:r>
              <w:rPr>
                <w:webHidden/>
                <w:rtl/>
              </w:rPr>
              <w:t>187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39" w:history="1">
            <w:r w:rsidRPr="00C27113">
              <w:rPr>
                <w:rStyle w:val="Hyperlink"/>
                <w:rtl/>
              </w:rPr>
              <w:t>جناب يوسف(ع) كو كم داموں ميں بيچنا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Toc7268539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0" w:history="1">
            <w:r w:rsidRPr="00C27113">
              <w:rPr>
                <w:rStyle w:val="Hyperlink"/>
                <w:rtl/>
              </w:rPr>
              <w:t>عزيز مصر كے محل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Toc7268540 \h</w:instrText>
            </w:r>
            <w:r>
              <w:rPr>
                <w:webHidden/>
                <w:rtl/>
              </w:rPr>
              <w:instrText xml:space="preserve"> </w:instrText>
            </w:r>
            <w:r>
              <w:rPr>
                <w:webHidden/>
                <w:rtl/>
              </w:rPr>
            </w:r>
            <w:r>
              <w:rPr>
                <w:webHidden/>
                <w:rtl/>
              </w:rPr>
              <w:fldChar w:fldCharType="separate"/>
            </w:r>
            <w:r>
              <w:rPr>
                <w:webHidden/>
                <w:rtl/>
              </w:rPr>
              <w:t>189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1" w:history="1">
            <w:r w:rsidRPr="00C27113">
              <w:rPr>
                <w:rStyle w:val="Hyperlink"/>
                <w:rtl/>
              </w:rPr>
              <w:t>جناب يوسف (ع) كى پاكيز گى كا انعام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Toc7268541 \h</w:instrText>
            </w:r>
            <w:r>
              <w:rPr>
                <w:webHidden/>
                <w:rtl/>
              </w:rPr>
              <w:instrText xml:space="preserve"> </w:instrText>
            </w:r>
            <w:r>
              <w:rPr>
                <w:webHidden/>
                <w:rtl/>
              </w:rPr>
            </w:r>
            <w:r>
              <w:rPr>
                <w:webHidden/>
                <w:rtl/>
              </w:rPr>
              <w:fldChar w:fldCharType="separate"/>
            </w:r>
            <w:r>
              <w:rPr>
                <w:webHidden/>
                <w:rtl/>
              </w:rPr>
              <w:t>190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2" w:history="1">
            <w:r w:rsidRPr="00C27113">
              <w:rPr>
                <w:rStyle w:val="Hyperlink"/>
                <w:rtl/>
              </w:rPr>
              <w:t>عزيز مصر كى بيوى كا عشق سوزاں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Toc7268542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3" w:history="1">
            <w:r w:rsidRPr="00C27113">
              <w:rPr>
                <w:rStyle w:val="Hyperlink"/>
                <w:rtl/>
              </w:rPr>
              <w:t>زليخا نے ساتوں دروازے بند كر دئے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Toc7268543 \h</w:instrText>
            </w:r>
            <w:r>
              <w:rPr>
                <w:webHidden/>
                <w:rtl/>
              </w:rPr>
              <w:instrText xml:space="preserve"> </w:instrText>
            </w:r>
            <w:r>
              <w:rPr>
                <w:webHidden/>
                <w:rtl/>
              </w:rPr>
            </w:r>
            <w:r>
              <w:rPr>
                <w:webHidden/>
                <w:rtl/>
              </w:rPr>
              <w:fldChar w:fldCharType="separate"/>
            </w:r>
            <w:r>
              <w:rPr>
                <w:webHidden/>
                <w:rtl/>
              </w:rPr>
              <w:t>192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4" w:history="1">
            <w:r w:rsidRPr="00C27113">
              <w:rPr>
                <w:rStyle w:val="Hyperlink"/>
                <w:rtl/>
              </w:rPr>
              <w:t>حضرت يوسف(ع) كے دل ميں ايك طوفان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Toc7268544 \h</w:instrText>
            </w:r>
            <w:r>
              <w:rPr>
                <w:webHidden/>
                <w:rtl/>
              </w:rPr>
              <w:instrText xml:space="preserve"> </w:instrText>
            </w:r>
            <w:r>
              <w:rPr>
                <w:webHidden/>
                <w:rtl/>
              </w:rPr>
            </w:r>
            <w:r>
              <w:rPr>
                <w:webHidden/>
                <w:rtl/>
              </w:rPr>
              <w:fldChar w:fldCharType="separate"/>
            </w:r>
            <w:r>
              <w:rPr>
                <w:webHidden/>
                <w:rtl/>
              </w:rPr>
              <w:t>193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5" w:history="1">
            <w:r w:rsidRPr="00C27113">
              <w:rPr>
                <w:rStyle w:val="Hyperlink"/>
                <w:rtl/>
              </w:rPr>
              <w:t>زوجہ عزيز مصر كى رسوائي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Toc7268545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6" w:history="1">
            <w:r w:rsidRPr="00C27113">
              <w:rPr>
                <w:rStyle w:val="Hyperlink"/>
                <w:rtl/>
              </w:rPr>
              <w:t>شاہد گواہى ديتا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Toc7268546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7" w:history="1">
            <w:r w:rsidRPr="00C27113">
              <w:rPr>
                <w:rStyle w:val="Hyperlink"/>
                <w:rtl/>
              </w:rPr>
              <w:t>شاہد كون تھا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Toc7268547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8" w:history="1">
            <w:r w:rsidRPr="00C27113">
              <w:rPr>
                <w:rStyle w:val="Hyperlink"/>
                <w:rtl/>
              </w:rPr>
              <w:t>زوجہ عزيز مصر كى ايك اور سازش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Toc7268548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49" w:history="1">
            <w:r w:rsidRPr="00C27113">
              <w:rPr>
                <w:rStyle w:val="Hyperlink"/>
                <w:rtl/>
              </w:rPr>
              <w:t>جنا ب يوسف(ع) كے پاس مصر ك</w:t>
            </w:r>
            <w:r w:rsidRPr="00C27113">
              <w:rPr>
                <w:rStyle w:val="Hyperlink"/>
                <w:rFonts w:hint="cs"/>
                <w:rtl/>
              </w:rPr>
              <w:t>ی</w:t>
            </w:r>
            <w:r w:rsidRPr="00C27113">
              <w:rPr>
                <w:rStyle w:val="Hyperlink"/>
                <w:rtl/>
              </w:rPr>
              <w:t xml:space="preserve"> عور تيں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Toc7268549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50" w:history="1">
            <w:r w:rsidRPr="00C27113">
              <w:rPr>
                <w:rStyle w:val="Hyperlink"/>
                <w:rtl/>
              </w:rPr>
              <w:t>مصر كى عورتوں نے اپنے ہاتھ كا ٹ لئے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Toc7268550 \h</w:instrText>
            </w:r>
            <w:r>
              <w:rPr>
                <w:webHidden/>
                <w:rtl/>
              </w:rPr>
              <w:instrText xml:space="preserve"> </w:instrText>
            </w:r>
            <w:r>
              <w:rPr>
                <w:webHidden/>
                <w:rtl/>
              </w:rPr>
            </w:r>
            <w:r>
              <w:rPr>
                <w:webHidden/>
                <w:rtl/>
              </w:rPr>
              <w:fldChar w:fldCharType="separate"/>
            </w:r>
            <w:r>
              <w:rPr>
                <w:webHidden/>
                <w:rtl/>
              </w:rPr>
              <w:t>200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51" w:history="1">
            <w:r w:rsidRPr="00C27113">
              <w:rPr>
                <w:rStyle w:val="Hyperlink"/>
                <w:rtl/>
              </w:rPr>
              <w:t>تو پھر يوسف سے عشق ميں مجھے كيوں ملامت كرتى ہو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Toc7268551 \h</w:instrText>
            </w:r>
            <w:r>
              <w:rPr>
                <w:webHidden/>
                <w:rtl/>
              </w:rPr>
              <w:instrText xml:space="preserve"> </w:instrText>
            </w:r>
            <w:r>
              <w:rPr>
                <w:webHidden/>
                <w:rtl/>
              </w:rPr>
            </w:r>
            <w:r>
              <w:rPr>
                <w:webHidden/>
                <w:rtl/>
              </w:rPr>
              <w:fldChar w:fldCharType="separate"/>
            </w:r>
            <w:r>
              <w:rPr>
                <w:webHidden/>
                <w:rtl/>
              </w:rPr>
              <w:t>201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52" w:history="1">
            <w:r w:rsidRPr="00C27113">
              <w:rPr>
                <w:rStyle w:val="Hyperlink"/>
                <w:rtl/>
              </w:rPr>
              <w:t>اے يوسف(ع) قبول كر لو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Toc7268552 \h</w:instrText>
            </w:r>
            <w:r>
              <w:rPr>
                <w:webHidden/>
                <w:rtl/>
              </w:rPr>
              <w:instrText xml:space="preserve"> </w:instrText>
            </w:r>
            <w:r>
              <w:rPr>
                <w:webHidden/>
                <w:rtl/>
              </w:rPr>
            </w:r>
            <w:r>
              <w:rPr>
                <w:webHidden/>
                <w:rtl/>
              </w:rPr>
              <w:fldChar w:fldCharType="separate"/>
            </w:r>
            <w:r>
              <w:rPr>
                <w:webHidden/>
                <w:rtl/>
              </w:rPr>
              <w:t>202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53" w:history="1">
            <w:r w:rsidRPr="00C27113">
              <w:rPr>
                <w:rStyle w:val="Hyperlink"/>
                <w:rtl/>
              </w:rPr>
              <w:t>زندان كى تمنا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Toc7268553 \h</w:instrText>
            </w:r>
            <w:r>
              <w:rPr>
                <w:webHidden/>
                <w:rtl/>
              </w:rPr>
              <w:instrText xml:space="preserve"> </w:instrText>
            </w:r>
            <w:r>
              <w:rPr>
                <w:webHidden/>
                <w:rtl/>
              </w:rPr>
            </w:r>
            <w:r>
              <w:rPr>
                <w:webHidden/>
                <w:rtl/>
              </w:rPr>
              <w:fldChar w:fldCharType="separate"/>
            </w:r>
            <w:r>
              <w:rPr>
                <w:webHidden/>
                <w:rtl/>
              </w:rPr>
              <w:t>202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54" w:history="1">
            <w:r w:rsidRPr="00C27113">
              <w:rPr>
                <w:rStyle w:val="Hyperlink"/>
                <w:rtl/>
              </w:rPr>
              <w:t>بے گنا ہى كے پاداش ميں قيد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Toc7268554 \h</w:instrText>
            </w:r>
            <w:r>
              <w:rPr>
                <w:webHidden/>
                <w:rtl/>
              </w:rPr>
              <w:instrText xml:space="preserve"> </w:instrText>
            </w:r>
            <w:r>
              <w:rPr>
                <w:webHidden/>
                <w:rtl/>
              </w:rPr>
            </w:r>
            <w:r>
              <w:rPr>
                <w:webHidden/>
                <w:rtl/>
              </w:rPr>
              <w:fldChar w:fldCharType="separate"/>
            </w:r>
            <w:r>
              <w:rPr>
                <w:webHidden/>
                <w:rtl/>
              </w:rPr>
              <w:t>204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55" w:history="1">
            <w:r w:rsidRPr="00C27113">
              <w:rPr>
                <w:rStyle w:val="Hyperlink"/>
                <w:rtl/>
              </w:rPr>
              <w:t>زندان كے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Toc7268555 \h</w:instrText>
            </w:r>
            <w:r>
              <w:rPr>
                <w:webHidden/>
                <w:rtl/>
              </w:rPr>
              <w:instrText xml:space="preserve"> </w:instrText>
            </w:r>
            <w:r>
              <w:rPr>
                <w:webHidden/>
                <w:rtl/>
              </w:rPr>
            </w:r>
            <w:r>
              <w:rPr>
                <w:webHidden/>
                <w:rtl/>
              </w:rPr>
              <w:fldChar w:fldCharType="separate"/>
            </w:r>
            <w:r>
              <w:rPr>
                <w:webHidden/>
                <w:rtl/>
              </w:rPr>
              <w:t>205</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556" w:history="1">
            <w:r w:rsidRPr="00C27113">
              <w:rPr>
                <w:rStyle w:val="Hyperlink"/>
                <w:rtl/>
              </w:rPr>
              <w:t>قيد خانہ يا مر كز تربيت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Toc7268556 \h</w:instrText>
            </w:r>
            <w:r>
              <w:rPr>
                <w:webHidden/>
                <w:rtl/>
              </w:rPr>
              <w:instrText xml:space="preserve"> </w:instrText>
            </w:r>
            <w:r>
              <w:rPr>
                <w:webHidden/>
                <w:rtl/>
              </w:rPr>
            </w:r>
            <w:r>
              <w:rPr>
                <w:webHidden/>
                <w:rtl/>
              </w:rPr>
              <w:fldChar w:fldCharType="separate"/>
            </w:r>
            <w:r>
              <w:rPr>
                <w:webHidden/>
                <w:rtl/>
              </w:rPr>
              <w:t>205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57" w:history="1">
            <w:r w:rsidRPr="00C27113">
              <w:rPr>
                <w:rStyle w:val="Hyperlink"/>
                <w:rtl/>
              </w:rPr>
              <w:t>قيديوں كى تعبير خواب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Toc7268557 \h</w:instrText>
            </w:r>
            <w:r>
              <w:rPr>
                <w:webHidden/>
                <w:rtl/>
              </w:rPr>
              <w:instrText xml:space="preserve"> </w:instrText>
            </w:r>
            <w:r>
              <w:rPr>
                <w:webHidden/>
                <w:rtl/>
              </w:rPr>
            </w:r>
            <w:r>
              <w:rPr>
                <w:webHidden/>
                <w:rtl/>
              </w:rPr>
              <w:fldChar w:fldCharType="separate"/>
            </w:r>
            <w:r>
              <w:rPr>
                <w:webHidden/>
                <w:rtl/>
              </w:rPr>
              <w:t>207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58" w:history="1">
            <w:r w:rsidRPr="00C27113">
              <w:rPr>
                <w:rStyle w:val="Hyperlink"/>
                <w:rtl/>
              </w:rPr>
              <w:t>بادشاہ كے سا منے مجھے ياد كرنا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Toc7268558 \h</w:instrText>
            </w:r>
            <w:r>
              <w:rPr>
                <w:webHidden/>
                <w:rtl/>
              </w:rPr>
              <w:instrText xml:space="preserve"> </w:instrText>
            </w:r>
            <w:r>
              <w:rPr>
                <w:webHidden/>
                <w:rtl/>
              </w:rPr>
            </w:r>
            <w:r>
              <w:rPr>
                <w:webHidden/>
                <w:rtl/>
              </w:rPr>
              <w:fldChar w:fldCharType="separate"/>
            </w:r>
            <w:r>
              <w:rPr>
                <w:webHidden/>
                <w:rtl/>
              </w:rPr>
              <w:t>208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59" w:history="1">
            <w:r w:rsidRPr="00C27113">
              <w:rPr>
                <w:rStyle w:val="Hyperlink"/>
                <w:rtl/>
              </w:rPr>
              <w:t>باد شاہ مصر كا خواب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Toc7268559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0" w:history="1">
            <w:r w:rsidRPr="00C27113">
              <w:rPr>
                <w:rStyle w:val="Hyperlink"/>
                <w:rtl/>
              </w:rPr>
              <w:t>بادشاہ كے ساقى نے جناب يوسف كو ياد كيا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Toc7268560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1" w:history="1">
            <w:r w:rsidRPr="00C27113">
              <w:rPr>
                <w:rStyle w:val="Hyperlink"/>
                <w:rtl/>
              </w:rPr>
              <w:t>مصر كا قيدى يا بہترين رہبر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Toc7268561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2" w:history="1">
            <w:r w:rsidRPr="00C27113">
              <w:rPr>
                <w:rStyle w:val="Hyperlink"/>
                <w:rtl/>
              </w:rPr>
              <w:t>يوسف ہر الزام سے برى ہو گئے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Toc7268562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3" w:history="1">
            <w:r w:rsidRPr="00C27113">
              <w:rPr>
                <w:rStyle w:val="Hyperlink"/>
                <w:rtl/>
              </w:rPr>
              <w:t>زليخا كا اعتراف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Toc7268563 \h</w:instrText>
            </w:r>
            <w:r>
              <w:rPr>
                <w:webHidden/>
                <w:rtl/>
              </w:rPr>
              <w:instrText xml:space="preserve"> </w:instrText>
            </w:r>
            <w:r>
              <w:rPr>
                <w:webHidden/>
                <w:rtl/>
              </w:rPr>
            </w:r>
            <w:r>
              <w:rPr>
                <w:webHidden/>
                <w:rtl/>
              </w:rPr>
              <w:fldChar w:fldCharType="separate"/>
            </w:r>
            <w:r>
              <w:rPr>
                <w:webHidden/>
                <w:rtl/>
              </w:rPr>
              <w:t>215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4" w:history="1">
            <w:r w:rsidRPr="00C27113">
              <w:rPr>
                <w:rStyle w:val="Hyperlink"/>
                <w:rtl/>
              </w:rPr>
              <w:t>يوسف (ع) ،مصر كے خزانہ دار كى حيثيت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Toc7268564 \h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5" w:history="1">
            <w:r w:rsidRPr="00C27113">
              <w:rPr>
                <w:rStyle w:val="Hyperlink"/>
                <w:rtl/>
              </w:rPr>
              <w:t>سات سال بر كت اورسات سال قحط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Toc7268565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6" w:history="1">
            <w:r w:rsidRPr="00C27113">
              <w:rPr>
                <w:rStyle w:val="Hyperlink"/>
                <w:rtl/>
              </w:rPr>
              <w:t>برادران يوسف (ع) مصر پہونچے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Toc7268566 \h</w:instrText>
            </w:r>
            <w:r>
              <w:rPr>
                <w:webHidden/>
                <w:rtl/>
              </w:rPr>
              <w:instrText xml:space="preserve"> </w:instrText>
            </w:r>
            <w:r>
              <w:rPr>
                <w:webHidden/>
                <w:rtl/>
              </w:rPr>
            </w:r>
            <w:r>
              <w:rPr>
                <w:webHidden/>
                <w:rtl/>
              </w:rPr>
              <w:fldChar w:fldCharType="separate"/>
            </w:r>
            <w:r>
              <w:rPr>
                <w:webHidden/>
                <w:rtl/>
              </w:rPr>
              <w:t>220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7" w:history="1">
            <w:r w:rsidRPr="00C27113">
              <w:rPr>
                <w:rStyle w:val="Hyperlink"/>
                <w:rtl/>
              </w:rPr>
              <w:t>جناب يوسف (ع) نے اپنے بھا ئيوں سے ايك پيشكش كي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Toc7268567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8" w:history="1">
            <w:r w:rsidRPr="00C27113">
              <w:rPr>
                <w:rStyle w:val="Hyperlink"/>
                <w:rtl/>
              </w:rPr>
              <w:t>اخر كار باپ راضى ہو گيا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Toc7268568 \h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69" w:history="1">
            <w:r w:rsidRPr="00C27113">
              <w:rPr>
                <w:rStyle w:val="Hyperlink"/>
                <w:rtl/>
              </w:rPr>
              <w:t>ايك دروازے سے داخل نہ ہو 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Toc7268569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70" w:history="1">
            <w:r w:rsidRPr="00C27113">
              <w:rPr>
                <w:rStyle w:val="Hyperlink"/>
                <w:rtl/>
              </w:rPr>
              <w:t>بھا ئي كو روكنے كى كو شش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Toc7268570 \h</w:instrText>
            </w:r>
            <w:r>
              <w:rPr>
                <w:webHidden/>
                <w:rtl/>
              </w:rPr>
              <w:instrText xml:space="preserve"> </w:instrText>
            </w:r>
            <w:r>
              <w:rPr>
                <w:webHidden/>
                <w:rtl/>
              </w:rPr>
            </w:r>
            <w:r>
              <w:rPr>
                <w:webHidden/>
                <w:rtl/>
              </w:rPr>
              <w:fldChar w:fldCharType="separate"/>
            </w:r>
            <w:r>
              <w:rPr>
                <w:webHidden/>
                <w:rtl/>
              </w:rPr>
              <w:t>228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71" w:history="1">
            <w:r w:rsidRPr="00C27113">
              <w:rPr>
                <w:rStyle w:val="Hyperlink"/>
                <w:rtl/>
              </w:rPr>
              <w:t>اے اہل قافلہ تم چو رہو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Toc7268571 \h</w:instrText>
            </w:r>
            <w:r>
              <w:rPr>
                <w:webHidden/>
                <w:rtl/>
              </w:rPr>
              <w:instrText xml:space="preserve"> </w:instrText>
            </w:r>
            <w:r>
              <w:rPr>
                <w:webHidden/>
                <w:rtl/>
              </w:rPr>
            </w:r>
            <w:r>
              <w:rPr>
                <w:webHidden/>
                <w:rtl/>
              </w:rPr>
              <w:fldChar w:fldCharType="separate"/>
            </w:r>
            <w:r>
              <w:rPr>
                <w:webHidden/>
                <w:rtl/>
              </w:rPr>
              <w:t>229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72" w:history="1">
            <w:r w:rsidRPr="00C27113">
              <w:rPr>
                <w:rStyle w:val="Hyperlink"/>
                <w:rtl/>
              </w:rPr>
              <w:t>اے بنيا مين تم نے ہميں ذليل كر ديا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Toc7268572 \h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73" w:history="1">
            <w:r w:rsidRPr="00C27113">
              <w:rPr>
                <w:rStyle w:val="Hyperlink"/>
                <w:rtl/>
              </w:rPr>
              <w:t>يوسف نے بھى چورى كى تھي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Toc7268573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74" w:history="1">
            <w:r w:rsidRPr="00C27113">
              <w:rPr>
                <w:rStyle w:val="Hyperlink"/>
                <w:rtl/>
              </w:rPr>
              <w:t>برادران يو سف كى فداكا رى كيوں قبول نہ ہوئي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Toc7268574 \h</w:instrText>
            </w:r>
            <w:r>
              <w:rPr>
                <w:webHidden/>
                <w:rtl/>
              </w:rPr>
              <w:instrText xml:space="preserve"> </w:instrText>
            </w:r>
            <w:r>
              <w:rPr>
                <w:webHidden/>
                <w:rtl/>
              </w:rPr>
            </w:r>
            <w:r>
              <w:rPr>
                <w:webHidden/>
                <w:rtl/>
              </w:rPr>
              <w:fldChar w:fldCharType="separate"/>
            </w:r>
            <w:r>
              <w:rPr>
                <w:webHidden/>
                <w:rtl/>
              </w:rPr>
              <w:t>235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75" w:history="1">
            <w:r w:rsidRPr="00C27113">
              <w:rPr>
                <w:rStyle w:val="Hyperlink"/>
                <w:rtl/>
              </w:rPr>
              <w:t>بھا ئي سر جھكا ئے باپ كے پاس پہنچے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Toc7268575 \h</w:instrText>
            </w:r>
            <w:r>
              <w:rPr>
                <w:webHidden/>
                <w:rtl/>
              </w:rPr>
              <w:instrText xml:space="preserve"> </w:instrText>
            </w:r>
            <w:r>
              <w:rPr>
                <w:webHidden/>
                <w:rtl/>
              </w:rPr>
            </w:r>
            <w:r>
              <w:rPr>
                <w:webHidden/>
                <w:rtl/>
              </w:rPr>
              <w:fldChar w:fldCharType="separate"/>
            </w:r>
            <w:r>
              <w:rPr>
                <w:webHidden/>
                <w:rtl/>
              </w:rPr>
              <w:t>236</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576" w:history="1">
            <w:r w:rsidRPr="00C27113">
              <w:rPr>
                <w:rStyle w:val="Hyperlink"/>
                <w:rtl/>
              </w:rPr>
              <w:t>ميں وہ الطاف الہى جانتا ہوں جو تم نہيں جانتے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Toc7268576 \h</w:instrText>
            </w:r>
            <w:r>
              <w:rPr>
                <w:webHidden/>
                <w:rtl/>
              </w:rPr>
              <w:instrText xml:space="preserve"> </w:instrText>
            </w:r>
            <w:r>
              <w:rPr>
                <w:webHidden/>
                <w:rtl/>
              </w:rPr>
            </w:r>
            <w:r>
              <w:rPr>
                <w:webHidden/>
                <w:rtl/>
              </w:rPr>
              <w:fldChar w:fldCharType="separate"/>
            </w:r>
            <w:r>
              <w:rPr>
                <w:webHidden/>
                <w:rtl/>
              </w:rPr>
              <w:t>238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77" w:history="1">
            <w:r w:rsidRPr="00C27113">
              <w:rPr>
                <w:rStyle w:val="Hyperlink"/>
                <w:rtl/>
              </w:rPr>
              <w:t>برادران يوسف شر مند ہ اور حضرت يعقوب نابينا ہو گئے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Toc7268577 \h</w:instrText>
            </w:r>
            <w:r>
              <w:rPr>
                <w:webHidden/>
                <w:rtl/>
              </w:rPr>
              <w:instrText xml:space="preserve"> </w:instrText>
            </w:r>
            <w:r>
              <w:rPr>
                <w:webHidden/>
                <w:rtl/>
              </w:rPr>
            </w:r>
            <w:r>
              <w:rPr>
                <w:webHidden/>
                <w:rtl/>
              </w:rPr>
              <w:fldChar w:fldCharType="separate"/>
            </w:r>
            <w:r>
              <w:rPr>
                <w:webHidden/>
                <w:rtl/>
              </w:rPr>
              <w:t>239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78" w:history="1">
            <w:r w:rsidRPr="00C27113">
              <w:rPr>
                <w:rStyle w:val="Hyperlink"/>
                <w:rtl/>
              </w:rPr>
              <w:t>كوشش كرو اور مايوس نہ ہو،كيونكہ مايوسى كفر كى نشانى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Toc7268578 \h</w:instrText>
            </w:r>
            <w:r>
              <w:rPr>
                <w:webHidden/>
                <w:rtl/>
              </w:rPr>
              <w:instrText xml:space="preserve"> </w:instrText>
            </w:r>
            <w:r>
              <w:rPr>
                <w:webHidden/>
                <w:rtl/>
              </w:rPr>
            </w:r>
            <w:r>
              <w:rPr>
                <w:webHidden/>
                <w:rtl/>
              </w:rPr>
              <w:fldChar w:fldCharType="separate"/>
            </w:r>
            <w:r>
              <w:rPr>
                <w:webHidden/>
                <w:rtl/>
              </w:rPr>
              <w:t>240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79" w:history="1">
            <w:r w:rsidRPr="00C27113">
              <w:rPr>
                <w:rStyle w:val="Hyperlink"/>
                <w:rtl/>
              </w:rPr>
              <w:t>جناب يو سف نے روتے ہو ئے باپ كے خط كو چو ما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Toc7268579 \h</w:instrText>
            </w:r>
            <w:r>
              <w:rPr>
                <w:webHidden/>
                <w:rtl/>
              </w:rPr>
              <w:instrText xml:space="preserve"> </w:instrText>
            </w:r>
            <w:r>
              <w:rPr>
                <w:webHidden/>
                <w:rtl/>
              </w:rPr>
            </w:r>
            <w:r>
              <w:rPr>
                <w:webHidden/>
                <w:rtl/>
              </w:rPr>
              <w:fldChar w:fldCharType="separate"/>
            </w:r>
            <w:r>
              <w:rPr>
                <w:webHidden/>
                <w:rtl/>
              </w:rPr>
              <w:t>241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0" w:history="1">
            <w:r w:rsidRPr="00C27113">
              <w:rPr>
                <w:rStyle w:val="Hyperlink"/>
                <w:rtl/>
              </w:rPr>
              <w:t>كيا تو وہى يو سف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Toc7268580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1" w:history="1">
            <w:r w:rsidRPr="00C27113">
              <w:rPr>
                <w:rStyle w:val="Hyperlink"/>
                <w:rtl/>
              </w:rPr>
              <w:t>آج رحمت كا دن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Toc7268581 \h</w:instrText>
            </w:r>
            <w:r>
              <w:rPr>
                <w:webHidden/>
                <w:rtl/>
              </w:rPr>
              <w:instrText xml:space="preserve"> </w:instrText>
            </w:r>
            <w:r>
              <w:rPr>
                <w:webHidden/>
                <w:rtl/>
              </w:rPr>
            </w:r>
            <w:r>
              <w:rPr>
                <w:webHidden/>
                <w:rtl/>
              </w:rPr>
              <w:fldChar w:fldCharType="separate"/>
            </w:r>
            <w:r>
              <w:rPr>
                <w:webHidden/>
                <w:rtl/>
              </w:rPr>
              <w:t>244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2" w:history="1">
            <w:r w:rsidRPr="00C27113">
              <w:rPr>
                <w:rStyle w:val="Hyperlink"/>
                <w:rtl/>
              </w:rPr>
              <w:t>يوسف (ع) كى قيمص كون لے كر گيا؟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Toc7268582 \h</w:instrText>
            </w:r>
            <w:r>
              <w:rPr>
                <w:webHidden/>
                <w:rtl/>
              </w:rPr>
              <w:instrText xml:space="preserve"> </w:instrText>
            </w:r>
            <w:r>
              <w:rPr>
                <w:webHidden/>
                <w:rtl/>
              </w:rPr>
            </w:r>
            <w:r>
              <w:rPr>
                <w:webHidden/>
                <w:rtl/>
              </w:rPr>
              <w:fldChar w:fldCharType="separate"/>
            </w:r>
            <w:r>
              <w:rPr>
                <w:webHidden/>
                <w:rtl/>
              </w:rPr>
              <w:t>245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3" w:history="1">
            <w:r w:rsidRPr="00C27113">
              <w:rPr>
                <w:rStyle w:val="Hyperlink"/>
                <w:rtl/>
              </w:rPr>
              <w:t>يوسف (ع) كى عظمت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Toc7268583 \h</w:instrText>
            </w:r>
            <w:r>
              <w:rPr>
                <w:webHidden/>
                <w:rtl/>
              </w:rPr>
              <w:instrText xml:space="preserve"> </w:instrText>
            </w:r>
            <w:r>
              <w:rPr>
                <w:webHidden/>
                <w:rtl/>
              </w:rPr>
            </w:r>
            <w:r>
              <w:rPr>
                <w:webHidden/>
                <w:rtl/>
              </w:rPr>
              <w:fldChar w:fldCharType="separate"/>
            </w:r>
            <w:r>
              <w:rPr>
                <w:webHidden/>
                <w:rtl/>
              </w:rPr>
              <w:t>245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4" w:history="1">
            <w:r w:rsidRPr="00C27113">
              <w:rPr>
                <w:rStyle w:val="Hyperlink"/>
                <w:rtl/>
              </w:rPr>
              <w:t>آخر كار لطف الہى نے اپنا كام كرڈالا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Toc7268584 \h</w:instrText>
            </w:r>
            <w:r>
              <w:rPr>
                <w:webHidden/>
                <w:rtl/>
              </w:rPr>
              <w:instrText xml:space="preserve"> </w:instrText>
            </w:r>
            <w:r>
              <w:rPr>
                <w:webHidden/>
                <w:rtl/>
              </w:rPr>
            </w:r>
            <w:r>
              <w:rPr>
                <w:webHidden/>
                <w:rtl/>
              </w:rPr>
              <w:fldChar w:fldCharType="separate"/>
            </w:r>
            <w:r>
              <w:rPr>
                <w:webHidden/>
                <w:rtl/>
              </w:rPr>
              <w:t>246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5" w:history="1">
            <w:r w:rsidRPr="00C27113">
              <w:rPr>
                <w:rStyle w:val="Hyperlink"/>
                <w:rtl/>
              </w:rPr>
              <w:t>قافلہ كنعان پہو نچتا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Toc7268585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6" w:history="1">
            <w:r w:rsidRPr="00C27113">
              <w:rPr>
                <w:rStyle w:val="Hyperlink"/>
                <w:rtl/>
              </w:rPr>
              <w:t>يوسف (ع) ، يعقوب اور بھائيوں كى سرگزشت كا اختتام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Toc7268586 \h</w:instrText>
            </w:r>
            <w:r>
              <w:rPr>
                <w:webHidden/>
                <w:rtl/>
              </w:rPr>
              <w:instrText xml:space="preserve"> </w:instrText>
            </w:r>
            <w:r>
              <w:rPr>
                <w:webHidden/>
                <w:rtl/>
              </w:rPr>
            </w:r>
            <w:r>
              <w:rPr>
                <w:webHidden/>
                <w:rtl/>
              </w:rPr>
              <w:fldChar w:fldCharType="separate"/>
            </w:r>
            <w:r>
              <w:rPr>
                <w:webHidden/>
                <w:rtl/>
              </w:rPr>
              <w:t>252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7" w:history="1">
            <w:r w:rsidRPr="00C27113">
              <w:rPr>
                <w:rStyle w:val="Hyperlink"/>
                <w:rtl/>
              </w:rPr>
              <w:t>جناب يو سف كے خواب كى تعبير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Toc7268587 \h</w:instrText>
            </w:r>
            <w:r>
              <w:rPr>
                <w:webHidden/>
                <w:rtl/>
              </w:rPr>
              <w:instrText xml:space="preserve"> </w:instrText>
            </w:r>
            <w:r>
              <w:rPr>
                <w:webHidden/>
                <w:rtl/>
              </w:rPr>
            </w:r>
            <w:r>
              <w:rPr>
                <w:webHidden/>
                <w:rtl/>
              </w:rPr>
              <w:fldChar w:fldCharType="separate"/>
            </w:r>
            <w:r>
              <w:rPr>
                <w:webHidden/>
                <w:rtl/>
              </w:rPr>
              <w:t>253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8" w:history="1">
            <w:r w:rsidRPr="00C27113">
              <w:rPr>
                <w:rStyle w:val="Hyperlink"/>
                <w:rtl/>
              </w:rPr>
              <w:t>باپ كو سرگزشت نہ سنانا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Toc7268588 \h</w:instrText>
            </w:r>
            <w:r>
              <w:rPr>
                <w:webHidden/>
                <w:rtl/>
              </w:rPr>
              <w:instrText xml:space="preserve"> </w:instrText>
            </w:r>
            <w:r>
              <w:rPr>
                <w:webHidden/>
                <w:rtl/>
              </w:rPr>
            </w:r>
            <w:r>
              <w:rPr>
                <w:webHidden/>
                <w:rtl/>
              </w:rPr>
              <w:fldChar w:fldCharType="separate"/>
            </w:r>
            <w:r>
              <w:rPr>
                <w:webHidden/>
                <w:rtl/>
              </w:rPr>
              <w:t>255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89" w:history="1">
            <w:r w:rsidRPr="00C27113">
              <w:rPr>
                <w:rStyle w:val="Hyperlink"/>
                <w:rtl/>
                <w:lang w:bidi="fa-IR"/>
              </w:rPr>
              <w:t>۴</w:t>
            </w:r>
            <w:r w:rsidRPr="00C27113">
              <w:rPr>
                <w:rStyle w:val="Hyperlink"/>
                <w:rtl/>
              </w:rPr>
              <w:t xml:space="preserve"> انبياء عليهم السلام کے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Toc7268589 \h</w:instrText>
            </w:r>
            <w:r>
              <w:rPr>
                <w:webHidden/>
                <w:rtl/>
              </w:rPr>
              <w:instrText xml:space="preserve"> </w:instrText>
            </w:r>
            <w:r>
              <w:rPr>
                <w:webHidden/>
                <w:rtl/>
              </w:rPr>
            </w:r>
            <w:r>
              <w:rPr>
                <w:webHidden/>
                <w:rtl/>
              </w:rPr>
              <w:fldChar w:fldCharType="separate"/>
            </w:r>
            <w:r>
              <w:rPr>
                <w:webHidden/>
                <w:rtl/>
              </w:rPr>
              <w:t>257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90" w:history="1">
            <w:r w:rsidRPr="00C27113">
              <w:rPr>
                <w:rStyle w:val="Hyperlink"/>
                <w:rtl/>
              </w:rPr>
              <w:t>حضرت شعيب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Toc7268590 \h</w:instrText>
            </w:r>
            <w:r>
              <w:rPr>
                <w:webHidden/>
                <w:rtl/>
              </w:rPr>
              <w:instrText xml:space="preserve"> </w:instrText>
            </w:r>
            <w:r>
              <w:rPr>
                <w:webHidden/>
                <w:rtl/>
              </w:rPr>
            </w:r>
            <w:r>
              <w:rPr>
                <w:webHidden/>
                <w:rtl/>
              </w:rPr>
              <w:fldChar w:fldCharType="separate"/>
            </w:r>
            <w:r>
              <w:rPr>
                <w:webHidden/>
                <w:rtl/>
              </w:rPr>
              <w:t>257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91" w:history="1">
            <w:r w:rsidRPr="00C27113">
              <w:rPr>
                <w:rStyle w:val="Hyperlink"/>
                <w:rtl/>
              </w:rPr>
              <w:t>حضرت شعيب (ع) كى سر زمين''مدين''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Toc7268591 \h</w:instrText>
            </w:r>
            <w:r>
              <w:rPr>
                <w:webHidden/>
                <w:rtl/>
              </w:rPr>
              <w:instrText xml:space="preserve"> </w:instrText>
            </w:r>
            <w:r>
              <w:rPr>
                <w:webHidden/>
                <w:rtl/>
              </w:rPr>
            </w:r>
            <w:r>
              <w:rPr>
                <w:webHidden/>
                <w:rtl/>
              </w:rPr>
              <w:fldChar w:fldCharType="separate"/>
            </w:r>
            <w:r>
              <w:rPr>
                <w:webHidden/>
                <w:rtl/>
              </w:rPr>
              <w:t>257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92" w:history="1">
            <w:r w:rsidRPr="00C27113">
              <w:rPr>
                <w:rStyle w:val="Hyperlink"/>
                <w:rtl/>
              </w:rPr>
              <w:t>قوم شعيب كى اقتصادى برائياں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Toc7268592 \h</w:instrText>
            </w:r>
            <w:r>
              <w:rPr>
                <w:webHidden/>
                <w:rtl/>
              </w:rPr>
              <w:instrText xml:space="preserve"> </w:instrText>
            </w:r>
            <w:r>
              <w:rPr>
                <w:webHidden/>
                <w:rtl/>
              </w:rPr>
            </w:r>
            <w:r>
              <w:rPr>
                <w:webHidden/>
                <w:rtl/>
              </w:rPr>
              <w:fldChar w:fldCharType="separate"/>
            </w:r>
            <w:r>
              <w:rPr>
                <w:webHidden/>
                <w:rtl/>
              </w:rPr>
              <w:t>258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93" w:history="1">
            <w:r w:rsidRPr="00C27113">
              <w:rPr>
                <w:rStyle w:val="Hyperlink"/>
                <w:rtl/>
              </w:rPr>
              <w:t>ہٹ دھرموں كى بے بنياد منطق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Toc7268593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94" w:history="1">
            <w:r w:rsidRPr="00C27113">
              <w:rPr>
                <w:rStyle w:val="Hyperlink"/>
                <w:rtl/>
              </w:rPr>
              <w:t>جناب شعيب(ع) كا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Toc7268594 \h</w:instrText>
            </w:r>
            <w:r>
              <w:rPr>
                <w:webHidden/>
                <w:rtl/>
              </w:rPr>
              <w:instrText xml:space="preserve"> </w:instrText>
            </w:r>
            <w:r>
              <w:rPr>
                <w:webHidden/>
                <w:rtl/>
              </w:rPr>
            </w:r>
            <w:r>
              <w:rPr>
                <w:webHidden/>
                <w:rtl/>
              </w:rPr>
              <w:fldChar w:fldCharType="separate"/>
            </w:r>
            <w:r>
              <w:rPr>
                <w:webHidden/>
                <w:rtl/>
              </w:rPr>
              <w:t>260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95" w:history="1">
            <w:r w:rsidRPr="00C27113">
              <w:rPr>
                <w:rStyle w:val="Hyperlink"/>
                <w:rtl/>
              </w:rPr>
              <w:t>ايك دوسرے كو دھمكياں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Toc7268595 \h</w:instrText>
            </w:r>
            <w:r>
              <w:rPr>
                <w:webHidden/>
                <w:rtl/>
              </w:rPr>
              <w:instrText xml:space="preserve"> </w:instrText>
            </w:r>
            <w:r>
              <w:rPr>
                <w:webHidden/>
                <w:rtl/>
              </w:rPr>
            </w:r>
            <w:r>
              <w:rPr>
                <w:webHidden/>
                <w:rtl/>
              </w:rPr>
              <w:fldChar w:fldCharType="separate"/>
            </w:r>
            <w:r>
              <w:rPr>
                <w:webHidden/>
                <w:rtl/>
              </w:rPr>
              <w:t>262</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596" w:history="1">
            <w:r w:rsidRPr="00C27113">
              <w:rPr>
                <w:rStyle w:val="Hyperlink"/>
                <w:rtl/>
              </w:rPr>
              <w:t>مدين كے تباہ كاروں كا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Toc7268596 \h</w:instrText>
            </w:r>
            <w:r>
              <w:rPr>
                <w:webHidden/>
                <w:rtl/>
              </w:rPr>
              <w:instrText xml:space="preserve"> </w:instrText>
            </w:r>
            <w:r>
              <w:rPr>
                <w:webHidden/>
                <w:rtl/>
              </w:rPr>
            </w:r>
            <w:r>
              <w:rPr>
                <w:webHidden/>
                <w:rtl/>
              </w:rPr>
              <w:fldChar w:fldCharType="separate"/>
            </w:r>
            <w:r>
              <w:rPr>
                <w:webHidden/>
                <w:rtl/>
              </w:rPr>
              <w:t>264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97" w:history="1">
            <w:r w:rsidRPr="00C27113">
              <w:rPr>
                <w:rStyle w:val="Hyperlink"/>
                <w:rtl/>
              </w:rPr>
              <w:t>حضرت موسى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Toc7268597 \h</w:instrText>
            </w:r>
            <w:r>
              <w:rPr>
                <w:webHidden/>
                <w:rtl/>
              </w:rPr>
              <w:instrText xml:space="preserve"> </w:instrText>
            </w:r>
            <w:r>
              <w:rPr>
                <w:webHidden/>
                <w:rtl/>
              </w:rPr>
            </w:r>
            <w:r>
              <w:rPr>
                <w:webHidden/>
                <w:rtl/>
              </w:rPr>
              <w:fldChar w:fldCharType="separate"/>
            </w:r>
            <w:r>
              <w:rPr>
                <w:webHidden/>
                <w:rtl/>
              </w:rPr>
              <w:t>267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98" w:history="1">
            <w:r w:rsidRPr="00C27113">
              <w:rPr>
                <w:rStyle w:val="Hyperlink"/>
                <w:rtl/>
              </w:rPr>
              <w:t>حضرت موسى عليہ السلام كى زندگى كے پانچ ادوار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Toc7268598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599" w:history="1">
            <w:r w:rsidRPr="00C27113">
              <w:rPr>
                <w:rStyle w:val="Hyperlink"/>
                <w:rtl/>
              </w:rPr>
              <w:t>ولادت حضرت موسى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Toc7268599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0" w:history="1">
            <w:r w:rsidRPr="00C27113">
              <w:rPr>
                <w:rStyle w:val="Hyperlink"/>
                <w:rtl/>
              </w:rPr>
              <w:t>جناب موسى عليہ السلام تنور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Toc7268600 \h</w:instrText>
            </w:r>
            <w:r>
              <w:rPr>
                <w:webHidden/>
                <w:rtl/>
              </w:rPr>
              <w:instrText xml:space="preserve"> </w:instrText>
            </w:r>
            <w:r>
              <w:rPr>
                <w:webHidden/>
                <w:rtl/>
              </w:rPr>
            </w:r>
            <w:r>
              <w:rPr>
                <w:webHidden/>
                <w:rtl/>
              </w:rPr>
              <w:fldChar w:fldCharType="separate"/>
            </w:r>
            <w:r>
              <w:rPr>
                <w:webHidden/>
                <w:rtl/>
              </w:rPr>
              <w:t>269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1" w:history="1">
            <w:r w:rsidRPr="00C27113">
              <w:rPr>
                <w:rStyle w:val="Hyperlink"/>
                <w:rtl/>
              </w:rPr>
              <w:t>دريا كى موجيں گہوارے سے بہتر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Toc7268601 \h</w:instrText>
            </w:r>
            <w:r>
              <w:rPr>
                <w:webHidden/>
                <w:rtl/>
              </w:rPr>
              <w:instrText xml:space="preserve"> </w:instrText>
            </w:r>
            <w:r>
              <w:rPr>
                <w:webHidden/>
                <w:rtl/>
              </w:rPr>
            </w:r>
            <w:r>
              <w:rPr>
                <w:webHidden/>
                <w:rtl/>
              </w:rPr>
              <w:fldChar w:fldCharType="separate"/>
            </w:r>
            <w:r>
              <w:rPr>
                <w:webHidden/>
                <w:rtl/>
              </w:rPr>
              <w:t>271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2" w:history="1">
            <w:r w:rsidRPr="00C27113">
              <w:rPr>
                <w:rStyle w:val="Hyperlink"/>
                <w:rtl/>
              </w:rPr>
              <w:t>دلوں ميں حضرت مو سى عليہ السلام كى محبت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Toc7268602 \h</w:instrText>
            </w:r>
            <w:r>
              <w:rPr>
                <w:webHidden/>
                <w:rtl/>
              </w:rPr>
              <w:instrText xml:space="preserve"> </w:instrText>
            </w:r>
            <w:r>
              <w:rPr>
                <w:webHidden/>
                <w:rtl/>
              </w:rPr>
            </w:r>
            <w:r>
              <w:rPr>
                <w:webHidden/>
                <w:rtl/>
              </w:rPr>
              <w:fldChar w:fldCharType="separate"/>
            </w:r>
            <w:r>
              <w:rPr>
                <w:webHidden/>
                <w:rtl/>
              </w:rPr>
              <w:t>273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3" w:history="1">
            <w:r w:rsidRPr="00C27113">
              <w:rPr>
                <w:rStyle w:val="Hyperlink"/>
                <w:rtl/>
              </w:rPr>
              <w:t>اللہ كى عجيب قدرت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Toc7268603 \h</w:instrText>
            </w:r>
            <w:r>
              <w:rPr>
                <w:webHidden/>
                <w:rtl/>
              </w:rPr>
              <w:instrText xml:space="preserve"> </w:instrText>
            </w:r>
            <w:r>
              <w:rPr>
                <w:webHidden/>
                <w:rtl/>
              </w:rPr>
            </w:r>
            <w:r>
              <w:rPr>
                <w:webHidden/>
                <w:rtl/>
              </w:rPr>
              <w:fldChar w:fldCharType="separate"/>
            </w:r>
            <w:r>
              <w:rPr>
                <w:webHidden/>
                <w:rtl/>
              </w:rPr>
              <w:t>275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4" w:history="1">
            <w:r w:rsidRPr="00C27113">
              <w:rPr>
                <w:rStyle w:val="Hyperlink"/>
                <w:rtl/>
              </w:rPr>
              <w:t>موسى عليہ السلام پھر آغوش مادر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Toc7268604 \h</w:instrText>
            </w:r>
            <w:r>
              <w:rPr>
                <w:webHidden/>
                <w:rtl/>
              </w:rPr>
              <w:instrText xml:space="preserve"> </w:instrText>
            </w:r>
            <w:r>
              <w:rPr>
                <w:webHidden/>
                <w:rtl/>
              </w:rPr>
            </w:r>
            <w:r>
              <w:rPr>
                <w:webHidden/>
                <w:rtl/>
              </w:rPr>
              <w:fldChar w:fldCharType="separate"/>
            </w:r>
            <w:r>
              <w:rPr>
                <w:webHidden/>
                <w:rtl/>
              </w:rPr>
              <w:t>276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5" w:history="1">
            <w:r w:rsidRPr="00C27113">
              <w:rPr>
                <w:rStyle w:val="Hyperlink"/>
                <w:rtl/>
              </w:rPr>
              <w:t>صرف تيرا ہى دودھ كيوں پيا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Toc7268605 \h</w:instrText>
            </w:r>
            <w:r>
              <w:rPr>
                <w:webHidden/>
                <w:rtl/>
              </w:rPr>
              <w:instrText xml:space="preserve"> </w:instrText>
            </w:r>
            <w:r>
              <w:rPr>
                <w:webHidden/>
                <w:rtl/>
              </w:rPr>
            </w:r>
            <w:r>
              <w:rPr>
                <w:webHidden/>
                <w:rtl/>
              </w:rPr>
              <w:fldChar w:fldCharType="separate"/>
            </w:r>
            <w:r>
              <w:rPr>
                <w:webHidden/>
                <w:rtl/>
              </w:rPr>
              <w:t>279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6" w:history="1">
            <w:r w:rsidRPr="00C27113">
              <w:rPr>
                <w:rStyle w:val="Hyperlink"/>
                <w:rtl/>
              </w:rPr>
              <w:t>موسى عليہ السلام مظلوموں كے مددگار كے طورپر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Toc7268606 \h</w:instrText>
            </w:r>
            <w:r>
              <w:rPr>
                <w:webHidden/>
                <w:rtl/>
              </w:rPr>
              <w:instrText xml:space="preserve"> </w:instrText>
            </w:r>
            <w:r>
              <w:rPr>
                <w:webHidden/>
                <w:rtl/>
              </w:rPr>
            </w:r>
            <w:r>
              <w:rPr>
                <w:webHidden/>
                <w:rtl/>
              </w:rPr>
              <w:fldChar w:fldCharType="separate"/>
            </w:r>
            <w:r>
              <w:rPr>
                <w:webHidden/>
                <w:rtl/>
              </w:rPr>
              <w:t>281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7" w:history="1">
            <w:r w:rsidRPr="00C27113">
              <w:rPr>
                <w:rStyle w:val="Hyperlink"/>
                <w:rtl/>
              </w:rPr>
              <w:t>موسى عليہ السلام كى مخفيانہ مدين كى طرف روانگي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Toc7268607 \h</w:instrText>
            </w:r>
            <w:r>
              <w:rPr>
                <w:webHidden/>
                <w:rtl/>
              </w:rPr>
              <w:instrText xml:space="preserve"> </w:instrText>
            </w:r>
            <w:r>
              <w:rPr>
                <w:webHidden/>
                <w:rtl/>
              </w:rPr>
            </w:r>
            <w:r>
              <w:rPr>
                <w:webHidden/>
                <w:rtl/>
              </w:rPr>
              <w:fldChar w:fldCharType="separate"/>
            </w:r>
            <w:r>
              <w:rPr>
                <w:webHidden/>
                <w:rtl/>
              </w:rPr>
              <w:t>285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8" w:history="1">
            <w:r w:rsidRPr="00C27113">
              <w:rPr>
                <w:rStyle w:val="Hyperlink"/>
                <w:rtl/>
              </w:rPr>
              <w:t>حضرت موسى عليہ السلام كے ليے سزا ئے موت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Toc7268608 \h</w:instrText>
            </w:r>
            <w:r>
              <w:rPr>
                <w:webHidden/>
                <w:rtl/>
              </w:rPr>
              <w:instrText xml:space="preserve"> </w:instrText>
            </w:r>
            <w:r>
              <w:rPr>
                <w:webHidden/>
                <w:rtl/>
              </w:rPr>
            </w:r>
            <w:r>
              <w:rPr>
                <w:webHidden/>
                <w:rtl/>
              </w:rPr>
              <w:fldChar w:fldCharType="separate"/>
            </w:r>
            <w:r>
              <w:rPr>
                <w:webHidden/>
                <w:rtl/>
              </w:rPr>
              <w:t>286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09" w:history="1">
            <w:r w:rsidRPr="00C27113">
              <w:rPr>
                <w:rStyle w:val="Hyperlink"/>
                <w:rtl/>
              </w:rPr>
              <w:t>مدين كہاں تھا؟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Toc7268609 \h</w:instrText>
            </w:r>
            <w:r>
              <w:rPr>
                <w:webHidden/>
                <w:rtl/>
              </w:rPr>
              <w:instrText xml:space="preserve"> </w:instrText>
            </w:r>
            <w:r>
              <w:rPr>
                <w:webHidden/>
                <w:rtl/>
              </w:rPr>
            </w:r>
            <w:r>
              <w:rPr>
                <w:webHidden/>
                <w:rtl/>
              </w:rPr>
              <w:fldChar w:fldCharType="separate"/>
            </w:r>
            <w:r>
              <w:rPr>
                <w:webHidden/>
                <w:rtl/>
              </w:rPr>
              <w:t>287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10" w:history="1">
            <w:r w:rsidRPr="00C27113">
              <w:rPr>
                <w:rStyle w:val="Hyperlink"/>
                <w:rtl/>
              </w:rPr>
              <w:t>ايك نيك عمل نے موسى (ع) پر بھلائيوں كے دروازے كھول ديئے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Toc7268610 \h</w:instrText>
            </w:r>
            <w:r>
              <w:rPr>
                <w:webHidden/>
                <w:rtl/>
              </w:rPr>
              <w:instrText xml:space="preserve"> </w:instrText>
            </w:r>
            <w:r>
              <w:rPr>
                <w:webHidden/>
                <w:rtl/>
              </w:rPr>
            </w:r>
            <w:r>
              <w:rPr>
                <w:webHidden/>
                <w:rtl/>
              </w:rPr>
              <w:fldChar w:fldCharType="separate"/>
            </w:r>
            <w:r>
              <w:rPr>
                <w:webHidden/>
                <w:rtl/>
              </w:rPr>
              <w:t>289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11" w:history="1">
            <w:r w:rsidRPr="00C27113">
              <w:rPr>
                <w:rStyle w:val="Hyperlink"/>
                <w:rtl/>
              </w:rPr>
              <w:t>حضرت موسى (ع) جناب شعيب(ع) كے گھر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Toc7268611 \h</w:instrText>
            </w:r>
            <w:r>
              <w:rPr>
                <w:webHidden/>
                <w:rtl/>
              </w:rPr>
              <w:instrText xml:space="preserve"> </w:instrText>
            </w:r>
            <w:r>
              <w:rPr>
                <w:webHidden/>
                <w:rtl/>
              </w:rPr>
            </w:r>
            <w:r>
              <w:rPr>
                <w:webHidden/>
                <w:rtl/>
              </w:rPr>
              <w:fldChar w:fldCharType="separate"/>
            </w:r>
            <w:r>
              <w:rPr>
                <w:webHidden/>
                <w:rtl/>
              </w:rPr>
              <w:t>292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12" w:history="1">
            <w:r w:rsidRPr="00C27113">
              <w:rPr>
                <w:rStyle w:val="Hyperlink"/>
                <w:rtl/>
              </w:rPr>
              <w:t>جناب موسى عليہ السلام حضرت شعيب (ع) كے داماد بن گئے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Toc7268612 \h</w:instrText>
            </w:r>
            <w:r>
              <w:rPr>
                <w:webHidden/>
                <w:rtl/>
              </w:rPr>
              <w:instrText xml:space="preserve"> </w:instrText>
            </w:r>
            <w:r>
              <w:rPr>
                <w:webHidden/>
                <w:rtl/>
              </w:rPr>
            </w:r>
            <w:r>
              <w:rPr>
                <w:webHidden/>
                <w:rtl/>
              </w:rPr>
              <w:fldChar w:fldCharType="separate"/>
            </w:r>
            <w:r>
              <w:rPr>
                <w:webHidden/>
                <w:rtl/>
              </w:rPr>
              <w:t>294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13" w:history="1">
            <w:r w:rsidRPr="00C27113">
              <w:rPr>
                <w:rStyle w:val="Hyperlink"/>
                <w:rtl/>
              </w:rPr>
              <w:t>حضرت موسى عليہ السلام كى زندگى كے بہترين ايام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Toc7268613 \h</w:instrText>
            </w:r>
            <w:r>
              <w:rPr>
                <w:webHidden/>
                <w:rtl/>
              </w:rPr>
              <w:instrText xml:space="preserve"> </w:instrText>
            </w:r>
            <w:r>
              <w:rPr>
                <w:webHidden/>
                <w:rtl/>
              </w:rPr>
            </w:r>
            <w:r>
              <w:rPr>
                <w:webHidden/>
                <w:rtl/>
              </w:rPr>
              <w:fldChar w:fldCharType="separate"/>
            </w:r>
            <w:r>
              <w:rPr>
                <w:webHidden/>
                <w:rtl/>
              </w:rPr>
              <w:t>296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14" w:history="1">
            <w:r w:rsidRPr="00C27113">
              <w:rPr>
                <w:rStyle w:val="Hyperlink"/>
                <w:rtl/>
              </w:rPr>
              <w:t>وحى كى تابش 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Toc7268614 \h</w:instrText>
            </w:r>
            <w:r>
              <w:rPr>
                <w:webHidden/>
                <w:rtl/>
              </w:rPr>
              <w:instrText xml:space="preserve"> </w:instrText>
            </w:r>
            <w:r>
              <w:rPr>
                <w:webHidden/>
                <w:rtl/>
              </w:rPr>
            </w:r>
            <w:r>
              <w:rPr>
                <w:webHidden/>
                <w:rtl/>
              </w:rPr>
              <w:fldChar w:fldCharType="separate"/>
            </w:r>
            <w:r>
              <w:rPr>
                <w:webHidden/>
                <w:rtl/>
              </w:rPr>
              <w:t>297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15" w:history="1">
            <w:r w:rsidRPr="00C27113">
              <w:rPr>
                <w:rStyle w:val="Hyperlink"/>
                <w:rtl/>
              </w:rPr>
              <w:t>اے موسى جوتى اتاردو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Toc7268615 \h</w:instrText>
            </w:r>
            <w:r>
              <w:rPr>
                <w:webHidden/>
                <w:rtl/>
              </w:rPr>
              <w:instrText xml:space="preserve"> </w:instrText>
            </w:r>
            <w:r>
              <w:rPr>
                <w:webHidden/>
                <w:rtl/>
              </w:rPr>
            </w:r>
            <w:r>
              <w:rPr>
                <w:webHidden/>
                <w:rtl/>
              </w:rPr>
              <w:fldChar w:fldCharType="separate"/>
            </w:r>
            <w:r>
              <w:rPr>
                <w:webHidden/>
                <w:rtl/>
              </w:rPr>
              <w:t>298</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616" w:history="1">
            <w:r w:rsidRPr="00C27113">
              <w:rPr>
                <w:rStyle w:val="Hyperlink"/>
                <w:rtl/>
              </w:rPr>
              <w:t>موسى عليہ السلام كا عصا اور يد بيضا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Toc7268616 \h</w:instrText>
            </w:r>
            <w:r>
              <w:rPr>
                <w:webHidden/>
                <w:rtl/>
              </w:rPr>
              <w:instrText xml:space="preserve"> </w:instrText>
            </w:r>
            <w:r>
              <w:rPr>
                <w:webHidden/>
                <w:rtl/>
              </w:rPr>
            </w:r>
            <w:r>
              <w:rPr>
                <w:webHidden/>
                <w:rtl/>
              </w:rPr>
              <w:fldChar w:fldCharType="separate"/>
            </w:r>
            <w:r>
              <w:rPr>
                <w:webHidden/>
                <w:rtl/>
              </w:rPr>
              <w:t>300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17" w:history="1">
            <w:r w:rsidRPr="00C27113">
              <w:rPr>
                <w:rStyle w:val="Hyperlink"/>
                <w:rtl/>
              </w:rPr>
              <w:t>انذار و بشارت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Toc7268617 \h</w:instrText>
            </w:r>
            <w:r>
              <w:rPr>
                <w:webHidden/>
                <w:rtl/>
              </w:rPr>
              <w:instrText xml:space="preserve"> </w:instrText>
            </w:r>
            <w:r>
              <w:rPr>
                <w:webHidden/>
                <w:rtl/>
              </w:rPr>
            </w:r>
            <w:r>
              <w:rPr>
                <w:webHidden/>
                <w:rtl/>
              </w:rPr>
              <w:fldChar w:fldCharType="separate"/>
            </w:r>
            <w:r>
              <w:rPr>
                <w:webHidden/>
                <w:rtl/>
              </w:rPr>
              <w:t>302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18" w:history="1">
            <w:r w:rsidRPr="00C27113">
              <w:rPr>
                <w:rStyle w:val="Hyperlink"/>
                <w:rtl/>
              </w:rPr>
              <w:t>كاميابى كے اسباب كى درخواست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Toc7268618 \h</w:instrText>
            </w:r>
            <w:r>
              <w:rPr>
                <w:webHidden/>
                <w:rtl/>
              </w:rPr>
              <w:instrText xml:space="preserve"> </w:instrText>
            </w:r>
            <w:r>
              <w:rPr>
                <w:webHidden/>
                <w:rtl/>
              </w:rPr>
            </w:r>
            <w:r>
              <w:rPr>
                <w:webHidden/>
                <w:rtl/>
              </w:rPr>
              <w:fldChar w:fldCharType="separate"/>
            </w:r>
            <w:r>
              <w:rPr>
                <w:webHidden/>
                <w:rtl/>
              </w:rPr>
              <w:t>303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19" w:history="1">
            <w:r w:rsidRPr="00C27113">
              <w:rPr>
                <w:rStyle w:val="Hyperlink"/>
                <w:rtl/>
              </w:rPr>
              <w:t>ميرا بھائي ميراناصر ومددگار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Toc7268619 \h</w:instrText>
            </w:r>
            <w:r>
              <w:rPr>
                <w:webHidden/>
                <w:rtl/>
              </w:rPr>
              <w:instrText xml:space="preserve"> </w:instrText>
            </w:r>
            <w:r>
              <w:rPr>
                <w:webHidden/>
                <w:rtl/>
              </w:rPr>
            </w:r>
            <w:r>
              <w:rPr>
                <w:webHidden/>
                <w:rtl/>
              </w:rPr>
              <w:fldChar w:fldCharType="separate"/>
            </w:r>
            <w:r>
              <w:rPr>
                <w:webHidden/>
                <w:rtl/>
              </w:rPr>
              <w:t>304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0" w:history="1">
            <w:r w:rsidRPr="00C27113">
              <w:rPr>
                <w:rStyle w:val="Hyperlink"/>
                <w:rtl/>
              </w:rPr>
              <w:t>فرعون سے معركہ آرا مقابلہ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Toc7268620 \h</w:instrText>
            </w:r>
            <w:r>
              <w:rPr>
                <w:webHidden/>
                <w:rtl/>
              </w:rPr>
              <w:instrText xml:space="preserve"> </w:instrText>
            </w:r>
            <w:r>
              <w:rPr>
                <w:webHidden/>
                <w:rtl/>
              </w:rPr>
            </w:r>
            <w:r>
              <w:rPr>
                <w:webHidden/>
                <w:rtl/>
              </w:rPr>
              <w:fldChar w:fldCharType="separate"/>
            </w:r>
            <w:r>
              <w:rPr>
                <w:webHidden/>
                <w:rtl/>
              </w:rPr>
              <w:t>307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1" w:history="1">
            <w:r w:rsidRPr="00C27113">
              <w:rPr>
                <w:rStyle w:val="Hyperlink"/>
                <w:rtl/>
              </w:rPr>
              <w:t>ديوانگى كى تہمت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Toc7268621 \h</w:instrText>
            </w:r>
            <w:r>
              <w:rPr>
                <w:webHidden/>
                <w:rtl/>
              </w:rPr>
              <w:instrText xml:space="preserve"> </w:instrText>
            </w:r>
            <w:r>
              <w:rPr>
                <w:webHidden/>
                <w:rtl/>
              </w:rPr>
            </w:r>
            <w:r>
              <w:rPr>
                <w:webHidden/>
                <w:rtl/>
              </w:rPr>
              <w:fldChar w:fldCharType="separate"/>
            </w:r>
            <w:r>
              <w:rPr>
                <w:webHidden/>
                <w:rtl/>
              </w:rPr>
              <w:t>310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2" w:history="1">
            <w:r w:rsidRPr="00C27113">
              <w:rPr>
                <w:rStyle w:val="Hyperlink"/>
                <w:rtl/>
              </w:rPr>
              <w:t>تمہارا ملك خطرے ميں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Toc7268622 \h</w:instrText>
            </w:r>
            <w:r>
              <w:rPr>
                <w:webHidden/>
                <w:rtl/>
              </w:rPr>
              <w:instrText xml:space="preserve"> </w:instrText>
            </w:r>
            <w:r>
              <w:rPr>
                <w:webHidden/>
                <w:rtl/>
              </w:rPr>
            </w:r>
            <w:r>
              <w:rPr>
                <w:webHidden/>
                <w:rtl/>
              </w:rPr>
              <w:fldChar w:fldCharType="separate"/>
            </w:r>
            <w:r>
              <w:rPr>
                <w:webHidden/>
                <w:rtl/>
              </w:rPr>
              <w:t>313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3" w:history="1">
            <w:r w:rsidRPr="00C27113">
              <w:rPr>
                <w:rStyle w:val="Hyperlink"/>
                <w:rtl/>
              </w:rPr>
              <w:t>ہر طرف سے جادو گر پہنچ گئے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Toc7268623 \h</w:instrText>
            </w:r>
            <w:r>
              <w:rPr>
                <w:webHidden/>
                <w:rtl/>
              </w:rPr>
              <w:instrText xml:space="preserve"> </w:instrText>
            </w:r>
            <w:r>
              <w:rPr>
                <w:webHidden/>
                <w:rtl/>
              </w:rPr>
            </w:r>
            <w:r>
              <w:rPr>
                <w:webHidden/>
                <w:rtl/>
              </w:rPr>
              <w:fldChar w:fldCharType="separate"/>
            </w:r>
            <w:r>
              <w:rPr>
                <w:webHidden/>
                <w:rtl/>
              </w:rPr>
              <w:t>316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4" w:history="1">
            <w:r w:rsidRPr="00C27113">
              <w:rPr>
                <w:rStyle w:val="Hyperlink"/>
                <w:rtl/>
              </w:rPr>
              <w:t>جادو گروں كا عجيب وغريب منظر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Toc7268624 \h</w:instrText>
            </w:r>
            <w:r>
              <w:rPr>
                <w:webHidden/>
                <w:rtl/>
              </w:rPr>
              <w:instrText xml:space="preserve"> </w:instrText>
            </w:r>
            <w:r>
              <w:rPr>
                <w:webHidden/>
                <w:rtl/>
              </w:rPr>
            </w:r>
            <w:r>
              <w:rPr>
                <w:webHidden/>
                <w:rtl/>
              </w:rPr>
              <w:fldChar w:fldCharType="separate"/>
            </w:r>
            <w:r>
              <w:rPr>
                <w:webHidden/>
                <w:rtl/>
              </w:rPr>
              <w:t>318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5" w:history="1">
            <w:r w:rsidRPr="00C27113">
              <w:rPr>
                <w:rStyle w:val="Hyperlink"/>
                <w:rtl/>
              </w:rPr>
              <w:t>كيا ميرى اجازت كے بغير موسى عليہ السلام پر ايمان لے آئے؟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Toc7268625 \h</w:instrText>
            </w:r>
            <w:r>
              <w:rPr>
                <w:webHidden/>
                <w:rtl/>
              </w:rPr>
              <w:instrText xml:space="preserve"> </w:instrText>
            </w:r>
            <w:r>
              <w:rPr>
                <w:webHidden/>
                <w:rtl/>
              </w:rPr>
            </w:r>
            <w:r>
              <w:rPr>
                <w:webHidden/>
                <w:rtl/>
              </w:rPr>
              <w:fldChar w:fldCharType="separate"/>
            </w:r>
            <w:r>
              <w:rPr>
                <w:webHidden/>
                <w:rtl/>
              </w:rPr>
              <w:t>323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6" w:history="1">
            <w:r w:rsidRPr="00C27113">
              <w:rPr>
                <w:rStyle w:val="Hyperlink"/>
                <w:rtl/>
              </w:rPr>
              <w:t>ہميں اپنے محبوب كى طرف پلٹادے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Toc7268626 \h</w:instrText>
            </w:r>
            <w:r>
              <w:rPr>
                <w:webHidden/>
                <w:rtl/>
              </w:rPr>
              <w:instrText xml:space="preserve"> </w:instrText>
            </w:r>
            <w:r>
              <w:rPr>
                <w:webHidden/>
                <w:rtl/>
              </w:rPr>
            </w:r>
            <w:r>
              <w:rPr>
                <w:webHidden/>
                <w:rtl/>
              </w:rPr>
              <w:fldChar w:fldCharType="separate"/>
            </w:r>
            <w:r>
              <w:rPr>
                <w:webHidden/>
                <w:rtl/>
              </w:rPr>
              <w:t>324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7" w:history="1">
            <w:r w:rsidRPr="00C27113">
              <w:rPr>
                <w:rStyle w:val="Hyperlink"/>
                <w:rtl/>
              </w:rPr>
              <w:t>فرعون كى زوجہ ايمان لے آئي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Toc7268627 \h</w:instrText>
            </w:r>
            <w:r>
              <w:rPr>
                <w:webHidden/>
                <w:rtl/>
              </w:rPr>
              <w:instrText xml:space="preserve"> </w:instrText>
            </w:r>
            <w:r>
              <w:rPr>
                <w:webHidden/>
                <w:rtl/>
              </w:rPr>
            </w:r>
            <w:r>
              <w:rPr>
                <w:webHidden/>
                <w:rtl/>
              </w:rPr>
              <w:fldChar w:fldCharType="separate"/>
            </w:r>
            <w:r>
              <w:rPr>
                <w:webHidden/>
                <w:rtl/>
              </w:rPr>
              <w:t>326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8" w:history="1">
            <w:r w:rsidRPr="00C27113">
              <w:rPr>
                <w:rStyle w:val="Hyperlink"/>
                <w:rtl/>
              </w:rPr>
              <w:t>جناب موسى عليہ السلام كے قتل كا حكم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Toc7268628 \h</w:instrText>
            </w:r>
            <w:r>
              <w:rPr>
                <w:webHidden/>
                <w:rtl/>
              </w:rPr>
              <w:instrText xml:space="preserve"> </w:instrText>
            </w:r>
            <w:r>
              <w:rPr>
                <w:webHidden/>
                <w:rtl/>
              </w:rPr>
            </w:r>
            <w:r>
              <w:rPr>
                <w:webHidden/>
                <w:rtl/>
              </w:rPr>
              <w:fldChar w:fldCharType="separate"/>
            </w:r>
            <w:r>
              <w:rPr>
                <w:webHidden/>
                <w:rtl/>
              </w:rPr>
              <w:t>328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29" w:history="1">
            <w:r w:rsidRPr="00C27113">
              <w:rPr>
                <w:rStyle w:val="Hyperlink"/>
                <w:rtl/>
              </w:rPr>
              <w:t>كہيں موسى تمہارا مذہب نہ بدل دے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Toc7268629 \h</w:instrText>
            </w:r>
            <w:r>
              <w:rPr>
                <w:webHidden/>
                <w:rtl/>
              </w:rPr>
              <w:instrText xml:space="preserve"> </w:instrText>
            </w:r>
            <w:r>
              <w:rPr>
                <w:webHidden/>
                <w:rtl/>
              </w:rPr>
            </w:r>
            <w:r>
              <w:rPr>
                <w:webHidden/>
                <w:rtl/>
              </w:rPr>
              <w:fldChar w:fldCharType="separate"/>
            </w:r>
            <w:r>
              <w:rPr>
                <w:webHidden/>
                <w:rtl/>
              </w:rPr>
              <w:t>329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30" w:history="1">
            <w:r w:rsidRPr="00C27113">
              <w:rPr>
                <w:rStyle w:val="Hyperlink"/>
                <w:rtl/>
              </w:rPr>
              <w:t>آيا كسى كو خدا كى طرف بلانے پر بھى قتل كرتے ہيں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Toc7268630 \h</w:instrText>
            </w:r>
            <w:r>
              <w:rPr>
                <w:webHidden/>
                <w:rtl/>
              </w:rPr>
              <w:instrText xml:space="preserve"> </w:instrText>
            </w:r>
            <w:r>
              <w:rPr>
                <w:webHidden/>
                <w:rtl/>
              </w:rPr>
            </w:r>
            <w:r>
              <w:rPr>
                <w:webHidden/>
                <w:rtl/>
              </w:rPr>
              <w:fldChar w:fldCharType="separate"/>
            </w:r>
            <w:r>
              <w:rPr>
                <w:webHidden/>
                <w:rtl/>
              </w:rPr>
              <w:t>330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31" w:history="1">
            <w:r w:rsidRPr="00C27113">
              <w:rPr>
                <w:rStyle w:val="Hyperlink"/>
                <w:rtl/>
              </w:rPr>
              <w:t>ميں تمہيں خبردار كرتا ہوں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Toc7268631 \h</w:instrText>
            </w:r>
            <w:r>
              <w:rPr>
                <w:webHidden/>
                <w:rtl/>
              </w:rPr>
              <w:instrText xml:space="preserve"> </w:instrText>
            </w:r>
            <w:r>
              <w:rPr>
                <w:webHidden/>
                <w:rtl/>
              </w:rPr>
            </w:r>
            <w:r>
              <w:rPr>
                <w:webHidden/>
                <w:rtl/>
              </w:rPr>
              <w:fldChar w:fldCharType="separate"/>
            </w:r>
            <w:r>
              <w:rPr>
                <w:webHidden/>
                <w:rtl/>
              </w:rPr>
              <w:t>332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32" w:history="1">
            <w:r w:rsidRPr="00C27113">
              <w:rPr>
                <w:rStyle w:val="Hyperlink"/>
                <w:rtl/>
              </w:rPr>
              <w:t>آخرى 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Toc7268632 \h</w:instrText>
            </w:r>
            <w:r>
              <w:rPr>
                <w:webHidden/>
                <w:rtl/>
              </w:rPr>
              <w:instrText xml:space="preserve"> </w:instrText>
            </w:r>
            <w:r>
              <w:rPr>
                <w:webHidden/>
                <w:rtl/>
              </w:rPr>
            </w:r>
            <w:r>
              <w:rPr>
                <w:webHidden/>
                <w:rtl/>
              </w:rPr>
              <w:fldChar w:fldCharType="separate"/>
            </w:r>
            <w:r>
              <w:rPr>
                <w:webHidden/>
                <w:rtl/>
              </w:rPr>
              <w:t>334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33" w:history="1">
            <w:r w:rsidRPr="00C27113">
              <w:rPr>
                <w:rStyle w:val="Hyperlink"/>
                <w:rtl/>
              </w:rPr>
              <w:t>موسى كے خدا كى خبرلاتا ہوں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Toc7268633 \h</w:instrText>
            </w:r>
            <w:r>
              <w:rPr>
                <w:webHidden/>
                <w:rtl/>
              </w:rPr>
              <w:instrText xml:space="preserve"> </w:instrText>
            </w:r>
            <w:r>
              <w:rPr>
                <w:webHidden/>
                <w:rtl/>
              </w:rPr>
            </w:r>
            <w:r>
              <w:rPr>
                <w:webHidden/>
                <w:rtl/>
              </w:rPr>
              <w:fldChar w:fldCharType="separate"/>
            </w:r>
            <w:r>
              <w:rPr>
                <w:webHidden/>
                <w:rtl/>
              </w:rPr>
              <w:t>335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34" w:history="1">
            <w:r w:rsidRPr="00C27113">
              <w:rPr>
                <w:rStyle w:val="Hyperlink"/>
                <w:rtl/>
              </w:rPr>
              <w:t>پچاس ہزار معمار برج بناتے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Toc7268634 \h</w:instrText>
            </w:r>
            <w:r>
              <w:rPr>
                <w:webHidden/>
                <w:rtl/>
              </w:rPr>
              <w:instrText xml:space="preserve"> </w:instrText>
            </w:r>
            <w:r>
              <w:rPr>
                <w:webHidden/>
                <w:rtl/>
              </w:rPr>
            </w:r>
            <w:r>
              <w:rPr>
                <w:webHidden/>
                <w:rtl/>
              </w:rPr>
              <w:fldChar w:fldCharType="separate"/>
            </w:r>
            <w:r>
              <w:rPr>
                <w:webHidden/>
                <w:rtl/>
              </w:rPr>
              <w:t>337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35" w:history="1">
            <w:r w:rsidRPr="00C27113">
              <w:rPr>
                <w:rStyle w:val="Hyperlink"/>
                <w:rtl/>
              </w:rPr>
              <w:t>ميں نے موسى عليہ السلام كے خدا كو مارا ڈالا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Toc7268635 \h</w:instrText>
            </w:r>
            <w:r>
              <w:rPr>
                <w:webHidden/>
                <w:rtl/>
              </w:rPr>
              <w:instrText xml:space="preserve"> </w:instrText>
            </w:r>
            <w:r>
              <w:rPr>
                <w:webHidden/>
                <w:rtl/>
              </w:rPr>
            </w:r>
            <w:r>
              <w:rPr>
                <w:webHidden/>
                <w:rtl/>
              </w:rPr>
              <w:fldChar w:fldCharType="separate"/>
            </w:r>
            <w:r>
              <w:rPr>
                <w:webHidden/>
                <w:rtl/>
              </w:rPr>
              <w:t>338</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636" w:history="1">
            <w:r w:rsidRPr="00C27113">
              <w:rPr>
                <w:rStyle w:val="Hyperlink"/>
                <w:rtl/>
              </w:rPr>
              <w:t>بيدار كرنے والى سزائيں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Toc7268636 \h</w:instrText>
            </w:r>
            <w:r>
              <w:rPr>
                <w:webHidden/>
                <w:rtl/>
              </w:rPr>
              <w:instrText xml:space="preserve"> </w:instrText>
            </w:r>
            <w:r>
              <w:rPr>
                <w:webHidden/>
                <w:rtl/>
              </w:rPr>
            </w:r>
            <w:r>
              <w:rPr>
                <w:webHidden/>
                <w:rtl/>
              </w:rPr>
              <w:fldChar w:fldCharType="separate"/>
            </w:r>
            <w:r>
              <w:rPr>
                <w:webHidden/>
                <w:rtl/>
              </w:rPr>
              <w:t>339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37" w:history="1">
            <w:r w:rsidRPr="00C27113">
              <w:rPr>
                <w:rStyle w:val="Hyperlink"/>
                <w:rtl/>
              </w:rPr>
              <w:t>مختلف اور پيہم بلائوں كا نزول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Toc7268637 \h</w:instrText>
            </w:r>
            <w:r>
              <w:rPr>
                <w:webHidden/>
                <w:rtl/>
              </w:rPr>
              <w:instrText xml:space="preserve"> </w:instrText>
            </w:r>
            <w:r>
              <w:rPr>
                <w:webHidden/>
                <w:rtl/>
              </w:rPr>
            </w:r>
            <w:r>
              <w:rPr>
                <w:webHidden/>
                <w:rtl/>
              </w:rPr>
              <w:fldChar w:fldCharType="separate"/>
            </w:r>
            <w:r>
              <w:rPr>
                <w:webHidden/>
                <w:rtl/>
              </w:rPr>
              <w:t>340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38" w:history="1">
            <w:r w:rsidRPr="00C27113">
              <w:rPr>
                <w:rStyle w:val="Hyperlink"/>
                <w:rtl/>
              </w:rPr>
              <w:t>بار بار كى عہد شكنياں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Toc7268638 \h</w:instrText>
            </w:r>
            <w:r>
              <w:rPr>
                <w:webHidden/>
                <w:rtl/>
              </w:rPr>
              <w:instrText xml:space="preserve"> </w:instrText>
            </w:r>
            <w:r>
              <w:rPr>
                <w:webHidden/>
                <w:rtl/>
              </w:rPr>
            </w:r>
            <w:r>
              <w:rPr>
                <w:webHidden/>
                <w:rtl/>
              </w:rPr>
              <w:fldChar w:fldCharType="separate"/>
            </w:r>
            <w:r>
              <w:rPr>
                <w:webHidden/>
                <w:rtl/>
              </w:rPr>
              <w:t>343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39" w:history="1">
            <w:r w:rsidRPr="00C27113">
              <w:rPr>
                <w:rStyle w:val="Hyperlink"/>
                <w:rtl/>
              </w:rPr>
              <w:t>موسى عليہ السلام كے پاس سونے كے كنگن كيوں نہيں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Toc7268639 \h</w:instrText>
            </w:r>
            <w:r>
              <w:rPr>
                <w:webHidden/>
                <w:rtl/>
              </w:rPr>
              <w:instrText xml:space="preserve"> </w:instrText>
            </w:r>
            <w:r>
              <w:rPr>
                <w:webHidden/>
                <w:rtl/>
              </w:rPr>
            </w:r>
            <w:r>
              <w:rPr>
                <w:webHidden/>
                <w:rtl/>
              </w:rPr>
              <w:fldChar w:fldCharType="separate"/>
            </w:r>
            <w:r>
              <w:rPr>
                <w:webHidden/>
                <w:rtl/>
              </w:rPr>
              <w:t>344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0" w:history="1">
            <w:r w:rsidRPr="00C27113">
              <w:rPr>
                <w:rStyle w:val="Hyperlink"/>
                <w:rtl/>
              </w:rPr>
              <w:t>جناب موسى اورہارون عليہما السلام كے اونى لباس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Toc7268640 \h</w:instrText>
            </w:r>
            <w:r>
              <w:rPr>
                <w:webHidden/>
                <w:rtl/>
              </w:rPr>
              <w:instrText xml:space="preserve"> </w:instrText>
            </w:r>
            <w:r>
              <w:rPr>
                <w:webHidden/>
                <w:rtl/>
              </w:rPr>
            </w:r>
            <w:r>
              <w:rPr>
                <w:webHidden/>
                <w:rtl/>
              </w:rPr>
              <w:fldChar w:fldCharType="separate"/>
            </w:r>
            <w:r>
              <w:rPr>
                <w:webHidden/>
                <w:rtl/>
              </w:rPr>
              <w:t>347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1" w:history="1">
            <w:r w:rsidRPr="00C27113">
              <w:rPr>
                <w:rStyle w:val="Hyperlink"/>
                <w:rtl/>
              </w:rPr>
              <w:t>چوتھا مرحلہ انقلاب كى تياري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Toc7268641 \h</w:instrText>
            </w:r>
            <w:r>
              <w:rPr>
                <w:webHidden/>
                <w:rtl/>
              </w:rPr>
              <w:instrText xml:space="preserve"> </w:instrText>
            </w:r>
            <w:r>
              <w:rPr>
                <w:webHidden/>
                <w:rtl/>
              </w:rPr>
            </w:r>
            <w:r>
              <w:rPr>
                <w:webHidden/>
                <w:rtl/>
              </w:rPr>
              <w:fldChar w:fldCharType="separate"/>
            </w:r>
            <w:r>
              <w:rPr>
                <w:webHidden/>
                <w:rtl/>
              </w:rPr>
              <w:t>347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2" w:history="1">
            <w:r w:rsidRPr="00C27113">
              <w:rPr>
                <w:rStyle w:val="Hyperlink"/>
                <w:rtl/>
              </w:rPr>
              <w:t>ہم نے انھيں باہر نكال ديا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Toc7268642 \h</w:instrText>
            </w:r>
            <w:r>
              <w:rPr>
                <w:webHidden/>
                <w:rtl/>
              </w:rPr>
              <w:instrText xml:space="preserve"> </w:instrText>
            </w:r>
            <w:r>
              <w:rPr>
                <w:webHidden/>
                <w:rtl/>
              </w:rPr>
            </w:r>
            <w:r>
              <w:rPr>
                <w:webHidden/>
                <w:rtl/>
              </w:rPr>
              <w:fldChar w:fldCharType="separate"/>
            </w:r>
            <w:r>
              <w:rPr>
                <w:webHidden/>
                <w:rtl/>
              </w:rPr>
              <w:t>350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3" w:history="1">
            <w:r w:rsidRPr="00C27113">
              <w:rPr>
                <w:rStyle w:val="Hyperlink"/>
                <w:rtl/>
              </w:rPr>
              <w:t>فرعونيوں كا درناك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Toc7268643 \h</w:instrText>
            </w:r>
            <w:r>
              <w:rPr>
                <w:webHidden/>
                <w:rtl/>
              </w:rPr>
              <w:instrText xml:space="preserve"> </w:instrText>
            </w:r>
            <w:r>
              <w:rPr>
                <w:webHidden/>
                <w:rtl/>
              </w:rPr>
            </w:r>
            <w:r>
              <w:rPr>
                <w:webHidden/>
                <w:rtl/>
              </w:rPr>
              <w:fldChar w:fldCharType="separate"/>
            </w:r>
            <w:r>
              <w:rPr>
                <w:webHidden/>
                <w:rtl/>
              </w:rPr>
              <w:t>353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4" w:history="1">
            <w:r w:rsidRPr="00C27113">
              <w:rPr>
                <w:rStyle w:val="Hyperlink"/>
                <w:rtl/>
              </w:rPr>
              <w:t>اپنے عصا كو دريا پر ماردو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Toc7268644 \h</w:instrText>
            </w:r>
            <w:r>
              <w:rPr>
                <w:webHidden/>
                <w:rtl/>
              </w:rPr>
              <w:instrText xml:space="preserve"> </w:instrText>
            </w:r>
            <w:r>
              <w:rPr>
                <w:webHidden/>
                <w:rtl/>
              </w:rPr>
            </w:r>
            <w:r>
              <w:rPr>
                <w:webHidden/>
                <w:rtl/>
              </w:rPr>
              <w:fldChar w:fldCharType="separate"/>
            </w:r>
            <w:r>
              <w:rPr>
                <w:webHidden/>
                <w:rtl/>
              </w:rPr>
              <w:t>354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5" w:history="1">
            <w:r w:rsidRPr="00C27113">
              <w:rPr>
                <w:rStyle w:val="Hyperlink"/>
                <w:rtl/>
              </w:rPr>
              <w:t>اے فرعون تيرا بدن لوگوں كے لئے عبرتناك ہوگا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Toc7268645 \h</w:instrText>
            </w:r>
            <w:r>
              <w:rPr>
                <w:webHidden/>
                <w:rtl/>
              </w:rPr>
              <w:instrText xml:space="preserve"> </w:instrText>
            </w:r>
            <w:r>
              <w:rPr>
                <w:webHidden/>
                <w:rtl/>
              </w:rPr>
            </w:r>
            <w:r>
              <w:rPr>
                <w:webHidden/>
                <w:rtl/>
              </w:rPr>
              <w:fldChar w:fldCharType="separate"/>
            </w:r>
            <w:r>
              <w:rPr>
                <w:webHidden/>
                <w:rtl/>
              </w:rPr>
              <w:t>356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6" w:history="1">
            <w:r w:rsidRPr="00C27113">
              <w:rPr>
                <w:rStyle w:val="Hyperlink"/>
                <w:rtl/>
              </w:rPr>
              <w:t>بنى اسرائيل كى گذرگاہ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Toc7268646 \h</w:instrText>
            </w:r>
            <w:r>
              <w:rPr>
                <w:webHidden/>
                <w:rtl/>
              </w:rPr>
              <w:instrText xml:space="preserve"> </w:instrText>
            </w:r>
            <w:r>
              <w:rPr>
                <w:webHidden/>
                <w:rtl/>
              </w:rPr>
            </w:r>
            <w:r>
              <w:rPr>
                <w:webHidden/>
                <w:rtl/>
              </w:rPr>
              <w:fldChar w:fldCharType="separate"/>
            </w:r>
            <w:r>
              <w:rPr>
                <w:webHidden/>
                <w:rtl/>
              </w:rPr>
              <w:t>357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7" w:history="1">
            <w:r w:rsidRPr="00C27113">
              <w:rPr>
                <w:rStyle w:val="Hyperlink"/>
                <w:rtl/>
              </w:rPr>
              <w:t>حضرت موسى عليہ السلام سے بت سازى كى فرمائش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Toc7268647 \h</w:instrText>
            </w:r>
            <w:r>
              <w:rPr>
                <w:webHidden/>
                <w:rtl/>
              </w:rPr>
              <w:instrText xml:space="preserve"> </w:instrText>
            </w:r>
            <w:r>
              <w:rPr>
                <w:webHidden/>
                <w:rtl/>
              </w:rPr>
            </w:r>
            <w:r>
              <w:rPr>
                <w:webHidden/>
                <w:rtl/>
              </w:rPr>
              <w:fldChar w:fldCharType="separate"/>
            </w:r>
            <w:r>
              <w:rPr>
                <w:webHidden/>
                <w:rtl/>
              </w:rPr>
              <w:t>358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8" w:history="1">
            <w:r w:rsidRPr="00C27113">
              <w:rPr>
                <w:rStyle w:val="Hyperlink"/>
                <w:rtl/>
              </w:rPr>
              <w:t>ايك يہودى كو حضرت اميرالمومنين عليہ السلام كا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Toc7268648 \h</w:instrText>
            </w:r>
            <w:r>
              <w:rPr>
                <w:webHidden/>
                <w:rtl/>
              </w:rPr>
              <w:instrText xml:space="preserve"> </w:instrText>
            </w:r>
            <w:r>
              <w:rPr>
                <w:webHidden/>
                <w:rtl/>
              </w:rPr>
            </w:r>
            <w:r>
              <w:rPr>
                <w:webHidden/>
                <w:rtl/>
              </w:rPr>
              <w:fldChar w:fldCharType="separate"/>
            </w:r>
            <w:r>
              <w:rPr>
                <w:webHidden/>
                <w:rtl/>
              </w:rPr>
              <w:t>359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49" w:history="1">
            <w:r w:rsidRPr="00C27113">
              <w:rPr>
                <w:rStyle w:val="Hyperlink"/>
                <w:rtl/>
              </w:rPr>
              <w:t>بنى اسرائيل سر زمين مقدس كى طرف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Toc7268649 \h</w:instrText>
            </w:r>
            <w:r>
              <w:rPr>
                <w:webHidden/>
                <w:rtl/>
              </w:rPr>
              <w:instrText xml:space="preserve"> </w:instrText>
            </w:r>
            <w:r>
              <w:rPr>
                <w:webHidden/>
                <w:rtl/>
              </w:rPr>
            </w:r>
            <w:r>
              <w:rPr>
                <w:webHidden/>
                <w:rtl/>
              </w:rPr>
              <w:fldChar w:fldCharType="separate"/>
            </w:r>
            <w:r>
              <w:rPr>
                <w:webHidden/>
                <w:rtl/>
              </w:rPr>
              <w:t>360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50" w:history="1">
            <w:r w:rsidRPr="00C27113">
              <w:rPr>
                <w:rStyle w:val="Hyperlink"/>
                <w:rtl/>
              </w:rPr>
              <w:t>جب كامياب ہو جاو تو ہميں بھى خبركرنا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Toc7268650 \h</w:instrText>
            </w:r>
            <w:r>
              <w:rPr>
                <w:webHidden/>
                <w:rtl/>
              </w:rPr>
              <w:instrText xml:space="preserve"> </w:instrText>
            </w:r>
            <w:r>
              <w:rPr>
                <w:webHidden/>
                <w:rtl/>
              </w:rPr>
            </w:r>
            <w:r>
              <w:rPr>
                <w:webHidden/>
                <w:rtl/>
              </w:rPr>
              <w:fldChar w:fldCharType="separate"/>
            </w:r>
            <w:r>
              <w:rPr>
                <w:webHidden/>
                <w:rtl/>
              </w:rPr>
              <w:t>362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51" w:history="1">
            <w:r w:rsidRPr="00C27113">
              <w:rPr>
                <w:rStyle w:val="Hyperlink"/>
                <w:rtl/>
              </w:rPr>
              <w:t>بنى اسرائيل بيابان ميں سرگرداں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Toc7268651 \h</w:instrText>
            </w:r>
            <w:r>
              <w:rPr>
                <w:webHidden/>
                <w:rtl/>
              </w:rPr>
              <w:instrText xml:space="preserve"> </w:instrText>
            </w:r>
            <w:r>
              <w:rPr>
                <w:webHidden/>
                <w:rtl/>
              </w:rPr>
            </w:r>
            <w:r>
              <w:rPr>
                <w:webHidden/>
                <w:rtl/>
              </w:rPr>
              <w:fldChar w:fldCharType="separate"/>
            </w:r>
            <w:r>
              <w:rPr>
                <w:webHidden/>
                <w:rtl/>
              </w:rPr>
              <w:t>363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52" w:history="1">
            <w:r w:rsidRPr="00C27113">
              <w:rPr>
                <w:rStyle w:val="Hyperlink"/>
                <w:rtl/>
              </w:rPr>
              <w:t>بنى اسرائيل كا ايك گروہ پشيمان ہوا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Toc7268652 \h</w:instrText>
            </w:r>
            <w:r>
              <w:rPr>
                <w:webHidden/>
                <w:rtl/>
              </w:rPr>
              <w:instrText xml:space="preserve"> </w:instrText>
            </w:r>
            <w:r>
              <w:rPr>
                <w:webHidden/>
                <w:rtl/>
              </w:rPr>
            </w:r>
            <w:r>
              <w:rPr>
                <w:webHidden/>
                <w:rtl/>
              </w:rPr>
              <w:fldChar w:fldCharType="separate"/>
            </w:r>
            <w:r>
              <w:rPr>
                <w:webHidden/>
                <w:rtl/>
              </w:rPr>
              <w:t>364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53" w:history="1">
            <w:r w:rsidRPr="00C27113">
              <w:rPr>
                <w:rStyle w:val="Hyperlink"/>
                <w:rtl/>
              </w:rPr>
              <w:t>منّ و سلوى كيا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Toc7268653 \h</w:instrText>
            </w:r>
            <w:r>
              <w:rPr>
                <w:webHidden/>
                <w:rtl/>
              </w:rPr>
              <w:instrText xml:space="preserve"> </w:instrText>
            </w:r>
            <w:r>
              <w:rPr>
                <w:webHidden/>
                <w:rtl/>
              </w:rPr>
            </w:r>
            <w:r>
              <w:rPr>
                <w:webHidden/>
                <w:rtl/>
              </w:rPr>
              <w:fldChar w:fldCharType="separate"/>
            </w:r>
            <w:r>
              <w:rPr>
                <w:webHidden/>
                <w:rtl/>
              </w:rPr>
              <w:t>365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54" w:history="1">
            <w:r w:rsidRPr="00C27113">
              <w:rPr>
                <w:rStyle w:val="Hyperlink"/>
                <w:rtl/>
              </w:rPr>
              <w:t>بيابانوں ميں چشمہ ابلنا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Toc7268654 \h</w:instrText>
            </w:r>
            <w:r>
              <w:rPr>
                <w:webHidden/>
                <w:rtl/>
              </w:rPr>
              <w:instrText xml:space="preserve"> </w:instrText>
            </w:r>
            <w:r>
              <w:rPr>
                <w:webHidden/>
                <w:rtl/>
              </w:rPr>
            </w:r>
            <w:r>
              <w:rPr>
                <w:webHidden/>
                <w:rtl/>
              </w:rPr>
              <w:fldChar w:fldCharType="separate"/>
            </w:r>
            <w:r>
              <w:rPr>
                <w:webHidden/>
                <w:rtl/>
              </w:rPr>
              <w:t>367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55" w:history="1">
            <w:r w:rsidRPr="00C27113">
              <w:rPr>
                <w:rStyle w:val="Hyperlink"/>
                <w:rtl/>
              </w:rPr>
              <w:t>مختلف كھانوں كى تمنا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Toc7268655 \h</w:instrText>
            </w:r>
            <w:r>
              <w:rPr>
                <w:webHidden/>
                <w:rtl/>
              </w:rPr>
              <w:instrText xml:space="preserve"> </w:instrText>
            </w:r>
            <w:r>
              <w:rPr>
                <w:webHidden/>
                <w:rtl/>
              </w:rPr>
            </w:r>
            <w:r>
              <w:rPr>
                <w:webHidden/>
                <w:rtl/>
              </w:rPr>
              <w:fldChar w:fldCharType="separate"/>
            </w:r>
            <w:r>
              <w:rPr>
                <w:webHidden/>
                <w:rtl/>
              </w:rPr>
              <w:t>368</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656" w:history="1">
            <w:r w:rsidRPr="00C27113">
              <w:rPr>
                <w:rStyle w:val="Hyperlink"/>
                <w:rtl/>
              </w:rPr>
              <w:t>عظيم وعدہ گاہ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Toc7268656 \h</w:instrText>
            </w:r>
            <w:r>
              <w:rPr>
                <w:webHidden/>
                <w:rtl/>
              </w:rPr>
              <w:instrText xml:space="preserve"> </w:instrText>
            </w:r>
            <w:r>
              <w:rPr>
                <w:webHidden/>
                <w:rtl/>
              </w:rPr>
            </w:r>
            <w:r>
              <w:rPr>
                <w:webHidden/>
                <w:rtl/>
              </w:rPr>
              <w:fldChar w:fldCharType="separate"/>
            </w:r>
            <w:r>
              <w:rPr>
                <w:webHidden/>
                <w:rtl/>
              </w:rPr>
              <w:t>369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57" w:history="1">
            <w:r w:rsidRPr="00C27113">
              <w:rPr>
                <w:rStyle w:val="Hyperlink"/>
                <w:rtl/>
              </w:rPr>
              <w:t>ديدار پرودگار كى خواہش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Toc7268657 \h</w:instrText>
            </w:r>
            <w:r>
              <w:rPr>
                <w:webHidden/>
                <w:rtl/>
              </w:rPr>
              <w:instrText xml:space="preserve"> </w:instrText>
            </w:r>
            <w:r>
              <w:rPr>
                <w:webHidden/>
                <w:rtl/>
              </w:rPr>
            </w:r>
            <w:r>
              <w:rPr>
                <w:webHidden/>
                <w:rtl/>
              </w:rPr>
              <w:fldChar w:fldCharType="separate"/>
            </w:r>
            <w:r>
              <w:rPr>
                <w:webHidden/>
                <w:rtl/>
              </w:rPr>
              <w:t>370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58" w:history="1">
            <w:r w:rsidRPr="00C27113">
              <w:rPr>
                <w:rStyle w:val="Hyperlink"/>
                <w:rtl/>
              </w:rPr>
              <w:t>حضرت موسى عليہ السلام نے رويت كى خواہش كيوں كي؟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Toc7268658 \h</w:instrText>
            </w:r>
            <w:r>
              <w:rPr>
                <w:webHidden/>
                <w:rtl/>
              </w:rPr>
              <w:instrText xml:space="preserve"> </w:instrText>
            </w:r>
            <w:r>
              <w:rPr>
                <w:webHidden/>
                <w:rtl/>
              </w:rPr>
            </w:r>
            <w:r>
              <w:rPr>
                <w:webHidden/>
                <w:rtl/>
              </w:rPr>
              <w:fldChar w:fldCharType="separate"/>
            </w:r>
            <w:r>
              <w:rPr>
                <w:webHidden/>
                <w:rtl/>
              </w:rPr>
              <w:t>370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59" w:history="1">
            <w:r w:rsidRPr="00C27113">
              <w:rPr>
                <w:rStyle w:val="Hyperlink"/>
                <w:rtl/>
              </w:rPr>
              <w:t>الواح توريت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Toc7268659 \h</w:instrText>
            </w:r>
            <w:r>
              <w:rPr>
                <w:webHidden/>
                <w:rtl/>
              </w:rPr>
              <w:instrText xml:space="preserve"> </w:instrText>
            </w:r>
            <w:r>
              <w:rPr>
                <w:webHidden/>
                <w:rtl/>
              </w:rPr>
            </w:r>
            <w:r>
              <w:rPr>
                <w:webHidden/>
                <w:rtl/>
              </w:rPr>
              <w:fldChar w:fldCharType="separate"/>
            </w:r>
            <w:r>
              <w:rPr>
                <w:webHidden/>
                <w:rtl/>
              </w:rPr>
              <w:t>371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0" w:history="1">
            <w:r w:rsidRPr="00C27113">
              <w:rPr>
                <w:rStyle w:val="Hyperlink"/>
                <w:rtl/>
              </w:rPr>
              <w:t>يہوديوں ميں گوسالہ پرستى كاآغاز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Toc7268660 \h</w:instrText>
            </w:r>
            <w:r>
              <w:rPr>
                <w:webHidden/>
                <w:rtl/>
              </w:rPr>
              <w:instrText xml:space="preserve"> </w:instrText>
            </w:r>
            <w:r>
              <w:rPr>
                <w:webHidden/>
                <w:rtl/>
              </w:rPr>
            </w:r>
            <w:r>
              <w:rPr>
                <w:webHidden/>
                <w:rtl/>
              </w:rPr>
              <w:fldChar w:fldCharType="separate"/>
            </w:r>
            <w:r>
              <w:rPr>
                <w:webHidden/>
                <w:rtl/>
              </w:rPr>
              <w:t>373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1" w:history="1">
            <w:r w:rsidRPr="00C27113">
              <w:rPr>
                <w:rStyle w:val="Hyperlink"/>
                <w:rtl/>
              </w:rPr>
              <w:t>دودن ميں چھ لاكھ گوسالہ پرست بن گئے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Toc7268661 \h</w:instrText>
            </w:r>
            <w:r>
              <w:rPr>
                <w:webHidden/>
                <w:rtl/>
              </w:rPr>
              <w:instrText xml:space="preserve"> </w:instrText>
            </w:r>
            <w:r>
              <w:rPr>
                <w:webHidden/>
                <w:rtl/>
              </w:rPr>
            </w:r>
            <w:r>
              <w:rPr>
                <w:webHidden/>
                <w:rtl/>
              </w:rPr>
              <w:fldChar w:fldCharType="separate"/>
            </w:r>
            <w:r>
              <w:rPr>
                <w:webHidden/>
                <w:rtl/>
              </w:rPr>
              <w:t>374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2" w:history="1">
            <w:r w:rsidRPr="00C27113">
              <w:rPr>
                <w:rStyle w:val="Hyperlink"/>
                <w:rtl/>
              </w:rPr>
              <w:t>گوسالہ پرستوں كے خلاف شديد رد عمل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Toc7268662 \h</w:instrText>
            </w:r>
            <w:r>
              <w:rPr>
                <w:webHidden/>
                <w:rtl/>
              </w:rPr>
              <w:instrText xml:space="preserve"> </w:instrText>
            </w:r>
            <w:r>
              <w:rPr>
                <w:webHidden/>
                <w:rtl/>
              </w:rPr>
            </w:r>
            <w:r>
              <w:rPr>
                <w:webHidden/>
                <w:rtl/>
              </w:rPr>
              <w:fldChar w:fldCharType="separate"/>
            </w:r>
            <w:r>
              <w:rPr>
                <w:webHidden/>
                <w:rtl/>
              </w:rPr>
              <w:t>375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3" w:history="1">
            <w:r w:rsidRPr="00C27113">
              <w:rPr>
                <w:rStyle w:val="Hyperlink"/>
                <w:rtl/>
              </w:rPr>
              <w:t>بے نظير غصہ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Toc7268663 \h</w:instrText>
            </w:r>
            <w:r>
              <w:rPr>
                <w:webHidden/>
                <w:rtl/>
              </w:rPr>
              <w:instrText xml:space="preserve"> </w:instrText>
            </w:r>
            <w:r>
              <w:rPr>
                <w:webHidden/>
                <w:rtl/>
              </w:rPr>
            </w:r>
            <w:r>
              <w:rPr>
                <w:webHidden/>
                <w:rtl/>
              </w:rPr>
              <w:fldChar w:fldCharType="separate"/>
            </w:r>
            <w:r>
              <w:rPr>
                <w:webHidden/>
                <w:rtl/>
              </w:rPr>
              <w:t>376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4" w:history="1">
            <w:r w:rsidRPr="00C27113">
              <w:rPr>
                <w:rStyle w:val="Hyperlink"/>
                <w:rtl/>
              </w:rPr>
              <w:t>اے ميرى ماں كے بيٹے ميں بے گناہ ہوں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Toc7268664 \h</w:instrText>
            </w:r>
            <w:r>
              <w:rPr>
                <w:webHidden/>
                <w:rtl/>
              </w:rPr>
              <w:instrText xml:space="preserve"> </w:instrText>
            </w:r>
            <w:r>
              <w:rPr>
                <w:webHidden/>
                <w:rtl/>
              </w:rPr>
            </w:r>
            <w:r>
              <w:rPr>
                <w:webHidden/>
                <w:rtl/>
              </w:rPr>
              <w:fldChar w:fldCharType="separate"/>
            </w:r>
            <w:r>
              <w:rPr>
                <w:webHidden/>
                <w:rtl/>
              </w:rPr>
              <w:t>378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5" w:history="1">
            <w:r w:rsidRPr="00C27113">
              <w:rPr>
                <w:rStyle w:val="Hyperlink"/>
                <w:rtl/>
              </w:rPr>
              <w:t>طلائي گوسالہ سے كس طرح آواز پيدا ہوئي؟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Toc7268665 \h</w:instrText>
            </w:r>
            <w:r>
              <w:rPr>
                <w:webHidden/>
                <w:rtl/>
              </w:rPr>
              <w:instrText xml:space="preserve"> </w:instrText>
            </w:r>
            <w:r>
              <w:rPr>
                <w:webHidden/>
                <w:rtl/>
              </w:rPr>
            </w:r>
            <w:r>
              <w:rPr>
                <w:webHidden/>
                <w:rtl/>
              </w:rPr>
              <w:fldChar w:fldCharType="separate"/>
            </w:r>
            <w:r>
              <w:rPr>
                <w:webHidden/>
                <w:rtl/>
              </w:rPr>
              <w:t>380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6" w:history="1">
            <w:r w:rsidRPr="00C27113">
              <w:rPr>
                <w:rStyle w:val="Hyperlink"/>
                <w:rtl/>
              </w:rPr>
              <w:t>سامرى كى سزا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Toc7268666 \h</w:instrText>
            </w:r>
            <w:r>
              <w:rPr>
                <w:webHidden/>
                <w:rtl/>
              </w:rPr>
              <w:instrText xml:space="preserve"> </w:instrText>
            </w:r>
            <w:r>
              <w:rPr>
                <w:webHidden/>
                <w:rtl/>
              </w:rPr>
            </w:r>
            <w:r>
              <w:rPr>
                <w:webHidden/>
                <w:rtl/>
              </w:rPr>
              <w:fldChar w:fldCharType="separate"/>
            </w:r>
            <w:r>
              <w:rPr>
                <w:webHidden/>
                <w:rtl/>
              </w:rPr>
              <w:t>381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7" w:history="1">
            <w:r w:rsidRPr="00C27113">
              <w:rPr>
                <w:rStyle w:val="Hyperlink"/>
                <w:rtl/>
              </w:rPr>
              <w:t>گناہ عظيم اور كم نظير توبہ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Toc7268667 \h</w:instrText>
            </w:r>
            <w:r>
              <w:rPr>
                <w:webHidden/>
                <w:rtl/>
              </w:rPr>
              <w:instrText xml:space="preserve"> </w:instrText>
            </w:r>
            <w:r>
              <w:rPr>
                <w:webHidden/>
                <w:rtl/>
              </w:rPr>
            </w:r>
            <w:r>
              <w:rPr>
                <w:webHidden/>
                <w:rtl/>
              </w:rPr>
              <w:fldChar w:fldCharType="separate"/>
            </w:r>
            <w:r>
              <w:rPr>
                <w:webHidden/>
                <w:rtl/>
              </w:rPr>
              <w:t>383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8" w:history="1">
            <w:r w:rsidRPr="00C27113">
              <w:rPr>
                <w:rStyle w:val="Hyperlink"/>
                <w:rtl/>
              </w:rPr>
              <w:t>اكٹھا قتل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Toc7268668 \h</w:instrText>
            </w:r>
            <w:r>
              <w:rPr>
                <w:webHidden/>
                <w:rtl/>
              </w:rPr>
              <w:instrText xml:space="preserve"> </w:instrText>
            </w:r>
            <w:r>
              <w:rPr>
                <w:webHidden/>
                <w:rtl/>
              </w:rPr>
            </w:r>
            <w:r>
              <w:rPr>
                <w:webHidden/>
                <w:rtl/>
              </w:rPr>
              <w:fldChar w:fldCharType="separate"/>
            </w:r>
            <w:r>
              <w:rPr>
                <w:webHidden/>
                <w:rtl/>
              </w:rPr>
              <w:t>384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69" w:history="1">
            <w:r w:rsidRPr="00C27113">
              <w:rPr>
                <w:rStyle w:val="Hyperlink"/>
                <w:rtl/>
              </w:rPr>
              <w:t>خداكى آيات كو مضبوطى سے پكڑ لو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Toc7268669 \h</w:instrText>
            </w:r>
            <w:r>
              <w:rPr>
                <w:webHidden/>
                <w:rtl/>
              </w:rPr>
              <w:instrText xml:space="preserve"> </w:instrText>
            </w:r>
            <w:r>
              <w:rPr>
                <w:webHidden/>
                <w:rtl/>
              </w:rPr>
            </w:r>
            <w:r>
              <w:rPr>
                <w:webHidden/>
                <w:rtl/>
              </w:rPr>
              <w:fldChar w:fldCharType="separate"/>
            </w:r>
            <w:r>
              <w:rPr>
                <w:webHidden/>
                <w:rtl/>
              </w:rPr>
              <w:t>385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70" w:history="1">
            <w:r w:rsidRPr="00C27113">
              <w:rPr>
                <w:rStyle w:val="Hyperlink"/>
                <w:rtl/>
              </w:rPr>
              <w:t>كوہ طور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Toc7268670 \h</w:instrText>
            </w:r>
            <w:r>
              <w:rPr>
                <w:webHidden/>
                <w:rtl/>
              </w:rPr>
              <w:instrText xml:space="preserve"> </w:instrText>
            </w:r>
            <w:r>
              <w:rPr>
                <w:webHidden/>
                <w:rtl/>
              </w:rPr>
            </w:r>
            <w:r>
              <w:rPr>
                <w:webHidden/>
                <w:rtl/>
              </w:rPr>
              <w:fldChar w:fldCharType="separate"/>
            </w:r>
            <w:r>
              <w:rPr>
                <w:webHidden/>
                <w:rtl/>
              </w:rPr>
              <w:t>387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71" w:history="1">
            <w:r w:rsidRPr="00C27113">
              <w:rPr>
                <w:rStyle w:val="Hyperlink"/>
                <w:rtl/>
              </w:rPr>
              <w:t>توريت كيا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Toc7268671 \h</w:instrText>
            </w:r>
            <w:r>
              <w:rPr>
                <w:webHidden/>
                <w:rtl/>
              </w:rPr>
              <w:instrText xml:space="preserve"> </w:instrText>
            </w:r>
            <w:r>
              <w:rPr>
                <w:webHidden/>
                <w:rtl/>
              </w:rPr>
            </w:r>
            <w:r>
              <w:rPr>
                <w:webHidden/>
                <w:rtl/>
              </w:rPr>
              <w:fldChar w:fldCharType="separate"/>
            </w:r>
            <w:r>
              <w:rPr>
                <w:webHidden/>
                <w:rtl/>
              </w:rPr>
              <w:t>387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72" w:history="1">
            <w:r w:rsidRPr="00C27113">
              <w:rPr>
                <w:rStyle w:val="Hyperlink"/>
                <w:rtl/>
                <w:lang w:bidi="fa-IR"/>
              </w:rPr>
              <w:t>۵</w:t>
            </w:r>
            <w:r w:rsidRPr="00C27113">
              <w:rPr>
                <w:rStyle w:val="Hyperlink"/>
                <w:rtl/>
              </w:rPr>
              <w:t xml:space="preserve"> انبياء عليهم السلام کے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Toc7268672 \h</w:instrText>
            </w:r>
            <w:r>
              <w:rPr>
                <w:webHidden/>
                <w:rtl/>
              </w:rPr>
              <w:instrText xml:space="preserve"> </w:instrText>
            </w:r>
            <w:r>
              <w:rPr>
                <w:webHidden/>
                <w:rtl/>
              </w:rPr>
            </w:r>
            <w:r>
              <w:rPr>
                <w:webHidden/>
                <w:rtl/>
              </w:rPr>
              <w:fldChar w:fldCharType="separate"/>
            </w:r>
            <w:r>
              <w:rPr>
                <w:webHidden/>
                <w:rtl/>
              </w:rPr>
              <w:t>390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73" w:history="1">
            <w:r w:rsidRPr="00C27113">
              <w:rPr>
                <w:rStyle w:val="Hyperlink"/>
                <w:rtl/>
              </w:rPr>
              <w:t>حضرت خضر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Toc7268673 \h</w:instrText>
            </w:r>
            <w:r>
              <w:rPr>
                <w:webHidden/>
                <w:rtl/>
              </w:rPr>
              <w:instrText xml:space="preserve"> </w:instrText>
            </w:r>
            <w:r>
              <w:rPr>
                <w:webHidden/>
                <w:rtl/>
              </w:rPr>
            </w:r>
            <w:r>
              <w:rPr>
                <w:webHidden/>
                <w:rtl/>
              </w:rPr>
              <w:fldChar w:fldCharType="separate"/>
            </w:r>
            <w:r>
              <w:rPr>
                <w:webHidden/>
                <w:rtl/>
              </w:rPr>
              <w:t>390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74" w:history="1">
            <w:r w:rsidRPr="00C27113">
              <w:rPr>
                <w:rStyle w:val="Hyperlink"/>
                <w:rtl/>
              </w:rPr>
              <w:t>حضرت موسى ، جناب خضر كى تلاش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Toc7268674 \h</w:instrText>
            </w:r>
            <w:r>
              <w:rPr>
                <w:webHidden/>
                <w:rtl/>
              </w:rPr>
              <w:instrText xml:space="preserve"> </w:instrText>
            </w:r>
            <w:r>
              <w:rPr>
                <w:webHidden/>
                <w:rtl/>
              </w:rPr>
            </w:r>
            <w:r>
              <w:rPr>
                <w:webHidden/>
                <w:rtl/>
              </w:rPr>
              <w:fldChar w:fldCharType="separate"/>
            </w:r>
            <w:r>
              <w:rPr>
                <w:webHidden/>
                <w:rtl/>
              </w:rPr>
              <w:t>391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75" w:history="1">
            <w:r w:rsidRPr="00C27113">
              <w:rPr>
                <w:rStyle w:val="Hyperlink"/>
                <w:rtl/>
              </w:rPr>
              <w:t>عرصہ دراز تك جناب خضر عليہ السلام كى تلاش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Toc7268675 \h</w:instrText>
            </w:r>
            <w:r>
              <w:rPr>
                <w:webHidden/>
                <w:rtl/>
              </w:rPr>
              <w:instrText xml:space="preserve"> </w:instrText>
            </w:r>
            <w:r>
              <w:rPr>
                <w:webHidden/>
                <w:rtl/>
              </w:rPr>
            </w:r>
            <w:r>
              <w:rPr>
                <w:webHidden/>
                <w:rtl/>
              </w:rPr>
              <w:fldChar w:fldCharType="separate"/>
            </w:r>
            <w:r>
              <w:rPr>
                <w:webHidden/>
                <w:rtl/>
              </w:rPr>
              <w:t>393</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676" w:history="1">
            <w:r w:rsidRPr="00C27113">
              <w:rPr>
                <w:rStyle w:val="Hyperlink"/>
                <w:rtl/>
              </w:rPr>
              <w:t>عظيم استاد كى زيارت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Toc7268676 \h</w:instrText>
            </w:r>
            <w:r>
              <w:rPr>
                <w:webHidden/>
                <w:rtl/>
              </w:rPr>
              <w:instrText xml:space="preserve"> </w:instrText>
            </w:r>
            <w:r>
              <w:rPr>
                <w:webHidden/>
                <w:rtl/>
              </w:rPr>
            </w:r>
            <w:r>
              <w:rPr>
                <w:webHidden/>
                <w:rtl/>
              </w:rPr>
              <w:fldChar w:fldCharType="separate"/>
            </w:r>
            <w:r>
              <w:rPr>
                <w:webHidden/>
                <w:rtl/>
              </w:rPr>
              <w:t>394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77" w:history="1">
            <w:r w:rsidRPr="00C27113">
              <w:rPr>
                <w:rStyle w:val="Hyperlink"/>
                <w:rtl/>
              </w:rPr>
              <w:t>خدائي معلم اور يہ ناپسند يدہ كام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Toc7268677 \h</w:instrText>
            </w:r>
            <w:r>
              <w:rPr>
                <w:webHidden/>
                <w:rtl/>
              </w:rPr>
              <w:instrText xml:space="preserve"> </w:instrText>
            </w:r>
            <w:r>
              <w:rPr>
                <w:webHidden/>
                <w:rtl/>
              </w:rPr>
            </w:r>
            <w:r>
              <w:rPr>
                <w:webHidden/>
                <w:rtl/>
              </w:rPr>
              <w:fldChar w:fldCharType="separate"/>
            </w:r>
            <w:r>
              <w:rPr>
                <w:webHidden/>
                <w:rtl/>
              </w:rPr>
              <w:t>396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78" w:history="1">
            <w:r w:rsidRPr="00C27113">
              <w:rPr>
                <w:rStyle w:val="Hyperlink"/>
                <w:rtl/>
              </w:rPr>
              <w:t>كيوں اس بچے كو قتل كررہے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Toc7268678 \h</w:instrText>
            </w:r>
            <w:r>
              <w:rPr>
                <w:webHidden/>
                <w:rtl/>
              </w:rPr>
              <w:instrText xml:space="preserve"> </w:instrText>
            </w:r>
            <w:r>
              <w:rPr>
                <w:webHidden/>
                <w:rtl/>
              </w:rPr>
            </w:r>
            <w:r>
              <w:rPr>
                <w:webHidden/>
                <w:rtl/>
              </w:rPr>
              <w:fldChar w:fldCharType="separate"/>
            </w:r>
            <w:r>
              <w:rPr>
                <w:webHidden/>
                <w:rtl/>
              </w:rPr>
              <w:t>397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79" w:history="1">
            <w:r w:rsidRPr="00C27113">
              <w:rPr>
                <w:rStyle w:val="Hyperlink"/>
                <w:rtl/>
              </w:rPr>
              <w:t>اپنے كام كى مزدورى لے لو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Toc7268679 \h</w:instrText>
            </w:r>
            <w:r>
              <w:rPr>
                <w:webHidden/>
                <w:rtl/>
              </w:rPr>
              <w:instrText xml:space="preserve"> </w:instrText>
            </w:r>
            <w:r>
              <w:rPr>
                <w:webHidden/>
                <w:rtl/>
              </w:rPr>
            </w:r>
            <w:r>
              <w:rPr>
                <w:webHidden/>
                <w:rtl/>
              </w:rPr>
              <w:fldChar w:fldCharType="separate"/>
            </w:r>
            <w:r>
              <w:rPr>
                <w:webHidden/>
                <w:rtl/>
              </w:rPr>
              <w:t>399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0" w:history="1">
            <w:r w:rsidRPr="00C27113">
              <w:rPr>
                <w:rStyle w:val="Hyperlink"/>
                <w:rtl/>
              </w:rPr>
              <w:t>فراق دوست ،زندگى كے سخت ترين ايام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Toc7268680 \h</w:instrText>
            </w:r>
            <w:r>
              <w:rPr>
                <w:webHidden/>
                <w:rtl/>
              </w:rPr>
              <w:instrText xml:space="preserve"> </w:instrText>
            </w:r>
            <w:r>
              <w:rPr>
                <w:webHidden/>
                <w:rtl/>
              </w:rPr>
            </w:r>
            <w:r>
              <w:rPr>
                <w:webHidden/>
                <w:rtl/>
              </w:rPr>
              <w:fldChar w:fldCharType="separate"/>
            </w:r>
            <w:r>
              <w:rPr>
                <w:webHidden/>
                <w:rtl/>
              </w:rPr>
              <w:t>401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1" w:history="1">
            <w:r w:rsidRPr="00C27113">
              <w:rPr>
                <w:rStyle w:val="Hyperlink"/>
                <w:rtl/>
              </w:rPr>
              <w:t>ان واقعات كاراز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Toc7268681 \h</w:instrText>
            </w:r>
            <w:r>
              <w:rPr>
                <w:webHidden/>
                <w:rtl/>
              </w:rPr>
              <w:instrText xml:space="preserve"> </w:instrText>
            </w:r>
            <w:r>
              <w:rPr>
                <w:webHidden/>
                <w:rtl/>
              </w:rPr>
            </w:r>
            <w:r>
              <w:rPr>
                <w:webHidden/>
                <w:rtl/>
              </w:rPr>
              <w:fldChar w:fldCharType="separate"/>
            </w:r>
            <w:r>
              <w:rPr>
                <w:webHidden/>
                <w:rtl/>
              </w:rPr>
              <w:t>402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2" w:history="1">
            <w:r w:rsidRPr="00C27113">
              <w:rPr>
                <w:rStyle w:val="Hyperlink"/>
                <w:rtl/>
              </w:rPr>
              <w:t>حضرت خضر كون تھے؟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Toc7268682 \h</w:instrText>
            </w:r>
            <w:r>
              <w:rPr>
                <w:webHidden/>
                <w:rtl/>
              </w:rPr>
              <w:instrText xml:space="preserve"> </w:instrText>
            </w:r>
            <w:r>
              <w:rPr>
                <w:webHidden/>
                <w:rtl/>
              </w:rPr>
            </w:r>
            <w:r>
              <w:rPr>
                <w:webHidden/>
                <w:rtl/>
              </w:rPr>
              <w:fldChar w:fldCharType="separate"/>
            </w:r>
            <w:r>
              <w:rPr>
                <w:webHidden/>
                <w:rtl/>
              </w:rPr>
              <w:t>406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3" w:history="1">
            <w:r w:rsidRPr="00C27113">
              <w:rPr>
                <w:rStyle w:val="Hyperlink"/>
                <w:rtl/>
              </w:rPr>
              <w:t>خود ساختہ افسانے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Toc7268683 \h</w:instrText>
            </w:r>
            <w:r>
              <w:rPr>
                <w:webHidden/>
                <w:rtl/>
              </w:rPr>
              <w:instrText xml:space="preserve"> </w:instrText>
            </w:r>
            <w:r>
              <w:rPr>
                <w:webHidden/>
                <w:rtl/>
              </w:rPr>
            </w:r>
            <w:r>
              <w:rPr>
                <w:webHidden/>
                <w:rtl/>
              </w:rPr>
              <w:fldChar w:fldCharType="separate"/>
            </w:r>
            <w:r>
              <w:rPr>
                <w:webHidden/>
                <w:rtl/>
              </w:rPr>
              <w:t>408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4" w:history="1">
            <w:r w:rsidRPr="00C27113">
              <w:rPr>
                <w:rStyle w:val="Hyperlink"/>
                <w:rtl/>
              </w:rPr>
              <w:t>علم موسى (ع) و خضر (ع) ،علم خدا كے مقابلہ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Toc7268684 \h</w:instrText>
            </w:r>
            <w:r>
              <w:rPr>
                <w:webHidden/>
                <w:rtl/>
              </w:rPr>
              <w:instrText xml:space="preserve"> </w:instrText>
            </w:r>
            <w:r>
              <w:rPr>
                <w:webHidden/>
                <w:rtl/>
              </w:rPr>
            </w:r>
            <w:r>
              <w:rPr>
                <w:webHidden/>
                <w:rtl/>
              </w:rPr>
              <w:fldChar w:fldCharType="separate"/>
            </w:r>
            <w:r>
              <w:rPr>
                <w:webHidden/>
                <w:rtl/>
              </w:rPr>
              <w:t>408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5" w:history="1">
            <w:r w:rsidRPr="00C27113">
              <w:rPr>
                <w:rStyle w:val="Hyperlink"/>
                <w:rtl/>
              </w:rPr>
              <w:t>وہ خزانہ كيا تھا؟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Toc7268685 \h</w:instrText>
            </w:r>
            <w:r>
              <w:rPr>
                <w:webHidden/>
                <w:rtl/>
              </w:rPr>
              <w:instrText xml:space="preserve"> </w:instrText>
            </w:r>
            <w:r>
              <w:rPr>
                <w:webHidden/>
                <w:rtl/>
              </w:rPr>
            </w:r>
            <w:r>
              <w:rPr>
                <w:webHidden/>
                <w:rtl/>
              </w:rPr>
              <w:fldChar w:fldCharType="separate"/>
            </w:r>
            <w:r>
              <w:rPr>
                <w:webHidden/>
                <w:rtl/>
              </w:rPr>
              <w:t>409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6" w:history="1">
            <w:r w:rsidRPr="00C27113">
              <w:rPr>
                <w:rStyle w:val="Hyperlink"/>
                <w:rtl/>
              </w:rPr>
              <w:t>بنى اسرائيل نے كس طرح گناہ كيا تھا؟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Toc7268686 \h</w:instrText>
            </w:r>
            <w:r>
              <w:rPr>
                <w:webHidden/>
                <w:rtl/>
              </w:rPr>
              <w:instrText xml:space="preserve"> </w:instrText>
            </w:r>
            <w:r>
              <w:rPr>
                <w:webHidden/>
                <w:rtl/>
              </w:rPr>
            </w:r>
            <w:r>
              <w:rPr>
                <w:webHidden/>
                <w:rtl/>
              </w:rPr>
              <w:fldChar w:fldCharType="separate"/>
            </w:r>
            <w:r>
              <w:rPr>
                <w:webHidden/>
                <w:rtl/>
              </w:rPr>
              <w:t>412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7" w:history="1">
            <w:r w:rsidRPr="00C27113">
              <w:rPr>
                <w:rStyle w:val="Hyperlink"/>
                <w:rtl/>
              </w:rPr>
              <w:t>بنى اسرائيل كى گائے كا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Toc7268687 \h</w:instrText>
            </w:r>
            <w:r>
              <w:rPr>
                <w:webHidden/>
                <w:rtl/>
              </w:rPr>
              <w:instrText xml:space="preserve"> </w:instrText>
            </w:r>
            <w:r>
              <w:rPr>
                <w:webHidden/>
                <w:rtl/>
              </w:rPr>
            </w:r>
            <w:r>
              <w:rPr>
                <w:webHidden/>
                <w:rtl/>
              </w:rPr>
              <w:fldChar w:fldCharType="separate"/>
            </w:r>
            <w:r>
              <w:rPr>
                <w:webHidden/>
                <w:rtl/>
              </w:rPr>
              <w:t>414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8" w:history="1">
            <w:r w:rsidRPr="00C27113">
              <w:rPr>
                <w:rStyle w:val="Hyperlink"/>
                <w:rtl/>
              </w:rPr>
              <w:t>سليمان (ع) اپنى فوجى طاقت كامظاہرہ ديكھتے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Toc7268688 \h</w:instrText>
            </w:r>
            <w:r>
              <w:rPr>
                <w:webHidden/>
                <w:rtl/>
              </w:rPr>
              <w:instrText xml:space="preserve"> </w:instrText>
            </w:r>
            <w:r>
              <w:rPr>
                <w:webHidden/>
                <w:rtl/>
              </w:rPr>
            </w:r>
            <w:r>
              <w:rPr>
                <w:webHidden/>
                <w:rtl/>
              </w:rPr>
              <w:fldChar w:fldCharType="separate"/>
            </w:r>
            <w:r>
              <w:rPr>
                <w:webHidden/>
                <w:rtl/>
              </w:rPr>
              <w:t>418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89" w:history="1">
            <w:r w:rsidRPr="00C27113">
              <w:rPr>
                <w:rStyle w:val="Hyperlink"/>
                <w:rtl/>
              </w:rPr>
              <w:t>ملكہ سبا كے دل ميں نور ايمان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Toc7268689 \h</w:instrText>
            </w:r>
            <w:r>
              <w:rPr>
                <w:webHidden/>
                <w:rtl/>
              </w:rPr>
              <w:instrText xml:space="preserve"> </w:instrText>
            </w:r>
            <w:r>
              <w:rPr>
                <w:webHidden/>
                <w:rtl/>
              </w:rPr>
            </w:r>
            <w:r>
              <w:rPr>
                <w:webHidden/>
                <w:rtl/>
              </w:rPr>
              <w:fldChar w:fldCharType="separate"/>
            </w:r>
            <w:r>
              <w:rPr>
                <w:webHidden/>
                <w:rtl/>
              </w:rPr>
              <w:t>427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90" w:history="1">
            <w:r w:rsidRPr="00C27113">
              <w:rPr>
                <w:rStyle w:val="Hyperlink"/>
                <w:rtl/>
                <w:lang w:bidi="fa-IR"/>
              </w:rPr>
              <w:t>۶</w:t>
            </w:r>
            <w:r w:rsidRPr="00C27113">
              <w:rPr>
                <w:rStyle w:val="Hyperlink"/>
                <w:rtl/>
              </w:rPr>
              <w:t xml:space="preserve"> انبياء عليهم السلام کے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Toc7268690 \h</w:instrText>
            </w:r>
            <w:r>
              <w:rPr>
                <w:webHidden/>
                <w:rtl/>
              </w:rPr>
              <w:instrText xml:space="preserve"> </w:instrText>
            </w:r>
            <w:r>
              <w:rPr>
                <w:webHidden/>
                <w:rtl/>
              </w:rPr>
            </w:r>
            <w:r>
              <w:rPr>
                <w:webHidden/>
                <w:rtl/>
              </w:rPr>
              <w:fldChar w:fldCharType="separate"/>
            </w:r>
            <w:r>
              <w:rPr>
                <w:webHidden/>
                <w:rtl/>
              </w:rPr>
              <w:t>436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91" w:history="1">
            <w:r w:rsidRPr="00C27113">
              <w:rPr>
                <w:rStyle w:val="Hyperlink"/>
                <w:rtl/>
              </w:rPr>
              <w:t>حضرت ايوب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Toc7268691 \h</w:instrText>
            </w:r>
            <w:r>
              <w:rPr>
                <w:webHidden/>
                <w:rtl/>
              </w:rPr>
              <w:instrText xml:space="preserve"> </w:instrText>
            </w:r>
            <w:r>
              <w:rPr>
                <w:webHidden/>
                <w:rtl/>
              </w:rPr>
            </w:r>
            <w:r>
              <w:rPr>
                <w:webHidden/>
                <w:rtl/>
              </w:rPr>
              <w:fldChar w:fldCharType="separate"/>
            </w:r>
            <w:r>
              <w:rPr>
                <w:webHidden/>
                <w:rtl/>
              </w:rPr>
              <w:t>436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92" w:history="1">
            <w:r w:rsidRPr="00C27113">
              <w:rPr>
                <w:rStyle w:val="Hyperlink"/>
                <w:rtl/>
              </w:rPr>
              <w:t>حضرت ايوب (ع) كى حيران كن زندگى اور ان كا صبر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Toc7268692 \h</w:instrText>
            </w:r>
            <w:r>
              <w:rPr>
                <w:webHidden/>
                <w:rtl/>
              </w:rPr>
              <w:instrText xml:space="preserve"> </w:instrText>
            </w:r>
            <w:r>
              <w:rPr>
                <w:webHidden/>
                <w:rtl/>
              </w:rPr>
            </w:r>
            <w:r>
              <w:rPr>
                <w:webHidden/>
                <w:rtl/>
              </w:rPr>
              <w:fldChar w:fldCharType="separate"/>
            </w:r>
            <w:r>
              <w:rPr>
                <w:webHidden/>
                <w:rtl/>
              </w:rPr>
              <w:t>436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93" w:history="1">
            <w:r w:rsidRPr="00C27113">
              <w:rPr>
                <w:rStyle w:val="Hyperlink"/>
                <w:rtl/>
              </w:rPr>
              <w:t>اس گفتگو ميں قرآن: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Toc7268693 \h</w:instrText>
            </w:r>
            <w:r>
              <w:rPr>
                <w:webHidden/>
                <w:rtl/>
              </w:rPr>
              <w:instrText xml:space="preserve"> </w:instrText>
            </w:r>
            <w:r>
              <w:rPr>
                <w:webHidden/>
                <w:rtl/>
              </w:rPr>
            </w:r>
            <w:r>
              <w:rPr>
                <w:webHidden/>
                <w:rtl/>
              </w:rPr>
              <w:fldChar w:fldCharType="separate"/>
            </w:r>
            <w:r>
              <w:rPr>
                <w:webHidden/>
                <w:rtl/>
              </w:rPr>
              <w:t>437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94" w:history="1">
            <w:r w:rsidRPr="00C27113">
              <w:rPr>
                <w:rStyle w:val="Hyperlink"/>
                <w:rtl/>
              </w:rPr>
              <w:t>حضرت ايو ب عليہ السلام كيوں مشكلات ميں گرفتار ہوئے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Toc7268694 \h</w:instrText>
            </w:r>
            <w:r>
              <w:rPr>
                <w:webHidden/>
                <w:rtl/>
              </w:rPr>
              <w:instrText xml:space="preserve"> </w:instrText>
            </w:r>
            <w:r>
              <w:rPr>
                <w:webHidden/>
                <w:rtl/>
              </w:rPr>
            </w:r>
            <w:r>
              <w:rPr>
                <w:webHidden/>
                <w:rtl/>
              </w:rPr>
              <w:fldChar w:fldCharType="separate"/>
            </w:r>
            <w:r>
              <w:rPr>
                <w:webHidden/>
                <w:rtl/>
              </w:rPr>
              <w:t>437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95" w:history="1">
            <w:r w:rsidRPr="00C27113">
              <w:rPr>
                <w:rStyle w:val="Hyperlink"/>
                <w:rtl/>
              </w:rPr>
              <w:t>سب سے بڑا غم دشمنوں كى شماتت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Toc7268695 \h</w:instrText>
            </w:r>
            <w:r>
              <w:rPr>
                <w:webHidden/>
                <w:rtl/>
              </w:rPr>
              <w:instrText xml:space="preserve"> </w:instrText>
            </w:r>
            <w:r>
              <w:rPr>
                <w:webHidden/>
                <w:rtl/>
              </w:rPr>
            </w:r>
            <w:r>
              <w:rPr>
                <w:webHidden/>
                <w:rtl/>
              </w:rPr>
              <w:fldChar w:fldCharType="separate"/>
            </w:r>
            <w:r>
              <w:rPr>
                <w:webHidden/>
                <w:rtl/>
              </w:rPr>
              <w:t>438</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696" w:history="1">
            <w:r w:rsidRPr="00C27113">
              <w:rPr>
                <w:rStyle w:val="Hyperlink"/>
                <w:rtl/>
              </w:rPr>
              <w:t>حضرت ايوب عليہ السلام كى قسم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Toc7268696 \h</w:instrText>
            </w:r>
            <w:r>
              <w:rPr>
                <w:webHidden/>
                <w:rtl/>
              </w:rPr>
              <w:instrText xml:space="preserve"> </w:instrText>
            </w:r>
            <w:r>
              <w:rPr>
                <w:webHidden/>
                <w:rtl/>
              </w:rPr>
            </w:r>
            <w:r>
              <w:rPr>
                <w:webHidden/>
                <w:rtl/>
              </w:rPr>
              <w:fldChar w:fldCharType="separate"/>
            </w:r>
            <w:r>
              <w:rPr>
                <w:webHidden/>
                <w:rtl/>
              </w:rPr>
              <w:t>440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97" w:history="1">
            <w:r w:rsidRPr="00C27113">
              <w:rPr>
                <w:rStyle w:val="Hyperlink"/>
                <w:rtl/>
              </w:rPr>
              <w:t>حضرت ايوب عليہ السلام قرآن اور توريت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Toc7268697 \h</w:instrText>
            </w:r>
            <w:r>
              <w:rPr>
                <w:webHidden/>
                <w:rtl/>
              </w:rPr>
              <w:instrText xml:space="preserve"> </w:instrText>
            </w:r>
            <w:r>
              <w:rPr>
                <w:webHidden/>
                <w:rtl/>
              </w:rPr>
            </w:r>
            <w:r>
              <w:rPr>
                <w:webHidden/>
                <w:rtl/>
              </w:rPr>
              <w:fldChar w:fldCharType="separate"/>
            </w:r>
            <w:r>
              <w:rPr>
                <w:webHidden/>
                <w:rtl/>
              </w:rPr>
              <w:t>442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98" w:history="1">
            <w:r w:rsidRPr="00C27113">
              <w:rPr>
                <w:rStyle w:val="Hyperlink"/>
                <w:rtl/>
              </w:rPr>
              <w:t>حضرت يونس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Toc7268698 \h</w:instrText>
            </w:r>
            <w:r>
              <w:rPr>
                <w:webHidden/>
                <w:rtl/>
              </w:rPr>
              <w:instrText xml:space="preserve"> </w:instrText>
            </w:r>
            <w:r>
              <w:rPr>
                <w:webHidden/>
                <w:rtl/>
              </w:rPr>
            </w:r>
            <w:r>
              <w:rPr>
                <w:webHidden/>
                <w:rtl/>
              </w:rPr>
              <w:fldChar w:fldCharType="separate"/>
            </w:r>
            <w:r>
              <w:rPr>
                <w:webHidden/>
                <w:rtl/>
              </w:rPr>
              <w:t>444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699" w:history="1">
            <w:r w:rsidRPr="00C27113">
              <w:rPr>
                <w:rStyle w:val="Hyperlink"/>
                <w:rtl/>
              </w:rPr>
              <w:t>يونس عليہ السلام امتحان كى بھٹى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Toc7268699 \h</w:instrText>
            </w:r>
            <w:r>
              <w:rPr>
                <w:webHidden/>
                <w:rtl/>
              </w:rPr>
              <w:instrText xml:space="preserve"> </w:instrText>
            </w:r>
            <w:r>
              <w:rPr>
                <w:webHidden/>
                <w:rtl/>
              </w:rPr>
            </w:r>
            <w:r>
              <w:rPr>
                <w:webHidden/>
                <w:rtl/>
              </w:rPr>
              <w:fldChar w:fldCharType="separate"/>
            </w:r>
            <w:r>
              <w:rPr>
                <w:webHidden/>
                <w:rtl/>
              </w:rPr>
              <w:t>445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0" w:history="1">
            <w:r w:rsidRPr="00C27113">
              <w:rPr>
                <w:rStyle w:val="Hyperlink"/>
                <w:rtl/>
              </w:rPr>
              <w:t>حضرت عيسى عليہ السلام كى ولادت كا سراغاز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Toc7268700 \h</w:instrText>
            </w:r>
            <w:r>
              <w:rPr>
                <w:webHidden/>
                <w:rtl/>
              </w:rPr>
              <w:instrText xml:space="preserve"> </w:instrText>
            </w:r>
            <w:r>
              <w:rPr>
                <w:webHidden/>
                <w:rtl/>
              </w:rPr>
            </w:r>
            <w:r>
              <w:rPr>
                <w:webHidden/>
                <w:rtl/>
              </w:rPr>
              <w:fldChar w:fldCharType="separate"/>
            </w:r>
            <w:r>
              <w:rPr>
                <w:webHidden/>
                <w:rtl/>
              </w:rPr>
              <w:t>452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1" w:history="1">
            <w:r w:rsidRPr="00C27113">
              <w:rPr>
                <w:rStyle w:val="Hyperlink"/>
                <w:rtl/>
                <w:lang w:bidi="fa-IR"/>
              </w:rPr>
              <w:t>۷</w:t>
            </w:r>
            <w:r w:rsidRPr="00C27113">
              <w:rPr>
                <w:rStyle w:val="Hyperlink"/>
                <w:rtl/>
              </w:rPr>
              <w:t xml:space="preserve"> ديگر قرآنى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Toc7268701 \h</w:instrText>
            </w:r>
            <w:r>
              <w:rPr>
                <w:webHidden/>
                <w:rtl/>
              </w:rPr>
              <w:instrText xml:space="preserve"> </w:instrText>
            </w:r>
            <w:r>
              <w:rPr>
                <w:webHidden/>
                <w:rtl/>
              </w:rPr>
            </w:r>
            <w:r>
              <w:rPr>
                <w:webHidden/>
                <w:rtl/>
              </w:rPr>
              <w:fldChar w:fldCharType="separate"/>
            </w:r>
            <w:r>
              <w:rPr>
                <w:webHidden/>
                <w:rtl/>
              </w:rPr>
              <w:t>453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2" w:history="1">
            <w:r w:rsidRPr="00C27113">
              <w:rPr>
                <w:rStyle w:val="Hyperlink"/>
                <w:rtl/>
              </w:rPr>
              <w:t>ديگر قرآنى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Toc7268702 \h</w:instrText>
            </w:r>
            <w:r>
              <w:rPr>
                <w:webHidden/>
                <w:rtl/>
              </w:rPr>
              <w:instrText xml:space="preserve"> </w:instrText>
            </w:r>
            <w:r>
              <w:rPr>
                <w:webHidden/>
                <w:rtl/>
              </w:rPr>
            </w:r>
            <w:r>
              <w:rPr>
                <w:webHidden/>
                <w:rtl/>
              </w:rPr>
              <w:fldChar w:fldCharType="separate"/>
            </w:r>
            <w:r>
              <w:rPr>
                <w:webHidden/>
                <w:rtl/>
              </w:rPr>
              <w:t>453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3" w:history="1">
            <w:r w:rsidRPr="00C27113">
              <w:rPr>
                <w:rStyle w:val="Hyperlink"/>
                <w:rtl/>
              </w:rPr>
              <w:t>حضرت لقمان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Toc7268703 \h</w:instrText>
            </w:r>
            <w:r>
              <w:rPr>
                <w:webHidden/>
                <w:rtl/>
              </w:rPr>
              <w:instrText xml:space="preserve"> </w:instrText>
            </w:r>
            <w:r>
              <w:rPr>
                <w:webHidden/>
                <w:rtl/>
              </w:rPr>
            </w:r>
            <w:r>
              <w:rPr>
                <w:webHidden/>
                <w:rtl/>
              </w:rPr>
              <w:fldChar w:fldCharType="separate"/>
            </w:r>
            <w:r>
              <w:rPr>
                <w:webHidden/>
                <w:rtl/>
              </w:rPr>
              <w:t>454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4" w:history="1">
            <w:r w:rsidRPr="00C27113">
              <w:rPr>
                <w:rStyle w:val="Hyperlink"/>
                <w:rtl/>
              </w:rPr>
              <w:t>يہ تمام حكمت كہاں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Toc7268704 \h</w:instrText>
            </w:r>
            <w:r>
              <w:rPr>
                <w:webHidden/>
                <w:rtl/>
              </w:rPr>
              <w:instrText xml:space="preserve"> </w:instrText>
            </w:r>
            <w:r>
              <w:rPr>
                <w:webHidden/>
                <w:rtl/>
              </w:rPr>
            </w:r>
            <w:r>
              <w:rPr>
                <w:webHidden/>
                <w:rtl/>
              </w:rPr>
              <w:fldChar w:fldCharType="separate"/>
            </w:r>
            <w:r>
              <w:rPr>
                <w:webHidden/>
                <w:rtl/>
              </w:rPr>
              <w:t>455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5" w:history="1">
            <w:r w:rsidRPr="00C27113">
              <w:rPr>
                <w:rStyle w:val="Hyperlink"/>
                <w:rtl/>
              </w:rPr>
              <w:t>اصحاب كہف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Toc7268705 \h</w:instrText>
            </w:r>
            <w:r>
              <w:rPr>
                <w:webHidden/>
                <w:rtl/>
              </w:rPr>
              <w:instrText xml:space="preserve"> </w:instrText>
            </w:r>
            <w:r>
              <w:rPr>
                <w:webHidden/>
                <w:rtl/>
              </w:rPr>
            </w:r>
            <w:r>
              <w:rPr>
                <w:webHidden/>
                <w:rtl/>
              </w:rPr>
              <w:fldChar w:fldCharType="separate"/>
            </w:r>
            <w:r>
              <w:rPr>
                <w:webHidden/>
                <w:rtl/>
              </w:rPr>
              <w:t>457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6" w:history="1">
            <w:r w:rsidRPr="00C27113">
              <w:rPr>
                <w:rStyle w:val="Hyperlink"/>
                <w:rtl/>
              </w:rPr>
              <w:t>اصحاب كہف كى زندگى كا اجمالى جائزہ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Toc7268706 \h</w:instrText>
            </w:r>
            <w:r>
              <w:rPr>
                <w:webHidden/>
                <w:rtl/>
              </w:rPr>
              <w:instrText xml:space="preserve"> </w:instrText>
            </w:r>
            <w:r>
              <w:rPr>
                <w:webHidden/>
                <w:rtl/>
              </w:rPr>
            </w:r>
            <w:r>
              <w:rPr>
                <w:webHidden/>
                <w:rtl/>
              </w:rPr>
              <w:fldChar w:fldCharType="separate"/>
            </w:r>
            <w:r>
              <w:rPr>
                <w:webHidden/>
                <w:rtl/>
              </w:rPr>
              <w:t>457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7" w:history="1">
            <w:r w:rsidRPr="00C27113">
              <w:rPr>
                <w:rStyle w:val="Hyperlink"/>
                <w:rtl/>
              </w:rPr>
              <w:t>داستان اصحاب كہف كى تفصيل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Toc7268707 \h</w:instrText>
            </w:r>
            <w:r>
              <w:rPr>
                <w:webHidden/>
                <w:rtl/>
              </w:rPr>
              <w:instrText xml:space="preserve"> </w:instrText>
            </w:r>
            <w:r>
              <w:rPr>
                <w:webHidden/>
                <w:rtl/>
              </w:rPr>
            </w:r>
            <w:r>
              <w:rPr>
                <w:webHidden/>
                <w:rtl/>
              </w:rPr>
              <w:fldChar w:fldCharType="separate"/>
            </w:r>
            <w:r>
              <w:rPr>
                <w:webHidden/>
                <w:rtl/>
              </w:rPr>
              <w:t>459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8" w:history="1">
            <w:r w:rsidRPr="00C27113">
              <w:rPr>
                <w:rStyle w:val="Hyperlink"/>
                <w:rtl/>
                <w:lang w:bidi="fa-IR"/>
              </w:rPr>
              <w:t>۸</w:t>
            </w:r>
            <w:r w:rsidRPr="00C27113">
              <w:rPr>
                <w:rStyle w:val="Hyperlink"/>
                <w:rtl/>
              </w:rPr>
              <w:t xml:space="preserve"> حضرت رسول اكرم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Toc7268708 \h</w:instrText>
            </w:r>
            <w:r>
              <w:rPr>
                <w:webHidden/>
                <w:rtl/>
              </w:rPr>
              <w:instrText xml:space="preserve"> </w:instrText>
            </w:r>
            <w:r>
              <w:rPr>
                <w:webHidden/>
                <w:rtl/>
              </w:rPr>
            </w:r>
            <w:r>
              <w:rPr>
                <w:webHidden/>
                <w:rtl/>
              </w:rPr>
              <w:fldChar w:fldCharType="separate"/>
            </w:r>
            <w:r>
              <w:rPr>
                <w:webHidden/>
                <w:rtl/>
              </w:rPr>
              <w:t>464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09" w:history="1">
            <w:r w:rsidRPr="00C27113">
              <w:rPr>
                <w:rStyle w:val="Hyperlink"/>
                <w:rtl/>
              </w:rPr>
              <w:t>حضرت رسول اكرم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Toc7268709 \h</w:instrText>
            </w:r>
            <w:r>
              <w:rPr>
                <w:webHidden/>
                <w:rtl/>
              </w:rPr>
              <w:instrText xml:space="preserve"> </w:instrText>
            </w:r>
            <w:r>
              <w:rPr>
                <w:webHidden/>
                <w:rtl/>
              </w:rPr>
            </w:r>
            <w:r>
              <w:rPr>
                <w:webHidden/>
                <w:rtl/>
              </w:rPr>
              <w:fldChar w:fldCharType="separate"/>
            </w:r>
            <w:r>
              <w:rPr>
                <w:webHidden/>
                <w:rtl/>
              </w:rPr>
              <w:t>464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10" w:history="1">
            <w:r w:rsidRPr="00C27113">
              <w:rPr>
                <w:rStyle w:val="Hyperlink"/>
                <w:rtl/>
              </w:rPr>
              <w:t>نبوت سے پہلے آنحضرت (ص) كس دين پر تھے؟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Toc7268710 \h</w:instrText>
            </w:r>
            <w:r>
              <w:rPr>
                <w:webHidden/>
                <w:rtl/>
              </w:rPr>
              <w:instrText xml:space="preserve"> </w:instrText>
            </w:r>
            <w:r>
              <w:rPr>
                <w:webHidden/>
                <w:rtl/>
              </w:rPr>
            </w:r>
            <w:r>
              <w:rPr>
                <w:webHidden/>
                <w:rtl/>
              </w:rPr>
              <w:fldChar w:fldCharType="separate"/>
            </w:r>
            <w:r>
              <w:rPr>
                <w:webHidden/>
                <w:rtl/>
              </w:rPr>
              <w:t>465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11" w:history="1">
            <w:r w:rsidRPr="00C27113">
              <w:rPr>
                <w:rStyle w:val="Hyperlink"/>
                <w:rtl/>
              </w:rPr>
              <w:t>آغاز وحي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Toc7268711 \h</w:instrText>
            </w:r>
            <w:r>
              <w:rPr>
                <w:webHidden/>
                <w:rtl/>
              </w:rPr>
              <w:instrText xml:space="preserve"> </w:instrText>
            </w:r>
            <w:r>
              <w:rPr>
                <w:webHidden/>
                <w:rtl/>
              </w:rPr>
            </w:r>
            <w:r>
              <w:rPr>
                <w:webHidden/>
                <w:rtl/>
              </w:rPr>
              <w:fldChar w:fldCharType="separate"/>
            </w:r>
            <w:r>
              <w:rPr>
                <w:webHidden/>
                <w:rtl/>
              </w:rPr>
              <w:t>467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12" w:history="1">
            <w:r w:rsidRPr="00C27113">
              <w:rPr>
                <w:rStyle w:val="Hyperlink"/>
                <w:rtl/>
              </w:rPr>
              <w:t>پہلا مسلمان</w:t>
            </w:r>
            <w:r w:rsidRPr="00C27113">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Toc7268712 \h</w:instrText>
            </w:r>
            <w:r>
              <w:rPr>
                <w:webHidden/>
                <w:rtl/>
              </w:rPr>
              <w:instrText xml:space="preserve"> </w:instrText>
            </w:r>
            <w:r>
              <w:rPr>
                <w:webHidden/>
                <w:rtl/>
              </w:rPr>
            </w:r>
            <w:r>
              <w:rPr>
                <w:webHidden/>
                <w:rtl/>
              </w:rPr>
              <w:fldChar w:fldCharType="separate"/>
            </w:r>
            <w:r>
              <w:rPr>
                <w:webHidden/>
                <w:rtl/>
              </w:rPr>
              <w:t>469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13" w:history="1">
            <w:r w:rsidRPr="00C27113">
              <w:rPr>
                <w:rStyle w:val="Hyperlink"/>
                <w:rtl/>
              </w:rPr>
              <w:t>تحريف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Toc7268713 \h</w:instrText>
            </w:r>
            <w:r>
              <w:rPr>
                <w:webHidden/>
                <w:rtl/>
              </w:rPr>
              <w:instrText xml:space="preserve"> </w:instrText>
            </w:r>
            <w:r>
              <w:rPr>
                <w:webHidden/>
                <w:rtl/>
              </w:rPr>
            </w:r>
            <w:r>
              <w:rPr>
                <w:webHidden/>
                <w:rtl/>
              </w:rPr>
              <w:fldChar w:fldCharType="separate"/>
            </w:r>
            <w:r>
              <w:rPr>
                <w:webHidden/>
                <w:rtl/>
              </w:rPr>
              <w:t>471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14" w:history="1">
            <w:r w:rsidRPr="00C27113">
              <w:rPr>
                <w:rStyle w:val="Hyperlink"/>
                <w:rtl/>
              </w:rPr>
              <w:t>دعوت ذوالعشيرة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Toc7268714 \h</w:instrText>
            </w:r>
            <w:r>
              <w:rPr>
                <w:webHidden/>
                <w:rtl/>
              </w:rPr>
              <w:instrText xml:space="preserve"> </w:instrText>
            </w:r>
            <w:r>
              <w:rPr>
                <w:webHidden/>
                <w:rtl/>
              </w:rPr>
            </w:r>
            <w:r>
              <w:rPr>
                <w:webHidden/>
                <w:rtl/>
              </w:rPr>
              <w:fldChar w:fldCharType="separate"/>
            </w:r>
            <w:r>
              <w:rPr>
                <w:webHidden/>
                <w:rtl/>
              </w:rPr>
              <w:t>473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15" w:history="1">
            <w:r w:rsidRPr="00C27113">
              <w:rPr>
                <w:rStyle w:val="Hyperlink"/>
                <w:rtl/>
              </w:rPr>
              <w:t>ايمان ابوطالب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Toc7268715 \h</w:instrText>
            </w:r>
            <w:r>
              <w:rPr>
                <w:webHidden/>
                <w:rtl/>
              </w:rPr>
              <w:instrText xml:space="preserve"> </w:instrText>
            </w:r>
            <w:r>
              <w:rPr>
                <w:webHidden/>
                <w:rtl/>
              </w:rPr>
            </w:r>
            <w:r>
              <w:rPr>
                <w:webHidden/>
                <w:rtl/>
              </w:rPr>
              <w:fldChar w:fldCharType="separate"/>
            </w:r>
            <w:r>
              <w:rPr>
                <w:webHidden/>
                <w:rtl/>
              </w:rPr>
              <w:t>475</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716" w:history="1">
            <w:r w:rsidRPr="00C27113">
              <w:rPr>
                <w:rStyle w:val="Hyperlink"/>
                <w:rtl/>
              </w:rPr>
              <w:t>ايمان ابو طالب پر سات دليل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Toc7268716 \h</w:instrText>
            </w:r>
            <w:r>
              <w:rPr>
                <w:webHidden/>
                <w:rtl/>
              </w:rPr>
              <w:instrText xml:space="preserve"> </w:instrText>
            </w:r>
            <w:r>
              <w:rPr>
                <w:webHidden/>
                <w:rtl/>
              </w:rPr>
            </w:r>
            <w:r>
              <w:rPr>
                <w:webHidden/>
                <w:rtl/>
              </w:rPr>
              <w:fldChar w:fldCharType="separate"/>
            </w:r>
            <w:r>
              <w:rPr>
                <w:webHidden/>
                <w:rtl/>
              </w:rPr>
              <w:t>476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17" w:history="1">
            <w:r w:rsidRPr="00C27113">
              <w:rPr>
                <w:rStyle w:val="Hyperlink"/>
                <w:rtl/>
              </w:rPr>
              <w:t>اشعار ابوطالب زندہ گواہ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Toc7268717 \h</w:instrText>
            </w:r>
            <w:r>
              <w:rPr>
                <w:webHidden/>
                <w:rtl/>
              </w:rPr>
              <w:instrText xml:space="preserve"> </w:instrText>
            </w:r>
            <w:r>
              <w:rPr>
                <w:webHidden/>
                <w:rtl/>
              </w:rPr>
            </w:r>
            <w:r>
              <w:rPr>
                <w:webHidden/>
                <w:rtl/>
              </w:rPr>
              <w:fldChar w:fldCharType="separate"/>
            </w:r>
            <w:r>
              <w:rPr>
                <w:webHidden/>
                <w:rtl/>
              </w:rPr>
              <w:t>478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18" w:history="1">
            <w:r w:rsidRPr="00C27113">
              <w:rPr>
                <w:rStyle w:val="Hyperlink"/>
                <w:rtl/>
              </w:rPr>
              <w:t>ابوطالب تين سال تك شعب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Toc7268718 \h</w:instrText>
            </w:r>
            <w:r>
              <w:rPr>
                <w:webHidden/>
                <w:rtl/>
              </w:rPr>
              <w:instrText xml:space="preserve"> </w:instrText>
            </w:r>
            <w:r>
              <w:rPr>
                <w:webHidden/>
                <w:rtl/>
              </w:rPr>
            </w:r>
            <w:r>
              <w:rPr>
                <w:webHidden/>
                <w:rtl/>
              </w:rPr>
              <w:fldChar w:fldCharType="separate"/>
            </w:r>
            <w:r>
              <w:rPr>
                <w:webHidden/>
                <w:rtl/>
              </w:rPr>
              <w:t>481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19" w:history="1">
            <w:r w:rsidRPr="00C27113">
              <w:rPr>
                <w:rStyle w:val="Hyperlink"/>
                <w:rtl/>
              </w:rPr>
              <w:t>ابوطالب كا سال وفات ''عام الحزن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Toc7268719 \h</w:instrText>
            </w:r>
            <w:r>
              <w:rPr>
                <w:webHidden/>
                <w:rtl/>
              </w:rPr>
              <w:instrText xml:space="preserve"> </w:instrText>
            </w:r>
            <w:r>
              <w:rPr>
                <w:webHidden/>
                <w:rtl/>
              </w:rPr>
            </w:r>
            <w:r>
              <w:rPr>
                <w:webHidden/>
                <w:rtl/>
              </w:rPr>
              <w:fldChar w:fldCharType="separate"/>
            </w:r>
            <w:r>
              <w:rPr>
                <w:webHidden/>
                <w:rtl/>
              </w:rPr>
              <w:t>482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0" w:history="1">
            <w:r w:rsidRPr="00C27113">
              <w:rPr>
                <w:rStyle w:val="Hyperlink"/>
                <w:rtl/>
              </w:rPr>
              <w:t>ابولہب كى دشمني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Toc7268720 \h</w:instrText>
            </w:r>
            <w:r>
              <w:rPr>
                <w:webHidden/>
                <w:rtl/>
              </w:rPr>
              <w:instrText xml:space="preserve"> </w:instrText>
            </w:r>
            <w:r>
              <w:rPr>
                <w:webHidden/>
                <w:rtl/>
              </w:rPr>
            </w:r>
            <w:r>
              <w:rPr>
                <w:webHidden/>
                <w:rtl/>
              </w:rPr>
              <w:fldChar w:fldCharType="separate"/>
            </w:r>
            <w:r>
              <w:rPr>
                <w:webHidden/>
                <w:rtl/>
              </w:rPr>
              <w:t>483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1" w:history="1">
            <w:r w:rsidRPr="00C27113">
              <w:rPr>
                <w:rStyle w:val="Hyperlink"/>
                <w:rtl/>
              </w:rPr>
              <w:t>ابولہب پيغمبر كا پيچھا كرتارہا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Toc7268721 \h</w:instrText>
            </w:r>
            <w:r>
              <w:rPr>
                <w:webHidden/>
                <w:rtl/>
              </w:rPr>
              <w:instrText xml:space="preserve"> </w:instrText>
            </w:r>
            <w:r>
              <w:rPr>
                <w:webHidden/>
                <w:rtl/>
              </w:rPr>
            </w:r>
            <w:r>
              <w:rPr>
                <w:webHidden/>
                <w:rtl/>
              </w:rPr>
              <w:fldChar w:fldCharType="separate"/>
            </w:r>
            <w:r>
              <w:rPr>
                <w:webHidden/>
                <w:rtl/>
              </w:rPr>
              <w:t>484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2" w:history="1">
            <w:r w:rsidRPr="00C27113">
              <w:rPr>
                <w:rStyle w:val="Hyperlink"/>
                <w:rtl/>
              </w:rPr>
              <w:t>ابو لہب كے ہاتھ كٹ جائيں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Toc7268722 \h</w:instrText>
            </w:r>
            <w:r>
              <w:rPr>
                <w:webHidden/>
                <w:rtl/>
              </w:rPr>
              <w:instrText xml:space="preserve"> </w:instrText>
            </w:r>
            <w:r>
              <w:rPr>
                <w:webHidden/>
                <w:rtl/>
              </w:rPr>
            </w:r>
            <w:r>
              <w:rPr>
                <w:webHidden/>
                <w:rtl/>
              </w:rPr>
              <w:fldChar w:fldCharType="separate"/>
            </w:r>
            <w:r>
              <w:rPr>
                <w:webHidden/>
                <w:rtl/>
              </w:rPr>
              <w:t>485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3" w:history="1">
            <w:r w:rsidRPr="00C27113">
              <w:rPr>
                <w:rStyle w:val="Hyperlink"/>
                <w:rtl/>
              </w:rPr>
              <w:t>ايندھن اٹھائے ہوئے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Toc7268723 \h</w:instrText>
            </w:r>
            <w:r>
              <w:rPr>
                <w:webHidden/>
                <w:rtl/>
              </w:rPr>
              <w:instrText xml:space="preserve"> </w:instrText>
            </w:r>
            <w:r>
              <w:rPr>
                <w:webHidden/>
                <w:rtl/>
              </w:rPr>
            </w:r>
            <w:r>
              <w:rPr>
                <w:webHidden/>
                <w:rtl/>
              </w:rPr>
              <w:fldChar w:fldCharType="separate"/>
            </w:r>
            <w:r>
              <w:rPr>
                <w:webHidden/>
                <w:rtl/>
              </w:rPr>
              <w:t>486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4" w:history="1">
            <w:r w:rsidRPr="00C27113">
              <w:rPr>
                <w:rStyle w:val="Hyperlink"/>
                <w:rtl/>
              </w:rPr>
              <w:t>ابولہب كاعبرت ناك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Toc7268724 \h</w:instrText>
            </w:r>
            <w:r>
              <w:rPr>
                <w:webHidden/>
                <w:rtl/>
              </w:rPr>
              <w:instrText xml:space="preserve"> </w:instrText>
            </w:r>
            <w:r>
              <w:rPr>
                <w:webHidden/>
                <w:rtl/>
              </w:rPr>
            </w:r>
            <w:r>
              <w:rPr>
                <w:webHidden/>
                <w:rtl/>
              </w:rPr>
              <w:fldChar w:fldCharType="separate"/>
            </w:r>
            <w:r>
              <w:rPr>
                <w:webHidden/>
                <w:rtl/>
              </w:rPr>
              <w:t>487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5" w:history="1">
            <w:r w:rsidRPr="00C27113">
              <w:rPr>
                <w:rStyle w:val="Hyperlink"/>
                <w:rtl/>
              </w:rPr>
              <w:t>ابوسفيان وابوجہل چھپ كر قرآن سنتے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Toc7268725 \h</w:instrText>
            </w:r>
            <w:r>
              <w:rPr>
                <w:webHidden/>
                <w:rtl/>
              </w:rPr>
              <w:instrText xml:space="preserve"> </w:instrText>
            </w:r>
            <w:r>
              <w:rPr>
                <w:webHidden/>
                <w:rtl/>
              </w:rPr>
            </w:r>
            <w:r>
              <w:rPr>
                <w:webHidden/>
                <w:rtl/>
              </w:rPr>
              <w:fldChar w:fldCharType="separate"/>
            </w:r>
            <w:r>
              <w:rPr>
                <w:webHidden/>
                <w:rtl/>
              </w:rPr>
              <w:t>489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6" w:history="1">
            <w:r w:rsidRPr="00C27113">
              <w:rPr>
                <w:rStyle w:val="Hyperlink"/>
                <w:rtl/>
              </w:rPr>
              <w:t>اسلام كے پہلے مہاجرين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Toc7268726 \h</w:instrText>
            </w:r>
            <w:r>
              <w:rPr>
                <w:webHidden/>
                <w:rtl/>
              </w:rPr>
              <w:instrText xml:space="preserve"> </w:instrText>
            </w:r>
            <w:r>
              <w:rPr>
                <w:webHidden/>
                <w:rtl/>
              </w:rPr>
            </w:r>
            <w:r>
              <w:rPr>
                <w:webHidden/>
                <w:rtl/>
              </w:rPr>
              <w:fldChar w:fldCharType="separate"/>
            </w:r>
            <w:r>
              <w:rPr>
                <w:webHidden/>
                <w:rtl/>
              </w:rPr>
              <w:t>491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7" w:history="1">
            <w:r w:rsidRPr="00C27113">
              <w:rPr>
                <w:rStyle w:val="Hyperlink"/>
                <w:rtl/>
              </w:rPr>
              <w:t>مشركين ،مہاجرين كى تعقيب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Toc7268727 \h</w:instrText>
            </w:r>
            <w:r>
              <w:rPr>
                <w:webHidden/>
                <w:rtl/>
              </w:rPr>
              <w:instrText xml:space="preserve"> </w:instrText>
            </w:r>
            <w:r>
              <w:rPr>
                <w:webHidden/>
                <w:rtl/>
              </w:rPr>
            </w:r>
            <w:r>
              <w:rPr>
                <w:webHidden/>
                <w:rtl/>
              </w:rPr>
              <w:fldChar w:fldCharType="separate"/>
            </w:r>
            <w:r>
              <w:rPr>
                <w:webHidden/>
                <w:rtl/>
              </w:rPr>
              <w:t>492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8" w:history="1">
            <w:r w:rsidRPr="00C27113">
              <w:rPr>
                <w:rStyle w:val="Hyperlink"/>
                <w:rtl/>
              </w:rPr>
              <w:t>جعفربن ابى طالب مہاجرين كے بہترين خطيب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Toc7268728 \h</w:instrText>
            </w:r>
            <w:r>
              <w:rPr>
                <w:webHidden/>
                <w:rtl/>
              </w:rPr>
              <w:instrText xml:space="preserve"> </w:instrText>
            </w:r>
            <w:r>
              <w:rPr>
                <w:webHidden/>
                <w:rtl/>
              </w:rPr>
            </w:r>
            <w:r>
              <w:rPr>
                <w:webHidden/>
                <w:rtl/>
              </w:rPr>
              <w:fldChar w:fldCharType="separate"/>
            </w:r>
            <w:r>
              <w:rPr>
                <w:webHidden/>
                <w:rtl/>
              </w:rPr>
              <w:t>493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29" w:history="1">
            <w:r w:rsidRPr="00C27113">
              <w:rPr>
                <w:rStyle w:val="Hyperlink"/>
                <w:rtl/>
              </w:rPr>
              <w:t>فتح خيبركى زيادہ خوشى ہے يا جعفركے پلٹنے كي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Toc7268729 \h</w:instrText>
            </w:r>
            <w:r>
              <w:rPr>
                <w:webHidden/>
                <w:rtl/>
              </w:rPr>
              <w:instrText xml:space="preserve"> </w:instrText>
            </w:r>
            <w:r>
              <w:rPr>
                <w:webHidden/>
                <w:rtl/>
              </w:rPr>
            </w:r>
            <w:r>
              <w:rPr>
                <w:webHidden/>
                <w:rtl/>
              </w:rPr>
              <w:fldChar w:fldCharType="separate"/>
            </w:r>
            <w:r>
              <w:rPr>
                <w:webHidden/>
                <w:rtl/>
              </w:rPr>
              <w:t>495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30" w:history="1">
            <w:r w:rsidRPr="00C27113">
              <w:rPr>
                <w:rStyle w:val="Hyperlink"/>
                <w:rtl/>
              </w:rPr>
              <w:t>معراج رسول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Toc7268730 \h</w:instrText>
            </w:r>
            <w:r>
              <w:rPr>
                <w:webHidden/>
                <w:rtl/>
              </w:rPr>
              <w:instrText xml:space="preserve"> </w:instrText>
            </w:r>
            <w:r>
              <w:rPr>
                <w:webHidden/>
                <w:rtl/>
              </w:rPr>
            </w:r>
            <w:r>
              <w:rPr>
                <w:webHidden/>
                <w:rtl/>
              </w:rPr>
              <w:fldChar w:fldCharType="separate"/>
            </w:r>
            <w:r>
              <w:rPr>
                <w:webHidden/>
                <w:rtl/>
              </w:rPr>
              <w:t>496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31" w:history="1">
            <w:r w:rsidRPr="00C27113">
              <w:rPr>
                <w:rStyle w:val="Hyperlink"/>
                <w:rtl/>
              </w:rPr>
              <w:t>معراج كى كيفيت قرآن و حديث كى نظر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Toc7268731 \h</w:instrText>
            </w:r>
            <w:r>
              <w:rPr>
                <w:webHidden/>
                <w:rtl/>
              </w:rPr>
              <w:instrText xml:space="preserve"> </w:instrText>
            </w:r>
            <w:r>
              <w:rPr>
                <w:webHidden/>
                <w:rtl/>
              </w:rPr>
            </w:r>
            <w:r>
              <w:rPr>
                <w:webHidden/>
                <w:rtl/>
              </w:rPr>
              <w:fldChar w:fldCharType="separate"/>
            </w:r>
            <w:r>
              <w:rPr>
                <w:webHidden/>
                <w:rtl/>
              </w:rPr>
              <w:t>496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32" w:history="1">
            <w:r w:rsidRPr="00C27113">
              <w:rPr>
                <w:rStyle w:val="Hyperlink"/>
                <w:rtl/>
              </w:rPr>
              <w:t>معراج كى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Toc7268732 \h</w:instrText>
            </w:r>
            <w:r>
              <w:rPr>
                <w:webHidden/>
                <w:rtl/>
              </w:rPr>
              <w:instrText xml:space="preserve"> </w:instrText>
            </w:r>
            <w:r>
              <w:rPr>
                <w:webHidden/>
                <w:rtl/>
              </w:rPr>
            </w:r>
            <w:r>
              <w:rPr>
                <w:webHidden/>
                <w:rtl/>
              </w:rPr>
              <w:fldChar w:fldCharType="separate"/>
            </w:r>
            <w:r>
              <w:rPr>
                <w:webHidden/>
                <w:rtl/>
              </w:rPr>
              <w:t>497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33" w:history="1">
            <w:r w:rsidRPr="00C27113">
              <w:rPr>
                <w:rStyle w:val="Hyperlink"/>
                <w:rtl/>
              </w:rPr>
              <w:t>معراج جسمانى تھى ياروحانى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Toc7268733 \h</w:instrText>
            </w:r>
            <w:r>
              <w:rPr>
                <w:webHidden/>
                <w:rtl/>
              </w:rPr>
              <w:instrText xml:space="preserve"> </w:instrText>
            </w:r>
            <w:r>
              <w:rPr>
                <w:webHidden/>
                <w:rtl/>
              </w:rPr>
            </w:r>
            <w:r>
              <w:rPr>
                <w:webHidden/>
                <w:rtl/>
              </w:rPr>
              <w:fldChar w:fldCharType="separate"/>
            </w:r>
            <w:r>
              <w:rPr>
                <w:webHidden/>
                <w:rtl/>
              </w:rPr>
              <w:t>500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34" w:history="1">
            <w:r w:rsidRPr="00C27113">
              <w:rPr>
                <w:rStyle w:val="Hyperlink"/>
                <w:rtl/>
              </w:rPr>
              <w:t>معراج كا مقصد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Toc7268734 \h</w:instrText>
            </w:r>
            <w:r>
              <w:rPr>
                <w:webHidden/>
                <w:rtl/>
              </w:rPr>
              <w:instrText xml:space="preserve"> </w:instrText>
            </w:r>
            <w:r>
              <w:rPr>
                <w:webHidden/>
                <w:rtl/>
              </w:rPr>
            </w:r>
            <w:r>
              <w:rPr>
                <w:webHidden/>
                <w:rtl/>
              </w:rPr>
              <w:fldChar w:fldCharType="separate"/>
            </w:r>
            <w:r>
              <w:rPr>
                <w:webHidden/>
                <w:rtl/>
              </w:rPr>
              <w:t>501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35" w:history="1">
            <w:r w:rsidRPr="00C27113">
              <w:rPr>
                <w:rStyle w:val="Hyperlink"/>
                <w:rtl/>
              </w:rPr>
              <w:t>معراج اور سائنس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Toc7268735 \h</w:instrText>
            </w:r>
            <w:r>
              <w:rPr>
                <w:webHidden/>
                <w:rtl/>
              </w:rPr>
              <w:instrText xml:space="preserve"> </w:instrText>
            </w:r>
            <w:r>
              <w:rPr>
                <w:webHidden/>
                <w:rtl/>
              </w:rPr>
            </w:r>
            <w:r>
              <w:rPr>
                <w:webHidden/>
                <w:rtl/>
              </w:rPr>
              <w:fldChar w:fldCharType="separate"/>
            </w:r>
            <w:r>
              <w:rPr>
                <w:webHidden/>
                <w:rtl/>
              </w:rPr>
              <w:t>502</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736" w:history="1">
            <w:r w:rsidRPr="00C27113">
              <w:rPr>
                <w:rStyle w:val="Hyperlink"/>
                <w:rtl/>
              </w:rPr>
              <w:t>ان سوالات كے پيش نظر چندچيزوں پر توجہ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Toc7268736 \h</w:instrText>
            </w:r>
            <w:r>
              <w:rPr>
                <w:webHidden/>
                <w:rtl/>
              </w:rPr>
              <w:instrText xml:space="preserve"> </w:instrText>
            </w:r>
            <w:r>
              <w:rPr>
                <w:webHidden/>
                <w:rtl/>
              </w:rPr>
            </w:r>
            <w:r>
              <w:rPr>
                <w:webHidden/>
                <w:rtl/>
              </w:rPr>
              <w:fldChar w:fldCharType="separate"/>
            </w:r>
            <w:r>
              <w:rPr>
                <w:webHidden/>
                <w:rtl/>
              </w:rPr>
              <w:t>503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37" w:history="1">
            <w:r w:rsidRPr="00C27113">
              <w:rPr>
                <w:rStyle w:val="Hyperlink"/>
                <w:rtl/>
              </w:rPr>
              <w:t>شب معراج پيغمبر (ص) سے خداكى باتيں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Toc7268737 \h</w:instrText>
            </w:r>
            <w:r>
              <w:rPr>
                <w:webHidden/>
                <w:rtl/>
              </w:rPr>
              <w:instrText xml:space="preserve"> </w:instrText>
            </w:r>
            <w:r>
              <w:rPr>
                <w:webHidden/>
                <w:rtl/>
              </w:rPr>
            </w:r>
            <w:r>
              <w:rPr>
                <w:webHidden/>
                <w:rtl/>
              </w:rPr>
              <w:fldChar w:fldCharType="separate"/>
            </w:r>
            <w:r>
              <w:rPr>
                <w:webHidden/>
                <w:rtl/>
              </w:rPr>
              <w:t>505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38" w:history="1">
            <w:r w:rsidRPr="00C27113">
              <w:rPr>
                <w:rStyle w:val="Hyperlink"/>
                <w:rtl/>
              </w:rPr>
              <w:t>اہل دنيا و آخرت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Toc7268738 \h</w:instrText>
            </w:r>
            <w:r>
              <w:rPr>
                <w:webHidden/>
                <w:rtl/>
              </w:rPr>
              <w:instrText xml:space="preserve"> </w:instrText>
            </w:r>
            <w:r>
              <w:rPr>
                <w:webHidden/>
                <w:rtl/>
              </w:rPr>
            </w:r>
            <w:r>
              <w:rPr>
                <w:webHidden/>
                <w:rtl/>
              </w:rPr>
              <w:fldChar w:fldCharType="separate"/>
            </w:r>
            <w:r>
              <w:rPr>
                <w:webHidden/>
                <w:rtl/>
              </w:rPr>
              <w:t>506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39" w:history="1">
            <w:r w:rsidRPr="00C27113">
              <w:rPr>
                <w:rStyle w:val="Hyperlink"/>
                <w:rtl/>
              </w:rPr>
              <w:t>اہل بہشت كے صفات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Toc7268739 \h</w:instrText>
            </w:r>
            <w:r>
              <w:rPr>
                <w:webHidden/>
                <w:rtl/>
              </w:rPr>
              <w:instrText xml:space="preserve"> </w:instrText>
            </w:r>
            <w:r>
              <w:rPr>
                <w:webHidden/>
                <w:rtl/>
              </w:rPr>
            </w:r>
            <w:r>
              <w:rPr>
                <w:webHidden/>
                <w:rtl/>
              </w:rPr>
              <w:fldChar w:fldCharType="separate"/>
            </w:r>
            <w:r>
              <w:rPr>
                <w:webHidden/>
                <w:rtl/>
              </w:rPr>
              <w:t>507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0" w:history="1">
            <w:r w:rsidRPr="00C27113">
              <w:rPr>
                <w:rStyle w:val="Hyperlink"/>
                <w:rtl/>
              </w:rPr>
              <w:t>بہترين اور جاويدانى زندگي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Toc7268740 \h</w:instrText>
            </w:r>
            <w:r>
              <w:rPr>
                <w:webHidden/>
                <w:rtl/>
              </w:rPr>
              <w:instrText xml:space="preserve"> </w:instrText>
            </w:r>
            <w:r>
              <w:rPr>
                <w:webHidden/>
                <w:rtl/>
              </w:rPr>
            </w:r>
            <w:r>
              <w:rPr>
                <w:webHidden/>
                <w:rtl/>
              </w:rPr>
              <w:fldChar w:fldCharType="separate"/>
            </w:r>
            <w:r>
              <w:rPr>
                <w:webHidden/>
                <w:rtl/>
              </w:rPr>
              <w:t>508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1" w:history="1">
            <w:r w:rsidRPr="00C27113">
              <w:rPr>
                <w:rStyle w:val="Hyperlink"/>
                <w:rtl/>
              </w:rPr>
              <w:t xml:space="preserve">ہجرت پيامبر اكرم (ص) </w:t>
            </w:r>
            <w:r w:rsidRPr="00C27113">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Toc7268741 \h</w:instrText>
            </w:r>
            <w:r>
              <w:rPr>
                <w:webHidden/>
                <w:rtl/>
              </w:rPr>
              <w:instrText xml:space="preserve"> </w:instrText>
            </w:r>
            <w:r>
              <w:rPr>
                <w:webHidden/>
                <w:rtl/>
              </w:rPr>
            </w:r>
            <w:r>
              <w:rPr>
                <w:webHidden/>
                <w:rtl/>
              </w:rPr>
              <w:fldChar w:fldCharType="separate"/>
            </w:r>
            <w:r>
              <w:rPr>
                <w:webHidden/>
                <w:rtl/>
              </w:rPr>
              <w:t>510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2" w:history="1">
            <w:r w:rsidRPr="00C27113">
              <w:rPr>
                <w:rStyle w:val="Hyperlink"/>
                <w:rtl/>
              </w:rPr>
              <w:t>ابوجہل كى رائے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Toc7268742 \h</w:instrText>
            </w:r>
            <w:r>
              <w:rPr>
                <w:webHidden/>
                <w:rtl/>
              </w:rPr>
              <w:instrText xml:space="preserve"> </w:instrText>
            </w:r>
            <w:r>
              <w:rPr>
                <w:webHidden/>
                <w:rtl/>
              </w:rPr>
            </w:r>
            <w:r>
              <w:rPr>
                <w:webHidden/>
                <w:rtl/>
              </w:rPr>
              <w:fldChar w:fldCharType="separate"/>
            </w:r>
            <w:r>
              <w:rPr>
                <w:webHidden/>
                <w:rtl/>
              </w:rPr>
              <w:t>511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3" w:history="1">
            <w:r w:rsidRPr="00C27113">
              <w:rPr>
                <w:rStyle w:val="Hyperlink"/>
                <w:rtl/>
              </w:rPr>
              <w:t>حضرت على عليہ السلام نے اپنى جان كو بيچ ڈالي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Toc7268743 \h</w:instrText>
            </w:r>
            <w:r>
              <w:rPr>
                <w:webHidden/>
                <w:rtl/>
              </w:rPr>
              <w:instrText xml:space="preserve"> </w:instrText>
            </w:r>
            <w:r>
              <w:rPr>
                <w:webHidden/>
                <w:rtl/>
              </w:rPr>
            </w:r>
            <w:r>
              <w:rPr>
                <w:webHidden/>
                <w:rtl/>
              </w:rPr>
              <w:fldChar w:fldCharType="separate"/>
            </w:r>
            <w:r>
              <w:rPr>
                <w:webHidden/>
                <w:rtl/>
              </w:rPr>
              <w:t>512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4" w:history="1">
            <w:r w:rsidRPr="00C27113">
              <w:rPr>
                <w:rStyle w:val="Hyperlink"/>
                <w:rtl/>
              </w:rPr>
              <w:t>قبلہ كى تبديلي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Toc7268744 \h</w:instrText>
            </w:r>
            <w:r>
              <w:rPr>
                <w:webHidden/>
                <w:rtl/>
              </w:rPr>
              <w:instrText xml:space="preserve"> </w:instrText>
            </w:r>
            <w:r>
              <w:rPr>
                <w:webHidden/>
                <w:rtl/>
              </w:rPr>
            </w:r>
            <w:r>
              <w:rPr>
                <w:webHidden/>
                <w:rtl/>
              </w:rPr>
              <w:fldChar w:fldCharType="separate"/>
            </w:r>
            <w:r>
              <w:rPr>
                <w:webHidden/>
                <w:rtl/>
              </w:rPr>
              <w:t>514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5" w:history="1">
            <w:r w:rsidRPr="00C27113">
              <w:rPr>
                <w:rStyle w:val="Hyperlink"/>
                <w:rtl/>
              </w:rPr>
              <w:t>پيغمبر اكرم (ص) كا خانہ كعبہ سے خاص لگائو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Toc7268745 \h</w:instrText>
            </w:r>
            <w:r>
              <w:rPr>
                <w:webHidden/>
                <w:rtl/>
              </w:rPr>
              <w:instrText xml:space="preserve"> </w:instrText>
            </w:r>
            <w:r>
              <w:rPr>
                <w:webHidden/>
                <w:rtl/>
              </w:rPr>
            </w:r>
            <w:r>
              <w:rPr>
                <w:webHidden/>
                <w:rtl/>
              </w:rPr>
              <w:fldChar w:fldCharType="separate"/>
            </w:r>
            <w:r>
              <w:rPr>
                <w:webHidden/>
                <w:rtl/>
              </w:rPr>
              <w:t>514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6" w:history="1">
            <w:r w:rsidRPr="00C27113">
              <w:rPr>
                <w:rStyle w:val="Hyperlink"/>
                <w:rtl/>
              </w:rPr>
              <w:t>تبديلى قبلہ كا راز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Toc7268746 \h</w:instrText>
            </w:r>
            <w:r>
              <w:rPr>
                <w:webHidden/>
                <w:rtl/>
              </w:rPr>
              <w:instrText xml:space="preserve"> </w:instrText>
            </w:r>
            <w:r>
              <w:rPr>
                <w:webHidden/>
                <w:rtl/>
              </w:rPr>
            </w:r>
            <w:r>
              <w:rPr>
                <w:webHidden/>
                <w:rtl/>
              </w:rPr>
              <w:fldChar w:fldCharType="separate"/>
            </w:r>
            <w:r>
              <w:rPr>
                <w:webHidden/>
                <w:rtl/>
              </w:rPr>
              <w:t>516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7" w:history="1">
            <w:r w:rsidRPr="00C27113">
              <w:rPr>
                <w:rStyle w:val="Hyperlink"/>
                <w:rtl/>
              </w:rPr>
              <w:t>جنگ بدر</w:t>
            </w:r>
            <w:r w:rsidRPr="00C27113">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Toc7268747 \h</w:instrText>
            </w:r>
            <w:r>
              <w:rPr>
                <w:webHidden/>
                <w:rtl/>
              </w:rPr>
              <w:instrText xml:space="preserve"> </w:instrText>
            </w:r>
            <w:r>
              <w:rPr>
                <w:webHidden/>
                <w:rtl/>
              </w:rPr>
            </w:r>
            <w:r>
              <w:rPr>
                <w:webHidden/>
                <w:rtl/>
              </w:rPr>
              <w:fldChar w:fldCharType="separate"/>
            </w:r>
            <w:r>
              <w:rPr>
                <w:webHidden/>
                <w:rtl/>
              </w:rPr>
              <w:t>518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8" w:history="1">
            <w:r w:rsidRPr="00C27113">
              <w:rPr>
                <w:rStyle w:val="Hyperlink"/>
                <w:rtl/>
              </w:rPr>
              <w:t>313/ وفادار ساتھي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Toc7268748 \h</w:instrText>
            </w:r>
            <w:r>
              <w:rPr>
                <w:webHidden/>
                <w:rtl/>
              </w:rPr>
              <w:instrText xml:space="preserve"> </w:instrText>
            </w:r>
            <w:r>
              <w:rPr>
                <w:webHidden/>
                <w:rtl/>
              </w:rPr>
            </w:r>
            <w:r>
              <w:rPr>
                <w:webHidden/>
                <w:rtl/>
              </w:rPr>
              <w:fldChar w:fldCharType="separate"/>
            </w:r>
            <w:r>
              <w:rPr>
                <w:webHidden/>
                <w:rtl/>
              </w:rPr>
              <w:t>520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49" w:history="1">
            <w:r w:rsidRPr="00C27113">
              <w:rPr>
                <w:rStyle w:val="Hyperlink"/>
                <w:rtl/>
              </w:rPr>
              <w:t>قريش كا ايك ہزار كا لشكر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Toc7268749 \h</w:instrText>
            </w:r>
            <w:r>
              <w:rPr>
                <w:webHidden/>
                <w:rtl/>
              </w:rPr>
              <w:instrText xml:space="preserve"> </w:instrText>
            </w:r>
            <w:r>
              <w:rPr>
                <w:webHidden/>
                <w:rtl/>
              </w:rPr>
            </w:r>
            <w:r>
              <w:rPr>
                <w:webHidden/>
                <w:rtl/>
              </w:rPr>
              <w:fldChar w:fldCharType="separate"/>
            </w:r>
            <w:r>
              <w:rPr>
                <w:webHidden/>
                <w:rtl/>
              </w:rPr>
              <w:t>521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50" w:history="1">
            <w:r w:rsidRPr="00C27113">
              <w:rPr>
                <w:rStyle w:val="Hyperlink"/>
                <w:rtl/>
              </w:rPr>
              <w:t>ستر قتل ستر اسير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Toc7268750 \h</w:instrText>
            </w:r>
            <w:r>
              <w:rPr>
                <w:webHidden/>
                <w:rtl/>
              </w:rPr>
              <w:instrText xml:space="preserve"> </w:instrText>
            </w:r>
            <w:r>
              <w:rPr>
                <w:webHidden/>
                <w:rtl/>
              </w:rPr>
            </w:r>
            <w:r>
              <w:rPr>
                <w:webHidden/>
                <w:rtl/>
              </w:rPr>
              <w:fldChar w:fldCharType="separate"/>
            </w:r>
            <w:r>
              <w:rPr>
                <w:webHidden/>
                <w:rtl/>
              </w:rPr>
              <w:t>523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51" w:history="1">
            <w:r w:rsidRPr="00C27113">
              <w:rPr>
                <w:rStyle w:val="Hyperlink"/>
                <w:rtl/>
              </w:rPr>
              <w:t>مجاہدين كى تشويق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Toc7268751 \h</w:instrText>
            </w:r>
            <w:r>
              <w:rPr>
                <w:webHidden/>
                <w:rtl/>
              </w:rPr>
              <w:instrText xml:space="preserve"> </w:instrText>
            </w:r>
            <w:r>
              <w:rPr>
                <w:webHidden/>
                <w:rtl/>
              </w:rPr>
            </w:r>
            <w:r>
              <w:rPr>
                <w:webHidden/>
                <w:rtl/>
              </w:rPr>
              <w:fldChar w:fldCharType="separate"/>
            </w:r>
            <w:r>
              <w:rPr>
                <w:webHidden/>
                <w:rtl/>
              </w:rPr>
              <w:t>525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52" w:history="1">
            <w:r w:rsidRPr="00C27113">
              <w:rPr>
                <w:rStyle w:val="Hyperlink"/>
                <w:rtl/>
              </w:rPr>
              <w:t>جنگ كا خاتمہ اور اسيروں كا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Toc7268752 \h</w:instrText>
            </w:r>
            <w:r>
              <w:rPr>
                <w:webHidden/>
                <w:rtl/>
              </w:rPr>
              <w:instrText xml:space="preserve"> </w:instrText>
            </w:r>
            <w:r>
              <w:rPr>
                <w:webHidden/>
                <w:rtl/>
              </w:rPr>
            </w:r>
            <w:r>
              <w:rPr>
                <w:webHidden/>
                <w:rtl/>
              </w:rPr>
              <w:fldChar w:fldCharType="separate"/>
            </w:r>
            <w:r>
              <w:rPr>
                <w:webHidden/>
                <w:rtl/>
              </w:rPr>
              <w:t>526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53" w:history="1">
            <w:r w:rsidRPr="00C27113">
              <w:rPr>
                <w:rStyle w:val="Hyperlink"/>
                <w:rtl/>
              </w:rPr>
              <w:t>آنحضرت(ص) كے چچا عباس كا اسلام قبول كرنا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Toc7268753 \h</w:instrText>
            </w:r>
            <w:r>
              <w:rPr>
                <w:webHidden/>
                <w:rtl/>
              </w:rPr>
              <w:instrText xml:space="preserve"> </w:instrText>
            </w:r>
            <w:r>
              <w:rPr>
                <w:webHidden/>
                <w:rtl/>
              </w:rPr>
            </w:r>
            <w:r>
              <w:rPr>
                <w:webHidden/>
                <w:rtl/>
              </w:rPr>
              <w:fldChar w:fldCharType="separate"/>
            </w:r>
            <w:r>
              <w:rPr>
                <w:webHidden/>
                <w:rtl/>
              </w:rPr>
              <w:t>527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54" w:history="1">
            <w:r w:rsidRPr="00C27113">
              <w:rPr>
                <w:rStyle w:val="Hyperlink"/>
                <w:rtl/>
              </w:rPr>
              <w:t xml:space="preserve">جنگ احد </w:t>
            </w:r>
            <w:r w:rsidRPr="00C27113">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Toc7268754 \h</w:instrText>
            </w:r>
            <w:r>
              <w:rPr>
                <w:webHidden/>
                <w:rtl/>
              </w:rPr>
              <w:instrText xml:space="preserve"> </w:instrText>
            </w:r>
            <w:r>
              <w:rPr>
                <w:webHidden/>
                <w:rtl/>
              </w:rPr>
            </w:r>
            <w:r>
              <w:rPr>
                <w:webHidden/>
                <w:rtl/>
              </w:rPr>
              <w:fldChar w:fldCharType="separate"/>
            </w:r>
            <w:r>
              <w:rPr>
                <w:webHidden/>
                <w:rtl/>
              </w:rPr>
              <w:t>529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55" w:history="1">
            <w:r w:rsidRPr="00C27113">
              <w:rPr>
                <w:rStyle w:val="Hyperlink"/>
                <w:rtl/>
              </w:rPr>
              <w:t>جناب عباس كى بر وقت اطلاع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Toc7268755 \h</w:instrText>
            </w:r>
            <w:r>
              <w:rPr>
                <w:webHidden/>
                <w:rtl/>
              </w:rPr>
              <w:instrText xml:space="preserve"> </w:instrText>
            </w:r>
            <w:r>
              <w:rPr>
                <w:webHidden/>
                <w:rtl/>
              </w:rPr>
            </w:r>
            <w:r>
              <w:rPr>
                <w:webHidden/>
                <w:rtl/>
              </w:rPr>
              <w:fldChar w:fldCharType="separate"/>
            </w:r>
            <w:r>
              <w:rPr>
                <w:webHidden/>
                <w:rtl/>
              </w:rPr>
              <w:t>530</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756" w:history="1">
            <w:r w:rsidRPr="00C27113">
              <w:rPr>
                <w:rStyle w:val="Hyperlink"/>
                <w:rtl/>
              </w:rPr>
              <w:t>پيغمبر كا مسلمانوں سے مشورہ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Toc7268756 \h</w:instrText>
            </w:r>
            <w:r>
              <w:rPr>
                <w:webHidden/>
                <w:rtl/>
              </w:rPr>
              <w:instrText xml:space="preserve"> </w:instrText>
            </w:r>
            <w:r>
              <w:rPr>
                <w:webHidden/>
                <w:rtl/>
              </w:rPr>
            </w:r>
            <w:r>
              <w:rPr>
                <w:webHidden/>
                <w:rtl/>
              </w:rPr>
              <w:fldChar w:fldCharType="separate"/>
            </w:r>
            <w:r>
              <w:rPr>
                <w:webHidden/>
                <w:rtl/>
              </w:rPr>
              <w:t>530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57" w:history="1">
            <w:r w:rsidRPr="00C27113">
              <w:rPr>
                <w:rStyle w:val="Hyperlink"/>
                <w:rtl/>
              </w:rPr>
              <w:t>مسلمانوں كى دفاعى تيارياں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Toc7268757 \h</w:instrText>
            </w:r>
            <w:r>
              <w:rPr>
                <w:webHidden/>
                <w:rtl/>
              </w:rPr>
              <w:instrText xml:space="preserve"> </w:instrText>
            </w:r>
            <w:r>
              <w:rPr>
                <w:webHidden/>
                <w:rtl/>
              </w:rPr>
            </w:r>
            <w:r>
              <w:rPr>
                <w:webHidden/>
                <w:rtl/>
              </w:rPr>
              <w:fldChar w:fldCharType="separate"/>
            </w:r>
            <w:r>
              <w:rPr>
                <w:webHidden/>
                <w:rtl/>
              </w:rPr>
              <w:t>531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58" w:history="1">
            <w:r w:rsidRPr="00C27113">
              <w:rPr>
                <w:rStyle w:val="Hyperlink"/>
                <w:rtl/>
              </w:rPr>
              <w:t>آغاز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Toc7268758 \h</w:instrText>
            </w:r>
            <w:r>
              <w:rPr>
                <w:webHidden/>
                <w:rtl/>
              </w:rPr>
              <w:instrText xml:space="preserve"> </w:instrText>
            </w:r>
            <w:r>
              <w:rPr>
                <w:webHidden/>
                <w:rtl/>
              </w:rPr>
            </w:r>
            <w:r>
              <w:rPr>
                <w:webHidden/>
                <w:rtl/>
              </w:rPr>
              <w:fldChar w:fldCharType="separate"/>
            </w:r>
            <w:r>
              <w:rPr>
                <w:webHidden/>
                <w:rtl/>
              </w:rPr>
              <w:t>532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59" w:history="1">
            <w:r w:rsidRPr="00C27113">
              <w:rPr>
                <w:rStyle w:val="Hyperlink"/>
                <w:rtl/>
              </w:rPr>
              <w:t>كون پكارا كہ محمد (ص) قتل ہوگئے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Toc7268759 \h</w:instrText>
            </w:r>
            <w:r>
              <w:rPr>
                <w:webHidden/>
                <w:rtl/>
              </w:rPr>
              <w:instrText xml:space="preserve"> </w:instrText>
            </w:r>
            <w:r>
              <w:rPr>
                <w:webHidden/>
                <w:rtl/>
              </w:rPr>
            </w:r>
            <w:r>
              <w:rPr>
                <w:webHidden/>
                <w:rtl/>
              </w:rPr>
              <w:fldChar w:fldCharType="separate"/>
            </w:r>
            <w:r>
              <w:rPr>
                <w:webHidden/>
                <w:rtl/>
              </w:rPr>
              <w:t>535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0" w:history="1">
            <w:r w:rsidRPr="00C27113">
              <w:rPr>
                <w:rStyle w:val="Hyperlink"/>
                <w:rtl/>
              </w:rPr>
              <w:t>جنگ كا خطرناك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Toc7268760 \h</w:instrText>
            </w:r>
            <w:r>
              <w:rPr>
                <w:webHidden/>
                <w:rtl/>
              </w:rPr>
              <w:instrText xml:space="preserve"> </w:instrText>
            </w:r>
            <w:r>
              <w:rPr>
                <w:webHidden/>
                <w:rtl/>
              </w:rPr>
            </w:r>
            <w:r>
              <w:rPr>
                <w:webHidden/>
                <w:rtl/>
              </w:rPr>
              <w:fldChar w:fldCharType="separate"/>
            </w:r>
            <w:r>
              <w:rPr>
                <w:webHidden/>
                <w:rtl/>
              </w:rPr>
              <w:t>536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1" w:history="1">
            <w:r w:rsidRPr="00C27113">
              <w:rPr>
                <w:rStyle w:val="Hyperlink"/>
                <w:rtl/>
              </w:rPr>
              <w:t>كھوكھلى باتيں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Toc7268761 \h</w:instrText>
            </w:r>
            <w:r>
              <w:rPr>
                <w:webHidden/>
                <w:rtl/>
              </w:rPr>
              <w:instrText xml:space="preserve"> </w:instrText>
            </w:r>
            <w:r>
              <w:rPr>
                <w:webHidden/>
                <w:rtl/>
              </w:rPr>
            </w:r>
            <w:r>
              <w:rPr>
                <w:webHidden/>
                <w:rtl/>
              </w:rPr>
              <w:fldChar w:fldCharType="separate"/>
            </w:r>
            <w:r>
              <w:rPr>
                <w:webHidden/>
                <w:rtl/>
              </w:rPr>
              <w:t>538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2" w:history="1">
            <w:r w:rsidRPr="00C27113">
              <w:rPr>
                <w:rStyle w:val="Hyperlink"/>
                <w:rtl/>
              </w:rPr>
              <w:t>حضرت على عليہ السلام كے زخم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Toc7268762 \h</w:instrText>
            </w:r>
            <w:r>
              <w:rPr>
                <w:webHidden/>
                <w:rtl/>
              </w:rPr>
              <w:instrText xml:space="preserve"> </w:instrText>
            </w:r>
            <w:r>
              <w:rPr>
                <w:webHidden/>
                <w:rtl/>
              </w:rPr>
            </w:r>
            <w:r>
              <w:rPr>
                <w:webHidden/>
                <w:rtl/>
              </w:rPr>
              <w:fldChar w:fldCharType="separate"/>
            </w:r>
            <w:r>
              <w:rPr>
                <w:webHidden/>
                <w:rtl/>
              </w:rPr>
              <w:t>538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3" w:history="1">
            <w:r w:rsidRPr="00C27113">
              <w:rPr>
                <w:rStyle w:val="Hyperlink"/>
                <w:rtl/>
              </w:rPr>
              <w:t>ہم نے شكست كيوں كھائي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Toc7268763 \h</w:instrText>
            </w:r>
            <w:r>
              <w:rPr>
                <w:webHidden/>
                <w:rtl/>
              </w:rPr>
              <w:instrText xml:space="preserve"> </w:instrText>
            </w:r>
            <w:r>
              <w:rPr>
                <w:webHidden/>
                <w:rtl/>
              </w:rPr>
            </w:r>
            <w:r>
              <w:rPr>
                <w:webHidden/>
                <w:rtl/>
              </w:rPr>
              <w:fldChar w:fldCharType="separate"/>
            </w:r>
            <w:r>
              <w:rPr>
                <w:webHidden/>
                <w:rtl/>
              </w:rPr>
              <w:t>539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4" w:history="1">
            <w:r w:rsidRPr="00C27113">
              <w:rPr>
                <w:rStyle w:val="Hyperlink"/>
                <w:rtl/>
              </w:rPr>
              <w:t>عمومى معافى كا حكم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Toc7268764 \h</w:instrText>
            </w:r>
            <w:r>
              <w:rPr>
                <w:webHidden/>
                <w:rtl/>
              </w:rPr>
              <w:instrText xml:space="preserve"> </w:instrText>
            </w:r>
            <w:r>
              <w:rPr>
                <w:webHidden/>
                <w:rtl/>
              </w:rPr>
            </w:r>
            <w:r>
              <w:rPr>
                <w:webHidden/>
                <w:rtl/>
              </w:rPr>
              <w:fldChar w:fldCharType="separate"/>
            </w:r>
            <w:r>
              <w:rPr>
                <w:webHidden/>
                <w:rtl/>
              </w:rPr>
              <w:t>539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5" w:history="1">
            <w:r w:rsidRPr="00C27113">
              <w:rPr>
                <w:rStyle w:val="Hyperlink"/>
                <w:rtl/>
              </w:rPr>
              <w:t>پيغمبر اكرم (ص) شہداء سے مخاطب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Toc7268765 \h</w:instrText>
            </w:r>
            <w:r>
              <w:rPr>
                <w:webHidden/>
                <w:rtl/>
              </w:rPr>
              <w:instrText xml:space="preserve"> </w:instrText>
            </w:r>
            <w:r>
              <w:rPr>
                <w:webHidden/>
                <w:rtl/>
              </w:rPr>
            </w:r>
            <w:r>
              <w:rPr>
                <w:webHidden/>
                <w:rtl/>
              </w:rPr>
              <w:fldChar w:fldCharType="separate"/>
            </w:r>
            <w:r>
              <w:rPr>
                <w:webHidden/>
                <w:rtl/>
              </w:rPr>
              <w:t>540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6" w:history="1">
            <w:r w:rsidRPr="00C27113">
              <w:rPr>
                <w:rStyle w:val="Hyperlink"/>
                <w:rtl/>
              </w:rPr>
              <w:t>حنظلہ غسيل الملائلكہ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Toc7268766 \h</w:instrText>
            </w:r>
            <w:r>
              <w:rPr>
                <w:webHidden/>
                <w:rtl/>
              </w:rPr>
              <w:instrText xml:space="preserve"> </w:instrText>
            </w:r>
            <w:r>
              <w:rPr>
                <w:webHidden/>
                <w:rtl/>
              </w:rPr>
            </w:r>
            <w:r>
              <w:rPr>
                <w:webHidden/>
                <w:rtl/>
              </w:rPr>
              <w:fldChar w:fldCharType="separate"/>
            </w:r>
            <w:r>
              <w:rPr>
                <w:webHidden/>
                <w:rtl/>
              </w:rPr>
              <w:t>541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7" w:history="1">
            <w:r w:rsidRPr="00C27113">
              <w:rPr>
                <w:rStyle w:val="Hyperlink"/>
                <w:rtl/>
              </w:rPr>
              <w:t>قبيلہ بنى نضير كى سازش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Toc7268767 \h</w:instrText>
            </w:r>
            <w:r>
              <w:rPr>
                <w:webHidden/>
                <w:rtl/>
              </w:rPr>
              <w:instrText xml:space="preserve"> </w:instrText>
            </w:r>
            <w:r>
              <w:rPr>
                <w:webHidden/>
                <w:rtl/>
              </w:rPr>
            </w:r>
            <w:r>
              <w:rPr>
                <w:webHidden/>
                <w:rtl/>
              </w:rPr>
              <w:fldChar w:fldCharType="separate"/>
            </w:r>
            <w:r>
              <w:rPr>
                <w:webHidden/>
                <w:rtl/>
              </w:rPr>
              <w:t>542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8" w:history="1">
            <w:r w:rsidRPr="00C27113">
              <w:rPr>
                <w:rStyle w:val="Hyperlink"/>
                <w:rtl/>
                <w:lang w:bidi="fa-IR"/>
              </w:rPr>
              <w:t>۹</w:t>
            </w:r>
            <w:r w:rsidRPr="00C27113">
              <w:rPr>
                <w:rStyle w:val="Hyperlink"/>
                <w:rtl/>
              </w:rPr>
              <w:t xml:space="preserve"> حضرت رسول اكرم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Toc7268768 \h</w:instrText>
            </w:r>
            <w:r>
              <w:rPr>
                <w:webHidden/>
                <w:rtl/>
              </w:rPr>
              <w:instrText xml:space="preserve"> </w:instrText>
            </w:r>
            <w:r>
              <w:rPr>
                <w:webHidden/>
                <w:rtl/>
              </w:rPr>
            </w:r>
            <w:r>
              <w:rPr>
                <w:webHidden/>
                <w:rtl/>
              </w:rPr>
              <w:fldChar w:fldCharType="separate"/>
            </w:r>
            <w:r>
              <w:rPr>
                <w:webHidden/>
                <w:rtl/>
              </w:rPr>
              <w:t>545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69" w:history="1">
            <w:r w:rsidRPr="00C27113">
              <w:rPr>
                <w:rStyle w:val="Hyperlink"/>
                <w:rtl/>
              </w:rPr>
              <w:t>جنگ احزاب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Toc7268769 \h</w:instrText>
            </w:r>
            <w:r>
              <w:rPr>
                <w:webHidden/>
                <w:rtl/>
              </w:rPr>
              <w:instrText xml:space="preserve"> </w:instrText>
            </w:r>
            <w:r>
              <w:rPr>
                <w:webHidden/>
                <w:rtl/>
              </w:rPr>
            </w:r>
            <w:r>
              <w:rPr>
                <w:webHidden/>
                <w:rtl/>
              </w:rPr>
              <w:fldChar w:fldCharType="separate"/>
            </w:r>
            <w:r>
              <w:rPr>
                <w:webHidden/>
                <w:rtl/>
              </w:rPr>
              <w:t>545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70" w:history="1">
            <w:r w:rsidRPr="00C27113">
              <w:rPr>
                <w:rStyle w:val="Hyperlink"/>
                <w:rtl/>
              </w:rPr>
              <w:t>كل ايمان كل كفر كے مقابلہ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Toc7268770 \h</w:instrText>
            </w:r>
            <w:r>
              <w:rPr>
                <w:webHidden/>
                <w:rtl/>
              </w:rPr>
              <w:instrText xml:space="preserve"> </w:instrText>
            </w:r>
            <w:r>
              <w:rPr>
                <w:webHidden/>
                <w:rtl/>
              </w:rPr>
            </w:r>
            <w:r>
              <w:rPr>
                <w:webHidden/>
                <w:rtl/>
              </w:rPr>
              <w:fldChar w:fldCharType="separate"/>
            </w:r>
            <w:r>
              <w:rPr>
                <w:webHidden/>
                <w:rtl/>
              </w:rPr>
              <w:t>546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71" w:history="1">
            <w:r w:rsidRPr="00C27113">
              <w:rPr>
                <w:rStyle w:val="Hyperlink"/>
                <w:rtl/>
              </w:rPr>
              <w:t>لشكر كى تعداد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Toc7268771 \h</w:instrText>
            </w:r>
            <w:r>
              <w:rPr>
                <w:webHidden/>
                <w:rtl/>
              </w:rPr>
              <w:instrText xml:space="preserve"> </w:instrText>
            </w:r>
            <w:r>
              <w:rPr>
                <w:webHidden/>
                <w:rtl/>
              </w:rPr>
            </w:r>
            <w:r>
              <w:rPr>
                <w:webHidden/>
                <w:rtl/>
              </w:rPr>
              <w:fldChar w:fldCharType="separate"/>
            </w:r>
            <w:r>
              <w:rPr>
                <w:webHidden/>
                <w:rtl/>
              </w:rPr>
              <w:t>546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72" w:history="1">
            <w:r w:rsidRPr="00C27113">
              <w:rPr>
                <w:rStyle w:val="Hyperlink"/>
                <w:rtl/>
              </w:rPr>
              <w:t>خندق كى كھدائي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Toc7268772 \h</w:instrText>
            </w:r>
            <w:r>
              <w:rPr>
                <w:webHidden/>
                <w:rtl/>
              </w:rPr>
              <w:instrText xml:space="preserve"> </w:instrText>
            </w:r>
            <w:r>
              <w:rPr>
                <w:webHidden/>
                <w:rtl/>
              </w:rPr>
            </w:r>
            <w:r>
              <w:rPr>
                <w:webHidden/>
                <w:rtl/>
              </w:rPr>
              <w:fldChar w:fldCharType="separate"/>
            </w:r>
            <w:r>
              <w:rPr>
                <w:webHidden/>
                <w:rtl/>
              </w:rPr>
              <w:t>547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73" w:history="1">
            <w:r w:rsidRPr="00C27113">
              <w:rPr>
                <w:rStyle w:val="Hyperlink"/>
                <w:rtl/>
              </w:rPr>
              <w:t>عمرو بن عبدود دسے حضرت على (ع) كى تاريخى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Toc7268773 \h</w:instrText>
            </w:r>
            <w:r>
              <w:rPr>
                <w:webHidden/>
                <w:rtl/>
              </w:rPr>
              <w:instrText xml:space="preserve"> </w:instrText>
            </w:r>
            <w:r>
              <w:rPr>
                <w:webHidden/>
                <w:rtl/>
              </w:rPr>
            </w:r>
            <w:r>
              <w:rPr>
                <w:webHidden/>
                <w:rtl/>
              </w:rPr>
              <w:fldChar w:fldCharType="separate"/>
            </w:r>
            <w:r>
              <w:rPr>
                <w:webHidden/>
                <w:rtl/>
              </w:rPr>
              <w:t>548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74" w:history="1">
            <w:r w:rsidRPr="00C27113">
              <w:rPr>
                <w:rStyle w:val="Hyperlink"/>
                <w:rtl/>
              </w:rPr>
              <w:t>ضربت على (ع) ثقلين كى عبادت پر بھاري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Toc7268774 \h</w:instrText>
            </w:r>
            <w:r>
              <w:rPr>
                <w:webHidden/>
                <w:rtl/>
              </w:rPr>
              <w:instrText xml:space="preserve"> </w:instrText>
            </w:r>
            <w:r>
              <w:rPr>
                <w:webHidden/>
                <w:rtl/>
              </w:rPr>
            </w:r>
            <w:r>
              <w:rPr>
                <w:webHidden/>
                <w:rtl/>
              </w:rPr>
              <w:fldChar w:fldCharType="separate"/>
            </w:r>
            <w:r>
              <w:rPr>
                <w:webHidden/>
                <w:rtl/>
              </w:rPr>
              <w:t>549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75" w:history="1">
            <w:r w:rsidRPr="00C27113">
              <w:rPr>
                <w:rStyle w:val="Hyperlink"/>
                <w:rtl/>
              </w:rPr>
              <w:t>نعيم بن مسعود كى داستان اور دشمن كے لشكر ميں پھوٹ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Toc7268775 \h</w:instrText>
            </w:r>
            <w:r>
              <w:rPr>
                <w:webHidden/>
                <w:rtl/>
              </w:rPr>
              <w:instrText xml:space="preserve"> </w:instrText>
            </w:r>
            <w:r>
              <w:rPr>
                <w:webHidden/>
                <w:rtl/>
              </w:rPr>
            </w:r>
            <w:r>
              <w:rPr>
                <w:webHidden/>
                <w:rtl/>
              </w:rPr>
              <w:fldChar w:fldCharType="separate"/>
            </w:r>
            <w:r>
              <w:rPr>
                <w:webHidden/>
                <w:rtl/>
              </w:rPr>
              <w:t>551</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776" w:history="1">
            <w:r w:rsidRPr="00C27113">
              <w:rPr>
                <w:rStyle w:val="Hyperlink"/>
                <w:rtl/>
              </w:rPr>
              <w:t>حذيفہ كا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Toc7268776 \h</w:instrText>
            </w:r>
            <w:r>
              <w:rPr>
                <w:webHidden/>
                <w:rtl/>
              </w:rPr>
              <w:instrText xml:space="preserve"> </w:instrText>
            </w:r>
            <w:r>
              <w:rPr>
                <w:webHidden/>
                <w:rtl/>
              </w:rPr>
            </w:r>
            <w:r>
              <w:rPr>
                <w:webHidden/>
                <w:rtl/>
              </w:rPr>
              <w:fldChar w:fldCharType="separate"/>
            </w:r>
            <w:r>
              <w:rPr>
                <w:webHidden/>
                <w:rtl/>
              </w:rPr>
              <w:t>554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77" w:history="1">
            <w:r w:rsidRPr="00C27113">
              <w:rPr>
                <w:rStyle w:val="Hyperlink"/>
                <w:rtl/>
              </w:rPr>
              <w:t>جنگ احزاب قرآن كى روشنى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Toc7268777 \h</w:instrText>
            </w:r>
            <w:r>
              <w:rPr>
                <w:webHidden/>
                <w:rtl/>
              </w:rPr>
              <w:instrText xml:space="preserve"> </w:instrText>
            </w:r>
            <w:r>
              <w:rPr>
                <w:webHidden/>
                <w:rtl/>
              </w:rPr>
            </w:r>
            <w:r>
              <w:rPr>
                <w:webHidden/>
                <w:rtl/>
              </w:rPr>
              <w:fldChar w:fldCharType="separate"/>
            </w:r>
            <w:r>
              <w:rPr>
                <w:webHidden/>
                <w:rtl/>
              </w:rPr>
              <w:t>555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78" w:history="1">
            <w:r w:rsidRPr="00C27113">
              <w:rPr>
                <w:rStyle w:val="Hyperlink"/>
                <w:rtl/>
              </w:rPr>
              <w:t>منافقين او رضعيف الايمان جنگ احزاب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Toc7268778 \h</w:instrText>
            </w:r>
            <w:r>
              <w:rPr>
                <w:webHidden/>
                <w:rtl/>
              </w:rPr>
              <w:instrText xml:space="preserve"> </w:instrText>
            </w:r>
            <w:r>
              <w:rPr>
                <w:webHidden/>
                <w:rtl/>
              </w:rPr>
            </w:r>
            <w:r>
              <w:rPr>
                <w:webHidden/>
                <w:rtl/>
              </w:rPr>
              <w:fldChar w:fldCharType="separate"/>
            </w:r>
            <w:r>
              <w:rPr>
                <w:webHidden/>
                <w:rtl/>
              </w:rPr>
              <w:t>558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79" w:history="1">
            <w:r w:rsidRPr="00C27113">
              <w:rPr>
                <w:rStyle w:val="Hyperlink"/>
                <w:rtl/>
              </w:rPr>
              <w:t>ميں نے ايران، روم اور مصركے محلوں كو ديكھا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Toc7268779 \h</w:instrText>
            </w:r>
            <w:r>
              <w:rPr>
                <w:webHidden/>
                <w:rtl/>
              </w:rPr>
              <w:instrText xml:space="preserve"> </w:instrText>
            </w:r>
            <w:r>
              <w:rPr>
                <w:webHidden/>
                <w:rtl/>
              </w:rPr>
            </w:r>
            <w:r>
              <w:rPr>
                <w:webHidden/>
                <w:rtl/>
              </w:rPr>
              <w:fldChar w:fldCharType="separate"/>
            </w:r>
            <w:r>
              <w:rPr>
                <w:webHidden/>
                <w:rtl/>
              </w:rPr>
              <w:t>558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0" w:history="1">
            <w:r w:rsidRPr="00C27113">
              <w:rPr>
                <w:rStyle w:val="Hyperlink"/>
                <w:rtl/>
              </w:rPr>
              <w:t>منافقانہ عذر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Toc7268780 \h</w:instrText>
            </w:r>
            <w:r>
              <w:rPr>
                <w:webHidden/>
                <w:rtl/>
              </w:rPr>
              <w:instrText xml:space="preserve"> </w:instrText>
            </w:r>
            <w:r>
              <w:rPr>
                <w:webHidden/>
                <w:rtl/>
              </w:rPr>
            </w:r>
            <w:r>
              <w:rPr>
                <w:webHidden/>
                <w:rtl/>
              </w:rPr>
              <w:fldChar w:fldCharType="separate"/>
            </w:r>
            <w:r>
              <w:rPr>
                <w:webHidden/>
                <w:rtl/>
              </w:rPr>
              <w:t>560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1" w:history="1">
            <w:r w:rsidRPr="00C27113">
              <w:rPr>
                <w:rStyle w:val="Hyperlink"/>
                <w:rtl/>
              </w:rPr>
              <w:t>روكنے والا ٹولہ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Toc7268781 \h</w:instrText>
            </w:r>
            <w:r>
              <w:rPr>
                <w:webHidden/>
                <w:rtl/>
              </w:rPr>
              <w:instrText xml:space="preserve"> </w:instrText>
            </w:r>
            <w:r>
              <w:rPr>
                <w:webHidden/>
                <w:rtl/>
              </w:rPr>
            </w:r>
            <w:r>
              <w:rPr>
                <w:webHidden/>
                <w:rtl/>
              </w:rPr>
              <w:fldChar w:fldCharType="separate"/>
            </w:r>
            <w:r>
              <w:rPr>
                <w:webHidden/>
                <w:rtl/>
              </w:rPr>
              <w:t>562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2" w:history="1">
            <w:r w:rsidRPr="00C27113">
              <w:rPr>
                <w:rStyle w:val="Hyperlink"/>
                <w:rtl/>
              </w:rPr>
              <w:t>وہ ہرگز ايمان نہيں لائے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Toc7268782 \h</w:instrText>
            </w:r>
            <w:r>
              <w:rPr>
                <w:webHidden/>
                <w:rtl/>
              </w:rPr>
              <w:instrText xml:space="preserve"> </w:instrText>
            </w:r>
            <w:r>
              <w:rPr>
                <w:webHidden/>
                <w:rtl/>
              </w:rPr>
            </w:r>
            <w:r>
              <w:rPr>
                <w:webHidden/>
                <w:rtl/>
              </w:rPr>
              <w:fldChar w:fldCharType="separate"/>
            </w:r>
            <w:r>
              <w:rPr>
                <w:webHidden/>
                <w:rtl/>
              </w:rPr>
              <w:t>563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3" w:history="1">
            <w:r w:rsidRPr="00C27113">
              <w:rPr>
                <w:rStyle w:val="Hyperlink"/>
                <w:rtl/>
              </w:rPr>
              <w:t>جنگ احزاب ميں سچے مومنين كا كردار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Toc7268783 \h</w:instrText>
            </w:r>
            <w:r>
              <w:rPr>
                <w:webHidden/>
                <w:rtl/>
              </w:rPr>
              <w:instrText xml:space="preserve"> </w:instrText>
            </w:r>
            <w:r>
              <w:rPr>
                <w:webHidden/>
                <w:rtl/>
              </w:rPr>
            </w:r>
            <w:r>
              <w:rPr>
                <w:webHidden/>
                <w:rtl/>
              </w:rPr>
              <w:fldChar w:fldCharType="separate"/>
            </w:r>
            <w:r>
              <w:rPr>
                <w:webHidden/>
                <w:rtl/>
              </w:rPr>
              <w:t>566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4" w:history="1">
            <w:r w:rsidRPr="00C27113">
              <w:rPr>
                <w:rStyle w:val="Hyperlink"/>
                <w:rtl/>
              </w:rPr>
              <w:t>مومنين كے صفات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Toc7268784 \h</w:instrText>
            </w:r>
            <w:r>
              <w:rPr>
                <w:webHidden/>
                <w:rtl/>
              </w:rPr>
              <w:instrText xml:space="preserve"> </w:instrText>
            </w:r>
            <w:r>
              <w:rPr>
                <w:webHidden/>
                <w:rtl/>
              </w:rPr>
            </w:r>
            <w:r>
              <w:rPr>
                <w:webHidden/>
                <w:rtl/>
              </w:rPr>
              <w:fldChar w:fldCharType="separate"/>
            </w:r>
            <w:r>
              <w:rPr>
                <w:webHidden/>
                <w:rtl/>
              </w:rPr>
              <w:t>567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5" w:history="1">
            <w:r w:rsidRPr="00C27113">
              <w:rPr>
                <w:rStyle w:val="Hyperlink"/>
                <w:rtl/>
              </w:rPr>
              <w:t>جنگ بنى قريظہ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Toc7268785 \h</w:instrText>
            </w:r>
            <w:r>
              <w:rPr>
                <w:webHidden/>
                <w:rtl/>
              </w:rPr>
              <w:instrText xml:space="preserve"> </w:instrText>
            </w:r>
            <w:r>
              <w:rPr>
                <w:webHidden/>
                <w:rtl/>
              </w:rPr>
            </w:r>
            <w:r>
              <w:rPr>
                <w:webHidden/>
                <w:rtl/>
              </w:rPr>
              <w:fldChar w:fldCharType="separate"/>
            </w:r>
            <w:r>
              <w:rPr>
                <w:webHidden/>
                <w:rtl/>
              </w:rPr>
              <w:t>569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6" w:history="1">
            <w:r w:rsidRPr="00C27113">
              <w:rPr>
                <w:rStyle w:val="Hyperlink"/>
                <w:rtl/>
              </w:rPr>
              <w:t>تين تجاويز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Toc7268786 \h</w:instrText>
            </w:r>
            <w:r>
              <w:rPr>
                <w:webHidden/>
                <w:rtl/>
              </w:rPr>
              <w:instrText xml:space="preserve"> </w:instrText>
            </w:r>
            <w:r>
              <w:rPr>
                <w:webHidden/>
                <w:rtl/>
              </w:rPr>
            </w:r>
            <w:r>
              <w:rPr>
                <w:webHidden/>
                <w:rtl/>
              </w:rPr>
              <w:fldChar w:fldCharType="separate"/>
            </w:r>
            <w:r>
              <w:rPr>
                <w:webHidden/>
                <w:rtl/>
              </w:rPr>
              <w:t>570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7" w:history="1">
            <w:r w:rsidRPr="00C27113">
              <w:rPr>
                <w:rStyle w:val="Hyperlink"/>
                <w:rtl/>
              </w:rPr>
              <w:t>ابولبابہ كى خيانت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Toc7268787 \h</w:instrText>
            </w:r>
            <w:r>
              <w:rPr>
                <w:webHidden/>
                <w:rtl/>
              </w:rPr>
              <w:instrText xml:space="preserve"> </w:instrText>
            </w:r>
            <w:r>
              <w:rPr>
                <w:webHidden/>
                <w:rtl/>
              </w:rPr>
            </w:r>
            <w:r>
              <w:rPr>
                <w:webHidden/>
                <w:rtl/>
              </w:rPr>
              <w:fldChar w:fldCharType="separate"/>
            </w:r>
            <w:r>
              <w:rPr>
                <w:webHidden/>
                <w:rtl/>
              </w:rPr>
              <w:t>571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8" w:history="1">
            <w:r w:rsidRPr="00C27113">
              <w:rPr>
                <w:rStyle w:val="Hyperlink"/>
                <w:rtl/>
              </w:rPr>
              <w:t>صلح حديبيہ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Toc7268788 \h</w:instrText>
            </w:r>
            <w:r>
              <w:rPr>
                <w:webHidden/>
                <w:rtl/>
              </w:rPr>
              <w:instrText xml:space="preserve"> </w:instrText>
            </w:r>
            <w:r>
              <w:rPr>
                <w:webHidden/>
                <w:rtl/>
              </w:rPr>
            </w:r>
            <w:r>
              <w:rPr>
                <w:webHidden/>
                <w:rtl/>
              </w:rPr>
              <w:fldChar w:fldCharType="separate"/>
            </w:r>
            <w:r>
              <w:rPr>
                <w:webHidden/>
                <w:rtl/>
              </w:rPr>
              <w:t>574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89" w:history="1">
            <w:r w:rsidRPr="00C27113">
              <w:rPr>
                <w:rStyle w:val="Hyperlink"/>
                <w:rtl/>
              </w:rPr>
              <w:t>بيعت رضوان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Toc7268789 \h</w:instrText>
            </w:r>
            <w:r>
              <w:rPr>
                <w:webHidden/>
                <w:rtl/>
              </w:rPr>
              <w:instrText xml:space="preserve"> </w:instrText>
            </w:r>
            <w:r>
              <w:rPr>
                <w:webHidden/>
                <w:rtl/>
              </w:rPr>
            </w:r>
            <w:r>
              <w:rPr>
                <w:webHidden/>
                <w:rtl/>
              </w:rPr>
              <w:fldChar w:fldCharType="separate"/>
            </w:r>
            <w:r>
              <w:rPr>
                <w:webHidden/>
                <w:rtl/>
              </w:rPr>
              <w:t>575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90" w:history="1">
            <w:r w:rsidRPr="00C27113">
              <w:rPr>
                <w:rStyle w:val="Hyperlink"/>
                <w:rtl/>
              </w:rPr>
              <w:t>صلح نامہ كى تحرير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Toc7268790 \h</w:instrText>
            </w:r>
            <w:r>
              <w:rPr>
                <w:webHidden/>
                <w:rtl/>
              </w:rPr>
              <w:instrText xml:space="preserve"> </w:instrText>
            </w:r>
            <w:r>
              <w:rPr>
                <w:webHidden/>
                <w:rtl/>
              </w:rPr>
            </w:r>
            <w:r>
              <w:rPr>
                <w:webHidden/>
                <w:rtl/>
              </w:rPr>
              <w:fldChar w:fldCharType="separate"/>
            </w:r>
            <w:r>
              <w:rPr>
                <w:webHidden/>
                <w:rtl/>
              </w:rPr>
              <w:t>576</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91" w:history="1">
            <w:r w:rsidRPr="00C27113">
              <w:rPr>
                <w:rStyle w:val="Hyperlink"/>
                <w:rtl/>
              </w:rPr>
              <w:t>صلح حديبيہ كے سياسى ،اجتماعى او رمذہبى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Toc7268791 \h</w:instrText>
            </w:r>
            <w:r>
              <w:rPr>
                <w:webHidden/>
                <w:rtl/>
              </w:rPr>
              <w:instrText xml:space="preserve"> </w:instrText>
            </w:r>
            <w:r>
              <w:rPr>
                <w:webHidden/>
                <w:rtl/>
              </w:rPr>
            </w:r>
            <w:r>
              <w:rPr>
                <w:webHidden/>
                <w:rtl/>
              </w:rPr>
              <w:fldChar w:fldCharType="separate"/>
            </w:r>
            <w:r>
              <w:rPr>
                <w:webHidden/>
                <w:rtl/>
              </w:rPr>
              <w:t>578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92" w:history="1">
            <w:r w:rsidRPr="00C27113">
              <w:rPr>
                <w:rStyle w:val="Hyperlink"/>
                <w:rtl/>
              </w:rPr>
              <w:t>صلح حديبيہ يا عظيم الشان فتح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Toc7268792 \h</w:instrText>
            </w:r>
            <w:r>
              <w:rPr>
                <w:webHidden/>
                <w:rtl/>
              </w:rPr>
              <w:instrText xml:space="preserve"> </w:instrText>
            </w:r>
            <w:r>
              <w:rPr>
                <w:webHidden/>
                <w:rtl/>
              </w:rPr>
            </w:r>
            <w:r>
              <w:rPr>
                <w:webHidden/>
                <w:rtl/>
              </w:rPr>
              <w:fldChar w:fldCharType="separate"/>
            </w:r>
            <w:r>
              <w:rPr>
                <w:webHidden/>
                <w:rtl/>
              </w:rPr>
              <w:t>579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93" w:history="1">
            <w:r w:rsidRPr="00C27113">
              <w:rPr>
                <w:rStyle w:val="Hyperlink"/>
                <w:rtl/>
              </w:rPr>
              <w:t>پيغمبر (ص) كا سچا خواب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Toc7268793 \h</w:instrText>
            </w:r>
            <w:r>
              <w:rPr>
                <w:webHidden/>
                <w:rtl/>
              </w:rPr>
              <w:instrText xml:space="preserve"> </w:instrText>
            </w:r>
            <w:r>
              <w:rPr>
                <w:webHidden/>
                <w:rtl/>
              </w:rPr>
            </w:r>
            <w:r>
              <w:rPr>
                <w:webHidden/>
                <w:rtl/>
              </w:rPr>
              <w:fldChar w:fldCharType="separate"/>
            </w:r>
            <w:r>
              <w:rPr>
                <w:webHidden/>
                <w:rtl/>
              </w:rPr>
              <w:t>580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94" w:history="1">
            <w:r w:rsidRPr="00C27113">
              <w:rPr>
                <w:rStyle w:val="Hyperlink"/>
                <w:rtl/>
              </w:rPr>
              <w:t>مومنين كے دلوں پرنزول سكينہ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Toc7268794 \h</w:instrText>
            </w:r>
            <w:r>
              <w:rPr>
                <w:webHidden/>
                <w:rtl/>
              </w:rPr>
              <w:instrText xml:space="preserve"> </w:instrText>
            </w:r>
            <w:r>
              <w:rPr>
                <w:webHidden/>
                <w:rtl/>
              </w:rPr>
            </w:r>
            <w:r>
              <w:rPr>
                <w:webHidden/>
                <w:rtl/>
              </w:rPr>
              <w:fldChar w:fldCharType="separate"/>
            </w:r>
            <w:r>
              <w:rPr>
                <w:webHidden/>
                <w:rtl/>
              </w:rPr>
              <w:t>581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95" w:history="1">
            <w:r w:rsidRPr="00C27113">
              <w:rPr>
                <w:rStyle w:val="Hyperlink"/>
                <w:rtl/>
              </w:rPr>
              <w:t>يہ سكينہ كيا تھا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Toc7268795 \h</w:instrText>
            </w:r>
            <w:r>
              <w:rPr>
                <w:webHidden/>
                <w:rtl/>
              </w:rPr>
              <w:instrText xml:space="preserve"> </w:instrText>
            </w:r>
            <w:r>
              <w:rPr>
                <w:webHidden/>
                <w:rtl/>
              </w:rPr>
            </w:r>
            <w:r>
              <w:rPr>
                <w:webHidden/>
                <w:rtl/>
              </w:rPr>
              <w:fldChar w:fldCharType="separate"/>
            </w:r>
            <w:r>
              <w:rPr>
                <w:webHidden/>
                <w:rtl/>
              </w:rPr>
              <w:t>581</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796" w:history="1">
            <w:r w:rsidRPr="00C27113">
              <w:rPr>
                <w:rStyle w:val="Hyperlink"/>
                <w:rtl/>
              </w:rPr>
              <w:t>پيچھے رہ جانے والوں كى عذر تراشي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Toc7268796 \h</w:instrText>
            </w:r>
            <w:r>
              <w:rPr>
                <w:webHidden/>
                <w:rtl/>
              </w:rPr>
              <w:instrText xml:space="preserve"> </w:instrText>
            </w:r>
            <w:r>
              <w:rPr>
                <w:webHidden/>
                <w:rtl/>
              </w:rPr>
            </w:r>
            <w:r>
              <w:rPr>
                <w:webHidden/>
                <w:rtl/>
              </w:rPr>
              <w:fldChar w:fldCharType="separate"/>
            </w:r>
            <w:r>
              <w:rPr>
                <w:webHidden/>
                <w:rtl/>
              </w:rPr>
              <w:t>583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97" w:history="1">
            <w:r w:rsidRPr="00C27113">
              <w:rPr>
                <w:rStyle w:val="Hyperlink"/>
                <w:rtl/>
              </w:rPr>
              <w:t>اگر حديبيہ ميں جنگ ہوجاتي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Toc7268797 \h</w:instrText>
            </w:r>
            <w:r>
              <w:rPr>
                <w:webHidden/>
                <w:rtl/>
              </w:rPr>
              <w:instrText xml:space="preserve"> </w:instrText>
            </w:r>
            <w:r>
              <w:rPr>
                <w:webHidden/>
                <w:rtl/>
              </w:rPr>
            </w:r>
            <w:r>
              <w:rPr>
                <w:webHidden/>
                <w:rtl/>
              </w:rPr>
              <w:fldChar w:fldCharType="separate"/>
            </w:r>
            <w:r>
              <w:rPr>
                <w:webHidden/>
                <w:rtl/>
              </w:rPr>
              <w:t>585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98" w:history="1">
            <w:r w:rsidRPr="00C27113">
              <w:rPr>
                <w:rStyle w:val="Hyperlink"/>
                <w:rtl/>
              </w:rPr>
              <w:t>عمرة القضاء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Toc7268798 \h</w:instrText>
            </w:r>
            <w:r>
              <w:rPr>
                <w:webHidden/>
                <w:rtl/>
              </w:rPr>
              <w:instrText xml:space="preserve"> </w:instrText>
            </w:r>
            <w:r>
              <w:rPr>
                <w:webHidden/>
                <w:rtl/>
              </w:rPr>
            </w:r>
            <w:r>
              <w:rPr>
                <w:webHidden/>
                <w:rtl/>
              </w:rPr>
              <w:fldChar w:fldCharType="separate"/>
            </w:r>
            <w:r>
              <w:rPr>
                <w:webHidden/>
                <w:rtl/>
              </w:rPr>
              <w:t>587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799" w:history="1">
            <w:r w:rsidRPr="00C27113">
              <w:rPr>
                <w:rStyle w:val="Hyperlink"/>
                <w:rtl/>
              </w:rPr>
              <w:t>فتح خيبر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Toc7268799 \h</w:instrText>
            </w:r>
            <w:r>
              <w:rPr>
                <w:webHidden/>
                <w:rtl/>
              </w:rPr>
              <w:instrText xml:space="preserve"> </w:instrText>
            </w:r>
            <w:r>
              <w:rPr>
                <w:webHidden/>
                <w:rtl/>
              </w:rPr>
            </w:r>
            <w:r>
              <w:rPr>
                <w:webHidden/>
                <w:rtl/>
              </w:rPr>
              <w:fldChar w:fldCharType="separate"/>
            </w:r>
            <w:r>
              <w:rPr>
                <w:webHidden/>
                <w:rtl/>
              </w:rPr>
              <w:t>589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0" w:history="1">
            <w:r w:rsidRPr="00C27113">
              <w:rPr>
                <w:rStyle w:val="Hyperlink"/>
                <w:rtl/>
              </w:rPr>
              <w:t>دعائے پيامبر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Toc7268800 \h</w:instrText>
            </w:r>
            <w:r>
              <w:rPr>
                <w:webHidden/>
                <w:rtl/>
              </w:rPr>
              <w:instrText xml:space="preserve"> </w:instrText>
            </w:r>
            <w:r>
              <w:rPr>
                <w:webHidden/>
                <w:rtl/>
              </w:rPr>
            </w:r>
            <w:r>
              <w:rPr>
                <w:webHidden/>
                <w:rtl/>
              </w:rPr>
              <w:fldChar w:fldCharType="separate"/>
            </w:r>
            <w:r>
              <w:rPr>
                <w:webHidden/>
                <w:rtl/>
              </w:rPr>
              <w:t>590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1" w:history="1">
            <w:r w:rsidRPr="00C27113">
              <w:rPr>
                <w:rStyle w:val="Hyperlink"/>
                <w:rtl/>
              </w:rPr>
              <w:t>فاتح خيبر على عليہ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Toc7268801 \h</w:instrText>
            </w:r>
            <w:r>
              <w:rPr>
                <w:webHidden/>
                <w:rtl/>
              </w:rPr>
              <w:instrText xml:space="preserve"> </w:instrText>
            </w:r>
            <w:r>
              <w:rPr>
                <w:webHidden/>
                <w:rtl/>
              </w:rPr>
            </w:r>
            <w:r>
              <w:rPr>
                <w:webHidden/>
                <w:rtl/>
              </w:rPr>
              <w:fldChar w:fldCharType="separate"/>
            </w:r>
            <w:r>
              <w:rPr>
                <w:webHidden/>
                <w:rtl/>
              </w:rPr>
              <w:t>591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2" w:history="1">
            <w:r w:rsidRPr="00C27113">
              <w:rPr>
                <w:rStyle w:val="Hyperlink"/>
                <w:rtl/>
              </w:rPr>
              <w:t>فتح مكہ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Toc7268802 \h</w:instrText>
            </w:r>
            <w:r>
              <w:rPr>
                <w:webHidden/>
                <w:rtl/>
              </w:rPr>
              <w:instrText xml:space="preserve"> </w:instrText>
            </w:r>
            <w:r>
              <w:rPr>
                <w:webHidden/>
                <w:rtl/>
              </w:rPr>
            </w:r>
            <w:r>
              <w:rPr>
                <w:webHidden/>
                <w:rtl/>
              </w:rPr>
              <w:fldChar w:fldCharType="separate"/>
            </w:r>
            <w:r>
              <w:rPr>
                <w:webHidden/>
                <w:rtl/>
              </w:rPr>
              <w:t>593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3" w:history="1">
            <w:r w:rsidRPr="00C27113">
              <w:rPr>
                <w:rStyle w:val="Hyperlink"/>
                <w:rtl/>
              </w:rPr>
              <w:t>مكہ كى طرف روانگي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Toc7268803 \h</w:instrText>
            </w:r>
            <w:r>
              <w:rPr>
                <w:webHidden/>
                <w:rtl/>
              </w:rPr>
              <w:instrText xml:space="preserve"> </w:instrText>
            </w:r>
            <w:r>
              <w:rPr>
                <w:webHidden/>
                <w:rtl/>
              </w:rPr>
            </w:r>
            <w:r>
              <w:rPr>
                <w:webHidden/>
                <w:rtl/>
              </w:rPr>
              <w:fldChar w:fldCharType="separate"/>
            </w:r>
            <w:r>
              <w:rPr>
                <w:webHidden/>
                <w:rtl/>
              </w:rPr>
              <w:t>594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4" w:history="1">
            <w:r w:rsidRPr="00C27113">
              <w:rPr>
                <w:rStyle w:val="Hyperlink"/>
                <w:rtl/>
              </w:rPr>
              <w:t>على عليہ السلام كے قدم دوش رسول (ص)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Toc7268804 \h</w:instrText>
            </w:r>
            <w:r>
              <w:rPr>
                <w:webHidden/>
                <w:rtl/>
              </w:rPr>
              <w:instrText xml:space="preserve"> </w:instrText>
            </w:r>
            <w:r>
              <w:rPr>
                <w:webHidden/>
                <w:rtl/>
              </w:rPr>
            </w:r>
            <w:r>
              <w:rPr>
                <w:webHidden/>
                <w:rtl/>
              </w:rPr>
              <w:fldChar w:fldCharType="separate"/>
            </w:r>
            <w:r>
              <w:rPr>
                <w:webHidden/>
                <w:rtl/>
              </w:rPr>
              <w:t>597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5" w:history="1">
            <w:r w:rsidRPr="00C27113">
              <w:rPr>
                <w:rStyle w:val="Hyperlink"/>
                <w:rtl/>
              </w:rPr>
              <w:t>آج كا دن روز رحمت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Toc7268805 \h</w:instrText>
            </w:r>
            <w:r>
              <w:rPr>
                <w:webHidden/>
                <w:rtl/>
              </w:rPr>
              <w:instrText xml:space="preserve"> </w:instrText>
            </w:r>
            <w:r>
              <w:rPr>
                <w:webHidden/>
                <w:rtl/>
              </w:rPr>
            </w:r>
            <w:r>
              <w:rPr>
                <w:webHidden/>
                <w:rtl/>
              </w:rPr>
              <w:fldChar w:fldCharType="separate"/>
            </w:r>
            <w:r>
              <w:rPr>
                <w:webHidden/>
                <w:rtl/>
              </w:rPr>
              <w:t>599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6" w:history="1">
            <w:r w:rsidRPr="00C27113">
              <w:rPr>
                <w:rStyle w:val="Hyperlink"/>
                <w:rtl/>
              </w:rPr>
              <w:t>عورتوں كى بيعت كے شرائط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Toc7268806 \h</w:instrText>
            </w:r>
            <w:r>
              <w:rPr>
                <w:webHidden/>
                <w:rtl/>
              </w:rPr>
              <w:instrText xml:space="preserve"> </w:instrText>
            </w:r>
            <w:r>
              <w:rPr>
                <w:webHidden/>
                <w:rtl/>
              </w:rPr>
            </w:r>
            <w:r>
              <w:rPr>
                <w:webHidden/>
                <w:rtl/>
              </w:rPr>
              <w:fldChar w:fldCharType="separate"/>
            </w:r>
            <w:r>
              <w:rPr>
                <w:webHidden/>
                <w:rtl/>
              </w:rPr>
              <w:t>600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7" w:history="1">
            <w:r w:rsidRPr="00C27113">
              <w:rPr>
                <w:rStyle w:val="Hyperlink"/>
                <w:rtl/>
              </w:rPr>
              <w:t>ابوسفيان كى بيوى ہندہ كى بيعت كا ماجرا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Toc7268807 \h</w:instrText>
            </w:r>
            <w:r>
              <w:rPr>
                <w:webHidden/>
                <w:rtl/>
              </w:rPr>
              <w:instrText xml:space="preserve"> </w:instrText>
            </w:r>
            <w:r>
              <w:rPr>
                <w:webHidden/>
                <w:rtl/>
              </w:rPr>
            </w:r>
            <w:r>
              <w:rPr>
                <w:webHidden/>
                <w:rtl/>
              </w:rPr>
              <w:fldChar w:fldCharType="separate"/>
            </w:r>
            <w:r>
              <w:rPr>
                <w:webHidden/>
                <w:rtl/>
              </w:rPr>
              <w:t>601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8" w:history="1">
            <w:r w:rsidRPr="00C27113">
              <w:rPr>
                <w:rStyle w:val="Hyperlink"/>
                <w:rtl/>
                <w:lang w:bidi="fa-IR"/>
              </w:rPr>
              <w:t>۱۰</w:t>
            </w:r>
            <w:r w:rsidRPr="00C27113">
              <w:rPr>
                <w:rStyle w:val="Hyperlink"/>
                <w:rtl/>
              </w:rPr>
              <w:t xml:space="preserve"> حضرت رسول اكرم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Toc7268808 \h</w:instrText>
            </w:r>
            <w:r>
              <w:rPr>
                <w:webHidden/>
                <w:rtl/>
              </w:rPr>
              <w:instrText xml:space="preserve"> </w:instrText>
            </w:r>
            <w:r>
              <w:rPr>
                <w:webHidden/>
                <w:rtl/>
              </w:rPr>
            </w:r>
            <w:r>
              <w:rPr>
                <w:webHidden/>
                <w:rtl/>
              </w:rPr>
              <w:fldChar w:fldCharType="separate"/>
            </w:r>
            <w:r>
              <w:rPr>
                <w:webHidden/>
                <w:rtl/>
              </w:rPr>
              <w:t>603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09" w:history="1">
            <w:r w:rsidRPr="00C27113">
              <w:rPr>
                <w:rStyle w:val="Hyperlink"/>
                <w:rtl/>
              </w:rPr>
              <w:t>پيغمبر (ص) كے خطوط دنيا كے بادشاہوں كے نام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Toc7268809 \h</w:instrText>
            </w:r>
            <w:r>
              <w:rPr>
                <w:webHidden/>
                <w:rtl/>
              </w:rPr>
              <w:instrText xml:space="preserve"> </w:instrText>
            </w:r>
            <w:r>
              <w:rPr>
                <w:webHidden/>
                <w:rtl/>
              </w:rPr>
            </w:r>
            <w:r>
              <w:rPr>
                <w:webHidden/>
                <w:rtl/>
              </w:rPr>
              <w:fldChar w:fldCharType="separate"/>
            </w:r>
            <w:r>
              <w:rPr>
                <w:webHidden/>
                <w:rtl/>
              </w:rPr>
              <w:t>603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10" w:history="1">
            <w:r w:rsidRPr="00C27113">
              <w:rPr>
                <w:rStyle w:val="Hyperlink"/>
                <w:rtl/>
              </w:rPr>
              <w:t>مقوقس</w:t>
            </w:r>
            <w:r w:rsidRPr="00C27113">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Toc7268810 \h</w:instrText>
            </w:r>
            <w:r>
              <w:rPr>
                <w:webHidden/>
                <w:rtl/>
              </w:rPr>
              <w:instrText xml:space="preserve"> </w:instrText>
            </w:r>
            <w:r>
              <w:rPr>
                <w:webHidden/>
                <w:rtl/>
              </w:rPr>
            </w:r>
            <w:r>
              <w:rPr>
                <w:webHidden/>
                <w:rtl/>
              </w:rPr>
              <w:fldChar w:fldCharType="separate"/>
            </w:r>
            <w:r>
              <w:rPr>
                <w:webHidden/>
                <w:rtl/>
              </w:rPr>
              <w:t>603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11" w:history="1">
            <w:r w:rsidRPr="00C27113">
              <w:rPr>
                <w:rStyle w:val="Hyperlink"/>
                <w:rtl/>
              </w:rPr>
              <w:t>جنگ ذات السلاسل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Toc7268811 \h</w:instrText>
            </w:r>
            <w:r>
              <w:rPr>
                <w:webHidden/>
                <w:rtl/>
              </w:rPr>
              <w:instrText xml:space="preserve"> </w:instrText>
            </w:r>
            <w:r>
              <w:rPr>
                <w:webHidden/>
                <w:rtl/>
              </w:rPr>
            </w:r>
            <w:r>
              <w:rPr>
                <w:webHidden/>
                <w:rtl/>
              </w:rPr>
              <w:fldChar w:fldCharType="separate"/>
            </w:r>
            <w:r>
              <w:rPr>
                <w:webHidden/>
                <w:rtl/>
              </w:rPr>
              <w:t>611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12" w:history="1">
            <w:r w:rsidRPr="00C27113">
              <w:rPr>
                <w:rStyle w:val="Hyperlink"/>
                <w:rtl/>
              </w:rPr>
              <w:t xml:space="preserve">جنگ حنين </w:t>
            </w:r>
            <w:r w:rsidRPr="00C27113">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Toc7268812 \h</w:instrText>
            </w:r>
            <w:r>
              <w:rPr>
                <w:webHidden/>
                <w:rtl/>
              </w:rPr>
              <w:instrText xml:space="preserve"> </w:instrText>
            </w:r>
            <w:r>
              <w:rPr>
                <w:webHidden/>
                <w:rtl/>
              </w:rPr>
            </w:r>
            <w:r>
              <w:rPr>
                <w:webHidden/>
                <w:rtl/>
              </w:rPr>
              <w:fldChar w:fldCharType="separate"/>
            </w:r>
            <w:r>
              <w:rPr>
                <w:webHidden/>
                <w:rtl/>
              </w:rPr>
              <w:t>612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13" w:history="1">
            <w:r w:rsidRPr="00C27113">
              <w:rPr>
                <w:rStyle w:val="Hyperlink"/>
                <w:rtl/>
              </w:rPr>
              <w:t>دشمن كے لشكر كا مورچہ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Toc7268813 \h</w:instrText>
            </w:r>
            <w:r>
              <w:rPr>
                <w:webHidden/>
                <w:rtl/>
              </w:rPr>
              <w:instrText xml:space="preserve"> </w:instrText>
            </w:r>
            <w:r>
              <w:rPr>
                <w:webHidden/>
                <w:rtl/>
              </w:rPr>
            </w:r>
            <w:r>
              <w:rPr>
                <w:webHidden/>
                <w:rtl/>
              </w:rPr>
              <w:fldChar w:fldCharType="separate"/>
            </w:r>
            <w:r>
              <w:rPr>
                <w:webHidden/>
                <w:rtl/>
              </w:rPr>
              <w:t>613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14" w:history="1">
            <w:r w:rsidRPr="00C27113">
              <w:rPr>
                <w:rStyle w:val="Hyperlink"/>
                <w:rtl/>
              </w:rPr>
              <w:t>بھاگنے والے كون تھے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Toc7268814 \h</w:instrText>
            </w:r>
            <w:r>
              <w:rPr>
                <w:webHidden/>
                <w:rtl/>
              </w:rPr>
              <w:instrText xml:space="preserve"> </w:instrText>
            </w:r>
            <w:r>
              <w:rPr>
                <w:webHidden/>
                <w:rtl/>
              </w:rPr>
            </w:r>
            <w:r>
              <w:rPr>
                <w:webHidden/>
                <w:rtl/>
              </w:rPr>
              <w:fldChar w:fldCharType="separate"/>
            </w:r>
            <w:r>
              <w:rPr>
                <w:webHidden/>
                <w:rtl/>
              </w:rPr>
              <w:t>615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15" w:history="1">
            <w:r w:rsidRPr="00C27113">
              <w:rPr>
                <w:rStyle w:val="Hyperlink"/>
                <w:rtl/>
              </w:rPr>
              <w:t>جنگ تبوك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Toc7268815 \h</w:instrText>
            </w:r>
            <w:r>
              <w:rPr>
                <w:webHidden/>
                <w:rtl/>
              </w:rPr>
              <w:instrText xml:space="preserve"> </w:instrText>
            </w:r>
            <w:r>
              <w:rPr>
                <w:webHidden/>
                <w:rtl/>
              </w:rPr>
            </w:r>
            <w:r>
              <w:rPr>
                <w:webHidden/>
                <w:rtl/>
              </w:rPr>
              <w:fldChar w:fldCharType="separate"/>
            </w:r>
            <w:r>
              <w:rPr>
                <w:webHidden/>
                <w:rtl/>
              </w:rPr>
              <w:t>616</w:t>
            </w:r>
            <w:r>
              <w:rPr>
                <w:webHidden/>
                <w:rtl/>
              </w:rPr>
              <w:fldChar w:fldCharType="end"/>
            </w:r>
          </w:hyperlink>
        </w:p>
        <w:p w:rsidR="00F04216" w:rsidRDefault="00F04216" w:rsidP="00F04216">
          <w:pPr>
            <w:pStyle w:val="libNormal"/>
            <w:rPr>
              <w:rStyle w:val="Hyperlink"/>
              <w:b w:val="0"/>
            </w:rPr>
          </w:pPr>
          <w:r>
            <w:rPr>
              <w:rStyle w:val="Hyperlink"/>
            </w:rPr>
            <w:br w:type="page"/>
          </w:r>
        </w:p>
        <w:p w:rsidR="00F04216" w:rsidRDefault="00F04216">
          <w:pPr>
            <w:pStyle w:val="TOC2"/>
            <w:rPr>
              <w:rFonts w:asciiTheme="minorHAnsi" w:eastAsiaTheme="minorEastAsia" w:hAnsiTheme="minorHAnsi" w:cstheme="minorBidi"/>
              <w:b w:val="0"/>
              <w:color w:val="auto"/>
              <w:sz w:val="22"/>
              <w:szCs w:val="22"/>
              <w:rtl/>
              <w:lang w:bidi="ar-SA"/>
            </w:rPr>
          </w:pPr>
          <w:hyperlink w:anchor="_Toc7268816" w:history="1">
            <w:r w:rsidRPr="00C27113">
              <w:rPr>
                <w:rStyle w:val="Hyperlink"/>
                <w:rtl/>
              </w:rPr>
              <w:t>لشكر ى مشكلات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Toc7268816 \h</w:instrText>
            </w:r>
            <w:r>
              <w:rPr>
                <w:webHidden/>
                <w:rtl/>
              </w:rPr>
              <w:instrText xml:space="preserve"> </w:instrText>
            </w:r>
            <w:r>
              <w:rPr>
                <w:webHidden/>
                <w:rtl/>
              </w:rPr>
            </w:r>
            <w:r>
              <w:rPr>
                <w:webHidden/>
                <w:rtl/>
              </w:rPr>
              <w:fldChar w:fldCharType="separate"/>
            </w:r>
            <w:r>
              <w:rPr>
                <w:webHidden/>
                <w:rtl/>
              </w:rPr>
              <w:t>617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17" w:history="1">
            <w:r w:rsidRPr="00C27113">
              <w:rPr>
                <w:rStyle w:val="Hyperlink"/>
                <w:rtl/>
              </w:rPr>
              <w:t>تشويق ، سرزنش، اور دھمكى كى زبان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Toc7268817 \h</w:instrText>
            </w:r>
            <w:r>
              <w:rPr>
                <w:webHidden/>
                <w:rtl/>
              </w:rPr>
              <w:instrText xml:space="preserve"> </w:instrText>
            </w:r>
            <w:r>
              <w:rPr>
                <w:webHidden/>
                <w:rtl/>
              </w:rPr>
            </w:r>
            <w:r>
              <w:rPr>
                <w:webHidden/>
                <w:rtl/>
              </w:rPr>
              <w:fldChar w:fldCharType="separate"/>
            </w:r>
            <w:r>
              <w:rPr>
                <w:webHidden/>
                <w:rtl/>
              </w:rPr>
              <w:t>618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18" w:history="1">
            <w:r w:rsidRPr="00C27113">
              <w:rPr>
                <w:rStyle w:val="Hyperlink"/>
                <w:rtl/>
              </w:rPr>
              <w:t>تنہاوہ جنگ جس ميں حضرت على نے شركت نہ كي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Toc7268818 \h</w:instrText>
            </w:r>
            <w:r>
              <w:rPr>
                <w:webHidden/>
                <w:rtl/>
              </w:rPr>
              <w:instrText xml:space="preserve"> </w:instrText>
            </w:r>
            <w:r>
              <w:rPr>
                <w:webHidden/>
                <w:rtl/>
              </w:rPr>
            </w:r>
            <w:r>
              <w:rPr>
                <w:webHidden/>
                <w:rtl/>
              </w:rPr>
              <w:fldChar w:fldCharType="separate"/>
            </w:r>
            <w:r>
              <w:rPr>
                <w:webHidden/>
                <w:rtl/>
              </w:rPr>
              <w:t>619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19" w:history="1">
            <w:r w:rsidRPr="00C27113">
              <w:rPr>
                <w:rStyle w:val="Hyperlink"/>
                <w:rtl/>
              </w:rPr>
              <w:t>ايك عظيم درس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Toc7268819 \h</w:instrText>
            </w:r>
            <w:r>
              <w:rPr>
                <w:webHidden/>
                <w:rtl/>
              </w:rPr>
              <w:instrText xml:space="preserve"> </w:instrText>
            </w:r>
            <w:r>
              <w:rPr>
                <w:webHidden/>
                <w:rtl/>
              </w:rPr>
            </w:r>
            <w:r>
              <w:rPr>
                <w:webHidden/>
                <w:rtl/>
              </w:rPr>
              <w:fldChar w:fldCharType="separate"/>
            </w:r>
            <w:r>
              <w:rPr>
                <w:webHidden/>
                <w:rtl/>
              </w:rPr>
              <w:t>621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0" w:history="1">
            <w:r w:rsidRPr="00C27113">
              <w:rPr>
                <w:rStyle w:val="Hyperlink"/>
                <w:rtl/>
              </w:rPr>
              <w:t>جنگ تبوك ميں شركت نہ كرنے والے تين لوگ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Toc7268820 \h</w:instrText>
            </w:r>
            <w:r>
              <w:rPr>
                <w:webHidden/>
                <w:rtl/>
              </w:rPr>
              <w:instrText xml:space="preserve"> </w:instrText>
            </w:r>
            <w:r>
              <w:rPr>
                <w:webHidden/>
                <w:rtl/>
              </w:rPr>
            </w:r>
            <w:r>
              <w:rPr>
                <w:webHidden/>
                <w:rtl/>
              </w:rPr>
              <w:fldChar w:fldCharType="separate"/>
            </w:r>
            <w:r>
              <w:rPr>
                <w:webHidden/>
                <w:rtl/>
              </w:rPr>
              <w:t>622</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1" w:history="1">
            <w:r w:rsidRPr="00C27113">
              <w:rPr>
                <w:rStyle w:val="Hyperlink"/>
                <w:rtl/>
              </w:rPr>
              <w:t>مسجد ضرار</w:t>
            </w:r>
            <w:r w:rsidRPr="00C27113">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Toc7268821 \h</w:instrText>
            </w:r>
            <w:r>
              <w:rPr>
                <w:webHidden/>
                <w:rtl/>
              </w:rPr>
              <w:instrText xml:space="preserve"> </w:instrText>
            </w:r>
            <w:r>
              <w:rPr>
                <w:webHidden/>
                <w:rtl/>
              </w:rPr>
            </w:r>
            <w:r>
              <w:rPr>
                <w:webHidden/>
                <w:rtl/>
              </w:rPr>
              <w:fldChar w:fldCharType="separate"/>
            </w:r>
            <w:r>
              <w:rPr>
                <w:webHidden/>
                <w:rtl/>
              </w:rPr>
              <w:t>624</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2" w:history="1">
            <w:r w:rsidRPr="00C27113">
              <w:rPr>
                <w:rStyle w:val="Hyperlink"/>
                <w:rtl/>
              </w:rPr>
              <w:t>مسجد قباء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Toc7268822 \h</w:instrText>
            </w:r>
            <w:r>
              <w:rPr>
                <w:webHidden/>
                <w:rtl/>
              </w:rPr>
              <w:instrText xml:space="preserve"> </w:instrText>
            </w:r>
            <w:r>
              <w:rPr>
                <w:webHidden/>
                <w:rtl/>
              </w:rPr>
            </w:r>
            <w:r>
              <w:rPr>
                <w:webHidden/>
                <w:rtl/>
              </w:rPr>
              <w:fldChar w:fldCharType="separate"/>
            </w:r>
            <w:r>
              <w:rPr>
                <w:webHidden/>
                <w:rtl/>
              </w:rPr>
              <w:t>627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3" w:history="1">
            <w:r w:rsidRPr="00C27113">
              <w:rPr>
                <w:rStyle w:val="Hyperlink"/>
                <w:rtl/>
              </w:rPr>
              <w:t>سب سے پہلى نماز جمعہ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Toc7268823 \h</w:instrText>
            </w:r>
            <w:r>
              <w:rPr>
                <w:webHidden/>
                <w:rtl/>
              </w:rPr>
              <w:instrText xml:space="preserve"> </w:instrText>
            </w:r>
            <w:r>
              <w:rPr>
                <w:webHidden/>
                <w:rtl/>
              </w:rPr>
            </w:r>
            <w:r>
              <w:rPr>
                <w:webHidden/>
                <w:rtl/>
              </w:rPr>
              <w:fldChar w:fldCharType="separate"/>
            </w:r>
            <w:r>
              <w:rPr>
                <w:webHidden/>
                <w:rtl/>
              </w:rPr>
              <w:t>628</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4" w:history="1">
            <w:r w:rsidRPr="00C27113">
              <w:rPr>
                <w:rStyle w:val="Hyperlink"/>
                <w:rtl/>
              </w:rPr>
              <w:t>واقعہ غدير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Toc7268824 \h</w:instrText>
            </w:r>
            <w:r>
              <w:rPr>
                <w:webHidden/>
                <w:rtl/>
              </w:rPr>
              <w:instrText xml:space="preserve"> </w:instrText>
            </w:r>
            <w:r>
              <w:rPr>
                <w:webHidden/>
                <w:rtl/>
              </w:rPr>
            </w:r>
            <w:r>
              <w:rPr>
                <w:webHidden/>
                <w:rtl/>
              </w:rPr>
              <w:fldChar w:fldCharType="separate"/>
            </w:r>
            <w:r>
              <w:rPr>
                <w:webHidden/>
                <w:rtl/>
              </w:rPr>
              <w:t>629</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5" w:history="1">
            <w:r w:rsidRPr="00C27113">
              <w:rPr>
                <w:rStyle w:val="Hyperlink"/>
                <w:rtl/>
              </w:rPr>
              <w:t>خطبہ غدير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Toc7268825 \h</w:instrText>
            </w:r>
            <w:r>
              <w:rPr>
                <w:webHidden/>
                <w:rtl/>
              </w:rPr>
              <w:instrText xml:space="preserve"> </w:instrText>
            </w:r>
            <w:r>
              <w:rPr>
                <w:webHidden/>
                <w:rtl/>
              </w:rPr>
            </w:r>
            <w:r>
              <w:rPr>
                <w:webHidden/>
                <w:rtl/>
              </w:rPr>
              <w:fldChar w:fldCharType="separate"/>
            </w:r>
            <w:r>
              <w:rPr>
                <w:webHidden/>
                <w:rtl/>
              </w:rPr>
              <w:t>630</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6" w:history="1">
            <w:r w:rsidRPr="00C27113">
              <w:rPr>
                <w:rStyle w:val="Hyperlink"/>
                <w:rtl/>
              </w:rPr>
              <w:t>روز اكمال دين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Toc7268826 \h</w:instrText>
            </w:r>
            <w:r>
              <w:rPr>
                <w:webHidden/>
                <w:rtl/>
              </w:rPr>
              <w:instrText xml:space="preserve"> </w:instrText>
            </w:r>
            <w:r>
              <w:rPr>
                <w:webHidden/>
                <w:rtl/>
              </w:rPr>
            </w:r>
            <w:r>
              <w:rPr>
                <w:webHidden/>
                <w:rtl/>
              </w:rPr>
              <w:fldChar w:fldCharType="separate"/>
            </w:r>
            <w:r>
              <w:rPr>
                <w:webHidden/>
                <w:rtl/>
              </w:rPr>
              <w:t>633</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7" w:history="1">
            <w:r w:rsidRPr="00C27113">
              <w:rPr>
                <w:rStyle w:val="Hyperlink"/>
                <w:rtl/>
              </w:rPr>
              <w:t>فدك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Toc7268827 \h</w:instrText>
            </w:r>
            <w:r>
              <w:rPr>
                <w:webHidden/>
                <w:rtl/>
              </w:rPr>
              <w:instrText xml:space="preserve"> </w:instrText>
            </w:r>
            <w:r>
              <w:rPr>
                <w:webHidden/>
                <w:rtl/>
              </w:rPr>
            </w:r>
            <w:r>
              <w:rPr>
                <w:webHidden/>
                <w:rtl/>
              </w:rPr>
              <w:fldChar w:fldCharType="separate"/>
            </w:r>
            <w:r>
              <w:rPr>
                <w:webHidden/>
                <w:rtl/>
              </w:rPr>
              <w:t>635</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8" w:history="1">
            <w:r w:rsidRPr="00C27113">
              <w:rPr>
                <w:rStyle w:val="Hyperlink"/>
                <w:rtl/>
              </w:rPr>
              <w:t>''نحن معاشر الانبياء لا نورث''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Toc7268828 \h</w:instrText>
            </w:r>
            <w:r>
              <w:rPr>
                <w:webHidden/>
                <w:rtl/>
              </w:rPr>
              <w:instrText xml:space="preserve"> </w:instrText>
            </w:r>
            <w:r>
              <w:rPr>
                <w:webHidden/>
                <w:rtl/>
              </w:rPr>
            </w:r>
            <w:r>
              <w:rPr>
                <w:webHidden/>
                <w:rtl/>
              </w:rPr>
              <w:fldChar w:fldCharType="separate"/>
            </w:r>
            <w:r>
              <w:rPr>
                <w:webHidden/>
                <w:rtl/>
              </w:rPr>
              <w:t>637</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29" w:history="1">
            <w:r w:rsidRPr="00C27113">
              <w:rPr>
                <w:rStyle w:val="Hyperlink"/>
                <w:rtl/>
              </w:rPr>
              <w:t>مباہلہ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Toc7268829 \h</w:instrText>
            </w:r>
            <w:r>
              <w:rPr>
                <w:webHidden/>
                <w:rtl/>
              </w:rPr>
              <w:instrText xml:space="preserve"> </w:instrText>
            </w:r>
            <w:r>
              <w:rPr>
                <w:webHidden/>
                <w:rtl/>
              </w:rPr>
            </w:r>
            <w:r>
              <w:rPr>
                <w:webHidden/>
                <w:rtl/>
              </w:rPr>
              <w:fldChar w:fldCharType="separate"/>
            </w:r>
            <w:r>
              <w:rPr>
                <w:webHidden/>
                <w:rtl/>
              </w:rPr>
              <w:t>641</w:t>
            </w:r>
            <w:r>
              <w:rPr>
                <w:webHidden/>
                <w:rtl/>
              </w:rPr>
              <w:fldChar w:fldCharType="end"/>
            </w:r>
          </w:hyperlink>
        </w:p>
        <w:p w:rsidR="00F04216" w:rsidRDefault="00F04216">
          <w:pPr>
            <w:pStyle w:val="TOC2"/>
            <w:rPr>
              <w:rFonts w:asciiTheme="minorHAnsi" w:eastAsiaTheme="minorEastAsia" w:hAnsiTheme="minorHAnsi" w:cstheme="minorBidi"/>
              <w:b w:val="0"/>
              <w:color w:val="auto"/>
              <w:sz w:val="22"/>
              <w:szCs w:val="22"/>
              <w:rtl/>
              <w:lang w:bidi="ar-SA"/>
            </w:rPr>
          </w:pPr>
          <w:hyperlink w:anchor="_Toc7268830" w:history="1">
            <w:r w:rsidRPr="00C27113">
              <w:rPr>
                <w:rStyle w:val="Hyperlink"/>
                <w:rtl/>
              </w:rPr>
              <w:t>عظمت اہل بي</w:t>
            </w:r>
            <w:r w:rsidRPr="00C27113">
              <w:rPr>
                <w:rStyle w:val="Hyperlink"/>
                <w:rtl/>
              </w:rPr>
              <w:t>ت</w:t>
            </w:r>
            <w:r w:rsidRPr="00C27113">
              <w:rPr>
                <w:rStyle w:val="Hyperlink"/>
                <w:rtl/>
              </w:rPr>
              <w:t xml:space="preserve"> كى ايك زندہ سند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Toc7268830 \h</w:instrText>
            </w:r>
            <w:r>
              <w:rPr>
                <w:webHidden/>
                <w:rtl/>
              </w:rPr>
              <w:instrText xml:space="preserve"> </w:instrText>
            </w:r>
            <w:r>
              <w:rPr>
                <w:webHidden/>
                <w:rtl/>
              </w:rPr>
            </w:r>
            <w:r>
              <w:rPr>
                <w:webHidden/>
                <w:rtl/>
              </w:rPr>
              <w:fldChar w:fldCharType="separate"/>
            </w:r>
            <w:r>
              <w:rPr>
                <w:webHidden/>
                <w:rtl/>
              </w:rPr>
              <w:t>643</w:t>
            </w:r>
            <w:r>
              <w:rPr>
                <w:webHidden/>
                <w:rtl/>
              </w:rPr>
              <w:fldChar w:fldCharType="end"/>
            </w:r>
          </w:hyperlink>
        </w:p>
        <w:p w:rsidR="00F04216" w:rsidRDefault="00F04216" w:rsidP="00651F92">
          <w:pPr>
            <w:pStyle w:val="libNormal"/>
          </w:pPr>
          <w:r>
            <w:fldChar w:fldCharType="end"/>
          </w:r>
        </w:p>
        <w:bookmarkStart w:id="434" w:name="_GoBack" w:displacedByCustomXml="next"/>
      </w:sdtContent>
    </w:sdt>
    <w:bookmarkEnd w:id="434" w:displacedByCustomXml="prev"/>
    <w:p w:rsidR="00383631" w:rsidRDefault="00383631" w:rsidP="00D07B54">
      <w:pPr>
        <w:pStyle w:val="libNormal"/>
        <w:rPr>
          <w:rtl/>
        </w:rPr>
      </w:pPr>
    </w:p>
    <w:sectPr w:rsidR="00383631"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21C" w:rsidRDefault="009E021C">
      <w:r>
        <w:separator/>
      </w:r>
    </w:p>
  </w:endnote>
  <w:endnote w:type="continuationSeparator" w:id="0">
    <w:p w:rsidR="009E021C" w:rsidRDefault="009E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216" w:rsidRDefault="00F04216"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216" w:rsidRPr="00826B03" w:rsidRDefault="00F04216"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21C" w:rsidRDefault="009E021C">
      <w:r>
        <w:separator/>
      </w:r>
    </w:p>
  </w:footnote>
  <w:footnote w:type="continuationSeparator" w:id="0">
    <w:p w:rsidR="009E021C" w:rsidRDefault="009E0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83E"/>
    <w:rsid w:val="00001D54"/>
    <w:rsid w:val="00002032"/>
    <w:rsid w:val="000035DD"/>
    <w:rsid w:val="0000385A"/>
    <w:rsid w:val="00004309"/>
    <w:rsid w:val="00004372"/>
    <w:rsid w:val="00004D72"/>
    <w:rsid w:val="0000568D"/>
    <w:rsid w:val="00005A19"/>
    <w:rsid w:val="00005F58"/>
    <w:rsid w:val="000064A1"/>
    <w:rsid w:val="000065B6"/>
    <w:rsid w:val="00007F62"/>
    <w:rsid w:val="00007FCA"/>
    <w:rsid w:val="000101BD"/>
    <w:rsid w:val="00010DE0"/>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80B"/>
    <w:rsid w:val="0002692F"/>
    <w:rsid w:val="00026D33"/>
    <w:rsid w:val="00026E53"/>
    <w:rsid w:val="00027176"/>
    <w:rsid w:val="00027940"/>
    <w:rsid w:val="000279A9"/>
    <w:rsid w:val="00027B14"/>
    <w:rsid w:val="00027D5E"/>
    <w:rsid w:val="00030937"/>
    <w:rsid w:val="00031810"/>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3C8"/>
    <w:rsid w:val="00040798"/>
    <w:rsid w:val="0004090E"/>
    <w:rsid w:val="00040E03"/>
    <w:rsid w:val="0004187C"/>
    <w:rsid w:val="00041ED1"/>
    <w:rsid w:val="00042164"/>
    <w:rsid w:val="0004243B"/>
    <w:rsid w:val="000429B4"/>
    <w:rsid w:val="00043023"/>
    <w:rsid w:val="0004442A"/>
    <w:rsid w:val="000445CA"/>
    <w:rsid w:val="00044D3F"/>
    <w:rsid w:val="00044F50"/>
    <w:rsid w:val="00045141"/>
    <w:rsid w:val="000453C4"/>
    <w:rsid w:val="000456AD"/>
    <w:rsid w:val="0004594E"/>
    <w:rsid w:val="0004672C"/>
    <w:rsid w:val="00046F57"/>
    <w:rsid w:val="000470FE"/>
    <w:rsid w:val="00047101"/>
    <w:rsid w:val="00047F63"/>
    <w:rsid w:val="00050377"/>
    <w:rsid w:val="00050EDF"/>
    <w:rsid w:val="00051D79"/>
    <w:rsid w:val="00051F92"/>
    <w:rsid w:val="0005371B"/>
    <w:rsid w:val="00053D15"/>
    <w:rsid w:val="000543D6"/>
    <w:rsid w:val="00054406"/>
    <w:rsid w:val="00055913"/>
    <w:rsid w:val="00056CE6"/>
    <w:rsid w:val="00056E51"/>
    <w:rsid w:val="00057492"/>
    <w:rsid w:val="00057743"/>
    <w:rsid w:val="000578AC"/>
    <w:rsid w:val="00057C87"/>
    <w:rsid w:val="000600A0"/>
    <w:rsid w:val="00061C01"/>
    <w:rsid w:val="0006216A"/>
    <w:rsid w:val="00062739"/>
    <w:rsid w:val="0006368E"/>
    <w:rsid w:val="0006435F"/>
    <w:rsid w:val="00064A1D"/>
    <w:rsid w:val="00065BE1"/>
    <w:rsid w:val="0006635F"/>
    <w:rsid w:val="000669EE"/>
    <w:rsid w:val="00067616"/>
    <w:rsid w:val="00067F84"/>
    <w:rsid w:val="0007037B"/>
    <w:rsid w:val="000704B1"/>
    <w:rsid w:val="000705F5"/>
    <w:rsid w:val="00071424"/>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4CA3"/>
    <w:rsid w:val="000853CE"/>
    <w:rsid w:val="000854F5"/>
    <w:rsid w:val="0008579C"/>
    <w:rsid w:val="000859B3"/>
    <w:rsid w:val="00087017"/>
    <w:rsid w:val="0008761F"/>
    <w:rsid w:val="00090341"/>
    <w:rsid w:val="00090987"/>
    <w:rsid w:val="00091C36"/>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6C7"/>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9B2"/>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3FCD"/>
    <w:rsid w:val="000E574B"/>
    <w:rsid w:val="000E57F4"/>
    <w:rsid w:val="000E5A21"/>
    <w:rsid w:val="000E6824"/>
    <w:rsid w:val="000E7877"/>
    <w:rsid w:val="000E7C09"/>
    <w:rsid w:val="000E7EA9"/>
    <w:rsid w:val="000F0002"/>
    <w:rsid w:val="000F0567"/>
    <w:rsid w:val="000F1784"/>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2FE"/>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49EF"/>
    <w:rsid w:val="001255EF"/>
    <w:rsid w:val="00125C03"/>
    <w:rsid w:val="001262F8"/>
    <w:rsid w:val="00126471"/>
    <w:rsid w:val="0012664F"/>
    <w:rsid w:val="0012747D"/>
    <w:rsid w:val="00127771"/>
    <w:rsid w:val="00127823"/>
    <w:rsid w:val="00130055"/>
    <w:rsid w:val="00130B8B"/>
    <w:rsid w:val="00130D64"/>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37BBD"/>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04D"/>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8F9"/>
    <w:rsid w:val="001649EA"/>
    <w:rsid w:val="00164B23"/>
    <w:rsid w:val="00164C58"/>
    <w:rsid w:val="00165305"/>
    <w:rsid w:val="001654FC"/>
    <w:rsid w:val="00165864"/>
    <w:rsid w:val="001677CA"/>
    <w:rsid w:val="00167815"/>
    <w:rsid w:val="00170C2E"/>
    <w:rsid w:val="00170F4E"/>
    <w:rsid w:val="001712E1"/>
    <w:rsid w:val="0017133B"/>
    <w:rsid w:val="00171D83"/>
    <w:rsid w:val="00172364"/>
    <w:rsid w:val="00172AAE"/>
    <w:rsid w:val="0017337C"/>
    <w:rsid w:val="00173B90"/>
    <w:rsid w:val="00173CE6"/>
    <w:rsid w:val="00175668"/>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4DAE"/>
    <w:rsid w:val="0018515B"/>
    <w:rsid w:val="0018531C"/>
    <w:rsid w:val="00185E1F"/>
    <w:rsid w:val="0018664D"/>
    <w:rsid w:val="00186DC8"/>
    <w:rsid w:val="00186F00"/>
    <w:rsid w:val="00187017"/>
    <w:rsid w:val="00187246"/>
    <w:rsid w:val="00187517"/>
    <w:rsid w:val="001875B7"/>
    <w:rsid w:val="001912BF"/>
    <w:rsid w:val="001921CE"/>
    <w:rsid w:val="00192580"/>
    <w:rsid w:val="001936BE"/>
    <w:rsid w:val="001937F7"/>
    <w:rsid w:val="00193958"/>
    <w:rsid w:val="00193A16"/>
    <w:rsid w:val="00193B18"/>
    <w:rsid w:val="00194288"/>
    <w:rsid w:val="00194D9F"/>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1AB"/>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914"/>
    <w:rsid w:val="001C7FA6"/>
    <w:rsid w:val="001D0825"/>
    <w:rsid w:val="001D23CB"/>
    <w:rsid w:val="001D2E1B"/>
    <w:rsid w:val="001D34B8"/>
    <w:rsid w:val="001D3594"/>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D7CB1"/>
    <w:rsid w:val="001E016E"/>
    <w:rsid w:val="001E030C"/>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3E70"/>
    <w:rsid w:val="002344CB"/>
    <w:rsid w:val="00234DB9"/>
    <w:rsid w:val="002355D5"/>
    <w:rsid w:val="00235D0A"/>
    <w:rsid w:val="00235D84"/>
    <w:rsid w:val="00236705"/>
    <w:rsid w:val="00236EA4"/>
    <w:rsid w:val="002373BF"/>
    <w:rsid w:val="00237688"/>
    <w:rsid w:val="00237915"/>
    <w:rsid w:val="00237929"/>
    <w:rsid w:val="00237C4F"/>
    <w:rsid w:val="0024109A"/>
    <w:rsid w:val="002410BB"/>
    <w:rsid w:val="0024115B"/>
    <w:rsid w:val="002416F6"/>
    <w:rsid w:val="0024170C"/>
    <w:rsid w:val="0024194E"/>
    <w:rsid w:val="00241CB0"/>
    <w:rsid w:val="00241D2D"/>
    <w:rsid w:val="00241F59"/>
    <w:rsid w:val="00242535"/>
    <w:rsid w:val="0024265C"/>
    <w:rsid w:val="00242918"/>
    <w:rsid w:val="00242ADA"/>
    <w:rsid w:val="00242DA9"/>
    <w:rsid w:val="002434C9"/>
    <w:rsid w:val="00243D6D"/>
    <w:rsid w:val="00243DAF"/>
    <w:rsid w:val="00243F16"/>
    <w:rsid w:val="00244146"/>
    <w:rsid w:val="0024429F"/>
    <w:rsid w:val="00244C2E"/>
    <w:rsid w:val="00245054"/>
    <w:rsid w:val="002464ED"/>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2EBA"/>
    <w:rsid w:val="00263243"/>
    <w:rsid w:val="00263401"/>
    <w:rsid w:val="00263A89"/>
    <w:rsid w:val="00263AA1"/>
    <w:rsid w:val="00263F56"/>
    <w:rsid w:val="00264D5D"/>
    <w:rsid w:val="00264F98"/>
    <w:rsid w:val="00265BB5"/>
    <w:rsid w:val="002667FE"/>
    <w:rsid w:val="00266DFE"/>
    <w:rsid w:val="00267723"/>
    <w:rsid w:val="00270D2A"/>
    <w:rsid w:val="00270E57"/>
    <w:rsid w:val="00271E2F"/>
    <w:rsid w:val="00272450"/>
    <w:rsid w:val="0027264B"/>
    <w:rsid w:val="00273416"/>
    <w:rsid w:val="0027369F"/>
    <w:rsid w:val="00273862"/>
    <w:rsid w:val="00273B0F"/>
    <w:rsid w:val="00273FEA"/>
    <w:rsid w:val="002745A4"/>
    <w:rsid w:val="00274D89"/>
    <w:rsid w:val="00274FDE"/>
    <w:rsid w:val="002756E8"/>
    <w:rsid w:val="0027575D"/>
    <w:rsid w:val="002764A6"/>
    <w:rsid w:val="00277C49"/>
    <w:rsid w:val="00277F2F"/>
    <w:rsid w:val="00280956"/>
    <w:rsid w:val="002809D0"/>
    <w:rsid w:val="002818EF"/>
    <w:rsid w:val="00281F1F"/>
    <w:rsid w:val="00282184"/>
    <w:rsid w:val="0028271F"/>
    <w:rsid w:val="002827F4"/>
    <w:rsid w:val="00283EF6"/>
    <w:rsid w:val="0028403A"/>
    <w:rsid w:val="002843CE"/>
    <w:rsid w:val="0028459E"/>
    <w:rsid w:val="002846DB"/>
    <w:rsid w:val="0028489F"/>
    <w:rsid w:val="002855DE"/>
    <w:rsid w:val="00285C52"/>
    <w:rsid w:val="002866C5"/>
    <w:rsid w:val="00286BB7"/>
    <w:rsid w:val="00286D77"/>
    <w:rsid w:val="002876A6"/>
    <w:rsid w:val="0029093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0E1"/>
    <w:rsid w:val="002B0106"/>
    <w:rsid w:val="002B03A8"/>
    <w:rsid w:val="002B0801"/>
    <w:rsid w:val="002B0847"/>
    <w:rsid w:val="002B1092"/>
    <w:rsid w:val="002B14F0"/>
    <w:rsid w:val="002B192D"/>
    <w:rsid w:val="002B1AC1"/>
    <w:rsid w:val="002B1F83"/>
    <w:rsid w:val="002B2063"/>
    <w:rsid w:val="002B20CC"/>
    <w:rsid w:val="002B22D7"/>
    <w:rsid w:val="002B23FA"/>
    <w:rsid w:val="002B2408"/>
    <w:rsid w:val="002B244A"/>
    <w:rsid w:val="002B2642"/>
    <w:rsid w:val="002B2B15"/>
    <w:rsid w:val="002B2BB5"/>
    <w:rsid w:val="002B31FD"/>
    <w:rsid w:val="002B369A"/>
    <w:rsid w:val="002B4793"/>
    <w:rsid w:val="002B4EFD"/>
    <w:rsid w:val="002B5180"/>
    <w:rsid w:val="002B5911"/>
    <w:rsid w:val="002B5A8E"/>
    <w:rsid w:val="002B5D5B"/>
    <w:rsid w:val="002B5F1A"/>
    <w:rsid w:val="002B702E"/>
    <w:rsid w:val="002B71A8"/>
    <w:rsid w:val="002B74C5"/>
    <w:rsid w:val="002B7633"/>
    <w:rsid w:val="002B7989"/>
    <w:rsid w:val="002C17C1"/>
    <w:rsid w:val="002C1C63"/>
    <w:rsid w:val="002C22D0"/>
    <w:rsid w:val="002C2736"/>
    <w:rsid w:val="002C29FB"/>
    <w:rsid w:val="002C39F5"/>
    <w:rsid w:val="002C3B15"/>
    <w:rsid w:val="002C3E3A"/>
    <w:rsid w:val="002C3FFC"/>
    <w:rsid w:val="002C4344"/>
    <w:rsid w:val="002C48A3"/>
    <w:rsid w:val="002C4958"/>
    <w:rsid w:val="002C4C79"/>
    <w:rsid w:val="002C5505"/>
    <w:rsid w:val="002C5C66"/>
    <w:rsid w:val="002C608A"/>
    <w:rsid w:val="002C6427"/>
    <w:rsid w:val="002C793C"/>
    <w:rsid w:val="002C7975"/>
    <w:rsid w:val="002D01B7"/>
    <w:rsid w:val="002D0272"/>
    <w:rsid w:val="002D05FB"/>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5CC9"/>
    <w:rsid w:val="002D6797"/>
    <w:rsid w:val="002D6A07"/>
    <w:rsid w:val="002D7D58"/>
    <w:rsid w:val="002E015C"/>
    <w:rsid w:val="002E03AD"/>
    <w:rsid w:val="002E0D44"/>
    <w:rsid w:val="002E19EE"/>
    <w:rsid w:val="002E2160"/>
    <w:rsid w:val="002E2ADA"/>
    <w:rsid w:val="002E2B03"/>
    <w:rsid w:val="002E3A07"/>
    <w:rsid w:val="002E4104"/>
    <w:rsid w:val="002E4468"/>
    <w:rsid w:val="002E45AC"/>
    <w:rsid w:val="002E4976"/>
    <w:rsid w:val="002E4C40"/>
    <w:rsid w:val="002E4D3D"/>
    <w:rsid w:val="002E5340"/>
    <w:rsid w:val="002E5CA1"/>
    <w:rsid w:val="002E6022"/>
    <w:rsid w:val="002E69E9"/>
    <w:rsid w:val="002E70BF"/>
    <w:rsid w:val="002E7609"/>
    <w:rsid w:val="002E7FCA"/>
    <w:rsid w:val="002F05A8"/>
    <w:rsid w:val="002F06C7"/>
    <w:rsid w:val="002F0CEC"/>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947"/>
    <w:rsid w:val="00302BAB"/>
    <w:rsid w:val="00303063"/>
    <w:rsid w:val="00303462"/>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476"/>
    <w:rsid w:val="00316A6A"/>
    <w:rsid w:val="0031776D"/>
    <w:rsid w:val="00317804"/>
    <w:rsid w:val="00317D3F"/>
    <w:rsid w:val="00317DE6"/>
    <w:rsid w:val="00317E22"/>
    <w:rsid w:val="00317FA1"/>
    <w:rsid w:val="00317FD5"/>
    <w:rsid w:val="003200DF"/>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8E"/>
    <w:rsid w:val="00325D9F"/>
    <w:rsid w:val="003269DB"/>
    <w:rsid w:val="00326CAD"/>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489C"/>
    <w:rsid w:val="003450B7"/>
    <w:rsid w:val="003452DD"/>
    <w:rsid w:val="003457CF"/>
    <w:rsid w:val="00345904"/>
    <w:rsid w:val="00345DFD"/>
    <w:rsid w:val="0034624F"/>
    <w:rsid w:val="00346A49"/>
    <w:rsid w:val="00346C35"/>
    <w:rsid w:val="0034718C"/>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188"/>
    <w:rsid w:val="003578FB"/>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67B5B"/>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3631"/>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0B"/>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5CC0"/>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36C3"/>
    <w:rsid w:val="003C403E"/>
    <w:rsid w:val="003C42E8"/>
    <w:rsid w:val="003C46F2"/>
    <w:rsid w:val="003C475C"/>
    <w:rsid w:val="003C4ACE"/>
    <w:rsid w:val="003C4E2F"/>
    <w:rsid w:val="003C5A92"/>
    <w:rsid w:val="003C61BE"/>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0EC"/>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058"/>
    <w:rsid w:val="003E5B2C"/>
    <w:rsid w:val="003E649C"/>
    <w:rsid w:val="003E69AE"/>
    <w:rsid w:val="003E7585"/>
    <w:rsid w:val="003F1278"/>
    <w:rsid w:val="003F1F73"/>
    <w:rsid w:val="003F2536"/>
    <w:rsid w:val="003F263F"/>
    <w:rsid w:val="003F303B"/>
    <w:rsid w:val="003F31D8"/>
    <w:rsid w:val="003F33DE"/>
    <w:rsid w:val="003F44AD"/>
    <w:rsid w:val="003F470F"/>
    <w:rsid w:val="003F4AF3"/>
    <w:rsid w:val="003F4CBC"/>
    <w:rsid w:val="003F5A94"/>
    <w:rsid w:val="003F6170"/>
    <w:rsid w:val="003F72E7"/>
    <w:rsid w:val="003F73E0"/>
    <w:rsid w:val="003F7AF7"/>
    <w:rsid w:val="004004C6"/>
    <w:rsid w:val="004006AD"/>
    <w:rsid w:val="0040148E"/>
    <w:rsid w:val="004017F5"/>
    <w:rsid w:val="00401998"/>
    <w:rsid w:val="00401ADC"/>
    <w:rsid w:val="00401DBF"/>
    <w:rsid w:val="00401E92"/>
    <w:rsid w:val="0040204E"/>
    <w:rsid w:val="00402670"/>
    <w:rsid w:val="00402C65"/>
    <w:rsid w:val="0040317E"/>
    <w:rsid w:val="00403EFF"/>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34D"/>
    <w:rsid w:val="00413838"/>
    <w:rsid w:val="00414547"/>
    <w:rsid w:val="00414B04"/>
    <w:rsid w:val="00414FE9"/>
    <w:rsid w:val="00415690"/>
    <w:rsid w:val="004159E2"/>
    <w:rsid w:val="00416B16"/>
    <w:rsid w:val="00416E2B"/>
    <w:rsid w:val="0041755B"/>
    <w:rsid w:val="004209BA"/>
    <w:rsid w:val="00420C44"/>
    <w:rsid w:val="00420EEC"/>
    <w:rsid w:val="00421A14"/>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611"/>
    <w:rsid w:val="00432BAE"/>
    <w:rsid w:val="00433847"/>
    <w:rsid w:val="00433F28"/>
    <w:rsid w:val="00434A97"/>
    <w:rsid w:val="00434D43"/>
    <w:rsid w:val="00434EFA"/>
    <w:rsid w:val="00434FE6"/>
    <w:rsid w:val="00435C2F"/>
    <w:rsid w:val="00435D71"/>
    <w:rsid w:val="00435F64"/>
    <w:rsid w:val="00436114"/>
    <w:rsid w:val="004367EF"/>
    <w:rsid w:val="00436A9C"/>
    <w:rsid w:val="00437035"/>
    <w:rsid w:val="0043754A"/>
    <w:rsid w:val="00437949"/>
    <w:rsid w:val="00437959"/>
    <w:rsid w:val="00437C19"/>
    <w:rsid w:val="00437D9B"/>
    <w:rsid w:val="00440C62"/>
    <w:rsid w:val="0044171E"/>
    <w:rsid w:val="00442AC1"/>
    <w:rsid w:val="00442C0D"/>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197"/>
    <w:rsid w:val="00465DC5"/>
    <w:rsid w:val="00465FCA"/>
    <w:rsid w:val="0046634E"/>
    <w:rsid w:val="004665FB"/>
    <w:rsid w:val="004667A7"/>
    <w:rsid w:val="00466B3E"/>
    <w:rsid w:val="00466D09"/>
    <w:rsid w:val="00466E2C"/>
    <w:rsid w:val="00467072"/>
    <w:rsid w:val="004671A4"/>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4E74"/>
    <w:rsid w:val="00485172"/>
    <w:rsid w:val="0048554B"/>
    <w:rsid w:val="00486A19"/>
    <w:rsid w:val="00486CD3"/>
    <w:rsid w:val="00486D01"/>
    <w:rsid w:val="004875A8"/>
    <w:rsid w:val="00490349"/>
    <w:rsid w:val="004907D6"/>
    <w:rsid w:val="00490830"/>
    <w:rsid w:val="00490B8B"/>
    <w:rsid w:val="0049103A"/>
    <w:rsid w:val="004919C3"/>
    <w:rsid w:val="00491A0F"/>
    <w:rsid w:val="00492929"/>
    <w:rsid w:val="004932D8"/>
    <w:rsid w:val="004936BF"/>
    <w:rsid w:val="004939E0"/>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17C"/>
    <w:rsid w:val="004A4369"/>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1F23"/>
    <w:rsid w:val="004B2522"/>
    <w:rsid w:val="004B2695"/>
    <w:rsid w:val="004B2B6A"/>
    <w:rsid w:val="004B3E2C"/>
    <w:rsid w:val="004B3F28"/>
    <w:rsid w:val="004B40CC"/>
    <w:rsid w:val="004B41BF"/>
    <w:rsid w:val="004B4495"/>
    <w:rsid w:val="004B45E7"/>
    <w:rsid w:val="004B4DF6"/>
    <w:rsid w:val="004B5DE2"/>
    <w:rsid w:val="004B60C5"/>
    <w:rsid w:val="004B6B61"/>
    <w:rsid w:val="004B774E"/>
    <w:rsid w:val="004B7DEE"/>
    <w:rsid w:val="004C04B0"/>
    <w:rsid w:val="004C0546"/>
    <w:rsid w:val="004C058B"/>
    <w:rsid w:val="004C0800"/>
    <w:rsid w:val="004C1019"/>
    <w:rsid w:val="004C1272"/>
    <w:rsid w:val="004C198C"/>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6D21"/>
    <w:rsid w:val="004C77B5"/>
    <w:rsid w:val="004D03C3"/>
    <w:rsid w:val="004D11C2"/>
    <w:rsid w:val="004D371B"/>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0972"/>
    <w:rsid w:val="004E1161"/>
    <w:rsid w:val="004E1437"/>
    <w:rsid w:val="004E18F5"/>
    <w:rsid w:val="004E1945"/>
    <w:rsid w:val="004E1D36"/>
    <w:rsid w:val="004E1F4C"/>
    <w:rsid w:val="004E2257"/>
    <w:rsid w:val="004E3570"/>
    <w:rsid w:val="004E3CB3"/>
    <w:rsid w:val="004E4979"/>
    <w:rsid w:val="004E4B94"/>
    <w:rsid w:val="004E530F"/>
    <w:rsid w:val="004E55E3"/>
    <w:rsid w:val="004E678A"/>
    <w:rsid w:val="004E6CA9"/>
    <w:rsid w:val="004E6DD9"/>
    <w:rsid w:val="004E6E95"/>
    <w:rsid w:val="004E7B80"/>
    <w:rsid w:val="004E7E9E"/>
    <w:rsid w:val="004E7FE2"/>
    <w:rsid w:val="004F0625"/>
    <w:rsid w:val="004F0D45"/>
    <w:rsid w:val="004F0FE6"/>
    <w:rsid w:val="004F1D0E"/>
    <w:rsid w:val="004F1D44"/>
    <w:rsid w:val="004F1FF8"/>
    <w:rsid w:val="004F26AC"/>
    <w:rsid w:val="004F28C9"/>
    <w:rsid w:val="004F305D"/>
    <w:rsid w:val="004F35D7"/>
    <w:rsid w:val="004F3FB8"/>
    <w:rsid w:val="004F58BA"/>
    <w:rsid w:val="004F58EC"/>
    <w:rsid w:val="004F5EE4"/>
    <w:rsid w:val="004F6473"/>
    <w:rsid w:val="004F65BD"/>
    <w:rsid w:val="004F6DBB"/>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1E"/>
    <w:rsid w:val="0050478C"/>
    <w:rsid w:val="00504A74"/>
    <w:rsid w:val="00505D4A"/>
    <w:rsid w:val="00506389"/>
    <w:rsid w:val="00506F86"/>
    <w:rsid w:val="0050710C"/>
    <w:rsid w:val="0050750A"/>
    <w:rsid w:val="005077B1"/>
    <w:rsid w:val="00507C6E"/>
    <w:rsid w:val="005100A4"/>
    <w:rsid w:val="005104B0"/>
    <w:rsid w:val="00510A96"/>
    <w:rsid w:val="00510F59"/>
    <w:rsid w:val="00510F61"/>
    <w:rsid w:val="00511259"/>
    <w:rsid w:val="0051127C"/>
    <w:rsid w:val="0051167E"/>
    <w:rsid w:val="00511775"/>
    <w:rsid w:val="00511C34"/>
    <w:rsid w:val="00511D01"/>
    <w:rsid w:val="00512660"/>
    <w:rsid w:val="00512B38"/>
    <w:rsid w:val="005138A8"/>
    <w:rsid w:val="00513B92"/>
    <w:rsid w:val="005143DF"/>
    <w:rsid w:val="00514CB8"/>
    <w:rsid w:val="005151D1"/>
    <w:rsid w:val="00515729"/>
    <w:rsid w:val="00515746"/>
    <w:rsid w:val="0051655C"/>
    <w:rsid w:val="00516725"/>
    <w:rsid w:val="005168B1"/>
    <w:rsid w:val="00516D8F"/>
    <w:rsid w:val="0051715A"/>
    <w:rsid w:val="005179A1"/>
    <w:rsid w:val="00517DDA"/>
    <w:rsid w:val="00520622"/>
    <w:rsid w:val="00520A10"/>
    <w:rsid w:val="0052113C"/>
    <w:rsid w:val="0052177B"/>
    <w:rsid w:val="00521C4A"/>
    <w:rsid w:val="00521E38"/>
    <w:rsid w:val="00522156"/>
    <w:rsid w:val="00522847"/>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5F57"/>
    <w:rsid w:val="00536D24"/>
    <w:rsid w:val="0053795C"/>
    <w:rsid w:val="005400C1"/>
    <w:rsid w:val="005404D9"/>
    <w:rsid w:val="005410BF"/>
    <w:rsid w:val="0054150F"/>
    <w:rsid w:val="005428BC"/>
    <w:rsid w:val="00542EEF"/>
    <w:rsid w:val="005433C5"/>
    <w:rsid w:val="00543CC7"/>
    <w:rsid w:val="00544156"/>
    <w:rsid w:val="00544650"/>
    <w:rsid w:val="00545173"/>
    <w:rsid w:val="00545A96"/>
    <w:rsid w:val="005460D2"/>
    <w:rsid w:val="005462CB"/>
    <w:rsid w:val="005463B1"/>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4C6"/>
    <w:rsid w:val="0056072E"/>
    <w:rsid w:val="00560CAA"/>
    <w:rsid w:val="00560F31"/>
    <w:rsid w:val="0056126B"/>
    <w:rsid w:val="005612A0"/>
    <w:rsid w:val="0056135A"/>
    <w:rsid w:val="00561BB5"/>
    <w:rsid w:val="00561C58"/>
    <w:rsid w:val="005620F8"/>
    <w:rsid w:val="00562E2C"/>
    <w:rsid w:val="00562E3D"/>
    <w:rsid w:val="00562EED"/>
    <w:rsid w:val="00563468"/>
    <w:rsid w:val="0056398C"/>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3D35"/>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3E69"/>
    <w:rsid w:val="00584137"/>
    <w:rsid w:val="005841E2"/>
    <w:rsid w:val="005845B2"/>
    <w:rsid w:val="005847BF"/>
    <w:rsid w:val="00584801"/>
    <w:rsid w:val="005849EF"/>
    <w:rsid w:val="00584ABA"/>
    <w:rsid w:val="00585225"/>
    <w:rsid w:val="0058524A"/>
    <w:rsid w:val="00585C48"/>
    <w:rsid w:val="0058627D"/>
    <w:rsid w:val="00586F4C"/>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5F3"/>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484"/>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5F"/>
    <w:rsid w:val="005C33C5"/>
    <w:rsid w:val="005C3A41"/>
    <w:rsid w:val="005C4338"/>
    <w:rsid w:val="005C5244"/>
    <w:rsid w:val="005C543F"/>
    <w:rsid w:val="005C551C"/>
    <w:rsid w:val="005C64C6"/>
    <w:rsid w:val="005C6B65"/>
    <w:rsid w:val="005C6FE0"/>
    <w:rsid w:val="005D00A3"/>
    <w:rsid w:val="005D02A6"/>
    <w:rsid w:val="005D02F0"/>
    <w:rsid w:val="005D0437"/>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0E6"/>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0D"/>
    <w:rsid w:val="005F50D8"/>
    <w:rsid w:val="005F5217"/>
    <w:rsid w:val="005F55A3"/>
    <w:rsid w:val="005F5A05"/>
    <w:rsid w:val="005F6056"/>
    <w:rsid w:val="005F61B2"/>
    <w:rsid w:val="005F6CCF"/>
    <w:rsid w:val="005F6F24"/>
    <w:rsid w:val="005F74B7"/>
    <w:rsid w:val="005F7B3B"/>
    <w:rsid w:val="00600129"/>
    <w:rsid w:val="0060043D"/>
    <w:rsid w:val="0060104F"/>
    <w:rsid w:val="006013DF"/>
    <w:rsid w:val="006019FA"/>
    <w:rsid w:val="00602201"/>
    <w:rsid w:val="0060237D"/>
    <w:rsid w:val="00603C39"/>
    <w:rsid w:val="00603DF1"/>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3D0"/>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B6B"/>
    <w:rsid w:val="00633FB4"/>
    <w:rsid w:val="00634EA0"/>
    <w:rsid w:val="00635194"/>
    <w:rsid w:val="006352F5"/>
    <w:rsid w:val="006357C1"/>
    <w:rsid w:val="00635F02"/>
    <w:rsid w:val="0063649F"/>
    <w:rsid w:val="00636BB9"/>
    <w:rsid w:val="00636DA5"/>
    <w:rsid w:val="0063712C"/>
    <w:rsid w:val="00637DDF"/>
    <w:rsid w:val="00640392"/>
    <w:rsid w:val="006409A0"/>
    <w:rsid w:val="00641444"/>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1F92"/>
    <w:rsid w:val="00652805"/>
    <w:rsid w:val="00653127"/>
    <w:rsid w:val="006538B0"/>
    <w:rsid w:val="0065419E"/>
    <w:rsid w:val="00655549"/>
    <w:rsid w:val="00655CA8"/>
    <w:rsid w:val="0065654C"/>
    <w:rsid w:val="0065692B"/>
    <w:rsid w:val="006574EA"/>
    <w:rsid w:val="006578D9"/>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5FF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B31"/>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23E8"/>
    <w:rsid w:val="0069333F"/>
    <w:rsid w:val="00693B73"/>
    <w:rsid w:val="00694976"/>
    <w:rsid w:val="00695AE8"/>
    <w:rsid w:val="00695DC8"/>
    <w:rsid w:val="00695E71"/>
    <w:rsid w:val="006965E3"/>
    <w:rsid w:val="00696BDA"/>
    <w:rsid w:val="00696CEF"/>
    <w:rsid w:val="00696F05"/>
    <w:rsid w:val="006970C0"/>
    <w:rsid w:val="00697590"/>
    <w:rsid w:val="006975CE"/>
    <w:rsid w:val="00697907"/>
    <w:rsid w:val="00697AAF"/>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714"/>
    <w:rsid w:val="006B0B2F"/>
    <w:rsid w:val="006B0F66"/>
    <w:rsid w:val="006B1A79"/>
    <w:rsid w:val="006B1B11"/>
    <w:rsid w:val="006B1E9E"/>
    <w:rsid w:val="006B21EA"/>
    <w:rsid w:val="006B2749"/>
    <w:rsid w:val="006B3002"/>
    <w:rsid w:val="006B3031"/>
    <w:rsid w:val="006B33A8"/>
    <w:rsid w:val="006B484A"/>
    <w:rsid w:val="006B4AB3"/>
    <w:rsid w:val="006B5556"/>
    <w:rsid w:val="006B5749"/>
    <w:rsid w:val="006B5C3F"/>
    <w:rsid w:val="006B5C71"/>
    <w:rsid w:val="006B69E9"/>
    <w:rsid w:val="006B6C2F"/>
    <w:rsid w:val="006B71EF"/>
    <w:rsid w:val="006B72C6"/>
    <w:rsid w:val="006B7F0E"/>
    <w:rsid w:val="006C0211"/>
    <w:rsid w:val="006C0700"/>
    <w:rsid w:val="006C084E"/>
    <w:rsid w:val="006C0904"/>
    <w:rsid w:val="006C0D31"/>
    <w:rsid w:val="006C12DC"/>
    <w:rsid w:val="006C1925"/>
    <w:rsid w:val="006C22C1"/>
    <w:rsid w:val="006C2900"/>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97B"/>
    <w:rsid w:val="006D6DC1"/>
    <w:rsid w:val="006D6F9A"/>
    <w:rsid w:val="006D723B"/>
    <w:rsid w:val="006E113A"/>
    <w:rsid w:val="006E15D5"/>
    <w:rsid w:val="006E17EF"/>
    <w:rsid w:val="006E1FFF"/>
    <w:rsid w:val="006E2198"/>
    <w:rsid w:val="006E2C8E"/>
    <w:rsid w:val="006E3CE8"/>
    <w:rsid w:val="006E405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4C2E"/>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43F"/>
    <w:rsid w:val="00705761"/>
    <w:rsid w:val="00705B9E"/>
    <w:rsid w:val="00706753"/>
    <w:rsid w:val="007078BA"/>
    <w:rsid w:val="00710619"/>
    <w:rsid w:val="00710CC1"/>
    <w:rsid w:val="00710F43"/>
    <w:rsid w:val="007111FB"/>
    <w:rsid w:val="00711C8A"/>
    <w:rsid w:val="00711E41"/>
    <w:rsid w:val="00712441"/>
    <w:rsid w:val="007124D8"/>
    <w:rsid w:val="00712AE6"/>
    <w:rsid w:val="007138A2"/>
    <w:rsid w:val="0071402E"/>
    <w:rsid w:val="00715714"/>
    <w:rsid w:val="00716544"/>
    <w:rsid w:val="007173D9"/>
    <w:rsid w:val="007176F2"/>
    <w:rsid w:val="00717AB1"/>
    <w:rsid w:val="00717C64"/>
    <w:rsid w:val="007216E5"/>
    <w:rsid w:val="00721FA0"/>
    <w:rsid w:val="007224E2"/>
    <w:rsid w:val="00722E50"/>
    <w:rsid w:val="00722EE9"/>
    <w:rsid w:val="00723983"/>
    <w:rsid w:val="00723B44"/>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D53"/>
    <w:rsid w:val="00750FDB"/>
    <w:rsid w:val="007510E5"/>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29"/>
    <w:rsid w:val="00782B47"/>
    <w:rsid w:val="007832C2"/>
    <w:rsid w:val="0078420E"/>
    <w:rsid w:val="00784287"/>
    <w:rsid w:val="00784DB9"/>
    <w:rsid w:val="00785915"/>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62B"/>
    <w:rsid w:val="007A0888"/>
    <w:rsid w:val="007A0A5E"/>
    <w:rsid w:val="007A125F"/>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A"/>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100"/>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2AAB"/>
    <w:rsid w:val="007C3A1B"/>
    <w:rsid w:val="007C3DC9"/>
    <w:rsid w:val="007C3F61"/>
    <w:rsid w:val="007C43DF"/>
    <w:rsid w:val="007C4A19"/>
    <w:rsid w:val="007C5198"/>
    <w:rsid w:val="007C5E16"/>
    <w:rsid w:val="007C61EC"/>
    <w:rsid w:val="007C76D6"/>
    <w:rsid w:val="007C7DFC"/>
    <w:rsid w:val="007D019B"/>
    <w:rsid w:val="007D0E64"/>
    <w:rsid w:val="007D1160"/>
    <w:rsid w:val="007D1BDF"/>
    <w:rsid w:val="007D1D2B"/>
    <w:rsid w:val="007D2078"/>
    <w:rsid w:val="007D22BB"/>
    <w:rsid w:val="007D2CC7"/>
    <w:rsid w:val="007D45C3"/>
    <w:rsid w:val="007D47BA"/>
    <w:rsid w:val="007D4CA3"/>
    <w:rsid w:val="007D5FD1"/>
    <w:rsid w:val="007D6ADE"/>
    <w:rsid w:val="007D6C9B"/>
    <w:rsid w:val="007D749D"/>
    <w:rsid w:val="007D767F"/>
    <w:rsid w:val="007D7881"/>
    <w:rsid w:val="007E08C9"/>
    <w:rsid w:val="007E125D"/>
    <w:rsid w:val="007E1C42"/>
    <w:rsid w:val="007E2095"/>
    <w:rsid w:val="007E24C9"/>
    <w:rsid w:val="007E2EBF"/>
    <w:rsid w:val="007E374D"/>
    <w:rsid w:val="007E463E"/>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58D3"/>
    <w:rsid w:val="007F66FF"/>
    <w:rsid w:val="007F7638"/>
    <w:rsid w:val="007F76DC"/>
    <w:rsid w:val="007F799B"/>
    <w:rsid w:val="007F7B4E"/>
    <w:rsid w:val="00800045"/>
    <w:rsid w:val="00800285"/>
    <w:rsid w:val="0080051D"/>
    <w:rsid w:val="00800768"/>
    <w:rsid w:val="00800910"/>
    <w:rsid w:val="00800985"/>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1F16"/>
    <w:rsid w:val="008128CA"/>
    <w:rsid w:val="00813440"/>
    <w:rsid w:val="00813725"/>
    <w:rsid w:val="00813AD7"/>
    <w:rsid w:val="00813F90"/>
    <w:rsid w:val="0081407C"/>
    <w:rsid w:val="008141F9"/>
    <w:rsid w:val="00814A44"/>
    <w:rsid w:val="00815355"/>
    <w:rsid w:val="0081556E"/>
    <w:rsid w:val="00815841"/>
    <w:rsid w:val="00815A4E"/>
    <w:rsid w:val="00816003"/>
    <w:rsid w:val="00816184"/>
    <w:rsid w:val="00816B70"/>
    <w:rsid w:val="008170C6"/>
    <w:rsid w:val="008207FB"/>
    <w:rsid w:val="00820862"/>
    <w:rsid w:val="00820CA0"/>
    <w:rsid w:val="00820E28"/>
    <w:rsid w:val="00821493"/>
    <w:rsid w:val="00821A8C"/>
    <w:rsid w:val="00821B62"/>
    <w:rsid w:val="0082273F"/>
    <w:rsid w:val="0082320F"/>
    <w:rsid w:val="0082379F"/>
    <w:rsid w:val="0082480D"/>
    <w:rsid w:val="00824AA1"/>
    <w:rsid w:val="00824D5D"/>
    <w:rsid w:val="0082571C"/>
    <w:rsid w:val="00826516"/>
    <w:rsid w:val="00826B03"/>
    <w:rsid w:val="00826B87"/>
    <w:rsid w:val="00830AF9"/>
    <w:rsid w:val="00830D61"/>
    <w:rsid w:val="00830DD3"/>
    <w:rsid w:val="00831B8F"/>
    <w:rsid w:val="00831C06"/>
    <w:rsid w:val="00831DBC"/>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842"/>
    <w:rsid w:val="00845B31"/>
    <w:rsid w:val="00845BB2"/>
    <w:rsid w:val="00845EA1"/>
    <w:rsid w:val="00845F67"/>
    <w:rsid w:val="008464C4"/>
    <w:rsid w:val="00846B7E"/>
    <w:rsid w:val="00846C19"/>
    <w:rsid w:val="00847FB7"/>
    <w:rsid w:val="00850983"/>
    <w:rsid w:val="0085111E"/>
    <w:rsid w:val="00851772"/>
    <w:rsid w:val="00851E46"/>
    <w:rsid w:val="008523EC"/>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A8"/>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30E"/>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5EE9"/>
    <w:rsid w:val="00886708"/>
    <w:rsid w:val="00887B54"/>
    <w:rsid w:val="00887EBC"/>
    <w:rsid w:val="008902A2"/>
    <w:rsid w:val="00890980"/>
    <w:rsid w:val="00890AE8"/>
    <w:rsid w:val="008915AF"/>
    <w:rsid w:val="008929C1"/>
    <w:rsid w:val="00892E0E"/>
    <w:rsid w:val="00892E54"/>
    <w:rsid w:val="008932AD"/>
    <w:rsid w:val="008933CF"/>
    <w:rsid w:val="00894C2F"/>
    <w:rsid w:val="00894F27"/>
    <w:rsid w:val="00895362"/>
    <w:rsid w:val="00895CB6"/>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428"/>
    <w:rsid w:val="008A58AD"/>
    <w:rsid w:val="008A61D8"/>
    <w:rsid w:val="008B0022"/>
    <w:rsid w:val="008B0323"/>
    <w:rsid w:val="008B12E5"/>
    <w:rsid w:val="008B1AC0"/>
    <w:rsid w:val="008B2926"/>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2E4C"/>
    <w:rsid w:val="008D356E"/>
    <w:rsid w:val="008D39CB"/>
    <w:rsid w:val="008D3A12"/>
    <w:rsid w:val="008D3DE1"/>
    <w:rsid w:val="008D45F5"/>
    <w:rsid w:val="008D4E48"/>
    <w:rsid w:val="008D5098"/>
    <w:rsid w:val="008D5874"/>
    <w:rsid w:val="008D5F7C"/>
    <w:rsid w:val="008D5FE6"/>
    <w:rsid w:val="008D61D0"/>
    <w:rsid w:val="008D6211"/>
    <w:rsid w:val="008D6376"/>
    <w:rsid w:val="008D6657"/>
    <w:rsid w:val="008D6A0B"/>
    <w:rsid w:val="008D6B41"/>
    <w:rsid w:val="008D6C5D"/>
    <w:rsid w:val="008D6F56"/>
    <w:rsid w:val="008D73C7"/>
    <w:rsid w:val="008D78E8"/>
    <w:rsid w:val="008D7F53"/>
    <w:rsid w:val="008E1036"/>
    <w:rsid w:val="008E15CA"/>
    <w:rsid w:val="008E1DA0"/>
    <w:rsid w:val="008E1FA7"/>
    <w:rsid w:val="008E2124"/>
    <w:rsid w:val="008E278D"/>
    <w:rsid w:val="008E2795"/>
    <w:rsid w:val="008E27CA"/>
    <w:rsid w:val="008E30F8"/>
    <w:rsid w:val="008E3163"/>
    <w:rsid w:val="008E358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87B"/>
    <w:rsid w:val="008F6F9A"/>
    <w:rsid w:val="008F72BE"/>
    <w:rsid w:val="008F72FE"/>
    <w:rsid w:val="008F7A76"/>
    <w:rsid w:val="008F7BDA"/>
    <w:rsid w:val="009004EC"/>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2FD0"/>
    <w:rsid w:val="00915043"/>
    <w:rsid w:val="00915D0D"/>
    <w:rsid w:val="0091682D"/>
    <w:rsid w:val="00916CE2"/>
    <w:rsid w:val="00917533"/>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27DCF"/>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3AF"/>
    <w:rsid w:val="00943412"/>
    <w:rsid w:val="00943B2E"/>
    <w:rsid w:val="00943C13"/>
    <w:rsid w:val="00944596"/>
    <w:rsid w:val="00944B55"/>
    <w:rsid w:val="009457C9"/>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74"/>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244"/>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3E1E"/>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4C46"/>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621"/>
    <w:rsid w:val="009C797F"/>
    <w:rsid w:val="009C7A90"/>
    <w:rsid w:val="009D00B5"/>
    <w:rsid w:val="009D1977"/>
    <w:rsid w:val="009D1A62"/>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21C"/>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514"/>
    <w:rsid w:val="009E67C9"/>
    <w:rsid w:val="009E6DE8"/>
    <w:rsid w:val="009E7418"/>
    <w:rsid w:val="009E7AB9"/>
    <w:rsid w:val="009F0919"/>
    <w:rsid w:val="009F0CB4"/>
    <w:rsid w:val="009F0D62"/>
    <w:rsid w:val="009F0E2C"/>
    <w:rsid w:val="009F1D25"/>
    <w:rsid w:val="009F2444"/>
    <w:rsid w:val="009F2C77"/>
    <w:rsid w:val="009F2E6F"/>
    <w:rsid w:val="009F3342"/>
    <w:rsid w:val="009F406E"/>
    <w:rsid w:val="009F40CE"/>
    <w:rsid w:val="009F4315"/>
    <w:rsid w:val="009F44E8"/>
    <w:rsid w:val="009F481B"/>
    <w:rsid w:val="009F4A72"/>
    <w:rsid w:val="009F4E7D"/>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5F8"/>
    <w:rsid w:val="00A05A22"/>
    <w:rsid w:val="00A06BAE"/>
    <w:rsid w:val="00A06E42"/>
    <w:rsid w:val="00A07224"/>
    <w:rsid w:val="00A07249"/>
    <w:rsid w:val="00A075C9"/>
    <w:rsid w:val="00A077A7"/>
    <w:rsid w:val="00A07F47"/>
    <w:rsid w:val="00A100C0"/>
    <w:rsid w:val="00A1064C"/>
    <w:rsid w:val="00A10D56"/>
    <w:rsid w:val="00A115F6"/>
    <w:rsid w:val="00A117E7"/>
    <w:rsid w:val="00A11C8F"/>
    <w:rsid w:val="00A1248D"/>
    <w:rsid w:val="00A12734"/>
    <w:rsid w:val="00A1296D"/>
    <w:rsid w:val="00A12AF2"/>
    <w:rsid w:val="00A1368E"/>
    <w:rsid w:val="00A1431F"/>
    <w:rsid w:val="00A14645"/>
    <w:rsid w:val="00A147EF"/>
    <w:rsid w:val="00A152D3"/>
    <w:rsid w:val="00A1611C"/>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27535"/>
    <w:rsid w:val="00A309F6"/>
    <w:rsid w:val="00A30ACC"/>
    <w:rsid w:val="00A30F05"/>
    <w:rsid w:val="00A32857"/>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4B5"/>
    <w:rsid w:val="00A407C7"/>
    <w:rsid w:val="00A4194D"/>
    <w:rsid w:val="00A42533"/>
    <w:rsid w:val="00A42B0B"/>
    <w:rsid w:val="00A44498"/>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125"/>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4DA6"/>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14"/>
    <w:rsid w:val="00A77DFE"/>
    <w:rsid w:val="00A80B06"/>
    <w:rsid w:val="00A80C41"/>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4D4"/>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4FEF"/>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1CC"/>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3833"/>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1EF3"/>
    <w:rsid w:val="00AD239D"/>
    <w:rsid w:val="00AD2829"/>
    <w:rsid w:val="00AD2964"/>
    <w:rsid w:val="00AD365B"/>
    <w:rsid w:val="00AD3B67"/>
    <w:rsid w:val="00AD40F3"/>
    <w:rsid w:val="00AD41C3"/>
    <w:rsid w:val="00AD6BF7"/>
    <w:rsid w:val="00AD6D3C"/>
    <w:rsid w:val="00AD796F"/>
    <w:rsid w:val="00AD79D1"/>
    <w:rsid w:val="00AD7BE1"/>
    <w:rsid w:val="00AE01E8"/>
    <w:rsid w:val="00AE03BA"/>
    <w:rsid w:val="00AE0638"/>
    <w:rsid w:val="00AE0778"/>
    <w:rsid w:val="00AE1B72"/>
    <w:rsid w:val="00AE1CBE"/>
    <w:rsid w:val="00AE1E35"/>
    <w:rsid w:val="00AE1EB7"/>
    <w:rsid w:val="00AE23D9"/>
    <w:rsid w:val="00AE270B"/>
    <w:rsid w:val="00AE2907"/>
    <w:rsid w:val="00AE3051"/>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1D68"/>
    <w:rsid w:val="00AF217C"/>
    <w:rsid w:val="00AF33DF"/>
    <w:rsid w:val="00AF3664"/>
    <w:rsid w:val="00AF40F3"/>
    <w:rsid w:val="00AF44F1"/>
    <w:rsid w:val="00AF4A58"/>
    <w:rsid w:val="00AF4A75"/>
    <w:rsid w:val="00AF54A9"/>
    <w:rsid w:val="00AF5B32"/>
    <w:rsid w:val="00AF5EB4"/>
    <w:rsid w:val="00AF5F9A"/>
    <w:rsid w:val="00AF6367"/>
    <w:rsid w:val="00AF76C0"/>
    <w:rsid w:val="00AF7848"/>
    <w:rsid w:val="00AF7B44"/>
    <w:rsid w:val="00B002C1"/>
    <w:rsid w:val="00B01257"/>
    <w:rsid w:val="00B01368"/>
    <w:rsid w:val="00B0159B"/>
    <w:rsid w:val="00B01832"/>
    <w:rsid w:val="00B01B14"/>
    <w:rsid w:val="00B01F30"/>
    <w:rsid w:val="00B034AF"/>
    <w:rsid w:val="00B03CB0"/>
    <w:rsid w:val="00B0496A"/>
    <w:rsid w:val="00B04A21"/>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1A4"/>
    <w:rsid w:val="00B212C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4A7"/>
    <w:rsid w:val="00B37F5F"/>
    <w:rsid w:val="00B37FEA"/>
    <w:rsid w:val="00B40439"/>
    <w:rsid w:val="00B40A04"/>
    <w:rsid w:val="00B418BE"/>
    <w:rsid w:val="00B42140"/>
    <w:rsid w:val="00B426ED"/>
    <w:rsid w:val="00B427C2"/>
    <w:rsid w:val="00B42E0C"/>
    <w:rsid w:val="00B42E13"/>
    <w:rsid w:val="00B434CA"/>
    <w:rsid w:val="00B44DD7"/>
    <w:rsid w:val="00B44E29"/>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3F87"/>
    <w:rsid w:val="00B557A1"/>
    <w:rsid w:val="00B557EB"/>
    <w:rsid w:val="00B56337"/>
    <w:rsid w:val="00B564AA"/>
    <w:rsid w:val="00B566F8"/>
    <w:rsid w:val="00B56DC5"/>
    <w:rsid w:val="00B5756B"/>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671AA"/>
    <w:rsid w:val="00B70093"/>
    <w:rsid w:val="00B70647"/>
    <w:rsid w:val="00B7085F"/>
    <w:rsid w:val="00B70AC4"/>
    <w:rsid w:val="00B70AEE"/>
    <w:rsid w:val="00B70C11"/>
    <w:rsid w:val="00B70E24"/>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90C"/>
    <w:rsid w:val="00B80CD3"/>
    <w:rsid w:val="00B80F1F"/>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5F85"/>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C7D29"/>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5BE"/>
    <w:rsid w:val="00BF184B"/>
    <w:rsid w:val="00BF1878"/>
    <w:rsid w:val="00BF1D84"/>
    <w:rsid w:val="00BF1DAD"/>
    <w:rsid w:val="00BF1EA0"/>
    <w:rsid w:val="00BF2462"/>
    <w:rsid w:val="00BF38BA"/>
    <w:rsid w:val="00BF38C5"/>
    <w:rsid w:val="00BF3CDD"/>
    <w:rsid w:val="00BF4A7F"/>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721"/>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716"/>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34E"/>
    <w:rsid w:val="00C26D89"/>
    <w:rsid w:val="00C27626"/>
    <w:rsid w:val="00C30BB8"/>
    <w:rsid w:val="00C30C1F"/>
    <w:rsid w:val="00C311F8"/>
    <w:rsid w:val="00C31833"/>
    <w:rsid w:val="00C33018"/>
    <w:rsid w:val="00C337D9"/>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C6"/>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033"/>
    <w:rsid w:val="00C5247A"/>
    <w:rsid w:val="00C52A51"/>
    <w:rsid w:val="00C52C63"/>
    <w:rsid w:val="00C533D4"/>
    <w:rsid w:val="00C545C8"/>
    <w:rsid w:val="00C54B02"/>
    <w:rsid w:val="00C5528F"/>
    <w:rsid w:val="00C552CB"/>
    <w:rsid w:val="00C5543B"/>
    <w:rsid w:val="00C56130"/>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6CA6"/>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9753D"/>
    <w:rsid w:val="00CA1C8D"/>
    <w:rsid w:val="00CA1D2E"/>
    <w:rsid w:val="00CA2801"/>
    <w:rsid w:val="00CA2F30"/>
    <w:rsid w:val="00CA314F"/>
    <w:rsid w:val="00CA323B"/>
    <w:rsid w:val="00CA34D3"/>
    <w:rsid w:val="00CA41BF"/>
    <w:rsid w:val="00CA4451"/>
    <w:rsid w:val="00CA4F18"/>
    <w:rsid w:val="00CA5F6A"/>
    <w:rsid w:val="00CA699F"/>
    <w:rsid w:val="00CA79A0"/>
    <w:rsid w:val="00CA7F26"/>
    <w:rsid w:val="00CB01BD"/>
    <w:rsid w:val="00CB065D"/>
    <w:rsid w:val="00CB0987"/>
    <w:rsid w:val="00CB124C"/>
    <w:rsid w:val="00CB1803"/>
    <w:rsid w:val="00CB1C48"/>
    <w:rsid w:val="00CB22FF"/>
    <w:rsid w:val="00CB249F"/>
    <w:rsid w:val="00CB2B64"/>
    <w:rsid w:val="00CB2EA7"/>
    <w:rsid w:val="00CB366E"/>
    <w:rsid w:val="00CB3C38"/>
    <w:rsid w:val="00CB3E30"/>
    <w:rsid w:val="00CB3EDE"/>
    <w:rsid w:val="00CB43A2"/>
    <w:rsid w:val="00CB4A5C"/>
    <w:rsid w:val="00CB4F3E"/>
    <w:rsid w:val="00CB575E"/>
    <w:rsid w:val="00CB5876"/>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417"/>
    <w:rsid w:val="00CE1509"/>
    <w:rsid w:val="00CE16AD"/>
    <w:rsid w:val="00CE30CD"/>
    <w:rsid w:val="00CE31E5"/>
    <w:rsid w:val="00CE3D40"/>
    <w:rsid w:val="00CE3E62"/>
    <w:rsid w:val="00CE430D"/>
    <w:rsid w:val="00CE4376"/>
    <w:rsid w:val="00CE440A"/>
    <w:rsid w:val="00CE524A"/>
    <w:rsid w:val="00CE5B4D"/>
    <w:rsid w:val="00CE5E6D"/>
    <w:rsid w:val="00CE60EE"/>
    <w:rsid w:val="00CE65FD"/>
    <w:rsid w:val="00CE6606"/>
    <w:rsid w:val="00CE6A9E"/>
    <w:rsid w:val="00CE70F7"/>
    <w:rsid w:val="00CE719B"/>
    <w:rsid w:val="00CE72C4"/>
    <w:rsid w:val="00CF0045"/>
    <w:rsid w:val="00CF01DE"/>
    <w:rsid w:val="00CF02A6"/>
    <w:rsid w:val="00CF07C1"/>
    <w:rsid w:val="00CF0CDF"/>
    <w:rsid w:val="00CF0DF3"/>
    <w:rsid w:val="00CF12E4"/>
    <w:rsid w:val="00CF137D"/>
    <w:rsid w:val="00CF1428"/>
    <w:rsid w:val="00CF190C"/>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A01"/>
    <w:rsid w:val="00D01CC6"/>
    <w:rsid w:val="00D02587"/>
    <w:rsid w:val="00D02AF9"/>
    <w:rsid w:val="00D02CEA"/>
    <w:rsid w:val="00D02F47"/>
    <w:rsid w:val="00D030AB"/>
    <w:rsid w:val="00D030F7"/>
    <w:rsid w:val="00D0389B"/>
    <w:rsid w:val="00D04044"/>
    <w:rsid w:val="00D0687B"/>
    <w:rsid w:val="00D06990"/>
    <w:rsid w:val="00D06AAB"/>
    <w:rsid w:val="00D07B54"/>
    <w:rsid w:val="00D10971"/>
    <w:rsid w:val="00D10D11"/>
    <w:rsid w:val="00D1102D"/>
    <w:rsid w:val="00D11A8A"/>
    <w:rsid w:val="00D11E9C"/>
    <w:rsid w:val="00D12852"/>
    <w:rsid w:val="00D12B1E"/>
    <w:rsid w:val="00D13522"/>
    <w:rsid w:val="00D13E3A"/>
    <w:rsid w:val="00D14001"/>
    <w:rsid w:val="00D14487"/>
    <w:rsid w:val="00D1474A"/>
    <w:rsid w:val="00D147FC"/>
    <w:rsid w:val="00D152E5"/>
    <w:rsid w:val="00D15C3F"/>
    <w:rsid w:val="00D16156"/>
    <w:rsid w:val="00D16837"/>
    <w:rsid w:val="00D17455"/>
    <w:rsid w:val="00D17591"/>
    <w:rsid w:val="00D17788"/>
    <w:rsid w:val="00D177E3"/>
    <w:rsid w:val="00D179A8"/>
    <w:rsid w:val="00D17A5B"/>
    <w:rsid w:val="00D2046C"/>
    <w:rsid w:val="00D20EAE"/>
    <w:rsid w:val="00D212D5"/>
    <w:rsid w:val="00D2140F"/>
    <w:rsid w:val="00D21646"/>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7B7"/>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6E2E"/>
    <w:rsid w:val="00D57DAD"/>
    <w:rsid w:val="00D60BAB"/>
    <w:rsid w:val="00D60D97"/>
    <w:rsid w:val="00D60DEB"/>
    <w:rsid w:val="00D612B3"/>
    <w:rsid w:val="00D612C3"/>
    <w:rsid w:val="00D6188A"/>
    <w:rsid w:val="00D6188E"/>
    <w:rsid w:val="00D628AB"/>
    <w:rsid w:val="00D63353"/>
    <w:rsid w:val="00D63BB4"/>
    <w:rsid w:val="00D6447B"/>
    <w:rsid w:val="00D64C87"/>
    <w:rsid w:val="00D64D64"/>
    <w:rsid w:val="00D64ED8"/>
    <w:rsid w:val="00D6553D"/>
    <w:rsid w:val="00D66913"/>
    <w:rsid w:val="00D66EE9"/>
    <w:rsid w:val="00D67101"/>
    <w:rsid w:val="00D674D3"/>
    <w:rsid w:val="00D67513"/>
    <w:rsid w:val="00D67740"/>
    <w:rsid w:val="00D703F3"/>
    <w:rsid w:val="00D70D85"/>
    <w:rsid w:val="00D71223"/>
    <w:rsid w:val="00D713A3"/>
    <w:rsid w:val="00D715CA"/>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50"/>
    <w:rsid w:val="00D81BD1"/>
    <w:rsid w:val="00D82A02"/>
    <w:rsid w:val="00D82A04"/>
    <w:rsid w:val="00D82B48"/>
    <w:rsid w:val="00D82BB8"/>
    <w:rsid w:val="00D8322A"/>
    <w:rsid w:val="00D83264"/>
    <w:rsid w:val="00D83C2D"/>
    <w:rsid w:val="00D83E34"/>
    <w:rsid w:val="00D840C2"/>
    <w:rsid w:val="00D841DF"/>
    <w:rsid w:val="00D84784"/>
    <w:rsid w:val="00D84ECA"/>
    <w:rsid w:val="00D853E0"/>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97F8A"/>
    <w:rsid w:val="00DA12B2"/>
    <w:rsid w:val="00DA137E"/>
    <w:rsid w:val="00DA1A0C"/>
    <w:rsid w:val="00DA1EFC"/>
    <w:rsid w:val="00DA2BDB"/>
    <w:rsid w:val="00DA2FDA"/>
    <w:rsid w:val="00DA3DA4"/>
    <w:rsid w:val="00DA3FBF"/>
    <w:rsid w:val="00DA4D3F"/>
    <w:rsid w:val="00DA54BB"/>
    <w:rsid w:val="00DA56A3"/>
    <w:rsid w:val="00DA5776"/>
    <w:rsid w:val="00DA5931"/>
    <w:rsid w:val="00DA5F36"/>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54FD"/>
    <w:rsid w:val="00DB5E45"/>
    <w:rsid w:val="00DB61B6"/>
    <w:rsid w:val="00DB686E"/>
    <w:rsid w:val="00DB7DDA"/>
    <w:rsid w:val="00DB7E37"/>
    <w:rsid w:val="00DB7F6F"/>
    <w:rsid w:val="00DC02A0"/>
    <w:rsid w:val="00DC0B08"/>
    <w:rsid w:val="00DC0D8A"/>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031"/>
    <w:rsid w:val="00DD64BD"/>
    <w:rsid w:val="00DD6547"/>
    <w:rsid w:val="00DD6DC7"/>
    <w:rsid w:val="00DD76A9"/>
    <w:rsid w:val="00DD7875"/>
    <w:rsid w:val="00DD78A5"/>
    <w:rsid w:val="00DD791E"/>
    <w:rsid w:val="00DD7F35"/>
    <w:rsid w:val="00DE081B"/>
    <w:rsid w:val="00DE0E18"/>
    <w:rsid w:val="00DE165E"/>
    <w:rsid w:val="00DE1790"/>
    <w:rsid w:val="00DE24A7"/>
    <w:rsid w:val="00DE283F"/>
    <w:rsid w:val="00DE2D7F"/>
    <w:rsid w:val="00DE4448"/>
    <w:rsid w:val="00DE49C9"/>
    <w:rsid w:val="00DE51E2"/>
    <w:rsid w:val="00DE5464"/>
    <w:rsid w:val="00DE5589"/>
    <w:rsid w:val="00DE59D5"/>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06"/>
    <w:rsid w:val="00E022DC"/>
    <w:rsid w:val="00E024D3"/>
    <w:rsid w:val="00E0360E"/>
    <w:rsid w:val="00E039E3"/>
    <w:rsid w:val="00E03D29"/>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26F1"/>
    <w:rsid w:val="00E12E7C"/>
    <w:rsid w:val="00E1306E"/>
    <w:rsid w:val="00E137DA"/>
    <w:rsid w:val="00E13A11"/>
    <w:rsid w:val="00E13E49"/>
    <w:rsid w:val="00E14435"/>
    <w:rsid w:val="00E14485"/>
    <w:rsid w:val="00E1585A"/>
    <w:rsid w:val="00E16138"/>
    <w:rsid w:val="00E163B0"/>
    <w:rsid w:val="00E164F2"/>
    <w:rsid w:val="00E16FBC"/>
    <w:rsid w:val="00E173E0"/>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4785"/>
    <w:rsid w:val="00E454D9"/>
    <w:rsid w:val="00E455B6"/>
    <w:rsid w:val="00E456A5"/>
    <w:rsid w:val="00E462A7"/>
    <w:rsid w:val="00E462F8"/>
    <w:rsid w:val="00E4737C"/>
    <w:rsid w:val="00E5053B"/>
    <w:rsid w:val="00E5076E"/>
    <w:rsid w:val="00E50C29"/>
    <w:rsid w:val="00E514F7"/>
    <w:rsid w:val="00E51557"/>
    <w:rsid w:val="00E5192C"/>
    <w:rsid w:val="00E52E8B"/>
    <w:rsid w:val="00E53254"/>
    <w:rsid w:val="00E535E2"/>
    <w:rsid w:val="00E538A8"/>
    <w:rsid w:val="00E53B80"/>
    <w:rsid w:val="00E53BE6"/>
    <w:rsid w:val="00E53EBD"/>
    <w:rsid w:val="00E545C2"/>
    <w:rsid w:val="00E546B6"/>
    <w:rsid w:val="00E54CDC"/>
    <w:rsid w:val="00E5501B"/>
    <w:rsid w:val="00E5512D"/>
    <w:rsid w:val="00E55730"/>
    <w:rsid w:val="00E564A2"/>
    <w:rsid w:val="00E574E5"/>
    <w:rsid w:val="00E575FC"/>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64BB"/>
    <w:rsid w:val="00E67210"/>
    <w:rsid w:val="00E67664"/>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43C"/>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2CF6"/>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97F29"/>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436"/>
    <w:rsid w:val="00EE3675"/>
    <w:rsid w:val="00EE47A6"/>
    <w:rsid w:val="00EE4B2E"/>
    <w:rsid w:val="00EE56E1"/>
    <w:rsid w:val="00EE58E9"/>
    <w:rsid w:val="00EE5940"/>
    <w:rsid w:val="00EE604B"/>
    <w:rsid w:val="00EE6B33"/>
    <w:rsid w:val="00EE6EB4"/>
    <w:rsid w:val="00EE715F"/>
    <w:rsid w:val="00EE72FD"/>
    <w:rsid w:val="00EE7C4F"/>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B2B"/>
    <w:rsid w:val="00EF7FAE"/>
    <w:rsid w:val="00F00064"/>
    <w:rsid w:val="00F00190"/>
    <w:rsid w:val="00F004E8"/>
    <w:rsid w:val="00F0084F"/>
    <w:rsid w:val="00F00D68"/>
    <w:rsid w:val="00F01B37"/>
    <w:rsid w:val="00F02941"/>
    <w:rsid w:val="00F029D8"/>
    <w:rsid w:val="00F02C57"/>
    <w:rsid w:val="00F039DA"/>
    <w:rsid w:val="00F03D35"/>
    <w:rsid w:val="00F04216"/>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389"/>
    <w:rsid w:val="00F1188A"/>
    <w:rsid w:val="00F12157"/>
    <w:rsid w:val="00F1271F"/>
    <w:rsid w:val="00F12B98"/>
    <w:rsid w:val="00F132C0"/>
    <w:rsid w:val="00F134B2"/>
    <w:rsid w:val="00F138C5"/>
    <w:rsid w:val="00F13A3B"/>
    <w:rsid w:val="00F13E61"/>
    <w:rsid w:val="00F140D8"/>
    <w:rsid w:val="00F1425B"/>
    <w:rsid w:val="00F1517E"/>
    <w:rsid w:val="00F15E63"/>
    <w:rsid w:val="00F15E66"/>
    <w:rsid w:val="00F163A8"/>
    <w:rsid w:val="00F16678"/>
    <w:rsid w:val="00F16F65"/>
    <w:rsid w:val="00F17805"/>
    <w:rsid w:val="00F17927"/>
    <w:rsid w:val="00F17C21"/>
    <w:rsid w:val="00F20326"/>
    <w:rsid w:val="00F2061A"/>
    <w:rsid w:val="00F20857"/>
    <w:rsid w:val="00F2255C"/>
    <w:rsid w:val="00F22566"/>
    <w:rsid w:val="00F227C9"/>
    <w:rsid w:val="00F2296A"/>
    <w:rsid w:val="00F22D15"/>
    <w:rsid w:val="00F23437"/>
    <w:rsid w:val="00F23FA7"/>
    <w:rsid w:val="00F24203"/>
    <w:rsid w:val="00F2461E"/>
    <w:rsid w:val="00F24897"/>
    <w:rsid w:val="00F249BB"/>
    <w:rsid w:val="00F24C83"/>
    <w:rsid w:val="00F250FA"/>
    <w:rsid w:val="00F26388"/>
    <w:rsid w:val="00F267BE"/>
    <w:rsid w:val="00F277AD"/>
    <w:rsid w:val="00F279B7"/>
    <w:rsid w:val="00F27A26"/>
    <w:rsid w:val="00F30115"/>
    <w:rsid w:val="00F30C0A"/>
    <w:rsid w:val="00F30E09"/>
    <w:rsid w:val="00F31037"/>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36E7D"/>
    <w:rsid w:val="00F40C7D"/>
    <w:rsid w:val="00F41283"/>
    <w:rsid w:val="00F41860"/>
    <w:rsid w:val="00F4198D"/>
    <w:rsid w:val="00F41E90"/>
    <w:rsid w:val="00F42687"/>
    <w:rsid w:val="00F426B8"/>
    <w:rsid w:val="00F42BA2"/>
    <w:rsid w:val="00F43044"/>
    <w:rsid w:val="00F43233"/>
    <w:rsid w:val="00F43697"/>
    <w:rsid w:val="00F436BF"/>
    <w:rsid w:val="00F43FDC"/>
    <w:rsid w:val="00F447F3"/>
    <w:rsid w:val="00F44D5A"/>
    <w:rsid w:val="00F45101"/>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3C17"/>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0CEC"/>
    <w:rsid w:val="00FA15C9"/>
    <w:rsid w:val="00FA16DB"/>
    <w:rsid w:val="00FA1810"/>
    <w:rsid w:val="00FA1A02"/>
    <w:rsid w:val="00FA1EB1"/>
    <w:rsid w:val="00FA2DA5"/>
    <w:rsid w:val="00FA36B4"/>
    <w:rsid w:val="00FA3B58"/>
    <w:rsid w:val="00FA3C53"/>
    <w:rsid w:val="00FA3F72"/>
    <w:rsid w:val="00FA4378"/>
    <w:rsid w:val="00FA52F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B7F4E"/>
    <w:rsid w:val="00FC002F"/>
    <w:rsid w:val="00FC01FE"/>
    <w:rsid w:val="00FC0642"/>
    <w:rsid w:val="00FC0708"/>
    <w:rsid w:val="00FC09EB"/>
    <w:rsid w:val="00FC0C63"/>
    <w:rsid w:val="00FC105F"/>
    <w:rsid w:val="00FC10F9"/>
    <w:rsid w:val="00FC1B0A"/>
    <w:rsid w:val="00FC2822"/>
    <w:rsid w:val="00FC2938"/>
    <w:rsid w:val="00FC2F6E"/>
    <w:rsid w:val="00FC3091"/>
    <w:rsid w:val="00FC3599"/>
    <w:rsid w:val="00FC35E5"/>
    <w:rsid w:val="00FC3723"/>
    <w:rsid w:val="00FC37D1"/>
    <w:rsid w:val="00FC3834"/>
    <w:rsid w:val="00FC3DED"/>
    <w:rsid w:val="00FC4749"/>
    <w:rsid w:val="00FC49CC"/>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22A3"/>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59B"/>
    <w:rsid w:val="00FE16CF"/>
    <w:rsid w:val="00FE23C5"/>
    <w:rsid w:val="00FE402A"/>
    <w:rsid w:val="00FE4210"/>
    <w:rsid w:val="00FE4D84"/>
    <w:rsid w:val="00FE59A8"/>
    <w:rsid w:val="00FE59FE"/>
    <w:rsid w:val="00FE5DF7"/>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148"/>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FBD08"/>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D07B54"/>
    <w:pPr>
      <w:bidi/>
      <w:ind w:firstLine="288"/>
      <w:jc w:val="lowKashida"/>
    </w:pPr>
    <w:rPr>
      <w:rFonts w:ascii="Noto Nastaliq Urdu" w:eastAsia="Noto Nastaliq Urdu" w:hAnsi="Noto Nastaliq Urdu" w:cs="Noto Nastaliq Urdu"/>
      <w:b/>
      <w:noProof/>
      <w:color w:val="000000" w:themeColor="text1"/>
      <w:sz w:val="26"/>
      <w:szCs w:val="26"/>
      <w:lang w:bidi="ur-PK"/>
    </w:rPr>
  </w:style>
  <w:style w:type="character" w:customStyle="1" w:styleId="libNormalChar">
    <w:name w:val="libNormal Char"/>
    <w:basedOn w:val="DefaultParagraphFont"/>
    <w:link w:val="libNormal"/>
    <w:rsid w:val="00D07B54"/>
    <w:rPr>
      <w:rFonts w:ascii="Noto Nastaliq Urdu" w:eastAsia="Noto Nastaliq Urdu" w:hAnsi="Noto Nastaliq Urdu" w:cs="Noto Nastaliq Urdu"/>
      <w:b/>
      <w:noProof/>
      <w:color w:val="000000" w:themeColor="text1"/>
      <w:sz w:val="26"/>
      <w:szCs w:val="26"/>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B70E24"/>
    <w:pPr>
      <w:spacing w:before="240"/>
      <w:ind w:firstLine="0"/>
    </w:pPr>
    <w:rPr>
      <w:rFonts w:eastAsia="Calibri"/>
      <w:sz w:val="18"/>
      <w:szCs w:val="18"/>
      <w:lang w:bidi="fa-IR"/>
    </w:rPr>
  </w:style>
  <w:style w:type="character" w:customStyle="1" w:styleId="libFootnoteChar">
    <w:name w:val="libFootnote Char"/>
    <w:basedOn w:val="libNormalChar"/>
    <w:link w:val="libFootnote"/>
    <w:rsid w:val="00B70E24"/>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autoRedefine/>
    <w:rsid w:val="005A43ED"/>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E0972"/>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F42687"/>
    <w:rPr>
      <w:b w:val="0"/>
      <w:bCs w:val="0"/>
      <w:color w:val="000000" w:themeColor="text1"/>
    </w:rPr>
  </w:style>
  <w:style w:type="character" w:customStyle="1" w:styleId="libArabicChar">
    <w:name w:val="libArabic Char"/>
    <w:basedOn w:val="libAieChar"/>
    <w:link w:val="libArabic"/>
    <w:rsid w:val="00F4268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A27535"/>
    <w:rPr>
      <w:rFonts w:ascii="Noto Nastaliq Urdu" w:hAnsi="Noto Nastaliq Urdu" w:cs="Noto Nastaliq Urdu"/>
      <w:color w:val="0000FF" w:themeColor="hyperlink"/>
      <w:sz w:val="26"/>
      <w:szCs w:val="26"/>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162">
      <w:bodyDiv w:val="1"/>
      <w:marLeft w:val="0"/>
      <w:marRight w:val="0"/>
      <w:marTop w:val="0"/>
      <w:marBottom w:val="0"/>
      <w:divBdr>
        <w:top w:val="none" w:sz="0" w:space="0" w:color="auto"/>
        <w:left w:val="none" w:sz="0" w:space="0" w:color="auto"/>
        <w:bottom w:val="none" w:sz="0" w:space="0" w:color="auto"/>
        <w:right w:val="none" w:sz="0" w:space="0" w:color="auto"/>
      </w:divBdr>
    </w:div>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85F92-B7B1-4577-9B94-5BB3A7DDA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21975</TotalTime>
  <Pages>667</Pages>
  <Words>140065</Words>
  <Characters>798373</Characters>
  <Application>Microsoft Office Word</Application>
  <DocSecurity>0</DocSecurity>
  <Lines>6653</Lines>
  <Paragraphs>1873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936565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244</cp:revision>
  <cp:lastPrinted>2018-10-02T11:15:00Z</cp:lastPrinted>
  <dcterms:created xsi:type="dcterms:W3CDTF">2015-06-13T07:48:00Z</dcterms:created>
  <dcterms:modified xsi:type="dcterms:W3CDTF">2019-04-27T10:14:00Z</dcterms:modified>
</cp:coreProperties>
</file>