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64224" w:rsidRDefault="00564224" w:rsidP="00564224">
      <w:pPr>
        <w:pStyle w:val="Heading1Center"/>
        <w:rPr>
          <w:lang w:val="sw-KE"/>
        </w:rPr>
      </w:pPr>
      <w:bookmarkStart w:id="0" w:name="_Toc29122995"/>
      <w:r w:rsidRPr="00564224">
        <w:rPr>
          <w:lang w:val="sw-KE"/>
        </w:rPr>
        <w:t>MASOMO YA KI-ISLAM</w:t>
      </w:r>
      <w:bookmarkEnd w:id="0"/>
    </w:p>
    <w:p w:rsidR="00564224" w:rsidRPr="00564224" w:rsidRDefault="00564224" w:rsidP="00564224">
      <w:pPr>
        <w:pStyle w:val="Heading2Center"/>
        <w:rPr>
          <w:lang w:val="sw-KE"/>
        </w:rPr>
      </w:pPr>
      <w:bookmarkStart w:id="1" w:name="_Toc29122996"/>
      <w:r w:rsidRPr="00564224">
        <w:rPr>
          <w:lang w:val="sw-KE"/>
        </w:rPr>
        <w:t>KITABU CHA TATU</w:t>
      </w:r>
      <w:bookmarkEnd w:id="1"/>
    </w:p>
    <w:p w:rsidR="00564224" w:rsidRPr="00564224" w:rsidRDefault="00564224" w:rsidP="00564224">
      <w:pPr>
        <w:pStyle w:val="Heading3"/>
        <w:rPr>
          <w:lang w:val="sw-KE"/>
        </w:rPr>
      </w:pPr>
      <w:bookmarkStart w:id="2" w:name="_Toc29122997"/>
      <w:r w:rsidRPr="00564224">
        <w:rPr>
          <w:lang w:val="sw-KE"/>
        </w:rPr>
        <w:t>DIBAJI</w:t>
      </w:r>
      <w:bookmarkEnd w:id="2"/>
    </w:p>
    <w:p w:rsidR="00564224" w:rsidRPr="00564224" w:rsidRDefault="00564224" w:rsidP="00564224">
      <w:pPr>
        <w:pStyle w:val="libNormal"/>
        <w:rPr>
          <w:lang w:val="sw-KE"/>
        </w:rPr>
      </w:pPr>
      <w:r w:rsidRPr="00564224">
        <w:rPr>
          <w:lang w:val="sw-KE"/>
        </w:rPr>
        <w:t>Ewe Ndugu Yangu!</w:t>
      </w:r>
    </w:p>
    <w:p w:rsidR="00564224" w:rsidRPr="00564224" w:rsidRDefault="00564224" w:rsidP="00564224">
      <w:pPr>
        <w:pStyle w:val="libNormal"/>
        <w:rPr>
          <w:lang w:val="sw-KE"/>
        </w:rPr>
      </w:pPr>
      <w:r w:rsidRPr="00564224">
        <w:rPr>
          <w:lang w:val="sw-KE"/>
        </w:rPr>
        <w:t>Je, wajua nani Mwislamu? Mwislamu ni ambaye anaamini kuwa Mwenyezi Mungu ni Mmoja na Muhammad ni Mtume wake wa mwisho. Kama ukiamini haya, basi wewe ni Mwislamu.</w:t>
      </w:r>
    </w:p>
    <w:p w:rsidR="00704311" w:rsidRDefault="00564224" w:rsidP="00704311">
      <w:pPr>
        <w:pStyle w:val="libNormal"/>
        <w:rPr>
          <w:lang w:val="sw-KE"/>
        </w:rPr>
      </w:pPr>
      <w:r w:rsidRPr="00564224">
        <w:rPr>
          <w:lang w:val="sw-KE"/>
        </w:rPr>
        <w:t>Lakini haitoshi kusema tu kuwa mimi ni Mwislamu; bali ni wajibu juu yako kutenda kwa mujibu wa kanuni za Ki-islamu, ili uwe Mwislamu wa ukweli, na uishi duniani katika raha, na upate utukufu Akhera</w:t>
      </w:r>
      <w:r w:rsidR="00704311" w:rsidRPr="00704311">
        <w:rPr>
          <w:rStyle w:val="libFootnotenumChar"/>
          <w:lang w:val="sw-KE"/>
        </w:rPr>
        <w:footnoteReference w:id="1"/>
      </w:r>
      <w:r w:rsidRPr="00564224">
        <w:rPr>
          <w:lang w:val="sw-KE"/>
        </w:rPr>
        <w:t xml:space="preserve"> kwa kuingia peponi na kupata ridhaa za Mwenyezi Mungu.</w:t>
      </w:r>
    </w:p>
    <w:p w:rsidR="00564224" w:rsidRPr="00564224" w:rsidRDefault="00564224" w:rsidP="00704311">
      <w:pPr>
        <w:pStyle w:val="libNormal"/>
        <w:rPr>
          <w:lang w:val="sw-KE"/>
        </w:rPr>
      </w:pPr>
      <w:r w:rsidRPr="00564224">
        <w:rPr>
          <w:lang w:val="sw-KE"/>
        </w:rPr>
        <w:t>Basi ni lazima juu yako kujitahidi kufanya hayo.</w:t>
      </w:r>
    </w:p>
    <w:p w:rsidR="00564224" w:rsidRPr="00564224" w:rsidRDefault="00564224" w:rsidP="00564224">
      <w:pPr>
        <w:pStyle w:val="libNormal"/>
        <w:rPr>
          <w:lang w:val="sw-KE"/>
        </w:rPr>
      </w:pPr>
      <w:r w:rsidRPr="00564224">
        <w:rPr>
          <w:lang w:val="sw-KE"/>
        </w:rPr>
        <w:t>Na Uislamu una sehemu tatu:</w:t>
      </w:r>
    </w:p>
    <w:p w:rsidR="00564224" w:rsidRPr="00564224" w:rsidRDefault="00704311" w:rsidP="00564224">
      <w:pPr>
        <w:pStyle w:val="libNormal"/>
        <w:rPr>
          <w:lang w:val="sw-KE"/>
        </w:rPr>
      </w:pPr>
      <w:r w:rsidRPr="00564224">
        <w:rPr>
          <w:lang w:val="sw-KE"/>
        </w:rPr>
        <w:t xml:space="preserve"> </w:t>
      </w:r>
      <w:r w:rsidR="00564224" w:rsidRPr="00564224">
        <w:rPr>
          <w:lang w:val="sw-KE"/>
        </w:rPr>
        <w:t>(1) Asili (Mizizi) ya Dini</w:t>
      </w:r>
    </w:p>
    <w:p w:rsidR="00564224" w:rsidRPr="00564224" w:rsidRDefault="00704311" w:rsidP="00564224">
      <w:pPr>
        <w:pStyle w:val="libNormal"/>
        <w:rPr>
          <w:lang w:val="sw-KE"/>
        </w:rPr>
      </w:pPr>
      <w:r w:rsidRPr="00564224">
        <w:rPr>
          <w:lang w:val="sw-KE"/>
        </w:rPr>
        <w:t xml:space="preserve"> </w:t>
      </w:r>
      <w:r w:rsidR="00564224" w:rsidRPr="00564224">
        <w:rPr>
          <w:lang w:val="sw-KE"/>
        </w:rPr>
        <w:t>(2) Matawi ya Dini</w:t>
      </w:r>
    </w:p>
    <w:p w:rsidR="00564224" w:rsidRPr="00564224" w:rsidRDefault="00704311" w:rsidP="00564224">
      <w:pPr>
        <w:pStyle w:val="libNormal"/>
        <w:rPr>
          <w:lang w:val="sw-KE"/>
        </w:rPr>
      </w:pPr>
      <w:r w:rsidRPr="00564224">
        <w:rPr>
          <w:lang w:val="sw-KE"/>
        </w:rPr>
        <w:t xml:space="preserve"> </w:t>
      </w:r>
      <w:r w:rsidR="00564224" w:rsidRPr="00564224">
        <w:rPr>
          <w:lang w:val="sw-KE"/>
        </w:rPr>
        <w:t>(3) Tabia (Mwenendo) ya Dini</w:t>
      </w:r>
    </w:p>
    <w:p w:rsidR="00564224" w:rsidRPr="00564224" w:rsidRDefault="00564224" w:rsidP="00564224">
      <w:pPr>
        <w:pStyle w:val="libNormal"/>
        <w:rPr>
          <w:lang w:val="sw-KE"/>
        </w:rPr>
      </w:pPr>
      <w:r w:rsidRPr="00564224">
        <w:rPr>
          <w:lang w:val="sw-KE"/>
        </w:rPr>
        <w:t>Basi anayekubali kwa ukweli Asili ya Dini, na kutumia Matawi ya dini, na akiishajipamba na tabia ya dini, basi yeye ni mbora duniani na akhera (Kiyama</w:t>
      </w:r>
      <w:r w:rsidR="00704311" w:rsidRPr="00704311">
        <w:rPr>
          <w:rStyle w:val="libFootnotenumChar"/>
          <w:lang w:val="sw-KE"/>
        </w:rPr>
        <w:footnoteReference w:id="2"/>
      </w:r>
      <w:r w:rsidR="00704311">
        <w:rPr>
          <w:lang w:val="sw-KE"/>
        </w:rPr>
        <w:t>.</w:t>
      </w:r>
    </w:p>
    <w:p w:rsidR="00564224" w:rsidRPr="00564224" w:rsidRDefault="00564224" w:rsidP="00564224">
      <w:pPr>
        <w:pStyle w:val="libNormal"/>
        <w:rPr>
          <w:lang w:val="sw-KE"/>
        </w:rPr>
      </w:pPr>
      <w:r w:rsidRPr="00564224">
        <w:rPr>
          <w:lang w:val="sw-KE"/>
        </w:rPr>
        <w:t>Kitabu hiki Kimefasiriwa na Sheikh Muhammed Ali Ngongabure. na kimesahihishwa na kimepangwa na Ayatullah Allamah Al-Haj Sayyid Saeed Akhtar Rizvi, Muasisi na Muhubiri Mkuu wa Bilal Muslim Mission ofTanzania.</w:t>
      </w:r>
    </w:p>
    <w:p w:rsidR="00564224" w:rsidRPr="00564224" w:rsidRDefault="00564224" w:rsidP="00564224">
      <w:pPr>
        <w:pStyle w:val="libNormal"/>
        <w:rPr>
          <w:lang w:val="sw-KE"/>
        </w:rPr>
      </w:pPr>
      <w:r w:rsidRPr="00564224">
        <w:rPr>
          <w:lang w:val="sw-KE"/>
        </w:rPr>
        <w:t>Wabillahi Tawfiq.</w:t>
      </w:r>
    </w:p>
    <w:p w:rsidR="00704311" w:rsidRDefault="00704311">
      <w:pPr>
        <w:ind w:firstLine="0"/>
        <w:jc w:val="left"/>
        <w:rPr>
          <w:sz w:val="24"/>
          <w:lang w:val="sw-KE"/>
        </w:rPr>
      </w:pPr>
      <w:r>
        <w:rPr>
          <w:lang w:val="sw-KE"/>
        </w:rPr>
        <w:br w:type="page"/>
      </w:r>
    </w:p>
    <w:p w:rsidR="00704311" w:rsidRPr="00704311" w:rsidRDefault="00704311" w:rsidP="00704311">
      <w:pPr>
        <w:pStyle w:val="Heading1Center"/>
        <w:rPr>
          <w:lang w:val="sw-KE"/>
        </w:rPr>
      </w:pPr>
      <w:bookmarkStart w:id="3" w:name="_Toc29122998"/>
      <w:r w:rsidRPr="00704311">
        <w:rPr>
          <w:lang w:val="sw-KE"/>
        </w:rPr>
        <w:lastRenderedPageBreak/>
        <w:t>MASOMO YA KI-ISLAM</w:t>
      </w:r>
      <w:bookmarkEnd w:id="3"/>
    </w:p>
    <w:p w:rsidR="00564224" w:rsidRPr="00564224" w:rsidRDefault="00704311" w:rsidP="00704311">
      <w:pPr>
        <w:pStyle w:val="Heading2Center"/>
        <w:rPr>
          <w:lang w:val="sw-KE"/>
        </w:rPr>
      </w:pPr>
      <w:bookmarkStart w:id="4" w:name="_Toc29122999"/>
      <w:r w:rsidRPr="00704311">
        <w:rPr>
          <w:lang w:val="sw-KE"/>
        </w:rPr>
        <w:t>KITABU CHA TATU</w:t>
      </w:r>
      <w:bookmarkEnd w:id="4"/>
    </w:p>
    <w:p w:rsidR="00564224" w:rsidRPr="00564224" w:rsidRDefault="00564224" w:rsidP="00704311">
      <w:pPr>
        <w:pStyle w:val="Heading3Center"/>
        <w:rPr>
          <w:lang w:val="sw-KE"/>
        </w:rPr>
      </w:pPr>
      <w:bookmarkStart w:id="5" w:name="_Toc29123000"/>
      <w:r w:rsidRPr="00564224">
        <w:rPr>
          <w:lang w:val="sw-KE"/>
        </w:rPr>
        <w:t>SOMO LA KWANZA</w:t>
      </w:r>
      <w:bookmarkEnd w:id="5"/>
    </w:p>
    <w:p w:rsidR="00564224" w:rsidRPr="00564224" w:rsidRDefault="00564224" w:rsidP="00704311">
      <w:pPr>
        <w:pStyle w:val="Heading3"/>
        <w:rPr>
          <w:lang w:val="sw-KE"/>
        </w:rPr>
      </w:pPr>
      <w:bookmarkStart w:id="6" w:name="_Toc29123001"/>
      <w:r w:rsidRPr="00564224">
        <w:rPr>
          <w:lang w:val="sw-KE"/>
        </w:rPr>
        <w:t>MATAWI YA DINI</w:t>
      </w:r>
      <w:bookmarkEnd w:id="6"/>
    </w:p>
    <w:p w:rsidR="00564224" w:rsidRPr="00564224" w:rsidRDefault="00564224" w:rsidP="00564224">
      <w:pPr>
        <w:pStyle w:val="libNormal"/>
        <w:rPr>
          <w:lang w:val="sw-KE"/>
        </w:rPr>
      </w:pPr>
      <w:r w:rsidRPr="00564224">
        <w:rPr>
          <w:lang w:val="sw-KE"/>
        </w:rPr>
        <w:t>Tuliandika habari juu ya Mizizi ya 'Dini' katika kitabu cha kwanza. Sasa tunaanza maelezo machache juu ya Matawi ya Dini.</w:t>
      </w:r>
    </w:p>
    <w:p w:rsidR="00564224" w:rsidRPr="00564224" w:rsidRDefault="00564224" w:rsidP="00564224">
      <w:pPr>
        <w:pStyle w:val="libNormal"/>
        <w:rPr>
          <w:lang w:val="sw-KE"/>
        </w:rPr>
      </w:pPr>
      <w:r w:rsidRPr="00564224">
        <w:rPr>
          <w:lang w:val="sw-KE"/>
        </w:rPr>
        <w:t>Maelezo haya ni kwa mujibu wa madhehebu ya Shia-Ithna-asheriya.</w:t>
      </w:r>
    </w:p>
    <w:p w:rsidR="00564224" w:rsidRPr="00564224" w:rsidRDefault="00564224" w:rsidP="00564224">
      <w:pPr>
        <w:pStyle w:val="libNormal"/>
        <w:rPr>
          <w:lang w:val="sw-KE"/>
        </w:rPr>
      </w:pPr>
      <w:r w:rsidRPr="00564224">
        <w:rPr>
          <w:lang w:val="sw-KE"/>
        </w:rPr>
        <w:t>Na mashuhuri katika Matawi ya Dini ni kumi:</w:t>
      </w:r>
    </w:p>
    <w:p w:rsidR="00564224" w:rsidRPr="00564224" w:rsidRDefault="00564224" w:rsidP="00564224">
      <w:pPr>
        <w:pStyle w:val="libNormal"/>
        <w:rPr>
          <w:lang w:val="sw-KE"/>
        </w:rPr>
      </w:pPr>
      <w:r w:rsidRPr="00564224">
        <w:rPr>
          <w:lang w:val="sw-KE"/>
        </w:rPr>
        <w:t>1. Sala</w:t>
      </w:r>
    </w:p>
    <w:p w:rsidR="00564224" w:rsidRPr="00564224" w:rsidRDefault="00564224" w:rsidP="00564224">
      <w:pPr>
        <w:pStyle w:val="libNormal"/>
        <w:rPr>
          <w:lang w:val="sw-KE"/>
        </w:rPr>
      </w:pPr>
      <w:r w:rsidRPr="00564224">
        <w:rPr>
          <w:lang w:val="sw-KE"/>
        </w:rPr>
        <w:t>2. Funga{Saumu}</w:t>
      </w:r>
    </w:p>
    <w:p w:rsidR="00564224" w:rsidRPr="00564224" w:rsidRDefault="00564224" w:rsidP="00564224">
      <w:pPr>
        <w:pStyle w:val="libNormal"/>
        <w:rPr>
          <w:lang w:val="sw-KE"/>
        </w:rPr>
      </w:pPr>
      <w:r w:rsidRPr="00564224">
        <w:rPr>
          <w:lang w:val="sw-KE"/>
        </w:rPr>
        <w:t>3. Zaka</w:t>
      </w:r>
    </w:p>
    <w:p w:rsidR="00564224" w:rsidRPr="00564224" w:rsidRDefault="00564224" w:rsidP="00564224">
      <w:pPr>
        <w:pStyle w:val="libNormal"/>
        <w:rPr>
          <w:lang w:val="sw-KE"/>
        </w:rPr>
      </w:pPr>
      <w:r w:rsidRPr="00564224">
        <w:rPr>
          <w:lang w:val="sw-KE"/>
        </w:rPr>
        <w:t>4. Hija</w:t>
      </w:r>
    </w:p>
    <w:p w:rsidR="00564224" w:rsidRPr="00564224" w:rsidRDefault="00564224" w:rsidP="00564224">
      <w:pPr>
        <w:pStyle w:val="libNormal"/>
        <w:rPr>
          <w:lang w:val="sw-KE"/>
        </w:rPr>
      </w:pPr>
      <w:r w:rsidRPr="00564224">
        <w:rPr>
          <w:lang w:val="sw-KE"/>
        </w:rPr>
        <w:t>5. Khumsi</w:t>
      </w:r>
    </w:p>
    <w:p w:rsidR="00564224" w:rsidRPr="00564224" w:rsidRDefault="00564224" w:rsidP="00564224">
      <w:pPr>
        <w:pStyle w:val="libNormal"/>
        <w:rPr>
          <w:lang w:val="sw-KE"/>
        </w:rPr>
      </w:pPr>
      <w:r w:rsidRPr="00564224">
        <w:rPr>
          <w:lang w:val="sw-KE"/>
        </w:rPr>
        <w:t>6. Jihadi {Vita kwa aj ili ya Dini}</w:t>
      </w:r>
    </w:p>
    <w:p w:rsidR="00564224" w:rsidRPr="00564224" w:rsidRDefault="00564224" w:rsidP="00F32168">
      <w:pPr>
        <w:pStyle w:val="libNormal"/>
        <w:rPr>
          <w:lang w:val="sw-KE"/>
        </w:rPr>
      </w:pPr>
      <w:r w:rsidRPr="00564224">
        <w:rPr>
          <w:lang w:val="sw-KE"/>
        </w:rPr>
        <w:t xml:space="preserve">7. Kuamrisha Mema </w:t>
      </w:r>
      <w:r w:rsidR="00F32168">
        <w:rPr>
          <w:lang w:val="sw-KE"/>
        </w:rPr>
        <w:t>(</w:t>
      </w:r>
      <w:r w:rsidRPr="00564224">
        <w:rPr>
          <w:lang w:val="sw-KE"/>
        </w:rPr>
        <w:t>Amr-bil Maaruf</w:t>
      </w:r>
      <w:r w:rsidR="00F32168">
        <w:rPr>
          <w:lang w:val="sw-KE"/>
        </w:rPr>
        <w:t>)</w:t>
      </w:r>
    </w:p>
    <w:p w:rsidR="00564224" w:rsidRPr="00564224" w:rsidRDefault="00564224" w:rsidP="00F32168">
      <w:pPr>
        <w:pStyle w:val="libNormal"/>
        <w:rPr>
          <w:lang w:val="sw-KE"/>
        </w:rPr>
      </w:pPr>
      <w:r w:rsidRPr="00564224">
        <w:rPr>
          <w:lang w:val="sw-KE"/>
        </w:rPr>
        <w:t xml:space="preserve">8. Kukataza Mabaya </w:t>
      </w:r>
      <w:r w:rsidR="00F32168">
        <w:rPr>
          <w:lang w:val="sw-KE"/>
        </w:rPr>
        <w:t>(</w:t>
      </w:r>
      <w:r w:rsidRPr="00564224">
        <w:rPr>
          <w:lang w:val="sw-KE"/>
        </w:rPr>
        <w:t>Nahil-Anil Munkar</w:t>
      </w:r>
      <w:r w:rsidR="00F32168">
        <w:rPr>
          <w:lang w:val="sw-KE"/>
        </w:rPr>
        <w:t>)</w:t>
      </w:r>
    </w:p>
    <w:p w:rsidR="00564224" w:rsidRPr="00564224" w:rsidRDefault="00564224" w:rsidP="00F32168">
      <w:pPr>
        <w:pStyle w:val="libNormal"/>
        <w:rPr>
          <w:lang w:val="sw-KE"/>
        </w:rPr>
      </w:pPr>
      <w:r w:rsidRPr="00564224">
        <w:rPr>
          <w:lang w:val="sw-KE"/>
        </w:rPr>
        <w:t xml:space="preserve">9. Kuwapenda Mtume </w:t>
      </w:r>
      <w:r w:rsidR="00F32168" w:rsidRPr="00F32168">
        <w:rPr>
          <w:rStyle w:val="libBold1Char"/>
          <w:lang w:val="sw-KE"/>
        </w:rPr>
        <w:t>(</w:t>
      </w:r>
      <w:r w:rsidRPr="00F32168">
        <w:rPr>
          <w:rStyle w:val="libBold1Char"/>
          <w:lang w:val="sw-KE"/>
        </w:rPr>
        <w:t>s.a</w:t>
      </w:r>
      <w:r w:rsidR="00F32168" w:rsidRPr="00F32168">
        <w:rPr>
          <w:rStyle w:val="libBold1Char"/>
          <w:lang w:val="sw-KE"/>
        </w:rPr>
        <w:t>.</w:t>
      </w:r>
      <w:r w:rsidRPr="00F32168">
        <w:rPr>
          <w:rStyle w:val="libBold1Char"/>
          <w:lang w:val="sw-KE"/>
        </w:rPr>
        <w:t>w.w</w:t>
      </w:r>
      <w:r w:rsidR="00F32168" w:rsidRPr="00F32168">
        <w:rPr>
          <w:rStyle w:val="libBold1Char"/>
          <w:lang w:val="sw-KE"/>
        </w:rPr>
        <w:t>)</w:t>
      </w:r>
      <w:r w:rsidRPr="00564224">
        <w:rPr>
          <w:lang w:val="sw-KE"/>
        </w:rPr>
        <w:t xml:space="preserve"> na Ahli Bayti zake</w:t>
      </w:r>
    </w:p>
    <w:p w:rsidR="00564224" w:rsidRPr="00564224" w:rsidRDefault="00564224" w:rsidP="00F32168">
      <w:pPr>
        <w:pStyle w:val="libNormal"/>
        <w:rPr>
          <w:lang w:val="sw-KE"/>
        </w:rPr>
      </w:pPr>
      <w:r w:rsidRPr="00564224">
        <w:rPr>
          <w:lang w:val="sw-KE"/>
        </w:rPr>
        <w:t xml:space="preserve">10. Kujiepusha na maadui wa Mtume </w:t>
      </w:r>
      <w:r w:rsidR="00F32168" w:rsidRPr="00F32168">
        <w:rPr>
          <w:rStyle w:val="libBold1Char"/>
          <w:lang w:val="sw-KE"/>
        </w:rPr>
        <w:t>(</w:t>
      </w:r>
      <w:r w:rsidRPr="00F32168">
        <w:rPr>
          <w:rStyle w:val="libBold1Char"/>
          <w:lang w:val="sw-KE"/>
        </w:rPr>
        <w:t>s.a.w.w</w:t>
      </w:r>
      <w:r w:rsidR="00F32168" w:rsidRPr="00F32168">
        <w:rPr>
          <w:rStyle w:val="libBold1Char"/>
          <w:lang w:val="sw-KE"/>
        </w:rPr>
        <w:t>)</w:t>
      </w:r>
      <w:r w:rsidRPr="00564224">
        <w:rPr>
          <w:lang w:val="sw-KE"/>
        </w:rPr>
        <w:t xml:space="preserve"> na Ahli- bayti zake.</w:t>
      </w:r>
    </w:p>
    <w:p w:rsidR="00564224" w:rsidRPr="00564224" w:rsidRDefault="00564224" w:rsidP="00564224">
      <w:pPr>
        <w:pStyle w:val="libNormal"/>
        <w:rPr>
          <w:lang w:val="sw-KE"/>
        </w:rPr>
      </w:pPr>
      <w:r w:rsidRPr="00564224">
        <w:rPr>
          <w:lang w:val="sw-KE"/>
        </w:rPr>
        <w:t>Na katika matawi ya dini mambo kama biashara na ndoa na kisasi na fidia na kadhalika.</w:t>
      </w:r>
    </w:p>
    <w:p w:rsidR="00564224" w:rsidRPr="00564224" w:rsidRDefault="00564224" w:rsidP="00F32168">
      <w:pPr>
        <w:pStyle w:val="Heading2"/>
        <w:rPr>
          <w:lang w:val="sw-KE"/>
        </w:rPr>
      </w:pPr>
      <w:bookmarkStart w:id="7" w:name="_Toc29123002"/>
      <w:r w:rsidRPr="00564224">
        <w:rPr>
          <w:lang w:val="sw-KE"/>
        </w:rPr>
        <w:t>SOMO LA PILI</w:t>
      </w:r>
      <w:bookmarkEnd w:id="7"/>
    </w:p>
    <w:p w:rsidR="00564224" w:rsidRPr="00564224" w:rsidRDefault="00564224" w:rsidP="00F32168">
      <w:pPr>
        <w:pStyle w:val="Heading3"/>
        <w:rPr>
          <w:lang w:val="sw-KE"/>
        </w:rPr>
      </w:pPr>
      <w:bookmarkStart w:id="8" w:name="_Toc29123003"/>
      <w:r w:rsidRPr="00564224">
        <w:rPr>
          <w:lang w:val="sw-KE"/>
        </w:rPr>
        <w:t>NAMNA YA SALA NA KUTAWADHA</w:t>
      </w:r>
      <w:bookmarkEnd w:id="8"/>
    </w:p>
    <w:p w:rsidR="00564224" w:rsidRPr="00564224" w:rsidRDefault="00564224" w:rsidP="00564224">
      <w:pPr>
        <w:pStyle w:val="libNormal"/>
        <w:rPr>
          <w:lang w:val="sw-KE"/>
        </w:rPr>
      </w:pPr>
      <w:r w:rsidRPr="00564224">
        <w:rPr>
          <w:lang w:val="sw-KE"/>
        </w:rPr>
        <w:t>Sala zipo za aina mbili:</w:t>
      </w:r>
    </w:p>
    <w:p w:rsidR="00564224" w:rsidRPr="00564224" w:rsidRDefault="00564224" w:rsidP="00564224">
      <w:pPr>
        <w:pStyle w:val="libNormal"/>
        <w:rPr>
          <w:lang w:val="sw-KE"/>
        </w:rPr>
      </w:pPr>
      <w:r w:rsidRPr="00564224">
        <w:rPr>
          <w:lang w:val="sw-KE"/>
        </w:rPr>
        <w:t>1. Sala za Wajibu.</w:t>
      </w:r>
    </w:p>
    <w:p w:rsidR="00564224" w:rsidRPr="00564224" w:rsidRDefault="00564224" w:rsidP="00564224">
      <w:pPr>
        <w:pStyle w:val="libNormal"/>
        <w:rPr>
          <w:lang w:val="sw-KE"/>
        </w:rPr>
      </w:pPr>
      <w:r w:rsidRPr="00564224">
        <w:rPr>
          <w:lang w:val="sw-KE"/>
        </w:rPr>
        <w:t>2. Sala za Sunna.</w:t>
      </w:r>
    </w:p>
    <w:p w:rsidR="00564224" w:rsidRPr="00564224" w:rsidRDefault="00564224" w:rsidP="00F32168">
      <w:pPr>
        <w:pStyle w:val="libNormal"/>
        <w:rPr>
          <w:lang w:val="sw-KE"/>
        </w:rPr>
      </w:pPr>
      <w:r w:rsidRPr="00564224">
        <w:rPr>
          <w:lang w:val="sw-KE"/>
        </w:rPr>
        <w:t xml:space="preserve">Basi sala za wajibu ni namna mbali mbali, hapa tutaeleza sala za kila siku zote, nazo ni tano </w:t>
      </w:r>
      <w:r w:rsidR="00F32168">
        <w:rPr>
          <w:lang w:val="sw-KE"/>
        </w:rPr>
        <w:t>(</w:t>
      </w:r>
      <w:r w:rsidRPr="00564224">
        <w:rPr>
          <w:lang w:val="sw-KE"/>
        </w:rPr>
        <w:t>5</w:t>
      </w:r>
      <w:r w:rsidR="00F32168">
        <w:rPr>
          <w:lang w:val="sw-KE"/>
        </w:rPr>
        <w:t>)</w:t>
      </w:r>
      <w:r w:rsidRPr="00564224">
        <w:rPr>
          <w:lang w:val="sw-KE"/>
        </w:rPr>
        <w:t>.</w:t>
      </w:r>
    </w:p>
    <w:p w:rsidR="00564224" w:rsidRPr="00564224" w:rsidRDefault="00564224" w:rsidP="00F32168">
      <w:pPr>
        <w:pStyle w:val="libNormal"/>
        <w:rPr>
          <w:lang w:val="sw-KE"/>
        </w:rPr>
      </w:pPr>
      <w:r w:rsidRPr="00564224">
        <w:rPr>
          <w:lang w:val="sw-KE"/>
        </w:rPr>
        <w:t xml:space="preserve">Jua kuwa utapotekeleza sala ni lazima utawadhe </w:t>
      </w:r>
      <w:r w:rsidR="00F32168">
        <w:rPr>
          <w:lang w:val="sw-KE"/>
        </w:rPr>
        <w:t>(</w:t>
      </w:r>
      <w:r w:rsidRPr="00564224">
        <w:rPr>
          <w:lang w:val="sw-KE"/>
        </w:rPr>
        <w:t>ufanye Wudhu</w:t>
      </w:r>
      <w:r w:rsidR="00F32168">
        <w:rPr>
          <w:lang w:val="sw-KE"/>
        </w:rPr>
        <w:t>)</w:t>
      </w:r>
      <w:r w:rsidRPr="00564224">
        <w:rPr>
          <w:lang w:val="sw-KE"/>
        </w:rPr>
        <w:t>.</w:t>
      </w:r>
    </w:p>
    <w:p w:rsidR="00F32168" w:rsidRDefault="00564224" w:rsidP="00564224">
      <w:pPr>
        <w:pStyle w:val="libNormal"/>
        <w:rPr>
          <w:lang w:val="sw-KE"/>
        </w:rPr>
      </w:pPr>
      <w:r w:rsidRPr="00564224">
        <w:rPr>
          <w:lang w:val="sw-KE"/>
        </w:rPr>
        <w:t>Na namna ya kutawadha ni kama ifuatav</w:t>
      </w:r>
      <w:r w:rsidR="00F32168">
        <w:rPr>
          <w:lang w:val="sw-KE"/>
        </w:rPr>
        <w:t>yo:</w:t>
      </w:r>
    </w:p>
    <w:p w:rsidR="00564224" w:rsidRPr="00564224" w:rsidRDefault="00F32168" w:rsidP="00F32168">
      <w:pPr>
        <w:pStyle w:val="libNormal"/>
        <w:rPr>
          <w:lang w:val="sw-KE"/>
        </w:rPr>
      </w:pPr>
      <w:r>
        <w:rPr>
          <w:lang w:val="sw-KE"/>
        </w:rPr>
        <w:t>(</w:t>
      </w:r>
      <w:r w:rsidR="00564224" w:rsidRPr="00564224">
        <w:rPr>
          <w:lang w:val="sw-KE"/>
        </w:rPr>
        <w:t>a</w:t>
      </w:r>
      <w:r>
        <w:rPr>
          <w:lang w:val="sw-KE"/>
        </w:rPr>
        <w:t xml:space="preserve">) </w:t>
      </w:r>
      <w:r w:rsidR="00564224" w:rsidRPr="00564224">
        <w:rPr>
          <w:lang w:val="sw-KE"/>
        </w:rPr>
        <w:t>Chukua maji mataharifu na ya halali, na viwe viungo vyako tohara.</w:t>
      </w:r>
    </w:p>
    <w:p w:rsidR="00564224" w:rsidRPr="00564224" w:rsidRDefault="00F32168" w:rsidP="00F32168">
      <w:pPr>
        <w:pStyle w:val="libNormal"/>
        <w:rPr>
          <w:lang w:val="sw-KE"/>
        </w:rPr>
      </w:pPr>
      <w:r>
        <w:rPr>
          <w:lang w:val="sw-KE"/>
        </w:rPr>
        <w:t>(</w:t>
      </w:r>
      <w:r w:rsidR="00564224" w:rsidRPr="00564224">
        <w:rPr>
          <w:lang w:val="sw-KE"/>
        </w:rPr>
        <w:t>b</w:t>
      </w:r>
      <w:r>
        <w:rPr>
          <w:lang w:val="sw-KE"/>
        </w:rPr>
        <w:t>)</w:t>
      </w:r>
      <w:r w:rsidR="00564224" w:rsidRPr="00564224">
        <w:rPr>
          <w:lang w:val="sw-KE"/>
        </w:rPr>
        <w:t xml:space="preserve"> Kosha mikono yako vifundoni mara tatu.</w:t>
      </w:r>
    </w:p>
    <w:p w:rsidR="00564224" w:rsidRPr="00564224" w:rsidRDefault="00F32168" w:rsidP="00F32168">
      <w:pPr>
        <w:pStyle w:val="libNormal"/>
        <w:rPr>
          <w:lang w:val="sw-KE"/>
        </w:rPr>
      </w:pPr>
      <w:r>
        <w:rPr>
          <w:lang w:val="sw-KE"/>
        </w:rPr>
        <w:t>(</w:t>
      </w:r>
      <w:r w:rsidR="00564224" w:rsidRPr="00564224">
        <w:rPr>
          <w:lang w:val="sw-KE"/>
        </w:rPr>
        <w:t>c</w:t>
      </w:r>
      <w:r>
        <w:rPr>
          <w:lang w:val="sw-KE"/>
        </w:rPr>
        <w:t>)</w:t>
      </w:r>
      <w:r w:rsidR="00564224" w:rsidRPr="00564224">
        <w:rPr>
          <w:lang w:val="sw-KE"/>
        </w:rPr>
        <w:t xml:space="preserve"> Sukutuwa na utie maji puwani, kila kimoj a mara tatu.</w:t>
      </w:r>
    </w:p>
    <w:p w:rsidR="00564224" w:rsidRPr="00564224" w:rsidRDefault="00F32168" w:rsidP="00F32168">
      <w:pPr>
        <w:pStyle w:val="libNormal"/>
        <w:rPr>
          <w:lang w:val="sw-KE"/>
        </w:rPr>
      </w:pPr>
      <w:r>
        <w:rPr>
          <w:lang w:val="sw-KE"/>
        </w:rPr>
        <w:t>(</w:t>
      </w:r>
      <w:r w:rsidR="00564224" w:rsidRPr="00564224">
        <w:rPr>
          <w:lang w:val="sw-KE"/>
        </w:rPr>
        <w:t>d</w:t>
      </w:r>
      <w:r>
        <w:rPr>
          <w:lang w:val="sw-KE"/>
        </w:rPr>
        <w:t>)</w:t>
      </w:r>
      <w:r w:rsidR="00564224" w:rsidRPr="00564224">
        <w:rPr>
          <w:lang w:val="sw-KE"/>
        </w:rPr>
        <w:t xml:space="preserve"> Kisha kusudia kuwa "Mimi ninatawadha kwa kutaka ukaribu wa Mungu.</w:t>
      </w:r>
    </w:p>
    <w:p w:rsidR="00564224" w:rsidRPr="00564224" w:rsidRDefault="00F32168" w:rsidP="00F32168">
      <w:pPr>
        <w:pStyle w:val="libNormal"/>
        <w:rPr>
          <w:lang w:val="sw-KE"/>
        </w:rPr>
      </w:pPr>
      <w:r>
        <w:rPr>
          <w:lang w:val="sw-KE"/>
        </w:rPr>
        <w:t>(</w:t>
      </w:r>
      <w:r w:rsidR="00564224" w:rsidRPr="00564224">
        <w:rPr>
          <w:lang w:val="sw-KE"/>
        </w:rPr>
        <w:t>e</w:t>
      </w:r>
      <w:r>
        <w:rPr>
          <w:lang w:val="sw-KE"/>
        </w:rPr>
        <w:t xml:space="preserve">) </w:t>
      </w:r>
      <w:r w:rsidR="00564224" w:rsidRPr="00564224">
        <w:rPr>
          <w:lang w:val="sw-KE"/>
        </w:rPr>
        <w:t>Utie maji usoni kwako, kuanzia maoteo ya nywele za kichwa. na utakosha mpaka kidevuni, ndio urefu na ukati wa dole gumba na kidole cha shahada, ndio upana wa uso.</w:t>
      </w:r>
    </w:p>
    <w:p w:rsidR="00564224" w:rsidRPr="00564224" w:rsidRDefault="00F32168" w:rsidP="00F32168">
      <w:pPr>
        <w:pStyle w:val="libNormal"/>
        <w:rPr>
          <w:lang w:val="sw-KE"/>
        </w:rPr>
      </w:pPr>
      <w:r>
        <w:rPr>
          <w:lang w:val="sw-KE"/>
        </w:rPr>
        <w:t>(</w:t>
      </w:r>
      <w:r w:rsidR="00564224" w:rsidRPr="00564224">
        <w:rPr>
          <w:lang w:val="sw-KE"/>
        </w:rPr>
        <w:t>f</w:t>
      </w:r>
      <w:r>
        <w:rPr>
          <w:lang w:val="sw-KE"/>
        </w:rPr>
        <w:t xml:space="preserve">) </w:t>
      </w:r>
      <w:r w:rsidR="00564224" w:rsidRPr="00564224">
        <w:rPr>
          <w:lang w:val="sw-KE"/>
        </w:rPr>
        <w:t>Baadae utakosha mkono wa kulia, kuanzia juu ya kisigino, mpaka nchani mwa vidole.</w:t>
      </w:r>
    </w:p>
    <w:p w:rsidR="00564224" w:rsidRPr="00564224" w:rsidRDefault="00F32168" w:rsidP="00F32168">
      <w:pPr>
        <w:pStyle w:val="libNormal"/>
        <w:rPr>
          <w:lang w:val="sw-KE"/>
        </w:rPr>
      </w:pPr>
      <w:r>
        <w:rPr>
          <w:lang w:val="sw-KE"/>
        </w:rPr>
        <w:t>(</w:t>
      </w:r>
      <w:r w:rsidR="00564224" w:rsidRPr="00564224">
        <w:rPr>
          <w:lang w:val="sw-KE"/>
        </w:rPr>
        <w:t>g</w:t>
      </w:r>
      <w:r>
        <w:rPr>
          <w:lang w:val="sw-KE"/>
        </w:rPr>
        <w:t xml:space="preserve">) </w:t>
      </w:r>
      <w:r w:rsidR="00564224" w:rsidRPr="00564224">
        <w:rPr>
          <w:lang w:val="sw-KE"/>
        </w:rPr>
        <w:t>Kisha utaosha mkono wa kushoto vilevile.</w:t>
      </w:r>
    </w:p>
    <w:p w:rsidR="00564224" w:rsidRPr="00564224" w:rsidRDefault="00F32168" w:rsidP="00F32168">
      <w:pPr>
        <w:pStyle w:val="libNormal"/>
        <w:rPr>
          <w:lang w:val="sw-KE"/>
        </w:rPr>
      </w:pPr>
      <w:r>
        <w:rPr>
          <w:lang w:val="sw-KE"/>
        </w:rPr>
        <w:t>(</w:t>
      </w:r>
      <w:r w:rsidR="00564224" w:rsidRPr="00564224">
        <w:rPr>
          <w:lang w:val="sw-KE"/>
        </w:rPr>
        <w:t>h</w:t>
      </w:r>
      <w:r>
        <w:rPr>
          <w:lang w:val="sw-KE"/>
        </w:rPr>
        <w:t>)</w:t>
      </w:r>
      <w:r w:rsidR="00564224" w:rsidRPr="00564224">
        <w:rPr>
          <w:lang w:val="sw-KE"/>
        </w:rPr>
        <w:t xml:space="preserve"> Kisha utapaka kwa kiganja chako cha kulia sehemu ya mbele ya kichwa.</w:t>
      </w:r>
    </w:p>
    <w:p w:rsidR="00564224" w:rsidRPr="00564224" w:rsidRDefault="00F32168" w:rsidP="00F32168">
      <w:pPr>
        <w:pStyle w:val="libNormal"/>
        <w:rPr>
          <w:lang w:val="sw-KE"/>
        </w:rPr>
      </w:pPr>
      <w:r>
        <w:rPr>
          <w:lang w:val="sw-KE"/>
        </w:rPr>
        <w:t>(</w:t>
      </w:r>
      <w:r w:rsidR="00564224" w:rsidRPr="00564224">
        <w:rPr>
          <w:lang w:val="sw-KE"/>
        </w:rPr>
        <w:t>i</w:t>
      </w:r>
      <w:r>
        <w:rPr>
          <w:lang w:val="sw-KE"/>
        </w:rPr>
        <w:t xml:space="preserve">) </w:t>
      </w:r>
      <w:r w:rsidR="00564224" w:rsidRPr="00564224">
        <w:rPr>
          <w:lang w:val="sw-KE"/>
        </w:rPr>
        <w:t>Baadae utapaka kwa mkono wako wa kulia juu ya mgongo wa unyayo wako wa kulia, kuanzia vidoleni mpaka katika kifundo.</w:t>
      </w:r>
    </w:p>
    <w:p w:rsidR="00564224" w:rsidRPr="00564224" w:rsidRDefault="00590632" w:rsidP="00590632">
      <w:pPr>
        <w:pStyle w:val="libNormal"/>
        <w:rPr>
          <w:lang w:val="sw-KE"/>
        </w:rPr>
      </w:pPr>
      <w:r>
        <w:rPr>
          <w:lang w:val="sw-KE"/>
        </w:rPr>
        <w:lastRenderedPageBreak/>
        <w:t>(</w:t>
      </w:r>
      <w:r w:rsidR="00564224" w:rsidRPr="00564224">
        <w:rPr>
          <w:lang w:val="sw-KE"/>
        </w:rPr>
        <w:t>j</w:t>
      </w:r>
      <w:r>
        <w:rPr>
          <w:lang w:val="sw-KE"/>
        </w:rPr>
        <w:t>)</w:t>
      </w:r>
      <w:r w:rsidR="00564224" w:rsidRPr="00564224">
        <w:rPr>
          <w:lang w:val="sw-KE"/>
        </w:rPr>
        <w:t xml:space="preserve"> Baadae utapaka kwa mkono wako wa kushoto juu ya mgongo wa unyayo wa kushoto vilevile.</w:t>
      </w:r>
    </w:p>
    <w:p w:rsidR="00564224" w:rsidRPr="00564224" w:rsidRDefault="00564224" w:rsidP="00590632">
      <w:pPr>
        <w:pStyle w:val="Heading2"/>
        <w:rPr>
          <w:lang w:val="sw-KE"/>
        </w:rPr>
      </w:pPr>
      <w:bookmarkStart w:id="9" w:name="_Toc29123004"/>
      <w:r w:rsidRPr="00564224">
        <w:rPr>
          <w:lang w:val="sw-KE"/>
        </w:rPr>
        <w:t>SOMO LA TATU</w:t>
      </w:r>
      <w:bookmarkEnd w:id="9"/>
    </w:p>
    <w:p w:rsidR="00564224" w:rsidRPr="00564224" w:rsidRDefault="00564224" w:rsidP="00590632">
      <w:pPr>
        <w:pStyle w:val="Heading3"/>
        <w:rPr>
          <w:lang w:val="sw-KE"/>
        </w:rPr>
      </w:pPr>
      <w:bookmarkStart w:id="10" w:name="_Toc29123005"/>
      <w:r w:rsidRPr="00564224">
        <w:rPr>
          <w:lang w:val="sw-KE"/>
        </w:rPr>
        <w:t>IDADI NA WAKATI WA SALA</w:t>
      </w:r>
      <w:bookmarkEnd w:id="10"/>
    </w:p>
    <w:p w:rsidR="00590632" w:rsidRDefault="00564224" w:rsidP="00564224">
      <w:pPr>
        <w:pStyle w:val="libNormal"/>
        <w:rPr>
          <w:lang w:val="sw-KE"/>
        </w:rPr>
      </w:pPr>
      <w:r w:rsidRPr="00564224">
        <w:rPr>
          <w:lang w:val="sw-KE"/>
        </w:rPr>
        <w:t xml:space="preserve">Ujue kuwa sala </w:t>
      </w:r>
      <w:r w:rsidR="00590632">
        <w:rPr>
          <w:lang w:val="sw-KE"/>
        </w:rPr>
        <w:t>za Wajibu za siku zote ni tano:</w:t>
      </w:r>
    </w:p>
    <w:p w:rsidR="00564224" w:rsidRPr="00564224" w:rsidRDefault="00590632" w:rsidP="00564224">
      <w:pPr>
        <w:pStyle w:val="libNormal"/>
        <w:rPr>
          <w:lang w:val="sw-KE"/>
        </w:rPr>
      </w:pPr>
      <w:r>
        <w:rPr>
          <w:lang w:val="sw-KE"/>
        </w:rPr>
        <w:t>(a)</w:t>
      </w:r>
      <w:r w:rsidR="00564224" w:rsidRPr="00564224">
        <w:rPr>
          <w:lang w:val="sw-KE"/>
        </w:rPr>
        <w:t xml:space="preserve"> Sala ya Asubuhi ni Rakaa mbili.</w:t>
      </w:r>
    </w:p>
    <w:p w:rsidR="00590632" w:rsidRDefault="00564224" w:rsidP="00564224">
      <w:pPr>
        <w:pStyle w:val="libNormal"/>
        <w:rPr>
          <w:lang w:val="sw-KE"/>
        </w:rPr>
      </w:pPr>
      <w:r w:rsidRPr="00564224">
        <w:rPr>
          <w:lang w:val="sw-KE"/>
        </w:rPr>
        <w:t xml:space="preserve">Na nyakati zake ni Alfajir kabla ya kuchomoza jua. </w:t>
      </w:r>
    </w:p>
    <w:p w:rsidR="00590632" w:rsidRDefault="00590632" w:rsidP="00590632">
      <w:pPr>
        <w:pStyle w:val="libNormal"/>
        <w:rPr>
          <w:lang w:val="sw-KE"/>
        </w:rPr>
      </w:pPr>
      <w:r>
        <w:rPr>
          <w:lang w:val="sw-KE"/>
        </w:rPr>
        <w:t>(</w:t>
      </w:r>
      <w:r w:rsidR="00564224" w:rsidRPr="00564224">
        <w:rPr>
          <w:lang w:val="sw-KE"/>
        </w:rPr>
        <w:t>b</w:t>
      </w:r>
      <w:r>
        <w:rPr>
          <w:lang w:val="sw-KE"/>
        </w:rPr>
        <w:t>)</w:t>
      </w:r>
      <w:r w:rsidR="00564224" w:rsidRPr="00564224">
        <w:rPr>
          <w:lang w:val="sw-KE"/>
        </w:rPr>
        <w:t xml:space="preserve"> Sala ya Adhuhuri ni Rakaa nne: na </w:t>
      </w:r>
    </w:p>
    <w:p w:rsidR="00564224" w:rsidRPr="00564224" w:rsidRDefault="00590632" w:rsidP="00590632">
      <w:pPr>
        <w:pStyle w:val="libNormal"/>
        <w:rPr>
          <w:lang w:val="sw-KE"/>
        </w:rPr>
      </w:pPr>
      <w:r>
        <w:rPr>
          <w:lang w:val="sw-KE"/>
        </w:rPr>
        <w:t>(c)</w:t>
      </w:r>
      <w:r w:rsidR="00564224" w:rsidRPr="00564224">
        <w:rPr>
          <w:lang w:val="sw-KE"/>
        </w:rPr>
        <w:t xml:space="preserve"> Sala ya Alasiri ni Rakaa nne.</w:t>
      </w:r>
    </w:p>
    <w:p w:rsidR="00590632" w:rsidRDefault="00564224" w:rsidP="00564224">
      <w:pPr>
        <w:pStyle w:val="libNormal"/>
        <w:rPr>
          <w:lang w:val="sw-KE"/>
        </w:rPr>
      </w:pPr>
      <w:r w:rsidRPr="00564224">
        <w:rPr>
          <w:lang w:val="sw-KE"/>
        </w:rPr>
        <w:t xml:space="preserve">Na nyakati zake sala hizi mbili ni dhuhuri hadi kuchwa jua. </w:t>
      </w:r>
    </w:p>
    <w:p w:rsidR="00590632" w:rsidRDefault="00590632" w:rsidP="00590632">
      <w:pPr>
        <w:pStyle w:val="libNormal"/>
        <w:rPr>
          <w:lang w:val="sw-KE"/>
        </w:rPr>
      </w:pPr>
      <w:r>
        <w:rPr>
          <w:lang w:val="sw-KE"/>
        </w:rPr>
        <w:t>(</w:t>
      </w:r>
      <w:r w:rsidR="00564224" w:rsidRPr="00564224">
        <w:rPr>
          <w:lang w:val="sw-KE"/>
        </w:rPr>
        <w:t>d</w:t>
      </w:r>
      <w:r>
        <w:rPr>
          <w:lang w:val="sw-KE"/>
        </w:rPr>
        <w:t xml:space="preserve">) </w:t>
      </w:r>
      <w:r w:rsidR="00564224" w:rsidRPr="00564224">
        <w:rPr>
          <w:lang w:val="sw-KE"/>
        </w:rPr>
        <w:t xml:space="preserve">Sala ya Magharibi, nayo ni Rakaa tatu, na </w:t>
      </w:r>
    </w:p>
    <w:p w:rsidR="00564224" w:rsidRPr="00564224" w:rsidRDefault="00590632" w:rsidP="00590632">
      <w:pPr>
        <w:pStyle w:val="libNormal"/>
        <w:rPr>
          <w:lang w:val="sw-KE"/>
        </w:rPr>
      </w:pPr>
      <w:r>
        <w:rPr>
          <w:lang w:val="sw-KE"/>
        </w:rPr>
        <w:t>(</w:t>
      </w:r>
      <w:r w:rsidR="00564224" w:rsidRPr="00564224">
        <w:rPr>
          <w:lang w:val="sw-KE"/>
        </w:rPr>
        <w:t>e</w:t>
      </w:r>
      <w:r>
        <w:rPr>
          <w:lang w:val="sw-KE"/>
        </w:rPr>
        <w:t>)</w:t>
      </w:r>
      <w:r w:rsidR="00564224" w:rsidRPr="00564224">
        <w:rPr>
          <w:lang w:val="sw-KE"/>
        </w:rPr>
        <w:t xml:space="preserve"> Sala ya Isha nayo ni Rakaa nne.</w:t>
      </w:r>
    </w:p>
    <w:p w:rsidR="00564224" w:rsidRPr="00564224" w:rsidRDefault="00564224" w:rsidP="00564224">
      <w:pPr>
        <w:pStyle w:val="libNormal"/>
        <w:rPr>
          <w:lang w:val="sw-KE"/>
        </w:rPr>
      </w:pPr>
      <w:r w:rsidRPr="00564224">
        <w:rPr>
          <w:lang w:val="sw-KE"/>
        </w:rPr>
        <w:t>Na nyakati zake sala hizi mbili ni magharibi hadi nusu ya usiku.</w:t>
      </w:r>
    </w:p>
    <w:p w:rsidR="00590632" w:rsidRDefault="00564224" w:rsidP="00590632">
      <w:pPr>
        <w:pStyle w:val="libNormal"/>
        <w:rPr>
          <w:lang w:val="sw-KE"/>
        </w:rPr>
      </w:pPr>
      <w:r w:rsidRPr="00564224">
        <w:rPr>
          <w:lang w:val="sw-KE"/>
        </w:rPr>
        <w:t xml:space="preserve">Hii ni kwa mwenye kuwa mkazi wa mji au kama mkazi wa mjini. Lakini msafiri husali sala za rakaa nne </w:t>
      </w:r>
      <w:r w:rsidR="00590632">
        <w:rPr>
          <w:lang w:val="sw-KE"/>
        </w:rPr>
        <w:t>(</w:t>
      </w:r>
      <w:r w:rsidRPr="00564224">
        <w:rPr>
          <w:lang w:val="sw-KE"/>
        </w:rPr>
        <w:t>Adhuhuri, alasiri na Isha</w:t>
      </w:r>
      <w:r w:rsidR="00590632">
        <w:rPr>
          <w:lang w:val="sw-KE"/>
        </w:rPr>
        <w:t>)</w:t>
      </w:r>
      <w:r w:rsidRPr="00564224">
        <w:rPr>
          <w:lang w:val="sw-KE"/>
        </w:rPr>
        <w:t xml:space="preserve"> kwa rakaa mbili mbili kama sala ya Asubuhi.</w:t>
      </w:r>
    </w:p>
    <w:p w:rsidR="00590632" w:rsidRDefault="00590632">
      <w:pPr>
        <w:ind w:firstLine="0"/>
        <w:jc w:val="left"/>
        <w:rPr>
          <w:sz w:val="24"/>
          <w:lang w:val="sw-KE"/>
        </w:rPr>
      </w:pPr>
      <w:r>
        <w:rPr>
          <w:lang w:val="sw-KE"/>
        </w:rPr>
        <w:br w:type="page"/>
      </w:r>
    </w:p>
    <w:p w:rsidR="00590632" w:rsidRPr="00590632" w:rsidRDefault="00590632" w:rsidP="00590632">
      <w:pPr>
        <w:pStyle w:val="Heading1Center"/>
        <w:rPr>
          <w:lang w:val="sw-KE"/>
        </w:rPr>
      </w:pPr>
      <w:bookmarkStart w:id="11" w:name="_Toc29123006"/>
      <w:r w:rsidRPr="00590632">
        <w:rPr>
          <w:lang w:val="sw-KE"/>
        </w:rPr>
        <w:lastRenderedPageBreak/>
        <w:t>MASOMO YA KI-ISLAM</w:t>
      </w:r>
      <w:bookmarkEnd w:id="11"/>
    </w:p>
    <w:p w:rsidR="00564224" w:rsidRPr="00564224" w:rsidRDefault="00590632" w:rsidP="00590632">
      <w:pPr>
        <w:pStyle w:val="Heading2Center"/>
        <w:rPr>
          <w:lang w:val="sw-KE"/>
        </w:rPr>
      </w:pPr>
      <w:bookmarkStart w:id="12" w:name="_Toc29123007"/>
      <w:r w:rsidRPr="00590632">
        <w:rPr>
          <w:lang w:val="sw-KE"/>
        </w:rPr>
        <w:t>KITABU CHA TATU</w:t>
      </w:r>
      <w:bookmarkEnd w:id="12"/>
    </w:p>
    <w:p w:rsidR="00564224" w:rsidRPr="00564224" w:rsidRDefault="00564224" w:rsidP="00590632">
      <w:pPr>
        <w:pStyle w:val="Heading3Center"/>
        <w:rPr>
          <w:lang w:val="sw-KE"/>
        </w:rPr>
      </w:pPr>
      <w:bookmarkStart w:id="13" w:name="_Toc29123008"/>
      <w:r w:rsidRPr="00564224">
        <w:rPr>
          <w:lang w:val="sw-KE"/>
        </w:rPr>
        <w:t>SOMO LA NNE</w:t>
      </w:r>
      <w:bookmarkEnd w:id="13"/>
    </w:p>
    <w:p w:rsidR="00564224" w:rsidRPr="00564224" w:rsidRDefault="00564224" w:rsidP="00590632">
      <w:pPr>
        <w:pStyle w:val="Heading3"/>
        <w:rPr>
          <w:lang w:val="sw-KE"/>
        </w:rPr>
      </w:pPr>
      <w:bookmarkStart w:id="14" w:name="_Toc29123009"/>
      <w:r w:rsidRPr="00564224">
        <w:rPr>
          <w:lang w:val="sw-KE"/>
        </w:rPr>
        <w:t>ADHAAN</w:t>
      </w:r>
      <w:bookmarkEnd w:id="14"/>
    </w:p>
    <w:p w:rsidR="00564224" w:rsidRPr="00564224" w:rsidRDefault="00564224" w:rsidP="00564224">
      <w:pPr>
        <w:pStyle w:val="libNormal"/>
        <w:rPr>
          <w:lang w:val="sw-KE"/>
        </w:rPr>
      </w:pPr>
      <w:r w:rsidRPr="00564224">
        <w:rPr>
          <w:lang w:val="sw-KE"/>
        </w:rPr>
        <w:t>Ukitaka kusali elekea kibla na usimame. Baadae Uadhini kama hivi:-</w:t>
      </w:r>
    </w:p>
    <w:p w:rsidR="00564224" w:rsidRPr="00564224" w:rsidRDefault="00564224" w:rsidP="00590632">
      <w:pPr>
        <w:pStyle w:val="libNormal"/>
        <w:rPr>
          <w:lang w:val="sw-KE"/>
        </w:rPr>
      </w:pPr>
      <w:r w:rsidRPr="00564224">
        <w:rPr>
          <w:lang w:val="sw-KE"/>
        </w:rPr>
        <w:t xml:space="preserve">1.Allahu Akbar </w:t>
      </w:r>
      <w:r w:rsidR="00590632">
        <w:rPr>
          <w:lang w:val="sw-KE"/>
        </w:rPr>
        <w:t>(</w:t>
      </w:r>
      <w:r w:rsidRPr="00564224">
        <w:rPr>
          <w:lang w:val="sw-KE"/>
        </w:rPr>
        <w:t>mara nne</w:t>
      </w:r>
      <w:r w:rsidR="00590632">
        <w:rPr>
          <w:lang w:val="sw-KE"/>
        </w:rPr>
        <w:t>)</w:t>
      </w:r>
    </w:p>
    <w:p w:rsidR="00564224" w:rsidRPr="00564224" w:rsidRDefault="00590632" w:rsidP="00590632">
      <w:pPr>
        <w:pStyle w:val="libNormal"/>
        <w:rPr>
          <w:lang w:val="sw-KE"/>
        </w:rPr>
      </w:pPr>
      <w:r>
        <w:rPr>
          <w:lang w:val="sw-KE"/>
        </w:rPr>
        <w:t>(</w:t>
      </w:r>
      <w:r w:rsidR="00564224" w:rsidRPr="00564224">
        <w:rPr>
          <w:lang w:val="sw-KE"/>
        </w:rPr>
        <w:t>MWENYEZIMUNGU NI MKUBWA</w:t>
      </w:r>
      <w:r>
        <w:rPr>
          <w:lang w:val="sw-KE"/>
        </w:rPr>
        <w:t>)</w:t>
      </w:r>
    </w:p>
    <w:p w:rsidR="00564224" w:rsidRPr="00564224" w:rsidRDefault="00564224" w:rsidP="00564224">
      <w:pPr>
        <w:pStyle w:val="libNormal"/>
        <w:rPr>
          <w:lang w:val="sw-KE"/>
        </w:rPr>
      </w:pPr>
      <w:r w:rsidRPr="00564224">
        <w:rPr>
          <w:lang w:val="sw-KE"/>
        </w:rPr>
        <w:t>2.Ash-hadu allailahailla-Llah {marambili}</w:t>
      </w:r>
    </w:p>
    <w:p w:rsidR="00564224" w:rsidRPr="00564224" w:rsidRDefault="00590632" w:rsidP="00590632">
      <w:pPr>
        <w:pStyle w:val="libNormal"/>
        <w:rPr>
          <w:lang w:val="sw-KE"/>
        </w:rPr>
      </w:pPr>
      <w:r>
        <w:rPr>
          <w:lang w:val="sw-KE"/>
        </w:rPr>
        <w:t>(</w:t>
      </w:r>
      <w:r w:rsidR="00564224" w:rsidRPr="00564224">
        <w:rPr>
          <w:lang w:val="sw-KE"/>
        </w:rPr>
        <w:t>NAKIRI KUWA HAKUNA MOLA ILA MWENYEZI MUNGU</w:t>
      </w:r>
      <w:r>
        <w:rPr>
          <w:lang w:val="sw-KE"/>
        </w:rPr>
        <w:t>)</w:t>
      </w:r>
    </w:p>
    <w:p w:rsidR="00564224" w:rsidRPr="00564224" w:rsidRDefault="00564224" w:rsidP="00564224">
      <w:pPr>
        <w:pStyle w:val="libNormal"/>
        <w:rPr>
          <w:lang w:val="sw-KE"/>
        </w:rPr>
      </w:pPr>
      <w:r w:rsidRPr="00564224">
        <w:rPr>
          <w:lang w:val="sw-KE"/>
        </w:rPr>
        <w:t>3. Ash hadu anna Muhammadar Rasulullah {mara mbili}</w:t>
      </w:r>
    </w:p>
    <w:p w:rsidR="00564224" w:rsidRPr="00564224" w:rsidRDefault="00590632" w:rsidP="00590632">
      <w:pPr>
        <w:pStyle w:val="libNormal"/>
        <w:rPr>
          <w:lang w:val="sw-KE"/>
        </w:rPr>
      </w:pPr>
      <w:r>
        <w:rPr>
          <w:lang w:val="sw-KE"/>
        </w:rPr>
        <w:t>(</w:t>
      </w:r>
      <w:r w:rsidR="00564224" w:rsidRPr="00564224">
        <w:rPr>
          <w:lang w:val="sw-KE"/>
        </w:rPr>
        <w:t>NAKIRI KUWA NABII MUHAMMAD NI MJUMBE WA MWENYEZI MUNGU</w:t>
      </w:r>
      <w:r>
        <w:rPr>
          <w:lang w:val="sw-KE"/>
        </w:rPr>
        <w:t>)</w:t>
      </w:r>
    </w:p>
    <w:p w:rsidR="00590632" w:rsidRDefault="00564224" w:rsidP="00590632">
      <w:pPr>
        <w:pStyle w:val="libNormal"/>
        <w:rPr>
          <w:lang w:val="sw-KE"/>
        </w:rPr>
        <w:sectPr w:rsidR="00590632"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pPr>
      <w:r w:rsidRPr="00564224">
        <w:rPr>
          <w:lang w:val="sw-KE"/>
        </w:rPr>
        <w:t>4.</w:t>
      </w:r>
    </w:p>
    <w:p w:rsidR="00564224" w:rsidRPr="00564224" w:rsidRDefault="00590632" w:rsidP="00590632">
      <w:pPr>
        <w:pStyle w:val="libNormal"/>
        <w:rPr>
          <w:lang w:val="sw-KE"/>
        </w:rPr>
      </w:pPr>
      <w:r w:rsidRPr="008E5AFC">
        <w:rPr>
          <w:rStyle w:val="libFootnotenumChar"/>
          <w:lang w:val="sw-KE"/>
        </w:rPr>
        <w:lastRenderedPageBreak/>
        <w:footnoteReference w:id="3"/>
      </w:r>
      <w:r w:rsidR="00564224" w:rsidRPr="008E5AFC">
        <w:rPr>
          <w:rStyle w:val="libFootnotenumChar"/>
          <w:lang w:val="sw-KE"/>
        </w:rPr>
        <w:t xml:space="preserve"> </w:t>
      </w:r>
      <w:r w:rsidR="00564224" w:rsidRPr="00564224">
        <w:rPr>
          <w:lang w:val="sw-KE"/>
        </w:rPr>
        <w:t xml:space="preserve">Ash-hadu anna Amiral Muuminiin Aliyyan Waliyyu-llah </w:t>
      </w:r>
      <w:r>
        <w:rPr>
          <w:lang w:val="sw-KE"/>
        </w:rPr>
        <w:t>(</w:t>
      </w:r>
      <w:r w:rsidR="00564224" w:rsidRPr="00564224">
        <w:rPr>
          <w:lang w:val="sw-KE"/>
        </w:rPr>
        <w:t>mara mbili</w:t>
      </w:r>
      <w:r>
        <w:rPr>
          <w:lang w:val="sw-KE"/>
        </w:rPr>
        <w:t>)</w:t>
      </w:r>
    </w:p>
    <w:p w:rsidR="00564224" w:rsidRPr="00564224" w:rsidRDefault="00590632" w:rsidP="00590632">
      <w:pPr>
        <w:pStyle w:val="libNormal"/>
        <w:rPr>
          <w:lang w:val="sw-KE"/>
        </w:rPr>
      </w:pPr>
      <w:r>
        <w:rPr>
          <w:lang w:val="sw-KE"/>
        </w:rPr>
        <w:t>(</w:t>
      </w:r>
      <w:r w:rsidR="00564224" w:rsidRPr="00564224">
        <w:rPr>
          <w:lang w:val="sw-KE"/>
        </w:rPr>
        <w:t>NAKIRI KUWA AMIRAL MU-UMINIINA ALI NI WALII WA MWENYEZI MUNGU</w:t>
      </w:r>
      <w:r>
        <w:rPr>
          <w:lang w:val="sw-KE"/>
        </w:rPr>
        <w:t>)</w:t>
      </w:r>
    </w:p>
    <w:p w:rsidR="00564224" w:rsidRPr="00564224" w:rsidRDefault="00564224" w:rsidP="008E5AFC">
      <w:pPr>
        <w:pStyle w:val="libNormal"/>
        <w:rPr>
          <w:lang w:val="sw-KE"/>
        </w:rPr>
      </w:pPr>
      <w:r w:rsidRPr="00564224">
        <w:rPr>
          <w:lang w:val="sw-KE"/>
        </w:rPr>
        <w:t xml:space="preserve">5. Hayya alas-Salaah </w:t>
      </w:r>
      <w:r w:rsidR="008E5AFC">
        <w:rPr>
          <w:lang w:val="sw-KE"/>
        </w:rPr>
        <w:t>(</w:t>
      </w:r>
      <w:r w:rsidRPr="00564224">
        <w:rPr>
          <w:lang w:val="sw-KE"/>
        </w:rPr>
        <w:t>marambili</w:t>
      </w:r>
      <w:r w:rsidR="008E5AFC">
        <w:rPr>
          <w:lang w:val="sw-KE"/>
        </w:rPr>
        <w:t>)</w:t>
      </w:r>
    </w:p>
    <w:p w:rsidR="00564224" w:rsidRPr="00564224" w:rsidRDefault="008E5AFC" w:rsidP="008E5AFC">
      <w:pPr>
        <w:pStyle w:val="libNormal"/>
        <w:rPr>
          <w:lang w:val="sw-KE"/>
        </w:rPr>
      </w:pPr>
      <w:r>
        <w:rPr>
          <w:lang w:val="sw-KE"/>
        </w:rPr>
        <w:t>(</w:t>
      </w:r>
      <w:r w:rsidR="00564224" w:rsidRPr="00564224">
        <w:rPr>
          <w:lang w:val="sw-KE"/>
        </w:rPr>
        <w:t>NJOONI KATIKA SALA</w:t>
      </w:r>
      <w:r>
        <w:rPr>
          <w:lang w:val="sw-KE"/>
        </w:rPr>
        <w:t>)</w:t>
      </w:r>
    </w:p>
    <w:p w:rsidR="00564224" w:rsidRPr="00564224" w:rsidRDefault="00564224" w:rsidP="00564224">
      <w:pPr>
        <w:pStyle w:val="libNormal"/>
        <w:rPr>
          <w:lang w:val="sw-KE"/>
        </w:rPr>
      </w:pPr>
      <w:r w:rsidRPr="00564224">
        <w:rPr>
          <w:lang w:val="sw-KE"/>
        </w:rPr>
        <w:t>6. Hyya alal-Falaah {marambili}</w:t>
      </w:r>
    </w:p>
    <w:p w:rsidR="00564224" w:rsidRPr="00564224" w:rsidRDefault="008E5AFC" w:rsidP="008E5AFC">
      <w:pPr>
        <w:pStyle w:val="libNormal"/>
        <w:rPr>
          <w:lang w:val="sw-KE"/>
        </w:rPr>
      </w:pPr>
      <w:r>
        <w:rPr>
          <w:lang w:val="sw-KE"/>
        </w:rPr>
        <w:t>(</w:t>
      </w:r>
      <w:r w:rsidR="00564224" w:rsidRPr="00564224">
        <w:rPr>
          <w:lang w:val="sw-KE"/>
        </w:rPr>
        <w:t>NJOONI MFUZU KHERI YA DUNIA NA AKHERA</w:t>
      </w:r>
      <w:r>
        <w:rPr>
          <w:lang w:val="sw-KE"/>
        </w:rPr>
        <w:t>)</w:t>
      </w:r>
    </w:p>
    <w:p w:rsidR="00564224" w:rsidRPr="00564224" w:rsidRDefault="00564224" w:rsidP="00564224">
      <w:pPr>
        <w:pStyle w:val="libNormal"/>
        <w:rPr>
          <w:lang w:val="sw-KE"/>
        </w:rPr>
      </w:pPr>
      <w:r w:rsidRPr="00564224">
        <w:rPr>
          <w:lang w:val="sw-KE"/>
        </w:rPr>
        <w:t>7. Hayyaalaa Khairil-Amal {marambili}</w:t>
      </w:r>
    </w:p>
    <w:p w:rsidR="00564224" w:rsidRPr="00564224" w:rsidRDefault="008E5AFC" w:rsidP="008E5AFC">
      <w:pPr>
        <w:pStyle w:val="libNormal"/>
        <w:rPr>
          <w:lang w:val="sw-KE"/>
        </w:rPr>
      </w:pPr>
      <w:r>
        <w:rPr>
          <w:lang w:val="sw-KE"/>
        </w:rPr>
        <w:t>(</w:t>
      </w:r>
      <w:r w:rsidR="00564224" w:rsidRPr="00564224">
        <w:rPr>
          <w:lang w:val="sw-KE"/>
        </w:rPr>
        <w:t>NJOONI KWENYE KITENDO BORA KABISA KULIKO VITENDO VYOTE</w:t>
      </w:r>
      <w:r>
        <w:rPr>
          <w:lang w:val="sw-KE"/>
        </w:rPr>
        <w:t>).</w:t>
      </w:r>
    </w:p>
    <w:p w:rsidR="00564224" w:rsidRPr="00564224" w:rsidRDefault="00564224" w:rsidP="00564224">
      <w:pPr>
        <w:pStyle w:val="libNormal"/>
        <w:rPr>
          <w:lang w:val="sw-KE"/>
        </w:rPr>
      </w:pPr>
      <w:r w:rsidRPr="00564224">
        <w:rPr>
          <w:lang w:val="sw-KE"/>
        </w:rPr>
        <w:t>8. AllahuAkbar {marambili}</w:t>
      </w:r>
    </w:p>
    <w:p w:rsidR="00564224" w:rsidRPr="00564224" w:rsidRDefault="008E5AFC" w:rsidP="00564224">
      <w:pPr>
        <w:pStyle w:val="libNormal"/>
        <w:rPr>
          <w:lang w:val="sw-KE"/>
        </w:rPr>
      </w:pPr>
      <w:r w:rsidRPr="00564224">
        <w:rPr>
          <w:lang w:val="sw-KE"/>
        </w:rPr>
        <w:t xml:space="preserve"> </w:t>
      </w:r>
      <w:r w:rsidR="00564224" w:rsidRPr="00564224">
        <w:rPr>
          <w:lang w:val="sw-KE"/>
        </w:rPr>
        <w:t>(MWENYEZI MUNGU NI MKUBWA)</w:t>
      </w:r>
    </w:p>
    <w:p w:rsidR="00564224" w:rsidRPr="00564224" w:rsidRDefault="00564224" w:rsidP="008E5AFC">
      <w:pPr>
        <w:pStyle w:val="libNormal"/>
        <w:rPr>
          <w:lang w:val="sw-KE"/>
        </w:rPr>
      </w:pPr>
      <w:r w:rsidRPr="00564224">
        <w:rPr>
          <w:lang w:val="sw-KE"/>
        </w:rPr>
        <w:t xml:space="preserve">9. Lallaha llla-Llah </w:t>
      </w:r>
      <w:r w:rsidR="008E5AFC">
        <w:rPr>
          <w:lang w:val="sw-KE"/>
        </w:rPr>
        <w:t>(</w:t>
      </w:r>
      <w:r w:rsidRPr="00564224">
        <w:rPr>
          <w:lang w:val="sw-KE"/>
        </w:rPr>
        <w:t>marambili</w:t>
      </w:r>
      <w:r w:rsidR="008E5AFC">
        <w:rPr>
          <w:lang w:val="sw-KE"/>
        </w:rPr>
        <w:t>).</w:t>
      </w:r>
    </w:p>
    <w:p w:rsidR="00564224" w:rsidRPr="00564224" w:rsidRDefault="008E5AFC" w:rsidP="008E5AFC">
      <w:pPr>
        <w:pStyle w:val="libNormal"/>
        <w:rPr>
          <w:lang w:val="sw-KE"/>
        </w:rPr>
      </w:pPr>
      <w:r>
        <w:rPr>
          <w:lang w:val="sw-KE"/>
        </w:rPr>
        <w:t>(</w:t>
      </w:r>
      <w:r w:rsidR="00564224" w:rsidRPr="00564224">
        <w:rPr>
          <w:lang w:val="sw-KE"/>
        </w:rPr>
        <w:t>HAKUNA MOLA ILA MWENYEZI MUNGU</w:t>
      </w:r>
      <w:r>
        <w:rPr>
          <w:lang w:val="sw-KE"/>
        </w:rPr>
        <w:t>)</w:t>
      </w:r>
      <w:r w:rsidR="00564224" w:rsidRPr="00564224">
        <w:rPr>
          <w:lang w:val="sw-KE"/>
        </w:rPr>
        <w:t>.</w:t>
      </w:r>
    </w:p>
    <w:p w:rsidR="00564224" w:rsidRPr="00564224" w:rsidRDefault="00564224" w:rsidP="008E5AFC">
      <w:pPr>
        <w:pStyle w:val="Heading2"/>
        <w:rPr>
          <w:lang w:val="sw-KE"/>
        </w:rPr>
      </w:pPr>
      <w:bookmarkStart w:id="15" w:name="_Toc29123010"/>
      <w:r w:rsidRPr="00564224">
        <w:rPr>
          <w:lang w:val="sw-KE"/>
        </w:rPr>
        <w:t>SOMO LA TANO</w:t>
      </w:r>
      <w:bookmarkEnd w:id="15"/>
    </w:p>
    <w:p w:rsidR="00564224" w:rsidRPr="00564224" w:rsidRDefault="00564224" w:rsidP="008E5AFC">
      <w:pPr>
        <w:pStyle w:val="Heading3"/>
        <w:rPr>
          <w:lang w:val="sw-KE"/>
        </w:rPr>
      </w:pPr>
      <w:bookmarkStart w:id="16" w:name="_Toc29123011"/>
      <w:r w:rsidRPr="00564224">
        <w:rPr>
          <w:lang w:val="sw-KE"/>
        </w:rPr>
        <w:t>IQAMAH</w:t>
      </w:r>
      <w:bookmarkEnd w:id="16"/>
    </w:p>
    <w:p w:rsidR="00564224" w:rsidRPr="00564224" w:rsidRDefault="00564224" w:rsidP="00564224">
      <w:pPr>
        <w:pStyle w:val="libNormal"/>
        <w:rPr>
          <w:lang w:val="sw-KE"/>
        </w:rPr>
      </w:pPr>
      <w:r w:rsidRPr="00564224">
        <w:rPr>
          <w:lang w:val="sw-KE"/>
        </w:rPr>
        <w:t xml:space="preserve">Baada ya Adhana ni bora sana kusema Iqamah. </w:t>
      </w:r>
      <w:r w:rsidR="008E5AFC">
        <w:rPr>
          <w:lang w:val="sw-KE"/>
        </w:rPr>
        <w:t>Namna yake ni kama hivi:</w:t>
      </w:r>
    </w:p>
    <w:p w:rsidR="00564224" w:rsidRPr="00564224" w:rsidRDefault="00564224" w:rsidP="00564224">
      <w:pPr>
        <w:pStyle w:val="libNormal"/>
        <w:rPr>
          <w:lang w:val="sw-KE"/>
        </w:rPr>
      </w:pPr>
      <w:r w:rsidRPr="00564224">
        <w:rPr>
          <w:lang w:val="sw-KE"/>
        </w:rPr>
        <w:t>1. AllahuAkbar (marambili)</w:t>
      </w:r>
    </w:p>
    <w:p w:rsidR="00564224" w:rsidRPr="00564224" w:rsidRDefault="008E5AFC" w:rsidP="008E5AFC">
      <w:pPr>
        <w:pStyle w:val="libNormal"/>
        <w:rPr>
          <w:lang w:val="sw-KE"/>
        </w:rPr>
      </w:pPr>
      <w:r>
        <w:rPr>
          <w:lang w:val="sw-KE"/>
        </w:rPr>
        <w:t>(</w:t>
      </w:r>
      <w:r w:rsidR="00564224" w:rsidRPr="00564224">
        <w:rPr>
          <w:lang w:val="sw-KE"/>
        </w:rPr>
        <w:t>MWENYEZI MUNGU NI MKUBWA</w:t>
      </w:r>
      <w:r>
        <w:rPr>
          <w:lang w:val="sw-KE"/>
        </w:rPr>
        <w:t>)</w:t>
      </w:r>
    </w:p>
    <w:p w:rsidR="00564224" w:rsidRPr="00564224" w:rsidRDefault="00564224" w:rsidP="008E5AFC">
      <w:pPr>
        <w:pStyle w:val="libNormal"/>
        <w:rPr>
          <w:lang w:val="sw-KE"/>
        </w:rPr>
      </w:pPr>
      <w:r w:rsidRPr="00564224">
        <w:rPr>
          <w:lang w:val="sw-KE"/>
        </w:rPr>
        <w:t xml:space="preserve">2. Ash-hadu allailaha illah-Llah </w:t>
      </w:r>
      <w:r w:rsidR="008E5AFC">
        <w:rPr>
          <w:lang w:val="sw-KE"/>
        </w:rPr>
        <w:t>(</w:t>
      </w:r>
      <w:r w:rsidRPr="00564224">
        <w:rPr>
          <w:lang w:val="sw-KE"/>
        </w:rPr>
        <w:t>marambili</w:t>
      </w:r>
      <w:r w:rsidR="008E5AFC">
        <w:rPr>
          <w:lang w:val="sw-KE"/>
        </w:rPr>
        <w:t>)</w:t>
      </w:r>
    </w:p>
    <w:p w:rsidR="00564224" w:rsidRPr="00564224" w:rsidRDefault="008E5AFC" w:rsidP="008E5AFC">
      <w:pPr>
        <w:pStyle w:val="libNormal"/>
        <w:rPr>
          <w:lang w:val="sw-KE"/>
        </w:rPr>
      </w:pPr>
      <w:r>
        <w:rPr>
          <w:lang w:val="sw-KE"/>
        </w:rPr>
        <w:t>(</w:t>
      </w:r>
      <w:r w:rsidR="00564224" w:rsidRPr="00564224">
        <w:rPr>
          <w:lang w:val="sw-KE"/>
        </w:rPr>
        <w:t>NAKIRI KUWA HAKUNA MOLA ILA MWENYEZI MUNGU</w:t>
      </w:r>
      <w:r>
        <w:rPr>
          <w:lang w:val="sw-KE"/>
        </w:rPr>
        <w:t>)</w:t>
      </w:r>
    </w:p>
    <w:p w:rsidR="00564224" w:rsidRPr="00564224" w:rsidRDefault="00564224" w:rsidP="00564224">
      <w:pPr>
        <w:pStyle w:val="libNormal"/>
        <w:rPr>
          <w:lang w:val="sw-KE"/>
        </w:rPr>
      </w:pPr>
      <w:r w:rsidRPr="00564224">
        <w:rPr>
          <w:lang w:val="sw-KE"/>
        </w:rPr>
        <w:t>3. Ash-hadu-anna Muhammadar "Rasuulullah {mara mbili}</w:t>
      </w:r>
    </w:p>
    <w:p w:rsidR="00564224" w:rsidRPr="00564224" w:rsidRDefault="008E5AFC" w:rsidP="008E5AFC">
      <w:pPr>
        <w:pStyle w:val="libNormal"/>
        <w:rPr>
          <w:lang w:val="sw-KE"/>
        </w:rPr>
      </w:pPr>
      <w:r>
        <w:rPr>
          <w:lang w:val="sw-KE"/>
        </w:rPr>
        <w:t>(</w:t>
      </w:r>
      <w:r w:rsidR="00564224" w:rsidRPr="00564224">
        <w:rPr>
          <w:lang w:val="sw-KE"/>
        </w:rPr>
        <w:t>NAKIRI KUWA NABII MUHAMMAD NI MJUMBE WA MWENYEZI MUNGU</w:t>
      </w:r>
      <w:r>
        <w:rPr>
          <w:lang w:val="sw-KE"/>
        </w:rPr>
        <w:t>)</w:t>
      </w:r>
    </w:p>
    <w:p w:rsidR="00564224" w:rsidRPr="00564224" w:rsidRDefault="00564224" w:rsidP="008E5AFC">
      <w:pPr>
        <w:pStyle w:val="libNormal"/>
        <w:rPr>
          <w:lang w:val="sw-KE"/>
        </w:rPr>
      </w:pPr>
      <w:r w:rsidRPr="00564224">
        <w:rPr>
          <w:lang w:val="sw-KE"/>
        </w:rPr>
        <w:t>4.</w:t>
      </w:r>
      <w:r w:rsidR="008E5AFC" w:rsidRPr="008E5AFC">
        <w:rPr>
          <w:rStyle w:val="libFootnotenumChar"/>
          <w:lang w:val="sw-KE"/>
        </w:rPr>
        <w:footnoteReference w:id="4"/>
      </w:r>
      <w:r w:rsidRPr="00564224">
        <w:rPr>
          <w:lang w:val="sw-KE"/>
        </w:rPr>
        <w:t xml:space="preserve">Ash-haduAnnaAliyyan Waliyyullah </w:t>
      </w:r>
      <w:r w:rsidR="008E5AFC">
        <w:rPr>
          <w:lang w:val="sw-KE"/>
        </w:rPr>
        <w:t>(</w:t>
      </w:r>
      <w:r w:rsidRPr="00564224">
        <w:rPr>
          <w:lang w:val="sw-KE"/>
        </w:rPr>
        <w:t>marambili</w:t>
      </w:r>
      <w:r w:rsidR="008E5AFC">
        <w:rPr>
          <w:lang w:val="sw-KE"/>
        </w:rPr>
        <w:t>).</w:t>
      </w:r>
    </w:p>
    <w:p w:rsidR="00564224" w:rsidRPr="00564224" w:rsidRDefault="008E5AFC" w:rsidP="008E5AFC">
      <w:pPr>
        <w:pStyle w:val="libNormal"/>
        <w:rPr>
          <w:lang w:val="sw-KE"/>
        </w:rPr>
      </w:pPr>
      <w:r>
        <w:rPr>
          <w:lang w:val="sw-KE"/>
        </w:rPr>
        <w:t>(</w:t>
      </w:r>
      <w:r w:rsidR="00564224" w:rsidRPr="00564224">
        <w:rPr>
          <w:lang w:val="sw-KE"/>
        </w:rPr>
        <w:t>NAKIRI KUWA ALI NI WALII WA MWENYEZI MUNGU</w:t>
      </w:r>
      <w:r>
        <w:rPr>
          <w:lang w:val="sw-KE"/>
        </w:rPr>
        <w:t>)</w:t>
      </w:r>
    </w:p>
    <w:p w:rsidR="00564224" w:rsidRPr="00564224" w:rsidRDefault="00564224" w:rsidP="008E5AFC">
      <w:pPr>
        <w:pStyle w:val="libNormal"/>
        <w:rPr>
          <w:lang w:val="sw-KE"/>
        </w:rPr>
      </w:pPr>
      <w:r w:rsidRPr="00564224">
        <w:rPr>
          <w:lang w:val="sw-KE"/>
        </w:rPr>
        <w:t xml:space="preserve">5. Hayya alas-Salaah </w:t>
      </w:r>
      <w:r w:rsidR="008E5AFC">
        <w:rPr>
          <w:lang w:val="sw-KE"/>
        </w:rPr>
        <w:t>(mara mbili)</w:t>
      </w:r>
    </w:p>
    <w:p w:rsidR="00564224" w:rsidRPr="00564224" w:rsidRDefault="008E5AFC" w:rsidP="008E5AFC">
      <w:pPr>
        <w:pStyle w:val="libNormal"/>
        <w:rPr>
          <w:lang w:val="sw-KE"/>
        </w:rPr>
      </w:pPr>
      <w:r>
        <w:rPr>
          <w:lang w:val="sw-KE"/>
        </w:rPr>
        <w:t>(</w:t>
      </w:r>
      <w:r w:rsidR="00564224" w:rsidRPr="00564224">
        <w:rPr>
          <w:lang w:val="sw-KE"/>
        </w:rPr>
        <w:t>NJOONI KWENYE SALA</w:t>
      </w:r>
      <w:r>
        <w:rPr>
          <w:lang w:val="sw-KE"/>
        </w:rPr>
        <w:t>).</w:t>
      </w:r>
    </w:p>
    <w:p w:rsidR="00564224" w:rsidRPr="00564224" w:rsidRDefault="00564224" w:rsidP="00564224">
      <w:pPr>
        <w:pStyle w:val="libNormal"/>
        <w:rPr>
          <w:lang w:val="sw-KE"/>
        </w:rPr>
      </w:pPr>
      <w:r w:rsidRPr="00564224">
        <w:rPr>
          <w:lang w:val="sw-KE"/>
        </w:rPr>
        <w:lastRenderedPageBreak/>
        <w:t>6. Hayya alal-Falaah {mara mbili}</w:t>
      </w:r>
    </w:p>
    <w:p w:rsidR="00564224" w:rsidRPr="00564224" w:rsidRDefault="008E5AFC" w:rsidP="00564224">
      <w:pPr>
        <w:pStyle w:val="libNormal"/>
        <w:rPr>
          <w:lang w:val="sw-KE"/>
        </w:rPr>
      </w:pPr>
      <w:r>
        <w:rPr>
          <w:lang w:val="sw-KE"/>
        </w:rPr>
        <w:t>(</w:t>
      </w:r>
      <w:r w:rsidR="00564224" w:rsidRPr="00564224">
        <w:rPr>
          <w:lang w:val="sw-KE"/>
        </w:rPr>
        <w:t>NJOONI MFUZU KHERI YA DUNIA NA AKHERA)</w:t>
      </w:r>
    </w:p>
    <w:p w:rsidR="00564224" w:rsidRPr="00564224" w:rsidRDefault="00564224" w:rsidP="00A36048">
      <w:pPr>
        <w:pStyle w:val="libNormal"/>
        <w:rPr>
          <w:lang w:val="sw-KE"/>
        </w:rPr>
      </w:pPr>
      <w:r w:rsidRPr="00564224">
        <w:rPr>
          <w:lang w:val="sw-KE"/>
        </w:rPr>
        <w:t xml:space="preserve">7. Hayya Ala Khairil-amal </w:t>
      </w:r>
      <w:r w:rsidR="00A36048">
        <w:rPr>
          <w:lang w:val="sw-KE"/>
        </w:rPr>
        <w:t>(</w:t>
      </w:r>
      <w:r w:rsidRPr="00564224">
        <w:rPr>
          <w:lang w:val="sw-KE"/>
        </w:rPr>
        <w:t>mara mbili</w:t>
      </w:r>
      <w:r w:rsidR="00A36048">
        <w:rPr>
          <w:lang w:val="sw-KE"/>
        </w:rPr>
        <w:t>)</w:t>
      </w:r>
    </w:p>
    <w:p w:rsidR="00564224" w:rsidRPr="00564224" w:rsidRDefault="008E5AFC" w:rsidP="00564224">
      <w:pPr>
        <w:pStyle w:val="libNormal"/>
        <w:rPr>
          <w:lang w:val="sw-KE"/>
        </w:rPr>
      </w:pPr>
      <w:r>
        <w:rPr>
          <w:lang w:val="sw-KE"/>
        </w:rPr>
        <w:t>(</w:t>
      </w:r>
      <w:r w:rsidR="00564224" w:rsidRPr="00564224">
        <w:rPr>
          <w:lang w:val="sw-KE"/>
        </w:rPr>
        <w:t>NJOONI KWENYE KITENDO BORA KABISA KULIKO</w:t>
      </w:r>
    </w:p>
    <w:p w:rsidR="00564224" w:rsidRPr="00564224" w:rsidRDefault="00564224" w:rsidP="00477C76">
      <w:pPr>
        <w:pStyle w:val="libNormal"/>
        <w:rPr>
          <w:lang w:val="sw-KE"/>
        </w:rPr>
      </w:pPr>
      <w:r w:rsidRPr="00564224">
        <w:rPr>
          <w:lang w:val="sw-KE"/>
        </w:rPr>
        <w:t>VITENDO VYOTE</w:t>
      </w:r>
      <w:r w:rsidR="00477C76">
        <w:rPr>
          <w:lang w:val="sw-KE"/>
        </w:rPr>
        <w:t>)</w:t>
      </w:r>
    </w:p>
    <w:p w:rsidR="00564224" w:rsidRPr="00564224" w:rsidRDefault="00564224" w:rsidP="00477C76">
      <w:pPr>
        <w:pStyle w:val="libNormal"/>
        <w:rPr>
          <w:lang w:val="sw-KE"/>
        </w:rPr>
      </w:pPr>
      <w:r w:rsidRPr="00564224">
        <w:rPr>
          <w:lang w:val="sw-KE"/>
        </w:rPr>
        <w:t xml:space="preserve">8. Qad-qaamatis -Salaah </w:t>
      </w:r>
      <w:r w:rsidR="00477C76">
        <w:rPr>
          <w:lang w:val="sw-KE"/>
        </w:rPr>
        <w:t>(</w:t>
      </w:r>
      <w:r w:rsidRPr="00564224">
        <w:rPr>
          <w:lang w:val="sw-KE"/>
        </w:rPr>
        <w:t>mara mbili</w:t>
      </w:r>
      <w:r w:rsidR="00477C76">
        <w:rPr>
          <w:lang w:val="sw-KE"/>
        </w:rPr>
        <w:t>)</w:t>
      </w:r>
    </w:p>
    <w:p w:rsidR="00564224" w:rsidRPr="00564224" w:rsidRDefault="00477C76" w:rsidP="00477C76">
      <w:pPr>
        <w:pStyle w:val="libNormal"/>
        <w:rPr>
          <w:lang w:val="sw-KE"/>
        </w:rPr>
      </w:pPr>
      <w:r>
        <w:rPr>
          <w:lang w:val="sw-KE"/>
        </w:rPr>
        <w:t>(</w:t>
      </w:r>
      <w:r w:rsidR="00564224" w:rsidRPr="00564224">
        <w:rPr>
          <w:lang w:val="sw-KE"/>
        </w:rPr>
        <w:t>SALA INAANZA SIMAMA</w:t>
      </w:r>
      <w:r>
        <w:rPr>
          <w:lang w:val="sw-KE"/>
        </w:rPr>
        <w:t>)</w:t>
      </w:r>
    </w:p>
    <w:p w:rsidR="00564224" w:rsidRPr="00564224" w:rsidRDefault="00564224" w:rsidP="00564224">
      <w:pPr>
        <w:pStyle w:val="libNormal"/>
        <w:rPr>
          <w:lang w:val="sw-KE"/>
        </w:rPr>
      </w:pPr>
      <w:r w:rsidRPr="00564224">
        <w:rPr>
          <w:lang w:val="sw-KE"/>
        </w:rPr>
        <w:t>9. AllahuAkbar {marambili}</w:t>
      </w:r>
    </w:p>
    <w:p w:rsidR="00564224" w:rsidRPr="00564224" w:rsidRDefault="00477C76" w:rsidP="00477C76">
      <w:pPr>
        <w:pStyle w:val="libNormal"/>
        <w:rPr>
          <w:lang w:val="sw-KE"/>
        </w:rPr>
      </w:pPr>
      <w:r>
        <w:rPr>
          <w:lang w:val="sw-KE"/>
        </w:rPr>
        <w:t>(</w:t>
      </w:r>
      <w:r w:rsidR="00564224" w:rsidRPr="00564224">
        <w:rPr>
          <w:lang w:val="sw-KE"/>
        </w:rPr>
        <w:t>MWENYEZI MUNGU NI MKUBWA</w:t>
      </w:r>
      <w:r>
        <w:rPr>
          <w:lang w:val="sw-KE"/>
        </w:rPr>
        <w:t>)</w:t>
      </w:r>
    </w:p>
    <w:p w:rsidR="00564224" w:rsidRPr="00564224" w:rsidRDefault="00564224" w:rsidP="00477C76">
      <w:pPr>
        <w:pStyle w:val="libNormal"/>
        <w:rPr>
          <w:lang w:val="sw-KE"/>
        </w:rPr>
      </w:pPr>
      <w:r w:rsidRPr="00564224">
        <w:rPr>
          <w:lang w:val="sw-KE"/>
        </w:rPr>
        <w:t xml:space="preserve">10.La-ilaha illa-Lllah </w:t>
      </w:r>
      <w:r w:rsidR="00477C76">
        <w:rPr>
          <w:lang w:val="sw-KE"/>
        </w:rPr>
        <w:t>(</w:t>
      </w:r>
      <w:r w:rsidRPr="00564224">
        <w:rPr>
          <w:lang w:val="sw-KE"/>
        </w:rPr>
        <w:t>mara moja</w:t>
      </w:r>
      <w:r w:rsidR="00477C76">
        <w:rPr>
          <w:lang w:val="sw-KE"/>
        </w:rPr>
        <w:t>)</w:t>
      </w:r>
    </w:p>
    <w:p w:rsidR="00564224" w:rsidRPr="00564224" w:rsidRDefault="00477C76" w:rsidP="00477C76">
      <w:pPr>
        <w:pStyle w:val="libNormal"/>
        <w:rPr>
          <w:lang w:val="sw-KE"/>
        </w:rPr>
      </w:pPr>
      <w:r>
        <w:rPr>
          <w:lang w:val="sw-KE"/>
        </w:rPr>
        <w:t>(</w:t>
      </w:r>
      <w:r w:rsidR="00564224" w:rsidRPr="00564224">
        <w:rPr>
          <w:lang w:val="sw-KE"/>
        </w:rPr>
        <w:t>HAKUNA MOLA ILA MWENYEZI MUNGU</w:t>
      </w:r>
      <w:r>
        <w:rPr>
          <w:lang w:val="sw-KE"/>
        </w:rPr>
        <w:t>)</w:t>
      </w:r>
    </w:p>
    <w:p w:rsidR="00564224" w:rsidRPr="00564224" w:rsidRDefault="00564224" w:rsidP="00564224">
      <w:pPr>
        <w:pStyle w:val="libNormal"/>
        <w:rPr>
          <w:lang w:val="sw-KE"/>
        </w:rPr>
      </w:pPr>
      <w:r w:rsidRPr="00564224">
        <w:rPr>
          <w:lang w:val="sw-KE"/>
        </w:rPr>
        <w:t>SOMO LA SITA</w:t>
      </w:r>
    </w:p>
    <w:p w:rsidR="00564224" w:rsidRPr="00564224" w:rsidRDefault="00564224" w:rsidP="00477C76">
      <w:pPr>
        <w:pStyle w:val="libNormal"/>
        <w:rPr>
          <w:lang w:val="sw-KE"/>
        </w:rPr>
      </w:pPr>
      <w:r w:rsidRPr="00564224">
        <w:rPr>
          <w:lang w:val="sw-KE"/>
        </w:rPr>
        <w:t xml:space="preserve">SALA YA ASUBUHI </w:t>
      </w:r>
      <w:r w:rsidR="00477C76">
        <w:rPr>
          <w:lang w:val="sw-KE"/>
        </w:rPr>
        <w:t>(</w:t>
      </w:r>
      <w:r w:rsidRPr="00564224">
        <w:rPr>
          <w:lang w:val="sw-KE"/>
        </w:rPr>
        <w:t>i</w:t>
      </w:r>
      <w:r w:rsidR="00477C76">
        <w:rPr>
          <w:lang w:val="sw-KE"/>
        </w:rPr>
        <w:t>)</w:t>
      </w:r>
    </w:p>
    <w:p w:rsidR="00564224" w:rsidRPr="00564224" w:rsidRDefault="00564224" w:rsidP="00564224">
      <w:pPr>
        <w:pStyle w:val="libNormal"/>
        <w:rPr>
          <w:lang w:val="sw-KE"/>
        </w:rPr>
      </w:pPr>
      <w:r w:rsidRPr="00564224">
        <w:rPr>
          <w:lang w:val="sw-KE"/>
        </w:rPr>
        <w:t>1. Baada ya kusema Iqamah, utanuwia sala kama hivi:-</w:t>
      </w:r>
    </w:p>
    <w:p w:rsidR="00564224" w:rsidRPr="00564224" w:rsidRDefault="00564224" w:rsidP="00564224">
      <w:pPr>
        <w:pStyle w:val="libNormal"/>
        <w:rPr>
          <w:lang w:val="sw-KE"/>
        </w:rPr>
      </w:pPr>
      <w:r w:rsidRPr="00564224">
        <w:rPr>
          <w:lang w:val="sw-KE"/>
        </w:rPr>
        <w:t>Nasali Sala ya Asubuhi Rakaa mbili kurbatan ilallahi Taala</w:t>
      </w:r>
    </w:p>
    <w:p w:rsidR="00564224" w:rsidRPr="00564224" w:rsidRDefault="00564224" w:rsidP="00564224">
      <w:pPr>
        <w:pStyle w:val="libNormal"/>
        <w:rPr>
          <w:lang w:val="sw-KE"/>
        </w:rPr>
      </w:pPr>
      <w:r w:rsidRPr="00564224">
        <w:rPr>
          <w:lang w:val="sw-KE"/>
        </w:rPr>
        <w:t>2. Utasema' Allahu Akbar'</w:t>
      </w:r>
    </w:p>
    <w:p w:rsidR="00564224" w:rsidRPr="00564224" w:rsidRDefault="00564224" w:rsidP="00564224">
      <w:pPr>
        <w:pStyle w:val="libNormal"/>
        <w:rPr>
          <w:lang w:val="sw-KE"/>
        </w:rPr>
      </w:pPr>
      <w:r w:rsidRPr="00564224">
        <w:rPr>
          <w:lang w:val="sw-KE"/>
        </w:rPr>
        <w:t>3. Utasoma sura ya Al-hamdu:</w:t>
      </w:r>
    </w:p>
    <w:p w:rsidR="00ED43F5" w:rsidRDefault="00ED43F5" w:rsidP="00ED43F5">
      <w:pPr>
        <w:pStyle w:val="libAie"/>
        <w:rPr>
          <w:lang w:val="sw-KE"/>
        </w:rPr>
      </w:pPr>
      <w:r w:rsidRPr="00ED43F5">
        <w:rPr>
          <w:rtl/>
          <w:lang w:val="sw-KE"/>
        </w:rPr>
        <w:t>بِسْمِ اللَّـهِ الرَّحْمَـٰنِ الرَّحِيمِ ﴿١﴾ الْحَمْدُ لِلَّـهِ رَبِّ الْعَالَمِينَ ﴿٢﴾ الرَّحْمَـٰنِ الرَّحِيمِ ﴿٣﴾ مَالِكِ يَوْمِ الدِّينِ ﴿٤﴾ إِيَّاكَ نَعْبُدُ وَإِيَّاكَ نَسْتَعِينُ ﴿٥﴾ اهْدِنَا الصِّرَاطَ الْمُسْتَقِيمَ ﴿٦﴾ صِرَاطَ الَّذِينَ أَنْعَمْتَ عَلَيْهِمْ غَيْرِ الْمَغْضُوبِ عَلَيْهِمْ وَلَا الضَّالِّينَ ﴿٧﴾</w:t>
      </w:r>
    </w:p>
    <w:p w:rsidR="00564224" w:rsidRPr="00564224" w:rsidRDefault="00564224" w:rsidP="00564224">
      <w:pPr>
        <w:pStyle w:val="libNormal"/>
        <w:rPr>
          <w:lang w:val="sw-KE"/>
        </w:rPr>
      </w:pPr>
      <w:r w:rsidRPr="00564224">
        <w:rPr>
          <w:lang w:val="sw-KE"/>
        </w:rPr>
        <w:t>Kwa jina la Allah Mwenye rehema za dunia na rehema za Akhera</w:t>
      </w:r>
    </w:p>
    <w:p w:rsidR="00564224" w:rsidRPr="00564224" w:rsidRDefault="00564224" w:rsidP="00564224">
      <w:pPr>
        <w:pStyle w:val="libNormal"/>
        <w:rPr>
          <w:lang w:val="sw-KE"/>
        </w:rPr>
      </w:pPr>
      <w:r w:rsidRPr="00564224">
        <w:rPr>
          <w:lang w:val="sw-KE"/>
        </w:rPr>
        <w:t>Kila sifa nzuri inamstahili Alla {Mungu} mlezi wa viumbe vyote</w:t>
      </w:r>
    </w:p>
    <w:p w:rsidR="00564224" w:rsidRPr="00564224" w:rsidRDefault="00564224" w:rsidP="00564224">
      <w:pPr>
        <w:pStyle w:val="libNormal"/>
        <w:rPr>
          <w:lang w:val="sw-KE"/>
        </w:rPr>
      </w:pPr>
      <w:r w:rsidRPr="00564224">
        <w:rPr>
          <w:lang w:val="sw-KE"/>
        </w:rPr>
        <w:t>Mwenye rehema za dunia na akhera Mfalme wa siku ya Kiyama</w:t>
      </w:r>
    </w:p>
    <w:p w:rsidR="00564224" w:rsidRPr="00564224" w:rsidRDefault="00564224" w:rsidP="00564224">
      <w:pPr>
        <w:pStyle w:val="libNormal"/>
        <w:rPr>
          <w:lang w:val="sw-KE"/>
        </w:rPr>
      </w:pPr>
      <w:r w:rsidRPr="00564224">
        <w:rPr>
          <w:lang w:val="sw-KE"/>
        </w:rPr>
        <w:t>Wewe tu ndie tunae kuabudu, na wewe tu ndio tunae kuomba msaada.</w:t>
      </w:r>
    </w:p>
    <w:p w:rsidR="00564224" w:rsidRPr="00564224" w:rsidRDefault="00564224" w:rsidP="00564224">
      <w:pPr>
        <w:pStyle w:val="libNormal"/>
        <w:rPr>
          <w:lang w:val="sw-KE"/>
        </w:rPr>
      </w:pPr>
      <w:r w:rsidRPr="00564224">
        <w:rPr>
          <w:lang w:val="sw-KE"/>
        </w:rPr>
        <w:t>Tuongoze katika njia iliyo nyooka sawa. Njia ya ambao ulio waneemesha, isiokuwa ya wale ulio waghadhibikia juu yao wala wale walio potea.</w:t>
      </w:r>
    </w:p>
    <w:p w:rsidR="00564224" w:rsidRPr="00564224" w:rsidRDefault="00564224" w:rsidP="00564224">
      <w:pPr>
        <w:pStyle w:val="libNormal"/>
        <w:rPr>
          <w:lang w:val="sw-KE"/>
        </w:rPr>
      </w:pPr>
      <w:r w:rsidRPr="00564224">
        <w:rPr>
          <w:lang w:val="sw-KE"/>
        </w:rPr>
        <w:t>4. Baadae utasoma, sura nyingnine yoyote kamili.</w:t>
      </w:r>
    </w:p>
    <w:p w:rsidR="00564224" w:rsidRPr="00564224" w:rsidRDefault="00564224" w:rsidP="00564224">
      <w:pPr>
        <w:pStyle w:val="libNormal"/>
        <w:rPr>
          <w:lang w:val="sw-KE"/>
        </w:rPr>
      </w:pPr>
      <w:r w:rsidRPr="00564224">
        <w:rPr>
          <w:lang w:val="sw-KE"/>
        </w:rPr>
        <w:t>Afadhali usome sura ya Tawheed:</w:t>
      </w:r>
    </w:p>
    <w:p w:rsidR="00564224" w:rsidRPr="00564224" w:rsidRDefault="00564224" w:rsidP="00564224">
      <w:pPr>
        <w:pStyle w:val="libNormal"/>
        <w:rPr>
          <w:lang w:val="sw-KE"/>
        </w:rPr>
      </w:pPr>
      <w:r w:rsidRPr="00564224">
        <w:rPr>
          <w:lang w:val="sw-KE"/>
        </w:rPr>
        <w:t>BISMILLAHIR RAHMANIR RAHIIM</w:t>
      </w:r>
    </w:p>
    <w:p w:rsidR="00564224" w:rsidRPr="00564224" w:rsidRDefault="00564224" w:rsidP="00564224">
      <w:pPr>
        <w:pStyle w:val="libNormal"/>
        <w:rPr>
          <w:lang w:val="sw-KE"/>
        </w:rPr>
      </w:pPr>
      <w:r w:rsidRPr="00564224">
        <w:rPr>
          <w:lang w:val="sw-KE"/>
        </w:rPr>
        <w:t>QUL HUWA LLAHU AHAD*ALLAHUSSWAMAD*LAM YALID WALAM YUULAD*WALAM YAKULLAHUU KUFUWAN AHAD.</w:t>
      </w:r>
    </w:p>
    <w:p w:rsidR="00564224" w:rsidRPr="00564224" w:rsidRDefault="00DF3BA3" w:rsidP="00564224">
      <w:pPr>
        <w:pStyle w:val="libNormal"/>
        <w:rPr>
          <w:lang w:val="sw-KE"/>
        </w:rPr>
      </w:pPr>
      <w:r>
        <w:rPr>
          <w:lang w:val="sw-KE"/>
        </w:rPr>
        <w:t>Tafsiri yake ni kama ifuatavyo:</w:t>
      </w:r>
    </w:p>
    <w:p w:rsidR="00564224" w:rsidRPr="00564224" w:rsidRDefault="00564224" w:rsidP="00564224">
      <w:pPr>
        <w:pStyle w:val="libNormal"/>
        <w:rPr>
          <w:lang w:val="sw-KE"/>
        </w:rPr>
      </w:pPr>
      <w:r w:rsidRPr="00564224">
        <w:rPr>
          <w:lang w:val="sw-KE"/>
        </w:rPr>
        <w:t>Kwa jina la Allah Mwenye Rehma za dunia na Rehma za Akhera</w:t>
      </w:r>
    </w:p>
    <w:p w:rsidR="00564224" w:rsidRPr="00564224" w:rsidRDefault="00564224" w:rsidP="00564224">
      <w:pPr>
        <w:pStyle w:val="libNormal"/>
        <w:rPr>
          <w:lang w:val="sw-KE"/>
        </w:rPr>
      </w:pPr>
      <w:r w:rsidRPr="00564224">
        <w:rPr>
          <w:lang w:val="sw-KE"/>
        </w:rPr>
        <w:t>Sema, yeye Mungu ni mmoja. Mungu, Asiye hitaji, ambaye wote wanahitaji kwake.</w:t>
      </w:r>
    </w:p>
    <w:p w:rsidR="00564224" w:rsidRPr="00564224" w:rsidRDefault="00564224" w:rsidP="00564224">
      <w:pPr>
        <w:pStyle w:val="libNormal"/>
        <w:rPr>
          <w:lang w:val="sw-KE"/>
        </w:rPr>
      </w:pPr>
      <w:r w:rsidRPr="00564224">
        <w:rPr>
          <w:lang w:val="sw-KE"/>
        </w:rPr>
        <w:t>Hakuzaa wala hakuzaliwa. Wala hakuwa anaye fanana naye hata mmoja.</w:t>
      </w:r>
    </w:p>
    <w:p w:rsidR="00564224" w:rsidRPr="00564224" w:rsidRDefault="00564224" w:rsidP="00564224">
      <w:pPr>
        <w:pStyle w:val="libNormal"/>
        <w:rPr>
          <w:lang w:val="sw-KE"/>
        </w:rPr>
      </w:pPr>
      <w:r w:rsidRPr="00564224">
        <w:rPr>
          <w:lang w:val="sw-KE"/>
        </w:rPr>
        <w:t>5.Kisha utasema' Allahu Akbar' na utainama mpaka vifike viganja vyako magotini, utaweka juu yake na utasema:-</w:t>
      </w:r>
    </w:p>
    <w:p w:rsidR="00564224" w:rsidRPr="00564224" w:rsidRDefault="00564224" w:rsidP="00564224">
      <w:pPr>
        <w:pStyle w:val="libNormal"/>
        <w:rPr>
          <w:lang w:val="sw-KE"/>
        </w:rPr>
      </w:pPr>
      <w:r w:rsidRPr="00564224">
        <w:rPr>
          <w:lang w:val="sw-KE"/>
        </w:rPr>
        <w:t>SUBHANA RABBIYAL - ADHWIMI WA BIHAMDIHI</w:t>
      </w:r>
    </w:p>
    <w:p w:rsidR="00564224" w:rsidRPr="00564224" w:rsidRDefault="00564224" w:rsidP="00564224">
      <w:pPr>
        <w:pStyle w:val="libNormal"/>
        <w:rPr>
          <w:lang w:val="sw-KE"/>
        </w:rPr>
      </w:pPr>
      <w:r w:rsidRPr="00564224">
        <w:rPr>
          <w:lang w:val="sw-KE"/>
        </w:rPr>
        <w:t>ALLAHUMMA SWALLI ALA MUHAMMADIN WA AALI MUHAMMAD</w:t>
      </w:r>
    </w:p>
    <w:p w:rsidR="00564224" w:rsidRPr="00564224" w:rsidRDefault="00DF3BA3" w:rsidP="00DF3BA3">
      <w:pPr>
        <w:pStyle w:val="libNormal"/>
        <w:rPr>
          <w:lang w:val="sw-KE"/>
        </w:rPr>
      </w:pPr>
      <w:r>
        <w:rPr>
          <w:lang w:val="sw-KE"/>
        </w:rPr>
        <w:t>(</w:t>
      </w:r>
      <w:r w:rsidR="00564224" w:rsidRPr="00564224">
        <w:rPr>
          <w:lang w:val="sw-KE"/>
        </w:rPr>
        <w:t>Ninamtukuza Mola wangu Aliye mkubwa na ninataja sifa zake njema</w:t>
      </w:r>
      <w:r>
        <w:rPr>
          <w:lang w:val="sw-KE"/>
        </w:rPr>
        <w:t>)</w:t>
      </w:r>
    </w:p>
    <w:p w:rsidR="00564224" w:rsidRPr="00564224" w:rsidRDefault="00DF3BA3" w:rsidP="00DF3BA3">
      <w:pPr>
        <w:pStyle w:val="libNormal"/>
        <w:rPr>
          <w:lang w:val="sw-KE"/>
        </w:rPr>
      </w:pPr>
      <w:r>
        <w:rPr>
          <w:lang w:val="sw-KE"/>
        </w:rPr>
        <w:t>(</w:t>
      </w:r>
      <w:r w:rsidR="00564224" w:rsidRPr="00564224">
        <w:rPr>
          <w:lang w:val="sw-KE"/>
        </w:rPr>
        <w:t>Ewe Mwenyezi Mungu. Mrehemu Muhammad na Ahli zake.</w:t>
      </w:r>
      <w:r>
        <w:rPr>
          <w:lang w:val="sw-KE"/>
        </w:rPr>
        <w:t>)</w:t>
      </w:r>
    </w:p>
    <w:p w:rsidR="00564224" w:rsidRPr="00564224" w:rsidRDefault="00564224" w:rsidP="00564224">
      <w:pPr>
        <w:pStyle w:val="libNormal"/>
        <w:rPr>
          <w:lang w:val="sw-KE"/>
        </w:rPr>
      </w:pPr>
      <w:r w:rsidRPr="00564224">
        <w:rPr>
          <w:lang w:val="sw-KE"/>
        </w:rPr>
        <w:t>6.Kisha utanyanyua kichwa</w:t>
      </w:r>
      <w:r w:rsidR="00DF3BA3">
        <w:rPr>
          <w:lang w:val="sw-KE"/>
        </w:rPr>
        <w:t xml:space="preserve"> chako na utasimama, na kusema:</w:t>
      </w:r>
    </w:p>
    <w:p w:rsidR="00564224" w:rsidRPr="00564224" w:rsidRDefault="00564224" w:rsidP="00564224">
      <w:pPr>
        <w:pStyle w:val="libNormal"/>
        <w:rPr>
          <w:lang w:val="sw-KE"/>
        </w:rPr>
      </w:pPr>
      <w:r w:rsidRPr="00564224">
        <w:rPr>
          <w:lang w:val="sw-KE"/>
        </w:rPr>
        <w:t>Samiallaahu liman Hamida. Allahu Akbar.</w:t>
      </w:r>
    </w:p>
    <w:p w:rsidR="00564224" w:rsidRPr="00564224" w:rsidRDefault="00DF3BA3" w:rsidP="00DF3BA3">
      <w:pPr>
        <w:pStyle w:val="libNormal"/>
        <w:rPr>
          <w:lang w:val="sw-KE"/>
        </w:rPr>
      </w:pPr>
      <w:r>
        <w:rPr>
          <w:lang w:val="sw-KE"/>
        </w:rPr>
        <w:lastRenderedPageBreak/>
        <w:t>(</w:t>
      </w:r>
      <w:r w:rsidR="00564224" w:rsidRPr="00564224">
        <w:rPr>
          <w:lang w:val="sw-KE"/>
        </w:rPr>
        <w:t>Mwenyezi Mungu Anamsikia kila anayemshukuru</w:t>
      </w:r>
      <w:r>
        <w:rPr>
          <w:lang w:val="sw-KE"/>
        </w:rPr>
        <w:t>)</w:t>
      </w:r>
      <w:r w:rsidR="00564224" w:rsidRPr="00564224">
        <w:rPr>
          <w:lang w:val="sw-KE"/>
        </w:rPr>
        <w:t>.</w:t>
      </w:r>
    </w:p>
    <w:p w:rsidR="00564224" w:rsidRPr="00564224" w:rsidRDefault="00564224" w:rsidP="00DF3BA3">
      <w:pPr>
        <w:pStyle w:val="libNormal"/>
        <w:rPr>
          <w:lang w:val="sw-KE"/>
        </w:rPr>
      </w:pPr>
      <w:r w:rsidRPr="00564224">
        <w:rPr>
          <w:lang w:val="sw-KE"/>
        </w:rPr>
        <w:t>7.Kisha utasujudu; utawekapaji lako la uso juu ya kidongo twahara</w:t>
      </w:r>
      <w:r w:rsidR="00DF3BA3">
        <w:rPr>
          <w:lang w:val="sw-KE"/>
        </w:rPr>
        <w:t xml:space="preserve"> </w:t>
      </w:r>
      <w:r w:rsidRPr="00564224">
        <w:rPr>
          <w:lang w:val="sw-KE"/>
        </w:rPr>
        <w:t>au mfano wake, na hivyo hivyo utaweka vitanga vyako na magoti na vidole gumb</w:t>
      </w:r>
      <w:r w:rsidR="00DF3BA3">
        <w:rPr>
          <w:lang w:val="sw-KE"/>
        </w:rPr>
        <w:t>a vya miguu ardhini, na kusema:</w:t>
      </w:r>
    </w:p>
    <w:p w:rsidR="00564224" w:rsidRPr="00564224" w:rsidRDefault="00564224" w:rsidP="00564224">
      <w:pPr>
        <w:pStyle w:val="libNormal"/>
        <w:rPr>
          <w:lang w:val="sw-KE"/>
        </w:rPr>
      </w:pPr>
      <w:r w:rsidRPr="00564224">
        <w:rPr>
          <w:lang w:val="sw-KE"/>
        </w:rPr>
        <w:t>'SUBHANARABBIYAL A'LAWABIHAMDIHI ALLAHUMMA SWALLI ALAA MUHAMMADIN WA AALI MUHAMMAD'</w:t>
      </w:r>
    </w:p>
    <w:p w:rsidR="00564224" w:rsidRPr="00564224" w:rsidRDefault="00DF3BA3" w:rsidP="00DF3BA3">
      <w:pPr>
        <w:pStyle w:val="libNormal"/>
        <w:rPr>
          <w:lang w:val="sw-KE"/>
        </w:rPr>
      </w:pPr>
      <w:r>
        <w:rPr>
          <w:lang w:val="sw-KE"/>
        </w:rPr>
        <w:t>(</w:t>
      </w:r>
      <w:r w:rsidR="00564224" w:rsidRPr="00564224">
        <w:rPr>
          <w:lang w:val="sw-KE"/>
        </w:rPr>
        <w:t>Nataja Utukufu wa Mwenyezi Mungu, Bwana wangu alie juu ' kabisa, na ninamshukuru</w:t>
      </w:r>
      <w:r>
        <w:rPr>
          <w:lang w:val="sw-KE"/>
        </w:rPr>
        <w:t>)</w:t>
      </w:r>
      <w:r w:rsidR="00564224" w:rsidRPr="00564224">
        <w:rPr>
          <w:lang w:val="sw-KE"/>
        </w:rPr>
        <w:t>.</w:t>
      </w:r>
    </w:p>
    <w:p w:rsidR="00564224" w:rsidRPr="00564224" w:rsidRDefault="00564224" w:rsidP="00564224">
      <w:pPr>
        <w:pStyle w:val="libNormal"/>
        <w:rPr>
          <w:lang w:val="sw-KE"/>
        </w:rPr>
      </w:pPr>
      <w:r w:rsidRPr="00564224">
        <w:rPr>
          <w:lang w:val="sw-KE"/>
        </w:rPr>
        <w:t>8.Kisha utanyanyua kichwa chako na kukaa, na kusema: -</w:t>
      </w:r>
    </w:p>
    <w:p w:rsidR="00564224" w:rsidRPr="00564224" w:rsidRDefault="00564224" w:rsidP="00564224">
      <w:pPr>
        <w:pStyle w:val="libNormal"/>
        <w:rPr>
          <w:lang w:val="sw-KE"/>
        </w:rPr>
      </w:pPr>
      <w:r w:rsidRPr="00564224">
        <w:rPr>
          <w:lang w:val="sw-KE"/>
        </w:rPr>
        <w:t>ALLAHU AKBAR, ASTAGH FIRU LLAHA RABBI WA ATUBU ILAYHI, ALLAHU AKBAR'</w:t>
      </w:r>
    </w:p>
    <w:p w:rsidR="00564224" w:rsidRPr="00564224" w:rsidRDefault="00DF3BA3" w:rsidP="00DF3BA3">
      <w:pPr>
        <w:pStyle w:val="libNormal"/>
        <w:rPr>
          <w:lang w:val="sw-KE"/>
        </w:rPr>
      </w:pPr>
      <w:r>
        <w:rPr>
          <w:lang w:val="sw-KE"/>
        </w:rPr>
        <w:t>(</w:t>
      </w:r>
      <w:r w:rsidR="00564224" w:rsidRPr="00564224">
        <w:rPr>
          <w:lang w:val="sw-KE"/>
        </w:rPr>
        <w:t>Naomba msamaha kwa Mwenyezi Mungu, Bwana wangu, na ninatubu kwake</w:t>
      </w:r>
      <w:r>
        <w:rPr>
          <w:lang w:val="sw-KE"/>
        </w:rPr>
        <w:t>)</w:t>
      </w:r>
      <w:r w:rsidR="00564224" w:rsidRPr="00564224">
        <w:rPr>
          <w:lang w:val="sw-KE"/>
        </w:rPr>
        <w:t>.'</w:t>
      </w:r>
    </w:p>
    <w:p w:rsidR="00564224" w:rsidRPr="00564224" w:rsidRDefault="00564224" w:rsidP="00DF3BA3">
      <w:pPr>
        <w:pStyle w:val="libNormal"/>
        <w:rPr>
          <w:lang w:val="sw-KE"/>
        </w:rPr>
      </w:pPr>
      <w:r w:rsidRPr="00564224">
        <w:rPr>
          <w:lang w:val="sw-KE"/>
        </w:rPr>
        <w:t>9.Kisha utasujudu sijda ya pili kama ya mwanzo, utakaa baada yake,kisha utasimama kwa Rakaa ya pili, utasema utaposimama.</w:t>
      </w:r>
    </w:p>
    <w:p w:rsidR="00564224" w:rsidRPr="00564224" w:rsidRDefault="00564224" w:rsidP="00564224">
      <w:pPr>
        <w:pStyle w:val="libNormal"/>
        <w:rPr>
          <w:lang w:val="sw-KE"/>
        </w:rPr>
      </w:pPr>
      <w:r w:rsidRPr="00564224">
        <w:rPr>
          <w:lang w:val="sw-KE"/>
        </w:rPr>
        <w:t>BIHAULILLAHI WA QUWWATIHI AQUMU WA AQ-UD</w:t>
      </w:r>
    </w:p>
    <w:p w:rsidR="00564224" w:rsidRPr="00564224" w:rsidRDefault="00DF3BA3" w:rsidP="00DF3BA3">
      <w:pPr>
        <w:pStyle w:val="libNormal"/>
        <w:rPr>
          <w:lang w:val="sw-KE"/>
        </w:rPr>
      </w:pPr>
      <w:r>
        <w:rPr>
          <w:lang w:val="sw-KE"/>
        </w:rPr>
        <w:t>(</w:t>
      </w:r>
      <w:r w:rsidR="00564224" w:rsidRPr="00564224">
        <w:rPr>
          <w:lang w:val="sw-KE"/>
        </w:rPr>
        <w:t>Kwa msaada na nguvu ya Mwenyezi Mungu nainuka na nakaa.</w:t>
      </w:r>
      <w:r>
        <w:rPr>
          <w:lang w:val="sw-KE"/>
        </w:rPr>
        <w:t>)</w:t>
      </w:r>
    </w:p>
    <w:p w:rsidR="00564224" w:rsidRPr="00564224" w:rsidRDefault="00564224" w:rsidP="00564224">
      <w:pPr>
        <w:pStyle w:val="libNormal"/>
        <w:rPr>
          <w:lang w:val="sw-KE"/>
        </w:rPr>
      </w:pPr>
      <w:r w:rsidRPr="00564224">
        <w:rPr>
          <w:lang w:val="sw-KE"/>
        </w:rPr>
        <w:t>SOMO LA SABA</w:t>
      </w:r>
    </w:p>
    <w:p w:rsidR="00564224" w:rsidRPr="00564224" w:rsidRDefault="00564224" w:rsidP="00DF3BA3">
      <w:pPr>
        <w:pStyle w:val="libNormal"/>
        <w:rPr>
          <w:lang w:val="sw-KE"/>
        </w:rPr>
      </w:pPr>
      <w:r w:rsidRPr="00564224">
        <w:rPr>
          <w:lang w:val="sw-KE"/>
        </w:rPr>
        <w:t xml:space="preserve">SALA YA ASUBUHI </w:t>
      </w:r>
      <w:r w:rsidR="00DF3BA3">
        <w:rPr>
          <w:lang w:val="sw-KE"/>
        </w:rPr>
        <w:t>(</w:t>
      </w:r>
      <w:r w:rsidRPr="00564224">
        <w:rPr>
          <w:lang w:val="sw-KE"/>
        </w:rPr>
        <w:t>ii</w:t>
      </w:r>
      <w:r w:rsidR="00DF3BA3">
        <w:rPr>
          <w:lang w:val="sw-KE"/>
        </w:rPr>
        <w:t>)</w:t>
      </w:r>
    </w:p>
    <w:p w:rsidR="00564224" w:rsidRPr="00564224" w:rsidRDefault="00564224" w:rsidP="00564224">
      <w:pPr>
        <w:pStyle w:val="libNormal"/>
        <w:rPr>
          <w:lang w:val="sw-KE"/>
        </w:rPr>
      </w:pPr>
      <w:r w:rsidRPr="00564224">
        <w:rPr>
          <w:lang w:val="sw-KE"/>
        </w:rPr>
        <w:t>1.Baada ya kusimama kutoka Rakaa ya kwanza, utasoma sura ya Al-Hamdu na sura nyingine katika Rakaa ya pili kama ulivyosoma katika Rakaa ya kwanza.</w:t>
      </w:r>
    </w:p>
    <w:p w:rsidR="00564224" w:rsidRPr="00564224" w:rsidRDefault="00564224" w:rsidP="00564224">
      <w:pPr>
        <w:pStyle w:val="libNormal"/>
        <w:rPr>
          <w:lang w:val="sw-KE"/>
        </w:rPr>
      </w:pPr>
      <w:r w:rsidRPr="00564224">
        <w:rPr>
          <w:lang w:val="sw-KE"/>
        </w:rPr>
        <w:t>2.Baada ya kusoma Al-Hamdu na sura, utaomba Dua na kunyanyua mikono mkabala wa uso, na utasema:-</w:t>
      </w:r>
    </w:p>
    <w:p w:rsidR="00564224" w:rsidRPr="00564224" w:rsidRDefault="00564224" w:rsidP="00564224">
      <w:pPr>
        <w:pStyle w:val="libNormal"/>
        <w:rPr>
          <w:lang w:val="sw-KE"/>
        </w:rPr>
      </w:pPr>
      <w:r w:rsidRPr="00564224">
        <w:rPr>
          <w:lang w:val="sw-KE"/>
        </w:rPr>
        <w:t>'RABBANAA AATINA FIIDDUN'YAA HASANATAN WA FIL AAKHERATI</w:t>
      </w:r>
    </w:p>
    <w:p w:rsidR="00564224" w:rsidRPr="00564224" w:rsidRDefault="00564224" w:rsidP="00564224">
      <w:pPr>
        <w:pStyle w:val="libNormal"/>
        <w:rPr>
          <w:lang w:val="sw-KE"/>
        </w:rPr>
      </w:pPr>
      <w:r w:rsidRPr="00564224">
        <w:rPr>
          <w:lang w:val="sw-KE"/>
        </w:rPr>
        <w:t>HASANATAN WAQINA ADHABAN-NAR.'</w:t>
      </w:r>
    </w:p>
    <w:p w:rsidR="00564224" w:rsidRPr="00564224" w:rsidRDefault="00DF3BA3" w:rsidP="00DF3BA3">
      <w:pPr>
        <w:pStyle w:val="libNormal"/>
        <w:rPr>
          <w:lang w:val="sw-KE"/>
        </w:rPr>
      </w:pPr>
      <w:r>
        <w:rPr>
          <w:lang w:val="sw-KE"/>
        </w:rPr>
        <w:t>(</w:t>
      </w:r>
      <w:r w:rsidR="00564224" w:rsidRPr="00564224">
        <w:rPr>
          <w:lang w:val="sw-KE"/>
        </w:rPr>
        <w:t>Ewe Mola wetu; Tupe hapa duniani kila yaliyo mema, na utupe Akhera kila yaliyo mema, na utukinge na adhabu ya moto.</w:t>
      </w:r>
      <w:r>
        <w:rPr>
          <w:lang w:val="sw-KE"/>
        </w:rPr>
        <w:t>)</w:t>
      </w:r>
    </w:p>
    <w:p w:rsidR="00564224" w:rsidRPr="00564224" w:rsidRDefault="00564224" w:rsidP="00564224">
      <w:pPr>
        <w:pStyle w:val="libNormal"/>
        <w:rPr>
          <w:lang w:val="sw-KE"/>
        </w:rPr>
      </w:pPr>
      <w:r w:rsidRPr="00564224">
        <w:rPr>
          <w:lang w:val="sw-KE"/>
        </w:rPr>
        <w:t>3.Kisha utarukuu, kama ulivyofanya katika Rakaa ya kwanza, na utasujudu sijda mbili kama mwanzo.</w:t>
      </w:r>
    </w:p>
    <w:p w:rsidR="00564224" w:rsidRPr="00564224" w:rsidRDefault="00564224" w:rsidP="00564224">
      <w:pPr>
        <w:pStyle w:val="libNormal"/>
        <w:rPr>
          <w:lang w:val="sw-KE"/>
        </w:rPr>
      </w:pPr>
      <w:r w:rsidRPr="00564224">
        <w:rPr>
          <w:lang w:val="sw-KE"/>
        </w:rPr>
        <w:t>4.Baada ya kukaa kutoka sijda ya pili, ut</w:t>
      </w:r>
      <w:r w:rsidR="00DF3BA3">
        <w:rPr>
          <w:lang w:val="sw-KE"/>
        </w:rPr>
        <w:t>asoma Tashaahud kama ifuatavyo:</w:t>
      </w:r>
    </w:p>
    <w:p w:rsidR="00564224" w:rsidRPr="00564224" w:rsidRDefault="00564224" w:rsidP="00564224">
      <w:pPr>
        <w:pStyle w:val="libNormal"/>
        <w:rPr>
          <w:lang w:val="sw-KE"/>
        </w:rPr>
      </w:pPr>
      <w:r w:rsidRPr="00564224">
        <w:rPr>
          <w:lang w:val="sw-KE"/>
        </w:rPr>
        <w:t>ASH - HADU AL LAA ILAAHA ILLALLAHU WAHDAHU LA SHARIKA LAHUU WA ASH - HADU ANNA MUHAMMADAN ABDUHU WA RASULUH ALLAHUMMA SWALLI ALAA MUHAMMADIN WA AALI MUHAMMAD.</w:t>
      </w:r>
    </w:p>
    <w:p w:rsidR="00564224" w:rsidRPr="00564224" w:rsidRDefault="00564224" w:rsidP="00564224">
      <w:pPr>
        <w:pStyle w:val="libNormal"/>
        <w:rPr>
          <w:lang w:val="sw-KE"/>
        </w:rPr>
      </w:pPr>
      <w:r w:rsidRPr="00564224">
        <w:rPr>
          <w:lang w:val="sw-KE"/>
        </w:rPr>
        <w:t>Tafsiri yake ni hii:</w:t>
      </w:r>
    </w:p>
    <w:p w:rsidR="00564224" w:rsidRPr="00564224" w:rsidRDefault="00564224" w:rsidP="00564224">
      <w:pPr>
        <w:pStyle w:val="libNormal"/>
        <w:rPr>
          <w:lang w:val="sw-KE"/>
        </w:rPr>
      </w:pPr>
      <w:r w:rsidRPr="00564224">
        <w:rPr>
          <w:lang w:val="sw-KE"/>
        </w:rPr>
        <w:t>Nakiri kuwa hapana Mola ila Mwenyezi Mungu, yeye tu wala hana mshirika yeyote.</w:t>
      </w:r>
    </w:p>
    <w:p w:rsidR="00564224" w:rsidRPr="00564224" w:rsidRDefault="00564224" w:rsidP="00DF3BA3">
      <w:pPr>
        <w:pStyle w:val="libNormal"/>
        <w:rPr>
          <w:lang w:val="sw-KE"/>
        </w:rPr>
      </w:pPr>
      <w:r w:rsidRPr="00564224">
        <w:rPr>
          <w:lang w:val="sw-KE"/>
        </w:rPr>
        <w:t xml:space="preserve">Na nakiri kuwa Muhammad </w:t>
      </w:r>
      <w:r w:rsidR="00DF3BA3" w:rsidRPr="00DF3BA3">
        <w:rPr>
          <w:rStyle w:val="libBold1Char"/>
          <w:lang w:val="sw-KE"/>
        </w:rPr>
        <w:t>(s.a.w.w)</w:t>
      </w:r>
      <w:r w:rsidRPr="00564224">
        <w:rPr>
          <w:lang w:val="sw-KE"/>
        </w:rPr>
        <w:t xml:space="preserve"> ni mtumwa na mjumbe wake.</w:t>
      </w:r>
    </w:p>
    <w:p w:rsidR="00564224" w:rsidRPr="00564224" w:rsidRDefault="00564224" w:rsidP="00564224">
      <w:pPr>
        <w:pStyle w:val="libNormal"/>
        <w:rPr>
          <w:lang w:val="sw-KE"/>
        </w:rPr>
      </w:pPr>
      <w:r w:rsidRPr="00564224">
        <w:rPr>
          <w:lang w:val="sw-KE"/>
        </w:rPr>
        <w:t>Ewe Mwenyezi Mungu mpelekee rehma Mtume wako Muhammad naAhali zake.</w:t>
      </w:r>
    </w:p>
    <w:p w:rsidR="00564224" w:rsidRPr="00564224" w:rsidRDefault="00DF3BA3" w:rsidP="00564224">
      <w:pPr>
        <w:pStyle w:val="libNormal"/>
        <w:rPr>
          <w:lang w:val="sw-KE"/>
        </w:rPr>
      </w:pPr>
      <w:r>
        <w:rPr>
          <w:lang w:val="sw-KE"/>
        </w:rPr>
        <w:t>5. Kishautasoma Salaam:</w:t>
      </w:r>
    </w:p>
    <w:p w:rsidR="00564224" w:rsidRDefault="00564224" w:rsidP="00564224">
      <w:pPr>
        <w:pStyle w:val="libNormal"/>
        <w:rPr>
          <w:lang w:val="sw-KE"/>
        </w:rPr>
      </w:pPr>
      <w:r w:rsidRPr="00564224">
        <w:rPr>
          <w:lang w:val="sw-KE"/>
        </w:rPr>
        <w:t>ASSALAAMU ALAYKA AYYUHANNABIYYU WARAHMA TULLAHI WA BARAKATU ASSALAAMU ALAYNA WA ALA IBADILLAHISSALIHIIN</w:t>
      </w:r>
      <w:r w:rsidR="00DF3BA3">
        <w:rPr>
          <w:lang w:val="sw-KE"/>
        </w:rPr>
        <w:t>.</w:t>
      </w:r>
    </w:p>
    <w:p w:rsidR="00564224" w:rsidRPr="00564224" w:rsidRDefault="00564224" w:rsidP="00564224">
      <w:pPr>
        <w:pStyle w:val="libNormal"/>
        <w:rPr>
          <w:lang w:val="sw-KE"/>
        </w:rPr>
      </w:pPr>
      <w:r w:rsidRPr="00564224">
        <w:rPr>
          <w:lang w:val="sw-KE"/>
        </w:rPr>
        <w:lastRenderedPageBreak/>
        <w:t>ASSALAAMU ALAYKUM WARAHAMA TULLAHI WA BARAKATUH.</w:t>
      </w:r>
    </w:p>
    <w:p w:rsidR="00564224" w:rsidRPr="00564224" w:rsidRDefault="00DF3BA3" w:rsidP="00564224">
      <w:pPr>
        <w:pStyle w:val="libNormal"/>
        <w:rPr>
          <w:lang w:val="sw-KE"/>
        </w:rPr>
      </w:pPr>
      <w:r>
        <w:rPr>
          <w:lang w:val="sw-KE"/>
        </w:rPr>
        <w:t>Tafsiri yake ni kama ifuatavyo:</w:t>
      </w:r>
    </w:p>
    <w:p w:rsidR="00564224" w:rsidRPr="00564224" w:rsidRDefault="00564224" w:rsidP="00564224">
      <w:pPr>
        <w:pStyle w:val="libNormal"/>
        <w:rPr>
          <w:lang w:val="sw-KE"/>
        </w:rPr>
      </w:pPr>
      <w:r w:rsidRPr="00564224">
        <w:rPr>
          <w:lang w:val="sw-KE"/>
        </w:rPr>
        <w:t>Amani juu yako Ewe Mtume Mtukufu, na Rehmaya Mwenyezi Mungu na baraka zake; Amani juu yetu na juu ya viumbe wa Mungu watenda mema:</w:t>
      </w:r>
    </w:p>
    <w:p w:rsidR="00564224" w:rsidRPr="00564224" w:rsidRDefault="00564224" w:rsidP="00564224">
      <w:pPr>
        <w:pStyle w:val="libNormal"/>
        <w:rPr>
          <w:lang w:val="sw-KE"/>
        </w:rPr>
      </w:pPr>
      <w:r w:rsidRPr="00564224">
        <w:rPr>
          <w:lang w:val="sw-KE"/>
        </w:rPr>
        <w:t>Amani juu yenu na Rehma ya Mwenyezi Mungu na Baraka zake.</w:t>
      </w:r>
    </w:p>
    <w:p w:rsidR="00564224" w:rsidRPr="00564224" w:rsidRDefault="00564224" w:rsidP="00564224">
      <w:pPr>
        <w:pStyle w:val="libNormal"/>
        <w:rPr>
          <w:lang w:val="sw-KE"/>
        </w:rPr>
      </w:pPr>
      <w:r w:rsidRPr="00564224">
        <w:rPr>
          <w:lang w:val="sw-KE"/>
        </w:rPr>
        <w:t>6. Kisha utasema ALLAHU AKBAR, ALLAHU AKBAR ALLAHU AKBAR.</w:t>
      </w:r>
    </w:p>
    <w:p w:rsidR="00DF3BA3" w:rsidRDefault="00564224" w:rsidP="00DF3BA3">
      <w:pPr>
        <w:pStyle w:val="libNormal"/>
        <w:rPr>
          <w:lang w:val="sw-KE"/>
        </w:rPr>
      </w:pPr>
      <w:r w:rsidRPr="00564224">
        <w:rPr>
          <w:lang w:val="sw-KE"/>
        </w:rPr>
        <w:t xml:space="preserve">7. Baada ya sala ni bora mno kusoma Tasbihi kama hivi: -ALLAHU AKBAR </w:t>
      </w:r>
      <w:r w:rsidR="00DF3BA3">
        <w:rPr>
          <w:lang w:val="sw-KE"/>
        </w:rPr>
        <w:t>(</w:t>
      </w:r>
      <w:r w:rsidRPr="00564224">
        <w:rPr>
          <w:lang w:val="sw-KE"/>
        </w:rPr>
        <w:t>marathelathini na nne</w:t>
      </w:r>
      <w:r w:rsidR="00DF3BA3">
        <w:rPr>
          <w:lang w:val="sw-KE"/>
        </w:rPr>
        <w:t>)</w:t>
      </w:r>
      <w:r w:rsidRPr="00564224">
        <w:rPr>
          <w:lang w:val="sw-KE"/>
        </w:rPr>
        <w:t xml:space="preserve"> AL-HAMDU LILLAH </w:t>
      </w:r>
      <w:r w:rsidR="00DF3BA3">
        <w:rPr>
          <w:lang w:val="sw-KE"/>
        </w:rPr>
        <w:t>(</w:t>
      </w:r>
      <w:r w:rsidRPr="00564224">
        <w:rPr>
          <w:lang w:val="sw-KE"/>
        </w:rPr>
        <w:t>mara thelathini na tatu</w:t>
      </w:r>
      <w:r w:rsidR="00DF3BA3">
        <w:rPr>
          <w:lang w:val="sw-KE"/>
        </w:rPr>
        <w:t>)</w:t>
      </w:r>
      <w:r w:rsidRPr="00564224">
        <w:rPr>
          <w:lang w:val="sw-KE"/>
        </w:rPr>
        <w:t xml:space="preserve"> SUB HANA LLAH </w:t>
      </w:r>
      <w:r w:rsidR="00DF3BA3">
        <w:rPr>
          <w:lang w:val="sw-KE"/>
        </w:rPr>
        <w:t>(</w:t>
      </w:r>
      <w:r w:rsidRPr="00564224">
        <w:rPr>
          <w:lang w:val="sw-KE"/>
        </w:rPr>
        <w:t>mara thelathini na tatu</w:t>
      </w:r>
      <w:r w:rsidR="00DF3BA3">
        <w:rPr>
          <w:lang w:val="sw-KE"/>
        </w:rPr>
        <w:t>).</w:t>
      </w:r>
    </w:p>
    <w:p w:rsidR="00DF3BA3" w:rsidRDefault="00DF3BA3">
      <w:pPr>
        <w:ind w:firstLine="0"/>
        <w:jc w:val="left"/>
        <w:rPr>
          <w:sz w:val="24"/>
          <w:lang w:val="sw-KE"/>
        </w:rPr>
      </w:pPr>
      <w:r>
        <w:rPr>
          <w:lang w:val="sw-KE"/>
        </w:rPr>
        <w:br w:type="page"/>
      </w:r>
    </w:p>
    <w:p w:rsidR="00DF3BA3" w:rsidRPr="00DF3BA3" w:rsidRDefault="00DF3BA3" w:rsidP="006F0730">
      <w:pPr>
        <w:pStyle w:val="Heading1Center"/>
        <w:rPr>
          <w:lang w:val="sw-KE"/>
        </w:rPr>
      </w:pPr>
      <w:bookmarkStart w:id="17" w:name="_Toc29123012"/>
      <w:r w:rsidRPr="00DF3BA3">
        <w:rPr>
          <w:lang w:val="sw-KE"/>
        </w:rPr>
        <w:lastRenderedPageBreak/>
        <w:t>MASOMO YA KI-ISLAM</w:t>
      </w:r>
      <w:bookmarkEnd w:id="17"/>
    </w:p>
    <w:p w:rsidR="00564224" w:rsidRPr="00564224" w:rsidRDefault="00DF3BA3" w:rsidP="006F0730">
      <w:pPr>
        <w:pStyle w:val="Heading2Center"/>
        <w:rPr>
          <w:lang w:val="sw-KE"/>
        </w:rPr>
      </w:pPr>
      <w:bookmarkStart w:id="18" w:name="_Toc29123013"/>
      <w:r w:rsidRPr="00DF3BA3">
        <w:rPr>
          <w:lang w:val="sw-KE"/>
        </w:rPr>
        <w:t>KITABU CHA TATU</w:t>
      </w:r>
      <w:bookmarkEnd w:id="18"/>
    </w:p>
    <w:p w:rsidR="00564224" w:rsidRPr="00564224" w:rsidRDefault="00564224" w:rsidP="006F0730">
      <w:pPr>
        <w:pStyle w:val="Heading3Center"/>
        <w:rPr>
          <w:lang w:val="sw-KE"/>
        </w:rPr>
      </w:pPr>
      <w:bookmarkStart w:id="19" w:name="_Toc29123014"/>
      <w:r w:rsidRPr="00564224">
        <w:rPr>
          <w:lang w:val="sw-KE"/>
        </w:rPr>
        <w:t>SOMO LA NANE</w:t>
      </w:r>
      <w:bookmarkEnd w:id="19"/>
    </w:p>
    <w:p w:rsidR="00564224" w:rsidRPr="00564224" w:rsidRDefault="00564224" w:rsidP="006F0730">
      <w:pPr>
        <w:pStyle w:val="Heading3Center"/>
        <w:rPr>
          <w:lang w:val="sw-KE"/>
        </w:rPr>
      </w:pPr>
      <w:bookmarkStart w:id="20" w:name="_Toc29123015"/>
      <w:r w:rsidRPr="00564224">
        <w:rPr>
          <w:lang w:val="sw-KE"/>
        </w:rPr>
        <w:t>SALA ZINGINE ZA SIKU</w:t>
      </w:r>
      <w:bookmarkEnd w:id="20"/>
    </w:p>
    <w:p w:rsidR="00564224" w:rsidRPr="00564224" w:rsidRDefault="00DF3BA3" w:rsidP="006F0730">
      <w:pPr>
        <w:pStyle w:val="Heading3"/>
        <w:rPr>
          <w:lang w:val="sw-KE"/>
        </w:rPr>
      </w:pPr>
      <w:bookmarkStart w:id="21" w:name="_Toc29123016"/>
      <w:r>
        <w:rPr>
          <w:lang w:val="sw-KE"/>
        </w:rPr>
        <w:t>(</w:t>
      </w:r>
      <w:r w:rsidR="00564224" w:rsidRPr="00564224">
        <w:rPr>
          <w:lang w:val="sw-KE"/>
        </w:rPr>
        <w:t>a</w:t>
      </w:r>
      <w:r>
        <w:rPr>
          <w:lang w:val="sw-KE"/>
        </w:rPr>
        <w:t>)</w:t>
      </w:r>
      <w:r w:rsidR="00564224" w:rsidRPr="00564224">
        <w:rPr>
          <w:lang w:val="sw-KE"/>
        </w:rPr>
        <w:t xml:space="preserve"> SALA YA ADHUHURI</w:t>
      </w:r>
      <w:bookmarkEnd w:id="21"/>
    </w:p>
    <w:p w:rsidR="00564224" w:rsidRPr="00564224" w:rsidRDefault="00564224" w:rsidP="00564224">
      <w:pPr>
        <w:pStyle w:val="libNormal"/>
        <w:rPr>
          <w:lang w:val="sw-KE"/>
        </w:rPr>
      </w:pPr>
      <w:r w:rsidRPr="00564224">
        <w:rPr>
          <w:lang w:val="sw-KE"/>
        </w:rPr>
        <w:t>1. Namna ya Sala ya Adhuhuri ni kama sala ya Asubuh</w:t>
      </w:r>
      <w:r w:rsidR="006F0730">
        <w:rPr>
          <w:lang w:val="sw-KE"/>
        </w:rPr>
        <w:t xml:space="preserve">i, ispokuwa wewe utanuwia hivi: </w:t>
      </w:r>
      <w:r w:rsidRPr="00564224">
        <w:rPr>
          <w:lang w:val="sw-KE"/>
        </w:rPr>
        <w:t xml:space="preserve"> 'Nasali sala ya Adhuhuri Rakaa nne Qurbatan ila llahi Taala.</w:t>
      </w:r>
    </w:p>
    <w:p w:rsidR="00564224" w:rsidRPr="00564224" w:rsidRDefault="00564224" w:rsidP="00564224">
      <w:pPr>
        <w:pStyle w:val="libNormal"/>
        <w:rPr>
          <w:lang w:val="sw-KE"/>
        </w:rPr>
      </w:pPr>
      <w:r w:rsidRPr="00564224">
        <w:rPr>
          <w:lang w:val="sw-KE"/>
        </w:rPr>
        <w:t>Kisha utaenda kusali kama sala ya Asubuhi.</w:t>
      </w:r>
    </w:p>
    <w:p w:rsidR="00564224" w:rsidRPr="00564224" w:rsidRDefault="00564224" w:rsidP="00564224">
      <w:pPr>
        <w:pStyle w:val="libNormal"/>
        <w:rPr>
          <w:lang w:val="sw-KE"/>
        </w:rPr>
      </w:pPr>
      <w:r w:rsidRPr="00564224">
        <w:rPr>
          <w:lang w:val="sw-KE"/>
        </w:rPr>
        <w:t>2. Utapokaa baada ya sajda ya Rakaa ya pili, utasoma Tashahhud:</w:t>
      </w:r>
    </w:p>
    <w:p w:rsidR="00564224" w:rsidRPr="00564224" w:rsidRDefault="00564224" w:rsidP="00564224">
      <w:pPr>
        <w:pStyle w:val="libNormal"/>
        <w:rPr>
          <w:lang w:val="sw-KE"/>
        </w:rPr>
      </w:pPr>
      <w:r w:rsidRPr="00564224">
        <w:rPr>
          <w:lang w:val="sw-KE"/>
        </w:rPr>
        <w:t>lakini Salamu hautasoma, ispokuwa utasimama kwa ajili ya rakaa ya tatu.</w:t>
      </w:r>
    </w:p>
    <w:p w:rsidR="00564224" w:rsidRPr="00564224" w:rsidRDefault="00564224" w:rsidP="00564224">
      <w:pPr>
        <w:pStyle w:val="libNormal"/>
        <w:rPr>
          <w:lang w:val="sw-KE"/>
        </w:rPr>
      </w:pPr>
      <w:r w:rsidRPr="00564224">
        <w:rPr>
          <w:lang w:val="sw-KE"/>
        </w:rPr>
        <w:t>3. Utasoma ndani ya rakaa ya ta</w:t>
      </w:r>
      <w:r w:rsidR="006F0730">
        <w:rPr>
          <w:lang w:val="sw-KE"/>
        </w:rPr>
        <w:t>tu {badala ya alhamdu na sura}:</w:t>
      </w:r>
    </w:p>
    <w:p w:rsidR="00564224" w:rsidRPr="00564224" w:rsidRDefault="00564224" w:rsidP="006F0730">
      <w:pPr>
        <w:pStyle w:val="libNormal"/>
        <w:rPr>
          <w:lang w:val="sw-KE"/>
        </w:rPr>
      </w:pPr>
      <w:r w:rsidRPr="00564224">
        <w:rPr>
          <w:lang w:val="sw-KE"/>
        </w:rPr>
        <w:t xml:space="preserve">SUBHANALLAHI WAL-HAMDULILLAHI WA LAAILAHA ILLALLAHU WALLAHU AKBAR </w:t>
      </w:r>
      <w:r w:rsidR="006F0730">
        <w:rPr>
          <w:lang w:val="sw-KE"/>
        </w:rPr>
        <w:t>(mara tatu)</w:t>
      </w:r>
      <w:r w:rsidRPr="00564224">
        <w:rPr>
          <w:lang w:val="sw-KE"/>
        </w:rPr>
        <w:t>.</w:t>
      </w:r>
    </w:p>
    <w:p w:rsidR="00564224" w:rsidRPr="00564224" w:rsidRDefault="00564224" w:rsidP="00564224">
      <w:pPr>
        <w:pStyle w:val="libNormal"/>
        <w:rPr>
          <w:lang w:val="sw-KE"/>
        </w:rPr>
      </w:pPr>
      <w:r w:rsidRPr="00564224">
        <w:rPr>
          <w:lang w:val="sw-KE"/>
        </w:rPr>
        <w:t>4. Baadae utasimama kwa Rakaa ya nne, na utafanya kama ulivyo fanya katika rakaa ya tatu; kisha utarukuu na utasujudu.</w:t>
      </w:r>
    </w:p>
    <w:p w:rsidR="00564224" w:rsidRPr="00564224" w:rsidRDefault="00564224" w:rsidP="00564224">
      <w:pPr>
        <w:pStyle w:val="libNormal"/>
        <w:rPr>
          <w:lang w:val="sw-KE"/>
        </w:rPr>
      </w:pPr>
      <w:r w:rsidRPr="00564224">
        <w:rPr>
          <w:lang w:val="sw-KE"/>
        </w:rPr>
        <w:t>5.Kisha utasoma Tashahhud na Salaam kama sala ya Asubuhi. Sala yako imetimia.</w:t>
      </w:r>
    </w:p>
    <w:p w:rsidR="00564224" w:rsidRPr="00564224" w:rsidRDefault="006F0730" w:rsidP="006F0730">
      <w:pPr>
        <w:pStyle w:val="Heading3"/>
        <w:rPr>
          <w:lang w:val="sw-KE"/>
        </w:rPr>
      </w:pPr>
      <w:bookmarkStart w:id="22" w:name="_Toc29123017"/>
      <w:r>
        <w:rPr>
          <w:lang w:val="sw-KE"/>
        </w:rPr>
        <w:t xml:space="preserve">(b) </w:t>
      </w:r>
      <w:r w:rsidR="00564224" w:rsidRPr="00564224">
        <w:rPr>
          <w:lang w:val="sw-KE"/>
        </w:rPr>
        <w:t>SALA YA ALASIRI</w:t>
      </w:r>
      <w:bookmarkEnd w:id="22"/>
    </w:p>
    <w:p w:rsidR="00564224" w:rsidRPr="00564224" w:rsidRDefault="00564224" w:rsidP="00564224">
      <w:pPr>
        <w:pStyle w:val="libNormal"/>
        <w:rPr>
          <w:lang w:val="sw-KE"/>
        </w:rPr>
      </w:pPr>
      <w:r w:rsidRPr="00564224">
        <w:rPr>
          <w:lang w:val="sw-KE"/>
        </w:rPr>
        <w:t>Namna ya sala ni kama sala ya Adhuhuri, ispokuwa wewe utanuwia hivi: 'Nasali sala ya Alasiri rakaa nne, Qurbatan ilallahi taala'</w:t>
      </w:r>
    </w:p>
    <w:p w:rsidR="00564224" w:rsidRPr="00564224" w:rsidRDefault="006F0730" w:rsidP="006F0730">
      <w:pPr>
        <w:pStyle w:val="Heading3"/>
        <w:rPr>
          <w:lang w:val="sw-KE"/>
        </w:rPr>
      </w:pPr>
      <w:bookmarkStart w:id="23" w:name="_Toc29123018"/>
      <w:r>
        <w:rPr>
          <w:lang w:val="sw-KE"/>
        </w:rPr>
        <w:t xml:space="preserve">(c) </w:t>
      </w:r>
      <w:r w:rsidR="00564224" w:rsidRPr="00564224">
        <w:rPr>
          <w:lang w:val="sw-KE"/>
        </w:rPr>
        <w:t>SALA YA MAGHARIBI</w:t>
      </w:r>
      <w:bookmarkEnd w:id="23"/>
    </w:p>
    <w:p w:rsidR="00564224" w:rsidRPr="00564224" w:rsidRDefault="00564224" w:rsidP="00564224">
      <w:pPr>
        <w:pStyle w:val="libNormal"/>
        <w:rPr>
          <w:lang w:val="sw-KE"/>
        </w:rPr>
      </w:pPr>
      <w:r w:rsidRPr="00564224">
        <w:rPr>
          <w:lang w:val="sw-KE"/>
        </w:rPr>
        <w:t xml:space="preserve">1.Namna ya sala ya Magharibi ni kama sala ya Adhuhuri, </w:t>
      </w:r>
      <w:r w:rsidR="006F0730">
        <w:rPr>
          <w:lang w:val="sw-KE"/>
        </w:rPr>
        <w:t xml:space="preserve">isipokuwa wewe utanuwia hi vi: </w:t>
      </w:r>
    </w:p>
    <w:p w:rsidR="00564224" w:rsidRPr="00564224" w:rsidRDefault="00564224" w:rsidP="00564224">
      <w:pPr>
        <w:pStyle w:val="libNormal"/>
        <w:rPr>
          <w:lang w:val="sw-KE"/>
        </w:rPr>
      </w:pPr>
      <w:r w:rsidRPr="00564224">
        <w:rPr>
          <w:lang w:val="sw-KE"/>
        </w:rPr>
        <w:t>'Nasali sala ya Magharibi Rakaa tatu Qur batan ila llahi taala'</w:t>
      </w:r>
    </w:p>
    <w:p w:rsidR="00564224" w:rsidRPr="00564224" w:rsidRDefault="00564224" w:rsidP="00564224">
      <w:pPr>
        <w:pStyle w:val="libNormal"/>
        <w:rPr>
          <w:lang w:val="sw-KE"/>
        </w:rPr>
      </w:pPr>
      <w:r w:rsidRPr="00564224">
        <w:rPr>
          <w:lang w:val="sw-KE"/>
        </w:rPr>
        <w:t>2.Na utaponyanyua kichwa chako sijda ya pili katika rakaa ya tatu utakaa na kusoma Tashaahhud na Salaam, na sala yako itakuwa imetimia.</w:t>
      </w:r>
    </w:p>
    <w:p w:rsidR="00564224" w:rsidRPr="00564224" w:rsidRDefault="006F0730" w:rsidP="006F0730">
      <w:pPr>
        <w:pStyle w:val="Heading3"/>
        <w:rPr>
          <w:lang w:val="sw-KE"/>
        </w:rPr>
      </w:pPr>
      <w:bookmarkStart w:id="24" w:name="_Toc29123019"/>
      <w:r>
        <w:rPr>
          <w:lang w:val="sw-KE"/>
        </w:rPr>
        <w:t>(d)</w:t>
      </w:r>
      <w:r w:rsidR="00564224" w:rsidRPr="00564224">
        <w:rPr>
          <w:lang w:val="sw-KE"/>
        </w:rPr>
        <w:t xml:space="preserve"> SALA YA ISHA</w:t>
      </w:r>
      <w:bookmarkEnd w:id="24"/>
    </w:p>
    <w:p w:rsidR="00564224" w:rsidRPr="00564224" w:rsidRDefault="00564224" w:rsidP="00564224">
      <w:pPr>
        <w:pStyle w:val="libNormal"/>
        <w:rPr>
          <w:lang w:val="sw-KE"/>
        </w:rPr>
      </w:pPr>
      <w:r w:rsidRPr="00564224">
        <w:rPr>
          <w:lang w:val="sw-KE"/>
        </w:rPr>
        <w:t>Namna ya Sala ya Isha ni kama sala ya Adhuhur</w:t>
      </w:r>
      <w:r w:rsidR="006F0730">
        <w:rPr>
          <w:lang w:val="sw-KE"/>
        </w:rPr>
        <w:t xml:space="preserve">i, ispokuwa wewe utanuwia hivi: </w:t>
      </w:r>
      <w:r w:rsidRPr="00564224">
        <w:rPr>
          <w:lang w:val="sw-KE"/>
        </w:rPr>
        <w:t>'Nasali Sala ya Isha Rakaa nne Qurbatan ilallahi Taala'</w:t>
      </w:r>
    </w:p>
    <w:p w:rsidR="00564224" w:rsidRPr="00564224" w:rsidRDefault="00564224" w:rsidP="006F0730">
      <w:pPr>
        <w:pStyle w:val="libBold1"/>
        <w:rPr>
          <w:lang w:val="sw-KE"/>
        </w:rPr>
      </w:pPr>
      <w:r w:rsidRPr="00564224">
        <w:rPr>
          <w:lang w:val="sw-KE"/>
        </w:rPr>
        <w:t>Maelezo muhimu</w:t>
      </w:r>
    </w:p>
    <w:p w:rsidR="00564224" w:rsidRPr="00564224" w:rsidRDefault="00564224" w:rsidP="00564224">
      <w:pPr>
        <w:pStyle w:val="libNormal"/>
        <w:rPr>
          <w:lang w:val="sw-KE"/>
        </w:rPr>
      </w:pPr>
      <w:r w:rsidRPr="00564224">
        <w:rPr>
          <w:lang w:val="sw-KE"/>
        </w:rPr>
        <w:t>Wanawake watasoma katika Sala zote kwa sauti ya chini ispokuwa wasikie wao wenyewe yale maneno wanayosema. Rakaa ya kwanza na ya pili ya sala ya Asubuhi, Magharibi na Isha kwa sauti ya juu kidogo, pamoja na sala za Adhuhuri na Alasiri na Rakaa ya tatu na ya nne za Magharibi na Isha kwa sauti ya chini.</w:t>
      </w:r>
    </w:p>
    <w:p w:rsidR="00564224" w:rsidRPr="00564224" w:rsidRDefault="00564224" w:rsidP="006F0730">
      <w:pPr>
        <w:pStyle w:val="Heading2"/>
        <w:rPr>
          <w:lang w:val="sw-KE"/>
        </w:rPr>
      </w:pPr>
      <w:bookmarkStart w:id="25" w:name="_Toc29123020"/>
      <w:r w:rsidRPr="00564224">
        <w:rPr>
          <w:lang w:val="sw-KE"/>
        </w:rPr>
        <w:t>SOMO LA TISA</w:t>
      </w:r>
      <w:bookmarkEnd w:id="25"/>
    </w:p>
    <w:p w:rsidR="00564224" w:rsidRPr="00564224" w:rsidRDefault="00564224" w:rsidP="006F0730">
      <w:pPr>
        <w:pStyle w:val="Heading3"/>
        <w:rPr>
          <w:lang w:val="sw-KE"/>
        </w:rPr>
      </w:pPr>
      <w:bookmarkStart w:id="26" w:name="_Toc29123021"/>
      <w:r w:rsidRPr="00564224">
        <w:rPr>
          <w:lang w:val="sw-KE"/>
        </w:rPr>
        <w:t>SALATUL-AAYAT</w:t>
      </w:r>
      <w:bookmarkEnd w:id="26"/>
    </w:p>
    <w:p w:rsidR="00564224" w:rsidRPr="00564224" w:rsidRDefault="00564224" w:rsidP="00564224">
      <w:pPr>
        <w:pStyle w:val="libNormal"/>
        <w:rPr>
          <w:lang w:val="sw-KE"/>
        </w:rPr>
      </w:pPr>
      <w:r w:rsidRPr="00564224">
        <w:rPr>
          <w:lang w:val="sw-KE"/>
        </w:rPr>
        <w:t>Tulizo zitaja ni sala za siku zote. Na sala nyingine za wajibu ni nyingi, tutaitaja kati ya hizo' Salat-ul-Ayat'.</w:t>
      </w:r>
    </w:p>
    <w:p w:rsidR="00564224" w:rsidRPr="00564224" w:rsidRDefault="00564224" w:rsidP="00564224">
      <w:pPr>
        <w:pStyle w:val="libNormal"/>
        <w:rPr>
          <w:lang w:val="sw-KE"/>
        </w:rPr>
      </w:pPr>
      <w:r w:rsidRPr="00564224">
        <w:rPr>
          <w:lang w:val="sw-KE"/>
        </w:rPr>
        <w:t>Sala ya Ayaat ni wajibu zama linapopatwa jua au mwezi, wakati wa mtetemeko na kimbunga na radi, na vizuko vingine vya mbinguni au ardhini.</w:t>
      </w:r>
    </w:p>
    <w:p w:rsidR="00564224" w:rsidRPr="00564224" w:rsidRDefault="00564224" w:rsidP="00564224">
      <w:pPr>
        <w:pStyle w:val="libNormal"/>
        <w:rPr>
          <w:lang w:val="sw-KE"/>
        </w:rPr>
      </w:pPr>
      <w:r w:rsidRPr="00564224">
        <w:rPr>
          <w:lang w:val="sw-KE"/>
        </w:rPr>
        <w:t>Na namna ya kusali kwake ni kama hivi:</w:t>
      </w:r>
    </w:p>
    <w:p w:rsidR="00564224" w:rsidRPr="00564224" w:rsidRDefault="00564224" w:rsidP="006F0730">
      <w:pPr>
        <w:pStyle w:val="libNormal"/>
        <w:rPr>
          <w:lang w:val="sw-KE"/>
        </w:rPr>
      </w:pPr>
      <w:r w:rsidRPr="00564224">
        <w:rPr>
          <w:lang w:val="sw-KE"/>
        </w:rPr>
        <w:lastRenderedPageBreak/>
        <w:t>1. Utanuwia, hali ya kuwa umesimama na umekabili Qibla: Nasali</w:t>
      </w:r>
      <w:r w:rsidR="006F0730">
        <w:rPr>
          <w:lang w:val="sw-KE"/>
        </w:rPr>
        <w:t xml:space="preserve"> </w:t>
      </w:r>
      <w:r w:rsidRPr="00564224">
        <w:rPr>
          <w:lang w:val="sw-KE"/>
        </w:rPr>
        <w:t>Salatul-Ayaat Rakaa mbili Qurbatan Ila llahi Taala.</w:t>
      </w:r>
    </w:p>
    <w:p w:rsidR="00564224" w:rsidRPr="00564224" w:rsidRDefault="00564224" w:rsidP="00564224">
      <w:pPr>
        <w:pStyle w:val="libNormal"/>
        <w:rPr>
          <w:lang w:val="sw-KE"/>
        </w:rPr>
      </w:pPr>
      <w:r w:rsidRPr="00564224">
        <w:rPr>
          <w:lang w:val="sw-KE"/>
        </w:rPr>
        <w:t>2. Utasoma sura ya Al-Hamdu na sura nyingine, kisha utarukuu.</w:t>
      </w:r>
    </w:p>
    <w:p w:rsidR="00564224" w:rsidRPr="00564224" w:rsidRDefault="00564224" w:rsidP="00564224">
      <w:pPr>
        <w:pStyle w:val="libNormal"/>
        <w:rPr>
          <w:lang w:val="sw-KE"/>
        </w:rPr>
      </w:pPr>
      <w:r w:rsidRPr="00564224">
        <w:rPr>
          <w:lang w:val="sw-KE"/>
        </w:rPr>
        <w:t>3. Utainuka kutoka katika rukuu; utasoma Al-Hamdu na sura nyingine, halafu utasoma Qunuti na utarukuu.</w:t>
      </w:r>
    </w:p>
    <w:p w:rsidR="00564224" w:rsidRPr="00564224" w:rsidRDefault="00564224" w:rsidP="00564224">
      <w:pPr>
        <w:pStyle w:val="libNormal"/>
        <w:rPr>
          <w:lang w:val="sw-KE"/>
        </w:rPr>
      </w:pPr>
      <w:r w:rsidRPr="00564224">
        <w:rPr>
          <w:lang w:val="sw-KE"/>
        </w:rPr>
        <w:t>4.Utainuka kutoka rukuu. Na utasoma AI-Hamdu na sura, na utarukuu:</w:t>
      </w:r>
    </w:p>
    <w:p w:rsidR="00564224" w:rsidRPr="00564224" w:rsidRDefault="00564224" w:rsidP="00564224">
      <w:pPr>
        <w:pStyle w:val="libNormal"/>
        <w:rPr>
          <w:lang w:val="sw-KE"/>
        </w:rPr>
      </w:pPr>
      <w:r w:rsidRPr="00564224">
        <w:rPr>
          <w:lang w:val="sw-KE"/>
        </w:rPr>
        <w:t>5. Utainuka kutoka rukuu, na utasoma Al-Hamdu na sura, halafu utasoma Qunut, na utarukuu.</w:t>
      </w:r>
    </w:p>
    <w:p w:rsidR="00564224" w:rsidRPr="00564224" w:rsidRDefault="00564224" w:rsidP="00564224">
      <w:pPr>
        <w:pStyle w:val="libNormal"/>
        <w:rPr>
          <w:lang w:val="sw-KE"/>
        </w:rPr>
      </w:pPr>
      <w:r w:rsidRPr="00564224">
        <w:rPr>
          <w:lang w:val="sw-KE"/>
        </w:rPr>
        <w:t>6. Utainuka kutoka rukuu, na utasoma Al-Hamdu na sura, na utarukuu.</w:t>
      </w:r>
    </w:p>
    <w:p w:rsidR="00564224" w:rsidRPr="00564224" w:rsidRDefault="00564224" w:rsidP="00564224">
      <w:pPr>
        <w:pStyle w:val="libNormal"/>
        <w:rPr>
          <w:lang w:val="sw-KE"/>
        </w:rPr>
      </w:pPr>
      <w:r w:rsidRPr="00564224">
        <w:rPr>
          <w:lang w:val="sw-KE"/>
        </w:rPr>
        <w:t>7. Utainuka kutoka rukuu, kisha utasujudu sijda mbili kisha utasimama kwa rakaa ya pili.</w:t>
      </w:r>
    </w:p>
    <w:p w:rsidR="00564224" w:rsidRPr="00564224" w:rsidRDefault="00564224" w:rsidP="00564224">
      <w:pPr>
        <w:pStyle w:val="libNormal"/>
        <w:rPr>
          <w:lang w:val="sw-KE"/>
        </w:rPr>
      </w:pPr>
      <w:r w:rsidRPr="00564224">
        <w:rPr>
          <w:lang w:val="sw-KE"/>
        </w:rPr>
        <w:t>8. Utasoma Al-Hamdu na sura, na utasoma Qunut, halafu utarukuu.</w:t>
      </w:r>
    </w:p>
    <w:p w:rsidR="00564224" w:rsidRPr="00564224" w:rsidRDefault="00564224" w:rsidP="00564224">
      <w:pPr>
        <w:pStyle w:val="libNormal"/>
        <w:rPr>
          <w:lang w:val="sw-KE"/>
        </w:rPr>
      </w:pPr>
      <w:r w:rsidRPr="00564224">
        <w:rPr>
          <w:lang w:val="sw-KE"/>
        </w:rPr>
        <w:t>9. Utainuka kutoka rukuu, utasoma Al-Hamdu na sura, na utarukuu.</w:t>
      </w:r>
    </w:p>
    <w:p w:rsidR="00564224" w:rsidRPr="00564224" w:rsidRDefault="00564224" w:rsidP="00564224">
      <w:pPr>
        <w:pStyle w:val="libNormal"/>
        <w:rPr>
          <w:lang w:val="sw-KE"/>
        </w:rPr>
      </w:pPr>
      <w:r w:rsidRPr="00564224">
        <w:rPr>
          <w:lang w:val="sw-KE"/>
        </w:rPr>
        <w:t>10. Utainuka kutoka rukuu, utasoma Al-Hamdu na sura, na utasoma Qunuut, na utarukuu.</w:t>
      </w:r>
    </w:p>
    <w:p w:rsidR="00564224" w:rsidRPr="00564224" w:rsidRDefault="00564224" w:rsidP="00564224">
      <w:pPr>
        <w:pStyle w:val="libNormal"/>
        <w:rPr>
          <w:lang w:val="sw-KE"/>
        </w:rPr>
      </w:pPr>
      <w:r w:rsidRPr="00564224">
        <w:rPr>
          <w:lang w:val="sw-KE"/>
        </w:rPr>
        <w:t>11. Utainuka kutoka rukuu, utasoma Al-Hamdu na sura, na utarukuu.</w:t>
      </w:r>
    </w:p>
    <w:p w:rsidR="00564224" w:rsidRPr="00564224" w:rsidRDefault="00564224" w:rsidP="00564224">
      <w:pPr>
        <w:pStyle w:val="libNormal"/>
        <w:rPr>
          <w:lang w:val="sw-KE"/>
        </w:rPr>
      </w:pPr>
      <w:r w:rsidRPr="00564224">
        <w:rPr>
          <w:lang w:val="sw-KE"/>
        </w:rPr>
        <w:t>12. Utainuka kutoka rukuu, utasoma Al -Hamdu na sura, na utasoma Qunuut na utarukuu.</w:t>
      </w:r>
    </w:p>
    <w:p w:rsidR="00564224" w:rsidRPr="00564224" w:rsidRDefault="00564224" w:rsidP="00564224">
      <w:pPr>
        <w:pStyle w:val="libNormal"/>
        <w:rPr>
          <w:lang w:val="sw-KE"/>
        </w:rPr>
      </w:pPr>
      <w:r w:rsidRPr="00564224">
        <w:rPr>
          <w:lang w:val="sw-KE"/>
        </w:rPr>
        <w:t>13. Baada ya hapo utainuka kutoka rukuu na kusujudu sijda mbili, na utasoma Tashaahhud na Salaam.</w:t>
      </w:r>
    </w:p>
    <w:p w:rsidR="00564224" w:rsidRPr="00564224" w:rsidRDefault="00564224" w:rsidP="00564224">
      <w:pPr>
        <w:pStyle w:val="libNormal"/>
        <w:rPr>
          <w:lang w:val="sw-KE"/>
        </w:rPr>
      </w:pPr>
      <w:r w:rsidRPr="00564224">
        <w:rPr>
          <w:lang w:val="sw-KE"/>
        </w:rPr>
        <w:t>Itakuwa Sala ya Aayat ni rakaa mbili kwa Qunuut tano, na rukuu kumi, nasijda nne.</w:t>
      </w:r>
    </w:p>
    <w:p w:rsidR="00564224" w:rsidRPr="00564224" w:rsidRDefault="00564224" w:rsidP="006F0730">
      <w:pPr>
        <w:pStyle w:val="Heading2"/>
        <w:rPr>
          <w:lang w:val="sw-KE"/>
        </w:rPr>
      </w:pPr>
      <w:bookmarkStart w:id="27" w:name="_Toc29123022"/>
      <w:r w:rsidRPr="00564224">
        <w:rPr>
          <w:lang w:val="sw-KE"/>
        </w:rPr>
        <w:t>SOMO LA KUMI</w:t>
      </w:r>
      <w:bookmarkEnd w:id="27"/>
    </w:p>
    <w:p w:rsidR="00564224" w:rsidRPr="00564224" w:rsidRDefault="00564224" w:rsidP="006F0730">
      <w:pPr>
        <w:pStyle w:val="Heading3"/>
        <w:rPr>
          <w:lang w:val="sw-KE"/>
        </w:rPr>
      </w:pPr>
      <w:bookmarkStart w:id="28" w:name="_Toc29123023"/>
      <w:r w:rsidRPr="00564224">
        <w:rPr>
          <w:lang w:val="sw-KE"/>
        </w:rPr>
        <w:t>SALA ZA SUNNA</w:t>
      </w:r>
      <w:bookmarkEnd w:id="28"/>
    </w:p>
    <w:p w:rsidR="00564224" w:rsidRPr="00564224" w:rsidRDefault="00564224" w:rsidP="00564224">
      <w:pPr>
        <w:pStyle w:val="libNormal"/>
        <w:rPr>
          <w:lang w:val="sw-KE"/>
        </w:rPr>
      </w:pPr>
      <w:r w:rsidRPr="00564224">
        <w:rPr>
          <w:lang w:val="sw-KE"/>
        </w:rPr>
        <w:t>Jua Ewe! Ndugu yangu, Sala zilizo Sunna ni nyingi. Na zilizo muhimu sana ni sunna za siku zote. Nazo ni kama hizi:</w:t>
      </w:r>
    </w:p>
    <w:p w:rsidR="00564224" w:rsidRPr="00564224" w:rsidRDefault="00564224" w:rsidP="00564224">
      <w:pPr>
        <w:pStyle w:val="libNormal"/>
        <w:rPr>
          <w:lang w:val="sw-KE"/>
        </w:rPr>
      </w:pPr>
      <w:r w:rsidRPr="00564224">
        <w:rPr>
          <w:lang w:val="sw-KE"/>
        </w:rPr>
        <w:t>Sunna ya Asubuhi, rakaa mbili, kabla ya kusali Sala ya Asubuhi. Sunna ya Adhuhuri, rakaa nane, husaliwa rakaa mbilimbili, kabla ya Sala yaAdhuhuri.</w:t>
      </w:r>
    </w:p>
    <w:p w:rsidR="00564224" w:rsidRPr="00564224" w:rsidRDefault="00564224" w:rsidP="00564224">
      <w:pPr>
        <w:pStyle w:val="libNormal"/>
        <w:rPr>
          <w:lang w:val="sw-KE"/>
        </w:rPr>
      </w:pPr>
      <w:r w:rsidRPr="00564224">
        <w:rPr>
          <w:lang w:val="sw-KE"/>
        </w:rPr>
        <w:t>Sunna ya Alasiri, rakaa nane, husaliwa rakaa mbilimbili, kabla y a Sala ya Alasiri.</w:t>
      </w:r>
    </w:p>
    <w:p w:rsidR="00564224" w:rsidRPr="00564224" w:rsidRDefault="00564224" w:rsidP="00564224">
      <w:pPr>
        <w:pStyle w:val="libNormal"/>
        <w:rPr>
          <w:lang w:val="sw-KE"/>
        </w:rPr>
      </w:pPr>
      <w:r w:rsidRPr="00564224">
        <w:rPr>
          <w:lang w:val="sw-KE"/>
        </w:rPr>
        <w:t>Sunna ya Magharibi, rakaa nne, husaliwa rakaa mbilimbili, baada ya Sala ya Magharibi.</w:t>
      </w:r>
    </w:p>
    <w:p w:rsidR="00564224" w:rsidRPr="00564224" w:rsidRDefault="00564224" w:rsidP="00564224">
      <w:pPr>
        <w:pStyle w:val="libNormal"/>
        <w:rPr>
          <w:lang w:val="sw-KE"/>
        </w:rPr>
      </w:pPr>
      <w:r w:rsidRPr="00564224">
        <w:rPr>
          <w:lang w:val="sw-KE"/>
        </w:rPr>
        <w:t>Sunna ya Isha, rakaa mbili mbili, husaliwa hizo kitako, baada ya Sala ya Isha.</w:t>
      </w:r>
    </w:p>
    <w:p w:rsidR="00564224" w:rsidRPr="00564224" w:rsidRDefault="00564224" w:rsidP="00564224">
      <w:pPr>
        <w:pStyle w:val="libNormal"/>
        <w:rPr>
          <w:lang w:val="sw-KE"/>
        </w:rPr>
      </w:pPr>
      <w:r w:rsidRPr="00564224">
        <w:rPr>
          <w:lang w:val="sw-KE"/>
        </w:rPr>
        <w:t>Sunna ya Usiku rakaa kumi na moja; husaliwa rakaa mbilimbili, na ya kumi na moja husaliwa pekee. Na sala hii inajulikana pia kwa jina la Tahajjud. Na wakati wa sala hizi ni nusu ya usiku mpaka Alfajiri.</w:t>
      </w:r>
    </w:p>
    <w:p w:rsidR="00564224" w:rsidRPr="00564224" w:rsidRDefault="00564224" w:rsidP="00564224">
      <w:pPr>
        <w:pStyle w:val="libNormal"/>
        <w:rPr>
          <w:lang w:val="sw-KE"/>
        </w:rPr>
      </w:pPr>
      <w:r w:rsidRPr="00564224">
        <w:rPr>
          <w:lang w:val="sw-KE"/>
        </w:rPr>
        <w:t>Sunna zote husaliwa namna ya Sala ya Asubuhi, ispokuwa tofauti ni katika nia.</w:t>
      </w:r>
    </w:p>
    <w:p w:rsidR="00564224" w:rsidRPr="00564224" w:rsidRDefault="00564224" w:rsidP="00564224">
      <w:pPr>
        <w:pStyle w:val="libNormal"/>
        <w:rPr>
          <w:lang w:val="sw-KE"/>
        </w:rPr>
      </w:pPr>
      <w:r w:rsidRPr="00564224">
        <w:rPr>
          <w:lang w:val="sw-KE"/>
        </w:rPr>
        <w:t>Inafaa kwa mtu katika Sala za Sunna kusoma Al-Hamdu pasi na sura, au kusoma sehemu ya sura. au kusoma sura mbili za zaidi baada ya Al-Hamdu.</w:t>
      </w:r>
    </w:p>
    <w:p w:rsidR="00564224" w:rsidRPr="00564224" w:rsidRDefault="00564224" w:rsidP="006F0730">
      <w:pPr>
        <w:pStyle w:val="Heading2"/>
        <w:rPr>
          <w:lang w:val="sw-KE"/>
        </w:rPr>
      </w:pPr>
      <w:bookmarkStart w:id="29" w:name="_Toc29123024"/>
      <w:r w:rsidRPr="00564224">
        <w:rPr>
          <w:lang w:val="sw-KE"/>
        </w:rPr>
        <w:t>SOMO LA KUMI NA MOJA</w:t>
      </w:r>
      <w:bookmarkEnd w:id="29"/>
    </w:p>
    <w:p w:rsidR="00564224" w:rsidRPr="00564224" w:rsidRDefault="00564224" w:rsidP="006F0730">
      <w:pPr>
        <w:pStyle w:val="Heading3"/>
        <w:rPr>
          <w:lang w:val="sw-KE"/>
        </w:rPr>
      </w:pPr>
      <w:bookmarkStart w:id="30" w:name="_Toc29123025"/>
      <w:r w:rsidRPr="00564224">
        <w:rPr>
          <w:lang w:val="sw-KE"/>
        </w:rPr>
        <w:t>KUFUNGA</w:t>
      </w:r>
      <w:r w:rsidR="006F0730">
        <w:rPr>
          <w:lang w:val="sw-KE"/>
        </w:rPr>
        <w:t xml:space="preserve"> (SAUMU)</w:t>
      </w:r>
      <w:bookmarkEnd w:id="30"/>
    </w:p>
    <w:p w:rsidR="00564224" w:rsidRPr="00564224" w:rsidRDefault="00564224" w:rsidP="00564224">
      <w:pPr>
        <w:pStyle w:val="libNormal"/>
        <w:rPr>
          <w:lang w:val="sw-KE"/>
        </w:rPr>
      </w:pPr>
      <w:r w:rsidRPr="00564224">
        <w:rPr>
          <w:lang w:val="sw-KE"/>
        </w:rPr>
        <w:t>Saumu inamlazimu mtu balehe kama hakuwa mgonjwa au msafiri au katika hali ya hedhi na mengineyo.</w:t>
      </w:r>
    </w:p>
    <w:p w:rsidR="00564224" w:rsidRPr="00564224" w:rsidRDefault="00564224" w:rsidP="00564224">
      <w:pPr>
        <w:pStyle w:val="libNormal"/>
        <w:rPr>
          <w:lang w:val="sw-KE"/>
        </w:rPr>
      </w:pPr>
      <w:r w:rsidRPr="00564224">
        <w:rPr>
          <w:lang w:val="sw-KE"/>
        </w:rPr>
        <w:lastRenderedPageBreak/>
        <w:t>Inamlazimu afunge mwezi wa Ramadhani.</w:t>
      </w:r>
    </w:p>
    <w:p w:rsidR="00564224" w:rsidRPr="00564224" w:rsidRDefault="00564224" w:rsidP="00564224">
      <w:pPr>
        <w:pStyle w:val="libNormal"/>
        <w:rPr>
          <w:lang w:val="sw-KE"/>
        </w:rPr>
      </w:pPr>
      <w:r w:rsidRPr="00564224">
        <w:rPr>
          <w:lang w:val="sw-KE"/>
        </w:rPr>
        <w:t>Na funga maana yake ni kujizuia na vinavyo funguza saumu tangu alfajiri mpaka kuchwa jua kwa kisharia</w:t>
      </w:r>
      <w:r w:rsidR="00145483" w:rsidRPr="00145483">
        <w:rPr>
          <w:rStyle w:val="libFootnotenumChar"/>
          <w:lang w:val="sw-KE"/>
        </w:rPr>
        <w:footnoteReference w:id="5"/>
      </w:r>
      <w:r w:rsidRPr="00564224">
        <w:rPr>
          <w:lang w:val="sw-KE"/>
        </w:rPr>
        <w:t xml:space="preserve">. Inalazimu kunuwia kabla ya kuchomoza alfajiri, </w:t>
      </w:r>
      <w:r w:rsidR="00145483">
        <w:rPr>
          <w:lang w:val="sw-KE"/>
        </w:rPr>
        <w:t>kama hivi:</w:t>
      </w:r>
    </w:p>
    <w:p w:rsidR="00564224" w:rsidRPr="00564224" w:rsidRDefault="00564224" w:rsidP="00564224">
      <w:pPr>
        <w:pStyle w:val="libNormal"/>
        <w:rPr>
          <w:lang w:val="sw-KE"/>
        </w:rPr>
      </w:pPr>
      <w:r w:rsidRPr="00564224">
        <w:rPr>
          <w:lang w:val="sw-KE"/>
        </w:rPr>
        <w:t>Ninafunga kesho kutaka ukaribu wa Mwenyezi Mungu Mtukufu."</w:t>
      </w:r>
    </w:p>
    <w:p w:rsidR="00564224" w:rsidRPr="00564224" w:rsidRDefault="00145483" w:rsidP="00564224">
      <w:pPr>
        <w:pStyle w:val="libNormal"/>
        <w:rPr>
          <w:lang w:val="sw-KE"/>
        </w:rPr>
      </w:pPr>
      <w:r>
        <w:rPr>
          <w:lang w:val="sw-KE"/>
        </w:rPr>
        <w:t>Na yanayofunguza saumu ni haya:</w:t>
      </w:r>
    </w:p>
    <w:p w:rsidR="00564224" w:rsidRPr="00564224" w:rsidRDefault="00564224" w:rsidP="00564224">
      <w:pPr>
        <w:pStyle w:val="libNormal"/>
        <w:rPr>
          <w:lang w:val="sw-KE"/>
        </w:rPr>
      </w:pPr>
      <w:r w:rsidRPr="00564224">
        <w:rPr>
          <w:lang w:val="sw-KE"/>
        </w:rPr>
        <w:t>1. Kula</w:t>
      </w:r>
    </w:p>
    <w:p w:rsidR="00564224" w:rsidRPr="00564224" w:rsidRDefault="00564224" w:rsidP="00564224">
      <w:pPr>
        <w:pStyle w:val="libNormal"/>
        <w:rPr>
          <w:lang w:val="sw-KE"/>
        </w:rPr>
      </w:pPr>
      <w:r w:rsidRPr="00564224">
        <w:rPr>
          <w:lang w:val="sw-KE"/>
        </w:rPr>
        <w:t>2. Kunywa</w:t>
      </w:r>
    </w:p>
    <w:p w:rsidR="00564224" w:rsidRPr="00564224" w:rsidRDefault="00564224" w:rsidP="00564224">
      <w:pPr>
        <w:pStyle w:val="libNormal"/>
        <w:rPr>
          <w:lang w:val="sw-KE"/>
        </w:rPr>
      </w:pPr>
      <w:r w:rsidRPr="00564224">
        <w:rPr>
          <w:lang w:val="sw-KE"/>
        </w:rPr>
        <w:t>3. Kuingilia mwanamume na mwanamke</w:t>
      </w:r>
    </w:p>
    <w:p w:rsidR="00564224" w:rsidRPr="00564224" w:rsidRDefault="00564224" w:rsidP="00145483">
      <w:pPr>
        <w:pStyle w:val="libNormal"/>
        <w:rPr>
          <w:lang w:val="sw-KE"/>
        </w:rPr>
      </w:pPr>
      <w:r w:rsidRPr="00564224">
        <w:rPr>
          <w:lang w:val="sw-KE"/>
        </w:rPr>
        <w:t xml:space="preserve">4. Kujitoa manii </w:t>
      </w:r>
      <w:r w:rsidR="00145483">
        <w:rPr>
          <w:lang w:val="sw-KE"/>
        </w:rPr>
        <w:t>(</w:t>
      </w:r>
      <w:r w:rsidRPr="00564224">
        <w:rPr>
          <w:lang w:val="sw-KE"/>
        </w:rPr>
        <w:t>Shahawa</w:t>
      </w:r>
      <w:r w:rsidR="00145483">
        <w:rPr>
          <w:lang w:val="sw-KE"/>
        </w:rPr>
        <w:t>).</w:t>
      </w:r>
    </w:p>
    <w:p w:rsidR="00564224" w:rsidRPr="00564224" w:rsidRDefault="00564224" w:rsidP="00564224">
      <w:pPr>
        <w:pStyle w:val="libNormal"/>
        <w:rPr>
          <w:lang w:val="sw-KE"/>
        </w:rPr>
      </w:pPr>
      <w:r w:rsidRPr="00564224">
        <w:rPr>
          <w:lang w:val="sw-KE"/>
        </w:rPr>
        <w:t>5. Kutia bomba la dawa ya maji katika tundu ya nyuma</w:t>
      </w:r>
    </w:p>
    <w:p w:rsidR="00564224" w:rsidRPr="00564224" w:rsidRDefault="00564224" w:rsidP="00564224">
      <w:pPr>
        <w:pStyle w:val="libNormal"/>
        <w:rPr>
          <w:lang w:val="sw-KE"/>
        </w:rPr>
      </w:pPr>
      <w:r w:rsidRPr="00564224">
        <w:rPr>
          <w:lang w:val="sw-KE"/>
        </w:rPr>
        <w:t>6. Kufikisha vumbi zito mpaka kooni</w:t>
      </w:r>
    </w:p>
    <w:p w:rsidR="00564224" w:rsidRPr="00564224" w:rsidRDefault="00564224" w:rsidP="00564224">
      <w:pPr>
        <w:pStyle w:val="libNormal"/>
        <w:rPr>
          <w:lang w:val="sw-KE"/>
        </w:rPr>
      </w:pPr>
      <w:r w:rsidRPr="00564224">
        <w:rPr>
          <w:lang w:val="sw-KE"/>
        </w:rPr>
        <w:t>7. Kubaki na j anaba mpaka asubuhi</w:t>
      </w:r>
    </w:p>
    <w:p w:rsidR="00564224" w:rsidRPr="00564224" w:rsidRDefault="00564224" w:rsidP="00564224">
      <w:pPr>
        <w:pStyle w:val="libNormal"/>
        <w:rPr>
          <w:lang w:val="sw-KE"/>
        </w:rPr>
      </w:pPr>
      <w:r w:rsidRPr="00564224">
        <w:rPr>
          <w:lang w:val="sw-KE"/>
        </w:rPr>
        <w:t>8. Kuogelea {kuzama mbizi}</w:t>
      </w:r>
    </w:p>
    <w:p w:rsidR="00564224" w:rsidRPr="00564224" w:rsidRDefault="00564224" w:rsidP="00564224">
      <w:pPr>
        <w:pStyle w:val="libNormal"/>
        <w:rPr>
          <w:lang w:val="sw-KE"/>
        </w:rPr>
      </w:pPr>
      <w:r w:rsidRPr="00564224">
        <w:rPr>
          <w:lang w:val="sw-KE"/>
        </w:rPr>
        <w:t>9. Kumzulia Mungu au Mtume au Ma-Imam</w:t>
      </w:r>
    </w:p>
    <w:p w:rsidR="00145483" w:rsidRDefault="00564224" w:rsidP="00564224">
      <w:pPr>
        <w:pStyle w:val="libNormal"/>
        <w:rPr>
          <w:lang w:val="sw-KE"/>
        </w:rPr>
      </w:pPr>
      <w:r w:rsidRPr="00564224">
        <w:rPr>
          <w:lang w:val="sw-KE"/>
        </w:rPr>
        <w:t>10. Kufanya kusudi kujitapisha</w:t>
      </w:r>
    </w:p>
    <w:p w:rsidR="00145483" w:rsidRDefault="00145483">
      <w:pPr>
        <w:ind w:firstLine="0"/>
        <w:jc w:val="left"/>
        <w:rPr>
          <w:sz w:val="24"/>
          <w:lang w:val="sw-KE"/>
        </w:rPr>
      </w:pPr>
      <w:r>
        <w:rPr>
          <w:lang w:val="sw-KE"/>
        </w:rPr>
        <w:br w:type="page"/>
      </w:r>
    </w:p>
    <w:p w:rsidR="00145483" w:rsidRPr="00145483" w:rsidRDefault="00145483" w:rsidP="00145483">
      <w:pPr>
        <w:pStyle w:val="Heading1Center"/>
        <w:rPr>
          <w:lang w:val="sw-KE"/>
        </w:rPr>
      </w:pPr>
      <w:bookmarkStart w:id="31" w:name="_Toc29123026"/>
      <w:r w:rsidRPr="00145483">
        <w:rPr>
          <w:lang w:val="sw-KE"/>
        </w:rPr>
        <w:lastRenderedPageBreak/>
        <w:t>MASOMO YA KI-ISLAM</w:t>
      </w:r>
      <w:bookmarkEnd w:id="31"/>
    </w:p>
    <w:p w:rsidR="00564224" w:rsidRPr="00564224" w:rsidRDefault="00145483" w:rsidP="00145483">
      <w:pPr>
        <w:pStyle w:val="Heading2Center"/>
        <w:rPr>
          <w:lang w:val="sw-KE"/>
        </w:rPr>
      </w:pPr>
      <w:bookmarkStart w:id="32" w:name="_Toc29123027"/>
      <w:r w:rsidRPr="00145483">
        <w:rPr>
          <w:lang w:val="sw-KE"/>
        </w:rPr>
        <w:t>KITABU CHA TATU</w:t>
      </w:r>
      <w:bookmarkEnd w:id="32"/>
    </w:p>
    <w:p w:rsidR="00564224" w:rsidRPr="00564224" w:rsidRDefault="00564224" w:rsidP="00145483">
      <w:pPr>
        <w:pStyle w:val="Heading3Center"/>
        <w:rPr>
          <w:lang w:val="sw-KE"/>
        </w:rPr>
      </w:pPr>
      <w:bookmarkStart w:id="33" w:name="_Toc29123028"/>
      <w:r w:rsidRPr="00564224">
        <w:rPr>
          <w:lang w:val="sw-KE"/>
        </w:rPr>
        <w:t>SOMO LA KUMI NA MBILI</w:t>
      </w:r>
      <w:bookmarkEnd w:id="33"/>
    </w:p>
    <w:p w:rsidR="00564224" w:rsidRPr="00564224" w:rsidRDefault="00564224" w:rsidP="00145483">
      <w:pPr>
        <w:pStyle w:val="Heading3"/>
        <w:rPr>
          <w:lang w:val="sw-KE"/>
        </w:rPr>
      </w:pPr>
      <w:bookmarkStart w:id="34" w:name="_Toc29123029"/>
      <w:r w:rsidRPr="00564224">
        <w:rPr>
          <w:lang w:val="sw-KE"/>
        </w:rPr>
        <w:t>UTHIBITISHO WA MWEZI</w:t>
      </w:r>
      <w:bookmarkEnd w:id="34"/>
    </w:p>
    <w:p w:rsidR="00564224" w:rsidRPr="00564224" w:rsidRDefault="00564224" w:rsidP="00564224">
      <w:pPr>
        <w:pStyle w:val="libNormal"/>
        <w:rPr>
          <w:lang w:val="sw-KE"/>
        </w:rPr>
      </w:pPr>
      <w:r w:rsidRPr="00564224">
        <w:rPr>
          <w:lang w:val="sw-KE"/>
        </w:rPr>
        <w:t>Kuthibitisha kwa mwezi wa Ramadhani kuandama na mfungo mosi ni kwa njia tano:</w:t>
      </w:r>
    </w:p>
    <w:p w:rsidR="00564224" w:rsidRPr="00564224" w:rsidRDefault="00564224" w:rsidP="00564224">
      <w:pPr>
        <w:pStyle w:val="libNormal"/>
        <w:rPr>
          <w:lang w:val="sw-KE"/>
        </w:rPr>
      </w:pPr>
      <w:r w:rsidRPr="00564224">
        <w:rPr>
          <w:lang w:val="sw-KE"/>
        </w:rPr>
        <w:t>1. Kuona mwezi mwenyewe.</w:t>
      </w:r>
    </w:p>
    <w:p w:rsidR="00564224" w:rsidRPr="00564224" w:rsidRDefault="00564224" w:rsidP="00564224">
      <w:pPr>
        <w:pStyle w:val="libNormal"/>
        <w:rPr>
          <w:lang w:val="sw-KE"/>
        </w:rPr>
      </w:pPr>
      <w:r w:rsidRPr="00564224">
        <w:rPr>
          <w:lang w:val="sw-KE"/>
        </w:rPr>
        <w:t>2. Kushuhudia watu wawili waadilifu.</w:t>
      </w:r>
    </w:p>
    <w:p w:rsidR="00564224" w:rsidRPr="00564224" w:rsidRDefault="00564224" w:rsidP="00564224">
      <w:pPr>
        <w:pStyle w:val="libNormal"/>
        <w:rPr>
          <w:lang w:val="sw-KE"/>
        </w:rPr>
      </w:pPr>
      <w:r w:rsidRPr="00564224">
        <w:rPr>
          <w:lang w:val="sw-KE"/>
        </w:rPr>
        <w:t>Kuonekana na watu wengi wa kutosha Kutimia siku thelathini Shaaban au Ramadhani.</w:t>
      </w:r>
    </w:p>
    <w:p w:rsidR="00564224" w:rsidRPr="00564224" w:rsidRDefault="00564224" w:rsidP="00145483">
      <w:pPr>
        <w:pStyle w:val="Heading2"/>
        <w:rPr>
          <w:lang w:val="sw-KE"/>
        </w:rPr>
      </w:pPr>
      <w:bookmarkStart w:id="35" w:name="_Toc29123030"/>
      <w:r w:rsidRPr="00564224">
        <w:rPr>
          <w:lang w:val="sw-KE"/>
        </w:rPr>
        <w:t>SOMO LA KUMI NA TATU</w:t>
      </w:r>
      <w:bookmarkEnd w:id="35"/>
    </w:p>
    <w:p w:rsidR="00564224" w:rsidRPr="00564224" w:rsidRDefault="00564224" w:rsidP="00145483">
      <w:pPr>
        <w:pStyle w:val="Heading3"/>
        <w:rPr>
          <w:lang w:val="sw-KE"/>
        </w:rPr>
      </w:pPr>
      <w:bookmarkStart w:id="36" w:name="_Toc29123031"/>
      <w:r w:rsidRPr="00564224">
        <w:rPr>
          <w:lang w:val="sw-KE"/>
        </w:rPr>
        <w:t>MAELEZO MATATU</w:t>
      </w:r>
      <w:bookmarkEnd w:id="36"/>
    </w:p>
    <w:p w:rsidR="00564224" w:rsidRPr="00564224" w:rsidRDefault="00145483" w:rsidP="00145483">
      <w:pPr>
        <w:pStyle w:val="Heading3"/>
        <w:rPr>
          <w:lang w:val="sw-KE"/>
        </w:rPr>
      </w:pPr>
      <w:bookmarkStart w:id="37" w:name="_Toc29123032"/>
      <w:r>
        <w:rPr>
          <w:lang w:val="sw-KE"/>
        </w:rPr>
        <w:t>(</w:t>
      </w:r>
      <w:r w:rsidR="00564224" w:rsidRPr="00564224">
        <w:rPr>
          <w:lang w:val="sw-KE"/>
        </w:rPr>
        <w:t>a</w:t>
      </w:r>
      <w:r>
        <w:rPr>
          <w:lang w:val="sw-KE"/>
        </w:rPr>
        <w:t>)</w:t>
      </w:r>
      <w:r w:rsidR="00564224" w:rsidRPr="00564224">
        <w:rPr>
          <w:lang w:val="sw-KE"/>
        </w:rPr>
        <w:t xml:space="preserve"> KAFFARA</w:t>
      </w:r>
      <w:bookmarkEnd w:id="37"/>
    </w:p>
    <w:p w:rsidR="00564224" w:rsidRPr="00564224" w:rsidRDefault="00564224" w:rsidP="00564224">
      <w:pPr>
        <w:pStyle w:val="libNormal"/>
        <w:rPr>
          <w:lang w:val="sw-KE"/>
        </w:rPr>
      </w:pPr>
      <w:r w:rsidRPr="00564224">
        <w:rPr>
          <w:lang w:val="sw-KE"/>
        </w:rPr>
        <w:t>Aliyefungua mwezi wa Ramadhani makusudi ni wajibu juu yake moja wapo katika mambo matatu:</w:t>
      </w:r>
    </w:p>
    <w:p w:rsidR="00564224" w:rsidRPr="00564224" w:rsidRDefault="00564224" w:rsidP="00564224">
      <w:pPr>
        <w:pStyle w:val="libNormal"/>
        <w:rPr>
          <w:lang w:val="sw-KE"/>
        </w:rPr>
      </w:pPr>
      <w:r w:rsidRPr="00564224">
        <w:rPr>
          <w:lang w:val="sw-KE"/>
        </w:rPr>
        <w:t>i. Kufunga miezi miwili mfululizo</w:t>
      </w:r>
    </w:p>
    <w:p w:rsidR="00564224" w:rsidRPr="00564224" w:rsidRDefault="00564224" w:rsidP="00564224">
      <w:pPr>
        <w:pStyle w:val="libNormal"/>
        <w:rPr>
          <w:lang w:val="sw-KE"/>
        </w:rPr>
      </w:pPr>
      <w:r w:rsidRPr="00564224">
        <w:rPr>
          <w:lang w:val="sw-KE"/>
        </w:rPr>
        <w:t>ii. au kuwalisha maskini sitini</w:t>
      </w:r>
    </w:p>
    <w:p w:rsidR="00564224" w:rsidRPr="00564224" w:rsidRDefault="00564224" w:rsidP="00564224">
      <w:pPr>
        <w:pStyle w:val="libNormal"/>
        <w:rPr>
          <w:lang w:val="sw-KE"/>
        </w:rPr>
      </w:pPr>
      <w:r w:rsidRPr="00564224">
        <w:rPr>
          <w:lang w:val="sw-KE"/>
        </w:rPr>
        <w:t>iii. au kumpa mtumwa uhuru wake</w:t>
      </w:r>
    </w:p>
    <w:p w:rsidR="00564224" w:rsidRPr="00564224" w:rsidRDefault="00145483" w:rsidP="00145483">
      <w:pPr>
        <w:pStyle w:val="Heading3"/>
        <w:rPr>
          <w:lang w:val="sw-KE"/>
        </w:rPr>
      </w:pPr>
      <w:bookmarkStart w:id="38" w:name="_Toc29123033"/>
      <w:r>
        <w:rPr>
          <w:lang w:val="sw-KE"/>
        </w:rPr>
        <w:t xml:space="preserve">(b) </w:t>
      </w:r>
      <w:r w:rsidR="00564224" w:rsidRPr="00564224">
        <w:rPr>
          <w:lang w:val="sw-KE"/>
        </w:rPr>
        <w:t>ZAKA YA FITIRI</w:t>
      </w:r>
      <w:bookmarkEnd w:id="38"/>
    </w:p>
    <w:p w:rsidR="00564224" w:rsidRPr="00564224" w:rsidRDefault="00564224" w:rsidP="00145483">
      <w:pPr>
        <w:pStyle w:val="libNormal"/>
        <w:rPr>
          <w:lang w:val="sw-KE"/>
        </w:rPr>
      </w:pPr>
      <w:r w:rsidRPr="00564224">
        <w:rPr>
          <w:lang w:val="sw-KE"/>
        </w:rPr>
        <w:t>Ni lazima kwa mtu baleghe kutoa 'fitri siku au Iddi (ya mfungo mosi</w:t>
      </w:r>
      <w:r w:rsidR="00145483">
        <w:rPr>
          <w:lang w:val="sw-KE"/>
        </w:rPr>
        <w:t>)</w:t>
      </w:r>
    </w:p>
    <w:p w:rsidR="00564224" w:rsidRPr="00564224" w:rsidRDefault="00564224" w:rsidP="00564224">
      <w:pPr>
        <w:pStyle w:val="libNormal"/>
        <w:rPr>
          <w:lang w:val="sw-KE"/>
        </w:rPr>
      </w:pPr>
      <w:r w:rsidRPr="00564224">
        <w:rPr>
          <w:lang w:val="sw-KE"/>
        </w:rPr>
        <w:t>Ajitolee mwenyewe na watu wa nyumbani kwake, na kumtolea kila mmoja kilo tatu ya chakula cha kawaida.</w:t>
      </w:r>
    </w:p>
    <w:p w:rsidR="00564224" w:rsidRPr="00564224" w:rsidRDefault="00564224" w:rsidP="00564224">
      <w:pPr>
        <w:pStyle w:val="libNormal"/>
        <w:rPr>
          <w:lang w:val="sw-KE"/>
        </w:rPr>
      </w:pPr>
      <w:r w:rsidRPr="00564224">
        <w:rPr>
          <w:lang w:val="sw-KE"/>
        </w:rPr>
        <w:t>Ni bora kutoa ngano au tende au zabibu au mchele au unga.</w:t>
      </w:r>
    </w:p>
    <w:p w:rsidR="00564224" w:rsidRPr="00564224" w:rsidRDefault="00564224" w:rsidP="00564224">
      <w:pPr>
        <w:pStyle w:val="libNormal"/>
        <w:rPr>
          <w:lang w:val="sw-KE"/>
        </w:rPr>
      </w:pPr>
      <w:r w:rsidRPr="00564224">
        <w:rPr>
          <w:lang w:val="sw-KE"/>
        </w:rPr>
        <w:t>Inafaa atoe kima chake.</w:t>
      </w:r>
    </w:p>
    <w:p w:rsidR="00564224" w:rsidRPr="00564224" w:rsidRDefault="00564224" w:rsidP="00564224">
      <w:pPr>
        <w:pStyle w:val="libNormal"/>
        <w:rPr>
          <w:lang w:val="sw-KE"/>
        </w:rPr>
      </w:pPr>
      <w:r w:rsidRPr="00564224">
        <w:rPr>
          <w:lang w:val="sw-KE"/>
        </w:rPr>
        <w:t>Na anayepewa ni fakiri asiyekuwa na matumizi ya mwaka mzima.</w:t>
      </w:r>
    </w:p>
    <w:p w:rsidR="00564224" w:rsidRPr="00564224" w:rsidRDefault="00145483" w:rsidP="00145483">
      <w:pPr>
        <w:pStyle w:val="Heading3"/>
        <w:rPr>
          <w:lang w:val="sw-KE"/>
        </w:rPr>
      </w:pPr>
      <w:bookmarkStart w:id="39" w:name="_Toc29123034"/>
      <w:r>
        <w:rPr>
          <w:lang w:val="sw-KE"/>
        </w:rPr>
        <w:t>(c)</w:t>
      </w:r>
      <w:r w:rsidR="00564224" w:rsidRPr="00564224">
        <w:rPr>
          <w:lang w:val="sw-KE"/>
        </w:rPr>
        <w:t xml:space="preserve"> SALA YA IDI</w:t>
      </w:r>
      <w:bookmarkEnd w:id="39"/>
    </w:p>
    <w:p w:rsidR="00564224" w:rsidRPr="00564224" w:rsidRDefault="00564224" w:rsidP="00145483">
      <w:pPr>
        <w:pStyle w:val="libNormal"/>
        <w:rPr>
          <w:lang w:val="sw-KE"/>
        </w:rPr>
      </w:pPr>
      <w:r w:rsidRPr="00564224">
        <w:rPr>
          <w:lang w:val="sw-KE"/>
        </w:rPr>
        <w:t xml:space="preserve">Ni sunna kwa mtu kusali siku ya Idul Fitri </w:t>
      </w:r>
      <w:r w:rsidR="00145483">
        <w:rPr>
          <w:lang w:val="sw-KE"/>
        </w:rPr>
        <w:t>(</w:t>
      </w:r>
      <w:r w:rsidRPr="00564224">
        <w:rPr>
          <w:lang w:val="sw-KE"/>
        </w:rPr>
        <w:t>Sala ya Iddi</w:t>
      </w:r>
      <w:r w:rsidR="00145483">
        <w:rPr>
          <w:lang w:val="sw-KE"/>
        </w:rPr>
        <w:t>)</w:t>
      </w:r>
      <w:r w:rsidRPr="00564224">
        <w:rPr>
          <w:lang w:val="sw-KE"/>
        </w:rPr>
        <w:t xml:space="preserve">. Na vilevile sala ya Iddi ya mfungo tatu </w:t>
      </w:r>
      <w:r w:rsidR="00145483">
        <w:rPr>
          <w:lang w:val="sw-KE"/>
        </w:rPr>
        <w:t>(</w:t>
      </w:r>
      <w:r w:rsidRPr="00564224">
        <w:rPr>
          <w:lang w:val="sw-KE"/>
        </w:rPr>
        <w:t>yaani Iddi ya Adh-ha</w:t>
      </w:r>
      <w:r w:rsidR="00145483">
        <w:rPr>
          <w:lang w:val="sw-KE"/>
        </w:rPr>
        <w:t>)</w:t>
      </w:r>
      <w:r w:rsidRPr="00564224">
        <w:rPr>
          <w:lang w:val="sw-KE"/>
        </w:rPr>
        <w:t>.</w:t>
      </w:r>
    </w:p>
    <w:p w:rsidR="00564224" w:rsidRPr="00564224" w:rsidRDefault="00564224" w:rsidP="00145483">
      <w:pPr>
        <w:pStyle w:val="Heading2"/>
        <w:rPr>
          <w:lang w:val="sw-KE"/>
        </w:rPr>
      </w:pPr>
      <w:bookmarkStart w:id="40" w:name="_Toc29123035"/>
      <w:r w:rsidRPr="00564224">
        <w:rPr>
          <w:lang w:val="sw-KE"/>
        </w:rPr>
        <w:t>SOMO LA KUMI NA NNE</w:t>
      </w:r>
      <w:bookmarkEnd w:id="40"/>
    </w:p>
    <w:p w:rsidR="00564224" w:rsidRPr="00564224" w:rsidRDefault="00564224" w:rsidP="00145483">
      <w:pPr>
        <w:pStyle w:val="Heading3"/>
        <w:rPr>
          <w:lang w:val="sw-KE"/>
        </w:rPr>
      </w:pPr>
      <w:bookmarkStart w:id="41" w:name="_Toc29123036"/>
      <w:r w:rsidRPr="00564224">
        <w:rPr>
          <w:lang w:val="sw-KE"/>
        </w:rPr>
        <w:t>VITU VYA ZAKA</w:t>
      </w:r>
      <w:bookmarkEnd w:id="41"/>
    </w:p>
    <w:p w:rsidR="00564224" w:rsidRPr="00564224" w:rsidRDefault="00564224" w:rsidP="00564224">
      <w:pPr>
        <w:pStyle w:val="libNormal"/>
        <w:rPr>
          <w:lang w:val="sw-KE"/>
        </w:rPr>
      </w:pPr>
      <w:r w:rsidRPr="00564224">
        <w:rPr>
          <w:lang w:val="sw-KE"/>
        </w:rPr>
        <w:t>1. Tende 4. Shairi 7. Ng'ombe</w:t>
      </w:r>
    </w:p>
    <w:p w:rsidR="00564224" w:rsidRPr="00564224" w:rsidRDefault="00564224" w:rsidP="00564224">
      <w:pPr>
        <w:pStyle w:val="libNormal"/>
        <w:rPr>
          <w:lang w:val="sw-KE"/>
        </w:rPr>
      </w:pPr>
      <w:r w:rsidRPr="00564224">
        <w:rPr>
          <w:lang w:val="sw-KE"/>
        </w:rPr>
        <w:t>2. Zabibu 5. Ngamia 8. Dhahabu</w:t>
      </w:r>
    </w:p>
    <w:p w:rsidR="00564224" w:rsidRPr="00564224" w:rsidRDefault="00564224" w:rsidP="00564224">
      <w:pPr>
        <w:pStyle w:val="libNormal"/>
        <w:rPr>
          <w:lang w:val="sw-KE"/>
        </w:rPr>
      </w:pPr>
      <w:r w:rsidRPr="00564224">
        <w:rPr>
          <w:lang w:val="sw-KE"/>
        </w:rPr>
        <w:t>3. Ngano 6. Mbuzi 9. Fedha</w:t>
      </w:r>
    </w:p>
    <w:p w:rsidR="00564224" w:rsidRPr="00564224" w:rsidRDefault="00564224" w:rsidP="00564224">
      <w:pPr>
        <w:pStyle w:val="libNormal"/>
        <w:rPr>
          <w:lang w:val="sw-KE"/>
        </w:rPr>
      </w:pPr>
      <w:r w:rsidRPr="00564224">
        <w:rPr>
          <w:lang w:val="sw-KE"/>
        </w:rPr>
        <w:t>Kisha ni sunna kwa mtu kutoa zaka ya rasilimali ya biashara yake: tena atapopata faida katika biashara atatoa zaka ya faida yake. na Zaka hii inafaa kwa kuzidisha mali.</w:t>
      </w:r>
    </w:p>
    <w:p w:rsidR="00564224" w:rsidRPr="00564224" w:rsidRDefault="00564224" w:rsidP="00564224">
      <w:pPr>
        <w:pStyle w:val="libNormal"/>
        <w:rPr>
          <w:lang w:val="sw-KE"/>
        </w:rPr>
      </w:pPr>
      <w:r w:rsidRPr="00564224">
        <w:rPr>
          <w:lang w:val="sw-KE"/>
        </w:rPr>
        <w:t>Inalazimu nia katika kutekeleza Zaka. utanuwia kama hivi:-"Mimi ninatoa zaka kwa kutaka ukaribu wa Mwenyezi Mungu".</w:t>
      </w:r>
    </w:p>
    <w:p w:rsidR="00564224" w:rsidRPr="00564224" w:rsidRDefault="00564224" w:rsidP="00145483">
      <w:pPr>
        <w:pStyle w:val="Heading2"/>
        <w:rPr>
          <w:lang w:val="sw-KE"/>
        </w:rPr>
      </w:pPr>
      <w:bookmarkStart w:id="42" w:name="_Toc29123037"/>
      <w:r w:rsidRPr="00564224">
        <w:rPr>
          <w:lang w:val="sw-KE"/>
        </w:rPr>
        <w:t>SOMO LA KUMI NA TANO</w:t>
      </w:r>
      <w:bookmarkEnd w:id="42"/>
    </w:p>
    <w:p w:rsidR="00564224" w:rsidRPr="00564224" w:rsidRDefault="00564224" w:rsidP="00145483">
      <w:pPr>
        <w:pStyle w:val="Heading3"/>
        <w:rPr>
          <w:lang w:val="sw-KE"/>
        </w:rPr>
      </w:pPr>
      <w:bookmarkStart w:id="43" w:name="_Toc29123038"/>
      <w:r w:rsidRPr="00564224">
        <w:rPr>
          <w:lang w:val="sw-KE"/>
        </w:rPr>
        <w:t>MATUMIZI YA ZAKA</w:t>
      </w:r>
      <w:bookmarkEnd w:id="43"/>
    </w:p>
    <w:p w:rsidR="00564224" w:rsidRPr="00564224" w:rsidRDefault="00145483" w:rsidP="00564224">
      <w:pPr>
        <w:pStyle w:val="libNormal"/>
        <w:rPr>
          <w:lang w:val="sw-KE"/>
        </w:rPr>
      </w:pPr>
      <w:r>
        <w:rPr>
          <w:lang w:val="sw-KE"/>
        </w:rPr>
        <w:t>Wanaopewa zaka ni wafuatao:</w:t>
      </w:r>
    </w:p>
    <w:p w:rsidR="00564224" w:rsidRPr="00564224" w:rsidRDefault="00564224" w:rsidP="00564224">
      <w:pPr>
        <w:pStyle w:val="libNormal"/>
        <w:rPr>
          <w:lang w:val="sw-KE"/>
        </w:rPr>
      </w:pPr>
      <w:r w:rsidRPr="00564224">
        <w:rPr>
          <w:lang w:val="sw-KE"/>
        </w:rPr>
        <w:t>1. Mafakiri</w:t>
      </w:r>
    </w:p>
    <w:p w:rsidR="00564224" w:rsidRPr="00564224" w:rsidRDefault="00564224" w:rsidP="00564224">
      <w:pPr>
        <w:pStyle w:val="libNormal"/>
        <w:rPr>
          <w:lang w:val="sw-KE"/>
        </w:rPr>
      </w:pPr>
      <w:r w:rsidRPr="00564224">
        <w:rPr>
          <w:lang w:val="sw-KE"/>
        </w:rPr>
        <w:lastRenderedPageBreak/>
        <w:t>2. Masikini</w:t>
      </w:r>
    </w:p>
    <w:p w:rsidR="00564224" w:rsidRPr="00564224" w:rsidRDefault="00564224" w:rsidP="00564224">
      <w:pPr>
        <w:pStyle w:val="libNormal"/>
        <w:rPr>
          <w:lang w:val="sw-KE"/>
        </w:rPr>
      </w:pPr>
      <w:r w:rsidRPr="00564224">
        <w:rPr>
          <w:lang w:val="sw-KE"/>
        </w:rPr>
        <w:t>3. Wanaofanya kazi ya Zaka</w:t>
      </w:r>
    </w:p>
    <w:p w:rsidR="00564224" w:rsidRPr="00564224" w:rsidRDefault="00564224" w:rsidP="00564224">
      <w:pPr>
        <w:pStyle w:val="libNormal"/>
        <w:rPr>
          <w:lang w:val="sw-KE"/>
        </w:rPr>
      </w:pPr>
      <w:r w:rsidRPr="00564224">
        <w:rPr>
          <w:lang w:val="sw-KE"/>
        </w:rPr>
        <w:t>4. Wenye nyoyo nyepesi katika Uslamu</w:t>
      </w:r>
    </w:p>
    <w:p w:rsidR="00564224" w:rsidRPr="00564224" w:rsidRDefault="00564224" w:rsidP="00564224">
      <w:pPr>
        <w:pStyle w:val="libNormal"/>
        <w:rPr>
          <w:lang w:val="sw-KE"/>
        </w:rPr>
      </w:pPr>
      <w:r w:rsidRPr="00564224">
        <w:rPr>
          <w:lang w:val="sw-KE"/>
        </w:rPr>
        <w:t>5. Kuwanunua watumwa kuwapa uhuru</w:t>
      </w:r>
    </w:p>
    <w:p w:rsidR="00564224" w:rsidRPr="00564224" w:rsidRDefault="00564224" w:rsidP="00564224">
      <w:pPr>
        <w:pStyle w:val="libNormal"/>
        <w:rPr>
          <w:lang w:val="sw-KE"/>
        </w:rPr>
      </w:pPr>
      <w:r w:rsidRPr="00564224">
        <w:rPr>
          <w:lang w:val="sw-KE"/>
        </w:rPr>
        <w:t>6. Kuwalipia madeni ya wasiojiweza kulipa</w:t>
      </w:r>
    </w:p>
    <w:p w:rsidR="00564224" w:rsidRPr="00564224" w:rsidRDefault="00564224" w:rsidP="00564224">
      <w:pPr>
        <w:pStyle w:val="libNormal"/>
        <w:rPr>
          <w:lang w:val="sw-KE"/>
        </w:rPr>
      </w:pPr>
      <w:r w:rsidRPr="00564224">
        <w:rPr>
          <w:lang w:val="sw-KE"/>
        </w:rPr>
        <w:t>7. Kutengeneza mambo ya Dini</w:t>
      </w:r>
    </w:p>
    <w:p w:rsidR="00564224" w:rsidRPr="00564224" w:rsidRDefault="00564224" w:rsidP="00564224">
      <w:pPr>
        <w:pStyle w:val="libNormal"/>
        <w:rPr>
          <w:lang w:val="sw-KE"/>
        </w:rPr>
      </w:pPr>
      <w:r w:rsidRPr="00564224">
        <w:rPr>
          <w:lang w:val="sw-KE"/>
        </w:rPr>
        <w:t>8. Msafiri aliyeishiwa pesa zake ijapokuwa kwake ni tajiri.</w:t>
      </w:r>
    </w:p>
    <w:p w:rsidR="00564224" w:rsidRPr="00564224" w:rsidRDefault="00564224" w:rsidP="00145483">
      <w:pPr>
        <w:pStyle w:val="Heading2"/>
        <w:rPr>
          <w:lang w:val="sw-KE"/>
        </w:rPr>
      </w:pPr>
      <w:bookmarkStart w:id="44" w:name="_Toc29123039"/>
      <w:r w:rsidRPr="00564224">
        <w:rPr>
          <w:lang w:val="sw-KE"/>
        </w:rPr>
        <w:t>SOMO LA KUMI NA SITA</w:t>
      </w:r>
      <w:bookmarkEnd w:id="44"/>
    </w:p>
    <w:p w:rsidR="00564224" w:rsidRPr="00564224" w:rsidRDefault="00564224" w:rsidP="00145483">
      <w:pPr>
        <w:pStyle w:val="Heading3"/>
        <w:rPr>
          <w:lang w:val="sw-KE"/>
        </w:rPr>
      </w:pPr>
      <w:bookmarkStart w:id="45" w:name="_Toc29123040"/>
      <w:r w:rsidRPr="00564224">
        <w:rPr>
          <w:lang w:val="sw-KE"/>
        </w:rPr>
        <w:t>VITU VYA KHUMSI</w:t>
      </w:r>
      <w:bookmarkEnd w:id="45"/>
    </w:p>
    <w:p w:rsidR="00564224" w:rsidRPr="00564224" w:rsidRDefault="00564224" w:rsidP="00564224">
      <w:pPr>
        <w:pStyle w:val="libNormal"/>
        <w:rPr>
          <w:lang w:val="sw-KE"/>
        </w:rPr>
      </w:pPr>
      <w:r w:rsidRPr="00564224">
        <w:rPr>
          <w:lang w:val="sw-KE"/>
        </w:rPr>
        <w:t>Khumsi maana yake ni moja kwa tano.</w:t>
      </w:r>
    </w:p>
    <w:p w:rsidR="00564224" w:rsidRPr="00564224" w:rsidRDefault="00564224" w:rsidP="00564224">
      <w:pPr>
        <w:pStyle w:val="libNormal"/>
        <w:rPr>
          <w:lang w:val="sw-KE"/>
        </w:rPr>
      </w:pPr>
      <w:r w:rsidRPr="00564224">
        <w:rPr>
          <w:lang w:val="sw-KE"/>
        </w:rPr>
        <w:t>Kutoa Khumsi ni haki iliyo wajibu katika vitu saba. Ni lazima kutoa moja katika kila tano.</w:t>
      </w:r>
    </w:p>
    <w:p w:rsidR="00564224" w:rsidRPr="00564224" w:rsidRDefault="00D53333" w:rsidP="00564224">
      <w:pPr>
        <w:pStyle w:val="libNormal"/>
        <w:rPr>
          <w:lang w:val="sw-KE"/>
        </w:rPr>
      </w:pPr>
      <w:r>
        <w:rPr>
          <w:lang w:val="sw-KE"/>
        </w:rPr>
        <w:t>Navitu sabani hivi:</w:t>
      </w:r>
    </w:p>
    <w:p w:rsidR="00564224" w:rsidRPr="00564224" w:rsidRDefault="00564224" w:rsidP="00564224">
      <w:pPr>
        <w:pStyle w:val="libNormal"/>
        <w:rPr>
          <w:lang w:val="sw-KE"/>
        </w:rPr>
      </w:pPr>
      <w:r w:rsidRPr="00564224">
        <w:rPr>
          <w:lang w:val="sw-KE"/>
        </w:rPr>
        <w:t>1. Ghanima ilyochukuliwa kwa makafiri wakati wa kupigana nao vita.</w:t>
      </w:r>
    </w:p>
    <w:p w:rsidR="00564224" w:rsidRPr="00564224" w:rsidRDefault="00564224" w:rsidP="00564224">
      <w:pPr>
        <w:pStyle w:val="libNormal"/>
        <w:rPr>
          <w:lang w:val="sw-KE"/>
        </w:rPr>
      </w:pPr>
      <w:r w:rsidRPr="00564224">
        <w:rPr>
          <w:lang w:val="sw-KE"/>
        </w:rPr>
        <w:t>2. Migodi. kama dhahabu. fedha . mafuta.chuma na chumvi na mengineyo.</w:t>
      </w:r>
    </w:p>
    <w:p w:rsidR="00564224" w:rsidRPr="00564224" w:rsidRDefault="00564224" w:rsidP="00D53333">
      <w:pPr>
        <w:pStyle w:val="libNormal"/>
        <w:rPr>
          <w:lang w:val="sw-KE"/>
        </w:rPr>
      </w:pPr>
      <w:r w:rsidRPr="00564224">
        <w:rPr>
          <w:lang w:val="sw-KE"/>
        </w:rPr>
        <w:t xml:space="preserve">3.Mali iliyofukiwa. Na kila mwenye kupata mali iliyofukiwa </w:t>
      </w:r>
      <w:r w:rsidR="00D53333">
        <w:rPr>
          <w:lang w:val="sw-KE"/>
        </w:rPr>
        <w:t>(</w:t>
      </w:r>
      <w:r w:rsidRPr="00564224">
        <w:rPr>
          <w:lang w:val="sw-KE"/>
        </w:rPr>
        <w:t>kwa sharti zake</w:t>
      </w:r>
      <w:r w:rsidR="00D53333">
        <w:rPr>
          <w:lang w:val="sw-KE"/>
        </w:rPr>
        <w:t>)</w:t>
      </w:r>
      <w:r w:rsidRPr="00564224">
        <w:rPr>
          <w:lang w:val="sw-KE"/>
        </w:rPr>
        <w:t xml:space="preserve"> ni wajibu juu yake kutoa Khumsi yake.</w:t>
      </w:r>
    </w:p>
    <w:p w:rsidR="00564224" w:rsidRPr="00564224" w:rsidRDefault="00564224" w:rsidP="00564224">
      <w:pPr>
        <w:pStyle w:val="libNormal"/>
        <w:rPr>
          <w:lang w:val="sw-KE"/>
        </w:rPr>
      </w:pPr>
      <w:r w:rsidRPr="00564224">
        <w:rPr>
          <w:lang w:val="sw-KE"/>
        </w:rPr>
        <w:t>4. Kinachotolewa baharini. kama lulu na marjani na vinginevyo.</w:t>
      </w:r>
    </w:p>
    <w:p w:rsidR="00564224" w:rsidRPr="00564224" w:rsidRDefault="00564224" w:rsidP="00564224">
      <w:pPr>
        <w:pStyle w:val="libNormal"/>
        <w:rPr>
          <w:lang w:val="sw-KE"/>
        </w:rPr>
      </w:pPr>
      <w:r w:rsidRPr="00564224">
        <w:rPr>
          <w:lang w:val="sw-KE"/>
        </w:rPr>
        <w:t>5. Ikiwa mali ya halali ilichanganyika na mali ya haramu. kama</w:t>
      </w:r>
    </w:p>
    <w:p w:rsidR="00564224" w:rsidRPr="00564224" w:rsidRDefault="00564224" w:rsidP="00D53333">
      <w:pPr>
        <w:pStyle w:val="libNormal"/>
        <w:rPr>
          <w:lang w:val="sw-KE"/>
        </w:rPr>
      </w:pPr>
      <w:r w:rsidRPr="00564224">
        <w:rPr>
          <w:lang w:val="sw-KE"/>
        </w:rPr>
        <w:t>hakujulikana mwenyewe mali wala haijulikani kiasi cha haramu lakini unayo</w:t>
      </w:r>
      <w:r w:rsidR="00D53333">
        <w:rPr>
          <w:lang w:val="sw-KE"/>
        </w:rPr>
        <w:t xml:space="preserve"> </w:t>
      </w:r>
      <w:r w:rsidRPr="00564224">
        <w:rPr>
          <w:lang w:val="sw-KE"/>
        </w:rPr>
        <w:t>hakika kuwa mali ya haramu si zaidi kuliko ishirini katika mia. basi ni</w:t>
      </w:r>
      <w:r w:rsidR="00D53333">
        <w:rPr>
          <w:lang w:val="sw-KE"/>
        </w:rPr>
        <w:t xml:space="preserve"> </w:t>
      </w:r>
      <w:r w:rsidRPr="00564224">
        <w:rPr>
          <w:lang w:val="sw-KE"/>
        </w:rPr>
        <w:t>wajibu kutoa khumsi yake na zilizobaki zitakuwa halali kwako.</w:t>
      </w:r>
    </w:p>
    <w:p w:rsidR="00564224" w:rsidRPr="00564224" w:rsidRDefault="00564224" w:rsidP="00D53333">
      <w:pPr>
        <w:pStyle w:val="libNormal"/>
        <w:rPr>
          <w:lang w:val="sw-KE"/>
        </w:rPr>
      </w:pPr>
      <w:r w:rsidRPr="00564224">
        <w:rPr>
          <w:lang w:val="sw-KE"/>
        </w:rPr>
        <w:t>6. Kila kinachopatia faida mtu katika biashara au kilimo au chumo</w:t>
      </w:r>
      <w:r w:rsidR="00D53333">
        <w:rPr>
          <w:lang w:val="sw-KE"/>
        </w:rPr>
        <w:t xml:space="preserve"> </w:t>
      </w:r>
      <w:r w:rsidRPr="00564224">
        <w:rPr>
          <w:lang w:val="sw-KE"/>
        </w:rPr>
        <w:t>au kwa kupangisha milki yake na mfano kama huo, baada ya kutoa</w:t>
      </w:r>
      <w:r w:rsidR="00D53333">
        <w:rPr>
          <w:lang w:val="sw-KE"/>
        </w:rPr>
        <w:t xml:space="preserve"> </w:t>
      </w:r>
      <w:r w:rsidRPr="00564224">
        <w:rPr>
          <w:lang w:val="sw-KE"/>
        </w:rPr>
        <w:t>gharama yake ya mwaka. inampasa kutoa khumsi katika faida halisi.</w:t>
      </w:r>
    </w:p>
    <w:p w:rsidR="00564224" w:rsidRPr="00564224" w:rsidRDefault="00564224" w:rsidP="00564224">
      <w:pPr>
        <w:pStyle w:val="libNormal"/>
        <w:rPr>
          <w:lang w:val="sw-KE"/>
        </w:rPr>
      </w:pPr>
      <w:r w:rsidRPr="00564224">
        <w:rPr>
          <w:lang w:val="sw-KE"/>
        </w:rPr>
        <w:t>7. Ardhi aliyoinunua Kafir dhimmi kwa Mwislamu.</w:t>
      </w:r>
    </w:p>
    <w:p w:rsidR="00564224" w:rsidRPr="00564224" w:rsidRDefault="00564224" w:rsidP="00D53333">
      <w:pPr>
        <w:pStyle w:val="Heading2"/>
        <w:rPr>
          <w:lang w:val="sw-KE"/>
        </w:rPr>
      </w:pPr>
      <w:bookmarkStart w:id="46" w:name="_Toc29123041"/>
      <w:r w:rsidRPr="00564224">
        <w:rPr>
          <w:lang w:val="sw-KE"/>
        </w:rPr>
        <w:t>SOMO LA KUMI NA SABA</w:t>
      </w:r>
      <w:bookmarkEnd w:id="46"/>
    </w:p>
    <w:p w:rsidR="00564224" w:rsidRPr="00564224" w:rsidRDefault="00564224" w:rsidP="00D53333">
      <w:pPr>
        <w:pStyle w:val="Heading3"/>
        <w:rPr>
          <w:lang w:val="sw-KE"/>
        </w:rPr>
      </w:pPr>
      <w:bookmarkStart w:id="47" w:name="_Toc29123042"/>
      <w:r w:rsidRPr="00564224">
        <w:rPr>
          <w:lang w:val="sw-KE"/>
        </w:rPr>
        <w:t>UGAWIKO WA KHUMSI</w:t>
      </w:r>
      <w:bookmarkEnd w:id="47"/>
    </w:p>
    <w:p w:rsidR="00564224" w:rsidRPr="00564224" w:rsidRDefault="00D53333" w:rsidP="00564224">
      <w:pPr>
        <w:pStyle w:val="libNormal"/>
        <w:rPr>
          <w:lang w:val="sw-KE"/>
        </w:rPr>
      </w:pPr>
      <w:r>
        <w:rPr>
          <w:lang w:val="sw-KE"/>
        </w:rPr>
        <w:t>Khumsi hugawika sehemu mbili:</w:t>
      </w:r>
    </w:p>
    <w:p w:rsidR="00564224" w:rsidRPr="00564224" w:rsidRDefault="00564224" w:rsidP="00564224">
      <w:pPr>
        <w:pStyle w:val="libNormal"/>
        <w:rPr>
          <w:lang w:val="sw-KE"/>
        </w:rPr>
      </w:pPr>
      <w:r w:rsidRPr="00564224">
        <w:rPr>
          <w:lang w:val="sw-KE"/>
        </w:rPr>
        <w:t>1. Nusu hutolewa kwa Mujtahidi mwenye elimi, mwadilifu. Ili aturnie katika maslaha ya Uislamu.</w:t>
      </w:r>
    </w:p>
    <w:p w:rsidR="00564224" w:rsidRPr="00564224" w:rsidRDefault="00564224" w:rsidP="00564224">
      <w:pPr>
        <w:pStyle w:val="libNormal"/>
        <w:rPr>
          <w:lang w:val="sw-KE"/>
        </w:rPr>
      </w:pPr>
      <w:r w:rsidRPr="00564224">
        <w:rPr>
          <w:lang w:val="sw-KE"/>
        </w:rPr>
        <w:t>2. Nusu hupewa masharifu wahitaji.</w:t>
      </w:r>
    </w:p>
    <w:p w:rsidR="00564224" w:rsidRPr="00564224" w:rsidRDefault="00564224" w:rsidP="00564224">
      <w:pPr>
        <w:pStyle w:val="libNormal"/>
        <w:rPr>
          <w:lang w:val="sw-KE"/>
        </w:rPr>
      </w:pPr>
      <w:r w:rsidRPr="00564224">
        <w:rPr>
          <w:lang w:val="sw-KE"/>
        </w:rPr>
        <w:t>Lau wangalitoa watu hizi wajibu mbili. Zaka na Khumsi. asingalibaki fakiri duniani wala kubakia maslaha ya Kiislamu ispokuwa itatima. kama inavyotuonyesha tarehe zama walipokuwa wa-Islamu wanafuata kanuni za Ki-Islamu zenye kupendeza.</w:t>
      </w:r>
    </w:p>
    <w:p w:rsidR="00564224" w:rsidRPr="00564224" w:rsidRDefault="00564224" w:rsidP="00564224">
      <w:pPr>
        <w:pStyle w:val="libNormal"/>
        <w:rPr>
          <w:lang w:val="sw-KE"/>
        </w:rPr>
      </w:pPr>
      <w:r w:rsidRPr="00564224">
        <w:rPr>
          <w:lang w:val="sw-KE"/>
        </w:rPr>
        <w:t>Na kama tukinena kuwa haki mbili hizo hazitoshi kwa matumizi ya dola ya Ki-Islamu katika maendeleo ya wa- Islamu. basi ni lazima juu ya Dola ya ki-Islamu kutafuta njia nyingine za kupata mali. kama kilimo na biashara na kuchimbua migodi na vinginevyo. Si vizuri kwa dola ya Ki-Islamu kutia mkono katika mali ya watu. kwani Uislamu unaharamisha hayo. Soma A</w:t>
      </w:r>
      <w:r w:rsidR="00D53333">
        <w:rPr>
          <w:lang w:val="sw-KE"/>
        </w:rPr>
        <w:t>ya ya Qur'ani tukufu inayosema:</w:t>
      </w:r>
    </w:p>
    <w:p w:rsidR="00564224" w:rsidRPr="00564224" w:rsidRDefault="00564224" w:rsidP="00D53333">
      <w:pPr>
        <w:pStyle w:val="Heading3Center"/>
        <w:rPr>
          <w:lang w:val="sw-KE"/>
        </w:rPr>
      </w:pPr>
      <w:bookmarkStart w:id="48" w:name="_Toc29123043"/>
      <w:r w:rsidRPr="00564224">
        <w:rPr>
          <w:lang w:val="sw-KE"/>
        </w:rPr>
        <w:t>WALAA TA'AKULU AM-WALAKUM BAINAKUM BIL BATWILI:</w:t>
      </w:r>
      <w:bookmarkEnd w:id="48"/>
    </w:p>
    <w:p w:rsidR="00564224" w:rsidRPr="00564224" w:rsidRDefault="00564224" w:rsidP="00D53333">
      <w:pPr>
        <w:pStyle w:val="libNormal"/>
        <w:rPr>
          <w:lang w:val="sw-KE"/>
        </w:rPr>
      </w:pPr>
      <w:r w:rsidRPr="00564224">
        <w:rPr>
          <w:lang w:val="sw-KE"/>
        </w:rPr>
        <w:t xml:space="preserve">"Wala msile mali zenu kati yenu kwa ubatilifu </w:t>
      </w:r>
      <w:r w:rsidR="00D53333">
        <w:rPr>
          <w:lang w:val="sw-KE"/>
        </w:rPr>
        <w:t>(</w:t>
      </w:r>
      <w:r w:rsidRPr="00564224">
        <w:rPr>
          <w:lang w:val="sw-KE"/>
        </w:rPr>
        <w:t>Yaani kudhulumiana</w:t>
      </w:r>
      <w:r w:rsidR="00D53333">
        <w:rPr>
          <w:lang w:val="sw-KE"/>
        </w:rPr>
        <w:t>)</w:t>
      </w:r>
      <w:r w:rsidRPr="00564224">
        <w:rPr>
          <w:lang w:val="sw-KE"/>
        </w:rPr>
        <w:t>, "Kwani Uislamu una njia maalum ya uchumi kwa njia bora mno.</w:t>
      </w:r>
    </w:p>
    <w:p w:rsidR="00564224" w:rsidRPr="00564224" w:rsidRDefault="00564224" w:rsidP="00D53333">
      <w:pPr>
        <w:pStyle w:val="Heading2"/>
        <w:rPr>
          <w:lang w:val="sw-KE"/>
        </w:rPr>
      </w:pPr>
      <w:bookmarkStart w:id="49" w:name="_Toc29123044"/>
      <w:r w:rsidRPr="00564224">
        <w:rPr>
          <w:lang w:val="sw-KE"/>
        </w:rPr>
        <w:lastRenderedPageBreak/>
        <w:t>SOMO LA KUMI NA NANE</w:t>
      </w:r>
      <w:bookmarkEnd w:id="49"/>
    </w:p>
    <w:p w:rsidR="00564224" w:rsidRPr="00564224" w:rsidRDefault="00564224" w:rsidP="00D53333">
      <w:pPr>
        <w:pStyle w:val="Heading3"/>
        <w:rPr>
          <w:lang w:val="sw-KE"/>
        </w:rPr>
      </w:pPr>
      <w:bookmarkStart w:id="50" w:name="_Toc29123045"/>
      <w:r w:rsidRPr="00564224">
        <w:rPr>
          <w:lang w:val="sw-KE"/>
        </w:rPr>
        <w:t xml:space="preserve">HIJJA </w:t>
      </w:r>
      <w:r w:rsidR="00D53333">
        <w:rPr>
          <w:lang w:val="sw-KE"/>
        </w:rPr>
        <w:t>(HAJJ)</w:t>
      </w:r>
      <w:r w:rsidRPr="00564224">
        <w:rPr>
          <w:lang w:val="sw-KE"/>
        </w:rPr>
        <w:t xml:space="preserve"> </w:t>
      </w:r>
      <w:r w:rsidR="00D53333">
        <w:rPr>
          <w:lang w:val="sw-KE"/>
        </w:rPr>
        <w:t>(i)</w:t>
      </w:r>
      <w:bookmarkEnd w:id="50"/>
    </w:p>
    <w:p w:rsidR="00564224" w:rsidRPr="00564224" w:rsidRDefault="00564224" w:rsidP="00564224">
      <w:pPr>
        <w:pStyle w:val="libNormal"/>
        <w:rPr>
          <w:lang w:val="sw-KE"/>
        </w:rPr>
      </w:pPr>
      <w:r w:rsidRPr="00564224">
        <w:rPr>
          <w:lang w:val="sw-KE"/>
        </w:rPr>
        <w:t>Moja miongoni mwa nguzo za Uislamu ni Hija.</w:t>
      </w:r>
    </w:p>
    <w:p w:rsidR="00564224" w:rsidRPr="00564224" w:rsidRDefault="00564224" w:rsidP="00564224">
      <w:pPr>
        <w:pStyle w:val="libNormal"/>
        <w:rPr>
          <w:lang w:val="sw-KE"/>
        </w:rPr>
      </w:pPr>
      <w:r w:rsidRPr="00564224">
        <w:rPr>
          <w:lang w:val="sw-KE"/>
        </w:rPr>
        <w:t>Nayo ni wajibu kwa mtu baleghe mwenye kuweza hivyo kwenda Makka tukufu, mara moja kwa maisha yake kwa kufanza mambo ya Hija.</w:t>
      </w:r>
    </w:p>
    <w:p w:rsidR="00564224" w:rsidRPr="00564224" w:rsidRDefault="00564224" w:rsidP="00564224">
      <w:pPr>
        <w:pStyle w:val="libNormal"/>
        <w:rPr>
          <w:lang w:val="sw-KE"/>
        </w:rPr>
      </w:pPr>
      <w:r w:rsidRPr="00564224">
        <w:rPr>
          <w:lang w:val="sw-KE"/>
        </w:rPr>
        <w:t>Nayo ni sehemu mbili: Sehemu ya kwanza ni Umra Na wa</w:t>
      </w:r>
      <w:r w:rsidR="00D53333">
        <w:rPr>
          <w:lang w:val="sw-KE"/>
        </w:rPr>
        <w:t>jibu wa Umra ni kama ifuatavyo:</w:t>
      </w:r>
    </w:p>
    <w:p w:rsidR="00564224" w:rsidRPr="00564224" w:rsidRDefault="00564224" w:rsidP="00D53333">
      <w:pPr>
        <w:pStyle w:val="libNormal"/>
        <w:rPr>
          <w:lang w:val="sw-KE"/>
        </w:rPr>
      </w:pPr>
      <w:r w:rsidRPr="00564224">
        <w:rPr>
          <w:lang w:val="sw-KE"/>
        </w:rPr>
        <w:t xml:space="preserve">1. Kuhirimiya, maana yake ni kuondosha nguo zake za kawaida na kuvaa rubega kwa nguo mbili za kuhirimiya </w:t>
      </w:r>
      <w:r w:rsidR="00D53333">
        <w:rPr>
          <w:lang w:val="sw-KE"/>
        </w:rPr>
        <w:t>(za Ihram)</w:t>
      </w:r>
      <w:r w:rsidRPr="00564224">
        <w:rPr>
          <w:lang w:val="sw-KE"/>
        </w:rPr>
        <w:t>.</w:t>
      </w:r>
    </w:p>
    <w:p w:rsidR="00564224" w:rsidRPr="00564224" w:rsidRDefault="00564224" w:rsidP="00564224">
      <w:pPr>
        <w:pStyle w:val="libNormal"/>
        <w:rPr>
          <w:lang w:val="sw-KE"/>
        </w:rPr>
      </w:pPr>
      <w:r w:rsidRPr="00564224">
        <w:rPr>
          <w:lang w:val="sw-KE"/>
        </w:rPr>
        <w:t>2. Tawwaf: Kuzunguka Kaaba tukufu mara saba.</w:t>
      </w:r>
    </w:p>
    <w:p w:rsidR="00564224" w:rsidRPr="00564224" w:rsidRDefault="00564224" w:rsidP="00564224">
      <w:pPr>
        <w:pStyle w:val="libNormal"/>
        <w:rPr>
          <w:lang w:val="sw-KE"/>
        </w:rPr>
      </w:pPr>
      <w:r w:rsidRPr="00564224">
        <w:rPr>
          <w:lang w:val="sw-KE"/>
        </w:rPr>
        <w:t>3. Kusali rakaa mbili za tawwaf kama sala ya Asubuhi.</w:t>
      </w:r>
    </w:p>
    <w:p w:rsidR="00564224" w:rsidRPr="00564224" w:rsidRDefault="00564224" w:rsidP="00D53333">
      <w:pPr>
        <w:pStyle w:val="libNormal"/>
        <w:rPr>
          <w:lang w:val="sw-KE"/>
        </w:rPr>
      </w:pPr>
      <w:r w:rsidRPr="00564224">
        <w:rPr>
          <w:lang w:val="sw-KE"/>
        </w:rPr>
        <w:t xml:space="preserve">4. Sai: Kukimbia mara saba kati ya Safa na Marwa </w:t>
      </w:r>
      <w:r w:rsidR="00D53333">
        <w:rPr>
          <w:lang w:val="sw-KE"/>
        </w:rPr>
        <w:t>(na hivyo ni vilima viwili)</w:t>
      </w:r>
      <w:r w:rsidRPr="00564224">
        <w:rPr>
          <w:lang w:val="sw-KE"/>
        </w:rPr>
        <w:t>.</w:t>
      </w:r>
    </w:p>
    <w:p w:rsidR="00564224" w:rsidRPr="00564224" w:rsidRDefault="00564224" w:rsidP="00564224">
      <w:pPr>
        <w:pStyle w:val="libNormal"/>
        <w:rPr>
          <w:lang w:val="sw-KE"/>
        </w:rPr>
      </w:pPr>
      <w:r w:rsidRPr="00564224">
        <w:rPr>
          <w:lang w:val="sw-KE"/>
        </w:rPr>
        <w:t>5. Taqseer: Kupunguza nywele na kukata sehemu za kucha.</w:t>
      </w:r>
    </w:p>
    <w:p w:rsidR="00564224" w:rsidRPr="00564224" w:rsidRDefault="00564224" w:rsidP="00D53333">
      <w:pPr>
        <w:pStyle w:val="Heading2"/>
        <w:rPr>
          <w:lang w:val="sw-KE"/>
        </w:rPr>
      </w:pPr>
      <w:bookmarkStart w:id="51" w:name="_Toc29123046"/>
      <w:r w:rsidRPr="00564224">
        <w:rPr>
          <w:lang w:val="sw-KE"/>
        </w:rPr>
        <w:t>SOMO LA KUMI NA TISA</w:t>
      </w:r>
      <w:bookmarkEnd w:id="51"/>
    </w:p>
    <w:p w:rsidR="00564224" w:rsidRPr="00564224" w:rsidRDefault="00564224" w:rsidP="00D53333">
      <w:pPr>
        <w:pStyle w:val="Heading3"/>
        <w:rPr>
          <w:lang w:val="sw-KE"/>
        </w:rPr>
      </w:pPr>
      <w:bookmarkStart w:id="52" w:name="_Toc29123047"/>
      <w:r w:rsidRPr="00564224">
        <w:rPr>
          <w:lang w:val="sw-KE"/>
        </w:rPr>
        <w:t xml:space="preserve">HIJA </w:t>
      </w:r>
      <w:r w:rsidR="00D53333">
        <w:rPr>
          <w:lang w:val="sw-KE"/>
        </w:rPr>
        <w:t>(HAJJI)</w:t>
      </w:r>
      <w:r w:rsidRPr="00564224">
        <w:rPr>
          <w:lang w:val="sw-KE"/>
        </w:rPr>
        <w:t xml:space="preserve"> </w:t>
      </w:r>
      <w:r w:rsidR="00D53333">
        <w:rPr>
          <w:lang w:val="sw-KE"/>
        </w:rPr>
        <w:t>(ii)</w:t>
      </w:r>
      <w:bookmarkEnd w:id="52"/>
    </w:p>
    <w:p w:rsidR="00564224" w:rsidRPr="00564224" w:rsidRDefault="00564224" w:rsidP="00D53333">
      <w:pPr>
        <w:pStyle w:val="libBold1"/>
        <w:rPr>
          <w:lang w:val="sw-KE"/>
        </w:rPr>
      </w:pPr>
      <w:r w:rsidRPr="00564224">
        <w:rPr>
          <w:lang w:val="sw-KE"/>
        </w:rPr>
        <w:t>Sehemu ya Pili ni Hajj</w:t>
      </w:r>
    </w:p>
    <w:p w:rsidR="00564224" w:rsidRPr="00564224" w:rsidRDefault="00564224" w:rsidP="00D53333">
      <w:pPr>
        <w:pStyle w:val="libNormal"/>
        <w:rPr>
          <w:lang w:val="sw-KE"/>
        </w:rPr>
      </w:pPr>
      <w:r w:rsidRPr="00564224">
        <w:rPr>
          <w:lang w:val="sw-KE"/>
        </w:rPr>
        <w:t xml:space="preserve">1. Kuhirimiya </w:t>
      </w:r>
      <w:r w:rsidR="00D53333">
        <w:rPr>
          <w:lang w:val="sw-KE"/>
        </w:rPr>
        <w:t>(</w:t>
      </w:r>
      <w:r w:rsidRPr="00564224">
        <w:rPr>
          <w:lang w:val="sw-KE"/>
        </w:rPr>
        <w:t>Ihram</w:t>
      </w:r>
      <w:r w:rsidR="00D53333">
        <w:rPr>
          <w:lang w:val="sw-KE"/>
        </w:rPr>
        <w:t>)</w:t>
      </w:r>
    </w:p>
    <w:p w:rsidR="00564224" w:rsidRPr="00564224" w:rsidRDefault="00564224" w:rsidP="00D53333">
      <w:pPr>
        <w:pStyle w:val="libNormal"/>
        <w:rPr>
          <w:lang w:val="sw-KE"/>
        </w:rPr>
      </w:pPr>
      <w:r w:rsidRPr="00564224">
        <w:rPr>
          <w:lang w:val="sw-KE"/>
        </w:rPr>
        <w:t xml:space="preserve">2. Waquuf </w:t>
      </w:r>
      <w:r w:rsidR="00D53333">
        <w:rPr>
          <w:lang w:val="sw-KE"/>
        </w:rPr>
        <w:t>(</w:t>
      </w:r>
      <w:r w:rsidRPr="00564224">
        <w:rPr>
          <w:lang w:val="sw-KE"/>
        </w:rPr>
        <w:t>Kusimama</w:t>
      </w:r>
      <w:r w:rsidR="00D53333">
        <w:rPr>
          <w:lang w:val="sw-KE"/>
        </w:rPr>
        <w:t>)</w:t>
      </w:r>
      <w:r w:rsidRPr="00564224">
        <w:rPr>
          <w:lang w:val="sw-KE"/>
        </w:rPr>
        <w:t xml:space="preserve"> katika Arafaat; napo ni mahala karibu na Makka</w:t>
      </w:r>
      <w:r w:rsidR="00D53333">
        <w:rPr>
          <w:lang w:val="sw-KE"/>
        </w:rPr>
        <w:t>.</w:t>
      </w:r>
    </w:p>
    <w:p w:rsidR="00564224" w:rsidRPr="00564224" w:rsidRDefault="00564224" w:rsidP="00564224">
      <w:pPr>
        <w:pStyle w:val="libNormal"/>
        <w:rPr>
          <w:lang w:val="sw-KE"/>
        </w:rPr>
      </w:pPr>
      <w:r w:rsidRPr="00564224">
        <w:rPr>
          <w:lang w:val="sw-KE"/>
        </w:rPr>
        <w:t>3. Kusimama katika Mashar; napo ni mahala karibu na Makka</w:t>
      </w:r>
      <w:r w:rsidR="00D53333">
        <w:rPr>
          <w:lang w:val="sw-KE"/>
        </w:rPr>
        <w:t>.</w:t>
      </w:r>
    </w:p>
    <w:p w:rsidR="00564224" w:rsidRPr="00564224" w:rsidRDefault="00564224" w:rsidP="00564224">
      <w:pPr>
        <w:pStyle w:val="libNormal"/>
        <w:rPr>
          <w:lang w:val="sw-KE"/>
        </w:rPr>
      </w:pPr>
      <w:r w:rsidRPr="00564224">
        <w:rPr>
          <w:lang w:val="sw-KE"/>
        </w:rPr>
        <w:t>4. Kwenda Mina kwa kufanya aamali tatu</w:t>
      </w:r>
      <w:r w:rsidR="00D53333">
        <w:rPr>
          <w:lang w:val="sw-KE"/>
        </w:rPr>
        <w:t>:</w:t>
      </w:r>
    </w:p>
    <w:p w:rsidR="00D53333" w:rsidRDefault="00D53333" w:rsidP="00D53333">
      <w:pPr>
        <w:pStyle w:val="libNormal"/>
        <w:rPr>
          <w:lang w:val="sw-KE"/>
        </w:rPr>
      </w:pPr>
      <w:r>
        <w:rPr>
          <w:lang w:val="sw-KE"/>
        </w:rPr>
        <w:t>(a)</w:t>
      </w:r>
      <w:r w:rsidR="00564224" w:rsidRPr="00564224">
        <w:rPr>
          <w:lang w:val="sw-KE"/>
        </w:rPr>
        <w:t xml:space="preserve"> Kutupia jamra </w:t>
      </w:r>
      <w:r>
        <w:rPr>
          <w:lang w:val="sw-KE"/>
        </w:rPr>
        <w:t>(vijiwe)</w:t>
      </w:r>
      <w:r w:rsidR="00564224" w:rsidRPr="00564224">
        <w:rPr>
          <w:lang w:val="sw-KE"/>
        </w:rPr>
        <w:t xml:space="preserve">, navyo ni sehemu ya mlima </w:t>
      </w:r>
    </w:p>
    <w:p w:rsidR="00D53333" w:rsidRDefault="00D53333" w:rsidP="00D53333">
      <w:pPr>
        <w:pStyle w:val="libNormal"/>
        <w:rPr>
          <w:lang w:val="sw-KE"/>
        </w:rPr>
      </w:pPr>
      <w:r>
        <w:rPr>
          <w:lang w:val="sw-KE"/>
        </w:rPr>
        <w:t xml:space="preserve">(b) </w:t>
      </w:r>
      <w:r w:rsidR="00564224" w:rsidRPr="00564224">
        <w:rPr>
          <w:lang w:val="sw-KE"/>
        </w:rPr>
        <w:t xml:space="preserve">Kuchinja mbuzi au ngamia au ng'ombe </w:t>
      </w:r>
    </w:p>
    <w:p w:rsidR="00564224" w:rsidRPr="00564224" w:rsidRDefault="00D53333" w:rsidP="00D53333">
      <w:pPr>
        <w:pStyle w:val="libNormal"/>
        <w:rPr>
          <w:lang w:val="sw-KE"/>
        </w:rPr>
      </w:pPr>
      <w:r>
        <w:rPr>
          <w:lang w:val="sw-KE"/>
        </w:rPr>
        <w:t>(c)</w:t>
      </w:r>
      <w:r w:rsidR="00564224" w:rsidRPr="00564224">
        <w:rPr>
          <w:lang w:val="sw-KE"/>
        </w:rPr>
        <w:t xml:space="preserve"> Kunyoa nywele</w:t>
      </w:r>
    </w:p>
    <w:p w:rsidR="00564224" w:rsidRPr="00564224" w:rsidRDefault="00564224" w:rsidP="00564224">
      <w:pPr>
        <w:pStyle w:val="libNormal"/>
        <w:rPr>
          <w:lang w:val="sw-KE"/>
        </w:rPr>
      </w:pPr>
      <w:r w:rsidRPr="00564224">
        <w:rPr>
          <w:lang w:val="sw-KE"/>
        </w:rPr>
        <w:t>5. Mzunguko wa kuzuru pembeni ya Kaaba</w:t>
      </w:r>
    </w:p>
    <w:p w:rsidR="00564224" w:rsidRPr="00564224" w:rsidRDefault="00564224" w:rsidP="00564224">
      <w:pPr>
        <w:pStyle w:val="libNormal"/>
        <w:rPr>
          <w:lang w:val="sw-KE"/>
        </w:rPr>
      </w:pPr>
      <w:r w:rsidRPr="00564224">
        <w:rPr>
          <w:lang w:val="sw-KE"/>
        </w:rPr>
        <w:t>6. Kusali Rakaa mbili za Tawwafu</w:t>
      </w:r>
    </w:p>
    <w:p w:rsidR="00564224" w:rsidRPr="00564224" w:rsidRDefault="00564224" w:rsidP="00564224">
      <w:pPr>
        <w:pStyle w:val="libNormal"/>
        <w:rPr>
          <w:lang w:val="sw-KE"/>
        </w:rPr>
      </w:pPr>
      <w:r w:rsidRPr="00564224">
        <w:rPr>
          <w:lang w:val="sw-KE"/>
        </w:rPr>
        <w:t>7. Kwenda mbio mbio kati ya Safaa na Marwaa</w:t>
      </w:r>
    </w:p>
    <w:p w:rsidR="00564224" w:rsidRPr="00564224" w:rsidRDefault="00564224" w:rsidP="00564224">
      <w:pPr>
        <w:pStyle w:val="libNormal"/>
        <w:rPr>
          <w:lang w:val="sw-KE"/>
        </w:rPr>
      </w:pPr>
      <w:r w:rsidRPr="00564224">
        <w:rPr>
          <w:lang w:val="sw-KE"/>
        </w:rPr>
        <w:t>8. Mzunguko wa wanawak</w:t>
      </w:r>
      <w:r w:rsidR="00D53333">
        <w:rPr>
          <w:lang w:val="sw-KE"/>
        </w:rPr>
        <w:t>e (Tawafun-Nisa)</w:t>
      </w:r>
      <w:r w:rsidRPr="00564224">
        <w:rPr>
          <w:lang w:val="sw-KE"/>
        </w:rPr>
        <w:t xml:space="preserve"> pembeni mwa Kaaba</w:t>
      </w:r>
    </w:p>
    <w:p w:rsidR="00564224" w:rsidRPr="00564224" w:rsidRDefault="00564224" w:rsidP="00564224">
      <w:pPr>
        <w:pStyle w:val="libNormal"/>
        <w:rPr>
          <w:lang w:val="sw-KE"/>
        </w:rPr>
      </w:pPr>
      <w:r w:rsidRPr="00564224">
        <w:rPr>
          <w:lang w:val="sw-KE"/>
        </w:rPr>
        <w:t>9. Rakaa mbili za Tawaafu ya wanawake</w:t>
      </w:r>
    </w:p>
    <w:p w:rsidR="00564224" w:rsidRPr="00564224" w:rsidRDefault="00564224" w:rsidP="00564224">
      <w:pPr>
        <w:pStyle w:val="libNormal"/>
        <w:rPr>
          <w:lang w:val="sw-KE"/>
        </w:rPr>
      </w:pPr>
      <w:r w:rsidRPr="00564224">
        <w:rPr>
          <w:lang w:val="sw-KE"/>
        </w:rPr>
        <w:t>10. Kupitiwa na usiku mbili Mina na kutupia Jamra tatu za huko.</w:t>
      </w:r>
    </w:p>
    <w:p w:rsidR="00D53333" w:rsidRDefault="00564224" w:rsidP="00564224">
      <w:pPr>
        <w:pStyle w:val="libNormal"/>
        <w:rPr>
          <w:lang w:val="sw-KE"/>
        </w:rPr>
      </w:pPr>
      <w:r w:rsidRPr="00564224">
        <w:rPr>
          <w:lang w:val="sw-KE"/>
        </w:rPr>
        <w:t>Haya nimatendo ya Hija ya Tamattui nayo ni faradhi kwa mtu ambaye si mkazi wa Makka. Kisha ni sunna Hijja kwa asiyeweza, na kwa aliyeweza ambaye katekeleza wajibu wake. Na kwa Hija pana Thawabu kubwa sana.</w:t>
      </w:r>
    </w:p>
    <w:p w:rsidR="00D53333" w:rsidRDefault="00D53333">
      <w:pPr>
        <w:ind w:firstLine="0"/>
        <w:jc w:val="left"/>
        <w:rPr>
          <w:sz w:val="24"/>
          <w:lang w:val="sw-KE"/>
        </w:rPr>
      </w:pPr>
      <w:r>
        <w:rPr>
          <w:lang w:val="sw-KE"/>
        </w:rPr>
        <w:br w:type="page"/>
      </w:r>
    </w:p>
    <w:p w:rsidR="00564224" w:rsidRPr="00564224" w:rsidRDefault="00564224" w:rsidP="00564224">
      <w:pPr>
        <w:pStyle w:val="libNormal"/>
        <w:rPr>
          <w:lang w:val="sw-KE"/>
        </w:rPr>
      </w:pPr>
    </w:p>
    <w:p w:rsidR="00D53333" w:rsidRPr="00D53333" w:rsidRDefault="00D53333" w:rsidP="00D53333">
      <w:pPr>
        <w:pStyle w:val="Heading1Center"/>
        <w:rPr>
          <w:lang w:val="sw-KE"/>
        </w:rPr>
      </w:pPr>
      <w:bookmarkStart w:id="53" w:name="_Toc29123048"/>
      <w:r w:rsidRPr="00D53333">
        <w:rPr>
          <w:lang w:val="sw-KE"/>
        </w:rPr>
        <w:t>MASOMO YA KI-ISLAM</w:t>
      </w:r>
      <w:bookmarkEnd w:id="53"/>
    </w:p>
    <w:p w:rsidR="00564224" w:rsidRPr="00564224" w:rsidRDefault="00D53333" w:rsidP="00D53333">
      <w:pPr>
        <w:pStyle w:val="Heading2Center"/>
        <w:rPr>
          <w:lang w:val="sw-KE"/>
        </w:rPr>
      </w:pPr>
      <w:bookmarkStart w:id="54" w:name="_Toc29123049"/>
      <w:r w:rsidRPr="00D53333">
        <w:rPr>
          <w:lang w:val="sw-KE"/>
        </w:rPr>
        <w:t>KITABU CHA TATU</w:t>
      </w:r>
      <w:bookmarkEnd w:id="54"/>
    </w:p>
    <w:p w:rsidR="00564224" w:rsidRPr="00564224" w:rsidRDefault="00564224" w:rsidP="00D53333">
      <w:pPr>
        <w:pStyle w:val="Heading3Center"/>
        <w:rPr>
          <w:lang w:val="sw-KE"/>
        </w:rPr>
      </w:pPr>
      <w:bookmarkStart w:id="55" w:name="_Toc29123050"/>
      <w:r w:rsidRPr="00564224">
        <w:rPr>
          <w:lang w:val="sw-KE"/>
        </w:rPr>
        <w:t>SOMO LA ISHIRINI</w:t>
      </w:r>
      <w:bookmarkEnd w:id="55"/>
    </w:p>
    <w:p w:rsidR="00564224" w:rsidRPr="00564224" w:rsidRDefault="00D53333" w:rsidP="00D53333">
      <w:pPr>
        <w:pStyle w:val="Heading3"/>
        <w:rPr>
          <w:lang w:val="sw-KE"/>
        </w:rPr>
      </w:pPr>
      <w:bookmarkStart w:id="56" w:name="_Toc29123051"/>
      <w:r>
        <w:rPr>
          <w:lang w:val="sw-KE"/>
        </w:rPr>
        <w:t>JIHADI (VITA VYA DINI)</w:t>
      </w:r>
      <w:bookmarkEnd w:id="56"/>
    </w:p>
    <w:p w:rsidR="00564224" w:rsidRPr="00564224" w:rsidRDefault="00564224" w:rsidP="00564224">
      <w:pPr>
        <w:pStyle w:val="libNormal"/>
        <w:rPr>
          <w:lang w:val="sw-KE"/>
        </w:rPr>
      </w:pPr>
      <w:r w:rsidRPr="00564224">
        <w:rPr>
          <w:lang w:val="sw-KE"/>
        </w:rPr>
        <w:t>Ya sita katika matawi ya Dini ni Jihadi. Na maana yake ni kupigana kwa ajili ya dini ya Mwenyezi Mungu Mtukufu.</w:t>
      </w:r>
    </w:p>
    <w:p w:rsidR="00564224" w:rsidRPr="00564224" w:rsidRDefault="00564224" w:rsidP="00564224">
      <w:pPr>
        <w:pStyle w:val="libNormal"/>
        <w:rPr>
          <w:lang w:val="sw-KE"/>
        </w:rPr>
      </w:pPr>
      <w:r w:rsidRPr="00564224">
        <w:rPr>
          <w:lang w:val="sw-KE"/>
        </w:rPr>
        <w:t>Jambo hili linahitaji maelezo mafupi hapa. Uislamu haupendi kuwaua wenye makosa. isipokuwa inataka kuondoa makosa yao. Vitendo viovu kama hivyo ni kama maradhi. Huhitaji matibabu na kila tabibu hutibu kwa kutumia madawa kadri itakavyowezekana kuponya yale maumivu,</w:t>
      </w:r>
    </w:p>
    <w:p w:rsidR="00564224" w:rsidRPr="00564224" w:rsidRDefault="00564224" w:rsidP="00564224">
      <w:pPr>
        <w:pStyle w:val="libNormal"/>
        <w:rPr>
          <w:lang w:val="sw-KE"/>
        </w:rPr>
      </w:pPr>
      <w:r w:rsidRPr="00564224">
        <w:rPr>
          <w:lang w:val="sw-KE"/>
        </w:rPr>
        <w:t>Lakini wakati mwingine, maradhi hayo hufikia kiasi ambacho hata madawa huwa hayafai kitu; ndipo tabibu anapoonelea kwamba sharti mgonjwa apasuliwe au kukatwa ili kuokoa maisha yake.</w:t>
      </w:r>
    </w:p>
    <w:p w:rsidR="00D53333" w:rsidRDefault="00564224" w:rsidP="00D53333">
      <w:pPr>
        <w:pStyle w:val="libNormal"/>
        <w:rPr>
          <w:lang w:val="sw-KE"/>
        </w:rPr>
      </w:pPr>
      <w:r w:rsidRPr="00564224">
        <w:rPr>
          <w:lang w:val="sw-KE"/>
        </w:rPr>
        <w:t>Anapoamua hivyo hafanyi kwa furaha ispokuwa kwa shingo upande. Ijapokuwa mgonjwa anapata maumivu makubwa katika kumkata sehemu ile mbaya, lakini si kuadhibu bali ni kuponya.</w:t>
      </w:r>
    </w:p>
    <w:p w:rsidR="00564224" w:rsidRPr="00564224" w:rsidRDefault="00564224" w:rsidP="00D53333">
      <w:pPr>
        <w:pStyle w:val="libNormal"/>
        <w:rPr>
          <w:lang w:val="sw-KE"/>
        </w:rPr>
      </w:pPr>
      <w:r w:rsidRPr="00564224">
        <w:rPr>
          <w:lang w:val="sw-KE"/>
        </w:rPr>
        <w:t>Vivyo hivyo, tufanye kundi la watu ni kama kiwiliwili kimoja, ambacho baadhi ya sehemu zake zimepatwa na maradhi ya roho, na iwapo kila njia ya nasaha iliyotumiwa imeshindwa, huku sehemu nyingine zikiwa katika hatari ya kuambukizwa na kuleta tena shida katika sehemu hizohizo; basi tabibu wa roho, yaani Mtume au Imam, ambao ndio waganga wa kutibu roho, na ambao huongozwa na Mwenyezi Mungu, waahakikisha kama sehemu hizo zinahitaji kupasuliwa ili kuokoa sehemu zile za binadamu ambazo ni nzima kutokana na shida hizo. Kisha, na ndivyo vile, ambavyo ataamrisha Vita Vitakatifu na vita hivyo viwe katika sehemu zile tu ambazo hazina budi kuondolewa.</w:t>
      </w:r>
    </w:p>
    <w:p w:rsidR="00564224" w:rsidRPr="00564224" w:rsidRDefault="00564224" w:rsidP="00564224">
      <w:pPr>
        <w:pStyle w:val="libNormal"/>
        <w:rPr>
          <w:lang w:val="sw-KE"/>
        </w:rPr>
      </w:pPr>
      <w:r w:rsidRPr="00564224">
        <w:rPr>
          <w:lang w:val="sw-KE"/>
        </w:rPr>
        <w:t>Ingawa utaona kuwa kuna lazima ya mgonjwa kutibiwa kwa njia hiyo, hutaamini kamwe kumkabidhi mtu ambaye hastahili kufanya kazi yenye hatari kama hiyo. Utakuwa ni upumbavu mno na kitendo cha ujinga. Huwezi kuridhika kuwa utabibu huo ni wa dharura. mpaka umeambiwa na mganga mtaalamu.</w:t>
      </w:r>
    </w:p>
    <w:p w:rsidR="00564224" w:rsidRPr="00564224" w:rsidRDefault="00564224" w:rsidP="00D53333">
      <w:pPr>
        <w:pStyle w:val="libNormal"/>
        <w:rPr>
          <w:lang w:val="sw-KE"/>
        </w:rPr>
      </w:pPr>
      <w:r w:rsidRPr="00564224">
        <w:rPr>
          <w:lang w:val="sw-KE"/>
        </w:rPr>
        <w:t xml:space="preserve">Kwa hiyo. kufuatana na sheria za Ki-Ithnaasheriya, vita haviwi kamwe mpaka vimeamrishwa na Mtume au Imam mwenyewe, na viwe kwa kadiri maalum ambapo vile vile imeamrishwa na Naibu wa Mwenyezi Mungu. Hata hivyo, maisha yameumbwa na Mwenyezi Mungu na hayafai kuyabomoa </w:t>
      </w:r>
      <w:r w:rsidR="00D53333">
        <w:rPr>
          <w:lang w:val="sw-KE"/>
        </w:rPr>
        <w:t>(kuyaua)</w:t>
      </w:r>
      <w:r w:rsidRPr="00564224">
        <w:rPr>
          <w:lang w:val="sw-KE"/>
        </w:rPr>
        <w:t xml:space="preserve"> ispokuwa imeruhusiwa kufanya hivyo. kwa amri ya Naibu wa Mwenyezi Mungu.</w:t>
      </w:r>
    </w:p>
    <w:p w:rsidR="00564224" w:rsidRPr="00564224" w:rsidRDefault="00564224" w:rsidP="00564224">
      <w:pPr>
        <w:pStyle w:val="libNormal"/>
        <w:rPr>
          <w:lang w:val="sw-KE"/>
        </w:rPr>
      </w:pPr>
      <w:r w:rsidRPr="00564224">
        <w:rPr>
          <w:lang w:val="sw-KE"/>
        </w:rPr>
        <w:t>Vivyo hivyo siku hizo. ambapo Imam wetu wa mwisho haonekani, kupigana jihadi hakuruhusiwi: kwa sababu yetu anayo madaraka ya kuwaita watu kwa ajili ya vita vya dini.</w:t>
      </w:r>
    </w:p>
    <w:p w:rsidR="00564224" w:rsidRPr="00564224" w:rsidRDefault="00564224" w:rsidP="00564224">
      <w:pPr>
        <w:pStyle w:val="libNormal"/>
        <w:rPr>
          <w:lang w:val="sw-KE"/>
        </w:rPr>
      </w:pPr>
      <w:r w:rsidRPr="00564224">
        <w:rPr>
          <w:lang w:val="sw-KE"/>
        </w:rPr>
        <w:t>Lakini kama makafiri wakihujumu nchi ya Waislamu, basi Waislamu wameruhusiwa kupigana nao kwa ajili ya kujilinda.</w:t>
      </w:r>
    </w:p>
    <w:p w:rsidR="00564224" w:rsidRPr="00564224" w:rsidRDefault="00564224" w:rsidP="00D53333">
      <w:pPr>
        <w:pStyle w:val="Heading2"/>
        <w:rPr>
          <w:lang w:val="sw-KE"/>
        </w:rPr>
      </w:pPr>
      <w:bookmarkStart w:id="57" w:name="_Toc29123052"/>
      <w:r w:rsidRPr="00564224">
        <w:rPr>
          <w:lang w:val="sw-KE"/>
        </w:rPr>
        <w:lastRenderedPageBreak/>
        <w:t>SOMO LA ISHIRINI NA MOJA</w:t>
      </w:r>
      <w:bookmarkEnd w:id="57"/>
    </w:p>
    <w:p w:rsidR="00564224" w:rsidRPr="00564224" w:rsidRDefault="00564224" w:rsidP="00D53333">
      <w:pPr>
        <w:pStyle w:val="Heading3"/>
        <w:rPr>
          <w:lang w:val="sw-KE"/>
        </w:rPr>
      </w:pPr>
      <w:bookmarkStart w:id="58" w:name="_Toc29123053"/>
      <w:r w:rsidRPr="00564224">
        <w:rPr>
          <w:lang w:val="sw-KE"/>
        </w:rPr>
        <w:t>KUAMRISHA MEMA</w:t>
      </w:r>
      <w:bookmarkEnd w:id="58"/>
    </w:p>
    <w:p w:rsidR="00564224" w:rsidRPr="00564224" w:rsidRDefault="00564224" w:rsidP="00564224">
      <w:pPr>
        <w:pStyle w:val="libNormal"/>
        <w:rPr>
          <w:lang w:val="sw-KE"/>
        </w:rPr>
      </w:pPr>
      <w:r w:rsidRPr="00564224">
        <w:rPr>
          <w:lang w:val="sw-KE"/>
        </w:rPr>
        <w:t>Nalo ni tawi la Uislam lililo muhimu sana. Na kila jambo lililoamrishwa na Mwenyezi Mungu ni jema; Kama Sala. kufunga, kutoa haki za makafiri na kusimamia mambo muhimu ya Uislamu au la kupendelea Uislamu. kama kulisha na kupokea wageni na kufunza tabia lizuri na kufunza yanayofanana na hayo.</w:t>
      </w:r>
    </w:p>
    <w:p w:rsidR="00564224" w:rsidRPr="00564224" w:rsidRDefault="00564224" w:rsidP="00564224">
      <w:pPr>
        <w:pStyle w:val="libNormal"/>
        <w:rPr>
          <w:lang w:val="sw-KE"/>
        </w:rPr>
      </w:pPr>
      <w:r w:rsidRPr="00564224">
        <w:rPr>
          <w:lang w:val="sw-KE"/>
        </w:rPr>
        <w:t>Na kumwamrisha mtu jambo jema mara ya kwanza ni wajibu. Na mara ya pili ni Sunna.</w:t>
      </w:r>
    </w:p>
    <w:p w:rsidR="00564224" w:rsidRPr="00564224" w:rsidRDefault="00564224" w:rsidP="00564224">
      <w:pPr>
        <w:pStyle w:val="libNormal"/>
        <w:rPr>
          <w:lang w:val="sw-KE"/>
        </w:rPr>
      </w:pPr>
      <w:r w:rsidRPr="00564224">
        <w:rPr>
          <w:lang w:val="sw-KE"/>
        </w:rPr>
        <w:t>Na kuamrisha</w:t>
      </w:r>
      <w:r w:rsidR="00D53333">
        <w:rPr>
          <w:lang w:val="sw-KE"/>
        </w:rPr>
        <w:t xml:space="preserve"> mema ni wajibu kwa sharti nne:</w:t>
      </w:r>
    </w:p>
    <w:p w:rsidR="00564224" w:rsidRPr="00564224" w:rsidRDefault="00564224" w:rsidP="00564224">
      <w:pPr>
        <w:pStyle w:val="libNormal"/>
        <w:rPr>
          <w:lang w:val="sw-KE"/>
        </w:rPr>
      </w:pPr>
      <w:r w:rsidRPr="00564224">
        <w:rPr>
          <w:lang w:val="sw-KE"/>
        </w:rPr>
        <w:t>1.Mwenye kuamrisha awe anajua mambo mema na mabaya.</w:t>
      </w:r>
    </w:p>
    <w:p w:rsidR="00564224" w:rsidRPr="00564224" w:rsidRDefault="00564224" w:rsidP="00564224">
      <w:pPr>
        <w:pStyle w:val="libNormal"/>
        <w:rPr>
          <w:lang w:val="sw-KE"/>
        </w:rPr>
      </w:pPr>
      <w:r w:rsidRPr="00564224">
        <w:rPr>
          <w:lang w:val="sw-KE"/>
        </w:rPr>
        <w:t>2.Yeye anatumai kwamba maneno yake yatafuatwa.</w:t>
      </w:r>
    </w:p>
    <w:p w:rsidR="00564224" w:rsidRPr="00564224" w:rsidRDefault="00564224" w:rsidP="00564224">
      <w:pPr>
        <w:pStyle w:val="libNormal"/>
        <w:rPr>
          <w:lang w:val="sw-KE"/>
        </w:rPr>
      </w:pPr>
      <w:r w:rsidRPr="00564224">
        <w:rPr>
          <w:lang w:val="sw-KE"/>
        </w:rPr>
        <w:t>3. Mtu ambaye ameacha mema anadumu kuacha.</w:t>
      </w:r>
    </w:p>
    <w:p w:rsidR="00564224" w:rsidRPr="00564224" w:rsidRDefault="00564224" w:rsidP="00564224">
      <w:pPr>
        <w:pStyle w:val="libNormal"/>
        <w:rPr>
          <w:lang w:val="sw-KE"/>
        </w:rPr>
      </w:pPr>
      <w:r w:rsidRPr="00564224">
        <w:rPr>
          <w:lang w:val="sw-KE"/>
        </w:rPr>
        <w:t>4.Mwenye kuamrisha anatumai kuwa kuamrisha mema kwake hakutaleta madhara juu yake mwenyewe.</w:t>
      </w:r>
    </w:p>
    <w:p w:rsidR="00564224" w:rsidRPr="00564224" w:rsidRDefault="00564224" w:rsidP="00564224">
      <w:pPr>
        <w:pStyle w:val="libNormal"/>
        <w:rPr>
          <w:lang w:val="sw-KE"/>
        </w:rPr>
      </w:pPr>
      <w:r w:rsidRPr="00564224">
        <w:rPr>
          <w:lang w:val="sw-KE"/>
        </w:rPr>
        <w:t xml:space="preserve">Lakini itapokuwa misingi ya imani ya wa-Islamu hatarini, au msimamo </w:t>
      </w:r>
      <w:r w:rsidR="00D53333">
        <w:rPr>
          <w:lang w:val="sw-KE"/>
        </w:rPr>
        <w:t>wa Uislamu umo ndani ya hatari (</w:t>
      </w:r>
      <w:r w:rsidRPr="00564224">
        <w:rPr>
          <w:lang w:val="sw-KE"/>
        </w:rPr>
        <w:t>mfano: mapendekezo ya dola inataka kubadili itikadi za watu, au inataka kueneza ulev</w:t>
      </w:r>
      <w:r w:rsidR="00D53333">
        <w:rPr>
          <w:lang w:val="sw-KE"/>
        </w:rPr>
        <w:t>i au kamari katika makusanyiko)</w:t>
      </w:r>
      <w:r w:rsidRPr="00564224">
        <w:rPr>
          <w:lang w:val="sw-KE"/>
        </w:rPr>
        <w:t xml:space="preserve"> basi ni wajibu kwa kila mtu kuamrisha mema na kukataza mabaya, ijapokuwa yapo madhara; kama walivyofanya ma-Imamu watwaharifu na watu bora zaidi.</w:t>
      </w:r>
    </w:p>
    <w:p w:rsidR="00564224" w:rsidRPr="00564224" w:rsidRDefault="00564224" w:rsidP="00D53333">
      <w:pPr>
        <w:pStyle w:val="Heading2"/>
        <w:rPr>
          <w:lang w:val="sw-KE"/>
        </w:rPr>
      </w:pPr>
      <w:bookmarkStart w:id="59" w:name="_Toc29123054"/>
      <w:r w:rsidRPr="00564224">
        <w:rPr>
          <w:lang w:val="sw-KE"/>
        </w:rPr>
        <w:t>SOMO LA ISHIRINI NA MBILI</w:t>
      </w:r>
      <w:bookmarkEnd w:id="59"/>
    </w:p>
    <w:p w:rsidR="00564224" w:rsidRPr="00564224" w:rsidRDefault="00D53333" w:rsidP="00D53333">
      <w:pPr>
        <w:pStyle w:val="Heading3"/>
        <w:rPr>
          <w:lang w:val="sw-KE"/>
        </w:rPr>
      </w:pPr>
      <w:bookmarkStart w:id="60" w:name="_Toc29123055"/>
      <w:r>
        <w:rPr>
          <w:lang w:val="sw-KE"/>
        </w:rPr>
        <w:t>KUKATAZA MABAYA (i)</w:t>
      </w:r>
      <w:bookmarkEnd w:id="60"/>
    </w:p>
    <w:p w:rsidR="00564224" w:rsidRPr="00564224" w:rsidRDefault="00564224" w:rsidP="00564224">
      <w:pPr>
        <w:pStyle w:val="libNormal"/>
        <w:rPr>
          <w:lang w:val="sw-KE"/>
        </w:rPr>
      </w:pPr>
      <w:r w:rsidRPr="00564224">
        <w:rPr>
          <w:lang w:val="sw-KE"/>
        </w:rPr>
        <w:t>Nalo ni tawi la Uislamu lililo muhimu sana.</w:t>
      </w:r>
    </w:p>
    <w:p w:rsidR="00564224" w:rsidRPr="00564224" w:rsidRDefault="00564224" w:rsidP="00564224">
      <w:pPr>
        <w:pStyle w:val="libNormal"/>
        <w:rPr>
          <w:lang w:val="sw-KE"/>
        </w:rPr>
      </w:pPr>
      <w:r w:rsidRPr="00564224">
        <w:rPr>
          <w:lang w:val="sw-KE"/>
        </w:rPr>
        <w:t>Umekuwa ubora wa Umma kushikama na haya mambo mawili; kama alivyosema Mungu Mtukufu:-</w:t>
      </w:r>
    </w:p>
    <w:p w:rsidR="00564224" w:rsidRPr="00564224" w:rsidRDefault="00723C8D" w:rsidP="00723C8D">
      <w:pPr>
        <w:pStyle w:val="libAie"/>
        <w:rPr>
          <w:lang w:val="sw-KE"/>
        </w:rPr>
      </w:pPr>
      <w:r w:rsidRPr="00723C8D">
        <w:rPr>
          <w:rtl/>
          <w:lang w:val="sw-KE"/>
        </w:rPr>
        <w:t>كُنتُمْ خَيْرَ أُمَّةٍ أُخْرِجَتْ لِلنَّاسِ تَأْمُرُونَ بِالْمَعْرُوفِ وَتَنْهَوْنَ عَنِ الْمُنكَرِ ﴿١١٠﴾</w:t>
      </w:r>
    </w:p>
    <w:p w:rsidR="00564224" w:rsidRPr="00564224" w:rsidRDefault="00564224" w:rsidP="00564224">
      <w:pPr>
        <w:pStyle w:val="libNormal"/>
        <w:rPr>
          <w:lang w:val="sw-KE"/>
        </w:rPr>
      </w:pPr>
      <w:r w:rsidRPr="00564224">
        <w:rPr>
          <w:lang w:val="sw-KE"/>
        </w:rPr>
        <w:t>"Mmekuwa bora kuliko Umma wote uliotolewa kwa watu, mnaamrisha mema na mnakataza mabaya."</w:t>
      </w:r>
    </w:p>
    <w:p w:rsidR="00564224" w:rsidRPr="00564224" w:rsidRDefault="00564224" w:rsidP="00564224">
      <w:pPr>
        <w:pStyle w:val="libNormal"/>
        <w:rPr>
          <w:lang w:val="sw-KE"/>
        </w:rPr>
      </w:pPr>
      <w:r w:rsidRPr="00564224">
        <w:rPr>
          <w:lang w:val="sw-KE"/>
        </w:rPr>
        <w:t>Na Munkar ambayo waliokatazwa Waislamu kutenda: kama ulevi, kamari, riba. zinaa, kula mali ya watu na mengineyo.</w:t>
      </w:r>
    </w:p>
    <w:p w:rsidR="00564224" w:rsidRPr="00564224" w:rsidRDefault="00564224" w:rsidP="00564224">
      <w:pPr>
        <w:pStyle w:val="libNormal"/>
        <w:rPr>
          <w:lang w:val="sw-KE"/>
        </w:rPr>
      </w:pPr>
      <w:r w:rsidRPr="00564224">
        <w:rPr>
          <w:lang w:val="sw-KE"/>
        </w:rPr>
        <w:t>Na lolote linalochukiza Uislamu, kama ubatilifu, na kulala baada ya alfajir, na kuacha kuweka sawa wafanyakazi na mengineyo.</w:t>
      </w:r>
    </w:p>
    <w:p w:rsidR="00564224" w:rsidRPr="00564224" w:rsidRDefault="00564224" w:rsidP="00564224">
      <w:pPr>
        <w:pStyle w:val="libNormal"/>
        <w:rPr>
          <w:lang w:val="sw-KE"/>
        </w:rPr>
      </w:pPr>
      <w:r w:rsidRPr="00564224">
        <w:rPr>
          <w:lang w:val="sw-KE"/>
        </w:rPr>
        <w:t>Na kukataza mtu kufanya mabaya ni wajibu mara ya kwanza, na mara ya pili inakuwa ni Sunna.</w:t>
      </w:r>
    </w:p>
    <w:p w:rsidR="00564224" w:rsidRPr="00564224" w:rsidRDefault="00564224" w:rsidP="00564224">
      <w:pPr>
        <w:pStyle w:val="libNormal"/>
        <w:rPr>
          <w:lang w:val="sw-KE"/>
        </w:rPr>
      </w:pPr>
      <w:r w:rsidRPr="00564224">
        <w:rPr>
          <w:lang w:val="sw-KE"/>
        </w:rPr>
        <w:t>Yanalazimika kwa kukataza mabaya kama yale yaliyomo katika kuamrisha mema. Na inayo sharti nne. kama tulivyoeleza katika kuamrisha mema.</w:t>
      </w:r>
    </w:p>
    <w:p w:rsidR="00564224" w:rsidRPr="00564224" w:rsidRDefault="00564224" w:rsidP="00723C8D">
      <w:pPr>
        <w:pStyle w:val="Heading2"/>
        <w:rPr>
          <w:lang w:val="sw-KE"/>
        </w:rPr>
      </w:pPr>
      <w:bookmarkStart w:id="61" w:name="_Toc29123056"/>
      <w:r w:rsidRPr="00564224">
        <w:rPr>
          <w:lang w:val="sw-KE"/>
        </w:rPr>
        <w:t>SOMO LA ISHIRINI NA TATU</w:t>
      </w:r>
      <w:bookmarkEnd w:id="61"/>
    </w:p>
    <w:p w:rsidR="00564224" w:rsidRPr="00564224" w:rsidRDefault="00723C8D" w:rsidP="00723C8D">
      <w:pPr>
        <w:pStyle w:val="Heading3"/>
        <w:rPr>
          <w:lang w:val="sw-KE"/>
        </w:rPr>
      </w:pPr>
      <w:bookmarkStart w:id="62" w:name="_Toc29123057"/>
      <w:r>
        <w:rPr>
          <w:lang w:val="sw-KE"/>
        </w:rPr>
        <w:t>KUKATAZA MABAYA (ii)</w:t>
      </w:r>
      <w:bookmarkEnd w:id="62"/>
    </w:p>
    <w:p w:rsidR="00564224" w:rsidRPr="00564224" w:rsidRDefault="00564224" w:rsidP="00564224">
      <w:pPr>
        <w:pStyle w:val="libNormal"/>
        <w:rPr>
          <w:lang w:val="sw-KE"/>
        </w:rPr>
      </w:pPr>
      <w:r w:rsidRPr="00564224">
        <w:rPr>
          <w:lang w:val="sw-KE"/>
        </w:rPr>
        <w:t>Na k</w:t>
      </w:r>
      <w:r w:rsidR="00723C8D">
        <w:rPr>
          <w:lang w:val="sw-KE"/>
        </w:rPr>
        <w:t>ukataza mabaya kuna daraja nne:</w:t>
      </w:r>
    </w:p>
    <w:p w:rsidR="00564224" w:rsidRPr="00564224" w:rsidRDefault="00564224" w:rsidP="00564224">
      <w:pPr>
        <w:pStyle w:val="libNormal"/>
        <w:rPr>
          <w:lang w:val="sw-KE"/>
        </w:rPr>
      </w:pPr>
      <w:r w:rsidRPr="00564224">
        <w:rPr>
          <w:lang w:val="sw-KE"/>
        </w:rPr>
        <w:t>1. Makatazo ya moyoni.</w:t>
      </w:r>
    </w:p>
    <w:p w:rsidR="00564224" w:rsidRPr="00564224" w:rsidRDefault="00723C8D" w:rsidP="00564224">
      <w:pPr>
        <w:pStyle w:val="libNormal"/>
        <w:rPr>
          <w:lang w:val="sw-KE"/>
        </w:rPr>
      </w:pPr>
      <w:r>
        <w:rPr>
          <w:lang w:val="sw-KE"/>
        </w:rPr>
        <w:t>2. Kudhihirisha usoni (kukunja uso)</w:t>
      </w:r>
      <w:r w:rsidR="00564224" w:rsidRPr="00564224">
        <w:rPr>
          <w:lang w:val="sw-KE"/>
        </w:rPr>
        <w:t xml:space="preserve"> na kukosa kumjali anayetenda mabaya.</w:t>
      </w:r>
    </w:p>
    <w:p w:rsidR="00564224" w:rsidRPr="00564224" w:rsidRDefault="00564224" w:rsidP="00564224">
      <w:pPr>
        <w:pStyle w:val="libNormal"/>
        <w:rPr>
          <w:lang w:val="sw-KE"/>
        </w:rPr>
      </w:pPr>
      <w:r w:rsidRPr="00564224">
        <w:rPr>
          <w:lang w:val="sw-KE"/>
        </w:rPr>
        <w:lastRenderedPageBreak/>
        <w:t>3.Kukataza kwa ulimi, kama kuwaidhi na vizuri, au kukemea na mifano mingine kama hii.</w:t>
      </w:r>
    </w:p>
    <w:p w:rsidR="00564224" w:rsidRPr="00564224" w:rsidRDefault="00564224" w:rsidP="00564224">
      <w:pPr>
        <w:pStyle w:val="libNormal"/>
        <w:rPr>
          <w:lang w:val="sw-KE"/>
        </w:rPr>
      </w:pPr>
      <w:r w:rsidRPr="00564224">
        <w:rPr>
          <w:lang w:val="sw-KE"/>
        </w:rPr>
        <w:t>4.Kukataza kwa mkono, kwa kupiga na mfano ya hivyo, akiwa mwenye kukataza hivyo anadhani kuwa hayatakuwa madhara juu yake.</w:t>
      </w:r>
    </w:p>
    <w:p w:rsidR="00564224" w:rsidRPr="00564224" w:rsidRDefault="00564224" w:rsidP="00723C8D">
      <w:pPr>
        <w:pStyle w:val="libNormal"/>
        <w:rPr>
          <w:lang w:val="sw-KE"/>
        </w:rPr>
      </w:pPr>
      <w:r w:rsidRPr="00564224">
        <w:rPr>
          <w:lang w:val="sw-KE"/>
        </w:rPr>
        <w:t>Hapanabud</w:t>
      </w:r>
      <w:r w:rsidR="00723C8D">
        <w:rPr>
          <w:lang w:val="sw-KE"/>
        </w:rPr>
        <w:t>i kujua kuwa wajibu hizo mbili (</w:t>
      </w:r>
      <w:r w:rsidRPr="00564224">
        <w:rPr>
          <w:lang w:val="sw-KE"/>
        </w:rPr>
        <w:t>kuamrisha mema na kukataza mabaya</w:t>
      </w:r>
      <w:r w:rsidR="00723C8D">
        <w:rPr>
          <w:lang w:val="sw-KE"/>
        </w:rPr>
        <w:t>)</w:t>
      </w:r>
      <w:r w:rsidRPr="00564224">
        <w:rPr>
          <w:lang w:val="sw-KE"/>
        </w:rPr>
        <w:t xml:space="preserve"> heshima zake ni kubwa.</w:t>
      </w:r>
    </w:p>
    <w:p w:rsidR="00564224" w:rsidRPr="00564224" w:rsidRDefault="00723C8D" w:rsidP="00564224">
      <w:pPr>
        <w:pStyle w:val="libNormal"/>
        <w:rPr>
          <w:lang w:val="sw-KE"/>
        </w:rPr>
      </w:pPr>
      <w:r>
        <w:rPr>
          <w:lang w:val="sw-KE"/>
        </w:rPr>
        <w:t xml:space="preserve">Akasema Mtukufu Mtume </w:t>
      </w:r>
      <w:r w:rsidRPr="00723C8D">
        <w:rPr>
          <w:rStyle w:val="libBold1Char"/>
          <w:lang w:val="sw-KE"/>
        </w:rPr>
        <w:t>(</w:t>
      </w:r>
      <w:r w:rsidR="00564224" w:rsidRPr="00723C8D">
        <w:rPr>
          <w:rStyle w:val="libBold1Char"/>
          <w:lang w:val="sw-KE"/>
        </w:rPr>
        <w:t>s.a.w.w</w:t>
      </w:r>
      <w:r w:rsidRPr="00723C8D">
        <w:rPr>
          <w:rStyle w:val="libBold1Char"/>
          <w:lang w:val="sw-KE"/>
        </w:rPr>
        <w:t>)</w:t>
      </w:r>
      <w:r w:rsidR="00564224" w:rsidRPr="00564224">
        <w:rPr>
          <w:lang w:val="sw-KE"/>
        </w:rPr>
        <w:t>.</w:t>
      </w:r>
    </w:p>
    <w:p w:rsidR="00564224" w:rsidRPr="00564224" w:rsidRDefault="00564224" w:rsidP="00564224">
      <w:pPr>
        <w:pStyle w:val="libNormal"/>
        <w:rPr>
          <w:lang w:val="sw-KE"/>
        </w:rPr>
      </w:pPr>
      <w:r w:rsidRPr="00564224">
        <w:rPr>
          <w:lang w:val="sw-KE"/>
        </w:rPr>
        <w:t>"Havipo vitendo vizuri vyovyote vya Dini kulingana na Jihadi {katika njia ya Mungu ila kama pulizo ndani yabahari yenye mawimbi, na havipo vitendo vyema vyote pamoja na Jihadi {katika njia ya Mwenyezi Mungu} kulingana na kuamrisha mema na kukataza mabaya ila kama pulizo ndani ya bahari yenye mawimbi."</w:t>
      </w:r>
    </w:p>
    <w:p w:rsidR="00564224" w:rsidRPr="00564224" w:rsidRDefault="00564224" w:rsidP="00564224">
      <w:pPr>
        <w:pStyle w:val="libNormal"/>
        <w:rPr>
          <w:lang w:val="sw-KE"/>
        </w:rPr>
      </w:pPr>
      <w:r w:rsidRPr="00564224">
        <w:rPr>
          <w:lang w:val="sw-KE"/>
        </w:rPr>
        <w:t>Lakini zama zetu hizi wachache wanafanya mambo mawili haya ya wajibu muhimu.</w:t>
      </w:r>
    </w:p>
    <w:p w:rsidR="00564224" w:rsidRPr="00564224" w:rsidRDefault="00564224" w:rsidP="00564224">
      <w:pPr>
        <w:pStyle w:val="libNormal"/>
        <w:rPr>
          <w:lang w:val="sw-KE"/>
        </w:rPr>
      </w:pPr>
      <w:r w:rsidRPr="00564224">
        <w:rPr>
          <w:lang w:val="sw-KE"/>
        </w:rPr>
        <w:t>Akasem</w:t>
      </w:r>
      <w:r w:rsidR="00723C8D">
        <w:rPr>
          <w:lang w:val="sw-KE"/>
        </w:rPr>
        <w:t xml:space="preserve">a Imam Muhammad Al-Baqir </w:t>
      </w:r>
      <w:r w:rsidR="00723C8D" w:rsidRPr="00723C8D">
        <w:rPr>
          <w:rStyle w:val="libFootnotenumChar"/>
          <w:lang w:val="sw-KE"/>
        </w:rPr>
        <w:t>(a.s)</w:t>
      </w:r>
      <w:r w:rsidR="00723C8D">
        <w:rPr>
          <w:lang w:val="sw-KE"/>
        </w:rPr>
        <w:t xml:space="preserve">: </w:t>
      </w:r>
      <w:r w:rsidRPr="00564224">
        <w:rPr>
          <w:lang w:val="sw-KE"/>
        </w:rPr>
        <w:t>"Watakuwepo mwisho wa zama watu ambao hawataamrisha mema na kukataza mabaya ispokuwa wakiona hayatakuwa madhara: wanajitakia wenyewe ruhusa na uzuru. Wakati huo ghadhabu ya Mwenyezi Mungu itatimia juu yao. Na itawaenea adhabu yake Mwenyezi Mungu juu yao."</w:t>
      </w:r>
    </w:p>
    <w:p w:rsidR="00564224" w:rsidRPr="00564224" w:rsidRDefault="00564224" w:rsidP="00564224">
      <w:pPr>
        <w:pStyle w:val="libNormal"/>
        <w:rPr>
          <w:lang w:val="sw-KE"/>
        </w:rPr>
      </w:pPr>
      <w:r w:rsidRPr="00564224">
        <w:rPr>
          <w:lang w:val="sw-KE"/>
        </w:rPr>
        <w:t>Hadithi hii inaonyesha hali ya Waislamu siku hizi, kwani wengi wao wameacha kuamrisha mema na kukataza mabaya. Kwa hivyo wamepambanishwa na makafiri.</w:t>
      </w:r>
    </w:p>
    <w:p w:rsidR="00862F16" w:rsidRDefault="00564224" w:rsidP="00564224">
      <w:pPr>
        <w:pStyle w:val="libNormal"/>
        <w:rPr>
          <w:lang w:val="sw-KE"/>
        </w:rPr>
      </w:pPr>
      <w:r w:rsidRPr="00564224">
        <w:rPr>
          <w:lang w:val="sw-KE"/>
        </w:rPr>
        <w:t>Makafiri wakanyang'anya vitu vyao; wakamiliki nchi zao; wakabadilisha Dini yao. Na Waislamu wakawa wanyonge baada ya kuwa wakunjufu ulimwenguni.</w:t>
      </w:r>
    </w:p>
    <w:p w:rsidR="00564224" w:rsidRPr="00564224" w:rsidRDefault="00564224" w:rsidP="00862F16">
      <w:pPr>
        <w:pStyle w:val="Heading3Center"/>
        <w:rPr>
          <w:lang w:val="sw-KE"/>
        </w:rPr>
      </w:pPr>
      <w:bookmarkStart w:id="63" w:name="_Toc29123058"/>
      <w:r w:rsidRPr="00564224">
        <w:rPr>
          <w:lang w:val="sw-KE"/>
        </w:rPr>
        <w:t>SOMO LA ISHIRINI NA NNE</w:t>
      </w:r>
      <w:bookmarkEnd w:id="63"/>
    </w:p>
    <w:p w:rsidR="00564224" w:rsidRPr="00564224" w:rsidRDefault="00564224" w:rsidP="00862F16">
      <w:pPr>
        <w:pStyle w:val="Heading3Center"/>
        <w:rPr>
          <w:lang w:val="sw-KE"/>
        </w:rPr>
      </w:pPr>
      <w:bookmarkStart w:id="64" w:name="_Toc29123059"/>
      <w:r w:rsidRPr="00564224">
        <w:rPr>
          <w:lang w:val="sw-KE"/>
        </w:rPr>
        <w:t>KUMPENDA MTUKUFU MTUME NA AHLIBAITI ZAKE NA KUJIEPUSHA NA MAADUI ZAO</w:t>
      </w:r>
      <w:bookmarkEnd w:id="64"/>
    </w:p>
    <w:p w:rsidR="00564224" w:rsidRPr="00564224" w:rsidRDefault="00564224" w:rsidP="00564224">
      <w:pPr>
        <w:pStyle w:val="libNormal"/>
        <w:rPr>
          <w:lang w:val="sw-KE"/>
        </w:rPr>
      </w:pPr>
      <w:r w:rsidRPr="00564224">
        <w:rPr>
          <w:lang w:val="sw-KE"/>
        </w:rPr>
        <w:t>Tawalla, maana yake ni kuwapenda Mwenyezi Mungu na Mtumewe na Ujumbe wake na Maimamu.</w:t>
      </w:r>
    </w:p>
    <w:p w:rsidR="00564224" w:rsidRPr="00564224" w:rsidRDefault="00564224" w:rsidP="00564224">
      <w:pPr>
        <w:pStyle w:val="libNormal"/>
        <w:rPr>
          <w:lang w:val="sw-KE"/>
        </w:rPr>
      </w:pPr>
      <w:r w:rsidRPr="00564224">
        <w:rPr>
          <w:lang w:val="sw-KE"/>
        </w:rPr>
        <w:t>Tabarra, maana yake ni kujiepusha na maadui wa Mwenyezi Mungu na Mtume na Maimamu.</w:t>
      </w:r>
    </w:p>
    <w:p w:rsidR="00564224" w:rsidRPr="00564224" w:rsidRDefault="00564224" w:rsidP="00564224">
      <w:pPr>
        <w:pStyle w:val="libNormal"/>
        <w:rPr>
          <w:lang w:val="sw-KE"/>
        </w:rPr>
      </w:pPr>
      <w:r w:rsidRPr="00564224">
        <w:rPr>
          <w:lang w:val="sw-KE"/>
        </w:rPr>
        <w:t>Na hivyo kwa sababu unapopenda mtu utamfuata mwenendo wake, kama ukimchukia mtu utajiepusha na vitendo vyake.</w:t>
      </w:r>
    </w:p>
    <w:p w:rsidR="00564224" w:rsidRPr="00564224" w:rsidRDefault="00564224" w:rsidP="00564224">
      <w:pPr>
        <w:pStyle w:val="libNormal"/>
        <w:rPr>
          <w:lang w:val="sw-KE"/>
        </w:rPr>
      </w:pPr>
      <w:r w:rsidRPr="00564224">
        <w:rPr>
          <w:lang w:val="sw-KE"/>
        </w:rPr>
        <w:t>Basi mapenzi ya Mungu na mawalii wake yanasababisha utii wa Mwenyezi Mungu na mawalii wake katika mambo ya dini na thawabu za akhera.</w:t>
      </w:r>
    </w:p>
    <w:p w:rsidR="00564224" w:rsidRDefault="00564224" w:rsidP="00564224">
      <w:pPr>
        <w:pStyle w:val="libNormal"/>
        <w:rPr>
          <w:lang w:val="sw-KE"/>
        </w:rPr>
      </w:pPr>
      <w:r w:rsidRPr="00564224">
        <w:rPr>
          <w:lang w:val="sw-KE"/>
        </w:rPr>
        <w:t>Na uchukivu wa maadui wa Mungu na mawalii wake, hulazimisha kwa kuepukana nao, na kuviacha vitendo vyao na maneno yao.</w:t>
      </w:r>
    </w:p>
    <w:p w:rsidR="00590698" w:rsidRPr="00590698" w:rsidRDefault="00590698" w:rsidP="00590698">
      <w:pPr>
        <w:pStyle w:val="Heading3"/>
        <w:rPr>
          <w:lang w:val="sw-KE"/>
        </w:rPr>
      </w:pPr>
      <w:bookmarkStart w:id="65" w:name="_Toc29123060"/>
      <w:r w:rsidRPr="00590698">
        <w:rPr>
          <w:lang w:val="sw-KE"/>
        </w:rPr>
        <w:t>SHARTI YA KUCHAPA</w:t>
      </w:r>
      <w:bookmarkEnd w:id="65"/>
      <w:r w:rsidRPr="00590698">
        <w:rPr>
          <w:lang w:val="sw-KE"/>
        </w:rPr>
        <w:t xml:space="preserve"> </w:t>
      </w:r>
    </w:p>
    <w:p w:rsidR="00590698" w:rsidRPr="00590698" w:rsidRDefault="00590698" w:rsidP="00590698">
      <w:pPr>
        <w:pStyle w:val="libNormal"/>
        <w:rPr>
          <w:rStyle w:val="libFootnotenumChar"/>
          <w:lang w:val="sw-KE"/>
        </w:rPr>
      </w:pPr>
      <w:r w:rsidRPr="00590698">
        <w:rPr>
          <w:lang w:val="sw-KE"/>
        </w:rPr>
        <w:t xml:space="preserve">Sharti ya kuchapa au kusambaza ni kutaja rejeo hili. haki zote zimehifadhiwa na Taasisi ya Al-Hasanain Taasisi ya Imamu Husein </w:t>
      </w:r>
      <w:r w:rsidRPr="00590698">
        <w:rPr>
          <w:rStyle w:val="libFootnotenumChar"/>
          <w:lang w:val="sw-KE"/>
        </w:rPr>
        <w:t>(a.s)</w:t>
      </w:r>
    </w:p>
    <w:p w:rsidR="00590698" w:rsidRPr="00590698" w:rsidRDefault="00590698" w:rsidP="00590698">
      <w:pPr>
        <w:pStyle w:val="libNormal"/>
        <w:rPr>
          <w:lang w:val="sw-KE"/>
        </w:rPr>
      </w:pPr>
      <w:r w:rsidRPr="00590698">
        <w:rPr>
          <w:lang w:val="sw-KE"/>
        </w:rPr>
        <w:t xml:space="preserve">Site ya Al-Imaamaini Al-Hassanaini </w:t>
      </w:r>
      <w:r w:rsidRPr="00590698">
        <w:rPr>
          <w:rStyle w:val="libFootnotenumChar"/>
          <w:lang w:val="sw-KE"/>
        </w:rPr>
        <w:t>(a.s)</w:t>
      </w:r>
      <w:r w:rsidRPr="00590698">
        <w:rPr>
          <w:lang w:val="sw-KE"/>
        </w:rPr>
        <w:t xml:space="preserve"> ya usambazaji wa utamaduni wa Kiislamu na mafunzo ya Kidini.</w:t>
      </w:r>
    </w:p>
    <w:p w:rsidR="00590698" w:rsidRDefault="00590698" w:rsidP="00590698">
      <w:pPr>
        <w:pStyle w:val="Heading3"/>
        <w:rPr>
          <w:lang w:val="sw-KE"/>
        </w:rPr>
      </w:pPr>
      <w:bookmarkStart w:id="66" w:name="_Toc29123061"/>
      <w:r w:rsidRPr="00590698">
        <w:rPr>
          <w:lang w:val="sw-KE"/>
        </w:rPr>
        <w:t>MWISHO WA KITABU</w:t>
      </w:r>
      <w:bookmarkEnd w:id="66"/>
    </w:p>
    <w:p w:rsidR="00590698" w:rsidRDefault="00590698">
      <w:pPr>
        <w:ind w:firstLine="0"/>
        <w:jc w:val="left"/>
        <w:rPr>
          <w:sz w:val="24"/>
          <w:lang w:val="sw-KE"/>
        </w:rPr>
      </w:pPr>
      <w:r>
        <w:rPr>
          <w:lang w:val="sw-KE"/>
        </w:rPr>
        <w:br w:type="page"/>
      </w:r>
    </w:p>
    <w:p w:rsidR="00862F16" w:rsidRDefault="00590698" w:rsidP="00590698">
      <w:pPr>
        <w:pStyle w:val="Heading3Center"/>
        <w:rPr>
          <w:lang w:val="sw-KE"/>
        </w:rPr>
      </w:pPr>
      <w:bookmarkStart w:id="67" w:name="_Toc29123062"/>
      <w:r>
        <w:rPr>
          <w:lang w:val="sw-KE"/>
        </w:rPr>
        <w:lastRenderedPageBreak/>
        <w:t>YALIYOMO</w:t>
      </w:r>
      <w:bookmarkEnd w:id="67"/>
    </w:p>
    <w:sdt>
      <w:sdtPr>
        <w:rPr>
          <w:rtl/>
        </w:rPr>
        <w:id w:val="361827907"/>
        <w:docPartObj>
          <w:docPartGallery w:val="Table of Contents"/>
          <w:docPartUnique/>
        </w:docPartObj>
      </w:sdtPr>
      <w:sdtEndPr>
        <w:rPr>
          <w:b w:val="0"/>
          <w:bCs w:val="0"/>
          <w:noProof w:val="0"/>
          <w:rtl w:val="0"/>
        </w:rPr>
      </w:sdtEndPr>
      <w:sdtContent>
        <w:p w:rsidR="00044661" w:rsidRDefault="00044661">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9122995" w:history="1">
            <w:r w:rsidRPr="005C35EE">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Toc29122995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2996" w:history="1">
            <w:r w:rsidRPr="005C35EE">
              <w:rPr>
                <w:rStyle w:val="Hyperlink"/>
                <w:lang w:val="sw-KE"/>
              </w:rPr>
              <w:t>KITABU CHA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Toc29122996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2997" w:history="1">
            <w:r w:rsidRPr="005C35EE">
              <w:rPr>
                <w:rStyle w:val="Hyperlink"/>
                <w:noProof/>
                <w:lang w:val="sw-KE"/>
              </w:rPr>
              <w:t>DIBAJI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Toc29122997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044661" w:rsidRDefault="00044661">
          <w:pPr>
            <w:pStyle w:val="TOC1"/>
            <w:bidi/>
            <w:rPr>
              <w:rFonts w:asciiTheme="minorHAnsi" w:eastAsiaTheme="minorEastAsia" w:hAnsiTheme="minorHAnsi" w:cstheme="minorBidi"/>
              <w:b w:val="0"/>
              <w:bCs w:val="0"/>
              <w:color w:val="auto"/>
              <w:sz w:val="22"/>
              <w:szCs w:val="22"/>
              <w:rtl/>
            </w:rPr>
          </w:pPr>
          <w:hyperlink w:anchor="_Toc29122998" w:history="1">
            <w:r w:rsidRPr="005C35EE">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Toc29122998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2999" w:history="1">
            <w:r w:rsidRPr="005C35EE">
              <w:rPr>
                <w:rStyle w:val="Hyperlink"/>
                <w:lang w:val="sw-KE"/>
              </w:rPr>
              <w:t>KITABU CHA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Toc29122999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00" w:history="1">
            <w:r w:rsidRPr="005C35EE">
              <w:rPr>
                <w:rStyle w:val="Hyperlink"/>
                <w:noProof/>
                <w:lang w:val="sw-KE"/>
              </w:rPr>
              <w:t>SOMO LA KWANZA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Toc29123000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01" w:history="1">
            <w:r w:rsidRPr="005C35EE">
              <w:rPr>
                <w:rStyle w:val="Hyperlink"/>
                <w:noProof/>
                <w:lang w:val="sw-KE"/>
              </w:rPr>
              <w:t>MATAWI YA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Toc29123001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02" w:history="1">
            <w:r w:rsidRPr="005C35EE">
              <w:rPr>
                <w:rStyle w:val="Hyperlink"/>
                <w:lang w:val="sw-KE"/>
              </w:rPr>
              <w:t>SOMO LA PILI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Toc29123002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03" w:history="1">
            <w:r w:rsidRPr="005C35EE">
              <w:rPr>
                <w:rStyle w:val="Hyperlink"/>
                <w:noProof/>
                <w:lang w:val="sw-KE"/>
              </w:rPr>
              <w:t>NAMNA YA SALA NA KUTAWADHA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Toc29123003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04" w:history="1">
            <w:r w:rsidRPr="005C35EE">
              <w:rPr>
                <w:rStyle w:val="Hyperlink"/>
                <w:lang w:val="sw-KE"/>
              </w:rPr>
              <w:t>SOMO LA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Toc29123004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05" w:history="1">
            <w:r w:rsidRPr="005C35EE">
              <w:rPr>
                <w:rStyle w:val="Hyperlink"/>
                <w:noProof/>
                <w:lang w:val="sw-KE"/>
              </w:rPr>
              <w:t>IDADI NA WAKATI WA SALA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Toc29123005 \h</w:instrText>
            </w:r>
            <w:r>
              <w:rPr>
                <w:noProof/>
                <w:webHidden/>
                <w:rtl/>
              </w:rPr>
              <w:instrText xml:space="preserve"> </w:instrText>
            </w:r>
            <w:r>
              <w:rPr>
                <w:noProof/>
                <w:webHidden/>
                <w:rtl/>
              </w:rPr>
            </w:r>
            <w:r>
              <w:rPr>
                <w:noProof/>
                <w:webHidden/>
                <w:rtl/>
              </w:rPr>
              <w:fldChar w:fldCharType="separate"/>
            </w:r>
            <w:r>
              <w:rPr>
                <w:noProof/>
                <w:webHidden/>
                <w:rtl/>
              </w:rPr>
              <w:t>3</w:t>
            </w:r>
            <w:r>
              <w:rPr>
                <w:noProof/>
                <w:webHidden/>
                <w:rtl/>
              </w:rPr>
              <w:fldChar w:fldCharType="end"/>
            </w:r>
          </w:hyperlink>
        </w:p>
        <w:p w:rsidR="00044661" w:rsidRDefault="00044661">
          <w:pPr>
            <w:pStyle w:val="TOC1"/>
            <w:bidi/>
            <w:rPr>
              <w:rFonts w:asciiTheme="minorHAnsi" w:eastAsiaTheme="minorEastAsia" w:hAnsiTheme="minorHAnsi" w:cstheme="minorBidi"/>
              <w:b w:val="0"/>
              <w:bCs w:val="0"/>
              <w:color w:val="auto"/>
              <w:sz w:val="22"/>
              <w:szCs w:val="22"/>
              <w:rtl/>
            </w:rPr>
          </w:pPr>
          <w:hyperlink w:anchor="_Toc29123006" w:history="1">
            <w:r w:rsidRPr="005C35EE">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Toc29123006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07" w:history="1">
            <w:r w:rsidRPr="005C35EE">
              <w:rPr>
                <w:rStyle w:val="Hyperlink"/>
                <w:lang w:val="sw-KE"/>
              </w:rPr>
              <w:t>KITABU CHA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Toc29123007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08" w:history="1">
            <w:r w:rsidRPr="005C35EE">
              <w:rPr>
                <w:rStyle w:val="Hyperlink"/>
                <w:noProof/>
                <w:lang w:val="sw-KE"/>
              </w:rPr>
              <w:t>SOMO LA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Toc29123008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09" w:history="1">
            <w:r w:rsidRPr="005C35EE">
              <w:rPr>
                <w:rStyle w:val="Hyperlink"/>
                <w:noProof/>
                <w:lang w:val="sw-KE"/>
              </w:rPr>
              <w:t>ADHAAN</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Toc29123009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10" w:history="1">
            <w:r w:rsidRPr="005C35EE">
              <w:rPr>
                <w:rStyle w:val="Hyperlink"/>
                <w:lang w:val="sw-KE"/>
              </w:rPr>
              <w:t>SOMO LA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Toc29123010 \h</w:instrText>
            </w:r>
            <w:r>
              <w:rPr>
                <w:webHidden/>
                <w:rtl/>
              </w:rPr>
              <w:instrText xml:space="preserve"> </w:instrText>
            </w:r>
            <w:r>
              <w:rPr>
                <w:webHidden/>
                <w:rtl/>
              </w:rPr>
            </w:r>
            <w:r>
              <w:rPr>
                <w:webHidden/>
                <w:rtl/>
              </w:rPr>
              <w:fldChar w:fldCharType="separate"/>
            </w:r>
            <w:r>
              <w:rPr>
                <w:webHidden/>
                <w:rtl/>
              </w:rPr>
              <w:t>4</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11" w:history="1">
            <w:r w:rsidRPr="005C35EE">
              <w:rPr>
                <w:rStyle w:val="Hyperlink"/>
                <w:noProof/>
                <w:lang w:val="sw-KE"/>
              </w:rPr>
              <w:t>IQAMAH</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Toc29123011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044661" w:rsidRDefault="00044661">
          <w:pPr>
            <w:pStyle w:val="TOC1"/>
            <w:bidi/>
            <w:rPr>
              <w:rFonts w:asciiTheme="minorHAnsi" w:eastAsiaTheme="minorEastAsia" w:hAnsiTheme="minorHAnsi" w:cstheme="minorBidi"/>
              <w:b w:val="0"/>
              <w:bCs w:val="0"/>
              <w:color w:val="auto"/>
              <w:sz w:val="22"/>
              <w:szCs w:val="22"/>
              <w:rtl/>
            </w:rPr>
          </w:pPr>
          <w:hyperlink w:anchor="_Toc29123012" w:history="1">
            <w:r w:rsidRPr="005C35EE">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Toc29123012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13" w:history="1">
            <w:r w:rsidRPr="005C35EE">
              <w:rPr>
                <w:rStyle w:val="Hyperlink"/>
                <w:lang w:val="sw-KE"/>
              </w:rPr>
              <w:t>KITABU CHA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Toc29123013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14" w:history="1">
            <w:r w:rsidRPr="005C35EE">
              <w:rPr>
                <w:rStyle w:val="Hyperlink"/>
                <w:noProof/>
                <w:lang w:val="sw-KE"/>
              </w:rPr>
              <w:t>SOMO LA NANE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Toc29123014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15" w:history="1">
            <w:r w:rsidRPr="005C35EE">
              <w:rPr>
                <w:rStyle w:val="Hyperlink"/>
                <w:noProof/>
                <w:lang w:val="sw-KE"/>
              </w:rPr>
              <w:t>SALA ZINGINE ZA SIKU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Toc29123015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16" w:history="1">
            <w:r w:rsidRPr="005C35EE">
              <w:rPr>
                <w:rStyle w:val="Hyperlink"/>
                <w:noProof/>
                <w:lang w:val="sw-KE"/>
              </w:rPr>
              <w:t>(a) SALA YA ADHUHURI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Toc29123016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17" w:history="1">
            <w:r w:rsidRPr="005C35EE">
              <w:rPr>
                <w:rStyle w:val="Hyperlink"/>
                <w:noProof/>
                <w:lang w:val="sw-KE"/>
              </w:rPr>
              <w:t>(b) SALA YA ALASIRI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Toc29123017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18" w:history="1">
            <w:r w:rsidRPr="005C35EE">
              <w:rPr>
                <w:rStyle w:val="Hyperlink"/>
                <w:noProof/>
                <w:lang w:val="sw-KE"/>
              </w:rPr>
              <w:t>(c) SALA YA MAGHARIBI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Toc29123018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19" w:history="1">
            <w:r w:rsidRPr="005C35EE">
              <w:rPr>
                <w:rStyle w:val="Hyperlink"/>
                <w:noProof/>
                <w:lang w:val="sw-KE"/>
              </w:rPr>
              <w:t>(d) SALA YA ISHA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Toc29123019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20" w:history="1">
            <w:r w:rsidRPr="005C35EE">
              <w:rPr>
                <w:rStyle w:val="Hyperlink"/>
                <w:lang w:val="sw-KE"/>
              </w:rPr>
              <w:t>SOMO LA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Toc29123020 \h</w:instrText>
            </w:r>
            <w:r>
              <w:rPr>
                <w:webHidden/>
                <w:rtl/>
              </w:rPr>
              <w:instrText xml:space="preserve"> </w:instrText>
            </w:r>
            <w:r>
              <w:rPr>
                <w:webHidden/>
                <w:rtl/>
              </w:rPr>
            </w:r>
            <w:r>
              <w:rPr>
                <w:webHidden/>
                <w:rtl/>
              </w:rPr>
              <w:fldChar w:fldCharType="separate"/>
            </w:r>
            <w:r>
              <w:rPr>
                <w:webHidden/>
                <w:rtl/>
              </w:rPr>
              <w:t>8</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21" w:history="1">
            <w:r w:rsidRPr="005C35EE">
              <w:rPr>
                <w:rStyle w:val="Hyperlink"/>
                <w:noProof/>
                <w:lang w:val="sw-KE"/>
              </w:rPr>
              <w:t>SALATUL-AAYAT</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Toc29123021 \h</w:instrText>
            </w:r>
            <w:r>
              <w:rPr>
                <w:noProof/>
                <w:webHidden/>
                <w:rtl/>
              </w:rPr>
              <w:instrText xml:space="preserve"> </w:instrText>
            </w:r>
            <w:r>
              <w:rPr>
                <w:noProof/>
                <w:webHidden/>
                <w:rtl/>
              </w:rPr>
            </w:r>
            <w:r>
              <w:rPr>
                <w:noProof/>
                <w:webHidden/>
                <w:rtl/>
              </w:rPr>
              <w:fldChar w:fldCharType="separate"/>
            </w:r>
            <w:r>
              <w:rPr>
                <w:noProof/>
                <w:webHidden/>
                <w:rtl/>
              </w:rPr>
              <w:t>8</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22" w:history="1">
            <w:r w:rsidRPr="005C35EE">
              <w:rPr>
                <w:rStyle w:val="Hyperlink"/>
                <w:lang w:val="sw-KE"/>
              </w:rPr>
              <w:t>SOMO LA KUMI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Toc29123022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23" w:history="1">
            <w:r w:rsidRPr="005C35EE">
              <w:rPr>
                <w:rStyle w:val="Hyperlink"/>
                <w:noProof/>
                <w:lang w:val="sw-KE"/>
              </w:rPr>
              <w:t>SALA ZA SUNNA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Toc29123023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24" w:history="1">
            <w:r w:rsidRPr="005C35EE">
              <w:rPr>
                <w:rStyle w:val="Hyperlink"/>
                <w:lang w:val="sw-KE"/>
              </w:rPr>
              <w:t>SOMO LA KUMI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Toc29123024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25" w:history="1">
            <w:r w:rsidRPr="005C35EE">
              <w:rPr>
                <w:rStyle w:val="Hyperlink"/>
                <w:noProof/>
                <w:lang w:val="sw-KE"/>
              </w:rPr>
              <w:t>KUFUNGA (SAUMU)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Toc29123025 \h</w:instrText>
            </w:r>
            <w:r>
              <w:rPr>
                <w:noProof/>
                <w:webHidden/>
                <w:rtl/>
              </w:rPr>
              <w:instrText xml:space="preserve"> </w:instrText>
            </w:r>
            <w:r>
              <w:rPr>
                <w:noProof/>
                <w:webHidden/>
                <w:rtl/>
              </w:rPr>
            </w:r>
            <w:r>
              <w:rPr>
                <w:noProof/>
                <w:webHidden/>
                <w:rtl/>
              </w:rPr>
              <w:fldChar w:fldCharType="separate"/>
            </w:r>
            <w:r>
              <w:rPr>
                <w:noProof/>
                <w:webHidden/>
                <w:rtl/>
              </w:rPr>
              <w:t>9</w:t>
            </w:r>
            <w:r>
              <w:rPr>
                <w:noProof/>
                <w:webHidden/>
                <w:rtl/>
              </w:rPr>
              <w:fldChar w:fldCharType="end"/>
            </w:r>
          </w:hyperlink>
        </w:p>
        <w:p w:rsidR="00044661" w:rsidRDefault="00044661">
          <w:pPr>
            <w:pStyle w:val="TOC1"/>
            <w:bidi/>
            <w:rPr>
              <w:rFonts w:asciiTheme="minorHAnsi" w:eastAsiaTheme="minorEastAsia" w:hAnsiTheme="minorHAnsi" w:cstheme="minorBidi"/>
              <w:b w:val="0"/>
              <w:bCs w:val="0"/>
              <w:color w:val="auto"/>
              <w:sz w:val="22"/>
              <w:szCs w:val="22"/>
              <w:rtl/>
            </w:rPr>
          </w:pPr>
          <w:hyperlink w:anchor="_Toc29123026" w:history="1">
            <w:r w:rsidRPr="005C35EE">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Toc29123026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27" w:history="1">
            <w:r w:rsidRPr="005C35EE">
              <w:rPr>
                <w:rStyle w:val="Hyperlink"/>
                <w:lang w:val="sw-KE"/>
              </w:rPr>
              <w:t>KITABU CHA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Toc29123027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28" w:history="1">
            <w:r w:rsidRPr="005C35EE">
              <w:rPr>
                <w:rStyle w:val="Hyperlink"/>
                <w:noProof/>
                <w:lang w:val="sw-KE"/>
              </w:rPr>
              <w:t>SOMO LA KUMI NA MBILI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Toc29123028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29" w:history="1">
            <w:r w:rsidRPr="005C35EE">
              <w:rPr>
                <w:rStyle w:val="Hyperlink"/>
                <w:noProof/>
                <w:lang w:val="sw-KE"/>
              </w:rPr>
              <w:t>UTHIBITISHO WA MWEZI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Toc29123029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30" w:history="1">
            <w:r w:rsidRPr="005C35EE">
              <w:rPr>
                <w:rStyle w:val="Hyperlink"/>
                <w:lang w:val="sw-KE"/>
              </w:rPr>
              <w:t>SOMO LA KUMI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Toc29123030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31" w:history="1">
            <w:r w:rsidRPr="005C35EE">
              <w:rPr>
                <w:rStyle w:val="Hyperlink"/>
                <w:noProof/>
                <w:lang w:val="sw-KE"/>
              </w:rPr>
              <w:t>MAELEZO MATATU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Toc29123031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32" w:history="1">
            <w:r w:rsidRPr="005C35EE">
              <w:rPr>
                <w:rStyle w:val="Hyperlink"/>
                <w:noProof/>
                <w:lang w:val="sw-KE"/>
              </w:rPr>
              <w:t>(a) KAFFARA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Toc29123032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33" w:history="1">
            <w:r w:rsidRPr="005C35EE">
              <w:rPr>
                <w:rStyle w:val="Hyperlink"/>
                <w:noProof/>
                <w:lang w:val="sw-KE"/>
              </w:rPr>
              <w:t>(b) ZAKA YA FITIRI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Toc29123033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34" w:history="1">
            <w:r w:rsidRPr="005C35EE">
              <w:rPr>
                <w:rStyle w:val="Hyperlink"/>
                <w:noProof/>
                <w:lang w:val="sw-KE"/>
              </w:rPr>
              <w:t>(c) SALA YA IDI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Toc29123034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35" w:history="1">
            <w:r w:rsidRPr="005C35EE">
              <w:rPr>
                <w:rStyle w:val="Hyperlink"/>
                <w:lang w:val="sw-KE"/>
              </w:rPr>
              <w:t>SOMO LA KUMI NA NNE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Toc29123035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36" w:history="1">
            <w:r w:rsidRPr="005C35EE">
              <w:rPr>
                <w:rStyle w:val="Hyperlink"/>
                <w:noProof/>
                <w:lang w:val="sw-KE"/>
              </w:rPr>
              <w:t>VITU VYA ZAKA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Toc29123036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37" w:history="1">
            <w:r w:rsidRPr="005C35EE">
              <w:rPr>
                <w:rStyle w:val="Hyperlink"/>
                <w:lang w:val="sw-KE"/>
              </w:rPr>
              <w:t>SOMO LA KUMI NA TANO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Toc29123037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38" w:history="1">
            <w:r w:rsidRPr="005C35EE">
              <w:rPr>
                <w:rStyle w:val="Hyperlink"/>
                <w:noProof/>
                <w:lang w:val="sw-KE"/>
              </w:rPr>
              <w:t>MATUMIZI YA ZAKA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Toc29123038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39" w:history="1">
            <w:r w:rsidRPr="005C35EE">
              <w:rPr>
                <w:rStyle w:val="Hyperlink"/>
                <w:lang w:val="sw-KE"/>
              </w:rPr>
              <w:t>SOMO LA KUMI NA SITA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Toc29123039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40" w:history="1">
            <w:r w:rsidRPr="005C35EE">
              <w:rPr>
                <w:rStyle w:val="Hyperlink"/>
                <w:noProof/>
                <w:lang w:val="sw-KE"/>
              </w:rPr>
              <w:t>VITU VYA KHUMSI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Toc29123040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41" w:history="1">
            <w:r w:rsidRPr="005C35EE">
              <w:rPr>
                <w:rStyle w:val="Hyperlink"/>
                <w:lang w:val="sw-KE"/>
              </w:rPr>
              <w:t>SOMO LA KUMI NA SABA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Toc29123041 \h</w:instrText>
            </w:r>
            <w:r>
              <w:rPr>
                <w:webHidden/>
                <w:rtl/>
              </w:rPr>
              <w:instrText xml:space="preserve"> </w:instrText>
            </w:r>
            <w:r>
              <w:rPr>
                <w:webHidden/>
                <w:rtl/>
              </w:rPr>
            </w:r>
            <w:r>
              <w:rPr>
                <w:webHidden/>
                <w:rtl/>
              </w:rPr>
              <w:fldChar w:fldCharType="separate"/>
            </w:r>
            <w:r>
              <w:rPr>
                <w:webHidden/>
                <w:rtl/>
              </w:rPr>
              <w:t>12</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42" w:history="1">
            <w:r w:rsidRPr="005C35EE">
              <w:rPr>
                <w:rStyle w:val="Hyperlink"/>
                <w:noProof/>
                <w:lang w:val="sw-KE"/>
              </w:rPr>
              <w:t>UGAWIKO WA KHUMSI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Toc29123042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43" w:history="1">
            <w:r w:rsidRPr="005C35EE">
              <w:rPr>
                <w:rStyle w:val="Hyperlink"/>
                <w:noProof/>
                <w:lang w:val="sw-KE"/>
              </w:rPr>
              <w:t>WALAA TA'AKULU AM-WALAKUM BAINAKUM BIL BATWILI: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Toc29123043 \h</w:instrText>
            </w:r>
            <w:r>
              <w:rPr>
                <w:noProof/>
                <w:webHidden/>
                <w:rtl/>
              </w:rPr>
              <w:instrText xml:space="preserve"> </w:instrText>
            </w:r>
            <w:r>
              <w:rPr>
                <w:noProof/>
                <w:webHidden/>
                <w:rtl/>
              </w:rPr>
            </w:r>
            <w:r>
              <w:rPr>
                <w:noProof/>
                <w:webHidden/>
                <w:rtl/>
              </w:rPr>
              <w:fldChar w:fldCharType="separate"/>
            </w:r>
            <w:r>
              <w:rPr>
                <w:noProof/>
                <w:webHidden/>
                <w:rtl/>
              </w:rPr>
              <w:t>12</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44" w:history="1">
            <w:r w:rsidRPr="005C35EE">
              <w:rPr>
                <w:rStyle w:val="Hyperlink"/>
                <w:lang w:val="sw-KE"/>
              </w:rPr>
              <w:t>SOMO LA KUMI NA NANE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Toc29123044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45" w:history="1">
            <w:r w:rsidRPr="005C35EE">
              <w:rPr>
                <w:rStyle w:val="Hyperlink"/>
                <w:noProof/>
                <w:lang w:val="sw-KE"/>
              </w:rPr>
              <w:t>HIJJA (HAJJ) (i)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Toc29123045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46" w:history="1">
            <w:r w:rsidRPr="005C35EE">
              <w:rPr>
                <w:rStyle w:val="Hyperlink"/>
                <w:lang w:val="sw-KE"/>
              </w:rPr>
              <w:t>SOMO LA KUMI NA TISA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Toc29123046 \h</w:instrText>
            </w:r>
            <w:r>
              <w:rPr>
                <w:webHidden/>
                <w:rtl/>
              </w:rPr>
              <w:instrText xml:space="preserve"> </w:instrText>
            </w:r>
            <w:r>
              <w:rPr>
                <w:webHidden/>
                <w:rtl/>
              </w:rPr>
            </w:r>
            <w:r>
              <w:rPr>
                <w:webHidden/>
                <w:rtl/>
              </w:rPr>
              <w:fldChar w:fldCharType="separate"/>
            </w:r>
            <w:r>
              <w:rPr>
                <w:webHidden/>
                <w:rtl/>
              </w:rPr>
              <w:t>13</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47" w:history="1">
            <w:r w:rsidRPr="005C35EE">
              <w:rPr>
                <w:rStyle w:val="Hyperlink"/>
                <w:noProof/>
                <w:lang w:val="sw-KE"/>
              </w:rPr>
              <w:t>HIJA (HAJJI) (ii)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Toc29123047 \h</w:instrText>
            </w:r>
            <w:r>
              <w:rPr>
                <w:noProof/>
                <w:webHidden/>
                <w:rtl/>
              </w:rPr>
              <w:instrText xml:space="preserve"> </w:instrText>
            </w:r>
            <w:r>
              <w:rPr>
                <w:noProof/>
                <w:webHidden/>
                <w:rtl/>
              </w:rPr>
            </w:r>
            <w:r>
              <w:rPr>
                <w:noProof/>
                <w:webHidden/>
                <w:rtl/>
              </w:rPr>
              <w:fldChar w:fldCharType="separate"/>
            </w:r>
            <w:r>
              <w:rPr>
                <w:noProof/>
                <w:webHidden/>
                <w:rtl/>
              </w:rPr>
              <w:t>13</w:t>
            </w:r>
            <w:r>
              <w:rPr>
                <w:noProof/>
                <w:webHidden/>
                <w:rtl/>
              </w:rPr>
              <w:fldChar w:fldCharType="end"/>
            </w:r>
          </w:hyperlink>
        </w:p>
        <w:p w:rsidR="00044661" w:rsidRDefault="00044661">
          <w:pPr>
            <w:pStyle w:val="TOC1"/>
            <w:bidi/>
            <w:rPr>
              <w:rFonts w:asciiTheme="minorHAnsi" w:eastAsiaTheme="minorEastAsia" w:hAnsiTheme="minorHAnsi" w:cstheme="minorBidi"/>
              <w:b w:val="0"/>
              <w:bCs w:val="0"/>
              <w:color w:val="auto"/>
              <w:sz w:val="22"/>
              <w:szCs w:val="22"/>
              <w:rtl/>
            </w:rPr>
          </w:pPr>
          <w:hyperlink w:anchor="_Toc29123048" w:history="1">
            <w:r w:rsidRPr="005C35EE">
              <w:rPr>
                <w:rStyle w:val="Hyperlink"/>
                <w:lang w:val="sw-KE"/>
              </w:rPr>
              <w:t>MASOMO YA KI-ISLAM</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Toc29123048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49" w:history="1">
            <w:r w:rsidRPr="005C35EE">
              <w:rPr>
                <w:rStyle w:val="Hyperlink"/>
                <w:lang w:val="sw-KE"/>
              </w:rPr>
              <w:t>KITABU CHA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Toc29123049 \h</w:instrText>
            </w:r>
            <w:r>
              <w:rPr>
                <w:webHidden/>
                <w:rtl/>
              </w:rPr>
              <w:instrText xml:space="preserve"> </w:instrText>
            </w:r>
            <w:r>
              <w:rPr>
                <w:webHidden/>
                <w:rtl/>
              </w:rPr>
            </w:r>
            <w:r>
              <w:rPr>
                <w:webHidden/>
                <w:rtl/>
              </w:rPr>
              <w:fldChar w:fldCharType="separate"/>
            </w:r>
            <w:r>
              <w:rPr>
                <w:webHidden/>
                <w:rtl/>
              </w:rPr>
              <w:t>14</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50" w:history="1">
            <w:r w:rsidRPr="005C35EE">
              <w:rPr>
                <w:rStyle w:val="Hyperlink"/>
                <w:noProof/>
                <w:lang w:val="sw-KE"/>
              </w:rPr>
              <w:t>SOMO LA ISHIRINI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Toc29123050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51" w:history="1">
            <w:r w:rsidRPr="005C35EE">
              <w:rPr>
                <w:rStyle w:val="Hyperlink"/>
                <w:noProof/>
                <w:lang w:val="sw-KE"/>
              </w:rPr>
              <w:t>JIHADI (VITA VYA DINI)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Toc29123051 \h</w:instrText>
            </w:r>
            <w:r>
              <w:rPr>
                <w:noProof/>
                <w:webHidden/>
                <w:rtl/>
              </w:rPr>
              <w:instrText xml:space="preserve"> </w:instrText>
            </w:r>
            <w:r>
              <w:rPr>
                <w:noProof/>
                <w:webHidden/>
                <w:rtl/>
              </w:rPr>
            </w:r>
            <w:r>
              <w:rPr>
                <w:noProof/>
                <w:webHidden/>
                <w:rtl/>
              </w:rPr>
              <w:fldChar w:fldCharType="separate"/>
            </w:r>
            <w:r>
              <w:rPr>
                <w:noProof/>
                <w:webHidden/>
                <w:rtl/>
              </w:rPr>
              <w:t>14</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52" w:history="1">
            <w:r w:rsidRPr="005C35EE">
              <w:rPr>
                <w:rStyle w:val="Hyperlink"/>
                <w:lang w:val="sw-KE"/>
              </w:rPr>
              <w:t>SOMO LA ISHIRINI NA MOJA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Toc29123052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53" w:history="1">
            <w:r w:rsidRPr="005C35EE">
              <w:rPr>
                <w:rStyle w:val="Hyperlink"/>
                <w:noProof/>
                <w:lang w:val="sw-KE"/>
              </w:rPr>
              <w:t>KUAMRISHA MEMA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Toc29123053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54" w:history="1">
            <w:r w:rsidRPr="005C35EE">
              <w:rPr>
                <w:rStyle w:val="Hyperlink"/>
                <w:lang w:val="sw-KE"/>
              </w:rPr>
              <w:t>SOMO LA ISHIRINI NA MBILI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Toc29123054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55" w:history="1">
            <w:r w:rsidRPr="005C35EE">
              <w:rPr>
                <w:rStyle w:val="Hyperlink"/>
                <w:noProof/>
                <w:lang w:val="sw-KE"/>
              </w:rPr>
              <w:t>KUKATAZA MABAYA (i)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Toc29123055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44661" w:rsidRDefault="00044661">
          <w:pPr>
            <w:pStyle w:val="TOC2"/>
            <w:bidi/>
            <w:rPr>
              <w:rFonts w:asciiTheme="minorHAnsi" w:eastAsiaTheme="minorEastAsia" w:hAnsiTheme="minorHAnsi" w:cstheme="minorBidi"/>
              <w:color w:val="auto"/>
              <w:sz w:val="22"/>
              <w:szCs w:val="22"/>
              <w:rtl/>
            </w:rPr>
          </w:pPr>
          <w:hyperlink w:anchor="_Toc29123056" w:history="1">
            <w:r w:rsidRPr="005C35EE">
              <w:rPr>
                <w:rStyle w:val="Hyperlink"/>
                <w:lang w:val="sw-KE"/>
              </w:rPr>
              <w:t>SOMO LA ISHIRINI NA TATU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Toc29123056 \h</w:instrText>
            </w:r>
            <w:r>
              <w:rPr>
                <w:webHidden/>
                <w:rtl/>
              </w:rPr>
              <w:instrText xml:space="preserve"> </w:instrText>
            </w:r>
            <w:r>
              <w:rPr>
                <w:webHidden/>
                <w:rtl/>
              </w:rPr>
            </w:r>
            <w:r>
              <w:rPr>
                <w:webHidden/>
                <w:rtl/>
              </w:rPr>
              <w:fldChar w:fldCharType="separate"/>
            </w:r>
            <w:r>
              <w:rPr>
                <w:webHidden/>
                <w:rtl/>
              </w:rPr>
              <w:t>15</w:t>
            </w:r>
            <w:r>
              <w:rPr>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57" w:history="1">
            <w:r w:rsidRPr="005C35EE">
              <w:rPr>
                <w:rStyle w:val="Hyperlink"/>
                <w:noProof/>
                <w:lang w:val="sw-KE"/>
              </w:rPr>
              <w:t>KUKATAZA MABAYA (ii)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Toc29123057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58" w:history="1">
            <w:r w:rsidRPr="005C35EE">
              <w:rPr>
                <w:rStyle w:val="Hyperlink"/>
                <w:noProof/>
                <w:lang w:val="sw-KE"/>
              </w:rPr>
              <w:t>SOMO LA ISHIRINI NA NNE</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Toc29123058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59" w:history="1">
            <w:r w:rsidRPr="005C35EE">
              <w:rPr>
                <w:rStyle w:val="Hyperlink"/>
                <w:noProof/>
                <w:lang w:val="sw-KE"/>
              </w:rPr>
              <w:t>KUMPENDA MTUKUFU MTUME NA AHLIBAITI ZAKE NA KUJIEPUSHA NA MAADUI ZAO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Toc29123059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60" w:history="1">
            <w:r w:rsidRPr="005C35EE">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Toc29123060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61" w:history="1">
            <w:r w:rsidRPr="005C35EE">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Toc29123061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044661" w:rsidRDefault="00044661">
          <w:pPr>
            <w:pStyle w:val="TOC3"/>
            <w:bidi/>
            <w:rPr>
              <w:rFonts w:asciiTheme="minorHAnsi" w:eastAsiaTheme="minorEastAsia" w:hAnsiTheme="minorHAnsi" w:cstheme="minorBidi"/>
              <w:noProof/>
              <w:color w:val="auto"/>
              <w:sz w:val="22"/>
              <w:szCs w:val="22"/>
              <w:rtl/>
            </w:rPr>
          </w:pPr>
          <w:hyperlink w:anchor="_Toc29123062" w:history="1">
            <w:r w:rsidRPr="005C35EE">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Toc29123062 \h</w:instrText>
            </w:r>
            <w:r>
              <w:rPr>
                <w:noProof/>
                <w:webHidden/>
                <w:rtl/>
              </w:rPr>
              <w:instrText xml:space="preserve"> </w:instrText>
            </w:r>
            <w:r>
              <w:rPr>
                <w:noProof/>
                <w:webHidden/>
                <w:rtl/>
              </w:rPr>
            </w:r>
            <w:r>
              <w:rPr>
                <w:noProof/>
                <w:webHidden/>
                <w:rtl/>
              </w:rPr>
              <w:fldChar w:fldCharType="separate"/>
            </w:r>
            <w:r>
              <w:rPr>
                <w:noProof/>
                <w:webHidden/>
                <w:rtl/>
              </w:rPr>
              <w:t>17</w:t>
            </w:r>
            <w:r>
              <w:rPr>
                <w:noProof/>
                <w:webHidden/>
                <w:rtl/>
              </w:rPr>
              <w:fldChar w:fldCharType="end"/>
            </w:r>
          </w:hyperlink>
        </w:p>
        <w:p w:rsidR="00044661" w:rsidRDefault="00044661" w:rsidP="00044661">
          <w:pPr>
            <w:pStyle w:val="libNormal"/>
            <w:ind w:firstLine="0"/>
          </w:pPr>
          <w:r>
            <w:fldChar w:fldCharType="end"/>
          </w:r>
        </w:p>
      </w:sdtContent>
    </w:sdt>
    <w:sectPr w:rsidR="00044661" w:rsidSect="004C3E90">
      <w:footnotePr>
        <w:numRestart w:val="eachPage"/>
      </w:footnotePr>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1244" w:rsidRDefault="00DC1244" w:rsidP="00113C59">
      <w:r>
        <w:separator/>
      </w:r>
    </w:p>
  </w:endnote>
  <w:endnote w:type="continuationSeparator" w:id="0">
    <w:p w:rsidR="00DC1244" w:rsidRDefault="00DC1244"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76" w:rsidRDefault="00477C76" w:rsidP="00745C1D">
    <w:pPr>
      <w:pStyle w:val="Footer"/>
      <w:tabs>
        <w:tab w:val="clear" w:pos="4153"/>
        <w:tab w:val="clear" w:pos="8306"/>
      </w:tabs>
    </w:pPr>
    <w:fldSimple w:instr=" PAGE   \* MERGEFORMAT ">
      <w:r w:rsidR="00044661">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76" w:rsidRDefault="00477C76" w:rsidP="00113C59">
    <w:pPr>
      <w:pStyle w:val="Footer"/>
    </w:pPr>
    <w:fldSimple w:instr=" PAGE   \* MERGEFORMAT ">
      <w:r w:rsidR="00044661">
        <w:rPr>
          <w:noProof/>
        </w:rPr>
        <w:t>17</w:t>
      </w:r>
    </w:fldSimple>
  </w:p>
  <w:p w:rsidR="00477C76" w:rsidRDefault="00477C76"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76" w:rsidRDefault="00477C76" w:rsidP="00745C1D">
    <w:pPr>
      <w:pStyle w:val="Footer"/>
      <w:tabs>
        <w:tab w:val="clear" w:pos="4153"/>
        <w:tab w:val="clear" w:pos="8306"/>
      </w:tabs>
    </w:pPr>
    <w:fldSimple w:instr=" PAGE   \* MERGEFORMAT ">
      <w:r w:rsidR="00044661">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1244" w:rsidRDefault="00DC1244" w:rsidP="00113C59">
      <w:r>
        <w:separator/>
      </w:r>
    </w:p>
  </w:footnote>
  <w:footnote w:type="continuationSeparator" w:id="0">
    <w:p w:rsidR="00DC1244" w:rsidRDefault="00DC1244" w:rsidP="00113C59">
      <w:r>
        <w:continuationSeparator/>
      </w:r>
    </w:p>
  </w:footnote>
  <w:footnote w:id="1">
    <w:p w:rsidR="00477C76" w:rsidRPr="00704311" w:rsidRDefault="00477C76" w:rsidP="00704311">
      <w:pPr>
        <w:pStyle w:val="libFootnote0"/>
        <w:rPr>
          <w:lang w:val="sw-KE"/>
        </w:rPr>
      </w:pPr>
      <w:r w:rsidRPr="00704311">
        <w:rPr>
          <w:rStyle w:val="FootnoteReference"/>
          <w:vertAlign w:val="baseline"/>
          <w:lang w:val="sw-KE"/>
        </w:rPr>
        <w:footnoteRef/>
      </w:r>
      <w:r>
        <w:rPr>
          <w:lang w:val="sw-KE"/>
        </w:rPr>
        <w:t>.</w:t>
      </w:r>
      <w:r w:rsidRPr="00704311">
        <w:rPr>
          <w:lang w:val="sw-KE"/>
        </w:rPr>
        <w:t xml:space="preserve"> </w:t>
      </w:r>
      <w:r>
        <w:rPr>
          <w:lang w:val="sw-KE"/>
        </w:rPr>
        <w:t>Akhera:</w:t>
      </w:r>
      <w:r w:rsidRPr="00704311">
        <w:rPr>
          <w:lang w:val="sw-KE"/>
        </w:rPr>
        <w:t xml:space="preserve"> Ufufuo</w:t>
      </w:r>
      <w:r>
        <w:rPr>
          <w:lang w:val="sw-KE"/>
        </w:rPr>
        <w:t>.</w:t>
      </w:r>
    </w:p>
  </w:footnote>
  <w:footnote w:id="2">
    <w:p w:rsidR="00477C76" w:rsidRPr="00704311" w:rsidRDefault="00477C76" w:rsidP="00704311">
      <w:pPr>
        <w:pStyle w:val="libFootnote0"/>
        <w:rPr>
          <w:lang w:val="sw-KE"/>
        </w:rPr>
      </w:pPr>
      <w:r w:rsidRPr="00704311">
        <w:rPr>
          <w:rStyle w:val="FootnoteReference"/>
          <w:vertAlign w:val="baseline"/>
          <w:lang w:val="sw-KE"/>
        </w:rPr>
        <w:footnoteRef/>
      </w:r>
      <w:r>
        <w:rPr>
          <w:lang w:val="sw-KE"/>
        </w:rPr>
        <w:t>.</w:t>
      </w:r>
      <w:r w:rsidRPr="00704311">
        <w:rPr>
          <w:lang w:val="sw-KE"/>
        </w:rPr>
        <w:t xml:space="preserve"> Kiyama</w:t>
      </w:r>
      <w:r>
        <w:rPr>
          <w:lang w:val="sw-KE"/>
        </w:rPr>
        <w:t>:</w:t>
      </w:r>
      <w:r w:rsidRPr="00704311">
        <w:rPr>
          <w:lang w:val="sw-KE"/>
        </w:rPr>
        <w:t xml:space="preserve"> Siku ya kufufuliwa.</w:t>
      </w:r>
    </w:p>
  </w:footnote>
  <w:footnote w:id="3">
    <w:p w:rsidR="00477C76" w:rsidRPr="00590632" w:rsidRDefault="00477C76" w:rsidP="00590632">
      <w:pPr>
        <w:pStyle w:val="libFootnote0"/>
        <w:rPr>
          <w:lang w:val="sw-KE"/>
        </w:rPr>
      </w:pPr>
      <w:r w:rsidRPr="00590632">
        <w:rPr>
          <w:rStyle w:val="FootnoteReference"/>
          <w:vertAlign w:val="baseline"/>
          <w:lang w:val="sw-KE"/>
        </w:rPr>
        <w:footnoteRef/>
      </w:r>
      <w:r>
        <w:rPr>
          <w:lang w:val="sw-KE"/>
        </w:rPr>
        <w:t>.</w:t>
      </w:r>
      <w:r w:rsidRPr="00590632">
        <w:rPr>
          <w:lang w:val="sw-KE"/>
        </w:rPr>
        <w:t xml:space="preserve"> </w:t>
      </w:r>
      <w:r w:rsidRPr="008E5AFC">
        <w:rPr>
          <w:lang w:val="sw-KE"/>
        </w:rPr>
        <w:t>Hii si sehemu ya Adhana, lakini ni bora kusoma.</w:t>
      </w:r>
    </w:p>
  </w:footnote>
  <w:footnote w:id="4">
    <w:p w:rsidR="00477C76" w:rsidRPr="008E5AFC" w:rsidRDefault="00477C76" w:rsidP="008E5AFC">
      <w:pPr>
        <w:pStyle w:val="libFootnote0"/>
        <w:rPr>
          <w:lang w:val="sw-KE"/>
        </w:rPr>
      </w:pPr>
      <w:r w:rsidRPr="008E5AFC">
        <w:rPr>
          <w:rStyle w:val="FootnoteReference"/>
          <w:vertAlign w:val="baseline"/>
          <w:lang w:val="sw-KE"/>
        </w:rPr>
        <w:footnoteRef/>
      </w:r>
      <w:r>
        <w:rPr>
          <w:lang w:val="sw-KE"/>
        </w:rPr>
        <w:t xml:space="preserve">. </w:t>
      </w:r>
      <w:r w:rsidRPr="008E5AFC">
        <w:rPr>
          <w:lang w:val="sw-KE"/>
        </w:rPr>
        <w:t>Hii si sehemu ya Iqama lakini ni bora kusoma</w:t>
      </w:r>
      <w:r>
        <w:rPr>
          <w:lang w:val="sw-KE"/>
        </w:rPr>
        <w:t>.</w:t>
      </w:r>
    </w:p>
  </w:footnote>
  <w:footnote w:id="5">
    <w:p w:rsidR="00145483" w:rsidRPr="00145483" w:rsidRDefault="00145483" w:rsidP="00145483">
      <w:pPr>
        <w:pStyle w:val="libFootnote0"/>
        <w:rPr>
          <w:lang w:val="sw-KE"/>
        </w:rPr>
      </w:pPr>
      <w:r w:rsidRPr="00145483">
        <w:rPr>
          <w:rStyle w:val="FootnoteReference"/>
          <w:vertAlign w:val="baseline"/>
          <w:lang w:val="sw-KE"/>
        </w:rPr>
        <w:footnoteRef/>
      </w:r>
      <w:r>
        <w:rPr>
          <w:lang w:val="sw-KE"/>
        </w:rPr>
        <w:t>.</w:t>
      </w:r>
      <w:r w:rsidRPr="00145483">
        <w:rPr>
          <w:lang w:val="sw-KE"/>
        </w:rPr>
        <w:t xml:space="preserve"> Kisheria: Kwa kawaida Magharibi ni wakati jua linapozama na kufichika upeo wa macho. na kwa sharia ni wakati ule wekundu unao onekana upande wa mashariki baada ya kuzama jua ufike sawa na utosi mbinguni.</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76" w:rsidRDefault="00477C76"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77C76" w:rsidRDefault="00477C76"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704311"/>
    <w:rsid w:val="00005A19"/>
    <w:rsid w:val="000267FE"/>
    <w:rsid w:val="00040798"/>
    <w:rsid w:val="00043023"/>
    <w:rsid w:val="00044661"/>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1EBB"/>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2268F"/>
    <w:rsid w:val="001243ED"/>
    <w:rsid w:val="00126471"/>
    <w:rsid w:val="00133D3B"/>
    <w:rsid w:val="00133DD1"/>
    <w:rsid w:val="00135E90"/>
    <w:rsid w:val="00136268"/>
    <w:rsid w:val="00136E6F"/>
    <w:rsid w:val="00141B08"/>
    <w:rsid w:val="0014341C"/>
    <w:rsid w:val="00143EEA"/>
    <w:rsid w:val="00145483"/>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59C9"/>
    <w:rsid w:val="0038683D"/>
    <w:rsid w:val="003963F3"/>
    <w:rsid w:val="0039787F"/>
    <w:rsid w:val="003A1475"/>
    <w:rsid w:val="003A3298"/>
    <w:rsid w:val="003A4587"/>
    <w:rsid w:val="003A661E"/>
    <w:rsid w:val="003B0913"/>
    <w:rsid w:val="003B20C5"/>
    <w:rsid w:val="003B5031"/>
    <w:rsid w:val="003B6720"/>
    <w:rsid w:val="003B775B"/>
    <w:rsid w:val="003B7FA9"/>
    <w:rsid w:val="003C7C08"/>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77C76"/>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4224"/>
    <w:rsid w:val="00565AF9"/>
    <w:rsid w:val="005673A9"/>
    <w:rsid w:val="0057006C"/>
    <w:rsid w:val="00571BF1"/>
    <w:rsid w:val="0057612B"/>
    <w:rsid w:val="005772C4"/>
    <w:rsid w:val="00577577"/>
    <w:rsid w:val="00584801"/>
    <w:rsid w:val="00590632"/>
    <w:rsid w:val="00590698"/>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D36EC"/>
    <w:rsid w:val="006D41DF"/>
    <w:rsid w:val="006D6DC1"/>
    <w:rsid w:val="006D6F9A"/>
    <w:rsid w:val="006E2C8E"/>
    <w:rsid w:val="006E446F"/>
    <w:rsid w:val="006E6291"/>
    <w:rsid w:val="006F005A"/>
    <w:rsid w:val="006F0730"/>
    <w:rsid w:val="006F7CE8"/>
    <w:rsid w:val="00701353"/>
    <w:rsid w:val="00704311"/>
    <w:rsid w:val="0070524C"/>
    <w:rsid w:val="00710619"/>
    <w:rsid w:val="00717AB1"/>
    <w:rsid w:val="00717C64"/>
    <w:rsid w:val="00721FA0"/>
    <w:rsid w:val="00723983"/>
    <w:rsid w:val="00723C8D"/>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FD1"/>
    <w:rsid w:val="007E2EBF"/>
    <w:rsid w:val="007E6DD9"/>
    <w:rsid w:val="007F4190"/>
    <w:rsid w:val="007F4E53"/>
    <w:rsid w:val="00806335"/>
    <w:rsid w:val="008105E2"/>
    <w:rsid w:val="008128CA"/>
    <w:rsid w:val="00813440"/>
    <w:rsid w:val="00821393"/>
    <w:rsid w:val="00821493"/>
    <w:rsid w:val="00826B87"/>
    <w:rsid w:val="00831B8F"/>
    <w:rsid w:val="008340ED"/>
    <w:rsid w:val="00835393"/>
    <w:rsid w:val="00837259"/>
    <w:rsid w:val="0084238B"/>
    <w:rsid w:val="0084318E"/>
    <w:rsid w:val="0084496F"/>
    <w:rsid w:val="00850983"/>
    <w:rsid w:val="00856941"/>
    <w:rsid w:val="00857A7C"/>
    <w:rsid w:val="00862F16"/>
    <w:rsid w:val="00864864"/>
    <w:rsid w:val="008656BE"/>
    <w:rsid w:val="008703F4"/>
    <w:rsid w:val="00870D4D"/>
    <w:rsid w:val="00873D57"/>
    <w:rsid w:val="00874112"/>
    <w:rsid w:val="008777DC"/>
    <w:rsid w:val="00880BCE"/>
    <w:rsid w:val="008810AF"/>
    <w:rsid w:val="008830EF"/>
    <w:rsid w:val="008933CF"/>
    <w:rsid w:val="00895362"/>
    <w:rsid w:val="0089677D"/>
    <w:rsid w:val="008A225D"/>
    <w:rsid w:val="008A4630"/>
    <w:rsid w:val="008B5AE2"/>
    <w:rsid w:val="008B5B7E"/>
    <w:rsid w:val="008C0DB1"/>
    <w:rsid w:val="008C3327"/>
    <w:rsid w:val="008D5FE6"/>
    <w:rsid w:val="008D6657"/>
    <w:rsid w:val="008E1FA7"/>
    <w:rsid w:val="008E4D2E"/>
    <w:rsid w:val="008E5AFC"/>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61F"/>
    <w:rsid w:val="00972C70"/>
    <w:rsid w:val="00974224"/>
    <w:rsid w:val="00974FF1"/>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048"/>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30CD"/>
    <w:rsid w:val="00CF137D"/>
    <w:rsid w:val="00D10971"/>
    <w:rsid w:val="00D20EAE"/>
    <w:rsid w:val="00D212D5"/>
    <w:rsid w:val="00D24B24"/>
    <w:rsid w:val="00D24EB0"/>
    <w:rsid w:val="00D25987"/>
    <w:rsid w:val="00D302F5"/>
    <w:rsid w:val="00D33A32"/>
    <w:rsid w:val="00D404A6"/>
    <w:rsid w:val="00D46C32"/>
    <w:rsid w:val="00D52EC6"/>
    <w:rsid w:val="00D53333"/>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C1244"/>
    <w:rsid w:val="00DD1BB4"/>
    <w:rsid w:val="00DD6547"/>
    <w:rsid w:val="00DD78A5"/>
    <w:rsid w:val="00DE4448"/>
    <w:rsid w:val="00DE49C9"/>
    <w:rsid w:val="00DF3BA3"/>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43F5"/>
    <w:rsid w:val="00ED57DD"/>
    <w:rsid w:val="00EE260F"/>
    <w:rsid w:val="00EE5654"/>
    <w:rsid w:val="00EE56E1"/>
    <w:rsid w:val="00EE604B"/>
    <w:rsid w:val="00EE6B33"/>
    <w:rsid w:val="00EF0462"/>
    <w:rsid w:val="00EF6505"/>
    <w:rsid w:val="00EF7A6F"/>
    <w:rsid w:val="00F02C57"/>
    <w:rsid w:val="00F070E5"/>
    <w:rsid w:val="00F1370E"/>
    <w:rsid w:val="00F1517E"/>
    <w:rsid w:val="00F16678"/>
    <w:rsid w:val="00F26388"/>
    <w:rsid w:val="00F31BE3"/>
    <w:rsid w:val="00F32168"/>
    <w:rsid w:val="00F34B21"/>
    <w:rsid w:val="00F34CA5"/>
    <w:rsid w:val="00F41E90"/>
    <w:rsid w:val="00F436BF"/>
    <w:rsid w:val="00F571FE"/>
    <w:rsid w:val="00F638A5"/>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ED43F5"/>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ED43F5"/>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C4E05CE-B667-42C7-850C-FE9F500F85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177</TotalTime>
  <Pages>18</Pages>
  <Words>4740</Words>
  <Characters>27018</Characters>
  <Application>Microsoft Office Word</Application>
  <DocSecurity>0</DocSecurity>
  <Lines>225</Lines>
  <Paragraphs>63</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31695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14</cp:revision>
  <cp:lastPrinted>1601-01-01T00:00:00Z</cp:lastPrinted>
  <dcterms:created xsi:type="dcterms:W3CDTF">2020-01-04T07:25:00Z</dcterms:created>
  <dcterms:modified xsi:type="dcterms:W3CDTF">2020-01-05T09:52:00Z</dcterms:modified>
</cp:coreProperties>
</file>