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F54" w:rsidRPr="00B81F54" w:rsidRDefault="00B81F54" w:rsidP="00B81F54">
      <w:pPr>
        <w:pStyle w:val="Heading1Center"/>
        <w:rPr>
          <w:lang w:val="sw-KE"/>
        </w:rPr>
      </w:pPr>
      <w:bookmarkStart w:id="0" w:name="_Toc30419520"/>
      <w:r w:rsidRPr="00B81F54">
        <w:rPr>
          <w:lang w:val="sw-KE"/>
        </w:rPr>
        <w:t>UTENZI WA IMAM HUSEN</w:t>
      </w:r>
      <w:bookmarkEnd w:id="0"/>
    </w:p>
    <w:p w:rsidR="00B81F54" w:rsidRPr="00B81F54" w:rsidRDefault="00B81F54" w:rsidP="00B81F54">
      <w:pPr>
        <w:pStyle w:val="Heading2Center"/>
        <w:rPr>
          <w:lang w:val="sw-KE"/>
        </w:rPr>
      </w:pPr>
      <w:bookmarkStart w:id="1" w:name="_Toc30419521"/>
      <w:r w:rsidRPr="00B81F54">
        <w:rPr>
          <w:lang w:val="sw-KE"/>
        </w:rPr>
        <w:t>MWANDISHI: HEMED BIN ABDALLAH BIN SAID</w:t>
      </w:r>
      <w:bookmarkEnd w:id="1"/>
    </w:p>
    <w:p w:rsidR="00B81F54" w:rsidRPr="00B81F54" w:rsidRDefault="00B81F54" w:rsidP="00B81F54">
      <w:pPr>
        <w:pStyle w:val="Heading3Center"/>
        <w:rPr>
          <w:lang w:val="sw-KE"/>
        </w:rPr>
      </w:pPr>
      <w:bookmarkStart w:id="2" w:name="_Toc30419522"/>
      <w:r w:rsidRPr="00B81F54">
        <w:rPr>
          <w:lang w:val="sw-KE"/>
        </w:rPr>
        <w:t>UTENZI WA KISA CHA SAYYIDNA HUSSEIN</w:t>
      </w:r>
      <w:bookmarkEnd w:id="2"/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1. Bismillahi Aziza, ArRahmani Mweneza, Ndiye wa Kwanza na kwanza, Wa milele na abadi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2. Ndiye Huyu 'lKayumu, Wa milele na dawamu, Ndiye muumba Adamu, Na wote wake waladi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3. Ndiye muumba 'ssamai, Na wote anbiai, Thumma na auliai, Wote ni wake ibadi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4. Jamii ni wake waja, Wala hawati mmoja, Kula atakae haja, Apata wake mradi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5. Kuumba kwake Jalali, Nabiu na Mursali, Aliyeumbwa awali, Tumwa wetu Muhammadi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6. Huyo alitangulia, Kisijawa vitu pia, Vyote vilivyobakia, Vijile yake baadi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7. Nuru yake yalidanda, Na sifaze zikenenda, Jina aketwa Kipendwa, Kipendo chake 'sSamadi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8. Baada ya kudhukuri, Sifa za Mola Jabari, Na za tumwa Mukhtari, Penda nitunge ishadi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9. Natanga tunga utenzi, Usipate nusu mwezi, Ama kwandika siwezi, Macho yametasawadi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10. Macho yamesawidika, Sioni vema kwandika, Kwa kula siku kushika, Karatasi na midadi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11. Macho yangu wanakwetu, Hayafafanui mtu, Natendea kazi yetu, Ya tangu jadi na jadi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12. Na kuiwacha si vema, Taja dhuriwa nakoma, Hata kwamba si mzima, Afadhali jitihadi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13. Na hadithiye kwambile, Nitakayo nitongole, Bajani moyo mkale, Tena mtuze fuadi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14. Mtoe na wasiwasi, Niwatulie nafusi, Baada ya kujilisi, Na roho kutabaradi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15. Ndipo niweleze shani, Ya Maulana Huseni, Dhuria wake Amini, Vita vyao na Yazidi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16. Huyu Yazidi sikia, Babaye ni Muawia, Kutawafukwe Nabia, Na arubaa Sayyidi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17. Wa kwanza Abubakari, Na Maulana Omari, Na Ally Haidari, Na mmoja taradidi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18. Maulana Athumani, Watu hao sikiani, Kuondoka duniyani, Ndipo hayo yakabidi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19. Kuondoka kwao pia, Kutawala Muawia, Miji yote kuzuia, Asibakie biladi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20. Akashika ufalume, Wala pasiwe muume, Na dhuriaze Mtume, Pendo likenda ahadi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21. Akampenda Huseni, Na watotowe nyumbani, Na angawa sultani, Asiweze kutaadi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lastRenderedPageBreak/>
        <w:t>22. Kakithiri Muawia, Heshima kamwekea, Na pendo kamzidia, Atakalo lisirudi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23. Akazidi muheshimu, Na wote bani Hashimu, Jamii kawakirimu, Akajifanya abidi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24. Baada hayo rafiki, Akenenda Dimishiki, Na dhuriaze sadiki, Asibakie wahidi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25. Kamtukua Huseni, Na dhuriaze Amini, Rijali na nisiwani, Wakubwa hata waladi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26. Dimishiki kenda nao, Muawia kawa nao, Akawaweka kikao, Kizuri kisikyo budi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27. Baada suu wuadhi, Akapatwa ni maradhi, Muawia kiaridhi, Akajua ni ahadi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28. Akajua ni ajali, Ya roho kunakali, Akamwita tasihili, Mtoto wake Yazidi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29. Akamuweka usoni, Wali wao faraghani, Muawia kabaini, Akamba ewe waladi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30. Ewe Yazidi mwanangu, Nitazama hali yangu, Muwili wote matungu, Na uzito wa jasadi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31. Muwili umezuiwa, Sijiwezi kujinua, Na sisi waja twajua, Mauti hatuna budi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32. Twaijua kwa hakika, Ni faradhi kutoweka, Yazidi akatamka, Maneno akaradidi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33. Baba utakapokufa, Nnani nyuma Khalifa, Mtamalaki taifa, Na ezi ikambidi?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34. Akinena Muawia, Khalifa wewe dhuria, Lakini nakuusia, Usije ukafisidi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35. Sikia ewe mwanangu, Ushike wosia wangu, Wepukane na matungu, Hiyo siku ya mnadi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36. Kwanza nikuusiayo, Ezi ni kutunza moyo, Ujue na marikayo, Na walio kukuzidi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37. Na wote raia wako, Ukae nao kitako, Usikithiri vituko, Utakuja jihusudi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38. Na tena uwashauri, Ijiriapo amri, Ukae nao vizuri, Roho zao ziburudi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39. Pindi hayo ukitenda, Tambua watakupenda, Utakalo utatenda, Neno lako halirudi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40. Baada hayo yakini, Nakusikia Huseni, Na watotowe nyumbani, Alla Alla ya Yazidi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41. Alla Alla uwashike, Tangu waume na wake, Na jambo lisitendeke, Shati apende Sayyidi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42. Jambo asilolipenda, Usije ukalitenda, Tambua umejivunda, Hata kwa Mola Wadudi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43. Wala usimkasiri, Hata kwa jambo saghiri, Mpe kuti na uzari, Kabla wote junudi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44. Alla Alla muheshimu, Umzidie makamu, Kwani sisi tu hadimu, Walidio masayidi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45. Ewe Yazidi yashike, Yule asikasirike, Sisi tu watumwa wake, Na babuye Muhamadi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lastRenderedPageBreak/>
        <w:t>46. Na ukhalifa si wetu, Wala si wa baba zetu, Wake yeye bwana wetu, Sisi kwao tu abidi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47. Pindi atakapokuwa, Siwate kumtukuwa, Umsalimu ulua, Kuko kwao na urudi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48. Alla Alla ewe mwana, Akuapo Maulana, Enenda naye Madina, Na wote wake waladi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49. Umsalimu eziye, Kwamba atatwaa yeye, Au mtu atakaye, Ushike ndiya urudi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50. Atakalo mfanyie, Wala simzuilie, Na kadiri amriye, Ndiyo itayokufidi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51. Umtie mahabani, Dhahiri na faraghani, Siwe na kitu moyoni, Roho yako isafidi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52. Na pindi umpendapo, Hapana budi na pepo, Utakwenda kaa papo, Pa babuye Muhammadi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53. Pindi usipompenda, Kesho huna la kutenda, Ndia utakayokwenda, Na Majusi na Yahudi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54. Muawia kamaliza, Yazidi asikiliza, Maneno kamrudiza, Manenoyo hayarudi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55. Yote uloniusia, Baba nimeyasikia, Si mwenye kuyawatia, Yote uliyoradidi,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56. Baada hayo nakuli, Isipate siku mbili, Akapatwa na ajali, Mauti yakambidi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57. Alipokwisha toweka, Yazidi kafadhaika, Kasimama akazika, Na kuchawanya nakidi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58. Akaliweka tanzia, La babaye Muawiya, Na vitu vikangamia, Vingi visivyo idadi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59. Akavihasiri vitu, Akawakusanya watu, Si siku mbili si tatu, Ikawa hiyo abadi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60. Akawatinda ghanamu, Na wingi wa bahayumu, Na zakula tamtamu, Na sharubati waridi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61. Matanga akiondoa, Nguo mbaya kazivua, Akavaa za uluwa, Nzuri za kusafidi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62. Akajivika na taji, Lawaka kama siraji, Na wengi watundamaji, Majaria na abidi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63. Akajivika libasi, Hudhuri na sandusi, Zawaka kama shamsi, Rihi ambari na 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64. Akavaa burukhuti, Akakikalia kiti, Cha lulu na yakuuti, Chema cha zabarijudi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65. Akatungika johari, Na thoria mnawari, Vyandarua vya hariri, Siriri na l'wasidi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66. Sayo yakisha tendeka, Akakutubu nyaraka, Kula nti kapeleka, Akamkua junudi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67. Akaweta asibaki, Kula panapo muluki, Wakutane Dimishiki, Wamkiri usayidi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68. Barua zisibakie, Na kula asikiaye, Akaja na kaumuye, Na nyingi mno zawadi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69. Wakaitika amri, Jamii ya ansari, Wakakutana jifiri, Kuja kwake makusudi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lastRenderedPageBreak/>
        <w:t>70. Walipokwenda timia, Yazidi akawambia, Jambo alilowetia, Ya maishara junudi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71. Mimi nimetamalaki, Aridhi ya Dimishiki, Na jamii ya muluki, Mje kwangu musujudi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72. Mimi ndimi sultani, Niwetapo nitikani, Pasiwe na ushindani, Wala mwenye kukaidi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73. Mimi ni wenu amiri, Ambaye amenikiri, Tamjaza utajiri, Na kula siku nizidi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74. Ambaye amekubali, Tamjaza mangi mali, Yeye na wake ayali, Na wakewe na abidi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75. Ambaye hakuridhika, Kuwa mimi mamlika, Rasiye itaondoka, Kwa saifi ya hadidi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76. Tamkata yake rasi, Nimwangue kama sisi, Semani hima upesi, Nipate kuyafanidi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77. Jamii wakabaini, Wewe ndiwe sultani, Akubishaye nnani?, Hapo mwenye kukaidi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78. Wewe ndiwe bwana wetu, Uliyemiliki watu, Wala hazumbuki mtu, Kuja kwako na taadi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79. Na ambaye atakuja, Kwa harubu au huja, Shauri letu ni moja, Tambua tutakufidi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80. Haya wakishatamka, Yazidi kafurahika, Akawapa twika twika, Jeshi yote ikarudi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81. Kabaki yeye pekee, Na mjini kaumuye, Akampa ampaye, Wengine akawazidi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82. Akaweka mawaziri, Na aribabu amri, Akadirika hamri, Barazani ikabidi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83. Kinyang'anya masikini, Wenye kupita ndiani, Na wajao barazani, Wengine kiwahusudi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84. Kawakataa tariki, Sipitike Dimishiki, Watu wakataharuki, Kwa mambo yake Yazidi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85. Akaitenda jeuri, Kubwa isiyo kadiri, Raia na mawaziri, Wote wakasitajidi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86. Na kula mtu ambaye, Alipendwa na babaye, Yeye kawa hasimuye, Akija kimtaridi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87. Ali akiwasukuma, Wenye haya na huruma, Akakithiri dhuluma, Na kila siku kuzidi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88. Akautupa wosia, Wa babaye Muawiya, Ukazidi utaghia, Mno akatamaridi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89. Na Maulana Huseni, Asimpe nufaani, Wala kwenda barazani, Asipende mshahidi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90. Na mtu amtajaye, Alosimama mbeleye, Yuamkata nyamaye, Na kumpiga jalidi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91. Kamzia Maulana, Asitake kumuona, Pasiwe neno kunena, Ila la kumuhusudi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92. Akashirabu khamri, Na jilasi ikajiri, Na nyama ya hinziri, Akila na kurajidi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93. Kuonakwe Maulana, Vitendo vyake laana, Na babaye alonena, Yote hayakusuudi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lastRenderedPageBreak/>
        <w:t>94. Kuonakwe tafauti, Kondoka suu wakati, Kenda kwa wake ukhti, Ili kwenda muradidi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95. Akifika akalia, Nduguye akangalia, Sakina akamwambia, Waliza nini Sayyidi?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96. Akatamka Sakina, Una nini Maulana, Ambalo ni kubwa sana, Jambo lililokuzidi?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97. Kilio chako Huseni, Kitawaliza majini, Na malaika mbinguni, Na baharini swayyidi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98. Na nyama wote barani, Watangia kilioni, Hata maji baharini, Pia yatatujamidi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99. Usilie Maulana, Na uliyo nayo nena, Kwa amriye Rabana, Neo lako halirudi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100. Huseni akamwambia, Ewe Sakina sikia, Yaliyonipa kulia, Ni mambo yake Huseni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101. Ametukiwa na siye, Hapendi atusikie, Ni kheri tumuukiye, Si naye tuwe baidi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102. Sikia ewe Sakina, Twenende zetu Madina, Hapa sipataki tena, Hata kwa saa wahidi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103. Twende zetu Yathiribu, Kunako nyumba za Babu, Tumwondokee harabu, Atakayetuhusudi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104. Ni hayo maneno yangu, Nitakayo roho yangu, Wanenaje nduu yangu, Katika suu mradi?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105. Kamaliza Maulana, Akatamka Sakina, Sayyidi unayonena, Mimi ni bora zaidi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106. Huyu ametakabari, Na kumuasi Jabari, Na kushirabu khamri, Na watu kuwajalidi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107. Na babaye Muawiya, Pia alomuusia, Yote hayakutimia, Hata kwa jambo wahidi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108. Afadhali twende zetu, Kunako majumba yetu, Kwani Yazidi si kitu, Amekwisha tamaridi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109. Walakini kamjibu, Umuarifu kitabu, Nenda zangu Yathiribu, Wala huku sitarudi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110. Mpelekee khabari, Ya kumuaga safari, Tusikize madhukuri, Atakayo kuradidi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111. Kwani tutokapo Kofu, Tusipo kumuarifu, Atasema tuna khofu, Haya atayafanidi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112. Sakina kwisha kalimu, Mara Huseni kakumu, Akaagiza kalamu, Na lauhi na midadi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113. Akawandika waraka, Tasihili kwa kikaka, Ila muhibu pulika, Sikia ewe Yazidi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114. Rohoni nimeazimu, Kwenda Madina kukimu, Au kunako Haramu, Hakae nitaabidi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115. Napenda kwenenda Maka, Au Madina hifika, Hatake pa kuniweka, Katika mbili biladi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116. Nami siwezi safiri, Ila unipe amri, Na ambapo hukukiri, Takaa nitabaradi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117. Nipe rukhusa ya kwenda, Au niambie Vunda, Kula utakalopenda, Siwezi kukukaidi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lastRenderedPageBreak/>
        <w:t>118. Kashilia Maulana, Kaukunda iyo hina, Kamsalimu kijana, Kenda nao kwa Yazidi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119. Ikiwasili barua, Yazidi kaufungua, Jamii makutubua, Yote akayaadidi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120. Hata akisha usoma, Kaupindua kwa nyuma, Aketa kalamu hima, Kumuarifu Sayyidi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121. Maneno akabaini, Akamba ewe Huseni, Kwangu wataka idhini, Ndiyo uliyoradidi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122. Tumia khiari wewe, Hayo ni yako mwenyewe, Mimi sina haja nawe, Sipendi kukushahidi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123. Ukenenda sikutaki, Wala hu wangu rafiki, Na uwapo Dimishiki, Sikupi hata nakidi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124. Sipendi kushuhudia, Kwamba Rabi ajalia, Kuigauza dunia, Ikawa zabarijudi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125. Ningewapa insani, Watu wote duniani, Wewe ukaitamani, Ujapo kujitahidi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126. Kwangu hupati mahaba, Wala kula ukashiba, Nakuwazia msiba, Na 'ladhabu shadidi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127. Na Maka ukiwasili, Majumba yangu ya mali, Nenda kayakae mbali, Usende ukarajidi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128. Sende ukapanda ngazi, Majumba yangu ya ezi, Akimaa matongozi, Waraka kaujadili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129. Kamsalimu risali, Kenda nao tasihili, Hata alipowasili, Kwa Maulana sayyidi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130. Kausoma kauona, Kenda nao kwa Sakina, Akamba tazama mwana, Maneno yake Yazidi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131. Amesema ni khiari, Kukaa na kusafiri, Wanambiaje shauri?, Mwanamke karadidi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132. Mwanamke kadhukuri, Hapana tena usiri, Na watengeze bairi, Wa kuja panda waladi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133. Hima twandame tariki, Tuitoke Dimishiki, Huseni akasabiki, Kamzaini jawadi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134. Twika kazitengeneza, Ngamia akawatwisa, Kula ambaye apasa, Waungwana na abidi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135. Wakalekea safari, Wakamuomba Jabari, Wakaikabili bari, Yenye nondo na asadi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136. Rabi akawanusuru, Kwenda kheri wa sururu, Pasiwe la kuwadhuru, Dhuria za Muhammadi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137. Kawanusuru Rabuka, Kwa maafa na shabuka, Nondo wote na majoka, Wakuja wakisuudi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138. Jamii watu wazima, Hata watoto yatima, Wakiwasili salama, Badari 'lmakusudi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139. Walipofika Madina, Watu walipowaona, Wakafurahika sana, Furaha kubwa shadidi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140. Wakatelea rikabu, Wakangia Yathiribu, Jamii ya Waarabu, Wakamlaki sayyidi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141. Akafikilia dari, Ya babaye Haidari, Ndiyo aliyokhiari, Kuwatia auladi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lastRenderedPageBreak/>
        <w:t>142. Baada ya kuwasili, Akenenda tasihili, Kaburini kwa rasuli, Kumzuru wake jadi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143. Kimaa yake zuari, Kaburi iketa nuri, Hata juu ya kamari, Nuru hiyo ikazidi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144. Kwishakwe zuru nabia, Roho ikafurahia, Nyumbani akarejea, Nyumbani kwake kurudi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145. Ali yeye na nduguye, Alokwenda zuru naye, Mtakapo ismuye, Jina ketwa Muhammadi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146. Ni mwana wa Shekhe Ali, Kazawa nyumba ya pili, Naye katika kitali, Kama umeme na radi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147. Jamii zote taifa, Wamwita bunu Khanifa, Wala hafikiri kufa, Atokeapo jihadi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148. Ali simba maalumu, Katika nchi ya Shamu, Ambapo ataranamu, Utamboni akabidi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149. Hakiwa akizumbuka, Awezaye kumfika, Wote wenye kutajika, Kwake wakasitajidi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150. Basi wakarejeea, Na Maulana pamoya, Nyumbani wakenda ngia, Kwa baba yao asadi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151. Na wote 'lAnsari, Na jamii Muhajiri, Pasibakie saghiri, Msifurahi fuadi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152. Wale wakamkirimu, Kwa zakula tamtamu, Wakamuweka makamu, Na pendo likashitadi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153. Jamii wakalingana, Kumwambia Maulana, Kula utakalonena, Kwani ni yako biladi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154. Sisitahi bwana wetu, Roho ikataka kitu, Nafasi na mali zetu, Ni yako wewe Sayyidi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155. Sote tumefurahika, Madina unavyofika, Hatupendi kuondoka, Katika zetu fuadi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156. Basi wakasimulia, Hata kiza kikangia, Wakenenda zao pia, Pasibakie wahidi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157. Ila ni wao theneni, Wao wawili nyumbani, Akatamka Huseni, Kamba Ewe Muhammadi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158. Sababu ya kuja zangu, Ni ghadhabu na matungu, Ya hayo asi wa Mungu, Abdullahi Yazidi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159. Alipokufa babaye, Hamtazama haliye, Sikuweza kaa naye, Kwa jeuri na taadi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160. Yote aliyousiwa, Hata moja halikuwa, Aliposhika ulua, Kangia na kufisidi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161. Nami kanizia sana, Asitake kuniona, Haona sina maana, Kukaa yake biladi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162. Haradhiwa kuondoka, Kuja Madina na Maka, Muhammadi katamka, Ahsanta Sayyidi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163. Hasanta bun Ali, Kuja zako afadhali, Mtu kukaa muhali, Wala asipo mradi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164. Miji yao maghasiki, 'lKofu na Dimishiki, kukaa wewe ni dhiki, mashaka hayana budi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165. Na Yazidi bardhuli, Kuwania udawali, Wala si yao asili, Si ya jadi na jududi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lastRenderedPageBreak/>
        <w:t>166. Huu ulua ni wetu, Wa baba na babu zetu, Wala hazumbuki mtu, Ambaye ametuzidi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167. Wenyewe tukiutaka, Twenenda tukaushika, Na afanyapo dhihaka, Tukamuonya hadidi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168. Na kwamba hatuutaki, Ya nini kwenda jidhiki?, Kheri kufuata haki, Ya Mola wetu Wadudi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169. Nawe sasa Maulana, Keleti hapa Madina, Kula utakalo nena, Neno lako halirudi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170. Na utakapo Makati, Enenda zako kaketi, Na kwamba wataka nti, Takuwali sina budi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171. Utakapo ukhalifa, Sema niwete taifa, Ahadi ni mimi kufa, Ndipo uone taadi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172. Takawali hivi sasa, Utamalaki kabisa, Pasiwe mtenda kisa, Ukate utabaridi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173. Huseni kamrudia, Ya 'lakhi nisikia, Hayo sikupendelea, Kutamalaki junudi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174. Roho yangu naazimu, Nenende hasitakimu, Maka kunako Haramu, Nimuabudu Wadudi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175. Niabudu Subhana, Kwa usiku na mchana, Nitazame kwa Rabana, Atakalo kunibidi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176. Ezi sina haja nayo, Haimo katika moyo, Wakisha kusema hayo, Wakenda wakarajidi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177. Akaketi Maulana, Siku ashara Madina, Khatima wakandamana, Nduguye akamuwadi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178. Maulana akatoka, Akakusudia Maka, Siku haba zikifika, Akawasili biladi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179. Alipokwisha wasili, Wakatoka kabaili, Wanawake na rijali, Kwenda mlaki Sayyidi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180. Katoka bun Zuberi, Abdalla mashihuri, Pasibakie saghiri, Waungwana na abidi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181. Na Abdalla yuani, Ni ndugu yake Huseni, Wa katika ridhaani, Zamani wali wabidi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182. Ni nduguye hana huja, Walinyonya ziwa moja, Akenda akimngoja, Bara katika 'lwadi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183. Na Abdalla pulika, Zamani hizo hakika, Ndiye khalifa wa Maka, Mtamalaki junudi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184. Wakamlaki Huseni, Na ndugu yake Sakini, Wakamtia mjini, Na furaha za fuadi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185. Abdalla akanena, Twende kwangu Maulana, Kwenda pengine hapana, Kwangu ni bora zaidi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186. Kuwasilikwe fahamu, Ikafanyiwa karamu, Ya hubuzi na lahamu, Na vitu vya kusafidi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187. Twenende kwangu nyumbani, Ukae uje makini, Akatikia Huseni, Asiweze kumrudi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188. Kasimama Abdalla, Akafanyiza vyakula, Na wengine kabaila, Wote wakajitahidi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189. Kula mtu katamani, Kumkirimu Huseni, Vitu launi launi, Vya moto na vya baridi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lastRenderedPageBreak/>
        <w:t>190. Karamu zikafanyiwa, Na kuliwa zikasazwa, Hata kukangia kiza, Usiku ukasawidi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191. Watu wote barazani, Wakarejea nyumbani, Kabaki yeye Huseni, Na mtoto wa asadi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192. Huseni akatamka, Ya Abdalla pulika, Kisa cha kungia Maka, Na Dimishiki kurudi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193. Ni ibnu Muawia, Mambo alonifanyia, Uasi na utaghia, Jeuri na uhasidi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194. Amekithiri jeuri, Uasi na ujabari, Si mwenye kutafakari, Na kwamba yuko Wadudi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195. Amekithiri uasi, Kupita hao Majusi, Nilipoona jinsi, Hushika ndia harudi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196. Babaye akifariki, Akaushika muluki, Yote hakuyasadiki, Aliyokumradidi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197. Yote alomuusia, Jamii hakuridhia, Sikuweza vumilia, Mji wake kurakidi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198. Nimekuja zangu kwetu, Kuliko majumba yetu, Niabudu Mola wetu, Rakaa na kusujudi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199. Abdalla akanena, Hasanta Maulana, Yamenipendeza sana, Kuja Maka kukaidi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200. Kama wewe kuja Maka, Utakalo ni kutaka, Inshalla litatendeka, Kula utaloradidi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201. Ulitakalo twambie, Hapana alibishaye, Twajua bwana ni wewe, Tangu jadi na jududi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202. Utakapo khalafati, Sasa takitoa kiti, Utamalaki Makati, Na jamii ya biladi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203. Nikuwali ukhalifa, Wa babuyo Musitafa, Na mweye kutaka kufa, Ni mwenye kukukayidi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204. Na asemaye hataki, Sharuti tamuhiliki, Na Yazidi Dimishiki, Tapanda mimi jawadi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205. Nitukue farisani, Wazoefu wa vitani, Kama simba ghadhibani, Walio kama asadi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206. Dimishiki nirikabu, Niuonyeshe barabu, Hadi ni kutaadabu, Yeye na wake juhudi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207. Ningie na bildiye, Nitafute asemaye, Nimuondoshe rasiye, Kula aliye hasidi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208. Pasibaki kabaili, Ambaye hatakubali, Huseni kamba ni kweli, Yote unayoradidi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209. Walakini ndugu yangu, Siupendi ulimwengu, Taka abudu Muungu, Ni huu wangu mradi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210. Sitaki usultani, Taka niwe masikini, Wala hayo sitamani, Kwenda wapiga jihadi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211. Nataka niketi Maka, Nimuabudu Rabuka, Wala sipendi kwondoka, Hata ifike ahadi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212. Hapano Maka sondoki, Na ukhalifa sitaki, Kisha sayo kunatiki, Wakenda wakarakidi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213. Baada hayo yuani, Kaketi Make Huseni, Wote walio mjini, Kupenda wakamzidi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lastRenderedPageBreak/>
        <w:t>214. Wakampenda sikia, Yeye na wake dhuria, Kula siku kuzidia, Mahaba mangi shadidi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215. Wote wakamjamili, Yeye na wake tifili, Na wake namarijali, Wakubwa na auladi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216. Wasitambike nufaa, Wala nguo za kuvaa, Wala nyumba ya kukaa, Tena akataabadi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217. Roho akaituliza, Akaabudu Aziza, Hata usiku wa kiza, Haramuni kisujudi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218. Kaabudu Mola pweke, Kwa kusafi moyo wake, Yeye na msala wake, Pasiwe na kurakidi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219. Akakithiri saumu, Na yake masitakimu, Yali ndani Haramu, Ikwa hiyo abadi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220. Asitake neno tena, Ila dini ya Rabana, Baada sayo nanena, Mambo baidi baidi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221. Nataka niyakutubu, Niyaweke babubabu, Nisije nikaharibu, Haja hambiwa kusudi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222. Nataka nielekeze, Kula kwa sifaze, Na utenzi upendeze, Nilio kuufanidi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223. Baada kupita hayo, Maneno niwambiayo, Sasa ni kutuza moyo, Niwakhubiri Yazidi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224. Kwondoka kwake Huseni, Kashika usultani, Kamiliki buldani, Kwa nguvu na uhasidi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225. Akawadhiki wenziwe, Wageni raiawe, Jamii wasitongoe, Pasi mwenye kuradidi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226. Watu akiwadhulumu, Na kula mna haramu, Na nguzo za Islamu, Zote asitaamidi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227. Wangine kiwadhurubu, Wala pasipo sababu, Akawa mnoa harabu, Kushinda hao Yahudi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228. Ndia zikafungamana, Pasiwe safari tena, Na ambaye amuona, Humwegema kwa hadidi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229. Kiwapoka watu mali, Wangine kiwakutuli, Ndia zote kazidhili, Za karibu na baidi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230. Pasiwe asafririye, Ala mtu enendaye, Kwa vitendo na haliye, Awatendavyo junudi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231. Kisha sayo nitamke, Katika kaumu yake, Mli mtu jina lake, Akitwa bun Ziadi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232. Jinale Abidallahi, Ali adui asahi, Dhuluma na ukabihi, Apita huyo Yazidi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233. Akichecha watu damu, Kwa jeuri na dhulumu, Hali akisha karimu, Ali jabari anidi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234. Yazidi kumuonakwe, Jeuri na hali yakwe, Kampenda yakwe, Pendo lisilo idadi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235. Kawa mtu maarufu, Tena akamsharifu, Akenda muweka Kofu, Akampa na biladi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236. Kampa katamalaki, Tangu Kofu na Iraki, Neno ambalo hataki, Pasiwe mwinua yadi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237. Akenda akaishika, Kakusa watu mashaka, Viumbe wakadhilika, Ikiwa kheri abidi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lastRenderedPageBreak/>
        <w:t>238. Jamii watu wa Kofu, Roho zikangia khofu, Kwa mambo yake dhaifu, Aliyo kutaahidi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239. Pasiwe mtu mzima, Wala naye heshima, Na mabaye uasema, Mara yamkaidi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240. Hunyang'anywa mali zao, Huuliwa wana wao, Hutwaliwa nyumba zao, Hali ya nguvu shadidi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241. Mali zao hutwaliwa, Na wao wakauawa, Na wasemalo haliwa, Wa sawa na 'kurudi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242. Wakakeleti mjini, Wakawa kama manyani, Mashekhe na madiwani, Nyuso zikawa sawidi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243. Pasiwe mwenye shauri, Wala anye amri, Kwa kushitadi jeuri, Akaptia Namrudi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244. Wa Kofu wakiyatunza, Dhuluma na miujiza, Wakamba hatutawaza, Dhuluma inatuzidi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245. Wakakutana kabili, Wote wazele wazele, Na mashaibu wa kale, Wasizo na 'lmuridi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246. Mashekhe na madiwani, Wakangia faraghani, Wakauzana yakini, Mwaionaje biladi?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247. Mwaonaje wenye nti, Na hakimu mwenye kiti, Tutaweza kuiketi, 'lKofu tukakhalidi?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248. Mwaonaje wenye kaya, Na huyo mwenye ulaya, Na mambo yake ni haya, Atutendayo abadi?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249. Kwa jamii wamwambie, Bunu Ziadi mamboye, Hapana ayawezaye, Yanatuchoma fuadi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250. Hatuwezi siku moja, Kuvumilia miuja, Kupigwa pasipo huja, Kama tunao jihadi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251. Kupigwa kama watoto, Kwa bakora na makoto, Haya ni mambo mazito, Hatuwenepo abadi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252. Kupigwa tukiuawa, Na mali yakitwaliwa, Wala hakutaadiwa, Si kwamba tuna taadi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253. Katungia kwa batili, Akatunyang'anya mali, Kuno akatukutuli, Mambo yanatupa hadi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254. Shauri na tufanyeni, Tuli hapa faraghani, Wangine wakabaini, Walio wana mradi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255. Wangine wakatamka, Yote yaliyotungika, Ya adhabu na mashaka, Tunayataka kusudi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256. Maana tuna yakini, Ezi na usultani, Si wake huyu laini, Wala babaye Ziadi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257. Wala si ya Muawia, Hawa wanajitwalia, Kutamalaki raia, Kampasaje Yazidi?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258. Sisi tu makabaili, Kutoka majitu mbali, Yakaja na ufedhuli, Katika zetu biladi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259. Wakatenda watakayo, Nasi tukaona ndiyo, Twabasa ni kama hayo, Hata yajapo tuzidi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260. Ezi si ya Marijani, Babuye huyo laini, Wala si ya Sufiyani, Babuye huyo Yazidi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261. Twayajua kwa makini, Ezi mwenyewe Huseni, Kwa babu yake Amini, Na baba yake Asadi</w:t>
      </w:r>
    </w:p>
    <w:p w:rsidR="006F3FD7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lastRenderedPageBreak/>
        <w:t>262. Twayajua maarufu, Jamii tulio Kofu, Kwondoka kwake Sharifu, Ezi ya wake waladi</w:t>
      </w:r>
    </w:p>
    <w:p w:rsidR="006F3FD7" w:rsidRDefault="006F3FD7">
      <w:pPr>
        <w:ind w:firstLine="0"/>
        <w:jc w:val="left"/>
        <w:rPr>
          <w:sz w:val="24"/>
          <w:lang w:val="sw-KE"/>
        </w:rPr>
      </w:pPr>
      <w:r>
        <w:rPr>
          <w:lang w:val="sw-KE"/>
        </w:rPr>
        <w:br w:type="page"/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lastRenderedPageBreak/>
        <w:t>1</w:t>
      </w:r>
    </w:p>
    <w:p w:rsidR="00B81F54" w:rsidRPr="00B81F54" w:rsidRDefault="006F3FD7" w:rsidP="006F3FD7">
      <w:pPr>
        <w:pStyle w:val="Heading1Center"/>
        <w:rPr>
          <w:lang w:val="sw-KE"/>
        </w:rPr>
      </w:pPr>
      <w:bookmarkStart w:id="3" w:name="_Toc30419523"/>
      <w:r>
        <w:rPr>
          <w:lang w:val="sw-KE"/>
        </w:rPr>
        <w:t>UTENZI WA IMAM HUSEN</w:t>
      </w:r>
      <w:bookmarkEnd w:id="3"/>
    </w:p>
    <w:p w:rsidR="00B81F54" w:rsidRPr="00B81F54" w:rsidRDefault="00B81F54" w:rsidP="006F3FD7">
      <w:pPr>
        <w:pStyle w:val="Heading2Center"/>
        <w:rPr>
          <w:lang w:val="sw-KE"/>
        </w:rPr>
      </w:pPr>
      <w:bookmarkStart w:id="4" w:name="_Toc30419524"/>
      <w:r w:rsidRPr="00B81F54">
        <w:rPr>
          <w:lang w:val="sw-KE"/>
        </w:rPr>
        <w:t>UTENZI WA KISA CHA SAYYIDNA HUSSEIN</w:t>
      </w:r>
      <w:bookmarkEnd w:id="4"/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263. Na Huseni kuwasili, Hasha haya hakubali, Ya dhuluma na batili, Zote tungetabaradi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264. Angeitengeza haki, Tangu Kofu na Iraki, Hata huko Dimishiki, Ikafika yake yadi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265. Jamii sote raia, Roho zingefurahia, Angehukumu sharia, Yake Muungu Wadudi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266. Nasi tungekuwa naye, Tukafuata eziye, Tukaola asemaye, Jamii tukamrudi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267. Hayo wakisha yasema, Jamii watu wazima, Wakaona kuwa mema, Kuwa kheri na suudi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268. Jamii wakatamka, Na twandikeni waraka, Na mtu wa kwenda Maka, Tumuarifu Sayyidi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269. Wakataka karatasi, Ikaja hima upesi, Na kalamu ya nukhasi, Na wino mtasawadi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270. Wakatafuta katibu, Fasihi wa kiarabu, Khati wakaikutubu, Maneno wakaradidi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271. Bismillahi Jalali, Ila mtoto wa Ali, Mjukuu wa Rasuli, Tumwa wetu Muhammadi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272. Ila Sayyidi Huseni, Bun binti Amini, Twakuarifu yakini, Kwetu yanayotubidi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273. Ajile mtu kabihi, Jinale Abidallahi, Miji ameifusahi, Kwa hali ya kufisadi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274. Na aliyetuletea, Ni ibunu Muawiya, Mambo yametuzidia, Hatuwezi kujimudi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275. Ameingia 'lKofu, Kwa mambo yake dhaifu, Sote tumetawakafu, Kama tunao baridi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276. Kaziye kula haramu, Na watu kuwadhulumu, Hapana mwenye makamu, Awezaye kuradid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277. Ataka badili dini, Ya babu yako Amini, Sote tuwe taghiyani, Tusujudie Yazidi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278. Mwenye mke si mkewe, Mwenye mwana si mwanawe, Ni kama kuku kwa mwewe, Hali alivyotushidi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279. Na sasa twakuarifu, Twakutaka uje Kofu, Wala usitawakafu, Alla Alla ya Sayyidi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280. Maana ndiwe Khalifa, Wa babuyo Mustafa, Na wasaliao Kofa, Wote ni wako abidi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281. Hima ni kutujilia, Utamalaki raia, Ambaye hakuridhia, Juu yetu kumrudi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282. Tukusalimu eziyo, Ya babuyo na babayo, Na mwenye kufanya payo, Tumuonyeshe hadidi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283. Na Yazidi akitaka, Harubati na shabuka, I juu yetu daraka, Kuwana nae Yazidi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284. Vita vyake twavikifu, Jamii tulio Kofu, Wala usitie khofu, Wajapokuja juradi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lastRenderedPageBreak/>
        <w:t>285. Twavitosha vita vyake, Yeye na kaumu yake, Bora ni wewe ufike, Uje tukupe biladi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286. Ni hayo maneno yetu, Tafadhali bwana wetu, Twakutaka kuja kwetu, Na haiba tusirudi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287. Wakaukunda waraka, Roho zilifurahika, Tena wakaupeleka, Kwa upesi na juhudi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288. Basi risala akenda, Akizikata ya nanda, Pa milima akipanda, Majimbo yote na wadi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289. Hata akafika Maka, Kwake Huseni pulika, Na rukhusa akitaka, Hodi wenye nyumba hodi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290. Tena kataka idhini, Kuonana na Huseni, Akambiwa pita ndani, Ndiko kunako Sayyidi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291. Yule risala kangia, Kwa Huseni kangukia, Kampa akapokea, Waraka kaufaridi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292. Akayasoma Huseni, Yaliyomo warakani, Kuyaonakwe yuani, Risala kamtwaridi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293. Kautwaa warakawe, Akatowa mkonowe, Akampiga usowe, Khati ikamjalidi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294. Akampiga mateke, Yeye na waraka wake, Yule risala anguka, Toba na toba Sayyidi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295. Akampiga mabawa, Kwa hali ya kutukiwa, Yule risala kaawa, Kakimbia asirudi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296. Kakimbia kenda zake, Yeye na waraka wake, Hata akifika kwake, Wenziwe kawaradidi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297. Faraghani kiwataka, Akawambia hakika, Yaliyompata Maka, Sikuupata muradi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298. Kwa jamii wakanena, Twandike waraka tena, Maana mambo twaona, Kula siku kutuzidi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299. Wakawandika wa pili, Na maneno wakakuli, Bwana wetu tafadhali, Tulitakalo tubidi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300. Ukenda tena waraka, Huseni kaghadhibika, Na watatu wakandika, Kwa shauku za fuadi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301. Mwaka haujatimia, Khati wakamwandikia, Idadi yake sikia, Khati alufu idadi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302. Zote za kumuarifu, Twakutaka uje Kofu, Na Maulana hashufu, Hajali hata wahidi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303. Kula waupelekao, Hupiga risala wao, Katwa wasipate shuo, Wala kukidhi mradi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304. Walipojua yakini, Hataki kuja Huseni, Khati wakaizaini, Maneno wakasanidi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305. Wakawandika waraka, Kumtisha kwa Rabuka, Na kumpa maalaka, Kesho mbele ya Wadudi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306. Barua wakayandika, Ewe Huseni pulika, Khati tumezipeleka, Nyingi hazina idadi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307. Khati haziidadiki, Twakwita uje Iraki, Na wewe kuja hutaki, Na sasa twakuradidi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308. Kesho mbele ya Khaliki, Tutakwenda kushitaki, Ukatupe zetu haki, Hapo mbele ya Wadudi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lastRenderedPageBreak/>
        <w:t>309. Tutamwambia Manani, Twalimwambia Huseni, Tuli hali duniani, Asitake kutufidi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310. Yote twalimkalimu, Ya kwamba tu madhulumu, Asitake tuhukumu, Akakataa kusudi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311. Nasi leo Mola wetu, Twazitaka haki zetu, Shaurilo bwana wetu, Lipi utaloradidi?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312. Haki zote utatoa, Za wenye kudhulumiwa, Ukae ukitambua, Na kwamba hayana budi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313. Wala huna la kusema, La kumjibu Karima, Hiyo siku ya kiama, Ila kulipa junudi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314. Utawalipa khaliki, Wa Kofu na wa Iraki, Huna utakakobaki, Ibada uloabidi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315. Kwisha kwandika barua, Risala wakamtoa, Barua kaitukua, Kenda hata kwa Sayyidi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316. Alipowasili Maka, Kwa Huseni akafika, Barua akaishika, Kusoma akiadidi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317. Alipokwisha isoma, Muwili ukatetema, Mfano anaye homa, Au la nyingi baridi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318. Huseni katetemeka, Kwa kumkhofu Rabuka, Na matozi kumtoka, Ndia mbele yakabidi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319. Matozi yakamuawa, Kwa kucha kushitakiwa, Na haki kwenda zitowa, Za jamii ya junudi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320. Akalia Maulana, Na kufazaika sana, Kwa kumkhofu Rabana, Watu kwenda mjalidi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321. Akisha kulia mno, Keta dawati na wino, Akayandika maneno, Kwa lafudhi tajididi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322. Waraka kaukutubu, Ila kafa 'lmuhibu, Maneno mulonijibu, Yamenichoma fuadi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323. Khati zalotangulia, Maneno mulonambia, Yote sikuyaridhia, Zote nalizitaridi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324. Wa ama khati ya mwisho, Imekithiri matisho, Kwenda nishitaki kesho, Kwa Mola wetu Wadudi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325. Nami sasa sina huja, Wala sina jambo moja, Litaloniasa kuja, Tasafiri sina budi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326. Nimemleta fahamu, Ndugu yangu Mselemu, Aje akae makamu, Ya sala na kusujudi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327. Akae msikitini, Na kadhi ni Nuamani, Awahukumu mjini, Kula mwenye kutaadi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328. Mselemu na asali, Na Nuamani ni wali, Na karibu tawasili, Kwa amri ya Wadudi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329. Kwisha kwandika fahamu, Kaufunga marukumu, Akamwita Mselemu, Ndoo hima bunu jadi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330. Mselemu kawasili, Maulana akakuli, Ewe ibni Akili, Sikia nakuradidi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331. Nenda ukatwae sefu, Uje nikutume Kofu, Na wendapo tawakafu, Uwasalishe junudi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332. Nenda kasalishe wewe, Nuamani aamuwe, Wala mangine yasiwe, Na mimi najizadidi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lastRenderedPageBreak/>
        <w:t>333. Nawakusanya ghulamu, Na tweka za bahaimu, Siku haba hazitimu, Ndio yangu makusudi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334. Mselemu ketikia, Marahaba mara mia, Hali ya kufurahia, Utumwa wake Sayyidi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335. Akanena Inshalla, Ewe aba Abdalla, Mimi naona fadhila, Nenolo tajitahidi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336. Hivi sasa nenda kwangu, Nenda twaa uda zangu, Niwaage na wanangu, Farasi tamjalidi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337. Akenenda Mselemu, Kaaga wake ghulamu, Akakaa na hasamu, Sefuye kaikalidi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338. Kamzaini farasi, Akampanda upesi, Roho ina wasiwasi, Kandamana na abidi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339. Wakenda pasi muhula, Yeye na yule risala, Wala pasiwe kulala, Hata kunako biladi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340. 'lKofu wakiwasili, Jamii ya kabaili, Wakafurahi kwa kweli, Furaha kubwa shadidi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341. Wote wakafurahika, Na roho zikasafika, Wakajua ni hakika, Atawasili Sayyidi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342. Hata kukicha yuani, Wakenda kwa Nuamani, Na waraka mkononi, Kapewa kaufaridi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343. Waraka kuusomake, Kafurahi roho yake, Na maneno atamke, Tahukumu sina budi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344. Namshukuru Rabana, Kuwasili Maulana, Tena adhabu hapana, Hana budi kutufidi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345. Akaketi Mselemu, Na watu kumkirimu, Kina wakimuheshimu, Heshima kubwa shadidi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346. Kasali msikitini, Na wote ajmaini, Asubuhi na jioni, Nahari na tasaridi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347. Ali akiwasalisha, Kwa magharibi na isha, Asubuhi huwamsha, Wakenda wakaabidi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348. Wote wakasali naye, Pasiwe akataaye, Akayakini rohoye, Dini watajitahidi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349. Na huyule Nuamani, Akahukumu mjini, Jamii ya khasimani, Kufunga na kujalidi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350. Sasa nyuma turudini, Niwakhubiri Huseni, Kuwatiakwe ndiani, Mselemu na abidi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351. Kimaa kutangulia, Na khati kuwandikia, Asinyamaze kulia, Kula mara akazidi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352. Akondoka hiyo hina, Kenda hata kwa Sakina, Na matozi kumpuna, Usoni yakajamidi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353. Akamwambia mwenzangu, Waliza nini ndu yangu, Huseni hwishi matungu, Daima zote abadi?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354. Huseni akatamka, Nimeletewa nyaraka, Alufu zenye kwandikwa, 'Lhaji hata 'Lkadi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355. Zote hazipurukusha, Ila hino ya kiisha, Ndio iliyonitisha, Kwa mambo yaloradidi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356. Wa Kofu wamenambia, Kesho mbele ya Jalia, Hawatakwenda ridhia, Watakwenda nijalidi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lastRenderedPageBreak/>
        <w:t>357. Wanitake haki zao, Hao wadhulumi wao, Au niwasili kwao, Hawondolee Yazidi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358. Na sasa tuwasafiri, Na tupandane bairi, Pasiwe tena usiri, Tutawakali Wadudi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359. Tupandeni twende zetu, Na wote watoto wetu, Waama haki za watu, Kesho zitaziadidi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360. Sakina akanatiki, Safari hiyo sitaki, Kwenda Kofu na Iraki, Wakwita kukuhusudi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361. Safari na ivundike, Wala usihadaike, Maneno yao sishike, Wale ni watu fisadi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362. Maneno yao kidhabu, Ndimi zao makilubu, Waweza wapi harubu, Asili yao Hunudi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363. Huseni akatamka, Safari haina shaka, Wala haitavundika, Kwenda zangu sina budi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364. Sakina akakalimu, Na kwamba umeazimu, Na tupishe Muharamu, Hata ingie Jamadi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365. Kwani Tumwa Muungamu, Alisema yako damu, Shahari 'l Muharamu, Ndipo itapomadidi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366. Nae Huseni anene, Sakina tusishindane, Kenda Huseni mwengine, Babu aliyeradidi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367. Na Sakina akakuli, Siku moja Jibrili, Alikuja kwa Rasuli, Na mchanga msafidi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368. Alitukua mchanga, Mzuri uketa anga, Rasuli akiufunga, Kitambaani jadidi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369. Jibrili kabaini, Mtanga wake Huseni, Siku zote uwoleni, Hata ukitasawadi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370. Muuonapo na damu, Tambuani imetimu, Ajali yake ghulamu, Kautwaa Muhamadi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371. Kampa mama Fatuma, Akenda uweka vema, Ningoja tautazama, Sasa hivi tutarudi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372. Sakina akaondoka, Akenda akaushika, Wote umehamirika, Tena umetasawidi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373. Kaja nao hima hima, Akamwambia tazama, Huseni katakalama, Subhana ya Wadudi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374. Huseni akadhukuri, Sina budi tasafiri, Rabi alilokadiri, Siwezi litabaidi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375. Kuona kwake Sakina, Hana budi Maulana, Akondoka iyo hina, Na matozi yakabidi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376. Kenda kwa bunu Zuberi, Akamweleza khabari, Na kushitadi safari, Wala nyuma hairudi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377. Abdalla akondoka, Kwa upesi na haraka, Kwa Maulana kifika, Kalia akaradidi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378. Abdalla akanena, Huseni utatupona, Wala usipo maana, Ya kwenda zako Sayyidi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379. Keti usende Iraki, Wala usitaharaki, Kwamba ni huo muluki, Utakapo maujudi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380. Ulitakalo twambie, Upesi tukufanyie, Huseni amrudie, Tasafiri sina budi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lastRenderedPageBreak/>
        <w:t>381. Wala sitazuilika, Msijikuse mashaka, Hivino sasa natoka, Nawe Abdalla 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382. Abdalla katongoa, Kheri nami nitukuwa, Kula litakalokuwa, Niwepo nilishahidi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383. Kwamba hapano hutaki, Maka kuitamalaki, Shati wenende Iraki, Twenende sote Sayyidi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384. Kwani watuwe jahili, Wala haya si ya kweli, Wakitwa kwenda kudhili, Ndio yao makusudi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385. Tawatukua kaumu, Wana wa bani Hashimu, Wavundao jiwe gumu, Na wenginewe junudi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386. Nende na watu alufu, Wa rumuhi na suyufu, Nende haipande Kofu, Kwa jeuri na taadi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387. Nitukuwe panga kali, Nende mimi hakuwali, Na asemaye si kweli, Nimtoe uritadi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388. Hakusalimishe nti, Pasi kuwa harubati, Niwete makubarati, Na ahali 'l biladi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389. Niwausie maneno, Shekhe Huseni huyuno, Pasiwe na mnong'ono, Wala mwenye kutaadi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390. Nisikize asemaye, Nimuangushe rasiye, Hata nti ituliye, Nishike ndia nirudi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391. Huseni akamjibu, Hasanta ya muhibu, Ama siyo matulubu, Wala si wangu mradi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392. Tatawakali Muungu, Nende mimi peke yangu, Na hawa watoto wangu, Sitaki mtu wahidi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393. Abdalla akalia, Kina akiombolea, Khatima akarejea, Asiweze mkaidi</w:t>
      </w:r>
    </w:p>
    <w:p w:rsidR="00B81F54" w:rsidRPr="00B81F54" w:rsidRDefault="00B81F54" w:rsidP="00DF1677">
      <w:pPr>
        <w:pStyle w:val="libNormal"/>
        <w:rPr>
          <w:lang w:val="sw-KE"/>
        </w:rPr>
      </w:pPr>
      <w:r w:rsidRPr="00B81F54">
        <w:rPr>
          <w:lang w:val="sw-KE"/>
        </w:rPr>
        <w:t>394. Basi akazipakia, Twika twika za ngamia, Na watu wake dhuria,Katawakali Wadudi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395. Katukua panga kali, Watu sitini rijali, Wasio kucha mahali, Wangiapo hawarudi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396. Na sabaati ashara, Watoto wa watu bora, Sabuini anfara, Na sabaati zaidi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397. Asikari ni sitini, Na watoto wa Hasani, Na wake yeye Huseni, Saba ashara idadi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398. Wali vijana pulika, Wa ithnaashara Maka, Ila panapo shabuka, Wapita hao asadi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399. Kwisha sayo pakhubiri, Huseni akasafiri, Madinati munawiri, Ndipo alipokasidi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400. Sikuhaba kawasili, Madinati ya Rasuli, Akanenda tasihili, Kwa nduguye Muhamadi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401. Akiwasili nyumbani, Nduguye yu kitandani, Yuna maradhi zamani, Hawezi yote jasadi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402. Kumuonakwe nduguye, Akashituka rohoye, Kamba Huseni ni weye, Wenda wapi niradidi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403. Mbona una atifali, Na wake na marijali, Kama wendaye mahali, Tena kuliko baidi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404. Huseni akatamka, Ni kweli hayo hakika, 'l Kofu napenda fika, Ndiyo yangu makusudi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lastRenderedPageBreak/>
        <w:t>405. Kamwambia moja moja, Na khati zilizokuja, Na jamii ya miuja, Asibakie wahidi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406. Na khati ya kwishilia, Na waliyomwandikia, Nduguye akasikia, Akanena Muhamadi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407. Akanena La Haula, Illa billahi taala, Ewe aba Abdalla, Safari ya Kofu 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408. 'lKofu waisa nini, Ewe 'lakhi Huseni, Au kuna haja gani, Ni upi huko mradi?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409. Wa Kofu wakuhadaa, Na wewe yakakutwaa, Huwajui kwamba baa, Tangu jadi na jududi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410. Khasa sisi nyumba yetu, Jamii mauti yetu, Kula atokaye kwetu, Akenda Kofu harudi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411. Wameua baba yako, Na Hasani ndugu yako, Na wewe wenenda huko, Ili kwenda jihusudi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412. Na kwamba wataka kwenda, Safari huwezi vunda, Ngoja Rabi akipenda, Nione vema jasadi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413. Twandamane mimi nawe, Kula mtu upangawe, Tungie Kofu tuawe, Kwa amri ya Wadudi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414. Twenendapo panga mbili, Za wana wa Shekhe Ali, 'lKofu twaikabili, Kuingia na kurudi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415. Ila kwenenda pekeyo, Haunipi wangu moyo, Akisha kusema hayo, Huseni akamrudi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416. Takwenda mimi natosha, Sihitaji mshawasha, Wala sitaki juyusha, Kwandamana na junudi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417. Muhamadi akalia, Kwa kuto amridhia, Abdalla kaawiya, Bun Abbasi Sayyidi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418. Kamuuliza Huseni, Mbona una kharisani, Na wewe waliza nini, Ya 'lakhi Muhamadi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419. Huseni akadhukuri, Yakhi napenda safari, Akamweleza khabari, Kama yaliyo kubidi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420. Kamweleza tangu mwanzo, Khati apelekewazo, Khabari alizo nazo, Abdalla kiadidi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421. Huseni akimaliza, Abdalla akiwaza, Tena akimkataza, Kina akimradidi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422. Kamwambia tawakafu, Sende Iraki na Kofu, Kwa mambo yao dhaifu, Waliyo nayo abadi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423. Wa Kofu ni wanafiki, Uongo hawakutaki, Wala walio Iraki, Hao ndio mahasidi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424. Kwamba umependa moyo, Kusafiri ndia hiyo, Ngoja apoe nduguyo, Mtukue na junudi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425. Nami ningiye ndiyani, Nitukue farisani, Kama watu alufeni, Watambuao hadidi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426. Nende Kofu maridhiwa, Niingie na kuawa, Na ambae ajinuwa, Nimrudishe arudi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427. Nikakuweke Iraki, Hisha handame tariki, Nende zangu Dimishiki, Hamrakidhi Yazidi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428. Wendapo upanga wako, Na wangu ukawa huko, Thama nao ndugu yako, Upangawe Muhamadi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lastRenderedPageBreak/>
        <w:t>429. Zenendapo panga tatu, Tena hizi panga zetu, Tambua hakuna mtu, Awezaye tujalidi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430. Huseni akatamka, Abdalla pumzika, Hivino sasa natoka, Niombeani Wadudi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431. Sihitaji upangao, Wala huo usemao, Watosha nilio nao, Wa kula litalobidi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432. Akalia Abdalla, Bun Abbasi Fadhila, Na kusema La-Haula, Pamoja na Muhamadi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433. Na watu wote Madina, Jamii wakalizana, Kwa kwondoka Maulana, Yali msiba shadidi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434. Huseni asiridhike, Akenda kwa babu yake, Kenda zuru yeye peke, Khatimaye akarudi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435. Alipokwisha zuari, Kaitengeza safari, Katawakali Jabari, Kamwelekea Samadi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436. Hata bara akifika, Wakashuka malaika, Wana panga wameshika, Na silaha za jihadi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437. Wakamwambia Huseni, Tumeletwa ni Manani, Ili kwenda kuawini, Kwa kula litalobidi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438. Kwamba wataka twambie, Safari yako tungie, Hutaki turejeee, Huseni akaradidi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439. Huseni akawambia, Ni kheri kurejeea, Na apendalo Jalia, Amriye hairudi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440. Malaka wote yakini, Wakarejea mbinguni, Akenda zake Huseni, Hata kafika baidi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441. Akawaona majini, Ambao ni waumini, Wote wamejizaini, Kwa silaha za hadidi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442. Amiri wao kwa mbele, Fijaadumu jinale, Kaja kasimama mbele, Usoni kwake Sayyidi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443. Yule jini akakuli, Ewe ibnu Batuli, Kwenda peke sikubali, Nami nenda sina budi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444. Taichukuwa kaumu, Wenye silaha za sumu, Nende haingie Rumu, Niwachawanye junudi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445. Tawatukua watoto, Wenye dharuba nzito, Na marumuhi ya moto, Na silaha kama radi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446. Nikae usoni kwako, Kwa kula adui yako, Nimuonyeshe vituko, Atakaye tamaridi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447. Huseni akakalimu, Marahaba Fijadumu, Sitaki hata kaumu, Rudi na watuo 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448. Natawakali Jalia, Sitaki mtu mmoya, Majini wakarejea, Na matozi yakabidi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449. Katawakali Jabari, Mle katika safari, Akawaona namiri, Na ukuba wa asadi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450. Kaona chui na simba, Na kucha kama vigumba, Usonikwe wamewamba, Jamii wakaradidi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451. Wote kauli walete, Maulana twende sote, Adui tukawakate, Tule nyama tufaidi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452. Wala usitukataze, Sayyidi tutangulize, 'l Kofu tukailaze, Jamii iwe baridi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lastRenderedPageBreak/>
        <w:t>453. Huseni akawambia, Nyote ni kurejeea, Siwezi kulizuia, Alipendalo Wadudi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454. Hata mbele akifika, Akawaona majoka, Mbele yamejitandika, Wanao sumu shadidi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455. Kaona wamesimama, Majoka kama milima, Wote wakatakalama, Wakamwambia Sayyidi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456. Sayyidi situkataze, Twataka tukawameze, 'l Kofu tusiisaze, Jamii tuisafidi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457. Tutangulie usoni, Tukawatie tumboni, Uje kule na amani, Hakuna tena hasidi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458. Huseni akawajibu, Siyo yangu matulubu, Natawakali Wahabu, Aliye pweke Wahidi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459. Kwisha sayo pakhubiri, Wakamjilia tiri, Mbao wamezinashiri, Sanguri na kanfadi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460. Madege yenye midomo, Wala yasiyo ukomo, Wakaja kwa kitetemo, Akanena hodi hodi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461. Hodi hodi atongoe, Sayyidi wetu ni wewe, Twataka tukawambue, Kufari na mayahudi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462. Twataka tutangulie, 'lKofu tukaingie, Hata ukifika weye, Wote wamesitajidi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463. Maulana kadhukuri, Endani zenu tairi, Sitaki jeshi kathiri, Wa kwenenda nisaidi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464. Huseni asikubali, Wote niliowakuli, Akataka tawakali, Katika yake fuadi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465. Wote asiwaridhie, Pia walosema nae, Kataka yeye pekee, Kutawakali Wadudi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466. Katawakali Rabana, Mwenye ezi Subhana, Kwa usiku na mchana, Kenda akajitahidi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467. Baada hayo kukoma, Ya dhuria wake Tumwa, Natamani rudi nyuma, Niwakhubiri Yazidi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468. Mambo yasichanganyike, Moja moja niliweke, Yazidi kusikiakwe, 'lKofu yanayobidi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469. Akasikia hakika, Wa Kofu wamekwandika, Barua za kwenda Maka, Kumwamkua Sayyidi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470. Khati wamemuarifu, Idadi khati alufu, Wamtaka aje Kofu, Waje wampe biladi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471. Huseni hakuridhia, Na khati ya kwishilia, Yote waliyomwambia, Kesho mbele ya Wadudi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472. Na hivi sasa fahamu, Amekuja Mselemu, Kuwasalisha kaumu, Juu yake Masijidi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473. Na kadhi ni Nuamani, Ahukumuye mjini, Na Huseni yu ndiani, Na akali ya junudi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474. Nao wametangamana, Wa Kofu na Maulana, Na ukitaka pigana, Wao watamsaidi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475. Wakunyang'anye na ezi, Wakutwae wakuhizi, Usitambue makazi, Wala pa kwenda rajidi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476. Wakunyang'anye eziyo, Na jamii ya maliyo, Yazidi kupata hayo, Akili zikasharidi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lastRenderedPageBreak/>
        <w:t>477. Hayo akiyafasili, Zikamruka akili, Keta wino tasihili, Na lohi njema jadidi,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478. Waraka kaunasihi, Kwa khati njema malihi, Ya akhi Abidillahi, Sikia bun Ziadi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479. Khabari nimepulika, Kofu yanayotendeka, Huseni wamemtaka, Kwa shime na jitihadi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480. Wa Kofu na wa Iraki, Wamwita kutamalaki, Na mimi hawanitaki, Katika zao fuadi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481. Wametukiwa na miye, Watamani nangamiye, Ezi isinijuzie, Ni huo wao mradi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482. Na wote shauri moja, Huseni akisha kuja, Harubu hapana hoja, Na vita hapana budi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483. Na hivi sasa Huseni, Ametoka yu ndiani, Na kadhi ni Nuamani, Ndie kadhi maujudi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484. Na aliye tangulia, Ni Mselemu sikia, Naye wamemridhia, Kuwasalisha junudi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485. Aliyekuja fahamu, Jina lake Mselemu, Mwana wa bani Hashimu, Yumo katika biladi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486. Hayo nilipokwambia, Roho yakinishitua, Na kwamba nawe wajua, Basi u wangu hasidi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487. Kwamba unazo khabari, Hukuwa mtu wa kheri, Labuda mu mashauri, Wewe na hao junudi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488. Kwamba hunazo dalili, Basi enda tasihili, Ukifika kamdhili, Huyo mwenye masijidi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489. Kamuue Mselemu, Ajili mchache damu, Na rasi yake fahamu, Na ije huko baidi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490. Rasi yake niletea, Alla Alla nakwambia, Baada hayo sikia, Kwa Nuamani ubidi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491. Kamwambie Nuamani, Angie mwangu taani, Afanyapo ushindani, Ajili kumuhusudi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492. Umkate rasi yake, Utwae na mali yake, Na mjini uzunguke, Jamii wote junudi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493. Utenze anitakaye, Mali yake muwatie, Na mtu akataaye, Mkutuli asirudi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494. Umngoje na Huseni, Umtiye mautini, Na rasiye iyo hini, Ije na wake waladi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495. Huseni umuuapo, Rasiye na ije papo, Na jamii kilichopo, Wana na wake abidi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496. Ajili kuyafanyiza, Yote nilokuagiza, Nami najua waweza, Hayo na hayo zaidi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497. Najua yatafanyika, Pasipo kuharibika, Nisingali kukuweka, Hakupa na uSayyidi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498. Ni kukujua mamboyo, Waweza kufanya hayo, Na kadiri nitakayo, Wanikidhia mradi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499. Waraka kaukhitimu, Kaufunga marikumu, Kamsalimu hadimu, Kwenda kwa bun Ziadi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500. Akenda hima mtumwa, Pasi kuwa kasimama, Siku haba zikikoma, Kafika kwa jitihadi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lastRenderedPageBreak/>
        <w:t>501. Kuwasilikwe asahi, Akatoa mansahi, Kampa Abidillahi, Usoni kausujudi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502. Akisha kusujudia, Khati akiangalia, Yaliyokwandikwa pia, Jamii kayaadidi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503. Alipokwisha yaona, Maneno ya wake bwana, Akafurahika sana, Furaha kubwa shadidi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504. Akajua ni hakika, Yazidi ameniweka, Nitakalo lafanyika, Kwa pendo lake Yazidi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505. Baada sayo fahamu, Akaagiza kalamu, Na lohi njema ya Shamu, Khati akaimadidi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506. Ila bunu Muawia, Maneno ulonambia, Na mimi nalisikia, Na watu mtasharidi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507. Haona ni upumbavu, Nisiyashike kwa nguvu, Na kwamba sasa mapevu, Takwenenda sina budi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508. Bwana takutumikia, Kama uliyonambia, Jamii yatatimia, Uyatakayo Sayyidi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Tuliza nafusi yako, Sasa hivi nenda kuko, Najua ezi ni yako, Tangu jadi na jududi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510. Twajua bwana u wewe, Wala hako mwenginewe, Na asemaye welewe, Yuataka jihusudi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511. Rasi mbili utakazo, Naona kama matezo, Na jamii maagizo, Hata moja halirudi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512. Baada ya kuyandika, Kampa tume waraka, Akenda hima haraka, Kama kuvuma baridi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513. Kwa Yazidi kiwasili, Khati akaifasili, Akafurahi kwa kweli, Na mahaba akazidi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514. Baada sayo asahi, Kondoka Abidillahi, Akazipiga siyahi, Kawakusanya junudi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515. Akamba Ya maishara, Mlo mji wa Basara, Ajilini mwa hadhara, Mje tuole taadi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516. Wakakutana sufufu, Sitaashara alufu, Ambao ni mausufu, Watambuao hadidi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517. Wakafika wakasema, Ni wapi penye nakama, Aula penye kilema?, Tukirudishe kirudi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518. Naye akawaarifu, Naweta twende 'lKofu, Ndiko kwenye hitilafu, Wamuasio Yazidi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519. Wakayandama darubu, Kama rihi ya shabubu, Hali ya kutaghadhabu, Na roho kutasawidi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520. 'lKofu wakikaribu, Abidallahi kajibu, Akawambia sahibu, Taka nifanye mradi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521. Ngojani nitangulie, Wa Kofu niwangilie, Kwamba wanipenda mie, Tawaona sina budi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522. Akazifanya hadaa, Nguo nyeupe kavaa, Na ngamia kamtwaa, Na bakora msafidi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523. Kaiwata kaumuye, Akenda yeye pekee, Wa Kofu kumuonaye, Wakadhani ni Sayyidi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524. Wa Kofu na wa Iraki, Wakenda wakamlaki, Na furaha kusabiki, Katika zao fuadi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lastRenderedPageBreak/>
        <w:t>525. Jamii watu mjini, Wakadhani ni Huseni, Wakangia furahani, Iliyo kubwa shadidi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526. Pasiwe mtu kukaa, Wakatoka kwa fazaa, Kusudi kwenda mtwaa, Waje wampe biladi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527. Kufika wakamuona, Abidallahi laana, Kwa jamii wakanena, Hima upesi nirudi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528. Kumbe ni Abidallahi, Amekwisha tufedhehi, Roho zao zikatwahi, Kwa mara hiyo wahidi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529. Wakambiana ajabu, Mambo tumeyaharibu, Hatukwenda taratibu, Ndipo saya yakabidi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530. Abidallahi kangia, Na watuwe wote pia, Usiku kujilalia, Na wote wake junudi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531. Kulipokucha yuani, Kaamuru maluuni, Kulia mbiu mjini, Wakutane masijidi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532. Basi mbiu ikalia, Mwatakwa jote jamia, Basi jeshi ikangia, Waungwana na abidi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533. Wakenda msikitini, Ma Shekhe na Madiwani, Na wakubwa wa mjini, Na jamii ya muridi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534. Kimaa kukutanika, Abidallahi katoka, Msikitini kifika, Mimbarini akanadi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535. Kwa kweleza mimbari, Kanadi akidhukuri, Ya Maishara jifiri, Sikizani niradidi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536. Tumesikia yakini, Kwamba wenu Sultani, Mmemkiri Huseni, Hamumtaki Yazidi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537. Basi semani sadiki, Wa Kofu na wa Iraki, Yazidi hamumtaki, Kweli mmemtaridi?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538. Kimaa kuwauliza, Jamii wakanyamaza, Na tena likawataza, Neno watakalorudi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539. Jamii wakasakiti, Pasi mtoa sauti, Tena akatoa khati, Itokayo kwa Yazidi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540. Akausoma waraka, Jamii wakapulika, Yote yaliyo kwandika, Wakasikia junudi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541. Tena sapo akakuli, Nambiani tasihili, Maneno haya ni kweli, Nambieni maujudi?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542. Kimya wakanyamazana, Pasiwe mwenye kunena, Abidallahi laana, Kuwambia akazidi</w:t>
      </w:r>
    </w:p>
    <w:p w:rsidR="001B60A8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543. Akawambia wa Kofu, Ili kuwatia khofu, Yazidi kaniarifu, Nije kwenu makusudi</w:t>
      </w:r>
    </w:p>
    <w:p w:rsidR="001B60A8" w:rsidRDefault="001B60A8">
      <w:pPr>
        <w:ind w:firstLine="0"/>
        <w:jc w:val="left"/>
        <w:rPr>
          <w:sz w:val="24"/>
          <w:lang w:val="sw-KE"/>
        </w:rPr>
      </w:pPr>
      <w:r>
        <w:rPr>
          <w:lang w:val="sw-KE"/>
        </w:rPr>
        <w:br w:type="page"/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lastRenderedPageBreak/>
        <w:t>2</w:t>
      </w:r>
    </w:p>
    <w:p w:rsidR="001B60A8" w:rsidRDefault="00B81F54" w:rsidP="001B60A8">
      <w:pPr>
        <w:pStyle w:val="Heading1Center"/>
        <w:rPr>
          <w:lang w:val="sw-KE"/>
        </w:rPr>
      </w:pPr>
      <w:bookmarkStart w:id="5" w:name="_Toc30419525"/>
      <w:r w:rsidRPr="00B81F54">
        <w:rPr>
          <w:lang w:val="sw-KE"/>
        </w:rPr>
        <w:t>UTENZI WA IMAM HUSEN</w:t>
      </w:r>
      <w:bookmarkEnd w:id="5"/>
      <w:r w:rsidRPr="00B81F54">
        <w:rPr>
          <w:lang w:val="sw-KE"/>
        </w:rPr>
        <w:t xml:space="preserve"> </w:t>
      </w:r>
    </w:p>
    <w:p w:rsidR="00B81F54" w:rsidRPr="00B81F54" w:rsidRDefault="00B81F54" w:rsidP="001B60A8">
      <w:pPr>
        <w:pStyle w:val="Heading2Center"/>
        <w:rPr>
          <w:lang w:val="sw-KE"/>
        </w:rPr>
      </w:pPr>
      <w:bookmarkStart w:id="6" w:name="_Toc30419526"/>
      <w:r w:rsidRPr="00B81F54">
        <w:rPr>
          <w:lang w:val="sw-KE"/>
        </w:rPr>
        <w:t>UTENZI WA KISA CHA SAYYIDNA HUSSEIN</w:t>
      </w:r>
      <w:bookmarkEnd w:id="6"/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544. Nimtazame ambaye, Huseni ampendaye, Nimuangushe rasiye, Na wote wake waladi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545. Na jamii mali yake, Niyatwae niyateke, Dimishiki nipeleke, Ni huo yangu mradi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546. Basi semani upesi, Nijue yenu jinsi, Wote wakenika rasi, Wa khofu nyingi fuadi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547. Jamii wakiolana, Khatimaye wakanena, Aliye bwana ni bwana, Huseni au Yazidi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548. Kwa kula atawalaye, Tutafuata eziye, Hatuna tukataaye, Ali yoyote Sayyidi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549. Kusikiakwe adui, Akaruka kama chui, Kawambia hamjui, Kwamba nyinyi mu abidi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550. Na Yazidi bwana wenu, Aliyemiliki kwenu, Ni haba akili zenu, Ujinga unawazidi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551. Kwamba mmemridhia, Zidi bunu Muawia, Afadhali kutulia, Make mtabaradi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552. Ambaye hakumtaka, Yuwatafuta hilaka, Mimbarini akishuka, Hayo akisha radidi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553. Kitoka msikitini, Akenda kwa Nuamani, Akampa anuwani, Itokayo kwa Yazidi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554. Alipokwisha ijua, Nuamani kamkua, Sisi hatuna uluwa, Wala hatu maSayyidi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555. Ila sisi tu raia, Twawapenda wote pia, Wala hatutakimbia, Kwa amri ya Wadudi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556. Kusikiakwe makali, Abidallahi jahili, Akamnyang'anya mali, Mangi yasiyo idadi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557. Beti asimbakiye, Ila ni yeye rohoye, Sababu asimwambie, Nimpendaye Yazidi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558. Kashukuru Nuamani, Na kuhimidi Manani, Baada sayo yuani, Abidallahi karudi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559. Kenda nyumba ya hukumu, Akawatoa kaumu, Katafuta Mselemu, Katika yote biladi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560. Na Mselemu sikia, Kipindi kilipongia, Ajili kukimbilia, Beti 'l masjidi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561. Akenda akaadhini, Kakaa msikitini, Wote walio mjini, Asimuone wahidi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562. Kasali yeye pekee, Hapo amfuataye, Kataajabu rohoye, Ajabu kubwa shadidi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563. Kwisha kusali yuani, Katoka msikitini, Kamuona ghulimani, Karibu amekaidi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573. Allahumma niauni, Unitie nusurani, Na jeshi ya maluuni, Bi shufaa Muhamadi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564. Mselemu akanena, Nambia ewe kijana, Leo mji nauona, Jamii wote baridi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lastRenderedPageBreak/>
        <w:t>565. Watu wametaharaki, Gharibi na mashariki, Kusali hawakutaki, Kijana akaradidi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566. Kijana akakalimu, Wailaka Mselemu, Huoni hawa kaumu, Walivyo kujizadidi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567. Jamii wamekuhuni, Hawakutaki mjini, Wala nduguyo Huseni, Hawapendi mshahidi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568. Akamwambia asahi, Mambo ya Abidallahi, Na roho zao kutahi, Na warakawe Yazidi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569. Na wewe wakutafuta, Na pindi wakikukuta, Kitwa chako kitakatwa, Kuuwawa huna budi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570. Ukae ukitambua, Huna budi kuuwawa, Mselemu kamkuwa, Subhana ya Wadudi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571. Akitazama yamini, Asimuone auni, Akiola shimalini, Asione msaadi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572. La haula akasema, Illa billahi Karima, Kamkua Allahumma, Ya Allahu ya Samadi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574. Mara ile kenda zake, Katwaa upanga wake, Ilihamu roho yake, Na matozi yakabidi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575. Silaha kajizaini, Roho haina makini, Akatembea mjini, Makusudi kusharidi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576. Azima ni kukimbia, Hanapo pa kuawia, Mumule katika nyia, Pana nyumba msafidi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577. Na nyumba hiyo yuani, Mwenyewe akitwa Khani, Ali mzee zamani, Wa tangu jadi na jadi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578. Lakini ni Islamu, Yu dini ya Muungamu, Na wote bani Hashimu, Kiwapenda jitihadi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579. Akiwapenda sikia, Dhuria wake Nabia, Na wote 'l Hashimia, Pendo lisilo idadi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580. Kenda kwake Mselemu, Mlangoni akakumu, Kamuuliza khadimu, Yu wapi wako Sayyidi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581. Na kwamba yu humo ndani, Mwambie pana mgeni, Kenda hima ghulumani, Khani akamradidi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582. Mzee Khani kajibu, Na'pite hima gharibu, Akapita Muarabu, Mlango kaukaidi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583. Wakenda wakaonana, Khabari wakauzana, Mselemu akanena, Kama yaliyombidi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584. Khabari akamweleza, Tokea mwanzo wa kwanza, Na jamii miujiza, Hata ya bunu Ziadi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585. Na hivi sasa rijali, Wa kati kunidalili, Wapate kunikutuli, Kwetu Maka nisirudi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586. Kisha sayo kutamka, Khani akaghadhabika, Kwa hayo yalofanyika, Ghadhabu kubwa shadidi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587. Kanena mzee Khani, Na kwamba yali zamani, Sasa ningejizaini, Henda hawa na jihadi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588. Kama banii Hashimu, Huwaje kuwalaumu, Ukataka wadhulumu, Huo ndio wa hasidi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589. Lakini sasa pulika, Hapa umesitirika, Kwa amri ya Rabuka, Watakwisha usitadi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lastRenderedPageBreak/>
        <w:t>590. Na huyo akutakaye, Rafiki yake ni miye, Labuda asisikiye, Kwamba siwezi jasadi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591. Lakini asikiapo, Hana budi kuja papo, Na pindi hapa ajapo, Kumuua huna budi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592. Ajapo akiwasili, Taja kuweka mahali, Na upangao mkali, Ungoje akikaidi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593. Taja muwekea kiti, Hata akisha keleti, Umuonyeshe mauti, Ahimari na suwedi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594. Akisha kusema hayo, Mselemu kamba ndiyo, Akafurahika moyo, Kwa Khani aloradidi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595. Abidallahi hakika, Siku mbili zikifika, Roho akatia shaka, Khani hajamshahidi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596. Kauliza barazani, Yu wapi mzee Khani?, Kambiwa yuko nyumbani, Ana maradhi shadidi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597. Mara kondoka kitini, Kusudi kwenda kwa Khani, Akipata mlangoni, Kamba wenye nyumba hodi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598. Kisikia sautiye, Wakajua kwamba ndiye, Tena Khani amwambie, Mselemu jizadidi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599. Shika sefu na turusi, Ukae pia nafasi, Hata akisha jilisi, Sikawe kumhusudi,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600. Mselemu kajifita, Paziani akapita, Na sefu kaitafuta, Isiyo shaka na budi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601. Akiweka na siriri, Akitengeza vizuri, Tena kapewa amri, Kupita bun Ziadi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602. Basi akapita ndani, Akaonana na Khani, Mselemu faraghani, Seifi kaikalidi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603. Tena kampa maungo, Khani akamba Muungu, Leo atakata shingo, Ipukane na jasadi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604. Kakaa muda mzima, Khani akaona kimya, Kafazaika mtima, Mbona kimya kinazidi?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605. Basi akatoa fumbo, Kama aimbae wimbo, Akamba mambo si mambo, Si ya jadi na jududi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606. Hino ndiyo kazi yenu, Mliyozoea kwenu, Si kazi yao sununu, Katika zote abadi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607. Kutuka akamuonya, Ni kazi yenu mwafanya, Wala sikukudanganya, Niliyokupa ahadi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608. Nakwambia mara zote, Simama ukiokote, Na lijirilo tu sote, Kwa amri ya Wadudi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609. Khani akisha yasoza, Fumbo la kumuhimiza, Mselemu kanyamaza, Hata saa ikabidi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610. Kasema mara ya pili, Mselemu katwawili, Abidallahi kakuli, Naona mwataradidi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611. Unani mzee Khani, Kwondoa taji kitwani, Ukabanja kitandani, Khatima ukalirudi?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612. Mara wavua kilemba, Na mara nyimbo ukimba, Unani katika nyumba, Jambo lililokuzidi?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613. Mzee Khani kakuli, Ni jua liwapo kali, Hunipungua akili, Na ndwele ikashitadi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lastRenderedPageBreak/>
        <w:t>614. Ndipo hivi hafanyiza, Fiili na miujiza, Ni ndwele imenikaza, Na akili msharidi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615. Abidallahi kasema, Kwa kheri narudi nyuma, Nijile kukutazama, Khani akenda muwadi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616. Aliporudi nyumbani, Kasema mzee Khani, Mselemu jinsi gani, Usitimize ahadi?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617. Mselemu akakuli, Sefu yali masiluli, Hataka kumkutuli, Hazuiwa yangu yadi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618. Hitaka mwandika sefu, Nimpasue nusufu, Nikasikia khatifu, Na mnada ukanadi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619. Mnada ukatongoa, Usende ukamuua, Na muili hazuiwa, Kujondoa sijimudi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620. Ndipo saya yakajiri, Na zohali na usiri, Na Khani akadhukuri, Kheri ni yake Wadudi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621. Baada sayo asahi, Kondoka Abidallahi, Akili katanabahi, Kuzichawanya nakidi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622. Roho yake kaazimu, Azitoe darahimu, Atafute Mselemu, Kwa akili na juhudi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623. Kamwamkua rijali, Jina lake Muakali, Ubazazi na khitali, Apita wote junudi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624. Dinari kazihesabu, Alufu tatu dhahabu, Na maneno kamjibu, Shime yakhe jitahidi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625. Mtafute Mselemu, Kwa akili na fahamu, Ukampe darahimu, Ukisha mpa urudi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626. Ujue nyumba aliyo, Kwa rai na akiliyo, Muakali kamba ndiyo, Inshallah tajitahidi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627. Akondoka Muakali, Akayatukua mali, Akenda akadalili, Katokea masijidi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628. Akaona msikiti, Kaingia akaketi, Ilipofika salati, Akaja mtu wahidi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629. Jina kitwa Mselemu, Bun Ghaushi fahamu, Kaja kampa salamu, Na heshima kamzidi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630. Kamwambia ndugu yangu, Takupa faragha yangu, Maana humu si mwangu, Mimi natoka baidi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631. Mimi ni mtu wa Maka, Huseni kanipeleka, Nitukuzie waraka, Na mali yaso idadi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632. Nijile na darahimu, Kuja mpa Mselemu, Na alipo sifahamu, Nimekwisha usitadi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633. Na kuuliza siwezi, Mji unavyo makonzi, Na mimi ni mwanagenzi, Sijui mtu wahidi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634. Na wewe kukubaini, Ni kwamba natumaini, Yakhi fanyiza hisani, Na haiba nisirudi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635. Twende ukanipeleke, Hampe amana yake, Hima upesi nitoke, Humu siwezi rajidi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636. Kanionyeshe upesi, Hapo alipojilisi, Roho ina wasiwasi, Mselemu karadidi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637. Kanena bunu Ghausha, Takwenenda kuonyesha, Lakini niaminisha, Kwa mithaki na ahadi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lastRenderedPageBreak/>
        <w:t>638. Muakali kabaini, Nakuapia yamini, Nami ni msikitini, Ni katika masijidi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639. Kisha apa sura mia, Mara iyo kamwambia, Nyumba alokimbilia, Ya banii 'l Asadi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640. Mselemu yu nyumbani, Huko kwa mzee Khani, Muakali kibaini, Kenda hima na juhudi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641. Alipofika nyumbani, Kabisha kangia ndani, Akamwambia yakini, Nijile nina zawadi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642. Kamtaka Mselemu, Kwa wema na tabasamu, Akampa darahimu, Akisha kamradidi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643. Akamwambia Huseni, Ametoka yu ndiani, Atakuja kuawini, Kama yaliyo kubidi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644. Amenipa diinari, Utakako ushitiri, Kula kipasacho shari, Chombo kilicho jadidi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645. Nami hivi nenda zangu, Nina khofu roho yangu, Nakuhongea mwenzangu, Nawe kujificha 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646. Kaamini Mselemu, Kapokea darahimu, Akampa na salamu, Nisalimia Sayyidi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647. Muakali akatoka, Kwa upesi na haraka, Barazani akifika, Kwake ibnu Ziadi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648. Muakali akanena, Kamwambia wake bwana, Umekwisha patikana, Uliotaka mradi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649. Khani bin Ghuruata, Ndiye aliyemfita, Hivi tukimtafuta, Anaye zote abadi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650. Kwambiwa kwake juhali, Kawamkua rijali, Majina yao nakuli, Wa kwanza ni Muhamadi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651. Wa pili etwa asema, Na Omari kawatuma, Akamba nendani hima, Khani mukamkaidi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652. Wakenda na furisani, Wakenda mtwaa Khani, Akifika barazani, Salamu akaradidi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653. Jamii wakanyamaza, Kwa hali ya kutukiza, Abidallahi kauza, Kwani Khani kutaadi?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654. Wamficha Mselemu, Nasi ni wetu khasimu, Wewe u mwenda wazimu, Akili umesharidi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655. Naye Khani atongoe, Mwenda wazimu u wewe, Utakae umuuwe, Bin ami Muhamadi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656. U wewe mwenda wazimu, Utakaye Mselemu, Nikupe umdhulumu, Upate kumhusudi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657. Mara akaghadhibika, Abidallahi karuka, Bakora akaishika, Kitaka kumjalidi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658. Khani alipomshufu, Akaikabili sefu, Kamwegema asikhofu, Kama umeme na radi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659. Dharuba kamsukuma, Akazikata kwa nyuma, Kofia mbili za chuma, Na dirii za hadidi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660. Abidallahi kanguka, Kwa kiwewe kumshika, Roho ikafazaika, Akawambia junudi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661. Kawambia tasihili, Mshikeni mumdhili, Asijesha wakutuli, Khani akaiadidi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lastRenderedPageBreak/>
        <w:t>662. Akaishika hasama, Jeshini akajitoma, Mithili wimbi la joma, Livumalo na baridi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663. Kawangusha iyo hini, Khamsa wa ishirini, Bi tarafati aini, Kaumu wakamzidi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664. Wakampiga asira, Akafungwa kwa kambara, Na kumpiga bakora, Na dharuba za hadidi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665. Kashahadia Karimu, Kafa ali Islamu, Fi'l janati naimu, Akenda akarajidi,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666. Khabari zilipofika, Nyumani kwake hakika, Mselemu akatoka, Na jitimai shadidi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667. Katoka na jitimai, Hana hila wala rai, Ali katika sarai, Kaona nyumba baidi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668. Nyumba hiyo nitamke, Kamwona mwanamke, Kamuuza hali yake, Yote akamradidi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669. Kasikia nisiwani, Akamba pita nyumbani, Kwani adui mjini, Wa kati kukuadidi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670. Akapita Mselemu, Harume kamuheshimu, Ali na wake ghulamu, Yeye mmoja waladi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671. Kumuonakwe mamaye, Ana fazaa rohoye, Akamuuza haliye, Mama umetasawidi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672. Ni kungia ukatoka, Kitu gani umeweka, Mamaye akatamka, Sikia ewe waladi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673. Nyumbani mna ghulamu, Jina lake Mselemu, Min bani Hashimu, Bin amu Muhamadi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674. Na mimi nimemsiri, Ahadi ni kusafiri, Kijana akadhukuri, Mama kumficha 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675. Mara ile akatoka, Barazani akafika, Watu wamekutanika, Kamwita bun Ziadi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676. Yule kijana kasema, Mselemu yu kwa mama, Wapeleke watu hima, Mimi nimemshahidi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677. Kwa mama ndiko aliko, Na mimi natoka huko, Adui keta kacheko, Na kufurahi shadidi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678. Mara ile kasimama, Akawataka kauma, Akamba nendani hima, Na amiri Muhamadi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679. Bun Shiati amiri, Akampa asikari, Khamsamia jifiri, Walio kama asadi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680. Kamwambia tangulia, Mselemu niletea, Basi akashika ndia, Kandamana na junudi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681. Mselemu pakhubiri, Kasikia hawafiri, Na kishindo cha bairi, Kajua ndio hasidi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682. Kamwambia nisiwani, Kanipe maji kuzini, Nisali rakaateni, Nipate omba Wadudi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683 Kasali rakaateni, Akamuomba Manani, Baada sayo yuani, Kamrakibu jawadi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684. Akampanda farasi, Na upanga na turusi, Akamuomba Kudusi, Kawakabili junudi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685. Mbele yao kasimama, Kawauza akasema, Ajili semani hima, Nijue wenu mradi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lastRenderedPageBreak/>
        <w:t>686. Lililowaleta nini, Msikawe nambiani, Na ambalo mwatamani, Mutafutalo kusudi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687. Mara walipomshufu, Wakamwegema kwa sefu, Wapate kumtilifu, Afungwe kama abidi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688. Kajitia katikati, Akawonesa mauti, Watu khamsamiati, Watu kumi wakarudi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689. Kawapiga kama huwa, Kukata na kuangua, Kama radi ilotia, Shajaria 'l jadidi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690. Akawatawanya damu, Ikenenda milizamu, Wakarejea kaumu, Hata kwa bun Ziadi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691. Wakenda wakimwambia, Kama yaliyo jiria, Sote hatukubakia, Tumebadia suudi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692. Kusikiakwe yuani, Kawatoa shujaani, Idadiye alufeni, Wasioweza taadi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693. Akawambia nendeni, Mselemu mleteni, Msishindwe ni mgeni, Aliyetoka baidi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694. Endani mkamtwae, Upesi muniletee, Tupate hiyo rasiye, Apelekewe Yazidi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695. Wakenenda asikari, Kama rihi na matari, Na kula mtu tayari, Kwa silaha za hadidi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696. Walipomkaribia, Mselemu kawangia, Jeshini kajipakia, Na farasiwe najidi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697. Akamrusha kimatu, Akaja ndani ya watu, Isipate saa tatu, Wote akawasafidi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698. Akaishika hasamu, Mwana wa bani Hashimu, Akawatawanya damu, Nchi yote ikabidi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699. Akinga simba dharia, Damu ikenda milia, Na watu wakangamia, Wangi wasio idadi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700. Yamini kajipeleka, Wanguka kama mataka, Hata akizungumka, Kupigana akazidi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701. Kawatia mautini, Wote watu alufeni, Wakabaki thelathini, Wasihimili hadidi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702. Wakenda kwa bwana wao, Wakampa hali yao, Wakamba siku ya leo, Adui katuhusudi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703. Tulipowasili kando, Katungia kama nondo, Akitutenda kitendo, Hatuwezi kuradidi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704. Katungia kwa upanga, Jeshi yote kaizinga, Pasi muweza kukinga, Wala mkaa baidi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705. Bwana fanyiza shauri, Adui katuhasiri, Kwambiya siyo khabari, Kawakusanya junudi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706. Kawakusanya sufufu, Ambao ni mausufu, Ithnashara alufu, Akaja kawaradidi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707. Akawambia kaumu, Endani kwa Mselemu, Na mrudipo haramu, Mauti yatawabidi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708. Ambapo mwarejeea, Msipo kuniletea, Tawataka vitwa pia, Hayo nimewaahidi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709. Basi ikenenda jeshi, Kama dharuba ya tushi, Na kutaharaki nchi, Kwa hafiri za jawadi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lastRenderedPageBreak/>
        <w:t>710. Wakamfika alipo, Wakenda muona yupo, Mselemu iwenepo, Ghadhabu akashitadi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711. Upanga kauzungusha, Farasi akamwegesha, Ukinga mwamba kuusha, Na wingu kubwa na radi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712. Muili ukanafiri, Kwa ghadhabu kukithiri, Kiruka kama namiri, Ghadhabu kinga asadi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713. Dharuba akizitoa, Kama umeme na kuwa, Na kipovu kumuawa, Likachemka zubadi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714. Alikikabili mbele, Kusibakie kisele, Akileneza fumole, Watu hamadi hamadi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715. Muili ukamvimba, Kimatu akinga simba, Mara moja kawaramba, Watu mia wakarudi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716. Barazani wakifika, Mtangani wakanguka, Maneno wakitamka, Sikia bun Ziadi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717. Leo tuwene harubu, Iliyo kubwa ajabu, Vita vyake Muarabu, Ataitwaa biladi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718. 'l Kofu itatwaliwa, Ukae ukitambua, Na wewe utauwawa, Ni huyo mtu wahidi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719. Harubu apiganavyo, Hatuwene kama hivyo, Jamii vita twandavyo, Hatuwenepo abadi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720. Muarifu mwenye nchi, Atudirikiye jeshi, Ila sisi hatutoshi, Kupata huo mradi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721. Fisa khati Dimishiki, Watuletee khaliki, Na Basara na Iraki, Na wakutane junudi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722. Na ufanyapo dhihaka, Usipeleke waraka, Tambua unamtoka, Ulua wake Yazidi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723. Kwambiwa hayo asahi, Keta wino na lauhi, Kandika Abidallahi, Sikia ewe Sayyidi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724. Akaikutubu khati, Ya Yazidi mwenye nti, Tu katika harubati, Na vita vimetuzidi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725. Vita vyake Mselemu, Vyapita jabali gumu, Turidikie kaumu, Hima wapate tufidi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726. Wote watu maarufu, Katika nti ya Kofu, Jamii wametilifu, Watambuao hadidi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727. Mselemu atashinda, Na nti ataivunda, Atakalo atatenda, Ni hayo nakuradidi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728. Ulipokwenda waraka, Kwa Yazidi ukafika, Maneno akipulika, Uso ukamsawidi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729. Kanena akitukana, Watu wa Kofu naona, Hawawezi kupigana, Tokea jadi na jadi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730. Huwaje mtu mmoja, Akajirisha vioja, Tena wakatoa hoja, Kwamba avunja biladi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731. Tapeleka farisani, Kama simba ghadhibani, Mselemu na Huseni, Wakawatoe taadi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732. Kawakusanya sufufu, Watu sitini alufu, Ambao ni mausufu, Wasio shaka na budi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733. Kawambia enendani, Mkifika washikeni, Mselemu na Huseni, Upesi hima murudi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lastRenderedPageBreak/>
        <w:t>734. Basi jeshi ikatoka, Wakapanda wakishuka, Siku haba zikafika, 'l Kofu wakaibidi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735. 'l Kofu wakiwasili, Jamii wote rijali, Wakafurahi kwa kweli, Kwa kuwasili junudi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736. Wakelezana khabari, Za awali na akheri, Na kama yaliyojiri, Wasibakie wahid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737. Hata kukipambazuka, Basi jeshi ikatoka, Kusudi kwenda mshika, Bun amu Muhamadi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738. Alipokwisha waona, Mselemu kakazana, Meno akajitafuna, Mfano kama asadi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739. Kuionakwe shabuka, Mshipa ukamwinuka, Na tauka na tauka, Na kukazana jasadi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740. Jasadi ikahariki, Akinuka na uruki, Wote wakataharuki, Wasiweze mjalidi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741. Kizinga kama umeme, Kushotoni na kulume, Wali papo wasimeme, Na khofu kubwa shadidi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742. Akaipiga siahi, Ikavuma kama rihi, Zikawapuna silahi, Zilizo katika yadi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743. Akamzinga rikabu, Alisimika dhanubu, Na jamii ya ghadhabu, Siku hiyo akazidi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744. Uso ukaghadhibika, Mato yakahamirika, Na kipovu kumtoka, Yeye na wake jawadi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745. Akajitia jeshini, Akawachenga laini, Ali akenda usoni, Na kinyume akarudi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746. Akanenda kwa shimali, Akawachenga rijali, Kija upande wa pili, Ikiwa hivyo abadi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747. Mselemu kiwangua, Kama matone ya mvua, Pasi muweza jinua, Wala enuaye yadi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748. Na ambaye akabili, Mara huwa mbali mbali, Kushotoni na kuvuli, Wote wakatabaadi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749. Wakatamani kimbia, Hapana pa kuawia, Hali ya kuwazuia, Pasiwe muweza 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750. Mselemu akawesha, Kuwaua kiwangusha, Wote akawababusha, Wakawa kama rimadi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751. Siku hiyo maarufu, Arubaini alufu, Aliyo kuwatilifu, Wasazao wakarudi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752. Jamii wakakubali, Kuvushwa nchi ni kweli, Wala hataki wa pili, Kutunyang'anya biladi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753. Mashauri wakanena, Na tutoeni vijana, Twende nao mbali sana, Tukawafiche baidi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754. Hana budi Mselemu, Ataimiliki Rumu, Awaue na kaumu, Ashike ndia arudi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755. Wakawatoa kabili, Wana na wao wavyele, Na walio na uwele, Vipofu na makaidi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756. Wakawatoa viwete, Na wenye madonda wote, Mmoja wasimuate, Ila walio jadidi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757. Wakenenda ughaibu, Hata ipite harubu, Baada sayo najibu, Wakakutana junudi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lastRenderedPageBreak/>
        <w:t>758. Wakakutana kaumu, Thamaanini timamu, Alufu zilizotimu, Isipungue wahidi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759. Basi shauri waseme, Twendeni tukamwegeme, Mmoja asisimame, Ataghumiwa jawadi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760. Farasi akighumiwa, Mara moja atajiwa, Basi sapo wakaawa, Wote wakajizadidi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761. Hata walipomfika, Jeshini kajichomeka, Kupita zote shabuka, Wote wakamsharidi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762. Kawachawanya khumra, Ikenea zote bara, Na mafisi waking'ara, Kwa hali ya kufaidi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763. Akawatenda kitendo, Kuwachawanya uvundo, Kiwopoa kama nondo, Amezaye 'lkurudi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764. Farasiwe apitapo, Hapabaki aliyepo, Kama wingu na upepo, Na dharuba na baridi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765. Akiwangamiza watu, Idadiye wanakwetu, Alufu kumi na tatu, Waliokufa junudi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766. Wote waliobakia, Jamii wakakimbia, Mselemu kawendea, Na sefuye ya hadidi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767. Kiwapiga kwa hasamu, Akawachanganya damu, Wakawa kama ghanamu, Walio katika nadi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768. Kapiga kiwangamiza, Kuno akiwafukuza, Wote wakijelemeza, Masaharati na wadi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769. Wakenda mtashatiti, Kwa kuyakhofu mauti, Wakaikimbia nti, Wote ahali biladi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770. Mselemu akazinga, Akampita kipanga, Mji wote akatanga, Asimuone wahidi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771. Akaizuia Kofu, Thuluthani na nusufu, Na majumba maarufu, Yakawa katika yadi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772. Nusu ya mji baadhi, Yote kaitakabidhi, Pasiwe mtaaradhi, Wala mwenye kutaadi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773. Katamalaki majumba, Mazuri yaliyopambwa, Mwana wa simba na simba, Ni kazi yao abadi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774. Na jamii ya rijali, Kukionakwe kitali, Wakakutanika mbali, Wasiiweze biladi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775. Jamii wakakimbia, Mji wakamuatia, Walipokwisha tulia, Shauri wakafanidi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776. Shauri wakelekeza, Jawabu la kufanyiza, 'lKofu tukakweleza, tukamwondoa hasidi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777. Pana mmoja kanena, Hapana shauri tena, Mji unasha tupona, Na kufa hatuna budi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778. Hawa ni asili yao, Kuwana ni kazi yao, Na ushujaa wa kwao, Jadi zao na jududi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779. Ndio simba wa Mungu, Wanywesa watu matungu, Na katika ulimwengu, Hako aliyewazidi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780. Na roho yangu hiwaza, Yule hatutamuweza, Shauri la kufanyiza, Hapana ila wahidi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781. Na tutimbeni handaki, Ajapo akisabiki, Tufanye kutaharuki, Kinyumenyume turudi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lastRenderedPageBreak/>
        <w:t>782. Atangia handakini, Tumtie mikononi, Jamii wakayakini, Shauri linalobidi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783. Wakaichimba rijali, Yali usiku laili, Na shimo likenda mbali, Tena wakalisafidi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784. Juu wakalifinika, Farasi akija ruka, Hana budi kuanguka, Kumshika hana budi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785. Kulipokucha sikiza, Wakaitaka baraza, Mselemu katokeza, Mtamboni akanadi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786. Alipokuwatokea, Jamii wakakimbia, Mbele akiwandamia, Na sefuye ya hadidi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787. Kupata punde usoni, Farasi kanguka tini, Akangia handakini, Akaumia jawadi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788. Farasi akavundika, Na Mselemu kanguka, Wakaja wakamshika, Jamii wote junudi</w:t>
      </w:r>
    </w:p>
    <w:p w:rsidR="005F72C3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789. Wakakutana asahi, Wakazipiga siahi, Na roho zilifurahi, Furaha kubwa shadidi</w:t>
      </w:r>
    </w:p>
    <w:p w:rsidR="005F72C3" w:rsidRDefault="005F72C3">
      <w:pPr>
        <w:ind w:firstLine="0"/>
        <w:jc w:val="left"/>
        <w:rPr>
          <w:sz w:val="24"/>
          <w:lang w:val="sw-KE"/>
        </w:rPr>
      </w:pPr>
      <w:r>
        <w:rPr>
          <w:lang w:val="sw-KE"/>
        </w:rPr>
        <w:br w:type="page"/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lastRenderedPageBreak/>
        <w:t>3</w:t>
      </w:r>
    </w:p>
    <w:p w:rsidR="00B81F54" w:rsidRPr="00B81F54" w:rsidRDefault="005F72C3" w:rsidP="005F72C3">
      <w:pPr>
        <w:pStyle w:val="Heading1Center"/>
        <w:rPr>
          <w:lang w:val="sw-KE"/>
        </w:rPr>
      </w:pPr>
      <w:bookmarkStart w:id="7" w:name="_Toc30419527"/>
      <w:r>
        <w:rPr>
          <w:lang w:val="sw-KE"/>
        </w:rPr>
        <w:t>UTENZI WA IMAM HUSEN</w:t>
      </w:r>
      <w:bookmarkEnd w:id="7"/>
    </w:p>
    <w:p w:rsidR="00B81F54" w:rsidRPr="00B81F54" w:rsidRDefault="00B81F54" w:rsidP="005F72C3">
      <w:pPr>
        <w:pStyle w:val="Heading2Center"/>
        <w:rPr>
          <w:lang w:val="sw-KE"/>
        </w:rPr>
      </w:pPr>
      <w:bookmarkStart w:id="8" w:name="_Toc30419528"/>
      <w:r w:rsidRPr="00B81F54">
        <w:rPr>
          <w:lang w:val="sw-KE"/>
        </w:rPr>
        <w:t>UTENZI WA KISA CHA SAYYIDNA HUSSEIN</w:t>
      </w:r>
      <w:bookmarkEnd w:id="8"/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790. Wakamfunga kwa kweli, Mikono yote miwili, Wasimbaki pahali, Wasipo kumkaidi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791. Mselemu kamkuwa, La haula wala kuwa, Aladi qalu Molewa, Kujiri halina budi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792. Wakenda naye hakika, Wote walifurahika, Barazani wakifika, Mbele ya bun Ziadi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793. Wakamuweka usoni, Mbele yake maluuni, Abidallahi yuani, Maneno akaradidi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794. Kamwambia Mselemu, Enyi banii Hashimu, Mtakao jidhulumu, Mwatezea maSayyidi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795. Hivi kwenu mkitoka, Kuja Kofu na shabuka, Makusudi kumpoka, Ulua wake Yazidi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796. Mpate usultani, Wewe na huyo Huseni, Mukaishi duniani, Muwe watu maadudi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797. Mtamalaki Iraki, Na Kofu na Dimishiki, Na Yazidi mumdhiki, Ndiyo yenu makusudi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798. Mjile taka matata, Na vitwa vyenu kukatwa, Hayo hamtayapata, Hata mkajitahidi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799. Mselemu kabaini, Wayy-laka maluuni, Wadharauje Huseni, Ukamsifu Yazidi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800. Sakiti ulimi wako, Kwamba si hadaa zako, Ningekuonya vituko, Vikubwa visivyo budi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801. Na kwamba si kunitenga, Nti ningalizipinga, Haziwata nyonganyonga, Hamngojea Sayyidi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802. Hata akija Huseni, Akaikuta amani, Na ambaye mshindani, Akija hamhusudi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803. Mtu wa pili sitaki, Wa 'l Kofu na Iraki, Peke yangu nawadhiki, Mkaitoka biladi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804. Na sasa matungu yangu, Sijutii roho yangu, Nakumbuka ndugu yangu, Yatakayo kumbidi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805. Namkumbuka Huseni, Na jeshi ya maluuni, Wala hanayo yakini, Kwamba wametamaradi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806. Baada sayo nanena, Abidallahi laana, Akawambia watwana, Endani naye baidi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807. Mkamkate rasiye, Ajili mniletee, Watumwa wakenda naye, Wakenda kumuhusudi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808. Akenda akauwawa, Shahada akamkuwa, Ya Rabi wake Molewa, Na Mtume Muhamadi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809. Kashahadia Jalali, Na Mtume Murisali, Wakisha kumkutuli, Roho yake naradidi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810. Roho yake Mselemu, Ikenda fi 'nnaimu, Hurri 'l aini fahamu, Wote wakashua yadi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811. Mikono wakashuua, Rohoye ikapokewa, Fi'l jana ikatiwa, Kunako njema baridi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lastRenderedPageBreak/>
        <w:t>812. Kisha sayo niwambie, Wakaitwaa rasiye, Na ya Khani rafikiye, Zote wakazijalidi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813. Kitwa chake muumini, Na kile kitwa cha Khani, Vikenda kwa Sultani, Hakimu wao Yazidi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814. Kifika vikatolewa, Yazidi kafurahiwa, Na kaumu kaitoa, Nyingi isiyo idadi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815. Akawambia endani, Mkamngoje Huseni, Mkifika simamani, Nyinyi na bun Ziadi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816. Huseni akiwasili, Upesi kumkutuli, Na rasiye tasihili, Na ije pasipo budi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817. Basi wakenda khaliki, Wana panga kwa mikuki, Wakiwasili Iraki, Na Kofu wakakhalidi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818. Wakaketi kusikiza, Na watu kupeleleza, Kula ndia wakitunza, Kumtazama Sayyidi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819. Hata sikuye kwa mbele, Khabari wazisikile, Kwamba Huseni ajile, Hayuko tena baidi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820. Kaja aba Abdalla, Inshaallah taala, Naye yupo Karabala, Hapo shatii' l wadi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821. Karabala amefika, Na kesho atakondoka, Siku haba zikifika, Aja miliki biladi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822. Abidallahi pulika, Kuipatakwe hakika, Mno akafurahika, Na kutengeza junudi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823. Katengeza asikari, Bi yamini wa yasari, Na kula penye khatari, Kapatengeza jadidi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824. Akazizuia ndia, Mjini za kungilia, Pasiwe pa kupitia, Kwa majiwe kujamidi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825. Tena mbiu ikalia, Katika zote karia, Maneno akiwambia, Abidallahi kanadi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826. Akamba ya farisani, Nnani keno nnani, Mwenda vita vya Huseni, Hamsalimu junudi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827. Nnani aviwezaye, Akenda twaa rasiye, Enzi akapewa yeye, Kwa myaka kumi idadi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828. Akapewa uhakimu, Kwa myaka kumi timamu, Kwisha sayo kukalimu, Pana mmoja hasidi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829. Hayo akayakubali, Huseni kumkutuli, Na jina lake nakuli, Omari bun Saidi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830. Akamba mimi takwenda, Huseni kwenda mtinda, Na utakalo tatenda, Nitimilize ahadi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831. Basi kapewa kaumu, Kuwa yeye mkadamu, Na maamiri fahamu, Majina tawaradidi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832. Wa kwanza bun Hasini, Akapewa alufeni, Kamba simba ghadhibani, Ukali kama asadi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833. Bun Rabia wa pili, Aliopewa rijali, Alufu kumi na mbili, Kandamana na junudi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834. Bun Shiati sikia, Akapewa zikwi mia, Kaambiwa tangulia, Akatoka Muhamadi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835. Alipewa farisani, Watu wa kwenda vitani, Idadi arubaini, Elfu zisizo budi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lastRenderedPageBreak/>
        <w:t>836. Tena akapewa Hari, Sita alfu jifiri, Walio kama namiri, Akenda bun Yazidi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837. Na Hajari tabaini, Akapewa farasani, Theneni wa ishirini, Alufu wenye hadidi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838. Wakaamrisha mwendo, Na kwenda tenda kitendo, Wakenenda kama nondo, Majimbo yote na wadi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839. Amiri akadhukuri, Endani enyi jifiri, Na amri kwa Omari, Jamii yote junudi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840. Sikizani amriye, Pasiwe ambishaye, Kwa jamii wetikie, Inshallahu Sayyidi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841. Basi wakafuatana, Pasi kuona mchana, Kwa ghubari kufungana, Mchana ukasawidi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842. Wakafika Karabala, Wakazitoa kafila, Wasibakie mahala, Bara yote wakabidi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843. Mito wakaizuia, Ya maji ya kutumia, Pasiwe kuona ndia, Hali ya jeshi kuzidi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844. Wakazuia mitoni, Na maji ya visimani, Kumzuia Huseni, Yeye na wake waladi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845. Huseni akitazama, Kushuka wangi kauma, Na kuzuiwa visima, Na watu kama juradi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846. Kashika yake hasadi, Kawakabili kaumu, Mbele yao akakumu, Kasimama akanadi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847. Akatamka Huseni, Ya kaumu sikiani, Mwanijua ndimi nani, Na baba yangu na jadi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848. Au la jina la mama, Mwalijua ni kusema, Wakatamka kauma, Wakamjibu Sayyidi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849. Ndiwe Huseni rijali, Na babayo Shekhe Ali, Na mama yako Batuli, Na babuyo Muhamadi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850. Huseni akawambia, Kumbe hayo yawelea, Kisa cha kunizuia, Maji na wangu waladi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851. Mwanizuia sharabu, Kesho mbele ya Wahabu, Ndombezi wenu ni babu, Hiyo siku ya mnadi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852. Au maji hamtaki, Siku ya kutaharaki, Jamii wakanatiki, Jamii wakamrudi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853. Twayajua kama hayo, Ndombezi kuwa babuyo, Waama leo rohoyo, Kutoka haina budi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854. Na mngawanya haudhi, Ni babuyo muritadhi, Waama kufa faradhi, Katwaa Maka hurudi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855. Majambo yake babuyo, Yanatupata na moyo, Hayeshi tukili nayo, Yanatuchoma fuadi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856. Kusikiakwe Huseni, La haula kabaini, Illa billahi Manani, Kashika ndia karudi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857. Akarudi akilia, Kwa mambo kumzingia, Hemani alipongia, Wote wakamshahidi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858. Kulia kwake Huseni, Wakalia nisiwani, Na vijana mikononi, Na rijali na abidi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859. Tena wakanyamazana, Basi Huseni kanena, Hema ijengeni sana, Na boma liwe jadidi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lastRenderedPageBreak/>
        <w:t>860. Basi hema zikakita, Pasi mahali kupita, Na boma kama ukuta, Likawa gumu shadidi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861. Boma lilipotulia, Usiku ulipongia, Huseni akawambia, Wenziwe kawaradidi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862. Wenziwe kawabaini, Afadhali kimbieni, Mtukue nisiwani, Hivi sasa msharidi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863. Tokani hivi laili, Hata kukicha mmbali, Maana hiki kitali, Ni changu mimi wahidi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864. Tokeni enyi wenzangu, Mniwate peke yangu, Na rehema kwa Muungu, Nusura kwake Wadudi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865. Aliposema akesha, Wote wakanena hasha, Ya nini hayo maisha, Ufapo wewe Sayyidi?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866. Twaradhiwa tuyayuke, Ndipo nawe upatike, Ila kukuwata pweke, Sio yetu makusudi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867. Ufapo wewe Huseni, Maisha hayo ya nini?, Twafanyani duniani, Uondokapo Sayyidi?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868. Hayo wakisha mwambia, Huseni kafurahia, Na kumwomba Jalia, Na dua njema kazidi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869. Wakalala ni laili, Wakisoma na kusali, Kabiri na tahalili, Na salatu Muhamadi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870. Hata kukipambazuka, Wakamuomba Rabuka, Kwa kiu ilowashika, Wanawake na waladi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871. Wataka maji ya kunywa, Wayatafuta hawana, Akondoka Maulana, Akawendea junudi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872. Akatamka Huseni, Akamba ya Farisani, Nataka maji nipani, Kwa upesi na juhudi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873. Maji musiyazuie, Nayataka nitumie, Kwani sina nikhofuye, Wala aliyenizidi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874. Nipani maji haraka, Msifanyike dhihaka, Mkatafuta hilaka, Na kwangamia kusudi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875. Na hayo muazimuyo, Yote nayaona siyo, Maneno niwambiayo, Nipani maji nirudi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876. Wakatamka kaumu, Sikia bani Hashimu, Twakuwazia kuzimu, Katika zetu fuadi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877. Wala hapo hatwondoki, Wala maji huyateki, Ahadi ni kuhiliki, Wewe na wako junudi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878. Ewe Aba Abdalla, Katwaa hwendi pahala, Utakufa Karabala, Huna budi huna budi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879. Huseni akipulika, Mno akaghadhibika, Na upanga kaushika, Kawakabili junudi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880. Walipomuona aja, Wasende mbio pamoja, Ila mmoja mmoja, Kwa khofu kuu shadidi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881. Kukimbiakwe kauma, Huseni karudi nyuma, Akenda kunako hema, Na kaumu wakarudi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882. Na jamii watu wake, Wataka maji wateke, Wana waume na wake, Kiu inawashitadi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883. Watoto wamedhikika, Kwa roho kuwakauka, Asimamaye hwanguka, Hapo muweza jasadi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lastRenderedPageBreak/>
        <w:t>884. Kuyaonakwe yakini, Akondoka farasini, Akamwambia Huseni, Kanena ewe Sayyidi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885. Sayyidi nipa idhini, Nende hangie jeshini, Rabbi ataniauni, Kwa nusuraye Wadudi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886. Na Huseni akakuli, Baraka 'Llahu rijali, Takunusuru Jalali, Bi shufaa Muhamadi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887. Kwambia siyo jinsi, Akenda hima upesi, Dereya kajilabisi, Kanzu mbili za hadidi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888. Na upanga kaushika, Na fumo likigeuka, Farasi kamtandika, Kamkalia jawadi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889. Akajitia jeshini, Kama wingu na tufani, Bi shimali wa yamini, Kwenda huko na kurudi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890. Kiwakata vyao vichwa, Kiwaua kiwangusha, Ukinga mwamba kuosha, Wenye wingu na baridi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891. Kawatia mautini, Alufu na miateni, Kauwawa muumini, Rahema 'Llahu Wadudi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892. Akanguka Islamu, Kashahadia Karimu, Na Mtume Muungamu, Swala 'Llahu wa Sayyidi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893. Roho yake Muumini, Ikenda fi'l janani, Kuona sayo Huseni, Kawakabili junudi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894. Kawangia katikati, Akawanyesha mauti, Yamini na shimalati, Wote wakamsharidi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895. Akawaua Huseni, Jumlaye alufeni, Kampata Muumini, Waliye kumuhusudi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896. Kamfika maitiwe, Kamshika mkonowe, Huseni kapiga yowe, Kulia na kuradidi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897. Akalia akinena, U wapi babu Amina, Leo kwamba waniona, Wanitendavyo junudi?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898. Na baba yangu Alii, Na kwamba leo uhai, Ingalishuka samai, Kwa hurubu kushitadi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899. U wapi baba Sharifu?, Ukaja ukawashufu, Wa Iraki na wa Kofu, Watakavyo nihusudi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900. Akawasili hemani, Kamuweka pale tini, Wakalia nisiwani, Na jamii ya junudi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901. Kulia wakiomboa, Na mikono wakinua, Na kuomba njema dua, Kwa Mola wetu Wadudi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902. Kimaa kunyamazana, Pana mmoja kanena, Nirukhusu Maulana, Nende hawane jihadi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903. Akamba katawakali, Ukamuombe Jalali, Akajifunga kwa kweli, Seifuye ya hadidi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904. Kimaa kushika sefu, Akawangia wa Kofu, Kaua watu alufu, Kama umeme na radi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905. Na yeye wakamuuwa, Kashahadia Molewa, Na Tume wake Rasuwa, Fi'l janna akabidi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906. Akangia Maulana, Akenda akapigana, Hata akenda muona, Kamtwaa akarudi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907. Akatoka na wa tatu, Akenda jeshi ya watu, Yali hivyo wanakwetu, Kwenda wahidi wahidi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lastRenderedPageBreak/>
        <w:t>908. Na kadiri atokaye, Yuapigana pekeye, Akaua auaye, Alufu au zaidi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909. Na pindi akiuawa, Huseni amtukuwa, Tena akirehemewa, Na Mola wetu Wadudi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910. Kiuawa Muumina, Huseni yuapigana, Hata akenda muona, Hapo alipo shahidi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911. Wakangia mautini, Jamii watu sitini, Kabaki yeye Huseni, Na wale wake waladi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912. Watu sitini fahamu, Wote wakenda kuzimu, Wakabakia ghulamu, Na baba yao Sayyidi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913. Na kiu imekithiri, Watoto wataghayari, Wala hawana shauri, Kupata maji baridi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914. Watoto wamedhikika, Kwa kiu ilowashika, Na maji wakiyataka, Wanazuia junudi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915. Wanawake na vijana, Wapita povu la kanywa, Kazi yao hulizana, Na sala na kusujudi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916. Wamsabihi Jalali, Na sala na tahalili, Kwa mtana na laili, Wa katika kuabidi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917. Huseni akibusiri, Kamtwaa nakhubiri, Mwanawe Ali saghiri, Kijana fi'l mahidi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918. Kijana hajaachishwa, Bado akalinyonyeshwa, Mwana mchanga kabisa, Hazidi mwaka wahidi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919. Kamtukuwa Huseni, Kamuweka mkononi, Akenda naye jeshini, Maneno akaradidi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920. Huseni akabaini, Nataka maji nipani, Kwani huyu ghulimani, Atishi imemzidi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921. Ngawa fanyani huruma, Kwa huyu mwana yatima, Hakumaliza kusema, Mshare ukambidi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922. Mshare ukaja hima, Kapiga yule ghulama, Huseni akitazama, Wanakwisha muhusudi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923. Mshare ukaja mbio, Ukamkata shikio, Kijana keta kilio, Na damu kutamaridi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924. Kijana kafazaika, Kina akipapatika, Kwa shikio kukatika, Naye kijana waladi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925. Babaye akamshika, Kifuani kamuweka, Keno akasikitika, Na kilio akazidi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926. Kenda nayo iyo hina, Akafika kwa Sakina, Ikiwa ni kulizana, Kwa msiba kuwashidi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927. Wakalizana kabili, Wote wana na wavyele, Kwa siaha na kelele, Waungwana na abidi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928. Wakinyamaza yuani, Kondoka katabayani, Mtoto wake Huseni, Jina ketwa Muhamadi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929. Akamwambia amuye, Nipa rukhusa ningie, Naradhiwa nangamie, Kama kuona taadi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940. Alufu wa thamanini, Kawatia mautini, Ndipo akanguka tini, Wakampiga hadidi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931. Akaumba Murisali, Kuwa yeye afadhali, Wa akheri na awali, Bora wao Muhamadi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lastRenderedPageBreak/>
        <w:t>932. Bora ya watu babuyo, Alomzaa babayo, Akaumbwa na babayo, Akawa yeye asadi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933. Kapewa dhu' l Fukari, Akawapiga kufari, Hata wakataghayari, Pasiwe mwinua yadi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934. Na pepo alowekewa, Ni babu yako Rasuwa, Babayo enda tukuwa, Hiuliwa 'l hamdi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935. Na sisi tu wana wao, Tuzawa ni watu hao, Nnani watupitao, Katika wote junudi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936. Na haya ni makutubu, Yandishiwe ni Wahabu, Kula litalotusibu, Ni amri ya Wadudi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937. Na sasa nipa idhini, Nikaingie jeshini, Huseni akabaini, Naamu wangu waladi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938. Naamu uliyonena, Siwezi kurudi tena, Mtawakali Rabana, Kijana kajizadidi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939. Kajifunga upangawe, Akapanda farasiwe, Kawapoa kama mwewe, Harubu ikashitadi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930. Maana Rabi Molewa, Alimuomba Rasuwa, Kampa haja na kuwa, Kupita wote ibadi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941. Akapiga ukelele, Huseni njoo uole, Hawana wako wavyele, Na babuyo Muhamadi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942. Huyu bibiyo Khadija, Na muombezi wa waja, Na Hasani wa pamoja, Na Fatuma wangu Jadi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943. Na babayo Shekhe Ali, Njoo hima tasihili, Kusikiakwe makali, Sefu kaitakaladi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944. Akaushika upanga, Mwana wa anga kwa anga, Kangia akawachenga, Kama fisi na asadi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945. Hata akamdirika, Miongoni kimweleka, Matozi yakimwaika, Kilio kikashitadi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946. Kufika kunako hema, Huseni kashika tama, Ali papo usimama, Kalia mno Sayyidi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947. Zainabu na Sakina, Zaina 'l abidina, Jamii wakalizana, Pasibakie wahidi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948. Na 'l Umi Kulithumu, Kalia mno fahamu, Na jamii ya ghulamu, Kilio wakaamidi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949. Na Fatuma na Rukia, Wakashitadi kulia, Keno wakipindukia, Kwa kilio kuwazidi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950. Wakashukuru Taala, Akatoka Abdalla, Bin Huseni Fadhila, Kawakabili junudi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951. Jeshini akjitia, Muda wa saa kungia, Alufu wa sita mia, Kawaua asibudi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952. Ndipo naye kauwawa, Kashahadia Molewa, Pepo zimefunguliwa, Mola wetu akanadi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953. Akatamka Manani, Enyi mahuru 'l aini, Simamani simamani, Kwa shime na jitihadi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954. Mpokee roho zao, Viumbe niwapendao, Ni laula baba yao, Kusinge kitu abadi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955. Roho zao zitwaeni, Zisanguke mtangani, Wakaja huru 'l aini, Hapo panapo jihadi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lastRenderedPageBreak/>
        <w:t>956. Kwa kila auawaye, Wakapokea rohoye, Pasibaki abakiye, Jamii wote waladi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957. Wana sabaa ashara, Wote wakenda akhera, Kwa uwezo wa kudura, Yake Muungu Wadudi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958. Kabaki pweke Huseni, Na upanga mkononi, Akitazama yamini, Asione msaadi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959. Akitazama yasiri, Asione mshauri, Kalia akakithiri, Hata akapita budi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960. Baada kulia kwake, Wakalia wanawake, Kwa Huseni kuwa pweke, Na vita vimeshitadi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961. Junudi yangalizana, Kwa usiku na mtana, Hapana kusikizana, Kwa wangi junudi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962. Ni kamkam malaki, Walioko wanafiki, Hawana walipobaki, Majimbo yote na wadi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963. Wamekutana sufufu, Kamkam maalufu, Kwa mafumo na suyufu, Walizo kutakaladi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964. Kuona bun Imamu, Kuzidi mno kaumu, Kondoka kutayamumu, Kasali akisujudi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965. Akamuomba Rabana, Mwenye ezi Subhana, Baada sayo nanena, Kandoka kajizadidi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966. Kangia kajiwadaa, Pambo ambalo lafaa, Na kofia akavaa, Isiyo shaka na budi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967. Kofia yake kitwani, Ya hadidi mbayani, Ya tokea Adnani, Ya tangu jadi na jadi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968. Akajivika kilemba, Cha maidani kutamba, Ghadhabu akinga simba, Na uso kama asadi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969. Akaishika na sefu, Ka'l bariku khatifu, Ya Abdi 'l Manafu, Izoelee jihad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970. Akalishika fumole, Ukali likinga ghule, Likitisha mlekule, Aliye mbali baidi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971. Akaishika turusi, Ya chuma kingi suwesi, Hata akavuma kusi, Haimpati baridi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972. Dereya sita za chuma, Muili wote mzima, Asiosaze alama, Wote wenele hadidi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973. Na thelatha suruali, Za chuma kingi thakili, Jini na simba wakali, Wote wakamsharidi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974. Kamkali farasi, Kinga umeme wa kusi, Na wingu nene jeusi, Lenye kiza na baridi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975. Akasimama Huseni, Kawaaga nisiwani, Kwa kherini kwa kherini, Nenda zangu sitarudi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976. Kwa kherini wanakwetu, Namuomba Mola wetu, Nasi makutano yetu, Kesho mbele ya Wadudi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977. Kwa kheri ewe Sakina, Zaina 'l abidina, Wake wote na vijana, Na jamii ya waladi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978. Kwa kherini ndugu zangu, Na jamii ya wanangu, Nawaaga nenda zangu, Tena nendako baidi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979. Msikithiri kilio, Tulizani yenu moyo, Kwani Rabi andikayo, Kujiri hayana budi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lastRenderedPageBreak/>
        <w:t>980. Kwishakwe sema yuani, Wakalia nisiwani, Na jamii ghulmani, Kilio kikashitadi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981. Wakalia na majini, Na nyama wote yakini, Wa bara na baharini, Hata ndege na asadi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982. Kwisha sayo kukalimu, Kamzinza bahaimu, Kaelekea kaumu, Kasimama akanadi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983. Anaa mwana wa enzi, Mwana wa jua na mwezi, Ndiswi waliza walinzi, Na waliotabaradi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984. Ndiswi watenda vitendo, Ndiswi wamwanga uvundo, Ndiswi tumezao nondo, Kula panapo jihadi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985. Ndiswi wavunda milima, Ndiswi wondoa nakama, Ndiswi wondosha kilima, Ndiswi wavunda junudi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986. Kaumu wakisikia, Jamii wakakimbia, Pasi mtu kubakia, Wote wakamsharidi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987. Kwa kumuona haliye, Kifungo na libasiye, Na hayale manenoye, Wakamkaa baidi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988. Huseni akawambia, Haifai kukimbia, Hamna pa kungilia, Hata mahali wahidi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989. Kukimbia hakufai, Kwani zimekwisha rai, Hapana tena uhai, Mimi na nyinyi junudi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990. Basi akajelemeza, Katika wimbi na kiza, Subhana ya Aziza, Ajua yeye Wadudi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991. Akajitia jeshini, Kama wingu baharini, Watu wangukao tini, Huwezi kuwaadidi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992. Sefu ikatenda kazi, Na farasi kanywa wazi, Na awezapo pumzi, Zawalika kama radi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993. Farasi ni Maimuni, Wa Shekhe Aba Huseni, Mzoea upigani, Vita vyote vya jihadi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994. Farasi kaghadhibika, Hako muweza mshika, Yuaruka akiruka, Na kwelemea junudi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995. Farasi akinga simba, Na kivumi kama mwamba, Na maiti wamewamba, Majimbo yote na wadi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996. Akawana Muarabu, Vita vikubwa ajabu, Na uso kutaghadhabu, Ghadhabu kubwa shadidi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997. Pakondoka tushitushi, Kama dharuba ya moshi, Kwa kuwazuia jeshi, Na ghadhabu kumzidi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998. Sefu ikatenda kazi, Kama wembe wa kinyozi, Kumpiga hawawezi, Kwa nguvu aliwazidi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999. Nchi ikafunga kiza, Na damu ikifuaza, Pasiwe na kusikiza, Kwa vita kupita hadi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1000. Dunia ikahamiri, Wakaliona ghubari, Watu walio Misiri, Na walio Baghadadi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1001. Na wa Maka na Madina, Ghubari wakiliona, Wakafazaika sana, Kwa nahari kusawidi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1002. Kharisani na Hijazi, Ghubari li waziwazi, Kwa mwana kutenda kazi, Iliyo katika yadi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1003. Ghubari likisabiki, Basara na Dimishiki, Yemeni na Yarimuki, Sanaa na Sandidi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lastRenderedPageBreak/>
        <w:t>1004. Na watu walio Rumu, Wakiliona fahamu, Ghubari kubwa adhimu, Wasilijue mradi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1005. Pasiwe asikiaye, Wala mtu aonaye, Wala mwenye akiliye, Zote zikawasharidi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1006. Pasiwe mwenye turusi, Wala mwendesha farasi, Kwa siaha na siasi, Awauavyo Sayyidi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1007. Pasiwe mshika fumo, Wala atokaye humo, Hali ya kiungurumo, Apita wote asadi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1008. Pasiwe mwenye fahamu, Wala akili timamu, Wote wali maghumumu, Wao na wao jawadi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1009. Pasiwe muweza toka, Wala muweza kwondoka, Kwa hali ya kutoweka, Wangi wasio idadi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1010. Kula mtu akadhani, Viumbe hata majini, Mbingu zinakuja chini, Haziko kule baidi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1011. Wakadhani kwa hakika, Samai zimekatika, Na mawingu yameshuka, Hapana shaka na budi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1012. Malaika wa samai, Wote wakatafazai, Hawashuki hawapai, Kwa fazaa na fuadi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1013. Majini na Malaika, Wakamuomba Rabuka, Huseni kunusurika, Allahumma Ya Wadudi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1014. Viwayo na dharubaye, Sawasawa na babaye, Watu wakasema ndiye, Apiganaye jihadi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1015. Wote wakasitatii, Apiganaye Alii, Kumbe hakufa yu hai, Daima zote abadi</w:t>
      </w:r>
    </w:p>
    <w:p w:rsidR="007131F8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1016. Akawatawanya damu, Huseni bun Imamu, Ikenenda milizamu, Kula bara ikabidi</w:t>
      </w:r>
    </w:p>
    <w:p w:rsidR="007131F8" w:rsidRDefault="007131F8">
      <w:pPr>
        <w:ind w:firstLine="0"/>
        <w:jc w:val="left"/>
        <w:rPr>
          <w:sz w:val="24"/>
          <w:lang w:val="sw-KE"/>
        </w:rPr>
      </w:pPr>
      <w:r>
        <w:rPr>
          <w:lang w:val="sw-KE"/>
        </w:rPr>
        <w:br w:type="page"/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lastRenderedPageBreak/>
        <w:t>4</w:t>
      </w:r>
    </w:p>
    <w:p w:rsidR="00B81F54" w:rsidRPr="00B81F54" w:rsidRDefault="00B81F54" w:rsidP="007131F8">
      <w:pPr>
        <w:pStyle w:val="Heading1Center"/>
        <w:rPr>
          <w:lang w:val="sw-KE"/>
        </w:rPr>
      </w:pPr>
      <w:bookmarkStart w:id="9" w:name="_Toc30419529"/>
      <w:r w:rsidRPr="00B81F54">
        <w:rPr>
          <w:lang w:val="sw-KE"/>
        </w:rPr>
        <w:t>UTENZI WA IMAM HUSEN</w:t>
      </w:r>
      <w:bookmarkEnd w:id="9"/>
      <w:r w:rsidRPr="00B81F54">
        <w:rPr>
          <w:lang w:val="sw-KE"/>
        </w:rPr>
        <w:t xml:space="preserve"> </w:t>
      </w:r>
    </w:p>
    <w:p w:rsidR="00B81F54" w:rsidRPr="00B81F54" w:rsidRDefault="00B81F54" w:rsidP="007131F8">
      <w:pPr>
        <w:pStyle w:val="Heading2Center"/>
        <w:rPr>
          <w:lang w:val="sw-KE"/>
        </w:rPr>
      </w:pPr>
      <w:bookmarkStart w:id="10" w:name="_Toc30419530"/>
      <w:r w:rsidRPr="00B81F54">
        <w:rPr>
          <w:lang w:val="sw-KE"/>
        </w:rPr>
        <w:t>UTENZI WA KISA CHA SAYYIDNA HUSSEIN</w:t>
      </w:r>
      <w:bookmarkEnd w:id="10"/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1017. Damu ikenda mafumbi, Ikafuuza mawimbi, Na maiti kama numbi, Wangamiavyo junudi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1018. Wakatazama rijali, Harubu ya bin Ali, Jamii wakenda mbali, Wote wakatabaidi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1019. Maji wakamuachia, Waliyo kuyazuia, Jamii wakakimbia, Masahirai na wadi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1020. Visima wakaviwata, Wakenenda asitata, Kwa msiba kuwapata, Mkubwa usio budi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1021. Akatamka Huseni, Akawambia njooni, Muje mukae mitoni, Haifai kusharidi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1022. Njoni munizuilie, Maji nisiyatumie, Kula amsikiaye, Kukimbia akazidi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1023. Kula msikia hayo, Maneno ayasemayo, Yuazidi kwenda mbio, Kwa upesi na juhudi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1024. Akenda zake Huseni, Hata kafika mtoni, Akashuka farasini, Kwa salama na suudi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1025. Kuona maji farasi, Akenika yake rasi, Kwa atishi na asisi, Kubwa iliyomshidi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1026. Huseni kamkemea, Ya Maimuni sikia, Dhuria wake Nabia, Atishi imewazidi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1027. Haifai kunywa wewe, Sharuti wapelekewe, Ndipo nafusi zituwe, Mimi na wewe turudi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1028. Maimuni kasitahi, Na kuwujuba Illahi, Akaona ni asahi, Maneno yake Sayyidi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1029. Huseni akangalia, Kutaka cha kutekea, Mara ile kasikia, Makelele na mnadi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1030. Wakamwambia Huseni, Wewe u huko mtoni, Lakini huko hemani, Wanakuwako junudi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1031. Wanawake wametekwa, Na buweti na mikeka, Huseni akipulika, Kamrukia jawadi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1032. Kumbe vile ni hadaa, Wamwita kumsawaa, Akatoka kwa fazaa, Kukimbilia waladi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1033. Hata mbele kiwakuta, Wakampiga kwa nyuta, Mishare ikampata, Sabiini kwa idadi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1034. Wakampiga sahamu, Sabaa kumi timamu, Tena akenea damu, Katika yote jasadi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1035. Tena wakamdafiri, Asimuweze bairi, Kashahadia Jabari, Na Tumwawe Muhamadi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1036. Akajua ni mauti, Haihati haihati, Kila kilicho hayati, Na kufa hakina budi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1037. Akashuka farasini, Akanguka pale tini, Wakakutana laini, Ili kuja muhusudi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1038. Pana mmoja kuhani, Jina lake sikiani, Bun Dhu'l Jaushani, Aduwa 'llahi Wadudi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lastRenderedPageBreak/>
        <w:t>1039. Jina akitwa Shamru, Aduwa 'llahu Ghafuru, Akaikabili nuru, Kwenda yondoa jasadi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1040. Akenda hima upesi, Kwenda iondoa rasi, Akamvua libasi, Na dereya za hadidi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1041. Tena Huseni kanena, Kifunue chako kanywa, Huenda nikayaona, Aliyonambia jadi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1042. Kanywa akakifungua, Huseni akimuoa, Kicheko akakyangua, Kacheka sana Sayyidi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1043. Shamru kamuuliza, Wacheka nini neleza, Naye akamrudiza, Alisema Muhamadi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1044. Alinambia Rasuli, Atakaye kukutuli, Takupa yake dalili, Ajaye kukuhusudi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1045. Kanywani yuna shairi, Mithili kama hinziri, Na mbalanga asfari, Na uso wa l' Kurudi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1046. Nami nimezibaini, Katika mwako kanywani, Ndipo hasema yakini, Babu aliyoradidi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1047. Kwisha sayo nikwambiye, Akaishika sefuye, Akamkata rasiye, Kwa seifi ya hadidi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1048. Akisha akaishika, Fumoni kukitungika, Nchi ikahamirika, Ikazuka na baridi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1049. Yakacheza majabali, Kwa ghadhabu za Jalali, Wakaiona nakili, Hilaki inatubidi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1050. Wakisha sayo yuani, Wakenda kule hemani, Wakatwaa nisiwani, Na vyombo vya kusafidi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1051. Wakavichukua vyombo, Wakawavua mapambo, Wakawavika visambo, Mtu hawezi radidi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1052. Na farasi Maimuni, Aliyepanda Huseni, Akelekea barani, Hata leo hajarudi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1053. Akisha kurambaramba, Na kulia na kusamba, Muungu akamuomba, Akenda zake baidi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1054. Muiliwe sikiani, Akazikwa ni majini, Ambao ni waumini, Wasalio tahajudi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1055. Majini wakikutana, Jumla wakilizana, Akazikwa Maulana, Jamii yake jasadi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1056. Baada hayo nakuli, Walio kumkutuli, Wakesha kutwaa mali, Na wote wake waladi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1057. Kitwa chake muumini, Wakakitia fumoni, Wakarejea mjini, Kwa zumo na kujinadi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1058. Katukuliwa Sakina, Na jamii ya vijana, Zaina'l abidina, Pasibakie wahidi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1059. Wakenda wali mateka, Dhuria wa Nabiuka, Hata Kofu wakifika, Magoma yakashitadi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1060. Wakangia kwa mazumo, Shindo na kiungurumo, Kelele kwa mitetemo, Na furaha za fuadi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1061. Tena ikiwa kuteza, Kwa neno kuwapendeza, Na khabari wakeneza, Tumeupata mradi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1062. Siku tatu wakakumu, Kwa ngoma na baragumu, Kwa siku yane fahamu, Wakenenda kwa Yazidi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lastRenderedPageBreak/>
        <w:t>1063. Kitwa chake Maulana, Kikenenda na vijana, Kifika kwa wao bwana, Wakafurahi shadidi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1064. Yazidi kafurahiwa, Kwa mradi umekuwa, Na Huseni kuuawa, Ndio yake makusudi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1065. Wakiwasili kaumu, Kwa ngoma na baragumu, Kaitengeza karamu, Kuwakirimu junudi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1066. Wakala wote khaliki, Khabuzi na mishikaki, Yazidi akanatiki, Yajili hima kunadi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1067. Akawambia Nadini, Msibakie mjini, Amtajaye Huseni, Yuataka jihusudi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1068. Huseni amtajaye, Au amkumbukaye, Atachinyanga nyamaye, Hapana shaka na budi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1069. Basi mbiu ikalia, Katika biladi pia, Pasiwe kumsikia, Amtajaye Sayyidi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1070. Katoka mtu mmoja, Huseni akamtaja, Hapana shaka na hoja, Mauti yanambidi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1071. Baada sayo nanena, Akamuweka Sakina, Na wote wake vijana, Nyumba mbovu ya abidi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1072. Kapewa nyumba dhaifu, Pasiwe na masurufu, Na ambaye amshufu, Yuambiwa hima 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1073. Pasi kupewa chakula, Wala nyumba ya kulala, Wala kwenenda mahala, Siku nyingi zikabidi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1074. Akawakusa mashaka, Myezi miwili pulika, Wa tatu wakifumbuka, Wapendao Muhamadi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1075. Wakenenda Isilamu, Wapendao Muungamu, Na roho zili na hamu, Hata mbele ya Yazidi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1076. Maneno wakadhukuri, Wakamba ewe Amiri, Tujile kusitajiri, Utukidhie mradi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1077. Huseni ameondoka, Hapana tena shabuka, Lakini hawa mateka, Twataka kwao yarudi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1078. Umekidhi mradio, Kama ule utakao, Hawa ni kurudi kwao, Ya nini kuwahusudi?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1079. Kwani mshindani wako, Umemwondoa hayuko, Kwisha sayo matamko, Aketikia Yazidi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1080. Yazidi akabaini, Na wende watu miteni, Watukue nisiwani, Pamoja na auladi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1081. Wenende hata Madina, Wampeleke Sakina, Kimaa sayo kunena, Safari kaizadidi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1082. Yazidi akawatoa, Dhuria wake Rasua, Wenenda wakizomewa, Kwa ushinde kuwabidi</w:t>
      </w:r>
    </w:p>
    <w:p w:rsidR="00B81F54" w:rsidRPr="00B81F54" w:rsidRDefault="00B81F54" w:rsidP="00D14A1F">
      <w:pPr>
        <w:pStyle w:val="libNormal"/>
        <w:rPr>
          <w:lang w:val="sw-KE"/>
        </w:rPr>
      </w:pPr>
      <w:r w:rsidRPr="00B81F54">
        <w:rPr>
          <w:lang w:val="sw-KE"/>
        </w:rPr>
        <w:t>1083. Wakayandama safari, Kwenda zao ansari, Wakayelekea bari,</w:t>
      </w:r>
      <w:r w:rsidR="00D14A1F">
        <w:rPr>
          <w:rFonts w:hint="cs"/>
          <w:rtl/>
          <w:lang w:val="sw-KE" w:bidi="ar-EG"/>
        </w:rPr>
        <w:t xml:space="preserve"> </w:t>
      </w:r>
      <w:r w:rsidRPr="00B81F54">
        <w:rPr>
          <w:lang w:val="sw-KE"/>
        </w:rPr>
        <w:t>Kawanusuru Wadudi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1084. Madina wakiwasili, Wakangia kwa laili, Mtana wasikubali, Kwa walivyotasawadi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1085. Kwa hali walivyodhofu, Dhuria wa Muongofu, Wakenda wakawakifu, Nyumba waliyorajidi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1086. Kwa baba yao Alia, Ndio nyumba walongia, Asubuhi wakilia, Kilio kikashitadi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lastRenderedPageBreak/>
        <w:t>1087. Wakimaa kulizana, Watu walio Madina, Kula mtu akanena, Ni lipi lililobidi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1088. Wakauzana kunani, Wakambiana Huseni, Radhia llahu Manani, Dhuria wake Sayyidi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1089. Huseni ametawafu, Katika nchi ya Kofu, Walipigana kwa sefu, Harubu kubwa shadidi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1090. Walikutana khaliki, Wa Kofu na wa Iraki, Na walio Dimishiki, Kwa amri ya Yazidi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1091. Wakazuia sharabu, Kapigana Muarabu, Vita vikubwa ajabu, Hata wakamuhusudi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1092. Walipokwisha wanawe, Na jamii ya watuwe, Akapigana mwenyewe, Ajali ikambidi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1093. Wakimaa kwambiana, Watu walio Madina, Wakangia kulizana, Wazee na 'l muridi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1094. Kilio kikatawili, Kwa wake na marijali, Kelele zikenda mbali, Zikenda mno baidi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1095. Jamii muhajirina, Na watu walo Madina, Wakimuola Sakina, Sikitiko wakazidi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1096. Wakalia kwa kelele, Kula mtu wangu ole, Wa nyumba henenda mbele, Na wa mbele akarudi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1097. Walikwenda kumngoja, Wakashikana pamoja, Pasiwe shaka na hoja, Kwa machozi kuwabidi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1098. Zikaenea khabari, Madinati mnawari, Na kilio cha fakhari, Kasikia Muhamadi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1099. Bun Khanifa kabili, Akasikia kelele, Kauliza pole pole, Katika wake waladi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1100. Muhamadi akanena, Mnani leo Madina, Mbona watu walizana?, Vijana wakaradidi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1101. Vijana wakamkuwa, Huseni ameuawa, Na watu alotukuwa, Jamii hawakurudi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1102. Kauawawa Maulana, Na wote wake vijana, Aliyekuja Sakina, Hawakubaki junudi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1103. Alipowasili Kofu, Wakakutana sufufu, Ambao ni mausufu, Watambuao hadidi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1104. Wakamzuia maji, Kasimama kawahoji, Akisha zake hujaji, Siku mbili zikabidi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1105. Kiona hawakubali, Kawangia kwa kitali, Wakauawa rijali, Asibakie wahidi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1106. Na wana alotukua, Jamii wakauawa, Naye akakutuliwa, Dhuriawe Muhamadi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1107. Walipigana mahala, Jina lake Karabala, Naye Aba Abdalla, Kaua wengi junidi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1108. Huseni akauawa, Rasi wakaitukua, Kwa baragumu na siwa, Kupelekewa Yazidi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1109. Maneno yakishilia, Muhamadi kasikia, Ghadhabu zikamngia, Zilizo kubwa shadidi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1110. Akangiwa ni ghadhabu, Zilizo kubwa ajabu, Uso wake Muarabu, Wote ukatajamidi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lastRenderedPageBreak/>
        <w:t>1111. Kutetema munhari, Macho yakatahamari, Mishipa ikanafiri, Katika yake jasadi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1112. Mishipa ikasimama, Na muili ukivuma, Ali akiunguruma, Kama nondo na asadi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1113. Muili ukahariki, Kwa kukazana uruki, Watu wakataharuki, Kwa ghadhabu kushitadi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1114. Muili wake hakika, Wote ukahamirika, Kwa ghadhabu kumshika, Na msiba kumzidi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1115. Damu yali ikijiri, Kwa ghadhabu kukithiri, Muili ukanafiri, Na kucheuka nabidi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1116. Hata akisha kilio, Ghadhabu akali nayo, Kasimama mara hiyo, Kamuagiza jawadi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1117. Kamuagiza farasi, Akija kamlabisi, Pambo kubwa la utesi, Lisilo shaka na budi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1118. Akampamba rikabu, Pambo kubwa la harubu, Liwezalo kughilibu, Kati kati ya junudi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1119. Kitolea farasiwe, Akajipamba mwenyewe, Mkitaka mtajiwe, Pambole taliradidi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1120. Kwanza akajilabisi, Kofia tatu suwesi, Akaifinika rasi, Kwa kofia za hadidi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1121. Kula kofia hakika, Watu kumi kujitwika, Hawawezi kuinuka, Kwa uzito kuwazidi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1122. Akajivika amamu, Ya chuma kingi kigumu, Kinga jabali adhimu, Au wingu la baridi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1123. Na uso akiuwamba, Kwa tamvua la kilemba, Nondo na chui na simba, Yeye ni bora zaidi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1124. Kilemba kikitolea, Singo yote na lahea, Na uso wake jamia, Ila mato kushuhudi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1125. Akavaa muilini, Derea zake yakini, Wahidi wa ishirini, Za hadidi msafidi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1126. Akavaa nakhubiri, Mahazamu ya sifuri, Na hadidi mnawari, Aliyo kujizadidi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1127. Na suruali tisia, Zake alizozivaa, Kuona huwezi kaa, Karibu wala baidi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1128. Suruali za suwesi, Alizovaa mtesi, Na joho kajilabisi, Thamaniati idadi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1129. Kula nguo nakhubiri, Khufu nne mnawari, Akajifunga khanjari, Ya kwenendea jihadi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1130. Akaishika sefuye, Khudumati 'l Hindiye, Na Rumuhi 'l Khatiye, Kama nyoka asawidi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1131. Na ngao kaiwajaza, Ya jadi wao Hamza, Kimaa kujitengeza, Kamrakibu jawadi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1132. Akampanda rikabu, Ali na nyingi ghadhabu, Kimaa kutakarabu, Kasimama akanadi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1133. Kasema ya Ansari, Na jamii Muhajiri, Nawaaga nasafiri, Enyi ahali biladi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1134. Nawaaga kwa kherini, Nyote mulio mjini, Kisasi chake Huseni, Kukitaka sina budi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lastRenderedPageBreak/>
        <w:t>1135. Nenda Kofu na Iraki, Nende haitake haki, Wala msitaharaki, Wala sitaki junudi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1136. Takwenda ingia Kofu, Niirakibu kwa sefu, Wala msitie khofu, Rabi atanisaidi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1137. Naapa enzi ya Mungu, Kisasi cha ndugu yangu, Ahadi farasi wangu, Damu ikome kabadi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1138. Naapa Rabi Karimu, 'l Kofu taikadimu, Nende haimwaye damu, Majimbo yote na wadi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1139. Naapa Rabi Jalia, 'l Kofu nenda ingia, Ahadi ni kogelea, Mimi na wangu jawadi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1140. Naapa Mwenye Kudura, Nenda imwaya humra, Waitafute nusura, Wasiione abadi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1141. Naapa Rabi Molewa, Damu takwenda itoa, Hata ikome kifua, Katika zao biladi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1142. Naapa Rabi Kudusi, Takwenenda wanukusi, Ahadi wangu farasi, Damu ifike zanadi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1143. Naapa Rabi Manani, Kisasi chake Huseni, Hadi ifike singoni, Damu yao mayahudi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1144. Kaapa mara sabaa, Kiapo cha makataa, Jamii wakashangaa, Pasi mtu kuradidi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1145. Pasiwe amjibuye, Kwa kumuona haliye, Libasi na ghadhubuye, Hali ilivyomzidi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1146. Wote wakamkimbia, Majumbani wakangia, Keno wakajifungia, Kwa kumkhofu Sayyidi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1147. Wakazighaliki babu, Kwa kumcha Muarabu, Mtu aliyemjibu, Khalidi bun Walidi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1148. Yule Khalidi kakuli, Ewe mtoto wa Ali, Nali mimi na Rasuli, Beiti l' masijidi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1149. Tukali msikitini, Akatamka Amini, Huko akhera zamani, Kaja mtu hana budi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1150. Akatokea kijana, Minaye tumefanana, Kwa suraye hata jina, Yuaitwa Muhamadi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1151. Nanyi mutambaini, Siku ya kufa Huseni, Atangia msituni, Kwa ghadhabu kushitadi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1152. Atajifunga libasi, Vao lisilo kiasi, Akatafute kisasi, Biladi zake Yazidi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1153. Atoke kifika bara, Allahu Rabbi Ghafara, Tamshushia sitara, Iliyo kubwa shadidi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1154. Atangia sitarani, Yake Muungu Manani, Hata akheri zamani, Ndipo atakapobidi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1155. Kauli ya Muungama, Katwa hairudi nyuma, Na leo nina tuhuma, Kuwa wewe Muhamadi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1156. Tumwa alitakalamu, Kijana huyo ghulamu, Min banii Hashimu, Asili yao na jadi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1157. Na leo takufuata, Hangia ndani ya vita, Sikubali kukuata, Ukenda pweke Sayyidi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1158. Muhamadi kamjibu, Kite usende shaibu, Huwezi tena harubu, Kwa uzee kukuzidi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lastRenderedPageBreak/>
        <w:t>1159. Kisha sayo kutamka, Muhamadi akatoka, Kwa ghadhabu kumshika, Zilizo kubwa shadidi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1160. Kamwelekeza jamala, 'l Kofu na Karabala, Pasi kuola mahala, Wala Madina kurudi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1161. Akaikabili bari, Kwenda itafuta shari, Mule katika safari, Kitunza mbele baidi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1162. Akaliona jabali, Mbele limeshitamali, Akamzinsa jamali, Kulumeni akarudi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1163. Kufika akiliona, Jabali limefungana, Pa kupitia hapana, Kwa jabali kujadidi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1164. Kushotoni akifika, Pia limezunguuka, Na nyuma alikotoka, Kataajabu Sayyidi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1165. Hapana pa kupitia, Kwa jabali kuzuia, Kakaa akatulia, Akashukuru Wadudi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1166. Pale alipwakifu, Akasikia khatifu, Mnada wake Latifu, Ukita Ya Muhamadi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1167. Ewe ibnu Khanifa, Bun akhi Mustafa, Wewe hapo hutokufa, Jamii zote abadi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1168. Ya bun Aba Huseni, Kaa hapa jabalini, Hata akheri zamani, Takutoa sina budi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1169. Utakwenda twaa shari, Ya mzawa Haidari, Miongoni mwa kufari, Nasara na mayahudi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1170. Kiapo umekhalifu, Kwenda wangia kwa sefu, Wa Iraki na wa Kofu, Damu ikome kabadi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1171. Nchi wenda ighariki, Tangu Kofu na Iraki, Basara na Dimishiki, Hakutabaki wahidi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1172. Nami ulivyoniapa, Utakayo nimekupa, Damu utamwaya hapa, Hata ikome fuadi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1173. Lakini kwamba saburi, Watamalaki kafiri, Ndipo utakapojiri, Utimilize ahadi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1174. Baada sayo nakuli, Likafungana jabali, Bi yamini wa shimali, Kufungana likazidi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1175. Rabi kamuweka ndani, Kamtia sitarani, Jina lake sikiani, Ndiye etwaye Muhudi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1176. Ndiye Muhudi ajaye, Nyote mumsikiaye, Na awali harubuye, 'l Kofu atakobidi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1177. Hatapigana mahala, Ahadi ni Karabala, Awatie zilizala, Jamii wote junudi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1178. Auwe bina adamu, Awachawanye na damu, Hata ifike lujamu, Alizofunga jawadi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1179. Damu nyingi imwagike, Ahadi farasi wake, Kifua na tumbo lake, Limfinike zabadi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1180. Atapigana pekee, Atimize ahadiye, Ya kisasi cha nduguye, Alichotoa ahadi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1181. Ahadi ikitimia, Farasi akogelea, Ndipo atarejeea, Kwao Madina arudi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1182. Akiwasili Madina, Watu watakimbizana, Hawamtambui jina, Kwa siku nyingi kubidi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lastRenderedPageBreak/>
        <w:t>1183. Awambie tuliani, Nawauza nambiani, Nani wenu Sultani, Mtamalaki biladi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1184. Nani mmiliki Rumu, Na Maka kwenye Haramu, Na Misiri na Shamu?, Kaumu wataradidi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1185. Watamwambia nasara, Aliyeshika ubora, Haikubakia bora, Mtu aliyetushidi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1186. Katika yote dunia, Hana alipobakia, Hata Maka amengia, Hakuna kutaabidi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1187. Hako mtu ahijiye, Wala mtu asaliye, Kwa nguvu na amriye, Ni huyo wetu Sayyidi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1188. Hayo akishapulika, Ataikabili Maka, Akawakuse mashaka, Kwa sefuye ya hadidi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1189. Awaue makufari, Na damu itanafari, Kama wimbi la bahari, Atamalaki biladi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1190. Wazungu akiwatoa, Ndipo mtazimkuwa, Ndiye tuliyekwambiwa, Ni Mtume Muhamadi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1191. Wote watatanabahi, Ndiye Muhudi asahi, Tena roho zifurahi, Mtabasamu fuadi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1192. Wamfuate kaumu, Aitamalaki Shamu, Akaipigana Rumu, Misiri na Bughudadi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1193. Nchi aitamalaki, Misiri hadi Iraki, Nti moja isibaki, Jamii zote biladi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1194. Ndipo ashuke Jedali, Awaghilibu rijali, Ya akheri na awali, Jamii nimeradidi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1195. Jamii nimeyanena, Yaliyo kutendekana, Ya Huseni Maulana, Vita vyao na Yazidi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1196. Jamii nimewambia, Sina nililobakia, Na kwamba mmesikia, Ni afadhali zaidi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1197. Kusikia afadhali, Na muonapo mahali, Palipo kutajahali, Afadhali kunirudi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1198. Ambapo mumepaona, Palipokoseza vina, Ni afadhali kunena, Ndiyo yangu makusudi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1199. Mwenye kutunga shairi, Mtu mmoja fakiri, Hana tena tadhbiri, Kwa unyonge kumzidi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1200. Afikiri akiwaza, Kwa dunia kumuenza, Kaziye ni kwelekeza, Kula jambo kufanidi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1201. Mwenye kutunga nudhumu, Hemedi yake isimu, Naye ni mtu dhamimu, Asiye shaka na budi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1202. Na Abdalla babaye, Saidi ndiye babuye, 'l Buhuri kabilaye, Asili yake na jadi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1203. Ndiye alokwelekeza, Shairi kulitengeza, Kuweza kutoaweza, Ila amejitahidi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1204. Na yeye muombeeni, Na mikono inueni, Amnusuru Manani, Na 'l adhabu shadidi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1205. Muombeeni Wahabu, Amwepushe na adhabu, Asairi taratibu, Yeye na wake waladi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1206. Mwinue mikono yenu, Mumuombee mwenzenu, Kwani ni malenga wenu, Katika zenu biladi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lastRenderedPageBreak/>
        <w:t>1207. Siku ya kuja kwondoka, Nyote mutasikitika, Na msiba mtaweka, Katika zenu fuadi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1208. Mtafute atungaye, Msimuone kamaye, Mshike tama mlie, Mpe u wapi Hemedi?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1209. Mumwite asiwetike, Mulie msikitike, Kila siku mukumbuke, Mfanye ile uradi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1210. Ndipo nikawadhukuri, Muombeeni Ghafuri, Uwe tawili umri, Kwa rehemaye Wadudi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1211. Tamati nimemaliza, Sitaweza kuongeza, Kwani hautapendeza, Nendapo mbali baidi</w:t>
      </w:r>
    </w:p>
    <w:p w:rsidR="00B81F54" w:rsidRPr="00B81F54" w:rsidRDefault="00B81F54" w:rsidP="00B81F54">
      <w:pPr>
        <w:pStyle w:val="libNormal"/>
        <w:rPr>
          <w:lang w:val="sw-KE"/>
        </w:rPr>
      </w:pPr>
      <w:r w:rsidRPr="00B81F54">
        <w:rPr>
          <w:lang w:val="sw-KE"/>
        </w:rPr>
        <w:t>1212. Kwenenda mbali siwezi, Hauharibu utenzi, Ni hayo yangu wapenzi, Niliyo kuwaradidi</w:t>
      </w:r>
    </w:p>
    <w:p w:rsidR="00B81F54" w:rsidRPr="00B81F54" w:rsidRDefault="00B81F54" w:rsidP="00460AB3">
      <w:pPr>
        <w:pStyle w:val="libNormal"/>
        <w:rPr>
          <w:lang w:val="sw-KE"/>
        </w:rPr>
      </w:pPr>
      <w:r w:rsidRPr="00B81F54">
        <w:rPr>
          <w:lang w:val="sw-KE"/>
        </w:rPr>
        <w:t>1213. Na baiti nadhukuri, Ni alufu nakhubiri, Wa miyateni suturi, Ithnashera zaidi</w:t>
      </w:r>
      <w:r w:rsidR="00460AB3">
        <w:rPr>
          <w:lang w:val="sw-KE"/>
        </w:rPr>
        <w:t xml:space="preserve"> </w:t>
      </w:r>
      <w:r w:rsidRPr="00B81F54">
        <w:rPr>
          <w:lang w:val="sw-KE"/>
        </w:rPr>
        <w:t>Utenzi wa Hussein</w:t>
      </w:r>
    </w:p>
    <w:p w:rsidR="00B81F54" w:rsidRPr="00B81F54" w:rsidRDefault="00B81F54" w:rsidP="00460AB3">
      <w:pPr>
        <w:pStyle w:val="libNormal"/>
        <w:rPr>
          <w:lang w:val="sw-KE"/>
        </w:rPr>
      </w:pPr>
      <w:r w:rsidRPr="00B81F54">
        <w:rPr>
          <w:lang w:val="sw-KE"/>
        </w:rPr>
        <w:t>Umetungwa na Hemed Bin Abdallah Bin Said Bin Abdallah Bin Masoud Al Buhry</w:t>
      </w:r>
      <w:r w:rsidR="00460AB3">
        <w:rPr>
          <w:lang w:val="sw-KE"/>
        </w:rPr>
        <w:t xml:space="preserve"> </w:t>
      </w:r>
      <w:r w:rsidRPr="00B81F54">
        <w:rPr>
          <w:lang w:val="sw-KE"/>
        </w:rPr>
        <w:t>Katika miaka ya mwisho wa 1800</w:t>
      </w:r>
      <w:r w:rsidR="00460AB3">
        <w:rPr>
          <w:lang w:val="sw-KE"/>
        </w:rPr>
        <w:t>.</w:t>
      </w:r>
    </w:p>
    <w:p w:rsidR="00460AB3" w:rsidRPr="00460AB3" w:rsidRDefault="00460AB3" w:rsidP="0008636C">
      <w:pPr>
        <w:pStyle w:val="Heading3"/>
        <w:rPr>
          <w:lang w:val="sw-KE"/>
        </w:rPr>
      </w:pPr>
      <w:bookmarkStart w:id="11" w:name="_Toc30419531"/>
      <w:r w:rsidRPr="00460AB3">
        <w:rPr>
          <w:lang w:val="sw-KE"/>
        </w:rPr>
        <w:t>SHARTI YA KUCHAPA</w:t>
      </w:r>
      <w:bookmarkEnd w:id="11"/>
      <w:r w:rsidRPr="00460AB3">
        <w:rPr>
          <w:lang w:val="sw-KE"/>
        </w:rPr>
        <w:t xml:space="preserve"> </w:t>
      </w:r>
    </w:p>
    <w:p w:rsidR="00460AB3" w:rsidRPr="00460AB3" w:rsidRDefault="00460AB3" w:rsidP="00460AB3">
      <w:pPr>
        <w:pStyle w:val="libNormal"/>
        <w:rPr>
          <w:lang w:val="sw-KE"/>
        </w:rPr>
      </w:pPr>
      <w:r w:rsidRPr="00460AB3">
        <w:rPr>
          <w:lang w:val="sw-KE"/>
        </w:rPr>
        <w:t xml:space="preserve">Sharti ya kuchapa au kusambaza ni kutaja rejeo hili. haki zote zimehifadhiwa na Taasisi ya Al-Hasanain Taasisi ya Imamu Husein </w:t>
      </w:r>
      <w:r w:rsidRPr="0008636C">
        <w:rPr>
          <w:rStyle w:val="libFootnotenumChar"/>
          <w:lang w:val="sw-KE"/>
        </w:rPr>
        <w:t>(a.s)</w:t>
      </w:r>
    </w:p>
    <w:p w:rsidR="00692459" w:rsidRDefault="00460AB3" w:rsidP="00460AB3">
      <w:pPr>
        <w:pStyle w:val="libNormal"/>
        <w:rPr>
          <w:lang w:val="sw-KE"/>
        </w:rPr>
      </w:pPr>
      <w:r w:rsidRPr="00460AB3">
        <w:rPr>
          <w:lang w:val="sw-KE"/>
        </w:rPr>
        <w:t xml:space="preserve">Site ya Al-Imaamaini Al-Hassanaini </w:t>
      </w:r>
      <w:r w:rsidRPr="00C71D5E">
        <w:rPr>
          <w:rStyle w:val="libFootnotenumChar"/>
          <w:lang w:val="sw-KE"/>
        </w:rPr>
        <w:t>(a.s)</w:t>
      </w:r>
      <w:r w:rsidRPr="00460AB3">
        <w:rPr>
          <w:lang w:val="sw-KE"/>
        </w:rPr>
        <w:t xml:space="preserve"> ya usambazaji wa utamaduni wa Kiislamu na mafunzo ya Kidini.</w:t>
      </w:r>
    </w:p>
    <w:p w:rsidR="00692459" w:rsidRDefault="00692459" w:rsidP="00692459">
      <w:pPr>
        <w:pStyle w:val="Heading3"/>
        <w:rPr>
          <w:lang w:val="sw-KE"/>
        </w:rPr>
      </w:pPr>
      <w:bookmarkStart w:id="12" w:name="_Toc30419532"/>
      <w:r w:rsidRPr="00692459">
        <w:rPr>
          <w:lang w:val="sw-KE"/>
        </w:rPr>
        <w:t>MWISHO WA KITABU</w:t>
      </w:r>
      <w:bookmarkEnd w:id="12"/>
      <w:r>
        <w:rPr>
          <w:lang w:val="sw-KE"/>
        </w:rPr>
        <w:br w:type="page"/>
      </w:r>
    </w:p>
    <w:p w:rsidR="00692459" w:rsidRDefault="00692459" w:rsidP="00692459">
      <w:pPr>
        <w:pStyle w:val="Heading3Center"/>
        <w:rPr>
          <w:lang w:val="sw-KE"/>
        </w:rPr>
      </w:pPr>
      <w:bookmarkStart w:id="13" w:name="_Toc30419533"/>
      <w:r>
        <w:rPr>
          <w:lang w:val="sw-KE"/>
        </w:rPr>
        <w:lastRenderedPageBreak/>
        <w:t>YALIYOMO</w:t>
      </w:r>
      <w:bookmarkEnd w:id="13"/>
    </w:p>
    <w:sdt>
      <w:sdtPr>
        <w:rPr>
          <w:rtl/>
        </w:rPr>
        <w:id w:val="5587501"/>
        <w:docPartObj>
          <w:docPartGallery w:val="Table of Contents"/>
          <w:docPartUnique/>
        </w:docPartObj>
      </w:sdtPr>
      <w:sdtEndPr>
        <w:rPr>
          <w:b w:val="0"/>
          <w:bCs w:val="0"/>
          <w:noProof w:val="0"/>
          <w:rtl w:val="0"/>
        </w:rPr>
      </w:sdtEndPr>
      <w:sdtContent>
        <w:p w:rsidR="00692459" w:rsidRDefault="00692459">
          <w:pPr>
            <w:pStyle w:val="TOC1"/>
            <w:bidi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0419520" w:history="1">
            <w:r w:rsidRPr="005B787F">
              <w:rPr>
                <w:rStyle w:val="Hyperlink"/>
                <w:lang w:val="sw-KE"/>
              </w:rPr>
              <w:t>UTENZI WA IMAM HUSEN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Toc30419520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</w:t>
            </w:r>
            <w:r>
              <w:rPr>
                <w:webHidden/>
                <w:rtl/>
              </w:rPr>
              <w:fldChar w:fldCharType="end"/>
            </w:r>
          </w:hyperlink>
        </w:p>
        <w:p w:rsidR="00692459" w:rsidRDefault="00692459">
          <w:pPr>
            <w:pStyle w:val="TOC2"/>
            <w:bidi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30419521" w:history="1">
            <w:r w:rsidRPr="005B787F">
              <w:rPr>
                <w:rStyle w:val="Hyperlink"/>
                <w:lang w:val="sw-KE"/>
              </w:rPr>
              <w:t>MWANDISHI: HEMED BIN ABDALLAH BIN SAID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Toc30419521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</w:t>
            </w:r>
            <w:r>
              <w:rPr>
                <w:webHidden/>
                <w:rtl/>
              </w:rPr>
              <w:fldChar w:fldCharType="end"/>
            </w:r>
          </w:hyperlink>
        </w:p>
        <w:p w:rsidR="00692459" w:rsidRDefault="00692459">
          <w:pPr>
            <w:pStyle w:val="TOC3"/>
            <w:bidi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0419522" w:history="1">
            <w:r w:rsidRPr="005B787F">
              <w:rPr>
                <w:rStyle w:val="Hyperlink"/>
                <w:noProof/>
                <w:lang w:val="sw-KE"/>
              </w:rPr>
              <w:t>UTENZI WA KISA CHA SAYYIDNA HUSSEIN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Toc30419522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92459" w:rsidRDefault="00692459">
          <w:pPr>
            <w:pStyle w:val="TOC1"/>
            <w:bidi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0419523" w:history="1">
            <w:r w:rsidRPr="005B787F">
              <w:rPr>
                <w:rStyle w:val="Hyperlink"/>
                <w:lang w:val="sw-KE"/>
              </w:rPr>
              <w:t>UTENZI WA IMAM HUSEN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Toc30419523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692459" w:rsidRDefault="00692459">
          <w:pPr>
            <w:pStyle w:val="TOC2"/>
            <w:bidi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30419524" w:history="1">
            <w:r w:rsidRPr="005B787F">
              <w:rPr>
                <w:rStyle w:val="Hyperlink"/>
                <w:lang w:val="sw-KE"/>
              </w:rPr>
              <w:t>UTENZI WA KISA CHA SAYYIDNA HUSSEIN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Toc30419524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692459" w:rsidRDefault="00692459">
          <w:pPr>
            <w:pStyle w:val="TOC1"/>
            <w:bidi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0419525" w:history="1">
            <w:r w:rsidRPr="005B787F">
              <w:rPr>
                <w:rStyle w:val="Hyperlink"/>
                <w:lang w:val="sw-KE"/>
              </w:rPr>
              <w:t>UTENZI WA IMAM HUSEN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Toc30419525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692459" w:rsidRDefault="00692459">
          <w:pPr>
            <w:pStyle w:val="TOC2"/>
            <w:bidi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30419526" w:history="1">
            <w:r w:rsidRPr="005B787F">
              <w:rPr>
                <w:rStyle w:val="Hyperlink"/>
                <w:lang w:val="sw-KE"/>
              </w:rPr>
              <w:t>UTENZI WA KISA CHA SAYYIDNA HUSSEIN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Toc30419526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692459" w:rsidRDefault="00692459">
          <w:pPr>
            <w:pStyle w:val="TOC1"/>
            <w:bidi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0419527" w:history="1">
            <w:r w:rsidRPr="005B787F">
              <w:rPr>
                <w:rStyle w:val="Hyperlink"/>
                <w:lang w:val="sw-KE"/>
              </w:rPr>
              <w:t>UTENZI WA IMAM HUSEN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Toc30419527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692459" w:rsidRDefault="00692459">
          <w:pPr>
            <w:pStyle w:val="TOC2"/>
            <w:bidi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30419528" w:history="1">
            <w:r w:rsidRPr="005B787F">
              <w:rPr>
                <w:rStyle w:val="Hyperlink"/>
                <w:lang w:val="sw-KE"/>
              </w:rPr>
              <w:t>UTENZI WA KISA CHA SAYYIDNA HUSSEIN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Toc30419528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692459" w:rsidRDefault="00692459">
          <w:pPr>
            <w:pStyle w:val="TOC1"/>
            <w:bidi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0419529" w:history="1">
            <w:r w:rsidRPr="005B787F">
              <w:rPr>
                <w:rStyle w:val="Hyperlink"/>
                <w:lang w:val="sw-KE"/>
              </w:rPr>
              <w:t>UTENZI WA IMAM HUSEN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Toc30419529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692459" w:rsidRDefault="00692459">
          <w:pPr>
            <w:pStyle w:val="TOC2"/>
            <w:bidi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30419530" w:history="1">
            <w:r w:rsidRPr="005B787F">
              <w:rPr>
                <w:rStyle w:val="Hyperlink"/>
                <w:lang w:val="sw-KE"/>
              </w:rPr>
              <w:t>UTENZI WA KISA CHA SAYYIDNA HUSSEIN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Toc30419530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692459" w:rsidRDefault="00692459">
          <w:pPr>
            <w:pStyle w:val="TOC3"/>
            <w:bidi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0419531" w:history="1">
            <w:r w:rsidRPr="005B787F">
              <w:rPr>
                <w:rStyle w:val="Hyperlink"/>
                <w:noProof/>
                <w:lang w:val="sw-KE"/>
              </w:rPr>
              <w:t>SHARTI YA KUCHAPA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Toc30419531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92459" w:rsidRDefault="00692459">
          <w:pPr>
            <w:pStyle w:val="TOC3"/>
            <w:bidi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0419532" w:history="1">
            <w:r w:rsidRPr="005B787F">
              <w:rPr>
                <w:rStyle w:val="Hyperlink"/>
                <w:noProof/>
                <w:lang w:val="sw-KE"/>
              </w:rPr>
              <w:t>MWISHO WA KITABU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Toc30419532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92459" w:rsidRDefault="00692459">
          <w:pPr>
            <w:pStyle w:val="TOC3"/>
            <w:bidi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0419533" w:history="1">
            <w:r w:rsidRPr="005B787F">
              <w:rPr>
                <w:rStyle w:val="Hyperlink"/>
                <w:noProof/>
                <w:lang w:val="sw-KE"/>
              </w:rPr>
              <w:t>YALIYOMO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Toc30419533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92459" w:rsidRDefault="00692459" w:rsidP="00692459">
          <w:pPr>
            <w:pStyle w:val="libNormal"/>
            <w:ind w:firstLine="0"/>
          </w:pPr>
          <w:r>
            <w:fldChar w:fldCharType="end"/>
          </w:r>
        </w:p>
      </w:sdtContent>
    </w:sdt>
    <w:sectPr w:rsidR="00692459" w:rsidSect="004C3E90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3A53" w:rsidRDefault="00F83A53" w:rsidP="00113C59">
      <w:r>
        <w:separator/>
      </w:r>
    </w:p>
  </w:endnote>
  <w:endnote w:type="continuationSeparator" w:id="0">
    <w:p w:rsidR="00F83A53" w:rsidRDefault="00F83A53" w:rsidP="00113C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A34" w:rsidRDefault="003E5801" w:rsidP="00745C1D">
    <w:pPr>
      <w:pStyle w:val="Footer"/>
      <w:tabs>
        <w:tab w:val="clear" w:pos="4153"/>
        <w:tab w:val="clear" w:pos="8306"/>
      </w:tabs>
    </w:pPr>
    <w:fldSimple w:instr=" PAGE   \* MERGEFORMAT ">
      <w:r w:rsidR="00692459">
        <w:rPr>
          <w:noProof/>
        </w:rPr>
        <w:t>54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A34" w:rsidRDefault="003E5801" w:rsidP="00113C59">
    <w:pPr>
      <w:pStyle w:val="Footer"/>
    </w:pPr>
    <w:fldSimple w:instr=" PAGE   \* MERGEFORMAT ">
      <w:r w:rsidR="00692459">
        <w:rPr>
          <w:noProof/>
        </w:rPr>
        <w:t>55</w:t>
      </w:r>
    </w:fldSimple>
  </w:p>
  <w:p w:rsidR="00A57A34" w:rsidRDefault="00A57A34" w:rsidP="00113C5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A34" w:rsidRDefault="003E5801" w:rsidP="00745C1D">
    <w:pPr>
      <w:pStyle w:val="Footer"/>
      <w:tabs>
        <w:tab w:val="clear" w:pos="4153"/>
        <w:tab w:val="clear" w:pos="8306"/>
      </w:tabs>
    </w:pPr>
    <w:fldSimple w:instr=" PAGE   \* MERGEFORMAT ">
      <w:r w:rsidR="00692459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3A53" w:rsidRDefault="00F83A53" w:rsidP="00113C59">
      <w:r>
        <w:separator/>
      </w:r>
    </w:p>
  </w:footnote>
  <w:footnote w:type="continuationSeparator" w:id="0">
    <w:p w:rsidR="00F83A53" w:rsidRDefault="00F83A53" w:rsidP="00113C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A34" w:rsidRDefault="00A57A34" w:rsidP="00745C1D">
    <w:pPr>
      <w:pStyle w:val="Header"/>
      <w:tabs>
        <w:tab w:val="clear" w:pos="4153"/>
        <w:tab w:val="clear" w:pos="830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A34" w:rsidRDefault="00A57A34" w:rsidP="00745C1D">
    <w:pPr>
      <w:pStyle w:val="Header"/>
      <w:tabs>
        <w:tab w:val="clear" w:pos="4153"/>
        <w:tab w:val="clear" w:pos="8306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1C50B2D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2">
    <w:nsid w:val="16754C12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3">
    <w:nsid w:val="246E3D2E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4">
    <w:nsid w:val="2DF12FFB"/>
    <w:multiLevelType w:val="hybridMultilevel"/>
    <w:tmpl w:val="0636B64E"/>
    <w:lvl w:ilvl="0" w:tplc="7AE2AFCE">
      <w:start w:val="1"/>
      <w:numFmt w:val="decimal"/>
      <w:pStyle w:val="libNumbered"/>
      <w:lvlText w:val="%1-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5">
    <w:nsid w:val="45DF4DE6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49A03135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7">
    <w:nsid w:val="4E8A3793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68DB602C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9">
    <w:nsid w:val="75267990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8"/>
  </w:num>
  <w:num w:numId="5">
    <w:abstractNumId w:val="1"/>
  </w:num>
  <w:num w:numId="6">
    <w:abstractNumId w:val="9"/>
  </w:num>
  <w:num w:numId="7">
    <w:abstractNumId w:val="2"/>
  </w:num>
  <w:num w:numId="8">
    <w:abstractNumId w:val="3"/>
  </w:num>
  <w:num w:numId="9">
    <w:abstractNumId w:val="5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E855A4"/>
    <w:rsid w:val="00005A19"/>
    <w:rsid w:val="000267FE"/>
    <w:rsid w:val="00040798"/>
    <w:rsid w:val="00043023"/>
    <w:rsid w:val="00051FEF"/>
    <w:rsid w:val="00054406"/>
    <w:rsid w:val="0006216A"/>
    <w:rsid w:val="00067F84"/>
    <w:rsid w:val="00071C97"/>
    <w:rsid w:val="000761F7"/>
    <w:rsid w:val="00076A3A"/>
    <w:rsid w:val="0008636C"/>
    <w:rsid w:val="00092805"/>
    <w:rsid w:val="00092A0C"/>
    <w:rsid w:val="000966AD"/>
    <w:rsid w:val="000A7750"/>
    <w:rsid w:val="000B3A56"/>
    <w:rsid w:val="000B5E75"/>
    <w:rsid w:val="000C0A89"/>
    <w:rsid w:val="000C7722"/>
    <w:rsid w:val="000D0932"/>
    <w:rsid w:val="000D1BDF"/>
    <w:rsid w:val="000D4ED0"/>
    <w:rsid w:val="000D71B7"/>
    <w:rsid w:val="000E591F"/>
    <w:rsid w:val="000E6824"/>
    <w:rsid w:val="000F355B"/>
    <w:rsid w:val="0010049D"/>
    <w:rsid w:val="00101CEF"/>
    <w:rsid w:val="00107A6B"/>
    <w:rsid w:val="001106A5"/>
    <w:rsid w:val="00111AE3"/>
    <w:rsid w:val="0011352E"/>
    <w:rsid w:val="00113B0B"/>
    <w:rsid w:val="00113C59"/>
    <w:rsid w:val="00113CCC"/>
    <w:rsid w:val="00115473"/>
    <w:rsid w:val="00115A71"/>
    <w:rsid w:val="001162C9"/>
    <w:rsid w:val="0012268F"/>
    <w:rsid w:val="001243ED"/>
    <w:rsid w:val="00126471"/>
    <w:rsid w:val="00133D3B"/>
    <w:rsid w:val="00133DD1"/>
    <w:rsid w:val="00135E90"/>
    <w:rsid w:val="00136268"/>
    <w:rsid w:val="00136E6F"/>
    <w:rsid w:val="00141B08"/>
    <w:rsid w:val="0014341C"/>
    <w:rsid w:val="00143EEA"/>
    <w:rsid w:val="00147ED8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60A8"/>
    <w:rsid w:val="001B702D"/>
    <w:rsid w:val="001B7407"/>
    <w:rsid w:val="001C5EDB"/>
    <w:rsid w:val="001D41A1"/>
    <w:rsid w:val="001E11FF"/>
    <w:rsid w:val="001E25DC"/>
    <w:rsid w:val="001E5959"/>
    <w:rsid w:val="001F0713"/>
    <w:rsid w:val="00202C7B"/>
    <w:rsid w:val="002054C5"/>
    <w:rsid w:val="00212D5E"/>
    <w:rsid w:val="002139CB"/>
    <w:rsid w:val="00214801"/>
    <w:rsid w:val="002177A1"/>
    <w:rsid w:val="00224964"/>
    <w:rsid w:val="002267C7"/>
    <w:rsid w:val="00227FEE"/>
    <w:rsid w:val="00241F59"/>
    <w:rsid w:val="0024265C"/>
    <w:rsid w:val="002439A9"/>
    <w:rsid w:val="00244C2E"/>
    <w:rsid w:val="002461B0"/>
    <w:rsid w:val="00250E0A"/>
    <w:rsid w:val="00251E02"/>
    <w:rsid w:val="00254B61"/>
    <w:rsid w:val="00257657"/>
    <w:rsid w:val="002628DE"/>
    <w:rsid w:val="00263F56"/>
    <w:rsid w:val="0027369F"/>
    <w:rsid w:val="002818EF"/>
    <w:rsid w:val="0028271F"/>
    <w:rsid w:val="0028397C"/>
    <w:rsid w:val="002A0284"/>
    <w:rsid w:val="002A338C"/>
    <w:rsid w:val="002A717D"/>
    <w:rsid w:val="002A73D7"/>
    <w:rsid w:val="002B2B15"/>
    <w:rsid w:val="002B71A8"/>
    <w:rsid w:val="002B7989"/>
    <w:rsid w:val="002C0451"/>
    <w:rsid w:val="002C1543"/>
    <w:rsid w:val="002C3E3A"/>
    <w:rsid w:val="002C5C66"/>
    <w:rsid w:val="002C6427"/>
    <w:rsid w:val="002D19A9"/>
    <w:rsid w:val="002D2485"/>
    <w:rsid w:val="002D580E"/>
    <w:rsid w:val="002E19EE"/>
    <w:rsid w:val="002E4D3D"/>
    <w:rsid w:val="002E5CA1"/>
    <w:rsid w:val="002E6022"/>
    <w:rsid w:val="002F3626"/>
    <w:rsid w:val="00301EBF"/>
    <w:rsid w:val="00307C3A"/>
    <w:rsid w:val="00310D1D"/>
    <w:rsid w:val="00317E22"/>
    <w:rsid w:val="00322466"/>
    <w:rsid w:val="00324B78"/>
    <w:rsid w:val="00325884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0A47"/>
    <w:rsid w:val="00381918"/>
    <w:rsid w:val="0038683D"/>
    <w:rsid w:val="003963F3"/>
    <w:rsid w:val="0039787F"/>
    <w:rsid w:val="003A1475"/>
    <w:rsid w:val="003A3298"/>
    <w:rsid w:val="003A4587"/>
    <w:rsid w:val="003A661E"/>
    <w:rsid w:val="003B0913"/>
    <w:rsid w:val="003B20C5"/>
    <w:rsid w:val="003B5031"/>
    <w:rsid w:val="003B6720"/>
    <w:rsid w:val="003B775B"/>
    <w:rsid w:val="003B7FA9"/>
    <w:rsid w:val="003C7C08"/>
    <w:rsid w:val="003D1668"/>
    <w:rsid w:val="003D2459"/>
    <w:rsid w:val="003D28ED"/>
    <w:rsid w:val="003D3107"/>
    <w:rsid w:val="003E148D"/>
    <w:rsid w:val="003E3600"/>
    <w:rsid w:val="003E5801"/>
    <w:rsid w:val="003F33DE"/>
    <w:rsid w:val="00402C65"/>
    <w:rsid w:val="0040326E"/>
    <w:rsid w:val="00404EB7"/>
    <w:rsid w:val="00407D56"/>
    <w:rsid w:val="00413479"/>
    <w:rsid w:val="00416E2B"/>
    <w:rsid w:val="004209BA"/>
    <w:rsid w:val="00420C44"/>
    <w:rsid w:val="004241E7"/>
    <w:rsid w:val="00430581"/>
    <w:rsid w:val="00434A97"/>
    <w:rsid w:val="00437035"/>
    <w:rsid w:val="00440C62"/>
    <w:rsid w:val="00446BBA"/>
    <w:rsid w:val="00453381"/>
    <w:rsid w:val="004538D5"/>
    <w:rsid w:val="00455A59"/>
    <w:rsid w:val="004577D9"/>
    <w:rsid w:val="00460AB3"/>
    <w:rsid w:val="0046634E"/>
    <w:rsid w:val="00467E54"/>
    <w:rsid w:val="00470378"/>
    <w:rsid w:val="004722F9"/>
    <w:rsid w:val="00475E99"/>
    <w:rsid w:val="00481FD0"/>
    <w:rsid w:val="0048221F"/>
    <w:rsid w:val="004919C3"/>
    <w:rsid w:val="004953C3"/>
    <w:rsid w:val="00497042"/>
    <w:rsid w:val="004A0866"/>
    <w:rsid w:val="004A5116"/>
    <w:rsid w:val="004B17F4"/>
    <w:rsid w:val="004B3F28"/>
    <w:rsid w:val="004C3E90"/>
    <w:rsid w:val="004C4336"/>
    <w:rsid w:val="004C77B5"/>
    <w:rsid w:val="004D7678"/>
    <w:rsid w:val="004D7CD7"/>
    <w:rsid w:val="004E2A9A"/>
    <w:rsid w:val="004E6E95"/>
    <w:rsid w:val="004F58BA"/>
    <w:rsid w:val="005022E5"/>
    <w:rsid w:val="00512375"/>
    <w:rsid w:val="005254BC"/>
    <w:rsid w:val="00526724"/>
    <w:rsid w:val="00542EEF"/>
    <w:rsid w:val="00550B2F"/>
    <w:rsid w:val="00551712"/>
    <w:rsid w:val="00551E02"/>
    <w:rsid w:val="005529FE"/>
    <w:rsid w:val="00552C63"/>
    <w:rsid w:val="00553E8E"/>
    <w:rsid w:val="005549DE"/>
    <w:rsid w:val="00555E4C"/>
    <w:rsid w:val="00557FB6"/>
    <w:rsid w:val="00561C58"/>
    <w:rsid w:val="00562EED"/>
    <w:rsid w:val="00565AF9"/>
    <w:rsid w:val="005673A9"/>
    <w:rsid w:val="0057006C"/>
    <w:rsid w:val="00571BF1"/>
    <w:rsid w:val="0057612B"/>
    <w:rsid w:val="005772C4"/>
    <w:rsid w:val="00577577"/>
    <w:rsid w:val="00584801"/>
    <w:rsid w:val="005923FF"/>
    <w:rsid w:val="00597294"/>
    <w:rsid w:val="00597B34"/>
    <w:rsid w:val="005A1C39"/>
    <w:rsid w:val="005A43ED"/>
    <w:rsid w:val="005B2DE4"/>
    <w:rsid w:val="005B56BE"/>
    <w:rsid w:val="005B68D5"/>
    <w:rsid w:val="005C0E2F"/>
    <w:rsid w:val="005D2C72"/>
    <w:rsid w:val="005E2913"/>
    <w:rsid w:val="005F72C3"/>
    <w:rsid w:val="00614301"/>
    <w:rsid w:val="00620B12"/>
    <w:rsid w:val="006210F4"/>
    <w:rsid w:val="00625C71"/>
    <w:rsid w:val="00627A7B"/>
    <w:rsid w:val="00632AD1"/>
    <w:rsid w:val="006357C1"/>
    <w:rsid w:val="00636D3F"/>
    <w:rsid w:val="00641A2D"/>
    <w:rsid w:val="00643F5E"/>
    <w:rsid w:val="00646D08"/>
    <w:rsid w:val="00651640"/>
    <w:rsid w:val="00651ADF"/>
    <w:rsid w:val="006574EA"/>
    <w:rsid w:val="00657D48"/>
    <w:rsid w:val="00663284"/>
    <w:rsid w:val="006644E3"/>
    <w:rsid w:val="00665B79"/>
    <w:rsid w:val="006726F6"/>
    <w:rsid w:val="00672E5A"/>
    <w:rsid w:val="006821CE"/>
    <w:rsid w:val="00682902"/>
    <w:rsid w:val="00684527"/>
    <w:rsid w:val="0068652E"/>
    <w:rsid w:val="00687928"/>
    <w:rsid w:val="0069054B"/>
    <w:rsid w:val="0069163F"/>
    <w:rsid w:val="00691DBB"/>
    <w:rsid w:val="00692459"/>
    <w:rsid w:val="006A7D4D"/>
    <w:rsid w:val="006B5C71"/>
    <w:rsid w:val="006B7F0E"/>
    <w:rsid w:val="006C3A27"/>
    <w:rsid w:val="006C4B43"/>
    <w:rsid w:val="006D36EC"/>
    <w:rsid w:val="006D41DF"/>
    <w:rsid w:val="006D6DC1"/>
    <w:rsid w:val="006D6F9A"/>
    <w:rsid w:val="006E2C8E"/>
    <w:rsid w:val="006E446F"/>
    <w:rsid w:val="006E6291"/>
    <w:rsid w:val="006F005A"/>
    <w:rsid w:val="006F3FD7"/>
    <w:rsid w:val="006F7CE8"/>
    <w:rsid w:val="00701353"/>
    <w:rsid w:val="0070524C"/>
    <w:rsid w:val="00710619"/>
    <w:rsid w:val="007131F8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40477"/>
    <w:rsid w:val="00740E80"/>
    <w:rsid w:val="0074517B"/>
    <w:rsid w:val="00745C1D"/>
    <w:rsid w:val="00747966"/>
    <w:rsid w:val="007571E2"/>
    <w:rsid w:val="00757A95"/>
    <w:rsid w:val="00760354"/>
    <w:rsid w:val="00765BEF"/>
    <w:rsid w:val="007735AB"/>
    <w:rsid w:val="00773E4E"/>
    <w:rsid w:val="00775FFA"/>
    <w:rsid w:val="00776C54"/>
    <w:rsid w:val="00777AC5"/>
    <w:rsid w:val="0078259F"/>
    <w:rsid w:val="00782872"/>
    <w:rsid w:val="00784287"/>
    <w:rsid w:val="00785251"/>
    <w:rsid w:val="00796AAA"/>
    <w:rsid w:val="007A22D0"/>
    <w:rsid w:val="007A6185"/>
    <w:rsid w:val="007B10B3"/>
    <w:rsid w:val="007B1D12"/>
    <w:rsid w:val="007B2F17"/>
    <w:rsid w:val="007B46B3"/>
    <w:rsid w:val="007B5CD8"/>
    <w:rsid w:val="007B6D51"/>
    <w:rsid w:val="007C088F"/>
    <w:rsid w:val="007C3DC9"/>
    <w:rsid w:val="007D1D2B"/>
    <w:rsid w:val="007D5FD1"/>
    <w:rsid w:val="007E2EBF"/>
    <w:rsid w:val="007E6DD9"/>
    <w:rsid w:val="007F4190"/>
    <w:rsid w:val="007F4E53"/>
    <w:rsid w:val="00806335"/>
    <w:rsid w:val="008105E2"/>
    <w:rsid w:val="008128CA"/>
    <w:rsid w:val="00813440"/>
    <w:rsid w:val="00821393"/>
    <w:rsid w:val="00821493"/>
    <w:rsid w:val="008228D2"/>
    <w:rsid w:val="00826B87"/>
    <w:rsid w:val="00831B8F"/>
    <w:rsid w:val="008340ED"/>
    <w:rsid w:val="00835393"/>
    <w:rsid w:val="00837259"/>
    <w:rsid w:val="0084238B"/>
    <w:rsid w:val="0084318E"/>
    <w:rsid w:val="0084496F"/>
    <w:rsid w:val="00850983"/>
    <w:rsid w:val="00856941"/>
    <w:rsid w:val="00857A7C"/>
    <w:rsid w:val="00864864"/>
    <w:rsid w:val="008656BE"/>
    <w:rsid w:val="008703F4"/>
    <w:rsid w:val="00870D4D"/>
    <w:rsid w:val="00873D57"/>
    <w:rsid w:val="00874112"/>
    <w:rsid w:val="008777DC"/>
    <w:rsid w:val="00880BCE"/>
    <w:rsid w:val="008810AF"/>
    <w:rsid w:val="008830EF"/>
    <w:rsid w:val="008933CF"/>
    <w:rsid w:val="00895362"/>
    <w:rsid w:val="008967A6"/>
    <w:rsid w:val="008A185B"/>
    <w:rsid w:val="008A225D"/>
    <w:rsid w:val="008A4630"/>
    <w:rsid w:val="008B5AE2"/>
    <w:rsid w:val="008B5B7E"/>
    <w:rsid w:val="008C0DB1"/>
    <w:rsid w:val="008C23E2"/>
    <w:rsid w:val="008C3327"/>
    <w:rsid w:val="008D5FE6"/>
    <w:rsid w:val="008D6657"/>
    <w:rsid w:val="008E0455"/>
    <w:rsid w:val="008E1FA7"/>
    <w:rsid w:val="008E4D2E"/>
    <w:rsid w:val="008E625A"/>
    <w:rsid w:val="008F258C"/>
    <w:rsid w:val="008F3BB8"/>
    <w:rsid w:val="008F4513"/>
    <w:rsid w:val="008F5B45"/>
    <w:rsid w:val="009006DA"/>
    <w:rsid w:val="009046DF"/>
    <w:rsid w:val="0091682D"/>
    <w:rsid w:val="00922370"/>
    <w:rsid w:val="0092388A"/>
    <w:rsid w:val="00927D62"/>
    <w:rsid w:val="00932192"/>
    <w:rsid w:val="00942855"/>
    <w:rsid w:val="00943412"/>
    <w:rsid w:val="00943B2E"/>
    <w:rsid w:val="00945D11"/>
    <w:rsid w:val="009503E2"/>
    <w:rsid w:val="00955164"/>
    <w:rsid w:val="0095713A"/>
    <w:rsid w:val="00960F67"/>
    <w:rsid w:val="00961CD2"/>
    <w:rsid w:val="00962B76"/>
    <w:rsid w:val="0097061F"/>
    <w:rsid w:val="00972C70"/>
    <w:rsid w:val="00974224"/>
    <w:rsid w:val="00974FF1"/>
    <w:rsid w:val="009839A3"/>
    <w:rsid w:val="00992E31"/>
    <w:rsid w:val="0099734C"/>
    <w:rsid w:val="009A53CC"/>
    <w:rsid w:val="009A7001"/>
    <w:rsid w:val="009A7DA5"/>
    <w:rsid w:val="009B01D4"/>
    <w:rsid w:val="009B0C22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063B5"/>
    <w:rsid w:val="00A16415"/>
    <w:rsid w:val="00A209AB"/>
    <w:rsid w:val="00A21090"/>
    <w:rsid w:val="00A22363"/>
    <w:rsid w:val="00A2310F"/>
    <w:rsid w:val="00A2642A"/>
    <w:rsid w:val="00A26AD5"/>
    <w:rsid w:val="00A30F05"/>
    <w:rsid w:val="00A31106"/>
    <w:rsid w:val="00A34E9F"/>
    <w:rsid w:val="00A35EDE"/>
    <w:rsid w:val="00A36CA9"/>
    <w:rsid w:val="00A44704"/>
    <w:rsid w:val="00A478DC"/>
    <w:rsid w:val="00A47F0B"/>
    <w:rsid w:val="00A50FBD"/>
    <w:rsid w:val="00A51FCA"/>
    <w:rsid w:val="00A57A34"/>
    <w:rsid w:val="00A6076B"/>
    <w:rsid w:val="00A60B19"/>
    <w:rsid w:val="00A6486D"/>
    <w:rsid w:val="00A668D6"/>
    <w:rsid w:val="00A745EB"/>
    <w:rsid w:val="00A749A9"/>
    <w:rsid w:val="00A751DD"/>
    <w:rsid w:val="00A86979"/>
    <w:rsid w:val="00A91F7E"/>
    <w:rsid w:val="00A9330B"/>
    <w:rsid w:val="00A971B5"/>
    <w:rsid w:val="00AA378D"/>
    <w:rsid w:val="00AB1F96"/>
    <w:rsid w:val="00AB49D8"/>
    <w:rsid w:val="00AB5AFC"/>
    <w:rsid w:val="00AB5B22"/>
    <w:rsid w:val="00AC28CD"/>
    <w:rsid w:val="00AC6146"/>
    <w:rsid w:val="00AC64A5"/>
    <w:rsid w:val="00AD0994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B01257"/>
    <w:rsid w:val="00B1002E"/>
    <w:rsid w:val="00B11AF5"/>
    <w:rsid w:val="00B12ED2"/>
    <w:rsid w:val="00B14C29"/>
    <w:rsid w:val="00B17010"/>
    <w:rsid w:val="00B24ABA"/>
    <w:rsid w:val="00B37FEA"/>
    <w:rsid w:val="00B426ED"/>
    <w:rsid w:val="00B42E0C"/>
    <w:rsid w:val="00B47827"/>
    <w:rsid w:val="00B506FA"/>
    <w:rsid w:val="00B55A74"/>
    <w:rsid w:val="00B629FE"/>
    <w:rsid w:val="00B65134"/>
    <w:rsid w:val="00B70AEE"/>
    <w:rsid w:val="00B71ADF"/>
    <w:rsid w:val="00B73110"/>
    <w:rsid w:val="00B731F9"/>
    <w:rsid w:val="00B7343D"/>
    <w:rsid w:val="00B7501C"/>
    <w:rsid w:val="00B76530"/>
    <w:rsid w:val="00B76B70"/>
    <w:rsid w:val="00B77EF4"/>
    <w:rsid w:val="00B81F23"/>
    <w:rsid w:val="00B81F54"/>
    <w:rsid w:val="00B82A3A"/>
    <w:rsid w:val="00B853BC"/>
    <w:rsid w:val="00B866B7"/>
    <w:rsid w:val="00B87355"/>
    <w:rsid w:val="00B90A19"/>
    <w:rsid w:val="00B931B4"/>
    <w:rsid w:val="00B936D7"/>
    <w:rsid w:val="00B955A3"/>
    <w:rsid w:val="00BA20DE"/>
    <w:rsid w:val="00BB2090"/>
    <w:rsid w:val="00BB5951"/>
    <w:rsid w:val="00BB5C83"/>
    <w:rsid w:val="00BB643C"/>
    <w:rsid w:val="00BC499A"/>
    <w:rsid w:val="00BC717E"/>
    <w:rsid w:val="00BC7435"/>
    <w:rsid w:val="00BD4DFE"/>
    <w:rsid w:val="00BD593F"/>
    <w:rsid w:val="00BD6706"/>
    <w:rsid w:val="00BE0D08"/>
    <w:rsid w:val="00BE7ED8"/>
    <w:rsid w:val="00C07677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617E5"/>
    <w:rsid w:val="00C667E4"/>
    <w:rsid w:val="00C71D5E"/>
    <w:rsid w:val="00C76A9C"/>
    <w:rsid w:val="00C81C96"/>
    <w:rsid w:val="00C9021F"/>
    <w:rsid w:val="00C9028D"/>
    <w:rsid w:val="00C906FE"/>
    <w:rsid w:val="00CA2801"/>
    <w:rsid w:val="00CA41BF"/>
    <w:rsid w:val="00CB22FF"/>
    <w:rsid w:val="00CB686E"/>
    <w:rsid w:val="00CC0833"/>
    <w:rsid w:val="00CC156E"/>
    <w:rsid w:val="00CD72D4"/>
    <w:rsid w:val="00CE30CD"/>
    <w:rsid w:val="00CF137D"/>
    <w:rsid w:val="00D10971"/>
    <w:rsid w:val="00D14A1F"/>
    <w:rsid w:val="00D20EAE"/>
    <w:rsid w:val="00D212D5"/>
    <w:rsid w:val="00D24B24"/>
    <w:rsid w:val="00D24EB0"/>
    <w:rsid w:val="00D25987"/>
    <w:rsid w:val="00D302F5"/>
    <w:rsid w:val="00D33A32"/>
    <w:rsid w:val="00D404A6"/>
    <w:rsid w:val="00D46C32"/>
    <w:rsid w:val="00D52EC6"/>
    <w:rsid w:val="00D53C02"/>
    <w:rsid w:val="00D544E3"/>
    <w:rsid w:val="00D54728"/>
    <w:rsid w:val="00D64380"/>
    <w:rsid w:val="00D66EE9"/>
    <w:rsid w:val="00D67101"/>
    <w:rsid w:val="00D70D85"/>
    <w:rsid w:val="00D718B1"/>
    <w:rsid w:val="00D7331A"/>
    <w:rsid w:val="00D7499D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F1677"/>
    <w:rsid w:val="00DF5E1E"/>
    <w:rsid w:val="00DF6442"/>
    <w:rsid w:val="00E022DC"/>
    <w:rsid w:val="00E024D3"/>
    <w:rsid w:val="00E07A7B"/>
    <w:rsid w:val="00E14435"/>
    <w:rsid w:val="00E169CC"/>
    <w:rsid w:val="00E206F5"/>
    <w:rsid w:val="00E21598"/>
    <w:rsid w:val="00E259BC"/>
    <w:rsid w:val="00E264A4"/>
    <w:rsid w:val="00E40FCC"/>
    <w:rsid w:val="00E420F7"/>
    <w:rsid w:val="00E43122"/>
    <w:rsid w:val="00E44003"/>
    <w:rsid w:val="00E456A5"/>
    <w:rsid w:val="00E5512D"/>
    <w:rsid w:val="00E574E5"/>
    <w:rsid w:val="00E63C51"/>
    <w:rsid w:val="00E65928"/>
    <w:rsid w:val="00E71139"/>
    <w:rsid w:val="00E731B6"/>
    <w:rsid w:val="00E74F63"/>
    <w:rsid w:val="00E7602E"/>
    <w:rsid w:val="00E855A4"/>
    <w:rsid w:val="00E90664"/>
    <w:rsid w:val="00E96F05"/>
    <w:rsid w:val="00EA340E"/>
    <w:rsid w:val="00EA3B1F"/>
    <w:rsid w:val="00EB55D0"/>
    <w:rsid w:val="00EB5646"/>
    <w:rsid w:val="00EB5ADB"/>
    <w:rsid w:val="00EB74A9"/>
    <w:rsid w:val="00EC0F78"/>
    <w:rsid w:val="00EC1A32"/>
    <w:rsid w:val="00EC1A39"/>
    <w:rsid w:val="00EC5C01"/>
    <w:rsid w:val="00ED3DFD"/>
    <w:rsid w:val="00ED3F21"/>
    <w:rsid w:val="00ED57DD"/>
    <w:rsid w:val="00EE260F"/>
    <w:rsid w:val="00EE5654"/>
    <w:rsid w:val="00EE56E1"/>
    <w:rsid w:val="00EE604B"/>
    <w:rsid w:val="00EE6B33"/>
    <w:rsid w:val="00EF0462"/>
    <w:rsid w:val="00EF6505"/>
    <w:rsid w:val="00EF7A6F"/>
    <w:rsid w:val="00F02C57"/>
    <w:rsid w:val="00F070E5"/>
    <w:rsid w:val="00F1517E"/>
    <w:rsid w:val="00F16678"/>
    <w:rsid w:val="00F24248"/>
    <w:rsid w:val="00F26388"/>
    <w:rsid w:val="00F31BE3"/>
    <w:rsid w:val="00F32201"/>
    <w:rsid w:val="00F34B21"/>
    <w:rsid w:val="00F34CA5"/>
    <w:rsid w:val="00F41E90"/>
    <w:rsid w:val="00F436BF"/>
    <w:rsid w:val="00F571FE"/>
    <w:rsid w:val="00F638A5"/>
    <w:rsid w:val="00F715FC"/>
    <w:rsid w:val="00F71859"/>
    <w:rsid w:val="00F74FDC"/>
    <w:rsid w:val="00F82A57"/>
    <w:rsid w:val="00F83A2C"/>
    <w:rsid w:val="00F83A53"/>
    <w:rsid w:val="00F83E9D"/>
    <w:rsid w:val="00F86C5B"/>
    <w:rsid w:val="00F97A32"/>
    <w:rsid w:val="00FA0105"/>
    <w:rsid w:val="00FA0645"/>
    <w:rsid w:val="00FA3B58"/>
    <w:rsid w:val="00FA5484"/>
    <w:rsid w:val="00FA6127"/>
    <w:rsid w:val="00FA6986"/>
    <w:rsid w:val="00FB3EBB"/>
    <w:rsid w:val="00FB7CFB"/>
    <w:rsid w:val="00FB7DC1"/>
    <w:rsid w:val="00FC002F"/>
    <w:rsid w:val="00FC0365"/>
    <w:rsid w:val="00FD04E0"/>
    <w:rsid w:val="00FE0BFA"/>
    <w:rsid w:val="00FE0D85"/>
    <w:rsid w:val="00FF0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7F0B"/>
    <w:pPr>
      <w:ind w:firstLine="288"/>
      <w:jc w:val="lowKashida"/>
    </w:pPr>
    <w:rPr>
      <w:rFonts w:cs="Traditional Arabic"/>
      <w:color w:val="000000"/>
      <w:sz w:val="32"/>
      <w:szCs w:val="32"/>
    </w:rPr>
  </w:style>
  <w:style w:type="paragraph" w:styleId="Heading1">
    <w:name w:val="heading 1"/>
    <w:basedOn w:val="libNormal"/>
    <w:next w:val="libNormal"/>
    <w:link w:val="Heading1Char"/>
    <w:qFormat/>
    <w:rsid w:val="00745C1D"/>
    <w:pPr>
      <w:keepNext/>
      <w:spacing w:before="120"/>
      <w:outlineLvl w:val="0"/>
    </w:pPr>
    <w:rPr>
      <w:b/>
      <w:bCs/>
      <w:color w:val="1F497D"/>
      <w:kern w:val="32"/>
      <w:sz w:val="32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745C1D"/>
    <w:pPr>
      <w:keepNext/>
      <w:spacing w:before="120"/>
      <w:outlineLvl w:val="1"/>
    </w:pPr>
    <w:rPr>
      <w:b/>
      <w:bCs/>
      <w:color w:val="1F497D"/>
      <w:sz w:val="28"/>
    </w:rPr>
  </w:style>
  <w:style w:type="paragraph" w:styleId="Heading3">
    <w:name w:val="heading 3"/>
    <w:basedOn w:val="libNormal"/>
    <w:next w:val="libNormal"/>
    <w:qFormat/>
    <w:rsid w:val="00413479"/>
    <w:pPr>
      <w:keepNext/>
      <w:spacing w:before="120"/>
      <w:outlineLvl w:val="2"/>
    </w:pPr>
    <w:rPr>
      <w:b/>
      <w:color w:val="1F497D"/>
    </w:rPr>
  </w:style>
  <w:style w:type="paragraph" w:styleId="Heading4">
    <w:name w:val="heading 4"/>
    <w:basedOn w:val="libNormal"/>
    <w:next w:val="libNormal"/>
    <w:qFormat/>
    <w:rsid w:val="00745C1D"/>
    <w:pPr>
      <w:keepNext/>
      <w:spacing w:before="240" w:after="60"/>
      <w:outlineLvl w:val="3"/>
    </w:pPr>
    <w:rPr>
      <w:b/>
      <w:bCs/>
    </w:rPr>
  </w:style>
  <w:style w:type="paragraph" w:styleId="Heading5">
    <w:name w:val="heading 5"/>
    <w:basedOn w:val="libNormal"/>
    <w:next w:val="libNormal"/>
    <w:qFormat/>
    <w:rsid w:val="00413479"/>
    <w:pPr>
      <w:spacing w:before="240" w:after="60"/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45C1D"/>
    <w:rPr>
      <w:rFonts w:ascii="Times New Roman" w:hAnsi="Times New Roman" w:cs="Traditional Arabic"/>
      <w:b/>
      <w:bCs/>
      <w:color w:val="1F497D"/>
      <w:sz w:val="28"/>
      <w:szCs w:val="32"/>
    </w:rPr>
  </w:style>
  <w:style w:type="paragraph" w:styleId="Footer">
    <w:name w:val="footer"/>
    <w:basedOn w:val="Normal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745C1D"/>
    <w:rPr>
      <w:color w:val="C00000"/>
      <w:szCs w:val="24"/>
      <w:vertAlign w:val="superscript"/>
    </w:rPr>
  </w:style>
  <w:style w:type="paragraph" w:customStyle="1" w:styleId="libCenterBold1">
    <w:name w:val="libCenterBold1"/>
    <w:basedOn w:val="libNormal"/>
    <w:rsid w:val="00133D3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745C1D"/>
    <w:pPr>
      <w:ind w:firstLine="0"/>
      <w:jc w:val="center"/>
    </w:pPr>
    <w:rPr>
      <w:b/>
      <w:bCs/>
      <w:sz w:val="22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745C1D"/>
    <w:rPr>
      <w:sz w:val="20"/>
      <w:szCs w:val="26"/>
    </w:rPr>
  </w:style>
  <w:style w:type="character" w:customStyle="1" w:styleId="libAieChar">
    <w:name w:val="libAie Char"/>
    <w:basedOn w:val="libNormalChar"/>
    <w:link w:val="libAie"/>
    <w:rsid w:val="002C0451"/>
    <w:rPr>
      <w:rFonts w:cs="KFGQPC Uthman Taha Naskh"/>
      <w:color w:val="008000"/>
      <w:szCs w:val="26"/>
    </w:rPr>
  </w:style>
  <w:style w:type="paragraph" w:customStyle="1" w:styleId="libRightBold">
    <w:name w:val="libRightBold"/>
    <w:basedOn w:val="libNormal0"/>
    <w:next w:val="libNormal0"/>
    <w:link w:val="libRightBoldChar"/>
    <w:rsid w:val="00413479"/>
    <w:pPr>
      <w:jc w:val="right"/>
    </w:pPr>
    <w:rPr>
      <w:b/>
      <w:bCs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0B5E75"/>
    <w:rPr>
      <w:rFonts w:cs="KFGQPC Uthman Taha Naskh"/>
      <w:color w:val="008000"/>
      <w:sz w:val="24"/>
    </w:rPr>
  </w:style>
  <w:style w:type="paragraph" w:customStyle="1" w:styleId="libRight">
    <w:name w:val="libRight"/>
    <w:basedOn w:val="libNormal0"/>
    <w:next w:val="libNormal0"/>
    <w:rsid w:val="00437035"/>
    <w:pPr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413479"/>
    <w:pPr>
      <w:tabs>
        <w:tab w:val="left" w:pos="482"/>
        <w:tab w:val="right" w:leader="dot" w:pos="7361"/>
      </w:tabs>
      <w:ind w:left="238"/>
    </w:pPr>
    <w:rPr>
      <w:noProof/>
    </w:rPr>
  </w:style>
  <w:style w:type="paragraph" w:styleId="TOC1">
    <w:name w:val="toc 1"/>
    <w:basedOn w:val="libNormal0"/>
    <w:next w:val="libNormal0"/>
    <w:autoRedefine/>
    <w:uiPriority w:val="39"/>
    <w:rsid w:val="00413479"/>
    <w:pPr>
      <w:tabs>
        <w:tab w:val="right" w:leader="dot" w:pos="7361"/>
      </w:tabs>
      <w:jc w:val="center"/>
    </w:pPr>
    <w:rPr>
      <w:b/>
      <w:bCs/>
      <w:noProof/>
    </w:rPr>
  </w:style>
  <w:style w:type="paragraph" w:styleId="TOC3">
    <w:name w:val="toc 3"/>
    <w:basedOn w:val="libNormal0"/>
    <w:next w:val="libNormal0"/>
    <w:autoRedefine/>
    <w:uiPriority w:val="39"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semiHidden/>
    <w:rsid w:val="0012268F"/>
    <w:pPr>
      <w:ind w:left="720"/>
    </w:p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rsid w:val="00745C1D"/>
    <w:pPr>
      <w:spacing w:before="120"/>
      <w:ind w:firstLine="0"/>
      <w:jc w:val="center"/>
      <w:outlineLvl w:val="0"/>
    </w:pPr>
    <w:rPr>
      <w:b/>
      <w:bCs/>
      <w:color w:val="1F497D"/>
      <w:sz w:val="32"/>
      <w:szCs w:val="36"/>
    </w:rPr>
  </w:style>
  <w:style w:type="paragraph" w:customStyle="1" w:styleId="Heading2Center">
    <w:name w:val="Heading 2 Center"/>
    <w:basedOn w:val="libNormal"/>
    <w:next w:val="Heading2"/>
    <w:rsid w:val="00745C1D"/>
    <w:pPr>
      <w:spacing w:before="120"/>
      <w:ind w:firstLine="0"/>
      <w:jc w:val="center"/>
      <w:outlineLvl w:val="1"/>
    </w:pPr>
    <w:rPr>
      <w:b/>
      <w:bCs/>
      <w:color w:val="1F497D"/>
      <w:sz w:val="28"/>
    </w:rPr>
  </w:style>
  <w:style w:type="paragraph" w:customStyle="1" w:styleId="Heading3Center">
    <w:name w:val="Heading 3 Center"/>
    <w:basedOn w:val="libNormal"/>
    <w:next w:val="libNormal"/>
    <w:rsid w:val="00413479"/>
    <w:pPr>
      <w:spacing w:before="120"/>
      <w:ind w:firstLine="0"/>
      <w:jc w:val="center"/>
      <w:outlineLvl w:val="2"/>
    </w:pPr>
    <w:rPr>
      <w:b/>
      <w:bCs/>
      <w:color w:val="1F497D"/>
    </w:rPr>
  </w:style>
  <w:style w:type="paragraph" w:customStyle="1" w:styleId="Heading4Center">
    <w:name w:val="Heading 4 Center"/>
    <w:basedOn w:val="libNormal"/>
    <w:next w:val="Heading4"/>
    <w:rsid w:val="00745C1D"/>
    <w:pPr>
      <w:spacing w:before="240" w:after="60"/>
      <w:ind w:firstLine="0"/>
      <w:jc w:val="center"/>
      <w:outlineLvl w:val="3"/>
    </w:pPr>
    <w:rPr>
      <w:b/>
      <w:bCs/>
    </w:rPr>
  </w:style>
  <w:style w:type="paragraph" w:customStyle="1" w:styleId="Heading5Center">
    <w:name w:val="Heading 5 Center"/>
    <w:basedOn w:val="libNormal"/>
    <w:next w:val="Heading5"/>
    <w:rsid w:val="00413479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413479"/>
    <w:rPr>
      <w:sz w:val="20"/>
      <w:szCs w:val="28"/>
    </w:rPr>
  </w:style>
  <w:style w:type="paragraph" w:customStyle="1" w:styleId="libMid">
    <w:name w:val="libMid"/>
    <w:basedOn w:val="libNormal"/>
    <w:next w:val="libNormal"/>
    <w:rsid w:val="00413479"/>
    <w:rPr>
      <w:sz w:val="20"/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Var0">
    <w:name w:val="libVar0"/>
    <w:basedOn w:val="libVar"/>
    <w:rsid w:val="00DB2424"/>
    <w:pPr>
      <w:ind w:firstLine="0"/>
    </w:p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Center"/>
    <w:next w:val="libFootnoteCenter"/>
    <w:link w:val="libFootnoteCenterBoldChar"/>
    <w:qFormat/>
    <w:rsid w:val="000966AD"/>
    <w:rPr>
      <w:b/>
      <w:bCs/>
    </w:rPr>
  </w:style>
  <w:style w:type="paragraph" w:customStyle="1" w:styleId="libFootnoteRight">
    <w:name w:val="libFootnoteRight"/>
    <w:basedOn w:val="libFootnote"/>
    <w:next w:val="libFootnote"/>
    <w:link w:val="libFootnoteRightChar"/>
    <w:rsid w:val="00413479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Var"/>
    <w:rsid w:val="00F74FDC"/>
    <w:pPr>
      <w:ind w:firstLine="0"/>
      <w:jc w:val="center"/>
    </w:pPr>
  </w:style>
  <w:style w:type="paragraph" w:customStyle="1" w:styleId="libPoem">
    <w:name w:val="libPoem"/>
    <w:basedOn w:val="libNormal0"/>
    <w:next w:val="libNormal0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basedOn w:val="libFootnoteChar"/>
    <w:link w:val="libFootnoteAie"/>
    <w:rsid w:val="000B5E75"/>
    <w:rPr>
      <w:rFonts w:cs="KFGQPC Uthman Taha Naskh"/>
      <w:color w:val="008000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133D3B"/>
    <w:pPr>
      <w:ind w:firstLine="288"/>
      <w:jc w:val="lowKashida"/>
    </w:pPr>
    <w:rPr>
      <w:rFonts w:cs="Traditional Arabic"/>
      <w:color w:val="000000"/>
      <w:sz w:val="24"/>
      <w:szCs w:val="32"/>
    </w:rPr>
  </w:style>
  <w:style w:type="character" w:customStyle="1" w:styleId="libNormalChar">
    <w:name w:val="libNormal Char"/>
    <w:basedOn w:val="DefaultParagraphFont"/>
    <w:link w:val="libNormal"/>
    <w:rsid w:val="00133D3B"/>
    <w:rPr>
      <w:rFonts w:cs="Traditional Arabic"/>
      <w:color w:val="000000"/>
      <w:sz w:val="24"/>
      <w:szCs w:val="32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27369F"/>
    <w:rPr>
      <w:rFonts w:cs="Traditional Arabic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2C0451"/>
    <w:pPr>
      <w:jc w:val="right"/>
    </w:pPr>
    <w:rPr>
      <w:rFonts w:cs="KFGQPC Uthman Taha Naskh"/>
      <w:color w:val="008000"/>
      <w:szCs w:val="26"/>
    </w:rPr>
  </w:style>
  <w:style w:type="paragraph" w:customStyle="1" w:styleId="libBold2">
    <w:name w:val="libBold2"/>
    <w:basedOn w:val="libNormal"/>
    <w:next w:val="libNormal"/>
    <w:link w:val="libBold2Char"/>
    <w:qFormat/>
    <w:rsid w:val="00133D3B"/>
    <w:rPr>
      <w:b/>
      <w:bCs/>
      <w:sz w:val="22"/>
      <w:szCs w:val="28"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character" w:customStyle="1" w:styleId="libFootnoteChar">
    <w:name w:val="libFootnote Char"/>
    <w:basedOn w:val="libNormalChar"/>
    <w:link w:val="libFootnote"/>
    <w:rsid w:val="00745C1D"/>
    <w:rPr>
      <w:szCs w:val="26"/>
    </w:rPr>
  </w:style>
  <w:style w:type="character" w:customStyle="1" w:styleId="libFootnotenumChar">
    <w:name w:val="libFootnote_num Char"/>
    <w:basedOn w:val="libFootnoteChar"/>
    <w:link w:val="libFootnotenum"/>
    <w:rsid w:val="00745C1D"/>
    <w:rPr>
      <w:color w:val="C00000"/>
      <w:szCs w:val="24"/>
      <w:vertAlign w:val="superscript"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RightBoldChar">
    <w:name w:val="libRightBold Char"/>
    <w:basedOn w:val="libNormalChar"/>
    <w:link w:val="libRightBold"/>
    <w:rsid w:val="00413479"/>
    <w:rPr>
      <w:b/>
      <w:bCs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character" w:customStyle="1" w:styleId="Heading1Char">
    <w:name w:val="Heading 1 Char"/>
    <w:basedOn w:val="DefaultParagraphFont"/>
    <w:link w:val="Heading1"/>
    <w:rsid w:val="00745C1D"/>
    <w:rPr>
      <w:rFonts w:ascii="Times New Roman" w:hAnsi="Times New Roman" w:cs="Traditional Arabic"/>
      <w:b/>
      <w:bCs/>
      <w:color w:val="1F497D"/>
      <w:kern w:val="32"/>
      <w:sz w:val="32"/>
      <w:szCs w:val="36"/>
    </w:rPr>
  </w:style>
  <w:style w:type="paragraph" w:styleId="EndnoteText">
    <w:name w:val="endnote text"/>
    <w:basedOn w:val="Normal"/>
    <w:link w:val="EndnoteTextChar"/>
    <w:rsid w:val="00EB74A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EB74A9"/>
    <w:rPr>
      <w:rFonts w:cs="Traditional Arabic"/>
      <w:color w:val="000000"/>
    </w:rPr>
  </w:style>
  <w:style w:type="character" w:styleId="EndnoteReference">
    <w:name w:val="endnote reference"/>
    <w:basedOn w:val="DefaultParagraphFont"/>
    <w:rsid w:val="00EB74A9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EB74A9"/>
    <w:pPr>
      <w:keepLines/>
      <w:spacing w:before="480" w:line="276" w:lineRule="auto"/>
      <w:ind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453381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45338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53381"/>
    <w:rPr>
      <w:rFonts w:cs="Traditional Arabic"/>
      <w:color w:val="000000"/>
    </w:rPr>
  </w:style>
  <w:style w:type="character" w:styleId="FootnoteReference">
    <w:name w:val="footnote reference"/>
    <w:basedOn w:val="DefaultParagraphFont"/>
    <w:rsid w:val="00453381"/>
    <w:rPr>
      <w:vertAlign w:val="superscript"/>
    </w:rPr>
  </w:style>
  <w:style w:type="paragraph" w:customStyle="1" w:styleId="libItalic">
    <w:name w:val="libItalic"/>
    <w:basedOn w:val="libNormal"/>
    <w:link w:val="libItalicChar"/>
    <w:qFormat/>
    <w:rsid w:val="00413479"/>
    <w:rPr>
      <w:i/>
      <w:iCs/>
    </w:rPr>
  </w:style>
  <w:style w:type="character" w:customStyle="1" w:styleId="libItalicChar">
    <w:name w:val="libItalic Char"/>
    <w:basedOn w:val="libNormalChar"/>
    <w:link w:val="libItalic"/>
    <w:rsid w:val="00413479"/>
    <w:rPr>
      <w:i/>
      <w:iCs/>
    </w:rPr>
  </w:style>
  <w:style w:type="character" w:customStyle="1" w:styleId="libBold2Char">
    <w:name w:val="libBold2 Char"/>
    <w:basedOn w:val="libNormalChar"/>
    <w:link w:val="libBold2"/>
    <w:rsid w:val="00133D3B"/>
    <w:rPr>
      <w:b/>
      <w:bCs/>
      <w:sz w:val="22"/>
      <w:szCs w:val="28"/>
    </w:rPr>
  </w:style>
  <w:style w:type="paragraph" w:customStyle="1" w:styleId="libBoldItalic">
    <w:name w:val="libBoldItalic"/>
    <w:basedOn w:val="libNormal"/>
    <w:link w:val="libBoldItalicChar"/>
    <w:qFormat/>
    <w:rsid w:val="00413479"/>
    <w:rPr>
      <w:b/>
      <w:i/>
      <w:szCs w:val="28"/>
    </w:rPr>
  </w:style>
  <w:style w:type="paragraph" w:customStyle="1" w:styleId="libFootnoteItalic">
    <w:name w:val="libFootnoteItalic"/>
    <w:basedOn w:val="libFootnote"/>
    <w:link w:val="libFootnoteItalicChar"/>
    <w:qFormat/>
    <w:rsid w:val="0040326E"/>
    <w:rPr>
      <w:i/>
    </w:rPr>
  </w:style>
  <w:style w:type="character" w:customStyle="1" w:styleId="libBoldItalicChar">
    <w:name w:val="libBoldItalic Char"/>
    <w:basedOn w:val="libNormalChar"/>
    <w:link w:val="libBoldItalic"/>
    <w:rsid w:val="00413479"/>
    <w:rPr>
      <w:b/>
      <w:i/>
      <w:szCs w:val="28"/>
    </w:rPr>
  </w:style>
  <w:style w:type="paragraph" w:customStyle="1" w:styleId="libFootnoteBoldItalic">
    <w:name w:val="libFootnoteBoldItalic"/>
    <w:basedOn w:val="libFootnote"/>
    <w:link w:val="libFootnoteBoldItalicChar"/>
    <w:qFormat/>
    <w:rsid w:val="000966AD"/>
    <w:rPr>
      <w:b/>
      <w:i/>
    </w:rPr>
  </w:style>
  <w:style w:type="character" w:customStyle="1" w:styleId="libFootnoteItalicChar">
    <w:name w:val="libFootnoteItalic Char"/>
    <w:basedOn w:val="libFootnoteChar"/>
    <w:link w:val="libFootnoteItalic"/>
    <w:rsid w:val="0040326E"/>
    <w:rPr>
      <w:i/>
    </w:rPr>
  </w:style>
  <w:style w:type="character" w:customStyle="1" w:styleId="libFootnoteBoldItalicChar">
    <w:name w:val="libFootnoteBoldItalic Char"/>
    <w:basedOn w:val="libFootnoteChar"/>
    <w:link w:val="libFootnoteBoldItalic"/>
    <w:rsid w:val="000966AD"/>
    <w:rPr>
      <w:b/>
      <w:i/>
    </w:rPr>
  </w:style>
  <w:style w:type="paragraph" w:customStyle="1" w:styleId="libFootnoteSmall">
    <w:name w:val="libFootnoteSmall"/>
    <w:basedOn w:val="libFootnote"/>
    <w:link w:val="libFootnoteSmallChar"/>
    <w:rsid w:val="000966AD"/>
    <w:rPr>
      <w:sz w:val="16"/>
      <w:szCs w:val="22"/>
    </w:rPr>
  </w:style>
  <w:style w:type="paragraph" w:customStyle="1" w:styleId="libFootnoteBoldItalicUnderline">
    <w:name w:val="libFootnoteBoldItalicUnderline"/>
    <w:basedOn w:val="libFootnote"/>
    <w:next w:val="libFootnote"/>
    <w:link w:val="libFootnoteBoldItalicUnderlineChar"/>
    <w:rsid w:val="000966AD"/>
    <w:rPr>
      <w:b/>
      <w:bCs/>
      <w:i/>
      <w:iCs/>
      <w:u w:val="single"/>
    </w:rPr>
  </w:style>
  <w:style w:type="character" w:customStyle="1" w:styleId="libFootnoteSmallChar">
    <w:name w:val="libFootnoteSmall Char"/>
    <w:basedOn w:val="libFootnoteChar"/>
    <w:link w:val="libFootnoteSmall"/>
    <w:rsid w:val="000966AD"/>
    <w:rPr>
      <w:sz w:val="16"/>
      <w:szCs w:val="22"/>
    </w:rPr>
  </w:style>
  <w:style w:type="paragraph" w:customStyle="1" w:styleId="libFootnoteUnderline">
    <w:name w:val="libFootnoteUnderline"/>
    <w:basedOn w:val="libFootnote"/>
    <w:rsid w:val="000966AD"/>
    <w:rPr>
      <w:u w:val="single"/>
    </w:rPr>
  </w:style>
  <w:style w:type="character" w:customStyle="1" w:styleId="libFootnoteBoldItalicUnderlineChar">
    <w:name w:val="libFootnoteBoldItalicUnderline Char"/>
    <w:basedOn w:val="libFootnoteChar"/>
    <w:link w:val="libFootnoteBoldItalicUnderline"/>
    <w:rsid w:val="000966AD"/>
    <w:rPr>
      <w:b/>
      <w:bCs/>
      <w:i/>
      <w:iCs/>
      <w:u w:val="single"/>
    </w:rPr>
  </w:style>
  <w:style w:type="paragraph" w:customStyle="1" w:styleId="libItalicUnderline">
    <w:name w:val="libItalicUnderline"/>
    <w:basedOn w:val="libItalic"/>
    <w:link w:val="libItalicUnderlineChar"/>
    <w:rsid w:val="000966AD"/>
    <w:rPr>
      <w:u w:val="single"/>
    </w:rPr>
  </w:style>
  <w:style w:type="paragraph" w:customStyle="1" w:styleId="libFootnoteItalicUnderline">
    <w:name w:val="libFootnoteItalicUnderline"/>
    <w:basedOn w:val="libFootnote"/>
    <w:link w:val="libFootnoteItalicUnderlineChar"/>
    <w:qFormat/>
    <w:rsid w:val="000966AD"/>
    <w:rPr>
      <w:i/>
      <w:u w:val="single"/>
    </w:rPr>
  </w:style>
  <w:style w:type="character" w:customStyle="1" w:styleId="libItalicUnderlineChar">
    <w:name w:val="libItalicUnderline Char"/>
    <w:basedOn w:val="libItalicChar"/>
    <w:link w:val="libItalicUnderline"/>
    <w:rsid w:val="000966AD"/>
    <w:rPr>
      <w:i/>
      <w:iCs/>
      <w:u w:val="single"/>
    </w:rPr>
  </w:style>
  <w:style w:type="paragraph" w:customStyle="1" w:styleId="libFootnoteBoldUnderline">
    <w:name w:val="libFootnoteBoldUnderline"/>
    <w:basedOn w:val="libFootnote"/>
    <w:link w:val="libFootnoteBoldUnderlineChar"/>
    <w:qFormat/>
    <w:rsid w:val="000966AD"/>
    <w:rPr>
      <w:b/>
      <w:u w:val="single"/>
    </w:rPr>
  </w:style>
  <w:style w:type="paragraph" w:customStyle="1" w:styleId="libFootnoteCenterBoldUnderline">
    <w:name w:val="libFootnoteCenterBoldUnderline"/>
    <w:basedOn w:val="libFootnote"/>
    <w:next w:val="libFootnoteCenter"/>
    <w:link w:val="libFootnoteCenterBoldUnderlineChar"/>
    <w:qFormat/>
    <w:rsid w:val="000966AD"/>
    <w:pPr>
      <w:jc w:val="center"/>
    </w:pPr>
    <w:rPr>
      <w:b/>
      <w:u w:val="single"/>
    </w:rPr>
  </w:style>
  <w:style w:type="character" w:customStyle="1" w:styleId="libFootnoteBoldUnderlineChar">
    <w:name w:val="libFootnoteBoldUnderline Char"/>
    <w:basedOn w:val="libFootnoteChar"/>
    <w:link w:val="libFootnoteBoldUnderline"/>
    <w:rsid w:val="000966AD"/>
    <w:rPr>
      <w:b/>
      <w:u w:val="single"/>
    </w:rPr>
  </w:style>
  <w:style w:type="paragraph" w:customStyle="1" w:styleId="libFootnoteCenterUnderline">
    <w:name w:val="libFootnoteCenterUnderline"/>
    <w:basedOn w:val="libFootnoteCenter"/>
    <w:link w:val="libFootnoteCenterUnderlineChar"/>
    <w:qFormat/>
    <w:rsid w:val="000966AD"/>
    <w:rPr>
      <w:u w:val="single"/>
    </w:rPr>
  </w:style>
  <w:style w:type="character" w:customStyle="1" w:styleId="libFootnoteCenterBoldUnderlineChar">
    <w:name w:val="libFootnoteCenterBoldUnderline Char"/>
    <w:basedOn w:val="libFootnoteChar"/>
    <w:link w:val="libFootnoteCenterBoldUnderline"/>
    <w:rsid w:val="000966AD"/>
    <w:rPr>
      <w:b/>
      <w:u w:val="single"/>
    </w:rPr>
  </w:style>
  <w:style w:type="paragraph" w:customStyle="1" w:styleId="libFootnoteCenterItalicUnderline">
    <w:name w:val="libFootnoteCenterItalicUnderline"/>
    <w:basedOn w:val="libFootnote"/>
    <w:next w:val="libFootnoteCenter"/>
    <w:link w:val="libFootnoteCenterItalicUnderlineChar"/>
    <w:qFormat/>
    <w:rsid w:val="000966AD"/>
    <w:pPr>
      <w:jc w:val="center"/>
    </w:pPr>
    <w:rPr>
      <w:i/>
      <w:u w:val="single"/>
    </w:rPr>
  </w:style>
  <w:style w:type="character" w:customStyle="1" w:styleId="libFootnoteCenterUnderlineChar">
    <w:name w:val="libFootnoteCenterUnderline Char"/>
    <w:basedOn w:val="libFootnoteChar"/>
    <w:link w:val="libFootnoteCenterUnderline"/>
    <w:rsid w:val="00B866B7"/>
    <w:rPr>
      <w:u w:val="single"/>
    </w:rPr>
  </w:style>
  <w:style w:type="paragraph" w:customStyle="1" w:styleId="libFootnoteCenterBoldItalic">
    <w:name w:val="libFootnoteCenterBoldItalic"/>
    <w:basedOn w:val="libFootnote"/>
    <w:next w:val="libFootnoteCenter"/>
    <w:link w:val="libFootnoteCenterBoldItalicChar"/>
    <w:qFormat/>
    <w:rsid w:val="000966AD"/>
    <w:pPr>
      <w:jc w:val="center"/>
    </w:pPr>
    <w:rPr>
      <w:b/>
      <w:i/>
    </w:rPr>
  </w:style>
  <w:style w:type="character" w:customStyle="1" w:styleId="libFootnoteCenterItalicUnderlineChar">
    <w:name w:val="libFootnoteCenterItalicUnderline Char"/>
    <w:basedOn w:val="libFootnoteChar"/>
    <w:link w:val="libFootnoteCenterItalicUnderline"/>
    <w:rsid w:val="000966AD"/>
    <w:rPr>
      <w:i/>
      <w:u w:val="single"/>
    </w:rPr>
  </w:style>
  <w:style w:type="paragraph" w:customStyle="1" w:styleId="libFootnoteCenterItalic">
    <w:name w:val="libFootnoteCenterItalic"/>
    <w:basedOn w:val="libFootnote"/>
    <w:next w:val="libFootnoteCenter"/>
    <w:link w:val="libFootnoteCenterItalicChar"/>
    <w:qFormat/>
    <w:rsid w:val="000966AD"/>
    <w:pPr>
      <w:jc w:val="center"/>
    </w:pPr>
    <w:rPr>
      <w:i/>
    </w:rPr>
  </w:style>
  <w:style w:type="character" w:customStyle="1" w:styleId="libFootnoteCenterBoldItalicChar">
    <w:name w:val="libFootnoteCenterBoldItalic Char"/>
    <w:basedOn w:val="libFootnoteChar"/>
    <w:link w:val="libFootnoteCenterBoldItalic"/>
    <w:rsid w:val="000966AD"/>
    <w:rPr>
      <w:b/>
      <w:i/>
    </w:rPr>
  </w:style>
  <w:style w:type="paragraph" w:customStyle="1" w:styleId="libFootnoteCenterBoldItalicUnderline">
    <w:name w:val="libFootnoteCenterBoldItalicUnderline"/>
    <w:basedOn w:val="libFootnoteCenter"/>
    <w:link w:val="libFootnoteCenterBoldItalicUnderlineChar"/>
    <w:qFormat/>
    <w:rsid w:val="00B866B7"/>
    <w:rPr>
      <w:b/>
      <w:i/>
      <w:u w:val="single"/>
    </w:rPr>
  </w:style>
  <w:style w:type="character" w:customStyle="1" w:styleId="libFootnoteCenterItalicChar">
    <w:name w:val="libFootnoteCenterItalic Char"/>
    <w:basedOn w:val="libFootnoteChar"/>
    <w:link w:val="libFootnoteCenterItalic"/>
    <w:rsid w:val="000966AD"/>
    <w:rPr>
      <w:i/>
    </w:rPr>
  </w:style>
  <w:style w:type="character" w:customStyle="1" w:styleId="libFootnoteCenterBoldChar">
    <w:name w:val="libFootnoteCenterBold Char"/>
    <w:basedOn w:val="libFootnoteChar"/>
    <w:link w:val="libFootnoteCenterBold"/>
    <w:rsid w:val="00B866B7"/>
    <w:rPr>
      <w:b/>
      <w:bCs/>
    </w:rPr>
  </w:style>
  <w:style w:type="character" w:customStyle="1" w:styleId="libFootnoteCenterBoldItalicUnderlineChar">
    <w:name w:val="libFootnoteCenterBoldItalicUnderline Char"/>
    <w:basedOn w:val="libFootnoteChar"/>
    <w:link w:val="libFootnoteCenterBoldItalicUnderline"/>
    <w:rsid w:val="00B866B7"/>
    <w:rPr>
      <w:b/>
      <w:i/>
      <w:u w:val="single"/>
    </w:rPr>
  </w:style>
  <w:style w:type="character" w:customStyle="1" w:styleId="libFootnoteItalicUnderlineChar">
    <w:name w:val="libFootnoteItalicUnderline Char"/>
    <w:basedOn w:val="libFootnoteChar"/>
    <w:link w:val="libFootnoteItalicUnderline"/>
    <w:rsid w:val="00B866B7"/>
    <w:rPr>
      <w:i/>
      <w:u w:val="single"/>
    </w:rPr>
  </w:style>
  <w:style w:type="paragraph" w:customStyle="1" w:styleId="libFootnoteRightBold">
    <w:name w:val="libFootnoteRightBold"/>
    <w:basedOn w:val="libFootnoteRight"/>
    <w:link w:val="libFootnoteRightBoldChar"/>
    <w:qFormat/>
    <w:rsid w:val="00B866B7"/>
    <w:rPr>
      <w:b/>
    </w:rPr>
  </w:style>
  <w:style w:type="paragraph" w:customStyle="1" w:styleId="libFootnoteRightCenter">
    <w:name w:val="libFootnoteRightCenter"/>
    <w:basedOn w:val="libFootnoteRight"/>
    <w:qFormat/>
    <w:rsid w:val="00B866B7"/>
    <w:pPr>
      <w:bidi/>
      <w:jc w:val="center"/>
    </w:pPr>
  </w:style>
  <w:style w:type="character" w:customStyle="1" w:styleId="libFootnoteRightChar">
    <w:name w:val="libFootnoteRight Char"/>
    <w:basedOn w:val="libFootnoteChar"/>
    <w:link w:val="libFootnoteRight"/>
    <w:rsid w:val="00B866B7"/>
  </w:style>
  <w:style w:type="character" w:customStyle="1" w:styleId="libFootnoteRightBoldChar">
    <w:name w:val="libFootnoteRightBold Char"/>
    <w:basedOn w:val="libFootnoteRightChar"/>
    <w:link w:val="libFootnoteRightBold"/>
    <w:rsid w:val="00B866B7"/>
    <w:rPr>
      <w:b/>
    </w:rPr>
  </w:style>
  <w:style w:type="paragraph" w:customStyle="1" w:styleId="libFootnoteRightCenterBold">
    <w:name w:val="libFootnoteRightCenterBold"/>
    <w:basedOn w:val="libFootnoteRight"/>
    <w:link w:val="libFootnoteRightCenterBoldChar"/>
    <w:qFormat/>
    <w:rsid w:val="00B866B7"/>
    <w:rPr>
      <w:b/>
    </w:rPr>
  </w:style>
  <w:style w:type="paragraph" w:customStyle="1" w:styleId="libUnderline">
    <w:name w:val="libUnderline"/>
    <w:basedOn w:val="libNormal"/>
    <w:link w:val="libUnderlineChar"/>
    <w:qFormat/>
    <w:rsid w:val="00A47F0B"/>
    <w:pPr>
      <w:bidi/>
    </w:pPr>
    <w:rPr>
      <w:u w:val="single"/>
    </w:rPr>
  </w:style>
  <w:style w:type="character" w:customStyle="1" w:styleId="libFootnoteRightCenterBoldChar">
    <w:name w:val="libFootnoteRightCenterBold Char"/>
    <w:basedOn w:val="libFootnoteRightChar"/>
    <w:link w:val="libFootnoteRightCenterBold"/>
    <w:rsid w:val="00B866B7"/>
    <w:rPr>
      <w:b/>
    </w:rPr>
  </w:style>
  <w:style w:type="paragraph" w:customStyle="1" w:styleId="libRightBoldCenter">
    <w:name w:val="libRightBoldCenter"/>
    <w:basedOn w:val="libRight"/>
    <w:qFormat/>
    <w:rsid w:val="00A47F0B"/>
    <w:pPr>
      <w:jc w:val="center"/>
    </w:pPr>
    <w:rPr>
      <w:b/>
    </w:rPr>
  </w:style>
  <w:style w:type="character" w:customStyle="1" w:styleId="libUnderlineChar">
    <w:name w:val="libUnderline Char"/>
    <w:basedOn w:val="libNormalChar"/>
    <w:link w:val="libUnderline"/>
    <w:rsid w:val="00A47F0B"/>
    <w:rPr>
      <w:u w:val="single"/>
    </w:rPr>
  </w:style>
  <w:style w:type="paragraph" w:customStyle="1" w:styleId="libBoldUnderline">
    <w:name w:val="libBoldUnderline"/>
    <w:basedOn w:val="libNormal"/>
    <w:link w:val="libBoldUnderlineChar"/>
    <w:rsid w:val="00A47F0B"/>
    <w:rPr>
      <w:b/>
      <w:bCs/>
      <w:u w:val="single"/>
    </w:rPr>
  </w:style>
  <w:style w:type="paragraph" w:customStyle="1" w:styleId="libBoldItalicUnderline">
    <w:name w:val="libBoldItalicUnderline"/>
    <w:basedOn w:val="libNormal"/>
    <w:link w:val="libBoldItalicUnderlineChar"/>
    <w:rsid w:val="00A47F0B"/>
    <w:rPr>
      <w:b/>
      <w:bCs/>
      <w:i/>
      <w:iCs/>
      <w:u w:val="single"/>
    </w:rPr>
  </w:style>
  <w:style w:type="character" w:customStyle="1" w:styleId="libBoldUnderlineChar">
    <w:name w:val="libBoldUnderline Char"/>
    <w:basedOn w:val="libNormalChar"/>
    <w:link w:val="libBoldUnderline"/>
    <w:rsid w:val="00A47F0B"/>
    <w:rPr>
      <w:b/>
      <w:bCs/>
      <w:u w:val="single"/>
    </w:rPr>
  </w:style>
  <w:style w:type="paragraph" w:customStyle="1" w:styleId="libNumbered">
    <w:name w:val="libNumbered"/>
    <w:basedOn w:val="libNormal"/>
    <w:link w:val="libNumberedChar"/>
    <w:rsid w:val="00A47F0B"/>
    <w:pPr>
      <w:numPr>
        <w:numId w:val="2"/>
      </w:numPr>
    </w:pPr>
  </w:style>
  <w:style w:type="character" w:customStyle="1" w:styleId="libBoldItalicUnderlineChar">
    <w:name w:val="libBoldItalicUnderline Char"/>
    <w:basedOn w:val="libNormalChar"/>
    <w:link w:val="libBoldItalicUnderline"/>
    <w:rsid w:val="00A47F0B"/>
    <w:rPr>
      <w:b/>
      <w:bCs/>
      <w:i/>
      <w:iCs/>
      <w:u w:val="single"/>
    </w:rPr>
  </w:style>
  <w:style w:type="paragraph" w:customStyle="1" w:styleId="libNumbered2">
    <w:name w:val="libNumbered2"/>
    <w:basedOn w:val="libNumbered"/>
    <w:link w:val="libNumbered2Char"/>
    <w:rsid w:val="00A47F0B"/>
    <w:pPr>
      <w:ind w:firstLine="0"/>
    </w:pPr>
  </w:style>
  <w:style w:type="character" w:customStyle="1" w:styleId="libNumberedChar">
    <w:name w:val="libNumbered Char"/>
    <w:basedOn w:val="libNormalChar"/>
    <w:link w:val="libNumbered"/>
    <w:rsid w:val="00A47F0B"/>
  </w:style>
  <w:style w:type="character" w:customStyle="1" w:styleId="libNumbered2Char">
    <w:name w:val="libNumbered2 Char"/>
    <w:basedOn w:val="libNumberedChar"/>
    <w:link w:val="libNumbered2"/>
    <w:rsid w:val="00A47F0B"/>
  </w:style>
  <w:style w:type="paragraph" w:customStyle="1" w:styleId="libCenterTitr">
    <w:name w:val="libCenterTitr"/>
    <w:basedOn w:val="libCenterBold1"/>
    <w:rsid w:val="00512375"/>
    <w:rPr>
      <w:sz w:val="48"/>
      <w:szCs w:val="56"/>
    </w:rPr>
  </w:style>
  <w:style w:type="paragraph" w:customStyle="1" w:styleId="libAr">
    <w:name w:val="libAr"/>
    <w:qFormat/>
    <w:rsid w:val="00AD0994"/>
    <w:pPr>
      <w:bidi/>
      <w:ind w:firstLine="289"/>
      <w:jc w:val="both"/>
    </w:pPr>
    <w:rPr>
      <w:rFonts w:eastAsia="Calibri" w:cs="Traditional Arabic"/>
      <w:color w:val="000000"/>
      <w:sz w:val="28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Template%20English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D885B-2403-47F1-846F-2ED183743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English</Template>
  <TotalTime>316</TotalTime>
  <Pages>55</Pages>
  <Words>15157</Words>
  <Characters>86400</Characters>
  <Application>Microsoft Office Word</Application>
  <DocSecurity>0</DocSecurity>
  <Lines>720</Lines>
  <Paragraphs>202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101355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Swahili</dc:creator>
  <cp:lastModifiedBy>Swahili</cp:lastModifiedBy>
  <cp:revision>27</cp:revision>
  <cp:lastPrinted>1601-01-01T00:00:00Z</cp:lastPrinted>
  <dcterms:created xsi:type="dcterms:W3CDTF">2020-01-18T05:39:00Z</dcterms:created>
  <dcterms:modified xsi:type="dcterms:W3CDTF">2020-01-20T10:01:00Z</dcterms:modified>
</cp:coreProperties>
</file>