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D1" w:rsidRPr="00C64EB4" w:rsidRDefault="005300D1" w:rsidP="005300D1">
      <w:pPr>
        <w:pStyle w:val="libTitr1"/>
        <w:rPr>
          <w:lang w:bidi="hi-IN"/>
        </w:rPr>
      </w:pPr>
      <w:bookmarkStart w:id="0" w:name="_Toc456488337"/>
      <w:bookmarkStart w:id="1" w:name="_Toc472853716"/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bookmarkEnd w:id="0"/>
      <w:r>
        <w:rPr>
          <w:cs/>
          <w:lang w:bidi="hi-IN"/>
        </w:rPr>
        <w:t xml:space="preserve"> (अ.स.)</w:t>
      </w:r>
      <w:bookmarkEnd w:id="1"/>
    </w:p>
    <w:p w:rsidR="005300D1" w:rsidRPr="00D822B6" w:rsidRDefault="005300D1" w:rsidP="005300D1">
      <w:pPr>
        <w:pStyle w:val="libCenterBold1"/>
        <w:rPr>
          <w:lang w:bidi="hi-IN"/>
        </w:rPr>
      </w:pPr>
      <w:r>
        <w:rPr>
          <w:rFonts w:hint="cs"/>
          <w:cs/>
          <w:lang w:bidi="hi-IN"/>
        </w:rPr>
        <w:t xml:space="preserve"> (</w:t>
      </w:r>
      <w:r w:rsidRPr="00D822B6">
        <w:rPr>
          <w:rFonts w:hint="cs"/>
          <w:cs/>
          <w:lang w:bidi="hi-IN"/>
        </w:rPr>
        <w:t>चौदह</w:t>
      </w:r>
      <w:r w:rsidRPr="00D822B6">
        <w:rPr>
          <w:rFonts w:hint="cs"/>
          <w:rtl/>
          <w:cs/>
        </w:rPr>
        <w:t xml:space="preserve"> </w:t>
      </w:r>
      <w:r w:rsidRPr="00D822B6">
        <w:rPr>
          <w:rFonts w:hint="cs"/>
          <w:cs/>
          <w:lang w:bidi="hi-IN"/>
        </w:rPr>
        <w:t>सितारे</w:t>
      </w:r>
      <w:r>
        <w:rPr>
          <w:rFonts w:hint="cs"/>
          <w:cs/>
          <w:lang w:bidi="hi-IN"/>
        </w:rPr>
        <w:t>)</w:t>
      </w:r>
    </w:p>
    <w:p w:rsidR="005300D1" w:rsidRDefault="005300D1" w:rsidP="005300D1">
      <w:pPr>
        <w:pStyle w:val="libTitr2"/>
        <w:rPr>
          <w:cs/>
          <w:lang w:bidi="hi-IN"/>
        </w:rPr>
      </w:pPr>
      <w:r w:rsidRPr="00C64EB4">
        <w:rPr>
          <w:rFonts w:hint="cs"/>
          <w:cs/>
          <w:lang w:bidi="hi-IN"/>
        </w:rPr>
        <w:t>लेखकः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कर्रारवी</w:t>
      </w:r>
    </w:p>
    <w:p w:rsidR="005300D1" w:rsidRPr="00C64EB4" w:rsidRDefault="005300D1" w:rsidP="005300D1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ठीक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5300D1" w:rsidRDefault="005300D1" w:rsidP="005300D1">
      <w:pPr>
        <w:pStyle w:val="libNotice"/>
      </w:pPr>
      <w:r w:rsidRPr="00C64EB4">
        <w:t>Alhassanain.org/hindi</w:t>
      </w:r>
    </w:p>
    <w:p w:rsidR="005300D1" w:rsidRDefault="005300D1" w:rsidP="005300D1">
      <w:pPr>
        <w:rPr>
          <w:rFonts w:ascii="Mangal" w:hAnsi="Mangal" w:cs="Mangal"/>
          <w:color w:val="FF0000"/>
          <w:sz w:val="28"/>
        </w:rPr>
      </w:pPr>
      <w:r>
        <w:br w:type="page"/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हज़ीं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चूमती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जबीं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</w:p>
    <w:p w:rsidR="005300D1" w:rsidRPr="00C64EB4" w:rsidRDefault="005300D1" w:rsidP="005300D1">
      <w:pPr>
        <w:pStyle w:val="libNormal"/>
      </w:pPr>
      <w:r>
        <w:rPr>
          <w:cs/>
          <w:lang w:bidi="hi-IN"/>
        </w:rPr>
        <w:t>(</w:t>
      </w:r>
      <w:r w:rsidRPr="00C64EB4">
        <w:rPr>
          <w:rFonts w:hint="cs"/>
          <w:cs/>
          <w:lang w:bidi="hi-IN"/>
        </w:rPr>
        <w:t>साबिर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थरयानी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कराचीं</w:t>
      </w:r>
      <w:r>
        <w:rPr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मिसाले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अवलिया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चूँ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रज़ा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बूद</w:t>
      </w:r>
    </w:p>
    <w:p w:rsidR="005300D1" w:rsidRPr="00C64EB4" w:rsidRDefault="005300D1" w:rsidP="005300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t>अन्ता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निदा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चाहरदा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मासूम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ज़ोहद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जीती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जागती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मुसय्यब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मुसय्यब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मुसय्यब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रायता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मिनहा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परहेज़गार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267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मन्सूब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तबक़ात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हफ़्फ़ाज़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ज़हबी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मोतमिद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फ़िक़हे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नजी़र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इब्ने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ख़ल्कान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320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वसीलतुन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नजात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2" w:name="_Toc456488338"/>
      <w:bookmarkStart w:id="3" w:name="_Toc472853717"/>
      <w:bookmarkStart w:id="4" w:name="_Toc473099931"/>
      <w:r w:rsidRPr="00C64EB4">
        <w:rPr>
          <w:rFonts w:hint="cs"/>
          <w:cs/>
          <w:lang w:bidi="hi-IN"/>
        </w:rPr>
        <w:lastRenderedPageBreak/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सआदत</w:t>
      </w:r>
      <w:bookmarkEnd w:id="2"/>
      <w:bookmarkEnd w:id="3"/>
      <w:bookmarkEnd w:id="4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बतारीख़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पन्चशम्बा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आलाम</w:t>
      </w:r>
      <w:r>
        <w:rPr>
          <w:rStyle w:val="libFootnote0Char"/>
          <w:rFonts w:eastAsia="Calibri" w:hint="cs"/>
          <w:cs/>
          <w:lang w:bidi="hi-IN"/>
        </w:rPr>
        <w:t>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 w:hint="cs"/>
          <w:cs/>
          <w:lang w:bidi="hi-IN"/>
        </w:rPr>
        <w:t>ु</w:t>
      </w:r>
      <w:r w:rsidRPr="00C25C33">
        <w:rPr>
          <w:rStyle w:val="libFootnote0Char"/>
          <w:rFonts w:eastAsia="Calibri" w:hint="cs"/>
          <w:cs/>
          <w:lang w:bidi="hi-IN"/>
        </w:rPr>
        <w:t>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141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अक़्द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अवसिया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आग़ोश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लुत्फ़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नफ़ासहा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नेफ़ास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क़मक़ाम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जलाल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उयून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अख़्बारे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रज़ा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426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मारूफ़तुल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मुफी़द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नौशेरवाने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इरशाद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391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फ़ज़लुल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ख़त्ताब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तरयिही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मजमउल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बहरैन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570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5" w:name="_Toc456488339"/>
      <w:bookmarkStart w:id="6" w:name="_Toc472853718"/>
      <w:bookmarkStart w:id="7" w:name="_Toc473099932"/>
      <w:r w:rsidRPr="00C64EB4">
        <w:rPr>
          <w:rFonts w:hint="cs"/>
          <w:cs/>
          <w:lang w:bidi="hi-IN"/>
        </w:rPr>
        <w:t>नाम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अल्क़ाब</w:t>
      </w:r>
      <w:bookmarkEnd w:id="5"/>
      <w:bookmarkEnd w:id="6"/>
      <w:bookmarkEnd w:id="7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गेरामी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अल्का़ब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साजेदीन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शफ़नात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नामी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नवाब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सिद्दीक़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हसन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158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8" w:name="_Toc456488340"/>
      <w:bookmarkStart w:id="9" w:name="_Toc472853719"/>
      <w:bookmarkStart w:id="10" w:name="_Toc473099933"/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तौज़ीह</w:t>
      </w:r>
      <w:bookmarkEnd w:id="8"/>
      <w:bookmarkEnd w:id="9"/>
      <w:bookmarkEnd w:id="10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lastRenderedPageBreak/>
        <w:t>126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तहज्जुद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अज़दहे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रूजहाने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ईज़दी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मुन्हमिक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हातिफ़े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गै़बी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जी़नत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177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सुखऱ्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108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दएम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426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11" w:name="_Toc456488341"/>
      <w:bookmarkStart w:id="12" w:name="_Toc472853720"/>
      <w:bookmarkStart w:id="13" w:name="_Toc473099934"/>
      <w:r w:rsidRPr="00C64EB4">
        <w:rPr>
          <w:rFonts w:hint="cs"/>
          <w:cs/>
          <w:lang w:bidi="hi-IN"/>
        </w:rPr>
        <w:lastRenderedPageBreak/>
        <w:t>लक़ब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तौजीह</w:t>
      </w:r>
      <w:bookmarkEnd w:id="11"/>
      <w:bookmarkEnd w:id="12"/>
      <w:bookmarkEnd w:id="13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ज़हबी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बाक़िर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घट्टों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घट्टे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कटवाना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शफ़नास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घट्टे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434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14" w:name="_Toc456488342"/>
      <w:bookmarkStart w:id="15" w:name="_Toc472853721"/>
      <w:bookmarkStart w:id="16" w:name="_Toc473099935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बलन्दी</w:t>
      </w:r>
      <w:bookmarkEnd w:id="14"/>
      <w:bookmarkEnd w:id="15"/>
      <w:bookmarkEnd w:id="16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फ़ात्मातुज़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पैग़म्बरे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नौशेरवाने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सिलसिलाए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दवाएली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अशआर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ग़ुलामन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</w:p>
    <w:p w:rsidR="005300D1" w:rsidRPr="00C64EB4" w:rsidRDefault="005300D1" w:rsidP="005300D1">
      <w:pPr>
        <w:pStyle w:val="libNormal"/>
      </w:pP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यनतत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तमाएम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नौशेरवाने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फ़ख़्रे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उसूले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काफ़ी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255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कन्दूज़ी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नौशेरवां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नौशेरवां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नियाबुल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मोअद्दता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315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फ़स्ल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ख़ताब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ख़लक़ान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ख़ैरतैन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इज्तेमा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ख़ैरतैन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434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निसां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17" w:name="_Toc456488343"/>
      <w:bookmarkStart w:id="18" w:name="_Toc472853722"/>
      <w:bookmarkStart w:id="19" w:name="_Toc473099936"/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बहस</w:t>
      </w:r>
      <w:bookmarkEnd w:id="17"/>
      <w:bookmarkEnd w:id="18"/>
      <w:bookmarkEnd w:id="19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मदाएन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ज़ौजियत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मुशर्रफ़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रबीउल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अबरार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ज़मख़्शरी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मदाएन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फ़िदा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116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197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413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फ़तहुल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160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ख़ल्दून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हुक्मरानीका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169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178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56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81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172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ख़ल्दून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91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फ़तूहात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66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बाशिन्दा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मुबाशेरत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का़बिल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लामोहाला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मदाएन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बाहालते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नाबालीग़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बडे़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मदाएन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शमसुल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शहनशाहे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लौंड़ियों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की़मत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एहतिमाम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सुपुर्दगी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की़मत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एहतिमाम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इनाएत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ज़ैहमख़शरी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ख़ल्का़न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ज़ैहमख़शरी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याकू़बी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क़तीबा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ज़हमख़शरी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क़रायन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मदाएन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मुसलमान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असफ़हान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टकराता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30-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ज़ैमख़शरी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मम्दुह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पांचवे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मुस्तबअद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नागालगी़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शहनशाह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क़ीमत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ज़ाहिदाना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फ़ारूक़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172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इस्तेमबात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छावनी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अस्तख़र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अस्तख़र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अस्तख़र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मरोजा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मरोजा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साज़िशी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गोरिस्तान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अस्तख़र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शेरे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मरौ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रौज़ातुल</w:t>
      </w:r>
      <w:r>
        <w:rPr>
          <w:cs/>
          <w:lang w:bidi="hi-IN"/>
        </w:rPr>
        <w:t xml:space="preserve"> पृष्ठ </w:t>
      </w:r>
      <w:r w:rsidRPr="00C64EB4">
        <w:rPr>
          <w:rFonts w:hint="cs"/>
          <w:cs/>
          <w:lang w:bidi="hi-IN"/>
        </w:rPr>
        <w:t>हरीस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वजअफ़ी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नामरज़िया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इमदादी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यरबोई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जाअफ़ी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बेटियो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गीहान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गीहान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ज़ौजियत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रौज़तुल</w:t>
      </w:r>
      <w:r>
        <w:rPr>
          <w:cs/>
          <w:lang w:bidi="hi-IN"/>
        </w:rPr>
        <w:t xml:space="preserve"> पृष्ठ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9</w:t>
      </w:r>
      <w:r>
        <w:rPr>
          <w:cs/>
          <w:lang w:bidi="hi-IN"/>
        </w:rPr>
        <w:t xml:space="preserve"> प्रकाशित </w:t>
      </w:r>
      <w:r w:rsidRPr="00C64EB4">
        <w:rPr>
          <w:rFonts w:hint="cs"/>
          <w:cs/>
          <w:lang w:bidi="hi-IN"/>
        </w:rPr>
        <w:t>निवल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किशोर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292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वरा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101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उम्दतुल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171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तवारीख़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149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कशफ़ुल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ग़म्मा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89</w:t>
      </w:r>
      <w:r w:rsidRPr="00C64EB4">
        <w:t>,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मतालेबुस सूऊल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261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सवाएक़े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मोहर्रेक़ा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120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अबसार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126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तोहफ़ाए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सुलैमानिया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391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40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गिहान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क़ासिम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20" w:name="_Toc456488344"/>
      <w:bookmarkStart w:id="21" w:name="_Toc472853723"/>
      <w:bookmarkStart w:id="22" w:name="_Toc473099937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वाके़या</w:t>
      </w:r>
      <w:bookmarkEnd w:id="20"/>
      <w:bookmarkEnd w:id="21"/>
      <w:bookmarkEnd w:id="22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परवरदिगारे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खु़श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मसर्रत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मिनजनीक़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फेंका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जिब्राईल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हल्लक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हाजतः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नाअम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इलैका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ईरान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23" w:name="_Toc456488345"/>
      <w:bookmarkStart w:id="24" w:name="_Toc472853724"/>
      <w:bookmarkStart w:id="25" w:name="_Toc473099938"/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bookmarkEnd w:id="23"/>
      <w:bookmarkEnd w:id="24"/>
      <w:bookmarkEnd w:id="25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फ़ासिक़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फ़ाजिर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हुक्मरां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94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तारीखे़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आइम्मा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392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128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26" w:name="_Toc456488346"/>
      <w:bookmarkStart w:id="27" w:name="_Toc472853725"/>
      <w:bookmarkStart w:id="28" w:name="_Toc473099939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तफ़ूलियत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बैतुल्लाह</w:t>
      </w:r>
      <w:bookmarkEnd w:id="26"/>
      <w:bookmarkEnd w:id="27"/>
      <w:bookmarkEnd w:id="28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क़ाफ़िले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लक़ो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तन्हा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ज़ादी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मौलाया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परहेज़गारी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दुरूस्त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जाऊँ।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माज़ेरत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खि़ज्र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ममलेकत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मख़्लूक़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अरज़ाक़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हस्तियों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25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पच्चीस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मारा।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29" w:name="_Toc456488347"/>
      <w:bookmarkStart w:id="30" w:name="_Toc472853726"/>
      <w:bookmarkStart w:id="31" w:name="_Toc473099940"/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bookmarkEnd w:id="29"/>
      <w:bookmarkEnd w:id="30"/>
      <w:bookmarkEnd w:id="31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शिब्लंजी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गन्दुम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गूँ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सांवला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मियाना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अख़बारूल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अव्वल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मुम्ताज़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वसीलतुन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नजात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ज़ानू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226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264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32" w:name="_Toc456488348"/>
      <w:bookmarkStart w:id="33" w:name="_Toc472853727"/>
      <w:bookmarkStart w:id="34" w:name="_Toc473099941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bookmarkEnd w:id="32"/>
      <w:bookmarkEnd w:id="33"/>
      <w:bookmarkEnd w:id="34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रक़मतराजी़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इताअते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मारेफ़त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क़िरतास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काहिशो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काविश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मुज़ाहेरा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बलिग़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मअलम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बलीग़ः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अहादो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लिससिले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वाके़यात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35" w:name="_Toc456488349"/>
      <w:bookmarkStart w:id="36" w:name="_Toc472853728"/>
      <w:bookmarkStart w:id="37" w:name="_Toc473099942"/>
      <w:r w:rsidRPr="00C64EB4">
        <w:rPr>
          <w:rFonts w:hint="cs"/>
          <w:cs/>
          <w:lang w:bidi="hi-IN"/>
        </w:rPr>
        <w:lastRenderedPageBreak/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bookmarkEnd w:id="35"/>
      <w:bookmarkEnd w:id="36"/>
      <w:bookmarkEnd w:id="37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वज़ू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रगो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क़ज़्द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तसव्वुरे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262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38" w:name="_Toc456488350"/>
      <w:bookmarkStart w:id="39" w:name="_Toc472853729"/>
      <w:bookmarkStart w:id="40" w:name="_Toc473099943"/>
      <w:r w:rsidRPr="00C64EB4"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bookmarkEnd w:id="38"/>
      <w:bookmarkEnd w:id="39"/>
      <w:bookmarkEnd w:id="40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इम्तियाज़े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कामिज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जागने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आलाम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153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घट्टे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ज़ख़्मी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लरज़ा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कपकपी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थरथरी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226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मशगू़ल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177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वज़ू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कांपने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लाग़र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असआफ़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राग़ेबीन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हाशिया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नुरूल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200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263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जै़नुल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मशग़ूल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ग़र्क़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इतमीनान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हंसता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कु़दरते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ताऊस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बारगाहे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ख़डा़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लगाया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फ़सनाएक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मिसकीनेका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बेफ़ासनाएक़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साएलेका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बेफ़नाएक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फ़क़ीरेका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बेफ़नाएक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कलेमात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माँगनी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मिस्र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इरशाद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मुफ़ीद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296</w:t>
      </w:r>
      <w:r>
        <w:rPr>
          <w:rStyle w:val="libFootnote0Char"/>
          <w:rFonts w:eastAsia="Calibri"/>
          <w:cs/>
          <w:lang w:bidi="hi-IN"/>
        </w:rPr>
        <w:t>)</w:t>
      </w:r>
      <w:bookmarkStart w:id="41" w:name="_Toc456488351"/>
    </w:p>
    <w:p w:rsidR="005300D1" w:rsidRDefault="005300D1" w:rsidP="005300D1">
      <w:pPr>
        <w:pStyle w:val="libNormal"/>
        <w:rPr>
          <w:lang w:bidi="hi-IN"/>
        </w:rPr>
      </w:pPr>
    </w:p>
    <w:p w:rsidR="005300D1" w:rsidRPr="00C64EB4" w:rsidRDefault="005300D1" w:rsidP="005300D1">
      <w:pPr>
        <w:pStyle w:val="Heading1"/>
      </w:pPr>
      <w:bookmarkStart w:id="42" w:name="_Toc472853730"/>
      <w:bookmarkStart w:id="43" w:name="_Toc473099944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रकअतें</w:t>
      </w:r>
      <w:bookmarkEnd w:id="41"/>
      <w:bookmarkEnd w:id="42"/>
      <w:bookmarkEnd w:id="43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रकअतें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119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267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सुजूद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बईर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घट्टे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फ़रआ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नामी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158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 w:rsidRPr="00C25C33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कशफ़ल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ग़म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90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घट्टे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असाकर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दमिशक़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दमिशक़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44" w:name="_Toc456488352"/>
      <w:bookmarkStart w:id="45" w:name="_Toc472853731"/>
      <w:bookmarkStart w:id="46" w:name="_Toc473099945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मन्सबे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bookmarkEnd w:id="44"/>
      <w:bookmarkEnd w:id="45"/>
      <w:bookmarkEnd w:id="46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सलाहियतों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काएनाती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दर्जए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तफ़ूलियत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आशुरा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फ़राएज़े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आशूर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ज़िम्मेदारी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इख़्लाक़ी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अय्यामे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लाज़मी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22-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आगा़ज़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47" w:name="_Toc456488353"/>
      <w:bookmarkStart w:id="48" w:name="_Toc472853732"/>
      <w:bookmarkStart w:id="49" w:name="_Toc473099946"/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bookmarkEnd w:id="47"/>
      <w:bookmarkEnd w:id="48"/>
      <w:bookmarkEnd w:id="49"/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रज़ब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एख़तियार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जज़बाते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बरूए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इस्तेग़ासा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बलीग़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इस्तेग़ासा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खे़मा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बक़ौले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126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बदस्तूर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क़ुर्बान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झिंझोड़ा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सारेबान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फूफियों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मुख़द्देरात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रस्सीयों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जकड़े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बरैहना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संभल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मुख़द्देराते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19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फुफियों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सकूत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हथकड़ी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अश्शाम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अश्शाम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अश्शाम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तहफ़्फ़ुज़े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हुसैनिया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अल्लामा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बसतामी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घन्टों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सरहाय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मशक़्क़तें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झेलीं।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खा़ना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तमाज़ते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आफ़ताबी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खालें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मुताग़य्यर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5300D1" w:rsidRPr="00C64EB4" w:rsidRDefault="005300D1" w:rsidP="005300D1">
      <w:pPr>
        <w:pStyle w:val="libNormal"/>
      </w:pP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बुजु़र्गवार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नासिख़ुल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तवारीख़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जा़री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कमालो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इस्तेक़बाल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शाबाना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तफ़सीली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वाक़ेआत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लिये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कुतुब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मक़ातिल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सैर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मुलाहेज़ा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किजिए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सफ़ेद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अहसन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अलक़सस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182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नजफ़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जलालुल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ऐन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256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अलाहेदा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50" w:name="_Toc456488354"/>
      <w:bookmarkStart w:id="51" w:name="_Toc472853733"/>
      <w:bookmarkStart w:id="52" w:name="_Toc473099947"/>
      <w:r w:rsidRPr="00C64EB4">
        <w:rPr>
          <w:rFonts w:hint="cs"/>
          <w:cs/>
          <w:lang w:bidi="hi-IN"/>
        </w:rPr>
        <w:lastRenderedPageBreak/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ख़ुतबात</w:t>
      </w:r>
      <w:bookmarkEnd w:id="50"/>
      <w:bookmarkEnd w:id="51"/>
      <w:bookmarkEnd w:id="52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मारकाए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ग़मगीन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सानेहा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होशरूबा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सानेहा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मुदतुल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लुत्फ़े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बशशाशा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फ़रहानाक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53" w:name="_Toc456488355"/>
      <w:bookmarkStart w:id="54" w:name="_Toc472853734"/>
      <w:bookmarkStart w:id="55" w:name="_Toc473099948"/>
      <w:r w:rsidRPr="00C64EB4">
        <w:rPr>
          <w:rFonts w:hint="cs"/>
          <w:cs/>
          <w:lang w:bidi="hi-IN"/>
        </w:rPr>
        <w:lastRenderedPageBreak/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bookmarkEnd w:id="53"/>
      <w:bookmarkEnd w:id="54"/>
      <w:bookmarkEnd w:id="55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लहूफ़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68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कूूफ़ा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बेहुरमती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फ़ख़्र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इकठ्ठा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t>’’</w:t>
      </w:r>
      <w:r w:rsidRPr="00C64EB4">
        <w:rPr>
          <w:rFonts w:hint="cs"/>
          <w:cs/>
          <w:lang w:bidi="hi-IN"/>
        </w:rPr>
        <w:t>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56" w:name="_Toc456488356"/>
      <w:bookmarkStart w:id="57" w:name="_Toc472853735"/>
      <w:bookmarkStart w:id="58" w:name="_Toc473099949"/>
      <w:r w:rsidRPr="00C64EB4">
        <w:rPr>
          <w:rFonts w:hint="cs"/>
          <w:cs/>
          <w:lang w:bidi="hi-IN"/>
        </w:rPr>
        <w:lastRenderedPageBreak/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दमिश्क़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bookmarkEnd w:id="56"/>
      <w:bookmarkEnd w:id="57"/>
      <w:bookmarkEnd w:id="58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मख़नफ़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135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233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कु़द्स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328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रौज़ातुल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पृष्ठ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मख़लूक़ात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कफ़न।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बेहुरमी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फ़ज़ीलत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बख़्शी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फ़रिश्तों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क़ुव्वत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फ़सहा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ज्ञानी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फ़क़रो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मुबाहात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सिरातल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मुस्तक़ीम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मरकज़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फ़ख़्र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फ़़ख़्र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सेराब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बख़्ती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साख़्ता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खडा़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मुन्क़ता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गुलदस्ता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अज़ीमुश्शान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इज़हार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काह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हदोअन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माबूद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फ़बका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अलीउन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हाजतः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सलवातः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चादरें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मलबूस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सुब्हो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फ़ख़्र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क़ुरैश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पहाड़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मुस्तफ़ा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ख़ाएफ़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वयहका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बसअव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मलकी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कज़ालका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अबाह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गुफ़्तुगू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अनक़ह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मोअजि़्ज़न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59" w:name="_Toc456488357"/>
      <w:bookmarkStart w:id="60" w:name="_Toc472853736"/>
      <w:bookmarkStart w:id="61" w:name="_Toc473099950"/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bookmarkEnd w:id="59"/>
      <w:bookmarkEnd w:id="60"/>
      <w:bookmarkEnd w:id="61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मख़नफ़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88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खा़ने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सऊबत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बरदाश्त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rPr>
          <w:cs/>
          <w:lang w:bidi="hi-IN"/>
        </w:rPr>
        <w:t>: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हम्द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मख़्लूक़ात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हादसों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हौलनांक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गरदिशों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ग़मों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तकलीफ़ों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क़ल्बो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शिग़ाफ़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नैज़ों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ग़मगीन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अतराफ़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शाख़ें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मछलियां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गिरदाब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मलाएक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मुक़रेबीन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महज़ून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ठुकराए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दकाबिल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इरतेक़ाब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वसीअत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62" w:name="_Toc456488358"/>
      <w:bookmarkStart w:id="63" w:name="_Toc472853737"/>
      <w:bookmarkStart w:id="64" w:name="_Toc473099951"/>
      <w:r w:rsidRPr="00C64EB4">
        <w:rPr>
          <w:rFonts w:hint="cs"/>
          <w:cs/>
          <w:lang w:bidi="hi-IN"/>
        </w:rPr>
        <w:t>रौज़ा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</w:t>
      </w:r>
      <w:bookmarkEnd w:id="62"/>
      <w:bookmarkEnd w:id="63"/>
      <w:bookmarkEnd w:id="64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मक़तल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मख़नफ़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143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लुटा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गिरयाओ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नाऐतहू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अलैका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वलदक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गिरये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क़बे्र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क़बे्र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रगड़ते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</w:p>
    <w:p w:rsidR="005300D1" w:rsidRPr="00C64EB4" w:rsidRDefault="005300D1" w:rsidP="005300D1">
      <w:pPr>
        <w:pStyle w:val="libNormal"/>
        <w:rPr>
          <w:lang w:bidi="hi-IN"/>
        </w:rPr>
      </w:pPr>
    </w:p>
    <w:p w:rsidR="005300D1" w:rsidRPr="00C64EB4" w:rsidRDefault="005300D1" w:rsidP="005300D1">
      <w:pPr>
        <w:pStyle w:val="libAr"/>
        <w:rPr>
          <w:lang w:bidi="ur-PK"/>
        </w:rPr>
      </w:pPr>
      <w:r w:rsidRPr="00A555DC">
        <w:rPr>
          <w:rFonts w:hint="cs"/>
          <w:rtl/>
        </w:rPr>
        <w:t>اناجیک</w:t>
      </w:r>
      <w:r>
        <w:rPr>
          <w:rtl/>
        </w:rPr>
        <w:t xml:space="preserve"> </w:t>
      </w:r>
      <w:r>
        <w:rPr>
          <w:rFonts w:hint="cs"/>
          <w:rtl/>
        </w:rPr>
        <w:t>یاجداه</w:t>
      </w:r>
      <w:r>
        <w:rPr>
          <w:rtl/>
        </w:rPr>
        <w:t xml:space="preserve"> </w:t>
      </w:r>
      <w:r w:rsidRPr="00A555DC">
        <w:rPr>
          <w:rFonts w:hint="cs"/>
          <w:rtl/>
        </w:rPr>
        <w:t>یاخیرمرسل</w:t>
      </w:r>
    </w:p>
    <w:p w:rsidR="005300D1" w:rsidRPr="00C64EB4" w:rsidRDefault="005300D1" w:rsidP="005300D1">
      <w:pPr>
        <w:pStyle w:val="libAr"/>
        <w:rPr>
          <w:lang w:bidi="hi-IN"/>
        </w:rPr>
      </w:pPr>
      <w:r w:rsidRPr="00A555DC">
        <w:rPr>
          <w:rFonts w:hint="cs"/>
          <w:rtl/>
        </w:rPr>
        <w:t>اناجیک</w:t>
      </w:r>
      <w:r>
        <w:rPr>
          <w:rtl/>
        </w:rPr>
        <w:t xml:space="preserve"> </w:t>
      </w:r>
      <w:r w:rsidRPr="00A555DC">
        <w:rPr>
          <w:rFonts w:hint="cs"/>
          <w:rtl/>
        </w:rPr>
        <w:t>محزوناعلیک</w:t>
      </w:r>
      <w:r w:rsidRPr="00C436E2">
        <w:rPr>
          <w:rtl/>
        </w:rPr>
        <w:t xml:space="preserve"> </w:t>
      </w:r>
      <w:r w:rsidRPr="00A555DC">
        <w:rPr>
          <w:rFonts w:hint="cs"/>
          <w:rtl/>
        </w:rPr>
        <w:t>موجلا</w:t>
      </w:r>
    </w:p>
    <w:p w:rsidR="005300D1" w:rsidRPr="00C64EB4" w:rsidRDefault="005300D1" w:rsidP="005300D1">
      <w:pPr>
        <w:pStyle w:val="libAr"/>
        <w:rPr>
          <w:lang w:bidi="hi-IN"/>
        </w:rPr>
      </w:pPr>
    </w:p>
    <w:p w:rsidR="005300D1" w:rsidRPr="00C64EB4" w:rsidRDefault="005300D1" w:rsidP="005300D1">
      <w:pPr>
        <w:pStyle w:val="libAr"/>
        <w:rPr>
          <w:lang w:bidi="hi-IN"/>
        </w:rPr>
      </w:pPr>
      <w:r w:rsidRPr="00A555DC">
        <w:rPr>
          <w:rFonts w:hint="cs"/>
          <w:rtl/>
        </w:rPr>
        <w:t>سبیناکماتسبی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الاماء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ومسنا</w:t>
      </w:r>
    </w:p>
    <w:p w:rsidR="005300D1" w:rsidRPr="00C64EB4" w:rsidRDefault="005300D1" w:rsidP="005300D1">
      <w:pPr>
        <w:pStyle w:val="libAr"/>
        <w:rPr>
          <w:lang w:bidi="ur-PK"/>
        </w:rPr>
      </w:pPr>
      <w:r w:rsidRPr="00A555DC">
        <w:rPr>
          <w:rFonts w:hint="cs"/>
          <w:rtl/>
        </w:rPr>
        <w:t>حبیبک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مقتول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ونسلک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ضائع</w:t>
      </w:r>
    </w:p>
    <w:p w:rsidR="005300D1" w:rsidRPr="00C64EB4" w:rsidRDefault="005300D1" w:rsidP="005300D1">
      <w:pPr>
        <w:pStyle w:val="libAr"/>
        <w:rPr>
          <w:lang w:bidi="hi-IN"/>
        </w:rPr>
      </w:pPr>
    </w:p>
    <w:p w:rsidR="005300D1" w:rsidRPr="00C64EB4" w:rsidRDefault="005300D1" w:rsidP="005300D1">
      <w:pPr>
        <w:pStyle w:val="libAr"/>
        <w:rPr>
          <w:lang w:bidi="ur-PK"/>
        </w:rPr>
      </w:pPr>
      <w:r w:rsidRPr="00A555DC">
        <w:rPr>
          <w:rFonts w:hint="cs"/>
          <w:rtl/>
        </w:rPr>
        <w:t>اسیرا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ومالی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حامیا</w:t>
      </w:r>
      <w:r w:rsidRPr="00EA6470">
        <w:rPr>
          <w:rtl/>
        </w:rPr>
        <w:t xml:space="preserve"> </w:t>
      </w:r>
      <w:r w:rsidRPr="00A555DC">
        <w:rPr>
          <w:rFonts w:hint="cs"/>
          <w:rtl/>
        </w:rPr>
        <w:t>ومدافع</w:t>
      </w:r>
    </w:p>
    <w:p w:rsidR="005300D1" w:rsidRPr="00C64EB4" w:rsidRDefault="005300D1" w:rsidP="005300D1">
      <w:pPr>
        <w:pStyle w:val="libAr"/>
        <w:rPr>
          <w:lang w:bidi="ur-PK"/>
        </w:rPr>
      </w:pPr>
      <w:r w:rsidRPr="00A555DC"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الضرمالاتحمله</w:t>
      </w:r>
      <w:r>
        <w:rPr>
          <w:rtl/>
        </w:rPr>
        <w:t xml:space="preserve"> </w:t>
      </w:r>
      <w:r w:rsidRPr="00A555DC">
        <w:rPr>
          <w:rFonts w:hint="cs"/>
          <w:rtl/>
        </w:rPr>
        <w:t>الاصابع</w:t>
      </w:r>
    </w:p>
    <w:p w:rsidR="005300D1" w:rsidRPr="00C64EB4" w:rsidRDefault="005300D1" w:rsidP="005300D1">
      <w:pPr>
        <w:pStyle w:val="libNormal"/>
        <w:rPr>
          <w:lang w:bidi="hi-IN"/>
        </w:rPr>
      </w:pP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तरजुमा</w:t>
      </w:r>
      <w:r w:rsidRPr="00C64EB4">
        <w:rPr>
          <w:cs/>
          <w:lang w:bidi="hi-IN"/>
        </w:rPr>
        <w:t>: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लावारिस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ढाए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65" w:name="_Toc456488359"/>
      <w:bookmarkStart w:id="66" w:name="_Toc472853738"/>
      <w:bookmarkStart w:id="67" w:name="_Toc473099952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शिफ़ा</w:t>
      </w:r>
      <w:bookmarkEnd w:id="65"/>
      <w:bookmarkEnd w:id="66"/>
      <w:bookmarkEnd w:id="67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मिसबाह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मुजतहिद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मुनाक़िब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मुलतान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तबर्रूक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हैसीयत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मुहाफ़िज़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चोरी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68" w:name="_Toc456488360"/>
      <w:bookmarkStart w:id="69" w:name="_Toc472853739"/>
      <w:bookmarkStart w:id="70" w:name="_Toc473099953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bookmarkEnd w:id="68"/>
      <w:bookmarkEnd w:id="69"/>
      <w:bookmarkEnd w:id="70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बरावयते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तबर्रूकाते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बुर्ज़ग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नबूअत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176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मबरद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मज़हबे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मुनाक़िब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326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71" w:name="_Toc456488361"/>
      <w:bookmarkStart w:id="72" w:name="_Toc472853740"/>
      <w:bookmarkStart w:id="73" w:name="_Toc473099954"/>
      <w:r w:rsidRPr="00C64EB4">
        <w:rPr>
          <w:rFonts w:hint="cs"/>
          <w:cs/>
          <w:lang w:bidi="hi-IN"/>
        </w:rPr>
        <w:t>सुबूते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लगाना</w:t>
      </w:r>
      <w:bookmarkEnd w:id="71"/>
      <w:bookmarkEnd w:id="72"/>
      <w:bookmarkEnd w:id="73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113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कन्करी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खुर्रम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436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74" w:name="_Toc456488362"/>
      <w:bookmarkStart w:id="75" w:name="_Toc472853741"/>
      <w:bookmarkStart w:id="76" w:name="_Toc473099955"/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bookmarkEnd w:id="74"/>
      <w:r>
        <w:rPr>
          <w:cs/>
          <w:lang w:bidi="hi-IN"/>
        </w:rPr>
        <w:t xml:space="preserve"> (अ.स.)</w:t>
      </w:r>
      <w:bookmarkEnd w:id="75"/>
      <w:bookmarkEnd w:id="76"/>
      <w:r>
        <w:rPr>
          <w:cs/>
          <w:lang w:bidi="hi-IN"/>
        </w:rPr>
        <w:t xml:space="preserve"> 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मुस्तनद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तहलका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तारेकुस्सलात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खेलता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मुलहिदाना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मोअत्तली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हनज़ला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यजी़द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स्यूती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ग़सील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25C33">
        <w:rPr>
          <w:rFonts w:hint="cs"/>
          <w:cs/>
          <w:lang w:bidi="hi-IN"/>
        </w:rPr>
        <w:t>मलायका</w:t>
      </w:r>
      <w:r>
        <w:rPr>
          <w:cs/>
          <w:lang w:bidi="hi-IN"/>
        </w:rPr>
        <w:t xml:space="preserve"> (</w:t>
      </w:r>
      <w:r w:rsidRPr="00C25C33">
        <w:rPr>
          <w:rFonts w:hint="cs"/>
          <w:cs/>
          <w:lang w:bidi="hi-IN"/>
        </w:rPr>
        <w:t>हनज़ला</w:t>
      </w:r>
      <w:r>
        <w:rPr>
          <w:cs/>
          <w:lang w:bidi="hi-IN"/>
        </w:rPr>
        <w:t xml:space="preserve">) </w:t>
      </w:r>
      <w:r w:rsidRPr="00C25C33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ऐलानियां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पियें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बैठें।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मुसरिफ़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सरकोबी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हुर्रा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मरदानगी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महाजिर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हंगामे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आराईश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बकारत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बाशिन्दगाने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महाजिर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हामेलान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हाफ़ेज़ाने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सुलोहा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मक़्तूल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गु़लाम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बशर्ते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बंधवाये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ज़िलहिज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कुफ़्र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फ़िरंगी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मोवरिख़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कुफ्ऱ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ख़ौफ़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बख़्श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बक़ीया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रूसवाई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मदारिस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शिफ़ाख़ाने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रेफ़ाहे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इमारतें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वीराना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मुर्तुज़ा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नख़लिस्तान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जु़ल्मत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संभला।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उजडी़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बुर्ज़ुगाने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36,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फ़िदा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191,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फ़ख़्री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86,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132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77" w:name="_Toc456488363"/>
      <w:bookmarkStart w:id="78" w:name="_Toc472853742"/>
      <w:bookmarkStart w:id="79" w:name="_Toc473099956"/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bookmarkEnd w:id="77"/>
      <w:bookmarkEnd w:id="78"/>
      <w:bookmarkEnd w:id="79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तवारीख़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t>‘‘</w:t>
      </w:r>
      <w:r w:rsidRPr="00C64EB4">
        <w:rPr>
          <w:rFonts w:hint="cs"/>
          <w:cs/>
          <w:lang w:bidi="hi-IN"/>
        </w:rPr>
        <w:t>मुन्बा</w:t>
      </w:r>
      <w:r w:rsidRPr="00C64EB4">
        <w:rPr>
          <w:rFonts w:hint="eastAsia"/>
        </w:rPr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गाँव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पज़ीर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अक़दे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फ़रीद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216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80" w:name="_Toc456488364"/>
      <w:bookmarkStart w:id="81" w:name="_Toc472853743"/>
      <w:bookmarkStart w:id="82" w:name="_Toc473099957"/>
      <w:r w:rsidRPr="00C64EB4"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गुस्तरी</w:t>
      </w:r>
      <w:bookmarkEnd w:id="80"/>
      <w:bookmarkEnd w:id="81"/>
      <w:bookmarkEnd w:id="82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यक़ीन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मुहाफ़ज़त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बेहुरमती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दरख़्वास्त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मुज़ाहेरा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हिफ़ाज़त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45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83" w:name="_Toc456488365"/>
      <w:bookmarkStart w:id="84" w:name="_Toc472853744"/>
      <w:bookmarkStart w:id="85" w:name="_Toc473099958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अक़बा</w:t>
      </w:r>
      <w:bookmarkEnd w:id="83"/>
      <w:bookmarkEnd w:id="84"/>
      <w:bookmarkEnd w:id="85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हंगामी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C25C33">
        <w:rPr>
          <w:rStyle w:val="libFootnote0Char"/>
          <w:rFonts w:eastAsia="Calibri" w:hint="cs"/>
          <w:cs/>
          <w:lang w:bidi="hi-IN"/>
        </w:rPr>
        <w:t>मरूजुल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ज़हब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मसउदी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बर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हाशिया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कामिल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C25C33">
        <w:rPr>
          <w:rStyle w:val="libFootnote0Char"/>
          <w:rFonts w:eastAsia="Calibri"/>
        </w:rPr>
        <w:t>106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86" w:name="_Toc456488366"/>
      <w:bookmarkStart w:id="87" w:name="_Toc472853745"/>
      <w:bookmarkStart w:id="88" w:name="_Toc473099959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bookmarkEnd w:id="86"/>
      <w:bookmarkEnd w:id="87"/>
      <w:bookmarkEnd w:id="88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महफ़ूज़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जलालउद्दीन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किताब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छेड़ना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जायेगा।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89" w:name="_Toc456488367"/>
      <w:bookmarkStart w:id="90" w:name="_Toc472853746"/>
      <w:bookmarkStart w:id="91" w:name="_Toc473099960"/>
      <w:r w:rsidRPr="00C64EB4">
        <w:rPr>
          <w:rFonts w:hint="cs"/>
          <w:cs/>
          <w:lang w:bidi="hi-IN"/>
        </w:rPr>
        <w:t>दुश्मने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नवाज़ी</w:t>
      </w:r>
      <w:bookmarkEnd w:id="89"/>
      <w:bookmarkEnd w:id="90"/>
      <w:bookmarkEnd w:id="91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अक़बह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इब्तिदाए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गुमराह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मुकम्मिल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मुहासरा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मुहासरे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ग़िज़ाई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फ़राहमी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गाँव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पकड़ी।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ऊटँ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ग़िज़ाई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फ़ुक़राए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नवाज़ी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क़ातिलों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फ़ुक़रा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गुस्तरी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तबरी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फ़ारसी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644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92" w:name="_Toc456488368"/>
      <w:bookmarkStart w:id="93" w:name="_Toc472853747"/>
      <w:bookmarkStart w:id="94" w:name="_Toc473099961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फ़ुक़राऐ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किफ़ालत</w:t>
      </w:r>
      <w:bookmarkEnd w:id="92"/>
      <w:bookmarkEnd w:id="93"/>
      <w:bookmarkEnd w:id="94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फ़ुक़राए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किफ़ालत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ख़ुरदोनोश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बोरियाँ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बहयात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मोअज़्ज़ेज़ीन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ग़िज़ाई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265,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नुरूल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95" w:name="_Toc456488369"/>
      <w:bookmarkStart w:id="96" w:name="_Toc472853748"/>
      <w:bookmarkStart w:id="97" w:name="_Toc473099962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खेती</w:t>
      </w:r>
      <w:bookmarkEnd w:id="95"/>
      <w:bookmarkEnd w:id="96"/>
      <w:bookmarkEnd w:id="97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ज़राअत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इदरीस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ख़य्याती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आइम्माए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ताहेरीन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ग़ुरबा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फ़ुक़रा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माअजरा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लतालब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वमाअज़रा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अलालैतना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वलैतना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अलक़बरता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ख़सता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तैर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ग़रीबों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मोहताजों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ताएरों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ख़ुसूसन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कु़बर्रहू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सफ़ीनतुल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बेहार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549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Default="005300D1" w:rsidP="005300D1">
      <w:pPr>
        <w:pStyle w:val="libNormal"/>
        <w:rPr>
          <w:lang w:bidi="hi-IN"/>
        </w:rPr>
      </w:pPr>
      <w:r w:rsidRPr="00C64EB4">
        <w:rPr>
          <w:rFonts w:hint="cs"/>
          <w:cs/>
          <w:lang w:bidi="hi-IN"/>
        </w:rPr>
        <w:lastRenderedPageBreak/>
        <w:t>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कु़बरहू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ताएर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मबग़ज़ी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बुग़्ज़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लबाब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तावील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बग़वी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98" w:name="_Toc472853749"/>
      <w:bookmarkStart w:id="99" w:name="_Toc473099963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फ़ित्नाए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bookmarkEnd w:id="98"/>
      <w:bookmarkEnd w:id="99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</w:t>
      </w:r>
      <w:r w:rsidRPr="00C64EB4">
        <w:rPr>
          <w:cs/>
          <w:lang w:bidi="hi-IN"/>
        </w:rPr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कन्जूस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बरवाएते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इलाक़ों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मरूज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कु़व्वत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गालियां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ख़ुत्बे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एतिराज़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हब्से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लकड़िया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लकड़िया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ताएफ़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अक़दे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फ़रीद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मसूदी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फ़ित्नाए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थोड़ी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हमज़ा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मुकद्दस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सुथरे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ग़ाएब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हातिफ़े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खि़ज़्र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हबाक़ा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खि़ज्ऱ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नुरूल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264,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178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बरादराने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00" w:name="_Toc456488370"/>
      <w:bookmarkStart w:id="101" w:name="_Toc472853750"/>
      <w:bookmarkStart w:id="102" w:name="_Toc473099964"/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सुबुक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दोशी</w:t>
      </w:r>
      <w:bookmarkEnd w:id="100"/>
      <w:bookmarkEnd w:id="101"/>
      <w:bookmarkEnd w:id="102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क़र्ज़े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क़र्ज़ा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तहनस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lastRenderedPageBreak/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बामक़ाम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ख़शब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बनवाया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फ़रोख़्त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सुबुक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ख़रीदने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हमशीरा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होंगी।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अनवार</w:t>
      </w:r>
      <w:r w:rsidRPr="001A0CC2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249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114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03" w:name="_Toc456488371"/>
      <w:bookmarkStart w:id="104" w:name="_Toc472853751"/>
      <w:bookmarkStart w:id="105" w:name="_Toc473099965"/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bookmarkEnd w:id="103"/>
      <w:r>
        <w:rPr>
          <w:cs/>
          <w:lang w:bidi="hi-IN"/>
        </w:rPr>
        <w:t xml:space="preserve"> (अ.स.)</w:t>
      </w:r>
      <w:bookmarkEnd w:id="104"/>
      <w:bookmarkEnd w:id="105"/>
      <w:r>
        <w:rPr>
          <w:cs/>
          <w:lang w:bidi="hi-IN"/>
        </w:rPr>
        <w:t xml:space="preserve"> 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लैला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ओहदे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सज़ावार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मन्सब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करेंगे।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ख़ताओं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क़ौल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ख़्वाहिश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मुमराही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सज़ावार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क़राबते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फ़जा़एल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तक़र्रूब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सहाबा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महाजेरीन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साहेबे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फ़ख्ऱ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दामाद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मवाख़ात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जवानाने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परवरदए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बुतूल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दरख़ते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पंजों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शिकंजे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अकेला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शैतनत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फ़िरऔनियत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रूसियाहियो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अंधेरा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गढ़े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क़ब्र्र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लिपटा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फंसा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सफ़ाकियों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रेज़ियों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अलामतें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करतूतों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ज़ख़ीरा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नादिम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कब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निदामत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उज़्र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भुगत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गुलूगीर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चीख़ता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ताक़त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गुमराहियां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इख़्तेयार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वस्सलाम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धोखा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तलखि़यां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सिपुर्द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बुज़ुर्ग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नुक़सान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ज़ख़ीरा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वबाल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नजात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अयूब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बिदअतों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पसंदीदा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ख़ुत्बा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बेचारे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उज्ऱ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तहरीर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शहादतैन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102,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55,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ख़मीस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232,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आइम्मा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391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ज़ाकिर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सुफ़यानी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38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मुतफ़्फ़ेक़ा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क़ायम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06" w:name="_Toc456488372"/>
      <w:bookmarkStart w:id="107" w:name="_Toc472853752"/>
      <w:bookmarkStart w:id="108" w:name="_Toc473099966"/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bookmarkEnd w:id="106"/>
      <w:r>
        <w:rPr>
          <w:cs/>
          <w:lang w:bidi="hi-IN"/>
        </w:rPr>
        <w:t xml:space="preserve"> (अ.स.)</w:t>
      </w:r>
      <w:bookmarkEnd w:id="107"/>
      <w:bookmarkEnd w:id="108"/>
      <w:r>
        <w:rPr>
          <w:cs/>
          <w:lang w:bidi="hi-IN"/>
        </w:rPr>
        <w:t xml:space="preserve"> 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65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नमूना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मुसतबद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फ़रेबी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क़ाबलियत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सक़फी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रूकावट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जमादुस्सानिया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75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मशरिक़ी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सिस्तान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तक़रीबन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डेढ़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(</w:t>
      </w:r>
      <w:r w:rsidRPr="00C64EB4">
        <w:rPr>
          <w:cs/>
          <w:lang w:bidi="hi-IN"/>
        </w:rPr>
        <w:t>1,50000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मिशक़ात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5,00000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बन्दगाने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50,000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सख़फ़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ख़ल्क़ान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सफ़्फ़ाक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गवरनर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मग़रेबी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मिस्त्र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मग़रिब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सफ़्फ़ाक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नक़्शे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कंजूस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सफ़्फ़ाक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अख़तल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42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फ़क़ीह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मोहद्दिसों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फ़की़हो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79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20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जंजीरों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जकड़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ख़ेमें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हथकड़ी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</w:t>
      </w:r>
      <w:r>
        <w:rPr>
          <w:rFonts w:hint="cs"/>
          <w:cs/>
          <w:lang w:bidi="hi-IN"/>
        </w:rPr>
        <w:t>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परदाज़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ज़ेवरात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हथकड़ियां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177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422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औलिया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135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प्रकाशित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मिस्त्र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लैयसा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तज़न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मशगू़ल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रब्बेही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इल्ज़ाम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मामेलात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तज़किरे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यजूतनेबा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मुत्तलिब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इज्तेनाब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119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इज्तेनाब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सताकर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इस्लाम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141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09" w:name="_Toc456488373"/>
      <w:bookmarkStart w:id="110" w:name="_Toc472853753"/>
      <w:bookmarkStart w:id="111" w:name="_Toc473099967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bookmarkEnd w:id="109"/>
      <w:bookmarkEnd w:id="110"/>
      <w:bookmarkEnd w:id="111"/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71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ईराक़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फ़िदा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लड़ाईयां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जमादिल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73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इब्नुल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वरदी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सद्दूक़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एललुश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पुरानी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अज़दहा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का़सिर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दरयाफ़्त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ज़हमते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आवरी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।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बेनाए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उखड़वा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डलवा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मंगाएगा।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मुतअल्लिक़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अज़दहे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इस्तेवार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मरतफ़अन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ख़राएज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रावन्दी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तामीरे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दुशवारी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आलिम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क़ाजी़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यताज़ल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ज़लव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यज़तरब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यसतक़र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मुताज़लज़िल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मुज़तरिब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ठहरता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बुलाए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साकेबा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437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मिनज़नीक़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वग़ैरा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फिकवाए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</w:p>
    <w:p w:rsidR="005300D1" w:rsidRDefault="005300D1" w:rsidP="005300D1">
      <w:pPr>
        <w:pStyle w:val="libNormal"/>
      </w:pPr>
      <w:bookmarkStart w:id="112" w:name="_Toc456488374"/>
    </w:p>
    <w:p w:rsidR="005300D1" w:rsidRPr="00C64EB4" w:rsidRDefault="005300D1" w:rsidP="005300D1">
      <w:pPr>
        <w:pStyle w:val="Heading1"/>
      </w:pPr>
      <w:bookmarkStart w:id="113" w:name="_Toc472853754"/>
      <w:bookmarkStart w:id="114" w:name="_Toc473099968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bookmarkEnd w:id="112"/>
      <w:bookmarkEnd w:id="113"/>
      <w:bookmarkEnd w:id="114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मनासिके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मुतवज्जे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</w:t>
      </w:r>
      <w:r w:rsidRPr="00C64EB4">
        <w:t>,</w:t>
      </w:r>
      <w:r w:rsidRPr="00C64EB4">
        <w:rPr>
          <w:cs/>
          <w:lang w:bidi="hi-IN"/>
        </w:rPr>
        <w:t>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हौसला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इशारा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रिदाए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मोतियों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साकेबा</w:t>
      </w:r>
      <w:r w:rsidRPr="001A0CC2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जन्नातुल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ख़ुलूद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23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115" w:name="_Toc456488375"/>
      <w:bookmarkStart w:id="116" w:name="_Toc472853755"/>
      <w:bookmarkStart w:id="117" w:name="_Toc473099969"/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शक्ल</w:t>
      </w:r>
      <w:bookmarkEnd w:id="115"/>
      <w:bookmarkEnd w:id="116"/>
      <w:bookmarkEnd w:id="117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इमामुल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अराफ़ात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मुहं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ज़बरदस्त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आओ।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तनासुब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बन्दर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कुत्ते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सुअर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भेड़िये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मोवद्दत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तफ़सीरे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इमाम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हसन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असकरी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दमए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साकेबा</w:t>
      </w:r>
      <w:r w:rsidRPr="001A0CC2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438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18" w:name="_Toc456488376"/>
      <w:bookmarkStart w:id="119" w:name="_Toc472853756"/>
      <w:bookmarkStart w:id="120" w:name="_Toc473099970"/>
      <w:r w:rsidRPr="00C64EB4">
        <w:rPr>
          <w:rFonts w:hint="cs"/>
          <w:cs/>
          <w:lang w:bidi="hi-IN"/>
        </w:rPr>
        <w:lastRenderedPageBreak/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बल्ख़ी</w:t>
      </w:r>
      <w:bookmarkEnd w:id="118"/>
      <w:bookmarkEnd w:id="119"/>
      <w:bookmarkEnd w:id="120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तोहफ़े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सज़ावार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धुलाना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धुलाना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याक़ूते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अहमर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तश्त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याकूते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ज़मुर्रदे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सब्ज़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बैज़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शरमिन्दा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बोला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रूख़सत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करूँगी।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पीटता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हाज़िरे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ज़ायरा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मुन्तखि़ब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बिहार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21" w:name="_Toc456488377"/>
      <w:bookmarkStart w:id="122" w:name="_Toc472853757"/>
      <w:bookmarkStart w:id="123" w:name="_Toc473099971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अख़लाख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</w:t>
      </w:r>
      <w:bookmarkEnd w:id="121"/>
      <w:bookmarkEnd w:id="122"/>
      <w:bookmarkEnd w:id="123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लाज़मी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तल्हा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शाफ़ेई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बिगाड़ा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शरमिन्दा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अख़लाख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267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तवज्जीही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बरती।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अनालन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जाहेलीन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जाहिलों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120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शिब्लन्जी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बख़्शे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बख़्शे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अल्फ़ाज़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गालियां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शरमिन्दा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बांधा।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नहीं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सकूं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126-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127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दमीरी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गालियां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मुसाफ़िर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चलो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बताओ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करूं।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शरमिन्दा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फ़लां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बिदअती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अफ़सोस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ग़ीबत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एहतेजाज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304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सायल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मसरूर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263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सहीफ़ा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हंै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24" w:name="_Toc456488378"/>
      <w:bookmarkStart w:id="125" w:name="_Toc472853758"/>
      <w:bookmarkStart w:id="126" w:name="_Toc473099972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कामेला</w:t>
      </w:r>
      <w:bookmarkEnd w:id="124"/>
      <w:bookmarkEnd w:id="125"/>
      <w:bookmarkEnd w:id="126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कामेला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फ़ुनून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तसनीफ़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मआलिम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उलेमा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तबआ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ईरान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ज़ुबूरे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इन्जीले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नेयाबुल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मोअद्दता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499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फ़ेहरिस्त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कुतुब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ख़ाना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तेहरान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फ़साहत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बलाग़त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कुतुबे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सहफ़े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लौहिया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रियाज़ुल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सालीक़ैन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नज़दीक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रियाज़ुल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सालीकैन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फ़ौकी़यत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2"/>
      </w:pPr>
      <w:bookmarkStart w:id="127" w:name="_Toc456488379"/>
      <w:bookmarkStart w:id="128" w:name="_Toc472853759"/>
      <w:bookmarkStart w:id="129" w:name="_Toc473099973"/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bookmarkEnd w:id="127"/>
      <w:bookmarkEnd w:id="128"/>
      <w:bookmarkEnd w:id="129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105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मोअज़्ज़मा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मनासिके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फ़राग़त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अम्बोह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तवाफ़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फटना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तक़बील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मुतालेआ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हुज़ूर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तअर्रूफ़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चश्मों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चिराग़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तजाहुले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आरोफ़ाना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अरफ़ा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अराफ़ा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सुनो</w:t>
      </w:r>
      <w:r>
        <w:rPr>
          <w:cs/>
          <w:lang w:bidi="hi-IN"/>
        </w:rPr>
        <w:t xml:space="preserve"> </w:t>
      </w:r>
      <w:r w:rsidRPr="00C64EB4">
        <w:rPr>
          <w:rFonts w:hint="eastAsia"/>
        </w:rPr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इरतेजालन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बदीहा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उश्शान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जगह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बतहा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रदीफ़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मनजूम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नक़्शे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ख़लाएक़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पाकीज़ा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कु़रैश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बुर्ज़ुगियों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इन्तेहाए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नाक़ेलीन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हाज़ल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ताअररूफ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तातहू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वाअल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बैतया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अरफ़हू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वाअलहलव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अलहरम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लेहाज़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ज़ाज़नी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मौतूफ़ी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231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मुअल्लेक़ात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साएली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अलजदू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अन्दी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तलाबहा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30" w:name="_Toc456488380"/>
      <w:bookmarkStart w:id="131" w:name="_Toc472853760"/>
      <w:bookmarkStart w:id="132" w:name="_Toc473099974"/>
      <w:r w:rsidRPr="00C64EB4">
        <w:rPr>
          <w:rFonts w:hint="cs"/>
          <w:cs/>
          <w:lang w:bidi="hi-IN"/>
        </w:rPr>
        <w:t>क़सीदाऐ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मुतालिक़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फ़हमी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इज़ाला</w:t>
      </w:r>
      <w:bookmarkEnd w:id="130"/>
      <w:bookmarkEnd w:id="131"/>
      <w:bookmarkEnd w:id="132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</w:rPr>
        <w:t>इमामे</w:t>
      </w:r>
      <w:r>
        <w:rPr>
          <w:cs/>
        </w:rPr>
        <w:t xml:space="preserve"> </w:t>
      </w:r>
      <w:r w:rsidRPr="00C64EB4">
        <w:rPr>
          <w:rFonts w:hint="cs"/>
          <w:cs/>
        </w:rPr>
        <w:t>अहले</w:t>
      </w:r>
      <w:r>
        <w:rPr>
          <w:cs/>
        </w:rPr>
        <w:t xml:space="preserve"> </w:t>
      </w:r>
      <w:r w:rsidRPr="00C64EB4">
        <w:rPr>
          <w:rFonts w:hint="cs"/>
          <w:cs/>
        </w:rPr>
        <w:t>सुन्नत</w:t>
      </w:r>
      <w:r>
        <w:rPr>
          <w:cs/>
        </w:rPr>
        <w:t xml:space="preserve"> </w:t>
      </w:r>
      <w:r w:rsidRPr="00C64EB4">
        <w:rPr>
          <w:rFonts w:hint="cs"/>
          <w:cs/>
        </w:rPr>
        <w:t>मोहम्मद</w:t>
      </w:r>
      <w:r>
        <w:rPr>
          <w:cs/>
        </w:rPr>
        <w:t xml:space="preserve"> </w:t>
      </w:r>
      <w:r w:rsidRPr="00C64EB4">
        <w:rPr>
          <w:rFonts w:hint="cs"/>
          <w:cs/>
        </w:rPr>
        <w:t>अब्दुल</w:t>
      </w:r>
      <w:r>
        <w:rPr>
          <w:cs/>
        </w:rPr>
        <w:t xml:space="preserve"> </w:t>
      </w:r>
      <w:r w:rsidRPr="00C64EB4">
        <w:rPr>
          <w:rFonts w:hint="cs"/>
          <w:cs/>
        </w:rPr>
        <w:t>क़ादिर</w:t>
      </w:r>
      <w:r>
        <w:rPr>
          <w:cs/>
        </w:rPr>
        <w:t xml:space="preserve"> </w:t>
      </w:r>
      <w:r w:rsidRPr="00C64EB4">
        <w:rPr>
          <w:rFonts w:hint="cs"/>
          <w:cs/>
        </w:rPr>
        <w:t>सईद</w:t>
      </w:r>
      <w:r>
        <w:rPr>
          <w:cs/>
        </w:rPr>
        <w:t xml:space="preserve"> </w:t>
      </w:r>
      <w:r w:rsidRPr="00C64EB4">
        <w:rPr>
          <w:rFonts w:hint="cs"/>
          <w:cs/>
        </w:rPr>
        <w:t>अलराफ़ई</w:t>
      </w:r>
      <w:r>
        <w:rPr>
          <w:cs/>
        </w:rPr>
        <w:t xml:space="preserve"> </w:t>
      </w:r>
      <w:r w:rsidRPr="00C64EB4">
        <w:rPr>
          <w:rFonts w:hint="cs"/>
          <w:cs/>
        </w:rPr>
        <w:t>ने</w:t>
      </w:r>
      <w:r>
        <w:rPr>
          <w:cs/>
        </w:rPr>
        <w:t xml:space="preserve"> </w:t>
      </w:r>
      <w:r w:rsidRPr="00C64EB4">
        <w:rPr>
          <w:cs/>
        </w:rPr>
        <w:t>1927</w:t>
      </w:r>
      <w:r>
        <w:rPr>
          <w:cs/>
        </w:rPr>
        <w:t xml:space="preserve"> </w:t>
      </w:r>
      <w:r w:rsidRPr="00C64EB4">
        <w:rPr>
          <w:rFonts w:hint="cs"/>
          <w:cs/>
        </w:rPr>
        <w:t>ई</w:t>
      </w:r>
      <w:r w:rsidRPr="00C64EB4">
        <w:rPr>
          <w:cs/>
        </w:rPr>
        <w:t>0</w:t>
      </w:r>
      <w:r>
        <w:rPr>
          <w:cs/>
        </w:rPr>
        <w:t xml:space="preserve"> </w:t>
      </w:r>
      <w:r w:rsidRPr="00C64EB4">
        <w:rPr>
          <w:rFonts w:hint="cs"/>
          <w:cs/>
        </w:rPr>
        <w:t>में</w:t>
      </w:r>
      <w:r>
        <w:rPr>
          <w:cs/>
        </w:rPr>
        <w:t xml:space="preserve"> </w:t>
      </w:r>
      <w:r w:rsidRPr="00C64EB4">
        <w:rPr>
          <w:rFonts w:hint="cs"/>
          <w:cs/>
        </w:rPr>
        <w:t>शाएर</w:t>
      </w:r>
      <w:r>
        <w:rPr>
          <w:cs/>
        </w:rPr>
        <w:t xml:space="preserve"> </w:t>
      </w:r>
      <w:r w:rsidRPr="00C64EB4">
        <w:rPr>
          <w:rFonts w:hint="cs"/>
          <w:cs/>
        </w:rPr>
        <w:t>अरब</w:t>
      </w:r>
      <w:r>
        <w:rPr>
          <w:cs/>
        </w:rPr>
        <w:t xml:space="preserve"> </w:t>
      </w:r>
      <w:r w:rsidRPr="00C64EB4">
        <w:rPr>
          <w:rFonts w:hint="cs"/>
          <w:cs/>
        </w:rPr>
        <w:t>अबू</w:t>
      </w:r>
      <w:r>
        <w:rPr>
          <w:cs/>
        </w:rPr>
        <w:t xml:space="preserve"> </w:t>
      </w:r>
      <w:r w:rsidRPr="00C64EB4">
        <w:rPr>
          <w:rFonts w:hint="cs"/>
          <w:cs/>
        </w:rPr>
        <w:t>अलतमाम</w:t>
      </w:r>
      <w:r>
        <w:rPr>
          <w:cs/>
        </w:rPr>
        <w:t xml:space="preserve"> </w:t>
      </w:r>
      <w:r w:rsidRPr="00C64EB4">
        <w:rPr>
          <w:rFonts w:hint="cs"/>
          <w:cs/>
        </w:rPr>
        <w:t>हबीब</w:t>
      </w:r>
      <w:r>
        <w:rPr>
          <w:cs/>
        </w:rPr>
        <w:t xml:space="preserve"> </w:t>
      </w:r>
      <w:r w:rsidRPr="00C64EB4">
        <w:rPr>
          <w:rFonts w:hint="cs"/>
          <w:cs/>
        </w:rPr>
        <w:t>अदस</w:t>
      </w:r>
      <w:r>
        <w:rPr>
          <w:cs/>
        </w:rPr>
        <w:t xml:space="preserve"> </w:t>
      </w:r>
      <w:r w:rsidRPr="00C64EB4">
        <w:rPr>
          <w:rFonts w:hint="cs"/>
          <w:cs/>
        </w:rPr>
        <w:t>बिन</w:t>
      </w:r>
      <w:r>
        <w:rPr>
          <w:cs/>
        </w:rPr>
        <w:t xml:space="preserve"> </w:t>
      </w:r>
      <w:r w:rsidRPr="00C64EB4">
        <w:rPr>
          <w:rFonts w:hint="cs"/>
          <w:cs/>
        </w:rPr>
        <w:t>हारस</w:t>
      </w:r>
      <w:r>
        <w:rPr>
          <w:cs/>
        </w:rPr>
        <w:t xml:space="preserve"> </w:t>
      </w:r>
      <w:r w:rsidRPr="00C64EB4">
        <w:rPr>
          <w:rFonts w:hint="cs"/>
          <w:cs/>
        </w:rPr>
        <w:t>ताई</w:t>
      </w:r>
      <w:r>
        <w:rPr>
          <w:cs/>
        </w:rPr>
        <w:t xml:space="preserve"> </w:t>
      </w:r>
      <w:r w:rsidRPr="00C64EB4">
        <w:rPr>
          <w:rFonts w:hint="cs"/>
          <w:cs/>
        </w:rPr>
        <w:t>आमली</w:t>
      </w:r>
      <w:r>
        <w:rPr>
          <w:cs/>
        </w:rPr>
        <w:t xml:space="preserve"> </w:t>
      </w:r>
      <w:r w:rsidRPr="00C64EB4">
        <w:rPr>
          <w:rFonts w:hint="cs"/>
          <w:cs/>
        </w:rPr>
        <w:t>शामी</w:t>
      </w:r>
      <w:r>
        <w:rPr>
          <w:cs/>
        </w:rPr>
        <w:t xml:space="preserve"> </w:t>
      </w:r>
      <w:r w:rsidRPr="00C64EB4">
        <w:rPr>
          <w:rFonts w:hint="cs"/>
          <w:cs/>
        </w:rPr>
        <w:t>बग़दाद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कीवान</w:t>
      </w:r>
      <w:r>
        <w:rPr>
          <w:cs/>
        </w:rPr>
        <w:t xml:space="preserve"> </w:t>
      </w:r>
      <w:r w:rsidRPr="00C64EB4">
        <w:t>‘‘</w:t>
      </w:r>
      <w:r>
        <w:rPr>
          <w:cs/>
        </w:rPr>
        <w:t xml:space="preserve"> </w:t>
      </w:r>
      <w:r w:rsidRPr="00C64EB4">
        <w:rPr>
          <w:rFonts w:hint="cs"/>
          <w:cs/>
        </w:rPr>
        <w:t>हमासह</w:t>
      </w:r>
      <w:r>
        <w:rPr>
          <w:cs/>
        </w:rPr>
        <w:t xml:space="preserve"> </w:t>
      </w:r>
      <w:r w:rsidRPr="00C64EB4">
        <w:t>’’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मिस्र</w:t>
      </w:r>
      <w:r>
        <w:rPr>
          <w:cs/>
        </w:rPr>
        <w:t xml:space="preserve"> प्रकाशित </w:t>
      </w:r>
      <w:r w:rsidRPr="00C64EB4">
        <w:rPr>
          <w:rFonts w:hint="cs"/>
          <w:cs/>
        </w:rPr>
        <w:t>कराया</w:t>
      </w:r>
      <w:r>
        <w:rPr>
          <w:cs/>
        </w:rPr>
        <w:t xml:space="preserve"> </w:t>
      </w:r>
      <w:r w:rsidRPr="00C64EB4">
        <w:rPr>
          <w:rFonts w:hint="cs"/>
          <w:cs/>
        </w:rPr>
        <w:t>है।</w:t>
      </w:r>
      <w:r>
        <w:rPr>
          <w:cs/>
        </w:rPr>
        <w:t xml:space="preserve"> </w:t>
      </w:r>
      <w:r w:rsidRPr="00C64EB4">
        <w:rPr>
          <w:rFonts w:hint="cs"/>
          <w:cs/>
        </w:rPr>
        <w:t>इसकी</w:t>
      </w:r>
      <w:r>
        <w:rPr>
          <w:cs/>
        </w:rPr>
        <w:t xml:space="preserve"> </w:t>
      </w:r>
      <w:r w:rsidRPr="00C64EB4">
        <w:rPr>
          <w:rFonts w:hint="cs"/>
          <w:cs/>
        </w:rPr>
        <w:t>जिल्द</w:t>
      </w:r>
      <w:r>
        <w:rPr>
          <w:cs/>
        </w:rPr>
        <w:t xml:space="preserve"> </w:t>
      </w:r>
      <w:r w:rsidRPr="00C64EB4">
        <w:rPr>
          <w:cs/>
        </w:rPr>
        <w:t>2</w:t>
      </w:r>
      <w:r>
        <w:rPr>
          <w:cs/>
        </w:rPr>
        <w:t xml:space="preserve"> पृष्ठ </w:t>
      </w:r>
      <w:r w:rsidRPr="00C64EB4">
        <w:rPr>
          <w:cs/>
        </w:rPr>
        <w:t>284</w:t>
      </w:r>
      <w:r>
        <w:rPr>
          <w:cs/>
        </w:rPr>
        <w:t xml:space="preserve"> </w:t>
      </w:r>
      <w:r w:rsidRPr="00C64EB4">
        <w:rPr>
          <w:rFonts w:hint="cs"/>
          <w:cs/>
        </w:rPr>
        <w:t>पर</w:t>
      </w:r>
      <w:r>
        <w:rPr>
          <w:cs/>
        </w:rPr>
        <w:t xml:space="preserve"> </w:t>
      </w:r>
      <w:r w:rsidRPr="00C64EB4">
        <w:rPr>
          <w:rFonts w:hint="cs"/>
          <w:cs/>
        </w:rPr>
        <w:t>इस</w:t>
      </w:r>
      <w:r>
        <w:rPr>
          <w:cs/>
        </w:rPr>
        <w:t xml:space="preserve"> </w:t>
      </w:r>
      <w:r w:rsidRPr="00C64EB4">
        <w:rPr>
          <w:rFonts w:hint="cs"/>
          <w:cs/>
        </w:rPr>
        <w:t>क़सीदे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इब्तेदाई</w:t>
      </w:r>
      <w:r>
        <w:rPr>
          <w:cs/>
        </w:rPr>
        <w:t xml:space="preserve"> </w:t>
      </w:r>
      <w:r w:rsidRPr="00C64EB4">
        <w:rPr>
          <w:cs/>
        </w:rPr>
        <w:t>6</w:t>
      </w:r>
      <w:r>
        <w:rPr>
          <w:cs/>
        </w:rPr>
        <w:t xml:space="preserve"> </w:t>
      </w:r>
      <w:r w:rsidRPr="00C64EB4">
        <w:rPr>
          <w:rFonts w:hint="cs"/>
          <w:cs/>
        </w:rPr>
        <w:t>अश्आर</w:t>
      </w:r>
      <w:r>
        <w:rPr>
          <w:cs/>
        </w:rPr>
        <w:t xml:space="preserve"> </w:t>
      </w:r>
      <w:r w:rsidRPr="00C64EB4">
        <w:rPr>
          <w:rFonts w:hint="cs"/>
          <w:cs/>
        </w:rPr>
        <w:t>को</w:t>
      </w:r>
      <w:r>
        <w:rPr>
          <w:cs/>
        </w:rPr>
        <w:t xml:space="preserve"> </w:t>
      </w:r>
      <w:r w:rsidRPr="00C64EB4">
        <w:rPr>
          <w:rFonts w:hint="cs"/>
          <w:cs/>
        </w:rPr>
        <w:t>नक़ल</w:t>
      </w:r>
      <w:r>
        <w:rPr>
          <w:cs/>
        </w:rPr>
        <w:t xml:space="preserve"> </w:t>
      </w:r>
      <w:r w:rsidRPr="00C64EB4">
        <w:rPr>
          <w:rFonts w:hint="cs"/>
          <w:cs/>
        </w:rPr>
        <w:t>कर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लिखा</w:t>
      </w:r>
      <w:r>
        <w:rPr>
          <w:cs/>
        </w:rPr>
        <w:t xml:space="preserve"> </w:t>
      </w:r>
      <w:r w:rsidRPr="00C64EB4">
        <w:rPr>
          <w:rFonts w:hint="cs"/>
          <w:cs/>
        </w:rPr>
        <w:t>है</w:t>
      </w:r>
      <w:r>
        <w:rPr>
          <w:cs/>
        </w:rPr>
        <w:t xml:space="preserve"> </w:t>
      </w:r>
      <w:r w:rsidRPr="00C64EB4">
        <w:rPr>
          <w:rFonts w:hint="cs"/>
          <w:cs/>
        </w:rPr>
        <w:t>कि</w:t>
      </w:r>
      <w:r>
        <w:rPr>
          <w:cs/>
        </w:rPr>
        <w:t xml:space="preserve"> </w:t>
      </w:r>
      <w:r w:rsidRPr="00C64EB4">
        <w:rPr>
          <w:rFonts w:hint="cs"/>
          <w:cs/>
        </w:rPr>
        <w:t>यह</w:t>
      </w:r>
      <w:r>
        <w:rPr>
          <w:cs/>
        </w:rPr>
        <w:t xml:space="preserve"> </w:t>
      </w:r>
      <w:r w:rsidRPr="00C64EB4">
        <w:rPr>
          <w:rFonts w:hint="cs"/>
          <w:cs/>
        </w:rPr>
        <w:t>अश्आर</w:t>
      </w:r>
      <w:r>
        <w:rPr>
          <w:cs/>
        </w:rPr>
        <w:t xml:space="preserve"> </w:t>
      </w:r>
      <w:r w:rsidRPr="00C64EB4">
        <w:t>‘‘</w:t>
      </w:r>
      <w:r>
        <w:rPr>
          <w:cs/>
        </w:rPr>
        <w:t xml:space="preserve"> </w:t>
      </w:r>
      <w:r w:rsidRPr="00C64EB4">
        <w:rPr>
          <w:rFonts w:hint="cs"/>
          <w:cs/>
        </w:rPr>
        <w:t>हज़ीन</w:t>
      </w:r>
      <w:r>
        <w:rPr>
          <w:cs/>
        </w:rPr>
        <w:t xml:space="preserve"> </w:t>
      </w:r>
      <w:r w:rsidRPr="00C64EB4">
        <w:rPr>
          <w:rFonts w:hint="cs"/>
          <w:cs/>
        </w:rPr>
        <w:t>अल</w:t>
      </w:r>
      <w:r>
        <w:rPr>
          <w:cs/>
        </w:rPr>
        <w:t xml:space="preserve"> </w:t>
      </w:r>
      <w:r w:rsidRPr="00C64EB4">
        <w:rPr>
          <w:rFonts w:hint="cs"/>
          <w:cs/>
        </w:rPr>
        <w:t>कनानी</w:t>
      </w:r>
      <w:r>
        <w:rPr>
          <w:cs/>
        </w:rPr>
        <w:t xml:space="preserve"> </w:t>
      </w:r>
      <w:r w:rsidRPr="00C64EB4">
        <w:t>’’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हैं।</w:t>
      </w:r>
      <w:r>
        <w:rPr>
          <w:cs/>
        </w:rPr>
        <w:t xml:space="preserve"> </w:t>
      </w:r>
      <w:r w:rsidRPr="00C64EB4">
        <w:rPr>
          <w:rFonts w:hint="cs"/>
          <w:cs/>
        </w:rPr>
        <w:t>इसने</w:t>
      </w:r>
      <w:r>
        <w:rPr>
          <w:cs/>
        </w:rPr>
        <w:t xml:space="preserve"> </w:t>
      </w:r>
      <w:r w:rsidRPr="00C64EB4">
        <w:rPr>
          <w:rFonts w:hint="cs"/>
          <w:cs/>
        </w:rPr>
        <w:t>उन्हें</w:t>
      </w:r>
      <w:r>
        <w:rPr>
          <w:cs/>
        </w:rPr>
        <w:t xml:space="preserve"> </w:t>
      </w:r>
      <w:r w:rsidRPr="00C64EB4">
        <w:rPr>
          <w:rFonts w:hint="cs"/>
          <w:cs/>
        </w:rPr>
        <w:t>अब्दुल्लाह</w:t>
      </w:r>
      <w:r>
        <w:rPr>
          <w:cs/>
        </w:rPr>
        <w:t xml:space="preserve"> </w:t>
      </w:r>
      <w:r w:rsidRPr="00C64EB4">
        <w:rPr>
          <w:rFonts w:hint="cs"/>
          <w:cs/>
        </w:rPr>
        <w:t>बिन</w:t>
      </w:r>
      <w:r>
        <w:rPr>
          <w:cs/>
        </w:rPr>
        <w:t xml:space="preserve"> </w:t>
      </w:r>
      <w:r w:rsidRPr="00C64EB4">
        <w:rPr>
          <w:rFonts w:hint="cs"/>
          <w:cs/>
        </w:rPr>
        <w:t>अब्दुल</w:t>
      </w:r>
      <w:r>
        <w:rPr>
          <w:cs/>
        </w:rPr>
        <w:t xml:space="preserve"> </w:t>
      </w:r>
      <w:r w:rsidRPr="00C64EB4">
        <w:rPr>
          <w:rFonts w:hint="cs"/>
          <w:cs/>
        </w:rPr>
        <w:t>मलिक</w:t>
      </w:r>
      <w:r>
        <w:rPr>
          <w:cs/>
        </w:rPr>
        <w:t xml:space="preserve"> </w:t>
      </w:r>
      <w:r w:rsidRPr="00C64EB4">
        <w:rPr>
          <w:rFonts w:hint="cs"/>
          <w:cs/>
        </w:rPr>
        <w:t>बिन</w:t>
      </w:r>
      <w:r>
        <w:rPr>
          <w:cs/>
        </w:rPr>
        <w:t xml:space="preserve"> </w:t>
      </w:r>
      <w:r w:rsidRPr="00C64EB4">
        <w:rPr>
          <w:rFonts w:hint="cs"/>
          <w:cs/>
        </w:rPr>
        <w:t>मरवान</w:t>
      </w:r>
      <w:r>
        <w:rPr>
          <w:cs/>
        </w:rPr>
        <w:t xml:space="preserve"> </w:t>
      </w:r>
      <w:r w:rsidRPr="00C64EB4">
        <w:rPr>
          <w:rFonts w:hint="cs"/>
          <w:cs/>
        </w:rPr>
        <w:t>की</w:t>
      </w:r>
      <w:r>
        <w:rPr>
          <w:cs/>
        </w:rPr>
        <w:t xml:space="preserve"> </w:t>
      </w:r>
      <w:r w:rsidRPr="00C64EB4">
        <w:rPr>
          <w:rFonts w:hint="cs"/>
          <w:cs/>
        </w:rPr>
        <w:t>मदह</w:t>
      </w:r>
      <w:r>
        <w:rPr>
          <w:cs/>
        </w:rPr>
        <w:t xml:space="preserve"> </w:t>
      </w:r>
      <w:r w:rsidRPr="00C64EB4">
        <w:rPr>
          <w:rFonts w:hint="cs"/>
          <w:cs/>
        </w:rPr>
        <w:t>में</w:t>
      </w:r>
      <w:r>
        <w:rPr>
          <w:cs/>
        </w:rPr>
        <w:t xml:space="preserve"> </w:t>
      </w:r>
      <w:r w:rsidRPr="00C64EB4">
        <w:rPr>
          <w:rFonts w:hint="cs"/>
          <w:cs/>
        </w:rPr>
        <w:t>कहे</w:t>
      </w:r>
      <w:r>
        <w:rPr>
          <w:cs/>
        </w:rPr>
        <w:t xml:space="preserve"> </w:t>
      </w:r>
      <w:r w:rsidRPr="00C64EB4">
        <w:rPr>
          <w:rFonts w:hint="cs"/>
          <w:cs/>
        </w:rPr>
        <w:t>थे</w:t>
      </w:r>
      <w:r w:rsidRPr="00C64EB4">
        <w:t>,</w:t>
      </w:r>
      <w:r>
        <w:rPr>
          <w:cs/>
        </w:rPr>
        <w:t xml:space="preserve"> </w:t>
      </w:r>
      <w:r w:rsidRPr="00C64EB4">
        <w:rPr>
          <w:rFonts w:hint="cs"/>
          <w:cs/>
        </w:rPr>
        <w:t>साथ</w:t>
      </w:r>
      <w:r>
        <w:rPr>
          <w:cs/>
        </w:rPr>
        <w:t xml:space="preserve"> </w:t>
      </w:r>
      <w:r w:rsidRPr="00C64EB4">
        <w:rPr>
          <w:rFonts w:hint="cs"/>
          <w:cs/>
        </w:rPr>
        <w:t>ही</w:t>
      </w:r>
      <w:r>
        <w:rPr>
          <w:cs/>
        </w:rPr>
        <w:t xml:space="preserve"> </w:t>
      </w:r>
      <w:r w:rsidRPr="00C64EB4">
        <w:rPr>
          <w:rFonts w:hint="cs"/>
          <w:cs/>
        </w:rPr>
        <w:t>साथ</w:t>
      </w:r>
      <w:r>
        <w:rPr>
          <w:cs/>
        </w:rPr>
        <w:t xml:space="preserve"> </w:t>
      </w:r>
      <w:r w:rsidRPr="00C64EB4">
        <w:rPr>
          <w:rFonts w:hint="cs"/>
          <w:cs/>
        </w:rPr>
        <w:t>यह</w:t>
      </w:r>
      <w:r>
        <w:rPr>
          <w:cs/>
        </w:rPr>
        <w:t xml:space="preserve"> </w:t>
      </w:r>
      <w:r w:rsidRPr="00C64EB4">
        <w:rPr>
          <w:rFonts w:hint="cs"/>
          <w:cs/>
        </w:rPr>
        <w:t>भी</w:t>
      </w:r>
      <w:r>
        <w:rPr>
          <w:cs/>
        </w:rPr>
        <w:t xml:space="preserve"> </w:t>
      </w:r>
      <w:r w:rsidRPr="00C64EB4">
        <w:rPr>
          <w:rFonts w:hint="cs"/>
          <w:cs/>
        </w:rPr>
        <w:t>लिखा</w:t>
      </w:r>
      <w:r>
        <w:rPr>
          <w:cs/>
        </w:rPr>
        <w:t xml:space="preserve"> </w:t>
      </w:r>
      <w:r w:rsidRPr="00C64EB4">
        <w:rPr>
          <w:rFonts w:hint="cs"/>
          <w:cs/>
        </w:rPr>
        <w:t>है</w:t>
      </w:r>
      <w:r>
        <w:rPr>
          <w:cs/>
        </w:rPr>
        <w:t xml:space="preserve"> </w:t>
      </w:r>
      <w:r w:rsidRPr="00C64EB4">
        <w:t>‘‘</w:t>
      </w:r>
      <w:r w:rsidRPr="00C64EB4">
        <w:rPr>
          <w:rFonts w:hint="cs"/>
          <w:cs/>
        </w:rPr>
        <w:t>व</w:t>
      </w:r>
      <w:r>
        <w:rPr>
          <w:cs/>
        </w:rPr>
        <w:t xml:space="preserve"> </w:t>
      </w:r>
      <w:r w:rsidRPr="00C64EB4">
        <w:rPr>
          <w:rFonts w:hint="cs"/>
          <w:cs/>
        </w:rPr>
        <w:t>अलनास</w:t>
      </w:r>
      <w:r>
        <w:rPr>
          <w:cs/>
        </w:rPr>
        <w:t xml:space="preserve"> </w:t>
      </w:r>
      <w:r w:rsidRPr="00C64EB4">
        <w:rPr>
          <w:rFonts w:hint="cs"/>
          <w:cs/>
        </w:rPr>
        <w:t>यरोदन</w:t>
      </w:r>
      <w:r>
        <w:rPr>
          <w:cs/>
        </w:rPr>
        <w:t xml:space="preserve"> </w:t>
      </w:r>
      <w:r w:rsidRPr="00C64EB4">
        <w:rPr>
          <w:rFonts w:hint="cs"/>
          <w:cs/>
        </w:rPr>
        <w:t>हाज़ह</w:t>
      </w:r>
      <w:r>
        <w:rPr>
          <w:cs/>
        </w:rPr>
        <w:t xml:space="preserve"> </w:t>
      </w:r>
      <w:r w:rsidRPr="00C64EB4">
        <w:rPr>
          <w:rFonts w:hint="cs"/>
          <w:cs/>
        </w:rPr>
        <w:t>अल</w:t>
      </w:r>
      <w:r>
        <w:rPr>
          <w:cs/>
        </w:rPr>
        <w:t xml:space="preserve"> </w:t>
      </w:r>
      <w:r w:rsidRPr="00C64EB4">
        <w:rPr>
          <w:rFonts w:hint="cs"/>
          <w:cs/>
        </w:rPr>
        <w:t>बयात</w:t>
      </w:r>
      <w:r>
        <w:rPr>
          <w:cs/>
        </w:rPr>
        <w:t xml:space="preserve"> </w:t>
      </w:r>
      <w:r w:rsidRPr="00C64EB4">
        <w:rPr>
          <w:rFonts w:hint="cs"/>
          <w:cs/>
        </w:rPr>
        <w:t>अलप</w:t>
      </w:r>
      <w:r>
        <w:rPr>
          <w:cs/>
        </w:rPr>
        <w:t xml:space="preserve"> </w:t>
      </w:r>
      <w:r w:rsidRPr="00C64EB4">
        <w:rPr>
          <w:rFonts w:hint="cs"/>
          <w:cs/>
        </w:rPr>
        <w:t>फ़रज़ोक़</w:t>
      </w:r>
      <w:r>
        <w:rPr>
          <w:cs/>
        </w:rPr>
        <w:t xml:space="preserve"> </w:t>
      </w:r>
      <w:r w:rsidRPr="00C64EB4">
        <w:rPr>
          <w:rFonts w:hint="cs"/>
          <w:cs/>
        </w:rPr>
        <w:t>यमदह</w:t>
      </w:r>
      <w:r>
        <w:rPr>
          <w:cs/>
        </w:rPr>
        <w:t xml:space="preserve"> </w:t>
      </w:r>
      <w:r w:rsidRPr="00C64EB4">
        <w:rPr>
          <w:rFonts w:hint="cs"/>
          <w:cs/>
        </w:rPr>
        <w:t>बहा</w:t>
      </w:r>
      <w:r>
        <w:rPr>
          <w:cs/>
        </w:rPr>
        <w:t xml:space="preserve"> </w:t>
      </w:r>
      <w:r w:rsidRPr="00C64EB4">
        <w:rPr>
          <w:rFonts w:hint="cs"/>
          <w:cs/>
        </w:rPr>
        <w:t>अली</w:t>
      </w:r>
      <w:r>
        <w:rPr>
          <w:cs/>
        </w:rPr>
        <w:t xml:space="preserve"> </w:t>
      </w:r>
      <w:r w:rsidRPr="00C64EB4">
        <w:rPr>
          <w:rFonts w:hint="cs"/>
          <w:cs/>
        </w:rPr>
        <w:t>इबनुल</w:t>
      </w:r>
      <w:r>
        <w:rPr>
          <w:cs/>
        </w:rPr>
        <w:t xml:space="preserve"> </w:t>
      </w:r>
      <w:r w:rsidRPr="00C64EB4">
        <w:rPr>
          <w:rFonts w:hint="cs"/>
          <w:cs/>
        </w:rPr>
        <w:t>हुसैन</w:t>
      </w:r>
      <w:r>
        <w:rPr>
          <w:cs/>
        </w:rPr>
        <w:t xml:space="preserve"> </w:t>
      </w:r>
      <w:r w:rsidRPr="00C64EB4">
        <w:rPr>
          <w:rFonts w:hint="cs"/>
          <w:cs/>
        </w:rPr>
        <w:t>बिन</w:t>
      </w:r>
      <w:r>
        <w:rPr>
          <w:cs/>
        </w:rPr>
        <w:t xml:space="preserve"> </w:t>
      </w:r>
      <w:r w:rsidRPr="00C64EB4">
        <w:rPr>
          <w:rFonts w:hint="cs"/>
          <w:cs/>
        </w:rPr>
        <w:t>अबी</w:t>
      </w:r>
      <w:r>
        <w:rPr>
          <w:cs/>
        </w:rPr>
        <w:t xml:space="preserve"> </w:t>
      </w:r>
      <w:r w:rsidRPr="00C64EB4">
        <w:rPr>
          <w:rFonts w:hint="cs"/>
          <w:cs/>
        </w:rPr>
        <w:t>तालिब</w:t>
      </w:r>
      <w:r>
        <w:rPr>
          <w:cs/>
        </w:rPr>
        <w:t xml:space="preserve"> </w:t>
      </w:r>
      <w:r w:rsidRPr="00C64EB4">
        <w:rPr>
          <w:rFonts w:hint="cs"/>
          <w:cs/>
        </w:rPr>
        <w:t>व</w:t>
      </w:r>
      <w:r>
        <w:rPr>
          <w:cs/>
        </w:rPr>
        <w:t xml:space="preserve"> </w:t>
      </w:r>
      <w:r w:rsidRPr="00C64EB4">
        <w:rPr>
          <w:rFonts w:hint="cs"/>
          <w:cs/>
        </w:rPr>
        <w:t>हैग़लतमन</w:t>
      </w:r>
      <w:r>
        <w:rPr>
          <w:cs/>
        </w:rPr>
        <w:t xml:space="preserve"> </w:t>
      </w:r>
      <w:r w:rsidRPr="00C64EB4">
        <w:rPr>
          <w:rFonts w:hint="cs"/>
          <w:cs/>
        </w:rPr>
        <w:t>रदहाफ़ह</w:t>
      </w:r>
      <w:r>
        <w:rPr>
          <w:cs/>
        </w:rPr>
        <w:t xml:space="preserve"> </w:t>
      </w:r>
      <w:r w:rsidRPr="00C64EB4">
        <w:rPr>
          <w:rFonts w:hint="cs"/>
          <w:cs/>
        </w:rPr>
        <w:t>लान</w:t>
      </w:r>
      <w:r>
        <w:rPr>
          <w:cs/>
        </w:rPr>
        <w:t xml:space="preserve"> </w:t>
      </w:r>
      <w:r w:rsidRPr="00C64EB4">
        <w:rPr>
          <w:rFonts w:hint="cs"/>
          <w:cs/>
        </w:rPr>
        <w:t>हाज़ा</w:t>
      </w:r>
      <w:r>
        <w:rPr>
          <w:cs/>
        </w:rPr>
        <w:t xml:space="preserve"> </w:t>
      </w:r>
      <w:r w:rsidRPr="00C64EB4">
        <w:rPr>
          <w:rFonts w:hint="cs"/>
          <w:cs/>
        </w:rPr>
        <w:t>लेस</w:t>
      </w:r>
      <w:r>
        <w:rPr>
          <w:cs/>
        </w:rPr>
        <w:t xml:space="preserve"> </w:t>
      </w:r>
      <w:r w:rsidRPr="00C64EB4">
        <w:rPr>
          <w:rFonts w:hint="cs"/>
          <w:cs/>
        </w:rPr>
        <w:t>ममायदहा</w:t>
      </w:r>
      <w:r>
        <w:rPr>
          <w:cs/>
        </w:rPr>
        <w:t xml:space="preserve"> </w:t>
      </w:r>
      <w:r w:rsidRPr="00C64EB4">
        <w:rPr>
          <w:rFonts w:hint="cs"/>
          <w:cs/>
        </w:rPr>
        <w:t>बेही</w:t>
      </w:r>
      <w:r>
        <w:rPr>
          <w:cs/>
        </w:rPr>
        <w:t xml:space="preserve"> </w:t>
      </w:r>
      <w:r w:rsidRPr="00C64EB4">
        <w:rPr>
          <w:rFonts w:hint="cs"/>
          <w:cs/>
        </w:rPr>
        <w:t>मिस्ल</w:t>
      </w:r>
      <w:r>
        <w:rPr>
          <w:cs/>
        </w:rPr>
        <w:t xml:space="preserve"> </w:t>
      </w:r>
      <w:r w:rsidRPr="00C64EB4">
        <w:rPr>
          <w:rFonts w:hint="cs"/>
          <w:cs/>
        </w:rPr>
        <w:t>अली</w:t>
      </w:r>
      <w:r>
        <w:rPr>
          <w:cs/>
        </w:rPr>
        <w:t xml:space="preserve"> </w:t>
      </w:r>
      <w:r w:rsidRPr="00C64EB4">
        <w:rPr>
          <w:rFonts w:hint="cs"/>
          <w:cs/>
        </w:rPr>
        <w:t>बिन</w:t>
      </w:r>
      <w:r>
        <w:rPr>
          <w:cs/>
        </w:rPr>
        <w:t xml:space="preserve"> </w:t>
      </w:r>
      <w:r w:rsidRPr="00C64EB4">
        <w:rPr>
          <w:rFonts w:hint="cs"/>
          <w:cs/>
        </w:rPr>
        <w:t>अल</w:t>
      </w:r>
      <w:r>
        <w:rPr>
          <w:cs/>
        </w:rPr>
        <w:t xml:space="preserve"> </w:t>
      </w:r>
      <w:r w:rsidRPr="00C64EB4">
        <w:rPr>
          <w:rFonts w:hint="cs"/>
          <w:cs/>
        </w:rPr>
        <w:t>हुसैन</w:t>
      </w:r>
      <w:r>
        <w:rPr>
          <w:cs/>
        </w:rPr>
        <w:t xml:space="preserve"> </w:t>
      </w:r>
      <w:r w:rsidRPr="00C64EB4">
        <w:rPr>
          <w:rFonts w:hint="cs"/>
          <w:cs/>
        </w:rPr>
        <w:t>व</w:t>
      </w:r>
      <w:r>
        <w:rPr>
          <w:cs/>
        </w:rPr>
        <w:t xml:space="preserve"> </w:t>
      </w:r>
      <w:r w:rsidRPr="00C64EB4">
        <w:rPr>
          <w:rFonts w:hint="cs"/>
          <w:cs/>
        </w:rPr>
        <w:t>लहमन</w:t>
      </w:r>
      <w:r>
        <w:rPr>
          <w:cs/>
        </w:rPr>
        <w:t xml:space="preserve"> </w:t>
      </w:r>
      <w:r w:rsidRPr="00C64EB4">
        <w:rPr>
          <w:rFonts w:hint="cs"/>
          <w:cs/>
        </w:rPr>
        <w:t>अल</w:t>
      </w:r>
      <w:r>
        <w:rPr>
          <w:cs/>
        </w:rPr>
        <w:t xml:space="preserve"> </w:t>
      </w:r>
      <w:r w:rsidRPr="00C64EB4">
        <w:rPr>
          <w:rFonts w:hint="cs"/>
          <w:cs/>
        </w:rPr>
        <w:t>फ़ज़ल</w:t>
      </w:r>
      <w:r>
        <w:rPr>
          <w:cs/>
        </w:rPr>
        <w:t xml:space="preserve"> </w:t>
      </w:r>
      <w:r w:rsidRPr="00C64EB4">
        <w:rPr>
          <w:rFonts w:hint="cs"/>
          <w:cs/>
        </w:rPr>
        <w:t>अलबा</w:t>
      </w:r>
      <w:r>
        <w:rPr>
          <w:cs/>
        </w:rPr>
        <w:t xml:space="preserve"> </w:t>
      </w:r>
      <w:r w:rsidRPr="00C64EB4">
        <w:rPr>
          <w:rFonts w:hint="cs"/>
          <w:cs/>
        </w:rPr>
        <w:t>हरमालैसा</w:t>
      </w:r>
      <w:r>
        <w:rPr>
          <w:cs/>
        </w:rPr>
        <w:t xml:space="preserve"> </w:t>
      </w:r>
      <w:r w:rsidRPr="00C64EB4">
        <w:rPr>
          <w:rFonts w:hint="cs"/>
          <w:cs/>
        </w:rPr>
        <w:t>ला</w:t>
      </w:r>
      <w:r>
        <w:rPr>
          <w:cs/>
        </w:rPr>
        <w:t xml:space="preserve"> </w:t>
      </w:r>
      <w:r w:rsidRPr="00C64EB4">
        <w:rPr>
          <w:rFonts w:hint="cs"/>
          <w:cs/>
        </w:rPr>
        <w:t>हद</w:t>
      </w:r>
      <w:r>
        <w:rPr>
          <w:cs/>
        </w:rPr>
        <w:t xml:space="preserve"> </w:t>
      </w:r>
      <w:r w:rsidRPr="00C64EB4">
        <w:rPr>
          <w:rFonts w:hint="cs"/>
          <w:cs/>
        </w:rPr>
        <w:t>फ़ी</w:t>
      </w:r>
      <w:r>
        <w:rPr>
          <w:cs/>
        </w:rPr>
        <w:t xml:space="preserve"> </w:t>
      </w:r>
      <w:r w:rsidRPr="00C64EB4">
        <w:rPr>
          <w:rFonts w:hint="cs"/>
          <w:cs/>
        </w:rPr>
        <w:t>वक़तहू</w:t>
      </w:r>
      <w:r>
        <w:rPr>
          <w:cs/>
        </w:rPr>
        <w:t xml:space="preserve"> </w:t>
      </w:r>
      <w:r w:rsidRPr="00C64EB4">
        <w:t>’’</w:t>
      </w:r>
      <w:r>
        <w:rPr>
          <w:cs/>
        </w:rPr>
        <w:t xml:space="preserve"> </w:t>
      </w:r>
      <w:r w:rsidRPr="00C64EB4">
        <w:rPr>
          <w:rFonts w:hint="cs"/>
          <w:cs/>
        </w:rPr>
        <w:t>और</w:t>
      </w:r>
      <w:r>
        <w:rPr>
          <w:cs/>
        </w:rPr>
        <w:t xml:space="preserve"> </w:t>
      </w:r>
      <w:r w:rsidRPr="00C64EB4">
        <w:rPr>
          <w:rFonts w:hint="cs"/>
          <w:cs/>
        </w:rPr>
        <w:t>लोग</w:t>
      </w:r>
      <w:r>
        <w:rPr>
          <w:cs/>
        </w:rPr>
        <w:t xml:space="preserve"> </w:t>
      </w:r>
      <w:r w:rsidRPr="00C64EB4">
        <w:rPr>
          <w:rFonts w:hint="cs"/>
          <w:cs/>
        </w:rPr>
        <w:t>जो</w:t>
      </w:r>
      <w:r>
        <w:rPr>
          <w:cs/>
        </w:rPr>
        <w:t xml:space="preserve"> </w:t>
      </w:r>
      <w:r w:rsidRPr="00C64EB4">
        <w:rPr>
          <w:rFonts w:hint="cs"/>
          <w:cs/>
        </w:rPr>
        <w:t>इन</w:t>
      </w:r>
      <w:r>
        <w:rPr>
          <w:cs/>
        </w:rPr>
        <w:t xml:space="preserve"> </w:t>
      </w:r>
      <w:r w:rsidRPr="00C64EB4">
        <w:rPr>
          <w:rFonts w:hint="cs"/>
          <w:cs/>
        </w:rPr>
        <w:t>अबयात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मुताअल्लिक़</w:t>
      </w:r>
      <w:r>
        <w:rPr>
          <w:cs/>
        </w:rPr>
        <w:t xml:space="preserve"> </w:t>
      </w:r>
      <w:r w:rsidRPr="00C64EB4">
        <w:rPr>
          <w:rFonts w:hint="cs"/>
          <w:cs/>
        </w:rPr>
        <w:t>यह</w:t>
      </w:r>
      <w:r>
        <w:rPr>
          <w:cs/>
        </w:rPr>
        <w:t xml:space="preserve"> </w:t>
      </w:r>
      <w:r w:rsidRPr="00C64EB4">
        <w:rPr>
          <w:rFonts w:hint="cs"/>
          <w:cs/>
        </w:rPr>
        <w:t>रवायत</w:t>
      </w:r>
      <w:r>
        <w:rPr>
          <w:cs/>
        </w:rPr>
        <w:t xml:space="preserve"> </w:t>
      </w:r>
      <w:r w:rsidRPr="00C64EB4">
        <w:rPr>
          <w:rFonts w:hint="cs"/>
          <w:cs/>
        </w:rPr>
        <w:t>करते</w:t>
      </w:r>
      <w:r>
        <w:rPr>
          <w:cs/>
        </w:rPr>
        <w:t xml:space="preserve"> </w:t>
      </w:r>
      <w:r w:rsidRPr="00C64EB4">
        <w:rPr>
          <w:rFonts w:hint="cs"/>
          <w:cs/>
        </w:rPr>
        <w:t>हैं</w:t>
      </w:r>
      <w:r>
        <w:rPr>
          <w:cs/>
        </w:rPr>
        <w:t xml:space="preserve"> </w:t>
      </w:r>
      <w:r w:rsidRPr="00C64EB4">
        <w:rPr>
          <w:rFonts w:hint="cs"/>
          <w:cs/>
        </w:rPr>
        <w:t>कि</w:t>
      </w:r>
      <w:r>
        <w:rPr>
          <w:cs/>
        </w:rPr>
        <w:t xml:space="preserve"> </w:t>
      </w:r>
      <w:r w:rsidRPr="00C64EB4">
        <w:rPr>
          <w:rFonts w:hint="cs"/>
          <w:cs/>
        </w:rPr>
        <w:t>यह</w:t>
      </w:r>
      <w:r>
        <w:rPr>
          <w:cs/>
        </w:rPr>
        <w:t xml:space="preserve"> </w:t>
      </w:r>
      <w:r w:rsidRPr="00C64EB4">
        <w:rPr>
          <w:rFonts w:hint="cs"/>
          <w:cs/>
        </w:rPr>
        <w:t>फ़रज़दक़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हैं</w:t>
      </w:r>
      <w:r>
        <w:rPr>
          <w:cs/>
        </w:rPr>
        <w:t xml:space="preserve"> </w:t>
      </w:r>
      <w:r w:rsidRPr="00C64EB4">
        <w:rPr>
          <w:rFonts w:hint="cs"/>
          <w:cs/>
        </w:rPr>
        <w:t>और</w:t>
      </w:r>
      <w:r>
        <w:rPr>
          <w:cs/>
        </w:rPr>
        <w:t xml:space="preserve"> </w:t>
      </w:r>
      <w:r w:rsidRPr="00C64EB4">
        <w:rPr>
          <w:rFonts w:hint="cs"/>
          <w:cs/>
        </w:rPr>
        <w:t>उसने</w:t>
      </w:r>
      <w:r>
        <w:rPr>
          <w:cs/>
        </w:rPr>
        <w:t xml:space="preserve"> </w:t>
      </w:r>
      <w:r w:rsidRPr="00C64EB4">
        <w:rPr>
          <w:rFonts w:hint="cs"/>
          <w:cs/>
        </w:rPr>
        <w:t>उन्हें</w:t>
      </w:r>
      <w:r>
        <w:rPr>
          <w:cs/>
        </w:rPr>
        <w:t xml:space="preserve"> </w:t>
      </w:r>
      <w:r w:rsidRPr="00C64EB4">
        <w:rPr>
          <w:rFonts w:hint="cs"/>
          <w:cs/>
        </w:rPr>
        <w:t>मदहे</w:t>
      </w:r>
      <w:r>
        <w:rPr>
          <w:cs/>
        </w:rPr>
        <w:t xml:space="preserve"> </w:t>
      </w:r>
      <w:r w:rsidRPr="00C64EB4">
        <w:t>‘‘</w:t>
      </w:r>
      <w:r>
        <w:rPr>
          <w:cs/>
        </w:rPr>
        <w:t xml:space="preserve"> </w:t>
      </w:r>
      <w:r w:rsidRPr="00C64EB4">
        <w:rPr>
          <w:rFonts w:hint="cs"/>
          <w:cs/>
        </w:rPr>
        <w:t>इमाम</w:t>
      </w:r>
      <w:r>
        <w:rPr>
          <w:cs/>
        </w:rPr>
        <w:t xml:space="preserve"> </w:t>
      </w:r>
      <w:r w:rsidRPr="00C64EB4">
        <w:rPr>
          <w:rFonts w:hint="cs"/>
          <w:cs/>
        </w:rPr>
        <w:t>ज़ैनुल</w:t>
      </w:r>
      <w:r>
        <w:rPr>
          <w:cs/>
        </w:rPr>
        <w:t xml:space="preserve"> </w:t>
      </w:r>
      <w:r w:rsidRPr="00C64EB4">
        <w:rPr>
          <w:rFonts w:hint="cs"/>
          <w:cs/>
        </w:rPr>
        <w:t>आबेदीन</w:t>
      </w:r>
      <w:r>
        <w:rPr>
          <w:cs/>
        </w:rPr>
        <w:t xml:space="preserve"> (अ.स.) </w:t>
      </w:r>
      <w:r w:rsidRPr="00C64EB4">
        <w:t>‘‘</w:t>
      </w:r>
      <w:r>
        <w:rPr>
          <w:cs/>
        </w:rPr>
        <w:t xml:space="preserve"> </w:t>
      </w:r>
      <w:r w:rsidRPr="00C64EB4">
        <w:rPr>
          <w:rFonts w:hint="cs"/>
          <w:cs/>
        </w:rPr>
        <w:t>में</w:t>
      </w:r>
      <w:r>
        <w:rPr>
          <w:cs/>
        </w:rPr>
        <w:t xml:space="preserve"> </w:t>
      </w:r>
      <w:r w:rsidRPr="00C64EB4">
        <w:rPr>
          <w:rFonts w:hint="cs"/>
          <w:cs/>
        </w:rPr>
        <w:t>कहा</w:t>
      </w:r>
      <w:r>
        <w:rPr>
          <w:cs/>
        </w:rPr>
        <w:t xml:space="preserve"> </w:t>
      </w:r>
      <w:r w:rsidRPr="00C64EB4">
        <w:rPr>
          <w:rFonts w:hint="cs"/>
          <w:cs/>
        </w:rPr>
        <w:t>है</w:t>
      </w:r>
      <w:r>
        <w:rPr>
          <w:cs/>
        </w:rPr>
        <w:t xml:space="preserve"> </w:t>
      </w:r>
      <w:r w:rsidRPr="00C64EB4">
        <w:rPr>
          <w:rFonts w:hint="cs"/>
          <w:cs/>
        </w:rPr>
        <w:t>ग़लत</w:t>
      </w:r>
      <w:r>
        <w:rPr>
          <w:cs/>
        </w:rPr>
        <w:t xml:space="preserve"> </w:t>
      </w:r>
      <w:r w:rsidRPr="00C64EB4">
        <w:rPr>
          <w:rFonts w:hint="cs"/>
          <w:cs/>
        </w:rPr>
        <w:t>है</w:t>
      </w:r>
      <w:r>
        <w:rPr>
          <w:cs/>
        </w:rPr>
        <w:t xml:space="preserve"> </w:t>
      </w:r>
      <w:r w:rsidRPr="00C64EB4">
        <w:rPr>
          <w:rFonts w:hint="cs"/>
          <w:cs/>
        </w:rPr>
        <w:t>क्यों</w:t>
      </w:r>
      <w:r>
        <w:rPr>
          <w:cs/>
        </w:rPr>
        <w:t xml:space="preserve"> </w:t>
      </w:r>
      <w:r w:rsidRPr="00C64EB4">
        <w:rPr>
          <w:rFonts w:hint="cs"/>
          <w:cs/>
        </w:rPr>
        <w:t>कि</w:t>
      </w:r>
      <w:r>
        <w:rPr>
          <w:cs/>
        </w:rPr>
        <w:t xml:space="preserve"> </w:t>
      </w:r>
      <w:r w:rsidRPr="00C64EB4">
        <w:rPr>
          <w:rFonts w:hint="cs"/>
          <w:cs/>
        </w:rPr>
        <w:t>यह</w:t>
      </w:r>
      <w:r>
        <w:rPr>
          <w:cs/>
        </w:rPr>
        <w:t xml:space="preserve"> </w:t>
      </w:r>
      <w:r w:rsidRPr="00C64EB4">
        <w:rPr>
          <w:rFonts w:hint="cs"/>
          <w:cs/>
        </w:rPr>
        <w:t>अशआर</w:t>
      </w:r>
      <w:r>
        <w:rPr>
          <w:cs/>
        </w:rPr>
        <w:t xml:space="preserve"> </w:t>
      </w:r>
      <w:r w:rsidRPr="00C64EB4">
        <w:rPr>
          <w:rFonts w:hint="cs"/>
          <w:cs/>
        </w:rPr>
        <w:t>उनके</w:t>
      </w:r>
      <w:r>
        <w:rPr>
          <w:cs/>
        </w:rPr>
        <w:t xml:space="preserve"> </w:t>
      </w:r>
      <w:r w:rsidRPr="00C64EB4">
        <w:rPr>
          <w:rFonts w:hint="cs"/>
          <w:cs/>
        </w:rPr>
        <w:t>शायाने</w:t>
      </w:r>
      <w:r>
        <w:rPr>
          <w:cs/>
        </w:rPr>
        <w:t xml:space="preserve"> </w:t>
      </w:r>
      <w:r w:rsidRPr="00C64EB4">
        <w:rPr>
          <w:rFonts w:hint="cs"/>
          <w:cs/>
        </w:rPr>
        <w:t>शान</w:t>
      </w:r>
      <w:r>
        <w:rPr>
          <w:cs/>
        </w:rPr>
        <w:t xml:space="preserve"> </w:t>
      </w:r>
      <w:r w:rsidRPr="00C64EB4">
        <w:rPr>
          <w:rFonts w:hint="cs"/>
          <w:cs/>
        </w:rPr>
        <w:t>नहीं</w:t>
      </w:r>
      <w:r>
        <w:rPr>
          <w:cs/>
        </w:rPr>
        <w:t xml:space="preserve"> </w:t>
      </w:r>
      <w:r w:rsidRPr="00C64EB4">
        <w:rPr>
          <w:rFonts w:hint="cs"/>
          <w:cs/>
        </w:rPr>
        <w:t>हैं</w:t>
      </w:r>
      <w:r>
        <w:rPr>
          <w:cs/>
        </w:rPr>
        <w:t xml:space="preserve"> </w:t>
      </w:r>
      <w:r w:rsidRPr="00C64EB4">
        <w:rPr>
          <w:rFonts w:hint="cs"/>
          <w:cs/>
        </w:rPr>
        <w:t>वह</w:t>
      </w:r>
      <w:r>
        <w:rPr>
          <w:cs/>
        </w:rPr>
        <w:t xml:space="preserve"> </w:t>
      </w:r>
      <w:r w:rsidRPr="00C64EB4">
        <w:rPr>
          <w:rFonts w:hint="cs"/>
          <w:cs/>
        </w:rPr>
        <w:t>तो</w:t>
      </w:r>
      <w:r>
        <w:rPr>
          <w:cs/>
        </w:rPr>
        <w:t xml:space="preserve"> </w:t>
      </w:r>
      <w:r w:rsidRPr="00C64EB4">
        <w:rPr>
          <w:rFonts w:hint="cs"/>
          <w:cs/>
        </w:rPr>
        <w:t>अपने</w:t>
      </w:r>
      <w:r>
        <w:rPr>
          <w:cs/>
        </w:rPr>
        <w:t xml:space="preserve"> </w:t>
      </w:r>
      <w:r w:rsidRPr="00C64EB4">
        <w:rPr>
          <w:rFonts w:hint="cs"/>
          <w:cs/>
        </w:rPr>
        <w:t>वक़्त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सब</w:t>
      </w:r>
      <w:r>
        <w:rPr>
          <w:cs/>
        </w:rPr>
        <w:t xml:space="preserve"> </w:t>
      </w:r>
      <w:r w:rsidRPr="00C64EB4">
        <w:rPr>
          <w:rFonts w:hint="cs"/>
          <w:cs/>
        </w:rPr>
        <w:t>से</w:t>
      </w:r>
      <w:r>
        <w:rPr>
          <w:cs/>
        </w:rPr>
        <w:t xml:space="preserve"> </w:t>
      </w:r>
      <w:r w:rsidRPr="00C64EB4">
        <w:rPr>
          <w:rFonts w:hint="cs"/>
          <w:cs/>
        </w:rPr>
        <w:t>बड़े</w:t>
      </w:r>
      <w:r>
        <w:rPr>
          <w:cs/>
        </w:rPr>
        <w:t xml:space="preserve"> </w:t>
      </w:r>
      <w:r w:rsidRPr="00C64EB4">
        <w:rPr>
          <w:rFonts w:hint="cs"/>
          <w:cs/>
        </w:rPr>
        <w:t>साहेबे</w:t>
      </w:r>
      <w:r>
        <w:rPr>
          <w:cs/>
        </w:rPr>
        <w:t xml:space="preserve"> </w:t>
      </w:r>
      <w:r w:rsidRPr="00C64EB4">
        <w:rPr>
          <w:rFonts w:hint="cs"/>
          <w:cs/>
        </w:rPr>
        <w:t>फ़ज़ीलत</w:t>
      </w:r>
      <w:r>
        <w:rPr>
          <w:cs/>
        </w:rPr>
        <w:t xml:space="preserve"> </w:t>
      </w:r>
      <w:r w:rsidRPr="00C64EB4">
        <w:rPr>
          <w:rFonts w:hint="cs"/>
          <w:cs/>
        </w:rPr>
        <w:t>थे।</w:t>
      </w:r>
      <w:r>
        <w:rPr>
          <w:cs/>
        </w:rPr>
        <w:t xml:space="preserve"> </w:t>
      </w:r>
      <w:r w:rsidRPr="00C64EB4">
        <w:rPr>
          <w:rFonts w:hint="cs"/>
          <w:cs/>
        </w:rPr>
        <w:t>मैं</w:t>
      </w:r>
      <w:r>
        <w:rPr>
          <w:cs/>
        </w:rPr>
        <w:t xml:space="preserve"> </w:t>
      </w:r>
      <w:r w:rsidRPr="00C64EB4">
        <w:rPr>
          <w:rFonts w:hint="cs"/>
          <w:cs/>
        </w:rPr>
        <w:t>कहता</w:t>
      </w:r>
      <w:r>
        <w:rPr>
          <w:cs/>
        </w:rPr>
        <w:t xml:space="preserve"> </w:t>
      </w:r>
      <w:r w:rsidRPr="00C64EB4">
        <w:rPr>
          <w:rFonts w:hint="cs"/>
          <w:cs/>
        </w:rPr>
        <w:t>हूँ</w:t>
      </w:r>
      <w:r>
        <w:rPr>
          <w:cs/>
        </w:rPr>
        <w:t xml:space="preserve"> </w:t>
      </w:r>
      <w:r w:rsidRPr="00C64EB4">
        <w:rPr>
          <w:rFonts w:hint="cs"/>
          <w:cs/>
        </w:rPr>
        <w:t>कि</w:t>
      </w:r>
      <w:r>
        <w:rPr>
          <w:cs/>
        </w:rPr>
        <w:t xml:space="preserve"> </w:t>
      </w:r>
      <w:r w:rsidRPr="00C64EB4">
        <w:rPr>
          <w:rFonts w:hint="cs"/>
          <w:cs/>
        </w:rPr>
        <w:t>यह</w:t>
      </w:r>
      <w:r>
        <w:rPr>
          <w:cs/>
        </w:rPr>
        <w:t xml:space="preserve"> </w:t>
      </w:r>
      <w:r w:rsidRPr="00C64EB4">
        <w:rPr>
          <w:rFonts w:hint="cs"/>
          <w:cs/>
        </w:rPr>
        <w:t>अशआर</w:t>
      </w:r>
      <w:r>
        <w:rPr>
          <w:cs/>
        </w:rPr>
        <w:t xml:space="preserve"> </w:t>
      </w:r>
      <w:r w:rsidRPr="00C64EB4">
        <w:rPr>
          <w:rFonts w:hint="cs"/>
          <w:cs/>
        </w:rPr>
        <w:t>फ़रज़दक</w:t>
      </w:r>
      <w:r>
        <w:rPr>
          <w:cs/>
        </w:rPr>
        <w:t xml:space="preserve"> </w:t>
      </w:r>
      <w:r w:rsidRPr="00C64EB4">
        <w:rPr>
          <w:rFonts w:hint="cs"/>
          <w:cs/>
        </w:rPr>
        <w:t>ही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हैं</w:t>
      </w:r>
      <w:r>
        <w:rPr>
          <w:cs/>
        </w:rPr>
        <w:t xml:space="preserve"> </w:t>
      </w:r>
      <w:r w:rsidRPr="00C64EB4">
        <w:rPr>
          <w:rFonts w:hint="cs"/>
          <w:cs/>
        </w:rPr>
        <w:t>क्यों</w:t>
      </w:r>
      <w:r>
        <w:rPr>
          <w:cs/>
        </w:rPr>
        <w:t xml:space="preserve"> </w:t>
      </w:r>
      <w:r w:rsidRPr="00C64EB4">
        <w:rPr>
          <w:rFonts w:hint="cs"/>
          <w:cs/>
        </w:rPr>
        <w:t>कि</w:t>
      </w:r>
      <w:r>
        <w:rPr>
          <w:cs/>
        </w:rPr>
        <w:t xml:space="preserve"> </w:t>
      </w:r>
      <w:r w:rsidRPr="00C64EB4">
        <w:rPr>
          <w:rFonts w:hint="cs"/>
          <w:cs/>
        </w:rPr>
        <w:t>इसे</w:t>
      </w:r>
      <w:r>
        <w:rPr>
          <w:cs/>
        </w:rPr>
        <w:t xml:space="preserve"> </w:t>
      </w:r>
      <w:r w:rsidRPr="00C64EB4">
        <w:rPr>
          <w:rFonts w:hint="cs"/>
          <w:cs/>
        </w:rPr>
        <w:t>बेशुमार</w:t>
      </w:r>
      <w:r>
        <w:rPr>
          <w:cs/>
        </w:rPr>
        <w:t xml:space="preserve"> </w:t>
      </w:r>
      <w:r w:rsidRPr="00C64EB4">
        <w:rPr>
          <w:rFonts w:hint="cs"/>
          <w:cs/>
        </w:rPr>
        <w:lastRenderedPageBreak/>
        <w:t>फ़हूल</w:t>
      </w:r>
      <w:r>
        <w:rPr>
          <w:cs/>
        </w:rPr>
        <w:t xml:space="preserve"> </w:t>
      </w:r>
      <w:r w:rsidRPr="00C64EB4">
        <w:rPr>
          <w:rFonts w:hint="cs"/>
          <w:cs/>
        </w:rPr>
        <w:t>उलमा</w:t>
      </w:r>
      <w:r>
        <w:rPr>
          <w:cs/>
        </w:rPr>
        <w:t xml:space="preserve"> </w:t>
      </w:r>
      <w:r w:rsidRPr="00C64EB4">
        <w:rPr>
          <w:rFonts w:hint="cs"/>
          <w:cs/>
        </w:rPr>
        <w:t>व</w:t>
      </w:r>
      <w:r>
        <w:rPr>
          <w:cs/>
        </w:rPr>
        <w:t xml:space="preserve"> </w:t>
      </w:r>
      <w:r w:rsidRPr="00C64EB4">
        <w:rPr>
          <w:rFonts w:hint="cs"/>
          <w:cs/>
        </w:rPr>
        <w:t>मुवर्रेख़ीन</w:t>
      </w:r>
      <w:r>
        <w:rPr>
          <w:cs/>
        </w:rPr>
        <w:t xml:space="preserve"> </w:t>
      </w:r>
      <w:r w:rsidRPr="00C64EB4">
        <w:rPr>
          <w:rFonts w:hint="cs"/>
          <w:cs/>
        </w:rPr>
        <w:t>ने</w:t>
      </w:r>
      <w:r>
        <w:rPr>
          <w:cs/>
        </w:rPr>
        <w:t xml:space="preserve"> </w:t>
      </w:r>
      <w:r w:rsidRPr="00C64EB4">
        <w:rPr>
          <w:rFonts w:hint="cs"/>
          <w:cs/>
        </w:rPr>
        <w:t>उन्हीं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अश्आर</w:t>
      </w:r>
      <w:r>
        <w:rPr>
          <w:cs/>
        </w:rPr>
        <w:t xml:space="preserve"> </w:t>
      </w:r>
      <w:r w:rsidRPr="00C64EB4">
        <w:rPr>
          <w:rFonts w:hint="cs"/>
          <w:cs/>
        </w:rPr>
        <w:t>तसलीम</w:t>
      </w:r>
      <w:r>
        <w:rPr>
          <w:cs/>
        </w:rPr>
        <w:t xml:space="preserve"> </w:t>
      </w:r>
      <w:r w:rsidRPr="00C64EB4">
        <w:rPr>
          <w:rFonts w:hint="cs"/>
          <w:cs/>
        </w:rPr>
        <w:t>किए</w:t>
      </w:r>
      <w:r>
        <w:rPr>
          <w:cs/>
        </w:rPr>
        <w:t xml:space="preserve"> </w:t>
      </w:r>
      <w:r w:rsidRPr="00C64EB4">
        <w:rPr>
          <w:rFonts w:hint="cs"/>
          <w:cs/>
        </w:rPr>
        <w:t>हैं</w:t>
      </w:r>
      <w:r>
        <w:rPr>
          <w:cs/>
        </w:rPr>
        <w:t xml:space="preserve"> </w:t>
      </w:r>
      <w:r w:rsidRPr="00C64EB4">
        <w:rPr>
          <w:rFonts w:hint="cs"/>
          <w:cs/>
        </w:rPr>
        <w:t>जिनमें</w:t>
      </w:r>
      <w:r>
        <w:rPr>
          <w:cs/>
        </w:rPr>
        <w:t xml:space="preserve"> </w:t>
      </w:r>
      <w:r w:rsidRPr="00C64EB4">
        <w:rPr>
          <w:rFonts w:hint="cs"/>
          <w:cs/>
        </w:rPr>
        <w:t>इमाम</w:t>
      </w:r>
      <w:r>
        <w:rPr>
          <w:cs/>
        </w:rPr>
        <w:t xml:space="preserve"> </w:t>
      </w:r>
      <w:r w:rsidRPr="00C64EB4">
        <w:rPr>
          <w:rFonts w:hint="cs"/>
          <w:cs/>
        </w:rPr>
        <w:t>अल</w:t>
      </w:r>
      <w:r>
        <w:rPr>
          <w:cs/>
        </w:rPr>
        <w:t xml:space="preserve"> </w:t>
      </w:r>
      <w:r w:rsidRPr="00C64EB4">
        <w:rPr>
          <w:rFonts w:hint="cs"/>
          <w:cs/>
        </w:rPr>
        <w:t>मोहक़ेक़ीन</w:t>
      </w:r>
      <w:r>
        <w:rPr>
          <w:cs/>
        </w:rPr>
        <w:t xml:space="preserve"> </w:t>
      </w:r>
      <w:r w:rsidRPr="00C64EB4">
        <w:rPr>
          <w:rFonts w:hint="cs"/>
          <w:cs/>
        </w:rPr>
        <w:t>अल्लामा</w:t>
      </w:r>
      <w:r>
        <w:rPr>
          <w:cs/>
        </w:rPr>
        <w:t xml:space="preserve"> </w:t>
      </w:r>
      <w:r w:rsidRPr="00C64EB4">
        <w:rPr>
          <w:rFonts w:hint="cs"/>
          <w:cs/>
        </w:rPr>
        <w:t>शेख़</w:t>
      </w:r>
      <w:r>
        <w:rPr>
          <w:cs/>
        </w:rPr>
        <w:t xml:space="preserve"> </w:t>
      </w:r>
      <w:r w:rsidRPr="00C64EB4">
        <w:rPr>
          <w:rFonts w:hint="cs"/>
          <w:cs/>
        </w:rPr>
        <w:t>मुफ़ीद</w:t>
      </w:r>
      <w:r>
        <w:rPr>
          <w:cs/>
        </w:rPr>
        <w:t xml:space="preserve"> </w:t>
      </w:r>
      <w:r w:rsidRPr="00C64EB4">
        <w:rPr>
          <w:rFonts w:hint="cs"/>
          <w:cs/>
        </w:rPr>
        <w:t>अलै</w:t>
      </w:r>
      <w:r>
        <w:rPr>
          <w:cs/>
        </w:rPr>
        <w:t xml:space="preserve"> </w:t>
      </w:r>
      <w:r w:rsidRPr="00C64EB4">
        <w:rPr>
          <w:rFonts w:hint="cs"/>
          <w:cs/>
        </w:rPr>
        <w:t>हिर</w:t>
      </w:r>
      <w:r>
        <w:rPr>
          <w:cs/>
        </w:rPr>
        <w:t xml:space="preserve"> </w:t>
      </w:r>
      <w:r w:rsidRPr="00C64EB4">
        <w:rPr>
          <w:rFonts w:hint="cs"/>
          <w:cs/>
        </w:rPr>
        <w:t>रहमा</w:t>
      </w:r>
      <w:r>
        <w:rPr>
          <w:cs/>
        </w:rPr>
        <w:t xml:space="preserve"> </w:t>
      </w:r>
      <w:r w:rsidRPr="00C64EB4">
        <w:rPr>
          <w:rFonts w:hint="cs"/>
          <w:cs/>
        </w:rPr>
        <w:t>मौतूफ़ी</w:t>
      </w:r>
      <w:r>
        <w:rPr>
          <w:cs/>
        </w:rPr>
        <w:t xml:space="preserve"> </w:t>
      </w:r>
      <w:r w:rsidRPr="00C64EB4">
        <w:rPr>
          <w:cs/>
        </w:rPr>
        <w:t>413</w:t>
      </w:r>
      <w:r>
        <w:rPr>
          <w:cs/>
        </w:rPr>
        <w:t xml:space="preserve"> </w:t>
      </w:r>
      <w:r w:rsidRPr="00C64EB4">
        <w:rPr>
          <w:rFonts w:hint="cs"/>
          <w:cs/>
        </w:rPr>
        <w:t>हिजरी</w:t>
      </w:r>
      <w:r>
        <w:rPr>
          <w:cs/>
        </w:rPr>
        <w:t xml:space="preserve"> </w:t>
      </w:r>
      <w:r w:rsidRPr="00C64EB4">
        <w:rPr>
          <w:rFonts w:hint="cs"/>
          <w:cs/>
        </w:rPr>
        <w:t>व</w:t>
      </w:r>
      <w:r>
        <w:rPr>
          <w:cs/>
        </w:rPr>
        <w:t xml:space="preserve"> </w:t>
      </w:r>
      <w:r w:rsidRPr="00C64EB4">
        <w:rPr>
          <w:rFonts w:hint="cs"/>
          <w:cs/>
        </w:rPr>
        <w:t>इमाम</w:t>
      </w:r>
      <w:r>
        <w:rPr>
          <w:cs/>
        </w:rPr>
        <w:t xml:space="preserve"> </w:t>
      </w:r>
      <w:r w:rsidRPr="00C64EB4">
        <w:rPr>
          <w:rFonts w:hint="cs"/>
          <w:cs/>
        </w:rPr>
        <w:t>ज़दज़नी</w:t>
      </w:r>
      <w:r>
        <w:rPr>
          <w:cs/>
        </w:rPr>
        <w:t xml:space="preserve"> </w:t>
      </w:r>
      <w:r w:rsidRPr="00C64EB4">
        <w:rPr>
          <w:rFonts w:hint="cs"/>
          <w:cs/>
        </w:rPr>
        <w:t>अल</w:t>
      </w:r>
      <w:r>
        <w:rPr>
          <w:cs/>
        </w:rPr>
        <w:t xml:space="preserve"> </w:t>
      </w:r>
      <w:r w:rsidRPr="00C64EB4">
        <w:rPr>
          <w:rFonts w:hint="cs"/>
          <w:cs/>
        </w:rPr>
        <w:t>मौतूफ़ी</w:t>
      </w:r>
      <w:r>
        <w:rPr>
          <w:cs/>
        </w:rPr>
        <w:t xml:space="preserve"> </w:t>
      </w:r>
      <w:r w:rsidRPr="00C64EB4">
        <w:rPr>
          <w:cs/>
        </w:rPr>
        <w:t>431</w:t>
      </w:r>
      <w:r>
        <w:rPr>
          <w:cs/>
        </w:rPr>
        <w:t xml:space="preserve"> </w:t>
      </w:r>
      <w:r w:rsidRPr="00C64EB4">
        <w:rPr>
          <w:rFonts w:hint="cs"/>
          <w:cs/>
        </w:rPr>
        <w:t>हिजरी</w:t>
      </w:r>
      <w:r>
        <w:rPr>
          <w:cs/>
        </w:rPr>
        <w:t xml:space="preserve"> </w:t>
      </w:r>
      <w:r w:rsidRPr="00C64EB4">
        <w:rPr>
          <w:rFonts w:hint="cs"/>
          <w:cs/>
        </w:rPr>
        <w:t>व</w:t>
      </w:r>
      <w:r>
        <w:rPr>
          <w:cs/>
        </w:rPr>
        <w:t xml:space="preserve"> </w:t>
      </w:r>
      <w:r w:rsidRPr="00C64EB4">
        <w:rPr>
          <w:rFonts w:hint="cs"/>
          <w:cs/>
        </w:rPr>
        <w:t>अल्लामा</w:t>
      </w:r>
      <w:r>
        <w:rPr>
          <w:cs/>
        </w:rPr>
        <w:t xml:space="preserve"> </w:t>
      </w:r>
      <w:r w:rsidRPr="00C64EB4">
        <w:rPr>
          <w:rFonts w:hint="cs"/>
          <w:cs/>
        </w:rPr>
        <w:t>इब्ने</w:t>
      </w:r>
      <w:r>
        <w:rPr>
          <w:cs/>
        </w:rPr>
        <w:t xml:space="preserve"> </w:t>
      </w:r>
      <w:r w:rsidRPr="00C64EB4">
        <w:rPr>
          <w:rFonts w:hint="cs"/>
          <w:cs/>
        </w:rPr>
        <w:t>हजर</w:t>
      </w:r>
      <w:r>
        <w:rPr>
          <w:cs/>
        </w:rPr>
        <w:t xml:space="preserve"> </w:t>
      </w:r>
      <w:r w:rsidRPr="00C64EB4">
        <w:rPr>
          <w:rFonts w:hint="cs"/>
          <w:cs/>
        </w:rPr>
        <w:t>मक्की</w:t>
      </w:r>
      <w:r>
        <w:rPr>
          <w:cs/>
        </w:rPr>
        <w:t xml:space="preserve"> </w:t>
      </w:r>
      <w:r w:rsidRPr="00C64EB4">
        <w:rPr>
          <w:rFonts w:hint="cs"/>
          <w:cs/>
        </w:rPr>
        <w:t>व</w:t>
      </w:r>
      <w:r>
        <w:rPr>
          <w:cs/>
        </w:rPr>
        <w:t xml:space="preserve"> </w:t>
      </w:r>
      <w:r w:rsidRPr="00C64EB4">
        <w:rPr>
          <w:rFonts w:hint="cs"/>
          <w:cs/>
        </w:rPr>
        <w:t>हाफ़िज़</w:t>
      </w:r>
      <w:r>
        <w:rPr>
          <w:cs/>
        </w:rPr>
        <w:t xml:space="preserve"> </w:t>
      </w:r>
      <w:r w:rsidRPr="00C64EB4">
        <w:rPr>
          <w:rFonts w:hint="cs"/>
          <w:cs/>
        </w:rPr>
        <w:t>अबू</w:t>
      </w:r>
      <w:r>
        <w:rPr>
          <w:cs/>
        </w:rPr>
        <w:t xml:space="preserve"> </w:t>
      </w:r>
      <w:r w:rsidRPr="00C64EB4">
        <w:rPr>
          <w:rFonts w:hint="cs"/>
          <w:cs/>
        </w:rPr>
        <w:t>नईम</w:t>
      </w:r>
      <w:r>
        <w:rPr>
          <w:cs/>
        </w:rPr>
        <w:t xml:space="preserve"> </w:t>
      </w:r>
      <w:r w:rsidRPr="00C64EB4">
        <w:rPr>
          <w:rFonts w:hint="cs"/>
          <w:cs/>
        </w:rPr>
        <w:t>और</w:t>
      </w:r>
      <w:r>
        <w:rPr>
          <w:cs/>
        </w:rPr>
        <w:t xml:space="preserve"> </w:t>
      </w:r>
      <w:r w:rsidRPr="00C64EB4">
        <w:rPr>
          <w:rFonts w:hint="cs"/>
          <w:cs/>
        </w:rPr>
        <w:t>साहेबे</w:t>
      </w:r>
      <w:r>
        <w:rPr>
          <w:cs/>
        </w:rPr>
        <w:t xml:space="preserve"> </w:t>
      </w:r>
      <w:r w:rsidRPr="00C64EB4">
        <w:rPr>
          <w:rFonts w:hint="cs"/>
          <w:cs/>
        </w:rPr>
        <w:t>मज़ा</w:t>
      </w:r>
      <w:r>
        <w:rPr>
          <w:cs/>
        </w:rPr>
        <w:t xml:space="preserve"> </w:t>
      </w:r>
      <w:r w:rsidRPr="00C64EB4">
        <w:rPr>
          <w:rFonts w:hint="cs"/>
          <w:cs/>
        </w:rPr>
        <w:t>फिल</w:t>
      </w:r>
      <w:r>
        <w:rPr>
          <w:cs/>
        </w:rPr>
        <w:t xml:space="preserve"> </w:t>
      </w:r>
      <w:r w:rsidRPr="00C64EB4">
        <w:rPr>
          <w:rFonts w:hint="cs"/>
          <w:cs/>
        </w:rPr>
        <w:t>अदब</w:t>
      </w:r>
      <w:r>
        <w:rPr>
          <w:cs/>
        </w:rPr>
        <w:t xml:space="preserve"> </w:t>
      </w:r>
      <w:r w:rsidRPr="00C64EB4">
        <w:rPr>
          <w:rFonts w:hint="cs"/>
          <w:cs/>
        </w:rPr>
        <w:t>शामिल</w:t>
      </w:r>
      <w:r>
        <w:rPr>
          <w:cs/>
        </w:rPr>
        <w:t xml:space="preserve"> </w:t>
      </w:r>
      <w:r w:rsidRPr="00C64EB4">
        <w:rPr>
          <w:rFonts w:hint="cs"/>
          <w:cs/>
        </w:rPr>
        <w:t>हैं।</w:t>
      </w:r>
      <w:r>
        <w:rPr>
          <w:cs/>
        </w:rPr>
        <w:t xml:space="preserve"> </w:t>
      </w:r>
      <w:r w:rsidRPr="00C64EB4">
        <w:rPr>
          <w:rFonts w:hint="cs"/>
          <w:cs/>
        </w:rPr>
        <w:t>मुलाहेज़ा</w:t>
      </w:r>
      <w:r>
        <w:rPr>
          <w:cs/>
        </w:rPr>
        <w:t xml:space="preserve"> </w:t>
      </w:r>
      <w:r w:rsidRPr="00C64EB4">
        <w:rPr>
          <w:rFonts w:hint="cs"/>
          <w:cs/>
        </w:rPr>
        <w:t>हो</w:t>
      </w:r>
      <w:r>
        <w:rPr>
          <w:cs/>
        </w:rPr>
        <w:t xml:space="preserve"> </w:t>
      </w:r>
      <w:r w:rsidRPr="00C64EB4">
        <w:rPr>
          <w:rFonts w:hint="cs"/>
          <w:cs/>
        </w:rPr>
        <w:t>इरशाद</w:t>
      </w:r>
      <w:r>
        <w:rPr>
          <w:cs/>
        </w:rPr>
        <w:t xml:space="preserve"> </w:t>
      </w:r>
      <w:r w:rsidRPr="00C64EB4">
        <w:rPr>
          <w:rFonts w:hint="cs"/>
          <w:cs/>
        </w:rPr>
        <w:t>मुफ़ीद</w:t>
      </w:r>
      <w:r>
        <w:rPr>
          <w:cs/>
        </w:rPr>
        <w:t xml:space="preserve"> पृष्ठ </w:t>
      </w:r>
      <w:r w:rsidRPr="00C64EB4">
        <w:rPr>
          <w:cs/>
        </w:rPr>
        <w:t>399</w:t>
      </w:r>
      <w:r>
        <w:rPr>
          <w:cs/>
        </w:rPr>
        <w:t xml:space="preserve"> प्रकाशित </w:t>
      </w:r>
      <w:r w:rsidRPr="00C64EB4">
        <w:rPr>
          <w:rFonts w:hint="cs"/>
          <w:cs/>
        </w:rPr>
        <w:t>ईरान</w:t>
      </w:r>
      <w:r>
        <w:rPr>
          <w:cs/>
        </w:rPr>
        <w:t xml:space="preserve"> </w:t>
      </w:r>
      <w:r w:rsidRPr="00C64EB4">
        <w:rPr>
          <w:cs/>
        </w:rPr>
        <w:t>1303</w:t>
      </w:r>
      <w:r>
        <w:rPr>
          <w:cs/>
        </w:rPr>
        <w:t xml:space="preserve"> </w:t>
      </w:r>
      <w:r w:rsidRPr="00C64EB4">
        <w:rPr>
          <w:rFonts w:hint="cs"/>
          <w:cs/>
        </w:rPr>
        <w:t>इन</w:t>
      </w:r>
      <w:r>
        <w:rPr>
          <w:cs/>
        </w:rPr>
        <w:t xml:space="preserve"> </w:t>
      </w:r>
      <w:r w:rsidRPr="00C64EB4">
        <w:rPr>
          <w:rFonts w:hint="cs"/>
          <w:cs/>
        </w:rPr>
        <w:t>उलमा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तसलीम</w:t>
      </w:r>
      <w:r>
        <w:rPr>
          <w:cs/>
        </w:rPr>
        <w:t xml:space="preserve"> </w:t>
      </w:r>
      <w:r w:rsidRPr="00C64EB4">
        <w:rPr>
          <w:rFonts w:hint="cs"/>
          <w:cs/>
        </w:rPr>
        <w:t>करने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बाद</w:t>
      </w:r>
      <w:r>
        <w:rPr>
          <w:cs/>
        </w:rPr>
        <w:t xml:space="preserve"> </w:t>
      </w:r>
      <w:r w:rsidRPr="00C64EB4">
        <w:rPr>
          <w:rFonts w:hint="cs"/>
          <w:cs/>
        </w:rPr>
        <w:t>किसी</w:t>
      </w:r>
      <w:r>
        <w:rPr>
          <w:cs/>
        </w:rPr>
        <w:t xml:space="preserve"> </w:t>
      </w:r>
      <w:r w:rsidRPr="00C64EB4">
        <w:rPr>
          <w:rFonts w:hint="cs"/>
          <w:cs/>
        </w:rPr>
        <w:t>फ़रदे</w:t>
      </w:r>
      <w:r>
        <w:rPr>
          <w:cs/>
        </w:rPr>
        <w:t xml:space="preserve"> </w:t>
      </w:r>
      <w:r w:rsidRPr="00C64EB4">
        <w:rPr>
          <w:rFonts w:hint="cs"/>
          <w:cs/>
        </w:rPr>
        <w:t>वाहिद</w:t>
      </w:r>
      <w:r>
        <w:rPr>
          <w:cs/>
        </w:rPr>
        <w:t xml:space="preserve"> </w:t>
      </w:r>
      <w:r w:rsidRPr="00C64EB4">
        <w:rPr>
          <w:rFonts w:hint="cs"/>
          <w:cs/>
        </w:rPr>
        <w:t>के</w:t>
      </w:r>
      <w:r>
        <w:rPr>
          <w:cs/>
        </w:rPr>
        <w:t xml:space="preserve"> </w:t>
      </w:r>
      <w:r w:rsidRPr="00C64EB4">
        <w:rPr>
          <w:rFonts w:hint="cs"/>
          <w:cs/>
        </w:rPr>
        <w:t>इनकार</w:t>
      </w:r>
      <w:r>
        <w:rPr>
          <w:cs/>
        </w:rPr>
        <w:t xml:space="preserve"> </w:t>
      </w:r>
      <w:r w:rsidRPr="00C64EB4">
        <w:rPr>
          <w:rFonts w:hint="cs"/>
          <w:cs/>
        </w:rPr>
        <w:t>से</w:t>
      </w:r>
      <w:r>
        <w:rPr>
          <w:cs/>
        </w:rPr>
        <w:t xml:space="preserve"> </w:t>
      </w:r>
      <w:r w:rsidRPr="00C64EB4">
        <w:rPr>
          <w:rFonts w:hint="cs"/>
          <w:cs/>
        </w:rPr>
        <w:t>कोई</w:t>
      </w:r>
      <w:r>
        <w:rPr>
          <w:cs/>
        </w:rPr>
        <w:t xml:space="preserve"> </w:t>
      </w:r>
      <w:r w:rsidRPr="00C64EB4">
        <w:rPr>
          <w:rFonts w:hint="cs"/>
          <w:cs/>
        </w:rPr>
        <w:t>असर</w:t>
      </w:r>
      <w:r>
        <w:rPr>
          <w:cs/>
        </w:rPr>
        <w:t xml:space="preserve"> </w:t>
      </w:r>
      <w:r w:rsidRPr="00C64EB4">
        <w:rPr>
          <w:rFonts w:hint="cs"/>
          <w:cs/>
        </w:rPr>
        <w:t>नहीं</w:t>
      </w:r>
      <w:r>
        <w:rPr>
          <w:cs/>
        </w:rPr>
        <w:t xml:space="preserve"> </w:t>
      </w:r>
      <w:r w:rsidRPr="00C64EB4">
        <w:rPr>
          <w:rFonts w:hint="cs"/>
          <w:cs/>
        </w:rPr>
        <w:t>पड़ा।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बुलन्दी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रूकने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हतीम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असवद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निज़्दे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छड़ी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महकती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ख़ुशबू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व्ह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इज़्ज़त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नज़र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झुकाए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मुस्कुराए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आजाए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जबीं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नूरे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कुफ्ऱ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घटता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यूँ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ज़ियाए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तारीकियाँ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फ़ज़ीलत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नबीयो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पस्त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उम्मतें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रूतबे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फ़ितरत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आदात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वाक़िफ़</w:t>
      </w:r>
      <w:r>
        <w:rPr>
          <w:cs/>
          <w:lang w:bidi="hi-IN"/>
        </w:rPr>
        <w:t xml:space="preserve"> </w:t>
      </w:r>
      <w:r w:rsidRPr="00C64EB4">
        <w:t>’’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नबियों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अज़ल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शराफ़तों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अज़्ज़त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लौह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क़लम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ज़र्र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अन्जान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बरसते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फ़ैज़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यकसाँ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नरम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बाज़ियों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ख़ुल्क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ज़ीनते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मुसिबतों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क़बीलों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शमाएल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बजुज़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तशहुद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तशहुद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नअम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lastRenderedPageBreak/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खि़लाफ़े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ज़ात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अफ़लासो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रंजो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फ़क्रा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कुफ़्र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इसका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निजातो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ख़लाएक़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पहुँचना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सख़ावत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सख़ी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पांएगे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क़दम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क़हत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भड़के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बेज़री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बदी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ज़िक्रे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खु़दा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मज़म्मत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क़रीब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करीमे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सख़ावत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कम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बहम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ग़ैज़ो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ग़ज़ब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पेचो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फ़ेहरीस्त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बमुक़ाम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असफ़ान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उजरत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क़सदे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लेते।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देगा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क़बलहल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मतालेबुस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सूऊल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226,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403,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मजालिसे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अदब</w:t>
      </w:r>
      <w:r w:rsidRPr="001A0CC2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6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254,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वसीलतुन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नजात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320,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अहमदी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328,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तारीख़े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आइम्मा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369,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हुलयतुल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अवलिया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हाफ़िज़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अबू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नईम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रिसाला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हक़ाएक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लख़नऊ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जारचवी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तय्यार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घबराते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lang w:bidi="hi-IN"/>
        </w:rPr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ख़्याल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रक़म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आख़ेरत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उम्मीदवार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बेहारूल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फ़रज़दक़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तज़किरा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मोहम्मद</w:t>
      </w:r>
      <w:r>
        <w:rPr>
          <w:rStyle w:val="libFootnote0Char"/>
          <w:rFonts w:eastAsia="Calibri"/>
          <w:cs/>
          <w:lang w:bidi="hi-IN"/>
        </w:rPr>
        <w:t xml:space="preserve"> (</w:t>
      </w:r>
      <w:r w:rsidRPr="001A0CC2">
        <w:rPr>
          <w:rStyle w:val="libFootnote0Char"/>
          <w:rFonts w:eastAsia="Calibri" w:hint="cs"/>
          <w:cs/>
          <w:lang w:bidi="hi-IN"/>
        </w:rPr>
        <w:t>स</w:t>
      </w:r>
      <w:r w:rsidRPr="001A0CC2">
        <w:rPr>
          <w:rStyle w:val="libFootnote0Char"/>
          <w:rFonts w:eastAsia="Calibri"/>
          <w:cs/>
          <w:lang w:bidi="hi-IN"/>
        </w:rPr>
        <w:t>.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.</w:t>
      </w:r>
      <w:r w:rsidRPr="001A0CC2">
        <w:rPr>
          <w:rStyle w:val="libFootnote0Char"/>
          <w:rFonts w:eastAsia="Calibri" w:hint="cs"/>
          <w:cs/>
          <w:lang w:bidi="hi-IN"/>
        </w:rPr>
        <w:t>अ</w:t>
      </w:r>
      <w:r w:rsidRPr="001A0CC2">
        <w:rPr>
          <w:rStyle w:val="libFootnote0Char"/>
          <w:rFonts w:eastAsia="Calibri"/>
          <w:cs/>
          <w:lang w:bidi="hi-IN"/>
        </w:rPr>
        <w:t>.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</w:t>
      </w:r>
      <w:r>
        <w:rPr>
          <w:cs/>
          <w:lang w:bidi="hi-IN"/>
        </w:rPr>
        <w:t xml:space="preserve"> पृष्ठ </w:t>
      </w:r>
      <w:r w:rsidRPr="00C64EB4">
        <w:rPr>
          <w:cs/>
          <w:lang w:bidi="hi-IN"/>
        </w:rPr>
        <w:t>190</w:t>
      </w:r>
      <w:r>
        <w:rPr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33" w:name="_Toc456488381"/>
      <w:bookmarkStart w:id="134" w:name="_Toc472853761"/>
      <w:bookmarkStart w:id="135" w:name="_Toc473099975"/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56112A">
        <w:rPr>
          <w:cs/>
          <w:lang w:bidi="hi-IN"/>
        </w:rPr>
        <w:t>स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अ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 w:rsidRPr="0056112A">
        <w:rPr>
          <w:rtl/>
          <w:cs/>
          <w:lang w:bidi="hi-IN"/>
        </w:rPr>
        <w:t>व</w:t>
      </w:r>
      <w:r w:rsidRPr="0056112A">
        <w:rPr>
          <w:rtl/>
          <w:cs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bookmarkEnd w:id="133"/>
      <w:bookmarkEnd w:id="134"/>
      <w:bookmarkEnd w:id="135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सक़फी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क़ातेलाने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lastRenderedPageBreak/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मक़सद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मरूजुल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ज़हब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155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नुरूल्लाह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शूस्तरी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हिल्ली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मक़बूल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नुक़ता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जाफ़रे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सादिक़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मजालेसुल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मोमेनीन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346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लिससिले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जिलाउल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उयून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अक़ील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कै़द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छूटने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किताब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मुस्तैदी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आग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हफ़स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तारीख़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फ़िदा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शिम्र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घोड़ों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टापों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वसीलतुन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नजात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सरकरदगी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लशकर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अबुल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फ़िदा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कै़स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बजदल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उंगली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तुफ़ैल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अलमदारे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सालिक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ख़ालिद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बिजली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क़ैस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शरीक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सनान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हबीब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उल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सैर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गिरफ़्तार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रौज़तुल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सफ़ा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मुलाक़ात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हुरमुला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काहिल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 w:rsidRPr="00C64EB4">
        <w:t>?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चखा।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सजदा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लगे।ग़र्ज़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क़ातेलाने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क़ाज़ी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मेबज़ी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मुतर्ज़वी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स</w:t>
      </w:r>
      <w:r w:rsidRPr="001A0CC2">
        <w:rPr>
          <w:rStyle w:val="libFootnote0Char"/>
          <w:rFonts w:eastAsia="Calibri"/>
          <w:cs/>
          <w:lang w:bidi="hi-IN"/>
        </w:rPr>
        <w:t>.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</w:t>
      </w:r>
      <w:r w:rsidRPr="001A0CC2">
        <w:rPr>
          <w:rStyle w:val="libFootnote0Char"/>
          <w:rFonts w:eastAsia="Calibri"/>
          <w:cs/>
          <w:lang w:bidi="hi-IN"/>
        </w:rPr>
        <w:t>.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(</w:t>
      </w:r>
      <w:r w:rsidRPr="00C64EB4">
        <w:rPr>
          <w:cs/>
          <w:lang w:bidi="hi-IN"/>
        </w:rPr>
        <w:t>80,303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थी।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सांप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खि़दमत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शुक्रे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दुआएं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मुवर्रेखी़न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कंघी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तेल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चीज़ों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।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अक़दे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फ़रीद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251,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नुरूल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मजालिसे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मोमेनीन</w:t>
      </w:r>
      <w:r w:rsidRPr="001A0CC2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बेहारूल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अनवार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ग़र्ज़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मुख़्तार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शोहदा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कारहाय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रमज़ान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67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दारूल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राजेऊन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तफ़सील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के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लिये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मुलाहेज़ा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हो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किताब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मुख़्तार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आले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मोहम्मद</w:t>
      </w:r>
      <w:r>
        <w:rPr>
          <w:rStyle w:val="libFootnote0Char"/>
          <w:rFonts w:eastAsia="Calibri"/>
          <w:cs/>
          <w:lang w:bidi="hi-IN"/>
        </w:rPr>
        <w:t xml:space="preserve"> (</w:t>
      </w:r>
      <w:r w:rsidRPr="001A0CC2">
        <w:rPr>
          <w:rStyle w:val="libFootnote0Char"/>
          <w:rFonts w:eastAsia="Calibri" w:hint="cs"/>
          <w:cs/>
          <w:lang w:bidi="hi-IN"/>
        </w:rPr>
        <w:t>स</w:t>
      </w:r>
      <w:r w:rsidRPr="001A0CC2">
        <w:rPr>
          <w:rStyle w:val="libFootnote0Char"/>
          <w:rFonts w:eastAsia="Calibri"/>
          <w:cs/>
          <w:lang w:bidi="hi-IN"/>
        </w:rPr>
        <w:t>.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</w:t>
      </w:r>
      <w:r w:rsidRPr="001A0CC2">
        <w:rPr>
          <w:rStyle w:val="libFootnote0Char"/>
          <w:rFonts w:eastAsia="Calibri"/>
          <w:cs/>
          <w:lang w:bidi="hi-IN"/>
        </w:rPr>
        <w:t>.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मोअल्लेफ़ा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हक़ीर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मतबूआ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>)</w:t>
      </w:r>
    </w:p>
    <w:p w:rsidR="005300D1" w:rsidRPr="00C64EB4" w:rsidRDefault="005300D1" w:rsidP="005300D1">
      <w:pPr>
        <w:pStyle w:val="libNormal"/>
        <w:rPr>
          <w:lang w:bidi="hi-IN"/>
        </w:rPr>
      </w:pPr>
    </w:p>
    <w:p w:rsidR="005300D1" w:rsidRPr="00C64EB4" w:rsidRDefault="005300D1" w:rsidP="005300D1">
      <w:pPr>
        <w:pStyle w:val="Heading1"/>
      </w:pPr>
      <w:bookmarkStart w:id="136" w:name="_Toc456488382"/>
      <w:bookmarkStart w:id="137" w:name="_Toc472853762"/>
      <w:bookmarkStart w:id="138" w:name="_Toc473099976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bookmarkEnd w:id="136"/>
      <w:bookmarkEnd w:id="137"/>
      <w:bookmarkEnd w:id="138"/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86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ज़ालिमों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मुक़र्रर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मुनसिफ़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मिजाज़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फ़य्याज़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गर्वनरी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वाक़ेया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87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सरवरे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रौज़े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मरम्मत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ज़रूरत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मुक़द्दस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जाय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वफ़ा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वफ़ा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386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फ़िदक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तबर्रा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</w:pPr>
      <w:bookmarkStart w:id="139" w:name="_Toc456488383"/>
      <w:bookmarkStart w:id="140" w:name="_Toc472853763"/>
      <w:bookmarkStart w:id="141" w:name="_Toc473099977"/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bookmarkEnd w:id="139"/>
      <w:bookmarkEnd w:id="140"/>
      <w:bookmarkEnd w:id="141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नशीनी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इक़तेदार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बतारीख़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95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मुताबिक़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714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</w:t>
      </w:r>
      <w:r w:rsidRPr="00C64EB4">
        <w:rPr>
          <w:cs/>
          <w:lang w:bidi="hi-IN"/>
        </w:rPr>
        <w:t>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बाक़िर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नमाज़े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जनाज़े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पढ़ाई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जन्नतुल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शिब्लन्जी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सबाग़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मालेकी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अनल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ज़हर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नूरूल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अबसार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120,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फ़ुसूल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महमा</w:t>
      </w:r>
      <w:r w:rsidRPr="001A0CC2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तज़किराए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सिब्ते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जौज़ी</w:t>
      </w:r>
      <w:r w:rsidRPr="001A0CC2">
        <w:rPr>
          <w:rStyle w:val="libFootnote0Char"/>
          <w:rFonts w:eastAsia="Calibri"/>
        </w:rPr>
        <w:t>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444,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मनाक़िब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121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जामी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शवाहेदुन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नबूवत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179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57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142" w:name="_Toc456488384"/>
      <w:bookmarkStart w:id="143" w:name="_Toc472853764"/>
      <w:bookmarkStart w:id="144" w:name="_Toc473099978"/>
      <w:r w:rsidRPr="00C64EB4">
        <w:rPr>
          <w:rFonts w:hint="cs"/>
          <w:cs/>
          <w:lang w:bidi="hi-IN"/>
        </w:rPr>
        <w:lastRenderedPageBreak/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bookmarkEnd w:id="142"/>
      <w:bookmarkEnd w:id="143"/>
      <w:bookmarkEnd w:id="144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उलेमा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फ़रीक़ैन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इत्तेफ़ाक़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लड़कियां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छोड़ीं।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सवाएक़े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मोहर्रेक़ा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120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अरजहुल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 w:hint="cs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444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मुफ़ीद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अवलादों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1.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फ़ात्मा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2.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अब्दुल्लाह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3.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हसन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4.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ज़ैद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5.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उमर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6.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हुसैन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7.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रहमान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8.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सुलैमान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9.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अली</w:t>
      </w:r>
      <w:r w:rsidRPr="00C64EB4">
        <w:t>,</w:t>
      </w:r>
      <w:r>
        <w:rPr>
          <w:cs/>
          <w:lang w:bidi="hi-IN"/>
        </w:rPr>
        <w:t xml:space="preserve"> 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10.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  <w:r w:rsidRPr="00C64EB4">
        <w:t>,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11.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असग़र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12.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ख़दीजा</w:t>
      </w:r>
      <w:r w:rsidRPr="00C64EB4">
        <w:t>,</w:t>
      </w:r>
      <w:r>
        <w:rPr>
          <w:cs/>
          <w:lang w:bidi="hi-IN"/>
        </w:rPr>
        <w:t xml:space="preserve"> 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13.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फ़ात्मा</w:t>
      </w:r>
      <w:r w:rsidRPr="00C64EB4">
        <w:t>,</w:t>
      </w:r>
      <w:r>
        <w:rPr>
          <w:cs/>
          <w:lang w:bidi="hi-IN"/>
        </w:rPr>
        <w:t xml:space="preserve"> 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lastRenderedPageBreak/>
        <w:t>14.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आलीया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15.</w:t>
      </w:r>
      <w:r w:rsidRPr="00C64EB4">
        <w:rPr>
          <w:cs/>
          <w:lang w:bidi="hi-IN"/>
        </w:rPr>
        <w:tab/>
      </w:r>
      <w:r w:rsidRPr="00C64EB4"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कुल्सूम।</w:t>
      </w:r>
    </w:p>
    <w:p w:rsidR="005300D1" w:rsidRPr="00C64EB4" w:rsidRDefault="005300D1" w:rsidP="005300D1">
      <w:pPr>
        <w:pStyle w:val="libNormal"/>
      </w:pPr>
      <w:r>
        <w:rPr>
          <w:rStyle w:val="libFootnote0Char"/>
          <w:rFonts w:eastAsia="Calibri"/>
          <w:cs/>
          <w:lang w:bidi="hi-IN"/>
        </w:rPr>
        <w:t>(</w:t>
      </w:r>
      <w:r w:rsidRPr="001A0CC2">
        <w:rPr>
          <w:rStyle w:val="libFootnote0Char"/>
          <w:rFonts w:eastAsia="Calibri" w:hint="cs"/>
          <w:cs/>
          <w:lang w:bidi="hi-IN"/>
        </w:rPr>
        <w:t>इरशाद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मुफ़ीद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 w:hint="cs"/>
          <w:cs/>
          <w:lang w:bidi="hi-IN"/>
        </w:rPr>
        <w:t>फ़ारसी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1A0CC2">
        <w:rPr>
          <w:rStyle w:val="libFootnote0Char"/>
          <w:rFonts w:eastAsia="Calibri"/>
        </w:rPr>
        <w:t>401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145" w:name="_Toc456488385"/>
      <w:bookmarkStart w:id="146" w:name="_Toc472853765"/>
      <w:bookmarkStart w:id="147" w:name="_Toc473099979"/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bookmarkEnd w:id="145"/>
      <w:bookmarkEnd w:id="146"/>
      <w:bookmarkEnd w:id="147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बाक़र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80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121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यकुम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सफ़र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(</w:t>
      </w:r>
      <w:r w:rsidRPr="00C64EB4">
        <w:rPr>
          <w:cs/>
          <w:lang w:bidi="hi-IN"/>
        </w:rPr>
        <w:t>40000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कूफ़ीयों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मौक़ा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मआसरीन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नकस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आज़म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खि़ताब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रफ़ज़त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मूनी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कूफी़यों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!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कूफ़ीयों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राफ़ज़ी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अफ़राद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अमीरे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पेशानी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ज़मीन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बढ़ा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ज़ख़्म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बवजूद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ख़ादिमों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दफ़्न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दुश्मानों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सुराग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क़ब्र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क़ुदरत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मकड़ी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औरतैन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मक़ामात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जाला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ख़मीस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357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व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हयातुल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हैवान</w:t>
      </w:r>
      <w:r>
        <w:rPr>
          <w:rStyle w:val="libFootnote0Char"/>
          <w:rFonts w:eastAsia="Calibri"/>
          <w:cs/>
          <w:lang w:bidi="hi-IN"/>
        </w:rPr>
        <w:t>)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नज़रे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आतश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उमदतुल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248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42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मनाक़िब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फ़ज़ाएल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हलीफ़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क़ुरआन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क़याम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मक़ाम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इब्नुल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वरदी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38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हज्जाज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वासित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याहया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कारनामे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अवराख़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हुुरूफ़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लिखे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दादहियाल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(अ.स.)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नानिहाल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वालेदा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रेता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हनफ़िया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पोती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क़त्ल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तहफ़्फ़ुज़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125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यज़ीद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पाओं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लाशे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सूली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जलाया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हथौड़े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कूट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रेज़ा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बोरे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कशती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ज़रिये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मुठ्ठी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राख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दरियाए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छिड़क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Pr="00C64EB4">
        <w:rPr>
          <w:rFonts w:hint="cs"/>
          <w:cs/>
          <w:lang w:bidi="hi-IN"/>
        </w:rPr>
        <w:t>स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)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ज़ुल्मे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अज़ीम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गया।</w:t>
      </w:r>
    </w:p>
    <w:p w:rsidR="005300D1" w:rsidRPr="00C64EB4" w:rsidRDefault="005300D1" w:rsidP="005300D1">
      <w:pPr>
        <w:pStyle w:val="libNormal"/>
      </w:pPr>
      <w:r w:rsidRPr="00C64EB4">
        <w:rPr>
          <w:cs/>
          <w:lang w:bidi="hi-IN"/>
        </w:rPr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सलतनते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खि़लाफ़त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तदाएन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बसरा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वास्ता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मूसल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ख़ुरासान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रै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जरजान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15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हज़ार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शख़्स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यूसुफ़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सक़फ़ी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मुक़ाबले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छोड़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ज़फ़ज़र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यौम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राफ़ज़ी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लफ़्ज़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>.....</w:t>
      </w:r>
      <w:r w:rsidRPr="00C64EB4">
        <w:rPr>
          <w:cs/>
          <w:lang w:bidi="hi-IN"/>
        </w:rPr>
        <w:t>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फ़रज़न्द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1.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यहीया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2.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हुसैन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4.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सादाते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बाराह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गिराम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किताब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रहमतुल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आलेमीन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जिल्द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142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Pr="00C64EB4" w:rsidRDefault="005300D1" w:rsidP="005300D1">
      <w:pPr>
        <w:pStyle w:val="libNormal"/>
      </w:pPr>
    </w:p>
    <w:p w:rsidR="005300D1" w:rsidRPr="00C64EB4" w:rsidRDefault="005300D1" w:rsidP="005300D1">
      <w:pPr>
        <w:pStyle w:val="Heading1"/>
        <w:rPr>
          <w:lang w:bidi="hi-IN"/>
        </w:rPr>
      </w:pPr>
      <w:bookmarkStart w:id="148" w:name="_Toc456488386"/>
      <w:bookmarkStart w:id="149" w:name="_Toc472853766"/>
      <w:bookmarkStart w:id="150" w:name="_Toc473099980"/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bookmarkEnd w:id="148"/>
      <w:bookmarkEnd w:id="149"/>
      <w:bookmarkEnd w:id="150"/>
    </w:p>
    <w:p w:rsidR="005300D1" w:rsidRPr="00C64EB4" w:rsidRDefault="005300D1" w:rsidP="005300D1">
      <w:pPr>
        <w:pStyle w:val="libNormal"/>
      </w:pP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प्यासा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ख़लीफ़ा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रूपोशी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ज़िन्दगी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गुज़ारते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कूफ़े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पाशी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ज़ाहिर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बड़ी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क़ाबिल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बेहिश्ती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मुलाज़ेमत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बेहिश्ती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तशरीफ़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तक़दीर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उठी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पैग़ाम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सख़्त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हुयें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आखि़र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की</w:t>
      </w:r>
      <w:r w:rsidRPr="00C64EB4">
        <w:t>,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सैदानी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बिहाई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दफ़अतन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इन्तेक़ाल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फ़रमाया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बसी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lastRenderedPageBreak/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उमदतुल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मतालिब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278,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मिनहाज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नदवा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57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Default="005300D1" w:rsidP="005300D1">
      <w:pPr>
        <w:pStyle w:val="libNormal"/>
        <w:rPr>
          <w:cs/>
          <w:lang w:bidi="hi-IN"/>
        </w:rPr>
      </w:pPr>
      <w:r w:rsidRPr="00C64EB4"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फ़रज़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असफ़हानी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मतूफ़ी</w:t>
      </w:r>
      <w:r>
        <w:rPr>
          <w:cs/>
          <w:lang w:bidi="hi-IN"/>
        </w:rPr>
        <w:t xml:space="preserve"> </w:t>
      </w:r>
      <w:r w:rsidRPr="00C64EB4">
        <w:rPr>
          <w:cs/>
          <w:lang w:bidi="hi-IN"/>
        </w:rPr>
        <w:t>356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ज़ैद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सकूं</w:t>
      </w:r>
      <w:r>
        <w:rPr>
          <w:cs/>
          <w:lang w:bidi="hi-IN"/>
        </w:rPr>
        <w:t xml:space="preserve"> </w:t>
      </w:r>
      <w:r w:rsidRPr="00C64EB4">
        <w:t>‘‘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बाना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ज़ालेका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ग़ैर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जाएज़</w:t>
      </w:r>
      <w:r>
        <w:rPr>
          <w:cs/>
          <w:lang w:bidi="hi-IN"/>
        </w:rPr>
        <w:t xml:space="preserve"> </w:t>
      </w:r>
      <w:r w:rsidRPr="00C64EB4">
        <w:t>’’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जाएज़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लड़का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कफ़ो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 w:rsidRPr="00C64EB4"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Style w:val="libFootnote0Char"/>
          <w:rFonts w:eastAsia="Calibri"/>
          <w:cs/>
          <w:lang w:bidi="hi-IN"/>
        </w:rPr>
        <w:t>(</w:t>
      </w:r>
      <w:r w:rsidRPr="004D6143">
        <w:rPr>
          <w:rStyle w:val="libFootnote0Char"/>
          <w:rFonts w:eastAsia="Calibri" w:hint="cs"/>
          <w:cs/>
          <w:lang w:bidi="hi-IN"/>
        </w:rPr>
        <w:t>मक़ातिल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अल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तालेबैन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  <w:cs/>
          <w:lang w:bidi="hi-IN"/>
        </w:rPr>
        <w:t>पृष्ठ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271,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मतबुआ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नजफ़े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अशरफ़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/>
        </w:rPr>
        <w:t>1385</w:t>
      </w:r>
      <w:r>
        <w:rPr>
          <w:rStyle w:val="libFootnote0Char"/>
          <w:rFonts w:eastAsia="Calibri"/>
          <w:cs/>
          <w:lang w:bidi="hi-IN"/>
        </w:rPr>
        <w:t xml:space="preserve"> </w:t>
      </w:r>
      <w:r w:rsidRPr="004D6143">
        <w:rPr>
          <w:rStyle w:val="libFootnote0Char"/>
          <w:rFonts w:eastAsia="Calibri" w:hint="cs"/>
          <w:cs/>
          <w:lang w:bidi="hi-IN"/>
        </w:rPr>
        <w:t>हिजरी</w:t>
      </w:r>
      <w:r>
        <w:rPr>
          <w:rStyle w:val="libFootnote0Char"/>
          <w:rFonts w:eastAsia="Calibri"/>
          <w:cs/>
          <w:lang w:bidi="hi-IN"/>
        </w:rPr>
        <w:t>)</w:t>
      </w:r>
    </w:p>
    <w:p w:rsidR="005300D1" w:rsidRDefault="005300D1" w:rsidP="005300D1">
      <w:pPr>
        <w:pStyle w:val="libLine"/>
        <w:rPr>
          <w:lang w:bidi="hi-IN"/>
        </w:rPr>
      </w:pPr>
      <w:r>
        <w:rPr>
          <w:cs/>
          <w:lang w:bidi="hi-IN"/>
        </w:rPr>
        <w:t>[[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हज़रत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ज़ैनुल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lang w:bidi="hi-IN"/>
        </w:rPr>
        <w:t xml:space="preserve">,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टाईप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दुआगौ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फाउनडेशन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नेटवर्क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कराया।</w:t>
      </w:r>
      <w:r>
        <w:rPr>
          <w:cs/>
          <w:lang w:bidi="hi-IN"/>
        </w:rPr>
        <w:t>]]</w:t>
      </w:r>
    </w:p>
    <w:p w:rsidR="005300D1" w:rsidRDefault="005300D1" w:rsidP="005300D1">
      <w:pPr>
        <w:pStyle w:val="libLine"/>
        <w:rPr>
          <w:cs/>
          <w:lang w:bidi="hi-IN"/>
        </w:rPr>
      </w:pPr>
      <w:r>
        <w:rPr>
          <w:cs/>
          <w:lang w:bidi="hi-IN"/>
        </w:rPr>
        <w:t xml:space="preserve">16-07-2016 </w:t>
      </w:r>
    </w:p>
    <w:p w:rsidR="005300D1" w:rsidRDefault="005300D1" w:rsidP="005300D1">
      <w:pPr>
        <w:spacing w:after="0" w:line="240" w:lineRule="auto"/>
        <w:rPr>
          <w:rFonts w:ascii="Mangal" w:eastAsia="Times New Roman" w:hAnsi="Mangal" w:cs="Mangal"/>
          <w:color w:val="000000"/>
          <w:sz w:val="26"/>
          <w:szCs w:val="26"/>
          <w:cs/>
          <w:lang w:bidi="hi-IN"/>
        </w:rPr>
      </w:pPr>
      <w:r>
        <w:rPr>
          <w:cs/>
          <w:lang w:bidi="hi-IN"/>
        </w:rPr>
        <w:br w:type="page"/>
      </w:r>
    </w:p>
    <w:sdt>
      <w:sdtPr>
        <w:id w:val="692833243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5300D1" w:rsidRDefault="005300D1" w:rsidP="005300D1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099931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विलादत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सआदत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2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नाम</w:t>
            </w:r>
            <w:r w:rsidRPr="00295318">
              <w:rPr>
                <w:rStyle w:val="Hyperlink"/>
                <w:noProof/>
              </w:rPr>
              <w:t>,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कुन्नियत</w:t>
            </w:r>
            <w:r w:rsidRPr="00295318">
              <w:rPr>
                <w:rStyle w:val="Hyperlink"/>
                <w:noProof/>
              </w:rPr>
              <w:t>,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अल्क़ाब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3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लक़ब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तौज़ीह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4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लक़ब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सज्जाद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तौजीह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5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नसब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बलन्दी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6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शहर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बानों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तशरीफ़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आवरी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बहस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7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बचपन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वाके़या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8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अहदे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हयात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बादशाहाने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वक़्त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39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अहदे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तफ़ूलियत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हज्जे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बैतुल्लाह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0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हुलिया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मुबारक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1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शाने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इबादत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2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हालत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वज़ू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वक़्त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3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आलमे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नमाज़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हालत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4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शबाना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रोज़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हज़ार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रकअतें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5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मन्सबे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फ़ाएज़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होने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पहले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6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वाक़ेए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करबला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सिलसिले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शानदार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किरदार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7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वाक़ेए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करबला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ख़ुतबात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8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कूफ़े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ख़ुत्बा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49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मस्जिदे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दमिश्क़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ख़ुत्बा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0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मदीने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क़रीब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पहुँच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ख़ुत्बा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1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रौज़ा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फ़रयाद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2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ख़ाके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शिफ़ा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3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हनफ़िया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दरमियान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हजरे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असवद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फ़ैसला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4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सुबूते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कन्करी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मुहर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लगाना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5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वाक़ेए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हुर्रा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6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वाक़ेए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हुर्रा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क़याम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गाह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7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ख़ानदानी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दुश्मन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मरवान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साथ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करम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गुस्तरी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8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मुस्लिम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अक़बा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59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बैअत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सवाल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वजह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0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दुश्मने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अज़ली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हसीन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नमीर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साथ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करम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नवाज़ी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1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फ़ुक़राऐ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मदीना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किफ़ालत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2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खेती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3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फ़ित्नाए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ज़ुबैर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4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हज़रत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अपने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पदरे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बुज़ुर्गवार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क़र्ज़े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सुबुक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दोशी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5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माविया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यज़ीद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तख़्त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नशीनी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6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अब्दुल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मलिक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इब्ने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मरवान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7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बुनियादे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काबा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मोहतरम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नसबे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हजरे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असवद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8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अब्दुल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मलिक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मरवान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69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बद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किरदार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रिया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हाजियों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शक्ल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0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मर्दे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बल्ख़ी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1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अख़लाख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दुनियां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2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सहीफ़ा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कामेला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3099973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हश्शाम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अब्दुल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मलिक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क़सीदा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फ़रज़दक़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4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क़सीदाऐ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फ़रज़दक़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मुतालिक़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ग़लत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फ़हमी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उसका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इज़ाला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5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फ़रज़न्दे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रसूल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noProof/>
                <w:rtl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noProof/>
                <w:rtl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295318">
              <w:rPr>
                <w:rStyle w:val="Hyperlink"/>
                <w:noProof/>
                <w:rtl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295318">
              <w:rPr>
                <w:rStyle w:val="Hyperlink"/>
                <w:noProof/>
                <w:rtl/>
              </w:rPr>
              <w:t>.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मुख़्तार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आले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6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अब्दुल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अज़ीज़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निगाह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7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ज़ैनुल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शहादत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8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आपकी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औलाद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79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ज़ैद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शहीद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3099980" w:history="1"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ईसा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295318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95318">
              <w:rPr>
                <w:rStyle w:val="Hyperlink"/>
                <w:rFonts w:cs="Mangal" w:hint="cs"/>
                <w:noProof/>
                <w:cs/>
                <w:lang w:bidi="hi-IN"/>
              </w:rPr>
              <w:t>ज़ैद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_Toc473099980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00D1" w:rsidRDefault="005300D1">
          <w:r>
            <w:fldChar w:fldCharType="end"/>
          </w:r>
        </w:p>
      </w:sdtContent>
    </w:sdt>
    <w:p w:rsidR="005300D1" w:rsidRDefault="005300D1" w:rsidP="005300D1">
      <w:pPr>
        <w:spacing w:after="0" w:line="240" w:lineRule="auto"/>
        <w:rPr>
          <w:rFonts w:ascii="Mangal" w:eastAsia="Times New Roman" w:hAnsi="Mangal" w:cs="Mangal" w:hint="cs"/>
          <w:color w:val="000000"/>
          <w:sz w:val="26"/>
          <w:szCs w:val="26"/>
          <w:cs/>
          <w:lang w:bidi="hi-IN"/>
        </w:rPr>
      </w:pPr>
    </w:p>
    <w:sectPr w:rsidR="005300D1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22E" w:rsidRDefault="0086722E" w:rsidP="008B7801">
      <w:pPr>
        <w:spacing w:after="0" w:line="240" w:lineRule="auto"/>
      </w:pPr>
      <w:r>
        <w:separator/>
      </w:r>
    </w:p>
  </w:endnote>
  <w:endnote w:type="continuationSeparator" w:id="0">
    <w:p w:rsidR="0086722E" w:rsidRDefault="0086722E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C7" w:rsidRDefault="000D22B5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385BC7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5300D1">
      <w:rPr>
        <w:rFonts w:ascii="SutonnyMJ" w:hAnsi="SutonnyMJ" w:cs="SutonnyMJ"/>
        <w:noProof/>
      </w:rPr>
      <w:t>91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22E" w:rsidRDefault="0086722E" w:rsidP="008B7801">
      <w:pPr>
        <w:spacing w:after="0" w:line="240" w:lineRule="auto"/>
      </w:pPr>
      <w:r>
        <w:separator/>
      </w:r>
    </w:p>
  </w:footnote>
  <w:footnote w:type="continuationSeparator" w:id="0">
    <w:p w:rsidR="0086722E" w:rsidRDefault="0086722E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6722E"/>
    <w:rsid w:val="00007817"/>
    <w:rsid w:val="00017F8E"/>
    <w:rsid w:val="00043999"/>
    <w:rsid w:val="000451DA"/>
    <w:rsid w:val="000A16E2"/>
    <w:rsid w:val="000D0FC8"/>
    <w:rsid w:val="000D22B5"/>
    <w:rsid w:val="000D641E"/>
    <w:rsid w:val="00137658"/>
    <w:rsid w:val="0016774F"/>
    <w:rsid w:val="001829DB"/>
    <w:rsid w:val="001A3437"/>
    <w:rsid w:val="001C49F5"/>
    <w:rsid w:val="001F5D63"/>
    <w:rsid w:val="00235071"/>
    <w:rsid w:val="00266853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27E10"/>
    <w:rsid w:val="00331D48"/>
    <w:rsid w:val="0033697A"/>
    <w:rsid w:val="00385BC7"/>
    <w:rsid w:val="003A1605"/>
    <w:rsid w:val="003A380C"/>
    <w:rsid w:val="003E4BC2"/>
    <w:rsid w:val="00406D51"/>
    <w:rsid w:val="00495B54"/>
    <w:rsid w:val="004A56BA"/>
    <w:rsid w:val="004C57A4"/>
    <w:rsid w:val="004E1F6D"/>
    <w:rsid w:val="00506800"/>
    <w:rsid w:val="005300D1"/>
    <w:rsid w:val="00544132"/>
    <w:rsid w:val="00553605"/>
    <w:rsid w:val="00584195"/>
    <w:rsid w:val="005862E0"/>
    <w:rsid w:val="00593844"/>
    <w:rsid w:val="0059796A"/>
    <w:rsid w:val="005B568F"/>
    <w:rsid w:val="005D2D86"/>
    <w:rsid w:val="005D3333"/>
    <w:rsid w:val="0061174D"/>
    <w:rsid w:val="00663BEC"/>
    <w:rsid w:val="006746F0"/>
    <w:rsid w:val="00690232"/>
    <w:rsid w:val="006B240B"/>
    <w:rsid w:val="006C230E"/>
    <w:rsid w:val="006D197A"/>
    <w:rsid w:val="00707890"/>
    <w:rsid w:val="0071325E"/>
    <w:rsid w:val="007243F7"/>
    <w:rsid w:val="00733E6E"/>
    <w:rsid w:val="0075520E"/>
    <w:rsid w:val="007719FE"/>
    <w:rsid w:val="00776659"/>
    <w:rsid w:val="007B649B"/>
    <w:rsid w:val="007D0C93"/>
    <w:rsid w:val="007E3A6A"/>
    <w:rsid w:val="00840C16"/>
    <w:rsid w:val="008521C9"/>
    <w:rsid w:val="0086722E"/>
    <w:rsid w:val="00870944"/>
    <w:rsid w:val="008715EA"/>
    <w:rsid w:val="00884972"/>
    <w:rsid w:val="008A5A1E"/>
    <w:rsid w:val="008B7801"/>
    <w:rsid w:val="008C77D1"/>
    <w:rsid w:val="008D4310"/>
    <w:rsid w:val="008D6263"/>
    <w:rsid w:val="008F0D7B"/>
    <w:rsid w:val="009117EC"/>
    <w:rsid w:val="00932A77"/>
    <w:rsid w:val="00934323"/>
    <w:rsid w:val="0094696C"/>
    <w:rsid w:val="00976CDC"/>
    <w:rsid w:val="00991F81"/>
    <w:rsid w:val="00A069B8"/>
    <w:rsid w:val="00A07514"/>
    <w:rsid w:val="00A12173"/>
    <w:rsid w:val="00A2744B"/>
    <w:rsid w:val="00A357FF"/>
    <w:rsid w:val="00A455D0"/>
    <w:rsid w:val="00A560EA"/>
    <w:rsid w:val="00A77675"/>
    <w:rsid w:val="00AA7385"/>
    <w:rsid w:val="00AB18E8"/>
    <w:rsid w:val="00AB6543"/>
    <w:rsid w:val="00B34C00"/>
    <w:rsid w:val="00B72F9C"/>
    <w:rsid w:val="00BE1409"/>
    <w:rsid w:val="00C2470C"/>
    <w:rsid w:val="00C303C9"/>
    <w:rsid w:val="00C53098"/>
    <w:rsid w:val="00C539D3"/>
    <w:rsid w:val="00C60BAA"/>
    <w:rsid w:val="00C747C4"/>
    <w:rsid w:val="00C966ED"/>
    <w:rsid w:val="00CB2CAE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D52E9"/>
    <w:rsid w:val="00DD7EF1"/>
    <w:rsid w:val="00DE3532"/>
    <w:rsid w:val="00DE7D70"/>
    <w:rsid w:val="00DF0DAD"/>
    <w:rsid w:val="00DF1559"/>
    <w:rsid w:val="00E21BCB"/>
    <w:rsid w:val="00E2613F"/>
    <w:rsid w:val="00E30987"/>
    <w:rsid w:val="00E32589"/>
    <w:rsid w:val="00E400A5"/>
    <w:rsid w:val="00E52113"/>
    <w:rsid w:val="00E82A24"/>
    <w:rsid w:val="00E84EB1"/>
    <w:rsid w:val="00E9343A"/>
    <w:rsid w:val="00EB1BF3"/>
    <w:rsid w:val="00EC4B61"/>
    <w:rsid w:val="00EC59F9"/>
    <w:rsid w:val="00ED0C42"/>
    <w:rsid w:val="00F0394E"/>
    <w:rsid w:val="00F11A1C"/>
    <w:rsid w:val="00F20557"/>
    <w:rsid w:val="00F2413E"/>
    <w:rsid w:val="00F25B39"/>
    <w:rsid w:val="00F46E01"/>
    <w:rsid w:val="00F525D6"/>
    <w:rsid w:val="00F578A8"/>
    <w:rsid w:val="00F860D8"/>
    <w:rsid w:val="00F91E16"/>
    <w:rsid w:val="00FA2BBB"/>
    <w:rsid w:val="00FB3623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D1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Template%20Hindi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88082-A665-41AA-9E54-83B310F6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Hindi2</Template>
  <TotalTime>4</TotalTime>
  <Pages>94</Pages>
  <Words>14694</Words>
  <Characters>83761</Characters>
  <Application>Microsoft Office Word</Application>
  <DocSecurity>0</DocSecurity>
  <Lines>698</Lines>
  <Paragraphs>196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98259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1</cp:revision>
  <cp:lastPrinted>2016-11-21T11:54:00Z</cp:lastPrinted>
  <dcterms:created xsi:type="dcterms:W3CDTF">2017-01-25T05:57:00Z</dcterms:created>
  <dcterms:modified xsi:type="dcterms:W3CDTF">2017-01-25T06:01:00Z</dcterms:modified>
</cp:coreProperties>
</file>