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00" w:rsidRPr="00C64EB4" w:rsidRDefault="00510500" w:rsidP="00510500">
      <w:pPr>
        <w:pStyle w:val="libTitr1"/>
        <w:rPr>
          <w:lang w:bidi="hi-IN"/>
        </w:rPr>
      </w:pPr>
      <w:bookmarkStart w:id="0" w:name="_Toc472853646"/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कर्बला</w:t>
      </w:r>
      <w:bookmarkEnd w:id="0"/>
    </w:p>
    <w:p w:rsidR="00510500" w:rsidRPr="00D822B6" w:rsidRDefault="00510500" w:rsidP="00510500">
      <w:pPr>
        <w:pStyle w:val="libCenterBold1"/>
        <w:rPr>
          <w:lang w:bidi="hi-IN"/>
        </w:rPr>
      </w:pPr>
      <w:r>
        <w:rPr>
          <w:rFonts w:hint="cs"/>
          <w:cs/>
          <w:lang w:bidi="hi-IN"/>
        </w:rPr>
        <w:t xml:space="preserve"> (</w:t>
      </w:r>
      <w:r w:rsidRPr="00D822B6">
        <w:rPr>
          <w:rFonts w:hint="cs"/>
          <w:cs/>
          <w:lang w:bidi="hi-IN"/>
        </w:rPr>
        <w:t>चौदह</w:t>
      </w:r>
      <w:r w:rsidRPr="00D822B6">
        <w:rPr>
          <w:rFonts w:hint="cs"/>
          <w:rtl/>
          <w:cs/>
        </w:rPr>
        <w:t xml:space="preserve"> </w:t>
      </w:r>
      <w:r w:rsidRPr="00D822B6">
        <w:rPr>
          <w:rFonts w:hint="cs"/>
          <w:cs/>
          <w:lang w:bidi="hi-IN"/>
        </w:rPr>
        <w:t>सितारे</w:t>
      </w:r>
      <w:r>
        <w:rPr>
          <w:rFonts w:hint="cs"/>
          <w:cs/>
          <w:lang w:bidi="hi-IN"/>
        </w:rPr>
        <w:t>)</w:t>
      </w:r>
    </w:p>
    <w:p w:rsidR="00510500" w:rsidRDefault="00510500" w:rsidP="00510500">
      <w:pPr>
        <w:pStyle w:val="libTitr2"/>
        <w:rPr>
          <w:cs/>
          <w:lang w:bidi="hi-IN"/>
        </w:rPr>
      </w:pPr>
      <w:r w:rsidRPr="00C64EB4">
        <w:rPr>
          <w:rFonts w:hint="cs"/>
          <w:cs/>
          <w:lang w:bidi="hi-IN"/>
        </w:rPr>
        <w:t>लेखकः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कर्रारवी</w:t>
      </w:r>
    </w:p>
    <w:p w:rsidR="00510500" w:rsidRPr="00C64EB4" w:rsidRDefault="00510500" w:rsidP="00510500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ठीक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510500" w:rsidRDefault="00510500" w:rsidP="00510500">
      <w:pPr>
        <w:pStyle w:val="libNotice"/>
      </w:pPr>
      <w:r w:rsidRPr="00C64EB4">
        <w:t>Alhassanain.org/hindi</w:t>
      </w:r>
    </w:p>
    <w:p w:rsidR="00510500" w:rsidRDefault="00510500" w:rsidP="00510500">
      <w:pPr>
        <w:rPr>
          <w:rFonts w:ascii="Mangal" w:hAnsi="Mangal" w:cs="Mangal"/>
          <w:color w:val="FF0000"/>
          <w:sz w:val="28"/>
        </w:rPr>
      </w:pPr>
      <w:r>
        <w:br w:type="page"/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तेग़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>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फ़ख़्र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>।</w:t>
      </w:r>
      <w:r w:rsidRPr="00C64EB4">
        <w:rPr>
          <w:rFonts w:hint="cs"/>
          <w:cs/>
          <w:lang w:bidi="hi-IN"/>
        </w:rPr>
        <w:t>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फ़क़त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इफ़्तेख़ार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उलूहियत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नाज़ां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>।</w:t>
      </w:r>
      <w:r w:rsidRPr="00C64EB4">
        <w:rPr>
          <w:rFonts w:hint="cs"/>
          <w:cs/>
          <w:lang w:bidi="hi-IN"/>
        </w:rPr>
        <w:t>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थरयानी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कराची</w:t>
      </w:r>
      <w:r>
        <w:rPr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यूँही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Pr="00C64EB4">
        <w:rPr>
          <w:rFonts w:hint="cs"/>
          <w:cs/>
          <w:lang w:bidi="hi-IN"/>
        </w:rPr>
        <w:t>गनी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>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पांचवां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>।</w:t>
      </w:r>
      <w:r w:rsidRPr="00C64EB4">
        <w:rPr>
          <w:rFonts w:hint="cs"/>
          <w:cs/>
          <w:lang w:bidi="hi-IN"/>
        </w:rPr>
        <w:t>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साक़ीए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कौसर</w:t>
      </w:r>
      <w:r>
        <w:rPr>
          <w:cs/>
          <w:lang w:bidi="hi-IN"/>
        </w:rPr>
        <w:t>।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निहां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>।</w:t>
      </w:r>
      <w:r w:rsidRPr="00C64EB4">
        <w:rPr>
          <w:rFonts w:hint="cs"/>
          <w:cs/>
          <w:lang w:bidi="hi-IN"/>
        </w:rPr>
        <w:t>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सय्यदुन्निसां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फ़ात्मातुज़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ख़दीजातुल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कु़व्वते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आइम्मातुस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वक़ार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लदुन्नी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510500" w:rsidRPr="00C64EB4" w:rsidRDefault="00510500" w:rsidP="00510500">
      <w:pPr>
        <w:pStyle w:val="libNormal"/>
        <w:rPr>
          <w:lang w:bidi="hi-IN"/>
        </w:rPr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" w:name="_Toc467350025"/>
      <w:bookmarkStart w:id="2" w:name="_Toc472853647"/>
      <w:bookmarkStart w:id="3" w:name="_Toc473096894"/>
      <w:r w:rsidRPr="00C64EB4">
        <w:rPr>
          <w:rFonts w:hint="cs"/>
          <w:cs/>
          <w:lang w:bidi="hi-IN"/>
        </w:rPr>
        <w:lastRenderedPageBreak/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bookmarkEnd w:id="1"/>
      <w:bookmarkEnd w:id="2"/>
      <w:bookmarkEnd w:id="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इस्तेक़रारे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नज़लुल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वाक़ेदी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मुस्कुराते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पाऐगा।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बातारीख़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 w:rsidRPr="00C64EB4"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हवालाए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साफ़ी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298,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जामए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अब्बासी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मिसबाहे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तूसी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मक़तल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सुखऱ्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मिशकात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</w:t>
      </w:r>
      <w:r>
        <w:rPr>
          <w:cs/>
          <w:lang w:bidi="hi-IN"/>
        </w:rPr>
        <w:t xml:space="preserve"> </w:t>
      </w:r>
      <w:r w:rsidRPr="00C64EB4">
        <w:t>140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</w:t>
      </w:r>
      <w:r>
        <w:rPr>
          <w:cs/>
          <w:lang w:bidi="hi-IN"/>
        </w:rPr>
        <w:t xml:space="preserve"> </w:t>
      </w:r>
      <w:r w:rsidRPr="00C64EB4">
        <w:t>38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होंगी।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बिखरे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Default="00510500" w:rsidP="00510500">
      <w:pPr>
        <w:pStyle w:val="Heading1"/>
        <w:rPr>
          <w:lang w:bidi="hi-IN"/>
        </w:rPr>
      </w:pPr>
      <w:bookmarkStart w:id="4" w:name="_Toc472853648"/>
      <w:bookmarkStart w:id="5" w:name="_Toc473096895"/>
      <w:r w:rsidRPr="00C64EB4">
        <w:rPr>
          <w:rFonts w:hint="cs"/>
          <w:cs/>
          <w:lang w:bidi="hi-IN"/>
        </w:rPr>
        <w:lastRenderedPageBreak/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गेरामी</w:t>
      </w:r>
      <w:bookmarkEnd w:id="4"/>
      <w:bookmarkEnd w:id="5"/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लोआबे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चुसाया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6" w:name="_Toc467350026"/>
      <w:bookmarkStart w:id="7" w:name="_Toc472853649"/>
      <w:bookmarkStart w:id="8" w:name="_Toc473096896"/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अक़ीक़ा</w:t>
      </w:r>
      <w:bookmarkEnd w:id="6"/>
      <w:bookmarkEnd w:id="7"/>
      <w:bookmarkEnd w:id="8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तसद्दुक़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मेंढा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मंगवाया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सुनन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241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माअसरीन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मख़्तून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  <w:rPr>
          <w:lang w:bidi="hi-IN"/>
        </w:rPr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9" w:name="_Toc467350027"/>
      <w:bookmarkStart w:id="10" w:name="_Toc472853650"/>
      <w:bookmarkStart w:id="11" w:name="_Toc473096897"/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अलक़ाब</w:t>
      </w:r>
      <w:bookmarkEnd w:id="9"/>
      <w:bookmarkEnd w:id="10"/>
      <w:bookmarkEnd w:id="11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मोअय्यन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321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Default="00510500" w:rsidP="00510500">
      <w:pPr>
        <w:pStyle w:val="Heading1"/>
        <w:rPr>
          <w:lang w:bidi="hi-IN"/>
        </w:rPr>
      </w:pPr>
      <w:bookmarkStart w:id="12" w:name="_Toc472853651"/>
      <w:bookmarkStart w:id="13" w:name="_Toc473096898"/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रज़ाअत</w:t>
      </w:r>
      <w:bookmarkEnd w:id="12"/>
      <w:bookmarkEnd w:id="1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मौलूदुल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>
        <w:rPr>
          <w:rFonts w:hint="cs"/>
          <w:cs/>
          <w:lang w:bidi="hi-IN"/>
        </w:rPr>
        <w:t>पृष्ठ</w:t>
      </w:r>
      <w:r>
        <w:rPr>
          <w:cs/>
          <w:lang w:bidi="hi-IN"/>
        </w:rPr>
        <w:t xml:space="preserve"> </w:t>
      </w:r>
      <w:r w:rsidRPr="00C64EB4">
        <w:t>114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लोआबे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113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4" w:name="_Toc467350028"/>
      <w:bookmarkStart w:id="15" w:name="_Toc472853652"/>
      <w:bookmarkStart w:id="16" w:name="_Toc473096899"/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ताज़ियत</w:t>
      </w:r>
      <w:bookmarkEnd w:id="14"/>
      <w:bookmarkEnd w:id="15"/>
      <w:bookmarkEnd w:id="1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काशेफ़ी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ख़ल्लाक़े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ठन्का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चहिते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ख़न्जरे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यक्काओ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गुलूगीर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बिछायेगा।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हातिफ़े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ग़यबी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बूढ़े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बूढ़ों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रहेंगे।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7" w:name="_Toc467350029"/>
      <w:r w:rsidRPr="00C64EB4">
        <w:rPr>
          <w:rFonts w:hint="cs"/>
          <w:cs/>
          <w:lang w:bidi="hi-IN"/>
        </w:rPr>
        <w:t>फ़ितरूस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bookmarkEnd w:id="17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मज़कूर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बाहवालाए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मरज़ीए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भुगत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कुंजे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आग़ोशे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फ़ख़्रो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मुबाहात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सेयुम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</w:p>
    <w:p w:rsidR="00510500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शुद</w:t>
      </w:r>
      <w:r>
        <w:rPr>
          <w:cs/>
          <w:lang w:bidi="hi-IN"/>
        </w:rPr>
        <w:t xml:space="preserve"> </w:t>
      </w:r>
      <w:r w:rsidRPr="00C64EB4">
        <w:t>’’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रहेगा।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अज़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बम्बई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1385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हिजरी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ग़नीमतुल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तालेबीन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शेख़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अब्दुल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क़ादिर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जीलानी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8" w:name="_Toc467350030"/>
      <w:bookmarkStart w:id="19" w:name="_Toc472853653"/>
      <w:bookmarkStart w:id="20" w:name="_Toc473096900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चमकता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चेहरा</w:t>
      </w:r>
      <w:bookmarkEnd w:id="18"/>
      <w:bookmarkEnd w:id="19"/>
      <w:bookmarkEnd w:id="20"/>
      <w:r>
        <w:rPr>
          <w:rFonts w:hint="cs"/>
          <w:cs/>
          <w:lang w:bidi="hi-IN"/>
        </w:rPr>
        <w:t xml:space="preserve"> </w:t>
      </w:r>
    </w:p>
    <w:p w:rsidR="00510500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रहमतुल्लाह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रूकन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लिल्लाहिल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अकरामना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मुसनदे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इमाम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रज़ा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मतबुआ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1341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हिजरी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Default="00510500" w:rsidP="00510500">
      <w:pPr>
        <w:pStyle w:val="libNormal"/>
        <w:rPr>
          <w:lang w:bidi="hi-IN"/>
        </w:rPr>
      </w:pPr>
    </w:p>
    <w:p w:rsidR="00510500" w:rsidRDefault="00510500" w:rsidP="00510500">
      <w:pPr>
        <w:pStyle w:val="Heading1"/>
        <w:rPr>
          <w:lang w:bidi="hi-IN"/>
        </w:rPr>
      </w:pPr>
      <w:bookmarkStart w:id="21" w:name="_Toc472853654"/>
      <w:bookmarkStart w:id="22" w:name="_Toc473096901"/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bookmarkEnd w:id="21"/>
      <w:bookmarkEnd w:id="2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बिठाये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बग़दाद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204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23" w:name="_Toc467350031"/>
      <w:bookmarkStart w:id="24" w:name="_Toc472853655"/>
      <w:bookmarkStart w:id="25" w:name="_Toc473096902"/>
      <w:r w:rsidRPr="00C64EB4">
        <w:rPr>
          <w:rFonts w:hint="cs"/>
          <w:cs/>
          <w:lang w:bidi="hi-IN"/>
        </w:rPr>
        <w:lastRenderedPageBreak/>
        <w:t>हसनैन</w:t>
      </w:r>
      <w:r>
        <w:rPr>
          <w:cs/>
          <w:lang w:bidi="hi-IN"/>
        </w:rPr>
        <w:t>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आज़माई</w:t>
      </w:r>
      <w:bookmarkEnd w:id="23"/>
      <w:bookmarkEnd w:id="24"/>
      <w:bookmarkEnd w:id="25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इब्नल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ख़शाब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बगीर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26" w:name="_Toc467350032"/>
      <w:bookmarkStart w:id="27" w:name="_Toc472853656"/>
      <w:bookmarkStart w:id="28" w:name="_Toc473096903"/>
      <w:r w:rsidRPr="00C64EB4"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मज़ाहिर</w:t>
      </w:r>
      <w:bookmarkEnd w:id="26"/>
      <w:bookmarkEnd w:id="27"/>
      <w:bookmarkEnd w:id="28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ख़ुसूसियत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पिसरे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मुर्तज़ा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--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कौनैन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बदोश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--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मुर्तज़ा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अक़्ल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पैमाईश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--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lang w:bidi="hi-IN"/>
        </w:rPr>
        <w:t>,</w:t>
      </w:r>
      <w:r w:rsidRPr="00C64EB4">
        <w:rPr>
          <w:rFonts w:hint="cs"/>
          <w:cs/>
          <w:lang w:bidi="hi-IN"/>
        </w:rPr>
        <w:t>महद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जुम्बानिश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29" w:name="_Toc467350033"/>
      <w:bookmarkStart w:id="30" w:name="_Toc472853657"/>
      <w:bookmarkStart w:id="31" w:name="_Toc473096904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आना</w:t>
      </w:r>
      <w:bookmarkEnd w:id="29"/>
      <w:bookmarkEnd w:id="30"/>
      <w:bookmarkEnd w:id="31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कनज़ुल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काएनात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फ़ज़ीलत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करवट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220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32" w:name="_Toc467350034"/>
      <w:bookmarkStart w:id="33" w:name="_Toc472853658"/>
      <w:bookmarkStart w:id="34" w:name="_Toc473096905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bookmarkEnd w:id="32"/>
      <w:bookmarkEnd w:id="33"/>
      <w:bookmarkEnd w:id="3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लेटे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लोआबे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चूसते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चूसे।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359,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361,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इस्तेआब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असाबा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कंज़ुल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आमाल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कंज़ुल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हक़ाएक़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59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35" w:name="_Toc467350035"/>
      <w:bookmarkStart w:id="36" w:name="_Toc472853659"/>
      <w:bookmarkStart w:id="37" w:name="_Toc473096906"/>
      <w:r w:rsidRPr="00C64EB4">
        <w:rPr>
          <w:rFonts w:hint="cs"/>
          <w:cs/>
          <w:lang w:bidi="hi-IN"/>
        </w:rPr>
        <w:t>हसनैन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ख़ुशनवीसी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bookmarkEnd w:id="35"/>
      <w:bookmarkEnd w:id="36"/>
      <w:bookmarkEnd w:id="37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लख़्ते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गेरामी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तोड़ती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टूटा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बिखरे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क़ब्ज़ा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ख़ासेतुल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मसाएब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335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वुदूद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लखनवी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खलफ़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लखनऊ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भारत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उठाये।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मोती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38" w:name="_Toc467350036"/>
      <w:bookmarkStart w:id="39" w:name="_Toc472853660"/>
      <w:bookmarkStart w:id="40" w:name="_Toc473096907"/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bookmarkEnd w:id="38"/>
      <w:bookmarkEnd w:id="39"/>
      <w:bookmarkEnd w:id="40"/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असखि़याये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रोटियां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गेरामी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मनायेंगे।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नौनिहालों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खटखटाया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गठरी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अम्मामे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क़बाऐं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अबाऐं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गेरामी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अनवर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आफ़ताबा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चौड़ा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सुखऱ्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सब्ज़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हरा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जोड़ा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सुखऱ्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जे़गे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ज़ुल्फ़ें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नौनिहालों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189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महजूब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41" w:name="_Toc467350037"/>
      <w:bookmarkStart w:id="42" w:name="_Toc472853661"/>
      <w:bookmarkStart w:id="43" w:name="_Toc473096908"/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41"/>
      <w:bookmarkEnd w:id="42"/>
      <w:bookmarkEnd w:id="4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बदख़्शी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बक़ाराह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यूज़ीनी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मम्बए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अहतमी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201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ज़ख़ाएर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अक़बा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मदरसे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44" w:name="_Toc467350038"/>
      <w:bookmarkStart w:id="45" w:name="_Toc472853662"/>
      <w:bookmarkStart w:id="46" w:name="_Toc473096909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bookmarkEnd w:id="44"/>
      <w:bookmarkEnd w:id="45"/>
      <w:bookmarkEnd w:id="4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मुतावातेरात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मिन्हमा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माजा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हुज़ैफ़ा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इफ़राते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हुज़ैफ़ा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जन्नतः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कन्ज़ुल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आमाल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107,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ख़ोलफ़ा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असदउल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असाबा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तिर्मिज़ी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शरीफ़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242,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114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मुत्तक़ीन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सरदाराने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47" w:name="_Toc467350039"/>
      <w:bookmarkStart w:id="48" w:name="_Toc472853663"/>
      <w:bookmarkStart w:id="49" w:name="_Toc473096910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bookmarkEnd w:id="47"/>
      <w:bookmarkEnd w:id="48"/>
      <w:bookmarkEnd w:id="49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नौनेहाले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असाबा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मुसतदरिक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इमाम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हाकिम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223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50" w:name="_Toc467350040"/>
      <w:bookmarkStart w:id="51" w:name="_Toc472853664"/>
      <w:bookmarkStart w:id="52" w:name="_Toc473096911"/>
      <w:r w:rsidRPr="00C64EB4"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मिन्नी</w:t>
      </w:r>
      <w:bookmarkEnd w:id="50"/>
      <w:bookmarkEnd w:id="51"/>
      <w:bookmarkEnd w:id="5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242,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सही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तिर्मिज़ी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307,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मुस्तदरिक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इमाम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हाकिम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मस्नदे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अहमद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972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असदउल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ग़ाबता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91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कंज़ुल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आमाल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221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53" w:name="_Toc467350041"/>
      <w:bookmarkStart w:id="54" w:name="_Toc472853665"/>
      <w:bookmarkStart w:id="55" w:name="_Toc473096912"/>
      <w:r w:rsidRPr="00C64EB4">
        <w:rPr>
          <w:rFonts w:hint="cs"/>
          <w:cs/>
          <w:lang w:bidi="hi-IN"/>
        </w:rPr>
        <w:t>मकतूबाते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bookmarkEnd w:id="53"/>
      <w:bookmarkEnd w:id="54"/>
      <w:bookmarkEnd w:id="55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इल्ललाह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अलीयन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बुग़ज़हुम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t>’’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तरजुमाः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बुरगुज़ीदा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बुग़्ज़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लाहौर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1251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ई</w:t>
      </w:r>
      <w:r w:rsidRPr="00C25C33">
        <w:rPr>
          <w:rStyle w:val="libFootnote0Char"/>
          <w:rFonts w:eastAsia="Calibri"/>
        </w:rPr>
        <w:t>0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56" w:name="_Toc467350042"/>
      <w:bookmarkStart w:id="57" w:name="_Toc472853666"/>
      <w:bookmarkStart w:id="58" w:name="_Toc473096913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मरकज़ीयत</w:t>
      </w:r>
      <w:bookmarkEnd w:id="56"/>
      <w:bookmarkEnd w:id="57"/>
      <w:bookmarkEnd w:id="58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पंजेतन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पंजेतन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इक़तेसाब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इम्कानात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हरे।</w:t>
      </w:r>
      <w:r>
        <w:rPr>
          <w:cs/>
          <w:lang w:bidi="hi-IN"/>
        </w:rPr>
        <w:t xml:space="preserve"> </w:t>
      </w:r>
      <w:r w:rsidRPr="00C64EB4">
        <w:t>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t>11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जमादिउस्सानी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बरकतों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बहरावर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>
        <w:rPr>
          <w:cs/>
          <w:lang w:bidi="hi-IN"/>
        </w:rPr>
        <w:t xml:space="preserve"> </w:t>
      </w:r>
      <w:r w:rsidRPr="00C64EB4">
        <w:t>40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ज़िम्मेदारी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इस्तेमदाद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इस्तेयानते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</w:p>
    <w:p w:rsidR="00510500" w:rsidRPr="00C64EB4" w:rsidRDefault="00510500" w:rsidP="00510500">
      <w:pPr>
        <w:pStyle w:val="libNormal"/>
      </w:pPr>
      <w:r w:rsidRPr="00C64EB4">
        <w:t>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t>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सिफ़ाते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मरक़ज़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 w:rsidRPr="0056112A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मक़ातिल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रूख़्सते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मुर्तुज़ा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मुजतबा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59" w:name="_Toc467350043"/>
      <w:bookmarkStart w:id="60" w:name="_Toc472853667"/>
      <w:bookmarkStart w:id="61" w:name="_Toc473096914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एतेराफ़े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59"/>
      <w:bookmarkEnd w:id="60"/>
      <w:bookmarkEnd w:id="61"/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जाईये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</w:t>
      </w:r>
      <w:r>
        <w:rPr>
          <w:rFonts w:hint="cs"/>
          <w:cs/>
          <w:lang w:bidi="hi-IN"/>
        </w:rPr>
        <w:t>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सिखाया।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अन्नमा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अनतुम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असाबा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कनज़ुल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आमाल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इज़ालतुल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बग़दाद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141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62" w:name="_Toc467350044"/>
      <w:bookmarkStart w:id="63" w:name="_Toc472853668"/>
      <w:bookmarkStart w:id="64" w:name="_Toc473096915"/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एतराफ़े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bookmarkEnd w:id="62"/>
      <w:bookmarkEnd w:id="63"/>
      <w:bookmarkEnd w:id="6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असाबा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15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65" w:name="_Toc467350045"/>
      <w:bookmarkStart w:id="66" w:name="_Toc472853669"/>
      <w:bookmarkStart w:id="67" w:name="_Toc473096916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रक़ाब</w:t>
      </w:r>
      <w:bookmarkEnd w:id="65"/>
      <w:bookmarkEnd w:id="66"/>
      <w:bookmarkEnd w:id="67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थामी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गु़स्से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कमबख़्त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बहरावर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नासेख़ुल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45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68" w:name="_Toc467350046"/>
      <w:bookmarkStart w:id="69" w:name="_Toc472853670"/>
      <w:bookmarkStart w:id="70" w:name="_Toc473096917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हुरैरा</w:t>
      </w:r>
      <w:bookmarkEnd w:id="68"/>
      <w:bookmarkEnd w:id="69"/>
      <w:bookmarkEnd w:id="70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स्कीम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स्कीम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मीज़ान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बक़रा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इमाम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शेरानी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दस्तरख़्वान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लुत्फ़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तूतियों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झाड़ना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हुरैरा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जूतियों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झाड़ने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दाअनी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अलनास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लहमलूक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तक़ाहुम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किजीये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कंधों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फिरें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तबअ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71" w:name="_Toc467350047"/>
      <w:bookmarkStart w:id="72" w:name="_Toc472853671"/>
      <w:bookmarkStart w:id="73" w:name="_Toc473096918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ज़ुर्रियते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bookmarkEnd w:id="71"/>
      <w:bookmarkEnd w:id="72"/>
      <w:bookmarkEnd w:id="7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ज़ुर्रियते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मुबाहेला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अबनअना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दलीले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गुन्जाईश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बहदेला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ज़ुर्रियते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अहिय्या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जु़र्रियते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क़तलनका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क़तलन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ज़ुर्रियते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दाऊदो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....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ज़करया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ज़ुर्रियते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ज़ुर्रियते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तक़ज़ीब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मुस्तदरिक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सहीहीन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164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74" w:name="_Toc467350048"/>
      <w:bookmarkStart w:id="75" w:name="_Toc472853672"/>
      <w:bookmarkStart w:id="76" w:name="_Toc473096919"/>
      <w:r w:rsidRPr="00C64EB4">
        <w:rPr>
          <w:rFonts w:hint="cs"/>
          <w:cs/>
          <w:lang w:bidi="hi-IN"/>
        </w:rPr>
        <w:t>करमे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bookmarkEnd w:id="74"/>
      <w:bookmarkEnd w:id="75"/>
      <w:bookmarkEnd w:id="7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फ़ख़रूद्दीन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कुल्लेहा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एराबी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मांगों।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हामिले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अतीये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सरफ़राज़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मारूफ़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मारफ़ते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लाना।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इल्हे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फ़ज़ाएल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ख़मसते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मिन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सहायसित्ता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268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77" w:name="_Toc467350049"/>
      <w:bookmarkStart w:id="78" w:name="_Toc472853673"/>
      <w:bookmarkStart w:id="79" w:name="_Toc473096920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करामत</w:t>
      </w:r>
      <w:bookmarkEnd w:id="77"/>
      <w:bookmarkEnd w:id="78"/>
      <w:bookmarkEnd w:id="79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तबाक़ात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पृष्ठ </w:t>
      </w:r>
      <w:r w:rsidRPr="00C64EB4">
        <w:t>107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मुलतवी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दिजीए।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मीठा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वमही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शीरीं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मीठा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80" w:name="_Toc467350050"/>
      <w:bookmarkStart w:id="81" w:name="_Toc472853674"/>
      <w:bookmarkStart w:id="82" w:name="_Toc473096921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bookmarkEnd w:id="80"/>
      <w:bookmarkEnd w:id="81"/>
      <w:bookmarkEnd w:id="8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यक़तेदा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यनसेरहा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असदुल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ग़ाबेआ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349,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असाबा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कन्ज़ुल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आमाल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223,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ज़ख़ायर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अक़बा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मुहिब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146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83" w:name="_Toc467350051"/>
      <w:bookmarkStart w:id="84" w:name="_Toc472853675"/>
      <w:bookmarkStart w:id="85" w:name="_Toc473096922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bookmarkEnd w:id="83"/>
      <w:bookmarkEnd w:id="84"/>
      <w:bookmarkEnd w:id="85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अक़साम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सरफ़राज़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अच्चीस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आराइयों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असद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ग़ाबा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27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Default="00510500" w:rsidP="00510500">
      <w:pPr>
        <w:pStyle w:val="libNormal"/>
        <w:rPr>
          <w:lang w:bidi="hi-IN"/>
        </w:rPr>
      </w:pPr>
      <w:bookmarkStart w:id="86" w:name="_Toc467350052"/>
    </w:p>
    <w:p w:rsidR="00510500" w:rsidRPr="00C64EB4" w:rsidRDefault="00510500" w:rsidP="00510500">
      <w:pPr>
        <w:pStyle w:val="Heading1"/>
        <w:rPr>
          <w:lang w:bidi="hi-IN"/>
        </w:rPr>
      </w:pPr>
      <w:bookmarkStart w:id="87" w:name="_Toc472853676"/>
      <w:bookmarkStart w:id="88" w:name="_Toc473096923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सख़ावत</w:t>
      </w:r>
      <w:bookmarkEnd w:id="86"/>
      <w:bookmarkEnd w:id="87"/>
      <w:bookmarkEnd w:id="88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मसनदे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पृष्ठ </w:t>
      </w:r>
      <w:r w:rsidRPr="00C64EB4">
        <w:t>35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वाग़माहो</w:t>
      </w:r>
      <w:r w:rsidRPr="00C64EB4">
        <w:rPr>
          <w:rFonts w:hint="eastAsia"/>
        </w:rPr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सुबुक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देहाती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अशरफ़ियां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शईब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घट्टे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अशरफ़ियां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बेवाओं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यतीमो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अशरफ़ियां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क़ीमती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ख़लअतें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शहरे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74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मतालेबुस सूऊल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89" w:name="_Toc467350053"/>
      <w:bookmarkStart w:id="90" w:name="_Toc472853677"/>
      <w:bookmarkStart w:id="91" w:name="_Toc473096924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bookmarkEnd w:id="89"/>
      <w:bookmarkEnd w:id="90"/>
      <w:bookmarkEnd w:id="91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चिड़यों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क़ुदरतन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मूंछों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मक़ारबत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बुख़ारात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उगता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पारा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रूकू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नैश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---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मुक़्तज़ाए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तबीअतश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शहरे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148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92" w:name="_Toc467350054"/>
      <w:bookmarkStart w:id="93" w:name="_Toc472853678"/>
      <w:bookmarkStart w:id="94" w:name="_Toc473096925"/>
      <w:r w:rsidRPr="00C64EB4">
        <w:rPr>
          <w:rFonts w:hint="cs"/>
          <w:cs/>
          <w:lang w:bidi="hi-IN"/>
        </w:rPr>
        <w:lastRenderedPageBreak/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गु़लामी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नविशता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जाऐ</w:t>
      </w:r>
      <w:bookmarkEnd w:id="92"/>
      <w:bookmarkEnd w:id="93"/>
      <w:bookmarkEnd w:id="9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उल्माए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मनाख़ेरत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फ़ख़रो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इफ़तेख़ार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बख़शिश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मख़दमू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ज़िल्लहुल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उनवान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शफ़ीक़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बंगाल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जहांगीर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रोड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मुनदरजात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हमसरी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मुस्तहसन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गु़लाम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मुलूल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ज़रदिये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उलझन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खि़ज़ालत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फ़िगन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एयवाने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चमन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कीजिए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कोहन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जाके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अश्क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शेवन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लिजिये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सुख़न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काग़ज़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लाओ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काग़ज़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किज़्ब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काग़ज़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क़िरतासे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ग़ुस्से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ताजी़र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वहम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काग़ज़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झूम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गुलशन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गु़लामी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सनद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दीनो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फ़ख़्र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95" w:name="_Toc467350055"/>
      <w:bookmarkStart w:id="96" w:name="_Toc472853679"/>
      <w:bookmarkStart w:id="97" w:name="_Toc473096926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bookmarkEnd w:id="95"/>
      <w:bookmarkEnd w:id="96"/>
      <w:bookmarkEnd w:id="97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ख़ुदावन्दी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अश्आर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-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इलैका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मलजाहा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हातिफ़े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गै़बी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कन्फ़ी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अलमनहा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98" w:name="_Toc467350056"/>
      <w:bookmarkStart w:id="99" w:name="_Toc472853680"/>
      <w:bookmarkStart w:id="100" w:name="_Toc473096927"/>
      <w:r w:rsidRPr="00C64EB4"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सिफ़्फ़ीन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जेहद</w:t>
      </w:r>
      <w:bookmarkEnd w:id="98"/>
      <w:bookmarkEnd w:id="99"/>
      <w:bookmarkEnd w:id="100"/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अनवारूल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44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नदरानी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बन्दिशे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सिफ़्फ़ीन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शजरा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तूबा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नजफ़े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अशरफ़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1354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हिजरी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ईरान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किबरियत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अहमर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ज़िकरूल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अब्बास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01" w:name="_Toc467350057"/>
      <w:bookmarkStart w:id="102" w:name="_Toc472853681"/>
      <w:bookmarkStart w:id="103" w:name="_Toc473096928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गिरदाबे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(</w:t>
      </w:r>
      <w:r w:rsidRPr="00C64EB4">
        <w:rPr>
          <w:rFonts w:hint="cs"/>
          <w:cs/>
          <w:lang w:bidi="hi-IN"/>
        </w:rPr>
        <w:t>वाक़िए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आग़ाज़</w:t>
      </w:r>
      <w:r>
        <w:rPr>
          <w:rFonts w:hint="cs"/>
          <w:cs/>
          <w:lang w:bidi="hi-IN"/>
        </w:rPr>
        <w:t>)</w:t>
      </w:r>
      <w:bookmarkEnd w:id="101"/>
      <w:bookmarkEnd w:id="102"/>
      <w:bookmarkEnd w:id="10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पंजेतन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गिरदाबे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चिराग़े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दाँव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मनसूबे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t>56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लफ़्ज़ों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बक्र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रफ़्ए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243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रख़्ते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यजी़द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उक़बा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 w:rsidRPr="0056112A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बक्र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पड़ेगा।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30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बैरूने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लाइयेगा।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ज़रक़ा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फ़ासिक़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फ़ाजिर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दरपै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</w:t>
      </w:r>
      <w:r>
        <w:rPr>
          <w:rFonts w:hint="cs"/>
          <w:cs/>
          <w:lang w:bidi="hi-IN"/>
        </w:rPr>
        <w:t>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तरके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रूख़सत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रूख़्सते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t>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नफ़सहू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मुख़द्देराते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सहाबज़ादी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सुग़रा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रूझान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साज़िश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ज़ीक़ाद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12,000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पहुँचवाये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अक़्लें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t>30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ख़्वारजियों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भिजवा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साअद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नासेख़ुल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मुन्तखि़ब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तरीही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ख़ुलासेतुल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मसाएब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150,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ज़िकरूल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अब्बास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122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एडीटर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साज़िश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300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गिरोहे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डालें।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शहीदे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आज़म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मुतारिफ़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मुहद्दिस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तायफ़तः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तायफ़ा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भीजवाए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इसरारूयल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शहादतैन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27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04" w:name="_Toc467350058"/>
      <w:bookmarkStart w:id="105" w:name="_Toc472853682"/>
      <w:bookmarkStart w:id="106" w:name="_Toc473096929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bookmarkEnd w:id="104"/>
      <w:bookmarkEnd w:id="105"/>
      <w:bookmarkEnd w:id="10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हिरन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 xml:space="preserve">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उजलत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t>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रहबरों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अट्ठारा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18,000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कूफ़ियों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t>30,000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रसीदगी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मुसिबत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खम्बे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(</w:t>
      </w:r>
      <w:r w:rsidRPr="00C64EB4">
        <w:t>500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साथियो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ज़िलजौशन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बहकाने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मग़रबैन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t>30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खडे़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ज़ईफ़ा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बूढ़ी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मुकद्दर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तौआ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मुर्तुज़ा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तौआ</w:t>
      </w:r>
      <w:r w:rsidRPr="00C64EB4">
        <w:rPr>
          <w:lang w:bidi="hi-IN"/>
        </w:rPr>
        <w:t>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पोशिदा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ख़ोरी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टापों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सैकड़ों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बक़्क़ाल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वसीयतें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अस्सलामो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अब्दिल्लाह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मुज़हज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जिदाल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होः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276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तक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ख़ुलासतुल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मसाएब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46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t>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ज़िल्हिज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अनवारूल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मजालिस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मजालिस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ईरान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07" w:name="_Toc467350059"/>
      <w:bookmarkStart w:id="108" w:name="_Toc472853683"/>
      <w:bookmarkStart w:id="109" w:name="_Toc473096930"/>
      <w:r w:rsidRPr="00C64EB4">
        <w:rPr>
          <w:rFonts w:hint="cs"/>
          <w:cs/>
          <w:lang w:bidi="hi-IN"/>
        </w:rPr>
        <w:lastRenderedPageBreak/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107"/>
      <w:bookmarkEnd w:id="108"/>
      <w:bookmarkEnd w:id="109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पिसराने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अराक़ेन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सरगरदान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मुहिब्बे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क़ादसिया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क़ादसिया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ताअर्रूफ़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मशकूर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ख़ुशनूदिये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(</w:t>
      </w:r>
      <w:r w:rsidRPr="00C64EB4">
        <w:t>500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पिसराने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क़ादसिया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इतमेनान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बरहैना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इकराम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नौनिहालाने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मुर्तुज़ा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मुजतबा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यतीमों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रूख़सारों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गालों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बाज़ुओं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बेबसी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गु़लाम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चल।</w:t>
      </w:r>
      <w:r>
        <w:rPr>
          <w:cs/>
          <w:lang w:bidi="hi-IN"/>
        </w:rPr>
        <w:t xml:space="preserve"> </w:t>
      </w:r>
      <w:r w:rsidRPr="00C64EB4">
        <w:t>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डाल।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 w:rsidRPr="00C64EB4"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बग़लगीर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सलासन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मुहिब्बे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डूबे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मक़ातिल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ख़ज़ीमा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lastRenderedPageBreak/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276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285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ख़ुलासतुल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मसाएब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421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अरबेली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ठिकाने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साअद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माबैन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68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10" w:name="_Toc467350060"/>
      <w:bookmarkStart w:id="111" w:name="_Toc472853684"/>
      <w:bookmarkStart w:id="112" w:name="_Toc473096931"/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</w:t>
      </w:r>
      <w:bookmarkEnd w:id="110"/>
      <w:bookmarkEnd w:id="111"/>
      <w:bookmarkEnd w:id="11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सफ़्फ़ाक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शयातीने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ख़ूंख़ार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तवाफ़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साज़िश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ज़िल्हिज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अक़रेबा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दुम्बे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पाऊँ।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बालिश्त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नियाबुल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मोअद्दता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वाके़या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इस्तेहसाले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सिललिसे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तज़हब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लौटिये।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दमाउस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lastRenderedPageBreak/>
        <w:t>316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इक़्तेदार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बरतरफ़ी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तअत्तुल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13" w:name="_Toc467350061"/>
      <w:bookmarkStart w:id="114" w:name="_Toc472853685"/>
      <w:bookmarkStart w:id="115" w:name="_Toc473096932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रवानगी</w:t>
      </w:r>
      <w:bookmarkEnd w:id="113"/>
      <w:bookmarkEnd w:id="114"/>
      <w:bookmarkEnd w:id="115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अक़रेबा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शिब्ली</w:t>
      </w:r>
      <w:r>
        <w:rPr>
          <w:cs/>
          <w:lang w:bidi="hi-IN"/>
        </w:rPr>
        <w:t xml:space="preserve"> </w:t>
      </w:r>
      <w:r w:rsidRPr="00C64EB4">
        <w:t>72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पृष्ठ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ग़द्दारी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ठहरा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ज़ोहैरे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क़ैन।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जबाला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दिलेरों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राजेऊन</w:t>
      </w:r>
      <w:r>
        <w:rPr>
          <w:cs/>
          <w:lang w:bidi="hi-IN"/>
        </w:rPr>
        <w:t xml:space="preserve"> </w:t>
      </w:r>
      <w:r w:rsidRPr="00C64EB4">
        <w:t>’’</w:t>
      </w:r>
      <w:r w:rsidRPr="00C64EB4">
        <w:rPr>
          <w:rFonts w:hint="cs"/>
          <w:cs/>
          <w:lang w:bidi="hi-IN"/>
        </w:rPr>
        <w:t>फ़रमाय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मक़ातिल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साअलबिया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क़तक़तानिया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क़ादसिया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शराफ़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16" w:name="_Toc467350062"/>
      <w:bookmarkStart w:id="117" w:name="_Toc472853686"/>
      <w:bookmarkStart w:id="118" w:name="_Toc473096933"/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रियाही</w:t>
      </w:r>
      <w:bookmarkEnd w:id="116"/>
      <w:bookmarkEnd w:id="117"/>
      <w:bookmarkEnd w:id="118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साहाबिये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कनौतियां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ज़ुख़शब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जूहसम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मातरीद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मातईन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183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जानवर</w:t>
      </w:r>
      <w:r>
        <w:rPr>
          <w:rFonts w:hint="cs"/>
          <w:cs/>
          <w:lang w:bidi="hi-IN"/>
        </w:rPr>
        <w:t xml:space="preserve">ों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जीते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मुख़बिरी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गियाह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मिलेगी।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257,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307,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फ़िदा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201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330,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अख़बारूल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इब्नुल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वरदी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नासिक़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286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19" w:name="_Toc467350063"/>
      <w:bookmarkStart w:id="120" w:name="_Toc472853687"/>
      <w:bookmarkStart w:id="121" w:name="_Toc473096934"/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वुरूद</w:t>
      </w:r>
      <w:bookmarkEnd w:id="119"/>
      <w:bookmarkEnd w:id="120"/>
      <w:bookmarkEnd w:id="121"/>
    </w:p>
    <w:p w:rsidR="00510500" w:rsidRPr="00C64EB4" w:rsidRDefault="00510500" w:rsidP="00510500">
      <w:pPr>
        <w:pStyle w:val="libNormal"/>
      </w:pPr>
      <w:r w:rsidRPr="00C64EB4">
        <w:t>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हयवातुल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इरशादे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मुफी़द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301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मख़ज़नुल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सिफ़्फ़ीन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22" w:name="_Toc467350064"/>
      <w:bookmarkStart w:id="123" w:name="_Toc472853688"/>
      <w:bookmarkStart w:id="124" w:name="_Toc473096935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bookmarkEnd w:id="122"/>
      <w:bookmarkEnd w:id="123"/>
      <w:bookmarkEnd w:id="124"/>
    </w:p>
    <w:p w:rsidR="00510500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कै़स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ताज़याने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कोड़े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301,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66</w:t>
      </w:r>
      <w:r>
        <w:rPr>
          <w:rStyle w:val="libFootnote0Char"/>
          <w:rFonts w:eastAsia="Calibri"/>
          <w:cs/>
          <w:lang w:bidi="hi-IN"/>
        </w:rPr>
        <w:t>)</w:t>
      </w:r>
      <w:bookmarkStart w:id="125" w:name="_Toc467350065"/>
    </w:p>
    <w:p w:rsidR="00510500" w:rsidRDefault="00510500" w:rsidP="00510500">
      <w:pPr>
        <w:pStyle w:val="libNormal"/>
        <w:rPr>
          <w:lang w:bidi="hi-IN"/>
        </w:rPr>
      </w:pPr>
    </w:p>
    <w:p w:rsidR="00510500" w:rsidRPr="00C64EB4" w:rsidRDefault="00510500" w:rsidP="00510500">
      <w:pPr>
        <w:pStyle w:val="Heading1"/>
      </w:pPr>
      <w:bookmarkStart w:id="126" w:name="_Toc472853689"/>
      <w:bookmarkStart w:id="127" w:name="_Toc473096936"/>
      <w:r w:rsidRPr="00C64EB4">
        <w:rPr>
          <w:rFonts w:hint="cs"/>
          <w:cs/>
          <w:lang w:bidi="hi-IN"/>
        </w:rPr>
        <w:lastRenderedPageBreak/>
        <w:t>उबैदुल्लाह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bookmarkEnd w:id="125"/>
      <w:bookmarkEnd w:id="126"/>
      <w:bookmarkEnd w:id="127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यदह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उरूसे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हमकनार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जाऊंगा।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>
        <w:rPr>
          <w:rStyle w:val="libFootnote0Char"/>
          <w:rFonts w:eastAsia="Calibri" w:hint="cs"/>
          <w:cs/>
          <w:lang w:bidi="hi-IN"/>
        </w:rPr>
        <w:t>उयू</w:t>
      </w:r>
      <w:r w:rsidRPr="00C25C33">
        <w:rPr>
          <w:rStyle w:val="libFootnote0Char"/>
          <w:rFonts w:eastAsia="Calibri" w:hint="cs"/>
          <w:cs/>
          <w:lang w:bidi="hi-IN"/>
        </w:rPr>
        <w:t>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196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28" w:name="_Toc467350066"/>
      <w:bookmarkStart w:id="129" w:name="_Toc472853690"/>
      <w:bookmarkStart w:id="130" w:name="_Toc473096937"/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वाक़ेयात</w:t>
      </w:r>
      <w:bookmarkEnd w:id="128"/>
      <w:bookmarkEnd w:id="129"/>
      <w:bookmarkEnd w:id="130"/>
    </w:p>
    <w:p w:rsidR="00510500" w:rsidRPr="00C64EB4" w:rsidRDefault="00510500" w:rsidP="00510500">
      <w:pPr>
        <w:pStyle w:val="libBold1"/>
      </w:pPr>
      <w:bookmarkStart w:id="131" w:name="_Toc467350067"/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bookmarkEnd w:id="131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शहीदे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आज़म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कीजिए।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।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शहीदे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आज़म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371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गु़स्से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असफ़राईनी</w:t>
      </w:r>
      <w:r>
        <w:rPr>
          <w:cs/>
          <w:lang w:bidi="hi-IN"/>
        </w:rPr>
        <w:t xml:space="preserve"> </w:t>
      </w:r>
      <w:r w:rsidRPr="00C64EB4"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अश्आर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छिड़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लहूफ़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आसारतुल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अहज़ान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t>16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मुरब्बा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कशकोल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बहाई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91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ज़िकरूल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अब्बास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32" w:name="_Toc467350068"/>
      <w:r w:rsidRPr="00C64EB4"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bookmarkEnd w:id="13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साअद</w:t>
      </w:r>
      <w:r>
        <w:rPr>
          <w:cs/>
          <w:lang w:bidi="hi-IN"/>
        </w:rPr>
        <w:t xml:space="preserve"> </w:t>
      </w:r>
      <w:r w:rsidRPr="00C64EB4">
        <w:t>5,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t>22,000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बाईस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तबादलाए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छुटकारा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lastRenderedPageBreak/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अक़रेबा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इमदादे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t>400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नासेख़ुल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235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33" w:name="_Toc467350069"/>
      <w:r w:rsidRPr="00C64EB4">
        <w:rPr>
          <w:rFonts w:hint="cs"/>
          <w:cs/>
          <w:lang w:bidi="hi-IN"/>
        </w:rPr>
        <w:t>चौथी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bookmarkEnd w:id="13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भड़का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t>4000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2000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4000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3000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2000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322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34" w:name="_Toc467350070"/>
      <w:r w:rsidRPr="00C64EB4">
        <w:rPr>
          <w:rFonts w:hint="cs"/>
          <w:cs/>
          <w:lang w:bidi="hi-IN"/>
        </w:rPr>
        <w:t>पाँचवीं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bookmarkEnd w:id="13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4000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4000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सिनान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10,000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1000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दमउस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322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35" w:name="_Toc467350071"/>
      <w:r w:rsidRPr="00C64EB4">
        <w:rPr>
          <w:rFonts w:hint="cs"/>
          <w:cs/>
          <w:lang w:bidi="hi-IN"/>
        </w:rPr>
        <w:t>छठी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bookmarkEnd w:id="135"/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असबही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10,000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3000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1000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हेजाज़ी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खू़ली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अख़बारूल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तौल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अलबराता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अनहातिया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175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36" w:name="_Toc467350072"/>
      <w:r w:rsidRPr="00C64EB4">
        <w:rPr>
          <w:rFonts w:hint="cs"/>
          <w:cs/>
          <w:lang w:bidi="hi-IN"/>
        </w:rPr>
        <w:t>सातवीं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bookmarkEnd w:id="13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पाँचसो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अहतीयात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4000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t>1000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मक़तल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मख़निफ़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लफ़्ज़ों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तज़किरा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इमामत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सियासत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ग़ालेबन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मक़तले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lastRenderedPageBreak/>
        <w:t>अवाम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आसम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कूफ़ी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मोजिज़ा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37" w:name="_Toc467350073"/>
      <w:r w:rsidRPr="00C64EB4">
        <w:rPr>
          <w:rFonts w:hint="cs"/>
          <w:cs/>
          <w:lang w:bidi="hi-IN"/>
        </w:rPr>
        <w:t>आठवीं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bookmarkEnd w:id="137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श्म्बा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खे़मा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मोहम्म्द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वज़लका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सक्क़ा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सक्क़ाई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सक़्क़ा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अख़बारूल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 w:rsidRPr="0056112A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फ़हमाईश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338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ख़न्दक़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खोद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मक़तल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मख़नफ़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27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138" w:name="_Toc467350074"/>
      <w:r w:rsidRPr="00C64EB4">
        <w:rPr>
          <w:rFonts w:hint="cs"/>
          <w:cs/>
          <w:lang w:bidi="hi-IN"/>
        </w:rPr>
        <w:t>नवीं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bookmarkEnd w:id="138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245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बलीग़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अतफ़ाले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हत्ताहफ़रा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ख़ुलासेतुल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मसाएब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नवल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किशोर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1876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ताअर्रूफ़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306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साकेगा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पृष्ठ </w:t>
      </w:r>
      <w:r w:rsidRPr="00C64EB4">
        <w:t>176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182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जाओगे।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322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लगीं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मुलतवी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272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गोरखपुर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1931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ई</w:t>
      </w:r>
      <w:r w:rsidRPr="00C25C33">
        <w:rPr>
          <w:rStyle w:val="libFootnote0Char"/>
          <w:rFonts w:eastAsia="Calibri"/>
        </w:rPr>
        <w:t>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पृष्ठ </w:t>
      </w:r>
      <w:r w:rsidRPr="00C64EB4">
        <w:t>186</w:t>
      </w:r>
      <w:r>
        <w:rPr>
          <w:cs/>
          <w:lang w:bidi="hi-IN"/>
        </w:rPr>
        <w:t xml:space="preserve">) </w:t>
      </w:r>
    </w:p>
    <w:p w:rsidR="00510500" w:rsidRPr="00C64EB4" w:rsidRDefault="00510500" w:rsidP="00510500">
      <w:pPr>
        <w:pStyle w:val="libNormal"/>
        <w:rPr>
          <w:lang w:bidi="hi-IN"/>
        </w:rPr>
      </w:pPr>
    </w:p>
    <w:p w:rsidR="00510500" w:rsidRPr="00C64EB4" w:rsidRDefault="00510500" w:rsidP="00510500">
      <w:pPr>
        <w:pStyle w:val="Heading1"/>
      </w:pPr>
      <w:bookmarkStart w:id="139" w:name="_Toc467350075"/>
      <w:bookmarkStart w:id="140" w:name="_Toc472853691"/>
      <w:bookmarkStart w:id="141" w:name="_Toc473096938"/>
      <w:r w:rsidRPr="00C64EB4"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bookmarkEnd w:id="139"/>
      <w:bookmarkEnd w:id="140"/>
      <w:bookmarkEnd w:id="141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नवीं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इलतवाए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रिश्तेदार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अंधेरे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ज़ोहैर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इब्न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वर्दी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lastRenderedPageBreak/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इरशाद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297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इन्सानियत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मौत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दरवाज़े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पर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72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30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तज़किराए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ख़्वास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उम्मता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रिश्तेदारो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दिलेराना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227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वसाएले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मुज़फ़्फ़री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394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कन्तूरी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इज़तेराब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मातीं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साथियो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ग़ालेबन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289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बेताबी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मायतीन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312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42" w:name="_Toc467350076"/>
      <w:bookmarkStart w:id="143" w:name="_Toc472853692"/>
      <w:bookmarkStart w:id="144" w:name="_Toc473096939"/>
      <w:r w:rsidRPr="00C64EB4">
        <w:rPr>
          <w:rFonts w:hint="cs"/>
          <w:cs/>
          <w:lang w:bidi="hi-IN"/>
        </w:rPr>
        <w:t>मुजाहेदीने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</w:t>
      </w:r>
      <w:bookmarkEnd w:id="142"/>
      <w:bookmarkEnd w:id="143"/>
      <w:bookmarkEnd w:id="14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मबरूस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326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मबरूस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51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काशफ़ी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अरक़बी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महीजुल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एहज़ान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102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  <w:rPr>
          <w:lang w:bidi="hi-IN"/>
        </w:rPr>
      </w:pPr>
    </w:p>
    <w:p w:rsidR="00510500" w:rsidRPr="00C64EB4" w:rsidRDefault="00510500" w:rsidP="00510500">
      <w:pPr>
        <w:pStyle w:val="Heading1"/>
      </w:pPr>
      <w:bookmarkStart w:id="145" w:name="_Toc467350077"/>
      <w:bookmarkStart w:id="146" w:name="_Toc472853693"/>
      <w:bookmarkStart w:id="147" w:name="_Toc473096940"/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bookmarkEnd w:id="145"/>
      <w:bookmarkEnd w:id="146"/>
      <w:bookmarkEnd w:id="147"/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तुलूए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सुबहे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महशर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थी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तुलूए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सुबह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आशूरा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काज़िब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काज़िबो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झूठों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सादक़ैन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t>80,000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मुसल्ले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t>72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जांबाज़ों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तंज़ीम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मैमना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मैसरा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ज़ुहैरे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जलाल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201,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अख़बारूल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203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छिड़ी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भतीजों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जाफिशानी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दमउस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हालाते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सुबह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आशूर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ऐडीटर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देहली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 w:rsidRPr="00C64EB4"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अर्जन्ट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टिड्डी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मुसाफ़िरों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शहीदे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आज़म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166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देहली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टापों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खन्दक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फ़हमाईश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245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ताअर्रूफ़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बरवाएते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(</w:t>
      </w:r>
      <w:r w:rsidRPr="00C64EB4">
        <w:t>1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बुग़ज़न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नयाबुल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मोवद्दता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246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बरवायते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साकेबा</w:t>
      </w:r>
      <w:r>
        <w:rPr>
          <w:cs/>
          <w:lang w:bidi="hi-IN"/>
        </w:rPr>
        <w:t xml:space="preserve"> पृष्ठ </w:t>
      </w:r>
      <w:r w:rsidRPr="00C64EB4">
        <w:t>328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ग़ुलामसकीफ़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सक़ी़फ़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आफ़रीनी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चखाए।</w:t>
      </w:r>
    </w:p>
    <w:p w:rsidR="00510500" w:rsidRPr="00C64EB4" w:rsidRDefault="00510500" w:rsidP="00510500">
      <w:pPr>
        <w:pStyle w:val="libNormal"/>
      </w:pPr>
      <w:r w:rsidRPr="00C64EB4">
        <w:t>1.</w:t>
      </w:r>
      <w:r w:rsidRPr="00C64EB4">
        <w:tab/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लस्तुम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बराज़ैन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बारूहल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लाज़हबा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सिनदह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सिन्ध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 </w:t>
      </w:r>
      <w:r w:rsidRPr="00C64EB4">
        <w:t>12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48" w:name="_Toc467350078"/>
      <w:bookmarkStart w:id="149" w:name="_Toc472853694"/>
      <w:bookmarkStart w:id="150" w:name="_Toc473096941"/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आमद</w:t>
      </w:r>
      <w:bookmarkEnd w:id="148"/>
      <w:bookmarkEnd w:id="149"/>
      <w:bookmarkEnd w:id="150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अहबाब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साकेबा</w:t>
      </w:r>
      <w:r>
        <w:rPr>
          <w:cs/>
          <w:lang w:bidi="hi-IN"/>
        </w:rPr>
        <w:t xml:space="preserve"> पृष्ठ </w:t>
      </w:r>
      <w:r w:rsidRPr="00C64EB4">
        <w:t>330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सितारें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मोअल्लेफ़ा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हक़ीर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लाहौर।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51" w:name="_Toc467350079"/>
      <w:bookmarkStart w:id="152" w:name="_Toc472853695"/>
      <w:bookmarkStart w:id="153" w:name="_Toc473096942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आफ़रीं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bookmarkEnd w:id="151"/>
      <w:bookmarkEnd w:id="152"/>
      <w:bookmarkEnd w:id="15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नाबकार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ख़जी़र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71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54" w:name="_Toc467350080"/>
      <w:bookmarkStart w:id="155" w:name="_Toc472853696"/>
      <w:bookmarkStart w:id="156" w:name="_Toc473096943"/>
      <w:r w:rsidRPr="00C64EB4">
        <w:rPr>
          <w:rFonts w:hint="cs"/>
          <w:cs/>
          <w:lang w:bidi="hi-IN"/>
        </w:rPr>
        <w:lastRenderedPageBreak/>
        <w:t>जंगे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मग़लूबा</w:t>
      </w:r>
      <w:bookmarkEnd w:id="154"/>
      <w:bookmarkEnd w:id="155"/>
      <w:bookmarkEnd w:id="15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इन्फ़ेरादी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इजतेमाई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कमाडण्र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मजरूह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t>32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t>40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t>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t>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मुलाहेज़ा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हो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तफ़सील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लिये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बहत्तर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सितारें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मोअल्लेफ़ा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हक़ीर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मग़लूबा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t>32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कमानीर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दुरगत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299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t>500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कमानदारों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रूबाहों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जलाऐंगें।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बेहयाई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नाशाइस्ता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299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सुमामा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सैदावी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ज़ख़्म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t>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299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मग़लूबा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t>32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57" w:name="_Toc467350081"/>
      <w:bookmarkStart w:id="158" w:name="_Toc472853697"/>
      <w:bookmarkStart w:id="159" w:name="_Toc473096944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157"/>
      <w:bookmarkEnd w:id="158"/>
      <w:bookmarkEnd w:id="159"/>
    </w:p>
    <w:p w:rsidR="00510500" w:rsidRPr="00C64EB4" w:rsidRDefault="00510500" w:rsidP="00510500">
      <w:pPr>
        <w:pStyle w:val="libNormal"/>
      </w:pPr>
    </w:p>
    <w:p w:rsidR="00510500" w:rsidRPr="00510500" w:rsidRDefault="00510500" w:rsidP="00510500">
      <w:pPr>
        <w:pStyle w:val="Heading2"/>
      </w:pPr>
      <w:bookmarkStart w:id="160" w:name="_Toc467350082"/>
      <w:bookmarkStart w:id="161" w:name="_Toc472853698"/>
      <w:bookmarkStart w:id="162" w:name="_Toc473096945"/>
      <w:r w:rsidRPr="00510500">
        <w:rPr>
          <w:rFonts w:hint="cs"/>
          <w:cs/>
        </w:rPr>
        <w:t>हबीब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इब्ने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मज़ाहिर</w:t>
      </w:r>
      <w:bookmarkEnd w:id="160"/>
      <w:bookmarkEnd w:id="161"/>
      <w:bookmarkEnd w:id="16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साअलबा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माब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मज़ाहेमत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अक़फ़ाई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लूंगा।</w:t>
      </w:r>
    </w:p>
    <w:p w:rsidR="00510500" w:rsidRPr="00C64EB4" w:rsidRDefault="00510500" w:rsidP="00510500">
      <w:pPr>
        <w:pStyle w:val="libNormal"/>
      </w:pPr>
    </w:p>
    <w:p w:rsidR="00510500" w:rsidRPr="00510500" w:rsidRDefault="00510500" w:rsidP="00510500">
      <w:pPr>
        <w:pStyle w:val="Heading2"/>
      </w:pPr>
      <w:bookmarkStart w:id="163" w:name="_Toc467350083"/>
      <w:bookmarkStart w:id="164" w:name="_Toc472853699"/>
      <w:bookmarkStart w:id="165" w:name="_Toc473096946"/>
      <w:r w:rsidRPr="00510500">
        <w:rPr>
          <w:rFonts w:hint="cs"/>
          <w:cs/>
        </w:rPr>
        <w:t>ज़ुहैर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इब्ने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क़ैन</w:t>
      </w:r>
      <w:bookmarkEnd w:id="163"/>
      <w:bookmarkEnd w:id="164"/>
      <w:bookmarkEnd w:id="165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बजल्ली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जु़हैर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शुएबी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महाजिर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क़ातिलों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रीछों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</w:p>
    <w:p w:rsidR="00510500" w:rsidRPr="00C64EB4" w:rsidRDefault="00510500" w:rsidP="00510500">
      <w:pPr>
        <w:pStyle w:val="libNormal"/>
      </w:pPr>
    </w:p>
    <w:p w:rsidR="00510500" w:rsidRPr="00510500" w:rsidRDefault="00510500" w:rsidP="00510500">
      <w:pPr>
        <w:pStyle w:val="Heading2"/>
      </w:pPr>
      <w:bookmarkStart w:id="166" w:name="_Toc467350084"/>
      <w:bookmarkStart w:id="167" w:name="_Toc472853700"/>
      <w:bookmarkStart w:id="168" w:name="_Toc473096947"/>
      <w:r w:rsidRPr="00510500">
        <w:rPr>
          <w:rFonts w:hint="cs"/>
          <w:cs/>
        </w:rPr>
        <w:t>नाफ़े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इब्ने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हिलाल</w:t>
      </w:r>
      <w:bookmarkEnd w:id="166"/>
      <w:bookmarkEnd w:id="167"/>
      <w:bookmarkEnd w:id="168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शरीफ़ुन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का़ैम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क़ारीए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t>12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510500" w:rsidRPr="00C64EB4" w:rsidRDefault="00510500" w:rsidP="00510500">
      <w:pPr>
        <w:pStyle w:val="libNormal"/>
      </w:pPr>
    </w:p>
    <w:p w:rsidR="00510500" w:rsidRPr="00510500" w:rsidRDefault="00510500" w:rsidP="00510500">
      <w:pPr>
        <w:pStyle w:val="Heading2"/>
      </w:pPr>
      <w:bookmarkStart w:id="169" w:name="_Toc467350085"/>
      <w:bookmarkStart w:id="170" w:name="_Toc472853701"/>
      <w:bookmarkStart w:id="171" w:name="_Toc473096948"/>
      <w:r w:rsidRPr="00510500">
        <w:rPr>
          <w:rFonts w:hint="cs"/>
          <w:cs/>
        </w:rPr>
        <w:t>मुस्लिम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इब्ने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औसजा</w:t>
      </w:r>
      <w:bookmarkEnd w:id="169"/>
      <w:bookmarkEnd w:id="170"/>
      <w:bookmarkEnd w:id="171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सआलबा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हज़ीमा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असदीसादी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मर्दुम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सरफ़राज़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ज़ेआनी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ख़स्तकारह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</w:p>
    <w:p w:rsidR="00510500" w:rsidRPr="00510500" w:rsidRDefault="00510500" w:rsidP="00510500">
      <w:pPr>
        <w:pStyle w:val="Heading2"/>
      </w:pPr>
      <w:bookmarkStart w:id="172" w:name="_Toc467350086"/>
      <w:bookmarkStart w:id="173" w:name="_Toc472853702"/>
      <w:bookmarkStart w:id="174" w:name="_Toc473096949"/>
      <w:r w:rsidRPr="00510500">
        <w:rPr>
          <w:rFonts w:hint="cs"/>
          <w:cs/>
        </w:rPr>
        <w:t>आबिस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शाकरी</w:t>
      </w:r>
      <w:bookmarkEnd w:id="172"/>
      <w:bookmarkEnd w:id="173"/>
      <w:bookmarkEnd w:id="17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रईस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सिफ़्फ़ीन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इजतेमाई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पथराव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</w:p>
    <w:p w:rsidR="00510500" w:rsidRPr="00C64EB4" w:rsidRDefault="00510500" w:rsidP="00510500">
      <w:pPr>
        <w:pStyle w:val="libNormal"/>
      </w:pPr>
    </w:p>
    <w:p w:rsidR="00510500" w:rsidRPr="00510500" w:rsidRDefault="00510500" w:rsidP="00510500">
      <w:pPr>
        <w:pStyle w:val="Heading2"/>
      </w:pPr>
      <w:bookmarkStart w:id="175" w:name="_Toc467350087"/>
      <w:bookmarkStart w:id="176" w:name="_Toc472853703"/>
      <w:bookmarkStart w:id="177" w:name="_Toc473096950"/>
      <w:r w:rsidRPr="00510500">
        <w:rPr>
          <w:rFonts w:hint="cs"/>
          <w:cs/>
        </w:rPr>
        <w:t>बुरैर</w:t>
      </w:r>
      <w:r w:rsidRPr="00510500">
        <w:rPr>
          <w:cs/>
        </w:rPr>
        <w:t xml:space="preserve"> </w:t>
      </w:r>
      <w:r w:rsidRPr="00510500">
        <w:rPr>
          <w:rFonts w:hint="cs"/>
          <w:cs/>
        </w:rPr>
        <w:t>हमादानी</w:t>
      </w:r>
      <w:bookmarkEnd w:id="175"/>
      <w:bookmarkEnd w:id="176"/>
      <w:bookmarkEnd w:id="177"/>
    </w:p>
    <w:p w:rsidR="00510500" w:rsidRPr="00C64EB4" w:rsidRDefault="00510500" w:rsidP="00510500">
      <w:pPr>
        <w:pStyle w:val="libNormal"/>
        <w:rPr>
          <w:cs/>
          <w:lang w:bidi="hi-IN"/>
        </w:rPr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मशरक़ी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मशरिक़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मोअम्मर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क़ारीए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शोरफ़ा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मनक़ज़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नेजा़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  <w:rPr>
          <w:rtl/>
          <w:cs/>
        </w:rPr>
      </w:pPr>
      <w:r>
        <w:rPr>
          <w:cs/>
          <w:lang w:bidi="hi-IN"/>
        </w:rPr>
        <w:cr/>
      </w:r>
      <w:r>
        <w:rPr>
          <w:cs/>
          <w:lang w:bidi="hi-IN"/>
        </w:rPr>
        <w:cr/>
      </w:r>
    </w:p>
    <w:p w:rsidR="00510500" w:rsidRPr="00C64EB4" w:rsidRDefault="00510500" w:rsidP="00510500">
      <w:pPr>
        <w:pStyle w:val="Heading1"/>
      </w:pPr>
      <w:bookmarkStart w:id="178" w:name="_Toc467350088"/>
      <w:bookmarkStart w:id="179" w:name="_Toc472853704"/>
      <w:bookmarkStart w:id="180" w:name="_Toc473096951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अक़रेबा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178"/>
      <w:bookmarkEnd w:id="179"/>
      <w:bookmarkEnd w:id="180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बासफ़ा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अक़रोबा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रूक़य्या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सअलबिया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रूबाहों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हिम्मतें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फ़िन्नार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सैदावी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तरजुमा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302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82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क़ेताल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मख़नफ़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70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30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t>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ज़ख़्मी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नाबालगी़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मुताजाविज़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हिम्मते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अरज़क़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पछाड़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70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अस्पाँ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ख़ज़रमी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80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ग़नवी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तमीमी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उक़बा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ग़नवी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lastRenderedPageBreak/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t>35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खि़र्जरमी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असबही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अबानबिन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23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बरवाएते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मख़न्नफ़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ख़ज़रमी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250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असफ़रानी</w:t>
      </w:r>
      <w:r>
        <w:rPr>
          <w:cs/>
          <w:lang w:bidi="hi-IN"/>
        </w:rPr>
        <w:t xml:space="preserve"> </w:t>
      </w:r>
      <w:r w:rsidRPr="00C64EB4"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800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81" w:name="_Toc467350089"/>
      <w:bookmarkStart w:id="182" w:name="_Toc472853705"/>
      <w:bookmarkStart w:id="183" w:name="_Toc473096952"/>
      <w:r w:rsidRPr="00C64EB4">
        <w:rPr>
          <w:rFonts w:hint="cs"/>
          <w:cs/>
          <w:lang w:bidi="hi-IN"/>
        </w:rPr>
        <w:t>अलमदारे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181"/>
      <w:bookmarkEnd w:id="182"/>
      <w:bookmarkEnd w:id="183"/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अलमदार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मोवल्लेफ़ा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करारवी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मतबुआ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लाहौर।</w:t>
      </w:r>
    </w:p>
    <w:p w:rsidR="00510500" w:rsidRPr="00C64EB4" w:rsidRDefault="00510500" w:rsidP="00510500">
      <w:pPr>
        <w:pStyle w:val="libBold1"/>
        <w:rPr>
          <w:lang w:bidi="hi-IN"/>
        </w:rPr>
      </w:pPr>
      <w:bookmarkStart w:id="184" w:name="_Toc467350090"/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bookmarkEnd w:id="18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t>26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 w:rsidRPr="00C64EB4">
        <w:t>647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अलमबरदार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तुफ़ैल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मशकीज़े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सक़्क़ा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34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510500" w:rsidRPr="00C64EB4" w:rsidRDefault="00510500" w:rsidP="00510500">
      <w:pPr>
        <w:pStyle w:val="libNormal"/>
      </w:pPr>
      <w:r w:rsidRPr="00C64EB4">
        <w:t>1.</w:t>
      </w:r>
      <w:r w:rsidRPr="00C64EB4">
        <w:tab/>
      </w:r>
      <w:r w:rsidRPr="00C64EB4">
        <w:rPr>
          <w:rFonts w:hint="cs"/>
          <w:cs/>
          <w:lang w:bidi="hi-IN"/>
        </w:rPr>
        <w:t>कराची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एतराज़ात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एतराज़ात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85" w:name="_Toc467350091"/>
      <w:bookmarkStart w:id="186" w:name="_Toc472853706"/>
      <w:bookmarkStart w:id="187" w:name="_Toc473096953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185"/>
      <w:bookmarkEnd w:id="186"/>
      <w:bookmarkEnd w:id="187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बलीग़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मुरतजिज़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मुश्ताक़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फ़िन्नार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ज़ख़्मों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पिलायेंगे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लिसानाका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लस्सानी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बालिश्त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गरेबान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पछाड़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तुफ़ैल</w:t>
      </w:r>
      <w:r>
        <w:rPr>
          <w:cs/>
          <w:lang w:bidi="hi-IN"/>
        </w:rPr>
        <w:t xml:space="preserve">...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नौफ़िल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साक़ीए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गुरिसना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मुनकज़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अबाताहो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अदरिकनी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लिजिए।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दौड़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ज़िन्दगानीए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मुख़द्देराते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कोहरामे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पृष्ठ </w:t>
      </w:r>
      <w:r w:rsidRPr="00C64EB4">
        <w:t>368</w:t>
      </w:r>
      <w: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कशफ़ुल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ग़म्मा</w:t>
      </w:r>
      <w:r>
        <w:rPr>
          <w:cs/>
          <w:lang w:bidi="hi-IN"/>
        </w:rPr>
        <w:t xml:space="preserve"> पृष्ठ </w:t>
      </w:r>
      <w:r w:rsidRPr="00C64EB4">
        <w:t>75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पृष्ठ </w:t>
      </w:r>
      <w:r w:rsidRPr="00C64EB4">
        <w:t>34,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तरजुमा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88" w:name="_Toc467350092"/>
      <w:bookmarkStart w:id="189" w:name="_Toc472853707"/>
      <w:bookmarkStart w:id="190" w:name="_Toc473096954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188"/>
      <w:bookmarkEnd w:id="189"/>
      <w:bookmarkEnd w:id="190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नासेरिन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यनसेरना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इस्तेग़ासा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इस्तेग़ासा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इसरारे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अशक़िया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बिगड़ने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शक़ीउल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हुरमुला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हुरमुला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छेद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चुल्लू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पहुँचूगा।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अबसारूल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शहादत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नन्हीं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शब्बीर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91" w:name="_Toc467350093"/>
      <w:bookmarkStart w:id="192" w:name="_Toc472853708"/>
      <w:bookmarkStart w:id="193" w:name="_Toc473096955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रूख़सती</w:t>
      </w:r>
      <w:bookmarkEnd w:id="191"/>
      <w:bookmarkEnd w:id="192"/>
      <w:bookmarkEnd w:id="19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अलमदार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रूक़य्या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रबाब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अलैकुम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अस्सलाम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बीबियों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हाफ़िज़ो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मुसिबत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दिखलाना।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मज़मूती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होशियार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ज़जीर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नवरदी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तमाशईयों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ताज़याने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लाडला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पहनो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मल्लाही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राएगां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पाऐ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दिखलाओ।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फूलों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इश्क़े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तप्ती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जंजीरे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फटे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पोशाक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लूटेंगें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बरहनगी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34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फ़िज़्ज़ा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लाडली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थामी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ज़ुल्जना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नामूसे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194" w:name="_Toc467350094"/>
      <w:bookmarkStart w:id="195" w:name="_Toc472853709"/>
      <w:bookmarkStart w:id="196" w:name="_Toc473096956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bookmarkEnd w:id="194"/>
      <w:bookmarkEnd w:id="195"/>
      <w:bookmarkEnd w:id="19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t>72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क़ुरबानी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साबिक़े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मुजाविर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आओ।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197" w:name="_Toc467350095"/>
      <w:bookmarkStart w:id="198" w:name="_Toc472853710"/>
      <w:bookmarkStart w:id="199" w:name="_Toc473096957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आज़माई</w:t>
      </w:r>
      <w:bookmarkEnd w:id="197"/>
      <w:bookmarkEnd w:id="198"/>
      <w:bookmarkEnd w:id="199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मोहाएदे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ख़मीम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क़हतबा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इनफ़ेरादी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अठ्ठाइस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मुतावातिर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दिखाया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थरथराया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उल्टीं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जिहाद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उलटते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तौड़ते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भगाते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असफ़रानी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टिड्डियां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हमलागरां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अफ़गन्द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शरबते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अन्दाख़्त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अज़ीमुश्शान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शरबते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मुवर्रीख़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बाऐं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दाढ़ी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झुब्बा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खि़ज़ाब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बहाएगा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40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जेम्स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कारकरन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रूस्तम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रूस्तम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क़ुदरत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मश्हूर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मुबालग़ा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आंधी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धूप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मानिन्द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फ़ौक़ीयत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चीन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दफ़्तर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दोम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ज़ख़्मी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मुतवज्जा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इम्तिहान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200" w:name="_Toc467350096"/>
      <w:bookmarkStart w:id="201" w:name="_Toc472853711"/>
      <w:bookmarkStart w:id="202" w:name="_Toc473096958"/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अवाज़</w:t>
      </w:r>
      <w:bookmarkEnd w:id="200"/>
      <w:bookmarkEnd w:id="201"/>
      <w:bookmarkEnd w:id="20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यको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झुन्ड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छलनी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टपक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फुक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कड़ियल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शबीहे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पयम्बर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नाहाए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उरूसे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लाडले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ज़ीनत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ढारस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सक्का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क़ूव्वते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नक़्शा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जज़्बा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क़ुर्बानी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इश्क़े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मतवाला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फ़रेफ़ता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शेफ़ता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मुजस्समा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शग़ुफ़्ता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फ़ख़्र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मुज़मिर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तरकतुल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अतीमतुल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अराक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तिफ़ली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</w:pPr>
      <w:bookmarkStart w:id="203" w:name="_Toc467350097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अर्शे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bookmarkEnd w:id="20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पत्थ्र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हतूफ़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पोछने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तरकूह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खैंच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खींचा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रीशे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ग़नवी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तसवीर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ख़न्जर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कशफ़ुल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79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277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ख़न्जर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शफ़क़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अज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उमर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बिन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नसर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154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अखि़नस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मुरसिद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इस्हाक़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क़मीस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पैराहन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पैजामा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नालैन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बज़दल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अंगुशतरी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उंगली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डाली।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इस्हाक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हवीया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मरसद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तुफ़ैल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सबीह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खसीमह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ताग़म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मसबत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ख़ैवलाहुम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हत्ती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वहमदहू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टापों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350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बिखरा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अनफ़ा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सही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तिरमिज़ी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306,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मुस्तदरिक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हाकिम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तहज़ीबुल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तहज़ीब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356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ज़ख़ाएरूल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ओक़बा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148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204" w:name="_Toc467350098"/>
      <w:bookmarkStart w:id="205" w:name="_Toc472853712"/>
      <w:bookmarkStart w:id="206" w:name="_Toc473096959"/>
      <w:r w:rsidRPr="00C64EB4">
        <w:rPr>
          <w:rFonts w:hint="cs"/>
          <w:cs/>
          <w:lang w:bidi="hi-IN"/>
        </w:rPr>
        <w:t>शामे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ग़रीबा</w:t>
      </w:r>
      <w:bookmarkEnd w:id="204"/>
      <w:bookmarkEnd w:id="205"/>
      <w:bookmarkEnd w:id="20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कोहरामे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फ़रियादों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फ़ुग़ां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पुरसाने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छागलें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गोशवारे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मुख़ालिफ़ों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हमलावर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रवाएतों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कुर्ते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भड़क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नौनिहाल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किताब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तौज़ीह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में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यह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वाक़ेया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जनाबे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सकीना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तरफ़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मन्सूब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है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ताज़याने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नै़ज़े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चुभोई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भुने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नशेब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लिपटी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शिअती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शरबतुम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करूनी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औ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समअतुम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बेग़रीब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फ़ानद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बूनी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सिब्तल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लज़ी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क़तलूनी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द्दल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बाअदल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सहक़ूनी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लैताकुम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जमीआ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तन्ज़रूनी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कैफ़ा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असतसक़ी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लुतफ़ली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बवाअन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यरहमूनी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तरजुमाः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ठन्डा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वाक़ेआत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बूढ़े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लूटना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आफ़रीं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कजावे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बिखरे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ताज़ियाने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संभलना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lastRenderedPageBreak/>
        <w:t>(</w:t>
      </w:r>
      <w:r w:rsidRPr="00C25C33">
        <w:rPr>
          <w:rStyle w:val="libFootnote0Char"/>
          <w:rFonts w:eastAsia="Calibri" w:hint="cs"/>
          <w:cs/>
          <w:lang w:bidi="hi-IN"/>
        </w:rPr>
        <w:t>असरारूल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शहादत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फ़ुगां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ख़ाको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आलूदा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चटीयल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नसर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155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साकेबा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टपक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207" w:name="_Toc467350099"/>
      <w:bookmarkStart w:id="208" w:name="_Toc472853713"/>
      <w:bookmarkStart w:id="209" w:name="_Toc473096960"/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मुहर्रम</w:t>
      </w:r>
      <w:bookmarkEnd w:id="207"/>
      <w:bookmarkEnd w:id="208"/>
      <w:bookmarkEnd w:id="209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हफ़्ता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ग्यारहवीं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ज़िलजौशन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सानीये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फूफी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करूंगी।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बरैहना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मुख़्देराते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तश्ते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दनदाने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हफ़्ता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मुख़द्देराते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t>36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रवाएते</w:t>
      </w:r>
      <w:r>
        <w:rPr>
          <w:cs/>
          <w:lang w:bidi="hi-IN"/>
        </w:rPr>
        <w:t xml:space="preserve"> </w:t>
      </w:r>
      <w:r w:rsidRPr="00C64EB4">
        <w:t>16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राजधानी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साअत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मुख़्दद्देरात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Fonts w:hint="cs"/>
          <w:cs/>
          <w:lang w:bidi="hi-IN"/>
        </w:rPr>
        <w:t>औरतों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फ़िज़्ज़ा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मुख़्द्देराते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मुनक़ेता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बिहार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233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क़ुतूबे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मक़ातिल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मुख़्द्देराते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हफ़्ता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रहनुमाई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मुजाविरे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इस्तक़बाल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बरावएते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ज़ूक़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ज़ूक़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क़ाफ़िले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बरैहना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सुग़रा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मदीनातो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तक़बलीना</w:t>
      </w:r>
      <w:r w:rsidRPr="00C64EB4">
        <w:t>,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फ़बल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वाएहज़ान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जैना</w:t>
      </w:r>
    </w:p>
    <w:p w:rsidR="00510500" w:rsidRPr="00C64EB4" w:rsidRDefault="00510500" w:rsidP="00510500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तरजुमाः</w:t>
      </w:r>
      <w:r w:rsidRPr="00C64EB4">
        <w:rPr>
          <w:cs/>
          <w:lang w:bidi="hi-IN"/>
        </w:rPr>
        <w:t>-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फ़ुग़ां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वाके़ए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चालिस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शुरकाए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गिरदाब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</w:pPr>
      <w:bookmarkStart w:id="210" w:name="_Toc467350100"/>
      <w:bookmarkStart w:id="211" w:name="_Toc472853714"/>
      <w:bookmarkStart w:id="212" w:name="_Toc473096961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मदफ़न</w:t>
      </w:r>
      <w:bookmarkEnd w:id="210"/>
      <w:bookmarkEnd w:id="211"/>
      <w:bookmarkEnd w:id="212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ख़दीजतुल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नवासीयां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पोतियां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हकी़की़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मुक़तज़ा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दुख़्तरान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मुतरादिफ़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213" w:name="_Toc467350101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bookmarkEnd w:id="213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पृष्ठ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अन्दलसी</w:t>
      </w:r>
      <w:r>
        <w:rPr>
          <w:cs/>
          <w:lang w:bidi="hi-IN"/>
        </w:rPr>
        <w:t xml:space="preserve"> पृष्ठ </w:t>
      </w:r>
      <w:r w:rsidRPr="00C64EB4">
        <w:t>27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बैरूत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पृष्ठ </w:t>
      </w:r>
      <w:r w:rsidRPr="00C64EB4"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ख़साएसे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ऐजाज़ुर्रहमान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एम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जै़नब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महमूदुल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अलमोरेखून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अलख़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जमादील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वक़ाएक़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t>1</w:t>
      </w:r>
      <w:r>
        <w:rPr>
          <w:cs/>
          <w:lang w:bidi="hi-IN"/>
        </w:rPr>
        <w:t xml:space="preserve"> पृष्ठ </w:t>
      </w:r>
      <w:r w:rsidRPr="00C64EB4">
        <w:t>113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क़ुम</w:t>
      </w:r>
      <w:r>
        <w:rPr>
          <w:cs/>
          <w:lang w:bidi="hi-IN"/>
        </w:rPr>
        <w:t xml:space="preserve"> </w:t>
      </w:r>
      <w:r w:rsidRPr="00C64EB4">
        <w:t>1341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ताअस्सुर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वक्त़े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आक़ाई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आक़ाई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जज़ाएरी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ख़साएस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रीशे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आंसुओं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रूलाए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मुताअद्दि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मुख़तलिफ़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इख़्तियार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इमाम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मुबीन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164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लाहौर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बरवाएते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मुरक्कब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इस्तेमाल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214" w:name="_Toc467350102"/>
      <w:r w:rsidRPr="00C64EB4">
        <w:rPr>
          <w:rFonts w:hint="cs"/>
          <w:cs/>
          <w:lang w:bidi="hi-IN"/>
        </w:rPr>
        <w:t>विलादते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ताअस्सुर</w:t>
      </w:r>
      <w:bookmarkEnd w:id="214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डा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शातमी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बतलतै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बैरूत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29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215" w:name="_Toc467350103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bookmarkEnd w:id="215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बुढ़ापे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पीटने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हर्रा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अबीदुल्लाह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मतूफ़ी</w:t>
      </w:r>
      <w:r>
        <w:rPr>
          <w:cs/>
          <w:lang w:bidi="hi-IN"/>
        </w:rPr>
        <w:t xml:space="preserve"> </w:t>
      </w:r>
      <w:r w:rsidRPr="00C64EB4">
        <w:t>277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अख़बारूल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हुक्कामे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खुल्लम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साथिय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मुन्तशर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मुख़तलिफ़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हयात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ज़हरा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डा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शातमी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अंदलसी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बतलतए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बैरूत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152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मोअस्सिर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वलैहुम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हाबैन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ख़वातिर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वालीए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मुमालिको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rFonts w:hint="cs"/>
          <w:cs/>
          <w:lang w:bidi="hi-IN"/>
        </w:rPr>
        <w:t>ें</w:t>
      </w:r>
      <w:r w:rsidRPr="00C64EB4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ख़रजन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दमायना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फ़ख़्रहत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मुन्तकलेतः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बलदाली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यतमईन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हयातहाबाद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अख़यहा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मुन्तक़लेत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मल्दाली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अलन्नास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रख़या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फिरती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तफ़सीली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ज़ैनब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अख्तल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44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अख़बारूल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 w:rsidRPr="00C64EB4"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बतलतए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155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ख़साएसे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55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टांगा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करवां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मुत्तसिल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हमशीरे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तग़ईर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lastRenderedPageBreak/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शजर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जिनां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बाग़बां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अज़ली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बेलचा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सिधारीं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libBold1"/>
        <w:rPr>
          <w:lang w:bidi="hi-IN"/>
        </w:rPr>
      </w:pPr>
      <w:bookmarkStart w:id="216" w:name="_Toc467350104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मदफ़न</w:t>
      </w:r>
      <w:bookmarkEnd w:id="216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अख़तलफ़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मुरखून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यग़लब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अन्नहा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मदफ़नता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मरक़दहा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मुसलेमीन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मरक़दे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ज़ैनब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अख़्तल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नजफ़े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अशरफ़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एम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जोआईट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एडीटर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निसवां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 </w:t>
      </w:r>
      <w:r w:rsidRPr="00C64EB4">
        <w:t>1902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621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एजाज़ुल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एम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t>81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 </w:t>
      </w:r>
      <w:r w:rsidRPr="00C64EB4">
        <w:t>1958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ज़ैनबिया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 w:rsidRPr="00C64EB4">
        <w:t>1966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</w:p>
    <w:p w:rsidR="00510500" w:rsidRPr="00C64EB4" w:rsidRDefault="00510500" w:rsidP="00510500">
      <w:pPr>
        <w:pStyle w:val="libNormal"/>
      </w:pPr>
    </w:p>
    <w:p w:rsidR="00510500" w:rsidRPr="00C64EB4" w:rsidRDefault="00510500" w:rsidP="00510500">
      <w:pPr>
        <w:pStyle w:val="Heading1"/>
        <w:rPr>
          <w:lang w:bidi="hi-IN"/>
        </w:rPr>
      </w:pPr>
      <w:bookmarkStart w:id="217" w:name="_Toc467350105"/>
      <w:bookmarkStart w:id="218" w:name="_Toc472853715"/>
      <w:bookmarkStart w:id="219" w:name="_Toc473096962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मदफ़न</w:t>
      </w:r>
      <w:bookmarkEnd w:id="217"/>
      <w:bookmarkEnd w:id="218"/>
      <w:bookmarkEnd w:id="219"/>
    </w:p>
    <w:p w:rsidR="00510500" w:rsidRPr="00C64EB4" w:rsidRDefault="00510500" w:rsidP="00510500">
      <w:pPr>
        <w:pStyle w:val="libNormal"/>
      </w:pP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कारनामों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अख़राज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t>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अक़्द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 w:rsidRPr="00C64EB4"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ख़साएसे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ज़ैनबिया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C64EB4" w:rsidRDefault="00510500" w:rsidP="00510500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मोअज़्ज़म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बलदान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याकूत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हम्वी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t>51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दुख़्तर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ज़ैनब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अख़्तल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सफ़ीनतुल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बेहार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558</w:t>
      </w:r>
      <w:r>
        <w:rPr>
          <w:rStyle w:val="libFootnote0Char"/>
          <w:rFonts w:eastAsia="Calibri"/>
          <w:cs/>
          <w:lang w:bidi="hi-IN"/>
        </w:rPr>
        <w:t>)</w:t>
      </w:r>
    </w:p>
    <w:p w:rsidR="00510500" w:rsidRPr="00510500" w:rsidRDefault="00510500" w:rsidP="00510500">
      <w:pPr>
        <w:pStyle w:val="libfootnote00"/>
        <w:rPr>
          <w:rStyle w:val="libFootnote0Char"/>
        </w:rPr>
      </w:pPr>
      <w:r w:rsidRPr="00510500">
        <w:rPr>
          <w:rStyle w:val="libFootnote0Char"/>
          <w:rFonts w:hint="cs"/>
          <w:cs/>
        </w:rPr>
        <w:t>हाशिया</w:t>
      </w:r>
      <w:r>
        <w:rPr>
          <w:cs/>
          <w:lang w:bidi="hi-IN"/>
        </w:rPr>
        <w:t xml:space="preserve"> </w:t>
      </w:r>
      <w:r w:rsidRPr="00C64EB4">
        <w:t>1.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हज़रत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उम्मे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कुलसूम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के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साथ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उमर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बिन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ख़त्ताब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के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अक़्द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का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फ़साना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तौहीने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आले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मोहम्मद</w:t>
      </w:r>
      <w:r>
        <w:rPr>
          <w:cs/>
          <w:lang w:bidi="hi-IN"/>
        </w:rPr>
        <w:t xml:space="preserve"> (</w:t>
      </w:r>
      <w:r w:rsidRPr="00510500">
        <w:rPr>
          <w:rStyle w:val="libFootnote0Char"/>
          <w:cs/>
        </w:rPr>
        <w:t>स</w:t>
      </w:r>
      <w:r w:rsidRPr="0056112A">
        <w:rPr>
          <w:rtl/>
          <w:cs/>
        </w:rPr>
        <w:t>.</w:t>
      </w:r>
      <w:r w:rsidRPr="00510500">
        <w:rPr>
          <w:rStyle w:val="libFootnote0Char"/>
          <w:rtl/>
          <w:cs/>
        </w:rPr>
        <w:t>अ</w:t>
      </w:r>
      <w:r w:rsidRPr="0056112A">
        <w:rPr>
          <w:rtl/>
          <w:cs/>
        </w:rPr>
        <w:t>.</w:t>
      </w:r>
      <w:r w:rsidRPr="00510500">
        <w:rPr>
          <w:rStyle w:val="libFootnote0Char"/>
          <w:rtl/>
          <w:cs/>
        </w:rPr>
        <w:t>व</w:t>
      </w:r>
      <w:r w:rsidRPr="0056112A">
        <w:rPr>
          <w:rtl/>
          <w:cs/>
        </w:rPr>
        <w:t>.</w:t>
      </w:r>
      <w:r w:rsidRPr="00510500">
        <w:rPr>
          <w:rStyle w:val="libFootnote0Char"/>
          <w:rtl/>
          <w:cs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510500">
        <w:rPr>
          <w:rStyle w:val="libFootnote0Char"/>
          <w:rFonts w:hint="cs"/>
          <w:cs/>
        </w:rPr>
        <w:t>का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एक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दिल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सोज़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बाब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है।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इसकी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रद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के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लिये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मुलाहेज़ा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हों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मुक़द्देमा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अहयाउल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ममात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अल्लामा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जलालउद्दीन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सियूती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मतबूआ</w:t>
      </w:r>
      <w:r>
        <w:rPr>
          <w:cs/>
          <w:lang w:bidi="hi-IN"/>
        </w:rPr>
        <w:t xml:space="preserve"> </w:t>
      </w:r>
      <w:r w:rsidRPr="00510500">
        <w:rPr>
          <w:rStyle w:val="libFootnote0Char"/>
          <w:rFonts w:hint="cs"/>
          <w:cs/>
        </w:rPr>
        <w:t>लाहौर।</w:t>
      </w:r>
    </w:p>
    <w:p w:rsidR="00510500" w:rsidRPr="00510500" w:rsidRDefault="00510500" w:rsidP="00510500">
      <w:pPr>
        <w:pStyle w:val="libfootnote00"/>
        <w:rPr>
          <w:cs/>
          <w:lang w:bidi="hi-IN"/>
        </w:rPr>
      </w:pPr>
    </w:p>
    <w:p w:rsidR="00510500" w:rsidRDefault="00510500" w:rsidP="00510500">
      <w:pPr>
        <w:pStyle w:val="libLine"/>
      </w:pPr>
      <w:r>
        <w:t>[{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टाईप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दुआगौ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फाउनडेशन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नेटवर्क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कराया।</w:t>
      </w:r>
      <w:r>
        <w:t>}]</w:t>
      </w:r>
    </w:p>
    <w:p w:rsidR="00510500" w:rsidRDefault="00510500" w:rsidP="00510500">
      <w:pPr>
        <w:pStyle w:val="libLine"/>
      </w:pPr>
      <w:r>
        <w:t>18 11 .2016</w:t>
      </w:r>
    </w:p>
    <w:p w:rsidR="00510500" w:rsidRDefault="00510500">
      <w:pPr>
        <w:spacing w:after="0" w:line="240" w:lineRule="auto"/>
        <w:rPr>
          <w:rFonts w:ascii="Mangal" w:eastAsia="Times New Roman" w:hAnsi="Mangal" w:cs="Mangal"/>
          <w:color w:val="000000"/>
          <w:sz w:val="26"/>
          <w:szCs w:val="26"/>
        </w:rPr>
      </w:pPr>
      <w:r>
        <w:br w:type="page"/>
      </w:r>
    </w:p>
    <w:sdt>
      <w:sdtPr>
        <w:id w:val="692833235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510500" w:rsidRDefault="00510500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096894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895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इस्मे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गेरामी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896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अक़ीक़ा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897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कुन्नियत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अलक़ाब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898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रज़ाअत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899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वन्दे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आलम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तरफ़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विलादते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तहनियत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ताज़ियत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0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चमकता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चेहरा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1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इब्राहीम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क़ुरबान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2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हसनैन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बाहमी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ज़ोर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आज़माई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3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ख़ाके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क़दमे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हबीब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मज़ाहिर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4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लिये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हिरन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बच्चे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5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सीना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6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हसनैन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ख़ुशनवीसी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मुक़ाबला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7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कपड़े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फ़रज़न्दाने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ईद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8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गिरया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सदमा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09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सरदारीए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0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आलमे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नमाज़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पुश्ते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1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हुसैनो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मिन्नी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2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मकतूबाते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बाबे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3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सिफ़ाते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हसना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मरकज़ीयत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4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एतेराफ़े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शरफ़े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5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एतराफ़े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शरफ़े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6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रक़ाब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7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गर्दे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क़दम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हुरैरा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8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ज़ुर्रियते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नबी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19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करमे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मिसाल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0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करामत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1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नुसरत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लिये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रसूले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करीम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noProof/>
                <w:rtl/>
              </w:rPr>
              <w:t>.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हुक्म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2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3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सख़ावत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4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अम्रे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5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वसीयत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कि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सनदे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गु़लामी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बैत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नविशता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मेरे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कफ़न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रखा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जाऐ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6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मुनाजात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तरफ़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7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सिफ़्फ़ीन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जद्दो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जेहद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8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गिरदाबे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मसाएब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वाक़िए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करबला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आग़ाज़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29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मुस्लिम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अक़ील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0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इब्राहीम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1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मक्के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मोअज़्ज़मा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जान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बच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सकी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2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मक्के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रवानगी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3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यज़ीदे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रियाही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4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करबला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वुरूद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5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ख़त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कूफ़ा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6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उबैदुल्लाह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ज़ियाद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ख़त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7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मोहर्रम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नवी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मोहर्रम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तक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मुख़्तसर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वाक़ेयात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8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आशूर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39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मुजाहेदीने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करबला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आख़री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सहर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40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सुबह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आशूर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41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आमद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42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उनके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असहाब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आइज़्ज़ा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अर्श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आफ़रीं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जंग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43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मग़लूबा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44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मशहूर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असहाब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उनकी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3096945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हबीब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मज़ाहिर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3096946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ज़ुहैर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क़ैन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3096947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नाफ़े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हिलाल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3096948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मुस्लिम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औसजा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3096949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आबिस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शाकरी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3096950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बुरैर</w:t>
            </w:r>
            <w:r w:rsidRPr="00166ED3">
              <w:rPr>
                <w:rStyle w:val="Hyperlink"/>
                <w:noProof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हमादानी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1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आइज़्ज़ा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अक़रेबा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औलाद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2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अलमदारे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करबला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अब्बास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3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अकबर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4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असग़र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5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रूख़सती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6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मैदाने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जंग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7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नबर्द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आज़माई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8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बारगाहे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अहदीयत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दिल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अवाज़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59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शामे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ग़रीबा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60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सुबह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ग्यारह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मुहर्रम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61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बहन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ज़ैनब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कुलसूम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मुख़्तसर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हालात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 w:rsidRPr="00166ED3">
              <w:rPr>
                <w:rStyle w:val="Hyperlink"/>
                <w:noProof/>
              </w:rPr>
              <w:t>,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वफ़ात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मदफ़न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6962" w:history="1"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उम्मे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कुलसूम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 w:rsidRPr="00166ED3">
              <w:rPr>
                <w:rStyle w:val="Hyperlink"/>
                <w:noProof/>
              </w:rPr>
              <w:t>,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वफ़ात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उनका</w:t>
            </w:r>
            <w:r w:rsidRPr="00166ED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166ED3">
              <w:rPr>
                <w:rStyle w:val="Hyperlink"/>
                <w:rFonts w:cs="Mangal" w:hint="cs"/>
                <w:noProof/>
                <w:cs/>
                <w:lang w:bidi="hi-IN"/>
              </w:rPr>
              <w:t>मदफ़न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_Toc473096962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0500" w:rsidRDefault="00510500">
          <w:r>
            <w:fldChar w:fldCharType="end"/>
          </w:r>
        </w:p>
      </w:sdtContent>
    </w:sdt>
    <w:p w:rsidR="00C60BAA" w:rsidRPr="00A12173" w:rsidRDefault="00C60BAA" w:rsidP="00510500">
      <w:pPr>
        <w:pStyle w:val="libLine"/>
        <w:rPr>
          <w:rtl/>
          <w:cs/>
        </w:rPr>
      </w:pPr>
    </w:p>
    <w:sectPr w:rsidR="00C60BAA" w:rsidRPr="00A12173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B3D" w:rsidRDefault="00092B3D" w:rsidP="008B7801">
      <w:pPr>
        <w:spacing w:after="0" w:line="240" w:lineRule="auto"/>
      </w:pPr>
      <w:r>
        <w:separator/>
      </w:r>
    </w:p>
  </w:endnote>
  <w:endnote w:type="continuationSeparator" w:id="0">
    <w:p w:rsidR="00092B3D" w:rsidRDefault="00092B3D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C7" w:rsidRDefault="00274324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385BC7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510500">
      <w:rPr>
        <w:rFonts w:ascii="SutonnyMJ" w:hAnsi="SutonnyMJ" w:cs="SutonnyMJ"/>
        <w:noProof/>
      </w:rPr>
      <w:t>130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B3D" w:rsidRDefault="00092B3D" w:rsidP="008B7801">
      <w:pPr>
        <w:spacing w:after="0" w:line="240" w:lineRule="auto"/>
      </w:pPr>
      <w:r>
        <w:separator/>
      </w:r>
    </w:p>
  </w:footnote>
  <w:footnote w:type="continuationSeparator" w:id="0">
    <w:p w:rsidR="00092B3D" w:rsidRDefault="00092B3D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2777A"/>
    <w:rsid w:val="00007817"/>
    <w:rsid w:val="00017F8E"/>
    <w:rsid w:val="00043999"/>
    <w:rsid w:val="000451DA"/>
    <w:rsid w:val="00092B3D"/>
    <w:rsid w:val="000A16E2"/>
    <w:rsid w:val="000D0FC8"/>
    <w:rsid w:val="000D641E"/>
    <w:rsid w:val="00137658"/>
    <w:rsid w:val="0016774F"/>
    <w:rsid w:val="001829DB"/>
    <w:rsid w:val="001A3437"/>
    <w:rsid w:val="001C49F5"/>
    <w:rsid w:val="001F5D63"/>
    <w:rsid w:val="00235071"/>
    <w:rsid w:val="00266853"/>
    <w:rsid w:val="00274324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27E10"/>
    <w:rsid w:val="00331D48"/>
    <w:rsid w:val="0033697A"/>
    <w:rsid w:val="00385BC7"/>
    <w:rsid w:val="003A1605"/>
    <w:rsid w:val="003A380C"/>
    <w:rsid w:val="003E4BC2"/>
    <w:rsid w:val="00406D51"/>
    <w:rsid w:val="00495B54"/>
    <w:rsid w:val="004A56BA"/>
    <w:rsid w:val="004C57A4"/>
    <w:rsid w:val="004E1F6D"/>
    <w:rsid w:val="00506800"/>
    <w:rsid w:val="00510500"/>
    <w:rsid w:val="00544132"/>
    <w:rsid w:val="00553605"/>
    <w:rsid w:val="00584195"/>
    <w:rsid w:val="005862E0"/>
    <w:rsid w:val="00593844"/>
    <w:rsid w:val="0059796A"/>
    <w:rsid w:val="005B568F"/>
    <w:rsid w:val="005D2D86"/>
    <w:rsid w:val="005D3333"/>
    <w:rsid w:val="0061174D"/>
    <w:rsid w:val="00663BEC"/>
    <w:rsid w:val="006746F0"/>
    <w:rsid w:val="00690232"/>
    <w:rsid w:val="006B240B"/>
    <w:rsid w:val="006C230E"/>
    <w:rsid w:val="006D197A"/>
    <w:rsid w:val="00707890"/>
    <w:rsid w:val="0071325E"/>
    <w:rsid w:val="007243F7"/>
    <w:rsid w:val="00733E6E"/>
    <w:rsid w:val="0075520E"/>
    <w:rsid w:val="007719FE"/>
    <w:rsid w:val="00776659"/>
    <w:rsid w:val="007B649B"/>
    <w:rsid w:val="007D0C93"/>
    <w:rsid w:val="007E3A6A"/>
    <w:rsid w:val="00840C16"/>
    <w:rsid w:val="008521C9"/>
    <w:rsid w:val="00870944"/>
    <w:rsid w:val="008715EA"/>
    <w:rsid w:val="00884972"/>
    <w:rsid w:val="008A5A1E"/>
    <w:rsid w:val="008B7801"/>
    <w:rsid w:val="008C77D1"/>
    <w:rsid w:val="008D4310"/>
    <w:rsid w:val="008D6263"/>
    <w:rsid w:val="008F0D7B"/>
    <w:rsid w:val="009117EC"/>
    <w:rsid w:val="00932A77"/>
    <w:rsid w:val="00934323"/>
    <w:rsid w:val="0094696C"/>
    <w:rsid w:val="00976CDC"/>
    <w:rsid w:val="00991F81"/>
    <w:rsid w:val="00A069B8"/>
    <w:rsid w:val="00A07514"/>
    <w:rsid w:val="00A12173"/>
    <w:rsid w:val="00A2744B"/>
    <w:rsid w:val="00A357FF"/>
    <w:rsid w:val="00A455D0"/>
    <w:rsid w:val="00A560EA"/>
    <w:rsid w:val="00A77675"/>
    <w:rsid w:val="00AA7385"/>
    <w:rsid w:val="00AB18E8"/>
    <w:rsid w:val="00AB6543"/>
    <w:rsid w:val="00B34C00"/>
    <w:rsid w:val="00B72F9C"/>
    <w:rsid w:val="00BE1409"/>
    <w:rsid w:val="00C2470C"/>
    <w:rsid w:val="00C303C9"/>
    <w:rsid w:val="00C53098"/>
    <w:rsid w:val="00C539D3"/>
    <w:rsid w:val="00C60BAA"/>
    <w:rsid w:val="00C747C4"/>
    <w:rsid w:val="00C966ED"/>
    <w:rsid w:val="00CB2CAE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D52E9"/>
    <w:rsid w:val="00DD7EF1"/>
    <w:rsid w:val="00DE3532"/>
    <w:rsid w:val="00DE7D70"/>
    <w:rsid w:val="00DF0DAD"/>
    <w:rsid w:val="00DF1559"/>
    <w:rsid w:val="00E21BCB"/>
    <w:rsid w:val="00E2613F"/>
    <w:rsid w:val="00E30987"/>
    <w:rsid w:val="00E32589"/>
    <w:rsid w:val="00E400A5"/>
    <w:rsid w:val="00E52113"/>
    <w:rsid w:val="00E82A24"/>
    <w:rsid w:val="00E84EB1"/>
    <w:rsid w:val="00E9343A"/>
    <w:rsid w:val="00EB1BF3"/>
    <w:rsid w:val="00EC4B61"/>
    <w:rsid w:val="00EC59F9"/>
    <w:rsid w:val="00ED0C42"/>
    <w:rsid w:val="00F0394E"/>
    <w:rsid w:val="00F11A1C"/>
    <w:rsid w:val="00F20557"/>
    <w:rsid w:val="00F2413E"/>
    <w:rsid w:val="00F25B39"/>
    <w:rsid w:val="00F2777A"/>
    <w:rsid w:val="00F46E01"/>
    <w:rsid w:val="00F525D6"/>
    <w:rsid w:val="00F578A8"/>
    <w:rsid w:val="00F860D8"/>
    <w:rsid w:val="00F91E16"/>
    <w:rsid w:val="00FA2BBB"/>
    <w:rsid w:val="00FB3623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500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Heading2"/>
    <w:link w:val="Heading4Char"/>
    <w:uiPriority w:val="9"/>
    <w:qFormat/>
    <w:rsid w:val="00510500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510500"/>
    <w:rPr>
      <w:rFonts w:ascii="SolaimanLipi" w:eastAsia="Times New Roman" w:hAnsi="SolaimanLipi" w:cs="Mangal"/>
      <w:b/>
      <w:bCs/>
      <w:color w:val="1F497D"/>
      <w:sz w:val="32"/>
      <w:szCs w:val="32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Template%20Hindi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CB66A-BDB3-4A8C-9946-E1E2B16B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Hindi2</Template>
  <TotalTime>0</TotalTime>
  <Pages>136</Pages>
  <Words>22145</Words>
  <Characters>126231</Characters>
  <Application>Microsoft Office Word</Application>
  <DocSecurity>0</DocSecurity>
  <Lines>1051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148080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2</cp:revision>
  <cp:lastPrinted>2016-11-21T11:54:00Z</cp:lastPrinted>
  <dcterms:created xsi:type="dcterms:W3CDTF">2017-01-25T05:11:00Z</dcterms:created>
  <dcterms:modified xsi:type="dcterms:W3CDTF">2017-01-25T05:11:00Z</dcterms:modified>
</cp:coreProperties>
</file>