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72" w:rsidRDefault="00733772" w:rsidP="00C91B27">
      <w:pPr>
        <w:pStyle w:val="Heading1Center"/>
      </w:pPr>
      <w:bookmarkStart w:id="0" w:name="_Toc454877595"/>
      <w:r w:rsidRPr="00733772">
        <w:rPr>
          <w:rFonts w:hint="cs"/>
          <w:cs/>
        </w:rPr>
        <w:t>वहाबियत</w:t>
      </w:r>
      <w:r>
        <w:rPr>
          <w:rFonts w:hint="cs"/>
          <w:cs/>
        </w:rPr>
        <w:t xml:space="preserve"> इतिहास के दर्पण मे</w:t>
      </w:r>
      <w:bookmarkEnd w:id="0"/>
    </w:p>
    <w:p w:rsidR="00C91B27" w:rsidRPr="00C91B27" w:rsidRDefault="00C91B27" w:rsidP="00C91B27">
      <w:pPr>
        <w:pStyle w:val="libCenterBold2"/>
        <w:rPr>
          <w:rFonts w:hint="cs"/>
          <w:cs/>
          <w:lang w:bidi="hi-IN"/>
        </w:rPr>
      </w:pPr>
      <w:r w:rsidRPr="00C91B27">
        <w:rPr>
          <w:rFonts w:hint="cs"/>
          <w:cs/>
        </w:rPr>
        <w:t>अलहसनैन इस्लामी नेटवर्क</w:t>
      </w:r>
    </w:p>
    <w:p w:rsidR="00733772" w:rsidRPr="00733772" w:rsidRDefault="00733772" w:rsidP="00733772">
      <w:pPr>
        <w:pStyle w:val="libNormal"/>
        <w:rPr>
          <w:cs/>
          <w:lang w:bidi="hi-IN"/>
        </w:rPr>
      </w:pPr>
    </w:p>
    <w:p w:rsidR="00C91B27" w:rsidRDefault="00C91B27" w:rsidP="00C91B27">
      <w:pPr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733772" w:rsidRPr="00733772" w:rsidRDefault="00733772" w:rsidP="00C91B27">
      <w:pPr>
        <w:pStyle w:val="Heading1"/>
      </w:pPr>
      <w:bookmarkStart w:id="1" w:name="_Toc454877596"/>
      <w:r w:rsidRPr="00733772">
        <w:rPr>
          <w:rFonts w:hint="cs"/>
          <w:cs/>
          <w:lang w:bidi="hi-IN"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bookmarkEnd w:id="1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वहाबियत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आधारशिला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फ़त्वे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हालांकि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तार्कपूर्ण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विवेचना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स्पष्टीकरण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परिसिमा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बिन्दु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?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संज्ञा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बेबस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घिरी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t xml:space="preserve">?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वर्चस्व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प्रभुत्व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पूर्णतः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व्यवहारिक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शारीरिक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बाह्य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मिन्हाजुस्सुन्नह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आकाश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पूर्वाग्रह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दिखाई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बुद्धि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अस्वीकार्य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प्रश्न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दृष्टिकोण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पंद्रह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पश्चिम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चेहरा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घुमाओगे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सर्वज्ञ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सजदा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दीजिएः</w:t>
      </w:r>
      <w:r w:rsidRPr="00733772">
        <w:rPr>
          <w:cs/>
          <w:lang w:bidi="hi-IN"/>
        </w:rPr>
        <w:t xml:space="preserve"> </w:t>
      </w:r>
      <w:r w:rsidRPr="00733772">
        <w:t>,,,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हटकर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संरक्षक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4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संभाला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प्रविष्ट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5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दीजिएः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दयावान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गढ़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शायद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तुलना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अंगुली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गुंबद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काठी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पौत्र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बचपन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कलपनाएं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चौड़ाई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जितनी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नाख़ुन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घुटने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गहराई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जितनी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सातवें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सदाचारी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निराधार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अतार्किक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असंभव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चर्चा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263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सहनशील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267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पढ़ते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प्रशंसा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चिंतन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निरंतर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त्रुटि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निष्कर्श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निकलेगा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रहेगा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रहेंगी।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चौथी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बाक़ी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भेड़ों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कहानियों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लाहै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तुझसे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तात्पर्य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छोटी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नगण्य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परिणामस्वरूप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अकेला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रब्ब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अभिप्राय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मानदंडों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बुद्धि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खंबे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अभिप्राय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पड़ेगा।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अलैहिस्सलाम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शब्दों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2" w:name="_Toc454877597"/>
      <w:r w:rsidRPr="00733772">
        <w:rPr>
          <w:rFonts w:hint="cs"/>
          <w:cs/>
          <w:lang w:bidi="hi-IN"/>
        </w:rPr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2</w:t>
      </w:r>
      <w:bookmarkEnd w:id="2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शताब्दियों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तय्मिया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तयमिया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t xml:space="preserve">, </w:t>
      </w:r>
      <w:r w:rsidRPr="00733772">
        <w:rPr>
          <w:rFonts w:hint="cs"/>
          <w:cs/>
          <w:lang w:bidi="hi-IN"/>
        </w:rPr>
        <w:t>ग़लत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१९वीं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ईसवी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शताब्दी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ख़राब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पश्चिमी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साम्राज्यवादियों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आधिपत्य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जमाने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फार्स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खाड़ी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चेष्टा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लगातार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दक्षिण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पश्चिम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बढ़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फ्रांसिसियों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नेपोलियन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नेतृत्व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सीरिया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फिलिस्तीन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अतिग्रहण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चेष्टा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साम्रज्य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बारम्बार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क्षेत्रफल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फिलिस्तीन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फार्स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खाड़ी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विस्तृत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अमेरिकी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उत्तरी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अफ्रीक़ा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लीबिया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अलजीरिया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गोला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जुगत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कठिन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नास्तिक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आघात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पहुंचाया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शत्रुओं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एकता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समरसता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सहयोग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संदेह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राष्ट्रों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मध्य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उपनिवेश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बूढ़े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साम्राज्य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प्रभावी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शैली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मध्य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स्रोतों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परिप्रेक्ष्य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प्रयास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मतभेदों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सम्प्रदाय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गठन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गतिविधियों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मानते।</w:t>
      </w:r>
      <w:r w:rsidRPr="00733772">
        <w:rPr>
          <w:cs/>
          <w:lang w:bidi="hi-IN"/>
        </w:rPr>
        <w:t xml:space="preserve"> 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जासूस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मिस्टर</w:t>
      </w:r>
      <w:r w:rsidRPr="00733772">
        <w:rPr>
          <w:cs/>
          <w:lang w:bidi="hi-IN"/>
        </w:rPr>
        <w:t xml:space="preserve"> </w:t>
      </w:r>
      <w:r w:rsidRPr="00733772">
        <w:t xml:space="preserve">HAMFAR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मिस्टर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हम्फरे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जासूस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चोला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पहनकर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मध्य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खोज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हम्फरे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इराक़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दक्षिण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बसरा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हम्फरे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" </w:t>
      </w:r>
      <w:r w:rsidRPr="00733772">
        <w:rPr>
          <w:rFonts w:hint="cs"/>
          <w:cs/>
          <w:lang w:bidi="hi-IN"/>
        </w:rPr>
        <w:t>मुझे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अपना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खोया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नियमों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कटिबद्ध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अहं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विद्वानों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घृणा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ख़लीफाओं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अल्प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भरोसा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कमज़ोरी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"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हम्फर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कथनानुसार</w:t>
      </w:r>
      <w:r w:rsidRPr="00733772">
        <w:rPr>
          <w:cs/>
          <w:lang w:bidi="hi-IN"/>
        </w:rPr>
        <w:t xml:space="preserve"> "</w:t>
      </w:r>
      <w:r w:rsidRPr="00733772">
        <w:rPr>
          <w:rFonts w:hint="cs"/>
          <w:cs/>
          <w:lang w:bidi="hi-IN"/>
        </w:rPr>
        <w:t>मैंने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सम्प्रदाय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उत्पन्न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उकसाया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ब्रिटिश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समर्थन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घोषणा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निश्चित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विद्वान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पिता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अतार्किक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मुखर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पिता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मृत्यु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हुरैमला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क्रोधित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उत्तेजित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बाध्य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हुरैमला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ओअय्यना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ओअय्यना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माअमर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बदले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वचन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क्षेत्र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माअमर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आज्ञापालक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अहसा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क्षेत्र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होशियारी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ओअय्यना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११६०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हिजरी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ओअय्यना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देरइय्या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देरइय्या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आह्वान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सहकारिता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फैलाकर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क्षेत्रफल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विस्तृत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करेगा।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प्रस्ताव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परिणाम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स्वरुप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समझौता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बागडोर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समझौते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मज़बूत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उद्देश्य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मध्य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विवाह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छत्रछाया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विस्तृत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शीघ्र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निकटवर्ती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क़बीलों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ओअय्यना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समाधियां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दर्शनस्थल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ध्वस्त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अनेकेश्वरवादी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मूर्ति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नास्तिक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फतवा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धन</w:t>
      </w:r>
      <w:r w:rsidRPr="00733772">
        <w:rPr>
          <w:cs/>
          <w:lang w:bidi="hi-IN"/>
        </w:rPr>
        <w:t xml:space="preserve">-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ज़ब्त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अनुयाई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फतवे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निर्दोष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देरईय्या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कठिन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निर्धनता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गुजार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देरईय्या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भरमार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आलूसी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रूझान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"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बोशर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नज्दी</w:t>
      </w:r>
      <w:r w:rsidRPr="00733772">
        <w:rPr>
          <w:cs/>
          <w:lang w:bidi="hi-IN"/>
        </w:rPr>
        <w:t xml:space="preserve">"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"</w:t>
      </w:r>
      <w:r w:rsidRPr="00733772">
        <w:rPr>
          <w:rFonts w:hint="cs"/>
          <w:cs/>
          <w:lang w:bidi="hi-IN"/>
        </w:rPr>
        <w:t>तारीख़े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"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"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बोशर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देरईय्या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निर्धन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साक्षी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परिवर्तित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हथियार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सुसज्जित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अच्छे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घोड़ों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धन</w:t>
      </w:r>
      <w:r w:rsidRPr="00733772">
        <w:rPr>
          <w:cs/>
          <w:lang w:bidi="hi-IN"/>
        </w:rPr>
        <w:t xml:space="preserve">- </w:t>
      </w:r>
      <w:r w:rsidRPr="00733772">
        <w:rPr>
          <w:rFonts w:hint="cs"/>
          <w:cs/>
          <w:lang w:bidi="hi-IN"/>
        </w:rPr>
        <w:t>दौलत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सम्मन्न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ज़बान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अक्षम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बोशर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क़बीलों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अनुमति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बटवारे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शैली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आमंत्रित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सुरक्षित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शत्रु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हड़प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यमन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हेजाज़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सीरिया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इराक़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क्षेत्रों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शामिल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सम्मिलित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संतोष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सहमत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आज्ञा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वचन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तरीक़े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अहसा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फुसूल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गांव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३००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पुरुषों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सम्पत्ति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3" w:name="_Toc454877598"/>
      <w:r w:rsidRPr="00733772">
        <w:rPr>
          <w:rFonts w:hint="cs"/>
          <w:cs/>
          <w:lang w:bidi="hi-IN"/>
        </w:rPr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3</w:t>
      </w:r>
      <w:bookmarkEnd w:id="3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हिंसा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निर्दयता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अज़ीज़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विद्वानों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प्रतिष्ठित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आरोप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फांसी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चढ़ा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प्रत्येक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t xml:space="preserve">,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यातनाओं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डराया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>-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गांव</w:t>
      </w:r>
      <w:r w:rsidRPr="00733772">
        <w:rPr>
          <w:cs/>
          <w:lang w:bidi="hi-IN"/>
        </w:rPr>
        <w:t>-</w:t>
      </w:r>
      <w:r w:rsidRPr="00733772">
        <w:rPr>
          <w:rFonts w:hint="cs"/>
          <w:cs/>
          <w:lang w:bidi="hi-IN"/>
        </w:rPr>
        <w:t>गांव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ढ़िढोंरा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पीट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पीट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प्रविष्ट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जाओ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व्यापक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छत्रछाया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करो।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नौसेना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प्रशिक्षण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केन्द्र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अय्यूब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अज़ीज़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क़बीलों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सरदारों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भाषण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आबादियों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सिखाना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इच्छाओं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व्यवहारिक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सफाया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विवश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नबवी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शरीअते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चरित्र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विशेषकर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बिल्कुल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छोड़ेंगे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हमारे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अनुयायी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पाएंगे।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सफाया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अज़ीज़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अतिग्रहण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उपमहाद्वीप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प्रयास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बुशर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तारीख़े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t xml:space="preserve">, </w:t>
      </w:r>
      <w:r w:rsidRPr="00733772">
        <w:rPr>
          <w:rFonts w:hint="cs"/>
          <w:cs/>
          <w:lang w:bidi="hi-IN"/>
        </w:rPr>
        <w:t>बीस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निकला।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भागने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विवश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पराजय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लौटे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मुख्य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छुड़ाने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अवसर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ग़ालिब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आक्रमण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जद्दह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सहयोग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सैनिकों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सैनिक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गोलों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लैस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छोटी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पराजित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विजय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सफल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बावजूद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यथावत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प्रयास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t>1804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आदेशानुसार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शक्तिशाली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पुनः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अत्याचार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मक्कावासी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भूख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आदेशानुसार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जितने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सबकी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हत्या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बच्चे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गलियों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ग़ालिब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t>1805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इतिहासकारों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संदर्भ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वर्चस्व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अच्छा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व्यवहार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रक्षा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पुनः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अतिग्रहण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इराक़ी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तीर्थयात्रियों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वर्तमान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सीरिया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शामवासियों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आध्यात्मिक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मानवीय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संस्कारों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अतिग्रहण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सोचा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हिंसाओं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अवगत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मदीनावासियों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अंततः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t>1806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रौज़े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रसूले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रौज़े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ध्वस्त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पेटियों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रत्नों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ज़मुर्रद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शमादान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मोमबत्ती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बदले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चमकने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प्रकाशमयी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चुरा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सौ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तलवारों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चुरा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ग़ेलाफ़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याक़ूत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पत्थरों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सुसज्जित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दस्ता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ज़मुर्रद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ज़बरजद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पत्थरों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अज़ीज़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मस्जिदुन्नबी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एकत्रित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आरंभ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मदीनावासियों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क़ानून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विभूतियों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तृप्त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पूर्वजों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भलाई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पूर्वजों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सलवात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बचो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अनेकेश्वरवादी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विचारधरा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सैन्य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चढ़ाइयों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नरसंहार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भीषण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हिंसाओं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कांपते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ज़ियारत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यात्रा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साहस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इच्छानुसार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जन्नतुल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बक़ीअ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क़ब्रिस्तान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ध्वस्त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हिजाज़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औपचारिकता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अज़ान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सलवात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हेजाज़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प्रतिष्ठित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पथभ्रष्ट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ज़ोरज़बरदस्तियों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साहस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उच्चाधिकारी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प्रतिदिन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बढ़ती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ख़तरों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सचेत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इरादा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वर्चस्व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हेजाज़</w:t>
      </w:r>
      <w:r w:rsidRPr="00733772">
        <w:t xml:space="preserve">, </w:t>
      </w:r>
      <w:r w:rsidRPr="00733772">
        <w:rPr>
          <w:rFonts w:hint="cs"/>
          <w:cs/>
          <w:lang w:bidi="hi-IN"/>
        </w:rPr>
        <w:t>यमन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मिस्र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फ़िलिस्तीन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सीरिया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इराक़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t>66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दिरइये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कैंसर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ग्रस्त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जगह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ओज्ञ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लैस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पराजित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सफल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चंगुल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मदीने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ताएफ़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स्वतंत्र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युद्धों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कमान्डरों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गिरफ़्तार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राजधानी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इस्तांबोल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विजय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ख़ुशियां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समारोहों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आयोजन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शैतानी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समुद्री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हेजाज़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सैन्य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छावनी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देश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निकाला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ज़ब्त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लौट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लैस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केन्द्र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दिरइये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हथियारों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लैस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दिरइये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गिरफ़्तार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निकटवर्तियों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बाज़ारों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मृत्युदंड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तत्कालीन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जगहों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समारोहों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आयोजन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ख़ुशियां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मनाई।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लगभग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नौ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महीने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दिरइये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बर्बाद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इब्राहीम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पौत्रों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मरवा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ख़तरनाक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हेजाज़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उस्मानी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सफलताओं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श्रेय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t>1818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दमन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लगभग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शताब्दी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सऊदी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नज्द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मिस्रियों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चढ़ाई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उल्लेखनीय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परिणाम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अज़ीज़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विस्तृत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बिखर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थोपने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</w:p>
    <w:p w:rsidR="00733772" w:rsidRPr="00733772" w:rsidRDefault="00733772" w:rsidP="00733772">
      <w:pPr>
        <w:pStyle w:val="libNormal"/>
      </w:pPr>
    </w:p>
    <w:p w:rsidR="00C91B27" w:rsidRDefault="00C91B27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r>
        <w:rPr>
          <w:cs/>
          <w:lang w:bidi="hi-IN"/>
        </w:rPr>
        <w:br w:type="page"/>
      </w:r>
    </w:p>
    <w:p w:rsidR="00733772" w:rsidRPr="00733772" w:rsidRDefault="00733772" w:rsidP="00C91B27">
      <w:pPr>
        <w:pStyle w:val="Heading1"/>
      </w:pPr>
      <w:bookmarkStart w:id="4" w:name="_Toc454877599"/>
      <w:r w:rsidRPr="00733772">
        <w:rPr>
          <w:rFonts w:hint="cs"/>
          <w:cs/>
          <w:lang w:bidi="hi-IN"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4</w:t>
      </w:r>
      <w:bookmarkEnd w:id="4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जिन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हल्ला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मचाया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प्रिय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करवाना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अनेकेश्वरवादी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अलबत्ता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कट्टरपंथी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वैचारिक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पथभ्रष्टताओं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तनिक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समझदार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अन्नय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प्रिय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कृपाशील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स्रोत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घटना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ब्रह्मांड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इच्छा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अनुमति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प्रभाव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रोचक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शैली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सुंदर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ढंग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अनफ़ाल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सत्रहवीं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संबोधित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कीजिए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आपने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युद्ध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तीर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चलाया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वस्तुतः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मुख्य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मुख्य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घटनाएं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इच्छा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रुतबा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? </w:t>
      </w:r>
      <w:r w:rsidRPr="00733772">
        <w:rPr>
          <w:rFonts w:hint="cs"/>
          <w:cs/>
          <w:lang w:bidi="hi-IN"/>
        </w:rPr>
        <w:t>खेद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शेफ़ाअत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पथभ्रष्टता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काफ़िर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अनेकेश्वरवादी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t xml:space="preserve">, </w:t>
      </w:r>
      <w:r w:rsidRPr="00733772">
        <w:rPr>
          <w:rFonts w:hint="cs"/>
          <w:cs/>
          <w:lang w:bidi="hi-IN"/>
        </w:rPr>
        <w:t>पैग़म्बरों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स्वीकृति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बंदगी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सम्मानीय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दर्जा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माएदा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t>35</w:t>
      </w:r>
      <w:r w:rsidRPr="00733772">
        <w:rPr>
          <w:rFonts w:hint="cs"/>
          <w:cs/>
          <w:lang w:bidi="hi-IN"/>
        </w:rPr>
        <w:t>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</w:t>
      </w:r>
      <w:r w:rsidRPr="00733772">
        <w:rPr>
          <w:cs/>
          <w:lang w:bidi="hi-IN"/>
        </w:rPr>
        <w:t xml:space="preserve">!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डरो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जुटाओ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जेहाद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शायद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संबोधन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मोक्ष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कल्याण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भय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जुटाना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जेहाद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तात्पर्य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?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व्यापक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प्रेम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उत्साह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ईमान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जेहाद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नमाज़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ज़कात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रोज़ा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दक्षिणा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मेल</w:t>
      </w:r>
      <w:r w:rsidRPr="00733772">
        <w:rPr>
          <w:cs/>
          <w:lang w:bidi="hi-IN"/>
        </w:rPr>
        <w:t>-</w:t>
      </w:r>
      <w:r w:rsidRPr="00733772">
        <w:rPr>
          <w:rFonts w:hint="cs"/>
          <w:cs/>
          <w:lang w:bidi="hi-IN"/>
        </w:rPr>
        <w:t>जोल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t xml:space="preserve">,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उत्तराधिकारियों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प्रिय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तौबा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t>59</w:t>
      </w:r>
      <w:r w:rsidRPr="00733772">
        <w:rPr>
          <w:rFonts w:hint="cs"/>
          <w:cs/>
          <w:lang w:bidi="hi-IN"/>
        </w:rPr>
        <w:t>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प्रदान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शीघ्र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प्रदान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आशावान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निश्चित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बेहतर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>)</w:t>
      </w:r>
      <w:r w:rsidRPr="00733772">
        <w:rPr>
          <w:rFonts w:hint="cs"/>
          <w:cs/>
          <w:lang w:bidi="hi-IN"/>
        </w:rPr>
        <w:t>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प्रदान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बनाएं</w:t>
      </w:r>
      <w:r w:rsidRPr="00733772">
        <w:t xml:space="preserve">? </w:t>
      </w: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दयालु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कृपालु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t>64</w:t>
      </w:r>
      <w:r w:rsidRPr="00733772">
        <w:rPr>
          <w:rFonts w:hint="cs"/>
          <w:cs/>
          <w:lang w:bidi="hi-IN"/>
        </w:rPr>
        <w:t>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करवाने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प्रोत्साहित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संबोधित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अत्याचार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अवज्ञा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निसंदेह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तौबा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दयावान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प्रमाण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फ़ातिर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t>14</w:t>
      </w:r>
      <w:r w:rsidRPr="00733772">
        <w:rPr>
          <w:rFonts w:hint="cs"/>
          <w:cs/>
          <w:lang w:bidi="hi-IN"/>
        </w:rPr>
        <w:t>वीं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!)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सुनेंगे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प्रलय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ठहराने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देंगे।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जानकार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आपको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तथ्यों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सूचित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फ़ातिर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मूर्तियों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संबोधित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मूर्तियों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रोकती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मूर्तियां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सामर्थ्य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तनिक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स्वामित्व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अतिवादी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शेफ़ाअत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प्रिय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संपर्क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पकारते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t xml:space="preserve">, </w:t>
      </w:r>
      <w:r w:rsidRPr="00733772">
        <w:rPr>
          <w:rFonts w:hint="cs"/>
          <w:cs/>
          <w:lang w:bidi="hi-IN"/>
        </w:rPr>
        <w:t>तुम्हारी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आराफ़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197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रक्षा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इमामों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विपरीत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तात्पर्य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मूर्तियां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पत्थरों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लकड़ियों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ठहराया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कौन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प्रिय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शहीद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संदेह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हस्तियों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स्वाधीन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लक्ष्य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सम्मान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बंदगी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तनिक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255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अनुमति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ठीक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अनुमति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लाभ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अत्यंत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जटिल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हानिकारक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घटना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ग्रस्त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मुझे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उत्तम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ढंग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करूं।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वरिष्ठ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समस्याओं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क़ब्र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आत्मा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शीया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सवाएक़े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मुहरिक़ा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प्रख्यात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इमाम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शाफ़ेई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प्रशंसा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कविजाएं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माध्यम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सामिप्य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मुझे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प्रलय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कर्मपत्र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सीधे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मुझे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घटना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आएशा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जोज़ा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दारमी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मदीना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आएशा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बुख़ारी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वर्णित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ख़लीफ़ा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उमर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सूखे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चाचा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अब्बास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प्रभुवर</w:t>
      </w:r>
      <w:r w:rsidRPr="00733772">
        <w:rPr>
          <w:cs/>
          <w:lang w:bidi="hi-IN"/>
        </w:rPr>
        <w:t xml:space="preserve">!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ग्रस्त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तुझे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चाचा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अब्बास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हूं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बुख़ारी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वर्षा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वर्णन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लम्बी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रुख़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बावजूद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तवस्सुल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रुकावट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अथवा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मृत्यु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पश्चात।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रुकावट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किंतु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5" w:name="_Toc454877600"/>
      <w:r w:rsidRPr="00733772">
        <w:rPr>
          <w:rFonts w:hint="cs"/>
          <w:cs/>
          <w:lang w:bidi="hi-IN"/>
        </w:rPr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5</w:t>
      </w:r>
      <w:bookmarkEnd w:id="5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वहाबियत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आधारशिला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फ़त्वे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हालांकि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परिजनों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तार्कपूर्ण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विवेचना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स्पष्टीकरण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बिन्दु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रचनाकार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?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संज्ञा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बेबस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घिरा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परिवेष्टन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t xml:space="preserve">?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वर्चस्व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प्रभुत्व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पूर्णतः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व्यवहारिक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शारीरिक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बाह्य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मिन्हाजुस्सुन्नह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बादल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आकाश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बादलों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पूर्वाग्रह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दिखाई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बुद्धि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अस्वीकार्य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प्रश्न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दृष्टिकोण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पंद्रह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पश्चिम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चेहरा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घुमाओगे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सर्वज्ञ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सजदा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दीजिएः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हटकर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संरक्षक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मुक़ाबले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सिफ़ारिश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4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संभाला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प्रविष्ट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5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दीजिएः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दयावान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गढ़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हंसी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तुलना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अंगुली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गुंबद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काठी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चरमराता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चरमराहट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प्रचारक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मोहम्मद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अब्दुल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वह्हाब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पौत्र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किताबों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बचपन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कलपनाएं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मोटाई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जितनी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पहाड़ी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पीठ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टिका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नाख़ुन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घुटने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बराबर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पहाड़ी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गहराई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बराबर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सातवें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आयतें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सदाचारी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निराधार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अतार्किक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असंभव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शिक्षाओं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चर्चा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263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सहनशील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267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पढ़ते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प्रशंसा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चिंतन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निरंतर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निमंत्रण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पहाड़ी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त्रुटि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निष्कर्ष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निकलेगा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रहेगा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रहेंगी।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चौथी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बाक़ी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कहानियों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लाहै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तुझसे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तात्पर्य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छोटी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नगण्य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परिणामस्वरूप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अकेला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रब्ब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अभिप्राय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पालनहार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संचालक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मानदंडों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बुद्धि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सलफ़ी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खंबे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अभिप्राय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पड़ेगा।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अलैहिस्सलाम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जिन्हें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द्वार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शब्दों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6" w:name="_Toc454877601"/>
      <w:r w:rsidRPr="00733772">
        <w:rPr>
          <w:rFonts w:hint="cs"/>
          <w:cs/>
          <w:lang w:bidi="hi-IN"/>
        </w:rPr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6</w:t>
      </w:r>
      <w:bookmarkEnd w:id="6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वैचारिक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संस्थापक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विरोधाभास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गतिशील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चढ़ना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सिहांसनों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बैठना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अनन्य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रोचक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मिनहाजुस्सुन्ना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आकाश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ज़मीन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अरफ़े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मुझे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पुकारे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दुआओं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स्वीकार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करूं।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lastRenderedPageBreak/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अवसरों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कुर्सियों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मजमूउल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फ़तावा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क़ैय्यिम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प्रायश्चित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करूं।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सुबह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सुबह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कुर्सी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मोरक्को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पर्यटक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बतूता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यात्रा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वृतांत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गुरुओं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रोचक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दमिश्क़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जामे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मस्जिद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देखा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उतरूंगा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फिर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मिंबर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भाषण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सीढ़ी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मालिकी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धर्मशास्त्री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ज़ोहरा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साधारण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चुके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मिंबर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ज़ोहरा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पिटाई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हंबली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न्यायाधीश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फटकार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हंबली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न्यायधीश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क्रियाकलाप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दमिश्क़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शाफ़ई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मालेकी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न्यायधीशों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धर्मशास्त्रियों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सूचना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जेल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फिरने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भौतिक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संपर्क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चढ़ता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भौतिक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सर्वसमर्थ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दुआओं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इधर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उधर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क़ाफ़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सोलह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गर्दन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115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पश्चिम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जिधर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रुख़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करोगे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छाया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परिणाम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इधर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उधर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सर्वसमर्थ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उत्पन्न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बारम्बार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बक़रह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284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सक्षम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क़ादिर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आलिम</w:t>
      </w:r>
      <w:r w:rsidRPr="00733772">
        <w:t xml:space="preserve">, </w:t>
      </w:r>
      <w:r w:rsidRPr="00733772">
        <w:rPr>
          <w:rFonts w:hint="cs"/>
          <w:cs/>
          <w:lang w:bidi="hi-IN"/>
        </w:rPr>
        <w:t>क़दीर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शब्दों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बारम्बार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पूछना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रचयिता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भौतिक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संपर्क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संपर्क</w:t>
      </w:r>
      <w:r w:rsidRPr="00733772">
        <w:t xml:space="preserve">,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शब्द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हृदय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आत्मा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गद्दी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कल्पना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रचयिता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बग़ल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कुर्सी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विराजमान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सलल्लाहो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आलेही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सल्लम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वैभव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बावजूद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निचले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दर्जे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गर्व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कहफ़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t>110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स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संबोधित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दीजिए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संदेश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तुम्हारा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अकेला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भेंट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लगाए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भागीदार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बनाए।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क़ैय्यिम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जौज़ी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बढ़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नरेश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मजमूउल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फ़तावा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हवाले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परलोक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शुक्रवार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नीचे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उतरेगा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बैठेगा।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प्रकाशमयी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मिंबरों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बीच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मिंबरों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होंगे।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मिंबरों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घेरे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होंगे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शहीद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सच्चे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होंगे।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आयोजन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सभा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विस्तृत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सिंहासन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उठेगा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बैठक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छोड़कर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अर्श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ऊपर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रवाना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रोचक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निराधार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प्रमाण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कल्पनाओं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सित्ता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मान्यता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अवास्तविक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अनुयाइयों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मस्तिष्क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उन्होंने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भांति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श्रेष्ठ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घटा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जोहबुल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t xml:space="preserve">,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ईश्वरीय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कदापि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रोचक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क़िब्ले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शारीरिक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नमाज़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नमाज़ियों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नमाज़ियों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क़िब्ले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थूकना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परेशानी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चाहिए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क़िब्ले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मुंह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खड़े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समन्वय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नमाज़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मोमिनों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उद्देश्य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दिशा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कुल्ले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शैइन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क़दीर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अर्थात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सक्षम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अवगत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नियंत्रण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पूरी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जाए</w:t>
      </w:r>
      <w:r w:rsidRPr="00733772">
        <w:t xml:space="preserve">,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आवश्यकता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कठमुल्लाओं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मौजूद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चिन्ह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अक्षमता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दुसाहसी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भरसक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प्रयास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तुच्छ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गवाह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चिंतन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ज्ञानी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सूरए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शूरा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क्रमांक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गयारह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शीया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मुसलमानों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वरिष्ठ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क़ुरआन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व्याख्याकार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आयतुल्लाह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मकारिम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शीराज़ी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व्याख्या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पहचानने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मुख्य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जिस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ध्यान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खोज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पड़ने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सबसे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ख़तरनाक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बताने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ढाल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विषय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लोग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अनेकेश्वरवाद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खाई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गिर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दूसरे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शब्दों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अतिरिक्त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चीज़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उदाहरण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कठिन</w:t>
      </w:r>
      <w:r w:rsidRPr="00733772">
        <w:t xml:space="preserve">,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वस्तुएं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कुछ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दूर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क्योंकि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किन्तु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अस्तित्व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असीमित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सदैव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बाक़ी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सदैव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सदैव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रहेगा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कल्पना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योग्य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अलैहिस्सलाम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नहजुल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बलाग़ा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विभिन्न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स्थानों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हज़रत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अलैहिस्सलाम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अनंत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क्षमता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छोटे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बड़े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भारी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हल्के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शक्तिशाली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कमज़ोर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समस्त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जीव</w:t>
      </w:r>
      <w:r w:rsidRPr="00733772">
        <w:t xml:space="preserve">, </w:t>
      </w:r>
      <w:r w:rsidRPr="00733772">
        <w:rPr>
          <w:rFonts w:hint="cs"/>
          <w:cs/>
          <w:lang w:bidi="hi-IN"/>
        </w:rPr>
        <w:t>सभी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सृष्टि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समक्ष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हजर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मक्की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अलफ़तावा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अलहदीसा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लिखते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अपमानित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पथभ्रष्ट</w:t>
      </w:r>
      <w:r w:rsidRPr="00733772">
        <w:t xml:space="preserve">, </w:t>
      </w:r>
      <w:r w:rsidRPr="00733772">
        <w:rPr>
          <w:rFonts w:hint="cs"/>
          <w:cs/>
          <w:lang w:bidi="hi-IN"/>
        </w:rPr>
        <w:t>अंधा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बहरा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समुदाय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हनफ़ी</w:t>
      </w:r>
      <w:r w:rsidRPr="00733772">
        <w:t xml:space="preserve">, </w:t>
      </w:r>
      <w:r w:rsidRPr="00733772">
        <w:rPr>
          <w:rFonts w:hint="cs"/>
          <w:cs/>
          <w:lang w:bidi="hi-IN"/>
        </w:rPr>
        <w:t>मालिकी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शाफई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पंथ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समकालीन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धर्मगुरूओं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भ्रष्टता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स्पष्ट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बयान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धर्म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प्रविष्ट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t xml:space="preserve">, </w:t>
      </w:r>
      <w:r w:rsidRPr="00733772">
        <w:rPr>
          <w:rFonts w:hint="cs"/>
          <w:cs/>
          <w:lang w:bidi="hi-IN"/>
        </w:rPr>
        <w:t>पथभ्रष्ट</w:t>
      </w:r>
      <w:r w:rsidRPr="00733772">
        <w:t xml:space="preserve">, </w:t>
      </w:r>
      <w:r w:rsidRPr="00733772">
        <w:rPr>
          <w:rFonts w:hint="cs"/>
          <w:cs/>
          <w:lang w:bidi="hi-IN"/>
        </w:rPr>
        <w:t>पथभ्रष्ट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वाला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असंतुलित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व्यक्ति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न्याय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अनुसार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व्यवहार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आस्थाओं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बुराइयों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संस्कारों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मार्गों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सुरक्षित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रखे।</w:t>
      </w:r>
      <w:r w:rsidRPr="00733772">
        <w:rPr>
          <w:cs/>
          <w:lang w:bidi="hi-IN"/>
        </w:rPr>
        <w:t xml:space="preserve">  </w:t>
      </w:r>
    </w:p>
    <w:p w:rsidR="00733772" w:rsidRPr="00733772" w:rsidRDefault="00733772" w:rsidP="00733772">
      <w:pPr>
        <w:pStyle w:val="libNormal"/>
      </w:pPr>
    </w:p>
    <w:p w:rsidR="000F4F50" w:rsidRDefault="000F4F50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  <w:lang w:bidi="hi-IN"/>
        </w:rPr>
      </w:pPr>
      <w:bookmarkStart w:id="7" w:name="_Toc454877602"/>
      <w:r>
        <w:rPr>
          <w:cs/>
          <w:lang w:bidi="hi-IN"/>
        </w:rPr>
        <w:br w:type="page"/>
      </w:r>
    </w:p>
    <w:p w:rsidR="00733772" w:rsidRPr="00733772" w:rsidRDefault="00733772" w:rsidP="00C91B27">
      <w:pPr>
        <w:pStyle w:val="Heading1"/>
      </w:pPr>
      <w:r w:rsidRPr="00733772">
        <w:rPr>
          <w:rFonts w:hint="cs"/>
          <w:cs/>
          <w:lang w:bidi="hi-IN"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  <w:lang w:bidi="hi-IN"/>
        </w:rPr>
        <w:t>वास्तविकता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इतिहास</w:t>
      </w:r>
      <w:r w:rsidRPr="00733772">
        <w:rPr>
          <w:cs/>
          <w:lang w:bidi="hi-IN"/>
        </w:rPr>
        <w:t>-</w:t>
      </w:r>
      <w:r w:rsidRPr="00733772">
        <w:t>7</w:t>
      </w:r>
      <w:bookmarkEnd w:id="7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जैसा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पिछले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कार्यक्रम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भौतिक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क़ुराने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स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पवित्र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कथनों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सामान्यबोध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प्रतिकूल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कहा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सकता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धारणा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केवल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शिष्यों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अनुयाईयों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मानसिक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इन्हीं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पथभ्रष्ट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विद्वानों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विरोध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जेल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डाल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पथभ्रष्ट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विचारों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अटल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रहा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जेल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मौत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कदापि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सत्यता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प्राप्ति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कार्यक्रम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अन्य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कड़ी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लेकर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आपकी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उपस्थित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मिन्हाज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अलसुन्नाह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अक़ीदतुल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हमुविय्या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नामक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एकेश्वरवाद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संबंधित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दृष्टिकोण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सच्चे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ताकि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जाये।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दावे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हेतु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स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प्रस्तुत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बालिश्त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मीटर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जाऊंगा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मीटर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बढ़ता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मीटर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बढ़ूंगा।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अगर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धीरे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धीरे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दौड़कर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जाऊंगा।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ठीक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शारीरिक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जबकि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अनभिज्ञ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वास्तव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 </w:t>
      </w:r>
      <w:r w:rsidRPr="00733772">
        <w:rPr>
          <w:rFonts w:hint="cs"/>
          <w:cs/>
          <w:lang w:bidi="hi-IN"/>
        </w:rPr>
        <w:t>हार्दिक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आध्यात्मिक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निकट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होने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संकेत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महत्वपूर्ण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बिंदु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उल्लेख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बंदे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संपर्क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मांगते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उनकी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सहायता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अतः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उपासना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एवं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प्रार्थना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करेगा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अधिक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कृपा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करेगा।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  <w:lang w:bidi="hi-IN"/>
        </w:rPr>
        <w:t>इब्ने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तैमिया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द्वारा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मूल्यवान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अर्थ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निकालने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चलता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अनुयाई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मनुष्यों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समझते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लिए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शरीर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मुफ़्तियों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सर्वोच्च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परिषद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सही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सऊदी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अरब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वरिष्ठ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मुफ़्ती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प्रश्न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उत्तर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फ़तवा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हुए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चेहरे</w:t>
      </w:r>
      <w:r w:rsidRPr="00733772">
        <w:t xml:space="preserve">, </w:t>
      </w:r>
      <w:r w:rsidRPr="00733772">
        <w:rPr>
          <w:rFonts w:hint="cs"/>
          <w:cs/>
          <w:lang w:bidi="hi-IN"/>
        </w:rPr>
        <w:t>हाथ</w:t>
      </w:r>
      <w:r w:rsidRPr="00733772">
        <w:t xml:space="preserve">, </w:t>
      </w:r>
      <w:r w:rsidRPr="00733772">
        <w:rPr>
          <w:rFonts w:hint="cs"/>
          <w:cs/>
          <w:lang w:bidi="hi-IN"/>
        </w:rPr>
        <w:t>आंखें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पिंडली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उंगलियों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वर्णन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सुन्नियों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विश्वास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... </w:t>
      </w:r>
      <w:r w:rsidRPr="00733772">
        <w:rPr>
          <w:rFonts w:hint="cs"/>
          <w:cs/>
          <w:lang w:bidi="hi-IN"/>
        </w:rPr>
        <w:t>तथा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(</w:t>
      </w:r>
      <w:r w:rsidRPr="00733772">
        <w:rPr>
          <w:rFonts w:hint="cs"/>
          <w:cs/>
          <w:lang w:bidi="hi-IN"/>
        </w:rPr>
        <w:t>स</w:t>
      </w:r>
      <w:r w:rsidRPr="00733772">
        <w:rPr>
          <w:cs/>
          <w:lang w:bidi="hi-IN"/>
        </w:rPr>
        <w:t xml:space="preserve">)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lastRenderedPageBreak/>
        <w:t>अनुरूप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सिद्ध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यद्यपि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वहाबी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सदैव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अपनी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ग़लत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बातों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यहां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आयतों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जोड़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देते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हैं</w:t>
      </w:r>
      <w:r w:rsidRPr="00733772">
        <w:t xml:space="preserve">, </w:t>
      </w:r>
      <w:r w:rsidRPr="00733772">
        <w:rPr>
          <w:rFonts w:hint="cs"/>
          <w:cs/>
          <w:lang w:bidi="hi-IN"/>
        </w:rPr>
        <w:t>जब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क़ुरान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और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पैग़म्बरे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प्रामाणिक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हदीसों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दौड़ने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संकेत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नहीं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बल्कि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इस्लामी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ग्रंथों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ईश्वर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मानव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विशेषताओं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मुक्त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माना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गया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Default="00733772" w:rsidP="00733772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  <w:lang w:bidi="hi-IN"/>
        </w:rPr>
        <w:t>दयालू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परमात्मा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क़ुराने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मजीद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एक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ऐसी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पुस्तक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के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रूप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में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भेजा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है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कि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जो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स्वयं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उसकी</w:t>
      </w:r>
      <w:r w:rsidRPr="00733772">
        <w:rPr>
          <w:cs/>
          <w:lang w:bidi="hi-IN"/>
        </w:rPr>
        <w:t xml:space="preserve"> </w:t>
      </w:r>
      <w:r w:rsidRPr="00733772">
        <w:rPr>
          <w:rFonts w:hint="cs"/>
          <w:cs/>
          <w:lang w:bidi="hi-IN"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भंवर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भुलय्यों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भटक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आकर्षित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दौड़ने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अन्कबूत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69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श्रद्धा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मार्गदर्शित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</w:t>
      </w:r>
      <w:r w:rsidRPr="00733772">
        <w:t xml:space="preserve">,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प्रतिफल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दौड़ने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दौड़कर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गतिविधि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गतिविधियों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C91B27" w:rsidRPr="00733772" w:rsidRDefault="00C91B27" w:rsidP="00733772">
      <w:pPr>
        <w:pStyle w:val="libNormal"/>
        <w:rPr>
          <w:lang w:bidi="hi-IN"/>
        </w:rPr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संदर्भ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अस्तित्व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जितना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उपयुक्त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नज़र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उपयुक्त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परिणामस्वरूप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चाहिए।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मिन्हाज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सुन्नाह</w:t>
      </w:r>
      <w:r w:rsidRPr="00733772">
        <w:t>,1-217)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सीमाएं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लांघ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आश्चर्यचकित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परिचय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हूं।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पहचानते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मुक़बले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पहचान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परिचय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हां</w:t>
      </w:r>
      <w:r w:rsidRPr="00733772">
        <w:t xml:space="preserve">, </w:t>
      </w:r>
      <w:r w:rsidRPr="00733772">
        <w:rPr>
          <w:rFonts w:hint="cs"/>
          <w:cs/>
        </w:rPr>
        <w:t>तू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मजमू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फ़तावा</w:t>
      </w:r>
      <w:r w:rsidRPr="00733772">
        <w:t>, 6-492)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अंजाम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दुनिया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पहचान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जायेंगे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संभवतः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आंखें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आंखों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अनुकंपाओं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भौतिक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संभावना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इंकार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143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निर्धारित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t xml:space="preserve">,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पालनहार</w:t>
      </w:r>
      <w:r w:rsidRPr="00733772">
        <w:t xml:space="preserve">, </w:t>
      </w:r>
      <w:r w:rsidRPr="00733772">
        <w:rPr>
          <w:rFonts w:hint="cs"/>
          <w:cs/>
        </w:rPr>
        <w:t>तू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सकूं</w:t>
      </w:r>
      <w:r w:rsidRPr="00733772">
        <w:t>, (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कहा</w:t>
      </w:r>
      <w:r w:rsidRPr="00733772">
        <w:t xml:space="preserve">,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कदापि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धारणा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विपरीत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उचटती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मच्छर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बैठकर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घुंगराले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देखभाल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जूते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कमर</w:t>
      </w:r>
      <w:r w:rsidRPr="00733772">
        <w:t xml:space="preserve">, </w:t>
      </w:r>
      <w:r w:rsidRPr="00733772">
        <w:rPr>
          <w:rFonts w:hint="cs"/>
          <w:cs/>
        </w:rPr>
        <w:t>बाज़ू</w:t>
      </w:r>
      <w:r w:rsidRPr="00733772">
        <w:t xml:space="preserve">,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उंगलियां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आश्चर्य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हंसता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इत्यादि</w:t>
      </w:r>
      <w:r w:rsidRPr="00733772">
        <w:rPr>
          <w:cs/>
        </w:rPr>
        <w:t>...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अंधविश्वासों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तुलना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पुनः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अन्कबूत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68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नास्तिक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झूटे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कौन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झूटा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सत्यता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उजागर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झुटला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नास्तिकों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नहजुल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बलाग़ा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अ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दार्शनिक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... </w:t>
      </w:r>
      <w:r w:rsidRPr="00733772">
        <w:rPr>
          <w:rFonts w:hint="cs"/>
          <w:cs/>
        </w:rPr>
        <w:t>क़ुरान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अतः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मिथ्या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गुणगान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परिणाम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समरूपता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प्राणी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सदृश्य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इशारा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पहचाना।</w:t>
      </w:r>
    </w:p>
    <w:p w:rsidR="00733772" w:rsidRPr="00733772" w:rsidRDefault="00733772" w:rsidP="00733772">
      <w:pPr>
        <w:pStyle w:val="libNormal"/>
      </w:pPr>
    </w:p>
    <w:p w:rsidR="00733772" w:rsidRDefault="00733772" w:rsidP="00733772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</w:rPr>
        <w:t>सुन्नियों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ग़ज़ाली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अंगो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प्राणी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सृजित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प्राणी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नास्तिकता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परस्ती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अल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जामुल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इल्मिल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कलाम</w:t>
      </w:r>
      <w:r w:rsidRPr="00733772">
        <w:t xml:space="preserve">,209) </w:t>
      </w:r>
      <w:r w:rsidRPr="00733772">
        <w:rPr>
          <w:rFonts w:hint="cs"/>
          <w:cs/>
        </w:rPr>
        <w:t>अहले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वरिष्ठ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क़ुरतबी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जिनका</w:t>
      </w:r>
      <w:r w:rsidRPr="00733772">
        <w:rPr>
          <w:cs/>
        </w:rPr>
        <w:t xml:space="preserve"> </w:t>
      </w:r>
      <w:r w:rsidRPr="00733772">
        <w:t>671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नास्तिक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परस्तों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C91B27" w:rsidRPr="00733772" w:rsidRDefault="00C91B27" w:rsidP="00733772">
      <w:pPr>
        <w:pStyle w:val="libNormal"/>
        <w:rPr>
          <w:lang w:bidi="hi-IN"/>
        </w:rPr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अनेक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शहरिस्तानी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आकृषित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गढ़ीं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ख़लदून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प्रारंभिक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ब्रह्माण्ड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ख़लदून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गढ़ा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गढ़ा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8" w:name="_Toc454877603"/>
      <w:r w:rsidRPr="00733772">
        <w:rPr>
          <w:rFonts w:hint="cs"/>
          <w:cs/>
        </w:rPr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8</w:t>
      </w:r>
      <w:bookmarkEnd w:id="8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अपराध</w:t>
      </w:r>
      <w:r w:rsidRPr="00733772">
        <w:t xml:space="preserve">,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निंदा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हानि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वितनी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मतभेदों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मुद्दा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अलबत्ता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सिद्धांत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t xml:space="preserve">,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बुद्धिजीवी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खंडन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आठवीं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वर्जित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घोषित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t xml:space="preserve">, </w:t>
      </w:r>
      <w:r w:rsidRPr="00733772">
        <w:rPr>
          <w:rFonts w:hint="cs"/>
          <w:cs/>
        </w:rPr>
        <w:t>फ़रिश्ते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नज़र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प्रत्यक्ष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शुमार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कीजिए।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अनुयायियों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हंगामा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मचाते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उटपटांग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t xml:space="preserve">,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ठहराता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संस्थापक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कश्फ़ुश्शुबहात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सौभाग्य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t xml:space="preserve">, </w:t>
      </w:r>
      <w:r w:rsidRPr="00733772">
        <w:rPr>
          <w:rFonts w:hint="cs"/>
          <w:cs/>
        </w:rPr>
        <w:t>सृष्टि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रचयिता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कदापि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अह्वान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गवाही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लाभदायक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क्रमांक</w:t>
      </w:r>
      <w:r w:rsidRPr="00733772">
        <w:rPr>
          <w:cs/>
        </w:rPr>
        <w:t xml:space="preserve"> </w:t>
      </w:r>
      <w:r w:rsidRPr="00733772">
        <w:t>19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103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</w:t>
      </w:r>
      <w:r w:rsidRPr="00733772">
        <w:t xml:space="preserve">, </w:t>
      </w:r>
      <w:r w:rsidRPr="00733772">
        <w:rPr>
          <w:rFonts w:hint="cs"/>
          <w:cs/>
        </w:rPr>
        <w:t>आपकी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लाभदायक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अध्यायों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अब्बास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जनाज़े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चालीस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t xml:space="preserve">,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मुर्दे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चालीस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जनाज़े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प्रवृत्ति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कठमुल्लाओं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t xml:space="preserve">, </w:t>
      </w:r>
      <w:r w:rsidRPr="00733772">
        <w:rPr>
          <w:rFonts w:hint="cs"/>
          <w:cs/>
        </w:rPr>
        <w:t>मूर्तियों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यूनुस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18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हानि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t xml:space="preserve">, </w:t>
      </w:r>
      <w:r w:rsidRPr="00733772">
        <w:rPr>
          <w:rFonts w:hint="cs"/>
          <w:cs/>
        </w:rPr>
        <w:t>अनेकेश्वरवादियों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मूर्ति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t xml:space="preserve">, </w:t>
      </w:r>
      <w:r w:rsidRPr="00733772">
        <w:rPr>
          <w:rFonts w:hint="cs"/>
          <w:cs/>
        </w:rPr>
        <w:t>मूर्तियों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शालीन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मोमीनों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9" w:name="_Toc454877604"/>
      <w:r w:rsidRPr="00733772">
        <w:rPr>
          <w:rFonts w:hint="cs"/>
          <w:cs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9</w:t>
      </w:r>
      <w:bookmarkEnd w:id="9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उत्साहित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समीक्षा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पिछले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नकारने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ठोस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बताएंगे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तर्कसंगत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रहिए।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आदेशानुसार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अलावा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18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60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अट्ठारहवीं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रूकअ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अनकेश्वरवाद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अंजाम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t xml:space="preserve">, </w:t>
      </w:r>
      <w:r w:rsidRPr="00733772">
        <w:rPr>
          <w:rFonts w:hint="cs"/>
          <w:cs/>
        </w:rPr>
        <w:t>निष्ठावान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मोमिन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तबातबाई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फैलायी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आस्थाएं</w:t>
      </w:r>
      <w:r w:rsidRPr="00733772">
        <w:t xml:space="preserve">,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t xml:space="preserve">,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खंडित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गहराई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शिष्टाचारी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नतमस्तक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गणना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आदर्श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ज़ुमर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43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t>44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?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पलटाए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जाओगे।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सैद्धांतिक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तुरंत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स़िफ़ारिश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उतराधिकारियों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दिग्गज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सोनने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t xml:space="preserve">,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ढूंढूगा</w:t>
      </w:r>
      <w:r w:rsidRPr="00733772">
        <w:t xml:space="preserve">?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बनें</w:t>
      </w:r>
      <w:r w:rsidRPr="00733772">
        <w:t xml:space="preserve">,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खजूर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गुठली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वैचारिक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t xml:space="preserve">,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अनुसरण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आत्मा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दयालु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फ़रूद्दीन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तफ़सीरे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कश्शाफ़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अनदेखे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प्रतिनिधि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?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औचित्य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लाभान्वित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सदैव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0" w:name="_Toc454877605"/>
      <w:r w:rsidRPr="00733772">
        <w:rPr>
          <w:rFonts w:hint="cs"/>
          <w:cs/>
        </w:rPr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10</w:t>
      </w:r>
      <w:bookmarkEnd w:id="10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उत्साहित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समीक्षा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पिछले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नकारने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ठोस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बताएंगे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तर्कसंगत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रहिए।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आदेशानुसार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अलावा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18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60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अट्ठारहवीं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रूकअ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अनकेश्वरवाद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अंजाम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t xml:space="preserve">, </w:t>
      </w:r>
      <w:r w:rsidRPr="00733772">
        <w:rPr>
          <w:rFonts w:hint="cs"/>
          <w:cs/>
        </w:rPr>
        <w:t>निष्ठावान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मोमिन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तबातबाई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फैलायी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आस्थाएं</w:t>
      </w:r>
      <w:r w:rsidRPr="00733772">
        <w:t xml:space="preserve">,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t xml:space="preserve">,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खंडित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गहराई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शिष्टाचारी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नतमस्तक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गणना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आदर्श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ज़ुमर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43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t>44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?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पलटाए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जाओगे।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सैद्धांतिक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तुरंत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स़िफ़ारिश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उतराधिकारियों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दिग्गज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सोनने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t xml:space="preserve">,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ढूंढूगा</w:t>
      </w:r>
      <w:r w:rsidRPr="00733772">
        <w:t xml:space="preserve">?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बनें</w:t>
      </w:r>
      <w:r w:rsidRPr="00733772">
        <w:t xml:space="preserve">,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खजूर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गुठली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वैचारिक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t xml:space="preserve">,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अनुसरण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आत्मा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दयालु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फ़रूद्दीन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तफ़सीरे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कश्शाफ़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अनदेखे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प्रतिनिधि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?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औचित्य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लाभान्वित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सदैव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0F4F50" w:rsidRDefault="000F4F50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</w:rPr>
      </w:pPr>
      <w:bookmarkStart w:id="11" w:name="_Toc454877606"/>
      <w:r>
        <w:br w:type="page"/>
      </w:r>
    </w:p>
    <w:p w:rsidR="00733772" w:rsidRPr="00733772" w:rsidRDefault="00733772" w:rsidP="00C91B27">
      <w:pPr>
        <w:pStyle w:val="Heading1"/>
      </w:pPr>
      <w:r w:rsidRPr="00733772">
        <w:rPr>
          <w:rFonts w:hint="cs"/>
          <w:cs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11</w:t>
      </w:r>
      <w:bookmarkEnd w:id="11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पिछले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हल्ला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करवाना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सलफ़ी</w:t>
      </w:r>
      <w:r w:rsidRPr="00733772">
        <w:t xml:space="preserve">,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अलबत्ता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कट्टरपंथी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वैचारिक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तनिक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समझदार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अन्नय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कृपाशील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ब्रह्मांड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शैली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सुंदर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अनफ़ाल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सत्रहवीं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संबोधित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आपने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तीर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चलाया</w:t>
      </w:r>
      <w:r w:rsidRPr="00733772">
        <w:t xml:space="preserve">,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चलाया।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मुख्य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मुख्य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रुतबा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बैठे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t xml:space="preserve">,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स्वीकृति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t xml:space="preserve">, </w:t>
      </w:r>
      <w:r w:rsidRPr="00733772">
        <w:rPr>
          <w:rFonts w:hint="cs"/>
          <w:cs/>
        </w:rPr>
        <w:t>बंदगी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माएदा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35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</w:t>
      </w:r>
      <w:r w:rsidRPr="00733772">
        <w:rPr>
          <w:cs/>
        </w:rPr>
        <w:t xml:space="preserve">!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जुटाओ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जेहाद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शायद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t xml:space="preserve">,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संबोधन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मोक्ष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कल्याण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जुटाना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जेहाद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व्यापक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उत्साह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t xml:space="preserve">, </w:t>
      </w:r>
      <w:r w:rsidRPr="00733772">
        <w:rPr>
          <w:rFonts w:hint="cs"/>
          <w:cs/>
        </w:rPr>
        <w:t>जेहाद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t xml:space="preserve">, </w:t>
      </w:r>
      <w:r w:rsidRPr="00733772">
        <w:rPr>
          <w:rFonts w:hint="cs"/>
          <w:cs/>
        </w:rPr>
        <w:t>ज़कात</w:t>
      </w:r>
      <w:r w:rsidRPr="00733772">
        <w:t xml:space="preserve">, </w:t>
      </w:r>
      <w:r w:rsidRPr="00733772">
        <w:rPr>
          <w:rFonts w:hint="cs"/>
          <w:cs/>
        </w:rPr>
        <w:t>रोज़ा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दक्षिणा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मेल</w:t>
      </w:r>
      <w:r w:rsidRPr="00733772">
        <w:rPr>
          <w:cs/>
        </w:rPr>
        <w:t>-</w:t>
      </w:r>
      <w:r w:rsidRPr="00733772">
        <w:rPr>
          <w:rFonts w:hint="cs"/>
          <w:cs/>
        </w:rPr>
        <w:t>जोल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t xml:space="preserve">,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उत्तराधिकारियों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उपासनाओं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59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शीघ्र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बेहतर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>)</w:t>
      </w:r>
      <w:r w:rsidRPr="00733772">
        <w:rPr>
          <w:rFonts w:hint="cs"/>
          <w:cs/>
        </w:rPr>
        <w:t>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बनाएं</w:t>
      </w:r>
      <w:r w:rsidRPr="00733772">
        <w:t xml:space="preserve">?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दयालु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कृपालु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करवाने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प्रोत्साहित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संबोधित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अवज्ञा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वह्हाबी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फ़ातिर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14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!)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पुकारें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ठहराने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जानकार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तथ्यों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सूचित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फ़ातिर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मूर्तियों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संबोधित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मूर्तियों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मूर्तियां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सामर्थ्य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तनिक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स्वामित्व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t xml:space="preserve">,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पकारते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t xml:space="preserve">, </w:t>
      </w:r>
      <w:r w:rsidRPr="00733772">
        <w:rPr>
          <w:rFonts w:hint="cs"/>
          <w:cs/>
        </w:rPr>
        <w:t>तुम्हारी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क्रमांक</w:t>
      </w:r>
      <w:r w:rsidRPr="00733772">
        <w:rPr>
          <w:cs/>
        </w:rPr>
        <w:t xml:space="preserve"> </w:t>
      </w:r>
      <w:r w:rsidRPr="00733772">
        <w:t>197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पुकारते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विपरीत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मूर्तियां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पत्थरों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लकड़ियों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ठहराया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मुक़ाबले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कौन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मुक़ाबले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स्वाधीन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तनिक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बक़रह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क्रमांक</w:t>
      </w:r>
      <w:r w:rsidRPr="00733772">
        <w:rPr>
          <w:cs/>
        </w:rPr>
        <w:t xml:space="preserve"> </w:t>
      </w:r>
      <w:r w:rsidRPr="00733772">
        <w:t>255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t xml:space="preserve">, </w:t>
      </w:r>
      <w:r w:rsidRPr="00733772">
        <w:rPr>
          <w:rFonts w:hint="cs"/>
          <w:cs/>
        </w:rPr>
        <w:t>ठीक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जटिल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हानिकारक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ग्रस्त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पुकारे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वरिष्ठ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समस्याओं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t xml:space="preserve">,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आत्मा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सवाएक़े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मुहरिक़ा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प्रख्यात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शाफ़ेई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कविजाएं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कर्मपत्र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सीधे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होगा।</w:t>
      </w:r>
    </w:p>
    <w:p w:rsidR="00733772" w:rsidRPr="00733772" w:rsidRDefault="00733772" w:rsidP="00733772">
      <w:pPr>
        <w:pStyle w:val="libNormal"/>
      </w:pPr>
    </w:p>
    <w:p w:rsidR="00733772" w:rsidRDefault="00733772" w:rsidP="00C91B27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दारमी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ख़लीफ़ा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अब्बास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प्रभुवर</w:t>
      </w:r>
      <w:r w:rsidRPr="00733772">
        <w:rPr>
          <w:cs/>
        </w:rPr>
        <w:t xml:space="preserve">!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ग्रस्त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अब्बास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हूं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आलूसी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लम्बी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रुख़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बावजूद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रुकावट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अथवा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मृत्यु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आलूसी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रुकावट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2" w:name="_Toc454877607"/>
      <w:r w:rsidRPr="00733772">
        <w:rPr>
          <w:rFonts w:hint="cs"/>
          <w:cs/>
        </w:rPr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12</w:t>
      </w:r>
      <w:bookmarkEnd w:id="12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/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t xml:space="preserve">,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स्वरुप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हाजी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ओहद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सरदार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मिट्टी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तस्बीह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६ठीं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शायर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ख़ाक़ानी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शेरवानी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वर्तमान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मदायन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फारसी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फार्सी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तसबीह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मिट्टी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आध्यात्मिक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मिनहाजुस्सुन्नत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तर्कसंगत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"</w:t>
      </w:r>
      <w:r w:rsidRPr="00733772">
        <w:t>”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झूठे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t xml:space="preserve">"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बुलाना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सहभागी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सहभागी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!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कश्फुश्शुबहात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इमामों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बहाना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सहभागी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t xml:space="preserve">,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अनुयाइयों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मापदंड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निष्कर्ष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थोपते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t xml:space="preserve">,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दृष्टिकोण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rPr>
          <w:rFonts w:hint="cs"/>
          <w:cs/>
        </w:rPr>
        <w:t>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अक्षमता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भौतिक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समझदार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देखकर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शीघ्र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बेखबरी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निश्चेतना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बर्बाद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थोडे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सदुपयोग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कठिनाइयों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त्यागों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आभार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दोबारा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वचनबद्धता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प्रतिज्ञा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आचरण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आमिना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हुरैरा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t xml:space="preserve">,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रुलाते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मौत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rFonts w:hint="eastAsia"/>
        </w:rPr>
        <w:t>”</w:t>
      </w:r>
      <w:r w:rsidRPr="00733772">
        <w:t xml:space="preserve">"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सहानुभूति</w:t>
      </w:r>
      <w:r w:rsidRPr="00733772">
        <w:t xml:space="preserve">, </w:t>
      </w:r>
      <w:r w:rsidRPr="00733772">
        <w:rPr>
          <w:rFonts w:hint="cs"/>
          <w:cs/>
        </w:rPr>
        <w:t>आंखों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आंसू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निकलने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</w:t>
      </w:r>
      <w:r w:rsidRPr="00733772">
        <w:rPr>
          <w:cs/>
        </w:rPr>
        <w:t>"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तकासुर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तकासुर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बहुतायत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गिना</w:t>
      </w:r>
      <w:r w:rsidRPr="00733772">
        <w:rPr>
          <w:cs/>
        </w:rPr>
        <w:t>"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eastAsia"/>
        </w:rPr>
        <w:t>”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सर्वसमर्थ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गणना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गर्व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बिल्कुल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पसंद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सातंवी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क़ुर्आन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व्याख्याकर्ता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क़ुरतबी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संदर्भ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rFonts w:hint="eastAsia"/>
        </w:rPr>
        <w:t>”</w:t>
      </w:r>
      <w:r w:rsidRPr="00733772">
        <w:t xml:space="preserve"> "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हृदयों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सर्वोत्तम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औषधि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मौत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मौत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परलोक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आकांक्षाओं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दुनिया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विरक्तता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निष्कर्ष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निकलती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t xml:space="preserve">,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बेचने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लूटने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उल्लेखनीय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आधारहीन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शिष्टाचार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वरिष्ठ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अस्क़लानी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"</w:t>
      </w:r>
      <w:r w:rsidRPr="00733772">
        <w:rPr>
          <w:rFonts w:hint="cs"/>
          <w:cs/>
        </w:rPr>
        <w:t>फत्हुल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बारी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आश्चर्य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निर्दोष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परंपरा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परंपरा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तय्यिया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झुठलाना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तय्यिया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रहस्योदघाटन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साफ</w:t>
      </w:r>
      <w:r w:rsidRPr="00733772">
        <w:rPr>
          <w:cs/>
        </w:rPr>
        <w:t xml:space="preserve">- </w:t>
      </w:r>
      <w:r w:rsidRPr="00733772">
        <w:rPr>
          <w:rFonts w:hint="cs"/>
          <w:cs/>
        </w:rPr>
        <w:t>साफ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रवायतों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अनदेखी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झूठ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बोलता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मौजूद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अब्बास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गवाही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दूंगा</w:t>
      </w:r>
      <w:r w:rsidRPr="00733772">
        <w:rPr>
          <w:cs/>
        </w:rPr>
        <w:t>"</w:t>
      </w:r>
      <w:r w:rsidRPr="00733772">
        <w:t>”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देहांत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गवाही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दूंगा।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परम्परा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राफेई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फत्हुल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मुस्तहब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ज़मज़म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पीये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मुअज़्ज़िन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रेबाह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वर्तमान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सीरिया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असाकिर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बेलाल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स्वप्न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आओ</w:t>
      </w:r>
      <w:r w:rsidRPr="00733772">
        <w:t xml:space="preserve">? </w:t>
      </w:r>
      <w:r w:rsidRPr="00733772">
        <w:rPr>
          <w:rFonts w:hint="cs"/>
          <w:cs/>
        </w:rPr>
        <w:t>बेलाल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स्वप्न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क्षुब्ध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दुःखी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घोड़े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रवाना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चेहरे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अचानक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हुसैन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बेलाल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गोद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हुसैन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मित्रो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बताना</w:t>
      </w:r>
      <w:r w:rsidRPr="00733772">
        <w:t xml:space="preserve">,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हलाल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महापाप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3" w:name="_Toc454877608"/>
      <w:r w:rsidRPr="00733772">
        <w:rPr>
          <w:rFonts w:hint="cs"/>
          <w:cs/>
        </w:rPr>
        <w:lastRenderedPageBreak/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13</w:t>
      </w:r>
      <w:bookmarkEnd w:id="13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संवेदनशीलता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क़य्यम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जौज़ी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क़ैय्यम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"</w:t>
      </w:r>
      <w:r w:rsidRPr="00733772">
        <w:t>“</w:t>
      </w:r>
      <w:r w:rsidRPr="00733772">
        <w:rPr>
          <w:rFonts w:hint="cs"/>
          <w:cs/>
        </w:rPr>
        <w:t>ज़ादुल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माअद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ख़ैरिल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एबाद</w:t>
      </w:r>
      <w:r w:rsidRPr="00733772">
        <w:rPr>
          <w:cs/>
        </w:rPr>
        <w:t>"</w:t>
      </w:r>
      <w:r w:rsidRPr="00733772">
        <w:t xml:space="preserve">”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विलंब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समर्थन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पैमाने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१३४४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१९२६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दुस्साहसी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अमानवीय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तार्किक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३२वीं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आह्वान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सफा</w:t>
      </w:r>
      <w:r w:rsidRPr="00733772">
        <w:t xml:space="preserve">, </w:t>
      </w:r>
      <w:r w:rsidRPr="00733772">
        <w:rPr>
          <w:rFonts w:hint="cs"/>
          <w:cs/>
        </w:rPr>
        <w:t>मरवा</w:t>
      </w:r>
      <w:r w:rsidRPr="00733772">
        <w:t xml:space="preserve">, </w:t>
      </w:r>
      <w:r w:rsidRPr="00733772">
        <w:rPr>
          <w:rFonts w:hint="cs"/>
          <w:cs/>
        </w:rPr>
        <w:t>मशअर</w:t>
      </w:r>
      <w:r w:rsidRPr="00733772">
        <w:t xml:space="preserve">, </w:t>
      </w:r>
      <w:r w:rsidRPr="00733772">
        <w:rPr>
          <w:rFonts w:hint="cs"/>
          <w:cs/>
        </w:rPr>
        <w:t>मिना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परिप्रेक्ष्य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सर्वसमर्थ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तरीक़ा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t xml:space="preserve">,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t xml:space="preserve">, </w:t>
      </w:r>
      <w:r w:rsidRPr="00733772">
        <w:rPr>
          <w:rFonts w:hint="cs"/>
          <w:cs/>
        </w:rPr>
        <w:t>लगाव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आभार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>"</w:t>
      </w:r>
      <w:r w:rsidRPr="00733772">
        <w:t xml:space="preserve">”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rFonts w:hint="eastAsia"/>
        </w:rPr>
        <w:t>”</w:t>
      </w:r>
      <w:r w:rsidRPr="00733772">
        <w:t>"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रचनाओं</w:t>
      </w:r>
      <w:r w:rsidRPr="00733772">
        <w:t xml:space="preserve">,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श्रोताओ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"</w:t>
      </w:r>
      <w:r w:rsidRPr="00733772">
        <w:rPr>
          <w:rFonts w:hint="cs"/>
          <w:cs/>
        </w:rPr>
        <w:t>असहाबे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कहफ़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एतिहासिक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असहाबे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नींद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२१वीं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ब्रह्मांड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रचयिता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पिछली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व्यवहार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नकारा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२७वीं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सन्यास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उत्पन्न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प्रसन्नता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इंकार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घोषित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अच्छे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ज़रीह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गुंम्बद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करवाया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दमिश्क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ज़ैनब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सलामुल्लाह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रौज़ा</w:t>
      </w:r>
      <w:r w:rsidRPr="00733772">
        <w:t xml:space="preserve">,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हुसैन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दफ्न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इराक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बग़दाद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हनीफा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क़ादिर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गीलानी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t xml:space="preserve">, </w:t>
      </w:r>
      <w:r w:rsidRPr="00733772">
        <w:rPr>
          <w:rFonts w:hint="cs"/>
          <w:cs/>
        </w:rPr>
        <w:t>समरकन्द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इस्माईल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मस्जिदों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कटिबद्ध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/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रूढ़िवादी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t xml:space="preserve">,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उपेक्षा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दुस्साहस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करोड़ों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आघात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घृणित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औचित्य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रवायतों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अनुयाईयों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बढ़कर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अलबत्ता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t xml:space="preserve">,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तर्कसम्मत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अपेक्षा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सतही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t xml:space="preserve">, </w:t>
      </w:r>
      <w:r w:rsidRPr="00733772">
        <w:rPr>
          <w:rFonts w:hint="cs"/>
          <w:cs/>
        </w:rPr>
        <w:t>रूढ़िवाद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पक्षपात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t xml:space="preserve">, </w:t>
      </w:r>
      <w:r w:rsidRPr="00733772">
        <w:rPr>
          <w:rFonts w:hint="cs"/>
          <w:cs/>
        </w:rPr>
        <w:t>सोच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आह्वान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गुणगान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t xml:space="preserve">,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फातेमा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सलामुल्लाह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आध्यात्मिक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ध्वनि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गूंजी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आवा</w:t>
      </w:r>
      <w:r w:rsidRPr="00733772">
        <w:rPr>
          <w:cs/>
        </w:rPr>
        <w:t>-</w:t>
      </w:r>
      <w:r w:rsidRPr="00733772">
        <w:rPr>
          <w:rFonts w:hint="cs"/>
          <w:cs/>
        </w:rPr>
        <w:t>जाही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विशुद्धता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वृद्धि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यादगार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खुले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गर्व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अनगिनत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कठिनाइयां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दुःख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अवशेषों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बर्बाद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अस्तित्व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अंगूठी</w:t>
      </w:r>
      <w:r w:rsidRPr="00733772">
        <w:t xml:space="preserve">, </w:t>
      </w:r>
      <w:r w:rsidRPr="00733772">
        <w:rPr>
          <w:rFonts w:hint="cs"/>
          <w:cs/>
        </w:rPr>
        <w:t>जूता</w:t>
      </w:r>
      <w:r w:rsidRPr="00733772">
        <w:t xml:space="preserve">, </w:t>
      </w:r>
      <w:r w:rsidRPr="00733772">
        <w:rPr>
          <w:rFonts w:hint="cs"/>
          <w:cs/>
        </w:rPr>
        <w:t>दातून</w:t>
      </w:r>
      <w:r w:rsidRPr="00733772">
        <w:t xml:space="preserve">, </w:t>
      </w:r>
      <w:r w:rsidRPr="00733772">
        <w:rPr>
          <w:rFonts w:hint="cs"/>
          <w:cs/>
        </w:rPr>
        <w:t>तलवार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कवच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पुरातत्व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अवशेषों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राष्ट्र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संस्कृति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t xml:space="preserve">, </w:t>
      </w:r>
      <w:r w:rsidRPr="00733772">
        <w:rPr>
          <w:rFonts w:hint="cs"/>
          <w:cs/>
        </w:rPr>
        <w:t>सोचे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अंतर्राष्ट्रीय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क़ानूनों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t xml:space="preserve">,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शत्रुओं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ख़ैबर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एतिहासिक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  <w:rPr>
          <w:rFonts w:hint="cs"/>
          <w:cs/>
          <w:lang w:bidi="hi-IN"/>
        </w:rPr>
      </w:pPr>
      <w:bookmarkStart w:id="14" w:name="_Toc454877609"/>
      <w:r w:rsidRPr="00733772">
        <w:rPr>
          <w:rFonts w:hint="cs"/>
          <w:cs/>
        </w:rPr>
        <w:t>वहाबियत</w:t>
      </w:r>
      <w:r w:rsidRPr="00733772">
        <w:t xml:space="preserve">,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>-</w:t>
      </w:r>
      <w:r w:rsidRPr="00733772">
        <w:t>14</w:t>
      </w:r>
      <w:bookmarkEnd w:id="14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हाफ़िज़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वहबा</w:t>
      </w:r>
      <w:r w:rsidRPr="00733772">
        <w:t xml:space="preserve">, </w:t>
      </w:r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बिदअत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संघर्ष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संघर्ष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श्रेणी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t xml:space="preserve">, </w:t>
      </w:r>
      <w:r w:rsidRPr="00733772">
        <w:rPr>
          <w:rFonts w:hint="cs"/>
          <w:cs/>
        </w:rPr>
        <w:t>तवस्सुल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चाहना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पढ़ना</w:t>
      </w:r>
      <w:r w:rsidRPr="00733772">
        <w:t xml:space="preserve">,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जलाना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लिखना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सौगंध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खाना</w:t>
      </w:r>
      <w:r w:rsidRPr="00733772">
        <w:t xml:space="preserve">,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बीमारी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ठीक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संघर्ष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t xml:space="preserve">,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विपरीत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बिदअत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उरवा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सौगंध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वुज़ू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चेहरे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वुज़ू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वुज़ू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मुक़ाबला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शीघ्र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टकराव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अवसर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मूंडते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एकत्रित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छागल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मुंहाने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पीते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छागल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मुंहाने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कवच</w:t>
      </w:r>
      <w:r w:rsidRPr="00733772">
        <w:t xml:space="preserve">, </w:t>
      </w:r>
      <w:r w:rsidRPr="00733772">
        <w:rPr>
          <w:rFonts w:hint="cs"/>
          <w:cs/>
        </w:rPr>
        <w:t>लाठी</w:t>
      </w:r>
      <w:r w:rsidRPr="00733772">
        <w:t xml:space="preserve">, </w:t>
      </w:r>
      <w:r w:rsidRPr="00733772">
        <w:rPr>
          <w:rFonts w:hint="cs"/>
          <w:cs/>
        </w:rPr>
        <w:t>तलवार</w:t>
      </w:r>
      <w:r w:rsidRPr="00733772">
        <w:t xml:space="preserve">, </w:t>
      </w:r>
      <w:r w:rsidRPr="00733772">
        <w:rPr>
          <w:rFonts w:hint="cs"/>
          <w:cs/>
        </w:rPr>
        <w:t>बर्तन</w:t>
      </w:r>
      <w:r w:rsidRPr="00733772">
        <w:t xml:space="preserve">, </w:t>
      </w:r>
      <w:r w:rsidRPr="00733772">
        <w:rPr>
          <w:rFonts w:hint="cs"/>
          <w:cs/>
        </w:rPr>
        <w:t>मुहर</w:t>
      </w:r>
      <w:r w:rsidRPr="00733772">
        <w:t xml:space="preserve">, </w:t>
      </w:r>
      <w:r w:rsidRPr="00733772">
        <w:rPr>
          <w:rFonts w:hint="cs"/>
          <w:cs/>
        </w:rPr>
        <w:t>अंगूठी</w:t>
      </w:r>
      <w:r w:rsidRPr="00733772">
        <w:t xml:space="preserve">, </w:t>
      </w:r>
      <w:r w:rsidRPr="00733772">
        <w:rPr>
          <w:rFonts w:hint="cs"/>
          <w:cs/>
        </w:rPr>
        <w:t>बाल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कफ़न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जेहाद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अध्याय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t xml:space="preserve">,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कड़ाई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मृत्यु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चंद्रगृहण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जोड़ने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कड़ाई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मिलती।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वस्तुतः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ऊंचा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बुराई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बैठने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कामना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छूना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चूमना</w:t>
      </w:r>
      <w:r w:rsidRPr="00733772">
        <w:t xml:space="preserve">,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सईद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मुसय्यब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सईद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यूसुफ़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याक़ूब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ज्योति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आंखों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यूसुफ़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आंखें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लौट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कामना</w:t>
      </w:r>
      <w:r w:rsidRPr="00733772">
        <w:t xml:space="preserve">,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याक़ूब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ठहराता</w:t>
      </w:r>
      <w:r w:rsidRPr="00733772">
        <w:t xml:space="preserve">? </w:t>
      </w: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इमामों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ठोस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बिदअतों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अहमद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हम्बल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आपत्ति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अलबत्ता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सीधे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सीधे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लाभान्वित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t xml:space="preserve">,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गहरे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t xml:space="preserve">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पढ़ने</w:t>
      </w:r>
      <w:r w:rsidRPr="00733772">
        <w:t xml:space="preserve">, </w:t>
      </w:r>
      <w:r w:rsidRPr="00733772">
        <w:rPr>
          <w:rFonts w:hint="cs"/>
          <w:cs/>
        </w:rPr>
        <w:t>रोज़ा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विशेषताएं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कर्मों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उपस्थित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ध्यान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केंद्रत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हृदय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खोल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मस्जिदुन्नबी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उपस्थित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कठिनाइयों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मेराज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अक़सा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t xml:space="preserve">, </w:t>
      </w:r>
      <w:r w:rsidRPr="00733772">
        <w:rPr>
          <w:rFonts w:hint="cs"/>
          <w:cs/>
        </w:rPr>
        <w:t>मदीना</w:t>
      </w:r>
      <w:r w:rsidRPr="00733772">
        <w:t xml:space="preserve">, </w:t>
      </w:r>
      <w:r w:rsidRPr="00733772">
        <w:rPr>
          <w:rFonts w:hint="cs"/>
          <w:cs/>
        </w:rPr>
        <w:t>तूरे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रुकें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जिब्रईल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पलायन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तूरे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t xml:space="preserve">, </w:t>
      </w:r>
      <w:r w:rsidRPr="00733772">
        <w:rPr>
          <w:rFonts w:hint="cs"/>
          <w:cs/>
        </w:rPr>
        <w:t>बैत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अथव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दफ़्न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लक्ष्य</w:t>
      </w:r>
      <w:r w:rsidRPr="00733772">
        <w:t xml:space="preserve">,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मिट्टी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मनुष्य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बिंदु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भावना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तफ़सीरे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क़ुरतुबी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बैठो।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क़िबला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ईसाइयों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दफ़्न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हाजियों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मक़ामे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बनाएं।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बक़रह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क्रमांक</w:t>
      </w:r>
      <w:r w:rsidRPr="00733772">
        <w:rPr>
          <w:cs/>
        </w:rPr>
        <w:t xml:space="preserve"> </w:t>
      </w:r>
      <w:r w:rsidRPr="00733772">
        <w:t>125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मक़ामे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चयन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पढ़ना</w:t>
      </w:r>
      <w:r w:rsidRPr="00733772">
        <w:t xml:space="preserve">, </w:t>
      </w:r>
      <w:r w:rsidRPr="00733772">
        <w:rPr>
          <w:rFonts w:hint="cs"/>
          <w:cs/>
        </w:rPr>
        <w:t>मक़ामे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t xml:space="preserve">,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सत्रहवीं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उल्लेख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t xml:space="preserve">, </w:t>
      </w:r>
      <w:r w:rsidRPr="00733772">
        <w:rPr>
          <w:rFonts w:hint="cs"/>
          <w:cs/>
        </w:rPr>
        <w:t>सच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बोलने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t>, (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विनम्र</w:t>
      </w:r>
      <w:r w:rsidRPr="00733772">
        <w:t xml:space="preserve">, </w:t>
      </w:r>
      <w:r w:rsidRPr="00733772">
        <w:rPr>
          <w:rFonts w:hint="cs"/>
          <w:cs/>
        </w:rPr>
        <w:t>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t xml:space="preserve">,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प्रायश्चित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गिड़गिड़ा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प्रभुवर</w:t>
      </w:r>
      <w:r w:rsidRPr="00733772">
        <w:rPr>
          <w:cs/>
        </w:rPr>
        <w:t xml:space="preserve">!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हूं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,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अबू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नईम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हिलयतुल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फ़ातेमा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खोदी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खोदने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नीचे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मिट्टी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फेंकी।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तैयार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मृत्य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मृत्यु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कल्पना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प्रभुवर</w:t>
      </w:r>
      <w:r w:rsidRPr="00733772">
        <w:rPr>
          <w:cs/>
        </w:rPr>
        <w:t xml:space="preserve">!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फ़ातेमा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t xml:space="preserve">,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विस्तृत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रचयिता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कृपाशील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सैंतालीसवीं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म्मे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यूनुस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103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रचयिता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प्रख्यात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जलालुद्दीन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सुयूती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जामेउस्सग़ीर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वर्जनाओं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गुटों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ज़िम्मे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मुजाहिद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स्वतंत्र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नैतिक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शताब्दियों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अनुंपाएं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t xml:space="preserve">,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बक़रह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क्रमांक</w:t>
      </w:r>
      <w:r w:rsidRPr="00733772">
        <w:rPr>
          <w:cs/>
        </w:rPr>
        <w:t xml:space="preserve"> </w:t>
      </w:r>
      <w:r w:rsidRPr="00733772">
        <w:t>245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कौन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ऋण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?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ऋणी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प्रोत्साहित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कट्टरपंथी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संकीर्ण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बिदअतें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अधिकांश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धर्मावलम्बी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गहरे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मतभेदों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बावजूद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कहा।</w:t>
      </w:r>
    </w:p>
    <w:p w:rsidR="00733772" w:rsidRPr="00733772" w:rsidRDefault="00733772" w:rsidP="00733772">
      <w:pPr>
        <w:pStyle w:val="libNormal"/>
      </w:pPr>
    </w:p>
    <w:p w:rsidR="000F4F50" w:rsidRDefault="000F4F50">
      <w:pPr>
        <w:spacing w:after="0" w:line="240" w:lineRule="auto"/>
        <w:rPr>
          <w:rFonts w:ascii="SolaimanLipi" w:eastAsia="Times New Roman" w:hAnsi="SolaimanLipi" w:cs="Mangal"/>
          <w:b/>
          <w:bCs/>
          <w:color w:val="1F497D"/>
          <w:sz w:val="36"/>
          <w:szCs w:val="36"/>
          <w:cs/>
        </w:rPr>
      </w:pPr>
      <w:bookmarkStart w:id="15" w:name="_Toc454877610"/>
      <w:r>
        <w:br w:type="page"/>
      </w:r>
    </w:p>
    <w:p w:rsidR="00733772" w:rsidRPr="00733772" w:rsidRDefault="00733772" w:rsidP="00C91B27">
      <w:pPr>
        <w:pStyle w:val="Heading1"/>
      </w:pPr>
      <w:r w:rsidRPr="00733772">
        <w:rPr>
          <w:rFonts w:hint="cs"/>
          <w:cs/>
        </w:rPr>
        <w:lastRenderedPageBreak/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असलियत</w:t>
      </w:r>
      <w:bookmarkEnd w:id="15"/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C91B27">
        <w:rPr>
          <w:rFonts w:ascii="Times New Roman" w:hAnsi="Times New Roman" w:cs="Times New Roman" w:hint="cs"/>
          <w:rtl/>
        </w:rPr>
        <w:t>مَن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قَتَلَ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نَفْسًا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بِغَيْرِ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نَفْسٍ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أَوْ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فَسَادٍ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فِي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الأَرْضِ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فَكَأَنَّمَا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قَتَلَ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النَّاسَ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جَمِيعًا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وَمَنْ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أَحْيَاهَا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فَكَأَنَّمَا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أَحْيَا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النَّاسَ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جَمِيعًا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मायदा</w:t>
      </w:r>
      <w:r w:rsidRPr="00733772">
        <w:rPr>
          <w:cs/>
        </w:rPr>
        <w:t>-</w:t>
      </w:r>
      <w:r w:rsidRPr="00733772">
        <w:t>32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ज़िन्दा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ज़िन्दा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क्रान्ति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दुश्मन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ख़त्म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क्रान्ति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छेड़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गढ़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ख़ौफ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क्रान्ति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दुश्मन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दुश्मन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फूट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फरमाते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C91B27">
        <w:rPr>
          <w:rFonts w:ascii="Times New Roman" w:hAnsi="Times New Roman" w:cs="Times New Roman" w:hint="cs"/>
          <w:rtl/>
        </w:rPr>
        <w:t>من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سمع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مسلما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ینادی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للمسلمین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فلم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یجبه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فلیس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بمسلم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बुलाये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बुलाने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फरमाते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C91B27">
        <w:rPr>
          <w:rFonts w:ascii="Times New Roman" w:hAnsi="Times New Roman" w:cs="Times New Roman" w:hint="cs"/>
          <w:rtl/>
        </w:rPr>
        <w:t>من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سمع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رجلاً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ینادی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للمسلمین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فلم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یجبه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فلیس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بمسلم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यहीं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नुक़सान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पहुँचाता</w:t>
      </w:r>
      <w:r w:rsidRPr="00733772">
        <w:t xml:space="preserve">,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नुक़सान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पहुँचाकर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ग़लत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t xml:space="preserve">,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फैसला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कौन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आरम्भ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t xml:space="preserve">,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जितने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लेंलें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सम्बन्ध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चढ़ाई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हज़ारो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लाखों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सामूहिक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नरसंहार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देते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t xml:space="preserve">, </w:t>
      </w:r>
      <w:r w:rsidRPr="00733772">
        <w:rPr>
          <w:rFonts w:hint="cs"/>
          <w:cs/>
        </w:rPr>
        <w:t>विनाशकारी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हथियार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t xml:space="preserve">,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जुट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बदनामी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निपटा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फूट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मुसलमान</w:t>
      </w:r>
      <w:r w:rsidRPr="00733772">
        <w:t xml:space="preserve">,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ख़ुश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सिखाता</w:t>
      </w:r>
      <w:r w:rsidRPr="00733772">
        <w:t xml:space="preserve">,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कर्तव्य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कहलाने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हक़दार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फिलिस्तीन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सिरिया</w:t>
      </w:r>
      <w:r w:rsidRPr="00733772">
        <w:t xml:space="preserve">, </w:t>
      </w:r>
      <w:r w:rsidRPr="00733772">
        <w:rPr>
          <w:rFonts w:hint="cs"/>
          <w:cs/>
        </w:rPr>
        <w:t>यमन</w:t>
      </w:r>
      <w:r w:rsidRPr="00733772">
        <w:t xml:space="preserve">, </w:t>
      </w:r>
      <w:r w:rsidRPr="00733772">
        <w:rPr>
          <w:rFonts w:hint="cs"/>
          <w:cs/>
        </w:rPr>
        <w:t>ईराक़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अफग़ानिस्तान</w:t>
      </w:r>
      <w:r w:rsidRPr="00733772">
        <w:t xml:space="preserve">, </w:t>
      </w:r>
      <w:r w:rsidRPr="00733772">
        <w:rPr>
          <w:rFonts w:hint="cs"/>
          <w:cs/>
        </w:rPr>
        <w:t>पाकिस्तान</w:t>
      </w:r>
      <w:r w:rsidRPr="00733772">
        <w:rPr>
          <w:cs/>
        </w:rPr>
        <w:t>.... .............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t xml:space="preserve">,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दुश्मन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दुश्मन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लड़ते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रहें।</w:t>
      </w:r>
      <w:r w:rsidRPr="00733772">
        <w:rPr>
          <w:cs/>
        </w:rPr>
        <w:t xml:space="preserve"> 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दुश्मनों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हथियारों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सप्लाई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आरम्भ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t xml:space="preserve">, </w:t>
      </w:r>
      <w:r w:rsidRPr="00733772">
        <w:rPr>
          <w:rFonts w:hint="cs"/>
          <w:cs/>
        </w:rPr>
        <w:t>जिससे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आर्थिक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t xml:space="preserve">,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आँख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खुली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भविष्य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रहेंगे।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दुश्मनों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तरीकों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कानून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आरम्भ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चेहरा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जिहाद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डाला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अनपढ़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t xml:space="preserve">, </w:t>
      </w:r>
      <w:r w:rsidRPr="00733772">
        <w:rPr>
          <w:rFonts w:hint="cs"/>
          <w:cs/>
        </w:rPr>
        <w:t>तालिबान</w:t>
      </w:r>
      <w:r w:rsidRPr="00733772">
        <w:t xml:space="preserve">, </w:t>
      </w:r>
      <w:r w:rsidRPr="00733772">
        <w:rPr>
          <w:rFonts w:hint="cs"/>
          <w:cs/>
        </w:rPr>
        <w:t>अलक़ायदा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मुखौटा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नुक़सान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पहुँचाया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देशो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t xml:space="preserve">,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फिलिस्तीन</w:t>
      </w:r>
      <w:r w:rsidRPr="00733772">
        <w:t xml:space="preserve">, </w:t>
      </w:r>
      <w:r w:rsidRPr="00733772">
        <w:rPr>
          <w:rFonts w:hint="cs"/>
          <w:cs/>
        </w:rPr>
        <w:t>मिस्र</w:t>
      </w:r>
      <w:r w:rsidRPr="00733772">
        <w:t xml:space="preserve">, </w:t>
      </w:r>
      <w:r w:rsidRPr="00733772">
        <w:rPr>
          <w:rFonts w:hint="cs"/>
          <w:cs/>
        </w:rPr>
        <w:t>सिरिया</w:t>
      </w:r>
      <w:r w:rsidRPr="00733772">
        <w:t xml:space="preserve">, </w:t>
      </w:r>
      <w:r w:rsidRPr="00733772">
        <w:rPr>
          <w:rFonts w:hint="cs"/>
          <w:cs/>
        </w:rPr>
        <w:t>यमन</w:t>
      </w:r>
      <w:r w:rsidRPr="00733772">
        <w:t xml:space="preserve">, </w:t>
      </w:r>
      <w:r w:rsidRPr="00733772">
        <w:rPr>
          <w:rFonts w:hint="cs"/>
          <w:cs/>
        </w:rPr>
        <w:t>ईराक़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अफग़ानिस्तान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पाकिस्तान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फत्वे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अजीब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ग़रीब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परन्तु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फत्वों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ईराक़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उड़ाया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t xml:space="preserve">,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कलेजा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हुज़ूर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कलेजा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चबाया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t xml:space="preserve">?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t xml:space="preserve">, </w:t>
      </w: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दाँतों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उगंली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लेगा</w:t>
      </w:r>
      <w:r w:rsidRPr="00733772">
        <w:t xml:space="preserve">,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अजीब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ख़ौफलाक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चेहरा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अमानवीय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वीडियो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क्लिप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इन्टरनेट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ख़र्च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शायद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ख़ुमैनी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अमेरिका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सद्दाम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t xml:space="preserve">,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सद्दाम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अमेरिका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हथियार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t>250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t xml:space="preserve">,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t xml:space="preserve">?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इसलिऐ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क़ानूनों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हाजियों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चींटी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 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नफरत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اللہ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اکبر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لا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الھ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الا</w:t>
      </w:r>
      <w:r w:rsidRPr="00733772">
        <w:rPr>
          <w:rtl/>
        </w:rPr>
        <w:t xml:space="preserve"> </w:t>
      </w:r>
      <w:r w:rsidRPr="00C91B27">
        <w:rPr>
          <w:rFonts w:ascii="Times New Roman" w:hAnsi="Times New Roman" w:cs="Times New Roman" w:hint="cs"/>
          <w:rtl/>
        </w:rPr>
        <w:t>اللہ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क्लिप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नफरत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करेगा</w:t>
      </w:r>
      <w:r w:rsidRPr="00733772">
        <w:t xml:space="preserve">,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इस्राईल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नील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सपना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चकनाचूर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नाअमनी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t xml:space="preserve">,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लिंक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 </w:t>
      </w:r>
      <w:r w:rsidRPr="00733772">
        <w:rPr>
          <w:rFonts w:hint="cs"/>
          <w:cs/>
        </w:rPr>
        <w:t>किसने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अफसोस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प्रचारक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ख़र्च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नुक़सान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पहुँचा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जगह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पहुँचा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सहाबा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t xml:space="preserve">, </w:t>
      </w:r>
      <w:r w:rsidRPr="00733772">
        <w:rPr>
          <w:rFonts w:hint="cs"/>
          <w:cs/>
        </w:rPr>
        <w:t>फिलिस्तीन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सिमित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देंगे</w:t>
      </w:r>
      <w:r w:rsidRPr="00733772">
        <w:t xml:space="preserve">,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रिवायतों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सुफयानी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क़त्ल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जायेगा</w:t>
      </w:r>
      <w:r w:rsidRPr="00733772">
        <w:t xml:space="preserve">,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पायेंगे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तक़इय्या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t xml:space="preserve">, </w:t>
      </w:r>
      <w:r w:rsidRPr="00733772">
        <w:rPr>
          <w:rFonts w:hint="cs"/>
          <w:cs/>
        </w:rPr>
        <w:t>इनका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हुज़ुर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तोड़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हुज़ुर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चूमने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मन्नत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माँगने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</w:t>
      </w:r>
      <w:r w:rsidRPr="00733772">
        <w:rPr>
          <w:cs/>
        </w:rPr>
        <w:t>-</w:t>
      </w:r>
      <w:r w:rsidRPr="00733772">
        <w:rPr>
          <w:rFonts w:hint="cs"/>
          <w:cs/>
        </w:rPr>
        <w:t>अज़हर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विश्वविद्दालय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विद्धानो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t xml:space="preserve">,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t>2000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t xml:space="preserve">,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रस्सी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बाँध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गलियों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खींचा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t xml:space="preserve">, </w:t>
      </w:r>
      <w:r w:rsidRPr="00733772">
        <w:rPr>
          <w:rFonts w:hint="cs"/>
          <w:cs/>
        </w:rPr>
        <w:t>इसको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करबला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करबला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लाशों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t>72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 " </w:t>
      </w:r>
      <w:r w:rsidRPr="00733772">
        <w:rPr>
          <w:rFonts w:hint="cs"/>
          <w:cs/>
        </w:rPr>
        <w:t>हलब</w:t>
      </w:r>
      <w:r w:rsidRPr="00733772">
        <w:rPr>
          <w:cs/>
        </w:rPr>
        <w:t xml:space="preserve"> " </w:t>
      </w:r>
      <w:r w:rsidRPr="00733772">
        <w:rPr>
          <w:rFonts w:hint="cs"/>
          <w:cs/>
        </w:rPr>
        <w:t>शहर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आबादी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गांव</w:t>
      </w:r>
      <w:r w:rsidRPr="00733772">
        <w:rPr>
          <w:cs/>
        </w:rPr>
        <w:t xml:space="preserve"> "</w:t>
      </w:r>
      <w:r w:rsidRPr="00733772">
        <w:rPr>
          <w:rFonts w:hint="cs"/>
          <w:cs/>
        </w:rPr>
        <w:t>नबल</w:t>
      </w:r>
      <w:r w:rsidRPr="00733772">
        <w:rPr>
          <w:cs/>
        </w:rPr>
        <w:t xml:space="preserve">" 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 " </w:t>
      </w:r>
      <w:r w:rsidRPr="00733772">
        <w:rPr>
          <w:rFonts w:hint="cs"/>
          <w:cs/>
        </w:rPr>
        <w:t>अल</w:t>
      </w:r>
      <w:r w:rsidRPr="00733772">
        <w:rPr>
          <w:cs/>
        </w:rPr>
        <w:t>-</w:t>
      </w:r>
      <w:r w:rsidRPr="00733772">
        <w:rPr>
          <w:rFonts w:hint="cs"/>
          <w:cs/>
        </w:rPr>
        <w:t>ज़हरा</w:t>
      </w:r>
      <w:r w:rsidRPr="00733772">
        <w:rPr>
          <w:cs/>
        </w:rPr>
        <w:t xml:space="preserve"> "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नबल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</w:t>
      </w:r>
      <w:r w:rsidRPr="00733772">
        <w:rPr>
          <w:cs/>
        </w:rPr>
        <w:t>-</w:t>
      </w:r>
      <w:r w:rsidRPr="00733772">
        <w:rPr>
          <w:rFonts w:hint="cs"/>
          <w:cs/>
        </w:rPr>
        <w:t>ज़हरा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लगभग</w:t>
      </w:r>
      <w:r w:rsidRPr="00733772">
        <w:rPr>
          <w:cs/>
        </w:rPr>
        <w:t xml:space="preserve"> </w:t>
      </w:r>
      <w:r w:rsidRPr="00733772">
        <w:t>10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महीनों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घेरे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चालू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नागरिकों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व्यतीत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गावों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खाद्द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सामग्री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नामोनिशान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वहाँ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त्रासदी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तलवार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,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।।क्या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t>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t>4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t xml:space="preserve">, </w:t>
      </w:r>
      <w:r w:rsidRPr="00733772">
        <w:rPr>
          <w:rFonts w:hint="cs"/>
          <w:cs/>
        </w:rPr>
        <w:t>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t xml:space="preserve">,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t>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फाँसी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चढ़ा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t>,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दज्जाल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डाला</w:t>
      </w:r>
      <w:r w:rsidRPr="00733772">
        <w:t xml:space="preserve">, 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हुज़ुर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नवासी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ज़ैनब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उड़ाने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धमकी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नफरत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जिहादे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स्त्रीयों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शोषण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जिहादे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स्त्री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पुरूष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ट्यूनीशिया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स्त्रीयों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स्त्रीयों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शोषण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स्त्रीयों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फोर्स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नंगी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??????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4"/>
      </w:pP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उत्तरदायी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कौन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सिरिया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फौज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पकड़ा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काटने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t>700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</w:p>
    <w:p w:rsidR="00733772" w:rsidRPr="00733772" w:rsidRDefault="00733772" w:rsidP="00733772">
      <w:pPr>
        <w:pStyle w:val="libNormal"/>
      </w:pPr>
    </w:p>
    <w:p w:rsidR="00C91B27" w:rsidRDefault="00733772" w:rsidP="00C91B27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कर्तव्य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उठायेः</w:t>
      </w:r>
      <w:r w:rsidRPr="00733772">
        <w:rPr>
          <w:cs/>
        </w:rPr>
        <w:t xml:space="preserve">   </w:t>
      </w:r>
    </w:p>
    <w:p w:rsidR="00733772" w:rsidRPr="00733772" w:rsidRDefault="00733772" w:rsidP="00C91B27">
      <w:pPr>
        <w:pStyle w:val="libNormal"/>
        <w:rPr>
          <w:rFonts w:hint="cs"/>
          <w:cs/>
          <w:lang w:bidi="hi-IN"/>
        </w:rPr>
      </w:pPr>
      <w:r w:rsidRPr="00733772">
        <w:rPr>
          <w:rFonts w:hint="cs"/>
          <w:cs/>
        </w:rPr>
        <w:t>आतंकवादियो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विरूध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उलटे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सीधे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मुफतियों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विरूध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आतंकवादियो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विरूध</w:t>
      </w:r>
      <w:r w:rsidRPr="00733772">
        <w:rPr>
          <w:cs/>
        </w:rPr>
        <w:t xml:space="preserve">              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अन्त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ज़ूहुर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प्रार्थना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ज़ूहुर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शीघ्र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जाऐ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चैन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साँस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6" w:name="_Toc454877611"/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मक़बरों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bookmarkEnd w:id="16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संवेदनशीलता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तैय्मिया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क़य्यम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जौज़ी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फतवा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क़ैय्यम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</w:t>
      </w:r>
      <w:r w:rsidRPr="00733772">
        <w:rPr>
          <w:cs/>
        </w:rPr>
        <w:t xml:space="preserve"> "</w:t>
      </w:r>
      <w:r w:rsidRPr="00733772">
        <w:t>“</w:t>
      </w:r>
      <w:r w:rsidRPr="00733772">
        <w:rPr>
          <w:rFonts w:hint="cs"/>
          <w:cs/>
        </w:rPr>
        <w:t>ज़ादुल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माअद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ख़ैरिल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एबाद</w:t>
      </w:r>
      <w:r w:rsidRPr="00733772">
        <w:rPr>
          <w:cs/>
        </w:rPr>
        <w:t>"</w:t>
      </w:r>
      <w:r w:rsidRPr="00733772">
        <w:t xml:space="preserve">”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विलंब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बुनियाद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समर्थन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पैमाने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१३४४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क़मरी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१९२६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दुस्साहसी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अमानवीय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तार्किक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३२वीं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आह्वान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सफा</w:t>
      </w:r>
      <w:r w:rsidRPr="00733772">
        <w:t xml:space="preserve">, </w:t>
      </w:r>
      <w:r w:rsidRPr="00733772">
        <w:rPr>
          <w:rFonts w:hint="cs"/>
          <w:cs/>
        </w:rPr>
        <w:t>मरवा</w:t>
      </w:r>
      <w:r w:rsidRPr="00733772">
        <w:t xml:space="preserve">, </w:t>
      </w:r>
      <w:r w:rsidRPr="00733772">
        <w:rPr>
          <w:rFonts w:hint="cs"/>
          <w:cs/>
        </w:rPr>
        <w:t>मशअर</w:t>
      </w:r>
      <w:r w:rsidRPr="00733772">
        <w:t xml:space="preserve">, </w:t>
      </w:r>
      <w:r w:rsidRPr="00733772">
        <w:rPr>
          <w:rFonts w:hint="cs"/>
          <w:cs/>
        </w:rPr>
        <w:t>मिना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परिप्रेक्ष्य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सर्वसमर्थ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तरीक़ा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t xml:space="preserve">,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t xml:space="preserve">, </w:t>
      </w:r>
      <w:r w:rsidRPr="00733772">
        <w:rPr>
          <w:rFonts w:hint="cs"/>
          <w:cs/>
        </w:rPr>
        <w:t>लगाव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आभार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>"</w:t>
      </w:r>
      <w:r w:rsidRPr="00733772">
        <w:t xml:space="preserve">”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चाहता</w:t>
      </w:r>
      <w:r w:rsidRPr="00733772">
        <w:rPr>
          <w:rFonts w:hint="eastAsia"/>
        </w:rPr>
        <w:t>”</w:t>
      </w:r>
      <w:r w:rsidRPr="00733772">
        <w:t>"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रचनाओं</w:t>
      </w:r>
      <w:r w:rsidRPr="00733772">
        <w:t xml:space="preserve">,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>?</w:t>
      </w:r>
    </w:p>
    <w:p w:rsidR="00733772" w:rsidRPr="00733772" w:rsidRDefault="00733772" w:rsidP="00733772">
      <w:pPr>
        <w:pStyle w:val="libNormal"/>
      </w:pPr>
    </w:p>
    <w:p w:rsidR="00C91B27" w:rsidRDefault="00733772" w:rsidP="00733772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"</w:t>
      </w:r>
      <w:r w:rsidRPr="00733772">
        <w:rPr>
          <w:rFonts w:hint="cs"/>
          <w:cs/>
        </w:rPr>
        <w:t>असहाबे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कहफ़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एतिहासिक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घटना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असहाबे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नींद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पश्चात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कहफ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२१वीं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ब्रह्मांड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रचयिता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वर्णन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ईसाईयों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यहूदियों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पिछली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व्यवहार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नकारा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</w:p>
    <w:p w:rsidR="00733772" w:rsidRPr="00733772" w:rsidRDefault="00733772" w:rsidP="00C91B27">
      <w:pPr>
        <w:pStyle w:val="libNormal"/>
        <w:rPr>
          <w:lang w:bidi="hi-IN"/>
        </w:rPr>
      </w:pP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="00C91B27">
        <w:rPr>
          <w:rFonts w:hint="cs"/>
          <w:cs/>
          <w:lang w:bidi="hi-IN"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२७वीं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सन्यास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ईसाईयों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उत्पन्न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अनिवार्य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प्रसन्नता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निर्वाह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"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निश्चित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इंकार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अप्रिय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घोषित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अच्छे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प्रचलित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चिन्हों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शीया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ज़रीह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शहीदों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गुंम्बद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करवाया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दमिश्क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जनाबे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ज़ैनब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सलामुल्लाह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रौज़ा</w:t>
      </w:r>
      <w:r w:rsidRPr="00733772">
        <w:t xml:space="preserve">,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हुसैन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दफ्न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इराक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बग़दाद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हनीफा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क़ादिर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गीलानी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t xml:space="preserve">, </w:t>
      </w:r>
      <w:r w:rsidRPr="00733772">
        <w:rPr>
          <w:rFonts w:hint="cs"/>
          <w:cs/>
        </w:rPr>
        <w:t>समरकन्द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rFonts w:hint="eastAsia"/>
        </w:rPr>
        <w:t>”</w:t>
      </w:r>
      <w:r w:rsidRPr="00733772"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लेखक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इस्माईल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मज़ार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ऊपर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नमूने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मस्जिदोंका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कटिबद्ध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/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सामिप्य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रूढ़िवादी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क्षेत्रों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t xml:space="preserve">,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प्रति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उपेक्षा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दुस्साहस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करोड़ों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आघात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घृणित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औचित्य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रवायतों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अनुयाईयों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आगे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बढ़कर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अलबत्ता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t xml:space="preserve">,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तर्कसम्मत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अपेक्षा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सतही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t xml:space="preserve">, </w:t>
      </w:r>
      <w:r w:rsidRPr="00733772">
        <w:rPr>
          <w:rFonts w:hint="cs"/>
          <w:cs/>
        </w:rPr>
        <w:t>रूढ़िवाद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पक्षपात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t xml:space="preserve">, </w:t>
      </w:r>
      <w:r w:rsidRPr="00733772">
        <w:rPr>
          <w:rFonts w:hint="cs"/>
          <w:cs/>
        </w:rPr>
        <w:t>सोच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t xml:space="preserve">,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आह्वान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गुणगान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अलैहिस्सलाम</w:t>
      </w:r>
      <w:r w:rsidRPr="00733772">
        <w:t xml:space="preserve">, </w:t>
      </w:r>
      <w:r w:rsidRPr="00733772">
        <w:rPr>
          <w:rFonts w:hint="cs"/>
          <w:cs/>
        </w:rPr>
        <w:t>हज़रत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फातेमा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सलामुल्लाह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आध्यात्मिक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मधुर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ध्वनि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गूंजी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फरिश्ते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आवा</w:t>
      </w:r>
      <w:r w:rsidRPr="00733772">
        <w:rPr>
          <w:cs/>
        </w:rPr>
        <w:t>-</w:t>
      </w:r>
      <w:r w:rsidRPr="00733772">
        <w:rPr>
          <w:rFonts w:hint="cs"/>
          <w:cs/>
        </w:rPr>
        <w:t>जाही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विशुद्धता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वृद्धि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यादगार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खुले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गर्व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मार्गदर्शन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अनगिनत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कठिनाइयां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साधारण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बिताया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यही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घर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एवं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दुःख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अवशेषों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बर्बाद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अस्तित्व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उदाहरण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अंगूठी</w:t>
      </w:r>
      <w:r w:rsidRPr="00733772">
        <w:t xml:space="preserve">, </w:t>
      </w:r>
      <w:r w:rsidRPr="00733772">
        <w:rPr>
          <w:rFonts w:hint="cs"/>
          <w:cs/>
        </w:rPr>
        <w:t>जूता</w:t>
      </w:r>
      <w:r w:rsidRPr="00733772">
        <w:t xml:space="preserve">, </w:t>
      </w:r>
      <w:r w:rsidRPr="00733772">
        <w:rPr>
          <w:rFonts w:hint="cs"/>
          <w:cs/>
        </w:rPr>
        <w:t>दातून</w:t>
      </w:r>
      <w:r w:rsidRPr="00733772">
        <w:t xml:space="preserve">, </w:t>
      </w:r>
      <w:r w:rsidRPr="00733772">
        <w:rPr>
          <w:rFonts w:hint="cs"/>
          <w:cs/>
        </w:rPr>
        <w:t>तलवार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कवच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कुएं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परंतु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खेद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महत्वपूर्ण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पुरातत्व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अवशेषों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मिटाना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राष्ट्र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सुरक्षित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प्राचीन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संस्कृति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बताते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t xml:space="preserve">, </w:t>
      </w:r>
      <w:r w:rsidRPr="00733772">
        <w:rPr>
          <w:rFonts w:hint="cs"/>
          <w:cs/>
        </w:rPr>
        <w:t>सोचे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अंतर्राष्ट्रीय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क़ानूनों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इमारतों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t xml:space="preserve">,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संबंधियों</w:t>
      </w:r>
      <w:r w:rsidRPr="00733772">
        <w:t xml:space="preserve">,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धर्मभ्रष्ठ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शत्रुओं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ख़ैबर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एतिहासिक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धरोहर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7" w:name="_Toc454877612"/>
      <w:r w:rsidRPr="00733772">
        <w:rPr>
          <w:rFonts w:hint="cs"/>
          <w:cs/>
        </w:rPr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bookmarkEnd w:id="17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मनुष्यों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बंधन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प्रेरित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उत्साहित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ओढ़े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समीक्षा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पिछले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नकारने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प्रमाण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भ्रांतियों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ठोस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बताएंगे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तर्कसंगत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उत्तर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कृपया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रहिए।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आदेशानुसार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अलावा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18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ग़ाफ़िर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60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मुझसे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करूंगा।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अट्ठारहवीं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</w:t>
      </w:r>
      <w:r w:rsidRPr="00733772">
        <w:t xml:space="preserve">,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सजदा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रूकअ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अनकेश्वरवाद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अंजाम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आवश्यक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t xml:space="preserve">, </w:t>
      </w:r>
      <w:r w:rsidRPr="00733772">
        <w:rPr>
          <w:rFonts w:hint="cs"/>
          <w:cs/>
        </w:rPr>
        <w:t>निष्ठावान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मोमिन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तबातबाई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भांति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प्रभावी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lastRenderedPageBreak/>
        <w:t>इमाम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फैलायी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आस्थाएं</w:t>
      </w:r>
      <w:r w:rsidRPr="00733772">
        <w:t xml:space="preserve">,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t xml:space="preserve">, </w:t>
      </w:r>
      <w:r w:rsidRPr="00733772">
        <w:rPr>
          <w:rFonts w:hint="cs"/>
          <w:cs/>
        </w:rPr>
        <w:t>कथनों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शिक्षाओं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अपमानित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खंडित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="00C91B27">
        <w:rPr>
          <w:rFonts w:hint="cs"/>
          <w:cs/>
          <w:lang w:bidi="hi-IN"/>
        </w:rPr>
        <w:t xml:space="preserve"> </w:t>
      </w:r>
      <w:r w:rsidRPr="00733772">
        <w:rPr>
          <w:rFonts w:hint="cs"/>
          <w:cs/>
        </w:rPr>
        <w:t>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गहराई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दिखाने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शिष्टाचारी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t xml:space="preserve">,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समक्ष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नतमस्तक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सम्मान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विनम्रभाव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गणना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उपासना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आज्ञापालन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आदर्श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ज़ुमर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t>43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t>44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ऐसा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चाहे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कुछ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?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दीजिए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प्रभुत्व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पलटाए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जाओगे।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तात्पर्य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संदेह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सैद्धांतिक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तुरंत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उठता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चर्चा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बिन्दु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स़िफ़ारिश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योग्यता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शालीनता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अमुक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सिफ़ारिश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बुद्धि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दृष्टि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सर्वश्रेष्ठ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उतराधिकारियों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क़ुरआन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मिलता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अनुमति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बुख़ारी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दिग्गज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किताबों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सोनने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मान्यता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स्रोत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सहाये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सित्ता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तिरमीज़ी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(</w:t>
      </w:r>
      <w:r w:rsidRPr="00733772">
        <w:rPr>
          <w:rFonts w:hint="cs"/>
          <w:cs/>
        </w:rPr>
        <w:t>स</w:t>
      </w:r>
      <w:r w:rsidRPr="00733772">
        <w:rPr>
          <w:cs/>
        </w:rPr>
        <w:t xml:space="preserve">)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</w:t>
      </w:r>
      <w:r w:rsidRPr="00733772">
        <w:t xml:space="preserve">,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करूंगा।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ढूंढूगा</w:t>
      </w:r>
      <w:r w:rsidRPr="00733772">
        <w:t xml:space="preserve">?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विश्वास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ज्ञात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वचन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शेर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प्रलय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बनें</w:t>
      </w:r>
      <w:r w:rsidRPr="00733772">
        <w:t xml:space="preserve">, </w:t>
      </w:r>
      <w:r w:rsidRPr="00733772">
        <w:rPr>
          <w:rFonts w:hint="cs"/>
          <w:cs/>
        </w:rPr>
        <w:t>जिस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खजूर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गुठली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सवाद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आज़िब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वैचारिक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हदीसों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संकेत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t xml:space="preserve">,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पढ़ते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अनुसरण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आत्मा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तौबा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स्वीकार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दयालु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पाते।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शब्दों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पापों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माध्यम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मध्यस्थ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बताता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फ़रूद्दीन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तफ़सीरे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कश्शाफ़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संबंध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क्षमा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याचना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की।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उद्देश्य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असीन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अनदेखे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वास्तविकता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उतरती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बीच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प्रतिनिधि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श्रेष्ठ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होगी।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जबकि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रद्द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?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तैमिया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औचित्य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सूचक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विषय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पहुंच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सूरए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t>64</w:t>
      </w:r>
      <w:r w:rsidRPr="00733772">
        <w:rPr>
          <w:rFonts w:hint="cs"/>
          <w:cs/>
        </w:rPr>
        <w:t>वीं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शिफ़ाअत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संभव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t xml:space="preserve">?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स्पष्ट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? </w:t>
      </w:r>
      <w:r w:rsidRPr="00733772">
        <w:rPr>
          <w:rFonts w:hint="cs"/>
          <w:cs/>
        </w:rPr>
        <w:t>यदि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लाभान्वित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हों</w:t>
      </w:r>
      <w:r w:rsidRPr="00733772">
        <w:t xml:space="preserve">,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मांग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करें।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सलफ़ियों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सदैव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विरोधाभास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निशानी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संप्रदाय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तर्क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कमज़ोर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</w:p>
    <w:p w:rsidR="00733772" w:rsidRPr="00733772" w:rsidRDefault="00733772" w:rsidP="00C91B27">
      <w:pPr>
        <w:pStyle w:val="Heading1"/>
      </w:pPr>
      <w:bookmarkStart w:id="18" w:name="_Toc454877613"/>
      <w:r w:rsidRPr="00733772">
        <w:rPr>
          <w:rFonts w:hint="cs"/>
          <w:cs/>
        </w:rPr>
        <w:lastRenderedPageBreak/>
        <w:t>वहाबियत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जंगलीपन</w:t>
      </w:r>
      <w:bookmarkEnd w:id="18"/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हिंसा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निर्दयता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दौरान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विद्वानों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फांसी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चढ़ा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प्रत्येक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धार्मिक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यातनाओं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डराया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>-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गांव</w:t>
      </w:r>
      <w:r w:rsidRPr="00733772">
        <w:rPr>
          <w:cs/>
        </w:rPr>
        <w:t>-</w:t>
      </w:r>
      <w:r w:rsidRPr="00733772">
        <w:rPr>
          <w:rFonts w:hint="cs"/>
          <w:cs/>
        </w:rPr>
        <w:t>गांव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ढ़िढोंरा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पीट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पीट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प्रविष्ट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जाओ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व्यापक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छत्रछाया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नौसेना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प्रशिक्षण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केन्द्र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अय्यूब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सबूरी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क़बीलों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सरदारों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भाषण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आबादियों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सिखाना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व्यवहारिक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समुदाय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विवश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सुन्नते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नबवी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शरीअते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चरित्र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अनुसरण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दावा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lastRenderedPageBreak/>
        <w:t>विशेषकर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प्रसिद्ध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बिल्कुल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छोड़ेंगे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जीवित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</w:t>
      </w:r>
      <w:r w:rsidRPr="00733772">
        <w:t xml:space="preserve">, </w:t>
      </w:r>
      <w:r w:rsidRPr="00733772">
        <w:rPr>
          <w:rFonts w:hint="cs"/>
          <w:cs/>
        </w:rPr>
        <w:t>हमारे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अनुयायी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पाएंगे।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पहले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सफाया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प्रस्तुत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t xml:space="preserve">,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अतिग्रहण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उपमहाद्वीप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दूसरे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महत्त्वपूर्ण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बुशर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स्वयं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तारीख़े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पुस्तक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t xml:space="preserve">, </w:t>
      </w:r>
      <w:r w:rsidRPr="00733772">
        <w:rPr>
          <w:rFonts w:hint="cs"/>
          <w:cs/>
        </w:rPr>
        <w:t>बीस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अधिक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निकला।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परिवेष्टन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विवश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पराजय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लौटे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मुख्य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ईरान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स्थिति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हाथों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छुड़ाने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सुनहरा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अवसर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ग़ालिब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t xml:space="preserve">,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आक्रमण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t xml:space="preserve">, </w:t>
      </w:r>
      <w:r w:rsidRPr="00733772">
        <w:rPr>
          <w:rFonts w:hint="cs"/>
          <w:cs/>
        </w:rPr>
        <w:t>जद्दह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सहयोग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संख्या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सैनिकों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सैनिक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गोलों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लैस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छोटी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पराजित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विजय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बावजूद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यथावत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प्रयास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रखे।</w:t>
      </w:r>
      <w:r w:rsidRPr="00733772">
        <w:rPr>
          <w:cs/>
        </w:rPr>
        <w:t xml:space="preserve">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t>1804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आदेशानुसार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शक्तिशाली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समझा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t xml:space="preserve">,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पुनः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परिवेष्टन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अत्याचार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यहां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मक्कावासी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भूख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आदेशानुसार</w:t>
      </w:r>
      <w:r w:rsidRPr="00733772">
        <w:t xml:space="preserve">,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जितने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</w:t>
      </w:r>
      <w:r w:rsidRPr="00733772">
        <w:t xml:space="preserve">, </w:t>
      </w:r>
      <w:r w:rsidRPr="00733772">
        <w:rPr>
          <w:rFonts w:hint="cs"/>
          <w:cs/>
        </w:rPr>
        <w:t>सबकी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हत्या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बच्चे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गलियों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पड़े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शरीफ़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ग़ालिब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अतिरिक्त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t xml:space="preserve">,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t>1805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संधि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इतिहासकारों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संदर्भ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पालन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वर्चस्व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अच्छा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व्यवहार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धर्मगुरूओं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उपहार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रक्षा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करे।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द्वारा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पुनः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अतिग्रहण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इराक़ी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तीर्थयात्रियों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t xml:space="preserve">, </w:t>
      </w:r>
      <w:r w:rsidRPr="00733772">
        <w:rPr>
          <w:rFonts w:hint="cs"/>
          <w:cs/>
        </w:rPr>
        <w:t>वर्तमान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शामवासियों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आध्यात्मिक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मानवीय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संस्कारों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रोक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अतिग्रहण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सोचा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परिवेष्टन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हिंसाओं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अवगत</w:t>
      </w:r>
      <w:r w:rsidRPr="00733772">
        <w:t xml:space="preserve">, </w:t>
      </w:r>
      <w:r w:rsidRPr="00733772">
        <w:rPr>
          <w:rFonts w:hint="cs"/>
          <w:cs/>
        </w:rPr>
        <w:t>मदीनावासियों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मुक़ाबले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अंततः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t>1806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मौजूद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लूट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रसूले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रौज़े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सके।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पेटियों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रत्नों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चीज़ों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लूट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ज़मुर्रद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lastRenderedPageBreak/>
        <w:t>शमादान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मोमबत्ती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बदले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चमकने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प्रकाशमयी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t xml:space="preserve">, </w:t>
      </w:r>
      <w:r w:rsidRPr="00733772">
        <w:rPr>
          <w:rFonts w:hint="cs"/>
          <w:cs/>
        </w:rPr>
        <w:t>चुरा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सौ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तलवारों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चुरा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ग़ेलाफ़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सोने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याक़ूत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पत्थरों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सुसज्जित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जिनका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दस्ता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ज़मुर्रद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ज़बरजद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मूल्यवान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पत्थरों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मस्जिदुन्नबी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एकत्रित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बातों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आरंभ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मदीनावासियों</w:t>
      </w:r>
      <w:r w:rsidRPr="00733772">
        <w:t xml:space="preserve">, </w:t>
      </w:r>
      <w:r w:rsidRPr="00733772">
        <w:rPr>
          <w:rFonts w:hint="cs"/>
          <w:cs/>
        </w:rPr>
        <w:t>आज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हमने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तुम्हारे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क़ानून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परिपूर्ण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विभूतियों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तृप्त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</w:t>
      </w:r>
      <w:r w:rsidRPr="00733772">
        <w:t xml:space="preserve">, </w:t>
      </w:r>
      <w:r w:rsidRPr="00733772">
        <w:rPr>
          <w:rFonts w:hint="cs"/>
          <w:cs/>
        </w:rPr>
        <w:t>ईश्वर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तुम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राज़ी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प्रसन्न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t xml:space="preserve">, </w:t>
      </w:r>
      <w:r w:rsidRPr="00733772">
        <w:rPr>
          <w:rFonts w:hint="cs"/>
          <w:cs/>
        </w:rPr>
        <w:t>अब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पूर्वजों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दूर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भलाई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पूर्वजों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सलवात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बचो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क्योंकि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अनेकेश्वरवादी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विचारधरा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शिरक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हैं।</w:t>
      </w: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चढ़ाइयों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नरसंहार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भीषण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हिंसाओं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कांपते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थे।</w:t>
      </w:r>
      <w:r w:rsidRPr="00733772">
        <w:rPr>
          <w:cs/>
        </w:rPr>
        <w:t xml:space="preserve"> </w:t>
      </w:r>
    </w:p>
    <w:p w:rsidR="00733772" w:rsidRPr="00733772" w:rsidRDefault="00733772" w:rsidP="00733772">
      <w:pPr>
        <w:pStyle w:val="libNormal"/>
      </w:pPr>
    </w:p>
    <w:p w:rsidR="00733772" w:rsidRDefault="00733772" w:rsidP="00733772">
      <w:pPr>
        <w:pStyle w:val="libNormal"/>
        <w:rPr>
          <w:rFonts w:hint="cs"/>
          <w:lang w:bidi="hi-IN"/>
        </w:rPr>
      </w:pPr>
      <w:r w:rsidRPr="00733772">
        <w:rPr>
          <w:rFonts w:hint="cs"/>
          <w:cs/>
        </w:rPr>
        <w:lastRenderedPageBreak/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ज़ियारत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लिए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यात्रा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साहस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t xml:space="preserve">,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इच्छानुसार</w:t>
      </w:r>
      <w:r w:rsidRPr="00733772">
        <w:t xml:space="preserve">,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मदीने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पवित्र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जन्नतुल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बक़ीअ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क़ब्रिस्तान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ध्वस्त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हिजाज़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औपचारिकता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चाहते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t xml:space="preserve">, </w:t>
      </w:r>
      <w:r w:rsidRPr="00733772">
        <w:rPr>
          <w:rFonts w:hint="cs"/>
          <w:cs/>
        </w:rPr>
        <w:t>अज़ान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पैग़म्बरे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सलल्लाहो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अलैह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सल्लम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सलवात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हटा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हेजाज़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प्रतिष्ठित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पथभ्रष्ट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ज़ोरज़बरदस्तियों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सहन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साहस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रखते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थे</w:t>
      </w:r>
      <w:r w:rsidRPr="00733772">
        <w:t xml:space="preserve">, </w:t>
      </w:r>
      <w:r w:rsidRPr="00733772">
        <w:rPr>
          <w:rFonts w:hint="cs"/>
          <w:cs/>
        </w:rPr>
        <w:t>सबसे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उच्चाधिकारी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अर्थात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लिखकर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प्रतिदिन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बढ़ती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ख़तरों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सचेत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उन्होंने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केवल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सीमित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रहेगा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बल्कि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इरादा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मुसलमानों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वर्चस्व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जमाना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पूरे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</w:p>
    <w:p w:rsidR="00C91B27" w:rsidRPr="00733772" w:rsidRDefault="00C91B27" w:rsidP="00733772">
      <w:pPr>
        <w:pStyle w:val="libNormal"/>
        <w:rPr>
          <w:lang w:bidi="hi-IN"/>
        </w:rPr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हेजाज़</w:t>
      </w:r>
      <w:r w:rsidRPr="00733772">
        <w:t xml:space="preserve">, </w:t>
      </w:r>
      <w:r w:rsidRPr="00733772">
        <w:rPr>
          <w:rFonts w:hint="cs"/>
          <w:cs/>
        </w:rPr>
        <w:t>यमन</w:t>
      </w:r>
      <w:r w:rsidRPr="00733772">
        <w:t xml:space="preserve">, </w:t>
      </w:r>
      <w:r w:rsidRPr="00733772">
        <w:rPr>
          <w:rFonts w:hint="cs"/>
          <w:cs/>
        </w:rPr>
        <w:t>मिस्र</w:t>
      </w:r>
      <w:r w:rsidRPr="00733772">
        <w:t xml:space="preserve">, </w:t>
      </w:r>
      <w:r w:rsidRPr="00733772">
        <w:rPr>
          <w:rFonts w:hint="cs"/>
          <w:cs/>
        </w:rPr>
        <w:t>फ़िलिस्तीन</w:t>
      </w:r>
      <w:r w:rsidRPr="00733772">
        <w:t xml:space="preserve">, </w:t>
      </w:r>
      <w:r w:rsidRPr="00733772">
        <w:rPr>
          <w:rFonts w:hint="cs"/>
          <w:cs/>
        </w:rPr>
        <w:t>सीरिया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इराक़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जैसी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यह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t>66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वर्ष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दिरइये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स्थान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कैंसर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ग्रस्त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जगह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बैठा।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ओज्ञ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लैस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पराजित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चंगुल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t xml:space="preserve">, </w:t>
      </w:r>
      <w:r w:rsidRPr="00733772">
        <w:rPr>
          <w:rFonts w:hint="cs"/>
          <w:cs/>
        </w:rPr>
        <w:t>मदीने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ताएफ़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स्वतंत्र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युद्धों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कमान्डरों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गिरफ़्तार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राजधानी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इस्तांबोल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विजय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जनता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ख़ुशियां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समारोहों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आयोजन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किन्तु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शैतानी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अभी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समुद्री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मार्ग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सेना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हेजाज़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भेजी।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सैन्य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छावनी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बनाई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मक्के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देश</w:t>
      </w:r>
      <w:r w:rsidRPr="00733772">
        <w:rPr>
          <w:cs/>
        </w:rPr>
        <w:t xml:space="preserve">  </w:t>
      </w:r>
      <w:r w:rsidRPr="00733772">
        <w:rPr>
          <w:rFonts w:hint="cs"/>
          <w:cs/>
        </w:rPr>
        <w:t>निकाला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ज़ब्त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लौट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अपनी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व्यक्ति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लैस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ओर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भेजा।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lastRenderedPageBreak/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केन्द्र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दिरइये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परिवेष्टन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मुक़ाबले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कड़ा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प्रतिरोध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तोप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गर्म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हथियारों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लैस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दिरइये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क़ब्ज़ा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गिरफ़्तार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निकटवर्तियों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भेज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बाज़ारों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उन्हें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मृत्युदंड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अब्दुल्लाह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तत्कालीन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साथियों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विभिन्न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इस्लामी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जगहों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समारोहों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आयोजन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ख़ुशियां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मनाई।</w:t>
      </w:r>
    </w:p>
    <w:p w:rsidR="00733772" w:rsidRPr="00733772" w:rsidRDefault="00733772" w:rsidP="00733772">
      <w:pPr>
        <w:pStyle w:val="libNormal"/>
      </w:pPr>
    </w:p>
    <w:p w:rsidR="00733772" w:rsidRPr="00733772" w:rsidRDefault="00733772" w:rsidP="00733772">
      <w:pPr>
        <w:pStyle w:val="libNormal"/>
      </w:pP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लगभग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नौ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महीने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दिरइये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वासियों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ख़ाली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कराने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नगर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बर्बाद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इब्राहीम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इब्ने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अब्दुलवह्हाब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आले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पौत्रों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मरवा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ताकि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फिर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ख़तरनाक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रहे।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बाद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हेजाज़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उस्मानी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सफलताओं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श्रेय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शासक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मुहम्मद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अली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पाशा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जाता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है।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प्रकार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t>1818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दमन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हुआ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लगभग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एक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शताब्दी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तक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वाला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नहीं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</w:p>
    <w:p w:rsidR="00C91B27" w:rsidRDefault="00733772" w:rsidP="00733772">
      <w:pPr>
        <w:pStyle w:val="libNormal"/>
        <w:rPr>
          <w:cs/>
        </w:rPr>
      </w:pPr>
      <w:r w:rsidRPr="00733772">
        <w:rPr>
          <w:rFonts w:hint="cs"/>
          <w:cs/>
        </w:rPr>
        <w:lastRenderedPageBreak/>
        <w:t>सऊदी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अरब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नज्द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धरती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मिस्रियों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चढ़ाई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उल्लेखनीय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परिणाम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निकला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अब्दुल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अज़ीज़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उसके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पुत्र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सऊद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विस्तृत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देश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बिखर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बहुत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मारे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गये।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वहाबी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पंथ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निमंत्रण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पर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इस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भ्रष्ट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आस्था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थोपने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क्रम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रूक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और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वहाबियों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लेकर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लोगों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के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दिलों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में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जो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भय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था</w:t>
      </w:r>
      <w:r w:rsidRPr="00733772">
        <w:t xml:space="preserve">, </w:t>
      </w:r>
      <w:r w:rsidRPr="00733772">
        <w:rPr>
          <w:rFonts w:hint="cs"/>
          <w:cs/>
        </w:rPr>
        <w:t>वह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समाप्त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हो</w:t>
      </w:r>
      <w:r w:rsidRPr="00733772">
        <w:rPr>
          <w:cs/>
        </w:rPr>
        <w:t xml:space="preserve"> </w:t>
      </w:r>
      <w:r w:rsidRPr="00733772">
        <w:rPr>
          <w:rFonts w:hint="cs"/>
          <w:cs/>
        </w:rPr>
        <w:t>गया।</w:t>
      </w:r>
    </w:p>
    <w:p w:rsidR="00C91B27" w:rsidRDefault="00C91B27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</w:rPr>
      </w:pPr>
      <w:r>
        <w:br w:type="page"/>
      </w:r>
    </w:p>
    <w:p w:rsidR="00C91B27" w:rsidRDefault="00C91B27">
      <w:pPr>
        <w:pStyle w:val="TOCHeading"/>
        <w:rPr>
          <w:cs/>
          <w:lang w:bidi="hi-IN"/>
        </w:rPr>
      </w:pPr>
      <w:bookmarkStart w:id="19" w:name="_Toc454877614"/>
      <w:r>
        <w:rPr>
          <w:rFonts w:hint="cs"/>
          <w:cs/>
          <w:lang w:bidi="hi-IN"/>
        </w:rPr>
        <w:lastRenderedPageBreak/>
        <w:t>विषयसूची</w:t>
      </w:r>
      <w:bookmarkEnd w:id="19"/>
    </w:p>
    <w:sdt>
      <w:sdtPr>
        <w:id w:val="4686954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C91B27" w:rsidRDefault="00C91B27" w:rsidP="00C91B27">
          <w:pPr>
            <w:pStyle w:val="Heading1"/>
          </w:pPr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77595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दर्पण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मे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596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597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598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599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0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1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2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012A77">
              <w:rPr>
                <w:rStyle w:val="Hyperlink"/>
                <w:noProof/>
              </w:rPr>
              <w:t>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3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4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5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6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त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िहास</w:t>
            </w:r>
            <w:r w:rsidRPr="00012A77">
              <w:rPr>
                <w:rStyle w:val="Hyperlink"/>
                <w:noProof/>
              </w:rPr>
              <w:t>-11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7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8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97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09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,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वास्तविकता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इतिहास</w:t>
            </w:r>
            <w:r w:rsidRPr="00012A77">
              <w:rPr>
                <w:rStyle w:val="Hyperlink"/>
                <w:noProof/>
              </w:rPr>
              <w:t>-14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10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उसकी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असलियत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11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मक़बरों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निर्माण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12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शिफ़ाअत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13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वहाबियत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012A77">
              <w:rPr>
                <w:rStyle w:val="Hyperlink"/>
                <w:noProof/>
              </w:rPr>
              <w:t xml:space="preserve"> </w:t>
            </w:r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जंगलीपन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Default="00C91B2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54877614" w:history="1">
            <w:r w:rsidRPr="00012A77">
              <w:rPr>
                <w:rStyle w:val="Hyperlink"/>
                <w:rFonts w:cs="Mangal" w:hint="cs"/>
                <w:noProof/>
                <w:cs/>
                <w:lang w:bidi="hi-IN"/>
              </w:rPr>
              <w:t>विषयसूची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_Toc454877614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F4F50"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91B27" w:rsidRPr="00007817" w:rsidRDefault="00C91B27" w:rsidP="00C91B27">
          <w:pPr>
            <w:rPr>
              <w:cs/>
            </w:rPr>
          </w:pPr>
          <w:r>
            <w:fldChar w:fldCharType="end"/>
          </w:r>
        </w:p>
      </w:sdtContent>
    </w:sdt>
    <w:sectPr w:rsidR="00C91B27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08E" w:rsidRDefault="002D608E" w:rsidP="008B7801">
      <w:pPr>
        <w:spacing w:after="0" w:line="240" w:lineRule="auto"/>
      </w:pPr>
      <w:r>
        <w:separator/>
      </w:r>
    </w:p>
  </w:endnote>
  <w:endnote w:type="continuationSeparator" w:id="0">
    <w:p w:rsidR="002D608E" w:rsidRDefault="002D608E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BCB" w:rsidRDefault="00E8391F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="00E21BCB"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0F4F50">
      <w:rPr>
        <w:rFonts w:ascii="SutonnyMJ" w:hAnsi="SutonnyMJ" w:cs="SutonnyMJ"/>
        <w:noProof/>
      </w:rPr>
      <w:t>151</w:t>
    </w:r>
    <w:r w:rsidRPr="00AA7385">
      <w:rPr>
        <w:rFonts w:ascii="SutonnyMJ" w:hAnsi="SutonnyMJ" w:cs="SutonnyMJ"/>
      </w:rPr>
      <w:fldChar w:fldCharType="end"/>
    </w:r>
  </w:p>
  <w:p w:rsidR="00E21BCB" w:rsidRDefault="00E21B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08E" w:rsidRDefault="002D608E" w:rsidP="008B7801">
      <w:pPr>
        <w:spacing w:after="0" w:line="240" w:lineRule="auto"/>
      </w:pPr>
      <w:r>
        <w:separator/>
      </w:r>
    </w:p>
  </w:footnote>
  <w:footnote w:type="continuationSeparator" w:id="0">
    <w:p w:rsidR="002D608E" w:rsidRDefault="002D608E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C91B27"/>
    <w:rsid w:val="00007817"/>
    <w:rsid w:val="00017F8E"/>
    <w:rsid w:val="00043999"/>
    <w:rsid w:val="000451DA"/>
    <w:rsid w:val="000A16E2"/>
    <w:rsid w:val="000D0FC8"/>
    <w:rsid w:val="000D641E"/>
    <w:rsid w:val="000F4F50"/>
    <w:rsid w:val="00137658"/>
    <w:rsid w:val="0016774F"/>
    <w:rsid w:val="001A3437"/>
    <w:rsid w:val="00235071"/>
    <w:rsid w:val="00275890"/>
    <w:rsid w:val="0028094A"/>
    <w:rsid w:val="0028663A"/>
    <w:rsid w:val="00292BC3"/>
    <w:rsid w:val="00296130"/>
    <w:rsid w:val="002B709B"/>
    <w:rsid w:val="002D15B8"/>
    <w:rsid w:val="002D608E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772"/>
    <w:rsid w:val="00733E6E"/>
    <w:rsid w:val="0075520E"/>
    <w:rsid w:val="007719FE"/>
    <w:rsid w:val="00776659"/>
    <w:rsid w:val="007B649B"/>
    <w:rsid w:val="007D0C93"/>
    <w:rsid w:val="007E3A6A"/>
    <w:rsid w:val="00840C16"/>
    <w:rsid w:val="00870944"/>
    <w:rsid w:val="008715EA"/>
    <w:rsid w:val="008A5A1E"/>
    <w:rsid w:val="008B7801"/>
    <w:rsid w:val="008C77D1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91B27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21BCB"/>
    <w:rsid w:val="00E2613F"/>
    <w:rsid w:val="00E30987"/>
    <w:rsid w:val="00E32589"/>
    <w:rsid w:val="00E400A5"/>
    <w:rsid w:val="00E52113"/>
    <w:rsid w:val="00E8391F"/>
    <w:rsid w:val="00E84EB1"/>
    <w:rsid w:val="00E9343A"/>
    <w:rsid w:val="00EB1BF3"/>
    <w:rsid w:val="00EC4B61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B65FD-CAA0-4BD7-A23C-6BAD2B9E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32</TotalTime>
  <Pages>151</Pages>
  <Words>23810</Words>
  <Characters>135721</Characters>
  <Application>Microsoft Office Word</Application>
  <DocSecurity>0</DocSecurity>
  <Lines>1131</Lines>
  <Paragraphs>318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159213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3</cp:revision>
  <cp:lastPrinted>2016-06-28T07:15:00Z</cp:lastPrinted>
  <dcterms:created xsi:type="dcterms:W3CDTF">2016-06-28T06:44:00Z</dcterms:created>
  <dcterms:modified xsi:type="dcterms:W3CDTF">2016-06-28T07:16:00Z</dcterms:modified>
</cp:coreProperties>
</file>