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78" w:rsidRDefault="00603E78" w:rsidP="008C6F26">
      <w:pPr>
        <w:pStyle w:val="Heading1Center"/>
      </w:pPr>
      <w:bookmarkStart w:id="0" w:name="_Toc387322560"/>
      <w:bookmarkStart w:id="1" w:name="_GoBack"/>
      <w:bookmarkEnd w:id="1"/>
      <w:r>
        <w:rPr>
          <w:rFonts w:hint="cs"/>
          <w:cs/>
          <w:lang w:bidi="hi-IN"/>
        </w:rPr>
        <w:t>इस्लाम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सम्प्रदाय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संक्षिप्त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परिचय</w:t>
      </w:r>
      <w:bookmarkEnd w:id="0"/>
      <w:r>
        <w:br w:type="page"/>
      </w:r>
    </w:p>
    <w:p w:rsidR="00603E78" w:rsidRDefault="00603E78" w:rsidP="008C6F26">
      <w:pPr>
        <w:pStyle w:val="Heading1"/>
      </w:pPr>
      <w:bookmarkStart w:id="2" w:name="_Toc387322561"/>
      <w:r>
        <w:rPr>
          <w:rFonts w:hint="cs"/>
          <w:cs/>
          <w:lang w:bidi="hi-IN"/>
        </w:rPr>
        <w:lastRenderedPageBreak/>
        <w:t>प्रस्तावना</w:t>
      </w:r>
      <w:bookmarkEnd w:id="2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संस्कृति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शताब्दी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बुद्धि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बौद्धिक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t xml:space="preserve">, </w:t>
      </w:r>
      <w:r>
        <w:rPr>
          <w:rFonts w:hint="cs"/>
          <w:cs/>
          <w:lang w:bidi="hi-IN"/>
        </w:rPr>
        <w:t>इसाई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तथाअनुयाईयों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द्वितीय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प्रारम्भिक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शताब्दी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शताब्दी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इक्कीसवी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शताब्दी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शताब्दी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आदरनीय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अच्छाइयाँ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सम्प्रदाय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603E78" w:rsidRDefault="00603E78" w:rsidP="008C6F26">
      <w:pPr>
        <w:pStyle w:val="Heading1"/>
      </w:pPr>
      <w:bookmarkStart w:id="3" w:name="_Toc387322562"/>
      <w:r>
        <w:rPr>
          <w:rFonts w:hint="cs"/>
          <w:cs/>
          <w:lang w:bidi="hi-IN"/>
        </w:rPr>
        <w:lastRenderedPageBreak/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bookmarkEnd w:id="3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शाब्दिक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समर्पण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समर्पित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अलइस्लाम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 xml:space="preserve">“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अललज़ीना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अस्साबिईना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अलयौमिल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अजरुहुम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रब्बिहिम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खौफ़ुन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यहज़नूना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—</w:t>
      </w:r>
      <w: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t xml:space="preserve">, </w:t>
      </w:r>
      <w:r>
        <w:rPr>
          <w:rFonts w:hint="cs"/>
          <w:cs/>
          <w:lang w:bidi="hi-IN"/>
        </w:rPr>
        <w:t>यहूदी</w:t>
      </w:r>
      <w:r>
        <w:t xml:space="preserve">, </w:t>
      </w:r>
      <w:r>
        <w:rPr>
          <w:rFonts w:hint="cs"/>
          <w:cs/>
          <w:lang w:bidi="hi-IN"/>
        </w:rPr>
        <w:t>ईसाइ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साबिईन</w:t>
      </w:r>
      <w:r>
        <w:rPr>
          <w:cs/>
          <w:lang w:bidi="hi-IN"/>
        </w:rPr>
        <w:t xml:space="preserve"> [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]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पुण्य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मिलेगा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समर्पण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क़ुऱाने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133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शुहदाआ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अलमौतु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लिबनीहि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तअबुदूना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नअबुदु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मुस्लीमून</w:t>
      </w:r>
      <w:proofErr w:type="gramStart"/>
      <w:r>
        <w:rPr>
          <w:rFonts w:hint="cs"/>
          <w:cs/>
          <w:lang w:bidi="hi-IN"/>
        </w:rPr>
        <w:t>ा</w:t>
      </w:r>
      <w:r>
        <w:rPr>
          <w:cs/>
          <w:lang w:bidi="hi-IN"/>
        </w:rPr>
        <w:t xml:space="preserve"> </w:t>
      </w:r>
      <w:r>
        <w:t>”</w:t>
      </w:r>
      <w:proofErr w:type="gramEnd"/>
      <w:r>
        <w:t xml:space="preserve"> 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—</w:t>
      </w:r>
      <w:r>
        <w:t xml:space="preserve">-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उपस्थित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lastRenderedPageBreak/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t xml:space="preserve">, </w:t>
      </w:r>
      <w:r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समर्पण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>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प्रमाणित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136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proofErr w:type="gramStart"/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क</w:t>
      </w:r>
      <w:proofErr w:type="gramEnd"/>
      <w:r>
        <w:rPr>
          <w:rFonts w:hint="cs"/>
          <w:cs/>
          <w:lang w:bidi="hi-IN"/>
        </w:rPr>
        <w:t>़ूलू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उन्ज़िला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उन्ज़िला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यअक़ूबा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अस्बाति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अन्नबीय्यूना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रब्बिहिम</w:t>
      </w:r>
      <w:r>
        <w:t xml:space="preserve">,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नुफ़र्रिक़ु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मुस्लिमूना।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—</w:t>
      </w:r>
      <w: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t xml:space="preserve">, </w:t>
      </w:r>
      <w:r>
        <w:rPr>
          <w:rFonts w:hint="cs"/>
          <w:cs/>
          <w:lang w:bidi="hi-IN"/>
        </w:rPr>
        <w:t>इस्माईल</w:t>
      </w:r>
      <w:r>
        <w:t xml:space="preserve">, </w:t>
      </w:r>
      <w:r>
        <w:rPr>
          <w:rFonts w:hint="cs"/>
          <w:cs/>
          <w:lang w:bidi="hi-IN"/>
        </w:rPr>
        <w:t>इस्हाक़</w:t>
      </w:r>
      <w:r>
        <w:t xml:space="preserve">,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समर्पण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t xml:space="preserve">,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दृष्टिकोण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03E78" w:rsidRDefault="00603E78" w:rsidP="008C6F26">
      <w:pPr>
        <w:pStyle w:val="libNormal"/>
      </w:pPr>
    </w:p>
    <w:p w:rsidR="00603E78" w:rsidRPr="00F92D25" w:rsidRDefault="00603E78" w:rsidP="00F92D25">
      <w:pPr>
        <w:pStyle w:val="Heading1"/>
      </w:pPr>
      <w:bookmarkStart w:id="4" w:name="_Toc387322563"/>
      <w:r w:rsidRPr="00F92D25">
        <w:rPr>
          <w:rFonts w:hint="cs"/>
          <w:cs/>
          <w:lang w:bidi="hi-IN"/>
        </w:rPr>
        <w:t>इस्लाम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वह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धर्म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है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जिसका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वादा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सभी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आसमानी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धर्मों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ने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किया</w:t>
      </w:r>
      <w:bookmarkEnd w:id="4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t>78</w:t>
      </w:r>
      <w:r>
        <w:rPr>
          <w:rFonts w:hint="cs"/>
          <w:cs/>
          <w:lang w:bidi="hi-IN"/>
        </w:rPr>
        <w:t>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 xml:space="preserve">“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फ़िल्लाहि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हक़्क़ा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जिहादिहि</w:t>
      </w:r>
      <w:r>
        <w:t xml:space="preserve">,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इजतबाकुम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फ़िद्दीनि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हरजिन</w:t>
      </w:r>
      <w:r>
        <w:t xml:space="preserve">, </w:t>
      </w:r>
      <w:r>
        <w:rPr>
          <w:rFonts w:hint="cs"/>
          <w:cs/>
          <w:lang w:bidi="hi-IN"/>
        </w:rPr>
        <w:t>मिल्लता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सम्माकुमुल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लियकूनुर्रसूलु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तकूनू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शुहदाअ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अलन्नासि</w:t>
      </w:r>
      <w:r>
        <w:t xml:space="preserve">, </w:t>
      </w:r>
      <w:r>
        <w:rPr>
          <w:rFonts w:hint="cs"/>
          <w:cs/>
          <w:lang w:bidi="hi-IN"/>
        </w:rPr>
        <w:t>फ़अक़िमुस्सलाता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आतुज़्ज़काता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आतसिमु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बिल्लाहि</w:t>
      </w:r>
      <w:r>
        <w:t xml:space="preserve">,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नेमन्नसीर।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—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स्थापरित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स्वामी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स्वामी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  <w:rPr>
          <w:lang w:bidi="hi-IN"/>
        </w:rPr>
      </w:pPr>
    </w:p>
    <w:p w:rsidR="00603E78" w:rsidRDefault="00603E78" w:rsidP="008C6F26">
      <w:pPr>
        <w:pStyle w:val="Heading1"/>
      </w:pPr>
      <w:bookmarkStart w:id="5" w:name="_Toc387322564"/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bookmarkEnd w:id="5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संविधान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अनंतकाल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नियुक्ति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सक्षम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प्रतिनिधियों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अनंतकाल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क़ियामत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प्रलय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 xml:space="preserve">, </w:t>
      </w:r>
      <w:r>
        <w:rPr>
          <w:rFonts w:hint="cs"/>
          <w:cs/>
          <w:lang w:bidi="hi-IN"/>
        </w:rPr>
        <w:t>भौतिक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  <w:rPr>
          <w:lang w:bidi="hi-IN"/>
        </w:rPr>
      </w:pPr>
    </w:p>
    <w:p w:rsidR="00603E78" w:rsidRDefault="00603E78" w:rsidP="008C6F26">
      <w:pPr>
        <w:pStyle w:val="Heading1"/>
      </w:pPr>
      <w:bookmarkStart w:id="6" w:name="_Toc387322565"/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शिक्षाऐं</w:t>
      </w:r>
      <w:bookmarkEnd w:id="6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विभाजित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हैक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एतिक़ादाती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सम्बंधित</w:t>
      </w:r>
      <w:r>
        <w:rPr>
          <w:cs/>
          <w:lang w:bidi="hi-IN"/>
        </w:rPr>
        <w:t>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ख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अखलाक़ियाती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सदाचार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सम्बंधित</w:t>
      </w:r>
      <w:r>
        <w:rPr>
          <w:cs/>
          <w:lang w:bidi="hi-IN"/>
        </w:rPr>
        <w:t>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ग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फ़िक़्ही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सम्बंधित</w:t>
      </w:r>
      <w:r>
        <w:rPr>
          <w:cs/>
          <w:lang w:bidi="hi-IN"/>
        </w:rPr>
        <w:t>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मुहकिमह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आस्थिक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फ़रिज़ाए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सदाचारिक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क़ाइमह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फ़िक़्ह</w:t>
      </w:r>
      <w:r>
        <w:rPr>
          <w:cs/>
          <w:lang w:bidi="hi-IN"/>
        </w:rPr>
        <w:t xml:space="preserve"> =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निर्देश</w:t>
      </w:r>
      <w:r>
        <w:rPr>
          <w:cs/>
          <w:lang w:bidi="hi-IN"/>
        </w:rPr>
        <w:t>)</w:t>
      </w:r>
    </w:p>
    <w:p w:rsidR="00603E78" w:rsidRDefault="00603E78" w:rsidP="008C6F26">
      <w:pPr>
        <w:pStyle w:val="libNormal"/>
      </w:pPr>
    </w:p>
    <w:p w:rsidR="00603E78" w:rsidRDefault="00603E78" w:rsidP="00525827">
      <w:pPr>
        <w:pStyle w:val="libFootnote"/>
      </w:pPr>
      <w:r>
        <w:t>[</w:t>
      </w:r>
      <w:r>
        <w:rPr>
          <w:rFonts w:hint="cs"/>
          <w:cs/>
          <w:lang w:bidi="hi-IN"/>
        </w:rPr>
        <w:t>उसूले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t>1/32]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proofErr w:type="gramStart"/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एत</w:t>
      </w:r>
      <w:proofErr w:type="gramEnd"/>
      <w:r>
        <w:rPr>
          <w:rFonts w:hint="cs"/>
          <w:cs/>
          <w:lang w:bidi="hi-IN"/>
        </w:rPr>
        <w:t>िक़ादात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आस्थाऐं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आस्थाऐं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अद्वैतवाद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इश्वरवादिता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ख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नबीयों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प्रतिनिधियों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ग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परलोकिय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="006B012D">
        <w:rPr>
          <w:rFonts w:hint="cs"/>
          <w:cs/>
          <w:lang w:bidi="hi-IN"/>
        </w:rPr>
        <w:t>विश्</w:t>
      </w:r>
      <w:r>
        <w:rPr>
          <w:rFonts w:hint="cs"/>
          <w:cs/>
          <w:lang w:bidi="hi-IN"/>
        </w:rPr>
        <w:t>वास।</w:t>
      </w:r>
    </w:p>
    <w:p w:rsidR="00603E78" w:rsidRDefault="00603E78" w:rsidP="008C6F26">
      <w:pPr>
        <w:pStyle w:val="libNormal"/>
        <w:rPr>
          <w:lang w:bidi="hi-IN"/>
        </w:rPr>
      </w:pPr>
    </w:p>
    <w:p w:rsidR="00603E78" w:rsidRDefault="00603E78" w:rsidP="008C6F26">
      <w:pPr>
        <w:pStyle w:val="libNormal"/>
        <w:rPr>
          <w:lang w:bidi="hi-IN"/>
        </w:rPr>
      </w:pPr>
    </w:p>
    <w:p w:rsidR="00603E78" w:rsidRDefault="00603E78" w:rsidP="008C6F26">
      <w:pPr>
        <w:pStyle w:val="Heading2"/>
      </w:pPr>
      <w:bookmarkStart w:id="7" w:name="_Toc387322566"/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अद्वैतवाद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इश्वरवाद</w:t>
      </w:r>
      <w:r>
        <w:rPr>
          <w:cs/>
          <w:lang w:bidi="hi-IN"/>
        </w:rPr>
        <w:t>)</w:t>
      </w:r>
      <w:bookmarkEnd w:id="7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उतपत्ति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ख़लक़्तुल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लियअबुदूना।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उतपत्ति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उतपत्ति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अद्वैतवाद</w:t>
      </w:r>
      <w:r>
        <w:rPr>
          <w:cs/>
          <w:lang w:bidi="hi-IN"/>
        </w:rPr>
        <w:t>[</w:t>
      </w:r>
      <w:r>
        <w:t xml:space="preserve">1]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समर्थक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रबूबियत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तकवीनी</w:t>
      </w:r>
      <w:r>
        <w:rPr>
          <w:cs/>
          <w:lang w:bidi="hi-IN"/>
        </w:rPr>
        <w:t>[</w:t>
      </w:r>
      <w:r>
        <w:t xml:space="preserve">2]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रबूबियत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तशरीई</w:t>
      </w:r>
      <w:r>
        <w:rPr>
          <w:cs/>
          <w:lang w:bidi="hi-IN"/>
        </w:rPr>
        <w:t>[</w:t>
      </w:r>
      <w:r>
        <w:t xml:space="preserve">3]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अद्वैतवाद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समर्थक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रबूबियते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काऱण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संचालन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निर्देशो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प्रतिनिधि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प्रतिनिधियों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  <w:rPr>
          <w:lang w:bidi="hi-IN"/>
        </w:rPr>
      </w:pPr>
    </w:p>
    <w:p w:rsidR="00603E78" w:rsidRDefault="00603E78" w:rsidP="008C6F26">
      <w:pPr>
        <w:pStyle w:val="Heading2"/>
      </w:pPr>
      <w:bookmarkStart w:id="8" w:name="_Toc387322567"/>
      <w:r>
        <w:rPr>
          <w:rFonts w:hint="cs"/>
          <w:cs/>
          <w:lang w:bidi="hi-IN"/>
        </w:rPr>
        <w:t>ख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नबूवत</w:t>
      </w:r>
      <w:bookmarkEnd w:id="8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इलहाम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विधान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संदेशों</w:t>
      </w:r>
      <w:r>
        <w:rPr>
          <w:cs/>
          <w:lang w:bidi="hi-IN"/>
        </w:rPr>
        <w:t xml:space="preserve"> 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इस्लाम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प्रत्य़क्ष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नज़्ज़लना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अज़्ज़िक्रा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लहाफ़िज़ून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इतिहास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साक्षी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नबीयों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त्रुटी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खण्डन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यनतिक़ु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यूहा।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कल्याण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>-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proofErr w:type="gramStart"/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व</w:t>
      </w:r>
      <w:proofErr w:type="gramEnd"/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अनज़लल्लाहु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अल्लमका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तअलम</w:t>
      </w:r>
      <w:r>
        <w:t xml:space="preserve">,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फ़ज़लुल्लाहि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अज़ीमन।</w:t>
      </w:r>
      <w:r>
        <w:rPr>
          <w:cs/>
          <w:lang w:bidi="hi-IN"/>
        </w:rPr>
        <w:t xml:space="preserve"> </w:t>
      </w:r>
      <w: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—</w:t>
      </w:r>
      <w: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बुद्धिमत्ता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अनुकम्पा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</w:rPr>
        <w:t>–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लक़द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अनज़लना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इलैकुम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</w:t>
      </w:r>
      <w:r>
        <w:t xml:space="preserve">, </w:t>
      </w:r>
      <w:r>
        <w:rPr>
          <w:rFonts w:hint="cs"/>
          <w:cs/>
          <w:lang w:bidi="hi-IN"/>
        </w:rPr>
        <w:t>अफ़ला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तअक़िलून।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मनुष्यों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सम्बंधित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151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यतलू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युज़क्किकुम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युअल्लिमुकुमुल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युअल्लिमुकुम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तकुनू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तअलमून।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मत्ता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संतोष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अन्तर्गत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120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</w:rPr>
        <w:t>—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नक़ुस्सु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अम्बाइर्रुसुलि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तुसब्बितु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फ़ुआदका।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पराचीन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संतोष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अन्तर्गत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अक़ाईद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आस्था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अख़लाक़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सदाचार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फ़िक़्ह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निर्देश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अनुकम्पा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अलइसरा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proofErr w:type="gramStart"/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लक</w:t>
      </w:r>
      <w:proofErr w:type="gramEnd"/>
      <w:r>
        <w:rPr>
          <w:rFonts w:hint="cs"/>
          <w:cs/>
          <w:lang w:bidi="hi-IN"/>
        </w:rPr>
        <w:t>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कर्रमना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हमलनाहुम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रज़क़नाहुम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मिनत्तय्यिबाति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फ़ज़्ज़लनाहुम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ख़लक़ना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तफ़ज़ीलन।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वरीयता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श्रेष्ठ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1-5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ख़लक़</w:t>
      </w:r>
      <w:r>
        <w:rPr>
          <w:cs/>
          <w:lang w:bidi="hi-IN"/>
        </w:rPr>
        <w:t xml:space="preserve"> * </w:t>
      </w:r>
      <w:r>
        <w:rPr>
          <w:rFonts w:hint="cs"/>
          <w:cs/>
          <w:lang w:bidi="hi-IN"/>
        </w:rPr>
        <w:t>ख़लाक़ल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अलक़</w:t>
      </w:r>
      <w:r>
        <w:rPr>
          <w:cs/>
          <w:lang w:bidi="hi-IN"/>
        </w:rPr>
        <w:t xml:space="preserve"> *</w:t>
      </w:r>
      <w:r>
        <w:rPr>
          <w:rFonts w:hint="cs"/>
          <w:cs/>
          <w:lang w:bidi="hi-IN"/>
        </w:rPr>
        <w:t>इक़रा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रब्बुकल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* </w:t>
      </w:r>
      <w:r>
        <w:rPr>
          <w:rFonts w:hint="cs"/>
          <w:cs/>
          <w:lang w:bidi="hi-IN"/>
        </w:rPr>
        <w:t>अल्लज़ी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* </w:t>
      </w:r>
      <w:r>
        <w:rPr>
          <w:rFonts w:hint="cs"/>
          <w:cs/>
          <w:lang w:bidi="hi-IN"/>
        </w:rPr>
        <w:t>अल्लमल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याअलम।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दयालु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लेखनी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मूर्खता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घमंड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प्रधानता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सम्बंधित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उपरोक्त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</w:rPr>
        <w:t>—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कल्ला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लयतग़ा</w:t>
      </w:r>
      <w:r>
        <w:rPr>
          <w:cs/>
          <w:lang w:bidi="hi-IN"/>
        </w:rPr>
        <w:t xml:space="preserve"> *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इसतग़ना</w:t>
      </w:r>
      <w:r>
        <w:rPr>
          <w:cs/>
          <w:lang w:bidi="hi-IN"/>
        </w:rPr>
        <w:t xml:space="preserve"> </w:t>
      </w:r>
      <w:proofErr w:type="gramStart"/>
      <w:r>
        <w:rPr>
          <w:cs/>
          <w:lang w:bidi="hi-IN"/>
        </w:rPr>
        <w:t xml:space="preserve">* </w:t>
      </w:r>
      <w:r>
        <w:t>”</w:t>
      </w:r>
      <w:proofErr w:type="gramEnd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निःसन्देह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03E78" w:rsidRDefault="00603E78" w:rsidP="008C6F26">
      <w:pPr>
        <w:pStyle w:val="libNormal"/>
      </w:pPr>
    </w:p>
    <w:p w:rsidR="00525827" w:rsidRDefault="00603E78" w:rsidP="008C6F26">
      <w:pPr>
        <w:pStyle w:val="libNormal"/>
        <w:rPr>
          <w:lang w:bidi="hi-IN"/>
        </w:rPr>
      </w:pPr>
      <w:proofErr w:type="gramStart"/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इन</w:t>
      </w:r>
      <w:proofErr w:type="gramEnd"/>
      <w:r>
        <w:rPr>
          <w:rFonts w:hint="cs"/>
          <w:cs/>
          <w:lang w:bidi="hi-IN"/>
        </w:rPr>
        <w:t>्नहु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ज़लूमन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जहूलान</w:t>
      </w:r>
      <w:r>
        <w:rPr>
          <w:cs/>
          <w:lang w:bidi="hi-IN"/>
        </w:rPr>
        <w:t xml:space="preserve"> </w:t>
      </w:r>
      <w:r>
        <w:t xml:space="preserve">” </w:t>
      </w:r>
    </w:p>
    <w:p w:rsidR="00603E78" w:rsidRDefault="00603E78" w:rsidP="008C6F26">
      <w:pPr>
        <w:pStyle w:val="libNormal"/>
      </w:pPr>
      <w:r w:rsidRPr="00525827">
        <w:rPr>
          <w:rStyle w:val="libFootnoteChar"/>
        </w:rPr>
        <w:t>(</w:t>
      </w:r>
      <w:r w:rsidRPr="00525827">
        <w:rPr>
          <w:rStyle w:val="libFootnoteChar"/>
          <w:rFonts w:hint="cs"/>
          <w:cs/>
          <w:lang w:bidi="hi-IN"/>
        </w:rPr>
        <w:t>सूरए</w:t>
      </w:r>
      <w:r w:rsidRPr="00525827">
        <w:rPr>
          <w:rStyle w:val="libFootnoteChar"/>
          <w:rtl/>
          <w:cs/>
        </w:rPr>
        <w:t xml:space="preserve"> </w:t>
      </w:r>
      <w:r w:rsidRPr="00525827">
        <w:rPr>
          <w:rStyle w:val="libFootnoteChar"/>
          <w:rFonts w:hint="cs"/>
          <w:cs/>
          <w:lang w:bidi="hi-IN"/>
        </w:rPr>
        <w:t>अहज़ाब</w:t>
      </w:r>
      <w:r w:rsidRPr="00525827">
        <w:rPr>
          <w:rStyle w:val="libFootnoteChar"/>
          <w:rtl/>
          <w:cs/>
        </w:rPr>
        <w:t xml:space="preserve"> </w:t>
      </w:r>
      <w:r w:rsidRPr="00525827">
        <w:rPr>
          <w:rStyle w:val="libFootnoteChar"/>
          <w:rFonts w:hint="cs"/>
          <w:cs/>
          <w:lang w:bidi="hi-IN"/>
        </w:rPr>
        <w:t>आयत</w:t>
      </w:r>
      <w:r w:rsidRPr="00525827">
        <w:rPr>
          <w:rStyle w:val="libFootnoteChar"/>
          <w:rtl/>
          <w:cs/>
        </w:rPr>
        <w:t xml:space="preserve"> </w:t>
      </w:r>
      <w:r w:rsidRPr="00525827">
        <w:rPr>
          <w:rStyle w:val="libFootnoteChar"/>
          <w:rFonts w:hint="cs"/>
          <w:cs/>
          <w:lang w:bidi="hi-IN"/>
        </w:rPr>
        <w:t>न</w:t>
      </w:r>
      <w:r w:rsidRPr="00525827">
        <w:rPr>
          <w:rStyle w:val="libFootnoteChar"/>
          <w:rtl/>
          <w:cs/>
        </w:rPr>
        <w:t>.</w:t>
      </w:r>
      <w:r w:rsidRPr="00525827">
        <w:rPr>
          <w:rStyle w:val="libFootnoteChar"/>
        </w:rPr>
        <w:t>72)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603E78" w:rsidRDefault="00603E78" w:rsidP="008C6F26">
      <w:pPr>
        <w:pStyle w:val="libNormal"/>
      </w:pPr>
    </w:p>
    <w:p w:rsidR="00525827" w:rsidRDefault="00603E78" w:rsidP="008C6F26">
      <w:pPr>
        <w:pStyle w:val="libNormal"/>
        <w:rPr>
          <w:lang w:bidi="hi-IN"/>
        </w:rPr>
      </w:pPr>
      <w:proofErr w:type="gramStart"/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इन</w:t>
      </w:r>
      <w:proofErr w:type="gramEnd"/>
      <w:r>
        <w:rPr>
          <w:rFonts w:hint="cs"/>
          <w:cs/>
          <w:lang w:bidi="hi-IN"/>
        </w:rPr>
        <w:t>्नल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लज़लूमुन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कफ़्फ़ारुन</w:t>
      </w:r>
      <w:r>
        <w:rPr>
          <w:rFonts w:hint="eastAsia"/>
        </w:rPr>
        <w:t>”</w:t>
      </w:r>
    </w:p>
    <w:p w:rsidR="00603E78" w:rsidRDefault="00603E78" w:rsidP="00525827">
      <w:pPr>
        <w:pStyle w:val="libFootnote"/>
      </w:pPr>
      <w:r>
        <w:t>(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34)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525827" w:rsidRDefault="00603E78" w:rsidP="008C6F26">
      <w:pPr>
        <w:pStyle w:val="libNormal"/>
        <w:rPr>
          <w:lang w:bidi="hi-IN"/>
        </w:rPr>
      </w:pPr>
      <w:proofErr w:type="gramStart"/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क</w:t>
      </w:r>
      <w:proofErr w:type="gramEnd"/>
      <w:r>
        <w:rPr>
          <w:rFonts w:hint="cs"/>
          <w:cs/>
          <w:lang w:bidi="hi-IN"/>
        </w:rPr>
        <w:t>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अजूलन</w:t>
      </w:r>
      <w:r>
        <w:rPr>
          <w:rFonts w:hint="eastAsia"/>
        </w:rPr>
        <w:t>”</w:t>
      </w:r>
      <w:r>
        <w:t xml:space="preserve"> </w:t>
      </w:r>
    </w:p>
    <w:p w:rsidR="00603E78" w:rsidRDefault="00603E78" w:rsidP="00525827">
      <w:pPr>
        <w:pStyle w:val="libFootnote"/>
      </w:pPr>
      <w:r>
        <w:t>(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603E78" w:rsidRDefault="00603E78" w:rsidP="008C6F26">
      <w:pPr>
        <w:pStyle w:val="libNormal"/>
      </w:pPr>
    </w:p>
    <w:p w:rsidR="00525827" w:rsidRDefault="00603E78" w:rsidP="008C6F26">
      <w:pPr>
        <w:pStyle w:val="libNormal"/>
        <w:rPr>
          <w:lang w:bidi="hi-IN"/>
        </w:rPr>
      </w:pPr>
      <w:proofErr w:type="gramStart"/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व</w:t>
      </w:r>
      <w:proofErr w:type="gramEnd"/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ख़ुलिक़ल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ज़ईफ़न</w:t>
      </w:r>
      <w:r>
        <w:rPr>
          <w:rFonts w:hint="eastAsia"/>
        </w:rPr>
        <w:t>”</w:t>
      </w:r>
      <w:r>
        <w:t xml:space="preserve"> </w:t>
      </w:r>
    </w:p>
    <w:p w:rsidR="00603E78" w:rsidRDefault="00603E78" w:rsidP="00525827">
      <w:pPr>
        <w:pStyle w:val="libFootnote"/>
      </w:pPr>
      <w:r>
        <w:t>(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28)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525827" w:rsidRDefault="00603E78" w:rsidP="008C6F26">
      <w:pPr>
        <w:pStyle w:val="libNormal"/>
        <w:rPr>
          <w:lang w:bidi="hi-IN"/>
        </w:rPr>
      </w:pPr>
      <w:proofErr w:type="gramStart"/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इन</w:t>
      </w:r>
      <w:proofErr w:type="gramEnd"/>
      <w:r>
        <w:rPr>
          <w:rFonts w:hint="cs"/>
          <w:cs/>
          <w:lang w:bidi="hi-IN"/>
        </w:rPr>
        <w:t>्नल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ख़ुलिक़ा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हलूअन</w:t>
      </w:r>
      <w:r>
        <w:rPr>
          <w:rFonts w:hint="eastAsia"/>
        </w:rPr>
        <w:t>”</w:t>
      </w:r>
      <w:r>
        <w:t xml:space="preserve"> </w:t>
      </w:r>
    </w:p>
    <w:p w:rsidR="00603E78" w:rsidRDefault="00603E78" w:rsidP="00525827">
      <w:pPr>
        <w:pStyle w:val="libFootnote"/>
      </w:pPr>
      <w:r>
        <w:t>(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19)</w:t>
      </w:r>
    </w:p>
    <w:p w:rsidR="00603E78" w:rsidRDefault="00603E78" w:rsidP="008C6F26">
      <w:pPr>
        <w:pStyle w:val="libNormal"/>
      </w:pPr>
    </w:p>
    <w:p w:rsidR="00F92D25" w:rsidRDefault="00603E78" w:rsidP="00F92D25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निःसन्देह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92D25" w:rsidRDefault="00F92D25" w:rsidP="006B012D">
      <w:pPr>
        <w:rPr>
          <w:rFonts w:ascii="Mangal" w:eastAsia="Calibri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603E78" w:rsidRPr="00F92D25" w:rsidRDefault="00603E78" w:rsidP="00F92D25">
      <w:pPr>
        <w:pStyle w:val="Heading3"/>
      </w:pPr>
      <w:bookmarkStart w:id="9" w:name="_Toc387322568"/>
      <w:r w:rsidRPr="00F92D25">
        <w:rPr>
          <w:rFonts w:hint="cs"/>
          <w:cs/>
          <w:lang w:bidi="hi-IN"/>
        </w:rPr>
        <w:lastRenderedPageBreak/>
        <w:t>इंसान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की</w:t>
      </w:r>
      <w:r w:rsidRPr="00F92D25">
        <w:rPr>
          <w:rtl/>
          <w:cs/>
        </w:rPr>
        <w:t xml:space="preserve"> </w:t>
      </w:r>
      <w:r w:rsidRPr="00F92D25">
        <w:rPr>
          <w:rFonts w:hint="cs"/>
          <w:cs/>
          <w:lang w:bidi="hi-IN"/>
        </w:rPr>
        <w:t>कमज़ोरियाँ</w:t>
      </w:r>
      <w:bookmarkEnd w:id="9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नज़री</w:t>
      </w:r>
      <w:r>
        <w:rPr>
          <w:cs/>
          <w:lang w:bidi="hi-IN"/>
        </w:rPr>
        <w:t>[</w:t>
      </w:r>
      <w:r>
        <w:t xml:space="preserve">4]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>[</w:t>
      </w:r>
      <w:r>
        <w:t xml:space="preserve">5]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rFonts w:hint="eastAsia"/>
        </w:rPr>
        <w:t>–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t xml:space="preserve">1-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सूक्ष्मता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t xml:space="preserve">2-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उपरोक्त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t xml:space="preserve">1-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t xml:space="preserve">2- </w:t>
      </w:r>
      <w:r>
        <w:rPr>
          <w:rFonts w:hint="cs"/>
          <w:cs/>
          <w:lang w:bidi="hi-IN"/>
        </w:rPr>
        <w:t>इंसाने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</w:t>
      </w:r>
      <w:proofErr w:type="gramStart"/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>[</w:t>
      </w:r>
      <w:proofErr w:type="gramEnd"/>
      <w:r>
        <w:t xml:space="preserve">6]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lastRenderedPageBreak/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proofErr w:type="gramStart"/>
      <w:r>
        <w:t xml:space="preserve">“ </w:t>
      </w:r>
      <w:r>
        <w:rPr>
          <w:rFonts w:hint="cs"/>
          <w:cs/>
          <w:lang w:bidi="hi-IN"/>
        </w:rPr>
        <w:t>लक</w:t>
      </w:r>
      <w:proofErr w:type="gramEnd"/>
      <w:r>
        <w:rPr>
          <w:rFonts w:hint="cs"/>
          <w:cs/>
          <w:lang w:bidi="hi-IN"/>
        </w:rPr>
        <w:t>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रसूलिल्लाहि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उसवतुन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हसनतुन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—</w:t>
      </w:r>
      <w:r>
        <w:t xml:space="preserve"> </w:t>
      </w:r>
      <w:r>
        <w:rPr>
          <w:rFonts w:hint="cs"/>
          <w:cs/>
          <w:lang w:bidi="hi-IN"/>
        </w:rPr>
        <w:t>निः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92D25" w:rsidRDefault="00F92D25" w:rsidP="00F92D25">
      <w:pPr>
        <w:rPr>
          <w:lang w:bidi="hi-IN"/>
        </w:rPr>
      </w:pPr>
    </w:p>
    <w:p w:rsidR="00603E78" w:rsidRDefault="00603E78" w:rsidP="00F92D25">
      <w:pPr>
        <w:pStyle w:val="Heading2"/>
        <w:rPr>
          <w:lang w:bidi="hi-IN"/>
        </w:rPr>
      </w:pPr>
      <w:bookmarkStart w:id="10" w:name="_Toc387322569"/>
      <w:r>
        <w:rPr>
          <w:rFonts w:hint="cs"/>
          <w:cs/>
          <w:lang w:bidi="hi-IN"/>
        </w:rPr>
        <w:t>ग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—</w:t>
      </w:r>
      <w:bookmarkEnd w:id="10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t xml:space="preserve">1-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क़िया</w:t>
      </w:r>
      <w:proofErr w:type="gramStart"/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>(</w:t>
      </w:r>
      <w:proofErr w:type="gramEnd"/>
      <w:r>
        <w:rPr>
          <w:rFonts w:hint="cs"/>
          <w:cs/>
          <w:lang w:bidi="hi-IN"/>
        </w:rPr>
        <w:t>प्रलय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</w:p>
    <w:p w:rsidR="00603E78" w:rsidRDefault="00603E78" w:rsidP="008C6F26">
      <w:pPr>
        <w:pStyle w:val="libNormal"/>
      </w:pPr>
    </w:p>
    <w:p w:rsidR="00525827" w:rsidRDefault="00603E78" w:rsidP="008C6F2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 xml:space="preserve">“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ख़ुलिक़तुम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ख़ुलिक़तुम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तनक़ुलूना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दारिन।</w:t>
      </w:r>
      <w:r>
        <w:rPr>
          <w:rFonts w:hint="eastAsia"/>
        </w:rPr>
        <w:t>”</w:t>
      </w:r>
    </w:p>
    <w:p w:rsidR="00603E78" w:rsidRDefault="00603E78" w:rsidP="00525827">
      <w:pPr>
        <w:pStyle w:val="libFootnote"/>
      </w:pPr>
      <w:r>
        <w:t>(</w:t>
      </w:r>
      <w:r>
        <w:rPr>
          <w:rFonts w:hint="cs"/>
          <w:cs/>
          <w:lang w:bidi="hi-IN"/>
        </w:rPr>
        <w:t>बिहार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t>6/249)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बरज़ख</w:t>
      </w:r>
      <w:r>
        <w:rPr>
          <w:cs/>
          <w:lang w:bidi="hi-IN"/>
        </w:rPr>
        <w:t>[</w:t>
      </w:r>
      <w:r>
        <w:t xml:space="preserve">7]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अलमुमिनून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</w:rPr>
        <w:t>–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वराइहिम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बरज़ख़ुन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युबअसूना</w:t>
      </w:r>
      <w:proofErr w:type="gramStart"/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t>”</w:t>
      </w:r>
      <w:proofErr w:type="gramEnd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बरज़ख़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t xml:space="preserve">2-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अद्दुनिया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मज़रअतुन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आख़िरति।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t xml:space="preserve">—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F92D25">
      <w:pPr>
        <w:pStyle w:val="libFootnote"/>
      </w:pPr>
      <w:r>
        <w:lastRenderedPageBreak/>
        <w:t>(</w:t>
      </w:r>
      <w:r>
        <w:rPr>
          <w:rFonts w:hint="cs"/>
          <w:cs/>
          <w:lang w:bidi="hi-IN"/>
        </w:rPr>
        <w:t>अवालियुल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लआली</w:t>
      </w:r>
      <w:r>
        <w:rPr>
          <w:cs/>
          <w:lang w:bidi="hi-IN"/>
        </w:rPr>
        <w:t xml:space="preserve"> </w:t>
      </w:r>
      <w:r>
        <w:t>1/267)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मआद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उजागर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अपवित्रता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अलल्लाहा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जअलद्दुनिया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अलआमालि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अलजज़ाइ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क़रारि।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</w:p>
    <w:p w:rsidR="00603E78" w:rsidRDefault="00603E78" w:rsidP="008C6F26">
      <w:pPr>
        <w:pStyle w:val="libNormal"/>
      </w:pPr>
    </w:p>
    <w:p w:rsidR="00603E78" w:rsidRDefault="00603E78" w:rsidP="00F92D25">
      <w:pPr>
        <w:pStyle w:val="libFootnote"/>
      </w:pPr>
      <w:r>
        <w:t>(</w:t>
      </w:r>
      <w:r>
        <w:rPr>
          <w:rFonts w:hint="cs"/>
          <w:cs/>
          <w:lang w:bidi="hi-IN"/>
        </w:rPr>
        <w:t>बिहारूल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t>32/46)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लेंगे।</w:t>
      </w:r>
      <w:r>
        <w:rPr>
          <w:cs/>
          <w:lang w:bidi="hi-IN"/>
        </w:rPr>
        <w:t>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ज़लज़ला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7-8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</w:rPr>
        <w:t>—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फ़मन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ज़र्रतिन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ज़र्रतिन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यरहु।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देखेगा।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अनुकम्पा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</w:rPr>
        <w:t>—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proofErr w:type="gramStart"/>
      <w:r>
        <w:rPr>
          <w:rFonts w:hint="eastAsia"/>
        </w:rPr>
        <w:lastRenderedPageBreak/>
        <w:t>“</w:t>
      </w:r>
      <w:r>
        <w:t xml:space="preserve"> </w:t>
      </w:r>
      <w:r>
        <w:rPr>
          <w:rFonts w:hint="cs"/>
          <w:cs/>
          <w:lang w:bidi="hi-IN"/>
        </w:rPr>
        <w:t>मन</w:t>
      </w:r>
      <w:proofErr w:type="gramEnd"/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अमसालिहा।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मिलेगा।</w:t>
      </w: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उद्देश्यपूर्णता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बुद्धिमत्ता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आधारित</w:t>
      </w:r>
    </w:p>
    <w:p w:rsidR="00603E78" w:rsidRDefault="00603E78" w:rsidP="008C6F26">
      <w:pPr>
        <w:pStyle w:val="libNormal"/>
      </w:pPr>
    </w:p>
    <w:p w:rsidR="0018195F" w:rsidRDefault="00603E78" w:rsidP="0018195F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तौहीदी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दृष्टिकोण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संचालित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ज्ञानी</w:t>
      </w:r>
      <w:r>
        <w:t xml:space="preserve">, </w:t>
      </w:r>
      <w:r>
        <w:rPr>
          <w:rFonts w:hint="cs"/>
          <w:cs/>
          <w:lang w:bidi="hi-IN"/>
        </w:rPr>
        <w:t>बुद्धिमान</w:t>
      </w:r>
      <w:r>
        <w:t xml:space="preserve">,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अख़लाक़ी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>[</w:t>
      </w:r>
      <w:r>
        <w:t>8](</w:t>
      </w:r>
      <w:r>
        <w:rPr>
          <w:rFonts w:hint="cs"/>
          <w:cs/>
          <w:lang w:bidi="hi-IN"/>
        </w:rPr>
        <w:t>व्यवस्था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8195F" w:rsidRDefault="0018195F" w:rsidP="006B012D">
      <w:pPr>
        <w:rPr>
          <w:rFonts w:ascii="Mangal" w:eastAsia="Calibri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603E78" w:rsidRDefault="00603E78" w:rsidP="0018195F">
      <w:pPr>
        <w:pStyle w:val="Heading1"/>
      </w:pPr>
      <w:bookmarkStart w:id="11" w:name="_Toc387322570"/>
      <w:r>
        <w:rPr>
          <w:rFonts w:hint="cs"/>
          <w:cs/>
          <w:lang w:bidi="hi-IN"/>
        </w:rPr>
        <w:lastRenderedPageBreak/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बुद्धिमत्ता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अधिपत्य</w:t>
      </w:r>
      <w:bookmarkEnd w:id="11"/>
    </w:p>
    <w:p w:rsidR="00603E78" w:rsidRDefault="00603E78" w:rsidP="008C6F26">
      <w:pPr>
        <w:pStyle w:val="libNormal"/>
        <w:rPr>
          <w:lang w:bidi="hi-IN"/>
        </w:rPr>
      </w:pPr>
    </w:p>
    <w:p w:rsidR="00603E78" w:rsidRDefault="00603E78" w:rsidP="008C6F26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तत्वों</w:t>
      </w:r>
      <w:r>
        <w:t xml:space="preserve">, </w:t>
      </w:r>
      <w:r>
        <w:rPr>
          <w:rFonts w:hint="cs"/>
          <w:cs/>
          <w:lang w:bidi="hi-IN"/>
        </w:rPr>
        <w:t>सदाचार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आध्यात्मिकता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>[</w:t>
      </w:r>
      <w:r>
        <w:t xml:space="preserve">9]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br w:type="page"/>
      </w:r>
    </w:p>
    <w:p w:rsidR="00603E78" w:rsidRDefault="00603E78" w:rsidP="008C6F26">
      <w:pPr>
        <w:pStyle w:val="Heading1"/>
      </w:pPr>
      <w:bookmarkStart w:id="12" w:name="_Toc387322571"/>
      <w:r>
        <w:rPr>
          <w:rFonts w:hint="cs"/>
          <w:cs/>
          <w:lang w:bidi="hi-IN"/>
        </w:rPr>
        <w:lastRenderedPageBreak/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सम्प्रदाय</w:t>
      </w:r>
      <w:r>
        <w:rPr>
          <w:cs/>
          <w:lang w:bidi="hi-IN"/>
        </w:rPr>
        <w:t>)</w:t>
      </w:r>
      <w:bookmarkEnd w:id="12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उतपत्ति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प्रवर्तक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काबे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विख्यात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शक्तिशाली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कबिले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क़ुरैश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सद्व्यवहार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610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सार्वजनिक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).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ईर्श्या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विकसित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समर्थकों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>[</w:t>
      </w:r>
      <w:r>
        <w:t xml:space="preserve">10]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शियायाने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सम्प्रदायों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rFonts w:hint="eastAsia"/>
        </w:rPr>
        <w:t>—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रसूलिल्लाह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फ़अक़बला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फ़क़ालन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नबीय्यु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वल्लज़ी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बियदिहि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शियतहु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फ़ाइज़ूना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क़ियामति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नज़लत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अमिलुस्सालिहाति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उलाइका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बरिय्याति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फ़काना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असहाबुन्नबिय्यि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बरिय्याति।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सौगन्ध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निःसन्देह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बरिय्यह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बरिय्यह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दुर्रे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मनसूर</w:t>
      </w:r>
      <w:r>
        <w:rPr>
          <w:cs/>
          <w:lang w:bidi="hi-IN"/>
        </w:rPr>
        <w:t xml:space="preserve"> </w:t>
      </w:r>
      <w:r>
        <w:t>6/589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>)[</w:t>
      </w:r>
      <w:r>
        <w:t>11]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इतिहास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t xml:space="preserve">, </w:t>
      </w:r>
      <w:r>
        <w:rPr>
          <w:rFonts w:hint="cs"/>
          <w:cs/>
          <w:lang w:bidi="hi-IN"/>
        </w:rPr>
        <w:t>फ़ज़्ल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t xml:space="preserve">,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t xml:space="preserve">, </w:t>
      </w:r>
      <w:r>
        <w:rPr>
          <w:rFonts w:hint="cs"/>
          <w:cs/>
          <w:lang w:bidi="hi-IN"/>
        </w:rPr>
        <w:t>अक़ील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t xml:space="preserve">, </w:t>
      </w:r>
      <w:r>
        <w:rPr>
          <w:rFonts w:hint="cs"/>
          <w:cs/>
          <w:lang w:bidi="hi-IN"/>
        </w:rPr>
        <w:t>सलमाने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t xml:space="preserve">, </w:t>
      </w:r>
      <w:r>
        <w:rPr>
          <w:rFonts w:hint="cs"/>
          <w:cs/>
          <w:lang w:bidi="hi-IN"/>
        </w:rPr>
        <w:t>मिक़दाद</w:t>
      </w:r>
      <w:r>
        <w:t xml:space="preserve">, </w:t>
      </w:r>
      <w:r>
        <w:rPr>
          <w:rFonts w:hint="cs"/>
          <w:cs/>
          <w:lang w:bidi="hi-IN"/>
        </w:rPr>
        <w:t>अबुज़र</w:t>
      </w:r>
      <w:r>
        <w:t xml:space="preserve">, </w:t>
      </w:r>
      <w:r>
        <w:rPr>
          <w:rFonts w:hint="cs"/>
          <w:cs/>
          <w:lang w:bidi="hi-IN"/>
        </w:rPr>
        <w:t>अम्मारि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t xml:space="preserve">, </w:t>
      </w:r>
      <w:r>
        <w:rPr>
          <w:rFonts w:hint="cs"/>
          <w:cs/>
          <w:lang w:bidi="hi-IN"/>
        </w:rPr>
        <w:t>अबुअय्यूब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t xml:space="preserve">, </w:t>
      </w:r>
      <w:r>
        <w:rPr>
          <w:rFonts w:hint="cs"/>
          <w:cs/>
          <w:lang w:bidi="hi-IN"/>
        </w:rPr>
        <w:t>उबई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कअब</w:t>
      </w:r>
      <w:r>
        <w:t xml:space="preserve">,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इबादह</w:t>
      </w:r>
      <w:r>
        <w:t xml:space="preserve">,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इत्यादि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proofErr w:type="gramStart"/>
      <w:r>
        <w:t xml:space="preserve">( </w:t>
      </w:r>
      <w:r>
        <w:rPr>
          <w:rFonts w:hint="cs"/>
          <w:cs/>
          <w:lang w:bidi="hi-IN"/>
        </w:rPr>
        <w:t>इस</w:t>
      </w:r>
      <w:proofErr w:type="gramEnd"/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ग़ाब्बत</w:t>
      </w:r>
      <w:r>
        <w:rPr>
          <w:cs/>
          <w:lang w:bidi="hi-IN"/>
        </w:rPr>
        <w:t>[</w:t>
      </w:r>
      <w:r>
        <w:t xml:space="preserve">12],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इस्तियाब</w:t>
      </w:r>
      <w:r>
        <w:rPr>
          <w:cs/>
          <w:lang w:bidi="hi-IN"/>
        </w:rPr>
        <w:t>[</w:t>
      </w:r>
      <w:r>
        <w:t xml:space="preserve">13],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असाबा</w:t>
      </w:r>
      <w:r>
        <w:rPr>
          <w:cs/>
          <w:lang w:bidi="hi-IN"/>
        </w:rPr>
        <w:t>[</w:t>
      </w:r>
      <w:r>
        <w:t xml:space="preserve">14]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सम्प्रदाय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दरजातुर्रफ़िय्यह</w:t>
      </w:r>
      <w:r>
        <w:t xml:space="preserve">, </w:t>
      </w:r>
      <w:r>
        <w:rPr>
          <w:rFonts w:hint="cs"/>
          <w:cs/>
          <w:lang w:bidi="hi-IN"/>
        </w:rPr>
        <w:t>असलुश्शियत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उसूलुहा</w:t>
      </w:r>
      <w:r>
        <w:t xml:space="preserve">, </w:t>
      </w:r>
      <w:r>
        <w:rPr>
          <w:rFonts w:hint="cs"/>
          <w:cs/>
          <w:lang w:bidi="hi-IN"/>
        </w:rPr>
        <w:t>फ़सूलुल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मुहिम्मह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सम्प्रदाय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>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उतपत्ति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विशिष्ठ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उत्तराधिकारी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ईर्श्या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भर्त्सना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rFonts w:hint="eastAsia"/>
        </w:rPr>
        <w:t>—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सेनानेतृत्व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क्रोधित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 xml:space="preserve">“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तुरीदूना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t>? ”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proofErr w:type="gramStart"/>
      <w:r>
        <w:t>?</w:t>
      </w:r>
      <w:r>
        <w:rPr>
          <w:rFonts w:hint="cs"/>
          <w:cs/>
          <w:lang w:bidi="hi-IN"/>
        </w:rPr>
        <w:t>और</w:t>
      </w:r>
      <w:proofErr w:type="gramEnd"/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वलियुन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मुमिनिन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बअदी।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निःसन्देह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मुसनदे</w:t>
      </w:r>
      <w:r>
        <w:rPr>
          <w:cs/>
          <w:lang w:bidi="hi-IN"/>
        </w:rPr>
        <w:t xml:space="preserve"> </w:t>
      </w:r>
      <w:proofErr w:type="gramStart"/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>[</w:t>
      </w:r>
      <w:proofErr w:type="gramEnd"/>
      <w:r>
        <w:t>15] 4/438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तिरमिज़ी</w:t>
      </w:r>
      <w:r>
        <w:rPr>
          <w:cs/>
          <w:lang w:bidi="hi-IN"/>
        </w:rPr>
        <w:t>[</w:t>
      </w:r>
      <w:r>
        <w:t>16] 5/296)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विरोधों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मैंनें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ईर्श्या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बलपूर्वक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बलपूर्वक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ईर्श्या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ईर्श्या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ईर्श्या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proofErr w:type="gramStart"/>
      <w:r>
        <w:t xml:space="preserve">( </w:t>
      </w:r>
      <w:r>
        <w:rPr>
          <w:rFonts w:hint="cs"/>
          <w:cs/>
          <w:lang w:bidi="hi-IN"/>
        </w:rPr>
        <w:t>अल</w:t>
      </w:r>
      <w:proofErr w:type="gramEnd"/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फ़ित्तारीख़</w:t>
      </w:r>
      <w:r>
        <w:t>,[17] 3/24</w:t>
      </w:r>
      <w:r>
        <w:rPr>
          <w:rFonts w:hint="cs"/>
          <w:cs/>
          <w:lang w:bidi="hi-IN"/>
        </w:rPr>
        <w:t>शरहे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</w:t>
      </w:r>
      <w:r>
        <w:rPr>
          <w:cs/>
          <w:lang w:bidi="hi-IN"/>
        </w:rPr>
        <w:t>[</w:t>
      </w:r>
      <w:r>
        <w:t>18] 3/107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>[</w:t>
      </w:r>
      <w:r>
        <w:t>19] 2/97)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उपरोक्त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 xml:space="preserve">“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rFonts w:hint="eastAsia"/>
        </w:rPr>
        <w:t>”</w:t>
      </w: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मरूजुज़्ज़</w:t>
      </w:r>
      <w:proofErr w:type="gramStart"/>
      <w:r>
        <w:rPr>
          <w:rFonts w:hint="cs"/>
          <w:cs/>
          <w:lang w:bidi="hi-IN"/>
        </w:rPr>
        <w:t>हब</w:t>
      </w:r>
      <w:r>
        <w:rPr>
          <w:cs/>
          <w:lang w:bidi="hi-IN"/>
        </w:rPr>
        <w:t>[</w:t>
      </w:r>
      <w:proofErr w:type="gramEnd"/>
      <w:r>
        <w:t>20] 2/137)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हिजाज़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अधिपत्य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ईर्श्या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  <w:rPr>
          <w:lang w:bidi="hi-IN"/>
        </w:rPr>
      </w:pPr>
    </w:p>
    <w:p w:rsidR="00603E78" w:rsidRDefault="00603E78" w:rsidP="008C6F26">
      <w:pPr>
        <w:pStyle w:val="Heading1"/>
      </w:pPr>
      <w:bookmarkStart w:id="13" w:name="_Toc387322572"/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bookmarkEnd w:id="13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t>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t>11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Heading1"/>
      </w:pPr>
      <w:bookmarkStart w:id="14" w:name="_Toc387322573"/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सम्प्रदाय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bookmarkEnd w:id="14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Heading2"/>
      </w:pPr>
      <w:bookmarkStart w:id="15" w:name="_Toc387322574"/>
      <w:r>
        <w:t xml:space="preserve">1-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="008C6F26">
        <w:rPr>
          <w:rFonts w:hint="cs"/>
          <w:cs/>
          <w:lang w:bidi="hi-IN"/>
        </w:rPr>
        <w:t>अहले</w:t>
      </w:r>
      <w:r>
        <w:rPr>
          <w:rFonts w:hint="cs"/>
          <w:cs/>
          <w:lang w:bidi="hi-IN"/>
        </w:rPr>
        <w:t>बै</w:t>
      </w:r>
      <w:proofErr w:type="gramStart"/>
      <w:r>
        <w:rPr>
          <w:rFonts w:hint="cs"/>
          <w:cs/>
          <w:lang w:bidi="hi-IN"/>
        </w:rPr>
        <w:t>त</w:t>
      </w:r>
      <w:r>
        <w:rPr>
          <w:cs/>
          <w:lang w:bidi="hi-IN"/>
        </w:rPr>
        <w:t>[</w:t>
      </w:r>
      <w:proofErr w:type="gramEnd"/>
      <w:r>
        <w:t>21]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संरक्षण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bookmarkEnd w:id="15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ततहीर</w:t>
      </w:r>
      <w:r>
        <w:rPr>
          <w:cs/>
          <w:lang w:bidi="hi-IN"/>
        </w:rPr>
        <w:t xml:space="preserve">- </w:t>
      </w:r>
      <w:r>
        <w:t>“</w:t>
      </w:r>
      <w:r>
        <w:rPr>
          <w:rFonts w:hint="cs"/>
          <w:cs/>
          <w:lang w:bidi="hi-IN"/>
        </w:rPr>
        <w:t>इन्नमा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युरीदुल्लाहु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लियुज़हिबा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अनकुमुर्रिजसा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अलबैति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युताह्हिरा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ततहीरन।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33)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सम्प्रदायों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सक़लैन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क़ालन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अय्युहन्नासु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तारिकुन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अख़ज़्तुम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तज़िल्लू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किताबल्लाहि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बैती।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भटक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सकते।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कनज़ुल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उम्माल</w:t>
      </w:r>
      <w:r>
        <w:rPr>
          <w:cs/>
          <w:lang w:bidi="hi-IN"/>
        </w:rPr>
        <w:t xml:space="preserve"> </w:t>
      </w:r>
      <w:r>
        <w:t xml:space="preserve">1/44, </w:t>
      </w:r>
      <w:r>
        <w:rPr>
          <w:rFonts w:hint="cs"/>
          <w:cs/>
          <w:lang w:bidi="hi-IN"/>
        </w:rPr>
        <w:t>मुसनदे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t>5/ 17</w:t>
      </w:r>
      <w:proofErr w:type="gramStart"/>
      <w:r>
        <w:t>,26</w:t>
      </w:r>
      <w:proofErr w:type="gramEnd"/>
      <w:r>
        <w:t xml:space="preserve">, </w:t>
      </w:r>
      <w:r>
        <w:rPr>
          <w:rFonts w:hint="cs"/>
          <w:cs/>
          <w:lang w:bidi="hi-IN"/>
        </w:rPr>
        <w:t>मुस्तदरके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>[</w:t>
      </w:r>
      <w:r>
        <w:t>22] 3/109,148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सफ़ीनेह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t>“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अहलुबैती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सफ़ीनति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रकिबाहा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तख़ल्लफ़ा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ग़रक़ा।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मुस्तदरक</w:t>
      </w:r>
      <w:r>
        <w:rPr>
          <w:cs/>
          <w:lang w:bidi="hi-IN"/>
        </w:rPr>
        <w:t xml:space="preserve"> </w:t>
      </w:r>
      <w:r>
        <w:t>3/151)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तफ्सीर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निर्देशों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अनुकूलता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समाधान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विमर्श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इतिहास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साक्षी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समाधान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सामाजिक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बिखराओ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पथभ्रष्टिता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समाधान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इल्मिया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केन्द्र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शिलान्यास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t>1300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प्रसार</w:t>
      </w:r>
      <w:r>
        <w:t xml:space="preserve">, </w:t>
      </w:r>
      <w:r>
        <w:rPr>
          <w:rFonts w:hint="cs"/>
          <w:cs/>
          <w:lang w:bidi="hi-IN"/>
        </w:rPr>
        <w:t>गहरे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Heading2"/>
      </w:pPr>
      <w:bookmarkStart w:id="16" w:name="_Toc387322575"/>
      <w:r>
        <w:t xml:space="preserve">2-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संरक्षण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bookmarkEnd w:id="16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अवधारणा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t>11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हस्तान्त्रित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मूर्खता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ईर्श्या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18195F">
      <w:pPr>
        <w:pStyle w:val="Heading4"/>
      </w:pPr>
      <w:r>
        <w:rPr>
          <w:rFonts w:hint="cs"/>
          <w:cs/>
          <w:lang w:bidi="hi-IN"/>
        </w:rPr>
        <w:lastRenderedPageBreak/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ख़रजा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ग़ज़वति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तबूकिन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अन्नासु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अख़रजु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मअक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फ़क़ाला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फ़बका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रसूलुल्लाहि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अमा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तकूनु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बिमनज़लति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बअदी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इन्नहु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यमबग़ी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यज़हबा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ख़लीफ़ती।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तबूक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t xml:space="preserve">,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चलूँ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</w:t>
      </w:r>
      <w:proofErr w:type="gramStart"/>
      <w:r>
        <w:rPr>
          <w:rFonts w:hint="cs"/>
          <w:cs/>
          <w:lang w:bidi="hi-IN"/>
        </w:rPr>
        <w:t>ी</w:t>
      </w:r>
      <w:r>
        <w:rPr>
          <w:cs/>
          <w:lang w:bidi="hi-IN"/>
        </w:rPr>
        <w:t>[</w:t>
      </w:r>
      <w:proofErr w:type="gramEnd"/>
      <w:r>
        <w:t xml:space="preserve">23] 5/ </w:t>
      </w:r>
      <w:r>
        <w:rPr>
          <w:rFonts w:hint="cs"/>
          <w:cs/>
          <w:lang w:bidi="hi-IN"/>
        </w:rPr>
        <w:t>बाबि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फ़ज़ाइलि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असहाबुन्नबी</w:t>
      </w:r>
      <w:r>
        <w:rPr>
          <w:cs/>
          <w:lang w:bidi="hi-IN"/>
        </w:rPr>
        <w:t xml:space="preserve"> </w:t>
      </w:r>
      <w:r>
        <w:t xml:space="preserve">24/ </w:t>
      </w:r>
      <w:r>
        <w:rPr>
          <w:rFonts w:hint="cs"/>
          <w:cs/>
          <w:lang w:bidi="hi-IN"/>
        </w:rPr>
        <w:t>बाबि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मनाक़िबि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t xml:space="preserve">,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>[</w:t>
      </w:r>
      <w:r>
        <w:t xml:space="preserve">24] </w:t>
      </w:r>
      <w:r>
        <w:rPr>
          <w:rFonts w:hint="cs"/>
          <w:cs/>
          <w:lang w:bidi="hi-IN"/>
        </w:rPr>
        <w:t>बाबि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फ़ज़ाइलि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t>120,121)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नज़लना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माअर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रसूलिल्लाह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बिवादिन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युक़ालु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वादियि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</w:t>
      </w:r>
      <w:r>
        <w:t xml:space="preserve">, </w:t>
      </w:r>
      <w:r>
        <w:rPr>
          <w:rFonts w:hint="cs"/>
          <w:cs/>
          <w:lang w:bidi="hi-IN"/>
        </w:rPr>
        <w:t>फ़अमरा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बिस्सलाति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फ़सल्लाहा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बिहुजैर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फ़ख़तबना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लिरसूलिल्लाहि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बिसूबिन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शजरतिन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अश्शम्सि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अलस्तुम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लस्तुम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तशहदूना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बिकुल्लि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मुमिनिन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नफ़सिहि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क़ालू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फ़अलीयुन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आदाहु।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B012D" w:rsidRDefault="00603E78" w:rsidP="008C6F2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रसुलूल्लाह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रसूलुल्लाह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भाषण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रसूलुल्लाह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t>?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>[</w:t>
      </w:r>
      <w:r>
        <w:t xml:space="preserve">25]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</w:t>
      </w:r>
    </w:p>
    <w:p w:rsidR="00603E78" w:rsidRDefault="00603E78" w:rsidP="006B012D">
      <w:pPr>
        <w:pStyle w:val="libFootnote"/>
      </w:pP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मुसनदे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t xml:space="preserve">4/372, </w:t>
      </w:r>
      <w:r>
        <w:rPr>
          <w:rFonts w:hint="cs"/>
          <w:cs/>
          <w:lang w:bidi="hi-IN"/>
        </w:rPr>
        <w:t>सवाइक़ुल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मुहर्रिक़ह</w:t>
      </w:r>
      <w:r>
        <w:rPr>
          <w:cs/>
          <w:lang w:bidi="hi-IN"/>
        </w:rPr>
        <w:t>[</w:t>
      </w:r>
      <w:r>
        <w:t xml:space="preserve">26] 43,44, </w:t>
      </w:r>
      <w:r>
        <w:rPr>
          <w:rFonts w:hint="cs"/>
          <w:cs/>
          <w:lang w:bidi="hi-IN"/>
        </w:rPr>
        <w:t>मुस्तदरके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t>3/109)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ग़दीरे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अय्युहर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उनज़िला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इलैका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बल्लग़ता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वल्लाहु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यअसिमुका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अन्नासि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काफ़ीरीना।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माइदह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67)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t xml:space="preserve">—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घोषणा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पहुँचाया।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घोषणा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यइसल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दीनिकुम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तख़शव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इख़शवनि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अकमलतु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अतमम्तु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रज़ीतु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दीनन।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माय़दह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3)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t xml:space="preserve">—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उपरोक्त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इतिहास</w:t>
      </w:r>
      <w:r>
        <w:t xml:space="preserve">, </w:t>
      </w:r>
      <w:r>
        <w:rPr>
          <w:rFonts w:hint="cs"/>
          <w:cs/>
          <w:lang w:bidi="hi-IN"/>
        </w:rPr>
        <w:t>बुद्धि</w:t>
      </w:r>
      <w:r>
        <w:t xml:space="preserve">,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सम्प्रदाय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अपितु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साक्ष्य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lastRenderedPageBreak/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सम्प्रदाय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चिंतित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t>?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नियुक्ति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उपरोक्त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बिस्मिल्लाहिर्रहमानिर्रहीम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अब्दिल्लाहि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शीअतिहि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मुमिनीना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शर्रफ़हु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फ़इन्नहु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यक़ूलु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शीअतिहि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लिइब्राहीमा</w:t>
      </w:r>
      <w:r>
        <w:rPr>
          <w:cs/>
          <w:lang w:bidi="hi-IN"/>
        </w:rPr>
        <w:t xml:space="preserve"> </w:t>
      </w:r>
      <w:r>
        <w:t xml:space="preserve">”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शीअतिन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नबीय्यी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मुहम्दिन</w:t>
      </w:r>
      <w:r>
        <w:rPr>
          <w:rFonts w:hint="eastAsia"/>
        </w:rPr>
        <w:t>…</w:t>
      </w:r>
      <w:r>
        <w:t xml:space="preserve"> </w:t>
      </w:r>
      <w:r>
        <w:rPr>
          <w:rFonts w:hint="cs"/>
          <w:cs/>
          <w:lang w:bidi="hi-IN"/>
        </w:rPr>
        <w:t>इस्मुन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मुख़तस्सिन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मुबतदइन।</w:t>
      </w:r>
      <w:r>
        <w:rPr>
          <w:rFonts w:hint="eastAsia"/>
        </w:rPr>
        <w:t>”</w:t>
      </w:r>
    </w:p>
    <w:p w:rsidR="00603E78" w:rsidRDefault="00603E78" w:rsidP="0018195F">
      <w:pPr>
        <w:pStyle w:val="libFootnote"/>
      </w:pPr>
      <w:r>
        <w:lastRenderedPageBreak/>
        <w:t>(</w:t>
      </w:r>
      <w:r>
        <w:rPr>
          <w:rFonts w:hint="cs"/>
          <w:cs/>
          <w:lang w:bidi="hi-IN"/>
        </w:rPr>
        <w:t>मुस्तदरक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बलाग़ह</w:t>
      </w:r>
      <w:r>
        <w:t>2/29)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उत्तराधिकारी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t xml:space="preserve">, </w:t>
      </w:r>
      <w:r>
        <w:rPr>
          <w:rFonts w:hint="cs"/>
          <w:cs/>
          <w:lang w:bidi="hi-IN"/>
        </w:rPr>
        <w:t>मिक़दाद</w:t>
      </w:r>
      <w:r>
        <w:t xml:space="preserve">, </w:t>
      </w:r>
      <w:r>
        <w:rPr>
          <w:rFonts w:hint="cs"/>
          <w:cs/>
          <w:lang w:bidi="hi-IN"/>
        </w:rPr>
        <w:t>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उत्तराधिकारी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सक़ीफ़ेह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क्रियान्वित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वर्चस्प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लापरवाही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तक़िय्यह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सम्प्रदाय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अलैहिमुस्सलाम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मरजिअत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t xml:space="preserve">, </w:t>
      </w:r>
      <w:r>
        <w:rPr>
          <w:rFonts w:hint="cs"/>
          <w:cs/>
          <w:lang w:bidi="hi-IN"/>
        </w:rPr>
        <w:t>बहुतसी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अलैहिमुस्सलाम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लाभान्वित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</w:p>
    <w:p w:rsidR="00603E78" w:rsidRDefault="00603E78" w:rsidP="008C6F26">
      <w:pPr>
        <w:pStyle w:val="libNormal"/>
        <w:rPr>
          <w:lang w:bidi="hi-IN"/>
        </w:rPr>
      </w:pPr>
    </w:p>
    <w:p w:rsidR="00603E78" w:rsidRDefault="00603E78" w:rsidP="008C6F26">
      <w:pPr>
        <w:pStyle w:val="Heading1"/>
      </w:pPr>
      <w:bookmarkStart w:id="17" w:name="_Toc387322576"/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bookmarkEnd w:id="17"/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उत्तराधिकारी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t>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परिचय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सम्प्रदाय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t xml:space="preserve">1-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proofErr w:type="gramStart"/>
      <w:r>
        <w:t xml:space="preserve">“ </w:t>
      </w:r>
      <w:r>
        <w:rPr>
          <w:rFonts w:hint="cs"/>
          <w:cs/>
          <w:lang w:bidi="hi-IN"/>
        </w:rPr>
        <w:t>सम</w:t>
      </w:r>
      <w:proofErr w:type="gramEnd"/>
      <w:r>
        <w:rPr>
          <w:rFonts w:hint="cs"/>
          <w:cs/>
          <w:lang w:bidi="hi-IN"/>
        </w:rPr>
        <w:t>ितु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यक़ूलु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यकूनु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कलिमतन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कुल्लुहुम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क़ुरैशिन।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t xml:space="preserve">9/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/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t>51</w:t>
      </w:r>
      <w:r>
        <w:rPr>
          <w:rFonts w:hint="cs"/>
          <w:cs/>
          <w:lang w:bidi="hi-IN"/>
        </w:rPr>
        <w:t>बाबि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उस्तिख़लाफ़</w:t>
      </w:r>
      <w:r>
        <w:rPr>
          <w:cs/>
          <w:lang w:bidi="hi-IN"/>
        </w:rPr>
        <w:t>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[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>]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t xml:space="preserve">2- </w:t>
      </w:r>
      <w:r>
        <w:rPr>
          <w:rFonts w:hint="cs"/>
          <w:cs/>
          <w:lang w:bidi="hi-IN"/>
        </w:rPr>
        <w:t>तिरमिज़ी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रसूलुल्लाहि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यकूनु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अमीरन।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तिरमिज़ी</w:t>
      </w:r>
      <w:r>
        <w:rPr>
          <w:cs/>
          <w:lang w:bidi="hi-IN"/>
        </w:rPr>
        <w:t xml:space="preserve"> </w:t>
      </w:r>
      <w:r>
        <w:t>2/45)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t xml:space="preserve">—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यकूनु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लिहाजिहिल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ख़लीफ़तन।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18195F">
      <w:pPr>
        <w:pStyle w:val="libFootnote"/>
      </w:pPr>
      <w:r>
        <w:t>(</w:t>
      </w:r>
      <w:r>
        <w:rPr>
          <w:rFonts w:hint="cs"/>
          <w:cs/>
          <w:lang w:bidi="hi-IN"/>
        </w:rPr>
        <w:t>मुसनदि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t>5/86-108)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चरितार्थ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t>?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यनाबिउल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रज़ियल्लाहु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अनहुमा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युक़ालु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नअसलुन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असअलुका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अशयाआ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तुलजलिजु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सदरी</w:t>
      </w:r>
      <w:r>
        <w:rPr>
          <w:rFonts w:hint="eastAsia"/>
        </w:rPr>
        <w:t>……</w:t>
      </w:r>
      <w:r>
        <w:t xml:space="preserve">. </w:t>
      </w:r>
      <w:r>
        <w:rPr>
          <w:rFonts w:hint="cs"/>
          <w:cs/>
          <w:lang w:bidi="hi-IN"/>
        </w:rPr>
        <w:t>फ़क़ाला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रसूलुल्लाहि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वसीय्यी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अलीयुब्नु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बाअदहु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सिब्ताया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ततलुहु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तिसअता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सुलबि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अलहुसैनि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फ़सम्मिहिम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क़ालाइज़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फ़इब्नहु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फ़इब्नुहु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फ़इब्नुहु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जअफ़रुन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जअफ़रुन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फ़इब्नुहु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फ़इब्नुहु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फ़इब्नुहु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इब्नुहु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इब्नुहु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फ़इब्नुहु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फ़हवलाइ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अस्सानि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वुलदी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यग़ीबु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बिज़मनिन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यबक़ा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इस्मुहु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यबक़ा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रस्मुहु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फ़हीनाइज़िन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याज़ुन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ख़ुरूजि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फ़यज़हरु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अलइस्लामा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युजद्दिदुहु।</w:t>
      </w:r>
      <w:r>
        <w:rPr>
          <w:rFonts w:hint="eastAsia"/>
        </w:rPr>
        <w:t>”</w:t>
      </w:r>
    </w:p>
    <w:p w:rsidR="00603E78" w:rsidRDefault="00603E78" w:rsidP="008C6F26">
      <w:pPr>
        <w:pStyle w:val="libNormal"/>
      </w:pPr>
    </w:p>
    <w:p w:rsidR="00603E78" w:rsidRDefault="00603E78" w:rsidP="008C6F26">
      <w:pPr>
        <w:pStyle w:val="libNormal"/>
      </w:pPr>
      <w:r>
        <w:rPr>
          <w:rFonts w:hint="cs"/>
          <w:cs/>
          <w:lang w:bidi="hi-IN"/>
        </w:rPr>
        <w:t>अनुवाद</w:t>
      </w:r>
      <w:r>
        <w:rPr>
          <w:rFonts w:hint="eastAsia"/>
        </w:rPr>
        <w:t>–</w:t>
      </w:r>
      <w: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रजियल्लाहु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अनहुमा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हृदय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पूछूँ</w:t>
      </w:r>
      <w:r>
        <w:t>, (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उत्तराधिकारी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उत्तराधिकारी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धेवते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उत्तराधिकारी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रीति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6B012D" w:rsidRDefault="00603E78" w:rsidP="00F92D25">
      <w:pPr>
        <w:pStyle w:val="libCenter"/>
        <w:rPr>
          <w:cs/>
          <w:lang w:bidi="hi-IN"/>
        </w:rPr>
      </w:pPr>
      <w:r>
        <w:t>(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>)</w:t>
      </w:r>
    </w:p>
    <w:p w:rsidR="006B012D" w:rsidRDefault="006B012D">
      <w:pPr>
        <w:spacing w:after="0" w:line="240" w:lineRule="auto"/>
        <w:rPr>
          <w:rFonts w:ascii="Mangal" w:eastAsia="Times New Roman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sdt>
      <w:sdtPr>
        <w:rPr>
          <w:rFonts w:asciiTheme="minorHAnsi" w:eastAsiaTheme="minorHAnsi" w:hAnsiTheme="minorHAnsi" w:cs="Arial"/>
          <w:b w:val="0"/>
          <w:bCs w:val="0"/>
          <w:color w:val="auto"/>
          <w:sz w:val="32"/>
          <w:szCs w:val="32"/>
        </w:rPr>
        <w:id w:val="2444721"/>
        <w:docPartObj>
          <w:docPartGallery w:val="Table of Contents"/>
          <w:docPartUnique/>
        </w:docPartObj>
      </w:sdtPr>
      <w:sdtEndPr/>
      <w:sdtContent>
        <w:p w:rsidR="006B012D" w:rsidRPr="006B012D" w:rsidRDefault="006B012D">
          <w:pPr>
            <w:pStyle w:val="TOCHeading"/>
            <w:rPr>
              <w:rFonts w:cs="Mangal"/>
              <w:szCs w:val="25"/>
              <w:lang w:bidi="hi-IN"/>
            </w:rPr>
          </w:pPr>
          <w:r>
            <w:rPr>
              <w:rFonts w:cs="Mangal" w:hint="cs"/>
              <w:szCs w:val="25"/>
              <w:cs/>
              <w:lang w:bidi="hi-IN"/>
            </w:rPr>
            <w:t>विषय सूची</w:t>
          </w:r>
        </w:p>
        <w:p w:rsidR="006B012D" w:rsidRDefault="00791B9D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 w:rsidR="006B012D">
            <w:instrText xml:space="preserve"> TOC \o "1-3" \h \z \u </w:instrText>
          </w:r>
          <w:r>
            <w:fldChar w:fldCharType="separate"/>
          </w:r>
          <w:hyperlink w:anchor="_Toc387322560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="006B012D" w:rsidRPr="00667C2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धर्म</w:t>
            </w:r>
            <w:r w:rsidR="006B012D" w:rsidRPr="00667C2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6B012D" w:rsidRPr="00667C2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शिया</w:t>
            </w:r>
            <w:r w:rsidR="006B012D" w:rsidRPr="00667C2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सम्प्रदाय</w:t>
            </w:r>
            <w:r w:rsidR="006B012D" w:rsidRPr="00667C2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6B012D" w:rsidRPr="00667C2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संक्षिप्त</w:t>
            </w:r>
            <w:r w:rsidR="006B012D" w:rsidRPr="00667C2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परिचय</w:t>
            </w:r>
            <w:r w:rsidR="006B01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87322561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प्रस्तावना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_Toc387322561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2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87322562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धर्म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_Toc387322562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4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87322563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वह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धर्म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जिसका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वादा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सभी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आसमानी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धर्मों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किया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_Toc387322563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7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87322564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अन्तिम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धर्म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रूप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_Toc387322564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8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87322565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शिक्षाऐं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_Toc387322565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9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7322566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तौहीद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अद्वैतवाद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या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इश्वरवाद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_Toc387322566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11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7322567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ख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नबूवत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_Toc387322567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12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387322568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इंसान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6B012D" w:rsidRPr="00667C24">
              <w:rPr>
                <w:rStyle w:val="Hyperlink"/>
                <w:noProof/>
                <w:rtl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कमज़ोरियाँ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_Toc387322568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21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7322569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ग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मआद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अर्थात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इन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बातों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विश्वास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कि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noProof/>
              </w:rPr>
              <w:t>—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_Toc387322569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22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87322570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संसार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बुद्धिमत्ता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पूर्ण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एकता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अधिपत्य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_Toc387322570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27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87322571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शिया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मज़हब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सम्प्रदाय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_Toc387322571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28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87322572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शिया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मज़हब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_Toc387322572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34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87322573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शिया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सम्प्रदाय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विशेष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रूप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दो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बातों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बल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देता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है।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_Toc387322573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34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7322574" w:history="1">
            <w:r w:rsidR="006B012D" w:rsidRPr="00667C24">
              <w:rPr>
                <w:rStyle w:val="Hyperlink"/>
                <w:noProof/>
              </w:rPr>
              <w:t xml:space="preserve">1-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ज्ञान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क्षेत्र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अहलेबैत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>[</w:t>
            </w:r>
            <w:r w:rsidR="006B012D" w:rsidRPr="00667C24">
              <w:rPr>
                <w:rStyle w:val="Hyperlink"/>
                <w:noProof/>
              </w:rPr>
              <w:t>21]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संरक्षण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विलायत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आवश्यक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मानता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_Toc387322574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34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7322575" w:history="1">
            <w:r w:rsidR="006B012D" w:rsidRPr="00667C24">
              <w:rPr>
                <w:rStyle w:val="Hyperlink"/>
                <w:noProof/>
              </w:rPr>
              <w:t xml:space="preserve">2-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अहलेबैत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सियासी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संरक्षण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विलायत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आवश्यक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मानता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है।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_Toc387322575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38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F7478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87322576" w:history="1"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शिया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मज़हब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6B012D" w:rsidRPr="00667C24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6B012D" w:rsidRPr="00667C24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6B012D">
              <w:rPr>
                <w:noProof/>
                <w:webHidden/>
              </w:rPr>
              <w:tab/>
            </w:r>
            <w:r w:rsidR="00791B9D">
              <w:rPr>
                <w:noProof/>
                <w:webHidden/>
              </w:rPr>
              <w:fldChar w:fldCharType="begin"/>
            </w:r>
            <w:r w:rsidR="006B012D">
              <w:rPr>
                <w:noProof/>
                <w:webHidden/>
              </w:rPr>
              <w:instrText xml:space="preserve"> PAGEREF _Toc387322576 \h </w:instrText>
            </w:r>
            <w:r w:rsidR="00791B9D">
              <w:rPr>
                <w:noProof/>
                <w:webHidden/>
              </w:rPr>
            </w:r>
            <w:r w:rsidR="00791B9D">
              <w:rPr>
                <w:noProof/>
                <w:webHidden/>
              </w:rPr>
              <w:fldChar w:fldCharType="separate"/>
            </w:r>
            <w:r w:rsidR="00D60A1B">
              <w:rPr>
                <w:noProof/>
                <w:webHidden/>
              </w:rPr>
              <w:t>45</w:t>
            </w:r>
            <w:r w:rsidR="00791B9D">
              <w:rPr>
                <w:noProof/>
                <w:webHidden/>
              </w:rPr>
              <w:fldChar w:fldCharType="end"/>
            </w:r>
          </w:hyperlink>
        </w:p>
        <w:p w:rsidR="006B012D" w:rsidRDefault="00791B9D">
          <w:r>
            <w:fldChar w:fldCharType="end"/>
          </w:r>
        </w:p>
      </w:sdtContent>
    </w:sdt>
    <w:p w:rsidR="00E218DF" w:rsidRPr="00FB1AEE" w:rsidRDefault="00E218DF" w:rsidP="00F92D25">
      <w:pPr>
        <w:pStyle w:val="libCenter"/>
        <w:rPr>
          <w:rtl/>
          <w:cs/>
        </w:rPr>
      </w:pPr>
    </w:p>
    <w:sectPr w:rsidR="00E218DF" w:rsidRPr="00FB1AEE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78E" w:rsidRDefault="00F7478E" w:rsidP="008B7801">
      <w:pPr>
        <w:spacing w:after="0" w:line="240" w:lineRule="auto"/>
      </w:pPr>
      <w:r>
        <w:separator/>
      </w:r>
    </w:p>
  </w:endnote>
  <w:endnote w:type="continuationSeparator" w:id="0">
    <w:p w:rsidR="00F7478E" w:rsidRDefault="00F7478E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laimanLipi">
    <w:altName w:val="Arabic Typesetting"/>
    <w:charset w:val="00"/>
    <w:family w:val="script"/>
    <w:pitch w:val="fixed"/>
    <w:sig w:usb0="00000001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9348"/>
      <w:docPartObj>
        <w:docPartGallery w:val="Page Numbers (Bottom of Page)"/>
        <w:docPartUnique/>
      </w:docPartObj>
    </w:sdtPr>
    <w:sdtEndPr/>
    <w:sdtContent>
      <w:p w:rsidR="00603E78" w:rsidRDefault="00791B9D">
        <w:pPr>
          <w:pStyle w:val="Footer"/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="00603E78"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D60A1B">
          <w:rPr>
            <w:rFonts w:ascii="SutonnyMJ" w:hAnsi="SutonnyMJ" w:cs="SutonnyMJ"/>
            <w:noProof/>
          </w:rPr>
          <w:t>50</w:t>
        </w:r>
        <w:r w:rsidRPr="00AA7385">
          <w:rPr>
            <w:rFonts w:ascii="SutonnyMJ" w:hAnsi="SutonnyMJ" w:cs="SutonnyMJ"/>
          </w:rPr>
          <w:fldChar w:fldCharType="end"/>
        </w:r>
      </w:p>
    </w:sdtContent>
  </w:sdt>
  <w:p w:rsidR="00603E78" w:rsidRDefault="00603E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78E" w:rsidRDefault="00F7478E" w:rsidP="008B7801">
      <w:pPr>
        <w:spacing w:after="0" w:line="240" w:lineRule="auto"/>
      </w:pPr>
      <w:r>
        <w:separator/>
      </w:r>
    </w:p>
  </w:footnote>
  <w:footnote w:type="continuationSeparator" w:id="0">
    <w:p w:rsidR="00F7478E" w:rsidRDefault="00F7478E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8C6F26"/>
    <w:rsid w:val="000451DA"/>
    <w:rsid w:val="000737F8"/>
    <w:rsid w:val="00076480"/>
    <w:rsid w:val="000A16E2"/>
    <w:rsid w:val="000B0162"/>
    <w:rsid w:val="000D0FC8"/>
    <w:rsid w:val="000D149E"/>
    <w:rsid w:val="000D641E"/>
    <w:rsid w:val="000E10EE"/>
    <w:rsid w:val="0012712E"/>
    <w:rsid w:val="001648B2"/>
    <w:rsid w:val="00166C49"/>
    <w:rsid w:val="0018195F"/>
    <w:rsid w:val="001A3437"/>
    <w:rsid w:val="00220383"/>
    <w:rsid w:val="00235071"/>
    <w:rsid w:val="00266829"/>
    <w:rsid w:val="00275890"/>
    <w:rsid w:val="0028663A"/>
    <w:rsid w:val="00292BC3"/>
    <w:rsid w:val="00296130"/>
    <w:rsid w:val="002B709B"/>
    <w:rsid w:val="002D15B8"/>
    <w:rsid w:val="002E4766"/>
    <w:rsid w:val="00304CCF"/>
    <w:rsid w:val="003137DA"/>
    <w:rsid w:val="003530C9"/>
    <w:rsid w:val="0038647B"/>
    <w:rsid w:val="003A1605"/>
    <w:rsid w:val="003A380C"/>
    <w:rsid w:val="003D223C"/>
    <w:rsid w:val="003E4BC2"/>
    <w:rsid w:val="00406D51"/>
    <w:rsid w:val="004901CC"/>
    <w:rsid w:val="004A56BA"/>
    <w:rsid w:val="004C57A4"/>
    <w:rsid w:val="00525827"/>
    <w:rsid w:val="00544132"/>
    <w:rsid w:val="00584195"/>
    <w:rsid w:val="005862E0"/>
    <w:rsid w:val="00593844"/>
    <w:rsid w:val="0059796A"/>
    <w:rsid w:val="005D0185"/>
    <w:rsid w:val="005D2D86"/>
    <w:rsid w:val="005D3333"/>
    <w:rsid w:val="00603E78"/>
    <w:rsid w:val="0061174D"/>
    <w:rsid w:val="006308F3"/>
    <w:rsid w:val="00635DD2"/>
    <w:rsid w:val="00645397"/>
    <w:rsid w:val="006479F3"/>
    <w:rsid w:val="006539BC"/>
    <w:rsid w:val="006653DC"/>
    <w:rsid w:val="006746F0"/>
    <w:rsid w:val="00690232"/>
    <w:rsid w:val="006B012D"/>
    <w:rsid w:val="006D197A"/>
    <w:rsid w:val="00707890"/>
    <w:rsid w:val="00733E6E"/>
    <w:rsid w:val="0075520E"/>
    <w:rsid w:val="007719FE"/>
    <w:rsid w:val="00776659"/>
    <w:rsid w:val="00791B9D"/>
    <w:rsid w:val="007D0C93"/>
    <w:rsid w:val="007E3A6A"/>
    <w:rsid w:val="008715EA"/>
    <w:rsid w:val="008A5A1E"/>
    <w:rsid w:val="008B7801"/>
    <w:rsid w:val="008B7DA7"/>
    <w:rsid w:val="008C6F26"/>
    <w:rsid w:val="008D4310"/>
    <w:rsid w:val="008D6263"/>
    <w:rsid w:val="008F0D7B"/>
    <w:rsid w:val="009117EC"/>
    <w:rsid w:val="00934323"/>
    <w:rsid w:val="009437A9"/>
    <w:rsid w:val="0094696C"/>
    <w:rsid w:val="00971119"/>
    <w:rsid w:val="00976CDC"/>
    <w:rsid w:val="009C1F19"/>
    <w:rsid w:val="00A069B8"/>
    <w:rsid w:val="00A07514"/>
    <w:rsid w:val="00A17C87"/>
    <w:rsid w:val="00A2744B"/>
    <w:rsid w:val="00A455D0"/>
    <w:rsid w:val="00A560EA"/>
    <w:rsid w:val="00A6031E"/>
    <w:rsid w:val="00A77675"/>
    <w:rsid w:val="00AA4CF3"/>
    <w:rsid w:val="00AA7385"/>
    <w:rsid w:val="00AB18E8"/>
    <w:rsid w:val="00AB6543"/>
    <w:rsid w:val="00AF4361"/>
    <w:rsid w:val="00B60269"/>
    <w:rsid w:val="00B72CF5"/>
    <w:rsid w:val="00B812F3"/>
    <w:rsid w:val="00BB3936"/>
    <w:rsid w:val="00BE1409"/>
    <w:rsid w:val="00C2470C"/>
    <w:rsid w:val="00C303C9"/>
    <w:rsid w:val="00C53098"/>
    <w:rsid w:val="00C539D3"/>
    <w:rsid w:val="00C80646"/>
    <w:rsid w:val="00C870D6"/>
    <w:rsid w:val="00CB486C"/>
    <w:rsid w:val="00CC48FE"/>
    <w:rsid w:val="00CD0413"/>
    <w:rsid w:val="00CD6645"/>
    <w:rsid w:val="00CE088A"/>
    <w:rsid w:val="00CE09E4"/>
    <w:rsid w:val="00D02065"/>
    <w:rsid w:val="00D27359"/>
    <w:rsid w:val="00D44DB1"/>
    <w:rsid w:val="00D450D2"/>
    <w:rsid w:val="00D457C0"/>
    <w:rsid w:val="00D60A1B"/>
    <w:rsid w:val="00D7533E"/>
    <w:rsid w:val="00D8468A"/>
    <w:rsid w:val="00DB38BB"/>
    <w:rsid w:val="00DF0DAD"/>
    <w:rsid w:val="00DF1559"/>
    <w:rsid w:val="00E218DF"/>
    <w:rsid w:val="00E234BD"/>
    <w:rsid w:val="00E30987"/>
    <w:rsid w:val="00E32589"/>
    <w:rsid w:val="00E400A5"/>
    <w:rsid w:val="00E44241"/>
    <w:rsid w:val="00E52113"/>
    <w:rsid w:val="00E84EB1"/>
    <w:rsid w:val="00E9343A"/>
    <w:rsid w:val="00EB1BF3"/>
    <w:rsid w:val="00EC4B61"/>
    <w:rsid w:val="00ED2366"/>
    <w:rsid w:val="00ED61FD"/>
    <w:rsid w:val="00EE1273"/>
    <w:rsid w:val="00EE7DCD"/>
    <w:rsid w:val="00F11A1C"/>
    <w:rsid w:val="00F20557"/>
    <w:rsid w:val="00F30AA6"/>
    <w:rsid w:val="00F525D6"/>
    <w:rsid w:val="00F7478E"/>
    <w:rsid w:val="00F91E16"/>
    <w:rsid w:val="00F92D25"/>
    <w:rsid w:val="00FB1AEE"/>
    <w:rsid w:val="00FD2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rFonts w:asciiTheme="minorHAnsi" w:eastAsiaTheme="minorHAnsi" w:hAnsiTheme="minorHAnsi"/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7E3A6A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7E3A6A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rFonts w:ascii="SolaimanLipi" w:eastAsia="Times New Roman" w:hAnsi="SolaimanLipi" w:cs="SolaimanLipi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basedOn w:val="libAr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basedOn w:val="libNormal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A455D0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A455D0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rFonts w:ascii="Mangal" w:hAnsi="Mangal" w:cs="Mangal"/>
      <w:i/>
      <w:iCs/>
      <w:color w:val="000000"/>
      <w:sz w:val="28"/>
      <w:szCs w:val="28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rFonts w:ascii="Mangal" w:hAnsi="Mangal" w:cs="Mangal"/>
      <w:color w:val="000000"/>
      <w:sz w:val="28"/>
      <w:szCs w:val="28"/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rFonts w:ascii="Mangal" w:hAnsi="Mangal" w:cs="Mangal"/>
      <w:b/>
      <w:bCs/>
      <w:color w:val="000000"/>
      <w:sz w:val="28"/>
      <w:szCs w:val="28"/>
      <w:u w:val="single"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rFonts w:ascii="Mangal" w:hAnsi="Mangal" w:cs="Mangal"/>
      <w:i/>
      <w:iCs/>
      <w:color w:val="000000"/>
      <w:sz w:val="28"/>
      <w:szCs w:val="28"/>
      <w:u w:val="single"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rFonts w:ascii="Mangal" w:hAnsi="Mangal" w:cs="Mangal"/>
      <w:b/>
      <w:bCs/>
      <w:i/>
      <w:iCs/>
      <w:color w:val="000000"/>
      <w:sz w:val="28"/>
      <w:szCs w:val="28"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 w:cs="Times New Roman"/>
    </w:rPr>
  </w:style>
  <w:style w:type="character" w:customStyle="1" w:styleId="libAlaemChar">
    <w:name w:val="libAlaem Char"/>
    <w:basedOn w:val="libNormal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 w:cstheme="minorBidi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1\Desktop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C0BC1-D2DF-4438-A23B-8BA30DE9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41</TotalTime>
  <Pages>1</Pages>
  <Words>5825</Words>
  <Characters>33204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</dc:creator>
  <cp:lastModifiedBy>E1</cp:lastModifiedBy>
  <cp:revision>8</cp:revision>
  <cp:lastPrinted>2016-02-18T08:35:00Z</cp:lastPrinted>
  <dcterms:created xsi:type="dcterms:W3CDTF">2014-05-06T09:53:00Z</dcterms:created>
  <dcterms:modified xsi:type="dcterms:W3CDTF">2016-02-18T08:35:00Z</dcterms:modified>
</cp:coreProperties>
</file>