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D43" w:rsidRDefault="00C172D4" w:rsidP="00340D43">
      <w:pPr>
        <w:pStyle w:val="libTitr1"/>
        <w:rPr>
          <w:rFonts w:hint="cs"/>
          <w:lang w:bidi="hi-IN"/>
        </w:rPr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जिन्सियात</w:t>
      </w:r>
    </w:p>
    <w:p w:rsidR="00340D43" w:rsidRDefault="00340D43" w:rsidP="00340D43">
      <w:pPr>
        <w:pStyle w:val="libTitr2"/>
        <w:rPr>
          <w:rFonts w:hint="cs"/>
          <w:lang w:bidi="hi-IN"/>
        </w:rPr>
      </w:pPr>
      <w:r>
        <w:rPr>
          <w:rFonts w:hint="cs"/>
          <w:cs/>
          <w:lang w:bidi="hi-IN"/>
        </w:rPr>
        <w:t>लेखकः डा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</w:p>
    <w:p w:rsidR="00340D43" w:rsidRPr="00C64EB4" w:rsidRDefault="00340D43" w:rsidP="00340D43">
      <w:pPr>
        <w:pStyle w:val="libnotice0"/>
      </w:pPr>
      <w:r w:rsidRPr="006B240B">
        <w:rPr>
          <w:rStyle w:val="libNoticeChar"/>
          <w:rFonts w:hint="cs"/>
          <w:cs/>
          <w:lang w:bidi="hi-IN"/>
        </w:rPr>
        <w:t>नोटः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ये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अलहसनैन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इस्लामी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नेटवर्क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ज़रीऐ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अपने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पाठको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लिऐ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कराई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और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इस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किताब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मे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टाइप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वग़ैरा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की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ग़लतीयो</w:t>
      </w:r>
      <w:r w:rsidRPr="00EA6470">
        <w:rPr>
          <w:rStyle w:val="libNoticeChar"/>
          <w:rtl/>
          <w:cs/>
        </w:rPr>
        <w:t xml:space="preserve"> </w:t>
      </w:r>
      <w:r>
        <w:rPr>
          <w:rStyle w:val="libNoticeChar"/>
          <w:rFonts w:hint="cs"/>
          <w:cs/>
          <w:lang w:bidi="hi-IN"/>
        </w:rPr>
        <w:t>को सुधार दिया गया</w:t>
      </w:r>
      <w:r w:rsidRPr="00EA6470">
        <w:rPr>
          <w:rStyle w:val="libNoticeChar"/>
          <w:rtl/>
          <w:cs/>
        </w:rPr>
        <w:t xml:space="preserve"> </w:t>
      </w:r>
      <w:r w:rsidRPr="006B240B">
        <w:rPr>
          <w:rStyle w:val="libNoticeChar"/>
          <w:rFonts w:hint="cs"/>
          <w:cs/>
          <w:lang w:bidi="hi-IN"/>
        </w:rPr>
        <w:t>है।</w:t>
      </w:r>
    </w:p>
    <w:p w:rsidR="00340D43" w:rsidRPr="00DD2582" w:rsidRDefault="00340D43" w:rsidP="00340D43">
      <w:pPr>
        <w:jc w:val="center"/>
        <w:rPr>
          <w:b/>
          <w:bCs/>
          <w:color w:val="002060"/>
          <w:sz w:val="30"/>
          <w:szCs w:val="27"/>
          <w:lang w:bidi="ur-PK"/>
        </w:rPr>
      </w:pPr>
      <w:r>
        <w:rPr>
          <w:b/>
          <w:bCs/>
          <w:color w:val="002060"/>
          <w:sz w:val="30"/>
          <w:szCs w:val="27"/>
          <w:lang w:bidi="ur-PK"/>
        </w:rPr>
        <w:t>Alhassanain.org/hindi</w:t>
      </w:r>
    </w:p>
    <w:p w:rsidR="00340D43" w:rsidRDefault="00340D4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340D43">
      <w:pPr>
        <w:pStyle w:val="Heading1"/>
      </w:pPr>
      <w:bookmarkStart w:id="0" w:name="_Toc479593015"/>
      <w:r>
        <w:rPr>
          <w:rFonts w:hint="cs"/>
          <w:cs/>
          <w:lang w:bidi="hi-IN"/>
        </w:rPr>
        <w:lastRenderedPageBreak/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bookmarkEnd w:id="0"/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नामः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पिताः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माताः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श्रीमती</w:t>
      </w:r>
      <w:r>
        <w:rPr>
          <w:cs/>
          <w:lang w:bidi="hi-IN"/>
        </w:rPr>
        <w:t xml:space="preserve"> </w:t>
      </w:r>
      <w:r w:rsidR="00340D43">
        <w:rPr>
          <w:rFonts w:hint="cs"/>
          <w:cs/>
          <w:lang w:bidi="hi-IN"/>
        </w:rPr>
        <w:t>सैय्यदा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बेगम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तिथि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उन्नीस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बासठ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 (</w:t>
      </w:r>
      <w:r>
        <w:t xml:space="preserve">02-07-1962), </w:t>
      </w:r>
      <w:r>
        <w:rPr>
          <w:rFonts w:hint="cs"/>
          <w:cs/>
          <w:lang w:bidi="hi-IN"/>
        </w:rPr>
        <w:t>लखनऊ</w:t>
      </w:r>
      <w:r>
        <w:t xml:space="preserve">, </w:t>
      </w:r>
      <w:r>
        <w:rPr>
          <w:rFonts w:hint="cs"/>
          <w:cs/>
          <w:lang w:bidi="hi-IN"/>
        </w:rPr>
        <w:t>यू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>.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भाईः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बहनः</w:t>
      </w:r>
      <w:r>
        <w:rPr>
          <w:cs/>
          <w:lang w:bidi="hi-IN"/>
        </w:rPr>
        <w:t xml:space="preserve"> </w:t>
      </w:r>
      <w:r w:rsidR="00340D43"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पत्नीः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सज्जाद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पुत्रः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अस्करी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शैक्षिक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योगताः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एच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डी</w:t>
      </w:r>
      <w:r>
        <w:rPr>
          <w:cs/>
          <w:lang w:bidi="hi-IN"/>
        </w:rPr>
        <w:t>. (</w:t>
      </w:r>
      <w:r>
        <w:rPr>
          <w:rFonts w:hint="cs"/>
          <w:cs/>
          <w:lang w:bidi="hi-IN"/>
        </w:rPr>
        <w:t>फ़ारसी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विश्वविधालय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सनदुल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अफ़ाज़िल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सुल्तानुल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मदारिस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मौलवी</w:t>
      </w:r>
      <w:r>
        <w:t xml:space="preserve">, </w:t>
      </w:r>
      <w:r>
        <w:rPr>
          <w:rFonts w:hint="cs"/>
          <w:cs/>
          <w:lang w:bidi="hi-IN"/>
        </w:rPr>
        <w:t>कामिल</w:t>
      </w:r>
      <w:r>
        <w:t xml:space="preserve">, </w:t>
      </w:r>
      <w:r>
        <w:rPr>
          <w:rFonts w:hint="cs"/>
          <w:cs/>
          <w:lang w:bidi="hi-IN"/>
        </w:rPr>
        <w:t>फ़ाज़िले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फ़िकह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बोर्ड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पुस्तकेः</w:t>
      </w:r>
      <w:r>
        <w:rPr>
          <w:cs/>
          <w:lang w:bidi="hi-IN"/>
        </w:rPr>
        <w:t>-</w:t>
      </w:r>
      <w:r>
        <w:t xml:space="preserve">1. </w:t>
      </w:r>
      <w:r>
        <w:rPr>
          <w:rFonts w:hint="cs"/>
          <w:cs/>
          <w:lang w:bidi="hi-IN"/>
        </w:rPr>
        <w:t>परवीन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ऐतीसामी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शायरी</w:t>
      </w:r>
      <w:r>
        <w:t>, 1984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>.</w:t>
      </w:r>
    </w:p>
    <w:p w:rsidR="00C172D4" w:rsidRDefault="00C172D4" w:rsidP="00C172D4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शायरी</w:t>
      </w:r>
      <w:r>
        <w:t>, 1988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>. (</w:t>
      </w:r>
      <w:r>
        <w:rPr>
          <w:rFonts w:hint="cs"/>
          <w:cs/>
          <w:lang w:bidi="hi-IN"/>
        </w:rPr>
        <w:t>उ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प्र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अकादमी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>)</w:t>
      </w:r>
    </w:p>
    <w:p w:rsidR="00C172D4" w:rsidRDefault="00C172D4" w:rsidP="00C172D4">
      <w:pPr>
        <w:pStyle w:val="libNormal"/>
      </w:pPr>
      <w:r>
        <w:lastRenderedPageBreak/>
        <w:t xml:space="preserve">3.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शख्सियात</w:t>
      </w:r>
      <w:r>
        <w:rPr>
          <w:cs/>
          <w:lang w:bidi="hi-IN"/>
        </w:rPr>
        <w:t xml:space="preserve"> </w:t>
      </w:r>
      <w:r>
        <w:t>1992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 xml:space="preserve">, </w:t>
      </w:r>
      <w:r>
        <w:rPr>
          <w:rFonts w:hint="cs"/>
          <w:cs/>
          <w:lang w:bidi="hi-IN"/>
        </w:rPr>
        <w:t>निज़ामी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t>, (</w:t>
      </w:r>
      <w:r>
        <w:rPr>
          <w:rFonts w:hint="cs"/>
          <w:cs/>
          <w:lang w:bidi="hi-IN"/>
        </w:rPr>
        <w:t>उ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प्र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अकादमी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पुस्तकें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मेमोरियल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कमेटी</w:t>
      </w:r>
      <w:r>
        <w:t xml:space="preserve">,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प्र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t xml:space="preserve">4.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जिन्सियात</w:t>
      </w:r>
      <w:r>
        <w:t>, 1994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प्रकाशित।</w:t>
      </w:r>
    </w:p>
    <w:p w:rsidR="00C172D4" w:rsidRDefault="00C172D4" w:rsidP="00C172D4">
      <w:pPr>
        <w:pStyle w:val="libNormal"/>
      </w:pPr>
      <w:r>
        <w:t xml:space="preserve">5.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>)</w:t>
      </w:r>
      <w:r>
        <w:t>, 1995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प्रकाशित।</w:t>
      </w:r>
    </w:p>
    <w:p w:rsidR="00C172D4" w:rsidRDefault="00C172D4" w:rsidP="00C172D4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रिसालः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नख्लबन्दी</w:t>
      </w:r>
      <w:r>
        <w:t xml:space="preserve">, </w:t>
      </w:r>
      <w:r>
        <w:rPr>
          <w:rFonts w:hint="cs"/>
          <w:cs/>
          <w:lang w:bidi="hi-IN"/>
        </w:rPr>
        <w:t>मुकददमः</w:t>
      </w:r>
      <w:r>
        <w:t>,</w:t>
      </w:r>
      <w:r w:rsidR="00340D43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प्रकाशनाधीन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(</w:t>
      </w:r>
      <w:r>
        <w:t xml:space="preserve">50)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साहित्यिक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कार्यः</w:t>
      </w:r>
      <w:r>
        <w:rPr>
          <w:cs/>
          <w:lang w:bidi="hi-IN"/>
        </w:rPr>
        <w:t xml:space="preserve">- </w:t>
      </w:r>
      <w:r>
        <w:t xml:space="preserve">1. </w:t>
      </w:r>
      <w:r>
        <w:rPr>
          <w:rFonts w:hint="cs"/>
          <w:cs/>
          <w:lang w:bidi="hi-IN"/>
        </w:rPr>
        <w:t>पार्ट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लेक्चरर</w:t>
      </w:r>
      <w:r>
        <w:rPr>
          <w:cs/>
          <w:lang w:bidi="hi-IN"/>
        </w:rPr>
        <w:t xml:space="preserve"> (</w:t>
      </w:r>
      <w:r>
        <w:t>Part time Lecturer)</w:t>
      </w:r>
      <w:r w:rsidR="005F0C55">
        <w:t xml:space="preserve"> </w:t>
      </w:r>
      <w:r>
        <w:rPr>
          <w:rFonts w:hint="cs"/>
          <w:cs/>
          <w:lang w:bidi="hi-IN"/>
        </w:rPr>
        <w:t>डिपार्टमेन्ट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ओरिएन्टल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स्टडीज़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परशियन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t xml:space="preserve">, </w:t>
      </w:r>
      <w:r>
        <w:rPr>
          <w:rFonts w:hint="cs"/>
          <w:cs/>
          <w:lang w:bidi="hi-IN"/>
        </w:rPr>
        <w:t>यूनिवर्सिटी।</w:t>
      </w:r>
    </w:p>
    <w:p w:rsidR="00C172D4" w:rsidRDefault="00C172D4" w:rsidP="00C172D4">
      <w:pPr>
        <w:pStyle w:val="libNormal"/>
      </w:pPr>
      <w:r>
        <w:t xml:space="preserve">2. </w:t>
      </w:r>
      <w:r>
        <w:rPr>
          <w:rFonts w:hint="cs"/>
          <w:cs/>
          <w:lang w:bidi="hi-IN"/>
        </w:rPr>
        <w:t>शोध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तरतीब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तज़किरः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अरफ़ात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आशिकीन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औहदी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डी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लिट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रिसर्च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ऐसोसिएट</w:t>
      </w:r>
      <w:r>
        <w:t xml:space="preserve">, </w:t>
      </w:r>
      <w:r>
        <w:rPr>
          <w:rFonts w:hint="cs"/>
          <w:cs/>
          <w:lang w:bidi="hi-IN"/>
        </w:rPr>
        <w:t>यू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डिपार्टमेन्ट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परशियन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यूनिवर्सिटी</w:t>
      </w:r>
      <w:r>
        <w:rPr>
          <w:cs/>
          <w:lang w:bidi="hi-IN"/>
        </w:rPr>
        <w:t>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पताः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t xml:space="preserve">, 450/128/13, </w:t>
      </w:r>
      <w:r>
        <w:rPr>
          <w:rFonts w:hint="cs"/>
          <w:cs/>
          <w:lang w:bidi="hi-IN"/>
        </w:rPr>
        <w:t>फ्रेन्डस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कालोनी</w:t>
      </w:r>
      <w:r>
        <w:t xml:space="preserve">, </w:t>
      </w:r>
      <w:r>
        <w:rPr>
          <w:rFonts w:hint="cs"/>
          <w:cs/>
          <w:lang w:bidi="hi-IN"/>
        </w:rPr>
        <w:t>न्यु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t>– (226) 003 (</w:t>
      </w:r>
      <w:r>
        <w:rPr>
          <w:rFonts w:hint="cs"/>
          <w:cs/>
          <w:lang w:bidi="hi-IN"/>
        </w:rPr>
        <w:t>यू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>.)</w:t>
      </w:r>
      <w:r w:rsidR="005F0C55">
        <w:rPr>
          <w:cs/>
          <w:lang w:bidi="hi-IN"/>
        </w:rPr>
        <w:t xml:space="preserve"> </w:t>
      </w:r>
    </w:p>
    <w:p w:rsidR="00340D43" w:rsidRDefault="00C172D4" w:rsidP="00340D43">
      <w:pPr>
        <w:pStyle w:val="libNormal"/>
      </w:pPr>
      <w:r>
        <w:t xml:space="preserve"> </w:t>
      </w:r>
    </w:p>
    <w:p w:rsidR="00340D43" w:rsidRDefault="00340D43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>
        <w:lastRenderedPageBreak/>
        <w:br w:type="page"/>
      </w:r>
    </w:p>
    <w:p w:rsidR="00C172D4" w:rsidRDefault="00C172D4" w:rsidP="00340D43">
      <w:pPr>
        <w:pStyle w:val="Heading1"/>
      </w:pPr>
      <w:bookmarkStart w:id="1" w:name="_Toc479593016"/>
      <w:r>
        <w:rPr>
          <w:rFonts w:hint="cs"/>
          <w:cs/>
          <w:lang w:bidi="hi-IN"/>
        </w:rPr>
        <w:lastRenderedPageBreak/>
        <w:t>प्राक्कथन</w:t>
      </w:r>
      <w:bookmarkEnd w:id="1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.)</w:t>
      </w:r>
      <w:r>
        <w:t xml:space="preserve">,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शीकायती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t xml:space="preserve">,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धमका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-------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----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---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भिजवाया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lastRenderedPageBreak/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----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बताइये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---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सुक़ून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पलटा</w:t>
      </w:r>
      <w:r>
        <w:rPr>
          <w:cs/>
          <w:lang w:bidi="hi-IN"/>
        </w:rPr>
        <w:t xml:space="preserve"> ---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t xml:space="preserve">,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फाज़िल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----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बैठते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340D43">
        <w:rPr>
          <w:cs/>
          <w:lang w:bidi="hi-IN"/>
        </w:rPr>
        <w:t>।</w:t>
      </w:r>
    </w:p>
    <w:p w:rsidR="00C172D4" w:rsidRDefault="00C172D4" w:rsidP="00C172D4">
      <w:pPr>
        <w:pStyle w:val="libNormal"/>
      </w:pPr>
      <w:r>
        <w:t xml:space="preserve"> “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--------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5F0C55">
        <w:t>”</w:t>
      </w:r>
      <w:r w:rsidR="005F0C55">
        <w:rPr>
          <w:cs/>
          <w:lang w:bidi="hi-IN"/>
        </w:rPr>
        <w:t>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अखलाक़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तोहफ़त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--------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t xml:space="preserve">,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सोचना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विस्त्रत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हस्तमैथुन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इग़लाम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गुदमैथुन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जारकर्म</w:t>
      </w:r>
      <w:r>
        <w:t xml:space="preserve">, </w:t>
      </w:r>
      <w:r>
        <w:rPr>
          <w:rFonts w:hint="cs"/>
          <w:cs/>
          <w:lang w:bidi="hi-IN"/>
        </w:rPr>
        <w:t>हरामकारी</w:t>
      </w:r>
      <w:r>
        <w:t xml:space="preserve">,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वैज्ञानिक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1400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हस्तमैथुन</w:t>
      </w:r>
      <w:r>
        <w:t xml:space="preserve">, </w:t>
      </w:r>
      <w:r>
        <w:rPr>
          <w:rFonts w:hint="cs"/>
          <w:cs/>
          <w:lang w:bidi="hi-IN"/>
        </w:rPr>
        <w:t>गुदमैथुन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t xml:space="preserve">,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शास्त्री</w:t>
      </w:r>
      <w:r>
        <w:t xml:space="preserve">,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स्वस्थ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प्ररकृतिक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t>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वणिर्त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t>“</w:t>
      </w:r>
      <w:r>
        <w:rPr>
          <w:rFonts w:hint="cs"/>
          <w:cs/>
          <w:lang w:bidi="hi-IN"/>
        </w:rPr>
        <w:t>सेक्स</w:t>
      </w:r>
      <w:r>
        <w:rPr>
          <w:rFonts w:hint="eastAsia"/>
        </w:rPr>
        <w:t>”</w:t>
      </w:r>
      <w: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-------- 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 xml:space="preserve">: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सीखता</w:t>
      </w:r>
      <w:r>
        <w:t xml:space="preserve">,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मुस्तहब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खराबी</w:t>
      </w:r>
      <w:r>
        <w:t xml:space="preserve">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लज़्ज़त</w:t>
      </w:r>
      <w:r>
        <w:t xml:space="preserve">,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रूचि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t xml:space="preserve">,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रहिनम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प्रवचन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t xml:space="preserve">,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प्रावचनों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हस्तमैथुन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गुदमैथुन</w:t>
      </w:r>
      <w:r>
        <w:t xml:space="preserve">,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आइम्मा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प्रावचनों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हस्तमैथुन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गुदमैथुन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तनदुरुस्ती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</w:t>
      </w:r>
      <w:r>
        <w:rPr>
          <w:cs/>
          <w:lang w:bidi="hi-IN"/>
        </w:rPr>
        <w:t>: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प्रवचन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निक़ाह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t>1400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तीसरा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आवश्यक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t xml:space="preserve">, </w:t>
      </w:r>
      <w:r>
        <w:rPr>
          <w:rFonts w:hint="cs"/>
          <w:cs/>
          <w:lang w:bidi="hi-IN"/>
        </w:rPr>
        <w:t>महीना</w:t>
      </w:r>
      <w:r>
        <w:t xml:space="preserve">, </w:t>
      </w:r>
      <w:r>
        <w:rPr>
          <w:rFonts w:hint="cs"/>
          <w:cs/>
          <w:lang w:bidi="hi-IN"/>
        </w:rPr>
        <w:t>तारीख</w:t>
      </w:r>
      <w:r>
        <w:t xml:space="preserve">, </w:t>
      </w:r>
      <w:r>
        <w:rPr>
          <w:rFonts w:hint="cs"/>
          <w:cs/>
          <w:lang w:bidi="hi-IN"/>
        </w:rPr>
        <w:t>दिन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महर</w:t>
      </w:r>
      <w:r>
        <w:t xml:space="preserve">, </w:t>
      </w:r>
      <w:r>
        <w:rPr>
          <w:rFonts w:hint="cs"/>
          <w:cs/>
          <w:lang w:bidi="hi-IN"/>
        </w:rPr>
        <w:t>दहेज</w:t>
      </w:r>
      <w:r>
        <w:t xml:space="preserve">, </w:t>
      </w:r>
      <w:r>
        <w:rPr>
          <w:rFonts w:hint="cs"/>
          <w:cs/>
          <w:lang w:bidi="hi-IN"/>
        </w:rPr>
        <w:t>निकाह</w:t>
      </w:r>
      <w:r>
        <w:t xml:space="preserve">, </w:t>
      </w:r>
      <w:r>
        <w:rPr>
          <w:rFonts w:hint="cs"/>
          <w:cs/>
          <w:lang w:bidi="hi-IN"/>
        </w:rPr>
        <w:t>रुखसती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पाचवे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>-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वर्जित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हुर्मत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मक्रूहात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मुसतहिब्बात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वाजेबाते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बेमीसाल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शीर्षक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प्रावचनों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कमीयाँ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ग़फूर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जुटाने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ज्योलोजिकल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इन्डिया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जनसमंपर्क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विभाग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साजिद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ज़ैदपुरी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सुल्तानुल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मदारिस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उ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प्र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अकादमी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एडवोकेट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एहतिशाम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टांडा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तनज़ीमुल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मकातिब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प्र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सचिवालय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अज़ीज़ुल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कलचरल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हाऊस</w:t>
      </w:r>
      <w:r>
        <w:t xml:space="preserve">,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बनारस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इरफान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ज़ंगीपुरी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अकादमी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दूल्हीपुर</w:t>
      </w:r>
      <w:r>
        <w:t xml:space="preserve">, </w:t>
      </w:r>
      <w:r>
        <w:rPr>
          <w:rFonts w:hint="cs"/>
          <w:cs/>
          <w:lang w:bidi="hi-IN"/>
        </w:rPr>
        <w:t>बनारस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महमूद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डिग्री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कालेज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इराक़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पंजाबी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यूनीवर्सिटी</w:t>
      </w:r>
      <w:r>
        <w:t xml:space="preserve">, </w:t>
      </w:r>
      <w:r>
        <w:rPr>
          <w:rFonts w:hint="cs"/>
          <w:cs/>
          <w:lang w:bidi="hi-IN"/>
        </w:rPr>
        <w:t>पटीयाला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लखनऊ</w:t>
      </w:r>
      <w:r>
        <w:t xml:space="preserve">, </w:t>
      </w:r>
      <w:r>
        <w:rPr>
          <w:rFonts w:hint="cs"/>
          <w:cs/>
          <w:lang w:bidi="hi-IN"/>
        </w:rPr>
        <w:t>यूनीवर्सिटी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मुजताबा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जाबिर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जौरासी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सम्पादक</w:t>
      </w:r>
      <w:r>
        <w:t xml:space="preserve">, </w:t>
      </w:r>
      <w:r>
        <w:rPr>
          <w:rFonts w:hint="cs"/>
          <w:cs/>
          <w:lang w:bidi="hi-IN"/>
        </w:rPr>
        <w:t>इस्लाह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निजाबत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अदीब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बरेली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ब्रान्च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मुफ्तीगंज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धन्यवाद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जामे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तबलीग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फंसवाकर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साजिदा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तबातबाई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एजेन्सी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अलिफ</w:t>
      </w:r>
      <w:r>
        <w:t xml:space="preserve">,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किताबें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छपवाने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अगस्त</w:t>
      </w:r>
      <w:r>
        <w:rPr>
          <w:cs/>
          <w:lang w:bidi="hi-IN"/>
        </w:rPr>
        <w:t xml:space="preserve"> </w:t>
      </w:r>
      <w:r>
        <w:t>1994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लोकप्रियता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राष्ट्र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देवनागरी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सौंपी।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लाभान्वित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अनदाज़ः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प्रावचनों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t xml:space="preserve">,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आमीन।</w:t>
      </w:r>
    </w:p>
    <w:p w:rsidR="00C172D4" w:rsidRDefault="00C172D4" w:rsidP="00340D43">
      <w:pPr>
        <w:pStyle w:val="libNormal"/>
      </w:pPr>
      <w:r>
        <w:rPr>
          <w:rFonts w:hint="cs"/>
          <w:cs/>
          <w:lang w:bidi="hi-IN"/>
        </w:rPr>
        <w:t>मोहम्मद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t xml:space="preserve">, 450/128/13, </w:t>
      </w:r>
      <w:r>
        <w:rPr>
          <w:rFonts w:hint="cs"/>
          <w:cs/>
          <w:lang w:bidi="hi-IN"/>
        </w:rPr>
        <w:t>फ्रेन्डस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कालोनी</w:t>
      </w:r>
      <w:r>
        <w:t xml:space="preserve">, </w:t>
      </w:r>
      <w:r>
        <w:rPr>
          <w:rFonts w:hint="cs"/>
          <w:cs/>
          <w:lang w:bidi="hi-IN"/>
        </w:rPr>
        <w:t>न्यू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मुफ़्तीगंज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-</w:t>
      </w:r>
      <w:r>
        <w:t>226003 (</w:t>
      </w:r>
      <w:r>
        <w:rPr>
          <w:rFonts w:hint="cs"/>
          <w:cs/>
          <w:lang w:bidi="hi-IN"/>
        </w:rPr>
        <w:t>यू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>.) (</w:t>
      </w:r>
      <w:r>
        <w:t xml:space="preserve">10) </w:t>
      </w:r>
      <w:r>
        <w:rPr>
          <w:rFonts w:hint="cs"/>
          <w:cs/>
          <w:lang w:bidi="hi-IN"/>
        </w:rPr>
        <w:t>सितम्बर</w:t>
      </w:r>
      <w:r>
        <w:rPr>
          <w:cs/>
          <w:lang w:bidi="hi-IN"/>
        </w:rPr>
        <w:t xml:space="preserve"> </w:t>
      </w:r>
      <w:r>
        <w:t>1994</w:t>
      </w:r>
    </w:p>
    <w:p w:rsidR="00C172D4" w:rsidRDefault="00C172D4" w:rsidP="00C172D4">
      <w:pPr>
        <w:pStyle w:val="libNormal"/>
      </w:pPr>
    </w:p>
    <w:p w:rsidR="00340D43" w:rsidRDefault="00340D4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5F0C55">
      <w:pPr>
        <w:pStyle w:val="Heading1Center"/>
      </w:pPr>
      <w:bookmarkStart w:id="2" w:name="_Toc479593017"/>
      <w:r>
        <w:rPr>
          <w:rFonts w:hint="cs"/>
          <w:cs/>
        </w:rPr>
        <w:lastRenderedPageBreak/>
        <w:t>पहला</w:t>
      </w:r>
      <w:r>
        <w:rPr>
          <w:cs/>
        </w:rPr>
        <w:t xml:space="preserve"> </w:t>
      </w:r>
      <w:r>
        <w:rPr>
          <w:rFonts w:hint="cs"/>
          <w:cs/>
        </w:rPr>
        <w:t>अध्याय</w:t>
      </w:r>
      <w:bookmarkEnd w:id="2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ab/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मैतुन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मैतुन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बलात्कार</w:t>
      </w:r>
    </w:p>
    <w:p w:rsidR="00C172D4" w:rsidRDefault="00C172D4" w:rsidP="00C172D4">
      <w:pPr>
        <w:pStyle w:val="libNormal"/>
      </w:pP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सम्बन्घित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नाकामयाबी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340D43" w:rsidRDefault="00C172D4" w:rsidP="00340D43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सोचना</w:t>
      </w:r>
      <w:r>
        <w:t xml:space="preserve">, </w:t>
      </w:r>
      <w:r>
        <w:rPr>
          <w:rFonts w:hint="cs"/>
          <w:cs/>
          <w:lang w:bidi="hi-IN"/>
        </w:rPr>
        <w:t>पढ</w:t>
      </w:r>
      <w:r w:rsidR="00340D43">
        <w:rPr>
          <w:rFonts w:hint="cs"/>
          <w:cs/>
          <w:lang w:bidi="hi-IN"/>
        </w:rPr>
        <w:t>़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इद्रिंयों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तक़्वा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340D43">
        <w:rPr>
          <w:rFonts w:hint="cs"/>
          <w:cs/>
          <w:lang w:bidi="hi-IN"/>
        </w:rPr>
        <w:t>परहे</w:t>
      </w:r>
      <w:r>
        <w:rPr>
          <w:rFonts w:hint="cs"/>
          <w:cs/>
          <w:lang w:bidi="hi-IN"/>
        </w:rPr>
        <w:t>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340D43">
        <w:rPr>
          <w:cs/>
          <w:lang w:bidi="hi-IN"/>
        </w:rPr>
        <w:t>।</w:t>
      </w:r>
    </w:p>
    <w:p w:rsidR="00340D43" w:rsidRDefault="00340D43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5F0C55" w:rsidRDefault="00C172D4" w:rsidP="005F0C55">
      <w:pPr>
        <w:pStyle w:val="Heading1"/>
        <w:rPr>
          <w:rFonts w:hint="cs"/>
          <w:lang w:bidi="hi-IN"/>
        </w:rPr>
      </w:pPr>
      <w:bookmarkStart w:id="3" w:name="_Toc479593018"/>
      <w:r w:rsidRPr="005F0C55">
        <w:rPr>
          <w:rFonts w:hint="cs"/>
          <w:cs/>
          <w:lang w:bidi="hi-IN"/>
        </w:rPr>
        <w:lastRenderedPageBreak/>
        <w:t>सेक्स</w:t>
      </w:r>
      <w:r w:rsidRPr="005F0C55">
        <w:rPr>
          <w:rFonts w:eastAsia="Calibri"/>
          <w:cs/>
        </w:rPr>
        <w:t xml:space="preserve"> </w:t>
      </w:r>
      <w:r w:rsidRPr="005F0C55">
        <w:rPr>
          <w:rFonts w:hint="cs"/>
          <w:cs/>
          <w:lang w:bidi="hi-IN"/>
        </w:rPr>
        <w:t>और</w:t>
      </w:r>
      <w:r w:rsidRPr="005F0C55">
        <w:rPr>
          <w:rFonts w:eastAsia="Calibri"/>
          <w:cs/>
        </w:rPr>
        <w:t xml:space="preserve"> </w:t>
      </w:r>
      <w:r w:rsidRPr="005F0C55">
        <w:rPr>
          <w:rFonts w:hint="cs"/>
          <w:cs/>
          <w:lang w:bidi="hi-IN"/>
        </w:rPr>
        <w:t>प्रकृति</w:t>
      </w:r>
      <w:bookmarkEnd w:id="3"/>
    </w:p>
    <w:p w:rsidR="00C172D4" w:rsidRDefault="00C172D4" w:rsidP="005F0C55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(</w:t>
      </w:r>
      <w:r>
        <w:t>1)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पेङों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340D43">
        <w:rPr>
          <w:cs/>
          <w:lang w:bidi="hi-IN"/>
        </w:rPr>
        <w:t>: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मुशाबिहत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t>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बकरी</w:t>
      </w:r>
      <w:r>
        <w:t xml:space="preserve">, </w:t>
      </w:r>
      <w:r>
        <w:rPr>
          <w:rFonts w:hint="cs"/>
          <w:cs/>
          <w:lang w:bidi="hi-IN"/>
        </w:rPr>
        <w:t>गाय</w:t>
      </w:r>
      <w:r>
        <w:t xml:space="preserve">, </w:t>
      </w:r>
      <w:r>
        <w:rPr>
          <w:rFonts w:hint="cs"/>
          <w:cs/>
          <w:lang w:bidi="hi-IN"/>
        </w:rPr>
        <w:t>भैंस</w:t>
      </w:r>
      <w:r>
        <w:t xml:space="preserve">, </w:t>
      </w:r>
      <w:r>
        <w:rPr>
          <w:rFonts w:hint="cs"/>
          <w:cs/>
          <w:lang w:bidi="hi-IN"/>
        </w:rPr>
        <w:t>सुअर</w:t>
      </w:r>
      <w:r>
        <w:t xml:space="preserve">,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t xml:space="preserve">,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3)</w:t>
      </w:r>
    </w:p>
    <w:p w:rsidR="00C172D4" w:rsidRDefault="00C172D4" w:rsidP="005F0C55">
      <w:pPr>
        <w:pStyle w:val="libNormal"/>
      </w:pP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अथवा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 w:rsidR="00340D43">
        <w:rPr>
          <w:cs/>
          <w:lang w:bidi="hi-IN"/>
        </w:rPr>
        <w:cr/>
      </w:r>
      <w:r>
        <w:rPr>
          <w:rFonts w:hint="eastAsia"/>
        </w:rPr>
        <w:t>“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t>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सम्बन्दित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पढकर।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</w:t>
      </w:r>
      <w:r w:rsidR="00340D43">
        <w:rPr>
          <w:cs/>
          <w:lang w:bidi="hi-IN"/>
        </w:rPr>
        <w:t>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तनदुरुस्त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F0C55" w:rsidRDefault="005F0C55" w:rsidP="00C172D4">
      <w:pPr>
        <w:pStyle w:val="libNormal"/>
        <w:rPr>
          <w:rFonts w:hint="cs"/>
          <w:lang w:bidi="hi-IN"/>
        </w:rPr>
      </w:pPr>
    </w:p>
    <w:p w:rsidR="005F0C55" w:rsidRDefault="00C172D4" w:rsidP="005F0C55">
      <w:pPr>
        <w:pStyle w:val="Heading1"/>
        <w:rPr>
          <w:rFonts w:hint="cs"/>
          <w:lang w:bidi="hi-IN"/>
        </w:rPr>
      </w:pPr>
      <w:bookmarkStart w:id="4" w:name="_Toc479593019"/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bookmarkEnd w:id="4"/>
    </w:p>
    <w:p w:rsidR="00C172D4" w:rsidRDefault="00C172D4" w:rsidP="005F0C55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बालिग</w:t>
      </w:r>
      <w:r w:rsidR="005F0C55">
        <w:rPr>
          <w:rFonts w:hint="cs"/>
          <w:cs/>
          <w:lang w:bidi="hi-IN"/>
        </w:rPr>
        <w:t>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दाढी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मूंछ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बग़लों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नाभि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t xml:space="preserve">, </w:t>
      </w:r>
      <w:r>
        <w:rPr>
          <w:rFonts w:hint="cs"/>
          <w:cs/>
          <w:lang w:bidi="hi-IN"/>
        </w:rPr>
        <w:t>लडके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वीर्य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>)(</w:t>
      </w:r>
      <w:r>
        <w:t xml:space="preserve">5)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हैज़</w:t>
      </w:r>
      <w:r>
        <w:t xml:space="preserve">, </w:t>
      </w:r>
      <w:r>
        <w:rPr>
          <w:rFonts w:hint="cs"/>
          <w:cs/>
          <w:lang w:bidi="hi-IN"/>
        </w:rPr>
        <w:t>आर्तव</w:t>
      </w:r>
      <w:r>
        <w:rPr>
          <w:cs/>
          <w:lang w:bidi="hi-IN"/>
        </w:rPr>
        <w:t>)(</w:t>
      </w:r>
      <w:r>
        <w:t xml:space="preserve">6)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तूफानी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?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आव्श्यकता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खिंचता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पुरुष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खिंचती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भटक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मसतानी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(</w:t>
      </w:r>
      <w:r>
        <w:t xml:space="preserve">7)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5F0C55" w:rsidRDefault="00C172D4" w:rsidP="005F0C55">
      <w:pPr>
        <w:pStyle w:val="Heading1"/>
        <w:rPr>
          <w:rFonts w:hint="cs"/>
          <w:lang w:bidi="hi-IN"/>
        </w:rPr>
      </w:pPr>
      <w:bookmarkStart w:id="5" w:name="_Toc479593020"/>
      <w:r>
        <w:rPr>
          <w:rFonts w:hint="cs"/>
          <w:cs/>
          <w:lang w:bidi="hi-IN"/>
        </w:rPr>
        <w:lastRenderedPageBreak/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bookmarkEnd w:id="5"/>
    </w:p>
    <w:p w:rsidR="00C172D4" w:rsidRDefault="00C172D4" w:rsidP="005F0C55">
      <w:pPr>
        <w:pStyle w:val="libNormal"/>
      </w:pP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इंज़ाल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 xml:space="preserve">8)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सूजन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असंबध्दता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बेकाइदगी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संख्या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t xml:space="preserve">, </w:t>
      </w:r>
      <w:r>
        <w:rPr>
          <w:rFonts w:hint="cs"/>
          <w:cs/>
          <w:lang w:bidi="hi-IN"/>
        </w:rPr>
        <w:t>बात</w:t>
      </w:r>
      <w:r>
        <w:t xml:space="preserve">,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लिगं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लिगं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हल्की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सहलाते</w:t>
      </w:r>
      <w:r>
        <w:t xml:space="preserve">, </w:t>
      </w:r>
      <w:r>
        <w:rPr>
          <w:rFonts w:hint="cs"/>
          <w:cs/>
          <w:lang w:bidi="hi-IN"/>
        </w:rPr>
        <w:t>मसलते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वीर्यपात</w:t>
      </w:r>
      <w:r>
        <w:t xml:space="preserve">, </w:t>
      </w:r>
      <w:r>
        <w:rPr>
          <w:rFonts w:hint="cs"/>
          <w:cs/>
          <w:lang w:bidi="hi-IN"/>
        </w:rPr>
        <w:t>इंज़ाल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कोमल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t xml:space="preserve">, </w:t>
      </w:r>
      <w:r>
        <w:rPr>
          <w:rFonts w:hint="cs"/>
          <w:cs/>
          <w:lang w:bidi="hi-IN"/>
        </w:rPr>
        <w:t>पतला</w:t>
      </w:r>
      <w:r>
        <w:t xml:space="preserve">,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टेढा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t xml:space="preserve">, </w:t>
      </w:r>
      <w:r>
        <w:rPr>
          <w:rFonts w:hint="cs"/>
          <w:cs/>
          <w:lang w:bidi="hi-IN"/>
        </w:rPr>
        <w:t>सहत</w:t>
      </w:r>
      <w:r>
        <w:t xml:space="preserve">,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जवांमर्दी</w:t>
      </w:r>
      <w:r>
        <w:t xml:space="preserve">, </w:t>
      </w:r>
      <w:r>
        <w:rPr>
          <w:rFonts w:hint="cs"/>
          <w:cs/>
          <w:lang w:bidi="hi-IN"/>
        </w:rPr>
        <w:t>अक्लमंदी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ज़कावते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स्मरण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t xml:space="preserve">,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टाँगों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ख़ौफ</w:t>
      </w:r>
      <w:r>
        <w:t xml:space="preserve">, </w:t>
      </w:r>
      <w:r>
        <w:rPr>
          <w:rFonts w:hint="cs"/>
          <w:cs/>
          <w:lang w:bidi="hi-IN"/>
        </w:rPr>
        <w:t>घबराहट</w:t>
      </w:r>
      <w:r>
        <w:t xml:space="preserve">,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 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मर्दानः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प्रौढ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प्रौढ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कठीनाईयों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आर्थिक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कठीनाईयों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t xml:space="preserve">,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आव्शकता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t xml:space="preserve">,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5F0C55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आश्चर्य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नतीजों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पाक़ीज़गी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अपनाता।</w:t>
      </w:r>
      <w:r>
        <w:t>”</w:t>
      </w:r>
      <w:r w:rsidR="005F0C55">
        <w:rPr>
          <w:rFonts w:hint="cs"/>
          <w:cs/>
          <w:lang w:bidi="hi-IN"/>
        </w:rPr>
        <w:t xml:space="preserve"> </w:t>
      </w:r>
      <w:r>
        <w:t>(10)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शर्मिन्दगी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उसमे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t>11)</w:t>
      </w:r>
    </w:p>
    <w:p w:rsidR="00C172D4" w:rsidRDefault="00C172D4" w:rsidP="00C172D4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t xml:space="preserve">,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F0C55" w:rsidRDefault="005F0C55" w:rsidP="00C172D4">
      <w:pPr>
        <w:pStyle w:val="libNormal"/>
      </w:pPr>
    </w:p>
    <w:p w:rsidR="005F0C55" w:rsidRDefault="00C172D4" w:rsidP="005F0C55">
      <w:pPr>
        <w:pStyle w:val="Heading1"/>
        <w:rPr>
          <w:rFonts w:hint="cs"/>
          <w:lang w:bidi="hi-IN"/>
        </w:rPr>
      </w:pPr>
      <w:bookmarkStart w:id="6" w:name="_Toc479593021"/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 w:rsidR="005F0C55">
        <w:rPr>
          <w:rFonts w:hint="cs"/>
          <w:cs/>
          <w:lang w:bidi="hi-IN"/>
        </w:rPr>
        <w:t>मैथुन</w:t>
      </w:r>
      <w:bookmarkEnd w:id="6"/>
    </w:p>
    <w:p w:rsidR="00C172D4" w:rsidRDefault="00C172D4" w:rsidP="005F0C55">
      <w:pPr>
        <w:pStyle w:val="libNormal"/>
      </w:pP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इग़लाम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गिरफ्तार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लिपटती</w:t>
      </w:r>
      <w:r>
        <w:t xml:space="preserve">, </w:t>
      </w:r>
      <w:r>
        <w:rPr>
          <w:rFonts w:hint="cs"/>
          <w:cs/>
          <w:lang w:bidi="hi-IN"/>
        </w:rPr>
        <w:t>चिमटती</w:t>
      </w:r>
      <w:r>
        <w:t xml:space="preserve">, </w:t>
      </w:r>
      <w:r>
        <w:rPr>
          <w:rFonts w:hint="cs"/>
          <w:cs/>
          <w:lang w:bidi="hi-IN"/>
        </w:rPr>
        <w:t>चूमती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भावनाओं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जज़्बे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t xml:space="preserve">12) -----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निरीक्षण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चौपाये</w:t>
      </w:r>
      <w:r>
        <w:t xml:space="preserve">, </w:t>
      </w:r>
      <w:r>
        <w:rPr>
          <w:rFonts w:hint="cs"/>
          <w:cs/>
          <w:lang w:bidi="hi-IN"/>
        </w:rPr>
        <w:t>पंक्षी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 xml:space="preserve">13)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अभाग्य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t xml:space="preserve">,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कुर्आने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कौंम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फंसे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डूब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गए।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 xml:space="preserve">15)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नपुंसक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t>(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हालांकि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बेहूदा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सर्फ़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rFonts w:hint="eastAsia"/>
        </w:rPr>
        <w:t>“</w:t>
      </w:r>
      <w:r>
        <w:t>(16)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अनपढ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t>17)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मुसाफिरों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रहज़नी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18)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19)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20)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क़ुफ़्र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  <w:r>
        <w:t>” (21)</w:t>
      </w:r>
    </w:p>
    <w:p w:rsidR="00C172D4" w:rsidRDefault="00C172D4" w:rsidP="00C172D4">
      <w:pPr>
        <w:pStyle w:val="libNormal"/>
        <w:rPr>
          <w:rFonts w:hint="cs"/>
          <w:lang w:bidi="hi-IN"/>
        </w:rPr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F0C55" w:rsidRDefault="005F0C55" w:rsidP="00C172D4">
      <w:pPr>
        <w:pStyle w:val="libNormal"/>
      </w:pPr>
    </w:p>
    <w:p w:rsidR="005F0C55" w:rsidRDefault="005F0C55" w:rsidP="005F0C55">
      <w:pPr>
        <w:pStyle w:val="Heading1"/>
        <w:rPr>
          <w:rFonts w:hint="cs"/>
          <w:lang w:bidi="hi-IN"/>
        </w:rPr>
      </w:pPr>
      <w:bookmarkStart w:id="7" w:name="_Toc479593022"/>
      <w:r>
        <w:rPr>
          <w:rFonts w:hint="cs"/>
          <w:cs/>
          <w:lang w:bidi="hi-IN"/>
        </w:rPr>
        <w:t>बलात्कार</w:t>
      </w:r>
      <w:bookmarkEnd w:id="7"/>
    </w:p>
    <w:p w:rsidR="00C172D4" w:rsidRDefault="00C172D4" w:rsidP="005F0C55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t xml:space="preserve">,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ललचाही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बैठें</w:t>
      </w:r>
      <w:r>
        <w:t xml:space="preserve">, </w:t>
      </w:r>
      <w:r>
        <w:rPr>
          <w:rFonts w:hint="cs"/>
          <w:cs/>
          <w:lang w:bidi="hi-IN"/>
        </w:rPr>
        <w:t>मिलें</w:t>
      </w:r>
      <w:r>
        <w:t xml:space="preserve">,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छुऐं</w:t>
      </w:r>
      <w:r>
        <w:t xml:space="preserve">,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t xml:space="preserve">,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चूमें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चाटें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नापाक</w:t>
      </w:r>
      <w:r>
        <w:t xml:space="preserve">, </w:t>
      </w:r>
      <w:r>
        <w:rPr>
          <w:rFonts w:hint="cs"/>
          <w:cs/>
          <w:lang w:bidi="hi-IN"/>
        </w:rPr>
        <w:t>खराब</w:t>
      </w:r>
      <w:r>
        <w:t xml:space="preserve">, </w:t>
      </w:r>
      <w:r>
        <w:rPr>
          <w:rFonts w:hint="cs"/>
          <w:cs/>
          <w:lang w:bidi="hi-IN"/>
        </w:rPr>
        <w:t>शर्मनाक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हस्सास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t xml:space="preserve">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22)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एक़ान्त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t xml:space="preserve">,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दुपट्टा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दुपट्टा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बुरी</w:t>
      </w:r>
      <w:r>
        <w:t xml:space="preserve">, </w:t>
      </w:r>
      <w:r>
        <w:rPr>
          <w:rFonts w:hint="cs"/>
          <w:cs/>
          <w:lang w:bidi="hi-IN"/>
        </w:rPr>
        <w:t>वैश्या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फाहिशः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कुकर्म</w:t>
      </w:r>
      <w:r>
        <w:t xml:space="preserve">, </w:t>
      </w:r>
      <w:r>
        <w:rPr>
          <w:rFonts w:hint="cs"/>
          <w:cs/>
          <w:lang w:bidi="hi-IN"/>
        </w:rPr>
        <w:t>वैश्या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फ़्रेकल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t xml:space="preserve">23)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t xml:space="preserve">, </w:t>
      </w:r>
      <w:r>
        <w:rPr>
          <w:rFonts w:hint="cs"/>
          <w:cs/>
          <w:lang w:bidi="hi-IN"/>
        </w:rPr>
        <w:t>महीनों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24)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विशेषज्ञों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ज़ुलेख़ा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वाकिआ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ज़ुलेख़ा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मकसद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ख़्वाहिश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उत्कंठित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मआज़अल्लाह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ज़ूलैख़ा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पकड़कर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खैंचा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चलत्तर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बहानें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25)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ज़ुलैखा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चल्लतर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क्लबों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होटलों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मर्यादा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आबरू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दफ़तरों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दुकानों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बाज़ारों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कम्पनियों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ग्राहक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टेलीविज़न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t xml:space="preserve">,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इसिलिए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चहारदिवारी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26)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सलामुल्लाहे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अलैहा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ज़ेवर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27)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5F0C55">
      <w:pPr>
        <w:pStyle w:val="libNormal"/>
      </w:pPr>
      <w:r>
        <w:rPr>
          <w:rFonts w:hint="eastAsia"/>
        </w:rPr>
        <w:lastRenderedPageBreak/>
        <w:t>“</w:t>
      </w:r>
      <w:r>
        <w:t>(</w:t>
      </w:r>
      <w:r w:rsidR="005F0C55"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गरेबानों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सीनों</w:t>
      </w:r>
      <w:r>
        <w:t xml:space="preserve">, </w:t>
      </w:r>
      <w:r>
        <w:rPr>
          <w:rFonts w:hint="cs"/>
          <w:cs/>
          <w:lang w:bidi="hi-IN"/>
        </w:rPr>
        <w:t>छातियों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भानजों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 xml:space="preserve">28)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दुपट्टा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उभार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छीपे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बेपर्दिगी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29)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मेकप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किए</w:t>
      </w:r>
      <w:r>
        <w:t xml:space="preserve">,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t xml:space="preserve">, </w:t>
      </w:r>
      <w:r>
        <w:rPr>
          <w:rFonts w:hint="cs"/>
          <w:cs/>
          <w:lang w:bidi="hi-IN"/>
        </w:rPr>
        <w:t>हरामकारी</w:t>
      </w:r>
      <w:r>
        <w:t xml:space="preserve">,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तकब्बुर</w:t>
      </w:r>
      <w:r>
        <w:rPr>
          <w:cs/>
          <w:lang w:bidi="hi-IN"/>
        </w:rPr>
        <w:t xml:space="preserve"> (</w:t>
      </w:r>
      <w:r>
        <w:t xml:space="preserve">30)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नुमाईश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असंतुष्ट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--------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t xml:space="preserve">,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फटकना।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31)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फाहिशः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दुसरी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पीटो।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32)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>)</w:t>
      </w:r>
      <w:r>
        <w:t>” (33)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34)</w:t>
      </w:r>
    </w:p>
    <w:p w:rsidR="00C172D4" w:rsidRDefault="00C172D4" w:rsidP="005F0C55">
      <w:pPr>
        <w:pStyle w:val="libNormal"/>
      </w:pP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मनहूसियत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आतशक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सोज़ाक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फुसियाँ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हौसलः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जनाज़ः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इख़लाक़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एन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फ़िटन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t xml:space="preserve">,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सभ्यता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धन्धा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इंसानी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धन्धे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35)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t xml:space="preserve">,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ढूढ़ना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F0C55" w:rsidRDefault="00C172D4" w:rsidP="005F0C55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5F0C55" w:rsidRDefault="005F0C5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5F0C55">
      <w:pPr>
        <w:pStyle w:val="Heading1Center"/>
      </w:pPr>
      <w:bookmarkStart w:id="8" w:name="_Toc479593023"/>
      <w:r>
        <w:rPr>
          <w:rFonts w:hint="cs"/>
          <w:cs/>
        </w:rPr>
        <w:lastRenderedPageBreak/>
        <w:t>दूसरा</w:t>
      </w:r>
      <w:r>
        <w:rPr>
          <w:cs/>
        </w:rPr>
        <w:t xml:space="preserve"> </w:t>
      </w:r>
      <w:r>
        <w:rPr>
          <w:rFonts w:hint="cs"/>
          <w:cs/>
        </w:rPr>
        <w:t>अध्याय</w:t>
      </w:r>
      <w:bookmarkEnd w:id="8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</w:p>
    <w:p w:rsidR="00C172D4" w:rsidRDefault="00C172D4" w:rsidP="005F0C55">
      <w:pPr>
        <w:pStyle w:val="Heading1"/>
      </w:pPr>
      <w:bookmarkStart w:id="9" w:name="_Toc479593024"/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शादी</w:t>
      </w:r>
      <w:bookmarkEnd w:id="9"/>
    </w:p>
    <w:p w:rsidR="00C172D4" w:rsidRDefault="00C172D4" w:rsidP="005F0C55">
      <w:pPr>
        <w:pStyle w:val="Heading1"/>
        <w:rPr>
          <w:rFonts w:hint="cs"/>
          <w:lang w:bidi="hi-IN"/>
        </w:rPr>
      </w:pPr>
      <w:bookmarkStart w:id="10" w:name="_Toc479593025"/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मुतअः</w:t>
      </w:r>
      <w:bookmarkEnd w:id="10"/>
    </w:p>
    <w:p w:rsidR="005F0C55" w:rsidRDefault="005F0C55" w:rsidP="00C172D4">
      <w:pPr>
        <w:pStyle w:val="libNormal"/>
      </w:pP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t xml:space="preserve">,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शादीः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lastRenderedPageBreak/>
        <w:t xml:space="preserve"> “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36)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प्रवचन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37)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 xml:space="preserve">38)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39)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40)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t xml:space="preserve">,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खिचाव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कुँवारा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मसतहब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महबूब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41)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गिरामी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t xml:space="preserve">, </w:t>
      </w:r>
      <w:r>
        <w:rPr>
          <w:rFonts w:hint="cs"/>
          <w:cs/>
          <w:lang w:bidi="hi-IN"/>
        </w:rPr>
        <w:t>गरीब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42)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जाऊँ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43)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सोऊँ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44)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प्रवचनों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मालदारी</w:t>
      </w:r>
      <w:r>
        <w:t xml:space="preserve">, </w:t>
      </w:r>
      <w:r>
        <w:rPr>
          <w:rFonts w:hint="cs"/>
          <w:cs/>
          <w:lang w:bidi="hi-IN"/>
        </w:rPr>
        <w:t>गरीबी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-----------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लौंङियों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नौकरानियों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t xml:space="preserve">45)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46)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सिर्फ़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t xml:space="preserve">,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मजीद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47)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साधन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तसल्ली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बढ़ाये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48)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49)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50)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51)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t xml:space="preserve">, </w:t>
      </w:r>
      <w:r>
        <w:rPr>
          <w:rFonts w:hint="cs"/>
          <w:cs/>
          <w:lang w:bidi="hi-IN"/>
        </w:rPr>
        <w:t>अविवाहित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52)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सय्यद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साजिदीन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53)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आर्थिक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आरज़ू</w:t>
      </w:r>
      <w:r>
        <w:t xml:space="preserve">, </w:t>
      </w:r>
      <w:r>
        <w:rPr>
          <w:rFonts w:hint="cs"/>
          <w:cs/>
          <w:lang w:bidi="hi-IN"/>
        </w:rPr>
        <w:t>कामना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झमेलों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लौंङियों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नौकरानियों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54)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आर्थिक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बदगुमान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हक्क़े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फ़र्माता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फक़ीर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55)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आमदनी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t xml:space="preserve">, </w:t>
      </w:r>
      <w:r>
        <w:rPr>
          <w:rFonts w:hint="cs"/>
          <w:cs/>
          <w:lang w:bidi="hi-IN"/>
        </w:rPr>
        <w:t>पानी</w:t>
      </w:r>
      <w:r>
        <w:t xml:space="preserve">,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दिवानों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पागलों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----------</w:t>
      </w:r>
      <w:r>
        <w:rPr>
          <w:rFonts w:hint="cs"/>
          <w:cs/>
          <w:lang w:bidi="hi-IN"/>
        </w:rPr>
        <w:lastRenderedPageBreak/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प्रयत्न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t xml:space="preserve">56)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रोटी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पहुँचाना</w:t>
      </w:r>
      <w:r>
        <w:rPr>
          <w:cs/>
          <w:lang w:bidi="hi-IN"/>
        </w:rPr>
        <w:t xml:space="preserve"> (</w:t>
      </w:r>
      <w:r>
        <w:t xml:space="preserve">57)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जायज़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----------- </w:t>
      </w:r>
      <w:r>
        <w:rPr>
          <w:rFonts w:hint="cs"/>
          <w:cs/>
          <w:lang w:bidi="hi-IN"/>
        </w:rPr>
        <w:t>अंतः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बढ़ाता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उदाहरणार्थ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t xml:space="preserve">,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--------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फातिमः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अक्द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लेनें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58)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59)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आर्थिक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निष्कर्ष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t xml:space="preserve">,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ईमानदारी</w:t>
      </w:r>
      <w:r>
        <w:t xml:space="preserve">, </w:t>
      </w:r>
      <w:r>
        <w:rPr>
          <w:rFonts w:hint="cs"/>
          <w:cs/>
          <w:lang w:bidi="hi-IN"/>
        </w:rPr>
        <w:t>पाक़ीज़गी</w:t>
      </w:r>
      <w:r>
        <w:t xml:space="preserve">, </w:t>
      </w:r>
      <w:r>
        <w:rPr>
          <w:rFonts w:hint="cs"/>
          <w:cs/>
          <w:lang w:bidi="hi-IN"/>
        </w:rPr>
        <w:t>पक़वा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t xml:space="preserve">, </w:t>
      </w:r>
      <w:r>
        <w:rPr>
          <w:rFonts w:hint="cs"/>
          <w:cs/>
          <w:lang w:bidi="hi-IN"/>
        </w:rPr>
        <w:t>मालदारी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इख्लाक़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rFonts w:hint="eastAsia"/>
        </w:rPr>
        <w:t>”</w:t>
      </w:r>
      <w:r>
        <w:t>)</w:t>
      </w:r>
      <w:r>
        <w:rPr>
          <w:rFonts w:hint="cs"/>
          <w:cs/>
          <w:lang w:bidi="hi-IN"/>
        </w:rPr>
        <w:t>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इख्लाक़</w:t>
      </w:r>
      <w:r>
        <w:t xml:space="preserve">,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60)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61)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t xml:space="preserve">?”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62)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कसौटी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उतरी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63)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64)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t xml:space="preserve">,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65)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प्रवचनों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t xml:space="preserve">, </w:t>
      </w:r>
      <w:r>
        <w:rPr>
          <w:rFonts w:hint="cs"/>
          <w:cs/>
          <w:lang w:bidi="hi-IN"/>
        </w:rPr>
        <w:t>इख्लाक़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मुरव्वत</w:t>
      </w:r>
      <w:r>
        <w:t xml:space="preserve">, </w:t>
      </w:r>
      <w:r>
        <w:rPr>
          <w:rFonts w:hint="cs"/>
          <w:cs/>
          <w:lang w:bidi="hi-IN"/>
        </w:rPr>
        <w:t>दीनदारी</w:t>
      </w:r>
      <w:r>
        <w:t xml:space="preserve">, </w:t>
      </w:r>
      <w:r>
        <w:rPr>
          <w:rFonts w:hint="cs"/>
          <w:cs/>
          <w:lang w:bidi="hi-IN"/>
        </w:rPr>
        <w:t>ईमानदारी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जमाल</w:t>
      </w:r>
      <w:r>
        <w:t xml:space="preserve">,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गन्दी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उपयुक्त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उपयुक्त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लिए।</w:t>
      </w:r>
      <w:r>
        <w:rPr>
          <w:cs/>
          <w:lang w:bidi="hi-IN"/>
        </w:rPr>
        <w:t>(</w:t>
      </w:r>
      <w:r>
        <w:t>66)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ओढ़नियों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चादरों</w:t>
      </w:r>
      <w:r>
        <w:t xml:space="preserve">, </w:t>
      </w:r>
      <w:r>
        <w:rPr>
          <w:rFonts w:hint="cs"/>
          <w:cs/>
          <w:lang w:bidi="hi-IN"/>
        </w:rPr>
        <w:t>दुपटटों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भानजों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67)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पौधों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अशरफ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मख़्लूक़ात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प्राणी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t xml:space="preserve">, </w:t>
      </w:r>
      <w:r>
        <w:rPr>
          <w:rFonts w:hint="cs"/>
          <w:cs/>
          <w:lang w:bidi="hi-IN"/>
        </w:rPr>
        <w:t>दवा</w:t>
      </w:r>
      <w:r>
        <w:t xml:space="preserve">, </w:t>
      </w:r>
      <w:r>
        <w:rPr>
          <w:rFonts w:hint="cs"/>
          <w:cs/>
          <w:lang w:bidi="hi-IN"/>
        </w:rPr>
        <w:t>मन्नत</w:t>
      </w:r>
      <w:r>
        <w:t xml:space="preserve">,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फिरते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(</w:t>
      </w:r>
      <w:r>
        <w:t xml:space="preserve">68)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फैमिली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प्लानिंग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लागू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--------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सकते।</w:t>
      </w:r>
      <w:r>
        <w:rPr>
          <w:cs/>
          <w:lang w:bidi="hi-IN"/>
        </w:rPr>
        <w:t xml:space="preserve"> (</w:t>
      </w:r>
      <w:r>
        <w:t>69) (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------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 xml:space="preserve">- 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इललल्लाह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70)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</w:t>
      </w:r>
      <w:r w:rsidR="005F0C55">
        <w:rPr>
          <w:rFonts w:hint="cs"/>
          <w:cs/>
          <w:lang w:bidi="hi-IN"/>
        </w:rPr>
        <w:t>ि</w:t>
      </w:r>
      <w:r>
        <w:rPr>
          <w:rFonts w:hint="cs"/>
          <w:cs/>
          <w:lang w:bidi="hi-IN"/>
        </w:rPr>
        <w:t>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झमेलों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सन्तान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मुतआः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दायमी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मुवक्कती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अभिप्राय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स्वंय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 xml:space="preserve">71)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t>, (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जानकार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72)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मोमिनः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73)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कुँवारी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निर्दय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अभागा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74)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नज़दीक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अधीकतर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t xml:space="preserve">,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धब्बा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t xml:space="preserve">,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इफ़्फ़त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तकय्यः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75)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एकरूपता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योरप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अस्थायी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आज़माईशी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 xml:space="preserve">76)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ब्रितेन्ड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तहक़ीक़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आत्मिक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77)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तरक़्क़ी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सिवाये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बदबख़्त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करता।</w:t>
      </w:r>
      <w:r>
        <w:rPr>
          <w:cs/>
          <w:lang w:bidi="hi-IN"/>
        </w:rPr>
        <w:t xml:space="preserve"> (</w:t>
      </w:r>
      <w:r>
        <w:t>78)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फ़ितरत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दवा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(79)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मूसी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काज़िम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rFonts w:hint="eastAsia"/>
        </w:rPr>
        <w:t>”</w:t>
      </w:r>
      <w:r>
        <w:t xml:space="preserve"> ?(80)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ज़रुरत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5F0C55">
        <w:t>”</w:t>
      </w:r>
      <w:r w:rsidR="005F0C55">
        <w:rPr>
          <w:rFonts w:hint="eastAsia"/>
          <w:cs/>
          <w:lang w:bidi="hi-IN"/>
        </w:rPr>
        <w:t>।</w:t>
      </w:r>
      <w:r>
        <w:rPr>
          <w:cs/>
          <w:lang w:bidi="hi-IN"/>
        </w:rPr>
        <w:t>(</w:t>
      </w:r>
      <w:r>
        <w:t>81)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eastAsia"/>
        </w:rPr>
        <w:lastRenderedPageBreak/>
        <w:t>“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बेनियाज़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बेपर्वा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t>”</w:t>
      </w:r>
      <w:r w:rsidR="005F0C55">
        <w:rPr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82)</w:t>
      </w:r>
    </w:p>
    <w:p w:rsidR="00A81719" w:rsidRDefault="00C172D4" w:rsidP="00A81719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हिक़मत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युक्ति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परामर्श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दायमी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A81719" w:rsidRDefault="00A8171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A81719">
      <w:pPr>
        <w:pStyle w:val="Heading1Center"/>
      </w:pPr>
      <w:bookmarkStart w:id="11" w:name="_Toc479593026"/>
      <w:r>
        <w:rPr>
          <w:rFonts w:hint="cs"/>
          <w:cs/>
        </w:rPr>
        <w:lastRenderedPageBreak/>
        <w:t>तीसरा</w:t>
      </w:r>
      <w:r>
        <w:rPr>
          <w:cs/>
        </w:rPr>
        <w:t xml:space="preserve"> </w:t>
      </w:r>
      <w:r>
        <w:rPr>
          <w:rFonts w:hint="cs"/>
          <w:cs/>
        </w:rPr>
        <w:t>अध्याय</w:t>
      </w:r>
      <w:bookmarkEnd w:id="11"/>
    </w:p>
    <w:p w:rsidR="00C172D4" w:rsidRDefault="00C172D4" w:rsidP="00A81719">
      <w:pPr>
        <w:pStyle w:val="Heading1"/>
      </w:pPr>
      <w:bookmarkStart w:id="12" w:name="_Toc479593027"/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bookmarkEnd w:id="12"/>
    </w:p>
    <w:p w:rsidR="00C172D4" w:rsidRDefault="00C172D4" w:rsidP="00A81719">
      <w:pPr>
        <w:pStyle w:val="libBold1"/>
      </w:pP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पदमनी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चितरनी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संखनी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य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हस्तनी</w:t>
      </w:r>
    </w:p>
    <w:p w:rsidR="00C172D4" w:rsidRDefault="00C172D4" w:rsidP="00A81719">
      <w:pPr>
        <w:pStyle w:val="libBold1"/>
      </w:pP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शाश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म्रग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श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बर्श</w:t>
      </w:r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आशू</w:t>
      </w:r>
    </w:p>
    <w:p w:rsidR="00A81719" w:rsidRDefault="00A8171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पिछली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सामायिक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- </w:t>
      </w:r>
    </w:p>
    <w:p w:rsidR="00C172D4" w:rsidRDefault="00C172D4" w:rsidP="00C172D4">
      <w:pPr>
        <w:pStyle w:val="libNormal"/>
      </w:pPr>
      <w:r>
        <w:rPr>
          <w:rFonts w:hint="eastAsia"/>
        </w:rPr>
        <w:t>“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हव्वा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 w:rsidR="005F0C55">
        <w:t>”</w:t>
      </w:r>
      <w:r w:rsidR="005F0C55">
        <w:rPr>
          <w:cs/>
          <w:lang w:bidi="hi-IN"/>
        </w:rPr>
        <w:t>।</w:t>
      </w:r>
      <w:r>
        <w:rPr>
          <w:cs/>
          <w:lang w:bidi="hi-IN"/>
        </w:rPr>
        <w:t>(</w:t>
      </w:r>
      <w:r>
        <w:t>83)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सन्तान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>(</w:t>
      </w:r>
      <w:r>
        <w:t>84)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सन्तान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क़िस्मों</w:t>
      </w:r>
      <w:r>
        <w:rPr>
          <w:cs/>
          <w:lang w:bidi="hi-IN"/>
        </w:rPr>
        <w:t xml:space="preserve"> (</w:t>
      </w:r>
      <w:r>
        <w:t xml:space="preserve">85)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हडडी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86)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क्रामनुसार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87)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गर्भशय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रहिम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(</w:t>
      </w:r>
      <w:r>
        <w:t xml:space="preserve">88)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औरत।</w:t>
      </w:r>
      <w:r>
        <w:rPr>
          <w:cs/>
          <w:lang w:bidi="hi-IN"/>
        </w:rPr>
        <w:t xml:space="preserve"> (</w:t>
      </w:r>
      <w:r>
        <w:t>89)</w:t>
      </w:r>
    </w:p>
    <w:p w:rsidR="00C172D4" w:rsidRDefault="00C172D4" w:rsidP="00C172D4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बनायी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चढ़ाया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सुबहानल्लाह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90)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अधार्मिक</w:t>
      </w:r>
      <w:r>
        <w:t xml:space="preserve">, </w:t>
      </w:r>
      <w:r>
        <w:rPr>
          <w:rFonts w:hint="cs"/>
          <w:cs/>
          <w:lang w:bidi="hi-IN"/>
        </w:rPr>
        <w:t>नापाक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ख्वासत्गारी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91)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अख़्लाक़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(</w:t>
      </w:r>
      <w:r>
        <w:t>92)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सूघँना</w:t>
      </w:r>
      <w:r>
        <w:t xml:space="preserve">,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(</w:t>
      </w:r>
      <w:r>
        <w:t>93)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मनक़ूल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उसमान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ग़ज़बनाक़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ग़ुस्सा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रोहबानियत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t xml:space="preserve">,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ब्रहमचारी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 xml:space="preserve">,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शख़्स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>(</w:t>
      </w:r>
      <w:r>
        <w:t>94)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ख़ुश्बू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मुकारिबत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मुतवज्जेह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मौसम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खिज़ां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पतझड़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गुस्ल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(</w:t>
      </w:r>
      <w:r>
        <w:t>95)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प्रसन्न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रहने</w:t>
      </w:r>
      <w:r>
        <w:t xml:space="preserve">,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बिताने</w:t>
      </w:r>
      <w:r>
        <w:t xml:space="preserve">,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ऐतिसामी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नीस्त</w:t>
      </w:r>
    </w:p>
    <w:p w:rsidR="00C172D4" w:rsidRDefault="00C172D4" w:rsidP="00C172D4">
      <w:pPr>
        <w:pStyle w:val="libNormal"/>
      </w:pPr>
      <w:r>
        <w:tab/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</w:t>
      </w:r>
      <w:r>
        <w:t xml:space="preserve">, </w:t>
      </w:r>
      <w:r>
        <w:rPr>
          <w:rFonts w:hint="cs"/>
          <w:cs/>
          <w:lang w:bidi="hi-IN"/>
        </w:rPr>
        <w:t>मुर्दः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</w:t>
      </w:r>
      <w:r>
        <w:rPr>
          <w:cs/>
          <w:lang w:bidi="hi-IN"/>
        </w:rPr>
        <w:t xml:space="preserve"> (</w:t>
      </w:r>
      <w:r>
        <w:t>96)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शफ़कत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सहानुभूति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ab/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</w:p>
    <w:p w:rsidR="00C172D4" w:rsidRDefault="00C172D4" w:rsidP="00C172D4">
      <w:pPr>
        <w:pStyle w:val="libNormal"/>
      </w:pPr>
      <w:r>
        <w:lastRenderedPageBreak/>
        <w:tab/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इंतिख़ाब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A81719" w:rsidRDefault="00A81719" w:rsidP="00A81719">
      <w:pPr>
        <w:pStyle w:val="libNormal"/>
        <w:rPr>
          <w:rFonts w:hint="cs"/>
          <w:lang w:bidi="hi-IN"/>
        </w:rPr>
      </w:pPr>
    </w:p>
    <w:p w:rsidR="00A81719" w:rsidRDefault="00C172D4" w:rsidP="00A81719">
      <w:pPr>
        <w:pStyle w:val="Heading1"/>
        <w:rPr>
          <w:rFonts w:hint="cs"/>
          <w:lang w:bidi="hi-IN"/>
        </w:rPr>
      </w:pPr>
      <w:bookmarkStart w:id="13" w:name="_Toc479593028"/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A81719">
        <w:rPr>
          <w:rFonts w:hint="cs"/>
          <w:cs/>
          <w:lang w:bidi="hi-IN"/>
        </w:rPr>
        <w:t>प्रकार</w:t>
      </w:r>
      <w:bookmarkEnd w:id="13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पंडित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t>1.</w:t>
      </w:r>
      <w:r>
        <w:tab/>
      </w:r>
      <w:r>
        <w:rPr>
          <w:rFonts w:hint="cs"/>
          <w:cs/>
          <w:lang w:bidi="hi-IN"/>
        </w:rPr>
        <w:t>पदमनी</w:t>
      </w:r>
    </w:p>
    <w:p w:rsidR="00C172D4" w:rsidRDefault="00C172D4" w:rsidP="00C172D4">
      <w:pPr>
        <w:pStyle w:val="libNormal"/>
      </w:pPr>
      <w:r>
        <w:t>2.</w:t>
      </w:r>
      <w:r>
        <w:tab/>
      </w:r>
      <w:r>
        <w:rPr>
          <w:rFonts w:hint="cs"/>
          <w:cs/>
          <w:lang w:bidi="hi-IN"/>
        </w:rPr>
        <w:t>चितरनी</w:t>
      </w:r>
    </w:p>
    <w:p w:rsidR="00C172D4" w:rsidRDefault="00C172D4" w:rsidP="00C172D4">
      <w:pPr>
        <w:pStyle w:val="libNormal"/>
      </w:pPr>
      <w:r>
        <w:t>3.</w:t>
      </w:r>
      <w:r>
        <w:tab/>
      </w:r>
      <w:r>
        <w:rPr>
          <w:rFonts w:hint="cs"/>
          <w:cs/>
          <w:lang w:bidi="hi-IN"/>
        </w:rPr>
        <w:t>संखनी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t>4.</w:t>
      </w:r>
      <w:r>
        <w:tab/>
      </w:r>
      <w:r>
        <w:rPr>
          <w:rFonts w:hint="cs"/>
          <w:cs/>
          <w:lang w:bidi="hi-IN"/>
        </w:rPr>
        <w:t>हस्तनी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14" w:name="_Toc479593029"/>
      <w:r>
        <w:t>1.</w:t>
      </w:r>
      <w:r w:rsidR="00A81719">
        <w:rPr>
          <w:rFonts w:hint="cs"/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पदमनीः</w:t>
      </w:r>
      <w:bookmarkEnd w:id="14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चितरनी</w:t>
      </w:r>
      <w:r>
        <w:t xml:space="preserve">, </w:t>
      </w:r>
      <w:r>
        <w:rPr>
          <w:rFonts w:hint="cs"/>
          <w:cs/>
          <w:lang w:bidi="hi-IN"/>
        </w:rPr>
        <w:t>संखनी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t xml:space="preserve">,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छुरैरा</w:t>
      </w:r>
      <w:r>
        <w:t xml:space="preserve">,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लच्छेदार</w:t>
      </w:r>
      <w:r>
        <w:t xml:space="preserve">,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t xml:space="preserve">,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सुडौल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नीलूफर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पदमनी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पुतला</w:t>
      </w:r>
      <w:r>
        <w:t xml:space="preserve">,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अम्न</w:t>
      </w:r>
      <w:r>
        <w:t xml:space="preserve">, </w:t>
      </w:r>
      <w:r>
        <w:rPr>
          <w:rFonts w:hint="cs"/>
          <w:cs/>
          <w:lang w:bidi="hi-IN"/>
        </w:rPr>
        <w:t>सलामती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खुशहाली</w:t>
      </w:r>
      <w:r>
        <w:t xml:space="preserve">,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दौलतमंदी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दुख</w:t>
      </w:r>
      <w:r>
        <w:t xml:space="preserve">, </w:t>
      </w:r>
      <w:r>
        <w:rPr>
          <w:rFonts w:hint="cs"/>
          <w:cs/>
          <w:lang w:bidi="hi-IN"/>
        </w:rPr>
        <w:t>ग़म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अख़लाक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15" w:name="_Toc479593030"/>
      <w:r>
        <w:t>2.</w:t>
      </w:r>
      <w:r w:rsidR="00A81719">
        <w:rPr>
          <w:rFonts w:hint="cs"/>
          <w:cs/>
          <w:lang w:bidi="hi-IN"/>
        </w:rPr>
        <w:t>चितरनी</w:t>
      </w:r>
      <w:bookmarkEnd w:id="15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चितरनी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t xml:space="preserve">, </w:t>
      </w:r>
      <w:r>
        <w:rPr>
          <w:rFonts w:hint="cs"/>
          <w:cs/>
          <w:lang w:bidi="hi-IN"/>
        </w:rPr>
        <w:t>औसत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दक्षिणा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वफादार</w:t>
      </w:r>
      <w:r>
        <w:t xml:space="preserve">,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श्रेष्ठ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मोटा</w:t>
      </w:r>
      <w:r>
        <w:t xml:space="preserve">,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t xml:space="preserve">,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="005F0C55">
        <w:rPr>
          <w:rFonts w:hint="cs"/>
          <w:cs/>
          <w:lang w:bidi="hi-IN"/>
        </w:rPr>
        <w:t>ड़ा</w:t>
      </w:r>
      <w:r>
        <w:t xml:space="preserve">, </w:t>
      </w:r>
      <w:r>
        <w:rPr>
          <w:rFonts w:hint="cs"/>
          <w:cs/>
          <w:lang w:bidi="hi-IN"/>
        </w:rPr>
        <w:lastRenderedPageBreak/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t xml:space="preserve">, </w:t>
      </w:r>
      <w:r>
        <w:rPr>
          <w:rFonts w:hint="cs"/>
          <w:cs/>
          <w:lang w:bidi="hi-IN"/>
        </w:rPr>
        <w:t>चंचल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चित्त</w:t>
      </w:r>
      <w:r>
        <w:t>,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चंचल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</w:t>
      </w:r>
      <w:r>
        <w:t xml:space="preserve">, </w:t>
      </w:r>
      <w:r>
        <w:rPr>
          <w:rFonts w:hint="cs"/>
          <w:cs/>
          <w:lang w:bidi="hi-IN"/>
        </w:rPr>
        <w:t>गाने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रंगीन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संतुलन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चटपटी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16" w:name="_Toc479593031"/>
      <w:r>
        <w:t>3.</w:t>
      </w:r>
      <w:r>
        <w:rPr>
          <w:rFonts w:hint="cs"/>
          <w:cs/>
          <w:lang w:bidi="hi-IN"/>
        </w:rPr>
        <w:t>सं</w:t>
      </w:r>
      <w:r w:rsidR="00A81719">
        <w:rPr>
          <w:rFonts w:hint="cs"/>
          <w:cs/>
          <w:lang w:bidi="hi-IN"/>
        </w:rPr>
        <w:t>खनी</w:t>
      </w:r>
      <w:bookmarkEnd w:id="16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लाग़र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पिंड़लियाँ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पतली</w:t>
      </w:r>
      <w:r>
        <w:t xml:space="preserve">,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मक्कारः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चापलूस</w:t>
      </w:r>
      <w:r>
        <w:t xml:space="preserve">, </w:t>
      </w:r>
      <w:r>
        <w:rPr>
          <w:rFonts w:hint="cs"/>
          <w:cs/>
          <w:lang w:bidi="hi-IN"/>
        </w:rPr>
        <w:t>झूठी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कुचैली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हिचकिचाती।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बर्दाशत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अनोखा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सुडौल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स्मार्ट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17" w:name="_Toc479593032"/>
      <w:r>
        <w:lastRenderedPageBreak/>
        <w:t>4.</w:t>
      </w:r>
      <w:r w:rsidR="00A81719">
        <w:rPr>
          <w:rFonts w:hint="cs"/>
          <w:cs/>
          <w:lang w:bidi="hi-IN"/>
        </w:rPr>
        <w:t>हस्तनी</w:t>
      </w:r>
      <w:bookmarkEnd w:id="17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थिरकती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मटकती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मोटे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गरदन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t xml:space="preserve">,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t xml:space="preserve">, </w:t>
      </w:r>
      <w:r>
        <w:rPr>
          <w:rFonts w:hint="cs"/>
          <w:cs/>
          <w:lang w:bidi="hi-IN"/>
        </w:rPr>
        <w:t>नथने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t xml:space="preserve">,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मोटे</w:t>
      </w:r>
      <w:r>
        <w:t xml:space="preserve">,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t xml:space="preserve">,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तराक़ों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t xml:space="preserve">,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बेलगाम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बेइज़्ज़ती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आवारगी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वफादार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मक्कार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दग़ाबाज़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दोशीज़ा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पुस्तक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अच्छी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बुरी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गुलूबन्द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जाफऱ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>(</w:t>
      </w:r>
      <w:r>
        <w:t>98)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पाकदामन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जद्दे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अमजद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मौज़ूँ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मुनासिब</w:t>
      </w:r>
      <w:r>
        <w:t xml:space="preserve">,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हुनरमन्द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99)</w:t>
      </w:r>
      <w:r>
        <w:cr/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पाकदामन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(</w:t>
      </w:r>
      <w:r>
        <w:t>100)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कुँवारी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------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>(</w:t>
      </w:r>
      <w:r>
        <w:t>101)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गेहूँआ</w:t>
      </w:r>
      <w:r>
        <w:t xml:space="preserve">, </w:t>
      </w:r>
      <w:r>
        <w:rPr>
          <w:rFonts w:hint="cs"/>
          <w:cs/>
          <w:lang w:bidi="hi-IN"/>
        </w:rPr>
        <w:t>माथा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</w:t>
      </w:r>
      <w:r w:rsidR="005F0C55">
        <w:rPr>
          <w:rFonts w:hint="cs"/>
          <w:cs/>
          <w:lang w:bidi="hi-IN"/>
        </w:rPr>
        <w:t>ड़ा</w:t>
      </w:r>
      <w:r>
        <w:t xml:space="preserve">,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</w:t>
      </w:r>
      <w:r>
        <w:t xml:space="preserve">,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 xml:space="preserve">, </w:t>
      </w:r>
      <w:r>
        <w:rPr>
          <w:rFonts w:hint="cs"/>
          <w:cs/>
          <w:lang w:bidi="hi-IN"/>
        </w:rPr>
        <w:t>सुरीन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चूतड़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भारी।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(</w:t>
      </w:r>
      <w:r>
        <w:t>102)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t xml:space="preserve">,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(</w:t>
      </w:r>
      <w:r>
        <w:t xml:space="preserve">103)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t xml:space="preserve">, </w:t>
      </w:r>
      <w:r>
        <w:rPr>
          <w:rFonts w:hint="cs"/>
          <w:cs/>
          <w:lang w:bidi="hi-IN"/>
        </w:rPr>
        <w:t>माथा</w:t>
      </w:r>
      <w:r>
        <w:t xml:space="preserve">, </w:t>
      </w:r>
      <w:r>
        <w:rPr>
          <w:rFonts w:hint="cs"/>
          <w:cs/>
          <w:lang w:bidi="hi-IN"/>
        </w:rPr>
        <w:t>आँखें</w:t>
      </w:r>
      <w:r>
        <w:t xml:space="preserve">,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चूतड़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मशशातः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सूंघ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टख्ने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104)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105)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अंदामेनिहानी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106)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(</w:t>
      </w:r>
      <w:r>
        <w:t>107)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t xml:space="preserve">,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बहतरीन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गुण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तकब्बुर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बुज़दिली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कनजूसी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जिस्म</w:t>
      </w:r>
      <w:r>
        <w:t xml:space="preserve">, 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कंजूस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बुज़दिल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रोके।</w:t>
      </w:r>
      <w:r>
        <w:rPr>
          <w:cs/>
          <w:lang w:bidi="hi-IN"/>
        </w:rPr>
        <w:t xml:space="preserve"> (</w:t>
      </w:r>
      <w:r>
        <w:t>108)</w:t>
      </w:r>
      <w:r w:rsidR="005F0C55"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उपरोक्त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A81719" w:rsidRDefault="00A81719" w:rsidP="00A81719">
      <w:pPr>
        <w:pStyle w:val="libNormal"/>
        <w:rPr>
          <w:rFonts w:hint="cs"/>
          <w:lang w:bidi="hi-IN"/>
        </w:rPr>
      </w:pPr>
    </w:p>
    <w:p w:rsidR="00A81719" w:rsidRDefault="00C172D4" w:rsidP="00A81719">
      <w:pPr>
        <w:pStyle w:val="Heading1"/>
        <w:rPr>
          <w:rFonts w:hint="cs"/>
          <w:lang w:bidi="hi-IN"/>
        </w:rPr>
      </w:pPr>
      <w:bookmarkStart w:id="18" w:name="_Toc479593033"/>
      <w:r>
        <w:rPr>
          <w:rFonts w:hint="cs"/>
          <w:cs/>
          <w:lang w:bidi="hi-IN"/>
        </w:rPr>
        <w:t>पुरूषों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A81719">
        <w:rPr>
          <w:rFonts w:hint="cs"/>
          <w:cs/>
          <w:lang w:bidi="hi-IN"/>
        </w:rPr>
        <w:t>प्रकार</w:t>
      </w:r>
      <w:bookmarkEnd w:id="18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पंडित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(</w:t>
      </w:r>
      <w:r>
        <w:t xml:space="preserve">109)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शाश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म्रग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बर्श</w:t>
      </w:r>
    </w:p>
    <w:p w:rsidR="00C172D4" w:rsidRDefault="00C172D4" w:rsidP="00C172D4">
      <w:pPr>
        <w:pStyle w:val="libNormal"/>
      </w:pPr>
      <w:r>
        <w:t>4.</w:t>
      </w:r>
      <w:r>
        <w:rPr>
          <w:rFonts w:hint="cs"/>
          <w:cs/>
          <w:lang w:bidi="hi-IN"/>
        </w:rPr>
        <w:t>आशू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19" w:name="_Toc479593034"/>
      <w:r>
        <w:lastRenderedPageBreak/>
        <w:t>1.</w:t>
      </w:r>
      <w:r w:rsidR="00A81719">
        <w:rPr>
          <w:rFonts w:hint="cs"/>
          <w:cs/>
          <w:lang w:bidi="hi-IN"/>
        </w:rPr>
        <w:t>शाश</w:t>
      </w:r>
      <w:bookmarkEnd w:id="19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बातचीत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गम्भीरता</w:t>
      </w:r>
      <w:r>
        <w:t xml:space="preserve">, </w:t>
      </w:r>
      <w:r>
        <w:rPr>
          <w:rFonts w:hint="cs"/>
          <w:cs/>
          <w:lang w:bidi="hi-IN"/>
        </w:rPr>
        <w:t>सहनशीलता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सहिष्णुता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प्रार्थना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मक़सद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ज़ानू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पदमनी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20" w:name="_Toc479593035"/>
      <w:r>
        <w:t>2.</w:t>
      </w:r>
      <w:r w:rsidR="00A81719">
        <w:rPr>
          <w:rFonts w:hint="cs"/>
          <w:cs/>
          <w:lang w:bidi="hi-IN"/>
        </w:rPr>
        <w:t>मग्र</w:t>
      </w:r>
      <w:bookmarkEnd w:id="20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t xml:space="preserve">, </w:t>
      </w:r>
      <w:r>
        <w:rPr>
          <w:rFonts w:hint="cs"/>
          <w:cs/>
          <w:lang w:bidi="hi-IN"/>
        </w:rPr>
        <w:t>हंसता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t xml:space="preserve">, </w:t>
      </w:r>
      <w:r>
        <w:rPr>
          <w:rFonts w:hint="cs"/>
          <w:cs/>
          <w:lang w:bidi="hi-IN"/>
        </w:rPr>
        <w:t>राग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महमानदारी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प्रोग्रामों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पैदाईशी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चितरनी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21" w:name="_Toc479593036"/>
      <w:r>
        <w:t>3.</w:t>
      </w:r>
      <w:r w:rsidR="00A81719">
        <w:rPr>
          <w:rFonts w:hint="cs"/>
          <w:cs/>
          <w:lang w:bidi="hi-IN"/>
        </w:rPr>
        <w:t>बर्श</w:t>
      </w:r>
      <w:bookmarkEnd w:id="21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-------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टाँगें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तुरन्त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घबराता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संखनी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A81719" w:rsidRDefault="00C172D4" w:rsidP="00A81719">
      <w:pPr>
        <w:pStyle w:val="Heading2"/>
        <w:rPr>
          <w:rFonts w:hint="cs"/>
          <w:lang w:bidi="hi-IN"/>
        </w:rPr>
      </w:pPr>
      <w:bookmarkStart w:id="22" w:name="_Toc479593037"/>
      <w:r>
        <w:t>4.</w:t>
      </w:r>
      <w:r w:rsidR="00A81719">
        <w:rPr>
          <w:rFonts w:hint="cs"/>
          <w:cs/>
          <w:lang w:bidi="hi-IN"/>
        </w:rPr>
        <w:t>आशू</w:t>
      </w:r>
      <w:bookmarkEnd w:id="22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खुरदरी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t xml:space="preserve">,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t xml:space="preserve">, 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t xml:space="preserve">,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चोरी</w:t>
      </w:r>
      <w:r>
        <w:t xml:space="preserve">, </w:t>
      </w:r>
      <w:r>
        <w:rPr>
          <w:rFonts w:hint="cs"/>
          <w:cs/>
          <w:lang w:bidi="hi-IN"/>
        </w:rPr>
        <w:t>शराब</w:t>
      </w:r>
      <w:r>
        <w:t xml:space="preserve">,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उठाता</w:t>
      </w:r>
      <w:r>
        <w:t xml:space="preserve">,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भरता।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हस्तनी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अच्छे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बुरे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t>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,)) </w:t>
      </w:r>
      <w:r>
        <w:rPr>
          <w:rFonts w:hint="cs"/>
          <w:cs/>
          <w:lang w:bidi="hi-IN"/>
        </w:rPr>
        <w:t>ईमानदारों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लिंगों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110)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(</w:t>
      </w:r>
      <w:r>
        <w:t xml:space="preserve">111)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t xml:space="preserve">, </w:t>
      </w:r>
      <w:r>
        <w:rPr>
          <w:rFonts w:hint="cs"/>
          <w:cs/>
          <w:lang w:bidi="hi-IN"/>
        </w:rPr>
        <w:t>क़ौम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देहाती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रेलवे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लाइनों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झाङियों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ट्रनों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द्रष्टि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ट्रेन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घूँघट</w:t>
      </w:r>
      <w:r>
        <w:t xml:space="preserve">,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नक़ाब</w:t>
      </w:r>
      <w:r>
        <w:rPr>
          <w:cs/>
          <w:lang w:bidi="hi-IN"/>
        </w:rPr>
        <w:t xml:space="preserve"> (</w:t>
      </w:r>
      <w:r>
        <w:t xml:space="preserve">112)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दुपट्टा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सिमटना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t xml:space="preserve">,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कृत्य</w:t>
      </w:r>
      <w:r>
        <w:t xml:space="preserve">,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t xml:space="preserve">,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बिजली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नीची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t xml:space="preserve">, </w:t>
      </w:r>
      <w:r>
        <w:rPr>
          <w:rFonts w:hint="cs"/>
          <w:cs/>
          <w:lang w:bidi="hi-IN"/>
        </w:rPr>
        <w:t>गुदमैथुन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तनासुल</w:t>
      </w:r>
      <w:r>
        <w:rPr>
          <w:cs/>
          <w:lang w:bidi="hi-IN"/>
        </w:rPr>
        <w:t xml:space="preserve"> (</w:t>
      </w:r>
      <w:r>
        <w:t>113)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उतपन्न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मग़फिरत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सदुपदेश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(</w:t>
      </w:r>
      <w:r>
        <w:t xml:space="preserve">114)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115)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स्थानों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कीं</w:t>
      </w:r>
      <w:r>
        <w:t xml:space="preserve">,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t xml:space="preserve">,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116)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निकाह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t xml:space="preserve">, </w:t>
      </w:r>
      <w:r>
        <w:rPr>
          <w:rFonts w:hint="cs"/>
          <w:cs/>
          <w:lang w:bidi="hi-IN"/>
        </w:rPr>
        <w:t>बाप</w:t>
      </w:r>
      <w:r>
        <w:t xml:space="preserve">, </w:t>
      </w:r>
      <w:r>
        <w:rPr>
          <w:rFonts w:hint="cs"/>
          <w:cs/>
          <w:lang w:bidi="hi-IN"/>
        </w:rPr>
        <w:t>भाई</w:t>
      </w:r>
      <w:r>
        <w:t xml:space="preserve">, </w:t>
      </w:r>
      <w:r>
        <w:rPr>
          <w:rFonts w:hint="cs"/>
          <w:cs/>
          <w:lang w:bidi="hi-IN"/>
        </w:rPr>
        <w:t>बहन</w:t>
      </w:r>
      <w:r>
        <w:t xml:space="preserve">,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खूदा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जायेगें।</w:t>
      </w:r>
      <w:r>
        <w:rPr>
          <w:cs/>
          <w:lang w:bidi="hi-IN"/>
        </w:rPr>
        <w:t xml:space="preserve"> (</w:t>
      </w:r>
      <w:r>
        <w:t>117)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118)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विरोधी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बुलहवसी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लोलुपी</w:t>
      </w:r>
      <w:r>
        <w:t xml:space="preserve">, </w:t>
      </w:r>
      <w:r>
        <w:rPr>
          <w:rFonts w:hint="cs"/>
          <w:cs/>
          <w:lang w:bidi="hi-IN"/>
        </w:rPr>
        <w:t>लालची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अय्याशी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भोग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विलास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हक़ीक़त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मुशकिल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कठीन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निश्चित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ठहराव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गर्भावस्था</w:t>
      </w:r>
      <w:r>
        <w:t xml:space="preserve">,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निफास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t xml:space="preserve">,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t xml:space="preserve">,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----------------------------------- (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क़ादिर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समर्थ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(</w:t>
      </w:r>
      <w:r>
        <w:t xml:space="preserve">119)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तअद्दुद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सेहतमन्द</w:t>
      </w:r>
      <w:r>
        <w:t xml:space="preserve">, </w:t>
      </w:r>
      <w:r>
        <w:rPr>
          <w:rFonts w:hint="cs"/>
          <w:cs/>
          <w:lang w:bidi="hi-IN"/>
        </w:rPr>
        <w:t>तन्दुरूस्त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इत्तिफ़ाक़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संयोग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इत्तेफाक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विवश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अकतूबर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दिसम्बर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t xml:space="preserve">,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निफ़ास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बुलहवसी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लोलुप</w:t>
      </w:r>
      <w:r>
        <w:t xml:space="preserve">,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अय्याशी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भोग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विलास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समानार्थक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मुतरादिफ़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इफ्रात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बहुतात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तफ्रीत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t>120)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इक्तिफ़ा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पर्याप्त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>) (</w:t>
      </w:r>
      <w:r>
        <w:t xml:space="preserve">121)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इंसाफ़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t xml:space="preserve">, </w:t>
      </w:r>
      <w:r>
        <w:rPr>
          <w:rFonts w:hint="cs"/>
          <w:cs/>
          <w:lang w:bidi="hi-IN"/>
        </w:rPr>
        <w:t>बहन</w:t>
      </w:r>
      <w:r>
        <w:t xml:space="preserve">, </w:t>
      </w:r>
      <w:r>
        <w:rPr>
          <w:rFonts w:hint="cs"/>
          <w:cs/>
          <w:lang w:bidi="hi-IN"/>
        </w:rPr>
        <w:t>बेटी</w:t>
      </w:r>
      <w:r>
        <w:t xml:space="preserve">, </w:t>
      </w:r>
      <w:r>
        <w:rPr>
          <w:rFonts w:hint="cs"/>
          <w:cs/>
          <w:lang w:bidi="hi-IN"/>
        </w:rPr>
        <w:t>फुफी</w:t>
      </w:r>
      <w:r>
        <w:t xml:space="preserve">, </w:t>
      </w:r>
      <w:r>
        <w:rPr>
          <w:rFonts w:hint="cs"/>
          <w:cs/>
          <w:lang w:bidi="hi-IN"/>
        </w:rPr>
        <w:t>खाला</w:t>
      </w:r>
      <w:r>
        <w:t xml:space="preserve">, </w:t>
      </w:r>
      <w:r>
        <w:rPr>
          <w:rFonts w:hint="cs"/>
          <w:cs/>
          <w:lang w:bidi="hi-IN"/>
        </w:rPr>
        <w:t>भतीजी</w:t>
      </w:r>
      <w:r>
        <w:t xml:space="preserve">, </w:t>
      </w:r>
      <w:r>
        <w:rPr>
          <w:rFonts w:hint="cs"/>
          <w:cs/>
          <w:lang w:bidi="hi-IN"/>
        </w:rPr>
        <w:t>भानजी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t>(</w:t>
      </w:r>
      <w:r>
        <w:rPr>
          <w:rFonts w:hint="cs"/>
          <w:cs/>
          <w:lang w:bidi="hi-IN"/>
        </w:rPr>
        <w:t>मुसलमानों</w:t>
      </w:r>
      <w:r>
        <w:t xml:space="preserve">,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गयीं</w:t>
      </w:r>
      <w:r>
        <w:t xml:space="preserve">,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मायें</w:t>
      </w:r>
      <w:r>
        <w:t>, (</w:t>
      </w:r>
      <w:r>
        <w:rPr>
          <w:rFonts w:hint="cs"/>
          <w:cs/>
          <w:lang w:bidi="hi-IN"/>
        </w:rPr>
        <w:t>दादी</w:t>
      </w:r>
      <w:r>
        <w:t xml:space="preserve">, </w:t>
      </w:r>
      <w:r>
        <w:rPr>
          <w:rFonts w:hint="cs"/>
          <w:cs/>
          <w:lang w:bidi="hi-IN"/>
        </w:rPr>
        <w:t>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पोतियाँ</w:t>
      </w:r>
      <w:r>
        <w:t xml:space="preserve">, </w:t>
      </w:r>
      <w:r>
        <w:rPr>
          <w:rFonts w:hint="cs"/>
          <w:cs/>
          <w:lang w:bidi="hi-IN"/>
        </w:rPr>
        <w:t>नवासियाँ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फुफियाँ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भानजियाँ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पोतों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बहुऐं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122)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म़ुकाबिल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t xml:space="preserve">,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t xml:space="preserve">, </w:t>
      </w:r>
      <w:r>
        <w:rPr>
          <w:rFonts w:hint="cs"/>
          <w:cs/>
          <w:lang w:bidi="hi-IN"/>
        </w:rPr>
        <w:t>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t xml:space="preserve">, </w:t>
      </w:r>
      <w:r>
        <w:rPr>
          <w:rFonts w:hint="cs"/>
          <w:cs/>
          <w:lang w:bidi="hi-IN"/>
        </w:rPr>
        <w:t>पोता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t xml:space="preserve">, </w:t>
      </w:r>
      <w:r>
        <w:rPr>
          <w:rFonts w:hint="cs"/>
          <w:cs/>
          <w:lang w:bidi="hi-IN"/>
        </w:rPr>
        <w:t>चचा</w:t>
      </w:r>
      <w:r>
        <w:t xml:space="preserve">, </w:t>
      </w:r>
      <w:r>
        <w:rPr>
          <w:rFonts w:hint="cs"/>
          <w:cs/>
          <w:lang w:bidi="hi-IN"/>
        </w:rPr>
        <w:t>मामूँ</w:t>
      </w:r>
      <w:r>
        <w:t xml:space="preserve">, </w:t>
      </w:r>
      <w:r>
        <w:rPr>
          <w:rFonts w:hint="cs"/>
          <w:cs/>
          <w:lang w:bidi="hi-IN"/>
        </w:rPr>
        <w:t>भतीजा</w:t>
      </w:r>
      <w:r>
        <w:t xml:space="preserve">, </w:t>
      </w:r>
      <w:r>
        <w:rPr>
          <w:rFonts w:hint="cs"/>
          <w:cs/>
          <w:lang w:bidi="hi-IN"/>
        </w:rPr>
        <w:t>भानजा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A81719" w:rsidRDefault="00C172D4" w:rsidP="00A81719">
      <w:pPr>
        <w:pStyle w:val="libNormal"/>
        <w:rPr>
          <w:lang w:bidi="hi-IN"/>
        </w:rPr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ताहिरीन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ऐतिराज़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81719" w:rsidRDefault="00A81719">
      <w:pPr>
        <w:spacing w:after="0" w:line="240" w:lineRule="auto"/>
        <w:rPr>
          <w:rFonts w:ascii="Mangal" w:hAnsi="Mangal" w:cs="Mangal"/>
          <w:color w:val="000000"/>
          <w:sz w:val="28"/>
          <w:szCs w:val="28"/>
          <w:lang w:bidi="hi-IN"/>
        </w:rPr>
      </w:pPr>
      <w:r>
        <w:rPr>
          <w:lang w:bidi="hi-IN"/>
        </w:rPr>
        <w:br w:type="page"/>
      </w:r>
    </w:p>
    <w:p w:rsidR="00C172D4" w:rsidRDefault="00C172D4" w:rsidP="00A81719">
      <w:pPr>
        <w:pStyle w:val="Heading1Center"/>
      </w:pPr>
      <w:bookmarkStart w:id="23" w:name="_Toc479593038"/>
      <w:r>
        <w:rPr>
          <w:rFonts w:hint="cs"/>
          <w:cs/>
        </w:rPr>
        <w:lastRenderedPageBreak/>
        <w:t>चौथा</w:t>
      </w:r>
      <w:r>
        <w:rPr>
          <w:cs/>
        </w:rPr>
        <w:t xml:space="preserve"> </w:t>
      </w:r>
      <w:r>
        <w:rPr>
          <w:rFonts w:hint="cs"/>
          <w:cs/>
        </w:rPr>
        <w:t>अध्याय</w:t>
      </w:r>
      <w:bookmarkEnd w:id="23"/>
    </w:p>
    <w:p w:rsidR="00C172D4" w:rsidRDefault="00C172D4" w:rsidP="00A81719">
      <w:pPr>
        <w:pStyle w:val="Heading1"/>
      </w:pPr>
      <w:bookmarkStart w:id="24" w:name="_Toc479593039"/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bookmarkEnd w:id="24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.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मंगनी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च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महर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छ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सीग़े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रूखसती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झ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वलीमा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</w:t>
      </w:r>
      <w:r>
        <w:rPr>
          <w:cs/>
          <w:lang w:bidi="hi-IN"/>
        </w:rPr>
        <w:t xml:space="preserve">) </w:t>
      </w:r>
    </w:p>
    <w:p w:rsidR="00A81719" w:rsidRDefault="00A81719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A81719">
      <w:pPr>
        <w:pStyle w:val="Heading1"/>
      </w:pPr>
      <w:bookmarkStart w:id="25" w:name="_Toc479593040"/>
      <w:r>
        <w:rPr>
          <w:rFonts w:hint="cs"/>
          <w:cs/>
          <w:lang w:bidi="hi-IN"/>
        </w:rPr>
        <w:lastRenderedPageBreak/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>-</w:t>
      </w:r>
      <w:bookmarkEnd w:id="25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सरपरस्ती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भाल</w:t>
      </w:r>
      <w:r>
        <w:t xml:space="preserve">,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पोषण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सरपरस्ती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अभीभावकता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पक्षियों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शेरनी</w:t>
      </w:r>
      <w:r>
        <w:t xml:space="preserve">, </w:t>
      </w:r>
      <w:r>
        <w:rPr>
          <w:rFonts w:hint="cs"/>
          <w:cs/>
          <w:lang w:bidi="hi-IN"/>
        </w:rPr>
        <w:t>कबूतर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कबूतरी</w:t>
      </w:r>
      <w:r>
        <w:t xml:space="preserve">, </w:t>
      </w:r>
      <w:r>
        <w:rPr>
          <w:rFonts w:hint="cs"/>
          <w:cs/>
          <w:lang w:bidi="hi-IN"/>
        </w:rPr>
        <w:t>चिङिया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चिडढ़ा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क़ुदरती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t xml:space="preserve">,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घरेलू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कबूतर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कबूतरी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हिफ़ाज़त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देखरेख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A81719" w:rsidRDefault="00C172D4" w:rsidP="00A81719">
      <w:pPr>
        <w:pStyle w:val="Heading1"/>
        <w:rPr>
          <w:rFonts w:hint="cs"/>
          <w:lang w:bidi="hi-IN"/>
        </w:rPr>
      </w:pPr>
      <w:bookmarkStart w:id="26" w:name="_Toc479593041"/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 w:rsidR="00A81719">
        <w:rPr>
          <w:rFonts w:hint="cs"/>
          <w:cs/>
          <w:lang w:bidi="hi-IN"/>
        </w:rPr>
        <w:t>दुआ</w:t>
      </w:r>
      <w:bookmarkEnd w:id="26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t xml:space="preserve">,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ओरीदो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अनअताज़व्वजा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फकददिर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निसाऐअअफ़्फहुन्ना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अहफज़हुन्ना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नफसेहा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वऔसअहुन्ना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अअज़माहुन्ना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नफ़सेहा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अतरोको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फकददिर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तय्येबन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तजअलोहू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खलाफन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मौती।</w:t>
      </w:r>
      <w:r>
        <w:rPr>
          <w:cs/>
          <w:lang w:bidi="hi-IN"/>
        </w:rPr>
        <w:t xml:space="preserve"> (</w:t>
      </w:r>
      <w:r>
        <w:t>123)</w:t>
      </w:r>
    </w:p>
    <w:p w:rsidR="00C172D4" w:rsidRDefault="00C172D4" w:rsidP="00C172D4">
      <w:pPr>
        <w:pStyle w:val="libNormal"/>
      </w:pPr>
      <w:r>
        <w:lastRenderedPageBreak/>
        <w:t>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कँरू</w:t>
      </w:r>
      <w:r>
        <w:t xml:space="preserve">,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नफ़्स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आत्मा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रिज़्क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पाकिज़ा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-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पर्वरदीगार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करूगाँ।</w:t>
      </w:r>
      <w:r>
        <w:rPr>
          <w:cs/>
          <w:lang w:bidi="hi-IN"/>
        </w:rPr>
        <w:t xml:space="preserve"> (</w:t>
      </w:r>
      <w:r>
        <w:t>124)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अक़रम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नामहरमों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125)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(</w:t>
      </w:r>
      <w:r>
        <w:t>126)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t xml:space="preserve">,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(</w:t>
      </w:r>
      <w:r>
        <w:t>127)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नाफरमानी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अभिभावक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द्रष्टिगत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क़ामयाब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अभिभावक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मसायल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किशोरी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कुँवारी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128)</w:t>
      </w:r>
    </w:p>
    <w:p w:rsidR="00A81719" w:rsidRDefault="00A81719" w:rsidP="00A81719">
      <w:pPr>
        <w:pStyle w:val="libNormal"/>
        <w:rPr>
          <w:rFonts w:hint="cs"/>
          <w:lang w:bidi="hi-IN"/>
        </w:rPr>
      </w:pPr>
    </w:p>
    <w:p w:rsidR="00A81719" w:rsidRDefault="00C172D4" w:rsidP="00A81719">
      <w:pPr>
        <w:pStyle w:val="Heading1"/>
        <w:rPr>
          <w:rFonts w:hint="cs"/>
          <w:lang w:bidi="hi-IN"/>
        </w:rPr>
      </w:pPr>
      <w:bookmarkStart w:id="27" w:name="_Toc479593042"/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 w:rsidR="00A81719">
        <w:rPr>
          <w:rFonts w:hint="cs"/>
          <w:cs/>
          <w:lang w:bidi="hi-IN"/>
        </w:rPr>
        <w:t>देना</w:t>
      </w:r>
      <w:bookmarkEnd w:id="27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स्वीक्रति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अस्वीक्रति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अभिभावक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t>(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>--------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 xml:space="preserve">129)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शुएब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पर्हेज़गार</w:t>
      </w:r>
      <w:r>
        <w:t xml:space="preserve">, </w:t>
      </w:r>
      <w:r>
        <w:rPr>
          <w:rFonts w:hint="cs"/>
          <w:cs/>
          <w:lang w:bidi="hi-IN"/>
        </w:rPr>
        <w:t>सच्चे</w:t>
      </w:r>
      <w:r>
        <w:t xml:space="preserve">,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परवाहः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पतंगा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शमअ।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निछावर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गुल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-------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परवानः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(</w:t>
      </w:r>
      <w:r>
        <w:t xml:space="preserve">130)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खेतियाँ</w:t>
      </w:r>
      <w:r>
        <w:rPr>
          <w:cs/>
          <w:lang w:bidi="hi-IN"/>
        </w:rPr>
        <w:t xml:space="preserve"> (</w:t>
      </w:r>
      <w:r>
        <w:t xml:space="preserve">131)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असहाब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साथियों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(</w:t>
      </w:r>
      <w:r>
        <w:t>132)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अरूक़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निसवानी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वसास</w:t>
      </w:r>
      <w:r>
        <w:rPr>
          <w:cs/>
          <w:lang w:bidi="hi-IN"/>
        </w:rPr>
        <w:t>-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133)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पङाः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अक़ील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(</w:t>
      </w:r>
      <w:r>
        <w:t>134)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फ़ज़्लिल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t xml:space="preserve">,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कर्बला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---------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t xml:space="preserve">,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t xml:space="preserve">, </w:t>
      </w:r>
      <w:r>
        <w:rPr>
          <w:rFonts w:hint="cs"/>
          <w:cs/>
          <w:lang w:bidi="hi-IN"/>
        </w:rPr>
        <w:t>अभिभावक</w:t>
      </w:r>
      <w:r>
        <w:t xml:space="preserve">,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t xml:space="preserve">,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(</w:t>
      </w:r>
      <w:r>
        <w:t xml:space="preserve">135) </w:t>
      </w:r>
      <w:r>
        <w:rPr>
          <w:rFonts w:hint="cs"/>
          <w:cs/>
          <w:lang w:bidi="hi-IN"/>
        </w:rPr>
        <w:t>भिजवाए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(</w:t>
      </w:r>
      <w:r>
        <w:t xml:space="preserve">136)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(</w:t>
      </w:r>
      <w:r>
        <w:t xml:space="preserve">137)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कफो</w:t>
      </w:r>
      <w:r>
        <w:rPr>
          <w:cs/>
          <w:lang w:bidi="hi-IN"/>
        </w:rPr>
        <w:t xml:space="preserve"> (</w:t>
      </w:r>
      <w:r>
        <w:t>138) (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--------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कहूँगा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चुपचाप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चुपचाप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विवरण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सहमति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>........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 xml:space="preserve">? ............................... </w:t>
      </w:r>
      <w:r>
        <w:rPr>
          <w:rFonts w:hint="cs"/>
          <w:cs/>
          <w:lang w:bidi="hi-IN"/>
        </w:rPr>
        <w:t>इन्होंने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मुख़ालिफत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मुत्मइन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संतुष्ट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चचा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t>?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>--------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--------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t xml:space="preserve">,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जानबूझकर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139)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नामहरम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मंगनीः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रज़ामन्दी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जुमए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शुक्रवार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मिठाई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t xml:space="preserve">, </w:t>
      </w:r>
      <w:r>
        <w:rPr>
          <w:rFonts w:hint="cs"/>
          <w:cs/>
          <w:lang w:bidi="hi-IN"/>
        </w:rPr>
        <w:t>मांझा</w:t>
      </w:r>
      <w:r>
        <w:t xml:space="preserve">, </w:t>
      </w:r>
      <w:r>
        <w:rPr>
          <w:rFonts w:hint="cs"/>
          <w:cs/>
          <w:lang w:bidi="hi-IN"/>
        </w:rPr>
        <w:t>तिलक</w:t>
      </w:r>
      <w:r>
        <w:t xml:space="preserve">, </w:t>
      </w:r>
      <w:r>
        <w:rPr>
          <w:rFonts w:hint="cs"/>
          <w:cs/>
          <w:lang w:bidi="hi-IN"/>
        </w:rPr>
        <w:t>रात्री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जागरण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तिलक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मुखालिफत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सरकशी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झोंक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महीनें</w:t>
      </w:r>
      <w:r>
        <w:rPr>
          <w:cs/>
          <w:lang w:bidi="hi-IN"/>
        </w:rPr>
        <w:t xml:space="preserve"> ((</w:t>
      </w:r>
      <w:r>
        <w:t xml:space="preserve">143))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t xml:space="preserve">, </w:t>
      </w:r>
      <w:r>
        <w:rPr>
          <w:rFonts w:hint="cs"/>
          <w:cs/>
          <w:lang w:bidi="hi-IN"/>
        </w:rPr>
        <w:t>तारीख</w:t>
      </w:r>
      <w:r>
        <w:t xml:space="preserve">,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शव्वाल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t xml:space="preserve">, </w:t>
      </w:r>
      <w:r>
        <w:rPr>
          <w:rFonts w:hint="cs"/>
          <w:cs/>
          <w:lang w:bidi="hi-IN"/>
        </w:rPr>
        <w:t>सअद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तहतशशुआअ</w:t>
      </w:r>
      <w:r>
        <w:rPr>
          <w:cs/>
          <w:lang w:bidi="hi-IN"/>
        </w:rPr>
        <w:t xml:space="preserve"> (</w:t>
      </w:r>
      <w:r>
        <w:t>145)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दरअक्रब</w:t>
      </w:r>
      <w:r>
        <w:rPr>
          <w:cs/>
          <w:lang w:bidi="hi-IN"/>
        </w:rPr>
        <w:t xml:space="preserve"> (</w:t>
      </w:r>
      <w:r>
        <w:t>146) (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वृश्चिक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 xml:space="preserve">-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तहतशशुआअ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नुत्फ़ा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(</w:t>
      </w:r>
      <w:r>
        <w:t>147)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दरअक़्रब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अन्जाम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(</w:t>
      </w:r>
      <w:r>
        <w:t>148)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जुमए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149)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150)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शंका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(</w:t>
      </w:r>
      <w:r>
        <w:t>151)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t xml:space="preserve">, </w:t>
      </w:r>
      <w:r>
        <w:rPr>
          <w:rFonts w:hint="cs"/>
          <w:cs/>
          <w:lang w:bidi="hi-IN"/>
        </w:rPr>
        <w:t>तारीख</w:t>
      </w:r>
      <w:r>
        <w:t xml:space="preserve">,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t xml:space="preserve">,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बुलाना</w:t>
      </w:r>
      <w:r>
        <w:t xml:space="preserve">,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152)</w:t>
      </w:r>
    </w:p>
    <w:p w:rsidR="00A81719" w:rsidRDefault="00A81719" w:rsidP="00A81719">
      <w:pPr>
        <w:pStyle w:val="libNormal"/>
        <w:rPr>
          <w:rFonts w:hint="cs"/>
          <w:lang w:bidi="hi-IN"/>
        </w:rPr>
      </w:pPr>
    </w:p>
    <w:p w:rsidR="00A81719" w:rsidRDefault="00A81719" w:rsidP="00A81719">
      <w:pPr>
        <w:pStyle w:val="Heading1"/>
        <w:rPr>
          <w:rFonts w:hint="cs"/>
          <w:lang w:bidi="hi-IN"/>
        </w:rPr>
      </w:pPr>
      <w:bookmarkStart w:id="28" w:name="_Toc479593043"/>
      <w:r>
        <w:rPr>
          <w:rFonts w:hint="cs"/>
          <w:cs/>
          <w:lang w:bidi="hi-IN"/>
        </w:rPr>
        <w:t>महर</w:t>
      </w:r>
      <w:bookmarkEnd w:id="28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रक़्म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((</w:t>
      </w:r>
      <w:r>
        <w:t xml:space="preserve">153))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----------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क़ानून</w:t>
      </w:r>
      <w:r>
        <w:t xml:space="preserve">,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कोशीश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सुन्दर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154)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(</w:t>
      </w:r>
      <w:r>
        <w:t xml:space="preserve">155)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156)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लिखें।</w:t>
      </w:r>
      <w:r>
        <w:rPr>
          <w:cs/>
          <w:lang w:bidi="hi-IN"/>
        </w:rPr>
        <w:t xml:space="preserve"> (</w:t>
      </w:r>
      <w:r>
        <w:t xml:space="preserve">157)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नोशे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पियो।</w:t>
      </w:r>
      <w:r>
        <w:rPr>
          <w:cs/>
          <w:lang w:bidi="hi-IN"/>
        </w:rPr>
        <w:t xml:space="preserve"> (</w:t>
      </w:r>
      <w:r>
        <w:t>158)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t xml:space="preserve">....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वाकिफ़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मसलहतों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भलाइयों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159)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सीग़ेः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(</w:t>
      </w:r>
      <w:r>
        <w:t xml:space="preserve">160)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संरक्षक</w:t>
      </w:r>
      <w:r>
        <w:t xml:space="preserve">, </w:t>
      </w:r>
      <w:r>
        <w:rPr>
          <w:rFonts w:hint="cs"/>
          <w:cs/>
          <w:lang w:bidi="hi-IN"/>
        </w:rPr>
        <w:t>अभिभावक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t xml:space="preserve">,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सीग़े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ईजाब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ससुराल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ससुराल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(</w:t>
      </w:r>
      <w:r>
        <w:t>161)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ज़ौजअः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मनकूहा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162)</w:t>
      </w:r>
    </w:p>
    <w:p w:rsidR="00A81719" w:rsidRDefault="00C172D4" w:rsidP="00A81719">
      <w:pPr>
        <w:pStyle w:val="Heading1"/>
        <w:rPr>
          <w:rFonts w:hint="cs"/>
          <w:lang w:bidi="hi-IN"/>
        </w:rPr>
      </w:pPr>
      <w:bookmarkStart w:id="29" w:name="_Toc479593044"/>
      <w:r>
        <w:rPr>
          <w:rFonts w:hint="cs"/>
          <w:cs/>
          <w:lang w:bidi="hi-IN"/>
        </w:rPr>
        <w:t>रुख़्सती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="00A81719">
        <w:rPr>
          <w:rFonts w:hint="cs"/>
          <w:cs/>
          <w:lang w:bidi="hi-IN"/>
        </w:rPr>
        <w:t>दुआ</w:t>
      </w:r>
      <w:bookmarkEnd w:id="29"/>
    </w:p>
    <w:p w:rsidR="00C172D4" w:rsidRDefault="00C172D4" w:rsidP="00A81719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रुखसती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t>163) (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तोहफ़ा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t xml:space="preserve">, </w:t>
      </w:r>
      <w:r>
        <w:rPr>
          <w:rFonts w:hint="cs"/>
          <w:cs/>
          <w:lang w:bidi="hi-IN"/>
        </w:rPr>
        <w:t>हंसते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रूख्सती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चाहिएः</w:t>
      </w:r>
      <w:r>
        <w:rPr>
          <w:cs/>
          <w:lang w:bidi="hi-IN"/>
        </w:rPr>
        <w:t xml:space="preserve">-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असतहललतोहा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बेअमानतेका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अख़ज़तोहा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जअलहा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वलूदाँव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तफ़रको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ताकोलो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मिममा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तसअलो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साराहा।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मुक़ददस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(</w:t>
      </w:r>
      <w:r>
        <w:t>164)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तहललकतो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अखज़तोहा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क़ज़ैता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फजअलहो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तक़ीय्यवं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वजअलहो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मुसललमन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सविय्यन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लिश्शैतान।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कलेमात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मुक़ददस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अन्दामेनिहानी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t xml:space="preserve">,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165)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तज़व्वजतोहा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अखज़तोहा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बेकलेमातेका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इसतहललतो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फरजहा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कज़ैता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शैअन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फजअलहो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मोसल्लामन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सविय्यन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तजअलहो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शैतानिन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अन्दामेनिहानी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पाए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166)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77782" w:rsidP="00C172D4">
      <w:pPr>
        <w:pStyle w:val="libNormal"/>
      </w:pPr>
      <w:r>
        <w:rPr>
          <w:rFonts w:hint="cs"/>
          <w:cs/>
          <w:lang w:bidi="hi-IN"/>
        </w:rPr>
        <w:t>ऐ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अली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अ</w:t>
      </w:r>
      <w:r w:rsidR="00C172D4">
        <w:t>,)</w:t>
      </w:r>
      <w:r w:rsidR="00C172D4">
        <w:rPr>
          <w:rFonts w:hint="cs"/>
          <w:cs/>
          <w:lang w:bidi="hi-IN"/>
        </w:rPr>
        <w:t>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जब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दुल्हन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तुम्हारे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घर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आए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जूतियाँ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उतरवा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वह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बैठे।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फिर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पैर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धुलवा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घर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दर्वाज़े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पीछली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दीवार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सब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जगह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छिड़कवा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ऐसा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सत्तर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हज़ार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किस्म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बरकतें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दाखिल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होंगी।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सत्तर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हज़ार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तरह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रहमतें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दुल्हन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नाज़िल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होंगी।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रहमत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बरकत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मकान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पहुँचेगी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वह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दुल्हन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जब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मकान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रहेगी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दीवानगी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कोढ़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बीमारियों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बची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रहेगी।</w:t>
      </w:r>
      <w:r w:rsidR="00C172D4">
        <w:rPr>
          <w:cs/>
          <w:lang w:bidi="hi-IN"/>
        </w:rPr>
        <w:t xml:space="preserve"> (</w:t>
      </w:r>
      <w:r w:rsidR="00C172D4">
        <w:t>167)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शिक्षाऐं।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t xml:space="preserve">,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t xml:space="preserve">,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t xml:space="preserve">, </w:t>
      </w:r>
      <w:r>
        <w:rPr>
          <w:rFonts w:hint="cs"/>
          <w:cs/>
          <w:lang w:bidi="hi-IN"/>
        </w:rPr>
        <w:t>परेशानियों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t xml:space="preserve">, </w:t>
      </w:r>
      <w:r>
        <w:rPr>
          <w:rFonts w:hint="cs"/>
          <w:cs/>
          <w:lang w:bidi="hi-IN"/>
        </w:rPr>
        <w:t>रहमतें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धोवन</w:t>
      </w:r>
      <w:r>
        <w:rPr>
          <w:cs/>
          <w:lang w:bidi="hi-IN"/>
        </w:rPr>
        <w:t xml:space="preserve"> (</w:t>
      </w:r>
      <w:r>
        <w:t xml:space="preserve">168)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-----------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---------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(</w:t>
      </w:r>
      <w:r>
        <w:t xml:space="preserve">169)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170)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पढ़ो।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अल्लाहुम्मर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ज़ुक़नी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उलफताहा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वुददहा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रेज़ाहा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वरज़ेनी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वजमऊ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अहसनिजतेमाईन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ईतेलाफिन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फइन्नका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तोहिब्बुल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तुकरेहुल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हरामा</w:t>
      </w:r>
    </w:p>
    <w:p w:rsidR="00C172D4" w:rsidRDefault="00C172D4" w:rsidP="00C172D4">
      <w:pPr>
        <w:pStyle w:val="libNormal"/>
      </w:pPr>
      <w:r>
        <w:t>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t xml:space="preserve">, </w:t>
      </w:r>
      <w:r>
        <w:rPr>
          <w:rFonts w:hint="cs"/>
          <w:cs/>
          <w:lang w:bidi="hi-IN"/>
        </w:rPr>
        <w:t>प्रेम</w:t>
      </w:r>
      <w:r>
        <w:t xml:space="preserve">, </w:t>
      </w:r>
      <w:r>
        <w:rPr>
          <w:rFonts w:hint="cs"/>
          <w:cs/>
          <w:lang w:bidi="hi-IN"/>
        </w:rPr>
        <w:t>दोस्ती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रूचियाँ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  <w:r>
        <w:rPr>
          <w:cs/>
          <w:lang w:bidi="hi-IN"/>
        </w:rPr>
        <w:t xml:space="preserve"> (</w:t>
      </w:r>
      <w:r>
        <w:t>171)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धड़कने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दोनो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सामाजिक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स्वतन्त्र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जज़बाती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भावुक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ख्वाहिशात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भावुक</w:t>
      </w:r>
      <w:r>
        <w:t xml:space="preserve">, </w:t>
      </w:r>
      <w:r>
        <w:rPr>
          <w:rFonts w:hint="cs"/>
          <w:cs/>
          <w:lang w:bidi="hi-IN"/>
        </w:rPr>
        <w:t>खुशीयों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अखज़तोहा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बेकलेमातेका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असतहललतोहा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क़ज़ैता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फजअलहो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मुहम्मदिव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लिशशैताने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शिरकांव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नसीबा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 w:rsidR="00C77782">
        <w:rPr>
          <w:cs/>
          <w:lang w:bidi="hi-IN"/>
        </w:rPr>
        <w:t>ऐ</w:t>
      </w:r>
      <w:r>
        <w:rPr>
          <w:rFonts w:hint="cs"/>
          <w:cs/>
          <w:lang w:bidi="hi-IN"/>
        </w:rPr>
        <w:t>अल्लाह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t xml:space="preserve">,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172)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173)</w:t>
      </w:r>
      <w:r w:rsidR="005F0C55"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हिर्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बदीउस्समावाते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वलअरज़े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क़ज़ैता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हाज़ेहिल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ख़लीफतन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लिश्शैताने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शिरकाँव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नसीबाँव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हज़्ज़ा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वजअलहो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मुखलेसम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मुसफ्फम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मिनश्शैतान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रिज़जहू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सनाअका।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उत्तराधिकारी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वंदना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174)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जन्निबनी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जन्नेबिश्शैतान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रज़कतनी।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बचाना।</w:t>
      </w:r>
      <w:r>
        <w:rPr>
          <w:cs/>
          <w:lang w:bidi="hi-IN"/>
        </w:rPr>
        <w:t xml:space="preserve"> (</w:t>
      </w:r>
      <w:r>
        <w:t>175)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बिस्मिल्लाहे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जन्निबनश्शैताना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जन्नेबिश्शैताना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रज़कतना।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t>,</w:t>
      </w:r>
      <w:r w:rsidR="00C77782">
        <w:rPr>
          <w:cs/>
          <w:lang w:bidi="hi-IN"/>
        </w:rPr>
        <w:t>ऐ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t>176)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हानि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आऊज़ो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(</w:t>
      </w:r>
      <w:r>
        <w:t xml:space="preserve">177)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अल्लाहुम्मर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ज़ुकनी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वलदाँव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तक़ीययन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ज़कीय्यन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ख़लक़ेही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ज़ियादतुँव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आकेबताहू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खैरिन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178)</w:t>
      </w:r>
    </w:p>
    <w:p w:rsidR="00C172D4" w:rsidRDefault="00C172D4" w:rsidP="00C172D4">
      <w:pPr>
        <w:pStyle w:val="libNormal"/>
      </w:pP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अर्थात्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t xml:space="preserve">,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t xml:space="preserve">,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t xml:space="preserve">,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भावनाऐं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सुहागरात</w:t>
      </w:r>
      <w:r>
        <w:rPr>
          <w:cs/>
          <w:lang w:bidi="hi-IN"/>
        </w:rPr>
        <w:t xml:space="preserve"> (</w:t>
      </w:r>
      <w:r>
        <w:t>179) (</w:t>
      </w:r>
      <w:r>
        <w:rPr>
          <w:rFonts w:hint="cs"/>
          <w:cs/>
          <w:lang w:bidi="hi-IN"/>
        </w:rPr>
        <w:t>शबे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ज़ुफ़ाफ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t xml:space="preserve">,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वलामः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भोज</w:t>
      </w:r>
      <w:r>
        <w:t xml:space="preserve">, </w:t>
      </w:r>
      <w:r>
        <w:rPr>
          <w:rFonts w:hint="cs"/>
          <w:cs/>
          <w:lang w:bidi="hi-IN"/>
        </w:rPr>
        <w:t>बहू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भोज</w:t>
      </w:r>
      <w:r>
        <w:t xml:space="preserve">, </w:t>
      </w:r>
      <w:r>
        <w:rPr>
          <w:rFonts w:hint="cs"/>
          <w:cs/>
          <w:lang w:bidi="hi-IN"/>
        </w:rPr>
        <w:t>महमानी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रियाकारी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ढ़ोंग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180)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वलीमे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वलीमः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संभोगः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t xml:space="preserve">,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पागल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182)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पागल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फालिज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लक़वे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183)</w:t>
      </w:r>
    </w:p>
    <w:p w:rsidR="00C77782" w:rsidRDefault="00C172D4" w:rsidP="00C77782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पागलपन</w:t>
      </w:r>
      <w:r>
        <w:t xml:space="preserve">, </w:t>
      </w:r>
      <w:r>
        <w:rPr>
          <w:rFonts w:hint="cs"/>
          <w:cs/>
          <w:lang w:bidi="hi-IN"/>
        </w:rPr>
        <w:t>कोढ़</w:t>
      </w:r>
      <w:r>
        <w:t xml:space="preserve">,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होना</w:t>
      </w:r>
      <w:r>
        <w:t xml:space="preserve">,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>लाय</w:t>
      </w:r>
      <w:r>
        <w:rPr>
          <w:rFonts w:hint="cs"/>
          <w:cs/>
          <w:lang w:bidi="hi-IN"/>
        </w:rPr>
        <w:t>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t xml:space="preserve">,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77782" w:rsidRDefault="00C77782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C77782">
      <w:pPr>
        <w:pStyle w:val="Heading1Center"/>
      </w:pPr>
      <w:bookmarkStart w:id="30" w:name="_Toc479593045"/>
      <w:r>
        <w:rPr>
          <w:rFonts w:hint="cs"/>
          <w:cs/>
        </w:rPr>
        <w:lastRenderedPageBreak/>
        <w:t>पांचवा</w:t>
      </w:r>
      <w:r>
        <w:rPr>
          <w:cs/>
        </w:rPr>
        <w:t xml:space="preserve"> </w:t>
      </w:r>
      <w:r>
        <w:rPr>
          <w:rFonts w:hint="cs"/>
          <w:cs/>
        </w:rPr>
        <w:t>अध्याय</w:t>
      </w:r>
      <w:bookmarkEnd w:id="30"/>
    </w:p>
    <w:p w:rsidR="00C172D4" w:rsidRDefault="00C172D4" w:rsidP="00C77782">
      <w:pPr>
        <w:pStyle w:val="Heading1"/>
      </w:pPr>
      <w:bookmarkStart w:id="31" w:name="_Toc479593046"/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bookmarkEnd w:id="31"/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>-</w:t>
      </w:r>
      <w:r>
        <w:rPr>
          <w:cs/>
          <w:lang w:bidi="hi-IN"/>
        </w:rPr>
        <w:tab/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य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एकान्त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ल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दस्तबाज़ी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श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ष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संतान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</w:p>
    <w:p w:rsidR="00C172D4" w:rsidRDefault="00C172D4" w:rsidP="00BB2135">
      <w:pPr>
        <w:pStyle w:val="libBold1"/>
      </w:pPr>
      <w:r>
        <w:rPr>
          <w:rFonts w:hint="cs"/>
          <w:cs/>
          <w:lang w:bidi="hi-IN"/>
        </w:rPr>
        <w:t>ह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शिष्टाचार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अख़्लाक़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इस्मत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जाएज़</w:t>
      </w:r>
      <w:r>
        <w:t xml:space="preserve">,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एतिक़ाफ़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तपस्या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निफास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प्रसूतिका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अलगाव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तमन्ना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तरीकों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मनाही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मक्रूह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</w:p>
    <w:p w:rsidR="00BB2135" w:rsidRDefault="00C172D4" w:rsidP="00BB2135">
      <w:pPr>
        <w:pStyle w:val="Heading1"/>
        <w:rPr>
          <w:rFonts w:hint="cs"/>
          <w:lang w:bidi="hi-IN"/>
        </w:rPr>
      </w:pPr>
      <w:bookmarkStart w:id="32" w:name="_Toc479593047"/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 w:rsidR="00BB2135">
        <w:rPr>
          <w:rFonts w:hint="cs"/>
          <w:cs/>
          <w:lang w:bidi="hi-IN"/>
        </w:rPr>
        <w:t>मनाही</w:t>
      </w:r>
      <w:bookmarkEnd w:id="32"/>
    </w:p>
    <w:p w:rsidR="00C172D4" w:rsidRDefault="00C172D4" w:rsidP="00BB2135">
      <w:pPr>
        <w:pStyle w:val="libNormal"/>
      </w:pP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पवित्रता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तक़द्दुस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>.)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मिलेगा</w:t>
      </w:r>
      <w:r>
        <w:t xml:space="preserve">?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सहाबा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t xml:space="preserve">,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184)</w:t>
      </w:r>
    </w:p>
    <w:p w:rsidR="00C172D4" w:rsidRDefault="00C172D4" w:rsidP="00C172D4">
      <w:pPr>
        <w:pStyle w:val="libNormal"/>
      </w:pPr>
      <w:r>
        <w:rPr>
          <w:cs/>
          <w:lang w:bidi="hi-IN"/>
        </w:rPr>
        <w:lastRenderedPageBreak/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(</w:t>
      </w:r>
      <w:r>
        <w:t xml:space="preserve">185)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भयानक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निरोग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>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 w:rsidR="00BB2135">
        <w:t>)</w:t>
      </w:r>
      <w:r w:rsidR="00BB2135">
        <w:rPr>
          <w:rFonts w:hint="cs"/>
          <w:cs/>
          <w:lang w:bidi="hi-IN"/>
        </w:rPr>
        <w:t>)</w:t>
      </w:r>
      <w: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तौबहः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186)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बेचैनी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कुव्वतों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कूप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मसामात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बुलन्द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सोजाक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187)</w:t>
      </w:r>
    </w:p>
    <w:p w:rsidR="00C172D4" w:rsidRDefault="00C172D4" w:rsidP="00C172D4">
      <w:pPr>
        <w:pStyle w:val="libNormal"/>
      </w:pPr>
      <w:r>
        <w:t>-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ज़वाज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हायजः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t xml:space="preserve">, </w:t>
      </w:r>
      <w:r>
        <w:rPr>
          <w:rFonts w:hint="cs"/>
          <w:cs/>
          <w:lang w:bidi="hi-IN"/>
        </w:rPr>
        <w:t>हुरमत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कराहियत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चुनाँचे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हायजः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कीटाणु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मवाद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माददः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पदार्थ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अंडकोष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आखिरकार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मौजिजः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>-(</w:t>
      </w:r>
      <w:r>
        <w:t>188)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t xml:space="preserve">,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खेलना</w:t>
      </w:r>
      <w:r>
        <w:t xml:space="preserve">,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t xml:space="preserve">,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संक्षिप्त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189)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जुर्माना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190)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191)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विद्वानों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192)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जामेअ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अब्दुल्लाह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तआला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आएगा।</w:t>
      </w:r>
      <w:r>
        <w:rPr>
          <w:cs/>
          <w:lang w:bidi="hi-IN"/>
        </w:rPr>
        <w:t xml:space="preserve"> (</w:t>
      </w:r>
      <w:r>
        <w:t>193)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लिगं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कदापि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क़ीमती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जौहर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मूल्यवान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194)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 xml:space="preserve">,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ठहरना</w:t>
      </w:r>
      <w:r>
        <w:t xml:space="preserve">,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(</w:t>
      </w:r>
      <w:r>
        <w:t>195)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रक्तस्राव</w:t>
      </w:r>
      <w:r>
        <w:t xml:space="preserve">,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नफ़ास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जुर्मानः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196)</w:t>
      </w:r>
    </w:p>
    <w:p w:rsidR="00C172D4" w:rsidRDefault="00C172D4" w:rsidP="00C172D4">
      <w:pPr>
        <w:pStyle w:val="libNormal"/>
      </w:pPr>
      <w:r>
        <w:t>4.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(</w:t>
      </w:r>
      <w:r>
        <w:t>197)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>(</w:t>
      </w:r>
      <w:r>
        <w:rPr>
          <w:rFonts w:hint="cs"/>
          <w:cs/>
          <w:lang w:bidi="hi-IN"/>
        </w:rPr>
        <w:t>मुस्लमानों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t xml:space="preserve">,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चोलीं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स्वीकृति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पियो।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सफ़ेद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एतिकाफ़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तपस्या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उल्लघंन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बचें।</w:t>
      </w:r>
      <w:r>
        <w:rPr>
          <w:cs/>
          <w:lang w:bidi="hi-IN"/>
        </w:rPr>
        <w:t xml:space="preserve"> (</w:t>
      </w:r>
      <w:r>
        <w:t>198)</w:t>
      </w:r>
    </w:p>
    <w:p w:rsidR="00C172D4" w:rsidRDefault="00C172D4" w:rsidP="00C172D4">
      <w:pPr>
        <w:pStyle w:val="libNormal"/>
      </w:pPr>
      <w:r>
        <w:t>5.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एतिकाफ़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सावधानी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छूना</w:t>
      </w:r>
      <w:r>
        <w:t xml:space="preserve">,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199)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सावधानी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तपस्या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200)</w:t>
      </w:r>
    </w:p>
    <w:p w:rsidR="00C172D4" w:rsidRDefault="00C172D4" w:rsidP="00C172D4">
      <w:pPr>
        <w:pStyle w:val="libNormal"/>
      </w:pPr>
      <w:r>
        <w:lastRenderedPageBreak/>
        <w:t>6.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मीक़ात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बांधने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तकबीर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चुम्मा</w:t>
      </w:r>
      <w:r>
        <w:t xml:space="preserve">,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लेना</w:t>
      </w:r>
      <w:r>
        <w:t xml:space="preserve">,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201)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t xml:space="preserve">,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(</w:t>
      </w:r>
      <w:r>
        <w:t xml:space="preserve">202)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तवाफ़े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203)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तवाफ़े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मख़सूस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नपुंस्कों</w:t>
      </w:r>
      <w:r>
        <w:t xml:space="preserve">, </w:t>
      </w:r>
      <w:r>
        <w:rPr>
          <w:rFonts w:hint="cs"/>
          <w:cs/>
          <w:lang w:bidi="hi-IN"/>
        </w:rPr>
        <w:t>नामर्दों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अभिभावक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एहतीयात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बालिग़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जाऐं।</w:t>
      </w:r>
      <w:r>
        <w:rPr>
          <w:cs/>
          <w:lang w:bidi="hi-IN"/>
        </w:rPr>
        <w:t xml:space="preserve"> (</w:t>
      </w:r>
      <w:r>
        <w:t>204)</w:t>
      </w:r>
    </w:p>
    <w:p w:rsidR="00C77782" w:rsidRDefault="00C172D4" w:rsidP="00C77782">
      <w:pPr>
        <w:pStyle w:val="Heading1"/>
        <w:rPr>
          <w:rFonts w:hint="cs"/>
          <w:lang w:bidi="hi-IN"/>
        </w:rPr>
      </w:pPr>
      <w:bookmarkStart w:id="33" w:name="_Toc479593048"/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मैथुनः</w:t>
      </w:r>
      <w:bookmarkEnd w:id="33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फक़ीहों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चन्द्र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गिराव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(</w:t>
      </w:r>
      <w:r>
        <w:t xml:space="preserve">12) </w:t>
      </w:r>
      <w:r>
        <w:rPr>
          <w:rFonts w:hint="cs"/>
          <w:cs/>
          <w:lang w:bidi="hi-IN"/>
        </w:rPr>
        <w:t>बजे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ब्रहस्पतिवार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</w:p>
    <w:p w:rsidR="00C172D4" w:rsidRDefault="00C172D4" w:rsidP="00C172D4">
      <w:pPr>
        <w:pStyle w:val="libNormal"/>
      </w:pPr>
      <w:r>
        <w:t>4.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t xml:space="preserve">,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</w:p>
    <w:p w:rsidR="00C172D4" w:rsidRDefault="00C172D4" w:rsidP="00C172D4">
      <w:pPr>
        <w:pStyle w:val="libNormal"/>
      </w:pPr>
      <w:r>
        <w:t>5.</w:t>
      </w:r>
      <w:r>
        <w:rPr>
          <w:rFonts w:hint="cs"/>
          <w:cs/>
          <w:lang w:bidi="hi-IN"/>
        </w:rPr>
        <w:t>मुहाक़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) </w:t>
      </w:r>
    </w:p>
    <w:p w:rsidR="00C172D4" w:rsidRDefault="00C172D4" w:rsidP="00C172D4">
      <w:pPr>
        <w:pStyle w:val="libNormal"/>
      </w:pPr>
      <w:r>
        <w:t>6.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तक।</w:t>
      </w:r>
    </w:p>
    <w:p w:rsidR="00C172D4" w:rsidRDefault="00C172D4" w:rsidP="00C172D4">
      <w:pPr>
        <w:pStyle w:val="libNormal"/>
      </w:pPr>
      <w:r>
        <w:t>7.</w:t>
      </w:r>
      <w:r>
        <w:rPr>
          <w:rFonts w:hint="cs"/>
          <w:cs/>
          <w:lang w:bidi="hi-IN"/>
        </w:rPr>
        <w:t>रमज़ान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</w:p>
    <w:p w:rsidR="00C172D4" w:rsidRDefault="00C172D4" w:rsidP="00C172D4">
      <w:pPr>
        <w:pStyle w:val="libNormal"/>
      </w:pPr>
      <w:r>
        <w:t>8.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काली</w:t>
      </w:r>
      <w:r>
        <w:t xml:space="preserve">, </w:t>
      </w:r>
      <w:r>
        <w:rPr>
          <w:rFonts w:hint="cs"/>
          <w:cs/>
          <w:lang w:bidi="hi-IN"/>
        </w:rPr>
        <w:t>पीली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समय।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ज़लज़ले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भूकंप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समय।</w:t>
      </w:r>
      <w:r>
        <w:rPr>
          <w:cs/>
          <w:lang w:bidi="hi-IN"/>
        </w:rPr>
        <w:t xml:space="preserve"> (</w:t>
      </w:r>
      <w:r>
        <w:t>205)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मोअतबर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मक्रूह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सूर्योदय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(</w:t>
      </w:r>
      <w:r>
        <w:t>206)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सूर्यास्त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</w:p>
    <w:p w:rsidR="00C172D4" w:rsidRDefault="00C172D4" w:rsidP="00C172D4">
      <w:pPr>
        <w:pStyle w:val="libNormal"/>
      </w:pPr>
      <w:r>
        <w:t>4.</w:t>
      </w:r>
      <w:r>
        <w:rPr>
          <w:rFonts w:hint="cs"/>
          <w:cs/>
          <w:lang w:bidi="hi-IN"/>
        </w:rPr>
        <w:t>चन्द्र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</w:p>
    <w:p w:rsidR="00C172D4" w:rsidRDefault="00C172D4" w:rsidP="00C172D4">
      <w:pPr>
        <w:pStyle w:val="libNormal"/>
      </w:pPr>
      <w:r>
        <w:t>5.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</w:t>
      </w:r>
      <w:r>
        <w:t xml:space="preserve">, </w:t>
      </w:r>
      <w:r>
        <w:rPr>
          <w:rFonts w:hint="cs"/>
          <w:cs/>
          <w:lang w:bidi="hi-IN"/>
        </w:rPr>
        <w:t>पीली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भूकंप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मसहूस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सन्तान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प्रसन्ता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हासिल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ग़ज़ब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समझा।</w:t>
      </w:r>
      <w:r>
        <w:rPr>
          <w:cs/>
          <w:lang w:bidi="hi-IN"/>
        </w:rPr>
        <w:t xml:space="preserve"> (</w:t>
      </w:r>
      <w:r>
        <w:t>207)</w:t>
      </w:r>
      <w:r w:rsidR="005F0C55"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लाज़मी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t xml:space="preserve">,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द्रष्टिगत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मासूमिन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t xml:space="preserve">, </w:t>
      </w:r>
      <w:r>
        <w:rPr>
          <w:rFonts w:hint="cs"/>
          <w:cs/>
          <w:lang w:bidi="hi-IN"/>
        </w:rPr>
        <w:t>तारीख</w:t>
      </w:r>
      <w:r>
        <w:t xml:space="preserve">, </w:t>
      </w:r>
      <w:r>
        <w:rPr>
          <w:rFonts w:hint="cs"/>
          <w:cs/>
          <w:lang w:bidi="hi-IN"/>
        </w:rPr>
        <w:t>दिन</w:t>
      </w:r>
      <w:r>
        <w:t xml:space="preserve">,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द्रष्टिगत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व्रश्चिक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तहतशशुआअ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209)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तहतशशुआअ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मूसी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काज़िम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तहतशशुआअ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हमल</w:t>
      </w:r>
      <w:r>
        <w:t xml:space="preserve">, </w:t>
      </w:r>
      <w:r>
        <w:rPr>
          <w:rFonts w:hint="cs"/>
          <w:cs/>
          <w:lang w:bidi="hi-IN"/>
        </w:rPr>
        <w:t>गर्भ</w:t>
      </w:r>
      <w:r>
        <w:t xml:space="preserve">,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(</w:t>
      </w:r>
      <w:r>
        <w:t>210)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t xml:space="preserve">,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पागलपन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मुब्तला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ग्रस्त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मिर्गी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(</w:t>
      </w:r>
      <w:r>
        <w:t>211)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बुद्धवार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 xml:space="preserve">212)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सूर्यास्त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सूर्योदय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इख़्तियार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जादूगर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शिक्षाऐं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213)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अन्तिम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मक्रूहात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lastRenderedPageBreak/>
        <w:t>.......</w:t>
      </w:r>
      <w:r w:rsidR="00C77782">
        <w:rPr>
          <w:cs/>
          <w:lang w:bidi="hi-IN"/>
        </w:rPr>
        <w:t>ऐ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t xml:space="preserve">, </w:t>
      </w:r>
      <w:r>
        <w:rPr>
          <w:rFonts w:hint="cs"/>
          <w:cs/>
          <w:lang w:bidi="hi-IN"/>
        </w:rPr>
        <w:t>सिरका</w:t>
      </w:r>
      <w:r>
        <w:t xml:space="preserve">, </w:t>
      </w:r>
      <w:r>
        <w:rPr>
          <w:rFonts w:hint="cs"/>
          <w:cs/>
          <w:lang w:bidi="hi-IN"/>
        </w:rPr>
        <w:t>धनिया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t>?</w:t>
      </w:r>
      <w:r w:rsidR="005F0C55"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 w:rsidR="00C77782">
        <w:rPr>
          <w:cs/>
          <w:lang w:bidi="hi-IN"/>
        </w:rPr>
        <w:t>ऐ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t xml:space="preserve">, </w:t>
      </w:r>
      <w:r>
        <w:rPr>
          <w:rFonts w:hint="cs"/>
          <w:cs/>
          <w:lang w:bidi="hi-IN"/>
        </w:rPr>
        <w:t>बीच</w:t>
      </w:r>
      <w:r>
        <w:t xml:space="preserve">,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दीवानगी</w:t>
      </w:r>
      <w:r>
        <w:t xml:space="preserve">, </w:t>
      </w:r>
      <w:r>
        <w:rPr>
          <w:rFonts w:hint="cs"/>
          <w:cs/>
          <w:lang w:bidi="hi-IN"/>
        </w:rPr>
        <w:t>बालखोरः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ज़ोहर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(</w:t>
      </w:r>
      <w:r>
        <w:t xml:space="preserve">214)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(</w:t>
      </w:r>
      <w:r>
        <w:t xml:space="preserve">215)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नपुंसक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बिछौने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फितर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क़ुर्बान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उँगलियाँ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फलदार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जल्लाद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हत्यारा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ज़ालिमों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अत्याचारों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लीडर।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अज़ान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प्रव्रति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कनजूस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शाअबान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पन्द्रहवीं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लुटेरा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lastRenderedPageBreak/>
        <w:t>कोठे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(</w:t>
      </w:r>
      <w:r>
        <w:t xml:space="preserve">216)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मुनाफिक़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दग़ाबाज़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यात्रा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रखेगा।</w:t>
      </w:r>
      <w:r>
        <w:rPr>
          <w:cs/>
          <w:lang w:bidi="hi-IN"/>
        </w:rPr>
        <w:t>(</w:t>
      </w:r>
      <w:r>
        <w:t>217)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(</w:t>
      </w:r>
      <w:r>
        <w:t>218)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लौंडी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(</w:t>
      </w:r>
      <w:r>
        <w:t>219)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t xml:space="preserve">, </w:t>
      </w:r>
      <w:r>
        <w:rPr>
          <w:rFonts w:hint="cs"/>
          <w:cs/>
          <w:lang w:bidi="hi-IN"/>
        </w:rPr>
        <w:t>दरवाज़ा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t xml:space="preserve">, </w:t>
      </w:r>
      <w:r>
        <w:rPr>
          <w:rFonts w:hint="cs"/>
          <w:cs/>
          <w:lang w:bidi="hi-IN"/>
        </w:rPr>
        <w:t>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आज्ञा</w:t>
      </w:r>
      <w:r>
        <w:t xml:space="preserve">,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थी।</w:t>
      </w:r>
      <w:r>
        <w:rPr>
          <w:cs/>
          <w:lang w:bidi="hi-IN"/>
        </w:rPr>
        <w:t xml:space="preserve"> (</w:t>
      </w:r>
      <w:r>
        <w:t>220)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अहतेयात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स्वतन्त्र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आपत्ति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221)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ख़िज़ाब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नपुंसक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(</w:t>
      </w:r>
      <w:r>
        <w:t>222)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घातक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(</w:t>
      </w:r>
      <w:r>
        <w:t>223)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अंगूठी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t>224)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निर्वस्त्र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क़िब्ले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किश्ती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में।</w:t>
      </w:r>
      <w:r>
        <w:rPr>
          <w:cs/>
          <w:lang w:bidi="hi-IN"/>
        </w:rPr>
        <w:t xml:space="preserve"> (</w:t>
      </w:r>
      <w:r>
        <w:t>225)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226)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मकहूरात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मुस्तहिबाते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बिस्मिल्लाह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सर्वोच्च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हैजानी</w:t>
      </w:r>
      <w:r>
        <w:t xml:space="preserve">, </w:t>
      </w:r>
      <w:r>
        <w:rPr>
          <w:rFonts w:hint="cs"/>
          <w:cs/>
          <w:lang w:bidi="hi-IN"/>
        </w:rPr>
        <w:t>जज़बाती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भावुक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बेखबर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खुशनूदी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खज़ाने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लाभदायक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लाभदायक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सोमवार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हाफिज़े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मंगलवार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सआदत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प्रताप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मरतबा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दाता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ब्रहस्पतिवार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हाकिम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पदाधिकारी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ब्रहस्पतिवार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दोपहर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व्याखता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बुद्धिजीवीयों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उत्तराधिकारियों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कामिल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(</w:t>
      </w:r>
      <w:r>
        <w:t>227)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स्वतन्त्र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उपस्थिति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कव्वे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t xml:space="preserve">, </w:t>
      </w:r>
      <w:r>
        <w:rPr>
          <w:rFonts w:hint="cs"/>
          <w:cs/>
          <w:lang w:bidi="hi-IN"/>
        </w:rPr>
        <w:t>दुश्मनों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रहना।</w:t>
      </w:r>
      <w:r>
        <w:rPr>
          <w:cs/>
          <w:lang w:bidi="hi-IN"/>
        </w:rPr>
        <w:t xml:space="preserve"> (</w:t>
      </w:r>
      <w:r>
        <w:t>228)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छाती</w:t>
      </w:r>
      <w:r>
        <w:t xml:space="preserve">, </w:t>
      </w:r>
      <w:r>
        <w:rPr>
          <w:rFonts w:hint="cs"/>
          <w:cs/>
          <w:lang w:bidi="hi-IN"/>
        </w:rPr>
        <w:t>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t xml:space="preserve">, </w:t>
      </w:r>
      <w:r>
        <w:rPr>
          <w:rFonts w:hint="cs"/>
          <w:cs/>
          <w:lang w:bidi="hi-IN"/>
        </w:rPr>
        <w:t>सहलाए</w:t>
      </w:r>
      <w:r>
        <w:t>,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मसलना</w:t>
      </w:r>
      <w:r>
        <w:t xml:space="preserve">, </w:t>
      </w:r>
      <w:r>
        <w:rPr>
          <w:rFonts w:hint="cs"/>
          <w:cs/>
          <w:lang w:bidi="hi-IN"/>
        </w:rPr>
        <w:t>सहलाना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चूमना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छाड़</w:t>
      </w:r>
      <w:r>
        <w:t xml:space="preserve">, </w:t>
      </w:r>
      <w:r>
        <w:rPr>
          <w:rFonts w:hint="cs"/>
          <w:cs/>
          <w:lang w:bidi="hi-IN"/>
        </w:rPr>
        <w:t>हंसी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मज़ाक</w:t>
      </w:r>
      <w:r>
        <w:t xml:space="preserve">,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संतुष्टि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छाड़ी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t>229)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लौड़ी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वस्तु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t>231)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</w:p>
    <w:p w:rsidR="00BB2135" w:rsidRDefault="00C172D4" w:rsidP="00BB2135">
      <w:pPr>
        <w:pStyle w:val="Heading1"/>
        <w:rPr>
          <w:rFonts w:hint="cs"/>
          <w:lang w:bidi="hi-IN"/>
        </w:rPr>
      </w:pPr>
      <w:bookmarkStart w:id="34" w:name="_Toc479593049"/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 w:rsidR="00BB2135">
        <w:rPr>
          <w:rFonts w:hint="cs"/>
          <w:cs/>
          <w:lang w:bidi="hi-IN"/>
        </w:rPr>
        <w:t>मैथुन</w:t>
      </w:r>
      <w:bookmarkEnd w:id="34"/>
    </w:p>
    <w:p w:rsidR="00C172D4" w:rsidRDefault="00C172D4" w:rsidP="00BB2135">
      <w:pPr>
        <w:pStyle w:val="libNormal"/>
      </w:pPr>
      <w:r>
        <w:rPr>
          <w:rFonts w:hint="cs"/>
          <w:cs/>
          <w:lang w:bidi="hi-IN"/>
        </w:rPr>
        <w:t>घ्रणित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एहतियात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सावधानी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छोड़े।</w:t>
      </w:r>
      <w:r>
        <w:rPr>
          <w:cs/>
          <w:lang w:bidi="hi-IN"/>
        </w:rPr>
        <w:t xml:space="preserve"> (</w:t>
      </w:r>
      <w:r>
        <w:t>232)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हुक़ूक़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उज़र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आपत्ति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सावधानी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लौङियों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(</w:t>
      </w:r>
      <w:r>
        <w:t>233)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t xml:space="preserve">, </w:t>
      </w:r>
      <w:r>
        <w:rPr>
          <w:rFonts w:hint="cs"/>
          <w:cs/>
          <w:lang w:bidi="hi-IN"/>
        </w:rPr>
        <w:t>मक्रूह</w:t>
      </w:r>
      <w:r>
        <w:t xml:space="preserve">, </w:t>
      </w: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BB2135" w:rsidRDefault="00C172D4" w:rsidP="00BB2135">
      <w:pPr>
        <w:pStyle w:val="Heading1"/>
        <w:rPr>
          <w:rFonts w:hint="cs"/>
          <w:lang w:bidi="hi-IN"/>
        </w:rPr>
      </w:pPr>
      <w:bookmarkStart w:id="35" w:name="_Toc479593050"/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BB2135">
        <w:rPr>
          <w:rFonts w:hint="cs"/>
          <w:cs/>
          <w:lang w:bidi="hi-IN"/>
        </w:rPr>
        <w:t>दुआ</w:t>
      </w:r>
      <w:bookmarkEnd w:id="35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ज़करिया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</w:p>
    <w:p w:rsidR="00C172D4" w:rsidRDefault="00C172D4" w:rsidP="00C172D4">
      <w:pPr>
        <w:pStyle w:val="libNormal"/>
      </w:pPr>
      <w:r>
        <w:t xml:space="preserve">.......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234)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परवर्दिगारा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फ़र्मा।</w:t>
      </w:r>
      <w:r>
        <w:rPr>
          <w:cs/>
          <w:lang w:bidi="hi-IN"/>
        </w:rPr>
        <w:t xml:space="preserve"> (</w:t>
      </w:r>
      <w:r>
        <w:t>235)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एकान्तः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एकान्त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((</w:t>
      </w:r>
      <w:r>
        <w:t xml:space="preserve">236))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तस्ल्ली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संतोष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BB2135" w:rsidRDefault="00C172D4" w:rsidP="00BB2135">
      <w:pPr>
        <w:pStyle w:val="Heading1"/>
        <w:rPr>
          <w:rFonts w:hint="cs"/>
          <w:lang w:bidi="hi-IN"/>
        </w:rPr>
      </w:pPr>
      <w:bookmarkStart w:id="36" w:name="_Toc479593051"/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="00BB2135">
        <w:rPr>
          <w:rFonts w:hint="cs"/>
          <w:cs/>
          <w:lang w:bidi="hi-IN"/>
        </w:rPr>
        <w:t>दस्तबाज़ी</w:t>
      </w:r>
      <w:bookmarkEnd w:id="36"/>
    </w:p>
    <w:p w:rsidR="00C172D4" w:rsidRDefault="00C172D4" w:rsidP="00BB2135">
      <w:pPr>
        <w:pStyle w:val="libNormal"/>
      </w:pP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खेलें।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स्पर्श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करें</w:t>
      </w:r>
      <w:r>
        <w:t xml:space="preserve">, </w:t>
      </w:r>
      <w:r>
        <w:rPr>
          <w:rFonts w:hint="cs"/>
          <w:cs/>
          <w:lang w:bidi="hi-IN"/>
        </w:rPr>
        <w:t>सहलाए</w:t>
      </w:r>
      <w:r>
        <w:t xml:space="preserve">, </w:t>
      </w:r>
      <w:r>
        <w:rPr>
          <w:rFonts w:hint="cs"/>
          <w:cs/>
          <w:lang w:bidi="hi-IN"/>
        </w:rPr>
        <w:t>खुजलायें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चीकनाहट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-</w:t>
      </w:r>
      <w:r>
        <w:rPr>
          <w:rFonts w:hint="cs"/>
          <w:cs/>
          <w:lang w:bidi="hi-IN"/>
        </w:rPr>
        <w:t>मज़ी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कठीनाई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आन्नद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सहलाना</w:t>
      </w:r>
      <w:r>
        <w:t xml:space="preserve">, </w:t>
      </w:r>
      <w:r>
        <w:rPr>
          <w:rFonts w:hint="cs"/>
          <w:cs/>
          <w:lang w:bidi="hi-IN"/>
        </w:rPr>
        <w:t>खुजलाना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दस्तबाज़ी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 xml:space="preserve">, </w:t>
      </w:r>
      <w:r>
        <w:rPr>
          <w:rFonts w:hint="cs"/>
          <w:cs/>
          <w:lang w:bidi="hi-IN"/>
        </w:rPr>
        <w:t>चूमे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चाटे</w:t>
      </w:r>
      <w:r>
        <w:t xml:space="preserve">,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स्तन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निपुलों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मसले</w:t>
      </w:r>
      <w:r>
        <w:t xml:space="preserve">, </w:t>
      </w:r>
      <w:r>
        <w:rPr>
          <w:rFonts w:hint="cs"/>
          <w:cs/>
          <w:lang w:bidi="hi-IN"/>
        </w:rPr>
        <w:t>छाती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दबाए</w:t>
      </w:r>
      <w:r>
        <w:t xml:space="preserve">, </w:t>
      </w:r>
      <w:r>
        <w:rPr>
          <w:rFonts w:hint="cs"/>
          <w:cs/>
          <w:lang w:bidi="hi-IN"/>
        </w:rPr>
        <w:t>होटों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चूसे</w:t>
      </w:r>
      <w:r>
        <w:t xml:space="preserve">, </w:t>
      </w:r>
      <w:r>
        <w:rPr>
          <w:rFonts w:hint="cs"/>
          <w:cs/>
          <w:lang w:bidi="hi-IN"/>
        </w:rPr>
        <w:t>बगल</w:t>
      </w:r>
      <w:r>
        <w:t xml:space="preserve">, </w:t>
      </w:r>
      <w:r>
        <w:rPr>
          <w:rFonts w:hint="cs"/>
          <w:cs/>
          <w:lang w:bidi="hi-IN"/>
        </w:rPr>
        <w:t>गुददी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फेरे</w:t>
      </w:r>
      <w:r>
        <w:t xml:space="preserve">,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t xml:space="preserve">,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t xml:space="preserve">,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लक्षण</w:t>
      </w:r>
      <w:r>
        <w:t xml:space="preserve">, </w:t>
      </w:r>
      <w:r>
        <w:rPr>
          <w:rFonts w:hint="cs"/>
          <w:cs/>
          <w:lang w:bidi="hi-IN"/>
        </w:rPr>
        <w:t>निशानात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-------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बाटे</w:t>
      </w:r>
      <w:r>
        <w:t xml:space="preserve">,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संवेदनशील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सहलाता</w:t>
      </w:r>
      <w:r>
        <w:rPr>
          <w:cs/>
          <w:lang w:bidi="hi-IN"/>
        </w:rPr>
        <w:t xml:space="preserve"> (</w:t>
      </w:r>
      <w:r>
        <w:t xml:space="preserve">237)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---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ड़ोरें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सांसें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चिमटा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----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चूतड़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ऊचाँ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t xml:space="preserve">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प्रवेश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चूतड़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(</w:t>
      </w:r>
      <w:r>
        <w:t xml:space="preserve">238)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t xml:space="preserve">, </w:t>
      </w:r>
      <w:r>
        <w:rPr>
          <w:rFonts w:hint="cs"/>
          <w:cs/>
          <w:lang w:bidi="hi-IN"/>
        </w:rPr>
        <w:t>प्रेम</w:t>
      </w:r>
      <w:r>
        <w:t xml:space="preserve">, </w:t>
      </w:r>
      <w:r>
        <w:rPr>
          <w:rFonts w:hint="cs"/>
          <w:cs/>
          <w:lang w:bidi="hi-IN"/>
        </w:rPr>
        <w:t>मसलता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होठों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चूसता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ऊचाँ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खारिज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इत्तिफाक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संयोगवश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मुन्ज़िल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चिपकाये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पचास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जरसूमे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सूक्ष्मदर्शी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जरसूमा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अंडे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229)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दैवी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जरसूमें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अंडो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जरसूमे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कूदते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240)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टपकाना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241)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सर्व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242)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>(</w:t>
      </w:r>
      <w:r>
        <w:t xml:space="preserve">243)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टपकाने</w:t>
      </w:r>
      <w:r>
        <w:t xml:space="preserve">,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244)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स्वतन्त्रा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आओ।</w:t>
      </w:r>
      <w:r>
        <w:rPr>
          <w:cs/>
          <w:lang w:bidi="hi-IN"/>
        </w:rPr>
        <w:t>(</w:t>
      </w:r>
      <w:r>
        <w:t>245)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परिभाषा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चौरासी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डाक्टर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हैँ।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</w:p>
    <w:p w:rsidR="00C172D4" w:rsidRDefault="00C172D4" w:rsidP="00C172D4">
      <w:pPr>
        <w:pStyle w:val="libNormal"/>
      </w:pPr>
      <w:r>
        <w:t>4.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</w:p>
    <w:p w:rsidR="00C172D4" w:rsidRDefault="00C172D4" w:rsidP="00C172D4">
      <w:pPr>
        <w:pStyle w:val="libNormal"/>
      </w:pPr>
      <w:r>
        <w:t>5.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</w:p>
    <w:p w:rsidR="00C172D4" w:rsidRDefault="00C172D4" w:rsidP="00C172D4">
      <w:pPr>
        <w:pStyle w:val="libNormal"/>
      </w:pPr>
      <w:r>
        <w:t xml:space="preserve">6.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प्रारम्भिक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पदार्थ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सरगर्मी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t>1.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बिछौने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करेगा।</w:t>
      </w:r>
      <w:r>
        <w:rPr>
          <w:cs/>
          <w:lang w:bidi="hi-IN"/>
        </w:rPr>
        <w:t xml:space="preserve"> (</w:t>
      </w:r>
      <w:r>
        <w:t>247)</w:t>
      </w:r>
    </w:p>
    <w:p w:rsidR="00C172D4" w:rsidRDefault="00C172D4" w:rsidP="00C172D4">
      <w:pPr>
        <w:pStyle w:val="libNormal"/>
      </w:pPr>
      <w:r>
        <w:t>2.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</w:p>
    <w:p w:rsidR="00C172D4" w:rsidRDefault="00C172D4" w:rsidP="00C172D4">
      <w:pPr>
        <w:pStyle w:val="libNormal"/>
      </w:pPr>
      <w:r>
        <w:t>3.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</w:p>
    <w:p w:rsidR="00C172D4" w:rsidRDefault="00C172D4" w:rsidP="00C172D4">
      <w:pPr>
        <w:pStyle w:val="libNormal"/>
      </w:pPr>
      <w:r>
        <w:t>4.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lastRenderedPageBreak/>
        <w:t>5.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t>6.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t>7.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t>8.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t>9.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t>10.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t>11.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>(</w:t>
      </w:r>
      <w:r>
        <w:t>248)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प्रतिक्षा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इन्तिज़ार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नफरत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नफरत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सूहागरात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प्रयत्न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सुहागरात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झिझक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रुकावट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बूरा</w:t>
      </w:r>
      <w:r>
        <w:rPr>
          <w:cs/>
          <w:lang w:bidi="hi-IN"/>
        </w:rPr>
        <w:t xml:space="preserve"> (</w:t>
      </w:r>
      <w:r>
        <w:t>249) (</w:t>
      </w:r>
      <w:r>
        <w:rPr>
          <w:rFonts w:hint="cs"/>
          <w:cs/>
          <w:lang w:bidi="hi-IN"/>
        </w:rPr>
        <w:t>ऐब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उपस्तिथि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भरपूर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BB2135" w:rsidRDefault="00C172D4" w:rsidP="00BB2135">
      <w:pPr>
        <w:pStyle w:val="Heading1"/>
        <w:rPr>
          <w:rFonts w:hint="cs"/>
          <w:lang w:bidi="hi-IN"/>
        </w:rPr>
      </w:pPr>
      <w:bookmarkStart w:id="37" w:name="_Toc479593052"/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तयम्मुमः</w:t>
      </w:r>
      <w:bookmarkEnd w:id="37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250)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तरतीबी</w:t>
      </w:r>
      <w:r>
        <w:t xml:space="preserve">,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इरतेमासी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ईमानदारों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मिटटी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निसंदेह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बख्शने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251)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</w:p>
    <w:p w:rsidR="00C172D4" w:rsidRDefault="00BB2135" w:rsidP="00C172D4">
      <w:pPr>
        <w:pStyle w:val="libNormal"/>
      </w:pPr>
      <w:r>
        <w:rPr>
          <w:rFonts w:hint="cs"/>
          <w:cs/>
          <w:lang w:bidi="hi-IN"/>
        </w:rPr>
        <w:t>ऐ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ईमानदारों।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जब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नमाज़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लिए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तय्यार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अपने</w:t>
      </w:r>
      <w:r w:rsidR="00C172D4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कोहनियों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हाथ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धो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लिया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सरों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टखनों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पैर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मसह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लिया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करो।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अगर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जनाबत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हालत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तहारत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ग़ुस्ल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लो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हाँ</w:t>
      </w:r>
      <w:r w:rsidR="00C172D4">
        <w:rPr>
          <w:cs/>
          <w:lang w:bidi="hi-IN"/>
        </w:rPr>
        <w:t>)</w:t>
      </w:r>
      <w:r w:rsidR="005F0C55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अगर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बीमार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सफर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किसी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पखना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निकल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आए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संभोग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पानी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मिल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पाक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मिट्टी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तय्यमुम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अर्थात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दोनों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हाथ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उससे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मुहँ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lastRenderedPageBreak/>
        <w:t>हाथों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मसह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लो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देखो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खुदा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कैसी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आसानी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दी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खुदा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यह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चाहता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नहीं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किसी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तरह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सख्ती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बल्कि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वह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यह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चाहता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है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कि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पाक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व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पाकीज़ा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नेअमत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पूरी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ताकि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शुक्रगुज़ार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जाओ।</w:t>
      </w:r>
      <w:r w:rsidR="00C172D4">
        <w:rPr>
          <w:cs/>
          <w:lang w:bidi="hi-IN"/>
        </w:rPr>
        <w:t xml:space="preserve"> (</w:t>
      </w:r>
      <w:r w:rsidR="00C172D4">
        <w:t>252)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मतलब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फौरन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-------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पुनीत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t>253)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t xml:space="preserve">,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स्वतन्त्र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फ़र्माया।</w:t>
      </w:r>
      <w:r>
        <w:rPr>
          <w:cs/>
          <w:lang w:bidi="hi-IN"/>
        </w:rPr>
        <w:t xml:space="preserve"> (</w:t>
      </w:r>
      <w:r>
        <w:t xml:space="preserve">254)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खरीदा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लाज़िम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(</w:t>
      </w:r>
      <w:r>
        <w:t>255)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----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चुस्ती</w:t>
      </w:r>
      <w:r>
        <w:t xml:space="preserve">, </w:t>
      </w:r>
      <w:r>
        <w:rPr>
          <w:rFonts w:hint="cs"/>
          <w:cs/>
          <w:lang w:bidi="hi-IN"/>
        </w:rPr>
        <w:t>फुरती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चिकित्सा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BB2135" w:rsidRDefault="00C172D4" w:rsidP="00BB2135">
      <w:pPr>
        <w:pStyle w:val="Heading1"/>
        <w:rPr>
          <w:rFonts w:hint="cs"/>
          <w:lang w:bidi="hi-IN"/>
        </w:rPr>
      </w:pPr>
      <w:bookmarkStart w:id="38" w:name="_Toc479593053"/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मनाहीः</w:t>
      </w:r>
      <w:bookmarkEnd w:id="38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महाप्रलय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पोज़ीशन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256)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संतानः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सामथ्यर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मस्तिष्क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झिंझोड़ते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257)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बनावट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काफ़ी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रिवायत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अभिवचन</w:t>
      </w:r>
      <w:r>
        <w:t xml:space="preserve">, </w:t>
      </w:r>
      <w:r>
        <w:rPr>
          <w:rFonts w:hint="cs"/>
          <w:cs/>
          <w:lang w:bidi="hi-IN"/>
        </w:rPr>
        <w:t>वादा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आलमे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बशरीयत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मानवता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पारित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नाफिज़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दरवाज़े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तखलीक़</w:t>
      </w:r>
      <w:r>
        <w:t xml:space="preserve">, </w:t>
      </w:r>
      <w:r>
        <w:rPr>
          <w:rFonts w:hint="cs"/>
          <w:cs/>
          <w:lang w:bidi="hi-IN"/>
        </w:rPr>
        <w:t>सूजन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लोथड़े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स्थानान्तरित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सामर्थ्य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</w:t>
      </w:r>
      <w:r>
        <w:t xml:space="preserve">, </w:t>
      </w:r>
      <w:r>
        <w:rPr>
          <w:rFonts w:hint="cs"/>
          <w:cs/>
          <w:lang w:bidi="hi-IN"/>
        </w:rPr>
        <w:t>कान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नाफ़िज़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लागू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शुरूअ</w:t>
      </w:r>
      <w:r>
        <w:t xml:space="preserve">, </w:t>
      </w:r>
      <w:r>
        <w:rPr>
          <w:rFonts w:hint="cs"/>
          <w:cs/>
          <w:lang w:bidi="hi-IN"/>
        </w:rPr>
        <w:t>प्रारम्भ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 w:rsidR="00C77782">
        <w:rPr>
          <w:cs/>
          <w:lang w:bidi="hi-IN"/>
        </w:rPr>
        <w:t>ऐ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लिखें</w:t>
      </w:r>
      <w:r>
        <w:rPr>
          <w:cs/>
          <w:lang w:bidi="hi-IN"/>
        </w:rPr>
        <w:t xml:space="preserve"> </w:t>
      </w:r>
      <w:r>
        <w:t>?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तकदीर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माथे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शिशु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शिशु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तक़दीर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भाग्य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258)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शिशु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हुकूमत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t xml:space="preserve">, </w:t>
      </w:r>
      <w:r>
        <w:rPr>
          <w:rFonts w:hint="cs"/>
          <w:cs/>
          <w:lang w:bidi="hi-IN"/>
        </w:rPr>
        <w:t>बेटियाँ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निःसन्देह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259)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कुफ़्फ़ार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निसबत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संज्ञा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मोमेनीन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चूँनाचे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फ़र्माते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वाक़ेए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अरूचिकर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प्राप्त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260)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वास्तविकता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गुस्सा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क्रोध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पेच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तज्वीज़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निर्णय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सुब्हानल्लाह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पाकीज़ा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ज़िल्लत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ज़िन्दा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लगाते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261)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मख़लूक़ात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क्रोध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262)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खुशख़बरी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दुखी।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t xml:space="preserve">, </w:t>
      </w:r>
      <w:r>
        <w:rPr>
          <w:rFonts w:hint="cs"/>
          <w:cs/>
          <w:lang w:bidi="hi-IN"/>
        </w:rPr>
        <w:t>वंचित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तर्बियत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आशचर्य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हबशी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निकला।</w:t>
      </w:r>
      <w:r>
        <w:rPr>
          <w:cs/>
          <w:lang w:bidi="hi-IN"/>
        </w:rPr>
        <w:t xml:space="preserve"> (</w:t>
      </w:r>
      <w:r>
        <w:t>263)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नुत्फः</w:t>
      </w:r>
      <w:r>
        <w:t xml:space="preserve">, </w:t>
      </w:r>
      <w:r>
        <w:rPr>
          <w:rFonts w:hint="cs"/>
          <w:cs/>
          <w:lang w:bidi="hi-IN"/>
        </w:rPr>
        <w:t>हमल</w:t>
      </w:r>
      <w:r>
        <w:t xml:space="preserve">,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ठहर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प्रशिक्षण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अल्लामः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भरकर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मशकिज़ः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मशकिज़ः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</w:t>
      </w:r>
      <w:r>
        <w:t xml:space="preserve">,)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वाजिब</w:t>
      </w:r>
      <w:r>
        <w:t xml:space="preserve">, </w:t>
      </w:r>
      <w:r>
        <w:rPr>
          <w:rFonts w:hint="cs"/>
          <w:cs/>
          <w:lang w:bidi="hi-IN"/>
        </w:rPr>
        <w:t>मुस्तहिब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मश्कीज़े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t xml:space="preserve">,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मौहल्ले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बताया।</w:t>
      </w:r>
      <w:r>
        <w:rPr>
          <w:cs/>
          <w:lang w:bidi="hi-IN"/>
        </w:rPr>
        <w:t xml:space="preserve"> (</w:t>
      </w:r>
      <w:r>
        <w:t>264)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t xml:space="preserve">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अधिकारः</w:t>
      </w:r>
      <w:r>
        <w:rPr>
          <w:cs/>
          <w:lang w:bidi="hi-IN"/>
        </w:rPr>
        <w:t>-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खुशगवार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रुचिकर</w:t>
      </w:r>
      <w:r>
        <w:t xml:space="preserve">, </w:t>
      </w:r>
      <w:r>
        <w:rPr>
          <w:rFonts w:hint="cs"/>
          <w:cs/>
          <w:lang w:bidi="hi-IN"/>
        </w:rPr>
        <w:t>सुस्वाद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बेमिस्ल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अद्वितीय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प्रकृति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अरूचिकर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अरूचिकर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सदस्य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पोषण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उत्तरदायित्व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265)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जिहाद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t>266)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समझदारी</w:t>
      </w:r>
      <w:r>
        <w:t xml:space="preserve">, </w:t>
      </w:r>
      <w:r>
        <w:rPr>
          <w:rFonts w:hint="cs"/>
          <w:cs/>
          <w:lang w:bidi="hi-IN"/>
        </w:rPr>
        <w:t>अक़्लमंदी</w:t>
      </w:r>
      <w:r>
        <w:t xml:space="preserve">, </w:t>
      </w:r>
      <w:r>
        <w:rPr>
          <w:rFonts w:hint="cs"/>
          <w:cs/>
          <w:lang w:bidi="hi-IN"/>
        </w:rPr>
        <w:t>होशमंदी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मुहावरा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 xml:space="preserve">.....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श्रेष्ठता</w:t>
      </w:r>
      <w:r>
        <w:t xml:space="preserve">, </w:t>
      </w:r>
      <w:r>
        <w:rPr>
          <w:rFonts w:hint="cs"/>
          <w:cs/>
          <w:lang w:bidi="hi-IN"/>
        </w:rPr>
        <w:t>फ़ज़ीलत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प्रधानता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फौक़ियत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267)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सौंपी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t xml:space="preserve">, </w:t>
      </w:r>
      <w:r>
        <w:rPr>
          <w:rFonts w:hint="cs"/>
          <w:cs/>
          <w:lang w:bidi="hi-IN"/>
        </w:rPr>
        <w:t>चाहत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दर्शाये</w:t>
      </w:r>
      <w:r>
        <w:rPr>
          <w:cs/>
          <w:lang w:bidi="hi-IN"/>
        </w:rPr>
        <w:t xml:space="preserve"> (</w:t>
      </w:r>
      <w:r>
        <w:t xml:space="preserve">268)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(269)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(</w:t>
      </w:r>
      <w:r>
        <w:t xml:space="preserve">270)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(271)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(</w:t>
      </w:r>
      <w:r>
        <w:t xml:space="preserve">272),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अवश्य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(</w:t>
      </w:r>
      <w:r>
        <w:t xml:space="preserve">273)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नामहरम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मुलाक़ात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(274) </w:t>
      </w:r>
      <w:r>
        <w:rPr>
          <w:rFonts w:hint="cs"/>
          <w:cs/>
          <w:lang w:bidi="hi-IN"/>
        </w:rPr>
        <w:t>कोठों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यूसुफ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(275) </w:t>
      </w:r>
      <w:r>
        <w:rPr>
          <w:rFonts w:hint="cs"/>
          <w:cs/>
          <w:lang w:bidi="hi-IN"/>
        </w:rPr>
        <w:t>ज़ीन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(276)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(277)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(</w:t>
      </w:r>
      <w:r>
        <w:t xml:space="preserve">278)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ऐतिराज़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t xml:space="preserve">,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(279)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नामहरम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t xml:space="preserve">,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घड़ी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अरूचिकर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कीजिए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दीजिए।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280)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मुझ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जिबरील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कदापि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(</w:t>
      </w:r>
      <w:r>
        <w:t>281)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संतुष्ट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सूघँ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बेग़ैरत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बेशर्म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बेग़ैरत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t xml:space="preserve">?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>) (</w:t>
      </w:r>
      <w:r>
        <w:t>282)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प्रवृत्ति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कांपे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समझदारी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होशियारी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तबदील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परिवर्तित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भूमिका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283)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ज़िम्मेदारी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सौंपा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माने</w:t>
      </w:r>
      <w:r>
        <w:t xml:space="preserve">,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t xml:space="preserve">,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(284)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नाखुश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अप्रसन्न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प्रसन्न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(</w:t>
      </w:r>
      <w:r>
        <w:t>285)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t>286)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t xml:space="preserve">,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एवं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पुण्य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------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-----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प्रीय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287)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288)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t xml:space="preserve">, </w:t>
      </w:r>
      <w:r>
        <w:rPr>
          <w:rFonts w:hint="cs"/>
          <w:cs/>
          <w:lang w:bidi="hi-IN"/>
        </w:rPr>
        <w:t>चिड़चि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पन</w:t>
      </w:r>
      <w:r>
        <w:t xml:space="preserve">,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पी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युक्त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बुरे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289)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प्रत्येक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सर्वप्रथम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ज़िम्मेदारियों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निभाते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कर्तव्यों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शिकवा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अजनबी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दिलचस्पी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दिखाए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t xml:space="preserve">, </w:t>
      </w:r>
      <w:r>
        <w:rPr>
          <w:rFonts w:hint="cs"/>
          <w:cs/>
          <w:lang w:bidi="hi-IN"/>
        </w:rPr>
        <w:t>बिगाड़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बेमिसाल</w:t>
      </w:r>
      <w:r>
        <w:t xml:space="preserve">, </w:t>
      </w:r>
      <w:r>
        <w:rPr>
          <w:rFonts w:hint="cs"/>
          <w:cs/>
          <w:lang w:bidi="hi-IN"/>
        </w:rPr>
        <w:t>लाजवाब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परलोक</w:t>
      </w:r>
      <w:r>
        <w:t xml:space="preserve">, </w:t>
      </w:r>
      <w:r>
        <w:rPr>
          <w:rFonts w:hint="cs"/>
          <w:cs/>
          <w:lang w:bidi="hi-IN"/>
        </w:rPr>
        <w:t>यमलोक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भीः</w:t>
      </w:r>
      <w:r>
        <w:rPr>
          <w:cs/>
          <w:lang w:bidi="hi-IN"/>
        </w:rPr>
        <w:t>-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झिझक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सवाब</w:t>
      </w:r>
      <w:r>
        <w:t xml:space="preserve">, </w:t>
      </w:r>
      <w:r>
        <w:rPr>
          <w:rFonts w:hint="cs"/>
          <w:cs/>
          <w:lang w:bidi="hi-IN"/>
        </w:rPr>
        <w:t>नेअमत</w:t>
      </w:r>
      <w:r>
        <w:t xml:space="preserve">,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290)</w:t>
      </w:r>
    </w:p>
    <w:p w:rsidR="00BB2135" w:rsidRDefault="00C172D4" w:rsidP="00BB2135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परलोक</w:t>
      </w:r>
      <w:r>
        <w:t xml:space="preserve">, </w:t>
      </w:r>
      <w:r>
        <w:rPr>
          <w:rFonts w:hint="cs"/>
          <w:cs/>
          <w:lang w:bidi="hi-IN"/>
        </w:rPr>
        <w:t>यमलोक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BB2135" w:rsidRDefault="00BB213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BB2135">
      <w:pPr>
        <w:pStyle w:val="Heading1Center"/>
      </w:pPr>
      <w:bookmarkStart w:id="39" w:name="_Toc479593054"/>
      <w:r>
        <w:rPr>
          <w:rFonts w:hint="cs"/>
          <w:cs/>
        </w:rPr>
        <w:lastRenderedPageBreak/>
        <w:t>छटा</w:t>
      </w:r>
      <w:r>
        <w:rPr>
          <w:cs/>
        </w:rPr>
        <w:t xml:space="preserve"> </w:t>
      </w:r>
      <w:r>
        <w:rPr>
          <w:rFonts w:hint="cs"/>
          <w:cs/>
        </w:rPr>
        <w:t>अध्याय</w:t>
      </w:r>
      <w:bookmarkEnd w:id="39"/>
    </w:p>
    <w:p w:rsidR="00C172D4" w:rsidRDefault="00C172D4" w:rsidP="00BB2135">
      <w:pPr>
        <w:pStyle w:val="Heading1"/>
      </w:pPr>
      <w:bookmarkStart w:id="40" w:name="_Toc479593055"/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bookmarkEnd w:id="40"/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>- (</w:t>
      </w:r>
      <w:r>
        <w:rPr>
          <w:rFonts w:hint="cs"/>
          <w:cs/>
          <w:lang w:bidi="hi-IN"/>
        </w:rPr>
        <w:t>जिन्सी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पागल</w:t>
      </w:r>
      <w:r>
        <w:rPr>
          <w:cs/>
          <w:lang w:bidi="hi-IN"/>
        </w:rPr>
        <w:t xml:space="preserve"> (</w:t>
      </w:r>
      <w:r>
        <w:t xml:space="preserve">291)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8412A7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विलम्भ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धीरज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धौर्य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दीर्घकालीन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केन्द्र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तोशए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लोक</w:t>
      </w:r>
      <w:r>
        <w:t xml:space="preserve">,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 w:rsidR="008412A7">
        <w:rPr>
          <w:rFonts w:hint="cs"/>
          <w:cs/>
          <w:lang w:bidi="hi-IN"/>
        </w:rPr>
        <w:t>े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8412A7" w:rsidP="00C172D4">
      <w:pPr>
        <w:pStyle w:val="libNormal"/>
      </w:pPr>
      <w:r>
        <w:rPr>
          <w:rFonts w:hint="cs"/>
          <w:cs/>
          <w:lang w:bidi="hi-IN"/>
        </w:rPr>
        <w:t>ऐ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लोगों।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दुनिया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एक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जाने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जगह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आख़िरत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ठहरने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जगह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है।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अतः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जाने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जगह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हमेशा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ठहराव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जहग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लिए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सामान</w:t>
      </w:r>
      <w:r w:rsidR="00C172D4">
        <w:rPr>
          <w:cs/>
          <w:lang w:bidi="hi-IN"/>
        </w:rPr>
        <w:t>-</w:t>
      </w:r>
      <w:r w:rsidR="00C172D4">
        <w:rPr>
          <w:rFonts w:hint="cs"/>
          <w:cs/>
          <w:lang w:bidi="hi-IN"/>
        </w:rPr>
        <w:t>ए</w:t>
      </w:r>
      <w:r w:rsidR="00C172D4">
        <w:rPr>
          <w:cs/>
          <w:lang w:bidi="hi-IN"/>
        </w:rPr>
        <w:t>-</w:t>
      </w:r>
      <w:r w:rsidR="00C172D4">
        <w:rPr>
          <w:rFonts w:hint="cs"/>
          <w:cs/>
          <w:lang w:bidi="hi-IN"/>
        </w:rPr>
        <w:t>सफर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अर्थात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वह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काम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परलोक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काम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सके</w:t>
      </w:r>
      <w:r w:rsidR="00C172D4">
        <w:t xml:space="preserve">, </w:t>
      </w:r>
      <w:r w:rsidR="00C172D4">
        <w:rPr>
          <w:rFonts w:hint="cs"/>
          <w:cs/>
          <w:lang w:bidi="hi-IN"/>
        </w:rPr>
        <w:t>तोशः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उठा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लो।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जिसके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सामने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तुम्हारा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कोई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राज़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रहस्य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छुपा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नहीं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सामने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पर्दे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चाक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इसके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पहले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तुम्हारे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शरीरों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दुनिया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निकाल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लिया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जाए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दिलों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इस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अलग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लो।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कर्ज़ः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बने।</w:t>
      </w:r>
      <w:r>
        <w:rPr>
          <w:cs/>
          <w:lang w:bidi="hi-IN"/>
        </w:rPr>
        <w:t>(</w:t>
      </w:r>
      <w:r>
        <w:t>292)</w:t>
      </w:r>
    </w:p>
    <w:p w:rsidR="00C172D4" w:rsidRDefault="00C172D4" w:rsidP="008412A7">
      <w:pPr>
        <w:pStyle w:val="libNormal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आशाऐं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 w:rsidR="008412A7">
        <w:rPr>
          <w:rFonts w:hint="cs"/>
          <w:cs/>
          <w:lang w:bidi="hi-IN"/>
        </w:rPr>
        <w:t>धन्</w:t>
      </w:r>
      <w:r>
        <w:rPr>
          <w:rFonts w:hint="cs"/>
          <w:cs/>
          <w:lang w:bidi="hi-IN"/>
        </w:rPr>
        <w:t>यवाद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आशाऐं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ध्नयवाद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गुमराह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धार्मिक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हटाकर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ढकेल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उम्मीदें</w:t>
      </w:r>
      <w:r>
        <w:t xml:space="preserve">,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ग़ालिब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विजेता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हुज्जत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दलील</w:t>
      </w:r>
      <w:r>
        <w:t xml:space="preserve">, </w:t>
      </w:r>
      <w:r>
        <w:rPr>
          <w:rFonts w:hint="cs"/>
          <w:cs/>
          <w:lang w:bidi="hi-IN"/>
        </w:rPr>
        <w:t>प्रमाण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विवश्ता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उज्र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रखा।</w:t>
      </w:r>
      <w:r>
        <w:rPr>
          <w:cs/>
          <w:lang w:bidi="hi-IN"/>
        </w:rPr>
        <w:t xml:space="preserve"> (</w:t>
      </w:r>
      <w:r>
        <w:t>293)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उपर्युक्च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294)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माता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फख्र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t xml:space="preserve">,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कथनानुसार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ख़स्लत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प्रवृति</w:t>
      </w:r>
      <w:r>
        <w:t xml:space="preserve">, </w:t>
      </w:r>
      <w:r>
        <w:rPr>
          <w:rFonts w:hint="cs"/>
          <w:cs/>
          <w:lang w:bidi="hi-IN"/>
        </w:rPr>
        <w:t>स्वभाव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 xml:space="preserve">........ 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मक़्सद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फाड़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उद्देशय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मोंमिन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295)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रस्सीयाँ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</w:t>
      </w:r>
      <w:r>
        <w:t xml:space="preserve">, </w:t>
      </w:r>
      <w:r>
        <w:rPr>
          <w:rFonts w:hint="cs"/>
          <w:cs/>
          <w:lang w:bidi="hi-IN"/>
        </w:rPr>
        <w:t>नाक़िसुल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(</w:t>
      </w:r>
      <w:r>
        <w:t xml:space="preserve">296)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कब्ज़े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चंगुल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बुद्धि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दंगा</w:t>
      </w:r>
      <w:r>
        <w:t xml:space="preserve">, </w:t>
      </w:r>
      <w:r>
        <w:rPr>
          <w:rFonts w:hint="cs"/>
          <w:cs/>
          <w:lang w:bidi="hi-IN"/>
        </w:rPr>
        <w:t>फ़साद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फैलाने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विचारानुसार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मज़बूत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क़वी</w:t>
      </w:r>
      <w:r>
        <w:rPr>
          <w:cs/>
          <w:lang w:bidi="hi-IN"/>
        </w:rPr>
        <w:t>) (</w:t>
      </w:r>
      <w:r>
        <w:t xml:space="preserve">297)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आफत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.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सरापा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आफत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t>298)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अवस्थाओं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मुसीबत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चिमटने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बिच्छु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299)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बिच्छु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खस्लत</w:t>
      </w:r>
      <w:r>
        <w:t xml:space="preserve">, </w:t>
      </w:r>
      <w:r>
        <w:rPr>
          <w:rFonts w:hint="cs"/>
          <w:cs/>
          <w:lang w:bidi="hi-IN"/>
        </w:rPr>
        <w:t>प्रविति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खस्लत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ढ़ोंग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मचाना</w:t>
      </w:r>
      <w:r>
        <w:t xml:space="preserve">,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फ़ैलाना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तकलीफ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>)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(</w:t>
      </w:r>
      <w:r>
        <w:t>300)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ऐलान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होः</w:t>
      </w:r>
    </w:p>
    <w:p w:rsidR="00C172D4" w:rsidRDefault="008412A7" w:rsidP="00C172D4">
      <w:pPr>
        <w:pStyle w:val="libNormal"/>
      </w:pPr>
      <w:r>
        <w:rPr>
          <w:rFonts w:hint="cs"/>
          <w:cs/>
          <w:lang w:bidi="hi-IN"/>
        </w:rPr>
        <w:t>ऐ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ईमानदारों।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तुम्हारी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बीवी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तुम्हारी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औलादें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कुछ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तुम्हारे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दुश्मन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हैं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उनसे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बचे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रहो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अगर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तुम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मांफ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छोड़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बख्श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तो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खुदा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बख्शने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वाला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मेहरबान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है।</w:t>
      </w:r>
      <w:r w:rsidR="00C172D4">
        <w:rPr>
          <w:cs/>
          <w:lang w:bidi="hi-IN"/>
        </w:rPr>
        <w:t>(</w:t>
      </w:r>
      <w:r w:rsidR="00C172D4">
        <w:t xml:space="preserve">301)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t xml:space="preserve">302)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(</w:t>
      </w:r>
      <w:r>
        <w:t xml:space="preserve">303)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मआफ़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t xml:space="preserve">,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t xml:space="preserve">, </w:t>
      </w:r>
      <w:r>
        <w:rPr>
          <w:rFonts w:hint="cs"/>
          <w:cs/>
          <w:lang w:bidi="hi-IN"/>
        </w:rPr>
        <w:t>बख़्शता</w:t>
      </w:r>
      <w:r>
        <w:t xml:space="preserve">, </w:t>
      </w:r>
      <w:r>
        <w:rPr>
          <w:rFonts w:hint="cs"/>
          <w:cs/>
          <w:lang w:bidi="hi-IN"/>
        </w:rPr>
        <w:t>महरबानी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पेशवा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लीडर</w:t>
      </w:r>
      <w:r>
        <w:t xml:space="preserve">, </w:t>
      </w:r>
      <w:r>
        <w:rPr>
          <w:rFonts w:hint="cs"/>
          <w:cs/>
          <w:lang w:bidi="hi-IN"/>
        </w:rPr>
        <w:t>अगुवाकार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बना</w:t>
      </w:r>
      <w:r>
        <w:t xml:space="preserve">,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इनआम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बालाखाने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मकानात</w:t>
      </w:r>
      <w:r>
        <w:t xml:space="preserve">,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तअज़ीम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हदिया</w:t>
      </w:r>
      <w:r>
        <w:t xml:space="preserve">, </w:t>
      </w:r>
      <w:r>
        <w:rPr>
          <w:rFonts w:hint="cs"/>
          <w:cs/>
          <w:lang w:bidi="hi-IN"/>
        </w:rPr>
        <w:t>तोहफः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304)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t xml:space="preserve">,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t xml:space="preserve">,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परिश्रमिक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तैनात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तसबीह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प्राथना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ज्ञान</w:t>
      </w:r>
      <w:r>
        <w:t xml:space="preserve">, </w:t>
      </w:r>
      <w:r>
        <w:rPr>
          <w:rFonts w:hint="cs"/>
          <w:cs/>
          <w:lang w:bidi="hi-IN"/>
        </w:rPr>
        <w:t>जानकारी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घेरे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जहन्नम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t xml:space="preserve">,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दादाओं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पूर्वजों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बख़्शिश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निःसंदेह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हिकमत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युक्ति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305)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>..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फ़र्मांबर्दार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पत्नियों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रकाबियों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आँख़ें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हिस्सेदार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t>306)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जहन्नुम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मुक़ाबले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उठायेंगे।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क़यामत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मशूग़ले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ठंडी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307)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t xml:space="preserve">.........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लाइक़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पात्र</w:t>
      </w:r>
      <w:r>
        <w:t xml:space="preserve">,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जायेगा।</w:t>
      </w:r>
      <w:r>
        <w:rPr>
          <w:cs/>
          <w:lang w:bidi="hi-IN"/>
        </w:rPr>
        <w:t xml:space="preserve"> (</w:t>
      </w:r>
      <w:r>
        <w:t>308)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उठायेंगे।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चेतावनी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(</w:t>
      </w:r>
      <w:r>
        <w:t>309)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खिचाव</w:t>
      </w:r>
      <w:r>
        <w:t xml:space="preserve">, </w:t>
      </w:r>
      <w:r>
        <w:rPr>
          <w:rFonts w:hint="cs"/>
          <w:cs/>
          <w:lang w:bidi="hi-IN"/>
        </w:rPr>
        <w:t>कशिश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आते</w:t>
      </w:r>
      <w:r>
        <w:t xml:space="preserve">,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मुख़्य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दौड़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चेहरे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मुस्कुराहट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प्रसन्नता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आकर्षण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खिचाव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----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अता</w:t>
      </w:r>
      <w:r>
        <w:t xml:space="preserve">, </w:t>
      </w:r>
      <w:r>
        <w:rPr>
          <w:rFonts w:hint="cs"/>
          <w:cs/>
          <w:lang w:bidi="hi-IN"/>
        </w:rPr>
        <w:t>तोहफः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----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आदेशों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</w:t>
      </w:r>
      <w:r>
        <w:t xml:space="preserve">,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धैर्य</w:t>
      </w:r>
      <w:r>
        <w:t xml:space="preserve">, </w:t>
      </w:r>
      <w:r>
        <w:rPr>
          <w:rFonts w:hint="cs"/>
          <w:cs/>
          <w:lang w:bidi="hi-IN"/>
        </w:rPr>
        <w:t>धीरज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t xml:space="preserve">,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प्राथना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क्षमा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आख़िरत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अधिकारों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------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इजाज़तनामः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</w:t>
      </w:r>
      <w:r>
        <w:t xml:space="preserve">,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t xml:space="preserve">,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>.. (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बीवियों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ढेरों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घोड़ो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फ़ायदे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ठिकाना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.))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सबसे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खुशनुदी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 w:rsidR="00C77782">
        <w:rPr>
          <w:cs/>
          <w:lang w:bidi="hi-IN"/>
        </w:rPr>
        <w:t>ऐ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गुनाहों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बख्श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माफ़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 </w:t>
      </w:r>
      <w:r>
        <w:t xml:space="preserve">, </w:t>
      </w:r>
      <w:r>
        <w:rPr>
          <w:rFonts w:hint="cs"/>
          <w:cs/>
          <w:lang w:bidi="hi-IN"/>
        </w:rPr>
        <w:t>दुखों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धीरज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क़ानूनों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प्राप्ति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वाले।</w:t>
      </w:r>
      <w:r>
        <w:rPr>
          <w:cs/>
          <w:lang w:bidi="hi-IN"/>
        </w:rPr>
        <w:t xml:space="preserve"> (</w:t>
      </w:r>
      <w:r>
        <w:t>310)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पैग़म्बर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.)) </w:t>
      </w:r>
      <w:r>
        <w:rPr>
          <w:rFonts w:hint="cs"/>
          <w:cs/>
          <w:lang w:bidi="hi-IN"/>
        </w:rPr>
        <w:t>खुशखबरी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बाग़ात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फल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मेवे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रहेंगे।</w:t>
      </w:r>
      <w:r>
        <w:rPr>
          <w:cs/>
          <w:lang w:bidi="hi-IN"/>
        </w:rPr>
        <w:t xml:space="preserve"> (</w:t>
      </w:r>
      <w:r>
        <w:t>311)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निःसंदेह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अज़ाब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तख़्तों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पीयो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बियाह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रचायेंगे।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दर्जे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देंगे।</w:t>
      </w:r>
      <w:r>
        <w:rPr>
          <w:cs/>
          <w:lang w:bidi="hi-IN"/>
        </w:rPr>
        <w:t xml:space="preserve"> (</w:t>
      </w:r>
      <w:r>
        <w:t>312)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तरह।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गालियाँ</w:t>
      </w:r>
      <w:r>
        <w:t xml:space="preserve">, </w:t>
      </w:r>
      <w:r>
        <w:rPr>
          <w:rFonts w:hint="cs"/>
          <w:cs/>
          <w:lang w:bidi="hi-IN"/>
        </w:rPr>
        <w:t>फ़ोहश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मेवों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ख्तम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गबभों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मिलेंगी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कवाँरियाँ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हमजोलियाँ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दाहिने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कर्मपत्र</w:t>
      </w:r>
      <w:r>
        <w:t xml:space="preserve">, </w:t>
      </w:r>
      <w:r>
        <w:rPr>
          <w:rFonts w:hint="cs"/>
          <w:cs/>
          <w:lang w:bidi="hi-IN"/>
        </w:rPr>
        <w:t>नामः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t>313)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या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ख़ैमों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करोगे।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कालीनों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मसनदों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नेअमतों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करोगे।</w:t>
      </w:r>
      <w:r>
        <w:rPr>
          <w:cs/>
          <w:lang w:bidi="hi-IN"/>
        </w:rPr>
        <w:t xml:space="preserve"> (</w:t>
      </w:r>
      <w:r>
        <w:t>314)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मोतियों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हुवी</w:t>
      </w:r>
      <w:r>
        <w:t xml:space="preserve">, </w:t>
      </w:r>
      <w:r>
        <w:rPr>
          <w:rFonts w:hint="cs"/>
          <w:cs/>
          <w:lang w:bidi="hi-IN"/>
        </w:rPr>
        <w:t>कुँवारी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प्यारी</w:t>
      </w:r>
      <w:r>
        <w:t xml:space="preserve">,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खैमों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t xml:space="preserve">, </w:t>
      </w:r>
      <w:r>
        <w:rPr>
          <w:rFonts w:hint="cs"/>
          <w:cs/>
          <w:lang w:bidi="hi-IN"/>
        </w:rPr>
        <w:t>शर्मीली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तख़्तों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होंगी।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लगाते</w:t>
      </w:r>
      <w:r>
        <w:t xml:space="preserve">, </w:t>
      </w:r>
      <w:r>
        <w:rPr>
          <w:rFonts w:hint="cs"/>
          <w:cs/>
          <w:lang w:bidi="hi-IN"/>
        </w:rPr>
        <w:t>हाथों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t xml:space="preserve">,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</w:t>
      </w:r>
      <w:r>
        <w:t xml:space="preserve">,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मिज़ाज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ग़िलमान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C172D4">
      <w:pPr>
        <w:pStyle w:val="libNormal"/>
      </w:pPr>
      <w:r>
        <w:t>..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गोया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करेंगे।</w:t>
      </w:r>
      <w:r>
        <w:rPr>
          <w:cs/>
          <w:lang w:bidi="hi-IN"/>
        </w:rPr>
        <w:t xml:space="preserve"> (</w:t>
      </w:r>
      <w:r>
        <w:t>315)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</w:p>
    <w:p w:rsidR="00C172D4" w:rsidRDefault="00C172D4" w:rsidP="00C172D4">
      <w:pPr>
        <w:pStyle w:val="libNormal"/>
      </w:pPr>
      <w:r>
        <w:lastRenderedPageBreak/>
        <w:t xml:space="preserve">...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सदैव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रहेंगे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चमकदार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टोटिदार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चक्कर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होंगे।</w:t>
      </w:r>
      <w:r>
        <w:rPr>
          <w:cs/>
          <w:lang w:bidi="hi-IN"/>
        </w:rPr>
        <w:t xml:space="preserve"> (</w:t>
      </w:r>
      <w:r>
        <w:t>316)</w:t>
      </w:r>
    </w:p>
    <w:p w:rsidR="00C172D4" w:rsidRDefault="00C172D4" w:rsidP="00C172D4">
      <w:pPr>
        <w:pStyle w:val="libNormal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t xml:space="preserve">,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इम्तिहानगाह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केन्द्र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दूसरों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t xml:space="preserve">,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इबादत</w:t>
      </w:r>
      <w:r>
        <w:t xml:space="preserve">, </w:t>
      </w:r>
      <w:r>
        <w:rPr>
          <w:rFonts w:hint="cs"/>
          <w:cs/>
          <w:lang w:bidi="hi-IN"/>
        </w:rPr>
        <w:t>प्राथना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t xml:space="preserve">, </w:t>
      </w:r>
      <w:r>
        <w:rPr>
          <w:rFonts w:hint="cs"/>
          <w:cs/>
          <w:lang w:bidi="hi-IN"/>
        </w:rPr>
        <w:t>सच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इत्यादि।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C172D4">
      <w:pPr>
        <w:pStyle w:val="libNormal"/>
      </w:pPr>
      <w:r>
        <w:t xml:space="preserve">..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पश्चिम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t xml:space="preserve">,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यतीमों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अनाथों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मोहताजों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परदेसीयों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माँगनेवालों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ज़कात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वायदा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प्यास</w:t>
      </w:r>
      <w:r>
        <w:t xml:space="preserve">, </w:t>
      </w:r>
      <w:r>
        <w:rPr>
          <w:rFonts w:hint="cs"/>
          <w:cs/>
          <w:lang w:bidi="hi-IN"/>
        </w:rPr>
        <w:t>दुख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कठिनाईयों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क़दम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रहे</w:t>
      </w:r>
      <w:r>
        <w:t xml:space="preserve">,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t>317)</w:t>
      </w:r>
    </w:p>
    <w:p w:rsidR="00BB2135" w:rsidRDefault="00C172D4" w:rsidP="00BB2135">
      <w:pPr>
        <w:pStyle w:val="libNormal"/>
        <w:rPr>
          <w:cs/>
          <w:lang w:bidi="hi-IN"/>
        </w:rPr>
      </w:pPr>
      <w:r>
        <w:rPr>
          <w:rFonts w:hint="cs"/>
          <w:cs/>
          <w:lang w:bidi="hi-IN"/>
        </w:rPr>
        <w:t>उपर्युक्त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शोबे</w:t>
      </w:r>
      <w:r>
        <w:t xml:space="preserve">,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आइम्मः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मासूमीन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तौफ़ीक़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उमंग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t xml:space="preserve">, </w:t>
      </w:r>
      <w:r>
        <w:rPr>
          <w:rFonts w:hint="cs"/>
          <w:cs/>
          <w:lang w:bidi="hi-IN"/>
        </w:rPr>
        <w:t>मुत्तक़ी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पर्हेज़गार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जन्नत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पात्र</w:t>
      </w:r>
      <w:r>
        <w:t xml:space="preserve">,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</w:t>
      </w:r>
      <w:r w:rsidR="00340D43">
        <w:rPr>
          <w:cs/>
          <w:lang w:bidi="hi-IN"/>
        </w:rPr>
        <w:t>।</w:t>
      </w:r>
    </w:p>
    <w:p w:rsidR="00BB2135" w:rsidRDefault="00BB2135">
      <w:pPr>
        <w:spacing w:after="0" w:line="240" w:lineRule="auto"/>
        <w:rPr>
          <w:rFonts w:ascii="Mangal" w:hAnsi="Mangal" w:cs="Mangal"/>
          <w:color w:val="000000"/>
          <w:sz w:val="28"/>
          <w:szCs w:val="28"/>
          <w:cs/>
          <w:lang w:bidi="hi-IN"/>
        </w:rPr>
      </w:pPr>
      <w:r>
        <w:rPr>
          <w:cs/>
          <w:lang w:bidi="hi-IN"/>
        </w:rPr>
        <w:br w:type="page"/>
      </w:r>
    </w:p>
    <w:p w:rsidR="00C172D4" w:rsidRDefault="00C172D4" w:rsidP="00BB2135">
      <w:pPr>
        <w:pStyle w:val="Heading1"/>
      </w:pPr>
      <w:bookmarkStart w:id="41" w:name="_Toc479593056"/>
      <w:r>
        <w:rPr>
          <w:rFonts w:hint="cs"/>
          <w:cs/>
          <w:lang w:bidi="hi-IN"/>
        </w:rPr>
        <w:lastRenderedPageBreak/>
        <w:t>हवाशी</w:t>
      </w:r>
      <w:bookmarkEnd w:id="41"/>
    </w:p>
    <w:p w:rsidR="00C172D4" w:rsidRDefault="00C172D4" w:rsidP="00BB2135">
      <w:pPr>
        <w:pStyle w:val="libFootnote"/>
      </w:pPr>
      <w:r>
        <w:t>1.</w:t>
      </w:r>
      <w:r>
        <w:tab/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t xml:space="preserve">, </w:t>
      </w:r>
      <w:r>
        <w:rPr>
          <w:rFonts w:hint="cs"/>
          <w:cs/>
          <w:lang w:bidi="hi-IN"/>
        </w:rPr>
        <w:t>प्रो</w:t>
      </w:r>
      <w:r>
        <w:t xml:space="preserve">, </w:t>
      </w:r>
      <w:r>
        <w:rPr>
          <w:rFonts w:hint="cs"/>
          <w:cs/>
          <w:lang w:bidi="hi-IN"/>
        </w:rPr>
        <w:t>रियूबन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लेवी</w:t>
      </w:r>
      <w:r>
        <w:t xml:space="preserve">,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</w:t>
      </w:r>
      <w:r>
        <w:t xml:space="preserve">, </w:t>
      </w:r>
      <w:r>
        <w:rPr>
          <w:rFonts w:hint="cs"/>
          <w:cs/>
          <w:lang w:bidi="hi-IN"/>
        </w:rPr>
        <w:t>मुशीर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507)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ब्योरो</w:t>
      </w:r>
      <w:r>
        <w:t xml:space="preserve">,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t>, 1987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>2.</w:t>
      </w:r>
      <w:r>
        <w:tab/>
      </w:r>
      <w:r>
        <w:rPr>
          <w:rFonts w:hint="cs"/>
          <w:cs/>
          <w:lang w:bidi="hi-IN"/>
        </w:rPr>
        <w:t>पाण्डुलिपी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रिसालः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नख्लबंदी</w:t>
      </w:r>
      <w:r>
        <w:t xml:space="preserve">,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अमानुल्लाह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हुसैनी</w:t>
      </w:r>
      <w:r>
        <w:t xml:space="preserve">, </w:t>
      </w:r>
      <w:r>
        <w:rPr>
          <w:rFonts w:hint="cs"/>
          <w:cs/>
          <w:lang w:bidi="hi-IN"/>
        </w:rPr>
        <w:t>एशियाटिक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सोसाइटी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बंगाल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रिसालः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नख्लबंदी</w:t>
      </w:r>
      <w:r>
        <w:t xml:space="preserve">, </w:t>
      </w:r>
      <w:r>
        <w:rPr>
          <w:rFonts w:hint="cs"/>
          <w:cs/>
          <w:lang w:bidi="hi-IN"/>
        </w:rPr>
        <w:t>पाण्डुलिपि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उम्मीद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3.</w:t>
      </w:r>
      <w:r>
        <w:tab/>
      </w:r>
      <w:r>
        <w:rPr>
          <w:rFonts w:hint="cs"/>
          <w:cs/>
          <w:lang w:bidi="hi-IN"/>
        </w:rPr>
        <w:t>तहलील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नफ्सी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खाका</w:t>
      </w:r>
      <w:r>
        <w:t xml:space="preserve">, </w:t>
      </w:r>
      <w:r>
        <w:rPr>
          <w:rFonts w:hint="cs"/>
          <w:cs/>
          <w:lang w:bidi="hi-IN"/>
        </w:rPr>
        <w:t>सिगमंड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फ्राइड</w:t>
      </w:r>
      <w:r>
        <w:t xml:space="preserve">,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</w:t>
      </w:r>
      <w:r>
        <w:t xml:space="preserve">, </w:t>
      </w:r>
      <w:r>
        <w:rPr>
          <w:rFonts w:hint="cs"/>
          <w:cs/>
          <w:lang w:bidi="hi-IN"/>
        </w:rPr>
        <w:t>ज़फर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सिददीक़ी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20)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ब्योरो</w:t>
      </w:r>
      <w:r>
        <w:t xml:space="preserve">,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t>, 1985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इज़दवाज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जिन्सियात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25) </w:t>
      </w:r>
      <w:r>
        <w:rPr>
          <w:rFonts w:hint="cs"/>
          <w:cs/>
          <w:lang w:bidi="hi-IN"/>
        </w:rPr>
        <w:t>व</w:t>
      </w:r>
      <w:r>
        <w:t xml:space="preserve">, (61)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हिमाँयू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बाग़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कानपुर</w:t>
      </w:r>
      <w:r>
        <w:t>, 1978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>4.</w:t>
      </w:r>
      <w:r>
        <w:tab/>
      </w:r>
      <w:r>
        <w:rPr>
          <w:rFonts w:hint="cs"/>
          <w:cs/>
          <w:lang w:bidi="hi-IN"/>
        </w:rPr>
        <w:t>तहलील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नफ़सी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इजमाली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ख़ाका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18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>5.</w:t>
      </w:r>
      <w:r>
        <w:tab/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तन्दुरूस्ती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</w:t>
      </w:r>
      <w:r>
        <w:t xml:space="preserve">80) </w:t>
      </w:r>
      <w:r>
        <w:rPr>
          <w:rFonts w:hint="cs"/>
          <w:cs/>
          <w:lang w:bidi="hi-IN"/>
        </w:rPr>
        <w:t>क़तरे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गाढ़ी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t xml:space="preserve">,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थैलीयों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पहुचँती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इंज़ाल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विषय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दोषीज़ः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lastRenderedPageBreak/>
        <w:t>1.</w:t>
      </w:r>
      <w:r>
        <w:tab/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परिणाम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</w:p>
    <w:p w:rsidR="00C172D4" w:rsidRDefault="00C172D4" w:rsidP="00BB2135">
      <w:pPr>
        <w:pStyle w:val="libFootnote"/>
      </w:pPr>
      <w:r>
        <w:t>2.</w:t>
      </w:r>
      <w:r>
        <w:tab/>
        <w:t xml:space="preserve">---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t xml:space="preserve">, </w:t>
      </w:r>
      <w:r>
        <w:rPr>
          <w:rFonts w:hint="cs"/>
          <w:cs/>
          <w:lang w:bidi="hi-IN"/>
        </w:rPr>
        <w:t>शुक्र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3.</w:t>
      </w:r>
      <w:r>
        <w:tab/>
        <w:t xml:space="preserve">---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जाती।</w:t>
      </w:r>
    </w:p>
    <w:p w:rsidR="00C172D4" w:rsidRDefault="00C172D4" w:rsidP="00BB2135">
      <w:pPr>
        <w:pStyle w:val="libFootnote"/>
      </w:pPr>
      <w:r>
        <w:t>4.</w:t>
      </w:r>
      <w:r>
        <w:tab/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योग्य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अवस्था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होती।</w:t>
      </w:r>
    </w:p>
    <w:p w:rsidR="00C172D4" w:rsidRDefault="00C172D4" w:rsidP="00BB2135">
      <w:pPr>
        <w:pStyle w:val="libFootnote"/>
      </w:pPr>
      <w:r>
        <w:t>5.</w:t>
      </w:r>
      <w:r>
        <w:tab/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थकती।</w:t>
      </w:r>
    </w:p>
    <w:p w:rsidR="00C172D4" w:rsidRDefault="00C172D4" w:rsidP="00BB2135">
      <w:pPr>
        <w:pStyle w:val="libFootnote"/>
      </w:pPr>
      <w:r>
        <w:t>6.</w:t>
      </w:r>
      <w:r>
        <w:tab/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7.</w:t>
      </w:r>
      <w:r>
        <w:tab/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8.</w:t>
      </w:r>
      <w:r>
        <w:tab/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अण्डकोशों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9.</w:t>
      </w:r>
      <w:r>
        <w:tab/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10.</w:t>
      </w:r>
      <w:r>
        <w:tab/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मुशाबहत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दोषीज़ः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74) </w:t>
      </w:r>
      <w:r>
        <w:rPr>
          <w:rFonts w:hint="cs"/>
          <w:cs/>
          <w:lang w:bidi="hi-IN"/>
        </w:rPr>
        <w:t>युसूफिया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t xml:space="preserve">, </w:t>
      </w:r>
      <w:r>
        <w:rPr>
          <w:rFonts w:hint="cs"/>
          <w:cs/>
          <w:lang w:bidi="hi-IN"/>
        </w:rPr>
        <w:t>बारूद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t xml:space="preserve">, </w:t>
      </w:r>
      <w:r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इन्ज़ाल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जनाबत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शब्दों</w:t>
      </w:r>
      <w:r>
        <w:t xml:space="preserve">,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t xml:space="preserve">, </w:t>
      </w:r>
      <w:r>
        <w:rPr>
          <w:rFonts w:hint="cs"/>
          <w:cs/>
          <w:lang w:bidi="hi-IN"/>
        </w:rPr>
        <w:t>पैग़मबरों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छुआना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t xml:space="preserve">,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गुज़रना</w:t>
      </w:r>
      <w:r>
        <w:t xml:space="preserve">, </w:t>
      </w:r>
      <w:r>
        <w:rPr>
          <w:rFonts w:hint="cs"/>
          <w:cs/>
          <w:lang w:bidi="hi-IN"/>
        </w:rPr>
        <w:t>मस्जिद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ठहरना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सजदः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मुजनिब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इरतिमासी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तालाब</w:t>
      </w:r>
      <w:r>
        <w:t xml:space="preserve">, </w:t>
      </w:r>
      <w:r>
        <w:rPr>
          <w:rFonts w:hint="cs"/>
          <w:cs/>
          <w:lang w:bidi="hi-IN"/>
        </w:rPr>
        <w:t>नदी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तरतीबी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धोए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दाहिना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t xml:space="preserve">,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बर्तन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जाए।</w:t>
      </w:r>
    </w:p>
    <w:p w:rsidR="00C172D4" w:rsidRDefault="00C172D4" w:rsidP="00BB2135">
      <w:pPr>
        <w:pStyle w:val="libFootnote"/>
      </w:pPr>
      <w:r>
        <w:t>6.</w:t>
      </w:r>
      <w:r>
        <w:tab/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पुछते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जाओ।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सुथरे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223)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मेक़दार</w:t>
      </w:r>
      <w:r>
        <w:rPr>
          <w:cs/>
          <w:lang w:bidi="hi-IN"/>
        </w:rPr>
        <w:t xml:space="preserve"> (</w:t>
      </w:r>
      <w:r>
        <w:t xml:space="preserve">25) </w:t>
      </w:r>
      <w:r>
        <w:rPr>
          <w:rFonts w:hint="cs"/>
          <w:cs/>
          <w:lang w:bidi="hi-IN"/>
        </w:rPr>
        <w:t>तोला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इबादतें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t xml:space="preserve">,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तयम्मुम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मुजनिब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पिछले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सुपारी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दोंनो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चूमा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चाटी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हायज़ः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 w:rsidR="00C77782">
        <w:rPr>
          <w:cs/>
          <w:lang w:bidi="hi-IN"/>
        </w:rPr>
        <w:t xml:space="preserve"> 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>1.</w:t>
      </w:r>
      <w:r>
        <w:tab/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वक्तियः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अददिय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t>2.</w:t>
      </w:r>
      <w:r>
        <w:tab/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वक्तियः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3.</w:t>
      </w:r>
      <w:r>
        <w:tab/>
      </w:r>
      <w:r>
        <w:rPr>
          <w:rFonts w:hint="cs"/>
          <w:cs/>
          <w:lang w:bidi="hi-IN"/>
        </w:rPr>
        <w:t>साहिबे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अददियः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4.</w:t>
      </w:r>
      <w:r>
        <w:tab/>
      </w:r>
      <w:r>
        <w:rPr>
          <w:rFonts w:hint="cs"/>
          <w:cs/>
          <w:lang w:bidi="hi-IN"/>
        </w:rPr>
        <w:t>मुज़तरिबः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t>5.</w:t>
      </w:r>
      <w:r>
        <w:tab/>
      </w:r>
      <w:r>
        <w:rPr>
          <w:rFonts w:hint="cs"/>
          <w:cs/>
          <w:lang w:bidi="hi-IN"/>
        </w:rPr>
        <w:t>मुबतदियः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>6.</w:t>
      </w:r>
      <w:r>
        <w:tab/>
      </w:r>
      <w:r>
        <w:rPr>
          <w:rFonts w:hint="cs"/>
          <w:cs/>
          <w:lang w:bidi="hi-IN"/>
        </w:rPr>
        <w:t>नासियः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भूलने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स्नान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संस्कृत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भविष्य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महीनों</w:t>
      </w:r>
      <w:r>
        <w:t xml:space="preserve">,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t xml:space="preserve">,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19)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23)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t xml:space="preserve">, </w:t>
      </w:r>
      <w:r>
        <w:rPr>
          <w:rFonts w:hint="cs"/>
          <w:cs/>
          <w:lang w:bidi="hi-IN"/>
        </w:rPr>
        <w:t>हकीम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नासिर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44) </w:t>
      </w:r>
      <w:r>
        <w:rPr>
          <w:rFonts w:hint="cs"/>
          <w:cs/>
          <w:lang w:bidi="hi-IN"/>
        </w:rPr>
        <w:t>फैसल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पब्लीकेशनज़</w:t>
      </w:r>
      <w:r>
        <w:t xml:space="preserve">, </w:t>
      </w:r>
      <w:r>
        <w:rPr>
          <w:rFonts w:hint="cs"/>
          <w:cs/>
          <w:lang w:bidi="hi-IN"/>
        </w:rPr>
        <w:t>नयी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t>, 1993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>,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ठंडा</w:t>
      </w:r>
      <w:r>
        <w:t xml:space="preserve">, </w:t>
      </w:r>
      <w:r>
        <w:rPr>
          <w:rFonts w:hint="cs"/>
          <w:cs/>
          <w:lang w:bidi="hi-IN"/>
        </w:rPr>
        <w:t>पतला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उछाल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निफास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इस्तिहाज़ा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कलीलः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मुतवस्सितः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कसीरः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तौज़िहुल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t xml:space="preserve">, </w:t>
      </w:r>
      <w:r>
        <w:rPr>
          <w:rFonts w:hint="cs"/>
          <w:cs/>
          <w:lang w:bidi="hi-IN"/>
        </w:rPr>
        <w:t>आकाऐ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मूसवी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अमलियः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तनज़ीमुल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अमलियः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7.</w:t>
      </w:r>
      <w:r>
        <w:tab/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निम्मलिखित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तरकीबें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t>1.</w:t>
      </w:r>
      <w:r>
        <w:tab/>
      </w:r>
      <w:r>
        <w:rPr>
          <w:rFonts w:hint="cs"/>
          <w:cs/>
          <w:lang w:bidi="hi-IN"/>
        </w:rPr>
        <w:t>मामाओं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नौकरानियों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सुलायें।</w:t>
      </w:r>
    </w:p>
    <w:p w:rsidR="00C172D4" w:rsidRDefault="00C172D4" w:rsidP="00BB2135">
      <w:pPr>
        <w:pStyle w:val="libFootnote"/>
      </w:pPr>
      <w:r>
        <w:t>2.</w:t>
      </w:r>
      <w:r>
        <w:tab/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डालें।</w:t>
      </w:r>
    </w:p>
    <w:p w:rsidR="00C172D4" w:rsidRDefault="00C172D4" w:rsidP="00BB2135">
      <w:pPr>
        <w:pStyle w:val="libFootnote"/>
      </w:pPr>
      <w:r>
        <w:t>3.</w:t>
      </w:r>
      <w:r>
        <w:tab/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C172D4" w:rsidRDefault="00C172D4" w:rsidP="00BB2135">
      <w:pPr>
        <w:pStyle w:val="libFootnote"/>
      </w:pPr>
      <w:r>
        <w:t>4.</w:t>
      </w:r>
      <w:r>
        <w:tab/>
      </w:r>
      <w:r>
        <w:rPr>
          <w:rFonts w:hint="cs"/>
          <w:cs/>
          <w:lang w:bidi="hi-IN"/>
        </w:rPr>
        <w:t>लड़को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दें।</w:t>
      </w:r>
    </w:p>
    <w:p w:rsidR="00C172D4" w:rsidRDefault="00C172D4" w:rsidP="00BB2135">
      <w:pPr>
        <w:pStyle w:val="libFootnote"/>
      </w:pPr>
      <w:r>
        <w:lastRenderedPageBreak/>
        <w:t>5.</w:t>
      </w:r>
      <w:r>
        <w:tab/>
      </w:r>
      <w:r>
        <w:rPr>
          <w:rFonts w:hint="cs"/>
          <w:cs/>
          <w:lang w:bidi="hi-IN"/>
        </w:rPr>
        <w:t>लड़को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शौचालय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इकटठे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शौचालय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खुफिया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6.</w:t>
      </w:r>
      <w:r>
        <w:tab/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हानिकारक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7.</w:t>
      </w:r>
      <w:r>
        <w:tab/>
      </w:r>
      <w:r>
        <w:rPr>
          <w:rFonts w:hint="cs"/>
          <w:cs/>
          <w:lang w:bidi="hi-IN"/>
        </w:rPr>
        <w:t>खेल</w:t>
      </w:r>
      <w:r>
        <w:t xml:space="preserve">, </w:t>
      </w:r>
      <w:r>
        <w:rPr>
          <w:rFonts w:hint="cs"/>
          <w:cs/>
          <w:lang w:bidi="hi-IN"/>
        </w:rPr>
        <w:t>पढ़ाई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बच्चीओं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8.</w:t>
      </w:r>
      <w:r>
        <w:tab/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सहेलियाँ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नुक़सान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C172D4" w:rsidRDefault="00C172D4" w:rsidP="00BB2135">
      <w:pPr>
        <w:pStyle w:val="libFootnote"/>
      </w:pPr>
      <w:r>
        <w:t>9.</w:t>
      </w:r>
      <w:r>
        <w:tab/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बिठायें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रहें।</w:t>
      </w:r>
    </w:p>
    <w:p w:rsidR="00C172D4" w:rsidRDefault="00C172D4" w:rsidP="00BB2135">
      <w:pPr>
        <w:pStyle w:val="libFootnote"/>
      </w:pPr>
      <w:r>
        <w:t>10.</w:t>
      </w:r>
      <w:r>
        <w:tab/>
      </w:r>
      <w:r>
        <w:rPr>
          <w:rFonts w:hint="cs"/>
          <w:cs/>
          <w:lang w:bidi="hi-IN"/>
        </w:rPr>
        <w:t>प्रेम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अफसाने</w:t>
      </w:r>
      <w:r>
        <w:t xml:space="preserve">, </w:t>
      </w:r>
      <w:r>
        <w:rPr>
          <w:rFonts w:hint="cs"/>
          <w:cs/>
          <w:lang w:bidi="hi-IN"/>
        </w:rPr>
        <w:t>नाविल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वाकेआत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जायें।</w:t>
      </w:r>
    </w:p>
    <w:p w:rsidR="00C172D4" w:rsidRDefault="00C172D4" w:rsidP="00BB2135">
      <w:pPr>
        <w:pStyle w:val="libFootnote"/>
      </w:pPr>
      <w:r>
        <w:t>11.</w:t>
      </w:r>
      <w:r>
        <w:tab/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t xml:space="preserve">,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चारपाईयों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फिल्में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बिगड़ती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आबिदी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12.</w:t>
      </w:r>
      <w:r>
        <w:tab/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दबके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रहें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सम्भावना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तड़के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बिस्तर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13.</w:t>
      </w:r>
      <w:r>
        <w:tab/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फरिश्ता</w:t>
      </w:r>
      <w:r>
        <w:t xml:space="preserve">, </w:t>
      </w:r>
      <w:r>
        <w:rPr>
          <w:rFonts w:hint="cs"/>
          <w:cs/>
          <w:lang w:bidi="hi-IN"/>
        </w:rPr>
        <w:t>मासूम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समझने</w:t>
      </w:r>
      <w:r>
        <w:t xml:space="preserve">,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सच्ची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दृष्टिगत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निगरानी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143-150)</w:t>
      </w:r>
    </w:p>
    <w:p w:rsidR="00C172D4" w:rsidRDefault="00C172D4" w:rsidP="00BB2135">
      <w:pPr>
        <w:pStyle w:val="libFootnote"/>
      </w:pPr>
      <w:r>
        <w:t>8.</w:t>
      </w:r>
      <w:r>
        <w:tab/>
      </w:r>
      <w:r>
        <w:rPr>
          <w:rFonts w:hint="cs"/>
          <w:cs/>
          <w:lang w:bidi="hi-IN"/>
        </w:rPr>
        <w:t>कानूने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90-91</w:t>
      </w:r>
    </w:p>
    <w:p w:rsidR="00C172D4" w:rsidRDefault="00C172D4" w:rsidP="00BB2135">
      <w:pPr>
        <w:pStyle w:val="libFootnote"/>
      </w:pPr>
      <w:r>
        <w:t>9.</w:t>
      </w:r>
      <w:r>
        <w:tab/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जिनसीयात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मुश्त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ज़नी</w:t>
      </w:r>
      <w:r>
        <w:t xml:space="preserve">,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लज़्ज़ती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ज़्य़ादः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1.</w:t>
      </w:r>
      <w:r>
        <w:tab/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वबा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बीमारी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2.</w:t>
      </w:r>
      <w:r>
        <w:tab/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लज्जा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ईश्वर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वैवाहिक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हिचकिचाती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सिलसिले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3.</w:t>
      </w:r>
      <w: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दोबारा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रागिब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4.</w:t>
      </w:r>
      <w:r>
        <w:tab/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lastRenderedPageBreak/>
        <w:t>5.</w:t>
      </w:r>
      <w:r>
        <w:tab/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6.</w:t>
      </w:r>
      <w:r>
        <w:tab/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हामिलः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7.</w:t>
      </w:r>
      <w:r>
        <w:tab/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ख्वाहिश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जिन्स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8.</w:t>
      </w:r>
      <w:r>
        <w:tab/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>9.</w:t>
      </w:r>
      <w:r>
        <w:tab/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10.</w:t>
      </w:r>
      <w: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हिस्टीरिया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बीमारियाँ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11.</w:t>
      </w:r>
      <w: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घरानें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ऊचाँ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t>12.</w:t>
      </w:r>
      <w:r>
        <w:tab/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मजबूर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जिनसीयात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76-81</w:t>
      </w:r>
    </w:p>
    <w:p w:rsidR="00C172D4" w:rsidRDefault="00C172D4" w:rsidP="00BB2135">
      <w:pPr>
        <w:pStyle w:val="libFootnote"/>
      </w:pPr>
      <w:r>
        <w:t>10.</w:t>
      </w:r>
      <w:r>
        <w:tab/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>.</w:t>
      </w:r>
      <w:r>
        <w:t xml:space="preserve">11. </w:t>
      </w:r>
      <w:r>
        <w:rPr>
          <w:rFonts w:hint="cs"/>
          <w:cs/>
          <w:lang w:bidi="hi-IN"/>
        </w:rPr>
        <w:t>ग़रूल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218)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354) </w:t>
      </w:r>
      <w:r>
        <w:rPr>
          <w:rFonts w:hint="cs"/>
          <w:cs/>
          <w:lang w:bidi="hi-IN"/>
        </w:rPr>
        <w:t>मसायल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117)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118) </w:t>
      </w:r>
      <w:r>
        <w:rPr>
          <w:rFonts w:hint="cs"/>
          <w:cs/>
          <w:lang w:bidi="hi-IN"/>
        </w:rPr>
        <w:t>नूरूल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ईमाम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 w:rsidR="005F0C55">
        <w:rPr>
          <w:rFonts w:hint="cs"/>
          <w:cs/>
          <w:lang w:bidi="hi-IN"/>
        </w:rPr>
        <w:t>ड़ा</w:t>
      </w:r>
      <w:r>
        <w:t xml:space="preserve">, </w:t>
      </w:r>
      <w:r>
        <w:rPr>
          <w:rFonts w:hint="cs"/>
          <w:cs/>
          <w:lang w:bidi="hi-IN"/>
        </w:rPr>
        <w:t>फैज़ाबाद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</w:p>
    <w:p w:rsidR="00C172D4" w:rsidRDefault="00C172D4" w:rsidP="00BB2135">
      <w:pPr>
        <w:pStyle w:val="libFootnote"/>
      </w:pPr>
      <w:r>
        <w:lastRenderedPageBreak/>
        <w:t>12.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46- (51) </w:t>
      </w:r>
    </w:p>
    <w:p w:rsidR="00C172D4" w:rsidRDefault="00C172D4" w:rsidP="00BB2135">
      <w:pPr>
        <w:pStyle w:val="libFootnote"/>
      </w:pPr>
      <w:r>
        <w:t>13.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फ्रांस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माहिरे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हैवानात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विशेषज्ञ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बफोन</w:t>
      </w:r>
      <w:r>
        <w:t xml:space="preserve">, Baffon)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पक्षियों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पक्षी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फ्रेंच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स्कालर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कीलेर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कैफियत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शीघ्र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जिनसीयात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65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>14.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80-84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 xml:space="preserve">77-83 –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58-77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अम्बीया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71-74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75)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107-175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54-55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26,28-30, 33-35,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साफात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133-138,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ज़ारियात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32-37,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 xml:space="preserve">53,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33-36,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,10</w:t>
      </w:r>
    </w:p>
    <w:p w:rsidR="00C172D4" w:rsidRDefault="00C172D4" w:rsidP="00BB2135">
      <w:pPr>
        <w:pStyle w:val="libFootnote"/>
      </w:pPr>
      <w:r>
        <w:t>15.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80)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t xml:space="preserve">, </w:t>
      </w:r>
      <w:r>
        <w:rPr>
          <w:rFonts w:hint="cs"/>
          <w:cs/>
          <w:lang w:bidi="hi-IN"/>
        </w:rPr>
        <w:t>निज़ामी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लखनऊ।</w:t>
      </w:r>
    </w:p>
    <w:p w:rsidR="00C172D4" w:rsidRDefault="00C172D4" w:rsidP="00BB2135">
      <w:pPr>
        <w:pStyle w:val="libFootnote"/>
      </w:pPr>
      <w:r>
        <w:t xml:space="preserve">16.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19.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81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55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अनकबूत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29 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रहज़नी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तकतऊनस्सुबुल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तफसीर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रोकना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165)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166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>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21. </w:t>
      </w:r>
      <w:r>
        <w:rPr>
          <w:rFonts w:hint="cs"/>
          <w:cs/>
          <w:lang w:bidi="hi-IN"/>
        </w:rPr>
        <w:t>नौजवानों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t xml:space="preserve">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चौधरी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63, ,</w:t>
      </w:r>
      <w:r>
        <w:rPr>
          <w:rFonts w:hint="cs"/>
          <w:cs/>
          <w:lang w:bidi="hi-IN"/>
        </w:rPr>
        <w:t>सरताज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कम्पनी</w:t>
      </w:r>
      <w:r>
        <w:t xml:space="preserve">, </w:t>
      </w:r>
      <w:r>
        <w:rPr>
          <w:rFonts w:hint="cs"/>
          <w:cs/>
          <w:lang w:bidi="hi-IN"/>
        </w:rPr>
        <w:t>दिल्ली</w:t>
      </w:r>
      <w:r>
        <w:t>, 1981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lastRenderedPageBreak/>
        <w:t xml:space="preserve">22.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पक्षीयों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खुसूसीयत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विशेषतायें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कायनात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खसलतों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घमण्ड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क़ब्ज़े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234)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877, </w:t>
      </w:r>
      <w:r>
        <w:rPr>
          <w:rFonts w:hint="cs"/>
          <w:cs/>
          <w:lang w:bidi="hi-IN"/>
        </w:rPr>
        <w:t>शीया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t xml:space="preserve">, </w:t>
      </w:r>
      <w:r>
        <w:rPr>
          <w:rFonts w:hint="cs"/>
          <w:cs/>
          <w:lang w:bidi="hi-IN"/>
        </w:rPr>
        <w:t>इन्साफ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लाहौर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23.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जानवरों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अख़बारात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सामूहिक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खबरें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प्रकाशित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वत्सायन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कामासूत्र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 w:rsidR="005F0C55">
        <w:rPr>
          <w:cs/>
          <w:lang w:bidi="hi-IN"/>
        </w:rPr>
        <w:t xml:space="preserve"> </w:t>
      </w:r>
      <w:r>
        <w:t>A WOMAN WITH TWO YOUTHS (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t>KAMA SUTRA, VATSYAYANA EDITED BY MULK RAJ ANAND P 140. OM PRAKASH JAIN, SANSKRITI PRATISHTHAN, NEW DEHLI 1982 A.D)</w:t>
      </w:r>
    </w:p>
    <w:p w:rsidR="00C172D4" w:rsidRDefault="00C172D4" w:rsidP="00BB2135">
      <w:pPr>
        <w:pStyle w:val="libFootnote"/>
      </w:pPr>
      <w:r>
        <w:t>24.</w:t>
      </w:r>
      <w:r>
        <w:rPr>
          <w:rFonts w:hint="cs"/>
          <w:cs/>
          <w:lang w:bidi="hi-IN"/>
        </w:rPr>
        <w:t>दोशीज़ः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48</w:t>
      </w:r>
    </w:p>
    <w:p w:rsidR="00C172D4" w:rsidRDefault="00C172D4" w:rsidP="00BB2135">
      <w:pPr>
        <w:pStyle w:val="libFootnote"/>
      </w:pPr>
      <w:r>
        <w:t xml:space="preserve">25.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</w:t>
      </w:r>
      <w:r>
        <w:rPr>
          <w:cs/>
          <w:lang w:bidi="hi-IN"/>
        </w:rPr>
        <w:t xml:space="preserve"> </w:t>
      </w:r>
      <w:r>
        <w:t>26</w:t>
      </w:r>
    </w:p>
    <w:p w:rsidR="00C172D4" w:rsidRDefault="00C172D4" w:rsidP="00BB2135">
      <w:pPr>
        <w:pStyle w:val="libFootnote"/>
      </w:pPr>
      <w:r>
        <w:t>26.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,420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637) </w:t>
      </w:r>
    </w:p>
    <w:p w:rsidR="00C172D4" w:rsidRDefault="00C172D4" w:rsidP="00BB2135">
      <w:pPr>
        <w:pStyle w:val="libFootnote"/>
      </w:pPr>
      <w:r>
        <w:lastRenderedPageBreak/>
        <w:t>27.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28)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38, </w:t>
      </w:r>
      <w:r>
        <w:rPr>
          <w:rFonts w:hint="cs"/>
          <w:cs/>
          <w:lang w:bidi="hi-IN"/>
        </w:rPr>
        <w:t>बाबे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t xml:space="preserve">, </w:t>
      </w:r>
      <w:r>
        <w:rPr>
          <w:rFonts w:hint="cs"/>
          <w:cs/>
          <w:lang w:bidi="hi-IN"/>
        </w:rPr>
        <w:t>फैज़ाबाद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>
        <w:t>1986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 xml:space="preserve">28.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,31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सुरक्षा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ईमानदारों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,30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हिफाज़त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घूँघट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चेहरों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घूँघट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लटका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कृपा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अहज़ाब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,59)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बहरहाल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उंगलियाँ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नौकरानी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लौड़ी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सज़ा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ज़बरदस्ती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....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पत्थर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t xml:space="preserve">,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बलात्कारी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अध्यन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देखिये</w:t>
      </w:r>
      <w:r>
        <w:t xml:space="preserve">,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अलहुदुद</w:t>
      </w:r>
      <w:r>
        <w:t xml:space="preserve">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अलताज़ीरात</w:t>
      </w:r>
      <w:r>
        <w:t xml:space="preserve">,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शीराज़ी</w:t>
      </w:r>
      <w:r>
        <w:t xml:space="preserve">,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मुअर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सतु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आज़म</w:t>
      </w:r>
      <w:r>
        <w:t xml:space="preserve">, </w:t>
      </w:r>
      <w:r>
        <w:rPr>
          <w:rFonts w:hint="cs"/>
          <w:cs/>
          <w:lang w:bidi="hi-IN"/>
        </w:rPr>
        <w:t>पाकिस्तान</w:t>
      </w:r>
      <w:r>
        <w:t xml:space="preserve">, </w:t>
      </w:r>
      <w:r>
        <w:rPr>
          <w:rFonts w:hint="cs"/>
          <w:cs/>
          <w:lang w:bidi="hi-IN"/>
        </w:rPr>
        <w:t>हुसैनीया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t xml:space="preserve">, </w:t>
      </w:r>
      <w:r>
        <w:rPr>
          <w:rFonts w:hint="cs"/>
          <w:cs/>
          <w:lang w:bidi="hi-IN"/>
        </w:rPr>
        <w:t>हूप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लाहौर</w:t>
      </w:r>
      <w:r>
        <w:t>, 1404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29.</w:t>
      </w:r>
      <w:r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औलाद</w:t>
      </w:r>
      <w:r>
        <w:t xml:space="preserve">,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काज़मी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18) </w:t>
      </w:r>
      <w:r>
        <w:rPr>
          <w:rFonts w:hint="cs"/>
          <w:cs/>
          <w:lang w:bidi="hi-IN"/>
        </w:rPr>
        <w:t>अब्बास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t>, 1992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>30.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t xml:space="preserve">,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234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877</w:t>
      </w:r>
    </w:p>
    <w:p w:rsidR="00C172D4" w:rsidRDefault="00C172D4" w:rsidP="00BB2135">
      <w:pPr>
        <w:pStyle w:val="libFootnote"/>
      </w:pPr>
      <w:r>
        <w:t xml:space="preserve">31 – 33.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32)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15)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19)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(2) </w:t>
      </w:r>
    </w:p>
    <w:p w:rsidR="00C172D4" w:rsidRDefault="00C172D4" w:rsidP="00BB2135">
      <w:pPr>
        <w:pStyle w:val="libFootnote"/>
      </w:pPr>
      <w:r>
        <w:t xml:space="preserve">34.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t xml:space="preserve">,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>15)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तर्जुमः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35. </w:t>
      </w:r>
      <w:r>
        <w:rPr>
          <w:rFonts w:hint="cs"/>
          <w:cs/>
          <w:lang w:bidi="hi-IN"/>
        </w:rPr>
        <w:t>दोशीज़ः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प्रथम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48</w:t>
      </w:r>
    </w:p>
    <w:p w:rsidR="00C172D4" w:rsidRDefault="00C172D4" w:rsidP="00BB2135">
      <w:pPr>
        <w:pStyle w:val="libFootnote"/>
      </w:pPr>
      <w:r>
        <w:lastRenderedPageBreak/>
        <w:t xml:space="preserve">36. </w:t>
      </w:r>
      <w:r>
        <w:rPr>
          <w:rFonts w:hint="cs"/>
          <w:cs/>
          <w:lang w:bidi="hi-IN"/>
        </w:rPr>
        <w:t>मुस्तदक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वसाएल</w:t>
      </w:r>
      <w:r>
        <w:t xml:space="preserve">,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531,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176)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t xml:space="preserve">,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अजवद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12) </w:t>
      </w:r>
      <w:r>
        <w:rPr>
          <w:rFonts w:hint="cs"/>
          <w:cs/>
          <w:lang w:bidi="hi-IN"/>
        </w:rPr>
        <w:t>इदारः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तहकीक़ात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नशरियात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इस्लामी</w:t>
      </w:r>
      <w:r>
        <w:t xml:space="preserve">, </w:t>
      </w:r>
      <w:r>
        <w:rPr>
          <w:rFonts w:hint="cs"/>
          <w:cs/>
          <w:lang w:bidi="hi-IN"/>
        </w:rPr>
        <w:t>मदरसा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अरबिया</w:t>
      </w:r>
      <w:r>
        <w:t xml:space="preserve">, </w:t>
      </w:r>
      <w:r>
        <w:rPr>
          <w:rFonts w:hint="cs"/>
          <w:cs/>
          <w:lang w:bidi="hi-IN"/>
        </w:rPr>
        <w:t>मऊनाथ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भनजन</w:t>
      </w:r>
      <w:r>
        <w:t xml:space="preserve">, </w:t>
      </w:r>
      <w:r>
        <w:rPr>
          <w:rFonts w:hint="cs"/>
          <w:cs/>
          <w:lang w:bidi="hi-IN"/>
        </w:rPr>
        <w:t>यू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</w:t>
      </w:r>
      <w:r>
        <w:rPr>
          <w:cs/>
          <w:lang w:bidi="hi-IN"/>
        </w:rPr>
        <w:t xml:space="preserve"> </w:t>
      </w:r>
      <w:r>
        <w:t>1985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>37.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शीयः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185)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</w:p>
    <w:p w:rsidR="00C172D4" w:rsidRDefault="00C172D4" w:rsidP="00BB2135">
      <w:pPr>
        <w:pStyle w:val="libFootnote"/>
      </w:pPr>
      <w:r>
        <w:t>38.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हिलयतुल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t xml:space="preserve">, </w:t>
      </w:r>
      <w:r>
        <w:rPr>
          <w:rFonts w:hint="cs"/>
          <w:cs/>
          <w:lang w:bidi="hi-IN"/>
        </w:rPr>
        <w:t>मुल्ला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t xml:space="preserve">,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मक़बूल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101,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मताबेअ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t>1328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t xml:space="preserve">,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12)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जवाहेर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अज़कार</w:t>
      </w:r>
      <w:r>
        <w:t xml:space="preserve">,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t xml:space="preserve">, </w:t>
      </w:r>
      <w:r>
        <w:rPr>
          <w:rFonts w:hint="cs"/>
          <w:cs/>
          <w:lang w:bidi="hi-IN"/>
        </w:rPr>
        <w:t>नवाब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मुज़फ्फर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बहादुर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307) </w:t>
      </w:r>
      <w:r>
        <w:rPr>
          <w:rFonts w:hint="cs"/>
          <w:cs/>
          <w:lang w:bidi="hi-IN"/>
        </w:rPr>
        <w:t>स्टार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कानपुर</w:t>
      </w:r>
      <w:r>
        <w:t>, 1313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t xml:space="preserve">,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</w:p>
    <w:p w:rsidR="00C172D4" w:rsidRDefault="00C172D4" w:rsidP="00BB2135">
      <w:pPr>
        <w:pStyle w:val="libFootnote"/>
      </w:pPr>
      <w:r>
        <w:t>39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40.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100)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101.</w:t>
      </w:r>
    </w:p>
    <w:p w:rsidR="00C172D4" w:rsidRDefault="00C172D4" w:rsidP="00BB2135">
      <w:pPr>
        <w:pStyle w:val="libFootnote"/>
      </w:pPr>
      <w:r>
        <w:t>41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42.</w:t>
      </w:r>
      <w:r>
        <w:rPr>
          <w:rFonts w:hint="cs"/>
          <w:cs/>
          <w:lang w:bidi="hi-IN"/>
        </w:rPr>
        <w:t>मजमअ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ज़वाएद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मनबअ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फवाएद</w:t>
      </w:r>
      <w:r>
        <w:t xml:space="preserve">,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t xml:space="preserve">4,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मिस्री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252,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उस्ताद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इब्राहीम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अमीनी</w:t>
      </w:r>
      <w:r>
        <w:t xml:space="preserve">,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अनदलीब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12) </w:t>
      </w:r>
      <w:r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सकाफा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इस्लामिया</w:t>
      </w:r>
      <w:r>
        <w:t xml:space="preserve">, </w:t>
      </w:r>
      <w:r>
        <w:rPr>
          <w:rFonts w:hint="cs"/>
          <w:cs/>
          <w:lang w:bidi="hi-IN"/>
        </w:rPr>
        <w:t>पाकिस्तान</w:t>
      </w:r>
      <w:r>
        <w:t>, 1992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t xml:space="preserve">,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307)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308.</w:t>
      </w:r>
    </w:p>
    <w:p w:rsidR="00C172D4" w:rsidRDefault="00C172D4" w:rsidP="00BB2135">
      <w:pPr>
        <w:pStyle w:val="libFootnote"/>
      </w:pPr>
      <w:r>
        <w:t xml:space="preserve">43. 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t xml:space="preserve">, </w:t>
      </w:r>
      <w:r>
        <w:rPr>
          <w:rFonts w:hint="cs"/>
          <w:cs/>
          <w:lang w:bidi="hi-IN"/>
        </w:rPr>
        <w:t>जिल्द</w:t>
      </w:r>
      <w:r>
        <w:rPr>
          <w:cs/>
          <w:lang w:bidi="hi-IN"/>
        </w:rPr>
        <w:t xml:space="preserve"> </w:t>
      </w:r>
      <w:r>
        <w:t xml:space="preserve">103,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मजलिसी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217,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12)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44.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101.</w:t>
      </w:r>
    </w:p>
    <w:p w:rsidR="00C172D4" w:rsidRDefault="00C172D4" w:rsidP="00BB2135">
      <w:pPr>
        <w:pStyle w:val="libFootnote"/>
      </w:pPr>
      <w:r>
        <w:t>45.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बहुतायत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अधिकता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अनिवार्य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lastRenderedPageBreak/>
        <w:t>46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48.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(32)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फतह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,4.</w:t>
      </w:r>
    </w:p>
    <w:p w:rsidR="00C172D4" w:rsidRDefault="00C172D4" w:rsidP="00BB2135">
      <w:pPr>
        <w:pStyle w:val="libFootnote"/>
      </w:pPr>
      <w:r>
        <w:t>49.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t xml:space="preserve">,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182)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>50.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101.</w:t>
      </w:r>
    </w:p>
    <w:p w:rsidR="00C172D4" w:rsidRDefault="00C172D4" w:rsidP="00BB2135">
      <w:pPr>
        <w:pStyle w:val="libFootnote"/>
      </w:pPr>
      <w:r>
        <w:t>51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53.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308.</w:t>
      </w:r>
    </w:p>
    <w:p w:rsidR="00C172D4" w:rsidRDefault="00C172D4" w:rsidP="00BB2135">
      <w:pPr>
        <w:pStyle w:val="libFootnote"/>
      </w:pPr>
      <w:r>
        <w:t xml:space="preserve">54.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,32.</w:t>
      </w:r>
    </w:p>
    <w:p w:rsidR="00C172D4" w:rsidRDefault="00C172D4" w:rsidP="00BB2135">
      <w:pPr>
        <w:pStyle w:val="libFootnote"/>
      </w:pPr>
      <w:r>
        <w:t>55.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102.</w:t>
      </w:r>
    </w:p>
    <w:p w:rsidR="00C172D4" w:rsidRDefault="00C172D4" w:rsidP="00BB2135">
      <w:pPr>
        <w:pStyle w:val="libFootnote"/>
      </w:pPr>
      <w:r>
        <w:t xml:space="preserve">56.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प्रयास</w:t>
      </w:r>
      <w:r>
        <w:t xml:space="preserve">, </w:t>
      </w:r>
      <w:r>
        <w:rPr>
          <w:rFonts w:hint="cs"/>
          <w:cs/>
          <w:lang w:bidi="hi-IN"/>
        </w:rPr>
        <w:t>मेहनत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नज्म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39) </w:t>
      </w:r>
    </w:p>
    <w:p w:rsidR="00C172D4" w:rsidRDefault="00C77782" w:rsidP="00BB2135">
      <w:pPr>
        <w:pStyle w:val="libFootnote"/>
      </w:pPr>
      <w:r>
        <w:t xml:space="preserve"> </w:t>
      </w:r>
      <w:r w:rsidR="00C172D4">
        <w:t>57.</w:t>
      </w:r>
      <w:r w:rsidR="00C172D4">
        <w:rPr>
          <w:rFonts w:hint="cs"/>
          <w:cs/>
          <w:lang w:bidi="hi-IN"/>
        </w:rPr>
        <w:t>रोज़ी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रिज़्क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सम्बन्धित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क़ुर्आन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मिलता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हैः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अपने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परवर्दिगार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दी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हुई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रोज़ी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खाओ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पियो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और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उसका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शुक्र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ध्नयवाद</w:t>
      </w:r>
      <w:r w:rsidR="00C172D4">
        <w:rPr>
          <w:cs/>
          <w:lang w:bidi="hi-IN"/>
        </w:rPr>
        <w:t xml:space="preserve">) </w:t>
      </w:r>
      <w:r w:rsidR="00C172D4">
        <w:rPr>
          <w:rFonts w:hint="cs"/>
          <w:cs/>
          <w:lang w:bidi="hi-IN"/>
        </w:rPr>
        <w:t>अदा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करो।</w:t>
      </w:r>
      <w:r w:rsidR="00C172D4">
        <w:rPr>
          <w:cs/>
          <w:lang w:bidi="hi-IN"/>
        </w:rPr>
        <w:t xml:space="preserve"> (</w:t>
      </w:r>
      <w:r w:rsidR="00C172D4">
        <w:rPr>
          <w:rFonts w:hint="cs"/>
          <w:cs/>
          <w:lang w:bidi="hi-IN"/>
        </w:rPr>
        <w:t>सूरः</w:t>
      </w:r>
      <w:r w:rsidR="00C172D4">
        <w:rPr>
          <w:cs/>
          <w:lang w:bidi="hi-IN"/>
        </w:rPr>
        <w:t>-</w:t>
      </w:r>
      <w:r w:rsidR="00C172D4">
        <w:rPr>
          <w:rFonts w:hint="cs"/>
          <w:cs/>
          <w:lang w:bidi="hi-IN"/>
        </w:rPr>
        <w:t>ए</w:t>
      </w:r>
      <w:r w:rsidR="00C172D4">
        <w:rPr>
          <w:cs/>
          <w:lang w:bidi="hi-IN"/>
        </w:rPr>
        <w:t>-</w:t>
      </w:r>
      <w:r w:rsidR="00C172D4">
        <w:rPr>
          <w:rFonts w:hint="cs"/>
          <w:cs/>
          <w:lang w:bidi="hi-IN"/>
        </w:rPr>
        <w:t>सबा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आयत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</w:t>
      </w:r>
      <w:r w:rsidR="00C172D4">
        <w:t>, 15)</w:t>
      </w:r>
    </w:p>
    <w:p w:rsidR="00C172D4" w:rsidRDefault="00C77782" w:rsidP="00BB2135">
      <w:pPr>
        <w:pStyle w:val="libFootnote"/>
      </w:pPr>
      <w:r>
        <w:t xml:space="preserve"> </w:t>
      </w:r>
      <w:r w:rsidR="00C172D4">
        <w:t xml:space="preserve">(58) </w:t>
      </w:r>
      <w:r w:rsidR="00C172D4">
        <w:rPr>
          <w:rFonts w:hint="cs"/>
          <w:cs/>
          <w:lang w:bidi="hi-IN"/>
        </w:rPr>
        <w:t>व</w:t>
      </w:r>
      <w:r w:rsidR="00C172D4">
        <w:rPr>
          <w:cs/>
          <w:lang w:bidi="hi-IN"/>
        </w:rPr>
        <w:t xml:space="preserve"> </w:t>
      </w:r>
      <w:r w:rsidR="00C172D4">
        <w:t xml:space="preserve">59. </w:t>
      </w:r>
      <w:r w:rsidR="00C172D4">
        <w:rPr>
          <w:rFonts w:hint="cs"/>
          <w:cs/>
          <w:lang w:bidi="hi-IN"/>
        </w:rPr>
        <w:t>वसाएल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अल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शीअः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भाग</w:t>
      </w:r>
      <w:r w:rsidR="00C172D4">
        <w:rPr>
          <w:cs/>
          <w:lang w:bidi="hi-IN"/>
        </w:rPr>
        <w:t xml:space="preserve"> (</w:t>
      </w:r>
      <w:r w:rsidR="00C172D4">
        <w:t xml:space="preserve">14) </w:t>
      </w:r>
      <w:r w:rsidR="00C172D4">
        <w:rPr>
          <w:rFonts w:hint="cs"/>
          <w:cs/>
          <w:lang w:bidi="hi-IN"/>
        </w:rPr>
        <w:t>पेज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</w:t>
      </w:r>
      <w:r w:rsidR="00C172D4">
        <w:t xml:space="preserve">, 78, </w:t>
      </w:r>
      <w:r w:rsidR="00C172D4">
        <w:rPr>
          <w:rFonts w:hint="cs"/>
          <w:cs/>
          <w:lang w:bidi="hi-IN"/>
        </w:rPr>
        <w:t>मसाएल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ज़िन्दगी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पेज</w:t>
      </w:r>
      <w:r w:rsidR="00C172D4">
        <w:rPr>
          <w:cs/>
          <w:lang w:bidi="hi-IN"/>
        </w:rPr>
        <w:t xml:space="preserve"> (</w:t>
      </w:r>
      <w:r w:rsidR="00C172D4">
        <w:t xml:space="preserve">189) </w:t>
      </w:r>
      <w:r w:rsidR="00C172D4">
        <w:rPr>
          <w:rFonts w:hint="cs"/>
          <w:cs/>
          <w:lang w:bidi="hi-IN"/>
        </w:rPr>
        <w:t>व</w:t>
      </w:r>
      <w:r w:rsidR="00C172D4">
        <w:rPr>
          <w:cs/>
          <w:lang w:bidi="hi-IN"/>
        </w:rPr>
        <w:t xml:space="preserve"> (</w:t>
      </w:r>
      <w:r w:rsidR="00C172D4">
        <w:t xml:space="preserve">190)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नक़्स</w:t>
      </w:r>
      <w:r w:rsidR="00C172D4">
        <w:rPr>
          <w:cs/>
          <w:lang w:bidi="hi-IN"/>
        </w:rPr>
        <w:t>.</w:t>
      </w:r>
    </w:p>
    <w:p w:rsidR="00C172D4" w:rsidRDefault="00C77782" w:rsidP="00BB2135">
      <w:pPr>
        <w:pStyle w:val="libFootnote"/>
      </w:pPr>
      <w:r>
        <w:t xml:space="preserve"> </w:t>
      </w:r>
      <w:r w:rsidR="00C172D4">
        <w:t xml:space="preserve">(60)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t>64.</w:t>
      </w:r>
      <w:r w:rsidR="00C172D4">
        <w:rPr>
          <w:rFonts w:hint="cs"/>
          <w:cs/>
          <w:lang w:bidi="hi-IN"/>
        </w:rPr>
        <w:t>तरबीयत</w:t>
      </w:r>
      <w:r w:rsidR="00C172D4">
        <w:rPr>
          <w:cs/>
          <w:lang w:bidi="hi-IN"/>
        </w:rPr>
        <w:t>-</w:t>
      </w:r>
      <w:r w:rsidR="00C172D4">
        <w:rPr>
          <w:rFonts w:hint="cs"/>
          <w:cs/>
          <w:lang w:bidi="hi-IN"/>
        </w:rPr>
        <w:t>ए</w:t>
      </w:r>
      <w:r w:rsidR="00C172D4">
        <w:rPr>
          <w:cs/>
          <w:lang w:bidi="hi-IN"/>
        </w:rPr>
        <w:t>-</w:t>
      </w:r>
      <w:r w:rsidR="00C172D4">
        <w:rPr>
          <w:rFonts w:hint="cs"/>
          <w:cs/>
          <w:lang w:bidi="hi-IN"/>
        </w:rPr>
        <w:t>औलाद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पेज</w:t>
      </w:r>
      <w:r w:rsidR="00C172D4">
        <w:rPr>
          <w:cs/>
          <w:lang w:bidi="hi-IN"/>
        </w:rPr>
        <w:t xml:space="preserve"> (</w:t>
      </w:r>
      <w:r w:rsidR="00C172D4">
        <w:t xml:space="preserve">19) </w:t>
      </w:r>
      <w:r w:rsidR="00C172D4">
        <w:rPr>
          <w:rFonts w:hint="cs"/>
          <w:cs/>
          <w:lang w:bidi="hi-IN"/>
        </w:rPr>
        <w:t>से</w:t>
      </w:r>
      <w:r w:rsidR="00C172D4">
        <w:rPr>
          <w:cs/>
          <w:lang w:bidi="hi-IN"/>
        </w:rPr>
        <w:t xml:space="preserve"> </w:t>
      </w:r>
      <w:r w:rsidR="00C172D4">
        <w:t>21</w:t>
      </w:r>
    </w:p>
    <w:p w:rsidR="00C172D4" w:rsidRDefault="00C172D4" w:rsidP="00BB2135">
      <w:pPr>
        <w:pStyle w:val="libFootnote"/>
      </w:pPr>
      <w:r>
        <w:t>65.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103.</w:t>
      </w:r>
    </w:p>
    <w:p w:rsidR="00C172D4" w:rsidRDefault="00C172D4" w:rsidP="00BB2135">
      <w:pPr>
        <w:pStyle w:val="libFootnote"/>
      </w:pPr>
      <w:r>
        <w:t>66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67.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30-31.</w:t>
      </w:r>
    </w:p>
    <w:p w:rsidR="00C172D4" w:rsidRDefault="00C172D4" w:rsidP="00BB2135">
      <w:pPr>
        <w:pStyle w:val="libFootnote"/>
      </w:pPr>
      <w:r>
        <w:t xml:space="preserve">68.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ग़रीबी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डर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मुफलिसी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ग़रीबी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रिज़्क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अनआम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152.)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या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लोंगो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मुफलिसी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इस्राईल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31)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फैमली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प्लानिंग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कत्ल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69.</w:t>
      </w:r>
      <w:r>
        <w:rPr>
          <w:rFonts w:hint="cs"/>
          <w:cs/>
          <w:lang w:bidi="hi-IN"/>
        </w:rPr>
        <w:t>तोहफतुल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431, </w:t>
      </w:r>
      <w:r>
        <w:rPr>
          <w:rFonts w:hint="cs"/>
          <w:cs/>
          <w:lang w:bidi="hi-IN"/>
        </w:rPr>
        <w:t>नवल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किशोर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t>1975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>70.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101.</w:t>
      </w:r>
    </w:p>
    <w:p w:rsidR="00C172D4" w:rsidRDefault="00C172D4" w:rsidP="00BB2135">
      <w:pPr>
        <w:pStyle w:val="libFootnote"/>
      </w:pPr>
      <w:r>
        <w:t>71.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आकाये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287)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288, </w:t>
      </w:r>
      <w:r>
        <w:rPr>
          <w:rFonts w:hint="cs"/>
          <w:cs/>
          <w:lang w:bidi="hi-IN"/>
        </w:rPr>
        <w:t>तनज़ीम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मकातिब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ऊर्दू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मूसवी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391)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392)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फ़य्याज़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t xml:space="preserve">, </w:t>
      </w:r>
      <w:r>
        <w:rPr>
          <w:rFonts w:hint="cs"/>
          <w:cs/>
          <w:lang w:bidi="hi-IN"/>
        </w:rPr>
        <w:t>कुम</w:t>
      </w:r>
      <w:r>
        <w:t xml:space="preserve">,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t>1413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72.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24</w:t>
      </w:r>
    </w:p>
    <w:p w:rsidR="00C172D4" w:rsidRDefault="00C172D4" w:rsidP="00BB2135">
      <w:pPr>
        <w:pStyle w:val="libFootnote"/>
      </w:pPr>
      <w:r>
        <w:t xml:space="preserve">73. </w:t>
      </w:r>
      <w:r>
        <w:rPr>
          <w:rFonts w:hint="cs"/>
          <w:cs/>
          <w:lang w:bidi="hi-IN"/>
        </w:rPr>
        <w:t>तोहफतुल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422</w:t>
      </w:r>
    </w:p>
    <w:p w:rsidR="00C172D4" w:rsidRDefault="00C172D4" w:rsidP="00BB2135">
      <w:pPr>
        <w:pStyle w:val="libFootnote"/>
      </w:pPr>
      <w:r>
        <w:t xml:space="preserve">74.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24)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75. </w:t>
      </w:r>
      <w:r>
        <w:rPr>
          <w:rFonts w:hint="cs"/>
          <w:cs/>
          <w:lang w:bidi="hi-IN"/>
        </w:rPr>
        <w:t>हुकूक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हिन्दी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मुतहरी</w:t>
      </w:r>
      <w:r>
        <w:t xml:space="preserve">,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शम्सुल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मुनतज़िर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79. </w:t>
      </w:r>
      <w:r>
        <w:rPr>
          <w:rFonts w:hint="cs"/>
          <w:cs/>
          <w:lang w:bidi="hi-IN"/>
        </w:rPr>
        <w:t>उपकार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t>, 1989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>76.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इज़दिवाज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>47) – 48</w:t>
      </w:r>
    </w:p>
    <w:p w:rsidR="00C172D4" w:rsidRDefault="00C172D4" w:rsidP="00BB2135">
      <w:pPr>
        <w:pStyle w:val="libFootnote"/>
      </w:pPr>
      <w:r>
        <w:t>77.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196-197</w:t>
      </w:r>
    </w:p>
    <w:p w:rsidR="00C172D4" w:rsidRDefault="00C172D4" w:rsidP="00BB2135">
      <w:pPr>
        <w:pStyle w:val="libFootnote"/>
      </w:pPr>
      <w:r>
        <w:t xml:space="preserve">78.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अली।</w:t>
      </w:r>
    </w:p>
    <w:p w:rsidR="00C172D4" w:rsidRDefault="00C172D4" w:rsidP="00BB2135">
      <w:pPr>
        <w:pStyle w:val="libFootnote"/>
      </w:pPr>
      <w:r>
        <w:t>79.</w:t>
      </w:r>
      <w:r>
        <w:rPr>
          <w:rFonts w:hint="cs"/>
          <w:cs/>
          <w:lang w:bidi="hi-IN"/>
        </w:rPr>
        <w:t>अब्द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मुशताक़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t xml:space="preserve">– 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उसूल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कायदः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आधारित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झुकाये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सैकङों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उधर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हकीमानः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विज्ञान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पूर्ण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निज़ाम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पद्धति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समस्या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t xml:space="preserve">,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लाभदायक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चूँनाचे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शुरूअ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आरम्भ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नुस्खे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इतिहास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स्पष्ट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सहाबः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पूर्वजों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शर्मिन्दः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नुस्खा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लाभदायक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बुढ़ापे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बुढ़ापा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कीजिए</w:t>
      </w:r>
      <w:r>
        <w:t xml:space="preserve">, </w:t>
      </w:r>
      <w:r>
        <w:rPr>
          <w:rFonts w:hint="cs"/>
          <w:cs/>
          <w:lang w:bidi="hi-IN"/>
        </w:rPr>
        <w:t>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एतिराज़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हस्तक्षेप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लिहाज़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दवाई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बंधी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अन्याय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ज़ुल्म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अब्द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मुश्ताक़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26, </w:t>
      </w:r>
      <w:r>
        <w:rPr>
          <w:rFonts w:hint="cs"/>
          <w:cs/>
          <w:lang w:bidi="hi-IN"/>
        </w:rPr>
        <w:t>हैदरी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कुतुब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t xml:space="preserve">, </w:t>
      </w:r>
      <w:r>
        <w:rPr>
          <w:rFonts w:hint="cs"/>
          <w:cs/>
          <w:lang w:bidi="hi-IN"/>
        </w:rPr>
        <w:t>बम्बई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पुनर्विवाह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गुज़ारना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साबित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शारीरिक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ठहरा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तथा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विरासत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संरक्षक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वारिस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पैतालिस</w:t>
      </w:r>
      <w:r>
        <w:rPr>
          <w:cs/>
          <w:lang w:bidi="hi-IN"/>
        </w:rPr>
        <w:t xml:space="preserve"> (</w:t>
      </w:r>
      <w:r>
        <w:t xml:space="preserve">45)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इददा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76) </w:t>
      </w:r>
      <w:r>
        <w:rPr>
          <w:rFonts w:hint="cs"/>
          <w:cs/>
          <w:lang w:bidi="hi-IN"/>
        </w:rPr>
        <w:t>इमामिया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t>, 1387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t xml:space="preserve">,)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रिज़ा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t xml:space="preserve">,)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हाँय।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 w:rsidR="00340D43">
        <w:rPr>
          <w:cs/>
          <w:lang w:bidi="hi-IN"/>
        </w:rPr>
        <w:t>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मिलेगा।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96) (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80.</w:t>
      </w:r>
      <w:r>
        <w:rPr>
          <w:rFonts w:hint="cs"/>
          <w:cs/>
          <w:lang w:bidi="hi-IN"/>
        </w:rPr>
        <w:t>हम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28, </w:t>
      </w:r>
      <w:r>
        <w:rPr>
          <w:rFonts w:hint="cs"/>
          <w:cs/>
          <w:lang w:bidi="hi-IN"/>
        </w:rPr>
        <w:t>मुतअः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92</w:t>
      </w:r>
    </w:p>
    <w:p w:rsidR="00C172D4" w:rsidRDefault="00C172D4" w:rsidP="00BB2135">
      <w:pPr>
        <w:pStyle w:val="libFootnote"/>
      </w:pPr>
      <w:r>
        <w:t>81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82.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79</w:t>
      </w:r>
    </w:p>
    <w:p w:rsidR="00C172D4" w:rsidRDefault="00C172D4" w:rsidP="00BB2135">
      <w:pPr>
        <w:pStyle w:val="libFootnote"/>
      </w:pPr>
      <w:r>
        <w:lastRenderedPageBreak/>
        <w:t>83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84.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एअराफ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189</w:t>
      </w:r>
    </w:p>
    <w:p w:rsidR="00C172D4" w:rsidRDefault="00C172D4" w:rsidP="00BB2135">
      <w:pPr>
        <w:pStyle w:val="libFootnote"/>
      </w:pPr>
      <w:r>
        <w:t>85.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क़िस्में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जानदार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रहिम</w:t>
      </w:r>
      <w:r>
        <w:t xml:space="preserve">,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नज्म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45-46)</w:t>
      </w:r>
    </w:p>
    <w:p w:rsidR="00C172D4" w:rsidRDefault="00C172D4" w:rsidP="00BB2135">
      <w:pPr>
        <w:pStyle w:val="libFootnote"/>
      </w:pPr>
      <w:r>
        <w:t xml:space="preserve">86.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तारिक़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5)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7</w:t>
      </w:r>
    </w:p>
    <w:p w:rsidR="00C172D4" w:rsidRDefault="00C172D4" w:rsidP="00BB2135">
      <w:pPr>
        <w:pStyle w:val="libFootnote"/>
      </w:pPr>
      <w:r>
        <w:t xml:space="preserve">87.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रीढ़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शाहरूदी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प्रोफेसर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शेफतः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22, </w:t>
      </w:r>
      <w:r>
        <w:rPr>
          <w:rFonts w:hint="cs"/>
          <w:cs/>
          <w:lang w:bidi="hi-IN"/>
        </w:rPr>
        <w:t>जामेअ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तालीमाते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कराँची</w:t>
      </w:r>
      <w:r>
        <w:t xml:space="preserve">, </w:t>
      </w:r>
      <w:r>
        <w:rPr>
          <w:rFonts w:hint="cs"/>
          <w:cs/>
          <w:lang w:bidi="hi-IN"/>
        </w:rPr>
        <w:t>पाकिस्तान</w:t>
      </w:r>
      <w:r>
        <w:t>, 1989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>88.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t xml:space="preserve">,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गर्भाशय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नुतफः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मखलूत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पैदाईश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मखलूत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आज़मायें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परीक्षा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दहर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</w:t>
      </w:r>
    </w:p>
    <w:p w:rsidR="00C172D4" w:rsidRDefault="00C172D4" w:rsidP="00BB2135">
      <w:pPr>
        <w:pStyle w:val="libFootnote"/>
      </w:pPr>
      <w:r>
        <w:t xml:space="preserve">89.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कयामः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(37)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39)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मर्ज़ी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मिट्टी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ज्ञान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फातिर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11)</w:t>
      </w:r>
    </w:p>
    <w:p w:rsidR="00C172D4" w:rsidRDefault="00C172D4" w:rsidP="00BB2135">
      <w:pPr>
        <w:pStyle w:val="libFootnote"/>
      </w:pPr>
      <w:r>
        <w:t xml:space="preserve">90.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12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14</w:t>
      </w:r>
    </w:p>
    <w:p w:rsidR="00C172D4" w:rsidRDefault="00C172D4" w:rsidP="00BB2135">
      <w:pPr>
        <w:pStyle w:val="libFootnote"/>
      </w:pPr>
      <w:r>
        <w:t>91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95.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103</w:t>
      </w:r>
    </w:p>
    <w:p w:rsidR="00C172D4" w:rsidRDefault="00C172D4" w:rsidP="00BB2135">
      <w:pPr>
        <w:pStyle w:val="libFootnote"/>
      </w:pPr>
      <w:r>
        <w:t xml:space="preserve">96. </w:t>
      </w:r>
      <w:r>
        <w:rPr>
          <w:rFonts w:hint="cs"/>
          <w:cs/>
          <w:lang w:bidi="hi-IN"/>
        </w:rPr>
        <w:t>दीवान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ऍतिसामी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187, </w:t>
      </w:r>
      <w:r>
        <w:rPr>
          <w:rFonts w:hint="cs"/>
          <w:cs/>
          <w:lang w:bidi="hi-IN"/>
        </w:rPr>
        <w:t>तेहरान</w:t>
      </w:r>
      <w:r>
        <w:rPr>
          <w:cs/>
          <w:lang w:bidi="hi-IN"/>
        </w:rPr>
        <w:t xml:space="preserve">. </w:t>
      </w:r>
      <w:r>
        <w:t>1962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 (</w:t>
      </w:r>
      <w:r>
        <w:rPr>
          <w:rFonts w:hint="cs"/>
          <w:cs/>
          <w:lang w:bidi="hi-IN"/>
        </w:rPr>
        <w:t>जदीद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कवित्री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ऍतिसामी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पंक्तियों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t xml:space="preserve">, </w:t>
      </w:r>
      <w:r>
        <w:rPr>
          <w:rFonts w:hint="cs"/>
          <w:cs/>
          <w:lang w:bidi="hi-IN"/>
        </w:rPr>
        <w:t>परवीन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ऍतिसामी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शायरी</w:t>
      </w:r>
      <w:r>
        <w:t xml:space="preserve">, </w:t>
      </w:r>
      <w:r>
        <w:rPr>
          <w:rFonts w:hint="cs"/>
          <w:cs/>
          <w:lang w:bidi="hi-IN"/>
        </w:rPr>
        <w:t>नामी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t>1988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97.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दोशिज़ः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9, (13)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23)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>25) (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98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100.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103</w:t>
      </w:r>
    </w:p>
    <w:p w:rsidR="00C172D4" w:rsidRDefault="00C172D4" w:rsidP="00BB2135">
      <w:pPr>
        <w:pStyle w:val="libFootnote"/>
      </w:pPr>
      <w:r>
        <w:t xml:space="preserve">101.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103)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104)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307</w:t>
      </w:r>
    </w:p>
    <w:p w:rsidR="00C172D4" w:rsidRDefault="00C172D4" w:rsidP="00BB2135">
      <w:pPr>
        <w:pStyle w:val="libFootnote"/>
      </w:pPr>
      <w:r>
        <w:t xml:space="preserve">102.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104</w:t>
      </w:r>
    </w:p>
    <w:p w:rsidR="00C172D4" w:rsidRDefault="00C172D4" w:rsidP="00BB2135">
      <w:pPr>
        <w:pStyle w:val="libFootnote"/>
      </w:pPr>
      <w:r>
        <w:t xml:space="preserve">103. </w:t>
      </w:r>
      <w:r>
        <w:rPr>
          <w:rFonts w:hint="cs"/>
          <w:cs/>
          <w:lang w:bidi="hi-IN"/>
        </w:rPr>
        <w:t>सुन्दर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खूबसूरत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t xml:space="preserve">1.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दाँत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नाखुन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चेहरा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सफेदी</w:t>
      </w:r>
    </w:p>
    <w:p w:rsidR="00C172D4" w:rsidRDefault="00C172D4" w:rsidP="00BB2135">
      <w:pPr>
        <w:pStyle w:val="libFootnote"/>
      </w:pPr>
      <w:r>
        <w:t xml:space="preserve">2.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सुर्ख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होंठ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मसूढ़े</w:t>
      </w:r>
    </w:p>
    <w:p w:rsidR="00C172D4" w:rsidRDefault="00C172D4" w:rsidP="00BB2135">
      <w:pPr>
        <w:pStyle w:val="libFootnote"/>
      </w:pPr>
      <w:r>
        <w:t xml:space="preserve">3.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बाज़ू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ऐङियाँ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उगँलियों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पोरवे</w:t>
      </w:r>
    </w:p>
    <w:p w:rsidR="00C172D4" w:rsidRDefault="00C172D4" w:rsidP="00BB2135">
      <w:pPr>
        <w:pStyle w:val="libFootnote"/>
      </w:pPr>
      <w:r>
        <w:lastRenderedPageBreak/>
        <w:t xml:space="preserve">4.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लम्बी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पलकें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उगँलियां</w:t>
      </w:r>
    </w:p>
    <w:p w:rsidR="00C172D4" w:rsidRDefault="00C172D4" w:rsidP="00BB2135">
      <w:pPr>
        <w:pStyle w:val="libFootnote"/>
      </w:pPr>
      <w:r>
        <w:t xml:space="preserve">5.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चूतड़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हिप</w:t>
      </w:r>
    </w:p>
    <w:p w:rsidR="00C172D4" w:rsidRDefault="00C172D4" w:rsidP="00BB2135">
      <w:pPr>
        <w:pStyle w:val="libFootnote"/>
      </w:pPr>
      <w:r>
        <w:t xml:space="preserve">6.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बग़ल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मुँह</w:t>
      </w:r>
    </w:p>
    <w:p w:rsidR="00C172D4" w:rsidRDefault="00C172D4" w:rsidP="00BB2135">
      <w:pPr>
        <w:pStyle w:val="libFootnote"/>
      </w:pPr>
      <w:r>
        <w:t xml:space="preserve">7.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आँख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सीना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माथा</w:t>
      </w:r>
    </w:p>
    <w:p w:rsidR="00C172D4" w:rsidRDefault="00C172D4" w:rsidP="00BB2135">
      <w:pPr>
        <w:pStyle w:val="libFootnote"/>
      </w:pPr>
      <w:r>
        <w:t xml:space="preserve">8.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नाफ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सुराख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दहाना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9.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हाँथ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पाँव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रहिम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छाती</w:t>
      </w:r>
    </w:p>
    <w:p w:rsidR="00C172D4" w:rsidRDefault="00C172D4" w:rsidP="00BB2135">
      <w:pPr>
        <w:pStyle w:val="libFootnote"/>
      </w:pPr>
      <w:r>
        <w:t xml:space="preserve">10.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हाँथ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शर्मगाह।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कानून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मुबाशिरत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76)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77)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t>104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106.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104)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105</w:t>
      </w:r>
    </w:p>
    <w:p w:rsidR="00C172D4" w:rsidRDefault="00C172D4" w:rsidP="00BB2135">
      <w:pPr>
        <w:pStyle w:val="libFootnote"/>
      </w:pPr>
      <w:r>
        <w:t xml:space="preserve">107.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31</w:t>
      </w:r>
    </w:p>
    <w:p w:rsidR="00C172D4" w:rsidRDefault="00C172D4" w:rsidP="00BB2135">
      <w:pPr>
        <w:pStyle w:val="libFootnote"/>
      </w:pPr>
      <w:r>
        <w:t xml:space="preserve">108.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(234)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877</w:t>
      </w:r>
    </w:p>
    <w:p w:rsidR="00C172D4" w:rsidRDefault="00C172D4" w:rsidP="00BB2135">
      <w:pPr>
        <w:pStyle w:val="libFootnote"/>
      </w:pPr>
      <w:r>
        <w:t xml:space="preserve">109. </w:t>
      </w:r>
      <w:r>
        <w:rPr>
          <w:rFonts w:hint="cs"/>
          <w:cs/>
          <w:lang w:bidi="hi-IN"/>
        </w:rPr>
        <w:t>दोशीज़ः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15) – (16)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क़ानून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मुबाशरत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19-20</w:t>
      </w:r>
    </w:p>
    <w:p w:rsidR="00C172D4" w:rsidRDefault="00C172D4" w:rsidP="00BB2135">
      <w:pPr>
        <w:pStyle w:val="libFootnote"/>
      </w:pPr>
      <w:r>
        <w:t xml:space="preserve">110.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30</w:t>
      </w:r>
    </w:p>
    <w:p w:rsidR="00C172D4" w:rsidRDefault="00C172D4" w:rsidP="00BB2135">
      <w:pPr>
        <w:pStyle w:val="libFootnote"/>
      </w:pPr>
      <w:r>
        <w:t xml:space="preserve">111.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वस्त्रों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विपरीत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सीना</w:t>
      </w:r>
      <w:r>
        <w:t xml:space="preserve">, </w:t>
      </w:r>
      <w:r>
        <w:rPr>
          <w:rFonts w:hint="cs"/>
          <w:cs/>
          <w:lang w:bidi="hi-IN"/>
        </w:rPr>
        <w:t>पीठ</w:t>
      </w:r>
      <w:r>
        <w:t xml:space="preserve">, </w:t>
      </w:r>
      <w:r>
        <w:rPr>
          <w:rFonts w:hint="cs"/>
          <w:cs/>
          <w:lang w:bidi="hi-IN"/>
        </w:rPr>
        <w:t>रान</w:t>
      </w:r>
      <w:r>
        <w:t xml:space="preserve">, </w:t>
      </w:r>
      <w:r>
        <w:rPr>
          <w:rFonts w:hint="cs"/>
          <w:cs/>
          <w:lang w:bidi="hi-IN"/>
        </w:rPr>
        <w:t>पिंडली</w:t>
      </w:r>
      <w:r>
        <w:t xml:space="preserve">, </w:t>
      </w:r>
      <w:r>
        <w:rPr>
          <w:rFonts w:hint="cs"/>
          <w:cs/>
          <w:lang w:bidi="hi-IN"/>
        </w:rPr>
        <w:t>बाज़ू</w:t>
      </w:r>
      <w:r>
        <w:t xml:space="preserve">, </w:t>
      </w:r>
      <w:r>
        <w:rPr>
          <w:rFonts w:hint="cs"/>
          <w:cs/>
          <w:lang w:bidi="hi-IN"/>
        </w:rPr>
        <w:t>बग़ल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-----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निशानी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lastRenderedPageBreak/>
        <w:t xml:space="preserve">112. </w:t>
      </w:r>
      <w:r>
        <w:rPr>
          <w:rFonts w:hint="cs"/>
          <w:cs/>
          <w:lang w:bidi="hi-IN"/>
        </w:rPr>
        <w:t>नक़ाब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प्रचलित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घूँघट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प्राकृतिक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t>–</w:t>
      </w:r>
      <w:r>
        <w:rPr>
          <w:rFonts w:hint="cs"/>
          <w:cs/>
          <w:lang w:bidi="hi-IN"/>
        </w:rPr>
        <w:t>दोशिज़ः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t>1.</w:t>
      </w:r>
      <w:r>
        <w:tab/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सिंगार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पर्दः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झगड़ने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मशकूक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संदिगद्ध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2.</w:t>
      </w:r>
      <w:r>
        <w:tab/>
      </w:r>
      <w:r>
        <w:rPr>
          <w:rFonts w:hint="cs"/>
          <w:cs/>
          <w:lang w:bidi="hi-IN"/>
        </w:rPr>
        <w:t>दायें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घूरने</w:t>
      </w:r>
      <w:r>
        <w:t xml:space="preserve">,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हसनें</w:t>
      </w:r>
      <w:r>
        <w:t xml:space="preserve">,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t xml:space="preserve">,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मुश्किल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3.</w:t>
      </w:r>
      <w:r>
        <w:tab/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अकेला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</w:p>
    <w:p w:rsidR="00C172D4" w:rsidRDefault="00C172D4" w:rsidP="00BB2135">
      <w:pPr>
        <w:pStyle w:val="libFootnote"/>
      </w:pPr>
      <w:r>
        <w:t>4.</w:t>
      </w:r>
      <w:r>
        <w:tab/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छुपाने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दोशिज़ः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9)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10)</w:t>
      </w:r>
    </w:p>
    <w:p w:rsidR="00C172D4" w:rsidRDefault="00C172D4" w:rsidP="00BB2135">
      <w:pPr>
        <w:pStyle w:val="libFootnote"/>
      </w:pPr>
      <w:r>
        <w:t xml:space="preserve">113. </w:t>
      </w:r>
      <w:r>
        <w:tab/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t xml:space="preserve">, </w:t>
      </w:r>
      <w:r>
        <w:rPr>
          <w:rFonts w:hint="cs"/>
          <w:cs/>
          <w:lang w:bidi="hi-IN"/>
        </w:rPr>
        <w:t>दोशिज़ः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70)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74)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135)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>140)</w:t>
      </w:r>
      <w:r w:rsidR="00340D43">
        <w:rPr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>114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116.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221,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रूम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21</w:t>
      </w:r>
    </w:p>
    <w:p w:rsidR="00C172D4" w:rsidRDefault="00C172D4" w:rsidP="00BB2135">
      <w:pPr>
        <w:pStyle w:val="libFootnote"/>
      </w:pPr>
      <w:r>
        <w:t xml:space="preserve">117.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तयदाद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इज़दिवाज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मुस्तफा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13) </w:t>
      </w:r>
      <w:r>
        <w:rPr>
          <w:rFonts w:hint="cs"/>
          <w:cs/>
          <w:lang w:bidi="hi-IN"/>
        </w:rPr>
        <w:t>इमामिया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t>1386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118.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3</w:t>
      </w:r>
    </w:p>
    <w:p w:rsidR="00C172D4" w:rsidRDefault="00C172D4" w:rsidP="00BB2135">
      <w:pPr>
        <w:pStyle w:val="libFootnote"/>
      </w:pPr>
      <w:r>
        <w:lastRenderedPageBreak/>
        <w:t xml:space="preserve">119.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120.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तयदादे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(18)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19</w:t>
      </w:r>
    </w:p>
    <w:p w:rsidR="00C172D4" w:rsidRDefault="00C172D4" w:rsidP="00BB2135">
      <w:pPr>
        <w:pStyle w:val="libFootnote"/>
      </w:pPr>
      <w:r>
        <w:t>121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122.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3)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23</w:t>
      </w:r>
    </w:p>
    <w:p w:rsidR="00C172D4" w:rsidRDefault="00C172D4" w:rsidP="00BB2135">
      <w:pPr>
        <w:pStyle w:val="libFootnote"/>
      </w:pPr>
      <w:r>
        <w:t xml:space="preserve">123.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107)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308, 1314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124.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60</w:t>
      </w:r>
    </w:p>
    <w:p w:rsidR="00C172D4" w:rsidRDefault="00C172D4" w:rsidP="00BB2135">
      <w:pPr>
        <w:pStyle w:val="libFootnote"/>
      </w:pPr>
      <w:r>
        <w:t xml:space="preserve">125.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t xml:space="preserve">, </w:t>
      </w:r>
      <w:r>
        <w:rPr>
          <w:rFonts w:hint="cs"/>
          <w:cs/>
          <w:lang w:bidi="hi-IN"/>
        </w:rPr>
        <w:t>आदाब</w:t>
      </w:r>
      <w:r w:rsidR="00C77782">
        <w:rPr>
          <w:rFonts w:hint="cs"/>
          <w:cs/>
          <w:lang w:bidi="hi-IN"/>
        </w:rPr>
        <w:t xml:space="preserve">े </w:t>
      </w:r>
      <w:r>
        <w:rPr>
          <w:rFonts w:hint="cs"/>
          <w:cs/>
          <w:lang w:bidi="hi-IN"/>
        </w:rPr>
        <w:t>जवाज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12)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13)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176)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126.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33)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पाकदामनी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इख्तियार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क़ुव्वत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t xml:space="preserve">,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13)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t xml:space="preserve">,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शैतान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सलवात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दुरूद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भेजे</w:t>
      </w:r>
      <w:r>
        <w:t xml:space="preserve">,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वन्दा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>तोहफाऐ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अहमदिया</w:t>
      </w:r>
      <w:r>
        <w:t xml:space="preserve">, </w:t>
      </w:r>
      <w:r>
        <w:rPr>
          <w:rFonts w:hint="cs"/>
          <w:cs/>
          <w:lang w:bidi="hi-IN"/>
        </w:rPr>
        <w:t>दूसरा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141-142, </w:t>
      </w:r>
      <w:r>
        <w:rPr>
          <w:rFonts w:hint="cs"/>
          <w:cs/>
          <w:lang w:bidi="hi-IN"/>
        </w:rPr>
        <w:t>बुसतान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मुर्तज़वी</w:t>
      </w:r>
      <w:r>
        <w:t>, 1305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lastRenderedPageBreak/>
        <w:t xml:space="preserve">127.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t xml:space="preserve">,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399,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931</w:t>
      </w:r>
    </w:p>
    <w:p w:rsidR="00C172D4" w:rsidRDefault="00C172D4" w:rsidP="00BB2135">
      <w:pPr>
        <w:pStyle w:val="libFootnote"/>
      </w:pPr>
      <w:r>
        <w:t xml:space="preserve">128.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t xml:space="preserve">,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मसअलः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2420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283,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t xml:space="preserve">, </w:t>
      </w:r>
      <w:r>
        <w:rPr>
          <w:rFonts w:hint="cs"/>
          <w:cs/>
          <w:lang w:bidi="hi-IN"/>
        </w:rPr>
        <w:t>गुलपाएगानी</w:t>
      </w:r>
      <w:r>
        <w:t xml:space="preserve">, </w:t>
      </w:r>
      <w:r>
        <w:rPr>
          <w:rFonts w:hint="cs"/>
          <w:cs/>
          <w:lang w:bidi="hi-IN"/>
        </w:rPr>
        <w:t>मसअलः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t>2384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386</w:t>
      </w:r>
    </w:p>
    <w:p w:rsidR="00C172D4" w:rsidRDefault="00C172D4" w:rsidP="00BB2135">
      <w:pPr>
        <w:pStyle w:val="libFootnote"/>
      </w:pPr>
      <w:r>
        <w:t xml:space="preserve">129.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कसस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27</w:t>
      </w:r>
    </w:p>
    <w:p w:rsidR="00C172D4" w:rsidRDefault="00C172D4" w:rsidP="00BB2135">
      <w:pPr>
        <w:pStyle w:val="libFootnote"/>
      </w:pPr>
      <w:r>
        <w:t xml:space="preserve">130.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मुसलमानो।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माँयें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पोतियाँ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नवासियाँ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फूफीयाँ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भतीजीयाँ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भानजीयाँ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पिलाया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रिज़ाई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बहनें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माँयें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लड़कियों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पोतों</w:t>
      </w:r>
      <w:r>
        <w:t xml:space="preserve">, </w:t>
      </w:r>
      <w:r>
        <w:rPr>
          <w:rFonts w:hint="cs"/>
          <w:cs/>
          <w:lang w:bidi="hi-IN"/>
        </w:rPr>
        <w:t>नवासों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बहूऐं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बेशक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बखशने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23)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लौङियों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भिड़े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गनीमत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शत्रु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लूटा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खालाओं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बेटीयाँ</w:t>
      </w:r>
      <w:r>
        <w:rPr>
          <w:cs/>
          <w:lang w:bidi="hi-IN"/>
        </w:rPr>
        <w:t xml:space="preserve"> ......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- </w:t>
      </w:r>
      <w:r>
        <w:rPr>
          <w:rFonts w:hint="cs"/>
          <w:cs/>
          <w:lang w:bidi="hi-IN"/>
        </w:rPr>
        <w:t>अहज़ाब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50)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कुल्लिया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व्यापक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नियम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गंदी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गंदी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आखिरत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बख्शिश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मोक्ष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26)</w:t>
      </w:r>
    </w:p>
    <w:p w:rsidR="00C172D4" w:rsidRDefault="00C172D4" w:rsidP="00BB2135">
      <w:pPr>
        <w:pStyle w:val="libFootnote"/>
      </w:pPr>
      <w:r>
        <w:t xml:space="preserve">131.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आओ।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233)</w:t>
      </w:r>
    </w:p>
    <w:p w:rsidR="00C172D4" w:rsidRDefault="00C172D4" w:rsidP="00BB2135">
      <w:pPr>
        <w:pStyle w:val="libFootnote"/>
      </w:pPr>
      <w:r>
        <w:t>132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133. </w:t>
      </w:r>
      <w:r>
        <w:rPr>
          <w:rFonts w:hint="cs"/>
          <w:cs/>
          <w:lang w:bidi="hi-IN"/>
        </w:rPr>
        <w:t>हयाते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25</w:t>
      </w:r>
    </w:p>
    <w:p w:rsidR="00C172D4" w:rsidRDefault="00C172D4" w:rsidP="00BB2135">
      <w:pPr>
        <w:pStyle w:val="libFootnote"/>
      </w:pPr>
      <w:r>
        <w:t xml:space="preserve">134. </w:t>
      </w:r>
      <w:r>
        <w:rPr>
          <w:rFonts w:hint="cs"/>
          <w:cs/>
          <w:lang w:bidi="hi-IN"/>
        </w:rPr>
        <w:t>तरबीयत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19</w:t>
      </w:r>
    </w:p>
    <w:p w:rsidR="00C172D4" w:rsidRDefault="00C172D4" w:rsidP="00BB2135">
      <w:pPr>
        <w:pStyle w:val="libFootnote"/>
      </w:pPr>
      <w:r>
        <w:t xml:space="preserve">135.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ख्याल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मनुष्ता</w:t>
      </w:r>
      <w:r>
        <w:t xml:space="preserve">, </w:t>
      </w:r>
      <w:r>
        <w:rPr>
          <w:rFonts w:hint="cs"/>
          <w:cs/>
          <w:lang w:bidi="hi-IN"/>
        </w:rPr>
        <w:t>शराफत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हमदर्दी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गीरी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शख्स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छोड़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t xml:space="preserve">, </w:t>
      </w:r>
      <w:r>
        <w:rPr>
          <w:rFonts w:hint="cs"/>
          <w:cs/>
          <w:lang w:bidi="hi-IN"/>
        </w:rPr>
        <w:t>आदाब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23)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</w:p>
    <w:p w:rsidR="00C172D4" w:rsidRDefault="00C172D4" w:rsidP="00BB2135">
      <w:pPr>
        <w:pStyle w:val="libFootnote"/>
      </w:pPr>
      <w:r>
        <w:t xml:space="preserve">136.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23)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t xml:space="preserve">, </w:t>
      </w:r>
      <w:r>
        <w:rPr>
          <w:rFonts w:hint="cs"/>
          <w:cs/>
          <w:lang w:bidi="hi-IN"/>
        </w:rPr>
        <w:t>दादा</w:t>
      </w:r>
      <w:r>
        <w:t xml:space="preserve">, </w:t>
      </w:r>
      <w:r>
        <w:rPr>
          <w:rFonts w:hint="cs"/>
          <w:cs/>
          <w:lang w:bidi="hi-IN"/>
        </w:rPr>
        <w:t>नाना</w:t>
      </w:r>
      <w:r>
        <w:t xml:space="preserve">, </w:t>
      </w:r>
      <w:r>
        <w:rPr>
          <w:rFonts w:hint="cs"/>
          <w:cs/>
          <w:lang w:bidi="hi-IN"/>
        </w:rPr>
        <w:t>पोता</w:t>
      </w:r>
      <w:r>
        <w:t xml:space="preserve">, </w:t>
      </w:r>
      <w:r>
        <w:rPr>
          <w:rFonts w:hint="cs"/>
          <w:cs/>
          <w:lang w:bidi="hi-IN"/>
        </w:rPr>
        <w:t>नवासा</w:t>
      </w:r>
      <w:r>
        <w:t xml:space="preserve">, </w:t>
      </w:r>
      <w:r>
        <w:rPr>
          <w:rFonts w:hint="cs"/>
          <w:cs/>
          <w:lang w:bidi="hi-IN"/>
        </w:rPr>
        <w:t>भाई</w:t>
      </w:r>
      <w:r>
        <w:t xml:space="preserve">, </w:t>
      </w:r>
      <w:r>
        <w:rPr>
          <w:rFonts w:hint="cs"/>
          <w:cs/>
          <w:lang w:bidi="hi-IN"/>
        </w:rPr>
        <w:t>चाचा</w:t>
      </w:r>
      <w:r>
        <w:t xml:space="preserve">, </w:t>
      </w:r>
      <w:r>
        <w:rPr>
          <w:rFonts w:hint="cs"/>
          <w:cs/>
          <w:lang w:bidi="hi-IN"/>
        </w:rPr>
        <w:t>मामूँ</w:t>
      </w:r>
      <w:r>
        <w:t xml:space="preserve">, </w:t>
      </w:r>
      <w:r>
        <w:rPr>
          <w:rFonts w:hint="cs"/>
          <w:cs/>
          <w:lang w:bidi="hi-IN"/>
        </w:rPr>
        <w:t>भतीजा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भानजा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>सूराऐ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अहज़ाब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50)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वर्णित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t xml:space="preserve">, </w:t>
      </w:r>
      <w:r>
        <w:rPr>
          <w:rFonts w:hint="cs"/>
          <w:cs/>
          <w:lang w:bidi="hi-IN"/>
        </w:rPr>
        <w:t>फूफी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t xml:space="preserve">, </w:t>
      </w:r>
      <w:r>
        <w:rPr>
          <w:rFonts w:hint="cs"/>
          <w:cs/>
          <w:lang w:bidi="hi-IN"/>
        </w:rPr>
        <w:lastRenderedPageBreak/>
        <w:t>मामूँ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t xml:space="preserve">, </w:t>
      </w:r>
      <w:r>
        <w:rPr>
          <w:rFonts w:hint="cs"/>
          <w:cs/>
          <w:lang w:bidi="hi-IN"/>
        </w:rPr>
        <w:t>खाला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बेटा</w:t>
      </w:r>
      <w:r>
        <w:t xml:space="preserve">,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t xml:space="preserve">137.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खूबीयाँ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बदलाव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217)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874)</w:t>
      </w:r>
    </w:p>
    <w:p w:rsidR="00C172D4" w:rsidRDefault="00C172D4" w:rsidP="00BB2135">
      <w:pPr>
        <w:pStyle w:val="libFootnote"/>
      </w:pPr>
      <w:r>
        <w:t xml:space="preserve">138. </w:t>
      </w:r>
      <w:r>
        <w:rPr>
          <w:rFonts w:hint="cs"/>
          <w:cs/>
          <w:lang w:bidi="hi-IN"/>
        </w:rPr>
        <w:t>रसूल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नुत्फे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मुनासिब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उचित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लाएक़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103)</w:t>
      </w:r>
    </w:p>
    <w:p w:rsidR="00C172D4" w:rsidRDefault="00C172D4" w:rsidP="00BB2135">
      <w:pPr>
        <w:pStyle w:val="libFootnote"/>
      </w:pPr>
      <w:r>
        <w:t xml:space="preserve">139.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अधिकार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83-84 </w:t>
      </w:r>
    </w:p>
    <w:p w:rsidR="00C172D4" w:rsidRDefault="00C172D4" w:rsidP="00BB2135">
      <w:pPr>
        <w:pStyle w:val="libFootnote"/>
      </w:pPr>
      <w:r>
        <w:t xml:space="preserve">140. </w:t>
      </w:r>
      <w:r>
        <w:rPr>
          <w:rFonts w:hint="cs"/>
          <w:cs/>
          <w:lang w:bidi="hi-IN"/>
        </w:rPr>
        <w:t>तिरमाज़ी</w:t>
      </w:r>
      <w:r>
        <w:t xml:space="preserve">, </w:t>
      </w:r>
      <w:r>
        <w:rPr>
          <w:rFonts w:hint="cs"/>
          <w:cs/>
          <w:lang w:bidi="hi-IN"/>
        </w:rPr>
        <w:t>निसाई</w:t>
      </w:r>
      <w:r>
        <w:t xml:space="preserve">,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21)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</w:p>
    <w:p w:rsidR="00C172D4" w:rsidRDefault="00C172D4" w:rsidP="00BB2135">
      <w:pPr>
        <w:pStyle w:val="libFootnote"/>
      </w:pPr>
      <w:r>
        <w:t xml:space="preserve">141.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107</w:t>
      </w:r>
    </w:p>
    <w:p w:rsidR="00C172D4" w:rsidRDefault="00C172D4" w:rsidP="00BB2135">
      <w:pPr>
        <w:pStyle w:val="libFootnote"/>
      </w:pPr>
      <w:r>
        <w:t xml:space="preserve">142.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115</w:t>
      </w:r>
    </w:p>
    <w:p w:rsidR="00C172D4" w:rsidRDefault="00C172D4" w:rsidP="00BB2135">
      <w:pPr>
        <w:pStyle w:val="libFootnote"/>
      </w:pPr>
      <w:r>
        <w:t xml:space="preserve">143. </w:t>
      </w:r>
      <w:r>
        <w:rPr>
          <w:rFonts w:hint="cs"/>
          <w:cs/>
          <w:lang w:bidi="hi-IN"/>
        </w:rPr>
        <w:t>कोक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शास्त्र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संस्कृत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वैशाख</w:t>
      </w:r>
      <w:r>
        <w:t xml:space="preserve">, </w:t>
      </w:r>
      <w:r>
        <w:rPr>
          <w:rFonts w:hint="cs"/>
          <w:cs/>
          <w:lang w:bidi="hi-IN"/>
        </w:rPr>
        <w:t>ज्येशठ</w:t>
      </w:r>
      <w:r>
        <w:t xml:space="preserve">, </w:t>
      </w:r>
      <w:r>
        <w:rPr>
          <w:rFonts w:hint="cs"/>
          <w:cs/>
          <w:lang w:bidi="hi-IN"/>
        </w:rPr>
        <w:t>आषाढ़</w:t>
      </w:r>
      <w:r>
        <w:t xml:space="preserve">, </w:t>
      </w:r>
      <w:r>
        <w:rPr>
          <w:rFonts w:hint="cs"/>
          <w:cs/>
          <w:lang w:bidi="hi-IN"/>
        </w:rPr>
        <w:t>श्रवण</w:t>
      </w:r>
      <w:r>
        <w:t xml:space="preserve">, </w:t>
      </w:r>
      <w:r>
        <w:rPr>
          <w:rFonts w:hint="cs"/>
          <w:cs/>
          <w:lang w:bidi="hi-IN"/>
        </w:rPr>
        <w:t>भादृपद</w:t>
      </w:r>
      <w:r>
        <w:t xml:space="preserve">, </w:t>
      </w:r>
      <w:r>
        <w:rPr>
          <w:rFonts w:hint="cs"/>
          <w:cs/>
          <w:lang w:bidi="hi-IN"/>
        </w:rPr>
        <w:t>आश्विन</w:t>
      </w:r>
      <w:r>
        <w:t xml:space="preserve">, </w:t>
      </w:r>
      <w:r>
        <w:rPr>
          <w:rFonts w:hint="cs"/>
          <w:cs/>
          <w:lang w:bidi="hi-IN"/>
        </w:rPr>
        <w:t>कार्तिक</w:t>
      </w:r>
      <w:r>
        <w:t xml:space="preserve">, </w:t>
      </w:r>
      <w:r>
        <w:rPr>
          <w:rFonts w:hint="cs"/>
          <w:cs/>
          <w:lang w:bidi="hi-IN"/>
        </w:rPr>
        <w:t>मार्ग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शीर्ष</w:t>
      </w:r>
      <w:r>
        <w:t xml:space="preserve">, </w:t>
      </w:r>
      <w:r>
        <w:rPr>
          <w:rFonts w:hint="cs"/>
          <w:cs/>
          <w:lang w:bidi="hi-IN"/>
        </w:rPr>
        <w:t>पौष</w:t>
      </w:r>
      <w:r>
        <w:t xml:space="preserve">, </w:t>
      </w:r>
      <w:r>
        <w:rPr>
          <w:rFonts w:hint="cs"/>
          <w:cs/>
          <w:lang w:bidi="hi-IN"/>
        </w:rPr>
        <w:t>माघ</w:t>
      </w:r>
      <w:r>
        <w:t xml:space="preserve">, </w:t>
      </w:r>
      <w:r>
        <w:rPr>
          <w:rFonts w:hint="cs"/>
          <w:cs/>
          <w:lang w:bidi="hi-IN"/>
        </w:rPr>
        <w:t>फाल्गुन</w:t>
      </w:r>
      <w:r>
        <w:t xml:space="preserve">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चैत्न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प्रभाव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144.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107</w:t>
      </w:r>
    </w:p>
    <w:p w:rsidR="00C172D4" w:rsidRDefault="00C172D4" w:rsidP="00BB2135">
      <w:pPr>
        <w:pStyle w:val="libFootnote"/>
      </w:pPr>
      <w:r>
        <w:t xml:space="preserve">145.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निकलता।</w:t>
      </w:r>
    </w:p>
    <w:p w:rsidR="00C172D4" w:rsidRDefault="00C172D4" w:rsidP="00BB2135">
      <w:pPr>
        <w:pStyle w:val="libFootnote"/>
      </w:pPr>
      <w:r>
        <w:t xml:space="preserve">146.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व्रश्चिक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ईसवी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कलैन्डर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बढ़ायें।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बाटें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बाटें।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जदी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29. </w:t>
      </w:r>
      <w:r>
        <w:rPr>
          <w:rFonts w:hint="cs"/>
          <w:cs/>
          <w:lang w:bidi="hi-IN"/>
        </w:rPr>
        <w:t>दलव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कुंभ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30, </w:t>
      </w:r>
      <w:r>
        <w:rPr>
          <w:rFonts w:hint="cs"/>
          <w:cs/>
          <w:lang w:bidi="hi-IN"/>
        </w:rPr>
        <w:t>हूत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30,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मेष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31, </w:t>
      </w:r>
      <w:r>
        <w:rPr>
          <w:rFonts w:hint="cs"/>
          <w:cs/>
          <w:lang w:bidi="hi-IN"/>
        </w:rPr>
        <w:t>सौर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वृष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31, </w:t>
      </w:r>
      <w:r>
        <w:rPr>
          <w:rFonts w:hint="cs"/>
          <w:cs/>
          <w:lang w:bidi="hi-IN"/>
        </w:rPr>
        <w:t>जौज़ा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मिथुन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32, </w:t>
      </w:r>
      <w:r>
        <w:rPr>
          <w:rFonts w:hint="cs"/>
          <w:cs/>
          <w:lang w:bidi="hi-IN"/>
        </w:rPr>
        <w:t>सर्तान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31,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सिंह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30, </w:t>
      </w:r>
      <w:r>
        <w:rPr>
          <w:rFonts w:hint="cs"/>
          <w:cs/>
          <w:lang w:bidi="hi-IN"/>
        </w:rPr>
        <w:t>संबुल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कन्या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31, </w:t>
      </w:r>
      <w:r>
        <w:rPr>
          <w:rFonts w:hint="cs"/>
          <w:cs/>
          <w:lang w:bidi="hi-IN"/>
        </w:rPr>
        <w:t>मीज़ान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तुला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30,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वृश्चिक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 xml:space="preserve">30,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क़ौस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धनु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t>29</w:t>
      </w:r>
      <w:r>
        <w:rPr>
          <w:rFonts w:hint="cs"/>
          <w:cs/>
          <w:lang w:bidi="hi-IN"/>
        </w:rPr>
        <w:t>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>
        <w:t>1993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 (</w:t>
      </w:r>
      <w:r>
        <w:t>28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t>1414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जनवरी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फरवरी</w:t>
      </w:r>
      <w:r>
        <w:rPr>
          <w:cs/>
          <w:lang w:bidi="hi-IN"/>
        </w:rPr>
        <w:t xml:space="preserve"> </w:t>
      </w:r>
      <w:r>
        <w:t xml:space="preserve">28+ </w:t>
      </w:r>
      <w:r>
        <w:rPr>
          <w:rFonts w:hint="cs"/>
          <w:cs/>
          <w:lang w:bidi="hi-IN"/>
        </w:rPr>
        <w:t>मार्च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अप्रैल</w:t>
      </w:r>
      <w:r>
        <w:rPr>
          <w:cs/>
          <w:lang w:bidi="hi-IN"/>
        </w:rPr>
        <w:t xml:space="preserve"> (</w:t>
      </w:r>
      <w:r>
        <w:t xml:space="preserve">30) + </w:t>
      </w:r>
      <w:r>
        <w:rPr>
          <w:rFonts w:hint="cs"/>
          <w:cs/>
          <w:lang w:bidi="hi-IN"/>
        </w:rPr>
        <w:t>मई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जून</w:t>
      </w:r>
      <w:r>
        <w:rPr>
          <w:cs/>
          <w:lang w:bidi="hi-IN"/>
        </w:rPr>
        <w:t xml:space="preserve"> (</w:t>
      </w:r>
      <w:r>
        <w:t xml:space="preserve">30) +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अगस्त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सितम्बर</w:t>
      </w:r>
      <w:r>
        <w:rPr>
          <w:cs/>
          <w:lang w:bidi="hi-IN"/>
        </w:rPr>
        <w:t xml:space="preserve"> (</w:t>
      </w:r>
      <w:r>
        <w:t xml:space="preserve">30) + </w:t>
      </w:r>
      <w:r>
        <w:rPr>
          <w:rFonts w:hint="cs"/>
          <w:cs/>
          <w:lang w:bidi="hi-IN"/>
        </w:rPr>
        <w:t>अक्तूबर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(</w:t>
      </w:r>
      <w:r>
        <w:t>14) = (318)</w:t>
      </w:r>
      <w:r w:rsidR="005F0C55"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इसमें</w:t>
      </w:r>
      <w:r>
        <w:rPr>
          <w:cs/>
          <w:lang w:bidi="hi-IN"/>
        </w:rPr>
        <w:t xml:space="preserve"> (</w:t>
      </w:r>
      <w:r>
        <w:t xml:space="preserve">10)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बढ़ाओ</w:t>
      </w:r>
      <w:r>
        <w:rPr>
          <w:cs/>
          <w:lang w:bidi="hi-IN"/>
        </w:rPr>
        <w:t xml:space="preserve"> (</w:t>
      </w:r>
      <w:r>
        <w:t>318) + (10) = (328)</w:t>
      </w:r>
      <w:r w:rsidR="005F0C55"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(</w:t>
      </w:r>
      <w:r>
        <w:t xml:space="preserve">328)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बाँटा</w:t>
      </w:r>
      <w:r>
        <w:t xml:space="preserve">, </w:t>
      </w:r>
      <w:r>
        <w:rPr>
          <w:rFonts w:hint="cs"/>
          <w:cs/>
          <w:lang w:bidi="hi-IN"/>
        </w:rPr>
        <w:t>जदी</w:t>
      </w:r>
      <w:r>
        <w:rPr>
          <w:cs/>
          <w:lang w:bidi="hi-IN"/>
        </w:rPr>
        <w:t xml:space="preserve"> (</w:t>
      </w:r>
      <w:r>
        <w:t xml:space="preserve">29) + </w:t>
      </w:r>
      <w:r>
        <w:rPr>
          <w:rFonts w:hint="cs"/>
          <w:cs/>
          <w:lang w:bidi="hi-IN"/>
        </w:rPr>
        <w:t>दलव</w:t>
      </w:r>
      <w:r>
        <w:rPr>
          <w:cs/>
          <w:lang w:bidi="hi-IN"/>
        </w:rPr>
        <w:t xml:space="preserve"> (</w:t>
      </w:r>
      <w:r>
        <w:t xml:space="preserve">30) + </w:t>
      </w:r>
      <w:r>
        <w:rPr>
          <w:rFonts w:hint="cs"/>
          <w:cs/>
          <w:lang w:bidi="hi-IN"/>
        </w:rPr>
        <w:t>हूत</w:t>
      </w:r>
      <w:r>
        <w:rPr>
          <w:cs/>
          <w:lang w:bidi="hi-IN"/>
        </w:rPr>
        <w:t xml:space="preserve"> (</w:t>
      </w:r>
      <w:r>
        <w:t xml:space="preserve">30) +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सौर</w:t>
      </w:r>
      <w:r>
        <w:rPr>
          <w:cs/>
          <w:lang w:bidi="hi-IN"/>
        </w:rPr>
        <w:t xml:space="preserve"> </w:t>
      </w:r>
      <w:r>
        <w:t xml:space="preserve">31+ </w:t>
      </w:r>
      <w:r>
        <w:rPr>
          <w:rFonts w:hint="cs"/>
          <w:cs/>
          <w:lang w:bidi="hi-IN"/>
        </w:rPr>
        <w:t>जौज़ा</w:t>
      </w:r>
      <w:r>
        <w:rPr>
          <w:cs/>
          <w:lang w:bidi="hi-IN"/>
        </w:rPr>
        <w:t xml:space="preserve"> (</w:t>
      </w:r>
      <w:r>
        <w:t xml:space="preserve">32) + </w:t>
      </w:r>
      <w:r>
        <w:rPr>
          <w:rFonts w:hint="cs"/>
          <w:cs/>
          <w:lang w:bidi="hi-IN"/>
        </w:rPr>
        <w:t>सर्तान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संबुलः</w:t>
      </w:r>
      <w:r>
        <w:rPr>
          <w:cs/>
          <w:lang w:bidi="hi-IN"/>
        </w:rPr>
        <w:t xml:space="preserve"> (</w:t>
      </w:r>
      <w:r>
        <w:t xml:space="preserve">31) + </w:t>
      </w:r>
      <w:r>
        <w:rPr>
          <w:rFonts w:hint="cs"/>
          <w:cs/>
          <w:lang w:bidi="hi-IN"/>
        </w:rPr>
        <w:t>मीज़ान</w:t>
      </w:r>
      <w:r>
        <w:rPr>
          <w:cs/>
          <w:lang w:bidi="hi-IN"/>
        </w:rPr>
        <w:t xml:space="preserve"> (</w:t>
      </w:r>
      <w:r>
        <w:t>30) = (306)</w:t>
      </w:r>
      <w:r w:rsidR="005F0C55"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(</w:t>
      </w:r>
      <w:r>
        <w:t xml:space="preserve">22)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(</w:t>
      </w:r>
      <w:r>
        <w:t>328 – (306) = 22)</w:t>
      </w:r>
      <w:r w:rsidR="005F0C55">
        <w:t xml:space="preserve"> </w:t>
      </w:r>
      <w:r>
        <w:rPr>
          <w:rFonts w:hint="cs"/>
          <w:cs/>
          <w:lang w:bidi="hi-IN"/>
        </w:rPr>
        <w:t>बचे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वृश्चिक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(</w:t>
      </w:r>
      <w:r>
        <w:t>28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>. (</w:t>
      </w:r>
      <w:r>
        <w:t xml:space="preserve">14)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t xml:space="preserve">13)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उसमें</w:t>
      </w:r>
      <w:r>
        <w:rPr>
          <w:cs/>
          <w:lang w:bidi="hi-IN"/>
        </w:rPr>
        <w:t xml:space="preserve"> (</w:t>
      </w:r>
      <w:r>
        <w:t xml:space="preserve">26)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t>30-30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राशि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(</w:t>
      </w:r>
      <w:r>
        <w:t xml:space="preserve">13)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गुणा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 w:rsidR="005F0C55">
        <w:rPr>
          <w:cs/>
          <w:lang w:bidi="hi-IN"/>
        </w:rPr>
        <w:t xml:space="preserve"> </w:t>
      </w:r>
      <w:r>
        <w:t>28*13=364, (26)</w:t>
      </w:r>
      <w:r w:rsidR="005F0C55"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t>364+26 = (39)</w:t>
      </w:r>
      <w:r w:rsidR="005F0C55">
        <w:t xml:space="preserve"> </w:t>
      </w:r>
      <w:r>
        <w:rPr>
          <w:rFonts w:hint="cs"/>
          <w:cs/>
          <w:lang w:bidi="hi-IN"/>
        </w:rPr>
        <w:t>अब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जिसमें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30-30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बाटने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कौस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जदी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दवल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हूत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हमल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सौर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जौज़ा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सर्तान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असद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संबुल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मीज़ान</w:t>
      </w:r>
      <w:r>
        <w:rPr>
          <w:cs/>
          <w:lang w:bidi="hi-IN"/>
        </w:rPr>
        <w:t xml:space="preserve"> </w:t>
      </w:r>
      <w:r>
        <w:t xml:space="preserve">30+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(</w:t>
      </w:r>
      <w:r>
        <w:t xml:space="preserve">30) = (390)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नवम्बर</w:t>
      </w:r>
      <w:r>
        <w:rPr>
          <w:cs/>
          <w:lang w:bidi="hi-IN"/>
        </w:rPr>
        <w:t xml:space="preserve"> (</w:t>
      </w:r>
      <w:r>
        <w:t xml:space="preserve">28) </w:t>
      </w:r>
      <w:r>
        <w:rPr>
          <w:rFonts w:hint="cs"/>
          <w:cs/>
          <w:lang w:bidi="hi-IN"/>
        </w:rPr>
        <w:t>जामादी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अव्वल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 w:rsidR="00C77782">
        <w:rPr>
          <w:rFonts w:hint="cs"/>
          <w:cs/>
          <w:lang w:bidi="hi-IN"/>
        </w:rPr>
        <w:t>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हुआ।</w:t>
      </w:r>
    </w:p>
    <w:p w:rsidR="00C172D4" w:rsidRDefault="00C77782" w:rsidP="00BB2135">
      <w:pPr>
        <w:pStyle w:val="libFootnote"/>
      </w:pPr>
      <w:r>
        <w:rPr>
          <w:rFonts w:hint="cs"/>
          <w:cs/>
          <w:lang w:bidi="hi-IN"/>
        </w:rPr>
        <w:t xml:space="preserve">क़ुर्आने करीम </w:t>
      </w:r>
      <w:r w:rsidR="00C172D4">
        <w:rPr>
          <w:rFonts w:hint="cs"/>
          <w:cs/>
          <w:lang w:bidi="hi-IN"/>
        </w:rPr>
        <w:t>में</w:t>
      </w:r>
      <w:r w:rsidR="00C172D4">
        <w:rPr>
          <w:cs/>
          <w:lang w:bidi="hi-IN"/>
        </w:rPr>
        <w:t xml:space="preserve"> </w:t>
      </w:r>
      <w:r w:rsidR="00C172D4"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चिराग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जगमगाता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बनाया।</w:t>
      </w:r>
      <w:r>
        <w:rPr>
          <w:cs/>
          <w:lang w:bidi="hi-IN"/>
        </w:rPr>
        <w:t xml:space="preserve"> (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फुर्क़ान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61)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आठवां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खबुर्ज़े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काशों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ढ़ाई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हजर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16)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घन्टे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अक्रब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लगभग</w:t>
      </w:r>
      <w:r>
        <w:rPr>
          <w:cs/>
          <w:lang w:bidi="hi-IN"/>
        </w:rPr>
        <w:t xml:space="preserve"> (</w:t>
      </w:r>
      <w:r>
        <w:t xml:space="preserve">25)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(</w:t>
      </w:r>
      <w:r>
        <w:t xml:space="preserve">10) </w:t>
      </w:r>
      <w:r>
        <w:rPr>
          <w:rFonts w:hint="cs"/>
          <w:cs/>
          <w:lang w:bidi="hi-IN"/>
        </w:rPr>
        <w:t>घंटे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वकफा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घंटा</w:t>
      </w:r>
      <w:r>
        <w:t xml:space="preserve">, </w:t>
      </w:r>
      <w:r>
        <w:rPr>
          <w:rFonts w:hint="cs"/>
          <w:cs/>
          <w:lang w:bidi="hi-IN"/>
        </w:rPr>
        <w:t>मिनट</w:t>
      </w:r>
      <w:r>
        <w:t xml:space="preserve">, </w:t>
      </w:r>
      <w:r>
        <w:rPr>
          <w:rFonts w:hint="cs"/>
          <w:cs/>
          <w:lang w:bidi="hi-IN"/>
        </w:rPr>
        <w:t>सेकेंड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ज्योतिष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नुजूम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t xml:space="preserve">, </w:t>
      </w:r>
      <w:r>
        <w:rPr>
          <w:rFonts w:hint="cs"/>
          <w:cs/>
          <w:lang w:bidi="hi-IN"/>
        </w:rPr>
        <w:t>उर्फ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दहलवी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29-30, 37-38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t xml:space="preserve">,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प्रिंटिंग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हीवेट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रोड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जनतरीयों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147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149.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107</w:t>
      </w:r>
    </w:p>
    <w:p w:rsidR="00C172D4" w:rsidRDefault="00C172D4" w:rsidP="00BB2135">
      <w:pPr>
        <w:pStyle w:val="libFootnote"/>
      </w:pPr>
      <w:r>
        <w:t xml:space="preserve">150.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107,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अक़्द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सुहावने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माहौल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इशारा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दीमागी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सुकून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lastRenderedPageBreak/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t xml:space="preserve">, </w:t>
      </w:r>
      <w:r>
        <w:rPr>
          <w:rFonts w:hint="cs"/>
          <w:cs/>
          <w:lang w:bidi="hi-IN"/>
        </w:rPr>
        <w:t>अल्लामा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जवादी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46, 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दुनियां</w:t>
      </w:r>
      <w:r>
        <w:rPr>
          <w:cs/>
          <w:lang w:bidi="hi-IN"/>
        </w:rPr>
        <w:t xml:space="preserve"> </w:t>
      </w:r>
      <w:r>
        <w:t xml:space="preserve">19, </w:t>
      </w:r>
      <w:r>
        <w:rPr>
          <w:rFonts w:hint="cs"/>
          <w:cs/>
          <w:lang w:bidi="hi-IN"/>
        </w:rPr>
        <w:t>कोहलन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टोला</w:t>
      </w:r>
      <w:r>
        <w:t xml:space="preserve">, </w:t>
      </w:r>
      <w:r>
        <w:rPr>
          <w:rFonts w:hint="cs"/>
          <w:cs/>
          <w:lang w:bidi="hi-IN"/>
        </w:rPr>
        <w:t>इलाहाबाद</w:t>
      </w:r>
      <w:r>
        <w:t>, 1983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>,</w:t>
      </w:r>
    </w:p>
    <w:p w:rsidR="00C172D4" w:rsidRDefault="00C172D4" w:rsidP="00BB2135">
      <w:pPr>
        <w:pStyle w:val="libFootnote"/>
      </w:pPr>
      <w:r>
        <w:t>151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152.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107</w:t>
      </w:r>
    </w:p>
    <w:p w:rsidR="00C172D4" w:rsidRDefault="00C172D4" w:rsidP="00BB2135">
      <w:pPr>
        <w:pStyle w:val="libFootnote"/>
      </w:pPr>
      <w:r>
        <w:t xml:space="preserve">153. </w:t>
      </w:r>
      <w:r>
        <w:rPr>
          <w:rFonts w:hint="cs"/>
          <w:cs/>
          <w:lang w:bidi="hi-IN"/>
        </w:rPr>
        <w:t>आधुनिक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एहतिजाज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दलील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ध्यान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सामान</w:t>
      </w:r>
      <w:r>
        <w:t xml:space="preserve">,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दहेज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154.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78,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189)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190)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155.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परवर्दिगार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t xml:space="preserve">,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इलाहा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इललल्लाह</w:t>
      </w:r>
      <w:r>
        <w:t xml:space="preserve">,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अलहमदो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t xml:space="preserve">,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सुबहान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सल्ले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ज़वविजनी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मिनल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लगाऐगा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बन्दे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देगा।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309)</w:t>
      </w:r>
    </w:p>
    <w:p w:rsidR="00C172D4" w:rsidRDefault="00C172D4" w:rsidP="00BB2135">
      <w:pPr>
        <w:pStyle w:val="libFootnote"/>
      </w:pPr>
      <w:r>
        <w:lastRenderedPageBreak/>
        <w:t xml:space="preserve">156.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78,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ज़िन्दगी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190)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157. </w:t>
      </w:r>
      <w:r>
        <w:rPr>
          <w:rFonts w:hint="cs"/>
          <w:cs/>
          <w:lang w:bidi="hi-IN"/>
        </w:rPr>
        <w:t>तोहफत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428</w:t>
      </w:r>
    </w:p>
    <w:p w:rsidR="00C172D4" w:rsidRDefault="00C172D4" w:rsidP="00BB2135">
      <w:pPr>
        <w:pStyle w:val="libFootnote"/>
      </w:pPr>
      <w:r>
        <w:t>158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159.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निसाअ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(4)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24</w:t>
      </w:r>
    </w:p>
    <w:p w:rsidR="00C172D4" w:rsidRDefault="00C172D4" w:rsidP="00BB2135">
      <w:pPr>
        <w:pStyle w:val="libFootnote"/>
      </w:pPr>
      <w:r>
        <w:t xml:space="preserve">160.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खलीफ़ा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मामून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रशीद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फज़ल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309,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108, </w:t>
      </w:r>
      <w:r>
        <w:rPr>
          <w:rFonts w:hint="cs"/>
          <w:cs/>
          <w:lang w:bidi="hi-IN"/>
        </w:rPr>
        <w:t>तोहफत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424, 425, </w:t>
      </w:r>
      <w:r>
        <w:rPr>
          <w:rFonts w:hint="cs"/>
          <w:cs/>
          <w:lang w:bidi="hi-IN"/>
        </w:rPr>
        <w:t>चौदह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सितारे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नजमुल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करारवी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382, </w:t>
      </w:r>
      <w:r>
        <w:rPr>
          <w:rFonts w:hint="cs"/>
          <w:cs/>
          <w:lang w:bidi="hi-IN"/>
        </w:rPr>
        <w:t>शीआ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ऐजन्सी</w:t>
      </w:r>
      <w:r>
        <w:t xml:space="preserve">, </w:t>
      </w:r>
      <w:r>
        <w:rPr>
          <w:rFonts w:hint="cs"/>
          <w:cs/>
          <w:lang w:bidi="hi-IN"/>
        </w:rPr>
        <w:t>इन्साफ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लाहौर</w:t>
      </w:r>
      <w:r>
        <w:t>, 1974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विद्धानों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 xml:space="preserve">161.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फुरक़ान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54</w:t>
      </w:r>
    </w:p>
    <w:p w:rsidR="00C172D4" w:rsidRDefault="00C172D4" w:rsidP="00BB2135">
      <w:pPr>
        <w:pStyle w:val="libFootnote"/>
      </w:pPr>
      <w:r>
        <w:t xml:space="preserve">162.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107</w:t>
      </w:r>
    </w:p>
    <w:p w:rsidR="00C172D4" w:rsidRDefault="00C172D4" w:rsidP="00BB2135">
      <w:pPr>
        <w:pStyle w:val="libFootnote"/>
      </w:pPr>
      <w:r>
        <w:t xml:space="preserve">163.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रूखसत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खच्चर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अशहब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बिरंग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टुकड़ो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फारसी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फातिमः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हुक्म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रवाना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मीकाईल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उन्होंने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विदाई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भेजा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जिबरईल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मीकाईल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रूखसती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विदाई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113)</w:t>
      </w:r>
    </w:p>
    <w:p w:rsidR="00C172D4" w:rsidRDefault="00C172D4" w:rsidP="00BB2135">
      <w:pPr>
        <w:pStyle w:val="libFootnote"/>
      </w:pPr>
      <w:r>
        <w:lastRenderedPageBreak/>
        <w:t>164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165.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117</w:t>
      </w:r>
    </w:p>
    <w:p w:rsidR="00C172D4" w:rsidRDefault="00C172D4" w:rsidP="00BB2135">
      <w:pPr>
        <w:pStyle w:val="libFootnote"/>
      </w:pPr>
      <w:r>
        <w:t xml:space="preserve">166.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116,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312</w:t>
      </w:r>
    </w:p>
    <w:p w:rsidR="00C172D4" w:rsidRDefault="00C172D4" w:rsidP="00BB2135">
      <w:pPr>
        <w:pStyle w:val="libFootnote"/>
      </w:pPr>
      <w:r>
        <w:t xml:space="preserve">167.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139</w:t>
      </w:r>
    </w:p>
    <w:p w:rsidR="00C172D4" w:rsidRDefault="00C172D4" w:rsidP="00BB2135">
      <w:pPr>
        <w:pStyle w:val="libFootnote"/>
      </w:pPr>
      <w:r>
        <w:t xml:space="preserve">168.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अधिकतर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धुलाते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......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समझकर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धुलायें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लाभ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अन्दाज़ः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लगायें।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169.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...... </w:t>
      </w:r>
      <w:r>
        <w:rPr>
          <w:rFonts w:hint="cs"/>
          <w:cs/>
          <w:lang w:bidi="hi-IN"/>
        </w:rPr>
        <w:t>दहेज</w:t>
      </w:r>
      <w:r>
        <w:t xml:space="preserve">,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पसन्दीदः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....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खटपट</w:t>
      </w:r>
      <w:r>
        <w:t xml:space="preserve">,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जीवन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व्यतीत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t xml:space="preserve">, </w:t>
      </w:r>
      <w:r>
        <w:rPr>
          <w:rFonts w:hint="cs"/>
          <w:cs/>
          <w:lang w:bidi="hi-IN"/>
        </w:rPr>
        <w:t>दहेज</w:t>
      </w:r>
      <w:r>
        <w:t xml:space="preserve">,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चयन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वुजूद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t xml:space="preserve">,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कर्तव्य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170.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खामोशी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आँचल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रकअत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पढ़ो</w:t>
      </w:r>
      <w:r>
        <w:rPr>
          <w:cs/>
          <w:lang w:bidi="hi-IN"/>
        </w:rPr>
        <w:t xml:space="preserve">..... </w:t>
      </w:r>
      <w:r>
        <w:rPr>
          <w:rFonts w:hint="cs"/>
          <w:cs/>
          <w:lang w:bidi="hi-IN"/>
        </w:rPr>
        <w:t>मुमकिन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मज़हबी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धीरे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बाक़िर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दूल्हा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बरकत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बुनियादी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lastRenderedPageBreak/>
        <w:t xml:space="preserve">171.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116)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मुत्तक़ीन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313</w:t>
      </w:r>
    </w:p>
    <w:p w:rsidR="00C172D4" w:rsidRDefault="00C172D4" w:rsidP="00BB2135">
      <w:pPr>
        <w:pStyle w:val="libFootnote"/>
      </w:pPr>
      <w:r>
        <w:t>172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175.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118</w:t>
      </w:r>
    </w:p>
    <w:p w:rsidR="00C172D4" w:rsidRDefault="00C172D4" w:rsidP="00BB2135">
      <w:pPr>
        <w:pStyle w:val="libFootnote"/>
      </w:pPr>
      <w:r>
        <w:t xml:space="preserve">176.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60,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t xml:space="preserve">, </w:t>
      </w:r>
      <w:r>
        <w:rPr>
          <w:rFonts w:hint="cs"/>
          <w:cs/>
          <w:lang w:bidi="hi-IN"/>
        </w:rPr>
        <w:t>सुनन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तिरमीज़ी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t xml:space="preserve">,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इज़दवाज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उरूज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कादरी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9, </w:t>
      </w:r>
      <w:r>
        <w:rPr>
          <w:rFonts w:hint="cs"/>
          <w:cs/>
          <w:lang w:bidi="hi-IN"/>
        </w:rPr>
        <w:t>इदारः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शहादत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t xml:space="preserve">,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rPr>
          <w:cs/>
          <w:lang w:bidi="hi-IN"/>
        </w:rPr>
        <w:t xml:space="preserve"> </w:t>
      </w:r>
      <w:r>
        <w:t>1986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.)</w:t>
      </w:r>
    </w:p>
    <w:p w:rsidR="00C172D4" w:rsidRDefault="00C172D4" w:rsidP="00BB2135">
      <w:pPr>
        <w:pStyle w:val="libFootnote"/>
      </w:pPr>
      <w:r>
        <w:t>177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178.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118. </w:t>
      </w:r>
    </w:p>
    <w:p w:rsidR="00C172D4" w:rsidRDefault="00C172D4" w:rsidP="00BB2135">
      <w:pPr>
        <w:pStyle w:val="libFootnote"/>
      </w:pPr>
      <w:r>
        <w:t xml:space="preserve">179.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पैग़मबर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जनाबे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फातिमः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ज़हरा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मगाया</w:t>
      </w:r>
      <w:r>
        <w:t xml:space="preserve">,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अल्लाहुम्मा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फीहेमा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लहोमा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बेनाए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हेमा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सऊद</w:t>
      </w:r>
      <w:r>
        <w:t xml:space="preserve">, </w:t>
      </w:r>
      <w:r>
        <w:rPr>
          <w:rFonts w:hint="cs"/>
          <w:cs/>
          <w:lang w:bidi="hi-IN"/>
        </w:rPr>
        <w:t>तिबरानी</w:t>
      </w:r>
      <w:r>
        <w:t xml:space="preserve">, </w:t>
      </w:r>
      <w:r>
        <w:rPr>
          <w:rFonts w:hint="cs"/>
          <w:cs/>
          <w:lang w:bidi="hi-IN"/>
        </w:rPr>
        <w:t>इब्ने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असाकर</w:t>
      </w:r>
      <w:r>
        <w:t xml:space="preserve">, </w:t>
      </w:r>
      <w:r>
        <w:rPr>
          <w:rFonts w:hint="cs"/>
          <w:cs/>
          <w:lang w:bidi="hi-IN"/>
        </w:rPr>
        <w:t>आदाबे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t>181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182.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107)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114</w:t>
      </w:r>
    </w:p>
    <w:p w:rsidR="00C172D4" w:rsidRDefault="00C172D4" w:rsidP="00BB2135">
      <w:pPr>
        <w:pStyle w:val="libFootnote"/>
      </w:pPr>
      <w:r>
        <w:t>182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183.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क्रमशः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283)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386</w:t>
      </w:r>
    </w:p>
    <w:p w:rsidR="00C172D4" w:rsidRDefault="00C172D4" w:rsidP="00BB2135">
      <w:pPr>
        <w:pStyle w:val="libFootnote"/>
      </w:pPr>
      <w:r>
        <w:t xml:space="preserve">184.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61)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15</w:t>
      </w:r>
    </w:p>
    <w:p w:rsidR="00C172D4" w:rsidRDefault="00C172D4" w:rsidP="00BB2135">
      <w:pPr>
        <w:pStyle w:val="libFootnote"/>
      </w:pPr>
      <w:r>
        <w:t xml:space="preserve">185.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तीसवीं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शुरू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57) </w:t>
      </w:r>
      <w:r>
        <w:rPr>
          <w:rFonts w:hint="cs"/>
          <w:cs/>
          <w:lang w:bidi="hi-IN"/>
        </w:rPr>
        <w:t>आकाए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90-91.</w:t>
      </w:r>
    </w:p>
    <w:p w:rsidR="00C172D4" w:rsidRDefault="00C172D4" w:rsidP="00BB2135">
      <w:pPr>
        <w:pStyle w:val="libFootnote"/>
      </w:pPr>
      <w:r>
        <w:lastRenderedPageBreak/>
        <w:t>186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187.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222)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हाशिया</w:t>
      </w:r>
    </w:p>
    <w:p w:rsidR="00C172D4" w:rsidRDefault="00C172D4" w:rsidP="00BB2135">
      <w:pPr>
        <w:pStyle w:val="libFootnote"/>
      </w:pPr>
      <w:r>
        <w:t xml:space="preserve">188.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64</w:t>
      </w:r>
    </w:p>
    <w:p w:rsidR="00C172D4" w:rsidRDefault="00C172D4" w:rsidP="00BB2135">
      <w:pPr>
        <w:pStyle w:val="libFootnote"/>
      </w:pPr>
      <w:r>
        <w:t xml:space="preserve">189.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छेड़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छाड़</w:t>
      </w:r>
      <w:r>
        <w:t xml:space="preserve">, </w:t>
      </w:r>
      <w:r>
        <w:rPr>
          <w:rFonts w:hint="cs"/>
          <w:cs/>
          <w:lang w:bidi="hi-IN"/>
        </w:rPr>
        <w:t>चुमा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चाटी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t xml:space="preserve">,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58)</w:t>
      </w:r>
    </w:p>
    <w:p w:rsidR="00C172D4" w:rsidRDefault="00C172D4" w:rsidP="00BB2135">
      <w:pPr>
        <w:pStyle w:val="libFootnote"/>
      </w:pPr>
      <w:r>
        <w:t xml:space="preserve">190.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बाँटा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अठठारह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फकीर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साढे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अठठारह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तीसरे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पाँचवे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साढ़े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पड़ेगें।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79)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50)</w:t>
      </w:r>
    </w:p>
    <w:p w:rsidR="00C172D4" w:rsidRDefault="00C172D4" w:rsidP="00BB2135">
      <w:pPr>
        <w:pStyle w:val="libFootnote"/>
      </w:pPr>
      <w:r>
        <w:t xml:space="preserve">191. </w:t>
      </w:r>
      <w:r>
        <w:rPr>
          <w:rFonts w:hint="cs"/>
          <w:cs/>
          <w:lang w:bidi="hi-IN"/>
        </w:rPr>
        <w:t>शर्मगाह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अगरचे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दाखिल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प्रविष्ट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चूँकि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मक्रूह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79)</w:t>
      </w:r>
    </w:p>
    <w:p w:rsidR="00C172D4" w:rsidRDefault="00C172D4" w:rsidP="00BB2135">
      <w:pPr>
        <w:pStyle w:val="libFootnote"/>
      </w:pPr>
      <w:r>
        <w:lastRenderedPageBreak/>
        <w:t xml:space="preserve">192. </w:t>
      </w:r>
      <w:r>
        <w:rPr>
          <w:rFonts w:hint="cs"/>
          <w:cs/>
          <w:lang w:bidi="hi-IN"/>
        </w:rPr>
        <w:t>मसनद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t xml:space="preserve">, 444/2, 479,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दाऊद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t xml:space="preserve">,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जेमाअ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t xml:space="preserve">,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t xml:space="preserve">, </w:t>
      </w:r>
      <w:r>
        <w:rPr>
          <w:rFonts w:hint="cs"/>
          <w:cs/>
          <w:lang w:bidi="hi-IN"/>
        </w:rPr>
        <w:t>सुल्तान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28-29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एण्ड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पब्लीकेशन्स</w:t>
      </w:r>
      <w:r>
        <w:t xml:space="preserve">,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t>, 1991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193. </w:t>
      </w:r>
      <w:r>
        <w:rPr>
          <w:rFonts w:hint="cs"/>
          <w:cs/>
          <w:lang w:bidi="hi-IN"/>
        </w:rPr>
        <w:t>तिरमिज़ी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</w:t>
      </w:r>
      <w:r>
        <w:t xml:space="preserve">1, </w:t>
      </w:r>
      <w:r>
        <w:rPr>
          <w:rFonts w:hint="cs"/>
          <w:cs/>
          <w:lang w:bidi="hi-IN"/>
        </w:rPr>
        <w:t>अबवाब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रिज़ाअ</w:t>
      </w:r>
      <w:r>
        <w:t xml:space="preserve">,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>. (</w:t>
      </w:r>
      <w:r>
        <w:t xml:space="preserve">250)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नक़्ल।</w:t>
      </w:r>
    </w:p>
    <w:p w:rsidR="00C172D4" w:rsidRDefault="00C172D4" w:rsidP="00BB2135">
      <w:pPr>
        <w:pStyle w:val="libFootnote"/>
      </w:pPr>
      <w:r>
        <w:t xml:space="preserve">194.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222</w:t>
      </w:r>
    </w:p>
    <w:p w:rsidR="00C172D4" w:rsidRDefault="00C172D4" w:rsidP="00BB2135">
      <w:pPr>
        <w:pStyle w:val="libFootnote"/>
      </w:pPr>
      <w:r>
        <w:t>195.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t xml:space="preserve">, </w:t>
      </w:r>
      <w:r>
        <w:rPr>
          <w:rFonts w:hint="cs"/>
          <w:cs/>
          <w:lang w:bidi="hi-IN"/>
        </w:rPr>
        <w:t>खुई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51)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80-81</w:t>
      </w:r>
    </w:p>
    <w:p w:rsidR="00C172D4" w:rsidRDefault="00C172D4" w:rsidP="00BB2135">
      <w:pPr>
        <w:pStyle w:val="libFootnote"/>
      </w:pPr>
      <w:r>
        <w:t xml:space="preserve">196.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58,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निफास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अहतियाते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मुसतहिब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अहकामे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चुका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कफ्फारः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आकाए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92)</w:t>
      </w:r>
    </w:p>
    <w:p w:rsidR="00C172D4" w:rsidRDefault="00C172D4" w:rsidP="00BB2135">
      <w:pPr>
        <w:pStyle w:val="libFootnote"/>
      </w:pPr>
      <w:r>
        <w:t xml:space="preserve">197.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खूई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172</w:t>
      </w:r>
    </w:p>
    <w:p w:rsidR="00C172D4" w:rsidRDefault="00C172D4" w:rsidP="00BB2135">
      <w:pPr>
        <w:pStyle w:val="libFootnote"/>
      </w:pPr>
      <w:r>
        <w:t xml:space="preserve">198.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187</w:t>
      </w:r>
    </w:p>
    <w:p w:rsidR="00C172D4" w:rsidRDefault="00C172D4" w:rsidP="00BB2135">
      <w:pPr>
        <w:pStyle w:val="libFootnote"/>
      </w:pPr>
      <w:r>
        <w:t>199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200.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190</w:t>
      </w:r>
    </w:p>
    <w:p w:rsidR="00C172D4" w:rsidRDefault="00C172D4" w:rsidP="00BB2135">
      <w:pPr>
        <w:pStyle w:val="libFootnote"/>
      </w:pPr>
      <w:r>
        <w:t xml:space="preserve">201.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t xml:space="preserve">,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मुताबिक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फतवाए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कासिम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खूई</w:t>
      </w:r>
      <w:r>
        <w:t xml:space="preserve">, </w:t>
      </w:r>
      <w:r>
        <w:rPr>
          <w:rFonts w:hint="cs"/>
          <w:cs/>
          <w:lang w:bidi="hi-IN"/>
        </w:rPr>
        <w:t>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खुमैनी</w:t>
      </w:r>
      <w:r>
        <w:t xml:space="preserve">, </w:t>
      </w:r>
      <w:r>
        <w:rPr>
          <w:rFonts w:hint="cs"/>
          <w:cs/>
          <w:lang w:bidi="hi-IN"/>
        </w:rPr>
        <w:t>अनुवादक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सैय्यद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सालेह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रिज़वी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39, </w:t>
      </w:r>
      <w:r>
        <w:rPr>
          <w:rFonts w:hint="cs"/>
          <w:cs/>
          <w:lang w:bidi="hi-IN"/>
        </w:rPr>
        <w:t>निज़ामी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t xml:space="preserve">, </w:t>
      </w:r>
      <w:r>
        <w:rPr>
          <w:rFonts w:hint="cs"/>
          <w:cs/>
          <w:lang w:bidi="hi-IN"/>
        </w:rPr>
        <w:t>लखनऊ</w:t>
      </w:r>
      <w:r>
        <w:t>, 1980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>.</w:t>
      </w:r>
      <w:r>
        <w:rPr>
          <w:rFonts w:hint="cs"/>
          <w:cs/>
          <w:lang w:bidi="hi-IN"/>
        </w:rPr>
        <w:t>।</w:t>
      </w:r>
    </w:p>
    <w:p w:rsidR="00C172D4" w:rsidRDefault="00C172D4" w:rsidP="00BB2135">
      <w:pPr>
        <w:pStyle w:val="libFootnote"/>
      </w:pPr>
      <w:r>
        <w:t xml:space="preserve">202.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तवाफ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203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204. </w:t>
      </w:r>
      <w:r>
        <w:rPr>
          <w:rFonts w:hint="cs"/>
          <w:cs/>
          <w:lang w:bidi="hi-IN"/>
        </w:rPr>
        <w:t>दस्तूर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82)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83</w:t>
      </w:r>
    </w:p>
    <w:p w:rsidR="00C172D4" w:rsidRDefault="00C172D4" w:rsidP="00BB2135">
      <w:pPr>
        <w:pStyle w:val="libFootnote"/>
      </w:pPr>
      <w:r>
        <w:t xml:space="preserve">205.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32)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>36</w:t>
      </w:r>
    </w:p>
    <w:p w:rsidR="00C172D4" w:rsidRDefault="00C172D4" w:rsidP="00BB2135">
      <w:pPr>
        <w:pStyle w:val="libFootnote"/>
      </w:pPr>
      <w:r>
        <w:lastRenderedPageBreak/>
        <w:t xml:space="preserve">206.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जाफ़र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बल्कि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थोड़ी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डूबता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t xml:space="preserve">,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वक़्तों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मुजनिब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मक्रूह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111)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313</w:t>
      </w:r>
    </w:p>
    <w:p w:rsidR="00C172D4" w:rsidRDefault="00C172D4" w:rsidP="00BB2135">
      <w:pPr>
        <w:pStyle w:val="libFootnote"/>
      </w:pPr>
      <w:r>
        <w:t xml:space="preserve">207.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115</w:t>
      </w:r>
    </w:p>
    <w:p w:rsidR="00C172D4" w:rsidRDefault="00C172D4" w:rsidP="00BB2135">
      <w:pPr>
        <w:pStyle w:val="libFootnote"/>
      </w:pPr>
      <w:r>
        <w:t xml:space="preserve">208.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चन्द्र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ग्रहण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हिदायतें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जैसे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t xml:space="preserve">, </w:t>
      </w:r>
      <w:r>
        <w:rPr>
          <w:rFonts w:hint="cs"/>
          <w:cs/>
          <w:lang w:bidi="hi-IN"/>
        </w:rPr>
        <w:t>जागती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आदि।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पड़ता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209.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108</w:t>
      </w:r>
    </w:p>
    <w:p w:rsidR="00C172D4" w:rsidRDefault="00C172D4" w:rsidP="00BB2135">
      <w:pPr>
        <w:pStyle w:val="libFootnote"/>
      </w:pPr>
      <w:r>
        <w:t xml:space="preserve">210.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109)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.)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313)</w:t>
      </w:r>
    </w:p>
    <w:p w:rsidR="00C172D4" w:rsidRDefault="00C172D4" w:rsidP="00BB2135">
      <w:pPr>
        <w:pStyle w:val="libFootnote"/>
      </w:pPr>
      <w:r>
        <w:t xml:space="preserve">211.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109</w:t>
      </w:r>
    </w:p>
    <w:p w:rsidR="00C172D4" w:rsidRDefault="00C172D4" w:rsidP="00BB2135">
      <w:pPr>
        <w:pStyle w:val="libFootnote"/>
      </w:pPr>
      <w:r>
        <w:t xml:space="preserve">212. </w:t>
      </w:r>
      <w:r>
        <w:rPr>
          <w:rFonts w:hint="cs"/>
          <w:cs/>
          <w:lang w:bidi="hi-IN"/>
        </w:rPr>
        <w:t>तोहफत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अवाम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430</w:t>
      </w:r>
    </w:p>
    <w:p w:rsidR="00C172D4" w:rsidRDefault="00C172D4" w:rsidP="00BB2135">
      <w:pPr>
        <w:pStyle w:val="libFootnote"/>
      </w:pPr>
      <w:r>
        <w:t xml:space="preserve">213.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113</w:t>
      </w:r>
    </w:p>
    <w:p w:rsidR="00C172D4" w:rsidRDefault="00C172D4" w:rsidP="00BB2135">
      <w:pPr>
        <w:pStyle w:val="libFootnote"/>
      </w:pPr>
      <w:r>
        <w:t xml:space="preserve">214.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जाफऱ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ख़ौफ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गूँगा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खौफ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अन्धा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109)</w:t>
      </w:r>
    </w:p>
    <w:p w:rsidR="00C172D4" w:rsidRDefault="00C172D4" w:rsidP="00BB2135">
      <w:pPr>
        <w:pStyle w:val="libFootnote"/>
      </w:pPr>
      <w:r>
        <w:lastRenderedPageBreak/>
        <w:t xml:space="preserve">215.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योनि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ओर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109)</w:t>
      </w:r>
    </w:p>
    <w:p w:rsidR="00C172D4" w:rsidRDefault="00C172D4" w:rsidP="00BB2135">
      <w:pPr>
        <w:pStyle w:val="libFootnote"/>
      </w:pPr>
      <w:r>
        <w:t xml:space="preserve">216.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217.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111-112</w:t>
      </w:r>
    </w:p>
    <w:p w:rsidR="00C172D4" w:rsidRDefault="00C172D4" w:rsidP="00BB2135">
      <w:pPr>
        <w:pStyle w:val="libFootnote"/>
      </w:pPr>
      <w:r>
        <w:t>218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219. </w:t>
      </w:r>
      <w:r>
        <w:rPr>
          <w:rFonts w:hint="cs"/>
          <w:cs/>
          <w:lang w:bidi="hi-IN"/>
        </w:rPr>
        <w:t>वही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110,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(</w:t>
      </w:r>
      <w:r>
        <w:t xml:space="preserve">313) – (314)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कनीज़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लौड़ी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ऐसी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110)</w:t>
      </w:r>
    </w:p>
    <w:p w:rsidR="00C172D4" w:rsidRDefault="00C172D4" w:rsidP="00BB2135">
      <w:pPr>
        <w:pStyle w:val="libFootnote"/>
      </w:pPr>
      <w:r>
        <w:t>220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222.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 w:rsidR="005F0C55">
        <w:rPr>
          <w:cs/>
          <w:lang w:bidi="hi-IN"/>
        </w:rPr>
        <w:t xml:space="preserve"> </w:t>
      </w:r>
      <w:r>
        <w:t>110, 115</w:t>
      </w:r>
    </w:p>
    <w:p w:rsidR="00C172D4" w:rsidRDefault="00C172D4" w:rsidP="00BB2135">
      <w:pPr>
        <w:pStyle w:val="libFootnote"/>
      </w:pPr>
      <w:r>
        <w:t xml:space="preserve">223.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38</w:t>
      </w:r>
    </w:p>
    <w:p w:rsidR="00C172D4" w:rsidRDefault="00C172D4" w:rsidP="00BB2135">
      <w:pPr>
        <w:pStyle w:val="libFootnote"/>
      </w:pPr>
      <w:r>
        <w:t>224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225.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115-116, 110-111 </w:t>
      </w:r>
    </w:p>
    <w:p w:rsidR="00C172D4" w:rsidRDefault="00C172D4" w:rsidP="00BB2135">
      <w:pPr>
        <w:pStyle w:val="libFootnote"/>
      </w:pPr>
      <w:r>
        <w:t xml:space="preserve">226. </w:t>
      </w:r>
      <w:r>
        <w:rPr>
          <w:rFonts w:hint="cs"/>
          <w:cs/>
          <w:lang w:bidi="hi-IN"/>
        </w:rPr>
        <w:t>कानून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</w:t>
      </w:r>
    </w:p>
    <w:p w:rsidR="00C172D4" w:rsidRDefault="00C172D4" w:rsidP="00BB2135">
      <w:pPr>
        <w:pStyle w:val="libFootnote"/>
      </w:pPr>
      <w:r>
        <w:t xml:space="preserve">227.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112-113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तोहफः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141</w:t>
      </w:r>
    </w:p>
    <w:p w:rsidR="00C172D4" w:rsidRDefault="00C172D4" w:rsidP="00BB2135">
      <w:pPr>
        <w:pStyle w:val="libFootnote"/>
      </w:pPr>
      <w:r>
        <w:t>228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229.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114)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109)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314</w:t>
      </w:r>
    </w:p>
    <w:p w:rsidR="00C172D4" w:rsidRDefault="00C172D4" w:rsidP="00BB2135">
      <w:pPr>
        <w:pStyle w:val="libFootnote"/>
      </w:pPr>
      <w:r>
        <w:t xml:space="preserve">230.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C172D4" w:rsidRDefault="00C172D4" w:rsidP="00BB2135">
      <w:pPr>
        <w:pStyle w:val="libFootnote"/>
      </w:pPr>
      <w:r>
        <w:lastRenderedPageBreak/>
        <w:t>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ब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अनुभव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कैसा।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स्नानग्रह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हर्ज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109)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110)</w:t>
      </w:r>
    </w:p>
    <w:p w:rsidR="00C172D4" w:rsidRDefault="00C172D4" w:rsidP="00BB2135">
      <w:pPr>
        <w:pStyle w:val="libFootnote"/>
      </w:pPr>
      <w:r>
        <w:t xml:space="preserve">231.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110</w:t>
      </w:r>
    </w:p>
    <w:p w:rsidR="00C172D4" w:rsidRDefault="00C172D4" w:rsidP="00BB2135">
      <w:pPr>
        <w:pStyle w:val="libFootnote"/>
      </w:pPr>
      <w:r>
        <w:t xml:space="preserve">232.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गुलपाएगानी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391)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कालिस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विवाहित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तौज़ीह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287)</w:t>
      </w:r>
    </w:p>
    <w:p w:rsidR="00C172D4" w:rsidRDefault="00C172D4" w:rsidP="00BB2135">
      <w:pPr>
        <w:pStyle w:val="libFootnote"/>
      </w:pPr>
      <w:r>
        <w:t xml:space="preserve">233.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122</w:t>
      </w:r>
    </w:p>
    <w:p w:rsidR="00C172D4" w:rsidRDefault="00C172D4" w:rsidP="00BB2135">
      <w:pPr>
        <w:pStyle w:val="libFootnote"/>
      </w:pPr>
      <w:r>
        <w:t>234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235.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>-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38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वस्साफफात</w:t>
      </w:r>
      <w:r>
        <w:t xml:space="preserve">,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100) </w:t>
      </w:r>
    </w:p>
    <w:p w:rsidR="00C172D4" w:rsidRDefault="00C172D4" w:rsidP="00BB2135">
      <w:pPr>
        <w:pStyle w:val="libFootnote"/>
      </w:pPr>
      <w:r>
        <w:t xml:space="preserve">236. </w:t>
      </w:r>
      <w:r>
        <w:rPr>
          <w:rFonts w:hint="cs"/>
          <w:cs/>
          <w:lang w:bidi="hi-IN"/>
        </w:rPr>
        <w:t>तोहफ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अहमदया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139</w:t>
      </w:r>
    </w:p>
    <w:p w:rsidR="00C172D4" w:rsidRDefault="00C172D4" w:rsidP="00BB2135">
      <w:pPr>
        <w:pStyle w:val="libFootnote"/>
      </w:pPr>
      <w:r>
        <w:t xml:space="preserve">237.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विशेषज्ञों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माहिरीन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जिनसीयात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भड़काने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हस्सास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संवेदन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सहलाने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मसलने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जल्दी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cs/>
          <w:lang w:bidi="hi-IN"/>
        </w:rPr>
        <w:tab/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मर्दानगी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उठाता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पहुँचता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स्वाद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वीर्यपात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हमेशा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चाँद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तारीखों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संवदेन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हस्सास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चार्ट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तैय्यार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8"/>
        <w:gridCol w:w="4788"/>
      </w:tblGrid>
      <w:tr w:rsidR="00C172D4" w:rsidRPr="007B5CD3" w:rsidTr="00C172D4">
        <w:tc>
          <w:tcPr>
            <w:tcW w:w="4788" w:type="dxa"/>
            <w:shd w:val="clear" w:color="auto" w:fill="auto"/>
          </w:tcPr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बायें तरफ</w:t>
            </w:r>
          </w:p>
        </w:tc>
        <w:tc>
          <w:tcPr>
            <w:tcW w:w="4788" w:type="dxa"/>
            <w:shd w:val="clear" w:color="auto" w:fill="auto"/>
          </w:tcPr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दायें तरफ</w:t>
            </w:r>
          </w:p>
        </w:tc>
      </w:tr>
      <w:tr w:rsidR="00C172D4" w:rsidRPr="007B5CD3" w:rsidTr="00C172D4">
        <w:tc>
          <w:tcPr>
            <w:tcW w:w="4788" w:type="dxa"/>
            <w:shd w:val="clear" w:color="auto" w:fill="auto"/>
          </w:tcPr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तारीख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अंग</w:t>
            </w:r>
          </w:p>
        </w:tc>
        <w:tc>
          <w:tcPr>
            <w:tcW w:w="4788" w:type="dxa"/>
            <w:shd w:val="clear" w:color="auto" w:fill="auto"/>
          </w:tcPr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तारीख</w:t>
            </w:r>
            <w:r w:rsidR="00C77782">
              <w:rPr>
                <w:rFonts w:hint="cs"/>
                <w:cs/>
                <w:lang w:bidi="hi-IN"/>
              </w:rPr>
              <w:t xml:space="preserve">  </w:t>
            </w:r>
            <w:r w:rsidRPr="007B5CD3">
              <w:rPr>
                <w:rFonts w:hint="cs"/>
                <w:cs/>
                <w:lang w:bidi="hi-IN"/>
              </w:rPr>
              <w:t>अंग</w:t>
            </w:r>
          </w:p>
        </w:tc>
      </w:tr>
      <w:tr w:rsidR="00C172D4" w:rsidRPr="007B5CD3" w:rsidTr="00C172D4">
        <w:tc>
          <w:tcPr>
            <w:tcW w:w="4788" w:type="dxa"/>
            <w:shd w:val="clear" w:color="auto" w:fill="auto"/>
          </w:tcPr>
          <w:p w:rsidR="00C172D4" w:rsidRPr="007B5CD3" w:rsidRDefault="00C77782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पांवों का अंगूठा</w:t>
            </w:r>
          </w:p>
          <w:p w:rsidR="00C172D4" w:rsidRPr="007B5CD3" w:rsidRDefault="00C77782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 xml:space="preserve">तलवे (कफे पा) </w:t>
            </w:r>
          </w:p>
          <w:p w:rsidR="00C172D4" w:rsidRPr="007B5CD3" w:rsidRDefault="00C77782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पिंडिली</w:t>
            </w:r>
          </w:p>
          <w:p w:rsidR="00C172D4" w:rsidRPr="007B5CD3" w:rsidRDefault="00C77782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घुटने के नीचे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9.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छाती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5.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रान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10.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गर्दन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11.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होंठ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12.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चेहरा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13.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कान के नीचे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14.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 xml:space="preserve">पेशानी (माथा) 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15.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सर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lastRenderedPageBreak/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16.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सर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17.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पेशानी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18.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कान के नीचे</w:t>
            </w:r>
          </w:p>
          <w:p w:rsidR="00C172D4" w:rsidRPr="007B5CD3" w:rsidRDefault="005F0C55" w:rsidP="00BB2135">
            <w:pPr>
              <w:pStyle w:val="libFootnote"/>
              <w:rPr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19.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चेहरा</w:t>
            </w:r>
          </w:p>
          <w:p w:rsidR="00C172D4" w:rsidRPr="007B5CD3" w:rsidRDefault="005F0C55" w:rsidP="00BB2135">
            <w:pPr>
              <w:pStyle w:val="libFootnote"/>
              <w:rPr>
                <w:cs/>
                <w:lang w:bidi="hi-IN"/>
              </w:rPr>
            </w:pPr>
            <w:r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20.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="00C172D4" w:rsidRPr="007B5CD3">
              <w:rPr>
                <w:rFonts w:hint="cs"/>
                <w:cs/>
                <w:lang w:bidi="hi-IN"/>
              </w:rPr>
              <w:t>मुँह और होंठ</w:t>
            </w:r>
          </w:p>
        </w:tc>
        <w:tc>
          <w:tcPr>
            <w:tcW w:w="4788" w:type="dxa"/>
            <w:shd w:val="clear" w:color="auto" w:fill="auto"/>
          </w:tcPr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6.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कमर 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7.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योनि (शर्गगाह)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8.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नाफ़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21.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होंठ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10.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गर्दन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22.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होंठ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23.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नाफ 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24.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योनि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25.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कमर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26.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रान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27.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घुटने के नीचे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28.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>पींड़ली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29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तलवे</w:t>
            </w:r>
          </w:p>
          <w:p w:rsidR="00C172D4" w:rsidRPr="007B5CD3" w:rsidRDefault="00C172D4" w:rsidP="00BB2135">
            <w:pPr>
              <w:pStyle w:val="libFootnote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30.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अंगूठा</w:t>
            </w:r>
          </w:p>
          <w:p w:rsidR="00C172D4" w:rsidRPr="007B5CD3" w:rsidRDefault="00C172D4" w:rsidP="00BB2135">
            <w:pPr>
              <w:pStyle w:val="libFootnote"/>
              <w:rPr>
                <w:cs/>
                <w:lang w:bidi="hi-IN"/>
              </w:rPr>
            </w:pPr>
          </w:p>
        </w:tc>
      </w:tr>
    </w:tbl>
    <w:p w:rsidR="00C172D4" w:rsidRDefault="00C172D4" w:rsidP="00BB2135">
      <w:pPr>
        <w:pStyle w:val="libFootnote"/>
      </w:pP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कानूने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मुबाशिरत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33-34)</w:t>
      </w:r>
    </w:p>
    <w:p w:rsidR="00C172D4" w:rsidRDefault="00C172D4" w:rsidP="00BB2135">
      <w:pPr>
        <w:pStyle w:val="libFootnote"/>
      </w:pPr>
      <w:r>
        <w:t xml:space="preserve">238.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हल्के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गर्भावती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एअराफ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186)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या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187)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लिपट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चिमट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वस्त्र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बदन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शरीर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चिमटा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अतिरिक्त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छिपा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लिबास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 xml:space="preserve">239.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44</w:t>
      </w:r>
    </w:p>
    <w:p w:rsidR="00C172D4" w:rsidRDefault="00C172D4" w:rsidP="00BB2135">
      <w:pPr>
        <w:pStyle w:val="libFootnote"/>
      </w:pPr>
      <w:r>
        <w:t>240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243.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एअराफ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189,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नज्म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45-46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कयामत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(37)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58-59</w:t>
      </w:r>
    </w:p>
    <w:p w:rsidR="00C172D4" w:rsidRDefault="00C172D4" w:rsidP="00BB2135">
      <w:pPr>
        <w:pStyle w:val="libFootnote"/>
      </w:pPr>
      <w:r>
        <w:t xml:space="preserve">244.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</w:p>
    <w:p w:rsidR="00C172D4" w:rsidRDefault="00C172D4" w:rsidP="00BB2135">
      <w:pPr>
        <w:pStyle w:val="libFootnote"/>
      </w:pPr>
      <w:r>
        <w:lastRenderedPageBreak/>
        <w:t xml:space="preserve">245.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223</w:t>
      </w:r>
    </w:p>
    <w:p w:rsidR="00C172D4" w:rsidRDefault="00C172D4" w:rsidP="00BB2135">
      <w:pPr>
        <w:pStyle w:val="libFootnote"/>
      </w:pPr>
      <w:r>
        <w:t xml:space="preserve">246.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तकनीक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धैर्य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199, </w:t>
      </w:r>
      <w:r>
        <w:rPr>
          <w:rFonts w:hint="cs"/>
          <w:cs/>
          <w:lang w:bidi="hi-IN"/>
        </w:rPr>
        <w:t>शमअ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डिपो</w:t>
      </w:r>
      <w:r>
        <w:t xml:space="preserve">,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दिल्ली</w:t>
      </w:r>
      <w:r>
        <w:t xml:space="preserve">,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t xml:space="preserve">247.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112</w:t>
      </w:r>
    </w:p>
    <w:p w:rsidR="00C172D4" w:rsidRDefault="00C172D4" w:rsidP="00BB2135">
      <w:pPr>
        <w:pStyle w:val="libFootnote"/>
      </w:pPr>
      <w:r>
        <w:t xml:space="preserve">248. 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61</w:t>
      </w:r>
    </w:p>
    <w:p w:rsidR="00C172D4" w:rsidRDefault="00C172D4" w:rsidP="00BB2135">
      <w:pPr>
        <w:pStyle w:val="libFootnote"/>
      </w:pPr>
      <w:r>
        <w:t xml:space="preserve">249. </w:t>
      </w:r>
      <w:r>
        <w:rPr>
          <w:rFonts w:hint="cs"/>
          <w:cs/>
          <w:lang w:bidi="hi-IN"/>
        </w:rPr>
        <w:t>वर्तमान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सुहाग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नवेली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दुल्हन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रूप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नामर्द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नपुन्सक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विभिन्न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फैसला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t xml:space="preserve">250.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बुखारी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ग़ुस्ल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20)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नक़्ल</w:t>
      </w:r>
    </w:p>
    <w:p w:rsidR="00C172D4" w:rsidRDefault="00C172D4" w:rsidP="00BB2135">
      <w:pPr>
        <w:pStyle w:val="libFootnote"/>
      </w:pPr>
      <w:r>
        <w:t>251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252.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43)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माएदा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6</w:t>
      </w:r>
    </w:p>
    <w:p w:rsidR="00C172D4" w:rsidRDefault="00C172D4" w:rsidP="00BB2135">
      <w:pPr>
        <w:pStyle w:val="libFootnote"/>
      </w:pPr>
      <w:r>
        <w:t xml:space="preserve">253. </w:t>
      </w:r>
      <w:r>
        <w:rPr>
          <w:rFonts w:hint="cs"/>
          <w:cs/>
          <w:lang w:bidi="hi-IN"/>
        </w:rPr>
        <w:t>औराद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वज़ाएफ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मुत्तकीन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317</w:t>
      </w:r>
    </w:p>
    <w:p w:rsidR="00C172D4" w:rsidRDefault="00C172D4" w:rsidP="00BB2135">
      <w:pPr>
        <w:pStyle w:val="libFootnote"/>
      </w:pPr>
      <w:r>
        <w:t xml:space="preserve">254.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15</w:t>
      </w:r>
    </w:p>
    <w:p w:rsidR="00C172D4" w:rsidRDefault="00C172D4" w:rsidP="00BB2135">
      <w:pPr>
        <w:pStyle w:val="libFootnote"/>
      </w:pPr>
      <w:r>
        <w:t xml:space="preserve">255.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110</w:t>
      </w:r>
    </w:p>
    <w:p w:rsidR="00C172D4" w:rsidRDefault="00C172D4" w:rsidP="00BB2135">
      <w:pPr>
        <w:pStyle w:val="libFootnote"/>
      </w:pPr>
      <w:r>
        <w:t xml:space="preserve">256. </w:t>
      </w:r>
      <w:r>
        <w:rPr>
          <w:rFonts w:hint="cs"/>
          <w:cs/>
          <w:lang w:bidi="hi-IN"/>
        </w:rPr>
        <w:t>सहीह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मुस्लिम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4)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जिमाअ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54)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70)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इज़दिवाज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15)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 xml:space="preserve">257.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58-59</w:t>
      </w:r>
    </w:p>
    <w:p w:rsidR="00C172D4" w:rsidRDefault="00C172D4" w:rsidP="00BB2135">
      <w:pPr>
        <w:pStyle w:val="libFootnote"/>
      </w:pPr>
      <w:r>
        <w:t xml:space="preserve">258. </w:t>
      </w:r>
      <w:r>
        <w:rPr>
          <w:rFonts w:hint="cs"/>
          <w:cs/>
          <w:lang w:bidi="hi-IN"/>
        </w:rPr>
        <w:t>फुरूअ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6)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14, </w:t>
      </w:r>
      <w:r>
        <w:rPr>
          <w:rFonts w:hint="cs"/>
          <w:cs/>
          <w:lang w:bidi="hi-IN"/>
        </w:rPr>
        <w:t>हयात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इन्सान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छः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>48) -49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>259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260.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शोअरा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49-50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मौलाना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lastRenderedPageBreak/>
        <w:t>261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262.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नहल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57-59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सूरः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ज़खरफ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16-17</w:t>
      </w:r>
    </w:p>
    <w:p w:rsidR="00C172D4" w:rsidRDefault="00C172D4" w:rsidP="00BB2135">
      <w:pPr>
        <w:pStyle w:val="libFootnote"/>
      </w:pPr>
      <w:r>
        <w:t xml:space="preserve">263. </w:t>
      </w:r>
      <w:r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>39) (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पद्धति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मालूमात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264. </w:t>
      </w:r>
      <w:r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औलाद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41-42</w:t>
      </w:r>
    </w:p>
    <w:p w:rsidR="00C172D4" w:rsidRDefault="00C172D4" w:rsidP="00BB2135">
      <w:pPr>
        <w:pStyle w:val="libFootnote"/>
      </w:pPr>
      <w:r>
        <w:t xml:space="preserve">265. </w:t>
      </w:r>
      <w:r>
        <w:rPr>
          <w:rFonts w:hint="cs"/>
          <w:cs/>
          <w:lang w:bidi="hi-IN"/>
        </w:rPr>
        <w:t>मुसतदरक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550,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612)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 xml:space="preserve">266. 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103)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254)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 xml:space="preserve">267.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228</w:t>
      </w:r>
    </w:p>
    <w:p w:rsidR="00C172D4" w:rsidRDefault="00C172D4" w:rsidP="00BB2135">
      <w:pPr>
        <w:pStyle w:val="libFootnote"/>
      </w:pPr>
      <w:r>
        <w:t xml:space="preserve">268.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निकलता।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118)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138,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166)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>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मुहब्बत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166)</w:t>
      </w:r>
    </w:p>
    <w:p w:rsidR="00C172D4" w:rsidRDefault="00C172D4" w:rsidP="00BB2135">
      <w:pPr>
        <w:pStyle w:val="libFootnote"/>
      </w:pPr>
      <w:r>
        <w:t xml:space="preserve">269.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उचकोटि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तौहीन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बेइज़्ज़ती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</w:p>
    <w:p w:rsidR="00C172D4" w:rsidRDefault="00C172D4" w:rsidP="00BB2135">
      <w:pPr>
        <w:pStyle w:val="libFootnote"/>
      </w:pPr>
      <w: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169)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103)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224,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170) </w:t>
      </w:r>
    </w:p>
    <w:p w:rsidR="00C172D4" w:rsidRDefault="00C172D4" w:rsidP="00BB2135">
      <w:pPr>
        <w:pStyle w:val="libFootnote"/>
      </w:pPr>
      <w:r>
        <w:t xml:space="preserve">270.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बेहतर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व्यतक्ति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कैदीयों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व्यवहार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221) </w:t>
      </w:r>
    </w:p>
    <w:p w:rsidR="00C172D4" w:rsidRDefault="00C172D4" w:rsidP="00BB2135">
      <w:pPr>
        <w:pStyle w:val="libFootnote"/>
      </w:pPr>
      <w:r>
        <w:t xml:space="preserve">271. </w:t>
      </w:r>
      <w:r>
        <w:rPr>
          <w:rFonts w:hint="cs"/>
          <w:cs/>
          <w:lang w:bidi="hi-IN"/>
        </w:rPr>
        <w:t>हदीस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आव्यश्कता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अनुसार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बुझ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120)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निबाह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तरीके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103)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223,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198)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ज़ैनुल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मेहरबानी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इन्तिज़ाम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t xml:space="preserve">,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ग़लतीयों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47)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5,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198)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पसली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हड्डी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फायदः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पाओगे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चाहोगे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टूट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संक्षिपत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अप्रसन्ताओं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करो।</w:t>
      </w:r>
      <w:r>
        <w:rPr>
          <w:cs/>
          <w:lang w:bidi="hi-IN"/>
        </w:rPr>
        <w:t>)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122) </w:t>
      </w:r>
    </w:p>
    <w:p w:rsidR="00C172D4" w:rsidRDefault="00C172D4" w:rsidP="00BB2135">
      <w:pPr>
        <w:pStyle w:val="libFootnote"/>
      </w:pPr>
      <w:r>
        <w:t xml:space="preserve">272.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जाफर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सादिक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मौजूद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हलाकत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121,)</w:t>
      </w:r>
    </w:p>
    <w:p w:rsidR="00C172D4" w:rsidRDefault="00C172D4" w:rsidP="00BB2135">
      <w:pPr>
        <w:pStyle w:val="libFootnote"/>
      </w:pPr>
      <w:r>
        <w:t xml:space="preserve">273.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बीवी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महीने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मोहलत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ढ़ील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क़ुर्आने करीम सूराऐ 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227)</w:t>
      </w:r>
    </w:p>
    <w:p w:rsidR="00C172D4" w:rsidRDefault="00C172D4" w:rsidP="00BB2135">
      <w:pPr>
        <w:pStyle w:val="libFootnote"/>
      </w:pPr>
      <w:r>
        <w:t xml:space="preserve">274.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ज़िक्र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लाना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झूठ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रावी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गर्दन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हैसीयत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खबरदार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ढ़ीला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पर्दें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आँखों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सख्त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महफूज़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रहेगी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खतरनाक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भरोसेमंद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सामथ्ये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कोशिश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ग़ैर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महरम</w:t>
      </w:r>
      <w:r>
        <w:t xml:space="preserve">,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पहचान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पाये।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अलावा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दूसरे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मनमानी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कारफार्म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वाजिबी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इज़्ज़त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</w:t>
      </w:r>
      <w:r w:rsidR="005F0C55">
        <w:rPr>
          <w:rFonts w:hint="cs"/>
          <w:cs/>
          <w:lang w:bidi="hi-IN"/>
        </w:rPr>
        <w:t>ड़ा</w:t>
      </w:r>
      <w:r>
        <w:rPr>
          <w:rFonts w:hint="cs"/>
          <w:cs/>
          <w:lang w:bidi="hi-IN"/>
        </w:rPr>
        <w:t>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सिफारिश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बदचलनी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t xml:space="preserve">, </w:t>
      </w:r>
      <w:r>
        <w:rPr>
          <w:rFonts w:hint="cs"/>
          <w:cs/>
          <w:lang w:bidi="hi-IN"/>
        </w:rPr>
        <w:t>बकतूब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31)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740,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जनरल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एजेन्सी</w:t>
      </w:r>
      <w:r>
        <w:t xml:space="preserve">, </w:t>
      </w:r>
      <w:r>
        <w:rPr>
          <w:rFonts w:hint="cs"/>
          <w:cs/>
          <w:lang w:bidi="hi-IN"/>
        </w:rPr>
        <w:t>इन्साफ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लाहौर</w:t>
      </w:r>
      <w:r>
        <w:t>, 1974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121,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विस्तार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लेख</w:t>
      </w:r>
      <w:r>
        <w:t>,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रौशनी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27-35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इल्म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इण्ङिया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मिशन</w:t>
      </w:r>
      <w:r>
        <w:t xml:space="preserve">, </w:t>
      </w:r>
      <w:r>
        <w:rPr>
          <w:rFonts w:hint="cs"/>
          <w:cs/>
          <w:lang w:bidi="hi-IN"/>
        </w:rPr>
        <w:t>फैज़ाबाद</w:t>
      </w:r>
      <w:r>
        <w:t xml:space="preserve">, </w:t>
      </w:r>
      <w:r>
        <w:rPr>
          <w:rFonts w:hint="cs"/>
          <w:cs/>
          <w:lang w:bidi="hi-IN"/>
        </w:rPr>
        <w:t>वर्ष</w:t>
      </w:r>
      <w:r>
        <w:rPr>
          <w:cs/>
          <w:lang w:bidi="hi-IN"/>
        </w:rPr>
        <w:t xml:space="preserve"> </w:t>
      </w:r>
      <w:r>
        <w:t xml:space="preserve">3. </w:t>
      </w:r>
      <w:r>
        <w:rPr>
          <w:rFonts w:hint="cs"/>
          <w:cs/>
          <w:lang w:bidi="hi-IN"/>
        </w:rPr>
        <w:t>क्रमाक</w:t>
      </w:r>
      <w:r>
        <w:rPr>
          <w:cs/>
          <w:lang w:bidi="hi-IN"/>
        </w:rPr>
        <w:t xml:space="preserve"> (</w:t>
      </w:r>
      <w:r>
        <w:t xml:space="preserve">100) </w:t>
      </w:r>
      <w:r>
        <w:rPr>
          <w:rFonts w:hint="cs"/>
          <w:cs/>
          <w:lang w:bidi="hi-IN"/>
        </w:rPr>
        <w:t>जून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जुलाई</w:t>
      </w:r>
      <w:r>
        <w:rPr>
          <w:cs/>
          <w:lang w:bidi="hi-IN"/>
        </w:rPr>
        <w:t xml:space="preserve"> </w:t>
      </w:r>
      <w:r>
        <w:t>1989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>
        <w:t xml:space="preserve">,)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मशवरे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उलटा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अम्र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थे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121-122)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मलऊन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 w:rsidR="005F0C55">
        <w:rPr>
          <w:cs/>
          <w:lang w:bidi="hi-IN"/>
        </w:rPr>
        <w:t xml:space="preserve"> </w:t>
      </w:r>
      <w:r>
        <w:t xml:space="preserve">121) </w:t>
      </w:r>
    </w:p>
    <w:p w:rsidR="00C172D4" w:rsidRDefault="00C172D4" w:rsidP="00BB2135">
      <w:pPr>
        <w:pStyle w:val="libFootnote"/>
      </w:pPr>
      <w:r>
        <w:t xml:space="preserve">275.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कोठो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खिड़कियों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जगह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युसूफ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काटना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सिखाओ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नूर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121)</w:t>
      </w:r>
    </w:p>
    <w:p w:rsidR="00C172D4" w:rsidRDefault="00C172D4" w:rsidP="00BB2135">
      <w:pPr>
        <w:pStyle w:val="libFootnote"/>
      </w:pPr>
      <w:r>
        <w:t xml:space="preserve">276. </w:t>
      </w:r>
      <w:r>
        <w:rPr>
          <w:rFonts w:hint="cs"/>
          <w:cs/>
          <w:lang w:bidi="hi-IN"/>
        </w:rPr>
        <w:t>मालूम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पैरवी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लालच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बढ़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जाऐं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मांगों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पनाह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मागों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121)</w:t>
      </w:r>
    </w:p>
    <w:p w:rsidR="00C172D4" w:rsidRDefault="00C172D4" w:rsidP="00BB2135">
      <w:pPr>
        <w:pStyle w:val="libFootnote"/>
      </w:pPr>
      <w:r>
        <w:t xml:space="preserve">277. </w:t>
      </w:r>
      <w:r>
        <w:tab/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इताअत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औंधे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मुँह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जहनन्म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डालेगा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लोंगो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कौन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मुराद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तात्पर्य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हम्मामों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स्नानग्रहो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शादीयों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गाहों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मांगे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फेंके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121) </w:t>
      </w:r>
    </w:p>
    <w:p w:rsidR="00C172D4" w:rsidRDefault="00C172D4" w:rsidP="00BB2135">
      <w:pPr>
        <w:pStyle w:val="libFootnote"/>
      </w:pPr>
      <w:r>
        <w:t xml:space="preserve">278.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बाकिर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भेद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उनसे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तुम्हारे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रिश्तेदारों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वालों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कुछ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121)</w:t>
      </w:r>
    </w:p>
    <w:p w:rsidR="00C172D4" w:rsidRDefault="00C172D4" w:rsidP="00BB2135">
      <w:pPr>
        <w:pStyle w:val="libFootnote"/>
      </w:pPr>
      <w:r>
        <w:t xml:space="preserve">279.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हसन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वसियत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देखो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 w:rsidR="005F0C55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शक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दावत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बलाग़ा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उर्दू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अनुवाद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मकतूब</w:t>
      </w:r>
      <w:r>
        <w:rPr>
          <w:cs/>
          <w:lang w:bidi="hi-IN"/>
        </w:rPr>
        <w:t xml:space="preserve"> (</w:t>
      </w:r>
      <w:r>
        <w:t xml:space="preserve">31)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740)</w:t>
      </w:r>
    </w:p>
    <w:p w:rsidR="00C172D4" w:rsidRDefault="00C172D4" w:rsidP="00BB2135">
      <w:pPr>
        <w:pStyle w:val="libFootnote"/>
      </w:pPr>
      <w:r>
        <w:t>280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281. </w:t>
      </w:r>
      <w:r>
        <w:rPr>
          <w:rFonts w:hint="cs"/>
          <w:cs/>
          <w:lang w:bidi="hi-IN"/>
        </w:rPr>
        <w:t>माकारिम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225)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248,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270-271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नक्ल।</w:t>
      </w:r>
    </w:p>
    <w:p w:rsidR="00C172D4" w:rsidRDefault="00C172D4" w:rsidP="00BB2135">
      <w:pPr>
        <w:pStyle w:val="libFootnote"/>
      </w:pPr>
      <w:r>
        <w:t xml:space="preserve">282. </w:t>
      </w:r>
      <w:r>
        <w:rPr>
          <w:rFonts w:hint="cs"/>
          <w:cs/>
          <w:lang w:bidi="hi-IN"/>
        </w:rPr>
        <w:t>वसाएल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शीअः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14)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109,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226)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 xml:space="preserve">283.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शामोश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खुशबख्ती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142,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नक्ल।</w:t>
      </w:r>
    </w:p>
    <w:p w:rsidR="00C172D4" w:rsidRDefault="00C172D4" w:rsidP="00BB2135">
      <w:pPr>
        <w:pStyle w:val="libFootnote"/>
      </w:pPr>
      <w:r>
        <w:t xml:space="preserve">284.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मुहम्मद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बाकिर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ज़ौजा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पत्नी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ज़रूरी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आज्ञा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पालन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आदेश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इजाज़त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सदका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ऊँट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पीठ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पलट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आऐगी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ज़मीन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फ़रिश्ते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गज़ब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देवा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प्रकोप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क्रोध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दया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</w:t>
      </w:r>
      <w:r w:rsidR="005F0C55">
        <w:rPr>
          <w:rFonts w:hint="cs"/>
          <w:cs/>
          <w:lang w:bidi="hi-IN"/>
        </w:rPr>
        <w:t>ड़ा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जितना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मुझपर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तेरे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प्रतिशत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कसम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ज़ाहिर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नबी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हरगिज़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निकाह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करूँगी।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अल्लाह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खिदमत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शौहर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बयान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सुन्नती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घर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मोअत्तर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खुशबू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लगाए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कपड़े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जहाँ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सामने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अगर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इरादः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इन्कार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करे।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118)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119)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संभोग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बुलाए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इतनी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जाएगा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फरिश्तें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लानत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जायेंगें।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120)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अनुमति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सेवाए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निम्नलिखित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नीजी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खर्च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</w:t>
      </w:r>
      <w:r>
        <w:t xml:space="preserve">, </w:t>
      </w:r>
      <w:r>
        <w:rPr>
          <w:rFonts w:hint="cs"/>
          <w:cs/>
          <w:lang w:bidi="hi-IN"/>
        </w:rPr>
        <w:t>ज़कात</w:t>
      </w:r>
      <w:r>
        <w:t xml:space="preserve">,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सुलूक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रेख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परेशान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परिवार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गरीब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मदद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सहायता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करना।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120) </w:t>
      </w:r>
    </w:p>
    <w:p w:rsidR="00C172D4" w:rsidRDefault="00C172D4" w:rsidP="00BB2135">
      <w:pPr>
        <w:pStyle w:val="libFootnote"/>
      </w:pPr>
      <w:r>
        <w:t>285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286. </w:t>
      </w:r>
      <w:r>
        <w:rPr>
          <w:rFonts w:hint="cs"/>
          <w:cs/>
          <w:lang w:bidi="hi-IN"/>
        </w:rPr>
        <w:t>तहज़ीब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>119</w:t>
      </w:r>
    </w:p>
    <w:p w:rsidR="00C172D4" w:rsidRDefault="00C172D4" w:rsidP="00BB2135">
      <w:pPr>
        <w:pStyle w:val="libFootnote"/>
      </w:pPr>
      <w:r>
        <w:t xml:space="preserve">287. </w:t>
      </w:r>
      <w:r>
        <w:rPr>
          <w:rFonts w:hint="cs"/>
          <w:cs/>
          <w:lang w:bidi="hi-IN"/>
        </w:rPr>
        <w:t>शाफी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177,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176)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 xml:space="preserve">288. </w:t>
      </w:r>
      <w:r>
        <w:rPr>
          <w:rFonts w:hint="cs"/>
          <w:cs/>
          <w:lang w:bidi="hi-IN"/>
        </w:rPr>
        <w:t>बिहार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अनवार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71)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389,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35)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  <w:r>
        <w:rPr>
          <w:cs/>
          <w:lang w:bidi="hi-IN"/>
        </w:rPr>
        <w:t>.</w:t>
      </w:r>
    </w:p>
    <w:p w:rsidR="00C172D4" w:rsidRDefault="00C172D4" w:rsidP="00BB2135">
      <w:pPr>
        <w:pStyle w:val="libFootnote"/>
      </w:pPr>
      <w:r>
        <w:t xml:space="preserve">289. </w:t>
      </w:r>
      <w:r>
        <w:rPr>
          <w:rFonts w:hint="cs"/>
          <w:cs/>
          <w:lang w:bidi="hi-IN"/>
        </w:rPr>
        <w:t>शाफी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1)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176,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176)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 xml:space="preserve">290.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नहल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30-31</w:t>
      </w:r>
    </w:p>
    <w:p w:rsidR="00C172D4" w:rsidRDefault="00C172D4" w:rsidP="00BB2135">
      <w:pPr>
        <w:pStyle w:val="libFootnote"/>
      </w:pPr>
      <w:r>
        <w:t xml:space="preserve">291. </w:t>
      </w:r>
      <w:r>
        <w:rPr>
          <w:rFonts w:hint="cs"/>
          <w:cs/>
          <w:lang w:bidi="hi-IN"/>
        </w:rPr>
        <w:t>देखने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लगने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वाले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दीवाने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पागल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इच्छा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महसूस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अनुभूत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हरकतों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बोल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लखनऊ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(</w:t>
      </w:r>
      <w:r>
        <w:t xml:space="preserve">18)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(</w:t>
      </w:r>
      <w:r>
        <w:t xml:space="preserve">20)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बिल्कुल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नंगा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केवल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नौजवान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सड़क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रास्ता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चलते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हस्त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मैथुन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निकालने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वीर्य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हाथ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देखनें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बहुत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ज़्यादा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लड़का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ईलाकों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अकसर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दिखाई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lastRenderedPageBreak/>
        <w:t>है।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साठ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सत्तर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बूढ़ा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तहबन्द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हिलाता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ज़बान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शब्द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तसवीर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हूँ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बनती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रहते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दिमाग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तसवीर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व्यक्ति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सब्ज़ी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मंण्ङी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चौक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ईलाके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उदाहरण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तलाश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292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295.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t xml:space="preserve">202, 81, (221)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(</w:t>
      </w:r>
      <w:r>
        <w:t xml:space="preserve">115)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609, 318, (874)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t>466.</w:t>
      </w:r>
    </w:p>
    <w:p w:rsidR="00C172D4" w:rsidRDefault="00C172D4" w:rsidP="00BB2135">
      <w:pPr>
        <w:pStyle w:val="libFootnote"/>
      </w:pPr>
      <w:r>
        <w:t xml:space="preserve">296. 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युद्ध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जमल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हुवे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हज़रत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खुतबे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फर्मायाः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गिरोह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मरदुम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जंग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समूह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कमज़ोर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होती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हैं।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ईमान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हैज़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मासिक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धर्म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खून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आने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दिनों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नमाज़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रोज़ा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रहती।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गवाही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बराबर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पायी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हिस्से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सुबूत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मीरास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हिस्सा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मुकाबले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तुलना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आधा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अतः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डरते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अच्छी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बुरी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बातों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उन्हे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हिम्मत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</w:t>
      </w:r>
      <w:r>
        <w:t xml:space="preserve">, </w:t>
      </w:r>
      <w:r>
        <w:rPr>
          <w:rFonts w:hint="cs"/>
          <w:cs/>
          <w:lang w:bidi="hi-IN"/>
        </w:rPr>
        <w:t>खुतबः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80)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316)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lastRenderedPageBreak/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प्रबन्ध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पाठशला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उनकी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गोद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बनाया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गया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शिक्षा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दिक्षा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तालीम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तरबीयत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मुख्य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कड़ी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द्वारा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आखिरी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मंज़िल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आसानी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पहुच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सकता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लेकिन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वक्त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सम्भव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सही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प्रयोग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क्योंकि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चीज़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डालने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कुदरत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रखती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>
        <w:rPr>
          <w:cs/>
          <w:lang w:bidi="hi-IN"/>
        </w:rPr>
        <w:t xml:space="preserve"> 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कम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अक्ल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अज़मत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प्रतीशठा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बताते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कहा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माँओं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पैरों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नीचे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जनन्त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स्वर्ग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फसाहत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ज़न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अज़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दीदगाह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</w:t>
      </w:r>
      <w:r>
        <w:t xml:space="preserve">, </w:t>
      </w:r>
      <w:r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आलाई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रहमानी</w:t>
      </w:r>
      <w:r>
        <w:t xml:space="preserve">,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250) </w:t>
      </w:r>
      <w:r>
        <w:rPr>
          <w:rFonts w:hint="cs"/>
          <w:cs/>
          <w:lang w:bidi="hi-IN"/>
        </w:rPr>
        <w:t>साज़मान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तबलीगात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क़ुम</w:t>
      </w:r>
      <w:r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ईरान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नक्ल।</w:t>
      </w:r>
    </w:p>
    <w:p w:rsidR="00C172D4" w:rsidRDefault="00C172D4" w:rsidP="00BB2135">
      <w:pPr>
        <w:pStyle w:val="libFootnote"/>
      </w:pPr>
      <w:r>
        <w:t xml:space="preserve">297.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ताकतवर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सम्बन्धित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मिलता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हैः</w:t>
      </w:r>
    </w:p>
    <w:p w:rsidR="00C172D4" w:rsidRDefault="00C172D4" w:rsidP="00BB2135">
      <w:pPr>
        <w:pStyle w:val="libFootnote"/>
      </w:pP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काबू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देखिए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निसाअ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</w:t>
      </w:r>
      <w:r>
        <w:t>34</w:t>
      </w:r>
    </w:p>
    <w:p w:rsidR="00C172D4" w:rsidRDefault="00C172D4" w:rsidP="00BB2135">
      <w:pPr>
        <w:pStyle w:val="libFootnote"/>
      </w:pPr>
      <w:r>
        <w:t>298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 xml:space="preserve">299. </w:t>
      </w:r>
      <w:r>
        <w:rPr>
          <w:rFonts w:hint="cs"/>
          <w:cs/>
          <w:lang w:bidi="hi-IN"/>
        </w:rPr>
        <w:t>नहज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बलागा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इर्शाद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(</w:t>
      </w:r>
      <w:r>
        <w:t xml:space="preserve">238)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(</w:t>
      </w:r>
      <w:r>
        <w:t xml:space="preserve">61)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878) </w:t>
      </w:r>
      <w:r>
        <w:rPr>
          <w:rFonts w:hint="cs"/>
          <w:cs/>
          <w:lang w:bidi="hi-IN"/>
        </w:rPr>
        <w:t>व</w:t>
      </w:r>
      <w:r>
        <w:rPr>
          <w:cs/>
          <w:lang w:bidi="hi-IN"/>
        </w:rPr>
        <w:t xml:space="preserve"> </w:t>
      </w:r>
      <w:r>
        <w:t>830</w:t>
      </w:r>
    </w:p>
    <w:p w:rsidR="00C172D4" w:rsidRDefault="00C172D4" w:rsidP="00BB2135">
      <w:pPr>
        <w:pStyle w:val="libFootnote"/>
      </w:pPr>
      <w:r>
        <w:t xml:space="preserve">300. </w:t>
      </w:r>
      <w:r>
        <w:rPr>
          <w:rFonts w:hint="cs"/>
          <w:cs/>
          <w:lang w:bidi="hi-IN"/>
        </w:rPr>
        <w:t>मुहज्जा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72,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172D4" w:rsidRDefault="00C172D4" w:rsidP="00BB2135">
      <w:pPr>
        <w:pStyle w:val="libFootnote"/>
      </w:pPr>
      <w:r>
        <w:t>301.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तग़ाबन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>14</w:t>
      </w:r>
    </w:p>
    <w:p w:rsidR="00C172D4" w:rsidRDefault="00C172D4" w:rsidP="00BB2135">
      <w:pPr>
        <w:pStyle w:val="libFootnote"/>
      </w:pPr>
      <w:r>
        <w:t xml:space="preserve">302. </w:t>
      </w:r>
      <w:r>
        <w:rPr>
          <w:rFonts w:hint="cs"/>
          <w:cs/>
          <w:lang w:bidi="hi-IN"/>
        </w:rPr>
        <w:t>शायद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इसीलिए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शरीयत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बचाने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दुश्मन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संतान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बहिशकृत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हो।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अर्थात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माँ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 xml:space="preserve">303. </w:t>
      </w:r>
      <w:r>
        <w:rPr>
          <w:rFonts w:hint="cs"/>
          <w:cs/>
          <w:lang w:bidi="hi-IN"/>
        </w:rPr>
        <w:t>याद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रखना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चाहिए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मर्द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बच्चों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अत्याचार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नहीं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गैर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यकीनी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तौर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पर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वास्तव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में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नर्क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हकदार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है।</w:t>
      </w:r>
      <w:r w:rsidR="005F0C55">
        <w:rPr>
          <w:cs/>
          <w:lang w:bidi="hi-IN"/>
        </w:rPr>
        <w:t xml:space="preserve"> </w:t>
      </w:r>
      <w:r>
        <w:rPr>
          <w:cs/>
          <w:lang w:bidi="hi-IN"/>
        </w:rPr>
        <w:t>(</w:t>
      </w:r>
      <w:r>
        <w:rPr>
          <w:rFonts w:hint="cs"/>
          <w:cs/>
          <w:lang w:bidi="hi-IN"/>
        </w:rPr>
        <w:t>तकी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आबदी</w:t>
      </w:r>
      <w:r>
        <w:rPr>
          <w:cs/>
          <w:lang w:bidi="hi-IN"/>
        </w:rPr>
        <w:t xml:space="preserve">) </w:t>
      </w:r>
    </w:p>
    <w:p w:rsidR="00C172D4" w:rsidRDefault="00C172D4" w:rsidP="00BB2135">
      <w:pPr>
        <w:pStyle w:val="libFootnote"/>
      </w:pPr>
      <w:r>
        <w:t>304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307.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फुर्कान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(</w:t>
      </w:r>
      <w:r>
        <w:t xml:space="preserve">74)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76,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मोमिन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7-8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ज़खरूफ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68)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(</w:t>
      </w:r>
      <w:r>
        <w:t xml:space="preserve">72)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यासीन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t>55-56</w:t>
      </w:r>
    </w:p>
    <w:p w:rsidR="00C172D4" w:rsidRDefault="00C172D4" w:rsidP="00BB2135">
      <w:pPr>
        <w:pStyle w:val="libFootnote"/>
      </w:pPr>
      <w:r>
        <w:lastRenderedPageBreak/>
        <w:t xml:space="preserve">308. </w:t>
      </w:r>
      <w:r>
        <w:rPr>
          <w:rFonts w:hint="cs"/>
          <w:cs/>
          <w:lang w:bidi="hi-IN"/>
        </w:rPr>
        <w:t>मुहज्जा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बैज़ा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भाग</w:t>
      </w:r>
      <w:r>
        <w:rPr>
          <w:cs/>
          <w:lang w:bidi="hi-IN"/>
        </w:rPr>
        <w:t xml:space="preserve"> (</w:t>
      </w:r>
      <w:r>
        <w:t xml:space="preserve">2)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</w:t>
      </w:r>
      <w:r>
        <w:t xml:space="preserve">72, </w:t>
      </w:r>
      <w:r>
        <w:rPr>
          <w:rFonts w:hint="cs"/>
          <w:cs/>
          <w:lang w:bidi="hi-IN"/>
        </w:rPr>
        <w:t>खानदान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अख्लाक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पेज</w:t>
      </w:r>
      <w:r>
        <w:rPr>
          <w:cs/>
          <w:lang w:bidi="hi-IN"/>
        </w:rPr>
        <w:t xml:space="preserve"> (</w:t>
      </w:r>
      <w:r>
        <w:t xml:space="preserve">34)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नक्ल</w:t>
      </w:r>
    </w:p>
    <w:p w:rsidR="00C60BAA" w:rsidRDefault="00C172D4" w:rsidP="00BB2135">
      <w:pPr>
        <w:pStyle w:val="libFootnote"/>
      </w:pPr>
      <w:r>
        <w:t>309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t xml:space="preserve">317. </w:t>
      </w:r>
      <w:r>
        <w:rPr>
          <w:rFonts w:hint="cs"/>
          <w:cs/>
          <w:lang w:bidi="hi-IN"/>
        </w:rPr>
        <w:t>कुर्आन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करीम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दुखान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54,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आले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इमरान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14-17</w:t>
      </w:r>
      <w:r>
        <w:rPr>
          <w:cs/>
          <w:lang w:bidi="hi-IN"/>
        </w:rPr>
        <w:t xml:space="preserve">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बकरः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25)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>. (</w:t>
      </w:r>
      <w:r>
        <w:t xml:space="preserve">17) – 21,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 </w:t>
      </w:r>
      <w:r>
        <w:t xml:space="preserve">22-30,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रहमान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 xml:space="preserve">, 70-77,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तूर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24-25,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वाकेआ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rPr>
          <w:cs/>
          <w:lang w:bidi="hi-IN"/>
        </w:rPr>
        <w:t xml:space="preserve">. </w:t>
      </w:r>
      <w:r>
        <w:t xml:space="preserve">17-18, </w:t>
      </w:r>
      <w:r w:rsidR="00C77782">
        <w:rPr>
          <w:rFonts w:hint="cs"/>
          <w:cs/>
          <w:lang w:bidi="hi-IN"/>
        </w:rPr>
        <w:t xml:space="preserve">सूराऐ </w:t>
      </w:r>
      <w:r>
        <w:rPr>
          <w:rFonts w:hint="cs"/>
          <w:cs/>
          <w:lang w:bidi="hi-IN"/>
        </w:rPr>
        <w:t>बकरा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</w:t>
      </w:r>
      <w:r>
        <w:t>, 177.</w:t>
      </w:r>
    </w:p>
    <w:p w:rsidR="00C172D4" w:rsidRDefault="00C172D4" w:rsidP="00BB2135">
      <w:pPr>
        <w:pStyle w:val="libFootnote"/>
      </w:pPr>
      <w:r>
        <w:br w:type="page"/>
      </w:r>
    </w:p>
    <w:p w:rsidR="00C172D4" w:rsidRDefault="00C172D4" w:rsidP="00C172D4">
      <w:pPr>
        <w:pStyle w:val="libCenterBold1"/>
        <w:rPr>
          <w:lang w:bidi="hi-IN"/>
        </w:rPr>
      </w:pPr>
      <w:r>
        <w:rPr>
          <w:rFonts w:hint="cs"/>
          <w:cs/>
          <w:lang w:bidi="hi-IN"/>
        </w:rPr>
        <w:lastRenderedPageBreak/>
        <w:t>माखज़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2"/>
        <w:gridCol w:w="1553"/>
        <w:gridCol w:w="1556"/>
        <w:gridCol w:w="1255"/>
        <w:gridCol w:w="1414"/>
        <w:gridCol w:w="1374"/>
        <w:gridCol w:w="1122"/>
      </w:tblGrid>
      <w:tr w:rsidR="00C172D4" w:rsidRPr="007B5CD3" w:rsidTr="00C172D4"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क्रमसंख्या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किताब का नाम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लेखक का नाम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अनुवादक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प्रेस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स्थान 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वर्ष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</w:tc>
      </w:tr>
      <w:tr w:rsidR="00C172D4" w:rsidRPr="007B5CD3" w:rsidTr="00C172D4"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2.</w:t>
            </w:r>
            <w:r w:rsidR="00C77782">
              <w:rPr>
                <w:rFonts w:hint="cs"/>
                <w:cs/>
                <w:lang w:bidi="hi-IN"/>
              </w:rPr>
              <w:t xml:space="preserve"> </w:t>
            </w:r>
            <w:r w:rsidRPr="007B5CD3">
              <w:rPr>
                <w:rFonts w:hint="cs"/>
                <w:cs/>
                <w:lang w:bidi="hi-IN"/>
              </w:rPr>
              <w:t xml:space="preserve">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lang w:bidi="hi-IN"/>
              </w:rPr>
              <w:t>3.</w:t>
            </w:r>
            <w:r w:rsidR="005F0C55">
              <w:rPr>
                <w:rFonts w:hint="cs"/>
                <w:cs/>
                <w:lang w:bidi="hi-IN"/>
              </w:rPr>
              <w:t xml:space="preserve">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4.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5.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6.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7.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8.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9.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10.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11.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12.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13.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14.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15.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16.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17.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18.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20.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21.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22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 xml:space="preserve">23.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24.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25.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26.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27.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28.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29.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30.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31.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32.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33.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34.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35.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36.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37.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38.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39.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40.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41.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42.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43.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44.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कुर्आन ए करीम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अलमफ़हरम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नहज उल बलागा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आदाब ए इज़दिवाज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आदाब ए ज़वाज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इस्लामी समाज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अनवार उल नुजूम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औराद अल मोमिनीन व </w:t>
            </w:r>
            <w:r w:rsidRPr="007B5CD3">
              <w:rPr>
                <w:rFonts w:hint="cs"/>
                <w:cs/>
                <w:lang w:bidi="hi-IN"/>
              </w:rPr>
              <w:lastRenderedPageBreak/>
              <w:t>वज़ाएफ अल मुत्तकी भाग 4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तहलील नफसी का इजमाली खाका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तोहफः ए अहमदिया भाग 2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तोहफ तुल अवाम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तरबीयत </w:t>
            </w:r>
            <w:r w:rsidRPr="007B5CD3">
              <w:rPr>
                <w:rFonts w:hint="cs"/>
                <w:cs/>
                <w:lang w:bidi="hi-IN"/>
              </w:rPr>
              <w:lastRenderedPageBreak/>
              <w:t>ए औलाद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तौज़ीहुल मसाएल उर्दू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तौज़ीहुल मसाएल उर्दू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तौज़ीहुल मसाएल फारसी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तहज़ीब अल इस्लाम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जिमाअ के आदाब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तौहीद (मासिक)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चौदह </w:t>
            </w:r>
            <w:r w:rsidRPr="007B5CD3">
              <w:rPr>
                <w:rFonts w:hint="cs"/>
                <w:cs/>
                <w:lang w:bidi="hi-IN"/>
              </w:rPr>
              <w:lastRenderedPageBreak/>
              <w:t>सीतारे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हयात ए इदज़दवाज फी अल तफसीर ए जिन्सीयात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खानदान ए इख्लाक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खानदान और इन्सान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हयात ए इन्सान के छः मरहले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दस्तूर ए हज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दोशिजः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रिसालः ए नख्ल बंदी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रसूल और तअददुद ए अज़वाज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इख्लाक ए जिन्सी दर इस्लाम व जहान ए गरब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बाब ए </w:t>
            </w:r>
            <w:r w:rsidRPr="007B5CD3">
              <w:rPr>
                <w:rFonts w:hint="cs"/>
                <w:cs/>
                <w:lang w:bidi="hi-IN"/>
              </w:rPr>
              <w:lastRenderedPageBreak/>
              <w:t>शहर इल्म (मासिक)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शादी और ताअल्लुकात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मनी आर्डर ले जाईये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कानून ए मुबाशिरत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याद रखने की </w:t>
            </w:r>
            <w:r w:rsidRPr="007B5CD3">
              <w:rPr>
                <w:rFonts w:hint="cs"/>
                <w:cs/>
                <w:lang w:bidi="hi-IN"/>
              </w:rPr>
              <w:lastRenderedPageBreak/>
              <w:t>बातें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नौजवान के मसाएल और उनका हल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राज़ ए हयात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तरबीयत ए फरज़न्द अज़ नज़र ए इस्लाम</w:t>
            </w:r>
            <w:r w:rsidR="005F0C55">
              <w:rPr>
                <w:rFonts w:hint="cs"/>
                <w:cs/>
                <w:lang w:bidi="hi-IN"/>
              </w:rPr>
              <w:t xml:space="preserve">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हम </w:t>
            </w:r>
            <w:r w:rsidRPr="007B5CD3">
              <w:rPr>
                <w:rFonts w:hint="cs"/>
                <w:cs/>
                <w:lang w:bidi="hi-IN"/>
              </w:rPr>
              <w:lastRenderedPageBreak/>
              <w:t>मुतअः क्यों करते है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तिब ए इमाम रिज़ा (अ)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मुतअः और इस्लाम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अहबाब जनतरी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मसाएल ए ज़िन्दगी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औरत का दर्जा इस्लाम में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किताब अल हुदूद व अज़ीरात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ज़न अज़ दीदगाह ए नहज उल </w:t>
            </w:r>
            <w:r w:rsidRPr="007B5CD3">
              <w:rPr>
                <w:rFonts w:hint="cs"/>
                <w:cs/>
                <w:lang w:bidi="hi-IN"/>
              </w:rPr>
              <w:lastRenderedPageBreak/>
              <w:t>बलागा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तशकील ए खानदान दर इस्लाम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इस्लाम में नारी के विशेष अधिकार भाग</w:t>
            </w:r>
            <w:r>
              <w:rPr>
                <w:rFonts w:hint="cs"/>
                <w:cs/>
                <w:lang w:bidi="hi-IN"/>
              </w:rPr>
              <w:t xml:space="preserve"> (</w:t>
            </w:r>
            <w:r w:rsidRPr="007B5CD3">
              <w:rPr>
                <w:rFonts w:hint="cs"/>
                <w:cs/>
                <w:lang w:bidi="hi-IN"/>
              </w:rPr>
              <w:t>1</w:t>
            </w:r>
            <w:r>
              <w:rPr>
                <w:rFonts w:hint="cs"/>
                <w:cs/>
                <w:lang w:bidi="hi-IN"/>
              </w:rPr>
              <w:t xml:space="preserve">) </w:t>
            </w:r>
            <w:r w:rsidRPr="007B5CD3">
              <w:rPr>
                <w:rFonts w:hint="cs"/>
                <w:cs/>
                <w:lang w:bidi="hi-IN"/>
              </w:rPr>
              <w:t>व 2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कलामल्लाह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अब्दुल बाकी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हज़रत अली (अ)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सैय्यद अहमद </w:t>
            </w:r>
            <w:r w:rsidRPr="007B5CD3">
              <w:rPr>
                <w:rFonts w:hint="cs"/>
                <w:cs/>
                <w:lang w:bidi="hi-IN"/>
              </w:rPr>
              <w:lastRenderedPageBreak/>
              <w:t>कादरी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अबू जवाद मुहम्मद अल आज़मी </w:t>
            </w: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रियूबन लेवी</w:t>
            </w: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मीर गुलाम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मुस्तफा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सिगमंड फ्राइड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अबू अल हसन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मोहम्मद हुसैन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अली शाह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अबू अल कासिम अल खुई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मोहम्मद रज़ा गुलपाएगानी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मोहम्मद बाकिर मजलिसी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सुल्तान अहमद इस्लामी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नजमुल हसन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अली अहमद (लेखक) सैय्यद हबीब अल रहमान (सम्पादक)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इब्राहीम </w:t>
            </w:r>
            <w:r w:rsidRPr="007B5CD3">
              <w:rPr>
                <w:rFonts w:hint="cs"/>
                <w:cs/>
                <w:lang w:bidi="hi-IN"/>
              </w:rPr>
              <w:lastRenderedPageBreak/>
              <w:t>अमीनी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ज़ीशान हैदर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जवाद अल हुसैनी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मोहम्मद युसूफ हसन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मीर अमानुल्लाह हुसैनी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मुस्तफा अहसन रिज़वी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मुर्तज़ा मुतहहरी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अब्द उल वहीद अन्सारी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ज़ाकिर भाई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वली उल रहमान नासिर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सैय्यद </w:t>
            </w:r>
            <w:r w:rsidRPr="007B5CD3">
              <w:rPr>
                <w:rFonts w:hint="cs"/>
                <w:cs/>
                <w:lang w:bidi="hi-IN"/>
              </w:rPr>
              <w:lastRenderedPageBreak/>
              <w:t>गुलाम मुर्ताज़ा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चौधरी अली असगर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वहीद उद दीन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हुसैन मज़ाहरी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अब्द उल करीम मुशताक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डा. सैय्यद हैदर मेंहदी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अली नकी नकवी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मोहम्मद इबादत खाँ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मोहम्मद शीराज़ी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फातिमा आलाई रहमानी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डा. अली कायमी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मुर्तज़ा मुतहहरी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फर्मान अली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..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मिर्ज़ा युसूफ हूसैन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डा.मुशीर उल हक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.........</w:t>
            </w:r>
            <w:r w:rsidRPr="007B5CD3">
              <w:rPr>
                <w:rFonts w:hint="cs"/>
                <w:cs/>
                <w:lang w:bidi="hi-IN"/>
              </w:rPr>
              <w:lastRenderedPageBreak/>
              <w:t>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प्रोफेसर ज़फर अहमद सिददीकी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फय्याज़ हुसैन नकवी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मकबूल अहमद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अनदलीब ज़हरा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प्रोफेसर अली हसनैन </w:t>
            </w:r>
            <w:r w:rsidRPr="007B5CD3">
              <w:rPr>
                <w:rFonts w:hint="cs"/>
                <w:cs/>
                <w:lang w:bidi="hi-IN"/>
              </w:rPr>
              <w:lastRenderedPageBreak/>
              <w:t>शोफता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मोहम्मद सालेह रिज़वी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तकी अली आबदी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सैय्यद अहमद अली आबदी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अख्तर अब्बास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सैय्यद शमसुल हसन ज़ैदी व सैय्यद मुनतज़र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निज़ामी प्रेस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सुहैल अकादमी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शिया जनरल बुक एजेन्लसी, इन्साफ प्रेस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शहादत ए हक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असरार करीमी प्रेस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तरक्की उर्दू ब्योरो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हसन प्रिटिंग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तरक्की उर्दू ब्योरो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बुसतान ए मुर्तज़वी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नवल किशोर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अब्बास बुक एजेन्सी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तन्ज़ीम उल मकातिब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दारु उल कुर्आन ए करीम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अल कलम प्रेस एण्ड पब्लीकेशन्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साज़मान ए तबलीगात ए इस्लामी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इन्साफ प्रेस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दार अल सकाफत अल इस्लामिया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मज़हबी दुनिया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जामेअ तालीमात ए इस्लामी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निज़ामी प्रेस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प्रकाशनाधी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इमामिया मिशन सर्फराज़ गंज कौमी प्रेस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इन्तेशारात ए सदरा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आल इण्ङिया अली मिशन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गोला गंज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फैसल पब्लीकेशन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इदारः </w:t>
            </w:r>
            <w:r w:rsidRPr="007B5CD3">
              <w:rPr>
                <w:rFonts w:hint="cs"/>
                <w:cs/>
                <w:lang w:bidi="hi-IN"/>
              </w:rPr>
              <w:lastRenderedPageBreak/>
              <w:t>ए तालीम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सरताज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मकतबा उल रिसालः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साज़मान ए तबलीगात ए इस्लामी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हैदरी कुतुब खाना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हैदरी कुतुब खाना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इमामिया मिशन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असहाब पब्लीशर्स कम्पनी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नूर उल इस्लाम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इमामिया मिशन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मोअस्स अत अल रसूल (स) अल आज़म इलामी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साज़मान ए तबलीग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उपकार प्रेस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लाहौर, पाक्सितान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लाहौर, पाक्सितान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नई 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इलाहाबाद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नई 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नई 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कुम ईरान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नई 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कुम ईरान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लाहौर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पाक्सितान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इलाहाबाद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कराँची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लाहौर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कुम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फैज़ाबाद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नई 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अमरोहा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नई दिल्ली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कुम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बम्बई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बम्बई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फैज़ाबाद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लाहौर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कुम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कुम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लखनऊ</w:t>
            </w:r>
          </w:p>
        </w:tc>
        <w:tc>
          <w:tcPr>
            <w:tcW w:w="1368" w:type="dxa"/>
            <w:shd w:val="clear" w:color="auto" w:fill="auto"/>
          </w:tcPr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1933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1983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1974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1986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1985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1987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1985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1305 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1975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1992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1413 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1328 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1991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मई जून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1988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1974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1410 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1983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1989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1980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1389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जून, जुलाई 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1989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197</w:t>
            </w:r>
            <w:r w:rsidRPr="007B5CD3">
              <w:rPr>
                <w:rFonts w:hint="cs"/>
                <w:cs/>
                <w:lang w:bidi="hi-IN"/>
              </w:rPr>
              <w:lastRenderedPageBreak/>
              <w:t>3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1993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lastRenderedPageBreak/>
              <w:t>1981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1978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1370हि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1989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1387 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1993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1404 हि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.....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>1355 शा.ही</w:t>
            </w: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lang w:bidi="hi-IN"/>
              </w:rPr>
            </w:pPr>
          </w:p>
          <w:p w:rsidR="00C172D4" w:rsidRPr="007B5CD3" w:rsidRDefault="00C172D4" w:rsidP="00C172D4">
            <w:pPr>
              <w:pStyle w:val="libNormal"/>
              <w:rPr>
                <w:cs/>
                <w:lang w:bidi="hi-IN"/>
              </w:rPr>
            </w:pPr>
            <w:r w:rsidRPr="007B5CD3">
              <w:rPr>
                <w:rFonts w:hint="cs"/>
                <w:cs/>
                <w:lang w:bidi="hi-IN"/>
              </w:rPr>
              <w:t xml:space="preserve">1990 </w:t>
            </w:r>
          </w:p>
        </w:tc>
      </w:tr>
    </w:tbl>
    <w:p w:rsidR="008412A7" w:rsidRDefault="008412A7" w:rsidP="00A12173">
      <w:pPr>
        <w:pStyle w:val="libNormal"/>
      </w:pPr>
    </w:p>
    <w:p w:rsidR="008412A7" w:rsidRDefault="008412A7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>
        <w:br w:type="page"/>
      </w:r>
    </w:p>
    <w:p w:rsidR="008412A7" w:rsidRDefault="008412A7" w:rsidP="008412A7">
      <w:pPr>
        <w:pStyle w:val="libNormal"/>
      </w:pPr>
      <w:r>
        <w:lastRenderedPageBreak/>
        <w:t>[[</w:t>
      </w:r>
      <w:r>
        <w:rPr>
          <w:rFonts w:hint="cs"/>
          <w:cs/>
          <w:lang w:bidi="hi-IN"/>
        </w:rPr>
        <w:t>अलहम्दो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लिल्लाह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ये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सेक्स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पूरी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टाईप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गई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खुदा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वंदे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आलम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दुआगौ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हुं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हमारे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अमल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कुबुल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और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इमाम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हुसैन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फाउनडेशन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तरक्की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इनायत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फरमाए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जिन्होने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किताब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को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अपनी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साइट</w:t>
      </w:r>
      <w:r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अलहसनैन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इस्लामी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नेटवर्क</w:t>
      </w:r>
      <w:r>
        <w:rPr>
          <w:cs/>
          <w:lang w:bidi="hi-IN"/>
        </w:rPr>
        <w:t xml:space="preserve">) </w:t>
      </w:r>
      <w:r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लिऐ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टाइप</w:t>
      </w:r>
      <w:r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कराया।</w:t>
      </w:r>
      <w:r>
        <w:rPr>
          <w:cs/>
          <w:lang w:bidi="hi-IN"/>
        </w:rPr>
        <w:t>]]</w:t>
      </w:r>
    </w:p>
    <w:p w:rsidR="008412A7" w:rsidRDefault="008412A7" w:rsidP="008412A7">
      <w:pPr>
        <w:pStyle w:val="libNormal"/>
      </w:pPr>
      <w:r>
        <w:t>10.04.2017</w:t>
      </w:r>
    </w:p>
    <w:p w:rsidR="008412A7" w:rsidRDefault="008412A7">
      <w:pPr>
        <w:spacing w:after="0" w:line="240" w:lineRule="auto"/>
        <w:rPr>
          <w:rFonts w:ascii="Mangal" w:hAnsi="Mangal" w:cs="Mangal"/>
          <w:color w:val="000000"/>
          <w:sz w:val="28"/>
          <w:szCs w:val="28"/>
        </w:rPr>
      </w:pPr>
      <w:r>
        <w:br w:type="page"/>
      </w:r>
    </w:p>
    <w:sdt>
      <w:sdtPr>
        <w:id w:val="609238001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32"/>
          <w:szCs w:val="32"/>
        </w:rPr>
      </w:sdtEndPr>
      <w:sdtContent>
        <w:p w:rsidR="008412A7" w:rsidRDefault="008412A7" w:rsidP="008412A7">
          <w:pPr>
            <w:pStyle w:val="TOCHeading"/>
            <w:rPr>
              <w:rFonts w:hint="cs"/>
              <w:lang w:bidi="hi-IN"/>
            </w:rPr>
          </w:pPr>
          <w:r>
            <w:rPr>
              <w:rFonts w:hint="cs"/>
              <w:cs/>
              <w:lang w:bidi="hi-IN"/>
            </w:rPr>
            <w:t>फेहरिस्त</w:t>
          </w:r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9593015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लेखक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दृष्टि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में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16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प्राक्कथन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17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पहला</w:t>
            </w:r>
            <w:r w:rsidRPr="00CC4A8C">
              <w:rPr>
                <w:rStyle w:val="Hyperlink"/>
                <w:noProof/>
                <w:lang w:bidi="fa-IR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18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सेक्स</w:t>
            </w:r>
            <w:r w:rsidRPr="00CC4A8C">
              <w:rPr>
                <w:rStyle w:val="Hyperlink"/>
                <w:noProof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CC4A8C">
              <w:rPr>
                <w:rStyle w:val="Hyperlink"/>
                <w:noProof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प्रकृति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19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जवानी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पहचान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0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हस्त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1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गुद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2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बलात्कार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3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दूसरा</w:t>
            </w:r>
            <w:r w:rsidRPr="00CC4A8C">
              <w:rPr>
                <w:rStyle w:val="Hyperlink"/>
                <w:noProof/>
                <w:lang w:bidi="fa-IR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4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noProof/>
              </w:rPr>
              <w:t xml:space="preserve">–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5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ब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noProof/>
              </w:rPr>
              <w:t xml:space="preserve">–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मुतअः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6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तीसरा</w:t>
            </w:r>
            <w:r w:rsidRPr="00CC4A8C">
              <w:rPr>
                <w:rStyle w:val="Hyperlink"/>
                <w:noProof/>
                <w:lang w:bidi="fa-IR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7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स्त्री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पुरूष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28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स्त्रियों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प्रकार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29" w:history="1">
            <w:r w:rsidRPr="00CC4A8C">
              <w:rPr>
                <w:rStyle w:val="Hyperlink"/>
                <w:noProof/>
              </w:rPr>
              <w:t>1.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पदमनीः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0" w:history="1">
            <w:r w:rsidRPr="00CC4A8C">
              <w:rPr>
                <w:rStyle w:val="Hyperlink"/>
                <w:noProof/>
              </w:rPr>
              <w:t>2.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चितरनी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1" w:history="1">
            <w:r w:rsidRPr="00CC4A8C">
              <w:rPr>
                <w:rStyle w:val="Hyperlink"/>
                <w:noProof/>
              </w:rPr>
              <w:t>3.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संखनी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2" w:history="1">
            <w:r w:rsidRPr="00CC4A8C">
              <w:rPr>
                <w:rStyle w:val="Hyperlink"/>
                <w:noProof/>
              </w:rPr>
              <w:t>4.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हस्तनी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33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पुरूषों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प्रकार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4" w:history="1">
            <w:r w:rsidRPr="00CC4A8C">
              <w:rPr>
                <w:rStyle w:val="Hyperlink"/>
                <w:noProof/>
              </w:rPr>
              <w:t>1.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शाश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5" w:history="1">
            <w:r w:rsidRPr="00CC4A8C">
              <w:rPr>
                <w:rStyle w:val="Hyperlink"/>
                <w:noProof/>
              </w:rPr>
              <w:t>2.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मग्र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6" w:history="1">
            <w:r w:rsidRPr="00CC4A8C">
              <w:rPr>
                <w:rStyle w:val="Hyperlink"/>
                <w:noProof/>
              </w:rPr>
              <w:t>3.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बर्श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79593037" w:history="1">
            <w:r w:rsidRPr="00CC4A8C">
              <w:rPr>
                <w:rStyle w:val="Hyperlink"/>
                <w:noProof/>
              </w:rPr>
              <w:t>4.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आशू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38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चौथा</w:t>
            </w:r>
            <w:r w:rsidRPr="00CC4A8C">
              <w:rPr>
                <w:rStyle w:val="Hyperlink"/>
                <w:noProof/>
                <w:lang w:bidi="fa-IR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39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तरीक़ा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0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बुनियादी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तात्पर्य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noProof/>
              </w:rPr>
              <w:t>–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संभोग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1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शादी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ख़्याल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आने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पर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2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पैग़ाम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देना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3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महर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4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रुख़्सती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विदाई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)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5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पांचवा</w:t>
            </w:r>
            <w:r w:rsidRPr="00CC4A8C">
              <w:rPr>
                <w:rStyle w:val="Hyperlink"/>
                <w:noProof/>
                <w:lang w:bidi="fa-IR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6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तरीक़े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7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मनाही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8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घ्रणित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49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अनिवार्य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0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वज़ू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दुआ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1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मसास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दस्तबाज़ी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2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स्नान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या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तयम्मुमः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3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मैथुन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राज़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बयान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करने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मनाहीः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4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छटा</w:t>
            </w:r>
            <w:r w:rsidRPr="00CC4A8C">
              <w:rPr>
                <w:rStyle w:val="Hyperlink"/>
                <w:noProof/>
                <w:lang w:bidi="fa-IR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5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सेक्स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CC4A8C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परलोक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479593056" w:history="1">
            <w:r w:rsidRPr="00CC4A8C">
              <w:rPr>
                <w:rStyle w:val="Hyperlink"/>
                <w:rFonts w:cs="Mangal" w:hint="cs"/>
                <w:noProof/>
                <w:cs/>
                <w:lang w:bidi="hi-IN"/>
              </w:rPr>
              <w:t>हवाशी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_Toc479593056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412A7" w:rsidRDefault="008412A7">
          <w:r>
            <w:fldChar w:fldCharType="end"/>
          </w:r>
        </w:p>
      </w:sdtContent>
    </w:sdt>
    <w:p w:rsidR="00C172D4" w:rsidRPr="00A12173" w:rsidRDefault="00C172D4" w:rsidP="008412A7">
      <w:pPr>
        <w:pStyle w:val="libNormal"/>
        <w:rPr>
          <w:rFonts w:hint="cs"/>
          <w:rtl/>
          <w:cs/>
          <w:lang w:bidi="hi-IN"/>
        </w:rPr>
      </w:pPr>
    </w:p>
    <w:sectPr w:rsidR="00C172D4" w:rsidRPr="00A12173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029" w:rsidRDefault="00967029" w:rsidP="008B7801">
      <w:pPr>
        <w:spacing w:after="0" w:line="240" w:lineRule="auto"/>
      </w:pPr>
      <w:r>
        <w:separator/>
      </w:r>
    </w:p>
  </w:endnote>
  <w:endnote w:type="continuationSeparator" w:id="0">
    <w:p w:rsidR="00967029" w:rsidRDefault="00967029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82" w:rsidRDefault="00C77782" w:rsidP="00DD52E9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8412A7">
      <w:rPr>
        <w:rFonts w:ascii="SutonnyMJ" w:hAnsi="SutonnyMJ" w:cs="SutonnyMJ"/>
        <w:noProof/>
      </w:rPr>
      <w:t>259</w:t>
    </w:r>
    <w:r w:rsidRPr="00AA7385">
      <w:rPr>
        <w:rFonts w:ascii="SutonnyMJ" w:hAnsi="SutonnyMJ" w:cs="SutonnyMJ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029" w:rsidRDefault="00967029" w:rsidP="008B7801">
      <w:pPr>
        <w:spacing w:after="0" w:line="240" w:lineRule="auto"/>
      </w:pPr>
      <w:r>
        <w:separator/>
      </w:r>
    </w:p>
  </w:footnote>
  <w:footnote w:type="continuationSeparator" w:id="0">
    <w:p w:rsidR="00967029" w:rsidRDefault="00967029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53F7"/>
    <w:multiLevelType w:val="hybridMultilevel"/>
    <w:tmpl w:val="E04A2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322F0"/>
    <w:multiLevelType w:val="hybridMultilevel"/>
    <w:tmpl w:val="58621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B0A20"/>
    <w:multiLevelType w:val="hybridMultilevel"/>
    <w:tmpl w:val="5D367D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74460"/>
    <w:multiLevelType w:val="hybridMultilevel"/>
    <w:tmpl w:val="E97A8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27B3C"/>
    <w:multiLevelType w:val="hybridMultilevel"/>
    <w:tmpl w:val="E4FE64C4"/>
    <w:lvl w:ilvl="0" w:tplc="DA767CD8">
      <w:start w:val="1"/>
      <w:numFmt w:val="decimal"/>
      <w:lvlText w:val="%1."/>
      <w:lvlJc w:val="left"/>
      <w:pPr>
        <w:ind w:left="949" w:hanging="6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5">
    <w:nsid w:val="22C05AB8"/>
    <w:multiLevelType w:val="hybridMultilevel"/>
    <w:tmpl w:val="04988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3467B4"/>
    <w:multiLevelType w:val="hybridMultilevel"/>
    <w:tmpl w:val="0130D6DC"/>
    <w:lvl w:ilvl="0" w:tplc="37285CCA">
      <w:start w:val="1"/>
      <w:numFmt w:val="hindiConsonants"/>
      <w:lvlText w:val="%1-"/>
      <w:lvlJc w:val="left"/>
      <w:pPr>
        <w:ind w:left="7425" w:hanging="405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8100" w:hanging="360"/>
      </w:pPr>
    </w:lvl>
    <w:lvl w:ilvl="2" w:tplc="0409001B" w:tentative="1">
      <w:start w:val="1"/>
      <w:numFmt w:val="lowerRoman"/>
      <w:lvlText w:val="%3."/>
      <w:lvlJc w:val="right"/>
      <w:pPr>
        <w:ind w:left="8820" w:hanging="180"/>
      </w:pPr>
    </w:lvl>
    <w:lvl w:ilvl="3" w:tplc="0409000F" w:tentative="1">
      <w:start w:val="1"/>
      <w:numFmt w:val="decimal"/>
      <w:lvlText w:val="%4."/>
      <w:lvlJc w:val="left"/>
      <w:pPr>
        <w:ind w:left="9540" w:hanging="360"/>
      </w:pPr>
    </w:lvl>
    <w:lvl w:ilvl="4" w:tplc="04090019" w:tentative="1">
      <w:start w:val="1"/>
      <w:numFmt w:val="lowerLetter"/>
      <w:lvlText w:val="%5."/>
      <w:lvlJc w:val="left"/>
      <w:pPr>
        <w:ind w:left="10260" w:hanging="360"/>
      </w:pPr>
    </w:lvl>
    <w:lvl w:ilvl="5" w:tplc="0409001B" w:tentative="1">
      <w:start w:val="1"/>
      <w:numFmt w:val="lowerRoman"/>
      <w:lvlText w:val="%6."/>
      <w:lvlJc w:val="right"/>
      <w:pPr>
        <w:ind w:left="10980" w:hanging="180"/>
      </w:pPr>
    </w:lvl>
    <w:lvl w:ilvl="6" w:tplc="0409000F" w:tentative="1">
      <w:start w:val="1"/>
      <w:numFmt w:val="decimal"/>
      <w:lvlText w:val="%7."/>
      <w:lvlJc w:val="left"/>
      <w:pPr>
        <w:ind w:left="11700" w:hanging="360"/>
      </w:pPr>
    </w:lvl>
    <w:lvl w:ilvl="7" w:tplc="04090019" w:tentative="1">
      <w:start w:val="1"/>
      <w:numFmt w:val="lowerLetter"/>
      <w:lvlText w:val="%8."/>
      <w:lvlJc w:val="left"/>
      <w:pPr>
        <w:ind w:left="12420" w:hanging="360"/>
      </w:pPr>
    </w:lvl>
    <w:lvl w:ilvl="8" w:tplc="0409001B" w:tentative="1">
      <w:start w:val="1"/>
      <w:numFmt w:val="lowerRoman"/>
      <w:lvlText w:val="%9."/>
      <w:lvlJc w:val="right"/>
      <w:pPr>
        <w:ind w:left="13140" w:hanging="180"/>
      </w:pPr>
    </w:lvl>
  </w:abstractNum>
  <w:abstractNum w:abstractNumId="7">
    <w:nsid w:val="2F632EF1"/>
    <w:multiLevelType w:val="hybridMultilevel"/>
    <w:tmpl w:val="B57CEAE4"/>
    <w:lvl w:ilvl="0" w:tplc="AF12F1D2">
      <w:start w:val="9"/>
      <w:numFmt w:val="bullet"/>
      <w:lvlText w:val=""/>
      <w:lvlJc w:val="left"/>
      <w:pPr>
        <w:ind w:left="720" w:hanging="360"/>
      </w:pPr>
      <w:rPr>
        <w:rFonts w:ascii="Wingdings" w:eastAsia="Calibr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5C56F5"/>
    <w:multiLevelType w:val="hybridMultilevel"/>
    <w:tmpl w:val="49C68AF8"/>
    <w:lvl w:ilvl="0" w:tplc="D8C22726">
      <w:start w:val="1"/>
      <w:numFmt w:val="hindiConsonants"/>
      <w:lvlText w:val="%1."/>
      <w:lvlJc w:val="left"/>
      <w:pPr>
        <w:ind w:left="750" w:hanging="39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509D8"/>
    <w:multiLevelType w:val="hybridMultilevel"/>
    <w:tmpl w:val="4246D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F57A17"/>
    <w:multiLevelType w:val="hybridMultilevel"/>
    <w:tmpl w:val="FCDE69E6"/>
    <w:lvl w:ilvl="0" w:tplc="454E43AE">
      <w:start w:val="1"/>
      <w:numFmt w:val="hindiConsonants"/>
      <w:lvlText w:val="%1-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22B4B"/>
    <w:multiLevelType w:val="hybridMultilevel"/>
    <w:tmpl w:val="A4524B2A"/>
    <w:lvl w:ilvl="0" w:tplc="24983CAA">
      <w:start w:val="1"/>
      <w:numFmt w:val="decimal"/>
      <w:lvlText w:val="%1."/>
      <w:lvlJc w:val="left"/>
      <w:pPr>
        <w:ind w:left="720" w:hanging="360"/>
      </w:pPr>
      <w:rPr>
        <w:rFonts w:ascii="Mangal" w:hAnsi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1A27A0"/>
    <w:multiLevelType w:val="hybridMultilevel"/>
    <w:tmpl w:val="CB1A33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D00E3"/>
    <w:multiLevelType w:val="hybridMultilevel"/>
    <w:tmpl w:val="D506C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25326F"/>
    <w:multiLevelType w:val="hybridMultilevel"/>
    <w:tmpl w:val="735C3202"/>
    <w:lvl w:ilvl="0" w:tplc="4F84F2C8">
      <w:start w:val="1"/>
      <w:numFmt w:val="hindiConsonants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9172102"/>
    <w:multiLevelType w:val="hybridMultilevel"/>
    <w:tmpl w:val="657A81FC"/>
    <w:lvl w:ilvl="0" w:tplc="2F789480">
      <w:start w:val="9"/>
      <w:numFmt w:val="bullet"/>
      <w:lvlText w:val="-"/>
      <w:lvlJc w:val="left"/>
      <w:pPr>
        <w:ind w:left="720" w:hanging="360"/>
      </w:pPr>
      <w:rPr>
        <w:rFonts w:ascii="Mangal" w:eastAsia="Calibri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975D73"/>
    <w:multiLevelType w:val="hybridMultilevel"/>
    <w:tmpl w:val="E2709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8">
    <w:nsid w:val="773B7744"/>
    <w:multiLevelType w:val="hybridMultilevel"/>
    <w:tmpl w:val="977A8AB8"/>
    <w:lvl w:ilvl="0" w:tplc="5EB60A06">
      <w:start w:val="1"/>
      <w:numFmt w:val="hindiConsonants"/>
      <w:lvlText w:val="%1-"/>
      <w:lvlJc w:val="left"/>
      <w:pPr>
        <w:ind w:left="765" w:hanging="405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FC5DF6"/>
    <w:multiLevelType w:val="hybridMultilevel"/>
    <w:tmpl w:val="754A12FA"/>
    <w:lvl w:ilvl="0" w:tplc="478AF34C">
      <w:start w:val="9"/>
      <w:numFmt w:val="bullet"/>
      <w:lvlText w:val=""/>
      <w:lvlJc w:val="left"/>
      <w:pPr>
        <w:ind w:left="720" w:hanging="360"/>
      </w:pPr>
      <w:rPr>
        <w:rFonts w:ascii="Wingdings" w:eastAsia="Calibri" w:hAnsi="Wingdings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14"/>
  </w:num>
  <w:num w:numId="4">
    <w:abstractNumId w:val="6"/>
  </w:num>
  <w:num w:numId="5">
    <w:abstractNumId w:val="18"/>
  </w:num>
  <w:num w:numId="6">
    <w:abstractNumId w:val="3"/>
  </w:num>
  <w:num w:numId="7">
    <w:abstractNumId w:val="13"/>
  </w:num>
  <w:num w:numId="8">
    <w:abstractNumId w:val="8"/>
  </w:num>
  <w:num w:numId="9">
    <w:abstractNumId w:val="19"/>
  </w:num>
  <w:num w:numId="10">
    <w:abstractNumId w:val="7"/>
  </w:num>
  <w:num w:numId="11">
    <w:abstractNumId w:val="1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  <w:num w:numId="16">
    <w:abstractNumId w:val="5"/>
  </w:num>
  <w:num w:numId="17">
    <w:abstractNumId w:val="2"/>
  </w:num>
  <w:num w:numId="18">
    <w:abstractNumId w:val="12"/>
  </w:num>
  <w:num w:numId="19">
    <w:abstractNumId w:val="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40D43"/>
    <w:rsid w:val="00007817"/>
    <w:rsid w:val="00017F8E"/>
    <w:rsid w:val="00043999"/>
    <w:rsid w:val="000451DA"/>
    <w:rsid w:val="000A16E2"/>
    <w:rsid w:val="000D0FC8"/>
    <w:rsid w:val="000D641E"/>
    <w:rsid w:val="00137658"/>
    <w:rsid w:val="0016774F"/>
    <w:rsid w:val="001829DB"/>
    <w:rsid w:val="001A3437"/>
    <w:rsid w:val="001C49F5"/>
    <w:rsid w:val="001F5D63"/>
    <w:rsid w:val="00214663"/>
    <w:rsid w:val="00235071"/>
    <w:rsid w:val="00266853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27E10"/>
    <w:rsid w:val="00331D48"/>
    <w:rsid w:val="0033697A"/>
    <w:rsid w:val="00340D43"/>
    <w:rsid w:val="00385BC7"/>
    <w:rsid w:val="003A1605"/>
    <w:rsid w:val="003A380C"/>
    <w:rsid w:val="003E4BC2"/>
    <w:rsid w:val="00406D51"/>
    <w:rsid w:val="00495B54"/>
    <w:rsid w:val="004A56BA"/>
    <w:rsid w:val="004C57A4"/>
    <w:rsid w:val="004E1F6D"/>
    <w:rsid w:val="00506800"/>
    <w:rsid w:val="00544132"/>
    <w:rsid w:val="00553605"/>
    <w:rsid w:val="00584195"/>
    <w:rsid w:val="005862E0"/>
    <w:rsid w:val="00593844"/>
    <w:rsid w:val="0059796A"/>
    <w:rsid w:val="005B568F"/>
    <w:rsid w:val="005D2D86"/>
    <w:rsid w:val="005D3333"/>
    <w:rsid w:val="005F0C55"/>
    <w:rsid w:val="0061174D"/>
    <w:rsid w:val="00663BEC"/>
    <w:rsid w:val="006746F0"/>
    <w:rsid w:val="00690232"/>
    <w:rsid w:val="006B240B"/>
    <w:rsid w:val="006C230E"/>
    <w:rsid w:val="006D197A"/>
    <w:rsid w:val="00707890"/>
    <w:rsid w:val="0071325E"/>
    <w:rsid w:val="007243F7"/>
    <w:rsid w:val="00733E6E"/>
    <w:rsid w:val="0075520E"/>
    <w:rsid w:val="007719FE"/>
    <w:rsid w:val="00776659"/>
    <w:rsid w:val="007B649B"/>
    <w:rsid w:val="007D0C93"/>
    <w:rsid w:val="007E3A6A"/>
    <w:rsid w:val="00840C16"/>
    <w:rsid w:val="008412A7"/>
    <w:rsid w:val="008521C9"/>
    <w:rsid w:val="00870944"/>
    <w:rsid w:val="008715EA"/>
    <w:rsid w:val="00884972"/>
    <w:rsid w:val="008A5A1E"/>
    <w:rsid w:val="008B7801"/>
    <w:rsid w:val="008C77D1"/>
    <w:rsid w:val="008D4310"/>
    <w:rsid w:val="008D6263"/>
    <w:rsid w:val="008F0D7B"/>
    <w:rsid w:val="009117EC"/>
    <w:rsid w:val="00932A77"/>
    <w:rsid w:val="00934323"/>
    <w:rsid w:val="0094696C"/>
    <w:rsid w:val="00967029"/>
    <w:rsid w:val="00976CDC"/>
    <w:rsid w:val="00991F81"/>
    <w:rsid w:val="00A069B8"/>
    <w:rsid w:val="00A07514"/>
    <w:rsid w:val="00A12173"/>
    <w:rsid w:val="00A2744B"/>
    <w:rsid w:val="00A357FF"/>
    <w:rsid w:val="00A455D0"/>
    <w:rsid w:val="00A560EA"/>
    <w:rsid w:val="00A77675"/>
    <w:rsid w:val="00A81719"/>
    <w:rsid w:val="00AA7385"/>
    <w:rsid w:val="00AB18E8"/>
    <w:rsid w:val="00AB6543"/>
    <w:rsid w:val="00B34C00"/>
    <w:rsid w:val="00B72F9C"/>
    <w:rsid w:val="00BB2135"/>
    <w:rsid w:val="00BE1409"/>
    <w:rsid w:val="00C172D4"/>
    <w:rsid w:val="00C2470C"/>
    <w:rsid w:val="00C303C9"/>
    <w:rsid w:val="00C53098"/>
    <w:rsid w:val="00C539D3"/>
    <w:rsid w:val="00C60BAA"/>
    <w:rsid w:val="00C747C4"/>
    <w:rsid w:val="00C77782"/>
    <w:rsid w:val="00C966ED"/>
    <w:rsid w:val="00CB2CAE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D52E9"/>
    <w:rsid w:val="00DD7EF1"/>
    <w:rsid w:val="00DE3532"/>
    <w:rsid w:val="00DE7D70"/>
    <w:rsid w:val="00DF0DAD"/>
    <w:rsid w:val="00DF1559"/>
    <w:rsid w:val="00E21BCB"/>
    <w:rsid w:val="00E2613F"/>
    <w:rsid w:val="00E30987"/>
    <w:rsid w:val="00E32589"/>
    <w:rsid w:val="00E400A5"/>
    <w:rsid w:val="00E52113"/>
    <w:rsid w:val="00E82A24"/>
    <w:rsid w:val="00E84EB1"/>
    <w:rsid w:val="00E9343A"/>
    <w:rsid w:val="00EB1BF3"/>
    <w:rsid w:val="00EC4B61"/>
    <w:rsid w:val="00EC59F9"/>
    <w:rsid w:val="00ED0C42"/>
    <w:rsid w:val="00F0394E"/>
    <w:rsid w:val="00F11A1C"/>
    <w:rsid w:val="00F20557"/>
    <w:rsid w:val="00F2413E"/>
    <w:rsid w:val="00F25B39"/>
    <w:rsid w:val="00F46E01"/>
    <w:rsid w:val="00F525D6"/>
    <w:rsid w:val="00F578A8"/>
    <w:rsid w:val="00F860D8"/>
    <w:rsid w:val="00F91E16"/>
    <w:rsid w:val="00FA2BBB"/>
    <w:rsid w:val="00FB3623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40B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DD52E9"/>
    <w:rPr>
      <w:rFonts w:eastAsia="SolaimanLipi" w:cs="Traditional Arabic"/>
      <w:color w:val="008000"/>
      <w:szCs w:val="32"/>
    </w:rPr>
  </w:style>
  <w:style w:type="character" w:customStyle="1" w:styleId="libAieChar">
    <w:name w:val="libAie Char"/>
    <w:link w:val="libAie"/>
    <w:rsid w:val="00DD52E9"/>
    <w:rPr>
      <w:rFonts w:ascii="Mangal" w:eastAsia="SolaimanLipi" w:hAnsi="Mangal" w:cs="Traditional Arabic"/>
      <w:color w:val="008000"/>
      <w:sz w:val="28"/>
      <w:szCs w:val="32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DD52E9"/>
    <w:rPr>
      <w:rFonts w:cs="Traditional Arabic"/>
      <w:color w:val="008000"/>
      <w:szCs w:val="32"/>
    </w:rPr>
  </w:style>
  <w:style w:type="character" w:customStyle="1" w:styleId="libFootnoteAieChar">
    <w:name w:val="libFootnoteAie Char"/>
    <w:link w:val="libFootnoteAie"/>
    <w:rsid w:val="00DD52E9"/>
    <w:rPr>
      <w:rFonts w:ascii="Mangal" w:hAnsi="Mangal" w:cs="Traditional Arabic"/>
      <w:color w:val="008000"/>
      <w:sz w:val="24"/>
      <w:szCs w:val="32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  <w:rPr>
      <w:rFonts w:ascii="Mangal" w:hAnsi="Mangal" w:cs="Mangal"/>
      <w:color w:val="000000"/>
      <w:sz w:val="28"/>
      <w:szCs w:val="28"/>
    </w:rPr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Titr1">
    <w:name w:val="libTitr1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  <w:style w:type="paragraph" w:customStyle="1" w:styleId="libNotice">
    <w:name w:val="libNotice"/>
    <w:basedOn w:val="libNormal"/>
    <w:link w:val="libNoticeChar"/>
    <w:qFormat/>
    <w:rsid w:val="006B240B"/>
    <w:rPr>
      <w:color w:val="FF0000"/>
      <w:szCs w:val="32"/>
    </w:rPr>
  </w:style>
  <w:style w:type="character" w:customStyle="1" w:styleId="libNoticeChar">
    <w:name w:val="libNotice Char"/>
    <w:basedOn w:val="libNormalChar"/>
    <w:link w:val="libNotice"/>
    <w:rsid w:val="006B240B"/>
    <w:rPr>
      <w:color w:val="FF0000"/>
      <w:szCs w:val="32"/>
    </w:rPr>
  </w:style>
  <w:style w:type="paragraph" w:customStyle="1" w:styleId="libTitr2">
    <w:name w:val="libTitr2"/>
    <w:basedOn w:val="libTitr1"/>
    <w:rsid w:val="00DD7EF1"/>
    <w:rPr>
      <w:sz w:val="44"/>
      <w:szCs w:val="44"/>
    </w:rPr>
  </w:style>
  <w:style w:type="paragraph" w:customStyle="1" w:styleId="libCenterTitr">
    <w:name w:val="libCenterTitr"/>
    <w:basedOn w:val="libCenterBold1"/>
    <w:rsid w:val="006B240B"/>
    <w:rPr>
      <w:sz w:val="56"/>
      <w:szCs w:val="56"/>
    </w:rPr>
  </w:style>
  <w:style w:type="paragraph" w:customStyle="1" w:styleId="libPoem">
    <w:name w:val="libPoem"/>
    <w:basedOn w:val="libNormal"/>
    <w:qFormat/>
    <w:rsid w:val="006B240B"/>
    <w:pPr>
      <w:jc w:val="center"/>
    </w:pPr>
    <w:rPr>
      <w:lang w:bidi="hi-IN"/>
    </w:rPr>
  </w:style>
  <w:style w:type="paragraph" w:customStyle="1" w:styleId="libcenterbold10">
    <w:name w:val="libcenterbold1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footnote00">
    <w:name w:val="libfootnote0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bnotice0">
    <w:name w:val="libnotice"/>
    <w:basedOn w:val="Normal"/>
    <w:rsid w:val="006B2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ListParagraph">
    <w:name w:val="List Paragraph"/>
    <w:basedOn w:val="Normal"/>
    <w:uiPriority w:val="34"/>
    <w:qFormat/>
    <w:rsid w:val="00C172D4"/>
    <w:pPr>
      <w:ind w:left="720"/>
      <w:contextualSpacing/>
    </w:pPr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72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72D4"/>
  </w:style>
  <w:style w:type="table" w:styleId="TableGrid">
    <w:name w:val="Table Grid"/>
    <w:basedOn w:val="TableNormal"/>
    <w:uiPriority w:val="59"/>
    <w:rsid w:val="00C17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Template%20Hindi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57AE-8BF9-42E9-AEA6-639A3765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Hindi2</Template>
  <TotalTime>79</TotalTime>
  <Pages>261</Pages>
  <Words>40370</Words>
  <Characters>230112</Characters>
  <Application>Microsoft Office Word</Application>
  <DocSecurity>0</DocSecurity>
  <Lines>1917</Lines>
  <Paragraphs>539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269943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2</cp:revision>
  <cp:lastPrinted>2016-11-21T11:54:00Z</cp:lastPrinted>
  <dcterms:created xsi:type="dcterms:W3CDTF">2017-04-10T07:17:00Z</dcterms:created>
  <dcterms:modified xsi:type="dcterms:W3CDTF">2017-04-10T08:38:00Z</dcterms:modified>
</cp:coreProperties>
</file>