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95" w:rsidRDefault="005C1395" w:rsidP="003718EF">
      <w:pPr>
        <w:outlineLvl w:val="0"/>
      </w:pPr>
      <w:bookmarkStart w:id="0" w:name="_Toc403378378"/>
      <w:r>
        <w:t>Title : Tragedi Karbala</w:t>
      </w:r>
      <w:bookmarkEnd w:id="0"/>
    </w:p>
    <w:p w:rsidR="00D31AF9" w:rsidRDefault="00D31AF9" w:rsidP="007742AD">
      <w:r w:rsidRPr="00D31AF9">
        <w:t xml:space="preserve">Author : </w:t>
      </w:r>
      <w:r>
        <w:t>Ny.</w:t>
      </w:r>
    </w:p>
    <w:p w:rsidR="00D31AF9" w:rsidRPr="00D31AF9" w:rsidRDefault="00D31AF9" w:rsidP="007742AD">
      <w:r>
        <w:t>Farida Gulmohammadi.</w:t>
      </w:r>
    </w:p>
    <w:p w:rsidR="00D31AF9" w:rsidRPr="00D31AF9" w:rsidRDefault="00D31AF9" w:rsidP="007742AD"/>
    <w:p w:rsidR="00D31AF9" w:rsidRPr="00D31AF9" w:rsidRDefault="00D31AF9" w:rsidP="003718EF">
      <w:pPr>
        <w:outlineLvl w:val="0"/>
      </w:pPr>
      <w:bookmarkStart w:id="1" w:name="_Toc403378132"/>
      <w:bookmarkStart w:id="2" w:name="_Toc403378379"/>
      <w:r w:rsidRPr="00D31AF9">
        <w:t xml:space="preserve">Translator : </w:t>
      </w:r>
      <w:r>
        <w:t xml:space="preserve">Tim </w:t>
      </w:r>
      <w:r w:rsidRPr="00D31AF9">
        <w:t>Abatasya Islamic Website</w:t>
      </w:r>
      <w:bookmarkEnd w:id="1"/>
      <w:bookmarkEnd w:id="2"/>
    </w:p>
    <w:p w:rsidR="00D31AF9" w:rsidRPr="00D31AF9" w:rsidRDefault="00D31AF9" w:rsidP="007742AD"/>
    <w:p w:rsidR="00D31AF9" w:rsidRPr="00D31AF9" w:rsidRDefault="00D31AF9" w:rsidP="003718EF">
      <w:pPr>
        <w:outlineLvl w:val="0"/>
      </w:pPr>
      <w:bookmarkStart w:id="3" w:name="_Toc403378133"/>
      <w:bookmarkStart w:id="4" w:name="_Toc403378380"/>
      <w:r w:rsidRPr="00D31AF9">
        <w:t>Editor :</w:t>
      </w:r>
      <w:r>
        <w:t xml:space="preserve"> Tim </w:t>
      </w:r>
      <w:r w:rsidRPr="00D31AF9">
        <w:t>Abatasya Islamic Website</w:t>
      </w:r>
      <w:bookmarkEnd w:id="3"/>
      <w:bookmarkEnd w:id="4"/>
    </w:p>
    <w:p w:rsidR="00D31AF9" w:rsidRPr="00D31AF9" w:rsidRDefault="00D31AF9" w:rsidP="007742AD"/>
    <w:p w:rsidR="00D31AF9" w:rsidRPr="00D31AF9" w:rsidRDefault="00D31AF9" w:rsidP="003718EF">
      <w:pPr>
        <w:outlineLvl w:val="0"/>
      </w:pPr>
      <w:bookmarkStart w:id="5" w:name="_Toc403378134"/>
      <w:bookmarkStart w:id="6" w:name="_Toc403378381"/>
      <w:r w:rsidRPr="00D31AF9">
        <w:t>Publisher : Abatasya Islamic Website</w:t>
      </w:r>
      <w:bookmarkEnd w:id="5"/>
      <w:bookmarkEnd w:id="6"/>
    </w:p>
    <w:p w:rsidR="00D31AF9" w:rsidRPr="00D31AF9" w:rsidRDefault="00D31AF9" w:rsidP="007742AD"/>
    <w:p w:rsidR="00D31AF9" w:rsidRPr="00D31AF9" w:rsidRDefault="00D31AF9" w:rsidP="003718EF">
      <w:pPr>
        <w:outlineLvl w:val="0"/>
      </w:pPr>
      <w:bookmarkStart w:id="7" w:name="_Toc403378135"/>
      <w:bookmarkStart w:id="8" w:name="_Toc403378382"/>
      <w:r w:rsidRPr="00D31AF9">
        <w:t>Publish date : Islamic Republic of Iran Broadcasting</w:t>
      </w:r>
      <w:bookmarkEnd w:id="7"/>
      <w:bookmarkEnd w:id="8"/>
    </w:p>
    <w:p w:rsidR="00D31AF9" w:rsidRPr="00D31AF9" w:rsidRDefault="00D31AF9" w:rsidP="007742AD"/>
    <w:p w:rsidR="00D31AF9" w:rsidRPr="00D31AF9" w:rsidRDefault="00D31AF9" w:rsidP="003718EF">
      <w:pPr>
        <w:outlineLvl w:val="0"/>
      </w:pPr>
      <w:bookmarkStart w:id="9" w:name="_Toc403378136"/>
      <w:bookmarkStart w:id="10" w:name="_Toc403378383"/>
      <w:r w:rsidRPr="00D31AF9">
        <w:t xml:space="preserve">Page count : </w:t>
      </w:r>
      <w:r w:rsidR="00CD6E67" w:rsidRPr="007742AD">
        <w:t>113</w:t>
      </w:r>
      <w:bookmarkEnd w:id="9"/>
      <w:bookmarkEnd w:id="10"/>
    </w:p>
    <w:p w:rsidR="00C542CB" w:rsidRPr="005C1395" w:rsidRDefault="00C542CB" w:rsidP="007742AD">
      <w:r w:rsidRPr="005C1395">
        <w:t>Pendahuluan</w:t>
      </w:r>
    </w:p>
    <w:p w:rsidR="00C542CB" w:rsidRPr="00C542CB" w:rsidRDefault="00C542CB" w:rsidP="007742AD">
      <w:r w:rsidRPr="00C542CB">
        <w:t>Pertengahan abad pertama Hijirah, yaitu masa pasca kekhalifahan Abu Bakar bin Abu Quhafah, Umar</w:t>
      </w:r>
    </w:p>
    <w:p w:rsidR="00C542CB" w:rsidRPr="00C542CB" w:rsidRDefault="00C542CB" w:rsidP="007742AD">
      <w:r w:rsidRPr="00C542CB">
        <w:t>bin Khattab, Utsman bin Affan, dan Imam Ali bin Thalib, Muawiyah yang tadinya menjabat gubernur</w:t>
      </w:r>
    </w:p>
    <w:p w:rsidR="00C542CB" w:rsidRPr="00C542CB" w:rsidRDefault="00C542CB" w:rsidP="007742AD">
      <w:r w:rsidRPr="00C542CB">
        <w:t>Syam (Suriah) atas pilihan Utsman bin Affan mengangkat dirinya sebagai khalifah setelah berhasil</w:t>
      </w:r>
    </w:p>
    <w:p w:rsidR="00C542CB" w:rsidRPr="00C542CB" w:rsidRDefault="00C542CB" w:rsidP="007742AD">
      <w:r w:rsidRPr="00C542CB">
        <w:t>menyingkirkan khalifah yang sah, Imam Hasan bin Ali yang menggantikan Imam Ali dan berbasis di</w:t>
      </w:r>
    </w:p>
    <w:p w:rsidR="00C542CB" w:rsidRPr="00C542CB" w:rsidRDefault="00C542CB" w:rsidP="007742AD">
      <w:r w:rsidRPr="00C542CB">
        <w:t>Madinah.</w:t>
      </w:r>
    </w:p>
    <w:p w:rsidR="00C542CB" w:rsidRPr="00C542CB" w:rsidRDefault="00C542CB" w:rsidP="007742AD">
      <w:r w:rsidRPr="00C542CB">
        <w:t>Ketika Muawiah Bin Abi Sufyan menemui ajalnya, anaknya yang bernama Yazid menggantikan</w:t>
      </w:r>
    </w:p>
    <w:p w:rsidR="00C542CB" w:rsidRPr="00C542CB" w:rsidRDefault="00C542CB" w:rsidP="007742AD">
      <w:r w:rsidRPr="00C542CB">
        <w:t>kedudukannya di atas singgasana khalifah yang saat itu sudah benar-benar menyerupai kerajaan tiran</w:t>
      </w:r>
    </w:p>
    <w:p w:rsidR="00C542CB" w:rsidRPr="00C542CB" w:rsidRDefault="00C542CB" w:rsidP="007742AD">
      <w:r w:rsidRPr="00C542CB">
        <w:t>dan sarat ironi. Seperti ayahnya, karena naik tanpa restu umat dan syariat, Yazid mencari baiat dengan</w:t>
      </w:r>
    </w:p>
    <w:p w:rsidR="00C542CB" w:rsidRPr="00C542CB" w:rsidRDefault="00C542CB" w:rsidP="007742AD">
      <w:r w:rsidRPr="00C542CB">
        <w:t>cara paksa dari umat. Di pihak lain, sebagai tokoh yang paling berpengaruh di tengah umat, putera</w:t>
      </w:r>
    </w:p>
    <w:p w:rsidR="00C542CB" w:rsidRPr="00C542CB" w:rsidRDefault="00C542CB" w:rsidP="007742AD">
      <w:r w:rsidRPr="00C542CB">
        <w:t>Fatimah Azzahra dan cucu tercinta Rasul, Imam Husain bin Ali bin Abi Thalib yang tinggal di</w:t>
      </w:r>
    </w:p>
    <w:p w:rsidR="00C542CB" w:rsidRPr="00C542CB" w:rsidRDefault="00C542CB" w:rsidP="007742AD">
      <w:r w:rsidRPr="00C542CB">
        <w:t>Madinah, diincar oleh Yazid. Beliau dikirimi surat dan pesan agar memilih satu diantara dua pilihan;</w:t>
      </w:r>
    </w:p>
    <w:p w:rsidR="00C542CB" w:rsidRPr="00C542CB" w:rsidRDefault="00C542CB" w:rsidP="007742AD">
      <w:r w:rsidRPr="00C542CB">
        <w:t>baiat kepada Yazid atau mati.</w:t>
      </w:r>
    </w:p>
    <w:p w:rsidR="00C542CB" w:rsidRPr="00C542CB" w:rsidRDefault="00C542CB" w:rsidP="007742AD">
      <w:r w:rsidRPr="00C542CB">
        <w:lastRenderedPageBreak/>
        <w:t>Saat menolak pilihan pertama, baiat, Imam Husain tiba-tiba diserbu ribuan surat dari penduduk Kufah,</w:t>
      </w:r>
    </w:p>
    <w:p w:rsidR="00C542CB" w:rsidRPr="00C542CB" w:rsidRDefault="00C542CB" w:rsidP="007742AD">
      <w:r w:rsidRPr="00C542CB">
        <w:t>Irak. Mereka menyatakan siap mengadakan perlawanan bersenjata atas Yazid bin Muawiyah dan membaiat Imam Husain sebagai khalifah dengan syarat beliau datang ke Kufah untuk mengoordinasi</w:t>
      </w:r>
    </w:p>
    <w:p w:rsidR="00C542CB" w:rsidRPr="00C542CB" w:rsidRDefault="00C542CB" w:rsidP="007742AD">
      <w:r w:rsidRPr="00C542CB">
        <w:t>dan mengomandani pasukan perlawanan. Tadinya Imam keberataan memenuhi ajakan itu karena orang</w:t>
      </w:r>
    </w:p>
    <w:p w:rsidR="00C542CB" w:rsidRPr="00C542CB" w:rsidRDefault="00C542CB" w:rsidP="007742AD">
      <w:r w:rsidRPr="00C542CB">
        <w:t>Kufah sudah lama beliau ketahui sulit dipegang janjinya.</w:t>
      </w:r>
    </w:p>
    <w:p w:rsidR="00C542CB" w:rsidRPr="00C542CB" w:rsidRDefault="00C542CB" w:rsidP="007742AD">
      <w:r w:rsidRPr="00C542CB">
        <w:t>Namun, keberatan itu membuat beliau semakin dibanjiri surat sampai akhirnya beliau tak kuasa untuk</w:t>
      </w:r>
    </w:p>
    <w:p w:rsidR="00C542CB" w:rsidRPr="00C542CB" w:rsidRDefault="00C542CB" w:rsidP="007742AD">
      <w:r w:rsidRPr="00C542CB">
        <w:t>menolak saat surat-surat terakhir penduduk Kufah berisikan ancaman mereka untuk mengadukan</w:t>
      </w:r>
    </w:p>
    <w:p w:rsidR="00C542CB" w:rsidRPr="00C542CB" w:rsidRDefault="00C542CB" w:rsidP="007742AD">
      <w:r w:rsidRPr="00C542CB">
        <w:t>beliau kepada Allah di hari kiamat kelak bahwa beliau telah menolak kebangkitan melawan penguasa</w:t>
      </w:r>
    </w:p>
    <w:p w:rsidR="00C542CB" w:rsidRPr="00C542CB" w:rsidRDefault="00C542CB" w:rsidP="007742AD">
      <w:r w:rsidRPr="00C542CB">
        <w:t>tiran, bahwa beliau telah menyia-nyiakan kekuatan dan kesempatan yang tersedia untuk</w:t>
      </w:r>
    </w:p>
    <w:p w:rsidR="00C542CB" w:rsidRPr="00C542CB" w:rsidRDefault="00C542CB" w:rsidP="007742AD">
      <w:r w:rsidRPr="00C542CB">
        <w:t>menumbangkan penguasa zalim dan kejam, bahwa beliau tidak mengindahkan jeritan, derita, dan</w:t>
      </w:r>
    </w:p>
    <w:p w:rsidR="00C542CB" w:rsidRPr="00C542CB" w:rsidRDefault="00C542CB" w:rsidP="007742AD">
      <w:r w:rsidRPr="00C542CB">
        <w:t>harapan kaum mustahd'afin, dan bahwa beliau tidak berani mengorbankan jiwa dan raga demi melawan</w:t>
      </w:r>
    </w:p>
    <w:p w:rsidR="00C542CB" w:rsidRPr="00C542CB" w:rsidRDefault="00C542CB" w:rsidP="007742AD">
      <w:r w:rsidRPr="00C542CB">
        <w:t>penguasa durjana. Sang Imam tak berkutik, meskipun beliau tahu semua itu belum tentu mencerminkan</w:t>
      </w:r>
    </w:p>
    <w:p w:rsidR="00C542CB" w:rsidRPr="00C542CB" w:rsidRDefault="00C542CB" w:rsidP="007742AD">
      <w:r w:rsidRPr="00C542CB">
        <w:t>loyalitas penduduk Kufah dengan resiko apapun. Saat itulah Imam merasa dihadapkan pada ketajaman</w:t>
      </w:r>
    </w:p>
    <w:p w:rsidR="00C542CB" w:rsidRPr="00C542CB" w:rsidRDefault="00C542CB" w:rsidP="007742AD">
      <w:r w:rsidRPr="00C542CB">
        <w:t>lensa sejarah yang hanya mau merekam bukti dan kenyataan di depan mata umat, bukan dogma-dogma</w:t>
      </w:r>
    </w:p>
    <w:p w:rsidR="00C542CB" w:rsidRPr="00C542CB" w:rsidRDefault="00C542CB" w:rsidP="007742AD">
      <w:r w:rsidRPr="00C542CB">
        <w:t>sakral tentang hakikat non-derawi. Jadi, kebangkitan Imam tadinya bukan berarti harus keluar dari</w:t>
      </w:r>
    </w:p>
    <w:p w:rsidR="00C542CB" w:rsidRPr="00C542CB" w:rsidRDefault="00C542CB" w:rsidP="007742AD">
      <w:r w:rsidRPr="00C542CB">
        <w:t>menuju Kufah, tetapi karena secara kasat mata di Kufah sudah tersedia kesempatan dan kekuatan untuk</w:t>
      </w:r>
    </w:p>
    <w:p w:rsidR="00C542CB" w:rsidRPr="00C542CB" w:rsidRDefault="00C542CB" w:rsidP="007742AD">
      <w:r w:rsidRPr="00C542CB">
        <w:t>menumbangkan Yazid, beliau harus keluar untuk memastikan benarkah kesempatan itu memang ada.</w:t>
      </w:r>
    </w:p>
    <w:p w:rsidR="00C542CB" w:rsidRPr="00C542CB" w:rsidRDefault="00C542CB" w:rsidP="007742AD">
      <w:r w:rsidRPr="00C542CB">
        <w:t>Maka, meskipun dengan berat hati dan keyakinan penuh bahwa beliau akan menghadapi marabahaya,</w:t>
      </w:r>
    </w:p>
    <w:p w:rsidR="00C542CB" w:rsidRPr="00C542CB" w:rsidRDefault="00C542CB" w:rsidP="007742AD">
      <w:r w:rsidRPr="00C542CB">
        <w:lastRenderedPageBreak/>
        <w:t>undangan penduduk Kufah itu akhirnya beliau penuhi. Beliau mengirim utusannya, Muslim bin Aqil</w:t>
      </w:r>
    </w:p>
    <w:p w:rsidR="00C542CB" w:rsidRPr="00C542CB" w:rsidRDefault="00C542CB" w:rsidP="007742AD">
      <w:r w:rsidRPr="00C542CB">
        <w:t>untuk meninjau keadaan yang sesungguhnya di Kufah. Di Kufah, Muslim mendapati rakyat benarbenar</w:t>
      </w:r>
    </w:p>
    <w:p w:rsidR="00C542CB" w:rsidRPr="00C542CB" w:rsidRDefault="00C542CB" w:rsidP="007742AD">
      <w:r w:rsidRPr="00C542CB">
        <w:t>sedang diterjang gelora semangat perlawanan. Karenanya, Muslim menyampaikan berita gembira</w:t>
      </w:r>
    </w:p>
    <w:p w:rsidR="00C542CB" w:rsidRPr="00C542CB" w:rsidRDefault="00C542CB" w:rsidP="007742AD">
      <w:r w:rsidRPr="00C542CB">
        <w:t>itu kepada Imam Husain lewat surat. Imam berangkat menuju Kufah bersama rombongannya yang</w:t>
      </w:r>
    </w:p>
    <w:p w:rsidR="00C542CB" w:rsidRPr="00C542CB" w:rsidRDefault="00C542CB" w:rsidP="007742AD">
      <w:r w:rsidRPr="00C542CB">
        <w:t>berjumlah ratusan orang, setelah beliau singgah terlebih dahulu ke Mekkah.</w:t>
      </w:r>
    </w:p>
    <w:p w:rsidR="00C542CB" w:rsidRPr="00C542CB" w:rsidRDefault="00C542CB" w:rsidP="007742AD">
      <w:r w:rsidRPr="00C542CB">
        <w:t>Ketika Imam sedang dalam perjalanan panjang menuju Kufah, keadaan di kota ini berubah total. Nyali</w:t>
      </w:r>
    </w:p>
    <w:p w:rsidR="00C542CB" w:rsidRPr="00C542CB" w:rsidRDefault="00C542CB" w:rsidP="007742AD">
      <w:r w:rsidRPr="00C542CB">
        <w:t>penduduk tiba-tiba ciut dan keder setelah diancam habis-habisan oleh gubernur Kufah yang berdarah</w:t>
      </w:r>
    </w:p>
    <w:p w:rsidR="00C542CB" w:rsidRPr="00C542CB" w:rsidRDefault="00C542CB" w:rsidP="007742AD">
      <w:r w:rsidRPr="00C542CB">
        <w:t>dingin, Ubaidillah bin Ziyad. Semua menutup pintu rapat-rapat dan tak ada yang berani keluar untuk</w:t>
      </w:r>
    </w:p>
    <w:p w:rsidR="00C542CB" w:rsidRPr="00C542CB" w:rsidRDefault="00C542CB" w:rsidP="007742AD">
      <w:r w:rsidRPr="00C542CB">
        <w:t>bicara dan berkumpul lagi soal gerakan perlawanan. Hanya segelintir orang yang masih setia kepada</w:t>
      </w:r>
    </w:p>
    <w:p w:rsidR="00C542CB" w:rsidRPr="00C542CB" w:rsidRDefault="00C542CB" w:rsidP="007742AD">
      <w:r w:rsidRPr="00C542CB">
        <w:t>Muslim bin Aqil dan siap menyongsong segala resiko. Namun akhirnya mereka ditangkap. Muslim</w:t>
      </w:r>
    </w:p>
    <w:p w:rsidR="00C542CB" w:rsidRPr="00C542CB" w:rsidRDefault="00C542CB" w:rsidP="007742AD">
      <w:r w:rsidRPr="00C542CB">
        <w:t>dihabisi dengan cara yang sangat sadis. Jasadnya yang tanpa kepala dipertontonkan di pasar Kufah, dan</w:t>
      </w:r>
    </w:p>
    <w:p w:rsidR="004241E7" w:rsidRDefault="00C542CB" w:rsidP="007742AD">
      <w:r w:rsidRPr="00C542CB">
        <w:t>penduduk terpaksa pura-pura ikut bergembira atas kematian Muslim.</w:t>
      </w:r>
    </w:p>
    <w:p w:rsidR="002B6312" w:rsidRDefault="002B6312" w:rsidP="007742AD">
      <w:r>
        <w:t>Perubahan itu tercium Imam Husain dan rombongannya ketika sudah mendekati Kufah. Mendengar itu,</w:t>
      </w:r>
    </w:p>
    <w:p w:rsidR="002B6312" w:rsidRDefault="002B6312" w:rsidP="007742AD">
      <w:r>
        <w:t>rombongan Imam banyak yang terguncang kemudian memilih mundur dan keluar dari barisan Imam.</w:t>
      </w:r>
    </w:p>
    <w:p w:rsidR="002B6312" w:rsidRDefault="002B6312" w:rsidP="007742AD">
      <w:r>
        <w:t>Jumlah pengikut beliau akhirnya surut drastis, hanya tinggal beberapa wanita dan anak kecil serta</w:t>
      </w:r>
    </w:p>
    <w:p w:rsidR="002B6312" w:rsidRDefault="002B6312" w:rsidP="007742AD">
      <w:r>
        <w:t>puluhan orang. Namun, karena masih ada setumpuk alasan seperti yang dapat Anda baca dalam menu</w:t>
      </w:r>
    </w:p>
    <w:p w:rsidR="002B6312" w:rsidRDefault="002B6312" w:rsidP="007742AD">
      <w:r>
        <w:t>Falsafah Peristiwa Karbala dan Falsafah Peringatan Tragedi Karbala, putera pasangan suci Imam Ali</w:t>
      </w:r>
    </w:p>
    <w:p w:rsidR="002B6312" w:rsidRDefault="002B6312" w:rsidP="007742AD">
      <w:r>
        <w:lastRenderedPageBreak/>
        <w:t>dan Fatimah Azzahra itu tetap melanjutkan perjalanan sampai kemudian berhadapan dengan pasukan</w:t>
      </w:r>
    </w:p>
    <w:p w:rsidR="002B6312" w:rsidRDefault="002B6312" w:rsidP="007742AD">
      <w:r>
        <w:t>kiriman gubernur Kufah pimpinan Hur bin Yazid Arriyahi. Pasukan itu dikirim sengaja untuk</w:t>
      </w:r>
    </w:p>
    <w:p w:rsidR="002B6312" w:rsidRDefault="002B6312" w:rsidP="007742AD">
      <w:r>
        <w:t>menghadang rombongan Imam. Berikut ini adalah penggalan kisah akhir perjalanan beliau yang kami</w:t>
      </w:r>
    </w:p>
    <w:p w:rsidR="002B6312" w:rsidRDefault="002B6312" w:rsidP="007742AD">
      <w:r>
        <w:t>sadur dari buku Husain, Beheshti-e Mau'ud (Husain, Sorga yang Dijanjikan), karya penulis Iran Ny.</w:t>
      </w:r>
    </w:p>
    <w:p w:rsidR="002B6312" w:rsidRDefault="002B6312" w:rsidP="007742AD">
      <w:r>
        <w:t>Farida Gulmohammadi.</w:t>
      </w:r>
    </w:p>
    <w:p w:rsidR="002B6312" w:rsidRDefault="002B6312" w:rsidP="007742AD">
      <w:r>
        <w:br w:type="page"/>
      </w:r>
      <w:r>
        <w:lastRenderedPageBreak/>
        <w:t>Pertemuan Imam Husain as Dengan Hur bin Yazid Arrayahi</w:t>
      </w:r>
    </w:p>
    <w:p w:rsidR="002B6312" w:rsidRDefault="002B6312" w:rsidP="007742AD">
      <w:r>
        <w:t>Tak lama setelah memasang tenda, rombongan Imam Husain as didatangi seribu pasukan kuda yang</w:t>
      </w:r>
    </w:p>
    <w:p w:rsidR="002B6312" w:rsidRDefault="002B6312" w:rsidP="007742AD">
      <w:r>
        <w:t>dipimpin oleh Hur bin Yazid Arrayahi. Pasukan yang tampak siap berperang itu berjajar di depan Imam</w:t>
      </w:r>
    </w:p>
    <w:p w:rsidR="002B6312" w:rsidRDefault="002B6312" w:rsidP="007742AD">
      <w:r>
        <w:t>Husain dan para sahabatnya yang juga siap bertempur dengan mengikatkan sarung pedang masingmasing</w:t>
      </w:r>
    </w:p>
    <w:p w:rsidR="002B6312" w:rsidRDefault="002B6312" w:rsidP="007742AD">
      <w:r>
        <w:t>dipinggang.</w:t>
      </w:r>
    </w:p>
    <w:p w:rsidR="002B6312" w:rsidRDefault="002B6312" w:rsidP="007742AD">
      <w:r>
        <w:t>Gurun sahara semakin memanas. Matahari memanggang setiap kepala. Imam Husain dan para</w:t>
      </w:r>
    </w:p>
    <w:p w:rsidR="002B6312" w:rsidRDefault="002B6312" w:rsidP="007742AD">
      <w:r>
        <w:t>sahabatnya memerintahkan para pengikutnya supaya air yang masih tersisa diminum dan minumkan</w:t>
      </w:r>
    </w:p>
    <w:p w:rsidR="002B6312" w:rsidRDefault="002B6312" w:rsidP="007742AD">
      <w:r>
        <w:t>kepada kuda-kuda mereka. Hingga tengah hari itu suasana yang masih relatif tenang. Begitu waktu</w:t>
      </w:r>
    </w:p>
    <w:p w:rsidR="002B6312" w:rsidRDefault="002B6312" w:rsidP="007742AD">
      <w:r>
        <w:t>solat dhuhur tiba, Imam memerintah seorang pengikutnya yang bernama Hajjaj bin Masruq Al-Ja'fi</w:t>
      </w:r>
    </w:p>
    <w:p w:rsidR="002B6312" w:rsidRDefault="002B6312" w:rsidP="007742AD">
      <w:r>
        <w:t>untuk mengumandang azan. Seusai azan, beliau berdiri di depan pasukan Hur untuk menyampaikan</w:t>
      </w:r>
    </w:p>
    <w:p w:rsidR="00C542CB" w:rsidRDefault="002B6312" w:rsidP="007742AD">
      <w:r>
        <w:t>suatu kata kepada mereka yang beliau pandang sebagai orang-orang Kufah tersebut.</w:t>
      </w:r>
    </w:p>
    <w:p w:rsidR="009D64C4" w:rsidRDefault="009D64C4" w:rsidP="007742AD">
      <w:r>
        <w:t>"Hai orang-orang!" Seru Imam Husain setelah menyatakan pujian kepada Allah dan salawat kepada</w:t>
      </w:r>
    </w:p>
    <w:p w:rsidR="009D64C4" w:rsidRDefault="009D64C4" w:rsidP="007742AD">
      <w:r>
        <w:t>rasul-Nya. "Aku tidaklah kepada kalian kecuali setelah aku didatangi surat-surat dari kalian. Kalian,</w:t>
      </w:r>
    </w:p>
    <w:p w:rsidR="009D64C4" w:rsidRDefault="009D64C4" w:rsidP="007742AD">
      <w:r>
        <w:t>orang-orang Kufah, telah mengundangku. Kalian memintaku datang karena kalian merasa tidak</w:t>
      </w:r>
    </w:p>
    <w:p w:rsidR="009D64C4" w:rsidRDefault="009D64C4" w:rsidP="007742AD">
      <w:r>
        <w:t>memiliki pemimpin, dan agar kemudian membimbing kalian kepada jalan yang benar. Oleh sebab</w:t>
      </w:r>
    </w:p>
    <w:p w:rsidR="009D64C4" w:rsidRDefault="009D64C4" w:rsidP="007742AD">
      <w:r>
        <w:t>inilah aku pun bergerak ke arah kalian. Kini aku telah datang. Jika kalian masih berpegang pada janji</w:t>
      </w:r>
    </w:p>
    <w:p w:rsidR="009D64C4" w:rsidRDefault="009D64C4" w:rsidP="007742AD">
      <w:r>
        <w:t>kalian, maka aku akan menetap bersama kalian. Jika tidak, maka aku akan kembali ke negeriku."</w:t>
      </w:r>
    </w:p>
    <w:p w:rsidR="009D64C4" w:rsidRDefault="009D64C4" w:rsidP="007742AD">
      <w:r w:rsidRPr="009D64C4">
        <w:t>Rombongan pasukan berkuda yang diajak bicara oleh Imam Husain as itu terdiam seribu basa. Tak ada</w:t>
      </w:r>
      <w:r>
        <w:t xml:space="preserve"> seorang </w:t>
      </w:r>
      <w:r>
        <w:lastRenderedPageBreak/>
        <w:t>yang angkat bicara.</w:t>
      </w:r>
      <w:r w:rsidRPr="009D64C4">
        <w:rPr>
          <w:rStyle w:val="libFootnotenumChar"/>
        </w:rPr>
        <w:t>1</w:t>
      </w:r>
      <w:r>
        <w:t xml:space="preserve"> Beliau kemudian memerintahkan muazzin tadi untuk mengumandangkan</w:t>
      </w:r>
    </w:p>
    <w:p w:rsidR="009D64C4" w:rsidRDefault="009D64C4" w:rsidP="007742AD">
      <w:r>
        <w:t>iqamah setelah meminta Hur supaya menunaikan solat bersama pasukannya sebagai Imam Husain as</w:t>
      </w:r>
    </w:p>
    <w:p w:rsidR="009D64C4" w:rsidRDefault="009D64C4" w:rsidP="007742AD">
      <w:r>
        <w:t>juga solat bersama para pengikut setianya. Uniknya, Hur menolak solat sendiri. Dia meminta solat</w:t>
      </w:r>
    </w:p>
    <w:p w:rsidR="009D64C4" w:rsidRDefault="009D64C4" w:rsidP="007742AD">
      <w:r>
        <w:t>berjamaah di belakang beliau. Kedua rombongan kemudian bergabung dalam solat dhuhur berjamaah</w:t>
      </w:r>
    </w:p>
    <w:p w:rsidR="009D64C4" w:rsidRDefault="009D64C4" w:rsidP="007742AD">
      <w:r>
        <w:t>yang dipimpin Imam Husain as.</w:t>
      </w:r>
    </w:p>
    <w:p w:rsidR="009D64C4" w:rsidRDefault="009D64C4" w:rsidP="007742AD">
      <w:r>
        <w:t>Seusai solat, kedua rombongan itu kembali ke perkemahan masing-masing. Beberapa lama kemudian</w:t>
      </w:r>
    </w:p>
    <w:p w:rsidR="009D64C4" w:rsidRDefault="009D64C4" w:rsidP="007742AD">
      <w:r>
        <w:t>kedua rombongan ini bergabung kembali untuk menunaikan solat asar berjemaah dipimpin oleh Imam</w:t>
      </w:r>
    </w:p>
    <w:p w:rsidR="009D64C4" w:rsidRDefault="009D64C4" w:rsidP="007742AD">
      <w:r>
        <w:t>Husain as. Seusai solat asar, beliau mengutarakan khutbah yang diawali dengan pujian kepada Allah</w:t>
      </w:r>
    </w:p>
    <w:p w:rsidR="009D64C4" w:rsidRDefault="009D64C4" w:rsidP="007742AD">
      <w:r>
        <w:t>dan disusul dengan pernyataan sebagai berikut:</w:t>
      </w:r>
    </w:p>
    <w:p w:rsidR="009D64C4" w:rsidRDefault="009D64C4" w:rsidP="007742AD">
      <w:r>
        <w:t>"Amma ba'du. Hai orang-orang, sesungguhnya kalian pasti akan diridhai Allah jika kalian memang</w:t>
      </w:r>
    </w:p>
    <w:p w:rsidR="009D64C4" w:rsidRDefault="009D64C4" w:rsidP="007742AD">
      <w:r>
        <w:t>bertakwa dan mengerti siapakah yang layak memegang hak (untuk memimpin umat), dan (ketahuilah)</w:t>
      </w:r>
    </w:p>
    <w:p w:rsidR="009D64C4" w:rsidRDefault="009D64C4" w:rsidP="007742AD">
      <w:r>
        <w:t>bahwa kami, Ahlul Bait Muhammad saww, adalah orang lebih layak memimpin kalian daripada</w:t>
      </w:r>
    </w:p>
    <w:p w:rsidR="009D64C4" w:rsidRDefault="009D64C4" w:rsidP="007742AD">
      <w:r>
        <w:t>mereka yang mengaku layak tetapi sebenarnya tidak memiliki kelayakan dan mereka yang telah</w:t>
      </w:r>
    </w:p>
    <w:p w:rsidR="009D64C4" w:rsidRDefault="009D64C4" w:rsidP="007742AD">
      <w:r>
        <w:t>menggerakkan kezaliman dan rasa permusuhan (terhadap kami). Jika kalian tidak mengerti hal ini dan</w:t>
      </w:r>
    </w:p>
    <w:p w:rsidR="009D64C4" w:rsidRDefault="009D64C4" w:rsidP="007742AD">
      <w:r>
        <w:t>hanya memahami kebencian kepada kami, tidak mengetahui hak kami, dan kata-kata kalian sekarang</w:t>
      </w:r>
    </w:p>
    <w:p w:rsidR="009D64C4" w:rsidRDefault="009D64C4" w:rsidP="007742AD">
      <w:r>
        <w:t>sudah tidak seperti yang kalian katakan dalam surat-surat kalian yang telah datang menyerbuku</w:t>
      </w:r>
    </w:p>
    <w:p w:rsidR="009D64C4" w:rsidRDefault="009D64C4" w:rsidP="007742AD">
      <w:r>
        <w:t>bersama para utusan kalian, maka aku akan pergi meninggalkan kalian."</w:t>
      </w:r>
      <w:r w:rsidRPr="009D64C4">
        <w:rPr>
          <w:rStyle w:val="libFootnotenumChar"/>
        </w:rPr>
        <w:t>2</w:t>
      </w:r>
    </w:p>
    <w:p w:rsidR="009D64C4" w:rsidRDefault="009D64C4" w:rsidP="007742AD">
      <w:r>
        <w:t>Hur menjawab: "Aku tidak tahu menahu tentang surat-surat yang engkau katakan itu."</w:t>
      </w:r>
    </w:p>
    <w:p w:rsidR="009D64C4" w:rsidRDefault="009D64C4" w:rsidP="007742AD">
      <w:r>
        <w:lastRenderedPageBreak/>
        <w:t>Imam Husain as memerintahkan Aqabah bin Sam'an untuk mengambil surat-surat itu supaya</w:t>
      </w:r>
    </w:p>
    <w:p w:rsidR="009D64C4" w:rsidRDefault="009D64C4" w:rsidP="007742AD">
      <w:r>
        <w:t>diperlihatkan kepada Hur. Setelah melihat surat-surat itu, Hur mengatakan: "Aku bukan bagian dari</w:t>
      </w:r>
    </w:p>
    <w:p w:rsidR="009D64C4" w:rsidRDefault="009D64C4" w:rsidP="007742AD">
      <w:r>
        <w:t>mereka yang mengirim surat-surat itu kepadamu. Aku hanya diperintahkan untuk menyosong</w:t>
      </w:r>
    </w:p>
    <w:p w:rsidR="009D64C4" w:rsidRDefault="009D64C4" w:rsidP="007742AD">
      <w:r>
        <w:t>balatentaramu dan menggiringmu hingga kamu menyerah di depan Ubaidillah bin Ziyad."</w:t>
      </w:r>
    </w:p>
    <w:p w:rsidR="009D64C4" w:rsidRDefault="009D64C4" w:rsidP="007742AD">
      <w:r>
        <w:t>Kata-kata Hur rupanya tak diduga sebelumnya oleh Imam Husain as. Kata-kata ini mengundang</w:t>
      </w:r>
    </w:p>
    <w:p w:rsidR="009D64C4" w:rsidRDefault="009D64C4" w:rsidP="007742AD">
      <w:r>
        <w:t>kegeraman beliau. Beliau memerintahkan para pengikutnya untuk membongkar kembali tenda-tenda</w:t>
      </w:r>
    </w:p>
    <w:p w:rsidR="009D64C4" w:rsidRDefault="009D64C4" w:rsidP="007742AD">
      <w:r>
        <w:t>yang terpasang kemudian bergerak lagi sambil mengendarai kuda-kuda mereka. Perintah Imam Husain as pun mereka laksanakan. Namun begitu hendak bergerak, jalan rombongan Imam Husain as dihadang</w:t>
      </w:r>
    </w:p>
    <w:p w:rsidR="009D64C4" w:rsidRDefault="009D64C4" w:rsidP="007742AD">
      <w:r>
        <w:t>oleh pasukan Hur.</w:t>
      </w:r>
    </w:p>
    <w:p w:rsidR="009D64C4" w:rsidRDefault="009D64C4" w:rsidP="007742AD">
      <w:r>
        <w:t>"Semoga kematianmu menimpa ibu, hai Hur, apa yang kamu inginkan dari kami?" Seru Imam Husain</w:t>
      </w:r>
    </w:p>
    <w:p w:rsidR="009D64C4" w:rsidRDefault="009D64C4" w:rsidP="007742AD">
      <w:r>
        <w:t>as gusar.</w:t>
      </w:r>
    </w:p>
    <w:p w:rsidR="009D64C4" w:rsidRDefault="009D64C4" w:rsidP="007742AD">
      <w:r>
        <w:t>"Engkau menyebut-nyebut ibumu, seandainya bukan engkau, aku pasti juga mengucapkan kata-kata</w:t>
      </w:r>
    </w:p>
    <w:p w:rsidR="009D64C4" w:rsidRDefault="009D64C4" w:rsidP="007742AD">
      <w:r>
        <w:t>yang sama, tapi aku tahu ibumu adalah wanita yang sangat patut dimuliakan." Kata Hur.</w:t>
      </w:r>
    </w:p>
    <w:p w:rsidR="009D64C4" w:rsidRDefault="009D64C4" w:rsidP="007742AD">
      <w:r>
        <w:t>"Lantas apa maumu?" Tanya Imam lagi.</w:t>
      </w:r>
    </w:p>
    <w:p w:rsidR="009D64C4" w:rsidRDefault="009D64C4" w:rsidP="007742AD">
      <w:r>
        <w:t>"Aku ingin kamu bersamaku untuk datang kepada Ibnu Ziyad."</w:t>
      </w:r>
    </w:p>
    <w:p w:rsidR="009D64C4" w:rsidRDefault="009D64C4" w:rsidP="007742AD">
      <w:r>
        <w:t>"Aku tidak akan pernah bersamamu."</w:t>
      </w:r>
    </w:p>
    <w:p w:rsidR="009D64C4" w:rsidRDefault="009D64C4" w:rsidP="007742AD">
      <w:r>
        <w:t>"Aku ditugaskan supaya tidak melepaskanmu kecuali setelah kamu aku bawa ke Kufah dan aku</w:t>
      </w:r>
    </w:p>
    <w:p w:rsidR="009D64C4" w:rsidRDefault="009D64C4" w:rsidP="007742AD">
      <w:r>
        <w:t>serahkan kepada Ibnu Ziyad. Wahai Husain, demi Allah, jagalah jiwamu, aku yakin engkau akan</w:t>
      </w:r>
    </w:p>
    <w:p w:rsidR="009D64C4" w:rsidRDefault="009D64C4" w:rsidP="007742AD">
      <w:r>
        <w:t>terbunuh jika kamu berperang."</w:t>
      </w:r>
    </w:p>
    <w:p w:rsidR="00FB58DA" w:rsidRDefault="00FB58DA" w:rsidP="007742AD">
      <w:r>
        <w:t>"Apakah kamu hendak menakut-nakuti dengan kematian, dan apakah urusan kalian akan selesai jika</w:t>
      </w:r>
    </w:p>
    <w:p w:rsidR="00FB58DA" w:rsidRDefault="00FB58DA" w:rsidP="007742AD">
      <w:r>
        <w:lastRenderedPageBreak/>
        <w:t>aku terbunuh?! Aku akan pergi dan kematian bukanlah sesuatu yang hina bagi seorang ksatria apabila</w:t>
      </w:r>
    </w:p>
    <w:p w:rsidR="00FB58DA" w:rsidRDefault="00FB58DA" w:rsidP="007742AD">
      <w:r>
        <w:t>kebenaran sudah diniatkan, perang dilakukan demi Islam, jiwa dikorbankan di atas jalan orang-orang</w:t>
      </w:r>
    </w:p>
    <w:p w:rsidR="00FB58DA" w:rsidRDefault="00FB58DA" w:rsidP="007742AD">
      <w:r>
        <w:t>yang salih, dan diri terpisah dari orang-orang yang celaka dan para pendurhaka."</w:t>
      </w:r>
    </w:p>
    <w:p w:rsidR="00FB58DA" w:rsidRDefault="00FB58DA" w:rsidP="007742AD">
      <w:r>
        <w:t>Kata-kata Imam Husain ini mulai menyentuh hati Hur. Hur mendekati Imam Husain as sambil</w:t>
      </w:r>
    </w:p>
    <w:p w:rsidR="00FB58DA" w:rsidRDefault="00FB58DA" w:rsidP="007742AD">
      <w:r>
        <w:t>memerintahkan pasukan bergerak mengikuti perjalanan beliau. Selama perjalanan terjadi dialog antara</w:t>
      </w:r>
    </w:p>
    <w:p w:rsidR="00FB58DA" w:rsidRDefault="00FB58DA" w:rsidP="007742AD">
      <w:r>
        <w:t>beliau dan Hur hingga ketika sampai di lembah Baidhah beliau mengatakan: "Kalau kamu hendak</w:t>
      </w:r>
    </w:p>
    <w:p w:rsidR="00FB58DA" w:rsidRDefault="00FB58DA" w:rsidP="007742AD">
      <w:r>
        <w:t>berperang denganku maka aku siap berduel denganmu."</w:t>
      </w:r>
    </w:p>
    <w:p w:rsidR="00FB58DA" w:rsidRDefault="00FB58DA" w:rsidP="007742AD">
      <w:r>
        <w:t>Hur menjawab: "Aku tidak ditugaskan berperang denganmu. Aku hanya ditugaskan menyerahkan</w:t>
      </w:r>
    </w:p>
    <w:p w:rsidR="00FB58DA" w:rsidRDefault="00FB58DA" w:rsidP="007742AD">
      <w:r>
        <w:t>dirimu kepada Darul Imarah. Jika engkau tidak berkenan ikut aku ke Kufah, maka silahkan engkau</w:t>
      </w:r>
    </w:p>
    <w:p w:rsidR="00FB58DA" w:rsidRDefault="00FB58DA" w:rsidP="007742AD">
      <w:r>
        <w:t>kembali ke Madinah atau kota lain agar aku bisa bebas dari beban tanggungjawabku. Kalau tidak, maka</w:t>
      </w:r>
    </w:p>
    <w:p w:rsidR="00FB58DA" w:rsidRDefault="00FB58DA" w:rsidP="007742AD">
      <w:r>
        <w:t>aku akan menuliskan surat kepada Ibnu Ziyad agar dia menentukan apa yang harus aku lakukan."</w:t>
      </w:r>
    </w:p>
    <w:p w:rsidR="00FB58DA" w:rsidRDefault="00FB58DA" w:rsidP="007742AD">
      <w:r>
        <w:t>Di lembah ini semua rombongan berhenti, dan keduanya pun kembali ke perkemahan masing-masing.</w:t>
      </w:r>
    </w:p>
    <w:p w:rsidR="00FB58DA" w:rsidRDefault="00FB58DA" w:rsidP="007742AD">
      <w:r>
        <w:t>Sakinah puteri Imam Husain mengisahkan: "Dari dalam tenda aku mendengar suara seseorang tersedu</w:t>
      </w:r>
    </w:p>
    <w:p w:rsidR="00FB58DA" w:rsidRDefault="00FB58DA" w:rsidP="007742AD">
      <w:r>
        <w:t>menangis sehingga aku keluar tanpa sepengetahuan siapapun. Aku mendatangi ayahku, dan ternyata</w:t>
      </w:r>
    </w:p>
    <w:p w:rsidR="00FB58DA" w:rsidRDefault="00FB58DA" w:rsidP="007742AD">
      <w:r>
        <w:t>ayahkulah yang menangis di depan para sahabatnya. Kepada mereka ayahku berkata: 'Kalian telah</w:t>
      </w:r>
    </w:p>
    <w:p w:rsidR="00FB58DA" w:rsidRDefault="00FB58DA" w:rsidP="007742AD">
      <w:r>
        <w:t>keluar bersamaku, dan kalian berpikir aku pergi kepada suatu umat yang akan membaiatku dengan</w:t>
      </w:r>
    </w:p>
    <w:p w:rsidR="00FB58DA" w:rsidRDefault="00FB58DA" w:rsidP="007742AD">
      <w:r>
        <w:t>lisan dan hati yang tulus. Namun umat itu sekarang sudah berubah, setan telah memperdayai mereka,</w:t>
      </w:r>
    </w:p>
    <w:p w:rsidR="00FB58DA" w:rsidRDefault="00FB58DA" w:rsidP="007742AD">
      <w:r>
        <w:t>mereka melupakan Allah, yang terpikir di benak mereka sekarang terbunuhnya aku dan orang-orang</w:t>
      </w:r>
    </w:p>
    <w:p w:rsidR="00FB58DA" w:rsidRDefault="00FB58DA" w:rsidP="007742AD">
      <w:r>
        <w:lastRenderedPageBreak/>
        <w:t>yang bersamaku untuk berjihad di jalanku serta tertawannya kaum wanita dan anak-anakku.Yang aku</w:t>
      </w:r>
    </w:p>
    <w:p w:rsidR="00FB58DA" w:rsidRDefault="00FB58DA" w:rsidP="007742AD">
      <w:r>
        <w:t>khawatirkan sekarang ialah jangan-jangan kalian tidak tahu apakah akibat dari apa yang kita lakukan</w:t>
      </w:r>
    </w:p>
    <w:p w:rsidR="00FB58DA" w:rsidRDefault="00FB58DA" w:rsidP="007742AD">
      <w:r>
        <w:t>ini. Oleh sebab itu, sekarang aku bebaskan kalian untuk pergi mengurungkan perjalanan ini jika kalian</w:t>
      </w:r>
    </w:p>
    <w:p w:rsidR="00FB58DA" w:rsidRDefault="00FB58DA" w:rsidP="007742AD">
      <w:r>
        <w:t>kecewa terhadap perjalanan ini. Sedangkan untuk kalian yang masih ingin siap berkorban bersamaku,</w:t>
      </w:r>
    </w:p>
    <w:p w:rsidR="00FB58DA" w:rsidRDefault="00FB58DA" w:rsidP="007742AD">
      <w:r>
        <w:t>ketahuilah bahwa penderitaan ini akan diganti kelak dengan gemerlapnya surga. Ketahuilah bahwa</w:t>
      </w:r>
    </w:p>
    <w:p w:rsidR="00FB58DA" w:rsidRDefault="00FB58DA" w:rsidP="007742AD">
      <w:r>
        <w:t>kakekku Rasulullah pernah bersabda:</w:t>
      </w:r>
    </w:p>
    <w:p w:rsidR="00FB58DA" w:rsidRDefault="00FB58DA" w:rsidP="007742AD">
      <w:r>
        <w:t>"Puteraku Husain akan terbunuh di padang Karbala dalam keadaan terasing seorang diri.</w:t>
      </w:r>
    </w:p>
    <w:p w:rsidR="00FB58DA" w:rsidRDefault="00FB58DA" w:rsidP="007742AD">
      <w:r>
        <w:t>Barangsiapa yang menolongnya, maka dia telah menolongku, dan barangsiapa yang menolongku,</w:t>
      </w:r>
    </w:p>
    <w:p w:rsidR="00FB58DA" w:rsidRDefault="00FB58DA" w:rsidP="007742AD">
      <w:r>
        <w:t>maka dia menolong putera keturunan Husain yaitu Al-Qaim dari keluarga Muhammad, dan barang</w:t>
      </w:r>
    </w:p>
    <w:p w:rsidR="00FB58DA" w:rsidRDefault="00FB58DA" w:rsidP="007742AD">
      <w:pPr>
        <w:rPr>
          <w:rStyle w:val="libFootnotenumChar"/>
        </w:rPr>
      </w:pPr>
      <w:r>
        <w:t>siapa yang menolong kami, maka pada hari kiamat nanti dia akan dimasukkan ke dalam golonganku."</w:t>
      </w:r>
      <w:r w:rsidRPr="00FB58DA">
        <w:rPr>
          <w:rStyle w:val="libFootnotenumChar"/>
        </w:rPr>
        <w:t>3</w:t>
      </w:r>
    </w:p>
    <w:p w:rsidR="00FB58DA" w:rsidRDefault="00FB58DA" w:rsidP="007742AD">
      <w:r>
        <w:t>Sakinah melanjutkan, "Demi Allah, setelah mendengar pernyataan itu, para pengikut beliau banyak</w:t>
      </w:r>
    </w:p>
    <w:p w:rsidR="00FB58DA" w:rsidRDefault="00FB58DA" w:rsidP="007742AD">
      <w:r>
        <w:t>yang memisahkan diri sehingga tinggal sekitar 70-an orang.</w:t>
      </w:r>
      <w:r w:rsidRPr="00FB58DA">
        <w:rPr>
          <w:rStyle w:val="libFootnotenumChar"/>
        </w:rPr>
        <w:t>4</w:t>
      </w:r>
      <w:r>
        <w:t xml:space="preserve"> Aku mendatangi ayahku dengan hati yang</w:t>
      </w:r>
    </w:p>
    <w:p w:rsidR="00FB58DA" w:rsidRDefault="00FB58DA" w:rsidP="007742AD">
      <w:r>
        <w:t>sangat kesal dan kecewa. Aku rasanya ingin menjerit sekeras-kerasnya, namun akhirnya hanya bisa</w:t>
      </w:r>
    </w:p>
    <w:p w:rsidR="00FB58DA" w:rsidRDefault="00FB58DA" w:rsidP="007742AD">
      <w:r>
        <w:t>menengadahkan wajahku ke langit sambil berdoa: Ya Allah, sesungguhnya mereka telah menyianyiakan</w:t>
      </w:r>
    </w:p>
    <w:p w:rsidR="00FB58DA" w:rsidRDefault="00FB58DA" w:rsidP="007742AD">
      <w:r>
        <w:t>kami, maka sia-siakanlah mereka. Janganlah Engkau gemakan suara mereka ke langit,</w:t>
      </w:r>
    </w:p>
    <w:p w:rsidR="00FB58DA" w:rsidRDefault="00FB58DA" w:rsidP="007742AD">
      <w:r>
        <w:t>janganlah Engkau anugerahi mereka tempat dan kehormatan di muka bumi, timpakanlah kepada</w:t>
      </w:r>
    </w:p>
    <w:p w:rsidR="00FB58DA" w:rsidRDefault="00FB58DA" w:rsidP="007742AD">
      <w:r>
        <w:t>mereka kemiskinan hingga di liang lahat, jangan Engkau curahkan kepada mereka syafaat kakek kami</w:t>
      </w:r>
    </w:p>
    <w:p w:rsidR="00FB58DA" w:rsidRDefault="00FB58DA" w:rsidP="007742AD">
      <w:pPr>
        <w:rPr>
          <w:rStyle w:val="libFootnotenumChar"/>
        </w:rPr>
      </w:pPr>
      <w:r>
        <w:t>pada hari kiamat. Kabulkan doa orang yang suci dari noda dan dosa."</w:t>
      </w:r>
      <w:r w:rsidRPr="00FB58DA">
        <w:rPr>
          <w:rStyle w:val="libFootnotenumChar"/>
        </w:rPr>
        <w:t>5</w:t>
      </w:r>
    </w:p>
    <w:p w:rsidR="00FB58DA" w:rsidRDefault="00FB58DA" w:rsidP="007742AD">
      <w:r>
        <w:lastRenderedPageBreak/>
        <w:t>Sehari kemudian, seorang pengendara onta dari Kufah datang menghadap Hur sambil menyerahkan</w:t>
      </w:r>
    </w:p>
    <w:p w:rsidR="00FB58DA" w:rsidRDefault="00FB58DA" w:rsidP="007742AD">
      <w:r>
        <w:t>surat balasan dari Ubaidillah yang memerintahkan supaya bersikap keras dan angkuh kepada Imam</w:t>
      </w:r>
    </w:p>
    <w:p w:rsidR="00FB58DA" w:rsidRDefault="00FB58DA" w:rsidP="007742AD">
      <w:r>
        <w:t>Husain as dan menggiring beliau ke padang sahara yang tandus hingga Ubaidilah mengirim balatentara</w:t>
      </w:r>
    </w:p>
    <w:p w:rsidR="00FB58DA" w:rsidRDefault="00FB58DA" w:rsidP="007742AD">
      <w:r>
        <w:t>bantuan. Hur memberitahu Imam Husain as isi surat ini.</w:t>
      </w:r>
    </w:p>
    <w:p w:rsidR="00FB58DA" w:rsidRDefault="00FB58DA" w:rsidP="007742AD">
      <w:r>
        <w:t>Mendengar pernyataan yang tertera dalam surat Ubaidillah, seorang sahabat Imam Husain as yang</w:t>
      </w:r>
    </w:p>
    <w:p w:rsidR="00FB58DA" w:rsidRDefault="00FB58DA" w:rsidP="007742AD">
      <w:r>
        <w:t>bernama Yazid bin Muhajir Al-Kindi berseru kepada utusan Ibnu Ziyad: "Semoga ibumu meratapi</w:t>
      </w:r>
    </w:p>
    <w:p w:rsidR="00FB58DA" w:rsidRDefault="00FB58DA" w:rsidP="007742AD">
      <w:r>
        <w:t>kematianmu, betapa celakanya isi surat yang kamu bawa itu!"</w:t>
      </w:r>
    </w:p>
    <w:p w:rsidR="00FB58DA" w:rsidRDefault="00FB58DA" w:rsidP="007742AD">
      <w:r>
        <w:t>Utusan itu menjawab: "Aku mematuhi perintah imamku. Apa saja yang diperintahkannya akan aku</w:t>
      </w:r>
    </w:p>
    <w:p w:rsidR="00FB58DA" w:rsidRDefault="00FB58DA" w:rsidP="007742AD">
      <w:r>
        <w:t>laksanakan."</w:t>
      </w:r>
    </w:p>
    <w:p w:rsidR="00FB58DA" w:rsidRDefault="00FB58DA" w:rsidP="007742AD">
      <w:r>
        <w:t>Muhajir berseru lagi: "Kamu telah durhaka kepada Tuhanmu, karenanya api jahanam layak</w:t>
      </w:r>
    </w:p>
    <w:p w:rsidR="00FB58DA" w:rsidRDefault="00FB58DA" w:rsidP="007742AD">
      <w:r>
        <w:t>membakarmu."</w:t>
      </w:r>
    </w:p>
    <w:p w:rsidR="00FB58DA" w:rsidRDefault="00FB58DA" w:rsidP="007742AD">
      <w:r>
        <w:t>Salah seorang sahabat Imam Husain lainnya ikut menimpali. "Wahai putera Rasul!" Seru sahabat</w:t>
      </w:r>
    </w:p>
    <w:p w:rsidR="00FB58DA" w:rsidRDefault="00FB58DA" w:rsidP="007742AD">
      <w:r>
        <w:t>bernama Zuhair bin AlQein itu. "Izinkan aku berperang sekarang juga dengan orang-orang ini sampai</w:t>
      </w:r>
    </w:p>
    <w:p w:rsidR="00FB58DA" w:rsidRDefault="00FB58DA" w:rsidP="007742AD">
      <w:r>
        <w:t>mereka tak berkutik."</w:t>
      </w:r>
    </w:p>
    <w:p w:rsidR="00FB58DA" w:rsidRDefault="00FB58DA" w:rsidP="007742AD">
      <w:r>
        <w:t>Imam menjawab: "Aku tidak berniat memulai perang, aku ingin menuntaskan hujjahku kepada</w:t>
      </w:r>
    </w:p>
    <w:p w:rsidR="00FB58DA" w:rsidRDefault="00FB58DA" w:rsidP="007742AD">
      <w:r>
        <w:t>mereka."</w:t>
      </w:r>
    </w:p>
    <w:p w:rsidR="00FB58DA" w:rsidRDefault="00FB58DA" w:rsidP="007742AD">
      <w:r>
        <w:t>Sahabat Imam Husain lainnya, Birrin bin Khudair ikut berseru: "Demi Allah, kami akan berjihad</w:t>
      </w:r>
    </w:p>
    <w:p w:rsidR="00FB58DA" w:rsidRDefault="00FB58DA" w:rsidP="007742AD">
      <w:r>
        <w:t>membelamu walaupun tubuh kami akan tercincang."</w:t>
      </w:r>
    </w:p>
    <w:p w:rsidR="00FB58DA" w:rsidRDefault="00FB58DA" w:rsidP="007742AD">
      <w:r>
        <w:t>Imam Husain as kemudian menyampaikan khutbahnya yang dikenal dengan khutbah Al-Gharra'ii</w:t>
      </w:r>
    </w:p>
    <w:p w:rsidR="00FB58DA" w:rsidRDefault="00FB58DA" w:rsidP="007742AD">
      <w:r>
        <w:t>untuk menjelaskan tujuan-tujuan beliau. Dalam khutbah ini, setelah memanjatkan puji syukur kepada</w:t>
      </w:r>
    </w:p>
    <w:p w:rsidR="00FB58DA" w:rsidRDefault="00FB58DA" w:rsidP="007742AD">
      <w:r>
        <w:t>Allah, Imam Husain berkata:</w:t>
      </w:r>
    </w:p>
    <w:p w:rsidR="00FB58DA" w:rsidRDefault="00FB58DA" w:rsidP="007742AD">
      <w:r>
        <w:lastRenderedPageBreak/>
        <w:t>"Sesungguhnya Rasulullah pernah bersabda: 'Barangsiapa mendapati penguasa zalim yang</w:t>
      </w:r>
    </w:p>
    <w:p w:rsidR="00FB58DA" w:rsidRDefault="00FB58DA" w:rsidP="007742AD">
      <w:r>
        <w:t>menghalalkan apa yang diharamkan Allah, melanggar janjinya, menentang sunnah Rasulullah,</w:t>
      </w:r>
    </w:p>
    <w:p w:rsidR="00FB58DA" w:rsidRDefault="00FB58DA" w:rsidP="007742AD">
      <w:r>
        <w:t>memperlakukan hamba-hamba Allah dengan dosa dan aniaya, tetapi dia tidak menentangnya dengan</w:t>
      </w:r>
    </w:p>
    <w:p w:rsidR="00FB58DA" w:rsidRDefault="00FB58DA" w:rsidP="007742AD">
      <w:r>
        <w:t>tindakan maupun kata-kata, maka Allah berhak memasukannya ke (neraka) tempat orang zalim itu</w:t>
      </w:r>
    </w:p>
    <w:p w:rsidR="00FB58DA" w:rsidRDefault="00FB58DA" w:rsidP="007742AD">
      <w:pPr>
        <w:rPr>
          <w:rStyle w:val="libFootnotenumChar"/>
        </w:rPr>
      </w:pPr>
      <w:r>
        <w:t>disemayamkan."</w:t>
      </w:r>
      <w:r w:rsidRPr="00FB58DA">
        <w:rPr>
          <w:rStyle w:val="libFootnotenumChar"/>
        </w:rPr>
        <w:t>6</w:t>
      </w:r>
    </w:p>
    <w:p w:rsidR="00FB58DA" w:rsidRDefault="00FB58DA" w:rsidP="007742AD">
      <w:r>
        <w:t>Beberapa lama kemudian, kedua rombongan Imam Husain dan Hur bergerak. Ketika tiba di suatu</w:t>
      </w:r>
    </w:p>
    <w:p w:rsidR="00FB58DA" w:rsidRDefault="00FB58DA" w:rsidP="007742AD">
      <w:r>
        <w:t>gurun sahara bernama Nainawa, Imam Husain as meminta supaya berhenti, tetapi Hur menolaknya.</w:t>
      </w:r>
    </w:p>
    <w:p w:rsidR="00FB58DA" w:rsidRDefault="00FB58DA" w:rsidP="007742AD">
      <w:r>
        <w:t>Hur berkata: "Aku tidak mengizinkanmu berhenti di sini, sebab utusan sang Amir datang untuk</w:t>
      </w:r>
    </w:p>
    <w:p w:rsidR="00FB58DA" w:rsidRDefault="00FB58DA" w:rsidP="007742AD">
      <w:r>
        <w:t>mengawasi keadaan. Karenanya, di depan utusan itu mau tidak mau aku harus melaksanakan segala</w:t>
      </w:r>
    </w:p>
    <w:p w:rsidR="00FB58DA" w:rsidRDefault="00FB58DA" w:rsidP="007742AD">
      <w:r>
        <w:t>perintahnya."</w:t>
      </w:r>
    </w:p>
    <w:p w:rsidR="00FB58DA" w:rsidRDefault="00FB58DA" w:rsidP="007742AD">
      <w:r>
        <w:t>Kedua pasukan hak dan pasukan batil bergerak lagi hingga sampai di suatu daerah bernama Karbala</w:t>
      </w:r>
    </w:p>
    <w:p w:rsidR="00FB58DA" w:rsidRDefault="00FB58DA" w:rsidP="007742AD">
      <w:r>
        <w:t>pada tanggal 2 Muharram 61 Hijriah, sebuah daerah yang dialiri sungai Elfrat.</w:t>
      </w:r>
    </w:p>
    <w:p w:rsidR="007E662C" w:rsidRDefault="007E662C" w:rsidP="007742AD"/>
    <w:p w:rsidR="007E662C" w:rsidRDefault="007E662C" w:rsidP="003718EF">
      <w:pPr>
        <w:outlineLvl w:val="0"/>
      </w:pPr>
      <w:bookmarkStart w:id="11" w:name="_Toc403378384"/>
      <w:r>
        <w:t>Karbala, Pesinggahan Terakhir</w:t>
      </w:r>
      <w:bookmarkEnd w:id="11"/>
    </w:p>
    <w:p w:rsidR="007E662C" w:rsidRDefault="007E662C" w:rsidP="007742AD">
      <w:r>
        <w:t>Tentang keberadaan Imam Husain as di Karbala diriwayatkan bahwa ketika beliau tiba di padang ini</w:t>
      </w:r>
    </w:p>
    <w:p w:rsidR="007E662C" w:rsidRDefault="007E662C" w:rsidP="007742AD">
      <w:r>
        <w:t>kuda yang beliau tunggangi tiba-tiba berhenti. Kuda itu tetap bergeming dan memaku kendati beliau</w:t>
      </w:r>
    </w:p>
    <w:p w:rsidR="007E662C" w:rsidRDefault="007E662C" w:rsidP="007742AD">
      <w:r>
        <w:t>sudah menarik tali kekangnya kuat-kuat agar beranjak dari tempatnya berdiri. Beliau lalu mencoba</w:t>
      </w:r>
    </w:p>
    <w:p w:rsidR="007E662C" w:rsidRDefault="007E662C" w:rsidP="007742AD">
      <w:r>
        <w:t>menunggangi kuda lain, namun hasilnya tetap sama, kuda kedua itu juga tak menggerakkan kakiknya.</w:t>
      </w:r>
    </w:p>
    <w:p w:rsidR="007E662C" w:rsidRDefault="007E662C" w:rsidP="007742AD">
      <w:r>
        <w:t>Karena itu, Imam Husain as nampak mulai curiga sehingga bertanya: "Apakah nama daerah ini?"</w:t>
      </w:r>
    </w:p>
    <w:p w:rsidR="007E662C" w:rsidRDefault="007E662C" w:rsidP="007742AD">
      <w:r>
        <w:t>Orang-orang menjawab: "Qadisiah."</w:t>
      </w:r>
    </w:p>
    <w:p w:rsidR="007E662C" w:rsidRDefault="007E662C" w:rsidP="007742AD">
      <w:r>
        <w:t>"Adakah nama lain?" Tanya Imam lagi.</w:t>
      </w:r>
    </w:p>
    <w:p w:rsidR="007E662C" w:rsidRDefault="007E662C" w:rsidP="007742AD">
      <w:r>
        <w:lastRenderedPageBreak/>
        <w:t>"Shati' Al-Furat."</w:t>
      </w:r>
    </w:p>
    <w:p w:rsidR="007E662C" w:rsidRDefault="007E662C" w:rsidP="007742AD">
      <w:r>
        <w:t>"Selain itu ada nama lain lagi?"</w:t>
      </w:r>
    </w:p>
    <w:p w:rsidR="00FB58DA" w:rsidRDefault="007E662C" w:rsidP="007742AD">
      <w:r>
        <w:t>"Karbala."</w:t>
      </w:r>
    </w:p>
    <w:p w:rsidR="007E662C" w:rsidRDefault="007E662C" w:rsidP="007742AD">
      <w:r>
        <w:t>Mendengar jawaban terakhir ini Imam Husain as segera berucap: "Ya Allah, aku berlindung kepada-</w:t>
      </w:r>
    </w:p>
    <w:p w:rsidR="007E662C" w:rsidRDefault="007E662C" w:rsidP="003718EF">
      <w:pPr>
        <w:outlineLvl w:val="0"/>
      </w:pPr>
      <w:bookmarkStart w:id="12" w:name="_Toc403378385"/>
      <w:r>
        <w:t>Mu dari kegundahan dan malapetaka."</w:t>
      </w:r>
      <w:r w:rsidRPr="007E662C">
        <w:rPr>
          <w:rStyle w:val="libFootnotenumChar"/>
        </w:rPr>
        <w:t>7</w:t>
      </w:r>
      <w:bookmarkEnd w:id="12"/>
    </w:p>
    <w:p w:rsidR="007E662C" w:rsidRDefault="007E662C" w:rsidP="007742AD">
      <w:r>
        <w:t>Imam lalu berseru kepada para pengikutnya: "Kita berhenti disini, karena di sinilah akhir perjalanan</w:t>
      </w:r>
    </w:p>
    <w:p w:rsidR="007E662C" w:rsidRDefault="007E662C" w:rsidP="007742AD">
      <w:pPr>
        <w:rPr>
          <w:rStyle w:val="libFootnotenumChar"/>
        </w:rPr>
      </w:pPr>
      <w:r>
        <w:t>kita, di sinilah tempat tumpahnya darah kita, dan di sinilah tempat kita dikebumikan."</w:t>
      </w:r>
      <w:r w:rsidRPr="007E662C">
        <w:rPr>
          <w:rStyle w:val="libFootnotenumChar"/>
        </w:rPr>
        <w:t>8</w:t>
      </w:r>
    </w:p>
    <w:p w:rsidR="007E662C" w:rsidRDefault="007E662C" w:rsidP="007742AD">
      <w:r>
        <w:t>Di tanah itu, Ummu Kaltsum as adik Imam Husain as berkeluh kesah kepada beliau. "Padang sahara</w:t>
      </w:r>
    </w:p>
    <w:p w:rsidR="007E662C" w:rsidRDefault="007E662C" w:rsidP="007742AD">
      <w:r>
        <w:t>terlihat menyeramkan, aku tiba-tiba dicekam ketakutan yang amat besar."</w:t>
      </w:r>
    </w:p>
    <w:p w:rsidR="007E662C" w:rsidRDefault="007E662C" w:rsidP="007742AD">
      <w:r>
        <w:t>Imam menjawab: "Adikku, dalam perjalanan untuk Perang Siffin, bersama ayahanda kami pernah</w:t>
      </w:r>
    </w:p>
    <w:p w:rsidR="007E662C" w:rsidRDefault="007E662C" w:rsidP="007742AD">
      <w:r>
        <w:t>berhenti di sini. Di sini ayah merebahkan kepalanya ke pangkuan kakakku, Hasan, kemudian tertidur.</w:t>
      </w:r>
    </w:p>
    <w:p w:rsidR="007E662C" w:rsidRDefault="007E662C" w:rsidP="007742AD">
      <w:r>
        <w:t>Aku juga kebetulan ada di sisinya. Begitu terjaga, ayah tiba-tiba menangis sehingga kakakku bertanya</w:t>
      </w:r>
    </w:p>
    <w:p w:rsidR="007E662C" w:rsidRDefault="007E662C" w:rsidP="007742AD">
      <w:r>
        <w:t>mengapa ayah menangis.</w:t>
      </w:r>
    </w:p>
    <w:p w:rsidR="007E662C" w:rsidRDefault="007E662C" w:rsidP="007742AD">
      <w:r>
        <w:t>"Ayah menjawab: 'Aku bermimpi sahara ini berubah menjadi lautan darah dan Husain tenggelam ke</w:t>
      </w:r>
    </w:p>
    <w:p w:rsidR="007E662C" w:rsidRDefault="007E662C" w:rsidP="007742AD">
      <w:r>
        <w:t>dalamnya sambil berteriak-teriak meminta pertolongan tetapi tak seorangpun mengindahkan</w:t>
      </w:r>
    </w:p>
    <w:p w:rsidR="007E662C" w:rsidRDefault="007E662C" w:rsidP="007742AD">
      <w:r>
        <w:t>teriakannya.' Ayah kemudian bertanya kepadaku: 'Bagaimanakah kalian jika seandainya ini terjadi.'</w:t>
      </w:r>
    </w:p>
    <w:p w:rsidR="007E662C" w:rsidRDefault="007E662C" w:rsidP="007742AD">
      <w:r>
        <w:t>Aku menjawab: 'Tidak ada jalan lain, aku akan sabar.'"</w:t>
      </w:r>
      <w:r w:rsidRPr="007E662C">
        <w:rPr>
          <w:rStyle w:val="libFootnotenumChar"/>
        </w:rPr>
        <w:t>9</w:t>
      </w:r>
    </w:p>
    <w:p w:rsidR="007E662C" w:rsidRDefault="007E662C" w:rsidP="007742AD">
      <w:r>
        <w:t>Imam Husain as kemudian berkata: "Sesungguhnya Bani Umayyah telah mencemarkan nama baikku,</w:t>
      </w:r>
    </w:p>
    <w:p w:rsidR="007E662C" w:rsidRDefault="007E662C" w:rsidP="007742AD">
      <w:r>
        <w:t>tetapi aku bersabar. Mereka merampas harta bendaku, aku juga bersabar. Mereka kemudian menuntut</w:t>
      </w:r>
    </w:p>
    <w:p w:rsidR="007E662C" w:rsidRDefault="007E662C" w:rsidP="007742AD">
      <w:r>
        <w:t>darahku, tetapi juga tetap sabar. Demi Allah, mereka akan membunuhku sehingga Allah akan</w:t>
      </w:r>
    </w:p>
    <w:p w:rsidR="007E662C" w:rsidRDefault="007E662C" w:rsidP="007742AD">
      <w:r>
        <w:lastRenderedPageBreak/>
        <w:t>menimpakan kepada mereka kehinaan yang amat sangat dan akan menghunjam kepada mereka pedang</w:t>
      </w:r>
    </w:p>
    <w:p w:rsidR="007E662C" w:rsidRDefault="007E662C" w:rsidP="007742AD">
      <w:r>
        <w:t>yang amat tajam."</w:t>
      </w:r>
      <w:r w:rsidRPr="007E662C">
        <w:rPr>
          <w:rStyle w:val="libFootnotenumChar"/>
        </w:rPr>
        <w:t>10</w:t>
      </w:r>
    </w:p>
    <w:p w:rsidR="007E662C" w:rsidRDefault="007E662C" w:rsidP="007742AD">
      <w:r>
        <w:t>Sementara itu, Ubaidillah bin Ziyad sudah mendapat laporan bahwa Imam Husain as berada di Karbala.</w:t>
      </w:r>
    </w:p>
    <w:p w:rsidR="007E662C" w:rsidRDefault="007E662C" w:rsidP="007742AD">
      <w:r>
        <w:t>Dia mengirim surat kepada beliau berisikan desakan agar beliau membaiat Yazid. Ubaidillah</w:t>
      </w:r>
    </w:p>
    <w:p w:rsidR="007E662C" w:rsidRDefault="007E662C" w:rsidP="007742AD">
      <w:r>
        <w:t>mengancam Imam Husain as pasti akan mati jika tetap menolak memberikan baiat.</w:t>
      </w:r>
    </w:p>
    <w:p w:rsidR="007E662C" w:rsidRDefault="007E662C" w:rsidP="007742AD">
      <w:r>
        <w:t>Imam Husain as membaca surat itu kemudian melemparkannya jauh-jauh sambil berkata kepada kurir</w:t>
      </w:r>
    </w:p>
    <w:p w:rsidR="007E662C" w:rsidRDefault="007E662C" w:rsidP="007742AD">
      <w:r>
        <w:t>Ubaidillah bahwa surat itu tidak akan dibalas oleh beliau. Ubaidillah murka setelah mendengar laporan</w:t>
      </w:r>
    </w:p>
    <w:p w:rsidR="007E662C" w:rsidRDefault="007E662C" w:rsidP="007742AD">
      <w:r>
        <w:t>sang kurir tentang sikap Imam Husain ini. Dipanggilnya Umar bin Sa'ad, orang yang sangat</w:t>
      </w:r>
    </w:p>
    <w:p w:rsidR="007E662C" w:rsidRDefault="007E662C" w:rsidP="007742AD">
      <w:r>
        <w:t>mendambakan jabatan sebagai gubernur di kota Rey. "Cepat pergi!" Seru Ubaidillah kepada Umar.</w:t>
      </w:r>
    </w:p>
    <w:p w:rsidR="007E662C" w:rsidRDefault="007E662C" w:rsidP="007742AD">
      <w:r>
        <w:t>"Habisi Husain, setelah itu datanglah kemari lalu pergilah ke Rey untuk menjabat di sana selama 10</w:t>
      </w:r>
    </w:p>
    <w:p w:rsidR="007E662C" w:rsidRDefault="007E662C" w:rsidP="007742AD">
      <w:pPr>
        <w:rPr>
          <w:rStyle w:val="libFootnotenumChar"/>
        </w:rPr>
      </w:pPr>
      <w:r>
        <w:t>tahun."</w:t>
      </w:r>
      <w:r w:rsidRPr="007E662C">
        <w:rPr>
          <w:rStyle w:val="libFootnotenumChar"/>
        </w:rPr>
        <w:t>11</w:t>
      </w:r>
    </w:p>
    <w:p w:rsidR="007E662C" w:rsidRDefault="007E662C" w:rsidP="007742AD">
      <w:r>
        <w:t>Umar bin Sa'ad meminta waktu satu hari untuk berpikir, dan Ubaidillah pun memberinya kesempatan</w:t>
      </w:r>
    </w:p>
    <w:p w:rsidR="007E662C" w:rsidRDefault="007E662C" w:rsidP="007742AD">
      <w:r>
        <w:t>itu. Umar kemudian berunding dengan teman-temannya. Dia disarankan supaya tidak menerima tugas</w:t>
      </w:r>
    </w:p>
    <w:p w:rsidR="007E662C" w:rsidRDefault="007E662C" w:rsidP="007742AD">
      <w:r>
        <w:t>untuk membunuh cucu Rasul itu. Namun, saran itu tidak meluluhkan hatinya yang sudah dilumuri</w:t>
      </w:r>
    </w:p>
    <w:p w:rsidR="007E662C" w:rsidRDefault="007E662C" w:rsidP="007742AD">
      <w:r>
        <w:t>ambisi untuk bertahta. Maka, dengan memimpin 4.000 pasukan dia bergerak menuju Karbala. Begitu</w:t>
      </w:r>
    </w:p>
    <w:p w:rsidR="007E662C" w:rsidRDefault="007E662C" w:rsidP="007742AD">
      <w:r>
        <w:t>tiba di Karbala, mulai adegan-agedan penganiayaan terjadi terhadap Imam Husain beserta</w:t>
      </w:r>
    </w:p>
    <w:p w:rsidR="007E662C" w:rsidRDefault="007E662C" w:rsidP="007742AD">
      <w:r>
        <w:t>rombongannya. Umar bin Sa'ad bahkan tak segan-segan mencegah mereka untuk mendapatkan seteguk</w:t>
      </w:r>
    </w:p>
    <w:p w:rsidR="007E662C" w:rsidRDefault="007E662C" w:rsidP="007742AD">
      <w:r>
        <w:t>air minum.</w:t>
      </w:r>
      <w:r w:rsidRPr="007E662C">
        <w:rPr>
          <w:rStyle w:val="libFootnotenumChar"/>
        </w:rPr>
        <w:t>12</w:t>
      </w:r>
    </w:p>
    <w:p w:rsidR="007E662C" w:rsidRDefault="007E662C" w:rsidP="007742AD">
      <w:r>
        <w:t>Hur dan pasukannya bergabung di bawah pasukan pimpinan Umar bin Sa'ad. Umar memerintahkan</w:t>
      </w:r>
    </w:p>
    <w:p w:rsidR="007E662C" w:rsidRDefault="007E662C" w:rsidP="007742AD">
      <w:r>
        <w:lastRenderedPageBreak/>
        <w:t>seseorang bernama Azrah bin Qais. "Cepat datangi Husain, dan tanyakan kepadanya untuk apa datang</w:t>
      </w:r>
    </w:p>
    <w:p w:rsidR="007E662C" w:rsidRDefault="007E662C" w:rsidP="007742AD">
      <w:r>
        <w:t>kemeri." Kata Umar. Azrah kebingungan dan malu karena dia termasuk orang yang mengirim surat</w:t>
      </w:r>
    </w:p>
    <w:p w:rsidR="007E662C" w:rsidRDefault="007E662C" w:rsidP="007742AD">
      <w:r>
        <w:t>kepada Imam Husain as supaya beliau datang ke Kufah.</w:t>
      </w:r>
    </w:p>
    <w:p w:rsidR="007E662C" w:rsidRDefault="007E662C" w:rsidP="007742AD">
      <w:r>
        <w:t>Umar bin Sa'ad kemudian menyuruh beberapa orang lain untuk bertanya seperti itu, tetapi tak ada</w:t>
      </w:r>
    </w:p>
    <w:p w:rsidR="007E662C" w:rsidRDefault="007E662C" w:rsidP="007742AD">
      <w:r>
        <w:t>satupun diantara mereka yang bersedia. Mereka keberatan karena mereka juga seperti Azrah bin Qais;</w:t>
      </w:r>
    </w:p>
    <w:p w:rsidR="007E662C" w:rsidRDefault="007E662C" w:rsidP="007742AD">
      <w:r>
        <w:t>ikut mengundang Imam Husain as tetapi malah berada di barisan pasukan yang memusuhi beliau.</w:t>
      </w:r>
    </w:p>
    <w:p w:rsidR="007E662C" w:rsidRDefault="007E662C" w:rsidP="007742AD">
      <w:r>
        <w:t>Diriwayatkan bahwa Barir bin Khudair meminta izin Imam Husain as untuk berbicara dengan Umar</w:t>
      </w:r>
    </w:p>
    <w:p w:rsidR="007E662C" w:rsidRDefault="007E662C" w:rsidP="007742AD">
      <w:r>
        <w:t>bin Sa'ad mengenai penggunaan air sungai ElFrat. Beliau mengizinkannya dan Barir pun pergi</w:t>
      </w:r>
    </w:p>
    <w:p w:rsidR="007E662C" w:rsidRDefault="007E662C" w:rsidP="007742AD">
      <w:r>
        <w:t>mendatangi Umar bin Sa'ad. Di depan Bin Sa'ad Barir langsung duduk tanpa mengucapkan salam.</w:t>
      </w:r>
    </w:p>
    <w:p w:rsidR="007E662C" w:rsidRDefault="007E662C" w:rsidP="007742AD">
      <w:r>
        <w:t>Karena itu Umar bin Sa'ad langsung naik pitam.</w:t>
      </w:r>
    </w:p>
    <w:p w:rsidR="007E662C" w:rsidRDefault="007E662C" w:rsidP="007742AD">
      <w:r>
        <w:t>"Kenapa kamu tidak mengucapkan salam kepadaku? Bukankah aku ini seorang muslim yang mengenal</w:t>
      </w:r>
    </w:p>
    <w:p w:rsidR="007E662C" w:rsidRDefault="007E662C" w:rsidP="007742AD">
      <w:r>
        <w:t>Allah dan rasul-Nya?" Tegur Ibnu Sa'ad geram.</w:t>
      </w:r>
    </w:p>
    <w:p w:rsidR="007E662C" w:rsidRDefault="007E662C" w:rsidP="007742AD">
      <w:r>
        <w:t>"Kalau kamu memang seorang Muslim," jawab Barir, "kamu tentu tidak akan keluar untuk memerangi</w:t>
      </w:r>
    </w:p>
    <w:p w:rsidR="007E662C" w:rsidRDefault="007E662C" w:rsidP="007742AD">
      <w:r>
        <w:t>keluarga nabimu, Muhammad bin Abdullah, untuk membunuh mereka, untuk menawan para anggota</w:t>
      </w:r>
    </w:p>
    <w:p w:rsidR="007E662C" w:rsidRDefault="007E662C" w:rsidP="007742AD">
      <w:r>
        <w:t>keluarga mereka. Di saat orang-orang Yahudi dan Nasrani bisa menikmati air sungai ElFrat, Husain</w:t>
      </w:r>
    </w:p>
    <w:p w:rsidR="007E662C" w:rsidRDefault="007E662C" w:rsidP="007742AD">
      <w:r>
        <w:t>putera Fatimah beserta keluarga dan sahabatnya justru terancam maut akibat kehausan karena kamu</w:t>
      </w:r>
    </w:p>
    <w:p w:rsidR="007E662C" w:rsidRDefault="007E662C" w:rsidP="007742AD">
      <w:r>
        <w:t>mencegah mereka meneguk air sungai tersebut, tetapi di saat yang sama kamu mengaku mengenal</w:t>
      </w:r>
    </w:p>
    <w:p w:rsidR="007E662C" w:rsidRDefault="007E662C" w:rsidP="007742AD">
      <w:r>
        <w:t>Allah dan rasul-Nya."</w:t>
      </w:r>
    </w:p>
    <w:p w:rsidR="007E662C" w:rsidRDefault="007E662C" w:rsidP="007742AD">
      <w:r>
        <w:t>Ibnu Sa'ad sejenak menunjukkan kepada kemudian mendongak lagi sambil berkata: "Hai Barir, saya</w:t>
      </w:r>
    </w:p>
    <w:p w:rsidR="007E662C" w:rsidRDefault="007E662C" w:rsidP="007742AD">
      <w:r>
        <w:lastRenderedPageBreak/>
        <w:t>yakin siapapun akan masuk neraka jika memerangi dan membunuh Husain dan kaum kerabatnya.</w:t>
      </w:r>
    </w:p>
    <w:p w:rsidR="007E662C" w:rsidRDefault="007E662C" w:rsidP="007742AD">
      <w:r>
        <w:t>Namun, apa yang bisa aku lakukan nanti untuk ambisiku di Ray? Apakah aku akan membiarkannya</w:t>
      </w:r>
    </w:p>
    <w:p w:rsidR="007E662C" w:rsidRDefault="007E662C" w:rsidP="007742AD">
      <w:r>
        <w:t>jatuh ke tangan orang lain? Demi Allah, hatiku tidak berkenan untuk yang demikian."</w:t>
      </w:r>
    </w:p>
    <w:p w:rsidR="007E662C" w:rsidRDefault="007E662C" w:rsidP="007742AD">
      <w:r>
        <w:t>Barir kemudian kembali menghadap Imam Husain as dan melaporkan apa yang dikatakan Umar bin</w:t>
      </w:r>
    </w:p>
    <w:p w:rsidR="007E662C" w:rsidRDefault="007E662C" w:rsidP="007742AD">
      <w:r>
        <w:t>Sa'ad. Imam pun berkomentar: "Dia tidak bisa mencapai kekuasaan di Ray. Dia akan terbunuh di</w:t>
      </w:r>
    </w:p>
    <w:p w:rsidR="007E662C" w:rsidRDefault="007E662C" w:rsidP="007742AD">
      <w:pPr>
        <w:rPr>
          <w:rStyle w:val="libFootnotenumChar"/>
        </w:rPr>
      </w:pPr>
      <w:r>
        <w:t>tempat tidurnya sendiri."</w:t>
      </w:r>
      <w:r w:rsidRPr="007E662C">
        <w:rPr>
          <w:rStyle w:val="libFootnotenumChar"/>
        </w:rPr>
        <w:t>13</w:t>
      </w:r>
    </w:p>
    <w:p w:rsidR="007E662C" w:rsidRPr="007742AD" w:rsidRDefault="007E662C" w:rsidP="007742AD">
      <w:pPr>
        <w:rPr>
          <w:rStyle w:val="PageNumber"/>
        </w:rPr>
      </w:pPr>
      <w:r w:rsidRPr="007742AD">
        <w:rPr>
          <w:rStyle w:val="PageNumber"/>
        </w:rPr>
        <w:br w:type="page"/>
      </w:r>
    </w:p>
    <w:p w:rsidR="007E662C" w:rsidRDefault="007E662C" w:rsidP="007742AD">
      <w:r>
        <w:lastRenderedPageBreak/>
        <w:t>Pertemuan Imam Husain as Dengan Umar Bin Sa'ad</w:t>
      </w:r>
    </w:p>
    <w:p w:rsidR="007E662C" w:rsidRDefault="007E662C" w:rsidP="007742AD">
      <w:r>
        <w:t>Demi menuntaskan hujjahnya, Imam Husain as menyampaikan pesan kepada Umar bin Sa'ad bahwa</w:t>
      </w:r>
    </w:p>
    <w:p w:rsidR="007E662C" w:rsidRDefault="007E662C" w:rsidP="007742AD">
      <w:r>
        <w:t>beliau ingin bertemu dengannya. Umar setuju. Maka, diadakanlah sebuah pertemuan antara keduanya.</w:t>
      </w:r>
    </w:p>
    <w:p w:rsidR="007E662C" w:rsidRDefault="007E662C" w:rsidP="007742AD">
      <w:r>
        <w:t>Umar bin Sa'ad ditemani 20 orang dari pasukannya sebagaimana Imam Husain as juga ditemani oleh</w:t>
      </w:r>
    </w:p>
    <w:p w:rsidR="007E662C" w:rsidRDefault="007E662C" w:rsidP="007742AD">
      <w:r>
        <w:t>20 pengikutnya. Namun, di tengah pertemuan ini keduanya memerintahkan semua pengikut masingmasing</w:t>
      </w:r>
    </w:p>
    <w:p w:rsidR="007E662C" w:rsidRDefault="007E662C" w:rsidP="007742AD">
      <w:r>
        <w:t>itu untuk keluar dari ruang pertemuan kecuali dua orang dari mereka masing-masing. Dari</w:t>
      </w:r>
    </w:p>
    <w:p w:rsidR="007E662C" w:rsidRDefault="007E662C" w:rsidP="007742AD">
      <w:r>
        <w:t>pihak Imam Husain yang dizinkan untuk terus terlibat dalam pertemuan adalah Abbas dan Ali Akbar</w:t>
      </w:r>
    </w:p>
    <w:p w:rsidR="007E662C" w:rsidRDefault="007E662C" w:rsidP="007742AD">
      <w:r>
        <w:t>as, sedangkan dari pihak Umar bin Sa'ad yang diperbolehkan tinggal adalah puteranya, Hafs, dan</w:t>
      </w:r>
    </w:p>
    <w:p w:rsidR="007E662C" w:rsidRDefault="007E662C" w:rsidP="007742AD">
      <w:r>
        <w:t>seorang budaknya.</w:t>
      </w:r>
    </w:p>
    <w:p w:rsidR="007E662C" w:rsidRDefault="007E662C" w:rsidP="007742AD">
      <w:r>
        <w:t>Dalam pertemuan 6 orang ini terjadi dialog sebagai berikut:</w:t>
      </w:r>
    </w:p>
    <w:p w:rsidR="007E662C" w:rsidRDefault="007E662C" w:rsidP="007742AD">
      <w:r>
        <w:t>Imam Husain as: "Hai putera Sa'ad, adakah kamu tidak takut kepada Allah, Tuhan yang semua orang</w:t>
      </w:r>
    </w:p>
    <w:p w:rsidR="007E662C" w:rsidRDefault="007E662C" w:rsidP="007742AD">
      <w:r>
        <w:t>akan kembali kepada-Nya. Kamu berniat memerangiku walaupun kamu tahu aku adalah cucu</w:t>
      </w:r>
    </w:p>
    <w:p w:rsidR="007E662C" w:rsidRDefault="007E662C" w:rsidP="007742AD">
      <w:r>
        <w:t>Rasulullah, putera Fatimah Azzahra, dan Ali. Hai putera Sa'ad, tinggalkanlah mereka (Yazid dan</w:t>
      </w:r>
    </w:p>
    <w:p w:rsidR="007E662C" w:rsidRDefault="007E662C" w:rsidP="007742AD">
      <w:r>
        <w:t>pengikutnya) itu, dan kamu lebih baik bergabung denganku karena ini akan mendekatkanmu dengan</w:t>
      </w:r>
    </w:p>
    <w:p w:rsidR="007E662C" w:rsidRDefault="007E662C" w:rsidP="007742AD">
      <w:r>
        <w:t>Allah."</w:t>
      </w:r>
    </w:p>
    <w:p w:rsidR="007E662C" w:rsidRDefault="007E662C" w:rsidP="007742AD">
      <w:r>
        <w:t>Umar bin Sa'ad: "Aku takut mereka menghancurkan tempat tinggalku."</w:t>
      </w:r>
    </w:p>
    <w:p w:rsidR="007E662C" w:rsidRDefault="007E662C" w:rsidP="007742AD">
      <w:r>
        <w:t>Imam Husain as: "Aku akan membangunnya kalau mereka merusaknya."</w:t>
      </w:r>
    </w:p>
    <w:p w:rsidR="007E662C" w:rsidRDefault="007E662C" w:rsidP="007742AD">
      <w:r>
        <w:t>Umar bin Sa'ad: "Aku takut mereka merampas kebunku."</w:t>
      </w:r>
    </w:p>
    <w:p w:rsidR="007E662C" w:rsidRDefault="007E662C" w:rsidP="007742AD">
      <w:r>
        <w:t>Imam Husain as: "Kalau mereka merampasnya, aku akan menggantinya dengan yang lebih baik."</w:t>
      </w:r>
    </w:p>
    <w:p w:rsidR="007E662C" w:rsidRDefault="007E662C" w:rsidP="007742AD">
      <w:r>
        <w:lastRenderedPageBreak/>
        <w:t>Umar bin Sa'ad: "Aku punya keluarga dan sanak famili, aku takut mereka disakiti."</w:t>
      </w:r>
    </w:p>
    <w:p w:rsidR="007E662C" w:rsidRDefault="007E662C" w:rsidP="007742AD">
      <w:r>
        <w:t>Imam Husain as terdiam dan tak mau menyambung jawaban lagi. Sambil bangkit untuk keluar</w:t>
      </w:r>
    </w:p>
    <w:p w:rsidR="007E662C" w:rsidRDefault="007E662C" w:rsidP="007742AD">
      <w:r>
        <w:t>meninggalkan ruang pertemuan beliau berucap: "Allah akan membinasakanmu di tempat tidurmu. Aku</w:t>
      </w:r>
    </w:p>
    <w:p w:rsidR="007E662C" w:rsidRDefault="007E662C" w:rsidP="007742AD">
      <w:r>
        <w:t>berharap kamu tidak akan dapat memakan gandum di Ray kecuali sedikit."</w:t>
      </w:r>
    </w:p>
    <w:p w:rsidR="007E662C" w:rsidRDefault="007E662C" w:rsidP="007742AD">
      <w:r>
        <w:t>Dengan nada mengejek, Umar bin Sa'ad menjawab: "Kalau aku tidak dapat menyantap gandumnya,</w:t>
      </w:r>
    </w:p>
    <w:p w:rsidR="007E662C" w:rsidRDefault="007E662C" w:rsidP="007742AD">
      <w:r>
        <w:t>barley-nya sudah cukup bagiku."</w:t>
      </w:r>
    </w:p>
    <w:p w:rsidR="007E662C" w:rsidRDefault="007E662C" w:rsidP="007742AD">
      <w:r>
        <w:t>"Hai putera Sa'ad, jadi kamu hendak membunuhku dengan harapan dapat berkuasa di Ray dan Jirjan</w:t>
      </w:r>
    </w:p>
    <w:p w:rsidR="007E662C" w:rsidRDefault="007E662C" w:rsidP="007742AD">
      <w:r>
        <w:t>seperti yang dijanjikan Ibnu Ziyad. Demi Allah kamu tidak akan dapat menggapai ambisimu itu karena</w:t>
      </w:r>
    </w:p>
    <w:p w:rsidR="007E662C" w:rsidRDefault="007E662C" w:rsidP="007742AD">
      <w:r>
        <w:t>ayahku sudah memberitahuku tentang ini. Lakukan segala apa yang kamu inginkan karena</w:t>
      </w:r>
    </w:p>
    <w:p w:rsidR="007E662C" w:rsidRDefault="007E662C" w:rsidP="007742AD">
      <w:r>
        <w:t>sepeninggalku di dunia ini nanti kamu tidak akan pernah bahagia lagi. Aku seakan sudah melihat</w:t>
      </w:r>
    </w:p>
    <w:p w:rsidR="007E662C" w:rsidRDefault="007E662C" w:rsidP="007742AD">
      <w:r>
        <w:t>kepalamu tertancap di ujung tombak dipajang di Kufah. Kepalamu itu dilempari oleh anak-anak kecil."</w:t>
      </w:r>
    </w:p>
    <w:p w:rsidR="007E662C" w:rsidRDefault="007E662C" w:rsidP="007742AD">
      <w:r>
        <w:t>Imam Husain as kemudian pergi meninggalkan Umar bin Sa'ad tanpa membawa hasil apapun dari</w:t>
      </w:r>
    </w:p>
    <w:p w:rsidR="007E662C" w:rsidRDefault="007E662C" w:rsidP="007742AD">
      <w:r>
        <w:t>pertemuan tersebut. Umar bin Sa'ad memang dikenal sebagai pria pandir, pengkhianat, dan pendusta.</w:t>
      </w:r>
    </w:p>
    <w:p w:rsidR="007E662C" w:rsidRDefault="007E662C" w:rsidP="007742AD">
      <w:r>
        <w:t>Sifat-sifat buruk ini antara lain dia perlihatkan dalam surat yang dikirimnya kepada Ibnu Ziyad. Dalam</w:t>
      </w:r>
    </w:p>
    <w:p w:rsidR="007E662C" w:rsidRDefault="007E662C" w:rsidP="007742AD">
      <w:r>
        <w:t>surat ini dia menyatakan: "Husain telah memutuskan untuk pulang kembali ke negerinya atau jika tidak</w:t>
      </w:r>
    </w:p>
    <w:p w:rsidR="007E662C" w:rsidRDefault="007E662C" w:rsidP="007742AD">
      <w:r>
        <w:t>dia akan pergi menghadap Yazid untuk menyatakan baiat." Ini jelas satu kebohongan yang dikaitkan</w:t>
      </w:r>
    </w:p>
    <w:p w:rsidR="007E662C" w:rsidRDefault="007E662C" w:rsidP="007742AD">
      <w:r>
        <w:t>dengan Imam Husain as, dan karenanya beliau berkali-kali menegaskan: "Sesungguhnya si anak zina</w:t>
      </w:r>
    </w:p>
    <w:p w:rsidR="007E662C" w:rsidRDefault="007E662C" w:rsidP="007742AD">
      <w:r>
        <w:t>(Umar) putera si anak zina itu (Sa'ad) telah menghadapkanku pada dua pilihan, mati atau hidup secara</w:t>
      </w:r>
    </w:p>
    <w:p w:rsidR="007E662C" w:rsidRDefault="007E662C" w:rsidP="007742AD">
      <w:r>
        <w:lastRenderedPageBreak/>
        <w:t>terhina. Tetapi kehinaan bagiku adalah pantangan. Allah dan rasul-Nya serta orang-orang yang mukmin</w:t>
      </w:r>
    </w:p>
    <w:p w:rsidR="007E662C" w:rsidRDefault="007E662C" w:rsidP="007742AD">
      <w:r>
        <w:t>dan salih tidak mungkin akan menerima kehinaan dan tidak menganggap kehinaan lebih baik daripada</w:t>
      </w:r>
    </w:p>
    <w:p w:rsidR="007E662C" w:rsidRDefault="007E662C" w:rsidP="007742AD">
      <w:pPr>
        <w:rPr>
          <w:rStyle w:val="libFootnotenumChar"/>
        </w:rPr>
      </w:pPr>
      <w:r>
        <w:t>kematian dengan penuh kehormatan..."</w:t>
      </w:r>
      <w:r w:rsidRPr="007E662C">
        <w:rPr>
          <w:rStyle w:val="libFootnotenumChar"/>
        </w:rPr>
        <w:t>14</w:t>
      </w:r>
    </w:p>
    <w:p w:rsidR="007E662C" w:rsidRDefault="007E662C" w:rsidP="007742AD">
      <w:r>
        <w:t>Setelah membaca surat ini, Ubaidillah bin Ziyad berkata:</w:t>
      </w:r>
    </w:p>
    <w:p w:rsidR="007E662C" w:rsidRDefault="007E662C" w:rsidP="007742AD">
      <w:pPr>
        <w:rPr>
          <w:rStyle w:val="libFootnotenumChar"/>
        </w:rPr>
      </w:pPr>
      <w:r>
        <w:t>"Ini adalah surat seorang pendamba kebaikan dan penyayang untuk kaumnya."</w:t>
      </w:r>
      <w:r w:rsidRPr="007E662C">
        <w:rPr>
          <w:rStyle w:val="libFootnotenumChar"/>
        </w:rPr>
        <w:t>15</w:t>
      </w:r>
    </w:p>
    <w:p w:rsidR="007E662C" w:rsidRDefault="007E662C" w:rsidP="007742AD">
      <w:r>
        <w:t>Akan tetapi, begitu Ibnu Ziyad hendak membalas surat ini, Syimir bin Dzil Jausyan bangkit dan berkata</w:t>
      </w:r>
    </w:p>
    <w:p w:rsidR="007E662C" w:rsidRDefault="007E662C" w:rsidP="007742AD">
      <w:r>
        <w:t>kepadanya: "Apakah engkau percaya kepada kata-kata Ibnu Sa'ad sementara engkau tahu Husain tidak</w:t>
      </w:r>
    </w:p>
    <w:p w:rsidR="007E662C" w:rsidRDefault="007E662C" w:rsidP="007742AD">
      <w:r>
        <w:t>menjabat tanganmu untuk menyatakan baiat?" Kata-kata Syimir segera mengubah pandangannya</w:t>
      </w:r>
    </w:p>
    <w:p w:rsidR="007E662C" w:rsidRDefault="007E662C" w:rsidP="007742AD">
      <w:r>
        <w:t>tentang Ibnu Ziyad. Karena itu dalam surat balasannya dia menuliskan:</w:t>
      </w:r>
    </w:p>
    <w:p w:rsidR="007E662C" w:rsidRDefault="007E662C" w:rsidP="007742AD">
      <w:r>
        <w:t>"Aku mengirimmu bukan untuk perdamaian, kompromi, dan mengulur urusan. Ketahuilah, jika dia</w:t>
      </w:r>
    </w:p>
    <w:p w:rsidR="007E662C" w:rsidRDefault="007E662C" w:rsidP="007742AD">
      <w:r>
        <w:t>menuruti perintahku maka kirimkan dia kepadaku sebagai orang yang sudah menyerah. Jika tidak,</w:t>
      </w:r>
    </w:p>
    <w:p w:rsidR="007E662C" w:rsidRDefault="007E662C" w:rsidP="007742AD">
      <w:r>
        <w:t>maka sikapilah dia dengan kekerasan, perangilah dia, dan jika dia sudah mati letakkan jasad di bawah</w:t>
      </w:r>
    </w:p>
    <w:p w:rsidR="007E662C" w:rsidRDefault="007E662C" w:rsidP="007742AD">
      <w:r>
        <w:t>injakan kaki-kaki onta...</w:t>
      </w:r>
    </w:p>
    <w:p w:rsidR="007E662C" w:rsidRDefault="007E662C" w:rsidP="007742AD">
      <w:r>
        <w:t>"Jika ini kamu lakukan, berarti kamu sudah dekat denganku dan aku akan memberimu imbalan yang</w:t>
      </w:r>
    </w:p>
    <w:p w:rsidR="007E662C" w:rsidRDefault="007E662C" w:rsidP="007742AD">
      <w:r>
        <w:t>besar. Jika tidak maka menyingkirlah kamu dan jabatan panglima perang akan aku serahkan kepada</w:t>
      </w:r>
    </w:p>
    <w:p w:rsidR="007E662C" w:rsidRDefault="007E662C" w:rsidP="007742AD">
      <w:r>
        <w:t>Syimir."</w:t>
      </w:r>
    </w:p>
    <w:p w:rsidR="007E662C" w:rsidRDefault="007E662C" w:rsidP="007742AD">
      <w:r>
        <w:t>Surat ini disusul dengan satu surat lagi yang menyatakan:</w:t>
      </w:r>
    </w:p>
    <w:p w:rsidR="007E662C" w:rsidRDefault="007E662C" w:rsidP="007742AD">
      <w:r>
        <w:t>"Aku sudah mengirimkan pasukan yang cukup untukmu. Kamu harus melaporkan apa yang terjadi</w:t>
      </w:r>
    </w:p>
    <w:p w:rsidR="007E662C" w:rsidRDefault="007E662C" w:rsidP="007742AD">
      <w:r>
        <w:t>siang dan malam. Husain dan para pengikutnya jangan diberi jalan untuk mendatangi sungat ElFrat.</w:t>
      </w:r>
    </w:p>
    <w:p w:rsidR="007E662C" w:rsidRDefault="007E662C" w:rsidP="007742AD">
      <w:r>
        <w:lastRenderedPageBreak/>
        <w:t>Jangan biarkan mereka menngambil walaupun setetes."</w:t>
      </w:r>
    </w:p>
    <w:p w:rsidR="007E662C" w:rsidRDefault="007E662C" w:rsidP="007742AD">
      <w:r>
        <w:t>Pada hari ketujuh bulan Muharram, Ubaidillah bin Ziyad mengirim 500 pasukan berkuda dipimpin</w:t>
      </w:r>
    </w:p>
    <w:p w:rsidR="007E662C" w:rsidRDefault="007E662C" w:rsidP="007742AD">
      <w:r>
        <w:t>Amr bin Hajjaj untuk memperketat penjagaan sungai ElFrat dari jangkauan Imam Husain as dan para</w:t>
      </w:r>
    </w:p>
    <w:p w:rsidR="007E662C" w:rsidRDefault="007E662C" w:rsidP="007742AD">
      <w:r>
        <w:t>pengikutnya. Belum cukup dengan itu, Ubaidillah alias Ibnu Ziyad itu mengirim lagi 4000 pasukan ke</w:t>
      </w:r>
    </w:p>
    <w:p w:rsidR="007E662C" w:rsidRDefault="007E662C" w:rsidP="007742AD">
      <w:r>
        <w:t>Karbala disertai dengan surat untuk Umar bin Sa'ad. Seperti sebelumnya, surat ini menekan Umar</w:t>
      </w:r>
    </w:p>
    <w:p w:rsidR="007E662C" w:rsidRDefault="007E662C" w:rsidP="007742AD">
      <w:r>
        <w:t>supaya melaksanakan tugasnya sebaik mungkin, jika tidak maka Umar harus menyingkir dan posisinya</w:t>
      </w:r>
    </w:p>
    <w:p w:rsidR="007E662C" w:rsidRDefault="007E662C" w:rsidP="007742AD">
      <w:r>
        <w:t>akan digantikan Syimir. Namun, kepada Syimir Umar mengatakan: "Aku akan tetap memegang</w:t>
      </w:r>
    </w:p>
    <w:p w:rsidR="007E662C" w:rsidRDefault="007E662C" w:rsidP="007742AD">
      <w:r>
        <w:t>komando pasukan, dan posisi terhormat ini tidak akan jatuh ke tanganmu. Biarlah kamu tetap</w:t>
      </w:r>
    </w:p>
    <w:p w:rsidR="007E662C" w:rsidRDefault="007E662C" w:rsidP="007742AD">
      <w:r>
        <w:t>memimpin pasukan pejalan kaki."</w:t>
      </w:r>
      <w:r w:rsidRPr="000E384E">
        <w:rPr>
          <w:rStyle w:val="libFootnotenumChar"/>
        </w:rPr>
        <w:t>16</w:t>
      </w:r>
    </w:p>
    <w:p w:rsidR="007E662C" w:rsidRDefault="007E662C" w:rsidP="007742AD">
      <w:r>
        <w:t>Syimir yang merasa sudah tidak ada lagi waktu untuk berbasa-basi segera menghampiri perkemahan</w:t>
      </w:r>
    </w:p>
    <w:p w:rsidR="007E662C" w:rsidRDefault="007E662C" w:rsidP="007742AD">
      <w:pPr>
        <w:rPr>
          <w:rStyle w:val="libFootnotenumChar"/>
        </w:rPr>
      </w:pPr>
      <w:r>
        <w:t>Imam Husain as kemudian berteriak: "Hai, dimana kalian wahai anak-anak saudara perempuanku?"</w:t>
      </w:r>
      <w:r w:rsidRPr="000E384E">
        <w:rPr>
          <w:rStyle w:val="libFootnotenumChar"/>
        </w:rPr>
        <w:t>17</w:t>
      </w:r>
    </w:p>
    <w:p w:rsidR="000E384E" w:rsidRDefault="000E384E" w:rsidP="007742AD">
      <w:r>
        <w:t>Mendengar suara teriakan manusia keparat itu, Imam Husain as berkata kepada beberapa orang</w:t>
      </w:r>
    </w:p>
    <w:p w:rsidR="000E384E" w:rsidRDefault="000E384E" w:rsidP="007742AD">
      <w:r>
        <w:t>saudara, termasuk Abu Fadhl Abbas as: "Aku tahu Syimir adalah manusia yang fasik, tetapi karena dia</w:t>
      </w:r>
    </w:p>
    <w:p w:rsidR="000E384E" w:rsidRDefault="000E384E" w:rsidP="007742AD">
      <w:r>
        <w:t>masih tergolong kerabat kalian, maka jawablah teriakannya." Maka, empat orang yang bersangkutan</w:t>
      </w:r>
    </w:p>
    <w:p w:rsidR="000E384E" w:rsidRDefault="000E384E" w:rsidP="007742AD">
      <w:r>
        <w:t>pun menjawab: "Apa kamu maukan dari kami?!"</w:t>
      </w:r>
    </w:p>
    <w:p w:rsidR="000E384E" w:rsidRDefault="000E384E" w:rsidP="007742AD">
      <w:r>
        <w:t>"Kalian adalah anak-anak saudara perempuanku. Kalian saya jamin aman asalkan kalian melepaskan</w:t>
      </w:r>
    </w:p>
    <w:p w:rsidR="000E384E" w:rsidRDefault="000E384E" w:rsidP="007742AD">
      <w:r>
        <w:t>diri kalian dari Husain dan patuh kepada Amirul Mukminin Yazid bin Muawiah", pekik Syimir.</w:t>
      </w:r>
    </w:p>
    <w:p w:rsidR="000E384E" w:rsidRDefault="000E384E" w:rsidP="007742AD">
      <w:r>
        <w:t>Abu Fadhl Abbas menjawab: "Apakah kamu akan mengamankanku sedangkan putera Rasul tetap</w:t>
      </w:r>
    </w:p>
    <w:p w:rsidR="000E384E" w:rsidRDefault="000E384E" w:rsidP="007742AD">
      <w:r>
        <w:t>diberi keamanan?!18 Semoga Allah melaknatmu beserta keamanan yang kamu miliki itu?"</w:t>
      </w:r>
    </w:p>
    <w:p w:rsidR="000E384E" w:rsidRDefault="000E384E" w:rsidP="003718EF">
      <w:pPr>
        <w:outlineLvl w:val="0"/>
      </w:pPr>
      <w:bookmarkStart w:id="13" w:name="_Toc403378386"/>
      <w:r>
        <w:lastRenderedPageBreak/>
        <w:t>Hari Tasyu'a</w:t>
      </w:r>
      <w:bookmarkEnd w:id="13"/>
    </w:p>
    <w:p w:rsidR="000E384E" w:rsidRDefault="000E384E" w:rsidP="007742AD">
      <w:r>
        <w:t>Detik-detik masa di padang Karbala terus bergulir. Kamis 9 Muharram Umar bin Sa'ad mendatangi</w:t>
      </w:r>
    </w:p>
    <w:p w:rsidR="000E384E" w:rsidRDefault="000E384E" w:rsidP="007742AD">
      <w:r>
        <w:t>pasukannya dan berseru: "Wahai lasykar Allah, tunggangilah kuda-kuda kalian! Semoga surga</w:t>
      </w:r>
    </w:p>
    <w:p w:rsidR="000E384E" w:rsidRDefault="000E384E" w:rsidP="007742AD">
      <w:r>
        <w:t>membahagiakan kalian."</w:t>
      </w:r>
      <w:r w:rsidRPr="000E384E">
        <w:rPr>
          <w:rStyle w:val="libFootnotenumChar"/>
        </w:rPr>
        <w:t>19</w:t>
      </w:r>
    </w:p>
    <w:p w:rsidR="000E384E" w:rsidRDefault="000E384E" w:rsidP="007742AD">
      <w:r>
        <w:t>Pasukan Umar segera mengendarai kuda dan bergerak ke arah daerah perkemahan Imam Husain as.</w:t>
      </w:r>
    </w:p>
    <w:p w:rsidR="000E384E" w:rsidRDefault="000E384E" w:rsidP="007742AD">
      <w:r>
        <w:t>Saat itu, Imam Husain as sedang dudur tertidur dalam posisi merebahkan kepala di atas lututnya.</w:t>
      </w:r>
    </w:p>
    <w:p w:rsidR="000E384E" w:rsidRDefault="000E384E" w:rsidP="007742AD">
      <w:r>
        <w:t>Beliau terjaga saat didatangi adindanya, Zainab Al-Kubra as yang panik mendengar suara ribut ringkik</w:t>
      </w:r>
    </w:p>
    <w:p w:rsidR="000E384E" w:rsidRDefault="000E384E" w:rsidP="007742AD">
      <w:r>
        <w:t>dan derap kaki kuda.</w:t>
      </w:r>
    </w:p>
    <w:p w:rsidR="000E384E" w:rsidRDefault="000E384E" w:rsidP="007742AD">
      <w:r>
        <w:t>"Kakanda, adakah engkau tidak mendengar suara bising pasukan musuh yang sedang bergerak menuju</w:t>
      </w:r>
    </w:p>
    <w:p w:rsidR="000E384E" w:rsidRDefault="000E384E" w:rsidP="007742AD">
      <w:r>
        <w:t>kita?!" Seru Zainab as.</w:t>
      </w:r>
    </w:p>
    <w:p w:rsidR="000E384E" w:rsidRDefault="000E384E" w:rsidP="007742AD">
      <w:r>
        <w:t>Imam Husain as menjawab: "Adikku, aku baru saja bermimpi melihat kakekku Rasalullah, ayahku Ali,</w:t>
      </w:r>
    </w:p>
    <w:p w:rsidR="000E384E" w:rsidRDefault="000E384E" w:rsidP="007742AD">
      <w:r>
        <w:t>ibundaku Fatimah, dan kakakku Hasan. Mereka berkata kepadaku: 'Hai Husain, sesungguhnya kamu</w:t>
      </w:r>
    </w:p>
    <w:p w:rsidR="000E384E" w:rsidRDefault="000E384E" w:rsidP="007742AD">
      <w:r>
        <w:t>akan menyusul kami.'</w:t>
      </w:r>
      <w:r w:rsidRPr="000E384E">
        <w:rPr>
          <w:rStyle w:val="libFootnotenumChar"/>
        </w:rPr>
        <w:t>20</w:t>
      </w:r>
      <w:r>
        <w:t xml:space="preserve"> Rasulullah juga berkata kepadaku: 'Hai puteraku, kamu adalah syahid keluarga</w:t>
      </w:r>
    </w:p>
    <w:p w:rsidR="000E384E" w:rsidRDefault="000E384E" w:rsidP="007742AD">
      <w:r>
        <w:t>Mustafa, dan semua penghuni langit bergembira menyambut kedatanganmu. Cepatlah datang kemari</w:t>
      </w:r>
    </w:p>
    <w:p w:rsidR="000E384E" w:rsidRDefault="000E384E" w:rsidP="007742AD">
      <w:r>
        <w:t>karena besok malam kamu harus berbuka puasa bersamaku, dan sekarang para malaikat turun dari</w:t>
      </w:r>
    </w:p>
    <w:p w:rsidR="000E384E" w:rsidRDefault="000E384E" w:rsidP="007742AD">
      <w:r>
        <w:t>langit untuk menyimpan darahmu dalam botol hijau ini.'"</w:t>
      </w:r>
    </w:p>
    <w:p w:rsidR="000E384E" w:rsidRDefault="000E384E" w:rsidP="007742AD">
      <w:r>
        <w:t>Mendengar kata-kata Imam Husain ini, Zainab hanyut dalam suasana haru yang amat dalam. Suara</w:t>
      </w:r>
    </w:p>
    <w:p w:rsidR="000E384E" w:rsidRDefault="000E384E" w:rsidP="007742AD">
      <w:r>
        <w:t>rintih dan tangis keluar dari tenggorokannya yang kering. Keuda telapak tangannya menampar-nampar</w:t>
      </w:r>
    </w:p>
    <w:p w:rsidR="000E384E" w:rsidRDefault="000E384E" w:rsidP="007742AD">
      <w:r>
        <w:t>wajahnya. Imam Husain as mencoba menghibur adiknya.</w:t>
      </w:r>
    </w:p>
    <w:p w:rsidR="000E384E" w:rsidRDefault="000E384E" w:rsidP="007742AD">
      <w:r>
        <w:t>"Tenanglah adikku, kamu tidak celaka. Rahmat Allah pasti bersamamu." Ujar Imam Husain as.</w:t>
      </w:r>
    </w:p>
    <w:p w:rsidR="000E384E" w:rsidRDefault="000E384E" w:rsidP="007742AD">
      <w:r>
        <w:lastRenderedPageBreak/>
        <w:t>Beliau kemudian berkata kepada adik lelakinya, Abbas: "Datangilah kaum itu, dan tanyakan kepada</w:t>
      </w:r>
    </w:p>
    <w:p w:rsidR="000E384E" w:rsidRDefault="000E384E" w:rsidP="007742AD">
      <w:r>
        <w:t>mereka untuk apa mereka kemari?"</w:t>
      </w:r>
    </w:p>
    <w:p w:rsidR="000E384E" w:rsidRDefault="000E384E" w:rsidP="007742AD">
      <w:r>
        <w:t>Abbas pun pergi ke arah musuh dan menyampaikan pertanyaan tersebut kepada mereka. Pihak musuh</w:t>
      </w:r>
    </w:p>
    <w:p w:rsidR="000E384E" w:rsidRDefault="000E384E" w:rsidP="007742AD">
      <w:r>
        <w:t>menjawab: "Sang Amir telah memerintahkan agar kalian patuh kepada perintahnya. Jika tidak maka</w:t>
      </w:r>
    </w:p>
    <w:p w:rsidR="000E384E" w:rsidRDefault="000E384E" w:rsidP="007742AD">
      <w:r>
        <w:t>kami akan berperang dengan kalian."</w:t>
      </w:r>
    </w:p>
    <w:p w:rsidR="000E384E" w:rsidRDefault="000E384E" w:rsidP="007742AD">
      <w:r>
        <w:t>Abbas kemudian bergegas lagi menghadap Imam Husain as dan menceritakan apa jawaban musuh.</w:t>
      </w:r>
    </w:p>
    <w:p w:rsidR="000E384E" w:rsidRDefault="000E384E" w:rsidP="007742AD">
      <w:r>
        <w:t>Imam berkata lagi kepada Abbas: "Adikku, demi engkau aku rela berkorban, datangilah lagi pasukan</w:t>
      </w:r>
    </w:p>
    <w:p w:rsidR="000E384E" w:rsidRDefault="000E384E" w:rsidP="007742AD">
      <w:r>
        <w:t>musuh itu dan mintalah mereka supaya memberi kami waktu satu malam untuk kami penuhi dengan</w:t>
      </w:r>
    </w:p>
    <w:p w:rsidR="000E384E" w:rsidRDefault="000E384E" w:rsidP="007742AD">
      <w:r>
        <w:t>munajat, doa, dan istighfar. Dan Allah Maha Mengetahui bahwa aku sangat menyukai solat, membaca</w:t>
      </w:r>
    </w:p>
    <w:p w:rsidR="000E384E" w:rsidRDefault="000E384E" w:rsidP="007742AD">
      <w:r>
        <w:t>Al Quran, berdoa, dan beristighfar."</w:t>
      </w:r>
    </w:p>
    <w:p w:rsidR="000E384E" w:rsidRDefault="000E384E" w:rsidP="007742AD">
      <w:r>
        <w:t>Abbas kembali mendatangi pasukan musuh untuk menyampaikan pesan tersebut. Setelah mendengar</w:t>
      </w:r>
    </w:p>
    <w:p w:rsidR="000E384E" w:rsidRDefault="000E384E" w:rsidP="007742AD">
      <w:r>
        <w:t>permintaan itu, Umar bin Saad berunding dengan orang-orang dekatnya. Sebagian orang ada yang</w:t>
      </w:r>
    </w:p>
    <w:p w:rsidR="000E384E" w:rsidRDefault="000E384E" w:rsidP="007742AD">
      <w:r>
        <w:t>menolak permintaan Imam Husain tersebut. Namun, Amr bin Hajjaj yang termasuk salah satu pemuka</w:t>
      </w:r>
    </w:p>
    <w:p w:rsidR="000E384E" w:rsidRDefault="000E384E" w:rsidP="007742AD">
      <w:r>
        <w:t>kaum berkata kepada Umar:</w:t>
      </w:r>
    </w:p>
    <w:p w:rsidR="000E384E" w:rsidRDefault="000E384E" w:rsidP="007742AD">
      <w:r>
        <w:t>"Subhanallah, seandainya mereka adalah orang-orang kafir Dailam dan mengajukan permintaan seperti</w:t>
      </w:r>
    </w:p>
    <w:p w:rsidR="000E384E" w:rsidRDefault="000E384E" w:rsidP="007742AD">
      <w:r>
        <w:t>ini, kamu pasti akan memenuhinya!" Umar bin Sa'ad berpikir sejenak kemudian memenuhi permintaan</w:t>
      </w:r>
    </w:p>
    <w:p w:rsidR="000E384E" w:rsidRDefault="000E384E" w:rsidP="007742AD">
      <w:r>
        <w:t>tersebut. Dia mengirim utusan kepada Imam Husain as. Sesampainya di perkemahan Imam Husain as,</w:t>
      </w:r>
    </w:p>
    <w:p w:rsidR="000E384E" w:rsidRDefault="000E384E" w:rsidP="007742AD">
      <w:r>
        <w:t>utusan Umar itu berteriak lantang: "Kami beri waktu kalian hingga besok. Jika kalian menyerah, kami</w:t>
      </w:r>
    </w:p>
    <w:p w:rsidR="000E384E" w:rsidRDefault="000E384E" w:rsidP="007742AD">
      <w:r>
        <w:t>akan memboyong kalian ke hadapan Sang Amir. Jika tidak maka kami tidak akan melepaskan</w:t>
      </w:r>
    </w:p>
    <w:p w:rsidR="00E6033E" w:rsidRDefault="000E384E" w:rsidP="007742AD">
      <w:pPr>
        <w:rPr>
          <w:rStyle w:val="libFootnotenumChar"/>
        </w:rPr>
      </w:pPr>
      <w:r>
        <w:t>kalian.”</w:t>
      </w:r>
      <w:r w:rsidRPr="000E384E">
        <w:rPr>
          <w:rStyle w:val="libFootnotenumChar"/>
        </w:rPr>
        <w:t>21</w:t>
      </w:r>
    </w:p>
    <w:p w:rsidR="00E47A17" w:rsidRPr="00E47A17" w:rsidRDefault="00E47A17" w:rsidP="007742AD"/>
    <w:p w:rsidR="000E384E" w:rsidRDefault="000E384E" w:rsidP="003718EF">
      <w:pPr>
        <w:outlineLvl w:val="0"/>
      </w:pPr>
      <w:bookmarkStart w:id="14" w:name="_Toc403378387"/>
      <w:r>
        <w:lastRenderedPageBreak/>
        <w:t>Imam Husain as dan Para Pengikut Setianya</w:t>
      </w:r>
      <w:bookmarkEnd w:id="14"/>
    </w:p>
    <w:p w:rsidR="000E384E" w:rsidRDefault="000E384E" w:rsidP="007742AD">
      <w:r>
        <w:t>Karena Imam Husain as dan rombongannya diberi waktu satu malam, maka pasukan dari masing-masing pihak kembali ke perkemahan masing-masing dengan tenang. Pada malam Asyura itu, adeganadegan</w:t>
      </w:r>
    </w:p>
    <w:p w:rsidR="000E384E" w:rsidRDefault="000E384E" w:rsidP="007742AD">
      <w:r>
        <w:t>yang semakin memilukan terjadi. Rintih tangis, munajat, doa, pembicaraan, dan puisi-puisi</w:t>
      </w:r>
    </w:p>
    <w:p w:rsidR="000E384E" w:rsidRDefault="000E384E" w:rsidP="007742AD">
      <w:r>
        <w:t>duka dan perjuangan Ahlul Bait mengiringi putaran detik-detik gulita malam sahara Karbala. Tentang</w:t>
      </w:r>
    </w:p>
    <w:p w:rsidR="000E384E" w:rsidRDefault="000E384E" w:rsidP="007742AD">
      <w:r>
        <w:t>ini, Imam Ali Zainal Abidin as putera Imam Husain as antara lain berkisah:</w:t>
      </w:r>
    </w:p>
    <w:p w:rsidR="000E384E" w:rsidRDefault="000E384E" w:rsidP="007742AD">
      <w:r>
        <w:t>"Saat itu aku sedang menderita sakit. Akan tetapi, aku mencoba mendekati ayahku untuk</w:t>
      </w:r>
    </w:p>
    <w:p w:rsidR="000E384E" w:rsidRDefault="000E384E" w:rsidP="007742AD">
      <w:r>
        <w:t>mendengarkan apa yang beliau katakan kepada para sahabatnya. Aku mendengar beliau berkhutbah</w:t>
      </w:r>
    </w:p>
    <w:p w:rsidR="000E384E" w:rsidRDefault="000E384E" w:rsidP="007742AD">
      <w:r>
        <w:t>dimana setelah menyampaikan ucapan puji dan syukur kepada Allah, beliau berkata: 'Amma ba'du,</w:t>
      </w:r>
    </w:p>
    <w:p w:rsidR="000E384E" w:rsidRDefault="000E384E" w:rsidP="007742AD">
      <w:r>
        <w:t>sesungguhnya aku tidak pernah mengetahui adanya sahabat yang lebih setia dan baik daripada sahabatsahabatku,</w:t>
      </w:r>
    </w:p>
    <w:p w:rsidR="000E384E" w:rsidRDefault="000E384E" w:rsidP="007742AD">
      <w:r>
        <w:t>dan tidak pula mengenal keluarga yang lebih taat dan penyayang daripada keluargaku.</w:t>
      </w:r>
    </w:p>
    <w:p w:rsidR="000E384E" w:rsidRDefault="000E384E" w:rsidP="007742AD">
      <w:r>
        <w:t>Maka dari itu, Allah akan memberi kalian pahala...</w:t>
      </w:r>
      <w:r w:rsidRPr="000E384E">
        <w:rPr>
          <w:rStyle w:val="libFootnotenumChar"/>
        </w:rPr>
        <w:t>22</w:t>
      </w:r>
      <w:r>
        <w:t xml:space="preserve"> Aku sudah memastikan bahwa aku tidak akan bisa</w:t>
      </w:r>
    </w:p>
    <w:p w:rsidR="000E384E" w:rsidRDefault="000E384E" w:rsidP="007742AD">
      <w:r>
        <w:t>selamat dari (kejahatan) orang-orang itu. Sekarang, kalian aku perbolehkan untuk meninggalkan dan</w:t>
      </w:r>
    </w:p>
    <w:p w:rsidR="000E384E" w:rsidRDefault="000E384E" w:rsidP="007742AD">
      <w:r>
        <w:t>membiarkan aku sendirian melawan orang-orang itu, karena yang mereka inginkan hanyalah</w:t>
      </w:r>
    </w:p>
    <w:p w:rsidR="000E384E" w:rsidRDefault="000E384E" w:rsidP="007742AD">
      <w:r>
        <w:t>membunuhku."</w:t>
      </w:r>
    </w:p>
    <w:p w:rsidR="000E384E" w:rsidRDefault="000E384E" w:rsidP="007742AD">
      <w:r>
        <w:t>Tawaran Imam Husain as ini ditolak oleh saudara-saudara, anak-anak, dan segenap anggota keluarga</w:t>
      </w:r>
    </w:p>
    <w:p w:rsidR="000E384E" w:rsidRDefault="000E384E" w:rsidP="007742AD">
      <w:r>
        <w:t>serta sahabat-sahabat setia beliau. Salah seorang dari mereka mengatakan:</w:t>
      </w:r>
    </w:p>
    <w:p w:rsidR="000E384E" w:rsidRDefault="000E384E" w:rsidP="007742AD">
      <w:r>
        <w:t>"Untuk apa kami harus meninggalkanmu? Apakah supaya kami hidup sepeninggalmu? Tidak. Semoga</w:t>
      </w:r>
    </w:p>
    <w:p w:rsidR="000E384E" w:rsidRDefault="000E384E" w:rsidP="007742AD">
      <w:r>
        <w:lastRenderedPageBreak/>
        <w:t>Allah tidak sekali-kali menciptakan hari seperti itu untuk kami. Kami tidak akan berpisah denganmu.</w:t>
      </w:r>
    </w:p>
    <w:p w:rsidR="000E384E" w:rsidRDefault="000E384E" w:rsidP="007742AD">
      <w:r>
        <w:t>Kami akan mengorbankan jiwa kami untuk membelamu. Kehidupan sepeninggalmu adalah kehidupan</w:t>
      </w:r>
    </w:p>
    <w:p w:rsidR="000E384E" w:rsidRDefault="000E384E" w:rsidP="007742AD">
      <w:r>
        <w:t>yang buruk di mata Allah."</w:t>
      </w:r>
    </w:p>
    <w:p w:rsidR="000E384E" w:rsidRDefault="000E384E" w:rsidP="007742AD">
      <w:r>
        <w:t>Imam Husain as kemudian mendoakan mereka semua. Beliau memberi semangat mereka dengan</w:t>
      </w:r>
    </w:p>
    <w:p w:rsidR="000E384E" w:rsidRDefault="000E384E" w:rsidP="007742AD">
      <w:r>
        <w:t>besarnya kenikmataan di sisi Allah, kejayaan di akhirat. Karenanya, pedihnya hujaman pedang dan</w:t>
      </w:r>
    </w:p>
    <w:p w:rsidR="000E384E" w:rsidRDefault="000E384E" w:rsidP="007742AD">
      <w:r>
        <w:t>tombak kemudian menjadi sesuatu yang kecil di mata mereka. Sedemikian kecilnya sehingga mereka</w:t>
      </w:r>
    </w:p>
    <w:p w:rsidR="000E384E" w:rsidRDefault="000E384E" w:rsidP="007742AD">
      <w:r>
        <w:t>bahkan tidak merasakan kepedihan itu. Mereka berlomba bahu membahu untuk menggapai kemuliaan</w:t>
      </w:r>
    </w:p>
    <w:p w:rsidR="000E384E" w:rsidRDefault="000E384E" w:rsidP="007742AD">
      <w:pPr>
        <w:rPr>
          <w:rStyle w:val="libFootnotenumChar"/>
        </w:rPr>
      </w:pPr>
      <w:r>
        <w:t>sebagai seorang yang gugur sebagai syahid membela agama dan keluarga suci Rasulullah saaw.</w:t>
      </w:r>
      <w:r w:rsidRPr="000E384E">
        <w:rPr>
          <w:rStyle w:val="libFootnotenumChar"/>
        </w:rPr>
        <w:t>23</w:t>
      </w:r>
    </w:p>
    <w:p w:rsidR="000E384E" w:rsidRDefault="000E384E" w:rsidP="007742AD">
      <w:r>
        <w:t>Imam Husain as kemudian berkata, "Demi Allah, setelah semua kejadian ini kita alami, masa akan terus berjalan hingga kita semua keluar (hidup lagi) bersama Al-Qaim kita untuk membalas kaum yang</w:t>
      </w:r>
    </w:p>
    <w:p w:rsidR="000E384E" w:rsidRDefault="000E384E" w:rsidP="007742AD">
      <w:r>
        <w:t>zalim. Kami dan kalian akan menyaksikan rantai, belenggu, dan siksaan-siksaan lain yang membantai</w:t>
      </w:r>
    </w:p>
    <w:p w:rsidR="000E384E" w:rsidRDefault="000E384E" w:rsidP="007742AD">
      <w:r>
        <w:t>musuh kita."</w:t>
      </w:r>
    </w:p>
    <w:p w:rsidR="000E384E" w:rsidRDefault="000E384E" w:rsidP="007742AD">
      <w:r>
        <w:t>Seseorang bertanya: "Siapakah AlQaim itu?"</w:t>
      </w:r>
    </w:p>
    <w:p w:rsidR="000E384E" w:rsidRDefault="000E384E" w:rsidP="007742AD">
      <w:r>
        <w:t>Imam Husain as menjawab, "Dari kami (Ahlul Bait) terdapat dua belas orang Mahdi dimana yang</w:t>
      </w:r>
    </w:p>
    <w:p w:rsidR="000E384E" w:rsidRDefault="000E384E" w:rsidP="007742AD">
      <w:r>
        <w:t>pertama adalah Amirul Mukminin Ali bin Abi Thalib dan yang terakhir adalah orang yang (merupakan</w:t>
      </w:r>
    </w:p>
    <w:p w:rsidR="000E384E" w:rsidRDefault="000E384E" w:rsidP="007742AD">
      <w:r>
        <w:t>generasi) kesembilan dari anak keturunanku dan dialah Imam AlQaim Bilhaq. Dengannyalah Allah</w:t>
      </w:r>
    </w:p>
    <w:p w:rsidR="000E384E" w:rsidRDefault="000E384E" w:rsidP="007742AD">
      <w:r>
        <w:t>akan menghidupkan bumi ini setelah kematiannya, dengannyalah Allah akan menjayakan agama</w:t>
      </w:r>
    </w:p>
    <w:p w:rsidR="000E384E" w:rsidRDefault="000E384E" w:rsidP="007742AD">
      <w:r>
        <w:t>kebenaran ini atas seluruh agama lain, walaupun orang-orang musyrik membencinya. Dia (AlQaim)</w:t>
      </w:r>
    </w:p>
    <w:p w:rsidR="000E384E" w:rsidRDefault="000E384E" w:rsidP="007742AD">
      <w:r>
        <w:t>akan mengalami masa kegaiban dimana sepanjang masa ini sebagian kaum ada yang murtad sementara</w:t>
      </w:r>
    </w:p>
    <w:p w:rsidR="000E384E" w:rsidRDefault="000E384E" w:rsidP="007742AD">
      <w:r>
        <w:lastRenderedPageBreak/>
        <w:t>yang lain tetap teguh pada agama dan mencintai (AlQaim), dan mereka akan ditanya: 'Kapankah janji</w:t>
      </w:r>
    </w:p>
    <w:p w:rsidR="000E384E" w:rsidRDefault="000E384E" w:rsidP="007742AD">
      <w:r>
        <w:t>(kebangkitan) ini (akan terpenuhi) jika kalian memang orang-orang yang jujur?' Akan tetapi orang yang</w:t>
      </w:r>
    </w:p>
    <w:p w:rsidR="000E384E" w:rsidRDefault="000E384E" w:rsidP="007742AD">
      <w:r>
        <w:t>sabar pada masa kegaibannya akan mengalami banyak gangguan dan didustakan. Kedudukan orang itu</w:t>
      </w:r>
    </w:p>
    <w:p w:rsidR="000E384E" w:rsidRDefault="000E384E" w:rsidP="007742AD">
      <w:r>
        <w:t>sama dengan pejuang yang mengangkat pedang bersama Rasulullah."</w:t>
      </w:r>
      <w:r w:rsidRPr="007D4D7D">
        <w:rPr>
          <w:rStyle w:val="libFootnotenumChar"/>
        </w:rPr>
        <w:t>24</w:t>
      </w:r>
    </w:p>
    <w:p w:rsidR="000E384E" w:rsidRDefault="000E384E" w:rsidP="007742AD">
      <w:r>
        <w:t>Dalam sebuah riwayat disebutkan bahwa di alam maknawi Allah SWT menampakkan dosa-dosa</w:t>
      </w:r>
    </w:p>
    <w:p w:rsidR="000E384E" w:rsidRDefault="000E384E" w:rsidP="007742AD">
      <w:r>
        <w:t>makhluk-Nya. Kemudian, untuk menghapus dosa-dosa ini, Allah bertanya kepada ruh para nabi dan</w:t>
      </w:r>
    </w:p>
    <w:p w:rsidR="000E384E" w:rsidRDefault="000E384E" w:rsidP="007742AD">
      <w:r>
        <w:t>wali-Nya:</w:t>
      </w:r>
    </w:p>
    <w:p w:rsidR="000E384E" w:rsidRDefault="000E384E" w:rsidP="007742AD">
      <w:r>
        <w:t>"Siapakah diantara kalian yang siap berkorban dengan jiwa, harta, dan keluarnya agar dosa-dosa ini</w:t>
      </w:r>
    </w:p>
    <w:p w:rsidR="000E384E" w:rsidRDefault="000E384E" w:rsidP="007742AD">
      <w:r>
        <w:t>terampuni?"</w:t>
      </w:r>
    </w:p>
    <w:p w:rsidR="000E384E" w:rsidRDefault="000E384E" w:rsidP="007742AD">
      <w:r>
        <w:t>Sang pahlawan terkemuka Karbala menjawab: "Aku siap berkorban dengan semua itu?"</w:t>
      </w:r>
    </w:p>
    <w:p w:rsidR="000E384E" w:rsidRDefault="000E384E" w:rsidP="007742AD">
      <w:r>
        <w:t>Allah berfirman: "Wahai Husain, apakah kamu siap untuk gugur sebagai syahid dalam keadaan haus</w:t>
      </w:r>
    </w:p>
    <w:p w:rsidR="000E384E" w:rsidRDefault="000E384E" w:rsidP="007742AD">
      <w:r>
        <w:t>dan lapar?"</w:t>
      </w:r>
    </w:p>
    <w:p w:rsidR="000E384E" w:rsidRDefault="000E384E" w:rsidP="007742AD">
      <w:r>
        <w:t>Imam Husain as menjawab: "Aku rela untuk itu?"</w:t>
      </w:r>
    </w:p>
    <w:p w:rsidR="007D4D7D" w:rsidRDefault="007D4D7D" w:rsidP="007742AD">
      <w:r>
        <w:t>Allah berfirman: "Kepalamu akan ditancapkan diujung tombak lalu dipertontonkan di kota-kota, di</w:t>
      </w:r>
    </w:p>
    <w:p w:rsidR="007D4D7D" w:rsidRDefault="007D4D7D" w:rsidP="007742AD">
      <w:r>
        <w:t>padang sahara, dan di dalam pertemuan-pertemuan."</w:t>
      </w:r>
    </w:p>
    <w:p w:rsidR="007D4D7D" w:rsidRDefault="007D4D7D" w:rsidP="007742AD">
      <w:r>
        <w:t>Imam Husain as menjawab: "Aku rela."</w:t>
      </w:r>
    </w:p>
    <w:p w:rsidR="007D4D7D" w:rsidRDefault="007D4D7D" w:rsidP="007742AD">
      <w:r>
        <w:t>Allah berfirman: "Jasadmu akan dicincang dan dicampakkan ke tanah tanpa pakaian."</w:t>
      </w:r>
    </w:p>
    <w:p w:rsidR="007D4D7D" w:rsidRDefault="007D4D7D" w:rsidP="007742AD">
      <w:r>
        <w:t>Imam Husain menjawab: "Aku rela."</w:t>
      </w:r>
    </w:p>
    <w:p w:rsidR="007D4D7D" w:rsidRDefault="007D4D7D" w:rsidP="007742AD">
      <w:r>
        <w:t>Allah berfirman: "Para sahabatmu juga harus terbunuh."</w:t>
      </w:r>
    </w:p>
    <w:p w:rsidR="007D4D7D" w:rsidRDefault="007D4D7D" w:rsidP="007742AD">
      <w:r>
        <w:t>Imam Husain menjawab: "Aku pasrah."</w:t>
      </w:r>
    </w:p>
    <w:p w:rsidR="007D4D7D" w:rsidRDefault="007D4D7D" w:rsidP="007742AD">
      <w:r>
        <w:t>Allah berfirman: "Hamba-hambaku (saat itu) adalah para pemudan, dan pemudamu yang berusia 18</w:t>
      </w:r>
    </w:p>
    <w:p w:rsidR="007D4D7D" w:rsidRDefault="007D4D7D" w:rsidP="007742AD">
      <w:r>
        <w:t>tahun akan terbunuh di depan matamu."</w:t>
      </w:r>
    </w:p>
    <w:p w:rsidR="007D4D7D" w:rsidRDefault="007D4D7D" w:rsidP="007742AD">
      <w:r>
        <w:t>Imam Husain tetap pasrah.</w:t>
      </w:r>
    </w:p>
    <w:p w:rsidR="007D4D7D" w:rsidRDefault="007D4D7D" w:rsidP="007742AD">
      <w:r>
        <w:lastRenderedPageBreak/>
        <w:t>Allah berfirman: "Di tengah mereka terdapat kaum wanita, dan keluargamu akan menjadi tawanan</w:t>
      </w:r>
    </w:p>
    <w:p w:rsidR="007D4D7D" w:rsidRDefault="007D4D7D" w:rsidP="007742AD">
      <w:r>
        <w:t>yang terbelenggu dan pertontonkan dari kota ke kota, dari rumah ke rumah, dari lorong ke lorong."</w:t>
      </w:r>
    </w:p>
    <w:p w:rsidR="007D4D7D" w:rsidRDefault="007D4D7D" w:rsidP="007742AD">
      <w:r>
        <w:t>Imam Husain pasrah.</w:t>
      </w:r>
    </w:p>
    <w:p w:rsidR="007D4D7D" w:rsidRDefault="007D4D7D" w:rsidP="007742AD">
      <w:r>
        <w:t>Allah berfirman: "Puteramu dalam keadaan sakit akan terbelenggu dan dipertontonkan di atas onta</w:t>
      </w:r>
    </w:p>
    <w:p w:rsidR="007D4D7D" w:rsidRDefault="007D4D7D" w:rsidP="007742AD">
      <w:r>
        <w:t>dalam keadaan tanpa baju dari lembah ke lembah, dari rumah ke rumah."</w:t>
      </w:r>
    </w:p>
    <w:p w:rsidR="007D4D7D" w:rsidRDefault="007D4D7D" w:rsidP="003718EF">
      <w:pPr>
        <w:outlineLvl w:val="0"/>
      </w:pPr>
      <w:bookmarkStart w:id="15" w:name="_Toc403378388"/>
      <w:r>
        <w:t>Imam Husain pasrah.</w:t>
      </w:r>
      <w:r w:rsidRPr="007D4D7D">
        <w:rPr>
          <w:rStyle w:val="libFootnotenumChar"/>
        </w:rPr>
        <w:t>25</w:t>
      </w:r>
      <w:bookmarkEnd w:id="15"/>
    </w:p>
    <w:p w:rsidR="007D4D7D" w:rsidRDefault="007D4D7D" w:rsidP="007742AD">
      <w:r>
        <w:t>Tentang penebusan dosa ini, orang-orang yang bisa berharap mendapat syafaat dari Imam Husain as</w:t>
      </w:r>
    </w:p>
    <w:p w:rsidR="007D4D7D" w:rsidRDefault="007D4D7D" w:rsidP="007742AD">
      <w:r>
        <w:t>tentu saja orang-orang yang beriman kepada risalah para nabi dan ajaran suci serta mengamalkannya.</w:t>
      </w:r>
    </w:p>
    <w:p w:rsidR="007D4D7D" w:rsidRDefault="007D4D7D" w:rsidP="007742AD">
      <w:r>
        <w:t>Oleh sebab itu, Amirul Mukminin Ali bin Abi Thalib as berkata:</w:t>
      </w:r>
    </w:p>
    <w:p w:rsidR="007D4D7D" w:rsidRDefault="007D4D7D" w:rsidP="007742AD">
      <w:r>
        <w:t>"Penuhilah seruan para nabi, pasrahlah kepada urusan mereka, dan taatilah mereka niscaya kalian akan</w:t>
      </w:r>
    </w:p>
    <w:p w:rsidR="007D4D7D" w:rsidRDefault="007D4D7D" w:rsidP="007742AD">
      <w:r>
        <w:t>masuk ke dalam syafaat mereka."</w:t>
      </w:r>
    </w:p>
    <w:p w:rsidR="007D4D7D" w:rsidRDefault="007D4D7D" w:rsidP="007742AD">
      <w:r>
        <w:t>Allah berfirman:</w:t>
      </w:r>
    </w:p>
    <w:p w:rsidR="007D4D7D" w:rsidRPr="007742AD" w:rsidRDefault="007D4D7D" w:rsidP="007742AD">
      <w:r w:rsidRPr="007742AD">
        <w:rPr>
          <w:rtl/>
        </w:rPr>
        <w:t>يَوْمَئِذٍ لّا تَنفَعُ الشّفَاعَةُ اِلّا مَنْ اَذِنَ لَهُ الرّحْمَنُ وَرَضِيَ لَهُ قَوْلاً</w:t>
      </w:r>
    </w:p>
    <w:p w:rsidR="007D4D7D" w:rsidRPr="00387909" w:rsidRDefault="007D4D7D" w:rsidP="007742AD">
      <w:r w:rsidRPr="00387909">
        <w:t>"Pada hari tidak berguna syafaat kecuali (syafaat) orang yang Allah Allah Maha Pemurah telah</w:t>
      </w:r>
    </w:p>
    <w:p w:rsidR="007D4D7D" w:rsidRDefault="007D4D7D" w:rsidP="007742AD">
      <w:r w:rsidRPr="00387909">
        <w:t>memberi izin kepadanya, dan Dia telah meridhai perkataannya."</w:t>
      </w:r>
      <w:r>
        <w:t xml:space="preserve"> (QS. Thaahaa:109)</w:t>
      </w:r>
    </w:p>
    <w:p w:rsidR="007D4D7D" w:rsidRPr="007742AD" w:rsidRDefault="007D4D7D" w:rsidP="007742AD">
      <w:r w:rsidRPr="007742AD">
        <w:rPr>
          <w:rtl/>
        </w:rPr>
        <w:t>وَكَم مّن مّلَكٍ فِي السّمَاوَاتِ لَا تُغْنِي شَفَاعَتُهُمْ شَيْئاً اِلّا مِن بَعْدِ اَن يَاْذَنَ اللّهُ لِمَن</w:t>
      </w:r>
    </w:p>
    <w:p w:rsidR="007D4D7D" w:rsidRPr="007742AD" w:rsidRDefault="007D4D7D" w:rsidP="007742AD">
      <w:r w:rsidRPr="007742AD">
        <w:rPr>
          <w:rtl/>
        </w:rPr>
        <w:t>يَشَاءُ وَيَرْضَى</w:t>
      </w:r>
    </w:p>
    <w:p w:rsidR="007D4D7D" w:rsidRPr="00387909" w:rsidRDefault="007D4D7D" w:rsidP="007742AD">
      <w:r w:rsidRPr="00387909">
        <w:t>"Dan berapa banyak nya malaikat di langit, syafaat mereka sedikitpun tidak berguna kecuali sesudah</w:t>
      </w:r>
    </w:p>
    <w:p w:rsidR="007D4D7D" w:rsidRDefault="007D4D7D" w:rsidP="007742AD">
      <w:r w:rsidRPr="00387909">
        <w:t>Allah mengizinkan bagi orang yang dikehendaki dan diridhai-Nya."</w:t>
      </w:r>
      <w:r>
        <w:t xml:space="preserve"> (QS. An Najm: 26)</w:t>
      </w:r>
    </w:p>
    <w:p w:rsidR="007D4D7D" w:rsidRPr="007742AD" w:rsidRDefault="007D4D7D" w:rsidP="007742AD">
      <w:r w:rsidRPr="007742AD">
        <w:rPr>
          <w:rtl/>
        </w:rPr>
        <w:t>وَاَنذِرْهُمْ يَوْمَ الْازِفَةِ اِذِ الْقُلُوبُ لَدَى الْحَنَاجِرِ كَاظِمِينَ مَا لِلظّالِمِينَ مِنْ حَمِيمٍ وَلَا</w:t>
      </w:r>
    </w:p>
    <w:p w:rsidR="007D4D7D" w:rsidRPr="007742AD" w:rsidRDefault="007D4D7D" w:rsidP="007742AD">
      <w:r w:rsidRPr="007742AD">
        <w:rPr>
          <w:rtl/>
        </w:rPr>
        <w:t>شَفِيعٍ يُطَاعُ</w:t>
      </w:r>
    </w:p>
    <w:p w:rsidR="007D4D7D" w:rsidRPr="00387909" w:rsidRDefault="007D4D7D" w:rsidP="007742AD">
      <w:r w:rsidRPr="00387909">
        <w:t>"Orang-orang yang zalim tidak mempunyai teman setia seorangpun dan tidak (pula) mempunyai</w:t>
      </w:r>
    </w:p>
    <w:p w:rsidR="007D4D7D" w:rsidRDefault="007D4D7D" w:rsidP="007742AD">
      <w:r w:rsidRPr="00387909">
        <w:lastRenderedPageBreak/>
        <w:t>seorang pemberi syafaat yang diterima syafaatnya."</w:t>
      </w:r>
      <w:r>
        <w:t xml:space="preserve"> (QS. Al Mu'min: 18)</w:t>
      </w:r>
    </w:p>
    <w:p w:rsidR="007D4D7D" w:rsidRDefault="007D4D7D" w:rsidP="007742AD">
      <w:r>
        <w:t>Tentang ini harus diakui bahwa banyak sekali hamba-hamba Allah yang tidak memahami kebenaran</w:t>
      </w:r>
    </w:p>
    <w:p w:rsidR="007D4D7D" w:rsidRDefault="007D4D7D" w:rsidP="007742AD">
      <w:r>
        <w:t>ajaran Ilahi sehingga banyak kehormatan ajaran ini dicemari dengan dosa-dosa mereka. Karena itu jelas</w:t>
      </w:r>
    </w:p>
    <w:p w:rsidR="00387909" w:rsidRDefault="007D4D7D" w:rsidP="007742AD">
      <w:r>
        <w:t>mereka tidak mungkin akan mendapatkan syafa'at.</w:t>
      </w:r>
    </w:p>
    <w:p w:rsidR="00387909" w:rsidRPr="007742AD" w:rsidRDefault="00387909" w:rsidP="007742AD">
      <w:pPr>
        <w:rPr>
          <w:rStyle w:val="PageNumber"/>
        </w:rPr>
      </w:pPr>
      <w:r w:rsidRPr="007742AD">
        <w:rPr>
          <w:rStyle w:val="PageNumber"/>
        </w:rPr>
        <w:br w:type="page"/>
      </w:r>
    </w:p>
    <w:p w:rsidR="007D4D7D" w:rsidRDefault="007D4D7D" w:rsidP="007742AD"/>
    <w:p w:rsidR="00387909" w:rsidRDefault="00387909" w:rsidP="003718EF">
      <w:pPr>
        <w:outlineLvl w:val="0"/>
      </w:pPr>
      <w:bookmarkStart w:id="16" w:name="_Toc403378389"/>
      <w:r>
        <w:t>Peristiwa Malam Asyura</w:t>
      </w:r>
      <w:bookmarkEnd w:id="16"/>
    </w:p>
    <w:p w:rsidR="00387909" w:rsidRDefault="00387909" w:rsidP="007742AD">
      <w:r>
        <w:t>Syeikh Mufid meriwayatkan kisah peristiwa malam Asyura dari Imam Ali Zainal Abidin Assajjad as</w:t>
      </w:r>
    </w:p>
    <w:p w:rsidR="00387909" w:rsidRDefault="00387909" w:rsidP="007742AD">
      <w:r>
        <w:t>yang menceritakannya antara lain sebagai berikut:</w:t>
      </w:r>
    </w:p>
    <w:p w:rsidR="00387909" w:rsidRDefault="00387909" w:rsidP="007742AD">
      <w:r>
        <w:t>"Pada malam sebelum hari dimana ayahku syahid aku sedang sakit dan dirawat oleh bibiku, Zainab.</w:t>
      </w:r>
    </w:p>
    <w:p w:rsidR="00387909" w:rsidRDefault="00387909" w:rsidP="007742AD">
      <w:r>
        <w:t>Tanpa kuduga, tiba-tiba ayahku memasuki kemahku. Saat itu terdapat Jun, seorang budak yang sudah</w:t>
      </w:r>
    </w:p>
    <w:p w:rsidR="00387909" w:rsidRDefault="00387909" w:rsidP="007742AD">
      <w:r>
        <w:t>dibebaskan oleh Abu Dzar, sedang membenahi pedang milik ayahku. Saat itu, ayahku sempat</w:t>
      </w:r>
    </w:p>
    <w:p w:rsidR="00387909" w:rsidRDefault="00387909" w:rsidP="007742AD">
      <w:r>
        <w:t>melantunkan syair yang mengatakan:</w:t>
      </w:r>
    </w:p>
    <w:p w:rsidR="00387909" w:rsidRDefault="00387909" w:rsidP="007742AD">
      <w:r>
        <w:t>'Hai zaman, persahabatan bukanlah sesuatu yang abadi, kecintaan tanpa permusuhan bukan sesuatu yang berarti. Cukuplah siang dan malam sebagian dari sahabat menghendaki pembunuhan sambil</w:t>
      </w:r>
    </w:p>
    <w:p w:rsidR="00387909" w:rsidRDefault="00387909" w:rsidP="007742AD">
      <w:r>
        <w:t>menyembunyikan permusuhan. Namun, setiap kehidupan pastilah bergerak menuju kematian</w:t>
      </w:r>
    </w:p>
    <w:p w:rsidR="00387909" w:rsidRDefault="00387909" w:rsidP="007742AD">
      <w:r>
        <w:t>sebagaimana aku, kecuali Tuhan Yang Maha Agung.'</w:t>
      </w:r>
      <w:r w:rsidRPr="00387909">
        <w:rPr>
          <w:rStyle w:val="libFootnotenumChar"/>
        </w:rPr>
        <w:t>26</w:t>
      </w:r>
    </w:p>
    <w:p w:rsidR="00387909" w:rsidRDefault="00387909" w:rsidP="007742AD">
      <w:r>
        <w:t>"Begitu mendengar syair ini aku yakin bahwa bencana akan segera tiba dan akan membuat manusia</w:t>
      </w:r>
    </w:p>
    <w:p w:rsidR="00387909" w:rsidRDefault="00387909" w:rsidP="007742AD">
      <w:r>
        <w:t>mulia itu pasrah kepada kematian. Karena itu, aku tak kuasa menahan tangis meski aku dapat menahan</w:t>
      </w:r>
    </w:p>
    <w:p w:rsidR="00387909" w:rsidRDefault="00387909" w:rsidP="007742AD">
      <w:r>
        <w:t>rasa takut. Namun, bibiku tak kuasa menahannya sehingga dia menangis keras dan membuka</w:t>
      </w:r>
    </w:p>
    <w:p w:rsidR="00387909" w:rsidRDefault="00387909" w:rsidP="007742AD">
      <w:r>
        <w:t>kerudungnya sambil beranjak mendekati ayahku dan berkata:</w:t>
      </w:r>
    </w:p>
    <w:p w:rsidR="00387909" w:rsidRDefault="00387909" w:rsidP="007742AD">
      <w:r>
        <w:t>'Hai kakakku dan cendera mataku! Hai khalifah para pemimpin terdahulu! Hai keindahan orang-orang</w:t>
      </w:r>
    </w:p>
    <w:p w:rsidR="00387909" w:rsidRDefault="00387909" w:rsidP="007742AD">
      <w:r>
        <w:t>yang akan datang, alangkah bahagianya seandainya kematian dapat mengakhiri kehidupanku sekarang</w:t>
      </w:r>
    </w:p>
    <w:p w:rsidR="00387909" w:rsidRDefault="00387909" w:rsidP="007742AD">
      <w:r>
        <w:t>juga.'</w:t>
      </w:r>
      <w:r w:rsidRPr="00387909">
        <w:rPr>
          <w:rStyle w:val="libFootnotenumChar"/>
        </w:rPr>
        <w:t>27</w:t>
      </w:r>
    </w:p>
    <w:p w:rsidR="00387909" w:rsidRDefault="00387909" w:rsidP="007742AD">
      <w:r>
        <w:t>"Ayahku berkata: 'Alangkah beratnya musibah ini. Alangkah indahnya seandainya kematian</w:t>
      </w:r>
    </w:p>
    <w:p w:rsidR="00387909" w:rsidRDefault="00387909" w:rsidP="007742AD">
      <w:r>
        <w:t>mengakhiri kehidupanku. Kini aku bagai menyaksikan lagi kematian ibundaku, ayahandaku, dan</w:t>
      </w:r>
    </w:p>
    <w:p w:rsidR="00387909" w:rsidRDefault="00387909" w:rsidP="007742AD">
      <w:r>
        <w:lastRenderedPageBreak/>
        <w:t>kakandaku Hasan. Hai generasi orang-orang terdahulu! Hai penolong generasi yang menyusul, hanya</w:t>
      </w:r>
    </w:p>
    <w:p w:rsidR="00387909" w:rsidRDefault="00387909" w:rsidP="007742AD">
      <w:r>
        <w:t>kamulah yang aku miliki..' "</w:t>
      </w:r>
      <w:r w:rsidRPr="00387909">
        <w:rPr>
          <w:rStyle w:val="libFootnotenumChar"/>
        </w:rPr>
        <w:t>28</w:t>
      </w:r>
    </w:p>
    <w:p w:rsidR="00387909" w:rsidRDefault="00387909" w:rsidP="007742AD">
      <w:r>
        <w:t>Diriwayatkan pula bahwa saat itu Imam Husain as memandangi adik perempuannya, Zainab, dan</w:t>
      </w:r>
    </w:p>
    <w:p w:rsidR="00387909" w:rsidRDefault="00387909" w:rsidP="007742AD">
      <w:r>
        <w:t>berkata:</w:t>
      </w:r>
    </w:p>
    <w:p w:rsidR="00387909" w:rsidRDefault="00387909" w:rsidP="007742AD">
      <w:r>
        <w:t>"Hai adikku, syaitan tidak akan menghilangkan kesabaranmu. Sebagaimana penghuni langit juga akan</w:t>
      </w:r>
    </w:p>
    <w:p w:rsidR="00387909" w:rsidRDefault="00387909" w:rsidP="007742AD">
      <w:r>
        <w:t>mati, penghuni bumi tidak akan ada yang tersisa. Segala sesuatu akan binasa kecuali Allah. Ketentuan</w:t>
      </w:r>
    </w:p>
    <w:p w:rsidR="00387909" w:rsidRDefault="00387909" w:rsidP="007742AD">
      <w:r>
        <w:t>ada ditangan-Nya dan kepada-Nya-lah segala sesuatu akan kembali."</w:t>
      </w:r>
      <w:r w:rsidRPr="00387909">
        <w:rPr>
          <w:rStyle w:val="libFootnotenumChar"/>
        </w:rPr>
        <w:t>29</w:t>
      </w:r>
    </w:p>
    <w:p w:rsidR="00387909" w:rsidRDefault="00387909" w:rsidP="007742AD">
      <w:r>
        <w:t>Kata-kata terucap dari bibir Imam Husain as sementara kedua matanya menitikkan air mata. Beliau</w:t>
      </w:r>
    </w:p>
    <w:p w:rsidR="00387909" w:rsidRDefault="00387909" w:rsidP="007742AD">
      <w:r>
        <w:t>berkata lagi:</w:t>
      </w:r>
    </w:p>
    <w:p w:rsidR="00387909" w:rsidRDefault="00387909" w:rsidP="007742AD">
      <w:r>
        <w:t>"Burung belibis pun akan tentram dalam sarangnya bila ditinggalkan."</w:t>
      </w:r>
      <w:r w:rsidRPr="00387909">
        <w:rPr>
          <w:rStyle w:val="libFootnotenumChar"/>
        </w:rPr>
        <w:t>30</w:t>
      </w:r>
    </w:p>
    <w:p w:rsidR="00387909" w:rsidRDefault="00387909" w:rsidP="007742AD">
      <w:r>
        <w:t>Hazrat Zainab as terus menangis sambil merintihkan kata-kata:</w:t>
      </w:r>
    </w:p>
    <w:p w:rsidR="00387909" w:rsidRDefault="00387909" w:rsidP="007742AD">
      <w:r>
        <w:t>"Betapa malangnya nasibku. Engkau terpaksa pasrah kepada kematian. Orang-orang telah meremukkan</w:t>
      </w:r>
    </w:p>
    <w:p w:rsidR="00387909" w:rsidRDefault="00387909" w:rsidP="007742AD">
      <w:r>
        <w:t>batinku. Segala sesuatu kini sangat menyakitkan jiwaku." Sedemikian pedihnya perasaannya Hazrat</w:t>
      </w:r>
    </w:p>
    <w:p w:rsidR="00387909" w:rsidRDefault="00387909" w:rsidP="007742AD">
      <w:r>
        <w:t>Zainab sehingga dia akhirnya terjatuh ke tanah.</w:t>
      </w:r>
    </w:p>
    <w:p w:rsidR="00387909" w:rsidRDefault="00387909" w:rsidP="007742AD">
      <w:r>
        <w:t>Imam Husain as menghampirinya dan mengusapkan sisa air ke wajah adiknya sambil berkata:</w:t>
      </w:r>
    </w:p>
    <w:p w:rsidR="00387909" w:rsidRDefault="00387909" w:rsidP="007742AD">
      <w:r>
        <w:t>"Tenanglah adikku. Bersabarlah karena kesabaran adalah suatu kebaikan yang diciptakan Allah.</w:t>
      </w:r>
    </w:p>
    <w:p w:rsidR="00387909" w:rsidRDefault="00387909" w:rsidP="007742AD">
      <w:r>
        <w:t>Ketahuilah sesungguhnya penghuni langit dan bumi pasti akan mati. Tak ada sesuatu yang abadi</w:t>
      </w:r>
    </w:p>
    <w:p w:rsidR="00387909" w:rsidRDefault="00387909" w:rsidP="007742AD">
      <w:r>
        <w:t>kecuali Allah. Kakekku, ayahku, dan saudaraku yang lebih baik dariku telah pergi meninggalkan</w:t>
      </w:r>
    </w:p>
    <w:p w:rsidR="00387909" w:rsidRDefault="00387909" w:rsidP="007742AD">
      <w:r>
        <w:t>dunia. Bagiku dan bagi setiap muslim ketataan kepada Rasulullah."</w:t>
      </w:r>
    </w:p>
    <w:p w:rsidR="00387909" w:rsidRDefault="00387909" w:rsidP="007742AD">
      <w:r>
        <w:t>"Demi hakku atasmu aku bersumpah semoga engkau sepeninggalku tidaklah mencakari wajahmu dan</w:t>
      </w:r>
    </w:p>
    <w:p w:rsidR="00387909" w:rsidRDefault="00387909" w:rsidP="007742AD">
      <w:r>
        <w:lastRenderedPageBreak/>
        <w:t>mengharapkan kebinasaan."</w:t>
      </w:r>
    </w:p>
    <w:p w:rsidR="00387909" w:rsidRDefault="00387909" w:rsidP="007742AD">
      <w:r>
        <w:t>"Sesungguhnya aku akan telah menyaksikan tak lama lagi engkau akan diperlakukan seperti budak.</w:t>
      </w:r>
    </w:p>
    <w:p w:rsidR="00387909" w:rsidRDefault="00387909" w:rsidP="007742AD">
      <w:r>
        <w:t>Orang-orang menggiringmu di depan iring-iringan kuda dan menyiksamu dengan siksaan yang amat</w:t>
      </w:r>
    </w:p>
    <w:p w:rsidR="00387909" w:rsidRDefault="00387909" w:rsidP="007742AD">
      <w:r>
        <w:t>buruk."</w:t>
      </w:r>
      <w:r w:rsidRPr="00387909">
        <w:rPr>
          <w:rStyle w:val="libFootnotenumChar"/>
        </w:rPr>
        <w:t>31</w:t>
      </w:r>
    </w:p>
    <w:p w:rsidR="00387909" w:rsidRDefault="00387909" w:rsidP="007742AD">
      <w:r>
        <w:t>Imam Ali Assajjad as berkisah: "Ayahku membawa bibiku ke hadapanku kemudian beliau kembali</w:t>
      </w:r>
    </w:p>
    <w:p w:rsidR="00387909" w:rsidRDefault="00387909" w:rsidP="007742AD">
      <w:r>
        <w:t>mendatangi para sahabatnya untuk berunding tentang hari Asyura nanti."</w:t>
      </w:r>
    </w:p>
    <w:p w:rsidR="00387909" w:rsidRDefault="00387909" w:rsidP="003718EF">
      <w:pPr>
        <w:outlineLvl w:val="0"/>
      </w:pPr>
      <w:bookmarkStart w:id="17" w:name="_Toc403378390"/>
      <w:r>
        <w:t>Perundingan Pertengahan Malam Asyura</w:t>
      </w:r>
      <w:bookmarkEnd w:id="17"/>
    </w:p>
    <w:p w:rsidR="00387909" w:rsidRDefault="00387909" w:rsidP="007742AD">
      <w:r>
        <w:t>Hazrat Zainab as mengisahkan: "Pertengahan malam Asyura aku mendatangi tenda adikku, Abu Fadhl</w:t>
      </w:r>
    </w:p>
    <w:p w:rsidR="00387909" w:rsidRDefault="00387909" w:rsidP="007742AD">
      <w:r>
        <w:t>Abbas. Aku menyaksikan para pemuda Bani Hasyim berkumpul mengelilinginya. Abu Fadhl berkata kepada</w:t>
      </w:r>
    </w:p>
    <w:p w:rsidR="00387909" w:rsidRDefault="00387909" w:rsidP="007742AD">
      <w:r>
        <w:t>mereka:</w:t>
      </w:r>
    </w:p>
    <w:p w:rsidR="00387909" w:rsidRDefault="00387909" w:rsidP="007742AD">
      <w:r>
        <w:t>'Saudara-saudaraku sekalian, jika besok perang sudah dimulai, orang-orang yang pertama kali bergegas</w:t>
      </w:r>
    </w:p>
    <w:p w:rsidR="00387909" w:rsidRDefault="00387909" w:rsidP="007742AD">
      <w:r>
        <w:t>ke medan pertempuran adalah kalian sendiri agar masyarakat tidak mengatakan bahwa Bani Hasyim</w:t>
      </w:r>
    </w:p>
    <w:p w:rsidR="00387909" w:rsidRDefault="00387909" w:rsidP="007742AD">
      <w:r>
        <w:t>telah meminta pertolongan orang lain tetapi mereka (Bani Hasyim) ternyata lebih mementingkan kehidupan mereka sendiri ketimbang kematian orang-orang lain...'</w:t>
      </w:r>
    </w:p>
    <w:p w:rsidR="00387909" w:rsidRDefault="00387909" w:rsidP="007742AD">
      <w:r>
        <w:t>"Para pemuda Bani Hasyim itu menjawab: 'Kami taat kepada perintahmu.'"</w:t>
      </w:r>
    </w:p>
    <w:p w:rsidR="00387909" w:rsidRDefault="00387909" w:rsidP="007742AD">
      <w:r>
        <w:t>Hazrat Zainab juga berkisah: "Dari kemah itu kemudian aku mendatangi tenda Habib bin Madhahir.</w:t>
      </w:r>
      <w:r w:rsidRPr="00387909">
        <w:rPr>
          <w:rStyle w:val="libFootnotenumChar"/>
        </w:rPr>
        <w:t>32</w:t>
      </w:r>
    </w:p>
    <w:p w:rsidR="00387909" w:rsidRDefault="00387909" w:rsidP="007742AD">
      <w:r>
        <w:t>Aku mendapatinya sedang berunding dengan beberapa orang non-Bani Hasyim. Habib bin Madhahir</w:t>
      </w:r>
    </w:p>
    <w:p w:rsidR="00387909" w:rsidRDefault="00387909" w:rsidP="007742AD">
      <w:r>
        <w:t>berkata kepada mereka:</w:t>
      </w:r>
    </w:p>
    <w:p w:rsidR="00387909" w:rsidRDefault="00387909" w:rsidP="007742AD">
      <w:r>
        <w:t>'Besok, tatkala perang sudah dimulai, kalianlah yang harus terjun terlebih dahulu ke medan laga, dan</w:t>
      </w:r>
    </w:p>
    <w:p w:rsidR="00387909" w:rsidRDefault="00387909" w:rsidP="007742AD">
      <w:r>
        <w:t>jangan sampai kalian didahului oleh satupun orang dari Bani Hasyim, karena mereka adalah para</w:t>
      </w:r>
    </w:p>
    <w:p w:rsidR="00387909" w:rsidRDefault="00387909" w:rsidP="007742AD">
      <w:r>
        <w:t>pemuka dan junjungan kita semua...' "</w:t>
      </w:r>
    </w:p>
    <w:p w:rsidR="00387909" w:rsidRDefault="00387909" w:rsidP="007742AD">
      <w:r>
        <w:lastRenderedPageBreak/>
        <w:t>"Para sahabat Habib bin Madhahir berkata: 'Kata-katamu benar, dan kami akan setia mentaatinya.' "</w:t>
      </w:r>
    </w:p>
    <w:p w:rsidR="00387909" w:rsidRDefault="00387909" w:rsidP="007742AD">
      <w:r>
        <w:t>Malam Asyura itu seakan diharapkan segela berlalu untuk menyongsong pagi dan siang yang akan</w:t>
      </w:r>
    </w:p>
    <w:p w:rsidR="00387909" w:rsidRDefault="00387909" w:rsidP="007742AD">
      <w:r>
        <w:t>mementaskan adegan keberanian pahlawan-pahlawan Karbala yang bersenjatakan keperkasaan iman</w:t>
      </w:r>
    </w:p>
    <w:p w:rsidR="00387909" w:rsidRDefault="00387909" w:rsidP="007742AD">
      <w:r>
        <w:t>dan semangat pengorbanan yang besar, semangat altruisme yang kelak terpahat dalam prasasti</w:t>
      </w:r>
    </w:p>
    <w:p w:rsidR="00387909" w:rsidRDefault="00387909" w:rsidP="007742AD">
      <w:r>
        <w:t>keabadian sejarah.</w:t>
      </w:r>
    </w:p>
    <w:p w:rsidR="00387909" w:rsidRDefault="00387909" w:rsidP="007742AD">
      <w:r>
        <w:t>Namun demikian, kegagah beranian para pejuang Islam tentu saja mempersembahkan adegan haru</w:t>
      </w:r>
    </w:p>
    <w:p w:rsidR="00387909" w:rsidRDefault="00387909" w:rsidP="007742AD">
      <w:r>
        <w:t>biru yang merenyuhkan simpati, empati, dan hati nurani setiap insan sejati. Karenanya, dalam kitab</w:t>
      </w:r>
    </w:p>
    <w:p w:rsidR="00387909" w:rsidRDefault="00387909" w:rsidP="007742AD">
      <w:r>
        <w:t>Maqtal Al-Husain tercatat untaian syair yang menyatakan:</w:t>
      </w:r>
    </w:p>
    <w:p w:rsidR="00387909" w:rsidRPr="007742AD" w:rsidRDefault="00387909" w:rsidP="007742AD">
      <w:r w:rsidRPr="007742AD">
        <w:t>"Seandainya hari Asyura itu mengerti apa yang akan terjadi di dalamnya,</w:t>
      </w:r>
    </w:p>
    <w:p w:rsidR="00387909" w:rsidRPr="007742AD" w:rsidRDefault="00387909" w:rsidP="007742AD">
      <w:r w:rsidRPr="007742AD">
        <w:t>niscaya fajarnya tidak akan menyemburat dan bersinar</w:t>
      </w:r>
    </w:p>
    <w:p w:rsidR="00387909" w:rsidRPr="007742AD" w:rsidRDefault="00387909" w:rsidP="007742AD">
      <w:r w:rsidRPr="007742AD">
        <w:t>sebagaimana mentarinya juga tak akan mengguyur cahaya untuk menyajikan siang."</w:t>
      </w:r>
    </w:p>
    <w:p w:rsidR="00387909" w:rsidRDefault="00387909" w:rsidP="007742AD">
      <w:r>
        <w:t>Imam Husain as dan para pengikutnya kemudian menghabiskan saat-saat malam Asyura itu dengan</w:t>
      </w:r>
    </w:p>
    <w:p w:rsidR="00387909" w:rsidRDefault="00387909" w:rsidP="007742AD">
      <w:r>
        <w:t>ibadah dan munajat. Rintihan dan doa mereka terdengar bagai dengung lebah. Masing-masing</w:t>
      </w:r>
    </w:p>
    <w:p w:rsidR="00387909" w:rsidRDefault="00387909" w:rsidP="007742AD">
      <w:r>
        <w:t>melarutkan diri dalam suasana khusuk sujud, dan tengadah tangan doa di depan Allah SWT.</w:t>
      </w:r>
    </w:p>
    <w:p w:rsidR="00387909" w:rsidRDefault="00387909" w:rsidP="007742AD">
      <w:r>
        <w:t>Malam Asyura adalah malam perpisahan keluarga suci Rasulullah saaw di alam fana. Saat itu adalah</w:t>
      </w:r>
    </w:p>
    <w:p w:rsidR="00387909" w:rsidRDefault="00387909" w:rsidP="007742AD">
      <w:r>
        <w:t>malam pembaharuan janji dan sumpah setia yang pernah dinyatakan di alam zarrah untuk kemudian</w:t>
      </w:r>
    </w:p>
    <w:p w:rsidR="00387909" w:rsidRDefault="00387909" w:rsidP="007742AD">
      <w:r>
        <w:t>dibuktikan pada hari Asyura.</w:t>
      </w:r>
    </w:p>
    <w:p w:rsidR="00387909" w:rsidRDefault="00387909" w:rsidP="007742AD">
      <w:r>
        <w:t>Imam Husain as sendiri sangatlah mendambakan terlaksananya janji itu. Malam itu Allah mengutus</w:t>
      </w:r>
    </w:p>
    <w:p w:rsidR="00387909" w:rsidRDefault="00387909" w:rsidP="007742AD">
      <w:r>
        <w:t>malaikat Jibril as untuk membawakan catatan ikrar yang pernah dinyatakan Imam Husain as agar cucu</w:t>
      </w:r>
    </w:p>
    <w:p w:rsidR="00387909" w:rsidRDefault="00387909" w:rsidP="007742AD">
      <w:r>
        <w:lastRenderedPageBreak/>
        <w:t>Rasul ini memperbaharui janjinya itu. Saat tiba di depan Imam Husain as, Jibril as berkata:</w:t>
      </w:r>
    </w:p>
    <w:p w:rsidR="00387909" w:rsidRDefault="00387909" w:rsidP="007742AD">
      <w:r>
        <w:t>"Hai Husain, Allah SWT telah berfirman: 'Jika kamu menyesali janjimu itu, maka boleh</w:t>
      </w:r>
    </w:p>
    <w:p w:rsidR="00387909" w:rsidRDefault="00387909" w:rsidP="007742AD">
      <w:r>
        <w:t>menggagalkannya, dan Aku akan memaafkanmu.'"</w:t>
      </w:r>
    </w:p>
    <w:p w:rsidR="00387909" w:rsidRDefault="00387909" w:rsidP="007742AD">
      <w:r>
        <w:t>Imam Husain as menjawab: "Tidak, aku tidak menyesalinya."</w:t>
      </w:r>
    </w:p>
    <w:p w:rsidR="00387909" w:rsidRDefault="00387909" w:rsidP="007742AD">
      <w:r>
        <w:t>Malaikat Jibril as kemudian kembali ke langit, dan tatkala fajar menerangi cakrawala untuk</w:t>
      </w:r>
    </w:p>
    <w:p w:rsidR="00387909" w:rsidRDefault="00387909" w:rsidP="007742AD">
      <w:r>
        <w:t>menyongsong pagi, Imam Husain as dan rombongannya yang sudah kehabisan bekal air terpaksa</w:t>
      </w:r>
    </w:p>
    <w:p w:rsidR="00387909" w:rsidRDefault="00387909" w:rsidP="007742AD">
      <w:r>
        <w:t>bertayammum untuk menunaikan solat Subuh jamaah. Seusai tahiyat dan salam Imam Husain as</w:t>
      </w:r>
    </w:p>
    <w:p w:rsidR="00387909" w:rsidRDefault="00387909" w:rsidP="007742AD">
      <w:r>
        <w:t>berdoa kepada Al-Khalik:</w:t>
      </w:r>
    </w:p>
    <w:p w:rsidR="00387909" w:rsidRDefault="00387909" w:rsidP="007742AD">
      <w:r>
        <w:t>"Wahai Engkau Sang Maha Penolong orang-orang suci, Wahai Sang Maha Pengampun di hari</w:t>
      </w:r>
    </w:p>
    <w:p w:rsidR="00387909" w:rsidRDefault="00387909" w:rsidP="007742AD">
      <w:r>
        <w:t>pembalasan, sesungguhnya ini adalah hari yang telah Engkau janjikan, dan hari dimana kakekku,</w:t>
      </w:r>
    </w:p>
    <w:p w:rsidR="00387909" w:rsidRDefault="00387909" w:rsidP="007742AD">
      <w:r>
        <w:t>ayahku, ibuku, dan kakakku ikut menyaksikan."</w:t>
      </w:r>
    </w:p>
    <w:p w:rsidR="00387909" w:rsidRDefault="00387909" w:rsidP="007742AD">
      <w:r>
        <w:t>Imam Husain as kemudian membaca awal surat Al-waaqi'ah:</w:t>
      </w:r>
    </w:p>
    <w:p w:rsidR="00387909" w:rsidRPr="007742AD" w:rsidRDefault="00387909" w:rsidP="007742AD">
      <w:r w:rsidRPr="007742AD">
        <w:rPr>
          <w:rtl/>
        </w:rPr>
        <w:t>اِذَا وَقَعَتِ الْوَاقِعَةُ لَيْسَ لِوَقْعَتِهَا كَاذِبَةٌ</w:t>
      </w:r>
    </w:p>
    <w:p w:rsidR="00387909" w:rsidRPr="00387909" w:rsidRDefault="00387909" w:rsidP="007742AD">
      <w:r w:rsidRPr="00387909">
        <w:t>"Tatkala peristiwa besar (hari kiamat) terjadi, tidak ada seorangpun yang dapat mendustakan</w:t>
      </w:r>
    </w:p>
    <w:p w:rsidR="00387909" w:rsidRDefault="00387909" w:rsidP="007742AD">
      <w:r w:rsidRPr="00387909">
        <w:rPr>
          <w:i/>
          <w:iCs/>
        </w:rPr>
        <w:t>kejadiannya."</w:t>
      </w:r>
      <w:r>
        <w:t xml:space="preserve"> (QS. Al Waaqi'ah: 1-2)</w:t>
      </w:r>
    </w:p>
    <w:p w:rsidR="00E6033E" w:rsidRDefault="00E6033E" w:rsidP="007742AD">
      <w:r>
        <w:t>Malaikat Jibril as berkata: "Hai Husain, hari ini engkau harus terjun ke medan laga dengan jiwa yang penuh kerinduan sebagaimana kerinduan setiap orang kepada kekasihnya."</w:t>
      </w:r>
    </w:p>
    <w:p w:rsidR="00E6033E" w:rsidRDefault="00E6033E" w:rsidP="007742AD">
      <w:r>
        <w:t>Imam Husain as menjawab: "Hai Jibril, sekarang lihatlah mereka yang terdiri dari orang-orang tua dan</w:t>
      </w:r>
    </w:p>
    <w:p w:rsidR="00E6033E" w:rsidRDefault="00E6033E" w:rsidP="007742AD">
      <w:r>
        <w:t>muda, kaya dan miskin, serta para wanita yang rambutnya sudah lusuh, para hamba sahaya, dan para</w:t>
      </w:r>
    </w:p>
    <w:p w:rsidR="00E6033E" w:rsidRDefault="00E6033E" w:rsidP="007742AD">
      <w:r>
        <w:t>anggota rumah tangga ini telah aku bina sedemikian rupa sehingga untuk menjadi tawananpun mereka</w:t>
      </w:r>
    </w:p>
    <w:p w:rsidR="00E6033E" w:rsidRDefault="00E6033E" w:rsidP="007742AD">
      <w:r>
        <w:lastRenderedPageBreak/>
        <w:t>siap. Mereka inilah Ali Akbar, Abbas, Qasim, 'Aun, Fadhl, Jakfar, serta para pemuda yang sudah</w:t>
      </w:r>
    </w:p>
    <w:p w:rsidR="00E6033E" w:rsidRDefault="00E6033E" w:rsidP="007742AD">
      <w:r>
        <w:t>dewasa, dan inilah mereka sekumpulan kaum wanita dan anak-anak, mereka semua telah aku bawa aku</w:t>
      </w:r>
    </w:p>
    <w:p w:rsidR="00E6033E" w:rsidRDefault="00E6033E" w:rsidP="007742AD">
      <w:r>
        <w:t>korbankan sebelum kemudian akupun akan menyerahkan nyawaku."</w:t>
      </w:r>
    </w:p>
    <w:p w:rsidR="00E6033E" w:rsidRDefault="00E6033E" w:rsidP="007742AD">
      <w:r>
        <w:t>Jibril as menjawab: "Hujjahmu sudah sempurna, maka sekarang bersiaplah untuk menyambut cobaan</w:t>
      </w:r>
    </w:p>
    <w:p w:rsidR="00E6033E" w:rsidRDefault="00E6033E" w:rsidP="007742AD">
      <w:r>
        <w:t>besar.."</w:t>
      </w:r>
    </w:p>
    <w:p w:rsidR="00E6033E" w:rsidRDefault="00E6033E" w:rsidP="007742AD">
      <w:r>
        <w:t>Jibril as kemudian terbang ke langit sambil berseru: "Hai pasukan Allah, segeralah mengendarai kuda!"</w:t>
      </w:r>
    </w:p>
    <w:p w:rsidR="00E6033E" w:rsidRDefault="00E6033E" w:rsidP="007742AD">
      <w:r>
        <w:t>Mendengar suara ini, segenap pasukan Imam Husain as bergegas mengendarai kuda kemudian</w:t>
      </w:r>
    </w:p>
    <w:p w:rsidR="00E6033E" w:rsidRDefault="00E6033E" w:rsidP="007742AD">
      <w:r>
        <w:t>membentuk barisan kecil di depan barisan raksasa pasukan musuh.</w:t>
      </w:r>
    </w:p>
    <w:p w:rsidR="00E6033E" w:rsidRDefault="00E6033E" w:rsidP="007742AD">
      <w:r>
        <w:t>Saat pasukan Umar bin Sa'ad juga sudah mengendarai kuda dan siap membantai Imam Husain as dan</w:t>
      </w:r>
    </w:p>
    <w:p w:rsidR="00E6033E" w:rsidRDefault="00E6033E" w:rsidP="007742AD">
      <w:r>
        <w:t>rombongannya, Imam Husain as memerintahkan Barir bin Khudair untuk mencoba memberikan nasihat</w:t>
      </w:r>
    </w:p>
    <w:p w:rsidR="00E6033E" w:rsidRDefault="00E6033E" w:rsidP="007742AD">
      <w:r>
        <w:t>lagi kepada musuh. Namun, apalah artinya kata-kata Barir untuk musuh yang sudah menutup pintu hati</w:t>
      </w:r>
    </w:p>
    <w:p w:rsidR="00E6033E" w:rsidRDefault="00E6033E" w:rsidP="007742AD">
      <w:r>
        <w:t>nurani mereka itu. Apapun yang dikatakan Barir sama sekali tidak menyentuh jiwa dan perasaan</w:t>
      </w:r>
    </w:p>
    <w:p w:rsidR="00E6033E" w:rsidRDefault="00E6033E" w:rsidP="007742AD">
      <w:r>
        <w:t>mereka.</w:t>
      </w:r>
    </w:p>
    <w:p w:rsidR="00E6033E" w:rsidRDefault="00E6033E" w:rsidP="007742AD">
      <w:r>
        <w:t>Dalam keadaan sedemikian rupa, Imam Husain as bertahan untuk tidak memulai pertempuran antara</w:t>
      </w:r>
    </w:p>
    <w:p w:rsidR="00E6033E" w:rsidRDefault="00E6033E" w:rsidP="007742AD">
      <w:r>
        <w:t>pasukan hak dan pasukan batil itu. Sebaliknya, beliau masih membiarkan dirinya tenang manakala</w:t>
      </w:r>
    </w:p>
    <w:p w:rsidR="00E6033E" w:rsidRDefault="00E6033E" w:rsidP="007742AD">
      <w:r>
        <w:t>pasukan Umar bin Sa'ad sudah mulai berulah di sekeliling perkemahan Imam Husain as dengan</w:t>
      </w:r>
    </w:p>
    <w:p w:rsidR="00387909" w:rsidRDefault="00E6033E" w:rsidP="007742AD">
      <w:r>
        <w:t>menggali parit dan menyulut kobaran-kobaran api.</w:t>
      </w:r>
    </w:p>
    <w:p w:rsidR="00E6033E" w:rsidRDefault="00E6033E" w:rsidP="007742AD">
      <w:r>
        <w:t>Saat suasana bertambah panas, Syimir bin Dzil Jausyan berteriak keras memanggil Imam Husain as.</w:t>
      </w:r>
    </w:p>
    <w:p w:rsidR="00E6033E" w:rsidRDefault="00E6033E" w:rsidP="007742AD">
      <w:r>
        <w:t>"Hai Husain!" Pekik Shimir, "Adakah kamu tergesa-gesa untuk masuk ke dalam neraka sebelum hari</w:t>
      </w:r>
    </w:p>
    <w:p w:rsidR="00E6033E" w:rsidRDefault="00E6033E" w:rsidP="007742AD">
      <w:r>
        <w:t>kiamat nanti?!"</w:t>
      </w:r>
    </w:p>
    <w:p w:rsidR="00E6033E" w:rsidRDefault="00E6033E" w:rsidP="007742AD">
      <w:r>
        <w:lastRenderedPageBreak/>
        <w:t>Begitu mengetahui suara itu berasal dari mulut Syimir, Imam Husain as membalas: "Hai anak</w:t>
      </w:r>
    </w:p>
    <w:p w:rsidR="00E6033E" w:rsidRDefault="00E6033E" w:rsidP="007742AD">
      <w:r>
        <w:t>pengembala sapi, kamulah yang pantas menghuni neraka."</w:t>
      </w:r>
    </w:p>
    <w:p w:rsidR="00E6033E" w:rsidRDefault="00E6033E" w:rsidP="007742AD">
      <w:r>
        <w:t>Melihat kebejatan Syimir kepada cucu Rasul itu, Muslim bin Ausajah mencoba melepaskan anak</w:t>
      </w:r>
    </w:p>
    <w:p w:rsidR="00E6033E" w:rsidRDefault="00E6033E" w:rsidP="007742AD">
      <w:r>
        <w:t>panahnya ke tubuh Syimir. Namun Imam Husain as mencegahnya.</w:t>
      </w:r>
    </w:p>
    <w:p w:rsidR="00E6033E" w:rsidRDefault="00E6033E" w:rsidP="007742AD">
      <w:pPr>
        <w:rPr>
          <w:rStyle w:val="libFootnotenumChar"/>
        </w:rPr>
      </w:pPr>
      <w:r>
        <w:t>"Jangan!" Seru Imam Husain as. "Sesungguhnya aku tidak ingin memulai peperangan."</w:t>
      </w:r>
      <w:r w:rsidRPr="00E6033E">
        <w:rPr>
          <w:rStyle w:val="libFootnotenumChar"/>
        </w:rPr>
        <w:t>33</w:t>
      </w:r>
    </w:p>
    <w:p w:rsidR="00E6033E" w:rsidRDefault="00E6033E" w:rsidP="007742AD">
      <w:pPr>
        <w:rPr>
          <w:rStyle w:val="libFootnotenumChar"/>
        </w:rPr>
      </w:pPr>
      <w:r>
        <w:rPr>
          <w:rStyle w:val="libFootnotenumChar"/>
        </w:rPr>
        <w:br w:type="page"/>
      </w:r>
    </w:p>
    <w:p w:rsidR="00E6033E" w:rsidRDefault="00E6033E" w:rsidP="003718EF">
      <w:pPr>
        <w:outlineLvl w:val="0"/>
      </w:pPr>
      <w:bookmarkStart w:id="18" w:name="_Toc403378391"/>
      <w:r>
        <w:lastRenderedPageBreak/>
        <w:t>Penuntasan Hujjah</w:t>
      </w:r>
      <w:bookmarkEnd w:id="18"/>
    </w:p>
    <w:p w:rsidR="00E6033E" w:rsidRDefault="00E6033E" w:rsidP="007742AD">
      <w:r>
        <w:t>Demi menuntaskan hujjahnya, Imam Husain as kemudian berseru kepada manusia-manusia durhaka</w:t>
      </w:r>
    </w:p>
    <w:p w:rsidR="00E6033E" w:rsidRDefault="00E6033E" w:rsidP="007742AD">
      <w:r>
        <w:t>itu:</w:t>
      </w:r>
    </w:p>
    <w:p w:rsidR="00E6033E" w:rsidRDefault="00E6033E" w:rsidP="007742AD">
      <w:r>
        <w:t>"Hai orang-orang, coba kalian perhatikan kata-kataku. Kalian semua tahu siapa aku dan dengan</w:t>
      </w:r>
    </w:p>
    <w:p w:rsidR="00E6033E" w:rsidRDefault="00E6033E" w:rsidP="007742AD">
      <w:r>
        <w:t>siapakah nasabku bersambung. Kembalilah kalian hati nurani kalian, niscaya kalian akan mencela diri</w:t>
      </w:r>
    </w:p>
    <w:p w:rsidR="00E6033E" w:rsidRDefault="00E6033E" w:rsidP="007742AD">
      <w:r>
        <w:t>kalian. Cobalah kalian sadari, apakah maslahat untuk kalian jika kalian membunuhku?! Bukankah aku</w:t>
      </w:r>
    </w:p>
    <w:p w:rsidR="00E6033E" w:rsidRDefault="00E6033E" w:rsidP="007742AD">
      <w:r>
        <w:t>adalah petera dari puteri Nabi kalian? Bukankah aku adalah putera washi dan sepupu nabi kalian?</w:t>
      </w:r>
    </w:p>
    <w:p w:rsidR="00E6033E" w:rsidRDefault="00E6033E" w:rsidP="007742AD">
      <w:r>
        <w:t>Bukankah aku adalah putera washi Nabi yang telah beriman sebelum orang lain beriman serta</w:t>
      </w:r>
    </w:p>
    <w:p w:rsidR="00E6033E" w:rsidRDefault="00E6033E" w:rsidP="007742AD">
      <w:r>
        <w:t>mengakui kebenaran apa yang dibawa Nabi dari Allah? Bukankah Hamzah, pemuka kaum syuhada,</w:t>
      </w:r>
    </w:p>
    <w:p w:rsidR="00E6033E" w:rsidRDefault="00E6033E" w:rsidP="007742AD">
      <w:r>
        <w:t>adalah paman ayahku? Bukankah Jakfar yang terbang di dalam surga dengan kedua sayapnya itu</w:t>
      </w:r>
    </w:p>
    <w:p w:rsidR="00E6033E" w:rsidRDefault="00E6033E" w:rsidP="007742AD">
      <w:r>
        <w:t>adalah pamanku? Bukankah tentang aku dan kakakku, Hasan, kalian telah mendengar sabda Rasulullah</w:t>
      </w:r>
    </w:p>
    <w:p w:rsidR="00E6033E" w:rsidRDefault="00E6033E" w:rsidP="007742AD">
      <w:r>
        <w:t>SAWW: 'Sesungguhnya keduanya adalah pemuka kaum pemuda penghuni surga'?</w:t>
      </w:r>
    </w:p>
    <w:p w:rsidR="00E6033E" w:rsidRDefault="00E6033E" w:rsidP="007742AD">
      <w:r>
        <w:t>"Hai orang-orang, jika kalian mengakui kebenaran kata-kataku, kalian akan pasti mengetahui mana</w:t>
      </w:r>
    </w:p>
    <w:p w:rsidR="00E6033E" w:rsidRDefault="00E6033E" w:rsidP="007742AD">
      <w:r>
        <w:t>yang hak. Demi Allah, Allah memusuhi para pendusta, dan karenanya aku tidak akan berdusta. Hai</w:t>
      </w:r>
    </w:p>
    <w:p w:rsidR="00E6033E" w:rsidRDefault="00E6033E" w:rsidP="007742AD">
      <w:r>
        <w:t>orang-orang, seandainya kalian meragukan kebenaran kata-kataku, apakah mungkin kalian meragukan</w:t>
      </w:r>
    </w:p>
    <w:p w:rsidR="00E6033E" w:rsidRDefault="00E6033E" w:rsidP="007742AD">
      <w:r>
        <w:t>bahwa aku adalah putera dari puteri Nabi kalian? Demi Allah, baik di tengah kalian maupun di tengah</w:t>
      </w:r>
    </w:p>
    <w:p w:rsidR="00E6033E" w:rsidRDefault="00E6033E" w:rsidP="007742AD">
      <w:r>
        <w:t>orang-orang lain, tidak ada putera dari puteri Nabi selain aku.</w:t>
      </w:r>
    </w:p>
    <w:p w:rsidR="00E6033E" w:rsidRDefault="00E6033E" w:rsidP="007742AD">
      <w:r>
        <w:t>"Alangkah celakanya kalian. Adakah kalian hendak menuntut darahku sedangkan aku tidak pernah</w:t>
      </w:r>
    </w:p>
    <w:p w:rsidR="00E6033E" w:rsidRDefault="00E6033E" w:rsidP="007742AD">
      <w:r>
        <w:t>membunuh siapapun diantara kalian? Adakah kalian akan meng-qisasku sedangkan aku tidak pernah</w:t>
      </w:r>
    </w:p>
    <w:p w:rsidR="00E6033E" w:rsidRDefault="00E6033E" w:rsidP="007742AD">
      <w:r>
        <w:lastRenderedPageBreak/>
        <w:t>mengusik harta benda kalian atau melukai seseorang dari kalian?"</w:t>
      </w:r>
    </w:p>
    <w:p w:rsidR="00E6033E" w:rsidRDefault="00E6033E" w:rsidP="007742AD">
      <w:r>
        <w:t>Semua orang terdiam mendengar kata-kata Imam Husain as. Tak seorang pun berani menjawab. Beliau</w:t>
      </w:r>
    </w:p>
    <w:p w:rsidR="00E6033E" w:rsidRDefault="00E6033E" w:rsidP="007742AD">
      <w:r>
        <w:t>berseru lagi:</w:t>
      </w:r>
    </w:p>
    <w:p w:rsidR="00E6033E" w:rsidRDefault="00E6033E" w:rsidP="007742AD">
      <w:r>
        <w:t>"Hai Syaits bin Rab'ii, Hai Hajjar bin Ajbar, hai Qais bin Asy'ats, hai Zaid bin Harits, bukan kalian telah menulis surat kepadaku dan menyatakan: 'Buah di pohon-pohon kami telah matang, kebun-kebun</w:t>
      </w:r>
    </w:p>
    <w:p w:rsidR="00E6033E" w:rsidRDefault="00E6033E" w:rsidP="007742AD">
      <w:r>
        <w:t>kami telah hijau, dan jika engkau datang kepada kami niscaya kami akan mempersiapkan pasukan</w:t>
      </w:r>
    </w:p>
    <w:p w:rsidR="00E6033E" w:rsidRDefault="00E6033E" w:rsidP="007742AD">
      <w:r>
        <w:t>untukmu'?"</w:t>
      </w:r>
    </w:p>
    <w:p w:rsidR="00E6033E" w:rsidRDefault="00E6033E" w:rsidP="007742AD">
      <w:r>
        <w:t>Qais bin Asy'ats tiba-tiba menjawab: "Kata-katamu ini sudah tidak ada gunanya lagi. Kamu tak usah</w:t>
      </w:r>
    </w:p>
    <w:p w:rsidR="00E6033E" w:rsidRDefault="00E6033E" w:rsidP="007742AD">
      <w:r>
        <w:t>berperang dan lebih baik menyerah kepada anak-anak pamanmu itu karena mereka tidak akan berbuat</w:t>
      </w:r>
    </w:p>
    <w:p w:rsidR="00E6033E" w:rsidRDefault="00E6033E" w:rsidP="007742AD">
      <w:r>
        <w:t>buruk kepadamu."</w:t>
      </w:r>
    </w:p>
    <w:p w:rsidR="00E6033E" w:rsidRDefault="00E6033E" w:rsidP="007742AD">
      <w:r>
        <w:t>Imam Husain as berkata: "Demi Allah, aku tidak akan menyerah kepada kalian. Aku tidak bersedia</w:t>
      </w:r>
    </w:p>
    <w:p w:rsidR="00E6033E" w:rsidRDefault="00E6033E" w:rsidP="007742AD">
      <w:r>
        <w:t>menjadi orang hina di depan orang-orang durhaka. Aku tidak akan membebani diriku dengan ketaatan</w:t>
      </w:r>
    </w:p>
    <w:p w:rsidR="00E6033E" w:rsidRDefault="00E6033E" w:rsidP="007742AD">
      <w:r>
        <w:t>kepada aturan manusia-manusia yang terbelenggu."</w:t>
      </w:r>
    </w:p>
    <w:p w:rsidR="00E6033E" w:rsidRDefault="00E6033E" w:rsidP="007742AD">
      <w:r>
        <w:t>Puteri Fatimah Azzahra ini kemudian membacakan dua ayat suci dalam AlQuran dengan suara lantang:</w:t>
      </w:r>
    </w:p>
    <w:p w:rsidR="00E6033E" w:rsidRPr="007742AD" w:rsidRDefault="00E6033E" w:rsidP="007742AD">
      <w:r w:rsidRPr="007742AD">
        <w:rPr>
          <w:rtl/>
        </w:rPr>
        <w:t>وَاِنّي عُذْتُ بِرَبّي وَرَبّكُمْ اَن تَرْجُمُونِ</w:t>
      </w:r>
    </w:p>
    <w:p w:rsidR="00E6033E" w:rsidRPr="00E6033E" w:rsidRDefault="00E6033E" w:rsidP="007742AD">
      <w:r w:rsidRPr="00E6033E">
        <w:t>"Sesungguhnya aku hanya berlindung kepada Tuhanku dan Tuhan kalian dari kehendak kalian untuk</w:t>
      </w:r>
    </w:p>
    <w:p w:rsidR="00E6033E" w:rsidRDefault="00E6033E" w:rsidP="007742AD">
      <w:r w:rsidRPr="00E6033E">
        <w:rPr>
          <w:i/>
          <w:iCs/>
        </w:rPr>
        <w:t>merajamku."</w:t>
      </w:r>
      <w:r>
        <w:t xml:space="preserve"> (QS. Ad Dukhaan: 20)</w:t>
      </w:r>
    </w:p>
    <w:p w:rsidR="00E6033E" w:rsidRPr="007742AD" w:rsidRDefault="00E6033E" w:rsidP="007742AD">
      <w:r w:rsidRPr="007742AD">
        <w:rPr>
          <w:rtl/>
        </w:rPr>
        <w:t>وَنَعْمَةٍ كَانُوا فِيهَا فَاكِهِينَ</w:t>
      </w:r>
    </w:p>
    <w:p w:rsidR="00E6033E" w:rsidRPr="00AA7051" w:rsidRDefault="00E6033E" w:rsidP="007742AD">
      <w:r w:rsidRPr="00AA7051">
        <w:t>"Sesungguhnya aku berlindung kepada Tuhanku dan Tuhan kalian dari setiap manusia takabur yang</w:t>
      </w:r>
    </w:p>
    <w:p w:rsidR="00E6033E" w:rsidRDefault="00E6033E" w:rsidP="007742AD">
      <w:r w:rsidRPr="00AA7051">
        <w:t>tak beriman kepada hari pembalasan."</w:t>
      </w:r>
      <w:r>
        <w:t xml:space="preserve"> (QS. Ad Dukhaan: 27)</w:t>
      </w:r>
    </w:p>
    <w:p w:rsidR="00E6033E" w:rsidRDefault="00E6033E" w:rsidP="007742AD">
      <w:r>
        <w:t>Imam Husain as kemudian meminta Umar bin Sa'ad datang mendekati beliau. Meski dengan berat hati</w:t>
      </w:r>
    </w:p>
    <w:p w:rsidR="00E6033E" w:rsidRDefault="00E6033E" w:rsidP="007742AD">
      <w:r>
        <w:lastRenderedPageBreak/>
        <w:t>dan gengsi, Ibnu Sa'ad itu memenuhi permintaan Imam Husain as.</w:t>
      </w:r>
    </w:p>
    <w:p w:rsidR="00AA7051" w:rsidRDefault="00AA7051" w:rsidP="007742AD">
      <w:r>
        <w:t>"Hai Ibnu Sa'ad!" Cecar Imam Husain as. "Apakah kamu akan membunuhku supaya Abdullah bin</w:t>
      </w:r>
    </w:p>
    <w:p w:rsidR="00AA7051" w:rsidRDefault="00AA7051" w:rsidP="007742AD">
      <w:r>
        <w:t>Siyad si anak zina dan putera zina itu menyerahkan kekuasaan di Rey dan Jurjan kepadamu? Demi</w:t>
      </w:r>
    </w:p>
    <w:p w:rsidR="00AA7051" w:rsidRDefault="00AA7051" w:rsidP="007742AD">
      <w:r>
        <w:t>Allah, apa yang kamu harapkan itu tidak dapat kamu capai. Kamu tidak menyaksikan hari yang kamu</w:t>
      </w:r>
    </w:p>
    <w:p w:rsidR="00AA7051" w:rsidRDefault="00AA7051" w:rsidP="007742AD">
      <w:r>
        <w:t>harapkan akan menuai ucapan selamat atas kekuasaanmu di dua wilayah itu. Aku seakan sudah melihat</w:t>
      </w:r>
    </w:p>
    <w:p w:rsidR="00AA7051" w:rsidRDefault="00AA7051" w:rsidP="007742AD">
      <w:r>
        <w:t>bagaimana kepala tertancap diujung tombak kemudian dilempari oleh anak-anak kecil di Kufah."</w:t>
      </w:r>
    </w:p>
    <w:p w:rsidR="00AA7051" w:rsidRDefault="00AA7051" w:rsidP="007742AD">
      <w:r>
        <w:t>Kata-kata Imam Husain as ini memancing emosi Umar bin Sa'ad. Dia segera berpaling ke arah</w:t>
      </w:r>
    </w:p>
    <w:p w:rsidR="00AA7051" w:rsidRDefault="00AA7051" w:rsidP="007742AD">
      <w:r>
        <w:t>pasukannya sambil berteriak: "Menunggu apa kalian? Cepat bereskan si pemalas ini. Seranglah Husain</w:t>
      </w:r>
    </w:p>
    <w:p w:rsidR="00AA7051" w:rsidRDefault="00AA7051" w:rsidP="007742AD">
      <w:r>
        <w:t>dan para pengikutnya yang jumlahnya hanya segelintir itu."</w:t>
      </w:r>
    </w:p>
    <w:p w:rsidR="00AA7051" w:rsidRDefault="00AA7051" w:rsidP="007742AD">
      <w:r>
        <w:t>Imam Husain as segera bergegas menunggangi kudanya. Orang-orang yang ada masih tetap dimintanya</w:t>
      </w:r>
    </w:p>
    <w:p w:rsidR="00AA7051" w:rsidRDefault="00AA7051" w:rsidP="007742AD">
      <w:r>
        <w:t>untuk tenang lagi. Ketika mereka masih bersedia diam, beliau menyampaikan sebuah khutbah yangn</w:t>
      </w:r>
    </w:p>
    <w:p w:rsidR="00AA7051" w:rsidRDefault="00AA7051" w:rsidP="007742AD">
      <w:r>
        <w:t>diawali dengan puja puji kepada Allah dan salam serta salawat kepada para nabi dan rasul serta para</w:t>
      </w:r>
    </w:p>
    <w:p w:rsidR="00AA7051" w:rsidRDefault="00AA7051" w:rsidP="007742AD">
      <w:r>
        <w:t>malaikat Allah. Dalam khutbahnya beliau antara lain berkata kepada pasukan musuh sebagai berikut:</w:t>
      </w:r>
    </w:p>
    <w:p w:rsidR="00AA7051" w:rsidRDefault="00AA7051" w:rsidP="007742AD">
      <w:r>
        <w:t>"Celakalah kalian semua! Kemiskinan dan kesengsaraan adalah nasib kalian tadinya dengan penuh</w:t>
      </w:r>
    </w:p>
    <w:p w:rsidR="00AA7051" w:rsidRDefault="00AA7051" w:rsidP="007742AD">
      <w:r>
        <w:t>antusias telah menganggapku sebagai penyambung lidah kalian sehingga kamipun datang dengan</w:t>
      </w:r>
    </w:p>
    <w:p w:rsidR="00AA7051" w:rsidRDefault="00AA7051" w:rsidP="007742AD">
      <w:r>
        <w:t>maksud menolong kalian. Namun, pedang-pedang yang tadinya adalah milik kami lalu kami serahkan</w:t>
      </w:r>
    </w:p>
    <w:p w:rsidR="00AA7051" w:rsidRDefault="00AA7051" w:rsidP="007742AD">
      <w:r>
        <w:t>kepada kalian kini telah kalian hunus untuk menghabisi kami. Kobaran api yang tadinya kami kobarkan</w:t>
      </w:r>
    </w:p>
    <w:p w:rsidR="00AA7051" w:rsidRDefault="00AA7051" w:rsidP="007742AD">
      <w:r>
        <w:lastRenderedPageBreak/>
        <w:t>untuk melawan musuh kami dan kalian kini kalian kobarkan terhadap kami. Kalian berkomplot dengan</w:t>
      </w:r>
    </w:p>
    <w:p w:rsidR="00AA7051" w:rsidRDefault="00AA7051" w:rsidP="007742AD">
      <w:r>
        <w:t>musuh untuk menumpas teman-teman kalian sendiri. Padahal musuh-musuh itu tidaklah menerapkan</w:t>
      </w:r>
    </w:p>
    <w:p w:rsidR="00AA7051" w:rsidRDefault="00AA7051" w:rsidP="007742AD">
      <w:r>
        <w:t>keadilan di tengah kalian sehingga kalian pun tidak memiliki harapan yang baik di tengah mereka.</w:t>
      </w:r>
    </w:p>
    <w:p w:rsidR="00AA7051" w:rsidRDefault="00AA7051" w:rsidP="007742AD">
      <w:r>
        <w:t>"Karena itu celakalah kalian semua! Di saat pedang-pedang masih tersimpan di dalam sarangnya,</w:t>
      </w:r>
    </w:p>
    <w:p w:rsidR="00AA7051" w:rsidRDefault="00AA7051" w:rsidP="007742AD">
      <w:r>
        <w:t>ketika jiwa semua orang masih tenang dan tak ada yang berpikir untuk berperang, mengapa sejak itu</w:t>
      </w:r>
    </w:p>
    <w:p w:rsidR="00AA7051" w:rsidRDefault="00AA7051" w:rsidP="007742AD">
      <w:r>
        <w:t>pula kalian enggan membiarkan kami tenang?! Sebaliknya kalian malah seperti gerombolan hama</w:t>
      </w:r>
    </w:p>
    <w:p w:rsidR="00AA7051" w:rsidRDefault="00AA7051" w:rsidP="007742AD">
      <w:r>
        <w:t>yang mengalir menuju bencana, dan ibarat kumpulan kupu-kupu yang terbang centang perenang di</w:t>
      </w:r>
    </w:p>
    <w:p w:rsidR="00AA7051" w:rsidRDefault="00AA7051" w:rsidP="007742AD">
      <w:r>
        <w:t>tengah bencana.</w:t>
      </w:r>
    </w:p>
    <w:p w:rsidR="00AA7051" w:rsidRDefault="00AA7051" w:rsidP="007742AD">
      <w:r>
        <w:t>"Celakalah kalian, hai para budak dan orang-orang pinggiran! Hai orang-orang yang berpaling dari</w:t>
      </w:r>
    </w:p>
    <w:p w:rsidR="00AA7051" w:rsidRDefault="00AA7051" w:rsidP="007742AD">
      <w:r>
        <w:t>Kitab Allah! Hai para pendurjana! Hai air ludah yang mengalir dari mulut syaitan! Hai para pemadam</w:t>
      </w:r>
    </w:p>
    <w:p w:rsidR="00AA7051" w:rsidRDefault="00AA7051" w:rsidP="007742AD">
      <w:r>
        <w:t>sunnah Ilahiah! Adakah kalian masih akan membantu kelompok musuh dan membiarkan kami tertindas</w:t>
      </w:r>
    </w:p>
    <w:p w:rsidR="00AA7051" w:rsidRDefault="00AA7051" w:rsidP="007742AD">
      <w:r>
        <w:t>sendirian?"</w:t>
      </w:r>
    </w:p>
    <w:p w:rsidR="00DF217D" w:rsidRDefault="00DF217D" w:rsidP="007742AD">
      <w:r>
        <w:t>Imam Husain as kemudian membacakan ayat-ayat suci AlQuran sebagai berikut:</w:t>
      </w:r>
    </w:p>
    <w:p w:rsidR="00DF217D" w:rsidRPr="007742AD" w:rsidRDefault="00DF217D" w:rsidP="007742AD">
      <w:r w:rsidRPr="007742AD">
        <w:rPr>
          <w:rtl/>
        </w:rPr>
        <w:t>وَلاَ يَحْسَبَنّ الّذِينَ كَفَرُواْ اَنّمَا نُمْلِي لَهُمْ خَيْرٌ لّاَنفُسِهِمْ اِنّمَا نُمْلِي لَهُمْ لِيَزْدَادُواْ اِثْماً وَلَهْمُ عَذَابٌ مّهِينٌ</w:t>
      </w:r>
    </w:p>
    <w:p w:rsidR="00DF217D" w:rsidRPr="007742AD" w:rsidRDefault="00DF217D" w:rsidP="007742AD">
      <w:r w:rsidRPr="007742AD">
        <w:rPr>
          <w:rtl/>
        </w:rPr>
        <w:t>مّا كَانَ اللّهُ لِيَذَرَ الْمُؤْمِنِينَ عَلَى مَا اَنتُمْ عَلَيْهِ حَتّىَ يَمِيزَ الْخَبِيثَ مِنَ الطّيّبِ وَمَا كَانَ</w:t>
      </w:r>
    </w:p>
    <w:p w:rsidR="00DF217D" w:rsidRPr="007742AD" w:rsidRDefault="00DF217D" w:rsidP="007742AD">
      <w:r w:rsidRPr="007742AD">
        <w:rPr>
          <w:rtl/>
        </w:rPr>
        <w:t>اللّهُ لِيُطْلِعَكُمْ عَلَى الْغَيْبِ وَلَكِنّ اللّهَ يَجْتَبِي مِن رّسُلِهِ مَن يَشَاءُ فَامِنُواْ بِاللّهِ وَرُسُلِهِ وَاِن</w:t>
      </w:r>
    </w:p>
    <w:p w:rsidR="00DF217D" w:rsidRPr="007742AD" w:rsidRDefault="00DF217D" w:rsidP="007742AD">
      <w:r w:rsidRPr="007742AD">
        <w:rPr>
          <w:rtl/>
        </w:rPr>
        <w:t>تُؤْمِنُواْ وَتَتّقُواْ فَلَكُمْ اَجْرٌ عَظِيمٌ</w:t>
      </w:r>
    </w:p>
    <w:p w:rsidR="00DF217D" w:rsidRPr="00DF217D" w:rsidRDefault="00DF217D" w:rsidP="007742AD">
      <w:r w:rsidRPr="00DF217D">
        <w:t>"Dan janganlah sekali-kali orang-orang kafir menyangka bahwa pemberian tangguh Kami kepada</w:t>
      </w:r>
    </w:p>
    <w:p w:rsidR="00DF217D" w:rsidRPr="00DF217D" w:rsidRDefault="00DF217D" w:rsidP="007742AD">
      <w:r w:rsidRPr="00DF217D">
        <w:t>mereka adalah lebih baik bagi mereka. Sesungguhnya kami memberi tangguh kepada mereka</w:t>
      </w:r>
    </w:p>
    <w:p w:rsidR="00DF217D" w:rsidRPr="00DF217D" w:rsidRDefault="00DF217D" w:rsidP="007742AD">
      <w:r w:rsidRPr="00DF217D">
        <w:t>hanyalah supaya bertambah-tambah dosa mereka, dan bagi mereka azab yang menghinakan. Allah</w:t>
      </w:r>
    </w:p>
    <w:p w:rsidR="00DF217D" w:rsidRPr="00DF217D" w:rsidRDefault="00DF217D" w:rsidP="007742AD">
      <w:r w:rsidRPr="00DF217D">
        <w:lastRenderedPageBreak/>
        <w:t>sekali-kali tidak akan membiarkan orang-orang yang beriman dalam keadaan kamu sekarang ini,</w:t>
      </w:r>
    </w:p>
    <w:p w:rsidR="00DF217D" w:rsidRDefault="00DF217D" w:rsidP="007742AD">
      <w:r w:rsidRPr="00DF217D">
        <w:t>sehingga Dia menyisihkan yang buruk (munafik) dari yang baik (mukmin)."</w:t>
      </w:r>
      <w:r>
        <w:t xml:space="preserve"> (QS. Al Imran: 178-179)</w:t>
      </w:r>
    </w:p>
    <w:p w:rsidR="00DF217D" w:rsidRDefault="00DF217D" w:rsidP="007742AD"/>
    <w:p w:rsidR="00DF217D" w:rsidRDefault="00DF217D" w:rsidP="007742AD">
      <w:r>
        <w:t>"Demi Allah, perbuatan makar kalian ini bukanlah yang pertama kalinya. Perbuatan ini sudah</w:t>
      </w:r>
    </w:p>
    <w:p w:rsidR="00DF217D" w:rsidRDefault="00DF217D" w:rsidP="007742AD">
      <w:r>
        <w:t>mengakar dan mendarah daging dalam diri kalian. Darinyalah dahan-dahan kalian tumbuh dan terawat.</w:t>
      </w:r>
    </w:p>
    <w:p w:rsidR="00DF217D" w:rsidRDefault="00DF217D" w:rsidP="007742AD">
      <w:r>
        <w:t>Kalian adalah buah paling najis dari pohon ini dan kini sedang dikulum oleh pemilik yang</w:t>
      </w:r>
    </w:p>
    <w:p w:rsidR="00DF217D" w:rsidRDefault="00DF217D" w:rsidP="007742AD">
      <w:r>
        <w:t>mengawasinya, tetapi di saat kalian nanti sudah menjadi duri dan tulang yang mengganjal tenggorokan</w:t>
      </w:r>
    </w:p>
    <w:p w:rsidR="00DF217D" w:rsidRDefault="00DF217D" w:rsidP="007742AD">
      <w:r>
        <w:t>niscaya kalian akan ditelan begitu saja."</w:t>
      </w:r>
    </w:p>
    <w:p w:rsidR="00DF217D" w:rsidRDefault="00DF217D" w:rsidP="007742AD">
      <w:r>
        <w:t>"Ketahuilah, Ubaidillah bin Siyad, anak zina putera si anak zina itu telah menghadapkanku pada dua</w:t>
      </w:r>
    </w:p>
    <w:p w:rsidR="00DF217D" w:rsidRDefault="00DF217D" w:rsidP="007742AD">
      <w:r>
        <w:t>pilihan; berperang mengangkat pedang dan meneguk syahadah, atau pasrah kepada kehinaan, tetapi</w:t>
      </w:r>
    </w:p>
    <w:p w:rsidR="00DF217D" w:rsidRDefault="00DF217D" w:rsidP="007742AD">
      <w:r>
        <w:t>alangkah jauhnya kehinaan itu dari kami.</w:t>
      </w:r>
    </w:p>
    <w:p w:rsidR="00DF217D" w:rsidRDefault="00DF217D" w:rsidP="007742AD">
      <w:r>
        <w:t>"Allah tidak menerima kehinaan menimpa kami. Rasulullah dan orang-orang yang beriman juga tidak</w:t>
      </w:r>
    </w:p>
    <w:p w:rsidR="00DF217D" w:rsidRDefault="00DF217D" w:rsidP="007742AD">
      <w:r>
        <w:t>menerimanya. Kesucian yang telah membina kami sama sekali tidak memperkenankan kami berada di</w:t>
      </w:r>
    </w:p>
    <w:p w:rsidR="00DF217D" w:rsidRDefault="00DF217D" w:rsidP="007742AD">
      <w:r>
        <w:t>bawah kezaliman dan penganiayaan. Mereka semua tidak akan merestui keputusan kami untuk lebih</w:t>
      </w:r>
    </w:p>
    <w:p w:rsidR="00DF217D" w:rsidRDefault="00DF217D" w:rsidP="007742AD">
      <w:r>
        <w:t>mengutamakan ketaatan kepada manusia-manusia durjana dan hina daripada kematian sebagai manusia</w:t>
      </w:r>
    </w:p>
    <w:p w:rsidR="00DF217D" w:rsidRDefault="00DF217D" w:rsidP="007742AD">
      <w:r>
        <w:t>agung dan mulia.</w:t>
      </w:r>
    </w:p>
    <w:p w:rsidR="00DF217D" w:rsidRDefault="00DF217D" w:rsidP="007742AD">
      <w:r>
        <w:t>"Ketahuilah bahwa aku bersama segelintir jamaahku ini telah siap berperang walaupun jumlah kami</w:t>
      </w:r>
    </w:p>
    <w:p w:rsidR="00DF217D" w:rsidRDefault="00DF217D" w:rsidP="007742AD">
      <w:r>
        <w:t>kecil dan tak akan ada lagi orang yang membantu kami.</w:t>
      </w:r>
    </w:p>
    <w:p w:rsidR="00DF217D" w:rsidRDefault="00DF217D" w:rsidP="007742AD">
      <w:r>
        <w:t>"Keengganan berkorban demi suatu kecintaan adalah pantangan bagi kami. Keengganan seperti ini agar</w:t>
      </w:r>
    </w:p>
    <w:p w:rsidR="00DF217D" w:rsidRDefault="00DF217D" w:rsidP="007742AD">
      <w:r>
        <w:t>kami dapat tidur nyenyak adalah pantangan bagi kami. Kamilah orang-orang yang tak kenal lelah.</w:t>
      </w:r>
    </w:p>
    <w:p w:rsidR="00DF217D" w:rsidRDefault="00DF217D" w:rsidP="007742AD">
      <w:r>
        <w:lastRenderedPageBreak/>
        <w:t>Dalam ajaran kami tidak akan ada pengenduran tali pinggang."</w:t>
      </w:r>
    </w:p>
    <w:p w:rsidR="00DF217D" w:rsidRDefault="00DF217D" w:rsidP="007742AD">
      <w:r>
        <w:t>Imam Husain as kemudian mengaitkan kata-katanya dengan bait-bait syair Farwah bin Musaik</w:t>
      </w:r>
    </w:p>
    <w:p w:rsidR="00DF217D" w:rsidRDefault="00DF217D" w:rsidP="007742AD">
      <w:r>
        <w:t>AlMuradi. Dari beberapa bait syair itu beliau mengungkapkan tamsil sebagai berikut:</w:t>
      </w:r>
    </w:p>
    <w:p w:rsidR="00DF217D" w:rsidRDefault="00DF217D" w:rsidP="007742AD">
      <w:r>
        <w:t>"Seandainya kami menang dan berhasil mengalahkan musuh maka ini bukan sesuatu yang baru bagi</w:t>
      </w:r>
    </w:p>
    <w:p w:rsidR="00DF217D" w:rsidRDefault="00DF217D" w:rsidP="007742AD">
      <w:r>
        <w:t>kami karena sejak dulu kehendak dan kejadian seperti ini sudah pernah kami alami. Namun, seandainya</w:t>
      </w:r>
    </w:p>
    <w:p w:rsidR="00DF217D" w:rsidRDefault="00DF217D" w:rsidP="007742AD">
      <w:r>
        <w:t>kamipun tak berdaya maka itu bukan berarti kami telah kalah karena niat dan kehendak kami adalah</w:t>
      </w:r>
    </w:p>
    <w:p w:rsidR="00DF217D" w:rsidRDefault="00DF217D" w:rsidP="007742AD">
      <w:r>
        <w:t>demi kebaikan dan takwa, dan makna sedemikian ini tidak akan pernah mengenal kata kalah.</w:t>
      </w:r>
    </w:p>
    <w:p w:rsidR="00DF217D" w:rsidRDefault="00DF217D" w:rsidP="007742AD">
      <w:r>
        <w:t>"Seandainya kematian menarik diri dari suatu kaum, maka kematian akan mereggut suatu kaum yang</w:t>
      </w:r>
    </w:p>
    <w:p w:rsidR="00DF217D" w:rsidRDefault="00DF217D" w:rsidP="007742AD">
      <w:r>
        <w:t>lain, dan sesungguhnya tak ada satupun manusia yang bisa lolos dari kematian. Kematian inilah yang</w:t>
      </w:r>
    </w:p>
    <w:p w:rsidR="00DF217D" w:rsidRDefault="00DF217D" w:rsidP="007742AD">
      <w:r>
        <w:t>telah meniadakan para pemuka kaum kami, sebagaimana ia telah meniadakan kaum-kaum terdahulu.</w:t>
      </w:r>
    </w:p>
    <w:p w:rsidR="00DF217D" w:rsidRDefault="00DF217D" w:rsidP="007742AD">
      <w:r>
        <w:t>"Seandainya para raja dan penguasa bumi di alam dunia dapat hidup abadi, niscaya kamipun akan</w:t>
      </w:r>
    </w:p>
    <w:p w:rsidR="00DF217D" w:rsidRDefault="00DF217D" w:rsidP="007742AD">
      <w:r>
        <w:t>dapat hidup abadi. Seandainya orang-orang besar dapat bertahan hidup, maka kami pun juga akan</w:t>
      </w:r>
    </w:p>
    <w:p w:rsidR="00DF217D" w:rsidRDefault="00DF217D" w:rsidP="007742AD">
      <w:r>
        <w:t>bertahan hidup. Akan tetapi keabadian (di alam dunia) tidak akan pernah ada.</w:t>
      </w:r>
    </w:p>
    <w:p w:rsidR="00DF217D" w:rsidRDefault="00DF217D" w:rsidP="007742AD">
      <w:r>
        <w:t>"Maka dari itu, katakanlah kepada mereka yang menghujat kami: 'Sadarlah kalian, dan ketahuilah</w:t>
      </w:r>
    </w:p>
    <w:p w:rsidR="00DF217D" w:rsidRDefault="00DF217D" w:rsidP="007742AD">
      <w:r>
        <w:t>bahwa kalian juga akan menyongsong kematian sebagaimana kami.'</w:t>
      </w:r>
    </w:p>
    <w:p w:rsidR="00DF217D" w:rsidRDefault="00DF217D" w:rsidP="007742AD">
      <w:r>
        <w:t>"Demi Allah, setelah syahadahku nanti, kalian tidak akan bisa menggapai apa yang kalian dambakan.</w:t>
      </w:r>
    </w:p>
    <w:p w:rsidR="00DF217D" w:rsidRDefault="00DF217D" w:rsidP="007742AD">
      <w:r>
        <w:t>Kalian tidak akan bisa lama-lama di dunia ini. Seperti saat kalian berkelana dengan mengendarai,</w:t>
      </w:r>
    </w:p>
    <w:p w:rsidR="00DF217D" w:rsidRDefault="00DF217D" w:rsidP="007742AD">
      <w:r>
        <w:t>kalian akan merasakan waktu ini hanya seperti putaran batu penggilingan yang mengelilingi kalian.</w:t>
      </w:r>
    </w:p>
    <w:p w:rsidR="00DF217D" w:rsidRDefault="00DF217D" w:rsidP="007742AD">
      <w:r>
        <w:lastRenderedPageBreak/>
        <w:t>Dan karena porosnya berkutat pada kalian maka kalian tertambat pada keraguan. Ini adalah suatu</w:t>
      </w:r>
    </w:p>
    <w:p w:rsidR="00DF217D" w:rsidRDefault="00DF217D" w:rsidP="007742AD">
      <w:r>
        <w:t>perjanjian yang dijalin ayahku dengan restu kakekku.</w:t>
      </w:r>
    </w:p>
    <w:p w:rsidR="00DF217D" w:rsidRDefault="00DF217D" w:rsidP="007742AD">
      <w:r>
        <w:t>"Sekarang coba kalian pertemukan pandangan kalian dengan pikran para komplotan kalian. Cobalah</w:t>
      </w:r>
    </w:p>
    <w:p w:rsidR="00DF217D" w:rsidRDefault="00DF217D" w:rsidP="007742AD">
      <w:r>
        <w:t>kalian pikirkan lalu ambillah keputusan karena kalian tahu pasti urusan kalian sendiri. Pikirkan matang-matang agar kalian tidak menyesal dan tertimpa beban pikiran. Jika ini sudah kalian pikirkan, maka</w:t>
      </w:r>
    </w:p>
    <w:p w:rsidR="00DF217D" w:rsidRDefault="00DF217D" w:rsidP="007742AD">
      <w:r>
        <w:t>kalian tak usah ragu-ragu dalam menyerangku. Habisilah aku sesegera mungkin!</w:t>
      </w:r>
    </w:p>
    <w:p w:rsidR="00DF217D" w:rsidRDefault="00DF217D" w:rsidP="007742AD">
      <w:r>
        <w:t>"Aku bertawakkal kepada Allah, Tuhanku dan Tuhan kalian semua. Tak sesuatu yang bergerak di</w:t>
      </w:r>
    </w:p>
    <w:p w:rsidR="00DF217D" w:rsidRDefault="00DF217D" w:rsidP="007742AD">
      <w:r>
        <w:t>muka bumi ini kecuali sudah ditentukan dalam kodrat-Nya. Saya yakin bahwa Tuhanku ada di pihak</w:t>
      </w:r>
    </w:p>
    <w:p w:rsidR="00DF217D" w:rsidRDefault="00DF217D" w:rsidP="007742AD">
      <w:r>
        <w:t>yang benar."</w:t>
      </w:r>
      <w:r w:rsidRPr="00DF217D">
        <w:rPr>
          <w:rStyle w:val="libFootnotenumChar"/>
        </w:rPr>
        <w:t>34</w:t>
      </w:r>
    </w:p>
    <w:p w:rsidR="00DF217D" w:rsidRDefault="00DF217D" w:rsidP="007742AD">
      <w:r>
        <w:t>Imam Husain as kemudian menghadapkan wajahnya ke arah para sahabatnya. Setelah mengucapkan</w:t>
      </w:r>
    </w:p>
    <w:p w:rsidR="00DF217D" w:rsidRDefault="00DF217D" w:rsidP="007742AD">
      <w:r>
        <w:t>pujian kepada Allah beliau berkata:</w:t>
      </w:r>
    </w:p>
    <w:p w:rsidR="00DF217D" w:rsidRDefault="00DF217D" w:rsidP="007742AD">
      <w:r>
        <w:t>"Sesungguhnya Allah Yang Maha Suci dan Maha Mulia telah meridhai terbunuhnya kalian dan aku</w:t>
      </w:r>
    </w:p>
    <w:p w:rsidR="00DF217D" w:rsidRDefault="00DF217D" w:rsidP="007742AD">
      <w:r>
        <w:t>pada hari ini, maka sabarlah kalian dan bersiaplah untuk berperang."</w:t>
      </w:r>
      <w:r w:rsidRPr="00DF217D">
        <w:rPr>
          <w:rStyle w:val="libFootnotenumChar"/>
        </w:rPr>
        <w:t>35</w:t>
      </w:r>
    </w:p>
    <w:p w:rsidR="00DF217D" w:rsidRDefault="00DF217D" w:rsidP="007742AD">
      <w:r>
        <w:t>Demi menuntaskan hujjahnya lagi, beliau berkata kepada para sahabat dan pengikutnya:</w:t>
      </w:r>
    </w:p>
    <w:p w:rsidR="00DF217D" w:rsidRDefault="00DF217D" w:rsidP="007742AD">
      <w:r>
        <w:t>"Hai putera-putera yang mulia, bertabah kalian, karena sesungguhnya kematian ini tak lain adalah</w:t>
      </w:r>
    </w:p>
    <w:p w:rsidR="00DF217D" w:rsidRDefault="00DF217D" w:rsidP="007742AD">
      <w:r>
        <w:t>jembatan yang akan kalian titi dari penderitaan menuju surga yang sangat luas, menuju kenikmatan</w:t>
      </w:r>
    </w:p>
    <w:p w:rsidR="00DF217D" w:rsidRDefault="00DF217D" w:rsidP="007742AD">
      <w:r>
        <w:t>yang abadi. Maka janganlah kalian khawatir untuk berpindah dari penjara menuju istana, sedangkan</w:t>
      </w:r>
    </w:p>
    <w:p w:rsidR="00DF217D" w:rsidRDefault="00DF217D" w:rsidP="007742AD">
      <w:r>
        <w:t>musuh-musuh kalian tak lain ibarat orang yang dipindahkan dari istana menuju penjara dan siksaan.</w:t>
      </w:r>
    </w:p>
    <w:p w:rsidR="00DF217D" w:rsidRDefault="00DF217D" w:rsidP="007742AD">
      <w:r>
        <w:t>Mengutipkan sabda Rasulullah, ayahku pernah berkata kepadaku: 'Sesungguhnya dunia adalah penjara</w:t>
      </w:r>
    </w:p>
    <w:p w:rsidR="00DF217D" w:rsidRDefault="00DF217D" w:rsidP="007742AD">
      <w:r>
        <w:lastRenderedPageBreak/>
        <w:t>bagi orang yang beriman dan surga bagi orang yang kafir. Kematian adalah jembatan menuju surga</w:t>
      </w:r>
    </w:p>
    <w:p w:rsidR="00DF217D" w:rsidRDefault="00DF217D" w:rsidP="007742AD">
      <w:r>
        <w:t>bagi mereka yang beriman serta merupakan jembatan menuju neraka bagi mereka yang kafir. Aku</w:t>
      </w:r>
    </w:p>
    <w:p w:rsidR="00DF217D" w:rsidRDefault="00DF217D" w:rsidP="007742AD">
      <w:pPr>
        <w:rPr>
          <w:rStyle w:val="libFootnotenumChar"/>
        </w:rPr>
      </w:pPr>
      <w:r>
        <w:t>tidaklah berdusta dan tidak pula didustai."</w:t>
      </w:r>
      <w:r w:rsidRPr="00DF217D">
        <w:rPr>
          <w:rStyle w:val="libFootnotenumChar"/>
        </w:rPr>
        <w:t>36</w:t>
      </w:r>
    </w:p>
    <w:p w:rsidR="00976DF1" w:rsidRPr="00976DF1" w:rsidRDefault="00976DF1" w:rsidP="00976DF1">
      <w:pPr>
        <w:pStyle w:val="libNormal"/>
        <w:rPr>
          <w:rStyle w:val="libFootnotenumChar"/>
          <w:color w:val="000000"/>
          <w:sz w:val="32"/>
          <w:vertAlign w:val="baseline"/>
        </w:rPr>
      </w:pPr>
    </w:p>
    <w:p w:rsidR="00DF217D" w:rsidRDefault="00DF217D" w:rsidP="003718EF">
      <w:pPr>
        <w:outlineLvl w:val="0"/>
      </w:pPr>
      <w:bookmarkStart w:id="19" w:name="_Toc403378392"/>
      <w:r>
        <w:t>Istighotsah Imam Husain as dan Taubat Hur</w:t>
      </w:r>
      <w:bookmarkEnd w:id="19"/>
    </w:p>
    <w:p w:rsidR="00DF217D" w:rsidRDefault="00DF217D" w:rsidP="007742AD">
      <w:r>
        <w:t>Imam Husain as kemudian berdoa:</w:t>
      </w:r>
    </w:p>
    <w:p w:rsidR="00DF217D" w:rsidRDefault="00DF217D" w:rsidP="007742AD">
      <w:r>
        <w:t>"Ya Allah, janganlah Engkau turunkan air hujan dari langit untuk kaum ini. Azablah mereka dengan</w:t>
      </w:r>
    </w:p>
    <w:p w:rsidR="00DF217D" w:rsidRDefault="00DF217D" w:rsidP="007742AD">
      <w:r>
        <w:t>kekeringan dan kelaparan seperti pada zaman nabi Yusuf. Kuasakan atas mereka nanti Astsaqafi agar</w:t>
      </w:r>
    </w:p>
    <w:p w:rsidR="00DF217D" w:rsidRDefault="00DF217D" w:rsidP="007742AD">
      <w:r>
        <w:t>mereka merasakan kegetiran karena mereka telah mendustakan kami, menisbatkan kebohongan kepada kami, dan menyia-nyiakan kami.</w:t>
      </w:r>
    </w:p>
    <w:p w:rsidR="00DF217D" w:rsidRDefault="00DF217D" w:rsidP="007742AD">
      <w:r>
        <w:t>"Ilahi, kami bertawakkal kepada-Mu. Kepada-Mulah kami dan segala sesuatu pasti akan kembali."</w:t>
      </w:r>
      <w:r w:rsidRPr="00DF217D">
        <w:rPr>
          <w:rStyle w:val="libFootnotenumChar"/>
        </w:rPr>
        <w:t>37</w:t>
      </w:r>
    </w:p>
    <w:p w:rsidR="00DF217D" w:rsidRDefault="00DF217D" w:rsidP="007742AD">
      <w:r>
        <w:t>Imam Husain as kemudian mendekati para pengikutnya dan berkata: "Bersabarlah, sesungguhnya Allah</w:t>
      </w:r>
    </w:p>
    <w:p w:rsidR="00DF217D" w:rsidRDefault="00DF217D" w:rsidP="007742AD">
      <w:r>
        <w:t>telah mengizinkan kalian untuk berperang hingga titik penghabisan. Sesungguhnya kalian semua akan</w:t>
      </w:r>
    </w:p>
    <w:p w:rsidR="00DF217D" w:rsidRDefault="00DF217D" w:rsidP="007742AD">
      <w:r>
        <w:t>terbunuh kecuali Ali bin Husain."</w:t>
      </w:r>
      <w:r w:rsidRPr="00DF217D">
        <w:rPr>
          <w:rStyle w:val="libFootnotenumChar"/>
        </w:rPr>
        <w:t>38</w:t>
      </w:r>
    </w:p>
    <w:p w:rsidR="00DF217D" w:rsidRDefault="00DF217D" w:rsidP="007742AD">
      <w:r>
        <w:t>Imam Husain as yang sudah siap bertempur berkata lagi:</w:t>
      </w:r>
    </w:p>
    <w:p w:rsidR="00DF217D" w:rsidRDefault="00DF217D" w:rsidP="007742AD">
      <w:r>
        <w:t>"Adakah lagi seseorang yang akan menolongku demi mendapatkan keridhaan Allah? Adakah lagi</w:t>
      </w:r>
    </w:p>
    <w:p w:rsidR="00DF217D" w:rsidRDefault="00DF217D" w:rsidP="007742AD">
      <w:r>
        <w:t>seseorang yang siap membela kehormatan Rasulullah?"</w:t>
      </w:r>
    </w:p>
    <w:p w:rsidR="00DF217D" w:rsidRDefault="00DF217D" w:rsidP="007742AD">
      <w:r>
        <w:t>Syaikh Mufid ra dalam kitabnya mengisahkan: saat mendengar istighotsah Imam Husain as, perasaan</w:t>
      </w:r>
    </w:p>
    <w:p w:rsidR="00DF217D" w:rsidRDefault="00DF217D" w:rsidP="007742AD">
      <w:r>
        <w:t>Hur bin Yazid tersentuh sehingga dia datang mendekati Umar bin Sa'ad.</w:t>
      </w:r>
    </w:p>
    <w:p w:rsidR="00DF217D" w:rsidRDefault="00DF217D" w:rsidP="007742AD">
      <w:r>
        <w:t>"Hai Umar, apakah kamu akan tetap memerangi orang ini?" Tanya Hur.</w:t>
      </w:r>
    </w:p>
    <w:p w:rsidR="00DF217D" w:rsidRDefault="00DF217D" w:rsidP="007742AD">
      <w:r>
        <w:lastRenderedPageBreak/>
        <w:t>"Ya, demi Allah" Jawab Umar Bin Sa'ad. "Kita akan kobarkan perang yang paling dahsyat dimana</w:t>
      </w:r>
    </w:p>
    <w:p w:rsidR="00DF217D" w:rsidRDefault="00DF217D" w:rsidP="007742AD">
      <w:r>
        <w:t>paling tidak kepala-kepala mereka harus terpenggal sebagaimana tangan-tangan mereka harus</w:t>
      </w:r>
    </w:p>
    <w:p w:rsidR="00DF217D" w:rsidRDefault="00DF217D" w:rsidP="007742AD">
      <w:r>
        <w:t>terpotong dari jasad-jasad mereka.", tambah Umar.</w:t>
      </w:r>
    </w:p>
    <w:p w:rsidR="00DF217D" w:rsidRDefault="00DF217D" w:rsidP="007742AD">
      <w:r>
        <w:t>"Apakah tidak mungkin perbuatan ini dipertimbangkan lagi?"</w:t>
      </w:r>
    </w:p>
    <w:p w:rsidR="00DF217D" w:rsidRDefault="00DF217D" w:rsidP="007742AD">
      <w:r>
        <w:t>"Itu mungkin saja seandainya kekuasaan ada di tanganku, namun pemimpinmu, Ubaidillah, tidak</w:t>
      </w:r>
    </w:p>
    <w:p w:rsidR="00DF217D" w:rsidRDefault="00DF217D" w:rsidP="007742AD">
      <w:r>
        <w:t>menghendaki perdamaian dan pembenahan kebijakan seperti itu."</w:t>
      </w:r>
    </w:p>
    <w:p w:rsidR="00DF217D" w:rsidRDefault="00DF217D" w:rsidP="007742AD">
      <w:r>
        <w:t>Dengan hati kecewa Hur beranjak dari tempat Umar bin Sa'ad lalu terpaku di sebuah tempat di dekat</w:t>
      </w:r>
    </w:p>
    <w:p w:rsidR="00DF217D" w:rsidRDefault="00DF217D" w:rsidP="007742AD">
      <w:r>
        <w:t>Qurrah bin Qais, salah satu orang dekatnya. Hur bertanya kepada Qurrah: "Hai Qurrah, sudahkah kamu</w:t>
      </w:r>
    </w:p>
    <w:p w:rsidR="00DF217D" w:rsidRDefault="00DF217D" w:rsidP="007742AD">
      <w:r>
        <w:t>memberi minum kudamu hari ini?". "Belum" Jawab Qurrah.</w:t>
      </w:r>
    </w:p>
    <w:p w:rsidR="00DF217D" w:rsidRDefault="00DF217D" w:rsidP="007742AD">
      <w:r>
        <w:t>"Maukah kamu memberinya minum sekarang?" Tanya Hur lagi.</w:t>
      </w:r>
    </w:p>
    <w:p w:rsidR="00976DF1" w:rsidRDefault="00976DF1" w:rsidP="007742AD">
      <w:r>
        <w:t>Dari pertanyaan ini, Qurrah curiga bahwa Hur berniat keluar dari rombongan pasukan, pergi, dan</w:t>
      </w:r>
    </w:p>
    <w:p w:rsidR="00976DF1" w:rsidRDefault="00976DF1" w:rsidP="007742AD">
      <w:r>
        <w:t>seterusnya. Namun, di luar dugaan itu, Hur ternyata perlahan-lahan bergerak mendekati Imam Husain</w:t>
      </w:r>
    </w:p>
    <w:p w:rsidR="00976DF1" w:rsidRDefault="00976DF1" w:rsidP="007742AD">
      <w:r>
        <w:t>as. Begitu sampai di hadapan beliau, Hur meletakkan telapak tangan di kepalanya sambil berseru:</w:t>
      </w:r>
    </w:p>
    <w:p w:rsidR="00976DF1" w:rsidRDefault="00976DF1" w:rsidP="007742AD">
      <w:r>
        <w:t>"Ya Allah, aku kembali kepada-Mu. Ya allah, ampunilah aku yang telah membuat para pecinta dan</w:t>
      </w:r>
    </w:p>
    <w:p w:rsidR="00976DF1" w:rsidRDefault="00976DF1" w:rsidP="007742AD">
      <w:r>
        <w:t>putera-puteri rasul-Mu menderita dan ketakutan."</w:t>
      </w:r>
    </w:p>
    <w:p w:rsidR="00976DF1" w:rsidRDefault="00976DF1" w:rsidP="007742AD">
      <w:r>
        <w:t>Saat melihat Hur mendekati Imam Husain itu, sebagian orang menduganya akan memulai peperangan.</w:t>
      </w:r>
    </w:p>
    <w:p w:rsidR="00976DF1" w:rsidRDefault="00976DF1" w:rsidP="007742AD">
      <w:r>
        <w:t>Namun, mereka baru sadar dugaan itu salah setelah melihat Hur membalikkan perisainya. Saat itu Hur</w:t>
      </w:r>
    </w:p>
    <w:p w:rsidR="00976DF1" w:rsidRDefault="00976DF1" w:rsidP="007742AD">
      <w:r>
        <w:t>datang menyapa Imam Husain as dimulai dengan ucapan salam takzim dan hormat lalu menyusulnya</w:t>
      </w:r>
    </w:p>
    <w:p w:rsidR="00976DF1" w:rsidRDefault="00976DF1" w:rsidP="007742AD">
      <w:r>
        <w:t>dengan kata-kata:</w:t>
      </w:r>
    </w:p>
    <w:p w:rsidR="00976DF1" w:rsidRDefault="00976DF1" w:rsidP="007742AD">
      <w:r>
        <w:lastRenderedPageBreak/>
        <w:t>"Hai putera Rasul, aku siap berkorban untukmu. Aku adalah orang yang beberapa waktu lalu telah</w:t>
      </w:r>
    </w:p>
    <w:p w:rsidR="00976DF1" w:rsidRDefault="00976DF1" w:rsidP="007742AD">
      <w:r>
        <w:t>mencegat perjalananmu, mencegahmu pulang, lalu menggiringmu ke tanah yang penuh dengan petaka</w:t>
      </w:r>
    </w:p>
    <w:p w:rsidR="00976DF1" w:rsidRDefault="00976DF1" w:rsidP="007742AD">
      <w:r>
        <w:t>ini tanpa aku tahu sebelumnya bahwa orang-orang ini akan menolak kata-katamu dan memperlakukan</w:t>
      </w:r>
    </w:p>
    <w:p w:rsidR="00976DF1" w:rsidRDefault="00976DF1" w:rsidP="007742AD">
      <w:r>
        <w:t>dirimu sedemikian rupa. Demi Allah, seandainya aku tahu inilah yang akan terjadi, tidak mungkin akan</w:t>
      </w:r>
    </w:p>
    <w:p w:rsidR="00976DF1" w:rsidRDefault="00976DF1" w:rsidP="007742AD">
      <w:r>
        <w:t>berbuat seperti itu kepadamu. Sekarang aku menyesal, tetapi apakah mungkin Allah akan menerima</w:t>
      </w:r>
    </w:p>
    <w:p w:rsidR="00976DF1" w:rsidRDefault="00976DF1" w:rsidP="007742AD">
      <w:r>
        <w:t>taubatku?"</w:t>
      </w:r>
    </w:p>
    <w:p w:rsidR="00976DF1" w:rsidRDefault="00976DF1" w:rsidP="007742AD">
      <w:r>
        <w:t>Imam Husain as menjawab: "Allah pasti akan menerima taubatmu." Beliau meminta Hur supaya</w:t>
      </w:r>
    </w:p>
    <w:p w:rsidR="00976DF1" w:rsidRDefault="00976DF1" w:rsidP="007742AD">
      <w:r>
        <w:t>beristirahat, namun Hur malah meminta restu beliau untuk segera memulai perjuangan di depan musuh.</w:t>
      </w:r>
    </w:p>
    <w:p w:rsidR="00976DF1" w:rsidRDefault="00976DF1" w:rsidP="007742AD">
      <w:r>
        <w:t>Imam pun berkata: "Semoga Allah merahmatimu. Aku mengizinkanmu berjuang."</w:t>
      </w:r>
    </w:p>
    <w:p w:rsidR="00976DF1" w:rsidRDefault="00976DF1" w:rsidP="007742AD">
      <w:r>
        <w:t>Hur kemudian meminta diri dari Imam Husain as dan pergi mendekati pasukan Umar bin Sa'ad yang</w:t>
      </w:r>
    </w:p>
    <w:p w:rsidR="00976DF1" w:rsidRDefault="00976DF1" w:rsidP="007742AD">
      <w:r>
        <w:t>kini sudah menjadi musuhnya. Di depan mereka Hur memberondongkan kata-kata pedas dan kutukan.</w:t>
      </w:r>
    </w:p>
    <w:p w:rsidR="00976DF1" w:rsidRDefault="00976DF1" w:rsidP="007742AD">
      <w:r>
        <w:t>Begitu kata-kata Hur tuntang, beberapa orang pasukan Ibnu Sa'ad membidikkan anak panah ke arah</w:t>
      </w:r>
    </w:p>
    <w:p w:rsidR="00976DF1" w:rsidRDefault="00976DF1" w:rsidP="007742AD">
      <w:r>
        <w:t>Hur. Hur bergegas pergi menghadap Imam Husain as untuk memohon instruksi penyerangan.</w:t>
      </w:r>
    </w:p>
    <w:p w:rsidR="00976DF1" w:rsidRDefault="00976DF1" w:rsidP="007742AD">
      <w:r>
        <w:t>Serentak dengan ini, Umar bin Sa'ad berteriak kepada budaknya: "Hai Darid, cepat maju!" Umar</w:t>
      </w:r>
    </w:p>
    <w:p w:rsidR="00976DF1" w:rsidRDefault="00976DF1" w:rsidP="007742AD">
      <w:r>
        <w:t>mengambil sepucuk anak panah dan memasangnya ke tali busur sambil berteriak lagi: "Hai orangorang,</w:t>
      </w:r>
    </w:p>
    <w:p w:rsidR="00976DF1" w:rsidRDefault="00976DF1" w:rsidP="007742AD">
      <w:r>
        <w:t>saksikanlah bahwa akulah orang pertama yang membidikkan anak panah ke arah pasukan</w:t>
      </w:r>
    </w:p>
    <w:p w:rsidR="00976DF1" w:rsidRDefault="00976DF1" w:rsidP="007742AD">
      <w:r>
        <w:t>Husain." Anak panah itupun melesat.</w:t>
      </w:r>
    </w:p>
    <w:p w:rsidR="00976DF1" w:rsidRDefault="00976DF1" w:rsidP="007742AD">
      <w:r>
        <w:t>Sayid Ibnu Thawus meriwayatkan, melesatnya anak panah Umar bin Sa'ad segera disusul dengan hujan</w:t>
      </w:r>
    </w:p>
    <w:p w:rsidR="00976DF1" w:rsidRDefault="00976DF1" w:rsidP="007742AD">
      <w:r>
        <w:t>panah dari anak buahnya ke arah pasukan Imam Husain as. Imam Husain pun menurunkan instruksi</w:t>
      </w:r>
    </w:p>
    <w:p w:rsidR="00976DF1" w:rsidRDefault="00976DF1" w:rsidP="007742AD">
      <w:r>
        <w:lastRenderedPageBreak/>
        <w:t>untuk melakukan perlawanan.</w:t>
      </w:r>
    </w:p>
    <w:p w:rsidR="00E47A17" w:rsidRPr="007742AD" w:rsidRDefault="00E47A17" w:rsidP="007742AD">
      <w:pPr>
        <w:rPr>
          <w:rStyle w:val="PageNumber"/>
        </w:rPr>
      </w:pPr>
      <w:r w:rsidRPr="007742AD">
        <w:rPr>
          <w:rStyle w:val="PageNumber"/>
        </w:rPr>
        <w:br w:type="page"/>
      </w:r>
    </w:p>
    <w:p w:rsidR="00E47A17" w:rsidRDefault="00E47A17" w:rsidP="003718EF">
      <w:pPr>
        <w:outlineLvl w:val="0"/>
      </w:pPr>
      <w:bookmarkStart w:id="20" w:name="_Toc403378393"/>
      <w:r>
        <w:lastRenderedPageBreak/>
        <w:t>Dimulainya Perang Tak Seimbang</w:t>
      </w:r>
      <w:bookmarkEnd w:id="20"/>
    </w:p>
    <w:p w:rsidR="00E47A17" w:rsidRDefault="00E47A17" w:rsidP="007742AD">
      <w:r>
        <w:t>Pasukan dari pihak yang hak dan pihak yang batil akhirnya bergerak maju dalam posisi frontal. Dari pihak Imam Husain as, nampak wajah-wajah cemerlang dan berbinar seakan tak sabar lagi untuk</w:t>
      </w:r>
    </w:p>
    <w:p w:rsidR="00E47A17" w:rsidRDefault="00E47A17" w:rsidP="007742AD">
      <w:r>
        <w:t>berjumpa dengan Yang Maha Kuasa. Mereka siap terbang bahu membahu dan berlomba menuju alam</w:t>
      </w:r>
    </w:p>
    <w:p w:rsidR="00E47A17" w:rsidRDefault="00E47A17" w:rsidP="007742AD">
      <w:r>
        <w:t>keabadian di sisi Al-Khalik dengan kepakan sayap-sayap imannya yang lebar. Dengan jiwa yang</w:t>
      </w:r>
    </w:p>
    <w:p w:rsidR="00E47A17" w:rsidRDefault="00E47A17" w:rsidP="007742AD">
      <w:r>
        <w:t>membaja mereka siap mengarungi lautan darah membela kehormatan dan cita-cita mulia Al-Husain as,</w:t>
      </w:r>
    </w:p>
    <w:p w:rsidR="00E47A17" w:rsidRDefault="00E47A17" w:rsidP="007742AD">
      <w:r>
        <w:t>bintang kejora dari keluarga suci Rasul. Jiwa mereka yang sudah terpatri dalam semangat altruisme</w:t>
      </w:r>
    </w:p>
    <w:p w:rsidR="00E47A17" w:rsidRDefault="00E47A17" w:rsidP="007742AD">
      <w:r>
        <w:t>telah siap menyongsong kematian yang suci dan sakral sebelum Imam Husain as sendiri meneguk</w:t>
      </w:r>
    </w:p>
    <w:p w:rsidR="00E47A17" w:rsidRDefault="00E47A17" w:rsidP="007742AD">
      <w:r>
        <w:t>puncak kemuliaan derajat syahadah.</w:t>
      </w:r>
    </w:p>
    <w:p w:rsidR="00E47A17" w:rsidRDefault="00E47A17" w:rsidP="007742AD">
      <w:r>
        <w:t>Saat bayangan kecamuk perang sudah nampak di depan mata itu, Hur datang mendekati Imam Husain</w:t>
      </w:r>
    </w:p>
    <w:p w:rsidR="00E47A17" w:rsidRDefault="00E47A17" w:rsidP="007742AD">
      <w:r>
        <w:t>sambil berkata:</w:t>
      </w:r>
    </w:p>
    <w:p w:rsidR="00E47A17" w:rsidRDefault="00E47A17" w:rsidP="007742AD">
      <w:r>
        <w:t>"Hai Putera Rasul, saat Ubaidillah menggiringku untuk memerangimu, dan lalu aku keluar dari Darul</w:t>
      </w:r>
    </w:p>
    <w:p w:rsidR="00E47A17" w:rsidRDefault="00E47A17" w:rsidP="007742AD">
      <w:r>
        <w:t>Imarah aku mendengar suara lapat-lapat dari belakang mengatakan: 'Berita gembira tentang kebaikan</w:t>
      </w:r>
    </w:p>
    <w:p w:rsidR="00E47A17" w:rsidRDefault="00E47A17" w:rsidP="007742AD">
      <w:r>
        <w:t>untukmu, Hai Hur.' Saat aku berpaling ke belakang, aku tak melihat satu orangpun sehingga aku lantas</w:t>
      </w:r>
    </w:p>
    <w:p w:rsidR="00E47A17" w:rsidRDefault="00E47A17" w:rsidP="007742AD">
      <w:r>
        <w:t>berkata dalam hati bahwa demi Allah ini bukanlah berita gembira karena aku akan pergi untuk</w:t>
      </w:r>
    </w:p>
    <w:p w:rsidR="00E47A17" w:rsidRDefault="00E47A17" w:rsidP="007742AD">
      <w:r>
        <w:t>memerangi putera Rasul, dan aku tadinya tak pernah berpikir bahwa suatu saat nanti aku akan</w:t>
      </w:r>
    </w:p>
    <w:p w:rsidR="00E47A17" w:rsidRDefault="00E47A17" w:rsidP="007742AD">
      <w:r>
        <w:t>bertaubat. Baru sekarang aku menyadari bahwa itu memang berita gembira.</w:t>
      </w:r>
    </w:p>
    <w:p w:rsidR="00E47A17" w:rsidRDefault="00E47A17" w:rsidP="007742AD">
      <w:r>
        <w:t>"Hai Husain, aku adalah orang pertama yang berani menghadangmu. Karena itu sekarang perkenankan</w:t>
      </w:r>
    </w:p>
    <w:p w:rsidR="00E47A17" w:rsidRDefault="00E47A17" w:rsidP="007742AD">
      <w:r>
        <w:t>aku untuk menjadi orang pertama yang akan berkorban untukmu agar di hari kiamat kelak aku bisa</w:t>
      </w:r>
    </w:p>
    <w:p w:rsidR="00E47A17" w:rsidRDefault="00E47A17" w:rsidP="007742AD">
      <w:r>
        <w:lastRenderedPageBreak/>
        <w:t>menjadi orang pertama yang dapat berjabat tangan dengan Rasulullah saww."</w:t>
      </w:r>
      <w:r w:rsidRPr="00E47A17">
        <w:rPr>
          <w:rStyle w:val="libFootnotenumChar"/>
        </w:rPr>
        <w:t>39</w:t>
      </w:r>
    </w:p>
    <w:p w:rsidR="00E47A17" w:rsidRDefault="00E47A17" w:rsidP="007742AD">
      <w:r>
        <w:t>Imam Husain as mengizinkan permohonan Hur untuk maju sebagai orang pertama untuk berjihad. Hur</w:t>
      </w:r>
    </w:p>
    <w:p w:rsidR="00E47A17" w:rsidRDefault="00E47A17" w:rsidP="007742AD">
      <w:r>
        <w:t>pun maju dengan gagah berani. Saat berhadapan dengan barisan pasukan musuh yang berjumlah besar</w:t>
      </w:r>
    </w:p>
    <w:p w:rsidR="00976DF1" w:rsidRDefault="00E47A17" w:rsidP="007742AD">
      <w:r>
        <w:t>itu, dia berteriak lantang:</w:t>
      </w:r>
    </w:p>
    <w:p w:rsidR="00E47A17" w:rsidRDefault="00E47A17" w:rsidP="007742AD">
      <w:r>
        <w:t>"Hai orang-orang Kufah, laknat untuk kalian dan ibu yang melahirkan kalian. Kalianlah yang</w:t>
      </w:r>
    </w:p>
    <w:p w:rsidR="00E47A17" w:rsidRDefault="00E47A17" w:rsidP="007742AD">
      <w:r>
        <w:t>mengundang hamba salih Allah ini untuk mendatangi kalian tetapi kemudian melupakan begitu saja</w:t>
      </w:r>
    </w:p>
    <w:p w:rsidR="00E47A17" w:rsidRDefault="00E47A17" w:rsidP="007742AD">
      <w:r>
        <w:t>janji yang pernah kalian nyatakan. Kalian sekarang malah mengepungnya. Kalian telah menjadikan</w:t>
      </w:r>
    </w:p>
    <w:p w:rsidR="00E47A17" w:rsidRDefault="00E47A17" w:rsidP="007742AD">
      <w:r>
        <w:t>bumi Allah yang luas ini sempit baginya sehingga tak ada lagi tempat yang aman bagi dia dan</w:t>
      </w:r>
    </w:p>
    <w:p w:rsidR="00E47A17" w:rsidRDefault="00E47A17" w:rsidP="007742AD">
      <w:r>
        <w:t>keluarganya. Kini mereka menderita bagai orang-orang tawanan. Kalian mencegah mereka untuk meneguk air sungai ElFrat sementara kalian membiarkan binatang-binatang liar meminumnya. Betapa</w:t>
      </w:r>
    </w:p>
    <w:p w:rsidR="00E47A17" w:rsidRDefault="00E47A17" w:rsidP="007742AD">
      <w:r>
        <w:t>celakanya perangai kalian terhadap anak keturanan Rasul. Di hari kiamat Allah pasti akan membiarkan</w:t>
      </w:r>
    </w:p>
    <w:p w:rsidR="00E47A17" w:rsidRDefault="00E47A17" w:rsidP="007742AD">
      <w:r>
        <w:t>kalian tercekik kehausan..."</w:t>
      </w:r>
      <w:r w:rsidRPr="00E47A17">
        <w:rPr>
          <w:rStyle w:val="libFootnotenumChar"/>
        </w:rPr>
        <w:t>40</w:t>
      </w:r>
    </w:p>
    <w:p w:rsidR="00E47A17" w:rsidRDefault="00E47A17" w:rsidP="007742AD">
      <w:r>
        <w:t>Kata-kata Hur kembali menyengat telinga pasukan dari Kufah tersebut. Tak tak tahan digedor emosi,</w:t>
      </w:r>
    </w:p>
    <w:p w:rsidR="00E47A17" w:rsidRDefault="00E47A17" w:rsidP="007742AD">
      <w:r>
        <w:t>mereka menyerang Hur. Sambil melawan dan mengayun-ayunkan pedangnya Hur berteriak-teriak lagi:</w:t>
      </w:r>
    </w:p>
    <w:p w:rsidR="00E47A17" w:rsidRDefault="00E47A17" w:rsidP="007742AD">
      <w:r>
        <w:t>"Rumahku selalu menjadi tempat singgahnya para tamu dan aku tahu adat menghormarti tamu. Namun,</w:t>
      </w:r>
    </w:p>
    <w:p w:rsidR="00E47A17" w:rsidRDefault="00E47A17" w:rsidP="007742AD">
      <w:r>
        <w:t>untuk membela para tamu yang lebih mulia daripada para tamu Allah di Makkah dan Mina ini</w:t>
      </w:r>
    </w:p>
    <w:p w:rsidR="00E47A17" w:rsidRDefault="00E47A17" w:rsidP="007742AD">
      <w:r>
        <w:t>pedangku tak akan segan-segan membabat siapa saja. Akulah orang yang tumbuh besar di tengah</w:t>
      </w:r>
    </w:p>
    <w:p w:rsidR="00E47A17" w:rsidRDefault="00E47A17" w:rsidP="007742AD">
      <w:r>
        <w:t>keluarga pemberani dan aku mewarisi mereka."</w:t>
      </w:r>
    </w:p>
    <w:p w:rsidR="00E47A17" w:rsidRDefault="00E47A17" w:rsidP="007742AD">
      <w:r>
        <w:t>Selama melakukan perlawanan dan serangan di tengah pasukan musuh yang mengerubunginya, Hur</w:t>
      </w:r>
    </w:p>
    <w:p w:rsidR="00E47A17" w:rsidRDefault="00E47A17" w:rsidP="007742AD">
      <w:r>
        <w:lastRenderedPageBreak/>
        <w:t>sempat melihat anaknya yang juga termasuk satu diantara ribuan pasukan musuh. Hur meminta</w:t>
      </w:r>
    </w:p>
    <w:p w:rsidR="00E47A17" w:rsidRDefault="00E47A17" w:rsidP="007742AD">
      <w:r>
        <w:t>puteranya yang bernama Ali itu supaya bertobat, dan usaha Hur itu berhasil sebelum manusia yang</w:t>
      </w:r>
    </w:p>
    <w:p w:rsidR="00E47A17" w:rsidRDefault="00E47A17" w:rsidP="007742AD">
      <w:r>
        <w:t>terbebas dari angkara murka ini gugur sebagai syahid.</w:t>
      </w:r>
    </w:p>
    <w:p w:rsidR="00E47A17" w:rsidRDefault="00E47A17" w:rsidP="007742AD">
      <w:r>
        <w:t>Dalam riwayat disebutkan bahwa saat melihat anaknya, Hur berkata: "Puteraku, kini sudah tiba saatnya</w:t>
      </w:r>
    </w:p>
    <w:p w:rsidR="00E47A17" w:rsidRDefault="00E47A17" w:rsidP="007742AD">
      <w:r>
        <w:t>bagimu untuk mempertontonkan keberanianmu di jalan putera Rasulullah hingga kamu gugur." Katakata</w:t>
      </w:r>
    </w:p>
    <w:p w:rsidR="00E47A17" w:rsidRDefault="00E47A17" w:rsidP="007742AD">
      <w:r>
        <w:t>sang ayah segera membuat anaknya sadar. Putera bernama Ali dari keluarga pemberani itu segera</w:t>
      </w:r>
    </w:p>
    <w:p w:rsidR="00E47A17" w:rsidRDefault="00E47A17" w:rsidP="007742AD">
      <w:r>
        <w:t>menari-narikan pedangnya untuk membabat siapa saja dari pasukan musuh yang ada di dekatnya. Tak</w:t>
      </w:r>
    </w:p>
    <w:p w:rsidR="00E47A17" w:rsidRDefault="00E47A17" w:rsidP="007742AD">
      <w:r>
        <w:t>kurang dari 24 pasukan musuh mati terkapar akibat sabetan pedangnya sebelum dia sendiri kehabisan</w:t>
      </w:r>
    </w:p>
    <w:p w:rsidR="00E47A17" w:rsidRDefault="00E47A17" w:rsidP="007742AD">
      <w:r>
        <w:t>tenaga dan gugur dibantai musuh.</w:t>
      </w:r>
    </w:p>
    <w:p w:rsidR="00E47A17" w:rsidRDefault="00E47A17" w:rsidP="007742AD">
      <w:r>
        <w:t>Saat menyaksikan anaknya tersungkur ke tanah tanpa nyawa, Hur memanjatkan puji syukur untuk</w:t>
      </w:r>
    </w:p>
    <w:p w:rsidR="00E47A17" w:rsidRDefault="00E47A17" w:rsidP="007742AD">
      <w:r>
        <w:t>anaknya: "Segala puji bagi Allah yang telah menganugerahi-Mu dengan syahadah di sisi putera dari</w:t>
      </w:r>
    </w:p>
    <w:p w:rsidR="00E47A17" w:rsidRDefault="00E47A17" w:rsidP="007742AD">
      <w:pPr>
        <w:rPr>
          <w:rStyle w:val="libFootnotenumChar"/>
        </w:rPr>
      </w:pPr>
      <w:r>
        <w:t>puteri Rasulullah."</w:t>
      </w:r>
      <w:r w:rsidRPr="004479F9">
        <w:rPr>
          <w:rStyle w:val="libFootnotenumChar"/>
        </w:rPr>
        <w:t>41</w:t>
      </w:r>
    </w:p>
    <w:p w:rsidR="004479F9" w:rsidRDefault="004479F9" w:rsidP="007742AD">
      <w:r>
        <w:t>Hur kemudian bergegas lagi menghadapi pasukan musuh. Saat itu dia melihat saudaranya yang</w:t>
      </w:r>
    </w:p>
    <w:p w:rsidR="004479F9" w:rsidRDefault="004479F9" w:rsidP="007742AD">
      <w:r>
        <w:t>bernama Mash'ab yang bergerak mendekatinya. Pasukan Umar bin Sa'ad segera menduga akan terjadi</w:t>
      </w:r>
    </w:p>
    <w:p w:rsidR="004479F9" w:rsidRDefault="004479F9" w:rsidP="007742AD">
      <w:r>
        <w:t>duel antara kakak dan adik. Mereka menyoraki keduanya. Namun, ketika berhadapan dengan Hur,</w:t>
      </w:r>
    </w:p>
    <w:p w:rsidR="004479F9" w:rsidRDefault="004479F9" w:rsidP="007742AD">
      <w:r>
        <w:t>Mash'ab tiba-tiba berkata:</w:t>
      </w:r>
    </w:p>
    <w:p w:rsidR="004479F9" w:rsidRDefault="004479F9" w:rsidP="007742AD">
      <w:r>
        <w:t>"Aku ucapkan selamat kepadamu yang telah berhasil membebaskan diri dari kesesatan dan</w:t>
      </w:r>
    </w:p>
    <w:p w:rsidR="004479F9" w:rsidRDefault="004479F9" w:rsidP="007742AD">
      <w:r>
        <w:t>mendapatkan hidayah. Sekarang bawalah aku ke hadapan Imam Husain agar taubatku diterima."</w:t>
      </w:r>
    </w:p>
    <w:p w:rsidR="004479F9" w:rsidRDefault="004479F9" w:rsidP="007742AD">
      <w:r>
        <w:t>Hur lantas membawanya menghadap Imam Husain dan memperkenalkannya kepada beliau. Mash'ab</w:t>
      </w:r>
    </w:p>
    <w:p w:rsidR="004479F9" w:rsidRDefault="004479F9" w:rsidP="007742AD">
      <w:r>
        <w:t>pun bertaubat dan masuk ke dalam barisan pengikut Imam Husain as. Umar bin Sa'ad semakin naik</w:t>
      </w:r>
    </w:p>
    <w:p w:rsidR="004479F9" w:rsidRDefault="004479F9" w:rsidP="007742AD">
      <w:r>
        <w:lastRenderedPageBreak/>
        <w:t>pitam melihat ulah dua orang kakak beradik itu. Dia segera memerintahkan Sofwan bin Handalah,</w:t>
      </w:r>
    </w:p>
    <w:p w:rsidR="004479F9" w:rsidRDefault="004479F9" w:rsidP="007742AD">
      <w:r>
        <w:t>orang yang dikenal jagoan di Kufah, untuk menghabisi Hur jika Hur menantang duel.</w:t>
      </w:r>
    </w:p>
    <w:p w:rsidR="004479F9" w:rsidRDefault="004479F9" w:rsidP="007742AD">
      <w:r>
        <w:t>Maka, begitu Hur memacu kudanya ke arena pertempuran, Sofwan segera menghadangnya sambil</w:t>
      </w:r>
    </w:p>
    <w:p w:rsidR="004479F9" w:rsidRDefault="004479F9" w:rsidP="007742AD">
      <w:r>
        <w:t>berteriak, "Hai Hur, betapa keparatnya perbuatanmu. Kamu berpaling dari khalifah Yazid dan</w:t>
      </w:r>
    </w:p>
    <w:p w:rsidR="004479F9" w:rsidRDefault="004479F9" w:rsidP="007742AD">
      <w:r>
        <w:t>menyebrang ke kelompok Husain!"</w:t>
      </w:r>
    </w:p>
    <w:p w:rsidR="004479F9" w:rsidRDefault="004479F9" w:rsidP="007742AD">
      <w:r>
        <w:t>Hur menjawab: "Setahuku kamu adalah lelaki yang pintar, tetapi sekarang aku heran mengapa kamu</w:t>
      </w:r>
    </w:p>
    <w:p w:rsidR="004479F9" w:rsidRDefault="004479F9" w:rsidP="007742AD">
      <w:r>
        <w:t>sampai mengeluarkan kata-kata seperti ini. Kamu memintaku supaya meninggalkan Husain lalu</w:t>
      </w:r>
    </w:p>
    <w:p w:rsidR="004479F9" w:rsidRDefault="004479F9" w:rsidP="007742AD">
      <w:r>
        <w:t>memilih bergabung dengan Yazid, si tukang mabuk dan penzina itu?!"</w:t>
      </w:r>
    </w:p>
    <w:p w:rsidR="004479F9" w:rsidRDefault="004479F9" w:rsidP="007742AD">
      <w:r>
        <w:t>Mendapati jawaban seperti ini, tanpa basa-basi lagi Sofwan menghunus pedang dan mengayunkannya</w:t>
      </w:r>
    </w:p>
    <w:p w:rsidR="004479F9" w:rsidRDefault="004479F9" w:rsidP="007742AD">
      <w:r>
        <w:t>ke arah tubuh Hur. Namun dengan tangkasnya Hur menangkis ayunan pedang jagoan Kufah itu. Belum</w:t>
      </w:r>
    </w:p>
    <w:p w:rsidR="004479F9" w:rsidRDefault="004479F9" w:rsidP="007742AD">
      <w:r>
        <w:t>sempat melancarkan serangan lagi, Sofwan tiba-tiba mengerang kesakitan begitu mendapat serangan</w:t>
      </w:r>
    </w:p>
    <w:p w:rsidR="004479F9" w:rsidRDefault="004479F9" w:rsidP="007742AD">
      <w:r>
        <w:t>balas dari Hur. Ketangkasannya ternyata tak sehebat Hur. Dada Sofwan tertembus tombak yang</w:t>
      </w:r>
    </w:p>
    <w:p w:rsidR="004479F9" w:rsidRDefault="004479F9" w:rsidP="007742AD">
      <w:r>
        <w:t>dihujamkan Hur. Sofwan sang jagoan itu roboh bersimbah darah.</w:t>
      </w:r>
    </w:p>
    <w:p w:rsidR="004479F9" w:rsidRDefault="004479F9" w:rsidP="007742AD">
      <w:r>
        <w:t>Tiga saudara Sofwan geram menyaksikan pemandangan itu. Hur segera dikeroyok oleh mereka. Tapi</w:t>
      </w:r>
    </w:p>
    <w:p w:rsidR="004479F9" w:rsidRDefault="004479F9" w:rsidP="007742AD">
      <w:r>
        <w:t>ketiga orang itu ternyata tak ada artinya di depan kehebatan Hur yang baru saja menjadi komandan</w:t>
      </w:r>
    </w:p>
    <w:p w:rsidR="004479F9" w:rsidRDefault="004479F9" w:rsidP="007742AD">
      <w:r>
        <w:t>pasukan musuh itu. Tiga-tiganya roboh menyusul Sofwan ke alam baka. Hur kemudian menantang</w:t>
      </w:r>
    </w:p>
    <w:p w:rsidR="004479F9" w:rsidRDefault="004479F9" w:rsidP="007742AD">
      <w:r>
        <w:t>orang-orang lain untuk duel. Tapi begitu tak seorang pun berani menjawab tantangannya, Hur segera</w:t>
      </w:r>
    </w:p>
    <w:p w:rsidR="004479F9" w:rsidRDefault="004479F9" w:rsidP="007742AD">
      <w:r>
        <w:t>mendobrak barisan musuh. Barisan itupun cerai-berai dan Hur segera kembali lagi menghadap Imam</w:t>
      </w:r>
    </w:p>
    <w:p w:rsidR="004479F9" w:rsidRDefault="004479F9" w:rsidP="007742AD">
      <w:r>
        <w:lastRenderedPageBreak/>
        <w:t>Husain dengan wajah ceria setelah berhasil menambah jumlah korban tewas di pihak musuh. Begitulah</w:t>
      </w:r>
    </w:p>
    <w:p w:rsidR="004479F9" w:rsidRDefault="004479F9" w:rsidP="007742AD">
      <w:r>
        <w:t>seterusnya apa yang dilakukan Hur hingga banyak korban yang berjatuhan akibat sabetan pedang Hur.</w:t>
      </w:r>
    </w:p>
    <w:p w:rsidR="004479F9" w:rsidRDefault="004479F9" w:rsidP="007742AD">
      <w:r>
        <w:t>Di lain pihak, menyaksikan pasukannya kacau balau diterjang pendekar bernama Hur itu, Umar bin</w:t>
      </w:r>
    </w:p>
    <w:p w:rsidR="004479F9" w:rsidRDefault="004479F9" w:rsidP="007742AD">
      <w:r>
        <w:t>Sa'ad segera memekikkan suara: "Hujani dia dengan panah. Jangan biarkan dia lolos!"</w:t>
      </w:r>
    </w:p>
    <w:p w:rsidR="004479F9" w:rsidRDefault="004479F9" w:rsidP="007742AD">
      <w:r>
        <w:t>Hujan panah pun menyerbu tubuh sang pendekar bernama Hur itu. Dia tak kuasa menghalau serangan</w:t>
      </w:r>
    </w:p>
    <w:p w:rsidR="004479F9" w:rsidRDefault="004479F9" w:rsidP="007742AD">
      <w:r>
        <w:t>selicik itu. Tubuhnya menjadi sarang beberapa anak panah beracun itu. Sebelum tubuhnya roboh, para sahabat Imam Husain as maju menerjang musuh dan sebagian lain membopong Hur yang dalam</w:t>
      </w:r>
    </w:p>
    <w:p w:rsidR="004479F9" w:rsidRDefault="004479F9" w:rsidP="007742AD">
      <w:r>
        <w:t>keadaan sekarat dan membawa ke hadapan Imam Husain as. Imam kemudian mengusap wajah Hur</w:t>
      </w:r>
    </w:p>
    <w:p w:rsidR="004479F9" w:rsidRDefault="004479F9" w:rsidP="007742AD">
      <w:r>
        <w:t>sambil berucap:</w:t>
      </w:r>
    </w:p>
    <w:p w:rsidR="004479F9" w:rsidRDefault="004479F9" w:rsidP="007742AD">
      <w:r>
        <w:t>"Kini telah hur (bebas) sebagaimana nama yang diberikan ibumu untukmu. Kamu hur di dunia dan di</w:t>
      </w:r>
    </w:p>
    <w:p w:rsidR="004479F9" w:rsidRDefault="004479F9" w:rsidP="007742AD">
      <w:r>
        <w:t>akhirat."42</w:t>
      </w:r>
    </w:p>
    <w:p w:rsidR="004479F9" w:rsidRDefault="004479F9" w:rsidP="007742AD">
      <w:r>
        <w:t>Hur sang manusia bijak dan pemberani itu kemudian menghembuskan nafas terakhir. Dan kini giliran</w:t>
      </w:r>
    </w:p>
    <w:p w:rsidR="004479F9" w:rsidRDefault="004479F9" w:rsidP="007742AD">
      <w:r>
        <w:t>Mash'ab, saudara Hur, yang meminta izin kepada Imam Husain as untuk berbuat seperti Hur. Imam</w:t>
      </w:r>
    </w:p>
    <w:p w:rsidR="004479F9" w:rsidRDefault="004479F9" w:rsidP="007742AD">
      <w:r>
        <w:t>mengizinkan dan Mash'ab pun menantang musuh untuk berduel. Setelah tak seorangpun dari pihak</w:t>
      </w:r>
    </w:p>
    <w:p w:rsidR="004479F9" w:rsidRDefault="004479F9" w:rsidP="007742AD">
      <w:r>
        <w:t>musuh yang berani berduel, Mash'ab memulai serangannya dengan mengobrak-abrik barisan musuh.</w:t>
      </w:r>
    </w:p>
    <w:p w:rsidR="004479F9" w:rsidRDefault="004479F9" w:rsidP="007742AD">
      <w:r>
        <w:t>Seperti Hur, Mash'ab juga ahli perang. Pedang Mash'ab berkelebat ke sana kemari dan mengimbas</w:t>
      </w:r>
    </w:p>
    <w:p w:rsidR="004479F9" w:rsidRDefault="004479F9" w:rsidP="007742AD">
      <w:r>
        <w:t>siapapun yang ada di dekatnya. Korbannya berjatuhan. Namun, apalah artinya seorang Hur dan</w:t>
      </w:r>
    </w:p>
    <w:p w:rsidR="004479F9" w:rsidRDefault="004479F9" w:rsidP="007742AD">
      <w:r>
        <w:t>Mash'ab di depan lautan pasukan kuffar itu. Tubuh Mash'ab akhirnya menerima tikaman-tikaman</w:t>
      </w:r>
    </w:p>
    <w:p w:rsidR="004479F9" w:rsidRDefault="004479F9" w:rsidP="007742AD">
      <w:r>
        <w:t>senjata musuh setelah tubuhnya lemas kehabisan tenaga. Mash'ab pun roboh menyusul saudara dan</w:t>
      </w:r>
    </w:p>
    <w:p w:rsidR="004479F9" w:rsidRDefault="004479F9" w:rsidP="007742AD">
      <w:r>
        <w:lastRenderedPageBreak/>
        <w:t>kemenakannya setelah berusaha menggunakan sisa-sisa tenaganya untuk mendekati junjungannya,</w:t>
      </w:r>
    </w:p>
    <w:p w:rsidR="004479F9" w:rsidRDefault="004479F9" w:rsidP="007742AD">
      <w:r>
        <w:t>Imam Husain as. Dia mengakhiri kehidupannya di alam fana ini setelah mengucapkan kata-kata:</w:t>
      </w:r>
    </w:p>
    <w:p w:rsidR="004479F9" w:rsidRDefault="004479F9" w:rsidP="007742AD">
      <w:r>
        <w:t>"Salam atasmu wahai putera Rasul." Imam pun menjawab: "Salam pula atasmu, dan kami akan</w:t>
      </w:r>
    </w:p>
    <w:p w:rsidR="004479F9" w:rsidRDefault="004479F9" w:rsidP="007742AD">
      <w:r>
        <w:t>menyusulmu."</w:t>
      </w:r>
      <w:r w:rsidRPr="00D35801">
        <w:rPr>
          <w:rStyle w:val="libFootnotenumChar"/>
        </w:rPr>
        <w:t>43</w:t>
      </w:r>
      <w:r>
        <w:t xml:space="preserve"> Setelah itu beliau membacakan ayat suci AlQuran:</w:t>
      </w:r>
    </w:p>
    <w:p w:rsidR="00D35801" w:rsidRPr="007742AD" w:rsidRDefault="00D35801" w:rsidP="007742AD">
      <w:r w:rsidRPr="007742AD">
        <w:rPr>
          <w:rtl/>
        </w:rPr>
        <w:t>مِنَ الْمُؤْمِنِينَ رِجَالٌ صَدَقُوا مَا عَاهَدُوا اللّهَ عَلَيْهِ فَمِنْهُم مّن قَضَى نَحْبَهُ وَمِنْهُم مّن</w:t>
      </w:r>
    </w:p>
    <w:p w:rsidR="00D35801" w:rsidRPr="007742AD" w:rsidRDefault="00D35801" w:rsidP="007742AD">
      <w:r w:rsidRPr="007742AD">
        <w:rPr>
          <w:rtl/>
        </w:rPr>
        <w:t>يَنتَظِرُ وَمَا بَدّلُوا تَبْدِيلاً</w:t>
      </w:r>
    </w:p>
    <w:p w:rsidR="00D35801" w:rsidRPr="00D35801" w:rsidRDefault="00D35801" w:rsidP="007742AD">
      <w:r w:rsidRPr="00D35801">
        <w:t>"Diantara orang-orang mukmin itu ada orang-orang yang menepati apa yang telah mereka janjikan</w:t>
      </w:r>
    </w:p>
    <w:p w:rsidR="00D35801" w:rsidRPr="00D35801" w:rsidRDefault="00D35801" w:rsidP="007742AD">
      <w:r w:rsidRPr="00D35801">
        <w:t>kepada Allah; maka diantara mereka ada yang gugur. Dan diantara mereka ada (pula) yang</w:t>
      </w:r>
    </w:p>
    <w:p w:rsidR="00D35801" w:rsidRDefault="00D35801" w:rsidP="007742AD">
      <w:r w:rsidRPr="00D35801">
        <w:t>menunggu-nunggu dan mereka sedikitpun tidak mengubah (janjinya)."</w:t>
      </w:r>
      <w:r>
        <w:t xml:space="preserve"> (QS. Al Ahzab: 23)</w:t>
      </w:r>
    </w:p>
    <w:p w:rsidR="00D35801" w:rsidRDefault="00D35801" w:rsidP="007742AD"/>
    <w:p w:rsidR="00D35801" w:rsidRDefault="00D35801" w:rsidP="007742AD">
      <w:r>
        <w:t>Gugurnya beberapa orang bekas pasukan musuh itu kemudian disusul dengan terjunnya para sahabat Imam Husain as ke medan pertempuran. Mereka berguguran satu persatu setelah masing-masing</w:t>
      </w:r>
    </w:p>
    <w:p w:rsidR="00D35801" w:rsidRDefault="00D35801" w:rsidP="007742AD">
      <w:r>
        <w:t>berhasil merenggut ajal beberapa orang dari serdadu musuh. Diantara para sahabat setia itu adalah</w:t>
      </w:r>
    </w:p>
    <w:p w:rsidR="00D35801" w:rsidRDefault="00D35801" w:rsidP="007742AD">
      <w:r>
        <w:t>Muslim bin Ausajah, pemuda gagah berani yang berhasil membinasakan sejumlah besar pasukan</w:t>
      </w:r>
    </w:p>
    <w:p w:rsidR="00D35801" w:rsidRDefault="00D35801" w:rsidP="007742AD">
      <w:r>
        <w:t>musuh. Sebelum menemui ajalnya, pemuda ini sempat mengucapkan kata-kata indah kepada</w:t>
      </w:r>
    </w:p>
    <w:p w:rsidR="00D35801" w:rsidRDefault="00D35801" w:rsidP="007742AD">
      <w:r>
        <w:t>junjungannya, Imam Husain as.</w:t>
      </w:r>
    </w:p>
    <w:p w:rsidR="00D35801" w:rsidRDefault="00D35801" w:rsidP="007742AD">
      <w:r>
        <w:t>"Wahai Putera Rasul!" Ucap Muslim. "Aku akan pergi untuk memberikan berita gembira kepada kakek</w:t>
      </w:r>
    </w:p>
    <w:p w:rsidR="00D35801" w:rsidRDefault="00D35801" w:rsidP="007742AD">
      <w:r>
        <w:t>dan ayahmu tentang ketibaanmu." Arwah Muslim bin Ausajah terbang meninggalkan jasadnya yang</w:t>
      </w:r>
    </w:p>
    <w:p w:rsidR="00D35801" w:rsidRDefault="00D35801" w:rsidP="007742AD">
      <w:r>
        <w:t>fana setelah ucapan itu tuntas. Kematian Muslim itu kebetulan juga disaksikan anaknya. Darah sang</w:t>
      </w:r>
    </w:p>
    <w:p w:rsidR="00D35801" w:rsidRDefault="00D35801" w:rsidP="007742AD">
      <w:r>
        <w:lastRenderedPageBreak/>
        <w:t>anak mendidih menyaksikan kematian ayahnya dalam keadaan bersimbah darah. Dia segera</w:t>
      </w:r>
    </w:p>
    <w:p w:rsidR="00D35801" w:rsidRDefault="00D35801" w:rsidP="007742AD">
      <w:r>
        <w:t>menungangi kuda untuk memacunya ke arah pasukan musuh dan melancarkan serangan. Namun,</w:t>
      </w:r>
    </w:p>
    <w:p w:rsidR="00D35801" w:rsidRDefault="00D35801" w:rsidP="007742AD">
      <w:r>
        <w:t>gerakan itu dicegah oleh Imam Husain as. "Hai pemuda!" Panggil beliau. "Ayahmu telah gugur. Jika</w:t>
      </w:r>
    </w:p>
    <w:p w:rsidR="00D35801" w:rsidRDefault="00D35801" w:rsidP="007742AD">
      <w:r>
        <w:t>kamu juga gugur, siapakah nanti yang akan melindungi ibumu?"</w:t>
      </w:r>
    </w:p>
    <w:p w:rsidR="00D35801" w:rsidRDefault="00D35801" w:rsidP="007742AD">
      <w:r>
        <w:t>Putera Muslim lantas bergerak mundur. Namun, tiba-tiba ibu putera Muslim itu mencegahnya sendiri.</w:t>
      </w:r>
    </w:p>
    <w:p w:rsidR="00D35801" w:rsidRDefault="00D35801" w:rsidP="007742AD">
      <w:r>
        <w:t>"Apakah kamu lebih mementingkan kehidupan di dunia ini daripada kebersamaan dengan Putera</w:t>
      </w:r>
    </w:p>
    <w:p w:rsidR="00D35801" w:rsidRDefault="00D35801" w:rsidP="007742AD">
      <w:r>
        <w:t>Rasul? Kalau begitu, aku tidak pernah rela kepadamu."</w:t>
      </w:r>
    </w:p>
    <w:p w:rsidR="00D35801" w:rsidRDefault="00D35801" w:rsidP="007742AD">
      <w:r>
        <w:t>Mendengar kata-kata itu, putera Muslim bin Ausajah segera menarik tali kendali dan memacu kudanya</w:t>
      </w:r>
    </w:p>
    <w:p w:rsidR="00D35801" w:rsidRDefault="00D35801" w:rsidP="007742AD">
      <w:r>
        <w:t>ke medan pertempuran. Gerakan itu diiringi suara ibunya dari belakang: "Bergembiralah anakku, tak</w:t>
      </w:r>
    </w:p>
    <w:p w:rsidR="00D35801" w:rsidRDefault="00D35801" w:rsidP="007742AD">
      <w:r>
        <w:t>lama lagi kamu akan meneguk air telaga Al-Kautsar!" Suara ini rupanya menambah semangat putera</w:t>
      </w:r>
    </w:p>
    <w:p w:rsidR="00D35801" w:rsidRDefault="00D35801" w:rsidP="007742AD">
      <w:r>
        <w:t>Muslim sehingga tarian-tarian pedangnya berhasil memanen nyawa tak kurang dari 30 tentara musuh.</w:t>
      </w:r>
    </w:p>
    <w:p w:rsidR="00D35801" w:rsidRDefault="00D35801" w:rsidP="007742AD">
      <w:r>
        <w:t>Pemuda itu kemudian tersungkur dalam keadaan penuh luka. Kepalanya kemudian dipenggal dan</w:t>
      </w:r>
    </w:p>
    <w:p w:rsidR="00D35801" w:rsidRDefault="00D35801" w:rsidP="007742AD">
      <w:r>
        <w:t>dilempar ke dekat ibunya. Sang ibu segera mendekap dan menciuminya di depan beberapa pasang mata</w:t>
      </w:r>
    </w:p>
    <w:p w:rsidR="00D35801" w:rsidRDefault="00D35801" w:rsidP="007742AD">
      <w:r>
        <w:t>pengikut Imam Husain yang berlinang menyaksikan adegan tragis dan mengharukan itu.</w:t>
      </w:r>
    </w:p>
    <w:p w:rsidR="00D35801" w:rsidRDefault="00D35801" w:rsidP="007742AD">
      <w:r>
        <w:t>Diriwayatkan pula bahwa saat kecamuk perang berlanjut hingga pertengahan hari Asyura, sahabat</w:t>
      </w:r>
    </w:p>
    <w:p w:rsidR="00D35801" w:rsidRDefault="00D35801" w:rsidP="007742AD">
      <w:r>
        <w:t>Imam yang bernama Abu Tsamamah Asshaidawi datang mendekati beliau sambil berkata: "Walaupun</w:t>
      </w:r>
    </w:p>
    <w:p w:rsidR="00D35801" w:rsidRDefault="00D35801" w:rsidP="007742AD">
      <w:r>
        <w:t>aku tahu musuh tidak akan memberi kesempatan, tetapi demi Allah, jangan sampai engkau terbunuh</w:t>
      </w:r>
    </w:p>
    <w:p w:rsidR="00D35801" w:rsidRDefault="00D35801" w:rsidP="007742AD">
      <w:r>
        <w:t>sebelum aku, wahai Putera Rasul. Walau demikian, aku ingin menghadap Allah dan kini aku ingin</w:t>
      </w:r>
    </w:p>
    <w:p w:rsidR="00D35801" w:rsidRDefault="00D35801" w:rsidP="007742AD">
      <w:r>
        <w:lastRenderedPageBreak/>
        <w:t>mendirikan solat di belakangmu karena waktu dhuhur telah tiba."</w:t>
      </w:r>
    </w:p>
    <w:p w:rsidR="00D35801" w:rsidRDefault="00D35801" w:rsidP="007742AD">
      <w:r>
        <w:t>Wajah Imam Husain as menatap ke langit dan berucap: "Kamu telah mengingatkanku kepada solat.</w:t>
      </w:r>
    </w:p>
    <w:p w:rsidR="00D35801" w:rsidRDefault="00D35801" w:rsidP="007742AD">
      <w:r>
        <w:t>Semoga Allah memasukkanmu ke dalam golongan orang-orang yang solat dan ingat kepada-Nya.</w:t>
      </w:r>
    </w:p>
    <w:p w:rsidR="00D35801" w:rsidRDefault="00D35801" w:rsidP="007742AD">
      <w:r>
        <w:t>Mintalah kesempatan kepada musuh untuk kita tunaikan solat."</w:t>
      </w:r>
    </w:p>
    <w:p w:rsidR="00D35801" w:rsidRDefault="00D35801" w:rsidP="007742AD">
      <w:r>
        <w:t>Adalah Habib bin Madhahir yang menyampaikan permintaan Imam Husain itu kepada pihak musuh.</w:t>
      </w:r>
    </w:p>
    <w:p w:rsidR="00D35801" w:rsidRDefault="00D35801" w:rsidP="007742AD">
      <w:r>
        <w:t>Habib sendiri adalah orang yang pernah hidup menyaksikan Rasul serta termasuk sahabat dekat Imam</w:t>
      </w:r>
    </w:p>
    <w:p w:rsidR="00D35801" w:rsidRDefault="00D35801" w:rsidP="007742AD">
      <w:r>
        <w:t>Ali as, dan kini dia memendam kesetian yang luar biasa kepada Imam Husain as. Karenanya, dia</w:t>
      </w:r>
    </w:p>
    <w:p w:rsidR="00D35801" w:rsidRDefault="00D35801" w:rsidP="007742AD">
      <w:r>
        <w:t>termasuk orang yang gigih menyerukan kepada masyarakat kufah agar membaiat Muslim Bin Aqil</w:t>
      </w:r>
    </w:p>
    <w:p w:rsidR="00D35801" w:rsidRDefault="00D35801" w:rsidP="007742AD">
      <w:r>
        <w:t>yang datang mewakili Imam Husain as.</w:t>
      </w:r>
    </w:p>
    <w:p w:rsidR="00D35801" w:rsidRDefault="00D35801" w:rsidP="007742AD">
      <w:r>
        <w:t>Dikisahkan bahwa setelah Habib menyampaikan permohonan tersebut, Hisshin bin Tamim, salah</w:t>
      </w:r>
    </w:p>
    <w:p w:rsidR="00D35801" w:rsidRDefault="00D35801" w:rsidP="007742AD">
      <w:r>
        <w:t>seorang komandan pasukan musuh berteriak: "Hai Husain, solatlah sesuka hatimu, tapi ketahuilah</w:t>
      </w:r>
    </w:p>
    <w:p w:rsidR="00D35801" w:rsidRDefault="00D35801" w:rsidP="007742AD">
      <w:r>
        <w:t>solatmu itu tidak akan diterima."</w:t>
      </w:r>
    </w:p>
    <w:p w:rsidR="00D35801" w:rsidRDefault="00D35801" w:rsidP="007742AD">
      <w:r>
        <w:t>Habib menjawab: "Hai si tukang mabok, apa mungkin Allah menerimamu tetapi menolak putera</w:t>
      </w:r>
    </w:p>
    <w:p w:rsidR="00D35801" w:rsidRDefault="00D35801" w:rsidP="007742AD">
      <w:r>
        <w:t>Rasul?!" Hisshin merasa dihina sehingga naik pitam. Tanpa basa-basi lagi dia segera menyerang Habib.</w:t>
      </w:r>
    </w:p>
    <w:p w:rsidR="00D35801" w:rsidRDefault="00D35801" w:rsidP="007742AD">
      <w:r>
        <w:t>Habib berusaha menangkis, menghindari serangan, dan membalas serangan sehingga terjadilah duel</w:t>
      </w:r>
    </w:p>
    <w:p w:rsidR="00D35801" w:rsidRDefault="00D35801" w:rsidP="007742AD">
      <w:r>
        <w:t>satu lawan satu. Setelah duel bertahan beberapa lama, Habib berhasil mengungguli Hisshin. Pentolan</w:t>
      </w:r>
    </w:p>
    <w:p w:rsidR="00D35801" w:rsidRDefault="00D35801" w:rsidP="007742AD">
      <w:r>
        <w:t>pasukan bejat ini terlempar dari kudanya, tetapi kemudian ditolong dan dilindungi oleh anak buahnya.</w:t>
      </w:r>
    </w:p>
    <w:p w:rsidR="00D35801" w:rsidRDefault="00D35801" w:rsidP="007742AD">
      <w:r>
        <w:t>Habib lantas menghantamkan pedangnya ke arah beberapa pasukan musuh mengakibatkan sejumlah</w:t>
      </w:r>
    </w:p>
    <w:p w:rsidR="00D35801" w:rsidRDefault="00D35801" w:rsidP="007742AD">
      <w:r>
        <w:t>orang dari mereka tewas. Namun, saat Habib kecapaian dalam bertahan dan menyerang, hantaman</w:t>
      </w:r>
    </w:p>
    <w:p w:rsidR="00D35801" w:rsidRDefault="00D35801" w:rsidP="007742AD">
      <w:r>
        <w:lastRenderedPageBreak/>
        <w:t>pedang musuh lolos dari tangkisannya dan langsung mendarat di bagian kepalanya. Habib terjerembab</w:t>
      </w:r>
    </w:p>
    <w:p w:rsidR="00D35801" w:rsidRDefault="00D35801" w:rsidP="007742AD">
      <w:r>
        <w:t>dari atas kuda. Dalam keadaan lunglai, Habib mencoba bangkit bertahan. Namun, berdirinya Habib</w:t>
      </w:r>
    </w:p>
    <w:p w:rsidR="00D35801" w:rsidRDefault="00D35801" w:rsidP="007742AD">
      <w:r>
        <w:t>segera disusul dengan ayunan pedang Hisshin yang menghantam kepala Habib lagi. Sahabat setia</w:t>
      </w:r>
    </w:p>
    <w:p w:rsidR="00D35801" w:rsidRDefault="00D35801" w:rsidP="007742AD">
      <w:r>
        <w:t>Imam Husain as ini roboh dalam kondisi mengenaskan. Tak puas dengan itu, Hisshin datang lagi dan</w:t>
      </w:r>
    </w:p>
    <w:p w:rsidR="00D35801" w:rsidRDefault="00D35801" w:rsidP="007742AD">
      <w:r>
        <w:t>memenggal kepada Habib hingga terpisah dari jasadnya.</w:t>
      </w:r>
    </w:p>
    <w:p w:rsidR="00D35801" w:rsidRDefault="00D35801" w:rsidP="007742AD">
      <w:r>
        <w:t>Kejadian ini menimbulkan sedikit percekcokan antara beberapa orang yang mengeroyok Hisshin.</w:t>
      </w:r>
    </w:p>
    <w:p w:rsidR="00D35801" w:rsidRDefault="00D35801" w:rsidP="007742AD">
      <w:r>
        <w:t>Mereka satu dengan yang lain saling berbangga sebagai orang yang paling berjasa membunuh Habib.</w:t>
      </w:r>
    </w:p>
    <w:p w:rsidR="00D35801" w:rsidRDefault="00D35801" w:rsidP="007742AD">
      <w:r>
        <w:t>Tetapi mereka kemudian sepakat menyerahkan kepala Habib kepada Hisshin dan menggantungnya ke</w:t>
      </w:r>
    </w:p>
    <w:p w:rsidR="00D35801" w:rsidRDefault="00D35801" w:rsidP="007742AD">
      <w:r>
        <w:t>leher kuda Hisshin. Kepala manusia mulia dipertontonkan ke sana kemari oleh Hisshin, dan Hisshin</w:t>
      </w:r>
    </w:p>
    <w:p w:rsidR="00D35801" w:rsidRDefault="00D35801" w:rsidP="007742AD">
      <w:r>
        <w:t>pun mendapat imbalan dari atasannya.</w:t>
      </w:r>
    </w:p>
    <w:p w:rsidR="00D35801" w:rsidRDefault="00D35801" w:rsidP="007742AD">
      <w:r>
        <w:t>Periwayat juga menceritakan, di medan pertempuran Habib bin Madhahir sempat menyerukan kata-kata lantang kepada musuh :</w:t>
      </w:r>
    </w:p>
    <w:p w:rsidR="00D35801" w:rsidRDefault="00D35801" w:rsidP="007742AD">
      <w:r>
        <w:t>"Hai manusia-manusia yang paling bejat! Demi Allah, seandainya jumlah balatentara kami setara</w:t>
      </w:r>
    </w:p>
    <w:p w:rsidR="00D35801" w:rsidRDefault="00D35801" w:rsidP="007742AD">
      <w:r>
        <w:t>dengan jumlah kalian atau setidaknya separoh dari jumlah kalian, niscaya kalian akan lari tungganglanggang."</w:t>
      </w:r>
    </w:p>
    <w:p w:rsidR="00D35801" w:rsidRDefault="00D35801" w:rsidP="007742AD">
      <w:r>
        <w:t>Kematian Habib bin Madhahir membuat Imam Husain as tak kuasa menahan haru. Wajah beliau</w:t>
      </w:r>
    </w:p>
    <w:p w:rsidR="00D35801" w:rsidRDefault="00D35801" w:rsidP="007742AD">
      <w:r>
        <w:t>tampak sangat berduka menyaksikan gugurnya pemegang tiang bendera sayap kiri pasukan beliau.</w:t>
      </w:r>
    </w:p>
    <w:p w:rsidR="00D35801" w:rsidRDefault="00D35801" w:rsidP="007742AD">
      <w:r>
        <w:t>Kepergian Habib ke alam baka diiring kata-kata beliau: "Pahala Allah untukmu, hai Habib! Engkau</w:t>
      </w:r>
    </w:p>
    <w:p w:rsidR="00D35801" w:rsidRDefault="00D35801" w:rsidP="007742AD">
      <w:r>
        <w:t>adalah manusia penuh keutamaan dimana dalam satu malam engkau menghatamkan AlQuran."</w:t>
      </w:r>
    </w:p>
    <w:p w:rsidR="00D35801" w:rsidRDefault="00D35801" w:rsidP="007742AD">
      <w:r>
        <w:lastRenderedPageBreak/>
        <w:t>Imam Husain as kemudian memerintahkan Zuhair bin Al-Qain, Said bin Abdullah untuk berbaris di</w:t>
      </w:r>
    </w:p>
    <w:p w:rsidR="00D35801" w:rsidRDefault="00D35801" w:rsidP="007742AD">
      <w:r>
        <w:t>depan Imam Husain bersama separuh pasukan beliau yang masih tersisa untuk mengawal solat beliau</w:t>
      </w:r>
    </w:p>
    <w:p w:rsidR="00D35801" w:rsidRDefault="00D35801" w:rsidP="007742AD">
      <w:r>
        <w:t>bersama separuh pasukan dan pengikut Imam Husain as lainnya, karena pasukan musuh nampak tidak</w:t>
      </w:r>
    </w:p>
    <w:p w:rsidR="00D35801" w:rsidRDefault="00D35801" w:rsidP="007742AD">
      <w:r>
        <w:t>mengizinkan beliau solat.</w:t>
      </w:r>
    </w:p>
    <w:p w:rsidR="00D35801" w:rsidRDefault="00D35801" w:rsidP="007742AD">
      <w:r>
        <w:t>Kekejaman musuh keluarga Nabi SAWW itu ternyata tak kenal waktu. Said bin Abdullah yang berdiri</w:t>
      </w:r>
    </w:p>
    <w:p w:rsidR="00D35801" w:rsidRDefault="00D35801" w:rsidP="007742AD">
      <w:r>
        <w:t>tepat di depan Imam Husain as menjadi sasaran beberapa anak panah. Tak urung, pria pemberani ini</w:t>
      </w:r>
    </w:p>
    <w:p w:rsidR="00D35801" w:rsidRDefault="00D35801" w:rsidP="007742AD">
      <w:r>
        <w:t>gugur setelah menjadi perisai hidup Imam Husain as. Dia roboh tepat di depan mata junjungannya yang</w:t>
      </w:r>
    </w:p>
    <w:p w:rsidR="00D35801" w:rsidRDefault="00D35801" w:rsidP="007742AD">
      <w:r>
        <w:t>suci itu. "Ya Allah, laknatlah golongan (musuh) itu seperti (laknat-Mu terhadap) kaum 'Aad dan</w:t>
      </w:r>
    </w:p>
    <w:p w:rsidR="00D35801" w:rsidRDefault="00D35801" w:rsidP="007742AD">
      <w:r>
        <w:t>Tsamud." Ucap Imam Husain as.</w:t>
      </w:r>
    </w:p>
    <w:p w:rsidR="00F902B1" w:rsidRPr="00F902B1" w:rsidRDefault="00F902B1" w:rsidP="007742AD">
      <w:r w:rsidRPr="00F902B1">
        <w:t>Pembantaian terhadap Said hingga gugur itu tidak dilanjutkan musuh sehingga Imam Husain as</w:t>
      </w:r>
    </w:p>
    <w:p w:rsidR="00F902B1" w:rsidRPr="00F902B1" w:rsidRDefault="00F902B1" w:rsidP="007742AD">
      <w:r w:rsidRPr="00F902B1">
        <w:t>melanjutkan solat hingga tuntas. Seusai solat, Imam kembali menyiramkan semangat jihad kepada para</w:t>
      </w:r>
    </w:p>
    <w:p w:rsidR="00F902B1" w:rsidRPr="00F902B1" w:rsidRDefault="00F902B1" w:rsidP="007742AD">
      <w:r w:rsidRPr="00F902B1">
        <w:t>pengikutnya. Beliau antara lain berkata:</w:t>
      </w:r>
    </w:p>
    <w:p w:rsidR="00F902B1" w:rsidRPr="00F902B1" w:rsidRDefault="00F902B1" w:rsidP="007742AD">
      <w:r w:rsidRPr="00F902B1">
        <w:t>"Pintu-pintu surga telah terbuka, angkasanya cerah, buah-buahannya telah matang, istana-istananya</w:t>
      </w:r>
    </w:p>
    <w:p w:rsidR="00F902B1" w:rsidRPr="00F902B1" w:rsidRDefault="00F902B1" w:rsidP="007742AD">
      <w:r w:rsidRPr="00F902B1">
        <w:t>sudah berhias, anak-anak dan para bidadarinya sudah berkumpul. Rasulullah dan para syuhada yang</w:t>
      </w:r>
    </w:p>
    <w:p w:rsidR="00F902B1" w:rsidRPr="00F902B1" w:rsidRDefault="00F902B1" w:rsidP="007742AD">
      <w:r w:rsidRPr="00F902B1">
        <w:t>gugur bersamanya serta ayah dan ibuku sedang menantikan kedatangan kalian. Mereka mengucapkan</w:t>
      </w:r>
    </w:p>
    <w:p w:rsidR="00F902B1" w:rsidRPr="00F902B1" w:rsidRDefault="00F902B1" w:rsidP="007742AD">
      <w:r w:rsidRPr="00F902B1">
        <w:t>selamat kepada kalian. Mereka merindukan kalian.</w:t>
      </w:r>
    </w:p>
    <w:p w:rsidR="00F902B1" w:rsidRPr="00F902B1" w:rsidRDefault="00F902B1" w:rsidP="007742AD">
      <w:r w:rsidRPr="00F902B1">
        <w:t>"Belalah agama kalian! Belalah kehormatan Rasulullah, imam kalian, dan putera dari puteri Nabi</w:t>
      </w:r>
    </w:p>
    <w:p w:rsidR="00F902B1" w:rsidRPr="00F902B1" w:rsidRDefault="00F902B1" w:rsidP="007742AD">
      <w:r w:rsidRPr="00F902B1">
        <w:t>kalian sebab kalian sebenarnya sedang diuji dengan keberadaan kami. Kalian ada di sisi kakek kami</w:t>
      </w:r>
    </w:p>
    <w:p w:rsidR="00F902B1" w:rsidRPr="00F902B1" w:rsidRDefault="00F902B1" w:rsidP="007742AD">
      <w:r w:rsidRPr="00F902B1">
        <w:t>dan kalian akan menjadi manusia mulia di sisi kami. Maka berjihadlah kalian, niscaya Allah akan</w:t>
      </w:r>
    </w:p>
    <w:p w:rsidR="00D35801" w:rsidRDefault="00F902B1" w:rsidP="007742AD">
      <w:r w:rsidRPr="00F902B1">
        <w:t>membalas kalian dengan kebaikan."</w:t>
      </w:r>
    </w:p>
    <w:p w:rsidR="00F902B1" w:rsidRPr="00F902B1" w:rsidRDefault="00F902B1" w:rsidP="007742AD">
      <w:r w:rsidRPr="00F902B1">
        <w:lastRenderedPageBreak/>
        <w:t>Para sahabat Imam Husain as tak kuasa menahan gejolak dan kobaran semangat sekaligus rasa haru</w:t>
      </w:r>
    </w:p>
    <w:p w:rsidR="00F902B1" w:rsidRPr="00F902B1" w:rsidRDefault="00F902B1" w:rsidP="007742AD">
      <w:r w:rsidRPr="00F902B1">
        <w:t>mendengar kata-kata beliau. Mereka menangis tersedu-sedu, dan sebagian menjerit histeris. Diantara</w:t>
      </w:r>
    </w:p>
    <w:p w:rsidR="00F902B1" w:rsidRPr="00F902B1" w:rsidRDefault="00F902B1" w:rsidP="007742AD">
      <w:r w:rsidRPr="00F902B1">
        <w:t>mereka ada berseru mewakili yang lain.</w:t>
      </w:r>
    </w:p>
    <w:p w:rsidR="00F902B1" w:rsidRPr="00F902B1" w:rsidRDefault="00F902B1" w:rsidP="007742AD">
      <w:r w:rsidRPr="00F902B1">
        <w:t>"Demi Allah." Seru seseorang dari mereka. "Selagi hayat masih di kandung badan, jasad kami siap</w:t>
      </w:r>
    </w:p>
    <w:p w:rsidR="00F902B1" w:rsidRPr="00F902B1" w:rsidRDefault="00F902B1" w:rsidP="007742AD">
      <w:r w:rsidRPr="00F902B1">
        <w:t>menantang hujaman pedang dan serbuan anak panah agar tak seorangpun dapat menyakitimu</w:t>
      </w:r>
    </w:p>
    <w:p w:rsidR="00F902B1" w:rsidRPr="00F902B1" w:rsidRDefault="00F902B1" w:rsidP="007742AD">
      <w:r w:rsidRPr="00F902B1">
        <w:t>sedikitpun, agar kami dapat menjauhkanmu dari barisan musuh yang datang menyerang hingga kami</w:t>
      </w:r>
    </w:p>
    <w:p w:rsidR="00F902B1" w:rsidRPr="00F902B1" w:rsidRDefault="00F902B1" w:rsidP="007742AD">
      <w:r w:rsidRPr="00F902B1">
        <w:t>akhirnya meneguk kematian. Kebaikan yang dicari oleh seseorang hari ini akanlah kekal pada esok</w:t>
      </w:r>
    </w:p>
    <w:p w:rsidR="00F902B1" w:rsidRPr="00F902B1" w:rsidRDefault="00F902B1" w:rsidP="007742AD">
      <w:r w:rsidRPr="00F902B1">
        <w:t>hari..."</w:t>
      </w:r>
      <w:r w:rsidRPr="00F902B1">
        <w:rPr>
          <w:rStyle w:val="libFootnotenumChar"/>
        </w:rPr>
        <w:t>44</w:t>
      </w:r>
    </w:p>
    <w:p w:rsidR="00F902B1" w:rsidRPr="00F902B1" w:rsidRDefault="00F902B1" w:rsidP="007742AD">
      <w:r w:rsidRPr="00F902B1">
        <w:t>Para pahlawan Karbala itu akhirnya terjun ke medan laga dan bahu membahu membela junjungannya</w:t>
      </w:r>
    </w:p>
    <w:p w:rsidR="00F902B1" w:rsidRPr="00F902B1" w:rsidRDefault="00F902B1" w:rsidP="007742AD">
      <w:r w:rsidRPr="00F902B1">
        <w:t>dari kebejatan kaum zalim. Selagi tenaga masih tersisa mereka tak membiarkan siapapun untuk</w:t>
      </w:r>
    </w:p>
    <w:p w:rsidR="00F902B1" w:rsidRPr="00F902B1" w:rsidRDefault="00F902B1" w:rsidP="007742AD">
      <w:r w:rsidRPr="00F902B1">
        <w:t>menjamah kehormatan cucu Rasul itu. Bahkan para pengikut Imam Husain as dari kalangan non- Bani</w:t>
      </w:r>
    </w:p>
    <w:p w:rsidR="00F902B1" w:rsidRPr="00F902B1" w:rsidRDefault="00F902B1" w:rsidP="007742AD">
      <w:r w:rsidRPr="00F902B1">
        <w:t>Hasyim tidak membiarkan seorangpun dari Bani Hasyim yang terjun ke medan laga melawan musuh</w:t>
      </w:r>
    </w:p>
    <w:p w:rsidR="00F902B1" w:rsidRPr="00F902B1" w:rsidRDefault="00F902B1" w:rsidP="007742AD">
      <w:r w:rsidRPr="00F902B1">
        <w:t>sebelum mereka sendiri yang maju. Kehidupan mereka di alam fana ini satu persatu redup. Arwah</w:t>
      </w:r>
    </w:p>
    <w:p w:rsidR="00F902B1" w:rsidRPr="00F902B1" w:rsidRDefault="00F902B1" w:rsidP="007742AD">
      <w:r w:rsidRPr="00F902B1">
        <w:t>mereka terbang susul menyusul.</w:t>
      </w:r>
    </w:p>
    <w:p w:rsidR="00F902B1" w:rsidRPr="00F902B1" w:rsidRDefault="00F902B1" w:rsidP="007742AD">
      <w:r w:rsidRPr="00F902B1">
        <w:t>Zuhair bin AlQain adalah salah satu dari mereka. Selain pemberani, dia juga termasuk salah satu</w:t>
      </w:r>
    </w:p>
    <w:p w:rsidR="00F902B1" w:rsidRPr="00F902B1" w:rsidRDefault="00F902B1" w:rsidP="007742AD">
      <w:r w:rsidRPr="00F902B1">
        <w:t>pemuka kabilahnya. Tak sedikit peperangan yang pernah dialaminya. Karena itu, kepadanyalah Imam</w:t>
      </w:r>
    </w:p>
    <w:p w:rsidR="00F902B1" w:rsidRPr="00F902B1" w:rsidRDefault="00F902B1" w:rsidP="007742AD">
      <w:r w:rsidRPr="00F902B1">
        <w:t>Husain as menyerahkan tongkat komando sayap kanan. Banyak korban dari pihak musuh yang jatuh</w:t>
      </w:r>
    </w:p>
    <w:p w:rsidR="00F902B1" w:rsidRPr="00F902B1" w:rsidRDefault="00F902B1" w:rsidP="007742AD">
      <w:r w:rsidRPr="00F902B1">
        <w:t>bergelimpangan akibat kehebatannya dalam bertempur. Siapapun yang berhadapan dengannya pasti</w:t>
      </w:r>
    </w:p>
    <w:p w:rsidR="00F902B1" w:rsidRPr="00F902B1" w:rsidRDefault="00F902B1" w:rsidP="007742AD">
      <w:r w:rsidRPr="00F902B1">
        <w:t>akan tersungkur. Karena itu tak sembarang orang yang berani berhadapan dengannya kalau tidak ingin</w:t>
      </w:r>
    </w:p>
    <w:p w:rsidR="00F902B1" w:rsidRPr="00F902B1" w:rsidRDefault="00F902B1" w:rsidP="007742AD">
      <w:r w:rsidRPr="00F902B1">
        <w:lastRenderedPageBreak/>
        <w:t>segera dikirimnya ke neraka. Semua pasukan musuh baru berani menghadapinya saat dia sudah tampak</w:t>
      </w:r>
    </w:p>
    <w:p w:rsidR="00F902B1" w:rsidRPr="00F902B1" w:rsidRDefault="00F902B1" w:rsidP="007742AD">
      <w:r w:rsidRPr="00F902B1">
        <w:t>letih menerjang musuh yang terus mengerubunginya. Saat itulah, seseorang dari pihak musuh yang</w:t>
      </w:r>
    </w:p>
    <w:p w:rsidR="00F902B1" w:rsidRPr="00F902B1" w:rsidRDefault="00F902B1" w:rsidP="007742AD">
      <w:r w:rsidRPr="00F902B1">
        <w:t>bernama Katsir bin Abdullah berani menyerangnya. Itupun dengan bantuan temannya, Muhajir bin Us.</w:t>
      </w:r>
    </w:p>
    <w:p w:rsidR="00F902B1" w:rsidRPr="00F902B1" w:rsidRDefault="00F902B1" w:rsidP="007742AD">
      <w:r w:rsidRPr="00F902B1">
        <w:t>Serangan kedua orang inilah yang akhirnya merobohkan Zuhair. Robohnya pendekar beriman ini</w:t>
      </w:r>
    </w:p>
    <w:p w:rsidR="00F902B1" w:rsidRDefault="00F902B1" w:rsidP="007742AD">
      <w:r w:rsidRPr="00F902B1">
        <w:t>diiringi ucapan Imam Husain:</w:t>
      </w:r>
    </w:p>
    <w:p w:rsidR="00F902B1" w:rsidRPr="00F902B1" w:rsidRDefault="00F902B1" w:rsidP="007742AD">
      <w:r w:rsidRPr="00F902B1">
        <w:t>"Allah merahmatimu, hai Zuhair. Pembunuhmu akan mendapat laknat sebagaimana laknat atas orangorang</w:t>
      </w:r>
    </w:p>
    <w:p w:rsidR="00F902B1" w:rsidRPr="00F902B1" w:rsidRDefault="00F902B1" w:rsidP="007742AD">
      <w:r w:rsidRPr="00F902B1">
        <w:t>yang dikutuk menjadi kera dan babi."</w:t>
      </w:r>
    </w:p>
    <w:p w:rsidR="00F902B1" w:rsidRPr="00F902B1" w:rsidRDefault="00F902B1" w:rsidP="007742AD">
      <w:r w:rsidRPr="00F902B1">
        <w:t>Satu lagi diantara pasukan Imam Husain as yang gugur di sahara Karbala yang tandus itu adalah Jaun,</w:t>
      </w:r>
      <w:r>
        <w:t xml:space="preserve"> </w:t>
      </w:r>
      <w:r w:rsidRPr="00F902B1">
        <w:t>lelaki berkulit hitam. Dia adalah budak Abu Dzar yang sudah dibebaskan. Dia adalah termasuk orang</w:t>
      </w:r>
    </w:p>
    <w:p w:rsidR="00F902B1" w:rsidRPr="00F902B1" w:rsidRDefault="00F902B1" w:rsidP="007742AD">
      <w:r w:rsidRPr="00F902B1">
        <w:t>yang meminta sendiri kepada Imam untuk turut serta dalam rombongan beliau dengan resiko apapun,</w:t>
      </w:r>
    </w:p>
    <w:p w:rsidR="00F902B1" w:rsidRPr="00F902B1" w:rsidRDefault="00F902B1" w:rsidP="007742AD">
      <w:r w:rsidRPr="00F902B1">
        <w:t>termasuk berjihad melawan musuh. Menjawab permintaan ini Imam Husain as berkata: "Dulu selagi</w:t>
      </w:r>
    </w:p>
    <w:p w:rsidR="00F902B1" w:rsidRPr="00F902B1" w:rsidRDefault="00F902B1" w:rsidP="007742AD">
      <w:r w:rsidRPr="00F902B1">
        <w:t>sehat kamu selalu bersama kami, dan sekarang terserah kamu kemanapun kamu hendak pergi."</w:t>
      </w:r>
    </w:p>
    <w:p w:rsidR="00F902B1" w:rsidRPr="00F902B1" w:rsidRDefault="00F902B1" w:rsidP="007742AD">
      <w:r w:rsidRPr="00F902B1">
        <w:t>Jaun berkata: "Hai Putera Rasul, dulu aku bersamamu di saat keadaan sedang baik dan</w:t>
      </w:r>
    </w:p>
    <w:p w:rsidR="00F902B1" w:rsidRPr="00F902B1" w:rsidRDefault="00F902B1" w:rsidP="007742AD">
      <w:r w:rsidRPr="00F902B1">
        <w:t>menggembirakan. Kini, apakah adil jika aku membiarkanmu sendirian dalam kesulitan?! Demi Allah,</w:t>
      </w:r>
    </w:p>
    <w:p w:rsidR="00F902B1" w:rsidRPr="00F902B1" w:rsidRDefault="00F902B1" w:rsidP="007742AD">
      <w:r w:rsidRPr="00F902B1">
        <w:t>bau tubuhku tidak sedap, aku lahir dari keturunan yang hina, dan warna kulitku hitam. Namun, apakah</w:t>
      </w:r>
    </w:p>
    <w:p w:rsidR="00F902B1" w:rsidRPr="00F902B1" w:rsidRDefault="00F902B1" w:rsidP="007742AD">
      <w:r w:rsidRPr="00F902B1">
        <w:t>engkau tidak rela jika aku menjadi penghuni surga sehingga aroma tubuhku harum semerbak,</w:t>
      </w:r>
    </w:p>
    <w:p w:rsidR="00F902B1" w:rsidRPr="00F902B1" w:rsidRDefault="00F902B1" w:rsidP="007742AD">
      <w:r w:rsidRPr="00F902B1">
        <w:t>jasmaniku tampak mulia, dan wajahnya putih?! Tidak, demi Allah aku tidak ingin berpisah denganmu</w:t>
      </w:r>
    </w:p>
    <w:p w:rsidR="00F902B1" w:rsidRPr="00F902B1" w:rsidRDefault="00F902B1" w:rsidP="007742AD">
      <w:r w:rsidRPr="00F902B1">
        <w:t>sampai darahku yang kelam ini melebur dengan darahmu."</w:t>
      </w:r>
    </w:p>
    <w:p w:rsidR="00F902B1" w:rsidRPr="00F902B1" w:rsidRDefault="00F902B1" w:rsidP="007742AD">
      <w:r w:rsidRPr="00F902B1">
        <w:t>Dengan restu Imam Husain as di Karbala, bekas budak itu ikut berjuang melawan musuh. Seperti</w:t>
      </w:r>
    </w:p>
    <w:p w:rsidR="00F902B1" w:rsidRPr="00F902B1" w:rsidRDefault="00F902B1" w:rsidP="007742AD">
      <w:r w:rsidRPr="00F902B1">
        <w:lastRenderedPageBreak/>
        <w:t>rekan-rekannya yang lain, dia juga berhasil merenggut nyawa beberapa orang dari balatentara musuh</w:t>
      </w:r>
    </w:p>
    <w:p w:rsidR="00F902B1" w:rsidRPr="00F902B1" w:rsidRDefault="00F902B1" w:rsidP="007742AD">
      <w:r w:rsidRPr="00F902B1">
        <w:t>sebelum tubuhnya yang hitam itu akhirnya menjadi onggokan tanpa nyawa di tanah Karbala. Dia</w:t>
      </w:r>
    </w:p>
    <w:p w:rsidR="00F902B1" w:rsidRPr="00F902B1" w:rsidRDefault="00F902B1" w:rsidP="007742AD">
      <w:r w:rsidRPr="00F902B1">
        <w:t>berhasil menggapai impiannya membela keluarga Rasul untuk kemudian bergabung dengan mereka</w:t>
      </w:r>
    </w:p>
    <w:p w:rsidR="00F902B1" w:rsidRPr="00F902B1" w:rsidRDefault="00F902B1" w:rsidP="007742AD">
      <w:r w:rsidRPr="00F902B1">
        <w:t>sebagai para 'bangsawan' di alam surga.</w:t>
      </w:r>
    </w:p>
    <w:p w:rsidR="00F902B1" w:rsidRPr="00F902B1" w:rsidRDefault="00F902B1" w:rsidP="007742AD">
      <w:r w:rsidRPr="00F902B1">
        <w:t>Demikianlah, para pahlawan pembela Islam dan Ahlul Bait suci itu berguguran satu persatu. Darahnya</w:t>
      </w:r>
    </w:p>
    <w:p w:rsidR="00F902B1" w:rsidRPr="00F902B1" w:rsidRDefault="00F902B1" w:rsidP="007742AD">
      <w:r w:rsidRPr="00F902B1">
        <w:t>telah menyiramkan cahaya spiritual yang terang benderang di bumi Karbala, bumi duka nestapa. Jasadjasad</w:t>
      </w:r>
    </w:p>
    <w:p w:rsidR="00F902B1" w:rsidRPr="00F902B1" w:rsidRDefault="00F902B1" w:rsidP="007742AD">
      <w:r w:rsidRPr="00F902B1">
        <w:t>mereka yang fana memang sudah tergolek tanpa nyawa seperti yang diharapkan musuh. Namun,</w:t>
      </w:r>
    </w:p>
    <w:p w:rsidR="00F902B1" w:rsidRDefault="00F902B1" w:rsidP="007742AD">
      <w:r w:rsidRPr="00F902B1">
        <w:t>jejak-jejak spiritual mereka akan tetap abadi dan tidak akan pernah sirna untuk selamanya.</w:t>
      </w:r>
    </w:p>
    <w:p w:rsidR="00F902B1" w:rsidRDefault="00F902B1" w:rsidP="007742AD">
      <w:r>
        <w:br w:type="page"/>
      </w:r>
    </w:p>
    <w:p w:rsidR="00F902B1" w:rsidRPr="00F902B1" w:rsidRDefault="00F902B1" w:rsidP="003718EF">
      <w:pPr>
        <w:outlineLvl w:val="0"/>
      </w:pPr>
      <w:bookmarkStart w:id="21" w:name="_Toc403378394"/>
      <w:r w:rsidRPr="00F902B1">
        <w:lastRenderedPageBreak/>
        <w:t>Banjir Darah Hari Asyura</w:t>
      </w:r>
      <w:bookmarkEnd w:id="21"/>
    </w:p>
    <w:p w:rsidR="00F902B1" w:rsidRPr="00F902B1" w:rsidRDefault="00F902B1" w:rsidP="007742AD">
      <w:r w:rsidRPr="00F902B1">
        <w:t>Untuk sementara kalangan, hari Asyura saat itu adalah hari jihad, pengorbanan, dan perjuangan</w:t>
      </w:r>
    </w:p>
    <w:p w:rsidR="00F902B1" w:rsidRPr="00F902B1" w:rsidRDefault="00F902B1" w:rsidP="007742AD">
      <w:r w:rsidRPr="00F902B1">
        <w:t>menegakkan kebenaran. Namun, untuk kalangan lain, hari itu adalah hari pesta darah, hari perang, dan</w:t>
      </w:r>
    </w:p>
    <w:p w:rsidR="00F902B1" w:rsidRPr="00F902B1" w:rsidRDefault="00F902B1" w:rsidP="007742AD">
      <w:r w:rsidRPr="00F902B1">
        <w:t>hari penumpahan ambisi-ambisi duniawi. Akibatnya, terjadilah banjir darah para pahlawan Karbala</w:t>
      </w:r>
    </w:p>
    <w:p w:rsidR="00F902B1" w:rsidRPr="00F902B1" w:rsidRDefault="00F902B1" w:rsidP="007742AD">
      <w:r w:rsidRPr="00F902B1">
        <w:t>yang terdiri anak keturunan Rasul dan para pecintanya.</w:t>
      </w:r>
    </w:p>
    <w:p w:rsidR="00F902B1" w:rsidRPr="00F902B1" w:rsidRDefault="00F902B1" w:rsidP="007742AD">
      <w:r w:rsidRPr="00F902B1">
        <w:t>Hari itu tanah Karbala sedang diguyur sengatan terik mentari yang mengeringkan tenggorokan para</w:t>
      </w:r>
    </w:p>
    <w:p w:rsidR="00F902B1" w:rsidRPr="00F902B1" w:rsidRDefault="00F902B1" w:rsidP="007742AD">
      <w:r w:rsidRPr="00F902B1">
        <w:t>pahlawan Karbala. Hari itu, para pejuang Islam sejati itu satu persatu bergelimpangan meninggalkan</w:t>
      </w:r>
    </w:p>
    <w:p w:rsidR="00F902B1" w:rsidRPr="00F902B1" w:rsidRDefault="00F902B1" w:rsidP="007742AD">
      <w:r w:rsidRPr="00F902B1">
        <w:t>sanjungan sejatinya, Husain putera Fatimah binti Muhammad SAWW. Bintang kejora Ahlul Bait Rasul</w:t>
      </w:r>
    </w:p>
    <w:p w:rsidR="00F902B1" w:rsidRPr="00F902B1" w:rsidRDefault="00F902B1" w:rsidP="007742AD">
      <w:r w:rsidRPr="00F902B1">
        <w:t>ini akhirnya menatap pemandangan sekelilingnya. Wajah-wajah setia pecinta keluarga suci Nabi itu</w:t>
      </w:r>
      <w:r>
        <w:t xml:space="preserve"> </w:t>
      </w:r>
      <w:r w:rsidRPr="00F902B1">
        <w:t>sudah tiada. Dari para pejuang gagah berani itu yang ada hanyalah onggokan jasad tanpa nyawa. Putera</w:t>
      </w:r>
    </w:p>
    <w:p w:rsidR="00F902B1" w:rsidRPr="00F902B1" w:rsidRDefault="00F902B1" w:rsidP="007742AD">
      <w:r w:rsidRPr="00F902B1">
        <w:t>Amirul Mukminin sejati itu melantunkan kata mutiaranya:</w:t>
      </w:r>
    </w:p>
    <w:p w:rsidR="00F902B1" w:rsidRPr="00F902B1" w:rsidRDefault="00F902B1" w:rsidP="007742AD">
      <w:r w:rsidRPr="00F902B1">
        <w:t>"Akulah putera Ali dari Bani Hasyim, dan cukuplah kiranya ini menjadi kebanggaan bagiku. Fatimah</w:t>
      </w:r>
    </w:p>
    <w:p w:rsidR="00F902B1" w:rsidRPr="00F902B1" w:rsidRDefault="00F902B1" w:rsidP="007742AD">
      <w:r w:rsidRPr="00F902B1">
        <w:t>adalah ibundaku, dan Muhammad adalah kakekku. Dengan perantara kamilah Allah menunjukkan</w:t>
      </w:r>
    </w:p>
    <w:p w:rsidR="00F902B1" w:rsidRPr="00F902B1" w:rsidRDefault="00F902B1" w:rsidP="007742AD">
      <w:r w:rsidRPr="00F902B1">
        <w:t>kebenaran dari kesesatan. Kamilah pelita-pelita Allah yang menerangi muka bumi. Kamilah pemilik</w:t>
      </w:r>
    </w:p>
    <w:p w:rsidR="00F902B1" w:rsidRPr="00F902B1" w:rsidRDefault="00F902B1" w:rsidP="007742AD">
      <w:r w:rsidRPr="00F902B1">
        <w:t>telaga Al-Kautsar yang akan memberi minum para pecinta kami dengan cawan-cawan Rasul. Tak</w:t>
      </w:r>
    </w:p>
    <w:p w:rsidR="00F902B1" w:rsidRPr="00F902B1" w:rsidRDefault="00F902B1" w:rsidP="007742AD">
      <w:r w:rsidRPr="00F902B1">
        <w:t>seorangpun dapat mengingkari kedudukan kami ini.</w:t>
      </w:r>
    </w:p>
    <w:p w:rsidR="00F902B1" w:rsidRPr="00F902B1" w:rsidRDefault="00F902B1" w:rsidP="007742AD">
      <w:r w:rsidRPr="00F902B1">
        <w:t>"Para pengikut kami adalah umat yang paling mulia di tengah makhluk, dan musuh-musuh kami adalah</w:t>
      </w:r>
    </w:p>
    <w:p w:rsidR="00F902B1" w:rsidRPr="00F902B1" w:rsidRDefault="00F902B1" w:rsidP="007742AD">
      <w:r w:rsidRPr="00F902B1">
        <w:t>orang paling rugi pada hari kiamat. Beruntunglah hamba-hamba yang dapat berkunjung kepada kami di</w:t>
      </w:r>
    </w:p>
    <w:p w:rsidR="00F902B1" w:rsidRPr="00F902B1" w:rsidRDefault="00F902B1" w:rsidP="007742AD">
      <w:r w:rsidRPr="00F902B1">
        <w:t>surga setelah kematian, surga yang keindahannya tak kunjung habis untuk disifati."</w:t>
      </w:r>
      <w:r w:rsidRPr="00F902B1">
        <w:rPr>
          <w:rStyle w:val="libFootnotenumChar"/>
        </w:rPr>
        <w:t>45</w:t>
      </w:r>
    </w:p>
    <w:p w:rsidR="00F902B1" w:rsidRPr="00F902B1" w:rsidRDefault="00F902B1" w:rsidP="007742AD">
      <w:r w:rsidRPr="00F902B1">
        <w:lastRenderedPageBreak/>
        <w:t>Hari Asyura adalah hari pementasan duka nestapa Ahlul Bait Rasul, hari rintihan sunyi putera Fatimah,</w:t>
      </w:r>
    </w:p>
    <w:p w:rsidR="00F902B1" w:rsidRPr="00F902B1" w:rsidRDefault="00F902B1" w:rsidP="007742AD">
      <w:r w:rsidRPr="00F902B1">
        <w:t>hari keterasingan putera Azzahra, hari kehausan dan jerit tangis anak keturunan Nabi. "Adakah sang</w:t>
      </w:r>
    </w:p>
    <w:p w:rsidR="00F902B1" w:rsidRPr="00F902B1" w:rsidRDefault="00F902B1" w:rsidP="007742AD">
      <w:r w:rsidRPr="00F902B1">
        <w:t>penolong yang akan menolong kami? Adakah sang pelindung yang akan melindungi kami? Adakah</w:t>
      </w:r>
    </w:p>
    <w:p w:rsidR="00F902B1" w:rsidRPr="00F902B1" w:rsidRDefault="00F902B1" w:rsidP="007742AD">
      <w:r w:rsidRPr="00F902B1">
        <w:t>sang pembela yang akan menjaga kehormatan Rasulullah?" Pinta putera Ali bin Abi Thalib as itu</w:t>
      </w:r>
    </w:p>
    <w:p w:rsidR="00F902B1" w:rsidRPr="00F902B1" w:rsidRDefault="00F902B1" w:rsidP="007742AD">
      <w:r w:rsidRPr="00F902B1">
        <w:t>kepada umat kakeknya, Muhammad SAWW.</w:t>
      </w:r>
      <w:r w:rsidRPr="00F902B1">
        <w:rPr>
          <w:rStyle w:val="libFootnotenumChar"/>
        </w:rPr>
        <w:t>46</w:t>
      </w:r>
    </w:p>
    <w:p w:rsidR="00F902B1" w:rsidRPr="00F902B1" w:rsidRDefault="00F902B1" w:rsidP="007742AD">
      <w:r w:rsidRPr="00F902B1">
        <w:t>Rintih pinta cucu Rasul itu tak dijawab kecuali oleh beberapa pemuda Bani Hasyim yaitu keluarga,</w:t>
      </w:r>
    </w:p>
    <w:p w:rsidR="00F902B1" w:rsidRPr="00F902B1" w:rsidRDefault="00F902B1" w:rsidP="007742AD">
      <w:r w:rsidRPr="00F902B1">
        <w:t>kaum kerabat dan pengikut beliau yang masih tersisa. Diantara mereka adalah Ali Akbar, putera beliau</w:t>
      </w:r>
    </w:p>
    <w:p w:rsidR="00F902B1" w:rsidRPr="00F902B1" w:rsidRDefault="00F902B1" w:rsidP="007742AD">
      <w:r w:rsidRPr="00F902B1">
        <w:t>sendiri. Ali Akbar meminta izin sang ayah untuk maju melawan musuh. Sang ayah mendapati wajah</w:t>
      </w:r>
    </w:p>
    <w:p w:rsidR="00F902B1" w:rsidRPr="00F902B1" w:rsidRDefault="00F902B1" w:rsidP="007742AD">
      <w:r w:rsidRPr="00F902B1">
        <w:t>anaknya itu dibinari cahaya spiritual yang amat cemerlang, mengingatkan beliau pada wajah Rasul.</w:t>
      </w:r>
    </w:p>
    <w:p w:rsidR="00F902B1" w:rsidRPr="00F902B1" w:rsidRDefault="00F902B1" w:rsidP="007742AD">
      <w:r w:rsidRPr="00F902B1">
        <w:t>Wajah memohon itu direstui tatapan bisu sang ayah. Hanya linangan air mata dan tak sepatah katapun</w:t>
      </w:r>
    </w:p>
    <w:p w:rsidR="00F902B1" w:rsidRPr="00F902B1" w:rsidRDefault="00F902B1" w:rsidP="007742AD">
      <w:r w:rsidRPr="00F902B1">
        <w:t>terucap sebagai kata perpisahan untuk pemuda ksatria itu di alam fana. Demi tujuan sebuah yang</w:t>
      </w:r>
    </w:p>
    <w:p w:rsidR="00F902B1" w:rsidRDefault="00F902B1" w:rsidP="007742AD">
      <w:r w:rsidRPr="00F902B1">
        <w:t>agung, Imam Husain as itu harus rela mengorbankan jiwa dan raga putera yang sangat dikasihinya.</w:t>
      </w:r>
    </w:p>
    <w:p w:rsidR="00F902B1" w:rsidRPr="00F902B1" w:rsidRDefault="00F902B1" w:rsidP="007742AD">
      <w:r w:rsidRPr="00F902B1">
        <w:t>Demikianlah, Imam Husain as akhirnya mempersembahkan putera tercintanya, Ali Akbar, sebagai</w:t>
      </w:r>
    </w:p>
    <w:p w:rsidR="00F902B1" w:rsidRPr="00F902B1" w:rsidRDefault="00F902B1" w:rsidP="007742AD">
      <w:r w:rsidRPr="00F902B1">
        <w:t>pejuang pertama Bani Hasyim di Karbala. Dalam pertempurannya, Ali Akbar selalu beliau perhatikan dengan seksama dan penuh ketabahan. Dalam keadaan berlinang air mata, imam Husain as berucap:</w:t>
      </w:r>
    </w:p>
    <w:p w:rsidR="00F902B1" w:rsidRPr="00F902B1" w:rsidRDefault="00F902B1" w:rsidP="007742AD">
      <w:r w:rsidRPr="00F902B1">
        <w:t>"Ya Allah, saksikanlah seorang remaja yang paras, perangai, dan tutur katanya paling menyerupai</w:t>
      </w:r>
    </w:p>
    <w:p w:rsidR="00F902B1" w:rsidRPr="00F902B1" w:rsidRDefault="00F902B1" w:rsidP="007742AD">
      <w:r w:rsidRPr="00F902B1">
        <w:t>rasul-Mu kini telah tampil berjuang melawan kaum itu. Kepada wajah remaha inilah kami memandang</w:t>
      </w:r>
    </w:p>
    <w:p w:rsidR="00F902B1" w:rsidRPr="00F902B1" w:rsidRDefault="00F902B1" w:rsidP="007742AD">
      <w:r w:rsidRPr="00F902B1">
        <w:t>jika kami sedang merindukan rasul-Mu."</w:t>
      </w:r>
    </w:p>
    <w:p w:rsidR="00F902B1" w:rsidRPr="00F902B1" w:rsidRDefault="00F902B1" w:rsidP="007742AD">
      <w:r w:rsidRPr="00F902B1">
        <w:lastRenderedPageBreak/>
        <w:t>Imam Husain as kemudian berseru kepada Umar bin Sa'ad, "Hai putera Sa'ad semoga Allah</w:t>
      </w:r>
    </w:p>
    <w:p w:rsidR="00F902B1" w:rsidRPr="00F902B1" w:rsidRDefault="00F902B1" w:rsidP="007742AD">
      <w:r w:rsidRPr="00F902B1">
        <w:t>memutuskan hubungan kekeluargaanmu sebagaimana kamu telah memutuskan hubungan</w:t>
      </w:r>
    </w:p>
    <w:p w:rsidR="00F902B1" w:rsidRPr="00F902B1" w:rsidRDefault="00F902B1" w:rsidP="007742AD">
      <w:r w:rsidRPr="00F902B1">
        <w:t>kekeluargaanku."</w:t>
      </w:r>
    </w:p>
    <w:p w:rsidR="00F902B1" w:rsidRPr="00F902B1" w:rsidRDefault="00F902B1" w:rsidP="007742AD">
      <w:r w:rsidRPr="00F902B1">
        <w:t>Ali Akbar bin Husain as sudah ada di medan laga. Tanpa di duga pasukan musuh, mereka tercengang</w:t>
      </w:r>
    </w:p>
    <w:p w:rsidR="00F902B1" w:rsidRPr="00F902B1" w:rsidRDefault="00F902B1" w:rsidP="007742AD">
      <w:r w:rsidRPr="00F902B1">
        <w:t>menyaksikan kepiawaian Ali Akbar dalam berperang. Gerakan dan ketangkasannya dalam bertempur</w:t>
      </w:r>
    </w:p>
    <w:p w:rsidR="00F902B1" w:rsidRPr="00F902B1" w:rsidRDefault="00F902B1" w:rsidP="007742AD">
      <w:r w:rsidRPr="00F902B1">
        <w:t>mengingatkan mereka kepada Haidar Al-Karrar alias Ali bin Abi Thalib as yang tenar dengan Singa</w:t>
      </w:r>
    </w:p>
    <w:p w:rsidR="00F902B1" w:rsidRPr="00F902B1" w:rsidRDefault="00F902B1" w:rsidP="007742AD">
      <w:r w:rsidRPr="00F902B1">
        <w:t>Allah. Tak sedikit pasukan musuh yang mati menjadi mangsa sambaran pedang Ali Akbar. Namun,</w:t>
      </w:r>
    </w:p>
    <w:p w:rsidR="00F902B1" w:rsidRPr="00F902B1" w:rsidRDefault="00F902B1" w:rsidP="007742AD">
      <w:r w:rsidRPr="00F902B1">
        <w:t>saat tenaganya sudah terkuras dan jumlah musuh seakan tak berkurang, Ali Akbar sempat mendatangi</w:t>
      </w:r>
    </w:p>
    <w:p w:rsidR="00F902B1" w:rsidRPr="00F902B1" w:rsidRDefault="00F902B1" w:rsidP="007742AD">
      <w:r w:rsidRPr="00F902B1">
        <w:t>sang ayah dan berkata: "Ayah, aku tercekik kehausan sehingga (senjata) besipun kini</w:t>
      </w:r>
    </w:p>
    <w:p w:rsidR="00F902B1" w:rsidRPr="00F902B1" w:rsidRDefault="00F902B1" w:rsidP="007742AD">
      <w:r w:rsidRPr="00F902B1">
        <w:t>memberatkanku..."</w:t>
      </w:r>
      <w:r w:rsidRPr="00F902B1">
        <w:rPr>
          <w:rStyle w:val="libFootnotenumChar"/>
        </w:rPr>
        <w:t>47</w:t>
      </w:r>
    </w:p>
    <w:p w:rsidR="00F902B1" w:rsidRPr="00F902B1" w:rsidRDefault="00F902B1" w:rsidP="007742AD">
      <w:r w:rsidRPr="00F902B1">
        <w:t>Imam Husain as menjawab: "Tabahkan dirimu, hai puteraku tercinta. Sesungguhnya Rasulullah tak</w:t>
      </w:r>
    </w:p>
    <w:p w:rsidR="00F902B1" w:rsidRPr="00F902B1" w:rsidRDefault="00F902B1" w:rsidP="007742AD">
      <w:r w:rsidRPr="00F902B1">
        <w:t>lama lagi akan memberimu minum yang akan membuatmu tidak akan pernah lagi merasa kehausan."</w:t>
      </w:r>
    </w:p>
    <w:p w:rsidR="00F902B1" w:rsidRPr="00F902B1" w:rsidRDefault="00F902B1" w:rsidP="007742AD">
      <w:r w:rsidRPr="00F902B1">
        <w:t>Remaja berhati baja itu akhirnya kembali lagi ke medan laga. Namun, keadaannya yang sudah nyaris</w:t>
      </w:r>
    </w:p>
    <w:p w:rsidR="00F902B1" w:rsidRPr="00F902B1" w:rsidRDefault="00F902B1" w:rsidP="007742AD">
      <w:r w:rsidRPr="00F902B1">
        <w:t>tanpa daya itu segera dimanfaatkan musuh untuk menghabisi riwayatnya. Maka dari itu, kedatangannya</w:t>
      </w:r>
    </w:p>
    <w:p w:rsidR="00F902B1" w:rsidRPr="00F902B1" w:rsidRDefault="00F902B1" w:rsidP="007742AD">
      <w:r w:rsidRPr="00F902B1">
        <w:t>disambut dengan hantaman pedang tepat mengena di bagian atas kepala Ali Akbar. Darahnya yang</w:t>
      </w:r>
    </w:p>
    <w:p w:rsidR="00F902B1" w:rsidRPr="00F902B1" w:rsidRDefault="00F902B1" w:rsidP="007742AD">
      <w:r w:rsidRPr="00F902B1">
        <w:t>mengucur segera disusul dengan sambaran anak panah yang menusuk tubuhnya secara bertubi-tubi.</w:t>
      </w:r>
    </w:p>
    <w:p w:rsidR="00F902B1" w:rsidRPr="00F902B1" w:rsidRDefault="00F902B1" w:rsidP="007742AD">
      <w:r w:rsidRPr="00F902B1">
        <w:t>Dalam kondisi fisik yang mengenaskan itu, bibir Ali Akbar mengucapkan kata-kata yang dimaksudkan</w:t>
      </w:r>
    </w:p>
    <w:p w:rsidR="00F902B1" w:rsidRPr="00F902B1" w:rsidRDefault="00F902B1" w:rsidP="007742AD">
      <w:r w:rsidRPr="00F902B1">
        <w:t>kepada ayahnya:</w:t>
      </w:r>
    </w:p>
    <w:p w:rsidR="00F902B1" w:rsidRPr="00F902B1" w:rsidRDefault="00F902B1" w:rsidP="007742AD">
      <w:r w:rsidRPr="00F902B1">
        <w:t>"Sekarang aku sudah melihat kakekku yang sedang membawa cawan yang beliau persiapkan</w:t>
      </w:r>
    </w:p>
    <w:p w:rsidR="00F902B1" w:rsidRDefault="00F902B1" w:rsidP="007742AD">
      <w:pPr>
        <w:rPr>
          <w:rStyle w:val="libFootnotenumChar"/>
        </w:rPr>
      </w:pPr>
      <w:r w:rsidRPr="00F902B1">
        <w:t>untukmu."</w:t>
      </w:r>
      <w:r w:rsidRPr="00F902B1">
        <w:rPr>
          <w:rStyle w:val="libFootnotenumChar"/>
        </w:rPr>
        <w:t>48</w:t>
      </w:r>
    </w:p>
    <w:p w:rsidR="00F902B1" w:rsidRDefault="00F902B1" w:rsidP="007742AD">
      <w:r>
        <w:lastRenderedPageBreak/>
        <w:t>Ali Akbar lalu tergolek di atas kudanya yang berputar-putar ke sana kemari setelah kehilangan kendali</w:t>
      </w:r>
    </w:p>
    <w:p w:rsidR="00F902B1" w:rsidRDefault="00F902B1" w:rsidP="007742AD">
      <w:r>
        <w:t>di tengah riuhnya suasana perang. Tubuhnya yang sudah mengenaskan itu masih sempat dihantam senjata dan dipanah lagi saat kuda yang tak terkendali itu bergerak di sekitar pasukan musuh. Di saatsaat</w:t>
      </w:r>
    </w:p>
    <w:p w:rsidR="00F902B1" w:rsidRDefault="00F902B1" w:rsidP="007742AD">
      <w:r>
        <w:t>itulah, sambil memanfaatkan sisa-sisa tenaga dan nafasnya, Ali Akbar berucap lagi:</w:t>
      </w:r>
    </w:p>
    <w:p w:rsidR="00F902B1" w:rsidRDefault="00F902B1" w:rsidP="007742AD">
      <w:r>
        <w:t>"salam atasmu wahai ayahku, sekarang aku sudah menyaksikan kakekku Rasulullah. Beliau</w:t>
      </w:r>
    </w:p>
    <w:p w:rsidR="00F902B1" w:rsidRDefault="00F902B1" w:rsidP="007742AD">
      <w:r>
        <w:t>menyampaikan salam kepadamu dan bersabda: 'Cepatlah datang kepada kami!'"</w:t>
      </w:r>
      <w:r w:rsidRPr="00F902B1">
        <w:rPr>
          <w:rStyle w:val="libFootnotenumChar"/>
        </w:rPr>
        <w:t>49</w:t>
      </w:r>
    </w:p>
    <w:p w:rsidR="00F902B1" w:rsidRDefault="00F902B1" w:rsidP="007742AD">
      <w:r>
        <w:t>Kata-kata yang didengar Imam Husain as ini segera disambut dengan kata-kata lantang beliau: "Allah</w:t>
      </w:r>
    </w:p>
    <w:p w:rsidR="00F902B1" w:rsidRDefault="00F902B1" w:rsidP="007742AD">
      <w:r>
        <w:t>akan membinasakan kaum yang telah membunuhmu!"</w:t>
      </w:r>
      <w:r w:rsidRPr="00D7447D">
        <w:rPr>
          <w:rStyle w:val="libFootnotenumChar"/>
        </w:rPr>
        <w:t>50</w:t>
      </w:r>
    </w:p>
    <w:p w:rsidR="00F902B1" w:rsidRDefault="00F902B1" w:rsidP="007742AD">
      <w:r>
        <w:t>"Hai orang-orang Kufah, aku berharap mata kalian kelak akan dipedihkan oleh tangisan, dada kalian</w:t>
      </w:r>
    </w:p>
    <w:p w:rsidR="00F902B1" w:rsidRDefault="00F902B1" w:rsidP="007742AD">
      <w:r>
        <w:t>akan dibebani rintihan untuk selamanya, dan Allah tidak memberkati kalian, dan Dia akan mencerai</w:t>
      </w:r>
    </w:p>
    <w:p w:rsidR="00F902B1" w:rsidRDefault="00F902B1" w:rsidP="007742AD">
      <w:r>
        <w:t>beraikan kumpulan kalian."</w:t>
      </w:r>
    </w:p>
    <w:p w:rsidR="00F902B1" w:rsidRDefault="00F902B1" w:rsidP="007742AD">
      <w:r>
        <w:t>Setelah memekikkan kutukan ini, Imam Husain as maju sendiri ke medan perang menerobos dan</w:t>
      </w:r>
    </w:p>
    <w:p w:rsidR="00F902B1" w:rsidRDefault="00F902B1" w:rsidP="007742AD">
      <w:r>
        <w:t>membubarkan barisan depan musuh. Beliau mendekati kuda Ali Akbar dan menggiringnya ke tempat</w:t>
      </w:r>
    </w:p>
    <w:p w:rsidR="00F902B1" w:rsidRDefault="00F902B1" w:rsidP="007742AD">
      <w:r>
        <w:t>yang aman lalu menurunkan tubuh penuh luka dan bermandi darah puteranya itu dari kuda. Tubuh suci</w:t>
      </w:r>
    </w:p>
    <w:p w:rsidR="00F902B1" w:rsidRDefault="00F902B1" w:rsidP="007742AD">
      <w:r>
        <w:t>direbahkan dalam pelukan hangat beliau. Di situ dada Ali Akbar ternyata masih bergerak. Setelah</w:t>
      </w:r>
    </w:p>
    <w:p w:rsidR="00F902B1" w:rsidRDefault="00F902B1" w:rsidP="007742AD">
      <w:r>
        <w:t>kelopak matanya terbuka perlahan, bibirnya berucap:</w:t>
      </w:r>
    </w:p>
    <w:p w:rsidR="00F902B1" w:rsidRDefault="00F902B1" w:rsidP="007742AD">
      <w:r>
        <w:t>"Ayahku yang mulia, aku sudah melihat pintu-pintu langit terbuka, para bidadari di surga sedang</w:t>
      </w:r>
    </w:p>
    <w:p w:rsidR="00F902B1" w:rsidRDefault="00F902B1" w:rsidP="007742AD">
      <w:r>
        <w:t>berkumpul sambil membawa cawan-cawan minuman dan memanggil-manggil diriku. Sekarang aku</w:t>
      </w:r>
    </w:p>
    <w:p w:rsidR="00F902B1" w:rsidRDefault="00F902B1" w:rsidP="007742AD">
      <w:r>
        <w:t>akan pergi ke sana dan membinarkan wajah mereka yang merindukan kedatanganku itu..."</w:t>
      </w:r>
    </w:p>
    <w:p w:rsidR="00F902B1" w:rsidRDefault="00F902B1" w:rsidP="007742AD">
      <w:r>
        <w:lastRenderedPageBreak/>
        <w:t>Ruh Ali Akbar melayang setelah jasadnya menghembus nafas terakhir. Kepergiannya ke alam</w:t>
      </w:r>
    </w:p>
    <w:p w:rsidR="00F902B1" w:rsidRDefault="00F902B1" w:rsidP="007742AD">
      <w:r>
        <w:t>keabadian diantar ayahandanya yang mulia itu dengan kata-kata:</w:t>
      </w:r>
    </w:p>
    <w:p w:rsidR="00F902B1" w:rsidRDefault="00F902B1" w:rsidP="007742AD">
      <w:r>
        <w:t>"Adalah sesuatu yang berat bagi kakekmu, pamanmu, dan ayahmu untuk tidak memenuhi</w:t>
      </w:r>
    </w:p>
    <w:p w:rsidR="00F902B1" w:rsidRDefault="00F902B1" w:rsidP="007742AD">
      <w:pPr>
        <w:rPr>
          <w:rStyle w:val="libFootnotenumChar"/>
        </w:rPr>
      </w:pPr>
      <w:r>
        <w:t>permohonanmu.</w:t>
      </w:r>
      <w:r w:rsidRPr="00F902B1">
        <w:rPr>
          <w:rStyle w:val="libFootnotenumChar"/>
        </w:rPr>
        <w:t>51</w:t>
      </w:r>
    </w:p>
    <w:p w:rsidR="00F902B1" w:rsidRDefault="00F902B1" w:rsidP="007742AD">
      <w:r>
        <w:t>Imam Husain as membawa jasadnya yang penuh luka bacokan dan menjadi sarang anak panah itu ke</w:t>
      </w:r>
    </w:p>
    <w:p w:rsidR="00F902B1" w:rsidRDefault="00F902B1" w:rsidP="007742AD">
      <w:r>
        <w:t>arah perkemahan. Hazrat Zainab segera keluar dari dalam tenda dan menyambut jasad itu dengan jerit</w:t>
      </w:r>
    </w:p>
    <w:p w:rsidR="00F902B1" w:rsidRDefault="00F902B1" w:rsidP="007742AD">
      <w:r>
        <w:t>tangis dan ratapan. Jasad itu dipeluknya erat sambil meratap: "Oh kemenakanku. Oh putera kesayanganku." Imam Husain as mengantarkan adiknya itu ke dalam kemah orang-orang perempuan lagi</w:t>
      </w:r>
    </w:p>
    <w:p w:rsidR="00F902B1" w:rsidRDefault="00F902B1" w:rsidP="007742AD">
      <w:r>
        <w:t>lalu kembali memeluk jasad Ali Akbar sambil berucap:</w:t>
      </w:r>
    </w:p>
    <w:p w:rsidR="00F902B1" w:rsidRDefault="00F902B1" w:rsidP="007742AD">
      <w:r>
        <w:t>"Puteraku, engkau sudah beristirahat dari kegundahan dan kegetiran hidup di dunia. Kini tinggallah</w:t>
      </w:r>
    </w:p>
    <w:p w:rsidR="00F902B1" w:rsidRDefault="00F902B1" w:rsidP="007742AD">
      <w:r>
        <w:t>ayahmu seorang diri."</w:t>
      </w:r>
      <w:r w:rsidRPr="00D7447D">
        <w:rPr>
          <w:rStyle w:val="libFootnotenumChar"/>
        </w:rPr>
        <w:t>52</w:t>
      </w:r>
    </w:p>
    <w:p w:rsidR="00F902B1" w:rsidRDefault="00F902B1" w:rsidP="007742AD">
      <w:r>
        <w:t>Imam Husain as lantas memerintahkan para pemuda Bani Hasyim untuk membawa jasad suci yang</w:t>
      </w:r>
    </w:p>
    <w:p w:rsidR="00F902B1" w:rsidRDefault="00F902B1" w:rsidP="007742AD">
      <w:r>
        <w:t>tercabik-cabik itu ke dalam tenda tempat jasad para syuhada dikumpulkan. Jasad putera kesayangan</w:t>
      </w:r>
    </w:p>
    <w:p w:rsidR="00F902B1" w:rsidRDefault="00F902B1" w:rsidP="007742AD">
      <w:r>
        <w:t>Imam itu diusung diiringi dengan kata-kata beliau berkali-kali: "Innaa lillaahi wa innaa ilahi raaji'uun."</w:t>
      </w:r>
    </w:p>
    <w:p w:rsidR="00F902B1" w:rsidRDefault="00F902B1" w:rsidP="007742AD">
      <w:r>
        <w:t>Dengan hati pilu putera Ali bin Abi Thalib as ini berkata dengan nada tinggi kepada Umar bin Sa'ad:</w:t>
      </w:r>
    </w:p>
    <w:p w:rsidR="00F902B1" w:rsidRDefault="00F902B1" w:rsidP="007742AD">
      <w:r>
        <w:t>"Tahukah kamu apa yang akan terjadi nanti denganmu? Allah pasti akan membinasakan keluarga dan</w:t>
      </w:r>
    </w:p>
    <w:p w:rsidR="00F902B1" w:rsidRDefault="00F902B1" w:rsidP="007742AD">
      <w:r>
        <w:t>keturunanmu sebagaimana kamu membinasakan keluargaku, sebagaimana kamu tidak mengindahkan</w:t>
      </w:r>
    </w:p>
    <w:p w:rsidR="00F902B1" w:rsidRDefault="00F902B1" w:rsidP="007742AD">
      <w:r>
        <w:t>kekerabatanku dengan Rasulullah. Allah tidak akan memberkahimu. Allah akan menguasakan atasmu</w:t>
      </w:r>
    </w:p>
    <w:p w:rsidR="00F902B1" w:rsidRDefault="00F902B1" w:rsidP="007742AD">
      <w:r>
        <w:t>seseorang yang akan memenggal kepalamu di atas tempat tidurmu!"</w:t>
      </w:r>
    </w:p>
    <w:p w:rsidR="00F902B1" w:rsidRDefault="00F902B1" w:rsidP="007742AD">
      <w:r>
        <w:lastRenderedPageBreak/>
        <w:t>Satu lagi diantara ksatria Karbala dari kerabat Rasul yang berdiri teguh melawan badai bencana dengan</w:t>
      </w:r>
    </w:p>
    <w:p w:rsidR="00F902B1" w:rsidRDefault="00F902B1" w:rsidP="007742AD">
      <w:r>
        <w:t>segala jiwa dan raga ialah Abdullah bin Muslim bin Aqil. Dia termasuk prajurit yang meminta sendiri</w:t>
      </w:r>
    </w:p>
    <w:p w:rsidR="00F902B1" w:rsidRDefault="00F902B1" w:rsidP="007742AD">
      <w:r>
        <w:t>kepada Imam Husain as untuk angkat pedang melawan musuh. Imam menjawab:</w:t>
      </w:r>
    </w:p>
    <w:p w:rsidR="00F902B1" w:rsidRDefault="00F902B1" w:rsidP="007742AD">
      <w:r>
        <w:t>"Masih belum lama ayahmu Muslim gugur sebagai syahid. Aku akan mengizinkanmu berperang jika</w:t>
      </w:r>
    </w:p>
    <w:p w:rsidR="00F902B1" w:rsidRDefault="00F902B1" w:rsidP="007742AD">
      <w:r>
        <w:t>kamu membawa ibumu yang sudah tua itu keluar dari suasana pertempuran ini."</w:t>
      </w:r>
    </w:p>
    <w:p w:rsidR="00F902B1" w:rsidRDefault="00F902B1" w:rsidP="007742AD">
      <w:r>
        <w:t>Abdullah bin Muslim menjawab, "Ibuku pasti siap berkorban untukmu, dan aku sendiri bukanlah orang</w:t>
      </w:r>
    </w:p>
    <w:p w:rsidR="00F902B1" w:rsidRDefault="00F902B1" w:rsidP="007742AD">
      <w:r>
        <w:t>yang mengutamakan kehidupan di dunia daripada kehidupan yang abadi di akhirat. Aku memohon</w:t>
      </w:r>
    </w:p>
    <w:p w:rsidR="00F902B1" w:rsidRDefault="00F902B1" w:rsidP="007742AD">
      <w:r>
        <w:t>restumu untuk mengorban jiwaku di jalanmu."</w:t>
      </w:r>
    </w:p>
    <w:p w:rsidR="00D7447D" w:rsidRDefault="00D7447D" w:rsidP="007742AD">
      <w:r>
        <w:t>Sang Imam suci dan agung itupun kemudian merestuinya. Maka, dengan jiwa yang besar dan tak kenal</w:t>
      </w:r>
    </w:p>
    <w:p w:rsidR="00D7447D" w:rsidRDefault="00D7447D" w:rsidP="007742AD">
      <w:r>
        <w:t>kata gentar, Abdullah maju ke medan laga dengan tatapan yang tajam ke arah musuh yang bergerombol</w:t>
      </w:r>
    </w:p>
    <w:p w:rsidR="00D7447D" w:rsidRDefault="00D7447D" w:rsidP="007742AD">
      <w:r>
        <w:t>bak srigala kelaparan. Di tengah kerumunan manusia-manusia srigala padang pasir itu, Abdullah bin</w:t>
      </w:r>
    </w:p>
    <w:p w:rsidR="00D7447D" w:rsidRDefault="00D7447D" w:rsidP="007742AD">
      <w:r>
        <w:t>Muslim mengamuk bak singa sahara. Pedangnya berkelebat-kelebat memangkas nyawa manusiamanusia</w:t>
      </w:r>
    </w:p>
    <w:p w:rsidR="00D7447D" w:rsidRDefault="00D7447D" w:rsidP="007742AD">
      <w:r>
        <w:t>tak berperasaan dari Kufah itu. Beberapa serdadu bergelimpang diterjang keperkasaan</w:t>
      </w:r>
    </w:p>
    <w:p w:rsidR="00D7447D" w:rsidRDefault="00D7447D" w:rsidP="007742AD">
      <w:r>
        <w:t>Abdullah yang mewarisi darah kependekaran ayahnya, sebelum kemudian dia sendiri tak berdaya melawan prajurit iblis yang menyemut itu. Putera Muslim bin Aqil ini gugur di tangan Amr bin Sabih</w:t>
      </w:r>
    </w:p>
    <w:p w:rsidR="00D7447D" w:rsidRDefault="00D7447D" w:rsidP="007742AD">
      <w:r>
        <w:t>Assaidawi dan Asad bin Malik.</w:t>
      </w:r>
    </w:p>
    <w:p w:rsidR="00D7447D" w:rsidRDefault="00D7447D" w:rsidP="007742AD">
      <w:r>
        <w:t>Berakhirnya legenda kependekaran Abdullah disusul dengan tampilnya satu lagi putera Muslim,</w:t>
      </w:r>
    </w:p>
    <w:p w:rsidR="00D7447D" w:rsidRDefault="00D7447D" w:rsidP="007742AD">
      <w:r>
        <w:t>Muhammad. Sebagaimana Abdullah, Muhammad juga meneguk manisnya derajat syahadah di bumi</w:t>
      </w:r>
    </w:p>
    <w:p w:rsidR="00D7447D" w:rsidRDefault="00D7447D" w:rsidP="007742AD">
      <w:r>
        <w:t>gersang Karbala itu.</w:t>
      </w:r>
    </w:p>
    <w:p w:rsidR="00D7447D" w:rsidRDefault="00D7447D" w:rsidP="007742AD">
      <w:r>
        <w:lastRenderedPageBreak/>
        <w:t>Dikisahkan pula dalam sejarah bahwa di hari yang paling na'as untuk anak keturunan dan kerabat suci</w:t>
      </w:r>
    </w:p>
    <w:p w:rsidR="00D7447D" w:rsidRDefault="00D7447D" w:rsidP="007742AD">
      <w:r>
        <w:t>Rasul itu, Hazrat Zainab Al-Kubra as sempat mengenakan baju baru kepada kedua puteranya,</w:t>
      </w:r>
    </w:p>
    <w:p w:rsidR="00D7447D" w:rsidRDefault="00D7447D" w:rsidP="007742AD">
      <w:r>
        <w:t>Muhammad dan 'Aun, sebelum kemudian menyerahkan pedang kepada mereka sambil menahan jerit</w:t>
      </w:r>
    </w:p>
    <w:p w:rsidR="00D7447D" w:rsidRDefault="00D7447D" w:rsidP="007742AD">
      <w:r>
        <w:t>hati yang pilu di dalam hati. Dengan linangan air mata, wanita suci, pemberani, dan mulia ini meminta</w:t>
      </w:r>
    </w:p>
    <w:p w:rsidR="00D7447D" w:rsidRDefault="00D7447D" w:rsidP="007742AD">
      <w:r>
        <w:t>restu kepada kakaknya supaya kedua puteranya itu ikut mempersembahkan jiwa dan raganya di jalan</w:t>
      </w:r>
    </w:p>
    <w:p w:rsidR="00D7447D" w:rsidRDefault="00D7447D" w:rsidP="007742AD">
      <w:r>
        <w:t>Allah. Imam Husain as tadinya masih ingin menahan keberadaan kedua putera itu. Namun, keinginan</w:t>
      </w:r>
    </w:p>
    <w:p w:rsidR="00D7447D" w:rsidRDefault="00D7447D" w:rsidP="007742AD">
      <w:r>
        <w:t>itu luluh setelah Hazrat Zainab tetap mendesak beliau supaya mengizinkan kepergian mereka. Imam</w:t>
      </w:r>
    </w:p>
    <w:p w:rsidR="00D7447D" w:rsidRDefault="00D7447D" w:rsidP="007742AD">
      <w:r>
        <w:t>lantas merestui kepergian kedua kemenakan yang dikasihinya itu.</w:t>
      </w:r>
    </w:p>
    <w:p w:rsidR="00D7447D" w:rsidRDefault="00D7447D" w:rsidP="007742AD">
      <w:r>
        <w:t>Yang maju terlebih dahulu adalah Muhammad bin Abdullah bin Jakfar. Seperti syuhada sebelumnya,</w:t>
      </w:r>
    </w:p>
    <w:p w:rsidR="00D7447D" w:rsidRDefault="00D7447D" w:rsidP="007742AD">
      <w:r>
        <w:t>Muhammad jatuh dan gugur setelah menghabisi ajal sejumlah serdadu musuh. Setelah itu baru</w:t>
      </w:r>
    </w:p>
    <w:p w:rsidR="00D7447D" w:rsidRDefault="00D7447D" w:rsidP="007742AD">
      <w:r>
        <w:t>menyusullah 'Aun bin Abdullah bin Jakfar. Dalam keadaan bertahan dan menyerang pasukan musuh,</w:t>
      </w:r>
    </w:p>
    <w:p w:rsidR="00D7447D" w:rsidRDefault="00D7447D" w:rsidP="007742AD">
      <w:r>
        <w:t>dia mencoba mendekati jasad saudaranya yang sudah tak bernyawa itu lalu berkata: "Saudaraku,</w:t>
      </w:r>
    </w:p>
    <w:p w:rsidR="00D7447D" w:rsidRDefault="00D7447D" w:rsidP="007742AD">
      <w:r>
        <w:t>nantikan aku yang tak lama lagi akan menyusulmu."</w:t>
      </w:r>
    </w:p>
    <w:p w:rsidR="00D7447D" w:rsidRDefault="00D7447D" w:rsidP="007742AD">
      <w:r>
        <w:t>Benar, tak setelah itu 'Aun menyusul kepergian saudaranya ke alam keabadian setelah tubuhnya</w:t>
      </w:r>
    </w:p>
    <w:p w:rsidR="00D7447D" w:rsidRDefault="00D7447D" w:rsidP="007742AD">
      <w:r>
        <w:t>mendapat serangan telak dari seseorang Abdullah bin Qathanah. Arwah kedua putera Hazrat Zainab itu</w:t>
      </w:r>
    </w:p>
    <w:p w:rsidR="00D7447D" w:rsidRDefault="00D7447D" w:rsidP="007742AD">
      <w:r>
        <w:t>terbang tinggi bak dua merpati menuju kerimbunan taman-taman surgawi.</w:t>
      </w:r>
    </w:p>
    <w:p w:rsidR="00D7447D" w:rsidRDefault="00D7447D" w:rsidP="007742AD">
      <w:r>
        <w:t>Diriwayatkan pula bahwa dua kakak beradik dari putera-putera Muslim bin Aqil juga tampil ke medan</w:t>
      </w:r>
    </w:p>
    <w:p w:rsidR="00D7447D" w:rsidRDefault="00D7447D" w:rsidP="007742AD">
      <w:r>
        <w:t>laga. Mereka adalah Abdurrahman bin Aqil dan Jakfar bin Aqil. Kedua tampil untuk</w:t>
      </w:r>
    </w:p>
    <w:p w:rsidR="00D7447D" w:rsidRDefault="00D7447D" w:rsidP="007742AD">
      <w:r>
        <w:lastRenderedPageBreak/>
        <w:t>mempersembahkan jiwa dan raganya di jalan yang hak. Keduanya kemudian disusul lagi oleh</w:t>
      </w:r>
    </w:p>
    <w:p w:rsidR="00D7447D" w:rsidRDefault="00D7447D" w:rsidP="007742AD">
      <w:r>
        <w:t>Muhammad bin Abi Said bin Aqil yang juga tampil dengan langkah mantap untuk menerjang pasukan</w:t>
      </w:r>
    </w:p>
    <w:p w:rsidR="00D7447D" w:rsidRDefault="00D7447D" w:rsidP="007742AD">
      <w:r>
        <w:t>iblis hingga titik darah penghabisan, titik darah yang terukir abadi dalam prasasti sejarah heroisme dan</w:t>
      </w:r>
    </w:p>
    <w:p w:rsidR="00D7447D" w:rsidRDefault="00D7447D" w:rsidP="007742AD">
      <w:r>
        <w:t>duka nestapa perjuangan Ahlul Bait Nabi demi tegaknya agama Muhammad SAWW.</w:t>
      </w:r>
    </w:p>
    <w:p w:rsidR="00D7447D" w:rsidRDefault="00D7447D" w:rsidP="007742AD"/>
    <w:p w:rsidR="00D7447D" w:rsidRDefault="00D7447D" w:rsidP="003718EF">
      <w:pPr>
        <w:outlineLvl w:val="0"/>
      </w:pPr>
      <w:bookmarkStart w:id="22" w:name="_Toc403378395"/>
      <w:r>
        <w:t>Musibah Hazrat Qasim as</w:t>
      </w:r>
      <w:bookmarkEnd w:id="22"/>
    </w:p>
    <w:p w:rsidR="00D7447D" w:rsidRDefault="00D7447D" w:rsidP="007742AD">
      <w:r>
        <w:t>Pada malam Asyura Imam Husain as telah memberitahu para sahabatnya bahwa mereka besok akan</w:t>
      </w:r>
    </w:p>
    <w:p w:rsidR="00D7447D" w:rsidRDefault="00D7447D" w:rsidP="007742AD">
      <w:r>
        <w:t>syahid. "Kalian semua besok akan terbunuh." Ujar beliau. Saat itu, Qasim bin Hasan bin Ali as,</w:t>
      </w:r>
    </w:p>
    <w:p w:rsidR="00D7447D" w:rsidRDefault="00D7447D" w:rsidP="007742AD">
      <w:r>
        <w:t>seorang remaja rupawan datang menghadap Imam Husain as.</w:t>
      </w:r>
    </w:p>
    <w:p w:rsidR="00D7447D" w:rsidRDefault="00D7447D" w:rsidP="007742AD">
      <w:r>
        <w:t>"Paman," Panggil putera Imam Hasan as itu, "apakah aku juga akan terbunuh?" Pertanyaan ini</w:t>
      </w:r>
    </w:p>
    <w:p w:rsidR="00D7447D" w:rsidRDefault="00D7447D" w:rsidP="007742AD">
      <w:r>
        <w:t>membuat sang Imam terharu dan segera memeluk erat kemenakannya itu lalu bertanya:</w:t>
      </w:r>
    </w:p>
    <w:p w:rsidR="00D7447D" w:rsidRDefault="00D7447D" w:rsidP="007742AD">
      <w:r>
        <w:t>"Bagaimanakah menurutmu kematian itu?"</w:t>
      </w:r>
    </w:p>
    <w:p w:rsidR="00D7447D" w:rsidRDefault="00D7447D" w:rsidP="007742AD">
      <w:r>
        <w:t>Anak yang baru beranjak usia remaja itu menjawab: "Kematian bagiku adalah lebih manis daripada</w:t>
      </w:r>
    </w:p>
    <w:p w:rsidR="00D7447D" w:rsidRDefault="00D7447D" w:rsidP="007742AD">
      <w:r>
        <w:t>madu."</w:t>
      </w:r>
      <w:r w:rsidRPr="00D7447D">
        <w:rPr>
          <w:rStyle w:val="libFootnotenumChar"/>
        </w:rPr>
        <w:t>53</w:t>
      </w:r>
      <w:r>
        <w:t xml:space="preserve"> Mendengar jawaban ini, Imam segera memberitahu: "Kamu akan terbunuh setelah terjadi</w:t>
      </w:r>
    </w:p>
    <w:p w:rsidR="00D7447D" w:rsidRDefault="00D7447D" w:rsidP="007742AD">
      <w:r>
        <w:t>bencana besar, dan bahkan Ali Asghar pun juga aka terbunuh."</w:t>
      </w:r>
    </w:p>
    <w:p w:rsidR="00D7447D" w:rsidRDefault="00D7447D" w:rsidP="007742AD">
      <w:r>
        <w:t>Pada hari Asyura, saat sudah mempersiapkan diri untuk berperang, Qasim pergi menghadap pamannya</w:t>
      </w:r>
    </w:p>
    <w:p w:rsidR="00D7447D" w:rsidRDefault="00D7447D" w:rsidP="007742AD">
      <w:r>
        <w:t>untuk mengajukan sebuah permohonan. "Paman, izin aku untuk ikut berperang." Pintanya. Namun</w:t>
      </w:r>
    </w:p>
    <w:p w:rsidR="00D7447D" w:rsidRDefault="00D7447D" w:rsidP="007742AD">
      <w:r>
        <w:t>Imam menjawab: "Kamu bagiku adalah cindera mata dari kakakku</w:t>
      </w:r>
      <w:r w:rsidRPr="00D7447D">
        <w:rPr>
          <w:rStyle w:val="libFootnotenumChar"/>
        </w:rPr>
        <w:t>54</w:t>
      </w:r>
      <w:r>
        <w:t>, maka bagaimana aku dapat</w:t>
      </w:r>
    </w:p>
    <w:p w:rsidR="00D7447D" w:rsidRDefault="00D7447D" w:rsidP="007742AD">
      <w:r>
        <w:t>merelakan kematianmu?"</w:t>
      </w:r>
    </w:p>
    <w:p w:rsidR="00D7447D" w:rsidRDefault="00D7447D" w:rsidP="007742AD">
      <w:r>
        <w:t>Sikap Imam Husain as ini tidak memudarkan semangat Qasim. Dia tetap memohon lagi agar beliau</w:t>
      </w:r>
    </w:p>
    <w:p w:rsidR="00D7447D" w:rsidRDefault="00D7447D" w:rsidP="007742AD">
      <w:r>
        <w:lastRenderedPageBreak/>
        <w:t>membiarkannya bertempur melawan musuh. Namun Imam tetap menahan kepergian Qasim. Remaja</w:t>
      </w:r>
    </w:p>
    <w:p w:rsidR="00D7447D" w:rsidRDefault="00D7447D" w:rsidP="007742AD">
      <w:r>
        <w:t>tampan ini bersedih lalu terduduk seorang diri sambil berenung penuh duka cita. Di saat itu tiba-tiba</w:t>
      </w:r>
    </w:p>
    <w:p w:rsidR="00D7447D" w:rsidRDefault="00D7447D" w:rsidP="007742AD">
      <w:r>
        <w:t>dia teringat pada pesan ayahnya dulu, Imam Hasan as. Saat masih hidup, kepada Qasim Imam Hasan</w:t>
      </w:r>
    </w:p>
    <w:p w:rsidR="00D7447D" w:rsidRDefault="00D7447D" w:rsidP="007742AD">
      <w:r>
        <w:t>pernah berpesan: "Jika nanti suatu penderitaan sedang menimpamu, maka bukalah catatan yang kamu</w:t>
      </w:r>
    </w:p>
    <w:p w:rsidR="00D7447D" w:rsidRDefault="00D7447D" w:rsidP="007742AD">
      <w:r>
        <w:t>ikatkan dilenganmu, lalu bacalah dan amalkanlah."</w:t>
      </w:r>
      <w:r w:rsidRPr="00D7447D">
        <w:rPr>
          <w:rStyle w:val="libFootnotenumChar"/>
        </w:rPr>
        <w:t>55</w:t>
      </w:r>
    </w:p>
    <w:p w:rsidR="00D7447D" w:rsidRDefault="00D7447D" w:rsidP="007742AD">
      <w:r>
        <w:t>Qasim kemudian berpikir-pikir lagi tentang musibah sedemikian besar yang belum pernah dia alami</w:t>
      </w:r>
    </w:p>
    <w:p w:rsidR="00D7447D" w:rsidRDefault="00D7447D" w:rsidP="007742AD">
      <w:r>
        <w:t>sebelumnya. Dari situ dia lantas merasa bahwa sekarang inilah saatnya dia membaca surat wasiat itu.</w:t>
      </w:r>
    </w:p>
    <w:p w:rsidR="00D7447D" w:rsidRDefault="00D7447D" w:rsidP="007742AD">
      <w:r>
        <w:t>Surat itu dibukanya dan disitu dia mendapatkan pesan ayahnya yang mengatakan:</w:t>
      </w:r>
    </w:p>
    <w:p w:rsidR="00D7447D" w:rsidRDefault="00D7447D" w:rsidP="007742AD">
      <w:r>
        <w:t>"Hai Qasim, aku berpesan kepadamu bahwa jika kamu mendapati pamanmu Husain di Karbala dalam</w:t>
      </w:r>
    </w:p>
    <w:p w:rsidR="00D7447D" w:rsidRDefault="00D7447D" w:rsidP="007742AD">
      <w:r>
        <w:t>keadaan terasing dan kerumuni oleh musuh, maka janganlah kamu tinggalkan jihad, dan jangan sampai kamu enggan mengorbankan jiwamu deminya."</w:t>
      </w:r>
      <w:r w:rsidRPr="00D7447D">
        <w:rPr>
          <w:rStyle w:val="libFootnotenumChar"/>
        </w:rPr>
        <w:t>56</w:t>
      </w:r>
    </w:p>
    <w:p w:rsidR="00D7447D" w:rsidRDefault="00D7447D" w:rsidP="007742AD">
      <w:r>
        <w:t>Qasim lalu membawa pesan tertulis itu kepada Imam Husain as. Imam Husain as terharu dan tiba</w:t>
      </w:r>
    </w:p>
    <w:p w:rsidR="00D7447D" w:rsidRDefault="00D7447D" w:rsidP="007742AD">
      <w:r>
        <w:t>menangis begitu menyaksikan ciri khas tulisan kangan kakak yang amat dicintainya itu, lalu berkata</w:t>
      </w:r>
    </w:p>
    <w:p w:rsidR="00D7447D" w:rsidRDefault="00D7447D" w:rsidP="007742AD">
      <w:r>
        <w:t>kepada Qasim:</w:t>
      </w:r>
    </w:p>
    <w:p w:rsidR="00D7447D" w:rsidRDefault="00D7447D" w:rsidP="007742AD">
      <w:r>
        <w:t>"Jika ayahmu telah berwasiat demikian kepadamu, maka saudaraku Hasan itu juga pernah berwasiat</w:t>
      </w:r>
    </w:p>
    <w:p w:rsidR="00D7447D" w:rsidRDefault="00D7447D" w:rsidP="007742AD">
      <w:r>
        <w:t>suatu hal kepada sehingga akupun sekarang harus menikahkan puteriku Fatimah denganmu." Imam</w:t>
      </w:r>
    </w:p>
    <w:p w:rsidR="00D7447D" w:rsidRDefault="00D7447D" w:rsidP="007742AD">
      <w:r>
        <w:t>meraih tangan Qasim dan membawanya ke dalam tenda. Beliau bertanya kepada semua orang dan para</w:t>
      </w:r>
    </w:p>
    <w:p w:rsidR="00D7447D" w:rsidRDefault="00D7447D" w:rsidP="007742AD">
      <w:r>
        <w:t>pemuda yang ada di sekitarnya: "Adakah pakaian bagus untuk aku kenakan kepada Qasim?" Semua</w:t>
      </w:r>
    </w:p>
    <w:p w:rsidR="00D7447D" w:rsidRDefault="00D7447D" w:rsidP="007742AD">
      <w:r>
        <w:t>orang menjawab tidak.</w:t>
      </w:r>
    </w:p>
    <w:p w:rsidR="00D7447D" w:rsidRDefault="00D7447D" w:rsidP="007742AD">
      <w:r>
        <w:t>Imam lalu meminta adiknya, Hazrat Zainab, supaya mengambilkan beberapa potong pakaian</w:t>
      </w:r>
    </w:p>
    <w:p w:rsidR="00D7447D" w:rsidRDefault="00D7447D" w:rsidP="007742AD">
      <w:r>
        <w:lastRenderedPageBreak/>
        <w:t>peninggalan Imam Hasan as dari sebuah peti. Setelah pakaian itu didatangkan, beliau mengenakan</w:t>
      </w:r>
    </w:p>
    <w:p w:rsidR="00D7447D" w:rsidRDefault="00D7447D" w:rsidP="007742AD">
      <w:r>
        <w:t>serban dan gamis Imam Hasan itu kepada Qasim lalu mengakad nikahkan Fatimah dengannya. Begitu</w:t>
      </w:r>
    </w:p>
    <w:p w:rsidR="00D7447D" w:rsidRDefault="00D7447D" w:rsidP="007742AD">
      <w:r>
        <w:t>selesai, Imam berujar kepada Qasim: "Hai puteraku, adakah sekarang kamu siap melangkah menuju</w:t>
      </w:r>
    </w:p>
    <w:p w:rsidR="00D7447D" w:rsidRDefault="00D7447D" w:rsidP="007742AD">
      <w:r>
        <w:t>kematian?"</w:t>
      </w:r>
      <w:r w:rsidRPr="00D7447D">
        <w:rPr>
          <w:rStyle w:val="libFootnotenumChar"/>
        </w:rPr>
        <w:t>57</w:t>
      </w:r>
    </w:p>
    <w:p w:rsidR="00D7447D" w:rsidRDefault="00D7447D" w:rsidP="007742AD">
      <w:r>
        <w:t>Qasim menjawab: "Entahlah paman, bagaimana aku harus pergi meninggalkanmu seorang diri tanpa</w:t>
      </w:r>
    </w:p>
    <w:p w:rsidR="00D7447D" w:rsidRDefault="00D7447D" w:rsidP="007742AD">
      <w:r>
        <w:t>pelindung dan kawan diantara sekian banyak musuh. Yang pasti, jiwaku jiwaku siap berkorban untuk</w:t>
      </w:r>
    </w:p>
    <w:p w:rsidR="00D7447D" w:rsidRDefault="00D7447D" w:rsidP="007742AD">
      <w:r>
        <w:t>jiwamu, diriku siap melindungi dirimu."</w:t>
      </w:r>
      <w:r w:rsidRPr="00D7447D">
        <w:rPr>
          <w:rStyle w:val="libFootnotenumChar"/>
        </w:rPr>
        <w:t>58</w:t>
      </w:r>
    </w:p>
    <w:p w:rsidR="00D7447D" w:rsidRDefault="00D7447D" w:rsidP="007742AD">
      <w:r>
        <w:t>Setelah kembali mengajukan permohonan dengan amat sanga untuk berperang, Imam Husain as</w:t>
      </w:r>
    </w:p>
    <w:p w:rsidR="00D7447D" w:rsidRDefault="00D7447D" w:rsidP="007742AD">
      <w:r>
        <w:t>akhirnya rela melepaskan Qasim berperang melawan musuh. Beliau menyobek serbannya menjadi dua</w:t>
      </w:r>
    </w:p>
    <w:p w:rsidR="00D7447D" w:rsidRDefault="00D7447D" w:rsidP="007742AD">
      <w:r>
        <w:t>potong, satu untuk beliau pakai lagi untuk serban, selebihnya beliau kenakan dalam bentuk kain kafan.</w:t>
      </w:r>
    </w:p>
    <w:p w:rsidR="00D7447D" w:rsidRDefault="00D7447D" w:rsidP="007742AD">
      <w:r>
        <w:t>Setelah menyerahkan sebilah pedang kepada Qasim, Imampun melepaskan kepergiannya ke arah</w:t>
      </w:r>
    </w:p>
    <w:p w:rsidR="00D7447D" w:rsidRDefault="00D7447D" w:rsidP="007742AD">
      <w:r>
        <w:t>musuh yang tak sabar menanti korban-korban suci selanjutnya.</w:t>
      </w:r>
    </w:p>
    <w:p w:rsidR="00D7447D" w:rsidRDefault="00D7447D" w:rsidP="007742AD">
      <w:r>
        <w:t>Di medan pertempuran, Qasim sang remaja suci itu menyorot tajam mata Umar bin Sa'ad kemudian</w:t>
      </w:r>
    </w:p>
    <w:p w:rsidR="00D7447D" w:rsidRDefault="00D7447D" w:rsidP="007742AD">
      <w:r>
        <w:t>menumbuknya dengan kata-kata: "Hai Umar, masihkan kamu tidak takut kepada Allah?! Apakah kamu</w:t>
      </w:r>
    </w:p>
    <w:p w:rsidR="00D7447D" w:rsidRDefault="00D7447D" w:rsidP="007742AD">
      <w:r>
        <w:t>tetap saja mengabaikan hak Rasulullah?! Lantas bagaimana kamu bisa mengaku sebagai seorang Muslim sementara kamu memblokir sungai Elfrat agar putera dan Ahlul Bait Rasul yang berteriakteriak</w:t>
      </w:r>
    </w:p>
    <w:p w:rsidR="00D7447D" w:rsidRDefault="00D7447D" w:rsidP="007742AD">
      <w:r>
        <w:t>kehausan itu tidak dapat meneguk airnya?!"</w:t>
      </w:r>
    </w:p>
    <w:p w:rsidR="00D7447D" w:rsidRDefault="00D7447D" w:rsidP="007742AD">
      <w:r>
        <w:t>Dengan angkuhnya Umar bin Sa'ad menjawab: "Aku hanya akan membiarkan kalian meminumnya</w:t>
      </w:r>
    </w:p>
    <w:p w:rsidR="00D7447D" w:rsidRDefault="00D7447D" w:rsidP="007742AD">
      <w:r>
        <w:t>airnya jika kalian menanggalkan sikap takabur kalian."</w:t>
      </w:r>
    </w:p>
    <w:p w:rsidR="00D7447D" w:rsidRDefault="00D7447D" w:rsidP="007742AD">
      <w:r>
        <w:t>"Oh tidak, terima kasih, (kami tidak akan meminumnya)." Sergah Qasim.</w:t>
      </w:r>
    </w:p>
    <w:p w:rsidR="00D7447D" w:rsidRDefault="00D7447D" w:rsidP="007742AD">
      <w:r>
        <w:lastRenderedPageBreak/>
        <w:t>Saat menatap wajah-wajah musuh yang berjajar di depannya, putera Imam Hasan as itu sempat</w:t>
      </w:r>
    </w:p>
    <w:p w:rsidR="00D7447D" w:rsidRDefault="00D7447D" w:rsidP="007742AD">
      <w:r>
        <w:t>mengucapkan sebuah syair tentang jiwanya yang sudah membaja dan kenal kata gentar itu. Syair itu</w:t>
      </w:r>
    </w:p>
    <w:p w:rsidR="00D7447D" w:rsidRDefault="00D7447D" w:rsidP="007742AD">
      <w:r>
        <w:t>berbunyi:</w:t>
      </w:r>
    </w:p>
    <w:p w:rsidR="00D7447D" w:rsidRDefault="00D7447D" w:rsidP="007742AD">
      <w:r>
        <w:t>"Jika kalian belum mengenalku, maka ketahuilah bahwa akulah putera AlHasan, cucu Nabi Al-</w:t>
      </w:r>
    </w:p>
    <w:p w:rsidR="00D7447D" w:rsidRDefault="00D7447D" w:rsidP="007742AD">
      <w:r>
        <w:t>Mustafa, manusia kepercayaan (Allah). Dan ini adalah Husain yang sedang menderita bagai tawanan</w:t>
      </w:r>
    </w:p>
    <w:p w:rsidR="00D7447D" w:rsidRDefault="00D7447D" w:rsidP="007742AD">
      <w:r>
        <w:t>yang disandera di tengah orang-orang."</w:t>
      </w:r>
      <w:r w:rsidRPr="00D7447D">
        <w:rPr>
          <w:rStyle w:val="libFootnotenumChar"/>
        </w:rPr>
        <w:t>59</w:t>
      </w:r>
    </w:p>
    <w:p w:rsidR="00D7447D" w:rsidRDefault="00D7447D" w:rsidP="007742AD">
      <w:r>
        <w:t>Meski usianya masih beliau, Qasim akhirnya mementaskan kehebatan ilmu perang yang dikuasainya di</w:t>
      </w:r>
    </w:p>
    <w:p w:rsidR="00D7447D" w:rsidRDefault="00D7447D" w:rsidP="007742AD">
      <w:r>
        <w:t>atas gelanggang sejarah heroisme Karbala. Sejumlah musuh jatuh bergelimpangan setelah menikmati</w:t>
      </w:r>
    </w:p>
    <w:p w:rsidR="00D7447D" w:rsidRDefault="00D7447D" w:rsidP="007742AD">
      <w:r>
        <w:t>kerasnya sabetan pedang Qasim.</w:t>
      </w:r>
    </w:p>
    <w:p w:rsidR="00D7447D" w:rsidRDefault="00D7447D" w:rsidP="007742AD">
      <w:r>
        <w:t>Syaikh Mufid ra dalam kitabnya, Al-Irsyad, meriwayatkan dari Hamid bin Muslim yang berkata:</w:t>
      </w:r>
    </w:p>
    <w:p w:rsidR="00D7447D" w:rsidRDefault="00D7447D" w:rsidP="007742AD">
      <w:r>
        <w:t>"Saat itu aku berada di tengah pasukan Ibnu Sa'ad. Aku menyaksikan seorang remaja belia yang</w:t>
      </w:r>
    </w:p>
    <w:p w:rsidR="00D7447D" w:rsidRDefault="00D7447D" w:rsidP="007742AD">
      <w:r>
        <w:t>wajahnya sangat rupawan dan bersinar bagai purnama. Dia mengenakan pakaian dan izar (semacam</w:t>
      </w:r>
    </w:p>
    <w:p w:rsidR="00D7447D" w:rsidRDefault="00D7447D" w:rsidP="007742AD">
      <w:r>
        <w:t>sarung). Kakinya mengenakan sepasang sendal yang tali satu diantaranya sudah terputus. Menyaksikan</w:t>
      </w:r>
    </w:p>
    <w:p w:rsidR="00D7447D" w:rsidRDefault="00D7447D" w:rsidP="007742AD">
      <w:r>
        <w:t>remaja itu, Amr bin Sa'ad Al-Izadi berkata: ' Demi Allah, aku memperlakukannya dengan kasar dan</w:t>
      </w:r>
    </w:p>
    <w:p w:rsidR="00D7447D" w:rsidRDefault="00D7447D" w:rsidP="007742AD">
      <w:r>
        <w:t>membunuhnya.'</w:t>
      </w:r>
      <w:r w:rsidRPr="00D7447D">
        <w:rPr>
          <w:rStyle w:val="libFootnotenumChar"/>
        </w:rPr>
        <w:t>60</w:t>
      </w:r>
    </w:p>
    <w:p w:rsidR="00D7447D" w:rsidRDefault="00D7447D" w:rsidP="007742AD">
      <w:r>
        <w:t>"Aku berseru: 'Subhanallah! Kehendak macam apakah yang kamu katakan ini?! Orang sebanyak itu</w:t>
      </w:r>
    </w:p>
    <w:p w:rsidR="00D7447D" w:rsidRDefault="00D7447D" w:rsidP="007742AD">
      <w:r>
        <w:t>dan kini sedang mengelilinginya itu sudah cukup untuk membantainya. Lantas untuk apa kamu mau</w:t>
      </w:r>
    </w:p>
    <w:p w:rsidR="00D7447D" w:rsidRDefault="00D7447D" w:rsidP="007742AD">
      <w:r>
        <w:t>ikut-ikutan menghabisinya?!'</w:t>
      </w:r>
    </w:p>
    <w:p w:rsidR="00D7447D" w:rsidRDefault="00D7447D" w:rsidP="007742AD">
      <w:r>
        <w:t>"Saat aku masih berpikir demikian, seekor kuda tiba-tiba menerjang kemudian disusul dengan</w:t>
      </w:r>
    </w:p>
    <w:p w:rsidR="00D7447D" w:rsidRDefault="00D7447D" w:rsidP="007742AD">
      <w:r>
        <w:t xml:space="preserve">hantaman pedang yang mengena bagian kepala anak yang sedang teraniaya itu. Kepalanya terkoyak sehingga </w:t>
      </w:r>
      <w:r>
        <w:lastRenderedPageBreak/>
        <w:t>Qasim tersungkur ke tanah dan berteriak: 'Oh paman, aku haus, aku dahaga. Beri aku seteguk</w:t>
      </w:r>
    </w:p>
    <w:p w:rsidR="00D7447D" w:rsidRDefault="00D7447D" w:rsidP="007742AD">
      <w:r>
        <w:t>air minum!'</w:t>
      </w:r>
    </w:p>
    <w:p w:rsidR="00D7447D" w:rsidRDefault="00D7447D" w:rsidP="007742AD">
      <w:r>
        <w:t>"Hazrat Husain bin Ali dari jauh mencoba memberinya semangat dan ketabahan hati, sementara</w:t>
      </w:r>
    </w:p>
    <w:p w:rsidR="00D7447D" w:rsidRDefault="00D7447D" w:rsidP="007742AD">
      <w:r>
        <w:t>pasukan musuh terus mengerubungi sambil menganiayanya secara bertubi-tubi. Saat mereka hendak</w:t>
      </w:r>
    </w:p>
    <w:p w:rsidR="00D7447D" w:rsidRDefault="00D7447D" w:rsidP="007742AD">
      <w:r>
        <w:t>memenggal kepalanya, remaja belia itu merintih dan meminta diberi kesempatan untuk mengucapkan</w:t>
      </w:r>
    </w:p>
    <w:p w:rsidR="00D7447D" w:rsidRDefault="00D7447D" w:rsidP="007742AD">
      <w:r>
        <w:t>suatu wasiat kepada seseorang. Namun, saat dia tidak melihat siapapun di dekatnya kecuali kuda</w:t>
      </w:r>
    </w:p>
    <w:p w:rsidR="00D7447D" w:rsidRDefault="00D7447D" w:rsidP="007742AD">
      <w:r>
        <w:t>tunggangannya. Maka, ditujukan kepada kudanya itu dia berkata: "Katakanlah kepada puteri pamanku,</w:t>
      </w:r>
    </w:p>
    <w:p w:rsidR="00D7447D" w:rsidRDefault="00D7447D" w:rsidP="007742AD">
      <w:r>
        <w:t>sesungguhnya aku terbunuh dalam keadaan dahaga seorang diri. Maka, jika kamu meminum air,</w:t>
      </w:r>
    </w:p>
    <w:p w:rsidR="00D7447D" w:rsidRDefault="00D7447D" w:rsidP="007742AD">
      <w:r>
        <w:t>ingatlah aku dan ratapilah aku, dan jika (di sini) kamu hendak mewarnai kukumu dengan sesuatu,</w:t>
      </w:r>
    </w:p>
    <w:p w:rsidR="00D7447D" w:rsidRDefault="00D7447D" w:rsidP="007742AD">
      <w:r>
        <w:t>maka warnailah dengan darahku."</w:t>
      </w:r>
      <w:r w:rsidRPr="00D7447D">
        <w:rPr>
          <w:rStyle w:val="libFootnotenumChar"/>
        </w:rPr>
        <w:t>61</w:t>
      </w:r>
    </w:p>
    <w:p w:rsidR="00D7447D" w:rsidRDefault="00D7447D" w:rsidP="007742AD">
      <w:r>
        <w:t>Dalam keadaan tak berdaya itu, Qasim dipenggal oleh musuh. Kepalanya terpisah dari badan.</w:t>
      </w:r>
    </w:p>
    <w:p w:rsidR="00D7447D" w:rsidRDefault="00D7447D" w:rsidP="007742AD">
      <w:r>
        <w:t>Menyaksikan pemandangan sedemikian biadab itu, Imam Husain as segera menerjang barisan pasukan</w:t>
      </w:r>
    </w:p>
    <w:p w:rsidR="00D7447D" w:rsidRDefault="00D7447D" w:rsidP="007742AD">
      <w:r>
        <w:t>musuh. Bagaikan elang yang menukik dari angkasa saat memburu mangsa, Imam Husain as menerobos</w:t>
      </w:r>
    </w:p>
    <w:p w:rsidR="00D7447D" w:rsidRDefault="00D7447D" w:rsidP="007742AD">
      <w:r>
        <w:t>gerombolan musuh dan mengincar manusia liar yang telah memenggal kepada kepala Qasim. Begitu</w:t>
      </w:r>
    </w:p>
    <w:p w:rsidR="00D7447D" w:rsidRDefault="00D7447D" w:rsidP="007742AD">
      <w:r>
        <w:t>manusia biadab berama Amr bin Sa'ad itu terlihat di depan beliau, Imam Husain as segera</w:t>
      </w:r>
    </w:p>
    <w:p w:rsidR="00D7447D" w:rsidRDefault="00D7447D" w:rsidP="007742AD">
      <w:r>
        <w:t>membabatkan pedangnya ke arah Amr. Amr pun mengerang kesakitan begitu melihat tangannya sudah</w:t>
      </w:r>
    </w:p>
    <w:p w:rsidR="00D7447D" w:rsidRDefault="00D7447D" w:rsidP="007742AD">
      <w:r>
        <w:t>terpisah dari pangkal lengannya akibat sabetan pedang Imam Husain as. Namun, tanpa ampun lagi,</w:t>
      </w:r>
    </w:p>
    <w:p w:rsidR="00D7447D" w:rsidRDefault="00D7447D" w:rsidP="007742AD">
      <w:r>
        <w:t>diiringi gelegar suara Imam Husain as yang menggetarkan nyali pasukan musuh yang ada di sekitarnya,</w:t>
      </w:r>
    </w:p>
    <w:p w:rsidR="00D7447D" w:rsidRDefault="00D7447D" w:rsidP="007742AD">
      <w:r>
        <w:lastRenderedPageBreak/>
        <w:t>Amr bin Sa'ad mendapat serangan kedua kalinya dari pedang Imam. Manusia sadis terhempas dari</w:t>
      </w:r>
    </w:p>
    <w:p w:rsidR="00D7447D" w:rsidRDefault="00D7447D" w:rsidP="007742AD">
      <w:r>
        <w:t>kudanya. Dalam keadaan bermandi darah diapun sekarat dan mati.</w:t>
      </w:r>
    </w:p>
    <w:p w:rsidR="00D7447D" w:rsidRDefault="00D7447D" w:rsidP="007742AD">
      <w:r>
        <w:t>Debu yang beterbangan pun reda. Di saat musuh tercengang, Imam mendekati dan meraih kepala</w:t>
      </w:r>
    </w:p>
    <w:p w:rsidR="00D7447D" w:rsidRDefault="00D7447D" w:rsidP="007742AD">
      <w:r>
        <w:t>Qasim dan memeluknya jasadnya yang tak bernyawa itu. Imam berucap: "Demi Allah, adalah sesuatu</w:t>
      </w:r>
    </w:p>
    <w:p w:rsidR="00D7447D" w:rsidRDefault="00D7447D" w:rsidP="007742AD">
      <w:r>
        <w:t>yang tidak mungkin bagi pamanmu untuk tidak memenuhi panggilanmu jika kamu memanggilnya, atau</w:t>
      </w:r>
    </w:p>
    <w:p w:rsidR="00D7447D" w:rsidRDefault="00D7447D" w:rsidP="007742AD">
      <w:r>
        <w:t>memenuhinya tetapi tidak berguna untukmu."</w:t>
      </w:r>
      <w:r w:rsidRPr="00D7447D">
        <w:rPr>
          <w:rStyle w:val="libFootnotenumChar"/>
        </w:rPr>
        <w:t>62</w:t>
      </w:r>
      <w:r>
        <w:t>Hai Puteraku, orang-orang kafir telah membunuhmu.</w:t>
      </w:r>
    </w:p>
    <w:p w:rsidR="00D7447D" w:rsidRDefault="00D7447D" w:rsidP="007742AD">
      <w:pPr>
        <w:rPr>
          <w:rStyle w:val="libFootnotenumChar"/>
        </w:rPr>
      </w:pPr>
      <w:r>
        <w:t>Mereka tidak tahu siapa kamu, ayahmu dan kakekmu."</w:t>
      </w:r>
      <w:r w:rsidRPr="00D7447D">
        <w:rPr>
          <w:rStyle w:val="libFootnotenumChar"/>
        </w:rPr>
        <w:t>63</w:t>
      </w:r>
    </w:p>
    <w:p w:rsidR="00D7447D" w:rsidRDefault="00D7447D" w:rsidP="007742AD">
      <w:r>
        <w:t>Gugurnya Qasim di medan jihad tak urung disambut dengan jerit tangis histeris isteri yang baru saja</w:t>
      </w:r>
    </w:p>
    <w:p w:rsidR="00D7447D" w:rsidRDefault="00D7447D" w:rsidP="007742AD">
      <w:r>
        <w:t>dinikahinya. Ratapan histeris juga datang dari ibu Qasim. Mereka melumuri wajah mereka dengan</w:t>
      </w:r>
    </w:p>
    <w:p w:rsidR="00D7447D" w:rsidRDefault="00D7447D" w:rsidP="007742AD">
      <w:r>
        <w:t>darah suci Qasim sambil menangis tanpa henti hingga kemudian dengan hati pilu Imam Husain as</w:t>
      </w:r>
    </w:p>
    <w:p w:rsidR="00D7447D" w:rsidRDefault="00D7447D" w:rsidP="007742AD">
      <w:r>
        <w:t>meminta mereka untuk tabah didepan cobaan yang amat besar ini. Beliau kemudian membawa jenazah</w:t>
      </w:r>
    </w:p>
    <w:p w:rsidR="00D7447D" w:rsidRDefault="00D7447D" w:rsidP="007742AD">
      <w:r>
        <w:t>suci Qasim ke dalam tenda yang khusus untuk dibaringkan di sisi jenazah para syuhada sebelum</w:t>
      </w:r>
    </w:p>
    <w:p w:rsidR="00D7447D" w:rsidRDefault="00D7447D" w:rsidP="007742AD">
      <w:r>
        <w:t>Qasim. Dengan wajah yang tak dapat membendung luapan duka, beliau menatap ke arah langit dan</w:t>
      </w:r>
    </w:p>
    <w:p w:rsidR="00D7447D" w:rsidRDefault="00D7447D" w:rsidP="007742AD">
      <w:r>
        <w:t>berucap:</w:t>
      </w:r>
    </w:p>
    <w:p w:rsidR="00D7447D" w:rsidRDefault="00D7447D" w:rsidP="007742AD">
      <w:r>
        <w:t>"Ya Allah Yang Maha Kuat lagi Maha Perkasa, Engkau tahu bahwa orang-orang (Kufah) itu telah</w:t>
      </w:r>
    </w:p>
    <w:p w:rsidR="00D7447D" w:rsidRDefault="00D7447D" w:rsidP="007742AD">
      <w:r>
        <w:t>mengundangku untuk mendukungku. Namun sekarang mereka telah melepaskan tangan dariku</w:t>
      </w:r>
    </w:p>
    <w:p w:rsidR="00D7447D" w:rsidRDefault="00D7447D" w:rsidP="007742AD">
      <w:r>
        <w:t>kemudian menjabat tangan musuhku. Mereka membantu musuh dan bangkit memerangiku. Ya Allah</w:t>
      </w:r>
    </w:p>
    <w:p w:rsidR="00D7447D" w:rsidRDefault="00D7447D" w:rsidP="007742AD">
      <w:r>
        <w:t>Yang Maha Adil lagi Maha Bijaksana, binasakanlah mereka, ceri beraikan mereka hingga tidak ada</w:t>
      </w:r>
    </w:p>
    <w:p w:rsidR="00D7447D" w:rsidRDefault="00D7447D" w:rsidP="007742AD">
      <w:r>
        <w:t>lagi satupun diantara mereka yang tersisa.</w:t>
      </w:r>
    </w:p>
    <w:p w:rsidR="00D7447D" w:rsidRDefault="00D7447D" w:rsidP="007742AD">
      <w:r>
        <w:lastRenderedPageBreak/>
        <w:t>"Laknat Allah atas para pembunuh kalian (para syuhada)."</w:t>
      </w:r>
    </w:p>
    <w:p w:rsidR="00D7447D" w:rsidRDefault="00D7447D" w:rsidP="007742AD">
      <w:r>
        <w:t>Di Karbala, saat putera-putera ksatria Ali bin Abi Thalib as tidak tersisa lagi kecuali Imam Husain as</w:t>
      </w:r>
    </w:p>
    <w:p w:rsidR="00D7447D" w:rsidRDefault="00D7447D" w:rsidP="007742AD">
      <w:r>
        <w:t>dan Abu Fadl Abbas, Abbas datang menghampiri kakaknya, Imam Husain as dan berkata:"</w:t>
      </w:r>
    </w:p>
    <w:p w:rsidR="00D7447D" w:rsidRDefault="00D7447D" w:rsidP="007742AD">
      <w:r>
        <w:t>"Terbunuhya para sahabat dan kerabatku kini telah membuatku tak kuasa lagi menahan rasa sabar.</w:t>
      </w:r>
    </w:p>
    <w:p w:rsidR="00D7447D" w:rsidRDefault="00D7447D" w:rsidP="007742AD">
      <w:r>
        <w:t>Maka izinkan aku untuk membalas darah mereka."</w:t>
      </w:r>
    </w:p>
    <w:p w:rsidR="00D7447D" w:rsidRDefault="00D7447D" w:rsidP="007742AD">
      <w:r>
        <w:t>"Saudara-saudara Imam Husain as yang sudah maju ke depan dan membawa bendera perlawanan</w:t>
      </w:r>
    </w:p>
    <w:p w:rsidR="00D7447D" w:rsidRDefault="00D7447D" w:rsidP="007742AD">
      <w:r>
        <w:t>sebelum Abbbas ialah Abdullah, Jakfar, dan Ustman. Mereka sudah gugur mendahului Abbas hingga</w:t>
      </w:r>
    </w:p>
    <w:p w:rsidR="00D7447D" w:rsidRDefault="00D7447D" w:rsidP="007742AD">
      <w:r>
        <w:t>akhirnya tibalah giliran Abbas sendiri untuk melakukan perlawanan di atas pentas peperangan yang</w:t>
      </w:r>
    </w:p>
    <w:p w:rsidR="00D7447D" w:rsidRDefault="00D7447D" w:rsidP="007742AD">
      <w:r>
        <w:t>sebenarnya lebih merupakan panggung pembantaian itu.</w:t>
      </w:r>
    </w:p>
    <w:p w:rsidR="006C7522" w:rsidRDefault="006C7522" w:rsidP="007742AD"/>
    <w:p w:rsidR="006C7522" w:rsidRDefault="006C7522" w:rsidP="003718EF">
      <w:pPr>
        <w:outlineLvl w:val="0"/>
      </w:pPr>
      <w:bookmarkStart w:id="23" w:name="_Toc403378396"/>
      <w:r>
        <w:t>Musibah Hazrat Abu Fadhl Abbas as</w:t>
      </w:r>
      <w:bookmarkEnd w:id="23"/>
    </w:p>
    <w:p w:rsidR="006C7522" w:rsidRDefault="006C7522" w:rsidP="007742AD">
      <w:r>
        <w:t>Dalam riwayat disebutkan bahwa Abu Fadhl Abbas</w:t>
      </w:r>
      <w:r w:rsidRPr="00365653">
        <w:rPr>
          <w:rStyle w:val="libFootnotenumChar"/>
        </w:rPr>
        <w:t>64</w:t>
      </w:r>
      <w:r>
        <w:t xml:space="preserve"> as adalah pria yang berperawakan tinggi, tegap,</w:t>
      </w:r>
    </w:p>
    <w:p w:rsidR="00365653" w:rsidRDefault="006C7522" w:rsidP="007742AD">
      <w:r>
        <w:t>dan kekar. Dadanya bidang dan wajahnya putih berseri. Sedemikian elok dan rupawannya Fisik Abbas</w:t>
      </w:r>
      <w:r w:rsidR="00365653">
        <w:t xml:space="preserve"> sehingga adik Imam Husain as dari lain ibu ini tenar dengan julukan “Purnama Bani Hasyim” (Qamar</w:t>
      </w:r>
    </w:p>
    <w:p w:rsidR="00365653" w:rsidRDefault="00365653" w:rsidP="007742AD">
      <w:r>
        <w:t>bani Hasyim).</w:t>
      </w:r>
    </w:p>
    <w:p w:rsidR="00365653" w:rsidRDefault="00365653" w:rsidP="007742AD">
      <w:r>
        <w:t>Dalam sejarah Abbas juga dikenal sebagai pemegang panji Karbala. Keberanian, kehebatan, dan</w:t>
      </w:r>
    </w:p>
    <w:p w:rsidR="00365653" w:rsidRDefault="00365653" w:rsidP="007742AD">
      <w:r>
        <w:t>kekuatannya saat itu tak tertandingi oleh siapapun. Sebagai manusia yang tumbuh besar di tengah</w:t>
      </w:r>
    </w:p>
    <w:p w:rsidR="00365653" w:rsidRDefault="00365653" w:rsidP="007742AD">
      <w:r>
        <w:t>binaan keluarga suci dan mulia, dia memiliki keteguhan dan kesetiaan yang luar biasa kepada</w:t>
      </w:r>
    </w:p>
    <w:p w:rsidR="00365653" w:rsidRDefault="00365653" w:rsidP="007742AD">
      <w:r>
        <w:t>kepemimpinan dalam untaian figur-figur utama Ahlul Bait as. Perjuangan di Karbala telah</w:t>
      </w:r>
    </w:p>
    <w:p w:rsidR="00365653" w:rsidRDefault="00365653" w:rsidP="007742AD">
      <w:r>
        <w:t>menyematkan namanya dalam sejarah keislaman dan Ahlul Bait Rasul sebagai salah satu pahlawan</w:t>
      </w:r>
    </w:p>
    <w:p w:rsidR="00365653" w:rsidRDefault="00365653" w:rsidP="007742AD">
      <w:r>
        <w:lastRenderedPageBreak/>
        <w:t>yang sangat legendaris.</w:t>
      </w:r>
    </w:p>
    <w:p w:rsidR="00365653" w:rsidRDefault="00365653" w:rsidP="007742AD">
      <w:r>
        <w:t>Tentang ini Imam Ali Zainal Abidin Assajjad as berkata, "Sesungguhnya di sisi Allah Abbas memiliki</w:t>
      </w:r>
    </w:p>
    <w:p w:rsidR="00365653" w:rsidRDefault="00365653" w:rsidP="007742AD">
      <w:r>
        <w:t>kedudukan (sedemikian tinggi) sehingga seluruh para syuhada cemburu menyaksikannya pada hari</w:t>
      </w:r>
    </w:p>
    <w:p w:rsidR="00365653" w:rsidRDefault="00365653" w:rsidP="007742AD">
      <w:r>
        <w:t>kiamat."</w:t>
      </w:r>
      <w:r w:rsidRPr="00365653">
        <w:rPr>
          <w:rStyle w:val="libFootnotenumChar"/>
        </w:rPr>
        <w:t>65</w:t>
      </w:r>
    </w:p>
    <w:p w:rsidR="00365653" w:rsidRDefault="00365653" w:rsidP="007742AD">
      <w:r>
        <w:t>Imam Assajad as dalam doanya untuk Abbas as juga berucap, "Ya Allah, rahmatilah pamanku, Abbas.</w:t>
      </w:r>
    </w:p>
    <w:p w:rsidR="00365653" w:rsidRDefault="00365653" w:rsidP="007742AD">
      <w:r>
        <w:t>Sesungguhnya dia telah mengorbankan jiwanya untuk saudaranya."</w:t>
      </w:r>
    </w:p>
    <w:p w:rsidR="00365653" w:rsidRDefault="00365653" w:rsidP="007742AD">
      <w:r>
        <w:t>Dalam peperangan kedua tangannya telah dipotong oleh musuh sehingga Allah menggantinya dengan</w:t>
      </w:r>
    </w:p>
    <w:p w:rsidR="00365653" w:rsidRDefault="00365653" w:rsidP="007742AD">
      <w:r>
        <w:t>sepasang sayap untuk terbang dengan para malaikat di alam surga. Di sisi Allah dia memiliki</w:t>
      </w:r>
    </w:p>
    <w:p w:rsidR="00365653" w:rsidRDefault="00365653" w:rsidP="007742AD">
      <w:r>
        <w:t>kedudukan yang sangat agung sehingga membuat para sahabat cemburu melihatnya.</w:t>
      </w:r>
      <w:r w:rsidRPr="00365653">
        <w:rPr>
          <w:rStyle w:val="libFootnotenumChar"/>
        </w:rPr>
        <w:t>66</w:t>
      </w:r>
    </w:p>
    <w:p w:rsidR="00365653" w:rsidRDefault="00365653" w:rsidP="007742AD">
      <w:r>
        <w:t>Sang Purnama Bani Hasyim adalah pria dewasa yang perasaannya dikenal sangat peka. Perasaannya</w:t>
      </w:r>
    </w:p>
    <w:p w:rsidR="00365653" w:rsidRDefault="00365653" w:rsidP="007742AD">
      <w:r>
        <w:t>sangat tersayat menakala dia mendengar ratapan kehausan dan tumpahnya darah para pahlawan</w:t>
      </w:r>
    </w:p>
    <w:p w:rsidR="00365653" w:rsidRDefault="00365653" w:rsidP="007742AD">
      <w:r>
        <w:t>Karbala. Saat itulah dia semakin merasakan tidak ada gunanya hidup bila tidak dia gunakan untuk</w:t>
      </w:r>
    </w:p>
    <w:p w:rsidR="00365653" w:rsidRDefault="00365653" w:rsidP="007742AD">
      <w:r>
        <w:t>berjihad membela junjungan dan pemimpinnya, Imam Husain as. Namun, selama terjadi peperangan</w:t>
      </w:r>
    </w:p>
    <w:p w:rsidR="00365653" w:rsidRDefault="00365653" w:rsidP="007742AD">
      <w:r>
        <w:t>yang menggugurkan satu persatu dari sahabat dan kerabatnya, yang bisa dia nantikan hanyalah menanti</w:t>
      </w:r>
    </w:p>
    <w:p w:rsidR="00365653" w:rsidRDefault="00365653" w:rsidP="007742AD">
      <w:r>
        <w:t>instruksi Sang Imam. Dan saat dia mendapat instruksi itu, banyak diantara pasukan musuh yang harus</w:t>
      </w:r>
    </w:p>
    <w:p w:rsidR="00365653" w:rsidRDefault="00365653" w:rsidP="007742AD">
      <w:r>
        <w:t>bergelimpangan ditangannya untuk kemudian dia kirim ke neraka jahannam dengan harapan dapat</w:t>
      </w:r>
    </w:p>
    <w:p w:rsidR="006C7522" w:rsidRDefault="00365653" w:rsidP="007742AD">
      <w:r>
        <w:t>membalas kebejatan para musuh itu dengan sekuat tenaga.</w:t>
      </w:r>
    </w:p>
    <w:p w:rsidR="00365653" w:rsidRDefault="00365653" w:rsidP="007742AD">
      <w:r>
        <w:t>Dalam penantian instruksi dari saudara sekaligus pemimpinnya itu, kata-kata yang dia ucapkan kepada</w:t>
      </w:r>
    </w:p>
    <w:p w:rsidR="00365653" w:rsidRDefault="00365653" w:rsidP="007742AD">
      <w:r>
        <w:t xml:space="preserve">beliau adalah: "Kakakku, sudahkah engkau mengizinkan aku?" Pernyataan Sang Purnama ini </w:t>
      </w:r>
      <w:r>
        <w:lastRenderedPageBreak/>
        <w:t>membuat hati Sang Imam luluh sehingga menangis tersedu dan berkata: "Adikku, engkau adalah pengibar</w:t>
      </w:r>
    </w:p>
    <w:p w:rsidR="00365653" w:rsidRDefault="00365653" w:rsidP="007742AD">
      <w:r>
        <w:t>panjiku dan lambang pasukanku."</w:t>
      </w:r>
      <w:r w:rsidRPr="00365653">
        <w:rPr>
          <w:rStyle w:val="libFootnotenumChar"/>
        </w:rPr>
        <w:t>67</w:t>
      </w:r>
      <w:r>
        <w:t xml:space="preserve"> Beliau juga mengatakan: "Engkaulah pemegang panjiku, namun</w:t>
      </w:r>
    </w:p>
    <w:p w:rsidR="00365653" w:rsidRDefault="00365653" w:rsidP="007742AD">
      <w:r>
        <w:t>cobalah engkau carikan seteguk air untuk anak-anak itu."</w:t>
      </w:r>
      <w:r w:rsidRPr="00365653">
        <w:rPr>
          <w:rStyle w:val="libFootnotenumChar"/>
        </w:rPr>
        <w:t>68</w:t>
      </w:r>
    </w:p>
    <w:p w:rsidR="00365653" w:rsidRDefault="00365653" w:rsidP="007742AD">
      <w:r>
        <w:t>Hazrat Abbas as lantas mendatangi kelompok Bani Umayyah dan mencoba menasihati mereka kendati</w:t>
      </w:r>
    </w:p>
    <w:p w:rsidR="00365653" w:rsidRDefault="00365653" w:rsidP="007742AD">
      <w:r>
        <w:t>Abbas tahu bahwa itu tidak akan mereka dengar. Setelah terbukti nasihat itu sia-sia, dia kembali</w:t>
      </w:r>
    </w:p>
    <w:p w:rsidR="00365653" w:rsidRDefault="00365653" w:rsidP="007742AD">
      <w:r>
        <w:t>menghadap Imam Husain as dan mendengar jerit tangis anak-anak kecil yang kehausan meminta</w:t>
      </w:r>
    </w:p>
    <w:p w:rsidR="00365653" w:rsidRDefault="00365653" w:rsidP="007742AD">
      <w:r>
        <w:t>dibawakan air. Hati Abbas merintih. Sambil menatap langit, bibirnya berucap:</w:t>
      </w:r>
    </w:p>
    <w:p w:rsidR="00365653" w:rsidRDefault="00365653" w:rsidP="007742AD">
      <w:r>
        <w:t>"Tuhanku, Junjunganku, aku berharap dapat memenuhi janjiku, aku akan membawakan satu girbah air</w:t>
      </w:r>
    </w:p>
    <w:p w:rsidR="00365653" w:rsidRDefault="00365653" w:rsidP="007742AD">
      <w:r>
        <w:t>untuk anak-anak itu."</w:t>
      </w:r>
      <w:r w:rsidRPr="00365653">
        <w:rPr>
          <w:rStyle w:val="libFootnotenumChar"/>
        </w:rPr>
        <w:t>69</w:t>
      </w:r>
    </w:p>
    <w:p w:rsidR="00365653" w:rsidRDefault="00365653" w:rsidP="007742AD">
      <w:r>
        <w:t>Abbas kemudian meraih tombak dan memacu kudanya sambil membawa girbah (kantung air dari kulit)</w:t>
      </w:r>
    </w:p>
    <w:p w:rsidR="00365653" w:rsidRDefault="00365653" w:rsidP="007742AD">
      <w:r>
        <w:t>menuju sungai Elfrat yang seluruh tepi dijaga oleh sekitar empat ribu pasukan musuh. Begitu Abbas</w:t>
      </w:r>
    </w:p>
    <w:p w:rsidR="00365653" w:rsidRDefault="00365653" w:rsidP="007742AD">
      <w:r>
        <w:t>tiba di dekat sungai itu, pasukan musuh itu segera mengepungnya sambil memasang anak panah ke</w:t>
      </w:r>
    </w:p>
    <w:p w:rsidR="00365653" w:rsidRDefault="00365653" w:rsidP="007742AD">
      <w:r>
        <w:t>busurnya ke arah adik Imam Husain as tersebut. Pemandangan seperti itu tak membuatnya gentar.</w:t>
      </w:r>
    </w:p>
    <w:p w:rsidR="00365653" w:rsidRDefault="00365653" w:rsidP="007742AD">
      <w:r>
        <w:t>Begitu beberapa anak panah melesat, Abbas segera berkelit dan bergerak tangkas menyerang musuh.</w:t>
      </w:r>
    </w:p>
    <w:p w:rsidR="00365653" w:rsidRDefault="00365653" w:rsidP="007742AD">
      <w:r>
        <w:t>Sekali terjang, pedang Abbas berhasil membabat nyawa sejumlah pasukan. Kemanapun kuda Abbas</w:t>
      </w:r>
    </w:p>
    <w:p w:rsidR="00365653" w:rsidRDefault="00365653" w:rsidP="007742AD">
      <w:r>
        <w:t>bergerak, gerombalan musuh bubar dan porak poranda. Akibatnya, penjagaan sungai ElFrat yang</w:t>
      </w:r>
    </w:p>
    <w:p w:rsidR="00365653" w:rsidRDefault="00365653" w:rsidP="007742AD">
      <w:r>
        <w:t>berlapis-lapis akhirnya jebol diterjang pendekar Abbas.</w:t>
      </w:r>
    </w:p>
    <w:p w:rsidR="00365653" w:rsidRDefault="00365653" w:rsidP="007742AD">
      <w:r>
        <w:lastRenderedPageBreak/>
        <w:t>Sambil menahan letih dan rasa haus yang mencekiknya, Abbas turun ke sungai dengan kudanya. Mulamula</w:t>
      </w:r>
    </w:p>
    <w:p w:rsidR="00365653" w:rsidRDefault="00365653" w:rsidP="007742AD">
      <w:r>
        <w:t>dia berusaha cepat-cepat mengisi girbahnya dengan air. Setelah itu dia meraih air dengan telapak</w:t>
      </w:r>
    </w:p>
    <w:p w:rsidR="00365653" w:rsidRDefault="00365653" w:rsidP="007742AD">
      <w:r>
        <w:t>tangannya untuk diminumnya. Namun, belum sempat air itu menyentuh bibirnya, Abbas teringat</w:t>
      </w:r>
    </w:p>
    <w:p w:rsidR="00365653" w:rsidRDefault="00365653" w:rsidP="007742AD">
      <w:r>
        <w:t>kepada Imam Husain as dan kerabatnya yang sedang kehausan menantikan kedatangannya. Air di</w:t>
      </w:r>
    </w:p>
    <w:p w:rsidR="00365653" w:rsidRDefault="00365653" w:rsidP="007742AD">
      <w:r>
        <w:t>telapak tangannya langsung dia tumpahkan lagi sambil berucap:</w:t>
      </w:r>
    </w:p>
    <w:p w:rsidR="00365653" w:rsidRDefault="00365653" w:rsidP="007742AD">
      <w:pPr>
        <w:rPr>
          <w:rStyle w:val="libFootnotenumChar"/>
        </w:rPr>
      </w:pPr>
      <w:r>
        <w:t>"Demi Allah aku tidak akan meneguk air sementara junjunganku Husain sedang kehausan."</w:t>
      </w:r>
      <w:r w:rsidRPr="00365653">
        <w:rPr>
          <w:rStyle w:val="libFootnotenumChar"/>
        </w:rPr>
        <w:t>70</w:t>
      </w:r>
    </w:p>
    <w:p w:rsidR="0000600F" w:rsidRDefault="0000600F" w:rsidP="007742AD">
      <w:r>
        <w:t>Hazrat Abbas as kemudian berusaha kembali dengan menempuh jalur lain melalui tanah yang</w:t>
      </w:r>
    </w:p>
    <w:p w:rsidR="0000600F" w:rsidRDefault="0000600F" w:rsidP="007742AD">
      <w:r>
        <w:t>ditumbuhi pohon-pohon kurma agar air yang dibawanya tiba dengan selamat ke tangan Imam. Namun,</w:t>
      </w:r>
    </w:p>
    <w:p w:rsidR="0000600F" w:rsidRDefault="0000600F" w:rsidP="007742AD">
      <w:r>
        <w:t>perjalanan Abbas tetap dihadang musuh. Dia tidak diperkenankan membawa air itu kepada Ahlul Nabi</w:t>
      </w:r>
    </w:p>
    <w:p w:rsidR="0000600F" w:rsidRDefault="0000600F" w:rsidP="007742AD">
      <w:r>
        <w:t>tersebut. Kali ini pasukan Umar bin Sa'ad semakin garang. Abbas dikepung lagi. Pasukan yang</w:t>
      </w:r>
    </w:p>
    <w:p w:rsidR="0000600F" w:rsidRDefault="0000600F" w:rsidP="007742AD">
      <w:r>
        <w:t>menghadang di depannya adalah pasukan pemanah yang sudah siap melepaskan sekian banyak anak</w:t>
      </w:r>
    </w:p>
    <w:p w:rsidR="0000600F" w:rsidRDefault="0000600F" w:rsidP="007742AD">
      <w:r>
        <w:t>panah untuk mencabik-cabik tubuhnya. Namun, sebelum menjadi sarang benda-benda tajam beracun</w:t>
      </w:r>
    </w:p>
    <w:p w:rsidR="0000600F" w:rsidRDefault="0000600F" w:rsidP="007742AD">
      <w:r>
        <w:t>itu, dengan tangkasnya pedang Abbas menyambar musuh ada di depannya. Sejurus kemudian</w:t>
      </w:r>
    </w:p>
    <w:p w:rsidR="0000600F" w:rsidRDefault="0000600F" w:rsidP="007742AD">
      <w:r>
        <w:t>kepungan musuh kembali porak-poranda diobrak-abrik Abbas.</w:t>
      </w:r>
    </w:p>
    <w:p w:rsidR="0000600F" w:rsidRDefault="0000600F" w:rsidP="007742AD">
      <w:r>
        <w:t>Menyaksikan kehebatan Abbas yang tidak bisa dipatahkan dengan berhadapan langsung itu, beberapa</w:t>
      </w:r>
    </w:p>
    <w:p w:rsidR="0000600F" w:rsidRDefault="0000600F" w:rsidP="007742AD">
      <w:r>
        <w:t>pasukan penunggang kuda ahli diperintahkan untuk bekerjasama menghabisi Abbas dengan cara</w:t>
      </w:r>
    </w:p>
    <w:p w:rsidR="0000600F" w:rsidRDefault="0000600F" w:rsidP="007742AD">
      <w:r>
        <w:t>menyelinap dan bersembunyi di balik pepohonan kurma. Saat Abbas lewat, dua pasukan musuh</w:t>
      </w:r>
    </w:p>
    <w:p w:rsidR="0000600F" w:rsidRDefault="0000600F" w:rsidP="007742AD">
      <w:r>
        <w:lastRenderedPageBreak/>
        <w:t>bernama Zaid bin Warqa dan Hakim bin Tufail yang juga bersembunyi di balik pohon segera muncul</w:t>
      </w:r>
    </w:p>
    <w:p w:rsidR="0000600F" w:rsidRDefault="0000600F" w:rsidP="007742AD">
      <w:r>
        <w:t>sambil menghantamkan pedangnya ke tangan Abbas. Tanpa ampun lagi, tangan kanan Abbas putus dan</w:t>
      </w:r>
    </w:p>
    <w:p w:rsidR="0000600F" w:rsidRDefault="0000600F" w:rsidP="007742AD">
      <w:r>
        <w:t>terpisah dari tubuhnya. Tangan kirinya segera menyambar girbah air dan pedangnya. Dengan satu</w:t>
      </w:r>
    </w:p>
    <w:p w:rsidR="0000600F" w:rsidRDefault="0000600F" w:rsidP="007742AD">
      <w:r>
        <w:t>tangan dan sisa-sisa tenaga itu, Abbas masih bisa membalas beberapa orang pasukan hingga tewas.</w:t>
      </w:r>
    </w:p>
    <w:p w:rsidR="0000600F" w:rsidRDefault="0000600F" w:rsidP="007742AD">
      <w:r>
        <w:t>Saat itu dia sempat berucap, "Demi Allah, walaupun tangan kananku telah kalian potong aku tetap akan</w:t>
      </w:r>
    </w:p>
    <w:p w:rsidR="0000600F" w:rsidRDefault="0000600F" w:rsidP="007742AD">
      <w:r>
        <w:t>membela agamaku, membela Imam yang jujur, penuh keyakinan, dan cucu Nabi yang suci dan</w:t>
      </w:r>
    </w:p>
    <w:p w:rsidR="00365653" w:rsidRDefault="0000600F" w:rsidP="007742AD">
      <w:pPr>
        <w:rPr>
          <w:rStyle w:val="libFootnotenumChar"/>
        </w:rPr>
      </w:pPr>
      <w:r>
        <w:t>terpercaya."</w:t>
      </w:r>
      <w:r w:rsidRPr="0000600F">
        <w:rPr>
          <w:rStyle w:val="libFootnotenumChar"/>
        </w:rPr>
        <w:t>71</w:t>
      </w:r>
    </w:p>
    <w:p w:rsidR="0000600F" w:rsidRDefault="0000600F" w:rsidP="007742AD">
      <w:r>
        <w:t>Hazrat Abbas as tetap berusaha bertahan dan menyerang walaupun badannya sudah lemah akibat</w:t>
      </w:r>
    </w:p>
    <w:p w:rsidR="0000600F" w:rsidRDefault="0000600F" w:rsidP="007742AD">
      <w:r>
        <w:t>pendarahan. Dalam kondisi yang nyaris tak berdaya itu, seseorang bernama Nufail Arzaq tiba-tiba</w:t>
      </w:r>
    </w:p>
    <w:p w:rsidR="0000600F" w:rsidRDefault="0000600F" w:rsidP="007742AD">
      <w:r>
        <w:t>muncul bak siluman dari balik pohon sambil mengayunkan pedangnya ke arah bahu Abbas. Abbas tak</w:t>
      </w:r>
    </w:p>
    <w:p w:rsidR="0000600F" w:rsidRDefault="0000600F" w:rsidP="007742AD">
      <w:r>
        <w:t>sempat menghindar lagi. Satu-satunya tangan yang diharapkan dapat membawakan air untuk anak</w:t>
      </w:r>
    </w:p>
    <w:p w:rsidR="0000600F" w:rsidRDefault="0000600F" w:rsidP="007742AD">
      <w:r>
        <w:t>keturunan Rasul yang sedang kehausan itu akhirnya putus. Dalam keadaan tanpa tangan, adik Imam</w:t>
      </w:r>
    </w:p>
    <w:p w:rsidR="0000600F" w:rsidRDefault="0000600F" w:rsidP="007742AD">
      <w:r>
        <w:t>Husain ini mencoba meraihnya kantung air dengan menggigitnya. Tapi kebrutalan hati musuh tak</w:t>
      </w:r>
    </w:p>
    <w:p w:rsidR="0000600F" w:rsidRDefault="0000600F" w:rsidP="007742AD">
      <w:r>
        <w:t>kunjung reda. Kantung itu dipanah sehingga air yang diharapkan itu tumpah. Air itu pun mengucur</w:t>
      </w:r>
    </w:p>
    <w:p w:rsidR="0000600F" w:rsidRDefault="0000600F" w:rsidP="007742AD">
      <w:r>
        <w:t>habis seiring dengan habisnya harapan Abbas. Aksi pembantaian ini berlanjut dengan tembusnya satu</w:t>
      </w:r>
    </w:p>
    <w:p w:rsidR="0000600F" w:rsidRDefault="0000600F" w:rsidP="007742AD">
      <w:r>
        <w:t>lagi anak panah ke dada Abbas. Tak cukup dengan itu, Hakim bin Tufail datang lagi menghantamkan</w:t>
      </w:r>
    </w:p>
    <w:p w:rsidR="0000600F" w:rsidRDefault="0000600F" w:rsidP="007742AD">
      <w:r>
        <w:t>batangan besi ke ubun-ubun Abbas. Abbas pun terjungkal dari atas kuda sambil mengerang kesakitan dan berteriak : "Hai kakakku, temuilah aku!"</w:t>
      </w:r>
    </w:p>
    <w:p w:rsidR="0000600F" w:rsidRDefault="0000600F" w:rsidP="007742AD">
      <w:r>
        <w:t>Dengan sengalan nafas yang masih tersisa Abbas as berucap lagi untuk Imam Husain as: "Salam</w:t>
      </w:r>
    </w:p>
    <w:p w:rsidR="0000600F" w:rsidRDefault="0000600F" w:rsidP="007742AD">
      <w:r>
        <w:lastRenderedPageBreak/>
        <w:t>atasmu dariku, wahai Abu Abdillah."</w:t>
      </w:r>
      <w:r w:rsidRPr="0000600F">
        <w:rPr>
          <w:rStyle w:val="libFootnotenumChar"/>
        </w:rPr>
        <w:t>72</w:t>
      </w:r>
    </w:p>
    <w:p w:rsidR="0000600F" w:rsidRDefault="0000600F" w:rsidP="007742AD">
      <w:r>
        <w:t>Suara dan ratapan Abbas ini secara ajaib terdengar oleh Imam Husain as sehingga beliaupun beranjak</w:t>
      </w:r>
    </w:p>
    <w:p w:rsidR="0000600F" w:rsidRDefault="0000600F" w:rsidP="007742AD">
      <w:r>
        <w:t>ke arahnya sambil berteriak-teriak: "Dimanakah kamu?" Imam Husain as tiba-tiba dikejutkan oleh kuda</w:t>
      </w:r>
    </w:p>
    <w:p w:rsidR="0000600F" w:rsidRDefault="0000600F" w:rsidP="007742AD">
      <w:r>
        <w:t>Abu Fadhl Abbas yang diberi nama Dzul Janah itu. Secara ajaib kuda itu dapat berucap berucap: "Hai</w:t>
      </w:r>
    </w:p>
    <w:p w:rsidR="0000600F" w:rsidRDefault="0000600F" w:rsidP="007742AD">
      <w:r>
        <w:t>junjunganku, adakah engkau tidak melihat ke tanah?"</w:t>
      </w:r>
      <w:r w:rsidRPr="0000600F">
        <w:rPr>
          <w:rStyle w:val="libFootnotenumChar"/>
        </w:rPr>
        <w:t>73</w:t>
      </w:r>
    </w:p>
    <w:p w:rsidR="0000600F" w:rsidRDefault="0000600F" w:rsidP="007742AD">
      <w:r>
        <w:t>Imam lantas melihat ke tanah dan tampaklah di depan mata beliau dua pasang tangan tergeletak di atas</w:t>
      </w:r>
    </w:p>
    <w:p w:rsidR="0000600F" w:rsidRDefault="0000600F" w:rsidP="007742AD">
      <w:r>
        <w:t>tanah. Tangan yang dikenalnya segera diraih dan dipeluknya. Tak jauh dari situ pula, Imam melihat</w:t>
      </w:r>
    </w:p>
    <w:p w:rsidR="0000600F" w:rsidRDefault="0000600F" w:rsidP="007742AD">
      <w:r>
        <w:t>tubuh adiknya yang tinggi besar itu tergeletak dalam keadaan penuh luka bersimbah darah. Imam pun</w:t>
      </w:r>
    </w:p>
    <w:p w:rsidR="0000600F" w:rsidRDefault="0000600F" w:rsidP="007742AD">
      <w:r>
        <w:t>tak kuasa menahan duka. Beliau menangis tersedu dan meratap hingga mengiris hati seluruh hamba</w:t>
      </w:r>
    </w:p>
    <w:p w:rsidR="0000600F" w:rsidRDefault="0000600F" w:rsidP="007742AD">
      <w:r>
        <w:t>sejati Allah di langit dan bumi.</w:t>
      </w:r>
    </w:p>
    <w:p w:rsidR="0000600F" w:rsidRDefault="0000600F" w:rsidP="007742AD">
      <w:r>
        <w:t>"Kini tulang punggungku sudah patah, daya upayaku sudah menyurut, dan musuhku pun semakin</w:t>
      </w:r>
    </w:p>
    <w:p w:rsidR="0000600F" w:rsidRDefault="0000600F" w:rsidP="007742AD">
      <w:r>
        <w:t>mencaci maki diriku." Ratap putera Fatimah itu sambil memeluk Abbas, adiknya dari lain ibu. Di</w:t>
      </w:r>
    </w:p>
    <w:p w:rsidR="0000600F" w:rsidRDefault="0000600F" w:rsidP="007742AD">
      <w:r>
        <w:t>tengah isak tangisnya, Imam juga berucap kepada Abbas: "Semoga Allah membalasmu dengan</w:t>
      </w:r>
    </w:p>
    <w:p w:rsidR="0000600F" w:rsidRDefault="0000600F" w:rsidP="007742AD">
      <w:r>
        <w:t>kebaikan, adikku. Engkau telah berjuang di jalan Allah dengan sempurna."</w:t>
      </w:r>
      <w:r w:rsidRPr="0000600F">
        <w:rPr>
          <w:rStyle w:val="libFootnotenumChar"/>
        </w:rPr>
        <w:t>74</w:t>
      </w:r>
    </w:p>
    <w:p w:rsidR="0000600F" w:rsidRDefault="0000600F" w:rsidP="007742AD">
      <w:r>
        <w:t>Jasad Abbas yang tak bertangan itu ternyata masih bernyawa. Mulutnya bergetar dan kemudian</w:t>
      </w:r>
    </w:p>
    <w:p w:rsidR="0000600F" w:rsidRDefault="0000600F" w:rsidP="007742AD">
      <w:r>
        <w:t>bersuara lirih, "Kakakku, tolong jangan engkau bawa aku ke tenda sana. Sebab, selain aku telah gagal</w:t>
      </w:r>
    </w:p>
    <w:p w:rsidR="0000600F" w:rsidRDefault="0000600F" w:rsidP="007742AD">
      <w:r>
        <w:t>memenuhi janjiku untuk membawakan air kepada anak-anak kecil itu, aku adalah pemegang panji</w:t>
      </w:r>
    </w:p>
    <w:p w:rsidR="0000600F" w:rsidRDefault="0000600F" w:rsidP="007742AD">
      <w:r>
        <w:t>sayap tengah. Jika orang-orang di perkemahan sana tahu aku telah terbunuh, maka ketabahan mereka</w:t>
      </w:r>
    </w:p>
    <w:p w:rsidR="0000600F" w:rsidRDefault="0000600F" w:rsidP="007742AD">
      <w:r>
        <w:t>akan menipis."</w:t>
      </w:r>
    </w:p>
    <w:p w:rsidR="0000600F" w:rsidRDefault="0000600F" w:rsidP="007742AD">
      <w:r>
        <w:t>Imam Husain as kembali mendekap erat-erat kepada adiknya yang bersimbah darah itu. Air mata</w:t>
      </w:r>
    </w:p>
    <w:p w:rsidR="0000600F" w:rsidRDefault="0000600F" w:rsidP="007742AD">
      <w:r>
        <w:lastRenderedPageBreak/>
        <w:t>Abbas yang mengalir beliau usap.</w:t>
      </w:r>
    </w:p>
    <w:p w:rsidR="0000600F" w:rsidRDefault="0000600F" w:rsidP="007742AD">
      <w:r>
        <w:t>"Mengapa engkau menangis?" Tanya Imam.</w:t>
      </w:r>
    </w:p>
    <w:p w:rsidR="004D3AED" w:rsidRDefault="004D3AED" w:rsidP="007742AD">
      <w:r>
        <w:t>"Wahai kakakku, wahai pelipur mataku. Bagaimana aku tidak akan menangis saat aku melihatmu</w:t>
      </w:r>
    </w:p>
    <w:p w:rsidR="004D3AED" w:rsidRDefault="004D3AED" w:rsidP="007742AD">
      <w:r>
        <w:t>mengangkat kepalaku dari tanah dan merebahkanku dalam pangkuanmu, sementara tak lama lagi tidak</w:t>
      </w:r>
    </w:p>
    <w:p w:rsidR="004D3AED" w:rsidRDefault="004D3AED" w:rsidP="007742AD">
      <w:r>
        <w:t>akan ada seorangpun yang akan meraih dan mendekap kepalamu, tidak ada seorangpun yang akan</w:t>
      </w:r>
    </w:p>
    <w:p w:rsidR="004D3AED" w:rsidRDefault="004D3AED" w:rsidP="007742AD">
      <w:r>
        <w:t>membersihkan debu-debu dan tanah di wajahmu."</w:t>
      </w:r>
    </w:p>
    <w:p w:rsidR="004D3AED" w:rsidRDefault="004D3AED" w:rsidP="007742AD">
      <w:r>
        <w:t>Kata-kata Abbas ini semakin meluluhkan hati Imam Husain as sehingga beliau semakin terbawa derai</w:t>
      </w:r>
    </w:p>
    <w:p w:rsidR="004D3AED" w:rsidRDefault="004D3AED" w:rsidP="007742AD">
      <w:r>
        <w:t>isak dan tangis haru sambil bersimpuh di sisi adiknya tanpa mempedulikan sengat terik mentari yang</w:t>
      </w:r>
    </w:p>
    <w:p w:rsidR="004D3AED" w:rsidRDefault="004D3AED" w:rsidP="007742AD">
      <w:r>
        <w:t>membakar. Dengan hati yang pilu Sang Imam mengucapkan salam perpisahan kepada tulang punggung</w:t>
      </w:r>
    </w:p>
    <w:p w:rsidR="004D3AED" w:rsidRDefault="004D3AED" w:rsidP="007742AD">
      <w:r>
        <w:t>pasukannya yang sudah tak berdaya itu lalu beranjak pergi dengan langkah kaki yang berat. Abbas pun</w:t>
      </w:r>
    </w:p>
    <w:p w:rsidR="004D3AED" w:rsidRDefault="004D3AED" w:rsidP="007742AD">
      <w:r>
        <w:t>gugur tergeletak bermandi darah, debu, dan air mata di bawah guyuran cahaya panas mentari sahara.</w:t>
      </w:r>
    </w:p>
    <w:p w:rsidR="004D3AED" w:rsidRDefault="004D3AED" w:rsidP="007742AD">
      <w:r>
        <w:t>Begitu tiba di tenda tempat beliau tinggal, Imam yang masih tak kuasa membendung derai air mata</w:t>
      </w:r>
    </w:p>
    <w:p w:rsidR="004D3AED" w:rsidRDefault="004D3AED" w:rsidP="007742AD">
      <w:r>
        <w:t>duka segera disambut dengan pertanyaan dari puterinya, Sakinah.</w:t>
      </w:r>
    </w:p>
    <w:p w:rsidR="004D3AED" w:rsidRDefault="004D3AED" w:rsidP="007742AD">
      <w:r>
        <w:t>"Ayah, bagaimanakah dengan nasib pamanku? Bukankah dia telah berjanji kepadaku untuk</w:t>
      </w:r>
    </w:p>
    <w:p w:rsidR="004D3AED" w:rsidRDefault="004D3AED" w:rsidP="007742AD">
      <w:r>
        <w:t>membawakan air, dan bukankah dia tidak mungkin ingkar janji?"</w:t>
      </w:r>
    </w:p>
    <w:p w:rsidR="004D3AED" w:rsidRDefault="004D3AED" w:rsidP="007742AD">
      <w:r>
        <w:t>Pertanyaan Sakinah nampak sulit untuk dijawab ayahnya. Hanya isak tangis yang segera menjawabnya,</w:t>
      </w:r>
    </w:p>
    <w:p w:rsidR="004D3AED" w:rsidRDefault="004D3AED" w:rsidP="007742AD">
      <w:r>
        <w:t>sebelum kemudian beliau berkata dengan suara meratap pilu:</w:t>
      </w:r>
    </w:p>
    <w:p w:rsidR="004D3AED" w:rsidRDefault="004D3AED" w:rsidP="007742AD">
      <w:r>
        <w:t>"Puteriku, sesungguhnya paman sudah terbunuh, tetapi ketahuilah bahwa arwahnya sudah bersemayam</w:t>
      </w:r>
    </w:p>
    <w:p w:rsidR="004D3AED" w:rsidRDefault="004D3AED" w:rsidP="007742AD">
      <w:r>
        <w:t>di dalam surga."</w:t>
      </w:r>
      <w:r w:rsidRPr="004D3AED">
        <w:rPr>
          <w:rStyle w:val="libFootnotenumChar"/>
        </w:rPr>
        <w:t>75</w:t>
      </w:r>
    </w:p>
    <w:p w:rsidR="004D3AED" w:rsidRDefault="004D3AED" w:rsidP="007742AD">
      <w:r>
        <w:t>Berita pilu ini tak urung segera disusul dengan gemuruh tangis dan ratapan pedih Sakinah, Zainab Al-</w:t>
      </w:r>
    </w:p>
    <w:p w:rsidR="004D3AED" w:rsidRDefault="004D3AED" w:rsidP="007742AD">
      <w:r>
        <w:lastRenderedPageBreak/>
        <w:t>Kubra, dan wanita-wanita lain di sekitarnya. "Oh Abbas!" "Oh, saudaraku!" "Habislah sudah sang</w:t>
      </w:r>
    </w:p>
    <w:p w:rsidR="004D3AED" w:rsidRDefault="004D3AED" w:rsidP="007742AD">
      <w:r>
        <w:t>penolong!" "Betapa pedihnya nanti bencana sesudah kepergianmu!"</w:t>
      </w:r>
      <w:r w:rsidRPr="004D3AED">
        <w:rPr>
          <w:rStyle w:val="libFootnotenumChar"/>
        </w:rPr>
        <w:t>76</w:t>
      </w:r>
    </w:p>
    <w:p w:rsidR="004D3AED" w:rsidRDefault="004D3AED" w:rsidP="007742AD">
      <w:r>
        <w:t>Sang Imam sendiri tetap tak kuasa menahan duka lara kepergian Abbas yang telah menjadi perisai</w:t>
      </w:r>
    </w:p>
    <w:p w:rsidR="004D3AED" w:rsidRDefault="004D3AED" w:rsidP="007742AD">
      <w:r>
        <w:t>tangguh kelompoknya. "Oh Abbas, oh adikku, oh buah hatiku, kini kami benar-benar telah kehilangan</w:t>
      </w:r>
    </w:p>
    <w:p w:rsidR="0096375C" w:rsidRPr="007742AD" w:rsidRDefault="004D3AED" w:rsidP="007742AD">
      <w:r>
        <w:t>dirimu. Patah sudah tulang punggungku. Lemah sudah strategiku. Punah sudah harapanku."</w:t>
      </w:r>
      <w:r w:rsidRPr="004D3AED">
        <w:rPr>
          <w:rStyle w:val="libFootnotenumChar"/>
        </w:rPr>
        <w:t>77</w:t>
      </w:r>
      <w:r w:rsidR="0096375C">
        <w:rPr>
          <w:rStyle w:val="libFootnotenumChar"/>
        </w:rPr>
        <w:t xml:space="preserve"> </w:t>
      </w:r>
    </w:p>
    <w:p w:rsidR="0096375C" w:rsidRPr="007742AD" w:rsidRDefault="0096375C" w:rsidP="007742AD">
      <w:pPr>
        <w:rPr>
          <w:rStyle w:val="PageNumber"/>
        </w:rPr>
      </w:pPr>
      <w:r w:rsidRPr="007742AD">
        <w:rPr>
          <w:rStyle w:val="PageNumber"/>
        </w:rPr>
        <w:br w:type="page"/>
      </w:r>
    </w:p>
    <w:p w:rsidR="0096375C" w:rsidRDefault="0096375C" w:rsidP="003718EF">
      <w:pPr>
        <w:outlineLvl w:val="0"/>
      </w:pPr>
      <w:bookmarkStart w:id="24" w:name="_Toc403378397"/>
      <w:r>
        <w:lastRenderedPageBreak/>
        <w:t>Penuntasan Hujjah Terakhir</w:t>
      </w:r>
      <w:bookmarkEnd w:id="24"/>
    </w:p>
    <w:p w:rsidR="0096375C" w:rsidRDefault="0096375C" w:rsidP="007742AD">
      <w:r>
        <w:t>Setelah para pemuda dan para pengikutnya sudah terbunuh, Imam Husain as akhirnya mempersiapkan</w:t>
      </w:r>
    </w:p>
    <w:p w:rsidR="0096375C" w:rsidRDefault="0096375C" w:rsidP="007742AD">
      <w:r>
        <w:t>diri untuk mengorbankan jiwa dan raganya. Demi penuntasan hujjah untuk terakhir kalinya, beliau</w:t>
      </w:r>
    </w:p>
    <w:p w:rsidR="0096375C" w:rsidRDefault="0096375C" w:rsidP="007742AD">
      <w:r>
        <w:t>berkali-kali meneriakkan pertanyaan:</w:t>
      </w:r>
    </w:p>
    <w:p w:rsidR="0096375C" w:rsidRDefault="0096375C" w:rsidP="007742AD">
      <w:r>
        <w:t>"Adakah seseorang yang akan melindungi kehormatan Rasulullah dari bencana ini?"</w:t>
      </w:r>
    </w:p>
    <w:p w:rsidR="0096375C" w:rsidRDefault="0096375C" w:rsidP="007742AD">
      <w:r>
        <w:t>"Adakah orang bertauhid yang takut kepada Allah berkenaan dengan kami?"</w:t>
      </w:r>
    </w:p>
    <w:p w:rsidR="0096375C" w:rsidRDefault="0096375C" w:rsidP="007742AD">
      <w:r>
        <w:t>"Adakah orang yang akan menolong permohonan kami demi keridhaan Allah?"</w:t>
      </w:r>
      <w:r w:rsidRPr="00AB1FF3">
        <w:rPr>
          <w:rStyle w:val="libFootnotenumChar"/>
        </w:rPr>
        <w:t>78</w:t>
      </w:r>
    </w:p>
    <w:p w:rsidR="0096375C" w:rsidRDefault="0096375C" w:rsidP="007742AD">
      <w:r>
        <w:t>Teriakan Imam Husain as ini mengundang jerit tangis kaum wanita yang masih harus beliau lindungi.</w:t>
      </w:r>
    </w:p>
    <w:p w:rsidR="0096375C" w:rsidRDefault="0096375C" w:rsidP="007742AD">
      <w:r>
        <w:t>Beliau berteriak lagi, "Adakah orang yang menyisakan rasa belas kasih? Adakah seorang penolong?"</w:t>
      </w:r>
    </w:p>
    <w:p w:rsidR="0096375C" w:rsidRDefault="0096375C" w:rsidP="007742AD">
      <w:r>
        <w:t>Ali Zainal Abidin Assajjad, putera beliau satu-satunya yang sedang sakit keras dan tak berdaya untuk</w:t>
      </w:r>
    </w:p>
    <w:p w:rsidR="0096375C" w:rsidRDefault="0096375C" w:rsidP="007742AD">
      <w:r>
        <w:t>maju ke medan laga berusaha bangkit dari pembaringannya dan berteriak: "Aku siap. Aku akan</w:t>
      </w:r>
    </w:p>
    <w:p w:rsidR="0096375C" w:rsidRDefault="0096375C" w:rsidP="007742AD">
      <w:r>
        <w:t>mengorbankan jiwa." Dengan tubuhnya yang lemas Ali Assajjad itu berusaha meraih pedang, namun</w:t>
      </w:r>
    </w:p>
    <w:p w:rsidR="0096375C" w:rsidRDefault="0096375C" w:rsidP="007742AD">
      <w:r>
        <w:t>lempengan besi tajam itu masih sangat berat untuk tubuhnya yang nyaris tenaga itu. Pemuda ini lantas</w:t>
      </w:r>
    </w:p>
    <w:p w:rsidR="0096375C" w:rsidRDefault="0096375C" w:rsidP="007742AD">
      <w:r>
        <w:t>meraih tombak, satu-satunya senjata yang baginya justru lebih menyerupai untuk menyanggah</w:t>
      </w:r>
    </w:p>
    <w:p w:rsidR="0096375C" w:rsidRDefault="0096375C" w:rsidP="007742AD">
      <w:r>
        <w:t>tubuhnya yang lunglai itu. Dengan sisa-sisa tenaga dia mencoba beranjak menuju gerombolan musuh.</w:t>
      </w:r>
    </w:p>
    <w:p w:rsidR="0096375C" w:rsidRDefault="0096375C" w:rsidP="007742AD">
      <w:r>
        <w:t>Namun Imam Husain as tidak membiarnya berperang dalam kondisi seperti itu. Beliau memerintahkan</w:t>
      </w:r>
    </w:p>
    <w:p w:rsidR="0096375C" w:rsidRDefault="0096375C" w:rsidP="007742AD">
      <w:r>
        <w:t>Ummu Kaltsum untuk mencegahnya, namun Assajjad menolak. "Biarkan aku yang akan</w:t>
      </w:r>
    </w:p>
    <w:p w:rsidR="0096375C" w:rsidRDefault="0096375C" w:rsidP="007742AD">
      <w:r>
        <w:t>menolongnya.", pinta Assajjad.</w:t>
      </w:r>
    </w:p>
    <w:p w:rsidR="0096375C" w:rsidRDefault="0096375C" w:rsidP="007742AD">
      <w:r>
        <w:t>Imam Husain as akhirnya turun tangan sendiri untuk mencegah dan membawanya kembali ke</w:t>
      </w:r>
    </w:p>
    <w:p w:rsidR="0096375C" w:rsidRDefault="0096375C" w:rsidP="007742AD">
      <w:r>
        <w:t>pembaringan lalu berkata:</w:t>
      </w:r>
    </w:p>
    <w:p w:rsidR="0096375C" w:rsidRDefault="0096375C" w:rsidP="007742AD">
      <w:r>
        <w:lastRenderedPageBreak/>
        <w:t>"Tenanglah puteraku. Tetaplah kamu di sini. Biarkan aku sendiri yang akan menghadapi pedang,</w:t>
      </w:r>
    </w:p>
    <w:p w:rsidR="0096375C" w:rsidRDefault="0096375C" w:rsidP="007742AD">
      <w:r>
        <w:t>sedangkan kamu cukuplah menanti belenggu. Puteraku, kamu harus kembali ke kampung halaman di</w:t>
      </w:r>
    </w:p>
    <w:p w:rsidR="0096375C" w:rsidRDefault="0096375C" w:rsidP="007742AD">
      <w:r>
        <w:t>Madinah. Sampaikan salamku untuk pusara kakekku, ibuku, dan saudaraku. Sampaikan salamku</w:t>
      </w:r>
    </w:p>
    <w:p w:rsidR="0096375C" w:rsidRDefault="0096375C" w:rsidP="007742AD">
      <w:r>
        <w:t>kepada saudarimu, Fatimah. Sampaikan salamku kepada para pengikut kita dan katakan kepada</w:t>
      </w:r>
    </w:p>
    <w:p w:rsidR="0096375C" w:rsidRDefault="0096375C" w:rsidP="007742AD">
      <w:r>
        <w:t>mereka: ayahku berkata; 'Aku berharap kepada kalian untuk mengingat bibirku yang kering kehausan</w:t>
      </w:r>
    </w:p>
    <w:p w:rsidR="0096375C" w:rsidRDefault="0096375C" w:rsidP="007742AD">
      <w:r>
        <w:t>jika kalian hendak meneguk air, dan menangislah kalian dan jangan kalian lupakan keterasingan dan syahadahku saat kalian bicara tentang keterasingan seorang syahid."</w:t>
      </w:r>
    </w:p>
    <w:p w:rsidR="0096375C" w:rsidRDefault="0096375C" w:rsidP="007742AD">
      <w:r>
        <w:t>Salam atasmu, wahai Abu Abdillah AlHusain. Salam kami, para pengikutmu, atas engkau yang telah</w:t>
      </w:r>
    </w:p>
    <w:p w:rsidR="0096375C" w:rsidRDefault="0096375C" w:rsidP="007742AD">
      <w:r>
        <w:t>menumpah darah sucimu di jalan Allah.</w:t>
      </w:r>
    </w:p>
    <w:p w:rsidR="0096375C" w:rsidRDefault="0096375C" w:rsidP="007742AD">
      <w:r>
        <w:t>Di saat-saat terakhir itu, Imam Husain as mendatangi tenda-tenda satu persatu. Beliau panggil satu</w:t>
      </w:r>
    </w:p>
    <w:p w:rsidR="0096375C" w:rsidRDefault="0096375C" w:rsidP="007742AD">
      <w:r>
        <w:t>persatu anak-anak beliau. Beliau meminta mereka untuk tabah dan sabar. "Hai para pelipur hatiku</w:t>
      </w:r>
    </w:p>
    <w:p w:rsidR="0096375C" w:rsidRDefault="0096375C" w:rsidP="007742AD">
      <w:r>
        <w:t>sekalian," Tutur Imam Husain as penuh harap, "Allah tidak akan berpisah dengan kalian di dunia dan</w:t>
      </w:r>
    </w:p>
    <w:p w:rsidR="0096375C" w:rsidRDefault="0096375C" w:rsidP="007742AD">
      <w:r>
        <w:t>akhirat. Ketahuilah dunia ini tidaklah abadi. Akhiratlah tempat pesinggahan yang abadi." Imam Husain</w:t>
      </w:r>
    </w:p>
    <w:p w:rsidR="0096375C" w:rsidRDefault="0096375C" w:rsidP="007742AD">
      <w:r>
        <w:t>as kemudian menumpahkan segala rahasia kepemimpinan (imamah) kepada putera yang kelak</w:t>
      </w:r>
    </w:p>
    <w:p w:rsidR="0096375C" w:rsidRDefault="0096375C" w:rsidP="007742AD">
      <w:r>
        <w:t>mewarisi kepemimpinannya, Ali Zainal Abidin Assajjad as.</w:t>
      </w:r>
    </w:p>
    <w:p w:rsidR="0096375C" w:rsidRDefault="0096375C" w:rsidP="007742AD">
      <w:r>
        <w:t>Imam Husain as antara lain berkata, "Pusaka-pusaka para nabi, washi, dan kitab suci aku serahkan</w:t>
      </w:r>
    </w:p>
    <w:p w:rsidR="0096375C" w:rsidRDefault="0096375C" w:rsidP="007742AD">
      <w:r>
        <w:t>kepada Ummu Salamah, dan semuanya akan diserahkan (kepadamu) sepulangmu dari Karbala."</w:t>
      </w:r>
    </w:p>
    <w:p w:rsidR="0096375C" w:rsidRDefault="0096375C" w:rsidP="007742AD">
      <w:r>
        <w:t>Imam lalu mendekati adiknya, Zainab AlKubra as dan meminta supaya diambilkan gamisnya yang</w:t>
      </w:r>
    </w:p>
    <w:p w:rsidR="0096375C" w:rsidRDefault="0096375C" w:rsidP="007742AD">
      <w:r>
        <w:lastRenderedPageBreak/>
        <w:t>sudah lama dan usang. Dengan wajahnya yang dipenuhi sketsa penderitaan dan duka cita itu, Hazrat</w:t>
      </w:r>
    </w:p>
    <w:p w:rsidR="0096375C" w:rsidRDefault="0096375C" w:rsidP="007742AD">
      <w:r>
        <w:t>Zainab mencarikannya kemudian menyerahkannya kepada Imam. Beliau mengenakannya setelah</w:t>
      </w:r>
    </w:p>
    <w:p w:rsidR="0096375C" w:rsidRDefault="0096375C" w:rsidP="007742AD">
      <w:r>
        <w:t>sebagian beliau sobek kemudian diikatkan kuat-kuat sebagai tali yang mengikat gamis itu dengan</w:t>
      </w:r>
    </w:p>
    <w:p w:rsidR="0096375C" w:rsidRDefault="0096375C" w:rsidP="007742AD">
      <w:r>
        <w:t>tubuhnya agar tak mudah lepas atau dibuka oleh orang lain. Gerakan Sang Imam yang diiringi oleh</w:t>
      </w:r>
    </w:p>
    <w:p w:rsidR="0096375C" w:rsidRDefault="0096375C" w:rsidP="007742AD">
      <w:r>
        <w:t>ratapan dan tangisan anggota kerabat yang ada di sekitarnya, seiring dengan jerit tangis bayi mungil Ali</w:t>
      </w:r>
    </w:p>
    <w:p w:rsidR="0096375C" w:rsidRDefault="0096375C" w:rsidP="007742AD">
      <w:r>
        <w:t>Asghar, putera beliau yang masih berusia enam bulan. Bayi itu menjerit-jerit menahan dahaga setelah</w:t>
      </w:r>
    </w:p>
    <w:p w:rsidR="0096375C" w:rsidRDefault="0096375C" w:rsidP="007742AD">
      <w:r>
        <w:t>sekian lama tidak mendapatkan tetesan air susu dari ibunya yang juga sudah lama tercekik kehausan.</w:t>
      </w:r>
    </w:p>
    <w:p w:rsidR="0096375C" w:rsidRDefault="0096375C" w:rsidP="007742AD">
      <w:r>
        <w:t>Tak tega mendengar tangisan itu, Imam meminta puteranya yang masih bayi itu supaya diberikan</w:t>
      </w:r>
    </w:p>
    <w:p w:rsidR="0096375C" w:rsidRDefault="0096375C" w:rsidP="007742AD">
      <w:r>
        <w:t>kepada beliau. Bayi itu diserahkan kepada beliau oleh seorang wanita bernama Qandaqah. Beliau</w:t>
      </w:r>
    </w:p>
    <w:p w:rsidR="0096375C" w:rsidRDefault="0096375C" w:rsidP="007742AD">
      <w:r>
        <w:t>meraih bayi itu lalu menciuminya sambil berucap: "Alangkah celakanya kaum ini sejak mereka</w:t>
      </w:r>
    </w:p>
    <w:p w:rsidR="0096375C" w:rsidRDefault="0096375C" w:rsidP="007742AD">
      <w:r>
        <w:t>dimusuhi oleh kakekmu." Bayi bernama Ali Asghar itu beliau bawa ke depan barisan pasukan musuh</w:t>
      </w:r>
    </w:p>
    <w:p w:rsidR="0096375C" w:rsidRDefault="0096375C" w:rsidP="007742AD">
      <w:r>
        <w:t>dan memperlihatkannya kepada mereka untuk menguji adakah mereka masih menyisakan jiwa dan perasaan mereka sebagai manusia. Beliau berucap kepada Allah: "Ya Allah, hanya inilah yang</w:t>
      </w:r>
    </w:p>
    <w:p w:rsidR="0096375C" w:rsidRDefault="0096375C" w:rsidP="007742AD">
      <w:r>
        <w:t>tertinggal dariku, dan jiwanyapun rela aku korbankan ddijalan-Mu".</w:t>
      </w:r>
    </w:p>
    <w:p w:rsidR="00AB1FF3" w:rsidRPr="00AB1FF3" w:rsidRDefault="00AB1FF3" w:rsidP="007742AD">
      <w:r w:rsidRPr="00AB1FF3">
        <w:t>Beliau lalu menatap ke wajah-wajah manusia durjana di depannya itu. Bayi berusia enam bulan beliau</w:t>
      </w:r>
    </w:p>
    <w:p w:rsidR="00AB1FF3" w:rsidRPr="00AB1FF3" w:rsidRDefault="00AB1FF3" w:rsidP="007742AD">
      <w:r w:rsidRPr="00AB1FF3">
        <w:t>junjung sambil berseru, "Hai para pengikut keluarga Abu Sufyan, jika kalian menganggapku sebagai pendosa, lantas dosa apakah yang diperbuat oleh bayi ini sehingga setetes airpun tidak kalian berikan</w:t>
      </w:r>
    </w:p>
    <w:p w:rsidR="00AB1FF3" w:rsidRPr="00AB1FF3" w:rsidRDefault="00AB1FF3" w:rsidP="007742AD">
      <w:r w:rsidRPr="00AB1FF3">
        <w:t>untuknya yang sedang mengerang kehausan."</w:t>
      </w:r>
    </w:p>
    <w:p w:rsidR="00AB1FF3" w:rsidRPr="00AB1FF3" w:rsidRDefault="00AB1FF3" w:rsidP="007742AD">
      <w:r w:rsidRPr="00AB1FF3">
        <w:lastRenderedPageBreak/>
        <w:t>Sungguh biadab, tak seorangpun diantara manusia iblis itu yang tersentuh oleh kata-kata beliau. Yang</w:t>
      </w:r>
    </w:p>
    <w:p w:rsidR="00AB1FF3" w:rsidRPr="00AB1FF3" w:rsidRDefault="00AB1FF3" w:rsidP="007742AD">
      <w:r w:rsidRPr="00AB1FF3">
        <w:t>terjadi justru keganasan yang tak mengenal sama sekali rasa kasih sayang dan norma insaniah. Seorang</w:t>
      </w:r>
    </w:p>
    <w:p w:rsidR="00AB1FF3" w:rsidRPr="00AB1FF3" w:rsidRDefault="00AB1FF3" w:rsidP="007742AD">
      <w:r w:rsidRPr="00AB1FF3">
        <w:t>berhati srigala bernama Harmalah bin Kahil Al-Asadi diam-diam mencantumkan pangkal anak</w:t>
      </w:r>
    </w:p>
    <w:p w:rsidR="00AB1FF3" w:rsidRPr="00AB1FF3" w:rsidRDefault="00AB1FF3" w:rsidP="007742AD">
      <w:r w:rsidRPr="00AB1FF3">
        <w:t>panahnya ke tali busur lalu menariknya kuat-kuat. Tanpa ada komando, benda yang ujungnya runcing</w:t>
      </w:r>
    </w:p>
    <w:p w:rsidR="00AB1FF3" w:rsidRPr="00AB1FF3" w:rsidRDefault="00AB1FF3" w:rsidP="007742AD">
      <w:r w:rsidRPr="00AB1FF3">
        <w:t>melesat ke arah bayi Ali Asghar. Sepecahan detik kemudian bayi malang itu menggelepar di atas</w:t>
      </w:r>
    </w:p>
    <w:p w:rsidR="00AB1FF3" w:rsidRPr="00AB1FF3" w:rsidRDefault="00AB1FF3" w:rsidP="007742AD">
      <w:r w:rsidRPr="00AB1FF3">
        <w:t>telapak Imam Husain as yang tak menduga akan mendapat serangan sesadis itu sehingga tak sempat</w:t>
      </w:r>
    </w:p>
    <w:p w:rsidR="00AB1FF3" w:rsidRPr="00AB1FF3" w:rsidRDefault="00AB1FF3" w:rsidP="007742AD">
      <w:r w:rsidRPr="00AB1FF3">
        <w:t>berkelit atau melindunginya dengan cara apapun. Beliau tak dapat berbuat sesuatu hingga bayi itu</w:t>
      </w:r>
    </w:p>
    <w:p w:rsidR="00AB1FF3" w:rsidRPr="00AB1FF3" w:rsidRDefault="00AB1FF3" w:rsidP="007742AD">
      <w:r w:rsidRPr="00AB1FF3">
        <w:t>diam tak berkutik setelah anak panah itu menebus lehernya. Ali Akbar telah menemui ajalnya dalam</w:t>
      </w:r>
    </w:p>
    <w:p w:rsidR="00AB1FF3" w:rsidRPr="00AB1FF3" w:rsidRDefault="00AB1FF3" w:rsidP="007742AD">
      <w:r w:rsidRPr="00AB1FF3">
        <w:t>kondisi yang mengenaskan. Darah segar mengucur dari lehernya hingga menggenangi telapak tangan</w:t>
      </w:r>
    </w:p>
    <w:p w:rsidR="00AB1FF3" w:rsidRPr="00AB1FF3" w:rsidRDefault="00AB1FF3" w:rsidP="007742AD">
      <w:r w:rsidRPr="00AB1FF3">
        <w:t>ayahnya. Dengan demikian, lengkaplah penderitaan Imam Husain as.</w:t>
      </w:r>
    </w:p>
    <w:p w:rsidR="00AB1FF3" w:rsidRPr="00AB1FF3" w:rsidRDefault="00AB1FF3" w:rsidP="007742AD">
      <w:r w:rsidRPr="00AB1FF3">
        <w:t>Dengan hati yang tersayat-sayat, beliau melangkah kembali ke arah perkemahan. Beliau menggali</w:t>
      </w:r>
    </w:p>
    <w:p w:rsidR="00AB1FF3" w:rsidRPr="00AB1FF3" w:rsidRDefault="00AB1FF3" w:rsidP="007742AD">
      <w:r w:rsidRPr="00AB1FF3">
        <w:t>lubang kecil untuk tempat persemayaman jasad suci Ali Asghar. Dari langit beliau mendengar suara</w:t>
      </w:r>
    </w:p>
    <w:p w:rsidR="00AB1FF3" w:rsidRPr="00AB1FF3" w:rsidRDefault="00AB1FF3" w:rsidP="007742AD">
      <w:r w:rsidRPr="00AB1FF3">
        <w:t>bergema: "Biarkanlah dia gugur, wahai Husain, sesungguhnya di surga sudah menanti orang yang akan</w:t>
      </w:r>
    </w:p>
    <w:p w:rsidR="00AB1FF3" w:rsidRPr="00AB1FF3" w:rsidRDefault="00AB1FF3" w:rsidP="007742AD">
      <w:r w:rsidRPr="00AB1FF3">
        <w:t>menyusuinya."</w:t>
      </w:r>
      <w:r w:rsidRPr="00AB1FF3">
        <w:rPr>
          <w:rStyle w:val="libFootnotenumChar"/>
        </w:rPr>
        <w:t>79</w:t>
      </w:r>
    </w:p>
    <w:p w:rsidR="00AB1FF3" w:rsidRPr="00AB1FF3" w:rsidRDefault="00AB1FF3" w:rsidP="007742AD">
      <w:r w:rsidRPr="00AB1FF3">
        <w:t>Imam menghampiri perkemahannya untuk mengucapkan kalimat perpisahan terakhir. Dalam hal ini</w:t>
      </w:r>
    </w:p>
    <w:p w:rsidR="00AB1FF3" w:rsidRPr="00AB1FF3" w:rsidRDefault="00AB1FF3" w:rsidP="007742AD">
      <w:r w:rsidRPr="00AB1FF3">
        <w:t>kepada puteranya yang sedang sakit, Assajjad as, beliau bertutur:</w:t>
      </w:r>
    </w:p>
    <w:p w:rsidR="00AB1FF3" w:rsidRPr="00AB1FF3" w:rsidRDefault="00AB1FF3" w:rsidP="007742AD">
      <w:r w:rsidRPr="00AB1FF3">
        <w:t>"Puteraku, sampaikan salamku kepada para pengikutku. Katakanlah kepada mereka sesungguhnya</w:t>
      </w:r>
    </w:p>
    <w:p w:rsidR="0096375C" w:rsidRDefault="00AB1FF3" w:rsidP="007742AD">
      <w:pPr>
        <w:rPr>
          <w:rStyle w:val="libFootnotenumChar"/>
        </w:rPr>
      </w:pPr>
      <w:r w:rsidRPr="00AB1FF3">
        <w:t>ayahku telah gugur seorang diri, maka ratapilah dia."</w:t>
      </w:r>
      <w:r w:rsidRPr="00AB1FF3">
        <w:rPr>
          <w:rStyle w:val="libFootnotenumChar"/>
        </w:rPr>
        <w:t>80</w:t>
      </w:r>
    </w:p>
    <w:p w:rsidR="007236DB" w:rsidRPr="007742AD" w:rsidRDefault="007236DB" w:rsidP="007742AD">
      <w:pPr>
        <w:rPr>
          <w:rStyle w:val="PageNumber"/>
        </w:rPr>
      </w:pPr>
      <w:r w:rsidRPr="007742AD">
        <w:rPr>
          <w:rStyle w:val="PageNumber"/>
        </w:rPr>
        <w:br w:type="page"/>
      </w:r>
    </w:p>
    <w:p w:rsidR="007236DB" w:rsidRDefault="007236DB" w:rsidP="003718EF">
      <w:pPr>
        <w:outlineLvl w:val="0"/>
      </w:pPr>
      <w:bookmarkStart w:id="25" w:name="_Toc403378398"/>
      <w:r>
        <w:lastRenderedPageBreak/>
        <w:t>Perpisahan Terakhir</w:t>
      </w:r>
      <w:bookmarkEnd w:id="25"/>
    </w:p>
    <w:p w:rsidR="007236DB" w:rsidRDefault="007236DB" w:rsidP="007742AD">
      <w:r>
        <w:t>Detik-detik terakhir kehidupan Imam Husain as telah semakin berdetak keras. Maka, kepada kaum</w:t>
      </w:r>
    </w:p>
    <w:p w:rsidR="007236DB" w:rsidRDefault="007236DB" w:rsidP="007742AD">
      <w:r>
        <w:t>wanita keluarga dan kerabatnya bintang ketiga dari untaian suci Imam Ahlul Bait as yang siap</w:t>
      </w:r>
    </w:p>
    <w:p w:rsidR="007236DB" w:rsidRDefault="007236DB" w:rsidP="007742AD">
      <w:r>
        <w:t>menyongsong kematian sakral itu berkata:</w:t>
      </w:r>
    </w:p>
    <w:p w:rsidR="007236DB" w:rsidRDefault="007236DB" w:rsidP="007742AD">
      <w:r>
        <w:t>"Kenakanlah gaun duka cita kalian. Bersiaplah menanggung bencana dan ujian. Namun, ketahuilah</w:t>
      </w:r>
    </w:p>
    <w:p w:rsidR="007236DB" w:rsidRDefault="007236DB" w:rsidP="007742AD">
      <w:r>
        <w:t>bahwa Allah adalah Penjaga dan Pelindung kalian. Dia akan menyelamatkan kalian dari keburukan musuh, mendatangkan kebaikan dari persoalan yang kalian hadapi, mengazab musuh dengan berbagai</w:t>
      </w:r>
    </w:p>
    <w:p w:rsidR="007236DB" w:rsidRDefault="007236DB" w:rsidP="007742AD">
      <w:r>
        <w:t>macam siksaan, dan akan mengganti bencana kalian dengan berbagai macam kenikmatan dan</w:t>
      </w:r>
    </w:p>
    <w:p w:rsidR="007236DB" w:rsidRDefault="007236DB" w:rsidP="007742AD">
      <w:r>
        <w:t>kemuliaan. Maka janganlah kalian mengeluh dengan rintihan dan kata-kata yang dapat mengurangi</w:t>
      </w:r>
    </w:p>
    <w:p w:rsidR="007236DB" w:rsidRDefault="007236DB" w:rsidP="007742AD">
      <w:r>
        <w:t>keagungan kalian."</w:t>
      </w:r>
      <w:r w:rsidRPr="00535843">
        <w:rPr>
          <w:rStyle w:val="libFootnotenumChar"/>
        </w:rPr>
        <w:t>81</w:t>
      </w:r>
    </w:p>
    <w:p w:rsidR="007236DB" w:rsidRDefault="007236DB" w:rsidP="007742AD">
      <w:r>
        <w:t>Imam menatap wajah puteri-puterinya satu persatu sambil berkata: "Sakinah, Fatimah, Zanab, Ummu</w:t>
      </w:r>
    </w:p>
    <w:p w:rsidR="007236DB" w:rsidRDefault="007236DB" w:rsidP="007742AD">
      <w:r>
        <w:t>Kaltsum, salamku atas kalian. Inilah akhir pertemuan kita, dan akan serea tiba saatnya kalian dirundung</w:t>
      </w:r>
    </w:p>
    <w:p w:rsidR="007236DB" w:rsidRDefault="007236DB" w:rsidP="007742AD">
      <w:r>
        <w:t>nestapa."</w:t>
      </w:r>
      <w:r w:rsidRPr="00535843">
        <w:rPr>
          <w:rStyle w:val="libFootnotenumChar"/>
        </w:rPr>
        <w:t>82</w:t>
      </w:r>
    </w:p>
    <w:p w:rsidR="007236DB" w:rsidRDefault="007236DB" w:rsidP="007742AD">
      <w:r>
        <w:t>Wajah Imam bersimbah air mata sehingga Hazrat Zainab memberanikan diri untuk bertanya:</w:t>
      </w:r>
    </w:p>
    <w:p w:rsidR="007236DB" w:rsidRDefault="007236DB" w:rsidP="007742AD">
      <w:r>
        <w:t>"Mengapa engkau menangis?"</w:t>
      </w:r>
    </w:p>
    <w:p w:rsidR="007236DB" w:rsidRDefault="007236DB" w:rsidP="007742AD">
      <w:r>
        <w:t>"Bagaimana aku akan dapat meredam tangis, sedangkan sebentar lagi kalian akan digiring oleh musuh</w:t>
      </w:r>
    </w:p>
    <w:p w:rsidR="007236DB" w:rsidRDefault="007236DB" w:rsidP="007742AD">
      <w:r>
        <w:t>sebagai tawanan?!"</w:t>
      </w:r>
      <w:r w:rsidRPr="00535843">
        <w:rPr>
          <w:rStyle w:val="libFootnotenumChar"/>
        </w:rPr>
        <w:t>83</w:t>
      </w:r>
    </w:p>
    <w:p w:rsidR="007236DB" w:rsidRDefault="007236DB" w:rsidP="007742AD">
      <w:r>
        <w:t>Sakinah juga bertanya: "Ayahku, apakah engkau akan menyerah kepada kematian?"</w:t>
      </w:r>
      <w:r w:rsidRPr="00535843">
        <w:rPr>
          <w:rStyle w:val="libFootnotenumChar"/>
        </w:rPr>
        <w:t>84</w:t>
      </w:r>
    </w:p>
    <w:p w:rsidR="007236DB" w:rsidRDefault="007236DB" w:rsidP="007742AD">
      <w:r>
        <w:t>"Bagaimana tidak, sedangkan aku sudah tidak mendapati orang yang akan menolongku?!" Jawab</w:t>
      </w:r>
    </w:p>
    <w:p w:rsidR="007236DB" w:rsidRDefault="007236DB" w:rsidP="007742AD">
      <w:r>
        <w:t>Imam.</w:t>
      </w:r>
    </w:p>
    <w:p w:rsidR="007236DB" w:rsidRDefault="007236DB" w:rsidP="007742AD">
      <w:r>
        <w:t>Sakinah berkata lagi: "Kalau begitu, lebih baik pulangkan kami ke tanah suci kakek."</w:t>
      </w:r>
      <w:r w:rsidRPr="00535843">
        <w:rPr>
          <w:rStyle w:val="libFootnotenumChar"/>
        </w:rPr>
        <w:t>85</w:t>
      </w:r>
    </w:p>
    <w:p w:rsidR="007236DB" w:rsidRDefault="007236DB" w:rsidP="007742AD">
      <w:r>
        <w:lastRenderedPageBreak/>
        <w:t>Imam Husain menjawab: "Mana mungkin aku bisa memulangkan kalian? Andaikan mereka mau</w:t>
      </w:r>
    </w:p>
    <w:p w:rsidR="007236DB" w:rsidRDefault="007236DB" w:rsidP="007742AD">
      <w:r>
        <w:t>melepaskan diriku, tidak mungkin aku akan menjerumuskan diriku kepada kebinasaan..."</w:t>
      </w:r>
      <w:r w:rsidRPr="00535843">
        <w:rPr>
          <w:rStyle w:val="libFootnotenumChar"/>
        </w:rPr>
        <w:t>86</w:t>
      </w:r>
    </w:p>
    <w:p w:rsidR="007236DB" w:rsidRDefault="007236DB" w:rsidP="007742AD">
      <w:r>
        <w:t>Sejurus kemudian Sang Imam bergerak untuk menjejakkan kakinya seorang diri menuju gerombolan</w:t>
      </w:r>
    </w:p>
    <w:p w:rsidR="00535843" w:rsidRDefault="007236DB" w:rsidP="007742AD">
      <w:r>
        <w:t>musuh yang sudah haus akan darah beliau itu. Namun, gerakannya tertahan lagi oleh sisa-sisa jerit</w:t>
      </w:r>
      <w:r w:rsidR="00535843">
        <w:t xml:space="preserve"> tangis anak-anak yang menahan dahaga. "Tak usah kalian menangis, demi kalian jiwaku akan aku</w:t>
      </w:r>
    </w:p>
    <w:p w:rsidR="00535843" w:rsidRDefault="00535843" w:rsidP="007742AD">
      <w:r>
        <w:t>korbankan."</w:t>
      </w:r>
    </w:p>
    <w:p w:rsidR="00535843" w:rsidRDefault="00535843" w:rsidP="007742AD">
      <w:r>
        <w:t>Kepada adiknya, Hazrat Zainab as, beliau berpesan, "Aku titipkan anak-anak dan kaum wanita ini</w:t>
      </w:r>
    </w:p>
    <w:p w:rsidR="00535843" w:rsidRDefault="00535843" w:rsidP="007742AD">
      <w:r>
        <w:t>kepadamu. Jadikanlah kamu sebagai ibu mereka sepeninggalku, dan tak perlu engkau menguraiuraikan</w:t>
      </w:r>
    </w:p>
    <w:p w:rsidR="00535843" w:rsidRDefault="00535843" w:rsidP="007742AD">
      <w:r>
        <w:t>rambutmu (sebagai luapan dukacita) atas kepergianku. Apabila anak-anak yatimku merindukan</w:t>
      </w:r>
    </w:p>
    <w:p w:rsidR="00535843" w:rsidRDefault="00535843" w:rsidP="007742AD">
      <w:r>
        <w:t>ayahnya, biarlah putera Ali yang akan tampil sebagai ayah mereka."</w:t>
      </w:r>
    </w:p>
    <w:p w:rsidR="00535843" w:rsidRDefault="00535843" w:rsidP="007742AD">
      <w:r>
        <w:t>Dengan suara lirih, beliau akhirnya mengucapkan salam perpisahan: "Alwidaa', alwidaa', alfiraaq,</w:t>
      </w:r>
    </w:p>
    <w:p w:rsidR="00535843" w:rsidRDefault="00535843" w:rsidP="007742AD">
      <w:r>
        <w:t>alfiraaq."</w:t>
      </w:r>
      <w:r w:rsidRPr="00535843">
        <w:rPr>
          <w:rStyle w:val="libFootnotenumChar"/>
        </w:rPr>
        <w:t>87</w:t>
      </w:r>
    </w:p>
    <w:p w:rsidR="00535843" w:rsidRDefault="00535843" w:rsidP="007742AD">
      <w:r>
        <w:t>Putera Ali bin Abi Thalib as itu kemudian mengendarai Dzul Janah, kuda yang sebelum ditunggangi</w:t>
      </w:r>
    </w:p>
    <w:p w:rsidR="00535843" w:rsidRDefault="00535843" w:rsidP="007742AD">
      <w:r>
        <w:t>oleh Abul adhl Abbas as. Anak-anak kecil dan kaum wanita tetap tak kuasa menahan ratapan duka lara.</w:t>
      </w:r>
    </w:p>
    <w:p w:rsidR="00535843" w:rsidRDefault="00535843" w:rsidP="007742AD">
      <w:r>
        <w:t>Gerakan Imam diiringi raung tangis mereka. Sebagian tersimpuh sambil memeluk kaki Dzul Janah.</w:t>
      </w:r>
    </w:p>
    <w:p w:rsidR="00535843" w:rsidRDefault="00535843" w:rsidP="007742AD">
      <w:r>
        <w:t>"Ayah! Ayah!" Panggil puteri beliau yang masih berusia tiga tahun. "Aku haus, aku haus! Mau kemana</w:t>
      </w:r>
    </w:p>
    <w:p w:rsidR="00535843" w:rsidRDefault="00535843" w:rsidP="007742AD">
      <w:r>
        <w:t>engkau ayah? Lihatlah aku, ayah. Aku sedang kehausan."</w:t>
      </w:r>
    </w:p>
    <w:p w:rsidR="00535843" w:rsidRDefault="00535843" w:rsidP="007742AD">
      <w:r>
        <w:t>Hati Sang Imam kembali menjerit. Imam sempat tersedu menahan tangis, tetapi kemudian tetap</w:t>
      </w:r>
    </w:p>
    <w:p w:rsidR="00535843" w:rsidRDefault="00535843" w:rsidP="007742AD">
      <w:r>
        <w:lastRenderedPageBreak/>
        <w:t>menarik kendali kudanya menuju laskar iblis kerajaan Bani Umayyah itu. Di situ beliau mencoba untuk</w:t>
      </w:r>
    </w:p>
    <w:p w:rsidR="00535843" w:rsidRDefault="00535843" w:rsidP="007742AD">
      <w:r>
        <w:t>mengajukan permohonan.</w:t>
      </w:r>
    </w:p>
    <w:p w:rsidR="00535843" w:rsidRDefault="00535843" w:rsidP="007742AD">
      <w:r>
        <w:t>"Hai putera Sa'ad!" Seru beliau. "Aku menginginkan darimu satu diantara tiga pilihan. Pertama, kamu</w:t>
      </w:r>
    </w:p>
    <w:p w:rsidR="00535843" w:rsidRDefault="00535843" w:rsidP="007742AD">
      <w:r>
        <w:t>bebaskan aku untuk kembali kembali ke tanah suci kakekku dan menetap di sana."</w:t>
      </w:r>
    </w:p>
    <w:p w:rsidR="00535843" w:rsidRDefault="00535843" w:rsidP="007742AD">
      <w:r>
        <w:t>"Itu tidak mungkin!" Sergah Ibnu Sa'ad dengan raut muka yang angkuh.</w:t>
      </w:r>
    </w:p>
    <w:p w:rsidR="00535843" w:rsidRDefault="00535843" w:rsidP="007742AD">
      <w:r>
        <w:t>"Kedua," Lanjut Imam. "Berilah kami air, karena keluargaku sedang tercekik dahaga."</w:t>
      </w:r>
    </w:p>
    <w:p w:rsidR="00535843" w:rsidRDefault="00535843" w:rsidP="007742AD">
      <w:r>
        <w:t>"Ini juga tidak bisa!" Teriak panglima pasukan Yazid dari Kufah itu.</w:t>
      </w:r>
    </w:p>
    <w:p w:rsidR="00535843" w:rsidRDefault="00535843" w:rsidP="007742AD">
      <w:r>
        <w:t>Imam berkata lagi: "Kalau begitu, kalian tahu aku disini hanya seorang diri. Karenanya, sekarang aku</w:t>
      </w:r>
    </w:p>
    <w:p w:rsidR="00535843" w:rsidRDefault="00535843" w:rsidP="007742AD">
      <w:r>
        <w:t>minta satu diantara kalian maju berduel denganku."</w:t>
      </w:r>
    </w:p>
    <w:p w:rsidR="00AB1FF3" w:rsidRDefault="00535843" w:rsidP="007742AD">
      <w:r>
        <w:t>Umar bin Sa'ad menjawab: "Ini pekerjaan gampang. Saya terima permintaanmu untuk memulai duel."</w:t>
      </w:r>
    </w:p>
    <w:p w:rsidR="00535843" w:rsidRDefault="00535843" w:rsidP="007742AD"/>
    <w:p w:rsidR="00535843" w:rsidRDefault="00535843" w:rsidP="003718EF">
      <w:pPr>
        <w:outlineLvl w:val="0"/>
      </w:pPr>
      <w:bookmarkStart w:id="26" w:name="_Toc403378399"/>
      <w:r>
        <w:t>Perjuangan Ksatria Karbala Seorang Diri</w:t>
      </w:r>
      <w:bookmarkEnd w:id="26"/>
    </w:p>
    <w:p w:rsidR="00535843" w:rsidRDefault="00535843" w:rsidP="007742AD">
      <w:r>
        <w:t>Sebagaimana yang sudah disepakati, terjadilah duel satu lawan satu. Singkat cerita, Imam Husain as</w:t>
      </w:r>
    </w:p>
    <w:p w:rsidR="00535843" w:rsidRDefault="00535843" w:rsidP="007742AD">
      <w:r>
        <w:t>adalah pendekar yang tak tertandingi oleh musuh-musuhnya dalam pertarungan secara jantan satu</w:t>
      </w:r>
    </w:p>
    <w:p w:rsidR="00535843" w:rsidRDefault="00535843" w:rsidP="007742AD">
      <w:r>
        <w:t>lawan satu. Akibatnya, satu persatu lawan-lawan beliau dalam duel bergelimpangan menjadi korban</w:t>
      </w:r>
    </w:p>
    <w:p w:rsidR="00535843" w:rsidRDefault="00535843" w:rsidP="007742AD">
      <w:r>
        <w:t>hantaman pedang beliau. Umar bin Sa'ad pun was-was dan cemas saat melihat sudah banyak</w:t>
      </w:r>
    </w:p>
    <w:p w:rsidR="00535843" w:rsidRDefault="00535843" w:rsidP="007742AD">
      <w:r>
        <w:t>pasukannya yang tak bernyawa setelah berani menjawab tantangan duel Imam Husain as.</w:t>
      </w:r>
    </w:p>
    <w:p w:rsidR="00535843" w:rsidRDefault="00535843" w:rsidP="007742AD">
      <w:r>
        <w:t>Dengan kesalnya, Umar bin Sa'ad menggerutu: "Keparat, tak ada seorangpun yang mampu bertanding</w:t>
      </w:r>
    </w:p>
    <w:p w:rsidR="00535843" w:rsidRDefault="00535843" w:rsidP="007742AD">
      <w:r>
        <w:t>dengan Husain. Jika begini terus, tak akan ada satupun diantara pasukanku yang tersisa nanti."</w:t>
      </w:r>
    </w:p>
    <w:p w:rsidR="00535843" w:rsidRDefault="00535843" w:rsidP="007742AD">
      <w:r>
        <w:t>Dia lantas berteriak kepada pasukannya: "Tahukah kalian dengan siapakah kalian hendak bertarung?!"</w:t>
      </w:r>
    </w:p>
    <w:p w:rsidR="00535843" w:rsidRDefault="00535843" w:rsidP="007742AD">
      <w:r>
        <w:lastRenderedPageBreak/>
        <w:t>Umar bin Sa'ad rupanya baru menyadari bahwa dia sedang berhadapan dengan bukan sembarang</w:t>
      </w:r>
    </w:p>
    <w:p w:rsidR="00535843" w:rsidRDefault="00535843" w:rsidP="007742AD">
      <w:r>
        <w:t>orang, termasuk untuk urusan. Dia adalah putera pendekar Islam legendaris, Imam Ali bin Abi Thalib</w:t>
      </w:r>
    </w:p>
    <w:p w:rsidR="00535843" w:rsidRDefault="00535843" w:rsidP="007742AD">
      <w:r>
        <w:t>as. Dia adalah putera ksatria yang dijuluki dengan Haidar Al-Karrar, Singa Yang Pantang Mundur. Dia</w:t>
      </w:r>
    </w:p>
    <w:p w:rsidR="00535843" w:rsidRDefault="00535843" w:rsidP="007742AD">
      <w:r>
        <w:t>adalah putera si pemilik pedang Dzulfikar yang telah banyak menghabisi benggolan-benggolan</w:t>
      </w:r>
    </w:p>
    <w:p w:rsidR="00535843" w:rsidRDefault="00535843" w:rsidP="007742AD">
      <w:r>
        <w:t>pendekar kaum kafir dan musyrik. Dia adalah putera yang mewarisi semua kehebatan ayahnya.</w:t>
      </w:r>
    </w:p>
    <w:p w:rsidR="00535843" w:rsidRDefault="00535843" w:rsidP="007742AD">
      <w:r>
        <w:t>Karenanya, tak mengherankan jika Imam Husain as tak tertandingi oleh siapapun dalam pertarungan</w:t>
      </w:r>
    </w:p>
    <w:p w:rsidR="00535843" w:rsidRDefault="00535843" w:rsidP="007742AD">
      <w:r>
        <w:t>secara ksatria. Oleh sebab itu, begitu beliau tidak bisa dirobohkan dengan cara-cara jantan, pasukan</w:t>
      </w:r>
    </w:p>
    <w:p w:rsidR="00535843" w:rsidRDefault="00535843" w:rsidP="007742AD">
      <w:r>
        <w:t>musuh akhirnya mengepung beliau yang sendirian dari segenap penjuru. Mereka sudah siap merenggut</w:t>
      </w:r>
    </w:p>
    <w:p w:rsidR="00535843" w:rsidRDefault="00535843" w:rsidP="007742AD">
      <w:r>
        <w:t>nyawa beliau dengan cara mengeroyok habis-habisan. Di saat yang lebih menegangkan itu, beliau tibatiba</w:t>
      </w:r>
    </w:p>
    <w:p w:rsidR="00535843" w:rsidRDefault="00535843" w:rsidP="007742AD">
      <w:r>
        <w:t>didatangi oleh sehelai surat bertinta emas yang melayang jatuh dari angkasa dan hinggap di atas</w:t>
      </w:r>
    </w:p>
    <w:p w:rsidR="00535843" w:rsidRDefault="00535843" w:rsidP="007742AD">
      <w:r>
        <w:t>pelana kuda beliau, Dzul Janah. Surat diraihnya dan tertera sebuah pernyataan:</w:t>
      </w:r>
    </w:p>
    <w:p w:rsidR="00535843" w:rsidRDefault="00535843" w:rsidP="007742AD">
      <w:r>
        <w:t>"Salam atasmu wahai hamba-Ku yang salih, Husain. Rahmat dan berkat Allah atasmu, wahai Husain.</w:t>
      </w:r>
    </w:p>
    <w:p w:rsidR="00535843" w:rsidRDefault="00535843" w:rsidP="007742AD">
      <w:r>
        <w:t>(Ketahuilah bahwa) Kami tidak mewajibkan keterbunuhanmu."</w:t>
      </w:r>
      <w:r w:rsidRPr="00535843">
        <w:rPr>
          <w:rStyle w:val="libFootnotenumChar"/>
        </w:rPr>
        <w:t>88</w:t>
      </w:r>
    </w:p>
    <w:p w:rsidR="00535843" w:rsidRDefault="00535843" w:rsidP="007742AD">
      <w:r>
        <w:t>"Jika engkau menghendaki kehidupan di dunia, maka kembalilah ke sarangmu, dan urusilah dunia</w:t>
      </w:r>
    </w:p>
    <w:p w:rsidR="00535843" w:rsidRDefault="00535843" w:rsidP="007742AD">
      <w:r>
        <w:t>hingga kaum itu binasa."</w:t>
      </w:r>
      <w:r w:rsidRPr="00535843">
        <w:rPr>
          <w:rStyle w:val="libFootnotenumChar"/>
        </w:rPr>
        <w:t>89</w:t>
      </w:r>
    </w:p>
    <w:p w:rsidR="00535843" w:rsidRDefault="00535843" w:rsidP="007742AD">
      <w:r>
        <w:t>Surat itu dicium oleh Imam Husain as, dan melayangkan kembali ke angkasa bak burung merpati.</w:t>
      </w:r>
    </w:p>
    <w:p w:rsidR="00C351F4" w:rsidRDefault="00535843" w:rsidP="007742AD">
      <w:r>
        <w:t xml:space="preserve">Beliau kemudian berucap kepada Allah: "Ya Allah, aku sudah berjanji kepada-Mu untuk memberi </w:t>
      </w:r>
      <w:r w:rsidR="00C351F4">
        <w:t>syafaat umat kakekku. Lantas bagaimana mungkin aku akan mencabut kembali janji itu, dan</w:t>
      </w:r>
    </w:p>
    <w:p w:rsidR="00C351F4" w:rsidRDefault="00C351F4" w:rsidP="007742AD">
      <w:r>
        <w:lastRenderedPageBreak/>
        <w:t>Engkaupun juga sudah memberitahuku bahwa sesungguhnya untuk memberikan syafaat itu terdapat</w:t>
      </w:r>
    </w:p>
    <w:p w:rsidR="00C351F4" w:rsidRDefault="00C351F4" w:rsidP="007742AD">
      <w:r>
        <w:t>suatu derajat mulia yang tak dapat dicapai kecuali dengan syahadah..."</w:t>
      </w:r>
      <w:r w:rsidRPr="00C351F4">
        <w:rPr>
          <w:rStyle w:val="libFootnotenumChar"/>
        </w:rPr>
        <w:t>90</w:t>
      </w:r>
    </w:p>
    <w:p w:rsidR="00C351F4" w:rsidRDefault="00C351F4" w:rsidP="007742AD">
      <w:r>
        <w:t>Perjanjian untuk menggelar pertarungan secara ksatria akhirnya benar-benar diabaikan oleh musuh.</w:t>
      </w:r>
    </w:p>
    <w:p w:rsidR="00C351F4" w:rsidRDefault="00C351F4" w:rsidP="007742AD">
      <w:r>
        <w:t>Umar bin Sa'ad memerintahkan seluruh pasukannya untuk ramai-ramai mengerungi dan membantai</w:t>
      </w:r>
    </w:p>
    <w:p w:rsidR="00C351F4" w:rsidRDefault="00C351F4" w:rsidP="007742AD">
      <w:r>
        <w:t>Imam Husain as sedapat mungkin. Maka, sang Imam pun mulai menjadi bulan-bulan menghadapi</w:t>
      </w:r>
    </w:p>
    <w:p w:rsidR="00C351F4" w:rsidRDefault="00C351F4" w:rsidP="007742AD">
      <w:r>
        <w:t>sekian banyak manusia-manusia buas itu. Tubuh Imam semakin lemas dalam melakukan perlawanan</w:t>
      </w:r>
    </w:p>
    <w:p w:rsidR="00C351F4" w:rsidRDefault="00C351F4" w:rsidP="007742AD">
      <w:r>
        <w:t>sehingga saat demi saat tubuh beliau mulai menuai luka dan kucuran darah. Jasad beliau mulai</w:t>
      </w:r>
    </w:p>
    <w:p w:rsidR="00C351F4" w:rsidRDefault="00C351F4" w:rsidP="007742AD">
      <w:r>
        <w:t>terkoyak-koyak oleh berbagai jenis senjata pedang, tombak, dan panah yang sudah tak sabar untuk</w:t>
      </w:r>
    </w:p>
    <w:p w:rsidR="00C351F4" w:rsidRDefault="00C351F4" w:rsidP="007742AD">
      <w:r>
        <w:t>menghabisi riwayat Imam Husain as.</w:t>
      </w:r>
    </w:p>
    <w:p w:rsidR="00C351F4" w:rsidRDefault="00C351F4" w:rsidP="007742AD">
      <w:r>
        <w:t>Di saat-saat Imam dalam posisi yang nyaris tak berdaya itu, beliau melihat seseorang bernama Syimir</w:t>
      </w:r>
    </w:p>
    <w:p w:rsidR="00C351F4" w:rsidRDefault="00C351F4" w:rsidP="007742AD">
      <w:r>
        <w:t>bin Dzil Jausyan bersama anak buahnya mengendap-mengendap diantara tempat Imam Husain</w:t>
      </w:r>
    </w:p>
    <w:p w:rsidR="00C351F4" w:rsidRDefault="00C351F4" w:rsidP="007742AD">
      <w:r>
        <w:t>bertahan dan lokasi perkemahan beliau. Di situ beliau berteriak lantang:</w:t>
      </w:r>
    </w:p>
    <w:p w:rsidR="00C351F4" w:rsidRDefault="00C351F4" w:rsidP="007742AD">
      <w:r>
        <w:t>"Celakalah kalian, hai pengikut keluarga Abu Sufyan! Jika kalian memang sudah tak beragama, tidak</w:t>
      </w:r>
    </w:p>
    <w:p w:rsidR="00C351F4" w:rsidRDefault="00C351F4" w:rsidP="007742AD">
      <w:r>
        <w:t>takut kepada hari kebangkitan, maka berpesta poralah kalian dengan urusan duniawi kalian!"</w:t>
      </w:r>
    </w:p>
    <w:p w:rsidR="00C351F4" w:rsidRDefault="00C351F4" w:rsidP="007742AD">
      <w:r>
        <w:t>"Kamu bicara apa, hai putera Fatimah!" Sergah Syimir.</w:t>
      </w:r>
    </w:p>
    <w:p w:rsidR="00C351F4" w:rsidRDefault="00C351F4" w:rsidP="007742AD">
      <w:r>
        <w:t>Imam menjawab: "Yang berperang adalah aku dan kalian. Jangan kalian ganggu kaum wanita.</w:t>
      </w:r>
    </w:p>
    <w:p w:rsidR="00C351F4" w:rsidRDefault="00C351F4" w:rsidP="007742AD">
      <w:r>
        <w:t>Janganlah kalian berbuat sesuatu yang sangat melanggar kehormatanku!"</w:t>
      </w:r>
    </w:p>
    <w:p w:rsidR="00C351F4" w:rsidRDefault="00C351F4" w:rsidP="007742AD">
      <w:r>
        <w:t>Syimir menjawab: "Kami tidak akan melanggar kehormatan."</w:t>
      </w:r>
    </w:p>
    <w:p w:rsidR="00C351F4" w:rsidRDefault="00C351F4" w:rsidP="007742AD">
      <w:r>
        <w:lastRenderedPageBreak/>
        <w:t>Manusia kejam ini lalu berteriak kepada pasukannya: "Celakalah kalian! Apa yang kalian pelototi?!</w:t>
      </w:r>
    </w:p>
    <w:p w:rsidR="00C351F4" w:rsidRDefault="00C351F4" w:rsidP="007742AD">
      <w:r>
        <w:t>Cepat habisi dia!" Teriakan ini segera disusul dengan keroyokan yang lebih sengit terhadap Imam</w:t>
      </w:r>
    </w:p>
    <w:p w:rsidR="00C351F4" w:rsidRDefault="00C351F4" w:rsidP="007742AD">
      <w:r>
        <w:t>Husain yang nampak sudah kewalahan itu. Dari sekian pedang yang berebut untuk menghabisi nyawa</w:t>
      </w:r>
    </w:p>
    <w:p w:rsidR="00C351F4" w:rsidRDefault="00C351F4" w:rsidP="007742AD">
      <w:r>
        <w:t>cucu Rasul dan putera Fatimah itu, satu pedang yang digenggam Soleh bin Wahab berhasil</w:t>
      </w:r>
    </w:p>
    <w:p w:rsidR="00C351F4" w:rsidRDefault="00C351F4" w:rsidP="007742AD">
      <w:r>
        <w:t>menghunjam keras paha beliau. Hantaman ini menjatuhkan beliau dari atas kuda. Pelipis kanan beliau</w:t>
      </w:r>
    </w:p>
    <w:p w:rsidR="00535843" w:rsidRDefault="00C351F4" w:rsidP="007742AD">
      <w:r>
        <w:t>menghempas pasir Karbala yang panas itu.</w:t>
      </w:r>
    </w:p>
    <w:p w:rsidR="00C351F4" w:rsidRDefault="00C351F4" w:rsidP="007742AD">
      <w:r>
        <w:t>Beliau tetap bangkit berdiri dan melanjutkan perlawanan sekuat tenaga. Dalam keadaan seperti itu beliau masih sempat menjatuhkan beberapa pasukan. Saat spirit beliau bertambah beliau selalu</w:t>
      </w:r>
    </w:p>
    <w:p w:rsidR="00C351F4" w:rsidRDefault="00C351F4" w:rsidP="007742AD">
      <w:r>
        <w:t>mengucap kalimat:</w:t>
      </w:r>
    </w:p>
    <w:p w:rsidR="00C351F4" w:rsidRPr="007742AD" w:rsidRDefault="00C351F4" w:rsidP="007742AD">
      <w:pPr>
        <w:rPr>
          <w:rtl/>
        </w:rPr>
      </w:pPr>
      <w:r w:rsidRPr="007742AD">
        <w:rPr>
          <w:rtl/>
        </w:rPr>
        <w:t>لا حول ولاقوة الا بالله العلي الع</w:t>
      </w:r>
      <w:r w:rsidRPr="007742AD">
        <w:rPr>
          <w:rFonts w:hint="cs"/>
          <w:rtl/>
        </w:rPr>
        <w:t>ظیم</w:t>
      </w:r>
    </w:p>
    <w:p w:rsidR="00C351F4" w:rsidRDefault="00C351F4" w:rsidP="007742AD">
      <w:r>
        <w:t>Beliau juga sempat bersumbar kepada musuh bahwa mati terbunuh lebih baik daripada harus hidup</w:t>
      </w:r>
    </w:p>
    <w:p w:rsidR="00C351F4" w:rsidRDefault="00C351F4" w:rsidP="007742AD">
      <w:r>
        <w:t>terpedaya oleh kehinaan dan ketercelaan. Terbunuhnya para pengikut beliau seiring dengan jerit tangis</w:t>
      </w:r>
    </w:p>
    <w:p w:rsidR="00C351F4" w:rsidRDefault="00C351F4" w:rsidP="007742AD">
      <w:r>
        <w:t>anak-anak kecil yang meratap kehausan sama sekali tak menciutkan nyali beliau untuk terus melawan</w:t>
      </w:r>
    </w:p>
    <w:p w:rsidR="00C351F4" w:rsidRDefault="00C351F4" w:rsidP="007742AD">
      <w:r>
        <w:t>dan pantang mundur. Ketabahan dan tawakkal di depan Allah adalah prinsip yang tak tergoyahkan.</w:t>
      </w:r>
    </w:p>
    <w:p w:rsidR="00C351F4" w:rsidRDefault="00C351F4" w:rsidP="007742AD">
      <w:r>
        <w:t>Saat itu kepada Tuhannya beliau berucap:</w:t>
      </w:r>
    </w:p>
    <w:p w:rsidR="00C351F4" w:rsidRDefault="00C351F4" w:rsidP="007742AD">
      <w:r>
        <w:t>"Aku sabar atas garis yang telah Engkau tentukan, tiada Tuhan Yang Patut Disembah kecuali Engkau,</w:t>
      </w:r>
    </w:p>
    <w:p w:rsidR="00C351F4" w:rsidRDefault="00C351F4" w:rsidP="007742AD">
      <w:r>
        <w:t>wahai Pelindung orang-orang yang memohon perlindungan."</w:t>
      </w:r>
      <w:r w:rsidRPr="00C351F4">
        <w:rPr>
          <w:rStyle w:val="libFootnotenumChar"/>
        </w:rPr>
        <w:t>91</w:t>
      </w:r>
    </w:p>
    <w:p w:rsidR="00C351F4" w:rsidRDefault="00C351F4" w:rsidP="007742AD">
      <w:r>
        <w:t>Dalam doa ziarah untuk beliau disebutkan, "Dan para malaikatpun terkesima menyaksikan</w:t>
      </w:r>
    </w:p>
    <w:p w:rsidR="00C351F4" w:rsidRDefault="00C351F4" w:rsidP="007742AD">
      <w:r>
        <w:t>kesabaranmu."</w:t>
      </w:r>
      <w:r w:rsidRPr="00C351F4">
        <w:rPr>
          <w:rStyle w:val="libFootnotenumChar"/>
        </w:rPr>
        <w:t>92</w:t>
      </w:r>
    </w:p>
    <w:p w:rsidR="00C351F4" w:rsidRDefault="00C351F4" w:rsidP="007742AD">
      <w:r>
        <w:t>Hati musuh sama sekali sudah buta dan mengenal belas kasih. Dalam perlawanan sekuat tenaga itu,</w:t>
      </w:r>
    </w:p>
    <w:p w:rsidR="00C351F4" w:rsidRDefault="00C351F4" w:rsidP="007742AD">
      <w:r>
        <w:lastRenderedPageBreak/>
        <w:t>tubuh Imam Husain as terpaksa semakin bermandi darah saat tombak-tombak dan panah musuh ikut</w:t>
      </w:r>
    </w:p>
    <w:p w:rsidR="00C351F4" w:rsidRDefault="00C351F4" w:rsidP="007742AD">
      <w:r>
        <w:t>menggerogoti daya pertahanan beliau.</w:t>
      </w:r>
    </w:p>
    <w:p w:rsidR="00C351F4" w:rsidRDefault="00C351F4" w:rsidP="007742AD">
      <w:r>
        <w:t>Dari arah sana Hazrat Zainab tak kuasa menahan diri menyaksikan kakaknya menjadi sasaran</w:t>
      </w:r>
    </w:p>
    <w:p w:rsidR="00C351F4" w:rsidRDefault="00C351F4" w:rsidP="007742AD">
      <w:r>
        <w:t>pembantaian seganas itu. Wanita agung menjerit-jerit mengadukan penderitaan kepada kakek, ayah,</w:t>
      </w:r>
    </w:p>
    <w:p w:rsidR="00C351F4" w:rsidRDefault="00C351F4" w:rsidP="007742AD">
      <w:r>
        <w:t>dan pamannya yang sudah bersemayam di alam keabadian.</w:t>
      </w:r>
    </w:p>
    <w:p w:rsidR="00C351F4" w:rsidRDefault="00C351F4" w:rsidP="007742AD">
      <w:r>
        <w:t>"Oh Muhammad! Oh Ayah! Oh Ali! Oh Ja'far!" Ratap Zainab tersedu-sedu. "Alangkah baiknya</w:t>
      </w:r>
    </w:p>
    <w:p w:rsidR="00C351F4" w:rsidRDefault="00C351F4" w:rsidP="007742AD">
      <w:r>
        <w:t>seandainya langit ini runtuh menimpa bumi! Alangkah baiknya seandainya gunung-gunung ini</w:t>
      </w:r>
    </w:p>
    <w:p w:rsidR="00C351F4" w:rsidRDefault="00C351F4" w:rsidP="007742AD">
      <w:pPr>
        <w:rPr>
          <w:rStyle w:val="libFootnotenumChar"/>
          <w:rtl/>
        </w:rPr>
      </w:pPr>
      <w:r>
        <w:t>berhamburan menimpa sahara."</w:t>
      </w:r>
      <w:r w:rsidRPr="00C351F4">
        <w:rPr>
          <w:rStyle w:val="libFootnotenumChar"/>
        </w:rPr>
        <w:t>93</w:t>
      </w:r>
    </w:p>
    <w:p w:rsidR="003A64C6" w:rsidRDefault="003A64C6" w:rsidP="007742AD">
      <w:r>
        <w:t>Puteri Fatimah Azzahra as mencoba mendekati ajang pembantaian kakaknya. Di saat yang sama,</w:t>
      </w:r>
    </w:p>
    <w:p w:rsidR="003A64C6" w:rsidRDefault="003A64C6" w:rsidP="007742AD">
      <w:r>
        <w:t>manusia biadab Umar bin Sa'ad dan gerombolannya bergerak menuju perkemahan keluarga dan rombongan Imam Husain as. Di saat tubuh Imam roboh dan nafasnya sudah tersengal-sengal menanti</w:t>
      </w:r>
    </w:p>
    <w:p w:rsidR="003A64C6" w:rsidRDefault="003A64C6" w:rsidP="007742AD">
      <w:r>
        <w:t>ajal, gerombolan manusia liar itu mengobrak-abrik perkemahan anak keturunan Rasul tersebut. Mereka</w:t>
      </w:r>
    </w:p>
    <w:p w:rsidR="003A64C6" w:rsidRDefault="003A64C6" w:rsidP="007742AD">
      <w:r>
        <w:t>melakukan aksi pembakaran, merampasi harta benda, dan menangkapi dan menggiring kaum wanita</w:t>
      </w:r>
    </w:p>
    <w:p w:rsidR="003A64C6" w:rsidRDefault="003A64C6" w:rsidP="007742AD">
      <w:r>
        <w:t>dan anak-anak kecil sebagai tawanan.</w:t>
      </w:r>
    </w:p>
    <w:p w:rsidR="003A64C6" w:rsidRDefault="003A64C6" w:rsidP="007742AD">
      <w:r>
        <w:t>Hazrat Zainab yang masih terbayang nasib kakak sekaligus pemimpin sucinya itu berteriak kepada</w:t>
      </w:r>
    </w:p>
    <w:p w:rsidR="003A64C6" w:rsidRDefault="003A64C6" w:rsidP="007742AD">
      <w:r>
        <w:t>Umar bin Sa'ad: "Hai Umar, apakah Abu Abdillah terbunuh dan kamu menyaksikannya sendiri?!"</w:t>
      </w:r>
    </w:p>
    <w:p w:rsidR="003A64C6" w:rsidRDefault="003A64C6" w:rsidP="007742AD">
      <w:r>
        <w:t>Entah mengapa, kata-kata wanita pemberani ini tiba-tiba menggedor perasaan putera Sa'ad itu sehingga</w:t>
      </w:r>
    </w:p>
    <w:p w:rsidR="003A64C6" w:rsidRDefault="003A64C6" w:rsidP="007742AD">
      <w:r>
        <w:t>tak berani menjawabnya dengan bentakan. Bagai binatang pandir, dia tak berani menjawab atau</w:t>
      </w:r>
    </w:p>
    <w:p w:rsidR="003A64C6" w:rsidRDefault="003A64C6" w:rsidP="007742AD">
      <w:r>
        <w:t>menatap wajah Zainab. Dia memaling muka.</w:t>
      </w:r>
      <w:r w:rsidRPr="003A64C6">
        <w:rPr>
          <w:rStyle w:val="libFootnotenumChar"/>
        </w:rPr>
        <w:t>94</w:t>
      </w:r>
    </w:p>
    <w:p w:rsidR="003A64C6" w:rsidRDefault="003A64C6" w:rsidP="007742AD">
      <w:r>
        <w:t>Zainab berteriak lagi: "Adakah seorang Muslim diantara kalian?!" Tak seorangpun menjawabnya. Saat</w:t>
      </w:r>
    </w:p>
    <w:p w:rsidR="003A64C6" w:rsidRDefault="003A64C6" w:rsidP="007742AD">
      <w:r>
        <w:lastRenderedPageBreak/>
        <w:t>gerombolan itu dibungkamkan oleh kata-kata Hazrat Zainab, tubuh Imam Husain as yang masih</w:t>
      </w:r>
    </w:p>
    <w:p w:rsidR="003A64C6" w:rsidRDefault="003A64C6" w:rsidP="007742AD">
      <w:r>
        <w:t>bernafas tiba-tiba bangkit lalu menerjang beberapa pasukan yang ada di dekatnya sehingga mereka</w:t>
      </w:r>
    </w:p>
    <w:p w:rsidR="003A64C6" w:rsidRDefault="003A64C6" w:rsidP="007742AD">
      <w:r>
        <w:t>mundur. Dengan tubuh yang sudah tercabik-cabik dan sengalan nafas yang masih tersisa itu, beliau</w:t>
      </w:r>
    </w:p>
    <w:p w:rsidR="003A64C6" w:rsidRDefault="003A64C6" w:rsidP="007742AD">
      <w:r>
        <w:t>berteriak:</w:t>
      </w:r>
    </w:p>
    <w:p w:rsidR="003A64C6" w:rsidRDefault="003A64C6" w:rsidP="007742AD">
      <w:r>
        <w:t>"Hai umat yang paling bejat, kalian telah memberikan perlakuan yang terburuk kepada Muhammad</w:t>
      </w:r>
    </w:p>
    <w:p w:rsidR="003A64C6" w:rsidRDefault="003A64C6" w:rsidP="007742AD">
      <w:r>
        <w:t>dengan menganiaya anak keturanannya. Ketahuilah bahwa setelahku nanti kalian tidak akan mungkin</w:t>
      </w:r>
    </w:p>
    <w:p w:rsidR="003A64C6" w:rsidRDefault="003A64C6" w:rsidP="007742AD">
      <w:r>
        <w:t>takut (berdosa) lagi dalam membunuh seseorang. Sesudah membunuhku kalian pasti akan gampang</w:t>
      </w:r>
    </w:p>
    <w:p w:rsidR="003A64C6" w:rsidRDefault="003A64C6" w:rsidP="007742AD">
      <w:r>
        <w:t>sekali berbuat itu. Demi Allah, aku sangat mendambakan kemuliaan dari Allah dengan syahadah, lalu</w:t>
      </w:r>
    </w:p>
    <w:p w:rsidR="003A64C6" w:rsidRDefault="003A64C6" w:rsidP="007742AD">
      <w:pPr>
        <w:rPr>
          <w:rStyle w:val="libFootnotenumChar"/>
          <w:rtl/>
        </w:rPr>
      </w:pPr>
      <w:r>
        <w:t>Dia akan menuntut balas darahku dari kalian tanpa kalian sadari."</w:t>
      </w:r>
      <w:r w:rsidRPr="003A64C6">
        <w:rPr>
          <w:rStyle w:val="libFootnotenumChar"/>
        </w:rPr>
        <w:t>95</w:t>
      </w:r>
    </w:p>
    <w:p w:rsidR="003A64C6" w:rsidRDefault="003A64C6" w:rsidP="007742AD">
      <w:r>
        <w:t>Setelah berusaha melakukan perlawanan sekian lama di depan pesta pembantaian itu, Imam Husain as</w:t>
      </w:r>
    </w:p>
    <w:p w:rsidR="003A64C6" w:rsidRDefault="003A64C6" w:rsidP="007742AD">
      <w:r>
        <w:t>mencoba menjauh dari pasukan lawan untuk mengatur nafas. Namun, tiba-tiba sebuah batu melayang</w:t>
      </w:r>
    </w:p>
    <w:p w:rsidR="003A64C6" w:rsidRDefault="003A64C6" w:rsidP="007742AD">
      <w:r>
        <w:t>dari arah musuh dan mengena kepala beliau. Darahpun mengucur deras lagi. Belum selesai beliau</w:t>
      </w:r>
    </w:p>
    <w:p w:rsidR="003A64C6" w:rsidRDefault="003A64C6" w:rsidP="007742AD">
      <w:r>
        <w:t>mengusap darahnya yang suci itu, dada beliau diterjang sebuah anak panah bermata tiga. Tertembus</w:t>
      </w:r>
    </w:p>
    <w:p w:rsidR="003A64C6" w:rsidRDefault="003A64C6" w:rsidP="007742AD">
      <w:r>
        <w:t>panah beracun itu, beliau berucap: "</w:t>
      </w:r>
      <w:r w:rsidRPr="007742AD">
        <w:t>Bismillahi wa billahi wa 'ala millati rasulillah.</w:t>
      </w:r>
      <w:r>
        <w:t>"Beliau menatap</w:t>
      </w:r>
    </w:p>
    <w:p w:rsidR="003052CB" w:rsidRDefault="003A64C6" w:rsidP="007742AD">
      <w:r>
        <w:t>langit dan berdesah lagi:" Ilahi, sesungguhnya Engkau mengetahui mereka telah membunuh seseoran</w:t>
      </w:r>
      <w:r w:rsidR="00DE6184">
        <w:t xml:space="preserve">g </w:t>
      </w:r>
      <w:r w:rsidR="003052CB">
        <w:t>di muka bumi yang tak lain adalah putera Nabi."</w:t>
      </w:r>
      <w:r w:rsidR="003052CB" w:rsidRPr="003052CB">
        <w:rPr>
          <w:rStyle w:val="libFootnotenumChar"/>
        </w:rPr>
        <w:t>96</w:t>
      </w:r>
    </w:p>
    <w:p w:rsidR="003052CB" w:rsidRDefault="003052CB" w:rsidP="007742AD">
      <w:r>
        <w:t>Di saat beliau semakin kehabisan tenaga itu, beliau mencabut anak panah itu dari dadanya. Darah</w:t>
      </w:r>
    </w:p>
    <w:p w:rsidR="003052CB" w:rsidRDefault="003052CB" w:rsidP="007742AD">
      <w:r>
        <w:t>kembali menggenang. Sebagian beliau hamburkan ke atas dan sebagian yang lain beliau usapkan ke</w:t>
      </w:r>
    </w:p>
    <w:p w:rsidR="003052CB" w:rsidRDefault="003052CB" w:rsidP="007742AD">
      <w:r>
        <w:lastRenderedPageBreak/>
        <w:t>wajahnya sambil berucap: "Beginilah aku jadinya hingga aku bertemu dengan kakekku Rasulllah</w:t>
      </w:r>
    </w:p>
    <w:p w:rsidR="003052CB" w:rsidRDefault="003052CB" w:rsidP="007742AD">
      <w:r>
        <w:t>dalam keadaan berlumuran darah lalu aku adukan kepada beliau: fulan, fulan telah membunuhku."</w:t>
      </w:r>
      <w:r w:rsidRPr="003052CB">
        <w:rPr>
          <w:rStyle w:val="libFootnotenumChar"/>
        </w:rPr>
        <w:t>97</w:t>
      </w:r>
    </w:p>
    <w:p w:rsidR="003052CB" w:rsidRDefault="003052CB" w:rsidP="007742AD">
      <w:r>
        <w:t>Puas menatap pemandangan seperti ini, balatentara musuh sejenak menghentikan kebrutalannya.</w:t>
      </w:r>
    </w:p>
    <w:p w:rsidR="003052CB" w:rsidRDefault="003052CB" w:rsidP="007742AD">
      <w:r>
        <w:t>Mereka terkekeh-kekeh menyaksikan Imam Husain as berdoa:</w:t>
      </w:r>
    </w:p>
    <w:p w:rsidR="003052CB" w:rsidRDefault="003052CB" w:rsidP="007742AD">
      <w:r>
        <w:t>"Ya Rabbi, aku bersabar atas ketetapan-Mu, tiada Tuhan selain-Mu, wahai Penolong orang-orang yang</w:t>
      </w:r>
    </w:p>
    <w:p w:rsidR="003052CB" w:rsidRDefault="003052CB" w:rsidP="007742AD">
      <w:r>
        <w:t>memohon pertolongan. Tiada Tuhan Pemelihara kami selain-Mu, tiada Tuhan Yang Patut disembah</w:t>
      </w:r>
    </w:p>
    <w:p w:rsidR="003052CB" w:rsidRDefault="003052CB" w:rsidP="007742AD">
      <w:r>
        <w:t>kecuali Engkau. Aku bersabar atas ketentuan (humum)-Mu, wahai Pelindung orang-orang yang tak</w:t>
      </w:r>
    </w:p>
    <w:p w:rsidR="003052CB" w:rsidRDefault="003052CB" w:rsidP="007742AD">
      <w:r>
        <w:t>memiliki perlindungan, wahai Zat Yang Maha Kekal dan Tak Berpenghabisan, wahai Yang</w:t>
      </w:r>
    </w:p>
    <w:p w:rsidR="003052CB" w:rsidRDefault="003052CB" w:rsidP="007742AD">
      <w:r>
        <w:t>Menghidupkan orang yang sudah mati, wahai Zat Yang Menghakimi setiap jiwa sesuai perbuatannya,</w:t>
      </w:r>
    </w:p>
    <w:p w:rsidR="003052CB" w:rsidRDefault="003052CB" w:rsidP="007742AD">
      <w:r>
        <w:t>hakimilah antara aku dan mereka, sesungguhnya Engkau adalah yang terbaik diantara para hakim."</w:t>
      </w:r>
      <w:r w:rsidRPr="003052CB">
        <w:rPr>
          <w:rStyle w:val="libFootnotenumChar"/>
        </w:rPr>
        <w:t>98</w:t>
      </w:r>
    </w:p>
    <w:p w:rsidR="003052CB" w:rsidRDefault="003052CB" w:rsidP="007742AD">
      <w:r>
        <w:t>Setelah itu sempat terjadi keheningan beberapa saat. Untuk sementara waktu masih belum ada</w:t>
      </w:r>
    </w:p>
    <w:p w:rsidR="003052CB" w:rsidRDefault="003052CB" w:rsidP="007742AD">
      <w:r>
        <w:t>seorangpun yang berani tampil sebagai pembunuh utama cucu Rasul itu di depan Allah SWT kelak.</w:t>
      </w:r>
    </w:p>
    <w:p w:rsidR="003052CB" w:rsidRDefault="003052CB" w:rsidP="007742AD">
      <w:r>
        <w:t>Diriwayatkan bahwa saat itu pula tiba-tiba Imam Husain as didatangi bayangan ajab wajah kakek dan</w:t>
      </w:r>
    </w:p>
    <w:p w:rsidR="003052CB" w:rsidRDefault="003052CB" w:rsidP="007742AD">
      <w:r>
        <w:t>ayahnya. Wajah-wajah suci itu bertutur kepada beliau: "Cepatlah kemari, sesungguhnya kami sangat</w:t>
      </w:r>
    </w:p>
    <w:p w:rsidR="003052CB" w:rsidRDefault="003052CB" w:rsidP="007742AD">
      <w:r>
        <w:t>merindukanmu di surga."</w:t>
      </w:r>
      <w:r w:rsidRPr="003052CB">
        <w:rPr>
          <w:rStyle w:val="libFootnotenumChar"/>
        </w:rPr>
        <w:t>99</w:t>
      </w:r>
    </w:p>
    <w:p w:rsidR="003052CB" w:rsidRDefault="003052CB" w:rsidP="007742AD">
      <w:r>
        <w:t>Keheningan itu ternyata tak berlangsung lama. Umar bin Sa'ad kembali buas dan memerintahkan anak</w:t>
      </w:r>
    </w:p>
    <w:p w:rsidR="003052CB" w:rsidRDefault="003052CB" w:rsidP="007742AD">
      <w:r>
        <w:t>buahnya untuk segera menghabisi Imam Husain. Maka tampillah Shabats sebagai orang pertama yang</w:t>
      </w:r>
    </w:p>
    <w:p w:rsidR="003052CB" w:rsidRDefault="003052CB" w:rsidP="007742AD">
      <w:r>
        <w:t>berani mendaratkan mata pedangnya ke kepala Imam Husain as. Namun, saat mata Imam menatap</w:t>
      </w:r>
    </w:p>
    <w:p w:rsidR="003052CB" w:rsidRDefault="003052CB" w:rsidP="007742AD">
      <w:r>
        <w:lastRenderedPageBreak/>
        <w:t>tajam wajah Shabats, tubuh pria kurang ajar ini tiba-tiba gemetaran lalu menggigil keras sehingga</w:t>
      </w:r>
    </w:p>
    <w:p w:rsidR="003052CB" w:rsidRDefault="003052CB" w:rsidP="007742AD">
      <w:r>
        <w:t>pedang yang ditangannya terhempas ke tanah. Dengan wajah pucat pria itu berkata kepada Umar bin Sa'ad: "Hai Putera Sa'ad, kamu tidak mau membunuh sendiri Husain agar nanti akulah yang akan</w:t>
      </w:r>
    </w:p>
    <w:p w:rsidR="003052CB" w:rsidRDefault="003052CB" w:rsidP="007742AD">
      <w:r>
        <w:t>dibalas. Tidak. Aku tidak mau bertanggujawab atas darah Husain."</w:t>
      </w:r>
    </w:p>
    <w:p w:rsidR="003052CB" w:rsidRDefault="003052CB" w:rsidP="007742AD">
      <w:r>
        <w:t>Syabats segera ditegur oleh seseorang bernama Sannan bin Anas. "Kenapa kamu tidak jadi</w:t>
      </w:r>
    </w:p>
    <w:p w:rsidR="003052CB" w:rsidRDefault="003052CB" w:rsidP="007742AD">
      <w:r>
        <w:t>membunuhnya?!" Tanya Sannan ketus.</w:t>
      </w:r>
    </w:p>
    <w:p w:rsidR="003052CB" w:rsidRDefault="003052CB" w:rsidP="007742AD">
      <w:r>
        <w:t>Syabats menjawab: "Dia menatap wajahku, Sannan! Kedua matanya menyerupai mata Rasulullah.</w:t>
      </w:r>
    </w:p>
    <w:p w:rsidR="003052CB" w:rsidRDefault="003052CB" w:rsidP="007742AD">
      <w:r>
        <w:t>Sungguh, aku segan membunuh seseorang yang mirip dengan Rasul."</w:t>
      </w:r>
    </w:p>
    <w:p w:rsidR="003052CB" w:rsidRDefault="003052CB" w:rsidP="007742AD">
      <w:r>
        <w:t>Sannan dengan congkaknya berkata: "Berikan kepadaku pedangmu itu, karena akulah yang lebih patut</w:t>
      </w:r>
    </w:p>
    <w:p w:rsidR="003052CB" w:rsidRDefault="003052CB" w:rsidP="007742AD">
      <w:r>
        <w:t>untuk membunuhnya." Begitu pedang itu pindah ke tangannya, Sannan segera menenggerkannya di</w:t>
      </w:r>
    </w:p>
    <w:p w:rsidR="003052CB" w:rsidRDefault="003052CB" w:rsidP="007742AD">
      <w:r>
        <w:t>atas kepala beliau. Imam yang sudah tak berdaya itu kembali menatap wajah orang yang berniat</w:t>
      </w:r>
    </w:p>
    <w:p w:rsidR="003052CB" w:rsidRDefault="003052CB" w:rsidP="007742AD">
      <w:r>
        <w:t>menghabisinya itu. Seperti yang dialami, Syabats, tubuh Sannan yang kotor itu tiba-tiba juga menggigil</w:t>
      </w:r>
    </w:p>
    <w:p w:rsidR="003052CB" w:rsidRDefault="003052CB" w:rsidP="007742AD">
      <w:r>
        <w:t>ketakutan setelah ditatap Imam dengan tajam. Sannan mengambil langkah mundur sambil berucap:</w:t>
      </w:r>
    </w:p>
    <w:p w:rsidR="003052CB" w:rsidRDefault="003052CB" w:rsidP="007742AD">
      <w:r>
        <w:t>"Aku berlindung kepada Tuhannya Husain dari pertemuan dengan-Nya dalam keadaan berlumuran</w:t>
      </w:r>
    </w:p>
    <w:p w:rsidR="003052CB" w:rsidRDefault="003052CB" w:rsidP="007742AD">
      <w:r>
        <w:t>darah Husain."</w:t>
      </w:r>
    </w:p>
    <w:p w:rsidR="003052CB" w:rsidRDefault="003052CB" w:rsidP="007742AD">
      <w:r>
        <w:t>Kini tibalah giliran Syimir bin Dziljausan. Pria yang menutupi wajah dan hanya menyisakan celah</w:t>
      </w:r>
    </w:p>
    <w:p w:rsidR="003052CB" w:rsidRDefault="003052CB" w:rsidP="007742AD">
      <w:r>
        <w:t>untuk matanya ini menghampiri Sannan sambil mengumpat. "Semoga ibumu meratapi kematianmu,</w:t>
      </w:r>
    </w:p>
    <w:p w:rsidR="003052CB" w:rsidRDefault="003052CB" w:rsidP="007742AD">
      <w:r>
        <w:t>kenapa urung membunuhnya!?" Maki Syimir.</w:t>
      </w:r>
    </w:p>
    <w:p w:rsidR="003052CB" w:rsidRDefault="003052CB" w:rsidP="007742AD">
      <w:r>
        <w:t>Sannan menjawab: "Tatapan matanya mengingatkanku pada keberanian ayahnya. Aku takut. Aku tak</w:t>
      </w:r>
    </w:p>
    <w:p w:rsidR="003052CB" w:rsidRDefault="003052CB" w:rsidP="007742AD">
      <w:r>
        <w:t>berani membunuhnya."</w:t>
      </w:r>
    </w:p>
    <w:p w:rsidR="003052CB" w:rsidRDefault="003052CB" w:rsidP="007742AD">
      <w:r>
        <w:lastRenderedPageBreak/>
        <w:t>Sambil menyeringai Syimir berseru: "Berikan pedang itu kepadaku. Demi Allah, tak ada seorangpun</w:t>
      </w:r>
    </w:p>
    <w:p w:rsidR="003052CB" w:rsidRDefault="003052CB" w:rsidP="007742AD">
      <w:r>
        <w:t>yang lebih layak dariku untuk membunuh Husain. Akulah yang akan menghabisinya, walaupun dia</w:t>
      </w:r>
    </w:p>
    <w:p w:rsidR="003052CB" w:rsidRDefault="003052CB" w:rsidP="007742AD">
      <w:r>
        <w:t>mirip Al-Mustafa ataupun Al-Murtadha."</w:t>
      </w:r>
    </w:p>
    <w:p w:rsidR="003052CB" w:rsidRDefault="003052CB" w:rsidP="007742AD">
      <w:r>
        <w:t>Syimir berpaling ke arah pasukannya lalu membentak: "Hai, tunggu apa lagi?! Cepat bunuh dia!!"</w:t>
      </w:r>
    </w:p>
    <w:p w:rsidR="003052CB" w:rsidRDefault="003052CB" w:rsidP="007742AD">
      <w:r>
        <w:t>Tanpa basa-basi lagi, satu anak panah melesat ke arah Imam Husain dari Hissin bin Numair. Sejurus</w:t>
      </w:r>
    </w:p>
    <w:p w:rsidR="003052CB" w:rsidRDefault="003052CB" w:rsidP="007742AD">
      <w:r>
        <w:t>kemudian yang lain ikut ramai-ramai menghajar Imam Husain sehingga tak ada anggota tubuh suci</w:t>
      </w:r>
    </w:p>
    <w:p w:rsidR="003052CB" w:rsidRDefault="003052CB" w:rsidP="007742AD">
      <w:r>
        <w:t>cucu Rasul itu yang luput dari hantaman benda tajam, dan benda tumpul. Batu-batupun bahkan ikut</w:t>
      </w:r>
    </w:p>
    <w:p w:rsidR="003052CB" w:rsidRDefault="003052CB" w:rsidP="007742AD">
      <w:r>
        <w:t>meremukkan tubuh beliau.</w:t>
      </w:r>
    </w:p>
    <w:p w:rsidR="003A64C6" w:rsidRDefault="003052CB" w:rsidP="007742AD">
      <w:r>
        <w:t>Syimir bersumbar lagi: "Ha, ha, ha, tak ada orang yang lebih patut dariku untuk membunuh Husain".</w:t>
      </w:r>
    </w:p>
    <w:p w:rsidR="003052CB" w:rsidRDefault="003052CB" w:rsidP="007742AD">
      <w:r>
        <w:t>Dia bergerak mendekati Imam Husain yang terbaring di tanah lalu menduduki dada Imam Husain as</w:t>
      </w:r>
    </w:p>
    <w:p w:rsidR="003052CB" w:rsidRDefault="003052CB" w:rsidP="007742AD">
      <w:r>
        <w:t>yang masih bergerak turun turun naik. Imam mencoba membuka kedua kelompak matanya dan</w:t>
      </w:r>
    </w:p>
    <w:p w:rsidR="003052CB" w:rsidRDefault="003052CB" w:rsidP="007742AD">
      <w:r>
        <w:t>menatap wajah Syimir yang menyeringai di depan wajah beliau, namun tatapan beliau kali ini tak</w:t>
      </w:r>
    </w:p>
    <w:p w:rsidR="003052CB" w:rsidRDefault="003052CB" w:rsidP="007742AD">
      <w:r>
        <w:t>meluluhkan hati Syimir yang sudah sangat membatu. Bukannya ketakutan, dari mulut Syimir yang</w:t>
      </w:r>
    </w:p>
    <w:p w:rsidR="003052CB" w:rsidRDefault="003052CB" w:rsidP="007742AD">
      <w:r>
        <w:t>tertutup kain itu malah keluar kata-kata:</w:t>
      </w:r>
    </w:p>
    <w:p w:rsidR="003052CB" w:rsidRDefault="003052CB" w:rsidP="007742AD">
      <w:r>
        <w:t>"Aku bukanlah seperti mereka yang mengurungkan niat untuk membunuhmu itu. Demi Allah, akulah</w:t>
      </w:r>
    </w:p>
    <w:p w:rsidR="003052CB" w:rsidRDefault="003052CB" w:rsidP="007742AD">
      <w:r>
        <w:t>yang akan menceraikan kepalamu dari jasadmu, walaupun aku tahu kamu adalah orang yang paling</w:t>
      </w:r>
    </w:p>
    <w:p w:rsidR="003052CB" w:rsidRDefault="003052CB" w:rsidP="007742AD">
      <w:r>
        <w:t>mulia karena kakek, ayah, dan ibumu itu."</w:t>
      </w:r>
    </w:p>
    <w:p w:rsidR="003052CB" w:rsidRDefault="003052CB" w:rsidP="007742AD">
      <w:r>
        <w:t>"Hai siapa kamu sehingga berani menduduki tubuh yang sering diciumi oleh Rasul ini?"</w:t>
      </w:r>
    </w:p>
    <w:p w:rsidR="003052CB" w:rsidRDefault="003052CB" w:rsidP="007742AD">
      <w:r>
        <w:t>"Aku Syimir bin Dzil Jausyan!"</w:t>
      </w:r>
    </w:p>
    <w:p w:rsidR="003052CB" w:rsidRDefault="003052CB" w:rsidP="007742AD">
      <w:r>
        <w:t>"Apakah kamu tahu siapa aku?"</w:t>
      </w:r>
    </w:p>
    <w:p w:rsidR="003052CB" w:rsidRDefault="003052CB" w:rsidP="007742AD">
      <w:r>
        <w:t>"Aku tahu persis. Ayahmu adalah Ali Al-Murtadha, ibumu Fatimah Azzahra, kakekmu Muhammad al-</w:t>
      </w:r>
    </w:p>
    <w:p w:rsidR="003052CB" w:rsidRDefault="003052CB" w:rsidP="007742AD">
      <w:r>
        <w:lastRenderedPageBreak/>
        <w:t>Mustafa, dan nenekmu Khadijah Al-Kubra."</w:t>
      </w:r>
    </w:p>
    <w:p w:rsidR="003052CB" w:rsidRDefault="003052CB" w:rsidP="007742AD">
      <w:r>
        <w:t>"Alangkah celakanya kamu. Kamu tahu siapa aku, tetapi mengapa akan membunuhku dengan cara</w:t>
      </w:r>
    </w:p>
    <w:p w:rsidR="003052CB" w:rsidRDefault="003052CB" w:rsidP="007742AD">
      <w:r>
        <w:t>seperti ini?"</w:t>
      </w:r>
    </w:p>
    <w:p w:rsidR="003052CB" w:rsidRDefault="003052CB" w:rsidP="007742AD">
      <w:r>
        <w:t>"Supaya aku bisa mendapat imbalan besar dari Yazid bin Muawiah."</w:t>
      </w:r>
    </w:p>
    <w:p w:rsidR="003052CB" w:rsidRDefault="003052CB" w:rsidP="007742AD">
      <w:r>
        <w:t>"Kamu lebih menyukai imbalan dari Yazid daripada syafaat kakekku?"</w:t>
      </w:r>
    </w:p>
    <w:p w:rsidR="003052CB" w:rsidRDefault="003052CB" w:rsidP="007742AD">
      <w:r>
        <w:t>"Yah, aku lebih menyukai imbalan Yazid."</w:t>
      </w:r>
    </w:p>
    <w:p w:rsidR="003052CB" w:rsidRDefault="003052CB" w:rsidP="007742AD">
      <w:r>
        <w:t>"Karena tidak ada pilihan lain bagimu kecuali membunuhku, maka berilah aku seteguk air."</w:t>
      </w:r>
    </w:p>
    <w:p w:rsidR="003052CB" w:rsidRDefault="003052CB" w:rsidP="007742AD">
      <w:r>
        <w:t>"Oh tidak! Itu tidak mungkin, kamu tidak mungkin bisa meneguknya sebelum kamu meneguk</w:t>
      </w:r>
    </w:p>
    <w:p w:rsidR="003052CB" w:rsidRDefault="003052CB" w:rsidP="007742AD">
      <w:r>
        <w:t>kematian."</w:t>
      </w:r>
    </w:p>
    <w:p w:rsidR="003052CB" w:rsidRDefault="003052CB" w:rsidP="007742AD">
      <w:r>
        <w:t>Syimir kemudian menyingkap dan melepas kain penutup muka yang hanya menyisakan celah untuk</w:t>
      </w:r>
    </w:p>
    <w:p w:rsidR="003052CB" w:rsidRDefault="003052CB" w:rsidP="007742AD">
      <w:r>
        <w:t>kedua matanya yang juling itu. Maka, nampaklah seluruh wajah Syimir yang buruk, kasar, belang, dan</w:t>
      </w:r>
    </w:p>
    <w:p w:rsidR="003052CB" w:rsidRDefault="003052CB" w:rsidP="007742AD">
      <w:r>
        <w:t>ditumbuhi bulu-bulu keras itu. Mulutnya ditutup oleh penutup seperti penutup mulut anjing supaya tak</w:t>
      </w:r>
    </w:p>
    <w:p w:rsidR="003052CB" w:rsidRDefault="003052CB" w:rsidP="007742AD">
      <w:r>
        <w:t>menggigit. Melihat wajah Syimir, Imam Husain as segera berucap:</w:t>
      </w:r>
    </w:p>
    <w:p w:rsidR="003052CB" w:rsidRDefault="003052CB" w:rsidP="007742AD">
      <w:r>
        <w:t>"Benar apa yang dikatakan oleh Rasulullah."</w:t>
      </w:r>
    </w:p>
    <w:p w:rsidR="003052CB" w:rsidRDefault="003052CB" w:rsidP="007742AD">
      <w:r>
        <w:t>"Apa yang dikatakan kakekmu itu?!" Tanya Syimir angkuh. "Kakekku pernah berkata kepada ayahku,</w:t>
      </w:r>
    </w:p>
    <w:p w:rsidR="003052CB" w:rsidRDefault="003052CB" w:rsidP="007742AD">
      <w:r>
        <w:t>Ali: 'Sesungguhnya puteramu ini akan dibunuh oleh seseorang yang berkulit belang, bermata juling,</w:t>
      </w:r>
    </w:p>
    <w:p w:rsidR="003052CB" w:rsidRDefault="003052CB" w:rsidP="007742AD">
      <w:r>
        <w:t>bertutup mulut seperti anjing, dan berambut keras seperti bulu babi.'"</w:t>
      </w:r>
    </w:p>
    <w:p w:rsidR="003052CB" w:rsidRDefault="003052CB" w:rsidP="007742AD">
      <w:r>
        <w:t>"Kakekmu telah menyamakanku dengan anjing?! Demi Allah, aku memisahkan kepalamu dari</w:t>
      </w:r>
    </w:p>
    <w:p w:rsidR="003052CB" w:rsidRDefault="003052CB" w:rsidP="007742AD">
      <w:r>
        <w:t>lehermu."</w:t>
      </w:r>
    </w:p>
    <w:p w:rsidR="003052CB" w:rsidRDefault="003052CB" w:rsidP="007742AD">
      <w:r>
        <w:t>Syimir mencabut pedang dari sarungnya dan tanpa membuang-buang waktu lagi, lelaki bengis</w:t>
      </w:r>
    </w:p>
    <w:p w:rsidR="003052CB" w:rsidRDefault="003052CB" w:rsidP="007742AD">
      <w:r>
        <w:t>mengayunkan pedangnya kuat-kuat ke leher cucu Rasul dan putera Fatimah Azzahra itu. Sekali tebas,</w:t>
      </w:r>
    </w:p>
    <w:p w:rsidR="003052CB" w:rsidRDefault="003052CB" w:rsidP="007742AD">
      <w:r>
        <w:lastRenderedPageBreak/>
        <w:t>kepala manusia mulia terlepas dari badannya. Terpisahnya kepala manusia suci itu disusul dengan</w:t>
      </w:r>
    </w:p>
    <w:p w:rsidR="003052CB" w:rsidRDefault="003052CB" w:rsidP="007742AD">
      <w:r>
        <w:t>suara takbir tiga kali dari liang mulut balatentara Umar bin Sa'ad yang busuk itu. Kepala yang dulu</w:t>
      </w:r>
    </w:p>
    <w:p w:rsidR="003052CB" w:rsidRDefault="003052CB" w:rsidP="007742AD">
      <w:r>
        <w:t>sering diciumi oleh Rasulullah SAWW itu ditancapkan ke ujung tombak. Dia antara mereka terdengar</w:t>
      </w:r>
    </w:p>
    <w:p w:rsidR="003052CB" w:rsidRDefault="003052CB" w:rsidP="007742AD">
      <w:r>
        <w:t>teriakan keras:</w:t>
      </w:r>
    </w:p>
    <w:p w:rsidR="003052CB" w:rsidRDefault="003052CB" w:rsidP="007742AD">
      <w:r>
        <w:t>"Bergembiralah hai Amir! Inilah Syimir yang telah membunuh Husain!" Langitpun kelabu. Bumi</w:t>
      </w:r>
    </w:p>
    <w:p w:rsidR="003052CB" w:rsidRDefault="003052CB" w:rsidP="007742AD">
      <w:r>
        <w:t>meratap pilu.</w:t>
      </w:r>
    </w:p>
    <w:p w:rsidR="003052CB" w:rsidRDefault="003052CB" w:rsidP="007742AD"/>
    <w:p w:rsidR="00FF3D6B" w:rsidRDefault="00FF3D6B" w:rsidP="003718EF">
      <w:pPr>
        <w:outlineLvl w:val="0"/>
      </w:pPr>
      <w:bookmarkStart w:id="27" w:name="_Toc403378400"/>
      <w:r>
        <w:t>Kesakralan Syahadah Imam Husain as</w:t>
      </w:r>
      <w:bookmarkEnd w:id="27"/>
    </w:p>
    <w:p w:rsidR="00FF3D6B" w:rsidRDefault="00FF3D6B" w:rsidP="007742AD">
      <w:r>
        <w:t>Dalam banyak riwayat disebutkan bahwa tragedi pembantaian keluarga Rasul pimpinan Imam Husain</w:t>
      </w:r>
    </w:p>
    <w:p w:rsidR="00FF3D6B" w:rsidRDefault="00FF3D6B" w:rsidP="007742AD">
      <w:r>
        <w:t>ini segera disusul dengan berbagai tanda alam dan lain yang menunjukkan kesakaralan syahadah</w:t>
      </w:r>
    </w:p>
    <w:p w:rsidR="00FF3D6B" w:rsidRDefault="00FF3D6B" w:rsidP="007742AD">
      <w:r>
        <w:t>beliau. Diantaranya disebutkan bahwa kematian suci cucu Rasul di tangan manusia-manusia sadis itu</w:t>
      </w:r>
    </w:p>
    <w:p w:rsidR="00FF3D6B" w:rsidRDefault="00FF3D6B" w:rsidP="007742AD">
      <w:r>
        <w:t>segera disusul dengan bertiupnya angin kencang, angkasa tiba-tiba gelap gulita, sehingga orang-orang</w:t>
      </w:r>
    </w:p>
    <w:p w:rsidR="003052CB" w:rsidRDefault="00FF3D6B" w:rsidP="007742AD">
      <w:r>
        <w:t>tak dapat melihat apa yang ada di depannya.</w:t>
      </w:r>
      <w:r w:rsidRPr="00FF3D6B">
        <w:rPr>
          <w:rStyle w:val="libFootnotenumChar"/>
        </w:rPr>
        <w:t>100</w:t>
      </w:r>
    </w:p>
    <w:p w:rsidR="00092FE9" w:rsidRDefault="00092FE9" w:rsidP="007742AD">
      <w:r>
        <w:t>Selain itu Zari' Al-Asadi, seorang petani yang bercocok tanam di tepian sungai 'Alqamah dalam</w:t>
      </w:r>
    </w:p>
    <w:p w:rsidR="00092FE9" w:rsidRDefault="00092FE9" w:rsidP="007742AD">
      <w:r>
        <w:t>kisahnya tentang Imam Husain mengatakan: Pukulan tongkat Nabi Musa as ke batu dapat</w:t>
      </w:r>
    </w:p>
    <w:p w:rsidR="00092FE9" w:rsidRDefault="00092FE9" w:rsidP="007742AD">
      <w:r>
        <w:t>memancarkan mata airm tetapi musibah Imam Husain telah memancarkan darah dari bebatuan,</w:t>
      </w:r>
    </w:p>
    <w:p w:rsidR="00092FE9" w:rsidRDefault="00092FE9" w:rsidP="007742AD">
      <w:r>
        <w:t>sebagaimana darah pernah mengucur dari runtuhan batu-batu di Baitul Maqdis.</w:t>
      </w:r>
      <w:r w:rsidRPr="00092FE9">
        <w:rPr>
          <w:rStyle w:val="libFootnotenumChar"/>
        </w:rPr>
        <w:t>101</w:t>
      </w:r>
    </w:p>
    <w:p w:rsidR="00092FE9" w:rsidRDefault="00092FE9" w:rsidP="007742AD">
      <w:r>
        <w:t>Dikisahkan pula bahwa dari awal malam ke 11 Muharram hingga terbitnya fajar semua bebatuan dan</w:t>
      </w:r>
    </w:p>
    <w:p w:rsidR="00FF3D6B" w:rsidRDefault="00092FE9" w:rsidP="007742AD">
      <w:r>
        <w:t>bongkahan-bongkahan tanah mengucurkan darah dibawahnya.</w:t>
      </w:r>
      <w:r w:rsidRPr="00092FE9">
        <w:rPr>
          <w:rStyle w:val="libFootnotenumChar"/>
        </w:rPr>
        <w:t>102</w:t>
      </w:r>
    </w:p>
    <w:p w:rsidR="00092FE9" w:rsidRDefault="00092FE9" w:rsidP="007742AD">
      <w:r>
        <w:t>Periwayat menceritakan: "Hazrat Musa adalah pemilik Yad AlBaidha' dan sering memancarkan cahaya</w:t>
      </w:r>
    </w:p>
    <w:p w:rsidR="00092FE9" w:rsidRDefault="00092FE9" w:rsidP="007742AD">
      <w:r>
        <w:lastRenderedPageBreak/>
        <w:t>ketika dia memperlihatkan suatu mukjizat. Namun, dari Imam Husain yang memancarkan cahaya</w:t>
      </w:r>
    </w:p>
    <w:p w:rsidR="00092FE9" w:rsidRDefault="00092FE9" w:rsidP="007742AD">
      <w:r>
        <w:t>cemerlang adalah dahi dan leher beliau.</w:t>
      </w:r>
      <w:r w:rsidRPr="00092FE9">
        <w:rPr>
          <w:rStyle w:val="libFootnotenumChar"/>
        </w:rPr>
        <w:t>103</w:t>
      </w:r>
    </w:p>
    <w:p w:rsidR="00092FE9" w:rsidRDefault="00092FE9" w:rsidP="007742AD">
      <w:r>
        <w:t>Untuk Nabi Musa as Allah telah membelahkan laut agar Bani Israel dapat menyeberanginya. Namun,</w:t>
      </w:r>
    </w:p>
    <w:p w:rsidR="00092FE9" w:rsidRDefault="00092FE9" w:rsidP="007742AD">
      <w:r>
        <w:t>untuk Imam Husain as seluruh samudera bergemuruh hebat dan penghunipun meratap, sementara para</w:t>
      </w:r>
    </w:p>
    <w:p w:rsidR="00092FE9" w:rsidRDefault="00092FE9" w:rsidP="007742AD">
      <w:r>
        <w:t>bidadari juga turun dari alam Firdaus dan mendatangi samudera sambil berucap: "Hai para penghuni</w:t>
      </w:r>
    </w:p>
    <w:p w:rsidR="00092FE9" w:rsidRDefault="00092FE9" w:rsidP="007742AD">
      <w:r>
        <w:t>lautan, berdukalah atas terbunuhnya putera Rasulullah."</w:t>
      </w:r>
      <w:r w:rsidRPr="00092FE9">
        <w:rPr>
          <w:rStyle w:val="libFootnotenumChar"/>
        </w:rPr>
        <w:t>104</w:t>
      </w:r>
    </w:p>
    <w:p w:rsidR="00092FE9" w:rsidRDefault="00092FE9" w:rsidP="007742AD">
      <w:r>
        <w:t>Nabi Musa as telah menggali liang lahadnya dengan tangannya sendiri. Namun liang lahad Imam</w:t>
      </w:r>
    </w:p>
    <w:p w:rsidR="00092FE9" w:rsidRDefault="00092FE9" w:rsidP="007742AD">
      <w:r>
        <w:t>Husain as digali oleh Rasulullah. Dalam sebuah riwayat disebutkan bahwa pada hari 10 Muharram</w:t>
      </w:r>
    </w:p>
    <w:p w:rsidR="00092FE9" w:rsidRDefault="00092FE9" w:rsidP="007742AD">
      <w:r>
        <w:t>(Asyura), Ummu Salamah bermimpi menyaksikan Rasulullah bermandi debu dan berucap: "Orangorang</w:t>
      </w:r>
    </w:p>
    <w:p w:rsidR="00092FE9" w:rsidRDefault="00092FE9" w:rsidP="007742AD">
      <w:r>
        <w:t>telah membantai dan mengugurkan puteraku. Aku melihatnya jasadnya dan aku sedang sibuk</w:t>
      </w:r>
    </w:p>
    <w:p w:rsidR="00092FE9" w:rsidRDefault="00092FE9" w:rsidP="007742AD">
      <w:r>
        <w:t>menggalikan lubang kubur untuk Husain dan para sahabatnya."</w:t>
      </w:r>
      <w:r w:rsidRPr="00092FE9">
        <w:rPr>
          <w:rStyle w:val="libFootnotenumChar"/>
        </w:rPr>
        <w:t>105</w:t>
      </w:r>
    </w:p>
    <w:p w:rsidR="00092FE9" w:rsidRDefault="00092FE9" w:rsidP="007742AD">
      <w:r>
        <w:t>Diriwayatkan pula bahwa tujuh hari sepeninggal Imam Husain as langit berwarna merah dari ujung ke</w:t>
      </w:r>
    </w:p>
    <w:p w:rsidR="00092FE9" w:rsidRDefault="00092FE9" w:rsidP="007742AD">
      <w:r>
        <w:t>ujung. Bahkan kendati tragedi Karbala sudah berlalu 14 abad, hingga kini masih terdapat keajaibabankeajaiban</w:t>
      </w:r>
    </w:p>
    <w:p w:rsidR="00092FE9" w:rsidRDefault="00092FE9" w:rsidP="007742AD">
      <w:r>
        <w:t>yang berkaitan dengannya, khususnya pada hari Asyura. Satu diantara keajaiban itu ialah</w:t>
      </w:r>
    </w:p>
    <w:p w:rsidR="00092FE9" w:rsidRDefault="00092FE9" w:rsidP="007742AD">
      <w:r>
        <w:t>mengalirnya cairan seperti darah dari sebuah pohon di Zarabad, sebuah daerah di Qazwin. Pohon yang</w:t>
      </w:r>
    </w:p>
    <w:p w:rsidR="00092FE9" w:rsidRDefault="00092FE9" w:rsidP="007742AD">
      <w:r>
        <w:t>tumbuh di dekat benteng Alamut itu setiap tahun pada hari Asyura dikunjungi oleh ribuan orang untuk</w:t>
      </w:r>
    </w:p>
    <w:p w:rsidR="00092FE9" w:rsidRDefault="00092FE9" w:rsidP="007742AD">
      <w:r>
        <w:t>menyaksikan mengalirnya cairan seperti darah tersebut dari batang pohon yang disebut dengan pohon</w:t>
      </w:r>
    </w:p>
    <w:p w:rsidR="00092FE9" w:rsidRDefault="00092FE9" w:rsidP="007742AD">
      <w:r>
        <w:t>canar (plane tree) tersebut.</w:t>
      </w:r>
      <w:r w:rsidRPr="00092FE9">
        <w:rPr>
          <w:rStyle w:val="libFootnotenumChar"/>
        </w:rPr>
        <w:t>106</w:t>
      </w:r>
    </w:p>
    <w:p w:rsidR="00092FE9" w:rsidRDefault="00092FE9" w:rsidP="007742AD">
      <w:r>
        <w:lastRenderedPageBreak/>
        <w:t>Dalam doa ziarah Imam AlMahdi as untuk Imam Husain as disebutkan:</w:t>
      </w:r>
    </w:p>
    <w:p w:rsidR="00092FE9" w:rsidRDefault="00092FE9" w:rsidP="007742AD">
      <w:r>
        <w:t>"Bagaimana aku dapat membayangkan adegan nyata dimana kudamu kembali ke tendamu sambil</w:t>
      </w:r>
    </w:p>
    <w:p w:rsidR="00986EBA" w:rsidRDefault="00092FE9" w:rsidP="007742AD">
      <w:r>
        <w:t>merundukkan kepala seperti menangis, dan kaum wanita (mu mendapatinya dalam keadaan</w:t>
      </w:r>
      <w:r w:rsidR="00986EBA">
        <w:t xml:space="preserve"> mengenaskan dan pelananya terbalik sehingga mereka keluar tenda, rambut mereka terurai, wajah</w:t>
      </w:r>
    </w:p>
    <w:p w:rsidR="00986EBA" w:rsidRDefault="00986EBA" w:rsidP="007742AD">
      <w:r>
        <w:t>mereka dibanjiri air mata, dan tampak jelas, dan ratap tangis mereka terdengar keras, setelah mereka</w:t>
      </w:r>
    </w:p>
    <w:p w:rsidR="00986EBA" w:rsidRDefault="00986EBA" w:rsidP="007742AD">
      <w:r>
        <w:t>kehilangan orang yang sangat mereka cintai. Mereka lantas bergegas menuju tempat pembantaianmu di</w:t>
      </w:r>
    </w:p>
    <w:p w:rsidR="00986EBA" w:rsidRDefault="00986EBA" w:rsidP="007742AD">
      <w:r>
        <w:t>saat Syimir menduduki dadamu sambil menghunus pedangnya di atas lehermu."</w:t>
      </w:r>
      <w:r w:rsidRPr="00986EBA">
        <w:rPr>
          <w:rStyle w:val="libFootnotenumChar"/>
        </w:rPr>
        <w:t>107</w:t>
      </w:r>
    </w:p>
    <w:p w:rsidR="00986EBA" w:rsidRDefault="00986EBA" w:rsidP="007742AD">
      <w:r>
        <w:t>"(Wahai kakekku), maka aku akan sungguh-sungguh meratapi dirimu setiap dan sore. Bukannya</w:t>
      </w:r>
    </w:p>
    <w:p w:rsidR="00986EBA" w:rsidRDefault="00986EBA" w:rsidP="007742AD">
      <w:r>
        <w:t>dengan air mata, tetapi dengan darahlah aku menangisinya dan meratapi bencana besar yang telah</w:t>
      </w:r>
    </w:p>
    <w:p w:rsidR="00986EBA" w:rsidRDefault="00986EBA" w:rsidP="007742AD">
      <w:r>
        <w:t>menimpamu hingga aku meninggal dunia nanti dalam keadaan menanggung beban duka cita."</w:t>
      </w:r>
      <w:r w:rsidRPr="00986EBA">
        <w:rPr>
          <w:rStyle w:val="libFootnotenumChar"/>
        </w:rPr>
        <w:t>108</w:t>
      </w:r>
    </w:p>
    <w:p w:rsidR="00986EBA" w:rsidRDefault="00986EBA" w:rsidP="007742AD">
      <w:r>
        <w:t>Imam AlMahdi as juga bertutur kata untuk Imam Husain as:</w:t>
      </w:r>
    </w:p>
    <w:p w:rsidR="00986EBA" w:rsidRDefault="00986EBA" w:rsidP="007742AD">
      <w:r>
        <w:t>"Syimir telah duduk diatas dadamu sambil menghunus pedang pedang diatas lehermu dan menarik</w:t>
      </w:r>
    </w:p>
    <w:p w:rsidR="00986EBA" w:rsidRDefault="00986EBA" w:rsidP="007742AD">
      <w:r>
        <w:t>janggutmu, lalu menyembelihmu dengan pedangnya. Sejak itu, panca inderamu redup, nafasmu reda,</w:t>
      </w:r>
    </w:p>
    <w:p w:rsidR="00986EBA" w:rsidRDefault="00986EBA" w:rsidP="007742AD">
      <w:r>
        <w:t>dan kepalamu ditancapkan di atas tombak."</w:t>
      </w:r>
      <w:r w:rsidRPr="00986EBA">
        <w:rPr>
          <w:rStyle w:val="libFootnotenumChar"/>
        </w:rPr>
        <w:t>109</w:t>
      </w:r>
    </w:p>
    <w:p w:rsidR="00986EBA" w:rsidRDefault="00986EBA" w:rsidP="007742AD">
      <w:r>
        <w:t>Dalam ziarahnya untuk kakeknya, Imam Husain as, Imam Al-Mahdi as juga berkata: "Seandainya pun</w:t>
      </w:r>
    </w:p>
    <w:p w:rsidR="00986EBA" w:rsidRDefault="00986EBA" w:rsidP="007742AD">
      <w:r>
        <w:t>masa ini diakhirkan dan takdirkan telah menghalangiku untuk menolongmu, maka aku akan tetap</w:t>
      </w:r>
    </w:p>
    <w:p w:rsidR="00986EBA" w:rsidRDefault="00986EBA" w:rsidP="007742AD">
      <w:r>
        <w:t>sungguh-sungguh meratapimu dan menangisimu dengan darah, bukan bukan dengan air mata.</w:t>
      </w:r>
    </w:p>
    <w:p w:rsidR="00986EBA" w:rsidRDefault="00986EBA" w:rsidP="007742AD">
      <w:r>
        <w:t>Adapun salam beliau untuk Imam Husain as ialah sebagai berikut:</w:t>
      </w:r>
    </w:p>
    <w:p w:rsidR="00986EBA" w:rsidRDefault="00986EBA" w:rsidP="007742AD">
      <w:r>
        <w:lastRenderedPageBreak/>
        <w:t>"Salam atas putera Nabi Putera Terakhir, salam atas putera pemuka para washi, salam atas putera</w:t>
      </w:r>
    </w:p>
    <w:p w:rsidR="00986EBA" w:rsidRDefault="00986EBA" w:rsidP="007742AD">
      <w:r>
        <w:t>Fatimah Azzahra, salam atas putera Khatijah Al-Kubra, salam atas putera Sidaratul Muntaha, salam</w:t>
      </w:r>
    </w:p>
    <w:p w:rsidR="00986EBA" w:rsidRDefault="00986EBA" w:rsidP="007742AD">
      <w:r>
        <w:t>atas putera surga Al-Ma'wa, salam atas putera Zamzam dan Safa, salam atas dia yang telah</w:t>
      </w:r>
    </w:p>
    <w:p w:rsidR="00986EBA" w:rsidRDefault="00986EBA" w:rsidP="007742AD">
      <w:r>
        <w:t>bermlumuran darah bercampur debu, salam atas dia yang kemahnya telah dihujani anak panah, salam</w:t>
      </w:r>
    </w:p>
    <w:p w:rsidR="00986EBA" w:rsidRDefault="00986EBA" w:rsidP="007742AD">
      <w:r>
        <w:t>atas orang kelima penghuni Al-Kisa', salam atas dia, orang yang paling terasing, salam atas pemuka</w:t>
      </w:r>
    </w:p>
    <w:p w:rsidR="00986EBA" w:rsidRDefault="00986EBA" w:rsidP="007742AD">
      <w:r>
        <w:t>para syuhada, salam atas manusia yang ditangisi oleh para malaikat di langit, salam atas manusia yang</w:t>
      </w:r>
    </w:p>
    <w:p w:rsidR="00986EBA" w:rsidRDefault="00986EBA" w:rsidP="007742AD">
      <w:r>
        <w:t>selalu didatangi oleh orang-orang yang menderita. Salam atas bibir-bibir yang kekeringan, salam atas</w:t>
      </w:r>
    </w:p>
    <w:p w:rsidR="00986EBA" w:rsidRDefault="00986EBA" w:rsidP="007742AD">
      <w:r>
        <w:t>jasad-jasad yang terlucuti, salam atas kepala-kepala yang terpenggal, salam atas wanita-wanita yang</w:t>
      </w:r>
    </w:p>
    <w:p w:rsidR="00092FE9" w:rsidRDefault="00986EBA" w:rsidP="007742AD">
      <w:r>
        <w:t>tertawan, salam atas hujjah Allah."</w:t>
      </w:r>
    </w:p>
    <w:p w:rsidR="008441E0" w:rsidRDefault="008441E0" w:rsidP="007742AD">
      <w:r>
        <w:t>"Salam atas jasad yang bermandikan darah luka-luka."</w:t>
      </w:r>
    </w:p>
    <w:p w:rsidR="008441E0" w:rsidRDefault="008441E0" w:rsidP="007742AD">
      <w:r>
        <w:t>"Salam atas jasad yang urat-urat jantungnya diputuskan oleh anak panah."</w:t>
      </w:r>
    </w:p>
    <w:p w:rsidR="008441E0" w:rsidRDefault="008441E0" w:rsidP="007742AD">
      <w:r>
        <w:t>"Salam atas jasad yang tersalib."</w:t>
      </w:r>
    </w:p>
    <w:p w:rsidR="008441E0" w:rsidRDefault="008441E0" w:rsidP="007742AD">
      <w:r>
        <w:t>"Salam atas deretan gigi yang ditumbuk oleh tongkat."</w:t>
      </w:r>
    </w:p>
    <w:p w:rsidR="008441E0" w:rsidRDefault="008441E0" w:rsidP="007742AD">
      <w:r>
        <w:t>"Salam atas bibir yang kering kehausan."</w:t>
      </w:r>
    </w:p>
    <w:p w:rsidR="008441E0" w:rsidRDefault="008441E0" w:rsidP="007742AD">
      <w:r>
        <w:t>"Salam atas kepala-kepala yang tertancap di ujung tombak dan pertontonkan di semua tempat.</w:t>
      </w:r>
    </w:p>
    <w:p w:rsidR="008441E0" w:rsidRDefault="008441E0" w:rsidP="007742AD">
      <w:r>
        <w:t>Diriwayatkan bahwa setelah Imam Husain as terbunuh, Umar Bin Sa'ad di tengah pasukannya berberu:</w:t>
      </w:r>
    </w:p>
    <w:p w:rsidR="008441E0" w:rsidRDefault="008441E0" w:rsidP="007742AD">
      <w:r>
        <w:t>"Siapa yang siap melumat jasad Husain dengan injakan kaki kuda?!"</w:t>
      </w:r>
      <w:r w:rsidRPr="008441E0">
        <w:rPr>
          <w:rStyle w:val="libFootnotenumChar"/>
        </w:rPr>
        <w:t>110</w:t>
      </w:r>
      <w:r>
        <w:t xml:space="preserve"> Dari sekian ribu pasukan yang</w:t>
      </w:r>
    </w:p>
    <w:p w:rsidR="008441E0" w:rsidRDefault="008441E0" w:rsidP="007742AD">
      <w:r>
        <w:t>ikut serta dalam pembantaian Imam Husain itu tak ada yang bersedia berbuat sesuatu sebiadab itu</w:t>
      </w:r>
    </w:p>
    <w:p w:rsidR="008441E0" w:rsidRDefault="008441E0" w:rsidP="007742AD">
      <w:r>
        <w:t>terhadap cucu rasul tersebut kecuali sepuluh orang. Mereka yang konon anak zina itu bergantian</w:t>
      </w:r>
    </w:p>
    <w:p w:rsidR="008441E0" w:rsidRDefault="008441E0" w:rsidP="007742AD">
      <w:r>
        <w:t>menghentak-hentakkan kudanya diatas tubuh Imam hingga tulang belulang jasad beliau yang suci dan</w:t>
      </w:r>
    </w:p>
    <w:p w:rsidR="008441E0" w:rsidRDefault="008441E0" w:rsidP="007742AD">
      <w:r>
        <w:t>mulia remuk.</w:t>
      </w:r>
      <w:r w:rsidRPr="008441E0">
        <w:rPr>
          <w:rStyle w:val="libFootnotenumChar"/>
        </w:rPr>
        <w:t>111</w:t>
      </w:r>
    </w:p>
    <w:p w:rsidR="008441E0" w:rsidRDefault="008441E0" w:rsidP="007742AD">
      <w:r>
        <w:lastRenderedPageBreak/>
        <w:t>Mereka melakukannya sambil terkekeh-kekeh dan penuh kebanggaan seakan dengan perbuatan seperti</w:t>
      </w:r>
    </w:p>
    <w:p w:rsidR="008441E0" w:rsidRDefault="008441E0" w:rsidP="007742AD">
      <w:r>
        <w:t>itu mereka dapat menjatuhkan keagungan Imam Husain. Padahal, perlawanan pantang mundur beliau</w:t>
      </w:r>
    </w:p>
    <w:p w:rsidR="008441E0" w:rsidRDefault="008441E0" w:rsidP="007742AD">
      <w:r>
        <w:t>dan para pengikutnya di depan kezaliman dan pendurjana telah menjadi teladan bagi umat manusia</w:t>
      </w:r>
    </w:p>
    <w:p w:rsidR="008441E0" w:rsidRDefault="008441E0" w:rsidP="007742AD">
      <w:r>
        <w:t>dan karena itu jutaan manusia di muka bumi telah menjadi pengikut dan atau setidaknya pengagum</w:t>
      </w:r>
    </w:p>
    <w:p w:rsidR="008441E0" w:rsidRDefault="008441E0" w:rsidP="007742AD">
      <w:r>
        <w:t>beliau. Sebaliknya, Muawiah dan Yazid tidak menyisakan bekas apapun kecuali ketercelaan,</w:t>
      </w:r>
    </w:p>
    <w:p w:rsidR="008441E0" w:rsidRDefault="008441E0" w:rsidP="007742AD">
      <w:r>
        <w:t>keterkutukan, dan laknat yang abadi.</w:t>
      </w:r>
    </w:p>
    <w:p w:rsidR="008441E0" w:rsidRDefault="008441E0" w:rsidP="007742AD">
      <w:r>
        <w:t>Dengan demikian, selamat untuk Imam Husain as atas perjuangan dan jihadnya di Karbala yang beliau</w:t>
      </w:r>
    </w:p>
    <w:p w:rsidR="008441E0" w:rsidRDefault="008441E0" w:rsidP="007742AD">
      <w:r>
        <w:t>mulai dengan seruan "Adakah sang penolong yang akan menolongku?!" Kini, hamba-hamba beriman</w:t>
      </w:r>
    </w:p>
    <w:p w:rsidR="00986EBA" w:rsidRDefault="008441E0" w:rsidP="007742AD">
      <w:r>
        <w:t>sedang menantikan kedatangan Imam AlMahdi as untuk kita penuhi seruan firman allah:</w:t>
      </w:r>
    </w:p>
    <w:p w:rsidR="002E5443" w:rsidRPr="007742AD" w:rsidRDefault="002E5443" w:rsidP="007742AD">
      <w:r w:rsidRPr="007742AD">
        <w:rPr>
          <w:rtl/>
        </w:rPr>
        <w:t>يَا اَيّهَا الّذِينَ امَنُوا اِن تَنصُرُوا اللّهَ يَنصُرْكُمْ وَيُثَبّتْ اَقْدَامَكُمْ</w:t>
      </w:r>
    </w:p>
    <w:p w:rsidR="002E5443" w:rsidRDefault="002E5443" w:rsidP="007742AD">
      <w:r w:rsidRPr="002E5443">
        <w:t>"Hai orang-orang yang beriman, jika kalian menolong Allah niscaya Allah akan menolong kalian, dan Dia akan mengokohkan langkah-langkah kalian."</w:t>
      </w:r>
      <w:r>
        <w:t xml:space="preserve"> (QS. Muhammad: 7)</w:t>
      </w:r>
    </w:p>
    <w:p w:rsidR="002E5443" w:rsidRDefault="002E5443" w:rsidP="007742AD">
      <w:r>
        <w:t>Sayidah Fatimah Azzahra as pernah berkata, "Jika kalian hendak membantu puteraku, AlMahdi, maka</w:t>
      </w:r>
    </w:p>
    <w:p w:rsidR="002E5443" w:rsidRDefault="002E5443" w:rsidP="007742AD">
      <w:r>
        <w:t>jadikanlah jiwa kalian seperti jiwa seorang ibu yang telah melepaskan anak salihnya pergi jauh dan</w:t>
      </w:r>
    </w:p>
    <w:p w:rsidR="002E5443" w:rsidRDefault="002E5443" w:rsidP="007742AD">
      <w:r>
        <w:t>tidak apakah hari ini, besok, atau tahun depan akan pulang."</w:t>
      </w:r>
    </w:p>
    <w:p w:rsidR="002E5443" w:rsidRDefault="002E5443" w:rsidP="007742AD">
      <w:r>
        <w:t>Imam AlMahdi as sendiri berkata, "Aku pasti akan kembali kepada orang yang paling lemah diantara</w:t>
      </w:r>
    </w:p>
    <w:p w:rsidR="002E5443" w:rsidRDefault="002E5443" w:rsidP="007742AD">
      <w:r>
        <w:t>kalian, agar rahmat Allah yang abadi tercurah kepada kalian."</w:t>
      </w:r>
    </w:p>
    <w:p w:rsidR="002E5443" w:rsidRDefault="002E5443" w:rsidP="007742AD">
      <w:r>
        <w:t>"Aku akan datang agar hati yang luka dapat terobati."</w:t>
      </w:r>
    </w:p>
    <w:p w:rsidR="002E5443" w:rsidRDefault="002E5443" w:rsidP="007742AD">
      <w:r>
        <w:t>"Aku pasti datang untuk membebaskan orang-orang yang terbelenggu."</w:t>
      </w:r>
    </w:p>
    <w:p w:rsidR="002E5443" w:rsidRDefault="002E5443" w:rsidP="007742AD">
      <w:r>
        <w:lastRenderedPageBreak/>
        <w:t>"Aku pasti akan datang untuk menegakkan agama Muhammad di dunia."</w:t>
      </w:r>
    </w:p>
    <w:p w:rsidR="002E5443" w:rsidRDefault="002E5443" w:rsidP="007742AD">
      <w:r>
        <w:t>Pada masa Imam Al-Mahdi as nanti, sedemikian damainya muka bumi ini sehingga kambingpun dapat</w:t>
      </w:r>
    </w:p>
    <w:p w:rsidR="002E5443" w:rsidRDefault="002E5443" w:rsidP="007742AD">
      <w:r>
        <w:t>hidup tentram berdamping dengan srigala. Anak-anak kecil dapat bermain dengan ular dan</w:t>
      </w:r>
    </w:p>
    <w:p w:rsidR="002E5443" w:rsidRDefault="002E5443" w:rsidP="007742AD">
      <w:r>
        <w:t>kalajengking. Dunia saat itu tidak lagi menyisakan keburukan. Yang tinggal hanyalah kebaikan. Bumi</w:t>
      </w:r>
    </w:p>
    <w:p w:rsidR="002E5443" w:rsidRDefault="002E5443" w:rsidP="007742AD">
      <w:r>
        <w:t>mempersembahkan segala kekayaannya, dan langitpun mencurahkan segala berkahnya. Harta dari</w:t>
      </w:r>
    </w:p>
    <w:p w:rsidR="002E5443" w:rsidRDefault="002E5443" w:rsidP="007742AD">
      <w:r>
        <w:t>perut bumi melimpah, permusuhan reda di hati setiap orang, pintu-pintu kebahagiaan dan keamanan</w:t>
      </w:r>
    </w:p>
    <w:p w:rsidR="002E5443" w:rsidRDefault="002E5443" w:rsidP="007742AD">
      <w:r>
        <w:t>terbuka lebar, seorang wanita dapat bepergian ke mana saja di malam hari seorang diri tanpa ada rasa</w:t>
      </w:r>
    </w:p>
    <w:p w:rsidR="002E5443" w:rsidRDefault="002E5443" w:rsidP="007742AD">
      <w:r>
        <w:t>takut. Wajah bumi serba hijau dan rindang, dan siapaun tidak akan takut lagi kepada binatang-binatang</w:t>
      </w:r>
    </w:p>
    <w:p w:rsidR="002E5443" w:rsidRDefault="002E5443" w:rsidP="007742AD">
      <w:r>
        <w:t>liar.</w:t>
      </w:r>
    </w:p>
    <w:p w:rsidR="002E5443" w:rsidRDefault="002E5443" w:rsidP="007742AD">
      <w:r>
        <w:t>Pada hari itu, Sang Penyelamat manusia-manusia yang teraniaya itu akan menyeret 'dua berhala Bani</w:t>
      </w:r>
    </w:p>
    <w:p w:rsidR="002E5443" w:rsidRDefault="002E5443" w:rsidP="007742AD">
      <w:r>
        <w:t>Quraish; ke tiang gantungan, dan lalu beliau akan membawakan kisah lagi tentang syahadah kakeknya,</w:t>
      </w:r>
    </w:p>
    <w:p w:rsidR="002E5443" w:rsidRDefault="002E5443" w:rsidP="007742AD">
      <w:r>
        <w:t>Imam Husain as, tentang penyembelihan anak-anak kecil keturunan Rasul saww, dan tentang semua</w:t>
      </w:r>
    </w:p>
    <w:p w:rsidR="002E5443" w:rsidRDefault="002E5443" w:rsidP="007742AD">
      <w:r>
        <w:t>penderitaan dan keteraniayaan Ahlul Bait suci Rasul dan para pengikutnya.</w:t>
      </w:r>
      <w:r w:rsidRPr="00B80DA0">
        <w:rPr>
          <w:rStyle w:val="libFootnotenumChar"/>
        </w:rPr>
        <w:t>112</w:t>
      </w:r>
    </w:p>
    <w:p w:rsidR="002E5443" w:rsidRDefault="002E5443" w:rsidP="007742AD">
      <w:r>
        <w:t>Imam AlMahdi as akan tampil dan membalas darah datuknya setelah berada di alam kegaiban selama</w:t>
      </w:r>
    </w:p>
    <w:p w:rsidR="002E5443" w:rsidRDefault="002E5443" w:rsidP="007742AD">
      <w:r>
        <w:t>sekian lama. Saat itu dia akan tampil di Mekah diantara Rukn dan Maqam lalu mengumandangkan</w:t>
      </w:r>
    </w:p>
    <w:p w:rsidR="00BC773E" w:rsidRDefault="002E5443" w:rsidP="007742AD">
      <w:r>
        <w:t>suara:</w:t>
      </w:r>
    </w:p>
    <w:p w:rsidR="007242B3" w:rsidRDefault="007242B3" w:rsidP="007742AD">
      <w:r>
        <w:t>"Wahai para penghuni dunia, akulah Imam AlQaim, akulah pedang yang akan melakukan pembalasan."</w:t>
      </w:r>
    </w:p>
    <w:p w:rsidR="007242B3" w:rsidRDefault="007242B3" w:rsidP="007742AD">
      <w:r>
        <w:t>"Wahai para penghuni dunia, sesungguhnya kakekku Husain telah dibunuh dalam keadaan tercekik kehausan."</w:t>
      </w:r>
    </w:p>
    <w:p w:rsidR="007242B3" w:rsidRDefault="007242B3" w:rsidP="007742AD">
      <w:r>
        <w:t>"Wahai para penghuni dunia, sesungguhnya (jasad) kakekku Husain telah mereka gerus dengan injakan</w:t>
      </w:r>
    </w:p>
    <w:p w:rsidR="007242B3" w:rsidRDefault="007242B3" w:rsidP="007742AD">
      <w:r>
        <w:lastRenderedPageBreak/>
        <w:t>kaki-kaki kuda."</w:t>
      </w:r>
    </w:p>
    <w:p w:rsidR="007242B3" w:rsidRDefault="007242B3" w:rsidP="007742AD">
      <w:r>
        <w:t>Baginda Nabi Besar Muhammad saww tentang Imam AlMahdi as bersabda: "AlMahdi adalah satusatunya</w:t>
      </w:r>
    </w:p>
    <w:p w:rsidR="007242B3" w:rsidRDefault="007242B3" w:rsidP="007742AD">
      <w:r>
        <w:t>penyelamat umat manusia kelak dimana kedatangannya akan membawa kedamaian universal."</w:t>
      </w:r>
    </w:p>
    <w:p w:rsidR="007242B3" w:rsidRDefault="007242B3" w:rsidP="007742AD">
      <w:r>
        <w:t>Rasulullah saww juga bersabda: "Selamat atas kalian dengan kedatangan puteraku, AlMahdi, kelak,</w:t>
      </w:r>
    </w:p>
    <w:p w:rsidR="007242B3" w:rsidRDefault="007242B3" w:rsidP="007742AD">
      <w:r>
        <w:t>karena janji Allah pasti akan terpenuhi. Ketahuilah bahwa AlMahdi dari keluarga Muhammad masih</w:t>
      </w:r>
    </w:p>
    <w:p w:rsidR="007242B3" w:rsidRDefault="007242B3" w:rsidP="007742AD">
      <w:r>
        <w:t>dalam perjalanan."</w:t>
      </w:r>
    </w:p>
    <w:p w:rsidR="007242B3" w:rsidRDefault="007242B3" w:rsidP="007742AD">
      <w:r>
        <w:t>Diriwayatkan bahwa ketika Imam Husain as menggapai puncak derajat syahadah, kuda beliau,</w:t>
      </w:r>
    </w:p>
    <w:p w:rsidR="007242B3" w:rsidRDefault="007242B3" w:rsidP="007742AD">
      <w:r>
        <w:t>Dzuljanah, melepoti kepala dan lehernya lalu menghentak-hentakkan kakinya ke tanah sambil</w:t>
      </w:r>
    </w:p>
    <w:p w:rsidR="007242B3" w:rsidRDefault="007242B3" w:rsidP="007742AD">
      <w:r>
        <w:t>meringkik keras hingga memantul ke segenap penjuru Karbala. Saat kuda perkasa itu dilihat oleh Umar</w:t>
      </w:r>
    </w:p>
    <w:p w:rsidR="007242B3" w:rsidRDefault="007242B3" w:rsidP="007742AD">
      <w:r>
        <w:t>bin Sa'ad, manusia ambisius berseru kepada komplotannya: "Kuda milik AlMustafa itu serahkan</w:t>
      </w:r>
    </w:p>
    <w:p w:rsidR="007242B3" w:rsidRDefault="007242B3" w:rsidP="007742AD">
      <w:r>
        <w:t>kepadaku." Sesuai perintah ini, beberapa pasukan penunggang kuda segera memacu kudanya untuk</w:t>
      </w:r>
    </w:p>
    <w:p w:rsidR="007242B3" w:rsidRDefault="007242B3" w:rsidP="007742AD">
      <w:r>
        <w:t>mendekati Dzul janah. Namun, kuda yang sebelumnya ditunggangi oleh Abu Fadhl Abbas itu tinggal</w:t>
      </w:r>
    </w:p>
    <w:p w:rsidR="007242B3" w:rsidRDefault="007242B3" w:rsidP="007742AD">
      <w:r>
        <w:t>diam oleh manusia-manusia kejam yang telah membantai habis tuannya. Dzuljanah tiba-tiba</w:t>
      </w:r>
    </w:p>
    <w:p w:rsidR="007242B3" w:rsidRDefault="007242B3" w:rsidP="007742AD">
      <w:r>
        <w:t>mengamuk dan menerjang siapapun yang mencoba mendekatinya. Beberapa orang tewas diamuk oleh</w:t>
      </w:r>
    </w:p>
    <w:p w:rsidR="00B80DA0" w:rsidRDefault="007242B3" w:rsidP="007742AD">
      <w:pPr>
        <w:rPr>
          <w:rtl/>
        </w:rPr>
      </w:pPr>
      <w:r>
        <w:t>kuda perkasa itu, sampai akhirnya Umar bin Sa'ad meminta anak buahnya membiarkan kuda itu.</w:t>
      </w:r>
    </w:p>
    <w:p w:rsidR="00A318BB" w:rsidRDefault="00A318BB" w:rsidP="007742AD">
      <w:pPr>
        <w:rPr>
          <w:rtl/>
        </w:rPr>
      </w:pPr>
    </w:p>
    <w:p w:rsidR="00A318BB" w:rsidRDefault="00A318BB" w:rsidP="003718EF">
      <w:pPr>
        <w:outlineLvl w:val="0"/>
      </w:pPr>
      <w:bookmarkStart w:id="28" w:name="_Toc403378401"/>
      <w:r>
        <w:t>Dzuljanah Menjadi Tempat Ratapan</w:t>
      </w:r>
      <w:bookmarkEnd w:id="28"/>
    </w:p>
    <w:p w:rsidR="00A318BB" w:rsidRDefault="00A318BB" w:rsidP="007742AD">
      <w:r>
        <w:t>Dalam riwayat disebutkan bahwa ketika Dzuljanah sudah bebas dari gangguan, secara ajaib kuda</w:t>
      </w:r>
    </w:p>
    <w:p w:rsidR="00A318BB" w:rsidRDefault="00A318BB" w:rsidP="007742AD">
      <w:r>
        <w:t>tunggangan manusia-manusia mulia itu berucap: "Betapa zalimnya umat yang telah membunuh putera</w:t>
      </w:r>
    </w:p>
    <w:p w:rsidR="00A318BB" w:rsidRDefault="00A318BB" w:rsidP="007742AD">
      <w:r>
        <w:t>nabisnya sendiri."</w:t>
      </w:r>
      <w:r w:rsidRPr="00181698">
        <w:rPr>
          <w:rStyle w:val="libFootnotenumChar"/>
        </w:rPr>
        <w:t>113</w:t>
      </w:r>
    </w:p>
    <w:p w:rsidR="00A318BB" w:rsidRDefault="00A318BB" w:rsidP="007742AD">
      <w:r>
        <w:lastRenderedPageBreak/>
        <w:t>Dzuljanah kemudian kembali ke perkemahan sambil meringkik-ringkik nyaring sehingga kaum wanita</w:t>
      </w:r>
    </w:p>
    <w:p w:rsidR="00A318BB" w:rsidRDefault="00A318BB" w:rsidP="007742AD">
      <w:r>
        <w:t>Imam Husain as yang mengenal suara itu keluar dari dalam tenda dengan penuh rasa cemas dan</w:t>
      </w:r>
    </w:p>
    <w:p w:rsidR="00A318BB" w:rsidRDefault="00A318BB" w:rsidP="007742AD">
      <w:r>
        <w:t>tercekam ketakutan. Di tengah mereka Hazrat Zainab AlKubra as berteriak histeris:</w:t>
      </w:r>
    </w:p>
    <w:p w:rsidR="00A318BB" w:rsidRDefault="00A318BB" w:rsidP="007742AD">
      <w:r>
        <w:t>"Oh saudaraku! Oh junjunganku! Oh Ahlul Bait! Semoga langit ini runtuh menimpa bumi! Semoga</w:t>
      </w:r>
    </w:p>
    <w:p w:rsidR="00A318BB" w:rsidRDefault="00A318BB" w:rsidP="007742AD">
      <w:pPr>
        <w:rPr>
          <w:rStyle w:val="libFootnotenumChar"/>
          <w:rtl/>
        </w:rPr>
      </w:pPr>
      <w:r>
        <w:t>gunung-gunung ini dihamburkan dan menimpa pedang sahara."</w:t>
      </w:r>
      <w:r w:rsidRPr="00181698">
        <w:rPr>
          <w:rStyle w:val="libFootnotenumChar"/>
        </w:rPr>
        <w:t>114</w:t>
      </w:r>
    </w:p>
    <w:p w:rsidR="00181698" w:rsidRDefault="00181698" w:rsidP="007742AD">
      <w:r>
        <w:t>Diantara mereka juga terdapat Ummu Kaltsum. Saat menyaksikan di atas punggung Dzuljanah sudah</w:t>
      </w:r>
    </w:p>
    <w:p w:rsidR="00181698" w:rsidRDefault="00181698" w:rsidP="007742AD">
      <w:r>
        <w:t>tidak ada ayahnya lagi, Ummu Kaltsum juga mendadak histeris.</w:t>
      </w:r>
    </w:p>
    <w:p w:rsidR="00181698" w:rsidRDefault="00181698" w:rsidP="007742AD">
      <w:r>
        <w:t>"Demi Allah, AlHusain telah terbunuh!" Jerit Ummu Kaltsum sambil menepuk-nepuk kepala dan</w:t>
      </w:r>
    </w:p>
    <w:p w:rsidR="00181698" w:rsidRDefault="00181698" w:rsidP="007742AD">
      <w:r>
        <w:t>merobek kain cadarnya. Sakinah yang tak kalah histerisnya.</w:t>
      </w:r>
    </w:p>
    <w:p w:rsidR="00181698" w:rsidRDefault="00181698" w:rsidP="007742AD">
      <w:r>
        <w:t>"Oh kakekku! Oh Muhammad! Betapa terasingnya AlHusain!"</w:t>
      </w:r>
      <w:r w:rsidRPr="00181698">
        <w:rPr>
          <w:rStyle w:val="libFootnotenumChar"/>
        </w:rPr>
        <w:t>115</w:t>
      </w:r>
      <w:r>
        <w:t xml:space="preserve"> Ratap Sakinah. Sambil beratap dan</w:t>
      </w:r>
    </w:p>
    <w:p w:rsidR="00181698" w:rsidRDefault="00181698" w:rsidP="007742AD">
      <w:r>
        <w:t>tersedu-sedu, satu diantara mereka ada yang berucap kepada dzuljanah: "Mengapa engkau lepaskan</w:t>
      </w:r>
    </w:p>
    <w:p w:rsidR="00181698" w:rsidRDefault="00181698" w:rsidP="007742AD">
      <w:r>
        <w:t>AlHusain ke tengah-tengah kerumunan musuh."</w:t>
      </w:r>
    </w:p>
    <w:p w:rsidR="00181698" w:rsidRDefault="00181698" w:rsidP="007742AD">
      <w:r>
        <w:t>Sakinah juga meratap: "Apa yang terjadi dengan ayahku? Dimana sang pemberi syafaat di hari kiamat</w:t>
      </w:r>
    </w:p>
    <w:p w:rsidR="00181698" w:rsidRDefault="00181698" w:rsidP="007742AD">
      <w:r>
        <w:t>itu?"</w:t>
      </w:r>
    </w:p>
    <w:p w:rsidR="00181698" w:rsidRDefault="00181698" w:rsidP="007742AD">
      <w:r>
        <w:t>"Ayahku tadi pergi dalam keadaan tercekik dahaga."</w:t>
      </w:r>
      <w:r w:rsidRPr="00181698">
        <w:rPr>
          <w:rStyle w:val="libFootnotenumChar"/>
        </w:rPr>
        <w:t>116</w:t>
      </w:r>
    </w:p>
    <w:p w:rsidR="00181698" w:rsidRDefault="00181698" w:rsidP="007742AD">
      <w:r>
        <w:t>"Apakah mereka telah memberi ayahku air, ataukah dia telah gugur dengan bibir yang kering</w:t>
      </w:r>
    </w:p>
    <w:p w:rsidR="00181698" w:rsidRDefault="00181698" w:rsidP="007742AD">
      <w:r>
        <w:t>kehausan?"</w:t>
      </w:r>
      <w:r w:rsidRPr="00181698">
        <w:rPr>
          <w:rStyle w:val="libFootnotenumChar"/>
        </w:rPr>
        <w:t>117</w:t>
      </w:r>
    </w:p>
    <w:p w:rsidR="00181698" w:rsidRDefault="00181698" w:rsidP="007742AD">
      <w:r>
        <w:t>Namun demikian, Dzuljanah tetaplah seekor kuda yang tak mampu berbuat apa-apa di depan ratapan</w:t>
      </w:r>
    </w:p>
    <w:p w:rsidR="00181698" w:rsidRDefault="00181698" w:rsidP="007742AD">
      <w:r>
        <w:t>puteri-puteri Rasul ini. Disebutkan dalam riwayat bahwa hewan yang ikut membela para keturunan suci</w:t>
      </w:r>
    </w:p>
    <w:p w:rsidR="00181698" w:rsidRDefault="00181698" w:rsidP="007742AD">
      <w:r>
        <w:t>Rasul di depan manusia-manusia srigala itu ikut tertimpa stres hingga akhirnya roboh dan mati. Dalam</w:t>
      </w:r>
    </w:p>
    <w:p w:rsidR="00181698" w:rsidRDefault="00181698" w:rsidP="007742AD">
      <w:r>
        <w:lastRenderedPageBreak/>
        <w:t>riwayat lain disebutkan bahwa Dzuljanah telah menceburkan diri ke sungai ElFrat lalu hilang entah</w:t>
      </w:r>
    </w:p>
    <w:p w:rsidR="00181698" w:rsidRDefault="00181698" w:rsidP="007742AD">
      <w:pPr>
        <w:rPr>
          <w:rtl/>
        </w:rPr>
      </w:pPr>
      <w:r>
        <w:t>kemana.</w:t>
      </w:r>
    </w:p>
    <w:p w:rsidR="00181698" w:rsidRPr="007742AD" w:rsidRDefault="00181698" w:rsidP="007742AD">
      <w:pPr>
        <w:rPr>
          <w:rStyle w:val="PageNumber"/>
          <w:rtl/>
        </w:rPr>
      </w:pPr>
      <w:r w:rsidRPr="007742AD">
        <w:rPr>
          <w:rStyle w:val="PageNumber"/>
          <w:rtl/>
        </w:rPr>
        <w:br w:type="page"/>
      </w:r>
    </w:p>
    <w:p w:rsidR="00181698" w:rsidRDefault="00181698" w:rsidP="003718EF">
      <w:pPr>
        <w:outlineLvl w:val="0"/>
      </w:pPr>
      <w:bookmarkStart w:id="29" w:name="_Toc403378402"/>
      <w:r>
        <w:lastRenderedPageBreak/>
        <w:t>Hijrahnya Hazrat Sahr Banu as</w:t>
      </w:r>
      <w:bookmarkEnd w:id="29"/>
    </w:p>
    <w:p w:rsidR="00181698" w:rsidRDefault="00181698" w:rsidP="007742AD">
      <w:r>
        <w:t>Pada hari kelabu tanggal 10 Muharram yang disebut hari Asyura itu, sesuai rencana Imam Husain as</w:t>
      </w:r>
    </w:p>
    <w:p w:rsidR="00181698" w:rsidRDefault="00181698" w:rsidP="007742AD">
      <w:r>
        <w:t>dan istrinya, Hazrat Sahr Banu, Dzuljanah sempat menunaikan tugasnya melarikan Shar Banu ke suatu</w:t>
      </w:r>
    </w:p>
    <w:p w:rsidR="00181698" w:rsidRDefault="00181698" w:rsidP="007742AD">
      <w:r>
        <w:t>tempat. Dalam sejarah dikisahkan sebagai berikut:</w:t>
      </w:r>
    </w:p>
    <w:p w:rsidR="00181698" w:rsidRDefault="00181698" w:rsidP="007742AD">
      <w:r>
        <w:t>Tatkala Dzuljanah kembali ke perkemahan tanpa tuan yang telah menungganginya, seorang wanita yang mengenakan hijab tertentu turut mendekati Dzuljanah lalu menciuminya sambil meratap dan</w:t>
      </w:r>
    </w:p>
    <w:p w:rsidR="00181698" w:rsidRDefault="00181698" w:rsidP="007742AD">
      <w:r>
        <w:t>memeras air mata kesedihan. Wanita itu adalah Sahr Banu as, satu-satunya wanita non-Arab diantara</w:t>
      </w:r>
    </w:p>
    <w:p w:rsidR="00181698" w:rsidRDefault="00181698" w:rsidP="007742AD">
      <w:r>
        <w:t>wanita keluarga Imam Husain as yang mengerumuni Dzuljanah yang sudah penuh luka itu. Dia adalah</w:t>
      </w:r>
    </w:p>
    <w:p w:rsidR="00181698" w:rsidRDefault="00181698" w:rsidP="007742AD">
      <w:r>
        <w:t>puteri raja Persia yang telah mendapat anugerah Allah untuk menikah dengan cucu Rasul, Imam</w:t>
      </w:r>
    </w:p>
    <w:p w:rsidR="00181698" w:rsidRDefault="00181698" w:rsidP="007742AD">
      <w:r>
        <w:t>Husain as, dan setia kepadanya hingga akhir hayatnya sehingga dia tergolong wanita paling mulia.</w:t>
      </w:r>
    </w:p>
    <w:p w:rsidR="00181698" w:rsidRDefault="00181698" w:rsidP="007742AD">
      <w:r>
        <w:t>Tentang jatidirinya, ibu para imam suci sesudah Imam Husain ini berkisah sendiri sebagai berikut:</w:t>
      </w:r>
    </w:p>
    <w:p w:rsidR="00181698" w:rsidRDefault="00181698" w:rsidP="007742AD">
      <w:r>
        <w:t>"Di suatu malam aku pernah bermimpi berjumpa dengan Khatamul Anbiya Muhammad AlMustafa</w:t>
      </w:r>
    </w:p>
    <w:p w:rsidR="00181698" w:rsidRDefault="00181698" w:rsidP="007742AD">
      <w:r>
        <w:t>saww. Beliau singgah di beranda istanaku yang megah. Beliau bersabda kepadaku: 'Hai puteri raja</w:t>
      </w:r>
    </w:p>
    <w:p w:rsidR="00181698" w:rsidRDefault="00181698" w:rsidP="007742AD">
      <w:r>
        <w:t>Persia, aku telah menjodohkan kamu dengan puteraku, Husain.' Rasul kemudian pergi meninggalkan</w:t>
      </w:r>
    </w:p>
    <w:p w:rsidR="00181698" w:rsidRDefault="00181698" w:rsidP="007742AD">
      <w:r>
        <w:t>istana. Setelah itu aku didatangi oleh seorang wanita mulia, Fatimah Azzahra as yang diiringi oleh para</w:t>
      </w:r>
    </w:p>
    <w:p w:rsidR="00181698" w:rsidRDefault="00181698" w:rsidP="007742AD">
      <w:r>
        <w:t>bidadari. Beliau memelukku sambil berkata: 'Kamu adalah calon isteri puteraku. Kamu adalah</w:t>
      </w:r>
    </w:p>
    <w:p w:rsidR="00181698" w:rsidRDefault="00181698" w:rsidP="007742AD">
      <w:r>
        <w:t>menantuku. Ketahuilah bahwa tak lama lagi umat Islam akan menaklukkan (kerajaan)-mu sehingga</w:t>
      </w:r>
    </w:p>
    <w:p w:rsidR="00181698" w:rsidRDefault="00181698" w:rsidP="007742AD">
      <w:r>
        <w:t>kamu akan menjadi tawanan. Tetapi janganlah kamu risau, karena di Madinah kamu akan berjumpa</w:t>
      </w:r>
    </w:p>
    <w:p w:rsidR="00181698" w:rsidRDefault="00181698" w:rsidP="007742AD">
      <w:r>
        <w:t>dengan (calon) suamimu.'"</w:t>
      </w:r>
    </w:p>
    <w:p w:rsidR="00181698" w:rsidRDefault="00181698" w:rsidP="007742AD">
      <w:r>
        <w:lastRenderedPageBreak/>
        <w:t>Benar, tak lama setelah itu terjadilah perang besar antara pasukan Islam dan pasukan imperium Persia.</w:t>
      </w:r>
    </w:p>
    <w:p w:rsidR="00181698" w:rsidRDefault="00181698" w:rsidP="007742AD">
      <w:r>
        <w:t>Prajurit Islam berhasil menaklukkan kerajaan besar ini. Sang raja</w:t>
      </w:r>
      <w:r w:rsidRPr="00DB00E1">
        <w:rPr>
          <w:rStyle w:val="libFootnotenumChar"/>
        </w:rPr>
        <w:t>118</w:t>
      </w:r>
      <w:r>
        <w:t xml:space="preserve"> melarikan diri, sementara sebagian</w:t>
      </w:r>
    </w:p>
    <w:p w:rsidR="00181698" w:rsidRDefault="00181698" w:rsidP="007742AD">
      <w:r>
        <w:t>dari keluarga istana, termasuk puteri-puteri raja, tertangkap dan menjadi tawanan. Mereka diboyong ke</w:t>
      </w:r>
    </w:p>
    <w:p w:rsidR="00181698" w:rsidRDefault="00181698" w:rsidP="007742AD">
      <w:r>
        <w:t>Madinah. Kedatangan puteri sang raja mengundang perhatian warga Madinah sehingga mereka datang</w:t>
      </w:r>
    </w:p>
    <w:p w:rsidR="00181698" w:rsidRDefault="00181698" w:rsidP="007742AD">
      <w:r>
        <w:t>berbondong-bondong untuk menyaksikannya. Saat itu, di dalam masjid khalifah Umar menyakan</w:t>
      </w:r>
    </w:p>
    <w:p w:rsidR="00181698" w:rsidRDefault="00181698" w:rsidP="007742AD">
      <w:r>
        <w:t>dimana puteri-puteri raja itu. Orang-orang lantas menunjukkan mereka. Rupanya, satu diantara mereka</w:t>
      </w:r>
    </w:p>
    <w:p w:rsidR="00181698" w:rsidRDefault="00181698" w:rsidP="007742AD">
      <w:r>
        <w:t>nampak sangat anggun dan seperti bercahaya. Umar meminta puteri anggun supaya memperlihatkan</w:t>
      </w:r>
    </w:p>
    <w:p w:rsidR="00181698" w:rsidRDefault="00181698" w:rsidP="007742AD">
      <w:r>
        <w:t>wajahnya yang tersembunyi di balik cadar. Namun, puteri ketakutan dan menolak.</w:t>
      </w:r>
    </w:p>
    <w:p w:rsidR="00DB00E1" w:rsidRDefault="00181698" w:rsidP="007742AD">
      <w:r>
        <w:t xml:space="preserve">Diperlakukan seperti itu, Umar sebagai khalifah tersinggung berat sehingga dia memerintahkan supaya </w:t>
      </w:r>
      <w:r w:rsidR="00DB00E1">
        <w:t>tawanan yang satu ini dihukum mati. Untungnya, diantara hadirin terdapat Imam Ali bin Abi Thalib as.</w:t>
      </w:r>
    </w:p>
    <w:p w:rsidR="00DB00E1" w:rsidRDefault="00DB00E1" w:rsidP="007742AD">
      <w:r>
        <w:t>Sepupu Rasul ini bangkit menentang perintah eksekusi itu. "Dosa apa puteri sehingga kamu akan</w:t>
      </w:r>
    </w:p>
    <w:p w:rsidR="00DB00E1" w:rsidRDefault="00DB00E1" w:rsidP="007742AD">
      <w:r>
        <w:t>mengeksekusinya?" Kilah Imam Ali as.</w:t>
      </w:r>
    </w:p>
    <w:p w:rsidR="00DB00E1" w:rsidRDefault="00DB00E1" w:rsidP="007742AD">
      <w:r>
        <w:t>"Orang 'Ajam (non Arab) ini telah menghinaku." Jawab Umar.</w:t>
      </w:r>
    </w:p>
    <w:p w:rsidR="00DB00E1" w:rsidRDefault="00DB00E1" w:rsidP="007742AD">
      <w:r>
        <w:t>Imam Ali as berkata: "Dia membenci kakeknya, Khusru, dan dia tidaklah seperti para pengeran</w:t>
      </w:r>
    </w:p>
    <w:p w:rsidR="00DB00E1" w:rsidRDefault="00DB00E1" w:rsidP="007742AD">
      <w:r>
        <w:t>sehingga kamu pantas memperlakukannya demikian. Bebaskanlah puteri-puteri ini agar mereka bisa</w:t>
      </w:r>
    </w:p>
    <w:p w:rsidR="00DB00E1" w:rsidRDefault="00DB00E1" w:rsidP="007742AD">
      <w:r>
        <w:t>mendapatkan jodohnya diantara para pemuda kita."</w:t>
      </w:r>
    </w:p>
    <w:p w:rsidR="00DB00E1" w:rsidRDefault="00DB00E1" w:rsidP="007742AD">
      <w:r>
        <w:t>Ide Imam Ali ini kemudian dipenuhi sehingga didatangkanlah para pemuda Muslim Madinah di aula</w:t>
      </w:r>
    </w:p>
    <w:p w:rsidR="00DB00E1" w:rsidRDefault="00DB00E1" w:rsidP="007742AD">
      <w:r>
        <w:t>masjid. Imam Ali as meminta kepada puteri-puteri bangsawan itu untuk bangkit dan memilih jodoh</w:t>
      </w:r>
    </w:p>
    <w:p w:rsidR="00DB00E1" w:rsidRDefault="00DB00E1" w:rsidP="007742AD">
      <w:r>
        <w:t>yang dikehendakinya diantara para pemuda itu.</w:t>
      </w:r>
    </w:p>
    <w:p w:rsidR="00DB00E1" w:rsidRDefault="00DB00E1" w:rsidP="007742AD">
      <w:r>
        <w:lastRenderedPageBreak/>
        <w:t>Dalam kitab AlKharaij Arrawandi dikisahkan bahwa saat itu puteri raja Persia yang paling anggun itu</w:t>
      </w:r>
    </w:p>
    <w:p w:rsidR="00DB00E1" w:rsidRDefault="00DB00E1" w:rsidP="007742AD">
      <w:r>
        <w:t>bangkit dan menatap satu persatu barisan pemuda yang menyatakan siap untuk menikah dengan puteriputeri</w:t>
      </w:r>
    </w:p>
    <w:p w:rsidR="00DB00E1" w:rsidRDefault="00DB00E1" w:rsidP="007742AD">
      <w:r>
        <w:t>raja itu. Sampai pada giliran pemuda Husain bin Ali as, tatapan mata gadis bernama Jahan Syah</w:t>
      </w:r>
    </w:p>
    <w:p w:rsidR="00DB00E1" w:rsidRDefault="00DB00E1" w:rsidP="007742AD">
      <w:r>
        <w:t>itu terhenti dan tak berpijak ke arah lain. Setelah merasa yakin dengan pemuda putera Azzahra as itu,</w:t>
      </w:r>
    </w:p>
    <w:p w:rsidR="00DB00E1" w:rsidRDefault="00DB00E1" w:rsidP="007742AD">
      <w:r>
        <w:t>dia berkata: "Jika aku memang diberi pilihan, maka aku akan memilih pemuda ini."</w:t>
      </w:r>
    </w:p>
    <w:p w:rsidR="00DB00E1" w:rsidRDefault="00DB00E1" w:rsidP="007742AD">
      <w:r>
        <w:t>Setelah dipilih gadis itu, Imam Husain as yang saat itu berusia 18 tahun memintanya supaya nama</w:t>
      </w:r>
    </w:p>
    <w:p w:rsidR="00DB00E1" w:rsidRDefault="00DB00E1" w:rsidP="007742AD">
      <w:r>
        <w:t>Jahan Syah diganti dengan nama Syahrbanu.</w:t>
      </w:r>
      <w:r w:rsidRPr="00DB00E1">
        <w:rPr>
          <w:rStyle w:val="libFootnotenumChar"/>
        </w:rPr>
        <w:t>119</w:t>
      </w:r>
      <w:r>
        <w:t xml:space="preserve"> Imam Ali as kemudian meminta Imam Husain supaya</w:t>
      </w:r>
    </w:p>
    <w:p w:rsidR="00DB00E1" w:rsidRDefault="00DB00E1" w:rsidP="007742AD">
      <w:r>
        <w:t>segera membawa menantunya itu pulang. Beliau juga memberitahu Imam Husain bahwa perkawinan</w:t>
      </w:r>
    </w:p>
    <w:p w:rsidR="00DB00E1" w:rsidRDefault="00DB00E1" w:rsidP="007742AD">
      <w:r>
        <w:t>ini akan segera dianugerahi dengan kelahiran seorang putera yang sangat agung dan mulia. Putera itu</w:t>
      </w:r>
    </w:p>
    <w:p w:rsidR="00DB00E1" w:rsidRDefault="00DB00E1" w:rsidP="007742AD">
      <w:r>
        <w:t>tak lain adalah Ali Zainal Abidin Assajjad as. Putera yang berusia 23 tahun saat ayahandanya dibantai</w:t>
      </w:r>
    </w:p>
    <w:p w:rsidR="00DB00E1" w:rsidRDefault="00DB00E1" w:rsidP="007742AD">
      <w:r>
        <w:t>di padang Karbala pada hari Asyura, dan dia sendiri dalam keadaan sakit parah dan ditangisi oleh</w:t>
      </w:r>
    </w:p>
    <w:p w:rsidR="00181698" w:rsidRDefault="00DB00E1" w:rsidP="007742AD">
      <w:r>
        <w:t>ibundanya.</w:t>
      </w:r>
    </w:p>
    <w:p w:rsidR="00DB00E1" w:rsidRDefault="00DB00E1" w:rsidP="007742AD">
      <w:r>
        <w:t>Menjelang detik-detik perpisahan dengan suaminya, Imam Husain as, Sahr Banu bersimpuh dengan</w:t>
      </w:r>
    </w:p>
    <w:p w:rsidR="00DB00E1" w:rsidRDefault="00DB00E1" w:rsidP="007742AD">
      <w:r>
        <w:t>beliau. "Wahai putera Rasul." Ucap Shar Banu. "Demi ibundamu Fatimah Azzahra, pikirkanlah</w:t>
      </w:r>
    </w:p>
    <w:p w:rsidR="00DB00E1" w:rsidRDefault="00DB00E1" w:rsidP="007742AD">
      <w:r>
        <w:t>nasibku nanti, karena di sini aku akulah orang yang paling asing. Selama ini aku bernaung di bawahmu</w:t>
      </w:r>
    </w:p>
    <w:p w:rsidR="00DB00E1" w:rsidRDefault="00DB00E1" w:rsidP="007742AD">
      <w:r>
        <w:t>dan dengan ini aku menjadi mulia. Namun, katakanlah apa yang aku lakukan nanti setelah</w:t>
      </w:r>
    </w:p>
    <w:p w:rsidR="00DB00E1" w:rsidRDefault="00DB00E1" w:rsidP="007742AD">
      <w:r>
        <w:t>kepergianmu? Aku bukanlah orang Arab ('Ajam), dan engkau sendiri tahu besarnya permusuhan antara Arab dan 'Ajam."</w:t>
      </w:r>
    </w:p>
    <w:p w:rsidR="00DB00E1" w:rsidRDefault="00DB00E1" w:rsidP="007742AD">
      <w:r>
        <w:t>Sambil berlinang air mata, Imam Husain as menjawab: "Janganlah cemas, sebab Allah yang telah</w:t>
      </w:r>
    </w:p>
    <w:p w:rsidR="00DB00E1" w:rsidRDefault="00DB00E1" w:rsidP="007742AD">
      <w:r>
        <w:lastRenderedPageBreak/>
        <w:t>mengantarkanmu dari negeri ajam ke negeri Arab mampu mengembalikanmu ke negerimu lagi.</w:t>
      </w:r>
    </w:p>
    <w:p w:rsidR="00DB00E1" w:rsidRDefault="00DB00E1" w:rsidP="007742AD">
      <w:r>
        <w:t>Nantikanlah nanti sepeninggalku; Dzuljanah akan datang ke perkemahan. Naikilah Dzuljanah dan</w:t>
      </w:r>
    </w:p>
    <w:p w:rsidR="00DB00E1" w:rsidRDefault="00DB00E1" w:rsidP="007742AD">
      <w:r>
        <w:t>pergilah dari sini, dan ketahuilah pasukan musuh tidak akan bisa berbuat apa-apa terhadapmu."</w:t>
      </w:r>
    </w:p>
    <w:p w:rsidR="00DB00E1" w:rsidRDefault="00DB00E1" w:rsidP="007742AD">
      <w:r>
        <w:t>Diriwayatkan bahwa ketika Dzuljanah kembali dalam keadaan tak bertuan, Shar Banu ikut</w:t>
      </w:r>
    </w:p>
    <w:p w:rsidR="00DB00E1" w:rsidRDefault="00DB00E1" w:rsidP="007742AD">
      <w:r>
        <w:t>menyambutnya dengan ratap tangis hingga kemudian mengendarainya untuk pergi ke negeri asalknya.</w:t>
      </w:r>
    </w:p>
    <w:p w:rsidR="00DB00E1" w:rsidRDefault="00DB00E1" w:rsidP="007742AD">
      <w:r>
        <w:t>Sebelum pergi, beliau sempat ditegur oleh Hazrat Zainab.</w:t>
      </w:r>
    </w:p>
    <w:p w:rsidR="00DB00E1" w:rsidRDefault="00DB00E1" w:rsidP="007742AD">
      <w:r>
        <w:t>"Hai menantu Fatimah Azzahra, gerangan yang sedang engkau pikirkan? Adakah engkau akan</w:t>
      </w:r>
    </w:p>
    <w:p w:rsidR="00DB00E1" w:rsidRDefault="00DB00E1" w:rsidP="007742AD">
      <w:r>
        <w:t>menambah berat beban kesedihan kami dengan kepergianmu?" Ujar Hazrat Zainab.</w:t>
      </w:r>
    </w:p>
    <w:p w:rsidR="00DB00E1" w:rsidRDefault="00DB00E1" w:rsidP="007742AD">
      <w:r>
        <w:t>"Aku harus pergi sesuai perintah suamiku, Husain." Jawab Sahr Banu kepada adik iparnya itu</w:t>
      </w:r>
    </w:p>
    <w:p w:rsidR="00DB00E1" w:rsidRDefault="00DB00E1" w:rsidP="007742AD">
      <w:r>
        <w:t>Kepergian Hazrat Sahr Banu menuju negeri Persia itu dilepas dengan derai tangis orang-orang yang</w:t>
      </w:r>
    </w:p>
    <w:p w:rsidR="00DB00E1" w:rsidRDefault="00DB00E1" w:rsidP="007742AD">
      <w:r>
        <w:t>ditinggalkannya. Saat Dzuljanah sudah siap mengantarkan perjalanan jauh itu, Assajjad berkata lirih</w:t>
      </w:r>
    </w:p>
    <w:p w:rsidR="00DB00E1" w:rsidRDefault="00DB00E1" w:rsidP="007742AD">
      <w:r>
        <w:t>kepada ibundanya:</w:t>
      </w:r>
    </w:p>
    <w:p w:rsidR="00DB00E1" w:rsidRDefault="00DB00E1" w:rsidP="007742AD">
      <w:r>
        <w:t>"Ibunda, bersabarlah hingga aku ucapkan salam perpisahan denganmu."</w:t>
      </w:r>
      <w:r w:rsidRPr="00DB00E1">
        <w:rPr>
          <w:rStyle w:val="libFootnotenumChar"/>
        </w:rPr>
        <w:t>120</w:t>
      </w:r>
    </w:p>
    <w:p w:rsidR="00DB00E1" w:rsidRDefault="00DB00E1" w:rsidP="007742AD">
      <w:r>
        <w:t>Assajad berusaha bangkit, namun tenaganya yang tersisa tak mendukungnya untuk berbuat itu sehingga</w:t>
      </w:r>
    </w:p>
    <w:p w:rsidR="00DB00E1" w:rsidRDefault="00DB00E1" w:rsidP="007742AD">
      <w:r>
        <w:t>sang ibu mendekati sendiri anaknya. Sambil memeluknya erat-erat beliau berucap: "Aku harus pergi</w:t>
      </w:r>
    </w:p>
    <w:p w:rsidR="00DB00E1" w:rsidRDefault="00DB00E1" w:rsidP="007742AD">
      <w:r>
        <w:t>dari sini sesuai perintah ayahmu. Aku telah menitipkanmu kepada bibimu, Zainab, karena aku tahu dia</w:t>
      </w:r>
    </w:p>
    <w:p w:rsidR="00DB00E1" w:rsidRDefault="00DB00E1" w:rsidP="007742AD">
      <w:r>
        <w:t>lebih penyayang daripada aku."</w:t>
      </w:r>
    </w:p>
    <w:p w:rsidR="00DB00E1" w:rsidRDefault="00DB00E1" w:rsidP="007742AD">
      <w:r>
        <w:t>Ibunda Assajjad akhirnya pergi dibawa oleh Dzuljanah. Bebetapa orang pasukan musuh sempat melihat</w:t>
      </w:r>
    </w:p>
    <w:p w:rsidR="00DB00E1" w:rsidRDefault="00DB00E1" w:rsidP="007742AD">
      <w:r>
        <w:lastRenderedPageBreak/>
        <w:t>bayangannya dari kejauhan saat beliau bergerak pergi seorang diri. Mereka berusaha mengejarnya,</w:t>
      </w:r>
    </w:p>
    <w:p w:rsidR="00DB00E1" w:rsidRDefault="00DB00E1" w:rsidP="007742AD">
      <w:r>
        <w:t>namun mereka terpaksa kembali lagi setelah kecepatan kuda Dzuljanah tak terkejar oleh kuda-kuda</w:t>
      </w:r>
    </w:p>
    <w:p w:rsidR="00DB00E1" w:rsidRDefault="00DB00E1" w:rsidP="007742AD">
      <w:r>
        <w:t>pasukan musuh.</w:t>
      </w:r>
    </w:p>
    <w:p w:rsidR="00DB00E1" w:rsidRDefault="00DB00E1" w:rsidP="007742AD">
      <w:r>
        <w:t>Dalam perjalanan, Hazrat Sahr Banu sempat berpapasan dengan kafilag yang sedang bergerak menuju</w:t>
      </w:r>
    </w:p>
    <w:p w:rsidR="00DB00E1" w:rsidRDefault="00DB00E1" w:rsidP="007742AD">
      <w:r>
        <w:t>Kufah. Orang-orang kafilah berhenti saat menyaksikan seorang wanita bercadar sendirian mengendarai</w:t>
      </w:r>
    </w:p>
    <w:p w:rsidR="00DB00E1" w:rsidRDefault="00DB00E1" w:rsidP="007742AD">
      <w:r>
        <w:t>kuda yang penuh luka. Seorang lelaki yang mengetuai kafilah mencegat beliau dan bertanya: "Hai siapa kamu? Mengapa kamu menempuh perjalanan seorang diri di tengah sahara?"</w:t>
      </w:r>
    </w:p>
    <w:p w:rsidR="00DB00E1" w:rsidRDefault="00DB00E1" w:rsidP="007742AD">
      <w:r>
        <w:t>Suara lelaki itu dikenal oleh Sahr Banu. Pria itu ternyata adik beliau dan setelah saling menyadari,</w:t>
      </w:r>
    </w:p>
    <w:p w:rsidR="00DB00E1" w:rsidRDefault="00DB00E1" w:rsidP="007742AD">
      <w:r>
        <w:t>beliau balik bertanya: "Adikku, hendak kemanakah kamu?"</w:t>
      </w:r>
    </w:p>
    <w:p w:rsidR="00DB00E1" w:rsidRDefault="00DB00E1" w:rsidP="007742AD">
      <w:r>
        <w:t>Pria itu menjawab: "Aku hendak menemui suamimu. Karena dia telah menuliskan surat kepadaku dan</w:t>
      </w:r>
    </w:p>
    <w:p w:rsidR="00DB00E1" w:rsidRDefault="00DB00E1" w:rsidP="007742AD">
      <w:r>
        <w:t>menyatakan bahwa beliau akan berperang dengan sekelompok musuh, dan sekarang aku datang</w:t>
      </w:r>
    </w:p>
    <w:p w:rsidR="00DB00E1" w:rsidRDefault="00DB00E1" w:rsidP="007742AD">
      <w:r>
        <w:t>bersama teman-temanku untuk membantunya."</w:t>
      </w:r>
    </w:p>
    <w:p w:rsidR="00DB00E1" w:rsidRDefault="00DB00E1" w:rsidP="007742AD">
      <w:r>
        <w:t>Sahr Banu menjawab: "Tak usah kamu pergi. Kembalilah karena Husain sudah terbunuh dalam</w:t>
      </w:r>
    </w:p>
    <w:p w:rsidR="00DB00E1" w:rsidRDefault="00DB00E1" w:rsidP="007742AD">
      <w:r>
        <w:t>keadaan kehausan, dan inilah kudanya sekarang aku kendarai."</w:t>
      </w:r>
    </w:p>
    <w:p w:rsidR="00DB00E1" w:rsidRDefault="00DB00E1" w:rsidP="007742AD">
      <w:r>
        <w:t>Berita ini mengejutkan sang adik yang segera jatuh tersimpuh ke pasir. Sahr Banu kemudian</w:t>
      </w:r>
    </w:p>
    <w:p w:rsidR="00DB00E1" w:rsidRDefault="00DB00E1" w:rsidP="007742AD">
      <w:r>
        <w:t>melanjutkan perjalanan ke arah tujuan sebagaimana mereka juga melanjutkan perjalanan ke arah tujuan</w:t>
      </w:r>
    </w:p>
    <w:p w:rsidR="00DB00E1" w:rsidRDefault="00DB00E1" w:rsidP="007742AD">
      <w:r>
        <w:t>mereka, setidaknya untuk menyaksikan bagaimana nasib keluarga Imam Husain as.</w:t>
      </w:r>
    </w:p>
    <w:p w:rsidR="00DB00E1" w:rsidRDefault="00DB00E1" w:rsidP="007742AD">
      <w:r>
        <w:t>Dengan bantuan dan perlindungan dari Allah, janda Imam Husain as berdarah bangsawan Persia itu</w:t>
      </w:r>
    </w:p>
    <w:p w:rsidR="00DB00E1" w:rsidRDefault="00DB00E1" w:rsidP="007742AD">
      <w:r>
        <w:t>akhirnya tiba di bumi leluhurnya. Beliau menetap di kota Rey dan meninggal di sana. Jasad suci beliau</w:t>
      </w:r>
    </w:p>
    <w:p w:rsidR="00DB00E1" w:rsidRDefault="00DB00E1" w:rsidP="007742AD">
      <w:r>
        <w:lastRenderedPageBreak/>
        <w:t>dikebumikan di sebuah gunung di pinggiran kota Teheran. Lokasi makamnya selalu disesaki para</w:t>
      </w:r>
    </w:p>
    <w:p w:rsidR="00DB00E1" w:rsidRDefault="00DB00E1" w:rsidP="007742AD">
      <w:r>
        <w:t>peziarah hingga kini.</w:t>
      </w:r>
    </w:p>
    <w:p w:rsidR="00DB00E1" w:rsidRPr="007742AD" w:rsidRDefault="00DB00E1" w:rsidP="007742AD">
      <w:pPr>
        <w:rPr>
          <w:rStyle w:val="PageNumber"/>
        </w:rPr>
      </w:pPr>
      <w:r w:rsidRPr="007742AD">
        <w:rPr>
          <w:rStyle w:val="PageNumber"/>
        </w:rPr>
        <w:br w:type="page"/>
      </w:r>
    </w:p>
    <w:p w:rsidR="00DB00E1" w:rsidRDefault="00DB00E1" w:rsidP="003718EF">
      <w:pPr>
        <w:pStyle w:val="Heading1Center"/>
      </w:pPr>
      <w:bookmarkStart w:id="30" w:name="_Toc403378403"/>
      <w:r>
        <w:lastRenderedPageBreak/>
        <w:t>catatan kaki</w:t>
      </w:r>
      <w:bookmarkEnd w:id="30"/>
    </w:p>
    <w:p w:rsidR="003718EF" w:rsidRDefault="003718EF" w:rsidP="003718EF">
      <w:pPr>
        <w:pStyle w:val="libFootnote0"/>
      </w:pPr>
    </w:p>
    <w:p w:rsidR="00113A00" w:rsidRDefault="00113A00" w:rsidP="003718EF">
      <w:pPr>
        <w:pStyle w:val="libFootnote0"/>
      </w:pPr>
      <w:r>
        <w:t>1 Nasikh Attawarikh juz 2 hal.145</w:t>
      </w:r>
    </w:p>
    <w:p w:rsidR="00113A00" w:rsidRDefault="00113A00" w:rsidP="003718EF">
      <w:pPr>
        <w:pStyle w:val="libFootnote0"/>
      </w:pPr>
      <w:r>
        <w:t>2 Ibid</w:t>
      </w:r>
    </w:p>
    <w:p w:rsidR="00113A00" w:rsidRDefault="00113A00" w:rsidP="003718EF">
      <w:pPr>
        <w:pStyle w:val="libFootnote0"/>
      </w:pPr>
      <w:r>
        <w:t>3 Ibid.</w:t>
      </w:r>
    </w:p>
    <w:p w:rsidR="00113A00" w:rsidRDefault="00113A00" w:rsidP="003718EF">
      <w:pPr>
        <w:pStyle w:val="libFootnote0"/>
      </w:pPr>
      <w:r>
        <w:t>4 Diriwayatkan bahwa tadinya pasukan Imam Husain as yang terkumpul berjumlah sekitar 1.100 orang. Namun jumlah itu</w:t>
      </w:r>
    </w:p>
    <w:p w:rsidR="00113A00" w:rsidRDefault="00113A00" w:rsidP="003718EF">
      <w:pPr>
        <w:pStyle w:val="libFootnote0"/>
      </w:pPr>
      <w:r>
        <w:t>terus mengecil setiap kali Imam Husain as menguji sejauh mana kesetiaan mereka dengan pernyataan-pernyataan yang</w:t>
      </w:r>
    </w:p>
    <w:p w:rsidR="00113A00" w:rsidRDefault="00113A00" w:rsidP="003718EF">
      <w:pPr>
        <w:pStyle w:val="libFootnote0"/>
      </w:pPr>
      <w:r>
        <w:t>membebaskan mereka untuk menentukan pilihan.</w:t>
      </w:r>
    </w:p>
    <w:p w:rsidR="00113A00" w:rsidRDefault="00113A00" w:rsidP="003718EF">
      <w:pPr>
        <w:pStyle w:val="libFootnote0"/>
      </w:pPr>
      <w:r>
        <w:t>5 Nasikh Attawarikh juz hal.223</w:t>
      </w:r>
    </w:p>
    <w:p w:rsidR="00113A00" w:rsidRDefault="00113A00" w:rsidP="003718EF">
      <w:pPr>
        <w:pStyle w:val="libFootnote0"/>
      </w:pPr>
      <w:r>
        <w:t>6 Bih7 Nasikh Attawarikh juz hal.168</w:t>
      </w:r>
    </w:p>
    <w:p w:rsidR="00113A00" w:rsidRDefault="00113A00" w:rsidP="003718EF">
      <w:pPr>
        <w:pStyle w:val="libFootnote0"/>
      </w:pPr>
      <w:r>
        <w:t>8 Biharul Anwar juz 44 hal.382arul Anwar juz 44 hal.382</w:t>
      </w:r>
    </w:p>
    <w:p w:rsidR="00113A00" w:rsidRDefault="00113A00" w:rsidP="003718EF">
      <w:pPr>
        <w:pStyle w:val="libFootnote0"/>
      </w:pPr>
      <w:r>
        <w:t>9 Ma'aali Assibthain juz 1 hal.286</w:t>
      </w:r>
    </w:p>
    <w:p w:rsidR="00113A00" w:rsidRDefault="00113A00" w:rsidP="003718EF">
      <w:pPr>
        <w:pStyle w:val="libFootnote0"/>
      </w:pPr>
      <w:r>
        <w:t>10 Al-Kalimat Al-Qussar Al-Husain as hal.67</w:t>
      </w:r>
    </w:p>
    <w:p w:rsidR="00113A00" w:rsidRDefault="00113A00" w:rsidP="003718EF">
      <w:pPr>
        <w:pStyle w:val="libFootnote0"/>
      </w:pPr>
      <w:r>
        <w:t>11 Kashful Ghimmah juz 5 hal.225</w:t>
      </w:r>
    </w:p>
    <w:p w:rsidR="00113A00" w:rsidRDefault="00113A00" w:rsidP="003718EF">
      <w:pPr>
        <w:pStyle w:val="libFootnote0"/>
      </w:pPr>
      <w:r>
        <w:t>12 Sugan Nameh Ali Muhammad hal.227</w:t>
      </w:r>
    </w:p>
    <w:p w:rsidR="00113A00" w:rsidRDefault="00113A00" w:rsidP="003718EF">
      <w:pPr>
        <w:pStyle w:val="libFootnote0"/>
      </w:pPr>
      <w:r>
        <w:t>13 Ma'ali Assibthain juz 1 hal.308</w:t>
      </w:r>
    </w:p>
    <w:p w:rsidR="00113A00" w:rsidRDefault="00113A00" w:rsidP="003718EF">
      <w:pPr>
        <w:pStyle w:val="libFootnote0"/>
      </w:pPr>
      <w:r>
        <w:t>14 Bihar Al-Anwar juz 44 hal. 390 - Alluhuf hal.75</w:t>
      </w:r>
    </w:p>
    <w:p w:rsidR="00113A00" w:rsidRDefault="00113A00" w:rsidP="003718EF">
      <w:pPr>
        <w:pStyle w:val="libFootnote0"/>
      </w:pPr>
      <w:r>
        <w:t>15 Ibid juz 52 hal. 9</w:t>
      </w:r>
    </w:p>
    <w:p w:rsidR="00113A00" w:rsidRDefault="00113A00" w:rsidP="003718EF">
      <w:pPr>
        <w:pStyle w:val="libFootnote0"/>
      </w:pPr>
      <w:r>
        <w:t>16 Terjemahan (ke bahasa Persia) dari kitab Al-Irsyad karya Syeikh mufid juz 2 hal. 91-93.</w:t>
      </w:r>
    </w:p>
    <w:p w:rsidR="00113A00" w:rsidRDefault="00113A00" w:rsidP="003718EF">
      <w:pPr>
        <w:pStyle w:val="libFootnote0"/>
      </w:pPr>
      <w:r>
        <w:t>17 Nasikh Attawarikh juz 2 hal.201</w:t>
      </w:r>
    </w:p>
    <w:p w:rsidR="00113A00" w:rsidRDefault="00113A00" w:rsidP="003718EF">
      <w:pPr>
        <w:pStyle w:val="libFootnote0"/>
      </w:pPr>
      <w:r>
        <w:t>18 Bihar Al-Anwar juz 42 hal.391</w:t>
      </w:r>
    </w:p>
    <w:p w:rsidR="00113A00" w:rsidRDefault="00113A00" w:rsidP="003718EF">
      <w:pPr>
        <w:pStyle w:val="libFootnote0"/>
      </w:pPr>
      <w:r>
        <w:t>19 Nasikh Attawarikh juz 44 hal. 291</w:t>
      </w:r>
    </w:p>
    <w:p w:rsidR="00113A00" w:rsidRDefault="00113A00" w:rsidP="003718EF">
      <w:pPr>
        <w:pStyle w:val="libFootnote0"/>
      </w:pPr>
      <w:r>
        <w:t>20 Ibid.</w:t>
      </w:r>
    </w:p>
    <w:p w:rsidR="00113A00" w:rsidRDefault="00113A00" w:rsidP="003718EF">
      <w:pPr>
        <w:pStyle w:val="libFootnote0"/>
      </w:pPr>
      <w:r>
        <w:t>21 Tarikh Atthabari juz 6 hal.337</w:t>
      </w:r>
    </w:p>
    <w:p w:rsidR="00113A00" w:rsidRDefault="00113A00" w:rsidP="003718EF">
      <w:pPr>
        <w:pStyle w:val="libFootnote0"/>
      </w:pPr>
      <w:r>
        <w:t>22 Sugand Nameh Ali Muhammad hal. 235</w:t>
      </w:r>
    </w:p>
    <w:p w:rsidR="00113A00" w:rsidRDefault="00113A00" w:rsidP="003718EF">
      <w:pPr>
        <w:pStyle w:val="libFootnote0"/>
      </w:pPr>
      <w:r>
        <w:t>23 Lihat Muntahal Amal hal.247</w:t>
      </w:r>
    </w:p>
    <w:p w:rsidR="00113A00" w:rsidRDefault="00113A00" w:rsidP="003718EF">
      <w:pPr>
        <w:pStyle w:val="libFootnote0"/>
      </w:pPr>
      <w:r>
        <w:t>24 Bihar Al-Anwar juz 51 hal.132 / Syakhsiyat-e Husain as hal.284</w:t>
      </w:r>
    </w:p>
    <w:p w:rsidR="00DB00E1" w:rsidRDefault="00113A00" w:rsidP="003718EF">
      <w:pPr>
        <w:pStyle w:val="libFootnote0"/>
      </w:pPr>
      <w:r>
        <w:t>25 'Unwan Alkalam hal.366</w:t>
      </w:r>
    </w:p>
    <w:p w:rsidR="00D653FE" w:rsidRDefault="00D653FE" w:rsidP="003718EF">
      <w:pPr>
        <w:pStyle w:val="libFootnote0"/>
      </w:pPr>
      <w:r>
        <w:t>26 Bihar AL-Anwar juz 2 hal.316</w:t>
      </w:r>
    </w:p>
    <w:p w:rsidR="00D653FE" w:rsidRDefault="00D653FE" w:rsidP="003718EF">
      <w:pPr>
        <w:pStyle w:val="libFootnote0"/>
      </w:pPr>
      <w:r>
        <w:t>27 Nasikh Attawarikh juz hal.170</w:t>
      </w:r>
    </w:p>
    <w:p w:rsidR="00D653FE" w:rsidRDefault="00D653FE" w:rsidP="003718EF">
      <w:pPr>
        <w:pStyle w:val="libFootnote0"/>
      </w:pPr>
      <w:r>
        <w:t>28 Bihar AlAnwar juz 45 hal.2</w:t>
      </w:r>
    </w:p>
    <w:p w:rsidR="00D653FE" w:rsidRDefault="00D653FE" w:rsidP="003718EF">
      <w:pPr>
        <w:pStyle w:val="libFootnote0"/>
      </w:pPr>
      <w:r>
        <w:t>29 Sitaregan-e Dirakhsyan juz 5 hal.130</w:t>
      </w:r>
    </w:p>
    <w:p w:rsidR="00D653FE" w:rsidRDefault="00D653FE" w:rsidP="003718EF">
      <w:pPr>
        <w:pStyle w:val="libFootnote0"/>
      </w:pPr>
      <w:r>
        <w:t>30 Muntaha Al-Amal hal.248</w:t>
      </w:r>
    </w:p>
    <w:p w:rsidR="00D653FE" w:rsidRDefault="00D653FE" w:rsidP="003718EF">
      <w:pPr>
        <w:pStyle w:val="libFootnote0"/>
      </w:pPr>
      <w:r>
        <w:t>31 Anwar Assyahadah hal.161</w:t>
      </w:r>
    </w:p>
    <w:p w:rsidR="00D653FE" w:rsidRDefault="00D653FE" w:rsidP="003718EF">
      <w:pPr>
        <w:pStyle w:val="libFootnote0"/>
      </w:pPr>
      <w:r>
        <w:t>32 Diriwayatkan bahwa Habib bib Madhahir telah memanfaatkan kegelapan malam untuk mendatangi kabilahnya, Bani</w:t>
      </w:r>
    </w:p>
    <w:p w:rsidR="00D653FE" w:rsidRDefault="00D653FE" w:rsidP="003718EF">
      <w:pPr>
        <w:pStyle w:val="libFootnote0"/>
      </w:pPr>
      <w:r>
        <w:t>Asad, dan menjelaskan duduk persoalan kemudian meminta mereka membantu Imam Husain as. Abdullah bin Bashir</w:t>
      </w:r>
    </w:p>
    <w:p w:rsidR="00D653FE" w:rsidRDefault="00D653FE" w:rsidP="003718EF">
      <w:pPr>
        <w:pStyle w:val="libFootnote0"/>
      </w:pPr>
      <w:r>
        <w:t>adalah orang pertama menyatakan permintaan itu. Dia kemudian disusul oleh beberapa orang lain hingga berjumlah</w:t>
      </w:r>
    </w:p>
    <w:p w:rsidR="00D653FE" w:rsidRDefault="00D653FE" w:rsidP="003718EF">
      <w:pPr>
        <w:pStyle w:val="libFootnote0"/>
      </w:pPr>
      <w:r>
        <w:t>sekitar 90 orang. Namun, saat mereka bergerak ternyata ada seorang pria munafik dari Bani Asad yang melaporkan</w:t>
      </w:r>
    </w:p>
    <w:p w:rsidR="00D653FE" w:rsidRDefault="00D653FE" w:rsidP="003718EF">
      <w:pPr>
        <w:pStyle w:val="libFootnote0"/>
      </w:pPr>
      <w:r>
        <w:t>kejadian ini kepada Umar bin Sa'ad dan memberitahunya tentang gerakan tersebut. Umar bin Sa'ad lantas mengirim 400</w:t>
      </w:r>
    </w:p>
    <w:p w:rsidR="00D653FE" w:rsidRDefault="00D653FE" w:rsidP="003718EF">
      <w:pPr>
        <w:pStyle w:val="libFootnote0"/>
      </w:pPr>
      <w:r>
        <w:lastRenderedPageBreak/>
        <w:t>pasukan di bawah pimpinan Arzaq untuk mencegat gerakan pasukan kabilah Bani Asad. Pasukan Bani Asad itu akhirnya</w:t>
      </w:r>
    </w:p>
    <w:p w:rsidR="00D653FE" w:rsidRDefault="00D653FE" w:rsidP="003718EF">
      <w:pPr>
        <w:pStyle w:val="libFootnote0"/>
      </w:pPr>
      <w:r>
        <w:t>mundur setelah berhadapan dengan pasukan musuh dalam jumlah yang besar. Habin bin Madhahir sendiri kembali ke</w:t>
      </w:r>
    </w:p>
    <w:p w:rsidR="00D653FE" w:rsidRDefault="00D653FE" w:rsidP="003718EF">
      <w:pPr>
        <w:pStyle w:val="libFootnote0"/>
      </w:pPr>
      <w:r>
        <w:t>Imam Husain dalam keadaan luka-luka dan menjelaskan kejadian yang dialaminya. (Nasikh Attawarikh juz 2 hal.190).</w:t>
      </w:r>
    </w:p>
    <w:p w:rsidR="00D653FE" w:rsidRDefault="00D653FE" w:rsidP="003718EF">
      <w:pPr>
        <w:pStyle w:val="libFootnote0"/>
      </w:pPr>
      <w:r>
        <w:t>33 Nasikh Attawarikh juz 2 hal. 226</w:t>
      </w:r>
    </w:p>
    <w:p w:rsidR="00D653FE" w:rsidRDefault="00D653FE" w:rsidP="003718EF">
      <w:pPr>
        <w:pStyle w:val="libFootnote0"/>
      </w:pPr>
      <w:r>
        <w:t>34 Lam'aat Al-Husain hal. 62 - 63</w:t>
      </w:r>
    </w:p>
    <w:p w:rsidR="00D653FE" w:rsidRDefault="00D653FE" w:rsidP="003718EF">
      <w:pPr>
        <w:pStyle w:val="libFootnote0"/>
      </w:pPr>
      <w:r>
        <w:t>35 Itsbat Al-Washiah oleh Mas'udi hal.163</w:t>
      </w:r>
    </w:p>
    <w:p w:rsidR="00D653FE" w:rsidRDefault="00D653FE" w:rsidP="003718EF">
      <w:pPr>
        <w:pStyle w:val="libFootnote0"/>
      </w:pPr>
      <w:r>
        <w:t>36 Ibid hal.139</w:t>
      </w:r>
    </w:p>
    <w:p w:rsidR="00D653FE" w:rsidRDefault="00D653FE" w:rsidP="003718EF">
      <w:pPr>
        <w:pStyle w:val="libFootnote0"/>
      </w:pPr>
      <w:r>
        <w:t>37 Lama'aat AlHusain hal.63</w:t>
      </w:r>
    </w:p>
    <w:p w:rsidR="00D653FE" w:rsidRDefault="00D653FE" w:rsidP="003718EF">
      <w:pPr>
        <w:pStyle w:val="libFootnote0"/>
      </w:pPr>
      <w:r>
        <w:t>38 Nasikh Attawarikh juz 2 hal.225</w:t>
      </w:r>
    </w:p>
    <w:p w:rsidR="00D653FE" w:rsidRDefault="00D653FE" w:rsidP="003718EF">
      <w:pPr>
        <w:pStyle w:val="libFootnote0"/>
      </w:pPr>
      <w:r>
        <w:t>39 Sitaregan-e Dirakhsyan juz 5 hal.132 hingga 145. Dari sisi ini Hur tercatat sebagai orang yang pertama kali gugur</w:t>
      </w:r>
    </w:p>
    <w:p w:rsidR="00D653FE" w:rsidRDefault="00D653FE" w:rsidP="003718EF">
      <w:pPr>
        <w:pStyle w:val="libFootnote0"/>
      </w:pPr>
      <w:r>
        <w:t>sebagai syahid. Namun dalam riwayat lain disebutkan bahwa sebelum Hur sudah ada beberapa orang lain yang gugur</w:t>
      </w:r>
    </w:p>
    <w:p w:rsidR="00D653FE" w:rsidRDefault="00D653FE" w:rsidP="003718EF">
      <w:pPr>
        <w:pStyle w:val="libFootnote0"/>
      </w:pPr>
      <w:r>
        <w:t>sebagai syahid.</w:t>
      </w:r>
    </w:p>
    <w:p w:rsidR="00D653FE" w:rsidRDefault="00D653FE" w:rsidP="003718EF">
      <w:pPr>
        <w:pStyle w:val="libFootnote0"/>
      </w:pPr>
      <w:r>
        <w:t>40 Al-Kamil, Ibnu Atsir juz 3 hal.289 / Bihar Al-Anwar juz 45 hal. 11.</w:t>
      </w:r>
    </w:p>
    <w:p w:rsidR="00D653FE" w:rsidRDefault="00D653FE" w:rsidP="003718EF">
      <w:pPr>
        <w:pStyle w:val="libFootnote0"/>
      </w:pPr>
      <w:r>
        <w:t>41 Sugan Nameh Ali Muhammad hal.258</w:t>
      </w:r>
    </w:p>
    <w:p w:rsidR="00D653FE" w:rsidRDefault="00D653FE" w:rsidP="003718EF">
      <w:pPr>
        <w:pStyle w:val="libFootnote0"/>
      </w:pPr>
      <w:r>
        <w:t>42 Bihar Al-Anwar juz 54 hal. 14-15</w:t>
      </w:r>
    </w:p>
    <w:p w:rsidR="00D653FE" w:rsidRDefault="00D653FE" w:rsidP="003718EF">
      <w:pPr>
        <w:pStyle w:val="libFootnote0"/>
      </w:pPr>
      <w:r>
        <w:t>43 Ibid hal.15</w:t>
      </w:r>
    </w:p>
    <w:p w:rsidR="00D653FE" w:rsidRDefault="00D653FE" w:rsidP="003718EF">
      <w:pPr>
        <w:pStyle w:val="libFootnote0"/>
      </w:pPr>
      <w:r>
        <w:t>44 Maqtal Al-Husain hal.110</w:t>
      </w:r>
    </w:p>
    <w:p w:rsidR="00D653FE" w:rsidRDefault="00D653FE" w:rsidP="003718EF">
      <w:pPr>
        <w:pStyle w:val="libFootnote0"/>
      </w:pPr>
      <w:r>
        <w:t>45 Maqtal Al-Husain hal. 120</w:t>
      </w:r>
    </w:p>
    <w:p w:rsidR="00D653FE" w:rsidRDefault="00D653FE" w:rsidP="003718EF">
      <w:pPr>
        <w:pStyle w:val="libFootnote0"/>
      </w:pPr>
      <w:r>
        <w:t>46 Permintaan Imam Husain as ini tentu saja bukan dalam rangka memelas kepada manusia-manusia buas yang berdiri</w:t>
      </w:r>
    </w:p>
    <w:p w:rsidR="00D653FE" w:rsidRDefault="00D653FE" w:rsidP="003718EF">
      <w:pPr>
        <w:pStyle w:val="libFootnote0"/>
      </w:pPr>
      <w:r>
        <w:t>angkuh di depan beliau, melainkan sebagai itmam alhujjah, sebagai penuntasan hujjah di depan Allah, umat manusia,</w:t>
      </w:r>
    </w:p>
    <w:p w:rsidR="00D653FE" w:rsidRDefault="00D653FE" w:rsidP="003718EF">
      <w:pPr>
        <w:pStyle w:val="libFootnote0"/>
      </w:pPr>
      <w:r>
        <w:t>dan sejarah bahwa beliau benar-benar telah disia-siakan, dianiaya, dan ditelantarkan oleh umat.</w:t>
      </w:r>
    </w:p>
    <w:p w:rsidR="00D653FE" w:rsidRDefault="00D653FE" w:rsidP="003718EF">
      <w:pPr>
        <w:pStyle w:val="libFootnote0"/>
      </w:pPr>
      <w:r>
        <w:t>47 Nasikh Attawarikh juz 2 hal.350</w:t>
      </w:r>
    </w:p>
    <w:p w:rsidR="00D653FE" w:rsidRDefault="00D653FE" w:rsidP="003718EF">
      <w:pPr>
        <w:pStyle w:val="libFootnote0"/>
      </w:pPr>
      <w:r>
        <w:t>48 Al-Khasaish Al-Husainiah hal.114</w:t>
      </w:r>
    </w:p>
    <w:p w:rsidR="00D653FE" w:rsidRDefault="00D653FE" w:rsidP="003718EF">
      <w:pPr>
        <w:pStyle w:val="libFootnote0"/>
      </w:pPr>
      <w:r>
        <w:t>49 Bihar Al-Anwar juz 2 hal. 355</w:t>
      </w:r>
    </w:p>
    <w:p w:rsidR="00D653FE" w:rsidRDefault="00D653FE" w:rsidP="003718EF">
      <w:pPr>
        <w:pStyle w:val="libFootnote0"/>
      </w:pPr>
      <w:r>
        <w:t>50 Nasikh Attawarikh juz 2 hal.355</w:t>
      </w:r>
    </w:p>
    <w:p w:rsidR="00D653FE" w:rsidRDefault="00D653FE" w:rsidP="003718EF">
      <w:pPr>
        <w:pStyle w:val="libFootnote0"/>
      </w:pPr>
      <w:r>
        <w:t>51 Sugand Nameh Ali Muhammad hal.227</w:t>
      </w:r>
    </w:p>
    <w:p w:rsidR="00D653FE" w:rsidRDefault="00D653FE" w:rsidP="003718EF">
      <w:pPr>
        <w:pStyle w:val="libFootnote0"/>
      </w:pPr>
      <w:r>
        <w:t>52 Sitaregan-e Dirahsyan hal.164</w:t>
      </w:r>
    </w:p>
    <w:p w:rsidR="00D653FE" w:rsidRDefault="00D653FE" w:rsidP="003718EF">
      <w:pPr>
        <w:pStyle w:val="libFootnote0"/>
      </w:pPr>
      <w:r>
        <w:t>53 Sugand Nameh hal.284</w:t>
      </w:r>
    </w:p>
    <w:p w:rsidR="00D653FE" w:rsidRDefault="00D653FE" w:rsidP="003718EF">
      <w:pPr>
        <w:pStyle w:val="libFootnote0"/>
      </w:pPr>
      <w:r>
        <w:t>54 Ibid.</w:t>
      </w:r>
    </w:p>
    <w:p w:rsidR="00D653FE" w:rsidRDefault="00D653FE" w:rsidP="003718EF">
      <w:pPr>
        <w:pStyle w:val="libFootnote0"/>
      </w:pPr>
      <w:r>
        <w:t>55 Ibid.</w:t>
      </w:r>
    </w:p>
    <w:p w:rsidR="00D653FE" w:rsidRDefault="00D653FE" w:rsidP="003718EF">
      <w:pPr>
        <w:pStyle w:val="libFootnote0"/>
      </w:pPr>
      <w:r>
        <w:t>56 Ramzul Mushibah juz 2 hal.190</w:t>
      </w:r>
    </w:p>
    <w:p w:rsidR="00D653FE" w:rsidRDefault="00D653FE" w:rsidP="003718EF">
      <w:pPr>
        <w:pStyle w:val="libFootnote0"/>
      </w:pPr>
      <w:r>
        <w:t>57 Anwar Assyahadah hal.126</w:t>
      </w:r>
    </w:p>
    <w:p w:rsidR="00D653FE" w:rsidRDefault="00D653FE" w:rsidP="003718EF">
      <w:pPr>
        <w:pStyle w:val="libFootnote0"/>
      </w:pPr>
      <w:r>
        <w:t>58 Ibid hal 125</w:t>
      </w:r>
    </w:p>
    <w:p w:rsidR="00D653FE" w:rsidRDefault="00D653FE" w:rsidP="003718EF">
      <w:pPr>
        <w:pStyle w:val="libFootnote0"/>
      </w:pPr>
      <w:r>
        <w:t>59 Ramzul Mushibah juz 2 hal.191</w:t>
      </w:r>
    </w:p>
    <w:p w:rsidR="00D653FE" w:rsidRDefault="00D653FE" w:rsidP="003718EF">
      <w:pPr>
        <w:pStyle w:val="libFootnote0"/>
      </w:pPr>
      <w:r>
        <w:t>60 Anwar Assyahadah hal.126</w:t>
      </w:r>
    </w:p>
    <w:p w:rsidR="00D653FE" w:rsidRDefault="00D653FE" w:rsidP="003718EF">
      <w:pPr>
        <w:pStyle w:val="libFootnote0"/>
      </w:pPr>
      <w:r>
        <w:t>61 Ibid hal.127</w:t>
      </w:r>
    </w:p>
    <w:p w:rsidR="00D653FE" w:rsidRDefault="00D653FE" w:rsidP="003718EF">
      <w:pPr>
        <w:pStyle w:val="libFootnote0"/>
      </w:pPr>
      <w:r>
        <w:t>62 Biharul Anwar juz 45 hal.35</w:t>
      </w:r>
    </w:p>
    <w:p w:rsidR="00D653FE" w:rsidRDefault="00D653FE" w:rsidP="003718EF">
      <w:pPr>
        <w:pStyle w:val="libFootnote0"/>
      </w:pPr>
      <w:r>
        <w:t>63 Anwar Assyahadah hal.182</w:t>
      </w:r>
    </w:p>
    <w:p w:rsidR="00D653FE" w:rsidRDefault="00D653FE" w:rsidP="003718EF">
      <w:pPr>
        <w:pStyle w:val="libFootnote0"/>
      </w:pPr>
      <w:r>
        <w:t>64 Ayah Abu Fadhl Abbas adalah Ali bin Abi Thalib as. Ibunya adalah Fatimah AlKilabi, wanita yang lebih dikenal dengan</w:t>
      </w:r>
    </w:p>
    <w:p w:rsidR="00D653FE" w:rsidRDefault="00D653FE" w:rsidP="003718EF">
      <w:pPr>
        <w:pStyle w:val="libFootnote0"/>
      </w:pPr>
      <w:r>
        <w:lastRenderedPageBreak/>
        <w:t>sebutan Ummul Banin. Isterinya adalah Lababah binti Ubaidillah bin Abbas bin Abdul Muthalib. Lababah mempunyiai</w:t>
      </w:r>
    </w:p>
    <w:p w:rsidR="00D653FE" w:rsidRDefault="00D653FE" w:rsidP="003718EF">
      <w:pPr>
        <w:pStyle w:val="libFootnote0"/>
      </w:pPr>
      <w:r>
        <w:t>empat orang putera bernama Ubaidillah, Fadhl, Hasan, dan Qasim, serta seorang puteri. Abu Fadhl Abbas gugur di</w:t>
      </w:r>
    </w:p>
    <w:p w:rsidR="00D653FE" w:rsidRDefault="00D653FE" w:rsidP="003718EF">
      <w:pPr>
        <w:pStyle w:val="libFootnote0"/>
      </w:pPr>
      <w:r>
        <w:t>Karbala saat masih berusia 34 tahun. (Sardar Karbala hal.341).</w:t>
      </w:r>
    </w:p>
    <w:p w:rsidR="00D653FE" w:rsidRDefault="00D653FE" w:rsidP="003718EF">
      <w:pPr>
        <w:pStyle w:val="libFootnote0"/>
      </w:pPr>
      <w:r>
        <w:t>65 Sardar Karbala hal.240</w:t>
      </w:r>
    </w:p>
    <w:p w:rsidR="00D653FE" w:rsidRDefault="00D653FE" w:rsidP="003718EF">
      <w:pPr>
        <w:pStyle w:val="libFootnote0"/>
      </w:pPr>
      <w:r>
        <w:t>66 Muntaha Al-Amaal hal.279</w:t>
      </w:r>
    </w:p>
    <w:p w:rsidR="00D653FE" w:rsidRDefault="00D653FE" w:rsidP="003718EF">
      <w:pPr>
        <w:pStyle w:val="libFootnote0"/>
      </w:pPr>
      <w:r>
        <w:t>67 Anwar Assyahadah hal.76</w:t>
      </w:r>
    </w:p>
    <w:p w:rsidR="00D653FE" w:rsidRDefault="00D653FE" w:rsidP="003718EF">
      <w:pPr>
        <w:pStyle w:val="libFootnote0"/>
      </w:pPr>
      <w:r>
        <w:t>68 Sardar Karbala hal.287</w:t>
      </w:r>
    </w:p>
    <w:p w:rsidR="00D653FE" w:rsidRDefault="00D653FE" w:rsidP="003718EF">
      <w:pPr>
        <w:pStyle w:val="libFootnote0"/>
      </w:pPr>
      <w:r>
        <w:t>69 Anwar Assyahadah hal.78</w:t>
      </w:r>
    </w:p>
    <w:p w:rsidR="00D653FE" w:rsidRDefault="00D653FE" w:rsidP="003718EF">
      <w:pPr>
        <w:pStyle w:val="libFootnote0"/>
      </w:pPr>
      <w:r>
        <w:t>70 Bihar Al-Anwar juz 45 hal.41</w:t>
      </w:r>
    </w:p>
    <w:p w:rsidR="00D653FE" w:rsidRDefault="00D653FE" w:rsidP="003718EF">
      <w:pPr>
        <w:pStyle w:val="libFootnote0"/>
      </w:pPr>
      <w:r>
        <w:t>71 Ramz Al-Mushibah hal.307</w:t>
      </w:r>
    </w:p>
    <w:p w:rsidR="00D653FE" w:rsidRDefault="00D653FE" w:rsidP="003718EF">
      <w:pPr>
        <w:pStyle w:val="libFootnote0"/>
      </w:pPr>
      <w:r>
        <w:t>72 Nadhm Azzahra hal.120</w:t>
      </w:r>
    </w:p>
    <w:p w:rsidR="00D653FE" w:rsidRDefault="00D653FE" w:rsidP="003718EF">
      <w:pPr>
        <w:pStyle w:val="libFootnote0"/>
      </w:pPr>
      <w:r>
        <w:t>73 Anwar Assyahadah hal.99</w:t>
      </w:r>
    </w:p>
    <w:p w:rsidR="00D653FE" w:rsidRDefault="00D653FE" w:rsidP="003718EF">
      <w:pPr>
        <w:pStyle w:val="libFootnote0"/>
      </w:pPr>
      <w:r>
        <w:t>74 Nasikh Attawarikh juz 2 hal.346</w:t>
      </w:r>
    </w:p>
    <w:p w:rsidR="00D653FE" w:rsidRDefault="00D653FE" w:rsidP="003718EF">
      <w:pPr>
        <w:pStyle w:val="libFootnote0"/>
      </w:pPr>
      <w:r>
        <w:t>75 Sugand Nameh Ali Muhammad hal.310</w:t>
      </w:r>
    </w:p>
    <w:p w:rsidR="00D653FE" w:rsidRDefault="00D653FE" w:rsidP="003718EF">
      <w:pPr>
        <w:pStyle w:val="libFootnote0"/>
      </w:pPr>
      <w:r>
        <w:t>76 Kibrit Al-Ahmar hal.162</w:t>
      </w:r>
    </w:p>
    <w:p w:rsidR="00D653FE" w:rsidRDefault="00D653FE" w:rsidP="003718EF">
      <w:pPr>
        <w:pStyle w:val="libFootnote0"/>
      </w:pPr>
      <w:r>
        <w:t>77 Muhayyij Al-Ahzan, Muthabiq Al-Waqayi' wa Al-hawadits juz 3 hal.19</w:t>
      </w:r>
    </w:p>
    <w:p w:rsidR="00D653FE" w:rsidRDefault="00D653FE" w:rsidP="003718EF">
      <w:pPr>
        <w:pStyle w:val="libFootnote0"/>
      </w:pPr>
      <w:r>
        <w:t>78 Qiyam Salar-e Syahidaan hal.225</w:t>
      </w:r>
    </w:p>
    <w:p w:rsidR="00D653FE" w:rsidRDefault="00D653FE" w:rsidP="003718EF">
      <w:pPr>
        <w:pStyle w:val="libFootnote0"/>
      </w:pPr>
      <w:r>
        <w:t>79 Anwar Assyahadah hal.165</w:t>
      </w:r>
    </w:p>
    <w:p w:rsidR="00D653FE" w:rsidRDefault="00D653FE" w:rsidP="003718EF">
      <w:pPr>
        <w:pStyle w:val="libFootnote0"/>
      </w:pPr>
      <w:r>
        <w:t>80 Ma'aali Asshibthain juz 2 hal.22-23</w:t>
      </w:r>
    </w:p>
    <w:p w:rsidR="00D653FE" w:rsidRDefault="00D653FE" w:rsidP="003718EF">
      <w:pPr>
        <w:pStyle w:val="libFootnote0"/>
      </w:pPr>
      <w:r>
        <w:t>81 Jala' Al'Uyun hal.213</w:t>
      </w:r>
    </w:p>
    <w:p w:rsidR="00D653FE" w:rsidRDefault="00D653FE" w:rsidP="003718EF">
      <w:pPr>
        <w:pStyle w:val="libFootnote0"/>
      </w:pPr>
      <w:r>
        <w:t>82 Tazkiah Assyahadah hal.307</w:t>
      </w:r>
    </w:p>
    <w:p w:rsidR="00D653FE" w:rsidRDefault="00D653FE" w:rsidP="003718EF">
      <w:pPr>
        <w:pStyle w:val="libFootnote0"/>
      </w:pPr>
      <w:r>
        <w:t>83 Ibid.</w:t>
      </w:r>
    </w:p>
    <w:p w:rsidR="00D653FE" w:rsidRDefault="00D653FE" w:rsidP="003718EF">
      <w:pPr>
        <w:pStyle w:val="libFootnote0"/>
      </w:pPr>
      <w:r>
        <w:t>84 Qiyam-e Salare Syahidan hal.214</w:t>
      </w:r>
    </w:p>
    <w:p w:rsidR="00D653FE" w:rsidRDefault="00D653FE" w:rsidP="003718EF">
      <w:pPr>
        <w:pStyle w:val="libFootnote0"/>
      </w:pPr>
      <w:r>
        <w:t>85 Biharul Anwar juz 45 hal.47</w:t>
      </w:r>
    </w:p>
    <w:p w:rsidR="00D653FE" w:rsidRDefault="00D653FE" w:rsidP="003718EF">
      <w:pPr>
        <w:pStyle w:val="libFootnote0"/>
      </w:pPr>
      <w:r>
        <w:t>86 Dzariat Annajaah hal.138</w:t>
      </w:r>
    </w:p>
    <w:p w:rsidR="00D653FE" w:rsidRDefault="00D653FE" w:rsidP="003718EF">
      <w:pPr>
        <w:pStyle w:val="libFootnote0"/>
      </w:pPr>
      <w:r>
        <w:t>87 Tazkiah Assyuhada hal.307</w:t>
      </w:r>
    </w:p>
    <w:p w:rsidR="00D653FE" w:rsidRDefault="00D653FE" w:rsidP="003718EF">
      <w:pPr>
        <w:pStyle w:val="libFootnote0"/>
      </w:pPr>
      <w:r>
        <w:t>88 Anwar Assyahadah hal.52</w:t>
      </w:r>
    </w:p>
    <w:p w:rsidR="00D653FE" w:rsidRDefault="00D653FE" w:rsidP="003718EF">
      <w:pPr>
        <w:pStyle w:val="libFootnote0"/>
      </w:pPr>
      <w:r>
        <w:t>89 Ibid</w:t>
      </w:r>
    </w:p>
    <w:p w:rsidR="00D653FE" w:rsidRDefault="00D653FE" w:rsidP="003718EF">
      <w:pPr>
        <w:pStyle w:val="libFootnote0"/>
      </w:pPr>
      <w:r>
        <w:t>90 Ibid.</w:t>
      </w:r>
    </w:p>
    <w:p w:rsidR="00D653FE" w:rsidRDefault="00D653FE" w:rsidP="003718EF">
      <w:pPr>
        <w:pStyle w:val="libFootnote0"/>
      </w:pPr>
      <w:r>
        <w:t>91 Dzari'at Annajah hal.145</w:t>
      </w:r>
    </w:p>
    <w:p w:rsidR="00D653FE" w:rsidRDefault="00D653FE" w:rsidP="003718EF">
      <w:pPr>
        <w:pStyle w:val="libFootnote0"/>
      </w:pPr>
      <w:r>
        <w:t>92 Biharul Anwar juz 98 hal.24</w:t>
      </w:r>
    </w:p>
    <w:p w:rsidR="00D653FE" w:rsidRDefault="00D653FE" w:rsidP="003718EF">
      <w:pPr>
        <w:pStyle w:val="libFootnote0"/>
      </w:pPr>
      <w:r>
        <w:t>93 Ibid juz 45 hal.54</w:t>
      </w:r>
    </w:p>
    <w:p w:rsidR="00D653FE" w:rsidRDefault="00D653FE" w:rsidP="003718EF">
      <w:pPr>
        <w:pStyle w:val="libFootnote0"/>
      </w:pPr>
      <w:r>
        <w:t>94 Lama'at AlHusain hal.75</w:t>
      </w:r>
    </w:p>
    <w:p w:rsidR="00D653FE" w:rsidRDefault="00D653FE" w:rsidP="003718EF">
      <w:pPr>
        <w:pStyle w:val="libFootnote0"/>
      </w:pPr>
      <w:r>
        <w:t>95 Ibid hal.358</w:t>
      </w:r>
    </w:p>
    <w:p w:rsidR="00D653FE" w:rsidRDefault="00D653FE" w:rsidP="003718EF">
      <w:pPr>
        <w:pStyle w:val="libFootnote0"/>
      </w:pPr>
      <w:r>
        <w:t>96 Anwar Assyahadah hal.196</w:t>
      </w:r>
    </w:p>
    <w:p w:rsidR="00D653FE" w:rsidRDefault="00D653FE" w:rsidP="003718EF">
      <w:pPr>
        <w:pStyle w:val="libFootnote0"/>
      </w:pPr>
      <w:r>
        <w:t>97 Biharul Anwar juz 45 hal.53</w:t>
      </w:r>
    </w:p>
    <w:p w:rsidR="00D653FE" w:rsidRDefault="00D653FE" w:rsidP="003718EF">
      <w:pPr>
        <w:pStyle w:val="libFootnote0"/>
      </w:pPr>
      <w:r>
        <w:t>98 Maqtal AlHusain hal. 294-297</w:t>
      </w:r>
    </w:p>
    <w:p w:rsidR="00D653FE" w:rsidRDefault="00D653FE" w:rsidP="003718EF">
      <w:pPr>
        <w:pStyle w:val="libFootnote0"/>
      </w:pPr>
      <w:r>
        <w:t>99 Anwar Assyahadah hal.190</w:t>
      </w:r>
    </w:p>
    <w:p w:rsidR="00D653FE" w:rsidRDefault="00D653FE" w:rsidP="003718EF">
      <w:pPr>
        <w:pStyle w:val="libFootnote0"/>
      </w:pPr>
      <w:r>
        <w:t>100 Maqtal Khawarizmi hal.201</w:t>
      </w:r>
    </w:p>
    <w:p w:rsidR="00D653FE" w:rsidRDefault="00D653FE" w:rsidP="003718EF">
      <w:pPr>
        <w:pStyle w:val="libFootnote0"/>
      </w:pPr>
      <w:r>
        <w:t>101 Muntakhab AT-Tharihi juz 2 hal.61 - Biharul Anwar juz 45 hal.204-205</w:t>
      </w:r>
    </w:p>
    <w:p w:rsidR="00D653FE" w:rsidRDefault="00D653FE" w:rsidP="003718EF">
      <w:pPr>
        <w:pStyle w:val="libFootnote0"/>
      </w:pPr>
      <w:r>
        <w:t>102 Biharul Anwar juz 2 hal. 209</w:t>
      </w:r>
    </w:p>
    <w:p w:rsidR="00D653FE" w:rsidRDefault="00D653FE" w:rsidP="003718EF">
      <w:pPr>
        <w:pStyle w:val="libFootnote0"/>
      </w:pPr>
      <w:r>
        <w:t>103 ibid juz 44 hal.194</w:t>
      </w:r>
    </w:p>
    <w:p w:rsidR="00D653FE" w:rsidRDefault="00D653FE" w:rsidP="003718EF">
      <w:pPr>
        <w:pStyle w:val="libFootnote0"/>
      </w:pPr>
      <w:r>
        <w:t>104 Ibid juz 44 hal.194</w:t>
      </w:r>
    </w:p>
    <w:p w:rsidR="00D653FE" w:rsidRDefault="00D653FE" w:rsidP="003718EF">
      <w:pPr>
        <w:pStyle w:val="libFootnote0"/>
      </w:pPr>
      <w:r>
        <w:t>105 ibid juz 45 hal.221</w:t>
      </w:r>
    </w:p>
    <w:p w:rsidR="00D653FE" w:rsidRDefault="00D653FE" w:rsidP="003718EF">
      <w:pPr>
        <w:pStyle w:val="libFootnote0"/>
      </w:pPr>
      <w:r>
        <w:t>106 Idhoh Al-hujjah juz 2 hal.209</w:t>
      </w:r>
    </w:p>
    <w:p w:rsidR="00D653FE" w:rsidRDefault="00D653FE" w:rsidP="003718EF">
      <w:pPr>
        <w:pStyle w:val="libFootnote0"/>
      </w:pPr>
      <w:r>
        <w:t>107 Bihar Al-Anwar juz 101 hal.240</w:t>
      </w:r>
    </w:p>
    <w:p w:rsidR="00D653FE" w:rsidRDefault="00D653FE" w:rsidP="003718EF">
      <w:pPr>
        <w:pStyle w:val="libFootnote0"/>
      </w:pPr>
      <w:r>
        <w:lastRenderedPageBreak/>
        <w:t>108 Ibid.</w:t>
      </w:r>
    </w:p>
    <w:p w:rsidR="00D653FE" w:rsidRDefault="00D653FE" w:rsidP="003718EF">
      <w:pPr>
        <w:pStyle w:val="libFootnote0"/>
      </w:pPr>
      <w:r>
        <w:t>109 Ibid.</w:t>
      </w:r>
    </w:p>
    <w:p w:rsidR="00D653FE" w:rsidRDefault="00D653FE" w:rsidP="003718EF">
      <w:pPr>
        <w:pStyle w:val="libFootnote0"/>
      </w:pPr>
      <w:r>
        <w:t>110 Biharul Anwar juz 45 hal.29</w:t>
      </w:r>
    </w:p>
    <w:p w:rsidR="00D653FE" w:rsidRDefault="00D653FE" w:rsidP="003718EF">
      <w:pPr>
        <w:pStyle w:val="libFootnote0"/>
      </w:pPr>
      <w:r>
        <w:t>111 Darighatunnajah hal.155</w:t>
      </w:r>
    </w:p>
    <w:p w:rsidR="00D653FE" w:rsidRDefault="00D653FE" w:rsidP="003718EF">
      <w:pPr>
        <w:pStyle w:val="libFootnote0"/>
      </w:pPr>
      <w:r>
        <w:t>112 Nawaib Adduhur juz 3 hal. 129</w:t>
      </w:r>
    </w:p>
    <w:p w:rsidR="00D653FE" w:rsidRDefault="00D653FE" w:rsidP="003718EF">
      <w:pPr>
        <w:pStyle w:val="libFootnote0"/>
      </w:pPr>
      <w:r>
        <w:t>113 Maqtal Khawarizmi juz 2 hal.37</w:t>
      </w:r>
    </w:p>
    <w:p w:rsidR="00D653FE" w:rsidRDefault="00D653FE" w:rsidP="003718EF">
      <w:pPr>
        <w:pStyle w:val="libFootnote0"/>
      </w:pPr>
      <w:r>
        <w:t>114 Alluhuf hal.110</w:t>
      </w:r>
    </w:p>
    <w:p w:rsidR="00D653FE" w:rsidRDefault="00D653FE" w:rsidP="003718EF">
      <w:pPr>
        <w:pStyle w:val="libFootnote0"/>
      </w:pPr>
      <w:r>
        <w:t>115 Sugand Nameh hal. 270-271</w:t>
      </w:r>
    </w:p>
    <w:p w:rsidR="00D653FE" w:rsidRDefault="00D653FE" w:rsidP="003718EF">
      <w:pPr>
        <w:pStyle w:val="libFootnote0"/>
      </w:pPr>
      <w:r>
        <w:t>116 Alwaqayi' walhawadits juz hal.237</w:t>
      </w:r>
    </w:p>
    <w:p w:rsidR="00D653FE" w:rsidRDefault="00D653FE" w:rsidP="003718EF">
      <w:pPr>
        <w:pStyle w:val="libFootnote0"/>
      </w:pPr>
      <w:r>
        <w:t>117 Sugand Nameh hal.372</w:t>
      </w:r>
    </w:p>
    <w:p w:rsidR="00D653FE" w:rsidRDefault="00D653FE" w:rsidP="003718EF">
      <w:pPr>
        <w:pStyle w:val="libFootnote0"/>
      </w:pPr>
      <w:r>
        <w:t>118 Raja itu adalah Yazdgard III. Disebutkan bahwa saat terjadi perang Qadisiah yang menewaskan lima puluh ribu</w:t>
      </w:r>
    </w:p>
    <w:p w:rsidR="00D653FE" w:rsidRDefault="00D653FE" w:rsidP="003718EF">
      <w:pPr>
        <w:pStyle w:val="libFootnote0"/>
      </w:pPr>
      <w:r>
        <w:t>pasukan Persia, Raja Yazdgard terpaksa melarikan diri. Sebelum melarikan diri dia sempat berdiri di beranda istana</w:t>
      </w:r>
    </w:p>
    <w:p w:rsidR="00D653FE" w:rsidRDefault="00D653FE" w:rsidP="003718EF">
      <w:pPr>
        <w:pStyle w:val="libFootnote0"/>
      </w:pPr>
      <w:r>
        <w:t>sambil berseru: "Selamat tinggal beranda! Ketahuilah bahwa aku akan kembali kepadamu, atau kalau bukan aku, maka</w:t>
      </w:r>
    </w:p>
    <w:p w:rsidR="00D653FE" w:rsidRDefault="00D653FE" w:rsidP="003718EF">
      <w:pPr>
        <w:pStyle w:val="libFootnote0"/>
      </w:pPr>
      <w:r>
        <w:t>yang kembali adalah seorang pria dari keturunanku." Sulaiman Addailami pernah bertanya kepada Imam Jakfar</w:t>
      </w:r>
    </w:p>
    <w:p w:rsidR="00D653FE" w:rsidRDefault="00D653FE" w:rsidP="003718EF">
      <w:pPr>
        <w:pStyle w:val="libFootnote0"/>
      </w:pPr>
      <w:r>
        <w:t>Asshadiq as tentang siapa yang dimaksud oleh Raja Persia itu. Imam Asshadiq as menjawab: "Dia adalah Al-Qaim,</w:t>
      </w:r>
    </w:p>
    <w:p w:rsidR="00D653FE" w:rsidRDefault="00D653FE" w:rsidP="003718EF">
      <w:pPr>
        <w:pStyle w:val="libFootnote0"/>
      </w:pPr>
      <w:r>
        <w:t>yaitu salah seorang puteraku dari generasi keenam, dan dia juga termasuk keturunan Yazdgard III. (Kitab Malahim</w:t>
      </w:r>
    </w:p>
    <w:p w:rsidR="00D653FE" w:rsidRDefault="00D653FE" w:rsidP="003718EF">
      <w:pPr>
        <w:pStyle w:val="libFootnote0"/>
      </w:pPr>
      <w:r>
        <w:t>hal.149 menukil dari Ibnu Shar Asyub dalam bab Imamah; Setara-e Dirakhsyan juz 1 hal. 230)</w:t>
      </w:r>
    </w:p>
    <w:p w:rsidR="00D653FE" w:rsidRDefault="00D653FE" w:rsidP="003718EF">
      <w:pPr>
        <w:pStyle w:val="libFootnote0"/>
      </w:pPr>
      <w:r>
        <w:t>119 Arba'in Husaini hal.130</w:t>
      </w:r>
    </w:p>
    <w:p w:rsidR="003718EF" w:rsidRDefault="00D653FE" w:rsidP="003718EF">
      <w:pPr>
        <w:pStyle w:val="libFootnote0"/>
      </w:pPr>
      <w:r>
        <w:t>120 Jami' Annurain hal.228</w:t>
      </w:r>
    </w:p>
    <w:p w:rsidR="003718EF" w:rsidRDefault="003718EF">
      <w:pPr>
        <w:ind w:firstLine="0"/>
        <w:jc w:val="left"/>
      </w:pPr>
      <w:r>
        <w:br w:type="page"/>
      </w:r>
    </w:p>
    <w:p w:rsidR="00113A00" w:rsidRDefault="003718EF" w:rsidP="003718EF">
      <w:pPr>
        <w:pStyle w:val="Heading1Center"/>
      </w:pPr>
      <w:bookmarkStart w:id="31" w:name="_Toc403378404"/>
      <w:r>
        <w:lastRenderedPageBreak/>
        <w:t>Daftar isi</w:t>
      </w:r>
      <w:bookmarkEnd w:id="31"/>
    </w:p>
    <w:sdt>
      <w:sdtPr>
        <w:rPr>
          <w:rFonts w:ascii="Times New Roman" w:hAnsi="Times New Roman" w:cs="Traditional Arabic"/>
          <w:b w:val="0"/>
          <w:bCs w:val="0"/>
          <w:color w:val="000000"/>
          <w:sz w:val="32"/>
          <w:szCs w:val="32"/>
        </w:rPr>
        <w:id w:val="7785636"/>
        <w:docPartObj>
          <w:docPartGallery w:val="Table of Contents"/>
          <w:docPartUnique/>
        </w:docPartObj>
      </w:sdtPr>
      <w:sdtContent>
        <w:p w:rsidR="003718EF" w:rsidRDefault="003718EF" w:rsidP="003718EF">
          <w:pPr>
            <w:pStyle w:val="TOCHeading"/>
          </w:pPr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 w:rsidRPr="000D7C30">
            <w:fldChar w:fldCharType="begin"/>
          </w:r>
          <w:r w:rsidR="003718EF">
            <w:instrText xml:space="preserve"> TOC \o "1-3" \h \z \u </w:instrText>
          </w:r>
          <w:r w:rsidRPr="000D7C30">
            <w:fldChar w:fldCharType="separate"/>
          </w:r>
          <w:hyperlink w:anchor="_Toc403378378" w:history="1">
            <w:r w:rsidR="00741FD8" w:rsidRPr="00AE0EBF">
              <w:rPr>
                <w:rStyle w:val="Hyperlink"/>
              </w:rPr>
              <w:t>Title : Tragedi Karbala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Toc403378378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84" w:history="1">
            <w:r w:rsidR="00741FD8" w:rsidRPr="00AE0EBF">
              <w:rPr>
                <w:rStyle w:val="Hyperlink"/>
              </w:rPr>
              <w:t>Karbala, Pesinggahan Terakhir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Toc403378384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86" w:history="1">
            <w:r w:rsidR="00741FD8" w:rsidRPr="00AE0EBF">
              <w:rPr>
                <w:rStyle w:val="Hyperlink"/>
              </w:rPr>
              <w:t>Hari Tasyu'a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Toc403378386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87" w:history="1">
            <w:r w:rsidR="00741FD8" w:rsidRPr="00AE0EBF">
              <w:rPr>
                <w:rStyle w:val="Hyperlink"/>
              </w:rPr>
              <w:t>Imam Husain as dan Para Pengikut Setianya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Toc403378387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89" w:history="1">
            <w:r w:rsidR="00741FD8" w:rsidRPr="00AE0EBF">
              <w:rPr>
                <w:rStyle w:val="Hyperlink"/>
              </w:rPr>
              <w:t>Peristiwa Malam Asyura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Toc403378389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0" w:history="1">
            <w:r w:rsidR="00741FD8" w:rsidRPr="00AE0EBF">
              <w:rPr>
                <w:rStyle w:val="Hyperlink"/>
              </w:rPr>
              <w:t>Perundingan Pertengahan Malam Asyura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Toc403378390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1" w:history="1">
            <w:r w:rsidR="00741FD8" w:rsidRPr="00AE0EBF">
              <w:rPr>
                <w:rStyle w:val="Hyperlink"/>
              </w:rPr>
              <w:t>Penuntasan Hujjah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Toc403378391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2" w:history="1">
            <w:r w:rsidR="00741FD8" w:rsidRPr="00AE0EBF">
              <w:rPr>
                <w:rStyle w:val="Hyperlink"/>
              </w:rPr>
              <w:t>Istighotsah Imam Husain as dan Taubat Hur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Toc403378392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3" w:history="1">
            <w:r w:rsidR="00741FD8" w:rsidRPr="00AE0EBF">
              <w:rPr>
                <w:rStyle w:val="Hyperlink"/>
              </w:rPr>
              <w:t>Dimulainya Perang Tak Seimbang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Toc403378393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4" w:history="1">
            <w:r w:rsidR="00741FD8" w:rsidRPr="00AE0EBF">
              <w:rPr>
                <w:rStyle w:val="Hyperlink"/>
              </w:rPr>
              <w:t>Banjir Darah Hari Asyura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Toc403378394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5" w:history="1">
            <w:r w:rsidR="00741FD8" w:rsidRPr="00AE0EBF">
              <w:rPr>
                <w:rStyle w:val="Hyperlink"/>
              </w:rPr>
              <w:t>Musibah Hazrat Qasim as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Toc403378395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6" w:history="1">
            <w:r w:rsidR="00741FD8" w:rsidRPr="00AE0EBF">
              <w:rPr>
                <w:rStyle w:val="Hyperlink"/>
              </w:rPr>
              <w:t>Musibah Hazrat Abu Fadhl Abbas as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Toc403378396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7" w:history="1">
            <w:r w:rsidR="00741FD8" w:rsidRPr="00AE0EBF">
              <w:rPr>
                <w:rStyle w:val="Hyperlink"/>
              </w:rPr>
              <w:t>Penuntasan Hujjah Terakhir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Toc403378397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8" w:history="1">
            <w:r w:rsidR="00741FD8" w:rsidRPr="00AE0EBF">
              <w:rPr>
                <w:rStyle w:val="Hyperlink"/>
              </w:rPr>
              <w:t>Perpisahan Terakhir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Toc403378398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399" w:history="1">
            <w:r w:rsidR="00741FD8" w:rsidRPr="00AE0EBF">
              <w:rPr>
                <w:rStyle w:val="Hyperlink"/>
              </w:rPr>
              <w:t>Perjuangan Ksatria Karbala Seorang Diri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Toc403378399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400" w:history="1">
            <w:r w:rsidR="00741FD8" w:rsidRPr="00AE0EBF">
              <w:rPr>
                <w:rStyle w:val="Hyperlink"/>
              </w:rPr>
              <w:t>Kesakralan Syahadah Imam Husain as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Toc403378400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401" w:history="1">
            <w:r w:rsidR="00741FD8" w:rsidRPr="00AE0EBF">
              <w:rPr>
                <w:rStyle w:val="Hyperlink"/>
              </w:rPr>
              <w:t>Dzuljanah Menjadi Tempat Ratapan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Toc403378401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402" w:history="1">
            <w:r w:rsidR="00741FD8" w:rsidRPr="00AE0EBF">
              <w:rPr>
                <w:rStyle w:val="Hyperlink"/>
              </w:rPr>
              <w:t>Hijrahnya Hazrat Sahr Banu as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Toc403378402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403" w:history="1">
            <w:r w:rsidR="00741FD8" w:rsidRPr="00AE0EBF">
              <w:rPr>
                <w:rStyle w:val="Hyperlink"/>
              </w:rPr>
              <w:t>catatan kaki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Toc403378403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741FD8" w:rsidRDefault="000D7C30">
          <w:pPr>
            <w:pStyle w:val="TOC1"/>
            <w:bidi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03378404" w:history="1">
            <w:r w:rsidR="00741FD8" w:rsidRPr="00AE0EBF">
              <w:rPr>
                <w:rStyle w:val="Hyperlink"/>
              </w:rPr>
              <w:t>Daftar isi</w:t>
            </w:r>
            <w:r w:rsidR="00741FD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741FD8">
              <w:rPr>
                <w:webHidden/>
                <w:rtl/>
              </w:rPr>
              <w:instrText xml:space="preserve"> </w:instrText>
            </w:r>
            <w:r w:rsidR="00741FD8">
              <w:rPr>
                <w:webHidden/>
              </w:rPr>
              <w:instrText>PAGEREF</w:instrText>
            </w:r>
            <w:r w:rsidR="00741FD8">
              <w:rPr>
                <w:webHidden/>
                <w:rtl/>
              </w:rPr>
              <w:instrText xml:space="preserve"> _</w:instrText>
            </w:r>
            <w:r w:rsidR="00741FD8">
              <w:rPr>
                <w:webHidden/>
              </w:rPr>
              <w:instrText>Toc403378404 \h</w:instrText>
            </w:r>
            <w:r w:rsidR="00741FD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B5B4B"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3718EF" w:rsidRDefault="000D7C30">
          <w:r>
            <w:fldChar w:fldCharType="end"/>
          </w:r>
        </w:p>
      </w:sdtContent>
    </w:sdt>
    <w:p w:rsidR="003718EF" w:rsidRDefault="003718EF" w:rsidP="003718EF">
      <w:pPr>
        <w:pStyle w:val="libNormal"/>
      </w:pPr>
    </w:p>
    <w:p w:rsidR="003718EF" w:rsidRPr="00181698" w:rsidRDefault="003718EF" w:rsidP="007742AD"/>
    <w:sectPr w:rsidR="003718EF" w:rsidRPr="00181698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5AB" w:rsidRDefault="005515AB" w:rsidP="00113C59">
      <w:r>
        <w:separator/>
      </w:r>
    </w:p>
  </w:endnote>
  <w:endnote w:type="continuationSeparator" w:id="1">
    <w:p w:rsidR="005515AB" w:rsidRDefault="005515AB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4B" w:rsidRDefault="000D7C30" w:rsidP="00113C59">
    <w:pPr>
      <w:pStyle w:val="Footer"/>
    </w:pPr>
    <w:fldSimple w:instr=" PAGE   \* MERGEFORMAT ">
      <w:r w:rsidR="00502B19">
        <w:rPr>
          <w:noProof/>
        </w:rPr>
        <w:t>114</w:t>
      </w:r>
    </w:fldSimple>
  </w:p>
  <w:p w:rsidR="00AB5B4B" w:rsidRDefault="00AB5B4B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4B" w:rsidRDefault="000D7C30" w:rsidP="00113C59">
    <w:pPr>
      <w:pStyle w:val="Footer"/>
    </w:pPr>
    <w:fldSimple w:instr=" PAGE   \* MERGEFORMAT ">
      <w:r w:rsidR="00502B19">
        <w:rPr>
          <w:noProof/>
        </w:rPr>
        <w:t>113</w:t>
      </w:r>
    </w:fldSimple>
  </w:p>
  <w:p w:rsidR="00AB5B4B" w:rsidRDefault="00AB5B4B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4B" w:rsidRDefault="000D7C30" w:rsidP="00113C59">
    <w:pPr>
      <w:pStyle w:val="Footer"/>
    </w:pPr>
    <w:fldSimple w:instr=" PAGE   \* MERGEFORMAT ">
      <w:r w:rsidR="00502B19">
        <w:rPr>
          <w:noProof/>
        </w:rPr>
        <w:t>1</w:t>
      </w:r>
    </w:fldSimple>
  </w:p>
  <w:p w:rsidR="00AB5B4B" w:rsidRDefault="00AB5B4B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5AB" w:rsidRDefault="005515AB" w:rsidP="00113C59">
      <w:r>
        <w:separator/>
      </w:r>
    </w:p>
  </w:footnote>
  <w:footnote w:type="continuationSeparator" w:id="1">
    <w:p w:rsidR="005515AB" w:rsidRDefault="005515AB" w:rsidP="00113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12"/>
    <w:rsid w:val="00005A19"/>
    <w:rsid w:val="0000600F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2FE9"/>
    <w:rsid w:val="000A7750"/>
    <w:rsid w:val="000B3A56"/>
    <w:rsid w:val="000C0A89"/>
    <w:rsid w:val="000C7722"/>
    <w:rsid w:val="000D0068"/>
    <w:rsid w:val="000D0932"/>
    <w:rsid w:val="000D1BDF"/>
    <w:rsid w:val="000D71B7"/>
    <w:rsid w:val="000D7C30"/>
    <w:rsid w:val="000E384E"/>
    <w:rsid w:val="000E591F"/>
    <w:rsid w:val="000E6824"/>
    <w:rsid w:val="000F355B"/>
    <w:rsid w:val="0010049D"/>
    <w:rsid w:val="00107A6B"/>
    <w:rsid w:val="001106A5"/>
    <w:rsid w:val="00111AE3"/>
    <w:rsid w:val="0011352E"/>
    <w:rsid w:val="00113A00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415C"/>
    <w:rsid w:val="00135E90"/>
    <w:rsid w:val="00136268"/>
    <w:rsid w:val="00136E6F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1698"/>
    <w:rsid w:val="00182CD3"/>
    <w:rsid w:val="0018664D"/>
    <w:rsid w:val="00187017"/>
    <w:rsid w:val="00187246"/>
    <w:rsid w:val="001924E1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F0713"/>
    <w:rsid w:val="00202C7B"/>
    <w:rsid w:val="002033FD"/>
    <w:rsid w:val="002054C5"/>
    <w:rsid w:val="002139CB"/>
    <w:rsid w:val="00214793"/>
    <w:rsid w:val="00214801"/>
    <w:rsid w:val="002177A1"/>
    <w:rsid w:val="00224964"/>
    <w:rsid w:val="002267C7"/>
    <w:rsid w:val="00227FEE"/>
    <w:rsid w:val="00241F59"/>
    <w:rsid w:val="0024265C"/>
    <w:rsid w:val="00244C2E"/>
    <w:rsid w:val="00250E0A"/>
    <w:rsid w:val="00251E02"/>
    <w:rsid w:val="00257657"/>
    <w:rsid w:val="00263F56"/>
    <w:rsid w:val="0027369F"/>
    <w:rsid w:val="002818EF"/>
    <w:rsid w:val="0028271F"/>
    <w:rsid w:val="002A0284"/>
    <w:rsid w:val="002A338C"/>
    <w:rsid w:val="002A717D"/>
    <w:rsid w:val="002A73D7"/>
    <w:rsid w:val="002A797B"/>
    <w:rsid w:val="002B2B15"/>
    <w:rsid w:val="002B6312"/>
    <w:rsid w:val="002B71A8"/>
    <w:rsid w:val="002B7989"/>
    <w:rsid w:val="002C3E3A"/>
    <w:rsid w:val="002C5C66"/>
    <w:rsid w:val="002C6427"/>
    <w:rsid w:val="002D19A9"/>
    <w:rsid w:val="002D2315"/>
    <w:rsid w:val="002D2485"/>
    <w:rsid w:val="002D580E"/>
    <w:rsid w:val="002E19EE"/>
    <w:rsid w:val="002E4D3D"/>
    <w:rsid w:val="002E5443"/>
    <w:rsid w:val="002E5CA1"/>
    <w:rsid w:val="002E6022"/>
    <w:rsid w:val="002F3626"/>
    <w:rsid w:val="00301EBF"/>
    <w:rsid w:val="003052CB"/>
    <w:rsid w:val="00307C3A"/>
    <w:rsid w:val="00310D1D"/>
    <w:rsid w:val="003143A6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3F4D"/>
    <w:rsid w:val="0035368E"/>
    <w:rsid w:val="00354493"/>
    <w:rsid w:val="00360A5F"/>
    <w:rsid w:val="003618AA"/>
    <w:rsid w:val="00362F97"/>
    <w:rsid w:val="00363C94"/>
    <w:rsid w:val="0036400D"/>
    <w:rsid w:val="00365653"/>
    <w:rsid w:val="003718EF"/>
    <w:rsid w:val="00373085"/>
    <w:rsid w:val="0038683D"/>
    <w:rsid w:val="00387909"/>
    <w:rsid w:val="003963F3"/>
    <w:rsid w:val="0039787F"/>
    <w:rsid w:val="003A1475"/>
    <w:rsid w:val="003A3298"/>
    <w:rsid w:val="003A4587"/>
    <w:rsid w:val="003A64C6"/>
    <w:rsid w:val="003A661E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402C65"/>
    <w:rsid w:val="00404EB7"/>
    <w:rsid w:val="00407D56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479F9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B17F4"/>
    <w:rsid w:val="004B3AEA"/>
    <w:rsid w:val="004B3F28"/>
    <w:rsid w:val="004C3E90"/>
    <w:rsid w:val="004C4336"/>
    <w:rsid w:val="004C77B5"/>
    <w:rsid w:val="004D3AED"/>
    <w:rsid w:val="004D7678"/>
    <w:rsid w:val="004D7CD7"/>
    <w:rsid w:val="004E6E95"/>
    <w:rsid w:val="004F58BA"/>
    <w:rsid w:val="005022E5"/>
    <w:rsid w:val="00502B19"/>
    <w:rsid w:val="005254BC"/>
    <w:rsid w:val="00526724"/>
    <w:rsid w:val="00535843"/>
    <w:rsid w:val="00542EEF"/>
    <w:rsid w:val="00550B2F"/>
    <w:rsid w:val="005515AB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73A9"/>
    <w:rsid w:val="0057006C"/>
    <w:rsid w:val="00571BF1"/>
    <w:rsid w:val="0057612B"/>
    <w:rsid w:val="005772C4"/>
    <w:rsid w:val="00577577"/>
    <w:rsid w:val="00584801"/>
    <w:rsid w:val="005923FF"/>
    <w:rsid w:val="00597B34"/>
    <w:rsid w:val="005A1C39"/>
    <w:rsid w:val="005A43ED"/>
    <w:rsid w:val="005B2DE4"/>
    <w:rsid w:val="005B56BE"/>
    <w:rsid w:val="005B68D5"/>
    <w:rsid w:val="005C0E2F"/>
    <w:rsid w:val="005C1395"/>
    <w:rsid w:val="005C6EE2"/>
    <w:rsid w:val="005D2C72"/>
    <w:rsid w:val="005E2913"/>
    <w:rsid w:val="0061182A"/>
    <w:rsid w:val="00614301"/>
    <w:rsid w:val="00620B12"/>
    <w:rsid w:val="006210F4"/>
    <w:rsid w:val="00625C71"/>
    <w:rsid w:val="00627A7B"/>
    <w:rsid w:val="00632AD1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C7522"/>
    <w:rsid w:val="006D36EC"/>
    <w:rsid w:val="006D6DC1"/>
    <w:rsid w:val="006D6F9A"/>
    <w:rsid w:val="006E2C8E"/>
    <w:rsid w:val="006E446F"/>
    <w:rsid w:val="006E6291"/>
    <w:rsid w:val="006F7CE8"/>
    <w:rsid w:val="00701353"/>
    <w:rsid w:val="0070524C"/>
    <w:rsid w:val="00710619"/>
    <w:rsid w:val="00717AB1"/>
    <w:rsid w:val="00717C64"/>
    <w:rsid w:val="00721FA0"/>
    <w:rsid w:val="007236DB"/>
    <w:rsid w:val="00723983"/>
    <w:rsid w:val="00723D07"/>
    <w:rsid w:val="007242B3"/>
    <w:rsid w:val="00725377"/>
    <w:rsid w:val="0073042E"/>
    <w:rsid w:val="00730E45"/>
    <w:rsid w:val="00731AD7"/>
    <w:rsid w:val="00740E80"/>
    <w:rsid w:val="00741FD8"/>
    <w:rsid w:val="0074517B"/>
    <w:rsid w:val="007571E2"/>
    <w:rsid w:val="00757A95"/>
    <w:rsid w:val="00760354"/>
    <w:rsid w:val="00765BEF"/>
    <w:rsid w:val="007735AB"/>
    <w:rsid w:val="00773E4E"/>
    <w:rsid w:val="007742AD"/>
    <w:rsid w:val="00775FFA"/>
    <w:rsid w:val="00777AC5"/>
    <w:rsid w:val="0078259F"/>
    <w:rsid w:val="00782872"/>
    <w:rsid w:val="00784287"/>
    <w:rsid w:val="00796AAA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4D7D"/>
    <w:rsid w:val="007D5FD1"/>
    <w:rsid w:val="007D7561"/>
    <w:rsid w:val="007E2EBF"/>
    <w:rsid w:val="007E662C"/>
    <w:rsid w:val="007E6DD9"/>
    <w:rsid w:val="007F010A"/>
    <w:rsid w:val="007F4190"/>
    <w:rsid w:val="007F4E53"/>
    <w:rsid w:val="00806335"/>
    <w:rsid w:val="008105E2"/>
    <w:rsid w:val="008128CA"/>
    <w:rsid w:val="00813440"/>
    <w:rsid w:val="00821493"/>
    <w:rsid w:val="00826B87"/>
    <w:rsid w:val="00831AA4"/>
    <w:rsid w:val="00831B8F"/>
    <w:rsid w:val="008340ED"/>
    <w:rsid w:val="00837259"/>
    <w:rsid w:val="0084238B"/>
    <w:rsid w:val="0084318E"/>
    <w:rsid w:val="008441E0"/>
    <w:rsid w:val="0084496F"/>
    <w:rsid w:val="00850983"/>
    <w:rsid w:val="00856941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63B1"/>
    <w:rsid w:val="00942855"/>
    <w:rsid w:val="00943412"/>
    <w:rsid w:val="00943B2E"/>
    <w:rsid w:val="00945D11"/>
    <w:rsid w:val="009503E2"/>
    <w:rsid w:val="00955164"/>
    <w:rsid w:val="00960F67"/>
    <w:rsid w:val="00961CD2"/>
    <w:rsid w:val="00962B76"/>
    <w:rsid w:val="0096375C"/>
    <w:rsid w:val="0097061F"/>
    <w:rsid w:val="00972C70"/>
    <w:rsid w:val="00974224"/>
    <w:rsid w:val="00974FF1"/>
    <w:rsid w:val="00976DF1"/>
    <w:rsid w:val="0098592C"/>
    <w:rsid w:val="00986EBA"/>
    <w:rsid w:val="00992E31"/>
    <w:rsid w:val="009A53CC"/>
    <w:rsid w:val="009A7001"/>
    <w:rsid w:val="009A7DA5"/>
    <w:rsid w:val="009B01D4"/>
    <w:rsid w:val="009B0C22"/>
    <w:rsid w:val="009B7253"/>
    <w:rsid w:val="009D3969"/>
    <w:rsid w:val="009D64C4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4F4F"/>
    <w:rsid w:val="00A2642A"/>
    <w:rsid w:val="00A26AD5"/>
    <w:rsid w:val="00A30F05"/>
    <w:rsid w:val="00A318BB"/>
    <w:rsid w:val="00A35EDE"/>
    <w:rsid w:val="00A36CA9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A7051"/>
    <w:rsid w:val="00AB1F96"/>
    <w:rsid w:val="00AB1FF3"/>
    <w:rsid w:val="00AB49D8"/>
    <w:rsid w:val="00AB5AFC"/>
    <w:rsid w:val="00AB5B22"/>
    <w:rsid w:val="00AB5B4B"/>
    <w:rsid w:val="00AC28CD"/>
    <w:rsid w:val="00AC6146"/>
    <w:rsid w:val="00AC64A5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0B30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0DA0"/>
    <w:rsid w:val="00B81F23"/>
    <w:rsid w:val="00B82A3A"/>
    <w:rsid w:val="00B87355"/>
    <w:rsid w:val="00B90A19"/>
    <w:rsid w:val="00B931B4"/>
    <w:rsid w:val="00B936D7"/>
    <w:rsid w:val="00B93CB0"/>
    <w:rsid w:val="00B955A3"/>
    <w:rsid w:val="00BA20DE"/>
    <w:rsid w:val="00BB5951"/>
    <w:rsid w:val="00BB5C83"/>
    <w:rsid w:val="00BB643C"/>
    <w:rsid w:val="00BC499A"/>
    <w:rsid w:val="00BC717E"/>
    <w:rsid w:val="00BC773E"/>
    <w:rsid w:val="00BD4DFE"/>
    <w:rsid w:val="00BD593F"/>
    <w:rsid w:val="00BD6706"/>
    <w:rsid w:val="00BE0D08"/>
    <w:rsid w:val="00BE7ED8"/>
    <w:rsid w:val="00C1570C"/>
    <w:rsid w:val="00C22361"/>
    <w:rsid w:val="00C26D89"/>
    <w:rsid w:val="00C31833"/>
    <w:rsid w:val="00C33018"/>
    <w:rsid w:val="00C33B4D"/>
    <w:rsid w:val="00C351F4"/>
    <w:rsid w:val="00C35A49"/>
    <w:rsid w:val="00C36AF1"/>
    <w:rsid w:val="00C37458"/>
    <w:rsid w:val="00C37AF7"/>
    <w:rsid w:val="00C45E29"/>
    <w:rsid w:val="00C542CB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22FF"/>
    <w:rsid w:val="00CB686E"/>
    <w:rsid w:val="00CC0833"/>
    <w:rsid w:val="00CC156E"/>
    <w:rsid w:val="00CD6E67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1AF9"/>
    <w:rsid w:val="00D33A32"/>
    <w:rsid w:val="00D35801"/>
    <w:rsid w:val="00D404A6"/>
    <w:rsid w:val="00D46C32"/>
    <w:rsid w:val="00D52EC6"/>
    <w:rsid w:val="00D53C02"/>
    <w:rsid w:val="00D54728"/>
    <w:rsid w:val="00D653FE"/>
    <w:rsid w:val="00D66EE9"/>
    <w:rsid w:val="00D67101"/>
    <w:rsid w:val="00D70D85"/>
    <w:rsid w:val="00D718B1"/>
    <w:rsid w:val="00D7331A"/>
    <w:rsid w:val="00D7447D"/>
    <w:rsid w:val="00D7499D"/>
    <w:rsid w:val="00D84ECA"/>
    <w:rsid w:val="00D854D7"/>
    <w:rsid w:val="00D91B67"/>
    <w:rsid w:val="00D92CDF"/>
    <w:rsid w:val="00DA5931"/>
    <w:rsid w:val="00DA722B"/>
    <w:rsid w:val="00DA7291"/>
    <w:rsid w:val="00DB00E1"/>
    <w:rsid w:val="00DB11AD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6184"/>
    <w:rsid w:val="00DF217D"/>
    <w:rsid w:val="00DF5E1E"/>
    <w:rsid w:val="00DF6442"/>
    <w:rsid w:val="00E022DC"/>
    <w:rsid w:val="00E024D3"/>
    <w:rsid w:val="00E07A7B"/>
    <w:rsid w:val="00E14435"/>
    <w:rsid w:val="00E206F5"/>
    <w:rsid w:val="00E21598"/>
    <w:rsid w:val="00E259BC"/>
    <w:rsid w:val="00E264A4"/>
    <w:rsid w:val="00E40FCC"/>
    <w:rsid w:val="00E43122"/>
    <w:rsid w:val="00E44003"/>
    <w:rsid w:val="00E456A5"/>
    <w:rsid w:val="00E47A17"/>
    <w:rsid w:val="00E5512D"/>
    <w:rsid w:val="00E574E5"/>
    <w:rsid w:val="00E6033E"/>
    <w:rsid w:val="00E63C51"/>
    <w:rsid w:val="00E71139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E260F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02B1"/>
    <w:rsid w:val="00F97A32"/>
    <w:rsid w:val="00FA0105"/>
    <w:rsid w:val="00FA0645"/>
    <w:rsid w:val="00FA3B58"/>
    <w:rsid w:val="00FA5484"/>
    <w:rsid w:val="00FA6127"/>
    <w:rsid w:val="00FB3EBB"/>
    <w:rsid w:val="00FB58DA"/>
    <w:rsid w:val="00FB7CFB"/>
    <w:rsid w:val="00FB7DC1"/>
    <w:rsid w:val="00FC002F"/>
    <w:rsid w:val="00FD04E0"/>
    <w:rsid w:val="00FE0BFA"/>
    <w:rsid w:val="00FE0D85"/>
    <w:rsid w:val="00FF08F6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C59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semiHidden/>
    <w:rsid w:val="008777DC"/>
    <w:pPr>
      <w:tabs>
        <w:tab w:val="right" w:leader="dot" w:pos="7361"/>
      </w:tabs>
      <w:ind w:left="482" w:firstLine="0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4B946-BE6E-4BBB-B120-4BF60B0D4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433</TotalTime>
  <Pages>114</Pages>
  <Words>24903</Words>
  <Characters>141952</Characters>
  <Application>Microsoft Office Word</Application>
  <DocSecurity>0</DocSecurity>
  <Lines>1182</Lines>
  <Paragraphs>333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</dc:creator>
  <cp:lastModifiedBy>A5</cp:lastModifiedBy>
  <cp:revision>39</cp:revision>
  <cp:lastPrinted>2014-11-10T07:05:00Z</cp:lastPrinted>
  <dcterms:created xsi:type="dcterms:W3CDTF">2014-11-05T09:21:00Z</dcterms:created>
  <dcterms:modified xsi:type="dcterms:W3CDTF">2014-11-10T07:19:00Z</dcterms:modified>
</cp:coreProperties>
</file>