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E8" w:rsidRDefault="00DB4AE8" w:rsidP="00DB4AE8">
      <w:pPr>
        <w:pStyle w:val="Heading1Center"/>
      </w:pPr>
      <w:bookmarkStart w:id="0" w:name="_Toc443987006"/>
      <w:r>
        <w:t>IMAM MUSA AL-KHAZIM</w:t>
      </w:r>
      <w:bookmarkEnd w:id="0"/>
    </w:p>
    <w:p w:rsidR="00DB4AE8" w:rsidRDefault="00DB4AE8" w:rsidP="00DB4AE8">
      <w:pPr>
        <w:pStyle w:val="libNormal"/>
      </w:pPr>
      <w:r>
        <w:t xml:space="preserve"> </w:t>
      </w:r>
    </w:p>
    <w:p w:rsidR="00DB4AE8" w:rsidRDefault="00DB4AE8" w:rsidP="00DB4AE8">
      <w:pPr>
        <w:pStyle w:val="Heading1Center"/>
      </w:pPr>
      <w:bookmarkStart w:id="1" w:name="_Toc443987007"/>
      <w:r>
        <w:t>Pelindung Kaum Tertindas</w:t>
      </w:r>
      <w:bookmarkEnd w:id="1"/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Default="00DB4AE8" w:rsidP="00DB4AE8">
      <w:pPr>
        <w:pStyle w:val="Heading1Center"/>
      </w:pPr>
    </w:p>
    <w:p w:rsidR="00DB4AE8" w:rsidRPr="00DB4AE8" w:rsidRDefault="00DB4AE8" w:rsidP="00DB4AE8">
      <w:pPr>
        <w:pStyle w:val="Heading1Center"/>
      </w:pPr>
    </w:p>
    <w:p w:rsidR="00DB4AE8" w:rsidRDefault="00DB4AE8" w:rsidP="00DB4AE8">
      <w:pPr>
        <w:pStyle w:val="libNormal"/>
      </w:pPr>
    </w:p>
    <w:p w:rsidR="005F3F14" w:rsidRDefault="00DB4AE8" w:rsidP="00DB4AE8">
      <w:pPr>
        <w:pStyle w:val="Heading1Center"/>
      </w:pPr>
      <w:bookmarkStart w:id="2" w:name="_Toc443987008"/>
      <w:r>
        <w:t>S. MAHDI AYATULLAHI</w:t>
      </w:r>
      <w:bookmarkEnd w:id="2"/>
    </w:p>
    <w:p w:rsidR="005F3F14" w:rsidRPr="005F3F14" w:rsidRDefault="005F3F14">
      <w:r>
        <w:br w:type="page"/>
      </w:r>
    </w:p>
    <w:p w:rsidR="008F064B" w:rsidRDefault="008F064B" w:rsidP="008F064B">
      <w:pPr>
        <w:pStyle w:val="Heading1"/>
      </w:pPr>
      <w:bookmarkStart w:id="3" w:name="_Toc443987009"/>
      <w:r>
        <w:lastRenderedPageBreak/>
        <w:t>KATA SAMBUTAN</w:t>
      </w:r>
      <w:bookmarkEnd w:id="3"/>
    </w:p>
    <w:p w:rsidR="008F064B" w:rsidRDefault="008F064B" w:rsidP="008F064B">
      <w:pPr>
        <w:pStyle w:val="libNormal"/>
      </w:pPr>
    </w:p>
    <w:p w:rsidR="008F064B" w:rsidRDefault="008F064B" w:rsidP="008F064B">
      <w:pPr>
        <w:pStyle w:val="libNormal"/>
      </w:pPr>
      <w:r>
        <w:t>Adik-adik dan remaja tercinta!</w:t>
      </w:r>
    </w:p>
    <w:p w:rsidR="008F064B" w:rsidRDefault="008F064B" w:rsidP="008F064B">
      <w:pPr>
        <w:pStyle w:val="libNormal"/>
      </w:pPr>
    </w:p>
    <w:p w:rsidR="007B1C81" w:rsidRDefault="008F064B" w:rsidP="008F064B">
      <w:pPr>
        <w:pStyle w:val="libNormal"/>
      </w:pPr>
      <w:r>
        <w:t xml:space="preserve">Dalam kehidupan dunia ini, kita selalu memerlukan manusia-manusia teladan yang berakhlak agung dan mulia, sehingga dengan keteladanan mereka, kita dapat </w:t>
      </w:r>
      <w:r w:rsidR="007B1C81">
        <w:t>meniru akhlak luhur mereka.</w:t>
      </w:r>
    </w:p>
    <w:p w:rsidR="007B1C81" w:rsidRDefault="007B1C81" w:rsidP="008F064B">
      <w:pPr>
        <w:pStyle w:val="libNormal"/>
      </w:pPr>
    </w:p>
    <w:p w:rsidR="008F064B" w:rsidRDefault="008F064B" w:rsidP="008F064B">
      <w:pPr>
        <w:pStyle w:val="libNormal"/>
      </w:pPr>
      <w:r>
        <w:t>Para pemimpin agama dan para Imam Ahlul Bait as. merupakan manusia-manusia teladan bagi kita semua.</w:t>
      </w:r>
    </w:p>
    <w:p w:rsidR="008F064B" w:rsidRDefault="008F064B" w:rsidP="008F064B">
      <w:pPr>
        <w:pStyle w:val="libNormal"/>
      </w:pPr>
    </w:p>
    <w:p w:rsidR="003657C2" w:rsidRDefault="008F064B" w:rsidP="008F064B">
      <w:pPr>
        <w:pStyle w:val="libNormal"/>
      </w:pPr>
      <w:r>
        <w:t>Untuk itu, kami telah melakukan penelaahan perihal kehidupan mereka, dengan maksud untuk memp</w:t>
      </w:r>
      <w:r w:rsidR="003657C2">
        <w:t>erkenalkannya kepada adik-adik.</w:t>
      </w:r>
    </w:p>
    <w:p w:rsidR="003657C2" w:rsidRDefault="003657C2" w:rsidP="008F064B">
      <w:pPr>
        <w:pStyle w:val="libNormal"/>
      </w:pPr>
    </w:p>
    <w:p w:rsidR="008F064B" w:rsidRDefault="008F064B" w:rsidP="008F064B">
      <w:pPr>
        <w:pStyle w:val="libNormal"/>
      </w:pPr>
      <w:r>
        <w:t>Kami pun telah berusaha semaksimal mungkin guna menyusun bukubuku ihwal kehidupan mereka dengan bahasa yang sederhana, sehingga dapat dipahami dengan mudah.</w:t>
      </w:r>
    </w:p>
    <w:p w:rsidR="008F064B" w:rsidRDefault="008F064B" w:rsidP="008F064B">
      <w:pPr>
        <w:pStyle w:val="libNormal"/>
      </w:pPr>
    </w:p>
    <w:p w:rsidR="003657C2" w:rsidRDefault="008F064B" w:rsidP="008F064B">
      <w:pPr>
        <w:pStyle w:val="libNormal"/>
      </w:pPr>
      <w:r>
        <w:t>Kumpulan kisah manusia-manusia suci ini disusun seringkas mungkin dengan tidak melupakan keshahihan kisah-kis</w:t>
      </w:r>
      <w:r w:rsidR="003657C2">
        <w:t>ah teladan Imam Ahlul Bait itu.</w:t>
      </w:r>
    </w:p>
    <w:p w:rsidR="003657C2" w:rsidRDefault="003657C2" w:rsidP="008F064B">
      <w:pPr>
        <w:pStyle w:val="libNormal"/>
      </w:pPr>
    </w:p>
    <w:p w:rsidR="00080530" w:rsidRDefault="008F064B" w:rsidP="008F064B">
      <w:pPr>
        <w:pStyle w:val="libNormal"/>
      </w:pPr>
      <w:r>
        <w:t xml:space="preserve">Para ahli sejarah Islam telah mengkajinya secara serius dan mereka mendukung usaha penyusunan buku ini. </w:t>
      </w:r>
    </w:p>
    <w:p w:rsidR="00080530" w:rsidRDefault="00080530" w:rsidP="008F064B">
      <w:pPr>
        <w:pStyle w:val="libNormal"/>
      </w:pPr>
    </w:p>
    <w:p w:rsidR="008F064B" w:rsidRDefault="008F064B" w:rsidP="008F064B">
      <w:pPr>
        <w:pStyle w:val="libNormal"/>
      </w:pPr>
      <w:r>
        <w:t>Kami berharap, adik-adik sekalian sudi mempelajarinya secara serius pula.</w:t>
      </w:r>
    </w:p>
    <w:p w:rsidR="008F064B" w:rsidRDefault="008F064B" w:rsidP="008F064B">
      <w:pPr>
        <w:pStyle w:val="libNormal"/>
      </w:pPr>
    </w:p>
    <w:p w:rsidR="008F064B" w:rsidRDefault="008F064B" w:rsidP="008F064B">
      <w:pPr>
        <w:pStyle w:val="libNormal"/>
      </w:pPr>
      <w:r>
        <w:t>Di samping hasil pelajaran ini, kami meminta kepada adik-adik untuk dapat menyampaikan kesan dan pandangannya.</w:t>
      </w:r>
    </w:p>
    <w:p w:rsidR="008F064B" w:rsidRDefault="008F064B" w:rsidP="008F064B">
      <w:pPr>
        <w:pStyle w:val="libNormal"/>
      </w:pPr>
    </w:p>
    <w:p w:rsidR="00F40724" w:rsidRDefault="008F064B" w:rsidP="007B3925">
      <w:pPr>
        <w:pStyle w:val="libNormal"/>
      </w:pPr>
      <w:r>
        <w:lastRenderedPageBreak/>
        <w:t>Di akhir sambutan ini, kami sangat berterima kasih</w:t>
      </w:r>
      <w:r w:rsidR="007B3925">
        <w:t xml:space="preserve"> </w:t>
      </w:r>
      <w:r w:rsidR="00F40724">
        <w:t>atas perhatian adik-adik.</w:t>
      </w:r>
    </w:p>
    <w:p w:rsidR="00F40724" w:rsidRDefault="00F40724" w:rsidP="007B3925">
      <w:pPr>
        <w:pStyle w:val="libNormal"/>
      </w:pPr>
    </w:p>
    <w:p w:rsidR="008F064B" w:rsidRDefault="008F064B" w:rsidP="007B3925">
      <w:pPr>
        <w:pStyle w:val="libNormal"/>
      </w:pPr>
      <w:r>
        <w:t>Dan semoga adik-adik mau</w:t>
      </w:r>
      <w:r w:rsidR="007B3925">
        <w:t xml:space="preserve"> </w:t>
      </w:r>
      <w:r>
        <w:t>bersabar menantikan seri-seri selanjutnya.</w:t>
      </w:r>
    </w:p>
    <w:p w:rsidR="007B3925" w:rsidRDefault="007B3925" w:rsidP="008F064B">
      <w:pPr>
        <w:pStyle w:val="libNormal"/>
      </w:pPr>
    </w:p>
    <w:p w:rsidR="0032351C" w:rsidRDefault="008F064B" w:rsidP="008F064B">
      <w:pPr>
        <w:pStyle w:val="libNormal"/>
      </w:pPr>
      <w:r>
        <w:t>Selamat membaca!</w:t>
      </w:r>
    </w:p>
    <w:p w:rsidR="0032351C" w:rsidRPr="00897F92" w:rsidRDefault="0032351C">
      <w:r>
        <w:br w:type="page"/>
      </w:r>
    </w:p>
    <w:p w:rsidR="002A7CAD" w:rsidRDefault="002A7CAD" w:rsidP="0045653A">
      <w:pPr>
        <w:pStyle w:val="Heading1"/>
      </w:pPr>
      <w:bookmarkStart w:id="4" w:name="_Toc443987010"/>
      <w:r>
        <w:lastRenderedPageBreak/>
        <w:t>Hari Lahir</w:t>
      </w:r>
      <w:bookmarkEnd w:id="4"/>
    </w:p>
    <w:p w:rsidR="0045653A" w:rsidRDefault="0045653A" w:rsidP="002A7CAD">
      <w:pPr>
        <w:pStyle w:val="libNormal"/>
      </w:pPr>
    </w:p>
    <w:p w:rsidR="0045653A" w:rsidRDefault="002A7CAD" w:rsidP="0045653A">
      <w:pPr>
        <w:pStyle w:val="libNormal"/>
      </w:pPr>
      <w:r>
        <w:t>Imam Musa Al-Kazim as. lahir pada hari Ahad,</w:t>
      </w:r>
      <w:r w:rsidR="0045653A">
        <w:t xml:space="preserve"> </w:t>
      </w:r>
      <w:r>
        <w:t>bertepatan dengan 7 Safar tahun 120 H, di sebuah</w:t>
      </w:r>
      <w:r w:rsidR="0045653A">
        <w:t xml:space="preserve"> </w:t>
      </w:r>
      <w:r>
        <w:t>lembah bernama Abwa yang terletak di antara Makkah</w:t>
      </w:r>
      <w:r w:rsidR="0045653A">
        <w:t xml:space="preserve"> dan Madinah.</w:t>
      </w:r>
    </w:p>
    <w:p w:rsidR="0045653A" w:rsidRDefault="0045653A" w:rsidP="0045653A">
      <w:pPr>
        <w:pStyle w:val="libNormal"/>
      </w:pPr>
    </w:p>
    <w:p w:rsidR="002A7CAD" w:rsidRDefault="002A7CAD" w:rsidP="0045653A">
      <w:pPr>
        <w:pStyle w:val="libNormal"/>
      </w:pPr>
      <w:r>
        <w:t>Ibunda beliau bernama Hamidah. Imam</w:t>
      </w:r>
      <w:r w:rsidR="0045653A">
        <w:t xml:space="preserve"> </w:t>
      </w:r>
      <w:r>
        <w:t>as. mencapai kedudukan Imamah pada usia 21 tahun.</w:t>
      </w:r>
    </w:p>
    <w:p w:rsidR="0045653A" w:rsidRDefault="0045653A" w:rsidP="002A7CAD">
      <w:pPr>
        <w:pStyle w:val="libNormal"/>
      </w:pPr>
    </w:p>
    <w:p w:rsidR="00AA2677" w:rsidRDefault="002A7CAD" w:rsidP="00C41B10">
      <w:pPr>
        <w:pStyle w:val="libNormal"/>
      </w:pPr>
      <w:r>
        <w:t>Abu Bashir menuturkan, "Kami bersama Imam</w:t>
      </w:r>
      <w:r w:rsidR="00C41B10">
        <w:t xml:space="preserve"> </w:t>
      </w:r>
      <w:r>
        <w:t>Ja'far melakukan perjalanan ke Makkah untuk</w:t>
      </w:r>
      <w:r w:rsidR="00C41B10">
        <w:t xml:space="preserve"> </w:t>
      </w:r>
      <w:r w:rsidR="00AA2677">
        <w:t>menunaikan ibadah haji.</w:t>
      </w:r>
    </w:p>
    <w:p w:rsidR="00AA2677" w:rsidRDefault="00AA2677" w:rsidP="00C41B10">
      <w:pPr>
        <w:pStyle w:val="libNormal"/>
      </w:pPr>
    </w:p>
    <w:p w:rsidR="002A7CAD" w:rsidRDefault="002A7CAD" w:rsidP="00C41B10">
      <w:pPr>
        <w:pStyle w:val="libNormal"/>
      </w:pPr>
      <w:r>
        <w:t>Tidak lama setelah tiba di</w:t>
      </w:r>
      <w:r w:rsidR="00C41B10">
        <w:t xml:space="preserve"> </w:t>
      </w:r>
      <w:r>
        <w:t>sebuah tempat yang dikenal dengan Abwa dan</w:t>
      </w:r>
      <w:r w:rsidR="00C41B10">
        <w:t xml:space="preserve"> </w:t>
      </w:r>
      <w:r>
        <w:t>menyantap sarapan pagi di sana, Imam mendapat kabar</w:t>
      </w:r>
      <w:r w:rsidR="00C41B10">
        <w:t xml:space="preserve"> </w:t>
      </w:r>
      <w:r>
        <w:t>bahwa Allah swt. telah menganugerahinya seorang</w:t>
      </w:r>
      <w:r w:rsidR="00C41B10">
        <w:t xml:space="preserve"> </w:t>
      </w:r>
      <w:r>
        <w:t>putra.</w:t>
      </w:r>
    </w:p>
    <w:p w:rsidR="00C41B10" w:rsidRDefault="00C41B10" w:rsidP="002A7CAD">
      <w:pPr>
        <w:pStyle w:val="libNormal"/>
      </w:pPr>
    </w:p>
    <w:p w:rsidR="00AA2677" w:rsidRDefault="002A7CAD" w:rsidP="00C41B10">
      <w:pPr>
        <w:pStyle w:val="libNormal"/>
      </w:pPr>
      <w:r>
        <w:t>Dengan penuh suka-cita Imam Ja'far segera</w:t>
      </w:r>
      <w:r w:rsidR="00C41B10">
        <w:t xml:space="preserve"> </w:t>
      </w:r>
      <w:r w:rsidR="00AA2677">
        <w:t>menemui istrinya, Hamidah.</w:t>
      </w:r>
    </w:p>
    <w:p w:rsidR="00AA2677" w:rsidRDefault="00AA2677" w:rsidP="00C41B10">
      <w:pPr>
        <w:pStyle w:val="libNormal"/>
      </w:pPr>
    </w:p>
    <w:p w:rsidR="00AA2677" w:rsidRDefault="002A7CAD" w:rsidP="00C41B10">
      <w:pPr>
        <w:pStyle w:val="libNormal"/>
      </w:pPr>
      <w:r>
        <w:t>Tidak lama kemudian,</w:t>
      </w:r>
      <w:r w:rsidR="00C41B10">
        <w:t xml:space="preserve"> </w:t>
      </w:r>
      <w:r>
        <w:t>beliau kembali dengan wajah berseri dan berkata, "Allah swt</w:t>
      </w:r>
      <w:r w:rsidR="00AA2677">
        <w:t>. telah memberiku seorang anak.</w:t>
      </w:r>
    </w:p>
    <w:p w:rsidR="00AA2677" w:rsidRDefault="00AA2677" w:rsidP="00C41B10">
      <w:pPr>
        <w:pStyle w:val="libNormal"/>
      </w:pPr>
    </w:p>
    <w:p w:rsidR="002A7CAD" w:rsidRDefault="002A7CAD" w:rsidP="00C41B10">
      <w:pPr>
        <w:pStyle w:val="libNormal"/>
      </w:pPr>
      <w:r>
        <w:t>Kelahiran</w:t>
      </w:r>
      <w:r w:rsidR="00C41B10">
        <w:t xml:space="preserve"> </w:t>
      </w:r>
      <w:r>
        <w:t>putraku ini merupakan anugerah terbaik dari- Nya".</w:t>
      </w:r>
    </w:p>
    <w:p w:rsidR="00C41B10" w:rsidRDefault="00C41B10" w:rsidP="002A7CAD">
      <w:pPr>
        <w:pStyle w:val="libNormal"/>
      </w:pPr>
    </w:p>
    <w:p w:rsidR="002A7CAD" w:rsidRDefault="002A7CAD" w:rsidP="00C41B10">
      <w:pPr>
        <w:pStyle w:val="libNormal"/>
      </w:pPr>
      <w:r>
        <w:t>Ibundanya bercerita bahwa ketika putranya lahir,</w:t>
      </w:r>
      <w:r w:rsidR="00C41B10">
        <w:t xml:space="preserve"> </w:t>
      </w:r>
      <w:r>
        <w:t>ia merebah sujud dan memanjatkan rasa syukurnya</w:t>
      </w:r>
      <w:r w:rsidR="00C41B10">
        <w:t xml:space="preserve"> </w:t>
      </w:r>
      <w:r>
        <w:t>kepada Allah swt. Perbuatan ini merupakan tanda</w:t>
      </w:r>
      <w:r w:rsidR="00C41B10">
        <w:t xml:space="preserve"> </w:t>
      </w:r>
      <w:r>
        <w:t>imamah beliau.</w:t>
      </w:r>
    </w:p>
    <w:p w:rsidR="00C41B10" w:rsidRDefault="00C41B10" w:rsidP="002A7CAD">
      <w:pPr>
        <w:pStyle w:val="libNormal"/>
      </w:pPr>
    </w:p>
    <w:p w:rsidR="002A7CAD" w:rsidRDefault="002A7CAD" w:rsidP="00C41B10">
      <w:pPr>
        <w:pStyle w:val="libNormal"/>
      </w:pPr>
      <w:r>
        <w:t>Saat tiba di Madinah, Imam Ja'far Ash-Shadiq as.</w:t>
      </w:r>
      <w:r w:rsidR="00C41B10">
        <w:t xml:space="preserve"> </w:t>
      </w:r>
      <w:r>
        <w:t>menghidangkan jamuan makan selama tiga hari,</w:t>
      </w:r>
      <w:r w:rsidR="00C41B10">
        <w:t xml:space="preserve"> </w:t>
      </w:r>
      <w:r>
        <w:lastRenderedPageBreak/>
        <w:t>mengundang orang-orang miskin dan orang-orang yang</w:t>
      </w:r>
      <w:r w:rsidR="00C41B10">
        <w:t xml:space="preserve"> </w:t>
      </w:r>
      <w:r>
        <w:t>tertimpa kesusahan.</w:t>
      </w:r>
    </w:p>
    <w:p w:rsidR="00C41B10" w:rsidRDefault="00C41B10" w:rsidP="002A7CAD">
      <w:pPr>
        <w:pStyle w:val="libNormal"/>
      </w:pPr>
    </w:p>
    <w:p w:rsidR="00AA2677" w:rsidRDefault="002A7CAD" w:rsidP="003C29DA">
      <w:pPr>
        <w:pStyle w:val="libNormal"/>
      </w:pPr>
      <w:r>
        <w:t>Ya'qub Sarraj menuturkan, "Aku mengunjungi Imam</w:t>
      </w:r>
      <w:r w:rsidR="003C29DA">
        <w:t xml:space="preserve"> </w:t>
      </w:r>
      <w:r w:rsidR="00AA2677">
        <w:t>Ash-Shadiq as. di Madinah.</w:t>
      </w:r>
    </w:p>
    <w:p w:rsidR="00AA2677" w:rsidRDefault="00AA2677" w:rsidP="003C29DA">
      <w:pPr>
        <w:pStyle w:val="libNormal"/>
      </w:pPr>
    </w:p>
    <w:p w:rsidR="00AA2677" w:rsidRDefault="002A7CAD" w:rsidP="003C29DA">
      <w:pPr>
        <w:pStyle w:val="libNormal"/>
      </w:pPr>
      <w:r>
        <w:t>Aku melihatnya berdiri</w:t>
      </w:r>
      <w:r w:rsidR="003C29DA">
        <w:t xml:space="preserve"> </w:t>
      </w:r>
      <w:r>
        <w:t>di dekat ayu</w:t>
      </w:r>
      <w:r w:rsidR="00AA2677">
        <w:t>nan putranya, Musa Al-Kazim as.</w:t>
      </w:r>
    </w:p>
    <w:p w:rsidR="00AA2677" w:rsidRDefault="00AA2677" w:rsidP="003C29DA">
      <w:pPr>
        <w:pStyle w:val="libNormal"/>
      </w:pPr>
    </w:p>
    <w:p w:rsidR="00AA2677" w:rsidRDefault="002A7CAD" w:rsidP="003C29DA">
      <w:pPr>
        <w:pStyle w:val="libNormal"/>
      </w:pPr>
      <w:r>
        <w:t>Aku</w:t>
      </w:r>
      <w:r w:rsidR="003C29DA">
        <w:t xml:space="preserve"> </w:t>
      </w:r>
      <w:r>
        <w:t>mengucapkan salam kepada beliau, dan dengan tatapan</w:t>
      </w:r>
      <w:r w:rsidR="003C29DA">
        <w:t xml:space="preserve"> </w:t>
      </w:r>
      <w:r>
        <w:t>yang</w:t>
      </w:r>
      <w:r w:rsidR="00AA2677">
        <w:t xml:space="preserve"> cerah beliau membalas salamku.</w:t>
      </w:r>
    </w:p>
    <w:p w:rsidR="00AA2677" w:rsidRDefault="00AA2677" w:rsidP="003C29DA">
      <w:pPr>
        <w:pStyle w:val="libNormal"/>
      </w:pPr>
    </w:p>
    <w:p w:rsidR="00AA2677" w:rsidRDefault="002A7CAD" w:rsidP="003C29DA">
      <w:pPr>
        <w:pStyle w:val="libNormal"/>
      </w:pPr>
      <w:r>
        <w:t>Beliau berkata,</w:t>
      </w:r>
      <w:r w:rsidR="003C29DA">
        <w:t xml:space="preserve"> </w:t>
      </w:r>
      <w:r>
        <w:t>'Mari mendekat kepada Imam dan sampaikan salam</w:t>
      </w:r>
      <w:r w:rsidR="003C29DA">
        <w:t xml:space="preserve"> </w:t>
      </w:r>
      <w:r w:rsidR="00AA2677">
        <w:t>padanya'.</w:t>
      </w:r>
    </w:p>
    <w:p w:rsidR="00AA2677" w:rsidRDefault="00AA2677" w:rsidP="003C29DA">
      <w:pPr>
        <w:pStyle w:val="libNormal"/>
      </w:pPr>
    </w:p>
    <w:p w:rsidR="00AA2677" w:rsidRDefault="002A7CAD" w:rsidP="003C29DA">
      <w:pPr>
        <w:pStyle w:val="libNormal"/>
      </w:pPr>
      <w:r>
        <w:t>Aku mendekatinya dan menyampaikan salam.</w:t>
      </w:r>
    </w:p>
    <w:p w:rsidR="00AA2677" w:rsidRDefault="00AA2677" w:rsidP="003C29DA">
      <w:pPr>
        <w:pStyle w:val="libNormal"/>
      </w:pPr>
    </w:p>
    <w:p w:rsidR="002A7CAD" w:rsidRDefault="002A7CAD" w:rsidP="003C29DA">
      <w:pPr>
        <w:pStyle w:val="libNormal"/>
      </w:pPr>
      <w:r>
        <w:t xml:space="preserve">Imam Ja'far berkata, 'Allah swt. </w:t>
      </w:r>
      <w:r w:rsidR="003C29DA">
        <w:t>T</w:t>
      </w:r>
      <w:r>
        <w:t>elah</w:t>
      </w:r>
      <w:r w:rsidR="003C29DA">
        <w:t xml:space="preserve"> </w:t>
      </w:r>
      <w:r>
        <w:t>menganugerahimu seorang putri dan engkau telah</w:t>
      </w:r>
      <w:r w:rsidR="003C29DA">
        <w:t xml:space="preserve"> </w:t>
      </w:r>
      <w:r>
        <w:t>memberinya nama yang kurang pantas untuknya.</w:t>
      </w:r>
    </w:p>
    <w:p w:rsidR="003C29DA" w:rsidRDefault="003C29DA" w:rsidP="002A7CAD">
      <w:pPr>
        <w:pStyle w:val="libNormal"/>
      </w:pPr>
    </w:p>
    <w:p w:rsidR="00AA2677" w:rsidRDefault="002A7CAD" w:rsidP="0057039A">
      <w:pPr>
        <w:pStyle w:val="libNormal"/>
      </w:pPr>
      <w:r>
        <w:t>Pergilah dan gantilah namanya'.</w:t>
      </w:r>
      <w:r w:rsidR="0057039A">
        <w:t xml:space="preserve"> </w:t>
      </w:r>
      <w:r>
        <w:t>Ibunda Musa Al-Kazim as. adalah seorang kaniz</w:t>
      </w:r>
      <w:r w:rsidR="0057039A">
        <w:t xml:space="preserve"> </w:t>
      </w:r>
      <w:r>
        <w:t>(budak</w:t>
      </w:r>
      <w:r w:rsidR="00AA2677">
        <w:t>) yang dibeli oleh Imam Ja'far.</w:t>
      </w:r>
    </w:p>
    <w:p w:rsidR="00AA2677" w:rsidRDefault="00AA2677" w:rsidP="0057039A">
      <w:pPr>
        <w:pStyle w:val="libNormal"/>
      </w:pPr>
    </w:p>
    <w:p w:rsidR="00893D5E" w:rsidRDefault="002A7CAD" w:rsidP="0057039A">
      <w:pPr>
        <w:pStyle w:val="libNormal"/>
      </w:pPr>
      <w:r>
        <w:t>Meskipun</w:t>
      </w:r>
      <w:r w:rsidR="0057039A">
        <w:t xml:space="preserve"> </w:t>
      </w:r>
      <w:r>
        <w:t>demikian, ibunda telah mendapatkan pengajaran ilmu</w:t>
      </w:r>
      <w:r w:rsidR="0057039A">
        <w:t xml:space="preserve"> </w:t>
      </w:r>
      <w:r>
        <w:t>dari Imam Ja'far as., yang menjadikannya sebagai</w:t>
      </w:r>
      <w:r w:rsidR="0057039A">
        <w:t xml:space="preserve"> </w:t>
      </w:r>
      <w:r>
        <w:t>wanita yang memiliki keluasan ilmu dan kecakapan</w:t>
      </w:r>
      <w:r w:rsidR="0057039A">
        <w:t xml:space="preserve"> </w:t>
      </w:r>
      <w:r>
        <w:t xml:space="preserve">dalam bidang ilmu-ilmu agama. </w:t>
      </w:r>
    </w:p>
    <w:p w:rsidR="00893D5E" w:rsidRDefault="00893D5E" w:rsidP="0057039A">
      <w:pPr>
        <w:pStyle w:val="libNormal"/>
      </w:pPr>
    </w:p>
    <w:p w:rsidR="002A7CAD" w:rsidRDefault="002A7CAD" w:rsidP="0057039A">
      <w:pPr>
        <w:pStyle w:val="libNormal"/>
      </w:pPr>
      <w:r>
        <w:t>Sehingga, terkadang Imam Ja'far meminta para wanita untuk bertanya</w:t>
      </w:r>
      <w:r w:rsidR="0057039A">
        <w:t xml:space="preserve"> </w:t>
      </w:r>
      <w:r>
        <w:t>masalah-masalah agama kepadanya.</w:t>
      </w:r>
    </w:p>
    <w:p w:rsidR="0057039A" w:rsidRDefault="0057039A" w:rsidP="002A7CAD">
      <w:pPr>
        <w:pStyle w:val="libNormal"/>
      </w:pPr>
    </w:p>
    <w:p w:rsidR="002A7CAD" w:rsidRDefault="002A7CAD" w:rsidP="0057039A">
      <w:pPr>
        <w:pStyle w:val="libNormal"/>
      </w:pPr>
      <w:r>
        <w:t xml:space="preserve">Periode kehidupan Imam Musa Al-Kazim as. </w:t>
      </w:r>
      <w:r w:rsidR="0057039A">
        <w:t>D</w:t>
      </w:r>
      <w:r>
        <w:t>apat</w:t>
      </w:r>
      <w:r w:rsidR="0057039A">
        <w:t xml:space="preserve"> </w:t>
      </w:r>
      <w:r>
        <w:t>dibagi menjadi 2 bagian:</w:t>
      </w:r>
    </w:p>
    <w:p w:rsidR="0057039A" w:rsidRDefault="0057039A" w:rsidP="002A7CAD">
      <w:pPr>
        <w:pStyle w:val="libNormal"/>
      </w:pPr>
    </w:p>
    <w:p w:rsidR="00893D5E" w:rsidRDefault="002A7CAD" w:rsidP="0057039A">
      <w:pPr>
        <w:pStyle w:val="libNormal"/>
      </w:pPr>
      <w:r>
        <w:lastRenderedPageBreak/>
        <w:t>1. Kehidupan beliau bersama ayahandanya di Madinah</w:t>
      </w:r>
      <w:r w:rsidR="0057039A">
        <w:t xml:space="preserve"> </w:t>
      </w:r>
      <w:r>
        <w:t>sel</w:t>
      </w:r>
      <w:r w:rsidR="00893D5E">
        <w:t>ama 20 tahun.</w:t>
      </w:r>
    </w:p>
    <w:p w:rsidR="00893D5E" w:rsidRDefault="00893D5E" w:rsidP="0057039A">
      <w:pPr>
        <w:pStyle w:val="libNormal"/>
      </w:pPr>
    </w:p>
    <w:p w:rsidR="002A7CAD" w:rsidRDefault="002A7CAD" w:rsidP="0057039A">
      <w:pPr>
        <w:pStyle w:val="libNormal"/>
      </w:pPr>
      <w:r>
        <w:t>Periode ini berlangsung sebelum</w:t>
      </w:r>
      <w:r w:rsidR="0057039A">
        <w:t xml:space="preserve"> </w:t>
      </w:r>
      <w:r>
        <w:t>beliau mencapai Imamah.</w:t>
      </w:r>
    </w:p>
    <w:p w:rsidR="0057039A" w:rsidRDefault="0057039A" w:rsidP="002A7CAD">
      <w:pPr>
        <w:pStyle w:val="libNormal"/>
      </w:pPr>
    </w:p>
    <w:p w:rsidR="002A7CAD" w:rsidRDefault="002A7CAD" w:rsidP="004C4C84">
      <w:pPr>
        <w:pStyle w:val="libNormal"/>
      </w:pPr>
      <w:r>
        <w:t>2. Masa-masa awal perlawanan, pemenjaraan dan</w:t>
      </w:r>
      <w:r w:rsidR="004C4C84">
        <w:t xml:space="preserve"> </w:t>
      </w:r>
      <w:r>
        <w:t>pengasingan yang menimpa kehidupan Imam as.</w:t>
      </w:r>
    </w:p>
    <w:p w:rsidR="0057039A" w:rsidRPr="0057039A" w:rsidRDefault="0057039A">
      <w:r>
        <w:br w:type="page"/>
      </w:r>
    </w:p>
    <w:p w:rsidR="002A7CAD" w:rsidRDefault="002A7CAD" w:rsidP="0057039A">
      <w:pPr>
        <w:pStyle w:val="Heading1"/>
      </w:pPr>
      <w:bookmarkStart w:id="5" w:name="_Toc443987011"/>
      <w:r>
        <w:lastRenderedPageBreak/>
        <w:t>Akhlak Imam Musa as.</w:t>
      </w:r>
      <w:bookmarkEnd w:id="5"/>
    </w:p>
    <w:p w:rsidR="00E611C2" w:rsidRDefault="00E611C2" w:rsidP="002A7CAD">
      <w:pPr>
        <w:pStyle w:val="libNormal"/>
      </w:pPr>
    </w:p>
    <w:p w:rsidR="00E70185" w:rsidRDefault="002A7CAD" w:rsidP="00530481">
      <w:pPr>
        <w:pStyle w:val="libNormal"/>
      </w:pPr>
      <w:r>
        <w:t>Meskipun postur tubuh Imam Musa Al-Kazim as.</w:t>
      </w:r>
      <w:r w:rsidR="00530481">
        <w:t xml:space="preserve"> </w:t>
      </w:r>
      <w:r>
        <w:t>kurus, namun beliau memiliki j</w:t>
      </w:r>
      <w:r w:rsidR="00E70185">
        <w:t>iwa yang kuat.</w:t>
      </w:r>
    </w:p>
    <w:p w:rsidR="00E70185" w:rsidRDefault="00E70185" w:rsidP="00530481">
      <w:pPr>
        <w:pStyle w:val="libNormal"/>
      </w:pPr>
    </w:p>
    <w:p w:rsidR="002A7CAD" w:rsidRDefault="002A7CAD" w:rsidP="00530481">
      <w:pPr>
        <w:pStyle w:val="libNormal"/>
      </w:pPr>
      <w:r>
        <w:t>Baju dalam</w:t>
      </w:r>
      <w:r w:rsidR="00530481">
        <w:t xml:space="preserve"> </w:t>
      </w:r>
      <w:r>
        <w:t>beliau terbuat dari bahan kain kasar. Beliau kadang</w:t>
      </w:r>
      <w:r w:rsidR="00E70185">
        <w:t>-</w:t>
      </w:r>
      <w:r>
        <w:t>kadang</w:t>
      </w:r>
      <w:r w:rsidR="00530481">
        <w:t xml:space="preserve"> </w:t>
      </w:r>
      <w:r>
        <w:t>berjalan kaki di tengah keramaian penduduk,</w:t>
      </w:r>
      <w:r w:rsidR="00530481">
        <w:t xml:space="preserve"> </w:t>
      </w:r>
      <w:r>
        <w:t>menyampaikan salam pada mereka, mencintai</w:t>
      </w:r>
      <w:r w:rsidR="00530481">
        <w:t xml:space="preserve"> </w:t>
      </w:r>
      <w:r>
        <w:t>keluarganya dan menghormati mereka.</w:t>
      </w:r>
    </w:p>
    <w:p w:rsidR="00530481" w:rsidRDefault="00530481" w:rsidP="002A7CAD">
      <w:pPr>
        <w:pStyle w:val="libNormal"/>
      </w:pPr>
    </w:p>
    <w:p w:rsidR="00FB3833" w:rsidRDefault="002A7CAD" w:rsidP="00530481">
      <w:pPr>
        <w:pStyle w:val="libNormal"/>
      </w:pPr>
      <w:r>
        <w:t>Imam Musa Al-Kazim adalah orang yang sangat</w:t>
      </w:r>
      <w:r w:rsidR="00530481">
        <w:t xml:space="preserve"> </w:t>
      </w:r>
      <w:r>
        <w:t>peduli pada kehidupan kaum fakir miskin dan orang</w:t>
      </w:r>
      <w:r w:rsidR="00E70185">
        <w:t>-</w:t>
      </w:r>
      <w:r>
        <w:t>orang</w:t>
      </w:r>
      <w:r w:rsidR="00530481">
        <w:t xml:space="preserve"> </w:t>
      </w:r>
      <w:r w:rsidR="00FB3833">
        <w:t>yang tertimpa musibah.</w:t>
      </w:r>
    </w:p>
    <w:p w:rsidR="00FB3833" w:rsidRDefault="00FB3833" w:rsidP="00530481">
      <w:pPr>
        <w:pStyle w:val="libNormal"/>
      </w:pPr>
    </w:p>
    <w:p w:rsidR="00137D9A" w:rsidRDefault="002A7CAD" w:rsidP="00530481">
      <w:pPr>
        <w:pStyle w:val="libNormal"/>
      </w:pPr>
      <w:r>
        <w:t>Pada malam hari, beliau</w:t>
      </w:r>
      <w:r w:rsidR="00530481">
        <w:t xml:space="preserve"> </w:t>
      </w:r>
      <w:r>
        <w:t>memikul makanan di pundaknya untuk dibagikan kepada</w:t>
      </w:r>
      <w:r w:rsidR="00530481">
        <w:t xml:space="preserve"> </w:t>
      </w:r>
      <w:r>
        <w:t>mereka yang membutuhkan secara sembunyi-sembunyi;</w:t>
      </w:r>
      <w:r w:rsidR="00530481">
        <w:t xml:space="preserve"> </w:t>
      </w:r>
      <w:r>
        <w:t>tanpa diketahui oleh mereka tentang keberadaan</w:t>
      </w:r>
      <w:r w:rsidR="00530481">
        <w:t xml:space="preserve"> </w:t>
      </w:r>
      <w:r>
        <w:t xml:space="preserve">beliau. </w:t>
      </w:r>
    </w:p>
    <w:p w:rsidR="00137D9A" w:rsidRDefault="00137D9A" w:rsidP="00530481">
      <w:pPr>
        <w:pStyle w:val="libNormal"/>
      </w:pPr>
    </w:p>
    <w:p w:rsidR="00D51AFD" w:rsidRDefault="002A7CAD" w:rsidP="00530481">
      <w:pPr>
        <w:pStyle w:val="libNormal"/>
      </w:pPr>
      <w:r>
        <w:t>Bahkan setiap bulannya, Imam memberikan</w:t>
      </w:r>
      <w:r w:rsidR="00530481">
        <w:t xml:space="preserve"> </w:t>
      </w:r>
      <w:r>
        <w:t>santunan kepada beberapa orang di antara mereka.</w:t>
      </w:r>
    </w:p>
    <w:p w:rsidR="00B634E1" w:rsidRDefault="00B634E1" w:rsidP="00530481">
      <w:pPr>
        <w:pStyle w:val="libNormal"/>
      </w:pPr>
    </w:p>
    <w:p w:rsidR="00FB649D" w:rsidRDefault="00B634E1" w:rsidP="004A6AD1">
      <w:pPr>
        <w:pStyle w:val="libNormal"/>
      </w:pPr>
      <w:r>
        <w:t>Salah seorang sahabat Imam bercerita tentang</w:t>
      </w:r>
      <w:r w:rsidR="004A6AD1">
        <w:t xml:space="preserve"> </w:t>
      </w:r>
      <w:r w:rsidR="00FB649D">
        <w:t>ketabahan dan kesabaran beliau.</w:t>
      </w:r>
    </w:p>
    <w:p w:rsidR="00FB649D" w:rsidRDefault="00FB649D" w:rsidP="004A6AD1">
      <w:pPr>
        <w:pStyle w:val="libNormal"/>
      </w:pPr>
    </w:p>
    <w:p w:rsidR="00B634E1" w:rsidRDefault="00B634E1" w:rsidP="004A6AD1">
      <w:pPr>
        <w:pStyle w:val="libNormal"/>
      </w:pPr>
      <w:r>
        <w:t>Ia menuturkan,</w:t>
      </w:r>
      <w:r w:rsidR="004A6AD1">
        <w:t xml:space="preserve"> </w:t>
      </w:r>
      <w:r>
        <w:t>"Musuh-musuhnya terkadang merasa malu dan berkecil</w:t>
      </w:r>
      <w:r w:rsidR="004A6AD1">
        <w:t xml:space="preserve"> </w:t>
      </w:r>
      <w:r>
        <w:t>hati atas akhlak luhur yang ditunjukkan oleh Imam".</w:t>
      </w:r>
    </w:p>
    <w:p w:rsidR="004A6AD1" w:rsidRDefault="004A6AD1" w:rsidP="00B634E1">
      <w:pPr>
        <w:pStyle w:val="libNormal"/>
      </w:pPr>
    </w:p>
    <w:p w:rsidR="00FB649D" w:rsidRDefault="00B634E1" w:rsidP="004A6AD1">
      <w:pPr>
        <w:pStyle w:val="libNormal"/>
      </w:pPr>
      <w:r>
        <w:t>Pada suatu waktu, seorang warga Madinah melihat</w:t>
      </w:r>
      <w:r w:rsidR="004A6AD1">
        <w:t xml:space="preserve"> </w:t>
      </w:r>
      <w:r w:rsidR="00FB649D">
        <w:t>Imam Musa.</w:t>
      </w:r>
    </w:p>
    <w:p w:rsidR="00FB649D" w:rsidRDefault="00FB649D" w:rsidP="004A6AD1">
      <w:pPr>
        <w:pStyle w:val="libNormal"/>
      </w:pPr>
    </w:p>
    <w:p w:rsidR="00FB649D" w:rsidRDefault="00B634E1" w:rsidP="004A6AD1">
      <w:pPr>
        <w:pStyle w:val="libNormal"/>
      </w:pPr>
      <w:r>
        <w:t>Ia menghadang beliau lalu menyampaikan</w:t>
      </w:r>
      <w:r w:rsidR="004A6AD1">
        <w:t xml:space="preserve"> </w:t>
      </w:r>
      <w:r>
        <w:t>kata-kata kas</w:t>
      </w:r>
      <w:r w:rsidR="00FB649D">
        <w:t>ar dan makian dihadapan beliau.</w:t>
      </w:r>
    </w:p>
    <w:p w:rsidR="00FB649D" w:rsidRDefault="00FB649D" w:rsidP="004A6AD1">
      <w:pPr>
        <w:pStyle w:val="libNormal"/>
      </w:pPr>
    </w:p>
    <w:p w:rsidR="00B634E1" w:rsidRDefault="00B634E1" w:rsidP="004A6AD1">
      <w:pPr>
        <w:pStyle w:val="libNormal"/>
      </w:pPr>
      <w:r>
        <w:lastRenderedPageBreak/>
        <w:t>Para</w:t>
      </w:r>
      <w:r w:rsidR="004A6AD1">
        <w:t xml:space="preserve"> </w:t>
      </w:r>
      <w:r>
        <w:t>sahabat Imam berkata, "Izinkan kami untuk</w:t>
      </w:r>
      <w:r w:rsidR="004A6AD1">
        <w:t xml:space="preserve"> </w:t>
      </w:r>
      <w:r>
        <w:t>menghajarnya, wahai Imam!".</w:t>
      </w:r>
    </w:p>
    <w:p w:rsidR="004A6AD1" w:rsidRDefault="004A6AD1" w:rsidP="00B634E1">
      <w:pPr>
        <w:pStyle w:val="libNormal"/>
      </w:pPr>
    </w:p>
    <w:p w:rsidR="00B634E1" w:rsidRDefault="00B634E1" w:rsidP="000F3AEF">
      <w:pPr>
        <w:pStyle w:val="libNormal"/>
      </w:pPr>
      <w:r>
        <w:t>Imam berkata, "Biarkanlah, jangan kalian ganggu</w:t>
      </w:r>
      <w:r w:rsidR="000F3AEF">
        <w:t xml:space="preserve"> </w:t>
      </w:r>
      <w:r>
        <w:t>dia!".</w:t>
      </w:r>
    </w:p>
    <w:p w:rsidR="000F3AEF" w:rsidRDefault="000F3AEF" w:rsidP="00B634E1">
      <w:pPr>
        <w:pStyle w:val="libNormal"/>
      </w:pPr>
    </w:p>
    <w:p w:rsidR="00FB649D" w:rsidRDefault="00B634E1" w:rsidP="000F3AEF">
      <w:pPr>
        <w:pStyle w:val="libNormal"/>
      </w:pPr>
      <w:r>
        <w:t>Beberapa hari kemudian, tidak ada berita tentang</w:t>
      </w:r>
      <w:r w:rsidR="000F3AEF">
        <w:t xml:space="preserve"> </w:t>
      </w:r>
      <w:r w:rsidR="00FB649D">
        <w:t>orang tersebut.</w:t>
      </w:r>
    </w:p>
    <w:p w:rsidR="00FB649D" w:rsidRDefault="00FB649D" w:rsidP="000F3AEF">
      <w:pPr>
        <w:pStyle w:val="libNormal"/>
      </w:pPr>
    </w:p>
    <w:p w:rsidR="00FB649D" w:rsidRDefault="00B634E1" w:rsidP="000F3AEF">
      <w:pPr>
        <w:pStyle w:val="libNormal"/>
      </w:pPr>
      <w:r>
        <w:t>Imam menanyakan ihwal kesehatan</w:t>
      </w:r>
      <w:r w:rsidR="000F3AEF">
        <w:t xml:space="preserve"> </w:t>
      </w:r>
      <w:r>
        <w:t>orang itu. Penduduk kota menjawab, "Ia pergi bercocok</w:t>
      </w:r>
      <w:r w:rsidR="000F3AEF">
        <w:t xml:space="preserve"> </w:t>
      </w:r>
      <w:r>
        <w:t>tanam di ladangnya yang terletak di luar kota</w:t>
      </w:r>
      <w:r w:rsidR="000F3AEF">
        <w:t xml:space="preserve"> </w:t>
      </w:r>
      <w:r>
        <w:t xml:space="preserve">Madinah". </w:t>
      </w:r>
    </w:p>
    <w:p w:rsidR="00FB649D" w:rsidRDefault="00FB649D" w:rsidP="000F3AEF">
      <w:pPr>
        <w:pStyle w:val="libNormal"/>
      </w:pPr>
    </w:p>
    <w:p w:rsidR="00B634E1" w:rsidRDefault="00B634E1" w:rsidP="000F3AEF">
      <w:pPr>
        <w:pStyle w:val="libNormal"/>
      </w:pPr>
      <w:r>
        <w:t xml:space="preserve">Mendengar kabar tersebut, Imam as. </w:t>
      </w:r>
      <w:r w:rsidR="000F3AEF">
        <w:t>S</w:t>
      </w:r>
      <w:r>
        <w:t>egera</w:t>
      </w:r>
      <w:r w:rsidR="000F3AEF">
        <w:t xml:space="preserve"> </w:t>
      </w:r>
      <w:r>
        <w:t xml:space="preserve">menunggang kudanya dan bergerak menuju ke </w:t>
      </w:r>
      <w:r w:rsidR="00835D42">
        <w:t>lada</w:t>
      </w:r>
      <w:r w:rsidR="000F3AEF">
        <w:t xml:space="preserve">ng </w:t>
      </w:r>
      <w:r>
        <w:t>orang tersebut.</w:t>
      </w:r>
    </w:p>
    <w:p w:rsidR="00A73064" w:rsidRDefault="00A73064" w:rsidP="000F3AEF">
      <w:pPr>
        <w:pStyle w:val="libNormal"/>
      </w:pPr>
    </w:p>
    <w:p w:rsidR="007055DF" w:rsidRDefault="00B634E1" w:rsidP="000F3AEF">
      <w:pPr>
        <w:pStyle w:val="libNormal"/>
      </w:pPr>
      <w:r>
        <w:t>Ketika orang itu melihat kedatangan Imam as., ia</w:t>
      </w:r>
      <w:r w:rsidR="000F3AEF">
        <w:t xml:space="preserve"> </w:t>
      </w:r>
      <w:r>
        <w:t>berteriak dengan lantang dari kejauhan, "Jangan</w:t>
      </w:r>
      <w:r w:rsidR="000F3AEF">
        <w:t xml:space="preserve"> </w:t>
      </w:r>
      <w:r>
        <w:t>sekali-kali kau menginjakkan kak</w:t>
      </w:r>
      <w:r w:rsidR="007055DF">
        <w:t>imu di ladangku.</w:t>
      </w:r>
    </w:p>
    <w:p w:rsidR="007055DF" w:rsidRDefault="007055DF" w:rsidP="000F3AEF">
      <w:pPr>
        <w:pStyle w:val="libNormal"/>
      </w:pPr>
    </w:p>
    <w:p w:rsidR="00B634E1" w:rsidRDefault="00B634E1" w:rsidP="000F3AEF">
      <w:pPr>
        <w:pStyle w:val="libNormal"/>
      </w:pPr>
      <w:r>
        <w:t>Aku</w:t>
      </w:r>
      <w:r w:rsidR="000F3AEF">
        <w:t xml:space="preserve"> </w:t>
      </w:r>
      <w:r>
        <w:t>adalah musuhmu dan musuh datuk-datukmu".</w:t>
      </w:r>
    </w:p>
    <w:p w:rsidR="000F3AEF" w:rsidRDefault="000F3AEF" w:rsidP="00B634E1">
      <w:pPr>
        <w:pStyle w:val="libNormal"/>
      </w:pPr>
    </w:p>
    <w:p w:rsidR="00AB4BEF" w:rsidRDefault="00B634E1" w:rsidP="009520A1">
      <w:pPr>
        <w:pStyle w:val="libNormal"/>
      </w:pPr>
      <w:r>
        <w:t>Namun, Imam malah mendekatinya, menyampaikan</w:t>
      </w:r>
      <w:r w:rsidR="009520A1">
        <w:t xml:space="preserve"> </w:t>
      </w:r>
      <w:r>
        <w:t>salam dan menanyakan kesehatan serta keadaan</w:t>
      </w:r>
      <w:r w:rsidR="009520A1">
        <w:t xml:space="preserve"> </w:t>
      </w:r>
      <w:r w:rsidR="00AB4BEF">
        <w:t>hidupnya.</w:t>
      </w:r>
    </w:p>
    <w:p w:rsidR="00AB4BEF" w:rsidRDefault="00AB4BEF" w:rsidP="009520A1">
      <w:pPr>
        <w:pStyle w:val="libNormal"/>
      </w:pPr>
    </w:p>
    <w:p w:rsidR="008709C5" w:rsidRDefault="00B634E1" w:rsidP="009520A1">
      <w:pPr>
        <w:pStyle w:val="libNormal"/>
      </w:pPr>
      <w:r>
        <w:t>Dengan penuh ramah Imam bertanya,</w:t>
      </w:r>
      <w:r w:rsidR="009520A1">
        <w:t xml:space="preserve"> </w:t>
      </w:r>
      <w:r>
        <w:t>"Berapa Dinar yang Anda habiskan untuk biaya</w:t>
      </w:r>
      <w:r w:rsidR="009520A1">
        <w:t xml:space="preserve"> </w:t>
      </w:r>
      <w:r>
        <w:t>ladangmu ini?".</w:t>
      </w:r>
    </w:p>
    <w:p w:rsidR="008709C5" w:rsidRDefault="008709C5" w:rsidP="009520A1">
      <w:pPr>
        <w:pStyle w:val="libNormal"/>
      </w:pPr>
    </w:p>
    <w:p w:rsidR="008232A7" w:rsidRDefault="00B634E1" w:rsidP="009520A1">
      <w:pPr>
        <w:pStyle w:val="libNormal"/>
      </w:pPr>
      <w:r>
        <w:t>Ia menjawab, "Seratus Dinar".</w:t>
      </w:r>
      <w:r w:rsidR="009520A1">
        <w:t xml:space="preserve"> </w:t>
      </w:r>
      <w:r>
        <w:t>Imam bertanya lagi, "Berapa banyak keuntungan</w:t>
      </w:r>
      <w:r w:rsidR="009520A1">
        <w:t xml:space="preserve"> </w:t>
      </w:r>
      <w:r>
        <w:t>yang Anda harapkan dari semua ini?".</w:t>
      </w:r>
    </w:p>
    <w:p w:rsidR="008232A7" w:rsidRDefault="008232A7" w:rsidP="009520A1">
      <w:pPr>
        <w:pStyle w:val="libNormal"/>
      </w:pPr>
    </w:p>
    <w:p w:rsidR="00B634E1" w:rsidRDefault="00B634E1" w:rsidP="009520A1">
      <w:pPr>
        <w:pStyle w:val="libNormal"/>
      </w:pPr>
      <w:r>
        <w:t>Orang itu menjawab, "Dua ratus Dinar".</w:t>
      </w:r>
    </w:p>
    <w:p w:rsidR="009520A1" w:rsidRDefault="009520A1" w:rsidP="00B634E1">
      <w:pPr>
        <w:pStyle w:val="libNormal"/>
      </w:pPr>
    </w:p>
    <w:p w:rsidR="00B8372D" w:rsidRDefault="00B8372D" w:rsidP="003F1BDB">
      <w:pPr>
        <w:pStyle w:val="libNormal"/>
      </w:pPr>
    </w:p>
    <w:p w:rsidR="00311994" w:rsidRDefault="00B634E1" w:rsidP="003F1BDB">
      <w:pPr>
        <w:pStyle w:val="libNormal"/>
      </w:pPr>
      <w:r>
        <w:t>Mendengar jawaban ini, Imam mengambil</w:t>
      </w:r>
      <w:r w:rsidR="003F1BDB">
        <w:t xml:space="preserve"> </w:t>
      </w:r>
      <w:r>
        <w:t>sekantung uang yang berisi tiga ratus Dinar dan</w:t>
      </w:r>
      <w:r w:rsidR="003F1BDB">
        <w:t xml:space="preserve"> </w:t>
      </w:r>
      <w:r>
        <w:t>mem</w:t>
      </w:r>
      <w:r w:rsidR="00311994">
        <w:t>berikannya pada orang tersebut.</w:t>
      </w:r>
    </w:p>
    <w:p w:rsidR="00311994" w:rsidRDefault="00311994" w:rsidP="003F1BDB">
      <w:pPr>
        <w:pStyle w:val="libNormal"/>
      </w:pPr>
    </w:p>
    <w:p w:rsidR="00B634E1" w:rsidRDefault="00B634E1" w:rsidP="003F1BDB">
      <w:pPr>
        <w:pStyle w:val="libNormal"/>
      </w:pPr>
      <w:r>
        <w:t>Imam berkata,</w:t>
      </w:r>
      <w:r w:rsidR="003F1BDB">
        <w:t xml:space="preserve"> </w:t>
      </w:r>
      <w:r>
        <w:t>"Ambillah uang ini, dan ladang ini tetap menjadi</w:t>
      </w:r>
      <w:r w:rsidR="003F1BDB">
        <w:t xml:space="preserve"> </w:t>
      </w:r>
      <w:r>
        <w:t>milikmu".</w:t>
      </w:r>
    </w:p>
    <w:p w:rsidR="003F1BDB" w:rsidRDefault="003F1BDB" w:rsidP="003F1BDB">
      <w:pPr>
        <w:pStyle w:val="libNormal"/>
      </w:pPr>
    </w:p>
    <w:p w:rsidR="00714AF8" w:rsidRDefault="00B634E1" w:rsidP="005F1F0C">
      <w:pPr>
        <w:pStyle w:val="libNormal"/>
      </w:pPr>
      <w:r>
        <w:t>Orang yang selama ini berlaku kurang ajar dan kasar</w:t>
      </w:r>
      <w:r w:rsidR="005F1F0C">
        <w:t xml:space="preserve"> </w:t>
      </w:r>
      <w:r>
        <w:t>kepada Imam itu, tidak pernah menyangka akan</w:t>
      </w:r>
      <w:r w:rsidR="005F1F0C">
        <w:t xml:space="preserve"> </w:t>
      </w:r>
      <w:r>
        <w:t>mendapatkan perlakuan sesantun itu dari Imam.</w:t>
      </w:r>
    </w:p>
    <w:p w:rsidR="00714AF8" w:rsidRDefault="00714AF8" w:rsidP="005F1F0C">
      <w:pPr>
        <w:pStyle w:val="libNormal"/>
      </w:pPr>
    </w:p>
    <w:p w:rsidR="00714AF8" w:rsidRDefault="00B634E1" w:rsidP="005F1F0C">
      <w:pPr>
        <w:pStyle w:val="libNormal"/>
      </w:pPr>
      <w:r>
        <w:t>Ketika hendak kembali ke Madinah, Imam berpesan,</w:t>
      </w:r>
      <w:r w:rsidR="005F1F0C">
        <w:t xml:space="preserve"> </w:t>
      </w:r>
      <w:r>
        <w:t>"Lepaskan ama</w:t>
      </w:r>
      <w:r w:rsidR="00714AF8">
        <w:t>rahmu dengan cara seperti ini".</w:t>
      </w:r>
    </w:p>
    <w:p w:rsidR="00714AF8" w:rsidRDefault="00714AF8" w:rsidP="005F1F0C">
      <w:pPr>
        <w:pStyle w:val="libNormal"/>
      </w:pPr>
    </w:p>
    <w:p w:rsidR="00B634E1" w:rsidRDefault="00B634E1" w:rsidP="005F1F0C">
      <w:pPr>
        <w:pStyle w:val="libNormal"/>
      </w:pPr>
      <w:r>
        <w:t>Yakni,</w:t>
      </w:r>
      <w:r w:rsidR="005F1F0C">
        <w:t xml:space="preserve"> </w:t>
      </w:r>
      <w:r>
        <w:t>tetap menunjukkan akhlak yang luhur.</w:t>
      </w:r>
    </w:p>
    <w:p w:rsidR="005F1F0C" w:rsidRDefault="005F1F0C" w:rsidP="00B634E1">
      <w:pPr>
        <w:pStyle w:val="libNormal"/>
      </w:pPr>
    </w:p>
    <w:p w:rsidR="00041E12" w:rsidRDefault="00B634E1" w:rsidP="008339EF">
      <w:pPr>
        <w:pStyle w:val="libNormal"/>
      </w:pPr>
      <w:r>
        <w:t>Al-Kazim adalah sebuah gelar yang berarti orang</w:t>
      </w:r>
      <w:r w:rsidR="008339EF">
        <w:t xml:space="preserve"> </w:t>
      </w:r>
      <w:r>
        <w:t>yang mampu mengendalikan amarahnya ketika</w:t>
      </w:r>
      <w:r w:rsidR="008339EF">
        <w:t xml:space="preserve"> </w:t>
      </w:r>
      <w:r>
        <w:t>mendapat gangguan dan membalasnya dengan kebaikan</w:t>
      </w:r>
      <w:r w:rsidR="008339EF">
        <w:t xml:space="preserve"> </w:t>
      </w:r>
      <w:r w:rsidR="00041E12">
        <w:t>serta penghormatan.</w:t>
      </w:r>
    </w:p>
    <w:p w:rsidR="00041E12" w:rsidRDefault="00041E12" w:rsidP="008339EF">
      <w:pPr>
        <w:pStyle w:val="libNormal"/>
      </w:pPr>
    </w:p>
    <w:p w:rsidR="00B634E1" w:rsidRDefault="00B634E1" w:rsidP="008339EF">
      <w:pPr>
        <w:pStyle w:val="libNormal"/>
      </w:pPr>
      <w:r>
        <w:t>Perbuatan mulia ini telah</w:t>
      </w:r>
      <w:r w:rsidR="008339EF">
        <w:t xml:space="preserve"> </w:t>
      </w:r>
      <w:r>
        <w:t>membuat musuh-musuhnya menjadi begitu malu.</w:t>
      </w:r>
    </w:p>
    <w:p w:rsidR="00041E12" w:rsidRDefault="00041E12" w:rsidP="008339EF">
      <w:pPr>
        <w:pStyle w:val="libNormal"/>
      </w:pPr>
    </w:p>
    <w:p w:rsidR="00041E12" w:rsidRDefault="00B634E1" w:rsidP="00575E23">
      <w:pPr>
        <w:pStyle w:val="libNormal"/>
      </w:pPr>
      <w:r>
        <w:t xml:space="preserve">Salah satu kebiasaan Imam Musa as. </w:t>
      </w:r>
      <w:r w:rsidR="00575E23">
        <w:t>I</w:t>
      </w:r>
      <w:r>
        <w:t>alah</w:t>
      </w:r>
      <w:r w:rsidR="00575E23">
        <w:t xml:space="preserve"> </w:t>
      </w:r>
      <w:r>
        <w:t>menunjukkan cinta kasih dan kehangatannya kepada</w:t>
      </w:r>
      <w:r w:rsidR="00575E23">
        <w:t xml:space="preserve"> </w:t>
      </w:r>
      <w:r w:rsidR="00041E12">
        <w:t>kerabat beliau.</w:t>
      </w:r>
    </w:p>
    <w:p w:rsidR="00041E12" w:rsidRDefault="00041E12" w:rsidP="00575E23">
      <w:pPr>
        <w:pStyle w:val="libNormal"/>
      </w:pPr>
    </w:p>
    <w:p w:rsidR="0031561F" w:rsidRDefault="00B634E1" w:rsidP="009738E7">
      <w:pPr>
        <w:pStyle w:val="libNormal"/>
      </w:pPr>
      <w:r>
        <w:t>Beliau berkata, "Apabila terjadi</w:t>
      </w:r>
      <w:r w:rsidR="00575E23">
        <w:t xml:space="preserve"> </w:t>
      </w:r>
      <w:r>
        <w:t>permusuhan di antara kerabat, lalu mereka saling</w:t>
      </w:r>
      <w:r w:rsidR="00575E23">
        <w:t xml:space="preserve"> </w:t>
      </w:r>
      <w:r>
        <w:t>berjabatan tangan ketika mereka berjumpa, maka</w:t>
      </w:r>
      <w:r w:rsidR="00575E23">
        <w:t xml:space="preserve"> </w:t>
      </w:r>
      <w:r>
        <w:t>permusuhan itu akan pergi dan sesama mereka akan saling mencintai satu sama lainnya dan sama-sama</w:t>
      </w:r>
      <w:r w:rsidR="00575E23">
        <w:t xml:space="preserve"> </w:t>
      </w:r>
      <w:r>
        <w:t>menyambut gembira".</w:t>
      </w:r>
    </w:p>
    <w:p w:rsidR="0031561F" w:rsidRPr="0031561F" w:rsidRDefault="0031561F">
      <w:r>
        <w:br w:type="page"/>
      </w:r>
    </w:p>
    <w:p w:rsidR="00E57BD1" w:rsidRDefault="00E57BD1" w:rsidP="00E57BD1">
      <w:pPr>
        <w:pStyle w:val="Heading1"/>
      </w:pPr>
      <w:bookmarkStart w:id="6" w:name="_Toc443987012"/>
      <w:r>
        <w:lastRenderedPageBreak/>
        <w:t>Sikap Pemurah Imam</w:t>
      </w:r>
      <w:bookmarkEnd w:id="6"/>
    </w:p>
    <w:p w:rsidR="00E57BD1" w:rsidRDefault="00E57BD1" w:rsidP="00E57BD1">
      <w:pPr>
        <w:pStyle w:val="libNormal"/>
      </w:pPr>
    </w:p>
    <w:p w:rsidR="00E57BD1" w:rsidRDefault="00E57BD1" w:rsidP="00DD7AB1">
      <w:pPr>
        <w:pStyle w:val="libNormal"/>
      </w:pPr>
      <w:r>
        <w:t>Imam Musa Al-Kazim as. masyhur di antara para</w:t>
      </w:r>
      <w:r w:rsidR="00DD7AB1">
        <w:t xml:space="preserve"> </w:t>
      </w:r>
      <w:r>
        <w:t>penduduk dengan kemurahan dan keramahannya,</w:t>
      </w:r>
      <w:r w:rsidR="00DD7AB1">
        <w:t xml:space="preserve"> </w:t>
      </w:r>
      <w:r>
        <w:t>seperti perbuatan beliau membebaskan seribu budak,</w:t>
      </w:r>
      <w:r w:rsidR="00DD7AB1">
        <w:t xml:space="preserve"> </w:t>
      </w:r>
      <w:r>
        <w:t>atau pun bantuan beliau kepada mereka yang dalam</w:t>
      </w:r>
      <w:r w:rsidR="00DD7AB1">
        <w:t xml:space="preserve"> </w:t>
      </w:r>
      <w:r>
        <w:t>kesulitan dan terhimpit masalah hidup, serta melunasi</w:t>
      </w:r>
      <w:r w:rsidR="00DD7AB1">
        <w:t xml:space="preserve"> </w:t>
      </w:r>
      <w:r>
        <w:t>utang orang-orang yang terlilit.</w:t>
      </w:r>
    </w:p>
    <w:p w:rsidR="008A16B1" w:rsidRDefault="008A16B1" w:rsidP="00DD7AB1">
      <w:pPr>
        <w:pStyle w:val="libNormal"/>
      </w:pPr>
    </w:p>
    <w:p w:rsidR="00B37790" w:rsidRDefault="00E57BD1" w:rsidP="00D00937">
      <w:pPr>
        <w:pStyle w:val="libNormal"/>
      </w:pPr>
      <w:r>
        <w:t>Ibnu Sharashab menukilkan, "Suatu hari, Khalifah</w:t>
      </w:r>
      <w:r w:rsidR="00D00937">
        <w:t xml:space="preserve"> </w:t>
      </w:r>
      <w:r>
        <w:t>Mansur mengundang Imam Musa ke istananya dan</w:t>
      </w:r>
      <w:r w:rsidR="00D00937">
        <w:t xml:space="preserve"> </w:t>
      </w:r>
      <w:r>
        <w:t>meminta beliau untuk duduk di singgasana khalifah</w:t>
      </w:r>
      <w:r w:rsidR="00D00937">
        <w:t xml:space="preserve"> </w:t>
      </w:r>
      <w:r>
        <w:t>pada hari tahun baru dan membawa pulang hadiah</w:t>
      </w:r>
      <w:r w:rsidR="00CC4AD9">
        <w:t>-</w:t>
      </w:r>
      <w:r>
        <w:t>hadiah</w:t>
      </w:r>
      <w:r w:rsidR="00D00937">
        <w:t xml:space="preserve"> </w:t>
      </w:r>
      <w:r w:rsidR="00B37790">
        <w:t>yang dihaturkan oleh para tamu.</w:t>
      </w:r>
    </w:p>
    <w:p w:rsidR="00B37790" w:rsidRDefault="00B37790" w:rsidP="00D00937">
      <w:pPr>
        <w:pStyle w:val="libNormal"/>
      </w:pPr>
    </w:p>
    <w:p w:rsidR="00E57BD1" w:rsidRDefault="00E57BD1" w:rsidP="00D00937">
      <w:pPr>
        <w:pStyle w:val="libNormal"/>
      </w:pPr>
      <w:r>
        <w:t>Meskipun</w:t>
      </w:r>
      <w:r w:rsidR="00D00937">
        <w:t xml:space="preserve"> </w:t>
      </w:r>
      <w:r>
        <w:t>Imam tidak begitu tertarik untuk memenuhi undangan</w:t>
      </w:r>
      <w:r w:rsidR="00D00937">
        <w:t xml:space="preserve"> </w:t>
      </w:r>
      <w:r>
        <w:t>itu, namun beliau dengan terpaksa menerimanya.</w:t>
      </w:r>
    </w:p>
    <w:p w:rsidR="00D00937" w:rsidRDefault="00D00937" w:rsidP="00E57BD1">
      <w:pPr>
        <w:pStyle w:val="libNormal"/>
      </w:pPr>
    </w:p>
    <w:p w:rsidR="00E44E1F" w:rsidRDefault="00E57BD1" w:rsidP="00E81BDB">
      <w:pPr>
        <w:pStyle w:val="libNormal"/>
      </w:pPr>
      <w:r>
        <w:t>"Beliau duduk di singgasana itu. Atas perintah</w:t>
      </w:r>
      <w:r w:rsidR="00E81BDB">
        <w:t xml:space="preserve"> </w:t>
      </w:r>
      <w:r>
        <w:t>Khalifah Mansur, para pengawal kerajaan, keluarga</w:t>
      </w:r>
      <w:r w:rsidR="00E81BDB">
        <w:t xml:space="preserve"> </w:t>
      </w:r>
      <w:r>
        <w:t>istana dan para pembesar yang ikut dalam acara resmi</w:t>
      </w:r>
      <w:r w:rsidR="00E81BDB">
        <w:t xml:space="preserve"> </w:t>
      </w:r>
      <w:r>
        <w:t>tersebut, menyerahkan hadiah-hadiah mereka kepada</w:t>
      </w:r>
      <w:r w:rsidR="00E81BDB">
        <w:t xml:space="preserve"> </w:t>
      </w:r>
      <w:r w:rsidR="00E44E1F">
        <w:t>Imam.</w:t>
      </w:r>
    </w:p>
    <w:p w:rsidR="00E44E1F" w:rsidRDefault="00E44E1F" w:rsidP="00E81BDB">
      <w:pPr>
        <w:pStyle w:val="libNormal"/>
      </w:pPr>
    </w:p>
    <w:p w:rsidR="00E57BD1" w:rsidRDefault="00E57BD1" w:rsidP="00E81BDB">
      <w:pPr>
        <w:pStyle w:val="libNormal"/>
      </w:pPr>
      <w:r>
        <w:t>Mansur memerintahkan salah seorang</w:t>
      </w:r>
      <w:r w:rsidR="00E81BDB">
        <w:t xml:space="preserve"> </w:t>
      </w:r>
      <w:r>
        <w:t>pelayannya untuk mencatat secara detail jumlah hadiah</w:t>
      </w:r>
      <w:r w:rsidR="00E81BDB">
        <w:t xml:space="preserve"> </w:t>
      </w:r>
      <w:r>
        <w:t>itu dan menyiapkan perlengkapannya untuk dibawa oleh</w:t>
      </w:r>
      <w:r w:rsidR="00E81BDB">
        <w:t xml:space="preserve"> </w:t>
      </w:r>
      <w:r>
        <w:t>Imam.</w:t>
      </w:r>
    </w:p>
    <w:p w:rsidR="00E81BDB" w:rsidRDefault="00E81BDB" w:rsidP="00E57BD1">
      <w:pPr>
        <w:pStyle w:val="libNormal"/>
      </w:pPr>
    </w:p>
    <w:p w:rsidR="00E57BD1" w:rsidRDefault="00E57BD1" w:rsidP="00E81BDB">
      <w:pPr>
        <w:pStyle w:val="libNormal"/>
      </w:pPr>
      <w:r>
        <w:t>"Di akhir acara itu, seseorang yang sudah berusia</w:t>
      </w:r>
      <w:r w:rsidR="00E81BDB">
        <w:t xml:space="preserve"> </w:t>
      </w:r>
      <w:r>
        <w:t>lanjut datang dan berkata, 'Wahai putra Rasulullah,</w:t>
      </w:r>
      <w:r w:rsidR="00E81BDB">
        <w:t xml:space="preserve"> </w:t>
      </w:r>
      <w:r>
        <w:t>aku tidak memiliki sesuatu pun untuk aku haturkan</w:t>
      </w:r>
      <w:r w:rsidR="00E81BDB">
        <w:t xml:space="preserve"> </w:t>
      </w:r>
      <w:r>
        <w:t>kepadamu, akan tetapi aku memiliki beberapa syair</w:t>
      </w:r>
      <w:r w:rsidR="00E81BDB">
        <w:t xml:space="preserve"> </w:t>
      </w:r>
      <w:r>
        <w:t>yang berhubungan dengan duka nestapa yang menimpa</w:t>
      </w:r>
      <w:r w:rsidR="00E81BDB">
        <w:t xml:space="preserve"> </w:t>
      </w:r>
      <w:r>
        <w:t>datukmu Imam Husein as., hanya syair inilah yang</w:t>
      </w:r>
      <w:r w:rsidR="00E81BDB">
        <w:t xml:space="preserve"> </w:t>
      </w:r>
      <w:r>
        <w:t>dapat aku persembahkan kepadamu'.</w:t>
      </w:r>
    </w:p>
    <w:p w:rsidR="00E81BDB" w:rsidRDefault="00E81BDB" w:rsidP="00E57BD1">
      <w:pPr>
        <w:pStyle w:val="libNormal"/>
      </w:pPr>
    </w:p>
    <w:p w:rsidR="005A4F6B" w:rsidRDefault="005A4F6B" w:rsidP="00E81BDB">
      <w:pPr>
        <w:pStyle w:val="libNormal"/>
      </w:pPr>
    </w:p>
    <w:p w:rsidR="00A23104" w:rsidRDefault="00E57BD1" w:rsidP="00E81BDB">
      <w:pPr>
        <w:pStyle w:val="libNormal"/>
      </w:pPr>
      <w:r>
        <w:t>"Orang itu kemudian melantunkan syairnya di</w:t>
      </w:r>
      <w:r w:rsidR="00E81BDB">
        <w:t xml:space="preserve"> </w:t>
      </w:r>
      <w:r>
        <w:t>hadapan Imam dan meninggalkan kesan yang luar biasa</w:t>
      </w:r>
      <w:r w:rsidR="00E81BDB">
        <w:t xml:space="preserve"> </w:t>
      </w:r>
      <w:r w:rsidR="00A23104">
        <w:t>dalam diri beliau.</w:t>
      </w:r>
    </w:p>
    <w:p w:rsidR="00A23104" w:rsidRDefault="00A23104" w:rsidP="00E81BDB">
      <w:pPr>
        <w:pStyle w:val="libNormal"/>
      </w:pPr>
    </w:p>
    <w:p w:rsidR="00E57BD1" w:rsidRDefault="00E57BD1" w:rsidP="00E81BDB">
      <w:pPr>
        <w:pStyle w:val="libNormal"/>
      </w:pPr>
      <w:r>
        <w:t>Beliau meminta pengawal Mansur</w:t>
      </w:r>
      <w:r w:rsidR="00E81BDB">
        <w:t xml:space="preserve"> </w:t>
      </w:r>
      <w:r>
        <w:t>untuk pergi menjumpai Mansur dan menanyakan</w:t>
      </w:r>
      <w:r w:rsidR="00E81BDB">
        <w:t xml:space="preserve"> </w:t>
      </w:r>
      <w:r>
        <w:t>tentang apa yang harus dilakukan dengan hadiah</w:t>
      </w:r>
      <w:r w:rsidR="00567399">
        <w:t>-</w:t>
      </w:r>
      <w:r>
        <w:t>hadiah</w:t>
      </w:r>
      <w:r w:rsidR="00E81BDB">
        <w:t xml:space="preserve"> </w:t>
      </w:r>
      <w:r>
        <w:t>tersebut.</w:t>
      </w:r>
    </w:p>
    <w:p w:rsidR="00E81BDB" w:rsidRDefault="00E81BDB" w:rsidP="00E81BDB">
      <w:pPr>
        <w:pStyle w:val="libNormal"/>
      </w:pPr>
    </w:p>
    <w:p w:rsidR="00E57BD1" w:rsidRDefault="00E57BD1" w:rsidP="00F45555">
      <w:pPr>
        <w:pStyle w:val="libNormal"/>
      </w:pPr>
      <w:r>
        <w:t>"Pengawal tersebut beranjak menjumpai Mansur,</w:t>
      </w:r>
      <w:r w:rsidR="00E81BDB">
        <w:t xml:space="preserve"> </w:t>
      </w:r>
      <w:r>
        <w:t>dan setelah kembali ia mengatakan, 'Khalifah</w:t>
      </w:r>
      <w:r w:rsidR="00F45555">
        <w:t xml:space="preserve"> </w:t>
      </w:r>
      <w:r>
        <w:t>mengatakan bahwa "Aku serahkan seluruh hadiah ini</w:t>
      </w:r>
      <w:r w:rsidR="00F45555">
        <w:t xml:space="preserve"> </w:t>
      </w:r>
      <w:r>
        <w:t>kepadamu. Kau bisa serahkan kepada siapa saja yang</w:t>
      </w:r>
      <w:r w:rsidR="00F45555">
        <w:t xml:space="preserve"> </w:t>
      </w:r>
      <w:r>
        <w:t>kau kehendaki".</w:t>
      </w:r>
    </w:p>
    <w:p w:rsidR="00F45555" w:rsidRDefault="00F45555" w:rsidP="00E57BD1">
      <w:pPr>
        <w:pStyle w:val="libNormal"/>
      </w:pPr>
    </w:p>
    <w:p w:rsidR="00041E12" w:rsidRDefault="00E57BD1" w:rsidP="00A72E50">
      <w:pPr>
        <w:pStyle w:val="libNormal"/>
      </w:pPr>
      <w:r>
        <w:t>"Pandangan Imam jatuh kepada orang tua tadi.</w:t>
      </w:r>
      <w:r w:rsidR="00A72E50">
        <w:t xml:space="preserve"> </w:t>
      </w:r>
      <w:r>
        <w:t>Kepadanya beliau mengatakan, 'Demi syair yang telah</w:t>
      </w:r>
      <w:r w:rsidR="00A72E50">
        <w:t xml:space="preserve"> </w:t>
      </w:r>
      <w:r>
        <w:t>Anda lantunkan sehubungan dengan bencana yang</w:t>
      </w:r>
      <w:r w:rsidR="00A72E50">
        <w:t xml:space="preserve"> </w:t>
      </w:r>
      <w:r>
        <w:t>menimpa datukku, aku anugerahkan hadiah ini untukmu</w:t>
      </w:r>
      <w:r w:rsidR="00A72E50">
        <w:t xml:space="preserve"> </w:t>
      </w:r>
      <w:r>
        <w:t>sehingga dengannya Anda bebas dari kemiskinan dan</w:t>
      </w:r>
      <w:r w:rsidR="00A72E50">
        <w:t xml:space="preserve"> </w:t>
      </w:r>
      <w:r>
        <w:t>penderitaan'".</w:t>
      </w:r>
    </w:p>
    <w:p w:rsidR="00C30636" w:rsidRDefault="00C30636" w:rsidP="00A72E50">
      <w:pPr>
        <w:pStyle w:val="libNormal"/>
      </w:pPr>
    </w:p>
    <w:p w:rsidR="000336C6" w:rsidRPr="000336C6" w:rsidRDefault="000336C6">
      <w:r>
        <w:br w:type="page"/>
      </w:r>
    </w:p>
    <w:p w:rsidR="000336C6" w:rsidRDefault="000336C6" w:rsidP="000336C6">
      <w:pPr>
        <w:pStyle w:val="Heading1"/>
      </w:pPr>
      <w:bookmarkStart w:id="7" w:name="_Toc443987013"/>
      <w:r>
        <w:lastRenderedPageBreak/>
        <w:t>Imam Musa as. Bekerja</w:t>
      </w:r>
      <w:bookmarkEnd w:id="7"/>
    </w:p>
    <w:p w:rsidR="000336C6" w:rsidRDefault="000336C6" w:rsidP="000336C6">
      <w:pPr>
        <w:pStyle w:val="libNormal"/>
      </w:pPr>
    </w:p>
    <w:p w:rsidR="00D931D0" w:rsidRDefault="000336C6" w:rsidP="000336C6">
      <w:pPr>
        <w:pStyle w:val="libNormal"/>
      </w:pPr>
      <w:r>
        <w:t>Imam Musa Al-Kazim as. bercocok tanam sendiri di ladang yang m</w:t>
      </w:r>
      <w:r w:rsidR="00D931D0">
        <w:t>enjadi kekayaan pribadi beliau.</w:t>
      </w:r>
    </w:p>
    <w:p w:rsidR="00D931D0" w:rsidRDefault="00D931D0" w:rsidP="000336C6">
      <w:pPr>
        <w:pStyle w:val="libNormal"/>
      </w:pPr>
    </w:p>
    <w:p w:rsidR="00CA4465" w:rsidRDefault="000336C6" w:rsidP="000336C6">
      <w:pPr>
        <w:pStyle w:val="libNormal"/>
      </w:pPr>
      <w:r>
        <w:t>Dari hasil cocok tanam itu, Imam membelanjakannya untuk keperluan hidup sehar</w:t>
      </w:r>
      <w:r w:rsidR="00CA4465">
        <w:t>i-hari.</w:t>
      </w:r>
    </w:p>
    <w:p w:rsidR="00CA4465" w:rsidRDefault="00CA4465" w:rsidP="000336C6">
      <w:pPr>
        <w:pStyle w:val="libNormal"/>
      </w:pPr>
    </w:p>
    <w:p w:rsidR="000336C6" w:rsidRDefault="000336C6" w:rsidP="000336C6">
      <w:pPr>
        <w:pStyle w:val="libNormal"/>
      </w:pPr>
      <w:r>
        <w:t>Kadang-kadang, kerja keras di ladang membuat seluruh badan beliau kuyup dengan peluh.</w:t>
      </w:r>
    </w:p>
    <w:p w:rsidR="000336C6" w:rsidRDefault="000336C6" w:rsidP="000336C6">
      <w:pPr>
        <w:pStyle w:val="libNormal"/>
      </w:pPr>
    </w:p>
    <w:p w:rsidR="00E56248" w:rsidRDefault="000336C6" w:rsidP="000336C6">
      <w:pPr>
        <w:pStyle w:val="libNormal"/>
      </w:pPr>
      <w:r>
        <w:t>Suatu hari, salah seorang sahabat Imam yang bernama Ali Bathaini –yang memiliki hubungan kerja dengan Ima</w:t>
      </w:r>
      <w:r w:rsidR="00E56248">
        <w:t>m– mendatangi beliau di ladang.</w:t>
      </w:r>
    </w:p>
    <w:p w:rsidR="00E56248" w:rsidRDefault="00E56248" w:rsidP="000336C6">
      <w:pPr>
        <w:pStyle w:val="libNormal"/>
      </w:pPr>
    </w:p>
    <w:p w:rsidR="000336C6" w:rsidRDefault="000336C6" w:rsidP="000336C6">
      <w:pPr>
        <w:pStyle w:val="libNormal"/>
      </w:pPr>
      <w:r>
        <w:t>Ketika ia melihat Imam dalam kepayahan, ia pun menjadi sedih dan berkata, "Semoga jiwaku menjadi tebusanmu wahai Imam, mengapa Anda tidak membiarkan orang lain untuk melakukan pekerjaan ini?!".</w:t>
      </w:r>
    </w:p>
    <w:p w:rsidR="000336C6" w:rsidRDefault="000336C6" w:rsidP="000336C6">
      <w:pPr>
        <w:pStyle w:val="libNormal"/>
      </w:pPr>
    </w:p>
    <w:p w:rsidR="0010796B" w:rsidRDefault="000336C6" w:rsidP="00D4013C">
      <w:pPr>
        <w:pStyle w:val="libNormal"/>
      </w:pPr>
      <w:r>
        <w:t>Imam menjawab, "Mengapa aku harus membebankan</w:t>
      </w:r>
      <w:r w:rsidR="00D4013C">
        <w:t xml:space="preserve"> </w:t>
      </w:r>
      <w:r>
        <w:t>pekerjaan ini ke pundak orang lain sementara mereka</w:t>
      </w:r>
      <w:r w:rsidR="00D4013C">
        <w:t xml:space="preserve"> </w:t>
      </w:r>
      <w:r>
        <w:t>lebih baik dalam melakukan pekerjaan ini daripada</w:t>
      </w:r>
      <w:r w:rsidR="00D4013C">
        <w:t xml:space="preserve"> </w:t>
      </w:r>
      <w:r>
        <w:t>aku".</w:t>
      </w:r>
      <w:r w:rsidR="00D4013C">
        <w:t xml:space="preserve"> </w:t>
      </w:r>
    </w:p>
    <w:p w:rsidR="0010796B" w:rsidRDefault="0010796B" w:rsidP="00D4013C">
      <w:pPr>
        <w:pStyle w:val="libNormal"/>
      </w:pPr>
    </w:p>
    <w:p w:rsidR="000336C6" w:rsidRDefault="000336C6" w:rsidP="00D4013C">
      <w:pPr>
        <w:pStyle w:val="libNormal"/>
      </w:pPr>
      <w:r>
        <w:t>Aku bertanya, "Siapakah mereka itu?"</w:t>
      </w:r>
    </w:p>
    <w:p w:rsidR="00D4013C" w:rsidRDefault="00D4013C" w:rsidP="000336C6">
      <w:pPr>
        <w:pStyle w:val="libNormal"/>
      </w:pPr>
    </w:p>
    <w:p w:rsidR="000336C6" w:rsidRDefault="000336C6" w:rsidP="00D4013C">
      <w:pPr>
        <w:pStyle w:val="libNormal"/>
      </w:pPr>
      <w:r>
        <w:t>Imam berkata, "Rasulullah saw., Amirul mukminin Ali</w:t>
      </w:r>
      <w:r w:rsidR="00D4013C">
        <w:t xml:space="preserve"> </w:t>
      </w:r>
      <w:r>
        <w:t>as., ayahandaku dan datukku".</w:t>
      </w:r>
      <w:r w:rsidR="00D4013C">
        <w:t xml:space="preserve"> </w:t>
      </w:r>
      <w:r>
        <w:t>Bekerja dan berpeluh adalah sunah para nabi,</w:t>
      </w:r>
      <w:r w:rsidR="00D4013C">
        <w:t xml:space="preserve"> </w:t>
      </w:r>
      <w:r>
        <w:t>sunnah para Imam, dan para hamba Allah yang soleh.</w:t>
      </w:r>
    </w:p>
    <w:p w:rsidR="00D4013C" w:rsidRDefault="00D4013C" w:rsidP="000336C6">
      <w:pPr>
        <w:pStyle w:val="libNormal"/>
      </w:pPr>
    </w:p>
    <w:p w:rsidR="00E8043E" w:rsidRDefault="000336C6" w:rsidP="00D4013C">
      <w:pPr>
        <w:pStyle w:val="libNormal"/>
      </w:pPr>
      <w:r>
        <w:t>Mereka ini senantiasa bekerja dan bersusah payah.</w:t>
      </w:r>
      <w:r w:rsidR="00D4013C">
        <w:t xml:space="preserve"> </w:t>
      </w:r>
      <w:r>
        <w:t>Mereka memenuhi kebutuhan sehari-harinya dengan</w:t>
      </w:r>
      <w:r w:rsidR="00D4013C">
        <w:t xml:space="preserve"> </w:t>
      </w:r>
      <w:r>
        <w:t>hasil kerja yang mereka usahakan sendiri.</w:t>
      </w:r>
    </w:p>
    <w:p w:rsidR="00950033" w:rsidRDefault="00950033">
      <w:r>
        <w:br w:type="page"/>
      </w:r>
    </w:p>
    <w:p w:rsidR="00950033" w:rsidRDefault="00950033" w:rsidP="00D82C7A">
      <w:pPr>
        <w:pStyle w:val="Heading1"/>
      </w:pPr>
      <w:bookmarkStart w:id="8" w:name="_Toc443987014"/>
      <w:r>
        <w:lastRenderedPageBreak/>
        <w:t>Cara Dakwah Imam Musa as.</w:t>
      </w:r>
      <w:bookmarkEnd w:id="8"/>
    </w:p>
    <w:p w:rsidR="00950033" w:rsidRDefault="00950033" w:rsidP="00950033">
      <w:pPr>
        <w:pStyle w:val="libNormal"/>
      </w:pPr>
    </w:p>
    <w:p w:rsidR="00A26B9B" w:rsidRDefault="00950033" w:rsidP="00FB642B">
      <w:pPr>
        <w:pStyle w:val="libNormal"/>
      </w:pPr>
      <w:r>
        <w:t>Suatu ketika, Imam meli</w:t>
      </w:r>
      <w:r w:rsidR="00A26B9B">
        <w:t>ntasi sebuah jalan.</w:t>
      </w:r>
    </w:p>
    <w:p w:rsidR="00A26B9B" w:rsidRDefault="00A26B9B" w:rsidP="00FB642B">
      <w:pPr>
        <w:pStyle w:val="libNormal"/>
      </w:pPr>
    </w:p>
    <w:p w:rsidR="005429DF" w:rsidRDefault="00950033" w:rsidP="00FB642B">
      <w:pPr>
        <w:pStyle w:val="libNormal"/>
      </w:pPr>
      <w:r>
        <w:t>Denting</w:t>
      </w:r>
      <w:r w:rsidR="00FB642B">
        <w:t xml:space="preserve"> </w:t>
      </w:r>
      <w:r>
        <w:t>suara musik dan dendang lagu terdengar hingga keluar</w:t>
      </w:r>
      <w:r w:rsidR="00FB642B">
        <w:t xml:space="preserve"> </w:t>
      </w:r>
      <w:r w:rsidR="005429DF">
        <w:t>rumah.</w:t>
      </w:r>
    </w:p>
    <w:p w:rsidR="005429DF" w:rsidRDefault="005429DF" w:rsidP="00FB642B">
      <w:pPr>
        <w:pStyle w:val="libNormal"/>
      </w:pPr>
    </w:p>
    <w:p w:rsidR="00A066A0" w:rsidRDefault="00950033" w:rsidP="00FB642B">
      <w:pPr>
        <w:pStyle w:val="libNormal"/>
      </w:pPr>
      <w:r>
        <w:t>Pemilik rumah tersebut adalah seorang tuan</w:t>
      </w:r>
      <w:r w:rsidR="00FB642B">
        <w:t xml:space="preserve"> </w:t>
      </w:r>
      <w:r w:rsidR="00A066A0">
        <w:t>yang terpandang.</w:t>
      </w:r>
    </w:p>
    <w:p w:rsidR="00A066A0" w:rsidRDefault="00A066A0" w:rsidP="00FB642B">
      <w:pPr>
        <w:pStyle w:val="libNormal"/>
      </w:pPr>
    </w:p>
    <w:p w:rsidR="00950033" w:rsidRDefault="00950033" w:rsidP="00FB642B">
      <w:pPr>
        <w:pStyle w:val="libNormal"/>
      </w:pPr>
      <w:r>
        <w:t>Dia telah membangun sebuah tempat</w:t>
      </w:r>
      <w:r w:rsidR="00FB642B">
        <w:t xml:space="preserve"> </w:t>
      </w:r>
      <w:r>
        <w:t>untuk bersenang-senang dan membuatnya bergembira</w:t>
      </w:r>
      <w:r w:rsidR="00FB642B">
        <w:t xml:space="preserve"> </w:t>
      </w:r>
      <w:r>
        <w:t>ria.</w:t>
      </w:r>
    </w:p>
    <w:p w:rsidR="00A066A0" w:rsidRDefault="00A066A0" w:rsidP="00FB642B">
      <w:pPr>
        <w:pStyle w:val="libNormal"/>
      </w:pPr>
    </w:p>
    <w:p w:rsidR="00A066A0" w:rsidRDefault="00950033" w:rsidP="00FB642B">
      <w:pPr>
        <w:pStyle w:val="libNormal"/>
      </w:pPr>
      <w:r>
        <w:t>Tiba-tiba seorang budak keluar dari rumah itu</w:t>
      </w:r>
      <w:r w:rsidR="00FB642B">
        <w:t xml:space="preserve"> </w:t>
      </w:r>
      <w:r>
        <w:t xml:space="preserve">untuk </w:t>
      </w:r>
      <w:r w:rsidR="00A066A0">
        <w:t>membuang sampah di sudut jalan.</w:t>
      </w:r>
    </w:p>
    <w:p w:rsidR="00A066A0" w:rsidRDefault="00A066A0" w:rsidP="00FB642B">
      <w:pPr>
        <w:pStyle w:val="libNormal"/>
      </w:pPr>
    </w:p>
    <w:p w:rsidR="00950033" w:rsidRDefault="00950033" w:rsidP="00FB642B">
      <w:pPr>
        <w:pStyle w:val="libNormal"/>
      </w:pPr>
      <w:r>
        <w:t>Secara</w:t>
      </w:r>
      <w:r w:rsidR="00FB642B">
        <w:t xml:space="preserve"> </w:t>
      </w:r>
      <w:r>
        <w:t>kebetulan, ia melihat Imam dan berdiri terdiam. Lalu,</w:t>
      </w:r>
      <w:r w:rsidR="00FB642B">
        <w:t xml:space="preserve"> </w:t>
      </w:r>
      <w:r>
        <w:t>ia memberikan salam kepada Imam.</w:t>
      </w:r>
    </w:p>
    <w:p w:rsidR="00FB642B" w:rsidRDefault="00FB642B" w:rsidP="00950033">
      <w:pPr>
        <w:pStyle w:val="libNormal"/>
      </w:pPr>
    </w:p>
    <w:p w:rsidR="00950033" w:rsidRDefault="00950033" w:rsidP="006E76C2">
      <w:pPr>
        <w:pStyle w:val="libNormal"/>
      </w:pPr>
      <w:r>
        <w:t>Sang Imam bertanya padanya, "Apakah pemilik</w:t>
      </w:r>
      <w:r w:rsidR="006E76C2">
        <w:t xml:space="preserve"> </w:t>
      </w:r>
      <w:r>
        <w:t>rumah ini adalah seorang hamba atau seorang</w:t>
      </w:r>
      <w:r w:rsidR="006E76C2">
        <w:t xml:space="preserve"> </w:t>
      </w:r>
      <w:r>
        <w:t>merdeka?"</w:t>
      </w:r>
    </w:p>
    <w:p w:rsidR="00A066A0" w:rsidRDefault="00A066A0" w:rsidP="006E76C2">
      <w:pPr>
        <w:pStyle w:val="libNormal"/>
      </w:pPr>
    </w:p>
    <w:p w:rsidR="00AF7AD2" w:rsidRDefault="00950033" w:rsidP="006E76C2">
      <w:pPr>
        <w:pStyle w:val="libNormal"/>
      </w:pPr>
      <w:r>
        <w:t>Ia menjawab , "Seorang yang merdeka".</w:t>
      </w:r>
      <w:r w:rsidR="006E76C2">
        <w:t xml:space="preserve"> </w:t>
      </w:r>
      <w:r>
        <w:t>Imam berkata lagi, "Tentu saja dia seorang yang</w:t>
      </w:r>
      <w:r w:rsidR="006E76C2">
        <w:t xml:space="preserve"> </w:t>
      </w:r>
      <w:r w:rsidR="00AF7AD2">
        <w:t>merdeka.</w:t>
      </w:r>
    </w:p>
    <w:p w:rsidR="00AF7AD2" w:rsidRDefault="00AF7AD2" w:rsidP="006E76C2">
      <w:pPr>
        <w:pStyle w:val="libNormal"/>
      </w:pPr>
    </w:p>
    <w:p w:rsidR="00950033" w:rsidRDefault="00950033" w:rsidP="006E76C2">
      <w:pPr>
        <w:pStyle w:val="libNormal"/>
      </w:pPr>
      <w:r>
        <w:t>Jika dia seorang hamba, tentu dia memiliki</w:t>
      </w:r>
      <w:r w:rsidR="006E76C2">
        <w:t xml:space="preserve"> </w:t>
      </w:r>
      <w:r>
        <w:t>rasa takut kepada Allah swt. dan tidak akan</w:t>
      </w:r>
      <w:r w:rsidR="006E76C2">
        <w:t xml:space="preserve"> </w:t>
      </w:r>
      <w:r>
        <w:t>mengerjakan perbuatan sia-sia ini".</w:t>
      </w:r>
    </w:p>
    <w:p w:rsidR="006E76C2" w:rsidRDefault="006E76C2" w:rsidP="00950033">
      <w:pPr>
        <w:pStyle w:val="libNormal"/>
      </w:pPr>
    </w:p>
    <w:p w:rsidR="00AF7AD2" w:rsidRDefault="00AF7AD2" w:rsidP="00677E8C">
      <w:pPr>
        <w:pStyle w:val="libNormal"/>
      </w:pPr>
      <w:r>
        <w:t>Budak itu kembali masuk rumah.</w:t>
      </w:r>
    </w:p>
    <w:p w:rsidR="00AF7AD2" w:rsidRDefault="00AF7AD2" w:rsidP="00677E8C">
      <w:pPr>
        <w:pStyle w:val="libNormal"/>
      </w:pPr>
    </w:p>
    <w:p w:rsidR="00950033" w:rsidRDefault="00950033" w:rsidP="00677E8C">
      <w:pPr>
        <w:pStyle w:val="libNormal"/>
      </w:pPr>
      <w:r>
        <w:t>Tatkala tuannya</w:t>
      </w:r>
      <w:r w:rsidR="00677E8C">
        <w:t xml:space="preserve"> </w:t>
      </w:r>
      <w:r>
        <w:t>menanyakan keterlambatannya, ia menceritakan</w:t>
      </w:r>
      <w:r w:rsidR="00677E8C">
        <w:t xml:space="preserve"> </w:t>
      </w:r>
      <w:r>
        <w:t>perjumpaan dan perbincangannya dengan Imam di luar</w:t>
      </w:r>
      <w:r w:rsidR="00677E8C">
        <w:t xml:space="preserve"> </w:t>
      </w:r>
      <w:r>
        <w:t>tadi.</w:t>
      </w:r>
    </w:p>
    <w:p w:rsidR="00677E8C" w:rsidRDefault="00677E8C" w:rsidP="00950033">
      <w:pPr>
        <w:pStyle w:val="libNormal"/>
      </w:pPr>
    </w:p>
    <w:p w:rsidR="00994358" w:rsidRDefault="00950033" w:rsidP="009A3D1E">
      <w:pPr>
        <w:pStyle w:val="libNormal"/>
      </w:pPr>
      <w:r>
        <w:t>Orang itu sejenak merenungi perbincangan itu.</w:t>
      </w:r>
    </w:p>
    <w:p w:rsidR="00994358" w:rsidRDefault="00994358" w:rsidP="009A3D1E">
      <w:pPr>
        <w:pStyle w:val="libNormal"/>
      </w:pPr>
    </w:p>
    <w:p w:rsidR="00994358" w:rsidRDefault="006B220C" w:rsidP="009A3D1E">
      <w:pPr>
        <w:pStyle w:val="libNormal"/>
      </w:pPr>
      <w:r>
        <w:t>I</w:t>
      </w:r>
      <w:r w:rsidR="00950033">
        <w:t>a</w:t>
      </w:r>
      <w:r>
        <w:t xml:space="preserve"> </w:t>
      </w:r>
      <w:r w:rsidR="00950033">
        <w:t>merasakan perkataan Imam di atas begitu menyentuh</w:t>
      </w:r>
      <w:r>
        <w:t xml:space="preserve"> </w:t>
      </w:r>
      <w:r w:rsidR="00950033">
        <w:t>hatinya.</w:t>
      </w:r>
    </w:p>
    <w:p w:rsidR="00994358" w:rsidRDefault="00994358" w:rsidP="009A3D1E">
      <w:pPr>
        <w:pStyle w:val="libNormal"/>
      </w:pPr>
    </w:p>
    <w:p w:rsidR="00BD0820" w:rsidRDefault="00950033" w:rsidP="009A3D1E">
      <w:pPr>
        <w:pStyle w:val="libNormal"/>
      </w:pPr>
      <w:r>
        <w:t>Segera ia bangkit dari tempat duduknya dan dengan kaki telanjang ia berlari menyusul Imam dari</w:t>
      </w:r>
      <w:r w:rsidR="009A3D1E">
        <w:t xml:space="preserve"> </w:t>
      </w:r>
      <w:r>
        <w:t>belakang</w:t>
      </w:r>
      <w:r w:rsidR="00BD0820">
        <w:t xml:space="preserve"> hingga berjumpa dengan beliau.</w:t>
      </w:r>
    </w:p>
    <w:p w:rsidR="00BD0820" w:rsidRDefault="00BD0820" w:rsidP="009A3D1E">
      <w:pPr>
        <w:pStyle w:val="libNormal"/>
      </w:pPr>
    </w:p>
    <w:p w:rsidR="00950033" w:rsidRDefault="00950033" w:rsidP="009A3D1E">
      <w:pPr>
        <w:pStyle w:val="libNormal"/>
      </w:pPr>
      <w:r>
        <w:t>Orang itu</w:t>
      </w:r>
      <w:r w:rsidR="009A3D1E">
        <w:t xml:space="preserve"> </w:t>
      </w:r>
      <w:r>
        <w:t>memberikan salam kepada Imam dan menyampaikan</w:t>
      </w:r>
      <w:r w:rsidR="009A3D1E">
        <w:t xml:space="preserve"> </w:t>
      </w:r>
      <w:r>
        <w:t>penyesalannya di hadapan beliau.</w:t>
      </w:r>
    </w:p>
    <w:p w:rsidR="009A3D1E" w:rsidRDefault="009A3D1E" w:rsidP="00950033">
      <w:pPr>
        <w:pStyle w:val="libNormal"/>
      </w:pPr>
    </w:p>
    <w:p w:rsidR="007E60D2" w:rsidRDefault="00950033" w:rsidP="004A0D1F">
      <w:pPr>
        <w:pStyle w:val="libNormal"/>
      </w:pPr>
      <w:r>
        <w:t>Sejak saat itu, ia mengubah pusat hiburan itu</w:t>
      </w:r>
      <w:r w:rsidR="004A0D1F">
        <w:t xml:space="preserve"> </w:t>
      </w:r>
      <w:r>
        <w:t>menjadi tempat ibadah, dan setiap hari ia berjalan</w:t>
      </w:r>
      <w:r w:rsidR="004A0D1F">
        <w:t xml:space="preserve"> </w:t>
      </w:r>
      <w:r w:rsidR="007E60D2">
        <w:t>dengan kaki telanjang.</w:t>
      </w:r>
    </w:p>
    <w:p w:rsidR="007E60D2" w:rsidRDefault="007E60D2" w:rsidP="004A0D1F">
      <w:pPr>
        <w:pStyle w:val="libNormal"/>
      </w:pPr>
    </w:p>
    <w:p w:rsidR="00950033" w:rsidRDefault="00950033" w:rsidP="004A0D1F">
      <w:pPr>
        <w:pStyle w:val="libNormal"/>
      </w:pPr>
      <w:r>
        <w:t>Orang ini kemudian dikenal</w:t>
      </w:r>
      <w:r w:rsidR="004A0D1F">
        <w:t xml:space="preserve"> </w:t>
      </w:r>
      <w:r>
        <w:t>dengan nama "Bushri Hafi", yang berarti Si Bushri</w:t>
      </w:r>
      <w:r w:rsidR="004A0D1F">
        <w:t xml:space="preserve"> </w:t>
      </w:r>
      <w:r>
        <w:t>yang berjalan dengan kaki telanjang.</w:t>
      </w:r>
    </w:p>
    <w:p w:rsidR="004A0D1F" w:rsidRPr="000C582A" w:rsidRDefault="004A0D1F">
      <w:r>
        <w:br w:type="page"/>
      </w:r>
    </w:p>
    <w:p w:rsidR="00950033" w:rsidRDefault="00950033" w:rsidP="000C582A">
      <w:pPr>
        <w:pStyle w:val="Heading1"/>
      </w:pPr>
      <w:bookmarkStart w:id="9" w:name="_Toc443987015"/>
      <w:r>
        <w:lastRenderedPageBreak/>
        <w:t>Kezuhudan dan Ibadah</w:t>
      </w:r>
      <w:bookmarkEnd w:id="9"/>
    </w:p>
    <w:p w:rsidR="004A0D1F" w:rsidRDefault="004A0D1F" w:rsidP="00950033">
      <w:pPr>
        <w:pStyle w:val="libNormal"/>
      </w:pPr>
    </w:p>
    <w:p w:rsidR="00180B06" w:rsidRDefault="00950033" w:rsidP="00952E3E">
      <w:pPr>
        <w:pStyle w:val="libNormal"/>
      </w:pPr>
      <w:r>
        <w:t>Imam Musa Al-Kazim as. sangat terkenal dengan</w:t>
      </w:r>
      <w:r w:rsidR="00952E3E">
        <w:t xml:space="preserve"> </w:t>
      </w:r>
      <w:r>
        <w:t>kezuhudan dan ibadahnya sehingga di mana pun orang</w:t>
      </w:r>
      <w:r w:rsidR="00952E3E">
        <w:t xml:space="preserve"> </w:t>
      </w:r>
      <w:r w:rsidR="00180B06">
        <w:t>bercerita tentang beliau.</w:t>
      </w:r>
    </w:p>
    <w:p w:rsidR="00180B06" w:rsidRDefault="00180B06" w:rsidP="00952E3E">
      <w:pPr>
        <w:pStyle w:val="libNormal"/>
      </w:pPr>
    </w:p>
    <w:p w:rsidR="00950033" w:rsidRDefault="00950033" w:rsidP="00952E3E">
      <w:pPr>
        <w:pStyle w:val="libNormal"/>
      </w:pPr>
      <w:r>
        <w:t>Mereka berkata, "Beliau</w:t>
      </w:r>
      <w:r w:rsidR="00952E3E">
        <w:t xml:space="preserve"> </w:t>
      </w:r>
      <w:r>
        <w:t>adalah seorang pecinta ibadah".</w:t>
      </w:r>
    </w:p>
    <w:p w:rsidR="00952E3E" w:rsidRDefault="00952E3E" w:rsidP="00950033">
      <w:pPr>
        <w:pStyle w:val="libNormal"/>
      </w:pPr>
    </w:p>
    <w:p w:rsidR="007D31C8" w:rsidRDefault="00950033" w:rsidP="00A97A34">
      <w:pPr>
        <w:pStyle w:val="libNormal"/>
      </w:pPr>
      <w:r>
        <w:t>Syeikh Mufid menulis tentang Imam as., "Di zaman</w:t>
      </w:r>
      <w:r w:rsidR="00A97A34">
        <w:t xml:space="preserve"> </w:t>
      </w:r>
      <w:r>
        <w:t>itu, beliau adalah orang yang paling saleh dan bertakwa.</w:t>
      </w:r>
      <w:r w:rsidR="00A97A34">
        <w:t xml:space="preserve"> </w:t>
      </w:r>
    </w:p>
    <w:p w:rsidR="007D31C8" w:rsidRDefault="007D31C8" w:rsidP="00A97A34">
      <w:pPr>
        <w:pStyle w:val="libNormal"/>
      </w:pPr>
    </w:p>
    <w:p w:rsidR="00617E15" w:rsidRDefault="00950033" w:rsidP="00A97A34">
      <w:pPr>
        <w:pStyle w:val="libNormal"/>
      </w:pPr>
      <w:r>
        <w:t xml:space="preserve">Pada malam harinya, beliau larut dalam shalat. </w:t>
      </w:r>
    </w:p>
    <w:p w:rsidR="00617E15" w:rsidRDefault="00617E15" w:rsidP="00A97A34">
      <w:pPr>
        <w:pStyle w:val="libNormal"/>
      </w:pPr>
    </w:p>
    <w:p w:rsidR="00950033" w:rsidRDefault="00950033" w:rsidP="00A97A34">
      <w:pPr>
        <w:pStyle w:val="libNormal"/>
      </w:pPr>
      <w:r>
        <w:t>Bilamana</w:t>
      </w:r>
      <w:r w:rsidR="00A97A34">
        <w:t xml:space="preserve"> </w:t>
      </w:r>
      <w:r>
        <w:t>melaksanakan sujud, beliau senantiasa</w:t>
      </w:r>
      <w:r w:rsidR="00A97A34">
        <w:t xml:space="preserve"> </w:t>
      </w:r>
      <w:r>
        <w:t>memanjangkannya sementara air matanya luruh hingga</w:t>
      </w:r>
      <w:r w:rsidR="00A97A34">
        <w:t xml:space="preserve"> </w:t>
      </w:r>
      <w:r>
        <w:t>membasahi janggut beliau".</w:t>
      </w:r>
    </w:p>
    <w:p w:rsidR="00A97A34" w:rsidRDefault="00A97A34" w:rsidP="00950033">
      <w:pPr>
        <w:pStyle w:val="libNormal"/>
      </w:pPr>
    </w:p>
    <w:p w:rsidR="00294D36" w:rsidRDefault="00950033" w:rsidP="0060453F">
      <w:pPr>
        <w:pStyle w:val="libNormal"/>
      </w:pPr>
      <w:r>
        <w:t>Syablanji, seorang ulama Ahli Sunnah menulis</w:t>
      </w:r>
      <w:r w:rsidR="0060453F">
        <w:t xml:space="preserve"> </w:t>
      </w:r>
      <w:r>
        <w:t>tentang beliau, "Imam Musa Al-Kazim as. adalah orang</w:t>
      </w:r>
      <w:r w:rsidR="0060453F">
        <w:t xml:space="preserve"> </w:t>
      </w:r>
      <w:r>
        <w:t>yang paling be</w:t>
      </w:r>
      <w:r w:rsidR="00294D36">
        <w:t>rtaqwa dan zuhud pada zamannya.</w:t>
      </w:r>
    </w:p>
    <w:p w:rsidR="00294D36" w:rsidRDefault="00294D36" w:rsidP="0060453F">
      <w:pPr>
        <w:pStyle w:val="libNormal"/>
      </w:pPr>
    </w:p>
    <w:p w:rsidR="00D333C7" w:rsidRDefault="00950033" w:rsidP="0060453F">
      <w:pPr>
        <w:pStyle w:val="libNormal"/>
      </w:pPr>
      <w:r>
        <w:t>Beliau</w:t>
      </w:r>
      <w:r w:rsidR="0060453F">
        <w:t xml:space="preserve"> </w:t>
      </w:r>
      <w:r>
        <w:t>sangat arif, bijaksana, pemurah dan pengasih kepada</w:t>
      </w:r>
      <w:r w:rsidR="0060453F">
        <w:t xml:space="preserve"> </w:t>
      </w:r>
      <w:r w:rsidR="00D333C7">
        <w:t>siapa saja.</w:t>
      </w:r>
    </w:p>
    <w:p w:rsidR="00D333C7" w:rsidRDefault="00D333C7" w:rsidP="0060453F">
      <w:pPr>
        <w:pStyle w:val="libNormal"/>
      </w:pPr>
    </w:p>
    <w:p w:rsidR="0096709D" w:rsidRDefault="00950033" w:rsidP="0060453F">
      <w:pPr>
        <w:pStyle w:val="libNormal"/>
      </w:pPr>
      <w:r>
        <w:t xml:space="preserve">Beliau membantu dan merawat orang-orang malang. </w:t>
      </w:r>
    </w:p>
    <w:p w:rsidR="0096709D" w:rsidRDefault="0096709D" w:rsidP="0060453F">
      <w:pPr>
        <w:pStyle w:val="libNormal"/>
      </w:pPr>
    </w:p>
    <w:p w:rsidR="00950033" w:rsidRDefault="00950033" w:rsidP="0060453F">
      <w:pPr>
        <w:pStyle w:val="libNormal"/>
      </w:pPr>
      <w:r>
        <w:t>Waktunya banyak dihabiskan untuk</w:t>
      </w:r>
      <w:r w:rsidR="0060453F">
        <w:t xml:space="preserve"> </w:t>
      </w:r>
      <w:r>
        <w:t>mengerjakan ibadah tanpa diketahui oleh orang banyak.</w:t>
      </w:r>
    </w:p>
    <w:p w:rsidR="0060453F" w:rsidRDefault="0060453F" w:rsidP="00950033">
      <w:pPr>
        <w:pStyle w:val="libNormal"/>
      </w:pPr>
    </w:p>
    <w:p w:rsidR="00950033" w:rsidRDefault="00950033" w:rsidP="00B01FA3">
      <w:pPr>
        <w:pStyle w:val="libNormal"/>
      </w:pPr>
      <w:r>
        <w:t>Beliau berkata, "Ya Allah, mudahkanlah kematianku dan</w:t>
      </w:r>
      <w:r w:rsidR="00B01FA3">
        <w:t xml:space="preserve"> </w:t>
      </w:r>
      <w:r>
        <w:t>ampuni dosa-dosaku saat aku dihadapkan pada-Mu di</w:t>
      </w:r>
      <w:r w:rsidR="00B01FA3">
        <w:t xml:space="preserve"> </w:t>
      </w:r>
      <w:r>
        <w:t>Hari Kiamat".</w:t>
      </w:r>
    </w:p>
    <w:p w:rsidR="00B01FA3" w:rsidRDefault="00B01FA3" w:rsidP="00950033">
      <w:pPr>
        <w:pStyle w:val="libNormal"/>
      </w:pPr>
    </w:p>
    <w:p w:rsidR="00BC6DAE" w:rsidRDefault="00950033" w:rsidP="007B419E">
      <w:pPr>
        <w:pStyle w:val="libNormal"/>
      </w:pPr>
      <w:r>
        <w:lastRenderedPageBreak/>
        <w:t>Imam Musa as. merupakan seorang pecinta Tuhan</w:t>
      </w:r>
      <w:r w:rsidR="007B419E">
        <w:t xml:space="preserve"> </w:t>
      </w:r>
      <w:r>
        <w:t>sejati sehingga membuat orang-orang menjadi takjub</w:t>
      </w:r>
      <w:r w:rsidR="007B419E">
        <w:t xml:space="preserve"> </w:t>
      </w:r>
      <w:r>
        <w:t xml:space="preserve">dan </w:t>
      </w:r>
      <w:r w:rsidR="00BC6DAE">
        <w:t>terheran-heran.</w:t>
      </w:r>
    </w:p>
    <w:p w:rsidR="00BC6DAE" w:rsidRDefault="00BC6DAE" w:rsidP="007B419E">
      <w:pPr>
        <w:pStyle w:val="libNormal"/>
      </w:pPr>
    </w:p>
    <w:p w:rsidR="00950033" w:rsidRDefault="00950033" w:rsidP="007B419E">
      <w:pPr>
        <w:pStyle w:val="libNormal"/>
      </w:pPr>
      <w:r>
        <w:t>Sampai-sampai beliau pernah</w:t>
      </w:r>
      <w:r w:rsidR="007B419E">
        <w:t xml:space="preserve"> </w:t>
      </w:r>
      <w:r>
        <w:t>membuat Fadhl -si kepala penjara- ikut menangis.</w:t>
      </w:r>
    </w:p>
    <w:p w:rsidR="007B419E" w:rsidRDefault="007B419E" w:rsidP="00950033">
      <w:pPr>
        <w:pStyle w:val="libNormal"/>
      </w:pPr>
    </w:p>
    <w:p w:rsidR="00DB3837" w:rsidRDefault="00950033" w:rsidP="00CD6440">
      <w:pPr>
        <w:pStyle w:val="libNormal"/>
      </w:pPr>
      <w:r>
        <w:t>Begitu pula pelayan wanita khusus Khalifah Harun,</w:t>
      </w:r>
      <w:r w:rsidR="00CD6440">
        <w:t xml:space="preserve"> </w:t>
      </w:r>
      <w:r>
        <w:t>yang diutus ke penjara untuk menggoda Imam as., dan</w:t>
      </w:r>
      <w:r w:rsidR="00CD6440">
        <w:t xml:space="preserve"> </w:t>
      </w:r>
      <w:r>
        <w:t>membuat beliau tertarik kepadanya sehingga Harun</w:t>
      </w:r>
      <w:r w:rsidR="00CD6440">
        <w:t xml:space="preserve"> </w:t>
      </w:r>
      <w:r>
        <w:t>menemukan</w:t>
      </w:r>
      <w:r w:rsidR="00DB3837">
        <w:t xml:space="preserve"> alasan untuk menghukum beliau.</w:t>
      </w:r>
    </w:p>
    <w:p w:rsidR="00DB3837" w:rsidRDefault="00DB3837" w:rsidP="00CD6440">
      <w:pPr>
        <w:pStyle w:val="libNormal"/>
      </w:pPr>
    </w:p>
    <w:p w:rsidR="00D032CB" w:rsidRDefault="00950033" w:rsidP="00CD6440">
      <w:pPr>
        <w:pStyle w:val="libNormal"/>
      </w:pPr>
      <w:r>
        <w:t>Di dalam</w:t>
      </w:r>
      <w:r w:rsidR="00CD6440">
        <w:t xml:space="preserve"> </w:t>
      </w:r>
      <w:r>
        <w:t>penjara, pelayan wanita itu malah terpukau oleh</w:t>
      </w:r>
      <w:r w:rsidR="00CD6440">
        <w:t xml:space="preserve"> </w:t>
      </w:r>
      <w:r>
        <w:t>perangai Imam, sehingga ia kembali menghadap Harun</w:t>
      </w:r>
      <w:r w:rsidR="00CD6440">
        <w:t xml:space="preserve"> </w:t>
      </w:r>
      <w:r>
        <w:t>dalam keadaan menangis, dan menyatakan</w:t>
      </w:r>
      <w:r w:rsidR="00CD6440">
        <w:t xml:space="preserve"> </w:t>
      </w:r>
      <w:r>
        <w:t>keberatannya atas keputusan Harun memenjarakan</w:t>
      </w:r>
      <w:r w:rsidR="00CD6440">
        <w:t xml:space="preserve"> </w:t>
      </w:r>
      <w:r>
        <w:t>Imam as.</w:t>
      </w:r>
    </w:p>
    <w:p w:rsidR="00D032CB" w:rsidRPr="00D032CB" w:rsidRDefault="00D032CB">
      <w:r>
        <w:br w:type="page"/>
      </w:r>
    </w:p>
    <w:p w:rsidR="00987BC6" w:rsidRDefault="00987BC6" w:rsidP="00987BC6">
      <w:pPr>
        <w:pStyle w:val="Heading1"/>
      </w:pPr>
      <w:bookmarkStart w:id="10" w:name="_Toc443987016"/>
      <w:r>
        <w:lastRenderedPageBreak/>
        <w:t>Tragedi Fakh</w:t>
      </w:r>
      <w:bookmarkEnd w:id="10"/>
    </w:p>
    <w:p w:rsidR="00987BC6" w:rsidRDefault="00987BC6" w:rsidP="00987BC6">
      <w:pPr>
        <w:pStyle w:val="libNormal"/>
      </w:pPr>
    </w:p>
    <w:p w:rsidR="00987BC6" w:rsidRDefault="00987BC6" w:rsidP="00987BC6">
      <w:pPr>
        <w:pStyle w:val="libNormal"/>
      </w:pPr>
      <w:r>
        <w:t>Atas perintah Imam Musa Al-Kazim as., seorang</w:t>
      </w:r>
    </w:p>
    <w:p w:rsidR="00987BC6" w:rsidRDefault="00987BC6" w:rsidP="00987BC6">
      <w:pPr>
        <w:pStyle w:val="libNormal"/>
      </w:pPr>
      <w:r>
        <w:t>Alawi (keturunan Imam Ali) asal Madinah bernama</w:t>
      </w:r>
    </w:p>
    <w:p w:rsidR="00987BC6" w:rsidRDefault="00987BC6" w:rsidP="00987BC6">
      <w:pPr>
        <w:pStyle w:val="libNormal"/>
      </w:pPr>
      <w:r>
        <w:t>Husein bin Ali melakukan pemberontakan terhadap Al-</w:t>
      </w:r>
    </w:p>
    <w:p w:rsidR="00987BC6" w:rsidRDefault="00987BC6" w:rsidP="00987BC6">
      <w:pPr>
        <w:pStyle w:val="libNormal"/>
      </w:pPr>
      <w:r>
        <w:t>Hadi yang menjadi khalifah Dinasti Abbasiyah ketika</w:t>
      </w:r>
    </w:p>
    <w:p w:rsidR="00987BC6" w:rsidRDefault="00987BC6" w:rsidP="00987BC6">
      <w:pPr>
        <w:pStyle w:val="libNormal"/>
      </w:pPr>
      <w:r>
        <w:t>itu. Beserta dengan tiga ribu pasukan, Husein bangkit</w:t>
      </w:r>
    </w:p>
    <w:p w:rsidR="00987BC6" w:rsidRDefault="00987BC6" w:rsidP="00987BC6">
      <w:pPr>
        <w:pStyle w:val="libNormal"/>
      </w:pPr>
      <w:r>
        <w:t>melawan pemerintahan Abbasiyah karena kejahatan dan kezaliman mereka terhadap anak keturunan Ali bin</w:t>
      </w:r>
    </w:p>
    <w:p w:rsidR="00987BC6" w:rsidRDefault="00987BC6" w:rsidP="00987BC6">
      <w:pPr>
        <w:pStyle w:val="libNormal"/>
      </w:pPr>
      <w:r>
        <w:t>Abi Thalib as.</w:t>
      </w:r>
    </w:p>
    <w:p w:rsidR="00987BC6" w:rsidRDefault="00987BC6" w:rsidP="00987BC6">
      <w:pPr>
        <w:pStyle w:val="libNormal"/>
      </w:pPr>
      <w:r>
        <w:t>Namun, pasukan Al-Hadi berhasil mengepung</w:t>
      </w:r>
    </w:p>
    <w:p w:rsidR="00987BC6" w:rsidRDefault="00987BC6" w:rsidP="00987BC6">
      <w:pPr>
        <w:pStyle w:val="libNormal"/>
      </w:pPr>
      <w:r>
        <w:t>mereka di tanah Fakh dan melakukan pembantaian</w:t>
      </w:r>
    </w:p>
    <w:p w:rsidR="00987BC6" w:rsidRDefault="00987BC6" w:rsidP="00987BC6">
      <w:pPr>
        <w:pStyle w:val="libNormal"/>
      </w:pPr>
      <w:r>
        <w:t>massal di tempat itu, yaitu memenggal kepala mereka,</w:t>
      </w:r>
    </w:p>
    <w:p w:rsidR="00987BC6" w:rsidRDefault="00987BC6" w:rsidP="00987BC6">
      <w:pPr>
        <w:pStyle w:val="libNormal"/>
      </w:pPr>
      <w:r>
        <w:t>satu persatu. Kepala-kepala yang terpenggal itu dan</w:t>
      </w:r>
    </w:p>
    <w:p w:rsidR="00987BC6" w:rsidRDefault="00987BC6" w:rsidP="00987BC6">
      <w:pPr>
        <w:pStyle w:val="libNormal"/>
      </w:pPr>
      <w:r>
        <w:t>para tawanan perang dibawa ke hadapan Al-Hadi. Dia</w:t>
      </w:r>
    </w:p>
    <w:p w:rsidR="00987BC6" w:rsidRDefault="00987BC6" w:rsidP="00987BC6">
      <w:pPr>
        <w:pStyle w:val="libNormal"/>
      </w:pPr>
      <w:r>
        <w:t>memberi perintah kepada algojonya untuk membunuh</w:t>
      </w:r>
    </w:p>
    <w:p w:rsidR="00987BC6" w:rsidRDefault="00987BC6" w:rsidP="00987BC6">
      <w:pPr>
        <w:pStyle w:val="libNormal"/>
      </w:pPr>
      <w:r>
        <w:t>para tawanan itu.</w:t>
      </w:r>
    </w:p>
    <w:p w:rsidR="00987BC6" w:rsidRDefault="00987BC6" w:rsidP="00987BC6">
      <w:pPr>
        <w:pStyle w:val="libNormal"/>
      </w:pPr>
      <w:r>
        <w:t>Peristiwa ini dikenal dalam sejarah sebagai tragedi</w:t>
      </w:r>
    </w:p>
    <w:p w:rsidR="00987BC6" w:rsidRDefault="00987BC6" w:rsidP="00987BC6">
      <w:pPr>
        <w:pStyle w:val="libNormal"/>
      </w:pPr>
      <w:r>
        <w:t>Fakh dan pejuang 'Alawi itu dikenal dengan "Husein",</w:t>
      </w:r>
    </w:p>
    <w:p w:rsidR="00987BC6" w:rsidRDefault="00987BC6" w:rsidP="00987BC6">
      <w:pPr>
        <w:pStyle w:val="libNormal"/>
      </w:pPr>
      <w:r>
        <w:t>Sang Syahid Fakh.</w:t>
      </w:r>
    </w:p>
    <w:p w:rsidR="00D33BC5" w:rsidRPr="00D33BC5" w:rsidRDefault="00D33BC5">
      <w:r>
        <w:br w:type="page"/>
      </w:r>
    </w:p>
    <w:p w:rsidR="00987BC6" w:rsidRDefault="00987BC6" w:rsidP="00D33BC5">
      <w:pPr>
        <w:pStyle w:val="Heading1"/>
      </w:pPr>
      <w:bookmarkStart w:id="11" w:name="_Toc443987017"/>
      <w:r>
        <w:lastRenderedPageBreak/>
        <w:t>Hijrah Pertama ke Baghdad</w:t>
      </w:r>
      <w:bookmarkEnd w:id="11"/>
    </w:p>
    <w:p w:rsidR="00D33BC5" w:rsidRDefault="00D33BC5" w:rsidP="00987BC6">
      <w:pPr>
        <w:pStyle w:val="libNormal"/>
      </w:pPr>
    </w:p>
    <w:p w:rsidR="009825BA" w:rsidRDefault="00987BC6" w:rsidP="00FC0EC1">
      <w:pPr>
        <w:pStyle w:val="libNormal"/>
      </w:pPr>
      <w:r>
        <w:t>Mansur tewas dibunuh pada 158 H. Segera anaknya</w:t>
      </w:r>
      <w:r w:rsidR="00FC0EC1">
        <w:t xml:space="preserve"> </w:t>
      </w:r>
      <w:r>
        <w:t>Al-Mahdi naik tahta sebagai khalifah yang</w:t>
      </w:r>
      <w:r w:rsidR="00FC0EC1">
        <w:t xml:space="preserve"> </w:t>
      </w:r>
      <w:r w:rsidR="009825BA">
        <w:t>menggantikan ayahnya.</w:t>
      </w:r>
    </w:p>
    <w:p w:rsidR="009825BA" w:rsidRDefault="009825BA" w:rsidP="00FC0EC1">
      <w:pPr>
        <w:pStyle w:val="libNormal"/>
      </w:pPr>
    </w:p>
    <w:p w:rsidR="00A37739" w:rsidRDefault="00987BC6" w:rsidP="00FC0EC1">
      <w:pPr>
        <w:pStyle w:val="libNormal"/>
      </w:pPr>
      <w:r>
        <w:t>Ia memberlakukan siasat-siasat</w:t>
      </w:r>
      <w:r w:rsidR="00FC0EC1">
        <w:t xml:space="preserve"> </w:t>
      </w:r>
      <w:r w:rsidR="00A37739">
        <w:t>keji atas masyarakat.</w:t>
      </w:r>
    </w:p>
    <w:p w:rsidR="00A37739" w:rsidRDefault="00A37739" w:rsidP="00FC0EC1">
      <w:pPr>
        <w:pStyle w:val="libNormal"/>
      </w:pPr>
    </w:p>
    <w:p w:rsidR="00987BC6" w:rsidRDefault="00987BC6" w:rsidP="00FC0EC1">
      <w:pPr>
        <w:pStyle w:val="libNormal"/>
      </w:pPr>
      <w:r>
        <w:t>Ia bertingkah seakan-akan</w:t>
      </w:r>
      <w:r w:rsidR="00FC0EC1">
        <w:t xml:space="preserve"> </w:t>
      </w:r>
      <w:r>
        <w:t>seorang alim yang taat beragama di hadapan khalayak,</w:t>
      </w:r>
      <w:r w:rsidR="00FC0EC1">
        <w:t xml:space="preserve"> </w:t>
      </w:r>
      <w:r>
        <w:t>tetapi di belakang ia justru senantiasa berbuat zalim</w:t>
      </w:r>
      <w:r w:rsidR="00FC0EC1">
        <w:t xml:space="preserve"> </w:t>
      </w:r>
      <w:r>
        <w:t>dan maksiat.</w:t>
      </w:r>
    </w:p>
    <w:p w:rsidR="00FC0EC1" w:rsidRDefault="00FC0EC1" w:rsidP="00987BC6">
      <w:pPr>
        <w:pStyle w:val="libNormal"/>
      </w:pPr>
    </w:p>
    <w:p w:rsidR="00085835" w:rsidRDefault="00987BC6" w:rsidP="00F56DA4">
      <w:pPr>
        <w:pStyle w:val="libNormal"/>
      </w:pPr>
      <w:r>
        <w:t>Ketika memegang kekuasaan, Khalifah Al-Mahdi</w:t>
      </w:r>
      <w:r w:rsidR="00351427">
        <w:t xml:space="preserve"> </w:t>
      </w:r>
      <w:r>
        <w:t>membebaskan para tahanan politik, di antaranya Imam</w:t>
      </w:r>
      <w:r w:rsidR="00351427">
        <w:t xml:space="preserve"> </w:t>
      </w:r>
      <w:r>
        <w:t>Musa as., dan mengembalikan harta yang dirampas dari</w:t>
      </w:r>
      <w:r w:rsidR="00351427">
        <w:t xml:space="preserve"> </w:t>
      </w:r>
      <w:r w:rsidR="00085835">
        <w:t>tangan mereka.</w:t>
      </w:r>
    </w:p>
    <w:p w:rsidR="00085835" w:rsidRDefault="00085835" w:rsidP="00F56DA4">
      <w:pPr>
        <w:pStyle w:val="libNormal"/>
      </w:pPr>
    </w:p>
    <w:p w:rsidR="00230AD4" w:rsidRDefault="00987BC6" w:rsidP="00F56DA4">
      <w:pPr>
        <w:pStyle w:val="libNormal"/>
      </w:pPr>
      <w:r>
        <w:t>Akan tetapi, ia juga memberikan</w:t>
      </w:r>
      <w:r w:rsidR="00351427">
        <w:t xml:space="preserve"> </w:t>
      </w:r>
      <w:r>
        <w:t xml:space="preserve">hadiah yang besar kepada para penyair yang memaki dan melaknat </w:t>
      </w:r>
      <w:r w:rsidR="00230AD4">
        <w:t>keluarga Ali bin Abi Thalib as.</w:t>
      </w:r>
    </w:p>
    <w:p w:rsidR="00230AD4" w:rsidRDefault="00230AD4" w:rsidP="00F56DA4">
      <w:pPr>
        <w:pStyle w:val="libNormal"/>
      </w:pPr>
    </w:p>
    <w:p w:rsidR="00987BC6" w:rsidRDefault="00987BC6" w:rsidP="00F56DA4">
      <w:pPr>
        <w:pStyle w:val="libNormal"/>
      </w:pPr>
      <w:r>
        <w:t>Seperti</w:t>
      </w:r>
      <w:r w:rsidR="00F56DA4">
        <w:t xml:space="preserve"> </w:t>
      </w:r>
      <w:r>
        <w:t>ketika ia memberikan hadiah tujuh puluh ribu Dirham</w:t>
      </w:r>
      <w:r w:rsidR="00F56DA4">
        <w:t xml:space="preserve"> </w:t>
      </w:r>
      <w:r>
        <w:t>kepada Busyr bin Burd dan seratus ribu Dirham</w:t>
      </w:r>
      <w:r w:rsidR="00F56DA4">
        <w:t xml:space="preserve"> </w:t>
      </w:r>
      <w:r>
        <w:t>kepada Marwan karena syair-syair mereka berisikan</w:t>
      </w:r>
      <w:r w:rsidR="00F56DA4">
        <w:t xml:space="preserve"> </w:t>
      </w:r>
      <w:r>
        <w:t>laknat dan makian terhadap keluarga Imam Ali as.</w:t>
      </w:r>
    </w:p>
    <w:p w:rsidR="00C52E34" w:rsidRDefault="00C52E34" w:rsidP="00987BC6">
      <w:pPr>
        <w:pStyle w:val="libNormal"/>
      </w:pPr>
    </w:p>
    <w:p w:rsidR="00987BC6" w:rsidRDefault="00987BC6" w:rsidP="009E247C">
      <w:pPr>
        <w:pStyle w:val="libNormal"/>
      </w:pPr>
      <w:r>
        <w:t>Ia menghabiskan harta negara untuk berfoya-foya</w:t>
      </w:r>
      <w:r w:rsidR="009E247C">
        <w:t xml:space="preserve"> </w:t>
      </w:r>
      <w:r>
        <w:t>dan bersenang-senang, sebagaimana ketika ia habiskan</w:t>
      </w:r>
      <w:r w:rsidR="009E247C">
        <w:t xml:space="preserve"> </w:t>
      </w:r>
      <w:r>
        <w:t>59 juta Dirham untuk pesta pernikahan anaknya,</w:t>
      </w:r>
      <w:r w:rsidR="009E247C">
        <w:t xml:space="preserve"> </w:t>
      </w:r>
      <w:r>
        <w:t>Harun.</w:t>
      </w:r>
    </w:p>
    <w:p w:rsidR="009E247C" w:rsidRDefault="009E247C" w:rsidP="00987BC6">
      <w:pPr>
        <w:pStyle w:val="libNormal"/>
      </w:pPr>
    </w:p>
    <w:p w:rsidR="00541A78" w:rsidRDefault="00987BC6" w:rsidP="00541A78">
      <w:pPr>
        <w:pStyle w:val="libNormal"/>
      </w:pPr>
      <w:r>
        <w:t>Suatu ketika, mata-mata Al-Mahdi melaporkan</w:t>
      </w:r>
      <w:r w:rsidR="00541A78">
        <w:t xml:space="preserve"> </w:t>
      </w:r>
      <w:r>
        <w:t>popularitas Imam dan kecondongan masyarakat kepada</w:t>
      </w:r>
      <w:r w:rsidR="00541A78">
        <w:t xml:space="preserve"> beliau.</w:t>
      </w:r>
    </w:p>
    <w:p w:rsidR="00541A78" w:rsidRDefault="00541A78" w:rsidP="00541A78">
      <w:pPr>
        <w:pStyle w:val="libNormal"/>
      </w:pPr>
    </w:p>
    <w:p w:rsidR="00987BC6" w:rsidRDefault="00987BC6" w:rsidP="00F92151">
      <w:pPr>
        <w:pStyle w:val="libNormal"/>
      </w:pPr>
      <w:r>
        <w:t>Mendengar berita itu, dia benar-benar geram</w:t>
      </w:r>
      <w:r w:rsidR="00F92151">
        <w:t xml:space="preserve"> </w:t>
      </w:r>
      <w:r>
        <w:t>dan segera memerintahkan orang-orang dekatnya</w:t>
      </w:r>
      <w:r w:rsidR="00F92151">
        <w:t xml:space="preserve"> </w:t>
      </w:r>
      <w:r>
        <w:t xml:space="preserve">untuk </w:t>
      </w:r>
      <w:r>
        <w:lastRenderedPageBreak/>
        <w:t>membawa Imam as. dari Madinah ke Baghdad</w:t>
      </w:r>
      <w:r w:rsidR="00F92151">
        <w:t xml:space="preserve"> </w:t>
      </w:r>
      <w:r>
        <w:t>dan memenjarakannya di sana.</w:t>
      </w:r>
    </w:p>
    <w:p w:rsidR="00F92151" w:rsidRDefault="00F92151" w:rsidP="00987BC6">
      <w:pPr>
        <w:pStyle w:val="libNormal"/>
      </w:pPr>
    </w:p>
    <w:p w:rsidR="00987BC6" w:rsidRDefault="00987BC6" w:rsidP="00EB36A2">
      <w:pPr>
        <w:pStyle w:val="libNormal"/>
      </w:pPr>
      <w:r>
        <w:t>Abu Khalid berkata, "Suatu hari Imam dikawal oleh</w:t>
      </w:r>
      <w:r w:rsidR="00EB36A2">
        <w:t xml:space="preserve"> </w:t>
      </w:r>
      <w:r>
        <w:t>pasukan resmi kerajaan tiba di rumahku di Zubala.</w:t>
      </w:r>
    </w:p>
    <w:p w:rsidR="00EB36A2" w:rsidRDefault="00EB36A2" w:rsidP="00987BC6">
      <w:pPr>
        <w:pStyle w:val="libNormal"/>
      </w:pPr>
    </w:p>
    <w:p w:rsidR="00FB1C87" w:rsidRDefault="00987BC6" w:rsidP="00FB1C87">
      <w:pPr>
        <w:pStyle w:val="libNormal"/>
      </w:pPr>
      <w:r>
        <w:t>Dalam waktu yang singkat itu, Imam sempat lepas dari</w:t>
      </w:r>
      <w:r w:rsidR="00FB1C87">
        <w:t xml:space="preserve"> </w:t>
      </w:r>
      <w:r>
        <w:t>pengawalan pasukan kerajaan itu, dan beliau memintaku</w:t>
      </w:r>
      <w:r w:rsidR="00FB1C87">
        <w:t xml:space="preserve"> </w:t>
      </w:r>
      <w:r>
        <w:t>un</w:t>
      </w:r>
      <w:r w:rsidR="00FB1C87">
        <w:t>tuk membelikan beberapa barang.</w:t>
      </w:r>
    </w:p>
    <w:p w:rsidR="00FB1C87" w:rsidRDefault="00FB1C87" w:rsidP="00FB1C87">
      <w:pPr>
        <w:pStyle w:val="libNormal"/>
      </w:pPr>
    </w:p>
    <w:p w:rsidR="00FB1C87" w:rsidRDefault="00987BC6" w:rsidP="00FB1C87">
      <w:pPr>
        <w:pStyle w:val="libNormal"/>
      </w:pPr>
      <w:r>
        <w:t>Aku sangat</w:t>
      </w:r>
      <w:r w:rsidR="00FB1C87">
        <w:t xml:space="preserve"> </w:t>
      </w:r>
      <w:r>
        <w:t>bersedih dan menangis melihat keadaan Imam seperti</w:t>
      </w:r>
      <w:r w:rsidR="00FB1C87">
        <w:t xml:space="preserve"> itu.</w:t>
      </w:r>
    </w:p>
    <w:p w:rsidR="00FB1C87" w:rsidRDefault="00FB1C87" w:rsidP="00FB1C87">
      <w:pPr>
        <w:pStyle w:val="libNormal"/>
      </w:pPr>
    </w:p>
    <w:p w:rsidR="00987BC6" w:rsidRDefault="00987BC6" w:rsidP="005C383A">
      <w:pPr>
        <w:pStyle w:val="libNormal"/>
      </w:pPr>
      <w:r>
        <w:t>Kepadaku Imam mengatakan, 'Jangan risaukan aku,</w:t>
      </w:r>
      <w:r w:rsidR="005C383A">
        <w:t xml:space="preserve"> </w:t>
      </w:r>
      <w:r>
        <w:t>karena aku akan segera kembali, dan nantikan aku</w:t>
      </w:r>
      <w:r w:rsidR="005C383A">
        <w:t xml:space="preserve"> </w:t>
      </w:r>
      <w:r>
        <w:t>hingga hari itu, di tempat itu'.</w:t>
      </w:r>
    </w:p>
    <w:p w:rsidR="005C383A" w:rsidRDefault="005C383A" w:rsidP="00987BC6">
      <w:pPr>
        <w:pStyle w:val="libNormal"/>
      </w:pPr>
    </w:p>
    <w:p w:rsidR="0097446A" w:rsidRDefault="00987BC6" w:rsidP="00907460">
      <w:pPr>
        <w:pStyle w:val="libNormal"/>
      </w:pPr>
      <w:r>
        <w:t>"Aku persembahkan diriku atas apa yang telah</w:t>
      </w:r>
      <w:r w:rsidR="00907460">
        <w:t xml:space="preserve"> </w:t>
      </w:r>
      <w:r w:rsidR="0097446A">
        <w:t>Imam perintahkan kepadaku.</w:t>
      </w:r>
    </w:p>
    <w:p w:rsidR="0097446A" w:rsidRDefault="0097446A" w:rsidP="00907460">
      <w:pPr>
        <w:pStyle w:val="libNormal"/>
      </w:pPr>
    </w:p>
    <w:p w:rsidR="0097446A" w:rsidRDefault="00987BC6" w:rsidP="00907460">
      <w:pPr>
        <w:pStyle w:val="libNormal"/>
      </w:pPr>
      <w:r>
        <w:t>Kulihat beliau memimpin</w:t>
      </w:r>
      <w:r w:rsidR="0097446A">
        <w:t xml:space="preserve"> </w:t>
      </w:r>
      <w:r>
        <w:t xml:space="preserve">karavan tersebut. Dengan gembira Aku </w:t>
      </w:r>
      <w:r w:rsidR="0097446A">
        <w:t>maju ke depan dan mencium Imam.</w:t>
      </w:r>
    </w:p>
    <w:p w:rsidR="0097446A" w:rsidRDefault="0097446A" w:rsidP="00907460">
      <w:pPr>
        <w:pStyle w:val="libNormal"/>
      </w:pPr>
    </w:p>
    <w:p w:rsidR="00987BC6" w:rsidRDefault="00987BC6" w:rsidP="00795533">
      <w:pPr>
        <w:pStyle w:val="libNormal"/>
      </w:pPr>
      <w:r>
        <w:t>Beliau berkata, "Wahai Abu Khalid,</w:t>
      </w:r>
      <w:r w:rsidR="00795533">
        <w:t xml:space="preserve"> </w:t>
      </w:r>
      <w:r>
        <w:t>mereka akan membawaku kembali ke Baghdad dan aku</w:t>
      </w:r>
      <w:r w:rsidR="00795533">
        <w:t xml:space="preserve"> </w:t>
      </w:r>
      <w:r>
        <w:t>tidak akan kembali dari perjalanan itu".</w:t>
      </w:r>
    </w:p>
    <w:p w:rsidR="00795533" w:rsidRDefault="00795533" w:rsidP="00795533">
      <w:pPr>
        <w:pStyle w:val="libNormal"/>
      </w:pPr>
    </w:p>
    <w:p w:rsidR="00004198" w:rsidRDefault="00987BC6" w:rsidP="00004198">
      <w:pPr>
        <w:pStyle w:val="libNormal"/>
      </w:pPr>
      <w:r>
        <w:t>"Ketika aku mencari tahu alasan mengapa Imam</w:t>
      </w:r>
      <w:r w:rsidR="00791C27">
        <w:t xml:space="preserve"> </w:t>
      </w:r>
      <w:r>
        <w:t>dibebaskan, aku menjadi tahu bahwa Al-Mahdi melihat</w:t>
      </w:r>
      <w:r w:rsidR="00C2071B">
        <w:t xml:space="preserve"> </w:t>
      </w:r>
      <w:r>
        <w:t>Imam Ali bin Abi Thalib as. dalam mimpinya, pada</w:t>
      </w:r>
      <w:r w:rsidR="00004198">
        <w:t xml:space="preserve"> malam yang sama.</w:t>
      </w:r>
    </w:p>
    <w:p w:rsidR="00004198" w:rsidRDefault="00004198" w:rsidP="00004198">
      <w:pPr>
        <w:pStyle w:val="libNormal"/>
      </w:pPr>
    </w:p>
    <w:p w:rsidR="00DA48B9" w:rsidRDefault="00987BC6" w:rsidP="00DA48B9">
      <w:pPr>
        <w:pStyle w:val="libNormal"/>
      </w:pPr>
      <w:r>
        <w:t>Dalam mimpinya itu, dia melihat</w:t>
      </w:r>
      <w:r w:rsidR="00DA48B9">
        <w:t xml:space="preserve"> </w:t>
      </w:r>
      <w:r>
        <w:t xml:space="preserve">Imam Ali dengan tatapan marah dan </w:t>
      </w:r>
      <w:r w:rsidR="00DA48B9">
        <w:t xml:space="preserve">member </w:t>
      </w:r>
      <w:r>
        <w:t xml:space="preserve">peringatan kepadanya. </w:t>
      </w:r>
    </w:p>
    <w:p w:rsidR="00DA48B9" w:rsidRDefault="00DA48B9" w:rsidP="00DA48B9">
      <w:pPr>
        <w:pStyle w:val="libNormal"/>
      </w:pPr>
    </w:p>
    <w:p w:rsidR="00987BC6" w:rsidRDefault="00987BC6" w:rsidP="001C686B">
      <w:pPr>
        <w:pStyle w:val="libNormal"/>
      </w:pPr>
      <w:r>
        <w:lastRenderedPageBreak/>
        <w:t>Karena ketakutan, pada pagi</w:t>
      </w:r>
      <w:r w:rsidR="00A11E15">
        <w:t xml:space="preserve"> </w:t>
      </w:r>
      <w:r>
        <w:t>harinya dia pun melepaskan Imam dan mengirimnya</w:t>
      </w:r>
      <w:r w:rsidR="001C686B">
        <w:t xml:space="preserve"> </w:t>
      </w:r>
      <w:r>
        <w:t>kembali ke Madinah dengan segenap hormat dan</w:t>
      </w:r>
      <w:r w:rsidR="001C686B">
        <w:t xml:space="preserve"> </w:t>
      </w:r>
      <w:r>
        <w:t>santun".</w:t>
      </w:r>
    </w:p>
    <w:p w:rsidR="003B63A7" w:rsidRDefault="003B63A7" w:rsidP="00987BC6">
      <w:pPr>
        <w:pStyle w:val="libNormal"/>
      </w:pPr>
    </w:p>
    <w:p w:rsidR="008D2F04" w:rsidRDefault="00987BC6" w:rsidP="008D2F04">
      <w:pPr>
        <w:pStyle w:val="libNormal"/>
      </w:pPr>
      <w:r>
        <w:t>Meskipun keadaan yang mencekik dan menyiksa di</w:t>
      </w:r>
      <w:r w:rsidR="008D2F04">
        <w:t xml:space="preserve"> </w:t>
      </w:r>
      <w:r>
        <w:t>Madinah, Imam Musa as. tetap giat membimbing dan</w:t>
      </w:r>
      <w:r w:rsidR="008D2F04">
        <w:t xml:space="preserve"> menuntun warga kota.</w:t>
      </w:r>
    </w:p>
    <w:p w:rsidR="008D2F04" w:rsidRDefault="008D2F04" w:rsidP="008D2F04">
      <w:pPr>
        <w:pStyle w:val="libNormal"/>
      </w:pPr>
    </w:p>
    <w:p w:rsidR="00987BC6" w:rsidRDefault="00987BC6" w:rsidP="003206C7">
      <w:pPr>
        <w:pStyle w:val="libNormal"/>
      </w:pPr>
      <w:r>
        <w:t>Tidak lama berselang, Al-Mahdi</w:t>
      </w:r>
      <w:r w:rsidR="003206C7">
        <w:t xml:space="preserve"> </w:t>
      </w:r>
      <w:r>
        <w:t>meninggal dunia dan anaknya Al-Hadi naik tahta</w:t>
      </w:r>
      <w:r w:rsidR="003206C7">
        <w:t xml:space="preserve"> </w:t>
      </w:r>
      <w:r>
        <w:t>menggantikannya sebagai khalifah.</w:t>
      </w:r>
    </w:p>
    <w:p w:rsidR="003206C7" w:rsidRDefault="003206C7" w:rsidP="00987BC6">
      <w:pPr>
        <w:pStyle w:val="libNormal"/>
      </w:pPr>
    </w:p>
    <w:p w:rsidR="00B611B6" w:rsidRDefault="00987BC6" w:rsidP="00B611B6">
      <w:pPr>
        <w:pStyle w:val="libNormal"/>
      </w:pPr>
      <w:r>
        <w:t>Berbeda dengan ayahnya, Al-Hadi memulai</w:t>
      </w:r>
      <w:r w:rsidR="00B611B6">
        <w:t xml:space="preserve"> </w:t>
      </w:r>
      <w:r>
        <w:t>permusuhan dan penindasannya terhadap anak</w:t>
      </w:r>
      <w:r w:rsidR="00B611B6">
        <w:t xml:space="preserve"> </w:t>
      </w:r>
      <w:r>
        <w:t>keturunan Imam Ali as. tidak lagi sembunyi-sembunyi,</w:t>
      </w:r>
      <w:r w:rsidR="00B611B6">
        <w:t xml:space="preserve"> tetapi malah terang-terangan.</w:t>
      </w:r>
    </w:p>
    <w:p w:rsidR="00B611B6" w:rsidRDefault="00B611B6" w:rsidP="00B611B6">
      <w:pPr>
        <w:pStyle w:val="libNormal"/>
      </w:pPr>
    </w:p>
    <w:p w:rsidR="00987BC6" w:rsidRDefault="00987BC6" w:rsidP="002E5E5F">
      <w:pPr>
        <w:pStyle w:val="libNormal"/>
      </w:pPr>
      <w:r>
        <w:t>Perbuatannya yang</w:t>
      </w:r>
      <w:r w:rsidR="0024204E">
        <w:t xml:space="preserve"> </w:t>
      </w:r>
      <w:r>
        <w:t>paling jahat ialah pembantaiannya terhadap anak</w:t>
      </w:r>
      <w:r w:rsidR="002E5E5F">
        <w:t xml:space="preserve"> </w:t>
      </w:r>
      <w:r>
        <w:t>keturunan Ali as. yang kemudian dikenal dengan nama</w:t>
      </w:r>
      <w:r w:rsidR="002E5E5F">
        <w:t xml:space="preserve"> </w:t>
      </w:r>
      <w:r>
        <w:t>"Tragedi Fakh", dan oleh ahli sejarah dicatat sebagai</w:t>
      </w:r>
      <w:r w:rsidR="002E5E5F">
        <w:t xml:space="preserve"> </w:t>
      </w:r>
      <w:r>
        <w:t>tragedi terkejam kedua setelah tragedi Karbala.</w:t>
      </w:r>
    </w:p>
    <w:p w:rsidR="002E5E5F" w:rsidRDefault="002E5E5F" w:rsidP="00987BC6">
      <w:pPr>
        <w:pStyle w:val="libNormal"/>
      </w:pPr>
    </w:p>
    <w:p w:rsidR="00D91AF6" w:rsidRDefault="00987BC6" w:rsidP="00D91AF6">
      <w:pPr>
        <w:pStyle w:val="libNormal"/>
      </w:pPr>
      <w:r>
        <w:t>Al-Hadi adalah orang yang berlumuran dosa,</w:t>
      </w:r>
      <w:r w:rsidR="00D91AF6">
        <w:t xml:space="preserve"> </w:t>
      </w:r>
      <w:r>
        <w:t>berperangai jahat dan sama sekali tidak laya</w:t>
      </w:r>
      <w:r w:rsidR="00D91AF6">
        <w:t>k menduduki kursi kekhalifahan.</w:t>
      </w:r>
    </w:p>
    <w:p w:rsidR="00D91AF6" w:rsidRDefault="00D91AF6" w:rsidP="00D91AF6">
      <w:pPr>
        <w:pStyle w:val="libNormal"/>
      </w:pPr>
    </w:p>
    <w:p w:rsidR="00987BC6" w:rsidRDefault="00987BC6" w:rsidP="00667DB1">
      <w:pPr>
        <w:pStyle w:val="libNormal"/>
      </w:pPr>
      <w:r>
        <w:t>Ia menghabiskan uang</w:t>
      </w:r>
      <w:r w:rsidR="00667DB1">
        <w:t xml:space="preserve"> </w:t>
      </w:r>
      <w:r>
        <w:t>sewenang-wenang, hanya untuk berpoya-poya dan</w:t>
      </w:r>
      <w:r w:rsidR="00667DB1">
        <w:t xml:space="preserve"> </w:t>
      </w:r>
      <w:r>
        <w:t>bersenang-senang, dan memberikan hadiah yang</w:t>
      </w:r>
      <w:r w:rsidR="00667DB1">
        <w:t xml:space="preserve"> </w:t>
      </w:r>
      <w:r>
        <w:t>melimpah kepada mereka yang membacakan syair dan</w:t>
      </w:r>
      <w:r w:rsidR="00667DB1">
        <w:t xml:space="preserve"> </w:t>
      </w:r>
      <w:r>
        <w:t>yang mendendangkan lagu untuknya.</w:t>
      </w:r>
    </w:p>
    <w:p w:rsidR="00667DB1" w:rsidRDefault="00667DB1" w:rsidP="00987BC6">
      <w:pPr>
        <w:pStyle w:val="libNormal"/>
      </w:pPr>
    </w:p>
    <w:p w:rsidR="004E3757" w:rsidRDefault="00987BC6" w:rsidP="004E3757">
      <w:pPr>
        <w:pStyle w:val="libNormal"/>
      </w:pPr>
      <w:r>
        <w:t>Al-Hadi meninggal pada 170 Hijriah. Lalu Harun</w:t>
      </w:r>
      <w:r w:rsidR="004E3757">
        <w:t xml:space="preserve"> </w:t>
      </w:r>
      <w:r>
        <w:t>menggantikan</w:t>
      </w:r>
      <w:r w:rsidR="004E3757">
        <w:t xml:space="preserve"> kedudukannya sebagai khalifah.</w:t>
      </w:r>
    </w:p>
    <w:p w:rsidR="004E3757" w:rsidRDefault="004E3757" w:rsidP="004E3757">
      <w:pPr>
        <w:pStyle w:val="libNormal"/>
      </w:pPr>
    </w:p>
    <w:p w:rsidR="00987BC6" w:rsidRDefault="00987BC6" w:rsidP="00052CA3">
      <w:pPr>
        <w:pStyle w:val="libNormal"/>
      </w:pPr>
      <w:r>
        <w:lastRenderedPageBreak/>
        <w:t>Ketika</w:t>
      </w:r>
      <w:r w:rsidR="00052CA3">
        <w:t xml:space="preserve"> </w:t>
      </w:r>
      <w:r>
        <w:t>itu, Imam telah berusia 42 tahun.</w:t>
      </w:r>
    </w:p>
    <w:p w:rsidR="00052CA3" w:rsidRDefault="00052CA3" w:rsidP="00987BC6">
      <w:pPr>
        <w:pStyle w:val="libNormal"/>
      </w:pPr>
    </w:p>
    <w:p w:rsidR="0015099D" w:rsidRDefault="00987BC6" w:rsidP="0015099D">
      <w:pPr>
        <w:pStyle w:val="libNormal"/>
      </w:pPr>
      <w:r>
        <w:t>Setelah dibaiat oleh orang-orang setianya, Harun</w:t>
      </w:r>
      <w:r w:rsidR="0015099D">
        <w:t xml:space="preserve"> </w:t>
      </w:r>
      <w:r>
        <w:t>melantik Yahya Barmaki –berkebangsaan Iran– sebagai</w:t>
      </w:r>
      <w:r w:rsidR="0015099D">
        <w:t xml:space="preserve"> </w:t>
      </w:r>
      <w:r>
        <w:t>menterinya dan memberikan wewenang yang penuh</w:t>
      </w:r>
      <w:r w:rsidR="0015099D">
        <w:t xml:space="preserve"> kepadanya.</w:t>
      </w:r>
    </w:p>
    <w:p w:rsidR="0015099D" w:rsidRDefault="0015099D" w:rsidP="0015099D">
      <w:pPr>
        <w:pStyle w:val="libNormal"/>
      </w:pPr>
    </w:p>
    <w:p w:rsidR="00987BC6" w:rsidRDefault="00987BC6" w:rsidP="00950B4A">
      <w:pPr>
        <w:pStyle w:val="libNormal"/>
      </w:pPr>
      <w:r>
        <w:t>Harun sendiri menyibukkan dirinya</w:t>
      </w:r>
      <w:r w:rsidR="00950B4A">
        <w:t xml:space="preserve"> </w:t>
      </w:r>
      <w:r>
        <w:t>menguras kekayaan negara "Baitul Mal" yang ketika itu</w:t>
      </w:r>
      <w:r w:rsidR="00950B4A">
        <w:t xml:space="preserve"> </w:t>
      </w:r>
      <w:r>
        <w:t>sedang melimpah.</w:t>
      </w:r>
    </w:p>
    <w:p w:rsidR="00950B4A" w:rsidRDefault="00950B4A" w:rsidP="00950B4A">
      <w:pPr>
        <w:pStyle w:val="libNormal"/>
      </w:pPr>
    </w:p>
    <w:p w:rsidR="003C4D9B" w:rsidRDefault="00987BC6" w:rsidP="003C4D9B">
      <w:pPr>
        <w:pStyle w:val="libNormal"/>
      </w:pPr>
      <w:r>
        <w:t>Ia menghabiskan seluruh kekayaan negara itu</w:t>
      </w:r>
      <w:r w:rsidR="003C4D9B">
        <w:t xml:space="preserve"> </w:t>
      </w:r>
      <w:r>
        <w:t>secara berlebih-lebihan untuk berfoya-foya dan</w:t>
      </w:r>
      <w:r w:rsidR="003C4D9B">
        <w:t xml:space="preserve"> bersenang-senang.</w:t>
      </w:r>
    </w:p>
    <w:p w:rsidR="003C4D9B" w:rsidRDefault="003C4D9B" w:rsidP="003C4D9B">
      <w:pPr>
        <w:pStyle w:val="libNormal"/>
      </w:pPr>
    </w:p>
    <w:p w:rsidR="006417AF" w:rsidRDefault="00987BC6" w:rsidP="001832D9">
      <w:pPr>
        <w:pStyle w:val="libNormal"/>
      </w:pPr>
      <w:r>
        <w:t>Bahkan untuk pembelanjaan suatu</w:t>
      </w:r>
      <w:r w:rsidR="00EC4645">
        <w:t xml:space="preserve"> </w:t>
      </w:r>
      <w:r>
        <w:t>acara makan, dia menghabiskan biaya senilai empat</w:t>
      </w:r>
      <w:r w:rsidR="00EC4645">
        <w:t xml:space="preserve"> </w:t>
      </w:r>
      <w:r w:rsidR="001832D9">
        <w:t>ribu Dirham.</w:t>
      </w:r>
    </w:p>
    <w:p w:rsidR="001832D9" w:rsidRDefault="001832D9" w:rsidP="001832D9">
      <w:pPr>
        <w:pStyle w:val="libNormal"/>
      </w:pPr>
    </w:p>
    <w:p w:rsidR="00C451DA" w:rsidRPr="00C451DA" w:rsidRDefault="00C451DA">
      <w:r>
        <w:br w:type="page"/>
      </w:r>
    </w:p>
    <w:p w:rsidR="00C451DA" w:rsidRDefault="00C451DA" w:rsidP="00C451DA">
      <w:pPr>
        <w:pStyle w:val="Heading1"/>
      </w:pPr>
      <w:bookmarkStart w:id="12" w:name="_Toc443987018"/>
      <w:r>
        <w:lastRenderedPageBreak/>
        <w:t>Kecongkakan Harun</w:t>
      </w:r>
      <w:bookmarkEnd w:id="12"/>
    </w:p>
    <w:p w:rsidR="00C451DA" w:rsidRDefault="00C451DA" w:rsidP="00C451DA">
      <w:pPr>
        <w:pStyle w:val="libNormal"/>
      </w:pPr>
    </w:p>
    <w:p w:rsidR="001E4054" w:rsidRDefault="00C451DA" w:rsidP="001E4054">
      <w:pPr>
        <w:pStyle w:val="libNormal"/>
      </w:pPr>
      <w:r>
        <w:t>Harun sangat terusik dengan perlawanan anak</w:t>
      </w:r>
      <w:r w:rsidR="001E4054">
        <w:t xml:space="preserve"> </w:t>
      </w:r>
      <w:r>
        <w:t>keturunan Ali</w:t>
      </w:r>
      <w:r w:rsidR="001E4054">
        <w:t xml:space="preserve"> as. terhadap Dinasti Abasiyah.</w:t>
      </w:r>
    </w:p>
    <w:p w:rsidR="001E4054" w:rsidRDefault="001E4054" w:rsidP="001E4054">
      <w:pPr>
        <w:pStyle w:val="libNormal"/>
      </w:pPr>
    </w:p>
    <w:p w:rsidR="001E4054" w:rsidRDefault="00C451DA" w:rsidP="001E4054">
      <w:pPr>
        <w:pStyle w:val="libNormal"/>
      </w:pPr>
      <w:r>
        <w:t>Ia</w:t>
      </w:r>
      <w:r w:rsidR="001E4054">
        <w:t xml:space="preserve"> </w:t>
      </w:r>
      <w:r>
        <w:t>menggunakan segala cara untuk menjauhkan</w:t>
      </w:r>
      <w:r w:rsidR="001E4054">
        <w:t xml:space="preserve"> </w:t>
      </w:r>
      <w:r>
        <w:t>masyarakat dari keluarga Ali as. Ia pun memberikan</w:t>
      </w:r>
      <w:r w:rsidR="001E4054">
        <w:t xml:space="preserve"> </w:t>
      </w:r>
      <w:r>
        <w:t>uang yang melimpah kepada para pujangga yang mendendangkan syair-syair berisikan makian, hujatan,</w:t>
      </w:r>
      <w:r w:rsidR="001E4054">
        <w:t xml:space="preserve"> cemoohan terhadap mereka.</w:t>
      </w:r>
    </w:p>
    <w:p w:rsidR="001E4054" w:rsidRDefault="001E4054" w:rsidP="00C451DA">
      <w:pPr>
        <w:pStyle w:val="libNormal"/>
      </w:pPr>
    </w:p>
    <w:p w:rsidR="00C451DA" w:rsidRDefault="00C451DA" w:rsidP="001E4054">
      <w:pPr>
        <w:pStyle w:val="libNormal"/>
      </w:pPr>
      <w:r>
        <w:t>Oleh karena itu, Harun</w:t>
      </w:r>
      <w:r w:rsidR="001E4054">
        <w:t xml:space="preserve"> </w:t>
      </w:r>
      <w:r>
        <w:t>memberikan izin kepada salah seorang pujangga –yang</w:t>
      </w:r>
      <w:r w:rsidR="001E4054">
        <w:t xml:space="preserve"> </w:t>
      </w:r>
      <w:r>
        <w:t>bait-bait syairnya menghujat keluarga Ali– masuk ke</w:t>
      </w:r>
      <w:r w:rsidR="001E4054">
        <w:t xml:space="preserve"> </w:t>
      </w:r>
      <w:r>
        <w:t>dalam gudang kekayaannya untuk memilih dan</w:t>
      </w:r>
      <w:r w:rsidR="001E4054">
        <w:t xml:space="preserve"> </w:t>
      </w:r>
      <w:r>
        <w:t>mengambil barang sesuka hatinya.</w:t>
      </w:r>
    </w:p>
    <w:p w:rsidR="001E4054" w:rsidRDefault="001E4054" w:rsidP="00C451DA">
      <w:pPr>
        <w:pStyle w:val="libNormal"/>
      </w:pPr>
    </w:p>
    <w:p w:rsidR="00C451DA" w:rsidRDefault="00C451DA" w:rsidP="00DB1E1C">
      <w:pPr>
        <w:pStyle w:val="libNormal"/>
      </w:pPr>
      <w:r>
        <w:t xml:space="preserve">Harun mengasingkan anak keturunan Ali as. </w:t>
      </w:r>
      <w:r w:rsidR="00DB1E1C">
        <w:t>D</w:t>
      </w:r>
      <w:r>
        <w:t>ari</w:t>
      </w:r>
      <w:r w:rsidR="00DB1E1C">
        <w:t xml:space="preserve"> </w:t>
      </w:r>
      <w:r>
        <w:t>Baghdad ke Madinah, dan membunuh banyak di antara</w:t>
      </w:r>
      <w:r w:rsidR="00DB1E1C">
        <w:t xml:space="preserve"> </w:t>
      </w:r>
      <w:r>
        <w:t>mereka.</w:t>
      </w:r>
    </w:p>
    <w:p w:rsidR="00DB1E1C" w:rsidRDefault="00DB1E1C" w:rsidP="00C451DA">
      <w:pPr>
        <w:pStyle w:val="libNormal"/>
      </w:pPr>
    </w:p>
    <w:p w:rsidR="004F749A" w:rsidRDefault="00C451DA" w:rsidP="004F749A">
      <w:pPr>
        <w:pStyle w:val="libNormal"/>
      </w:pPr>
      <w:r>
        <w:t>Hamid bin Fathaba, gubernur Khalifah Harun di</w:t>
      </w:r>
      <w:r w:rsidR="004F749A">
        <w:t xml:space="preserve"> </w:t>
      </w:r>
      <w:r>
        <w:t>Khurasan, menukilkan kepada Abdullah Bazzaz</w:t>
      </w:r>
      <w:r w:rsidR="004F749A">
        <w:t xml:space="preserve"> </w:t>
      </w:r>
      <w:r>
        <w:t>Neishaburi, "Harun memiliki satu taman di Neishabur</w:t>
      </w:r>
      <w:r w:rsidR="004F749A">
        <w:t xml:space="preserve"> </w:t>
      </w:r>
      <w:r>
        <w:t>y</w:t>
      </w:r>
      <w:r w:rsidR="004F749A">
        <w:t>ang dikunjunginya setiap tahun.</w:t>
      </w:r>
    </w:p>
    <w:p w:rsidR="004F749A" w:rsidRDefault="004F749A" w:rsidP="004F749A">
      <w:pPr>
        <w:pStyle w:val="libNormal"/>
      </w:pPr>
    </w:p>
    <w:p w:rsidR="00C451DA" w:rsidRDefault="00C451DA" w:rsidP="00416546">
      <w:pPr>
        <w:pStyle w:val="libNormal"/>
      </w:pPr>
      <w:r>
        <w:t>Pada suatu waktu, ia</w:t>
      </w:r>
      <w:r w:rsidR="00416546">
        <w:t xml:space="preserve"> </w:t>
      </w:r>
      <w:r>
        <w:t>memanggilku di tengah malam dan berkata, "Tunjukkan</w:t>
      </w:r>
      <w:r w:rsidR="00416546">
        <w:t xml:space="preserve"> </w:t>
      </w:r>
      <w:r>
        <w:t>seberapa tinggi imanmu kepadaku?"</w:t>
      </w:r>
    </w:p>
    <w:p w:rsidR="00416546" w:rsidRDefault="00416546" w:rsidP="00C451DA">
      <w:pPr>
        <w:pStyle w:val="libNormal"/>
      </w:pPr>
    </w:p>
    <w:p w:rsidR="00C451DA" w:rsidRDefault="00C451DA" w:rsidP="001424D0">
      <w:pPr>
        <w:pStyle w:val="libNormal"/>
      </w:pPr>
      <w:r>
        <w:t>Aku berkata, "Aku korbankan hidup dan hartaku</w:t>
      </w:r>
      <w:r w:rsidR="001424D0">
        <w:t xml:space="preserve"> </w:t>
      </w:r>
      <w:r>
        <w:t>untukmu.</w:t>
      </w:r>
    </w:p>
    <w:p w:rsidR="001424D0" w:rsidRDefault="001424D0" w:rsidP="00C451DA">
      <w:pPr>
        <w:pStyle w:val="libNormal"/>
      </w:pPr>
    </w:p>
    <w:p w:rsidR="00C451DA" w:rsidRDefault="00C451DA" w:rsidP="00C451DA">
      <w:pPr>
        <w:pStyle w:val="libNormal"/>
      </w:pPr>
      <w:r>
        <w:t>Ia berkata, "Apa lagi?"</w:t>
      </w:r>
    </w:p>
    <w:p w:rsidR="00760AAC" w:rsidRDefault="00760AAC" w:rsidP="00C451DA">
      <w:pPr>
        <w:pStyle w:val="libNormal"/>
      </w:pPr>
    </w:p>
    <w:p w:rsidR="00C451DA" w:rsidRDefault="00C451DA" w:rsidP="00760AAC">
      <w:pPr>
        <w:pStyle w:val="libNormal"/>
      </w:pPr>
      <w:r>
        <w:t>Kujawab, "Kehormatanku, istriku dan anakku, semua</w:t>
      </w:r>
      <w:r w:rsidR="00760AAC">
        <w:t xml:space="preserve"> </w:t>
      </w:r>
      <w:r>
        <w:t>itu untukmu".</w:t>
      </w:r>
    </w:p>
    <w:p w:rsidR="00C451DA" w:rsidRDefault="00C451DA" w:rsidP="00C451DA">
      <w:pPr>
        <w:pStyle w:val="libNormal"/>
      </w:pPr>
      <w:r>
        <w:lastRenderedPageBreak/>
        <w:t>Ia bertanya lagi, "Lalu apa lagi?"</w:t>
      </w:r>
    </w:p>
    <w:p w:rsidR="00F74152" w:rsidRDefault="00F74152" w:rsidP="00C451DA">
      <w:pPr>
        <w:pStyle w:val="libNormal"/>
      </w:pPr>
    </w:p>
    <w:p w:rsidR="00C451DA" w:rsidRDefault="00C451DA" w:rsidP="00C451DA">
      <w:pPr>
        <w:pStyle w:val="libNormal"/>
      </w:pPr>
      <w:r>
        <w:t>Kukatakan, "Agamaku".</w:t>
      </w:r>
    </w:p>
    <w:p w:rsidR="00F74152" w:rsidRDefault="00F74152" w:rsidP="00C451DA">
      <w:pPr>
        <w:pStyle w:val="libNormal"/>
      </w:pPr>
    </w:p>
    <w:p w:rsidR="004A0E04" w:rsidRDefault="00C451DA" w:rsidP="004A0E04">
      <w:pPr>
        <w:pStyle w:val="libNormal"/>
      </w:pPr>
      <w:r>
        <w:t>Harun menegakkan kepalanya dan berkata sambil</w:t>
      </w:r>
      <w:r w:rsidR="004A0E04">
        <w:t xml:space="preserve"> </w:t>
      </w:r>
      <w:r>
        <w:t>tertawa, "Anda telah mengatakan apa yang aku</w:t>
      </w:r>
      <w:r w:rsidR="004A0E04">
        <w:t xml:space="preserve"> </w:t>
      </w:r>
      <w:r>
        <w:t xml:space="preserve">nantikan. </w:t>
      </w:r>
    </w:p>
    <w:p w:rsidR="004A0E04" w:rsidRDefault="004A0E04" w:rsidP="004A0E04">
      <w:pPr>
        <w:pStyle w:val="libNormal"/>
      </w:pPr>
    </w:p>
    <w:p w:rsidR="00C451DA" w:rsidRDefault="00C451DA" w:rsidP="00C423A8">
      <w:pPr>
        <w:pStyle w:val="libNormal"/>
      </w:pPr>
      <w:r>
        <w:t>Mendekatlah, ambil pedang ini dan laksanakan</w:t>
      </w:r>
      <w:r w:rsidR="00C423A8">
        <w:t xml:space="preserve"> </w:t>
      </w:r>
      <w:r>
        <w:t>perintah yang disampaikan budakku kepadamu!".</w:t>
      </w:r>
    </w:p>
    <w:p w:rsidR="00643DCC" w:rsidRDefault="00643DCC" w:rsidP="00C451DA">
      <w:pPr>
        <w:pStyle w:val="libNormal"/>
      </w:pPr>
    </w:p>
    <w:p w:rsidR="002E7BBF" w:rsidRDefault="00C451DA" w:rsidP="002E7BBF">
      <w:pPr>
        <w:pStyle w:val="libNormal"/>
      </w:pPr>
      <w:r>
        <w:t>"Budak Harun itu menuntunku ke sebuah rumah yang</w:t>
      </w:r>
      <w:r w:rsidR="007E2CCF">
        <w:t xml:space="preserve"> </w:t>
      </w:r>
      <w:r w:rsidR="002E7BBF">
        <w:t>menyekap enam puluh orang.</w:t>
      </w:r>
    </w:p>
    <w:p w:rsidR="002E7BBF" w:rsidRDefault="002E7BBF" w:rsidP="002E7BBF">
      <w:pPr>
        <w:pStyle w:val="libNormal"/>
      </w:pPr>
    </w:p>
    <w:p w:rsidR="002E7BBF" w:rsidRDefault="00C451DA" w:rsidP="002E7BBF">
      <w:pPr>
        <w:pStyle w:val="libNormal"/>
      </w:pPr>
      <w:r>
        <w:t>Mereka adalah anak-anak</w:t>
      </w:r>
      <w:r w:rsidR="002E7BBF">
        <w:t xml:space="preserve"> </w:t>
      </w:r>
      <w:r>
        <w:t>muda dan o</w:t>
      </w:r>
      <w:r w:rsidR="002E7BBF">
        <w:t>rang-orang tua keluarga Ali as.</w:t>
      </w:r>
    </w:p>
    <w:p w:rsidR="002E7BBF" w:rsidRDefault="002E7BBF" w:rsidP="002E7BBF">
      <w:pPr>
        <w:pStyle w:val="libNormal"/>
      </w:pPr>
    </w:p>
    <w:p w:rsidR="005B7FD6" w:rsidRDefault="00C451DA" w:rsidP="005B7FD6">
      <w:pPr>
        <w:pStyle w:val="libNormal"/>
      </w:pPr>
      <w:r>
        <w:t>Kemudian ia</w:t>
      </w:r>
      <w:r w:rsidR="005B7FD6">
        <w:t xml:space="preserve"> </w:t>
      </w:r>
      <w:r>
        <w:t>menyeret mereka satu persatu dan memerintahkan</w:t>
      </w:r>
      <w:r w:rsidR="005B7FD6">
        <w:t xml:space="preserve"> aku untuk membunuh mereka.</w:t>
      </w:r>
    </w:p>
    <w:p w:rsidR="005B7FD6" w:rsidRDefault="005B7FD6" w:rsidP="005B7FD6">
      <w:pPr>
        <w:pStyle w:val="libNormal"/>
      </w:pPr>
    </w:p>
    <w:p w:rsidR="005B7FD6" w:rsidRDefault="00C451DA" w:rsidP="005B7FD6">
      <w:pPr>
        <w:pStyle w:val="libNormal"/>
      </w:pPr>
      <w:r>
        <w:t>Aku dengan setia</w:t>
      </w:r>
      <w:r w:rsidR="005B7FD6">
        <w:t xml:space="preserve"> </w:t>
      </w:r>
      <w:r>
        <w:t xml:space="preserve">mematuhi perintah Harun tersebut. </w:t>
      </w:r>
    </w:p>
    <w:p w:rsidR="005B7FD6" w:rsidRDefault="005B7FD6" w:rsidP="005B7FD6">
      <w:pPr>
        <w:pStyle w:val="libNormal"/>
      </w:pPr>
    </w:p>
    <w:p w:rsidR="00C451DA" w:rsidRDefault="00C451DA" w:rsidP="005B7FD6">
      <w:pPr>
        <w:pStyle w:val="libNormal"/>
      </w:pPr>
      <w:r>
        <w:t>Setelah aku</w:t>
      </w:r>
      <w:r w:rsidR="005B7FD6">
        <w:t xml:space="preserve"> </w:t>
      </w:r>
      <w:r>
        <w:t>mengeksekusi mereka, aku buang mayat-mayat itu ke</w:t>
      </w:r>
      <w:r w:rsidR="005B7FD6">
        <w:t xml:space="preserve"> </w:t>
      </w:r>
      <w:r>
        <w:t>dalam sebuah sumur yang penuh dengan lumpur di</w:t>
      </w:r>
      <w:r w:rsidR="005B7FD6">
        <w:t xml:space="preserve"> </w:t>
      </w:r>
      <w:r>
        <w:t>sebuah kampung.</w:t>
      </w:r>
    </w:p>
    <w:p w:rsidR="005B7FD6" w:rsidRDefault="005B7FD6" w:rsidP="00C451DA">
      <w:pPr>
        <w:pStyle w:val="libNormal"/>
      </w:pPr>
    </w:p>
    <w:p w:rsidR="000252DB" w:rsidRDefault="00C451DA" w:rsidP="000252DB">
      <w:pPr>
        <w:pStyle w:val="libNormal"/>
      </w:pPr>
      <w:r>
        <w:t xml:space="preserve">"Duhai sahabatku! Setiapkali aku mengingat </w:t>
      </w:r>
      <w:r w:rsidR="00C37D21">
        <w:t xml:space="preserve">tragedi </w:t>
      </w:r>
      <w:r w:rsidR="00A95267">
        <w:t xml:space="preserve"> </w:t>
      </w:r>
      <w:r>
        <w:t>memilukan ini, tubuhku bergetar, bulu romaku</w:t>
      </w:r>
      <w:r w:rsidR="000252DB">
        <w:t xml:space="preserve"> merinding.</w:t>
      </w:r>
    </w:p>
    <w:p w:rsidR="000252DB" w:rsidRDefault="000252DB" w:rsidP="000252DB">
      <w:pPr>
        <w:pStyle w:val="libNormal"/>
      </w:pPr>
    </w:p>
    <w:p w:rsidR="00327AE2" w:rsidRDefault="00C451DA" w:rsidP="00327AE2">
      <w:pPr>
        <w:pStyle w:val="libNormal"/>
      </w:pPr>
      <w:r>
        <w:t>Dengan segala kekejian dan kejahatannya,</w:t>
      </w:r>
      <w:r w:rsidR="00635783">
        <w:t xml:space="preserve"> </w:t>
      </w:r>
      <w:r>
        <w:t>Harun masih memerintahkan aku untuk menggali</w:t>
      </w:r>
      <w:r w:rsidR="00635783">
        <w:t xml:space="preserve"> </w:t>
      </w:r>
      <w:r>
        <w:t>kuburan Imam Husein as. dan menghancurkan</w:t>
      </w:r>
      <w:r w:rsidR="00635783">
        <w:t xml:space="preserve"> </w:t>
      </w:r>
      <w:r>
        <w:t>pusaranya dengan maksud agar orang-orang tidak</w:t>
      </w:r>
      <w:r w:rsidR="00635783">
        <w:t xml:space="preserve"> </w:t>
      </w:r>
      <w:r>
        <w:t>dapat menziarahinya lagi".</w:t>
      </w:r>
    </w:p>
    <w:p w:rsidR="00327AE2" w:rsidRPr="00327AE2" w:rsidRDefault="00327AE2">
      <w:r>
        <w:br w:type="page"/>
      </w:r>
    </w:p>
    <w:p w:rsidR="00E608A6" w:rsidRDefault="00E608A6" w:rsidP="002223AA">
      <w:pPr>
        <w:pStyle w:val="Heading1"/>
      </w:pPr>
      <w:bookmarkStart w:id="13" w:name="_Toc443987019"/>
      <w:r>
        <w:lastRenderedPageBreak/>
        <w:t>Ikrar Imam Musa as.</w:t>
      </w:r>
      <w:bookmarkEnd w:id="13"/>
    </w:p>
    <w:p w:rsidR="00E608A6" w:rsidRDefault="00E608A6" w:rsidP="00E608A6">
      <w:pPr>
        <w:pStyle w:val="libNormal"/>
      </w:pPr>
    </w:p>
    <w:p w:rsidR="00DB2F2D" w:rsidRDefault="00E608A6" w:rsidP="00DB2F2D">
      <w:pPr>
        <w:pStyle w:val="libNormal"/>
      </w:pPr>
      <w:r>
        <w:t>Sudah jelas mengapa Imam Musa Kazim as.</w:t>
      </w:r>
    </w:p>
    <w:p w:rsidR="00DB2F2D" w:rsidRDefault="00DB2F2D" w:rsidP="00DB2F2D">
      <w:pPr>
        <w:pStyle w:val="libNormal"/>
      </w:pPr>
    </w:p>
    <w:p w:rsidR="00DB2F2D" w:rsidRDefault="00DB2F2D" w:rsidP="00DB2F2D">
      <w:pPr>
        <w:pStyle w:val="libNormal"/>
      </w:pPr>
      <w:r>
        <w:t>B</w:t>
      </w:r>
      <w:r w:rsidR="00E608A6">
        <w:t>egitu</w:t>
      </w:r>
      <w:r>
        <w:t xml:space="preserve"> </w:t>
      </w:r>
      <w:r w:rsidR="00E608A6">
        <w:t>tegasnya menolak untuk bekerja sama dengan</w:t>
      </w:r>
      <w:r>
        <w:t xml:space="preserve"> </w:t>
      </w:r>
      <w:r w:rsidR="00E608A6">
        <w:t>pemerintahan zalim dan biadab seperti Dinasti</w:t>
      </w:r>
      <w:r>
        <w:t xml:space="preserve"> </w:t>
      </w:r>
      <w:r w:rsidR="00E608A6">
        <w:t xml:space="preserve">Abasiyah. </w:t>
      </w:r>
    </w:p>
    <w:p w:rsidR="00DB2F2D" w:rsidRDefault="00DB2F2D" w:rsidP="00DB2F2D">
      <w:pPr>
        <w:pStyle w:val="libNormal"/>
      </w:pPr>
    </w:p>
    <w:p w:rsidR="00DB2F2D" w:rsidRDefault="00E608A6" w:rsidP="00DB2F2D">
      <w:pPr>
        <w:pStyle w:val="libNormal"/>
      </w:pPr>
      <w:r>
        <w:t>Beliau tidak dapat berdiam diri di hadapan</w:t>
      </w:r>
      <w:r w:rsidR="00DB2F2D">
        <w:t xml:space="preserve"> </w:t>
      </w:r>
      <w:r>
        <w:t>k</w:t>
      </w:r>
      <w:r w:rsidR="00DB2F2D">
        <w:t>ezaliman mereka.</w:t>
      </w:r>
    </w:p>
    <w:p w:rsidR="00DB2F2D" w:rsidRDefault="00DB2F2D" w:rsidP="00DB2F2D">
      <w:pPr>
        <w:pStyle w:val="libNormal"/>
      </w:pPr>
    </w:p>
    <w:p w:rsidR="00E608A6" w:rsidRDefault="00E608A6" w:rsidP="00DB2F2D">
      <w:pPr>
        <w:pStyle w:val="libNormal"/>
      </w:pPr>
      <w:r>
        <w:t>Oleh karena itu, beliau bangkit</w:t>
      </w:r>
      <w:r w:rsidR="00DB2F2D">
        <w:t xml:space="preserve"> </w:t>
      </w:r>
      <w:r>
        <w:t>memberontak melawan pemerintahan Harun.</w:t>
      </w:r>
    </w:p>
    <w:p w:rsidR="00DB2F2D" w:rsidRDefault="00DB2F2D" w:rsidP="00DB2F2D">
      <w:pPr>
        <w:pStyle w:val="libNormal"/>
      </w:pPr>
    </w:p>
    <w:p w:rsidR="00602D3F" w:rsidRDefault="00E608A6" w:rsidP="00602D3F">
      <w:pPr>
        <w:pStyle w:val="libNormal"/>
      </w:pPr>
      <w:r>
        <w:t>Di mana saja tempat yang dianggap perlu, Imam as.</w:t>
      </w:r>
      <w:r w:rsidR="00DB2F2D">
        <w:t xml:space="preserve"> </w:t>
      </w:r>
      <w:r>
        <w:t>menyingkapkan kekejaman dan kebejatan perangai</w:t>
      </w:r>
      <w:r w:rsidR="00602D3F">
        <w:t xml:space="preserve"> Harun kepada masyarakat.</w:t>
      </w:r>
    </w:p>
    <w:p w:rsidR="00602D3F" w:rsidRDefault="00602D3F" w:rsidP="00602D3F">
      <w:pPr>
        <w:pStyle w:val="libNormal"/>
      </w:pPr>
    </w:p>
    <w:p w:rsidR="00E608A6" w:rsidRDefault="00E608A6" w:rsidP="00A60AAF">
      <w:pPr>
        <w:pStyle w:val="libNormal"/>
      </w:pPr>
      <w:r>
        <w:t>Hal ini tentu saja membuat Harun menjadi malu dan tercoreng namanya di hadapan</w:t>
      </w:r>
      <w:r w:rsidR="00A60AAF">
        <w:t xml:space="preserve"> </w:t>
      </w:r>
      <w:r>
        <w:t>mereka.</w:t>
      </w:r>
    </w:p>
    <w:p w:rsidR="00A60AAF" w:rsidRDefault="00A60AAF" w:rsidP="00A60AAF">
      <w:pPr>
        <w:pStyle w:val="libNormal"/>
      </w:pPr>
    </w:p>
    <w:p w:rsidR="00E56684" w:rsidRDefault="00E608A6" w:rsidP="00E56684">
      <w:pPr>
        <w:pStyle w:val="libNormal"/>
      </w:pPr>
      <w:r>
        <w:t>Selain itu, Imam Musa as. memerintahkan beberapa</w:t>
      </w:r>
      <w:r w:rsidR="00E56684">
        <w:t xml:space="preserve"> </w:t>
      </w:r>
      <w:r>
        <w:t>sahabatnya untuk menolak segala bentuk kerja sama</w:t>
      </w:r>
      <w:r w:rsidR="00E56684">
        <w:t xml:space="preserve"> </w:t>
      </w:r>
      <w:r>
        <w:t>dan b</w:t>
      </w:r>
      <w:r w:rsidR="00E56684">
        <w:t>antuan dari pemerintahan Harun.</w:t>
      </w:r>
    </w:p>
    <w:p w:rsidR="00E56684" w:rsidRDefault="00E56684" w:rsidP="00E56684">
      <w:pPr>
        <w:pStyle w:val="libNormal"/>
      </w:pPr>
    </w:p>
    <w:p w:rsidR="00E608A6" w:rsidRDefault="00E608A6" w:rsidP="00F264B8">
      <w:pPr>
        <w:pStyle w:val="libNormal"/>
      </w:pPr>
      <w:r>
        <w:t>Misalnya kepada</w:t>
      </w:r>
      <w:r w:rsidR="00F264B8">
        <w:t xml:space="preserve"> </w:t>
      </w:r>
      <w:r>
        <w:t>Sofwan, sahabat setia Imam. Kepadanya beliau</w:t>
      </w:r>
      <w:r w:rsidR="00F264B8">
        <w:t xml:space="preserve"> </w:t>
      </w:r>
      <w:r>
        <w:t>berkata, "Engkau adalah orang yang berbudi baik dalam</w:t>
      </w:r>
      <w:r w:rsidR="00F264B8">
        <w:t xml:space="preserve"> </w:t>
      </w:r>
      <w:r>
        <w:t>segala hal kecuali satu, bahwa engkau telah</w:t>
      </w:r>
      <w:r w:rsidR="00F264B8">
        <w:t xml:space="preserve"> </w:t>
      </w:r>
      <w:r>
        <w:t>menyewakan untamu kepada Harun".</w:t>
      </w:r>
    </w:p>
    <w:p w:rsidR="00F264B8" w:rsidRDefault="00F264B8" w:rsidP="00E608A6">
      <w:pPr>
        <w:pStyle w:val="libNormal"/>
      </w:pPr>
    </w:p>
    <w:p w:rsidR="00E608A6" w:rsidRDefault="00E608A6" w:rsidP="00D370F0">
      <w:pPr>
        <w:pStyle w:val="libNormal"/>
      </w:pPr>
      <w:r>
        <w:t>Sofwan menjawab, "Aku menyewakan untaku</w:t>
      </w:r>
      <w:r w:rsidR="00D370F0">
        <w:t xml:space="preserve"> </w:t>
      </w:r>
      <w:r>
        <w:t>kepadanya hanya pada musim haji saja, dan aku pun</w:t>
      </w:r>
      <w:r w:rsidR="00D370F0">
        <w:t xml:space="preserve"> </w:t>
      </w:r>
      <w:r>
        <w:t>tidak menyertai perjalanannya".</w:t>
      </w:r>
    </w:p>
    <w:p w:rsidR="00D370F0" w:rsidRDefault="00D370F0" w:rsidP="00E608A6">
      <w:pPr>
        <w:pStyle w:val="libNormal"/>
      </w:pPr>
    </w:p>
    <w:p w:rsidR="00E608A6" w:rsidRDefault="00E608A6" w:rsidP="003C1CA4">
      <w:pPr>
        <w:pStyle w:val="libNormal"/>
      </w:pPr>
      <w:r>
        <w:t>Imam berkata, "Duhai Sofwan, tidakkah kau akan</w:t>
      </w:r>
      <w:r w:rsidR="003C1CA4">
        <w:t xml:space="preserve"> </w:t>
      </w:r>
      <w:r>
        <w:t>gembira sampai untamu kembali, dan Harun tetap hidup</w:t>
      </w:r>
      <w:r w:rsidR="003C1CA4">
        <w:t xml:space="preserve"> </w:t>
      </w:r>
      <w:r>
        <w:t>sehingga kau menerima uang sewa darinya".</w:t>
      </w:r>
    </w:p>
    <w:p w:rsidR="007D0E9C" w:rsidRDefault="007D0E9C" w:rsidP="00E608A6">
      <w:pPr>
        <w:pStyle w:val="libNormal"/>
      </w:pPr>
    </w:p>
    <w:p w:rsidR="00E608A6" w:rsidRDefault="00E608A6" w:rsidP="00E608A6">
      <w:pPr>
        <w:pStyle w:val="libNormal"/>
      </w:pPr>
      <w:r>
        <w:t>Ia menjawab, "Ya, betul".</w:t>
      </w:r>
    </w:p>
    <w:p w:rsidR="007D0E9C" w:rsidRDefault="007D0E9C" w:rsidP="00E608A6">
      <w:pPr>
        <w:pStyle w:val="libNormal"/>
      </w:pPr>
    </w:p>
    <w:p w:rsidR="00E608A6" w:rsidRDefault="00E608A6" w:rsidP="007D0E9C">
      <w:pPr>
        <w:pStyle w:val="libNormal"/>
      </w:pPr>
      <w:r>
        <w:t>Imam berkata lagi, "Barang siapa yang suka bila</w:t>
      </w:r>
      <w:r w:rsidR="007D0E9C">
        <w:t xml:space="preserve"> </w:t>
      </w:r>
      <w:r>
        <w:t>seorang dzalim tetap hidup, maka ia pun termasuk</w:t>
      </w:r>
      <w:r w:rsidR="007D0E9C">
        <w:t xml:space="preserve"> </w:t>
      </w:r>
      <w:r>
        <w:t>bagian darinya".</w:t>
      </w:r>
    </w:p>
    <w:p w:rsidR="007D0E9C" w:rsidRDefault="007D0E9C" w:rsidP="00E608A6">
      <w:pPr>
        <w:pStyle w:val="libNormal"/>
      </w:pPr>
    </w:p>
    <w:p w:rsidR="00583934" w:rsidRDefault="00E608A6" w:rsidP="00583934">
      <w:pPr>
        <w:pStyle w:val="libNormal"/>
      </w:pPr>
      <w:r>
        <w:t>Walaupun Sofwan telah menandatangani perjanjian</w:t>
      </w:r>
      <w:r w:rsidR="00583934">
        <w:t xml:space="preserve"> </w:t>
      </w:r>
      <w:r>
        <w:t>sewa-menyewa dengan Harun yang mensyaratkan</w:t>
      </w:r>
      <w:r w:rsidR="00583934">
        <w:t xml:space="preserve"> </w:t>
      </w:r>
      <w:r>
        <w:t>supaya Sofwan menyediakan perlengkapan perjalanan</w:t>
      </w:r>
      <w:r w:rsidR="00583934">
        <w:t xml:space="preserve"> </w:t>
      </w:r>
      <w:r>
        <w:t>haji kepada Khalifah, namun selekas mendengar ucapan</w:t>
      </w:r>
      <w:r w:rsidR="00583934">
        <w:t xml:space="preserve"> </w:t>
      </w:r>
      <w:r>
        <w:t>Imam Musa as. itu, ia pun menjual seluruh unta yang</w:t>
      </w:r>
      <w:r w:rsidR="00583934">
        <w:t xml:space="preserve"> dimilikinya.</w:t>
      </w:r>
    </w:p>
    <w:p w:rsidR="00583934" w:rsidRDefault="00583934" w:rsidP="00583934">
      <w:pPr>
        <w:pStyle w:val="libNormal"/>
      </w:pPr>
    </w:p>
    <w:p w:rsidR="00E608A6" w:rsidRDefault="00E608A6" w:rsidP="00583934">
      <w:pPr>
        <w:pStyle w:val="libNormal"/>
      </w:pPr>
      <w:r>
        <w:t>Harun kemudian memanggil dan</w:t>
      </w:r>
      <w:r w:rsidR="00583934">
        <w:t xml:space="preserve"> </w:t>
      </w:r>
      <w:r>
        <w:t xml:space="preserve">mendesaknya untuk mengatakan alasan apa sehingga menjual seluruh unta itu tanpa sedikit pun </w:t>
      </w:r>
      <w:r w:rsidR="00583934">
        <w:t xml:space="preserve">member </w:t>
      </w:r>
      <w:r>
        <w:t>kabar kepadanya.</w:t>
      </w:r>
    </w:p>
    <w:p w:rsidR="00583934" w:rsidRDefault="00583934" w:rsidP="00E608A6">
      <w:pPr>
        <w:pStyle w:val="libNormal"/>
      </w:pPr>
    </w:p>
    <w:p w:rsidR="002E02BD" w:rsidRDefault="00E608A6" w:rsidP="002E02BD">
      <w:pPr>
        <w:pStyle w:val="libNormal"/>
      </w:pPr>
      <w:r>
        <w:t>Akhirnya, Harun mengerti apa yang telah terjadi</w:t>
      </w:r>
      <w:r w:rsidR="00710143">
        <w:t xml:space="preserve"> </w:t>
      </w:r>
      <w:r>
        <w:t>dan berkata kepada Sofwan, "Sekiranya aku tidak</w:t>
      </w:r>
      <w:r w:rsidR="00710143">
        <w:t xml:space="preserve"> </w:t>
      </w:r>
      <w:r>
        <w:t>mengingat hubungan persahabatan yang dulu terjalin di</w:t>
      </w:r>
      <w:r w:rsidR="00F11935">
        <w:t xml:space="preserve"> </w:t>
      </w:r>
      <w:r>
        <w:t>antara kita, maka detik ini juga aku perintahkan</w:t>
      </w:r>
      <w:r w:rsidR="002E02BD">
        <w:t xml:space="preserve"> </w:t>
      </w:r>
      <w:r>
        <w:t>alg</w:t>
      </w:r>
      <w:r w:rsidR="002E02BD">
        <w:t>ojoku untuk memenggal kepalamu.</w:t>
      </w:r>
    </w:p>
    <w:p w:rsidR="002E02BD" w:rsidRDefault="002E02BD" w:rsidP="002E02BD">
      <w:pPr>
        <w:pStyle w:val="libNormal"/>
      </w:pPr>
    </w:p>
    <w:p w:rsidR="002E02BD" w:rsidRDefault="00E608A6" w:rsidP="002E02BD">
      <w:pPr>
        <w:pStyle w:val="libNormal"/>
      </w:pPr>
      <w:r>
        <w:t>Aku tahu siapa</w:t>
      </w:r>
      <w:r w:rsidR="002E02BD">
        <w:t xml:space="preserve"> </w:t>
      </w:r>
      <w:r>
        <w:t>yang me</w:t>
      </w:r>
      <w:r w:rsidR="002E02BD">
        <w:t>mberikan perintah ini kepadamu.</w:t>
      </w:r>
    </w:p>
    <w:p w:rsidR="002E02BD" w:rsidRDefault="002E02BD" w:rsidP="002E02BD">
      <w:pPr>
        <w:pStyle w:val="libNormal"/>
      </w:pPr>
    </w:p>
    <w:p w:rsidR="00E608A6" w:rsidRDefault="00E608A6" w:rsidP="002E02BD">
      <w:pPr>
        <w:pStyle w:val="libNormal"/>
      </w:pPr>
      <w:r>
        <w:t>Musa bin</w:t>
      </w:r>
      <w:r w:rsidR="002E02BD">
        <w:t xml:space="preserve"> </w:t>
      </w:r>
      <w:r>
        <w:t>Ja'far yang telah memerintahkan ini padamu".</w:t>
      </w:r>
    </w:p>
    <w:p w:rsidR="002E02BD" w:rsidRDefault="002E02BD" w:rsidP="00E608A6">
      <w:pPr>
        <w:pStyle w:val="libNormal"/>
      </w:pPr>
    </w:p>
    <w:p w:rsidR="00E608A6" w:rsidRDefault="00E608A6" w:rsidP="00680817">
      <w:pPr>
        <w:pStyle w:val="libNormal"/>
      </w:pPr>
      <w:r>
        <w:t>Walaupun Imam as. tidak membolehkan seorang pun</w:t>
      </w:r>
      <w:r w:rsidR="00680817">
        <w:t xml:space="preserve"> </w:t>
      </w:r>
      <w:r>
        <w:t>untuk berkerja sama dengan Harun, akan tetapi beliau</w:t>
      </w:r>
      <w:r w:rsidR="00680817">
        <w:t xml:space="preserve"> </w:t>
      </w:r>
      <w:r>
        <w:t>memerintahkan seseorang yang pandai tentang seluk</w:t>
      </w:r>
      <w:r w:rsidR="00680817">
        <w:t xml:space="preserve"> </w:t>
      </w:r>
      <w:r>
        <w:t>beluk pemerintahan, untuk menyusup dan membangun</w:t>
      </w:r>
      <w:r w:rsidR="00680817">
        <w:t xml:space="preserve"> </w:t>
      </w:r>
      <w:r>
        <w:t>pengaruh di dalam pemerintahan Harun Ar-Rasyid, dan</w:t>
      </w:r>
      <w:r w:rsidR="00680817">
        <w:t xml:space="preserve"> </w:t>
      </w:r>
      <w:r>
        <w:t>membantu sahabat-sahabat Imam yang kesusahan,</w:t>
      </w:r>
      <w:r w:rsidR="00680817">
        <w:t xml:space="preserve"> </w:t>
      </w:r>
      <w:r>
        <w:t xml:space="preserve">serta </w:t>
      </w:r>
      <w:r>
        <w:lastRenderedPageBreak/>
        <w:t>melaporkan informasi, rencana atau keputusan</w:t>
      </w:r>
      <w:r w:rsidR="00680817">
        <w:t xml:space="preserve"> </w:t>
      </w:r>
      <w:r>
        <w:t>yang telah diambil oleh pemerintah.</w:t>
      </w:r>
    </w:p>
    <w:p w:rsidR="00680817" w:rsidRDefault="00680817" w:rsidP="00E608A6">
      <w:pPr>
        <w:pStyle w:val="libNormal"/>
      </w:pPr>
    </w:p>
    <w:p w:rsidR="00E608A6" w:rsidRDefault="00E608A6" w:rsidP="00982B31">
      <w:pPr>
        <w:pStyle w:val="libNormal"/>
      </w:pPr>
      <w:r>
        <w:t>Dalam rangka ini, beliau memberikan izin kepada Ali</w:t>
      </w:r>
      <w:r w:rsidR="00982B31">
        <w:t xml:space="preserve"> </w:t>
      </w:r>
      <w:r>
        <w:t>bin Yaqthin untuk mengemban tugas ini dan berhasil</w:t>
      </w:r>
      <w:r w:rsidR="00982B31">
        <w:t xml:space="preserve"> </w:t>
      </w:r>
      <w:r>
        <w:t>menjabat sebagai salah satu menteri Harun Al-Rasyid.</w:t>
      </w:r>
    </w:p>
    <w:p w:rsidR="00982B31" w:rsidRDefault="00982B31" w:rsidP="00E608A6">
      <w:pPr>
        <w:pStyle w:val="libNormal"/>
      </w:pPr>
    </w:p>
    <w:p w:rsidR="00E608A6" w:rsidRDefault="00E608A6" w:rsidP="00E91833">
      <w:pPr>
        <w:pStyle w:val="libNormal"/>
      </w:pPr>
      <w:r>
        <w:t>Dengan tugas ini, Ali dapat membantu sahabat</w:t>
      </w:r>
      <w:r w:rsidR="00E91833">
        <w:t>-</w:t>
      </w:r>
      <w:r>
        <w:t>sahabatnya</w:t>
      </w:r>
      <w:r w:rsidR="00E91833">
        <w:t xml:space="preserve"> </w:t>
      </w:r>
      <w:r>
        <w:t>dan pengikut-pengikut Imam as.</w:t>
      </w:r>
    </w:p>
    <w:p w:rsidR="00641E7B" w:rsidRDefault="00641E7B" w:rsidP="00E608A6">
      <w:pPr>
        <w:pStyle w:val="libNormal"/>
      </w:pPr>
    </w:p>
    <w:p w:rsidR="007D1ED9" w:rsidRDefault="00E608A6" w:rsidP="007D1ED9">
      <w:pPr>
        <w:pStyle w:val="libNormal"/>
      </w:pPr>
      <w:r>
        <w:t>Suatu hari, Imam menulis surat yang isinya meminta</w:t>
      </w:r>
      <w:r w:rsidR="007D1ED9">
        <w:t xml:space="preserve"> </w:t>
      </w:r>
      <w:r>
        <w:t>Ali bin Yaqtin, "Bahwasanya bila tidak ada orang yang</w:t>
      </w:r>
      <w:r w:rsidR="007D1ED9">
        <w:t xml:space="preserve"> </w:t>
      </w:r>
      <w:r>
        <w:t>melihatmu, kau dapat mengambil wudhu sesuai dengan</w:t>
      </w:r>
      <w:r w:rsidR="007D1ED9">
        <w:t xml:space="preserve"> </w:t>
      </w:r>
      <w:r>
        <w:t>ajaran Imam, namun bila ada yang menemanimu, maka</w:t>
      </w:r>
      <w:r w:rsidR="007D1ED9">
        <w:t xml:space="preserve"> berwudhulah dengan cara mereka.</w:t>
      </w:r>
    </w:p>
    <w:p w:rsidR="007D1ED9" w:rsidRDefault="007D1ED9" w:rsidP="007D1ED9">
      <w:pPr>
        <w:pStyle w:val="libNormal"/>
      </w:pPr>
    </w:p>
    <w:p w:rsidR="00D263D3" w:rsidRDefault="00E608A6" w:rsidP="009C3B92">
      <w:pPr>
        <w:pStyle w:val="libNormal"/>
      </w:pPr>
      <w:r>
        <w:t>Terima hadiah hadiah yang diberikan padamu –sebagai salah satu cara</w:t>
      </w:r>
      <w:r w:rsidR="00BC0EFF">
        <w:t xml:space="preserve"> </w:t>
      </w:r>
      <w:r>
        <w:t>Harun menguji kesetiaan orang-orangnya– dan jangan</w:t>
      </w:r>
      <w:r w:rsidR="009C3B92">
        <w:t xml:space="preserve"> </w:t>
      </w:r>
      <w:r>
        <w:t>engkau tolak".</w:t>
      </w:r>
    </w:p>
    <w:p w:rsidR="00D263D3" w:rsidRPr="00E04903" w:rsidRDefault="00D263D3">
      <w:r>
        <w:br w:type="page"/>
      </w:r>
    </w:p>
    <w:p w:rsidR="00B71683" w:rsidRDefault="00B71683" w:rsidP="00054BA1">
      <w:pPr>
        <w:pStyle w:val="Heading1"/>
      </w:pPr>
      <w:bookmarkStart w:id="14" w:name="_Toc443987020"/>
      <w:r>
        <w:lastRenderedPageBreak/>
        <w:t>Dialog Harun dan Imam Musa as.</w:t>
      </w:r>
      <w:bookmarkEnd w:id="14"/>
    </w:p>
    <w:p w:rsidR="00B71683" w:rsidRDefault="00B71683" w:rsidP="00B71683">
      <w:pPr>
        <w:pStyle w:val="libNormal"/>
      </w:pPr>
    </w:p>
    <w:p w:rsidR="00054BA1" w:rsidRDefault="00B71683" w:rsidP="00054BA1">
      <w:pPr>
        <w:pStyle w:val="libNormal"/>
      </w:pPr>
      <w:r>
        <w:t>Harun senantiasa berusaha bertanya tentang</w:t>
      </w:r>
      <w:r w:rsidR="00054BA1">
        <w:t xml:space="preserve"> </w:t>
      </w:r>
      <w:r>
        <w:t>sesuatu yang membuat Imam tidak berkutik</w:t>
      </w:r>
      <w:r w:rsidR="00054BA1">
        <w:t xml:space="preserve"> </w:t>
      </w:r>
      <w:r>
        <w:t xml:space="preserve">menjawabnya. </w:t>
      </w:r>
    </w:p>
    <w:p w:rsidR="00054BA1" w:rsidRDefault="00054BA1" w:rsidP="00054BA1">
      <w:pPr>
        <w:pStyle w:val="libNormal"/>
      </w:pPr>
    </w:p>
    <w:p w:rsidR="00B71683" w:rsidRDefault="00B71683" w:rsidP="006F449D">
      <w:pPr>
        <w:pStyle w:val="libNormal"/>
      </w:pPr>
      <w:r>
        <w:t>Sehingga dengan siasat ini, dia dapat</w:t>
      </w:r>
      <w:r w:rsidR="006F449D">
        <w:t xml:space="preserve"> </w:t>
      </w:r>
      <w:r>
        <w:t>menjatuhkan citra dan kedudukan Imam di tengah</w:t>
      </w:r>
      <w:r w:rsidR="006F449D">
        <w:t xml:space="preserve"> </w:t>
      </w:r>
      <w:r>
        <w:t>masyarakat.</w:t>
      </w:r>
    </w:p>
    <w:p w:rsidR="006E41B3" w:rsidRDefault="006E41B3" w:rsidP="00B71683">
      <w:pPr>
        <w:pStyle w:val="libNormal"/>
      </w:pPr>
    </w:p>
    <w:p w:rsidR="00B71683" w:rsidRDefault="00B71683" w:rsidP="00D104E6">
      <w:pPr>
        <w:pStyle w:val="libNormal"/>
      </w:pPr>
      <w:r>
        <w:t>Pada suatu kesempatan, Harun berkata kepada</w:t>
      </w:r>
      <w:r w:rsidR="00D104E6">
        <w:t xml:space="preserve"> </w:t>
      </w:r>
      <w:r>
        <w:t>Imam as., "Aku ingin menyampaikan sebuah pertanyaan</w:t>
      </w:r>
      <w:r w:rsidR="00D104E6">
        <w:t xml:space="preserve"> </w:t>
      </w:r>
      <w:r>
        <w:t>yang hingga kini aku belum temukan jawabannya".</w:t>
      </w:r>
    </w:p>
    <w:p w:rsidR="00886A39" w:rsidRDefault="00886A39" w:rsidP="00B71683">
      <w:pPr>
        <w:pStyle w:val="libNormal"/>
      </w:pPr>
    </w:p>
    <w:p w:rsidR="00B71683" w:rsidRDefault="00B71683" w:rsidP="00886A39">
      <w:pPr>
        <w:pStyle w:val="libNormal"/>
      </w:pPr>
      <w:r>
        <w:t>Imam: "Jika aku memiliki kebebasan dalam</w:t>
      </w:r>
      <w:r w:rsidR="00886A39">
        <w:t xml:space="preserve"> </w:t>
      </w:r>
      <w:r>
        <w:t>menyampaikan pendapat, aku akan menjawab</w:t>
      </w:r>
      <w:r w:rsidR="00886A39">
        <w:t xml:space="preserve"> </w:t>
      </w:r>
      <w:r>
        <w:t>pertanyaanmu itu".</w:t>
      </w:r>
    </w:p>
    <w:p w:rsidR="00886A39" w:rsidRDefault="00886A39" w:rsidP="00B71683">
      <w:pPr>
        <w:pStyle w:val="libNormal"/>
      </w:pPr>
    </w:p>
    <w:p w:rsidR="002B762B" w:rsidRDefault="00B71683" w:rsidP="002B762B">
      <w:pPr>
        <w:pStyle w:val="libNormal"/>
      </w:pPr>
      <w:r>
        <w:t>Harun: "Tentu, Anda bebas menyampaikan pendapat</w:t>
      </w:r>
      <w:r w:rsidR="002B762B">
        <w:t xml:space="preserve"> Anda.</w:t>
      </w:r>
    </w:p>
    <w:p w:rsidR="002B762B" w:rsidRDefault="002B762B" w:rsidP="002B762B">
      <w:pPr>
        <w:pStyle w:val="libNormal"/>
      </w:pPr>
    </w:p>
    <w:p w:rsidR="005D3402" w:rsidRDefault="00B71683" w:rsidP="005D3402">
      <w:pPr>
        <w:pStyle w:val="libNormal"/>
      </w:pPr>
      <w:r>
        <w:t>Katakan padaku, mengapa Anda menganggap</w:t>
      </w:r>
      <w:r w:rsidR="005D3402">
        <w:t xml:space="preserve"> </w:t>
      </w:r>
      <w:r>
        <w:t>bahwa Anda lebih unggul di atasku padahal kita berdua</w:t>
      </w:r>
      <w:r w:rsidR="005D3402">
        <w:t xml:space="preserve"> dari satu garis keturunan.</w:t>
      </w:r>
    </w:p>
    <w:p w:rsidR="005D3402" w:rsidRDefault="005D3402" w:rsidP="005D3402">
      <w:pPr>
        <w:pStyle w:val="libNormal"/>
      </w:pPr>
    </w:p>
    <w:p w:rsidR="00B71683" w:rsidRDefault="00B71683" w:rsidP="005D3402">
      <w:pPr>
        <w:pStyle w:val="libNormal"/>
      </w:pPr>
      <w:r>
        <w:t>Bukankah kita berdua</w:t>
      </w:r>
      <w:r w:rsidR="005D3402">
        <w:t xml:space="preserve"> </w:t>
      </w:r>
      <w:r>
        <w:t>berasal dari Bani Hasyim?!".</w:t>
      </w:r>
    </w:p>
    <w:p w:rsidR="005D3402" w:rsidRDefault="005D3402" w:rsidP="00B71683">
      <w:pPr>
        <w:pStyle w:val="libNormal"/>
      </w:pPr>
    </w:p>
    <w:p w:rsidR="00E95806" w:rsidRDefault="00B71683" w:rsidP="00E95806">
      <w:pPr>
        <w:pStyle w:val="libNormal"/>
      </w:pPr>
      <w:r>
        <w:t>Imam: "Kami lebih dekat kepada Nabi saw.</w:t>
      </w:r>
    </w:p>
    <w:p w:rsidR="00E95806" w:rsidRDefault="00E95806" w:rsidP="00E95806">
      <w:pPr>
        <w:pStyle w:val="libNormal"/>
      </w:pPr>
    </w:p>
    <w:p w:rsidR="00E95806" w:rsidRDefault="00E95806" w:rsidP="00E95806">
      <w:pPr>
        <w:pStyle w:val="libNormal"/>
      </w:pPr>
      <w:r>
        <w:t>D</w:t>
      </w:r>
      <w:r w:rsidR="00B71683">
        <w:t>ari</w:t>
      </w:r>
      <w:r>
        <w:t xml:space="preserve"> pada Anda.</w:t>
      </w:r>
    </w:p>
    <w:p w:rsidR="00E95806" w:rsidRDefault="00E95806" w:rsidP="00E95806">
      <w:pPr>
        <w:pStyle w:val="libNormal"/>
      </w:pPr>
    </w:p>
    <w:p w:rsidR="00A45DB3" w:rsidRDefault="00B71683" w:rsidP="00A45DB3">
      <w:pPr>
        <w:pStyle w:val="libNormal"/>
      </w:pPr>
      <w:r>
        <w:t>Sebab, ayah kami Abu Thalib dan ayah Nabi</w:t>
      </w:r>
      <w:r w:rsidR="00671A8D">
        <w:t xml:space="preserve"> </w:t>
      </w:r>
      <w:r>
        <w:t>Muhammad saw.</w:t>
      </w:r>
      <w:r w:rsidR="00E95806">
        <w:t xml:space="preserve"> </w:t>
      </w:r>
      <w:r>
        <w:t xml:space="preserve"> adalah dua bersaudara dari ibu dan</w:t>
      </w:r>
      <w:r w:rsidR="00A45DB3">
        <w:t xml:space="preserve"> ayah yang sama.</w:t>
      </w:r>
    </w:p>
    <w:p w:rsidR="00A45DB3" w:rsidRDefault="00A45DB3" w:rsidP="00A45DB3">
      <w:pPr>
        <w:pStyle w:val="libNormal"/>
      </w:pPr>
    </w:p>
    <w:p w:rsidR="00B71683" w:rsidRDefault="00B71683" w:rsidP="00455204">
      <w:pPr>
        <w:pStyle w:val="libNormal"/>
      </w:pPr>
      <w:r>
        <w:t>Tetapi ayahmu Abbas hanya memiliki</w:t>
      </w:r>
      <w:r w:rsidR="00455204">
        <w:t xml:space="preserve"> </w:t>
      </w:r>
      <w:r>
        <w:t>nasab (hubungan) dari pihak ayah saja".</w:t>
      </w:r>
    </w:p>
    <w:p w:rsidR="002870E1" w:rsidRDefault="002870E1" w:rsidP="00B71683">
      <w:pPr>
        <w:pStyle w:val="libNormal"/>
      </w:pPr>
    </w:p>
    <w:p w:rsidR="00E52777" w:rsidRDefault="00B71683" w:rsidP="00E52777">
      <w:pPr>
        <w:pStyle w:val="libNormal"/>
      </w:pPr>
      <w:r>
        <w:lastRenderedPageBreak/>
        <w:t>Harun: "Sewaktu Nabi wafat, ayahmu Abu Thalib</w:t>
      </w:r>
      <w:r w:rsidR="005C5F0A">
        <w:t xml:space="preserve"> </w:t>
      </w:r>
      <w:r>
        <w:t>telah lebih dahulu wafat, tapi ayah kami Abbas masih</w:t>
      </w:r>
      <w:r w:rsidR="00E52777">
        <w:t xml:space="preserve"> tetap hidup.</w:t>
      </w:r>
    </w:p>
    <w:p w:rsidR="00E52777" w:rsidRDefault="00E52777" w:rsidP="00E52777">
      <w:pPr>
        <w:pStyle w:val="libNormal"/>
      </w:pPr>
    </w:p>
    <w:p w:rsidR="00B71683" w:rsidRDefault="00B71683" w:rsidP="00E52777">
      <w:pPr>
        <w:pStyle w:val="libNormal"/>
      </w:pPr>
      <w:r>
        <w:t>Jelas bahwa selama paman masih hidup,</w:t>
      </w:r>
      <w:r w:rsidR="00E52777">
        <w:t xml:space="preserve"> </w:t>
      </w:r>
      <w:r>
        <w:t>Anda sebagai sepupu tidak dapat menerima warisan".</w:t>
      </w:r>
    </w:p>
    <w:p w:rsidR="00E52777" w:rsidRDefault="00E52777" w:rsidP="00B71683">
      <w:pPr>
        <w:pStyle w:val="libNormal"/>
      </w:pPr>
    </w:p>
    <w:p w:rsidR="00B779BC" w:rsidRDefault="00B71683" w:rsidP="00705F90">
      <w:pPr>
        <w:pStyle w:val="libNormal"/>
      </w:pPr>
      <w:r>
        <w:t>Imam: "Selama seorang anak masih hidup, paman</w:t>
      </w:r>
      <w:r w:rsidR="00B01291">
        <w:t xml:space="preserve"> </w:t>
      </w:r>
      <w:r w:rsidR="00B779BC">
        <w:t>tidak dapat menerima warisan.</w:t>
      </w:r>
    </w:p>
    <w:p w:rsidR="00B779BC" w:rsidRDefault="00B779BC" w:rsidP="00705F90">
      <w:pPr>
        <w:pStyle w:val="libNormal"/>
      </w:pPr>
    </w:p>
    <w:p w:rsidR="00B71683" w:rsidRDefault="00B71683" w:rsidP="007C07F2">
      <w:pPr>
        <w:pStyle w:val="libNormal"/>
      </w:pPr>
      <w:r>
        <w:t>Dan ketika itu Fatimah</w:t>
      </w:r>
      <w:r w:rsidR="00705F90">
        <w:t xml:space="preserve"> </w:t>
      </w:r>
      <w:r>
        <w:t>masih hidup, maka ayahmu Abbas tidak ada hak untuk</w:t>
      </w:r>
      <w:r w:rsidR="007C07F2">
        <w:t xml:space="preserve"> </w:t>
      </w:r>
      <w:r>
        <w:t>menerima warisan".</w:t>
      </w:r>
    </w:p>
    <w:p w:rsidR="00EE4F50" w:rsidRDefault="00EE4F50" w:rsidP="00B71683">
      <w:pPr>
        <w:pStyle w:val="libNormal"/>
      </w:pPr>
    </w:p>
    <w:p w:rsidR="00804335" w:rsidRDefault="00B71683" w:rsidP="00804335">
      <w:pPr>
        <w:pStyle w:val="libNormal"/>
      </w:pPr>
      <w:r>
        <w:t>Harun melontarkan pertanyaan lain, "Mengapa Anda</w:t>
      </w:r>
      <w:r w:rsidR="00804335">
        <w:t xml:space="preserve"> </w:t>
      </w:r>
      <w:r>
        <w:t>membiarkan orang-orang memanggilmu dengan sebutan</w:t>
      </w:r>
      <w:r w:rsidR="00804335">
        <w:t xml:space="preserve"> </w:t>
      </w:r>
      <w:r>
        <w:t>putra Rasulullah, sementara Anda ini putra Ali bin Abi</w:t>
      </w:r>
      <w:r w:rsidR="00804335">
        <w:t xml:space="preserve"> Thalib.</w:t>
      </w:r>
    </w:p>
    <w:p w:rsidR="00804335" w:rsidRDefault="00804335" w:rsidP="00804335">
      <w:pPr>
        <w:pStyle w:val="libNormal"/>
      </w:pPr>
    </w:p>
    <w:p w:rsidR="00B71683" w:rsidRDefault="00B71683" w:rsidP="0098253E">
      <w:pPr>
        <w:pStyle w:val="libNormal"/>
      </w:pPr>
      <w:r>
        <w:t>Karena, nasab setiap orang itu menurut pada</w:t>
      </w:r>
      <w:r w:rsidR="0098253E">
        <w:t xml:space="preserve"> </w:t>
      </w:r>
      <w:r>
        <w:t>garis ayahnya, sedangkan Rasulullah adalah kakekmu</w:t>
      </w:r>
      <w:r w:rsidR="0098253E">
        <w:t xml:space="preserve"> </w:t>
      </w:r>
      <w:r>
        <w:t>tapi dari garis ibu".</w:t>
      </w:r>
    </w:p>
    <w:p w:rsidR="0098253E" w:rsidRDefault="0098253E" w:rsidP="00B71683">
      <w:pPr>
        <w:pStyle w:val="libNormal"/>
      </w:pPr>
    </w:p>
    <w:p w:rsidR="00B71683" w:rsidRDefault="00B71683" w:rsidP="00771CE8">
      <w:pPr>
        <w:pStyle w:val="libNormal"/>
      </w:pPr>
      <w:r>
        <w:t>Imam: "Jika sekiranya Rasulullah hidup dan</w:t>
      </w:r>
      <w:r w:rsidR="00FA6D20">
        <w:t xml:space="preserve"> </w:t>
      </w:r>
      <w:r>
        <w:t>meminang putrimu, apakah Anda bersedia untuk</w:t>
      </w:r>
      <w:r w:rsidR="00E6192D">
        <w:t xml:space="preserve"> </w:t>
      </w:r>
      <w:r>
        <w:t>menerima pinangan beliau dan memberikan putrimu</w:t>
      </w:r>
      <w:r w:rsidR="00771CE8">
        <w:t xml:space="preserve"> </w:t>
      </w:r>
      <w:r>
        <w:t>padanya".</w:t>
      </w:r>
    </w:p>
    <w:p w:rsidR="00BA0780" w:rsidRDefault="00BA0780" w:rsidP="00B71683">
      <w:pPr>
        <w:pStyle w:val="libNormal"/>
      </w:pPr>
    </w:p>
    <w:p w:rsidR="00B71683" w:rsidRDefault="00B71683" w:rsidP="00AE0C47">
      <w:pPr>
        <w:pStyle w:val="libNormal"/>
      </w:pPr>
      <w:r>
        <w:t>Harun: "Tentu saja, setiap bangsa Arab atau pun</w:t>
      </w:r>
      <w:r w:rsidR="00AE0C47">
        <w:t xml:space="preserve"> </w:t>
      </w:r>
      <w:r>
        <w:t>Ajam akan menerimanya dengan penuh kebanggan dan</w:t>
      </w:r>
      <w:r w:rsidR="00AE0C47">
        <w:t xml:space="preserve"> </w:t>
      </w:r>
      <w:r>
        <w:t>kehormatan".</w:t>
      </w:r>
    </w:p>
    <w:p w:rsidR="00AE0C47" w:rsidRDefault="00AE0C47" w:rsidP="00B71683">
      <w:pPr>
        <w:pStyle w:val="libNormal"/>
      </w:pPr>
    </w:p>
    <w:p w:rsidR="00B71683" w:rsidRDefault="00B71683" w:rsidP="00380091">
      <w:pPr>
        <w:pStyle w:val="libNormal"/>
      </w:pPr>
      <w:r>
        <w:t>Imam: "Tetapi Rasulullah tidak akan pernah</w:t>
      </w:r>
      <w:r w:rsidR="00380091">
        <w:t xml:space="preserve"> </w:t>
      </w:r>
      <w:r>
        <w:t>meminang putriku untuk lalu beliau nikahi".</w:t>
      </w:r>
    </w:p>
    <w:p w:rsidR="00380091" w:rsidRDefault="00380091" w:rsidP="00B71683">
      <w:pPr>
        <w:pStyle w:val="libNormal"/>
      </w:pPr>
    </w:p>
    <w:p w:rsidR="00B71683" w:rsidRDefault="00B71683" w:rsidP="00B71683">
      <w:pPr>
        <w:pStyle w:val="libNormal"/>
      </w:pPr>
      <w:r>
        <w:t>Harun: "Mengapa demikian?"</w:t>
      </w:r>
    </w:p>
    <w:p w:rsidR="00313D1A" w:rsidRDefault="00313D1A" w:rsidP="00B71683">
      <w:pPr>
        <w:pStyle w:val="libNormal"/>
      </w:pPr>
    </w:p>
    <w:p w:rsidR="00B71683" w:rsidRDefault="00B71683" w:rsidP="005B2619">
      <w:pPr>
        <w:pStyle w:val="libNormal"/>
      </w:pPr>
      <w:r>
        <w:lastRenderedPageBreak/>
        <w:t>Imam: "Karena, beliau adalah ayahku walaupun dari</w:t>
      </w:r>
      <w:r w:rsidR="005B2619">
        <w:t xml:space="preserve"> </w:t>
      </w:r>
      <w:r>
        <w:t>pihak ibu, sedangkan beliau bukan ayahmu sama sekali.</w:t>
      </w:r>
    </w:p>
    <w:p w:rsidR="005B2619" w:rsidRDefault="005B2619" w:rsidP="00B71683">
      <w:pPr>
        <w:pStyle w:val="libNormal"/>
      </w:pPr>
    </w:p>
    <w:p w:rsidR="00B71683" w:rsidRDefault="00B71683" w:rsidP="002D464E">
      <w:pPr>
        <w:pStyle w:val="libNormal"/>
      </w:pPr>
      <w:r>
        <w:t>Dengan demikian, aku menganggap diriku sebagai putra</w:t>
      </w:r>
      <w:r w:rsidR="002D464E">
        <w:t xml:space="preserve"> </w:t>
      </w:r>
      <w:r>
        <w:t>Rasulullah".</w:t>
      </w:r>
    </w:p>
    <w:p w:rsidR="00EB1880" w:rsidRDefault="00EB1880" w:rsidP="00B71683">
      <w:pPr>
        <w:pStyle w:val="libNormal"/>
      </w:pPr>
    </w:p>
    <w:p w:rsidR="000F226D" w:rsidRDefault="00B71683" w:rsidP="000F226D">
      <w:pPr>
        <w:pStyle w:val="libNormal"/>
      </w:pPr>
      <w:r>
        <w:t>Harun duduk diam seribu bahasa setelah</w:t>
      </w:r>
      <w:r w:rsidR="000F226D">
        <w:t xml:space="preserve"> </w:t>
      </w:r>
      <w:r>
        <w:t>mendengarkan jawaban Imam yang seakan-akan</w:t>
      </w:r>
      <w:r w:rsidR="000F226D">
        <w:t xml:space="preserve"> meremukkan tubuhnya.</w:t>
      </w:r>
    </w:p>
    <w:p w:rsidR="000F226D" w:rsidRDefault="000F226D" w:rsidP="000F226D">
      <w:pPr>
        <w:pStyle w:val="libNormal"/>
      </w:pPr>
    </w:p>
    <w:p w:rsidR="00616D6E" w:rsidRDefault="00B71683" w:rsidP="00616D6E">
      <w:pPr>
        <w:pStyle w:val="libNormal"/>
      </w:pPr>
      <w:r>
        <w:t>Lalu ia mempersilahkan Imam</w:t>
      </w:r>
      <w:r w:rsidR="00616D6E">
        <w:t xml:space="preserve"> </w:t>
      </w:r>
      <w:r>
        <w:t>untuk</w:t>
      </w:r>
      <w:r w:rsidR="00616D6E">
        <w:t xml:space="preserve"> memintanya sesuka hati beliau.</w:t>
      </w:r>
    </w:p>
    <w:p w:rsidR="00616D6E" w:rsidRDefault="00616D6E" w:rsidP="00616D6E">
      <w:pPr>
        <w:pStyle w:val="libNormal"/>
      </w:pPr>
    </w:p>
    <w:p w:rsidR="003B45E7" w:rsidRDefault="00B71683" w:rsidP="00B81F4F">
      <w:pPr>
        <w:pStyle w:val="libNormal"/>
      </w:pPr>
      <w:r>
        <w:t>Imam berkata,</w:t>
      </w:r>
      <w:r w:rsidR="00B81F4F">
        <w:t xml:space="preserve"> </w:t>
      </w:r>
      <w:r>
        <w:t>"Aku tidak ingin apa pun darimu, biarkan saja aku pergi</w:t>
      </w:r>
      <w:r w:rsidR="00B81F4F">
        <w:t xml:space="preserve"> </w:t>
      </w:r>
      <w:r>
        <w:t>melakukan pekerjaanku".</w:t>
      </w:r>
    </w:p>
    <w:p w:rsidR="003B45E7" w:rsidRPr="003B45E7" w:rsidRDefault="003B45E7">
      <w:r>
        <w:br w:type="page"/>
      </w:r>
    </w:p>
    <w:p w:rsidR="00F938F3" w:rsidRDefault="00F938F3" w:rsidP="001F4D19">
      <w:pPr>
        <w:pStyle w:val="Heading1"/>
      </w:pPr>
      <w:bookmarkStart w:id="15" w:name="_Toc443987021"/>
      <w:r>
        <w:lastRenderedPageBreak/>
        <w:t>Pengkhianatan Seorang Kerabat</w:t>
      </w:r>
      <w:bookmarkEnd w:id="15"/>
    </w:p>
    <w:p w:rsidR="00F938F3" w:rsidRDefault="00F938F3" w:rsidP="00F938F3">
      <w:pPr>
        <w:pStyle w:val="libNormal"/>
      </w:pPr>
    </w:p>
    <w:p w:rsidR="00045815" w:rsidRDefault="00F938F3" w:rsidP="00045815">
      <w:pPr>
        <w:pStyle w:val="libNormal"/>
      </w:pPr>
      <w:r>
        <w:t>Kemenakan Imam yang bernama Ali bin Isma'il</w:t>
      </w:r>
      <w:r w:rsidR="00FA7928">
        <w:t xml:space="preserve"> </w:t>
      </w:r>
      <w:r>
        <w:t>diundang oleh sahabat Harun untuk menemaninya ke</w:t>
      </w:r>
      <w:r w:rsidR="00045815">
        <w:t xml:space="preserve"> </w:t>
      </w:r>
      <w:r>
        <w:t>Baghdad guna memberi kabar kepada Harun perihal</w:t>
      </w:r>
      <w:r w:rsidR="00045815">
        <w:t xml:space="preserve"> keadaan Musa bin Ja'far.</w:t>
      </w:r>
    </w:p>
    <w:p w:rsidR="00045815" w:rsidRDefault="00045815" w:rsidP="00045815">
      <w:pPr>
        <w:pStyle w:val="libNormal"/>
      </w:pPr>
    </w:p>
    <w:p w:rsidR="00F938F3" w:rsidRDefault="00F938F3" w:rsidP="00253598">
      <w:pPr>
        <w:pStyle w:val="libNormal"/>
      </w:pPr>
      <w:r>
        <w:t>Ketika Imam diberi tahu</w:t>
      </w:r>
      <w:r w:rsidR="00253598">
        <w:t xml:space="preserve"> </w:t>
      </w:r>
      <w:r>
        <w:t>tentang undangan itu, beliau memanggil kemenakannya</w:t>
      </w:r>
      <w:r w:rsidR="00253598">
        <w:t xml:space="preserve"> </w:t>
      </w:r>
      <w:r>
        <w:t>itu dan berkata, "Ke manakah kau hendak pergi?"</w:t>
      </w:r>
    </w:p>
    <w:p w:rsidR="00253598" w:rsidRDefault="00253598" w:rsidP="00F938F3">
      <w:pPr>
        <w:pStyle w:val="libNormal"/>
      </w:pPr>
    </w:p>
    <w:p w:rsidR="00F938F3" w:rsidRDefault="00F938F3" w:rsidP="00F938F3">
      <w:pPr>
        <w:pStyle w:val="libNormal"/>
      </w:pPr>
      <w:r>
        <w:t>Ali bin Isma'il menjawab, "Ke Baghdad".</w:t>
      </w:r>
    </w:p>
    <w:p w:rsidR="00A3349A" w:rsidRDefault="00A3349A" w:rsidP="00F938F3">
      <w:pPr>
        <w:pStyle w:val="libNormal"/>
      </w:pPr>
    </w:p>
    <w:p w:rsidR="00F938F3" w:rsidRDefault="00F938F3" w:rsidP="00F938F3">
      <w:pPr>
        <w:pStyle w:val="libNormal"/>
      </w:pPr>
      <w:r>
        <w:t>Imam berkata, "Untuk keperluan apa kau ke sana?".</w:t>
      </w:r>
    </w:p>
    <w:p w:rsidR="00A3349A" w:rsidRDefault="00A3349A" w:rsidP="00F938F3">
      <w:pPr>
        <w:pStyle w:val="libNormal"/>
      </w:pPr>
    </w:p>
    <w:p w:rsidR="00F938F3" w:rsidRDefault="00F938F3" w:rsidP="00A3349A">
      <w:pPr>
        <w:pStyle w:val="libNormal"/>
      </w:pPr>
      <w:r>
        <w:t>Ia menjawab, "Aku terlilit hutang, barangkali</w:t>
      </w:r>
      <w:r w:rsidR="00A3349A">
        <w:t xml:space="preserve"> </w:t>
      </w:r>
      <w:r>
        <w:t>dengan kepergian ini aku mendapatkan uang untuk</w:t>
      </w:r>
      <w:r w:rsidR="00A3349A">
        <w:t xml:space="preserve"> </w:t>
      </w:r>
      <w:r>
        <w:t>membayar hutangku itu".</w:t>
      </w:r>
    </w:p>
    <w:p w:rsidR="00A3349A" w:rsidRDefault="00A3349A" w:rsidP="00F938F3">
      <w:pPr>
        <w:pStyle w:val="libNormal"/>
      </w:pPr>
    </w:p>
    <w:p w:rsidR="00F938F3" w:rsidRDefault="00F938F3" w:rsidP="00AC3267">
      <w:pPr>
        <w:pStyle w:val="libNormal"/>
      </w:pPr>
      <w:r>
        <w:t>Imam berkata lagi, "Aku yang akan membayar</w:t>
      </w:r>
      <w:r w:rsidR="00AC3267">
        <w:t xml:space="preserve"> </w:t>
      </w:r>
      <w:r>
        <w:t>seluruh utangmu itu dan mencukupi keperluan hidupmu</w:t>
      </w:r>
      <w:r w:rsidR="00AC3267">
        <w:t xml:space="preserve"> </w:t>
      </w:r>
      <w:r>
        <w:t>beserta keluargamu".</w:t>
      </w:r>
    </w:p>
    <w:p w:rsidR="00FF5A1C" w:rsidRDefault="00FF5A1C" w:rsidP="00F938F3">
      <w:pPr>
        <w:pStyle w:val="libNormal"/>
      </w:pPr>
    </w:p>
    <w:p w:rsidR="00ED2B75" w:rsidRDefault="00F938F3" w:rsidP="00ED2B75">
      <w:pPr>
        <w:pStyle w:val="libNormal"/>
      </w:pPr>
      <w:r>
        <w:t>Tetapi Isma'il menolak tawaran Imam tersebut dan</w:t>
      </w:r>
      <w:r w:rsidR="00ED2B75">
        <w:t xml:space="preserve"> </w:t>
      </w:r>
      <w:r>
        <w:t xml:space="preserve">bersikeras untuk tetap pergi. Kepada Imam ia berkata, </w:t>
      </w:r>
    </w:p>
    <w:p w:rsidR="00ED2B75" w:rsidRDefault="00ED2B75" w:rsidP="00ED2B75">
      <w:pPr>
        <w:pStyle w:val="libNormal"/>
      </w:pPr>
    </w:p>
    <w:p w:rsidR="00F938F3" w:rsidRDefault="00F938F3" w:rsidP="00ED2B75">
      <w:pPr>
        <w:pStyle w:val="libNormal"/>
      </w:pPr>
      <w:r>
        <w:t>"Aku tetap akan pergi dan aku meminta nasihat</w:t>
      </w:r>
      <w:r w:rsidR="00ED2B75">
        <w:t xml:space="preserve"> </w:t>
      </w:r>
      <w:r>
        <w:t>darimu".</w:t>
      </w:r>
    </w:p>
    <w:p w:rsidR="00ED2B75" w:rsidRDefault="00ED2B75" w:rsidP="00F938F3">
      <w:pPr>
        <w:pStyle w:val="libNormal"/>
      </w:pPr>
    </w:p>
    <w:p w:rsidR="00F938F3" w:rsidRDefault="00F938F3" w:rsidP="00EB73DA">
      <w:pPr>
        <w:pStyle w:val="libNormal"/>
      </w:pPr>
      <w:r>
        <w:t>Imam berkata padanya, "Aku wasiatkan kepadamu</w:t>
      </w:r>
      <w:r w:rsidR="00EB73DA">
        <w:t xml:space="preserve"> </w:t>
      </w:r>
      <w:r>
        <w:t>dan ini adalah perintahku, bahwa engkau jangan turut</w:t>
      </w:r>
      <w:r w:rsidR="00EB73DA">
        <w:t xml:space="preserve"> </w:t>
      </w:r>
      <w:r>
        <w:t>serta dan mengambil andil dalam penumpahan darahku,</w:t>
      </w:r>
      <w:r w:rsidR="00EB73DA">
        <w:t xml:space="preserve"> </w:t>
      </w:r>
      <w:r>
        <w:t>karena akibatnya buruk untukmu kelak".</w:t>
      </w:r>
    </w:p>
    <w:p w:rsidR="00EB73DA" w:rsidRDefault="00EB73DA" w:rsidP="00F938F3">
      <w:pPr>
        <w:pStyle w:val="libNormal"/>
      </w:pPr>
    </w:p>
    <w:p w:rsidR="00F938F3" w:rsidRDefault="00F938F3" w:rsidP="00F938F3">
      <w:pPr>
        <w:pStyle w:val="libNormal"/>
      </w:pPr>
      <w:r>
        <w:t>Isma'il bertanya, "Apa maksud perkataan Anda ini?"</w:t>
      </w:r>
    </w:p>
    <w:p w:rsidR="00742997" w:rsidRDefault="00742997" w:rsidP="00F938F3">
      <w:pPr>
        <w:pStyle w:val="libNormal"/>
      </w:pPr>
    </w:p>
    <w:p w:rsidR="00742997" w:rsidRDefault="00F938F3" w:rsidP="00F938F3">
      <w:pPr>
        <w:pStyle w:val="libNormal"/>
      </w:pPr>
      <w:r>
        <w:lastRenderedPageBreak/>
        <w:t>Ia mendesak</w:t>
      </w:r>
      <w:r w:rsidR="00742997">
        <w:t xml:space="preserve"> Imam untuk memberinya nasihat.</w:t>
      </w:r>
    </w:p>
    <w:p w:rsidR="00742997" w:rsidRDefault="00742997" w:rsidP="00F938F3">
      <w:pPr>
        <w:pStyle w:val="libNormal"/>
      </w:pPr>
    </w:p>
    <w:p w:rsidR="00742997" w:rsidRDefault="00F938F3" w:rsidP="00742997">
      <w:pPr>
        <w:pStyle w:val="libNormal"/>
      </w:pPr>
      <w:r>
        <w:t>Imam</w:t>
      </w:r>
      <w:r w:rsidR="00742997">
        <w:t xml:space="preserve"> </w:t>
      </w:r>
      <w:r>
        <w:t>kembali mengulangi perkataannya kepada Isma'</w:t>
      </w:r>
      <w:r w:rsidR="00742997">
        <w:t>il.</w:t>
      </w:r>
    </w:p>
    <w:p w:rsidR="00742997" w:rsidRDefault="00742997" w:rsidP="00742997">
      <w:pPr>
        <w:pStyle w:val="libNormal"/>
      </w:pPr>
    </w:p>
    <w:p w:rsidR="00742997" w:rsidRDefault="00F938F3" w:rsidP="00742997">
      <w:pPr>
        <w:pStyle w:val="libNormal"/>
      </w:pPr>
      <w:r>
        <w:t>Ia</w:t>
      </w:r>
      <w:r w:rsidR="00742997">
        <w:t xml:space="preserve"> </w:t>
      </w:r>
      <w:r>
        <w:t>tidak tahu bahwa Imam mengetahui apa yang akan</w:t>
      </w:r>
      <w:r w:rsidR="00742997">
        <w:t xml:space="preserve"> </w:t>
      </w:r>
      <w:r>
        <w:t>terjadi.</w:t>
      </w:r>
    </w:p>
    <w:p w:rsidR="00742997" w:rsidRDefault="00742997" w:rsidP="00742997">
      <w:pPr>
        <w:pStyle w:val="libNormal"/>
      </w:pPr>
    </w:p>
    <w:p w:rsidR="00882020" w:rsidRDefault="00F938F3" w:rsidP="00742997">
      <w:pPr>
        <w:pStyle w:val="libNormal"/>
      </w:pPr>
      <w:r>
        <w:t>Isma'il be</w:t>
      </w:r>
      <w:r w:rsidR="00882020">
        <w:t>ranjak pergi meninggalkan Imam.</w:t>
      </w:r>
    </w:p>
    <w:p w:rsidR="00882020" w:rsidRDefault="00882020" w:rsidP="00742997">
      <w:pPr>
        <w:pStyle w:val="libNormal"/>
      </w:pPr>
    </w:p>
    <w:p w:rsidR="00882020" w:rsidRDefault="00882020" w:rsidP="00882020">
      <w:pPr>
        <w:pStyle w:val="libNormal"/>
      </w:pPr>
      <w:r>
        <w:t>B</w:t>
      </w:r>
      <w:r w:rsidR="00F938F3">
        <w:t>eliau</w:t>
      </w:r>
      <w:r>
        <w:t xml:space="preserve"> </w:t>
      </w:r>
      <w:r w:rsidR="00F938F3">
        <w:t>memberikan tiga ratus Dinar padanya dan berkata, "Ini</w:t>
      </w:r>
      <w:r>
        <w:t xml:space="preserve"> untuk anak-anakmu".</w:t>
      </w:r>
    </w:p>
    <w:p w:rsidR="00882020" w:rsidRDefault="00882020" w:rsidP="00882020">
      <w:pPr>
        <w:pStyle w:val="libNormal"/>
      </w:pPr>
    </w:p>
    <w:p w:rsidR="00F938F3" w:rsidRDefault="00F938F3" w:rsidP="00882020">
      <w:pPr>
        <w:pStyle w:val="libNormal"/>
      </w:pPr>
      <w:r>
        <w:t>Isma'il mengambil uang tersebut</w:t>
      </w:r>
      <w:r w:rsidR="00882020">
        <w:t xml:space="preserve"> </w:t>
      </w:r>
      <w:r>
        <w:t>dan pergi.</w:t>
      </w:r>
    </w:p>
    <w:p w:rsidR="00882020" w:rsidRDefault="00882020" w:rsidP="00F938F3">
      <w:pPr>
        <w:pStyle w:val="libNormal"/>
      </w:pPr>
    </w:p>
    <w:p w:rsidR="0031435E" w:rsidRDefault="00F938F3" w:rsidP="0031435E">
      <w:pPr>
        <w:pStyle w:val="libNormal"/>
      </w:pPr>
      <w:r>
        <w:t>Setelah kepergian Isma'il, Imam menyampaikan</w:t>
      </w:r>
      <w:r w:rsidR="0031435E">
        <w:t xml:space="preserve"> </w:t>
      </w:r>
      <w:r>
        <w:t>pesan kepada orang-orang yang hadir dalam pertemuan</w:t>
      </w:r>
      <w:r w:rsidR="0031435E">
        <w:t xml:space="preserve"> </w:t>
      </w:r>
      <w:r>
        <w:t xml:space="preserve">itu. </w:t>
      </w:r>
    </w:p>
    <w:p w:rsidR="003D0857" w:rsidRDefault="003D0857" w:rsidP="0031435E">
      <w:pPr>
        <w:pStyle w:val="libNormal"/>
      </w:pPr>
    </w:p>
    <w:p w:rsidR="00F938F3" w:rsidRDefault="00F938F3" w:rsidP="002E30BD">
      <w:pPr>
        <w:pStyle w:val="libNormal"/>
      </w:pPr>
      <w:r>
        <w:t>Beliau berkata, "Demi Allah, kemenakanku ini akan</w:t>
      </w:r>
      <w:r w:rsidR="003D0857">
        <w:t xml:space="preserve"> </w:t>
      </w:r>
      <w:r>
        <w:t>turut andil dalam pembunuhanku dan menjadikan anak</w:t>
      </w:r>
      <w:r w:rsidR="003D0857">
        <w:t>-</w:t>
      </w:r>
      <w:r>
        <w:t>anakku</w:t>
      </w:r>
      <w:r w:rsidR="002E30BD">
        <w:t xml:space="preserve"> </w:t>
      </w:r>
      <w:r>
        <w:t>yatim".</w:t>
      </w:r>
    </w:p>
    <w:p w:rsidR="002E30BD" w:rsidRDefault="002E30BD" w:rsidP="00F938F3">
      <w:pPr>
        <w:pStyle w:val="libNormal"/>
      </w:pPr>
    </w:p>
    <w:p w:rsidR="00F938F3" w:rsidRDefault="00F938F3" w:rsidP="00074B62">
      <w:pPr>
        <w:pStyle w:val="libNormal"/>
      </w:pPr>
      <w:r>
        <w:t>Para hadirin bertanya-tanya, "Wahai putra</w:t>
      </w:r>
      <w:r w:rsidR="00074B62">
        <w:t xml:space="preserve"> </w:t>
      </w:r>
      <w:r>
        <w:t>Rasulullah, jika Anda mengetahui dia akan berlaku</w:t>
      </w:r>
      <w:r w:rsidR="00074B62">
        <w:t xml:space="preserve"> </w:t>
      </w:r>
      <w:r>
        <w:t>khianat padamu, lalu mengapa Anda masih saja</w:t>
      </w:r>
      <w:r w:rsidR="00074B62">
        <w:t xml:space="preserve"> </w:t>
      </w:r>
      <w:r>
        <w:t>membantunya?!".</w:t>
      </w:r>
    </w:p>
    <w:p w:rsidR="00074B62" w:rsidRDefault="00074B62" w:rsidP="00F938F3">
      <w:pPr>
        <w:pStyle w:val="libNormal"/>
      </w:pPr>
    </w:p>
    <w:p w:rsidR="00F938F3" w:rsidRDefault="00F938F3" w:rsidP="00F747CC">
      <w:pPr>
        <w:pStyle w:val="libNormal"/>
      </w:pPr>
      <w:r>
        <w:t>Beliau menjawab, "Datukku Rasulullah bersabda,</w:t>
      </w:r>
      <w:r w:rsidR="00F747CC">
        <w:t xml:space="preserve"> </w:t>
      </w:r>
      <w:r>
        <w:t>'Jika seseorang berbuat baik dan mencintai kerabatnya dan si kerabat itu membalasnya dengan</w:t>
      </w:r>
      <w:r w:rsidR="00F747CC">
        <w:t xml:space="preserve"> </w:t>
      </w:r>
      <w:r>
        <w:t>perbuatan jahat, maka Allah akan mengazabnya dan ia</w:t>
      </w:r>
      <w:r w:rsidR="00F747CC">
        <w:t xml:space="preserve"> </w:t>
      </w:r>
      <w:r>
        <w:t>tidak akan pernah sampai pada apa yang ditujunya".</w:t>
      </w:r>
    </w:p>
    <w:p w:rsidR="00F747CC" w:rsidRDefault="00F747CC" w:rsidP="00F938F3">
      <w:pPr>
        <w:pStyle w:val="libNormal"/>
      </w:pPr>
    </w:p>
    <w:p w:rsidR="006F3E00" w:rsidRDefault="00F938F3" w:rsidP="006F3E00">
      <w:pPr>
        <w:pStyle w:val="libNormal"/>
      </w:pPr>
      <w:r>
        <w:t>Isma'il tiba di Baghdad dan berkunjung ke</w:t>
      </w:r>
      <w:r w:rsidR="006F3E00">
        <w:t xml:space="preserve"> kediaman Yahya Barmaki.</w:t>
      </w:r>
    </w:p>
    <w:p w:rsidR="006F3E00" w:rsidRDefault="006F3E00" w:rsidP="006F3E00">
      <w:pPr>
        <w:pStyle w:val="libNormal"/>
      </w:pPr>
    </w:p>
    <w:p w:rsidR="004C751A" w:rsidRDefault="00F938F3" w:rsidP="006F3E00">
      <w:pPr>
        <w:pStyle w:val="libNormal"/>
      </w:pPr>
      <w:r>
        <w:t>Setelah itu, bersama Yahya</w:t>
      </w:r>
      <w:r w:rsidR="006F3E00">
        <w:t xml:space="preserve"> </w:t>
      </w:r>
      <w:r w:rsidR="004C751A">
        <w:t>pergi menjumpai Harun.</w:t>
      </w:r>
    </w:p>
    <w:p w:rsidR="004C751A" w:rsidRDefault="004C751A" w:rsidP="006F3E00">
      <w:pPr>
        <w:pStyle w:val="libNormal"/>
      </w:pPr>
    </w:p>
    <w:p w:rsidR="002A72B1" w:rsidRDefault="00F938F3" w:rsidP="002A72B1">
      <w:pPr>
        <w:pStyle w:val="libNormal"/>
      </w:pPr>
      <w:r>
        <w:t>Ia menyampaikan laporannya</w:t>
      </w:r>
      <w:r w:rsidR="002A72B1">
        <w:t xml:space="preserve"> </w:t>
      </w:r>
      <w:r>
        <w:t>kepada Har</w:t>
      </w:r>
      <w:r w:rsidR="002A72B1">
        <w:t>un.</w:t>
      </w:r>
    </w:p>
    <w:p w:rsidR="002A72B1" w:rsidRDefault="002A72B1" w:rsidP="002A72B1">
      <w:pPr>
        <w:pStyle w:val="libNormal"/>
      </w:pPr>
    </w:p>
    <w:p w:rsidR="002A72B1" w:rsidRDefault="00F938F3" w:rsidP="002A72B1">
      <w:pPr>
        <w:pStyle w:val="libNormal"/>
      </w:pPr>
      <w:r>
        <w:t>Katanya, "Wahai Harun! Musa bin Ja'far</w:t>
      </w:r>
      <w:r w:rsidR="002A72B1">
        <w:t xml:space="preserve"> </w:t>
      </w:r>
      <w:r>
        <w:t>telah memerintah Madinah dan ia memiliki uang yang</w:t>
      </w:r>
      <w:r w:rsidR="002A72B1">
        <w:t xml:space="preserve"> </w:t>
      </w:r>
      <w:r>
        <w:t>melimpah yang dikirim oleh orang-orangnya dari</w:t>
      </w:r>
      <w:r w:rsidR="002A72B1">
        <w:t xml:space="preserve"> berbagai tempat.</w:t>
      </w:r>
    </w:p>
    <w:p w:rsidR="002A72B1" w:rsidRDefault="002A72B1" w:rsidP="002A72B1">
      <w:pPr>
        <w:pStyle w:val="libNormal"/>
      </w:pPr>
    </w:p>
    <w:p w:rsidR="00F938F3" w:rsidRDefault="00F938F3" w:rsidP="001B4176">
      <w:pPr>
        <w:pStyle w:val="libNormal"/>
      </w:pPr>
      <w:r>
        <w:t>Ia telah mengambil keputusan untuk</w:t>
      </w:r>
      <w:r w:rsidR="001B4176">
        <w:t xml:space="preserve"> </w:t>
      </w:r>
      <w:r>
        <w:t>memberontak dan menggulingkan pemerintahanmu".</w:t>
      </w:r>
    </w:p>
    <w:p w:rsidR="001B4176" w:rsidRDefault="001B4176" w:rsidP="00F938F3">
      <w:pPr>
        <w:pStyle w:val="libNormal"/>
      </w:pPr>
    </w:p>
    <w:p w:rsidR="003D0B79" w:rsidRDefault="00F938F3" w:rsidP="00A617C0">
      <w:pPr>
        <w:pStyle w:val="libNormal"/>
      </w:pPr>
      <w:r>
        <w:t>Harun senang mendapatkan laporan dari Isma'il itu</w:t>
      </w:r>
      <w:r w:rsidR="00A617C0">
        <w:t xml:space="preserve"> </w:t>
      </w:r>
      <w:r>
        <w:t>dan memberi uang sebanyak dua ratus Dirham</w:t>
      </w:r>
      <w:r w:rsidR="00A617C0">
        <w:t xml:space="preserve"> </w:t>
      </w:r>
      <w:r>
        <w:t xml:space="preserve">kepadanya. </w:t>
      </w:r>
    </w:p>
    <w:p w:rsidR="003D0B79" w:rsidRDefault="003D0B79" w:rsidP="00A617C0">
      <w:pPr>
        <w:pStyle w:val="libNormal"/>
      </w:pPr>
    </w:p>
    <w:p w:rsidR="00F938F3" w:rsidRDefault="00F938F3" w:rsidP="00524C5E">
      <w:pPr>
        <w:pStyle w:val="libNormal"/>
      </w:pPr>
      <w:r>
        <w:t>Isma'il dengan senang hati menerima uang</w:t>
      </w:r>
      <w:r w:rsidR="00524C5E">
        <w:t xml:space="preserve"> </w:t>
      </w:r>
      <w:r>
        <w:t>tersebut lalu segera pulang ke rumahnya di Madinah.</w:t>
      </w:r>
    </w:p>
    <w:p w:rsidR="00AD0BEB" w:rsidRDefault="00AD0BEB" w:rsidP="00F938F3">
      <w:pPr>
        <w:pStyle w:val="libNormal"/>
      </w:pPr>
    </w:p>
    <w:p w:rsidR="00F938F3" w:rsidRDefault="00F938F3" w:rsidP="004532A0">
      <w:pPr>
        <w:pStyle w:val="libNormal"/>
      </w:pPr>
      <w:r>
        <w:t>Namun, tiba-tiba rasa sakit menyerang</w:t>
      </w:r>
      <w:r w:rsidR="004532A0">
        <w:t xml:space="preserve"> </w:t>
      </w:r>
      <w:r>
        <w:t>tenggorokannya dan mati seketika di tempat itu pula.</w:t>
      </w:r>
    </w:p>
    <w:p w:rsidR="004532A0" w:rsidRDefault="004532A0" w:rsidP="00F938F3">
      <w:pPr>
        <w:pStyle w:val="libNormal"/>
      </w:pPr>
    </w:p>
    <w:p w:rsidR="00F938F3" w:rsidRDefault="00F938F3" w:rsidP="00BA3636">
      <w:pPr>
        <w:pStyle w:val="libNormal"/>
      </w:pPr>
      <w:r>
        <w:t>Harun memutuskan untuk datang ke Madinah guna</w:t>
      </w:r>
      <w:r w:rsidR="00BA3636">
        <w:t xml:space="preserve"> </w:t>
      </w:r>
      <w:r>
        <w:t>menangkap Imam dan menjebloskannya ke dalam</w:t>
      </w:r>
      <w:r w:rsidR="00BA3636">
        <w:t xml:space="preserve"> </w:t>
      </w:r>
      <w:r>
        <w:t>penjara.</w:t>
      </w:r>
    </w:p>
    <w:p w:rsidR="00BA3636" w:rsidRDefault="00BA3636" w:rsidP="00F938F3">
      <w:pPr>
        <w:pStyle w:val="libNormal"/>
      </w:pPr>
    </w:p>
    <w:p w:rsidR="00153603" w:rsidRDefault="00F938F3" w:rsidP="00153603">
      <w:pPr>
        <w:pStyle w:val="libNormal"/>
      </w:pPr>
      <w:r>
        <w:t>Pada tahun yang sama, Harun menulis surat kepada</w:t>
      </w:r>
      <w:r w:rsidR="00153603">
        <w:t xml:space="preserve"> </w:t>
      </w:r>
      <w:r>
        <w:t>seluruh orang-orangnya untuk menyebar di Makkah dan</w:t>
      </w:r>
      <w:r w:rsidR="00153603">
        <w:t xml:space="preserve"> Madinah.</w:t>
      </w:r>
    </w:p>
    <w:p w:rsidR="00153603" w:rsidRDefault="00153603" w:rsidP="00153603">
      <w:pPr>
        <w:pStyle w:val="libNormal"/>
      </w:pPr>
    </w:p>
    <w:p w:rsidR="00CE2D4F" w:rsidRDefault="00F938F3" w:rsidP="00CE2D4F">
      <w:pPr>
        <w:pStyle w:val="libNormal"/>
      </w:pPr>
      <w:r>
        <w:t>Sepulangnya dari Madinah, ia memerintahkan</w:t>
      </w:r>
      <w:r w:rsidR="00CE2D4F">
        <w:t xml:space="preserve"> </w:t>
      </w:r>
      <w:r>
        <w:t>gubernur Madinah untuk menangkap Imam dan</w:t>
      </w:r>
      <w:r w:rsidR="00CE2D4F">
        <w:t xml:space="preserve"> mengirimnya ke Basrah.</w:t>
      </w:r>
    </w:p>
    <w:p w:rsidR="00CE2D4F" w:rsidRDefault="00CE2D4F" w:rsidP="00CE2D4F">
      <w:pPr>
        <w:pStyle w:val="libNormal"/>
      </w:pPr>
    </w:p>
    <w:p w:rsidR="00A42AD7" w:rsidRDefault="00F938F3" w:rsidP="00A42AD7">
      <w:pPr>
        <w:pStyle w:val="libNormal"/>
      </w:pPr>
      <w:r>
        <w:t>Imam as. dipenjarakan selama</w:t>
      </w:r>
      <w:r w:rsidR="00A42AD7">
        <w:t xml:space="preserve"> </w:t>
      </w:r>
      <w:r>
        <w:t>satu tahun di sana. ketika itu kota Basrah berada di</w:t>
      </w:r>
      <w:r w:rsidR="00A42AD7">
        <w:t xml:space="preserve"> </w:t>
      </w:r>
      <w:r>
        <w:t>bawah pemerintahan Gubernur Yahya Barmaki.</w:t>
      </w:r>
    </w:p>
    <w:p w:rsidR="00A42AD7" w:rsidRDefault="00A42AD7" w:rsidP="00A42AD7">
      <w:pPr>
        <w:pStyle w:val="libNormal"/>
      </w:pPr>
    </w:p>
    <w:p w:rsidR="00F938F3" w:rsidRDefault="00F938F3" w:rsidP="00F302D9">
      <w:pPr>
        <w:pStyle w:val="libNormal"/>
      </w:pPr>
      <w:r>
        <w:lastRenderedPageBreak/>
        <w:t>Selama di penjara, akhlak, budi luhur dan perilaku</w:t>
      </w:r>
      <w:r w:rsidR="00F302D9">
        <w:t xml:space="preserve"> </w:t>
      </w:r>
      <w:r>
        <w:t>Imam meninggalkan kesan yang dalam pada diri Yahya.</w:t>
      </w:r>
    </w:p>
    <w:p w:rsidR="00F302D9" w:rsidRDefault="00F302D9" w:rsidP="00F938F3">
      <w:pPr>
        <w:pStyle w:val="libNormal"/>
      </w:pPr>
    </w:p>
    <w:p w:rsidR="007208B9" w:rsidRDefault="00F938F3" w:rsidP="007208B9">
      <w:pPr>
        <w:pStyle w:val="libNormal"/>
      </w:pPr>
      <w:r>
        <w:t>Kesan itu memaksanya untuk menulis surat kepada</w:t>
      </w:r>
      <w:r w:rsidR="007208B9">
        <w:t xml:space="preserve"> </w:t>
      </w:r>
      <w:r>
        <w:t>Harun, "Wahai Harun, aku tidak melihat sesuatu apa</w:t>
      </w:r>
      <w:r w:rsidR="007208B9">
        <w:t xml:space="preserve"> </w:t>
      </w:r>
      <w:r>
        <w:t>pun pada diri Musa bin Ja'far selama dalam penjara</w:t>
      </w:r>
      <w:r w:rsidR="007208B9">
        <w:t xml:space="preserve"> kecuali kebaikan dan ketakwaan.</w:t>
      </w:r>
    </w:p>
    <w:p w:rsidR="007208B9" w:rsidRDefault="007208B9" w:rsidP="007208B9">
      <w:pPr>
        <w:pStyle w:val="libNormal"/>
      </w:pPr>
    </w:p>
    <w:p w:rsidR="00F938F3" w:rsidRDefault="00F938F3" w:rsidP="007208B9">
      <w:pPr>
        <w:pStyle w:val="libNormal"/>
      </w:pPr>
      <w:r>
        <w:t>Aku tidak tahan lagi</w:t>
      </w:r>
      <w:r w:rsidR="007208B9">
        <w:t xml:space="preserve"> </w:t>
      </w:r>
      <w:r>
        <w:t>memenjarakannya. Terimalah ia agar kembali atau aku</w:t>
      </w:r>
      <w:r w:rsidR="007208B9">
        <w:t xml:space="preserve"> </w:t>
      </w:r>
      <w:r>
        <w:t>akan bebaskan dia pergi".</w:t>
      </w:r>
    </w:p>
    <w:p w:rsidR="007208B9" w:rsidRDefault="007208B9" w:rsidP="00F938F3">
      <w:pPr>
        <w:pStyle w:val="libNormal"/>
      </w:pPr>
    </w:p>
    <w:p w:rsidR="00AF7EFB" w:rsidRDefault="00F938F3" w:rsidP="00AF7EFB">
      <w:pPr>
        <w:pStyle w:val="libNormal"/>
      </w:pPr>
      <w:r>
        <w:t>Maka, Harun memutuskan untuk memindahkan Imam</w:t>
      </w:r>
      <w:r w:rsidR="00AF7EFB">
        <w:t xml:space="preserve"> </w:t>
      </w:r>
      <w:r>
        <w:t>dari Madinah ke Baghdad. Atas perintahnya, beliau</w:t>
      </w:r>
      <w:r w:rsidR="00AF7EFB">
        <w:t xml:space="preserve"> </w:t>
      </w:r>
      <w:r>
        <w:t>dipindahkan ke penjara Baghdad di bawah pengawasan</w:t>
      </w:r>
      <w:r w:rsidR="00AF7EFB">
        <w:t xml:space="preserve"> Fadhl.</w:t>
      </w:r>
    </w:p>
    <w:p w:rsidR="00AF7EFB" w:rsidRDefault="00AF7EFB" w:rsidP="00AF7EFB">
      <w:pPr>
        <w:pStyle w:val="libNormal"/>
      </w:pPr>
    </w:p>
    <w:p w:rsidR="00F938F3" w:rsidRDefault="00F938F3" w:rsidP="00266285">
      <w:pPr>
        <w:pStyle w:val="libNormal"/>
      </w:pPr>
      <w:r>
        <w:t>Seperti pengalaman Yahya, Fadhl pun terpesona</w:t>
      </w:r>
      <w:r w:rsidR="00266285">
        <w:t xml:space="preserve"> </w:t>
      </w:r>
      <w:r>
        <w:t>oleh kepribadian luhur Imam Musa as. dan meminta</w:t>
      </w:r>
      <w:r w:rsidR="00266285">
        <w:t xml:space="preserve"> </w:t>
      </w:r>
      <w:r>
        <w:t>Harun agar ia sendiri yang mengawasi beliau.</w:t>
      </w:r>
    </w:p>
    <w:p w:rsidR="00266285" w:rsidRDefault="00266285" w:rsidP="00F938F3">
      <w:pPr>
        <w:pStyle w:val="libNormal"/>
      </w:pPr>
    </w:p>
    <w:p w:rsidR="00F938F3" w:rsidRDefault="00F938F3" w:rsidP="0044598A">
      <w:pPr>
        <w:pStyle w:val="libNormal"/>
      </w:pPr>
      <w:r>
        <w:t>Akhirnya, Imam dipindahkan lagi ke penjara Sindi</w:t>
      </w:r>
      <w:r w:rsidR="0044598A">
        <w:t xml:space="preserve"> </w:t>
      </w:r>
      <w:r>
        <w:t>bin Syahik, seorang yang bengis dan kejam.</w:t>
      </w:r>
    </w:p>
    <w:p w:rsidR="0044598A" w:rsidRDefault="0044598A" w:rsidP="00F938F3">
      <w:pPr>
        <w:pStyle w:val="libNormal"/>
      </w:pPr>
    </w:p>
    <w:p w:rsidR="00C8684A" w:rsidRDefault="00F938F3" w:rsidP="00E41CBC">
      <w:pPr>
        <w:pStyle w:val="libNormal"/>
      </w:pPr>
      <w:r>
        <w:t>Imam melewatkan hari-harinya di penjara itu</w:t>
      </w:r>
      <w:r w:rsidR="00E41CBC">
        <w:t xml:space="preserve"> </w:t>
      </w:r>
      <w:r>
        <w:t>dengan shalat, puasa, ibadah dan doa. Semua itu</w:t>
      </w:r>
      <w:r w:rsidR="00E41CBC">
        <w:t xml:space="preserve"> </w:t>
      </w:r>
      <w:r>
        <w:t>menambah kedekatan diri beliau kepada Allah swt.</w:t>
      </w:r>
    </w:p>
    <w:p w:rsidR="00C8684A" w:rsidRPr="00C8684A" w:rsidRDefault="00C8684A">
      <w:r>
        <w:br w:type="page"/>
      </w:r>
    </w:p>
    <w:p w:rsidR="00C8684A" w:rsidRDefault="00C8684A" w:rsidP="00C8684A">
      <w:pPr>
        <w:pStyle w:val="Heading1"/>
      </w:pPr>
      <w:bookmarkStart w:id="16" w:name="_Toc443987022"/>
      <w:r>
        <w:lastRenderedPageBreak/>
        <w:t>Perlawanan di dalam Penjara</w:t>
      </w:r>
      <w:bookmarkEnd w:id="16"/>
    </w:p>
    <w:p w:rsidR="00C8684A" w:rsidRDefault="00C8684A" w:rsidP="00C8684A">
      <w:pPr>
        <w:pStyle w:val="libNormal"/>
      </w:pPr>
    </w:p>
    <w:p w:rsidR="00B531FA" w:rsidRDefault="00C8684A" w:rsidP="00B531FA">
      <w:pPr>
        <w:pStyle w:val="libNormal"/>
      </w:pPr>
      <w:r>
        <w:t>Harun terus berupaya bagaimana caranya</w:t>
      </w:r>
      <w:r w:rsidR="00B531FA">
        <w:t xml:space="preserve"> membunuh Imam Musa.</w:t>
      </w:r>
    </w:p>
    <w:p w:rsidR="00B531FA" w:rsidRDefault="00B531FA" w:rsidP="00B531FA">
      <w:pPr>
        <w:pStyle w:val="libNormal"/>
      </w:pPr>
    </w:p>
    <w:p w:rsidR="0000390B" w:rsidRDefault="00C8684A" w:rsidP="0000390B">
      <w:pPr>
        <w:pStyle w:val="libNormal"/>
      </w:pPr>
      <w:r>
        <w:t>Suatu hari, dia mengutus Yahya</w:t>
      </w:r>
      <w:r w:rsidR="0000390B">
        <w:t xml:space="preserve"> </w:t>
      </w:r>
      <w:r>
        <w:t>bin Khalik ke penjara. Tugas yang diemban Yahya</w:t>
      </w:r>
      <w:r w:rsidR="0000390B">
        <w:t xml:space="preserve"> </w:t>
      </w:r>
      <w:r>
        <w:t>adalah meminta Imam untuk tidak menentang Khalifah</w:t>
      </w:r>
      <w:r w:rsidR="0000390B">
        <w:t xml:space="preserve"> </w:t>
      </w:r>
      <w:r>
        <w:t xml:space="preserve">dan menawarkan pengampunan </w:t>
      </w:r>
      <w:r w:rsidR="0000390B">
        <w:t>serta pembebasan kepada beliau.</w:t>
      </w:r>
    </w:p>
    <w:p w:rsidR="0000390B" w:rsidRDefault="0000390B" w:rsidP="0000390B">
      <w:pPr>
        <w:pStyle w:val="libNormal"/>
      </w:pPr>
    </w:p>
    <w:p w:rsidR="00C8684A" w:rsidRDefault="00C8684A" w:rsidP="00B87A9E">
      <w:pPr>
        <w:pStyle w:val="libNormal"/>
      </w:pPr>
      <w:r>
        <w:t>Namun, Imam menolak semua tawaran</w:t>
      </w:r>
      <w:r w:rsidR="00B87A9E">
        <w:t xml:space="preserve"> </w:t>
      </w:r>
      <w:r>
        <w:t>itu.</w:t>
      </w:r>
    </w:p>
    <w:p w:rsidR="00B87A9E" w:rsidRDefault="00B87A9E" w:rsidP="00C8684A">
      <w:pPr>
        <w:pStyle w:val="libNormal"/>
      </w:pPr>
    </w:p>
    <w:p w:rsidR="00C8684A" w:rsidRDefault="00C8684A" w:rsidP="001560A2">
      <w:pPr>
        <w:pStyle w:val="libNormal"/>
      </w:pPr>
      <w:r>
        <w:t>Imam as. menulis sepucuk surat kepada Harun yang</w:t>
      </w:r>
      <w:r w:rsidR="001560A2">
        <w:t xml:space="preserve"> </w:t>
      </w:r>
      <w:r>
        <w:t>berbunyi, "Setiap hari kulalui dengan kesusahan,</w:t>
      </w:r>
      <w:r w:rsidR="001560A2">
        <w:t xml:space="preserve"> </w:t>
      </w:r>
      <w:r>
        <w:t>sementara kau lalui hari-harimu dengan kesenangan.</w:t>
      </w:r>
    </w:p>
    <w:p w:rsidR="001560A2" w:rsidRDefault="001560A2" w:rsidP="00C8684A">
      <w:pPr>
        <w:pStyle w:val="libNormal"/>
      </w:pPr>
    </w:p>
    <w:p w:rsidR="002B0459" w:rsidRDefault="00C8684A" w:rsidP="006D626D">
      <w:pPr>
        <w:pStyle w:val="libNormal"/>
      </w:pPr>
      <w:r>
        <w:t>Lalu, kita akan sama-sama mati. Hingga di suatu hari</w:t>
      </w:r>
      <w:r w:rsidR="006D626D">
        <w:t xml:space="preserve"> </w:t>
      </w:r>
      <w:r>
        <w:t>yang tiada akhirnya, kelak kita diberdirikan di hadapan</w:t>
      </w:r>
      <w:r w:rsidR="006D626D">
        <w:t xml:space="preserve"> </w:t>
      </w:r>
      <w:r>
        <w:t>Mahkamah Ilahi, ketika orang-orang licik hanya akan</w:t>
      </w:r>
      <w:r w:rsidR="006D626D">
        <w:t xml:space="preserve"> </w:t>
      </w:r>
      <w:r>
        <w:t>menjadi pecundang dan terhinakan".</w:t>
      </w:r>
    </w:p>
    <w:p w:rsidR="002B0459" w:rsidRPr="002B0459" w:rsidRDefault="002B0459">
      <w:r>
        <w:br w:type="page"/>
      </w:r>
    </w:p>
    <w:p w:rsidR="00882A80" w:rsidRDefault="00882A80" w:rsidP="00882A80">
      <w:pPr>
        <w:pStyle w:val="Heading1"/>
      </w:pPr>
      <w:bookmarkStart w:id="17" w:name="_Toc443987023"/>
      <w:r>
        <w:lastRenderedPageBreak/>
        <w:t>Hari Kesyahidan</w:t>
      </w:r>
      <w:bookmarkEnd w:id="17"/>
    </w:p>
    <w:p w:rsidR="00882A80" w:rsidRDefault="00882A80" w:rsidP="00882A80">
      <w:pPr>
        <w:pStyle w:val="libNormal"/>
      </w:pPr>
    </w:p>
    <w:p w:rsidR="00882A80" w:rsidRDefault="00882A80" w:rsidP="00A4710C">
      <w:pPr>
        <w:pStyle w:val="libNormal"/>
      </w:pPr>
      <w:r>
        <w:t>Alasan Harun mengapa dia harus memindahkan</w:t>
      </w:r>
      <w:r w:rsidR="00A4710C">
        <w:t xml:space="preserve"> </w:t>
      </w:r>
      <w:r>
        <w:t>Imam Musa as. dari satu penjara ke penjara lain, tidak</w:t>
      </w:r>
      <w:r w:rsidR="00A4710C">
        <w:t xml:space="preserve"> </w:t>
      </w:r>
      <w:r>
        <w:t>ada lain adalah karena permintaannya kepada setiap</w:t>
      </w:r>
      <w:r w:rsidR="00A4710C">
        <w:t xml:space="preserve"> </w:t>
      </w:r>
      <w:r>
        <w:t>kepala penjara untuk membunuh Imam, namun mereka</w:t>
      </w:r>
      <w:r w:rsidR="00A4710C">
        <w:t xml:space="preserve"> </w:t>
      </w:r>
      <w:r>
        <w:t>tidak bersedia untuk memenuhi permintaan tersebut.</w:t>
      </w:r>
    </w:p>
    <w:p w:rsidR="009A3FC1" w:rsidRDefault="009A3FC1" w:rsidP="00882A80">
      <w:pPr>
        <w:pStyle w:val="libNormal"/>
      </w:pPr>
    </w:p>
    <w:p w:rsidR="00882A80" w:rsidRDefault="00882A80" w:rsidP="006F1BE4">
      <w:pPr>
        <w:pStyle w:val="libNormal"/>
      </w:pPr>
      <w:r>
        <w:t>Hingga akhirnya Sindi yang berhati keras itu bersedia</w:t>
      </w:r>
      <w:r w:rsidR="006F1BE4">
        <w:t xml:space="preserve"> </w:t>
      </w:r>
      <w:r>
        <w:t>untuk meracun Imam as. maka, di dalam penjara Sindilah</w:t>
      </w:r>
      <w:r w:rsidR="006F1BE4">
        <w:t xml:space="preserve"> </w:t>
      </w:r>
      <w:r>
        <w:t>beliau meninggal akibat racun yang dibubuhkan ke</w:t>
      </w:r>
      <w:r w:rsidR="006F1BE4">
        <w:t xml:space="preserve"> </w:t>
      </w:r>
      <w:r>
        <w:t>dalam makanan beliau, tepatnya pada 183 H.</w:t>
      </w:r>
    </w:p>
    <w:p w:rsidR="006F1BE4" w:rsidRDefault="006F1BE4" w:rsidP="00882A80">
      <w:pPr>
        <w:pStyle w:val="libNormal"/>
      </w:pPr>
    </w:p>
    <w:p w:rsidR="00B73E01" w:rsidRDefault="00882A80" w:rsidP="00B73E01">
      <w:pPr>
        <w:pStyle w:val="libNormal"/>
      </w:pPr>
      <w:r>
        <w:t>Harun dengan menggunakan saksi-saksi palsu dan</w:t>
      </w:r>
      <w:r w:rsidR="00B73E01">
        <w:t xml:space="preserve"> </w:t>
      </w:r>
      <w:r>
        <w:t>orang-orang bayaran mencoba menunjukkan kepada</w:t>
      </w:r>
      <w:r w:rsidR="00B73E01">
        <w:t xml:space="preserve"> </w:t>
      </w:r>
      <w:r>
        <w:t>khalayak, bahwa kematian Imam Musa adalah sebuah</w:t>
      </w:r>
      <w:r w:rsidR="00B73E01">
        <w:t xml:space="preserve"> </w:t>
      </w:r>
      <w:r>
        <w:t>k</w:t>
      </w:r>
      <w:r w:rsidR="00B73E01">
        <w:t>ematian yang wajar dan alamiah.</w:t>
      </w:r>
    </w:p>
    <w:p w:rsidR="00B73E01" w:rsidRDefault="00B73E01" w:rsidP="00B73E01">
      <w:pPr>
        <w:pStyle w:val="libNormal"/>
      </w:pPr>
    </w:p>
    <w:p w:rsidR="00CD5F96" w:rsidRDefault="00882A80" w:rsidP="00CD5F96">
      <w:pPr>
        <w:pStyle w:val="libNormal"/>
      </w:pPr>
      <w:r>
        <w:t>Siasat licik dan keji</w:t>
      </w:r>
      <w:r w:rsidR="00CD5F96">
        <w:t xml:space="preserve"> </w:t>
      </w:r>
      <w:r>
        <w:t>ini digunakan untuk menghindari pemberontakan</w:t>
      </w:r>
      <w:r w:rsidR="00CD5F96">
        <w:t xml:space="preserve"> </w:t>
      </w:r>
      <w:r>
        <w:t>sahabat-saha</w:t>
      </w:r>
      <w:r w:rsidR="00CD5F96">
        <w:t>bat dan orang-orang setia Imam.</w:t>
      </w:r>
    </w:p>
    <w:p w:rsidR="00CD5F96" w:rsidRDefault="00CD5F96" w:rsidP="00CD5F96">
      <w:pPr>
        <w:pStyle w:val="libNormal"/>
      </w:pPr>
    </w:p>
    <w:p w:rsidR="00882A80" w:rsidRDefault="00882A80" w:rsidP="0080133B">
      <w:pPr>
        <w:pStyle w:val="libNormal"/>
      </w:pPr>
      <w:r>
        <w:t>Namun,</w:t>
      </w:r>
      <w:r w:rsidR="0080133B">
        <w:t xml:space="preserve"> </w:t>
      </w:r>
      <w:r>
        <w:t>segala kelicikan dan siasat Harun sia-sia belaka.</w:t>
      </w:r>
    </w:p>
    <w:p w:rsidR="0080133B" w:rsidRDefault="0080133B" w:rsidP="00882A80">
      <w:pPr>
        <w:pStyle w:val="libNormal"/>
      </w:pPr>
    </w:p>
    <w:p w:rsidR="00882A80" w:rsidRDefault="00882A80" w:rsidP="007F701D">
      <w:pPr>
        <w:pStyle w:val="libNormal"/>
      </w:pPr>
      <w:r>
        <w:t>Seorang lelaki bernama Sulaiman malah memimpin</w:t>
      </w:r>
      <w:r w:rsidR="007F701D">
        <w:t xml:space="preserve"> </w:t>
      </w:r>
      <w:r>
        <w:t>pemberontakan di Baghdad.</w:t>
      </w:r>
    </w:p>
    <w:p w:rsidR="007F701D" w:rsidRDefault="007F701D" w:rsidP="00882A80">
      <w:pPr>
        <w:pStyle w:val="libNormal"/>
      </w:pPr>
    </w:p>
    <w:p w:rsidR="007F701D" w:rsidRDefault="00882A80" w:rsidP="007F701D">
      <w:pPr>
        <w:pStyle w:val="libNormal"/>
      </w:pPr>
      <w:r>
        <w:t>Setelah dikeluarkan dari penjara, mayat suci Imam</w:t>
      </w:r>
      <w:r w:rsidR="007F701D">
        <w:t xml:space="preserve"> </w:t>
      </w:r>
      <w:r>
        <w:t>Musa Al-Kazim as. digeletakkan di atas jembatan</w:t>
      </w:r>
      <w:r w:rsidR="007F701D">
        <w:t xml:space="preserve"> </w:t>
      </w:r>
      <w:r>
        <w:t>begitu saja; dalam keadaan sunyi senyap dan jauh dari</w:t>
      </w:r>
      <w:r w:rsidR="007F701D">
        <w:t xml:space="preserve"> keluarga serta umatnya.</w:t>
      </w:r>
    </w:p>
    <w:p w:rsidR="007F701D" w:rsidRDefault="007F701D" w:rsidP="007F701D">
      <w:pPr>
        <w:pStyle w:val="libNormal"/>
      </w:pPr>
    </w:p>
    <w:p w:rsidR="00882A80" w:rsidRDefault="00882A80" w:rsidP="00D04825">
      <w:pPr>
        <w:pStyle w:val="libNormal"/>
      </w:pPr>
      <w:r>
        <w:t>Ketika itu, hanya seorang</w:t>
      </w:r>
      <w:r w:rsidR="00D04825">
        <w:t xml:space="preserve"> </w:t>
      </w:r>
      <w:r>
        <w:t>tabib yang kebetulan melewati jembatan dan</w:t>
      </w:r>
      <w:r w:rsidR="00D04825">
        <w:t xml:space="preserve"> </w:t>
      </w:r>
      <w:r>
        <w:t>menemukan mayat suci itu. setelah memeriksanya ia</w:t>
      </w:r>
      <w:r w:rsidR="00D04825">
        <w:t xml:space="preserve"> </w:t>
      </w:r>
      <w:r>
        <w:t xml:space="preserve">mengatakan, "Sesungguhnya </w:t>
      </w:r>
      <w:r>
        <w:lastRenderedPageBreak/>
        <w:t>Imam telah diracun hingga</w:t>
      </w:r>
      <w:r w:rsidR="00D04825">
        <w:t xml:space="preserve"> </w:t>
      </w:r>
      <w:r>
        <w:t>meninggal oleh seorang pembunuh".</w:t>
      </w:r>
    </w:p>
    <w:p w:rsidR="00D04825" w:rsidRDefault="00D04825" w:rsidP="00882A80">
      <w:pPr>
        <w:pStyle w:val="libNormal"/>
      </w:pPr>
    </w:p>
    <w:p w:rsidR="00882A80" w:rsidRDefault="00882A80" w:rsidP="006B4D55">
      <w:pPr>
        <w:pStyle w:val="libNormal"/>
      </w:pPr>
      <w:r>
        <w:t>Kesyahidan Imam as. itu membuat kekalutan dan</w:t>
      </w:r>
      <w:r w:rsidR="006B4D55">
        <w:t xml:space="preserve"> </w:t>
      </w:r>
      <w:r>
        <w:t>berita besar di kota Baghdad. Sementara bagi</w:t>
      </w:r>
      <w:r w:rsidR="006B4D55">
        <w:t xml:space="preserve"> </w:t>
      </w:r>
      <w:r>
        <w:t>pengikut-pengikut Ahlul Bait, kesyahidan beliau</w:t>
      </w:r>
      <w:r w:rsidR="006B4D55">
        <w:t xml:space="preserve"> </w:t>
      </w:r>
      <w:r>
        <w:t>merupakan kesedihan dan kegetiran di hati-hati</w:t>
      </w:r>
      <w:r w:rsidR="006B4D55">
        <w:t xml:space="preserve"> </w:t>
      </w:r>
      <w:r>
        <w:t>mereka.</w:t>
      </w:r>
    </w:p>
    <w:p w:rsidR="006B4D55" w:rsidRDefault="006B4D55" w:rsidP="00882A80">
      <w:pPr>
        <w:pStyle w:val="libNormal"/>
      </w:pPr>
    </w:p>
    <w:p w:rsidR="00AB3327" w:rsidRDefault="00882A80" w:rsidP="00AB3327">
      <w:pPr>
        <w:pStyle w:val="libNormal"/>
      </w:pPr>
      <w:r>
        <w:t>Imam Musa Al-Kazim as. dikebumikan di</w:t>
      </w:r>
      <w:r w:rsidR="006B4D55">
        <w:t xml:space="preserve"> </w:t>
      </w:r>
      <w:r>
        <w:t>pemakaman orang-orang Quraisy di kota Kazimain.</w:t>
      </w:r>
    </w:p>
    <w:p w:rsidR="00AB3327" w:rsidRPr="00AB3327" w:rsidRDefault="00AB3327">
      <w:r>
        <w:br w:type="page"/>
      </w:r>
    </w:p>
    <w:p w:rsidR="00AB3327" w:rsidRDefault="00AB3327" w:rsidP="008744BF">
      <w:pPr>
        <w:pStyle w:val="Heading1"/>
      </w:pPr>
      <w:bookmarkStart w:id="18" w:name="_Toc443987024"/>
      <w:r>
        <w:lastRenderedPageBreak/>
        <w:t>Sahabat-sahabat Imam Musa as.</w:t>
      </w:r>
      <w:bookmarkEnd w:id="18"/>
    </w:p>
    <w:p w:rsidR="00AB3327" w:rsidRDefault="00AB3327" w:rsidP="00AB3327">
      <w:pPr>
        <w:pStyle w:val="libNormal"/>
      </w:pPr>
    </w:p>
    <w:p w:rsidR="005F20B8" w:rsidRDefault="00AB3327" w:rsidP="00AB3327">
      <w:pPr>
        <w:pStyle w:val="libNormal"/>
      </w:pPr>
      <w:r>
        <w:t xml:space="preserve">Ketika ayahnya yang mulia, Imam Ja'far AshShadiq as. wafat, murid-murid beliau  memusatkan perhatian dan kesetiaan mereka kepada putranya Imam Musa as. </w:t>
      </w:r>
    </w:p>
    <w:p w:rsidR="005F20B8" w:rsidRDefault="005F20B8" w:rsidP="00AB3327">
      <w:pPr>
        <w:pStyle w:val="libNormal"/>
      </w:pPr>
    </w:p>
    <w:p w:rsidR="00AB3327" w:rsidRDefault="00AB3327" w:rsidP="00AB3327">
      <w:pPr>
        <w:pStyle w:val="libNormal"/>
      </w:pPr>
      <w:r>
        <w:t xml:space="preserve">Mereka menuntut ilmu kepada Imam as. selama tiga puluh tiga tahun. Beberapa murid beliau antara lain: </w:t>
      </w:r>
    </w:p>
    <w:p w:rsidR="00AB3327" w:rsidRDefault="00AB3327" w:rsidP="00AB3327">
      <w:pPr>
        <w:pStyle w:val="libNormal"/>
      </w:pPr>
    </w:p>
    <w:p w:rsidR="00630DA2" w:rsidRDefault="00630DA2" w:rsidP="00630DA2">
      <w:pPr>
        <w:pStyle w:val="libNormal"/>
        <w:numPr>
          <w:ilvl w:val="0"/>
          <w:numId w:val="23"/>
        </w:numPr>
      </w:pPr>
      <w:r>
        <w:t>Ibnu Abi Umair</w:t>
      </w:r>
    </w:p>
    <w:p w:rsidR="00630DA2" w:rsidRDefault="00630DA2" w:rsidP="00630DA2">
      <w:pPr>
        <w:pStyle w:val="libNormal"/>
      </w:pPr>
    </w:p>
    <w:p w:rsidR="00630DA2" w:rsidRDefault="00AB3327" w:rsidP="00630DA2">
      <w:pPr>
        <w:pStyle w:val="libNormal"/>
      </w:pPr>
      <w:r>
        <w:t>Ia belajar pada tiga Imam; Imam Musa Al-Kazim as., Imam Ali Ar-Ridha as. dan Imam Muhammad AlJawad as. Ibnu Abi Umair merupakan salah seoran</w:t>
      </w:r>
      <w:r w:rsidR="00630DA2">
        <w:t>g ulama terkenal pada zamannya.</w:t>
      </w:r>
    </w:p>
    <w:p w:rsidR="00630DA2" w:rsidRDefault="00630DA2" w:rsidP="00630DA2">
      <w:pPr>
        <w:pStyle w:val="libNormal"/>
      </w:pPr>
    </w:p>
    <w:p w:rsidR="00796840" w:rsidRDefault="00AB3327" w:rsidP="00630DA2">
      <w:pPr>
        <w:pStyle w:val="libNormal"/>
      </w:pPr>
      <w:r>
        <w:t>Ia meninggalkan banyak kitab-kitab hadis sebagai tanda jasanya. Beberapa orang memberi kabar kepada penguasa Abasiyah, bahwa Ibnu Abi Umair adalah oran</w:t>
      </w:r>
      <w:r w:rsidR="00796840">
        <w:t>g Syi'ah (pengikut Ahlul Bait).</w:t>
      </w:r>
    </w:p>
    <w:p w:rsidR="00796840" w:rsidRDefault="00796840" w:rsidP="00630DA2">
      <w:pPr>
        <w:pStyle w:val="libNormal"/>
      </w:pPr>
    </w:p>
    <w:p w:rsidR="00796840" w:rsidRDefault="00AB3327" w:rsidP="00630DA2">
      <w:pPr>
        <w:pStyle w:val="libNormal"/>
      </w:pPr>
      <w:r>
        <w:t xml:space="preserve">Ia ditangkap dan diinterogasi untuk menyebutkan  nama-nama orang Syi'ah yang ia kenali. Namun, tidak sepatah kata pun keluar dari mulutnya </w:t>
      </w:r>
      <w:r w:rsidR="00796840">
        <w:t>untuk memenuhi paksaan mereka.</w:t>
      </w:r>
    </w:p>
    <w:p w:rsidR="00796840" w:rsidRDefault="00796840" w:rsidP="00630DA2">
      <w:pPr>
        <w:pStyle w:val="libNormal"/>
      </w:pPr>
    </w:p>
    <w:p w:rsidR="00796840" w:rsidRDefault="00AB3327" w:rsidP="00630DA2">
      <w:pPr>
        <w:pStyle w:val="libNormal"/>
      </w:pPr>
      <w:r>
        <w:t>Ia ditelanjangi dan diikat pada pohon kurma. Mereka mengganjar seratus cambukan ke</w:t>
      </w:r>
      <w:r w:rsidR="00796840">
        <w:t>pada murid setia para Imam ini.</w:t>
      </w:r>
    </w:p>
    <w:p w:rsidR="00796840" w:rsidRDefault="00796840" w:rsidP="00630DA2">
      <w:pPr>
        <w:pStyle w:val="libNormal"/>
      </w:pPr>
    </w:p>
    <w:p w:rsidR="00796840" w:rsidRDefault="00AB3327" w:rsidP="00630DA2">
      <w:pPr>
        <w:pStyle w:val="libNormal"/>
      </w:pPr>
      <w:r>
        <w:t>Syaikh Mufid menuturkan, bahwa sahabat utama Imam ini dipenjarakan selama tujuh puluh tahun. Seluruh harta bend</w:t>
      </w:r>
      <w:r w:rsidR="00796840">
        <w:t xml:space="preserve">anya dimusnahkan. </w:t>
      </w:r>
    </w:p>
    <w:p w:rsidR="00796840" w:rsidRDefault="00796840" w:rsidP="00630DA2">
      <w:pPr>
        <w:pStyle w:val="libNormal"/>
      </w:pPr>
    </w:p>
    <w:p w:rsidR="00AB3327" w:rsidRDefault="00AB3327" w:rsidP="00630DA2">
      <w:pPr>
        <w:pStyle w:val="libNormal"/>
      </w:pPr>
      <w:r>
        <w:t xml:space="preserve">Walaupun didera dengan cobaan yang berat, ia tetap mengunci mulutnya dan tidak berkata sepatah kata pun </w:t>
      </w:r>
      <w:r>
        <w:lastRenderedPageBreak/>
        <w:t xml:space="preserve">untuk memberikan informasi kepada penguasa Abasiyah yang zalim.  </w:t>
      </w:r>
    </w:p>
    <w:p w:rsidR="00796840" w:rsidRDefault="00796840" w:rsidP="00630DA2">
      <w:pPr>
        <w:pStyle w:val="libNormal"/>
      </w:pPr>
    </w:p>
    <w:p w:rsidR="00796840" w:rsidRDefault="00796840" w:rsidP="00630DA2">
      <w:pPr>
        <w:pStyle w:val="libNormal"/>
      </w:pPr>
    </w:p>
    <w:p w:rsidR="00796840" w:rsidRDefault="00796840" w:rsidP="00796840">
      <w:pPr>
        <w:pStyle w:val="libNormal"/>
        <w:numPr>
          <w:ilvl w:val="0"/>
          <w:numId w:val="23"/>
        </w:numPr>
      </w:pPr>
      <w:r>
        <w:t>Ali bin Yaqthin</w:t>
      </w:r>
    </w:p>
    <w:p w:rsidR="00796840" w:rsidRDefault="00796840" w:rsidP="00796840">
      <w:pPr>
        <w:pStyle w:val="libNormal"/>
      </w:pPr>
    </w:p>
    <w:p w:rsidR="00796840" w:rsidRDefault="00AB3327" w:rsidP="00796840">
      <w:pPr>
        <w:pStyle w:val="libNormal"/>
      </w:pPr>
      <w:r>
        <w:t>Ia juga adalah salah seorang sahabat Imam Ja'far as. Marwan memata-matainya dan memerintahkan penangkapannya. Akan tetapi, Ali berhasil melol</w:t>
      </w:r>
      <w:r w:rsidR="00796840">
        <w:t>oskan diri dari kejaran Marwan.</w:t>
      </w:r>
    </w:p>
    <w:p w:rsidR="00796840" w:rsidRDefault="00796840" w:rsidP="00796840">
      <w:pPr>
        <w:pStyle w:val="libNormal"/>
      </w:pPr>
    </w:p>
    <w:p w:rsidR="00F0025D" w:rsidRDefault="00AB3327" w:rsidP="00796840">
      <w:pPr>
        <w:pStyle w:val="libNormal"/>
      </w:pPr>
      <w:r>
        <w:t>Ia mengirim istri dan anak</w:t>
      </w:r>
      <w:r w:rsidR="00884160">
        <w:t>-</w:t>
      </w:r>
      <w:r>
        <w:t>anaknya ke Madinah. Ia kembali ke Kufah menyusul keruntuhan Dinasti Bani Umayyah di tangan Bani Abbasiyah</w:t>
      </w:r>
      <w:r w:rsidR="00F0025D">
        <w:t>.</w:t>
      </w:r>
    </w:p>
    <w:p w:rsidR="00F0025D" w:rsidRDefault="00F0025D" w:rsidP="00796840">
      <w:pPr>
        <w:pStyle w:val="libNormal"/>
      </w:pPr>
    </w:p>
    <w:p w:rsidR="001D6D92" w:rsidRDefault="00AB3327" w:rsidP="00796840">
      <w:pPr>
        <w:pStyle w:val="libNormal"/>
      </w:pPr>
      <w:r>
        <w:t>Ali menjalin hubungan yang dekat dengan orang</w:t>
      </w:r>
      <w:r w:rsidR="0021575C">
        <w:t>-</w:t>
      </w:r>
      <w:r>
        <w:t>orang Abbasiyah dan berhasil menjabat kedudukan</w:t>
      </w:r>
      <w:r w:rsidR="006A388A">
        <w:t>-</w:t>
      </w:r>
      <w:r>
        <w:t>kedudukan pen</w:t>
      </w:r>
      <w:r w:rsidR="001D6D92">
        <w:t>ting dalam pemerintahan mereka.</w:t>
      </w:r>
    </w:p>
    <w:p w:rsidR="001D6D92" w:rsidRDefault="001D6D92" w:rsidP="00796840">
      <w:pPr>
        <w:pStyle w:val="libNormal"/>
      </w:pPr>
    </w:p>
    <w:p w:rsidR="00AC6BAC" w:rsidRDefault="00AB3327" w:rsidP="00796840">
      <w:pPr>
        <w:pStyle w:val="libNormal"/>
      </w:pPr>
      <w:r>
        <w:t xml:space="preserve">Melalui kedudukannya ini, ia banyak membantu pengikut-pengikut Ahlul Bait orang-orang tertindas. </w:t>
      </w:r>
    </w:p>
    <w:p w:rsidR="00AC6BAC" w:rsidRDefault="00AC6BAC" w:rsidP="00796840">
      <w:pPr>
        <w:pStyle w:val="libNormal"/>
      </w:pPr>
    </w:p>
    <w:p w:rsidR="00C07D0F" w:rsidRDefault="00AB3327" w:rsidP="00796840">
      <w:pPr>
        <w:pStyle w:val="libNormal"/>
      </w:pPr>
      <w:r>
        <w:t>Harun Ar-Rasyid mengangkat Ali sebagai menterinya. Sebenarnya ia merupakan seorang utusan Imam Musa as. yang menyus</w:t>
      </w:r>
      <w:r w:rsidR="00C07D0F">
        <w:t>up ke dalam pemerintahan Harun.</w:t>
      </w:r>
    </w:p>
    <w:p w:rsidR="00C07D0F" w:rsidRDefault="00C07D0F" w:rsidP="00796840">
      <w:pPr>
        <w:pStyle w:val="libNormal"/>
      </w:pPr>
    </w:p>
    <w:p w:rsidR="00B477F0" w:rsidRDefault="00AB3327" w:rsidP="00796840">
      <w:pPr>
        <w:pStyle w:val="libNormal"/>
      </w:pPr>
      <w:r>
        <w:t>Beberapa kali ia bermaksud mengundurkan diri, namun ia ditahan oleh Imam untuk tetap menjabat kementerian demi melindungi aja</w:t>
      </w:r>
      <w:r w:rsidR="00B477F0">
        <w:t>ran dan pengikut Ahlul Bait as.</w:t>
      </w:r>
    </w:p>
    <w:p w:rsidR="00B477F0" w:rsidRDefault="00B477F0" w:rsidP="00796840">
      <w:pPr>
        <w:pStyle w:val="libNormal"/>
      </w:pPr>
    </w:p>
    <w:p w:rsidR="00B477F0" w:rsidRDefault="00AB3327" w:rsidP="00796840">
      <w:pPr>
        <w:pStyle w:val="libNormal"/>
      </w:pPr>
      <w:r>
        <w:t xml:space="preserve">Ali bin Yaqthin wafat ketika Imam Musa as. masih di dalam penjara. </w:t>
      </w:r>
    </w:p>
    <w:p w:rsidR="00AB3327" w:rsidRDefault="00AB3327" w:rsidP="00796840">
      <w:pPr>
        <w:pStyle w:val="libNormal"/>
      </w:pPr>
      <w:r>
        <w:t xml:space="preserve">  </w:t>
      </w:r>
    </w:p>
    <w:p w:rsidR="004F2FE1" w:rsidRDefault="004F2FE1" w:rsidP="004F2FE1">
      <w:pPr>
        <w:pStyle w:val="libNormal"/>
        <w:numPr>
          <w:ilvl w:val="0"/>
          <w:numId w:val="23"/>
        </w:numPr>
      </w:pPr>
      <w:r>
        <w:t>Mu'min Ath-Thaq</w:t>
      </w:r>
    </w:p>
    <w:p w:rsidR="00035AE7" w:rsidRDefault="00035AE7" w:rsidP="00225DB6"/>
    <w:p w:rsidR="00035AE7" w:rsidRDefault="00035AE7" w:rsidP="00225DB6"/>
    <w:p w:rsidR="00035AE7" w:rsidRDefault="00AB3327" w:rsidP="00035AE7">
      <w:pPr>
        <w:pStyle w:val="libNormal"/>
      </w:pPr>
      <w:r>
        <w:lastRenderedPageBreak/>
        <w:t xml:space="preserve">Ia adalah seorang sahabat Imam Ja'far AshShadiq </w:t>
      </w:r>
      <w:r w:rsidR="00035AE7">
        <w:t>as. dan Imam Musa Al-Kazim as.</w:t>
      </w:r>
    </w:p>
    <w:p w:rsidR="00035AE7" w:rsidRDefault="00035AE7" w:rsidP="00035AE7">
      <w:pPr>
        <w:pStyle w:val="libNormal"/>
      </w:pPr>
    </w:p>
    <w:p w:rsidR="00AB3327" w:rsidRDefault="00AB3327" w:rsidP="00035AE7">
      <w:pPr>
        <w:pStyle w:val="libNormal"/>
      </w:pPr>
      <w:r>
        <w:t>Imam Ja'far mendudukkannya sebagai salah seorang sahabat utama beliau dan memberikan penghormatan khusus kepadanya.</w:t>
      </w:r>
    </w:p>
    <w:p w:rsidR="00035AE7" w:rsidRDefault="00035AE7" w:rsidP="00035AE7">
      <w:pPr>
        <w:pStyle w:val="libNormal"/>
      </w:pPr>
    </w:p>
    <w:p w:rsidR="00035AE7" w:rsidRDefault="00AB3327" w:rsidP="00AB3327">
      <w:pPr>
        <w:pStyle w:val="libNormal"/>
      </w:pPr>
      <w:r>
        <w:t xml:space="preserve">Mu'min amat tangkas dalam diskusi dengan siapa saja. Mengenai hal ini Imam Ja'far as. mengatakan, "Mu'min ibarat seekor elang yang menerkam mangsanya".  </w:t>
      </w:r>
    </w:p>
    <w:p w:rsidR="00AB3327" w:rsidRDefault="00AB3327" w:rsidP="00AB3327">
      <w:pPr>
        <w:pStyle w:val="libNormal"/>
      </w:pPr>
      <w:r>
        <w:t xml:space="preserve"> </w:t>
      </w:r>
    </w:p>
    <w:p w:rsidR="00035AE7" w:rsidRDefault="00AB3327" w:rsidP="00035AE7">
      <w:pPr>
        <w:pStyle w:val="libNormal"/>
        <w:numPr>
          <w:ilvl w:val="0"/>
          <w:numId w:val="23"/>
        </w:numPr>
      </w:pPr>
      <w:r>
        <w:t>Hisyam bin Haka</w:t>
      </w:r>
      <w:r w:rsidR="00035AE7">
        <w:t>m</w:t>
      </w:r>
    </w:p>
    <w:p w:rsidR="00035AE7" w:rsidRDefault="00035AE7" w:rsidP="00035AE7">
      <w:pPr>
        <w:pStyle w:val="libNormal"/>
      </w:pPr>
    </w:p>
    <w:p w:rsidR="00225DB6" w:rsidRDefault="00AB3327" w:rsidP="00035AE7">
      <w:pPr>
        <w:pStyle w:val="libNormal"/>
      </w:pPr>
      <w:r>
        <w:t xml:space="preserve">Ia adalah seorang yang pakar di bidang ilmu Logika. </w:t>
      </w:r>
    </w:p>
    <w:p w:rsidR="00225DB6" w:rsidRDefault="00225DB6" w:rsidP="00035AE7">
      <w:pPr>
        <w:pStyle w:val="libNormal"/>
      </w:pPr>
    </w:p>
    <w:p w:rsidR="00225DB6" w:rsidRDefault="00AB3327" w:rsidP="00035AE7">
      <w:pPr>
        <w:pStyle w:val="libNormal"/>
      </w:pPr>
      <w:r>
        <w:t>Acapkali terdapat sebuah masalah pelik, Imam Ja'far as. selalu meng</w:t>
      </w:r>
      <w:r w:rsidR="00225DB6">
        <w:t>utusnya memecahkan masalah itu.</w:t>
      </w:r>
    </w:p>
    <w:p w:rsidR="00225DB6" w:rsidRDefault="00225DB6" w:rsidP="00035AE7">
      <w:pPr>
        <w:pStyle w:val="libNormal"/>
      </w:pPr>
    </w:p>
    <w:p w:rsidR="00225DB6" w:rsidRDefault="00AB3327" w:rsidP="00035AE7">
      <w:pPr>
        <w:pStyle w:val="libNormal"/>
      </w:pPr>
      <w:r>
        <w:t>Ia sangat menguasai pembahasan Imamah. Ia  merupakan murid jenius Imam dan tangkas dalam memberikan jaw</w:t>
      </w:r>
      <w:r w:rsidR="00225DB6">
        <w:t>aban.</w:t>
      </w:r>
    </w:p>
    <w:p w:rsidR="00225DB6" w:rsidRDefault="00225DB6" w:rsidP="00035AE7">
      <w:pPr>
        <w:pStyle w:val="libNormal"/>
      </w:pPr>
    </w:p>
    <w:p w:rsidR="00225DB6" w:rsidRDefault="00AB3327" w:rsidP="00035AE7">
      <w:pPr>
        <w:pStyle w:val="libNormal"/>
      </w:pPr>
      <w:r>
        <w:t>Ia juga seorang pakar d</w:t>
      </w:r>
      <w:r w:rsidR="00225DB6">
        <w:t>alam masalah-masalah Ketuhanan.</w:t>
      </w:r>
    </w:p>
    <w:p w:rsidR="00225DB6" w:rsidRDefault="00225DB6" w:rsidP="00035AE7">
      <w:pPr>
        <w:pStyle w:val="libNormal"/>
      </w:pPr>
    </w:p>
    <w:p w:rsidR="008E2D91" w:rsidRDefault="00AB3327" w:rsidP="00035AE7">
      <w:pPr>
        <w:pStyle w:val="libNormal"/>
      </w:pPr>
      <w:r>
        <w:t>Hisyam banyak menulis kitab dan terlibat dalam diskusi-diskusi dengan ulama dari berbagai mazhab dan golongan.[]</w:t>
      </w:r>
    </w:p>
    <w:p w:rsidR="008E2D91" w:rsidRPr="008E2D91" w:rsidRDefault="008E2D91">
      <w:r>
        <w:br w:type="page"/>
      </w:r>
    </w:p>
    <w:p w:rsidR="008A0FB9" w:rsidRDefault="008A0FB9" w:rsidP="008A0FB9">
      <w:pPr>
        <w:pStyle w:val="Heading1"/>
      </w:pPr>
      <w:bookmarkStart w:id="19" w:name="_Toc443987025"/>
      <w:r>
        <w:lastRenderedPageBreak/>
        <w:t>Mutiara Hadis Imam Musa Al-Kazim as.</w:t>
      </w:r>
      <w:bookmarkEnd w:id="19"/>
      <w:r>
        <w:t xml:space="preserve">   </w:t>
      </w:r>
    </w:p>
    <w:p w:rsidR="008A0FB9" w:rsidRDefault="008A0FB9" w:rsidP="008A0FB9">
      <w:pPr>
        <w:pStyle w:val="libNormal"/>
      </w:pPr>
    </w:p>
    <w:p w:rsidR="008A0FB9" w:rsidRDefault="008A0FB9" w:rsidP="008A0FB9">
      <w:pPr>
        <w:pStyle w:val="libNormal"/>
      </w:pPr>
      <w:r>
        <w:t>"Katakan yang hak, walaupun akan mendatangkan kerugian kepadamu".</w:t>
      </w:r>
    </w:p>
    <w:p w:rsidR="008A0FB9" w:rsidRDefault="008A0FB9" w:rsidP="008A0FB9">
      <w:pPr>
        <w:pStyle w:val="libNormal"/>
      </w:pPr>
    </w:p>
    <w:p w:rsidR="008A0FB9" w:rsidRDefault="008A0FB9" w:rsidP="008A0FB9">
      <w:pPr>
        <w:pStyle w:val="libNormal"/>
      </w:pPr>
      <w:r>
        <w:t xml:space="preserve">"Jika engkau menjadi seorang pemimpin yang bertakwa, maka seharusnya engkau bersyukur kepada Allah  atas anugerah ini". </w:t>
      </w:r>
    </w:p>
    <w:p w:rsidR="008A0FB9" w:rsidRDefault="008A0FB9" w:rsidP="008A0FB9">
      <w:pPr>
        <w:pStyle w:val="libNormal"/>
      </w:pPr>
    </w:p>
    <w:p w:rsidR="008A0FB9" w:rsidRDefault="008A0FB9" w:rsidP="008A0FB9">
      <w:pPr>
        <w:pStyle w:val="libNormal"/>
      </w:pPr>
      <w:r>
        <w:t>"Bersikap tegaslah dan keras terhadap orang-orang zalim sehingga engkau dapat merebut haq orang</w:t>
      </w:r>
      <w:r w:rsidR="00E64315">
        <w:t>-</w:t>
      </w:r>
      <w:r>
        <w:t>orang mazlum (yang teraniaya) darinya".</w:t>
      </w:r>
    </w:p>
    <w:p w:rsidR="008A0FB9" w:rsidRDefault="008A0FB9" w:rsidP="008A0FB9">
      <w:pPr>
        <w:pStyle w:val="libNormal"/>
      </w:pPr>
    </w:p>
    <w:p w:rsidR="008A0FB9" w:rsidRDefault="008A0FB9" w:rsidP="008A0FB9">
      <w:pPr>
        <w:pStyle w:val="libNormal"/>
      </w:pPr>
      <w:r>
        <w:t>"Kebaikan yang utama adalah menolong orang-orang yang tertindas".</w:t>
      </w:r>
    </w:p>
    <w:p w:rsidR="008A0FB9" w:rsidRDefault="008A0FB9" w:rsidP="00A45C93">
      <w:pPr>
        <w:pStyle w:val="libNormal"/>
      </w:pPr>
    </w:p>
    <w:p w:rsidR="00E64315" w:rsidRDefault="008A0FB9" w:rsidP="008A0FB9">
      <w:pPr>
        <w:pStyle w:val="libNormal"/>
      </w:pPr>
      <w:r>
        <w:t>"Dunia ini berkulit halus dan cantik, ibarat seekor ular namun  menyimpan racun pembunuh di dalamnya".</w:t>
      </w:r>
    </w:p>
    <w:p w:rsidR="00E64315" w:rsidRPr="00E64315" w:rsidRDefault="00E64315">
      <w:r>
        <w:br w:type="page"/>
      </w:r>
    </w:p>
    <w:sdt>
      <w:sdtPr>
        <w:id w:val="3107063"/>
        <w:docPartObj>
          <w:docPartGallery w:val="Table of Contents"/>
          <w:docPartUnique/>
        </w:docPartObj>
      </w:sdtPr>
      <w:sdtEndPr>
        <w:rPr>
          <w:rFonts w:eastAsia="Calibri" w:cs="Times New Roman"/>
          <w:bCs w:val="0"/>
          <w:noProof/>
          <w:color w:val="auto"/>
          <w:sz w:val="24"/>
          <w:szCs w:val="24"/>
          <w:lang w:bidi="fa-IR"/>
        </w:rPr>
      </w:sdtEndPr>
      <w:sdtContent>
        <w:p w:rsidR="00A45C93" w:rsidRDefault="00A45C93" w:rsidP="00A45C93">
          <w:pPr>
            <w:pStyle w:val="Heading1Center"/>
          </w:pPr>
          <w:r>
            <w:t>DAFTAR ISI</w:t>
          </w:r>
        </w:p>
        <w:p w:rsidR="00A45C93" w:rsidRDefault="00A45C93" w:rsidP="00A45C93">
          <w:pPr>
            <w:pStyle w:val="Heading1Center"/>
          </w:pPr>
        </w:p>
        <w:p w:rsidR="00A45C93" w:rsidRDefault="00A45C93" w:rsidP="00A45C93">
          <w:pPr>
            <w:pStyle w:val="Heading1Center"/>
          </w:pPr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3987006" w:history="1">
            <w:r w:rsidRPr="0009346B">
              <w:rPr>
                <w:rStyle w:val="Hyperlink"/>
              </w:rPr>
              <w:t>IMAM MUSA AL-KHAZIM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07" w:history="1">
            <w:r w:rsidRPr="0009346B">
              <w:rPr>
                <w:rStyle w:val="Hyperlink"/>
              </w:rPr>
              <w:t>Pelindung Kaum Tertindas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08" w:history="1">
            <w:r w:rsidRPr="0009346B">
              <w:rPr>
                <w:rStyle w:val="Hyperlink"/>
              </w:rPr>
              <w:t>S. MAHDI AYATULLAHI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09" w:history="1">
            <w:r w:rsidRPr="0009346B">
              <w:rPr>
                <w:rStyle w:val="Hyperlink"/>
              </w:rPr>
              <w:t>KATA SAMBUTAN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0" w:history="1">
            <w:r w:rsidRPr="0009346B">
              <w:rPr>
                <w:rStyle w:val="Hyperlink"/>
              </w:rPr>
              <w:t>Hari Lahir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1" w:history="1">
            <w:r w:rsidRPr="0009346B">
              <w:rPr>
                <w:rStyle w:val="Hyperlink"/>
              </w:rPr>
              <w:t>Akhlak Imam Musa as.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2" w:history="1">
            <w:r w:rsidRPr="0009346B">
              <w:rPr>
                <w:rStyle w:val="Hyperlink"/>
              </w:rPr>
              <w:t>Sikap Pemurah Imam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3" w:history="1">
            <w:r w:rsidRPr="0009346B">
              <w:rPr>
                <w:rStyle w:val="Hyperlink"/>
              </w:rPr>
              <w:t>Imam Musa as. Bekerja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4" w:history="1">
            <w:r w:rsidRPr="0009346B">
              <w:rPr>
                <w:rStyle w:val="Hyperlink"/>
              </w:rPr>
              <w:t>Cara Dakwah Imam Musa as.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5" w:history="1">
            <w:r w:rsidRPr="0009346B">
              <w:rPr>
                <w:rStyle w:val="Hyperlink"/>
              </w:rPr>
              <w:t>Kezuhudan dan Ibadah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6" w:history="1">
            <w:r w:rsidRPr="0009346B">
              <w:rPr>
                <w:rStyle w:val="Hyperlink"/>
              </w:rPr>
              <w:t>Tragedi Fakh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7" w:history="1">
            <w:r w:rsidRPr="0009346B">
              <w:rPr>
                <w:rStyle w:val="Hyperlink"/>
              </w:rPr>
              <w:t>Hijrah Pertama ke Baghdad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8" w:history="1">
            <w:r w:rsidRPr="0009346B">
              <w:rPr>
                <w:rStyle w:val="Hyperlink"/>
              </w:rPr>
              <w:t>Kecongkakan Harun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19" w:history="1">
            <w:r w:rsidRPr="0009346B">
              <w:rPr>
                <w:rStyle w:val="Hyperlink"/>
              </w:rPr>
              <w:t>Ikrar Imam Musa as.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20" w:history="1">
            <w:r w:rsidRPr="0009346B">
              <w:rPr>
                <w:rStyle w:val="Hyperlink"/>
              </w:rPr>
              <w:t>Dialog Harun dan Imam Musa as.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21" w:history="1">
            <w:r w:rsidRPr="0009346B">
              <w:rPr>
                <w:rStyle w:val="Hyperlink"/>
              </w:rPr>
              <w:t>Pengkhianatan Seorang Kerabat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22" w:history="1">
            <w:r w:rsidRPr="0009346B">
              <w:rPr>
                <w:rStyle w:val="Hyperlink"/>
              </w:rPr>
              <w:t>Perlawanan di dalam Penjara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23" w:history="1">
            <w:r w:rsidRPr="0009346B">
              <w:rPr>
                <w:rStyle w:val="Hyperlink"/>
              </w:rPr>
              <w:t>Hari Kesyahidan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24" w:history="1">
            <w:r w:rsidRPr="0009346B">
              <w:rPr>
                <w:rStyle w:val="Hyperlink"/>
              </w:rPr>
              <w:t>Sahabat-sahabat Imam Musa as.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43987025" w:history="1">
            <w:r w:rsidRPr="0009346B">
              <w:rPr>
                <w:rStyle w:val="Hyperlink"/>
              </w:rPr>
              <w:t>Mutiara Hadis Imam Musa Al-Kazim as.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Toc443987025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A45C93" w:rsidRDefault="00A45C93" w:rsidP="00A45C93">
          <w:r>
            <w:fldChar w:fldCharType="end"/>
          </w:r>
        </w:p>
      </w:sdtContent>
    </w:sdt>
    <w:p w:rsidR="009B2516" w:rsidRPr="00A20989" w:rsidRDefault="009B2516" w:rsidP="008A0FB9">
      <w:pPr>
        <w:pStyle w:val="libNormal"/>
        <w:rPr>
          <w:rtl/>
        </w:rPr>
      </w:pPr>
    </w:p>
    <w:sectPr w:rsidR="009B2516" w:rsidRPr="00A20989" w:rsidSect="00DB0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F0A" w:rsidRDefault="00B86F0A" w:rsidP="00113C59">
      <w:r>
        <w:separator/>
      </w:r>
    </w:p>
  </w:endnote>
  <w:endnote w:type="continuationSeparator" w:id="0">
    <w:p w:rsidR="00B86F0A" w:rsidRDefault="00B86F0A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BE34EF" w:rsidP="00113C59">
    <w:pPr>
      <w:pStyle w:val="Footer"/>
    </w:pPr>
    <w:fldSimple w:instr=" PAGE   \* MERGEFORMAT ">
      <w:r w:rsidR="00A45C93">
        <w:rPr>
          <w:noProof/>
        </w:rPr>
        <w:t>40</w:t>
      </w:r>
    </w:fldSimple>
  </w:p>
  <w:p w:rsidR="00EB786C" w:rsidRDefault="00EB786C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BE34EF" w:rsidP="00113C59">
    <w:pPr>
      <w:pStyle w:val="Footer"/>
    </w:pPr>
    <w:fldSimple w:instr=" PAGE   \* MERGEFORMAT ">
      <w:r w:rsidR="00A45C93">
        <w:rPr>
          <w:noProof/>
        </w:rPr>
        <w:t>41</w:t>
      </w:r>
    </w:fldSimple>
  </w:p>
  <w:p w:rsidR="00EB786C" w:rsidRDefault="00EB786C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BE34EF" w:rsidP="00113C59">
    <w:pPr>
      <w:pStyle w:val="Footer"/>
    </w:pPr>
    <w:fldSimple w:instr=" PAGE   \* MERGEFORMAT ">
      <w:r w:rsidR="00EB786C">
        <w:rPr>
          <w:noProof/>
        </w:rPr>
        <w:t>1</w:t>
      </w:r>
    </w:fldSimple>
  </w:p>
  <w:p w:rsidR="00EB786C" w:rsidRDefault="00EB786C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F0A" w:rsidRDefault="00B86F0A" w:rsidP="00113C59">
      <w:r>
        <w:separator/>
      </w:r>
    </w:p>
  </w:footnote>
  <w:footnote w:type="continuationSeparator" w:id="0">
    <w:p w:rsidR="00B86F0A" w:rsidRDefault="00B86F0A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EB786C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EB786C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EB786C" w:rsidP="00627D71">
    <w:pPr>
      <w:pStyle w:val="Header"/>
    </w:pPr>
    <w:r w:rsidRPr="00DB04D9">
      <w:t>Buku Ini di Buat dan di teliti di Yayasan Alhasanain as dan sudah disesuaikan dengan buku aslinya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123380"/>
    <w:multiLevelType w:val="hybridMultilevel"/>
    <w:tmpl w:val="E38E4A66"/>
    <w:lvl w:ilvl="0" w:tplc="DCDC912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07D2291E"/>
    <w:multiLevelType w:val="hybridMultilevel"/>
    <w:tmpl w:val="9B904FAC"/>
    <w:lvl w:ilvl="0" w:tplc="551C9C24">
      <w:start w:val="3"/>
      <w:numFmt w:val="lowerLetter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0A2C658B"/>
    <w:multiLevelType w:val="hybridMultilevel"/>
    <w:tmpl w:val="B04CC744"/>
    <w:lvl w:ilvl="0" w:tplc="151A09D0">
      <w:start w:val="1"/>
      <w:numFmt w:val="lowerLetter"/>
      <w:lvlText w:val="%1."/>
      <w:lvlJc w:val="left"/>
      <w:pPr>
        <w:ind w:left="918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249A6229"/>
    <w:multiLevelType w:val="hybridMultilevel"/>
    <w:tmpl w:val="226846CE"/>
    <w:lvl w:ilvl="0" w:tplc="ACD4F2F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24A92B4A"/>
    <w:multiLevelType w:val="hybridMultilevel"/>
    <w:tmpl w:val="EACE8462"/>
    <w:lvl w:ilvl="0" w:tplc="D0C6DFC4">
      <w:start w:val="1"/>
      <w:numFmt w:val="lowerLetter"/>
      <w:lvlText w:val="%1."/>
      <w:lvlJc w:val="left"/>
      <w:pPr>
        <w:ind w:left="1023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2B616046"/>
    <w:multiLevelType w:val="hybridMultilevel"/>
    <w:tmpl w:val="B2284F30"/>
    <w:lvl w:ilvl="0" w:tplc="A79A40A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34E31DD0"/>
    <w:multiLevelType w:val="hybridMultilevel"/>
    <w:tmpl w:val="230CD396"/>
    <w:lvl w:ilvl="0" w:tplc="173CB5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>
    <w:nsid w:val="40A12567"/>
    <w:multiLevelType w:val="hybridMultilevel"/>
    <w:tmpl w:val="7E2E1CF6"/>
    <w:lvl w:ilvl="0" w:tplc="CB1EE85A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>
    <w:nsid w:val="41A16ED5"/>
    <w:multiLevelType w:val="hybridMultilevel"/>
    <w:tmpl w:val="0DCED7CE"/>
    <w:lvl w:ilvl="0" w:tplc="0414E7D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546D1AE5"/>
    <w:multiLevelType w:val="hybridMultilevel"/>
    <w:tmpl w:val="EF202170"/>
    <w:lvl w:ilvl="0" w:tplc="205E1632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>
    <w:nsid w:val="67E33D03"/>
    <w:multiLevelType w:val="hybridMultilevel"/>
    <w:tmpl w:val="F4D2A80E"/>
    <w:lvl w:ilvl="0" w:tplc="D57C73C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>
    <w:nsid w:val="6D7C762D"/>
    <w:multiLevelType w:val="hybridMultilevel"/>
    <w:tmpl w:val="EAEE3BF6"/>
    <w:lvl w:ilvl="0" w:tplc="C5921DC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>
    <w:nsid w:val="72445F96"/>
    <w:multiLevelType w:val="hybridMultilevel"/>
    <w:tmpl w:val="B8B22E3C"/>
    <w:lvl w:ilvl="0" w:tplc="ACC21AF6">
      <w:start w:val="1"/>
      <w:numFmt w:val="lowerLetter"/>
      <w:lvlText w:val="%1."/>
      <w:lvlJc w:val="left"/>
      <w:pPr>
        <w:ind w:left="16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1" w:hanging="360"/>
      </w:pPr>
    </w:lvl>
    <w:lvl w:ilvl="2" w:tplc="0409001B" w:tentative="1">
      <w:start w:val="1"/>
      <w:numFmt w:val="lowerRoman"/>
      <w:lvlText w:val="%3."/>
      <w:lvlJc w:val="right"/>
      <w:pPr>
        <w:ind w:left="3111" w:hanging="180"/>
      </w:pPr>
    </w:lvl>
    <w:lvl w:ilvl="3" w:tplc="0409000F" w:tentative="1">
      <w:start w:val="1"/>
      <w:numFmt w:val="decimal"/>
      <w:lvlText w:val="%4."/>
      <w:lvlJc w:val="left"/>
      <w:pPr>
        <w:ind w:left="3831" w:hanging="360"/>
      </w:pPr>
    </w:lvl>
    <w:lvl w:ilvl="4" w:tplc="04090019" w:tentative="1">
      <w:start w:val="1"/>
      <w:numFmt w:val="lowerLetter"/>
      <w:lvlText w:val="%5."/>
      <w:lvlJc w:val="left"/>
      <w:pPr>
        <w:ind w:left="4551" w:hanging="360"/>
      </w:pPr>
    </w:lvl>
    <w:lvl w:ilvl="5" w:tplc="0409001B" w:tentative="1">
      <w:start w:val="1"/>
      <w:numFmt w:val="lowerRoman"/>
      <w:lvlText w:val="%6."/>
      <w:lvlJc w:val="right"/>
      <w:pPr>
        <w:ind w:left="5271" w:hanging="180"/>
      </w:pPr>
    </w:lvl>
    <w:lvl w:ilvl="6" w:tplc="0409000F" w:tentative="1">
      <w:start w:val="1"/>
      <w:numFmt w:val="decimal"/>
      <w:lvlText w:val="%7."/>
      <w:lvlJc w:val="left"/>
      <w:pPr>
        <w:ind w:left="5991" w:hanging="360"/>
      </w:pPr>
    </w:lvl>
    <w:lvl w:ilvl="7" w:tplc="04090019" w:tentative="1">
      <w:start w:val="1"/>
      <w:numFmt w:val="lowerLetter"/>
      <w:lvlText w:val="%8."/>
      <w:lvlJc w:val="left"/>
      <w:pPr>
        <w:ind w:left="6711" w:hanging="360"/>
      </w:pPr>
    </w:lvl>
    <w:lvl w:ilvl="8" w:tplc="040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21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8"/>
  </w:num>
  <w:num w:numId="3">
    <w:abstractNumId w:val="22"/>
  </w:num>
  <w:num w:numId="4">
    <w:abstractNumId w:val="6"/>
  </w:num>
  <w:num w:numId="5">
    <w:abstractNumId w:val="11"/>
  </w:num>
  <w:num w:numId="6">
    <w:abstractNumId w:val="3"/>
  </w:num>
  <w:num w:numId="7">
    <w:abstractNumId w:val="15"/>
  </w:num>
  <w:num w:numId="8">
    <w:abstractNumId w:val="2"/>
  </w:num>
  <w:num w:numId="9">
    <w:abstractNumId w:val="21"/>
  </w:num>
  <w:num w:numId="10">
    <w:abstractNumId w:val="7"/>
  </w:num>
  <w:num w:numId="11">
    <w:abstractNumId w:val="13"/>
  </w:num>
  <w:num w:numId="12">
    <w:abstractNumId w:val="19"/>
  </w:num>
  <w:num w:numId="13">
    <w:abstractNumId w:val="10"/>
  </w:num>
  <w:num w:numId="14">
    <w:abstractNumId w:val="20"/>
  </w:num>
  <w:num w:numId="15">
    <w:abstractNumId w:val="17"/>
  </w:num>
  <w:num w:numId="16">
    <w:abstractNumId w:val="1"/>
  </w:num>
  <w:num w:numId="17">
    <w:abstractNumId w:val="12"/>
  </w:num>
  <w:num w:numId="18">
    <w:abstractNumId w:val="4"/>
  </w:num>
  <w:num w:numId="19">
    <w:abstractNumId w:val="14"/>
  </w:num>
  <w:num w:numId="20">
    <w:abstractNumId w:val="18"/>
  </w:num>
  <w:num w:numId="21">
    <w:abstractNumId w:val="5"/>
  </w:num>
  <w:num w:numId="22">
    <w:abstractNumId w:val="16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312"/>
    <w:rsid w:val="00000148"/>
    <w:rsid w:val="000003E3"/>
    <w:rsid w:val="00000614"/>
    <w:rsid w:val="00000706"/>
    <w:rsid w:val="000009D1"/>
    <w:rsid w:val="00000B7C"/>
    <w:rsid w:val="00001BC8"/>
    <w:rsid w:val="00001FE8"/>
    <w:rsid w:val="00002407"/>
    <w:rsid w:val="00002481"/>
    <w:rsid w:val="0000276B"/>
    <w:rsid w:val="00002A56"/>
    <w:rsid w:val="000030FD"/>
    <w:rsid w:val="00003704"/>
    <w:rsid w:val="0000390B"/>
    <w:rsid w:val="00004198"/>
    <w:rsid w:val="000041C4"/>
    <w:rsid w:val="0000437A"/>
    <w:rsid w:val="000043DD"/>
    <w:rsid w:val="0000492D"/>
    <w:rsid w:val="00004AA9"/>
    <w:rsid w:val="00004E5C"/>
    <w:rsid w:val="000051F0"/>
    <w:rsid w:val="000053B7"/>
    <w:rsid w:val="00005A19"/>
    <w:rsid w:val="0000600F"/>
    <w:rsid w:val="00006516"/>
    <w:rsid w:val="00006E4A"/>
    <w:rsid w:val="00006FFC"/>
    <w:rsid w:val="00007013"/>
    <w:rsid w:val="00007B95"/>
    <w:rsid w:val="00007CA1"/>
    <w:rsid w:val="00010129"/>
    <w:rsid w:val="00010911"/>
    <w:rsid w:val="00010C92"/>
    <w:rsid w:val="000110AA"/>
    <w:rsid w:val="000111D0"/>
    <w:rsid w:val="00011627"/>
    <w:rsid w:val="0001183F"/>
    <w:rsid w:val="00011F2F"/>
    <w:rsid w:val="0001244E"/>
    <w:rsid w:val="0001248B"/>
    <w:rsid w:val="000136DA"/>
    <w:rsid w:val="000139A6"/>
    <w:rsid w:val="000141E5"/>
    <w:rsid w:val="000145E2"/>
    <w:rsid w:val="0001510A"/>
    <w:rsid w:val="00015582"/>
    <w:rsid w:val="00015BEB"/>
    <w:rsid w:val="0001603B"/>
    <w:rsid w:val="00016574"/>
    <w:rsid w:val="0001666F"/>
    <w:rsid w:val="00016849"/>
    <w:rsid w:val="000169AA"/>
    <w:rsid w:val="00016C77"/>
    <w:rsid w:val="00016E4F"/>
    <w:rsid w:val="000171F0"/>
    <w:rsid w:val="0001747B"/>
    <w:rsid w:val="0001762B"/>
    <w:rsid w:val="000204C8"/>
    <w:rsid w:val="000207E3"/>
    <w:rsid w:val="0002158B"/>
    <w:rsid w:val="000215B0"/>
    <w:rsid w:val="00021601"/>
    <w:rsid w:val="000217E8"/>
    <w:rsid w:val="000217F3"/>
    <w:rsid w:val="00022704"/>
    <w:rsid w:val="000227E5"/>
    <w:rsid w:val="000228F3"/>
    <w:rsid w:val="00022934"/>
    <w:rsid w:val="00022E31"/>
    <w:rsid w:val="00022F73"/>
    <w:rsid w:val="00023B3E"/>
    <w:rsid w:val="00024619"/>
    <w:rsid w:val="000252DB"/>
    <w:rsid w:val="00025ACB"/>
    <w:rsid w:val="00025DE3"/>
    <w:rsid w:val="0002629F"/>
    <w:rsid w:val="000267FE"/>
    <w:rsid w:val="000275E5"/>
    <w:rsid w:val="00027AA9"/>
    <w:rsid w:val="00027ACB"/>
    <w:rsid w:val="00027D22"/>
    <w:rsid w:val="00027E74"/>
    <w:rsid w:val="00027FEC"/>
    <w:rsid w:val="00030A4D"/>
    <w:rsid w:val="00030CC7"/>
    <w:rsid w:val="00030EE7"/>
    <w:rsid w:val="00031740"/>
    <w:rsid w:val="0003244B"/>
    <w:rsid w:val="00032B0D"/>
    <w:rsid w:val="00032E66"/>
    <w:rsid w:val="00032F75"/>
    <w:rsid w:val="000336C6"/>
    <w:rsid w:val="00033A76"/>
    <w:rsid w:val="00034231"/>
    <w:rsid w:val="00034548"/>
    <w:rsid w:val="000350CB"/>
    <w:rsid w:val="0003592A"/>
    <w:rsid w:val="000359D7"/>
    <w:rsid w:val="00035AE7"/>
    <w:rsid w:val="00035B5A"/>
    <w:rsid w:val="00036751"/>
    <w:rsid w:val="000369A4"/>
    <w:rsid w:val="00036A62"/>
    <w:rsid w:val="00036C9B"/>
    <w:rsid w:val="00037035"/>
    <w:rsid w:val="0003793A"/>
    <w:rsid w:val="000402BA"/>
    <w:rsid w:val="000404D8"/>
    <w:rsid w:val="00040798"/>
    <w:rsid w:val="000409FE"/>
    <w:rsid w:val="00041384"/>
    <w:rsid w:val="0004140C"/>
    <w:rsid w:val="000416AD"/>
    <w:rsid w:val="00041E12"/>
    <w:rsid w:val="00041E44"/>
    <w:rsid w:val="00042152"/>
    <w:rsid w:val="0004273F"/>
    <w:rsid w:val="00042BC6"/>
    <w:rsid w:val="00043023"/>
    <w:rsid w:val="000433FB"/>
    <w:rsid w:val="000436EA"/>
    <w:rsid w:val="00043790"/>
    <w:rsid w:val="00043B7A"/>
    <w:rsid w:val="00044302"/>
    <w:rsid w:val="00044A45"/>
    <w:rsid w:val="00044D2F"/>
    <w:rsid w:val="00045004"/>
    <w:rsid w:val="00045718"/>
    <w:rsid w:val="00045810"/>
    <w:rsid w:val="00045815"/>
    <w:rsid w:val="00045B54"/>
    <w:rsid w:val="00045E1A"/>
    <w:rsid w:val="00046B4B"/>
    <w:rsid w:val="00046CF1"/>
    <w:rsid w:val="0004763F"/>
    <w:rsid w:val="00047926"/>
    <w:rsid w:val="0004794F"/>
    <w:rsid w:val="00051346"/>
    <w:rsid w:val="00051AE0"/>
    <w:rsid w:val="00051C77"/>
    <w:rsid w:val="00051DF9"/>
    <w:rsid w:val="00051ED9"/>
    <w:rsid w:val="00051FC8"/>
    <w:rsid w:val="00052548"/>
    <w:rsid w:val="00052A84"/>
    <w:rsid w:val="00052CA3"/>
    <w:rsid w:val="0005399D"/>
    <w:rsid w:val="00053E2B"/>
    <w:rsid w:val="00054141"/>
    <w:rsid w:val="00054406"/>
    <w:rsid w:val="0005494B"/>
    <w:rsid w:val="00054BA1"/>
    <w:rsid w:val="00054E6B"/>
    <w:rsid w:val="00054EE1"/>
    <w:rsid w:val="000554A2"/>
    <w:rsid w:val="00055B50"/>
    <w:rsid w:val="00055E08"/>
    <w:rsid w:val="000563AF"/>
    <w:rsid w:val="00056E8B"/>
    <w:rsid w:val="00057131"/>
    <w:rsid w:val="00057143"/>
    <w:rsid w:val="000573B3"/>
    <w:rsid w:val="00057D64"/>
    <w:rsid w:val="00057F19"/>
    <w:rsid w:val="000602B0"/>
    <w:rsid w:val="00060570"/>
    <w:rsid w:val="0006074C"/>
    <w:rsid w:val="00060C61"/>
    <w:rsid w:val="0006146C"/>
    <w:rsid w:val="000616A8"/>
    <w:rsid w:val="00061CB7"/>
    <w:rsid w:val="0006216A"/>
    <w:rsid w:val="000621A5"/>
    <w:rsid w:val="00062E33"/>
    <w:rsid w:val="00062E78"/>
    <w:rsid w:val="00062EAB"/>
    <w:rsid w:val="00063147"/>
    <w:rsid w:val="00063428"/>
    <w:rsid w:val="000634D2"/>
    <w:rsid w:val="000634E1"/>
    <w:rsid w:val="0006368D"/>
    <w:rsid w:val="00063E8E"/>
    <w:rsid w:val="00063F9D"/>
    <w:rsid w:val="00063FCE"/>
    <w:rsid w:val="000646AE"/>
    <w:rsid w:val="00064802"/>
    <w:rsid w:val="00064B07"/>
    <w:rsid w:val="00064BC2"/>
    <w:rsid w:val="00064CAA"/>
    <w:rsid w:val="000655E9"/>
    <w:rsid w:val="00066626"/>
    <w:rsid w:val="00066AE9"/>
    <w:rsid w:val="0006732E"/>
    <w:rsid w:val="00067B9D"/>
    <w:rsid w:val="00067F2A"/>
    <w:rsid w:val="00067F84"/>
    <w:rsid w:val="00070C8E"/>
    <w:rsid w:val="00070ED0"/>
    <w:rsid w:val="00070EE8"/>
    <w:rsid w:val="00071362"/>
    <w:rsid w:val="00071C97"/>
    <w:rsid w:val="0007242C"/>
    <w:rsid w:val="00072A7C"/>
    <w:rsid w:val="00072B08"/>
    <w:rsid w:val="00072B94"/>
    <w:rsid w:val="00072B9E"/>
    <w:rsid w:val="00072C91"/>
    <w:rsid w:val="000733EE"/>
    <w:rsid w:val="00073581"/>
    <w:rsid w:val="000736EB"/>
    <w:rsid w:val="0007385B"/>
    <w:rsid w:val="00073872"/>
    <w:rsid w:val="000738DB"/>
    <w:rsid w:val="00074192"/>
    <w:rsid w:val="000749B9"/>
    <w:rsid w:val="00074B62"/>
    <w:rsid w:val="00074CEC"/>
    <w:rsid w:val="00075ABB"/>
    <w:rsid w:val="00075DA5"/>
    <w:rsid w:val="00075FF6"/>
    <w:rsid w:val="000761F7"/>
    <w:rsid w:val="00076218"/>
    <w:rsid w:val="000767A9"/>
    <w:rsid w:val="00076A3A"/>
    <w:rsid w:val="00076BD0"/>
    <w:rsid w:val="000770CE"/>
    <w:rsid w:val="00077758"/>
    <w:rsid w:val="0007786F"/>
    <w:rsid w:val="000778DC"/>
    <w:rsid w:val="00077D16"/>
    <w:rsid w:val="00080530"/>
    <w:rsid w:val="0008070A"/>
    <w:rsid w:val="000816A8"/>
    <w:rsid w:val="00081B3D"/>
    <w:rsid w:val="00081B69"/>
    <w:rsid w:val="00081E10"/>
    <w:rsid w:val="000824DF"/>
    <w:rsid w:val="000829D6"/>
    <w:rsid w:val="00082AE7"/>
    <w:rsid w:val="00082B10"/>
    <w:rsid w:val="0008303B"/>
    <w:rsid w:val="00083287"/>
    <w:rsid w:val="000835FF"/>
    <w:rsid w:val="00083BC9"/>
    <w:rsid w:val="000847DB"/>
    <w:rsid w:val="00084F9F"/>
    <w:rsid w:val="00085244"/>
    <w:rsid w:val="00085282"/>
    <w:rsid w:val="00085835"/>
    <w:rsid w:val="00085B27"/>
    <w:rsid w:val="000863F5"/>
    <w:rsid w:val="000867CD"/>
    <w:rsid w:val="00086920"/>
    <w:rsid w:val="00086A54"/>
    <w:rsid w:val="00086D6F"/>
    <w:rsid w:val="00086E1F"/>
    <w:rsid w:val="00087120"/>
    <w:rsid w:val="0008787E"/>
    <w:rsid w:val="00087A18"/>
    <w:rsid w:val="00087C26"/>
    <w:rsid w:val="00087CEC"/>
    <w:rsid w:val="00087D05"/>
    <w:rsid w:val="00090185"/>
    <w:rsid w:val="00090377"/>
    <w:rsid w:val="000906EB"/>
    <w:rsid w:val="00090E75"/>
    <w:rsid w:val="00090F6E"/>
    <w:rsid w:val="00090FA3"/>
    <w:rsid w:val="000910D5"/>
    <w:rsid w:val="00091794"/>
    <w:rsid w:val="00092352"/>
    <w:rsid w:val="000923C8"/>
    <w:rsid w:val="00092805"/>
    <w:rsid w:val="00092985"/>
    <w:rsid w:val="00092A0C"/>
    <w:rsid w:val="00092ABC"/>
    <w:rsid w:val="00092F1F"/>
    <w:rsid w:val="00092FE9"/>
    <w:rsid w:val="00094352"/>
    <w:rsid w:val="00094364"/>
    <w:rsid w:val="00094536"/>
    <w:rsid w:val="00094C60"/>
    <w:rsid w:val="00095239"/>
    <w:rsid w:val="000956E9"/>
    <w:rsid w:val="00095ED3"/>
    <w:rsid w:val="00096386"/>
    <w:rsid w:val="00096665"/>
    <w:rsid w:val="00096A5F"/>
    <w:rsid w:val="00097301"/>
    <w:rsid w:val="000976AF"/>
    <w:rsid w:val="000A0101"/>
    <w:rsid w:val="000A08F8"/>
    <w:rsid w:val="000A1222"/>
    <w:rsid w:val="000A123B"/>
    <w:rsid w:val="000A1874"/>
    <w:rsid w:val="000A1CAA"/>
    <w:rsid w:val="000A1F7E"/>
    <w:rsid w:val="000A24A5"/>
    <w:rsid w:val="000A2E5F"/>
    <w:rsid w:val="000A3460"/>
    <w:rsid w:val="000A34FD"/>
    <w:rsid w:val="000A403B"/>
    <w:rsid w:val="000A538B"/>
    <w:rsid w:val="000A53A1"/>
    <w:rsid w:val="000A56CA"/>
    <w:rsid w:val="000A57A8"/>
    <w:rsid w:val="000A585C"/>
    <w:rsid w:val="000A638A"/>
    <w:rsid w:val="000A6B88"/>
    <w:rsid w:val="000A715C"/>
    <w:rsid w:val="000A7750"/>
    <w:rsid w:val="000A7B37"/>
    <w:rsid w:val="000B084A"/>
    <w:rsid w:val="000B08E1"/>
    <w:rsid w:val="000B09B7"/>
    <w:rsid w:val="000B0D77"/>
    <w:rsid w:val="000B150C"/>
    <w:rsid w:val="000B1840"/>
    <w:rsid w:val="000B1B11"/>
    <w:rsid w:val="000B1D96"/>
    <w:rsid w:val="000B207F"/>
    <w:rsid w:val="000B28E8"/>
    <w:rsid w:val="000B2B65"/>
    <w:rsid w:val="000B3874"/>
    <w:rsid w:val="000B38F2"/>
    <w:rsid w:val="000B3A56"/>
    <w:rsid w:val="000B4002"/>
    <w:rsid w:val="000B41A8"/>
    <w:rsid w:val="000B4356"/>
    <w:rsid w:val="000B4456"/>
    <w:rsid w:val="000B44CF"/>
    <w:rsid w:val="000B4E54"/>
    <w:rsid w:val="000B5AB6"/>
    <w:rsid w:val="000B6182"/>
    <w:rsid w:val="000B6293"/>
    <w:rsid w:val="000B636C"/>
    <w:rsid w:val="000B6D41"/>
    <w:rsid w:val="000B7271"/>
    <w:rsid w:val="000B7365"/>
    <w:rsid w:val="000B7AA5"/>
    <w:rsid w:val="000B7F9F"/>
    <w:rsid w:val="000B7FA7"/>
    <w:rsid w:val="000C0307"/>
    <w:rsid w:val="000C0382"/>
    <w:rsid w:val="000C041C"/>
    <w:rsid w:val="000C04C2"/>
    <w:rsid w:val="000C0A89"/>
    <w:rsid w:val="000C0F38"/>
    <w:rsid w:val="000C1718"/>
    <w:rsid w:val="000C243B"/>
    <w:rsid w:val="000C24E4"/>
    <w:rsid w:val="000C27C6"/>
    <w:rsid w:val="000C2C12"/>
    <w:rsid w:val="000C3595"/>
    <w:rsid w:val="000C3D86"/>
    <w:rsid w:val="000C42BA"/>
    <w:rsid w:val="000C496B"/>
    <w:rsid w:val="000C4D2C"/>
    <w:rsid w:val="000C4D4A"/>
    <w:rsid w:val="000C4EFC"/>
    <w:rsid w:val="000C4FAE"/>
    <w:rsid w:val="000C5208"/>
    <w:rsid w:val="000C536F"/>
    <w:rsid w:val="000C55EE"/>
    <w:rsid w:val="000C582A"/>
    <w:rsid w:val="000C612D"/>
    <w:rsid w:val="000C61FE"/>
    <w:rsid w:val="000C6BBD"/>
    <w:rsid w:val="000C6CD8"/>
    <w:rsid w:val="000C7111"/>
    <w:rsid w:val="000C7127"/>
    <w:rsid w:val="000C7722"/>
    <w:rsid w:val="000C77EA"/>
    <w:rsid w:val="000D0068"/>
    <w:rsid w:val="000D04C5"/>
    <w:rsid w:val="000D07D6"/>
    <w:rsid w:val="000D089E"/>
    <w:rsid w:val="000D0932"/>
    <w:rsid w:val="000D0FA3"/>
    <w:rsid w:val="000D12DE"/>
    <w:rsid w:val="000D1BDF"/>
    <w:rsid w:val="000D1F87"/>
    <w:rsid w:val="000D2325"/>
    <w:rsid w:val="000D244F"/>
    <w:rsid w:val="000D254A"/>
    <w:rsid w:val="000D2570"/>
    <w:rsid w:val="000D26F7"/>
    <w:rsid w:val="000D27D3"/>
    <w:rsid w:val="000D2FFB"/>
    <w:rsid w:val="000D3612"/>
    <w:rsid w:val="000D38F5"/>
    <w:rsid w:val="000D3BA2"/>
    <w:rsid w:val="000D3D27"/>
    <w:rsid w:val="000D3E93"/>
    <w:rsid w:val="000D456F"/>
    <w:rsid w:val="000D4A82"/>
    <w:rsid w:val="000D6018"/>
    <w:rsid w:val="000D62BD"/>
    <w:rsid w:val="000D64A7"/>
    <w:rsid w:val="000D6B7D"/>
    <w:rsid w:val="000D7100"/>
    <w:rsid w:val="000D71B7"/>
    <w:rsid w:val="000D74CC"/>
    <w:rsid w:val="000D772A"/>
    <w:rsid w:val="000D7B59"/>
    <w:rsid w:val="000D7C30"/>
    <w:rsid w:val="000E08BC"/>
    <w:rsid w:val="000E0C32"/>
    <w:rsid w:val="000E150C"/>
    <w:rsid w:val="000E162A"/>
    <w:rsid w:val="000E16D6"/>
    <w:rsid w:val="000E17D3"/>
    <w:rsid w:val="000E186F"/>
    <w:rsid w:val="000E1B96"/>
    <w:rsid w:val="000E1CFF"/>
    <w:rsid w:val="000E1D11"/>
    <w:rsid w:val="000E20EB"/>
    <w:rsid w:val="000E2B93"/>
    <w:rsid w:val="000E2FD5"/>
    <w:rsid w:val="000E31AD"/>
    <w:rsid w:val="000E384E"/>
    <w:rsid w:val="000E3938"/>
    <w:rsid w:val="000E425D"/>
    <w:rsid w:val="000E427F"/>
    <w:rsid w:val="000E443E"/>
    <w:rsid w:val="000E591F"/>
    <w:rsid w:val="000E6351"/>
    <w:rsid w:val="000E6690"/>
    <w:rsid w:val="000E6824"/>
    <w:rsid w:val="000E6A49"/>
    <w:rsid w:val="000E7823"/>
    <w:rsid w:val="000E7A36"/>
    <w:rsid w:val="000E7C7D"/>
    <w:rsid w:val="000F0A43"/>
    <w:rsid w:val="000F0D3A"/>
    <w:rsid w:val="000F1A8C"/>
    <w:rsid w:val="000F1B49"/>
    <w:rsid w:val="000F1CBE"/>
    <w:rsid w:val="000F226D"/>
    <w:rsid w:val="000F25BB"/>
    <w:rsid w:val="000F2896"/>
    <w:rsid w:val="000F2EED"/>
    <w:rsid w:val="000F30D4"/>
    <w:rsid w:val="000F355B"/>
    <w:rsid w:val="000F38CB"/>
    <w:rsid w:val="000F3AEF"/>
    <w:rsid w:val="000F3D21"/>
    <w:rsid w:val="000F3E38"/>
    <w:rsid w:val="000F3FF1"/>
    <w:rsid w:val="000F42C7"/>
    <w:rsid w:val="000F4378"/>
    <w:rsid w:val="000F4466"/>
    <w:rsid w:val="000F448E"/>
    <w:rsid w:val="000F4494"/>
    <w:rsid w:val="000F517B"/>
    <w:rsid w:val="000F62E8"/>
    <w:rsid w:val="000F636D"/>
    <w:rsid w:val="000F6A81"/>
    <w:rsid w:val="000F6AA4"/>
    <w:rsid w:val="000F6E30"/>
    <w:rsid w:val="000F6E79"/>
    <w:rsid w:val="000F7228"/>
    <w:rsid w:val="000F7570"/>
    <w:rsid w:val="000F775D"/>
    <w:rsid w:val="000F7852"/>
    <w:rsid w:val="000F7C0E"/>
    <w:rsid w:val="00100341"/>
    <w:rsid w:val="0010049D"/>
    <w:rsid w:val="00100FA4"/>
    <w:rsid w:val="0010127B"/>
    <w:rsid w:val="001012A2"/>
    <w:rsid w:val="0010168C"/>
    <w:rsid w:val="00101769"/>
    <w:rsid w:val="00101799"/>
    <w:rsid w:val="001017EA"/>
    <w:rsid w:val="00101906"/>
    <w:rsid w:val="001019A4"/>
    <w:rsid w:val="00101D90"/>
    <w:rsid w:val="00101EA9"/>
    <w:rsid w:val="001027A4"/>
    <w:rsid w:val="001027D5"/>
    <w:rsid w:val="001027F6"/>
    <w:rsid w:val="00102E0E"/>
    <w:rsid w:val="00102EBD"/>
    <w:rsid w:val="00102EE5"/>
    <w:rsid w:val="00102F7C"/>
    <w:rsid w:val="00103623"/>
    <w:rsid w:val="00103677"/>
    <w:rsid w:val="00104011"/>
    <w:rsid w:val="0010435E"/>
    <w:rsid w:val="00104901"/>
    <w:rsid w:val="00104B46"/>
    <w:rsid w:val="00104D23"/>
    <w:rsid w:val="00104E15"/>
    <w:rsid w:val="00105956"/>
    <w:rsid w:val="00106569"/>
    <w:rsid w:val="0010719A"/>
    <w:rsid w:val="0010740F"/>
    <w:rsid w:val="001076DA"/>
    <w:rsid w:val="0010775E"/>
    <w:rsid w:val="0010796B"/>
    <w:rsid w:val="001079B4"/>
    <w:rsid w:val="00107A6B"/>
    <w:rsid w:val="00110456"/>
    <w:rsid w:val="001105DB"/>
    <w:rsid w:val="001106A5"/>
    <w:rsid w:val="001106AA"/>
    <w:rsid w:val="00110894"/>
    <w:rsid w:val="00110EE8"/>
    <w:rsid w:val="00110FE5"/>
    <w:rsid w:val="00111178"/>
    <w:rsid w:val="001115AD"/>
    <w:rsid w:val="00111AE3"/>
    <w:rsid w:val="00111C13"/>
    <w:rsid w:val="00113111"/>
    <w:rsid w:val="0011313E"/>
    <w:rsid w:val="0011352E"/>
    <w:rsid w:val="001135D6"/>
    <w:rsid w:val="00113A00"/>
    <w:rsid w:val="00113B0B"/>
    <w:rsid w:val="00113B86"/>
    <w:rsid w:val="00113BDA"/>
    <w:rsid w:val="00113C52"/>
    <w:rsid w:val="00113C59"/>
    <w:rsid w:val="00113CC6"/>
    <w:rsid w:val="00113CCC"/>
    <w:rsid w:val="00114104"/>
    <w:rsid w:val="001143A3"/>
    <w:rsid w:val="00114576"/>
    <w:rsid w:val="0011490C"/>
    <w:rsid w:val="00115473"/>
    <w:rsid w:val="00115A71"/>
    <w:rsid w:val="00116114"/>
    <w:rsid w:val="001162C9"/>
    <w:rsid w:val="0011632A"/>
    <w:rsid w:val="0011682B"/>
    <w:rsid w:val="00116EB8"/>
    <w:rsid w:val="001171A6"/>
    <w:rsid w:val="00117D17"/>
    <w:rsid w:val="001203DC"/>
    <w:rsid w:val="00120454"/>
    <w:rsid w:val="00120669"/>
    <w:rsid w:val="0012070F"/>
    <w:rsid w:val="001208E0"/>
    <w:rsid w:val="00121524"/>
    <w:rsid w:val="00121BD8"/>
    <w:rsid w:val="0012268F"/>
    <w:rsid w:val="00122787"/>
    <w:rsid w:val="00122B0F"/>
    <w:rsid w:val="0012322A"/>
    <w:rsid w:val="00123425"/>
    <w:rsid w:val="0012343D"/>
    <w:rsid w:val="0012358B"/>
    <w:rsid w:val="00123F87"/>
    <w:rsid w:val="001240F4"/>
    <w:rsid w:val="001243ED"/>
    <w:rsid w:val="00125836"/>
    <w:rsid w:val="00126137"/>
    <w:rsid w:val="0012634B"/>
    <w:rsid w:val="00126471"/>
    <w:rsid w:val="00126528"/>
    <w:rsid w:val="00127556"/>
    <w:rsid w:val="00127E08"/>
    <w:rsid w:val="001303BB"/>
    <w:rsid w:val="001311CC"/>
    <w:rsid w:val="001312B2"/>
    <w:rsid w:val="00131540"/>
    <w:rsid w:val="00131DD3"/>
    <w:rsid w:val="00132DE4"/>
    <w:rsid w:val="001330D4"/>
    <w:rsid w:val="00133A6D"/>
    <w:rsid w:val="00133B7B"/>
    <w:rsid w:val="0013415C"/>
    <w:rsid w:val="00134582"/>
    <w:rsid w:val="00134BC6"/>
    <w:rsid w:val="00135521"/>
    <w:rsid w:val="00135A20"/>
    <w:rsid w:val="00135A33"/>
    <w:rsid w:val="00135E90"/>
    <w:rsid w:val="00135EA5"/>
    <w:rsid w:val="00136268"/>
    <w:rsid w:val="001365F2"/>
    <w:rsid w:val="00136E6F"/>
    <w:rsid w:val="0013764B"/>
    <w:rsid w:val="001378FC"/>
    <w:rsid w:val="00137D9A"/>
    <w:rsid w:val="00137EDC"/>
    <w:rsid w:val="001403E0"/>
    <w:rsid w:val="0014041D"/>
    <w:rsid w:val="001405D9"/>
    <w:rsid w:val="00140A08"/>
    <w:rsid w:val="00140D02"/>
    <w:rsid w:val="00141021"/>
    <w:rsid w:val="0014160D"/>
    <w:rsid w:val="00142309"/>
    <w:rsid w:val="001424D0"/>
    <w:rsid w:val="00142C52"/>
    <w:rsid w:val="00142DDA"/>
    <w:rsid w:val="00142E74"/>
    <w:rsid w:val="001430A2"/>
    <w:rsid w:val="00143123"/>
    <w:rsid w:val="0014341C"/>
    <w:rsid w:val="00143725"/>
    <w:rsid w:val="00143EEA"/>
    <w:rsid w:val="00143F4D"/>
    <w:rsid w:val="0014476A"/>
    <w:rsid w:val="00144DB8"/>
    <w:rsid w:val="00144DE8"/>
    <w:rsid w:val="00144FDF"/>
    <w:rsid w:val="0014506F"/>
    <w:rsid w:val="00145308"/>
    <w:rsid w:val="0014628F"/>
    <w:rsid w:val="0014648A"/>
    <w:rsid w:val="001467F3"/>
    <w:rsid w:val="0014748E"/>
    <w:rsid w:val="00147499"/>
    <w:rsid w:val="00147ED8"/>
    <w:rsid w:val="0015099D"/>
    <w:rsid w:val="00150AB6"/>
    <w:rsid w:val="00150ABD"/>
    <w:rsid w:val="0015165B"/>
    <w:rsid w:val="00151BE8"/>
    <w:rsid w:val="00151C03"/>
    <w:rsid w:val="00151DA1"/>
    <w:rsid w:val="00152303"/>
    <w:rsid w:val="0015245B"/>
    <w:rsid w:val="001535F1"/>
    <w:rsid w:val="00153603"/>
    <w:rsid w:val="00153917"/>
    <w:rsid w:val="00153D97"/>
    <w:rsid w:val="00153FDC"/>
    <w:rsid w:val="00154046"/>
    <w:rsid w:val="001540BA"/>
    <w:rsid w:val="0015486C"/>
    <w:rsid w:val="00154888"/>
    <w:rsid w:val="001560A2"/>
    <w:rsid w:val="0015634E"/>
    <w:rsid w:val="0015652A"/>
    <w:rsid w:val="0015682D"/>
    <w:rsid w:val="00156BCD"/>
    <w:rsid w:val="00156F8F"/>
    <w:rsid w:val="00157306"/>
    <w:rsid w:val="001573E9"/>
    <w:rsid w:val="001574ED"/>
    <w:rsid w:val="00157CAF"/>
    <w:rsid w:val="00157D71"/>
    <w:rsid w:val="00160758"/>
    <w:rsid w:val="00160C8C"/>
    <w:rsid w:val="00160F76"/>
    <w:rsid w:val="00161411"/>
    <w:rsid w:val="00161561"/>
    <w:rsid w:val="001615EC"/>
    <w:rsid w:val="0016174D"/>
    <w:rsid w:val="00161863"/>
    <w:rsid w:val="00162344"/>
    <w:rsid w:val="00162CA3"/>
    <w:rsid w:val="0016312F"/>
    <w:rsid w:val="00163B9B"/>
    <w:rsid w:val="00163BF4"/>
    <w:rsid w:val="00163C50"/>
    <w:rsid w:val="00163D83"/>
    <w:rsid w:val="00163F78"/>
    <w:rsid w:val="001640DE"/>
    <w:rsid w:val="001640FF"/>
    <w:rsid w:val="001641AB"/>
    <w:rsid w:val="00164767"/>
    <w:rsid w:val="00164810"/>
    <w:rsid w:val="00164820"/>
    <w:rsid w:val="00164C0E"/>
    <w:rsid w:val="00164D70"/>
    <w:rsid w:val="0016616D"/>
    <w:rsid w:val="00166232"/>
    <w:rsid w:val="001667D5"/>
    <w:rsid w:val="0016689D"/>
    <w:rsid w:val="00166E14"/>
    <w:rsid w:val="001671DA"/>
    <w:rsid w:val="00167473"/>
    <w:rsid w:val="001675D2"/>
    <w:rsid w:val="001679AB"/>
    <w:rsid w:val="0017036F"/>
    <w:rsid w:val="00170B69"/>
    <w:rsid w:val="00170B87"/>
    <w:rsid w:val="001712E1"/>
    <w:rsid w:val="001715F0"/>
    <w:rsid w:val="001717CA"/>
    <w:rsid w:val="0017180E"/>
    <w:rsid w:val="0017230E"/>
    <w:rsid w:val="00172417"/>
    <w:rsid w:val="001725EA"/>
    <w:rsid w:val="0017278B"/>
    <w:rsid w:val="00172A13"/>
    <w:rsid w:val="00172B34"/>
    <w:rsid w:val="00173A33"/>
    <w:rsid w:val="00173FC7"/>
    <w:rsid w:val="001742D1"/>
    <w:rsid w:val="001753B5"/>
    <w:rsid w:val="001754A3"/>
    <w:rsid w:val="00175804"/>
    <w:rsid w:val="00175A05"/>
    <w:rsid w:val="00175B46"/>
    <w:rsid w:val="00175F6F"/>
    <w:rsid w:val="00176099"/>
    <w:rsid w:val="00176595"/>
    <w:rsid w:val="0017680D"/>
    <w:rsid w:val="001768DA"/>
    <w:rsid w:val="00176B07"/>
    <w:rsid w:val="001771C9"/>
    <w:rsid w:val="00177998"/>
    <w:rsid w:val="00177D0E"/>
    <w:rsid w:val="00177DAD"/>
    <w:rsid w:val="00177F92"/>
    <w:rsid w:val="001809D4"/>
    <w:rsid w:val="00180B06"/>
    <w:rsid w:val="0018157F"/>
    <w:rsid w:val="00181698"/>
    <w:rsid w:val="00181C0E"/>
    <w:rsid w:val="00181F83"/>
    <w:rsid w:val="00182251"/>
    <w:rsid w:val="00182A81"/>
    <w:rsid w:val="00182CD3"/>
    <w:rsid w:val="001832B1"/>
    <w:rsid w:val="001832D9"/>
    <w:rsid w:val="00183693"/>
    <w:rsid w:val="00183F54"/>
    <w:rsid w:val="00184833"/>
    <w:rsid w:val="0018558D"/>
    <w:rsid w:val="0018595B"/>
    <w:rsid w:val="00185ADC"/>
    <w:rsid w:val="00185D15"/>
    <w:rsid w:val="00185D6F"/>
    <w:rsid w:val="00185F2B"/>
    <w:rsid w:val="00186090"/>
    <w:rsid w:val="001865DE"/>
    <w:rsid w:val="0018664D"/>
    <w:rsid w:val="00186B9C"/>
    <w:rsid w:val="00186E7E"/>
    <w:rsid w:val="00187017"/>
    <w:rsid w:val="00187246"/>
    <w:rsid w:val="00187897"/>
    <w:rsid w:val="00187DF5"/>
    <w:rsid w:val="00187F9F"/>
    <w:rsid w:val="0019018F"/>
    <w:rsid w:val="001902F8"/>
    <w:rsid w:val="00190332"/>
    <w:rsid w:val="00190423"/>
    <w:rsid w:val="00190580"/>
    <w:rsid w:val="00191426"/>
    <w:rsid w:val="00191806"/>
    <w:rsid w:val="001918AB"/>
    <w:rsid w:val="00191D04"/>
    <w:rsid w:val="001923E4"/>
    <w:rsid w:val="001924E1"/>
    <w:rsid w:val="001937F7"/>
    <w:rsid w:val="00193A86"/>
    <w:rsid w:val="001948F1"/>
    <w:rsid w:val="00194D21"/>
    <w:rsid w:val="001953B7"/>
    <w:rsid w:val="00195464"/>
    <w:rsid w:val="001954EA"/>
    <w:rsid w:val="001957BF"/>
    <w:rsid w:val="00195AF7"/>
    <w:rsid w:val="00195E3D"/>
    <w:rsid w:val="001964F6"/>
    <w:rsid w:val="00196643"/>
    <w:rsid w:val="001966B6"/>
    <w:rsid w:val="001966FC"/>
    <w:rsid w:val="00196A62"/>
    <w:rsid w:val="00196D1C"/>
    <w:rsid w:val="00196DAE"/>
    <w:rsid w:val="00196FC2"/>
    <w:rsid w:val="00197145"/>
    <w:rsid w:val="001971E8"/>
    <w:rsid w:val="00197CF2"/>
    <w:rsid w:val="00197D28"/>
    <w:rsid w:val="00197DDA"/>
    <w:rsid w:val="001A0478"/>
    <w:rsid w:val="001A086F"/>
    <w:rsid w:val="001A0A46"/>
    <w:rsid w:val="001A0C44"/>
    <w:rsid w:val="001A0DC9"/>
    <w:rsid w:val="001A11D7"/>
    <w:rsid w:val="001A1240"/>
    <w:rsid w:val="001A1408"/>
    <w:rsid w:val="001A152B"/>
    <w:rsid w:val="001A1631"/>
    <w:rsid w:val="001A1CDE"/>
    <w:rsid w:val="001A1FA2"/>
    <w:rsid w:val="001A22DF"/>
    <w:rsid w:val="001A2669"/>
    <w:rsid w:val="001A2B4E"/>
    <w:rsid w:val="001A2BAA"/>
    <w:rsid w:val="001A2CC2"/>
    <w:rsid w:val="001A30FB"/>
    <w:rsid w:val="001A3110"/>
    <w:rsid w:val="001A353C"/>
    <w:rsid w:val="001A37CB"/>
    <w:rsid w:val="001A37D6"/>
    <w:rsid w:val="001A3AF4"/>
    <w:rsid w:val="001A4006"/>
    <w:rsid w:val="001A4B8A"/>
    <w:rsid w:val="001A4C37"/>
    <w:rsid w:val="001A4D9B"/>
    <w:rsid w:val="001A4E46"/>
    <w:rsid w:val="001A547A"/>
    <w:rsid w:val="001A5A46"/>
    <w:rsid w:val="001A5A6E"/>
    <w:rsid w:val="001A5E34"/>
    <w:rsid w:val="001A5EAB"/>
    <w:rsid w:val="001A5F3C"/>
    <w:rsid w:val="001A65AB"/>
    <w:rsid w:val="001A6EC0"/>
    <w:rsid w:val="001A7554"/>
    <w:rsid w:val="001B027C"/>
    <w:rsid w:val="001B03A6"/>
    <w:rsid w:val="001B07B7"/>
    <w:rsid w:val="001B0F76"/>
    <w:rsid w:val="001B16FD"/>
    <w:rsid w:val="001B1EDD"/>
    <w:rsid w:val="001B2A74"/>
    <w:rsid w:val="001B3541"/>
    <w:rsid w:val="001B37F2"/>
    <w:rsid w:val="001B3ED0"/>
    <w:rsid w:val="001B4176"/>
    <w:rsid w:val="001B469F"/>
    <w:rsid w:val="001B4904"/>
    <w:rsid w:val="001B4A70"/>
    <w:rsid w:val="001B51DD"/>
    <w:rsid w:val="001B577F"/>
    <w:rsid w:val="001B5B2B"/>
    <w:rsid w:val="001B63C0"/>
    <w:rsid w:val="001B64D8"/>
    <w:rsid w:val="001B6631"/>
    <w:rsid w:val="001B6835"/>
    <w:rsid w:val="001B6CE1"/>
    <w:rsid w:val="001B702D"/>
    <w:rsid w:val="001B7407"/>
    <w:rsid w:val="001B789A"/>
    <w:rsid w:val="001B7B02"/>
    <w:rsid w:val="001B7BE6"/>
    <w:rsid w:val="001B7D98"/>
    <w:rsid w:val="001C028F"/>
    <w:rsid w:val="001C0C3C"/>
    <w:rsid w:val="001C0E6F"/>
    <w:rsid w:val="001C0FC5"/>
    <w:rsid w:val="001C11D0"/>
    <w:rsid w:val="001C2189"/>
    <w:rsid w:val="001C220F"/>
    <w:rsid w:val="001C2252"/>
    <w:rsid w:val="001C2BD8"/>
    <w:rsid w:val="001C2F11"/>
    <w:rsid w:val="001C36B3"/>
    <w:rsid w:val="001C37B3"/>
    <w:rsid w:val="001C37F7"/>
    <w:rsid w:val="001C3FBE"/>
    <w:rsid w:val="001C4055"/>
    <w:rsid w:val="001C42B2"/>
    <w:rsid w:val="001C4550"/>
    <w:rsid w:val="001C4839"/>
    <w:rsid w:val="001C4BD6"/>
    <w:rsid w:val="001C4D57"/>
    <w:rsid w:val="001C5052"/>
    <w:rsid w:val="001C5908"/>
    <w:rsid w:val="001C5EDB"/>
    <w:rsid w:val="001C6552"/>
    <w:rsid w:val="001C6663"/>
    <w:rsid w:val="001C686B"/>
    <w:rsid w:val="001C68F9"/>
    <w:rsid w:val="001C6AA7"/>
    <w:rsid w:val="001C72F6"/>
    <w:rsid w:val="001C746C"/>
    <w:rsid w:val="001C74EA"/>
    <w:rsid w:val="001C7535"/>
    <w:rsid w:val="001C7AFE"/>
    <w:rsid w:val="001D0267"/>
    <w:rsid w:val="001D144D"/>
    <w:rsid w:val="001D145D"/>
    <w:rsid w:val="001D1611"/>
    <w:rsid w:val="001D16BE"/>
    <w:rsid w:val="001D1C40"/>
    <w:rsid w:val="001D1E22"/>
    <w:rsid w:val="001D23F6"/>
    <w:rsid w:val="001D249C"/>
    <w:rsid w:val="001D296E"/>
    <w:rsid w:val="001D2C63"/>
    <w:rsid w:val="001D2CAE"/>
    <w:rsid w:val="001D3266"/>
    <w:rsid w:val="001D41A1"/>
    <w:rsid w:val="001D433F"/>
    <w:rsid w:val="001D459E"/>
    <w:rsid w:val="001D5171"/>
    <w:rsid w:val="001D622B"/>
    <w:rsid w:val="001D6933"/>
    <w:rsid w:val="001D6D92"/>
    <w:rsid w:val="001D6EB5"/>
    <w:rsid w:val="001D732D"/>
    <w:rsid w:val="001D7447"/>
    <w:rsid w:val="001D7950"/>
    <w:rsid w:val="001D7AFE"/>
    <w:rsid w:val="001E1146"/>
    <w:rsid w:val="001E11FF"/>
    <w:rsid w:val="001E1354"/>
    <w:rsid w:val="001E1481"/>
    <w:rsid w:val="001E14F6"/>
    <w:rsid w:val="001E177D"/>
    <w:rsid w:val="001E1920"/>
    <w:rsid w:val="001E25DC"/>
    <w:rsid w:val="001E2625"/>
    <w:rsid w:val="001E2812"/>
    <w:rsid w:val="001E2E0A"/>
    <w:rsid w:val="001E3568"/>
    <w:rsid w:val="001E3F33"/>
    <w:rsid w:val="001E3F5C"/>
    <w:rsid w:val="001E4054"/>
    <w:rsid w:val="001E501A"/>
    <w:rsid w:val="001E56B9"/>
    <w:rsid w:val="001E57B5"/>
    <w:rsid w:val="001E73A3"/>
    <w:rsid w:val="001E7AB2"/>
    <w:rsid w:val="001E7B88"/>
    <w:rsid w:val="001F0209"/>
    <w:rsid w:val="001F05D5"/>
    <w:rsid w:val="001F0713"/>
    <w:rsid w:val="001F112C"/>
    <w:rsid w:val="001F1263"/>
    <w:rsid w:val="001F13CC"/>
    <w:rsid w:val="001F16D5"/>
    <w:rsid w:val="001F1FCA"/>
    <w:rsid w:val="001F2C0D"/>
    <w:rsid w:val="001F3221"/>
    <w:rsid w:val="001F3226"/>
    <w:rsid w:val="001F36A1"/>
    <w:rsid w:val="001F370C"/>
    <w:rsid w:val="001F3A01"/>
    <w:rsid w:val="001F4212"/>
    <w:rsid w:val="001F4367"/>
    <w:rsid w:val="001F44A1"/>
    <w:rsid w:val="001F47B9"/>
    <w:rsid w:val="001F4A0D"/>
    <w:rsid w:val="001F4D19"/>
    <w:rsid w:val="001F567D"/>
    <w:rsid w:val="001F641E"/>
    <w:rsid w:val="001F6AD1"/>
    <w:rsid w:val="001F6DCC"/>
    <w:rsid w:val="001F730B"/>
    <w:rsid w:val="001F736A"/>
    <w:rsid w:val="001F7AFD"/>
    <w:rsid w:val="001F7B21"/>
    <w:rsid w:val="001F7C8E"/>
    <w:rsid w:val="001F7E10"/>
    <w:rsid w:val="0020007E"/>
    <w:rsid w:val="00200126"/>
    <w:rsid w:val="002001B0"/>
    <w:rsid w:val="002010F1"/>
    <w:rsid w:val="0020182D"/>
    <w:rsid w:val="00201857"/>
    <w:rsid w:val="00201954"/>
    <w:rsid w:val="002022DB"/>
    <w:rsid w:val="00202741"/>
    <w:rsid w:val="00202827"/>
    <w:rsid w:val="00202B4D"/>
    <w:rsid w:val="00202C7B"/>
    <w:rsid w:val="002033FD"/>
    <w:rsid w:val="00203477"/>
    <w:rsid w:val="00204002"/>
    <w:rsid w:val="0020532C"/>
    <w:rsid w:val="002054C5"/>
    <w:rsid w:val="002055CA"/>
    <w:rsid w:val="00205A09"/>
    <w:rsid w:val="00206056"/>
    <w:rsid w:val="0020646D"/>
    <w:rsid w:val="00206D1C"/>
    <w:rsid w:val="00206E10"/>
    <w:rsid w:val="00206EB8"/>
    <w:rsid w:val="00207543"/>
    <w:rsid w:val="0020772D"/>
    <w:rsid w:val="002079EA"/>
    <w:rsid w:val="00207A16"/>
    <w:rsid w:val="00207A2D"/>
    <w:rsid w:val="00207DD0"/>
    <w:rsid w:val="0021032E"/>
    <w:rsid w:val="00210DE9"/>
    <w:rsid w:val="00210EEF"/>
    <w:rsid w:val="002117A4"/>
    <w:rsid w:val="00211AE3"/>
    <w:rsid w:val="00211EB2"/>
    <w:rsid w:val="00211ECD"/>
    <w:rsid w:val="002123FF"/>
    <w:rsid w:val="002128E1"/>
    <w:rsid w:val="00212A3F"/>
    <w:rsid w:val="002132BE"/>
    <w:rsid w:val="002139CB"/>
    <w:rsid w:val="00213D22"/>
    <w:rsid w:val="002140D9"/>
    <w:rsid w:val="002142A6"/>
    <w:rsid w:val="002143E3"/>
    <w:rsid w:val="0021475B"/>
    <w:rsid w:val="00214793"/>
    <w:rsid w:val="00214801"/>
    <w:rsid w:val="00214B62"/>
    <w:rsid w:val="00214B67"/>
    <w:rsid w:val="00214BD6"/>
    <w:rsid w:val="0021556A"/>
    <w:rsid w:val="0021575C"/>
    <w:rsid w:val="0021579A"/>
    <w:rsid w:val="002159E2"/>
    <w:rsid w:val="00215D81"/>
    <w:rsid w:val="00215DDF"/>
    <w:rsid w:val="00216163"/>
    <w:rsid w:val="002164E1"/>
    <w:rsid w:val="00216B18"/>
    <w:rsid w:val="00216BAC"/>
    <w:rsid w:val="002171A1"/>
    <w:rsid w:val="0021757B"/>
    <w:rsid w:val="002177A1"/>
    <w:rsid w:val="002202B2"/>
    <w:rsid w:val="00220968"/>
    <w:rsid w:val="00221701"/>
    <w:rsid w:val="00221869"/>
    <w:rsid w:val="00221964"/>
    <w:rsid w:val="00221D96"/>
    <w:rsid w:val="0022229B"/>
    <w:rsid w:val="002223AA"/>
    <w:rsid w:val="002225E4"/>
    <w:rsid w:val="00222975"/>
    <w:rsid w:val="00222AEA"/>
    <w:rsid w:val="00222E21"/>
    <w:rsid w:val="002239F0"/>
    <w:rsid w:val="00223A86"/>
    <w:rsid w:val="00223A9A"/>
    <w:rsid w:val="00223AAB"/>
    <w:rsid w:val="00224163"/>
    <w:rsid w:val="00224964"/>
    <w:rsid w:val="00225007"/>
    <w:rsid w:val="0022509D"/>
    <w:rsid w:val="002255B3"/>
    <w:rsid w:val="00225716"/>
    <w:rsid w:val="00225B4D"/>
    <w:rsid w:val="00225BB9"/>
    <w:rsid w:val="00225DB6"/>
    <w:rsid w:val="00225FBD"/>
    <w:rsid w:val="00226165"/>
    <w:rsid w:val="002267C7"/>
    <w:rsid w:val="00226A58"/>
    <w:rsid w:val="00226B8B"/>
    <w:rsid w:val="00227408"/>
    <w:rsid w:val="00227740"/>
    <w:rsid w:val="0022788F"/>
    <w:rsid w:val="00227E4A"/>
    <w:rsid w:val="00227FEE"/>
    <w:rsid w:val="00230A67"/>
    <w:rsid w:val="00230AD4"/>
    <w:rsid w:val="00231224"/>
    <w:rsid w:val="00231FAF"/>
    <w:rsid w:val="002321F9"/>
    <w:rsid w:val="00232408"/>
    <w:rsid w:val="00232714"/>
    <w:rsid w:val="00232A65"/>
    <w:rsid w:val="00232A6F"/>
    <w:rsid w:val="00232B54"/>
    <w:rsid w:val="00232F7E"/>
    <w:rsid w:val="00233568"/>
    <w:rsid w:val="002338E7"/>
    <w:rsid w:val="0023454A"/>
    <w:rsid w:val="00234DE5"/>
    <w:rsid w:val="00235005"/>
    <w:rsid w:val="002350C1"/>
    <w:rsid w:val="002353E7"/>
    <w:rsid w:val="0023594E"/>
    <w:rsid w:val="00235A31"/>
    <w:rsid w:val="00235CD5"/>
    <w:rsid w:val="00240045"/>
    <w:rsid w:val="00241716"/>
    <w:rsid w:val="00241F59"/>
    <w:rsid w:val="0024204E"/>
    <w:rsid w:val="002421F0"/>
    <w:rsid w:val="00242342"/>
    <w:rsid w:val="002423E2"/>
    <w:rsid w:val="0024263F"/>
    <w:rsid w:val="0024265C"/>
    <w:rsid w:val="0024268E"/>
    <w:rsid w:val="002436A8"/>
    <w:rsid w:val="002437B2"/>
    <w:rsid w:val="002439D5"/>
    <w:rsid w:val="0024400A"/>
    <w:rsid w:val="0024409A"/>
    <w:rsid w:val="00244641"/>
    <w:rsid w:val="002447F3"/>
    <w:rsid w:val="00244A73"/>
    <w:rsid w:val="00244C2E"/>
    <w:rsid w:val="00244E1F"/>
    <w:rsid w:val="00244F76"/>
    <w:rsid w:val="002452C8"/>
    <w:rsid w:val="002453C4"/>
    <w:rsid w:val="00245808"/>
    <w:rsid w:val="00245D3D"/>
    <w:rsid w:val="00245EB9"/>
    <w:rsid w:val="002462EA"/>
    <w:rsid w:val="002462FA"/>
    <w:rsid w:val="00246574"/>
    <w:rsid w:val="002466CC"/>
    <w:rsid w:val="002467DA"/>
    <w:rsid w:val="002467F7"/>
    <w:rsid w:val="00246A4F"/>
    <w:rsid w:val="00246C1C"/>
    <w:rsid w:val="00246C78"/>
    <w:rsid w:val="002478B7"/>
    <w:rsid w:val="00247AB4"/>
    <w:rsid w:val="00247DE4"/>
    <w:rsid w:val="00247ECA"/>
    <w:rsid w:val="0025055D"/>
    <w:rsid w:val="002507BA"/>
    <w:rsid w:val="00250CC1"/>
    <w:rsid w:val="00250E0A"/>
    <w:rsid w:val="0025133D"/>
    <w:rsid w:val="00251474"/>
    <w:rsid w:val="0025151D"/>
    <w:rsid w:val="002518EE"/>
    <w:rsid w:val="00251D9A"/>
    <w:rsid w:val="00251E02"/>
    <w:rsid w:val="00251F38"/>
    <w:rsid w:val="00251F4A"/>
    <w:rsid w:val="00252764"/>
    <w:rsid w:val="002531D3"/>
    <w:rsid w:val="00253598"/>
    <w:rsid w:val="0025404D"/>
    <w:rsid w:val="00254924"/>
    <w:rsid w:val="00254AFE"/>
    <w:rsid w:val="00255BF7"/>
    <w:rsid w:val="00255EE7"/>
    <w:rsid w:val="00256BA9"/>
    <w:rsid w:val="00256CA2"/>
    <w:rsid w:val="00256E18"/>
    <w:rsid w:val="00256E9A"/>
    <w:rsid w:val="002571C6"/>
    <w:rsid w:val="00257657"/>
    <w:rsid w:val="00257804"/>
    <w:rsid w:val="00257B22"/>
    <w:rsid w:val="00257C25"/>
    <w:rsid w:val="00260218"/>
    <w:rsid w:val="00261064"/>
    <w:rsid w:val="002613FB"/>
    <w:rsid w:val="002616A4"/>
    <w:rsid w:val="00261F42"/>
    <w:rsid w:val="00262403"/>
    <w:rsid w:val="0026275F"/>
    <w:rsid w:val="00262EE4"/>
    <w:rsid w:val="002632C3"/>
    <w:rsid w:val="0026360D"/>
    <w:rsid w:val="00263A94"/>
    <w:rsid w:val="00263F56"/>
    <w:rsid w:val="00264192"/>
    <w:rsid w:val="00264267"/>
    <w:rsid w:val="0026476D"/>
    <w:rsid w:val="0026478A"/>
    <w:rsid w:val="00264DD6"/>
    <w:rsid w:val="00264FA6"/>
    <w:rsid w:val="002653CB"/>
    <w:rsid w:val="0026541E"/>
    <w:rsid w:val="002654AF"/>
    <w:rsid w:val="002655BC"/>
    <w:rsid w:val="00265684"/>
    <w:rsid w:val="00265865"/>
    <w:rsid w:val="00265EA3"/>
    <w:rsid w:val="00266225"/>
    <w:rsid w:val="00266285"/>
    <w:rsid w:val="00266577"/>
    <w:rsid w:val="0026660C"/>
    <w:rsid w:val="00266909"/>
    <w:rsid w:val="00266988"/>
    <w:rsid w:val="00266C1E"/>
    <w:rsid w:val="00266CC2"/>
    <w:rsid w:val="00266EE8"/>
    <w:rsid w:val="00267883"/>
    <w:rsid w:val="00267942"/>
    <w:rsid w:val="002679CD"/>
    <w:rsid w:val="00270AA3"/>
    <w:rsid w:val="00270D88"/>
    <w:rsid w:val="00270E04"/>
    <w:rsid w:val="00271402"/>
    <w:rsid w:val="002718E6"/>
    <w:rsid w:val="00271D35"/>
    <w:rsid w:val="002722BA"/>
    <w:rsid w:val="00272358"/>
    <w:rsid w:val="00272517"/>
    <w:rsid w:val="00272827"/>
    <w:rsid w:val="0027332B"/>
    <w:rsid w:val="0027369F"/>
    <w:rsid w:val="00273767"/>
    <w:rsid w:val="00273B79"/>
    <w:rsid w:val="0027400C"/>
    <w:rsid w:val="00274290"/>
    <w:rsid w:val="00274B37"/>
    <w:rsid w:val="00274CF0"/>
    <w:rsid w:val="00274F17"/>
    <w:rsid w:val="0027529F"/>
    <w:rsid w:val="002754A1"/>
    <w:rsid w:val="00275FED"/>
    <w:rsid w:val="00276471"/>
    <w:rsid w:val="00276AE0"/>
    <w:rsid w:val="0027745C"/>
    <w:rsid w:val="0027747C"/>
    <w:rsid w:val="00277A11"/>
    <w:rsid w:val="00277CA6"/>
    <w:rsid w:val="002801FE"/>
    <w:rsid w:val="002804D0"/>
    <w:rsid w:val="00280895"/>
    <w:rsid w:val="002811D8"/>
    <w:rsid w:val="002818EF"/>
    <w:rsid w:val="00281E49"/>
    <w:rsid w:val="0028218F"/>
    <w:rsid w:val="0028271F"/>
    <w:rsid w:val="00282831"/>
    <w:rsid w:val="0028293E"/>
    <w:rsid w:val="00282BB8"/>
    <w:rsid w:val="00282E5A"/>
    <w:rsid w:val="0028306D"/>
    <w:rsid w:val="00283DA5"/>
    <w:rsid w:val="00284468"/>
    <w:rsid w:val="00284E82"/>
    <w:rsid w:val="00285E88"/>
    <w:rsid w:val="00286107"/>
    <w:rsid w:val="00286AA7"/>
    <w:rsid w:val="00287024"/>
    <w:rsid w:val="002870E1"/>
    <w:rsid w:val="002877BB"/>
    <w:rsid w:val="00287970"/>
    <w:rsid w:val="00287A34"/>
    <w:rsid w:val="00287D91"/>
    <w:rsid w:val="00287EE3"/>
    <w:rsid w:val="0029077F"/>
    <w:rsid w:val="002909B4"/>
    <w:rsid w:val="0029177C"/>
    <w:rsid w:val="002919A3"/>
    <w:rsid w:val="00291A14"/>
    <w:rsid w:val="00291CCE"/>
    <w:rsid w:val="00292E58"/>
    <w:rsid w:val="002944D5"/>
    <w:rsid w:val="00294C11"/>
    <w:rsid w:val="00294D36"/>
    <w:rsid w:val="00294DB2"/>
    <w:rsid w:val="00295016"/>
    <w:rsid w:val="00295CC9"/>
    <w:rsid w:val="00296390"/>
    <w:rsid w:val="00296492"/>
    <w:rsid w:val="00296522"/>
    <w:rsid w:val="002968F2"/>
    <w:rsid w:val="00296C0B"/>
    <w:rsid w:val="002971A5"/>
    <w:rsid w:val="002971E5"/>
    <w:rsid w:val="0029799F"/>
    <w:rsid w:val="00297EB0"/>
    <w:rsid w:val="002A0284"/>
    <w:rsid w:val="002A04C4"/>
    <w:rsid w:val="002A0935"/>
    <w:rsid w:val="002A1114"/>
    <w:rsid w:val="002A338C"/>
    <w:rsid w:val="002A36E0"/>
    <w:rsid w:val="002A3740"/>
    <w:rsid w:val="002A3ABB"/>
    <w:rsid w:val="002A400E"/>
    <w:rsid w:val="002A4163"/>
    <w:rsid w:val="002A44E8"/>
    <w:rsid w:val="002A460C"/>
    <w:rsid w:val="002A4813"/>
    <w:rsid w:val="002A484E"/>
    <w:rsid w:val="002A4873"/>
    <w:rsid w:val="002A4A5A"/>
    <w:rsid w:val="002A4EA6"/>
    <w:rsid w:val="002A518A"/>
    <w:rsid w:val="002A5E59"/>
    <w:rsid w:val="002A5EBB"/>
    <w:rsid w:val="002A6147"/>
    <w:rsid w:val="002A6ABC"/>
    <w:rsid w:val="002A7070"/>
    <w:rsid w:val="002A717D"/>
    <w:rsid w:val="002A72B1"/>
    <w:rsid w:val="002A73D7"/>
    <w:rsid w:val="002A797B"/>
    <w:rsid w:val="002A7CAD"/>
    <w:rsid w:val="002B0090"/>
    <w:rsid w:val="002B0459"/>
    <w:rsid w:val="002B100A"/>
    <w:rsid w:val="002B1C6C"/>
    <w:rsid w:val="002B275D"/>
    <w:rsid w:val="002B2AA0"/>
    <w:rsid w:val="002B2B15"/>
    <w:rsid w:val="002B2F89"/>
    <w:rsid w:val="002B34A2"/>
    <w:rsid w:val="002B3820"/>
    <w:rsid w:val="002B3D9F"/>
    <w:rsid w:val="002B3F76"/>
    <w:rsid w:val="002B4461"/>
    <w:rsid w:val="002B49DA"/>
    <w:rsid w:val="002B4A9F"/>
    <w:rsid w:val="002B4AEC"/>
    <w:rsid w:val="002B4C76"/>
    <w:rsid w:val="002B5326"/>
    <w:rsid w:val="002B5852"/>
    <w:rsid w:val="002B5ACF"/>
    <w:rsid w:val="002B6312"/>
    <w:rsid w:val="002B6EAB"/>
    <w:rsid w:val="002B6FAE"/>
    <w:rsid w:val="002B71A8"/>
    <w:rsid w:val="002B762B"/>
    <w:rsid w:val="002B7989"/>
    <w:rsid w:val="002B7CB8"/>
    <w:rsid w:val="002B7ED2"/>
    <w:rsid w:val="002C028F"/>
    <w:rsid w:val="002C0757"/>
    <w:rsid w:val="002C1217"/>
    <w:rsid w:val="002C197E"/>
    <w:rsid w:val="002C1CE2"/>
    <w:rsid w:val="002C20C7"/>
    <w:rsid w:val="002C23D3"/>
    <w:rsid w:val="002C3121"/>
    <w:rsid w:val="002C3A2F"/>
    <w:rsid w:val="002C3BD9"/>
    <w:rsid w:val="002C3E3A"/>
    <w:rsid w:val="002C449C"/>
    <w:rsid w:val="002C4903"/>
    <w:rsid w:val="002C496B"/>
    <w:rsid w:val="002C4E27"/>
    <w:rsid w:val="002C4E51"/>
    <w:rsid w:val="002C5363"/>
    <w:rsid w:val="002C5602"/>
    <w:rsid w:val="002C56D7"/>
    <w:rsid w:val="002C5B12"/>
    <w:rsid w:val="002C5C66"/>
    <w:rsid w:val="002C6326"/>
    <w:rsid w:val="002C636C"/>
    <w:rsid w:val="002C6427"/>
    <w:rsid w:val="002C65D3"/>
    <w:rsid w:val="002C6FE2"/>
    <w:rsid w:val="002C71A8"/>
    <w:rsid w:val="002D01AB"/>
    <w:rsid w:val="002D084B"/>
    <w:rsid w:val="002D0D1E"/>
    <w:rsid w:val="002D11B7"/>
    <w:rsid w:val="002D1505"/>
    <w:rsid w:val="002D19A9"/>
    <w:rsid w:val="002D1E2E"/>
    <w:rsid w:val="002D1F03"/>
    <w:rsid w:val="002D21F5"/>
    <w:rsid w:val="002D2315"/>
    <w:rsid w:val="002D2485"/>
    <w:rsid w:val="002D24FA"/>
    <w:rsid w:val="002D271A"/>
    <w:rsid w:val="002D2AFB"/>
    <w:rsid w:val="002D2C87"/>
    <w:rsid w:val="002D2CF7"/>
    <w:rsid w:val="002D35EC"/>
    <w:rsid w:val="002D3A09"/>
    <w:rsid w:val="002D3A17"/>
    <w:rsid w:val="002D3B1C"/>
    <w:rsid w:val="002D3E7A"/>
    <w:rsid w:val="002D3F24"/>
    <w:rsid w:val="002D464E"/>
    <w:rsid w:val="002D4B73"/>
    <w:rsid w:val="002D580E"/>
    <w:rsid w:val="002D596D"/>
    <w:rsid w:val="002D5B82"/>
    <w:rsid w:val="002D61EF"/>
    <w:rsid w:val="002D65F7"/>
    <w:rsid w:val="002D6891"/>
    <w:rsid w:val="002D760A"/>
    <w:rsid w:val="002D7F88"/>
    <w:rsid w:val="002E02BD"/>
    <w:rsid w:val="002E092D"/>
    <w:rsid w:val="002E0ADC"/>
    <w:rsid w:val="002E1291"/>
    <w:rsid w:val="002E19EE"/>
    <w:rsid w:val="002E20BF"/>
    <w:rsid w:val="002E2297"/>
    <w:rsid w:val="002E24C4"/>
    <w:rsid w:val="002E2865"/>
    <w:rsid w:val="002E2E1F"/>
    <w:rsid w:val="002E30BD"/>
    <w:rsid w:val="002E4453"/>
    <w:rsid w:val="002E47BA"/>
    <w:rsid w:val="002E4C28"/>
    <w:rsid w:val="002E4D3D"/>
    <w:rsid w:val="002E51C9"/>
    <w:rsid w:val="002E533A"/>
    <w:rsid w:val="002E5443"/>
    <w:rsid w:val="002E5CA1"/>
    <w:rsid w:val="002E5D43"/>
    <w:rsid w:val="002E5E5F"/>
    <w:rsid w:val="002E6022"/>
    <w:rsid w:val="002E6330"/>
    <w:rsid w:val="002E6781"/>
    <w:rsid w:val="002E67A5"/>
    <w:rsid w:val="002E67EB"/>
    <w:rsid w:val="002E6A49"/>
    <w:rsid w:val="002E6AC1"/>
    <w:rsid w:val="002E6C0F"/>
    <w:rsid w:val="002E723B"/>
    <w:rsid w:val="002E7BBF"/>
    <w:rsid w:val="002E7C0F"/>
    <w:rsid w:val="002E7D8E"/>
    <w:rsid w:val="002F00AA"/>
    <w:rsid w:val="002F0147"/>
    <w:rsid w:val="002F0B67"/>
    <w:rsid w:val="002F14C9"/>
    <w:rsid w:val="002F18A7"/>
    <w:rsid w:val="002F195B"/>
    <w:rsid w:val="002F201D"/>
    <w:rsid w:val="002F3626"/>
    <w:rsid w:val="002F3663"/>
    <w:rsid w:val="002F3866"/>
    <w:rsid w:val="002F3C44"/>
    <w:rsid w:val="002F4240"/>
    <w:rsid w:val="002F42EF"/>
    <w:rsid w:val="002F469C"/>
    <w:rsid w:val="002F49E0"/>
    <w:rsid w:val="002F4A90"/>
    <w:rsid w:val="002F4E3A"/>
    <w:rsid w:val="002F4FD9"/>
    <w:rsid w:val="002F56F4"/>
    <w:rsid w:val="002F5793"/>
    <w:rsid w:val="002F5BB0"/>
    <w:rsid w:val="002F5E92"/>
    <w:rsid w:val="002F618F"/>
    <w:rsid w:val="002F74FE"/>
    <w:rsid w:val="00300948"/>
    <w:rsid w:val="00300CB4"/>
    <w:rsid w:val="00301039"/>
    <w:rsid w:val="00301C1E"/>
    <w:rsid w:val="00301C82"/>
    <w:rsid w:val="00301EBF"/>
    <w:rsid w:val="0030227A"/>
    <w:rsid w:val="00302808"/>
    <w:rsid w:val="003035AB"/>
    <w:rsid w:val="0030368D"/>
    <w:rsid w:val="00303A06"/>
    <w:rsid w:val="00304007"/>
    <w:rsid w:val="0030439D"/>
    <w:rsid w:val="0030450C"/>
    <w:rsid w:val="003047B3"/>
    <w:rsid w:val="003052CB"/>
    <w:rsid w:val="003058C3"/>
    <w:rsid w:val="00305DFD"/>
    <w:rsid w:val="003073A6"/>
    <w:rsid w:val="00307B97"/>
    <w:rsid w:val="00307C3A"/>
    <w:rsid w:val="0031001C"/>
    <w:rsid w:val="00310141"/>
    <w:rsid w:val="00310618"/>
    <w:rsid w:val="0031064A"/>
    <w:rsid w:val="00310A30"/>
    <w:rsid w:val="00310AF2"/>
    <w:rsid w:val="00310D1D"/>
    <w:rsid w:val="00311994"/>
    <w:rsid w:val="00311A63"/>
    <w:rsid w:val="00311BA3"/>
    <w:rsid w:val="00311E62"/>
    <w:rsid w:val="0031256A"/>
    <w:rsid w:val="003126FD"/>
    <w:rsid w:val="00312925"/>
    <w:rsid w:val="00312D9F"/>
    <w:rsid w:val="00312F9F"/>
    <w:rsid w:val="003138ED"/>
    <w:rsid w:val="00313B47"/>
    <w:rsid w:val="00313D1A"/>
    <w:rsid w:val="0031435E"/>
    <w:rsid w:val="003143A6"/>
    <w:rsid w:val="00314D81"/>
    <w:rsid w:val="0031561F"/>
    <w:rsid w:val="0031580F"/>
    <w:rsid w:val="00315B47"/>
    <w:rsid w:val="00315BF2"/>
    <w:rsid w:val="00315CA6"/>
    <w:rsid w:val="003160EF"/>
    <w:rsid w:val="00316A43"/>
    <w:rsid w:val="00316D09"/>
    <w:rsid w:val="00316F7E"/>
    <w:rsid w:val="00317165"/>
    <w:rsid w:val="00317405"/>
    <w:rsid w:val="0031742C"/>
    <w:rsid w:val="00317E22"/>
    <w:rsid w:val="003206C7"/>
    <w:rsid w:val="00320F30"/>
    <w:rsid w:val="00320F69"/>
    <w:rsid w:val="0032100E"/>
    <w:rsid w:val="003210A1"/>
    <w:rsid w:val="003212EE"/>
    <w:rsid w:val="003212F7"/>
    <w:rsid w:val="0032179E"/>
    <w:rsid w:val="003217C5"/>
    <w:rsid w:val="00321F88"/>
    <w:rsid w:val="00322220"/>
    <w:rsid w:val="00322420"/>
    <w:rsid w:val="00322466"/>
    <w:rsid w:val="0032291C"/>
    <w:rsid w:val="00322931"/>
    <w:rsid w:val="00322DDA"/>
    <w:rsid w:val="0032351C"/>
    <w:rsid w:val="00323B33"/>
    <w:rsid w:val="00323D1F"/>
    <w:rsid w:val="00323E77"/>
    <w:rsid w:val="003240A8"/>
    <w:rsid w:val="003242EE"/>
    <w:rsid w:val="00324480"/>
    <w:rsid w:val="00324B78"/>
    <w:rsid w:val="00324FF5"/>
    <w:rsid w:val="003257F0"/>
    <w:rsid w:val="00325A62"/>
    <w:rsid w:val="00325C4C"/>
    <w:rsid w:val="00325E91"/>
    <w:rsid w:val="0032610D"/>
    <w:rsid w:val="0032677E"/>
    <w:rsid w:val="00326D5B"/>
    <w:rsid w:val="00327062"/>
    <w:rsid w:val="00327426"/>
    <w:rsid w:val="00327AE2"/>
    <w:rsid w:val="00330802"/>
    <w:rsid w:val="00330D70"/>
    <w:rsid w:val="00331225"/>
    <w:rsid w:val="00331C5C"/>
    <w:rsid w:val="00332111"/>
    <w:rsid w:val="003328A0"/>
    <w:rsid w:val="0033342B"/>
    <w:rsid w:val="003339C2"/>
    <w:rsid w:val="003339D0"/>
    <w:rsid w:val="00333C61"/>
    <w:rsid w:val="00333C85"/>
    <w:rsid w:val="00333E3F"/>
    <w:rsid w:val="0033420B"/>
    <w:rsid w:val="0033438A"/>
    <w:rsid w:val="00334854"/>
    <w:rsid w:val="00334A68"/>
    <w:rsid w:val="003351DE"/>
    <w:rsid w:val="003353BB"/>
    <w:rsid w:val="0033620A"/>
    <w:rsid w:val="00336330"/>
    <w:rsid w:val="00337644"/>
    <w:rsid w:val="003378D0"/>
    <w:rsid w:val="00337C76"/>
    <w:rsid w:val="00337DF7"/>
    <w:rsid w:val="00340055"/>
    <w:rsid w:val="0034011F"/>
    <w:rsid w:val="003402AB"/>
    <w:rsid w:val="003404E3"/>
    <w:rsid w:val="003405B1"/>
    <w:rsid w:val="003405CD"/>
    <w:rsid w:val="00340EA3"/>
    <w:rsid w:val="00341052"/>
    <w:rsid w:val="00341649"/>
    <w:rsid w:val="003416A4"/>
    <w:rsid w:val="00341770"/>
    <w:rsid w:val="00341844"/>
    <w:rsid w:val="0034239A"/>
    <w:rsid w:val="00342F67"/>
    <w:rsid w:val="003436B6"/>
    <w:rsid w:val="00343819"/>
    <w:rsid w:val="00343A10"/>
    <w:rsid w:val="00343D42"/>
    <w:rsid w:val="00343F4D"/>
    <w:rsid w:val="003448E8"/>
    <w:rsid w:val="00344B2E"/>
    <w:rsid w:val="0034521F"/>
    <w:rsid w:val="00345B35"/>
    <w:rsid w:val="00345F54"/>
    <w:rsid w:val="00346411"/>
    <w:rsid w:val="00346473"/>
    <w:rsid w:val="00346BCF"/>
    <w:rsid w:val="00346D15"/>
    <w:rsid w:val="00346E1E"/>
    <w:rsid w:val="0034793C"/>
    <w:rsid w:val="00350873"/>
    <w:rsid w:val="00350AC1"/>
    <w:rsid w:val="00350CB5"/>
    <w:rsid w:val="00350DA0"/>
    <w:rsid w:val="00350E59"/>
    <w:rsid w:val="00351072"/>
    <w:rsid w:val="00351183"/>
    <w:rsid w:val="00351427"/>
    <w:rsid w:val="003515F8"/>
    <w:rsid w:val="0035173A"/>
    <w:rsid w:val="00351D12"/>
    <w:rsid w:val="003523B5"/>
    <w:rsid w:val="00352548"/>
    <w:rsid w:val="003525C5"/>
    <w:rsid w:val="003529FD"/>
    <w:rsid w:val="00352B86"/>
    <w:rsid w:val="00352D6A"/>
    <w:rsid w:val="0035368E"/>
    <w:rsid w:val="00353BDA"/>
    <w:rsid w:val="00354493"/>
    <w:rsid w:val="00354593"/>
    <w:rsid w:val="00354980"/>
    <w:rsid w:val="003549DC"/>
    <w:rsid w:val="00354D9B"/>
    <w:rsid w:val="00354E2E"/>
    <w:rsid w:val="003551E9"/>
    <w:rsid w:val="00355325"/>
    <w:rsid w:val="00355D95"/>
    <w:rsid w:val="00355F40"/>
    <w:rsid w:val="00356144"/>
    <w:rsid w:val="00356F39"/>
    <w:rsid w:val="003570BD"/>
    <w:rsid w:val="00357344"/>
    <w:rsid w:val="0035742A"/>
    <w:rsid w:val="003575C1"/>
    <w:rsid w:val="003579A6"/>
    <w:rsid w:val="003579C6"/>
    <w:rsid w:val="0036076F"/>
    <w:rsid w:val="00360A5F"/>
    <w:rsid w:val="00360F1B"/>
    <w:rsid w:val="00360F67"/>
    <w:rsid w:val="00361624"/>
    <w:rsid w:val="00361642"/>
    <w:rsid w:val="003618AA"/>
    <w:rsid w:val="003618B5"/>
    <w:rsid w:val="00361AFC"/>
    <w:rsid w:val="00361CA2"/>
    <w:rsid w:val="00362198"/>
    <w:rsid w:val="003625F4"/>
    <w:rsid w:val="00362CBB"/>
    <w:rsid w:val="00362F28"/>
    <w:rsid w:val="00362F97"/>
    <w:rsid w:val="0036385C"/>
    <w:rsid w:val="00363AE3"/>
    <w:rsid w:val="00363C60"/>
    <w:rsid w:val="00363C94"/>
    <w:rsid w:val="0036400D"/>
    <w:rsid w:val="0036427E"/>
    <w:rsid w:val="00364856"/>
    <w:rsid w:val="00364DD3"/>
    <w:rsid w:val="00364DFA"/>
    <w:rsid w:val="00364EDC"/>
    <w:rsid w:val="003655C8"/>
    <w:rsid w:val="00365653"/>
    <w:rsid w:val="003656C0"/>
    <w:rsid w:val="003657C2"/>
    <w:rsid w:val="00365D67"/>
    <w:rsid w:val="003663DC"/>
    <w:rsid w:val="00367024"/>
    <w:rsid w:val="0036703E"/>
    <w:rsid w:val="0036733F"/>
    <w:rsid w:val="003673F1"/>
    <w:rsid w:val="003678A7"/>
    <w:rsid w:val="003678C9"/>
    <w:rsid w:val="00367FCD"/>
    <w:rsid w:val="00370041"/>
    <w:rsid w:val="00370190"/>
    <w:rsid w:val="0037174E"/>
    <w:rsid w:val="003718EF"/>
    <w:rsid w:val="00371D84"/>
    <w:rsid w:val="00371EC7"/>
    <w:rsid w:val="0037218C"/>
    <w:rsid w:val="00372BB0"/>
    <w:rsid w:val="00373085"/>
    <w:rsid w:val="003735F9"/>
    <w:rsid w:val="00373EB9"/>
    <w:rsid w:val="00373FF7"/>
    <w:rsid w:val="003740AE"/>
    <w:rsid w:val="0037426B"/>
    <w:rsid w:val="00375129"/>
    <w:rsid w:val="003757B5"/>
    <w:rsid w:val="00375A42"/>
    <w:rsid w:val="00375D4E"/>
    <w:rsid w:val="0037608B"/>
    <w:rsid w:val="00376413"/>
    <w:rsid w:val="00376B2F"/>
    <w:rsid w:val="00376F0A"/>
    <w:rsid w:val="003776D1"/>
    <w:rsid w:val="003777BF"/>
    <w:rsid w:val="003778D9"/>
    <w:rsid w:val="00377B1A"/>
    <w:rsid w:val="00377D36"/>
    <w:rsid w:val="00377DA2"/>
    <w:rsid w:val="00380091"/>
    <w:rsid w:val="00380489"/>
    <w:rsid w:val="0038061A"/>
    <w:rsid w:val="00380665"/>
    <w:rsid w:val="003812E1"/>
    <w:rsid w:val="003812F5"/>
    <w:rsid w:val="00382406"/>
    <w:rsid w:val="0038243A"/>
    <w:rsid w:val="00382741"/>
    <w:rsid w:val="003827CA"/>
    <w:rsid w:val="00382E04"/>
    <w:rsid w:val="00383AC5"/>
    <w:rsid w:val="00383C00"/>
    <w:rsid w:val="00383DFE"/>
    <w:rsid w:val="00383ED5"/>
    <w:rsid w:val="0038467C"/>
    <w:rsid w:val="00384702"/>
    <w:rsid w:val="00384A5F"/>
    <w:rsid w:val="003850AA"/>
    <w:rsid w:val="003861DD"/>
    <w:rsid w:val="00386253"/>
    <w:rsid w:val="003862EF"/>
    <w:rsid w:val="0038683D"/>
    <w:rsid w:val="00386C0D"/>
    <w:rsid w:val="00386EAE"/>
    <w:rsid w:val="00386EC5"/>
    <w:rsid w:val="0038710C"/>
    <w:rsid w:val="0038753E"/>
    <w:rsid w:val="003875B3"/>
    <w:rsid w:val="00387759"/>
    <w:rsid w:val="00387909"/>
    <w:rsid w:val="00387BC1"/>
    <w:rsid w:val="00387ECD"/>
    <w:rsid w:val="003900E1"/>
    <w:rsid w:val="00390641"/>
    <w:rsid w:val="00390663"/>
    <w:rsid w:val="00390748"/>
    <w:rsid w:val="003908CD"/>
    <w:rsid w:val="00390B49"/>
    <w:rsid w:val="0039116A"/>
    <w:rsid w:val="003915E6"/>
    <w:rsid w:val="003917EE"/>
    <w:rsid w:val="00391C80"/>
    <w:rsid w:val="00392D0A"/>
    <w:rsid w:val="00393613"/>
    <w:rsid w:val="003940A6"/>
    <w:rsid w:val="003942F3"/>
    <w:rsid w:val="00394751"/>
    <w:rsid w:val="00394C45"/>
    <w:rsid w:val="00394FFA"/>
    <w:rsid w:val="003951F3"/>
    <w:rsid w:val="003957C6"/>
    <w:rsid w:val="00395A6C"/>
    <w:rsid w:val="00395B20"/>
    <w:rsid w:val="00395EF8"/>
    <w:rsid w:val="0039615A"/>
    <w:rsid w:val="003963F3"/>
    <w:rsid w:val="003969DB"/>
    <w:rsid w:val="00396B3E"/>
    <w:rsid w:val="00397065"/>
    <w:rsid w:val="0039787F"/>
    <w:rsid w:val="003978EF"/>
    <w:rsid w:val="00397D33"/>
    <w:rsid w:val="003A0F06"/>
    <w:rsid w:val="003A13B7"/>
    <w:rsid w:val="003A1475"/>
    <w:rsid w:val="003A15A7"/>
    <w:rsid w:val="003A2493"/>
    <w:rsid w:val="003A2C59"/>
    <w:rsid w:val="003A3298"/>
    <w:rsid w:val="003A366A"/>
    <w:rsid w:val="003A37A6"/>
    <w:rsid w:val="003A3D33"/>
    <w:rsid w:val="003A4091"/>
    <w:rsid w:val="003A4587"/>
    <w:rsid w:val="003A4A49"/>
    <w:rsid w:val="003A4BF3"/>
    <w:rsid w:val="003A4F02"/>
    <w:rsid w:val="003A4F14"/>
    <w:rsid w:val="003A55E4"/>
    <w:rsid w:val="003A5CF7"/>
    <w:rsid w:val="003A5F5E"/>
    <w:rsid w:val="003A64C6"/>
    <w:rsid w:val="003A6522"/>
    <w:rsid w:val="003A661E"/>
    <w:rsid w:val="003A6640"/>
    <w:rsid w:val="003A6819"/>
    <w:rsid w:val="003A7852"/>
    <w:rsid w:val="003A7D1E"/>
    <w:rsid w:val="003B051D"/>
    <w:rsid w:val="003B05AE"/>
    <w:rsid w:val="003B0913"/>
    <w:rsid w:val="003B0962"/>
    <w:rsid w:val="003B0A63"/>
    <w:rsid w:val="003B1027"/>
    <w:rsid w:val="003B10F8"/>
    <w:rsid w:val="003B1119"/>
    <w:rsid w:val="003B1E47"/>
    <w:rsid w:val="003B20C5"/>
    <w:rsid w:val="003B21AF"/>
    <w:rsid w:val="003B2DA2"/>
    <w:rsid w:val="003B35BA"/>
    <w:rsid w:val="003B3BC4"/>
    <w:rsid w:val="003B4234"/>
    <w:rsid w:val="003B45C6"/>
    <w:rsid w:val="003B45E7"/>
    <w:rsid w:val="003B4609"/>
    <w:rsid w:val="003B47AC"/>
    <w:rsid w:val="003B5031"/>
    <w:rsid w:val="003B5878"/>
    <w:rsid w:val="003B5A4D"/>
    <w:rsid w:val="003B5B3A"/>
    <w:rsid w:val="003B5D0F"/>
    <w:rsid w:val="003B5F61"/>
    <w:rsid w:val="003B6283"/>
    <w:rsid w:val="003B63A7"/>
    <w:rsid w:val="003B648E"/>
    <w:rsid w:val="003B6720"/>
    <w:rsid w:val="003B6BE5"/>
    <w:rsid w:val="003B6FC2"/>
    <w:rsid w:val="003B7124"/>
    <w:rsid w:val="003B7250"/>
    <w:rsid w:val="003B74D9"/>
    <w:rsid w:val="003B7604"/>
    <w:rsid w:val="003B766C"/>
    <w:rsid w:val="003B76C6"/>
    <w:rsid w:val="003B76C7"/>
    <w:rsid w:val="003B775B"/>
    <w:rsid w:val="003B7777"/>
    <w:rsid w:val="003B7D9E"/>
    <w:rsid w:val="003B7E45"/>
    <w:rsid w:val="003B7F6E"/>
    <w:rsid w:val="003B7FA9"/>
    <w:rsid w:val="003C0979"/>
    <w:rsid w:val="003C0EF8"/>
    <w:rsid w:val="003C1080"/>
    <w:rsid w:val="003C12BD"/>
    <w:rsid w:val="003C13C7"/>
    <w:rsid w:val="003C1CA4"/>
    <w:rsid w:val="003C1D03"/>
    <w:rsid w:val="003C1DDA"/>
    <w:rsid w:val="003C1F7F"/>
    <w:rsid w:val="003C2374"/>
    <w:rsid w:val="003C28B2"/>
    <w:rsid w:val="003C29DA"/>
    <w:rsid w:val="003C2B52"/>
    <w:rsid w:val="003C3011"/>
    <w:rsid w:val="003C33C1"/>
    <w:rsid w:val="003C3593"/>
    <w:rsid w:val="003C3663"/>
    <w:rsid w:val="003C3E93"/>
    <w:rsid w:val="003C4D9B"/>
    <w:rsid w:val="003C4E5D"/>
    <w:rsid w:val="003C5306"/>
    <w:rsid w:val="003C5559"/>
    <w:rsid w:val="003C5F05"/>
    <w:rsid w:val="003C5FB9"/>
    <w:rsid w:val="003C60CA"/>
    <w:rsid w:val="003C6354"/>
    <w:rsid w:val="003C6663"/>
    <w:rsid w:val="003C6CD4"/>
    <w:rsid w:val="003C6D16"/>
    <w:rsid w:val="003C6F3B"/>
    <w:rsid w:val="003C716B"/>
    <w:rsid w:val="003C728D"/>
    <w:rsid w:val="003C7404"/>
    <w:rsid w:val="003C78F5"/>
    <w:rsid w:val="003C7C08"/>
    <w:rsid w:val="003C7E3D"/>
    <w:rsid w:val="003D01B5"/>
    <w:rsid w:val="003D0857"/>
    <w:rsid w:val="003D0900"/>
    <w:rsid w:val="003D0B79"/>
    <w:rsid w:val="003D0E16"/>
    <w:rsid w:val="003D1CF4"/>
    <w:rsid w:val="003D2459"/>
    <w:rsid w:val="003D282B"/>
    <w:rsid w:val="003D28ED"/>
    <w:rsid w:val="003D2D75"/>
    <w:rsid w:val="003D2E62"/>
    <w:rsid w:val="003D3107"/>
    <w:rsid w:val="003D3359"/>
    <w:rsid w:val="003D3889"/>
    <w:rsid w:val="003D3D19"/>
    <w:rsid w:val="003D3DE2"/>
    <w:rsid w:val="003D4385"/>
    <w:rsid w:val="003D4B98"/>
    <w:rsid w:val="003D4C31"/>
    <w:rsid w:val="003D4D47"/>
    <w:rsid w:val="003D5579"/>
    <w:rsid w:val="003D5652"/>
    <w:rsid w:val="003D5AB5"/>
    <w:rsid w:val="003D5C82"/>
    <w:rsid w:val="003D6044"/>
    <w:rsid w:val="003D66C8"/>
    <w:rsid w:val="003D671C"/>
    <w:rsid w:val="003D67AC"/>
    <w:rsid w:val="003D6A4D"/>
    <w:rsid w:val="003D6AEB"/>
    <w:rsid w:val="003D70F0"/>
    <w:rsid w:val="003D791F"/>
    <w:rsid w:val="003D7DBC"/>
    <w:rsid w:val="003D7F8A"/>
    <w:rsid w:val="003E00E9"/>
    <w:rsid w:val="003E0C0E"/>
    <w:rsid w:val="003E0C2D"/>
    <w:rsid w:val="003E0F13"/>
    <w:rsid w:val="003E148D"/>
    <w:rsid w:val="003E233A"/>
    <w:rsid w:val="003E28B2"/>
    <w:rsid w:val="003E2BA4"/>
    <w:rsid w:val="003E3600"/>
    <w:rsid w:val="003E3B29"/>
    <w:rsid w:val="003E3DB7"/>
    <w:rsid w:val="003E4394"/>
    <w:rsid w:val="003E5406"/>
    <w:rsid w:val="003E5451"/>
    <w:rsid w:val="003E5A7E"/>
    <w:rsid w:val="003E5E3C"/>
    <w:rsid w:val="003E6422"/>
    <w:rsid w:val="003E64E7"/>
    <w:rsid w:val="003E65EB"/>
    <w:rsid w:val="003E7181"/>
    <w:rsid w:val="003E7C50"/>
    <w:rsid w:val="003F033B"/>
    <w:rsid w:val="003F0342"/>
    <w:rsid w:val="003F0891"/>
    <w:rsid w:val="003F15A3"/>
    <w:rsid w:val="003F1AA2"/>
    <w:rsid w:val="003F1BDB"/>
    <w:rsid w:val="003F1E0B"/>
    <w:rsid w:val="003F294D"/>
    <w:rsid w:val="003F2C22"/>
    <w:rsid w:val="003F2F8A"/>
    <w:rsid w:val="003F30D5"/>
    <w:rsid w:val="003F33DE"/>
    <w:rsid w:val="003F3447"/>
    <w:rsid w:val="003F345E"/>
    <w:rsid w:val="003F3D1F"/>
    <w:rsid w:val="003F5456"/>
    <w:rsid w:val="003F56E2"/>
    <w:rsid w:val="003F5876"/>
    <w:rsid w:val="003F5BBE"/>
    <w:rsid w:val="003F65E3"/>
    <w:rsid w:val="003F6F0B"/>
    <w:rsid w:val="003F705B"/>
    <w:rsid w:val="003F7297"/>
    <w:rsid w:val="004002CE"/>
    <w:rsid w:val="00400623"/>
    <w:rsid w:val="00400643"/>
    <w:rsid w:val="0040075F"/>
    <w:rsid w:val="00400C33"/>
    <w:rsid w:val="00400ECB"/>
    <w:rsid w:val="00400F6D"/>
    <w:rsid w:val="00401429"/>
    <w:rsid w:val="004015B4"/>
    <w:rsid w:val="00401774"/>
    <w:rsid w:val="00401969"/>
    <w:rsid w:val="00401B2D"/>
    <w:rsid w:val="00401FC3"/>
    <w:rsid w:val="00402758"/>
    <w:rsid w:val="004029B4"/>
    <w:rsid w:val="00402C65"/>
    <w:rsid w:val="00402D6D"/>
    <w:rsid w:val="00403C8C"/>
    <w:rsid w:val="00403E7C"/>
    <w:rsid w:val="00403F69"/>
    <w:rsid w:val="004043DE"/>
    <w:rsid w:val="00404955"/>
    <w:rsid w:val="00404CEB"/>
    <w:rsid w:val="00404EB7"/>
    <w:rsid w:val="004050DF"/>
    <w:rsid w:val="00405FA7"/>
    <w:rsid w:val="0040601F"/>
    <w:rsid w:val="00406926"/>
    <w:rsid w:val="00407378"/>
    <w:rsid w:val="00407B9B"/>
    <w:rsid w:val="00407D56"/>
    <w:rsid w:val="00407E78"/>
    <w:rsid w:val="0041064A"/>
    <w:rsid w:val="004108CC"/>
    <w:rsid w:val="00411154"/>
    <w:rsid w:val="004114FC"/>
    <w:rsid w:val="004117DF"/>
    <w:rsid w:val="00411A71"/>
    <w:rsid w:val="00411A81"/>
    <w:rsid w:val="00411BB4"/>
    <w:rsid w:val="00411E45"/>
    <w:rsid w:val="0041210D"/>
    <w:rsid w:val="004125BB"/>
    <w:rsid w:val="00412A81"/>
    <w:rsid w:val="00412AE5"/>
    <w:rsid w:val="00412AEA"/>
    <w:rsid w:val="00412B29"/>
    <w:rsid w:val="00412DF8"/>
    <w:rsid w:val="00412F89"/>
    <w:rsid w:val="00413350"/>
    <w:rsid w:val="00413430"/>
    <w:rsid w:val="00413439"/>
    <w:rsid w:val="00414CD5"/>
    <w:rsid w:val="00414CE7"/>
    <w:rsid w:val="00415087"/>
    <w:rsid w:val="00415427"/>
    <w:rsid w:val="00415C1F"/>
    <w:rsid w:val="00415D1E"/>
    <w:rsid w:val="00415ED0"/>
    <w:rsid w:val="0041635B"/>
    <w:rsid w:val="00416498"/>
    <w:rsid w:val="00416546"/>
    <w:rsid w:val="00416E2B"/>
    <w:rsid w:val="00416ED2"/>
    <w:rsid w:val="0041723C"/>
    <w:rsid w:val="0041734E"/>
    <w:rsid w:val="004173E4"/>
    <w:rsid w:val="004173FB"/>
    <w:rsid w:val="00417ACC"/>
    <w:rsid w:val="0042002B"/>
    <w:rsid w:val="004209BA"/>
    <w:rsid w:val="00420B53"/>
    <w:rsid w:val="00420C44"/>
    <w:rsid w:val="00420CF7"/>
    <w:rsid w:val="00421AFE"/>
    <w:rsid w:val="00421FEF"/>
    <w:rsid w:val="004222FA"/>
    <w:rsid w:val="0042331F"/>
    <w:rsid w:val="00423535"/>
    <w:rsid w:val="00423A64"/>
    <w:rsid w:val="00423ACC"/>
    <w:rsid w:val="00423AF7"/>
    <w:rsid w:val="00423CEF"/>
    <w:rsid w:val="00423CF2"/>
    <w:rsid w:val="00423F95"/>
    <w:rsid w:val="004240CA"/>
    <w:rsid w:val="004241E7"/>
    <w:rsid w:val="004242C1"/>
    <w:rsid w:val="00424510"/>
    <w:rsid w:val="0042453D"/>
    <w:rsid w:val="004246DB"/>
    <w:rsid w:val="004250C6"/>
    <w:rsid w:val="0042531F"/>
    <w:rsid w:val="0042593F"/>
    <w:rsid w:val="00425F33"/>
    <w:rsid w:val="00426216"/>
    <w:rsid w:val="0042635F"/>
    <w:rsid w:val="004263E7"/>
    <w:rsid w:val="00426F5F"/>
    <w:rsid w:val="004270DC"/>
    <w:rsid w:val="004272F7"/>
    <w:rsid w:val="00427361"/>
    <w:rsid w:val="00427FAE"/>
    <w:rsid w:val="00427FC0"/>
    <w:rsid w:val="0043005A"/>
    <w:rsid w:val="004301B7"/>
    <w:rsid w:val="00430581"/>
    <w:rsid w:val="0043086C"/>
    <w:rsid w:val="0043096E"/>
    <w:rsid w:val="00430E5B"/>
    <w:rsid w:val="00432054"/>
    <w:rsid w:val="0043220A"/>
    <w:rsid w:val="004327F6"/>
    <w:rsid w:val="00432870"/>
    <w:rsid w:val="00432C33"/>
    <w:rsid w:val="004331FF"/>
    <w:rsid w:val="00433629"/>
    <w:rsid w:val="00433EBE"/>
    <w:rsid w:val="00433F48"/>
    <w:rsid w:val="00434102"/>
    <w:rsid w:val="00434520"/>
    <w:rsid w:val="004345AD"/>
    <w:rsid w:val="00434A97"/>
    <w:rsid w:val="00436319"/>
    <w:rsid w:val="00437035"/>
    <w:rsid w:val="004370BB"/>
    <w:rsid w:val="004372B0"/>
    <w:rsid w:val="0043742A"/>
    <w:rsid w:val="00437AF9"/>
    <w:rsid w:val="0044073A"/>
    <w:rsid w:val="00440B9C"/>
    <w:rsid w:val="00440C62"/>
    <w:rsid w:val="00440F5F"/>
    <w:rsid w:val="00441252"/>
    <w:rsid w:val="004415F5"/>
    <w:rsid w:val="004418FB"/>
    <w:rsid w:val="00441AB9"/>
    <w:rsid w:val="004421F3"/>
    <w:rsid w:val="00443B38"/>
    <w:rsid w:val="00443DFE"/>
    <w:rsid w:val="00443FB4"/>
    <w:rsid w:val="004440AA"/>
    <w:rsid w:val="0044476A"/>
    <w:rsid w:val="00444E19"/>
    <w:rsid w:val="0044598A"/>
    <w:rsid w:val="004467F4"/>
    <w:rsid w:val="00446ABF"/>
    <w:rsid w:val="00446BBA"/>
    <w:rsid w:val="00446C9C"/>
    <w:rsid w:val="0044713D"/>
    <w:rsid w:val="00447165"/>
    <w:rsid w:val="004476F3"/>
    <w:rsid w:val="0044772C"/>
    <w:rsid w:val="004477E0"/>
    <w:rsid w:val="004479B2"/>
    <w:rsid w:val="004479F9"/>
    <w:rsid w:val="00447B6C"/>
    <w:rsid w:val="004506A0"/>
    <w:rsid w:val="004508CC"/>
    <w:rsid w:val="00450D1C"/>
    <w:rsid w:val="00451122"/>
    <w:rsid w:val="004511BE"/>
    <w:rsid w:val="00451B63"/>
    <w:rsid w:val="00451CFC"/>
    <w:rsid w:val="0045240A"/>
    <w:rsid w:val="004525F3"/>
    <w:rsid w:val="0045266F"/>
    <w:rsid w:val="00452949"/>
    <w:rsid w:val="00452A88"/>
    <w:rsid w:val="00452C12"/>
    <w:rsid w:val="00452FF1"/>
    <w:rsid w:val="004532A0"/>
    <w:rsid w:val="00453381"/>
    <w:rsid w:val="004538D5"/>
    <w:rsid w:val="00453CDA"/>
    <w:rsid w:val="00454113"/>
    <w:rsid w:val="00454160"/>
    <w:rsid w:val="004541B0"/>
    <w:rsid w:val="004543D2"/>
    <w:rsid w:val="00454FC8"/>
    <w:rsid w:val="004551AE"/>
    <w:rsid w:val="00455204"/>
    <w:rsid w:val="004555D0"/>
    <w:rsid w:val="004557F7"/>
    <w:rsid w:val="00455A1C"/>
    <w:rsid w:val="00455A59"/>
    <w:rsid w:val="00455E20"/>
    <w:rsid w:val="00456281"/>
    <w:rsid w:val="0045653A"/>
    <w:rsid w:val="00456BF4"/>
    <w:rsid w:val="00456DAC"/>
    <w:rsid w:val="0045706E"/>
    <w:rsid w:val="00457381"/>
    <w:rsid w:val="004576AA"/>
    <w:rsid w:val="004579CA"/>
    <w:rsid w:val="00457C77"/>
    <w:rsid w:val="004603C3"/>
    <w:rsid w:val="004605D1"/>
    <w:rsid w:val="00460E86"/>
    <w:rsid w:val="00460F72"/>
    <w:rsid w:val="00461042"/>
    <w:rsid w:val="004613CC"/>
    <w:rsid w:val="0046145E"/>
    <w:rsid w:val="0046146B"/>
    <w:rsid w:val="004617CD"/>
    <w:rsid w:val="004626FB"/>
    <w:rsid w:val="00462FD9"/>
    <w:rsid w:val="00463008"/>
    <w:rsid w:val="00463126"/>
    <w:rsid w:val="00463987"/>
    <w:rsid w:val="00463E47"/>
    <w:rsid w:val="00463EEF"/>
    <w:rsid w:val="0046408A"/>
    <w:rsid w:val="00464728"/>
    <w:rsid w:val="00464879"/>
    <w:rsid w:val="00464A7E"/>
    <w:rsid w:val="00464FB5"/>
    <w:rsid w:val="004655E2"/>
    <w:rsid w:val="00466071"/>
    <w:rsid w:val="0046634E"/>
    <w:rsid w:val="00466C7A"/>
    <w:rsid w:val="00466E01"/>
    <w:rsid w:val="00466E99"/>
    <w:rsid w:val="00466F86"/>
    <w:rsid w:val="00467910"/>
    <w:rsid w:val="00467E54"/>
    <w:rsid w:val="00470378"/>
    <w:rsid w:val="0047053A"/>
    <w:rsid w:val="00470C94"/>
    <w:rsid w:val="0047154F"/>
    <w:rsid w:val="0047166D"/>
    <w:rsid w:val="0047179E"/>
    <w:rsid w:val="004719E6"/>
    <w:rsid w:val="00471BDB"/>
    <w:rsid w:val="0047216C"/>
    <w:rsid w:val="004722F9"/>
    <w:rsid w:val="004729AE"/>
    <w:rsid w:val="004729D6"/>
    <w:rsid w:val="00472A23"/>
    <w:rsid w:val="00472D64"/>
    <w:rsid w:val="0047311A"/>
    <w:rsid w:val="00473488"/>
    <w:rsid w:val="00473B99"/>
    <w:rsid w:val="004744B4"/>
    <w:rsid w:val="00474560"/>
    <w:rsid w:val="004746BF"/>
    <w:rsid w:val="00474A8C"/>
    <w:rsid w:val="00474B94"/>
    <w:rsid w:val="00475403"/>
    <w:rsid w:val="00475E99"/>
    <w:rsid w:val="0047600F"/>
    <w:rsid w:val="004764DA"/>
    <w:rsid w:val="0047664F"/>
    <w:rsid w:val="004769C8"/>
    <w:rsid w:val="00477CD3"/>
    <w:rsid w:val="00477D86"/>
    <w:rsid w:val="00481146"/>
    <w:rsid w:val="00481B00"/>
    <w:rsid w:val="00481E61"/>
    <w:rsid w:val="00481FD0"/>
    <w:rsid w:val="0048221F"/>
    <w:rsid w:val="00482255"/>
    <w:rsid w:val="00482567"/>
    <w:rsid w:val="004825A5"/>
    <w:rsid w:val="00482E96"/>
    <w:rsid w:val="004830C8"/>
    <w:rsid w:val="004833D2"/>
    <w:rsid w:val="00483651"/>
    <w:rsid w:val="00483AC9"/>
    <w:rsid w:val="00483C2E"/>
    <w:rsid w:val="00483CB2"/>
    <w:rsid w:val="00483CE6"/>
    <w:rsid w:val="004842D7"/>
    <w:rsid w:val="004855ED"/>
    <w:rsid w:val="0048627C"/>
    <w:rsid w:val="00486DA0"/>
    <w:rsid w:val="00486F41"/>
    <w:rsid w:val="004876A4"/>
    <w:rsid w:val="004878C2"/>
    <w:rsid w:val="00487C70"/>
    <w:rsid w:val="00487FC7"/>
    <w:rsid w:val="00490907"/>
    <w:rsid w:val="0049117E"/>
    <w:rsid w:val="004911CF"/>
    <w:rsid w:val="004911E6"/>
    <w:rsid w:val="004913EB"/>
    <w:rsid w:val="004919C3"/>
    <w:rsid w:val="00491FC9"/>
    <w:rsid w:val="004921DD"/>
    <w:rsid w:val="0049224F"/>
    <w:rsid w:val="0049244F"/>
    <w:rsid w:val="00492924"/>
    <w:rsid w:val="00492C9D"/>
    <w:rsid w:val="00492EE0"/>
    <w:rsid w:val="00493647"/>
    <w:rsid w:val="00493B4F"/>
    <w:rsid w:val="00494E20"/>
    <w:rsid w:val="004953C3"/>
    <w:rsid w:val="00496BC5"/>
    <w:rsid w:val="00496BDF"/>
    <w:rsid w:val="00497042"/>
    <w:rsid w:val="00497134"/>
    <w:rsid w:val="004972BB"/>
    <w:rsid w:val="00497369"/>
    <w:rsid w:val="00497A26"/>
    <w:rsid w:val="004A0866"/>
    <w:rsid w:val="004A0B14"/>
    <w:rsid w:val="004A0D1F"/>
    <w:rsid w:val="004A0DA9"/>
    <w:rsid w:val="004A0E04"/>
    <w:rsid w:val="004A1297"/>
    <w:rsid w:val="004A2A53"/>
    <w:rsid w:val="004A34B4"/>
    <w:rsid w:val="004A4460"/>
    <w:rsid w:val="004A4A6B"/>
    <w:rsid w:val="004A51F6"/>
    <w:rsid w:val="004A5741"/>
    <w:rsid w:val="004A5796"/>
    <w:rsid w:val="004A5912"/>
    <w:rsid w:val="004A61FB"/>
    <w:rsid w:val="004A621C"/>
    <w:rsid w:val="004A6378"/>
    <w:rsid w:val="004A65C8"/>
    <w:rsid w:val="004A6AD1"/>
    <w:rsid w:val="004A70B7"/>
    <w:rsid w:val="004A7762"/>
    <w:rsid w:val="004A7EA0"/>
    <w:rsid w:val="004A7FF3"/>
    <w:rsid w:val="004B0074"/>
    <w:rsid w:val="004B03F9"/>
    <w:rsid w:val="004B0601"/>
    <w:rsid w:val="004B0E33"/>
    <w:rsid w:val="004B143C"/>
    <w:rsid w:val="004B16E1"/>
    <w:rsid w:val="004B17F4"/>
    <w:rsid w:val="004B2159"/>
    <w:rsid w:val="004B23E1"/>
    <w:rsid w:val="004B293A"/>
    <w:rsid w:val="004B2DAE"/>
    <w:rsid w:val="004B34DB"/>
    <w:rsid w:val="004B3AEA"/>
    <w:rsid w:val="004B3F28"/>
    <w:rsid w:val="004B3FB8"/>
    <w:rsid w:val="004B4596"/>
    <w:rsid w:val="004B4955"/>
    <w:rsid w:val="004B4FAE"/>
    <w:rsid w:val="004B5EF5"/>
    <w:rsid w:val="004B69CD"/>
    <w:rsid w:val="004B6CA0"/>
    <w:rsid w:val="004B72B8"/>
    <w:rsid w:val="004B7630"/>
    <w:rsid w:val="004B7CF6"/>
    <w:rsid w:val="004B7EBD"/>
    <w:rsid w:val="004B7F8D"/>
    <w:rsid w:val="004C09AF"/>
    <w:rsid w:val="004C129B"/>
    <w:rsid w:val="004C16F5"/>
    <w:rsid w:val="004C237B"/>
    <w:rsid w:val="004C2D26"/>
    <w:rsid w:val="004C35FB"/>
    <w:rsid w:val="004C39C2"/>
    <w:rsid w:val="004C39C8"/>
    <w:rsid w:val="004C3E4D"/>
    <w:rsid w:val="004C3E6F"/>
    <w:rsid w:val="004C3E90"/>
    <w:rsid w:val="004C3EB4"/>
    <w:rsid w:val="004C4336"/>
    <w:rsid w:val="004C48AE"/>
    <w:rsid w:val="004C4C84"/>
    <w:rsid w:val="004C519E"/>
    <w:rsid w:val="004C55B8"/>
    <w:rsid w:val="004C5636"/>
    <w:rsid w:val="004C6A34"/>
    <w:rsid w:val="004C6F3F"/>
    <w:rsid w:val="004C751A"/>
    <w:rsid w:val="004C75EA"/>
    <w:rsid w:val="004C77B3"/>
    <w:rsid w:val="004C77B5"/>
    <w:rsid w:val="004C787B"/>
    <w:rsid w:val="004C7937"/>
    <w:rsid w:val="004C7C81"/>
    <w:rsid w:val="004C7CDD"/>
    <w:rsid w:val="004D043C"/>
    <w:rsid w:val="004D053D"/>
    <w:rsid w:val="004D0573"/>
    <w:rsid w:val="004D126B"/>
    <w:rsid w:val="004D2611"/>
    <w:rsid w:val="004D2ABA"/>
    <w:rsid w:val="004D2DB8"/>
    <w:rsid w:val="004D2DC8"/>
    <w:rsid w:val="004D31E3"/>
    <w:rsid w:val="004D386C"/>
    <w:rsid w:val="004D3925"/>
    <w:rsid w:val="004D3AED"/>
    <w:rsid w:val="004D471B"/>
    <w:rsid w:val="004D4732"/>
    <w:rsid w:val="004D4CE2"/>
    <w:rsid w:val="004D514A"/>
    <w:rsid w:val="004D5517"/>
    <w:rsid w:val="004D58FB"/>
    <w:rsid w:val="004D5FE4"/>
    <w:rsid w:val="004D609A"/>
    <w:rsid w:val="004D67B0"/>
    <w:rsid w:val="004D68E2"/>
    <w:rsid w:val="004D6BF4"/>
    <w:rsid w:val="004D6DB7"/>
    <w:rsid w:val="004D725B"/>
    <w:rsid w:val="004D7678"/>
    <w:rsid w:val="004D7939"/>
    <w:rsid w:val="004D7CD7"/>
    <w:rsid w:val="004D7E27"/>
    <w:rsid w:val="004E0233"/>
    <w:rsid w:val="004E069D"/>
    <w:rsid w:val="004E089F"/>
    <w:rsid w:val="004E0F4F"/>
    <w:rsid w:val="004E1391"/>
    <w:rsid w:val="004E1859"/>
    <w:rsid w:val="004E1BA1"/>
    <w:rsid w:val="004E2013"/>
    <w:rsid w:val="004E214B"/>
    <w:rsid w:val="004E21C0"/>
    <w:rsid w:val="004E2905"/>
    <w:rsid w:val="004E2A44"/>
    <w:rsid w:val="004E2C31"/>
    <w:rsid w:val="004E334E"/>
    <w:rsid w:val="004E3757"/>
    <w:rsid w:val="004E3A69"/>
    <w:rsid w:val="004E3B54"/>
    <w:rsid w:val="004E45B9"/>
    <w:rsid w:val="004E4866"/>
    <w:rsid w:val="004E4909"/>
    <w:rsid w:val="004E4EA0"/>
    <w:rsid w:val="004E5639"/>
    <w:rsid w:val="004E56D0"/>
    <w:rsid w:val="004E5868"/>
    <w:rsid w:val="004E5B8B"/>
    <w:rsid w:val="004E6D1F"/>
    <w:rsid w:val="004E6E95"/>
    <w:rsid w:val="004E7140"/>
    <w:rsid w:val="004E725B"/>
    <w:rsid w:val="004E7C0A"/>
    <w:rsid w:val="004F0184"/>
    <w:rsid w:val="004F04A7"/>
    <w:rsid w:val="004F0548"/>
    <w:rsid w:val="004F0A68"/>
    <w:rsid w:val="004F0B84"/>
    <w:rsid w:val="004F1865"/>
    <w:rsid w:val="004F1AD0"/>
    <w:rsid w:val="004F1ED9"/>
    <w:rsid w:val="004F261C"/>
    <w:rsid w:val="004F2783"/>
    <w:rsid w:val="004F2FE1"/>
    <w:rsid w:val="004F31AF"/>
    <w:rsid w:val="004F3F89"/>
    <w:rsid w:val="004F40ED"/>
    <w:rsid w:val="004F411B"/>
    <w:rsid w:val="004F4367"/>
    <w:rsid w:val="004F44D5"/>
    <w:rsid w:val="004F4A95"/>
    <w:rsid w:val="004F4CE7"/>
    <w:rsid w:val="004F4FC8"/>
    <w:rsid w:val="004F54EF"/>
    <w:rsid w:val="004F5509"/>
    <w:rsid w:val="004F578A"/>
    <w:rsid w:val="004F5838"/>
    <w:rsid w:val="004F58BA"/>
    <w:rsid w:val="004F5967"/>
    <w:rsid w:val="004F5E82"/>
    <w:rsid w:val="004F6063"/>
    <w:rsid w:val="004F65A5"/>
    <w:rsid w:val="004F6866"/>
    <w:rsid w:val="004F6B5B"/>
    <w:rsid w:val="004F727B"/>
    <w:rsid w:val="004F749A"/>
    <w:rsid w:val="004F793C"/>
    <w:rsid w:val="004F7D98"/>
    <w:rsid w:val="004F7FA4"/>
    <w:rsid w:val="0050034E"/>
    <w:rsid w:val="00501159"/>
    <w:rsid w:val="0050162E"/>
    <w:rsid w:val="005018C0"/>
    <w:rsid w:val="0050206D"/>
    <w:rsid w:val="0050227C"/>
    <w:rsid w:val="005022E5"/>
    <w:rsid w:val="005028E6"/>
    <w:rsid w:val="00502A50"/>
    <w:rsid w:val="00502B19"/>
    <w:rsid w:val="00502DCA"/>
    <w:rsid w:val="00503727"/>
    <w:rsid w:val="005039C3"/>
    <w:rsid w:val="00503DED"/>
    <w:rsid w:val="0050437E"/>
    <w:rsid w:val="00504616"/>
    <w:rsid w:val="00504C15"/>
    <w:rsid w:val="00504DCD"/>
    <w:rsid w:val="0050516F"/>
    <w:rsid w:val="005055CD"/>
    <w:rsid w:val="005058DD"/>
    <w:rsid w:val="00505C9E"/>
    <w:rsid w:val="005064C6"/>
    <w:rsid w:val="005065F5"/>
    <w:rsid w:val="005072C9"/>
    <w:rsid w:val="005077B9"/>
    <w:rsid w:val="00507AFA"/>
    <w:rsid w:val="00507D0C"/>
    <w:rsid w:val="005104EE"/>
    <w:rsid w:val="00510B4E"/>
    <w:rsid w:val="00510D82"/>
    <w:rsid w:val="005114AE"/>
    <w:rsid w:val="00512355"/>
    <w:rsid w:val="0051238E"/>
    <w:rsid w:val="00512F9A"/>
    <w:rsid w:val="00513489"/>
    <w:rsid w:val="00513AB8"/>
    <w:rsid w:val="00513ECC"/>
    <w:rsid w:val="00513F86"/>
    <w:rsid w:val="00513F8C"/>
    <w:rsid w:val="00514125"/>
    <w:rsid w:val="005141A0"/>
    <w:rsid w:val="00514542"/>
    <w:rsid w:val="00514772"/>
    <w:rsid w:val="00514BE5"/>
    <w:rsid w:val="00514C4E"/>
    <w:rsid w:val="00514D1E"/>
    <w:rsid w:val="00514D9D"/>
    <w:rsid w:val="0051524C"/>
    <w:rsid w:val="00515438"/>
    <w:rsid w:val="005155AE"/>
    <w:rsid w:val="005157C9"/>
    <w:rsid w:val="00515AD0"/>
    <w:rsid w:val="005162DC"/>
    <w:rsid w:val="00517AE0"/>
    <w:rsid w:val="00517D33"/>
    <w:rsid w:val="00517F7E"/>
    <w:rsid w:val="00520789"/>
    <w:rsid w:val="005213BD"/>
    <w:rsid w:val="005218C0"/>
    <w:rsid w:val="00523374"/>
    <w:rsid w:val="005234A5"/>
    <w:rsid w:val="0052351D"/>
    <w:rsid w:val="00523AC8"/>
    <w:rsid w:val="00523D6A"/>
    <w:rsid w:val="00523D74"/>
    <w:rsid w:val="00524606"/>
    <w:rsid w:val="005247C2"/>
    <w:rsid w:val="00524C5E"/>
    <w:rsid w:val="00524F88"/>
    <w:rsid w:val="0052503D"/>
    <w:rsid w:val="005253DC"/>
    <w:rsid w:val="005254BC"/>
    <w:rsid w:val="00525F0F"/>
    <w:rsid w:val="0052669E"/>
    <w:rsid w:val="00526724"/>
    <w:rsid w:val="005269C1"/>
    <w:rsid w:val="0052752C"/>
    <w:rsid w:val="005275A4"/>
    <w:rsid w:val="00527948"/>
    <w:rsid w:val="00527A8C"/>
    <w:rsid w:val="00527FC5"/>
    <w:rsid w:val="00530481"/>
    <w:rsid w:val="005309B1"/>
    <w:rsid w:val="005313EC"/>
    <w:rsid w:val="005315FE"/>
    <w:rsid w:val="00531E8C"/>
    <w:rsid w:val="00531F21"/>
    <w:rsid w:val="0053312F"/>
    <w:rsid w:val="00533C32"/>
    <w:rsid w:val="00533E94"/>
    <w:rsid w:val="00533F26"/>
    <w:rsid w:val="00534231"/>
    <w:rsid w:val="0053446D"/>
    <w:rsid w:val="00534C7F"/>
    <w:rsid w:val="00534CB9"/>
    <w:rsid w:val="005350F6"/>
    <w:rsid w:val="0053513C"/>
    <w:rsid w:val="00535193"/>
    <w:rsid w:val="00535843"/>
    <w:rsid w:val="005358FB"/>
    <w:rsid w:val="00535B92"/>
    <w:rsid w:val="00535F01"/>
    <w:rsid w:val="005362A9"/>
    <w:rsid w:val="00536BC5"/>
    <w:rsid w:val="00537B6D"/>
    <w:rsid w:val="00537EF4"/>
    <w:rsid w:val="005401D9"/>
    <w:rsid w:val="00540471"/>
    <w:rsid w:val="00540B61"/>
    <w:rsid w:val="00541188"/>
    <w:rsid w:val="005413B7"/>
    <w:rsid w:val="00541A78"/>
    <w:rsid w:val="00542871"/>
    <w:rsid w:val="005429DF"/>
    <w:rsid w:val="00542CFC"/>
    <w:rsid w:val="00542EEF"/>
    <w:rsid w:val="005432E6"/>
    <w:rsid w:val="00543581"/>
    <w:rsid w:val="005438B4"/>
    <w:rsid w:val="00544DCF"/>
    <w:rsid w:val="0054519A"/>
    <w:rsid w:val="00545312"/>
    <w:rsid w:val="00545699"/>
    <w:rsid w:val="00545B2E"/>
    <w:rsid w:val="00545D5E"/>
    <w:rsid w:val="00546863"/>
    <w:rsid w:val="00546B56"/>
    <w:rsid w:val="0054759D"/>
    <w:rsid w:val="00547640"/>
    <w:rsid w:val="00547819"/>
    <w:rsid w:val="00550787"/>
    <w:rsid w:val="00550974"/>
    <w:rsid w:val="00550B2F"/>
    <w:rsid w:val="00551278"/>
    <w:rsid w:val="0055127F"/>
    <w:rsid w:val="005514BD"/>
    <w:rsid w:val="005515AB"/>
    <w:rsid w:val="00551628"/>
    <w:rsid w:val="00551712"/>
    <w:rsid w:val="00551A18"/>
    <w:rsid w:val="00551B4F"/>
    <w:rsid w:val="00551E02"/>
    <w:rsid w:val="0055263D"/>
    <w:rsid w:val="005529FE"/>
    <w:rsid w:val="00552C63"/>
    <w:rsid w:val="00552E25"/>
    <w:rsid w:val="00552E65"/>
    <w:rsid w:val="005531C4"/>
    <w:rsid w:val="005534A0"/>
    <w:rsid w:val="0055382D"/>
    <w:rsid w:val="00553BE8"/>
    <w:rsid w:val="00553E8E"/>
    <w:rsid w:val="00553F87"/>
    <w:rsid w:val="0055443D"/>
    <w:rsid w:val="005549DE"/>
    <w:rsid w:val="00554A2D"/>
    <w:rsid w:val="00554FE8"/>
    <w:rsid w:val="00555014"/>
    <w:rsid w:val="00555124"/>
    <w:rsid w:val="00555B23"/>
    <w:rsid w:val="00555D01"/>
    <w:rsid w:val="00555E4C"/>
    <w:rsid w:val="00556029"/>
    <w:rsid w:val="005567A9"/>
    <w:rsid w:val="005568B5"/>
    <w:rsid w:val="00556D6B"/>
    <w:rsid w:val="00556E57"/>
    <w:rsid w:val="00557126"/>
    <w:rsid w:val="00557FB6"/>
    <w:rsid w:val="00557FD9"/>
    <w:rsid w:val="005601A3"/>
    <w:rsid w:val="005605F1"/>
    <w:rsid w:val="00560EE0"/>
    <w:rsid w:val="0056120D"/>
    <w:rsid w:val="005612F3"/>
    <w:rsid w:val="0056158D"/>
    <w:rsid w:val="00561C58"/>
    <w:rsid w:val="00561E7A"/>
    <w:rsid w:val="00561F38"/>
    <w:rsid w:val="00562924"/>
    <w:rsid w:val="005629CD"/>
    <w:rsid w:val="00562EED"/>
    <w:rsid w:val="005632BA"/>
    <w:rsid w:val="005634C4"/>
    <w:rsid w:val="005638C7"/>
    <w:rsid w:val="005639F1"/>
    <w:rsid w:val="005647E3"/>
    <w:rsid w:val="00564890"/>
    <w:rsid w:val="00564B0C"/>
    <w:rsid w:val="00564DE6"/>
    <w:rsid w:val="00564EAF"/>
    <w:rsid w:val="00565351"/>
    <w:rsid w:val="005655F6"/>
    <w:rsid w:val="00565643"/>
    <w:rsid w:val="00565EF0"/>
    <w:rsid w:val="00566157"/>
    <w:rsid w:val="0056686E"/>
    <w:rsid w:val="00566BAF"/>
    <w:rsid w:val="00566D30"/>
    <w:rsid w:val="00567068"/>
    <w:rsid w:val="00567399"/>
    <w:rsid w:val="005673A9"/>
    <w:rsid w:val="0057006C"/>
    <w:rsid w:val="0057039A"/>
    <w:rsid w:val="00570F29"/>
    <w:rsid w:val="0057143B"/>
    <w:rsid w:val="00571AC9"/>
    <w:rsid w:val="00571BF1"/>
    <w:rsid w:val="0057215A"/>
    <w:rsid w:val="0057254F"/>
    <w:rsid w:val="00572A9E"/>
    <w:rsid w:val="00573FAB"/>
    <w:rsid w:val="00573FCA"/>
    <w:rsid w:val="005742FF"/>
    <w:rsid w:val="00574672"/>
    <w:rsid w:val="00574DA3"/>
    <w:rsid w:val="00574E79"/>
    <w:rsid w:val="005750F4"/>
    <w:rsid w:val="005754D9"/>
    <w:rsid w:val="00575E23"/>
    <w:rsid w:val="0057612B"/>
    <w:rsid w:val="00576984"/>
    <w:rsid w:val="005772C4"/>
    <w:rsid w:val="00577577"/>
    <w:rsid w:val="00577647"/>
    <w:rsid w:val="00577D20"/>
    <w:rsid w:val="00580107"/>
    <w:rsid w:val="00580BDF"/>
    <w:rsid w:val="00580CC2"/>
    <w:rsid w:val="00580FD0"/>
    <w:rsid w:val="00581651"/>
    <w:rsid w:val="00581668"/>
    <w:rsid w:val="00581861"/>
    <w:rsid w:val="00581C09"/>
    <w:rsid w:val="00582D2B"/>
    <w:rsid w:val="00582E74"/>
    <w:rsid w:val="005830DC"/>
    <w:rsid w:val="00583281"/>
    <w:rsid w:val="00583745"/>
    <w:rsid w:val="005838F4"/>
    <w:rsid w:val="00583934"/>
    <w:rsid w:val="005840C9"/>
    <w:rsid w:val="00584801"/>
    <w:rsid w:val="00584B58"/>
    <w:rsid w:val="00584EE5"/>
    <w:rsid w:val="0058516F"/>
    <w:rsid w:val="005851E3"/>
    <w:rsid w:val="0058558A"/>
    <w:rsid w:val="005867A0"/>
    <w:rsid w:val="005871CF"/>
    <w:rsid w:val="00587504"/>
    <w:rsid w:val="00587619"/>
    <w:rsid w:val="0058764C"/>
    <w:rsid w:val="00587B5D"/>
    <w:rsid w:val="00587EF2"/>
    <w:rsid w:val="005901D3"/>
    <w:rsid w:val="00590ABB"/>
    <w:rsid w:val="00590E37"/>
    <w:rsid w:val="005912C1"/>
    <w:rsid w:val="00591522"/>
    <w:rsid w:val="00591CA6"/>
    <w:rsid w:val="00591CB4"/>
    <w:rsid w:val="00592004"/>
    <w:rsid w:val="005922E2"/>
    <w:rsid w:val="005923B2"/>
    <w:rsid w:val="005923FF"/>
    <w:rsid w:val="00592706"/>
    <w:rsid w:val="0059274D"/>
    <w:rsid w:val="00592B37"/>
    <w:rsid w:val="00593154"/>
    <w:rsid w:val="0059367F"/>
    <w:rsid w:val="00593A3C"/>
    <w:rsid w:val="00593B1E"/>
    <w:rsid w:val="00593B92"/>
    <w:rsid w:val="0059498B"/>
    <w:rsid w:val="00594A78"/>
    <w:rsid w:val="00595555"/>
    <w:rsid w:val="005955A4"/>
    <w:rsid w:val="00595A74"/>
    <w:rsid w:val="00595D04"/>
    <w:rsid w:val="00595E09"/>
    <w:rsid w:val="00595ECA"/>
    <w:rsid w:val="00595F38"/>
    <w:rsid w:val="0059606D"/>
    <w:rsid w:val="00596A6E"/>
    <w:rsid w:val="00596BD0"/>
    <w:rsid w:val="00597198"/>
    <w:rsid w:val="005973E1"/>
    <w:rsid w:val="00597640"/>
    <w:rsid w:val="00597682"/>
    <w:rsid w:val="00597B34"/>
    <w:rsid w:val="00597F3A"/>
    <w:rsid w:val="005A023E"/>
    <w:rsid w:val="005A0FA4"/>
    <w:rsid w:val="005A17D7"/>
    <w:rsid w:val="005A18E2"/>
    <w:rsid w:val="005A1C39"/>
    <w:rsid w:val="005A1EED"/>
    <w:rsid w:val="005A2195"/>
    <w:rsid w:val="005A22E3"/>
    <w:rsid w:val="005A2E5F"/>
    <w:rsid w:val="005A3769"/>
    <w:rsid w:val="005A43ED"/>
    <w:rsid w:val="005A452E"/>
    <w:rsid w:val="005A46EF"/>
    <w:rsid w:val="005A4758"/>
    <w:rsid w:val="005A4E5A"/>
    <w:rsid w:val="005A4F6B"/>
    <w:rsid w:val="005A7192"/>
    <w:rsid w:val="005A78FA"/>
    <w:rsid w:val="005A7D31"/>
    <w:rsid w:val="005A7E2B"/>
    <w:rsid w:val="005B0132"/>
    <w:rsid w:val="005B07EA"/>
    <w:rsid w:val="005B096B"/>
    <w:rsid w:val="005B132E"/>
    <w:rsid w:val="005B1709"/>
    <w:rsid w:val="005B17C1"/>
    <w:rsid w:val="005B19A8"/>
    <w:rsid w:val="005B22EA"/>
    <w:rsid w:val="005B2619"/>
    <w:rsid w:val="005B2A9B"/>
    <w:rsid w:val="005B2DE4"/>
    <w:rsid w:val="005B2DF6"/>
    <w:rsid w:val="005B327E"/>
    <w:rsid w:val="005B3327"/>
    <w:rsid w:val="005B3D06"/>
    <w:rsid w:val="005B440B"/>
    <w:rsid w:val="005B44D5"/>
    <w:rsid w:val="005B48D0"/>
    <w:rsid w:val="005B4A5C"/>
    <w:rsid w:val="005B5212"/>
    <w:rsid w:val="005B56BE"/>
    <w:rsid w:val="005B58A3"/>
    <w:rsid w:val="005B58F3"/>
    <w:rsid w:val="005B5D31"/>
    <w:rsid w:val="005B62D0"/>
    <w:rsid w:val="005B6744"/>
    <w:rsid w:val="005B67E4"/>
    <w:rsid w:val="005B68D5"/>
    <w:rsid w:val="005B6CEE"/>
    <w:rsid w:val="005B7070"/>
    <w:rsid w:val="005B7077"/>
    <w:rsid w:val="005B7197"/>
    <w:rsid w:val="005B7FD6"/>
    <w:rsid w:val="005C009F"/>
    <w:rsid w:val="005C02D8"/>
    <w:rsid w:val="005C058F"/>
    <w:rsid w:val="005C05A6"/>
    <w:rsid w:val="005C0C1B"/>
    <w:rsid w:val="005C0E2F"/>
    <w:rsid w:val="005C102D"/>
    <w:rsid w:val="005C1395"/>
    <w:rsid w:val="005C14D9"/>
    <w:rsid w:val="005C200F"/>
    <w:rsid w:val="005C20F0"/>
    <w:rsid w:val="005C213A"/>
    <w:rsid w:val="005C21B4"/>
    <w:rsid w:val="005C259B"/>
    <w:rsid w:val="005C276C"/>
    <w:rsid w:val="005C29A4"/>
    <w:rsid w:val="005C2AB4"/>
    <w:rsid w:val="005C2E89"/>
    <w:rsid w:val="005C3008"/>
    <w:rsid w:val="005C383A"/>
    <w:rsid w:val="005C3912"/>
    <w:rsid w:val="005C3B00"/>
    <w:rsid w:val="005C4521"/>
    <w:rsid w:val="005C46A0"/>
    <w:rsid w:val="005C47E4"/>
    <w:rsid w:val="005C54AC"/>
    <w:rsid w:val="005C5942"/>
    <w:rsid w:val="005C5967"/>
    <w:rsid w:val="005C5F0A"/>
    <w:rsid w:val="005C62C8"/>
    <w:rsid w:val="005C6823"/>
    <w:rsid w:val="005C6EE2"/>
    <w:rsid w:val="005C727A"/>
    <w:rsid w:val="005C7D6B"/>
    <w:rsid w:val="005D0254"/>
    <w:rsid w:val="005D1639"/>
    <w:rsid w:val="005D1B06"/>
    <w:rsid w:val="005D2021"/>
    <w:rsid w:val="005D20CF"/>
    <w:rsid w:val="005D2513"/>
    <w:rsid w:val="005D25C1"/>
    <w:rsid w:val="005D2BE6"/>
    <w:rsid w:val="005D2C72"/>
    <w:rsid w:val="005D2ED9"/>
    <w:rsid w:val="005D3402"/>
    <w:rsid w:val="005D3925"/>
    <w:rsid w:val="005D3933"/>
    <w:rsid w:val="005D393F"/>
    <w:rsid w:val="005D3D92"/>
    <w:rsid w:val="005D3F5D"/>
    <w:rsid w:val="005D46AD"/>
    <w:rsid w:val="005D492F"/>
    <w:rsid w:val="005D4DC4"/>
    <w:rsid w:val="005D52EA"/>
    <w:rsid w:val="005D5550"/>
    <w:rsid w:val="005D572E"/>
    <w:rsid w:val="005D599A"/>
    <w:rsid w:val="005D5B84"/>
    <w:rsid w:val="005D5F47"/>
    <w:rsid w:val="005D69E0"/>
    <w:rsid w:val="005D69E4"/>
    <w:rsid w:val="005D71DD"/>
    <w:rsid w:val="005D746A"/>
    <w:rsid w:val="005D74F9"/>
    <w:rsid w:val="005E08BD"/>
    <w:rsid w:val="005E0FFB"/>
    <w:rsid w:val="005E1407"/>
    <w:rsid w:val="005E17C9"/>
    <w:rsid w:val="005E19E8"/>
    <w:rsid w:val="005E1E39"/>
    <w:rsid w:val="005E1EE3"/>
    <w:rsid w:val="005E2913"/>
    <w:rsid w:val="005E467E"/>
    <w:rsid w:val="005E47C3"/>
    <w:rsid w:val="005E4B0D"/>
    <w:rsid w:val="005E5367"/>
    <w:rsid w:val="005E53FB"/>
    <w:rsid w:val="005E5684"/>
    <w:rsid w:val="005E5951"/>
    <w:rsid w:val="005E5AFE"/>
    <w:rsid w:val="005E5B6D"/>
    <w:rsid w:val="005E5C9D"/>
    <w:rsid w:val="005E5F69"/>
    <w:rsid w:val="005E60BD"/>
    <w:rsid w:val="005E62EE"/>
    <w:rsid w:val="005E645E"/>
    <w:rsid w:val="005E68B8"/>
    <w:rsid w:val="005E698B"/>
    <w:rsid w:val="005E6C7F"/>
    <w:rsid w:val="005E6E79"/>
    <w:rsid w:val="005E7120"/>
    <w:rsid w:val="005E729C"/>
    <w:rsid w:val="005E75F3"/>
    <w:rsid w:val="005E7F7C"/>
    <w:rsid w:val="005F07D2"/>
    <w:rsid w:val="005F09F5"/>
    <w:rsid w:val="005F0A73"/>
    <w:rsid w:val="005F0D9B"/>
    <w:rsid w:val="005F0EA1"/>
    <w:rsid w:val="005F1120"/>
    <w:rsid w:val="005F1235"/>
    <w:rsid w:val="005F155A"/>
    <w:rsid w:val="005F1EA5"/>
    <w:rsid w:val="005F1F0C"/>
    <w:rsid w:val="005F20B8"/>
    <w:rsid w:val="005F261C"/>
    <w:rsid w:val="005F290C"/>
    <w:rsid w:val="005F29C8"/>
    <w:rsid w:val="005F2A8C"/>
    <w:rsid w:val="005F2D9D"/>
    <w:rsid w:val="005F3323"/>
    <w:rsid w:val="005F376A"/>
    <w:rsid w:val="005F37DE"/>
    <w:rsid w:val="005F3A33"/>
    <w:rsid w:val="005F3F14"/>
    <w:rsid w:val="005F4498"/>
    <w:rsid w:val="005F469E"/>
    <w:rsid w:val="005F4BD0"/>
    <w:rsid w:val="005F4D8D"/>
    <w:rsid w:val="005F5525"/>
    <w:rsid w:val="005F5ACE"/>
    <w:rsid w:val="005F64DF"/>
    <w:rsid w:val="005F704E"/>
    <w:rsid w:val="005F74A8"/>
    <w:rsid w:val="005F7AA3"/>
    <w:rsid w:val="005F7BE5"/>
    <w:rsid w:val="00600176"/>
    <w:rsid w:val="00600272"/>
    <w:rsid w:val="006002FC"/>
    <w:rsid w:val="00600652"/>
    <w:rsid w:val="006009BA"/>
    <w:rsid w:val="0060191E"/>
    <w:rsid w:val="00601B79"/>
    <w:rsid w:val="00601EE2"/>
    <w:rsid w:val="00602611"/>
    <w:rsid w:val="00602D3F"/>
    <w:rsid w:val="00602E57"/>
    <w:rsid w:val="00603898"/>
    <w:rsid w:val="00603B10"/>
    <w:rsid w:val="00603C6E"/>
    <w:rsid w:val="00603D9E"/>
    <w:rsid w:val="00603F03"/>
    <w:rsid w:val="00604040"/>
    <w:rsid w:val="00604468"/>
    <w:rsid w:val="0060453F"/>
    <w:rsid w:val="0060467D"/>
    <w:rsid w:val="00604B33"/>
    <w:rsid w:val="006050F7"/>
    <w:rsid w:val="00605141"/>
    <w:rsid w:val="006057B2"/>
    <w:rsid w:val="006059B9"/>
    <w:rsid w:val="00605E43"/>
    <w:rsid w:val="00605EA3"/>
    <w:rsid w:val="00606EB3"/>
    <w:rsid w:val="00607134"/>
    <w:rsid w:val="0060713E"/>
    <w:rsid w:val="006079B4"/>
    <w:rsid w:val="006079C9"/>
    <w:rsid w:val="0061025B"/>
    <w:rsid w:val="0061064A"/>
    <w:rsid w:val="006106B8"/>
    <w:rsid w:val="00610855"/>
    <w:rsid w:val="00610BCD"/>
    <w:rsid w:val="00611551"/>
    <w:rsid w:val="00611552"/>
    <w:rsid w:val="0061176C"/>
    <w:rsid w:val="0061182A"/>
    <w:rsid w:val="00611EA2"/>
    <w:rsid w:val="006121B6"/>
    <w:rsid w:val="006121CD"/>
    <w:rsid w:val="0061260D"/>
    <w:rsid w:val="0061289D"/>
    <w:rsid w:val="00612A8E"/>
    <w:rsid w:val="00612B62"/>
    <w:rsid w:val="00612DCE"/>
    <w:rsid w:val="00612E58"/>
    <w:rsid w:val="0061371A"/>
    <w:rsid w:val="00613D5A"/>
    <w:rsid w:val="00613F3C"/>
    <w:rsid w:val="0061405E"/>
    <w:rsid w:val="00614301"/>
    <w:rsid w:val="006145F7"/>
    <w:rsid w:val="00614B52"/>
    <w:rsid w:val="006151E7"/>
    <w:rsid w:val="00615247"/>
    <w:rsid w:val="0061528C"/>
    <w:rsid w:val="00616144"/>
    <w:rsid w:val="00616D29"/>
    <w:rsid w:val="00616D6E"/>
    <w:rsid w:val="00616F39"/>
    <w:rsid w:val="0061708C"/>
    <w:rsid w:val="0061759F"/>
    <w:rsid w:val="00617A0A"/>
    <w:rsid w:val="00617A16"/>
    <w:rsid w:val="00617E15"/>
    <w:rsid w:val="00617EBB"/>
    <w:rsid w:val="006201D4"/>
    <w:rsid w:val="006209D0"/>
    <w:rsid w:val="00620B12"/>
    <w:rsid w:val="00620CC4"/>
    <w:rsid w:val="006210F4"/>
    <w:rsid w:val="00621301"/>
    <w:rsid w:val="00621327"/>
    <w:rsid w:val="006218A4"/>
    <w:rsid w:val="006218BE"/>
    <w:rsid w:val="006218CA"/>
    <w:rsid w:val="00621B15"/>
    <w:rsid w:val="00622114"/>
    <w:rsid w:val="006221E6"/>
    <w:rsid w:val="00622675"/>
    <w:rsid w:val="006226A0"/>
    <w:rsid w:val="00622A2F"/>
    <w:rsid w:val="00622AC7"/>
    <w:rsid w:val="0062314E"/>
    <w:rsid w:val="0062392E"/>
    <w:rsid w:val="006241DC"/>
    <w:rsid w:val="006244D6"/>
    <w:rsid w:val="00624566"/>
    <w:rsid w:val="00624942"/>
    <w:rsid w:val="00624A70"/>
    <w:rsid w:val="00624AFD"/>
    <w:rsid w:val="0062564F"/>
    <w:rsid w:val="00625C71"/>
    <w:rsid w:val="00626C9E"/>
    <w:rsid w:val="00627A7B"/>
    <w:rsid w:val="00627C32"/>
    <w:rsid w:val="00627D71"/>
    <w:rsid w:val="006300A9"/>
    <w:rsid w:val="0063054B"/>
    <w:rsid w:val="006308B8"/>
    <w:rsid w:val="0063094B"/>
    <w:rsid w:val="00630DA2"/>
    <w:rsid w:val="00630ED1"/>
    <w:rsid w:val="00631800"/>
    <w:rsid w:val="006318CC"/>
    <w:rsid w:val="00631B1D"/>
    <w:rsid w:val="00632162"/>
    <w:rsid w:val="006325E5"/>
    <w:rsid w:val="00632AD1"/>
    <w:rsid w:val="006339DE"/>
    <w:rsid w:val="00633A16"/>
    <w:rsid w:val="00633F37"/>
    <w:rsid w:val="0063468D"/>
    <w:rsid w:val="00634B11"/>
    <w:rsid w:val="00634C2B"/>
    <w:rsid w:val="006352E1"/>
    <w:rsid w:val="0063543C"/>
    <w:rsid w:val="006356C4"/>
    <w:rsid w:val="00635783"/>
    <w:rsid w:val="006357C1"/>
    <w:rsid w:val="00635B45"/>
    <w:rsid w:val="00635E33"/>
    <w:rsid w:val="00636083"/>
    <w:rsid w:val="00636238"/>
    <w:rsid w:val="00636489"/>
    <w:rsid w:val="0063653B"/>
    <w:rsid w:val="0063718B"/>
    <w:rsid w:val="006374FD"/>
    <w:rsid w:val="00637916"/>
    <w:rsid w:val="0064018D"/>
    <w:rsid w:val="0064073C"/>
    <w:rsid w:val="0064176A"/>
    <w:rsid w:val="006417AF"/>
    <w:rsid w:val="00641A2D"/>
    <w:rsid w:val="00641AF9"/>
    <w:rsid w:val="00641CF3"/>
    <w:rsid w:val="00641E7B"/>
    <w:rsid w:val="0064206A"/>
    <w:rsid w:val="0064222E"/>
    <w:rsid w:val="0064256D"/>
    <w:rsid w:val="00642756"/>
    <w:rsid w:val="00642B4E"/>
    <w:rsid w:val="006436AD"/>
    <w:rsid w:val="006439CB"/>
    <w:rsid w:val="006439E6"/>
    <w:rsid w:val="00643DCC"/>
    <w:rsid w:val="00643F5E"/>
    <w:rsid w:val="00644706"/>
    <w:rsid w:val="006449C6"/>
    <w:rsid w:val="00644AAC"/>
    <w:rsid w:val="00644C96"/>
    <w:rsid w:val="00644EC3"/>
    <w:rsid w:val="006450ED"/>
    <w:rsid w:val="006452AC"/>
    <w:rsid w:val="006457C3"/>
    <w:rsid w:val="00645B57"/>
    <w:rsid w:val="0064685A"/>
    <w:rsid w:val="00646895"/>
    <w:rsid w:val="00646D08"/>
    <w:rsid w:val="00646D83"/>
    <w:rsid w:val="0064773C"/>
    <w:rsid w:val="006477D9"/>
    <w:rsid w:val="006508C9"/>
    <w:rsid w:val="00651640"/>
    <w:rsid w:val="00651685"/>
    <w:rsid w:val="00651AC0"/>
    <w:rsid w:val="00651ADF"/>
    <w:rsid w:val="00652845"/>
    <w:rsid w:val="00652C3B"/>
    <w:rsid w:val="00653169"/>
    <w:rsid w:val="006539CF"/>
    <w:rsid w:val="006541DE"/>
    <w:rsid w:val="0065444C"/>
    <w:rsid w:val="0065451F"/>
    <w:rsid w:val="006549BE"/>
    <w:rsid w:val="00654E3C"/>
    <w:rsid w:val="006552CC"/>
    <w:rsid w:val="00655DDB"/>
    <w:rsid w:val="00655EAD"/>
    <w:rsid w:val="00656AF7"/>
    <w:rsid w:val="00656E7D"/>
    <w:rsid w:val="006573B3"/>
    <w:rsid w:val="006574EA"/>
    <w:rsid w:val="00657A81"/>
    <w:rsid w:val="00657C93"/>
    <w:rsid w:val="00657C9A"/>
    <w:rsid w:val="006600CE"/>
    <w:rsid w:val="0066060E"/>
    <w:rsid w:val="00660E0E"/>
    <w:rsid w:val="00660ED6"/>
    <w:rsid w:val="00660EE1"/>
    <w:rsid w:val="0066107C"/>
    <w:rsid w:val="00661DE2"/>
    <w:rsid w:val="00662038"/>
    <w:rsid w:val="00662C80"/>
    <w:rsid w:val="00662F9D"/>
    <w:rsid w:val="00663257"/>
    <w:rsid w:val="00663284"/>
    <w:rsid w:val="00663BEF"/>
    <w:rsid w:val="00663E0B"/>
    <w:rsid w:val="00663F6D"/>
    <w:rsid w:val="006644E6"/>
    <w:rsid w:val="0066465D"/>
    <w:rsid w:val="006646A3"/>
    <w:rsid w:val="00664756"/>
    <w:rsid w:val="006648EA"/>
    <w:rsid w:val="00664C9F"/>
    <w:rsid w:val="00664F0D"/>
    <w:rsid w:val="006653FA"/>
    <w:rsid w:val="00665661"/>
    <w:rsid w:val="00665B79"/>
    <w:rsid w:val="0066619F"/>
    <w:rsid w:val="0066687C"/>
    <w:rsid w:val="0066699E"/>
    <w:rsid w:val="00666E74"/>
    <w:rsid w:val="006670B6"/>
    <w:rsid w:val="006674E8"/>
    <w:rsid w:val="00667699"/>
    <w:rsid w:val="00667BC3"/>
    <w:rsid w:val="00667DB1"/>
    <w:rsid w:val="00670F0B"/>
    <w:rsid w:val="0067104B"/>
    <w:rsid w:val="0067132C"/>
    <w:rsid w:val="00671735"/>
    <w:rsid w:val="00671A8D"/>
    <w:rsid w:val="00672396"/>
    <w:rsid w:val="006726F6"/>
    <w:rsid w:val="00672D79"/>
    <w:rsid w:val="00672E5A"/>
    <w:rsid w:val="0067304C"/>
    <w:rsid w:val="00673429"/>
    <w:rsid w:val="00673AF7"/>
    <w:rsid w:val="00673C48"/>
    <w:rsid w:val="00673F0B"/>
    <w:rsid w:val="00674328"/>
    <w:rsid w:val="00675210"/>
    <w:rsid w:val="0067539B"/>
    <w:rsid w:val="00675FB2"/>
    <w:rsid w:val="0067608F"/>
    <w:rsid w:val="00676766"/>
    <w:rsid w:val="00676AA2"/>
    <w:rsid w:val="00677BF3"/>
    <w:rsid w:val="00677C85"/>
    <w:rsid w:val="00677D9F"/>
    <w:rsid w:val="00677E8C"/>
    <w:rsid w:val="00680817"/>
    <w:rsid w:val="006810FD"/>
    <w:rsid w:val="00681650"/>
    <w:rsid w:val="00682342"/>
    <w:rsid w:val="0068258F"/>
    <w:rsid w:val="00682706"/>
    <w:rsid w:val="0068281F"/>
    <w:rsid w:val="00682886"/>
    <w:rsid w:val="00682902"/>
    <w:rsid w:val="00682A75"/>
    <w:rsid w:val="00682F58"/>
    <w:rsid w:val="0068427A"/>
    <w:rsid w:val="00684527"/>
    <w:rsid w:val="00684E45"/>
    <w:rsid w:val="00685022"/>
    <w:rsid w:val="006851BC"/>
    <w:rsid w:val="006853C3"/>
    <w:rsid w:val="00685878"/>
    <w:rsid w:val="006858C5"/>
    <w:rsid w:val="0068652E"/>
    <w:rsid w:val="00686B4E"/>
    <w:rsid w:val="00686CF9"/>
    <w:rsid w:val="00686D2A"/>
    <w:rsid w:val="00687239"/>
    <w:rsid w:val="006873BB"/>
    <w:rsid w:val="00687792"/>
    <w:rsid w:val="00687928"/>
    <w:rsid w:val="00687C0B"/>
    <w:rsid w:val="0069036C"/>
    <w:rsid w:val="0069163F"/>
    <w:rsid w:val="00691831"/>
    <w:rsid w:val="00691DBB"/>
    <w:rsid w:val="00691FA4"/>
    <w:rsid w:val="0069204C"/>
    <w:rsid w:val="00692612"/>
    <w:rsid w:val="00692C29"/>
    <w:rsid w:val="006930A9"/>
    <w:rsid w:val="00693220"/>
    <w:rsid w:val="00693344"/>
    <w:rsid w:val="006935B7"/>
    <w:rsid w:val="00693A0E"/>
    <w:rsid w:val="00693E9C"/>
    <w:rsid w:val="006946A4"/>
    <w:rsid w:val="00694BAB"/>
    <w:rsid w:val="00695158"/>
    <w:rsid w:val="0069540C"/>
    <w:rsid w:val="00695E27"/>
    <w:rsid w:val="00695E3C"/>
    <w:rsid w:val="00695F37"/>
    <w:rsid w:val="00696654"/>
    <w:rsid w:val="00696F9F"/>
    <w:rsid w:val="006973A1"/>
    <w:rsid w:val="0069783C"/>
    <w:rsid w:val="00697D87"/>
    <w:rsid w:val="00697EB4"/>
    <w:rsid w:val="006A03DD"/>
    <w:rsid w:val="006A06B9"/>
    <w:rsid w:val="006A078C"/>
    <w:rsid w:val="006A0E44"/>
    <w:rsid w:val="006A1462"/>
    <w:rsid w:val="006A14F0"/>
    <w:rsid w:val="006A1B9D"/>
    <w:rsid w:val="006A2339"/>
    <w:rsid w:val="006A2345"/>
    <w:rsid w:val="006A240D"/>
    <w:rsid w:val="006A2936"/>
    <w:rsid w:val="006A388A"/>
    <w:rsid w:val="006A38B9"/>
    <w:rsid w:val="006A4628"/>
    <w:rsid w:val="006A4938"/>
    <w:rsid w:val="006A4CB9"/>
    <w:rsid w:val="006A5293"/>
    <w:rsid w:val="006A53BE"/>
    <w:rsid w:val="006A58E2"/>
    <w:rsid w:val="006A5920"/>
    <w:rsid w:val="006A62BA"/>
    <w:rsid w:val="006A651B"/>
    <w:rsid w:val="006A6D46"/>
    <w:rsid w:val="006A6FC8"/>
    <w:rsid w:val="006A7D4D"/>
    <w:rsid w:val="006B0F1B"/>
    <w:rsid w:val="006B1593"/>
    <w:rsid w:val="006B2121"/>
    <w:rsid w:val="006B220C"/>
    <w:rsid w:val="006B227C"/>
    <w:rsid w:val="006B2374"/>
    <w:rsid w:val="006B23FC"/>
    <w:rsid w:val="006B2429"/>
    <w:rsid w:val="006B2676"/>
    <w:rsid w:val="006B28D7"/>
    <w:rsid w:val="006B35EA"/>
    <w:rsid w:val="006B3FFA"/>
    <w:rsid w:val="006B43D5"/>
    <w:rsid w:val="006B4C1D"/>
    <w:rsid w:val="006B4D55"/>
    <w:rsid w:val="006B53AF"/>
    <w:rsid w:val="006B5437"/>
    <w:rsid w:val="006B5638"/>
    <w:rsid w:val="006B5C71"/>
    <w:rsid w:val="006B5C8F"/>
    <w:rsid w:val="006B5EE6"/>
    <w:rsid w:val="006B72A2"/>
    <w:rsid w:val="006B77B7"/>
    <w:rsid w:val="006B7935"/>
    <w:rsid w:val="006B7F0E"/>
    <w:rsid w:val="006C013C"/>
    <w:rsid w:val="006C0208"/>
    <w:rsid w:val="006C0600"/>
    <w:rsid w:val="006C0A15"/>
    <w:rsid w:val="006C12F4"/>
    <w:rsid w:val="006C17CA"/>
    <w:rsid w:val="006C1D40"/>
    <w:rsid w:val="006C379E"/>
    <w:rsid w:val="006C3A27"/>
    <w:rsid w:val="006C3B90"/>
    <w:rsid w:val="006C4451"/>
    <w:rsid w:val="006C4956"/>
    <w:rsid w:val="006C4B43"/>
    <w:rsid w:val="006C4EA9"/>
    <w:rsid w:val="006C5527"/>
    <w:rsid w:val="006C55B9"/>
    <w:rsid w:val="006C5611"/>
    <w:rsid w:val="006C56F6"/>
    <w:rsid w:val="006C5A91"/>
    <w:rsid w:val="006C5B9B"/>
    <w:rsid w:val="006C5C2D"/>
    <w:rsid w:val="006C61D2"/>
    <w:rsid w:val="006C6394"/>
    <w:rsid w:val="006C6A92"/>
    <w:rsid w:val="006C72A3"/>
    <w:rsid w:val="006C7522"/>
    <w:rsid w:val="006C7E9F"/>
    <w:rsid w:val="006D0464"/>
    <w:rsid w:val="006D06E2"/>
    <w:rsid w:val="006D0BBF"/>
    <w:rsid w:val="006D0CCF"/>
    <w:rsid w:val="006D1461"/>
    <w:rsid w:val="006D14F3"/>
    <w:rsid w:val="006D1647"/>
    <w:rsid w:val="006D1C76"/>
    <w:rsid w:val="006D2008"/>
    <w:rsid w:val="006D21CC"/>
    <w:rsid w:val="006D2209"/>
    <w:rsid w:val="006D2494"/>
    <w:rsid w:val="006D24F9"/>
    <w:rsid w:val="006D28E2"/>
    <w:rsid w:val="006D3261"/>
    <w:rsid w:val="006D32F3"/>
    <w:rsid w:val="006D348F"/>
    <w:rsid w:val="006D36EC"/>
    <w:rsid w:val="006D385F"/>
    <w:rsid w:val="006D3C31"/>
    <w:rsid w:val="006D3C56"/>
    <w:rsid w:val="006D3F15"/>
    <w:rsid w:val="006D477A"/>
    <w:rsid w:val="006D4F7D"/>
    <w:rsid w:val="006D5BBB"/>
    <w:rsid w:val="006D5D6A"/>
    <w:rsid w:val="006D60E5"/>
    <w:rsid w:val="006D626D"/>
    <w:rsid w:val="006D6338"/>
    <w:rsid w:val="006D6B27"/>
    <w:rsid w:val="006D6DC1"/>
    <w:rsid w:val="006D6F9A"/>
    <w:rsid w:val="006D7814"/>
    <w:rsid w:val="006D7B57"/>
    <w:rsid w:val="006D7FBA"/>
    <w:rsid w:val="006E065C"/>
    <w:rsid w:val="006E0EFE"/>
    <w:rsid w:val="006E1053"/>
    <w:rsid w:val="006E1327"/>
    <w:rsid w:val="006E142E"/>
    <w:rsid w:val="006E16A6"/>
    <w:rsid w:val="006E17DD"/>
    <w:rsid w:val="006E17F7"/>
    <w:rsid w:val="006E189D"/>
    <w:rsid w:val="006E24A9"/>
    <w:rsid w:val="006E2921"/>
    <w:rsid w:val="006E2A0B"/>
    <w:rsid w:val="006E2A6C"/>
    <w:rsid w:val="006E2C8E"/>
    <w:rsid w:val="006E304C"/>
    <w:rsid w:val="006E41B3"/>
    <w:rsid w:val="006E446F"/>
    <w:rsid w:val="006E4BED"/>
    <w:rsid w:val="006E4DB4"/>
    <w:rsid w:val="006E550C"/>
    <w:rsid w:val="006E5899"/>
    <w:rsid w:val="006E58FB"/>
    <w:rsid w:val="006E5A0D"/>
    <w:rsid w:val="006E5B84"/>
    <w:rsid w:val="006E61A3"/>
    <w:rsid w:val="006E622E"/>
    <w:rsid w:val="006E6291"/>
    <w:rsid w:val="006E644D"/>
    <w:rsid w:val="006E6BBD"/>
    <w:rsid w:val="006E7105"/>
    <w:rsid w:val="006E7144"/>
    <w:rsid w:val="006E71B7"/>
    <w:rsid w:val="006E76C2"/>
    <w:rsid w:val="006E7A64"/>
    <w:rsid w:val="006E7B40"/>
    <w:rsid w:val="006F032A"/>
    <w:rsid w:val="006F03B3"/>
    <w:rsid w:val="006F0C89"/>
    <w:rsid w:val="006F12C7"/>
    <w:rsid w:val="006F1583"/>
    <w:rsid w:val="006F16C3"/>
    <w:rsid w:val="006F1BE4"/>
    <w:rsid w:val="006F1C90"/>
    <w:rsid w:val="006F23D4"/>
    <w:rsid w:val="006F2B33"/>
    <w:rsid w:val="006F2E81"/>
    <w:rsid w:val="006F3E00"/>
    <w:rsid w:val="006F3E8B"/>
    <w:rsid w:val="006F4333"/>
    <w:rsid w:val="006F449D"/>
    <w:rsid w:val="006F4E6E"/>
    <w:rsid w:val="006F4F6E"/>
    <w:rsid w:val="006F4FFA"/>
    <w:rsid w:val="006F5909"/>
    <w:rsid w:val="006F5968"/>
    <w:rsid w:val="006F59D9"/>
    <w:rsid w:val="006F5B6D"/>
    <w:rsid w:val="006F6A04"/>
    <w:rsid w:val="006F7537"/>
    <w:rsid w:val="006F7CC3"/>
    <w:rsid w:val="006F7CE8"/>
    <w:rsid w:val="006F7F60"/>
    <w:rsid w:val="007000C9"/>
    <w:rsid w:val="007006C6"/>
    <w:rsid w:val="00701353"/>
    <w:rsid w:val="00701664"/>
    <w:rsid w:val="007017E3"/>
    <w:rsid w:val="00701942"/>
    <w:rsid w:val="00701E44"/>
    <w:rsid w:val="00701E98"/>
    <w:rsid w:val="00701F09"/>
    <w:rsid w:val="00701F2C"/>
    <w:rsid w:val="007028D6"/>
    <w:rsid w:val="00703119"/>
    <w:rsid w:val="007031AC"/>
    <w:rsid w:val="0070335B"/>
    <w:rsid w:val="00703A45"/>
    <w:rsid w:val="00703BDA"/>
    <w:rsid w:val="00703ED3"/>
    <w:rsid w:val="00704064"/>
    <w:rsid w:val="007041D5"/>
    <w:rsid w:val="007041F9"/>
    <w:rsid w:val="007043A7"/>
    <w:rsid w:val="0070524C"/>
    <w:rsid w:val="007055DF"/>
    <w:rsid w:val="007057EC"/>
    <w:rsid w:val="0070599E"/>
    <w:rsid w:val="00705A44"/>
    <w:rsid w:val="00705EA3"/>
    <w:rsid w:val="00705F90"/>
    <w:rsid w:val="00706601"/>
    <w:rsid w:val="0070676E"/>
    <w:rsid w:val="0070716F"/>
    <w:rsid w:val="007071F7"/>
    <w:rsid w:val="00707584"/>
    <w:rsid w:val="00707922"/>
    <w:rsid w:val="00707CA9"/>
    <w:rsid w:val="00707CB5"/>
    <w:rsid w:val="00707CF7"/>
    <w:rsid w:val="00710143"/>
    <w:rsid w:val="0071043A"/>
    <w:rsid w:val="00710619"/>
    <w:rsid w:val="007108E5"/>
    <w:rsid w:val="00711183"/>
    <w:rsid w:val="00711680"/>
    <w:rsid w:val="00711C95"/>
    <w:rsid w:val="00711E40"/>
    <w:rsid w:val="007122C4"/>
    <w:rsid w:val="00712B81"/>
    <w:rsid w:val="00713199"/>
    <w:rsid w:val="007132B7"/>
    <w:rsid w:val="0071364C"/>
    <w:rsid w:val="00713E76"/>
    <w:rsid w:val="00714AF8"/>
    <w:rsid w:val="00714D16"/>
    <w:rsid w:val="00714D49"/>
    <w:rsid w:val="00714D86"/>
    <w:rsid w:val="00714F32"/>
    <w:rsid w:val="007150B3"/>
    <w:rsid w:val="007151B2"/>
    <w:rsid w:val="00715541"/>
    <w:rsid w:val="0071561B"/>
    <w:rsid w:val="00715AF0"/>
    <w:rsid w:val="007161B3"/>
    <w:rsid w:val="007165EC"/>
    <w:rsid w:val="007169D1"/>
    <w:rsid w:val="00716D12"/>
    <w:rsid w:val="00716F29"/>
    <w:rsid w:val="007170BE"/>
    <w:rsid w:val="00717711"/>
    <w:rsid w:val="00717AB1"/>
    <w:rsid w:val="00717BD6"/>
    <w:rsid w:val="00717C64"/>
    <w:rsid w:val="00717FAC"/>
    <w:rsid w:val="0072009F"/>
    <w:rsid w:val="007205FA"/>
    <w:rsid w:val="007208B9"/>
    <w:rsid w:val="00720A55"/>
    <w:rsid w:val="007211E8"/>
    <w:rsid w:val="00721234"/>
    <w:rsid w:val="00721444"/>
    <w:rsid w:val="00721455"/>
    <w:rsid w:val="00721F7F"/>
    <w:rsid w:val="00721FA0"/>
    <w:rsid w:val="00722017"/>
    <w:rsid w:val="007220CB"/>
    <w:rsid w:val="0072256C"/>
    <w:rsid w:val="00722DD4"/>
    <w:rsid w:val="00722EC1"/>
    <w:rsid w:val="007231C4"/>
    <w:rsid w:val="007236DB"/>
    <w:rsid w:val="00723983"/>
    <w:rsid w:val="00723D07"/>
    <w:rsid w:val="0072404C"/>
    <w:rsid w:val="00724158"/>
    <w:rsid w:val="007242B3"/>
    <w:rsid w:val="00724409"/>
    <w:rsid w:val="00724B43"/>
    <w:rsid w:val="00724FDF"/>
    <w:rsid w:val="00725377"/>
    <w:rsid w:val="0072578F"/>
    <w:rsid w:val="007257F1"/>
    <w:rsid w:val="00725D38"/>
    <w:rsid w:val="00725DA4"/>
    <w:rsid w:val="00726530"/>
    <w:rsid w:val="00726864"/>
    <w:rsid w:val="0072689B"/>
    <w:rsid w:val="007278C1"/>
    <w:rsid w:val="0073042E"/>
    <w:rsid w:val="00730779"/>
    <w:rsid w:val="00730897"/>
    <w:rsid w:val="00730DFF"/>
    <w:rsid w:val="00730E45"/>
    <w:rsid w:val="00730FA8"/>
    <w:rsid w:val="00731062"/>
    <w:rsid w:val="0073144C"/>
    <w:rsid w:val="00731714"/>
    <w:rsid w:val="007317E6"/>
    <w:rsid w:val="0073180E"/>
    <w:rsid w:val="00731AD7"/>
    <w:rsid w:val="00731F61"/>
    <w:rsid w:val="007322F5"/>
    <w:rsid w:val="00732370"/>
    <w:rsid w:val="00732522"/>
    <w:rsid w:val="00732CBA"/>
    <w:rsid w:val="00732F2D"/>
    <w:rsid w:val="00733BBF"/>
    <w:rsid w:val="00733E6E"/>
    <w:rsid w:val="00734A16"/>
    <w:rsid w:val="00734B6A"/>
    <w:rsid w:val="00735448"/>
    <w:rsid w:val="007358C3"/>
    <w:rsid w:val="00735A00"/>
    <w:rsid w:val="00735E07"/>
    <w:rsid w:val="00736CD5"/>
    <w:rsid w:val="00736D12"/>
    <w:rsid w:val="007370E9"/>
    <w:rsid w:val="007370ED"/>
    <w:rsid w:val="00737265"/>
    <w:rsid w:val="0073739E"/>
    <w:rsid w:val="007379FF"/>
    <w:rsid w:val="00737B5D"/>
    <w:rsid w:val="00737B6F"/>
    <w:rsid w:val="00737B9B"/>
    <w:rsid w:val="00737D72"/>
    <w:rsid w:val="00740550"/>
    <w:rsid w:val="00740710"/>
    <w:rsid w:val="00740DFB"/>
    <w:rsid w:val="00740E80"/>
    <w:rsid w:val="00740F1F"/>
    <w:rsid w:val="00740FBD"/>
    <w:rsid w:val="00741010"/>
    <w:rsid w:val="0074102C"/>
    <w:rsid w:val="00741A66"/>
    <w:rsid w:val="00741CAE"/>
    <w:rsid w:val="00741FD8"/>
    <w:rsid w:val="00742997"/>
    <w:rsid w:val="00742DC3"/>
    <w:rsid w:val="0074342B"/>
    <w:rsid w:val="007436F9"/>
    <w:rsid w:val="00743C18"/>
    <w:rsid w:val="00743CFE"/>
    <w:rsid w:val="00744062"/>
    <w:rsid w:val="00744726"/>
    <w:rsid w:val="00744828"/>
    <w:rsid w:val="00744C5D"/>
    <w:rsid w:val="0074517B"/>
    <w:rsid w:val="0074539A"/>
    <w:rsid w:val="0074557B"/>
    <w:rsid w:val="00745E14"/>
    <w:rsid w:val="0074607A"/>
    <w:rsid w:val="0074642E"/>
    <w:rsid w:val="0074670D"/>
    <w:rsid w:val="00746BC3"/>
    <w:rsid w:val="00746F77"/>
    <w:rsid w:val="00746FBC"/>
    <w:rsid w:val="0074765F"/>
    <w:rsid w:val="00747D1A"/>
    <w:rsid w:val="007502BC"/>
    <w:rsid w:val="00750E34"/>
    <w:rsid w:val="007510E9"/>
    <w:rsid w:val="00751519"/>
    <w:rsid w:val="0075282D"/>
    <w:rsid w:val="00752F38"/>
    <w:rsid w:val="00752FE3"/>
    <w:rsid w:val="00753E40"/>
    <w:rsid w:val="0075408B"/>
    <w:rsid w:val="007549AC"/>
    <w:rsid w:val="007550B4"/>
    <w:rsid w:val="00755A77"/>
    <w:rsid w:val="00755BC1"/>
    <w:rsid w:val="00755E51"/>
    <w:rsid w:val="0075604B"/>
    <w:rsid w:val="007562C1"/>
    <w:rsid w:val="00756BDB"/>
    <w:rsid w:val="00756DFD"/>
    <w:rsid w:val="007571E2"/>
    <w:rsid w:val="00757440"/>
    <w:rsid w:val="00757A95"/>
    <w:rsid w:val="00757DFE"/>
    <w:rsid w:val="00760354"/>
    <w:rsid w:val="00760696"/>
    <w:rsid w:val="00760AAC"/>
    <w:rsid w:val="00761506"/>
    <w:rsid w:val="0076152E"/>
    <w:rsid w:val="007616C1"/>
    <w:rsid w:val="00761BC7"/>
    <w:rsid w:val="00761FD5"/>
    <w:rsid w:val="00762247"/>
    <w:rsid w:val="00762544"/>
    <w:rsid w:val="00762E5F"/>
    <w:rsid w:val="0076304E"/>
    <w:rsid w:val="0076321E"/>
    <w:rsid w:val="0076342D"/>
    <w:rsid w:val="00763FD9"/>
    <w:rsid w:val="00764E26"/>
    <w:rsid w:val="007656B4"/>
    <w:rsid w:val="007657A2"/>
    <w:rsid w:val="00765A68"/>
    <w:rsid w:val="00765BEF"/>
    <w:rsid w:val="00765C2E"/>
    <w:rsid w:val="007660CE"/>
    <w:rsid w:val="0076622F"/>
    <w:rsid w:val="00766361"/>
    <w:rsid w:val="0076660D"/>
    <w:rsid w:val="00766620"/>
    <w:rsid w:val="00766902"/>
    <w:rsid w:val="00766B16"/>
    <w:rsid w:val="00767AF0"/>
    <w:rsid w:val="007702CE"/>
    <w:rsid w:val="00770756"/>
    <w:rsid w:val="00770A71"/>
    <w:rsid w:val="0077158D"/>
    <w:rsid w:val="00771827"/>
    <w:rsid w:val="00771CE8"/>
    <w:rsid w:val="00771FC2"/>
    <w:rsid w:val="00772091"/>
    <w:rsid w:val="007725B6"/>
    <w:rsid w:val="00772F05"/>
    <w:rsid w:val="007731B9"/>
    <w:rsid w:val="007735AB"/>
    <w:rsid w:val="007735F9"/>
    <w:rsid w:val="00773C20"/>
    <w:rsid w:val="00773E4E"/>
    <w:rsid w:val="00773EE2"/>
    <w:rsid w:val="007742AD"/>
    <w:rsid w:val="00774BB7"/>
    <w:rsid w:val="0077575C"/>
    <w:rsid w:val="007757BD"/>
    <w:rsid w:val="00775FFA"/>
    <w:rsid w:val="00777AC5"/>
    <w:rsid w:val="00777C62"/>
    <w:rsid w:val="00780143"/>
    <w:rsid w:val="0078025B"/>
    <w:rsid w:val="007806BF"/>
    <w:rsid w:val="00780FE9"/>
    <w:rsid w:val="00781242"/>
    <w:rsid w:val="00781800"/>
    <w:rsid w:val="007819E5"/>
    <w:rsid w:val="00781FBE"/>
    <w:rsid w:val="00782024"/>
    <w:rsid w:val="007820E4"/>
    <w:rsid w:val="00782152"/>
    <w:rsid w:val="00782273"/>
    <w:rsid w:val="0078259F"/>
    <w:rsid w:val="00782872"/>
    <w:rsid w:val="00782AC2"/>
    <w:rsid w:val="007839B8"/>
    <w:rsid w:val="00784287"/>
    <w:rsid w:val="00784602"/>
    <w:rsid w:val="0078473D"/>
    <w:rsid w:val="0078543F"/>
    <w:rsid w:val="007863D5"/>
    <w:rsid w:val="007877AE"/>
    <w:rsid w:val="007902AB"/>
    <w:rsid w:val="00790845"/>
    <w:rsid w:val="007911DE"/>
    <w:rsid w:val="00791377"/>
    <w:rsid w:val="00791C27"/>
    <w:rsid w:val="00791D23"/>
    <w:rsid w:val="0079233C"/>
    <w:rsid w:val="0079283E"/>
    <w:rsid w:val="00792B45"/>
    <w:rsid w:val="0079300B"/>
    <w:rsid w:val="007930D4"/>
    <w:rsid w:val="0079418F"/>
    <w:rsid w:val="00794413"/>
    <w:rsid w:val="00794F55"/>
    <w:rsid w:val="00795533"/>
    <w:rsid w:val="00795BFB"/>
    <w:rsid w:val="0079622B"/>
    <w:rsid w:val="0079644C"/>
    <w:rsid w:val="0079650E"/>
    <w:rsid w:val="007965F8"/>
    <w:rsid w:val="00796830"/>
    <w:rsid w:val="00796840"/>
    <w:rsid w:val="00796AAA"/>
    <w:rsid w:val="00797063"/>
    <w:rsid w:val="007970E7"/>
    <w:rsid w:val="007972BB"/>
    <w:rsid w:val="007972D7"/>
    <w:rsid w:val="00797836"/>
    <w:rsid w:val="007A0603"/>
    <w:rsid w:val="007A065C"/>
    <w:rsid w:val="007A0696"/>
    <w:rsid w:val="007A0729"/>
    <w:rsid w:val="007A0978"/>
    <w:rsid w:val="007A09F3"/>
    <w:rsid w:val="007A13DA"/>
    <w:rsid w:val="007A1599"/>
    <w:rsid w:val="007A1C41"/>
    <w:rsid w:val="007A1CBC"/>
    <w:rsid w:val="007A1D87"/>
    <w:rsid w:val="007A27D5"/>
    <w:rsid w:val="007A307C"/>
    <w:rsid w:val="007A35DC"/>
    <w:rsid w:val="007A35E5"/>
    <w:rsid w:val="007A3B8C"/>
    <w:rsid w:val="007A4760"/>
    <w:rsid w:val="007A4787"/>
    <w:rsid w:val="007A4A4E"/>
    <w:rsid w:val="007A592E"/>
    <w:rsid w:val="007A59CE"/>
    <w:rsid w:val="007A6185"/>
    <w:rsid w:val="007A6311"/>
    <w:rsid w:val="007A6782"/>
    <w:rsid w:val="007A67B4"/>
    <w:rsid w:val="007A6F06"/>
    <w:rsid w:val="007A6FA3"/>
    <w:rsid w:val="007A7CD3"/>
    <w:rsid w:val="007B0063"/>
    <w:rsid w:val="007B0F2F"/>
    <w:rsid w:val="007B0FE5"/>
    <w:rsid w:val="007B10B3"/>
    <w:rsid w:val="007B1532"/>
    <w:rsid w:val="007B169C"/>
    <w:rsid w:val="007B1C81"/>
    <w:rsid w:val="007B1D12"/>
    <w:rsid w:val="007B1E4B"/>
    <w:rsid w:val="007B2D2A"/>
    <w:rsid w:val="007B2EEF"/>
    <w:rsid w:val="007B2F17"/>
    <w:rsid w:val="007B3925"/>
    <w:rsid w:val="007B419C"/>
    <w:rsid w:val="007B419E"/>
    <w:rsid w:val="007B451A"/>
    <w:rsid w:val="007B46B3"/>
    <w:rsid w:val="007B4E49"/>
    <w:rsid w:val="007B4F42"/>
    <w:rsid w:val="007B4F44"/>
    <w:rsid w:val="007B5CD8"/>
    <w:rsid w:val="007B6265"/>
    <w:rsid w:val="007B6450"/>
    <w:rsid w:val="007B671D"/>
    <w:rsid w:val="007B6963"/>
    <w:rsid w:val="007B69BC"/>
    <w:rsid w:val="007B6A68"/>
    <w:rsid w:val="007B6D51"/>
    <w:rsid w:val="007B7C6C"/>
    <w:rsid w:val="007C0190"/>
    <w:rsid w:val="007C0213"/>
    <w:rsid w:val="007C0650"/>
    <w:rsid w:val="007C07F2"/>
    <w:rsid w:val="007C088F"/>
    <w:rsid w:val="007C211E"/>
    <w:rsid w:val="007C35C7"/>
    <w:rsid w:val="007C363E"/>
    <w:rsid w:val="007C368C"/>
    <w:rsid w:val="007C398C"/>
    <w:rsid w:val="007C3DC9"/>
    <w:rsid w:val="007C40AD"/>
    <w:rsid w:val="007C41D0"/>
    <w:rsid w:val="007C42B3"/>
    <w:rsid w:val="007C4590"/>
    <w:rsid w:val="007C4EC8"/>
    <w:rsid w:val="007C53EE"/>
    <w:rsid w:val="007C5851"/>
    <w:rsid w:val="007C5A82"/>
    <w:rsid w:val="007C5AB4"/>
    <w:rsid w:val="007C626A"/>
    <w:rsid w:val="007C6810"/>
    <w:rsid w:val="007C6860"/>
    <w:rsid w:val="007C68B2"/>
    <w:rsid w:val="007C6DAD"/>
    <w:rsid w:val="007D0344"/>
    <w:rsid w:val="007D0774"/>
    <w:rsid w:val="007D0E9C"/>
    <w:rsid w:val="007D1079"/>
    <w:rsid w:val="007D169C"/>
    <w:rsid w:val="007D1CD6"/>
    <w:rsid w:val="007D1D2B"/>
    <w:rsid w:val="007D1ED9"/>
    <w:rsid w:val="007D1FE1"/>
    <w:rsid w:val="007D2068"/>
    <w:rsid w:val="007D277F"/>
    <w:rsid w:val="007D2856"/>
    <w:rsid w:val="007D2D6D"/>
    <w:rsid w:val="007D3109"/>
    <w:rsid w:val="007D31C8"/>
    <w:rsid w:val="007D3472"/>
    <w:rsid w:val="007D35F4"/>
    <w:rsid w:val="007D3655"/>
    <w:rsid w:val="007D3928"/>
    <w:rsid w:val="007D39C2"/>
    <w:rsid w:val="007D3CEB"/>
    <w:rsid w:val="007D4382"/>
    <w:rsid w:val="007D4BB2"/>
    <w:rsid w:val="007D4D7D"/>
    <w:rsid w:val="007D4E4E"/>
    <w:rsid w:val="007D5FD1"/>
    <w:rsid w:val="007D6DC9"/>
    <w:rsid w:val="007D6F55"/>
    <w:rsid w:val="007D7345"/>
    <w:rsid w:val="007D7509"/>
    <w:rsid w:val="007D7561"/>
    <w:rsid w:val="007E0941"/>
    <w:rsid w:val="007E0AA2"/>
    <w:rsid w:val="007E137D"/>
    <w:rsid w:val="007E1571"/>
    <w:rsid w:val="007E18A6"/>
    <w:rsid w:val="007E1C08"/>
    <w:rsid w:val="007E1FB0"/>
    <w:rsid w:val="007E2245"/>
    <w:rsid w:val="007E2C84"/>
    <w:rsid w:val="007E2CCF"/>
    <w:rsid w:val="007E2EBF"/>
    <w:rsid w:val="007E30EE"/>
    <w:rsid w:val="007E32A5"/>
    <w:rsid w:val="007E39A9"/>
    <w:rsid w:val="007E3B8F"/>
    <w:rsid w:val="007E3C9E"/>
    <w:rsid w:val="007E433E"/>
    <w:rsid w:val="007E45A6"/>
    <w:rsid w:val="007E45D0"/>
    <w:rsid w:val="007E46DC"/>
    <w:rsid w:val="007E4B7C"/>
    <w:rsid w:val="007E4B87"/>
    <w:rsid w:val="007E50B8"/>
    <w:rsid w:val="007E5417"/>
    <w:rsid w:val="007E55BB"/>
    <w:rsid w:val="007E5628"/>
    <w:rsid w:val="007E5CD2"/>
    <w:rsid w:val="007E60D2"/>
    <w:rsid w:val="007E662C"/>
    <w:rsid w:val="007E689D"/>
    <w:rsid w:val="007E6DD9"/>
    <w:rsid w:val="007E7321"/>
    <w:rsid w:val="007E79D2"/>
    <w:rsid w:val="007F010A"/>
    <w:rsid w:val="007F04F4"/>
    <w:rsid w:val="007F0ACC"/>
    <w:rsid w:val="007F0B12"/>
    <w:rsid w:val="007F0FAD"/>
    <w:rsid w:val="007F174F"/>
    <w:rsid w:val="007F1FDC"/>
    <w:rsid w:val="007F214B"/>
    <w:rsid w:val="007F3F52"/>
    <w:rsid w:val="007F4190"/>
    <w:rsid w:val="007F4C8F"/>
    <w:rsid w:val="007F4E53"/>
    <w:rsid w:val="007F4F07"/>
    <w:rsid w:val="007F5972"/>
    <w:rsid w:val="007F6114"/>
    <w:rsid w:val="007F62C3"/>
    <w:rsid w:val="007F6827"/>
    <w:rsid w:val="007F699F"/>
    <w:rsid w:val="007F6B8D"/>
    <w:rsid w:val="007F701D"/>
    <w:rsid w:val="007F798B"/>
    <w:rsid w:val="007F7D3C"/>
    <w:rsid w:val="007F7E76"/>
    <w:rsid w:val="00800435"/>
    <w:rsid w:val="00800626"/>
    <w:rsid w:val="0080133B"/>
    <w:rsid w:val="008013F3"/>
    <w:rsid w:val="00801B85"/>
    <w:rsid w:val="00801E3B"/>
    <w:rsid w:val="00801FF5"/>
    <w:rsid w:val="008024C8"/>
    <w:rsid w:val="00802BAB"/>
    <w:rsid w:val="00802C31"/>
    <w:rsid w:val="008037F0"/>
    <w:rsid w:val="00804335"/>
    <w:rsid w:val="00804762"/>
    <w:rsid w:val="00804917"/>
    <w:rsid w:val="008055B9"/>
    <w:rsid w:val="00805F01"/>
    <w:rsid w:val="008062CE"/>
    <w:rsid w:val="00806335"/>
    <w:rsid w:val="008064E7"/>
    <w:rsid w:val="00806727"/>
    <w:rsid w:val="0080684A"/>
    <w:rsid w:val="00807D2C"/>
    <w:rsid w:val="00807DA0"/>
    <w:rsid w:val="008105E2"/>
    <w:rsid w:val="00811F60"/>
    <w:rsid w:val="00812061"/>
    <w:rsid w:val="0081210E"/>
    <w:rsid w:val="008128CA"/>
    <w:rsid w:val="00812C5D"/>
    <w:rsid w:val="00812E05"/>
    <w:rsid w:val="00812E8C"/>
    <w:rsid w:val="0081301D"/>
    <w:rsid w:val="00813440"/>
    <w:rsid w:val="00813AA6"/>
    <w:rsid w:val="00813FB0"/>
    <w:rsid w:val="00814121"/>
    <w:rsid w:val="00814269"/>
    <w:rsid w:val="008145B9"/>
    <w:rsid w:val="0081508E"/>
    <w:rsid w:val="008150F9"/>
    <w:rsid w:val="008151EB"/>
    <w:rsid w:val="0081520B"/>
    <w:rsid w:val="00816258"/>
    <w:rsid w:val="008163C1"/>
    <w:rsid w:val="008169E9"/>
    <w:rsid w:val="008170F3"/>
    <w:rsid w:val="0081713F"/>
    <w:rsid w:val="0081794F"/>
    <w:rsid w:val="0082026F"/>
    <w:rsid w:val="00821043"/>
    <w:rsid w:val="00821493"/>
    <w:rsid w:val="008215DF"/>
    <w:rsid w:val="00821840"/>
    <w:rsid w:val="00821E2C"/>
    <w:rsid w:val="0082207A"/>
    <w:rsid w:val="008226D8"/>
    <w:rsid w:val="00822998"/>
    <w:rsid w:val="008229C9"/>
    <w:rsid w:val="00822D19"/>
    <w:rsid w:val="008232A7"/>
    <w:rsid w:val="008232F0"/>
    <w:rsid w:val="008234E1"/>
    <w:rsid w:val="00825BE2"/>
    <w:rsid w:val="00825D85"/>
    <w:rsid w:val="00826188"/>
    <w:rsid w:val="0082648D"/>
    <w:rsid w:val="00826B87"/>
    <w:rsid w:val="00826D32"/>
    <w:rsid w:val="00826EC5"/>
    <w:rsid w:val="00826FC4"/>
    <w:rsid w:val="00827F7B"/>
    <w:rsid w:val="00830005"/>
    <w:rsid w:val="00830086"/>
    <w:rsid w:val="00831074"/>
    <w:rsid w:val="00831AA4"/>
    <w:rsid w:val="00831AE0"/>
    <w:rsid w:val="00831B8F"/>
    <w:rsid w:val="00831CD7"/>
    <w:rsid w:val="00832943"/>
    <w:rsid w:val="00832ED1"/>
    <w:rsid w:val="00833301"/>
    <w:rsid w:val="0083359F"/>
    <w:rsid w:val="00833887"/>
    <w:rsid w:val="008339EF"/>
    <w:rsid w:val="008340ED"/>
    <w:rsid w:val="00834444"/>
    <w:rsid w:val="008344C0"/>
    <w:rsid w:val="0083476F"/>
    <w:rsid w:val="008359E7"/>
    <w:rsid w:val="00835A05"/>
    <w:rsid w:val="00835BB5"/>
    <w:rsid w:val="00835C8A"/>
    <w:rsid w:val="00835D42"/>
    <w:rsid w:val="00836035"/>
    <w:rsid w:val="0083673E"/>
    <w:rsid w:val="00836DF3"/>
    <w:rsid w:val="00836E0B"/>
    <w:rsid w:val="008371D3"/>
    <w:rsid w:val="00837259"/>
    <w:rsid w:val="008379C1"/>
    <w:rsid w:val="008379E1"/>
    <w:rsid w:val="00837C64"/>
    <w:rsid w:val="00837D38"/>
    <w:rsid w:val="00837EBF"/>
    <w:rsid w:val="00840576"/>
    <w:rsid w:val="00840A97"/>
    <w:rsid w:val="00841E96"/>
    <w:rsid w:val="0084238B"/>
    <w:rsid w:val="00842DE2"/>
    <w:rsid w:val="0084318E"/>
    <w:rsid w:val="008435E7"/>
    <w:rsid w:val="008436B7"/>
    <w:rsid w:val="008441E0"/>
    <w:rsid w:val="0084496F"/>
    <w:rsid w:val="0084553B"/>
    <w:rsid w:val="00845CBA"/>
    <w:rsid w:val="008463F0"/>
    <w:rsid w:val="00846573"/>
    <w:rsid w:val="00846C36"/>
    <w:rsid w:val="00846D42"/>
    <w:rsid w:val="00847363"/>
    <w:rsid w:val="008478FD"/>
    <w:rsid w:val="00847ADF"/>
    <w:rsid w:val="00847B30"/>
    <w:rsid w:val="008503B3"/>
    <w:rsid w:val="00850983"/>
    <w:rsid w:val="00850E28"/>
    <w:rsid w:val="00851313"/>
    <w:rsid w:val="00851C1C"/>
    <w:rsid w:val="00852577"/>
    <w:rsid w:val="00852F21"/>
    <w:rsid w:val="0085373A"/>
    <w:rsid w:val="00853A4C"/>
    <w:rsid w:val="00853BC4"/>
    <w:rsid w:val="008545FE"/>
    <w:rsid w:val="00854771"/>
    <w:rsid w:val="008548C1"/>
    <w:rsid w:val="00854B43"/>
    <w:rsid w:val="00854F26"/>
    <w:rsid w:val="00855EDF"/>
    <w:rsid w:val="00855EF0"/>
    <w:rsid w:val="00856941"/>
    <w:rsid w:val="00856BA2"/>
    <w:rsid w:val="0085709B"/>
    <w:rsid w:val="0085766C"/>
    <w:rsid w:val="008577A4"/>
    <w:rsid w:val="008577F9"/>
    <w:rsid w:val="00857A6F"/>
    <w:rsid w:val="00857A7C"/>
    <w:rsid w:val="00860A17"/>
    <w:rsid w:val="00861056"/>
    <w:rsid w:val="008615FB"/>
    <w:rsid w:val="00862494"/>
    <w:rsid w:val="00862814"/>
    <w:rsid w:val="0086309F"/>
    <w:rsid w:val="008634BE"/>
    <w:rsid w:val="008635D8"/>
    <w:rsid w:val="00863D81"/>
    <w:rsid w:val="008642D3"/>
    <w:rsid w:val="00864864"/>
    <w:rsid w:val="00864DE7"/>
    <w:rsid w:val="00865162"/>
    <w:rsid w:val="0086539E"/>
    <w:rsid w:val="00865F8A"/>
    <w:rsid w:val="00866911"/>
    <w:rsid w:val="00867211"/>
    <w:rsid w:val="00867A32"/>
    <w:rsid w:val="00867B51"/>
    <w:rsid w:val="00867D77"/>
    <w:rsid w:val="00867FCE"/>
    <w:rsid w:val="00870014"/>
    <w:rsid w:val="008700C1"/>
    <w:rsid w:val="008703F4"/>
    <w:rsid w:val="008704C5"/>
    <w:rsid w:val="00870657"/>
    <w:rsid w:val="008709C5"/>
    <w:rsid w:val="008709D0"/>
    <w:rsid w:val="00870A16"/>
    <w:rsid w:val="00870D4D"/>
    <w:rsid w:val="00871643"/>
    <w:rsid w:val="00871F36"/>
    <w:rsid w:val="00872689"/>
    <w:rsid w:val="00872692"/>
    <w:rsid w:val="00872E37"/>
    <w:rsid w:val="0087330E"/>
    <w:rsid w:val="00873531"/>
    <w:rsid w:val="00873D57"/>
    <w:rsid w:val="00873E42"/>
    <w:rsid w:val="0087404A"/>
    <w:rsid w:val="00874112"/>
    <w:rsid w:val="008744BF"/>
    <w:rsid w:val="00874709"/>
    <w:rsid w:val="00875A0C"/>
    <w:rsid w:val="00875A31"/>
    <w:rsid w:val="00875C6E"/>
    <w:rsid w:val="008764CD"/>
    <w:rsid w:val="008765E0"/>
    <w:rsid w:val="00876D20"/>
    <w:rsid w:val="008775D0"/>
    <w:rsid w:val="008777DC"/>
    <w:rsid w:val="00877C1C"/>
    <w:rsid w:val="0088033F"/>
    <w:rsid w:val="008803BD"/>
    <w:rsid w:val="00880BCE"/>
    <w:rsid w:val="00880F5A"/>
    <w:rsid w:val="008810AF"/>
    <w:rsid w:val="00881380"/>
    <w:rsid w:val="008819FB"/>
    <w:rsid w:val="00881A5A"/>
    <w:rsid w:val="00882020"/>
    <w:rsid w:val="0088204B"/>
    <w:rsid w:val="008820D5"/>
    <w:rsid w:val="0088269C"/>
    <w:rsid w:val="00882822"/>
    <w:rsid w:val="00882A80"/>
    <w:rsid w:val="008830EF"/>
    <w:rsid w:val="0088315B"/>
    <w:rsid w:val="008834D0"/>
    <w:rsid w:val="00883707"/>
    <w:rsid w:val="008837EB"/>
    <w:rsid w:val="00883878"/>
    <w:rsid w:val="00883EAF"/>
    <w:rsid w:val="00884069"/>
    <w:rsid w:val="00884160"/>
    <w:rsid w:val="008844EA"/>
    <w:rsid w:val="00884816"/>
    <w:rsid w:val="008848A8"/>
    <w:rsid w:val="00884E02"/>
    <w:rsid w:val="0088503C"/>
    <w:rsid w:val="0088550B"/>
    <w:rsid w:val="00886436"/>
    <w:rsid w:val="0088654B"/>
    <w:rsid w:val="00886896"/>
    <w:rsid w:val="00886904"/>
    <w:rsid w:val="00886A39"/>
    <w:rsid w:val="008870BF"/>
    <w:rsid w:val="00887550"/>
    <w:rsid w:val="00887FC6"/>
    <w:rsid w:val="00890E12"/>
    <w:rsid w:val="0089140F"/>
    <w:rsid w:val="008916CD"/>
    <w:rsid w:val="0089207E"/>
    <w:rsid w:val="008924FD"/>
    <w:rsid w:val="00892C37"/>
    <w:rsid w:val="00892CB7"/>
    <w:rsid w:val="00892DD6"/>
    <w:rsid w:val="00892F35"/>
    <w:rsid w:val="008932A9"/>
    <w:rsid w:val="008933CF"/>
    <w:rsid w:val="00893423"/>
    <w:rsid w:val="008936CB"/>
    <w:rsid w:val="008938F5"/>
    <w:rsid w:val="00893D5E"/>
    <w:rsid w:val="00893F7C"/>
    <w:rsid w:val="00894368"/>
    <w:rsid w:val="00894402"/>
    <w:rsid w:val="008945D9"/>
    <w:rsid w:val="0089483B"/>
    <w:rsid w:val="00894A7B"/>
    <w:rsid w:val="00894CF6"/>
    <w:rsid w:val="00895362"/>
    <w:rsid w:val="0089656F"/>
    <w:rsid w:val="0089692C"/>
    <w:rsid w:val="00896C75"/>
    <w:rsid w:val="00897F83"/>
    <w:rsid w:val="00897F92"/>
    <w:rsid w:val="008A0FB9"/>
    <w:rsid w:val="008A169A"/>
    <w:rsid w:val="008A16B1"/>
    <w:rsid w:val="008A1A40"/>
    <w:rsid w:val="008A1FC0"/>
    <w:rsid w:val="008A218F"/>
    <w:rsid w:val="008A21F9"/>
    <w:rsid w:val="008A225D"/>
    <w:rsid w:val="008A28B9"/>
    <w:rsid w:val="008A2A7A"/>
    <w:rsid w:val="008A2DAF"/>
    <w:rsid w:val="008A32B2"/>
    <w:rsid w:val="008A3549"/>
    <w:rsid w:val="008A3ABC"/>
    <w:rsid w:val="008A41FB"/>
    <w:rsid w:val="008A4301"/>
    <w:rsid w:val="008A4383"/>
    <w:rsid w:val="008A4630"/>
    <w:rsid w:val="008A5888"/>
    <w:rsid w:val="008A630E"/>
    <w:rsid w:val="008A6E4F"/>
    <w:rsid w:val="008A6E77"/>
    <w:rsid w:val="008A73BF"/>
    <w:rsid w:val="008A7758"/>
    <w:rsid w:val="008A7E68"/>
    <w:rsid w:val="008B07F4"/>
    <w:rsid w:val="008B0D9E"/>
    <w:rsid w:val="008B12EE"/>
    <w:rsid w:val="008B1718"/>
    <w:rsid w:val="008B24D6"/>
    <w:rsid w:val="008B28D3"/>
    <w:rsid w:val="008B2C07"/>
    <w:rsid w:val="008B327C"/>
    <w:rsid w:val="008B41D1"/>
    <w:rsid w:val="008B45C3"/>
    <w:rsid w:val="008B462D"/>
    <w:rsid w:val="008B4633"/>
    <w:rsid w:val="008B499C"/>
    <w:rsid w:val="008B4D75"/>
    <w:rsid w:val="008B50F1"/>
    <w:rsid w:val="008B50F2"/>
    <w:rsid w:val="008B56B1"/>
    <w:rsid w:val="008B57A5"/>
    <w:rsid w:val="008B5873"/>
    <w:rsid w:val="008B5AE2"/>
    <w:rsid w:val="008B5B7E"/>
    <w:rsid w:val="008B656A"/>
    <w:rsid w:val="008B6921"/>
    <w:rsid w:val="008B69D9"/>
    <w:rsid w:val="008B6A0D"/>
    <w:rsid w:val="008B72A0"/>
    <w:rsid w:val="008B7618"/>
    <w:rsid w:val="008B7641"/>
    <w:rsid w:val="008C04E2"/>
    <w:rsid w:val="008C064A"/>
    <w:rsid w:val="008C0DB1"/>
    <w:rsid w:val="008C1496"/>
    <w:rsid w:val="008C1632"/>
    <w:rsid w:val="008C19DF"/>
    <w:rsid w:val="008C2948"/>
    <w:rsid w:val="008C3327"/>
    <w:rsid w:val="008C3DB4"/>
    <w:rsid w:val="008C3DDD"/>
    <w:rsid w:val="008C44F4"/>
    <w:rsid w:val="008C5179"/>
    <w:rsid w:val="008C5512"/>
    <w:rsid w:val="008C596C"/>
    <w:rsid w:val="008C605D"/>
    <w:rsid w:val="008C6680"/>
    <w:rsid w:val="008C68F9"/>
    <w:rsid w:val="008C6ADC"/>
    <w:rsid w:val="008C78D1"/>
    <w:rsid w:val="008C7F8B"/>
    <w:rsid w:val="008D00F4"/>
    <w:rsid w:val="008D012E"/>
    <w:rsid w:val="008D0330"/>
    <w:rsid w:val="008D035E"/>
    <w:rsid w:val="008D1C2B"/>
    <w:rsid w:val="008D21DC"/>
    <w:rsid w:val="008D2919"/>
    <w:rsid w:val="008D2B7D"/>
    <w:rsid w:val="008D2F04"/>
    <w:rsid w:val="008D3796"/>
    <w:rsid w:val="008D3999"/>
    <w:rsid w:val="008D4806"/>
    <w:rsid w:val="008D4857"/>
    <w:rsid w:val="008D4873"/>
    <w:rsid w:val="008D4CBA"/>
    <w:rsid w:val="008D513F"/>
    <w:rsid w:val="008D5189"/>
    <w:rsid w:val="008D541F"/>
    <w:rsid w:val="008D5617"/>
    <w:rsid w:val="008D5825"/>
    <w:rsid w:val="008D5A7D"/>
    <w:rsid w:val="008D5FE6"/>
    <w:rsid w:val="008D6189"/>
    <w:rsid w:val="008D6428"/>
    <w:rsid w:val="008D6657"/>
    <w:rsid w:val="008D6EFD"/>
    <w:rsid w:val="008D7165"/>
    <w:rsid w:val="008D7189"/>
    <w:rsid w:val="008D728E"/>
    <w:rsid w:val="008D7651"/>
    <w:rsid w:val="008D770F"/>
    <w:rsid w:val="008D7B65"/>
    <w:rsid w:val="008E062B"/>
    <w:rsid w:val="008E1762"/>
    <w:rsid w:val="008E1954"/>
    <w:rsid w:val="008E1FA7"/>
    <w:rsid w:val="008E2D91"/>
    <w:rsid w:val="008E32A4"/>
    <w:rsid w:val="008E35BE"/>
    <w:rsid w:val="008E3E79"/>
    <w:rsid w:val="008E3EFE"/>
    <w:rsid w:val="008E41C4"/>
    <w:rsid w:val="008E42BE"/>
    <w:rsid w:val="008E43ED"/>
    <w:rsid w:val="008E46D8"/>
    <w:rsid w:val="008E4803"/>
    <w:rsid w:val="008E4D2E"/>
    <w:rsid w:val="008E51F0"/>
    <w:rsid w:val="008E5866"/>
    <w:rsid w:val="008E625A"/>
    <w:rsid w:val="008E698F"/>
    <w:rsid w:val="008E69E8"/>
    <w:rsid w:val="008E6A0C"/>
    <w:rsid w:val="008F064B"/>
    <w:rsid w:val="008F0996"/>
    <w:rsid w:val="008F0CEC"/>
    <w:rsid w:val="008F0F53"/>
    <w:rsid w:val="008F1760"/>
    <w:rsid w:val="008F1DB4"/>
    <w:rsid w:val="008F2262"/>
    <w:rsid w:val="008F23FD"/>
    <w:rsid w:val="008F258C"/>
    <w:rsid w:val="008F29AF"/>
    <w:rsid w:val="008F2A89"/>
    <w:rsid w:val="008F2ECB"/>
    <w:rsid w:val="008F30AD"/>
    <w:rsid w:val="008F315B"/>
    <w:rsid w:val="008F31F8"/>
    <w:rsid w:val="008F3BB8"/>
    <w:rsid w:val="008F3D68"/>
    <w:rsid w:val="008F4120"/>
    <w:rsid w:val="008F4513"/>
    <w:rsid w:val="008F48B8"/>
    <w:rsid w:val="008F4F1D"/>
    <w:rsid w:val="008F5B45"/>
    <w:rsid w:val="008F6164"/>
    <w:rsid w:val="008F62AA"/>
    <w:rsid w:val="008F62D6"/>
    <w:rsid w:val="008F63FD"/>
    <w:rsid w:val="008F6969"/>
    <w:rsid w:val="008F741C"/>
    <w:rsid w:val="008F7FD7"/>
    <w:rsid w:val="009006DA"/>
    <w:rsid w:val="009014D7"/>
    <w:rsid w:val="0090179A"/>
    <w:rsid w:val="009017EC"/>
    <w:rsid w:val="00901BD3"/>
    <w:rsid w:val="00901E84"/>
    <w:rsid w:val="00902420"/>
    <w:rsid w:val="009029B1"/>
    <w:rsid w:val="00902AE2"/>
    <w:rsid w:val="00903393"/>
    <w:rsid w:val="00903409"/>
    <w:rsid w:val="00903C7D"/>
    <w:rsid w:val="00903F34"/>
    <w:rsid w:val="009046DF"/>
    <w:rsid w:val="0090488A"/>
    <w:rsid w:val="00904ADD"/>
    <w:rsid w:val="00904D8F"/>
    <w:rsid w:val="00904FB1"/>
    <w:rsid w:val="0090522C"/>
    <w:rsid w:val="0090534E"/>
    <w:rsid w:val="0090589F"/>
    <w:rsid w:val="0090651A"/>
    <w:rsid w:val="009066B8"/>
    <w:rsid w:val="00906A3B"/>
    <w:rsid w:val="00906F62"/>
    <w:rsid w:val="00907460"/>
    <w:rsid w:val="009078C7"/>
    <w:rsid w:val="00907E74"/>
    <w:rsid w:val="00910CD7"/>
    <w:rsid w:val="009112B8"/>
    <w:rsid w:val="00912139"/>
    <w:rsid w:val="00912230"/>
    <w:rsid w:val="00912418"/>
    <w:rsid w:val="0091286A"/>
    <w:rsid w:val="00913B7F"/>
    <w:rsid w:val="00913EC4"/>
    <w:rsid w:val="00913F58"/>
    <w:rsid w:val="00913F63"/>
    <w:rsid w:val="009140A8"/>
    <w:rsid w:val="0091485D"/>
    <w:rsid w:val="009148F6"/>
    <w:rsid w:val="00914D27"/>
    <w:rsid w:val="00915279"/>
    <w:rsid w:val="00915986"/>
    <w:rsid w:val="00915AE6"/>
    <w:rsid w:val="00916434"/>
    <w:rsid w:val="0091682D"/>
    <w:rsid w:val="00916A1F"/>
    <w:rsid w:val="00916FDA"/>
    <w:rsid w:val="009173C8"/>
    <w:rsid w:val="00917C1C"/>
    <w:rsid w:val="00920271"/>
    <w:rsid w:val="009204EB"/>
    <w:rsid w:val="00920515"/>
    <w:rsid w:val="00920C18"/>
    <w:rsid w:val="00921260"/>
    <w:rsid w:val="0092221A"/>
    <w:rsid w:val="00922370"/>
    <w:rsid w:val="00922557"/>
    <w:rsid w:val="009225A0"/>
    <w:rsid w:val="0092276E"/>
    <w:rsid w:val="00923621"/>
    <w:rsid w:val="00923633"/>
    <w:rsid w:val="0092388A"/>
    <w:rsid w:val="009253D9"/>
    <w:rsid w:val="00925535"/>
    <w:rsid w:val="00925EA3"/>
    <w:rsid w:val="00925ECE"/>
    <w:rsid w:val="00926231"/>
    <w:rsid w:val="009266C8"/>
    <w:rsid w:val="00926880"/>
    <w:rsid w:val="009269B0"/>
    <w:rsid w:val="00927035"/>
    <w:rsid w:val="009270AF"/>
    <w:rsid w:val="00927721"/>
    <w:rsid w:val="00927D62"/>
    <w:rsid w:val="0093069D"/>
    <w:rsid w:val="00930C31"/>
    <w:rsid w:val="009310C0"/>
    <w:rsid w:val="00931194"/>
    <w:rsid w:val="009313FF"/>
    <w:rsid w:val="00931450"/>
    <w:rsid w:val="00931F75"/>
    <w:rsid w:val="00932061"/>
    <w:rsid w:val="00932192"/>
    <w:rsid w:val="00932B5F"/>
    <w:rsid w:val="00932B65"/>
    <w:rsid w:val="00933B5F"/>
    <w:rsid w:val="0093470D"/>
    <w:rsid w:val="00934988"/>
    <w:rsid w:val="00934B5D"/>
    <w:rsid w:val="00934E85"/>
    <w:rsid w:val="00934F85"/>
    <w:rsid w:val="00935615"/>
    <w:rsid w:val="0093589F"/>
    <w:rsid w:val="0093595B"/>
    <w:rsid w:val="009363B1"/>
    <w:rsid w:val="0093678D"/>
    <w:rsid w:val="009378BE"/>
    <w:rsid w:val="009379C0"/>
    <w:rsid w:val="00940022"/>
    <w:rsid w:val="00940217"/>
    <w:rsid w:val="00940476"/>
    <w:rsid w:val="009405C1"/>
    <w:rsid w:val="00940F40"/>
    <w:rsid w:val="00941151"/>
    <w:rsid w:val="00941D5C"/>
    <w:rsid w:val="00941E53"/>
    <w:rsid w:val="00942855"/>
    <w:rsid w:val="00942A01"/>
    <w:rsid w:val="00942C1D"/>
    <w:rsid w:val="009430AC"/>
    <w:rsid w:val="0094325E"/>
    <w:rsid w:val="00943412"/>
    <w:rsid w:val="00943B2E"/>
    <w:rsid w:val="009440A6"/>
    <w:rsid w:val="00944429"/>
    <w:rsid w:val="009447C1"/>
    <w:rsid w:val="00944B5B"/>
    <w:rsid w:val="00944CF6"/>
    <w:rsid w:val="009452D2"/>
    <w:rsid w:val="00945A1D"/>
    <w:rsid w:val="00945D11"/>
    <w:rsid w:val="00946329"/>
    <w:rsid w:val="00946491"/>
    <w:rsid w:val="0094657B"/>
    <w:rsid w:val="009469B5"/>
    <w:rsid w:val="00946AC8"/>
    <w:rsid w:val="00946B36"/>
    <w:rsid w:val="00946E2E"/>
    <w:rsid w:val="0094714D"/>
    <w:rsid w:val="009475D8"/>
    <w:rsid w:val="009477C3"/>
    <w:rsid w:val="00947A42"/>
    <w:rsid w:val="00947B1E"/>
    <w:rsid w:val="00950033"/>
    <w:rsid w:val="009503B8"/>
    <w:rsid w:val="009503E2"/>
    <w:rsid w:val="009508EF"/>
    <w:rsid w:val="0095098D"/>
    <w:rsid w:val="00950B4A"/>
    <w:rsid w:val="00950DDF"/>
    <w:rsid w:val="00950F66"/>
    <w:rsid w:val="0095157A"/>
    <w:rsid w:val="00951A71"/>
    <w:rsid w:val="009520A1"/>
    <w:rsid w:val="00952565"/>
    <w:rsid w:val="00952E3E"/>
    <w:rsid w:val="00952F5F"/>
    <w:rsid w:val="00953122"/>
    <w:rsid w:val="009533D3"/>
    <w:rsid w:val="009535B1"/>
    <w:rsid w:val="00954630"/>
    <w:rsid w:val="00954DB3"/>
    <w:rsid w:val="009550F5"/>
    <w:rsid w:val="0095514C"/>
    <w:rsid w:val="00955164"/>
    <w:rsid w:val="00955330"/>
    <w:rsid w:val="009555C7"/>
    <w:rsid w:val="009559F3"/>
    <w:rsid w:val="00956020"/>
    <w:rsid w:val="009563AC"/>
    <w:rsid w:val="0095678A"/>
    <w:rsid w:val="009569D1"/>
    <w:rsid w:val="00956CA7"/>
    <w:rsid w:val="00956F08"/>
    <w:rsid w:val="00957162"/>
    <w:rsid w:val="00957572"/>
    <w:rsid w:val="009578F3"/>
    <w:rsid w:val="00957ACD"/>
    <w:rsid w:val="009602AF"/>
    <w:rsid w:val="0096069D"/>
    <w:rsid w:val="0096073F"/>
    <w:rsid w:val="00960B4E"/>
    <w:rsid w:val="00960BF8"/>
    <w:rsid w:val="00960C57"/>
    <w:rsid w:val="00960F67"/>
    <w:rsid w:val="0096143A"/>
    <w:rsid w:val="0096147B"/>
    <w:rsid w:val="009614F6"/>
    <w:rsid w:val="00961AD9"/>
    <w:rsid w:val="00961C93"/>
    <w:rsid w:val="00961CD2"/>
    <w:rsid w:val="00961F53"/>
    <w:rsid w:val="00962715"/>
    <w:rsid w:val="00962AE3"/>
    <w:rsid w:val="00962B76"/>
    <w:rsid w:val="00962F8B"/>
    <w:rsid w:val="0096375C"/>
    <w:rsid w:val="009637B7"/>
    <w:rsid w:val="00963F64"/>
    <w:rsid w:val="00964D6A"/>
    <w:rsid w:val="009652F2"/>
    <w:rsid w:val="00965399"/>
    <w:rsid w:val="0096543A"/>
    <w:rsid w:val="00965DD7"/>
    <w:rsid w:val="00965E4B"/>
    <w:rsid w:val="009660BA"/>
    <w:rsid w:val="0096613E"/>
    <w:rsid w:val="00966201"/>
    <w:rsid w:val="00966609"/>
    <w:rsid w:val="0096678D"/>
    <w:rsid w:val="00966ECF"/>
    <w:rsid w:val="0096709D"/>
    <w:rsid w:val="00967237"/>
    <w:rsid w:val="009678E3"/>
    <w:rsid w:val="00967FF5"/>
    <w:rsid w:val="0097061F"/>
    <w:rsid w:val="0097068C"/>
    <w:rsid w:val="0097075A"/>
    <w:rsid w:val="009707D2"/>
    <w:rsid w:val="00970A87"/>
    <w:rsid w:val="00970C2F"/>
    <w:rsid w:val="00970DFF"/>
    <w:rsid w:val="00970F26"/>
    <w:rsid w:val="0097142A"/>
    <w:rsid w:val="009715D3"/>
    <w:rsid w:val="0097257B"/>
    <w:rsid w:val="00972C70"/>
    <w:rsid w:val="0097309A"/>
    <w:rsid w:val="009730BB"/>
    <w:rsid w:val="009730E7"/>
    <w:rsid w:val="009733ED"/>
    <w:rsid w:val="009738E7"/>
    <w:rsid w:val="00973B7E"/>
    <w:rsid w:val="00974080"/>
    <w:rsid w:val="00974224"/>
    <w:rsid w:val="0097438A"/>
    <w:rsid w:val="0097446A"/>
    <w:rsid w:val="00974598"/>
    <w:rsid w:val="00974BEF"/>
    <w:rsid w:val="00974D38"/>
    <w:rsid w:val="00974D76"/>
    <w:rsid w:val="00974FF1"/>
    <w:rsid w:val="00975232"/>
    <w:rsid w:val="009754D0"/>
    <w:rsid w:val="009758F8"/>
    <w:rsid w:val="009759EA"/>
    <w:rsid w:val="00975E72"/>
    <w:rsid w:val="00975EE3"/>
    <w:rsid w:val="00976DF1"/>
    <w:rsid w:val="00977042"/>
    <w:rsid w:val="00977742"/>
    <w:rsid w:val="00977967"/>
    <w:rsid w:val="00977B9B"/>
    <w:rsid w:val="00977E29"/>
    <w:rsid w:val="00980156"/>
    <w:rsid w:val="009803A3"/>
    <w:rsid w:val="00980AA9"/>
    <w:rsid w:val="00980BFC"/>
    <w:rsid w:val="0098108E"/>
    <w:rsid w:val="0098117D"/>
    <w:rsid w:val="0098195C"/>
    <w:rsid w:val="00981FEF"/>
    <w:rsid w:val="0098253E"/>
    <w:rsid w:val="009825BA"/>
    <w:rsid w:val="00982B31"/>
    <w:rsid w:val="0098334B"/>
    <w:rsid w:val="00983E57"/>
    <w:rsid w:val="00984310"/>
    <w:rsid w:val="00984740"/>
    <w:rsid w:val="00985359"/>
    <w:rsid w:val="00985441"/>
    <w:rsid w:val="009854FB"/>
    <w:rsid w:val="0098592C"/>
    <w:rsid w:val="00985A07"/>
    <w:rsid w:val="009861F6"/>
    <w:rsid w:val="009869AA"/>
    <w:rsid w:val="00986DE8"/>
    <w:rsid w:val="00986EBA"/>
    <w:rsid w:val="009871F6"/>
    <w:rsid w:val="009874C1"/>
    <w:rsid w:val="0098762F"/>
    <w:rsid w:val="009879CA"/>
    <w:rsid w:val="00987BC6"/>
    <w:rsid w:val="00987EC4"/>
    <w:rsid w:val="00987EF1"/>
    <w:rsid w:val="00990196"/>
    <w:rsid w:val="009901C8"/>
    <w:rsid w:val="00990268"/>
    <w:rsid w:val="00990795"/>
    <w:rsid w:val="00990C4B"/>
    <w:rsid w:val="009914E8"/>
    <w:rsid w:val="009919F4"/>
    <w:rsid w:val="00992B8B"/>
    <w:rsid w:val="00992E31"/>
    <w:rsid w:val="0099364B"/>
    <w:rsid w:val="00993A05"/>
    <w:rsid w:val="009941CA"/>
    <w:rsid w:val="00994358"/>
    <w:rsid w:val="0099436D"/>
    <w:rsid w:val="00994494"/>
    <w:rsid w:val="00994502"/>
    <w:rsid w:val="00994B2B"/>
    <w:rsid w:val="00994FA2"/>
    <w:rsid w:val="00995441"/>
    <w:rsid w:val="009959E1"/>
    <w:rsid w:val="00996000"/>
    <w:rsid w:val="00996218"/>
    <w:rsid w:val="009965AA"/>
    <w:rsid w:val="00996766"/>
    <w:rsid w:val="00996DDD"/>
    <w:rsid w:val="00996EA3"/>
    <w:rsid w:val="0099731E"/>
    <w:rsid w:val="009A07FF"/>
    <w:rsid w:val="009A0944"/>
    <w:rsid w:val="009A0A76"/>
    <w:rsid w:val="009A1DBA"/>
    <w:rsid w:val="009A255C"/>
    <w:rsid w:val="009A26BE"/>
    <w:rsid w:val="009A2ED0"/>
    <w:rsid w:val="009A307D"/>
    <w:rsid w:val="009A32C9"/>
    <w:rsid w:val="009A375B"/>
    <w:rsid w:val="009A37CD"/>
    <w:rsid w:val="009A3A38"/>
    <w:rsid w:val="009A3D1E"/>
    <w:rsid w:val="009A3FC1"/>
    <w:rsid w:val="009A418D"/>
    <w:rsid w:val="009A43FD"/>
    <w:rsid w:val="009A4AD7"/>
    <w:rsid w:val="009A5004"/>
    <w:rsid w:val="009A52D4"/>
    <w:rsid w:val="009A53BF"/>
    <w:rsid w:val="009A53CC"/>
    <w:rsid w:val="009A54FC"/>
    <w:rsid w:val="009A5DF6"/>
    <w:rsid w:val="009A61AF"/>
    <w:rsid w:val="009A63E1"/>
    <w:rsid w:val="009A6E1B"/>
    <w:rsid w:val="009A7001"/>
    <w:rsid w:val="009A70E1"/>
    <w:rsid w:val="009A7568"/>
    <w:rsid w:val="009A76E9"/>
    <w:rsid w:val="009A7DA5"/>
    <w:rsid w:val="009B01D4"/>
    <w:rsid w:val="009B0339"/>
    <w:rsid w:val="009B055D"/>
    <w:rsid w:val="009B097F"/>
    <w:rsid w:val="009B0C22"/>
    <w:rsid w:val="009B0D4E"/>
    <w:rsid w:val="009B18C0"/>
    <w:rsid w:val="009B1E6A"/>
    <w:rsid w:val="009B1F4A"/>
    <w:rsid w:val="009B212E"/>
    <w:rsid w:val="009B21B2"/>
    <w:rsid w:val="009B2516"/>
    <w:rsid w:val="009B255F"/>
    <w:rsid w:val="009B2A8A"/>
    <w:rsid w:val="009B2ACD"/>
    <w:rsid w:val="009B2B56"/>
    <w:rsid w:val="009B302B"/>
    <w:rsid w:val="009B3511"/>
    <w:rsid w:val="009B3D4C"/>
    <w:rsid w:val="009B3F80"/>
    <w:rsid w:val="009B4284"/>
    <w:rsid w:val="009B4718"/>
    <w:rsid w:val="009B4B1E"/>
    <w:rsid w:val="009B4CB6"/>
    <w:rsid w:val="009B4D84"/>
    <w:rsid w:val="009B4E29"/>
    <w:rsid w:val="009B4F2D"/>
    <w:rsid w:val="009B50D5"/>
    <w:rsid w:val="009B5188"/>
    <w:rsid w:val="009B574C"/>
    <w:rsid w:val="009B5911"/>
    <w:rsid w:val="009B6343"/>
    <w:rsid w:val="009B68D4"/>
    <w:rsid w:val="009B6AFD"/>
    <w:rsid w:val="009B7253"/>
    <w:rsid w:val="009B7F2D"/>
    <w:rsid w:val="009C05DF"/>
    <w:rsid w:val="009C0B98"/>
    <w:rsid w:val="009C12F2"/>
    <w:rsid w:val="009C14F4"/>
    <w:rsid w:val="009C26EC"/>
    <w:rsid w:val="009C2C35"/>
    <w:rsid w:val="009C3558"/>
    <w:rsid w:val="009C3B92"/>
    <w:rsid w:val="009C3C67"/>
    <w:rsid w:val="009C3D8C"/>
    <w:rsid w:val="009C47A4"/>
    <w:rsid w:val="009C514D"/>
    <w:rsid w:val="009C543A"/>
    <w:rsid w:val="009C564A"/>
    <w:rsid w:val="009C62EC"/>
    <w:rsid w:val="009C66B9"/>
    <w:rsid w:val="009C6D46"/>
    <w:rsid w:val="009C6FF1"/>
    <w:rsid w:val="009C73DE"/>
    <w:rsid w:val="009C763B"/>
    <w:rsid w:val="009C76FC"/>
    <w:rsid w:val="009C7789"/>
    <w:rsid w:val="009C77E5"/>
    <w:rsid w:val="009D0A5A"/>
    <w:rsid w:val="009D0F52"/>
    <w:rsid w:val="009D128D"/>
    <w:rsid w:val="009D13DC"/>
    <w:rsid w:val="009D19AA"/>
    <w:rsid w:val="009D19B6"/>
    <w:rsid w:val="009D1ED1"/>
    <w:rsid w:val="009D1FD9"/>
    <w:rsid w:val="009D22D4"/>
    <w:rsid w:val="009D2352"/>
    <w:rsid w:val="009D2868"/>
    <w:rsid w:val="009D297B"/>
    <w:rsid w:val="009D3214"/>
    <w:rsid w:val="009D33A0"/>
    <w:rsid w:val="009D3969"/>
    <w:rsid w:val="009D40E6"/>
    <w:rsid w:val="009D4426"/>
    <w:rsid w:val="009D4A75"/>
    <w:rsid w:val="009D4C2D"/>
    <w:rsid w:val="009D4DE0"/>
    <w:rsid w:val="009D52DC"/>
    <w:rsid w:val="009D56C9"/>
    <w:rsid w:val="009D5A38"/>
    <w:rsid w:val="009D6108"/>
    <w:rsid w:val="009D61B9"/>
    <w:rsid w:val="009D64C4"/>
    <w:rsid w:val="009D6CB0"/>
    <w:rsid w:val="009D6F8D"/>
    <w:rsid w:val="009D7203"/>
    <w:rsid w:val="009D741B"/>
    <w:rsid w:val="009D7E59"/>
    <w:rsid w:val="009E03BE"/>
    <w:rsid w:val="009E07BB"/>
    <w:rsid w:val="009E0905"/>
    <w:rsid w:val="009E0B48"/>
    <w:rsid w:val="009E10B0"/>
    <w:rsid w:val="009E1118"/>
    <w:rsid w:val="009E162D"/>
    <w:rsid w:val="009E1E85"/>
    <w:rsid w:val="009E247C"/>
    <w:rsid w:val="009E27B5"/>
    <w:rsid w:val="009E2A00"/>
    <w:rsid w:val="009E2A58"/>
    <w:rsid w:val="009E36D5"/>
    <w:rsid w:val="009E3A0A"/>
    <w:rsid w:val="009E4824"/>
    <w:rsid w:val="009E4ADE"/>
    <w:rsid w:val="009E4EC0"/>
    <w:rsid w:val="009E4F3D"/>
    <w:rsid w:val="009E5648"/>
    <w:rsid w:val="009E598A"/>
    <w:rsid w:val="009E5B5C"/>
    <w:rsid w:val="009E67C9"/>
    <w:rsid w:val="009E6DE8"/>
    <w:rsid w:val="009E7289"/>
    <w:rsid w:val="009E774A"/>
    <w:rsid w:val="009E7AB9"/>
    <w:rsid w:val="009F0390"/>
    <w:rsid w:val="009F06D6"/>
    <w:rsid w:val="009F07B5"/>
    <w:rsid w:val="009F07C0"/>
    <w:rsid w:val="009F15D8"/>
    <w:rsid w:val="009F1D0F"/>
    <w:rsid w:val="009F230A"/>
    <w:rsid w:val="009F2324"/>
    <w:rsid w:val="009F2920"/>
    <w:rsid w:val="009F2B78"/>
    <w:rsid w:val="009F2C77"/>
    <w:rsid w:val="009F2C7C"/>
    <w:rsid w:val="009F2CC4"/>
    <w:rsid w:val="009F32B4"/>
    <w:rsid w:val="009F465F"/>
    <w:rsid w:val="009F4667"/>
    <w:rsid w:val="009F4669"/>
    <w:rsid w:val="009F4A72"/>
    <w:rsid w:val="009F5327"/>
    <w:rsid w:val="009F5369"/>
    <w:rsid w:val="009F565E"/>
    <w:rsid w:val="009F599A"/>
    <w:rsid w:val="009F5B4D"/>
    <w:rsid w:val="009F5E22"/>
    <w:rsid w:val="009F6BDD"/>
    <w:rsid w:val="009F6DDF"/>
    <w:rsid w:val="009F71EA"/>
    <w:rsid w:val="009F772A"/>
    <w:rsid w:val="009F7C50"/>
    <w:rsid w:val="009F7E98"/>
    <w:rsid w:val="00A0070E"/>
    <w:rsid w:val="00A00A9C"/>
    <w:rsid w:val="00A00CA1"/>
    <w:rsid w:val="00A01317"/>
    <w:rsid w:val="00A016BE"/>
    <w:rsid w:val="00A017EC"/>
    <w:rsid w:val="00A01C83"/>
    <w:rsid w:val="00A01E7B"/>
    <w:rsid w:val="00A022A6"/>
    <w:rsid w:val="00A027FC"/>
    <w:rsid w:val="00A032DC"/>
    <w:rsid w:val="00A033BA"/>
    <w:rsid w:val="00A03FEC"/>
    <w:rsid w:val="00A048AD"/>
    <w:rsid w:val="00A04903"/>
    <w:rsid w:val="00A04ACE"/>
    <w:rsid w:val="00A04B82"/>
    <w:rsid w:val="00A058E5"/>
    <w:rsid w:val="00A05A22"/>
    <w:rsid w:val="00A05D23"/>
    <w:rsid w:val="00A05D7D"/>
    <w:rsid w:val="00A0616C"/>
    <w:rsid w:val="00A066A0"/>
    <w:rsid w:val="00A066F6"/>
    <w:rsid w:val="00A06E29"/>
    <w:rsid w:val="00A07C6B"/>
    <w:rsid w:val="00A07FFB"/>
    <w:rsid w:val="00A10031"/>
    <w:rsid w:val="00A1011F"/>
    <w:rsid w:val="00A101AF"/>
    <w:rsid w:val="00A1027A"/>
    <w:rsid w:val="00A102FC"/>
    <w:rsid w:val="00A112B0"/>
    <w:rsid w:val="00A11608"/>
    <w:rsid w:val="00A11D75"/>
    <w:rsid w:val="00A11E15"/>
    <w:rsid w:val="00A120E4"/>
    <w:rsid w:val="00A122C4"/>
    <w:rsid w:val="00A1280C"/>
    <w:rsid w:val="00A12ADA"/>
    <w:rsid w:val="00A137B7"/>
    <w:rsid w:val="00A13A87"/>
    <w:rsid w:val="00A13A97"/>
    <w:rsid w:val="00A13C1D"/>
    <w:rsid w:val="00A13D56"/>
    <w:rsid w:val="00A144B5"/>
    <w:rsid w:val="00A14F3C"/>
    <w:rsid w:val="00A15277"/>
    <w:rsid w:val="00A15447"/>
    <w:rsid w:val="00A15953"/>
    <w:rsid w:val="00A15A97"/>
    <w:rsid w:val="00A15E97"/>
    <w:rsid w:val="00A15EFA"/>
    <w:rsid w:val="00A15F5D"/>
    <w:rsid w:val="00A16415"/>
    <w:rsid w:val="00A16491"/>
    <w:rsid w:val="00A20989"/>
    <w:rsid w:val="00A209AB"/>
    <w:rsid w:val="00A20BBE"/>
    <w:rsid w:val="00A21090"/>
    <w:rsid w:val="00A21791"/>
    <w:rsid w:val="00A218BF"/>
    <w:rsid w:val="00A218C0"/>
    <w:rsid w:val="00A21980"/>
    <w:rsid w:val="00A220E1"/>
    <w:rsid w:val="00A22363"/>
    <w:rsid w:val="00A22B8B"/>
    <w:rsid w:val="00A23104"/>
    <w:rsid w:val="00A2310F"/>
    <w:rsid w:val="00A237BF"/>
    <w:rsid w:val="00A24323"/>
    <w:rsid w:val="00A24F4F"/>
    <w:rsid w:val="00A256A6"/>
    <w:rsid w:val="00A258E0"/>
    <w:rsid w:val="00A25C92"/>
    <w:rsid w:val="00A26242"/>
    <w:rsid w:val="00A2636D"/>
    <w:rsid w:val="00A2642A"/>
    <w:rsid w:val="00A2648A"/>
    <w:rsid w:val="00A268C1"/>
    <w:rsid w:val="00A26AD5"/>
    <w:rsid w:val="00A26B9B"/>
    <w:rsid w:val="00A270A5"/>
    <w:rsid w:val="00A27C50"/>
    <w:rsid w:val="00A27CB8"/>
    <w:rsid w:val="00A27D74"/>
    <w:rsid w:val="00A30112"/>
    <w:rsid w:val="00A30F05"/>
    <w:rsid w:val="00A30F8E"/>
    <w:rsid w:val="00A31104"/>
    <w:rsid w:val="00A31543"/>
    <w:rsid w:val="00A318BB"/>
    <w:rsid w:val="00A31977"/>
    <w:rsid w:val="00A31D25"/>
    <w:rsid w:val="00A31D61"/>
    <w:rsid w:val="00A31E39"/>
    <w:rsid w:val="00A32217"/>
    <w:rsid w:val="00A33062"/>
    <w:rsid w:val="00A3322F"/>
    <w:rsid w:val="00A3331F"/>
    <w:rsid w:val="00A33424"/>
    <w:rsid w:val="00A3349A"/>
    <w:rsid w:val="00A335FD"/>
    <w:rsid w:val="00A33C1E"/>
    <w:rsid w:val="00A33D61"/>
    <w:rsid w:val="00A34602"/>
    <w:rsid w:val="00A34E98"/>
    <w:rsid w:val="00A34FA2"/>
    <w:rsid w:val="00A3538E"/>
    <w:rsid w:val="00A3545A"/>
    <w:rsid w:val="00A35D65"/>
    <w:rsid w:val="00A35EDE"/>
    <w:rsid w:val="00A36375"/>
    <w:rsid w:val="00A36CA9"/>
    <w:rsid w:val="00A36D07"/>
    <w:rsid w:val="00A37451"/>
    <w:rsid w:val="00A37739"/>
    <w:rsid w:val="00A40139"/>
    <w:rsid w:val="00A402B8"/>
    <w:rsid w:val="00A403FB"/>
    <w:rsid w:val="00A41453"/>
    <w:rsid w:val="00A4190D"/>
    <w:rsid w:val="00A41A83"/>
    <w:rsid w:val="00A41AA9"/>
    <w:rsid w:val="00A426D2"/>
    <w:rsid w:val="00A4277F"/>
    <w:rsid w:val="00A4282F"/>
    <w:rsid w:val="00A4295F"/>
    <w:rsid w:val="00A42AD7"/>
    <w:rsid w:val="00A42B48"/>
    <w:rsid w:val="00A42E79"/>
    <w:rsid w:val="00A42FAF"/>
    <w:rsid w:val="00A43B53"/>
    <w:rsid w:val="00A43D8D"/>
    <w:rsid w:val="00A44011"/>
    <w:rsid w:val="00A4409F"/>
    <w:rsid w:val="00A44462"/>
    <w:rsid w:val="00A44704"/>
    <w:rsid w:val="00A450F1"/>
    <w:rsid w:val="00A45212"/>
    <w:rsid w:val="00A459C9"/>
    <w:rsid w:val="00A45C93"/>
    <w:rsid w:val="00A45DB3"/>
    <w:rsid w:val="00A4645A"/>
    <w:rsid w:val="00A46829"/>
    <w:rsid w:val="00A46EA4"/>
    <w:rsid w:val="00A4710C"/>
    <w:rsid w:val="00A47417"/>
    <w:rsid w:val="00A47547"/>
    <w:rsid w:val="00A4758D"/>
    <w:rsid w:val="00A478DC"/>
    <w:rsid w:val="00A500F0"/>
    <w:rsid w:val="00A50ADE"/>
    <w:rsid w:val="00A50FBD"/>
    <w:rsid w:val="00A5112F"/>
    <w:rsid w:val="00A514D8"/>
    <w:rsid w:val="00A51530"/>
    <w:rsid w:val="00A516A7"/>
    <w:rsid w:val="00A51F4D"/>
    <w:rsid w:val="00A51FCA"/>
    <w:rsid w:val="00A52281"/>
    <w:rsid w:val="00A52653"/>
    <w:rsid w:val="00A52A43"/>
    <w:rsid w:val="00A52A8D"/>
    <w:rsid w:val="00A52A96"/>
    <w:rsid w:val="00A52B25"/>
    <w:rsid w:val="00A52E23"/>
    <w:rsid w:val="00A532F0"/>
    <w:rsid w:val="00A534EC"/>
    <w:rsid w:val="00A53869"/>
    <w:rsid w:val="00A53DE6"/>
    <w:rsid w:val="00A53EEC"/>
    <w:rsid w:val="00A540D7"/>
    <w:rsid w:val="00A5410A"/>
    <w:rsid w:val="00A54179"/>
    <w:rsid w:val="00A54557"/>
    <w:rsid w:val="00A545C0"/>
    <w:rsid w:val="00A54C42"/>
    <w:rsid w:val="00A552B2"/>
    <w:rsid w:val="00A5559C"/>
    <w:rsid w:val="00A5562B"/>
    <w:rsid w:val="00A556AC"/>
    <w:rsid w:val="00A5589C"/>
    <w:rsid w:val="00A55CD3"/>
    <w:rsid w:val="00A55DA3"/>
    <w:rsid w:val="00A56088"/>
    <w:rsid w:val="00A563E2"/>
    <w:rsid w:val="00A5664D"/>
    <w:rsid w:val="00A5688E"/>
    <w:rsid w:val="00A56C20"/>
    <w:rsid w:val="00A57221"/>
    <w:rsid w:val="00A5769A"/>
    <w:rsid w:val="00A57D23"/>
    <w:rsid w:val="00A604C4"/>
    <w:rsid w:val="00A6076B"/>
    <w:rsid w:val="00A60AAF"/>
    <w:rsid w:val="00A60B19"/>
    <w:rsid w:val="00A61653"/>
    <w:rsid w:val="00A617C0"/>
    <w:rsid w:val="00A6189D"/>
    <w:rsid w:val="00A61D02"/>
    <w:rsid w:val="00A61EF7"/>
    <w:rsid w:val="00A61F81"/>
    <w:rsid w:val="00A62BC0"/>
    <w:rsid w:val="00A62EDE"/>
    <w:rsid w:val="00A63240"/>
    <w:rsid w:val="00A63553"/>
    <w:rsid w:val="00A64002"/>
    <w:rsid w:val="00A640D8"/>
    <w:rsid w:val="00A64163"/>
    <w:rsid w:val="00A6430D"/>
    <w:rsid w:val="00A64625"/>
    <w:rsid w:val="00A6486D"/>
    <w:rsid w:val="00A6494B"/>
    <w:rsid w:val="00A64F5E"/>
    <w:rsid w:val="00A6515C"/>
    <w:rsid w:val="00A65354"/>
    <w:rsid w:val="00A65D63"/>
    <w:rsid w:val="00A65DA3"/>
    <w:rsid w:val="00A668D6"/>
    <w:rsid w:val="00A66FB4"/>
    <w:rsid w:val="00A677D3"/>
    <w:rsid w:val="00A70A75"/>
    <w:rsid w:val="00A70BEC"/>
    <w:rsid w:val="00A70C46"/>
    <w:rsid w:val="00A71119"/>
    <w:rsid w:val="00A7139F"/>
    <w:rsid w:val="00A71492"/>
    <w:rsid w:val="00A7195D"/>
    <w:rsid w:val="00A71DFC"/>
    <w:rsid w:val="00A7200E"/>
    <w:rsid w:val="00A7270C"/>
    <w:rsid w:val="00A72A2B"/>
    <w:rsid w:val="00A72B4B"/>
    <w:rsid w:val="00A72E50"/>
    <w:rsid w:val="00A73064"/>
    <w:rsid w:val="00A7321E"/>
    <w:rsid w:val="00A745EB"/>
    <w:rsid w:val="00A74897"/>
    <w:rsid w:val="00A749A9"/>
    <w:rsid w:val="00A74ADA"/>
    <w:rsid w:val="00A750C1"/>
    <w:rsid w:val="00A751DD"/>
    <w:rsid w:val="00A7597A"/>
    <w:rsid w:val="00A75C7E"/>
    <w:rsid w:val="00A7629D"/>
    <w:rsid w:val="00A763D5"/>
    <w:rsid w:val="00A76489"/>
    <w:rsid w:val="00A767A6"/>
    <w:rsid w:val="00A771B3"/>
    <w:rsid w:val="00A7799D"/>
    <w:rsid w:val="00A77C90"/>
    <w:rsid w:val="00A803B1"/>
    <w:rsid w:val="00A803DB"/>
    <w:rsid w:val="00A80621"/>
    <w:rsid w:val="00A815CF"/>
    <w:rsid w:val="00A8181E"/>
    <w:rsid w:val="00A8226D"/>
    <w:rsid w:val="00A829B7"/>
    <w:rsid w:val="00A82C21"/>
    <w:rsid w:val="00A82D2D"/>
    <w:rsid w:val="00A83152"/>
    <w:rsid w:val="00A836E8"/>
    <w:rsid w:val="00A83758"/>
    <w:rsid w:val="00A8395F"/>
    <w:rsid w:val="00A83C79"/>
    <w:rsid w:val="00A84941"/>
    <w:rsid w:val="00A84A6E"/>
    <w:rsid w:val="00A84CAE"/>
    <w:rsid w:val="00A84D5F"/>
    <w:rsid w:val="00A854A1"/>
    <w:rsid w:val="00A85FCB"/>
    <w:rsid w:val="00A86250"/>
    <w:rsid w:val="00A863A0"/>
    <w:rsid w:val="00A8655E"/>
    <w:rsid w:val="00A86979"/>
    <w:rsid w:val="00A86A97"/>
    <w:rsid w:val="00A86CC5"/>
    <w:rsid w:val="00A86DDC"/>
    <w:rsid w:val="00A8763E"/>
    <w:rsid w:val="00A87BD6"/>
    <w:rsid w:val="00A90213"/>
    <w:rsid w:val="00A908D6"/>
    <w:rsid w:val="00A90B63"/>
    <w:rsid w:val="00A90CCD"/>
    <w:rsid w:val="00A91F34"/>
    <w:rsid w:val="00A91F7E"/>
    <w:rsid w:val="00A920D5"/>
    <w:rsid w:val="00A92A07"/>
    <w:rsid w:val="00A92FFE"/>
    <w:rsid w:val="00A9330B"/>
    <w:rsid w:val="00A9330E"/>
    <w:rsid w:val="00A93511"/>
    <w:rsid w:val="00A93C0D"/>
    <w:rsid w:val="00A94392"/>
    <w:rsid w:val="00A9451B"/>
    <w:rsid w:val="00A94DAD"/>
    <w:rsid w:val="00A94E97"/>
    <w:rsid w:val="00A94ECE"/>
    <w:rsid w:val="00A9522E"/>
    <w:rsid w:val="00A95267"/>
    <w:rsid w:val="00A95345"/>
    <w:rsid w:val="00A95604"/>
    <w:rsid w:val="00A95704"/>
    <w:rsid w:val="00A961AF"/>
    <w:rsid w:val="00A962AE"/>
    <w:rsid w:val="00A96512"/>
    <w:rsid w:val="00A96708"/>
    <w:rsid w:val="00A9681F"/>
    <w:rsid w:val="00A96A00"/>
    <w:rsid w:val="00A96E03"/>
    <w:rsid w:val="00A97015"/>
    <w:rsid w:val="00A97168"/>
    <w:rsid w:val="00A971B5"/>
    <w:rsid w:val="00A977A7"/>
    <w:rsid w:val="00A97800"/>
    <w:rsid w:val="00A97A34"/>
    <w:rsid w:val="00A97E04"/>
    <w:rsid w:val="00A97ED6"/>
    <w:rsid w:val="00A97F24"/>
    <w:rsid w:val="00AA045F"/>
    <w:rsid w:val="00AA085E"/>
    <w:rsid w:val="00AA0996"/>
    <w:rsid w:val="00AA0BA9"/>
    <w:rsid w:val="00AA0F85"/>
    <w:rsid w:val="00AA0F86"/>
    <w:rsid w:val="00AA143F"/>
    <w:rsid w:val="00AA1CD8"/>
    <w:rsid w:val="00AA2677"/>
    <w:rsid w:val="00AA294D"/>
    <w:rsid w:val="00AA378D"/>
    <w:rsid w:val="00AA37DD"/>
    <w:rsid w:val="00AA3AB2"/>
    <w:rsid w:val="00AA471E"/>
    <w:rsid w:val="00AA4C1D"/>
    <w:rsid w:val="00AA4F1D"/>
    <w:rsid w:val="00AA623E"/>
    <w:rsid w:val="00AA63AF"/>
    <w:rsid w:val="00AA7051"/>
    <w:rsid w:val="00AA732D"/>
    <w:rsid w:val="00AA7D13"/>
    <w:rsid w:val="00AB016E"/>
    <w:rsid w:val="00AB03D6"/>
    <w:rsid w:val="00AB04D9"/>
    <w:rsid w:val="00AB061C"/>
    <w:rsid w:val="00AB0A12"/>
    <w:rsid w:val="00AB0E3D"/>
    <w:rsid w:val="00AB113D"/>
    <w:rsid w:val="00AB1BFB"/>
    <w:rsid w:val="00AB1C1B"/>
    <w:rsid w:val="00AB1DF2"/>
    <w:rsid w:val="00AB1F96"/>
    <w:rsid w:val="00AB1FF3"/>
    <w:rsid w:val="00AB20AF"/>
    <w:rsid w:val="00AB20CB"/>
    <w:rsid w:val="00AB2724"/>
    <w:rsid w:val="00AB299E"/>
    <w:rsid w:val="00AB2CF4"/>
    <w:rsid w:val="00AB3327"/>
    <w:rsid w:val="00AB333E"/>
    <w:rsid w:val="00AB376E"/>
    <w:rsid w:val="00AB3A0C"/>
    <w:rsid w:val="00AB3F1B"/>
    <w:rsid w:val="00AB46B8"/>
    <w:rsid w:val="00AB49D8"/>
    <w:rsid w:val="00AB4A0C"/>
    <w:rsid w:val="00AB4BEF"/>
    <w:rsid w:val="00AB53F2"/>
    <w:rsid w:val="00AB583F"/>
    <w:rsid w:val="00AB5AFC"/>
    <w:rsid w:val="00AB5B22"/>
    <w:rsid w:val="00AB5B4B"/>
    <w:rsid w:val="00AB5E1F"/>
    <w:rsid w:val="00AB6026"/>
    <w:rsid w:val="00AB658F"/>
    <w:rsid w:val="00AB661C"/>
    <w:rsid w:val="00AB66C2"/>
    <w:rsid w:val="00AB6903"/>
    <w:rsid w:val="00AB6B61"/>
    <w:rsid w:val="00AB6FA5"/>
    <w:rsid w:val="00AB7C7E"/>
    <w:rsid w:val="00AB7F40"/>
    <w:rsid w:val="00AC0CCE"/>
    <w:rsid w:val="00AC194F"/>
    <w:rsid w:val="00AC19AD"/>
    <w:rsid w:val="00AC19E2"/>
    <w:rsid w:val="00AC1CF0"/>
    <w:rsid w:val="00AC1D96"/>
    <w:rsid w:val="00AC1F3A"/>
    <w:rsid w:val="00AC2361"/>
    <w:rsid w:val="00AC2623"/>
    <w:rsid w:val="00AC28CD"/>
    <w:rsid w:val="00AC2BE0"/>
    <w:rsid w:val="00AC2CF2"/>
    <w:rsid w:val="00AC3041"/>
    <w:rsid w:val="00AC3267"/>
    <w:rsid w:val="00AC3EB9"/>
    <w:rsid w:val="00AC420A"/>
    <w:rsid w:val="00AC4251"/>
    <w:rsid w:val="00AC4698"/>
    <w:rsid w:val="00AC4713"/>
    <w:rsid w:val="00AC4A76"/>
    <w:rsid w:val="00AC4C24"/>
    <w:rsid w:val="00AC4D40"/>
    <w:rsid w:val="00AC579E"/>
    <w:rsid w:val="00AC5971"/>
    <w:rsid w:val="00AC5983"/>
    <w:rsid w:val="00AC59CD"/>
    <w:rsid w:val="00AC6146"/>
    <w:rsid w:val="00AC6386"/>
    <w:rsid w:val="00AC63E4"/>
    <w:rsid w:val="00AC64A5"/>
    <w:rsid w:val="00AC6A20"/>
    <w:rsid w:val="00AC6AC8"/>
    <w:rsid w:val="00AC6BAC"/>
    <w:rsid w:val="00AC720C"/>
    <w:rsid w:val="00AC7680"/>
    <w:rsid w:val="00AD017E"/>
    <w:rsid w:val="00AD0BEB"/>
    <w:rsid w:val="00AD143A"/>
    <w:rsid w:val="00AD15B8"/>
    <w:rsid w:val="00AD1877"/>
    <w:rsid w:val="00AD1E89"/>
    <w:rsid w:val="00AD1F4B"/>
    <w:rsid w:val="00AD2254"/>
    <w:rsid w:val="00AD2964"/>
    <w:rsid w:val="00AD2A6B"/>
    <w:rsid w:val="00AD33A7"/>
    <w:rsid w:val="00AD34D1"/>
    <w:rsid w:val="00AD35C5"/>
    <w:rsid w:val="00AD35E8"/>
    <w:rsid w:val="00AD365B"/>
    <w:rsid w:val="00AD385A"/>
    <w:rsid w:val="00AD388F"/>
    <w:rsid w:val="00AD3E1B"/>
    <w:rsid w:val="00AD4255"/>
    <w:rsid w:val="00AD4628"/>
    <w:rsid w:val="00AD4C53"/>
    <w:rsid w:val="00AD507D"/>
    <w:rsid w:val="00AD50AB"/>
    <w:rsid w:val="00AD52B3"/>
    <w:rsid w:val="00AD52C3"/>
    <w:rsid w:val="00AD54D2"/>
    <w:rsid w:val="00AD57DD"/>
    <w:rsid w:val="00AD5921"/>
    <w:rsid w:val="00AD5C16"/>
    <w:rsid w:val="00AD6518"/>
    <w:rsid w:val="00AD66EF"/>
    <w:rsid w:val="00AD6D3F"/>
    <w:rsid w:val="00AD7113"/>
    <w:rsid w:val="00AD7341"/>
    <w:rsid w:val="00AD743F"/>
    <w:rsid w:val="00AD780D"/>
    <w:rsid w:val="00AD79CC"/>
    <w:rsid w:val="00AD7BF7"/>
    <w:rsid w:val="00AE0778"/>
    <w:rsid w:val="00AE0B85"/>
    <w:rsid w:val="00AE0C47"/>
    <w:rsid w:val="00AE0E59"/>
    <w:rsid w:val="00AE1E35"/>
    <w:rsid w:val="00AE21E9"/>
    <w:rsid w:val="00AE23A6"/>
    <w:rsid w:val="00AE3152"/>
    <w:rsid w:val="00AE3434"/>
    <w:rsid w:val="00AE4257"/>
    <w:rsid w:val="00AE4A07"/>
    <w:rsid w:val="00AE4D35"/>
    <w:rsid w:val="00AE5CA5"/>
    <w:rsid w:val="00AE5D84"/>
    <w:rsid w:val="00AE5DAC"/>
    <w:rsid w:val="00AE5F35"/>
    <w:rsid w:val="00AE6117"/>
    <w:rsid w:val="00AE622B"/>
    <w:rsid w:val="00AE64FD"/>
    <w:rsid w:val="00AE6C28"/>
    <w:rsid w:val="00AE6CFD"/>
    <w:rsid w:val="00AE6EBF"/>
    <w:rsid w:val="00AE70FA"/>
    <w:rsid w:val="00AE7387"/>
    <w:rsid w:val="00AE7D29"/>
    <w:rsid w:val="00AF0427"/>
    <w:rsid w:val="00AF05EF"/>
    <w:rsid w:val="00AF07F6"/>
    <w:rsid w:val="00AF0987"/>
    <w:rsid w:val="00AF0A2F"/>
    <w:rsid w:val="00AF0B30"/>
    <w:rsid w:val="00AF100C"/>
    <w:rsid w:val="00AF1109"/>
    <w:rsid w:val="00AF1BDD"/>
    <w:rsid w:val="00AF1DE1"/>
    <w:rsid w:val="00AF217C"/>
    <w:rsid w:val="00AF27C9"/>
    <w:rsid w:val="00AF2A48"/>
    <w:rsid w:val="00AF2D4C"/>
    <w:rsid w:val="00AF3242"/>
    <w:rsid w:val="00AF333E"/>
    <w:rsid w:val="00AF33DF"/>
    <w:rsid w:val="00AF3431"/>
    <w:rsid w:val="00AF35AE"/>
    <w:rsid w:val="00AF3F99"/>
    <w:rsid w:val="00AF4102"/>
    <w:rsid w:val="00AF4155"/>
    <w:rsid w:val="00AF461D"/>
    <w:rsid w:val="00AF50C6"/>
    <w:rsid w:val="00AF5629"/>
    <w:rsid w:val="00AF57DE"/>
    <w:rsid w:val="00AF66B5"/>
    <w:rsid w:val="00AF6711"/>
    <w:rsid w:val="00AF688E"/>
    <w:rsid w:val="00AF6A1B"/>
    <w:rsid w:val="00AF6A35"/>
    <w:rsid w:val="00AF7415"/>
    <w:rsid w:val="00AF74EC"/>
    <w:rsid w:val="00AF7AA1"/>
    <w:rsid w:val="00AF7AD2"/>
    <w:rsid w:val="00AF7EFB"/>
    <w:rsid w:val="00B00486"/>
    <w:rsid w:val="00B006A7"/>
    <w:rsid w:val="00B00B91"/>
    <w:rsid w:val="00B00DF2"/>
    <w:rsid w:val="00B01113"/>
    <w:rsid w:val="00B01257"/>
    <w:rsid w:val="00B01291"/>
    <w:rsid w:val="00B01E88"/>
    <w:rsid w:val="00B01F7B"/>
    <w:rsid w:val="00B01FA3"/>
    <w:rsid w:val="00B02571"/>
    <w:rsid w:val="00B02A7F"/>
    <w:rsid w:val="00B02BC2"/>
    <w:rsid w:val="00B02C2F"/>
    <w:rsid w:val="00B02E12"/>
    <w:rsid w:val="00B02F5A"/>
    <w:rsid w:val="00B02FD3"/>
    <w:rsid w:val="00B036B6"/>
    <w:rsid w:val="00B03ADD"/>
    <w:rsid w:val="00B03F2F"/>
    <w:rsid w:val="00B042D2"/>
    <w:rsid w:val="00B04305"/>
    <w:rsid w:val="00B045E5"/>
    <w:rsid w:val="00B053D2"/>
    <w:rsid w:val="00B05788"/>
    <w:rsid w:val="00B05EC8"/>
    <w:rsid w:val="00B05F7D"/>
    <w:rsid w:val="00B06051"/>
    <w:rsid w:val="00B06123"/>
    <w:rsid w:val="00B06311"/>
    <w:rsid w:val="00B064DD"/>
    <w:rsid w:val="00B0664F"/>
    <w:rsid w:val="00B06902"/>
    <w:rsid w:val="00B06E5B"/>
    <w:rsid w:val="00B06FBB"/>
    <w:rsid w:val="00B0725F"/>
    <w:rsid w:val="00B07361"/>
    <w:rsid w:val="00B07557"/>
    <w:rsid w:val="00B1002E"/>
    <w:rsid w:val="00B1054C"/>
    <w:rsid w:val="00B10C8B"/>
    <w:rsid w:val="00B1161B"/>
    <w:rsid w:val="00B11810"/>
    <w:rsid w:val="00B11AF5"/>
    <w:rsid w:val="00B11B86"/>
    <w:rsid w:val="00B11D06"/>
    <w:rsid w:val="00B11DE7"/>
    <w:rsid w:val="00B11FDE"/>
    <w:rsid w:val="00B12417"/>
    <w:rsid w:val="00B12E19"/>
    <w:rsid w:val="00B12ED2"/>
    <w:rsid w:val="00B12F22"/>
    <w:rsid w:val="00B13001"/>
    <w:rsid w:val="00B1309E"/>
    <w:rsid w:val="00B13931"/>
    <w:rsid w:val="00B14870"/>
    <w:rsid w:val="00B14CFC"/>
    <w:rsid w:val="00B14F73"/>
    <w:rsid w:val="00B1518E"/>
    <w:rsid w:val="00B15508"/>
    <w:rsid w:val="00B15816"/>
    <w:rsid w:val="00B15DB9"/>
    <w:rsid w:val="00B15DDF"/>
    <w:rsid w:val="00B1655E"/>
    <w:rsid w:val="00B166EE"/>
    <w:rsid w:val="00B16716"/>
    <w:rsid w:val="00B16AA7"/>
    <w:rsid w:val="00B17010"/>
    <w:rsid w:val="00B176EE"/>
    <w:rsid w:val="00B17A5A"/>
    <w:rsid w:val="00B17B64"/>
    <w:rsid w:val="00B20105"/>
    <w:rsid w:val="00B20211"/>
    <w:rsid w:val="00B20873"/>
    <w:rsid w:val="00B2155F"/>
    <w:rsid w:val="00B215EB"/>
    <w:rsid w:val="00B21A62"/>
    <w:rsid w:val="00B21B5A"/>
    <w:rsid w:val="00B21D47"/>
    <w:rsid w:val="00B224C1"/>
    <w:rsid w:val="00B22636"/>
    <w:rsid w:val="00B22785"/>
    <w:rsid w:val="00B22ABB"/>
    <w:rsid w:val="00B22C73"/>
    <w:rsid w:val="00B22E65"/>
    <w:rsid w:val="00B232DA"/>
    <w:rsid w:val="00B2427A"/>
    <w:rsid w:val="00B2451A"/>
    <w:rsid w:val="00B24712"/>
    <w:rsid w:val="00B247F5"/>
    <w:rsid w:val="00B24837"/>
    <w:rsid w:val="00B24968"/>
    <w:rsid w:val="00B24ABA"/>
    <w:rsid w:val="00B24EB4"/>
    <w:rsid w:val="00B252A4"/>
    <w:rsid w:val="00B2530E"/>
    <w:rsid w:val="00B257FB"/>
    <w:rsid w:val="00B25A08"/>
    <w:rsid w:val="00B25D19"/>
    <w:rsid w:val="00B26547"/>
    <w:rsid w:val="00B271CF"/>
    <w:rsid w:val="00B30015"/>
    <w:rsid w:val="00B315FD"/>
    <w:rsid w:val="00B32101"/>
    <w:rsid w:val="00B32759"/>
    <w:rsid w:val="00B32A12"/>
    <w:rsid w:val="00B32C37"/>
    <w:rsid w:val="00B3408E"/>
    <w:rsid w:val="00B34446"/>
    <w:rsid w:val="00B34F0C"/>
    <w:rsid w:val="00B3518C"/>
    <w:rsid w:val="00B353D6"/>
    <w:rsid w:val="00B359CD"/>
    <w:rsid w:val="00B3683B"/>
    <w:rsid w:val="00B36940"/>
    <w:rsid w:val="00B3695C"/>
    <w:rsid w:val="00B36D1A"/>
    <w:rsid w:val="00B36F1C"/>
    <w:rsid w:val="00B375E7"/>
    <w:rsid w:val="00B37790"/>
    <w:rsid w:val="00B37997"/>
    <w:rsid w:val="00B37BE4"/>
    <w:rsid w:val="00B37DB3"/>
    <w:rsid w:val="00B37FEA"/>
    <w:rsid w:val="00B403DA"/>
    <w:rsid w:val="00B40C36"/>
    <w:rsid w:val="00B40DBF"/>
    <w:rsid w:val="00B40DD0"/>
    <w:rsid w:val="00B40ECD"/>
    <w:rsid w:val="00B41311"/>
    <w:rsid w:val="00B41E45"/>
    <w:rsid w:val="00B422E5"/>
    <w:rsid w:val="00B42510"/>
    <w:rsid w:val="00B426ED"/>
    <w:rsid w:val="00B427AF"/>
    <w:rsid w:val="00B42E0C"/>
    <w:rsid w:val="00B42FE4"/>
    <w:rsid w:val="00B434AF"/>
    <w:rsid w:val="00B434F6"/>
    <w:rsid w:val="00B43627"/>
    <w:rsid w:val="00B43814"/>
    <w:rsid w:val="00B43DDD"/>
    <w:rsid w:val="00B45107"/>
    <w:rsid w:val="00B451BF"/>
    <w:rsid w:val="00B45557"/>
    <w:rsid w:val="00B4567A"/>
    <w:rsid w:val="00B467AD"/>
    <w:rsid w:val="00B46A8C"/>
    <w:rsid w:val="00B46EC8"/>
    <w:rsid w:val="00B477F0"/>
    <w:rsid w:val="00B47827"/>
    <w:rsid w:val="00B47A3E"/>
    <w:rsid w:val="00B506FA"/>
    <w:rsid w:val="00B5077E"/>
    <w:rsid w:val="00B507A7"/>
    <w:rsid w:val="00B50910"/>
    <w:rsid w:val="00B510F5"/>
    <w:rsid w:val="00B5163B"/>
    <w:rsid w:val="00B516C0"/>
    <w:rsid w:val="00B51A31"/>
    <w:rsid w:val="00B5245A"/>
    <w:rsid w:val="00B5247D"/>
    <w:rsid w:val="00B526D5"/>
    <w:rsid w:val="00B52800"/>
    <w:rsid w:val="00B52B9E"/>
    <w:rsid w:val="00B531FA"/>
    <w:rsid w:val="00B5323E"/>
    <w:rsid w:val="00B53325"/>
    <w:rsid w:val="00B5348D"/>
    <w:rsid w:val="00B537F8"/>
    <w:rsid w:val="00B53C5E"/>
    <w:rsid w:val="00B53E36"/>
    <w:rsid w:val="00B54852"/>
    <w:rsid w:val="00B54A1C"/>
    <w:rsid w:val="00B54AF6"/>
    <w:rsid w:val="00B54E17"/>
    <w:rsid w:val="00B54EDE"/>
    <w:rsid w:val="00B54EEB"/>
    <w:rsid w:val="00B54F48"/>
    <w:rsid w:val="00B55E85"/>
    <w:rsid w:val="00B564AE"/>
    <w:rsid w:val="00B56835"/>
    <w:rsid w:val="00B56B83"/>
    <w:rsid w:val="00B5701A"/>
    <w:rsid w:val="00B57AE0"/>
    <w:rsid w:val="00B57FEB"/>
    <w:rsid w:val="00B60725"/>
    <w:rsid w:val="00B60893"/>
    <w:rsid w:val="00B60D85"/>
    <w:rsid w:val="00B611B6"/>
    <w:rsid w:val="00B61271"/>
    <w:rsid w:val="00B6170C"/>
    <w:rsid w:val="00B61A94"/>
    <w:rsid w:val="00B61DE8"/>
    <w:rsid w:val="00B6214B"/>
    <w:rsid w:val="00B62382"/>
    <w:rsid w:val="00B6260A"/>
    <w:rsid w:val="00B629FE"/>
    <w:rsid w:val="00B62D56"/>
    <w:rsid w:val="00B62E42"/>
    <w:rsid w:val="00B634E1"/>
    <w:rsid w:val="00B6384E"/>
    <w:rsid w:val="00B63999"/>
    <w:rsid w:val="00B63D42"/>
    <w:rsid w:val="00B641D0"/>
    <w:rsid w:val="00B642E7"/>
    <w:rsid w:val="00B650FF"/>
    <w:rsid w:val="00B65134"/>
    <w:rsid w:val="00B6535C"/>
    <w:rsid w:val="00B654A6"/>
    <w:rsid w:val="00B65B6A"/>
    <w:rsid w:val="00B65CAD"/>
    <w:rsid w:val="00B65D68"/>
    <w:rsid w:val="00B66693"/>
    <w:rsid w:val="00B66715"/>
    <w:rsid w:val="00B66C15"/>
    <w:rsid w:val="00B67F74"/>
    <w:rsid w:val="00B70401"/>
    <w:rsid w:val="00B706F7"/>
    <w:rsid w:val="00B70AEE"/>
    <w:rsid w:val="00B711CB"/>
    <w:rsid w:val="00B71683"/>
    <w:rsid w:val="00B71ADF"/>
    <w:rsid w:val="00B71C82"/>
    <w:rsid w:val="00B72563"/>
    <w:rsid w:val="00B72707"/>
    <w:rsid w:val="00B72A7B"/>
    <w:rsid w:val="00B72C07"/>
    <w:rsid w:val="00B73110"/>
    <w:rsid w:val="00B731F9"/>
    <w:rsid w:val="00B73564"/>
    <w:rsid w:val="00B735F5"/>
    <w:rsid w:val="00B738BB"/>
    <w:rsid w:val="00B73BB5"/>
    <w:rsid w:val="00B73E01"/>
    <w:rsid w:val="00B73E35"/>
    <w:rsid w:val="00B743C0"/>
    <w:rsid w:val="00B74D6C"/>
    <w:rsid w:val="00B7501C"/>
    <w:rsid w:val="00B7503C"/>
    <w:rsid w:val="00B7586D"/>
    <w:rsid w:val="00B75C7E"/>
    <w:rsid w:val="00B75FF9"/>
    <w:rsid w:val="00B76013"/>
    <w:rsid w:val="00B763BD"/>
    <w:rsid w:val="00B76530"/>
    <w:rsid w:val="00B76656"/>
    <w:rsid w:val="00B76B70"/>
    <w:rsid w:val="00B7748E"/>
    <w:rsid w:val="00B7755E"/>
    <w:rsid w:val="00B7776D"/>
    <w:rsid w:val="00B779BC"/>
    <w:rsid w:val="00B77EF4"/>
    <w:rsid w:val="00B77F4D"/>
    <w:rsid w:val="00B8020D"/>
    <w:rsid w:val="00B8053D"/>
    <w:rsid w:val="00B80BA9"/>
    <w:rsid w:val="00B80DA0"/>
    <w:rsid w:val="00B812E3"/>
    <w:rsid w:val="00B81CAC"/>
    <w:rsid w:val="00B81F23"/>
    <w:rsid w:val="00B81F4F"/>
    <w:rsid w:val="00B8247A"/>
    <w:rsid w:val="00B825D6"/>
    <w:rsid w:val="00B82700"/>
    <w:rsid w:val="00B82A3A"/>
    <w:rsid w:val="00B82C49"/>
    <w:rsid w:val="00B8321A"/>
    <w:rsid w:val="00B834D7"/>
    <w:rsid w:val="00B8372D"/>
    <w:rsid w:val="00B83884"/>
    <w:rsid w:val="00B839DA"/>
    <w:rsid w:val="00B83A7B"/>
    <w:rsid w:val="00B83D93"/>
    <w:rsid w:val="00B83E05"/>
    <w:rsid w:val="00B83F6D"/>
    <w:rsid w:val="00B8495B"/>
    <w:rsid w:val="00B84A4F"/>
    <w:rsid w:val="00B84DB9"/>
    <w:rsid w:val="00B856A7"/>
    <w:rsid w:val="00B856C5"/>
    <w:rsid w:val="00B861EB"/>
    <w:rsid w:val="00B867ED"/>
    <w:rsid w:val="00B86F0A"/>
    <w:rsid w:val="00B87355"/>
    <w:rsid w:val="00B873AE"/>
    <w:rsid w:val="00B8770C"/>
    <w:rsid w:val="00B877CA"/>
    <w:rsid w:val="00B87A9E"/>
    <w:rsid w:val="00B87F6F"/>
    <w:rsid w:val="00B90250"/>
    <w:rsid w:val="00B90540"/>
    <w:rsid w:val="00B90767"/>
    <w:rsid w:val="00B90A19"/>
    <w:rsid w:val="00B90B15"/>
    <w:rsid w:val="00B90C49"/>
    <w:rsid w:val="00B90F61"/>
    <w:rsid w:val="00B91F17"/>
    <w:rsid w:val="00B92121"/>
    <w:rsid w:val="00B924F9"/>
    <w:rsid w:val="00B930F8"/>
    <w:rsid w:val="00B931B4"/>
    <w:rsid w:val="00B936D7"/>
    <w:rsid w:val="00B93C90"/>
    <w:rsid w:val="00B93CB0"/>
    <w:rsid w:val="00B93D39"/>
    <w:rsid w:val="00B94B6F"/>
    <w:rsid w:val="00B955A3"/>
    <w:rsid w:val="00B95E26"/>
    <w:rsid w:val="00B96414"/>
    <w:rsid w:val="00B96771"/>
    <w:rsid w:val="00B96AC2"/>
    <w:rsid w:val="00B96BCF"/>
    <w:rsid w:val="00B96C08"/>
    <w:rsid w:val="00B972F3"/>
    <w:rsid w:val="00B97817"/>
    <w:rsid w:val="00B979E8"/>
    <w:rsid w:val="00B97DBD"/>
    <w:rsid w:val="00BA008B"/>
    <w:rsid w:val="00BA0780"/>
    <w:rsid w:val="00BA0B61"/>
    <w:rsid w:val="00BA0E09"/>
    <w:rsid w:val="00BA12E2"/>
    <w:rsid w:val="00BA1680"/>
    <w:rsid w:val="00BA1B1D"/>
    <w:rsid w:val="00BA1E50"/>
    <w:rsid w:val="00BA1E6B"/>
    <w:rsid w:val="00BA202B"/>
    <w:rsid w:val="00BA20DE"/>
    <w:rsid w:val="00BA2289"/>
    <w:rsid w:val="00BA2294"/>
    <w:rsid w:val="00BA2BC5"/>
    <w:rsid w:val="00BA2F16"/>
    <w:rsid w:val="00BA3636"/>
    <w:rsid w:val="00BA3AE9"/>
    <w:rsid w:val="00BA4376"/>
    <w:rsid w:val="00BA4641"/>
    <w:rsid w:val="00BA57CC"/>
    <w:rsid w:val="00BA5B54"/>
    <w:rsid w:val="00BA60B5"/>
    <w:rsid w:val="00BA6291"/>
    <w:rsid w:val="00BA68DC"/>
    <w:rsid w:val="00BA68FD"/>
    <w:rsid w:val="00BA6F56"/>
    <w:rsid w:val="00BA6F5A"/>
    <w:rsid w:val="00BA7588"/>
    <w:rsid w:val="00BA7632"/>
    <w:rsid w:val="00BA7DB6"/>
    <w:rsid w:val="00BA7F20"/>
    <w:rsid w:val="00BB06E4"/>
    <w:rsid w:val="00BB0AB5"/>
    <w:rsid w:val="00BB0B80"/>
    <w:rsid w:val="00BB0F0E"/>
    <w:rsid w:val="00BB1F4F"/>
    <w:rsid w:val="00BB285E"/>
    <w:rsid w:val="00BB2CDA"/>
    <w:rsid w:val="00BB3049"/>
    <w:rsid w:val="00BB341B"/>
    <w:rsid w:val="00BB346D"/>
    <w:rsid w:val="00BB352D"/>
    <w:rsid w:val="00BB3C82"/>
    <w:rsid w:val="00BB4579"/>
    <w:rsid w:val="00BB4D30"/>
    <w:rsid w:val="00BB4F76"/>
    <w:rsid w:val="00BB526F"/>
    <w:rsid w:val="00BB5951"/>
    <w:rsid w:val="00BB5C83"/>
    <w:rsid w:val="00BB5D90"/>
    <w:rsid w:val="00BB6024"/>
    <w:rsid w:val="00BB643C"/>
    <w:rsid w:val="00BB6849"/>
    <w:rsid w:val="00BB690F"/>
    <w:rsid w:val="00BB6B0F"/>
    <w:rsid w:val="00BB6C36"/>
    <w:rsid w:val="00BB711B"/>
    <w:rsid w:val="00BB7154"/>
    <w:rsid w:val="00BB730F"/>
    <w:rsid w:val="00BB7356"/>
    <w:rsid w:val="00BB7B26"/>
    <w:rsid w:val="00BB7D1C"/>
    <w:rsid w:val="00BC0513"/>
    <w:rsid w:val="00BC06F0"/>
    <w:rsid w:val="00BC0A87"/>
    <w:rsid w:val="00BC0EFF"/>
    <w:rsid w:val="00BC0F6C"/>
    <w:rsid w:val="00BC1753"/>
    <w:rsid w:val="00BC1B3F"/>
    <w:rsid w:val="00BC1C22"/>
    <w:rsid w:val="00BC268A"/>
    <w:rsid w:val="00BC274F"/>
    <w:rsid w:val="00BC28D3"/>
    <w:rsid w:val="00BC3964"/>
    <w:rsid w:val="00BC3C76"/>
    <w:rsid w:val="00BC4727"/>
    <w:rsid w:val="00BC499A"/>
    <w:rsid w:val="00BC4AC0"/>
    <w:rsid w:val="00BC4D70"/>
    <w:rsid w:val="00BC4FBB"/>
    <w:rsid w:val="00BC5007"/>
    <w:rsid w:val="00BC5D7D"/>
    <w:rsid w:val="00BC6506"/>
    <w:rsid w:val="00BC67EB"/>
    <w:rsid w:val="00BC6B46"/>
    <w:rsid w:val="00BC6BEC"/>
    <w:rsid w:val="00BC6C50"/>
    <w:rsid w:val="00BC6DAE"/>
    <w:rsid w:val="00BC717E"/>
    <w:rsid w:val="00BC7419"/>
    <w:rsid w:val="00BC74AB"/>
    <w:rsid w:val="00BC773E"/>
    <w:rsid w:val="00BC7754"/>
    <w:rsid w:val="00BC77EE"/>
    <w:rsid w:val="00BC7FA7"/>
    <w:rsid w:val="00BD0820"/>
    <w:rsid w:val="00BD18C2"/>
    <w:rsid w:val="00BD1D50"/>
    <w:rsid w:val="00BD253A"/>
    <w:rsid w:val="00BD25ED"/>
    <w:rsid w:val="00BD27E4"/>
    <w:rsid w:val="00BD2B20"/>
    <w:rsid w:val="00BD2C0D"/>
    <w:rsid w:val="00BD2C6F"/>
    <w:rsid w:val="00BD2DA9"/>
    <w:rsid w:val="00BD2DED"/>
    <w:rsid w:val="00BD2FEA"/>
    <w:rsid w:val="00BD30D3"/>
    <w:rsid w:val="00BD3145"/>
    <w:rsid w:val="00BD3395"/>
    <w:rsid w:val="00BD34C6"/>
    <w:rsid w:val="00BD34F7"/>
    <w:rsid w:val="00BD4086"/>
    <w:rsid w:val="00BD4541"/>
    <w:rsid w:val="00BD4795"/>
    <w:rsid w:val="00BD47FF"/>
    <w:rsid w:val="00BD4C15"/>
    <w:rsid w:val="00BD4DFE"/>
    <w:rsid w:val="00BD4EA4"/>
    <w:rsid w:val="00BD502E"/>
    <w:rsid w:val="00BD5823"/>
    <w:rsid w:val="00BD593F"/>
    <w:rsid w:val="00BD6706"/>
    <w:rsid w:val="00BD6983"/>
    <w:rsid w:val="00BD6E1C"/>
    <w:rsid w:val="00BD78B2"/>
    <w:rsid w:val="00BE0A1C"/>
    <w:rsid w:val="00BE0D08"/>
    <w:rsid w:val="00BE1405"/>
    <w:rsid w:val="00BE15A8"/>
    <w:rsid w:val="00BE15F5"/>
    <w:rsid w:val="00BE16E3"/>
    <w:rsid w:val="00BE2394"/>
    <w:rsid w:val="00BE2886"/>
    <w:rsid w:val="00BE2985"/>
    <w:rsid w:val="00BE2B85"/>
    <w:rsid w:val="00BE2E07"/>
    <w:rsid w:val="00BE31C3"/>
    <w:rsid w:val="00BE3339"/>
    <w:rsid w:val="00BE34EF"/>
    <w:rsid w:val="00BE3C21"/>
    <w:rsid w:val="00BE3D15"/>
    <w:rsid w:val="00BE3F01"/>
    <w:rsid w:val="00BE42F2"/>
    <w:rsid w:val="00BE4A3B"/>
    <w:rsid w:val="00BE4D21"/>
    <w:rsid w:val="00BE5095"/>
    <w:rsid w:val="00BE54F3"/>
    <w:rsid w:val="00BE562D"/>
    <w:rsid w:val="00BE5F4F"/>
    <w:rsid w:val="00BE61D5"/>
    <w:rsid w:val="00BE69EA"/>
    <w:rsid w:val="00BE6C34"/>
    <w:rsid w:val="00BE6DBF"/>
    <w:rsid w:val="00BE758B"/>
    <w:rsid w:val="00BE779E"/>
    <w:rsid w:val="00BE7973"/>
    <w:rsid w:val="00BE7ED8"/>
    <w:rsid w:val="00BF0172"/>
    <w:rsid w:val="00BF04E0"/>
    <w:rsid w:val="00BF06FE"/>
    <w:rsid w:val="00BF09D0"/>
    <w:rsid w:val="00BF0E4C"/>
    <w:rsid w:val="00BF0E5A"/>
    <w:rsid w:val="00BF131A"/>
    <w:rsid w:val="00BF1ED0"/>
    <w:rsid w:val="00BF2048"/>
    <w:rsid w:val="00BF2608"/>
    <w:rsid w:val="00BF296B"/>
    <w:rsid w:val="00BF2C1C"/>
    <w:rsid w:val="00BF2CB0"/>
    <w:rsid w:val="00BF3420"/>
    <w:rsid w:val="00BF36F8"/>
    <w:rsid w:val="00BF3E11"/>
    <w:rsid w:val="00BF4107"/>
    <w:rsid w:val="00BF4112"/>
    <w:rsid w:val="00BF427B"/>
    <w:rsid w:val="00BF4CA1"/>
    <w:rsid w:val="00BF4D46"/>
    <w:rsid w:val="00BF50AA"/>
    <w:rsid w:val="00BF51E8"/>
    <w:rsid w:val="00BF5468"/>
    <w:rsid w:val="00BF548D"/>
    <w:rsid w:val="00BF5853"/>
    <w:rsid w:val="00BF5912"/>
    <w:rsid w:val="00BF596C"/>
    <w:rsid w:val="00BF63E3"/>
    <w:rsid w:val="00BF6E40"/>
    <w:rsid w:val="00BF732E"/>
    <w:rsid w:val="00BF7821"/>
    <w:rsid w:val="00C00884"/>
    <w:rsid w:val="00C009CB"/>
    <w:rsid w:val="00C00B35"/>
    <w:rsid w:val="00C0133B"/>
    <w:rsid w:val="00C01770"/>
    <w:rsid w:val="00C019E3"/>
    <w:rsid w:val="00C01AB6"/>
    <w:rsid w:val="00C01BDD"/>
    <w:rsid w:val="00C03302"/>
    <w:rsid w:val="00C0349C"/>
    <w:rsid w:val="00C03594"/>
    <w:rsid w:val="00C038D1"/>
    <w:rsid w:val="00C03BEC"/>
    <w:rsid w:val="00C043DB"/>
    <w:rsid w:val="00C04922"/>
    <w:rsid w:val="00C04B66"/>
    <w:rsid w:val="00C04F56"/>
    <w:rsid w:val="00C05729"/>
    <w:rsid w:val="00C05CF8"/>
    <w:rsid w:val="00C06282"/>
    <w:rsid w:val="00C06478"/>
    <w:rsid w:val="00C067F0"/>
    <w:rsid w:val="00C06AC7"/>
    <w:rsid w:val="00C06CEF"/>
    <w:rsid w:val="00C06E08"/>
    <w:rsid w:val="00C06EEC"/>
    <w:rsid w:val="00C0705B"/>
    <w:rsid w:val="00C0720F"/>
    <w:rsid w:val="00C07225"/>
    <w:rsid w:val="00C07D0F"/>
    <w:rsid w:val="00C102BA"/>
    <w:rsid w:val="00C103FA"/>
    <w:rsid w:val="00C10BFE"/>
    <w:rsid w:val="00C10DAA"/>
    <w:rsid w:val="00C10FD4"/>
    <w:rsid w:val="00C11605"/>
    <w:rsid w:val="00C11A6B"/>
    <w:rsid w:val="00C124F0"/>
    <w:rsid w:val="00C12CBC"/>
    <w:rsid w:val="00C1346F"/>
    <w:rsid w:val="00C1382E"/>
    <w:rsid w:val="00C13BCB"/>
    <w:rsid w:val="00C13C0E"/>
    <w:rsid w:val="00C14BBE"/>
    <w:rsid w:val="00C15162"/>
    <w:rsid w:val="00C15502"/>
    <w:rsid w:val="00C15606"/>
    <w:rsid w:val="00C156FE"/>
    <w:rsid w:val="00C1570C"/>
    <w:rsid w:val="00C1572E"/>
    <w:rsid w:val="00C165AB"/>
    <w:rsid w:val="00C16731"/>
    <w:rsid w:val="00C16CFF"/>
    <w:rsid w:val="00C17547"/>
    <w:rsid w:val="00C17624"/>
    <w:rsid w:val="00C177C5"/>
    <w:rsid w:val="00C2020D"/>
    <w:rsid w:val="00C20243"/>
    <w:rsid w:val="00C2071B"/>
    <w:rsid w:val="00C215E6"/>
    <w:rsid w:val="00C21ADE"/>
    <w:rsid w:val="00C22129"/>
    <w:rsid w:val="00C22259"/>
    <w:rsid w:val="00C222D5"/>
    <w:rsid w:val="00C22361"/>
    <w:rsid w:val="00C224D0"/>
    <w:rsid w:val="00C22A46"/>
    <w:rsid w:val="00C22A5C"/>
    <w:rsid w:val="00C22E23"/>
    <w:rsid w:val="00C22EED"/>
    <w:rsid w:val="00C2359B"/>
    <w:rsid w:val="00C239DF"/>
    <w:rsid w:val="00C23A21"/>
    <w:rsid w:val="00C23D01"/>
    <w:rsid w:val="00C23E74"/>
    <w:rsid w:val="00C240ED"/>
    <w:rsid w:val="00C245E4"/>
    <w:rsid w:val="00C24D91"/>
    <w:rsid w:val="00C24DC4"/>
    <w:rsid w:val="00C253A9"/>
    <w:rsid w:val="00C25422"/>
    <w:rsid w:val="00C25BCD"/>
    <w:rsid w:val="00C25E29"/>
    <w:rsid w:val="00C2637C"/>
    <w:rsid w:val="00C26494"/>
    <w:rsid w:val="00C26621"/>
    <w:rsid w:val="00C2667E"/>
    <w:rsid w:val="00C26D26"/>
    <w:rsid w:val="00C26D89"/>
    <w:rsid w:val="00C270BC"/>
    <w:rsid w:val="00C277CF"/>
    <w:rsid w:val="00C300B3"/>
    <w:rsid w:val="00C30280"/>
    <w:rsid w:val="00C30516"/>
    <w:rsid w:val="00C30636"/>
    <w:rsid w:val="00C3077A"/>
    <w:rsid w:val="00C3088A"/>
    <w:rsid w:val="00C30952"/>
    <w:rsid w:val="00C30C10"/>
    <w:rsid w:val="00C31833"/>
    <w:rsid w:val="00C31B54"/>
    <w:rsid w:val="00C31E48"/>
    <w:rsid w:val="00C31F55"/>
    <w:rsid w:val="00C31F74"/>
    <w:rsid w:val="00C321DD"/>
    <w:rsid w:val="00C325D8"/>
    <w:rsid w:val="00C32EC6"/>
    <w:rsid w:val="00C33018"/>
    <w:rsid w:val="00C33B4D"/>
    <w:rsid w:val="00C33BEF"/>
    <w:rsid w:val="00C33E12"/>
    <w:rsid w:val="00C34041"/>
    <w:rsid w:val="00C348E8"/>
    <w:rsid w:val="00C35013"/>
    <w:rsid w:val="00C351F4"/>
    <w:rsid w:val="00C354F6"/>
    <w:rsid w:val="00C355CB"/>
    <w:rsid w:val="00C3572D"/>
    <w:rsid w:val="00C35A49"/>
    <w:rsid w:val="00C35BF5"/>
    <w:rsid w:val="00C35C68"/>
    <w:rsid w:val="00C35EE6"/>
    <w:rsid w:val="00C36022"/>
    <w:rsid w:val="00C3698F"/>
    <w:rsid w:val="00C36AF1"/>
    <w:rsid w:val="00C371C2"/>
    <w:rsid w:val="00C3737D"/>
    <w:rsid w:val="00C37458"/>
    <w:rsid w:val="00C375A6"/>
    <w:rsid w:val="00C375AA"/>
    <w:rsid w:val="00C37A35"/>
    <w:rsid w:val="00C37AF7"/>
    <w:rsid w:val="00C37D21"/>
    <w:rsid w:val="00C41967"/>
    <w:rsid w:val="00C41A55"/>
    <w:rsid w:val="00C41B10"/>
    <w:rsid w:val="00C41C0D"/>
    <w:rsid w:val="00C421AE"/>
    <w:rsid w:val="00C42258"/>
    <w:rsid w:val="00C423A8"/>
    <w:rsid w:val="00C42432"/>
    <w:rsid w:val="00C42598"/>
    <w:rsid w:val="00C429A2"/>
    <w:rsid w:val="00C42B38"/>
    <w:rsid w:val="00C42CB0"/>
    <w:rsid w:val="00C43139"/>
    <w:rsid w:val="00C44667"/>
    <w:rsid w:val="00C4513F"/>
    <w:rsid w:val="00C451DA"/>
    <w:rsid w:val="00C451E5"/>
    <w:rsid w:val="00C454E6"/>
    <w:rsid w:val="00C455A3"/>
    <w:rsid w:val="00C45E29"/>
    <w:rsid w:val="00C46A88"/>
    <w:rsid w:val="00C46EDB"/>
    <w:rsid w:val="00C46EEF"/>
    <w:rsid w:val="00C472D2"/>
    <w:rsid w:val="00C47751"/>
    <w:rsid w:val="00C4779B"/>
    <w:rsid w:val="00C47CC6"/>
    <w:rsid w:val="00C47DC2"/>
    <w:rsid w:val="00C50458"/>
    <w:rsid w:val="00C505BF"/>
    <w:rsid w:val="00C50C31"/>
    <w:rsid w:val="00C50E79"/>
    <w:rsid w:val="00C50FFA"/>
    <w:rsid w:val="00C513CF"/>
    <w:rsid w:val="00C5178E"/>
    <w:rsid w:val="00C5244E"/>
    <w:rsid w:val="00C5292A"/>
    <w:rsid w:val="00C52E34"/>
    <w:rsid w:val="00C52F59"/>
    <w:rsid w:val="00C5303B"/>
    <w:rsid w:val="00C530FC"/>
    <w:rsid w:val="00C53905"/>
    <w:rsid w:val="00C541D2"/>
    <w:rsid w:val="00C542CB"/>
    <w:rsid w:val="00C542EB"/>
    <w:rsid w:val="00C54397"/>
    <w:rsid w:val="00C5493D"/>
    <w:rsid w:val="00C54DB2"/>
    <w:rsid w:val="00C55062"/>
    <w:rsid w:val="00C55B81"/>
    <w:rsid w:val="00C55D16"/>
    <w:rsid w:val="00C562D9"/>
    <w:rsid w:val="00C564B9"/>
    <w:rsid w:val="00C567C6"/>
    <w:rsid w:val="00C569AD"/>
    <w:rsid w:val="00C57925"/>
    <w:rsid w:val="00C57EEE"/>
    <w:rsid w:val="00C60AEC"/>
    <w:rsid w:val="00C60F76"/>
    <w:rsid w:val="00C6139C"/>
    <w:rsid w:val="00C617E5"/>
    <w:rsid w:val="00C61E18"/>
    <w:rsid w:val="00C61E2F"/>
    <w:rsid w:val="00C626BD"/>
    <w:rsid w:val="00C627D9"/>
    <w:rsid w:val="00C629B7"/>
    <w:rsid w:val="00C63A92"/>
    <w:rsid w:val="00C63E9F"/>
    <w:rsid w:val="00C63EE7"/>
    <w:rsid w:val="00C641BA"/>
    <w:rsid w:val="00C6428E"/>
    <w:rsid w:val="00C64985"/>
    <w:rsid w:val="00C64AF3"/>
    <w:rsid w:val="00C65099"/>
    <w:rsid w:val="00C653E5"/>
    <w:rsid w:val="00C656B1"/>
    <w:rsid w:val="00C65C5B"/>
    <w:rsid w:val="00C6600A"/>
    <w:rsid w:val="00C6620D"/>
    <w:rsid w:val="00C663D1"/>
    <w:rsid w:val="00C666C1"/>
    <w:rsid w:val="00C667E4"/>
    <w:rsid w:val="00C672EA"/>
    <w:rsid w:val="00C676CA"/>
    <w:rsid w:val="00C67B86"/>
    <w:rsid w:val="00C67CA5"/>
    <w:rsid w:val="00C67E95"/>
    <w:rsid w:val="00C7014D"/>
    <w:rsid w:val="00C7071B"/>
    <w:rsid w:val="00C710BD"/>
    <w:rsid w:val="00C71161"/>
    <w:rsid w:val="00C71167"/>
    <w:rsid w:val="00C71255"/>
    <w:rsid w:val="00C7152D"/>
    <w:rsid w:val="00C71570"/>
    <w:rsid w:val="00C71AE8"/>
    <w:rsid w:val="00C71C39"/>
    <w:rsid w:val="00C71DC0"/>
    <w:rsid w:val="00C71E98"/>
    <w:rsid w:val="00C72C4F"/>
    <w:rsid w:val="00C72E71"/>
    <w:rsid w:val="00C7349B"/>
    <w:rsid w:val="00C73649"/>
    <w:rsid w:val="00C73914"/>
    <w:rsid w:val="00C739BF"/>
    <w:rsid w:val="00C74064"/>
    <w:rsid w:val="00C746F0"/>
    <w:rsid w:val="00C74ECE"/>
    <w:rsid w:val="00C74F3C"/>
    <w:rsid w:val="00C756C1"/>
    <w:rsid w:val="00C76132"/>
    <w:rsid w:val="00C762EA"/>
    <w:rsid w:val="00C76304"/>
    <w:rsid w:val="00C766D6"/>
    <w:rsid w:val="00C76A9C"/>
    <w:rsid w:val="00C76AB7"/>
    <w:rsid w:val="00C76CD5"/>
    <w:rsid w:val="00C77026"/>
    <w:rsid w:val="00C77410"/>
    <w:rsid w:val="00C7776C"/>
    <w:rsid w:val="00C77908"/>
    <w:rsid w:val="00C7796C"/>
    <w:rsid w:val="00C77B1E"/>
    <w:rsid w:val="00C77C46"/>
    <w:rsid w:val="00C77D17"/>
    <w:rsid w:val="00C77E0B"/>
    <w:rsid w:val="00C80220"/>
    <w:rsid w:val="00C80912"/>
    <w:rsid w:val="00C80DBB"/>
    <w:rsid w:val="00C8163A"/>
    <w:rsid w:val="00C81C5E"/>
    <w:rsid w:val="00C81C96"/>
    <w:rsid w:val="00C81E09"/>
    <w:rsid w:val="00C82029"/>
    <w:rsid w:val="00C832D7"/>
    <w:rsid w:val="00C83569"/>
    <w:rsid w:val="00C83E1A"/>
    <w:rsid w:val="00C84380"/>
    <w:rsid w:val="00C84655"/>
    <w:rsid w:val="00C84684"/>
    <w:rsid w:val="00C8489B"/>
    <w:rsid w:val="00C848B6"/>
    <w:rsid w:val="00C84C80"/>
    <w:rsid w:val="00C84F26"/>
    <w:rsid w:val="00C85659"/>
    <w:rsid w:val="00C86189"/>
    <w:rsid w:val="00C866F6"/>
    <w:rsid w:val="00C8684A"/>
    <w:rsid w:val="00C87461"/>
    <w:rsid w:val="00C874D7"/>
    <w:rsid w:val="00C87671"/>
    <w:rsid w:val="00C876B8"/>
    <w:rsid w:val="00C87AEB"/>
    <w:rsid w:val="00C87F04"/>
    <w:rsid w:val="00C87F97"/>
    <w:rsid w:val="00C9021F"/>
    <w:rsid w:val="00C9028D"/>
    <w:rsid w:val="00C906FE"/>
    <w:rsid w:val="00C90795"/>
    <w:rsid w:val="00C9099C"/>
    <w:rsid w:val="00C91EA8"/>
    <w:rsid w:val="00C92C83"/>
    <w:rsid w:val="00C92DB7"/>
    <w:rsid w:val="00C92EFB"/>
    <w:rsid w:val="00C92F0A"/>
    <w:rsid w:val="00C93158"/>
    <w:rsid w:val="00C93691"/>
    <w:rsid w:val="00C93B3E"/>
    <w:rsid w:val="00C93F6C"/>
    <w:rsid w:val="00C94625"/>
    <w:rsid w:val="00C94C29"/>
    <w:rsid w:val="00C94D83"/>
    <w:rsid w:val="00C95044"/>
    <w:rsid w:val="00C956C2"/>
    <w:rsid w:val="00C95814"/>
    <w:rsid w:val="00C96668"/>
    <w:rsid w:val="00C96752"/>
    <w:rsid w:val="00C97018"/>
    <w:rsid w:val="00C971D0"/>
    <w:rsid w:val="00C972B9"/>
    <w:rsid w:val="00C973A6"/>
    <w:rsid w:val="00C9766A"/>
    <w:rsid w:val="00C978EB"/>
    <w:rsid w:val="00C97B07"/>
    <w:rsid w:val="00C97C2B"/>
    <w:rsid w:val="00CA1319"/>
    <w:rsid w:val="00CA2801"/>
    <w:rsid w:val="00CA2DCC"/>
    <w:rsid w:val="00CA2E11"/>
    <w:rsid w:val="00CA37E7"/>
    <w:rsid w:val="00CA41BB"/>
    <w:rsid w:val="00CA41BF"/>
    <w:rsid w:val="00CA4465"/>
    <w:rsid w:val="00CA566A"/>
    <w:rsid w:val="00CA5D2C"/>
    <w:rsid w:val="00CA6285"/>
    <w:rsid w:val="00CA64C4"/>
    <w:rsid w:val="00CA6589"/>
    <w:rsid w:val="00CA65F9"/>
    <w:rsid w:val="00CA697B"/>
    <w:rsid w:val="00CA6A01"/>
    <w:rsid w:val="00CA6B47"/>
    <w:rsid w:val="00CA6B97"/>
    <w:rsid w:val="00CA6F64"/>
    <w:rsid w:val="00CA7648"/>
    <w:rsid w:val="00CA772F"/>
    <w:rsid w:val="00CA7838"/>
    <w:rsid w:val="00CA7895"/>
    <w:rsid w:val="00CA7A74"/>
    <w:rsid w:val="00CA7B6E"/>
    <w:rsid w:val="00CA7D7E"/>
    <w:rsid w:val="00CA7EC1"/>
    <w:rsid w:val="00CA7F73"/>
    <w:rsid w:val="00CB0277"/>
    <w:rsid w:val="00CB0AC6"/>
    <w:rsid w:val="00CB0B74"/>
    <w:rsid w:val="00CB0DD6"/>
    <w:rsid w:val="00CB1594"/>
    <w:rsid w:val="00CB17B9"/>
    <w:rsid w:val="00CB1A3E"/>
    <w:rsid w:val="00CB1FD2"/>
    <w:rsid w:val="00CB22FF"/>
    <w:rsid w:val="00CB24E2"/>
    <w:rsid w:val="00CB2AE1"/>
    <w:rsid w:val="00CB3355"/>
    <w:rsid w:val="00CB3E01"/>
    <w:rsid w:val="00CB416B"/>
    <w:rsid w:val="00CB4B7D"/>
    <w:rsid w:val="00CB4DD7"/>
    <w:rsid w:val="00CB53E6"/>
    <w:rsid w:val="00CB5E6D"/>
    <w:rsid w:val="00CB61F0"/>
    <w:rsid w:val="00CB624C"/>
    <w:rsid w:val="00CB657B"/>
    <w:rsid w:val="00CB686E"/>
    <w:rsid w:val="00CB72F3"/>
    <w:rsid w:val="00CB7BAF"/>
    <w:rsid w:val="00CC0199"/>
    <w:rsid w:val="00CC0301"/>
    <w:rsid w:val="00CC0429"/>
    <w:rsid w:val="00CC0637"/>
    <w:rsid w:val="00CC0833"/>
    <w:rsid w:val="00CC0AB0"/>
    <w:rsid w:val="00CC0D47"/>
    <w:rsid w:val="00CC0DAF"/>
    <w:rsid w:val="00CC1480"/>
    <w:rsid w:val="00CC14E3"/>
    <w:rsid w:val="00CC1550"/>
    <w:rsid w:val="00CC156E"/>
    <w:rsid w:val="00CC1770"/>
    <w:rsid w:val="00CC1EA0"/>
    <w:rsid w:val="00CC244B"/>
    <w:rsid w:val="00CC26FC"/>
    <w:rsid w:val="00CC2A99"/>
    <w:rsid w:val="00CC2ECA"/>
    <w:rsid w:val="00CC3083"/>
    <w:rsid w:val="00CC3471"/>
    <w:rsid w:val="00CC3CA9"/>
    <w:rsid w:val="00CC3DF4"/>
    <w:rsid w:val="00CC454E"/>
    <w:rsid w:val="00CC4AD9"/>
    <w:rsid w:val="00CC4C9B"/>
    <w:rsid w:val="00CC4CE6"/>
    <w:rsid w:val="00CC4FDB"/>
    <w:rsid w:val="00CC5019"/>
    <w:rsid w:val="00CC5922"/>
    <w:rsid w:val="00CC599E"/>
    <w:rsid w:val="00CC61D2"/>
    <w:rsid w:val="00CC6239"/>
    <w:rsid w:val="00CC67C1"/>
    <w:rsid w:val="00CC6BD6"/>
    <w:rsid w:val="00CC79CA"/>
    <w:rsid w:val="00CD023B"/>
    <w:rsid w:val="00CD05A2"/>
    <w:rsid w:val="00CD07D9"/>
    <w:rsid w:val="00CD29FD"/>
    <w:rsid w:val="00CD2A18"/>
    <w:rsid w:val="00CD3181"/>
    <w:rsid w:val="00CD3EC6"/>
    <w:rsid w:val="00CD4573"/>
    <w:rsid w:val="00CD48E5"/>
    <w:rsid w:val="00CD55A3"/>
    <w:rsid w:val="00CD55BA"/>
    <w:rsid w:val="00CD55BB"/>
    <w:rsid w:val="00CD5719"/>
    <w:rsid w:val="00CD5762"/>
    <w:rsid w:val="00CD5C24"/>
    <w:rsid w:val="00CD5F96"/>
    <w:rsid w:val="00CD61F2"/>
    <w:rsid w:val="00CD6440"/>
    <w:rsid w:val="00CD69F2"/>
    <w:rsid w:val="00CD6A83"/>
    <w:rsid w:val="00CD6E67"/>
    <w:rsid w:val="00CD72D4"/>
    <w:rsid w:val="00CD739E"/>
    <w:rsid w:val="00CD7B2A"/>
    <w:rsid w:val="00CE0755"/>
    <w:rsid w:val="00CE0847"/>
    <w:rsid w:val="00CE0C00"/>
    <w:rsid w:val="00CE0D01"/>
    <w:rsid w:val="00CE0D32"/>
    <w:rsid w:val="00CE1D28"/>
    <w:rsid w:val="00CE1D92"/>
    <w:rsid w:val="00CE1DDC"/>
    <w:rsid w:val="00CE1DF7"/>
    <w:rsid w:val="00CE22A7"/>
    <w:rsid w:val="00CE2674"/>
    <w:rsid w:val="00CE2D4F"/>
    <w:rsid w:val="00CE2DDA"/>
    <w:rsid w:val="00CE30CD"/>
    <w:rsid w:val="00CE3A44"/>
    <w:rsid w:val="00CE3DDE"/>
    <w:rsid w:val="00CE424D"/>
    <w:rsid w:val="00CE4294"/>
    <w:rsid w:val="00CE53AB"/>
    <w:rsid w:val="00CE559B"/>
    <w:rsid w:val="00CE5B8F"/>
    <w:rsid w:val="00CE5BFB"/>
    <w:rsid w:val="00CE5F8B"/>
    <w:rsid w:val="00CE6574"/>
    <w:rsid w:val="00CE6715"/>
    <w:rsid w:val="00CE6A34"/>
    <w:rsid w:val="00CE6AD6"/>
    <w:rsid w:val="00CE6F70"/>
    <w:rsid w:val="00CF09A6"/>
    <w:rsid w:val="00CF0D15"/>
    <w:rsid w:val="00CF137D"/>
    <w:rsid w:val="00CF14A4"/>
    <w:rsid w:val="00CF1527"/>
    <w:rsid w:val="00CF1618"/>
    <w:rsid w:val="00CF1D33"/>
    <w:rsid w:val="00CF2276"/>
    <w:rsid w:val="00CF2452"/>
    <w:rsid w:val="00CF2818"/>
    <w:rsid w:val="00CF295D"/>
    <w:rsid w:val="00CF356A"/>
    <w:rsid w:val="00CF4049"/>
    <w:rsid w:val="00CF4053"/>
    <w:rsid w:val="00CF4148"/>
    <w:rsid w:val="00CF4386"/>
    <w:rsid w:val="00CF44EE"/>
    <w:rsid w:val="00CF4922"/>
    <w:rsid w:val="00CF4BEF"/>
    <w:rsid w:val="00CF503E"/>
    <w:rsid w:val="00CF5A61"/>
    <w:rsid w:val="00CF5EA4"/>
    <w:rsid w:val="00CF5EB8"/>
    <w:rsid w:val="00CF672D"/>
    <w:rsid w:val="00CF6C5D"/>
    <w:rsid w:val="00CF77D6"/>
    <w:rsid w:val="00CF7A88"/>
    <w:rsid w:val="00D002FB"/>
    <w:rsid w:val="00D005B5"/>
    <w:rsid w:val="00D0075D"/>
    <w:rsid w:val="00D00905"/>
    <w:rsid w:val="00D00937"/>
    <w:rsid w:val="00D00CA7"/>
    <w:rsid w:val="00D018F5"/>
    <w:rsid w:val="00D0265B"/>
    <w:rsid w:val="00D026F1"/>
    <w:rsid w:val="00D02AEE"/>
    <w:rsid w:val="00D032CB"/>
    <w:rsid w:val="00D038B0"/>
    <w:rsid w:val="00D038D7"/>
    <w:rsid w:val="00D03A0B"/>
    <w:rsid w:val="00D04825"/>
    <w:rsid w:val="00D05988"/>
    <w:rsid w:val="00D062A6"/>
    <w:rsid w:val="00D06622"/>
    <w:rsid w:val="00D068B4"/>
    <w:rsid w:val="00D0692F"/>
    <w:rsid w:val="00D06E15"/>
    <w:rsid w:val="00D07628"/>
    <w:rsid w:val="00D07847"/>
    <w:rsid w:val="00D07DD0"/>
    <w:rsid w:val="00D07FE2"/>
    <w:rsid w:val="00D104E6"/>
    <w:rsid w:val="00D10579"/>
    <w:rsid w:val="00D10722"/>
    <w:rsid w:val="00D10971"/>
    <w:rsid w:val="00D10C75"/>
    <w:rsid w:val="00D11165"/>
    <w:rsid w:val="00D116F1"/>
    <w:rsid w:val="00D11712"/>
    <w:rsid w:val="00D11743"/>
    <w:rsid w:val="00D11AEB"/>
    <w:rsid w:val="00D11BA8"/>
    <w:rsid w:val="00D11F5C"/>
    <w:rsid w:val="00D12208"/>
    <w:rsid w:val="00D12345"/>
    <w:rsid w:val="00D12754"/>
    <w:rsid w:val="00D127A7"/>
    <w:rsid w:val="00D13CBE"/>
    <w:rsid w:val="00D13D31"/>
    <w:rsid w:val="00D14027"/>
    <w:rsid w:val="00D14191"/>
    <w:rsid w:val="00D14250"/>
    <w:rsid w:val="00D142C9"/>
    <w:rsid w:val="00D146B2"/>
    <w:rsid w:val="00D14F70"/>
    <w:rsid w:val="00D153C4"/>
    <w:rsid w:val="00D15D9F"/>
    <w:rsid w:val="00D162EC"/>
    <w:rsid w:val="00D166D5"/>
    <w:rsid w:val="00D1675F"/>
    <w:rsid w:val="00D16818"/>
    <w:rsid w:val="00D16A7E"/>
    <w:rsid w:val="00D16AF0"/>
    <w:rsid w:val="00D16D15"/>
    <w:rsid w:val="00D1701E"/>
    <w:rsid w:val="00D171A4"/>
    <w:rsid w:val="00D17412"/>
    <w:rsid w:val="00D17687"/>
    <w:rsid w:val="00D17A7D"/>
    <w:rsid w:val="00D20050"/>
    <w:rsid w:val="00D203C1"/>
    <w:rsid w:val="00D205A9"/>
    <w:rsid w:val="00D20797"/>
    <w:rsid w:val="00D20EAE"/>
    <w:rsid w:val="00D21267"/>
    <w:rsid w:val="00D212D5"/>
    <w:rsid w:val="00D22160"/>
    <w:rsid w:val="00D225CD"/>
    <w:rsid w:val="00D22600"/>
    <w:rsid w:val="00D23036"/>
    <w:rsid w:val="00D23109"/>
    <w:rsid w:val="00D23909"/>
    <w:rsid w:val="00D23A96"/>
    <w:rsid w:val="00D23C6D"/>
    <w:rsid w:val="00D24B24"/>
    <w:rsid w:val="00D24D56"/>
    <w:rsid w:val="00D24EB0"/>
    <w:rsid w:val="00D2518C"/>
    <w:rsid w:val="00D25323"/>
    <w:rsid w:val="00D2540D"/>
    <w:rsid w:val="00D25810"/>
    <w:rsid w:val="00D25987"/>
    <w:rsid w:val="00D25C4A"/>
    <w:rsid w:val="00D25D17"/>
    <w:rsid w:val="00D263D3"/>
    <w:rsid w:val="00D26447"/>
    <w:rsid w:val="00D2651C"/>
    <w:rsid w:val="00D26784"/>
    <w:rsid w:val="00D26D70"/>
    <w:rsid w:val="00D27010"/>
    <w:rsid w:val="00D27884"/>
    <w:rsid w:val="00D27BE1"/>
    <w:rsid w:val="00D27CB7"/>
    <w:rsid w:val="00D30272"/>
    <w:rsid w:val="00D305AE"/>
    <w:rsid w:val="00D308AF"/>
    <w:rsid w:val="00D30C4C"/>
    <w:rsid w:val="00D315F6"/>
    <w:rsid w:val="00D31AF9"/>
    <w:rsid w:val="00D32198"/>
    <w:rsid w:val="00D32C92"/>
    <w:rsid w:val="00D33032"/>
    <w:rsid w:val="00D333C7"/>
    <w:rsid w:val="00D33A32"/>
    <w:rsid w:val="00D33BC5"/>
    <w:rsid w:val="00D33D97"/>
    <w:rsid w:val="00D341F2"/>
    <w:rsid w:val="00D342FD"/>
    <w:rsid w:val="00D3477A"/>
    <w:rsid w:val="00D34936"/>
    <w:rsid w:val="00D34B8A"/>
    <w:rsid w:val="00D35801"/>
    <w:rsid w:val="00D35E99"/>
    <w:rsid w:val="00D3649F"/>
    <w:rsid w:val="00D3654C"/>
    <w:rsid w:val="00D3666C"/>
    <w:rsid w:val="00D36792"/>
    <w:rsid w:val="00D36B08"/>
    <w:rsid w:val="00D370F0"/>
    <w:rsid w:val="00D372B5"/>
    <w:rsid w:val="00D37EEE"/>
    <w:rsid w:val="00D37FC2"/>
    <w:rsid w:val="00D4013C"/>
    <w:rsid w:val="00D401FE"/>
    <w:rsid w:val="00D404A6"/>
    <w:rsid w:val="00D404A9"/>
    <w:rsid w:val="00D40543"/>
    <w:rsid w:val="00D40AAC"/>
    <w:rsid w:val="00D411A7"/>
    <w:rsid w:val="00D41264"/>
    <w:rsid w:val="00D4140B"/>
    <w:rsid w:val="00D41692"/>
    <w:rsid w:val="00D4186D"/>
    <w:rsid w:val="00D41EF7"/>
    <w:rsid w:val="00D42250"/>
    <w:rsid w:val="00D423BD"/>
    <w:rsid w:val="00D43208"/>
    <w:rsid w:val="00D43278"/>
    <w:rsid w:val="00D43D92"/>
    <w:rsid w:val="00D4513D"/>
    <w:rsid w:val="00D45C2F"/>
    <w:rsid w:val="00D466E7"/>
    <w:rsid w:val="00D46A62"/>
    <w:rsid w:val="00D46BFC"/>
    <w:rsid w:val="00D46C32"/>
    <w:rsid w:val="00D470A6"/>
    <w:rsid w:val="00D4762C"/>
    <w:rsid w:val="00D50144"/>
    <w:rsid w:val="00D51AFD"/>
    <w:rsid w:val="00D51ED4"/>
    <w:rsid w:val="00D51FA0"/>
    <w:rsid w:val="00D52044"/>
    <w:rsid w:val="00D520BE"/>
    <w:rsid w:val="00D52249"/>
    <w:rsid w:val="00D5262F"/>
    <w:rsid w:val="00D52EC6"/>
    <w:rsid w:val="00D5335F"/>
    <w:rsid w:val="00D5337D"/>
    <w:rsid w:val="00D533F2"/>
    <w:rsid w:val="00D53526"/>
    <w:rsid w:val="00D53C02"/>
    <w:rsid w:val="00D53E3D"/>
    <w:rsid w:val="00D54728"/>
    <w:rsid w:val="00D5503B"/>
    <w:rsid w:val="00D550BE"/>
    <w:rsid w:val="00D550FB"/>
    <w:rsid w:val="00D55620"/>
    <w:rsid w:val="00D5588C"/>
    <w:rsid w:val="00D55EB3"/>
    <w:rsid w:val="00D568CA"/>
    <w:rsid w:val="00D56C98"/>
    <w:rsid w:val="00D5711F"/>
    <w:rsid w:val="00D578C5"/>
    <w:rsid w:val="00D578F5"/>
    <w:rsid w:val="00D57929"/>
    <w:rsid w:val="00D57D32"/>
    <w:rsid w:val="00D57F60"/>
    <w:rsid w:val="00D60799"/>
    <w:rsid w:val="00D615D4"/>
    <w:rsid w:val="00D61E03"/>
    <w:rsid w:val="00D61F3A"/>
    <w:rsid w:val="00D62060"/>
    <w:rsid w:val="00D6254E"/>
    <w:rsid w:val="00D62A60"/>
    <w:rsid w:val="00D62AB2"/>
    <w:rsid w:val="00D631CC"/>
    <w:rsid w:val="00D637A6"/>
    <w:rsid w:val="00D63CC4"/>
    <w:rsid w:val="00D6442D"/>
    <w:rsid w:val="00D6457F"/>
    <w:rsid w:val="00D64920"/>
    <w:rsid w:val="00D649A2"/>
    <w:rsid w:val="00D64A50"/>
    <w:rsid w:val="00D64A9F"/>
    <w:rsid w:val="00D64B47"/>
    <w:rsid w:val="00D64D2B"/>
    <w:rsid w:val="00D64DBC"/>
    <w:rsid w:val="00D653FE"/>
    <w:rsid w:val="00D6555F"/>
    <w:rsid w:val="00D658FF"/>
    <w:rsid w:val="00D65E04"/>
    <w:rsid w:val="00D6610D"/>
    <w:rsid w:val="00D666D6"/>
    <w:rsid w:val="00D668B2"/>
    <w:rsid w:val="00D669D2"/>
    <w:rsid w:val="00D66D59"/>
    <w:rsid w:val="00D66EE9"/>
    <w:rsid w:val="00D66F4D"/>
    <w:rsid w:val="00D67101"/>
    <w:rsid w:val="00D67273"/>
    <w:rsid w:val="00D7000F"/>
    <w:rsid w:val="00D702E3"/>
    <w:rsid w:val="00D70677"/>
    <w:rsid w:val="00D70B62"/>
    <w:rsid w:val="00D70C47"/>
    <w:rsid w:val="00D70D6B"/>
    <w:rsid w:val="00D70D85"/>
    <w:rsid w:val="00D711F2"/>
    <w:rsid w:val="00D716B5"/>
    <w:rsid w:val="00D717D7"/>
    <w:rsid w:val="00D718B1"/>
    <w:rsid w:val="00D71AA9"/>
    <w:rsid w:val="00D72170"/>
    <w:rsid w:val="00D72296"/>
    <w:rsid w:val="00D7250E"/>
    <w:rsid w:val="00D72C68"/>
    <w:rsid w:val="00D7331A"/>
    <w:rsid w:val="00D73E43"/>
    <w:rsid w:val="00D7447D"/>
    <w:rsid w:val="00D7469C"/>
    <w:rsid w:val="00D7499D"/>
    <w:rsid w:val="00D74FAE"/>
    <w:rsid w:val="00D7514B"/>
    <w:rsid w:val="00D76B80"/>
    <w:rsid w:val="00D76BE0"/>
    <w:rsid w:val="00D76C0D"/>
    <w:rsid w:val="00D76C66"/>
    <w:rsid w:val="00D77508"/>
    <w:rsid w:val="00D7767E"/>
    <w:rsid w:val="00D77931"/>
    <w:rsid w:val="00D80018"/>
    <w:rsid w:val="00D8023C"/>
    <w:rsid w:val="00D80295"/>
    <w:rsid w:val="00D80EF9"/>
    <w:rsid w:val="00D80EFF"/>
    <w:rsid w:val="00D81459"/>
    <w:rsid w:val="00D819F5"/>
    <w:rsid w:val="00D81A06"/>
    <w:rsid w:val="00D81A33"/>
    <w:rsid w:val="00D82017"/>
    <w:rsid w:val="00D82254"/>
    <w:rsid w:val="00D82934"/>
    <w:rsid w:val="00D82C7A"/>
    <w:rsid w:val="00D83165"/>
    <w:rsid w:val="00D83464"/>
    <w:rsid w:val="00D83B40"/>
    <w:rsid w:val="00D83DA9"/>
    <w:rsid w:val="00D83E2A"/>
    <w:rsid w:val="00D83F04"/>
    <w:rsid w:val="00D83F2A"/>
    <w:rsid w:val="00D83F45"/>
    <w:rsid w:val="00D83F8D"/>
    <w:rsid w:val="00D847F9"/>
    <w:rsid w:val="00D84A3D"/>
    <w:rsid w:val="00D84ECA"/>
    <w:rsid w:val="00D85042"/>
    <w:rsid w:val="00D854D7"/>
    <w:rsid w:val="00D859B6"/>
    <w:rsid w:val="00D85ADE"/>
    <w:rsid w:val="00D860CC"/>
    <w:rsid w:val="00D863CD"/>
    <w:rsid w:val="00D86652"/>
    <w:rsid w:val="00D86831"/>
    <w:rsid w:val="00D86F87"/>
    <w:rsid w:val="00D87739"/>
    <w:rsid w:val="00D90624"/>
    <w:rsid w:val="00D906D2"/>
    <w:rsid w:val="00D90B1D"/>
    <w:rsid w:val="00D90BF1"/>
    <w:rsid w:val="00D9104C"/>
    <w:rsid w:val="00D91329"/>
    <w:rsid w:val="00D91AF6"/>
    <w:rsid w:val="00D91B67"/>
    <w:rsid w:val="00D91E94"/>
    <w:rsid w:val="00D9213D"/>
    <w:rsid w:val="00D92CDF"/>
    <w:rsid w:val="00D93110"/>
    <w:rsid w:val="00D931D0"/>
    <w:rsid w:val="00D93C76"/>
    <w:rsid w:val="00D9541A"/>
    <w:rsid w:val="00D9588D"/>
    <w:rsid w:val="00D95C6F"/>
    <w:rsid w:val="00D95D33"/>
    <w:rsid w:val="00D95EE0"/>
    <w:rsid w:val="00D95FC6"/>
    <w:rsid w:val="00D96104"/>
    <w:rsid w:val="00D96D05"/>
    <w:rsid w:val="00D9702B"/>
    <w:rsid w:val="00D97410"/>
    <w:rsid w:val="00D97E14"/>
    <w:rsid w:val="00D97FD0"/>
    <w:rsid w:val="00DA031D"/>
    <w:rsid w:val="00DA09B6"/>
    <w:rsid w:val="00DA0F41"/>
    <w:rsid w:val="00DA1046"/>
    <w:rsid w:val="00DA1159"/>
    <w:rsid w:val="00DA130F"/>
    <w:rsid w:val="00DA133D"/>
    <w:rsid w:val="00DA1969"/>
    <w:rsid w:val="00DA1F12"/>
    <w:rsid w:val="00DA1FC3"/>
    <w:rsid w:val="00DA20A1"/>
    <w:rsid w:val="00DA263A"/>
    <w:rsid w:val="00DA2B14"/>
    <w:rsid w:val="00DA2D86"/>
    <w:rsid w:val="00DA2E37"/>
    <w:rsid w:val="00DA3041"/>
    <w:rsid w:val="00DA40F5"/>
    <w:rsid w:val="00DA422A"/>
    <w:rsid w:val="00DA4439"/>
    <w:rsid w:val="00DA48B9"/>
    <w:rsid w:val="00DA4DCF"/>
    <w:rsid w:val="00DA5267"/>
    <w:rsid w:val="00DA5931"/>
    <w:rsid w:val="00DA5AD0"/>
    <w:rsid w:val="00DA5B4A"/>
    <w:rsid w:val="00DA5C59"/>
    <w:rsid w:val="00DA6517"/>
    <w:rsid w:val="00DA67FA"/>
    <w:rsid w:val="00DA722B"/>
    <w:rsid w:val="00DA7291"/>
    <w:rsid w:val="00DA7D9F"/>
    <w:rsid w:val="00DB00E1"/>
    <w:rsid w:val="00DB04D9"/>
    <w:rsid w:val="00DB08A4"/>
    <w:rsid w:val="00DB0AFC"/>
    <w:rsid w:val="00DB0E30"/>
    <w:rsid w:val="00DB11AD"/>
    <w:rsid w:val="00DB12C4"/>
    <w:rsid w:val="00DB1400"/>
    <w:rsid w:val="00DB19C7"/>
    <w:rsid w:val="00DB1A88"/>
    <w:rsid w:val="00DB1B5C"/>
    <w:rsid w:val="00DB1E1C"/>
    <w:rsid w:val="00DB208D"/>
    <w:rsid w:val="00DB2424"/>
    <w:rsid w:val="00DB272A"/>
    <w:rsid w:val="00DB28D8"/>
    <w:rsid w:val="00DB2CFF"/>
    <w:rsid w:val="00DB2D24"/>
    <w:rsid w:val="00DB2E9C"/>
    <w:rsid w:val="00DB2F2D"/>
    <w:rsid w:val="00DB30D5"/>
    <w:rsid w:val="00DB3837"/>
    <w:rsid w:val="00DB3DED"/>
    <w:rsid w:val="00DB3E2E"/>
    <w:rsid w:val="00DB3E84"/>
    <w:rsid w:val="00DB4AE8"/>
    <w:rsid w:val="00DB579A"/>
    <w:rsid w:val="00DB58B4"/>
    <w:rsid w:val="00DB5A6D"/>
    <w:rsid w:val="00DB635D"/>
    <w:rsid w:val="00DB64F0"/>
    <w:rsid w:val="00DB6586"/>
    <w:rsid w:val="00DB6957"/>
    <w:rsid w:val="00DB6FF7"/>
    <w:rsid w:val="00DB72C6"/>
    <w:rsid w:val="00DB734F"/>
    <w:rsid w:val="00DB7C32"/>
    <w:rsid w:val="00DB7DBD"/>
    <w:rsid w:val="00DC02A0"/>
    <w:rsid w:val="00DC0576"/>
    <w:rsid w:val="00DC0599"/>
    <w:rsid w:val="00DC0A7C"/>
    <w:rsid w:val="00DC0B08"/>
    <w:rsid w:val="00DC0E27"/>
    <w:rsid w:val="00DC0FA0"/>
    <w:rsid w:val="00DC13E0"/>
    <w:rsid w:val="00DC15C5"/>
    <w:rsid w:val="00DC183E"/>
    <w:rsid w:val="00DC1C87"/>
    <w:rsid w:val="00DC1DC8"/>
    <w:rsid w:val="00DC1FF7"/>
    <w:rsid w:val="00DC29CA"/>
    <w:rsid w:val="00DC2AEF"/>
    <w:rsid w:val="00DC366A"/>
    <w:rsid w:val="00DC3765"/>
    <w:rsid w:val="00DC386B"/>
    <w:rsid w:val="00DC38EA"/>
    <w:rsid w:val="00DC39DA"/>
    <w:rsid w:val="00DC3A24"/>
    <w:rsid w:val="00DC3A87"/>
    <w:rsid w:val="00DC413F"/>
    <w:rsid w:val="00DC4152"/>
    <w:rsid w:val="00DC4D8F"/>
    <w:rsid w:val="00DC4F7F"/>
    <w:rsid w:val="00DC51F8"/>
    <w:rsid w:val="00DC537B"/>
    <w:rsid w:val="00DC545B"/>
    <w:rsid w:val="00DC5882"/>
    <w:rsid w:val="00DC5927"/>
    <w:rsid w:val="00DC5B3F"/>
    <w:rsid w:val="00DC5BCA"/>
    <w:rsid w:val="00DC5EB2"/>
    <w:rsid w:val="00DC642E"/>
    <w:rsid w:val="00DC673A"/>
    <w:rsid w:val="00DC7000"/>
    <w:rsid w:val="00DC71A3"/>
    <w:rsid w:val="00DC71D6"/>
    <w:rsid w:val="00DC73AF"/>
    <w:rsid w:val="00DC7AF9"/>
    <w:rsid w:val="00DD010D"/>
    <w:rsid w:val="00DD0341"/>
    <w:rsid w:val="00DD0D15"/>
    <w:rsid w:val="00DD0F4F"/>
    <w:rsid w:val="00DD1143"/>
    <w:rsid w:val="00DD14E3"/>
    <w:rsid w:val="00DD16E2"/>
    <w:rsid w:val="00DD1BB4"/>
    <w:rsid w:val="00DD2388"/>
    <w:rsid w:val="00DD2440"/>
    <w:rsid w:val="00DD2469"/>
    <w:rsid w:val="00DD24AE"/>
    <w:rsid w:val="00DD2A25"/>
    <w:rsid w:val="00DD2A89"/>
    <w:rsid w:val="00DD2BAE"/>
    <w:rsid w:val="00DD3530"/>
    <w:rsid w:val="00DD3901"/>
    <w:rsid w:val="00DD390A"/>
    <w:rsid w:val="00DD4073"/>
    <w:rsid w:val="00DD4337"/>
    <w:rsid w:val="00DD4371"/>
    <w:rsid w:val="00DD45D0"/>
    <w:rsid w:val="00DD4B3D"/>
    <w:rsid w:val="00DD4FE8"/>
    <w:rsid w:val="00DD5CEA"/>
    <w:rsid w:val="00DD6360"/>
    <w:rsid w:val="00DD6547"/>
    <w:rsid w:val="00DD6C54"/>
    <w:rsid w:val="00DD6D33"/>
    <w:rsid w:val="00DD6EF6"/>
    <w:rsid w:val="00DD6FA9"/>
    <w:rsid w:val="00DD714D"/>
    <w:rsid w:val="00DD720A"/>
    <w:rsid w:val="00DD757F"/>
    <w:rsid w:val="00DD78A5"/>
    <w:rsid w:val="00DD7AB1"/>
    <w:rsid w:val="00DE01DB"/>
    <w:rsid w:val="00DE0465"/>
    <w:rsid w:val="00DE0683"/>
    <w:rsid w:val="00DE0955"/>
    <w:rsid w:val="00DE0B3E"/>
    <w:rsid w:val="00DE0D43"/>
    <w:rsid w:val="00DE0EE1"/>
    <w:rsid w:val="00DE1221"/>
    <w:rsid w:val="00DE17D7"/>
    <w:rsid w:val="00DE206D"/>
    <w:rsid w:val="00DE2270"/>
    <w:rsid w:val="00DE25C6"/>
    <w:rsid w:val="00DE2C77"/>
    <w:rsid w:val="00DE2DBE"/>
    <w:rsid w:val="00DE325C"/>
    <w:rsid w:val="00DE35D0"/>
    <w:rsid w:val="00DE443A"/>
    <w:rsid w:val="00DE4448"/>
    <w:rsid w:val="00DE49C9"/>
    <w:rsid w:val="00DE4BC6"/>
    <w:rsid w:val="00DE5A1C"/>
    <w:rsid w:val="00DE5D10"/>
    <w:rsid w:val="00DE5F42"/>
    <w:rsid w:val="00DE6184"/>
    <w:rsid w:val="00DE738F"/>
    <w:rsid w:val="00DE7498"/>
    <w:rsid w:val="00DE7E2A"/>
    <w:rsid w:val="00DE7F65"/>
    <w:rsid w:val="00DF06AA"/>
    <w:rsid w:val="00DF0AD0"/>
    <w:rsid w:val="00DF0AFC"/>
    <w:rsid w:val="00DF0E21"/>
    <w:rsid w:val="00DF0FF0"/>
    <w:rsid w:val="00DF217D"/>
    <w:rsid w:val="00DF24BD"/>
    <w:rsid w:val="00DF25F5"/>
    <w:rsid w:val="00DF291B"/>
    <w:rsid w:val="00DF2C1B"/>
    <w:rsid w:val="00DF2F08"/>
    <w:rsid w:val="00DF2F5C"/>
    <w:rsid w:val="00DF3435"/>
    <w:rsid w:val="00DF3CA0"/>
    <w:rsid w:val="00DF429B"/>
    <w:rsid w:val="00DF45BA"/>
    <w:rsid w:val="00DF49A3"/>
    <w:rsid w:val="00DF4CE4"/>
    <w:rsid w:val="00DF4EA5"/>
    <w:rsid w:val="00DF4ECF"/>
    <w:rsid w:val="00DF53A5"/>
    <w:rsid w:val="00DF53B1"/>
    <w:rsid w:val="00DF54D2"/>
    <w:rsid w:val="00DF55A2"/>
    <w:rsid w:val="00DF56D8"/>
    <w:rsid w:val="00DF5E1E"/>
    <w:rsid w:val="00DF61F1"/>
    <w:rsid w:val="00DF6402"/>
    <w:rsid w:val="00DF6442"/>
    <w:rsid w:val="00DF71AB"/>
    <w:rsid w:val="00DF75B7"/>
    <w:rsid w:val="00DF7872"/>
    <w:rsid w:val="00DF78FF"/>
    <w:rsid w:val="00DF7B9E"/>
    <w:rsid w:val="00E0039E"/>
    <w:rsid w:val="00E00C77"/>
    <w:rsid w:val="00E01CEE"/>
    <w:rsid w:val="00E01EE4"/>
    <w:rsid w:val="00E01F9F"/>
    <w:rsid w:val="00E021EE"/>
    <w:rsid w:val="00E022DC"/>
    <w:rsid w:val="00E02443"/>
    <w:rsid w:val="00E024D3"/>
    <w:rsid w:val="00E028BF"/>
    <w:rsid w:val="00E02A5A"/>
    <w:rsid w:val="00E02B2E"/>
    <w:rsid w:val="00E035AE"/>
    <w:rsid w:val="00E04903"/>
    <w:rsid w:val="00E04EDE"/>
    <w:rsid w:val="00E05819"/>
    <w:rsid w:val="00E058E5"/>
    <w:rsid w:val="00E05F94"/>
    <w:rsid w:val="00E0653A"/>
    <w:rsid w:val="00E065B7"/>
    <w:rsid w:val="00E06D52"/>
    <w:rsid w:val="00E06F94"/>
    <w:rsid w:val="00E0778C"/>
    <w:rsid w:val="00E07A7B"/>
    <w:rsid w:val="00E07F66"/>
    <w:rsid w:val="00E10AB9"/>
    <w:rsid w:val="00E10ADF"/>
    <w:rsid w:val="00E10FCA"/>
    <w:rsid w:val="00E11875"/>
    <w:rsid w:val="00E11CBA"/>
    <w:rsid w:val="00E11DC8"/>
    <w:rsid w:val="00E1218C"/>
    <w:rsid w:val="00E12580"/>
    <w:rsid w:val="00E125ED"/>
    <w:rsid w:val="00E128A4"/>
    <w:rsid w:val="00E12AF1"/>
    <w:rsid w:val="00E12BD1"/>
    <w:rsid w:val="00E12EF8"/>
    <w:rsid w:val="00E137F1"/>
    <w:rsid w:val="00E13A3F"/>
    <w:rsid w:val="00E13B62"/>
    <w:rsid w:val="00E14435"/>
    <w:rsid w:val="00E1478D"/>
    <w:rsid w:val="00E1541F"/>
    <w:rsid w:val="00E1550C"/>
    <w:rsid w:val="00E15828"/>
    <w:rsid w:val="00E15F55"/>
    <w:rsid w:val="00E16335"/>
    <w:rsid w:val="00E16AE2"/>
    <w:rsid w:val="00E16B21"/>
    <w:rsid w:val="00E178F8"/>
    <w:rsid w:val="00E17C6A"/>
    <w:rsid w:val="00E20034"/>
    <w:rsid w:val="00E2024A"/>
    <w:rsid w:val="00E20443"/>
    <w:rsid w:val="00E20674"/>
    <w:rsid w:val="00E206F5"/>
    <w:rsid w:val="00E207FC"/>
    <w:rsid w:val="00E20E4C"/>
    <w:rsid w:val="00E20F3E"/>
    <w:rsid w:val="00E21459"/>
    <w:rsid w:val="00E21598"/>
    <w:rsid w:val="00E21A3F"/>
    <w:rsid w:val="00E21BDA"/>
    <w:rsid w:val="00E21EAE"/>
    <w:rsid w:val="00E2239B"/>
    <w:rsid w:val="00E2249B"/>
    <w:rsid w:val="00E22DC9"/>
    <w:rsid w:val="00E23018"/>
    <w:rsid w:val="00E23447"/>
    <w:rsid w:val="00E23F09"/>
    <w:rsid w:val="00E2443F"/>
    <w:rsid w:val="00E246A3"/>
    <w:rsid w:val="00E24972"/>
    <w:rsid w:val="00E2502F"/>
    <w:rsid w:val="00E25174"/>
    <w:rsid w:val="00E259BC"/>
    <w:rsid w:val="00E25DDF"/>
    <w:rsid w:val="00E264A4"/>
    <w:rsid w:val="00E26605"/>
    <w:rsid w:val="00E27262"/>
    <w:rsid w:val="00E278A8"/>
    <w:rsid w:val="00E30BA3"/>
    <w:rsid w:val="00E30CA4"/>
    <w:rsid w:val="00E311FD"/>
    <w:rsid w:val="00E3122E"/>
    <w:rsid w:val="00E31400"/>
    <w:rsid w:val="00E314AE"/>
    <w:rsid w:val="00E317CC"/>
    <w:rsid w:val="00E31CF2"/>
    <w:rsid w:val="00E32CBD"/>
    <w:rsid w:val="00E32D2D"/>
    <w:rsid w:val="00E32D48"/>
    <w:rsid w:val="00E32D58"/>
    <w:rsid w:val="00E32E40"/>
    <w:rsid w:val="00E333C6"/>
    <w:rsid w:val="00E33618"/>
    <w:rsid w:val="00E3368A"/>
    <w:rsid w:val="00E338B5"/>
    <w:rsid w:val="00E33917"/>
    <w:rsid w:val="00E3397F"/>
    <w:rsid w:val="00E33C53"/>
    <w:rsid w:val="00E33EF8"/>
    <w:rsid w:val="00E349E7"/>
    <w:rsid w:val="00E349ED"/>
    <w:rsid w:val="00E34BAE"/>
    <w:rsid w:val="00E34D9E"/>
    <w:rsid w:val="00E34ED8"/>
    <w:rsid w:val="00E34EED"/>
    <w:rsid w:val="00E352F6"/>
    <w:rsid w:val="00E35D5D"/>
    <w:rsid w:val="00E35D95"/>
    <w:rsid w:val="00E36482"/>
    <w:rsid w:val="00E37824"/>
    <w:rsid w:val="00E37846"/>
    <w:rsid w:val="00E37C4F"/>
    <w:rsid w:val="00E409FC"/>
    <w:rsid w:val="00E40ACE"/>
    <w:rsid w:val="00E40C06"/>
    <w:rsid w:val="00E40CB8"/>
    <w:rsid w:val="00E40FCC"/>
    <w:rsid w:val="00E41395"/>
    <w:rsid w:val="00E41488"/>
    <w:rsid w:val="00E41B56"/>
    <w:rsid w:val="00E41CBC"/>
    <w:rsid w:val="00E4259B"/>
    <w:rsid w:val="00E42954"/>
    <w:rsid w:val="00E42CE7"/>
    <w:rsid w:val="00E42EBE"/>
    <w:rsid w:val="00E43122"/>
    <w:rsid w:val="00E434AE"/>
    <w:rsid w:val="00E43567"/>
    <w:rsid w:val="00E438DB"/>
    <w:rsid w:val="00E43929"/>
    <w:rsid w:val="00E43EFA"/>
    <w:rsid w:val="00E44003"/>
    <w:rsid w:val="00E44E1F"/>
    <w:rsid w:val="00E44F2F"/>
    <w:rsid w:val="00E44FCA"/>
    <w:rsid w:val="00E456A5"/>
    <w:rsid w:val="00E46F6A"/>
    <w:rsid w:val="00E47914"/>
    <w:rsid w:val="00E47A17"/>
    <w:rsid w:val="00E47A89"/>
    <w:rsid w:val="00E47CD0"/>
    <w:rsid w:val="00E47E0C"/>
    <w:rsid w:val="00E50146"/>
    <w:rsid w:val="00E50440"/>
    <w:rsid w:val="00E50AF0"/>
    <w:rsid w:val="00E50E70"/>
    <w:rsid w:val="00E5130D"/>
    <w:rsid w:val="00E526C2"/>
    <w:rsid w:val="00E52716"/>
    <w:rsid w:val="00E52777"/>
    <w:rsid w:val="00E52F86"/>
    <w:rsid w:val="00E534A4"/>
    <w:rsid w:val="00E538B2"/>
    <w:rsid w:val="00E54392"/>
    <w:rsid w:val="00E54674"/>
    <w:rsid w:val="00E5512D"/>
    <w:rsid w:val="00E55359"/>
    <w:rsid w:val="00E55419"/>
    <w:rsid w:val="00E554BB"/>
    <w:rsid w:val="00E56248"/>
    <w:rsid w:val="00E5647A"/>
    <w:rsid w:val="00E56684"/>
    <w:rsid w:val="00E56835"/>
    <w:rsid w:val="00E56A45"/>
    <w:rsid w:val="00E56AFE"/>
    <w:rsid w:val="00E56D43"/>
    <w:rsid w:val="00E574E5"/>
    <w:rsid w:val="00E577B1"/>
    <w:rsid w:val="00E57BD1"/>
    <w:rsid w:val="00E57C77"/>
    <w:rsid w:val="00E6014D"/>
    <w:rsid w:val="00E6028B"/>
    <w:rsid w:val="00E6033E"/>
    <w:rsid w:val="00E6075F"/>
    <w:rsid w:val="00E608A6"/>
    <w:rsid w:val="00E611C2"/>
    <w:rsid w:val="00E61924"/>
    <w:rsid w:val="00E6192D"/>
    <w:rsid w:val="00E61BAF"/>
    <w:rsid w:val="00E61E68"/>
    <w:rsid w:val="00E620F8"/>
    <w:rsid w:val="00E623E3"/>
    <w:rsid w:val="00E62804"/>
    <w:rsid w:val="00E62CA6"/>
    <w:rsid w:val="00E62CE1"/>
    <w:rsid w:val="00E62DEA"/>
    <w:rsid w:val="00E6306D"/>
    <w:rsid w:val="00E6373C"/>
    <w:rsid w:val="00E6389D"/>
    <w:rsid w:val="00E63C51"/>
    <w:rsid w:val="00E64241"/>
    <w:rsid w:val="00E642F6"/>
    <w:rsid w:val="00E64315"/>
    <w:rsid w:val="00E64738"/>
    <w:rsid w:val="00E64AAB"/>
    <w:rsid w:val="00E64EF0"/>
    <w:rsid w:val="00E651CF"/>
    <w:rsid w:val="00E65E5E"/>
    <w:rsid w:val="00E65EFA"/>
    <w:rsid w:val="00E66096"/>
    <w:rsid w:val="00E66239"/>
    <w:rsid w:val="00E66513"/>
    <w:rsid w:val="00E6732A"/>
    <w:rsid w:val="00E6751B"/>
    <w:rsid w:val="00E67583"/>
    <w:rsid w:val="00E676BC"/>
    <w:rsid w:val="00E70185"/>
    <w:rsid w:val="00E7086D"/>
    <w:rsid w:val="00E709C4"/>
    <w:rsid w:val="00E71138"/>
    <w:rsid w:val="00E71139"/>
    <w:rsid w:val="00E7117B"/>
    <w:rsid w:val="00E71924"/>
    <w:rsid w:val="00E72096"/>
    <w:rsid w:val="00E728C3"/>
    <w:rsid w:val="00E7297F"/>
    <w:rsid w:val="00E72CDD"/>
    <w:rsid w:val="00E7300E"/>
    <w:rsid w:val="00E732A0"/>
    <w:rsid w:val="00E732E9"/>
    <w:rsid w:val="00E735F0"/>
    <w:rsid w:val="00E73972"/>
    <w:rsid w:val="00E739EB"/>
    <w:rsid w:val="00E73A94"/>
    <w:rsid w:val="00E73D70"/>
    <w:rsid w:val="00E73E49"/>
    <w:rsid w:val="00E73FDF"/>
    <w:rsid w:val="00E7418A"/>
    <w:rsid w:val="00E749FD"/>
    <w:rsid w:val="00E74BD0"/>
    <w:rsid w:val="00E74EE3"/>
    <w:rsid w:val="00E74EFA"/>
    <w:rsid w:val="00E74F63"/>
    <w:rsid w:val="00E752FC"/>
    <w:rsid w:val="00E754CF"/>
    <w:rsid w:val="00E7594A"/>
    <w:rsid w:val="00E7602E"/>
    <w:rsid w:val="00E762AB"/>
    <w:rsid w:val="00E764B6"/>
    <w:rsid w:val="00E7676B"/>
    <w:rsid w:val="00E76D9F"/>
    <w:rsid w:val="00E76DD2"/>
    <w:rsid w:val="00E76ED4"/>
    <w:rsid w:val="00E7760C"/>
    <w:rsid w:val="00E77740"/>
    <w:rsid w:val="00E77F24"/>
    <w:rsid w:val="00E8043E"/>
    <w:rsid w:val="00E80613"/>
    <w:rsid w:val="00E80AD4"/>
    <w:rsid w:val="00E81295"/>
    <w:rsid w:val="00E81355"/>
    <w:rsid w:val="00E81A9B"/>
    <w:rsid w:val="00E81AF1"/>
    <w:rsid w:val="00E81BDB"/>
    <w:rsid w:val="00E8332D"/>
    <w:rsid w:val="00E83CD5"/>
    <w:rsid w:val="00E8419C"/>
    <w:rsid w:val="00E84457"/>
    <w:rsid w:val="00E84A50"/>
    <w:rsid w:val="00E84C72"/>
    <w:rsid w:val="00E84D96"/>
    <w:rsid w:val="00E84FAA"/>
    <w:rsid w:val="00E84FED"/>
    <w:rsid w:val="00E859F7"/>
    <w:rsid w:val="00E85D63"/>
    <w:rsid w:val="00E85E9E"/>
    <w:rsid w:val="00E86122"/>
    <w:rsid w:val="00E86264"/>
    <w:rsid w:val="00E8629A"/>
    <w:rsid w:val="00E86386"/>
    <w:rsid w:val="00E86C3D"/>
    <w:rsid w:val="00E86DAA"/>
    <w:rsid w:val="00E873DE"/>
    <w:rsid w:val="00E87A89"/>
    <w:rsid w:val="00E87C0B"/>
    <w:rsid w:val="00E87E60"/>
    <w:rsid w:val="00E90664"/>
    <w:rsid w:val="00E9091F"/>
    <w:rsid w:val="00E90CB3"/>
    <w:rsid w:val="00E917C4"/>
    <w:rsid w:val="00E91833"/>
    <w:rsid w:val="00E918FC"/>
    <w:rsid w:val="00E91EF5"/>
    <w:rsid w:val="00E91F36"/>
    <w:rsid w:val="00E91F99"/>
    <w:rsid w:val="00E925FD"/>
    <w:rsid w:val="00E93AB8"/>
    <w:rsid w:val="00E94696"/>
    <w:rsid w:val="00E95636"/>
    <w:rsid w:val="00E95806"/>
    <w:rsid w:val="00E95929"/>
    <w:rsid w:val="00E95944"/>
    <w:rsid w:val="00E95FF0"/>
    <w:rsid w:val="00E96067"/>
    <w:rsid w:val="00E96B8B"/>
    <w:rsid w:val="00E96F05"/>
    <w:rsid w:val="00E972FD"/>
    <w:rsid w:val="00E977AE"/>
    <w:rsid w:val="00E978D9"/>
    <w:rsid w:val="00E97A55"/>
    <w:rsid w:val="00EA031B"/>
    <w:rsid w:val="00EA045B"/>
    <w:rsid w:val="00EA0831"/>
    <w:rsid w:val="00EA09C2"/>
    <w:rsid w:val="00EA0CBE"/>
    <w:rsid w:val="00EA146D"/>
    <w:rsid w:val="00EA1CC7"/>
    <w:rsid w:val="00EA2C5B"/>
    <w:rsid w:val="00EA340E"/>
    <w:rsid w:val="00EA3415"/>
    <w:rsid w:val="00EA3B1F"/>
    <w:rsid w:val="00EA3BFF"/>
    <w:rsid w:val="00EA44AD"/>
    <w:rsid w:val="00EA69DC"/>
    <w:rsid w:val="00EA6D0B"/>
    <w:rsid w:val="00EA7422"/>
    <w:rsid w:val="00EA7DCC"/>
    <w:rsid w:val="00EA7DFA"/>
    <w:rsid w:val="00EB0096"/>
    <w:rsid w:val="00EB0297"/>
    <w:rsid w:val="00EB0853"/>
    <w:rsid w:val="00EB137F"/>
    <w:rsid w:val="00EB154B"/>
    <w:rsid w:val="00EB1640"/>
    <w:rsid w:val="00EB1880"/>
    <w:rsid w:val="00EB1AB9"/>
    <w:rsid w:val="00EB1CC0"/>
    <w:rsid w:val="00EB2E0F"/>
    <w:rsid w:val="00EB3086"/>
    <w:rsid w:val="00EB3650"/>
    <w:rsid w:val="00EB36A2"/>
    <w:rsid w:val="00EB3CC2"/>
    <w:rsid w:val="00EB3CFC"/>
    <w:rsid w:val="00EB40B0"/>
    <w:rsid w:val="00EB4175"/>
    <w:rsid w:val="00EB4846"/>
    <w:rsid w:val="00EB4BD0"/>
    <w:rsid w:val="00EB5433"/>
    <w:rsid w:val="00EB55D0"/>
    <w:rsid w:val="00EB5646"/>
    <w:rsid w:val="00EB5ADB"/>
    <w:rsid w:val="00EB6270"/>
    <w:rsid w:val="00EB68C2"/>
    <w:rsid w:val="00EB6B76"/>
    <w:rsid w:val="00EB7011"/>
    <w:rsid w:val="00EB72CC"/>
    <w:rsid w:val="00EB73DA"/>
    <w:rsid w:val="00EB74A9"/>
    <w:rsid w:val="00EB786C"/>
    <w:rsid w:val="00EB79AA"/>
    <w:rsid w:val="00EB7B8D"/>
    <w:rsid w:val="00EC0345"/>
    <w:rsid w:val="00EC0687"/>
    <w:rsid w:val="00EC0C5D"/>
    <w:rsid w:val="00EC0F78"/>
    <w:rsid w:val="00EC1248"/>
    <w:rsid w:val="00EC18B3"/>
    <w:rsid w:val="00EC1A32"/>
    <w:rsid w:val="00EC1A39"/>
    <w:rsid w:val="00EC1AA2"/>
    <w:rsid w:val="00EC1D66"/>
    <w:rsid w:val="00EC255C"/>
    <w:rsid w:val="00EC26C2"/>
    <w:rsid w:val="00EC2B9D"/>
    <w:rsid w:val="00EC2FCE"/>
    <w:rsid w:val="00EC3383"/>
    <w:rsid w:val="00EC3534"/>
    <w:rsid w:val="00EC35DF"/>
    <w:rsid w:val="00EC38C8"/>
    <w:rsid w:val="00EC3E88"/>
    <w:rsid w:val="00EC4046"/>
    <w:rsid w:val="00EC4645"/>
    <w:rsid w:val="00EC46E7"/>
    <w:rsid w:val="00EC58EC"/>
    <w:rsid w:val="00EC5C01"/>
    <w:rsid w:val="00EC7211"/>
    <w:rsid w:val="00EC7469"/>
    <w:rsid w:val="00EC775E"/>
    <w:rsid w:val="00EC7D45"/>
    <w:rsid w:val="00ED0261"/>
    <w:rsid w:val="00ED02D1"/>
    <w:rsid w:val="00ED06F1"/>
    <w:rsid w:val="00ED0C0F"/>
    <w:rsid w:val="00ED16C2"/>
    <w:rsid w:val="00ED1C09"/>
    <w:rsid w:val="00ED1D1B"/>
    <w:rsid w:val="00ED1FB2"/>
    <w:rsid w:val="00ED25BA"/>
    <w:rsid w:val="00ED2B75"/>
    <w:rsid w:val="00ED2D19"/>
    <w:rsid w:val="00ED2FAE"/>
    <w:rsid w:val="00ED3267"/>
    <w:rsid w:val="00ED327A"/>
    <w:rsid w:val="00ED375A"/>
    <w:rsid w:val="00ED3A7B"/>
    <w:rsid w:val="00ED3DFD"/>
    <w:rsid w:val="00ED3ECE"/>
    <w:rsid w:val="00ED3F21"/>
    <w:rsid w:val="00ED41A1"/>
    <w:rsid w:val="00ED41A6"/>
    <w:rsid w:val="00ED4203"/>
    <w:rsid w:val="00ED47C2"/>
    <w:rsid w:val="00ED49DF"/>
    <w:rsid w:val="00ED52F3"/>
    <w:rsid w:val="00ED5761"/>
    <w:rsid w:val="00ED5B51"/>
    <w:rsid w:val="00ED5DBF"/>
    <w:rsid w:val="00ED6415"/>
    <w:rsid w:val="00ED6DC2"/>
    <w:rsid w:val="00ED75B3"/>
    <w:rsid w:val="00ED7658"/>
    <w:rsid w:val="00ED7804"/>
    <w:rsid w:val="00ED7E45"/>
    <w:rsid w:val="00ED7F58"/>
    <w:rsid w:val="00EE05E0"/>
    <w:rsid w:val="00EE182C"/>
    <w:rsid w:val="00EE1C69"/>
    <w:rsid w:val="00EE260F"/>
    <w:rsid w:val="00EE28FB"/>
    <w:rsid w:val="00EE3045"/>
    <w:rsid w:val="00EE30D8"/>
    <w:rsid w:val="00EE3192"/>
    <w:rsid w:val="00EE3BBA"/>
    <w:rsid w:val="00EE41CF"/>
    <w:rsid w:val="00EE436A"/>
    <w:rsid w:val="00EE44CD"/>
    <w:rsid w:val="00EE4E65"/>
    <w:rsid w:val="00EE4F1D"/>
    <w:rsid w:val="00EE4F50"/>
    <w:rsid w:val="00EE50FA"/>
    <w:rsid w:val="00EE56E1"/>
    <w:rsid w:val="00EE5950"/>
    <w:rsid w:val="00EE604B"/>
    <w:rsid w:val="00EE60E9"/>
    <w:rsid w:val="00EE69D4"/>
    <w:rsid w:val="00EE6B33"/>
    <w:rsid w:val="00EE6BB3"/>
    <w:rsid w:val="00EE771B"/>
    <w:rsid w:val="00EE79E3"/>
    <w:rsid w:val="00EF022F"/>
    <w:rsid w:val="00EF0462"/>
    <w:rsid w:val="00EF0472"/>
    <w:rsid w:val="00EF07DC"/>
    <w:rsid w:val="00EF0A3A"/>
    <w:rsid w:val="00EF11A0"/>
    <w:rsid w:val="00EF15B0"/>
    <w:rsid w:val="00EF1956"/>
    <w:rsid w:val="00EF20FE"/>
    <w:rsid w:val="00EF227C"/>
    <w:rsid w:val="00EF248D"/>
    <w:rsid w:val="00EF2659"/>
    <w:rsid w:val="00EF297D"/>
    <w:rsid w:val="00EF2B3E"/>
    <w:rsid w:val="00EF2CED"/>
    <w:rsid w:val="00EF2E03"/>
    <w:rsid w:val="00EF2F93"/>
    <w:rsid w:val="00EF35D5"/>
    <w:rsid w:val="00EF396D"/>
    <w:rsid w:val="00EF42B6"/>
    <w:rsid w:val="00EF46EE"/>
    <w:rsid w:val="00EF47AC"/>
    <w:rsid w:val="00EF49F8"/>
    <w:rsid w:val="00EF532B"/>
    <w:rsid w:val="00EF554C"/>
    <w:rsid w:val="00EF5E36"/>
    <w:rsid w:val="00EF6505"/>
    <w:rsid w:val="00EF68E4"/>
    <w:rsid w:val="00EF77C6"/>
    <w:rsid w:val="00EF7A6F"/>
    <w:rsid w:val="00F0025D"/>
    <w:rsid w:val="00F0063F"/>
    <w:rsid w:val="00F006E7"/>
    <w:rsid w:val="00F008E0"/>
    <w:rsid w:val="00F00AC2"/>
    <w:rsid w:val="00F00B47"/>
    <w:rsid w:val="00F00C58"/>
    <w:rsid w:val="00F013B1"/>
    <w:rsid w:val="00F014A4"/>
    <w:rsid w:val="00F0166A"/>
    <w:rsid w:val="00F01E11"/>
    <w:rsid w:val="00F0203A"/>
    <w:rsid w:val="00F025BB"/>
    <w:rsid w:val="00F02BA2"/>
    <w:rsid w:val="00F02C57"/>
    <w:rsid w:val="00F02CB0"/>
    <w:rsid w:val="00F02D5E"/>
    <w:rsid w:val="00F032F2"/>
    <w:rsid w:val="00F033A5"/>
    <w:rsid w:val="00F037D3"/>
    <w:rsid w:val="00F041BF"/>
    <w:rsid w:val="00F04388"/>
    <w:rsid w:val="00F0478A"/>
    <w:rsid w:val="00F04821"/>
    <w:rsid w:val="00F05333"/>
    <w:rsid w:val="00F0549B"/>
    <w:rsid w:val="00F054F9"/>
    <w:rsid w:val="00F0596E"/>
    <w:rsid w:val="00F066EF"/>
    <w:rsid w:val="00F06873"/>
    <w:rsid w:val="00F06939"/>
    <w:rsid w:val="00F06BAC"/>
    <w:rsid w:val="00F06E8A"/>
    <w:rsid w:val="00F070E5"/>
    <w:rsid w:val="00F0789A"/>
    <w:rsid w:val="00F078C4"/>
    <w:rsid w:val="00F100A8"/>
    <w:rsid w:val="00F10EA5"/>
    <w:rsid w:val="00F11853"/>
    <w:rsid w:val="00F11935"/>
    <w:rsid w:val="00F11C64"/>
    <w:rsid w:val="00F11F40"/>
    <w:rsid w:val="00F11FD0"/>
    <w:rsid w:val="00F1242F"/>
    <w:rsid w:val="00F1261D"/>
    <w:rsid w:val="00F13EA4"/>
    <w:rsid w:val="00F1517E"/>
    <w:rsid w:val="00F160AE"/>
    <w:rsid w:val="00F163C4"/>
    <w:rsid w:val="00F16678"/>
    <w:rsid w:val="00F1682B"/>
    <w:rsid w:val="00F16B91"/>
    <w:rsid w:val="00F17A9B"/>
    <w:rsid w:val="00F17BC6"/>
    <w:rsid w:val="00F17ECC"/>
    <w:rsid w:val="00F17F06"/>
    <w:rsid w:val="00F20109"/>
    <w:rsid w:val="00F204FD"/>
    <w:rsid w:val="00F20511"/>
    <w:rsid w:val="00F20628"/>
    <w:rsid w:val="00F20812"/>
    <w:rsid w:val="00F20C0E"/>
    <w:rsid w:val="00F21B68"/>
    <w:rsid w:val="00F220FB"/>
    <w:rsid w:val="00F2251C"/>
    <w:rsid w:val="00F22A79"/>
    <w:rsid w:val="00F22DD8"/>
    <w:rsid w:val="00F237F6"/>
    <w:rsid w:val="00F23AF5"/>
    <w:rsid w:val="00F23CEE"/>
    <w:rsid w:val="00F24C3A"/>
    <w:rsid w:val="00F25968"/>
    <w:rsid w:val="00F25DD7"/>
    <w:rsid w:val="00F260AC"/>
    <w:rsid w:val="00F26388"/>
    <w:rsid w:val="00F264B8"/>
    <w:rsid w:val="00F265A0"/>
    <w:rsid w:val="00F27E03"/>
    <w:rsid w:val="00F3003F"/>
    <w:rsid w:val="00F302D9"/>
    <w:rsid w:val="00F3038F"/>
    <w:rsid w:val="00F3053A"/>
    <w:rsid w:val="00F30BA0"/>
    <w:rsid w:val="00F30D2F"/>
    <w:rsid w:val="00F30E8D"/>
    <w:rsid w:val="00F31266"/>
    <w:rsid w:val="00F318E1"/>
    <w:rsid w:val="00F31B01"/>
    <w:rsid w:val="00F31BE3"/>
    <w:rsid w:val="00F31C87"/>
    <w:rsid w:val="00F31F13"/>
    <w:rsid w:val="00F323CF"/>
    <w:rsid w:val="00F323FB"/>
    <w:rsid w:val="00F326A6"/>
    <w:rsid w:val="00F33660"/>
    <w:rsid w:val="00F33710"/>
    <w:rsid w:val="00F345DC"/>
    <w:rsid w:val="00F349AC"/>
    <w:rsid w:val="00F34B21"/>
    <w:rsid w:val="00F34CA5"/>
    <w:rsid w:val="00F351B4"/>
    <w:rsid w:val="00F3558E"/>
    <w:rsid w:val="00F3591F"/>
    <w:rsid w:val="00F35E37"/>
    <w:rsid w:val="00F35E98"/>
    <w:rsid w:val="00F3650F"/>
    <w:rsid w:val="00F36835"/>
    <w:rsid w:val="00F3689B"/>
    <w:rsid w:val="00F376E3"/>
    <w:rsid w:val="00F379F1"/>
    <w:rsid w:val="00F37B29"/>
    <w:rsid w:val="00F402C7"/>
    <w:rsid w:val="00F40724"/>
    <w:rsid w:val="00F40732"/>
    <w:rsid w:val="00F40C60"/>
    <w:rsid w:val="00F41254"/>
    <w:rsid w:val="00F4165A"/>
    <w:rsid w:val="00F41AC0"/>
    <w:rsid w:val="00F41E90"/>
    <w:rsid w:val="00F4238E"/>
    <w:rsid w:val="00F427A1"/>
    <w:rsid w:val="00F427E1"/>
    <w:rsid w:val="00F428BF"/>
    <w:rsid w:val="00F42D1D"/>
    <w:rsid w:val="00F43195"/>
    <w:rsid w:val="00F434CE"/>
    <w:rsid w:val="00F43554"/>
    <w:rsid w:val="00F4366E"/>
    <w:rsid w:val="00F436BF"/>
    <w:rsid w:val="00F4372E"/>
    <w:rsid w:val="00F44217"/>
    <w:rsid w:val="00F4450B"/>
    <w:rsid w:val="00F44584"/>
    <w:rsid w:val="00F45555"/>
    <w:rsid w:val="00F45C0C"/>
    <w:rsid w:val="00F45F9C"/>
    <w:rsid w:val="00F4600E"/>
    <w:rsid w:val="00F47B99"/>
    <w:rsid w:val="00F5026B"/>
    <w:rsid w:val="00F50A0C"/>
    <w:rsid w:val="00F50C41"/>
    <w:rsid w:val="00F50F0A"/>
    <w:rsid w:val="00F5113F"/>
    <w:rsid w:val="00F512A4"/>
    <w:rsid w:val="00F51F00"/>
    <w:rsid w:val="00F525EF"/>
    <w:rsid w:val="00F52EDE"/>
    <w:rsid w:val="00F5308C"/>
    <w:rsid w:val="00F539CE"/>
    <w:rsid w:val="00F53C35"/>
    <w:rsid w:val="00F53CC4"/>
    <w:rsid w:val="00F53CFB"/>
    <w:rsid w:val="00F53DF8"/>
    <w:rsid w:val="00F544BB"/>
    <w:rsid w:val="00F5451D"/>
    <w:rsid w:val="00F547E1"/>
    <w:rsid w:val="00F549E1"/>
    <w:rsid w:val="00F555FE"/>
    <w:rsid w:val="00F558A9"/>
    <w:rsid w:val="00F559C9"/>
    <w:rsid w:val="00F55AFD"/>
    <w:rsid w:val="00F561C4"/>
    <w:rsid w:val="00F561DB"/>
    <w:rsid w:val="00F56443"/>
    <w:rsid w:val="00F56DA4"/>
    <w:rsid w:val="00F571FE"/>
    <w:rsid w:val="00F572B2"/>
    <w:rsid w:val="00F5749F"/>
    <w:rsid w:val="00F574E7"/>
    <w:rsid w:val="00F575B1"/>
    <w:rsid w:val="00F57653"/>
    <w:rsid w:val="00F576E0"/>
    <w:rsid w:val="00F57796"/>
    <w:rsid w:val="00F6000B"/>
    <w:rsid w:val="00F60481"/>
    <w:rsid w:val="00F60A6F"/>
    <w:rsid w:val="00F60F28"/>
    <w:rsid w:val="00F60FF9"/>
    <w:rsid w:val="00F6170C"/>
    <w:rsid w:val="00F62510"/>
    <w:rsid w:val="00F633A4"/>
    <w:rsid w:val="00F638A5"/>
    <w:rsid w:val="00F6392C"/>
    <w:rsid w:val="00F63AF8"/>
    <w:rsid w:val="00F64810"/>
    <w:rsid w:val="00F64894"/>
    <w:rsid w:val="00F648EB"/>
    <w:rsid w:val="00F64905"/>
    <w:rsid w:val="00F64DB9"/>
    <w:rsid w:val="00F64E38"/>
    <w:rsid w:val="00F6672B"/>
    <w:rsid w:val="00F66AD2"/>
    <w:rsid w:val="00F67BDF"/>
    <w:rsid w:val="00F7060D"/>
    <w:rsid w:val="00F70809"/>
    <w:rsid w:val="00F70D8B"/>
    <w:rsid w:val="00F70EDE"/>
    <w:rsid w:val="00F71105"/>
    <w:rsid w:val="00F71558"/>
    <w:rsid w:val="00F715FC"/>
    <w:rsid w:val="00F71859"/>
    <w:rsid w:val="00F72107"/>
    <w:rsid w:val="00F7225A"/>
    <w:rsid w:val="00F73A37"/>
    <w:rsid w:val="00F73AEF"/>
    <w:rsid w:val="00F73DBE"/>
    <w:rsid w:val="00F73F2D"/>
    <w:rsid w:val="00F74152"/>
    <w:rsid w:val="00F74532"/>
    <w:rsid w:val="00F747CC"/>
    <w:rsid w:val="00F74BC7"/>
    <w:rsid w:val="00F74FDC"/>
    <w:rsid w:val="00F75959"/>
    <w:rsid w:val="00F759C2"/>
    <w:rsid w:val="00F75BAD"/>
    <w:rsid w:val="00F75EDF"/>
    <w:rsid w:val="00F76BDA"/>
    <w:rsid w:val="00F773C6"/>
    <w:rsid w:val="00F774CF"/>
    <w:rsid w:val="00F77956"/>
    <w:rsid w:val="00F77C54"/>
    <w:rsid w:val="00F77E04"/>
    <w:rsid w:val="00F80570"/>
    <w:rsid w:val="00F80603"/>
    <w:rsid w:val="00F80A0A"/>
    <w:rsid w:val="00F80EC0"/>
    <w:rsid w:val="00F81124"/>
    <w:rsid w:val="00F8175B"/>
    <w:rsid w:val="00F81BD7"/>
    <w:rsid w:val="00F8245E"/>
    <w:rsid w:val="00F8276E"/>
    <w:rsid w:val="00F82A57"/>
    <w:rsid w:val="00F82D64"/>
    <w:rsid w:val="00F82E85"/>
    <w:rsid w:val="00F82F27"/>
    <w:rsid w:val="00F83103"/>
    <w:rsid w:val="00F832F5"/>
    <w:rsid w:val="00F83712"/>
    <w:rsid w:val="00F83783"/>
    <w:rsid w:val="00F8396D"/>
    <w:rsid w:val="00F83A2C"/>
    <w:rsid w:val="00F83E9D"/>
    <w:rsid w:val="00F84164"/>
    <w:rsid w:val="00F84C9E"/>
    <w:rsid w:val="00F85EB8"/>
    <w:rsid w:val="00F861A0"/>
    <w:rsid w:val="00F868B7"/>
    <w:rsid w:val="00F86C5B"/>
    <w:rsid w:val="00F873F7"/>
    <w:rsid w:val="00F87464"/>
    <w:rsid w:val="00F87B8C"/>
    <w:rsid w:val="00F87EC0"/>
    <w:rsid w:val="00F902B1"/>
    <w:rsid w:val="00F90961"/>
    <w:rsid w:val="00F909AF"/>
    <w:rsid w:val="00F911EA"/>
    <w:rsid w:val="00F91F71"/>
    <w:rsid w:val="00F92151"/>
    <w:rsid w:val="00F92638"/>
    <w:rsid w:val="00F92A72"/>
    <w:rsid w:val="00F92B22"/>
    <w:rsid w:val="00F92DF5"/>
    <w:rsid w:val="00F93314"/>
    <w:rsid w:val="00F934CF"/>
    <w:rsid w:val="00F938F3"/>
    <w:rsid w:val="00F93C39"/>
    <w:rsid w:val="00F94329"/>
    <w:rsid w:val="00F9438E"/>
    <w:rsid w:val="00F947E8"/>
    <w:rsid w:val="00F948D2"/>
    <w:rsid w:val="00F94A7F"/>
    <w:rsid w:val="00F94BDC"/>
    <w:rsid w:val="00F9536A"/>
    <w:rsid w:val="00F9556C"/>
    <w:rsid w:val="00F95A12"/>
    <w:rsid w:val="00F95D68"/>
    <w:rsid w:val="00F962E0"/>
    <w:rsid w:val="00F965A7"/>
    <w:rsid w:val="00F96A78"/>
    <w:rsid w:val="00F9795B"/>
    <w:rsid w:val="00F97A32"/>
    <w:rsid w:val="00F97ABC"/>
    <w:rsid w:val="00F97C29"/>
    <w:rsid w:val="00F97E95"/>
    <w:rsid w:val="00FA0105"/>
    <w:rsid w:val="00FA0645"/>
    <w:rsid w:val="00FA07F5"/>
    <w:rsid w:val="00FA08E5"/>
    <w:rsid w:val="00FA102A"/>
    <w:rsid w:val="00FA1298"/>
    <w:rsid w:val="00FA1651"/>
    <w:rsid w:val="00FA1997"/>
    <w:rsid w:val="00FA272C"/>
    <w:rsid w:val="00FA29C3"/>
    <w:rsid w:val="00FA2B10"/>
    <w:rsid w:val="00FA2D75"/>
    <w:rsid w:val="00FA2EB2"/>
    <w:rsid w:val="00FA3456"/>
    <w:rsid w:val="00FA395A"/>
    <w:rsid w:val="00FA39C9"/>
    <w:rsid w:val="00FA3B58"/>
    <w:rsid w:val="00FA4807"/>
    <w:rsid w:val="00FA485F"/>
    <w:rsid w:val="00FA4F8C"/>
    <w:rsid w:val="00FA52A9"/>
    <w:rsid w:val="00FA5484"/>
    <w:rsid w:val="00FA57F6"/>
    <w:rsid w:val="00FA5AF1"/>
    <w:rsid w:val="00FA5FE6"/>
    <w:rsid w:val="00FA6127"/>
    <w:rsid w:val="00FA6172"/>
    <w:rsid w:val="00FA6655"/>
    <w:rsid w:val="00FA6D20"/>
    <w:rsid w:val="00FA70E0"/>
    <w:rsid w:val="00FA73EB"/>
    <w:rsid w:val="00FA7580"/>
    <w:rsid w:val="00FA764D"/>
    <w:rsid w:val="00FA7928"/>
    <w:rsid w:val="00FB00F4"/>
    <w:rsid w:val="00FB02DE"/>
    <w:rsid w:val="00FB150B"/>
    <w:rsid w:val="00FB17F4"/>
    <w:rsid w:val="00FB1B26"/>
    <w:rsid w:val="00FB1C87"/>
    <w:rsid w:val="00FB1C9C"/>
    <w:rsid w:val="00FB1D56"/>
    <w:rsid w:val="00FB246E"/>
    <w:rsid w:val="00FB2992"/>
    <w:rsid w:val="00FB2A26"/>
    <w:rsid w:val="00FB3091"/>
    <w:rsid w:val="00FB315F"/>
    <w:rsid w:val="00FB3369"/>
    <w:rsid w:val="00FB3782"/>
    <w:rsid w:val="00FB3833"/>
    <w:rsid w:val="00FB3935"/>
    <w:rsid w:val="00FB3EBB"/>
    <w:rsid w:val="00FB4074"/>
    <w:rsid w:val="00FB463A"/>
    <w:rsid w:val="00FB4DC7"/>
    <w:rsid w:val="00FB548D"/>
    <w:rsid w:val="00FB55B4"/>
    <w:rsid w:val="00FB58DA"/>
    <w:rsid w:val="00FB612A"/>
    <w:rsid w:val="00FB621A"/>
    <w:rsid w:val="00FB623E"/>
    <w:rsid w:val="00FB642B"/>
    <w:rsid w:val="00FB649D"/>
    <w:rsid w:val="00FB68E3"/>
    <w:rsid w:val="00FB68FB"/>
    <w:rsid w:val="00FB707C"/>
    <w:rsid w:val="00FB70A1"/>
    <w:rsid w:val="00FB76EF"/>
    <w:rsid w:val="00FB7CFB"/>
    <w:rsid w:val="00FB7DC1"/>
    <w:rsid w:val="00FC002F"/>
    <w:rsid w:val="00FC068B"/>
    <w:rsid w:val="00FC0CAC"/>
    <w:rsid w:val="00FC0EC1"/>
    <w:rsid w:val="00FC1A96"/>
    <w:rsid w:val="00FC2043"/>
    <w:rsid w:val="00FC2050"/>
    <w:rsid w:val="00FC26C4"/>
    <w:rsid w:val="00FC300B"/>
    <w:rsid w:val="00FC38D1"/>
    <w:rsid w:val="00FC39D3"/>
    <w:rsid w:val="00FC3F25"/>
    <w:rsid w:val="00FC415C"/>
    <w:rsid w:val="00FC4F42"/>
    <w:rsid w:val="00FC5D18"/>
    <w:rsid w:val="00FC6E1B"/>
    <w:rsid w:val="00FC7592"/>
    <w:rsid w:val="00FD04E0"/>
    <w:rsid w:val="00FD07D9"/>
    <w:rsid w:val="00FD0A01"/>
    <w:rsid w:val="00FD0A02"/>
    <w:rsid w:val="00FD0A11"/>
    <w:rsid w:val="00FD128D"/>
    <w:rsid w:val="00FD12A7"/>
    <w:rsid w:val="00FD16FD"/>
    <w:rsid w:val="00FD195A"/>
    <w:rsid w:val="00FD1F7A"/>
    <w:rsid w:val="00FD2B14"/>
    <w:rsid w:val="00FD3118"/>
    <w:rsid w:val="00FD31AA"/>
    <w:rsid w:val="00FD32C7"/>
    <w:rsid w:val="00FD3512"/>
    <w:rsid w:val="00FD383D"/>
    <w:rsid w:val="00FD45EC"/>
    <w:rsid w:val="00FD46ED"/>
    <w:rsid w:val="00FD47EE"/>
    <w:rsid w:val="00FD5235"/>
    <w:rsid w:val="00FD53D5"/>
    <w:rsid w:val="00FD60DB"/>
    <w:rsid w:val="00FD6675"/>
    <w:rsid w:val="00FD6BEA"/>
    <w:rsid w:val="00FD6D75"/>
    <w:rsid w:val="00FD7269"/>
    <w:rsid w:val="00FD74CF"/>
    <w:rsid w:val="00FE0340"/>
    <w:rsid w:val="00FE079E"/>
    <w:rsid w:val="00FE0B67"/>
    <w:rsid w:val="00FE0BFA"/>
    <w:rsid w:val="00FE0C6A"/>
    <w:rsid w:val="00FE0D85"/>
    <w:rsid w:val="00FE0E71"/>
    <w:rsid w:val="00FE13F2"/>
    <w:rsid w:val="00FE16D8"/>
    <w:rsid w:val="00FE175D"/>
    <w:rsid w:val="00FE1A31"/>
    <w:rsid w:val="00FE1AA2"/>
    <w:rsid w:val="00FE1F7A"/>
    <w:rsid w:val="00FE1FFE"/>
    <w:rsid w:val="00FE2289"/>
    <w:rsid w:val="00FE243A"/>
    <w:rsid w:val="00FE3C2E"/>
    <w:rsid w:val="00FE4334"/>
    <w:rsid w:val="00FE4844"/>
    <w:rsid w:val="00FE4855"/>
    <w:rsid w:val="00FE4BE1"/>
    <w:rsid w:val="00FE5BD3"/>
    <w:rsid w:val="00FE5CBB"/>
    <w:rsid w:val="00FE5E30"/>
    <w:rsid w:val="00FE61EB"/>
    <w:rsid w:val="00FE628E"/>
    <w:rsid w:val="00FE67E9"/>
    <w:rsid w:val="00FE6BB2"/>
    <w:rsid w:val="00FE6BC7"/>
    <w:rsid w:val="00FE6DB8"/>
    <w:rsid w:val="00FE6EF3"/>
    <w:rsid w:val="00FE6F06"/>
    <w:rsid w:val="00FE70D3"/>
    <w:rsid w:val="00FE7713"/>
    <w:rsid w:val="00FE79C6"/>
    <w:rsid w:val="00FF0880"/>
    <w:rsid w:val="00FF08F6"/>
    <w:rsid w:val="00FF0BDD"/>
    <w:rsid w:val="00FF14F4"/>
    <w:rsid w:val="00FF1852"/>
    <w:rsid w:val="00FF19C7"/>
    <w:rsid w:val="00FF237D"/>
    <w:rsid w:val="00FF3154"/>
    <w:rsid w:val="00FF3170"/>
    <w:rsid w:val="00FF3D6B"/>
    <w:rsid w:val="00FF3FE5"/>
    <w:rsid w:val="00FF4007"/>
    <w:rsid w:val="00FF4152"/>
    <w:rsid w:val="00FF4FC5"/>
    <w:rsid w:val="00FF5115"/>
    <w:rsid w:val="00FF5764"/>
    <w:rsid w:val="00FF5975"/>
    <w:rsid w:val="00FF5A1C"/>
    <w:rsid w:val="00FF6CA3"/>
    <w:rsid w:val="00FF719A"/>
    <w:rsid w:val="00FF74B1"/>
    <w:rsid w:val="00FF75C2"/>
    <w:rsid w:val="00FF76EC"/>
    <w:rsid w:val="00FF7CEF"/>
    <w:rsid w:val="00FF7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autoRedefine/>
    <w:qFormat/>
    <w:rsid w:val="00627D71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7C36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77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BEB7-81AB-4255-A8F9-183B3A50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8916</TotalTime>
  <Pages>41</Pages>
  <Words>5501</Words>
  <Characters>31360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A5</dc:creator>
  <cp:lastModifiedBy>Bastami</cp:lastModifiedBy>
  <cp:revision>6886</cp:revision>
  <cp:lastPrinted>2016-01-12T07:33:00Z</cp:lastPrinted>
  <dcterms:created xsi:type="dcterms:W3CDTF">2014-11-05T09:21:00Z</dcterms:created>
  <dcterms:modified xsi:type="dcterms:W3CDTF">2016-02-23T07:05:00Z</dcterms:modified>
</cp:coreProperties>
</file>